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B2F54" w14:textId="074675D8" w:rsidR="00835B7B" w:rsidRPr="00E062F1" w:rsidRDefault="00835B7B" w:rsidP="00835B7B">
      <w:pPr>
        <w:pStyle w:val="Heading1"/>
      </w:pPr>
      <w:bookmarkStart w:id="0" w:name="foreword"/>
      <w:bookmarkStart w:id="1" w:name="_Toc2086433"/>
      <w:bookmarkStart w:id="2" w:name="_Toc36648774"/>
      <w:bookmarkStart w:id="3" w:name="_Toc36651499"/>
      <w:bookmarkStart w:id="4" w:name="_Toc37256433"/>
      <w:bookmarkStart w:id="5" w:name="_Toc37256774"/>
      <w:bookmarkStart w:id="6" w:name="_Toc45890462"/>
      <w:bookmarkStart w:id="7" w:name="_Toc45891686"/>
      <w:bookmarkStart w:id="8" w:name="_Toc45892096"/>
      <w:bookmarkStart w:id="9" w:name="_Toc45892506"/>
      <w:bookmarkStart w:id="10" w:name="_Toc52352919"/>
      <w:bookmarkStart w:id="11" w:name="_Toc53174742"/>
      <w:bookmarkStart w:id="12" w:name="_Toc61375891"/>
      <w:bookmarkStart w:id="13" w:name="_Toc61376303"/>
      <w:bookmarkStart w:id="14" w:name="_Toc67938573"/>
      <w:bookmarkStart w:id="15" w:name="_Toc76454175"/>
      <w:bookmarkStart w:id="16" w:name="_Toc76719595"/>
      <w:bookmarkStart w:id="17" w:name="_Toc76720115"/>
      <w:bookmarkStart w:id="18" w:name="_Toc83742812"/>
      <w:bookmarkStart w:id="19" w:name="_Toc83887187"/>
      <w:bookmarkStart w:id="20" w:name="_Toc83887988"/>
      <w:bookmarkStart w:id="21" w:name="_Toc90588642"/>
      <w:bookmarkEnd w:id="0"/>
      <w:r w:rsidRPr="00E062F1">
        <w:t>Foreword</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3CB38B26" w14:textId="77777777" w:rsidR="00835B7B" w:rsidRPr="00E062F1" w:rsidRDefault="00835B7B" w:rsidP="00835B7B">
      <w:r w:rsidRPr="00E062F1">
        <w:t xml:space="preserve">This Technical </w:t>
      </w:r>
      <w:bookmarkStart w:id="22" w:name="spectype3"/>
      <w:r w:rsidRPr="00E062F1">
        <w:t>Specification</w:t>
      </w:r>
      <w:bookmarkEnd w:id="22"/>
      <w:r w:rsidRPr="00E062F1">
        <w:t xml:space="preserve"> has been produced by the 3rd Generation Partnership Project (3GPP).</w:t>
      </w:r>
    </w:p>
    <w:p w14:paraId="4EEDFE48" w14:textId="77777777" w:rsidR="00835B7B" w:rsidRPr="00E062F1" w:rsidRDefault="00835B7B" w:rsidP="00835B7B">
      <w:r w:rsidRPr="00E062F1">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1B40E2F4" w14:textId="77777777" w:rsidR="00835B7B" w:rsidRPr="00E062F1" w:rsidRDefault="00835B7B" w:rsidP="00835B7B">
      <w:pPr>
        <w:pStyle w:val="B10"/>
      </w:pPr>
      <w:r w:rsidRPr="00E062F1">
        <w:t>Version x.y.z</w:t>
      </w:r>
    </w:p>
    <w:p w14:paraId="234F7978" w14:textId="77777777" w:rsidR="00835B7B" w:rsidRPr="00E062F1" w:rsidRDefault="00835B7B" w:rsidP="00835B7B">
      <w:pPr>
        <w:pStyle w:val="B10"/>
      </w:pPr>
      <w:r w:rsidRPr="00E062F1">
        <w:t>where:</w:t>
      </w:r>
    </w:p>
    <w:p w14:paraId="3AF3A75E" w14:textId="77777777" w:rsidR="00835B7B" w:rsidRPr="00E062F1" w:rsidRDefault="00835B7B" w:rsidP="00835B7B">
      <w:pPr>
        <w:pStyle w:val="B20"/>
      </w:pPr>
      <w:r w:rsidRPr="00E062F1">
        <w:t>x</w:t>
      </w:r>
      <w:r w:rsidRPr="00E062F1">
        <w:tab/>
        <w:t>the first digit:</w:t>
      </w:r>
    </w:p>
    <w:p w14:paraId="30689286" w14:textId="77777777" w:rsidR="00835B7B" w:rsidRPr="00E062F1" w:rsidRDefault="00835B7B" w:rsidP="00835B7B">
      <w:pPr>
        <w:pStyle w:val="B30"/>
      </w:pPr>
      <w:r w:rsidRPr="00E062F1">
        <w:t>1</w:t>
      </w:r>
      <w:r w:rsidRPr="00E062F1">
        <w:tab/>
        <w:t>presented to TSG for information;</w:t>
      </w:r>
    </w:p>
    <w:p w14:paraId="36C9DC32" w14:textId="77777777" w:rsidR="00835B7B" w:rsidRPr="00E062F1" w:rsidRDefault="00835B7B" w:rsidP="00835B7B">
      <w:pPr>
        <w:pStyle w:val="B30"/>
      </w:pPr>
      <w:r w:rsidRPr="00E062F1">
        <w:t>2</w:t>
      </w:r>
      <w:r w:rsidRPr="00E062F1">
        <w:tab/>
        <w:t>presented to TSG for approval;</w:t>
      </w:r>
    </w:p>
    <w:p w14:paraId="791148DF" w14:textId="77777777" w:rsidR="00835B7B" w:rsidRPr="00E062F1" w:rsidRDefault="00835B7B" w:rsidP="00835B7B">
      <w:pPr>
        <w:pStyle w:val="B30"/>
      </w:pPr>
      <w:r w:rsidRPr="00E062F1">
        <w:t>3</w:t>
      </w:r>
      <w:r w:rsidRPr="00E062F1">
        <w:tab/>
        <w:t>or greater indicates TSG approved document under change control.</w:t>
      </w:r>
    </w:p>
    <w:p w14:paraId="272583A1" w14:textId="77777777" w:rsidR="00835B7B" w:rsidRPr="00E062F1" w:rsidRDefault="00835B7B" w:rsidP="00835B7B">
      <w:pPr>
        <w:pStyle w:val="B20"/>
      </w:pPr>
      <w:r w:rsidRPr="00E062F1">
        <w:t>y</w:t>
      </w:r>
      <w:r w:rsidRPr="00E062F1">
        <w:tab/>
        <w:t>the second digit is incremented for all changes of substance, i.e. technical enhancements, corrections, updates, etc.</w:t>
      </w:r>
    </w:p>
    <w:p w14:paraId="653791A0" w14:textId="77777777" w:rsidR="00835B7B" w:rsidRPr="00E062F1" w:rsidRDefault="00835B7B" w:rsidP="00835B7B">
      <w:pPr>
        <w:pStyle w:val="B20"/>
      </w:pPr>
      <w:r w:rsidRPr="00E062F1">
        <w:t>z</w:t>
      </w:r>
      <w:r w:rsidRPr="00E062F1">
        <w:tab/>
        <w:t>the third digit is incremented when editorial only changes have been incorporated in the document.</w:t>
      </w:r>
    </w:p>
    <w:p w14:paraId="1FDA94AC" w14:textId="77777777" w:rsidR="00835B7B" w:rsidRPr="00E062F1" w:rsidRDefault="00835B7B" w:rsidP="00835B7B">
      <w:r w:rsidRPr="00E062F1">
        <w:t>In the present document, modal verbs have the following meanings:</w:t>
      </w:r>
    </w:p>
    <w:p w14:paraId="1F865364" w14:textId="77777777" w:rsidR="00835B7B" w:rsidRPr="00E062F1" w:rsidRDefault="00835B7B" w:rsidP="00835B7B">
      <w:pPr>
        <w:pStyle w:val="EX"/>
      </w:pPr>
      <w:r w:rsidRPr="00E062F1">
        <w:rPr>
          <w:b/>
        </w:rPr>
        <w:t>shall</w:t>
      </w:r>
      <w:r w:rsidRPr="00E062F1">
        <w:tab/>
      </w:r>
      <w:r w:rsidRPr="00E062F1">
        <w:tab/>
        <w:t>indicates a mandatory requirement to do something</w:t>
      </w:r>
    </w:p>
    <w:p w14:paraId="7F39F30C" w14:textId="77777777" w:rsidR="00835B7B" w:rsidRPr="00E062F1" w:rsidRDefault="00835B7B" w:rsidP="00835B7B">
      <w:pPr>
        <w:pStyle w:val="EX"/>
      </w:pPr>
      <w:r w:rsidRPr="00E062F1">
        <w:rPr>
          <w:b/>
        </w:rPr>
        <w:t>shall not</w:t>
      </w:r>
      <w:r w:rsidRPr="00E062F1">
        <w:tab/>
        <w:t>indicates an interdiction (prohibition) to do something</w:t>
      </w:r>
    </w:p>
    <w:p w14:paraId="6D2E1DC0" w14:textId="77777777" w:rsidR="00835B7B" w:rsidRPr="00E062F1" w:rsidRDefault="00835B7B" w:rsidP="00835B7B">
      <w:r w:rsidRPr="00E062F1">
        <w:t>The constructions "shall" and "shall not" are confined to the context of normative provisions, and do not appear in Technical Reports.</w:t>
      </w:r>
    </w:p>
    <w:p w14:paraId="1D383B79" w14:textId="77777777" w:rsidR="00835B7B" w:rsidRPr="00E062F1" w:rsidRDefault="00835B7B" w:rsidP="00835B7B">
      <w:r w:rsidRPr="00E062F1">
        <w:t>The constructions "must" and "must not" are not used as substitutes for "shall" and "shall not". Their use is avoided insofar as possible, and they are not used in a normative context except in a direct citation from an external, referenced, non-3GPP document, or so as to maintain continuity of style when extending or modifying the provisions of such a referenced document.</w:t>
      </w:r>
    </w:p>
    <w:p w14:paraId="114E5A04" w14:textId="77777777" w:rsidR="00835B7B" w:rsidRPr="00E062F1" w:rsidRDefault="00835B7B" w:rsidP="00835B7B">
      <w:pPr>
        <w:pStyle w:val="EX"/>
      </w:pPr>
      <w:r w:rsidRPr="00E062F1">
        <w:rPr>
          <w:b/>
        </w:rPr>
        <w:t>should</w:t>
      </w:r>
      <w:r w:rsidRPr="00E062F1">
        <w:tab/>
      </w:r>
      <w:r w:rsidRPr="00E062F1">
        <w:tab/>
        <w:t>indicates a recommendation to do something</w:t>
      </w:r>
    </w:p>
    <w:p w14:paraId="05E002C1" w14:textId="77777777" w:rsidR="00835B7B" w:rsidRPr="00E062F1" w:rsidRDefault="00835B7B" w:rsidP="00835B7B">
      <w:pPr>
        <w:pStyle w:val="EX"/>
      </w:pPr>
      <w:r w:rsidRPr="00E062F1">
        <w:rPr>
          <w:b/>
        </w:rPr>
        <w:t>should not</w:t>
      </w:r>
      <w:r w:rsidRPr="00E062F1">
        <w:tab/>
        <w:t>indicates a recommendation not to do something</w:t>
      </w:r>
    </w:p>
    <w:p w14:paraId="7DD65B89" w14:textId="77777777" w:rsidR="00835B7B" w:rsidRPr="00E062F1" w:rsidRDefault="00835B7B" w:rsidP="00835B7B">
      <w:pPr>
        <w:pStyle w:val="EX"/>
      </w:pPr>
      <w:r w:rsidRPr="00E062F1">
        <w:rPr>
          <w:b/>
        </w:rPr>
        <w:t>may</w:t>
      </w:r>
      <w:r w:rsidRPr="00E062F1">
        <w:tab/>
      </w:r>
      <w:r w:rsidRPr="00E062F1">
        <w:tab/>
        <w:t>indicates permission to do something</w:t>
      </w:r>
    </w:p>
    <w:p w14:paraId="2382842B" w14:textId="77777777" w:rsidR="00835B7B" w:rsidRPr="00E062F1" w:rsidRDefault="00835B7B" w:rsidP="00835B7B">
      <w:pPr>
        <w:pStyle w:val="EX"/>
      </w:pPr>
      <w:r w:rsidRPr="00E062F1">
        <w:rPr>
          <w:b/>
        </w:rPr>
        <w:t>need not</w:t>
      </w:r>
      <w:r w:rsidRPr="00E062F1">
        <w:tab/>
        <w:t>indicates permission not to do something</w:t>
      </w:r>
    </w:p>
    <w:p w14:paraId="61152097" w14:textId="77777777" w:rsidR="00835B7B" w:rsidRPr="00E062F1" w:rsidRDefault="00835B7B" w:rsidP="00835B7B">
      <w:r w:rsidRPr="00E062F1">
        <w:t>The construction "may not" is ambiguous and is not used in normative elements. The unambiguous constructions "might not" or "shall not" are used instead, depending upon the meaning intended.</w:t>
      </w:r>
    </w:p>
    <w:p w14:paraId="029018D3" w14:textId="77777777" w:rsidR="00835B7B" w:rsidRPr="00E062F1" w:rsidRDefault="00835B7B" w:rsidP="00835B7B">
      <w:pPr>
        <w:pStyle w:val="EX"/>
      </w:pPr>
      <w:r w:rsidRPr="00E062F1">
        <w:rPr>
          <w:b/>
        </w:rPr>
        <w:t>can</w:t>
      </w:r>
      <w:r w:rsidRPr="00E062F1">
        <w:tab/>
      </w:r>
      <w:r w:rsidRPr="00E062F1">
        <w:tab/>
        <w:t>indicates that something is possible</w:t>
      </w:r>
    </w:p>
    <w:p w14:paraId="6D151391" w14:textId="77777777" w:rsidR="00835B7B" w:rsidRPr="00E062F1" w:rsidRDefault="00835B7B" w:rsidP="00835B7B">
      <w:pPr>
        <w:pStyle w:val="EX"/>
      </w:pPr>
      <w:r w:rsidRPr="00E062F1">
        <w:rPr>
          <w:b/>
        </w:rPr>
        <w:t>cannot</w:t>
      </w:r>
      <w:r w:rsidRPr="00E062F1">
        <w:tab/>
      </w:r>
      <w:r w:rsidRPr="00E062F1">
        <w:tab/>
        <w:t>indicates that something is impossible</w:t>
      </w:r>
    </w:p>
    <w:p w14:paraId="5C9C955E" w14:textId="77777777" w:rsidR="00835B7B" w:rsidRPr="00E062F1" w:rsidRDefault="00835B7B" w:rsidP="00835B7B">
      <w:r w:rsidRPr="00E062F1">
        <w:t>The constructions "can" and "cannot" are not substitutes for "may" and "need not".</w:t>
      </w:r>
    </w:p>
    <w:p w14:paraId="7E1B1315" w14:textId="77777777" w:rsidR="00835B7B" w:rsidRPr="00E062F1" w:rsidRDefault="00835B7B" w:rsidP="00835B7B">
      <w:pPr>
        <w:pStyle w:val="EX"/>
      </w:pPr>
      <w:r w:rsidRPr="00E062F1">
        <w:rPr>
          <w:b/>
        </w:rPr>
        <w:t>will</w:t>
      </w:r>
      <w:r w:rsidRPr="00E062F1">
        <w:tab/>
      </w:r>
      <w:r w:rsidRPr="00E062F1">
        <w:tab/>
        <w:t>indicates that something is certain or expected to happen as a result of action taken by an agency the behaviour of which is outside the scope of the present document</w:t>
      </w:r>
    </w:p>
    <w:p w14:paraId="6FB807F5" w14:textId="77777777" w:rsidR="00835B7B" w:rsidRPr="00E062F1" w:rsidRDefault="00835B7B" w:rsidP="00835B7B">
      <w:pPr>
        <w:pStyle w:val="EX"/>
      </w:pPr>
      <w:r w:rsidRPr="00E062F1">
        <w:rPr>
          <w:b/>
        </w:rPr>
        <w:t>will not</w:t>
      </w:r>
      <w:r w:rsidRPr="00E062F1">
        <w:tab/>
      </w:r>
      <w:r w:rsidRPr="00E062F1">
        <w:tab/>
        <w:t>indicates that something is certain or expected not to happen as a result of action taken by an agency the behaviour of which is outside the scope of the present document</w:t>
      </w:r>
    </w:p>
    <w:p w14:paraId="0216419C" w14:textId="77777777" w:rsidR="00835B7B" w:rsidRPr="00E062F1" w:rsidRDefault="00835B7B" w:rsidP="00835B7B">
      <w:pPr>
        <w:pStyle w:val="EX"/>
      </w:pPr>
      <w:r w:rsidRPr="00E062F1">
        <w:rPr>
          <w:b/>
        </w:rPr>
        <w:t>might</w:t>
      </w:r>
      <w:r w:rsidRPr="00E062F1">
        <w:tab/>
        <w:t>indicates a likelihood that something will happen as a result of action taken by some agency the behaviour of which is outside the scope of the present document</w:t>
      </w:r>
    </w:p>
    <w:p w14:paraId="2ADFBE09" w14:textId="77777777" w:rsidR="00835B7B" w:rsidRPr="00E062F1" w:rsidRDefault="00835B7B" w:rsidP="00835B7B">
      <w:pPr>
        <w:pStyle w:val="EX"/>
      </w:pPr>
      <w:r w:rsidRPr="00E062F1">
        <w:rPr>
          <w:b/>
        </w:rPr>
        <w:lastRenderedPageBreak/>
        <w:t>might not</w:t>
      </w:r>
      <w:r w:rsidRPr="00E062F1">
        <w:tab/>
        <w:t>indicates a likelihood that something will not happen as a result of action taken by some agency the behaviour of which is outside the scope of the present document</w:t>
      </w:r>
    </w:p>
    <w:p w14:paraId="648A3A3C" w14:textId="77777777" w:rsidR="00835B7B" w:rsidRPr="00E062F1" w:rsidRDefault="00835B7B" w:rsidP="00835B7B">
      <w:r w:rsidRPr="00E062F1">
        <w:t>In addition:</w:t>
      </w:r>
    </w:p>
    <w:p w14:paraId="25E8EDE9" w14:textId="77777777" w:rsidR="00835B7B" w:rsidRPr="00E062F1" w:rsidRDefault="00835B7B" w:rsidP="00835B7B">
      <w:pPr>
        <w:pStyle w:val="EX"/>
      </w:pPr>
      <w:r w:rsidRPr="00E062F1">
        <w:rPr>
          <w:b/>
        </w:rPr>
        <w:t>is</w:t>
      </w:r>
      <w:r w:rsidRPr="00E062F1">
        <w:tab/>
        <w:t>(or any other verb in the indicative mood) indicates a statement of fact</w:t>
      </w:r>
    </w:p>
    <w:p w14:paraId="73FBBC83" w14:textId="77777777" w:rsidR="00835B7B" w:rsidRPr="00E062F1" w:rsidRDefault="00835B7B" w:rsidP="00835B7B">
      <w:pPr>
        <w:pStyle w:val="EX"/>
      </w:pPr>
      <w:r w:rsidRPr="00E062F1">
        <w:rPr>
          <w:b/>
        </w:rPr>
        <w:t>is not</w:t>
      </w:r>
      <w:r w:rsidRPr="00E062F1">
        <w:tab/>
        <w:t>(or any other negative verb in the indicative mood) indicates a statement of fact</w:t>
      </w:r>
    </w:p>
    <w:p w14:paraId="1B7BE8A0" w14:textId="77777777" w:rsidR="00835B7B" w:rsidRPr="00E062F1" w:rsidRDefault="00835B7B" w:rsidP="00835B7B">
      <w:r w:rsidRPr="00E062F1">
        <w:t>The constructions "is" and "is not" do not indicate requirements.</w:t>
      </w:r>
    </w:p>
    <w:p w14:paraId="5A62F0AF" w14:textId="3AA76A19" w:rsidR="00F27CE0" w:rsidRPr="00E062F1" w:rsidRDefault="00F27CE0" w:rsidP="00F27CE0">
      <w:pPr>
        <w:pStyle w:val="Heading1"/>
      </w:pPr>
      <w:r w:rsidRPr="00E062F1">
        <w:br w:type="page"/>
      </w:r>
      <w:bookmarkStart w:id="23" w:name="_Toc21351479"/>
      <w:bookmarkStart w:id="24" w:name="_Toc29807061"/>
      <w:bookmarkStart w:id="25" w:name="_Toc36648775"/>
      <w:bookmarkStart w:id="26" w:name="_Toc36651500"/>
      <w:bookmarkStart w:id="27" w:name="_Toc37256434"/>
      <w:bookmarkStart w:id="28" w:name="_Toc37256775"/>
      <w:bookmarkStart w:id="29" w:name="_Toc45890463"/>
      <w:bookmarkStart w:id="30" w:name="_Toc45891687"/>
      <w:bookmarkStart w:id="31" w:name="_Toc45892097"/>
      <w:bookmarkStart w:id="32" w:name="_Toc45892507"/>
      <w:bookmarkStart w:id="33" w:name="_Toc52352920"/>
      <w:bookmarkStart w:id="34" w:name="_Toc53174743"/>
      <w:bookmarkStart w:id="35" w:name="_Toc61375892"/>
      <w:bookmarkStart w:id="36" w:name="_Toc61376304"/>
      <w:bookmarkStart w:id="37" w:name="_Toc67938574"/>
      <w:bookmarkStart w:id="38" w:name="_Toc76454176"/>
      <w:bookmarkStart w:id="39" w:name="_Toc76719596"/>
      <w:bookmarkStart w:id="40" w:name="_Toc76720116"/>
      <w:bookmarkStart w:id="41" w:name="_Toc83742813"/>
      <w:bookmarkStart w:id="42" w:name="_Toc83887188"/>
      <w:bookmarkStart w:id="43" w:name="_Toc83887989"/>
      <w:bookmarkStart w:id="44" w:name="_Toc90588643"/>
      <w:r w:rsidRPr="00E062F1">
        <w:lastRenderedPageBreak/>
        <w:t>1</w:t>
      </w:r>
      <w:r w:rsidRPr="00E062F1">
        <w:tab/>
        <w:t>Scope</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20B84DAE" w14:textId="77777777" w:rsidR="001310A1" w:rsidRPr="00E062F1" w:rsidRDefault="001310A1">
      <w:pPr>
        <w:rPr>
          <w:rFonts w:cs="v5.0.0"/>
        </w:rPr>
      </w:pPr>
      <w:r w:rsidRPr="00E062F1">
        <w:t xml:space="preserve">The present document </w:t>
      </w:r>
      <w:r w:rsidRPr="00E062F1">
        <w:rPr>
          <w:rFonts w:cs="v5.0.0"/>
        </w:rPr>
        <w:t>establishes the</w:t>
      </w:r>
      <w:r w:rsidRPr="00E062F1">
        <w:t xml:space="preserve"> minimum</w:t>
      </w:r>
      <w:r w:rsidRPr="00E062F1">
        <w:rPr>
          <w:rFonts w:cs="v5.0.0"/>
        </w:rPr>
        <w:t xml:space="preserve"> RF requirements for NR </w:t>
      </w:r>
      <w:r w:rsidRPr="00E062F1">
        <w:t xml:space="preserve">User Equipment (UE) Interworking operation with other radios. This includes but is not limited to additional requirements for carrier aggregation </w:t>
      </w:r>
      <w:r w:rsidR="001A410E" w:rsidRPr="00E062F1">
        <w:rPr>
          <w:lang w:eastAsia="zh-CN"/>
        </w:rPr>
        <w:t xml:space="preserve">or NR </w:t>
      </w:r>
      <w:r w:rsidR="001A410E" w:rsidRPr="00E062F1">
        <w:t xml:space="preserve">dual connectivity </w:t>
      </w:r>
      <w:r w:rsidRPr="00E062F1">
        <w:t>between Range 1 and Range 2 and additional requirements due to NR non-standalone (NSA) operation mode with E-UTRA.</w:t>
      </w:r>
    </w:p>
    <w:p w14:paraId="5988D976" w14:textId="77777777" w:rsidR="001310A1" w:rsidRPr="00E062F1" w:rsidRDefault="001310A1">
      <w:pPr>
        <w:pStyle w:val="Heading1"/>
      </w:pPr>
      <w:bookmarkStart w:id="45" w:name="_Toc21351480"/>
      <w:bookmarkStart w:id="46" w:name="_Toc29807062"/>
      <w:bookmarkStart w:id="47" w:name="_Toc36648776"/>
      <w:bookmarkStart w:id="48" w:name="_Toc36651501"/>
      <w:bookmarkStart w:id="49" w:name="_Toc37256435"/>
      <w:bookmarkStart w:id="50" w:name="_Toc37256776"/>
      <w:bookmarkStart w:id="51" w:name="_Toc45890464"/>
      <w:bookmarkStart w:id="52" w:name="_Toc45891688"/>
      <w:bookmarkStart w:id="53" w:name="_Toc45892098"/>
      <w:bookmarkStart w:id="54" w:name="_Toc45892508"/>
      <w:bookmarkStart w:id="55" w:name="_Toc52352921"/>
      <w:bookmarkStart w:id="56" w:name="_Toc53174744"/>
      <w:bookmarkStart w:id="57" w:name="_Toc61375893"/>
      <w:bookmarkStart w:id="58" w:name="_Toc61376305"/>
      <w:bookmarkStart w:id="59" w:name="_Toc67938575"/>
      <w:bookmarkStart w:id="60" w:name="_Toc76454177"/>
      <w:bookmarkStart w:id="61" w:name="_Toc76719597"/>
      <w:bookmarkStart w:id="62" w:name="_Toc76720117"/>
      <w:bookmarkStart w:id="63" w:name="_Toc83742814"/>
      <w:bookmarkStart w:id="64" w:name="_Toc83887189"/>
      <w:bookmarkStart w:id="65" w:name="_Toc83887990"/>
      <w:bookmarkStart w:id="66" w:name="_Toc90588644"/>
      <w:r w:rsidRPr="00E062F1">
        <w:t>2</w:t>
      </w:r>
      <w:r w:rsidRPr="00E062F1">
        <w:tab/>
        <w:t>References</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720B681E" w14:textId="77777777" w:rsidR="001310A1" w:rsidRPr="00E062F1" w:rsidRDefault="001310A1">
      <w:r w:rsidRPr="00E062F1">
        <w:t>The following documents contain provisions which, through reference in this text, constitute provisions of the present document.</w:t>
      </w:r>
    </w:p>
    <w:p w14:paraId="3AA64873" w14:textId="77777777" w:rsidR="001310A1" w:rsidRPr="00E062F1" w:rsidRDefault="001310A1" w:rsidP="001310A1">
      <w:pPr>
        <w:pStyle w:val="B10"/>
      </w:pPr>
      <w:bookmarkStart w:id="67" w:name="OLE_LINK2"/>
      <w:bookmarkStart w:id="68" w:name="OLE_LINK3"/>
      <w:bookmarkStart w:id="69" w:name="OLE_LINK4"/>
      <w:r w:rsidRPr="00E062F1">
        <w:t>-</w:t>
      </w:r>
      <w:r w:rsidRPr="00E062F1">
        <w:tab/>
        <w:t>References are either specific (identified by date of publication, edition number, version number, etc.) or non</w:t>
      </w:r>
      <w:r w:rsidRPr="00E062F1">
        <w:noBreakHyphen/>
        <w:t>specific.</w:t>
      </w:r>
    </w:p>
    <w:p w14:paraId="18363FDE" w14:textId="77777777" w:rsidR="001310A1" w:rsidRPr="00E062F1" w:rsidRDefault="001310A1" w:rsidP="001310A1">
      <w:pPr>
        <w:pStyle w:val="B10"/>
      </w:pPr>
      <w:r w:rsidRPr="00E062F1">
        <w:t>-</w:t>
      </w:r>
      <w:r w:rsidRPr="00E062F1">
        <w:tab/>
        <w:t>For a specific reference, subsequent revisions do not apply.</w:t>
      </w:r>
    </w:p>
    <w:p w14:paraId="743CE430" w14:textId="77777777" w:rsidR="001310A1" w:rsidRPr="00E062F1" w:rsidRDefault="001310A1" w:rsidP="001310A1">
      <w:pPr>
        <w:pStyle w:val="B10"/>
      </w:pPr>
      <w:r w:rsidRPr="00E062F1">
        <w:t>-</w:t>
      </w:r>
      <w:r w:rsidRPr="00E062F1">
        <w:tab/>
        <w:t>For a non-specific reference, the latest version applies. In the case of a reference to a 3GPP document (including a GSM document), a non-specific reference implicitly refers to the latest version of that document</w:t>
      </w:r>
      <w:r w:rsidRPr="00E062F1">
        <w:rPr>
          <w:i/>
        </w:rPr>
        <w:t xml:space="preserve"> in the same Release as the present document</w:t>
      </w:r>
      <w:r w:rsidRPr="00E062F1">
        <w:t>.</w:t>
      </w:r>
    </w:p>
    <w:bookmarkEnd w:id="67"/>
    <w:bookmarkEnd w:id="68"/>
    <w:bookmarkEnd w:id="69"/>
    <w:p w14:paraId="5F0AFCA6" w14:textId="77777777" w:rsidR="001310A1" w:rsidRPr="00E062F1" w:rsidRDefault="00571B04" w:rsidP="001310A1">
      <w:pPr>
        <w:pStyle w:val="EX"/>
      </w:pPr>
      <w:r w:rsidRPr="00E062F1">
        <w:t>[1]</w:t>
      </w:r>
      <w:r w:rsidR="001310A1" w:rsidRPr="00E062F1">
        <w:tab/>
        <w:t>3GPP TR 21.905: "Vocabulary for 3GPP Specifications".</w:t>
      </w:r>
    </w:p>
    <w:p w14:paraId="438B45D8" w14:textId="047C2358" w:rsidR="001310A1" w:rsidRPr="00E062F1" w:rsidRDefault="00571B04" w:rsidP="001310A1">
      <w:pPr>
        <w:pStyle w:val="EX"/>
      </w:pPr>
      <w:r w:rsidRPr="00E062F1">
        <w:t>[2]</w:t>
      </w:r>
      <w:r w:rsidR="001310A1" w:rsidRPr="00E062F1">
        <w:tab/>
        <w:t xml:space="preserve">3GPP TS 38.101-1: </w:t>
      </w:r>
      <w:r w:rsidR="00070AB5" w:rsidRPr="00E062F1">
        <w:t>"</w:t>
      </w:r>
      <w:r w:rsidR="001310A1" w:rsidRPr="00E062F1">
        <w:t>NR; User Equipment (UE) radio transmission and reception; Part 1: Range 1 Standalone</w:t>
      </w:r>
      <w:r w:rsidR="00070AB5" w:rsidRPr="00E062F1">
        <w:t>"</w:t>
      </w:r>
    </w:p>
    <w:p w14:paraId="51034BA1" w14:textId="1AA013D9" w:rsidR="001310A1" w:rsidRPr="00E062F1" w:rsidRDefault="00571B04" w:rsidP="001310A1">
      <w:pPr>
        <w:pStyle w:val="EX"/>
      </w:pPr>
      <w:r w:rsidRPr="00E062F1">
        <w:t>[3]</w:t>
      </w:r>
      <w:r w:rsidR="001310A1" w:rsidRPr="00E062F1">
        <w:tab/>
        <w:t xml:space="preserve">3GPP TS 38.101-2: </w:t>
      </w:r>
      <w:r w:rsidR="00070AB5" w:rsidRPr="00E062F1">
        <w:t>"</w:t>
      </w:r>
      <w:r w:rsidR="001310A1" w:rsidRPr="00E062F1">
        <w:t xml:space="preserve">NR; User Equipment (UE) radio transmission and reception; Part </w:t>
      </w:r>
      <w:r w:rsidR="00BE2465" w:rsidRPr="00E062F1">
        <w:t>2</w:t>
      </w:r>
      <w:r w:rsidR="001310A1" w:rsidRPr="00E062F1">
        <w:t xml:space="preserve">: Range </w:t>
      </w:r>
      <w:r w:rsidR="00BE2465" w:rsidRPr="00E062F1">
        <w:t>2</w:t>
      </w:r>
      <w:r w:rsidR="001310A1" w:rsidRPr="00E062F1">
        <w:t xml:space="preserve"> Standalone</w:t>
      </w:r>
      <w:r w:rsidR="00070AB5" w:rsidRPr="00E062F1">
        <w:t>"</w:t>
      </w:r>
    </w:p>
    <w:p w14:paraId="0679495E" w14:textId="4F66CF72" w:rsidR="001310A1" w:rsidRPr="00E062F1" w:rsidRDefault="00571B04" w:rsidP="001310A1">
      <w:pPr>
        <w:pStyle w:val="EX"/>
      </w:pPr>
      <w:r w:rsidRPr="00E062F1">
        <w:t>[4]</w:t>
      </w:r>
      <w:r w:rsidR="001310A1" w:rsidRPr="00E062F1">
        <w:tab/>
        <w:t xml:space="preserve">3GPP TS 36.101: </w:t>
      </w:r>
      <w:r w:rsidR="00070AB5" w:rsidRPr="00E062F1">
        <w:t>"</w:t>
      </w:r>
      <w:r w:rsidR="001310A1" w:rsidRPr="00E062F1">
        <w:t>Evolved Universal Terrestrial Radio Access (E-UTRA); User Equipment (UE) radio transmission and reception</w:t>
      </w:r>
      <w:r w:rsidR="00070AB5" w:rsidRPr="00E062F1">
        <w:t>"</w:t>
      </w:r>
    </w:p>
    <w:p w14:paraId="76004182" w14:textId="14219EA0" w:rsidR="001310A1" w:rsidRPr="00E062F1" w:rsidRDefault="00571B04" w:rsidP="001310A1">
      <w:pPr>
        <w:pStyle w:val="EX"/>
      </w:pPr>
      <w:r w:rsidRPr="00E062F1">
        <w:t>[5]</w:t>
      </w:r>
      <w:r w:rsidR="001310A1" w:rsidRPr="00E062F1">
        <w:tab/>
        <w:t xml:space="preserve">3GPP TS 38.521-3: </w:t>
      </w:r>
      <w:r w:rsidR="00070AB5" w:rsidRPr="00E062F1">
        <w:t>"</w:t>
      </w:r>
      <w:r w:rsidR="001310A1" w:rsidRPr="00E062F1">
        <w:rPr>
          <w:snapToGrid w:val="0"/>
        </w:rPr>
        <w:t>NR; User Equipment (UE) conformance specification; Radio transmission and reception; Part 3: Range 1 and Range 2 Interworking operation with other radios</w:t>
      </w:r>
      <w:r w:rsidR="001310A1" w:rsidRPr="00E062F1">
        <w:t>"</w:t>
      </w:r>
    </w:p>
    <w:p w14:paraId="02DE186F" w14:textId="158BDCB5" w:rsidR="001310A1" w:rsidRPr="00E062F1" w:rsidRDefault="00571B04" w:rsidP="001310A1">
      <w:pPr>
        <w:pStyle w:val="EX"/>
      </w:pPr>
      <w:r w:rsidRPr="00E062F1">
        <w:rPr>
          <w:lang w:eastAsia="zh-CN"/>
        </w:rPr>
        <w:t>[6]</w:t>
      </w:r>
      <w:r w:rsidR="001310A1" w:rsidRPr="00E062F1">
        <w:rPr>
          <w:lang w:eastAsia="zh-CN"/>
        </w:rPr>
        <w:tab/>
      </w:r>
      <w:r w:rsidR="001310A1" w:rsidRPr="00E062F1">
        <w:t>Recommendation ITU-R M.1545: "Measurement uncertainty as it applies to test limits for the terrestrial component of International Mobile Telecommunications-2000"</w:t>
      </w:r>
    </w:p>
    <w:p w14:paraId="7748BAFF" w14:textId="37527B9E" w:rsidR="00532B17" w:rsidRPr="00E062F1" w:rsidRDefault="00532B17" w:rsidP="002C04EC">
      <w:pPr>
        <w:pStyle w:val="EX"/>
      </w:pPr>
      <w:r w:rsidRPr="00E062F1">
        <w:t>[7]</w:t>
      </w:r>
      <w:r w:rsidRPr="00E062F1">
        <w:tab/>
        <w:t>3GPP TS 36.211: "E-UTRA; Physical channels and modulation"</w:t>
      </w:r>
    </w:p>
    <w:p w14:paraId="1C54A792" w14:textId="5679982D" w:rsidR="00D739FD" w:rsidRPr="00E062F1" w:rsidRDefault="00D739FD" w:rsidP="002C04EC">
      <w:pPr>
        <w:pStyle w:val="EX"/>
      </w:pPr>
      <w:r w:rsidRPr="00E062F1">
        <w:t>[8]</w:t>
      </w:r>
      <w:r w:rsidRPr="00E062F1">
        <w:tab/>
        <w:t>3GPP TS 36.331: "</w:t>
      </w:r>
      <w:r w:rsidR="003B0E38" w:rsidRPr="00E062F1">
        <w:t xml:space="preserve"> Evolved Universal Terrestrial Radio Access (E-UTRA); </w:t>
      </w:r>
      <w:r w:rsidRPr="00E062F1">
        <w:t>Radio Resource Control (RRC)</w:t>
      </w:r>
      <w:r w:rsidR="003B0E38" w:rsidRPr="00E062F1">
        <w:t>;</w:t>
      </w:r>
      <w:r w:rsidRPr="00E062F1">
        <w:t xml:space="preserve"> </w:t>
      </w:r>
      <w:r w:rsidR="003B0E38" w:rsidRPr="00E062F1">
        <w:t>P</w:t>
      </w:r>
      <w:r w:rsidRPr="00E062F1">
        <w:t>rotocol specification"</w:t>
      </w:r>
    </w:p>
    <w:p w14:paraId="725D247A" w14:textId="20419760" w:rsidR="00D739FD" w:rsidRPr="00E062F1" w:rsidRDefault="00D739FD" w:rsidP="00D739FD">
      <w:pPr>
        <w:pStyle w:val="EX"/>
      </w:pPr>
      <w:r w:rsidRPr="00E062F1">
        <w:t>[9]</w:t>
      </w:r>
      <w:r w:rsidRPr="00E062F1">
        <w:tab/>
        <w:t>3GPP TS 38.331: "</w:t>
      </w:r>
      <w:r w:rsidR="003B0E38" w:rsidRPr="00E062F1">
        <w:t xml:space="preserve">NR; </w:t>
      </w:r>
      <w:r w:rsidRPr="00E062F1">
        <w:t>Radio Resource Control (RRC) protocol specification"</w:t>
      </w:r>
    </w:p>
    <w:p w14:paraId="2B481DDF" w14:textId="77777777" w:rsidR="000E5B8D" w:rsidRPr="00E062F1" w:rsidRDefault="003B0E38" w:rsidP="000E5B8D">
      <w:pPr>
        <w:pStyle w:val="EX"/>
      </w:pPr>
      <w:r w:rsidRPr="00E062F1">
        <w:t>[10]</w:t>
      </w:r>
      <w:r w:rsidRPr="00E062F1">
        <w:tab/>
        <w:t xml:space="preserve">3GPP TS 38.213: </w:t>
      </w:r>
      <w:r w:rsidR="00070AB5" w:rsidRPr="00E062F1">
        <w:t>"</w:t>
      </w:r>
      <w:r w:rsidRPr="00E062F1">
        <w:t>NR; Physical layer procedures for control</w:t>
      </w:r>
      <w:r w:rsidR="00070AB5" w:rsidRPr="00E062F1">
        <w:t>"</w:t>
      </w:r>
    </w:p>
    <w:p w14:paraId="6CECEB48" w14:textId="16861871" w:rsidR="003B0E38" w:rsidRPr="00E062F1" w:rsidRDefault="000E5B8D" w:rsidP="000E5B8D">
      <w:pPr>
        <w:pStyle w:val="EX"/>
      </w:pPr>
      <w:r w:rsidRPr="00E062F1">
        <w:t>[</w:t>
      </w:r>
      <w:r w:rsidR="0082155D" w:rsidRPr="00E062F1">
        <w:t>11</w:t>
      </w:r>
      <w:r w:rsidRPr="00E062F1">
        <w:t>]</w:t>
      </w:r>
      <w:r w:rsidRPr="00E062F1">
        <w:tab/>
        <w:t>3GPP TS 38.306: "NR; User Equipment (UE) radio access capabilities"</w:t>
      </w:r>
    </w:p>
    <w:p w14:paraId="31645369" w14:textId="0063260E" w:rsidR="00F639C6" w:rsidRPr="00E062F1" w:rsidRDefault="00F639C6" w:rsidP="00F639C6">
      <w:pPr>
        <w:pStyle w:val="EX"/>
      </w:pPr>
      <w:r w:rsidRPr="00E062F1">
        <w:t>[12]</w:t>
      </w:r>
      <w:r w:rsidRPr="00E062F1">
        <w:tab/>
        <w:t>3GPP TS 38.133: "NR; Requirements for support of radio resource management"</w:t>
      </w:r>
    </w:p>
    <w:p w14:paraId="2D3C8FBC" w14:textId="77777777" w:rsidR="00295832" w:rsidRDefault="00420F2D" w:rsidP="00295832">
      <w:pPr>
        <w:pStyle w:val="EX"/>
        <w:rPr>
          <w:lang w:eastAsia="zh-CN"/>
        </w:rPr>
      </w:pPr>
      <w:r w:rsidRPr="00E062F1">
        <w:t>[13]</w:t>
      </w:r>
      <w:r w:rsidRPr="00E062F1">
        <w:tab/>
        <w:t>3GPP TS 38.211: "NR; Physical channels and modulation".</w:t>
      </w:r>
    </w:p>
    <w:p w14:paraId="0762DC84" w14:textId="3DF52FD6" w:rsidR="00295832" w:rsidRDefault="00295832" w:rsidP="00295832">
      <w:pPr>
        <w:pStyle w:val="EX"/>
      </w:pPr>
      <w:r>
        <w:t>[14]</w:t>
      </w:r>
      <w:r w:rsidRPr="0055738F">
        <w:tab/>
        <w:t>3GPP TS 38.214: "NR; Physical layer procedures for data"</w:t>
      </w:r>
    </w:p>
    <w:p w14:paraId="610C9A78" w14:textId="77777777" w:rsidR="00082D62" w:rsidRDefault="00082D62" w:rsidP="00082D62">
      <w:pPr>
        <w:pStyle w:val="EX"/>
        <w:rPr>
          <w:lang w:eastAsia="zh-CN"/>
        </w:rPr>
      </w:pPr>
      <w:r>
        <w:t>[1</w:t>
      </w:r>
      <w:r>
        <w:rPr>
          <w:rFonts w:hint="eastAsia"/>
          <w:lang w:eastAsia="zh-CN"/>
        </w:rPr>
        <w:t>5</w:t>
      </w:r>
      <w:r>
        <w:t>]</w:t>
      </w:r>
      <w:r>
        <w:tab/>
        <w:t>3GPP TS 38.</w:t>
      </w:r>
      <w:r>
        <w:rPr>
          <w:rFonts w:hint="eastAsia"/>
          <w:lang w:eastAsia="zh-CN"/>
        </w:rPr>
        <w:t>133</w:t>
      </w:r>
      <w:r>
        <w:t>: "NR;</w:t>
      </w:r>
      <w:r>
        <w:rPr>
          <w:rFonts w:hint="eastAsia"/>
          <w:lang w:eastAsia="zh-CN"/>
        </w:rPr>
        <w:t xml:space="preserve"> </w:t>
      </w:r>
      <w:r>
        <w:t>Requirements for support of radio resource management"</w:t>
      </w:r>
    </w:p>
    <w:p w14:paraId="319ED722" w14:textId="33A2B90A" w:rsidR="00532B17" w:rsidRPr="00E062F1" w:rsidRDefault="00082D62" w:rsidP="00295832">
      <w:pPr>
        <w:pStyle w:val="EX"/>
        <w:rPr>
          <w:lang w:eastAsia="zh-CN"/>
        </w:rPr>
      </w:pPr>
      <w:r>
        <w:t>[1</w:t>
      </w:r>
      <w:r>
        <w:rPr>
          <w:rFonts w:hint="eastAsia"/>
          <w:lang w:eastAsia="zh-CN"/>
        </w:rPr>
        <w:t>6</w:t>
      </w:r>
      <w:r>
        <w:t>]</w:t>
      </w:r>
      <w:r>
        <w:tab/>
        <w:t>3GPP TS 3</w:t>
      </w:r>
      <w:r>
        <w:rPr>
          <w:rFonts w:hint="eastAsia"/>
          <w:lang w:eastAsia="zh-CN"/>
        </w:rPr>
        <w:t>6</w:t>
      </w:r>
      <w:r>
        <w:t>.</w:t>
      </w:r>
      <w:r>
        <w:rPr>
          <w:rFonts w:hint="eastAsia"/>
          <w:lang w:eastAsia="zh-CN"/>
        </w:rPr>
        <w:t>133</w:t>
      </w:r>
      <w:r>
        <w:t>: "</w:t>
      </w:r>
      <w:r w:rsidRPr="002B4BD5">
        <w:t>Evolved Universal Terrestrial Radio Access (E-UTRA); Requirements for support of radio resource management</w:t>
      </w:r>
      <w:r>
        <w:t>"</w:t>
      </w:r>
    </w:p>
    <w:p w14:paraId="1D5C05B6" w14:textId="77777777" w:rsidR="001310A1" w:rsidRPr="00E062F1" w:rsidRDefault="001310A1">
      <w:pPr>
        <w:pStyle w:val="Heading1"/>
      </w:pPr>
      <w:bookmarkStart w:id="70" w:name="_Toc21351481"/>
      <w:bookmarkStart w:id="71" w:name="_Toc29807063"/>
      <w:bookmarkStart w:id="72" w:name="_Toc36648777"/>
      <w:bookmarkStart w:id="73" w:name="_Toc36651502"/>
      <w:bookmarkStart w:id="74" w:name="_Toc37256436"/>
      <w:bookmarkStart w:id="75" w:name="_Toc37256777"/>
      <w:bookmarkStart w:id="76" w:name="_Toc45890465"/>
      <w:bookmarkStart w:id="77" w:name="_Toc45891689"/>
      <w:bookmarkStart w:id="78" w:name="_Toc45892099"/>
      <w:bookmarkStart w:id="79" w:name="_Toc45892509"/>
      <w:bookmarkStart w:id="80" w:name="_Toc52352922"/>
      <w:bookmarkStart w:id="81" w:name="_Toc53174745"/>
      <w:bookmarkStart w:id="82" w:name="_Toc61375894"/>
      <w:bookmarkStart w:id="83" w:name="_Toc61376306"/>
      <w:bookmarkStart w:id="84" w:name="_Toc67938576"/>
      <w:bookmarkStart w:id="85" w:name="_Toc76454178"/>
      <w:bookmarkStart w:id="86" w:name="_Toc76719598"/>
      <w:bookmarkStart w:id="87" w:name="_Toc76720118"/>
      <w:bookmarkStart w:id="88" w:name="_Toc83742815"/>
      <w:bookmarkStart w:id="89" w:name="_Toc83887190"/>
      <w:bookmarkStart w:id="90" w:name="_Toc83887991"/>
      <w:bookmarkStart w:id="91" w:name="_Toc90588645"/>
      <w:r w:rsidRPr="00E062F1">
        <w:lastRenderedPageBreak/>
        <w:t>3</w:t>
      </w:r>
      <w:r w:rsidRPr="00E062F1">
        <w:tab/>
        <w:t>Definitions, symbols and abbreviations</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6E53D11D" w14:textId="77777777" w:rsidR="001310A1" w:rsidRPr="00E062F1" w:rsidRDefault="001310A1">
      <w:pPr>
        <w:pStyle w:val="Heading2"/>
      </w:pPr>
      <w:bookmarkStart w:id="92" w:name="_Toc21351482"/>
      <w:bookmarkStart w:id="93" w:name="_Toc29807064"/>
      <w:bookmarkStart w:id="94" w:name="_Toc36648778"/>
      <w:bookmarkStart w:id="95" w:name="_Toc36651503"/>
      <w:bookmarkStart w:id="96" w:name="_Toc37256437"/>
      <w:bookmarkStart w:id="97" w:name="_Toc37256778"/>
      <w:bookmarkStart w:id="98" w:name="_Toc45890466"/>
      <w:bookmarkStart w:id="99" w:name="_Toc45891690"/>
      <w:bookmarkStart w:id="100" w:name="_Toc45892100"/>
      <w:bookmarkStart w:id="101" w:name="_Toc45892510"/>
      <w:bookmarkStart w:id="102" w:name="_Toc52352923"/>
      <w:bookmarkStart w:id="103" w:name="_Toc53174746"/>
      <w:bookmarkStart w:id="104" w:name="_Toc61375895"/>
      <w:bookmarkStart w:id="105" w:name="_Toc61376307"/>
      <w:bookmarkStart w:id="106" w:name="_Toc67938577"/>
      <w:bookmarkStart w:id="107" w:name="_Toc76454179"/>
      <w:bookmarkStart w:id="108" w:name="_Toc76719599"/>
      <w:bookmarkStart w:id="109" w:name="_Toc76720119"/>
      <w:bookmarkStart w:id="110" w:name="_Toc83742816"/>
      <w:bookmarkStart w:id="111" w:name="_Toc83887191"/>
      <w:bookmarkStart w:id="112" w:name="_Toc83887992"/>
      <w:bookmarkStart w:id="113" w:name="_Toc90588646"/>
      <w:r w:rsidRPr="00E062F1">
        <w:t>3.1</w:t>
      </w:r>
      <w:r w:rsidRPr="00E062F1">
        <w:tab/>
        <w:t>Definitions</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208A26A5" w14:textId="77777777" w:rsidR="001310A1" w:rsidRPr="00E062F1" w:rsidRDefault="001310A1">
      <w:r w:rsidRPr="00E062F1">
        <w:t xml:space="preserve">For the purposes of the present document, the terms and definitions given in </w:t>
      </w:r>
      <w:bookmarkStart w:id="114" w:name="OLE_LINK6"/>
      <w:bookmarkStart w:id="115" w:name="OLE_LINK7"/>
      <w:bookmarkStart w:id="116" w:name="OLE_LINK8"/>
      <w:r w:rsidRPr="00E062F1">
        <w:t xml:space="preserve">3GPP </w:t>
      </w:r>
      <w:bookmarkEnd w:id="114"/>
      <w:bookmarkEnd w:id="115"/>
      <w:bookmarkEnd w:id="116"/>
      <w:r w:rsidRPr="00E062F1">
        <w:t>TR 21.905 </w:t>
      </w:r>
      <w:r w:rsidR="00571B04" w:rsidRPr="00E062F1">
        <w:t>[1]</w:t>
      </w:r>
      <w:r w:rsidRPr="00E062F1">
        <w:t xml:space="preserve"> and the following apply. A term defined in the present document takes precedence over the definition of the same term, if any, in 3GPP TR 21.905 </w:t>
      </w:r>
      <w:r w:rsidR="00571B04" w:rsidRPr="00E062F1">
        <w:t>[1]</w:t>
      </w:r>
      <w:r w:rsidRPr="00E062F1">
        <w:t>.</w:t>
      </w:r>
    </w:p>
    <w:p w14:paraId="216C12F7" w14:textId="77777777" w:rsidR="00A959D3" w:rsidRPr="001C0CC4" w:rsidRDefault="00A959D3" w:rsidP="00A959D3">
      <w:r w:rsidRPr="008A5A44">
        <w:rPr>
          <w:b/>
        </w:rPr>
        <w:t>Con-current operation</w:t>
      </w:r>
      <w:r>
        <w:t xml:space="preserve">: </w:t>
      </w:r>
      <w:r w:rsidRPr="00DF362D">
        <w:t>The simultaneous transmission and reception of</w:t>
      </w:r>
      <w:r>
        <w:t xml:space="preserve"> sidelink and Uu interfaces while</w:t>
      </w:r>
      <w:r w:rsidRPr="00DF362D">
        <w:t xml:space="preserve"> operation is agnostic of the service used on each interface</w:t>
      </w:r>
      <w:r>
        <w:t>.</w:t>
      </w:r>
    </w:p>
    <w:p w14:paraId="6CBF2EA4" w14:textId="77777777" w:rsidR="001310A1" w:rsidRPr="00E062F1" w:rsidRDefault="001310A1">
      <w:pPr>
        <w:pStyle w:val="Heading2"/>
      </w:pPr>
      <w:bookmarkStart w:id="117" w:name="_Toc21351483"/>
      <w:bookmarkStart w:id="118" w:name="_Toc29807065"/>
      <w:bookmarkStart w:id="119" w:name="_Toc36648779"/>
      <w:bookmarkStart w:id="120" w:name="_Toc36651504"/>
      <w:bookmarkStart w:id="121" w:name="_Toc37256438"/>
      <w:bookmarkStart w:id="122" w:name="_Toc37256779"/>
      <w:bookmarkStart w:id="123" w:name="_Toc45890467"/>
      <w:bookmarkStart w:id="124" w:name="_Toc45891691"/>
      <w:bookmarkStart w:id="125" w:name="_Toc45892101"/>
      <w:bookmarkStart w:id="126" w:name="_Toc45892511"/>
      <w:bookmarkStart w:id="127" w:name="_Toc52352924"/>
      <w:bookmarkStart w:id="128" w:name="_Toc53174747"/>
      <w:bookmarkStart w:id="129" w:name="_Toc61375896"/>
      <w:bookmarkStart w:id="130" w:name="_Toc61376308"/>
      <w:bookmarkStart w:id="131" w:name="_Toc67938578"/>
      <w:bookmarkStart w:id="132" w:name="_Toc76454180"/>
      <w:bookmarkStart w:id="133" w:name="_Toc76719600"/>
      <w:bookmarkStart w:id="134" w:name="_Toc76720120"/>
      <w:bookmarkStart w:id="135" w:name="_Toc83742817"/>
      <w:bookmarkStart w:id="136" w:name="_Toc83887192"/>
      <w:bookmarkStart w:id="137" w:name="_Toc83887993"/>
      <w:bookmarkStart w:id="138" w:name="_Toc90588647"/>
      <w:r w:rsidRPr="00E062F1">
        <w:t>3.2</w:t>
      </w:r>
      <w:r w:rsidRPr="00E062F1">
        <w:tab/>
        <w:t>Symbols</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7D6D3C4A" w14:textId="77777777" w:rsidR="001310A1" w:rsidRPr="00E062F1" w:rsidRDefault="001310A1">
      <w:pPr>
        <w:keepNext/>
      </w:pPr>
      <w:r w:rsidRPr="00E062F1">
        <w:t>For the purposes of the present document, the following symbols apply:</w:t>
      </w:r>
    </w:p>
    <w:p w14:paraId="62AEE6AE" w14:textId="77777777" w:rsidR="00400008" w:rsidRPr="00E062F1" w:rsidRDefault="00400008" w:rsidP="00400008">
      <w:pPr>
        <w:pStyle w:val="EW"/>
      </w:pPr>
      <w:r w:rsidRPr="00E062F1">
        <w:t>ΔR</w:t>
      </w:r>
      <w:r w:rsidRPr="00E062F1">
        <w:rPr>
          <w:vertAlign w:val="subscript"/>
        </w:rPr>
        <w:t>IB,c</w:t>
      </w:r>
      <w:r w:rsidRPr="00E062F1">
        <w:rPr>
          <w:vertAlign w:val="subscript"/>
        </w:rPr>
        <w:tab/>
      </w:r>
      <w:r w:rsidRPr="00E062F1">
        <w:t xml:space="preserve">Allowed reference sensitivity relaxation due to support for CA or DC operation, for serving cell </w:t>
      </w:r>
      <w:r w:rsidRPr="00E062F1">
        <w:rPr>
          <w:i/>
        </w:rPr>
        <w:t>c</w:t>
      </w:r>
      <w:r w:rsidRPr="00E062F1">
        <w:t>.</w:t>
      </w:r>
    </w:p>
    <w:p w14:paraId="6AD48E87" w14:textId="77777777" w:rsidR="00400008" w:rsidRPr="00E062F1" w:rsidRDefault="00400008" w:rsidP="00400008">
      <w:pPr>
        <w:pStyle w:val="EW"/>
      </w:pPr>
      <w:r w:rsidRPr="00E062F1">
        <w:t>ΔT</w:t>
      </w:r>
      <w:r w:rsidRPr="00E062F1">
        <w:rPr>
          <w:vertAlign w:val="subscript"/>
        </w:rPr>
        <w:t>IB,c</w:t>
      </w:r>
      <w:r w:rsidRPr="00E062F1">
        <w:rPr>
          <w:vertAlign w:val="subscript"/>
        </w:rPr>
        <w:tab/>
      </w:r>
      <w:r w:rsidRPr="00E062F1">
        <w:t xml:space="preserve">Allowed maximum configured output power relaxation due to support for CA or DC operation, for serving cell </w:t>
      </w:r>
      <w:r w:rsidRPr="00E062F1">
        <w:rPr>
          <w:i/>
        </w:rPr>
        <w:t>c</w:t>
      </w:r>
    </w:p>
    <w:p w14:paraId="776CD1C4" w14:textId="4F7ACE83" w:rsidR="00400008" w:rsidRPr="00E062F1" w:rsidRDefault="00400008" w:rsidP="00400008">
      <w:pPr>
        <w:pStyle w:val="EW"/>
      </w:pPr>
      <w:r w:rsidRPr="00E062F1">
        <w:t>BW</w:t>
      </w:r>
      <w:r w:rsidR="00BE2465" w:rsidRPr="00E062F1">
        <w:rPr>
          <w:vertAlign w:val="subscript"/>
        </w:rPr>
        <w:t>E-UTRA</w:t>
      </w:r>
      <w:r w:rsidR="006500C3" w:rsidRPr="00E062F1">
        <w:rPr>
          <w:vertAlign w:val="subscript"/>
        </w:rPr>
        <w:t>_</w:t>
      </w:r>
      <w:r w:rsidRPr="00E062F1">
        <w:rPr>
          <w:vertAlign w:val="subscript"/>
        </w:rPr>
        <w:t>Channel</w:t>
      </w:r>
      <w:r w:rsidRPr="00E062F1">
        <w:tab/>
        <w:t>Channel bandwidth of E-UTRA carrier</w:t>
      </w:r>
    </w:p>
    <w:p w14:paraId="24B84ECE" w14:textId="35514A3D" w:rsidR="00400008" w:rsidRPr="00E062F1" w:rsidRDefault="00400008" w:rsidP="00400008">
      <w:pPr>
        <w:pStyle w:val="EW"/>
      </w:pPr>
      <w:r w:rsidRPr="00E062F1">
        <w:t>BW</w:t>
      </w:r>
      <w:r w:rsidR="00BE2465" w:rsidRPr="00E062F1">
        <w:rPr>
          <w:vertAlign w:val="subscript"/>
        </w:rPr>
        <w:t>E-UTRA</w:t>
      </w:r>
      <w:r w:rsidRPr="00E062F1">
        <w:rPr>
          <w:vertAlign w:val="subscript"/>
        </w:rPr>
        <w:t>_Channel_CA</w:t>
      </w:r>
      <w:r w:rsidRPr="00E062F1">
        <w:tab/>
        <w:t>Channel bandwidth of E-UTRA sub-block which is composed of intra-band contiguous CA E-UTRA carriers</w:t>
      </w:r>
    </w:p>
    <w:p w14:paraId="4DB3FF64" w14:textId="77777777" w:rsidR="00400008" w:rsidRPr="00E062F1" w:rsidRDefault="00400008" w:rsidP="00400008">
      <w:pPr>
        <w:pStyle w:val="EW"/>
      </w:pPr>
      <w:r w:rsidRPr="00E062F1">
        <w:t>BW</w:t>
      </w:r>
      <w:r w:rsidRPr="00E062F1">
        <w:rPr>
          <w:vertAlign w:val="subscript"/>
        </w:rPr>
        <w:t>NR_Channel</w:t>
      </w:r>
      <w:r w:rsidRPr="00E062F1">
        <w:tab/>
        <w:t>Channel bandwidth of NR carrier</w:t>
      </w:r>
    </w:p>
    <w:p w14:paraId="0D596EE8" w14:textId="77777777" w:rsidR="00400008" w:rsidRPr="00E062F1" w:rsidRDefault="00400008" w:rsidP="00400008">
      <w:pPr>
        <w:pStyle w:val="EW"/>
      </w:pPr>
      <w:r w:rsidRPr="00E062F1">
        <w:t>BW</w:t>
      </w:r>
      <w:r w:rsidRPr="00E062F1">
        <w:rPr>
          <w:vertAlign w:val="subscript"/>
        </w:rPr>
        <w:t>NR_Channel_CA</w:t>
      </w:r>
      <w:r w:rsidRPr="00E062F1">
        <w:tab/>
        <w:t>Channel bandwidth of NR sub-block which is composed of intra-band contiguous CA NR carriers</w:t>
      </w:r>
    </w:p>
    <w:p w14:paraId="3B006A03" w14:textId="77777777" w:rsidR="00400008" w:rsidRPr="00E062F1" w:rsidRDefault="00400008" w:rsidP="00400008">
      <w:pPr>
        <w:pStyle w:val="EW"/>
      </w:pPr>
      <w:r w:rsidRPr="00E062F1">
        <w:t>Ceil(x)</w:t>
      </w:r>
      <w:r w:rsidRPr="00E062F1">
        <w:tab/>
        <w:t>Rounding upwards; ceil(x) is the smallest integer such that ceil(x) ≥ x</w:t>
      </w:r>
    </w:p>
    <w:p w14:paraId="19EFC39E" w14:textId="77777777" w:rsidR="00400008" w:rsidRPr="00E062F1" w:rsidRDefault="00400008" w:rsidP="00400008">
      <w:pPr>
        <w:pStyle w:val="EW"/>
      </w:pPr>
      <w:r w:rsidRPr="00E062F1">
        <w:t>EN-DC</w:t>
      </w:r>
      <w:r w:rsidRPr="00E062F1">
        <w:rPr>
          <w:vertAlign w:val="subscript"/>
        </w:rPr>
        <w:t>ACLR</w:t>
      </w:r>
      <w:r w:rsidRPr="00E062F1">
        <w:tab/>
        <w:t>The ratio of the filtered mean power centred on the aggregated sub-block bandwidth ENBW to the filtered mean power centred on an adjacent bandwidth of the same size ENBW</w:t>
      </w:r>
    </w:p>
    <w:p w14:paraId="1E3045AA" w14:textId="77777777" w:rsidR="00400008" w:rsidRPr="00E062F1" w:rsidRDefault="00400008" w:rsidP="00400008">
      <w:pPr>
        <w:pStyle w:val="EW"/>
      </w:pPr>
      <w:r w:rsidRPr="00E062F1">
        <w:t>E-UTRA</w:t>
      </w:r>
      <w:r w:rsidRPr="00E062F1">
        <w:rPr>
          <w:vertAlign w:val="subscript"/>
        </w:rPr>
        <w:t>ACLR</w:t>
      </w:r>
      <w:r w:rsidRPr="00E062F1">
        <w:rPr>
          <w:vertAlign w:val="subscript"/>
        </w:rPr>
        <w:tab/>
      </w:r>
      <w:r w:rsidRPr="00E062F1">
        <w:t>E-UTRA ACLR</w:t>
      </w:r>
    </w:p>
    <w:p w14:paraId="3CED4640" w14:textId="77777777" w:rsidR="00400008" w:rsidRPr="00E062F1" w:rsidRDefault="00400008" w:rsidP="00400008">
      <w:pPr>
        <w:pStyle w:val="EW"/>
      </w:pPr>
      <w:r w:rsidRPr="00E062F1">
        <w:t>F</w:t>
      </w:r>
      <w:r w:rsidRPr="00E062F1">
        <w:rPr>
          <w:vertAlign w:val="subscript"/>
        </w:rPr>
        <w:t>C</w:t>
      </w:r>
      <w:r w:rsidRPr="00E062F1">
        <w:rPr>
          <w:vertAlign w:val="subscript"/>
        </w:rPr>
        <w:tab/>
      </w:r>
      <w:r w:rsidRPr="00E062F1">
        <w:rPr>
          <w:i/>
          <w:iCs/>
        </w:rPr>
        <w:t xml:space="preserve">RF reference frequency </w:t>
      </w:r>
      <w:r w:rsidRPr="00E062F1">
        <w:rPr>
          <w:iCs/>
        </w:rPr>
        <w:t xml:space="preserve">for the carrier center </w:t>
      </w:r>
      <w:r w:rsidRPr="00E062F1">
        <w:t>on the channel raster</w:t>
      </w:r>
    </w:p>
    <w:p w14:paraId="75ACE7A1" w14:textId="77777777" w:rsidR="00400008" w:rsidRPr="00E062F1" w:rsidRDefault="00400008" w:rsidP="00400008">
      <w:pPr>
        <w:pStyle w:val="EW"/>
      </w:pPr>
      <w:r w:rsidRPr="00E062F1">
        <w:t>F</w:t>
      </w:r>
      <w:r w:rsidRPr="00E062F1">
        <w:rPr>
          <w:vertAlign w:val="subscript"/>
        </w:rPr>
        <w:t>DL_low</w:t>
      </w:r>
      <w:r w:rsidRPr="00E062F1">
        <w:rPr>
          <w:vertAlign w:val="subscript"/>
        </w:rPr>
        <w:tab/>
      </w:r>
      <w:r w:rsidRPr="00E062F1">
        <w:t xml:space="preserve">The lowest frequency of the downlink </w:t>
      </w:r>
      <w:r w:rsidRPr="00E062F1">
        <w:rPr>
          <w:i/>
        </w:rPr>
        <w:t>operating band</w:t>
      </w:r>
    </w:p>
    <w:p w14:paraId="053EF84A" w14:textId="77777777" w:rsidR="00400008" w:rsidRPr="00E062F1" w:rsidRDefault="00400008" w:rsidP="00400008">
      <w:pPr>
        <w:pStyle w:val="EW"/>
      </w:pPr>
      <w:r w:rsidRPr="00E062F1">
        <w:t>F</w:t>
      </w:r>
      <w:r w:rsidRPr="00E062F1">
        <w:rPr>
          <w:vertAlign w:val="subscript"/>
        </w:rPr>
        <w:t>DL_high</w:t>
      </w:r>
      <w:r w:rsidRPr="00E062F1">
        <w:rPr>
          <w:vertAlign w:val="subscript"/>
        </w:rPr>
        <w:tab/>
      </w:r>
      <w:r w:rsidRPr="00E062F1">
        <w:t xml:space="preserve">The highest frequency of the downlink </w:t>
      </w:r>
      <w:r w:rsidRPr="00E062F1">
        <w:rPr>
          <w:i/>
        </w:rPr>
        <w:t>operating band</w:t>
      </w:r>
    </w:p>
    <w:p w14:paraId="5BC7D877" w14:textId="77777777" w:rsidR="00400008" w:rsidRPr="00E062F1" w:rsidRDefault="00400008" w:rsidP="00400008">
      <w:pPr>
        <w:pStyle w:val="EW"/>
      </w:pPr>
      <w:r w:rsidRPr="00E062F1">
        <w:t>F</w:t>
      </w:r>
      <w:r w:rsidRPr="00E062F1">
        <w:rPr>
          <w:vertAlign w:val="subscript"/>
        </w:rPr>
        <w:t>UL_low</w:t>
      </w:r>
      <w:r w:rsidRPr="00E062F1">
        <w:rPr>
          <w:vertAlign w:val="subscript"/>
        </w:rPr>
        <w:tab/>
      </w:r>
      <w:r w:rsidRPr="00E062F1">
        <w:t xml:space="preserve">The lowest frequency of the uplink </w:t>
      </w:r>
      <w:r w:rsidRPr="00E062F1">
        <w:rPr>
          <w:i/>
        </w:rPr>
        <w:t>operating band</w:t>
      </w:r>
    </w:p>
    <w:p w14:paraId="1CC8462B" w14:textId="77777777" w:rsidR="00400008" w:rsidRPr="00E062F1" w:rsidRDefault="00400008" w:rsidP="00400008">
      <w:pPr>
        <w:pStyle w:val="EW"/>
        <w:rPr>
          <w:i/>
        </w:rPr>
      </w:pPr>
      <w:r w:rsidRPr="00E062F1">
        <w:t>F</w:t>
      </w:r>
      <w:r w:rsidRPr="00E062F1">
        <w:rPr>
          <w:vertAlign w:val="subscript"/>
        </w:rPr>
        <w:t>UL_high</w:t>
      </w:r>
      <w:r w:rsidRPr="00E062F1">
        <w:rPr>
          <w:vertAlign w:val="subscript"/>
        </w:rPr>
        <w:tab/>
      </w:r>
      <w:r w:rsidRPr="00E062F1">
        <w:t xml:space="preserve">The highest frequency of the uplink </w:t>
      </w:r>
      <w:r w:rsidRPr="00E062F1">
        <w:rPr>
          <w:i/>
        </w:rPr>
        <w:t>operating band</w:t>
      </w:r>
    </w:p>
    <w:p w14:paraId="4A38998A" w14:textId="77777777" w:rsidR="00400008" w:rsidRPr="00E062F1" w:rsidRDefault="00400008" w:rsidP="00400008">
      <w:pPr>
        <w:pStyle w:val="EW"/>
      </w:pPr>
      <w:r w:rsidRPr="00E062F1">
        <w:t>F</w:t>
      </w:r>
      <w:r w:rsidRPr="00E062F1">
        <w:rPr>
          <w:vertAlign w:val="subscript"/>
        </w:rPr>
        <w:t>OOB</w:t>
      </w:r>
      <w:r w:rsidRPr="00E062F1">
        <w:tab/>
        <w:t>The boundary between the NR out of band emission and spurious emission domains</w:t>
      </w:r>
    </w:p>
    <w:p w14:paraId="2928131A" w14:textId="4875FCBD" w:rsidR="00400008" w:rsidRPr="00E062F1" w:rsidRDefault="00400008">
      <w:pPr>
        <w:pStyle w:val="EW"/>
      </w:pPr>
      <w:r w:rsidRPr="00E062F1">
        <w:t>L</w:t>
      </w:r>
      <w:r w:rsidRPr="00E062F1">
        <w:rPr>
          <w:vertAlign w:val="subscript"/>
        </w:rPr>
        <w:t>CRB</w:t>
      </w:r>
      <w:r w:rsidR="002B68A9" w:rsidRPr="00E062F1">
        <w:tab/>
      </w:r>
      <w:r w:rsidRPr="00E062F1">
        <w:t>Transmission bandwidth which represents the length of a contiguous resource block allocation</w:t>
      </w:r>
      <w:r w:rsidR="00BE2465" w:rsidRPr="00E062F1">
        <w:t xml:space="preserve"> </w:t>
      </w:r>
      <w:r w:rsidRPr="00E062F1">
        <w:t>expressed in units of resource blocks</w:t>
      </w:r>
    </w:p>
    <w:p w14:paraId="0171949B" w14:textId="77777777" w:rsidR="00400008" w:rsidRPr="00E062F1" w:rsidRDefault="00400008" w:rsidP="00400008">
      <w:pPr>
        <w:pStyle w:val="EW"/>
      </w:pPr>
      <w:r w:rsidRPr="00E062F1">
        <w:t>Max()</w:t>
      </w:r>
      <w:r w:rsidRPr="00E062F1">
        <w:tab/>
        <w:t>The largest of given numbers</w:t>
      </w:r>
    </w:p>
    <w:p w14:paraId="7D5EAEB5" w14:textId="77777777" w:rsidR="00400008" w:rsidRPr="00E062F1" w:rsidRDefault="00400008" w:rsidP="00400008">
      <w:pPr>
        <w:pStyle w:val="EW"/>
      </w:pPr>
      <w:r w:rsidRPr="00E062F1">
        <w:t>Min()</w:t>
      </w:r>
      <w:r w:rsidRPr="00E062F1">
        <w:tab/>
        <w:t>The smallest of given numbers</w:t>
      </w:r>
    </w:p>
    <w:p w14:paraId="346162FF" w14:textId="77777777" w:rsidR="00400008" w:rsidRPr="00E062F1" w:rsidRDefault="00400008" w:rsidP="00400008">
      <w:pPr>
        <w:pStyle w:val="EW"/>
      </w:pPr>
      <w:r w:rsidRPr="00E062F1">
        <w:t>NR</w:t>
      </w:r>
      <w:r w:rsidRPr="00E062F1">
        <w:rPr>
          <w:vertAlign w:val="subscript"/>
        </w:rPr>
        <w:t>ACLR</w:t>
      </w:r>
      <w:r w:rsidRPr="00E062F1">
        <w:rPr>
          <w:vertAlign w:val="subscript"/>
        </w:rPr>
        <w:tab/>
      </w:r>
      <w:r w:rsidRPr="00E062F1">
        <w:t>NR ACLR</w:t>
      </w:r>
    </w:p>
    <w:p w14:paraId="171F9ECA" w14:textId="1B7CC950" w:rsidR="00400008" w:rsidRPr="00E062F1" w:rsidRDefault="00400008" w:rsidP="00400008">
      <w:pPr>
        <w:pStyle w:val="EW"/>
      </w:pPr>
      <w:r w:rsidRPr="00E062F1">
        <w:t>N</w:t>
      </w:r>
      <w:r w:rsidRPr="00E062F1">
        <w:rPr>
          <w:vertAlign w:val="subscript"/>
        </w:rPr>
        <w:t>RB</w:t>
      </w:r>
      <w:r w:rsidRPr="00E062F1">
        <w:tab/>
        <w:t>Transmission bandwidth configuration, expressed in units of resource blocks</w:t>
      </w:r>
    </w:p>
    <w:p w14:paraId="517D460E" w14:textId="77777777" w:rsidR="00420F2D" w:rsidRPr="00E062F1" w:rsidRDefault="00420F2D" w:rsidP="00420F2D">
      <w:pPr>
        <w:pStyle w:val="EW"/>
      </w:pPr>
      <w:r w:rsidRPr="00E062F1">
        <w:t>N</w:t>
      </w:r>
      <w:r w:rsidRPr="00E062F1">
        <w:rPr>
          <w:vertAlign w:val="subscript"/>
        </w:rPr>
        <w:t>RB_agg</w:t>
      </w:r>
      <w:r w:rsidRPr="00E062F1">
        <w:tab/>
        <w:t xml:space="preserve">The number of the aggregated RBs within the fully allocated aggregated channel bandwidth </w:t>
      </w:r>
    </w:p>
    <w:p w14:paraId="4DF57335" w14:textId="1E3B7815" w:rsidR="00420F2D" w:rsidRPr="00E062F1" w:rsidRDefault="00000000" w:rsidP="00420F2D">
      <w:pPr>
        <w:pStyle w:val="EW"/>
        <w:jc w:val="center"/>
      </w:pPr>
      <m:oMath>
        <m:sSub>
          <m:sSubPr>
            <m:ctrlPr>
              <w:rPr>
                <w:rFonts w:ascii="Cambria Math" w:hAnsi="Cambria Math"/>
                <w:i/>
              </w:rPr>
            </m:ctrlPr>
          </m:sSubPr>
          <m:e>
            <m:r>
              <w:rPr>
                <w:rFonts w:ascii="Cambria Math" w:hAnsi="Cambria Math"/>
              </w:rPr>
              <m:t>N</m:t>
            </m:r>
          </m:e>
          <m:sub>
            <m:r>
              <w:rPr>
                <w:rFonts w:ascii="Cambria Math" w:hAnsi="Cambria Math"/>
              </w:rPr>
              <m:t>R</m:t>
            </m:r>
            <m:sSub>
              <m:sSubPr>
                <m:ctrlPr>
                  <w:rPr>
                    <w:rFonts w:ascii="Cambria Math" w:hAnsi="Cambria Math"/>
                    <w:i/>
                  </w:rPr>
                </m:ctrlPr>
              </m:sSubPr>
              <m:e>
                <m:r>
                  <w:rPr>
                    <w:rFonts w:ascii="Cambria Math" w:hAnsi="Cambria Math"/>
                  </w:rPr>
                  <m:t>B_</m:t>
                </m:r>
              </m:e>
              <m:sub>
                <m:r>
                  <w:rPr>
                    <w:rFonts w:ascii="Cambria Math" w:hAnsi="Cambria Math"/>
                  </w:rPr>
                  <m:t>agg</m:t>
                </m:r>
              </m:sub>
            </m:sSub>
          </m:sub>
        </m:sSub>
        <m:r>
          <w:rPr>
            <w:rFonts w:ascii="Cambria Math" w:hAnsi="Cambria Math"/>
          </w:rPr>
          <m:t>=</m:t>
        </m:r>
        <m:nary>
          <m:naryPr>
            <m:chr m:val="∑"/>
            <m:limLoc m:val="subSup"/>
            <m:ctrlPr>
              <w:rPr>
                <w:rFonts w:ascii="Cambria Math" w:hAnsi="Cambria Math"/>
                <w:i/>
              </w:rPr>
            </m:ctrlPr>
          </m:naryPr>
          <m:sub>
            <m:r>
              <w:rPr>
                <w:rFonts w:ascii="Cambria Math" w:hAnsi="Cambria Math"/>
              </w:rPr>
              <m:t>1</m:t>
            </m:r>
          </m:sub>
          <m:sup>
            <m:r>
              <w:rPr>
                <w:rFonts w:ascii="Cambria Math" w:hAnsi="Cambria Math"/>
              </w:rPr>
              <m:t>j</m:t>
            </m:r>
          </m:sup>
          <m:e>
            <m:sSub>
              <m:sSubPr>
                <m:ctrlPr>
                  <w:rPr>
                    <w:rFonts w:ascii="Cambria Math" w:hAnsi="Cambria Math"/>
                    <w:i/>
                  </w:rPr>
                </m:ctrlPr>
              </m:sSubPr>
              <m:e>
                <m:r>
                  <w:rPr>
                    <w:rFonts w:ascii="Cambria Math" w:hAnsi="Cambria Math"/>
                  </w:rPr>
                  <m:t>N</m:t>
                </m:r>
              </m:e>
              <m:sub>
                <m:r>
                  <w:rPr>
                    <w:rFonts w:ascii="Cambria Math" w:hAnsi="Cambria Math"/>
                  </w:rPr>
                  <m:t>R</m:t>
                </m:r>
                <m:sSub>
                  <m:sSubPr>
                    <m:ctrlPr>
                      <w:rPr>
                        <w:rFonts w:ascii="Cambria Math" w:hAnsi="Cambria Math"/>
                        <w:i/>
                      </w:rPr>
                    </m:ctrlPr>
                  </m:sSubPr>
                  <m:e>
                    <m:r>
                      <w:rPr>
                        <w:rFonts w:ascii="Cambria Math" w:hAnsi="Cambria Math"/>
                      </w:rPr>
                      <m:t>B</m:t>
                    </m:r>
                  </m:e>
                  <m:sub>
                    <m:r>
                      <w:rPr>
                        <w:rFonts w:ascii="Cambria Math" w:hAnsi="Cambria Math"/>
                      </w:rPr>
                      <m:t>j</m:t>
                    </m:r>
                  </m:sub>
                </m:sSub>
              </m:sub>
            </m:sSub>
            <m:r>
              <w:rPr>
                <w:rFonts w:ascii="Cambria Math" w:hAnsi="Cambria Math"/>
              </w:rPr>
              <m:t>*</m:t>
            </m:r>
            <m:sSup>
              <m:sSupPr>
                <m:ctrlPr>
                  <w:rPr>
                    <w:rFonts w:ascii="Cambria Math" w:hAnsi="Cambria Math"/>
                    <w:i/>
                  </w:rPr>
                </m:ctrlPr>
              </m:sSupPr>
              <m:e>
                <m:r>
                  <w:rPr>
                    <w:rFonts w:ascii="Cambria Math" w:hAnsi="Cambria Math"/>
                  </w:rPr>
                  <m:t>2</m:t>
                </m:r>
              </m:e>
              <m:sup>
                <m:sSub>
                  <m:sSubPr>
                    <m:ctrlPr>
                      <w:rPr>
                        <w:rFonts w:ascii="Cambria Math" w:hAnsi="Cambria Math"/>
                        <w:i/>
                      </w:rPr>
                    </m:ctrlPr>
                  </m:sSubPr>
                  <m:e>
                    <m:r>
                      <w:rPr>
                        <w:rFonts w:ascii="Cambria Math" w:hAnsi="Cambria Math"/>
                      </w:rPr>
                      <m:t>μ</m:t>
                    </m:r>
                  </m:e>
                  <m:sub>
                    <m:r>
                      <w:rPr>
                        <w:rFonts w:ascii="Cambria Math" w:hAnsi="Cambria Math"/>
                      </w:rPr>
                      <m:t>j</m:t>
                    </m:r>
                  </m:sub>
                </m:sSub>
              </m:sup>
            </m:sSup>
          </m:e>
        </m:nary>
      </m:oMath>
      <w:r w:rsidR="00420F2D" w:rsidRPr="00E062F1">
        <w:t xml:space="preserve">  for carrier 1 to j, where </w:t>
      </w:r>
      <w:r w:rsidR="00420F2D" w:rsidRPr="00E062F1">
        <w:rPr>
          <w:i/>
        </w:rPr>
        <w:t>μ</w:t>
      </w:r>
      <w:r w:rsidR="00420F2D" w:rsidRPr="00E062F1">
        <w:t xml:space="preserve"> is defined in TS 38.211 [13]</w:t>
      </w:r>
    </w:p>
    <w:p w14:paraId="5C519636" w14:textId="77777777" w:rsidR="00420F2D" w:rsidRPr="00E062F1" w:rsidRDefault="00420F2D" w:rsidP="008322E0">
      <w:pPr>
        <w:pStyle w:val="EW"/>
      </w:pPr>
      <w:r w:rsidRPr="00E062F1">
        <w:t>N</w:t>
      </w:r>
      <w:r w:rsidRPr="00E062F1">
        <w:rPr>
          <w:vertAlign w:val="subscript"/>
        </w:rPr>
        <w:t>RB,c</w:t>
      </w:r>
      <w:r w:rsidRPr="00E062F1">
        <w:tab/>
        <w:t>The transmission bandwidth configuration of component carrier c, expressed in units of resource blocks</w:t>
      </w:r>
    </w:p>
    <w:p w14:paraId="1D43D17D" w14:textId="0DD649B2" w:rsidR="00420F2D" w:rsidRPr="00E062F1" w:rsidRDefault="00000000" w:rsidP="00420F2D">
      <w:pPr>
        <w:pStyle w:val="EW"/>
        <w:jc w:val="center"/>
      </w:pPr>
      <m:oMath>
        <m:sSub>
          <m:sSubPr>
            <m:ctrlPr>
              <w:rPr>
                <w:rFonts w:ascii="Cambria Math" w:hAnsi="Cambria Math"/>
                <w:i/>
              </w:rPr>
            </m:ctrlPr>
          </m:sSubPr>
          <m:e>
            <m:r>
              <w:rPr>
                <w:rFonts w:ascii="Cambria Math" w:hAnsi="Cambria Math"/>
              </w:rPr>
              <m:t>N</m:t>
            </m:r>
          </m:e>
          <m:sub>
            <m:r>
              <w:rPr>
                <w:rFonts w:ascii="Cambria Math" w:hAnsi="Cambria Math"/>
              </w:rPr>
              <m:t>RB,cj</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R</m:t>
            </m:r>
            <m:sSub>
              <m:sSubPr>
                <m:ctrlPr>
                  <w:rPr>
                    <w:rFonts w:ascii="Cambria Math" w:hAnsi="Cambria Math"/>
                    <w:i/>
                  </w:rPr>
                </m:ctrlPr>
              </m:sSubPr>
              <m:e>
                <m:r>
                  <w:rPr>
                    <w:rFonts w:ascii="Cambria Math" w:hAnsi="Cambria Math"/>
                  </w:rPr>
                  <m:t>B</m:t>
                </m:r>
              </m:e>
              <m:sub>
                <m:r>
                  <w:rPr>
                    <w:rFonts w:ascii="Cambria Math" w:hAnsi="Cambria Math"/>
                  </w:rPr>
                  <m:t>j</m:t>
                </m:r>
              </m:sub>
            </m:sSub>
          </m:sub>
        </m:sSub>
        <m:r>
          <w:rPr>
            <w:rFonts w:ascii="Cambria Math" w:hAnsi="Cambria Math"/>
          </w:rPr>
          <m:t>*</m:t>
        </m:r>
        <m:sSup>
          <m:sSupPr>
            <m:ctrlPr>
              <w:rPr>
                <w:rFonts w:ascii="Cambria Math" w:hAnsi="Cambria Math"/>
                <w:i/>
              </w:rPr>
            </m:ctrlPr>
          </m:sSupPr>
          <m:e>
            <m:r>
              <w:rPr>
                <w:rFonts w:ascii="Cambria Math" w:hAnsi="Cambria Math"/>
              </w:rPr>
              <m:t>2</m:t>
            </m:r>
          </m:e>
          <m:sup>
            <m:sSub>
              <m:sSubPr>
                <m:ctrlPr>
                  <w:rPr>
                    <w:rFonts w:ascii="Cambria Math" w:hAnsi="Cambria Math"/>
                    <w:i/>
                  </w:rPr>
                </m:ctrlPr>
              </m:sSubPr>
              <m:e>
                <m:r>
                  <w:rPr>
                    <w:rFonts w:ascii="Cambria Math" w:hAnsi="Cambria Math"/>
                  </w:rPr>
                  <m:t>μ</m:t>
                </m:r>
              </m:e>
              <m:sub>
                <m:r>
                  <w:rPr>
                    <w:rFonts w:ascii="Cambria Math" w:hAnsi="Cambria Math"/>
                  </w:rPr>
                  <m:t>j</m:t>
                </m:r>
              </m:sub>
            </m:sSub>
          </m:sup>
        </m:sSup>
      </m:oMath>
      <w:r w:rsidR="00420F2D" w:rsidRPr="00E062F1">
        <w:t xml:space="preserve">  for carrier j, where </w:t>
      </w:r>
      <w:r w:rsidR="00420F2D" w:rsidRPr="00E062F1">
        <w:rPr>
          <w:i/>
        </w:rPr>
        <w:t>μ</w:t>
      </w:r>
      <w:r w:rsidR="00420F2D" w:rsidRPr="00E062F1">
        <w:t xml:space="preserve"> is defined in TS 38.211 [13]</w:t>
      </w:r>
    </w:p>
    <w:p w14:paraId="331B702B" w14:textId="77777777" w:rsidR="00400008" w:rsidRPr="00E062F1" w:rsidRDefault="00400008" w:rsidP="00400008">
      <w:pPr>
        <w:pStyle w:val="EW"/>
      </w:pPr>
      <w:r w:rsidRPr="00E062F1">
        <w:t>P</w:t>
      </w:r>
      <w:r w:rsidRPr="00E062F1">
        <w:rPr>
          <w:vertAlign w:val="subscript"/>
        </w:rPr>
        <w:t>CMAX</w:t>
      </w:r>
      <w:r w:rsidRPr="00E062F1">
        <w:rPr>
          <w:vertAlign w:val="subscript"/>
        </w:rPr>
        <w:tab/>
      </w:r>
      <w:r w:rsidRPr="00E062F1">
        <w:t>The configured maximum UE output power</w:t>
      </w:r>
    </w:p>
    <w:p w14:paraId="3EAAF1B8" w14:textId="77777777" w:rsidR="00400008" w:rsidRPr="00E062F1" w:rsidRDefault="00400008" w:rsidP="00400008">
      <w:pPr>
        <w:pStyle w:val="EW"/>
      </w:pPr>
      <w:r w:rsidRPr="00E062F1">
        <w:t>RB</w:t>
      </w:r>
      <w:r w:rsidRPr="00E062F1">
        <w:rPr>
          <w:vertAlign w:val="subscript"/>
        </w:rPr>
        <w:t>start</w:t>
      </w:r>
      <w:r w:rsidR="002B68A9" w:rsidRPr="00E062F1">
        <w:tab/>
      </w:r>
      <w:r w:rsidRPr="00E062F1">
        <w:t>Indicates the lowest RB index of transmitted resource blocks</w:t>
      </w:r>
    </w:p>
    <w:p w14:paraId="3F08005A" w14:textId="77777777" w:rsidR="001310A1" w:rsidRPr="00E062F1" w:rsidRDefault="00400008" w:rsidP="00400008">
      <w:pPr>
        <w:pStyle w:val="EW"/>
      </w:pPr>
      <w:r w:rsidRPr="00E062F1">
        <w:t>W</w:t>
      </w:r>
      <w:r w:rsidRPr="00E062F1">
        <w:rPr>
          <w:vertAlign w:val="subscript"/>
        </w:rPr>
        <w:t>gap</w:t>
      </w:r>
      <w:r w:rsidR="002B68A9" w:rsidRPr="00E062F1">
        <w:tab/>
      </w:r>
      <w:r w:rsidRPr="00E062F1">
        <w:t>The sub-block gap between the two sub-blocks</w:t>
      </w:r>
    </w:p>
    <w:p w14:paraId="310254BD" w14:textId="77777777" w:rsidR="001310A1" w:rsidRPr="00E062F1" w:rsidRDefault="001310A1">
      <w:pPr>
        <w:pStyle w:val="Heading2"/>
      </w:pPr>
      <w:bookmarkStart w:id="139" w:name="_Toc21351484"/>
      <w:bookmarkStart w:id="140" w:name="_Toc29807066"/>
      <w:bookmarkStart w:id="141" w:name="_Toc36648780"/>
      <w:bookmarkStart w:id="142" w:name="_Toc36651505"/>
      <w:bookmarkStart w:id="143" w:name="_Toc37256439"/>
      <w:bookmarkStart w:id="144" w:name="_Toc37256780"/>
      <w:bookmarkStart w:id="145" w:name="_Toc45890468"/>
      <w:bookmarkStart w:id="146" w:name="_Toc45891692"/>
      <w:bookmarkStart w:id="147" w:name="_Toc45892102"/>
      <w:bookmarkStart w:id="148" w:name="_Toc45892512"/>
      <w:bookmarkStart w:id="149" w:name="_Toc52352925"/>
      <w:bookmarkStart w:id="150" w:name="_Toc53174748"/>
      <w:bookmarkStart w:id="151" w:name="_Toc61375897"/>
      <w:bookmarkStart w:id="152" w:name="_Toc61376309"/>
      <w:bookmarkStart w:id="153" w:name="_Toc67938579"/>
      <w:bookmarkStart w:id="154" w:name="_Toc76454181"/>
      <w:bookmarkStart w:id="155" w:name="_Toc76719601"/>
      <w:bookmarkStart w:id="156" w:name="_Toc76720121"/>
      <w:bookmarkStart w:id="157" w:name="_Toc83742818"/>
      <w:bookmarkStart w:id="158" w:name="_Toc83887193"/>
      <w:bookmarkStart w:id="159" w:name="_Toc83887994"/>
      <w:bookmarkStart w:id="160" w:name="_Toc90588648"/>
      <w:r w:rsidRPr="00E062F1">
        <w:t>3.3</w:t>
      </w:r>
      <w:r w:rsidRPr="00E062F1">
        <w:tab/>
        <w:t>Abbreviations</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41799A8C" w14:textId="77777777" w:rsidR="001310A1" w:rsidRPr="00E062F1" w:rsidRDefault="001310A1">
      <w:pPr>
        <w:keepNext/>
      </w:pPr>
      <w:r w:rsidRPr="00E062F1">
        <w:t xml:space="preserve">For the purposes of the present document, the abbreviations given in 3GPP TR 21.905 </w:t>
      </w:r>
      <w:r w:rsidR="00571B04" w:rsidRPr="00E062F1">
        <w:t>[1]</w:t>
      </w:r>
      <w:r w:rsidRPr="00E062F1">
        <w:t xml:space="preserve"> and the following apply. An abbreviation defined in the present document takes precedence over the definition of the same abbreviation, if any, in 3GPP TR 21.905 </w:t>
      </w:r>
      <w:r w:rsidR="00571B04" w:rsidRPr="00E062F1">
        <w:t>[1]</w:t>
      </w:r>
      <w:r w:rsidRPr="00E062F1">
        <w:t>.</w:t>
      </w:r>
    </w:p>
    <w:p w14:paraId="712AB610" w14:textId="77777777" w:rsidR="00815854" w:rsidRPr="00E062F1" w:rsidRDefault="00815854" w:rsidP="00815854">
      <w:pPr>
        <w:pStyle w:val="EW"/>
      </w:pPr>
      <w:r w:rsidRPr="00E062F1">
        <w:t>ACLR</w:t>
      </w:r>
      <w:r w:rsidRPr="00E062F1">
        <w:tab/>
        <w:t>Adjacent Channel Leakage Ratio</w:t>
      </w:r>
    </w:p>
    <w:p w14:paraId="0E976F6A" w14:textId="77777777" w:rsidR="00815854" w:rsidRPr="00E062F1" w:rsidRDefault="00815854" w:rsidP="00815854">
      <w:pPr>
        <w:pStyle w:val="EW"/>
      </w:pPr>
      <w:r w:rsidRPr="00E062F1">
        <w:t>ACS</w:t>
      </w:r>
      <w:r w:rsidRPr="00E062F1">
        <w:tab/>
        <w:t>Adjacent Channel Selectivity</w:t>
      </w:r>
    </w:p>
    <w:p w14:paraId="6299E2B0" w14:textId="77777777" w:rsidR="00815854" w:rsidRPr="00E062F1" w:rsidRDefault="00815854" w:rsidP="00815854">
      <w:pPr>
        <w:pStyle w:val="EW"/>
      </w:pPr>
      <w:r w:rsidRPr="00E062F1">
        <w:t>A-MPR</w:t>
      </w:r>
      <w:r w:rsidRPr="00E062F1">
        <w:tab/>
        <w:t>Additional Maximum Power Reduction</w:t>
      </w:r>
    </w:p>
    <w:p w14:paraId="449A6815" w14:textId="77777777" w:rsidR="00815854" w:rsidRPr="00E062F1" w:rsidRDefault="00815854" w:rsidP="00815854">
      <w:pPr>
        <w:pStyle w:val="EW"/>
      </w:pPr>
      <w:r w:rsidRPr="00E062F1">
        <w:t>BCS</w:t>
      </w:r>
      <w:r w:rsidRPr="00E062F1">
        <w:tab/>
        <w:t>Bandwidth Combination Set</w:t>
      </w:r>
    </w:p>
    <w:p w14:paraId="7297C7EA" w14:textId="77777777" w:rsidR="00815854" w:rsidRPr="00E062F1" w:rsidRDefault="00815854" w:rsidP="00815854">
      <w:pPr>
        <w:pStyle w:val="EW"/>
      </w:pPr>
      <w:r w:rsidRPr="00E062F1">
        <w:lastRenderedPageBreak/>
        <w:t>CA</w:t>
      </w:r>
      <w:r w:rsidRPr="00E062F1">
        <w:tab/>
        <w:t>Carrier Aggregation</w:t>
      </w:r>
    </w:p>
    <w:p w14:paraId="43DD577D" w14:textId="716DAF48" w:rsidR="00815854" w:rsidRPr="00E062F1" w:rsidRDefault="00815854" w:rsidP="00815854">
      <w:pPr>
        <w:pStyle w:val="EW"/>
      </w:pPr>
      <w:r w:rsidRPr="00E062F1">
        <w:t>CC</w:t>
      </w:r>
      <w:r w:rsidRPr="00E062F1">
        <w:tab/>
        <w:t xml:space="preserve">Component </w:t>
      </w:r>
      <w:r w:rsidR="00BE2465" w:rsidRPr="00E062F1">
        <w:t>C</w:t>
      </w:r>
      <w:r w:rsidRPr="00E062F1">
        <w:t>arrier</w:t>
      </w:r>
    </w:p>
    <w:p w14:paraId="4A611B65" w14:textId="58F709B5" w:rsidR="00A959D3" w:rsidRDefault="00815854" w:rsidP="00A959D3">
      <w:pPr>
        <w:pStyle w:val="EW"/>
      </w:pPr>
      <w:r w:rsidRPr="00E062F1">
        <w:t>DC</w:t>
      </w:r>
      <w:r w:rsidRPr="00E062F1">
        <w:tab/>
        <w:t>Dual Connectivity</w:t>
      </w:r>
    </w:p>
    <w:p w14:paraId="1D723D70" w14:textId="41DF3DC8" w:rsidR="00815854" w:rsidRPr="00E062F1" w:rsidRDefault="00A959D3" w:rsidP="00815854">
      <w:pPr>
        <w:pStyle w:val="EW"/>
      </w:pPr>
      <w:r>
        <w:t>EIRP</w:t>
      </w:r>
      <w:r>
        <w:tab/>
      </w:r>
      <w:r w:rsidRPr="001C0CC4">
        <w:rPr>
          <w:rFonts w:cs="v4.2.0"/>
        </w:rPr>
        <w:t>E</w:t>
      </w:r>
      <w:r>
        <w:rPr>
          <w:rFonts w:cs="v4.2.0"/>
        </w:rPr>
        <w:t>quivalent Isotropically Radiated Power</w:t>
      </w:r>
    </w:p>
    <w:p w14:paraId="42ABC229" w14:textId="77777777" w:rsidR="00815854" w:rsidRPr="00E062F1" w:rsidRDefault="00815854" w:rsidP="00815854">
      <w:pPr>
        <w:pStyle w:val="EW"/>
      </w:pPr>
      <w:r w:rsidRPr="00E062F1">
        <w:t>EN-DC</w:t>
      </w:r>
      <w:r w:rsidRPr="00E062F1">
        <w:tab/>
        <w:t>E-UTRA/NR DC</w:t>
      </w:r>
    </w:p>
    <w:p w14:paraId="52447BE1" w14:textId="02CE9FC3" w:rsidR="00815854" w:rsidRPr="00E062F1" w:rsidRDefault="00815854" w:rsidP="00815854">
      <w:pPr>
        <w:pStyle w:val="EW"/>
      </w:pPr>
      <w:r w:rsidRPr="00E062F1">
        <w:t>EVM</w:t>
      </w:r>
      <w:r w:rsidRPr="00E062F1">
        <w:tab/>
        <w:t>Error Vector Magnitude</w:t>
      </w:r>
    </w:p>
    <w:p w14:paraId="4BD39D55" w14:textId="3F0C5E4E" w:rsidR="00A12B0C" w:rsidRPr="00E062F1" w:rsidRDefault="00A12B0C" w:rsidP="00815854">
      <w:pPr>
        <w:pStyle w:val="EW"/>
      </w:pPr>
      <w:r w:rsidRPr="00E062F1">
        <w:t>FDM</w:t>
      </w:r>
      <w:r w:rsidRPr="00E062F1">
        <w:tab/>
        <w:t>Frequency Division Multiplexing</w:t>
      </w:r>
    </w:p>
    <w:p w14:paraId="2851508A" w14:textId="77777777" w:rsidR="00815854" w:rsidRPr="00E062F1" w:rsidRDefault="00815854" w:rsidP="00815854">
      <w:pPr>
        <w:pStyle w:val="EW"/>
      </w:pPr>
      <w:r w:rsidRPr="00E062F1">
        <w:t>FR</w:t>
      </w:r>
      <w:r w:rsidRPr="00E062F1">
        <w:tab/>
        <w:t>Frequency Range</w:t>
      </w:r>
    </w:p>
    <w:p w14:paraId="528B83E4" w14:textId="149EB3E6" w:rsidR="00815854" w:rsidRDefault="00815854" w:rsidP="00815854">
      <w:pPr>
        <w:pStyle w:val="EW"/>
      </w:pPr>
      <w:r w:rsidRPr="00E062F1">
        <w:t>ENBW</w:t>
      </w:r>
      <w:r w:rsidRPr="00E062F1">
        <w:tab/>
        <w:t>The aggregated bandwidth of an E-UTRA sub-block and an adjacent NR sub-block</w:t>
      </w:r>
    </w:p>
    <w:p w14:paraId="2768443D" w14:textId="60D154EB" w:rsidR="00A959D3" w:rsidRPr="00E062F1" w:rsidRDefault="00A959D3" w:rsidP="00815854">
      <w:pPr>
        <w:pStyle w:val="EW"/>
      </w:pPr>
      <w:r>
        <w:t>ITS</w:t>
      </w:r>
      <w:r w:rsidRPr="001C0CC4">
        <w:tab/>
      </w:r>
      <w:r>
        <w:t>Intelligent Transportation System</w:t>
      </w:r>
    </w:p>
    <w:p w14:paraId="4D4F9FCA" w14:textId="17EA4815" w:rsidR="00815854" w:rsidRPr="00E062F1" w:rsidRDefault="00815854" w:rsidP="00815854">
      <w:pPr>
        <w:pStyle w:val="EW"/>
      </w:pPr>
      <w:r w:rsidRPr="00E062F1">
        <w:t>ITU</w:t>
      </w:r>
      <w:r w:rsidR="00BE2465" w:rsidRPr="00E062F1">
        <w:t>-</w:t>
      </w:r>
      <w:r w:rsidRPr="00E062F1">
        <w:t>R</w:t>
      </w:r>
      <w:r w:rsidRPr="00E062F1">
        <w:tab/>
        <w:t>Radiocommunication Sector of the International Telecommunication Union</w:t>
      </w:r>
    </w:p>
    <w:p w14:paraId="02B1D9AF" w14:textId="77777777" w:rsidR="00815854" w:rsidRPr="00E062F1" w:rsidRDefault="00815854" w:rsidP="00815854">
      <w:pPr>
        <w:pStyle w:val="EW"/>
      </w:pPr>
      <w:r w:rsidRPr="00E062F1">
        <w:t>MBW</w:t>
      </w:r>
      <w:r w:rsidRPr="00E062F1">
        <w:tab/>
        <w:t>Measurement bandwidth defined for the protected band</w:t>
      </w:r>
    </w:p>
    <w:p w14:paraId="7BF8C51E" w14:textId="77777777" w:rsidR="00815854" w:rsidRPr="00E062F1" w:rsidRDefault="00815854" w:rsidP="00815854">
      <w:pPr>
        <w:pStyle w:val="EW"/>
      </w:pPr>
      <w:r w:rsidRPr="00E062F1">
        <w:t>MPR</w:t>
      </w:r>
      <w:r w:rsidRPr="00E062F1">
        <w:tab/>
        <w:t>Allowed maximum power reduction</w:t>
      </w:r>
    </w:p>
    <w:p w14:paraId="11AF1919" w14:textId="77777777" w:rsidR="00815854" w:rsidRPr="00E062F1" w:rsidRDefault="00815854" w:rsidP="00815854">
      <w:pPr>
        <w:pStyle w:val="EW"/>
      </w:pPr>
      <w:r w:rsidRPr="00E062F1">
        <w:t>MSD</w:t>
      </w:r>
      <w:r w:rsidRPr="00E062F1">
        <w:tab/>
        <w:t>Maximum Sensitivity Degradation</w:t>
      </w:r>
    </w:p>
    <w:p w14:paraId="05628E9B" w14:textId="77777777" w:rsidR="00815854" w:rsidRPr="00E062F1" w:rsidRDefault="00815854" w:rsidP="00815854">
      <w:pPr>
        <w:pStyle w:val="EW"/>
      </w:pPr>
      <w:r w:rsidRPr="00E062F1">
        <w:t>MCG</w:t>
      </w:r>
      <w:r w:rsidRPr="00E062F1">
        <w:tab/>
        <w:t>Master Cell Group</w:t>
      </w:r>
    </w:p>
    <w:p w14:paraId="31057E77" w14:textId="77777777" w:rsidR="00815854" w:rsidRPr="00E062F1" w:rsidRDefault="00815854" w:rsidP="00815854">
      <w:pPr>
        <w:pStyle w:val="EW"/>
      </w:pPr>
      <w:r w:rsidRPr="00E062F1">
        <w:t>NR</w:t>
      </w:r>
      <w:r w:rsidRPr="00E062F1">
        <w:tab/>
        <w:t>New Radio</w:t>
      </w:r>
    </w:p>
    <w:p w14:paraId="3AD170E0" w14:textId="77777777" w:rsidR="00815854" w:rsidRPr="00E062F1" w:rsidRDefault="00815854" w:rsidP="00815854">
      <w:pPr>
        <w:pStyle w:val="EW"/>
      </w:pPr>
      <w:r w:rsidRPr="00E062F1">
        <w:t>NS</w:t>
      </w:r>
      <w:r w:rsidRPr="00E062F1">
        <w:tab/>
        <w:t>Network Signalling</w:t>
      </w:r>
    </w:p>
    <w:p w14:paraId="0FE40C75" w14:textId="77777777" w:rsidR="001310A1" w:rsidRPr="00E062F1" w:rsidRDefault="001310A1" w:rsidP="00815854">
      <w:pPr>
        <w:pStyle w:val="EW"/>
      </w:pPr>
      <w:r w:rsidRPr="00E062F1">
        <w:t>NSA</w:t>
      </w:r>
      <w:r w:rsidRPr="00E062F1">
        <w:tab/>
        <w:t>Non-Standalone, a mode of operation where operation of an other radio is assisted with an other radio</w:t>
      </w:r>
    </w:p>
    <w:p w14:paraId="3ABE9821" w14:textId="77777777" w:rsidR="00815854" w:rsidRPr="00E062F1" w:rsidRDefault="00815854" w:rsidP="00815854">
      <w:pPr>
        <w:pStyle w:val="EW"/>
      </w:pPr>
      <w:r w:rsidRPr="00E062F1">
        <w:t>OOB</w:t>
      </w:r>
      <w:r w:rsidRPr="00E062F1">
        <w:tab/>
        <w:t>Out-of-band</w:t>
      </w:r>
    </w:p>
    <w:p w14:paraId="3CDF0999" w14:textId="77777777" w:rsidR="00815854" w:rsidRPr="00E062F1" w:rsidRDefault="00815854" w:rsidP="00815854">
      <w:pPr>
        <w:pStyle w:val="EW"/>
      </w:pPr>
      <w:r w:rsidRPr="00E062F1">
        <w:t>OOBE</w:t>
      </w:r>
      <w:r w:rsidRPr="00E062F1">
        <w:tab/>
        <w:t>Out-of-band emission</w:t>
      </w:r>
    </w:p>
    <w:p w14:paraId="538003BA" w14:textId="77777777" w:rsidR="00815854" w:rsidRPr="00E062F1" w:rsidRDefault="00815854" w:rsidP="00815854">
      <w:pPr>
        <w:pStyle w:val="EW"/>
      </w:pPr>
      <w:r w:rsidRPr="00E062F1">
        <w:t>OTA</w:t>
      </w:r>
      <w:r w:rsidRPr="00E062F1">
        <w:tab/>
        <w:t>Over The Air</w:t>
      </w:r>
    </w:p>
    <w:p w14:paraId="711BEBE8" w14:textId="277997D9" w:rsidR="00815854" w:rsidRDefault="00815854" w:rsidP="00815854">
      <w:pPr>
        <w:pStyle w:val="EW"/>
      </w:pPr>
      <w:r w:rsidRPr="00E062F1">
        <w:t>PRB</w:t>
      </w:r>
      <w:r w:rsidRPr="00E062F1">
        <w:tab/>
        <w:t>Physical Resource Block</w:t>
      </w:r>
    </w:p>
    <w:p w14:paraId="04D7BEC0" w14:textId="77777777" w:rsidR="00A959D3" w:rsidRDefault="00A959D3" w:rsidP="00A959D3">
      <w:pPr>
        <w:pStyle w:val="EW"/>
      </w:pPr>
      <w:r w:rsidRPr="00E26D09">
        <w:rPr>
          <w:lang w:eastAsia="zh-CN"/>
        </w:rPr>
        <w:t>P</w:t>
      </w:r>
      <w:r>
        <w:rPr>
          <w:lang w:eastAsia="zh-CN"/>
        </w:rPr>
        <w:t>SCCH</w:t>
      </w:r>
      <w:r w:rsidRPr="00E26D09">
        <w:rPr>
          <w:lang w:eastAsia="zh-CN"/>
        </w:rPr>
        <w:tab/>
      </w:r>
      <w:r w:rsidRPr="00E26D09">
        <w:t>P</w:t>
      </w:r>
      <w:r>
        <w:t>hysical Sidelink Control CHannel</w:t>
      </w:r>
    </w:p>
    <w:p w14:paraId="7EC31720" w14:textId="6254D450" w:rsidR="00A959D3" w:rsidRPr="00E062F1" w:rsidRDefault="00A959D3" w:rsidP="00815854">
      <w:pPr>
        <w:pStyle w:val="EW"/>
      </w:pPr>
      <w:r w:rsidRPr="00E26D09">
        <w:rPr>
          <w:lang w:eastAsia="zh-CN"/>
        </w:rPr>
        <w:t>P</w:t>
      </w:r>
      <w:r>
        <w:rPr>
          <w:lang w:eastAsia="zh-CN"/>
        </w:rPr>
        <w:t>SSCH</w:t>
      </w:r>
      <w:r w:rsidRPr="00E26D09">
        <w:rPr>
          <w:lang w:eastAsia="zh-CN"/>
        </w:rPr>
        <w:tab/>
      </w:r>
      <w:r w:rsidRPr="00E26D09">
        <w:t>P</w:t>
      </w:r>
      <w:r>
        <w:t>hysical Sidelink Shared CHannel</w:t>
      </w:r>
      <w:r w:rsidRPr="001F078B">
        <w:t xml:space="preserve"> </w:t>
      </w:r>
    </w:p>
    <w:p w14:paraId="57360E5A" w14:textId="77777777" w:rsidR="00815854" w:rsidRPr="00E062F1" w:rsidRDefault="00815854" w:rsidP="00815854">
      <w:pPr>
        <w:pStyle w:val="EW"/>
      </w:pPr>
      <w:r w:rsidRPr="00E062F1">
        <w:t>RE</w:t>
      </w:r>
      <w:r w:rsidRPr="00E062F1">
        <w:tab/>
        <w:t>Resource Element</w:t>
      </w:r>
    </w:p>
    <w:p w14:paraId="4FD18243" w14:textId="77777777" w:rsidR="00815854" w:rsidRPr="00E062F1" w:rsidRDefault="00815854" w:rsidP="00815854">
      <w:pPr>
        <w:pStyle w:val="EW"/>
      </w:pPr>
      <w:r w:rsidRPr="00E062F1">
        <w:t>REFSENS</w:t>
      </w:r>
      <w:r w:rsidRPr="00E062F1">
        <w:tab/>
        <w:t>Reference Sensitivity</w:t>
      </w:r>
    </w:p>
    <w:p w14:paraId="337F2FF0" w14:textId="77777777" w:rsidR="00815854" w:rsidRPr="00E062F1" w:rsidRDefault="00815854" w:rsidP="00815854">
      <w:pPr>
        <w:pStyle w:val="EW"/>
      </w:pPr>
      <w:r w:rsidRPr="00E062F1">
        <w:t>RF</w:t>
      </w:r>
      <w:r w:rsidRPr="00E062F1">
        <w:tab/>
        <w:t>Radio Frequency</w:t>
      </w:r>
    </w:p>
    <w:p w14:paraId="315EDDBC" w14:textId="77777777" w:rsidR="00815854" w:rsidRPr="00E062F1" w:rsidRDefault="00815854" w:rsidP="00815854">
      <w:pPr>
        <w:pStyle w:val="EW"/>
      </w:pPr>
      <w:r w:rsidRPr="00E062F1">
        <w:t>Rx</w:t>
      </w:r>
      <w:r w:rsidRPr="00E062F1">
        <w:tab/>
        <w:t>Receiver</w:t>
      </w:r>
    </w:p>
    <w:p w14:paraId="1F6D3D15" w14:textId="77777777" w:rsidR="00815854" w:rsidRPr="00E062F1" w:rsidRDefault="00815854" w:rsidP="00815854">
      <w:pPr>
        <w:pStyle w:val="EW"/>
      </w:pPr>
      <w:r w:rsidRPr="00E062F1">
        <w:t>SCG</w:t>
      </w:r>
      <w:r w:rsidRPr="00E062F1">
        <w:tab/>
        <w:t>Secondary Cell Group</w:t>
      </w:r>
    </w:p>
    <w:p w14:paraId="3CCD028E" w14:textId="77777777" w:rsidR="00815854" w:rsidRPr="00E062F1" w:rsidRDefault="00815854" w:rsidP="00815854">
      <w:pPr>
        <w:pStyle w:val="EW"/>
      </w:pPr>
      <w:r w:rsidRPr="00E062F1">
        <w:t>SCS</w:t>
      </w:r>
      <w:r w:rsidRPr="00E062F1">
        <w:tab/>
        <w:t>Subcarrier spacing</w:t>
      </w:r>
    </w:p>
    <w:p w14:paraId="1FE7D6B5" w14:textId="23043999" w:rsidR="00815854" w:rsidRDefault="00815854" w:rsidP="00815854">
      <w:pPr>
        <w:pStyle w:val="EW"/>
      </w:pPr>
      <w:r w:rsidRPr="00E062F1">
        <w:t>SEM</w:t>
      </w:r>
      <w:r w:rsidRPr="00E062F1">
        <w:tab/>
        <w:t>Spectrum Emission Mask</w:t>
      </w:r>
    </w:p>
    <w:p w14:paraId="74226EB5" w14:textId="47E9C40F" w:rsidR="00A959D3" w:rsidRPr="00E062F1" w:rsidRDefault="00A959D3" w:rsidP="00815854">
      <w:pPr>
        <w:pStyle w:val="EW"/>
      </w:pPr>
      <w:r>
        <w:t>SL</w:t>
      </w:r>
      <w:r>
        <w:tab/>
        <w:t>Sidelink</w:t>
      </w:r>
    </w:p>
    <w:p w14:paraId="1C249E6B" w14:textId="77777777" w:rsidR="001310A1" w:rsidRPr="00E062F1" w:rsidRDefault="001310A1" w:rsidP="00815854">
      <w:pPr>
        <w:pStyle w:val="EW"/>
      </w:pPr>
      <w:r w:rsidRPr="00E062F1">
        <w:t>SUL</w:t>
      </w:r>
      <w:r w:rsidRPr="00E062F1">
        <w:tab/>
        <w:t>Supplementary uplink</w:t>
      </w:r>
    </w:p>
    <w:p w14:paraId="43DE3F58" w14:textId="77777777" w:rsidR="00815854" w:rsidRPr="00E062F1" w:rsidRDefault="00815854" w:rsidP="00815854">
      <w:pPr>
        <w:pStyle w:val="EW"/>
        <w:rPr>
          <w:lang w:eastAsia="zh-CN"/>
        </w:rPr>
      </w:pPr>
      <w:r w:rsidRPr="00E062F1">
        <w:rPr>
          <w:lang w:eastAsia="zh-CN"/>
        </w:rPr>
        <w:t>TDM</w:t>
      </w:r>
      <w:r w:rsidRPr="00E062F1">
        <w:rPr>
          <w:lang w:eastAsia="zh-CN"/>
        </w:rPr>
        <w:tab/>
        <w:t>Time Division Multiplex</w:t>
      </w:r>
    </w:p>
    <w:p w14:paraId="4030EFF4" w14:textId="77777777" w:rsidR="00815854" w:rsidRPr="00E062F1" w:rsidRDefault="00815854" w:rsidP="00815854">
      <w:pPr>
        <w:pStyle w:val="EW"/>
        <w:rPr>
          <w:lang w:eastAsia="zh-CN"/>
        </w:rPr>
      </w:pPr>
      <w:r w:rsidRPr="00E062F1">
        <w:rPr>
          <w:lang w:eastAsia="zh-CN"/>
        </w:rPr>
        <w:t>Tx</w:t>
      </w:r>
      <w:r w:rsidRPr="00E062F1">
        <w:rPr>
          <w:lang w:eastAsia="zh-CN"/>
        </w:rPr>
        <w:tab/>
        <w:t>Transmitter</w:t>
      </w:r>
    </w:p>
    <w:p w14:paraId="30724D71" w14:textId="77777777" w:rsidR="00815854" w:rsidRPr="00E062F1" w:rsidRDefault="00815854" w:rsidP="00815854">
      <w:pPr>
        <w:pStyle w:val="EW"/>
        <w:rPr>
          <w:lang w:eastAsia="zh-CN"/>
        </w:rPr>
      </w:pPr>
      <w:r w:rsidRPr="00E062F1">
        <w:rPr>
          <w:lang w:eastAsia="zh-CN"/>
        </w:rPr>
        <w:t>UE</w:t>
      </w:r>
      <w:r w:rsidRPr="00E062F1">
        <w:rPr>
          <w:lang w:eastAsia="zh-CN"/>
        </w:rPr>
        <w:tab/>
        <w:t>User Equipment</w:t>
      </w:r>
    </w:p>
    <w:p w14:paraId="2C11ADD0" w14:textId="11DC08E6" w:rsidR="00815854" w:rsidRPr="00E062F1" w:rsidRDefault="00815854" w:rsidP="00815854">
      <w:pPr>
        <w:pStyle w:val="EW"/>
        <w:rPr>
          <w:lang w:eastAsia="zh-CN"/>
        </w:rPr>
      </w:pPr>
      <w:r w:rsidRPr="00E062F1">
        <w:rPr>
          <w:lang w:eastAsia="zh-CN"/>
        </w:rPr>
        <w:t>UL</w:t>
      </w:r>
      <w:r w:rsidR="00F90C00" w:rsidRPr="00E062F1">
        <w:rPr>
          <w:lang w:eastAsia="zh-CN"/>
        </w:rPr>
        <w:t xml:space="preserve"> </w:t>
      </w:r>
      <w:r w:rsidRPr="00E062F1">
        <w:rPr>
          <w:lang w:eastAsia="zh-CN"/>
        </w:rPr>
        <w:t>MIMO</w:t>
      </w:r>
      <w:r w:rsidRPr="00E062F1">
        <w:rPr>
          <w:lang w:eastAsia="zh-CN"/>
        </w:rPr>
        <w:tab/>
        <w:t>Up Link Multiple Antenna transmission</w:t>
      </w:r>
    </w:p>
    <w:p w14:paraId="3D45BC29" w14:textId="26DC53CD" w:rsidR="002C0282" w:rsidRPr="00E062F1" w:rsidRDefault="00851B71" w:rsidP="00815854">
      <w:pPr>
        <w:pStyle w:val="EW"/>
      </w:pPr>
      <w:r w:rsidRPr="00E062F1">
        <w:rPr>
          <w:lang w:eastAsia="zh-CN"/>
        </w:rPr>
        <w:t>ULSUP</w:t>
      </w:r>
      <w:r w:rsidRPr="00E062F1">
        <w:rPr>
          <w:lang w:eastAsia="zh-CN"/>
        </w:rPr>
        <w:tab/>
      </w:r>
      <w:r w:rsidR="002C0282" w:rsidRPr="00E062F1">
        <w:rPr>
          <w:lang w:eastAsia="zh-CN"/>
        </w:rPr>
        <w:t>Uplink sharing from UE perspective</w:t>
      </w:r>
    </w:p>
    <w:p w14:paraId="37504231" w14:textId="77777777" w:rsidR="002C0282" w:rsidRPr="00E062F1" w:rsidRDefault="002C0282">
      <w:pPr>
        <w:pStyle w:val="EW"/>
      </w:pPr>
    </w:p>
    <w:p w14:paraId="1D082EB7" w14:textId="77777777" w:rsidR="001310A1" w:rsidRPr="00E062F1" w:rsidRDefault="001310A1">
      <w:pPr>
        <w:pStyle w:val="Heading1"/>
      </w:pPr>
      <w:bookmarkStart w:id="161" w:name="_Toc21351485"/>
      <w:bookmarkStart w:id="162" w:name="_Toc29807067"/>
      <w:bookmarkStart w:id="163" w:name="_Toc36648781"/>
      <w:bookmarkStart w:id="164" w:name="_Toc36651506"/>
      <w:bookmarkStart w:id="165" w:name="_Toc37256440"/>
      <w:bookmarkStart w:id="166" w:name="_Toc37256781"/>
      <w:bookmarkStart w:id="167" w:name="_Toc45890469"/>
      <w:bookmarkStart w:id="168" w:name="_Toc45891693"/>
      <w:bookmarkStart w:id="169" w:name="_Toc45892103"/>
      <w:bookmarkStart w:id="170" w:name="_Toc45892513"/>
      <w:bookmarkStart w:id="171" w:name="_Toc52352926"/>
      <w:bookmarkStart w:id="172" w:name="_Toc53174749"/>
      <w:bookmarkStart w:id="173" w:name="_Toc61375898"/>
      <w:bookmarkStart w:id="174" w:name="_Toc61376310"/>
      <w:bookmarkStart w:id="175" w:name="_Toc67938580"/>
      <w:bookmarkStart w:id="176" w:name="_Toc76454182"/>
      <w:bookmarkStart w:id="177" w:name="_Toc76719602"/>
      <w:bookmarkStart w:id="178" w:name="_Toc76720122"/>
      <w:bookmarkStart w:id="179" w:name="_Toc83742819"/>
      <w:bookmarkStart w:id="180" w:name="_Toc83887194"/>
      <w:bookmarkStart w:id="181" w:name="_Toc83887995"/>
      <w:bookmarkStart w:id="182" w:name="_Toc90588649"/>
      <w:r w:rsidRPr="00E062F1">
        <w:t>4</w:t>
      </w:r>
      <w:r w:rsidRPr="00E062F1">
        <w:tab/>
        <w:t>General</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14:paraId="5DF4DEF2" w14:textId="77777777" w:rsidR="001310A1" w:rsidRPr="00E062F1" w:rsidRDefault="001310A1">
      <w:pPr>
        <w:pStyle w:val="Heading2"/>
      </w:pPr>
      <w:bookmarkStart w:id="183" w:name="_Toc21351486"/>
      <w:bookmarkStart w:id="184" w:name="_Toc29807068"/>
      <w:bookmarkStart w:id="185" w:name="_Toc36648782"/>
      <w:bookmarkStart w:id="186" w:name="_Toc36651507"/>
      <w:bookmarkStart w:id="187" w:name="_Toc37256441"/>
      <w:bookmarkStart w:id="188" w:name="_Toc37256782"/>
      <w:bookmarkStart w:id="189" w:name="_Toc45890470"/>
      <w:bookmarkStart w:id="190" w:name="_Toc45891694"/>
      <w:bookmarkStart w:id="191" w:name="_Toc45892104"/>
      <w:bookmarkStart w:id="192" w:name="_Toc45892514"/>
      <w:bookmarkStart w:id="193" w:name="_Toc52352927"/>
      <w:bookmarkStart w:id="194" w:name="_Toc53174750"/>
      <w:bookmarkStart w:id="195" w:name="_Toc61375899"/>
      <w:bookmarkStart w:id="196" w:name="_Toc61376311"/>
      <w:bookmarkStart w:id="197" w:name="_Toc67938581"/>
      <w:bookmarkStart w:id="198" w:name="_Toc76454183"/>
      <w:bookmarkStart w:id="199" w:name="_Toc76719603"/>
      <w:bookmarkStart w:id="200" w:name="_Toc76720123"/>
      <w:bookmarkStart w:id="201" w:name="_Toc83742820"/>
      <w:bookmarkStart w:id="202" w:name="_Toc83887195"/>
      <w:bookmarkStart w:id="203" w:name="_Toc83887996"/>
      <w:bookmarkStart w:id="204" w:name="_Toc90588650"/>
      <w:r w:rsidRPr="00E062F1">
        <w:t>4.1</w:t>
      </w:r>
      <w:r w:rsidRPr="00E062F1">
        <w:tab/>
        <w:t>Relationship between minimum requirements and test requirements</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1619DA29" w14:textId="77777777" w:rsidR="001310A1" w:rsidRPr="00E062F1" w:rsidRDefault="001310A1" w:rsidP="001310A1">
      <w:pPr>
        <w:rPr>
          <w:rFonts w:eastAsia="Calibri"/>
        </w:rPr>
      </w:pPr>
      <w:r w:rsidRPr="00E062F1">
        <w:t xml:space="preserve">The present document is interwork specification for NR UE, covering </w:t>
      </w:r>
      <w:r w:rsidRPr="00E062F1">
        <w:rPr>
          <w:rFonts w:cs="v5.0.0"/>
        </w:rPr>
        <w:t xml:space="preserve">RF characteristics and minimum performance requirements. </w:t>
      </w:r>
      <w:r w:rsidRPr="00E062F1">
        <w:t xml:space="preserve">Conformance to the present specification is demonstrated by fulfilling the test requirements specified in the conformance specification 3GPP TS 38.521-3 </w:t>
      </w:r>
      <w:r w:rsidR="00571B04" w:rsidRPr="00E062F1">
        <w:t>[5]</w:t>
      </w:r>
      <w:r w:rsidRPr="00E062F1">
        <w:t>.</w:t>
      </w:r>
    </w:p>
    <w:p w14:paraId="78D30E1D" w14:textId="77777777" w:rsidR="001310A1" w:rsidRPr="00E062F1" w:rsidRDefault="001310A1" w:rsidP="001310A1">
      <w:pPr>
        <w:rPr>
          <w:rFonts w:cs="v5.0.0"/>
          <w:snapToGrid w:val="0"/>
        </w:rPr>
      </w:pPr>
      <w:r w:rsidRPr="00E062F1">
        <w:rPr>
          <w:rFonts w:cs="v5.0.0"/>
          <w:snapToGrid w:val="0"/>
        </w:rPr>
        <w:t>The Minimum Requirements given in this specification make no allowance for measurement uncertainty. The test specification TS 38.521-3 </w:t>
      </w:r>
      <w:r w:rsidR="00571B04" w:rsidRPr="00E062F1">
        <w:rPr>
          <w:rFonts w:cs="v5.0.0"/>
          <w:snapToGrid w:val="0"/>
        </w:rPr>
        <w:t>[5]</w:t>
      </w:r>
      <w:r w:rsidRPr="00E062F1">
        <w:rPr>
          <w:rFonts w:cs="v5.0.0"/>
          <w:snapToGrid w:val="0"/>
        </w:rPr>
        <w:t xml:space="preserve"> defines test tolerances. These test tolerances are individually calculated for each test. The test tolerances are used to relax the minimum requirements in this specification to create test requirements. For some requirements, including regulatory requirements, the test tolerance is set to zero.</w:t>
      </w:r>
    </w:p>
    <w:p w14:paraId="53D169B7" w14:textId="77777777" w:rsidR="001310A1" w:rsidRPr="00E062F1" w:rsidRDefault="001310A1" w:rsidP="001310A1">
      <w:pPr>
        <w:rPr>
          <w:rFonts w:cs="v5.0.0"/>
          <w:snapToGrid w:val="0"/>
        </w:rPr>
      </w:pPr>
      <w:r w:rsidRPr="00E062F1">
        <w:rPr>
          <w:rFonts w:cs="v5.0.0"/>
          <w:snapToGrid w:val="0"/>
        </w:rPr>
        <w:t>The measurement results returned by the test system are compared - without any modification - against the test requirements as defined by the shared risk principle.</w:t>
      </w:r>
    </w:p>
    <w:p w14:paraId="23D18300" w14:textId="77777777" w:rsidR="001310A1" w:rsidRPr="00E062F1" w:rsidRDefault="001310A1" w:rsidP="001310A1">
      <w:r w:rsidRPr="00E062F1">
        <w:rPr>
          <w:rFonts w:cs="v5.0.0"/>
          <w:snapToGrid w:val="0"/>
        </w:rPr>
        <w:t>The shared risk principle is defined in Recommendation ITU</w:t>
      </w:r>
      <w:r w:rsidRPr="00E062F1">
        <w:rPr>
          <w:rFonts w:cs="v5.0.0"/>
          <w:snapToGrid w:val="0"/>
        </w:rPr>
        <w:noBreakHyphen/>
        <w:t xml:space="preserve">R M.1545 </w:t>
      </w:r>
      <w:r w:rsidR="00571B04" w:rsidRPr="00E062F1">
        <w:rPr>
          <w:rFonts w:cs="v5.0.0"/>
          <w:snapToGrid w:val="0"/>
        </w:rPr>
        <w:t>[6]</w:t>
      </w:r>
      <w:r w:rsidRPr="00E062F1">
        <w:rPr>
          <w:rFonts w:cs="v5.0.0"/>
          <w:snapToGrid w:val="0"/>
        </w:rPr>
        <w:t>.</w:t>
      </w:r>
    </w:p>
    <w:p w14:paraId="379B5198" w14:textId="77777777" w:rsidR="001310A1" w:rsidRPr="00E062F1" w:rsidRDefault="001310A1">
      <w:pPr>
        <w:pStyle w:val="Heading2"/>
      </w:pPr>
      <w:bookmarkStart w:id="205" w:name="_Toc21351487"/>
      <w:bookmarkStart w:id="206" w:name="_Toc29807069"/>
      <w:bookmarkStart w:id="207" w:name="_Toc36648783"/>
      <w:bookmarkStart w:id="208" w:name="_Toc36651508"/>
      <w:bookmarkStart w:id="209" w:name="_Toc37256442"/>
      <w:bookmarkStart w:id="210" w:name="_Toc37256783"/>
      <w:bookmarkStart w:id="211" w:name="_Toc45890471"/>
      <w:bookmarkStart w:id="212" w:name="_Toc45891695"/>
      <w:bookmarkStart w:id="213" w:name="_Toc45892105"/>
      <w:bookmarkStart w:id="214" w:name="_Toc45892515"/>
      <w:bookmarkStart w:id="215" w:name="_Toc52352928"/>
      <w:bookmarkStart w:id="216" w:name="_Toc53174751"/>
      <w:bookmarkStart w:id="217" w:name="_Toc61375900"/>
      <w:bookmarkStart w:id="218" w:name="_Toc61376312"/>
      <w:bookmarkStart w:id="219" w:name="_Toc67938582"/>
      <w:bookmarkStart w:id="220" w:name="_Toc76454184"/>
      <w:bookmarkStart w:id="221" w:name="_Toc76719604"/>
      <w:bookmarkStart w:id="222" w:name="_Toc76720124"/>
      <w:bookmarkStart w:id="223" w:name="_Toc83742821"/>
      <w:bookmarkStart w:id="224" w:name="_Toc83887196"/>
      <w:bookmarkStart w:id="225" w:name="_Toc83887997"/>
      <w:bookmarkStart w:id="226" w:name="_Toc90588651"/>
      <w:r w:rsidRPr="00E062F1">
        <w:lastRenderedPageBreak/>
        <w:t>4.2</w:t>
      </w:r>
      <w:r w:rsidRPr="00E062F1">
        <w:tab/>
        <w:t>Applicability of minimum requirements</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5C960FB4" w14:textId="77777777" w:rsidR="001310A1" w:rsidRPr="00E062F1" w:rsidRDefault="001310A1" w:rsidP="001310A1">
      <w:pPr>
        <w:pStyle w:val="B10"/>
      </w:pPr>
      <w:r w:rsidRPr="00E062F1">
        <w:t>a)</w:t>
      </w:r>
      <w:r w:rsidRPr="00E062F1">
        <w:tab/>
        <w:t>In this specification the Minimum Requirements are specified as general requirements and additional requirements. Where the Requirement is specified as a general requirement, the requirement is mandated to be met in all scenarios</w:t>
      </w:r>
    </w:p>
    <w:p w14:paraId="03E56448" w14:textId="77777777" w:rsidR="001310A1" w:rsidRPr="00E062F1" w:rsidRDefault="001310A1" w:rsidP="001310A1">
      <w:pPr>
        <w:pStyle w:val="B10"/>
      </w:pPr>
      <w:r w:rsidRPr="00E062F1">
        <w:t>b)</w:t>
      </w:r>
      <w:r w:rsidRPr="00E062F1">
        <w:tab/>
        <w:t>For specific scenarios for which an additional requirement is specified, in addition to meeting the general requirement, the UE is mandated to meet the additional requirements.</w:t>
      </w:r>
    </w:p>
    <w:p w14:paraId="1244C340" w14:textId="77777777" w:rsidR="001310A1" w:rsidRPr="00E062F1" w:rsidRDefault="001310A1" w:rsidP="001310A1">
      <w:pPr>
        <w:pStyle w:val="B10"/>
      </w:pPr>
      <w:r w:rsidRPr="00E062F1">
        <w:t>c)</w:t>
      </w:r>
      <w:r w:rsidRPr="00E062F1">
        <w:tab/>
        <w:t>The spurious emissions power requirements are for the long-term average of the power. For the purpose of reducing measurement uncertainty it is acceptable to average the measured power over a period of time sufficient to reduce the uncertainty due to the statistical nature of the signal</w:t>
      </w:r>
    </w:p>
    <w:p w14:paraId="73031E5A" w14:textId="4B31F80E" w:rsidR="006A2B23" w:rsidRPr="00E062F1" w:rsidRDefault="006A2B23" w:rsidP="009B05C7">
      <w:pPr>
        <w:pStyle w:val="B10"/>
      </w:pPr>
      <w:r w:rsidRPr="00E062F1">
        <w:t>d)</w:t>
      </w:r>
      <w:r w:rsidRPr="00E062F1">
        <w:tab/>
        <w:t>Terminal that supports EN-DC configuration shall meet E-UTRA requirements as specified in TS 36.101 [4] and NR requirements as in TS 38.101-1 [2] and TS 38.101-</w:t>
      </w:r>
      <w:r w:rsidR="00EB1DF7" w:rsidRPr="00E062F1">
        <w:t>2</w:t>
      </w:r>
      <w:r w:rsidRPr="00E062F1">
        <w:t xml:space="preserve"> [3] unless otherwise specified in this specification</w:t>
      </w:r>
    </w:p>
    <w:p w14:paraId="57060B86" w14:textId="6D4B4252" w:rsidR="00E30C58" w:rsidRPr="00E062F1" w:rsidRDefault="00E30C58" w:rsidP="002C04EC">
      <w:pPr>
        <w:pStyle w:val="B10"/>
      </w:pPr>
      <w:r w:rsidRPr="00E062F1">
        <w:t>e)</w:t>
      </w:r>
      <w:r w:rsidRPr="00E062F1">
        <w:tab/>
        <w:t>All the requirements for intra-band contiguous and non-contiguous EN-DC apply under the assumption of the same uplink-downlink and special subframe configurations in the E-UTRA and slot format indicated by UL-DL-configuration</w:t>
      </w:r>
      <w:r w:rsidR="00C4199C" w:rsidRPr="00E062F1">
        <w:t>C</w:t>
      </w:r>
      <w:r w:rsidRPr="00E062F1">
        <w:t xml:space="preserve">ommon </w:t>
      </w:r>
      <w:r w:rsidR="00C4199C" w:rsidRPr="00E062F1">
        <w:t>and UL-DL-configurationDedicated</w:t>
      </w:r>
      <w:r w:rsidRPr="00E062F1">
        <w:t xml:space="preserve"> in the NR for the EN-DC</w:t>
      </w:r>
      <w:r w:rsidR="00CB3B54">
        <w:rPr>
          <w:lang w:val="en-US"/>
        </w:rPr>
        <w:t xml:space="preserve">, </w:t>
      </w:r>
      <w:r w:rsidR="00CB3B54" w:rsidRPr="000F26FC">
        <w:rPr>
          <w:lang w:val="en-US"/>
        </w:rPr>
        <w:t>a time offset between the two RATs configurations</w:t>
      </w:r>
      <w:r w:rsidR="00CB3B54">
        <w:rPr>
          <w:lang w:val="en-US"/>
        </w:rPr>
        <w:t xml:space="preserve"> may be required</w:t>
      </w:r>
      <w:r w:rsidR="00E031B8">
        <w:rPr>
          <w:lang w:val="en-US"/>
        </w:rPr>
        <w:t>.</w:t>
      </w:r>
    </w:p>
    <w:p w14:paraId="59B05410" w14:textId="745CAD6D" w:rsidR="00F23477" w:rsidRPr="00E062F1" w:rsidRDefault="00E30C58">
      <w:pPr>
        <w:pStyle w:val="B10"/>
      </w:pPr>
      <w:r w:rsidRPr="00E062F1">
        <w:t>f</w:t>
      </w:r>
      <w:r w:rsidR="00F23477" w:rsidRPr="00E062F1">
        <w:t>)</w:t>
      </w:r>
      <w:r w:rsidR="00F23477" w:rsidRPr="00E062F1">
        <w:tab/>
      </w:r>
      <w:r w:rsidRPr="00E062F1">
        <w:t>For EN-DC combinations with CA configurations for E-UTRA and/or NR, all the requirements for E-UTRA and/or NR a</w:t>
      </w:r>
      <w:r w:rsidR="00F23477" w:rsidRPr="00E062F1">
        <w:t xml:space="preserve">ll the requirements for </w:t>
      </w:r>
      <w:r w:rsidRPr="00E062F1">
        <w:t xml:space="preserve">E-UTRA and/or NR </w:t>
      </w:r>
      <w:r w:rsidR="00F23477" w:rsidRPr="00E062F1">
        <w:t xml:space="preserve">intra-band contiguous and non-contiguous CA apply under the assumption of the same </w:t>
      </w:r>
      <w:r w:rsidRPr="00E062F1">
        <w:t>slot format indicated by UL-DL-configuration</w:t>
      </w:r>
      <w:r w:rsidR="00DE0D1A" w:rsidRPr="00E062F1">
        <w:t>C</w:t>
      </w:r>
      <w:r w:rsidRPr="00E062F1">
        <w:t>ommon</w:t>
      </w:r>
      <w:r w:rsidR="00F23477" w:rsidRPr="00E062F1">
        <w:t xml:space="preserve"> </w:t>
      </w:r>
      <w:r w:rsidR="00DE0D1A" w:rsidRPr="00E062F1">
        <w:t xml:space="preserve">and UL-DL-configurationDedicated </w:t>
      </w:r>
      <w:r w:rsidR="00F23477" w:rsidRPr="00E062F1">
        <w:t>in the P</w:t>
      </w:r>
      <w:r w:rsidRPr="00E062F1">
        <w:t>S</w:t>
      </w:r>
      <w:r w:rsidR="00F23477" w:rsidRPr="00E062F1">
        <w:t xml:space="preserve">Cell and SCells </w:t>
      </w:r>
      <w:r w:rsidRPr="00E062F1">
        <w:t>for NR and the same uplink-downlink and special subframe configurations in Pcell and SCells for E-UTRA</w:t>
      </w:r>
      <w:r w:rsidR="00F23477" w:rsidRPr="00E062F1">
        <w:t>.</w:t>
      </w:r>
    </w:p>
    <w:p w14:paraId="069EF152" w14:textId="77777777" w:rsidR="00DE0D1A" w:rsidRPr="00E062F1" w:rsidRDefault="00DE0D1A" w:rsidP="00DE0D1A">
      <w:pPr>
        <w:rPr>
          <w:rFonts w:eastAsia="MS Mincho"/>
        </w:rPr>
      </w:pPr>
      <w:r w:rsidRPr="00E062F1">
        <w:rPr>
          <w:rFonts w:eastAsia="MS Mincho"/>
        </w:rPr>
        <w:t>A terminal which supports an EN-DC configuration shall support:</w:t>
      </w:r>
    </w:p>
    <w:p w14:paraId="1A9C85D9" w14:textId="75FA0874" w:rsidR="00DE0D1A" w:rsidRPr="00E062F1" w:rsidRDefault="009B05C7" w:rsidP="00070AB5">
      <w:pPr>
        <w:pStyle w:val="B10"/>
      </w:pPr>
      <w:r>
        <w:tab/>
      </w:r>
      <w:r w:rsidR="00DE0D1A" w:rsidRPr="00E062F1">
        <w:t>If any subsets of the EN-DC configuration do not specify its own bandwidth combination sets in 5.3B, then the terminal shall support the same E-UTRA bandwidth combination sets it signals the support for in E-UTRA CA configuration part of E-UTRA – NR DC and shall support the same NR bandwidth combination sets it signals the support for in NR CA configuration part of E-UTRA – NR DC.</w:t>
      </w:r>
    </w:p>
    <w:p w14:paraId="202B274F" w14:textId="0B403D4A" w:rsidR="001D64B8" w:rsidRPr="00E062F1" w:rsidRDefault="00DE0D1A" w:rsidP="001D64B8">
      <w:pPr>
        <w:rPr>
          <w:rFonts w:eastAsia="MS Mincho"/>
        </w:rPr>
      </w:pPr>
      <w:r w:rsidRPr="00E062F1">
        <w:t>Else if one of the subsets of the EN-DC configuration specify its own bandwidth combination sets in 5.3B, then the terminal shall support a product set of channel bandwidth for each band specified by E-UTRA bandwidth combination sets, NR bandwidth combination sets, and EN-DC bandwidth combination sets it singnals the support.</w:t>
      </w:r>
      <w:r w:rsidR="00F554F6" w:rsidRPr="00E062F1">
        <w:rPr>
          <w:rFonts w:eastAsia="MS Mincho"/>
        </w:rPr>
        <w:t>A terminal which supports an inter-band EN-DC configuration with a certain UL configuration shall support the all lower order DL configurations of the lower order EN-DC combinations, which have this certain UL configuration and the fallbacks of this UL configuration.</w:t>
      </w:r>
    </w:p>
    <w:p w14:paraId="5C38DF4C" w14:textId="1B0F5CA2" w:rsidR="00DD2897" w:rsidRDefault="00030EF1" w:rsidP="00DD2897">
      <w:r>
        <w:t>For</w:t>
      </w:r>
      <w:r w:rsidR="001D64B8" w:rsidRPr="00E062F1">
        <w:rPr>
          <w:rFonts w:eastAsia="MS Mincho"/>
        </w:rPr>
        <w:t xml:space="preserve"> CA or DC configurations, which include FR2 intra-band CA combinations with multiple </w:t>
      </w:r>
      <w:r w:rsidR="00D00D7C">
        <w:t xml:space="preserve">FR2 </w:t>
      </w:r>
      <w:r w:rsidR="001D64B8" w:rsidRPr="00E062F1">
        <w:rPr>
          <w:rFonts w:eastAsia="MS Mincho"/>
        </w:rPr>
        <w:t>sub</w:t>
      </w:r>
      <w:r w:rsidR="00D00D7C">
        <w:t>-</w:t>
      </w:r>
      <w:r w:rsidR="001D64B8" w:rsidRPr="00E062F1">
        <w:rPr>
          <w:rFonts w:eastAsia="MS Mincho"/>
        </w:rPr>
        <w:t>blocks, where at least one of the sub</w:t>
      </w:r>
      <w:r w:rsidR="001076AA">
        <w:t>-</w:t>
      </w:r>
      <w:r w:rsidR="001D64B8" w:rsidRPr="00E062F1">
        <w:rPr>
          <w:rFonts w:eastAsia="MS Mincho"/>
        </w:rPr>
        <w:t xml:space="preserve">blocks </w:t>
      </w:r>
      <w:r w:rsidR="005D7DBC">
        <w:t>is</w:t>
      </w:r>
      <w:r w:rsidR="001D64B8" w:rsidRPr="00E062F1">
        <w:rPr>
          <w:rFonts w:eastAsia="MS Mincho"/>
        </w:rPr>
        <w:t xml:space="preserve"> a contiguous CA combination</w:t>
      </w:r>
      <w:r w:rsidR="00DD2897" w:rsidRPr="00DD2897">
        <w:t xml:space="preserve"> </w:t>
      </w:r>
      <w:r w:rsidR="00DD2897">
        <w:t>:</w:t>
      </w:r>
    </w:p>
    <w:p w14:paraId="0CDB4339" w14:textId="77777777" w:rsidR="00DD2897" w:rsidRDefault="00DD2897" w:rsidP="00DD2897">
      <w:pPr>
        <w:pStyle w:val="B10"/>
      </w:pPr>
      <w:r>
        <w:t>-</w:t>
      </w:r>
      <w:r>
        <w:tab/>
        <w:t xml:space="preserve">if the field </w:t>
      </w:r>
      <w:r w:rsidRPr="00B95845">
        <w:rPr>
          <w:i/>
        </w:rPr>
        <w:t xml:space="preserve">partialFR2-FallbackRX-Req </w:t>
      </w:r>
      <w:r>
        <w:t>is not present, the UE shall meet all applicable UE RF requirements for the highest order CA configuration and all associated fallback CA configurations;</w:t>
      </w:r>
    </w:p>
    <w:p w14:paraId="52AEA8AA" w14:textId="77777777" w:rsidR="00DD2897" w:rsidRDefault="00DD2897" w:rsidP="00DD2897">
      <w:pPr>
        <w:pStyle w:val="B10"/>
      </w:pPr>
      <w:r>
        <w:t>-</w:t>
      </w:r>
      <w:r>
        <w:tab/>
        <w:t xml:space="preserve">if the field </w:t>
      </w:r>
      <w:r w:rsidRPr="00B95845">
        <w:rPr>
          <w:i/>
        </w:rPr>
        <w:t>partialFR2-FallbackRX-Req</w:t>
      </w:r>
      <w:r>
        <w:t xml:space="preserve"> is present, for each FR2 intra-band CA configuration with multiple sub-blocks that the UE indicates support for explicitly</w:t>
      </w:r>
      <w:r w:rsidRPr="00EF195A">
        <w:t xml:space="preserve"> </w:t>
      </w:r>
      <w:r>
        <w:t xml:space="preserve">in UE capability signalling: the in-gap UE RF requirements in clauses 7.5A, 7.5B, 7.6A, 7.6B apply as the equivalent requirements for the associated fallback FR2 intra-band CA configurations with the same number of sub-blocks, where at least one of the sub-blocks consists of a contiguous CA configuration. The UE shall meet all applicable UE RF requirements for fallback CA configurations with a lesser number of sub-blocks; </w:t>
      </w:r>
    </w:p>
    <w:p w14:paraId="11E5391F" w14:textId="11895C20" w:rsidR="00F554F6" w:rsidRPr="00E062F1" w:rsidRDefault="00DD2897" w:rsidP="00602F12">
      <w:pPr>
        <w:pStyle w:val="B10"/>
        <w:rPr>
          <w:rFonts w:eastAsia="MS Mincho"/>
        </w:rPr>
      </w:pPr>
      <w:r>
        <w:t>-</w:t>
      </w:r>
      <w:r>
        <w:tab/>
        <w:t xml:space="preserve">regardless of the field </w:t>
      </w:r>
      <w:r w:rsidRPr="00B95845">
        <w:rPr>
          <w:i/>
        </w:rPr>
        <w:t>partialFR2-FallbackRX-Req</w:t>
      </w:r>
      <w:r>
        <w:t>, the UE shall meet all DL out-of-gap requirements for all lower order fallback CA configurations.</w:t>
      </w:r>
    </w:p>
    <w:p w14:paraId="126559C9" w14:textId="6FB42D9E" w:rsidR="00EA7A5A" w:rsidRPr="00E062F1" w:rsidRDefault="00EA7A5A" w:rsidP="00471067">
      <w:pPr>
        <w:rPr>
          <w:rFonts w:eastAsia="MS Mincho"/>
        </w:rPr>
      </w:pPr>
      <w:r w:rsidRPr="00E062F1">
        <w:rPr>
          <w:rFonts w:eastAsia="MS Mincho"/>
        </w:rPr>
        <w:t>Terminal that supports inter-band NR-DC between FR1 and FR2 configuration shall meet the requirements for corresponding CA configuration (suffix A), unless otherwise specified.</w:t>
      </w:r>
    </w:p>
    <w:p w14:paraId="5C95BCE8" w14:textId="77777777" w:rsidR="001310A1" w:rsidRPr="00E062F1" w:rsidRDefault="001310A1" w:rsidP="001310A1">
      <w:pPr>
        <w:pStyle w:val="Heading2"/>
      </w:pPr>
      <w:bookmarkStart w:id="227" w:name="_Toc21351488"/>
      <w:bookmarkStart w:id="228" w:name="_Toc29807070"/>
      <w:bookmarkStart w:id="229" w:name="_Toc36648784"/>
      <w:bookmarkStart w:id="230" w:name="_Toc36651509"/>
      <w:bookmarkStart w:id="231" w:name="_Toc37256443"/>
      <w:bookmarkStart w:id="232" w:name="_Toc37256784"/>
      <w:bookmarkStart w:id="233" w:name="_Toc45890472"/>
      <w:bookmarkStart w:id="234" w:name="_Toc45891696"/>
      <w:bookmarkStart w:id="235" w:name="_Toc45892106"/>
      <w:bookmarkStart w:id="236" w:name="_Toc45892516"/>
      <w:bookmarkStart w:id="237" w:name="_Toc52352929"/>
      <w:bookmarkStart w:id="238" w:name="_Toc53174752"/>
      <w:bookmarkStart w:id="239" w:name="_Toc61375901"/>
      <w:bookmarkStart w:id="240" w:name="_Toc61376313"/>
      <w:bookmarkStart w:id="241" w:name="_Toc67938583"/>
      <w:bookmarkStart w:id="242" w:name="_Toc76454185"/>
      <w:bookmarkStart w:id="243" w:name="_Toc76719605"/>
      <w:bookmarkStart w:id="244" w:name="_Toc76720125"/>
      <w:bookmarkStart w:id="245" w:name="_Toc83742822"/>
      <w:bookmarkStart w:id="246" w:name="_Toc83887197"/>
      <w:bookmarkStart w:id="247" w:name="_Toc83887998"/>
      <w:bookmarkStart w:id="248" w:name="_Toc90588652"/>
      <w:bookmarkStart w:id="249" w:name="_Hlk507568886"/>
      <w:r w:rsidRPr="00E062F1">
        <w:t>4.3</w:t>
      </w:r>
      <w:r w:rsidRPr="00E062F1">
        <w:tab/>
        <w:t>Specification suffix information</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777CFAFA" w14:textId="3AEFFC53" w:rsidR="001310A1" w:rsidRPr="00E062F1" w:rsidRDefault="001310A1" w:rsidP="001310A1">
      <w:r w:rsidRPr="00E062F1">
        <w:t>Unless stated otherwise the following suffixes are used for indicating at 2</w:t>
      </w:r>
      <w:r w:rsidRPr="00E062F1">
        <w:rPr>
          <w:vertAlign w:val="superscript"/>
        </w:rPr>
        <w:t>nd</w:t>
      </w:r>
      <w:r w:rsidRPr="00E062F1">
        <w:t xml:space="preserve"> level </w:t>
      </w:r>
      <w:r w:rsidR="003922B7" w:rsidRPr="00E062F1">
        <w:t>clause</w:t>
      </w:r>
      <w:r w:rsidRPr="00E062F1">
        <w:t>, shown in Table 4.3-1.</w:t>
      </w:r>
    </w:p>
    <w:p w14:paraId="10B53BD7" w14:textId="77777777" w:rsidR="001310A1" w:rsidRPr="00E062F1" w:rsidRDefault="001310A1" w:rsidP="001310A1">
      <w:pPr>
        <w:pStyle w:val="TH"/>
      </w:pPr>
      <w:r w:rsidRPr="00E062F1">
        <w:lastRenderedPageBreak/>
        <w:t>Table 4.3-1: Definition of suffixes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551"/>
      </w:tblGrid>
      <w:tr w:rsidR="001F078B" w:rsidRPr="00E062F1" w14:paraId="6C859EEB" w14:textId="77777777" w:rsidTr="001310A1">
        <w:trPr>
          <w:jc w:val="center"/>
        </w:trPr>
        <w:tc>
          <w:tcPr>
            <w:tcW w:w="1668" w:type="dxa"/>
            <w:tcBorders>
              <w:top w:val="single" w:sz="4" w:space="0" w:color="auto"/>
              <w:left w:val="single" w:sz="4" w:space="0" w:color="auto"/>
              <w:bottom w:val="single" w:sz="4" w:space="0" w:color="auto"/>
              <w:right w:val="single" w:sz="4" w:space="0" w:color="auto"/>
            </w:tcBorders>
            <w:shd w:val="clear" w:color="auto" w:fill="D9D9D9"/>
            <w:hideMark/>
          </w:tcPr>
          <w:p w14:paraId="13C553B1" w14:textId="77777777" w:rsidR="001310A1" w:rsidRPr="00E062F1" w:rsidRDefault="001310A1" w:rsidP="00AA54EC">
            <w:pPr>
              <w:pStyle w:val="TAH"/>
              <w:rPr>
                <w:lang w:eastAsia="ko-KR"/>
              </w:rPr>
            </w:pPr>
            <w:r w:rsidRPr="00E062F1">
              <w:t>Clause suffix</w:t>
            </w:r>
          </w:p>
        </w:tc>
        <w:tc>
          <w:tcPr>
            <w:tcW w:w="2551" w:type="dxa"/>
            <w:tcBorders>
              <w:top w:val="single" w:sz="4" w:space="0" w:color="auto"/>
              <w:left w:val="single" w:sz="4" w:space="0" w:color="auto"/>
              <w:bottom w:val="single" w:sz="4" w:space="0" w:color="auto"/>
              <w:right w:val="single" w:sz="4" w:space="0" w:color="auto"/>
            </w:tcBorders>
            <w:shd w:val="clear" w:color="auto" w:fill="D9D9D9"/>
            <w:hideMark/>
          </w:tcPr>
          <w:p w14:paraId="142863B4" w14:textId="77777777" w:rsidR="001310A1" w:rsidRPr="00E062F1" w:rsidRDefault="001310A1" w:rsidP="00AA54EC">
            <w:pPr>
              <w:pStyle w:val="TAH"/>
            </w:pPr>
            <w:r w:rsidRPr="00E062F1">
              <w:t>Variant</w:t>
            </w:r>
          </w:p>
        </w:tc>
      </w:tr>
      <w:tr w:rsidR="001F078B" w:rsidRPr="00E062F1" w14:paraId="7B1C318D" w14:textId="77777777" w:rsidTr="00FC5050">
        <w:trPr>
          <w:jc w:val="center"/>
        </w:trPr>
        <w:tc>
          <w:tcPr>
            <w:tcW w:w="1668" w:type="dxa"/>
            <w:tcBorders>
              <w:top w:val="single" w:sz="4" w:space="0" w:color="auto"/>
              <w:left w:val="single" w:sz="4" w:space="0" w:color="auto"/>
              <w:bottom w:val="single" w:sz="4" w:space="0" w:color="auto"/>
              <w:right w:val="single" w:sz="4" w:space="0" w:color="auto"/>
            </w:tcBorders>
            <w:hideMark/>
          </w:tcPr>
          <w:p w14:paraId="5D2E95DB" w14:textId="77777777" w:rsidR="001310A1" w:rsidRPr="00E062F1" w:rsidRDefault="001310A1" w:rsidP="00FC5050">
            <w:pPr>
              <w:pStyle w:val="TAC"/>
            </w:pPr>
            <w:r w:rsidRPr="00E062F1">
              <w:t>None</w:t>
            </w:r>
          </w:p>
        </w:tc>
        <w:tc>
          <w:tcPr>
            <w:tcW w:w="2551" w:type="dxa"/>
            <w:tcBorders>
              <w:top w:val="single" w:sz="4" w:space="0" w:color="auto"/>
              <w:left w:val="single" w:sz="4" w:space="0" w:color="auto"/>
              <w:bottom w:val="single" w:sz="4" w:space="0" w:color="auto"/>
              <w:right w:val="single" w:sz="4" w:space="0" w:color="auto"/>
            </w:tcBorders>
            <w:hideMark/>
          </w:tcPr>
          <w:p w14:paraId="5F37CF65" w14:textId="77777777" w:rsidR="001310A1" w:rsidRPr="00E062F1" w:rsidRDefault="001310A1" w:rsidP="00FC5050">
            <w:pPr>
              <w:pStyle w:val="TAC"/>
            </w:pPr>
            <w:r w:rsidRPr="00E062F1">
              <w:t>Single Carrier</w:t>
            </w:r>
          </w:p>
        </w:tc>
      </w:tr>
      <w:tr w:rsidR="001F078B" w:rsidRPr="00E062F1" w14:paraId="2903BE9A" w14:textId="77777777" w:rsidTr="00FC5050">
        <w:trPr>
          <w:jc w:val="center"/>
        </w:trPr>
        <w:tc>
          <w:tcPr>
            <w:tcW w:w="1668" w:type="dxa"/>
            <w:tcBorders>
              <w:top w:val="single" w:sz="4" w:space="0" w:color="auto"/>
              <w:left w:val="single" w:sz="4" w:space="0" w:color="auto"/>
              <w:bottom w:val="single" w:sz="4" w:space="0" w:color="auto"/>
              <w:right w:val="single" w:sz="4" w:space="0" w:color="auto"/>
            </w:tcBorders>
            <w:hideMark/>
          </w:tcPr>
          <w:p w14:paraId="03A5E297" w14:textId="77777777" w:rsidR="001310A1" w:rsidRPr="00E062F1" w:rsidRDefault="001310A1" w:rsidP="00FC5050">
            <w:pPr>
              <w:pStyle w:val="TAC"/>
            </w:pPr>
            <w:r w:rsidRPr="00E062F1">
              <w:t>A</w:t>
            </w:r>
          </w:p>
        </w:tc>
        <w:tc>
          <w:tcPr>
            <w:tcW w:w="2551" w:type="dxa"/>
            <w:tcBorders>
              <w:top w:val="single" w:sz="4" w:space="0" w:color="auto"/>
              <w:left w:val="single" w:sz="4" w:space="0" w:color="auto"/>
              <w:bottom w:val="single" w:sz="4" w:space="0" w:color="auto"/>
              <w:right w:val="single" w:sz="4" w:space="0" w:color="auto"/>
            </w:tcBorders>
            <w:hideMark/>
          </w:tcPr>
          <w:p w14:paraId="0DF271C8" w14:textId="1907B6BF" w:rsidR="001310A1" w:rsidRPr="00E062F1" w:rsidRDefault="001310A1" w:rsidP="00FC5050">
            <w:pPr>
              <w:pStyle w:val="TAC"/>
            </w:pPr>
            <w:r w:rsidRPr="00E062F1">
              <w:t>Carrier Aggregation (CA)</w:t>
            </w:r>
            <w:r w:rsidR="00EA7A5A" w:rsidRPr="00E062F1">
              <w:t xml:space="preserve"> between FR1 and FR2</w:t>
            </w:r>
          </w:p>
        </w:tc>
      </w:tr>
      <w:tr w:rsidR="001F078B" w:rsidRPr="00E062F1" w14:paraId="2BAB4811" w14:textId="77777777" w:rsidTr="00FC5050">
        <w:trPr>
          <w:jc w:val="center"/>
        </w:trPr>
        <w:tc>
          <w:tcPr>
            <w:tcW w:w="1668" w:type="dxa"/>
            <w:tcBorders>
              <w:top w:val="single" w:sz="4" w:space="0" w:color="auto"/>
              <w:left w:val="single" w:sz="4" w:space="0" w:color="auto"/>
              <w:bottom w:val="single" w:sz="4" w:space="0" w:color="auto"/>
              <w:right w:val="single" w:sz="4" w:space="0" w:color="auto"/>
            </w:tcBorders>
            <w:hideMark/>
          </w:tcPr>
          <w:p w14:paraId="0FB3F596" w14:textId="77777777" w:rsidR="001310A1" w:rsidRPr="00E062F1" w:rsidRDefault="001310A1" w:rsidP="00FC5050">
            <w:pPr>
              <w:pStyle w:val="TAC"/>
            </w:pPr>
            <w:r w:rsidRPr="00E062F1">
              <w:t>B</w:t>
            </w:r>
          </w:p>
        </w:tc>
        <w:tc>
          <w:tcPr>
            <w:tcW w:w="2551" w:type="dxa"/>
            <w:tcBorders>
              <w:top w:val="single" w:sz="4" w:space="0" w:color="auto"/>
              <w:left w:val="single" w:sz="4" w:space="0" w:color="auto"/>
              <w:bottom w:val="single" w:sz="4" w:space="0" w:color="auto"/>
              <w:right w:val="single" w:sz="4" w:space="0" w:color="auto"/>
            </w:tcBorders>
            <w:hideMark/>
          </w:tcPr>
          <w:p w14:paraId="05E13497" w14:textId="5A6E29AE" w:rsidR="001310A1" w:rsidRPr="00E062F1" w:rsidRDefault="001310A1" w:rsidP="00FC5050">
            <w:pPr>
              <w:pStyle w:val="TAC"/>
            </w:pPr>
            <w:r w:rsidRPr="00E062F1">
              <w:t>Dual-Connectivity (DC)</w:t>
            </w:r>
            <w:r w:rsidR="008A0BE1" w:rsidRPr="00E062F1">
              <w:t xml:space="preserve"> with and without SUL including UL sharing from UE perspective</w:t>
            </w:r>
            <w:r w:rsidR="00EA7A5A" w:rsidRPr="00E062F1">
              <w:t>, inter-band NR DC between FR1 and FR2</w:t>
            </w:r>
          </w:p>
        </w:tc>
      </w:tr>
      <w:tr w:rsidR="001310A1" w:rsidRPr="00E062F1" w14:paraId="047F38FC" w14:textId="77777777" w:rsidTr="00FC5050">
        <w:trPr>
          <w:jc w:val="center"/>
        </w:trPr>
        <w:tc>
          <w:tcPr>
            <w:tcW w:w="1668" w:type="dxa"/>
            <w:tcBorders>
              <w:top w:val="single" w:sz="4" w:space="0" w:color="auto"/>
              <w:left w:val="single" w:sz="4" w:space="0" w:color="auto"/>
              <w:bottom w:val="single" w:sz="4" w:space="0" w:color="auto"/>
              <w:right w:val="single" w:sz="4" w:space="0" w:color="auto"/>
            </w:tcBorders>
            <w:hideMark/>
          </w:tcPr>
          <w:p w14:paraId="47D82A95" w14:textId="77777777" w:rsidR="001310A1" w:rsidRPr="00E062F1" w:rsidRDefault="001310A1" w:rsidP="00FC5050">
            <w:pPr>
              <w:pStyle w:val="TAC"/>
            </w:pPr>
            <w:r w:rsidRPr="00E062F1">
              <w:t>D</w:t>
            </w:r>
          </w:p>
        </w:tc>
        <w:tc>
          <w:tcPr>
            <w:tcW w:w="2551" w:type="dxa"/>
            <w:tcBorders>
              <w:top w:val="single" w:sz="4" w:space="0" w:color="auto"/>
              <w:left w:val="single" w:sz="4" w:space="0" w:color="auto"/>
              <w:bottom w:val="single" w:sz="4" w:space="0" w:color="auto"/>
              <w:right w:val="single" w:sz="4" w:space="0" w:color="auto"/>
            </w:tcBorders>
            <w:hideMark/>
          </w:tcPr>
          <w:p w14:paraId="4AE66A0C" w14:textId="77777777" w:rsidR="001310A1" w:rsidRPr="00E062F1" w:rsidRDefault="001310A1" w:rsidP="00FC5050">
            <w:pPr>
              <w:pStyle w:val="TAC"/>
            </w:pPr>
            <w:r w:rsidRPr="00E062F1">
              <w:t>UL MIMO</w:t>
            </w:r>
          </w:p>
        </w:tc>
      </w:tr>
      <w:tr w:rsidR="00A959D3" w:rsidRPr="00E062F1" w14:paraId="4F4A7BC5" w14:textId="77777777" w:rsidTr="00FC5050">
        <w:trPr>
          <w:jc w:val="center"/>
        </w:trPr>
        <w:tc>
          <w:tcPr>
            <w:tcW w:w="1668" w:type="dxa"/>
            <w:tcBorders>
              <w:top w:val="single" w:sz="4" w:space="0" w:color="auto"/>
              <w:left w:val="single" w:sz="4" w:space="0" w:color="auto"/>
              <w:bottom w:val="single" w:sz="4" w:space="0" w:color="auto"/>
              <w:right w:val="single" w:sz="4" w:space="0" w:color="auto"/>
            </w:tcBorders>
          </w:tcPr>
          <w:p w14:paraId="369E8604" w14:textId="0B56AF65" w:rsidR="00A959D3" w:rsidRPr="00E062F1" w:rsidRDefault="00A959D3" w:rsidP="00FC5050">
            <w:pPr>
              <w:pStyle w:val="TAC"/>
            </w:pPr>
            <w:r>
              <w:t>E</w:t>
            </w:r>
          </w:p>
        </w:tc>
        <w:tc>
          <w:tcPr>
            <w:tcW w:w="2551" w:type="dxa"/>
            <w:tcBorders>
              <w:top w:val="single" w:sz="4" w:space="0" w:color="auto"/>
              <w:left w:val="single" w:sz="4" w:space="0" w:color="auto"/>
              <w:bottom w:val="single" w:sz="4" w:space="0" w:color="auto"/>
              <w:right w:val="single" w:sz="4" w:space="0" w:color="auto"/>
            </w:tcBorders>
          </w:tcPr>
          <w:p w14:paraId="7A880591" w14:textId="17935C5B" w:rsidR="00A959D3" w:rsidRPr="00E062F1" w:rsidRDefault="00A959D3" w:rsidP="00FC5050">
            <w:pPr>
              <w:pStyle w:val="TAC"/>
            </w:pPr>
            <w:r>
              <w:t>V2X</w:t>
            </w:r>
          </w:p>
        </w:tc>
      </w:tr>
      <w:tr w:rsidR="00FC5050" w:rsidRPr="00E062F1" w14:paraId="5383ED8E" w14:textId="77777777" w:rsidTr="00FC5050">
        <w:trPr>
          <w:jc w:val="center"/>
        </w:trPr>
        <w:tc>
          <w:tcPr>
            <w:tcW w:w="1668" w:type="dxa"/>
            <w:tcBorders>
              <w:top w:val="single" w:sz="4" w:space="0" w:color="auto"/>
              <w:left w:val="single" w:sz="4" w:space="0" w:color="auto"/>
              <w:bottom w:val="single" w:sz="4" w:space="0" w:color="auto"/>
              <w:right w:val="single" w:sz="4" w:space="0" w:color="auto"/>
            </w:tcBorders>
          </w:tcPr>
          <w:p w14:paraId="25A1BE23" w14:textId="14819053" w:rsidR="00FC5050" w:rsidRDefault="00FC5050" w:rsidP="00FC5050">
            <w:pPr>
              <w:pStyle w:val="TAC"/>
            </w:pPr>
            <w:r>
              <w:t>F</w:t>
            </w:r>
          </w:p>
        </w:tc>
        <w:tc>
          <w:tcPr>
            <w:tcW w:w="2551" w:type="dxa"/>
            <w:tcBorders>
              <w:top w:val="single" w:sz="4" w:space="0" w:color="auto"/>
              <w:left w:val="single" w:sz="4" w:space="0" w:color="auto"/>
              <w:bottom w:val="single" w:sz="4" w:space="0" w:color="auto"/>
              <w:right w:val="single" w:sz="4" w:space="0" w:color="auto"/>
            </w:tcBorders>
          </w:tcPr>
          <w:p w14:paraId="490803BB" w14:textId="498A72BB" w:rsidR="00FC5050" w:rsidRDefault="00FC5050" w:rsidP="00FC5050">
            <w:pPr>
              <w:pStyle w:val="TAC"/>
            </w:pPr>
            <w:r w:rsidRPr="00105A3F">
              <w:t>Shared spectrum channel access</w:t>
            </w:r>
          </w:p>
        </w:tc>
      </w:tr>
      <w:bookmarkEnd w:id="249"/>
    </w:tbl>
    <w:p w14:paraId="1FB9E13C" w14:textId="77777777" w:rsidR="001310A1" w:rsidRPr="00E062F1" w:rsidRDefault="001310A1" w:rsidP="001310A1"/>
    <w:p w14:paraId="39026B6D" w14:textId="77777777" w:rsidR="001310A1" w:rsidRPr="00E062F1" w:rsidRDefault="001310A1" w:rsidP="001310A1">
      <w:pPr>
        <w:pStyle w:val="Heading1"/>
      </w:pPr>
      <w:bookmarkStart w:id="250" w:name="_Toc21351489"/>
      <w:bookmarkStart w:id="251" w:name="_Toc29807071"/>
      <w:bookmarkStart w:id="252" w:name="_Toc36648785"/>
      <w:bookmarkStart w:id="253" w:name="_Toc36651510"/>
      <w:bookmarkStart w:id="254" w:name="_Toc37256444"/>
      <w:bookmarkStart w:id="255" w:name="_Toc37256785"/>
      <w:bookmarkStart w:id="256" w:name="_Toc45890473"/>
      <w:bookmarkStart w:id="257" w:name="_Toc45891697"/>
      <w:bookmarkStart w:id="258" w:name="_Toc45892107"/>
      <w:bookmarkStart w:id="259" w:name="_Toc45892517"/>
      <w:bookmarkStart w:id="260" w:name="_Toc52352930"/>
      <w:bookmarkStart w:id="261" w:name="_Toc53174753"/>
      <w:bookmarkStart w:id="262" w:name="_Toc61375902"/>
      <w:bookmarkStart w:id="263" w:name="_Toc61376314"/>
      <w:bookmarkStart w:id="264" w:name="_Toc67938584"/>
      <w:bookmarkStart w:id="265" w:name="_Toc76454186"/>
      <w:bookmarkStart w:id="266" w:name="_Toc76719606"/>
      <w:bookmarkStart w:id="267" w:name="_Toc76720126"/>
      <w:bookmarkStart w:id="268" w:name="_Toc83742823"/>
      <w:bookmarkStart w:id="269" w:name="_Toc83887198"/>
      <w:bookmarkStart w:id="270" w:name="_Toc83887999"/>
      <w:bookmarkStart w:id="271" w:name="_Toc90588653"/>
      <w:r w:rsidRPr="00E062F1">
        <w:t>5</w:t>
      </w:r>
      <w:r w:rsidRPr="00E062F1">
        <w:tab/>
        <w:t>Operating bands and channel arrangement</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2CE00A04" w14:textId="77777777" w:rsidR="001310A1" w:rsidRPr="00E062F1" w:rsidRDefault="001310A1" w:rsidP="001310A1">
      <w:pPr>
        <w:pStyle w:val="Heading2"/>
      </w:pPr>
      <w:bookmarkStart w:id="272" w:name="_Toc21351490"/>
      <w:bookmarkStart w:id="273" w:name="_Toc29807072"/>
      <w:bookmarkStart w:id="274" w:name="_Toc36648786"/>
      <w:bookmarkStart w:id="275" w:name="_Toc36651511"/>
      <w:bookmarkStart w:id="276" w:name="_Toc37256445"/>
      <w:bookmarkStart w:id="277" w:name="_Toc37256786"/>
      <w:bookmarkStart w:id="278" w:name="_Toc45890474"/>
      <w:bookmarkStart w:id="279" w:name="_Toc45891698"/>
      <w:bookmarkStart w:id="280" w:name="_Toc45892108"/>
      <w:bookmarkStart w:id="281" w:name="_Toc45892518"/>
      <w:bookmarkStart w:id="282" w:name="_Toc52352931"/>
      <w:bookmarkStart w:id="283" w:name="_Toc53174754"/>
      <w:bookmarkStart w:id="284" w:name="_Toc61375903"/>
      <w:bookmarkStart w:id="285" w:name="_Toc61376315"/>
      <w:bookmarkStart w:id="286" w:name="_Toc67938585"/>
      <w:bookmarkStart w:id="287" w:name="_Toc76454187"/>
      <w:bookmarkStart w:id="288" w:name="_Toc76719607"/>
      <w:bookmarkStart w:id="289" w:name="_Toc76720127"/>
      <w:bookmarkStart w:id="290" w:name="_Toc83742824"/>
      <w:bookmarkStart w:id="291" w:name="_Toc83887199"/>
      <w:bookmarkStart w:id="292" w:name="_Toc83888000"/>
      <w:bookmarkStart w:id="293" w:name="_Toc90588654"/>
      <w:r w:rsidRPr="00E062F1">
        <w:t>5.1</w:t>
      </w:r>
      <w:r w:rsidRPr="00E062F1">
        <w:tab/>
        <w:t>General</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29ED17FE" w14:textId="77777777" w:rsidR="001310A1" w:rsidRPr="00E062F1" w:rsidRDefault="001310A1" w:rsidP="001310A1">
      <w:pPr>
        <w:rPr>
          <w:rFonts w:cs="v5.0.0"/>
        </w:rPr>
      </w:pPr>
      <w:r w:rsidRPr="00E062F1">
        <w:rPr>
          <w:rFonts w:cs="v5.0.0"/>
        </w:rPr>
        <w:t>The channel arrangements presented in this clause are based on the operating bands and channel bandwidths defined in the present release of specifications.</w:t>
      </w:r>
    </w:p>
    <w:p w14:paraId="07BE2B44" w14:textId="77777777" w:rsidR="001310A1" w:rsidRPr="00E062F1" w:rsidRDefault="001310A1" w:rsidP="001310A1">
      <w:pPr>
        <w:pStyle w:val="NO"/>
      </w:pPr>
      <w:r w:rsidRPr="00E062F1">
        <w:t>NOTE:</w:t>
      </w:r>
      <w:r w:rsidRPr="00E062F1">
        <w:tab/>
        <w:t>Other operating bands and channel bandwidths may be considered in future releases.</w:t>
      </w:r>
    </w:p>
    <w:p w14:paraId="258E87D4" w14:textId="77777777" w:rsidR="001310A1" w:rsidRPr="00E062F1" w:rsidRDefault="001310A1" w:rsidP="001310A1">
      <w:r w:rsidRPr="00E062F1">
        <w:t>Requirements throughout the RF specifications are in many cases defined separately for different frequency ranges (FR). The frequency ranges in which NR can operate according to this version of the specifications are identified as described in Table 5.1-1.</w:t>
      </w:r>
    </w:p>
    <w:p w14:paraId="67FD855D" w14:textId="77777777" w:rsidR="001310A1" w:rsidRPr="00E062F1" w:rsidRDefault="001310A1" w:rsidP="001310A1">
      <w:pPr>
        <w:pStyle w:val="TH"/>
      </w:pPr>
      <w:r w:rsidRPr="00E062F1">
        <w:t>Table 5.1-1: Definition of frequency ranges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977"/>
      </w:tblGrid>
      <w:tr w:rsidR="001F078B" w:rsidRPr="00E062F1" w14:paraId="08291222" w14:textId="77777777" w:rsidTr="00B10C0F">
        <w:trPr>
          <w:trHeight w:val="187"/>
          <w:jc w:val="center"/>
        </w:trPr>
        <w:tc>
          <w:tcPr>
            <w:tcW w:w="1951" w:type="dxa"/>
            <w:tcBorders>
              <w:top w:val="single" w:sz="4" w:space="0" w:color="auto"/>
              <w:left w:val="single" w:sz="4" w:space="0" w:color="auto"/>
              <w:bottom w:val="single" w:sz="4" w:space="0" w:color="auto"/>
              <w:right w:val="single" w:sz="4" w:space="0" w:color="auto"/>
            </w:tcBorders>
            <w:hideMark/>
          </w:tcPr>
          <w:p w14:paraId="03F22737" w14:textId="77777777" w:rsidR="001310A1" w:rsidRPr="00E062F1" w:rsidRDefault="001310A1" w:rsidP="00B10C0F">
            <w:pPr>
              <w:pStyle w:val="TAH"/>
            </w:pPr>
            <w:r w:rsidRPr="00E062F1">
              <w:t>Frequency range designation</w:t>
            </w:r>
          </w:p>
        </w:tc>
        <w:tc>
          <w:tcPr>
            <w:tcW w:w="2977" w:type="dxa"/>
            <w:tcBorders>
              <w:top w:val="single" w:sz="4" w:space="0" w:color="auto"/>
              <w:left w:val="single" w:sz="4" w:space="0" w:color="auto"/>
              <w:bottom w:val="single" w:sz="4" w:space="0" w:color="auto"/>
              <w:right w:val="single" w:sz="4" w:space="0" w:color="auto"/>
            </w:tcBorders>
            <w:hideMark/>
          </w:tcPr>
          <w:p w14:paraId="7BD72811" w14:textId="77777777" w:rsidR="001310A1" w:rsidRPr="00E062F1" w:rsidRDefault="001310A1" w:rsidP="00B10C0F">
            <w:pPr>
              <w:pStyle w:val="TAH"/>
            </w:pPr>
            <w:r w:rsidRPr="00E062F1">
              <w:t>Corresponding frequency range</w:t>
            </w:r>
          </w:p>
        </w:tc>
      </w:tr>
      <w:tr w:rsidR="001F078B" w:rsidRPr="00E062F1" w14:paraId="7A2E6D4D" w14:textId="77777777" w:rsidTr="00B10C0F">
        <w:trPr>
          <w:trHeight w:val="187"/>
          <w:jc w:val="center"/>
        </w:trPr>
        <w:tc>
          <w:tcPr>
            <w:tcW w:w="1951" w:type="dxa"/>
            <w:tcBorders>
              <w:top w:val="single" w:sz="4" w:space="0" w:color="auto"/>
              <w:left w:val="single" w:sz="4" w:space="0" w:color="auto"/>
              <w:bottom w:val="single" w:sz="4" w:space="0" w:color="auto"/>
              <w:right w:val="single" w:sz="4" w:space="0" w:color="auto"/>
            </w:tcBorders>
            <w:vAlign w:val="center"/>
            <w:hideMark/>
          </w:tcPr>
          <w:p w14:paraId="2AA962DE" w14:textId="77777777" w:rsidR="001310A1" w:rsidRPr="00E062F1" w:rsidRDefault="001310A1" w:rsidP="00E63034">
            <w:pPr>
              <w:pStyle w:val="TAC"/>
            </w:pPr>
            <w:r w:rsidRPr="00E062F1">
              <w:t>FR1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F42A12F" w14:textId="34C8DB98" w:rsidR="001310A1" w:rsidRPr="00E062F1" w:rsidRDefault="001310A1" w:rsidP="00E63034">
            <w:pPr>
              <w:pStyle w:val="TAC"/>
            </w:pPr>
            <w:r w:rsidRPr="00E062F1">
              <w:t>4</w:t>
            </w:r>
            <w:r w:rsidR="00B82EE6" w:rsidRPr="00E062F1">
              <w:t>1</w:t>
            </w:r>
            <w:r w:rsidRPr="00E062F1">
              <w:t xml:space="preserve">0 MHz – </w:t>
            </w:r>
            <w:r w:rsidR="00B82EE6" w:rsidRPr="00E062F1">
              <w:t xml:space="preserve">7125 </w:t>
            </w:r>
            <w:r w:rsidRPr="00E062F1">
              <w:t>MHz</w:t>
            </w:r>
          </w:p>
        </w:tc>
      </w:tr>
      <w:tr w:rsidR="001310A1" w:rsidRPr="00E062F1" w14:paraId="16C753BC" w14:textId="77777777" w:rsidTr="00B10C0F">
        <w:trPr>
          <w:trHeight w:val="187"/>
          <w:jc w:val="center"/>
        </w:trPr>
        <w:tc>
          <w:tcPr>
            <w:tcW w:w="1951" w:type="dxa"/>
            <w:tcBorders>
              <w:top w:val="single" w:sz="4" w:space="0" w:color="auto"/>
              <w:left w:val="single" w:sz="4" w:space="0" w:color="auto"/>
              <w:bottom w:val="single" w:sz="4" w:space="0" w:color="auto"/>
              <w:right w:val="single" w:sz="4" w:space="0" w:color="auto"/>
            </w:tcBorders>
            <w:vAlign w:val="center"/>
            <w:hideMark/>
          </w:tcPr>
          <w:p w14:paraId="62240C05" w14:textId="77777777" w:rsidR="001310A1" w:rsidRPr="00E062F1" w:rsidRDefault="001310A1" w:rsidP="00E63034">
            <w:pPr>
              <w:pStyle w:val="TAC"/>
            </w:pPr>
            <w:r w:rsidRPr="00E062F1">
              <w:t>FR2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BEE0F22" w14:textId="77777777" w:rsidR="001310A1" w:rsidRPr="00E062F1" w:rsidRDefault="001310A1" w:rsidP="00E63034">
            <w:pPr>
              <w:pStyle w:val="TAC"/>
            </w:pPr>
            <w:r w:rsidRPr="00E062F1">
              <w:t>24250 MHz – 52600 MHz</w:t>
            </w:r>
          </w:p>
        </w:tc>
      </w:tr>
    </w:tbl>
    <w:p w14:paraId="77E4189A" w14:textId="77777777" w:rsidR="001310A1" w:rsidRPr="00E062F1" w:rsidRDefault="001310A1" w:rsidP="001310A1"/>
    <w:p w14:paraId="0490CCD3" w14:textId="77777777" w:rsidR="001310A1" w:rsidRPr="00E062F1" w:rsidRDefault="001310A1" w:rsidP="001310A1">
      <w:r w:rsidRPr="00E062F1">
        <w:t>The present specification covers band combinations including</w:t>
      </w:r>
    </w:p>
    <w:p w14:paraId="420E7E50" w14:textId="77777777" w:rsidR="001310A1" w:rsidRPr="00E062F1" w:rsidRDefault="001310A1" w:rsidP="001310A1">
      <w:pPr>
        <w:pStyle w:val="B10"/>
      </w:pPr>
      <w:r w:rsidRPr="00E062F1">
        <w:t>-</w:t>
      </w:r>
      <w:r w:rsidRPr="00E062F1">
        <w:tab/>
        <w:t>at least one FR1 operating band and one FR2 operating band for carrier aggregation and dual connectivity operations;</w:t>
      </w:r>
    </w:p>
    <w:p w14:paraId="41109DBA" w14:textId="77777777" w:rsidR="001310A1" w:rsidRPr="00E062F1" w:rsidRDefault="001310A1" w:rsidP="001310A1">
      <w:pPr>
        <w:pStyle w:val="B10"/>
        <w:rPr>
          <w:i/>
        </w:rPr>
      </w:pPr>
      <w:r w:rsidRPr="00E062F1">
        <w:t>-</w:t>
      </w:r>
      <w:r w:rsidRPr="00E062F1">
        <w:tab/>
        <w:t>at least one E-UTRA operating band for dual connectivity operations.</w:t>
      </w:r>
    </w:p>
    <w:p w14:paraId="357FBA2B" w14:textId="77777777" w:rsidR="001310A1" w:rsidRPr="00E062F1" w:rsidRDefault="001310A1" w:rsidP="001310A1">
      <w:pPr>
        <w:pStyle w:val="Heading2"/>
      </w:pPr>
      <w:bookmarkStart w:id="294" w:name="_Toc21351491"/>
      <w:bookmarkStart w:id="295" w:name="_Toc29807073"/>
      <w:bookmarkStart w:id="296" w:name="_Toc36648787"/>
      <w:bookmarkStart w:id="297" w:name="_Toc36651512"/>
      <w:bookmarkStart w:id="298" w:name="_Toc37256446"/>
      <w:bookmarkStart w:id="299" w:name="_Toc37256787"/>
      <w:bookmarkStart w:id="300" w:name="_Toc45890475"/>
      <w:bookmarkStart w:id="301" w:name="_Toc45891699"/>
      <w:bookmarkStart w:id="302" w:name="_Toc45892109"/>
      <w:bookmarkStart w:id="303" w:name="_Toc45892519"/>
      <w:bookmarkStart w:id="304" w:name="_Toc52352932"/>
      <w:bookmarkStart w:id="305" w:name="_Toc53174755"/>
      <w:bookmarkStart w:id="306" w:name="_Toc61375904"/>
      <w:bookmarkStart w:id="307" w:name="_Toc61376316"/>
      <w:bookmarkStart w:id="308" w:name="_Toc67938586"/>
      <w:bookmarkStart w:id="309" w:name="_Toc76454188"/>
      <w:bookmarkStart w:id="310" w:name="_Toc76719608"/>
      <w:bookmarkStart w:id="311" w:name="_Toc76720128"/>
      <w:bookmarkStart w:id="312" w:name="_Toc83742825"/>
      <w:bookmarkStart w:id="313" w:name="_Toc83887200"/>
      <w:bookmarkStart w:id="314" w:name="_Toc83888001"/>
      <w:bookmarkStart w:id="315" w:name="_Toc90588655"/>
      <w:r w:rsidRPr="00E062F1">
        <w:t>5.2</w:t>
      </w:r>
      <w:r w:rsidRPr="00E062F1">
        <w:tab/>
        <w:t>Operating bands</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0015D60C" w14:textId="6E46E781" w:rsidR="001310A1" w:rsidRPr="00E062F1" w:rsidRDefault="001310A1" w:rsidP="001310A1">
      <w:r w:rsidRPr="00E062F1">
        <w:t xml:space="preserve">NR is designed to operate in FR1 operating bands defined in TS 38.101-1 </w:t>
      </w:r>
      <w:r w:rsidR="00571B04" w:rsidRPr="00E062F1">
        <w:t>[2]</w:t>
      </w:r>
      <w:r w:rsidRPr="00E062F1">
        <w:t xml:space="preserve"> and FR2 operating bands defined in TS</w:t>
      </w:r>
      <w:r w:rsidR="0095436B" w:rsidRPr="00E062F1">
        <w:t> </w:t>
      </w:r>
      <w:r w:rsidRPr="00E062F1">
        <w:t xml:space="preserve">38.101-2 </w:t>
      </w:r>
      <w:r w:rsidR="00571B04" w:rsidRPr="00E062F1">
        <w:t>[3]</w:t>
      </w:r>
      <w:r w:rsidRPr="00E062F1">
        <w:t xml:space="preserve">. E-UTRA is designed to operate in operating bands defined in TS 36.101 </w:t>
      </w:r>
      <w:r w:rsidR="00571B04" w:rsidRPr="00E062F1">
        <w:t>[4]</w:t>
      </w:r>
      <w:r w:rsidRPr="00E062F1">
        <w:t>.</w:t>
      </w:r>
    </w:p>
    <w:p w14:paraId="6F4E9958" w14:textId="77777777" w:rsidR="001310A1" w:rsidRPr="00E062F1" w:rsidRDefault="001310A1" w:rsidP="001310A1">
      <w:pPr>
        <w:pStyle w:val="Heading2"/>
      </w:pPr>
      <w:bookmarkStart w:id="316" w:name="_Toc21351492"/>
      <w:bookmarkStart w:id="317" w:name="_Toc29807074"/>
      <w:bookmarkStart w:id="318" w:name="_Toc36648788"/>
      <w:bookmarkStart w:id="319" w:name="_Toc36651513"/>
      <w:bookmarkStart w:id="320" w:name="_Toc37256447"/>
      <w:bookmarkStart w:id="321" w:name="_Toc37256788"/>
      <w:bookmarkStart w:id="322" w:name="_Toc45890476"/>
      <w:bookmarkStart w:id="323" w:name="_Toc45891700"/>
      <w:bookmarkStart w:id="324" w:name="_Toc45892110"/>
      <w:bookmarkStart w:id="325" w:name="_Toc45892520"/>
      <w:bookmarkStart w:id="326" w:name="_Toc52352933"/>
      <w:bookmarkStart w:id="327" w:name="_Toc53174756"/>
      <w:bookmarkStart w:id="328" w:name="_Toc61375905"/>
      <w:bookmarkStart w:id="329" w:name="_Toc61376317"/>
      <w:bookmarkStart w:id="330" w:name="_Toc67938587"/>
      <w:bookmarkStart w:id="331" w:name="_Toc76454189"/>
      <w:bookmarkStart w:id="332" w:name="_Toc76719609"/>
      <w:bookmarkStart w:id="333" w:name="_Toc76720129"/>
      <w:bookmarkStart w:id="334" w:name="_Toc83742826"/>
      <w:bookmarkStart w:id="335" w:name="_Toc83887201"/>
      <w:bookmarkStart w:id="336" w:name="_Toc83888002"/>
      <w:bookmarkStart w:id="337" w:name="_Toc90588656"/>
      <w:r w:rsidRPr="00E062F1">
        <w:t>5.2A</w:t>
      </w:r>
      <w:r w:rsidRPr="00E062F1">
        <w:tab/>
        <w:t>Operating bands for CA</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14:paraId="355DC878" w14:textId="77777777" w:rsidR="001310A1" w:rsidRPr="00E062F1" w:rsidRDefault="001310A1" w:rsidP="00A2569B">
      <w:pPr>
        <w:pStyle w:val="Heading3"/>
      </w:pPr>
      <w:bookmarkStart w:id="338" w:name="_Toc21351493"/>
      <w:bookmarkStart w:id="339" w:name="_Toc29807075"/>
      <w:bookmarkStart w:id="340" w:name="_Toc36648789"/>
      <w:bookmarkStart w:id="341" w:name="_Toc36651514"/>
      <w:bookmarkStart w:id="342" w:name="_Toc37256448"/>
      <w:bookmarkStart w:id="343" w:name="_Toc37256789"/>
      <w:bookmarkStart w:id="344" w:name="_Toc45890477"/>
      <w:bookmarkStart w:id="345" w:name="_Toc45891701"/>
      <w:bookmarkStart w:id="346" w:name="_Toc45892111"/>
      <w:bookmarkStart w:id="347" w:name="_Toc45892521"/>
      <w:bookmarkStart w:id="348" w:name="_Toc52352934"/>
      <w:bookmarkStart w:id="349" w:name="_Toc53174757"/>
      <w:bookmarkStart w:id="350" w:name="_Toc61375906"/>
      <w:bookmarkStart w:id="351" w:name="_Toc61376318"/>
      <w:bookmarkStart w:id="352" w:name="_Toc67938588"/>
      <w:bookmarkStart w:id="353" w:name="_Toc76454190"/>
      <w:bookmarkStart w:id="354" w:name="_Toc76719610"/>
      <w:bookmarkStart w:id="355" w:name="_Toc76720130"/>
      <w:bookmarkStart w:id="356" w:name="_Toc83742827"/>
      <w:bookmarkStart w:id="357" w:name="_Toc83887202"/>
      <w:bookmarkStart w:id="358" w:name="_Toc83888003"/>
      <w:bookmarkStart w:id="359" w:name="_Toc90588657"/>
      <w:r w:rsidRPr="00E062F1">
        <w:t>5.2A.1</w:t>
      </w:r>
      <w:r w:rsidRPr="00E062F1">
        <w:tab/>
        <w:t>Inter-band CA between FR1 and FR2</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69E0750A" w14:textId="3A7C099D" w:rsidR="001310A1" w:rsidRPr="00E062F1" w:rsidRDefault="001310A1" w:rsidP="001310A1">
      <w:r w:rsidRPr="00E062F1">
        <w:t xml:space="preserve">NR carrier aggregation </w:t>
      </w:r>
      <w:r w:rsidR="007019B8" w:rsidRPr="00E062F1">
        <w:t>is</w:t>
      </w:r>
      <w:r w:rsidRPr="00E062F1">
        <w:t xml:space="preserve"> designed to operate in the operating bands defined in Table 5.2A.1</w:t>
      </w:r>
      <w:r w:rsidRPr="00E062F1">
        <w:noBreakHyphen/>
        <w:t>1</w:t>
      </w:r>
      <w:r w:rsidR="007019B8" w:rsidRPr="00E062F1">
        <w:rPr>
          <w:lang w:eastAsia="zh-CN"/>
        </w:rPr>
        <w:t xml:space="preserve"> and Table 5.2A.1-2</w:t>
      </w:r>
      <w:r w:rsidRPr="00E062F1">
        <w:t>. The band combinations include at least one FR1 operating band and one FR2 operating band.</w:t>
      </w:r>
    </w:p>
    <w:p w14:paraId="264DBF54" w14:textId="45A75EC7" w:rsidR="003A4EE3" w:rsidRDefault="003A4EE3" w:rsidP="003A4EE3">
      <w:r w:rsidRPr="00E062F1">
        <w:lastRenderedPageBreak/>
        <w:t>Operating bands for CA including Band n90 are defined by the corresponding operating bands for CA including Band n41 with Band n90 replacing Band n41. For brevity the said operating bands for CA including Band n90 are not listed in the tables below but are covered by this specification.</w:t>
      </w:r>
    </w:p>
    <w:p w14:paraId="5ADFA512" w14:textId="58B6762C" w:rsidR="00084B0D" w:rsidRDefault="00084B0D" w:rsidP="00084B0D">
      <w:r>
        <w:t>If the mandatory simultaneous Rx/Tx capability applies for a lower order band combination, when the applicable lower order band combination is a band pair in a higher order band combination, the mandatory simultaneous Rx/Tx capability also applies for the band pairin the higher order band combination.</w:t>
      </w:r>
    </w:p>
    <w:p w14:paraId="40EBCA44" w14:textId="77777777" w:rsidR="00687636" w:rsidRPr="00E062F1" w:rsidRDefault="00687636" w:rsidP="003A4EE3"/>
    <w:p w14:paraId="62F6EB7B" w14:textId="43899BAF" w:rsidR="001310A1" w:rsidRPr="00E062F1" w:rsidRDefault="001310A1" w:rsidP="001310A1">
      <w:pPr>
        <w:pStyle w:val="TH"/>
      </w:pPr>
      <w:r w:rsidRPr="00E062F1">
        <w:t xml:space="preserve">Table 5.2A.1-1: Band combinations for </w:t>
      </w:r>
      <w:r w:rsidR="0097665B" w:rsidRPr="00E062F1">
        <w:t xml:space="preserve">inter-band </w:t>
      </w:r>
      <w:r w:rsidRPr="00E062F1">
        <w:t>CA</w:t>
      </w:r>
      <w:r w:rsidR="0097665B" w:rsidRPr="00E062F1">
        <w:t xml:space="preserve"> between FR1 and FR2</w:t>
      </w:r>
      <w:r w:rsidR="007019B8" w:rsidRPr="00E062F1">
        <w:rPr>
          <w:lang w:eastAsia="zh-CN"/>
        </w:rPr>
        <w:t xml:space="preserve"> (two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6"/>
        <w:gridCol w:w="2578"/>
      </w:tblGrid>
      <w:tr w:rsidR="001F078B" w:rsidRPr="00E062F1" w14:paraId="4A1425FE"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hideMark/>
          </w:tcPr>
          <w:p w14:paraId="35B4A846" w14:textId="77777777" w:rsidR="001310A1" w:rsidRPr="00E062F1" w:rsidRDefault="001310A1" w:rsidP="001310A1">
            <w:pPr>
              <w:pStyle w:val="TAH"/>
            </w:pPr>
            <w:r w:rsidRPr="00E062F1">
              <w:t>NR CA Band</w:t>
            </w:r>
          </w:p>
        </w:tc>
        <w:tc>
          <w:tcPr>
            <w:tcW w:w="2578" w:type="dxa"/>
            <w:tcBorders>
              <w:top w:val="single" w:sz="4" w:space="0" w:color="auto"/>
              <w:left w:val="single" w:sz="4" w:space="0" w:color="auto"/>
              <w:bottom w:val="single" w:sz="4" w:space="0" w:color="auto"/>
              <w:right w:val="single" w:sz="4" w:space="0" w:color="auto"/>
            </w:tcBorders>
            <w:vAlign w:val="center"/>
            <w:hideMark/>
          </w:tcPr>
          <w:p w14:paraId="6EA8500E" w14:textId="77777777" w:rsidR="001310A1" w:rsidRPr="00E062F1" w:rsidRDefault="001310A1" w:rsidP="001310A1">
            <w:pPr>
              <w:pStyle w:val="TAH"/>
            </w:pPr>
            <w:r w:rsidRPr="00E062F1">
              <w:t>NR Band</w:t>
            </w:r>
          </w:p>
        </w:tc>
      </w:tr>
      <w:tr w:rsidR="001F078B" w:rsidRPr="00E062F1" w14:paraId="3ADDB1B4"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0CC02461" w14:textId="77777777" w:rsidR="002C04EC" w:rsidRPr="00E062F1" w:rsidRDefault="002C04EC" w:rsidP="002C04EC">
            <w:pPr>
              <w:pStyle w:val="TAC"/>
            </w:pPr>
            <w:r w:rsidRPr="00E062F1">
              <w:t>CA_n</w:t>
            </w:r>
            <w:r w:rsidRPr="00E062F1">
              <w:rPr>
                <w:lang w:eastAsia="zh-CN"/>
              </w:rPr>
              <w:t>1</w:t>
            </w:r>
            <w:r w:rsidRPr="00E062F1">
              <w:t>-n257</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42406133" w14:textId="77777777" w:rsidR="002C04EC" w:rsidRPr="00E062F1" w:rsidRDefault="002C04EC" w:rsidP="002C04EC">
            <w:pPr>
              <w:pStyle w:val="TAC"/>
            </w:pPr>
            <w:r w:rsidRPr="00E062F1">
              <w:t>n</w:t>
            </w:r>
            <w:r w:rsidRPr="00E062F1">
              <w:rPr>
                <w:lang w:eastAsia="zh-CN"/>
              </w:rPr>
              <w:t>1</w:t>
            </w:r>
            <w:r w:rsidRPr="00E062F1">
              <w:t>, n257</w:t>
            </w:r>
          </w:p>
        </w:tc>
      </w:tr>
      <w:tr w:rsidR="001F078B" w:rsidRPr="00E062F1" w14:paraId="7CE75DB5"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655F3457" w14:textId="4BBBF5D0" w:rsidR="000B65F9" w:rsidRPr="00E062F1" w:rsidRDefault="000B65F9" w:rsidP="000B65F9">
            <w:pPr>
              <w:pStyle w:val="TAC"/>
            </w:pPr>
            <w:r w:rsidRPr="00E062F1">
              <w:rPr>
                <w:lang w:eastAsia="zh-CN"/>
              </w:rPr>
              <w:t>CA_n3-</w:t>
            </w:r>
            <w:r w:rsidRPr="00E062F1">
              <w:t>n257</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1067E5CB" w14:textId="04D2195D" w:rsidR="000B65F9" w:rsidRPr="00E062F1" w:rsidRDefault="000B65F9" w:rsidP="000B65F9">
            <w:pPr>
              <w:pStyle w:val="TAC"/>
            </w:pPr>
            <w:r w:rsidRPr="00E062F1">
              <w:rPr>
                <w:lang w:eastAsia="zh-CN"/>
              </w:rPr>
              <w:t>n3, n257</w:t>
            </w:r>
          </w:p>
        </w:tc>
      </w:tr>
      <w:tr w:rsidR="001F078B" w:rsidRPr="00E062F1" w14:paraId="1242C41B"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2C491231" w14:textId="0B23AE60" w:rsidR="000B65F9" w:rsidRPr="00E062F1" w:rsidRDefault="000B65F9" w:rsidP="000B65F9">
            <w:pPr>
              <w:pStyle w:val="TAC"/>
            </w:pPr>
            <w:r w:rsidRPr="00E062F1">
              <w:rPr>
                <w:lang w:eastAsia="zh-CN"/>
              </w:rPr>
              <w:t>CA_n5-</w:t>
            </w:r>
            <w:r w:rsidRPr="00E062F1">
              <w:t>n2</w:t>
            </w:r>
            <w:r w:rsidRPr="00E062F1">
              <w:rPr>
                <w:lang w:eastAsia="zh-CN"/>
              </w:rPr>
              <w:t>60</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0A4B9FEC" w14:textId="72E54514" w:rsidR="000B65F9" w:rsidRPr="00E062F1" w:rsidRDefault="000B65F9" w:rsidP="000B65F9">
            <w:pPr>
              <w:pStyle w:val="TAC"/>
            </w:pPr>
            <w:r w:rsidRPr="00E062F1">
              <w:rPr>
                <w:lang w:eastAsia="zh-CN"/>
              </w:rPr>
              <w:t>n5, n260</w:t>
            </w:r>
          </w:p>
        </w:tc>
      </w:tr>
      <w:tr w:rsidR="001F078B" w:rsidRPr="00E062F1" w14:paraId="465985BC"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7D1D6506" w14:textId="609816E9" w:rsidR="000B65F9" w:rsidRPr="00E062F1" w:rsidRDefault="000B65F9" w:rsidP="000B65F9">
            <w:pPr>
              <w:pStyle w:val="TAC"/>
            </w:pPr>
            <w:r w:rsidRPr="00E062F1">
              <w:rPr>
                <w:lang w:eastAsia="zh-CN"/>
              </w:rPr>
              <w:t>CA_n5-</w:t>
            </w:r>
            <w:r w:rsidRPr="00E062F1">
              <w:t>n2</w:t>
            </w:r>
            <w:r w:rsidRPr="00E062F1">
              <w:rPr>
                <w:lang w:eastAsia="zh-CN"/>
              </w:rPr>
              <w:t>61</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6BB97F67" w14:textId="45B3D238" w:rsidR="000B65F9" w:rsidRPr="00E062F1" w:rsidRDefault="000B65F9" w:rsidP="000B65F9">
            <w:pPr>
              <w:pStyle w:val="TAC"/>
            </w:pPr>
            <w:r w:rsidRPr="00E062F1">
              <w:rPr>
                <w:lang w:eastAsia="zh-CN"/>
              </w:rPr>
              <w:t>n5, n261</w:t>
            </w:r>
          </w:p>
        </w:tc>
      </w:tr>
      <w:tr w:rsidR="001F078B" w:rsidRPr="00E062F1" w14:paraId="65FA7B04"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02025353" w14:textId="7E8297E7" w:rsidR="000B65F9" w:rsidRPr="00E062F1" w:rsidRDefault="000B65F9" w:rsidP="000B65F9">
            <w:pPr>
              <w:pStyle w:val="TAC"/>
            </w:pPr>
            <w:r w:rsidRPr="00E062F1">
              <w:rPr>
                <w:lang w:eastAsia="zh-CN"/>
              </w:rPr>
              <w:t>CA_n8-n258</w:t>
            </w:r>
            <w:r w:rsidR="00694388" w:rsidRPr="001F2838">
              <w:rPr>
                <w:vertAlign w:val="superscript"/>
                <w:lang w:val="en-US" w:eastAsia="zh-CN"/>
              </w:rPr>
              <w:t>1</w:t>
            </w:r>
          </w:p>
        </w:tc>
        <w:tc>
          <w:tcPr>
            <w:tcW w:w="2578" w:type="dxa"/>
            <w:tcBorders>
              <w:top w:val="single" w:sz="4" w:space="0" w:color="auto"/>
              <w:left w:val="single" w:sz="4" w:space="0" w:color="auto"/>
              <w:bottom w:val="single" w:sz="4" w:space="0" w:color="auto"/>
              <w:right w:val="single" w:sz="4" w:space="0" w:color="auto"/>
            </w:tcBorders>
            <w:vAlign w:val="center"/>
          </w:tcPr>
          <w:p w14:paraId="2E4346A9" w14:textId="77777777" w:rsidR="000B65F9" w:rsidRPr="00E062F1" w:rsidRDefault="000B65F9" w:rsidP="000B65F9">
            <w:pPr>
              <w:pStyle w:val="TAC"/>
            </w:pPr>
            <w:r w:rsidRPr="00E062F1">
              <w:rPr>
                <w:lang w:eastAsia="zh-CN"/>
              </w:rPr>
              <w:t>n8, n258</w:t>
            </w:r>
          </w:p>
        </w:tc>
      </w:tr>
      <w:tr w:rsidR="001F078B" w:rsidRPr="00E062F1" w14:paraId="6E49D742"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7E91CB47" w14:textId="77777777" w:rsidR="000B65F9" w:rsidRPr="00E062F1" w:rsidRDefault="000B65F9" w:rsidP="000B65F9">
            <w:pPr>
              <w:pStyle w:val="TAC"/>
              <w:rPr>
                <w:lang w:eastAsia="zh-CN"/>
              </w:rPr>
            </w:pPr>
            <w:r w:rsidRPr="00E062F1">
              <w:rPr>
                <w:lang w:eastAsia="zh-CN"/>
              </w:rPr>
              <w:t>CA_n25-n260</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3A306971" w14:textId="77777777" w:rsidR="000B65F9" w:rsidRPr="00E062F1" w:rsidRDefault="000B65F9" w:rsidP="000B65F9">
            <w:pPr>
              <w:pStyle w:val="TAC"/>
              <w:rPr>
                <w:lang w:eastAsia="zh-CN"/>
              </w:rPr>
            </w:pPr>
            <w:r w:rsidRPr="00E062F1">
              <w:rPr>
                <w:lang w:eastAsia="zh-CN"/>
              </w:rPr>
              <w:t>n25, n260</w:t>
            </w:r>
          </w:p>
        </w:tc>
      </w:tr>
      <w:tr w:rsidR="001F078B" w:rsidRPr="00E062F1" w14:paraId="1E5E63D2"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21D3FC8F" w14:textId="77777777" w:rsidR="000B65F9" w:rsidRPr="00E062F1" w:rsidRDefault="000B65F9" w:rsidP="000B65F9">
            <w:pPr>
              <w:pStyle w:val="TAC"/>
              <w:rPr>
                <w:lang w:eastAsia="zh-CN"/>
              </w:rPr>
            </w:pPr>
            <w:r w:rsidRPr="00E062F1">
              <w:rPr>
                <w:lang w:eastAsia="zh-CN"/>
              </w:rPr>
              <w:t>CA_n25-n261</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5C8CBDE8" w14:textId="77777777" w:rsidR="000B65F9" w:rsidRPr="00E062F1" w:rsidRDefault="000B65F9" w:rsidP="000B65F9">
            <w:pPr>
              <w:pStyle w:val="TAC"/>
              <w:rPr>
                <w:lang w:eastAsia="zh-CN"/>
              </w:rPr>
            </w:pPr>
            <w:bookmarkStart w:id="360" w:name="OLE_LINK10"/>
            <w:r w:rsidRPr="00E062F1">
              <w:rPr>
                <w:lang w:eastAsia="zh-CN"/>
              </w:rPr>
              <w:t>n25, n261</w:t>
            </w:r>
            <w:bookmarkEnd w:id="360"/>
          </w:p>
        </w:tc>
      </w:tr>
      <w:tr w:rsidR="001F078B" w:rsidRPr="00E062F1" w14:paraId="52B510E9"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264E538D" w14:textId="353E266D" w:rsidR="000B65F9" w:rsidRPr="00E062F1" w:rsidRDefault="000B65F9" w:rsidP="000B65F9">
            <w:pPr>
              <w:pStyle w:val="TAC"/>
              <w:rPr>
                <w:lang w:eastAsia="zh-CN"/>
              </w:rPr>
            </w:pPr>
            <w:r w:rsidRPr="00E062F1">
              <w:rPr>
                <w:lang w:eastAsia="zh-CN"/>
              </w:rPr>
              <w:t>CA_n28-n257</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25E80FDB" w14:textId="2C54F1F9" w:rsidR="000B65F9" w:rsidRPr="00E062F1" w:rsidRDefault="000B65F9" w:rsidP="000B65F9">
            <w:pPr>
              <w:pStyle w:val="TAC"/>
              <w:rPr>
                <w:lang w:eastAsia="zh-CN"/>
              </w:rPr>
            </w:pPr>
            <w:r w:rsidRPr="00E062F1">
              <w:rPr>
                <w:lang w:eastAsia="zh-CN"/>
              </w:rPr>
              <w:t>n28, n257</w:t>
            </w:r>
          </w:p>
        </w:tc>
      </w:tr>
      <w:tr w:rsidR="001F078B" w:rsidRPr="00E062F1" w14:paraId="174DD4DE"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26283067" w14:textId="77777777" w:rsidR="000B65F9" w:rsidRPr="00E062F1" w:rsidRDefault="000B65F9" w:rsidP="000B65F9">
            <w:pPr>
              <w:pStyle w:val="TAC"/>
              <w:rPr>
                <w:lang w:eastAsia="zh-CN"/>
              </w:rPr>
            </w:pPr>
            <w:r w:rsidRPr="00E062F1">
              <w:rPr>
                <w:lang w:eastAsia="zh-CN"/>
              </w:rPr>
              <w:t>CA_n41-n260</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6ED5B356" w14:textId="77777777" w:rsidR="000B65F9" w:rsidRPr="00E062F1" w:rsidRDefault="000B65F9" w:rsidP="000B65F9">
            <w:pPr>
              <w:pStyle w:val="TAC"/>
              <w:rPr>
                <w:lang w:eastAsia="zh-CN"/>
              </w:rPr>
            </w:pPr>
            <w:r w:rsidRPr="00E062F1">
              <w:rPr>
                <w:lang w:eastAsia="zh-CN"/>
              </w:rPr>
              <w:t>n41, n260</w:t>
            </w:r>
          </w:p>
        </w:tc>
      </w:tr>
      <w:tr w:rsidR="001F078B" w:rsidRPr="00E062F1" w14:paraId="763E0F51"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1FEC0E69" w14:textId="77777777" w:rsidR="000B65F9" w:rsidRPr="00E062F1" w:rsidRDefault="000B65F9" w:rsidP="000B65F9">
            <w:pPr>
              <w:pStyle w:val="TAC"/>
              <w:rPr>
                <w:lang w:eastAsia="zh-CN"/>
              </w:rPr>
            </w:pPr>
            <w:r w:rsidRPr="00E062F1">
              <w:rPr>
                <w:lang w:eastAsia="zh-CN"/>
              </w:rPr>
              <w:t>CA_n41-n261</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3DF189BE" w14:textId="77777777" w:rsidR="000B65F9" w:rsidRPr="00E062F1" w:rsidRDefault="000B65F9" w:rsidP="000B65F9">
            <w:pPr>
              <w:pStyle w:val="TAC"/>
              <w:rPr>
                <w:lang w:eastAsia="zh-CN"/>
              </w:rPr>
            </w:pPr>
            <w:r w:rsidRPr="00E062F1">
              <w:rPr>
                <w:lang w:eastAsia="zh-CN"/>
              </w:rPr>
              <w:t>n41, n261</w:t>
            </w:r>
          </w:p>
        </w:tc>
      </w:tr>
      <w:tr w:rsidR="006E6457" w:rsidRPr="00E062F1" w14:paraId="2B940131"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2E2C068A" w14:textId="6FA4FB81" w:rsidR="006E6457" w:rsidRPr="00E062F1" w:rsidRDefault="006E6457" w:rsidP="006E6457">
            <w:pPr>
              <w:pStyle w:val="TAC"/>
              <w:rPr>
                <w:lang w:eastAsia="zh-CN"/>
              </w:rPr>
            </w:pPr>
            <w:r w:rsidRPr="00E062F1">
              <w:rPr>
                <w:lang w:eastAsia="zh-CN"/>
              </w:rPr>
              <w:t>CA_n66-n260</w:t>
            </w:r>
          </w:p>
        </w:tc>
        <w:tc>
          <w:tcPr>
            <w:tcW w:w="2578" w:type="dxa"/>
            <w:tcBorders>
              <w:top w:val="single" w:sz="4" w:space="0" w:color="auto"/>
              <w:left w:val="single" w:sz="4" w:space="0" w:color="auto"/>
              <w:bottom w:val="single" w:sz="4" w:space="0" w:color="auto"/>
              <w:right w:val="single" w:sz="4" w:space="0" w:color="auto"/>
            </w:tcBorders>
            <w:vAlign w:val="center"/>
          </w:tcPr>
          <w:p w14:paraId="6A03B718" w14:textId="275183EB" w:rsidR="006E6457" w:rsidRPr="00E062F1" w:rsidRDefault="006E6457" w:rsidP="006E6457">
            <w:pPr>
              <w:pStyle w:val="TAC"/>
              <w:rPr>
                <w:lang w:eastAsia="zh-CN"/>
              </w:rPr>
            </w:pPr>
            <w:r w:rsidRPr="00E062F1">
              <w:rPr>
                <w:lang w:eastAsia="zh-CN"/>
              </w:rPr>
              <w:t>n66, n260</w:t>
            </w:r>
          </w:p>
        </w:tc>
      </w:tr>
      <w:tr w:rsidR="006E6457" w:rsidRPr="00E062F1" w14:paraId="229FAC85"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67FE76BC" w14:textId="7D3E922E" w:rsidR="006E6457" w:rsidRPr="00E062F1" w:rsidRDefault="006E6457" w:rsidP="006E6457">
            <w:pPr>
              <w:pStyle w:val="TAC"/>
              <w:rPr>
                <w:lang w:eastAsia="zh-CN"/>
              </w:rPr>
            </w:pPr>
            <w:r w:rsidRPr="00E062F1">
              <w:rPr>
                <w:lang w:eastAsia="zh-CN"/>
              </w:rPr>
              <w:t>CA_n66-n261</w:t>
            </w:r>
          </w:p>
        </w:tc>
        <w:tc>
          <w:tcPr>
            <w:tcW w:w="2578" w:type="dxa"/>
            <w:tcBorders>
              <w:top w:val="single" w:sz="4" w:space="0" w:color="auto"/>
              <w:left w:val="single" w:sz="4" w:space="0" w:color="auto"/>
              <w:bottom w:val="single" w:sz="4" w:space="0" w:color="auto"/>
              <w:right w:val="single" w:sz="4" w:space="0" w:color="auto"/>
            </w:tcBorders>
            <w:vAlign w:val="center"/>
          </w:tcPr>
          <w:p w14:paraId="281E0482" w14:textId="647AD74F" w:rsidR="006E6457" w:rsidRPr="00E062F1" w:rsidRDefault="006E6457" w:rsidP="006E6457">
            <w:pPr>
              <w:pStyle w:val="TAC"/>
              <w:rPr>
                <w:lang w:eastAsia="zh-CN"/>
              </w:rPr>
            </w:pPr>
            <w:r w:rsidRPr="00E062F1">
              <w:rPr>
                <w:lang w:eastAsia="zh-CN"/>
              </w:rPr>
              <w:t>n66, n261</w:t>
            </w:r>
          </w:p>
        </w:tc>
      </w:tr>
      <w:tr w:rsidR="001F078B" w:rsidRPr="00E062F1" w14:paraId="140F6905"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554E2D15" w14:textId="77777777" w:rsidR="000B65F9" w:rsidRPr="00E062F1" w:rsidRDefault="000B65F9" w:rsidP="000B65F9">
            <w:pPr>
              <w:pStyle w:val="TAC"/>
            </w:pPr>
            <w:r w:rsidRPr="00E062F1">
              <w:t>CA_n71-n257</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3324564C" w14:textId="77777777" w:rsidR="000B65F9" w:rsidRPr="00E062F1" w:rsidRDefault="000B65F9" w:rsidP="000B65F9">
            <w:pPr>
              <w:pStyle w:val="TAC"/>
            </w:pPr>
            <w:r w:rsidRPr="00E062F1">
              <w:t>n71, n257</w:t>
            </w:r>
          </w:p>
        </w:tc>
      </w:tr>
      <w:tr w:rsidR="001F078B" w:rsidRPr="00E062F1" w14:paraId="71F92563"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1CEA544E" w14:textId="77777777" w:rsidR="000B65F9" w:rsidRPr="00E062F1" w:rsidRDefault="000B65F9" w:rsidP="000B65F9">
            <w:pPr>
              <w:pStyle w:val="TAC"/>
            </w:pPr>
            <w:r w:rsidRPr="00E062F1">
              <w:rPr>
                <w:lang w:eastAsia="zh-CN"/>
              </w:rPr>
              <w:t>CA_n71-n260</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64B0E975" w14:textId="77777777" w:rsidR="000B65F9" w:rsidRPr="00E062F1" w:rsidRDefault="000B65F9" w:rsidP="000B65F9">
            <w:pPr>
              <w:pStyle w:val="TAC"/>
            </w:pPr>
            <w:r w:rsidRPr="00E062F1">
              <w:rPr>
                <w:lang w:eastAsia="zh-CN"/>
              </w:rPr>
              <w:t>n71, n260</w:t>
            </w:r>
          </w:p>
        </w:tc>
      </w:tr>
      <w:tr w:rsidR="001F078B" w:rsidRPr="00E062F1" w14:paraId="75DBA192"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7E1C38C7" w14:textId="77777777" w:rsidR="000B65F9" w:rsidRPr="00E062F1" w:rsidRDefault="000B65F9" w:rsidP="000B65F9">
            <w:pPr>
              <w:pStyle w:val="TAC"/>
            </w:pPr>
            <w:r w:rsidRPr="00E062F1">
              <w:rPr>
                <w:lang w:eastAsia="zh-CN"/>
              </w:rPr>
              <w:t>CA_n71-n261</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1BBB2733" w14:textId="77777777" w:rsidR="000B65F9" w:rsidRPr="00E062F1" w:rsidRDefault="000B65F9" w:rsidP="000B65F9">
            <w:pPr>
              <w:pStyle w:val="TAC"/>
            </w:pPr>
            <w:r w:rsidRPr="00E062F1">
              <w:rPr>
                <w:lang w:eastAsia="zh-CN"/>
              </w:rPr>
              <w:t>n71, n261</w:t>
            </w:r>
          </w:p>
        </w:tc>
      </w:tr>
      <w:tr w:rsidR="001F078B" w:rsidRPr="00E062F1" w14:paraId="4B606AF7"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2E3C9C44" w14:textId="77777777" w:rsidR="000B65F9" w:rsidRPr="00E062F1" w:rsidRDefault="000B65F9" w:rsidP="000B65F9">
            <w:pPr>
              <w:pStyle w:val="TAC"/>
            </w:pPr>
            <w:r w:rsidRPr="00E062F1">
              <w:t>CA_n77-n257</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6643A010" w14:textId="77777777" w:rsidR="000B65F9" w:rsidRPr="00E062F1" w:rsidRDefault="000B65F9" w:rsidP="000B65F9">
            <w:pPr>
              <w:pStyle w:val="TAC"/>
            </w:pPr>
            <w:r w:rsidRPr="00E062F1">
              <w:t>n77, n257</w:t>
            </w:r>
          </w:p>
        </w:tc>
      </w:tr>
      <w:tr w:rsidR="001F078B" w:rsidRPr="00E062F1" w14:paraId="771964E1"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0FC3BC00" w14:textId="77777777" w:rsidR="000B65F9" w:rsidRPr="00E062F1" w:rsidRDefault="000B65F9" w:rsidP="000B65F9">
            <w:pPr>
              <w:pStyle w:val="TAC"/>
            </w:pPr>
            <w:r w:rsidRPr="00E062F1">
              <w:t>CA_n77-n25</w:t>
            </w:r>
            <w:r w:rsidRPr="00E062F1">
              <w:rPr>
                <w:lang w:eastAsia="zh-CN"/>
              </w:rPr>
              <w:t>8</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630FFAE7" w14:textId="77777777" w:rsidR="000B65F9" w:rsidRPr="00E062F1" w:rsidRDefault="000B65F9" w:rsidP="000B65F9">
            <w:pPr>
              <w:pStyle w:val="TAC"/>
            </w:pPr>
            <w:r w:rsidRPr="00E062F1">
              <w:t>n77, n25</w:t>
            </w:r>
            <w:r w:rsidRPr="00E062F1">
              <w:rPr>
                <w:lang w:eastAsia="zh-CN"/>
              </w:rPr>
              <w:t>8</w:t>
            </w:r>
          </w:p>
        </w:tc>
      </w:tr>
      <w:tr w:rsidR="001F078B" w:rsidRPr="00E062F1" w14:paraId="5C61B3B6"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1431029C" w14:textId="4DBC2956" w:rsidR="000B65F9" w:rsidRPr="00E062F1" w:rsidRDefault="000B65F9" w:rsidP="000B65F9">
            <w:pPr>
              <w:pStyle w:val="TAC"/>
            </w:pPr>
            <w:r w:rsidRPr="00E062F1">
              <w:t>CA_n77-n2</w:t>
            </w:r>
            <w:r w:rsidRPr="00E062F1">
              <w:rPr>
                <w:lang w:eastAsia="zh-CN"/>
              </w:rPr>
              <w:t>61</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373DE407" w14:textId="468AA860" w:rsidR="000B65F9" w:rsidRPr="00E062F1" w:rsidRDefault="000B65F9" w:rsidP="000B65F9">
            <w:pPr>
              <w:pStyle w:val="TAC"/>
            </w:pPr>
            <w:r w:rsidRPr="00E062F1">
              <w:t>n77, n2</w:t>
            </w:r>
            <w:r w:rsidRPr="00E062F1">
              <w:rPr>
                <w:lang w:eastAsia="zh-CN"/>
              </w:rPr>
              <w:t>61</w:t>
            </w:r>
          </w:p>
        </w:tc>
      </w:tr>
      <w:tr w:rsidR="001F078B" w:rsidRPr="00E062F1" w14:paraId="3671E07B"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4CF467D0" w14:textId="77777777" w:rsidR="000B65F9" w:rsidRPr="00E062F1" w:rsidRDefault="000B65F9" w:rsidP="000B65F9">
            <w:pPr>
              <w:pStyle w:val="TAC"/>
            </w:pPr>
            <w:r w:rsidRPr="00E062F1">
              <w:t>CA_n78-n257</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573F677C" w14:textId="77777777" w:rsidR="000B65F9" w:rsidRPr="00E062F1" w:rsidRDefault="000B65F9" w:rsidP="000B65F9">
            <w:pPr>
              <w:pStyle w:val="TAC"/>
            </w:pPr>
            <w:r w:rsidRPr="00E062F1">
              <w:t>n78, n257</w:t>
            </w:r>
          </w:p>
        </w:tc>
      </w:tr>
      <w:tr w:rsidR="001F078B" w:rsidRPr="00E062F1" w14:paraId="4E5D73F9"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31571FA9" w14:textId="77777777" w:rsidR="000B65F9" w:rsidRPr="00E062F1" w:rsidRDefault="000B65F9" w:rsidP="000B65F9">
            <w:pPr>
              <w:pStyle w:val="TAC"/>
            </w:pPr>
            <w:r w:rsidRPr="00E062F1">
              <w:t>CA_n7</w:t>
            </w:r>
            <w:r w:rsidRPr="00E062F1">
              <w:rPr>
                <w:lang w:eastAsia="zh-CN"/>
              </w:rPr>
              <w:t>8</w:t>
            </w:r>
            <w:r w:rsidRPr="00E062F1">
              <w:t>-n25</w:t>
            </w:r>
            <w:r w:rsidRPr="00E062F1">
              <w:rPr>
                <w:lang w:eastAsia="zh-CN"/>
              </w:rPr>
              <w:t>8</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766651CF" w14:textId="77777777" w:rsidR="000B65F9" w:rsidRPr="00E062F1" w:rsidRDefault="000B65F9" w:rsidP="000B65F9">
            <w:pPr>
              <w:pStyle w:val="TAC"/>
            </w:pPr>
            <w:r w:rsidRPr="00E062F1">
              <w:t>n7</w:t>
            </w:r>
            <w:r w:rsidRPr="00E062F1">
              <w:rPr>
                <w:lang w:eastAsia="zh-CN"/>
              </w:rPr>
              <w:t>8</w:t>
            </w:r>
            <w:r w:rsidRPr="00E062F1">
              <w:t>, n25</w:t>
            </w:r>
            <w:r w:rsidRPr="00E062F1">
              <w:rPr>
                <w:lang w:eastAsia="zh-CN"/>
              </w:rPr>
              <w:t>8</w:t>
            </w:r>
          </w:p>
        </w:tc>
      </w:tr>
      <w:tr w:rsidR="001F078B" w:rsidRPr="00E062F1" w14:paraId="34F466E1"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49BD9FC1" w14:textId="77777777" w:rsidR="000B65F9" w:rsidRPr="00E062F1" w:rsidRDefault="000B65F9" w:rsidP="000B65F9">
            <w:pPr>
              <w:pStyle w:val="TAC"/>
            </w:pPr>
            <w:r w:rsidRPr="00E062F1">
              <w:t>CA_n79-n257</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0AA69D7C" w14:textId="77777777" w:rsidR="000B65F9" w:rsidRPr="00E062F1" w:rsidRDefault="000B65F9" w:rsidP="000B65F9">
            <w:pPr>
              <w:pStyle w:val="TAC"/>
            </w:pPr>
            <w:r w:rsidRPr="00E062F1">
              <w:t>n79, n257</w:t>
            </w:r>
          </w:p>
        </w:tc>
      </w:tr>
      <w:tr w:rsidR="001F078B" w:rsidRPr="00E062F1" w14:paraId="62B647F4" w14:textId="77777777" w:rsidTr="007408D4">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tcPr>
          <w:p w14:paraId="673D9047" w14:textId="77777777" w:rsidR="000B65F9" w:rsidRPr="00E062F1" w:rsidRDefault="000B65F9" w:rsidP="000B65F9">
            <w:pPr>
              <w:pStyle w:val="TAC"/>
            </w:pPr>
            <w:r w:rsidRPr="00E062F1">
              <w:t>CA_n7</w:t>
            </w:r>
            <w:r w:rsidRPr="00E062F1">
              <w:rPr>
                <w:lang w:eastAsia="zh-CN"/>
              </w:rPr>
              <w:t>9</w:t>
            </w:r>
            <w:r w:rsidRPr="00E062F1">
              <w:t>-n25</w:t>
            </w:r>
            <w:r w:rsidRPr="00E062F1">
              <w:rPr>
                <w:lang w:eastAsia="zh-CN"/>
              </w:rPr>
              <w:t>8</w:t>
            </w:r>
            <w:r w:rsidRPr="00E062F1">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3FD4D32D" w14:textId="77777777" w:rsidR="000B65F9" w:rsidRPr="00E062F1" w:rsidRDefault="000B65F9" w:rsidP="000B65F9">
            <w:pPr>
              <w:pStyle w:val="TAC"/>
            </w:pPr>
            <w:r w:rsidRPr="00E062F1">
              <w:rPr>
                <w:lang w:eastAsia="zh-CN"/>
              </w:rPr>
              <w:t>n79</w:t>
            </w:r>
            <w:r w:rsidRPr="00E062F1">
              <w:t>, n25</w:t>
            </w:r>
            <w:r w:rsidRPr="00E062F1">
              <w:rPr>
                <w:lang w:eastAsia="zh-CN"/>
              </w:rPr>
              <w:t>8</w:t>
            </w:r>
          </w:p>
        </w:tc>
      </w:tr>
      <w:tr w:rsidR="001F078B" w:rsidRPr="00E062F1" w14:paraId="7F365FEC" w14:textId="77777777" w:rsidTr="007408D4">
        <w:trPr>
          <w:trHeight w:val="187"/>
          <w:jc w:val="center"/>
        </w:trPr>
        <w:tc>
          <w:tcPr>
            <w:tcW w:w="6034" w:type="dxa"/>
            <w:gridSpan w:val="2"/>
            <w:tcBorders>
              <w:top w:val="single" w:sz="4" w:space="0" w:color="auto"/>
              <w:left w:val="single" w:sz="4" w:space="0" w:color="auto"/>
              <w:bottom w:val="single" w:sz="4" w:space="0" w:color="auto"/>
              <w:right w:val="single" w:sz="4" w:space="0" w:color="auto"/>
            </w:tcBorders>
            <w:vAlign w:val="center"/>
          </w:tcPr>
          <w:p w14:paraId="1F1B8E7F" w14:textId="2905E76E" w:rsidR="000B65F9" w:rsidRPr="00E062F1" w:rsidRDefault="000B65F9" w:rsidP="000B65F9">
            <w:pPr>
              <w:pStyle w:val="TAN"/>
            </w:pPr>
            <w:r w:rsidRPr="00E062F1">
              <w:t>NOTE 1:</w:t>
            </w:r>
            <w:r w:rsidRPr="00E062F1">
              <w:tab/>
              <w:t>Applicable for UE supporting inter-band carrier aggregation with mandatory simultaneous Rx/Tx capability</w:t>
            </w:r>
            <w:r w:rsidR="00694388">
              <w:rPr>
                <w:rFonts w:hint="eastAsia"/>
                <w:lang w:eastAsia="zh-TW"/>
              </w:rPr>
              <w:t>.</w:t>
            </w:r>
          </w:p>
        </w:tc>
      </w:tr>
    </w:tbl>
    <w:p w14:paraId="640ACD01" w14:textId="53CC0CCD" w:rsidR="001310A1" w:rsidRPr="00E062F1" w:rsidRDefault="001310A1" w:rsidP="001310A1"/>
    <w:p w14:paraId="28C35B8A" w14:textId="60817D19" w:rsidR="007019B8" w:rsidRPr="00E062F1" w:rsidRDefault="007019B8" w:rsidP="007019B8">
      <w:pPr>
        <w:pStyle w:val="TH"/>
        <w:rPr>
          <w:lang w:eastAsia="zh-CN"/>
        </w:rPr>
      </w:pPr>
      <w:r w:rsidRPr="00E062F1">
        <w:t>Table 5.2A.1-</w:t>
      </w:r>
      <w:r w:rsidRPr="00E062F1">
        <w:rPr>
          <w:lang w:eastAsia="zh-CN"/>
        </w:rPr>
        <w:t>2</w:t>
      </w:r>
      <w:r w:rsidRPr="00E062F1">
        <w:t>: Band combinations for inter-band CA between FR1 and FR2</w:t>
      </w:r>
      <w:r w:rsidRPr="00E062F1">
        <w:rPr>
          <w:lang w:eastAsia="zh-CN"/>
        </w:rPr>
        <w:t xml:space="preserve"> (three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gridCol w:w="2522"/>
      </w:tblGrid>
      <w:tr w:rsidR="001F078B" w:rsidRPr="00E062F1" w14:paraId="6D142A38" w14:textId="77777777" w:rsidTr="00A35CF1">
        <w:trPr>
          <w:trHeight w:val="187"/>
          <w:jc w:val="center"/>
        </w:trPr>
        <w:tc>
          <w:tcPr>
            <w:tcW w:w="3574" w:type="dxa"/>
            <w:tcBorders>
              <w:top w:val="single" w:sz="4" w:space="0" w:color="auto"/>
              <w:left w:val="single" w:sz="4" w:space="0" w:color="auto"/>
              <w:bottom w:val="single" w:sz="4" w:space="0" w:color="auto"/>
              <w:right w:val="single" w:sz="4" w:space="0" w:color="auto"/>
            </w:tcBorders>
            <w:vAlign w:val="center"/>
          </w:tcPr>
          <w:p w14:paraId="699B9506" w14:textId="77777777" w:rsidR="007019B8" w:rsidRPr="00E062F1" w:rsidRDefault="007019B8" w:rsidP="00AC20AE">
            <w:pPr>
              <w:pStyle w:val="TAH"/>
            </w:pPr>
            <w:r w:rsidRPr="00E062F1">
              <w:t>NR CA Band</w:t>
            </w:r>
          </w:p>
        </w:tc>
        <w:tc>
          <w:tcPr>
            <w:tcW w:w="2522" w:type="dxa"/>
            <w:tcBorders>
              <w:top w:val="single" w:sz="4" w:space="0" w:color="auto"/>
              <w:left w:val="single" w:sz="4" w:space="0" w:color="auto"/>
              <w:bottom w:val="single" w:sz="4" w:space="0" w:color="auto"/>
              <w:right w:val="single" w:sz="4" w:space="0" w:color="auto"/>
            </w:tcBorders>
            <w:vAlign w:val="center"/>
          </w:tcPr>
          <w:p w14:paraId="10B0E37F" w14:textId="77777777" w:rsidR="007019B8" w:rsidRPr="00E062F1" w:rsidRDefault="007019B8" w:rsidP="00AC20AE">
            <w:pPr>
              <w:pStyle w:val="TAH"/>
            </w:pPr>
            <w:r w:rsidRPr="00E062F1">
              <w:t>NR Band</w:t>
            </w:r>
          </w:p>
        </w:tc>
      </w:tr>
      <w:tr w:rsidR="00A52089" w:rsidRPr="00E062F1" w14:paraId="5995D659" w14:textId="77777777" w:rsidTr="00A35CF1">
        <w:trPr>
          <w:trHeight w:val="187"/>
          <w:jc w:val="center"/>
        </w:trPr>
        <w:tc>
          <w:tcPr>
            <w:tcW w:w="3574" w:type="dxa"/>
            <w:tcBorders>
              <w:top w:val="single" w:sz="4" w:space="0" w:color="auto"/>
              <w:left w:val="single" w:sz="4" w:space="0" w:color="auto"/>
              <w:bottom w:val="single" w:sz="4" w:space="0" w:color="auto"/>
              <w:right w:val="single" w:sz="4" w:space="0" w:color="auto"/>
            </w:tcBorders>
            <w:vAlign w:val="center"/>
          </w:tcPr>
          <w:p w14:paraId="1798B9BC" w14:textId="10431094" w:rsidR="00A52089" w:rsidRPr="00E062F1" w:rsidRDefault="00A52089" w:rsidP="00A52089">
            <w:pPr>
              <w:pStyle w:val="TAC"/>
              <w:rPr>
                <w:lang w:eastAsia="zh-CN"/>
              </w:rPr>
            </w:pPr>
            <w:r w:rsidRPr="008322E0">
              <w:rPr>
                <w:lang w:eastAsia="zh-CN"/>
              </w:rPr>
              <w:t>CA_n1-n78-n257</w:t>
            </w:r>
            <w:r w:rsidR="00694388">
              <w:rPr>
                <w:vertAlign w:val="superscript"/>
              </w:rPr>
              <w:t>1</w:t>
            </w:r>
          </w:p>
        </w:tc>
        <w:tc>
          <w:tcPr>
            <w:tcW w:w="2522" w:type="dxa"/>
            <w:tcBorders>
              <w:top w:val="single" w:sz="4" w:space="0" w:color="auto"/>
              <w:left w:val="single" w:sz="4" w:space="0" w:color="auto"/>
              <w:bottom w:val="single" w:sz="4" w:space="0" w:color="auto"/>
              <w:right w:val="single" w:sz="4" w:space="0" w:color="auto"/>
            </w:tcBorders>
            <w:vAlign w:val="center"/>
          </w:tcPr>
          <w:p w14:paraId="591A1B4A" w14:textId="7B3C770C" w:rsidR="00A52089" w:rsidRPr="00E062F1" w:rsidRDefault="00A52089" w:rsidP="00A52089">
            <w:pPr>
              <w:pStyle w:val="TAC"/>
              <w:rPr>
                <w:lang w:eastAsia="zh-CN"/>
              </w:rPr>
            </w:pPr>
            <w:r w:rsidRPr="00E062F1">
              <w:rPr>
                <w:lang w:eastAsia="zh-CN"/>
              </w:rPr>
              <w:t>n1, n78, n257</w:t>
            </w:r>
          </w:p>
        </w:tc>
      </w:tr>
      <w:tr w:rsidR="00A863B6" w:rsidRPr="00E062F1" w14:paraId="541A448B" w14:textId="77777777" w:rsidTr="00A35CF1">
        <w:trPr>
          <w:trHeight w:val="187"/>
          <w:jc w:val="center"/>
        </w:trPr>
        <w:tc>
          <w:tcPr>
            <w:tcW w:w="3574" w:type="dxa"/>
            <w:tcBorders>
              <w:top w:val="single" w:sz="4" w:space="0" w:color="auto"/>
              <w:left w:val="single" w:sz="4" w:space="0" w:color="auto"/>
              <w:bottom w:val="single" w:sz="4" w:space="0" w:color="auto"/>
              <w:right w:val="single" w:sz="4" w:space="0" w:color="auto"/>
            </w:tcBorders>
            <w:vAlign w:val="center"/>
          </w:tcPr>
          <w:p w14:paraId="72406711" w14:textId="5857FC3C" w:rsidR="00A863B6" w:rsidRPr="00E062F1" w:rsidRDefault="00A863B6" w:rsidP="00A863B6">
            <w:pPr>
              <w:pStyle w:val="TAC"/>
              <w:rPr>
                <w:lang w:eastAsia="zh-CN"/>
              </w:rPr>
            </w:pPr>
            <w:r w:rsidRPr="00E062F1">
              <w:rPr>
                <w:lang w:eastAsia="zh-CN"/>
              </w:rPr>
              <w:t>CA</w:t>
            </w:r>
            <w:r w:rsidRPr="00E062F1">
              <w:t>_</w:t>
            </w:r>
            <w:r w:rsidRPr="00E062F1">
              <w:rPr>
                <w:lang w:eastAsia="zh-CN"/>
              </w:rPr>
              <w:t>n3</w:t>
            </w:r>
            <w:r w:rsidRPr="00E062F1">
              <w:t>-</w:t>
            </w:r>
            <w:r w:rsidRPr="00E062F1">
              <w:rPr>
                <w:lang w:eastAsia="zh-CN"/>
              </w:rPr>
              <w:t>n28-n257</w:t>
            </w:r>
            <w:r w:rsidR="00694388">
              <w:rPr>
                <w:vertAlign w:val="superscript"/>
              </w:rPr>
              <w:t>1</w:t>
            </w:r>
          </w:p>
        </w:tc>
        <w:tc>
          <w:tcPr>
            <w:tcW w:w="2522" w:type="dxa"/>
            <w:tcBorders>
              <w:top w:val="single" w:sz="4" w:space="0" w:color="auto"/>
              <w:left w:val="single" w:sz="4" w:space="0" w:color="auto"/>
              <w:bottom w:val="single" w:sz="4" w:space="0" w:color="auto"/>
              <w:right w:val="single" w:sz="4" w:space="0" w:color="auto"/>
            </w:tcBorders>
            <w:vAlign w:val="center"/>
          </w:tcPr>
          <w:p w14:paraId="2BBEDC68" w14:textId="7144A056" w:rsidR="00A863B6" w:rsidRPr="00E062F1" w:rsidRDefault="00A863B6" w:rsidP="00A863B6">
            <w:pPr>
              <w:pStyle w:val="TAC"/>
              <w:rPr>
                <w:rFonts w:eastAsia="MS Mincho"/>
                <w:lang w:eastAsia="zh-CN"/>
              </w:rPr>
            </w:pPr>
            <w:r w:rsidRPr="00E062F1">
              <w:rPr>
                <w:lang w:eastAsia="zh-CN"/>
              </w:rPr>
              <w:t>n3, n28, n257</w:t>
            </w:r>
          </w:p>
        </w:tc>
      </w:tr>
      <w:tr w:rsidR="001F078B" w:rsidRPr="00E062F1" w14:paraId="612689B2" w14:textId="77777777" w:rsidTr="00A35CF1">
        <w:trPr>
          <w:trHeight w:val="187"/>
          <w:jc w:val="center"/>
        </w:trPr>
        <w:tc>
          <w:tcPr>
            <w:tcW w:w="3574" w:type="dxa"/>
            <w:tcBorders>
              <w:top w:val="single" w:sz="4" w:space="0" w:color="auto"/>
              <w:left w:val="single" w:sz="4" w:space="0" w:color="auto"/>
              <w:bottom w:val="single" w:sz="4" w:space="0" w:color="auto"/>
              <w:right w:val="single" w:sz="4" w:space="0" w:color="auto"/>
            </w:tcBorders>
            <w:vAlign w:val="center"/>
          </w:tcPr>
          <w:p w14:paraId="39A49131" w14:textId="686617FD" w:rsidR="007019B8" w:rsidRPr="00E062F1" w:rsidRDefault="007019B8" w:rsidP="00AC20AE">
            <w:pPr>
              <w:pStyle w:val="TAC"/>
              <w:rPr>
                <w:lang w:eastAsia="zh-CN"/>
              </w:rPr>
            </w:pPr>
            <w:r w:rsidRPr="00E062F1">
              <w:rPr>
                <w:lang w:eastAsia="zh-CN"/>
              </w:rPr>
              <w:t>CA_n3-n77-n257</w:t>
            </w:r>
            <w:r w:rsidR="00694388">
              <w:rPr>
                <w:vertAlign w:val="superscript"/>
              </w:rPr>
              <w:t>1</w:t>
            </w:r>
          </w:p>
        </w:tc>
        <w:tc>
          <w:tcPr>
            <w:tcW w:w="2522" w:type="dxa"/>
            <w:tcBorders>
              <w:top w:val="single" w:sz="4" w:space="0" w:color="auto"/>
              <w:left w:val="single" w:sz="4" w:space="0" w:color="auto"/>
              <w:bottom w:val="single" w:sz="4" w:space="0" w:color="auto"/>
              <w:right w:val="single" w:sz="4" w:space="0" w:color="auto"/>
            </w:tcBorders>
            <w:vAlign w:val="center"/>
          </w:tcPr>
          <w:p w14:paraId="7962DF89" w14:textId="77777777" w:rsidR="007019B8" w:rsidRPr="00E062F1" w:rsidRDefault="007019B8" w:rsidP="00AC20AE">
            <w:pPr>
              <w:pStyle w:val="TAC"/>
              <w:rPr>
                <w:lang w:eastAsia="zh-CN"/>
              </w:rPr>
            </w:pPr>
            <w:r w:rsidRPr="00E062F1">
              <w:rPr>
                <w:rFonts w:eastAsia="MS Mincho"/>
                <w:lang w:eastAsia="zh-CN"/>
              </w:rPr>
              <w:t>n3, n77, n257</w:t>
            </w:r>
          </w:p>
        </w:tc>
      </w:tr>
      <w:tr w:rsidR="001F078B" w:rsidRPr="00E062F1" w14:paraId="3436FACC" w14:textId="77777777" w:rsidTr="00A35CF1">
        <w:trPr>
          <w:trHeight w:val="187"/>
          <w:jc w:val="center"/>
        </w:trPr>
        <w:tc>
          <w:tcPr>
            <w:tcW w:w="3574" w:type="dxa"/>
            <w:tcBorders>
              <w:top w:val="single" w:sz="4" w:space="0" w:color="auto"/>
              <w:left w:val="single" w:sz="4" w:space="0" w:color="auto"/>
              <w:bottom w:val="single" w:sz="4" w:space="0" w:color="auto"/>
              <w:right w:val="single" w:sz="4" w:space="0" w:color="auto"/>
            </w:tcBorders>
            <w:vAlign w:val="center"/>
          </w:tcPr>
          <w:p w14:paraId="1E7D667B" w14:textId="69EC468E" w:rsidR="007019B8" w:rsidRPr="00E062F1" w:rsidRDefault="007019B8" w:rsidP="00AC20AE">
            <w:pPr>
              <w:pStyle w:val="TAC"/>
              <w:rPr>
                <w:lang w:eastAsia="zh-CN"/>
              </w:rPr>
            </w:pPr>
            <w:r w:rsidRPr="00E062F1">
              <w:rPr>
                <w:lang w:eastAsia="zh-CN"/>
              </w:rPr>
              <w:t>CA_n3-n7</w:t>
            </w:r>
            <w:r w:rsidRPr="00E062F1">
              <w:rPr>
                <w:rFonts w:eastAsia="MS Mincho"/>
                <w:lang w:eastAsia="zh-CN"/>
              </w:rPr>
              <w:t>8</w:t>
            </w:r>
            <w:r w:rsidRPr="00E062F1">
              <w:rPr>
                <w:lang w:eastAsia="zh-CN"/>
              </w:rPr>
              <w:t>-n257</w:t>
            </w:r>
            <w:r w:rsidR="00694388">
              <w:rPr>
                <w:vertAlign w:val="superscript"/>
              </w:rPr>
              <w:t>1</w:t>
            </w:r>
          </w:p>
        </w:tc>
        <w:tc>
          <w:tcPr>
            <w:tcW w:w="2522" w:type="dxa"/>
            <w:tcBorders>
              <w:top w:val="single" w:sz="4" w:space="0" w:color="auto"/>
              <w:left w:val="single" w:sz="4" w:space="0" w:color="auto"/>
              <w:bottom w:val="single" w:sz="4" w:space="0" w:color="auto"/>
              <w:right w:val="single" w:sz="4" w:space="0" w:color="auto"/>
            </w:tcBorders>
            <w:vAlign w:val="center"/>
          </w:tcPr>
          <w:p w14:paraId="4BD136FA" w14:textId="77777777" w:rsidR="007019B8" w:rsidRPr="00E062F1" w:rsidRDefault="007019B8" w:rsidP="00AC20AE">
            <w:pPr>
              <w:pStyle w:val="TAC"/>
              <w:rPr>
                <w:lang w:eastAsia="zh-CN"/>
              </w:rPr>
            </w:pPr>
            <w:r w:rsidRPr="00E062F1">
              <w:rPr>
                <w:rFonts w:eastAsia="MS Mincho"/>
                <w:lang w:eastAsia="zh-CN"/>
              </w:rPr>
              <w:t>n3, n78, n257</w:t>
            </w:r>
          </w:p>
        </w:tc>
      </w:tr>
      <w:tr w:rsidR="001F078B" w:rsidRPr="00E062F1" w14:paraId="7D49ADBF" w14:textId="77777777" w:rsidTr="00A35CF1">
        <w:trPr>
          <w:trHeight w:val="187"/>
          <w:jc w:val="center"/>
        </w:trPr>
        <w:tc>
          <w:tcPr>
            <w:tcW w:w="3574" w:type="dxa"/>
            <w:tcBorders>
              <w:top w:val="single" w:sz="4" w:space="0" w:color="auto"/>
              <w:left w:val="single" w:sz="4" w:space="0" w:color="auto"/>
              <w:bottom w:val="single" w:sz="4" w:space="0" w:color="auto"/>
              <w:right w:val="single" w:sz="4" w:space="0" w:color="auto"/>
            </w:tcBorders>
            <w:vAlign w:val="center"/>
          </w:tcPr>
          <w:p w14:paraId="3C40461E" w14:textId="37D6D4AB" w:rsidR="007019B8" w:rsidRPr="00E062F1" w:rsidRDefault="007019B8" w:rsidP="00AC20AE">
            <w:pPr>
              <w:pStyle w:val="TAC"/>
              <w:rPr>
                <w:lang w:eastAsia="zh-CN"/>
              </w:rPr>
            </w:pPr>
            <w:r w:rsidRPr="00E062F1">
              <w:rPr>
                <w:lang w:eastAsia="zh-CN"/>
              </w:rPr>
              <w:t>CA_n28-n77-n257</w:t>
            </w:r>
            <w:r w:rsidR="00694388">
              <w:rPr>
                <w:vertAlign w:val="superscript"/>
              </w:rPr>
              <w:t>1</w:t>
            </w:r>
          </w:p>
        </w:tc>
        <w:tc>
          <w:tcPr>
            <w:tcW w:w="2522" w:type="dxa"/>
            <w:tcBorders>
              <w:top w:val="single" w:sz="4" w:space="0" w:color="auto"/>
              <w:left w:val="single" w:sz="4" w:space="0" w:color="auto"/>
              <w:bottom w:val="single" w:sz="4" w:space="0" w:color="auto"/>
              <w:right w:val="single" w:sz="4" w:space="0" w:color="auto"/>
            </w:tcBorders>
            <w:vAlign w:val="center"/>
          </w:tcPr>
          <w:p w14:paraId="08CEB6DB" w14:textId="77777777" w:rsidR="007019B8" w:rsidRPr="00E062F1" w:rsidRDefault="007019B8" w:rsidP="00AC20AE">
            <w:pPr>
              <w:pStyle w:val="TAC"/>
              <w:rPr>
                <w:lang w:eastAsia="zh-CN"/>
              </w:rPr>
            </w:pPr>
            <w:r w:rsidRPr="00E062F1">
              <w:rPr>
                <w:lang w:eastAsia="zh-CN"/>
              </w:rPr>
              <w:t>n28, n77, n257</w:t>
            </w:r>
          </w:p>
        </w:tc>
      </w:tr>
      <w:tr w:rsidR="001F078B" w:rsidRPr="00E062F1" w14:paraId="740B1FA4" w14:textId="77777777" w:rsidTr="00A35CF1">
        <w:trPr>
          <w:trHeight w:val="187"/>
          <w:jc w:val="center"/>
        </w:trPr>
        <w:tc>
          <w:tcPr>
            <w:tcW w:w="3574" w:type="dxa"/>
            <w:tcBorders>
              <w:top w:val="single" w:sz="4" w:space="0" w:color="auto"/>
              <w:left w:val="single" w:sz="4" w:space="0" w:color="auto"/>
              <w:bottom w:val="single" w:sz="4" w:space="0" w:color="auto"/>
              <w:right w:val="single" w:sz="4" w:space="0" w:color="auto"/>
            </w:tcBorders>
            <w:vAlign w:val="center"/>
          </w:tcPr>
          <w:p w14:paraId="0E9B6F73" w14:textId="366EBC54" w:rsidR="007019B8" w:rsidRPr="00E062F1" w:rsidRDefault="007019B8" w:rsidP="00AC20AE">
            <w:pPr>
              <w:pStyle w:val="TAC"/>
              <w:rPr>
                <w:lang w:eastAsia="zh-CN"/>
              </w:rPr>
            </w:pPr>
            <w:r w:rsidRPr="00E062F1">
              <w:rPr>
                <w:lang w:eastAsia="zh-CN"/>
              </w:rPr>
              <w:t>CA_n28-n78-n257</w:t>
            </w:r>
            <w:r w:rsidR="00694388">
              <w:rPr>
                <w:vertAlign w:val="superscript"/>
              </w:rPr>
              <w:t>1</w:t>
            </w:r>
          </w:p>
        </w:tc>
        <w:tc>
          <w:tcPr>
            <w:tcW w:w="2522" w:type="dxa"/>
            <w:tcBorders>
              <w:top w:val="single" w:sz="4" w:space="0" w:color="auto"/>
              <w:left w:val="single" w:sz="4" w:space="0" w:color="auto"/>
              <w:bottom w:val="single" w:sz="4" w:space="0" w:color="auto"/>
              <w:right w:val="single" w:sz="4" w:space="0" w:color="auto"/>
            </w:tcBorders>
            <w:vAlign w:val="center"/>
          </w:tcPr>
          <w:p w14:paraId="7C0F5A60" w14:textId="77777777" w:rsidR="007019B8" w:rsidRPr="00E062F1" w:rsidRDefault="007019B8" w:rsidP="00AC20AE">
            <w:pPr>
              <w:pStyle w:val="TAC"/>
              <w:rPr>
                <w:lang w:eastAsia="zh-CN"/>
              </w:rPr>
            </w:pPr>
            <w:r w:rsidRPr="00E062F1">
              <w:rPr>
                <w:lang w:eastAsia="zh-CN"/>
              </w:rPr>
              <w:t>n28, n78, n257</w:t>
            </w:r>
          </w:p>
        </w:tc>
      </w:tr>
      <w:tr w:rsidR="00F053C7" w:rsidRPr="00E062F1" w14:paraId="08F1058F" w14:textId="77777777" w:rsidTr="00A35CF1">
        <w:trPr>
          <w:trHeight w:val="187"/>
          <w:jc w:val="center"/>
        </w:trPr>
        <w:tc>
          <w:tcPr>
            <w:tcW w:w="3574" w:type="dxa"/>
            <w:tcBorders>
              <w:top w:val="single" w:sz="4" w:space="0" w:color="auto"/>
              <w:left w:val="single" w:sz="4" w:space="0" w:color="auto"/>
              <w:bottom w:val="single" w:sz="4" w:space="0" w:color="auto"/>
              <w:right w:val="single" w:sz="4" w:space="0" w:color="auto"/>
            </w:tcBorders>
            <w:vAlign w:val="center"/>
          </w:tcPr>
          <w:p w14:paraId="02702A1D" w14:textId="2C61AC89" w:rsidR="00F053C7" w:rsidRPr="00E062F1" w:rsidRDefault="00F053C7" w:rsidP="00F053C7">
            <w:pPr>
              <w:pStyle w:val="TAC"/>
              <w:rPr>
                <w:lang w:eastAsia="zh-CN"/>
              </w:rPr>
            </w:pPr>
            <w:r w:rsidRPr="00E062F1">
              <w:rPr>
                <w:szCs w:val="22"/>
                <w:lang w:eastAsia="ja-JP"/>
              </w:rPr>
              <w:t>CA_n77-n79-n257</w:t>
            </w:r>
          </w:p>
        </w:tc>
        <w:tc>
          <w:tcPr>
            <w:tcW w:w="2522" w:type="dxa"/>
            <w:tcBorders>
              <w:top w:val="single" w:sz="4" w:space="0" w:color="auto"/>
              <w:left w:val="single" w:sz="4" w:space="0" w:color="auto"/>
              <w:bottom w:val="single" w:sz="4" w:space="0" w:color="auto"/>
              <w:right w:val="single" w:sz="4" w:space="0" w:color="auto"/>
            </w:tcBorders>
            <w:vAlign w:val="center"/>
          </w:tcPr>
          <w:p w14:paraId="240C5A4D" w14:textId="3A24C2B6" w:rsidR="00F053C7" w:rsidRPr="00E062F1" w:rsidRDefault="00F053C7" w:rsidP="00F053C7">
            <w:pPr>
              <w:pStyle w:val="TAC"/>
              <w:rPr>
                <w:lang w:eastAsia="zh-CN"/>
              </w:rPr>
            </w:pPr>
            <w:r w:rsidRPr="00E062F1">
              <w:rPr>
                <w:szCs w:val="22"/>
                <w:lang w:eastAsia="zh-CN"/>
              </w:rPr>
              <w:t>n77, n79, n257</w:t>
            </w:r>
          </w:p>
        </w:tc>
      </w:tr>
      <w:tr w:rsidR="00F053C7" w:rsidRPr="00E062F1" w14:paraId="091E2919" w14:textId="77777777" w:rsidTr="00A35CF1">
        <w:trPr>
          <w:trHeight w:val="187"/>
          <w:jc w:val="center"/>
        </w:trPr>
        <w:tc>
          <w:tcPr>
            <w:tcW w:w="3574" w:type="dxa"/>
            <w:tcBorders>
              <w:top w:val="single" w:sz="4" w:space="0" w:color="auto"/>
              <w:left w:val="single" w:sz="4" w:space="0" w:color="auto"/>
              <w:bottom w:val="single" w:sz="4" w:space="0" w:color="auto"/>
              <w:right w:val="single" w:sz="4" w:space="0" w:color="auto"/>
            </w:tcBorders>
            <w:vAlign w:val="center"/>
          </w:tcPr>
          <w:p w14:paraId="216EF14E" w14:textId="2F4E89C6" w:rsidR="00F053C7" w:rsidRPr="00E062F1" w:rsidRDefault="00F053C7" w:rsidP="00F053C7">
            <w:pPr>
              <w:pStyle w:val="TAC"/>
              <w:rPr>
                <w:lang w:eastAsia="zh-CN"/>
              </w:rPr>
            </w:pPr>
            <w:r w:rsidRPr="00E062F1">
              <w:rPr>
                <w:szCs w:val="22"/>
                <w:lang w:eastAsia="ja-JP"/>
              </w:rPr>
              <w:t>CA_n7</w:t>
            </w:r>
            <w:r w:rsidRPr="00E062F1">
              <w:rPr>
                <w:szCs w:val="22"/>
                <w:lang w:eastAsia="zh-CN"/>
              </w:rPr>
              <w:t>8</w:t>
            </w:r>
            <w:r w:rsidRPr="00E062F1">
              <w:rPr>
                <w:szCs w:val="22"/>
                <w:lang w:eastAsia="ja-JP"/>
              </w:rPr>
              <w:t>-n79-n257</w:t>
            </w:r>
          </w:p>
        </w:tc>
        <w:tc>
          <w:tcPr>
            <w:tcW w:w="2522" w:type="dxa"/>
            <w:tcBorders>
              <w:top w:val="single" w:sz="4" w:space="0" w:color="auto"/>
              <w:left w:val="single" w:sz="4" w:space="0" w:color="auto"/>
              <w:bottom w:val="single" w:sz="4" w:space="0" w:color="auto"/>
              <w:right w:val="single" w:sz="4" w:space="0" w:color="auto"/>
            </w:tcBorders>
            <w:vAlign w:val="center"/>
          </w:tcPr>
          <w:p w14:paraId="382BF336" w14:textId="7308399B" w:rsidR="00F053C7" w:rsidRPr="00E062F1" w:rsidRDefault="00F053C7" w:rsidP="00F053C7">
            <w:pPr>
              <w:pStyle w:val="TAC"/>
              <w:rPr>
                <w:lang w:eastAsia="zh-CN"/>
              </w:rPr>
            </w:pPr>
            <w:r w:rsidRPr="00E062F1">
              <w:rPr>
                <w:szCs w:val="22"/>
                <w:lang w:eastAsia="zh-CN"/>
              </w:rPr>
              <w:t>n78, n79, n257</w:t>
            </w:r>
          </w:p>
        </w:tc>
      </w:tr>
      <w:tr w:rsidR="00694388" w14:paraId="35C8DFB4" w14:textId="77777777" w:rsidTr="00A35CF1">
        <w:tblPrEx>
          <w:tblLook w:val="04A0" w:firstRow="1" w:lastRow="0" w:firstColumn="1" w:lastColumn="0" w:noHBand="0" w:noVBand="1"/>
        </w:tblPrEx>
        <w:trPr>
          <w:trHeight w:val="187"/>
          <w:jc w:val="center"/>
        </w:trPr>
        <w:tc>
          <w:tcPr>
            <w:tcW w:w="6091" w:type="dxa"/>
            <w:gridSpan w:val="2"/>
            <w:tcBorders>
              <w:top w:val="single" w:sz="4" w:space="0" w:color="auto"/>
              <w:left w:val="single" w:sz="4" w:space="0" w:color="auto"/>
              <w:bottom w:val="single" w:sz="4" w:space="0" w:color="auto"/>
              <w:right w:val="single" w:sz="4" w:space="0" w:color="auto"/>
            </w:tcBorders>
            <w:vAlign w:val="center"/>
          </w:tcPr>
          <w:p w14:paraId="52B646D9" w14:textId="77777777" w:rsidR="00694388" w:rsidRDefault="00694388" w:rsidP="001F2838">
            <w:pPr>
              <w:pStyle w:val="TAN"/>
              <w:rPr>
                <w:szCs w:val="22"/>
                <w:lang w:eastAsia="zh-CN"/>
              </w:rPr>
            </w:pPr>
            <w:r>
              <w:t>NOTE 1:</w:t>
            </w:r>
            <w:r>
              <w:tab/>
              <w:t>Applicable for UE supporting inter-band carrier aggregation with mandatory simultaneous Rx/Tx capability.</w:t>
            </w:r>
          </w:p>
        </w:tc>
      </w:tr>
    </w:tbl>
    <w:p w14:paraId="561408C3" w14:textId="4A24E8F8" w:rsidR="007019B8" w:rsidRPr="00E062F1" w:rsidRDefault="007019B8" w:rsidP="001310A1"/>
    <w:p w14:paraId="0013C00C" w14:textId="77777777" w:rsidR="00D86DBD" w:rsidRPr="00E062F1" w:rsidRDefault="00D86DBD" w:rsidP="00D86DBD">
      <w:pPr>
        <w:pStyle w:val="TH"/>
        <w:rPr>
          <w:lang w:eastAsia="zh-CN"/>
        </w:rPr>
      </w:pPr>
      <w:r w:rsidRPr="00E062F1">
        <w:t>Table 5.2A.1-</w:t>
      </w:r>
      <w:r w:rsidRPr="00E062F1">
        <w:rPr>
          <w:lang w:eastAsia="zh-CN"/>
        </w:rPr>
        <w:t>3</w:t>
      </w:r>
      <w:r w:rsidRPr="00E062F1">
        <w:t>: Band combinations for inter-band CA between FR1 and FR2</w:t>
      </w:r>
      <w:r w:rsidRPr="00E062F1">
        <w:rPr>
          <w:lang w:eastAsia="zh-CN"/>
        </w:rPr>
        <w:t xml:space="preserve"> (four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gridCol w:w="2522"/>
      </w:tblGrid>
      <w:tr w:rsidR="00D86DBD" w:rsidRPr="00E062F1" w14:paraId="1DAE8B64" w14:textId="77777777" w:rsidTr="00A35CF1">
        <w:trPr>
          <w:trHeight w:val="187"/>
          <w:jc w:val="center"/>
        </w:trPr>
        <w:tc>
          <w:tcPr>
            <w:tcW w:w="3574" w:type="dxa"/>
            <w:tcBorders>
              <w:top w:val="single" w:sz="4" w:space="0" w:color="auto"/>
              <w:left w:val="single" w:sz="4" w:space="0" w:color="auto"/>
              <w:bottom w:val="single" w:sz="4" w:space="0" w:color="auto"/>
              <w:right w:val="single" w:sz="4" w:space="0" w:color="auto"/>
            </w:tcBorders>
            <w:vAlign w:val="center"/>
          </w:tcPr>
          <w:p w14:paraId="10BB2F81" w14:textId="77777777" w:rsidR="00D86DBD" w:rsidRPr="00E062F1" w:rsidRDefault="00D86DBD" w:rsidP="00D86DBD">
            <w:pPr>
              <w:pStyle w:val="TAH"/>
            </w:pPr>
            <w:r w:rsidRPr="00E062F1">
              <w:t>NR CA Band</w:t>
            </w:r>
          </w:p>
        </w:tc>
        <w:tc>
          <w:tcPr>
            <w:tcW w:w="2522" w:type="dxa"/>
            <w:tcBorders>
              <w:top w:val="single" w:sz="4" w:space="0" w:color="auto"/>
              <w:left w:val="single" w:sz="4" w:space="0" w:color="auto"/>
              <w:bottom w:val="single" w:sz="4" w:space="0" w:color="auto"/>
              <w:right w:val="single" w:sz="4" w:space="0" w:color="auto"/>
            </w:tcBorders>
            <w:vAlign w:val="center"/>
          </w:tcPr>
          <w:p w14:paraId="781A229B" w14:textId="77777777" w:rsidR="00D86DBD" w:rsidRPr="00E062F1" w:rsidRDefault="00D86DBD" w:rsidP="00D86DBD">
            <w:pPr>
              <w:pStyle w:val="TAH"/>
            </w:pPr>
            <w:r w:rsidRPr="00E062F1">
              <w:t>NR Band</w:t>
            </w:r>
          </w:p>
        </w:tc>
      </w:tr>
      <w:tr w:rsidR="00D86DBD" w:rsidRPr="00E062F1" w14:paraId="2A058EC8" w14:textId="77777777" w:rsidTr="00A35CF1">
        <w:trPr>
          <w:trHeight w:val="187"/>
          <w:jc w:val="center"/>
        </w:trPr>
        <w:tc>
          <w:tcPr>
            <w:tcW w:w="3574" w:type="dxa"/>
            <w:tcBorders>
              <w:top w:val="single" w:sz="4" w:space="0" w:color="auto"/>
              <w:left w:val="single" w:sz="4" w:space="0" w:color="auto"/>
              <w:bottom w:val="single" w:sz="4" w:space="0" w:color="auto"/>
              <w:right w:val="single" w:sz="4" w:space="0" w:color="auto"/>
            </w:tcBorders>
            <w:vAlign w:val="center"/>
          </w:tcPr>
          <w:p w14:paraId="4C263F23" w14:textId="7436C360" w:rsidR="00D86DBD" w:rsidRPr="00E062F1" w:rsidRDefault="00D86DBD" w:rsidP="00D86DBD">
            <w:pPr>
              <w:pStyle w:val="TAC"/>
              <w:rPr>
                <w:lang w:eastAsia="zh-CN"/>
              </w:rPr>
            </w:pPr>
            <w:r w:rsidRPr="00E062F1">
              <w:t>CA_n3-n28-n77-n257</w:t>
            </w:r>
            <w:r w:rsidR="00694388">
              <w:rPr>
                <w:vertAlign w:val="superscript"/>
              </w:rPr>
              <w:t>1</w:t>
            </w:r>
          </w:p>
        </w:tc>
        <w:tc>
          <w:tcPr>
            <w:tcW w:w="2522" w:type="dxa"/>
            <w:tcBorders>
              <w:top w:val="single" w:sz="4" w:space="0" w:color="auto"/>
              <w:left w:val="single" w:sz="4" w:space="0" w:color="auto"/>
              <w:bottom w:val="single" w:sz="4" w:space="0" w:color="auto"/>
              <w:right w:val="single" w:sz="4" w:space="0" w:color="auto"/>
            </w:tcBorders>
            <w:vAlign w:val="center"/>
          </w:tcPr>
          <w:p w14:paraId="72510A50" w14:textId="77777777" w:rsidR="00D86DBD" w:rsidRPr="00E062F1" w:rsidRDefault="00D86DBD" w:rsidP="00D86DBD">
            <w:pPr>
              <w:pStyle w:val="TAC"/>
              <w:rPr>
                <w:lang w:eastAsia="zh-CN"/>
              </w:rPr>
            </w:pPr>
            <w:r w:rsidRPr="00E062F1">
              <w:rPr>
                <w:rFonts w:eastAsia="MS Mincho"/>
                <w:lang w:eastAsia="zh-CN"/>
              </w:rPr>
              <w:t>n3, n28, n77, n257</w:t>
            </w:r>
          </w:p>
        </w:tc>
      </w:tr>
      <w:tr w:rsidR="00D86DBD" w:rsidRPr="00E062F1" w14:paraId="1A73F537" w14:textId="77777777" w:rsidTr="00A35CF1">
        <w:trPr>
          <w:trHeight w:val="187"/>
          <w:jc w:val="center"/>
        </w:trPr>
        <w:tc>
          <w:tcPr>
            <w:tcW w:w="3574" w:type="dxa"/>
            <w:tcBorders>
              <w:top w:val="single" w:sz="4" w:space="0" w:color="auto"/>
              <w:left w:val="single" w:sz="4" w:space="0" w:color="auto"/>
              <w:bottom w:val="single" w:sz="4" w:space="0" w:color="auto"/>
              <w:right w:val="single" w:sz="4" w:space="0" w:color="auto"/>
            </w:tcBorders>
            <w:vAlign w:val="center"/>
          </w:tcPr>
          <w:p w14:paraId="324361E7" w14:textId="66F48E3F" w:rsidR="00D86DBD" w:rsidRPr="00E062F1" w:rsidRDefault="00D86DBD" w:rsidP="00D86DBD">
            <w:pPr>
              <w:pStyle w:val="TAC"/>
              <w:rPr>
                <w:lang w:eastAsia="zh-CN"/>
              </w:rPr>
            </w:pPr>
            <w:r w:rsidRPr="00E062F1">
              <w:t>CA_n3-n28-n78-n257</w:t>
            </w:r>
            <w:r w:rsidR="00694388">
              <w:rPr>
                <w:vertAlign w:val="superscript"/>
              </w:rPr>
              <w:t>1</w:t>
            </w:r>
          </w:p>
        </w:tc>
        <w:tc>
          <w:tcPr>
            <w:tcW w:w="2522" w:type="dxa"/>
            <w:tcBorders>
              <w:top w:val="single" w:sz="4" w:space="0" w:color="auto"/>
              <w:left w:val="single" w:sz="4" w:space="0" w:color="auto"/>
              <w:bottom w:val="single" w:sz="4" w:space="0" w:color="auto"/>
              <w:right w:val="single" w:sz="4" w:space="0" w:color="auto"/>
            </w:tcBorders>
            <w:vAlign w:val="center"/>
          </w:tcPr>
          <w:p w14:paraId="5E0FAD30" w14:textId="77777777" w:rsidR="00D86DBD" w:rsidRPr="00E062F1" w:rsidRDefault="00D86DBD" w:rsidP="00D86DBD">
            <w:pPr>
              <w:pStyle w:val="TAC"/>
              <w:rPr>
                <w:lang w:eastAsia="zh-CN"/>
              </w:rPr>
            </w:pPr>
            <w:r w:rsidRPr="00E062F1">
              <w:rPr>
                <w:rFonts w:eastAsia="MS Mincho"/>
                <w:lang w:eastAsia="zh-CN"/>
              </w:rPr>
              <w:t>n3, n28, n78, n257</w:t>
            </w:r>
          </w:p>
        </w:tc>
      </w:tr>
      <w:tr w:rsidR="00694388" w14:paraId="6E6FD8E2" w14:textId="77777777" w:rsidTr="00A35CF1">
        <w:tblPrEx>
          <w:tblLook w:val="04A0" w:firstRow="1" w:lastRow="0" w:firstColumn="1" w:lastColumn="0" w:noHBand="0" w:noVBand="1"/>
        </w:tblPrEx>
        <w:trPr>
          <w:trHeight w:val="187"/>
          <w:jc w:val="center"/>
        </w:trPr>
        <w:tc>
          <w:tcPr>
            <w:tcW w:w="6091" w:type="dxa"/>
            <w:gridSpan w:val="2"/>
            <w:tcBorders>
              <w:top w:val="single" w:sz="4" w:space="0" w:color="auto"/>
              <w:left w:val="single" w:sz="4" w:space="0" w:color="auto"/>
              <w:bottom w:val="single" w:sz="4" w:space="0" w:color="auto"/>
              <w:right w:val="single" w:sz="4" w:space="0" w:color="auto"/>
            </w:tcBorders>
            <w:vAlign w:val="center"/>
          </w:tcPr>
          <w:p w14:paraId="042DDC7A" w14:textId="77777777" w:rsidR="00694388" w:rsidRDefault="00694388" w:rsidP="001F2838">
            <w:pPr>
              <w:pStyle w:val="TAN"/>
              <w:rPr>
                <w:rFonts w:eastAsia="MS Mincho"/>
                <w:lang w:eastAsia="zh-CN"/>
              </w:rPr>
            </w:pPr>
            <w:r>
              <w:t>NOTE 1:</w:t>
            </w:r>
            <w:r>
              <w:tab/>
              <w:t>Applicable for UE supporting inter-band carrier aggregation with mandatory simultaneous Rx/Tx capability.</w:t>
            </w:r>
          </w:p>
        </w:tc>
      </w:tr>
    </w:tbl>
    <w:p w14:paraId="050A4186" w14:textId="77777777" w:rsidR="00D86DBD" w:rsidRPr="00E062F1" w:rsidRDefault="00D86DBD" w:rsidP="001310A1"/>
    <w:p w14:paraId="0D678B57" w14:textId="77777777" w:rsidR="001310A1" w:rsidRPr="00E062F1" w:rsidRDefault="001310A1" w:rsidP="001310A1">
      <w:pPr>
        <w:pStyle w:val="Heading2"/>
      </w:pPr>
      <w:bookmarkStart w:id="361" w:name="_Toc21351494"/>
      <w:bookmarkStart w:id="362" w:name="_Toc29807076"/>
      <w:bookmarkStart w:id="363" w:name="_Toc36648790"/>
      <w:bookmarkStart w:id="364" w:name="_Toc36651515"/>
      <w:bookmarkStart w:id="365" w:name="_Toc37256449"/>
      <w:bookmarkStart w:id="366" w:name="_Toc37256790"/>
      <w:bookmarkStart w:id="367" w:name="_Toc45890478"/>
      <w:bookmarkStart w:id="368" w:name="_Toc45891702"/>
      <w:bookmarkStart w:id="369" w:name="_Toc45892112"/>
      <w:bookmarkStart w:id="370" w:name="_Toc45892522"/>
      <w:bookmarkStart w:id="371" w:name="_Toc52352935"/>
      <w:bookmarkStart w:id="372" w:name="_Toc53174758"/>
      <w:bookmarkStart w:id="373" w:name="_Toc61375907"/>
      <w:bookmarkStart w:id="374" w:name="_Toc61376319"/>
      <w:bookmarkStart w:id="375" w:name="_Toc67938589"/>
      <w:bookmarkStart w:id="376" w:name="_Toc76454191"/>
      <w:bookmarkStart w:id="377" w:name="_Toc76719611"/>
      <w:bookmarkStart w:id="378" w:name="_Toc76720131"/>
      <w:bookmarkStart w:id="379" w:name="_Toc83742828"/>
      <w:bookmarkStart w:id="380" w:name="_Toc83887203"/>
      <w:bookmarkStart w:id="381" w:name="_Toc83888004"/>
      <w:bookmarkStart w:id="382" w:name="_Toc90588658"/>
      <w:r w:rsidRPr="00E062F1">
        <w:lastRenderedPageBreak/>
        <w:t>5.2B</w:t>
      </w:r>
      <w:r w:rsidRPr="00E062F1">
        <w:tab/>
        <w:t>Operating bands for DC</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58593244" w14:textId="77777777" w:rsidR="001310A1" w:rsidRPr="00E062F1" w:rsidRDefault="001310A1" w:rsidP="001310A1">
      <w:pPr>
        <w:pStyle w:val="Heading3"/>
      </w:pPr>
      <w:bookmarkStart w:id="383" w:name="_Toc21351495"/>
      <w:bookmarkStart w:id="384" w:name="_Toc29807077"/>
      <w:bookmarkStart w:id="385" w:name="_Toc36648791"/>
      <w:bookmarkStart w:id="386" w:name="_Toc36651516"/>
      <w:bookmarkStart w:id="387" w:name="_Toc37256450"/>
      <w:bookmarkStart w:id="388" w:name="_Toc37256791"/>
      <w:bookmarkStart w:id="389" w:name="_Toc45890479"/>
      <w:bookmarkStart w:id="390" w:name="_Toc45891703"/>
      <w:bookmarkStart w:id="391" w:name="_Toc45892113"/>
      <w:bookmarkStart w:id="392" w:name="_Toc45892523"/>
      <w:bookmarkStart w:id="393" w:name="_Toc52352936"/>
      <w:bookmarkStart w:id="394" w:name="_Toc53174759"/>
      <w:bookmarkStart w:id="395" w:name="_Toc61375908"/>
      <w:bookmarkStart w:id="396" w:name="_Toc61376320"/>
      <w:bookmarkStart w:id="397" w:name="_Toc67938590"/>
      <w:bookmarkStart w:id="398" w:name="_Toc76454192"/>
      <w:bookmarkStart w:id="399" w:name="_Toc76719612"/>
      <w:bookmarkStart w:id="400" w:name="_Toc76720132"/>
      <w:bookmarkStart w:id="401" w:name="_Toc83742829"/>
      <w:bookmarkStart w:id="402" w:name="_Toc83887204"/>
      <w:bookmarkStart w:id="403" w:name="_Toc83888005"/>
      <w:bookmarkStart w:id="404" w:name="_Toc90588659"/>
      <w:r w:rsidRPr="00E062F1">
        <w:t>5.2B.1</w:t>
      </w:r>
      <w:r w:rsidRPr="00E062F1">
        <w:tab/>
        <w:t>General</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p w14:paraId="70EA343D" w14:textId="297CF461" w:rsidR="001310A1" w:rsidRPr="00E062F1" w:rsidRDefault="001310A1" w:rsidP="001310A1">
      <w:r w:rsidRPr="00E062F1">
        <w:t xml:space="preserve">The operating bands are specified </w:t>
      </w:r>
      <w:r w:rsidR="003C16FF" w:rsidRPr="00E062F1">
        <w:t xml:space="preserve">in </w:t>
      </w:r>
      <w:r w:rsidR="0095436B" w:rsidRPr="00E062F1">
        <w:t>clause</w:t>
      </w:r>
      <w:r w:rsidR="003C16FF" w:rsidRPr="00E062F1">
        <w:t xml:space="preserve"> 5.5B </w:t>
      </w:r>
      <w:r w:rsidRPr="00E062F1">
        <w:t>for operation with EN-DC</w:t>
      </w:r>
      <w:r w:rsidR="003C16FF" w:rsidRPr="00E062F1">
        <w:t>,</w:t>
      </w:r>
      <w:r w:rsidRPr="00E062F1">
        <w:t xml:space="preserve"> NGEN-DC</w:t>
      </w:r>
      <w:r w:rsidR="004D4582" w:rsidRPr="00E062F1">
        <w:t>, NE-DC</w:t>
      </w:r>
      <w:r w:rsidR="003C16FF" w:rsidRPr="00E062F1">
        <w:t xml:space="preserve"> or</w:t>
      </w:r>
      <w:r w:rsidR="001A410E" w:rsidRPr="00E062F1">
        <w:t xml:space="preserve"> NR-DC</w:t>
      </w:r>
      <w:r w:rsidRPr="00E062F1">
        <w:t xml:space="preserve"> configured.</w:t>
      </w:r>
    </w:p>
    <w:p w14:paraId="181DC59A" w14:textId="70B47E0F" w:rsidR="001310A1" w:rsidRPr="00AA54EC" w:rsidRDefault="001310A1" w:rsidP="001310A1">
      <w:pPr>
        <w:pStyle w:val="Heading3"/>
        <w:rPr>
          <w:lang w:val="fi-FI"/>
        </w:rPr>
      </w:pPr>
      <w:bookmarkStart w:id="405" w:name="_Toc21351496"/>
      <w:bookmarkStart w:id="406" w:name="_Toc29807078"/>
      <w:bookmarkStart w:id="407" w:name="_Toc36648792"/>
      <w:bookmarkStart w:id="408" w:name="_Toc36651517"/>
      <w:bookmarkStart w:id="409" w:name="_Toc37256451"/>
      <w:bookmarkStart w:id="410" w:name="_Toc37256792"/>
      <w:bookmarkStart w:id="411" w:name="_Toc45890480"/>
      <w:bookmarkStart w:id="412" w:name="_Toc45891704"/>
      <w:bookmarkStart w:id="413" w:name="_Toc45892114"/>
      <w:bookmarkStart w:id="414" w:name="_Toc45892524"/>
      <w:bookmarkStart w:id="415" w:name="_Toc52352937"/>
      <w:bookmarkStart w:id="416" w:name="_Toc53174760"/>
      <w:bookmarkStart w:id="417" w:name="_Toc61375909"/>
      <w:bookmarkStart w:id="418" w:name="_Toc61376321"/>
      <w:bookmarkStart w:id="419" w:name="_Toc67938591"/>
      <w:bookmarkStart w:id="420" w:name="_Toc76454193"/>
      <w:bookmarkStart w:id="421" w:name="_Toc76719613"/>
      <w:bookmarkStart w:id="422" w:name="_Toc76720133"/>
      <w:bookmarkStart w:id="423" w:name="_Toc83742830"/>
      <w:bookmarkStart w:id="424" w:name="_Toc83887205"/>
      <w:bookmarkStart w:id="425" w:name="_Toc83888006"/>
      <w:bookmarkStart w:id="426" w:name="_Toc90588660"/>
      <w:r w:rsidRPr="00AA54EC">
        <w:rPr>
          <w:lang w:val="fi-FI"/>
        </w:rPr>
        <w:t>5.2B.2</w:t>
      </w:r>
      <w:r w:rsidRPr="00AA54EC">
        <w:rPr>
          <w:lang w:val="fi-FI"/>
        </w:rPr>
        <w:tab/>
      </w:r>
      <w:r w:rsidR="003C16FF" w:rsidRPr="00AA54EC">
        <w:rPr>
          <w:lang w:val="fi-FI"/>
        </w:rPr>
        <w:t>Void</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536C926C" w14:textId="0B41FCA5" w:rsidR="001310A1" w:rsidRPr="00AA54EC" w:rsidRDefault="001310A1" w:rsidP="001310A1">
      <w:pPr>
        <w:pStyle w:val="Heading3"/>
        <w:rPr>
          <w:lang w:val="fi-FI"/>
        </w:rPr>
      </w:pPr>
      <w:bookmarkStart w:id="427" w:name="_Toc21351497"/>
      <w:bookmarkStart w:id="428" w:name="_Toc29807079"/>
      <w:bookmarkStart w:id="429" w:name="_Toc36648793"/>
      <w:bookmarkStart w:id="430" w:name="_Toc36651518"/>
      <w:bookmarkStart w:id="431" w:name="_Toc37256452"/>
      <w:bookmarkStart w:id="432" w:name="_Toc37256793"/>
      <w:bookmarkStart w:id="433" w:name="_Toc45890481"/>
      <w:bookmarkStart w:id="434" w:name="_Toc45891705"/>
      <w:bookmarkStart w:id="435" w:name="_Toc45892115"/>
      <w:bookmarkStart w:id="436" w:name="_Toc45892525"/>
      <w:bookmarkStart w:id="437" w:name="_Toc52352938"/>
      <w:bookmarkStart w:id="438" w:name="_Toc53174761"/>
      <w:bookmarkStart w:id="439" w:name="_Toc61375910"/>
      <w:bookmarkStart w:id="440" w:name="_Toc61376322"/>
      <w:bookmarkStart w:id="441" w:name="_Toc67938592"/>
      <w:bookmarkStart w:id="442" w:name="_Toc76454194"/>
      <w:bookmarkStart w:id="443" w:name="_Toc76719614"/>
      <w:bookmarkStart w:id="444" w:name="_Toc76720134"/>
      <w:bookmarkStart w:id="445" w:name="_Toc83742831"/>
      <w:bookmarkStart w:id="446" w:name="_Toc83887206"/>
      <w:bookmarkStart w:id="447" w:name="_Toc83888007"/>
      <w:bookmarkStart w:id="448" w:name="_Toc90588661"/>
      <w:r w:rsidRPr="00AA54EC">
        <w:rPr>
          <w:lang w:val="fi-FI"/>
        </w:rPr>
        <w:t>5.2B.3</w:t>
      </w:r>
      <w:r w:rsidRPr="00AA54EC">
        <w:rPr>
          <w:lang w:val="fi-FI"/>
        </w:rPr>
        <w:tab/>
      </w:r>
      <w:r w:rsidR="00907D75" w:rsidRPr="00AA54EC">
        <w:rPr>
          <w:lang w:val="fi-FI"/>
        </w:rPr>
        <w:t>Void</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14:paraId="6BC4B469" w14:textId="70EE28F7" w:rsidR="001310A1" w:rsidRPr="00AA54EC" w:rsidRDefault="001310A1" w:rsidP="001310A1">
      <w:pPr>
        <w:pStyle w:val="Heading3"/>
        <w:rPr>
          <w:lang w:val="fi-FI"/>
        </w:rPr>
      </w:pPr>
      <w:bookmarkStart w:id="449" w:name="_Toc21351498"/>
      <w:bookmarkStart w:id="450" w:name="_Toc29807080"/>
      <w:bookmarkStart w:id="451" w:name="_Toc36648794"/>
      <w:bookmarkStart w:id="452" w:name="_Toc36651519"/>
      <w:bookmarkStart w:id="453" w:name="_Toc37256453"/>
      <w:bookmarkStart w:id="454" w:name="_Toc37256794"/>
      <w:bookmarkStart w:id="455" w:name="_Toc45890482"/>
      <w:bookmarkStart w:id="456" w:name="_Toc45891706"/>
      <w:bookmarkStart w:id="457" w:name="_Toc45892116"/>
      <w:bookmarkStart w:id="458" w:name="_Toc45892526"/>
      <w:bookmarkStart w:id="459" w:name="_Toc52352939"/>
      <w:bookmarkStart w:id="460" w:name="_Toc53174762"/>
      <w:bookmarkStart w:id="461" w:name="_Toc61375911"/>
      <w:bookmarkStart w:id="462" w:name="_Toc61376323"/>
      <w:bookmarkStart w:id="463" w:name="_Toc67938593"/>
      <w:bookmarkStart w:id="464" w:name="_Toc76454195"/>
      <w:bookmarkStart w:id="465" w:name="_Toc76719615"/>
      <w:bookmarkStart w:id="466" w:name="_Toc76720135"/>
      <w:bookmarkStart w:id="467" w:name="_Toc83742832"/>
      <w:bookmarkStart w:id="468" w:name="_Toc83887207"/>
      <w:bookmarkStart w:id="469" w:name="_Toc83888008"/>
      <w:bookmarkStart w:id="470" w:name="_Toc90588662"/>
      <w:r w:rsidRPr="00AA54EC">
        <w:rPr>
          <w:lang w:val="fi-FI"/>
        </w:rPr>
        <w:t>5.2B.4</w:t>
      </w:r>
      <w:r w:rsidRPr="00AA54EC">
        <w:rPr>
          <w:lang w:val="fi-FI"/>
        </w:rPr>
        <w:tab/>
      </w:r>
      <w:r w:rsidR="00970F6F" w:rsidRPr="00AA54EC">
        <w:rPr>
          <w:lang w:val="fi-FI"/>
        </w:rPr>
        <w:t>Void</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68BF49ED" w14:textId="2E8142D0" w:rsidR="001310A1" w:rsidRPr="00AA54EC" w:rsidRDefault="001310A1" w:rsidP="001310A1">
      <w:pPr>
        <w:pStyle w:val="Heading3"/>
        <w:rPr>
          <w:lang w:val="fi-FI"/>
        </w:rPr>
      </w:pPr>
      <w:bookmarkStart w:id="471" w:name="_Toc21351499"/>
      <w:bookmarkStart w:id="472" w:name="_Toc29807081"/>
      <w:bookmarkStart w:id="473" w:name="_Toc36648795"/>
      <w:bookmarkStart w:id="474" w:name="_Toc36651520"/>
      <w:bookmarkStart w:id="475" w:name="_Toc37256454"/>
      <w:bookmarkStart w:id="476" w:name="_Toc37256795"/>
      <w:bookmarkStart w:id="477" w:name="_Toc45890483"/>
      <w:bookmarkStart w:id="478" w:name="_Toc45891707"/>
      <w:bookmarkStart w:id="479" w:name="_Toc45892117"/>
      <w:bookmarkStart w:id="480" w:name="_Toc45892527"/>
      <w:bookmarkStart w:id="481" w:name="_Toc52352940"/>
      <w:bookmarkStart w:id="482" w:name="_Toc53174763"/>
      <w:bookmarkStart w:id="483" w:name="_Toc61375912"/>
      <w:bookmarkStart w:id="484" w:name="_Toc61376324"/>
      <w:bookmarkStart w:id="485" w:name="_Toc67938594"/>
      <w:bookmarkStart w:id="486" w:name="_Toc76454196"/>
      <w:bookmarkStart w:id="487" w:name="_Toc76719616"/>
      <w:bookmarkStart w:id="488" w:name="_Toc76720136"/>
      <w:bookmarkStart w:id="489" w:name="_Toc83742833"/>
      <w:bookmarkStart w:id="490" w:name="_Toc83887208"/>
      <w:bookmarkStart w:id="491" w:name="_Toc83888009"/>
      <w:bookmarkStart w:id="492" w:name="_Toc90588663"/>
      <w:r w:rsidRPr="00AA54EC">
        <w:rPr>
          <w:lang w:val="fi-FI"/>
        </w:rPr>
        <w:t>5.2B.5</w:t>
      </w:r>
      <w:r w:rsidRPr="00AA54EC">
        <w:rPr>
          <w:lang w:val="fi-FI"/>
        </w:rPr>
        <w:tab/>
      </w:r>
      <w:r w:rsidR="00076DE6" w:rsidRPr="00AA54EC">
        <w:rPr>
          <w:lang w:val="fi-FI"/>
        </w:rPr>
        <w:t>Void</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14:paraId="2138BAA1" w14:textId="27FF924E" w:rsidR="00FB41B6" w:rsidRPr="00AA54EC" w:rsidRDefault="00FB41B6" w:rsidP="00FB41B6">
      <w:pPr>
        <w:pStyle w:val="Heading3"/>
        <w:rPr>
          <w:lang w:val="fi-FI"/>
        </w:rPr>
      </w:pPr>
      <w:bookmarkStart w:id="493" w:name="_Toc21351500"/>
      <w:bookmarkStart w:id="494" w:name="_Toc29807082"/>
      <w:bookmarkStart w:id="495" w:name="_Toc36648796"/>
      <w:bookmarkStart w:id="496" w:name="_Toc36651521"/>
      <w:bookmarkStart w:id="497" w:name="_Toc37256455"/>
      <w:bookmarkStart w:id="498" w:name="_Toc37256796"/>
      <w:bookmarkStart w:id="499" w:name="_Toc45890484"/>
      <w:bookmarkStart w:id="500" w:name="_Toc45891708"/>
      <w:bookmarkStart w:id="501" w:name="_Toc45892118"/>
      <w:bookmarkStart w:id="502" w:name="_Toc45892528"/>
      <w:bookmarkStart w:id="503" w:name="_Toc52352941"/>
      <w:bookmarkStart w:id="504" w:name="_Toc53174764"/>
      <w:bookmarkStart w:id="505" w:name="_Toc61375913"/>
      <w:bookmarkStart w:id="506" w:name="_Toc61376325"/>
      <w:bookmarkStart w:id="507" w:name="_Toc67938595"/>
      <w:bookmarkStart w:id="508" w:name="_Toc76454197"/>
      <w:bookmarkStart w:id="509" w:name="_Toc76719617"/>
      <w:bookmarkStart w:id="510" w:name="_Toc76720137"/>
      <w:bookmarkStart w:id="511" w:name="_Toc83742834"/>
      <w:bookmarkStart w:id="512" w:name="_Toc83887209"/>
      <w:bookmarkStart w:id="513" w:name="_Toc83888010"/>
      <w:bookmarkStart w:id="514" w:name="_Toc90588664"/>
      <w:r w:rsidRPr="00AA54EC">
        <w:rPr>
          <w:lang w:val="fi-FI"/>
        </w:rPr>
        <w:t>5.2B.6</w:t>
      </w:r>
      <w:r w:rsidRPr="00AA54EC">
        <w:rPr>
          <w:lang w:val="fi-FI"/>
        </w:rPr>
        <w:tab/>
      </w:r>
      <w:r w:rsidR="00076DE6" w:rsidRPr="00AA54EC">
        <w:rPr>
          <w:lang w:val="fi-FI"/>
        </w:rPr>
        <w:t>Void</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4D5CD677" w14:textId="5CFB191F" w:rsidR="004A294A" w:rsidRPr="00AA54EC" w:rsidRDefault="004A294A" w:rsidP="00F27CE0">
      <w:pPr>
        <w:pStyle w:val="Heading3"/>
        <w:rPr>
          <w:lang w:val="fi-FI" w:eastAsia="zh-CN"/>
        </w:rPr>
      </w:pPr>
      <w:bookmarkStart w:id="515" w:name="_Toc21351501"/>
      <w:bookmarkStart w:id="516" w:name="_Toc29807083"/>
      <w:bookmarkStart w:id="517" w:name="_Toc36648797"/>
      <w:bookmarkStart w:id="518" w:name="_Toc36651522"/>
      <w:bookmarkStart w:id="519" w:name="_Toc37256456"/>
      <w:bookmarkStart w:id="520" w:name="_Toc37256797"/>
      <w:bookmarkStart w:id="521" w:name="_Toc45890485"/>
      <w:bookmarkStart w:id="522" w:name="_Toc45891709"/>
      <w:bookmarkStart w:id="523" w:name="_Toc45892119"/>
      <w:bookmarkStart w:id="524" w:name="_Toc45892529"/>
      <w:bookmarkStart w:id="525" w:name="_Toc52352942"/>
      <w:bookmarkStart w:id="526" w:name="_Toc53174765"/>
      <w:bookmarkStart w:id="527" w:name="_Toc61375914"/>
      <w:bookmarkStart w:id="528" w:name="_Toc61376326"/>
      <w:bookmarkStart w:id="529" w:name="_Toc67938596"/>
      <w:bookmarkStart w:id="530" w:name="_Toc76454198"/>
      <w:bookmarkStart w:id="531" w:name="_Toc76719618"/>
      <w:bookmarkStart w:id="532" w:name="_Toc76720138"/>
      <w:bookmarkStart w:id="533" w:name="_Toc83742835"/>
      <w:bookmarkStart w:id="534" w:name="_Toc83887210"/>
      <w:bookmarkStart w:id="535" w:name="_Toc83888011"/>
      <w:bookmarkStart w:id="536" w:name="_Toc90588665"/>
      <w:r w:rsidRPr="00AA54EC">
        <w:rPr>
          <w:lang w:val="fi-FI"/>
        </w:rPr>
        <w:t>5.2B.</w:t>
      </w:r>
      <w:r w:rsidRPr="00AA54EC">
        <w:rPr>
          <w:lang w:val="fi-FI" w:eastAsia="zh-CN"/>
        </w:rPr>
        <w:t>7</w:t>
      </w:r>
      <w:r w:rsidRPr="00AA54EC">
        <w:rPr>
          <w:lang w:val="fi-FI"/>
        </w:rPr>
        <w:tab/>
      </w:r>
      <w:r w:rsidR="00076DE6" w:rsidRPr="00AA54EC">
        <w:rPr>
          <w:lang w:val="fi-FI"/>
        </w:rPr>
        <w:t>Void</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14:paraId="08ACC794" w14:textId="7589599C" w:rsidR="001A4DCE" w:rsidRPr="001F078B" w:rsidRDefault="001A4DCE" w:rsidP="001A4DCE">
      <w:pPr>
        <w:pStyle w:val="Heading2"/>
      </w:pPr>
      <w:bookmarkStart w:id="537" w:name="_Toc45890486"/>
      <w:bookmarkStart w:id="538" w:name="_Toc45891710"/>
      <w:bookmarkStart w:id="539" w:name="_Toc45892120"/>
      <w:bookmarkStart w:id="540" w:name="_Toc45892530"/>
      <w:bookmarkStart w:id="541" w:name="_Toc61375915"/>
      <w:bookmarkStart w:id="542" w:name="_Toc61376327"/>
      <w:bookmarkStart w:id="543" w:name="_Toc67938597"/>
      <w:bookmarkStart w:id="544" w:name="_Toc76454199"/>
      <w:bookmarkStart w:id="545" w:name="_Toc76719619"/>
      <w:bookmarkStart w:id="546" w:name="_Toc76720139"/>
      <w:bookmarkStart w:id="547" w:name="_Toc83742836"/>
      <w:bookmarkStart w:id="548" w:name="_Toc83887211"/>
      <w:bookmarkStart w:id="549" w:name="_Toc83888012"/>
      <w:bookmarkStart w:id="550" w:name="_Toc90588666"/>
      <w:bookmarkStart w:id="551" w:name="_Toc21351502"/>
      <w:bookmarkStart w:id="552" w:name="_Toc29807084"/>
      <w:bookmarkStart w:id="553" w:name="_Toc36648798"/>
      <w:bookmarkStart w:id="554" w:name="_Toc36651523"/>
      <w:bookmarkStart w:id="555" w:name="_Toc37256457"/>
      <w:bookmarkStart w:id="556" w:name="_Toc37256798"/>
      <w:r>
        <w:t>5.2</w:t>
      </w:r>
      <w:r>
        <w:rPr>
          <w:rFonts w:hint="eastAsia"/>
          <w:lang w:eastAsia="zh-CN"/>
        </w:rPr>
        <w:t>E</w:t>
      </w:r>
      <w:r w:rsidRPr="001F078B">
        <w:tab/>
        <w:t xml:space="preserve">Operating bands for </w:t>
      </w:r>
      <w:r>
        <w:t>V2X</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14:paraId="67712A5E" w14:textId="313FBD12" w:rsidR="001A4DCE" w:rsidRPr="001F078B" w:rsidRDefault="001A4DCE" w:rsidP="001A4DCE">
      <w:pPr>
        <w:pStyle w:val="Heading3"/>
      </w:pPr>
      <w:bookmarkStart w:id="557" w:name="_Toc45890487"/>
      <w:bookmarkStart w:id="558" w:name="_Toc45891711"/>
      <w:bookmarkStart w:id="559" w:name="_Toc45892121"/>
      <w:bookmarkStart w:id="560" w:name="_Toc45892531"/>
      <w:bookmarkStart w:id="561" w:name="_Toc61375916"/>
      <w:bookmarkStart w:id="562" w:name="_Toc61376328"/>
      <w:bookmarkStart w:id="563" w:name="_Toc67938598"/>
      <w:bookmarkStart w:id="564" w:name="_Toc76454200"/>
      <w:bookmarkStart w:id="565" w:name="_Toc76719620"/>
      <w:bookmarkStart w:id="566" w:name="_Toc76720140"/>
      <w:bookmarkStart w:id="567" w:name="_Toc83742837"/>
      <w:bookmarkStart w:id="568" w:name="_Toc83887212"/>
      <w:bookmarkStart w:id="569" w:name="_Toc83888013"/>
      <w:bookmarkStart w:id="570" w:name="_Toc90588667"/>
      <w:r>
        <w:t>5.2</w:t>
      </w:r>
      <w:r>
        <w:rPr>
          <w:rFonts w:hint="eastAsia"/>
          <w:lang w:eastAsia="zh-CN"/>
        </w:rPr>
        <w:t>E</w:t>
      </w:r>
      <w:r>
        <w:t>.1</w:t>
      </w:r>
      <w:r>
        <w:tab/>
        <w:t>Intra-band V2X bands</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14:paraId="7B733B6D" w14:textId="2327BE04" w:rsidR="001A4DCE" w:rsidRDefault="001A4DCE" w:rsidP="001A4DCE">
      <w:pPr>
        <w:rPr>
          <w:lang w:eastAsia="zh-CN"/>
        </w:rPr>
      </w:pPr>
      <w:r w:rsidRPr="00CE40C7">
        <w:rPr>
          <w:noProof/>
        </w:rPr>
        <w:t>NR V2X operation is design</w:t>
      </w:r>
      <w:r>
        <w:rPr>
          <w:noProof/>
        </w:rPr>
        <w:t>ed to operate with E-UTRA</w:t>
      </w:r>
      <w:r w:rsidRPr="00CE40C7">
        <w:rPr>
          <w:noProof/>
        </w:rPr>
        <w:t xml:space="preserve"> </w:t>
      </w:r>
      <w:r>
        <w:rPr>
          <w:noProof/>
        </w:rPr>
        <w:t>sidelink</w:t>
      </w:r>
      <w:r>
        <w:rPr>
          <w:rFonts w:hint="eastAsia"/>
          <w:noProof/>
          <w:lang w:eastAsia="zh-CN"/>
        </w:rPr>
        <w:t xml:space="preserve"> in TDM mode</w:t>
      </w:r>
      <w:r w:rsidRPr="00CE40C7">
        <w:rPr>
          <w:noProof/>
        </w:rPr>
        <w:t xml:space="preserve"> on the operating bands combinations listed in </w:t>
      </w:r>
      <w:r>
        <w:t>Table 5.2</w:t>
      </w:r>
      <w:r>
        <w:rPr>
          <w:rFonts w:hint="eastAsia"/>
          <w:lang w:eastAsia="zh-CN"/>
        </w:rPr>
        <w:t>E</w:t>
      </w:r>
      <w:r>
        <w:t>.1-1</w:t>
      </w:r>
      <w:r w:rsidRPr="001C2388">
        <w:t xml:space="preserve">. </w:t>
      </w:r>
    </w:p>
    <w:p w14:paraId="39298CF4" w14:textId="46B1776B" w:rsidR="001A4DCE" w:rsidRPr="001F078B" w:rsidRDefault="001A4DCE" w:rsidP="001A4DCE">
      <w:pPr>
        <w:pStyle w:val="TH"/>
      </w:pPr>
      <w:r>
        <w:t>Table 5.2</w:t>
      </w:r>
      <w:r>
        <w:rPr>
          <w:rFonts w:hint="eastAsia"/>
          <w:lang w:eastAsia="zh-CN"/>
        </w:rPr>
        <w:t>E</w:t>
      </w:r>
      <w:r w:rsidRPr="001F078B">
        <w:t xml:space="preserve">.1-1: </w:t>
      </w:r>
      <w:r>
        <w:t>Intra-band V2X operating band</w:t>
      </w:r>
      <w:r>
        <w:rPr>
          <w:lang w:eastAsia="zh-CN"/>
        </w:rPr>
        <w: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6"/>
        <w:gridCol w:w="2578"/>
        <w:gridCol w:w="2578"/>
      </w:tblGrid>
      <w:tr w:rsidR="00AA54EC" w:rsidRPr="001F078B" w14:paraId="3870F888" w14:textId="77777777" w:rsidTr="006B3BD2">
        <w:trPr>
          <w:trHeight w:val="187"/>
          <w:jc w:val="center"/>
        </w:trPr>
        <w:tc>
          <w:tcPr>
            <w:tcW w:w="3456" w:type="dxa"/>
            <w:tcBorders>
              <w:top w:val="single" w:sz="4" w:space="0" w:color="auto"/>
              <w:left w:val="single" w:sz="4" w:space="0" w:color="auto"/>
              <w:bottom w:val="single" w:sz="4" w:space="0" w:color="auto"/>
              <w:right w:val="single" w:sz="4" w:space="0" w:color="auto"/>
            </w:tcBorders>
            <w:hideMark/>
          </w:tcPr>
          <w:p w14:paraId="05B31877" w14:textId="08C45D00" w:rsidR="00AA54EC" w:rsidRPr="001F078B" w:rsidRDefault="001A4DCE" w:rsidP="001A4DCE">
            <w:pPr>
              <w:pStyle w:val="TAH"/>
            </w:pPr>
            <w:r>
              <w:rPr>
                <w:rFonts w:hint="eastAsia"/>
                <w:lang w:eastAsia="zh-CN"/>
              </w:rPr>
              <w:t>E-UTRA V2X-NR V2X Band Combination</w:t>
            </w:r>
          </w:p>
        </w:tc>
        <w:tc>
          <w:tcPr>
            <w:tcW w:w="2578" w:type="dxa"/>
            <w:tcBorders>
              <w:top w:val="single" w:sz="4" w:space="0" w:color="auto"/>
              <w:left w:val="single" w:sz="4" w:space="0" w:color="auto"/>
              <w:bottom w:val="single" w:sz="4" w:space="0" w:color="auto"/>
              <w:right w:val="single" w:sz="4" w:space="0" w:color="auto"/>
            </w:tcBorders>
          </w:tcPr>
          <w:p w14:paraId="42BE36BE" w14:textId="77777777" w:rsidR="00AA54EC" w:rsidRPr="00CA0C44" w:rsidRDefault="00AA54EC" w:rsidP="001A4DCE">
            <w:pPr>
              <w:pStyle w:val="TAH"/>
              <w:rPr>
                <w:rFonts w:eastAsia="Malgun Gothic"/>
                <w:lang w:eastAsia="ko-KR"/>
              </w:rPr>
            </w:pPr>
            <w:r>
              <w:rPr>
                <w:rFonts w:eastAsia="Malgun Gothic" w:hint="eastAsia"/>
                <w:lang w:eastAsia="ko-KR"/>
              </w:rPr>
              <w:t>E-U</w:t>
            </w:r>
            <w:r>
              <w:rPr>
                <w:rFonts w:eastAsia="Malgun Gothic"/>
                <w:lang w:eastAsia="ko-KR"/>
              </w:rPr>
              <w:t>TRA  or NR Band</w:t>
            </w:r>
          </w:p>
        </w:tc>
        <w:tc>
          <w:tcPr>
            <w:tcW w:w="2578" w:type="dxa"/>
            <w:tcBorders>
              <w:top w:val="single" w:sz="4" w:space="0" w:color="auto"/>
              <w:left w:val="single" w:sz="4" w:space="0" w:color="auto"/>
              <w:bottom w:val="single" w:sz="4" w:space="0" w:color="auto"/>
              <w:right w:val="single" w:sz="4" w:space="0" w:color="auto"/>
            </w:tcBorders>
            <w:hideMark/>
          </w:tcPr>
          <w:p w14:paraId="1646E2A1" w14:textId="77777777" w:rsidR="00AA54EC" w:rsidRPr="001F078B" w:rsidRDefault="00AA54EC" w:rsidP="001A4DCE">
            <w:pPr>
              <w:pStyle w:val="TAH"/>
            </w:pPr>
            <w:r>
              <w:t>Interface</w:t>
            </w:r>
          </w:p>
        </w:tc>
      </w:tr>
      <w:tr w:rsidR="009E113B" w:rsidRPr="001F078B" w14:paraId="2D3B9561" w14:textId="77777777" w:rsidTr="006B3BD2">
        <w:trPr>
          <w:trHeight w:val="187"/>
          <w:jc w:val="center"/>
        </w:trPr>
        <w:tc>
          <w:tcPr>
            <w:tcW w:w="3456" w:type="dxa"/>
            <w:tcBorders>
              <w:top w:val="single" w:sz="4" w:space="0" w:color="auto"/>
              <w:left w:val="single" w:sz="4" w:space="0" w:color="auto"/>
              <w:bottom w:val="nil"/>
              <w:right w:val="single" w:sz="4" w:space="0" w:color="auto"/>
            </w:tcBorders>
            <w:shd w:val="clear" w:color="auto" w:fill="auto"/>
          </w:tcPr>
          <w:p w14:paraId="60FB3C2A" w14:textId="77777777" w:rsidR="009E113B" w:rsidRPr="001F078B" w:rsidRDefault="009E113B" w:rsidP="006B3BD2">
            <w:pPr>
              <w:pStyle w:val="TAC"/>
            </w:pPr>
            <w:r>
              <w:t>V2X_47_n4</w:t>
            </w:r>
            <w:r w:rsidRPr="001F078B">
              <w:t>7</w:t>
            </w:r>
            <w:r w:rsidRPr="001F078B">
              <w:rPr>
                <w:vertAlign w:val="superscript"/>
              </w:rPr>
              <w:t>1</w:t>
            </w:r>
          </w:p>
        </w:tc>
        <w:tc>
          <w:tcPr>
            <w:tcW w:w="2578" w:type="dxa"/>
            <w:tcBorders>
              <w:top w:val="single" w:sz="4" w:space="0" w:color="auto"/>
              <w:left w:val="single" w:sz="4" w:space="0" w:color="auto"/>
              <w:bottom w:val="single" w:sz="4" w:space="0" w:color="auto"/>
              <w:right w:val="single" w:sz="4" w:space="0" w:color="auto"/>
            </w:tcBorders>
          </w:tcPr>
          <w:p w14:paraId="21401165" w14:textId="77777777" w:rsidR="009E113B" w:rsidRPr="005A233B" w:rsidRDefault="009E113B" w:rsidP="006B3BD2">
            <w:pPr>
              <w:pStyle w:val="TAC"/>
              <w:rPr>
                <w:rFonts w:eastAsia="Malgun Gothic"/>
                <w:lang w:eastAsia="ko-KR"/>
              </w:rPr>
            </w:pPr>
            <w:r>
              <w:rPr>
                <w:rFonts w:eastAsia="Malgun Gothic" w:hint="eastAsia"/>
                <w:lang w:eastAsia="ko-KR"/>
              </w:rPr>
              <w:t>47</w:t>
            </w:r>
          </w:p>
        </w:tc>
        <w:tc>
          <w:tcPr>
            <w:tcW w:w="2578" w:type="dxa"/>
            <w:tcBorders>
              <w:top w:val="single" w:sz="4" w:space="0" w:color="auto"/>
              <w:left w:val="single" w:sz="4" w:space="0" w:color="auto"/>
              <w:bottom w:val="single" w:sz="4" w:space="0" w:color="auto"/>
              <w:right w:val="single" w:sz="4" w:space="0" w:color="auto"/>
            </w:tcBorders>
          </w:tcPr>
          <w:p w14:paraId="31E80604" w14:textId="77777777" w:rsidR="009E113B" w:rsidRPr="001F078B" w:rsidRDefault="009E113B" w:rsidP="006B3BD2">
            <w:pPr>
              <w:pStyle w:val="TAC"/>
            </w:pPr>
            <w:r>
              <w:t>PC5</w:t>
            </w:r>
          </w:p>
        </w:tc>
      </w:tr>
      <w:tr w:rsidR="009E113B" w:rsidRPr="001F078B" w14:paraId="44E26642" w14:textId="77777777" w:rsidTr="006B3BD2">
        <w:trPr>
          <w:trHeight w:val="187"/>
          <w:jc w:val="center"/>
        </w:trPr>
        <w:tc>
          <w:tcPr>
            <w:tcW w:w="3456" w:type="dxa"/>
            <w:tcBorders>
              <w:top w:val="nil"/>
              <w:left w:val="single" w:sz="4" w:space="0" w:color="auto"/>
              <w:bottom w:val="single" w:sz="4" w:space="0" w:color="auto"/>
              <w:right w:val="single" w:sz="4" w:space="0" w:color="auto"/>
            </w:tcBorders>
            <w:shd w:val="clear" w:color="auto" w:fill="auto"/>
          </w:tcPr>
          <w:p w14:paraId="61DE807B" w14:textId="77777777" w:rsidR="009E113B" w:rsidRDefault="009E113B" w:rsidP="006B3BD2">
            <w:pPr>
              <w:pStyle w:val="TAC"/>
            </w:pPr>
          </w:p>
        </w:tc>
        <w:tc>
          <w:tcPr>
            <w:tcW w:w="2578" w:type="dxa"/>
            <w:tcBorders>
              <w:top w:val="single" w:sz="4" w:space="0" w:color="auto"/>
              <w:left w:val="single" w:sz="4" w:space="0" w:color="auto"/>
              <w:bottom w:val="single" w:sz="4" w:space="0" w:color="auto"/>
              <w:right w:val="single" w:sz="4" w:space="0" w:color="auto"/>
            </w:tcBorders>
          </w:tcPr>
          <w:p w14:paraId="2FF3CB25" w14:textId="77777777" w:rsidR="009E113B" w:rsidRDefault="009E113B" w:rsidP="006B3BD2">
            <w:pPr>
              <w:pStyle w:val="TAC"/>
              <w:rPr>
                <w:rFonts w:eastAsia="Malgun Gothic"/>
                <w:lang w:eastAsia="ko-KR"/>
              </w:rPr>
            </w:pPr>
            <w:r>
              <w:rPr>
                <w:rFonts w:eastAsia="Malgun Gothic"/>
                <w:lang w:eastAsia="ko-KR"/>
              </w:rPr>
              <w:t>n</w:t>
            </w:r>
            <w:r>
              <w:rPr>
                <w:rFonts w:eastAsia="Malgun Gothic" w:hint="eastAsia"/>
                <w:lang w:eastAsia="ko-KR"/>
              </w:rPr>
              <w:t>4</w:t>
            </w:r>
            <w:r>
              <w:rPr>
                <w:rFonts w:eastAsia="Malgun Gothic"/>
                <w:lang w:eastAsia="ko-KR"/>
              </w:rPr>
              <w:t>7</w:t>
            </w:r>
          </w:p>
        </w:tc>
        <w:tc>
          <w:tcPr>
            <w:tcW w:w="2578" w:type="dxa"/>
            <w:tcBorders>
              <w:top w:val="single" w:sz="4" w:space="0" w:color="auto"/>
              <w:left w:val="single" w:sz="4" w:space="0" w:color="auto"/>
              <w:bottom w:val="single" w:sz="4" w:space="0" w:color="auto"/>
              <w:right w:val="single" w:sz="4" w:space="0" w:color="auto"/>
            </w:tcBorders>
          </w:tcPr>
          <w:p w14:paraId="36C529D3" w14:textId="77777777" w:rsidR="009E113B" w:rsidRPr="00442500" w:rsidRDefault="009E113B" w:rsidP="006B3BD2">
            <w:pPr>
              <w:pStyle w:val="TAC"/>
              <w:rPr>
                <w:rFonts w:eastAsia="Malgun Gothic"/>
                <w:lang w:eastAsia="ko-KR"/>
              </w:rPr>
            </w:pPr>
            <w:r>
              <w:rPr>
                <w:rFonts w:eastAsia="Malgun Gothic" w:hint="eastAsia"/>
                <w:lang w:eastAsia="ko-KR"/>
              </w:rPr>
              <w:t>PC5</w:t>
            </w:r>
          </w:p>
        </w:tc>
      </w:tr>
      <w:tr w:rsidR="00AA54EC" w:rsidRPr="001F078B" w14:paraId="27C66003" w14:textId="77777777" w:rsidTr="006B3BD2">
        <w:trPr>
          <w:trHeight w:val="187"/>
          <w:jc w:val="center"/>
        </w:trPr>
        <w:tc>
          <w:tcPr>
            <w:tcW w:w="8612" w:type="dxa"/>
            <w:gridSpan w:val="3"/>
            <w:tcBorders>
              <w:top w:val="single" w:sz="4" w:space="0" w:color="auto"/>
              <w:left w:val="single" w:sz="4" w:space="0" w:color="auto"/>
              <w:bottom w:val="single" w:sz="4" w:space="0" w:color="auto"/>
              <w:right w:val="single" w:sz="4" w:space="0" w:color="auto"/>
            </w:tcBorders>
          </w:tcPr>
          <w:p w14:paraId="3C79CD51" w14:textId="77777777" w:rsidR="00AA54EC" w:rsidRPr="001F078B" w:rsidRDefault="00AA54EC" w:rsidP="00AA54EC">
            <w:pPr>
              <w:pStyle w:val="TAN"/>
            </w:pPr>
            <w:r w:rsidRPr="001F078B">
              <w:t>NOTE 1:</w:t>
            </w:r>
            <w:r w:rsidRPr="001F078B">
              <w:tab/>
            </w:r>
            <w:r>
              <w:t>O</w:t>
            </w:r>
            <w:r>
              <w:rPr>
                <w:lang w:eastAsia="en-GB"/>
              </w:rPr>
              <w:t>nly single switched SL is supported.</w:t>
            </w:r>
          </w:p>
        </w:tc>
      </w:tr>
    </w:tbl>
    <w:p w14:paraId="005E26CA" w14:textId="77777777" w:rsidR="00AA54EC" w:rsidRDefault="00AA54EC" w:rsidP="00AA54EC"/>
    <w:p w14:paraId="21CFE7DA" w14:textId="703079B3" w:rsidR="001A4DCE" w:rsidRPr="001F078B" w:rsidRDefault="001A4DCE" w:rsidP="001A4DCE">
      <w:pPr>
        <w:pStyle w:val="Heading3"/>
      </w:pPr>
      <w:bookmarkStart w:id="571" w:name="_Toc45890488"/>
      <w:bookmarkStart w:id="572" w:name="_Toc45891712"/>
      <w:bookmarkStart w:id="573" w:name="_Toc45892122"/>
      <w:bookmarkStart w:id="574" w:name="_Toc45892532"/>
      <w:bookmarkStart w:id="575" w:name="_Toc61375917"/>
      <w:bookmarkStart w:id="576" w:name="_Toc61376329"/>
      <w:bookmarkStart w:id="577" w:name="_Toc67938599"/>
      <w:bookmarkStart w:id="578" w:name="_Toc76454201"/>
      <w:bookmarkStart w:id="579" w:name="_Toc76719621"/>
      <w:bookmarkStart w:id="580" w:name="_Toc76720141"/>
      <w:bookmarkStart w:id="581" w:name="_Toc83742838"/>
      <w:bookmarkStart w:id="582" w:name="_Toc83887213"/>
      <w:bookmarkStart w:id="583" w:name="_Toc83888014"/>
      <w:bookmarkStart w:id="584" w:name="_Toc90588668"/>
      <w:r>
        <w:t>5.2</w:t>
      </w:r>
      <w:r>
        <w:rPr>
          <w:rFonts w:hint="eastAsia"/>
          <w:lang w:eastAsia="zh-CN"/>
        </w:rPr>
        <w:t>E</w:t>
      </w:r>
      <w:r>
        <w:t>.2</w:t>
      </w:r>
      <w:r>
        <w:tab/>
        <w:t>Inter-band V2X bands</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14:paraId="3FFE5BBB" w14:textId="0EB9CAC8" w:rsidR="001A4DCE" w:rsidRDefault="001A4DCE" w:rsidP="001A4DCE">
      <w:r w:rsidRPr="00CE40C7">
        <w:rPr>
          <w:noProof/>
        </w:rPr>
        <w:t>NR V2X operation is design</w:t>
      </w:r>
      <w:r>
        <w:rPr>
          <w:noProof/>
        </w:rPr>
        <w:t>ed to operate concurrent with E-UTRA</w:t>
      </w:r>
      <w:r w:rsidRPr="00CE40C7">
        <w:rPr>
          <w:noProof/>
        </w:rPr>
        <w:t xml:space="preserve"> uplink/downlink on the operating bands combinations listed in </w:t>
      </w:r>
      <w:r>
        <w:t>Table 5.2</w:t>
      </w:r>
      <w:r>
        <w:rPr>
          <w:rFonts w:hint="eastAsia"/>
          <w:lang w:eastAsia="zh-CN"/>
        </w:rPr>
        <w:t>E</w:t>
      </w:r>
      <w:r>
        <w:t>.2-1</w:t>
      </w:r>
      <w:r w:rsidRPr="001C2388">
        <w:t>.</w:t>
      </w:r>
    </w:p>
    <w:p w14:paraId="1C11DDFE" w14:textId="08A50CC9" w:rsidR="001A4DCE" w:rsidRPr="001F078B" w:rsidRDefault="001A4DCE" w:rsidP="001A4DCE">
      <w:pPr>
        <w:pStyle w:val="TH"/>
      </w:pPr>
      <w:r>
        <w:t>Table 5.2</w:t>
      </w:r>
      <w:r>
        <w:rPr>
          <w:rFonts w:hint="eastAsia"/>
          <w:lang w:eastAsia="zh-CN"/>
        </w:rPr>
        <w:t>E</w:t>
      </w:r>
      <w:r>
        <w:t>.2</w:t>
      </w:r>
      <w:r w:rsidRPr="001F078B">
        <w:t>-</w:t>
      </w:r>
      <w:r>
        <w:t>1</w:t>
      </w:r>
      <w:r w:rsidRPr="001F078B">
        <w:t xml:space="preserve">: </w:t>
      </w:r>
      <w:r>
        <w:t>Inter-band con-current V2X operating band</w:t>
      </w:r>
      <w:r>
        <w:rPr>
          <w:lang w:eastAsia="zh-CN"/>
        </w:rPr>
        <w: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6"/>
        <w:gridCol w:w="2578"/>
        <w:gridCol w:w="2578"/>
      </w:tblGrid>
      <w:tr w:rsidR="00AA54EC" w:rsidRPr="001F078B" w14:paraId="7ABC127C" w14:textId="77777777" w:rsidTr="006B3BD2">
        <w:trPr>
          <w:trHeight w:val="187"/>
          <w:jc w:val="center"/>
        </w:trPr>
        <w:tc>
          <w:tcPr>
            <w:tcW w:w="3456" w:type="dxa"/>
            <w:tcBorders>
              <w:top w:val="single" w:sz="4" w:space="0" w:color="auto"/>
              <w:left w:val="single" w:sz="4" w:space="0" w:color="auto"/>
              <w:bottom w:val="single" w:sz="4" w:space="0" w:color="auto"/>
              <w:right w:val="single" w:sz="4" w:space="0" w:color="auto"/>
            </w:tcBorders>
            <w:vAlign w:val="center"/>
            <w:hideMark/>
          </w:tcPr>
          <w:p w14:paraId="18ADAA11" w14:textId="77777777" w:rsidR="00AA54EC" w:rsidRPr="001F078B" w:rsidRDefault="00AA54EC" w:rsidP="00AA54EC">
            <w:pPr>
              <w:pStyle w:val="TAH"/>
            </w:pPr>
            <w:bookmarkStart w:id="585" w:name="OLE_LINK11"/>
            <w:r>
              <w:t>E-UTRA-</w:t>
            </w:r>
            <w:r w:rsidRPr="001F078B">
              <w:t xml:space="preserve">NR </w:t>
            </w:r>
            <w:r>
              <w:t>V2X</w:t>
            </w:r>
            <w:r w:rsidRPr="001F078B">
              <w:t xml:space="preserve"> Band</w:t>
            </w:r>
            <w:r>
              <w:t xml:space="preserve"> Combination</w:t>
            </w:r>
          </w:p>
        </w:tc>
        <w:tc>
          <w:tcPr>
            <w:tcW w:w="2578" w:type="dxa"/>
            <w:tcBorders>
              <w:top w:val="single" w:sz="4" w:space="0" w:color="auto"/>
              <w:left w:val="single" w:sz="4" w:space="0" w:color="auto"/>
              <w:bottom w:val="single" w:sz="4" w:space="0" w:color="auto"/>
              <w:right w:val="single" w:sz="4" w:space="0" w:color="auto"/>
            </w:tcBorders>
            <w:vAlign w:val="center"/>
          </w:tcPr>
          <w:p w14:paraId="596211C3" w14:textId="77777777" w:rsidR="00AA54EC" w:rsidRPr="00CA0C44" w:rsidRDefault="00AA54EC" w:rsidP="00AA54EC">
            <w:pPr>
              <w:pStyle w:val="TAH"/>
              <w:rPr>
                <w:rFonts w:eastAsia="Malgun Gothic"/>
                <w:lang w:eastAsia="ko-KR"/>
              </w:rPr>
            </w:pPr>
            <w:r>
              <w:rPr>
                <w:rFonts w:eastAsia="Malgun Gothic" w:hint="eastAsia"/>
                <w:lang w:eastAsia="ko-KR"/>
              </w:rPr>
              <w:t>E-U</w:t>
            </w:r>
            <w:r>
              <w:rPr>
                <w:rFonts w:eastAsia="Malgun Gothic"/>
                <w:lang w:eastAsia="ko-KR"/>
              </w:rPr>
              <w:t>TRA  or NR Band</w:t>
            </w:r>
          </w:p>
        </w:tc>
        <w:tc>
          <w:tcPr>
            <w:tcW w:w="2578" w:type="dxa"/>
            <w:tcBorders>
              <w:top w:val="single" w:sz="4" w:space="0" w:color="auto"/>
              <w:left w:val="single" w:sz="4" w:space="0" w:color="auto"/>
              <w:bottom w:val="single" w:sz="4" w:space="0" w:color="auto"/>
              <w:right w:val="single" w:sz="4" w:space="0" w:color="auto"/>
            </w:tcBorders>
            <w:vAlign w:val="center"/>
            <w:hideMark/>
          </w:tcPr>
          <w:p w14:paraId="22503989" w14:textId="77777777" w:rsidR="00AA54EC" w:rsidRPr="001F078B" w:rsidRDefault="00AA54EC" w:rsidP="00AA54EC">
            <w:pPr>
              <w:pStyle w:val="TAH"/>
            </w:pPr>
            <w:r>
              <w:t>Interface</w:t>
            </w:r>
          </w:p>
        </w:tc>
      </w:tr>
      <w:tr w:rsidR="009E113B" w:rsidRPr="00442500" w14:paraId="4433ACA7" w14:textId="77777777" w:rsidTr="006B3BD2">
        <w:trPr>
          <w:trHeight w:val="187"/>
          <w:jc w:val="center"/>
        </w:trPr>
        <w:tc>
          <w:tcPr>
            <w:tcW w:w="3456" w:type="dxa"/>
            <w:tcBorders>
              <w:top w:val="single" w:sz="4" w:space="0" w:color="auto"/>
              <w:left w:val="single" w:sz="4" w:space="0" w:color="auto"/>
              <w:bottom w:val="nil"/>
              <w:right w:val="single" w:sz="4" w:space="0" w:color="auto"/>
            </w:tcBorders>
            <w:shd w:val="clear" w:color="auto" w:fill="auto"/>
            <w:vAlign w:val="center"/>
          </w:tcPr>
          <w:p w14:paraId="1C1E1776" w14:textId="77777777" w:rsidR="009E113B" w:rsidRPr="00442500" w:rsidRDefault="009E113B" w:rsidP="001A4DCE">
            <w:pPr>
              <w:pStyle w:val="TAC"/>
              <w:rPr>
                <w:lang w:eastAsia="ko-KR"/>
              </w:rPr>
            </w:pPr>
            <w:r>
              <w:rPr>
                <w:rFonts w:hint="eastAsia"/>
                <w:lang w:eastAsia="ko-KR"/>
              </w:rPr>
              <w:t>V2X_20</w:t>
            </w:r>
            <w:r>
              <w:rPr>
                <w:lang w:eastAsia="ko-KR"/>
              </w:rPr>
              <w:t>_n38</w:t>
            </w:r>
          </w:p>
        </w:tc>
        <w:tc>
          <w:tcPr>
            <w:tcW w:w="2578" w:type="dxa"/>
            <w:tcBorders>
              <w:top w:val="single" w:sz="4" w:space="0" w:color="auto"/>
              <w:left w:val="single" w:sz="4" w:space="0" w:color="auto"/>
              <w:bottom w:val="single" w:sz="4" w:space="0" w:color="auto"/>
              <w:right w:val="single" w:sz="4" w:space="0" w:color="auto"/>
            </w:tcBorders>
            <w:vAlign w:val="center"/>
          </w:tcPr>
          <w:p w14:paraId="4976B972" w14:textId="77777777" w:rsidR="009E113B" w:rsidRPr="00442500" w:rsidRDefault="009E113B" w:rsidP="001A4DCE">
            <w:pPr>
              <w:pStyle w:val="TAC"/>
              <w:rPr>
                <w:lang w:eastAsia="ko-KR"/>
              </w:rPr>
            </w:pPr>
            <w:r>
              <w:rPr>
                <w:rFonts w:hint="eastAsia"/>
                <w:lang w:eastAsia="ko-KR"/>
              </w:rPr>
              <w:t>20</w:t>
            </w:r>
          </w:p>
        </w:tc>
        <w:tc>
          <w:tcPr>
            <w:tcW w:w="2578" w:type="dxa"/>
            <w:tcBorders>
              <w:top w:val="single" w:sz="4" w:space="0" w:color="auto"/>
              <w:left w:val="single" w:sz="4" w:space="0" w:color="auto"/>
              <w:bottom w:val="single" w:sz="4" w:space="0" w:color="auto"/>
              <w:right w:val="single" w:sz="4" w:space="0" w:color="auto"/>
            </w:tcBorders>
            <w:vAlign w:val="center"/>
          </w:tcPr>
          <w:p w14:paraId="6AB5315D" w14:textId="77777777" w:rsidR="009E113B" w:rsidRPr="00D853DB" w:rsidRDefault="009E113B" w:rsidP="001A4DCE">
            <w:pPr>
              <w:pStyle w:val="TAC"/>
              <w:rPr>
                <w:lang w:eastAsia="ko-KR"/>
              </w:rPr>
            </w:pPr>
            <w:r>
              <w:rPr>
                <w:rFonts w:hint="eastAsia"/>
                <w:lang w:eastAsia="ko-KR"/>
              </w:rPr>
              <w:t>Uu</w:t>
            </w:r>
          </w:p>
        </w:tc>
      </w:tr>
      <w:tr w:rsidR="009E113B" w:rsidRPr="00442500" w14:paraId="50C3FDCF" w14:textId="77777777" w:rsidTr="006B3BD2">
        <w:trPr>
          <w:trHeight w:val="187"/>
          <w:jc w:val="center"/>
        </w:trPr>
        <w:tc>
          <w:tcPr>
            <w:tcW w:w="3456" w:type="dxa"/>
            <w:tcBorders>
              <w:top w:val="nil"/>
              <w:left w:val="single" w:sz="4" w:space="0" w:color="auto"/>
              <w:bottom w:val="single" w:sz="4" w:space="0" w:color="auto"/>
              <w:right w:val="single" w:sz="4" w:space="0" w:color="auto"/>
            </w:tcBorders>
            <w:shd w:val="clear" w:color="auto" w:fill="auto"/>
            <w:vAlign w:val="center"/>
          </w:tcPr>
          <w:p w14:paraId="0D7363C7" w14:textId="77777777" w:rsidR="009E113B" w:rsidRPr="00442500" w:rsidRDefault="009E113B" w:rsidP="001A4DCE">
            <w:pPr>
              <w:pStyle w:val="TAC"/>
              <w:rPr>
                <w:lang w:eastAsia="ko-KR"/>
              </w:rPr>
            </w:pPr>
          </w:p>
        </w:tc>
        <w:tc>
          <w:tcPr>
            <w:tcW w:w="2578" w:type="dxa"/>
            <w:tcBorders>
              <w:top w:val="single" w:sz="4" w:space="0" w:color="auto"/>
              <w:left w:val="single" w:sz="4" w:space="0" w:color="auto"/>
              <w:bottom w:val="single" w:sz="4" w:space="0" w:color="auto"/>
              <w:right w:val="single" w:sz="4" w:space="0" w:color="auto"/>
            </w:tcBorders>
            <w:vAlign w:val="center"/>
          </w:tcPr>
          <w:p w14:paraId="1EC78C5B" w14:textId="77777777" w:rsidR="009E113B" w:rsidRPr="00442500" w:rsidRDefault="009E113B" w:rsidP="001A4DCE">
            <w:pPr>
              <w:pStyle w:val="TAC"/>
              <w:rPr>
                <w:lang w:eastAsia="ko-KR"/>
              </w:rPr>
            </w:pPr>
            <w:r>
              <w:rPr>
                <w:lang w:eastAsia="ko-KR"/>
              </w:rPr>
              <w:t>n</w:t>
            </w:r>
            <w:r>
              <w:rPr>
                <w:rFonts w:hint="eastAsia"/>
                <w:lang w:eastAsia="ko-KR"/>
              </w:rPr>
              <w:t>3</w:t>
            </w:r>
            <w:r>
              <w:rPr>
                <w:lang w:eastAsia="ko-KR"/>
              </w:rPr>
              <w:t>8</w:t>
            </w:r>
          </w:p>
        </w:tc>
        <w:tc>
          <w:tcPr>
            <w:tcW w:w="2578" w:type="dxa"/>
            <w:tcBorders>
              <w:top w:val="single" w:sz="4" w:space="0" w:color="auto"/>
              <w:left w:val="single" w:sz="4" w:space="0" w:color="auto"/>
              <w:bottom w:val="single" w:sz="4" w:space="0" w:color="auto"/>
              <w:right w:val="single" w:sz="4" w:space="0" w:color="auto"/>
            </w:tcBorders>
            <w:vAlign w:val="center"/>
          </w:tcPr>
          <w:p w14:paraId="68604856" w14:textId="77777777" w:rsidR="009E113B" w:rsidRPr="00D853DB" w:rsidRDefault="009E113B" w:rsidP="001A4DCE">
            <w:pPr>
              <w:pStyle w:val="TAC"/>
              <w:rPr>
                <w:lang w:eastAsia="ko-KR"/>
              </w:rPr>
            </w:pPr>
            <w:r>
              <w:rPr>
                <w:rFonts w:hint="eastAsia"/>
                <w:lang w:eastAsia="ko-KR"/>
              </w:rPr>
              <w:t>PC5</w:t>
            </w:r>
          </w:p>
        </w:tc>
      </w:tr>
      <w:tr w:rsidR="009E113B" w:rsidRPr="001F078B" w14:paraId="11E3679D" w14:textId="77777777" w:rsidTr="006B3BD2">
        <w:trPr>
          <w:trHeight w:val="187"/>
          <w:jc w:val="center"/>
        </w:trPr>
        <w:tc>
          <w:tcPr>
            <w:tcW w:w="3456" w:type="dxa"/>
            <w:tcBorders>
              <w:top w:val="single" w:sz="4" w:space="0" w:color="auto"/>
              <w:left w:val="single" w:sz="4" w:space="0" w:color="auto"/>
              <w:bottom w:val="nil"/>
              <w:right w:val="single" w:sz="4" w:space="0" w:color="auto"/>
            </w:tcBorders>
            <w:shd w:val="clear" w:color="auto" w:fill="auto"/>
            <w:vAlign w:val="center"/>
          </w:tcPr>
          <w:p w14:paraId="09ECBDA0" w14:textId="77777777" w:rsidR="009E113B" w:rsidRDefault="009E113B" w:rsidP="001A4DCE">
            <w:pPr>
              <w:pStyle w:val="TAC"/>
            </w:pPr>
            <w:r>
              <w:t>V2X_ n71_47</w:t>
            </w:r>
          </w:p>
        </w:tc>
        <w:tc>
          <w:tcPr>
            <w:tcW w:w="2578" w:type="dxa"/>
            <w:tcBorders>
              <w:top w:val="single" w:sz="4" w:space="0" w:color="auto"/>
              <w:left w:val="single" w:sz="4" w:space="0" w:color="auto"/>
              <w:bottom w:val="single" w:sz="4" w:space="0" w:color="auto"/>
              <w:right w:val="single" w:sz="4" w:space="0" w:color="auto"/>
            </w:tcBorders>
            <w:vAlign w:val="center"/>
          </w:tcPr>
          <w:p w14:paraId="5A336B48" w14:textId="77777777" w:rsidR="009E113B" w:rsidRPr="000E35D2" w:rsidRDefault="009E113B" w:rsidP="001A4DCE">
            <w:pPr>
              <w:pStyle w:val="TAC"/>
              <w:rPr>
                <w:lang w:eastAsia="ko-KR"/>
              </w:rPr>
            </w:pPr>
            <w:r>
              <w:rPr>
                <w:lang w:eastAsia="ko-KR"/>
              </w:rPr>
              <w:t>47</w:t>
            </w:r>
          </w:p>
        </w:tc>
        <w:tc>
          <w:tcPr>
            <w:tcW w:w="2578" w:type="dxa"/>
            <w:tcBorders>
              <w:top w:val="single" w:sz="4" w:space="0" w:color="auto"/>
              <w:left w:val="single" w:sz="4" w:space="0" w:color="auto"/>
              <w:bottom w:val="single" w:sz="4" w:space="0" w:color="auto"/>
              <w:right w:val="single" w:sz="4" w:space="0" w:color="auto"/>
            </w:tcBorders>
            <w:vAlign w:val="center"/>
          </w:tcPr>
          <w:p w14:paraId="01A77FED" w14:textId="77777777" w:rsidR="009E113B" w:rsidRPr="000E35D2" w:rsidRDefault="009E113B" w:rsidP="001A4DCE">
            <w:pPr>
              <w:pStyle w:val="TAC"/>
              <w:rPr>
                <w:lang w:eastAsia="ko-KR"/>
              </w:rPr>
            </w:pPr>
            <w:r>
              <w:rPr>
                <w:lang w:eastAsia="ko-KR"/>
              </w:rPr>
              <w:t>PC5</w:t>
            </w:r>
          </w:p>
        </w:tc>
      </w:tr>
      <w:tr w:rsidR="009E113B" w:rsidRPr="001F078B" w14:paraId="38CEB611" w14:textId="77777777" w:rsidTr="006B3BD2">
        <w:trPr>
          <w:trHeight w:val="187"/>
          <w:jc w:val="center"/>
        </w:trPr>
        <w:tc>
          <w:tcPr>
            <w:tcW w:w="3456" w:type="dxa"/>
            <w:tcBorders>
              <w:top w:val="nil"/>
              <w:left w:val="single" w:sz="4" w:space="0" w:color="auto"/>
              <w:bottom w:val="single" w:sz="4" w:space="0" w:color="auto"/>
              <w:right w:val="single" w:sz="4" w:space="0" w:color="auto"/>
            </w:tcBorders>
            <w:shd w:val="clear" w:color="auto" w:fill="auto"/>
            <w:vAlign w:val="center"/>
          </w:tcPr>
          <w:p w14:paraId="5C0AB492" w14:textId="77777777" w:rsidR="009E113B" w:rsidRDefault="009E113B" w:rsidP="001A4DCE">
            <w:pPr>
              <w:pStyle w:val="TAC"/>
            </w:pPr>
          </w:p>
        </w:tc>
        <w:tc>
          <w:tcPr>
            <w:tcW w:w="2578" w:type="dxa"/>
            <w:tcBorders>
              <w:top w:val="single" w:sz="4" w:space="0" w:color="auto"/>
              <w:left w:val="single" w:sz="4" w:space="0" w:color="auto"/>
              <w:bottom w:val="single" w:sz="4" w:space="0" w:color="auto"/>
              <w:right w:val="single" w:sz="4" w:space="0" w:color="auto"/>
            </w:tcBorders>
            <w:vAlign w:val="center"/>
          </w:tcPr>
          <w:p w14:paraId="21BE35C5" w14:textId="77777777" w:rsidR="009E113B" w:rsidRPr="000E35D2" w:rsidRDefault="009E113B" w:rsidP="001A4DCE">
            <w:pPr>
              <w:pStyle w:val="TAC"/>
              <w:rPr>
                <w:lang w:eastAsia="ko-KR"/>
              </w:rPr>
            </w:pPr>
            <w:r>
              <w:rPr>
                <w:lang w:eastAsia="ko-KR"/>
              </w:rPr>
              <w:t>n71</w:t>
            </w:r>
          </w:p>
        </w:tc>
        <w:tc>
          <w:tcPr>
            <w:tcW w:w="2578" w:type="dxa"/>
            <w:tcBorders>
              <w:top w:val="single" w:sz="4" w:space="0" w:color="auto"/>
              <w:left w:val="single" w:sz="4" w:space="0" w:color="auto"/>
              <w:bottom w:val="single" w:sz="4" w:space="0" w:color="auto"/>
              <w:right w:val="single" w:sz="4" w:space="0" w:color="auto"/>
            </w:tcBorders>
            <w:vAlign w:val="center"/>
          </w:tcPr>
          <w:p w14:paraId="192197F1" w14:textId="77777777" w:rsidR="009E113B" w:rsidRPr="000E35D2" w:rsidRDefault="009E113B" w:rsidP="001A4DCE">
            <w:pPr>
              <w:pStyle w:val="TAC"/>
              <w:rPr>
                <w:lang w:eastAsia="ko-KR"/>
              </w:rPr>
            </w:pPr>
            <w:r>
              <w:rPr>
                <w:lang w:eastAsia="ko-KR"/>
              </w:rPr>
              <w:t>Uu</w:t>
            </w:r>
          </w:p>
        </w:tc>
      </w:tr>
      <w:tr w:rsidR="009E113B" w:rsidRPr="001F078B" w14:paraId="4CD92CBA" w14:textId="77777777" w:rsidTr="006B3BD2">
        <w:trPr>
          <w:trHeight w:val="187"/>
          <w:jc w:val="center"/>
        </w:trPr>
        <w:tc>
          <w:tcPr>
            <w:tcW w:w="3456" w:type="dxa"/>
            <w:tcBorders>
              <w:top w:val="single" w:sz="4" w:space="0" w:color="auto"/>
              <w:left w:val="single" w:sz="4" w:space="0" w:color="auto"/>
              <w:bottom w:val="nil"/>
              <w:right w:val="single" w:sz="4" w:space="0" w:color="auto"/>
            </w:tcBorders>
            <w:shd w:val="clear" w:color="auto" w:fill="auto"/>
            <w:vAlign w:val="center"/>
          </w:tcPr>
          <w:p w14:paraId="6D2B88E2" w14:textId="77777777" w:rsidR="009E113B" w:rsidRDefault="009E113B" w:rsidP="001A4DCE">
            <w:pPr>
              <w:pStyle w:val="TAC"/>
            </w:pPr>
            <w:r>
              <w:t>V2X_n71_(n) 4</w:t>
            </w:r>
            <w:r w:rsidRPr="001F078B">
              <w:t>7</w:t>
            </w:r>
            <w:r w:rsidRPr="001F078B">
              <w:rPr>
                <w:vertAlign w:val="superscript"/>
              </w:rPr>
              <w:t>1</w:t>
            </w:r>
          </w:p>
        </w:tc>
        <w:tc>
          <w:tcPr>
            <w:tcW w:w="2578" w:type="dxa"/>
            <w:tcBorders>
              <w:top w:val="single" w:sz="4" w:space="0" w:color="auto"/>
              <w:left w:val="single" w:sz="4" w:space="0" w:color="auto"/>
              <w:bottom w:val="single" w:sz="4" w:space="0" w:color="auto"/>
              <w:right w:val="single" w:sz="4" w:space="0" w:color="auto"/>
            </w:tcBorders>
            <w:vAlign w:val="center"/>
          </w:tcPr>
          <w:p w14:paraId="3A2F36B8" w14:textId="77777777" w:rsidR="009E113B" w:rsidRPr="000E35D2" w:rsidRDefault="009E113B" w:rsidP="001A4DCE">
            <w:pPr>
              <w:pStyle w:val="TAC"/>
              <w:rPr>
                <w:lang w:eastAsia="ko-KR"/>
              </w:rPr>
            </w:pPr>
            <w:r w:rsidRPr="000E35D2">
              <w:rPr>
                <w:rFonts w:hint="eastAsia"/>
                <w:lang w:eastAsia="ko-KR"/>
              </w:rPr>
              <w:t>47</w:t>
            </w:r>
          </w:p>
        </w:tc>
        <w:tc>
          <w:tcPr>
            <w:tcW w:w="2578" w:type="dxa"/>
            <w:tcBorders>
              <w:top w:val="single" w:sz="4" w:space="0" w:color="auto"/>
              <w:left w:val="single" w:sz="4" w:space="0" w:color="auto"/>
              <w:bottom w:val="single" w:sz="4" w:space="0" w:color="auto"/>
              <w:right w:val="single" w:sz="4" w:space="0" w:color="auto"/>
            </w:tcBorders>
            <w:vAlign w:val="center"/>
          </w:tcPr>
          <w:p w14:paraId="40530AFC" w14:textId="77777777" w:rsidR="009E113B" w:rsidRPr="000E35D2" w:rsidRDefault="009E113B" w:rsidP="001A4DCE">
            <w:pPr>
              <w:pStyle w:val="TAC"/>
              <w:rPr>
                <w:lang w:eastAsia="ko-KR"/>
              </w:rPr>
            </w:pPr>
            <w:r w:rsidRPr="000E35D2">
              <w:rPr>
                <w:lang w:eastAsia="ko-KR"/>
              </w:rPr>
              <w:t>PC5</w:t>
            </w:r>
          </w:p>
        </w:tc>
      </w:tr>
      <w:tr w:rsidR="009E113B" w:rsidRPr="001F078B" w14:paraId="39A068A5" w14:textId="77777777" w:rsidTr="006B3BD2">
        <w:trPr>
          <w:trHeight w:val="187"/>
          <w:jc w:val="center"/>
        </w:trPr>
        <w:tc>
          <w:tcPr>
            <w:tcW w:w="3456" w:type="dxa"/>
            <w:tcBorders>
              <w:top w:val="nil"/>
              <w:left w:val="single" w:sz="4" w:space="0" w:color="auto"/>
              <w:bottom w:val="nil"/>
              <w:right w:val="single" w:sz="4" w:space="0" w:color="auto"/>
            </w:tcBorders>
            <w:shd w:val="clear" w:color="auto" w:fill="auto"/>
            <w:vAlign w:val="center"/>
          </w:tcPr>
          <w:p w14:paraId="4295CAD7" w14:textId="77777777" w:rsidR="009E113B" w:rsidRPr="001F078B" w:rsidRDefault="009E113B" w:rsidP="001A4DCE">
            <w:pPr>
              <w:pStyle w:val="TAC"/>
            </w:pPr>
          </w:p>
        </w:tc>
        <w:tc>
          <w:tcPr>
            <w:tcW w:w="2578" w:type="dxa"/>
            <w:tcBorders>
              <w:top w:val="single" w:sz="4" w:space="0" w:color="auto"/>
              <w:left w:val="single" w:sz="4" w:space="0" w:color="auto"/>
              <w:bottom w:val="single" w:sz="4" w:space="0" w:color="auto"/>
              <w:right w:val="single" w:sz="4" w:space="0" w:color="auto"/>
            </w:tcBorders>
            <w:vAlign w:val="center"/>
          </w:tcPr>
          <w:p w14:paraId="079369D5" w14:textId="77777777" w:rsidR="009E113B" w:rsidRPr="000E35D2" w:rsidRDefault="009E113B" w:rsidP="001A4DCE">
            <w:pPr>
              <w:pStyle w:val="TAC"/>
              <w:rPr>
                <w:lang w:eastAsia="ko-KR"/>
              </w:rPr>
            </w:pPr>
            <w:r w:rsidRPr="000E35D2">
              <w:rPr>
                <w:lang w:eastAsia="ko-KR"/>
              </w:rPr>
              <w:t>n</w:t>
            </w:r>
            <w:r w:rsidRPr="000E35D2">
              <w:rPr>
                <w:rFonts w:hint="eastAsia"/>
                <w:lang w:eastAsia="ko-KR"/>
              </w:rPr>
              <w:t>4</w:t>
            </w:r>
            <w:r w:rsidRPr="000E35D2">
              <w:rPr>
                <w:lang w:eastAsia="ko-KR"/>
              </w:rPr>
              <w:t>7</w:t>
            </w:r>
          </w:p>
        </w:tc>
        <w:tc>
          <w:tcPr>
            <w:tcW w:w="2578" w:type="dxa"/>
            <w:tcBorders>
              <w:top w:val="single" w:sz="4" w:space="0" w:color="auto"/>
              <w:left w:val="single" w:sz="4" w:space="0" w:color="auto"/>
              <w:bottom w:val="single" w:sz="4" w:space="0" w:color="auto"/>
              <w:right w:val="single" w:sz="4" w:space="0" w:color="auto"/>
            </w:tcBorders>
            <w:vAlign w:val="center"/>
          </w:tcPr>
          <w:p w14:paraId="3D4FCE0C" w14:textId="77777777" w:rsidR="009E113B" w:rsidRPr="000E35D2" w:rsidRDefault="009E113B" w:rsidP="001A4DCE">
            <w:pPr>
              <w:pStyle w:val="TAC"/>
              <w:rPr>
                <w:lang w:eastAsia="ko-KR"/>
              </w:rPr>
            </w:pPr>
            <w:r w:rsidRPr="000E35D2">
              <w:rPr>
                <w:rFonts w:hint="eastAsia"/>
                <w:lang w:eastAsia="ko-KR"/>
              </w:rPr>
              <w:t>PC5</w:t>
            </w:r>
          </w:p>
        </w:tc>
      </w:tr>
      <w:tr w:rsidR="009E113B" w:rsidRPr="001F078B" w14:paraId="6436A606" w14:textId="77777777" w:rsidTr="006B3BD2">
        <w:trPr>
          <w:trHeight w:val="187"/>
          <w:jc w:val="center"/>
        </w:trPr>
        <w:tc>
          <w:tcPr>
            <w:tcW w:w="3456" w:type="dxa"/>
            <w:tcBorders>
              <w:top w:val="nil"/>
              <w:left w:val="single" w:sz="4" w:space="0" w:color="auto"/>
              <w:bottom w:val="single" w:sz="4" w:space="0" w:color="auto"/>
              <w:right w:val="single" w:sz="4" w:space="0" w:color="auto"/>
            </w:tcBorders>
            <w:shd w:val="clear" w:color="auto" w:fill="auto"/>
            <w:vAlign w:val="center"/>
          </w:tcPr>
          <w:p w14:paraId="59DB43F4" w14:textId="77777777" w:rsidR="009E113B" w:rsidRDefault="009E113B" w:rsidP="001A4DCE">
            <w:pPr>
              <w:pStyle w:val="TAC"/>
            </w:pPr>
          </w:p>
        </w:tc>
        <w:tc>
          <w:tcPr>
            <w:tcW w:w="2578" w:type="dxa"/>
            <w:tcBorders>
              <w:top w:val="single" w:sz="4" w:space="0" w:color="auto"/>
              <w:left w:val="single" w:sz="4" w:space="0" w:color="auto"/>
              <w:bottom w:val="single" w:sz="4" w:space="0" w:color="auto"/>
              <w:right w:val="single" w:sz="4" w:space="0" w:color="auto"/>
            </w:tcBorders>
            <w:vAlign w:val="center"/>
          </w:tcPr>
          <w:p w14:paraId="4BCAC274" w14:textId="77777777" w:rsidR="009E113B" w:rsidRPr="000E35D2" w:rsidRDefault="009E113B" w:rsidP="001A4DCE">
            <w:pPr>
              <w:pStyle w:val="TAC"/>
              <w:rPr>
                <w:lang w:eastAsia="ko-KR"/>
              </w:rPr>
            </w:pPr>
            <w:r>
              <w:rPr>
                <w:lang w:eastAsia="ko-KR"/>
              </w:rPr>
              <w:t>n</w:t>
            </w:r>
            <w:r w:rsidRPr="000E35D2">
              <w:rPr>
                <w:lang w:eastAsia="ko-KR"/>
              </w:rPr>
              <w:t>71</w:t>
            </w:r>
          </w:p>
        </w:tc>
        <w:tc>
          <w:tcPr>
            <w:tcW w:w="2578" w:type="dxa"/>
            <w:tcBorders>
              <w:top w:val="single" w:sz="4" w:space="0" w:color="auto"/>
              <w:left w:val="single" w:sz="4" w:space="0" w:color="auto"/>
              <w:bottom w:val="single" w:sz="4" w:space="0" w:color="auto"/>
              <w:right w:val="single" w:sz="4" w:space="0" w:color="auto"/>
            </w:tcBorders>
            <w:vAlign w:val="center"/>
          </w:tcPr>
          <w:p w14:paraId="3C92BBAD" w14:textId="77777777" w:rsidR="009E113B" w:rsidRPr="000E35D2" w:rsidRDefault="009E113B" w:rsidP="001A4DCE">
            <w:pPr>
              <w:pStyle w:val="TAC"/>
              <w:rPr>
                <w:lang w:eastAsia="ko-KR"/>
              </w:rPr>
            </w:pPr>
            <w:r w:rsidRPr="000E35D2">
              <w:rPr>
                <w:lang w:eastAsia="ko-KR"/>
              </w:rPr>
              <w:t>Uu</w:t>
            </w:r>
          </w:p>
        </w:tc>
      </w:tr>
      <w:tr w:rsidR="00AA54EC" w:rsidRPr="001F078B" w14:paraId="5FBFB0E9" w14:textId="77777777" w:rsidTr="006B3BD2">
        <w:trPr>
          <w:trHeight w:val="187"/>
          <w:jc w:val="center"/>
        </w:trPr>
        <w:tc>
          <w:tcPr>
            <w:tcW w:w="8612" w:type="dxa"/>
            <w:gridSpan w:val="3"/>
            <w:tcBorders>
              <w:top w:val="single" w:sz="4" w:space="0" w:color="auto"/>
              <w:left w:val="single" w:sz="4" w:space="0" w:color="auto"/>
              <w:bottom w:val="single" w:sz="4" w:space="0" w:color="auto"/>
              <w:right w:val="single" w:sz="4" w:space="0" w:color="auto"/>
            </w:tcBorders>
          </w:tcPr>
          <w:p w14:paraId="1F8C2DA4" w14:textId="77777777" w:rsidR="00AA54EC" w:rsidRPr="001F078B" w:rsidRDefault="00AA54EC" w:rsidP="00AA54EC">
            <w:pPr>
              <w:pStyle w:val="TAN"/>
            </w:pPr>
            <w:r w:rsidRPr="001F078B">
              <w:t>NOTE 1:</w:t>
            </w:r>
            <w:r w:rsidRPr="001F078B">
              <w:tab/>
            </w:r>
            <w:r>
              <w:t>O</w:t>
            </w:r>
            <w:r>
              <w:rPr>
                <w:lang w:eastAsia="en-GB"/>
              </w:rPr>
              <w:t>nly single switched SL in ITS band is supported.</w:t>
            </w:r>
          </w:p>
        </w:tc>
      </w:tr>
    </w:tbl>
    <w:p w14:paraId="41105590" w14:textId="77777777" w:rsidR="001A4DCE" w:rsidRDefault="001A4DCE" w:rsidP="001A4DCE">
      <w:bookmarkStart w:id="586" w:name="_Toc45890489"/>
      <w:bookmarkStart w:id="587" w:name="_Toc45891713"/>
      <w:bookmarkStart w:id="588" w:name="_Toc45892123"/>
      <w:bookmarkStart w:id="589" w:name="_Toc45892533"/>
      <w:bookmarkStart w:id="590" w:name="_Toc52352946"/>
      <w:bookmarkStart w:id="591" w:name="_Toc53174769"/>
      <w:bookmarkEnd w:id="585"/>
    </w:p>
    <w:p w14:paraId="5E509956" w14:textId="177D6820" w:rsidR="001310A1" w:rsidRPr="00E062F1" w:rsidRDefault="001310A1" w:rsidP="001310A1">
      <w:pPr>
        <w:pStyle w:val="Heading2"/>
      </w:pPr>
      <w:bookmarkStart w:id="592" w:name="_Toc61375918"/>
      <w:bookmarkStart w:id="593" w:name="_Toc61376330"/>
      <w:bookmarkStart w:id="594" w:name="_Toc67938600"/>
      <w:bookmarkStart w:id="595" w:name="_Toc76454202"/>
      <w:bookmarkStart w:id="596" w:name="_Toc76719622"/>
      <w:bookmarkStart w:id="597" w:name="_Toc76720142"/>
      <w:bookmarkStart w:id="598" w:name="_Toc83742839"/>
      <w:bookmarkStart w:id="599" w:name="_Toc83887214"/>
      <w:bookmarkStart w:id="600" w:name="_Toc83888015"/>
      <w:bookmarkStart w:id="601" w:name="_Toc90588669"/>
      <w:r w:rsidRPr="00E062F1">
        <w:lastRenderedPageBreak/>
        <w:t>5.3</w:t>
      </w:r>
      <w:r w:rsidRPr="00E062F1">
        <w:tab/>
        <w:t>UE Channel bandwidth</w:t>
      </w:r>
      <w:bookmarkEnd w:id="551"/>
      <w:bookmarkEnd w:id="552"/>
      <w:bookmarkEnd w:id="553"/>
      <w:bookmarkEnd w:id="554"/>
      <w:bookmarkEnd w:id="555"/>
      <w:bookmarkEnd w:id="556"/>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14:paraId="551766FC" w14:textId="77777777" w:rsidR="001310A1" w:rsidRPr="00E062F1" w:rsidRDefault="001310A1" w:rsidP="001310A1">
      <w:pPr>
        <w:pStyle w:val="Heading2"/>
      </w:pPr>
      <w:bookmarkStart w:id="602" w:name="_Toc21351503"/>
      <w:bookmarkStart w:id="603" w:name="_Toc29807085"/>
      <w:bookmarkStart w:id="604" w:name="_Toc36648799"/>
      <w:bookmarkStart w:id="605" w:name="_Toc36651524"/>
      <w:bookmarkStart w:id="606" w:name="_Toc37256458"/>
      <w:bookmarkStart w:id="607" w:name="_Toc37256799"/>
      <w:bookmarkStart w:id="608" w:name="_Toc45890490"/>
      <w:bookmarkStart w:id="609" w:name="_Toc45891714"/>
      <w:bookmarkStart w:id="610" w:name="_Toc45892124"/>
      <w:bookmarkStart w:id="611" w:name="_Toc45892534"/>
      <w:bookmarkStart w:id="612" w:name="_Toc52352947"/>
      <w:bookmarkStart w:id="613" w:name="_Toc53174770"/>
      <w:bookmarkStart w:id="614" w:name="_Toc61375919"/>
      <w:bookmarkStart w:id="615" w:name="_Toc61376331"/>
      <w:bookmarkStart w:id="616" w:name="_Toc67938601"/>
      <w:bookmarkStart w:id="617" w:name="_Toc76454203"/>
      <w:bookmarkStart w:id="618" w:name="_Toc76719623"/>
      <w:bookmarkStart w:id="619" w:name="_Toc76720143"/>
      <w:bookmarkStart w:id="620" w:name="_Toc83742840"/>
      <w:bookmarkStart w:id="621" w:name="_Toc83887215"/>
      <w:bookmarkStart w:id="622" w:name="_Toc83888016"/>
      <w:bookmarkStart w:id="623" w:name="_Toc90588670"/>
      <w:r w:rsidRPr="00E062F1">
        <w:t>5.3A</w:t>
      </w:r>
      <w:r w:rsidRPr="00E062F1">
        <w:tab/>
        <w:t>UE Channel bandwidth for CA</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14:paraId="7DD6BD37" w14:textId="77777777" w:rsidR="001310A1" w:rsidRPr="00E062F1" w:rsidRDefault="001310A1" w:rsidP="001310A1">
      <w:pPr>
        <w:pStyle w:val="Heading3"/>
      </w:pPr>
      <w:bookmarkStart w:id="624" w:name="_Toc21351504"/>
      <w:bookmarkStart w:id="625" w:name="_Toc29807086"/>
      <w:bookmarkStart w:id="626" w:name="_Toc36648800"/>
      <w:bookmarkStart w:id="627" w:name="_Toc36651525"/>
      <w:bookmarkStart w:id="628" w:name="_Toc37256459"/>
      <w:bookmarkStart w:id="629" w:name="_Toc37256800"/>
      <w:bookmarkStart w:id="630" w:name="_Toc45890491"/>
      <w:bookmarkStart w:id="631" w:name="_Toc45891715"/>
      <w:bookmarkStart w:id="632" w:name="_Toc45892125"/>
      <w:bookmarkStart w:id="633" w:name="_Toc45892535"/>
      <w:bookmarkStart w:id="634" w:name="_Toc52352948"/>
      <w:bookmarkStart w:id="635" w:name="_Toc53174771"/>
      <w:bookmarkStart w:id="636" w:name="_Toc61375920"/>
      <w:bookmarkStart w:id="637" w:name="_Toc61376332"/>
      <w:bookmarkStart w:id="638" w:name="_Toc67938602"/>
      <w:bookmarkStart w:id="639" w:name="_Toc76454204"/>
      <w:bookmarkStart w:id="640" w:name="_Toc76719624"/>
      <w:bookmarkStart w:id="641" w:name="_Toc76720144"/>
      <w:bookmarkStart w:id="642" w:name="_Toc83742841"/>
      <w:bookmarkStart w:id="643" w:name="_Toc83887216"/>
      <w:bookmarkStart w:id="644" w:name="_Toc83888017"/>
      <w:bookmarkStart w:id="645" w:name="_Toc90588671"/>
      <w:r w:rsidRPr="00E062F1">
        <w:t>5.3A.1</w:t>
      </w:r>
      <w:r w:rsidRPr="00E062F1">
        <w:tab/>
        <w:t>Inter-band CA between FR1 and FR2</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3225E7DC" w14:textId="77777777" w:rsidR="009A15C1" w:rsidRPr="00E062F1" w:rsidRDefault="009A15C1" w:rsidP="00471067">
      <w:r w:rsidRPr="00E062F1">
        <w:t>For inter-band NR CA between FR1 and FR2, a carrier aggregation configuration is a combination of operating bands, each supporting a carrier aggregation bandwidth class as specified in clause 5.3A.5 of TS 38.101-1 [2] and clause 5.3A.4 of TS 38.101-2 [3] independently.</w:t>
      </w:r>
    </w:p>
    <w:p w14:paraId="733CA694" w14:textId="77777777" w:rsidR="00906172" w:rsidRPr="00E062F1" w:rsidRDefault="00906172" w:rsidP="00906172">
      <w:pPr>
        <w:pStyle w:val="Heading2"/>
      </w:pPr>
      <w:bookmarkStart w:id="646" w:name="_Toc21351505"/>
      <w:bookmarkStart w:id="647" w:name="_Toc29807087"/>
      <w:bookmarkStart w:id="648" w:name="_Toc36648801"/>
      <w:bookmarkStart w:id="649" w:name="_Toc36651526"/>
      <w:bookmarkStart w:id="650" w:name="_Toc37256460"/>
      <w:bookmarkStart w:id="651" w:name="_Toc37256801"/>
      <w:bookmarkStart w:id="652" w:name="_Toc45890492"/>
      <w:bookmarkStart w:id="653" w:name="_Toc45891716"/>
      <w:bookmarkStart w:id="654" w:name="_Toc45892126"/>
      <w:bookmarkStart w:id="655" w:name="_Toc45892536"/>
      <w:bookmarkStart w:id="656" w:name="_Toc52352949"/>
      <w:bookmarkStart w:id="657" w:name="_Toc53174772"/>
      <w:bookmarkStart w:id="658" w:name="_Toc61375921"/>
      <w:bookmarkStart w:id="659" w:name="_Toc61376333"/>
      <w:bookmarkStart w:id="660" w:name="_Toc67938603"/>
      <w:bookmarkStart w:id="661" w:name="_Toc76454205"/>
      <w:bookmarkStart w:id="662" w:name="_Toc76719625"/>
      <w:bookmarkStart w:id="663" w:name="_Toc76720145"/>
      <w:bookmarkStart w:id="664" w:name="_Toc83742842"/>
      <w:bookmarkStart w:id="665" w:name="_Toc83887217"/>
      <w:bookmarkStart w:id="666" w:name="_Toc83888018"/>
      <w:bookmarkStart w:id="667" w:name="_Toc90588672"/>
      <w:r w:rsidRPr="00E062F1">
        <w:t>5.3B</w:t>
      </w:r>
      <w:r w:rsidRPr="00E062F1">
        <w:tab/>
        <w:t>UE Channel bandwidth for EN-DC</w:t>
      </w:r>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14:paraId="772F43A0" w14:textId="258C185F" w:rsidR="00B34157" w:rsidRDefault="00B34157" w:rsidP="00AA51BC">
      <w:pPr>
        <w:pStyle w:val="Heading3"/>
      </w:pPr>
      <w:bookmarkStart w:id="668" w:name="_Toc67938604"/>
      <w:bookmarkStart w:id="669" w:name="_Toc76454206"/>
      <w:bookmarkStart w:id="670" w:name="_Toc76719626"/>
      <w:bookmarkStart w:id="671" w:name="_Toc76720146"/>
      <w:bookmarkStart w:id="672" w:name="_Toc83742843"/>
      <w:bookmarkStart w:id="673" w:name="_Toc83887218"/>
      <w:bookmarkStart w:id="674" w:name="_Toc83888019"/>
      <w:bookmarkStart w:id="675" w:name="_Toc90588673"/>
      <w:r w:rsidRPr="00AA54EC">
        <w:rPr>
          <w:lang w:val="sv-FI"/>
        </w:rPr>
        <w:t>5.3B.</w:t>
      </w:r>
      <w:r>
        <w:rPr>
          <w:lang w:val="sv-FI"/>
        </w:rPr>
        <w:t>0</w:t>
      </w:r>
      <w:r w:rsidRPr="00AA54EC">
        <w:rPr>
          <w:lang w:val="sv-FI"/>
        </w:rPr>
        <w:tab/>
      </w:r>
      <w:r>
        <w:rPr>
          <w:rFonts w:hint="eastAsia"/>
          <w:lang w:val="sv-FI" w:eastAsia="zh-CN"/>
        </w:rPr>
        <w:t>G</w:t>
      </w:r>
      <w:r>
        <w:rPr>
          <w:lang w:val="sv-FI" w:eastAsia="zh-CN"/>
        </w:rPr>
        <w:t>eneral</w:t>
      </w:r>
      <w:bookmarkEnd w:id="668"/>
      <w:bookmarkEnd w:id="669"/>
      <w:bookmarkEnd w:id="670"/>
      <w:bookmarkEnd w:id="671"/>
      <w:bookmarkEnd w:id="672"/>
      <w:bookmarkEnd w:id="673"/>
      <w:bookmarkEnd w:id="674"/>
      <w:bookmarkEnd w:id="675"/>
    </w:p>
    <w:p w14:paraId="78CF7CCA" w14:textId="782D269D" w:rsidR="0018506F" w:rsidRPr="00E062F1" w:rsidRDefault="0018506F" w:rsidP="0018506F">
      <w:r w:rsidRPr="00E062F1">
        <w:t xml:space="preserve">For intra-band contiguous EN-DC, the aggregated channel bandwidth is sum of the individual NR and E-UTRA channel bandwidths assuming nominal EN-DC channel with 0 kHz offset spacing as specified in </w:t>
      </w:r>
      <w:r w:rsidR="003922B7" w:rsidRPr="00E062F1">
        <w:t>clause</w:t>
      </w:r>
      <w:r w:rsidRPr="00E062F1">
        <w:t xml:space="preserve"> 5.4.</w:t>
      </w:r>
    </w:p>
    <w:p w14:paraId="4AF3497E" w14:textId="2C7FCA9C" w:rsidR="0018506F" w:rsidRPr="00AA54EC" w:rsidRDefault="0018506F" w:rsidP="00F27CE0">
      <w:pPr>
        <w:pStyle w:val="EQ"/>
        <w:rPr>
          <w:vertAlign w:val="subscript"/>
          <w:lang w:val="sv-FI"/>
        </w:rPr>
      </w:pPr>
      <w:r w:rsidRPr="00E062F1">
        <w:tab/>
      </w:r>
      <w:r w:rsidRPr="00AA54EC">
        <w:rPr>
          <w:lang w:val="sv-FI"/>
        </w:rPr>
        <w:t>ENBW = BW</w:t>
      </w:r>
      <w:r w:rsidRPr="00AA54EC">
        <w:rPr>
          <w:vertAlign w:val="subscript"/>
          <w:lang w:val="sv-FI"/>
        </w:rPr>
        <w:t xml:space="preserve">NR_Channel </w:t>
      </w:r>
      <w:r w:rsidRPr="00AA54EC">
        <w:rPr>
          <w:lang w:val="sv-FI"/>
        </w:rPr>
        <w:t>+ BW</w:t>
      </w:r>
      <w:r w:rsidRPr="00AA54EC">
        <w:rPr>
          <w:vertAlign w:val="subscript"/>
          <w:lang w:val="sv-FI"/>
        </w:rPr>
        <w:t>E-UTRA</w:t>
      </w:r>
      <w:r w:rsidR="00BE2465" w:rsidRPr="00AA54EC">
        <w:rPr>
          <w:vertAlign w:val="subscript"/>
          <w:lang w:val="sv-FI"/>
        </w:rPr>
        <w:t>_</w:t>
      </w:r>
      <w:r w:rsidRPr="00AA54EC">
        <w:rPr>
          <w:vertAlign w:val="subscript"/>
          <w:lang w:val="sv-FI"/>
        </w:rPr>
        <w:t>Channel</w:t>
      </w:r>
    </w:p>
    <w:p w14:paraId="72574734" w14:textId="77777777" w:rsidR="0018506F" w:rsidRPr="00E062F1" w:rsidRDefault="0018506F" w:rsidP="0018506F">
      <w:r w:rsidRPr="00E062F1">
        <w:t>In the case where the NR sub-block and/or the E-UTRA sub-block itself is composed of intra-band contiguous CA carriers, the EN-DC aggregated channel bandwidth is the sum of the aggregated channel bandwidths of the NR and E-UTRA sub-blocks assuming nominal EN-DC channel spacing between the NR sub-block and E-UTRA sub-block.</w:t>
      </w:r>
    </w:p>
    <w:p w14:paraId="19538D54" w14:textId="3D8C959E" w:rsidR="0018506F" w:rsidRPr="00E062F1" w:rsidRDefault="0018506F" w:rsidP="00F27CE0">
      <w:pPr>
        <w:pStyle w:val="EQ"/>
        <w:rPr>
          <w:vertAlign w:val="subscript"/>
        </w:rPr>
      </w:pPr>
      <w:r w:rsidRPr="00E062F1">
        <w:tab/>
        <w:t>ENBW = BW</w:t>
      </w:r>
      <w:r w:rsidRPr="00E062F1">
        <w:rPr>
          <w:vertAlign w:val="subscript"/>
        </w:rPr>
        <w:t xml:space="preserve">NR_Channel_CA </w:t>
      </w:r>
      <w:r w:rsidRPr="00E062F1">
        <w:t>+ BW</w:t>
      </w:r>
      <w:r w:rsidRPr="00E062F1">
        <w:rPr>
          <w:vertAlign w:val="subscript"/>
        </w:rPr>
        <w:t>E-UTRA</w:t>
      </w:r>
      <w:r w:rsidR="00BE2465" w:rsidRPr="00E062F1">
        <w:rPr>
          <w:vertAlign w:val="subscript"/>
        </w:rPr>
        <w:t>_</w:t>
      </w:r>
      <w:r w:rsidRPr="00E062F1">
        <w:rPr>
          <w:vertAlign w:val="subscript"/>
        </w:rPr>
        <w:t>Channel_CA</w:t>
      </w:r>
    </w:p>
    <w:p w14:paraId="356197AC" w14:textId="112665A3" w:rsidR="004A294A" w:rsidRPr="00E062F1" w:rsidRDefault="004A294A" w:rsidP="004A294A">
      <w:pPr>
        <w:jc w:val="both"/>
      </w:pPr>
      <w:r w:rsidRPr="00E062F1">
        <w:t xml:space="preserve">For </w:t>
      </w:r>
      <w:r w:rsidRPr="00E062F1">
        <w:rPr>
          <w:lang w:eastAsia="zh-CN"/>
        </w:rPr>
        <w:t xml:space="preserve">NR </w:t>
      </w:r>
      <w:r w:rsidRPr="00E062F1">
        <w:t xml:space="preserve">inter-band dual connectivity specified in </w:t>
      </w:r>
      <w:r w:rsidRPr="00E062F1">
        <w:rPr>
          <w:lang w:eastAsia="zh-CN"/>
        </w:rPr>
        <w:t>5.</w:t>
      </w:r>
      <w:r w:rsidR="00A10B0C" w:rsidRPr="00E062F1">
        <w:rPr>
          <w:lang w:eastAsia="zh-CN"/>
        </w:rPr>
        <w:t>5</w:t>
      </w:r>
      <w:r w:rsidRPr="00E062F1">
        <w:rPr>
          <w:lang w:eastAsia="zh-CN"/>
        </w:rPr>
        <w:t>B.7</w:t>
      </w:r>
      <w:r w:rsidRPr="00E062F1">
        <w:t xml:space="preserve">, the corresponding </w:t>
      </w:r>
      <w:r w:rsidRPr="00E062F1">
        <w:rPr>
          <w:lang w:eastAsia="zh-CN"/>
        </w:rPr>
        <w:t>NR</w:t>
      </w:r>
      <w:r w:rsidRPr="00E062F1">
        <w:t xml:space="preserve"> CA configurations in 5.</w:t>
      </w:r>
      <w:r w:rsidRPr="00E062F1">
        <w:rPr>
          <w:lang w:eastAsia="zh-CN"/>
        </w:rPr>
        <w:t>5</w:t>
      </w:r>
      <w:r w:rsidRPr="00E062F1">
        <w:t>A.1, i.e., dual uplink inter-band carrier aggregation between FR1 and FR2</w:t>
      </w:r>
      <w:r w:rsidRPr="00E062F1">
        <w:rPr>
          <w:lang w:eastAsia="zh-CN"/>
        </w:rPr>
        <w:t xml:space="preserve"> </w:t>
      </w:r>
      <w:r w:rsidRPr="00E062F1">
        <w:t xml:space="preserve">with uplink assigned to two </w:t>
      </w:r>
      <w:r w:rsidRPr="00E062F1">
        <w:rPr>
          <w:lang w:eastAsia="zh-CN"/>
        </w:rPr>
        <w:t>NR</w:t>
      </w:r>
      <w:r w:rsidRPr="00E062F1">
        <w:t xml:space="preserve"> bands, are applicable to Dual Connectivity.</w:t>
      </w:r>
    </w:p>
    <w:p w14:paraId="7C04783F" w14:textId="23D8636F" w:rsidR="004A294A" w:rsidRPr="00E062F1" w:rsidRDefault="004A294A" w:rsidP="00F27CE0">
      <w:pPr>
        <w:pStyle w:val="NO"/>
      </w:pPr>
      <w:r w:rsidRPr="00E062F1">
        <w:t>NOTE 1:</w:t>
      </w:r>
      <w:r w:rsidRPr="00E062F1">
        <w:tab/>
        <w:t xml:space="preserve">Requirements for the dual connectivity configurations are defined in the </w:t>
      </w:r>
      <w:r w:rsidR="003922B7" w:rsidRPr="00E062F1">
        <w:t>clause</w:t>
      </w:r>
      <w:r w:rsidRPr="00E062F1">
        <w:t xml:space="preserve"> corresponding </w:t>
      </w:r>
      <w:r w:rsidRPr="00E062F1">
        <w:rPr>
          <w:lang w:eastAsia="zh-CN"/>
        </w:rPr>
        <w:t>NR</w:t>
      </w:r>
      <w:r w:rsidRPr="00E062F1">
        <w:t xml:space="preserve"> uplink CA between FR1 and FR2</w:t>
      </w:r>
      <w:r w:rsidRPr="00E062F1">
        <w:rPr>
          <w:lang w:eastAsia="zh-CN"/>
        </w:rPr>
        <w:t xml:space="preserve"> </w:t>
      </w:r>
      <w:r w:rsidRPr="00E062F1">
        <w:t>configurations, unless otherwise specified.</w:t>
      </w:r>
    </w:p>
    <w:p w14:paraId="6BC2B931" w14:textId="6CB41036" w:rsidR="00F639C6" w:rsidRPr="00E062F1" w:rsidRDefault="00F639C6" w:rsidP="00F639C6">
      <w:r w:rsidRPr="00E062F1">
        <w:t xml:space="preserve">Intra-band contiguous EN-DC configurations are defined using intra-band contiguous EN-DC bandwidth class notation DC_(n)Xyz where the first EN-DC bandwidth class letter y indicates the number of contiguous E-UTRA carriers and the second EN-DC bandwidth class letter z indicates the number of contiguous NR carriers for the EN-DC combination of E-UTRA Band X and NR Band nX. </w:t>
      </w:r>
      <w:r w:rsidR="00193720" w:rsidRPr="00E062F1">
        <w:t>Applicable contiguous intraband EN-DC bandwidth classes are listed in Table 5.</w:t>
      </w:r>
      <w:r w:rsidR="00193720">
        <w:t>3B</w:t>
      </w:r>
      <w:r w:rsidR="00B34157">
        <w:t>.0</w:t>
      </w:r>
      <w:r w:rsidR="00193720" w:rsidRPr="00E062F1">
        <w:t>-1.</w:t>
      </w:r>
    </w:p>
    <w:p w14:paraId="7D0BB299" w14:textId="4C3C6AE4" w:rsidR="00797816" w:rsidRPr="00E062F1" w:rsidRDefault="00797816" w:rsidP="00193720">
      <w:pPr>
        <w:pStyle w:val="TH"/>
      </w:pPr>
      <w:r w:rsidRPr="00E062F1">
        <w:t>Table</w:t>
      </w:r>
      <w:r w:rsidR="00B34157">
        <w:t>5.3B.0-1</w:t>
      </w:r>
      <w:r w:rsidRPr="00E062F1">
        <w:t xml:space="preserve">: </w:t>
      </w:r>
      <w:r w:rsidRPr="00E062F1">
        <w:rPr>
          <w:lang w:eastAsia="fi-FI"/>
        </w:rPr>
        <w:t>Intra-band contiguous EN-DC bandwidth classes</w:t>
      </w:r>
    </w:p>
    <w:tbl>
      <w:tblPr>
        <w:tblW w:w="51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2831"/>
        <w:gridCol w:w="1137"/>
        <w:gridCol w:w="1133"/>
      </w:tblGrid>
      <w:tr w:rsidR="009E113B" w:rsidRPr="00E062F1" w14:paraId="72E39462" w14:textId="77777777" w:rsidTr="00193720">
        <w:trPr>
          <w:trHeight w:val="187"/>
          <w:jc w:val="center"/>
        </w:trPr>
        <w:tc>
          <w:tcPr>
            <w:tcW w:w="2831" w:type="dxa"/>
            <w:tcBorders>
              <w:top w:val="single" w:sz="4" w:space="0" w:color="auto"/>
              <w:left w:val="single" w:sz="4" w:space="0" w:color="auto"/>
              <w:bottom w:val="nil"/>
              <w:right w:val="single" w:sz="4" w:space="0" w:color="auto"/>
            </w:tcBorders>
            <w:shd w:val="clear" w:color="auto" w:fill="auto"/>
            <w:hideMark/>
          </w:tcPr>
          <w:p w14:paraId="44CF83C7" w14:textId="77777777" w:rsidR="009E113B" w:rsidRPr="00E062F1" w:rsidRDefault="009E113B" w:rsidP="00193720">
            <w:pPr>
              <w:pStyle w:val="TAH"/>
              <w:rPr>
                <w:lang w:eastAsia="fi-FI"/>
              </w:rPr>
            </w:pPr>
            <w:r w:rsidRPr="00E062F1">
              <w:rPr>
                <w:lang w:eastAsia="fi-FI"/>
              </w:rPr>
              <w:t>Intra-band contiguous EN-DC bandwidth class</w:t>
            </w:r>
          </w:p>
        </w:tc>
        <w:tc>
          <w:tcPr>
            <w:tcW w:w="2270" w:type="dxa"/>
            <w:gridSpan w:val="2"/>
            <w:tcBorders>
              <w:left w:val="single" w:sz="4" w:space="0" w:color="auto"/>
            </w:tcBorders>
            <w:shd w:val="clear" w:color="auto" w:fill="auto"/>
            <w:hideMark/>
          </w:tcPr>
          <w:p w14:paraId="67FF4E38" w14:textId="31A94D49" w:rsidR="009E113B" w:rsidRPr="00E062F1" w:rsidRDefault="009E113B" w:rsidP="00193720">
            <w:pPr>
              <w:pStyle w:val="TAH"/>
              <w:rPr>
                <w:lang w:eastAsia="fi-FI"/>
              </w:rPr>
            </w:pPr>
            <w:r w:rsidRPr="00E062F1">
              <w:rPr>
                <w:lang w:eastAsia="fi-FI"/>
              </w:rPr>
              <w:t>Number of</w:t>
            </w:r>
          </w:p>
          <w:p w14:paraId="4868ADE2" w14:textId="77777777" w:rsidR="009E113B" w:rsidRPr="00E062F1" w:rsidRDefault="009E113B" w:rsidP="00193720">
            <w:pPr>
              <w:pStyle w:val="TAH"/>
              <w:rPr>
                <w:lang w:eastAsia="fi-FI"/>
              </w:rPr>
            </w:pPr>
            <w:r w:rsidRPr="00E062F1">
              <w:rPr>
                <w:lang w:eastAsia="fi-FI"/>
              </w:rPr>
              <w:t>contiguous CC</w:t>
            </w:r>
          </w:p>
        </w:tc>
      </w:tr>
      <w:tr w:rsidR="009E113B" w:rsidRPr="00E062F1" w14:paraId="5AF54D6D" w14:textId="77777777" w:rsidTr="00193720">
        <w:trPr>
          <w:trHeight w:val="187"/>
          <w:jc w:val="center"/>
        </w:trPr>
        <w:tc>
          <w:tcPr>
            <w:tcW w:w="2831" w:type="dxa"/>
            <w:tcBorders>
              <w:top w:val="nil"/>
              <w:left w:val="single" w:sz="4" w:space="0" w:color="auto"/>
              <w:bottom w:val="single" w:sz="4" w:space="0" w:color="auto"/>
              <w:right w:val="single" w:sz="4" w:space="0" w:color="auto"/>
            </w:tcBorders>
            <w:shd w:val="clear" w:color="auto" w:fill="auto"/>
            <w:hideMark/>
          </w:tcPr>
          <w:p w14:paraId="1FC07947" w14:textId="77777777" w:rsidR="009E113B" w:rsidRPr="00E062F1" w:rsidRDefault="009E113B" w:rsidP="00193720">
            <w:pPr>
              <w:pStyle w:val="TAH"/>
              <w:rPr>
                <w:lang w:eastAsia="fi-FI"/>
              </w:rPr>
            </w:pPr>
          </w:p>
        </w:tc>
        <w:tc>
          <w:tcPr>
            <w:tcW w:w="1137" w:type="dxa"/>
            <w:tcBorders>
              <w:left w:val="single" w:sz="4" w:space="0" w:color="auto"/>
            </w:tcBorders>
            <w:shd w:val="clear" w:color="auto" w:fill="auto"/>
            <w:hideMark/>
          </w:tcPr>
          <w:p w14:paraId="35F94E11" w14:textId="77777777" w:rsidR="009E113B" w:rsidRPr="00E062F1" w:rsidRDefault="009E113B" w:rsidP="00193720">
            <w:pPr>
              <w:pStyle w:val="TAH"/>
              <w:rPr>
                <w:lang w:eastAsia="fi-FI"/>
              </w:rPr>
            </w:pPr>
            <w:r w:rsidRPr="00E062F1">
              <w:rPr>
                <w:lang w:eastAsia="fi-FI"/>
              </w:rPr>
              <w:t>E-UTRA</w:t>
            </w:r>
          </w:p>
        </w:tc>
        <w:tc>
          <w:tcPr>
            <w:tcW w:w="1133" w:type="dxa"/>
            <w:shd w:val="clear" w:color="auto" w:fill="auto"/>
            <w:hideMark/>
          </w:tcPr>
          <w:p w14:paraId="3834C1A3" w14:textId="77777777" w:rsidR="009E113B" w:rsidRPr="00E062F1" w:rsidRDefault="009E113B" w:rsidP="00193720">
            <w:pPr>
              <w:pStyle w:val="TAH"/>
              <w:rPr>
                <w:lang w:eastAsia="fi-FI"/>
              </w:rPr>
            </w:pPr>
            <w:r w:rsidRPr="00E062F1">
              <w:rPr>
                <w:lang w:eastAsia="fi-FI"/>
              </w:rPr>
              <w:t>NR</w:t>
            </w:r>
          </w:p>
        </w:tc>
      </w:tr>
      <w:tr w:rsidR="001F078B" w:rsidRPr="00E062F1" w14:paraId="24EE8EB1" w14:textId="77777777" w:rsidTr="00193720">
        <w:trPr>
          <w:trHeight w:val="187"/>
          <w:jc w:val="center"/>
        </w:trPr>
        <w:tc>
          <w:tcPr>
            <w:tcW w:w="2831" w:type="dxa"/>
            <w:tcBorders>
              <w:top w:val="single" w:sz="4" w:space="0" w:color="auto"/>
            </w:tcBorders>
            <w:shd w:val="clear" w:color="auto" w:fill="auto"/>
            <w:hideMark/>
          </w:tcPr>
          <w:p w14:paraId="0FA825D1" w14:textId="77777777" w:rsidR="00797816" w:rsidRPr="00E062F1" w:rsidRDefault="00797816" w:rsidP="00193720">
            <w:pPr>
              <w:pStyle w:val="TAC"/>
              <w:rPr>
                <w:lang w:eastAsia="fi-FI"/>
              </w:rPr>
            </w:pPr>
            <w:r w:rsidRPr="00E062F1">
              <w:rPr>
                <w:lang w:eastAsia="fi-FI"/>
              </w:rPr>
              <w:t>AA</w:t>
            </w:r>
          </w:p>
        </w:tc>
        <w:tc>
          <w:tcPr>
            <w:tcW w:w="1137" w:type="dxa"/>
            <w:shd w:val="clear" w:color="auto" w:fill="auto"/>
            <w:hideMark/>
          </w:tcPr>
          <w:p w14:paraId="40BF86E3" w14:textId="77777777" w:rsidR="00797816" w:rsidRPr="00E062F1" w:rsidRDefault="00797816" w:rsidP="00193720">
            <w:pPr>
              <w:pStyle w:val="TAC"/>
              <w:rPr>
                <w:lang w:eastAsia="fi-FI"/>
              </w:rPr>
            </w:pPr>
            <w:r w:rsidRPr="00E062F1">
              <w:rPr>
                <w:lang w:eastAsia="fi-FI"/>
              </w:rPr>
              <w:t>1</w:t>
            </w:r>
          </w:p>
        </w:tc>
        <w:tc>
          <w:tcPr>
            <w:tcW w:w="1133" w:type="dxa"/>
            <w:shd w:val="clear" w:color="auto" w:fill="auto"/>
            <w:hideMark/>
          </w:tcPr>
          <w:p w14:paraId="0EA682A4" w14:textId="77777777" w:rsidR="00797816" w:rsidRPr="00E062F1" w:rsidRDefault="00797816" w:rsidP="00193720">
            <w:pPr>
              <w:pStyle w:val="TAC"/>
              <w:rPr>
                <w:lang w:eastAsia="fi-FI"/>
              </w:rPr>
            </w:pPr>
            <w:r w:rsidRPr="00E062F1">
              <w:rPr>
                <w:lang w:eastAsia="fi-FI"/>
              </w:rPr>
              <w:t>1</w:t>
            </w:r>
          </w:p>
        </w:tc>
      </w:tr>
      <w:tr w:rsidR="00193720" w:rsidRPr="00E062F1" w14:paraId="286D1DF7" w14:textId="77777777" w:rsidTr="00193720">
        <w:trPr>
          <w:trHeight w:val="187"/>
          <w:jc w:val="center"/>
        </w:trPr>
        <w:tc>
          <w:tcPr>
            <w:tcW w:w="2831" w:type="dxa"/>
            <w:tcBorders>
              <w:top w:val="single" w:sz="4" w:space="0" w:color="auto"/>
            </w:tcBorders>
            <w:shd w:val="clear" w:color="auto" w:fill="auto"/>
          </w:tcPr>
          <w:p w14:paraId="4A246FB3" w14:textId="0D29066B" w:rsidR="00193720" w:rsidRPr="00E062F1" w:rsidRDefault="00193720" w:rsidP="00193720">
            <w:pPr>
              <w:pStyle w:val="TAC"/>
              <w:rPr>
                <w:lang w:eastAsia="fi-FI"/>
              </w:rPr>
            </w:pPr>
            <w:r>
              <w:rPr>
                <w:rFonts w:hint="eastAsia"/>
                <w:lang w:eastAsia="zh-CN"/>
              </w:rPr>
              <w:t>A</w:t>
            </w:r>
            <w:r>
              <w:rPr>
                <w:lang w:eastAsia="zh-CN"/>
              </w:rPr>
              <w:t>B</w:t>
            </w:r>
          </w:p>
        </w:tc>
        <w:tc>
          <w:tcPr>
            <w:tcW w:w="1137" w:type="dxa"/>
            <w:shd w:val="clear" w:color="auto" w:fill="auto"/>
          </w:tcPr>
          <w:p w14:paraId="72DE099B" w14:textId="79E7FAD4" w:rsidR="00193720" w:rsidRPr="00E062F1" w:rsidRDefault="00193720" w:rsidP="00193720">
            <w:pPr>
              <w:pStyle w:val="TAC"/>
              <w:rPr>
                <w:lang w:eastAsia="fi-FI"/>
              </w:rPr>
            </w:pPr>
            <w:r>
              <w:rPr>
                <w:rFonts w:hint="eastAsia"/>
                <w:lang w:eastAsia="zh-CN"/>
              </w:rPr>
              <w:t>1</w:t>
            </w:r>
          </w:p>
        </w:tc>
        <w:tc>
          <w:tcPr>
            <w:tcW w:w="1133" w:type="dxa"/>
            <w:shd w:val="clear" w:color="auto" w:fill="auto"/>
          </w:tcPr>
          <w:p w14:paraId="4B236882" w14:textId="538E8D8D" w:rsidR="00193720" w:rsidRPr="00E062F1" w:rsidRDefault="00193720" w:rsidP="00193720">
            <w:pPr>
              <w:pStyle w:val="TAC"/>
              <w:rPr>
                <w:lang w:eastAsia="fi-FI"/>
              </w:rPr>
            </w:pPr>
            <w:r>
              <w:rPr>
                <w:rFonts w:hint="eastAsia"/>
                <w:lang w:eastAsia="zh-CN"/>
              </w:rPr>
              <w:t>2</w:t>
            </w:r>
          </w:p>
        </w:tc>
      </w:tr>
      <w:tr w:rsidR="001F078B" w:rsidRPr="00E062F1" w14:paraId="6C144A27" w14:textId="77777777" w:rsidTr="00193720">
        <w:trPr>
          <w:trHeight w:val="187"/>
          <w:jc w:val="center"/>
        </w:trPr>
        <w:tc>
          <w:tcPr>
            <w:tcW w:w="2831" w:type="dxa"/>
            <w:shd w:val="clear" w:color="auto" w:fill="auto"/>
            <w:hideMark/>
          </w:tcPr>
          <w:p w14:paraId="6EE4F038" w14:textId="77777777" w:rsidR="00797816" w:rsidRPr="00E062F1" w:rsidRDefault="00797816" w:rsidP="00193720">
            <w:pPr>
              <w:pStyle w:val="TAC"/>
              <w:rPr>
                <w:lang w:eastAsia="fi-FI"/>
              </w:rPr>
            </w:pPr>
            <w:r w:rsidRPr="00E062F1">
              <w:rPr>
                <w:lang w:eastAsia="fi-FI"/>
              </w:rPr>
              <w:t>CA</w:t>
            </w:r>
          </w:p>
        </w:tc>
        <w:tc>
          <w:tcPr>
            <w:tcW w:w="1137" w:type="dxa"/>
            <w:shd w:val="clear" w:color="auto" w:fill="auto"/>
            <w:hideMark/>
          </w:tcPr>
          <w:p w14:paraId="5FE07EF7" w14:textId="77777777" w:rsidR="00797816" w:rsidRPr="00E062F1" w:rsidRDefault="00797816" w:rsidP="00193720">
            <w:pPr>
              <w:pStyle w:val="TAC"/>
              <w:rPr>
                <w:lang w:eastAsia="fi-FI"/>
              </w:rPr>
            </w:pPr>
            <w:r w:rsidRPr="00E062F1">
              <w:rPr>
                <w:lang w:eastAsia="fi-FI"/>
              </w:rPr>
              <w:t>2</w:t>
            </w:r>
          </w:p>
        </w:tc>
        <w:tc>
          <w:tcPr>
            <w:tcW w:w="1133" w:type="dxa"/>
            <w:shd w:val="clear" w:color="auto" w:fill="auto"/>
            <w:hideMark/>
          </w:tcPr>
          <w:p w14:paraId="4273B5DA" w14:textId="77777777" w:rsidR="00797816" w:rsidRPr="00E062F1" w:rsidRDefault="00797816" w:rsidP="00193720">
            <w:pPr>
              <w:pStyle w:val="TAC"/>
              <w:rPr>
                <w:lang w:eastAsia="fi-FI"/>
              </w:rPr>
            </w:pPr>
            <w:r w:rsidRPr="00E062F1">
              <w:rPr>
                <w:lang w:eastAsia="fi-FI"/>
              </w:rPr>
              <w:t>1</w:t>
            </w:r>
          </w:p>
        </w:tc>
      </w:tr>
      <w:tr w:rsidR="00471067" w:rsidRPr="00E062F1" w14:paraId="7D83CA3A" w14:textId="77777777" w:rsidTr="00193720">
        <w:trPr>
          <w:trHeight w:val="187"/>
          <w:jc w:val="center"/>
        </w:trPr>
        <w:tc>
          <w:tcPr>
            <w:tcW w:w="2831" w:type="dxa"/>
            <w:shd w:val="clear" w:color="auto" w:fill="auto"/>
            <w:hideMark/>
          </w:tcPr>
          <w:p w14:paraId="616DB1D4" w14:textId="77777777" w:rsidR="00797816" w:rsidRPr="00E062F1" w:rsidRDefault="00797816" w:rsidP="00193720">
            <w:pPr>
              <w:pStyle w:val="TAC"/>
              <w:rPr>
                <w:lang w:eastAsia="fi-FI"/>
              </w:rPr>
            </w:pPr>
            <w:r w:rsidRPr="00E062F1">
              <w:rPr>
                <w:lang w:eastAsia="fi-FI"/>
              </w:rPr>
              <w:t>DA</w:t>
            </w:r>
          </w:p>
        </w:tc>
        <w:tc>
          <w:tcPr>
            <w:tcW w:w="1137" w:type="dxa"/>
            <w:shd w:val="clear" w:color="auto" w:fill="auto"/>
            <w:hideMark/>
          </w:tcPr>
          <w:p w14:paraId="484BEF00" w14:textId="77777777" w:rsidR="00797816" w:rsidRPr="00E062F1" w:rsidRDefault="00797816" w:rsidP="00193720">
            <w:pPr>
              <w:pStyle w:val="TAC"/>
              <w:rPr>
                <w:lang w:eastAsia="fi-FI"/>
              </w:rPr>
            </w:pPr>
            <w:r w:rsidRPr="00E062F1">
              <w:rPr>
                <w:lang w:eastAsia="fi-FI"/>
              </w:rPr>
              <w:t>3</w:t>
            </w:r>
          </w:p>
        </w:tc>
        <w:tc>
          <w:tcPr>
            <w:tcW w:w="1133" w:type="dxa"/>
            <w:shd w:val="clear" w:color="auto" w:fill="auto"/>
            <w:hideMark/>
          </w:tcPr>
          <w:p w14:paraId="241CBCCD" w14:textId="77777777" w:rsidR="00797816" w:rsidRPr="00E062F1" w:rsidRDefault="00797816" w:rsidP="00193720">
            <w:pPr>
              <w:pStyle w:val="TAC"/>
              <w:rPr>
                <w:lang w:eastAsia="fi-FI"/>
              </w:rPr>
            </w:pPr>
            <w:r w:rsidRPr="00E062F1">
              <w:rPr>
                <w:lang w:eastAsia="fi-FI"/>
              </w:rPr>
              <w:t>1</w:t>
            </w:r>
          </w:p>
        </w:tc>
      </w:tr>
    </w:tbl>
    <w:p w14:paraId="43F21765" w14:textId="67DD1D4B" w:rsidR="00797816" w:rsidRPr="00E062F1" w:rsidRDefault="00797816" w:rsidP="00471067"/>
    <w:p w14:paraId="72554FEF" w14:textId="114B10D0" w:rsidR="00A57752" w:rsidRPr="00E062F1" w:rsidRDefault="00A57752" w:rsidP="00A57752">
      <w:bookmarkStart w:id="676" w:name="_Toc21351506"/>
      <w:r w:rsidRPr="00E062F1">
        <w:t>The UE channel bandwidths for band combinations including Band n41 also apply for the corresponding band combinations with Band n90 replacing Band n41 but with otherwise identical parameters. For brevity the said UE channel bandwidths for band combinations with Band n90 are not listed in the tables below but are covered by this specification.</w:t>
      </w:r>
    </w:p>
    <w:p w14:paraId="39784F24" w14:textId="77777777" w:rsidR="00906172" w:rsidRPr="00AA54EC" w:rsidRDefault="00906172" w:rsidP="00906172">
      <w:pPr>
        <w:pStyle w:val="Heading3"/>
        <w:rPr>
          <w:lang w:val="sv-FI"/>
        </w:rPr>
      </w:pPr>
      <w:bookmarkStart w:id="677" w:name="_Toc29807088"/>
      <w:bookmarkStart w:id="678" w:name="_Toc36648802"/>
      <w:bookmarkStart w:id="679" w:name="_Toc36651527"/>
      <w:bookmarkStart w:id="680" w:name="_Toc37256461"/>
      <w:bookmarkStart w:id="681" w:name="_Toc37256802"/>
      <w:bookmarkStart w:id="682" w:name="_Toc45890493"/>
      <w:bookmarkStart w:id="683" w:name="_Toc45891717"/>
      <w:bookmarkStart w:id="684" w:name="_Toc45892127"/>
      <w:bookmarkStart w:id="685" w:name="_Toc45892537"/>
      <w:bookmarkStart w:id="686" w:name="_Toc52352950"/>
      <w:bookmarkStart w:id="687" w:name="_Toc53174773"/>
      <w:bookmarkStart w:id="688" w:name="_Toc61375922"/>
      <w:bookmarkStart w:id="689" w:name="_Toc61376334"/>
      <w:bookmarkStart w:id="690" w:name="_Toc67938605"/>
      <w:bookmarkStart w:id="691" w:name="_Toc76454207"/>
      <w:bookmarkStart w:id="692" w:name="_Toc76719627"/>
      <w:bookmarkStart w:id="693" w:name="_Toc76720147"/>
      <w:bookmarkStart w:id="694" w:name="_Toc83742844"/>
      <w:bookmarkStart w:id="695" w:name="_Toc83887219"/>
      <w:bookmarkStart w:id="696" w:name="_Toc83888020"/>
      <w:bookmarkStart w:id="697" w:name="_Toc90588674"/>
      <w:r w:rsidRPr="00AA54EC">
        <w:rPr>
          <w:lang w:val="sv-FI"/>
        </w:rPr>
        <w:lastRenderedPageBreak/>
        <w:t>5.3B.1</w:t>
      </w:r>
      <w:r w:rsidRPr="00AA54EC">
        <w:rPr>
          <w:lang w:val="sv-FI"/>
        </w:rPr>
        <w:tab/>
        <w:t>Intra-band EN-DC in FR1</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14:paraId="5780DC90" w14:textId="77777777" w:rsidR="00906172" w:rsidRPr="00E062F1" w:rsidRDefault="00906172" w:rsidP="00A2569B">
      <w:pPr>
        <w:pStyle w:val="Heading4"/>
        <w:rPr>
          <w:rFonts w:eastAsia="Times New Roman"/>
          <w:lang w:eastAsia="ko-KR"/>
        </w:rPr>
      </w:pPr>
      <w:bookmarkStart w:id="698" w:name="_Toc21351507"/>
      <w:bookmarkStart w:id="699" w:name="_Toc29807089"/>
      <w:bookmarkStart w:id="700" w:name="_Toc36648803"/>
      <w:bookmarkStart w:id="701" w:name="_Toc36651528"/>
      <w:bookmarkStart w:id="702" w:name="_Toc37256462"/>
      <w:bookmarkStart w:id="703" w:name="_Toc37256803"/>
      <w:bookmarkStart w:id="704" w:name="_Toc45890494"/>
      <w:bookmarkStart w:id="705" w:name="_Toc45891718"/>
      <w:bookmarkStart w:id="706" w:name="_Toc45892128"/>
      <w:bookmarkStart w:id="707" w:name="_Toc45892538"/>
      <w:bookmarkStart w:id="708" w:name="_Toc52352951"/>
      <w:bookmarkStart w:id="709" w:name="_Toc53174774"/>
      <w:bookmarkStart w:id="710" w:name="_Toc61375923"/>
      <w:bookmarkStart w:id="711" w:name="_Toc61376335"/>
      <w:bookmarkStart w:id="712" w:name="_Toc67938606"/>
      <w:bookmarkStart w:id="713" w:name="_Toc76454208"/>
      <w:bookmarkStart w:id="714" w:name="_Toc76719628"/>
      <w:bookmarkStart w:id="715" w:name="_Toc76720148"/>
      <w:bookmarkStart w:id="716" w:name="_Toc83742845"/>
      <w:bookmarkStart w:id="717" w:name="_Toc83887220"/>
      <w:bookmarkStart w:id="718" w:name="_Toc83888021"/>
      <w:bookmarkStart w:id="719" w:name="_Toc90588675"/>
      <w:r w:rsidRPr="00E062F1">
        <w:t>5.3B.1.1</w:t>
      </w:r>
      <w:r w:rsidRPr="00E062F1">
        <w:tab/>
        <w:t>General</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p w14:paraId="059A5AE8" w14:textId="77777777" w:rsidR="00906172" w:rsidRPr="00E062F1" w:rsidRDefault="00906172" w:rsidP="00906172">
      <w:pPr>
        <w:overflowPunct w:val="0"/>
        <w:autoSpaceDE w:val="0"/>
        <w:autoSpaceDN w:val="0"/>
        <w:adjustRightInd w:val="0"/>
        <w:textAlignment w:val="baseline"/>
        <w:rPr>
          <w:rFonts w:eastAsia="Times New Roman"/>
          <w:lang w:eastAsia="ko-KR"/>
        </w:rPr>
      </w:pPr>
      <w:r w:rsidRPr="00E062F1">
        <w:rPr>
          <w:rFonts w:eastAsia="Times New Roman"/>
          <w:lang w:eastAsia="ko-KR"/>
        </w:rPr>
        <w:t>The requirements for intra-band EN-DC in this specification are defined for EN-DC configurations with associated bandwidth combination sets.</w:t>
      </w:r>
    </w:p>
    <w:p w14:paraId="0D9E1A8D" w14:textId="77777777" w:rsidR="00906172" w:rsidRPr="00E062F1" w:rsidRDefault="00906172" w:rsidP="00906172">
      <w:pPr>
        <w:overflowPunct w:val="0"/>
        <w:autoSpaceDE w:val="0"/>
        <w:autoSpaceDN w:val="0"/>
        <w:adjustRightInd w:val="0"/>
        <w:textAlignment w:val="baseline"/>
        <w:rPr>
          <w:rFonts w:eastAsia="Times New Roman"/>
          <w:lang w:eastAsia="ko-KR"/>
        </w:rPr>
      </w:pPr>
      <w:r w:rsidRPr="00E062F1">
        <w:rPr>
          <w:rFonts w:eastAsia="Times New Roman"/>
          <w:lang w:eastAsia="ko-KR"/>
        </w:rPr>
        <w:t xml:space="preserve">For each EN-DC configuration, requirements are specified for all bandwidth combinations contained in a </w:t>
      </w:r>
      <w:r w:rsidRPr="00E062F1">
        <w:rPr>
          <w:rFonts w:eastAsia="Times New Roman"/>
          <w:i/>
          <w:iCs/>
          <w:lang w:eastAsia="ko-KR"/>
        </w:rPr>
        <w:t>bandwidth combination set</w:t>
      </w:r>
      <w:r w:rsidRPr="00E062F1">
        <w:rPr>
          <w:rFonts w:eastAsia="Times New Roman"/>
          <w:lang w:eastAsia="ko-KR"/>
        </w:rPr>
        <w:t>, which is indicated per supported band combination in the UE radio access capability. A UE can indicate support of several bandwidth combination sets per band combination.</w:t>
      </w:r>
    </w:p>
    <w:p w14:paraId="4BBF9864" w14:textId="77777777" w:rsidR="00906172" w:rsidRPr="00E062F1" w:rsidRDefault="00906172" w:rsidP="00A2569B">
      <w:pPr>
        <w:pStyle w:val="Heading4"/>
      </w:pPr>
      <w:bookmarkStart w:id="720" w:name="_Toc21351508"/>
      <w:bookmarkStart w:id="721" w:name="_Toc29807090"/>
      <w:bookmarkStart w:id="722" w:name="_Toc36648804"/>
      <w:bookmarkStart w:id="723" w:name="_Toc36651529"/>
      <w:bookmarkStart w:id="724" w:name="_Toc37256463"/>
      <w:bookmarkStart w:id="725" w:name="_Toc37256804"/>
      <w:bookmarkStart w:id="726" w:name="_Toc45890495"/>
      <w:bookmarkStart w:id="727" w:name="_Toc45891719"/>
      <w:bookmarkStart w:id="728" w:name="_Toc45892129"/>
      <w:bookmarkStart w:id="729" w:name="_Toc45892539"/>
      <w:bookmarkStart w:id="730" w:name="_Toc52352952"/>
      <w:bookmarkStart w:id="731" w:name="_Toc53174775"/>
      <w:bookmarkStart w:id="732" w:name="_Toc61375924"/>
      <w:bookmarkStart w:id="733" w:name="_Toc61376336"/>
      <w:bookmarkStart w:id="734" w:name="_Toc67938607"/>
      <w:bookmarkStart w:id="735" w:name="_Toc76454209"/>
      <w:bookmarkStart w:id="736" w:name="_Toc76719629"/>
      <w:bookmarkStart w:id="737" w:name="_Toc76720149"/>
      <w:bookmarkStart w:id="738" w:name="_Toc83742846"/>
      <w:bookmarkStart w:id="739" w:name="_Toc83887221"/>
      <w:bookmarkStart w:id="740" w:name="_Toc83888022"/>
      <w:bookmarkStart w:id="741" w:name="_Toc90588676"/>
      <w:r w:rsidRPr="00E062F1">
        <w:t>5.3B.1.2</w:t>
      </w:r>
      <w:r w:rsidRPr="00E062F1">
        <w:tab/>
        <w:t>BCS for Intra-band contiguous EN-DC</w:t>
      </w:r>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14:paraId="1046033B" w14:textId="46C0FCD7" w:rsidR="00906172" w:rsidRPr="00E062F1" w:rsidRDefault="00906172" w:rsidP="00906172">
      <w:pPr>
        <w:overflowPunct w:val="0"/>
        <w:autoSpaceDE w:val="0"/>
        <w:autoSpaceDN w:val="0"/>
        <w:adjustRightInd w:val="0"/>
        <w:textAlignment w:val="baseline"/>
        <w:rPr>
          <w:rFonts w:eastAsia="Times New Roman"/>
          <w:lang w:eastAsia="ko-KR"/>
        </w:rPr>
      </w:pPr>
      <w:r w:rsidRPr="00E062F1">
        <w:rPr>
          <w:rFonts w:eastAsia="Times New Roman"/>
          <w:lang w:eastAsia="ko-KR"/>
        </w:rPr>
        <w:t xml:space="preserve">For intra-band contiguous EN-DC, an EN-DC configuration is </w:t>
      </w:r>
      <w:r w:rsidR="00CE3B21">
        <w:rPr>
          <w:rFonts w:eastAsia="Times New Roman"/>
          <w:lang w:eastAsia="ko-KR"/>
        </w:rPr>
        <w:t>consisting of an E-UTRA band and a corresponding NR band having the same frequency range which supports</w:t>
      </w:r>
      <w:r w:rsidRPr="00E062F1">
        <w:rPr>
          <w:rFonts w:eastAsia="Times New Roman"/>
          <w:lang w:eastAsia="ko-KR"/>
        </w:rPr>
        <w:t xml:space="preserve"> a</w:t>
      </w:r>
      <w:r w:rsidR="00797816" w:rsidRPr="00E062F1">
        <w:rPr>
          <w:rFonts w:eastAsia="Times New Roman"/>
          <w:lang w:eastAsia="ko-KR"/>
        </w:rPr>
        <w:t>n intra-band contiguous EN-DC</w:t>
      </w:r>
      <w:r w:rsidRPr="00E062F1">
        <w:rPr>
          <w:rFonts w:eastAsia="Times New Roman"/>
          <w:lang w:eastAsia="ko-KR"/>
        </w:rPr>
        <w:t xml:space="preserve"> bandwidth class.</w:t>
      </w:r>
    </w:p>
    <w:p w14:paraId="68F6AC2C" w14:textId="5DF2F0CC" w:rsidR="00906172" w:rsidRPr="00E062F1" w:rsidRDefault="00C47330" w:rsidP="00906172">
      <w:pPr>
        <w:overflowPunct w:val="0"/>
        <w:autoSpaceDE w:val="0"/>
        <w:autoSpaceDN w:val="0"/>
        <w:adjustRightInd w:val="0"/>
        <w:textAlignment w:val="baseline"/>
        <w:rPr>
          <w:rFonts w:eastAsia="Times New Roman"/>
          <w:lang w:eastAsia="ko-KR"/>
        </w:rPr>
      </w:pPr>
      <w:r w:rsidRPr="00E062F1">
        <w:rPr>
          <w:rFonts w:eastAsia="Times New Roman"/>
          <w:lang w:eastAsia="ko-KR"/>
        </w:rPr>
        <w:t>B</w:t>
      </w:r>
      <w:r w:rsidR="00906172" w:rsidRPr="00E062F1">
        <w:rPr>
          <w:rFonts w:eastAsia="Times New Roman"/>
          <w:lang w:eastAsia="ko-KR"/>
        </w:rPr>
        <w:t>andwidth combination sets</w:t>
      </w:r>
      <w:r w:rsidRPr="00E062F1">
        <w:rPr>
          <w:rFonts w:eastAsia="Times New Roman"/>
          <w:lang w:eastAsia="ko-KR"/>
        </w:rPr>
        <w:t xml:space="preserve"> for intra-band contiguous EN-DC are</w:t>
      </w:r>
      <w:r w:rsidR="00906172" w:rsidRPr="00E062F1">
        <w:rPr>
          <w:rFonts w:eastAsia="Times New Roman"/>
          <w:lang w:eastAsia="ko-KR"/>
        </w:rPr>
        <w:t xml:space="preserve"> specified in Table 5.3B.1.2-1.</w:t>
      </w:r>
      <w:r w:rsidR="00F368DA" w:rsidRPr="003B4444">
        <w:t xml:space="preserve"> </w:t>
      </w:r>
      <w:bookmarkStart w:id="742" w:name="_Hlk63675745"/>
      <w:r w:rsidR="00F368DA" w:rsidRPr="003B4444">
        <w:rPr>
          <w:rFonts w:eastAsia="Times New Roman"/>
          <w:lang w:eastAsia="ko-KR"/>
        </w:rPr>
        <w:t>The EN-DC configurations and bandwidth combination sets in Table 5.3B.1.2-1 also apply to higher order EN-DC combinations that include inter-band and intra-band EN-DC on the downlink and inter-band EN-DC on the uplink. If no BCS is reported in the UE capabilities for an intra-band combination the default is that the UE supports BCS0.</w:t>
      </w:r>
      <w:bookmarkEnd w:id="742"/>
    </w:p>
    <w:p w14:paraId="5A380799" w14:textId="77777777" w:rsidR="00906172" w:rsidRPr="00E062F1" w:rsidRDefault="00906172" w:rsidP="00906172">
      <w:pPr>
        <w:pStyle w:val="TH"/>
      </w:pPr>
      <w:r w:rsidRPr="00E062F1">
        <w:lastRenderedPageBreak/>
        <w:t>Table 5.3B.1.2-1: EN-DC configurations and bandwidth combination sets defined for intra-band contiguous EN-DC</w:t>
      </w:r>
    </w:p>
    <w:tbl>
      <w:tblPr>
        <w:tblW w:w="9702" w:type="dxa"/>
        <w:tblInd w:w="-98" w:type="dxa"/>
        <w:tblCellMar>
          <w:left w:w="0" w:type="dxa"/>
          <w:right w:w="0" w:type="dxa"/>
        </w:tblCellMar>
        <w:tblLook w:val="04A0" w:firstRow="1" w:lastRow="0" w:firstColumn="1" w:lastColumn="0" w:noHBand="0" w:noVBand="1"/>
      </w:tblPr>
      <w:tblGrid>
        <w:gridCol w:w="1474"/>
        <w:gridCol w:w="1560"/>
        <w:gridCol w:w="1411"/>
        <w:gridCol w:w="1409"/>
        <w:gridCol w:w="1320"/>
        <w:gridCol w:w="1236"/>
        <w:gridCol w:w="1292"/>
      </w:tblGrid>
      <w:tr w:rsidR="00252A01" w:rsidRPr="00E062F1" w14:paraId="66601F06" w14:textId="77777777" w:rsidTr="006B3BD2">
        <w:trPr>
          <w:trHeight w:val="187"/>
          <w:tblHeader/>
        </w:trPr>
        <w:tc>
          <w:tcPr>
            <w:tcW w:w="9702"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365B79" w14:textId="77777777" w:rsidR="00252A01" w:rsidRPr="00E062F1" w:rsidRDefault="00252A01" w:rsidP="006B3BD2">
            <w:pPr>
              <w:pStyle w:val="TAH"/>
              <w:rPr>
                <w:rFonts w:ascii="Calibri" w:hAnsi="Calibri" w:cs="Calibri"/>
                <w:sz w:val="22"/>
                <w:szCs w:val="22"/>
                <w:lang w:eastAsia="en-GB"/>
              </w:rPr>
            </w:pPr>
            <w:r w:rsidRPr="00E062F1">
              <w:rPr>
                <w:lang w:eastAsia="en-GB"/>
              </w:rPr>
              <w:lastRenderedPageBreak/>
              <w:t>E-UTRA – NR configuration / Bandwidth combination set</w:t>
            </w:r>
          </w:p>
        </w:tc>
      </w:tr>
      <w:tr w:rsidR="009E113B" w:rsidRPr="00E062F1" w14:paraId="264705C9" w14:textId="77777777" w:rsidTr="006B3BD2">
        <w:trPr>
          <w:trHeight w:val="187"/>
          <w:tblHeader/>
        </w:trPr>
        <w:tc>
          <w:tcPr>
            <w:tcW w:w="1474"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109322DE" w14:textId="77777777" w:rsidR="009E113B" w:rsidRPr="00E062F1" w:rsidRDefault="009E113B" w:rsidP="006B3BD2">
            <w:pPr>
              <w:pStyle w:val="TAH"/>
              <w:rPr>
                <w:lang w:eastAsia="en-GB"/>
              </w:rPr>
            </w:pPr>
            <w:r w:rsidRPr="00E062F1">
              <w:rPr>
                <w:lang w:eastAsia="en-GB"/>
              </w:rPr>
              <w:t>Downlink</w:t>
            </w:r>
          </w:p>
          <w:p w14:paraId="77AD5186" w14:textId="77777777" w:rsidR="009E113B" w:rsidRPr="00E062F1" w:rsidRDefault="009E113B" w:rsidP="006B3BD2">
            <w:pPr>
              <w:pStyle w:val="TAH"/>
              <w:rPr>
                <w:rFonts w:ascii="Calibri" w:hAnsi="Calibri" w:cs="Calibri"/>
                <w:sz w:val="22"/>
                <w:szCs w:val="22"/>
                <w:lang w:eastAsia="en-GB"/>
              </w:rPr>
            </w:pPr>
            <w:r w:rsidRPr="00E062F1">
              <w:rPr>
                <w:lang w:eastAsia="en-GB"/>
              </w:rPr>
              <w:t>EN-DC configuration</w:t>
            </w:r>
          </w:p>
        </w:tc>
        <w:tc>
          <w:tcPr>
            <w:tcW w:w="156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4F1D6855" w14:textId="77777777" w:rsidR="009E113B" w:rsidRPr="00E062F1" w:rsidRDefault="009E113B" w:rsidP="006B3BD2">
            <w:pPr>
              <w:pStyle w:val="TAH"/>
              <w:rPr>
                <w:rFonts w:ascii="Calibri" w:hAnsi="Calibri" w:cs="Calibri"/>
                <w:sz w:val="22"/>
                <w:szCs w:val="22"/>
                <w:lang w:eastAsia="en-GB"/>
              </w:rPr>
            </w:pPr>
            <w:r w:rsidRPr="00E062F1">
              <w:rPr>
                <w:lang w:eastAsia="ja-JP"/>
              </w:rPr>
              <w:t>Uplink EN-DC configurations</w:t>
            </w:r>
          </w:p>
        </w:tc>
        <w:tc>
          <w:tcPr>
            <w:tcW w:w="414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385906" w14:textId="77777777" w:rsidR="009E113B" w:rsidRPr="00E062F1" w:rsidRDefault="009E113B" w:rsidP="006B3BD2">
            <w:pPr>
              <w:pStyle w:val="TAH"/>
              <w:rPr>
                <w:rFonts w:ascii="Calibri" w:hAnsi="Calibri" w:cs="Calibri"/>
                <w:sz w:val="22"/>
                <w:szCs w:val="22"/>
                <w:lang w:eastAsia="en-GB"/>
              </w:rPr>
            </w:pPr>
            <w:r w:rsidRPr="00E062F1">
              <w:rPr>
                <w:lang w:eastAsia="en-GB"/>
              </w:rPr>
              <w:t>Component carriers in order of increasing carrier frequency</w:t>
            </w:r>
          </w:p>
        </w:tc>
        <w:tc>
          <w:tcPr>
            <w:tcW w:w="1236"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2ABC1459" w14:textId="77777777" w:rsidR="009E113B" w:rsidRPr="00E062F1" w:rsidRDefault="009E113B" w:rsidP="006B3BD2">
            <w:pPr>
              <w:pStyle w:val="TAH"/>
              <w:rPr>
                <w:rFonts w:ascii="Calibri" w:hAnsi="Calibri" w:cs="Calibri"/>
                <w:sz w:val="22"/>
                <w:szCs w:val="22"/>
                <w:lang w:eastAsia="en-GB"/>
              </w:rPr>
            </w:pPr>
            <w:r w:rsidRPr="00E062F1">
              <w:rPr>
                <w:lang w:eastAsia="en-GB"/>
              </w:rPr>
              <w:t xml:space="preserve">Maximum aggregated </w:t>
            </w:r>
            <w:r w:rsidRPr="00E062F1">
              <w:rPr>
                <w:lang w:eastAsia="en-GB"/>
              </w:rPr>
              <w:br/>
              <w:t>bandwidth (MHz)</w:t>
            </w:r>
          </w:p>
        </w:tc>
        <w:tc>
          <w:tcPr>
            <w:tcW w:w="129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0C6553A8" w14:textId="77777777" w:rsidR="009E113B" w:rsidRPr="00E062F1" w:rsidRDefault="009E113B" w:rsidP="006B3BD2">
            <w:pPr>
              <w:pStyle w:val="TAH"/>
              <w:rPr>
                <w:rFonts w:ascii="Calibri" w:hAnsi="Calibri" w:cs="Calibri"/>
                <w:sz w:val="22"/>
                <w:szCs w:val="22"/>
                <w:lang w:eastAsia="en-GB"/>
              </w:rPr>
            </w:pPr>
            <w:r w:rsidRPr="00E062F1">
              <w:rPr>
                <w:lang w:eastAsia="en-GB"/>
              </w:rPr>
              <w:t>Bandwidth combination set</w:t>
            </w:r>
          </w:p>
        </w:tc>
      </w:tr>
      <w:tr w:rsidR="009E113B" w:rsidRPr="00E062F1" w14:paraId="18E587D6" w14:textId="77777777" w:rsidTr="006B3BD2">
        <w:trPr>
          <w:trHeight w:val="187"/>
          <w:tblHeader/>
        </w:trPr>
        <w:tc>
          <w:tcPr>
            <w:tcW w:w="0" w:type="auto"/>
            <w:tcBorders>
              <w:left w:val="single" w:sz="4" w:space="0" w:color="auto"/>
              <w:bottom w:val="single" w:sz="4" w:space="0" w:color="auto"/>
              <w:right w:val="single" w:sz="4" w:space="0" w:color="auto"/>
            </w:tcBorders>
            <w:shd w:val="clear" w:color="auto" w:fill="auto"/>
            <w:hideMark/>
          </w:tcPr>
          <w:p w14:paraId="0DB5BAE0" w14:textId="77777777" w:rsidR="009E113B" w:rsidRPr="00E062F1" w:rsidRDefault="009E113B" w:rsidP="00E031B8">
            <w:pPr>
              <w:pStyle w:val="TAH"/>
              <w:rPr>
                <w:lang w:eastAsia="en-GB"/>
              </w:rPr>
            </w:pPr>
          </w:p>
        </w:tc>
        <w:tc>
          <w:tcPr>
            <w:tcW w:w="0" w:type="auto"/>
            <w:tcBorders>
              <w:left w:val="single" w:sz="4" w:space="0" w:color="auto"/>
              <w:bottom w:val="single" w:sz="4" w:space="0" w:color="auto"/>
              <w:right w:val="single" w:sz="4" w:space="0" w:color="auto"/>
            </w:tcBorders>
            <w:shd w:val="clear" w:color="auto" w:fill="auto"/>
            <w:hideMark/>
          </w:tcPr>
          <w:p w14:paraId="0FCEE876" w14:textId="77777777" w:rsidR="009E113B" w:rsidRPr="00E062F1" w:rsidRDefault="009E113B" w:rsidP="00E031B8">
            <w:pPr>
              <w:pStyle w:val="TAH"/>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B8BC7B" w14:textId="77777777" w:rsidR="009E113B" w:rsidRPr="00E062F1" w:rsidRDefault="009E113B" w:rsidP="006B3BD2">
            <w:pPr>
              <w:pStyle w:val="TAH"/>
              <w:rPr>
                <w:rFonts w:ascii="Calibri" w:hAnsi="Calibri" w:cs="Calibri"/>
                <w:sz w:val="22"/>
                <w:szCs w:val="22"/>
                <w:lang w:eastAsia="en-GB"/>
              </w:rPr>
            </w:pPr>
            <w:r w:rsidRPr="00E062F1">
              <w:rPr>
                <w:lang w:eastAsia="en-GB"/>
              </w:rPr>
              <w:t>Channel bandwidths for E-UTRA carrier (MHz)</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236458" w14:textId="77777777" w:rsidR="009E113B" w:rsidRPr="00E062F1" w:rsidRDefault="009E113B" w:rsidP="006B3BD2">
            <w:pPr>
              <w:pStyle w:val="TAH"/>
              <w:rPr>
                <w:rFonts w:ascii="Calibri" w:hAnsi="Calibri" w:cs="Calibri"/>
                <w:sz w:val="22"/>
                <w:szCs w:val="22"/>
                <w:lang w:eastAsia="en-GB"/>
              </w:rPr>
            </w:pPr>
            <w:r w:rsidRPr="00E062F1">
              <w:rPr>
                <w:lang w:eastAsia="en-GB"/>
              </w:rPr>
              <w:t>Channel bandwidths for NR carrier (MHz)</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CD5D83" w14:textId="77777777" w:rsidR="009E113B" w:rsidRPr="00E062F1" w:rsidRDefault="009E113B" w:rsidP="006B3BD2">
            <w:pPr>
              <w:pStyle w:val="TAH"/>
              <w:rPr>
                <w:rFonts w:ascii="Calibri" w:hAnsi="Calibri" w:cs="Calibri"/>
                <w:sz w:val="22"/>
                <w:szCs w:val="22"/>
                <w:lang w:eastAsia="en-GB"/>
              </w:rPr>
            </w:pPr>
            <w:r w:rsidRPr="00E062F1">
              <w:rPr>
                <w:lang w:eastAsia="en-GB"/>
              </w:rPr>
              <w:t>Channel bandwidths for E-UTRA carrier (MHz)</w:t>
            </w:r>
          </w:p>
        </w:tc>
        <w:tc>
          <w:tcPr>
            <w:tcW w:w="0" w:type="auto"/>
            <w:tcBorders>
              <w:left w:val="single" w:sz="4" w:space="0" w:color="auto"/>
              <w:bottom w:val="single" w:sz="4" w:space="0" w:color="auto"/>
              <w:right w:val="single" w:sz="4" w:space="0" w:color="auto"/>
            </w:tcBorders>
            <w:shd w:val="clear" w:color="auto" w:fill="auto"/>
            <w:hideMark/>
          </w:tcPr>
          <w:p w14:paraId="0E892064" w14:textId="77777777" w:rsidR="009E113B" w:rsidRPr="00E062F1" w:rsidRDefault="009E113B" w:rsidP="00E031B8">
            <w:pPr>
              <w:pStyle w:val="TAH"/>
              <w:rPr>
                <w:lang w:eastAsia="en-GB"/>
              </w:rPr>
            </w:pPr>
          </w:p>
        </w:tc>
        <w:tc>
          <w:tcPr>
            <w:tcW w:w="0" w:type="auto"/>
            <w:tcBorders>
              <w:left w:val="single" w:sz="4" w:space="0" w:color="auto"/>
              <w:bottom w:val="single" w:sz="4" w:space="0" w:color="auto"/>
              <w:right w:val="single" w:sz="4" w:space="0" w:color="auto"/>
            </w:tcBorders>
            <w:shd w:val="clear" w:color="auto" w:fill="auto"/>
            <w:hideMark/>
          </w:tcPr>
          <w:p w14:paraId="3DAC5FD7" w14:textId="77777777" w:rsidR="009E113B" w:rsidRPr="00E062F1" w:rsidRDefault="009E113B" w:rsidP="00E031B8">
            <w:pPr>
              <w:pStyle w:val="TAH"/>
              <w:rPr>
                <w:lang w:eastAsia="en-GB"/>
              </w:rPr>
            </w:pPr>
          </w:p>
        </w:tc>
      </w:tr>
      <w:tr w:rsidR="009E113B" w:rsidRPr="00E062F1" w14:paraId="3ABA8A00" w14:textId="77777777" w:rsidTr="006B3BD2">
        <w:trPr>
          <w:trHeight w:val="187"/>
        </w:trPr>
        <w:tc>
          <w:tcPr>
            <w:tcW w:w="1474"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3898D038" w14:textId="77777777" w:rsidR="009E113B" w:rsidRPr="00E062F1" w:rsidRDefault="009E113B" w:rsidP="006B3BD2">
            <w:pPr>
              <w:pStyle w:val="TAC"/>
              <w:rPr>
                <w:lang w:eastAsia="zh-CN"/>
              </w:rPr>
            </w:pPr>
            <w:r w:rsidRPr="00E062F1">
              <w:rPr>
                <w:lang w:eastAsia="zh-CN"/>
              </w:rPr>
              <w:t>DC_(n)5AA</w:t>
            </w:r>
          </w:p>
        </w:tc>
        <w:tc>
          <w:tcPr>
            <w:tcW w:w="156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5978C604" w14:textId="77777777" w:rsidR="009E113B" w:rsidRPr="00E062F1" w:rsidRDefault="009E113B" w:rsidP="006B3BD2">
            <w:pPr>
              <w:pStyle w:val="TAC"/>
              <w:rPr>
                <w:lang w:eastAsia="zh-TW"/>
              </w:rPr>
            </w:pPr>
            <w:r w:rsidRPr="00E062F1">
              <w:rPr>
                <w:lang w:eastAsia="zh-CN"/>
              </w:rPr>
              <w:t>DC_(n)5AA</w:t>
            </w:r>
            <w:r w:rsidRPr="00E062F1">
              <w:rPr>
                <w:vertAlign w:val="superscript"/>
                <w:lang w:eastAsia="zh-TW"/>
              </w:rPr>
              <w:t>4</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5160D9" w14:textId="77777777" w:rsidR="009E113B" w:rsidRPr="00E062F1" w:rsidRDefault="009E113B" w:rsidP="006B3BD2">
            <w:pPr>
              <w:pStyle w:val="TAC"/>
              <w:rPr>
                <w:lang w:eastAsia="zh-CN"/>
              </w:rPr>
            </w:pPr>
            <w:r w:rsidRPr="00E062F1">
              <w:rPr>
                <w:lang w:eastAsia="zh-CN"/>
              </w:rPr>
              <w:t>5, 10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FD0CB2" w14:textId="77777777" w:rsidR="009E113B" w:rsidRPr="00E062F1" w:rsidRDefault="009E113B" w:rsidP="006B3BD2">
            <w:pPr>
              <w:pStyle w:val="TAC"/>
              <w:rPr>
                <w:lang w:eastAsia="zh-CN"/>
              </w:rPr>
            </w:pPr>
            <w:r w:rsidRPr="00E062F1">
              <w:rPr>
                <w:lang w:eastAsia="zh-CN"/>
              </w:rPr>
              <w:t>5, 10, 15, 20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DCD46B" w14:textId="77777777" w:rsidR="009E113B" w:rsidRPr="00E062F1" w:rsidRDefault="009E113B" w:rsidP="006B3BD2">
            <w:pPr>
              <w:pStyle w:val="TAC"/>
              <w:rPr>
                <w:lang w:eastAsia="en-GB"/>
              </w:rPr>
            </w:pPr>
          </w:p>
        </w:tc>
        <w:tc>
          <w:tcPr>
            <w:tcW w:w="1236"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39CDD8D9" w14:textId="77777777" w:rsidR="009E113B" w:rsidRPr="00E062F1" w:rsidRDefault="009E113B" w:rsidP="006B3BD2">
            <w:pPr>
              <w:pStyle w:val="TAC"/>
              <w:rPr>
                <w:lang w:eastAsia="zh-TW"/>
              </w:rPr>
            </w:pPr>
            <w:r w:rsidRPr="00E062F1">
              <w:rPr>
                <w:lang w:eastAsia="zh-CN"/>
              </w:rPr>
              <w:t>25</w:t>
            </w:r>
          </w:p>
        </w:tc>
        <w:tc>
          <w:tcPr>
            <w:tcW w:w="129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2904DDB7" w14:textId="77777777" w:rsidR="009E113B" w:rsidRPr="00E062F1" w:rsidRDefault="009E113B" w:rsidP="006B3BD2">
            <w:pPr>
              <w:pStyle w:val="TAC"/>
              <w:rPr>
                <w:lang w:eastAsia="zh-TW"/>
              </w:rPr>
            </w:pPr>
            <w:r w:rsidRPr="00E062F1">
              <w:rPr>
                <w:lang w:eastAsia="zh-CN"/>
              </w:rPr>
              <w:t>0</w:t>
            </w:r>
          </w:p>
        </w:tc>
      </w:tr>
      <w:tr w:rsidR="009E113B" w:rsidRPr="00E062F1" w14:paraId="460A5B59" w14:textId="77777777" w:rsidTr="006B3BD2">
        <w:trPr>
          <w:trHeight w:val="187"/>
        </w:trPr>
        <w:tc>
          <w:tcPr>
            <w:tcW w:w="1474"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14CF7A5" w14:textId="77777777" w:rsidR="009E113B" w:rsidRPr="00E062F1" w:rsidRDefault="009E113B" w:rsidP="006B3BD2">
            <w:pPr>
              <w:pStyle w:val="TAC"/>
              <w:rPr>
                <w:lang w:eastAsia="zh-CN"/>
              </w:rPr>
            </w:pPr>
          </w:p>
        </w:tc>
        <w:tc>
          <w:tcPr>
            <w:tcW w:w="1560"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C54006" w14:textId="77777777" w:rsidR="009E113B" w:rsidRPr="00E062F1" w:rsidRDefault="009E113B" w:rsidP="006B3BD2">
            <w:pPr>
              <w:pStyle w:val="TAC"/>
              <w:rPr>
                <w:lang w:eastAsia="zh-CN"/>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5D9CE" w14:textId="77777777" w:rsidR="009E113B" w:rsidRPr="00E062F1" w:rsidRDefault="009E113B" w:rsidP="006B3BD2">
            <w:pPr>
              <w:pStyle w:val="TAC"/>
              <w:rPr>
                <w:lang w:eastAsia="zh-CN"/>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F19373" w14:textId="77777777" w:rsidR="009E113B" w:rsidRPr="00E062F1" w:rsidRDefault="009E113B" w:rsidP="006B3BD2">
            <w:pPr>
              <w:pStyle w:val="TAC"/>
              <w:rPr>
                <w:lang w:eastAsia="zh-CN"/>
              </w:rPr>
            </w:pPr>
            <w:r w:rsidRPr="00E062F1">
              <w:rPr>
                <w:lang w:eastAsia="zh-CN"/>
              </w:rPr>
              <w:t>5, 10, 15, 20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B24D8F" w14:textId="77777777" w:rsidR="009E113B" w:rsidRPr="00E062F1" w:rsidRDefault="009E113B" w:rsidP="006B3BD2">
            <w:pPr>
              <w:pStyle w:val="TAC"/>
              <w:rPr>
                <w:lang w:eastAsia="en-GB"/>
              </w:rPr>
            </w:pPr>
            <w:r w:rsidRPr="00E062F1">
              <w:rPr>
                <w:lang w:eastAsia="zh-CN"/>
              </w:rPr>
              <w:t>5, 10</w:t>
            </w:r>
          </w:p>
        </w:tc>
        <w:tc>
          <w:tcPr>
            <w:tcW w:w="1236"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565C4A" w14:textId="77777777" w:rsidR="009E113B" w:rsidRPr="00E062F1" w:rsidRDefault="009E113B" w:rsidP="006B3BD2">
            <w:pPr>
              <w:pStyle w:val="TAC"/>
              <w:rPr>
                <w:lang w:eastAsia="zh-TW"/>
              </w:rPr>
            </w:pPr>
          </w:p>
        </w:tc>
        <w:tc>
          <w:tcPr>
            <w:tcW w:w="1292"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71F4798" w14:textId="77777777" w:rsidR="009E113B" w:rsidRPr="00E062F1" w:rsidRDefault="009E113B" w:rsidP="006B3BD2">
            <w:pPr>
              <w:pStyle w:val="TAC"/>
              <w:rPr>
                <w:lang w:eastAsia="zh-TW"/>
              </w:rPr>
            </w:pPr>
          </w:p>
        </w:tc>
      </w:tr>
      <w:tr w:rsidR="009E113B" w:rsidRPr="00E062F1" w14:paraId="6F1034F1" w14:textId="77777777" w:rsidTr="006B3BD2">
        <w:trPr>
          <w:trHeight w:val="187"/>
        </w:trPr>
        <w:tc>
          <w:tcPr>
            <w:tcW w:w="1474"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165F49F7" w14:textId="77777777" w:rsidR="009E113B" w:rsidRPr="00E062F1" w:rsidRDefault="009E113B" w:rsidP="006B3BD2">
            <w:pPr>
              <w:pStyle w:val="TAC"/>
              <w:rPr>
                <w:lang w:eastAsia="zh-CN"/>
              </w:rPr>
            </w:pPr>
            <w:r w:rsidRPr="00E062F1">
              <w:rPr>
                <w:lang w:eastAsia="zh-CN"/>
              </w:rPr>
              <w:t>DC_(n)12AA</w:t>
            </w:r>
          </w:p>
        </w:tc>
        <w:tc>
          <w:tcPr>
            <w:tcW w:w="156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60A53A08" w14:textId="77777777" w:rsidR="009E113B" w:rsidRPr="00E062F1" w:rsidRDefault="009E113B" w:rsidP="006B3BD2">
            <w:pPr>
              <w:pStyle w:val="TAC"/>
              <w:rPr>
                <w:lang w:eastAsia="zh-TW"/>
              </w:rPr>
            </w:pPr>
            <w:r w:rsidRPr="00E062F1">
              <w:rPr>
                <w:lang w:eastAsia="zh-CN"/>
              </w:rPr>
              <w:t>DC_(n)12AA</w:t>
            </w:r>
            <w:r w:rsidRPr="00E062F1">
              <w:rPr>
                <w:vertAlign w:val="superscript"/>
                <w:lang w:eastAsia="zh-TW"/>
              </w:rPr>
              <w:t>4</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B032AD" w14:textId="77777777" w:rsidR="009E113B" w:rsidRPr="00E062F1" w:rsidRDefault="009E113B" w:rsidP="006B3BD2">
            <w:pPr>
              <w:pStyle w:val="TAC"/>
              <w:rPr>
                <w:lang w:eastAsia="zh-CN"/>
              </w:rPr>
            </w:pPr>
            <w:r w:rsidRPr="00E062F1">
              <w:rPr>
                <w:lang w:eastAsia="zh-CN"/>
              </w:rPr>
              <w:t>5, 10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94F4A9" w14:textId="77777777" w:rsidR="009E113B" w:rsidRPr="00E062F1" w:rsidRDefault="009E113B" w:rsidP="006B3BD2">
            <w:pPr>
              <w:pStyle w:val="TAC"/>
              <w:rPr>
                <w:lang w:eastAsia="zh-CN"/>
              </w:rPr>
            </w:pPr>
            <w:r w:rsidRPr="00E062F1">
              <w:rPr>
                <w:lang w:eastAsia="zh-CN"/>
              </w:rPr>
              <w:t>5, 10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7ABAC2" w14:textId="77777777" w:rsidR="009E113B" w:rsidRPr="00E062F1" w:rsidRDefault="009E113B" w:rsidP="006B3BD2">
            <w:pPr>
              <w:pStyle w:val="TAC"/>
              <w:rPr>
                <w:lang w:eastAsia="en-GB"/>
              </w:rPr>
            </w:pPr>
          </w:p>
        </w:tc>
        <w:tc>
          <w:tcPr>
            <w:tcW w:w="1236"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5B5B6344" w14:textId="77777777" w:rsidR="009E113B" w:rsidRPr="00E062F1" w:rsidRDefault="009E113B" w:rsidP="006B3BD2">
            <w:pPr>
              <w:pStyle w:val="TAC"/>
              <w:rPr>
                <w:lang w:eastAsia="zh-TW"/>
              </w:rPr>
            </w:pPr>
            <w:r w:rsidRPr="00E062F1">
              <w:rPr>
                <w:lang w:eastAsia="zh-CN"/>
              </w:rPr>
              <w:t>15</w:t>
            </w:r>
          </w:p>
        </w:tc>
        <w:tc>
          <w:tcPr>
            <w:tcW w:w="129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5BFC09C8" w14:textId="77777777" w:rsidR="009E113B" w:rsidRPr="00E062F1" w:rsidRDefault="009E113B" w:rsidP="006B3BD2">
            <w:pPr>
              <w:pStyle w:val="TAC"/>
              <w:rPr>
                <w:lang w:eastAsia="zh-TW"/>
              </w:rPr>
            </w:pPr>
            <w:r w:rsidRPr="00E062F1">
              <w:rPr>
                <w:lang w:eastAsia="zh-CN"/>
              </w:rPr>
              <w:t>0</w:t>
            </w:r>
          </w:p>
        </w:tc>
      </w:tr>
      <w:tr w:rsidR="009E113B" w:rsidRPr="00E062F1" w14:paraId="3A67F417" w14:textId="77777777" w:rsidTr="006B3BD2">
        <w:trPr>
          <w:trHeight w:val="187"/>
        </w:trPr>
        <w:tc>
          <w:tcPr>
            <w:tcW w:w="1474"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CBE1FB" w14:textId="77777777" w:rsidR="009E113B" w:rsidRPr="00E062F1" w:rsidRDefault="009E113B" w:rsidP="006B3BD2">
            <w:pPr>
              <w:pStyle w:val="TAC"/>
              <w:rPr>
                <w:lang w:eastAsia="zh-CN"/>
              </w:rPr>
            </w:pPr>
          </w:p>
        </w:tc>
        <w:tc>
          <w:tcPr>
            <w:tcW w:w="1560"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7A951B2" w14:textId="77777777" w:rsidR="009E113B" w:rsidRPr="00E062F1" w:rsidRDefault="009E113B" w:rsidP="006B3BD2">
            <w:pPr>
              <w:pStyle w:val="TAC"/>
              <w:rPr>
                <w:lang w:eastAsia="zh-CN"/>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AFE8A3" w14:textId="77777777" w:rsidR="009E113B" w:rsidRPr="00E062F1" w:rsidRDefault="009E113B" w:rsidP="006B3BD2">
            <w:pPr>
              <w:pStyle w:val="TAC"/>
              <w:rPr>
                <w:lang w:eastAsia="zh-CN"/>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7CA049" w14:textId="77777777" w:rsidR="009E113B" w:rsidRPr="00E062F1" w:rsidRDefault="009E113B" w:rsidP="006B3BD2">
            <w:pPr>
              <w:pStyle w:val="TAC"/>
              <w:rPr>
                <w:lang w:eastAsia="zh-CN"/>
              </w:rPr>
            </w:pPr>
            <w:r w:rsidRPr="00E062F1">
              <w:rPr>
                <w:lang w:eastAsia="zh-CN"/>
              </w:rPr>
              <w:t>5, 10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1E0016" w14:textId="77777777" w:rsidR="009E113B" w:rsidRPr="00E062F1" w:rsidRDefault="009E113B" w:rsidP="006B3BD2">
            <w:pPr>
              <w:pStyle w:val="TAC"/>
              <w:rPr>
                <w:lang w:eastAsia="en-GB"/>
              </w:rPr>
            </w:pPr>
            <w:r w:rsidRPr="00E062F1">
              <w:rPr>
                <w:lang w:eastAsia="zh-CN"/>
              </w:rPr>
              <w:t>5, 10</w:t>
            </w:r>
          </w:p>
        </w:tc>
        <w:tc>
          <w:tcPr>
            <w:tcW w:w="1236"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9F637A9" w14:textId="77777777" w:rsidR="009E113B" w:rsidRPr="00E062F1" w:rsidRDefault="009E113B" w:rsidP="006B3BD2">
            <w:pPr>
              <w:pStyle w:val="TAC"/>
              <w:rPr>
                <w:lang w:eastAsia="zh-TW"/>
              </w:rPr>
            </w:pPr>
          </w:p>
        </w:tc>
        <w:tc>
          <w:tcPr>
            <w:tcW w:w="1292"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C24F45" w14:textId="77777777" w:rsidR="009E113B" w:rsidRPr="00E062F1" w:rsidRDefault="009E113B" w:rsidP="006B3BD2">
            <w:pPr>
              <w:pStyle w:val="TAC"/>
              <w:rPr>
                <w:lang w:eastAsia="zh-TW"/>
              </w:rPr>
            </w:pPr>
          </w:p>
        </w:tc>
      </w:tr>
      <w:tr w:rsidR="009E113B" w:rsidRPr="00E062F1" w14:paraId="734A98D5" w14:textId="77777777" w:rsidTr="006B3BD2">
        <w:trPr>
          <w:trHeight w:val="187"/>
        </w:trPr>
        <w:tc>
          <w:tcPr>
            <w:tcW w:w="1474"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410BF118" w14:textId="77777777" w:rsidR="009E113B" w:rsidRPr="00E062F1" w:rsidRDefault="009E113B" w:rsidP="006B3BD2">
            <w:pPr>
              <w:pStyle w:val="TAC"/>
              <w:rPr>
                <w:lang w:eastAsia="en-GB"/>
              </w:rPr>
            </w:pPr>
            <w:r w:rsidRPr="00E062F1">
              <w:rPr>
                <w:lang w:eastAsia="zh-CN"/>
              </w:rPr>
              <w:t>DC_(n)38AA</w:t>
            </w:r>
          </w:p>
        </w:tc>
        <w:tc>
          <w:tcPr>
            <w:tcW w:w="156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022CFE4A" w14:textId="77777777" w:rsidR="009E113B" w:rsidRPr="00E062F1" w:rsidRDefault="009E113B" w:rsidP="006B3BD2">
            <w:pPr>
              <w:pStyle w:val="TAC"/>
              <w:rPr>
                <w:lang w:eastAsia="zh-TW"/>
              </w:rPr>
            </w:pPr>
            <w:r w:rsidRPr="00E062F1">
              <w:rPr>
                <w:lang w:eastAsia="zh-CN"/>
              </w:rPr>
              <w:t>DC_(n)38AA</w:t>
            </w:r>
            <w:r w:rsidRPr="00E062F1">
              <w:rPr>
                <w:vertAlign w:val="superscript"/>
                <w:lang w:eastAsia="zh-TW"/>
              </w:rPr>
              <w:t>4</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2404D3" w14:textId="77777777" w:rsidR="009E113B" w:rsidRPr="00E062F1" w:rsidRDefault="009E113B" w:rsidP="006B3BD2">
            <w:pPr>
              <w:pStyle w:val="TAC"/>
              <w:rPr>
                <w:lang w:eastAsia="en-GB"/>
              </w:rPr>
            </w:pPr>
            <w:r w:rsidRPr="00E062F1">
              <w:rPr>
                <w:lang w:eastAsia="zh-CN"/>
              </w:rPr>
              <w:t>5, 10, 15, 20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D9BF03" w14:textId="77777777" w:rsidR="009E113B" w:rsidRPr="00E062F1" w:rsidRDefault="009E113B" w:rsidP="006B3BD2">
            <w:pPr>
              <w:pStyle w:val="TAC"/>
              <w:rPr>
                <w:lang w:eastAsia="en-GB"/>
              </w:rPr>
            </w:pPr>
            <w:r w:rsidRPr="00E062F1">
              <w:rPr>
                <w:lang w:eastAsia="zh-CN"/>
              </w:rPr>
              <w:t>5, 10, 15, 20, 40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81B4F3" w14:textId="77777777" w:rsidR="009E113B" w:rsidRPr="00E062F1" w:rsidRDefault="009E113B" w:rsidP="006B3BD2">
            <w:pPr>
              <w:pStyle w:val="TAC"/>
              <w:rPr>
                <w:lang w:eastAsia="en-GB"/>
              </w:rPr>
            </w:pPr>
          </w:p>
        </w:tc>
        <w:tc>
          <w:tcPr>
            <w:tcW w:w="1236"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3607A678" w14:textId="77777777" w:rsidR="009E113B" w:rsidRPr="00E062F1" w:rsidRDefault="009E113B" w:rsidP="006B3BD2">
            <w:pPr>
              <w:pStyle w:val="TAC"/>
              <w:rPr>
                <w:lang w:eastAsia="zh-TW"/>
              </w:rPr>
            </w:pPr>
            <w:r w:rsidRPr="00E062F1">
              <w:rPr>
                <w:lang w:eastAsia="zh-TW"/>
              </w:rPr>
              <w:t>50</w:t>
            </w:r>
          </w:p>
        </w:tc>
        <w:tc>
          <w:tcPr>
            <w:tcW w:w="129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5E8A1B6A" w14:textId="77777777" w:rsidR="009E113B" w:rsidRPr="00E062F1" w:rsidRDefault="009E113B" w:rsidP="006B3BD2">
            <w:pPr>
              <w:pStyle w:val="TAC"/>
              <w:rPr>
                <w:lang w:eastAsia="zh-TW"/>
              </w:rPr>
            </w:pPr>
            <w:r w:rsidRPr="00E062F1">
              <w:rPr>
                <w:lang w:eastAsia="zh-TW"/>
              </w:rPr>
              <w:t>0</w:t>
            </w:r>
          </w:p>
        </w:tc>
      </w:tr>
      <w:tr w:rsidR="009E113B" w:rsidRPr="00E062F1" w14:paraId="25EB9351" w14:textId="77777777" w:rsidTr="006B3BD2">
        <w:trPr>
          <w:trHeight w:val="187"/>
        </w:trPr>
        <w:tc>
          <w:tcPr>
            <w:tcW w:w="1474"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FD60FBA" w14:textId="77777777" w:rsidR="009E113B" w:rsidRPr="00E062F1" w:rsidRDefault="009E113B" w:rsidP="006B3BD2">
            <w:pPr>
              <w:pStyle w:val="TAC"/>
              <w:rPr>
                <w:lang w:eastAsia="en-GB"/>
              </w:rPr>
            </w:pPr>
          </w:p>
        </w:tc>
        <w:tc>
          <w:tcPr>
            <w:tcW w:w="1560"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2261F39" w14:textId="77777777" w:rsidR="009E113B" w:rsidRPr="00E062F1" w:rsidRDefault="009E113B" w:rsidP="006B3BD2">
            <w:pPr>
              <w:pStyle w:val="TAC"/>
              <w:rPr>
                <w:lang w:eastAsia="ja-JP"/>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88A094"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85238F" w14:textId="77777777" w:rsidR="009E113B" w:rsidRPr="00E062F1" w:rsidRDefault="009E113B" w:rsidP="006B3BD2">
            <w:pPr>
              <w:pStyle w:val="TAC"/>
              <w:rPr>
                <w:lang w:eastAsia="en-GB"/>
              </w:rPr>
            </w:pPr>
            <w:r w:rsidRPr="00E062F1">
              <w:rPr>
                <w:lang w:eastAsia="zh-CN"/>
              </w:rPr>
              <w:t>5, 10, 15, 20, 40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B1FDF8" w14:textId="77777777" w:rsidR="009E113B" w:rsidRPr="00E062F1" w:rsidRDefault="009E113B" w:rsidP="006B3BD2">
            <w:pPr>
              <w:pStyle w:val="TAC"/>
              <w:rPr>
                <w:lang w:eastAsia="en-GB"/>
              </w:rPr>
            </w:pPr>
            <w:r w:rsidRPr="00E062F1">
              <w:rPr>
                <w:lang w:eastAsia="zh-CN"/>
              </w:rPr>
              <w:t>5, 10, 15, 20</w:t>
            </w:r>
          </w:p>
        </w:tc>
        <w:tc>
          <w:tcPr>
            <w:tcW w:w="1236"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68BE7A" w14:textId="77777777" w:rsidR="009E113B" w:rsidRPr="00E062F1" w:rsidRDefault="009E113B" w:rsidP="006B3BD2">
            <w:pPr>
              <w:pStyle w:val="TAC"/>
              <w:rPr>
                <w:lang w:eastAsia="en-GB"/>
              </w:rPr>
            </w:pPr>
          </w:p>
        </w:tc>
        <w:tc>
          <w:tcPr>
            <w:tcW w:w="1292"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5602EAE" w14:textId="77777777" w:rsidR="009E113B" w:rsidRPr="00E062F1" w:rsidRDefault="009E113B" w:rsidP="006B3BD2">
            <w:pPr>
              <w:pStyle w:val="TAC"/>
              <w:rPr>
                <w:lang w:eastAsia="en-GB"/>
              </w:rPr>
            </w:pPr>
          </w:p>
        </w:tc>
      </w:tr>
      <w:tr w:rsidR="009E113B" w:rsidRPr="00E062F1" w14:paraId="626C1655" w14:textId="77777777" w:rsidTr="006B3BD2">
        <w:trPr>
          <w:trHeight w:val="187"/>
        </w:trPr>
        <w:tc>
          <w:tcPr>
            <w:tcW w:w="1474"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597F568D" w14:textId="77777777" w:rsidR="009E113B" w:rsidRPr="00E062F1" w:rsidRDefault="009E113B" w:rsidP="006B3BD2">
            <w:pPr>
              <w:pStyle w:val="TAC"/>
              <w:rPr>
                <w:lang w:eastAsia="en-GB"/>
              </w:rPr>
            </w:pPr>
            <w:r w:rsidRPr="00E062F1">
              <w:rPr>
                <w:lang w:eastAsia="en-GB"/>
              </w:rPr>
              <w:t>DC_(n)41AA</w:t>
            </w:r>
          </w:p>
        </w:tc>
        <w:tc>
          <w:tcPr>
            <w:tcW w:w="156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05284E0C" w14:textId="77777777" w:rsidR="009E113B" w:rsidRPr="00E062F1" w:rsidRDefault="009E113B" w:rsidP="006B3BD2">
            <w:pPr>
              <w:pStyle w:val="TAC"/>
              <w:rPr>
                <w:lang w:eastAsia="en-GB"/>
              </w:rPr>
            </w:pPr>
            <w:r w:rsidRPr="00E062F1">
              <w:rPr>
                <w:lang w:eastAsia="ja-JP"/>
              </w:rPr>
              <w:t>DC_(n)41AA</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46C845" w14:textId="77777777" w:rsidR="009E113B" w:rsidRPr="00E062F1" w:rsidRDefault="009E113B" w:rsidP="006B3BD2">
            <w:pPr>
              <w:pStyle w:val="TAC"/>
              <w:rPr>
                <w:lang w:eastAsia="en-GB"/>
              </w:rPr>
            </w:pPr>
            <w:r w:rsidRPr="00E062F1">
              <w:rPr>
                <w:lang w:eastAsia="en-GB"/>
              </w:rPr>
              <w:t>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7DFBD3" w14:textId="77777777" w:rsidR="009E113B" w:rsidRPr="00E062F1" w:rsidRDefault="009E113B" w:rsidP="006B3BD2">
            <w:pPr>
              <w:pStyle w:val="TAC"/>
              <w:rPr>
                <w:lang w:eastAsia="en-GB"/>
              </w:rPr>
            </w:pPr>
            <w:r w:rsidRPr="00E062F1">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291C3" w14:textId="77777777" w:rsidR="009E113B" w:rsidRPr="00E062F1" w:rsidRDefault="009E113B" w:rsidP="006B3BD2">
            <w:pPr>
              <w:pStyle w:val="TAC"/>
              <w:rPr>
                <w:lang w:eastAsia="en-GB"/>
              </w:rPr>
            </w:pPr>
          </w:p>
        </w:tc>
        <w:tc>
          <w:tcPr>
            <w:tcW w:w="1236"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6F0EC3F2" w14:textId="77777777" w:rsidR="009E113B" w:rsidRPr="00E062F1" w:rsidRDefault="009E113B" w:rsidP="006B3BD2">
            <w:pPr>
              <w:pStyle w:val="TAC"/>
              <w:rPr>
                <w:lang w:eastAsia="en-GB"/>
              </w:rPr>
            </w:pPr>
            <w:r w:rsidRPr="00E062F1">
              <w:rPr>
                <w:lang w:eastAsia="en-GB"/>
              </w:rPr>
              <w:t>120</w:t>
            </w:r>
          </w:p>
        </w:tc>
        <w:tc>
          <w:tcPr>
            <w:tcW w:w="129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24802083" w14:textId="77777777" w:rsidR="009E113B" w:rsidRPr="00E062F1" w:rsidRDefault="009E113B" w:rsidP="006B3BD2">
            <w:pPr>
              <w:pStyle w:val="TAC"/>
              <w:rPr>
                <w:lang w:eastAsia="en-GB"/>
              </w:rPr>
            </w:pPr>
            <w:r w:rsidRPr="00E062F1">
              <w:rPr>
                <w:lang w:eastAsia="en-GB"/>
              </w:rPr>
              <w:t>0</w:t>
            </w:r>
          </w:p>
        </w:tc>
      </w:tr>
      <w:tr w:rsidR="009E113B" w:rsidRPr="00E062F1" w14:paraId="6DBDCA59" w14:textId="77777777" w:rsidTr="006B3BD2">
        <w:trPr>
          <w:trHeight w:val="187"/>
        </w:trPr>
        <w:tc>
          <w:tcPr>
            <w:tcW w:w="0" w:type="auto"/>
            <w:tcBorders>
              <w:left w:val="single" w:sz="4" w:space="0" w:color="auto"/>
              <w:right w:val="single" w:sz="4" w:space="0" w:color="auto"/>
            </w:tcBorders>
            <w:shd w:val="clear" w:color="auto" w:fill="auto"/>
            <w:hideMark/>
          </w:tcPr>
          <w:p w14:paraId="67A1A56D"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hideMark/>
          </w:tcPr>
          <w:p w14:paraId="3F542BAD"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1C66F7" w14:textId="77777777" w:rsidR="009E113B" w:rsidRPr="00E062F1" w:rsidRDefault="009E113B" w:rsidP="006B3BD2">
            <w:pPr>
              <w:pStyle w:val="TAC"/>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A6C06A" w14:textId="77777777" w:rsidR="009E113B" w:rsidRPr="00E062F1" w:rsidRDefault="009E113B" w:rsidP="006B3BD2">
            <w:pPr>
              <w:pStyle w:val="TAC"/>
              <w:rPr>
                <w:lang w:eastAsia="en-GB"/>
              </w:rPr>
            </w:pPr>
            <w:r w:rsidRPr="00E062F1">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305C34" w14:textId="77777777" w:rsidR="009E113B" w:rsidRPr="00E062F1" w:rsidRDefault="009E113B" w:rsidP="006B3BD2">
            <w:pPr>
              <w:pStyle w:val="TAC"/>
              <w:rPr>
                <w:lang w:eastAsia="en-GB"/>
              </w:rPr>
            </w:pPr>
            <w:r w:rsidRPr="00E062F1">
              <w:rPr>
                <w:lang w:eastAsia="en-GB"/>
              </w:rPr>
              <w:t>20</w:t>
            </w:r>
          </w:p>
        </w:tc>
        <w:tc>
          <w:tcPr>
            <w:tcW w:w="0" w:type="auto"/>
            <w:tcBorders>
              <w:left w:val="single" w:sz="4" w:space="0" w:color="auto"/>
              <w:bottom w:val="single" w:sz="4" w:space="0" w:color="auto"/>
              <w:right w:val="single" w:sz="4" w:space="0" w:color="auto"/>
            </w:tcBorders>
            <w:shd w:val="clear" w:color="auto" w:fill="auto"/>
            <w:hideMark/>
          </w:tcPr>
          <w:p w14:paraId="554E0B7C"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hideMark/>
          </w:tcPr>
          <w:p w14:paraId="2E1B70A9" w14:textId="77777777" w:rsidR="009E113B" w:rsidRPr="00E062F1" w:rsidRDefault="009E113B" w:rsidP="006B3BD2">
            <w:pPr>
              <w:pStyle w:val="TAC"/>
              <w:rPr>
                <w:lang w:eastAsia="en-GB"/>
              </w:rPr>
            </w:pPr>
          </w:p>
        </w:tc>
      </w:tr>
      <w:tr w:rsidR="009E113B" w:rsidRPr="00E062F1" w14:paraId="4DB0D26A" w14:textId="77777777" w:rsidTr="006B3BD2">
        <w:trPr>
          <w:trHeight w:val="187"/>
        </w:trPr>
        <w:tc>
          <w:tcPr>
            <w:tcW w:w="0" w:type="auto"/>
            <w:tcBorders>
              <w:left w:val="single" w:sz="4" w:space="0" w:color="auto"/>
              <w:right w:val="single" w:sz="4" w:space="0" w:color="auto"/>
            </w:tcBorders>
            <w:shd w:val="clear" w:color="auto" w:fill="auto"/>
          </w:tcPr>
          <w:p w14:paraId="2508B910"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5AB050AF"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143A6B" w14:textId="77777777" w:rsidR="009E113B" w:rsidRPr="00E062F1" w:rsidRDefault="009E113B" w:rsidP="006B3BD2">
            <w:pPr>
              <w:pStyle w:val="TAC"/>
            </w:pPr>
            <w:r w:rsidRPr="00E062F1">
              <w:t>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1E37A" w14:textId="77777777" w:rsidR="009E113B" w:rsidRPr="00E062F1" w:rsidRDefault="009E113B" w:rsidP="006B3BD2">
            <w:pPr>
              <w:pStyle w:val="TAC"/>
              <w:rPr>
                <w:lang w:eastAsia="en-GB"/>
              </w:rPr>
            </w:pPr>
            <w:r w:rsidRPr="00E062F1">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509989" w14:textId="77777777" w:rsidR="009E113B" w:rsidRPr="00E062F1" w:rsidRDefault="009E113B" w:rsidP="006B3BD2">
            <w:pPr>
              <w:pStyle w:val="TAC"/>
              <w:rPr>
                <w:lang w:eastAsia="en-GB"/>
              </w:rPr>
            </w:pPr>
          </w:p>
        </w:tc>
        <w:tc>
          <w:tcPr>
            <w:tcW w:w="0" w:type="auto"/>
            <w:tcBorders>
              <w:top w:val="single" w:sz="4" w:space="0" w:color="auto"/>
              <w:left w:val="single" w:sz="4" w:space="0" w:color="auto"/>
              <w:right w:val="single" w:sz="4" w:space="0" w:color="auto"/>
            </w:tcBorders>
            <w:shd w:val="clear" w:color="auto" w:fill="auto"/>
          </w:tcPr>
          <w:p w14:paraId="4C1EEAEB" w14:textId="77777777" w:rsidR="009E113B" w:rsidRPr="00E062F1" w:rsidRDefault="009E113B" w:rsidP="006B3BD2">
            <w:pPr>
              <w:pStyle w:val="TAC"/>
              <w:rPr>
                <w:lang w:eastAsia="en-GB"/>
              </w:rPr>
            </w:pPr>
            <w:r w:rsidRPr="00E062F1">
              <w:rPr>
                <w:lang w:eastAsia="en-GB"/>
              </w:rPr>
              <w:t>120</w:t>
            </w:r>
          </w:p>
        </w:tc>
        <w:tc>
          <w:tcPr>
            <w:tcW w:w="0" w:type="auto"/>
            <w:tcBorders>
              <w:top w:val="single" w:sz="4" w:space="0" w:color="auto"/>
              <w:left w:val="single" w:sz="4" w:space="0" w:color="auto"/>
              <w:right w:val="single" w:sz="4" w:space="0" w:color="auto"/>
            </w:tcBorders>
            <w:shd w:val="clear" w:color="auto" w:fill="auto"/>
          </w:tcPr>
          <w:p w14:paraId="59272484" w14:textId="77777777" w:rsidR="009E113B" w:rsidRPr="00E062F1" w:rsidRDefault="009E113B" w:rsidP="006B3BD2">
            <w:pPr>
              <w:pStyle w:val="TAC"/>
              <w:rPr>
                <w:lang w:eastAsia="en-GB"/>
              </w:rPr>
            </w:pPr>
            <w:r w:rsidRPr="00E062F1">
              <w:rPr>
                <w:lang w:eastAsia="en-GB"/>
              </w:rPr>
              <w:t>1</w:t>
            </w:r>
          </w:p>
        </w:tc>
      </w:tr>
      <w:tr w:rsidR="009E113B" w:rsidRPr="00E062F1" w14:paraId="1403F69B" w14:textId="77777777" w:rsidTr="006B3BD2">
        <w:trPr>
          <w:trHeight w:val="187"/>
        </w:trPr>
        <w:tc>
          <w:tcPr>
            <w:tcW w:w="0" w:type="auto"/>
            <w:tcBorders>
              <w:left w:val="single" w:sz="4" w:space="0" w:color="auto"/>
              <w:right w:val="single" w:sz="4" w:space="0" w:color="auto"/>
            </w:tcBorders>
            <w:shd w:val="clear" w:color="auto" w:fill="auto"/>
          </w:tcPr>
          <w:p w14:paraId="13850D05"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72512A7E"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D80E06" w14:textId="77777777" w:rsidR="009E113B" w:rsidRPr="00E062F1" w:rsidRDefault="009E113B" w:rsidP="006B3BD2">
            <w:pPr>
              <w:pStyle w:val="TAC"/>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9EC589" w14:textId="77777777" w:rsidR="009E113B" w:rsidRPr="00E062F1" w:rsidRDefault="009E113B" w:rsidP="006B3BD2">
            <w:pPr>
              <w:pStyle w:val="TAC"/>
              <w:rPr>
                <w:lang w:eastAsia="en-GB"/>
              </w:rPr>
            </w:pPr>
            <w:r w:rsidRPr="00E062F1">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0CEBF1" w14:textId="77777777" w:rsidR="009E113B" w:rsidRPr="00E062F1" w:rsidRDefault="009E113B" w:rsidP="006B3BD2">
            <w:pPr>
              <w:pStyle w:val="TAC"/>
              <w:rPr>
                <w:lang w:eastAsia="en-GB"/>
              </w:rPr>
            </w:pPr>
            <w:r w:rsidRPr="00E062F1">
              <w:rPr>
                <w:lang w:eastAsia="en-GB"/>
              </w:rPr>
              <w:t>20</w:t>
            </w:r>
          </w:p>
        </w:tc>
        <w:tc>
          <w:tcPr>
            <w:tcW w:w="0" w:type="auto"/>
            <w:tcBorders>
              <w:left w:val="single" w:sz="4" w:space="0" w:color="auto"/>
              <w:bottom w:val="single" w:sz="4" w:space="0" w:color="auto"/>
              <w:right w:val="single" w:sz="4" w:space="0" w:color="auto"/>
            </w:tcBorders>
            <w:shd w:val="clear" w:color="auto" w:fill="auto"/>
          </w:tcPr>
          <w:p w14:paraId="11C447DB"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32056517" w14:textId="77777777" w:rsidR="009E113B" w:rsidRPr="00E062F1" w:rsidRDefault="009E113B" w:rsidP="006B3BD2">
            <w:pPr>
              <w:pStyle w:val="TAC"/>
              <w:rPr>
                <w:lang w:eastAsia="en-GB"/>
              </w:rPr>
            </w:pPr>
          </w:p>
        </w:tc>
      </w:tr>
      <w:tr w:rsidR="009E113B" w:rsidRPr="00E062F1" w14:paraId="65A94CEF" w14:textId="77777777" w:rsidTr="006B3BD2">
        <w:trPr>
          <w:trHeight w:val="187"/>
        </w:trPr>
        <w:tc>
          <w:tcPr>
            <w:tcW w:w="0" w:type="auto"/>
            <w:tcBorders>
              <w:left w:val="single" w:sz="4" w:space="0" w:color="auto"/>
              <w:right w:val="single" w:sz="4" w:space="0" w:color="auto"/>
            </w:tcBorders>
            <w:shd w:val="clear" w:color="auto" w:fill="auto"/>
          </w:tcPr>
          <w:p w14:paraId="77184437"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78FDDCC0"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0AABCF" w14:textId="77777777" w:rsidR="009E113B" w:rsidRPr="00E062F1" w:rsidRDefault="009E113B" w:rsidP="006B3BD2">
            <w:pPr>
              <w:pStyle w:val="TAC"/>
            </w:pPr>
            <w:r w:rsidRPr="00E062F1">
              <w:t>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6DF9FE" w14:textId="77777777" w:rsidR="009E113B" w:rsidRPr="00E062F1" w:rsidRDefault="009E113B" w:rsidP="006B3BD2">
            <w:pPr>
              <w:pStyle w:val="TAC"/>
              <w:rPr>
                <w:lang w:eastAsia="en-GB"/>
              </w:rPr>
            </w:pPr>
            <w:r w:rsidRPr="00E062F1">
              <w:t>10, 20, 30, 40, 50, 60, 80,100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1C5E4A" w14:textId="77777777" w:rsidR="009E113B" w:rsidRPr="00E062F1" w:rsidRDefault="009E113B" w:rsidP="006B3BD2">
            <w:pPr>
              <w:pStyle w:val="TAC"/>
              <w:rPr>
                <w:lang w:eastAsia="en-GB"/>
              </w:rPr>
            </w:pPr>
          </w:p>
        </w:tc>
        <w:tc>
          <w:tcPr>
            <w:tcW w:w="0" w:type="auto"/>
            <w:tcBorders>
              <w:top w:val="single" w:sz="4" w:space="0" w:color="auto"/>
              <w:left w:val="single" w:sz="4" w:space="0" w:color="auto"/>
              <w:right w:val="single" w:sz="4" w:space="0" w:color="auto"/>
            </w:tcBorders>
            <w:shd w:val="clear" w:color="auto" w:fill="auto"/>
          </w:tcPr>
          <w:p w14:paraId="635A0EA1" w14:textId="77777777" w:rsidR="009E113B" w:rsidRPr="00E062F1" w:rsidRDefault="009E113B" w:rsidP="006B3BD2">
            <w:pPr>
              <w:pStyle w:val="TAC"/>
              <w:rPr>
                <w:lang w:eastAsia="en-GB"/>
              </w:rPr>
            </w:pPr>
            <w:r w:rsidRPr="00E062F1">
              <w:rPr>
                <w:lang w:eastAsia="zh-CN"/>
              </w:rPr>
              <w:t>120</w:t>
            </w:r>
          </w:p>
        </w:tc>
        <w:tc>
          <w:tcPr>
            <w:tcW w:w="0" w:type="auto"/>
            <w:tcBorders>
              <w:top w:val="single" w:sz="4" w:space="0" w:color="auto"/>
              <w:left w:val="single" w:sz="4" w:space="0" w:color="auto"/>
              <w:right w:val="single" w:sz="4" w:space="0" w:color="auto"/>
            </w:tcBorders>
            <w:shd w:val="clear" w:color="auto" w:fill="auto"/>
          </w:tcPr>
          <w:p w14:paraId="10F016D9" w14:textId="77777777" w:rsidR="009E113B" w:rsidRPr="00E062F1" w:rsidRDefault="009E113B" w:rsidP="006B3BD2">
            <w:pPr>
              <w:pStyle w:val="TAC"/>
              <w:rPr>
                <w:lang w:eastAsia="en-GB"/>
              </w:rPr>
            </w:pPr>
            <w:r w:rsidRPr="00E062F1">
              <w:rPr>
                <w:lang w:eastAsia="zh-CN"/>
              </w:rPr>
              <w:t>2</w:t>
            </w:r>
          </w:p>
        </w:tc>
      </w:tr>
      <w:tr w:rsidR="009E113B" w:rsidRPr="00E062F1" w14:paraId="5356AB33" w14:textId="77777777" w:rsidTr="006B3BD2">
        <w:trPr>
          <w:trHeight w:val="187"/>
        </w:trPr>
        <w:tc>
          <w:tcPr>
            <w:tcW w:w="0" w:type="auto"/>
            <w:tcBorders>
              <w:left w:val="single" w:sz="4" w:space="0" w:color="auto"/>
              <w:right w:val="single" w:sz="4" w:space="0" w:color="auto"/>
            </w:tcBorders>
            <w:shd w:val="clear" w:color="auto" w:fill="auto"/>
          </w:tcPr>
          <w:p w14:paraId="2AF95F51"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3BCA6EE2"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0CA060" w14:textId="77777777" w:rsidR="009E113B" w:rsidRPr="00E062F1" w:rsidRDefault="009E113B" w:rsidP="006B3BD2">
            <w:pPr>
              <w:pStyle w:val="TAC"/>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717FA1" w14:textId="77777777" w:rsidR="009E113B" w:rsidRPr="00E062F1" w:rsidRDefault="009E113B" w:rsidP="006B3BD2">
            <w:pPr>
              <w:pStyle w:val="TAC"/>
              <w:rPr>
                <w:lang w:eastAsia="en-GB"/>
              </w:rPr>
            </w:pPr>
            <w:r w:rsidRPr="00E062F1">
              <w:t>10, 20, 30, 40, 50, 60, 80,100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3A2DE4" w14:textId="77777777" w:rsidR="009E113B" w:rsidRPr="00E062F1" w:rsidRDefault="009E113B" w:rsidP="006B3BD2">
            <w:pPr>
              <w:pStyle w:val="TAC"/>
              <w:rPr>
                <w:lang w:eastAsia="en-GB"/>
              </w:rPr>
            </w:pPr>
            <w:r w:rsidRPr="00E062F1">
              <w:t>20</w:t>
            </w:r>
          </w:p>
        </w:tc>
        <w:tc>
          <w:tcPr>
            <w:tcW w:w="0" w:type="auto"/>
            <w:tcBorders>
              <w:left w:val="single" w:sz="4" w:space="0" w:color="auto"/>
              <w:right w:val="single" w:sz="4" w:space="0" w:color="auto"/>
            </w:tcBorders>
            <w:shd w:val="clear" w:color="auto" w:fill="auto"/>
          </w:tcPr>
          <w:p w14:paraId="72FF349B"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439201AA" w14:textId="77777777" w:rsidR="009E113B" w:rsidRPr="00E062F1" w:rsidRDefault="009E113B" w:rsidP="006B3BD2">
            <w:pPr>
              <w:pStyle w:val="TAC"/>
              <w:rPr>
                <w:lang w:eastAsia="en-GB"/>
              </w:rPr>
            </w:pPr>
          </w:p>
        </w:tc>
      </w:tr>
      <w:tr w:rsidR="009E113B" w:rsidRPr="00E062F1" w14:paraId="0DD5DAA3" w14:textId="77777777" w:rsidTr="006B3BD2">
        <w:trPr>
          <w:trHeight w:val="187"/>
        </w:trPr>
        <w:tc>
          <w:tcPr>
            <w:tcW w:w="0" w:type="auto"/>
            <w:tcBorders>
              <w:left w:val="single" w:sz="4" w:space="0" w:color="auto"/>
              <w:right w:val="single" w:sz="4" w:space="0" w:color="auto"/>
            </w:tcBorders>
            <w:shd w:val="clear" w:color="auto" w:fill="auto"/>
          </w:tcPr>
          <w:p w14:paraId="3EF2B891"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009F61E1"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7AA7FC" w14:textId="77777777" w:rsidR="009E113B" w:rsidRPr="00E062F1" w:rsidRDefault="009E113B" w:rsidP="006B3BD2">
            <w:pPr>
              <w:pStyle w:val="TAC"/>
            </w:pPr>
            <w:r w:rsidRPr="00E062F1">
              <w:t>10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8B780A" w14:textId="77777777" w:rsidR="009E113B" w:rsidRPr="00E062F1" w:rsidRDefault="009E113B" w:rsidP="006B3BD2">
            <w:pPr>
              <w:pStyle w:val="TAC"/>
              <w:rPr>
                <w:lang w:eastAsia="en-GB"/>
              </w:rPr>
            </w:pPr>
            <w:r w:rsidRPr="00E062F1">
              <w:t>20, 30, 40, 50, 60, 80,100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890900" w14:textId="4E873D5F"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4E2B1805"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66455B8B" w14:textId="77777777" w:rsidR="009E113B" w:rsidRPr="00E062F1" w:rsidRDefault="009E113B" w:rsidP="006B3BD2">
            <w:pPr>
              <w:pStyle w:val="TAC"/>
              <w:rPr>
                <w:lang w:eastAsia="en-GB"/>
              </w:rPr>
            </w:pPr>
          </w:p>
        </w:tc>
      </w:tr>
      <w:tr w:rsidR="009E113B" w:rsidRPr="00E062F1" w14:paraId="5A46CC5A" w14:textId="77777777" w:rsidTr="006B3BD2">
        <w:trPr>
          <w:trHeight w:val="187"/>
        </w:trPr>
        <w:tc>
          <w:tcPr>
            <w:tcW w:w="0" w:type="auto"/>
            <w:tcBorders>
              <w:left w:val="single" w:sz="4" w:space="0" w:color="auto"/>
              <w:bottom w:val="single" w:sz="4" w:space="0" w:color="auto"/>
              <w:right w:val="single" w:sz="4" w:space="0" w:color="auto"/>
            </w:tcBorders>
            <w:shd w:val="clear" w:color="auto" w:fill="auto"/>
          </w:tcPr>
          <w:p w14:paraId="60314B59"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5E246EA5"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B59D90" w14:textId="354A512F" w:rsidR="009E113B" w:rsidRPr="00E062F1" w:rsidRDefault="009E113B" w:rsidP="006B3BD2">
            <w:pPr>
              <w:pStyle w:val="TAC"/>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6A6D2F" w14:textId="77777777" w:rsidR="009E113B" w:rsidRPr="00E062F1" w:rsidRDefault="009E113B" w:rsidP="006B3BD2">
            <w:pPr>
              <w:pStyle w:val="TAC"/>
              <w:rPr>
                <w:lang w:eastAsia="en-GB"/>
              </w:rPr>
            </w:pPr>
            <w:r w:rsidRPr="00E062F1">
              <w:t>20, 30, 40, 50, 60, 80,100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EB960A" w14:textId="77777777" w:rsidR="009E113B" w:rsidRPr="00E062F1" w:rsidRDefault="009E113B" w:rsidP="006B3BD2">
            <w:pPr>
              <w:pStyle w:val="TAC"/>
              <w:rPr>
                <w:lang w:eastAsia="en-GB"/>
              </w:rPr>
            </w:pPr>
            <w:r w:rsidRPr="00E062F1">
              <w:t>10</w:t>
            </w:r>
          </w:p>
        </w:tc>
        <w:tc>
          <w:tcPr>
            <w:tcW w:w="0" w:type="auto"/>
            <w:tcBorders>
              <w:left w:val="single" w:sz="4" w:space="0" w:color="auto"/>
              <w:bottom w:val="single" w:sz="4" w:space="0" w:color="auto"/>
              <w:right w:val="single" w:sz="4" w:space="0" w:color="auto"/>
            </w:tcBorders>
            <w:shd w:val="clear" w:color="auto" w:fill="auto"/>
          </w:tcPr>
          <w:p w14:paraId="11E7E21D"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07DA3C45" w14:textId="77777777" w:rsidR="009E113B" w:rsidRPr="00E062F1" w:rsidRDefault="009E113B" w:rsidP="006B3BD2">
            <w:pPr>
              <w:pStyle w:val="TAC"/>
              <w:rPr>
                <w:lang w:eastAsia="en-GB"/>
              </w:rPr>
            </w:pPr>
          </w:p>
        </w:tc>
      </w:tr>
      <w:tr w:rsidR="009E113B" w:rsidRPr="00E062F1" w14:paraId="5F249E4C" w14:textId="77777777" w:rsidTr="006B3BD2">
        <w:trPr>
          <w:trHeight w:val="187"/>
        </w:trPr>
        <w:tc>
          <w:tcPr>
            <w:tcW w:w="0" w:type="auto"/>
            <w:tcBorders>
              <w:top w:val="single" w:sz="4" w:space="0" w:color="auto"/>
              <w:left w:val="single" w:sz="4" w:space="0" w:color="auto"/>
              <w:right w:val="single" w:sz="4" w:space="0" w:color="auto"/>
            </w:tcBorders>
            <w:shd w:val="clear" w:color="auto" w:fill="auto"/>
          </w:tcPr>
          <w:p w14:paraId="691A75C1" w14:textId="77777777" w:rsidR="009E113B" w:rsidRPr="00E062F1" w:rsidRDefault="009E113B" w:rsidP="006B3BD2">
            <w:pPr>
              <w:pStyle w:val="TAC"/>
              <w:rPr>
                <w:lang w:eastAsia="en-GB"/>
              </w:rPr>
            </w:pPr>
            <w:r w:rsidRPr="00E062F1">
              <w:rPr>
                <w:rFonts w:cs="Arial"/>
                <w:lang w:eastAsia="zh-CN"/>
              </w:rPr>
              <w:t>DC_(n)41AB</w:t>
            </w:r>
          </w:p>
        </w:tc>
        <w:tc>
          <w:tcPr>
            <w:tcW w:w="0" w:type="auto"/>
            <w:tcBorders>
              <w:top w:val="single" w:sz="4" w:space="0" w:color="auto"/>
              <w:left w:val="single" w:sz="4" w:space="0" w:color="auto"/>
              <w:right w:val="single" w:sz="4" w:space="0" w:color="auto"/>
            </w:tcBorders>
            <w:shd w:val="clear" w:color="auto" w:fill="auto"/>
          </w:tcPr>
          <w:p w14:paraId="37245DE2" w14:textId="77777777" w:rsidR="009E113B" w:rsidRPr="00E062F1" w:rsidRDefault="009E113B" w:rsidP="006B3BD2">
            <w:pPr>
              <w:pStyle w:val="TAC"/>
              <w:rPr>
                <w:rFonts w:cs="Arial"/>
                <w:lang w:eastAsia="zh-TW"/>
              </w:rPr>
            </w:pPr>
            <w:r w:rsidRPr="00E062F1">
              <w:rPr>
                <w:rFonts w:cs="Arial"/>
                <w:lang w:eastAsia="ja-JP"/>
              </w:rPr>
              <w:t>DC_(n)41AA</w:t>
            </w:r>
            <w:r w:rsidRPr="00E062F1">
              <w:rPr>
                <w:rFonts w:cs="Arial"/>
                <w:lang w:eastAsia="zh-TW"/>
              </w:rPr>
              <w:t>,</w:t>
            </w:r>
          </w:p>
          <w:p w14:paraId="093268BE" w14:textId="77777777" w:rsidR="009E113B" w:rsidRPr="00E062F1" w:rsidRDefault="009E113B" w:rsidP="006B3BD2">
            <w:pPr>
              <w:pStyle w:val="TAC"/>
              <w:rPr>
                <w:lang w:eastAsia="en-GB"/>
              </w:rPr>
            </w:pPr>
            <w:r w:rsidRPr="00E062F1">
              <w:rPr>
                <w:rFonts w:cs="Arial"/>
                <w:lang w:eastAsia="zh-TW"/>
              </w:rPr>
              <w:t>DC_41A_n41A</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E8F8FE" w14:textId="77777777" w:rsidR="009E113B" w:rsidRPr="00E062F1" w:rsidRDefault="009E113B" w:rsidP="006B3BD2">
            <w:pPr>
              <w:pStyle w:val="TAC"/>
            </w:pPr>
            <w:r w:rsidRPr="00E062F1">
              <w:rPr>
                <w:rFonts w:cs="Arial"/>
                <w:lang w:eastAsia="ja-JP"/>
              </w:rPr>
              <w:t>10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51C6A" w14:textId="77777777" w:rsidR="009E113B" w:rsidRPr="00E062F1" w:rsidRDefault="009E113B" w:rsidP="006B3BD2">
            <w:pPr>
              <w:pStyle w:val="TAC"/>
            </w:pPr>
            <w:r w:rsidRPr="00E062F1">
              <w:rPr>
                <w:rFonts w:cs="Arial"/>
                <w:lang w:eastAsia="ja-JP"/>
              </w:rPr>
              <w:t>20+20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3FD6F6" w14:textId="77777777" w:rsidR="009E113B" w:rsidRPr="00E062F1" w:rsidRDefault="009E113B" w:rsidP="006B3BD2">
            <w:pPr>
              <w:pStyle w:val="TAC"/>
            </w:pPr>
          </w:p>
        </w:tc>
        <w:tc>
          <w:tcPr>
            <w:tcW w:w="0" w:type="auto"/>
            <w:tcBorders>
              <w:top w:val="single" w:sz="4" w:space="0" w:color="auto"/>
              <w:left w:val="single" w:sz="4" w:space="0" w:color="auto"/>
              <w:right w:val="single" w:sz="4" w:space="0" w:color="auto"/>
            </w:tcBorders>
            <w:shd w:val="clear" w:color="auto" w:fill="auto"/>
          </w:tcPr>
          <w:p w14:paraId="46268E02" w14:textId="77777777" w:rsidR="009E113B" w:rsidRPr="00E062F1" w:rsidRDefault="009E113B" w:rsidP="006B3BD2">
            <w:pPr>
              <w:pStyle w:val="TAC"/>
              <w:rPr>
                <w:lang w:eastAsia="en-GB"/>
              </w:rPr>
            </w:pPr>
            <w:r w:rsidRPr="00E062F1">
              <w:rPr>
                <w:lang w:eastAsia="zh-CN"/>
              </w:rPr>
              <w:t>70</w:t>
            </w:r>
          </w:p>
        </w:tc>
        <w:tc>
          <w:tcPr>
            <w:tcW w:w="0" w:type="auto"/>
            <w:tcBorders>
              <w:top w:val="single" w:sz="4" w:space="0" w:color="auto"/>
              <w:left w:val="single" w:sz="4" w:space="0" w:color="auto"/>
              <w:right w:val="single" w:sz="4" w:space="0" w:color="auto"/>
            </w:tcBorders>
            <w:shd w:val="clear" w:color="auto" w:fill="auto"/>
          </w:tcPr>
          <w:p w14:paraId="5022B91E" w14:textId="77777777" w:rsidR="009E113B" w:rsidRPr="00E062F1" w:rsidRDefault="009E113B" w:rsidP="006B3BD2">
            <w:pPr>
              <w:pStyle w:val="TAC"/>
              <w:rPr>
                <w:lang w:eastAsia="en-GB"/>
              </w:rPr>
            </w:pPr>
            <w:r w:rsidRPr="00E062F1">
              <w:rPr>
                <w:lang w:eastAsia="zh-CN"/>
              </w:rPr>
              <w:t>0</w:t>
            </w:r>
          </w:p>
        </w:tc>
      </w:tr>
      <w:tr w:rsidR="009E113B" w:rsidRPr="00E062F1" w14:paraId="4D86C19B" w14:textId="77777777" w:rsidTr="006B3BD2">
        <w:trPr>
          <w:trHeight w:val="187"/>
        </w:trPr>
        <w:tc>
          <w:tcPr>
            <w:tcW w:w="0" w:type="auto"/>
            <w:tcBorders>
              <w:left w:val="single" w:sz="4" w:space="0" w:color="auto"/>
              <w:right w:val="single" w:sz="4" w:space="0" w:color="auto"/>
            </w:tcBorders>
            <w:shd w:val="clear" w:color="auto" w:fill="auto"/>
          </w:tcPr>
          <w:p w14:paraId="1AD9A0C1"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29F8C91B"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47E51A" w14:textId="77777777" w:rsidR="009E113B" w:rsidRPr="00E062F1" w:rsidRDefault="009E113B" w:rsidP="006B3BD2">
            <w:pPr>
              <w:pStyle w:val="TAC"/>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2CFD8D" w14:textId="77777777" w:rsidR="009E113B" w:rsidRPr="00E062F1" w:rsidRDefault="009E113B" w:rsidP="006B3BD2">
            <w:pPr>
              <w:pStyle w:val="TAC"/>
            </w:pPr>
            <w:r w:rsidRPr="00E062F1">
              <w:rPr>
                <w:rFonts w:cs="Arial"/>
                <w:lang w:eastAsia="ja-JP"/>
              </w:rPr>
              <w:t>20+20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07BB4E" w14:textId="77777777" w:rsidR="009E113B" w:rsidRPr="00E062F1" w:rsidRDefault="009E113B" w:rsidP="006B3BD2">
            <w:pPr>
              <w:pStyle w:val="TAC"/>
            </w:pPr>
            <w:r w:rsidRPr="00E062F1">
              <w:rPr>
                <w:rFonts w:cs="Arial"/>
                <w:lang w:eastAsia="ja-JP"/>
              </w:rPr>
              <w:t>10</w:t>
            </w:r>
          </w:p>
        </w:tc>
        <w:tc>
          <w:tcPr>
            <w:tcW w:w="0" w:type="auto"/>
            <w:tcBorders>
              <w:left w:val="single" w:sz="4" w:space="0" w:color="auto"/>
              <w:right w:val="single" w:sz="4" w:space="0" w:color="auto"/>
            </w:tcBorders>
            <w:shd w:val="clear" w:color="auto" w:fill="auto"/>
          </w:tcPr>
          <w:p w14:paraId="29A951D7"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5FB568EA" w14:textId="77777777" w:rsidR="009E113B" w:rsidRPr="00E062F1" w:rsidRDefault="009E113B" w:rsidP="006B3BD2">
            <w:pPr>
              <w:pStyle w:val="TAC"/>
              <w:rPr>
                <w:lang w:eastAsia="en-GB"/>
              </w:rPr>
            </w:pPr>
          </w:p>
        </w:tc>
      </w:tr>
      <w:tr w:rsidR="009E113B" w:rsidRPr="00E062F1" w14:paraId="0A9BECD0" w14:textId="77777777" w:rsidTr="006B3BD2">
        <w:trPr>
          <w:trHeight w:val="187"/>
        </w:trPr>
        <w:tc>
          <w:tcPr>
            <w:tcW w:w="0" w:type="auto"/>
            <w:tcBorders>
              <w:left w:val="single" w:sz="4" w:space="0" w:color="auto"/>
              <w:right w:val="single" w:sz="4" w:space="0" w:color="auto"/>
            </w:tcBorders>
            <w:shd w:val="clear" w:color="auto" w:fill="auto"/>
          </w:tcPr>
          <w:p w14:paraId="45BE4707"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2FB7AAB7"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1CF9C9" w14:textId="77777777" w:rsidR="009E113B" w:rsidRPr="00E062F1" w:rsidRDefault="009E113B" w:rsidP="006B3BD2">
            <w:pPr>
              <w:pStyle w:val="TAC"/>
            </w:pPr>
            <w:r w:rsidRPr="00E062F1">
              <w:rPr>
                <w:rFonts w:cs="Arial"/>
                <w:lang w:eastAsia="ja-JP"/>
              </w:rPr>
              <w:t>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A75C8D" w14:textId="77777777" w:rsidR="009E113B" w:rsidRPr="00E062F1" w:rsidRDefault="009E113B" w:rsidP="006B3BD2">
            <w:pPr>
              <w:pStyle w:val="TAC"/>
            </w:pPr>
            <w:r w:rsidRPr="00E062F1">
              <w:rPr>
                <w:rFonts w:cs="Arial"/>
                <w:lang w:eastAsia="ja-JP"/>
              </w:rPr>
              <w:t>10+20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966077" w14:textId="77777777" w:rsidR="009E113B" w:rsidRPr="00E062F1" w:rsidRDefault="009E113B" w:rsidP="006B3BD2">
            <w:pPr>
              <w:pStyle w:val="TAC"/>
            </w:pPr>
          </w:p>
        </w:tc>
        <w:tc>
          <w:tcPr>
            <w:tcW w:w="0" w:type="auto"/>
            <w:tcBorders>
              <w:left w:val="single" w:sz="4" w:space="0" w:color="auto"/>
              <w:right w:val="single" w:sz="4" w:space="0" w:color="auto"/>
            </w:tcBorders>
            <w:shd w:val="clear" w:color="auto" w:fill="auto"/>
          </w:tcPr>
          <w:p w14:paraId="3CFFADDE"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37BDE235" w14:textId="77777777" w:rsidR="009E113B" w:rsidRPr="00E062F1" w:rsidRDefault="009E113B" w:rsidP="006B3BD2">
            <w:pPr>
              <w:pStyle w:val="TAC"/>
              <w:rPr>
                <w:lang w:eastAsia="en-GB"/>
              </w:rPr>
            </w:pPr>
          </w:p>
        </w:tc>
      </w:tr>
      <w:tr w:rsidR="009E113B" w:rsidRPr="00E062F1" w14:paraId="7E1A8DB1" w14:textId="77777777" w:rsidTr="006B3BD2">
        <w:trPr>
          <w:trHeight w:val="187"/>
        </w:trPr>
        <w:tc>
          <w:tcPr>
            <w:tcW w:w="0" w:type="auto"/>
            <w:tcBorders>
              <w:left w:val="single" w:sz="4" w:space="0" w:color="auto"/>
              <w:right w:val="single" w:sz="4" w:space="0" w:color="auto"/>
            </w:tcBorders>
            <w:shd w:val="clear" w:color="auto" w:fill="auto"/>
          </w:tcPr>
          <w:p w14:paraId="1AD8AE13"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059ABF76"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FB9F5" w14:textId="77777777" w:rsidR="009E113B" w:rsidRPr="00E062F1" w:rsidRDefault="009E113B" w:rsidP="006B3BD2">
            <w:pPr>
              <w:pStyle w:val="TAC"/>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7DA64D" w14:textId="77777777" w:rsidR="009E113B" w:rsidRPr="00E062F1" w:rsidRDefault="009E113B" w:rsidP="006B3BD2">
            <w:pPr>
              <w:pStyle w:val="TAC"/>
            </w:pPr>
            <w:r w:rsidRPr="00E062F1">
              <w:rPr>
                <w:rFonts w:cs="Arial"/>
                <w:lang w:eastAsia="ja-JP"/>
              </w:rPr>
              <w:t>10+20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619797" w14:textId="77777777" w:rsidR="009E113B" w:rsidRPr="00E062F1" w:rsidRDefault="009E113B" w:rsidP="006B3BD2">
            <w:pPr>
              <w:pStyle w:val="TAC"/>
            </w:pPr>
            <w:r w:rsidRPr="00E062F1">
              <w:rPr>
                <w:rFonts w:cs="Arial"/>
                <w:lang w:eastAsia="ja-JP"/>
              </w:rPr>
              <w:t>20</w:t>
            </w:r>
          </w:p>
        </w:tc>
        <w:tc>
          <w:tcPr>
            <w:tcW w:w="0" w:type="auto"/>
            <w:tcBorders>
              <w:left w:val="single" w:sz="4" w:space="0" w:color="auto"/>
              <w:right w:val="single" w:sz="4" w:space="0" w:color="auto"/>
            </w:tcBorders>
            <w:shd w:val="clear" w:color="auto" w:fill="auto"/>
          </w:tcPr>
          <w:p w14:paraId="0A013781"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6BBAF374" w14:textId="77777777" w:rsidR="009E113B" w:rsidRPr="00E062F1" w:rsidRDefault="009E113B" w:rsidP="006B3BD2">
            <w:pPr>
              <w:pStyle w:val="TAC"/>
              <w:rPr>
                <w:lang w:eastAsia="en-GB"/>
              </w:rPr>
            </w:pPr>
          </w:p>
        </w:tc>
      </w:tr>
      <w:tr w:rsidR="009E113B" w:rsidRPr="00E062F1" w14:paraId="39E2B3A6" w14:textId="77777777" w:rsidTr="006B3BD2">
        <w:trPr>
          <w:trHeight w:val="187"/>
        </w:trPr>
        <w:tc>
          <w:tcPr>
            <w:tcW w:w="0" w:type="auto"/>
            <w:tcBorders>
              <w:left w:val="single" w:sz="4" w:space="0" w:color="auto"/>
              <w:right w:val="single" w:sz="4" w:space="0" w:color="auto"/>
            </w:tcBorders>
            <w:shd w:val="clear" w:color="auto" w:fill="auto"/>
          </w:tcPr>
          <w:p w14:paraId="5BBAB683"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24F89922"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176326" w14:textId="77777777" w:rsidR="009E113B" w:rsidRPr="00E062F1" w:rsidRDefault="009E113B" w:rsidP="006B3BD2">
            <w:pPr>
              <w:pStyle w:val="TAC"/>
            </w:pPr>
            <w:r w:rsidRPr="00E062F1">
              <w:rPr>
                <w:rFonts w:cs="Arial"/>
                <w:lang w:eastAsia="ja-JP"/>
              </w:rPr>
              <w:t>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4392AE" w14:textId="77777777" w:rsidR="009E113B" w:rsidRPr="00E062F1" w:rsidRDefault="009E113B" w:rsidP="006B3BD2">
            <w:pPr>
              <w:pStyle w:val="TAC"/>
            </w:pPr>
            <w:r w:rsidRPr="00E062F1">
              <w:rPr>
                <w:rFonts w:cs="Arial"/>
                <w:lang w:eastAsia="ja-JP"/>
              </w:rPr>
              <w:t>20+30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5EEA03" w14:textId="77777777" w:rsidR="009E113B" w:rsidRPr="00E062F1" w:rsidRDefault="009E113B" w:rsidP="006B3BD2">
            <w:pPr>
              <w:pStyle w:val="TAC"/>
            </w:pPr>
          </w:p>
        </w:tc>
        <w:tc>
          <w:tcPr>
            <w:tcW w:w="0" w:type="auto"/>
            <w:tcBorders>
              <w:left w:val="single" w:sz="4" w:space="0" w:color="auto"/>
              <w:right w:val="single" w:sz="4" w:space="0" w:color="auto"/>
            </w:tcBorders>
            <w:shd w:val="clear" w:color="auto" w:fill="auto"/>
          </w:tcPr>
          <w:p w14:paraId="6F4455E5"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2BA0261B" w14:textId="77777777" w:rsidR="009E113B" w:rsidRPr="00E062F1" w:rsidRDefault="009E113B" w:rsidP="006B3BD2">
            <w:pPr>
              <w:pStyle w:val="TAC"/>
              <w:rPr>
                <w:lang w:eastAsia="en-GB"/>
              </w:rPr>
            </w:pPr>
          </w:p>
        </w:tc>
      </w:tr>
      <w:tr w:rsidR="009E113B" w:rsidRPr="00E062F1" w14:paraId="1D7A89EB" w14:textId="77777777" w:rsidTr="006B3BD2">
        <w:trPr>
          <w:trHeight w:val="187"/>
        </w:trPr>
        <w:tc>
          <w:tcPr>
            <w:tcW w:w="0" w:type="auto"/>
            <w:tcBorders>
              <w:left w:val="single" w:sz="4" w:space="0" w:color="auto"/>
              <w:bottom w:val="single" w:sz="4" w:space="0" w:color="auto"/>
              <w:right w:val="single" w:sz="4" w:space="0" w:color="auto"/>
            </w:tcBorders>
            <w:shd w:val="clear" w:color="auto" w:fill="auto"/>
          </w:tcPr>
          <w:p w14:paraId="4912B8FA"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6E4F2835"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C66DD7" w14:textId="77777777" w:rsidR="009E113B" w:rsidRPr="00E062F1" w:rsidRDefault="009E113B" w:rsidP="006B3BD2">
            <w:pPr>
              <w:pStyle w:val="TAC"/>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0C338" w14:textId="77777777" w:rsidR="009E113B" w:rsidRPr="00E062F1" w:rsidRDefault="009E113B" w:rsidP="006B3BD2">
            <w:pPr>
              <w:pStyle w:val="TAC"/>
            </w:pPr>
            <w:r w:rsidRPr="00E062F1">
              <w:rPr>
                <w:rFonts w:cs="Arial"/>
                <w:lang w:eastAsia="ja-JP"/>
              </w:rPr>
              <w:t>20+30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FE2DC3" w14:textId="77777777" w:rsidR="009E113B" w:rsidRPr="00E062F1" w:rsidRDefault="009E113B" w:rsidP="006B3BD2">
            <w:pPr>
              <w:pStyle w:val="TAC"/>
            </w:pPr>
            <w:r w:rsidRPr="00E062F1">
              <w:rPr>
                <w:rFonts w:cs="Arial"/>
                <w:lang w:eastAsia="ja-JP"/>
              </w:rPr>
              <w:t>20</w:t>
            </w:r>
          </w:p>
        </w:tc>
        <w:tc>
          <w:tcPr>
            <w:tcW w:w="0" w:type="auto"/>
            <w:tcBorders>
              <w:left w:val="single" w:sz="4" w:space="0" w:color="auto"/>
              <w:bottom w:val="single" w:sz="4" w:space="0" w:color="auto"/>
              <w:right w:val="single" w:sz="4" w:space="0" w:color="auto"/>
            </w:tcBorders>
            <w:shd w:val="clear" w:color="auto" w:fill="auto"/>
          </w:tcPr>
          <w:p w14:paraId="222E5367"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66426DC8" w14:textId="77777777" w:rsidR="009E113B" w:rsidRPr="00E062F1" w:rsidRDefault="009E113B" w:rsidP="006B3BD2">
            <w:pPr>
              <w:pStyle w:val="TAC"/>
              <w:rPr>
                <w:lang w:eastAsia="en-GB"/>
              </w:rPr>
            </w:pPr>
          </w:p>
        </w:tc>
      </w:tr>
      <w:tr w:rsidR="009E113B" w:rsidRPr="00E062F1" w14:paraId="22F8880B" w14:textId="77777777" w:rsidTr="006B3BD2">
        <w:trPr>
          <w:trHeight w:val="187"/>
        </w:trPr>
        <w:tc>
          <w:tcPr>
            <w:tcW w:w="1474"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0109C44E" w14:textId="77777777" w:rsidR="009E113B" w:rsidRPr="00E062F1" w:rsidRDefault="009E113B" w:rsidP="006B3BD2">
            <w:pPr>
              <w:pStyle w:val="TAC"/>
              <w:rPr>
                <w:lang w:eastAsia="en-GB"/>
              </w:rPr>
            </w:pPr>
            <w:r w:rsidRPr="00E062F1">
              <w:rPr>
                <w:lang w:eastAsia="en-GB"/>
              </w:rPr>
              <w:t>DC_(n)41CA</w:t>
            </w:r>
          </w:p>
        </w:tc>
        <w:tc>
          <w:tcPr>
            <w:tcW w:w="156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6EBCA632" w14:textId="44313A70" w:rsidR="009E113B" w:rsidRPr="00E062F1" w:rsidRDefault="009E113B" w:rsidP="006B3BD2">
            <w:pPr>
              <w:pStyle w:val="TAC"/>
              <w:rPr>
                <w:vertAlign w:val="superscript"/>
                <w:lang w:eastAsia="en-GB"/>
              </w:rPr>
            </w:pPr>
            <w:r w:rsidRPr="00E062F1">
              <w:rPr>
                <w:lang w:eastAsia="en-GB"/>
              </w:rPr>
              <w:t>DC_(n)41AA, DC_41A_n41A</w:t>
            </w:r>
            <w:r w:rsidRPr="00E062F1">
              <w:rPr>
                <w:vertAlign w:val="superscript"/>
                <w:lang w:eastAsia="en-GB"/>
              </w:rPr>
              <w:t>2</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40BF67" w14:textId="77777777" w:rsidR="009E113B" w:rsidRPr="00E062F1" w:rsidRDefault="009E113B" w:rsidP="006B3BD2">
            <w:pPr>
              <w:pStyle w:val="TAC"/>
              <w:rPr>
                <w:lang w:eastAsia="en-GB"/>
              </w:rPr>
            </w:pPr>
            <w:r w:rsidRPr="00E062F1">
              <w:rPr>
                <w:lang w:eastAsia="en-GB"/>
              </w:rPr>
              <w:t>20+20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FBC5BC" w14:textId="77777777" w:rsidR="009E113B" w:rsidRPr="00E062F1" w:rsidRDefault="009E113B" w:rsidP="006B3BD2">
            <w:pPr>
              <w:pStyle w:val="TAC"/>
              <w:rPr>
                <w:lang w:eastAsia="en-GB"/>
              </w:rPr>
            </w:pPr>
            <w:r w:rsidRPr="00E062F1">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DD85AE" w14:textId="77777777" w:rsidR="009E113B" w:rsidRPr="00E062F1" w:rsidRDefault="009E113B" w:rsidP="006B3BD2">
            <w:pPr>
              <w:pStyle w:val="TAC"/>
              <w:rPr>
                <w:lang w:eastAsia="en-GB"/>
              </w:rPr>
            </w:pPr>
          </w:p>
        </w:tc>
        <w:tc>
          <w:tcPr>
            <w:tcW w:w="1236"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1A5E2986" w14:textId="77777777" w:rsidR="009E113B" w:rsidRPr="00E062F1" w:rsidRDefault="009E113B" w:rsidP="006B3BD2">
            <w:pPr>
              <w:pStyle w:val="TAC"/>
              <w:rPr>
                <w:lang w:eastAsia="en-GB"/>
              </w:rPr>
            </w:pPr>
            <w:r w:rsidRPr="00E062F1">
              <w:rPr>
                <w:lang w:eastAsia="en-GB"/>
              </w:rPr>
              <w:t>140</w:t>
            </w:r>
          </w:p>
        </w:tc>
        <w:tc>
          <w:tcPr>
            <w:tcW w:w="129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296BADD5" w14:textId="77777777" w:rsidR="009E113B" w:rsidRPr="00E062F1" w:rsidRDefault="009E113B" w:rsidP="006B3BD2">
            <w:pPr>
              <w:pStyle w:val="TAC"/>
              <w:rPr>
                <w:lang w:eastAsia="en-GB"/>
              </w:rPr>
            </w:pPr>
            <w:r w:rsidRPr="00E062F1">
              <w:rPr>
                <w:lang w:eastAsia="en-GB"/>
              </w:rPr>
              <w:t>0</w:t>
            </w:r>
          </w:p>
        </w:tc>
      </w:tr>
      <w:tr w:rsidR="009E113B" w:rsidRPr="00E062F1" w14:paraId="534021B0" w14:textId="77777777" w:rsidTr="006B3BD2">
        <w:trPr>
          <w:trHeight w:val="187"/>
        </w:trPr>
        <w:tc>
          <w:tcPr>
            <w:tcW w:w="0" w:type="auto"/>
            <w:tcBorders>
              <w:left w:val="single" w:sz="4" w:space="0" w:color="auto"/>
              <w:right w:val="single" w:sz="4" w:space="0" w:color="auto"/>
            </w:tcBorders>
            <w:shd w:val="clear" w:color="auto" w:fill="auto"/>
            <w:hideMark/>
          </w:tcPr>
          <w:p w14:paraId="3387C24C"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hideMark/>
          </w:tcPr>
          <w:p w14:paraId="7A35AF34"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8F56AC"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FCFD32" w14:textId="77777777" w:rsidR="009E113B" w:rsidRPr="00E062F1" w:rsidRDefault="009E113B" w:rsidP="006B3BD2">
            <w:pPr>
              <w:pStyle w:val="TAC"/>
              <w:rPr>
                <w:lang w:eastAsia="en-GB"/>
              </w:rPr>
            </w:pPr>
            <w:r w:rsidRPr="00E062F1">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8A329E" w14:textId="77777777" w:rsidR="009E113B" w:rsidRPr="00E062F1" w:rsidRDefault="009E113B" w:rsidP="006B3BD2">
            <w:pPr>
              <w:pStyle w:val="TAC"/>
              <w:rPr>
                <w:lang w:eastAsia="en-GB"/>
              </w:rPr>
            </w:pPr>
            <w:r w:rsidRPr="00E062F1">
              <w:rPr>
                <w:lang w:eastAsia="en-GB"/>
              </w:rPr>
              <w:t>20+20</w:t>
            </w:r>
          </w:p>
        </w:tc>
        <w:tc>
          <w:tcPr>
            <w:tcW w:w="0" w:type="auto"/>
            <w:tcBorders>
              <w:left w:val="single" w:sz="4" w:space="0" w:color="auto"/>
              <w:bottom w:val="single" w:sz="4" w:space="0" w:color="auto"/>
              <w:right w:val="single" w:sz="4" w:space="0" w:color="auto"/>
            </w:tcBorders>
            <w:shd w:val="clear" w:color="auto" w:fill="auto"/>
            <w:hideMark/>
          </w:tcPr>
          <w:p w14:paraId="19C4ADDE"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hideMark/>
          </w:tcPr>
          <w:p w14:paraId="294EE8A7" w14:textId="77777777" w:rsidR="009E113B" w:rsidRPr="00E062F1" w:rsidRDefault="009E113B" w:rsidP="006B3BD2">
            <w:pPr>
              <w:pStyle w:val="TAC"/>
              <w:rPr>
                <w:lang w:eastAsia="en-GB"/>
              </w:rPr>
            </w:pPr>
          </w:p>
        </w:tc>
      </w:tr>
      <w:tr w:rsidR="009E113B" w:rsidRPr="00E062F1" w14:paraId="15BE3E95" w14:textId="77777777" w:rsidTr="006B3BD2">
        <w:trPr>
          <w:trHeight w:val="187"/>
        </w:trPr>
        <w:tc>
          <w:tcPr>
            <w:tcW w:w="0" w:type="auto"/>
            <w:tcBorders>
              <w:left w:val="single" w:sz="4" w:space="0" w:color="auto"/>
              <w:right w:val="single" w:sz="4" w:space="0" w:color="auto"/>
            </w:tcBorders>
            <w:shd w:val="clear" w:color="auto" w:fill="auto"/>
          </w:tcPr>
          <w:p w14:paraId="5E5940AA"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2112B0E5"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1913AF" w14:textId="77777777" w:rsidR="009E113B" w:rsidRPr="00E062F1" w:rsidRDefault="009E113B" w:rsidP="006B3BD2">
            <w:pPr>
              <w:pStyle w:val="TAC"/>
              <w:rPr>
                <w:lang w:eastAsia="en-GB"/>
              </w:rPr>
            </w:pPr>
            <w:r w:rsidRPr="00E062F1">
              <w:t>20+20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152041" w14:textId="77777777" w:rsidR="009E113B" w:rsidRPr="00E062F1" w:rsidRDefault="009E113B" w:rsidP="006B3BD2">
            <w:pPr>
              <w:pStyle w:val="TAC"/>
              <w:rPr>
                <w:lang w:eastAsia="en-GB"/>
              </w:rPr>
            </w:pPr>
            <w:r w:rsidRPr="00E062F1">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8324DE" w14:textId="77777777" w:rsidR="009E113B" w:rsidRPr="00E062F1" w:rsidRDefault="009E113B" w:rsidP="006B3BD2">
            <w:pPr>
              <w:pStyle w:val="TAC"/>
              <w:rPr>
                <w:lang w:eastAsia="en-GB"/>
              </w:rPr>
            </w:pPr>
          </w:p>
        </w:tc>
        <w:tc>
          <w:tcPr>
            <w:tcW w:w="0" w:type="auto"/>
            <w:tcBorders>
              <w:top w:val="single" w:sz="4" w:space="0" w:color="auto"/>
              <w:left w:val="single" w:sz="4" w:space="0" w:color="auto"/>
              <w:right w:val="single" w:sz="4" w:space="0" w:color="auto"/>
            </w:tcBorders>
            <w:shd w:val="clear" w:color="auto" w:fill="auto"/>
          </w:tcPr>
          <w:p w14:paraId="512A4EE2" w14:textId="77777777" w:rsidR="009E113B" w:rsidRPr="00E062F1" w:rsidRDefault="009E113B" w:rsidP="006B3BD2">
            <w:pPr>
              <w:pStyle w:val="TAC"/>
              <w:rPr>
                <w:lang w:eastAsia="en-GB"/>
              </w:rPr>
            </w:pPr>
            <w:r w:rsidRPr="00E062F1">
              <w:rPr>
                <w:lang w:eastAsia="en-GB"/>
              </w:rPr>
              <w:t>140</w:t>
            </w:r>
          </w:p>
        </w:tc>
        <w:tc>
          <w:tcPr>
            <w:tcW w:w="0" w:type="auto"/>
            <w:tcBorders>
              <w:top w:val="single" w:sz="4" w:space="0" w:color="auto"/>
              <w:left w:val="single" w:sz="4" w:space="0" w:color="auto"/>
              <w:right w:val="single" w:sz="4" w:space="0" w:color="auto"/>
            </w:tcBorders>
            <w:shd w:val="clear" w:color="auto" w:fill="auto"/>
          </w:tcPr>
          <w:p w14:paraId="5F212611" w14:textId="77777777" w:rsidR="009E113B" w:rsidRPr="00E062F1" w:rsidRDefault="009E113B" w:rsidP="006B3BD2">
            <w:pPr>
              <w:pStyle w:val="TAC"/>
              <w:rPr>
                <w:lang w:eastAsia="en-GB"/>
              </w:rPr>
            </w:pPr>
            <w:r w:rsidRPr="00E062F1">
              <w:rPr>
                <w:lang w:eastAsia="en-GB"/>
              </w:rPr>
              <w:t>1</w:t>
            </w:r>
          </w:p>
        </w:tc>
      </w:tr>
      <w:tr w:rsidR="009E113B" w:rsidRPr="00E062F1" w14:paraId="19BF23AD" w14:textId="77777777" w:rsidTr="006B3BD2">
        <w:trPr>
          <w:trHeight w:val="187"/>
        </w:trPr>
        <w:tc>
          <w:tcPr>
            <w:tcW w:w="0" w:type="auto"/>
            <w:tcBorders>
              <w:left w:val="single" w:sz="4" w:space="0" w:color="auto"/>
              <w:right w:val="single" w:sz="4" w:space="0" w:color="auto"/>
            </w:tcBorders>
            <w:shd w:val="clear" w:color="auto" w:fill="auto"/>
          </w:tcPr>
          <w:p w14:paraId="3E739CE4"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7456AA98"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DB8C45"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A10110" w14:textId="77777777" w:rsidR="009E113B" w:rsidRPr="00E062F1" w:rsidRDefault="009E113B" w:rsidP="006B3BD2">
            <w:pPr>
              <w:pStyle w:val="TAC"/>
              <w:rPr>
                <w:lang w:eastAsia="en-GB"/>
              </w:rPr>
            </w:pPr>
            <w:r w:rsidRPr="00E062F1">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B2C662" w14:textId="77777777" w:rsidR="009E113B" w:rsidRPr="00E062F1" w:rsidRDefault="009E113B" w:rsidP="006B3BD2">
            <w:pPr>
              <w:pStyle w:val="TAC"/>
              <w:rPr>
                <w:lang w:eastAsia="en-GB"/>
              </w:rPr>
            </w:pPr>
            <w:r w:rsidRPr="00E062F1">
              <w:rPr>
                <w:lang w:eastAsia="en-GB"/>
              </w:rPr>
              <w:t>20+20</w:t>
            </w:r>
          </w:p>
        </w:tc>
        <w:tc>
          <w:tcPr>
            <w:tcW w:w="0" w:type="auto"/>
            <w:tcBorders>
              <w:left w:val="single" w:sz="4" w:space="0" w:color="auto"/>
              <w:bottom w:val="single" w:sz="4" w:space="0" w:color="auto"/>
              <w:right w:val="single" w:sz="4" w:space="0" w:color="auto"/>
            </w:tcBorders>
            <w:shd w:val="clear" w:color="auto" w:fill="auto"/>
          </w:tcPr>
          <w:p w14:paraId="44719C4E"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55863C2B" w14:textId="77777777" w:rsidR="009E113B" w:rsidRPr="00E062F1" w:rsidRDefault="009E113B" w:rsidP="006B3BD2">
            <w:pPr>
              <w:pStyle w:val="TAC"/>
              <w:rPr>
                <w:lang w:eastAsia="en-GB"/>
              </w:rPr>
            </w:pPr>
          </w:p>
        </w:tc>
      </w:tr>
      <w:tr w:rsidR="009E113B" w:rsidRPr="00E062F1" w14:paraId="3E76D093" w14:textId="77777777" w:rsidTr="006B3BD2">
        <w:trPr>
          <w:trHeight w:val="187"/>
        </w:trPr>
        <w:tc>
          <w:tcPr>
            <w:tcW w:w="0" w:type="auto"/>
            <w:tcBorders>
              <w:left w:val="single" w:sz="4" w:space="0" w:color="auto"/>
              <w:right w:val="single" w:sz="4" w:space="0" w:color="auto"/>
            </w:tcBorders>
            <w:shd w:val="clear" w:color="auto" w:fill="auto"/>
          </w:tcPr>
          <w:p w14:paraId="54C86675"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270F82B4"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15F1F5" w14:textId="77777777" w:rsidR="009E113B" w:rsidRPr="00E062F1" w:rsidRDefault="009E113B" w:rsidP="006B3BD2">
            <w:pPr>
              <w:pStyle w:val="TAC"/>
              <w:rPr>
                <w:lang w:eastAsia="en-GB"/>
              </w:rPr>
            </w:pPr>
            <w:r w:rsidRPr="00E062F1">
              <w:t>20+20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F0112D" w14:textId="77777777" w:rsidR="009E113B" w:rsidRPr="00E062F1" w:rsidRDefault="009E113B" w:rsidP="006B3BD2">
            <w:pPr>
              <w:pStyle w:val="TAC"/>
              <w:rPr>
                <w:lang w:eastAsia="en-GB"/>
              </w:rPr>
            </w:pPr>
            <w:r w:rsidRPr="00E062F1">
              <w:t>10, 20, 30, 40, 50, 60, 80,100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CFEF00" w14:textId="77777777" w:rsidR="009E113B" w:rsidRPr="00E062F1" w:rsidRDefault="009E113B" w:rsidP="006B3BD2">
            <w:pPr>
              <w:pStyle w:val="TAC"/>
              <w:rPr>
                <w:lang w:eastAsia="en-GB"/>
              </w:rPr>
            </w:pPr>
          </w:p>
        </w:tc>
        <w:tc>
          <w:tcPr>
            <w:tcW w:w="0" w:type="auto"/>
            <w:tcBorders>
              <w:top w:val="single" w:sz="4" w:space="0" w:color="auto"/>
              <w:left w:val="single" w:sz="4" w:space="0" w:color="auto"/>
              <w:right w:val="single" w:sz="4" w:space="0" w:color="auto"/>
            </w:tcBorders>
            <w:shd w:val="clear" w:color="auto" w:fill="auto"/>
          </w:tcPr>
          <w:p w14:paraId="09108C06" w14:textId="77777777" w:rsidR="009E113B" w:rsidRPr="00E062F1" w:rsidRDefault="009E113B" w:rsidP="006B3BD2">
            <w:pPr>
              <w:pStyle w:val="TAC"/>
              <w:rPr>
                <w:lang w:eastAsia="en-GB"/>
              </w:rPr>
            </w:pPr>
            <w:r w:rsidRPr="00E062F1">
              <w:rPr>
                <w:lang w:eastAsia="zh-CN"/>
              </w:rPr>
              <w:t>140</w:t>
            </w:r>
          </w:p>
        </w:tc>
        <w:tc>
          <w:tcPr>
            <w:tcW w:w="0" w:type="auto"/>
            <w:tcBorders>
              <w:top w:val="single" w:sz="4" w:space="0" w:color="auto"/>
              <w:left w:val="single" w:sz="4" w:space="0" w:color="auto"/>
              <w:right w:val="single" w:sz="4" w:space="0" w:color="auto"/>
            </w:tcBorders>
            <w:shd w:val="clear" w:color="auto" w:fill="auto"/>
          </w:tcPr>
          <w:p w14:paraId="5AD87E6C" w14:textId="77777777" w:rsidR="009E113B" w:rsidRPr="00E062F1" w:rsidRDefault="009E113B" w:rsidP="006B3BD2">
            <w:pPr>
              <w:pStyle w:val="TAC"/>
              <w:rPr>
                <w:lang w:eastAsia="en-GB"/>
              </w:rPr>
            </w:pPr>
            <w:r w:rsidRPr="00E062F1">
              <w:rPr>
                <w:lang w:eastAsia="zh-CN"/>
              </w:rPr>
              <w:t>2</w:t>
            </w:r>
          </w:p>
        </w:tc>
      </w:tr>
      <w:tr w:rsidR="009E113B" w:rsidRPr="00E062F1" w14:paraId="6FBE3E3C" w14:textId="77777777" w:rsidTr="006B3BD2">
        <w:trPr>
          <w:trHeight w:val="187"/>
        </w:trPr>
        <w:tc>
          <w:tcPr>
            <w:tcW w:w="0" w:type="auto"/>
            <w:tcBorders>
              <w:left w:val="single" w:sz="4" w:space="0" w:color="auto"/>
              <w:right w:val="single" w:sz="4" w:space="0" w:color="auto"/>
            </w:tcBorders>
            <w:shd w:val="clear" w:color="auto" w:fill="auto"/>
          </w:tcPr>
          <w:p w14:paraId="6F2C5AFC"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13AB6F9C"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E5631A"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17B576" w14:textId="77777777" w:rsidR="009E113B" w:rsidRPr="00E062F1" w:rsidRDefault="009E113B" w:rsidP="006B3BD2">
            <w:pPr>
              <w:pStyle w:val="TAC"/>
              <w:rPr>
                <w:lang w:eastAsia="en-GB"/>
              </w:rPr>
            </w:pPr>
            <w:r w:rsidRPr="00E062F1">
              <w:t>10, 20, 30, 40, 50, 60, 80,100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99419E" w14:textId="77777777" w:rsidR="009E113B" w:rsidRPr="00E062F1" w:rsidRDefault="009E113B" w:rsidP="006B3BD2">
            <w:pPr>
              <w:pStyle w:val="TAC"/>
              <w:rPr>
                <w:lang w:eastAsia="en-GB"/>
              </w:rPr>
            </w:pPr>
            <w:r w:rsidRPr="00E062F1">
              <w:t>20+20</w:t>
            </w:r>
          </w:p>
        </w:tc>
        <w:tc>
          <w:tcPr>
            <w:tcW w:w="0" w:type="auto"/>
            <w:tcBorders>
              <w:left w:val="single" w:sz="4" w:space="0" w:color="auto"/>
              <w:right w:val="single" w:sz="4" w:space="0" w:color="auto"/>
            </w:tcBorders>
            <w:shd w:val="clear" w:color="auto" w:fill="auto"/>
          </w:tcPr>
          <w:p w14:paraId="27770465"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1BF060CC" w14:textId="77777777" w:rsidR="009E113B" w:rsidRPr="00E062F1" w:rsidRDefault="009E113B" w:rsidP="006B3BD2">
            <w:pPr>
              <w:pStyle w:val="TAC"/>
              <w:rPr>
                <w:lang w:eastAsia="en-GB"/>
              </w:rPr>
            </w:pPr>
          </w:p>
        </w:tc>
      </w:tr>
      <w:tr w:rsidR="009E113B" w:rsidRPr="00E062F1" w14:paraId="725B4E4E" w14:textId="77777777" w:rsidTr="006B3BD2">
        <w:trPr>
          <w:trHeight w:val="187"/>
        </w:trPr>
        <w:tc>
          <w:tcPr>
            <w:tcW w:w="0" w:type="auto"/>
            <w:tcBorders>
              <w:left w:val="single" w:sz="4" w:space="0" w:color="auto"/>
              <w:right w:val="single" w:sz="4" w:space="0" w:color="auto"/>
            </w:tcBorders>
            <w:shd w:val="clear" w:color="auto" w:fill="auto"/>
          </w:tcPr>
          <w:p w14:paraId="7066729D"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2547E3C1"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F91A2F" w14:textId="77777777" w:rsidR="009E113B" w:rsidRPr="00E062F1" w:rsidRDefault="009E113B" w:rsidP="006B3BD2">
            <w:pPr>
              <w:pStyle w:val="TAC"/>
              <w:rPr>
                <w:lang w:eastAsia="en-GB"/>
              </w:rPr>
            </w:pPr>
            <w:r w:rsidRPr="00E062F1">
              <w:t>10+20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E6A51" w14:textId="77777777" w:rsidR="009E113B" w:rsidRPr="00E062F1" w:rsidRDefault="009E113B" w:rsidP="006B3BD2">
            <w:pPr>
              <w:pStyle w:val="TAC"/>
              <w:rPr>
                <w:lang w:eastAsia="en-GB"/>
              </w:rPr>
            </w:pPr>
            <w:r w:rsidRPr="00E062F1">
              <w:t>10, 20, 30, 40, 50, 60, 80,100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19F30"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5A74AE48"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494EE2B0" w14:textId="77777777" w:rsidR="009E113B" w:rsidRPr="00E062F1" w:rsidRDefault="009E113B" w:rsidP="006B3BD2">
            <w:pPr>
              <w:pStyle w:val="TAC"/>
              <w:rPr>
                <w:lang w:eastAsia="en-GB"/>
              </w:rPr>
            </w:pPr>
          </w:p>
        </w:tc>
      </w:tr>
      <w:tr w:rsidR="009E113B" w:rsidRPr="00E062F1" w14:paraId="29F0957E" w14:textId="77777777" w:rsidTr="006B3BD2">
        <w:trPr>
          <w:trHeight w:val="187"/>
        </w:trPr>
        <w:tc>
          <w:tcPr>
            <w:tcW w:w="0" w:type="auto"/>
            <w:tcBorders>
              <w:left w:val="single" w:sz="4" w:space="0" w:color="auto"/>
              <w:bottom w:val="single" w:sz="4" w:space="0" w:color="auto"/>
              <w:right w:val="single" w:sz="4" w:space="0" w:color="auto"/>
            </w:tcBorders>
            <w:shd w:val="clear" w:color="auto" w:fill="auto"/>
          </w:tcPr>
          <w:p w14:paraId="33D7F468"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7EC80D2C"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AE578E"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61C51E" w14:textId="77777777" w:rsidR="009E113B" w:rsidRPr="00E062F1" w:rsidRDefault="009E113B" w:rsidP="006B3BD2">
            <w:pPr>
              <w:pStyle w:val="TAC"/>
              <w:rPr>
                <w:lang w:eastAsia="en-GB"/>
              </w:rPr>
            </w:pPr>
            <w:r w:rsidRPr="00E062F1">
              <w:t>10, 20, 30, 40, 50, 60, 80,100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D3E445" w14:textId="77777777" w:rsidR="009E113B" w:rsidRPr="00E062F1" w:rsidRDefault="009E113B" w:rsidP="006B3BD2">
            <w:pPr>
              <w:pStyle w:val="TAC"/>
              <w:rPr>
                <w:lang w:eastAsia="en-GB"/>
              </w:rPr>
            </w:pPr>
            <w:r w:rsidRPr="00E062F1">
              <w:t>10+20</w:t>
            </w:r>
          </w:p>
        </w:tc>
        <w:tc>
          <w:tcPr>
            <w:tcW w:w="0" w:type="auto"/>
            <w:tcBorders>
              <w:left w:val="single" w:sz="4" w:space="0" w:color="auto"/>
              <w:bottom w:val="single" w:sz="4" w:space="0" w:color="auto"/>
              <w:right w:val="single" w:sz="4" w:space="0" w:color="auto"/>
            </w:tcBorders>
            <w:shd w:val="clear" w:color="auto" w:fill="auto"/>
          </w:tcPr>
          <w:p w14:paraId="12E8F2C7"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0DB66941" w14:textId="77777777" w:rsidR="009E113B" w:rsidRPr="00E062F1" w:rsidRDefault="009E113B" w:rsidP="006B3BD2">
            <w:pPr>
              <w:pStyle w:val="TAC"/>
              <w:rPr>
                <w:lang w:eastAsia="en-GB"/>
              </w:rPr>
            </w:pPr>
          </w:p>
        </w:tc>
      </w:tr>
      <w:tr w:rsidR="009E113B" w:rsidRPr="00E062F1" w14:paraId="5DA41628" w14:textId="77777777" w:rsidTr="006B3BD2">
        <w:trPr>
          <w:trHeight w:val="187"/>
        </w:trPr>
        <w:tc>
          <w:tcPr>
            <w:tcW w:w="1474"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0DA3C311" w14:textId="77777777" w:rsidR="009E113B" w:rsidRPr="00E062F1" w:rsidRDefault="009E113B" w:rsidP="006B3BD2">
            <w:pPr>
              <w:pStyle w:val="TAC"/>
              <w:rPr>
                <w:lang w:eastAsia="en-GB"/>
              </w:rPr>
            </w:pPr>
            <w:r w:rsidRPr="00E062F1">
              <w:rPr>
                <w:lang w:eastAsia="en-GB"/>
              </w:rPr>
              <w:t>DC_(n)41DA</w:t>
            </w:r>
          </w:p>
        </w:tc>
        <w:tc>
          <w:tcPr>
            <w:tcW w:w="156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5E7F10CE" w14:textId="2F9BB5E0" w:rsidR="009E113B" w:rsidRPr="00E062F1" w:rsidRDefault="009E113B" w:rsidP="006B3BD2">
            <w:pPr>
              <w:pStyle w:val="TAC"/>
              <w:rPr>
                <w:vertAlign w:val="superscript"/>
                <w:lang w:eastAsia="en-GB"/>
              </w:rPr>
            </w:pPr>
            <w:r w:rsidRPr="00E062F1">
              <w:rPr>
                <w:lang w:eastAsia="en-GB"/>
              </w:rPr>
              <w:t>DC_(n)41AA, DC_41A_n41A</w:t>
            </w:r>
            <w:r w:rsidRPr="00E062F1">
              <w:rPr>
                <w:vertAlign w:val="superscript"/>
                <w:lang w:eastAsia="en-GB"/>
              </w:rPr>
              <w:t>2</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B4A06D" w14:textId="77777777" w:rsidR="009E113B" w:rsidRPr="00E062F1" w:rsidRDefault="009E113B" w:rsidP="006B3BD2">
            <w:pPr>
              <w:pStyle w:val="TAC"/>
              <w:rPr>
                <w:lang w:eastAsia="en-GB"/>
              </w:rPr>
            </w:pPr>
            <w:r w:rsidRPr="00E062F1">
              <w:rPr>
                <w:lang w:eastAsia="en-GB"/>
              </w:rPr>
              <w:t>20+20+20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7B5D85" w14:textId="77777777" w:rsidR="009E113B" w:rsidRPr="00E062F1" w:rsidRDefault="009E113B" w:rsidP="006B3BD2">
            <w:pPr>
              <w:pStyle w:val="TAC"/>
              <w:rPr>
                <w:lang w:eastAsia="en-GB"/>
              </w:rPr>
            </w:pPr>
            <w:r w:rsidRPr="00E062F1">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BFB50B" w14:textId="77777777" w:rsidR="009E113B" w:rsidRPr="00E062F1" w:rsidRDefault="009E113B" w:rsidP="006B3BD2">
            <w:pPr>
              <w:pStyle w:val="TAC"/>
              <w:rPr>
                <w:lang w:eastAsia="en-GB"/>
              </w:rPr>
            </w:pPr>
          </w:p>
        </w:tc>
        <w:tc>
          <w:tcPr>
            <w:tcW w:w="1236"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33915F68" w14:textId="77777777" w:rsidR="009E113B" w:rsidRPr="00E062F1" w:rsidRDefault="009E113B" w:rsidP="006B3BD2">
            <w:pPr>
              <w:pStyle w:val="TAC"/>
              <w:rPr>
                <w:lang w:eastAsia="en-GB"/>
              </w:rPr>
            </w:pPr>
            <w:r w:rsidRPr="00E062F1">
              <w:rPr>
                <w:lang w:eastAsia="en-GB"/>
              </w:rPr>
              <w:t>160</w:t>
            </w:r>
          </w:p>
        </w:tc>
        <w:tc>
          <w:tcPr>
            <w:tcW w:w="129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6B05EEB9" w14:textId="77777777" w:rsidR="009E113B" w:rsidRPr="00E062F1" w:rsidRDefault="009E113B" w:rsidP="006B3BD2">
            <w:pPr>
              <w:pStyle w:val="TAC"/>
              <w:rPr>
                <w:lang w:eastAsia="en-GB"/>
              </w:rPr>
            </w:pPr>
            <w:r w:rsidRPr="00E062F1">
              <w:rPr>
                <w:lang w:eastAsia="en-GB"/>
              </w:rPr>
              <w:t>0</w:t>
            </w:r>
          </w:p>
        </w:tc>
      </w:tr>
      <w:tr w:rsidR="009E113B" w:rsidRPr="00E062F1" w14:paraId="28082BA8" w14:textId="77777777" w:rsidTr="006B3BD2">
        <w:trPr>
          <w:trHeight w:val="187"/>
        </w:trPr>
        <w:tc>
          <w:tcPr>
            <w:tcW w:w="0" w:type="auto"/>
            <w:tcBorders>
              <w:left w:val="single" w:sz="4" w:space="0" w:color="auto"/>
              <w:right w:val="single" w:sz="4" w:space="0" w:color="auto"/>
            </w:tcBorders>
            <w:shd w:val="clear" w:color="auto" w:fill="auto"/>
            <w:hideMark/>
          </w:tcPr>
          <w:p w14:paraId="7AF2EC8C"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hideMark/>
          </w:tcPr>
          <w:p w14:paraId="5469A5E7"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0E703F"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F51F37" w14:textId="77777777" w:rsidR="009E113B" w:rsidRPr="00E062F1" w:rsidRDefault="009E113B" w:rsidP="006B3BD2">
            <w:pPr>
              <w:pStyle w:val="TAC"/>
              <w:rPr>
                <w:lang w:eastAsia="en-GB"/>
              </w:rPr>
            </w:pPr>
            <w:r w:rsidRPr="00E062F1">
              <w:rPr>
                <w:lang w:eastAsia="en-GB"/>
              </w:rPr>
              <w:t>40, 60, 80,100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BB646A" w14:textId="77777777" w:rsidR="009E113B" w:rsidRPr="00E062F1" w:rsidRDefault="009E113B" w:rsidP="006B3BD2">
            <w:pPr>
              <w:pStyle w:val="TAC"/>
              <w:rPr>
                <w:lang w:eastAsia="en-GB"/>
              </w:rPr>
            </w:pPr>
            <w:r w:rsidRPr="00E062F1">
              <w:rPr>
                <w:lang w:eastAsia="en-GB"/>
              </w:rPr>
              <w:t>20+20+20</w:t>
            </w:r>
          </w:p>
        </w:tc>
        <w:tc>
          <w:tcPr>
            <w:tcW w:w="0" w:type="auto"/>
            <w:tcBorders>
              <w:left w:val="single" w:sz="4" w:space="0" w:color="auto"/>
              <w:bottom w:val="single" w:sz="4" w:space="0" w:color="auto"/>
              <w:right w:val="single" w:sz="4" w:space="0" w:color="auto"/>
            </w:tcBorders>
            <w:shd w:val="clear" w:color="auto" w:fill="auto"/>
            <w:hideMark/>
          </w:tcPr>
          <w:p w14:paraId="1607EB69"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hideMark/>
          </w:tcPr>
          <w:p w14:paraId="48DED7C3" w14:textId="77777777" w:rsidR="009E113B" w:rsidRPr="00E062F1" w:rsidRDefault="009E113B" w:rsidP="006B3BD2">
            <w:pPr>
              <w:pStyle w:val="TAC"/>
              <w:rPr>
                <w:lang w:eastAsia="en-GB"/>
              </w:rPr>
            </w:pPr>
          </w:p>
        </w:tc>
      </w:tr>
      <w:tr w:rsidR="009E113B" w:rsidRPr="00E062F1" w14:paraId="636C1250" w14:textId="77777777" w:rsidTr="006B3BD2">
        <w:trPr>
          <w:trHeight w:val="187"/>
        </w:trPr>
        <w:tc>
          <w:tcPr>
            <w:tcW w:w="0" w:type="auto"/>
            <w:tcBorders>
              <w:left w:val="single" w:sz="4" w:space="0" w:color="auto"/>
              <w:right w:val="single" w:sz="4" w:space="0" w:color="auto"/>
            </w:tcBorders>
            <w:shd w:val="clear" w:color="auto" w:fill="auto"/>
          </w:tcPr>
          <w:p w14:paraId="5C7FA160"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275EB572"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639A85" w14:textId="77777777" w:rsidR="009E113B" w:rsidRPr="00E062F1" w:rsidRDefault="009E113B" w:rsidP="006B3BD2">
            <w:pPr>
              <w:pStyle w:val="TAC"/>
              <w:rPr>
                <w:lang w:eastAsia="en-GB"/>
              </w:rPr>
            </w:pPr>
            <w:r w:rsidRPr="00E062F1">
              <w:t>20+20+20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2BE4CA" w14:textId="77777777" w:rsidR="009E113B" w:rsidRPr="00E062F1" w:rsidRDefault="009E113B" w:rsidP="006B3BD2">
            <w:pPr>
              <w:pStyle w:val="TAC"/>
              <w:rPr>
                <w:lang w:eastAsia="en-GB"/>
              </w:rPr>
            </w:pPr>
            <w:r w:rsidRPr="00E062F1">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F4F89F" w14:textId="77777777" w:rsidR="009E113B" w:rsidRPr="00E062F1" w:rsidRDefault="009E113B" w:rsidP="006B3BD2">
            <w:pPr>
              <w:pStyle w:val="TAC"/>
              <w:rPr>
                <w:lang w:eastAsia="en-GB"/>
              </w:rPr>
            </w:pPr>
          </w:p>
        </w:tc>
        <w:tc>
          <w:tcPr>
            <w:tcW w:w="0" w:type="auto"/>
            <w:tcBorders>
              <w:top w:val="single" w:sz="4" w:space="0" w:color="auto"/>
              <w:left w:val="single" w:sz="4" w:space="0" w:color="auto"/>
              <w:right w:val="single" w:sz="4" w:space="0" w:color="auto"/>
            </w:tcBorders>
            <w:shd w:val="clear" w:color="auto" w:fill="auto"/>
          </w:tcPr>
          <w:p w14:paraId="21F29A12" w14:textId="77777777" w:rsidR="009E113B" w:rsidRPr="00E062F1" w:rsidRDefault="009E113B" w:rsidP="006B3BD2">
            <w:pPr>
              <w:pStyle w:val="TAC"/>
              <w:rPr>
                <w:lang w:eastAsia="en-GB"/>
              </w:rPr>
            </w:pPr>
            <w:r w:rsidRPr="00E062F1">
              <w:rPr>
                <w:lang w:eastAsia="en-GB"/>
              </w:rPr>
              <w:t>160</w:t>
            </w:r>
          </w:p>
        </w:tc>
        <w:tc>
          <w:tcPr>
            <w:tcW w:w="0" w:type="auto"/>
            <w:tcBorders>
              <w:top w:val="single" w:sz="4" w:space="0" w:color="auto"/>
              <w:left w:val="single" w:sz="4" w:space="0" w:color="auto"/>
              <w:right w:val="single" w:sz="4" w:space="0" w:color="auto"/>
            </w:tcBorders>
            <w:shd w:val="clear" w:color="auto" w:fill="auto"/>
          </w:tcPr>
          <w:p w14:paraId="730D61C1" w14:textId="77777777" w:rsidR="009E113B" w:rsidRPr="00E062F1" w:rsidRDefault="009E113B" w:rsidP="006B3BD2">
            <w:pPr>
              <w:pStyle w:val="TAC"/>
              <w:rPr>
                <w:lang w:eastAsia="en-GB"/>
              </w:rPr>
            </w:pPr>
            <w:r w:rsidRPr="00E062F1">
              <w:rPr>
                <w:lang w:eastAsia="en-GB"/>
              </w:rPr>
              <w:t>1</w:t>
            </w:r>
          </w:p>
        </w:tc>
      </w:tr>
      <w:tr w:rsidR="009E113B" w:rsidRPr="00E062F1" w14:paraId="2CAE846F" w14:textId="77777777" w:rsidTr="006B3BD2">
        <w:trPr>
          <w:trHeight w:val="187"/>
        </w:trPr>
        <w:tc>
          <w:tcPr>
            <w:tcW w:w="0" w:type="auto"/>
            <w:tcBorders>
              <w:left w:val="single" w:sz="4" w:space="0" w:color="auto"/>
              <w:right w:val="single" w:sz="4" w:space="0" w:color="auto"/>
            </w:tcBorders>
            <w:shd w:val="clear" w:color="auto" w:fill="auto"/>
          </w:tcPr>
          <w:p w14:paraId="440761CD"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6A3FCE09"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D023EF"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FF5A8B" w14:textId="77777777" w:rsidR="009E113B" w:rsidRPr="00E062F1" w:rsidRDefault="009E113B" w:rsidP="006B3BD2">
            <w:pPr>
              <w:pStyle w:val="TAC"/>
              <w:rPr>
                <w:lang w:eastAsia="en-GB"/>
              </w:rPr>
            </w:pPr>
            <w:r w:rsidRPr="00E062F1">
              <w:rPr>
                <w:lang w:eastAsia="en-GB"/>
              </w:rPr>
              <w:t>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4174B8" w14:textId="77777777" w:rsidR="009E113B" w:rsidRPr="00E062F1" w:rsidRDefault="009E113B" w:rsidP="006B3BD2">
            <w:pPr>
              <w:pStyle w:val="TAC"/>
              <w:rPr>
                <w:lang w:eastAsia="en-GB"/>
              </w:rPr>
            </w:pPr>
            <w:r w:rsidRPr="00E062F1">
              <w:rPr>
                <w:lang w:eastAsia="en-GB"/>
              </w:rPr>
              <w:t>20+20+20</w:t>
            </w:r>
          </w:p>
        </w:tc>
        <w:tc>
          <w:tcPr>
            <w:tcW w:w="0" w:type="auto"/>
            <w:tcBorders>
              <w:left w:val="single" w:sz="4" w:space="0" w:color="auto"/>
              <w:bottom w:val="single" w:sz="4" w:space="0" w:color="auto"/>
              <w:right w:val="single" w:sz="4" w:space="0" w:color="auto"/>
            </w:tcBorders>
            <w:shd w:val="clear" w:color="auto" w:fill="auto"/>
          </w:tcPr>
          <w:p w14:paraId="2C2771BD"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004330A9" w14:textId="77777777" w:rsidR="009E113B" w:rsidRPr="00E062F1" w:rsidRDefault="009E113B" w:rsidP="006B3BD2">
            <w:pPr>
              <w:pStyle w:val="TAC"/>
              <w:rPr>
                <w:lang w:eastAsia="en-GB"/>
              </w:rPr>
            </w:pPr>
          </w:p>
        </w:tc>
      </w:tr>
      <w:tr w:rsidR="009E113B" w:rsidRPr="00E062F1" w14:paraId="19DB057A" w14:textId="77777777" w:rsidTr="006B3BD2">
        <w:trPr>
          <w:trHeight w:val="187"/>
        </w:trPr>
        <w:tc>
          <w:tcPr>
            <w:tcW w:w="0" w:type="auto"/>
            <w:tcBorders>
              <w:left w:val="single" w:sz="4" w:space="0" w:color="auto"/>
              <w:right w:val="single" w:sz="4" w:space="0" w:color="auto"/>
            </w:tcBorders>
            <w:shd w:val="clear" w:color="auto" w:fill="auto"/>
          </w:tcPr>
          <w:p w14:paraId="3E1B6347"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3BBC718F"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5D61D3" w14:textId="77777777" w:rsidR="009E113B" w:rsidRPr="00E062F1" w:rsidRDefault="009E113B" w:rsidP="006B3BD2">
            <w:pPr>
              <w:pStyle w:val="TAC"/>
              <w:rPr>
                <w:lang w:eastAsia="en-GB"/>
              </w:rPr>
            </w:pPr>
            <w:r w:rsidRPr="00E062F1">
              <w:t>20+20+20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7EC48D" w14:textId="77777777" w:rsidR="009E113B" w:rsidRPr="00E062F1" w:rsidRDefault="009E113B" w:rsidP="006B3BD2">
            <w:pPr>
              <w:pStyle w:val="TAC"/>
              <w:rPr>
                <w:lang w:eastAsia="en-GB"/>
              </w:rPr>
            </w:pPr>
            <w:r w:rsidRPr="00E062F1">
              <w:rPr>
                <w:lang w:eastAsia="en-GB"/>
              </w:rPr>
              <w:t>30, 40, 50, 60, 80,100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473A73" w14:textId="77777777" w:rsidR="009E113B" w:rsidRPr="00E062F1" w:rsidRDefault="009E113B" w:rsidP="006B3BD2">
            <w:pPr>
              <w:pStyle w:val="TAC"/>
              <w:rPr>
                <w:lang w:eastAsia="en-GB"/>
              </w:rPr>
            </w:pPr>
          </w:p>
        </w:tc>
        <w:tc>
          <w:tcPr>
            <w:tcW w:w="0" w:type="auto"/>
            <w:tcBorders>
              <w:top w:val="single" w:sz="4" w:space="0" w:color="auto"/>
              <w:left w:val="single" w:sz="4" w:space="0" w:color="auto"/>
              <w:right w:val="single" w:sz="4" w:space="0" w:color="auto"/>
            </w:tcBorders>
            <w:shd w:val="clear" w:color="auto" w:fill="auto"/>
          </w:tcPr>
          <w:p w14:paraId="3D9A36D4" w14:textId="77777777" w:rsidR="009E113B" w:rsidRPr="00E062F1" w:rsidRDefault="009E113B" w:rsidP="006B3BD2">
            <w:pPr>
              <w:pStyle w:val="TAC"/>
              <w:rPr>
                <w:lang w:eastAsia="en-GB"/>
              </w:rPr>
            </w:pPr>
            <w:r w:rsidRPr="00E062F1">
              <w:rPr>
                <w:lang w:eastAsia="zh-CN"/>
              </w:rPr>
              <w:t>160</w:t>
            </w:r>
          </w:p>
        </w:tc>
        <w:tc>
          <w:tcPr>
            <w:tcW w:w="0" w:type="auto"/>
            <w:tcBorders>
              <w:top w:val="single" w:sz="4" w:space="0" w:color="auto"/>
              <w:left w:val="single" w:sz="4" w:space="0" w:color="auto"/>
              <w:right w:val="single" w:sz="4" w:space="0" w:color="auto"/>
            </w:tcBorders>
            <w:shd w:val="clear" w:color="auto" w:fill="auto"/>
          </w:tcPr>
          <w:p w14:paraId="60362FF7" w14:textId="77777777" w:rsidR="009E113B" w:rsidRPr="00E062F1" w:rsidRDefault="009E113B" w:rsidP="006B3BD2">
            <w:pPr>
              <w:pStyle w:val="TAC"/>
              <w:rPr>
                <w:lang w:eastAsia="en-GB"/>
              </w:rPr>
            </w:pPr>
            <w:r w:rsidRPr="00E062F1">
              <w:rPr>
                <w:lang w:eastAsia="zh-CN"/>
              </w:rPr>
              <w:t>2</w:t>
            </w:r>
          </w:p>
        </w:tc>
      </w:tr>
      <w:tr w:rsidR="009E113B" w:rsidRPr="00E062F1" w14:paraId="3C99F81F" w14:textId="77777777" w:rsidTr="006B3BD2">
        <w:trPr>
          <w:trHeight w:val="187"/>
        </w:trPr>
        <w:tc>
          <w:tcPr>
            <w:tcW w:w="0" w:type="auto"/>
            <w:tcBorders>
              <w:left w:val="single" w:sz="4" w:space="0" w:color="auto"/>
              <w:right w:val="single" w:sz="4" w:space="0" w:color="auto"/>
            </w:tcBorders>
            <w:shd w:val="clear" w:color="auto" w:fill="auto"/>
          </w:tcPr>
          <w:p w14:paraId="026DDEA2"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4C02A100"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E76707"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842D9" w14:textId="77777777" w:rsidR="009E113B" w:rsidRPr="00E062F1" w:rsidRDefault="009E113B" w:rsidP="006B3BD2">
            <w:pPr>
              <w:pStyle w:val="TAC"/>
              <w:rPr>
                <w:lang w:eastAsia="en-GB"/>
              </w:rPr>
            </w:pPr>
            <w:r w:rsidRPr="00E062F1">
              <w:rPr>
                <w:lang w:eastAsia="en-GB"/>
              </w:rPr>
              <w:t>30, 40, 50, 60, 80,100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D9475E" w14:textId="77777777" w:rsidR="009E113B" w:rsidRPr="00E062F1" w:rsidRDefault="009E113B" w:rsidP="006B3BD2">
            <w:pPr>
              <w:pStyle w:val="TAC"/>
              <w:rPr>
                <w:lang w:eastAsia="en-GB"/>
              </w:rPr>
            </w:pPr>
            <w:r w:rsidRPr="00E062F1">
              <w:t>20+20+20</w:t>
            </w:r>
          </w:p>
        </w:tc>
        <w:tc>
          <w:tcPr>
            <w:tcW w:w="0" w:type="auto"/>
            <w:tcBorders>
              <w:left w:val="single" w:sz="4" w:space="0" w:color="auto"/>
              <w:right w:val="single" w:sz="4" w:space="0" w:color="auto"/>
            </w:tcBorders>
            <w:shd w:val="clear" w:color="auto" w:fill="auto"/>
          </w:tcPr>
          <w:p w14:paraId="4B938E08"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76BC9B2D" w14:textId="77777777" w:rsidR="009E113B" w:rsidRPr="00E062F1" w:rsidRDefault="009E113B" w:rsidP="006B3BD2">
            <w:pPr>
              <w:pStyle w:val="TAC"/>
              <w:rPr>
                <w:lang w:eastAsia="en-GB"/>
              </w:rPr>
            </w:pPr>
          </w:p>
        </w:tc>
      </w:tr>
      <w:tr w:rsidR="009E113B" w:rsidRPr="00E062F1" w14:paraId="62A834EB" w14:textId="77777777" w:rsidTr="006B3BD2">
        <w:trPr>
          <w:trHeight w:val="187"/>
        </w:trPr>
        <w:tc>
          <w:tcPr>
            <w:tcW w:w="0" w:type="auto"/>
            <w:tcBorders>
              <w:left w:val="single" w:sz="4" w:space="0" w:color="auto"/>
              <w:right w:val="single" w:sz="4" w:space="0" w:color="auto"/>
            </w:tcBorders>
            <w:shd w:val="clear" w:color="auto" w:fill="auto"/>
          </w:tcPr>
          <w:p w14:paraId="79D090F4"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5155DCB9"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017740" w14:textId="77777777" w:rsidR="009E113B" w:rsidRPr="00E062F1" w:rsidRDefault="009E113B" w:rsidP="006B3BD2">
            <w:pPr>
              <w:pStyle w:val="TAC"/>
              <w:rPr>
                <w:lang w:eastAsia="en-GB"/>
              </w:rPr>
            </w:pPr>
            <w:r w:rsidRPr="00E062F1">
              <w:t>20+20+15</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48CE7B" w14:textId="77777777" w:rsidR="009E113B" w:rsidRPr="00E062F1" w:rsidRDefault="009E113B" w:rsidP="006B3BD2">
            <w:pPr>
              <w:pStyle w:val="TAC"/>
              <w:rPr>
                <w:lang w:eastAsia="en-GB"/>
              </w:rPr>
            </w:pPr>
            <w:r w:rsidRPr="00E062F1">
              <w:rPr>
                <w:lang w:eastAsia="en-GB"/>
              </w:rPr>
              <w:t>30, 40, 50, 60, 80,100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2624AB"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6F5981BF"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57D35D1E" w14:textId="77777777" w:rsidR="009E113B" w:rsidRPr="00E062F1" w:rsidRDefault="009E113B" w:rsidP="006B3BD2">
            <w:pPr>
              <w:pStyle w:val="TAC"/>
              <w:rPr>
                <w:lang w:eastAsia="en-GB"/>
              </w:rPr>
            </w:pPr>
          </w:p>
        </w:tc>
      </w:tr>
      <w:tr w:rsidR="009E113B" w:rsidRPr="00E062F1" w14:paraId="50DD2067" w14:textId="77777777" w:rsidTr="006B3BD2">
        <w:trPr>
          <w:trHeight w:val="187"/>
        </w:trPr>
        <w:tc>
          <w:tcPr>
            <w:tcW w:w="0" w:type="auto"/>
            <w:tcBorders>
              <w:left w:val="single" w:sz="4" w:space="0" w:color="auto"/>
              <w:bottom w:val="single" w:sz="4" w:space="0" w:color="auto"/>
              <w:right w:val="single" w:sz="4" w:space="0" w:color="auto"/>
            </w:tcBorders>
            <w:shd w:val="clear" w:color="auto" w:fill="auto"/>
          </w:tcPr>
          <w:p w14:paraId="6A030039"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102C7748"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E8C034"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224376" w14:textId="77777777" w:rsidR="009E113B" w:rsidRPr="00E062F1" w:rsidRDefault="009E113B" w:rsidP="006B3BD2">
            <w:pPr>
              <w:pStyle w:val="TAC"/>
              <w:rPr>
                <w:lang w:eastAsia="en-GB"/>
              </w:rPr>
            </w:pPr>
            <w:r w:rsidRPr="00E062F1">
              <w:rPr>
                <w:lang w:eastAsia="en-GB"/>
              </w:rPr>
              <w:t>30, 40, 50, 60, 80,100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82E506" w14:textId="77777777" w:rsidR="009E113B" w:rsidRPr="00E062F1" w:rsidRDefault="009E113B" w:rsidP="006B3BD2">
            <w:pPr>
              <w:pStyle w:val="TAC"/>
              <w:rPr>
                <w:lang w:eastAsia="en-GB"/>
              </w:rPr>
            </w:pPr>
            <w:r w:rsidRPr="00E062F1">
              <w:t>20+20+15</w:t>
            </w:r>
          </w:p>
        </w:tc>
        <w:tc>
          <w:tcPr>
            <w:tcW w:w="0" w:type="auto"/>
            <w:tcBorders>
              <w:left w:val="single" w:sz="4" w:space="0" w:color="auto"/>
              <w:bottom w:val="single" w:sz="4" w:space="0" w:color="auto"/>
              <w:right w:val="single" w:sz="4" w:space="0" w:color="auto"/>
            </w:tcBorders>
            <w:shd w:val="clear" w:color="auto" w:fill="auto"/>
          </w:tcPr>
          <w:p w14:paraId="21990B3F"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0751314E" w14:textId="77777777" w:rsidR="009E113B" w:rsidRPr="00E062F1" w:rsidRDefault="009E113B" w:rsidP="006B3BD2">
            <w:pPr>
              <w:pStyle w:val="TAC"/>
              <w:rPr>
                <w:lang w:eastAsia="en-GB"/>
              </w:rPr>
            </w:pPr>
          </w:p>
        </w:tc>
      </w:tr>
      <w:tr w:rsidR="009E113B" w:rsidRPr="00E062F1" w14:paraId="2973CB68" w14:textId="77777777" w:rsidTr="006B3BD2">
        <w:trPr>
          <w:trHeight w:val="187"/>
        </w:trPr>
        <w:tc>
          <w:tcPr>
            <w:tcW w:w="1474"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4E30E98E" w14:textId="77777777" w:rsidR="009E113B" w:rsidRPr="00E062F1" w:rsidRDefault="009E113B" w:rsidP="006B3BD2">
            <w:pPr>
              <w:pStyle w:val="TAC"/>
              <w:rPr>
                <w:lang w:eastAsia="zh-TW"/>
              </w:rPr>
            </w:pPr>
            <w:r w:rsidRPr="00E062F1">
              <w:rPr>
                <w:lang w:eastAsia="zh-CN"/>
              </w:rPr>
              <w:t>DC_(n)48AA</w:t>
            </w:r>
            <w:r w:rsidRPr="00E062F1">
              <w:rPr>
                <w:vertAlign w:val="superscript"/>
                <w:lang w:eastAsia="zh-TW"/>
              </w:rPr>
              <w:t>5</w:t>
            </w:r>
          </w:p>
        </w:tc>
        <w:tc>
          <w:tcPr>
            <w:tcW w:w="156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457CDA22" w14:textId="77777777" w:rsidR="009E113B" w:rsidRPr="00E062F1" w:rsidRDefault="009E113B" w:rsidP="006B3BD2">
            <w:pPr>
              <w:pStyle w:val="TAC"/>
              <w:rPr>
                <w:vertAlign w:val="superscript"/>
                <w:lang w:eastAsia="zh-TW"/>
              </w:rPr>
            </w:pPr>
            <w:r w:rsidRPr="00E062F1">
              <w:rPr>
                <w:lang w:eastAsia="zh-CN"/>
              </w:rPr>
              <w:t>DC_(n)48AA</w:t>
            </w:r>
            <w:r w:rsidRPr="00E062F1">
              <w:rPr>
                <w:vertAlign w:val="superscript"/>
                <w:lang w:eastAsia="zh-TW"/>
              </w:rPr>
              <w:t>4</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C91341" w14:textId="77777777" w:rsidR="009E113B" w:rsidRPr="00E062F1" w:rsidRDefault="009E113B" w:rsidP="006B3BD2">
            <w:pPr>
              <w:pStyle w:val="TAC"/>
              <w:rPr>
                <w:lang w:eastAsia="en-GB"/>
              </w:rPr>
            </w:pPr>
            <w:r w:rsidRPr="00E062F1">
              <w:rPr>
                <w:lang w:eastAsia="zh-CN"/>
              </w:rPr>
              <w:t>5, 10, 15, 20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F49AB2" w14:textId="77777777" w:rsidR="009E113B" w:rsidRPr="00E062F1" w:rsidRDefault="009E113B" w:rsidP="006B3BD2">
            <w:pPr>
              <w:pStyle w:val="TAC"/>
              <w:rPr>
                <w:lang w:eastAsia="en-GB"/>
              </w:rPr>
            </w:pPr>
            <w:r w:rsidRPr="00E062F1">
              <w:rPr>
                <w:lang w:eastAsia="zh-CN"/>
              </w:rPr>
              <w:t>5, 10, 15, 20, 40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DFA90F" w14:textId="77777777" w:rsidR="009E113B" w:rsidRPr="00E062F1" w:rsidRDefault="009E113B" w:rsidP="006B3BD2">
            <w:pPr>
              <w:pStyle w:val="TAC"/>
              <w:rPr>
                <w:lang w:eastAsia="en-GB"/>
              </w:rPr>
            </w:pPr>
          </w:p>
        </w:tc>
        <w:tc>
          <w:tcPr>
            <w:tcW w:w="1236"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1A656ACF" w14:textId="77777777" w:rsidR="009E113B" w:rsidRPr="00E062F1" w:rsidRDefault="009E113B" w:rsidP="006B3BD2">
            <w:pPr>
              <w:pStyle w:val="TAC"/>
              <w:rPr>
                <w:lang w:eastAsia="en-GB"/>
              </w:rPr>
            </w:pPr>
            <w:r w:rsidRPr="00E062F1">
              <w:rPr>
                <w:rFonts w:eastAsia="PMingLiU"/>
                <w:lang w:eastAsia="zh-TW"/>
              </w:rPr>
              <w:t>60</w:t>
            </w:r>
          </w:p>
        </w:tc>
        <w:tc>
          <w:tcPr>
            <w:tcW w:w="129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3FBF502E" w14:textId="77777777" w:rsidR="009E113B" w:rsidRPr="00E062F1" w:rsidRDefault="009E113B" w:rsidP="006B3BD2">
            <w:pPr>
              <w:pStyle w:val="TAC"/>
              <w:rPr>
                <w:lang w:eastAsia="en-GB"/>
              </w:rPr>
            </w:pPr>
            <w:r w:rsidRPr="00E062F1">
              <w:rPr>
                <w:lang w:eastAsia="zh-CN"/>
              </w:rPr>
              <w:t>0</w:t>
            </w:r>
          </w:p>
        </w:tc>
      </w:tr>
      <w:tr w:rsidR="009E113B" w:rsidRPr="00E062F1" w14:paraId="1C3A3FCC" w14:textId="77777777" w:rsidTr="006B3BD2">
        <w:trPr>
          <w:trHeight w:val="187"/>
        </w:trPr>
        <w:tc>
          <w:tcPr>
            <w:tcW w:w="1474"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4F0E53" w14:textId="77777777" w:rsidR="009E113B" w:rsidRPr="00E062F1" w:rsidRDefault="009E113B" w:rsidP="006B3BD2">
            <w:pPr>
              <w:pStyle w:val="TAC"/>
              <w:rPr>
                <w:lang w:eastAsia="en-GB"/>
              </w:rPr>
            </w:pPr>
          </w:p>
        </w:tc>
        <w:tc>
          <w:tcPr>
            <w:tcW w:w="1560"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E5732D" w14:textId="77777777" w:rsidR="009E113B" w:rsidRPr="00E062F1" w:rsidRDefault="009E113B" w:rsidP="006B3BD2">
            <w:pPr>
              <w:pStyle w:val="TAC"/>
              <w:rPr>
                <w:vertAlign w:val="superscript"/>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8043D6"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B75550" w14:textId="77777777" w:rsidR="009E113B" w:rsidRPr="00E062F1" w:rsidRDefault="009E113B" w:rsidP="006B3BD2">
            <w:pPr>
              <w:pStyle w:val="TAC"/>
              <w:rPr>
                <w:lang w:eastAsia="en-GB"/>
              </w:rPr>
            </w:pPr>
            <w:r w:rsidRPr="00E062F1">
              <w:rPr>
                <w:lang w:eastAsia="zh-CN"/>
              </w:rPr>
              <w:t>5, 10, 15, 20, 40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0BF8C" w14:textId="77777777" w:rsidR="009E113B" w:rsidRPr="00E062F1" w:rsidRDefault="009E113B" w:rsidP="006B3BD2">
            <w:pPr>
              <w:pStyle w:val="TAC"/>
              <w:rPr>
                <w:lang w:eastAsia="en-GB"/>
              </w:rPr>
            </w:pPr>
            <w:r w:rsidRPr="00E062F1">
              <w:rPr>
                <w:lang w:eastAsia="zh-CN"/>
              </w:rPr>
              <w:t>5, 10, 15, 20</w:t>
            </w:r>
          </w:p>
        </w:tc>
        <w:tc>
          <w:tcPr>
            <w:tcW w:w="1236"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D11D66" w14:textId="77777777" w:rsidR="009E113B" w:rsidRPr="00E062F1" w:rsidRDefault="009E113B" w:rsidP="006B3BD2">
            <w:pPr>
              <w:pStyle w:val="TAC"/>
              <w:rPr>
                <w:lang w:eastAsia="en-GB"/>
              </w:rPr>
            </w:pPr>
          </w:p>
        </w:tc>
        <w:tc>
          <w:tcPr>
            <w:tcW w:w="1292"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61AD17" w14:textId="77777777" w:rsidR="009E113B" w:rsidRPr="00E062F1" w:rsidRDefault="009E113B" w:rsidP="006B3BD2">
            <w:pPr>
              <w:pStyle w:val="TAC"/>
              <w:rPr>
                <w:lang w:eastAsia="en-GB"/>
              </w:rPr>
            </w:pPr>
          </w:p>
        </w:tc>
      </w:tr>
      <w:tr w:rsidR="009E113B" w:rsidRPr="00E062F1" w14:paraId="5A66C2BB" w14:textId="77777777" w:rsidTr="006B3BD2">
        <w:trPr>
          <w:trHeight w:val="187"/>
        </w:trPr>
        <w:tc>
          <w:tcPr>
            <w:tcW w:w="1474"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01AE3314" w14:textId="77777777" w:rsidR="009E113B" w:rsidRPr="00E062F1" w:rsidRDefault="009E113B" w:rsidP="006B3BD2">
            <w:pPr>
              <w:pStyle w:val="TAC"/>
              <w:rPr>
                <w:lang w:eastAsia="zh-TW"/>
              </w:rPr>
            </w:pPr>
            <w:r w:rsidRPr="00E062F1">
              <w:rPr>
                <w:lang w:eastAsia="zh-CN"/>
              </w:rPr>
              <w:t>DC_(n)48CA</w:t>
            </w:r>
            <w:r w:rsidRPr="00E062F1">
              <w:rPr>
                <w:vertAlign w:val="superscript"/>
                <w:lang w:eastAsia="zh-TW"/>
              </w:rPr>
              <w:t>5</w:t>
            </w:r>
          </w:p>
        </w:tc>
        <w:tc>
          <w:tcPr>
            <w:tcW w:w="156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12EA4210" w14:textId="77777777" w:rsidR="009E113B" w:rsidRPr="00E062F1" w:rsidRDefault="009E113B" w:rsidP="006B3BD2">
            <w:pPr>
              <w:pStyle w:val="TAC"/>
              <w:rPr>
                <w:vertAlign w:val="superscript"/>
                <w:lang w:eastAsia="zh-TW"/>
              </w:rPr>
            </w:pPr>
            <w:r w:rsidRPr="00E062F1">
              <w:rPr>
                <w:lang w:eastAsia="zh-CN"/>
              </w:rPr>
              <w:t>DC_(n)48AA</w:t>
            </w:r>
            <w:r w:rsidRPr="00E062F1">
              <w:rPr>
                <w:vertAlign w:val="superscript"/>
                <w:lang w:eastAsia="zh-TW"/>
              </w:rPr>
              <w:t>4</w:t>
            </w:r>
          </w:p>
          <w:p w14:paraId="3FF51158" w14:textId="77777777" w:rsidR="009E113B" w:rsidRPr="00E062F1" w:rsidRDefault="009E113B" w:rsidP="006B3BD2">
            <w:pPr>
              <w:pStyle w:val="TAC"/>
              <w:rPr>
                <w:vertAlign w:val="superscript"/>
                <w:lang w:eastAsia="zh-TW"/>
              </w:rPr>
            </w:pPr>
            <w:r w:rsidRPr="00E062F1">
              <w:rPr>
                <w:rFonts w:ascii="PMingLiU" w:eastAsia="PMingLiU"/>
                <w:lang w:eastAsia="zh-TW"/>
              </w:rPr>
              <w:t>DC_</w:t>
            </w:r>
            <w:r w:rsidRPr="00E062F1">
              <w:rPr>
                <w:lang w:eastAsia="zh-CN"/>
              </w:rPr>
              <w:t>48A_n48A</w:t>
            </w:r>
            <w:r w:rsidRPr="00E062F1">
              <w:rPr>
                <w:vertAlign w:val="superscript"/>
                <w:lang w:eastAsia="zh-TW"/>
              </w:rPr>
              <w:t>4</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A729EC" w14:textId="77777777" w:rsidR="009E113B" w:rsidRPr="00E062F1" w:rsidRDefault="009E113B" w:rsidP="006B3BD2">
            <w:pPr>
              <w:pStyle w:val="TAC"/>
              <w:rPr>
                <w:lang w:eastAsia="en-GB"/>
              </w:rPr>
            </w:pPr>
            <w:r w:rsidRPr="00E062F1">
              <w:t>See CA_48C Bandwidth Combination Set 0 in TS 36.101 Table 5.6A.1-1</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000B1E" w14:textId="77777777" w:rsidR="009E113B" w:rsidRPr="00E062F1" w:rsidRDefault="009E113B" w:rsidP="006B3BD2">
            <w:pPr>
              <w:pStyle w:val="TAC"/>
              <w:rPr>
                <w:lang w:eastAsia="en-GB"/>
              </w:rPr>
            </w:pPr>
            <w:r w:rsidRPr="00E062F1">
              <w:t>5, 10, 15, 20, 40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B74335" w14:textId="77777777" w:rsidR="009E113B" w:rsidRPr="00E062F1" w:rsidRDefault="009E113B" w:rsidP="006B3BD2">
            <w:pPr>
              <w:pStyle w:val="TAC"/>
              <w:rPr>
                <w:lang w:eastAsia="en-GB"/>
              </w:rPr>
            </w:pPr>
          </w:p>
        </w:tc>
        <w:tc>
          <w:tcPr>
            <w:tcW w:w="1236"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389A22C5" w14:textId="77777777" w:rsidR="009E113B" w:rsidRPr="00E062F1" w:rsidRDefault="009E113B" w:rsidP="006B3BD2">
            <w:pPr>
              <w:pStyle w:val="TAC"/>
              <w:rPr>
                <w:lang w:eastAsia="zh-TW"/>
              </w:rPr>
            </w:pPr>
            <w:r w:rsidRPr="00E062F1">
              <w:rPr>
                <w:lang w:eastAsia="zh-TW"/>
              </w:rPr>
              <w:t>80</w:t>
            </w:r>
          </w:p>
        </w:tc>
        <w:tc>
          <w:tcPr>
            <w:tcW w:w="129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0C34A33B" w14:textId="77777777" w:rsidR="009E113B" w:rsidRPr="00E062F1" w:rsidRDefault="009E113B" w:rsidP="006B3BD2">
            <w:pPr>
              <w:pStyle w:val="TAC"/>
              <w:rPr>
                <w:lang w:eastAsia="zh-TW"/>
              </w:rPr>
            </w:pPr>
            <w:r w:rsidRPr="00E062F1">
              <w:rPr>
                <w:lang w:eastAsia="zh-TW"/>
              </w:rPr>
              <w:t>0</w:t>
            </w:r>
          </w:p>
        </w:tc>
      </w:tr>
      <w:tr w:rsidR="009E113B" w:rsidRPr="00E062F1" w14:paraId="29462FBD" w14:textId="77777777" w:rsidTr="006B3BD2">
        <w:trPr>
          <w:trHeight w:val="187"/>
        </w:trPr>
        <w:tc>
          <w:tcPr>
            <w:tcW w:w="0" w:type="auto"/>
            <w:tcBorders>
              <w:left w:val="single" w:sz="4" w:space="0" w:color="auto"/>
              <w:bottom w:val="single" w:sz="4" w:space="0" w:color="auto"/>
              <w:right w:val="single" w:sz="4" w:space="0" w:color="auto"/>
            </w:tcBorders>
            <w:shd w:val="clear" w:color="auto" w:fill="auto"/>
          </w:tcPr>
          <w:p w14:paraId="334977E5"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24895E9D"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FF7F62"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C69DFB" w14:textId="77777777" w:rsidR="009E113B" w:rsidRPr="00E062F1" w:rsidRDefault="009E113B" w:rsidP="006B3BD2">
            <w:pPr>
              <w:pStyle w:val="TAC"/>
              <w:rPr>
                <w:lang w:eastAsia="en-GB"/>
              </w:rPr>
            </w:pPr>
            <w:r w:rsidRPr="00E062F1">
              <w:t>5, 10, 15, 20, 40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A775AF" w14:textId="77777777" w:rsidR="009E113B" w:rsidRPr="00E062F1" w:rsidRDefault="009E113B" w:rsidP="006B3BD2">
            <w:pPr>
              <w:pStyle w:val="TAC"/>
              <w:rPr>
                <w:lang w:eastAsia="en-GB"/>
              </w:rPr>
            </w:pPr>
            <w:r w:rsidRPr="00E062F1">
              <w:t>See CA_48C Bandwidth Combination Set 0 in TS 36.101 Table 5.6A.1-1</w:t>
            </w:r>
          </w:p>
        </w:tc>
        <w:tc>
          <w:tcPr>
            <w:tcW w:w="0" w:type="auto"/>
            <w:tcBorders>
              <w:left w:val="single" w:sz="4" w:space="0" w:color="auto"/>
              <w:bottom w:val="single" w:sz="4" w:space="0" w:color="auto"/>
              <w:right w:val="single" w:sz="4" w:space="0" w:color="auto"/>
            </w:tcBorders>
            <w:shd w:val="clear" w:color="auto" w:fill="auto"/>
          </w:tcPr>
          <w:p w14:paraId="315A89B3"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79616AAC" w14:textId="77777777" w:rsidR="009E113B" w:rsidRPr="00E062F1" w:rsidRDefault="009E113B" w:rsidP="006B3BD2">
            <w:pPr>
              <w:pStyle w:val="TAC"/>
              <w:rPr>
                <w:lang w:eastAsia="en-GB"/>
              </w:rPr>
            </w:pPr>
          </w:p>
        </w:tc>
      </w:tr>
      <w:tr w:rsidR="009E113B" w:rsidRPr="00E062F1" w14:paraId="73457419" w14:textId="77777777" w:rsidTr="006B3BD2">
        <w:trPr>
          <w:trHeight w:val="187"/>
        </w:trPr>
        <w:tc>
          <w:tcPr>
            <w:tcW w:w="1474"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04A224D4" w14:textId="77777777" w:rsidR="009E113B" w:rsidRPr="00E062F1" w:rsidRDefault="009E113B" w:rsidP="006B3BD2">
            <w:pPr>
              <w:pStyle w:val="TAC"/>
              <w:rPr>
                <w:lang w:eastAsia="zh-TW"/>
              </w:rPr>
            </w:pPr>
            <w:r w:rsidRPr="00E062F1">
              <w:rPr>
                <w:lang w:eastAsia="zh-CN"/>
              </w:rPr>
              <w:t>DC_(n)48DA</w:t>
            </w:r>
            <w:r w:rsidRPr="00E062F1">
              <w:rPr>
                <w:vertAlign w:val="superscript"/>
                <w:lang w:eastAsia="zh-TW"/>
              </w:rPr>
              <w:t>5</w:t>
            </w:r>
          </w:p>
        </w:tc>
        <w:tc>
          <w:tcPr>
            <w:tcW w:w="156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5B6B9136" w14:textId="77777777" w:rsidR="009E113B" w:rsidRPr="00E062F1" w:rsidRDefault="009E113B" w:rsidP="006B3BD2">
            <w:pPr>
              <w:pStyle w:val="TAC"/>
              <w:rPr>
                <w:vertAlign w:val="superscript"/>
                <w:lang w:eastAsia="zh-TW"/>
              </w:rPr>
            </w:pPr>
            <w:r w:rsidRPr="00E062F1">
              <w:rPr>
                <w:lang w:eastAsia="zh-CN"/>
              </w:rPr>
              <w:t>DC_(n)48AA</w:t>
            </w:r>
            <w:r w:rsidRPr="00E062F1">
              <w:rPr>
                <w:vertAlign w:val="superscript"/>
                <w:lang w:eastAsia="zh-TW"/>
              </w:rPr>
              <w:t>4</w:t>
            </w:r>
          </w:p>
          <w:p w14:paraId="48AEA74C" w14:textId="77777777" w:rsidR="009E113B" w:rsidRPr="00E062F1" w:rsidRDefault="009E113B" w:rsidP="006B3BD2">
            <w:pPr>
              <w:pStyle w:val="TAC"/>
              <w:rPr>
                <w:vertAlign w:val="superscript"/>
                <w:lang w:eastAsia="zh-TW"/>
              </w:rPr>
            </w:pPr>
            <w:r w:rsidRPr="008322E0">
              <w:rPr>
                <w:rFonts w:eastAsia="PMingLiU" w:cs="Arial"/>
                <w:lang w:eastAsia="zh-TW"/>
              </w:rPr>
              <w:t>DC</w:t>
            </w:r>
            <w:r w:rsidRPr="00E062F1">
              <w:rPr>
                <w:rFonts w:ascii="PMingLiU" w:eastAsia="PMingLiU"/>
                <w:lang w:eastAsia="zh-TW"/>
              </w:rPr>
              <w:t>_</w:t>
            </w:r>
            <w:r w:rsidRPr="00E062F1">
              <w:rPr>
                <w:lang w:eastAsia="zh-CN"/>
              </w:rPr>
              <w:t>48A_n48A</w:t>
            </w:r>
            <w:r w:rsidRPr="00E062F1">
              <w:rPr>
                <w:vertAlign w:val="superscript"/>
                <w:lang w:eastAsia="zh-TW"/>
              </w:rPr>
              <w:t>4</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54F0EA" w14:textId="77777777" w:rsidR="009E113B" w:rsidRPr="00E062F1" w:rsidRDefault="009E113B" w:rsidP="006B3BD2">
            <w:pPr>
              <w:pStyle w:val="TAC"/>
              <w:rPr>
                <w:lang w:eastAsia="en-GB"/>
              </w:rPr>
            </w:pPr>
            <w:r w:rsidRPr="00E062F1">
              <w:rPr>
                <w:lang w:eastAsia="en-GB"/>
              </w:rPr>
              <w:t>See CA_48D Bandwidth Combination Set 0 in TS 36.101 Table 5.6A.1-1</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AB26D6" w14:textId="77777777" w:rsidR="009E113B" w:rsidRPr="00E062F1" w:rsidRDefault="009E113B" w:rsidP="006B3BD2">
            <w:pPr>
              <w:pStyle w:val="TAC"/>
              <w:rPr>
                <w:lang w:eastAsia="en-GB"/>
              </w:rPr>
            </w:pPr>
            <w:r w:rsidRPr="00E062F1">
              <w:rPr>
                <w:lang w:eastAsia="zh-CN"/>
              </w:rPr>
              <w:t>5, 10, 15, 20, 40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FDB3E3" w14:textId="77777777" w:rsidR="009E113B" w:rsidRPr="00E062F1" w:rsidRDefault="009E113B" w:rsidP="006B3BD2">
            <w:pPr>
              <w:pStyle w:val="TAC"/>
              <w:rPr>
                <w:lang w:eastAsia="en-GB"/>
              </w:rPr>
            </w:pPr>
          </w:p>
        </w:tc>
        <w:tc>
          <w:tcPr>
            <w:tcW w:w="1236"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47EAE4A1" w14:textId="77777777" w:rsidR="009E113B" w:rsidRPr="00E062F1" w:rsidRDefault="009E113B" w:rsidP="006B3BD2">
            <w:pPr>
              <w:pStyle w:val="TAC"/>
              <w:rPr>
                <w:lang w:eastAsia="zh-TW"/>
              </w:rPr>
            </w:pPr>
            <w:r w:rsidRPr="00E062F1">
              <w:rPr>
                <w:lang w:eastAsia="zh-TW"/>
              </w:rPr>
              <w:t>100</w:t>
            </w:r>
          </w:p>
        </w:tc>
        <w:tc>
          <w:tcPr>
            <w:tcW w:w="129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1951D42D" w14:textId="77777777" w:rsidR="009E113B" w:rsidRPr="00E062F1" w:rsidRDefault="009E113B" w:rsidP="006B3BD2">
            <w:pPr>
              <w:pStyle w:val="TAC"/>
              <w:rPr>
                <w:lang w:eastAsia="zh-TW"/>
              </w:rPr>
            </w:pPr>
            <w:r w:rsidRPr="00E062F1">
              <w:rPr>
                <w:lang w:eastAsia="zh-TW"/>
              </w:rPr>
              <w:t>0</w:t>
            </w:r>
          </w:p>
        </w:tc>
      </w:tr>
      <w:tr w:rsidR="009E113B" w:rsidRPr="00E062F1" w14:paraId="563B00ED" w14:textId="77777777" w:rsidTr="006B3BD2">
        <w:trPr>
          <w:trHeight w:val="187"/>
        </w:trPr>
        <w:tc>
          <w:tcPr>
            <w:tcW w:w="0" w:type="auto"/>
            <w:tcBorders>
              <w:left w:val="single" w:sz="4" w:space="0" w:color="auto"/>
              <w:bottom w:val="single" w:sz="4" w:space="0" w:color="auto"/>
              <w:right w:val="single" w:sz="4" w:space="0" w:color="auto"/>
            </w:tcBorders>
            <w:shd w:val="clear" w:color="auto" w:fill="auto"/>
          </w:tcPr>
          <w:p w14:paraId="4A83D44C"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3E745322"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A60BEE"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24755C" w14:textId="77777777" w:rsidR="009E113B" w:rsidRPr="00E062F1" w:rsidRDefault="009E113B" w:rsidP="006B3BD2">
            <w:pPr>
              <w:pStyle w:val="TAC"/>
              <w:rPr>
                <w:lang w:eastAsia="en-GB"/>
              </w:rPr>
            </w:pPr>
            <w:r w:rsidRPr="00E062F1">
              <w:rPr>
                <w:lang w:eastAsia="zh-CN"/>
              </w:rPr>
              <w:t>5, 10, 15, 20, 40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74AB3" w14:textId="77777777" w:rsidR="009E113B" w:rsidRPr="00E062F1" w:rsidRDefault="009E113B" w:rsidP="006B3BD2">
            <w:pPr>
              <w:pStyle w:val="TAC"/>
              <w:rPr>
                <w:lang w:eastAsia="en-GB"/>
              </w:rPr>
            </w:pPr>
            <w:r w:rsidRPr="00E062F1">
              <w:rPr>
                <w:lang w:eastAsia="en-GB"/>
              </w:rPr>
              <w:t>See CA_48D Bandwidth Combination Set 0 in TS 36.101 Table 5.6A.1-1</w:t>
            </w:r>
          </w:p>
        </w:tc>
        <w:tc>
          <w:tcPr>
            <w:tcW w:w="0" w:type="auto"/>
            <w:tcBorders>
              <w:left w:val="single" w:sz="4" w:space="0" w:color="auto"/>
              <w:bottom w:val="single" w:sz="4" w:space="0" w:color="auto"/>
              <w:right w:val="single" w:sz="4" w:space="0" w:color="auto"/>
            </w:tcBorders>
            <w:shd w:val="clear" w:color="auto" w:fill="auto"/>
          </w:tcPr>
          <w:p w14:paraId="2FB98DAB"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7C7CAE63" w14:textId="77777777" w:rsidR="009E113B" w:rsidRPr="00E062F1" w:rsidRDefault="009E113B" w:rsidP="006B3BD2">
            <w:pPr>
              <w:pStyle w:val="TAC"/>
              <w:rPr>
                <w:lang w:eastAsia="en-GB"/>
              </w:rPr>
            </w:pPr>
          </w:p>
        </w:tc>
      </w:tr>
      <w:tr w:rsidR="009E113B" w:rsidRPr="00E062F1" w14:paraId="76A69215" w14:textId="77777777" w:rsidTr="006B3BD2">
        <w:trPr>
          <w:trHeight w:val="187"/>
        </w:trPr>
        <w:tc>
          <w:tcPr>
            <w:tcW w:w="0" w:type="auto"/>
            <w:tcBorders>
              <w:top w:val="single" w:sz="4" w:space="0" w:color="auto"/>
              <w:left w:val="single" w:sz="4" w:space="0" w:color="auto"/>
              <w:right w:val="single" w:sz="4" w:space="0" w:color="auto"/>
            </w:tcBorders>
            <w:shd w:val="clear" w:color="auto" w:fill="auto"/>
          </w:tcPr>
          <w:p w14:paraId="309F72C5" w14:textId="77777777" w:rsidR="009E113B" w:rsidRPr="00E062F1" w:rsidRDefault="009E113B" w:rsidP="006B3BD2">
            <w:pPr>
              <w:pStyle w:val="TAC"/>
              <w:rPr>
                <w:lang w:eastAsia="en-GB"/>
              </w:rPr>
            </w:pPr>
            <w:r w:rsidRPr="00E062F1">
              <w:rPr>
                <w:rFonts w:eastAsia="MS Mincho"/>
              </w:rPr>
              <w:t>DC_(n)71AA</w:t>
            </w:r>
          </w:p>
        </w:tc>
        <w:tc>
          <w:tcPr>
            <w:tcW w:w="0" w:type="auto"/>
            <w:tcBorders>
              <w:top w:val="single" w:sz="4" w:space="0" w:color="auto"/>
              <w:left w:val="single" w:sz="4" w:space="0" w:color="auto"/>
              <w:right w:val="single" w:sz="4" w:space="0" w:color="auto"/>
            </w:tcBorders>
            <w:shd w:val="clear" w:color="auto" w:fill="auto"/>
          </w:tcPr>
          <w:p w14:paraId="7002ADE7" w14:textId="77777777" w:rsidR="009E113B" w:rsidRPr="00E062F1" w:rsidRDefault="009E113B" w:rsidP="006B3BD2">
            <w:pPr>
              <w:pStyle w:val="TAC"/>
              <w:rPr>
                <w:lang w:eastAsia="en-GB"/>
              </w:rPr>
            </w:pPr>
            <w:r w:rsidRPr="00E062F1">
              <w:t>DC_(n)71AA</w:t>
            </w:r>
            <w:r w:rsidRPr="00E062F1">
              <w:rPr>
                <w:vertAlign w:val="superscript"/>
              </w:rPr>
              <w:t>3</w:t>
            </w: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D67BEB" w14:textId="77777777" w:rsidR="009E113B" w:rsidRPr="00E062F1" w:rsidRDefault="009E113B" w:rsidP="006B3BD2">
            <w:pPr>
              <w:pStyle w:val="TAC"/>
              <w:rPr>
                <w:lang w:eastAsia="en-GB"/>
              </w:rPr>
            </w:pPr>
            <w:r w:rsidRPr="00E062F1">
              <w:rPr>
                <w:rFonts w:eastAsia="MS Mincho"/>
              </w:rPr>
              <w:t>15</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5CA9BC" w14:textId="77777777" w:rsidR="009E113B" w:rsidRPr="00E062F1" w:rsidRDefault="009E113B" w:rsidP="006B3BD2">
            <w:pPr>
              <w:pStyle w:val="TAC"/>
              <w:rPr>
                <w:lang w:eastAsia="en-GB"/>
              </w:rPr>
            </w:pPr>
            <w:r w:rsidRPr="00E062F1">
              <w:rPr>
                <w:rFonts w:eastAsia="MS Mincho"/>
              </w:rPr>
              <w:t>5</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E85016" w14:textId="77777777" w:rsidR="009E113B" w:rsidRPr="00E062F1" w:rsidRDefault="009E113B" w:rsidP="006B3BD2">
            <w:pPr>
              <w:pStyle w:val="TAC"/>
              <w:rPr>
                <w:lang w:eastAsia="en-GB"/>
              </w:rPr>
            </w:pPr>
          </w:p>
        </w:tc>
        <w:tc>
          <w:tcPr>
            <w:tcW w:w="0" w:type="auto"/>
            <w:tcBorders>
              <w:top w:val="single" w:sz="4" w:space="0" w:color="auto"/>
              <w:left w:val="single" w:sz="4" w:space="0" w:color="auto"/>
              <w:right w:val="single" w:sz="4" w:space="0" w:color="auto"/>
            </w:tcBorders>
            <w:shd w:val="clear" w:color="auto" w:fill="auto"/>
          </w:tcPr>
          <w:p w14:paraId="40553E13" w14:textId="77777777" w:rsidR="009E113B" w:rsidRPr="00E062F1" w:rsidRDefault="009E113B" w:rsidP="006B3BD2">
            <w:pPr>
              <w:pStyle w:val="TAC"/>
              <w:rPr>
                <w:lang w:eastAsia="en-GB"/>
              </w:rPr>
            </w:pPr>
            <w:r w:rsidRPr="00E062F1">
              <w:rPr>
                <w:rFonts w:eastAsia="MS Mincho"/>
              </w:rPr>
              <w:t>20</w:t>
            </w:r>
          </w:p>
        </w:tc>
        <w:tc>
          <w:tcPr>
            <w:tcW w:w="0" w:type="auto"/>
            <w:tcBorders>
              <w:top w:val="single" w:sz="4" w:space="0" w:color="auto"/>
              <w:left w:val="single" w:sz="4" w:space="0" w:color="auto"/>
              <w:right w:val="single" w:sz="4" w:space="0" w:color="auto"/>
            </w:tcBorders>
            <w:shd w:val="clear" w:color="auto" w:fill="auto"/>
          </w:tcPr>
          <w:p w14:paraId="213B2FD4" w14:textId="77777777" w:rsidR="009E113B" w:rsidRPr="00E062F1" w:rsidRDefault="009E113B" w:rsidP="006B3BD2">
            <w:pPr>
              <w:pStyle w:val="TAC"/>
              <w:rPr>
                <w:lang w:eastAsia="en-GB"/>
              </w:rPr>
            </w:pPr>
            <w:r w:rsidRPr="00E062F1">
              <w:rPr>
                <w:rFonts w:eastAsia="MS Mincho"/>
              </w:rPr>
              <w:t>0</w:t>
            </w:r>
          </w:p>
        </w:tc>
      </w:tr>
      <w:tr w:rsidR="009E113B" w:rsidRPr="00E062F1" w14:paraId="71C79017" w14:textId="77777777" w:rsidTr="006B3BD2">
        <w:trPr>
          <w:trHeight w:val="187"/>
        </w:trPr>
        <w:tc>
          <w:tcPr>
            <w:tcW w:w="0" w:type="auto"/>
            <w:tcBorders>
              <w:left w:val="single" w:sz="4" w:space="0" w:color="auto"/>
              <w:right w:val="single" w:sz="4" w:space="0" w:color="auto"/>
            </w:tcBorders>
            <w:shd w:val="clear" w:color="auto" w:fill="auto"/>
          </w:tcPr>
          <w:p w14:paraId="6F3F2710"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64CA7F54"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83B6B8" w14:textId="77777777" w:rsidR="009E113B" w:rsidRPr="00E062F1" w:rsidRDefault="009E113B" w:rsidP="006B3BD2">
            <w:pPr>
              <w:pStyle w:val="TAC"/>
              <w:rPr>
                <w:lang w:eastAsia="en-GB"/>
              </w:rPr>
            </w:pPr>
            <w:r w:rsidRPr="00E062F1">
              <w:rPr>
                <w:rFonts w:eastAsia="MS Mincho"/>
              </w:rPr>
              <w:t>10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059EB1" w14:textId="77777777" w:rsidR="009E113B" w:rsidRPr="00E062F1" w:rsidRDefault="009E113B" w:rsidP="006B3BD2">
            <w:pPr>
              <w:pStyle w:val="TAC"/>
              <w:rPr>
                <w:lang w:eastAsia="en-GB"/>
              </w:rPr>
            </w:pPr>
            <w:r w:rsidRPr="00E062F1">
              <w:rPr>
                <w:rFonts w:eastAsia="MS Mincho"/>
              </w:rPr>
              <w:t>5, 10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A5AAB8"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53931415"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4C764F28" w14:textId="77777777" w:rsidR="009E113B" w:rsidRPr="00E062F1" w:rsidRDefault="009E113B" w:rsidP="006B3BD2">
            <w:pPr>
              <w:pStyle w:val="TAC"/>
              <w:rPr>
                <w:lang w:eastAsia="en-GB"/>
              </w:rPr>
            </w:pPr>
          </w:p>
        </w:tc>
      </w:tr>
      <w:tr w:rsidR="009E113B" w:rsidRPr="00E062F1" w14:paraId="491CC075" w14:textId="77777777" w:rsidTr="006B3BD2">
        <w:trPr>
          <w:trHeight w:val="187"/>
        </w:trPr>
        <w:tc>
          <w:tcPr>
            <w:tcW w:w="0" w:type="auto"/>
            <w:tcBorders>
              <w:left w:val="single" w:sz="4" w:space="0" w:color="auto"/>
              <w:right w:val="single" w:sz="4" w:space="0" w:color="auto"/>
            </w:tcBorders>
            <w:shd w:val="clear" w:color="auto" w:fill="auto"/>
          </w:tcPr>
          <w:p w14:paraId="0FEFA50A"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779B2CA6"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0CC91A" w14:textId="77777777" w:rsidR="009E113B" w:rsidRPr="00E062F1" w:rsidRDefault="009E113B" w:rsidP="006B3BD2">
            <w:pPr>
              <w:pStyle w:val="TAC"/>
              <w:rPr>
                <w:lang w:eastAsia="en-GB"/>
              </w:rPr>
            </w:pPr>
            <w:r w:rsidRPr="00E062F1">
              <w:rPr>
                <w:rFonts w:eastAsia="MS Mincho"/>
              </w:rPr>
              <w:t>5</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8BBA64" w14:textId="77777777" w:rsidR="009E113B" w:rsidRPr="00E062F1" w:rsidRDefault="009E113B" w:rsidP="006B3BD2">
            <w:pPr>
              <w:pStyle w:val="TAC"/>
              <w:rPr>
                <w:lang w:eastAsia="en-GB"/>
              </w:rPr>
            </w:pPr>
            <w:r w:rsidRPr="00E062F1">
              <w:rPr>
                <w:rFonts w:eastAsia="MS Mincho"/>
              </w:rPr>
              <w:t>5, 10, 15</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7A8743"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56A3F59F"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6B12BE55" w14:textId="77777777" w:rsidR="009E113B" w:rsidRPr="00E062F1" w:rsidRDefault="009E113B" w:rsidP="006B3BD2">
            <w:pPr>
              <w:pStyle w:val="TAC"/>
              <w:rPr>
                <w:lang w:eastAsia="en-GB"/>
              </w:rPr>
            </w:pPr>
          </w:p>
        </w:tc>
      </w:tr>
      <w:tr w:rsidR="009E113B" w:rsidRPr="00E062F1" w14:paraId="47214798" w14:textId="77777777" w:rsidTr="006B3BD2">
        <w:trPr>
          <w:trHeight w:val="187"/>
        </w:trPr>
        <w:tc>
          <w:tcPr>
            <w:tcW w:w="0" w:type="auto"/>
            <w:tcBorders>
              <w:left w:val="single" w:sz="4" w:space="0" w:color="auto"/>
              <w:right w:val="single" w:sz="4" w:space="0" w:color="auto"/>
            </w:tcBorders>
            <w:shd w:val="clear" w:color="auto" w:fill="auto"/>
          </w:tcPr>
          <w:p w14:paraId="6F1032D3"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5B7ABF30"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057C11"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7553AB" w14:textId="77777777" w:rsidR="009E113B" w:rsidRPr="00E062F1" w:rsidRDefault="009E113B" w:rsidP="006B3BD2">
            <w:pPr>
              <w:pStyle w:val="TAC"/>
              <w:rPr>
                <w:lang w:eastAsia="en-GB"/>
              </w:rPr>
            </w:pPr>
            <w:r w:rsidRPr="00E062F1">
              <w:rPr>
                <w:rFonts w:eastAsia="MS Mincho"/>
              </w:rPr>
              <w:t>5</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17A981" w14:textId="77777777" w:rsidR="009E113B" w:rsidRPr="00E062F1" w:rsidRDefault="009E113B" w:rsidP="006B3BD2">
            <w:pPr>
              <w:pStyle w:val="TAC"/>
              <w:rPr>
                <w:lang w:eastAsia="en-GB"/>
              </w:rPr>
            </w:pPr>
            <w:r w:rsidRPr="00E062F1">
              <w:rPr>
                <w:rFonts w:eastAsia="MS Mincho"/>
              </w:rPr>
              <w:t>15</w:t>
            </w:r>
          </w:p>
        </w:tc>
        <w:tc>
          <w:tcPr>
            <w:tcW w:w="0" w:type="auto"/>
            <w:tcBorders>
              <w:left w:val="single" w:sz="4" w:space="0" w:color="auto"/>
              <w:right w:val="single" w:sz="4" w:space="0" w:color="auto"/>
            </w:tcBorders>
            <w:shd w:val="clear" w:color="auto" w:fill="auto"/>
          </w:tcPr>
          <w:p w14:paraId="76CE804B"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6B1CB38E" w14:textId="77777777" w:rsidR="009E113B" w:rsidRPr="00E062F1" w:rsidRDefault="009E113B" w:rsidP="006B3BD2">
            <w:pPr>
              <w:pStyle w:val="TAC"/>
              <w:rPr>
                <w:lang w:eastAsia="en-GB"/>
              </w:rPr>
            </w:pPr>
          </w:p>
        </w:tc>
      </w:tr>
      <w:tr w:rsidR="009E113B" w:rsidRPr="00E062F1" w14:paraId="46EB41CB" w14:textId="77777777" w:rsidTr="006B3BD2">
        <w:trPr>
          <w:trHeight w:val="187"/>
        </w:trPr>
        <w:tc>
          <w:tcPr>
            <w:tcW w:w="0" w:type="auto"/>
            <w:tcBorders>
              <w:left w:val="single" w:sz="4" w:space="0" w:color="auto"/>
              <w:right w:val="single" w:sz="4" w:space="0" w:color="auto"/>
            </w:tcBorders>
            <w:shd w:val="clear" w:color="auto" w:fill="auto"/>
          </w:tcPr>
          <w:p w14:paraId="62C4798B"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2677B5D8"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87EBF8"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747464" w14:textId="77777777" w:rsidR="009E113B" w:rsidRPr="00E062F1" w:rsidRDefault="009E113B" w:rsidP="006B3BD2">
            <w:pPr>
              <w:pStyle w:val="TAC"/>
              <w:rPr>
                <w:lang w:eastAsia="en-GB"/>
              </w:rPr>
            </w:pPr>
            <w:r w:rsidRPr="00E062F1">
              <w:rPr>
                <w:rFonts w:eastAsia="MS Mincho"/>
              </w:rPr>
              <w:t>5, 10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A1FE5C" w14:textId="77777777" w:rsidR="009E113B" w:rsidRPr="00E062F1" w:rsidRDefault="009E113B" w:rsidP="006B3BD2">
            <w:pPr>
              <w:pStyle w:val="TAC"/>
              <w:rPr>
                <w:lang w:eastAsia="en-GB"/>
              </w:rPr>
            </w:pPr>
            <w:r w:rsidRPr="00E062F1">
              <w:rPr>
                <w:rFonts w:eastAsia="MS Mincho"/>
              </w:rPr>
              <w:t>10</w:t>
            </w:r>
          </w:p>
        </w:tc>
        <w:tc>
          <w:tcPr>
            <w:tcW w:w="0" w:type="auto"/>
            <w:tcBorders>
              <w:left w:val="single" w:sz="4" w:space="0" w:color="auto"/>
              <w:right w:val="single" w:sz="4" w:space="0" w:color="auto"/>
            </w:tcBorders>
            <w:shd w:val="clear" w:color="auto" w:fill="auto"/>
          </w:tcPr>
          <w:p w14:paraId="35A80E0D"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0B2FE184" w14:textId="77777777" w:rsidR="009E113B" w:rsidRPr="00E062F1" w:rsidRDefault="009E113B" w:rsidP="006B3BD2">
            <w:pPr>
              <w:pStyle w:val="TAC"/>
              <w:rPr>
                <w:lang w:eastAsia="en-GB"/>
              </w:rPr>
            </w:pPr>
          </w:p>
        </w:tc>
      </w:tr>
      <w:tr w:rsidR="009E113B" w:rsidRPr="00E062F1" w14:paraId="4376B039" w14:textId="77777777" w:rsidTr="006B3BD2">
        <w:trPr>
          <w:trHeight w:val="187"/>
        </w:trPr>
        <w:tc>
          <w:tcPr>
            <w:tcW w:w="0" w:type="auto"/>
            <w:tcBorders>
              <w:left w:val="single" w:sz="4" w:space="0" w:color="auto"/>
              <w:right w:val="single" w:sz="4" w:space="0" w:color="auto"/>
            </w:tcBorders>
            <w:shd w:val="clear" w:color="auto" w:fill="auto"/>
          </w:tcPr>
          <w:p w14:paraId="4A47F577"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45A0C593"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C86F18"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5ACBA0" w14:textId="77777777" w:rsidR="009E113B" w:rsidRPr="00E062F1" w:rsidRDefault="009E113B" w:rsidP="006B3BD2">
            <w:pPr>
              <w:pStyle w:val="TAC"/>
              <w:rPr>
                <w:lang w:eastAsia="en-GB"/>
              </w:rPr>
            </w:pPr>
            <w:r w:rsidRPr="00E062F1">
              <w:rPr>
                <w:rFonts w:eastAsia="MS Mincho"/>
              </w:rPr>
              <w:t>5, 10, 15</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42A625" w14:textId="77777777" w:rsidR="009E113B" w:rsidRPr="00E062F1" w:rsidRDefault="009E113B" w:rsidP="006B3BD2">
            <w:pPr>
              <w:pStyle w:val="TAC"/>
              <w:rPr>
                <w:lang w:eastAsia="en-GB"/>
              </w:rPr>
            </w:pPr>
            <w:r w:rsidRPr="00E062F1">
              <w:rPr>
                <w:rFonts w:eastAsia="MS Mincho"/>
              </w:rPr>
              <w:t>5</w:t>
            </w:r>
          </w:p>
        </w:tc>
        <w:tc>
          <w:tcPr>
            <w:tcW w:w="0" w:type="auto"/>
            <w:tcBorders>
              <w:left w:val="single" w:sz="4" w:space="0" w:color="auto"/>
              <w:bottom w:val="single" w:sz="4" w:space="0" w:color="auto"/>
              <w:right w:val="single" w:sz="4" w:space="0" w:color="auto"/>
            </w:tcBorders>
            <w:shd w:val="clear" w:color="auto" w:fill="auto"/>
          </w:tcPr>
          <w:p w14:paraId="48ECBE5F"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3D500FB0" w14:textId="77777777" w:rsidR="009E113B" w:rsidRPr="00E062F1" w:rsidRDefault="009E113B" w:rsidP="006B3BD2">
            <w:pPr>
              <w:pStyle w:val="TAC"/>
              <w:rPr>
                <w:lang w:eastAsia="en-GB"/>
              </w:rPr>
            </w:pPr>
          </w:p>
        </w:tc>
      </w:tr>
      <w:tr w:rsidR="009E113B" w:rsidRPr="00E062F1" w14:paraId="08588027" w14:textId="77777777" w:rsidTr="006B3BD2">
        <w:trPr>
          <w:trHeight w:val="187"/>
        </w:trPr>
        <w:tc>
          <w:tcPr>
            <w:tcW w:w="0" w:type="auto"/>
            <w:tcBorders>
              <w:left w:val="single" w:sz="4" w:space="0" w:color="auto"/>
              <w:right w:val="single" w:sz="4" w:space="0" w:color="auto"/>
            </w:tcBorders>
            <w:shd w:val="clear" w:color="auto" w:fill="auto"/>
          </w:tcPr>
          <w:p w14:paraId="3B535A04"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07B12718"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357CD1" w14:textId="77777777" w:rsidR="009E113B" w:rsidRPr="00E062F1" w:rsidRDefault="009E113B" w:rsidP="006B3BD2">
            <w:pPr>
              <w:pStyle w:val="TAC"/>
              <w:rPr>
                <w:lang w:eastAsia="en-GB"/>
              </w:rPr>
            </w:pPr>
            <w:r w:rsidRPr="00E062F1">
              <w:rPr>
                <w:lang w:eastAsia="fi-FI"/>
              </w:rPr>
              <w:t>5</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022123" w14:textId="77777777" w:rsidR="009E113B" w:rsidRPr="00E062F1" w:rsidRDefault="009E113B" w:rsidP="006B3BD2">
            <w:pPr>
              <w:pStyle w:val="TAC"/>
              <w:rPr>
                <w:rFonts w:eastAsia="MS Mincho"/>
              </w:rPr>
            </w:pPr>
            <w:r w:rsidRPr="00E062F1">
              <w:rPr>
                <w:lang w:eastAsia="fi-FI"/>
              </w:rPr>
              <w:t>5,10,15,20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BE12EE" w14:textId="77777777" w:rsidR="009E113B" w:rsidRPr="00E062F1" w:rsidRDefault="009E113B" w:rsidP="006B3BD2">
            <w:pPr>
              <w:pStyle w:val="TAC"/>
              <w:rPr>
                <w:rFonts w:eastAsia="MS Mincho"/>
              </w:rPr>
            </w:pPr>
          </w:p>
        </w:tc>
        <w:tc>
          <w:tcPr>
            <w:tcW w:w="0" w:type="auto"/>
            <w:tcBorders>
              <w:top w:val="single" w:sz="4" w:space="0" w:color="auto"/>
              <w:left w:val="single" w:sz="4" w:space="0" w:color="auto"/>
              <w:right w:val="single" w:sz="4" w:space="0" w:color="auto"/>
            </w:tcBorders>
            <w:shd w:val="clear" w:color="auto" w:fill="auto"/>
          </w:tcPr>
          <w:p w14:paraId="23E91EC9" w14:textId="77777777" w:rsidR="009E113B" w:rsidRPr="00E062F1" w:rsidRDefault="009E113B" w:rsidP="006B3BD2">
            <w:pPr>
              <w:pStyle w:val="TAC"/>
              <w:rPr>
                <w:lang w:eastAsia="en-GB"/>
              </w:rPr>
            </w:pPr>
            <w:r w:rsidRPr="00E062F1">
              <w:t>25</w:t>
            </w:r>
            <w:r w:rsidRPr="00E062F1">
              <w:rPr>
                <w:vertAlign w:val="superscript"/>
              </w:rPr>
              <w:t>3</w:t>
            </w:r>
          </w:p>
        </w:tc>
        <w:tc>
          <w:tcPr>
            <w:tcW w:w="0" w:type="auto"/>
            <w:tcBorders>
              <w:top w:val="single" w:sz="4" w:space="0" w:color="auto"/>
              <w:left w:val="single" w:sz="4" w:space="0" w:color="auto"/>
              <w:right w:val="single" w:sz="4" w:space="0" w:color="auto"/>
            </w:tcBorders>
            <w:shd w:val="clear" w:color="auto" w:fill="auto"/>
          </w:tcPr>
          <w:p w14:paraId="414ED545" w14:textId="77777777" w:rsidR="009E113B" w:rsidRPr="00E062F1" w:rsidRDefault="009E113B" w:rsidP="006B3BD2">
            <w:pPr>
              <w:pStyle w:val="TAC"/>
              <w:rPr>
                <w:lang w:eastAsia="en-GB"/>
              </w:rPr>
            </w:pPr>
            <w:r w:rsidRPr="00E062F1">
              <w:rPr>
                <w:lang w:eastAsia="en-GB"/>
              </w:rPr>
              <w:t>1</w:t>
            </w:r>
          </w:p>
        </w:tc>
      </w:tr>
      <w:tr w:rsidR="009E113B" w:rsidRPr="00E062F1" w14:paraId="2C81893F" w14:textId="77777777" w:rsidTr="006B3BD2">
        <w:trPr>
          <w:trHeight w:val="187"/>
        </w:trPr>
        <w:tc>
          <w:tcPr>
            <w:tcW w:w="0" w:type="auto"/>
            <w:tcBorders>
              <w:left w:val="single" w:sz="4" w:space="0" w:color="auto"/>
              <w:right w:val="single" w:sz="4" w:space="0" w:color="auto"/>
            </w:tcBorders>
            <w:shd w:val="clear" w:color="auto" w:fill="auto"/>
          </w:tcPr>
          <w:p w14:paraId="4639019A"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13FF5BF2"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771513" w14:textId="77777777" w:rsidR="009E113B" w:rsidRPr="00E062F1" w:rsidRDefault="009E113B" w:rsidP="006B3BD2">
            <w:pPr>
              <w:pStyle w:val="TAC"/>
              <w:rPr>
                <w:lang w:eastAsia="en-GB"/>
              </w:rPr>
            </w:pPr>
            <w:r w:rsidRPr="00E062F1">
              <w:rPr>
                <w:lang w:eastAsia="fi-FI"/>
              </w:rPr>
              <w:t>10</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7062A6" w14:textId="77777777" w:rsidR="009E113B" w:rsidRPr="00E062F1" w:rsidRDefault="009E113B" w:rsidP="006B3BD2">
            <w:pPr>
              <w:pStyle w:val="TAC"/>
              <w:rPr>
                <w:rFonts w:eastAsia="MS Mincho"/>
              </w:rPr>
            </w:pPr>
            <w:r w:rsidRPr="00E062F1">
              <w:rPr>
                <w:lang w:eastAsia="fi-FI"/>
              </w:rPr>
              <w:t>5,10,15</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8577F6" w14:textId="77777777" w:rsidR="009E113B" w:rsidRPr="00E062F1" w:rsidRDefault="009E113B" w:rsidP="006B3BD2">
            <w:pPr>
              <w:pStyle w:val="TAC"/>
              <w:rPr>
                <w:rFonts w:eastAsia="MS Mincho"/>
              </w:rPr>
            </w:pPr>
          </w:p>
        </w:tc>
        <w:tc>
          <w:tcPr>
            <w:tcW w:w="0" w:type="auto"/>
            <w:tcBorders>
              <w:left w:val="single" w:sz="4" w:space="0" w:color="auto"/>
              <w:right w:val="single" w:sz="4" w:space="0" w:color="auto"/>
            </w:tcBorders>
            <w:shd w:val="clear" w:color="auto" w:fill="auto"/>
          </w:tcPr>
          <w:p w14:paraId="2E57E34C"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7CB7A6A9" w14:textId="77777777" w:rsidR="009E113B" w:rsidRPr="00E062F1" w:rsidRDefault="009E113B" w:rsidP="006B3BD2">
            <w:pPr>
              <w:pStyle w:val="TAC"/>
              <w:rPr>
                <w:lang w:eastAsia="en-GB"/>
              </w:rPr>
            </w:pPr>
          </w:p>
        </w:tc>
      </w:tr>
      <w:tr w:rsidR="009E113B" w:rsidRPr="00E062F1" w14:paraId="22BC3E57" w14:textId="77777777" w:rsidTr="006B3BD2">
        <w:trPr>
          <w:trHeight w:val="187"/>
        </w:trPr>
        <w:tc>
          <w:tcPr>
            <w:tcW w:w="0" w:type="auto"/>
            <w:tcBorders>
              <w:left w:val="single" w:sz="4" w:space="0" w:color="auto"/>
              <w:right w:val="single" w:sz="4" w:space="0" w:color="auto"/>
            </w:tcBorders>
            <w:shd w:val="clear" w:color="auto" w:fill="auto"/>
          </w:tcPr>
          <w:p w14:paraId="007B0670"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0AB2B448"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BAED7A" w14:textId="77777777" w:rsidR="009E113B" w:rsidRPr="00E062F1" w:rsidRDefault="009E113B" w:rsidP="006B3BD2">
            <w:pPr>
              <w:pStyle w:val="TAC"/>
              <w:rPr>
                <w:lang w:eastAsia="en-GB"/>
              </w:rPr>
            </w:pPr>
            <w:r w:rsidRPr="00E062F1">
              <w:rPr>
                <w:lang w:eastAsia="fi-FI"/>
              </w:rPr>
              <w:t>15</w:t>
            </w: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350C98" w14:textId="77777777" w:rsidR="009E113B" w:rsidRPr="00E062F1" w:rsidRDefault="009E113B" w:rsidP="006B3BD2">
            <w:pPr>
              <w:pStyle w:val="TAC"/>
              <w:rPr>
                <w:rFonts w:eastAsia="MS Mincho"/>
              </w:rPr>
            </w:pPr>
            <w:r w:rsidRPr="00E062F1">
              <w:rPr>
                <w:lang w:eastAsia="fi-FI"/>
              </w:rPr>
              <w:t>5,10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30E5F2" w14:textId="77777777" w:rsidR="009E113B" w:rsidRPr="00E062F1" w:rsidRDefault="009E113B" w:rsidP="006B3BD2">
            <w:pPr>
              <w:pStyle w:val="TAC"/>
              <w:rPr>
                <w:rFonts w:eastAsia="MS Mincho"/>
              </w:rPr>
            </w:pPr>
          </w:p>
        </w:tc>
        <w:tc>
          <w:tcPr>
            <w:tcW w:w="0" w:type="auto"/>
            <w:tcBorders>
              <w:left w:val="single" w:sz="4" w:space="0" w:color="auto"/>
              <w:right w:val="single" w:sz="4" w:space="0" w:color="auto"/>
            </w:tcBorders>
            <w:shd w:val="clear" w:color="auto" w:fill="auto"/>
          </w:tcPr>
          <w:p w14:paraId="26F23205"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3475B562" w14:textId="77777777" w:rsidR="009E113B" w:rsidRPr="00E062F1" w:rsidRDefault="009E113B" w:rsidP="006B3BD2">
            <w:pPr>
              <w:pStyle w:val="TAC"/>
              <w:rPr>
                <w:lang w:eastAsia="en-GB"/>
              </w:rPr>
            </w:pPr>
          </w:p>
        </w:tc>
      </w:tr>
      <w:tr w:rsidR="009E113B" w:rsidRPr="00E062F1" w14:paraId="60DC013B" w14:textId="77777777" w:rsidTr="006B3BD2">
        <w:trPr>
          <w:trHeight w:val="187"/>
        </w:trPr>
        <w:tc>
          <w:tcPr>
            <w:tcW w:w="0" w:type="auto"/>
            <w:tcBorders>
              <w:left w:val="single" w:sz="4" w:space="0" w:color="auto"/>
              <w:right w:val="single" w:sz="4" w:space="0" w:color="auto"/>
            </w:tcBorders>
            <w:shd w:val="clear" w:color="auto" w:fill="auto"/>
          </w:tcPr>
          <w:p w14:paraId="2AB0679C"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4C839F41"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815F0F"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28ADE6" w14:textId="77777777" w:rsidR="009E113B" w:rsidRPr="00E062F1" w:rsidRDefault="009E113B" w:rsidP="006B3BD2">
            <w:pPr>
              <w:pStyle w:val="TAC"/>
              <w:rPr>
                <w:rFonts w:eastAsia="MS Mincho"/>
              </w:rPr>
            </w:pPr>
            <w:r w:rsidRPr="00E062F1">
              <w:rPr>
                <w:lang w:eastAsia="fi-FI"/>
              </w:rPr>
              <w:t>5,10,15,20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A41650" w14:textId="77777777" w:rsidR="009E113B" w:rsidRPr="00E062F1" w:rsidRDefault="009E113B" w:rsidP="006B3BD2">
            <w:pPr>
              <w:pStyle w:val="TAC"/>
              <w:rPr>
                <w:rFonts w:eastAsia="MS Mincho"/>
              </w:rPr>
            </w:pPr>
            <w:r w:rsidRPr="00E062F1">
              <w:rPr>
                <w:lang w:eastAsia="fi-FI"/>
              </w:rPr>
              <w:t>5</w:t>
            </w:r>
          </w:p>
        </w:tc>
        <w:tc>
          <w:tcPr>
            <w:tcW w:w="0" w:type="auto"/>
            <w:tcBorders>
              <w:left w:val="single" w:sz="4" w:space="0" w:color="auto"/>
              <w:right w:val="single" w:sz="4" w:space="0" w:color="auto"/>
            </w:tcBorders>
            <w:shd w:val="clear" w:color="auto" w:fill="auto"/>
          </w:tcPr>
          <w:p w14:paraId="56F8D906"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23AA8C7B" w14:textId="77777777" w:rsidR="009E113B" w:rsidRPr="00E062F1" w:rsidRDefault="009E113B" w:rsidP="006B3BD2">
            <w:pPr>
              <w:pStyle w:val="TAC"/>
              <w:rPr>
                <w:lang w:eastAsia="en-GB"/>
              </w:rPr>
            </w:pPr>
          </w:p>
        </w:tc>
      </w:tr>
      <w:tr w:rsidR="009E113B" w:rsidRPr="00E062F1" w14:paraId="300CF1A0" w14:textId="77777777" w:rsidTr="006B3BD2">
        <w:trPr>
          <w:trHeight w:val="187"/>
        </w:trPr>
        <w:tc>
          <w:tcPr>
            <w:tcW w:w="0" w:type="auto"/>
            <w:tcBorders>
              <w:left w:val="single" w:sz="4" w:space="0" w:color="auto"/>
              <w:right w:val="single" w:sz="4" w:space="0" w:color="auto"/>
            </w:tcBorders>
            <w:shd w:val="clear" w:color="auto" w:fill="auto"/>
          </w:tcPr>
          <w:p w14:paraId="73281743"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64115595"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0D12DE"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998B0A" w14:textId="77777777" w:rsidR="009E113B" w:rsidRPr="00E062F1" w:rsidRDefault="009E113B" w:rsidP="006B3BD2">
            <w:pPr>
              <w:pStyle w:val="TAC"/>
              <w:rPr>
                <w:rFonts w:eastAsia="MS Mincho"/>
              </w:rPr>
            </w:pPr>
            <w:r w:rsidRPr="00E062F1">
              <w:rPr>
                <w:lang w:eastAsia="fi-FI"/>
              </w:rPr>
              <w:t>5,10,15</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77E7E8" w14:textId="77777777" w:rsidR="009E113B" w:rsidRPr="00E062F1" w:rsidRDefault="009E113B" w:rsidP="006B3BD2">
            <w:pPr>
              <w:pStyle w:val="TAC"/>
              <w:rPr>
                <w:rFonts w:eastAsia="MS Mincho"/>
              </w:rPr>
            </w:pPr>
            <w:r w:rsidRPr="00E062F1">
              <w:rPr>
                <w:lang w:eastAsia="fi-FI"/>
              </w:rPr>
              <w:t>10</w:t>
            </w:r>
          </w:p>
        </w:tc>
        <w:tc>
          <w:tcPr>
            <w:tcW w:w="0" w:type="auto"/>
            <w:tcBorders>
              <w:left w:val="single" w:sz="4" w:space="0" w:color="auto"/>
              <w:right w:val="single" w:sz="4" w:space="0" w:color="auto"/>
            </w:tcBorders>
            <w:shd w:val="clear" w:color="auto" w:fill="auto"/>
          </w:tcPr>
          <w:p w14:paraId="54089110" w14:textId="77777777" w:rsidR="009E113B" w:rsidRPr="00E062F1" w:rsidRDefault="009E113B" w:rsidP="006B3BD2">
            <w:pPr>
              <w:pStyle w:val="TAC"/>
              <w:rPr>
                <w:lang w:eastAsia="en-GB"/>
              </w:rPr>
            </w:pPr>
          </w:p>
        </w:tc>
        <w:tc>
          <w:tcPr>
            <w:tcW w:w="0" w:type="auto"/>
            <w:tcBorders>
              <w:left w:val="single" w:sz="4" w:space="0" w:color="auto"/>
              <w:right w:val="single" w:sz="4" w:space="0" w:color="auto"/>
            </w:tcBorders>
            <w:shd w:val="clear" w:color="auto" w:fill="auto"/>
          </w:tcPr>
          <w:p w14:paraId="67B1EE39" w14:textId="77777777" w:rsidR="009E113B" w:rsidRPr="00E062F1" w:rsidRDefault="009E113B" w:rsidP="006B3BD2">
            <w:pPr>
              <w:pStyle w:val="TAC"/>
              <w:rPr>
                <w:lang w:eastAsia="en-GB"/>
              </w:rPr>
            </w:pPr>
          </w:p>
        </w:tc>
      </w:tr>
      <w:tr w:rsidR="009E113B" w:rsidRPr="00E062F1" w14:paraId="055D131D" w14:textId="77777777" w:rsidTr="006B3BD2">
        <w:trPr>
          <w:trHeight w:val="187"/>
        </w:trPr>
        <w:tc>
          <w:tcPr>
            <w:tcW w:w="0" w:type="auto"/>
            <w:tcBorders>
              <w:left w:val="single" w:sz="4" w:space="0" w:color="auto"/>
              <w:bottom w:val="single" w:sz="4" w:space="0" w:color="auto"/>
              <w:right w:val="single" w:sz="4" w:space="0" w:color="auto"/>
            </w:tcBorders>
            <w:shd w:val="clear" w:color="auto" w:fill="auto"/>
          </w:tcPr>
          <w:p w14:paraId="7B9E56B2"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0470E720" w14:textId="77777777" w:rsidR="009E113B" w:rsidRPr="00E062F1" w:rsidRDefault="009E113B" w:rsidP="006B3BD2">
            <w:pPr>
              <w:pStyle w:val="TAC"/>
              <w:rPr>
                <w:lang w:eastAsia="en-GB"/>
              </w:rPr>
            </w:pPr>
          </w:p>
        </w:tc>
        <w:tc>
          <w:tcPr>
            <w:tcW w:w="14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5F5EDC" w14:textId="77777777" w:rsidR="009E113B" w:rsidRPr="00E062F1" w:rsidRDefault="009E113B" w:rsidP="006B3BD2">
            <w:pPr>
              <w:pStyle w:val="TAC"/>
              <w:rPr>
                <w:lang w:eastAsia="en-GB"/>
              </w:rPr>
            </w:pPr>
          </w:p>
        </w:tc>
        <w:tc>
          <w:tcPr>
            <w:tcW w:w="1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C70C84" w14:textId="77777777" w:rsidR="009E113B" w:rsidRPr="00E062F1" w:rsidRDefault="009E113B" w:rsidP="006B3BD2">
            <w:pPr>
              <w:pStyle w:val="TAC"/>
              <w:rPr>
                <w:rFonts w:eastAsia="MS Mincho"/>
              </w:rPr>
            </w:pPr>
            <w:r w:rsidRPr="00E062F1">
              <w:rPr>
                <w:lang w:eastAsia="fi-FI"/>
              </w:rPr>
              <w:t>5,10</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3801B0" w14:textId="77777777" w:rsidR="009E113B" w:rsidRPr="00E062F1" w:rsidRDefault="009E113B" w:rsidP="006B3BD2">
            <w:pPr>
              <w:pStyle w:val="TAC"/>
              <w:rPr>
                <w:rFonts w:eastAsia="MS Mincho"/>
              </w:rPr>
            </w:pPr>
            <w:r w:rsidRPr="00E062F1">
              <w:rPr>
                <w:lang w:eastAsia="fi-FI"/>
              </w:rPr>
              <w:t>15</w:t>
            </w:r>
          </w:p>
        </w:tc>
        <w:tc>
          <w:tcPr>
            <w:tcW w:w="0" w:type="auto"/>
            <w:tcBorders>
              <w:left w:val="single" w:sz="4" w:space="0" w:color="auto"/>
              <w:bottom w:val="single" w:sz="4" w:space="0" w:color="auto"/>
              <w:right w:val="single" w:sz="4" w:space="0" w:color="auto"/>
            </w:tcBorders>
            <w:shd w:val="clear" w:color="auto" w:fill="auto"/>
          </w:tcPr>
          <w:p w14:paraId="01A59FB2" w14:textId="77777777" w:rsidR="009E113B" w:rsidRPr="00E062F1" w:rsidRDefault="009E113B" w:rsidP="006B3BD2">
            <w:pPr>
              <w:pStyle w:val="TAC"/>
              <w:rPr>
                <w:lang w:eastAsia="en-GB"/>
              </w:rPr>
            </w:pPr>
          </w:p>
        </w:tc>
        <w:tc>
          <w:tcPr>
            <w:tcW w:w="0" w:type="auto"/>
            <w:tcBorders>
              <w:left w:val="single" w:sz="4" w:space="0" w:color="auto"/>
              <w:bottom w:val="single" w:sz="4" w:space="0" w:color="auto"/>
              <w:right w:val="single" w:sz="4" w:space="0" w:color="auto"/>
            </w:tcBorders>
            <w:shd w:val="clear" w:color="auto" w:fill="auto"/>
          </w:tcPr>
          <w:p w14:paraId="49EC3293" w14:textId="77777777" w:rsidR="009E113B" w:rsidRPr="00E062F1" w:rsidRDefault="009E113B" w:rsidP="006B3BD2">
            <w:pPr>
              <w:pStyle w:val="TAC"/>
              <w:rPr>
                <w:lang w:eastAsia="en-GB"/>
              </w:rPr>
            </w:pPr>
          </w:p>
        </w:tc>
      </w:tr>
      <w:tr w:rsidR="00252A01" w:rsidRPr="00E062F1" w14:paraId="4AE24E34" w14:textId="77777777" w:rsidTr="006B3BD2">
        <w:trPr>
          <w:trHeight w:val="187"/>
        </w:trPr>
        <w:tc>
          <w:tcPr>
            <w:tcW w:w="9702" w:type="dxa"/>
            <w:gridSpan w:val="7"/>
            <w:tcBorders>
              <w:top w:val="single" w:sz="4" w:space="0" w:color="auto"/>
              <w:left w:val="single" w:sz="4" w:space="0" w:color="auto"/>
              <w:bottom w:val="single" w:sz="4" w:space="0" w:color="auto"/>
              <w:right w:val="single" w:sz="4" w:space="0" w:color="auto"/>
            </w:tcBorders>
            <w:vAlign w:val="center"/>
          </w:tcPr>
          <w:p w14:paraId="5EB2F914" w14:textId="77777777" w:rsidR="00252A01" w:rsidRPr="00E062F1" w:rsidRDefault="00252A01" w:rsidP="00252A01">
            <w:pPr>
              <w:pStyle w:val="TAN"/>
              <w:keepNext w:val="0"/>
              <w:rPr>
                <w:lang w:eastAsia="en-GB"/>
              </w:rPr>
            </w:pPr>
            <w:r w:rsidRPr="00E062F1">
              <w:rPr>
                <w:lang w:eastAsia="en-GB"/>
              </w:rPr>
              <w:t>NOTE 1:</w:t>
            </w:r>
            <w:r w:rsidRPr="00E062F1">
              <w:tab/>
            </w:r>
            <w:r w:rsidRPr="00E062F1">
              <w:rPr>
                <w:lang w:eastAsia="en-GB"/>
              </w:rPr>
              <w:t>Void</w:t>
            </w:r>
          </w:p>
          <w:p w14:paraId="130A614A" w14:textId="77777777" w:rsidR="00252A01" w:rsidRPr="00E062F1" w:rsidRDefault="00252A01" w:rsidP="00252A01">
            <w:pPr>
              <w:pStyle w:val="TAN"/>
              <w:keepNext w:val="0"/>
              <w:rPr>
                <w:lang w:eastAsia="en-GB"/>
              </w:rPr>
            </w:pPr>
            <w:r w:rsidRPr="00E062F1">
              <w:rPr>
                <w:lang w:eastAsia="en-GB"/>
              </w:rPr>
              <w:t>NOTE 2:</w:t>
            </w:r>
            <w:r w:rsidRPr="00E062F1">
              <w:tab/>
            </w:r>
            <w:r w:rsidRPr="00E062F1">
              <w:rPr>
                <w:lang w:eastAsia="en-GB"/>
              </w:rPr>
              <w:t>Void</w:t>
            </w:r>
          </w:p>
          <w:p w14:paraId="10431260" w14:textId="77777777" w:rsidR="00252A01" w:rsidRPr="00E062F1" w:rsidRDefault="00252A01" w:rsidP="00252A01">
            <w:pPr>
              <w:pStyle w:val="TAN"/>
              <w:keepNext w:val="0"/>
              <w:rPr>
                <w:lang w:eastAsia="zh-TW"/>
              </w:rPr>
            </w:pPr>
            <w:r w:rsidRPr="00E062F1">
              <w:rPr>
                <w:lang w:eastAsia="en-GB"/>
              </w:rPr>
              <w:t>NOTE 3:</w:t>
            </w:r>
            <w:r w:rsidRPr="00E062F1">
              <w:tab/>
            </w:r>
            <w:r w:rsidRPr="00E062F1">
              <w:rPr>
                <w:lang w:eastAsia="en-GB"/>
              </w:rPr>
              <w:t>For maximum DL aggregated bandwidth of 25 MHz the asymmetric UL and DL channel bandwidth combination of Table 5.3.6-1 in TS 38.101-1 [2] is used with a maximum UL contiguous aggregated bandwidth of 20 MHz. Furthermore, a restriction is imposed on bandwidth combinations so that only a subset of BCS1 is allowed to be used on the uplink, and this subset is equivalent to BCS0.</w:t>
            </w:r>
          </w:p>
          <w:p w14:paraId="7824B314" w14:textId="77777777" w:rsidR="00252A01" w:rsidRPr="00E062F1" w:rsidRDefault="00252A01" w:rsidP="00252A01">
            <w:pPr>
              <w:pStyle w:val="TAN"/>
              <w:rPr>
                <w:lang w:eastAsia="zh-TW"/>
              </w:rPr>
            </w:pPr>
            <w:r w:rsidRPr="00E062F1">
              <w:rPr>
                <w:lang w:eastAsia="zh-TW"/>
              </w:rPr>
              <w:t>NOTE4:</w:t>
            </w:r>
            <w:r w:rsidRPr="00E062F1">
              <w:tab/>
            </w:r>
            <w:r w:rsidRPr="00E062F1">
              <w:rPr>
                <w:lang w:eastAsia="zh-TW"/>
              </w:rPr>
              <w:t>Only single switched UL is supported.</w:t>
            </w:r>
          </w:p>
          <w:p w14:paraId="32F70E09" w14:textId="77777777" w:rsidR="00252A01" w:rsidRPr="00E062F1" w:rsidRDefault="00252A01" w:rsidP="00252A01">
            <w:pPr>
              <w:pStyle w:val="TAN"/>
              <w:keepNext w:val="0"/>
              <w:rPr>
                <w:lang w:eastAsia="zh-TW"/>
              </w:rPr>
            </w:pPr>
            <w:r w:rsidRPr="00E062F1">
              <w:rPr>
                <w:lang w:eastAsia="zh-TW"/>
              </w:rPr>
              <w:t>NOTE5:</w:t>
            </w:r>
            <w:r w:rsidRPr="00E062F1">
              <w:tab/>
            </w:r>
            <w:r w:rsidRPr="00E062F1">
              <w:rPr>
                <w:lang w:eastAsia="zh-TW"/>
              </w:rPr>
              <w:t>The minimum requirements only apply for non-simultaneous Tx/Rx between all carriers.</w:t>
            </w:r>
          </w:p>
        </w:tc>
      </w:tr>
    </w:tbl>
    <w:p w14:paraId="74AA9FE4" w14:textId="77777777" w:rsidR="00C8648F" w:rsidRPr="00E062F1" w:rsidRDefault="00C8648F" w:rsidP="00906172"/>
    <w:p w14:paraId="50C4EEDB" w14:textId="77777777" w:rsidR="00821B6B" w:rsidRPr="00E062F1" w:rsidRDefault="00821B6B" w:rsidP="00821B6B">
      <w:pPr>
        <w:pStyle w:val="Heading4"/>
      </w:pPr>
      <w:bookmarkStart w:id="743" w:name="_Toc21351509"/>
      <w:bookmarkStart w:id="744" w:name="_Toc29807091"/>
      <w:bookmarkStart w:id="745" w:name="_Toc36648805"/>
      <w:bookmarkStart w:id="746" w:name="_Toc36651530"/>
      <w:bookmarkStart w:id="747" w:name="_Toc37256464"/>
      <w:bookmarkStart w:id="748" w:name="_Toc37256805"/>
      <w:bookmarkStart w:id="749" w:name="_Toc45890496"/>
      <w:bookmarkStart w:id="750" w:name="_Toc45891720"/>
      <w:bookmarkStart w:id="751" w:name="_Toc45892130"/>
      <w:bookmarkStart w:id="752" w:name="_Toc45892540"/>
      <w:bookmarkStart w:id="753" w:name="_Toc52352953"/>
      <w:bookmarkStart w:id="754" w:name="_Toc53174776"/>
      <w:bookmarkStart w:id="755" w:name="_Toc61375925"/>
      <w:bookmarkStart w:id="756" w:name="_Toc61376337"/>
      <w:bookmarkStart w:id="757" w:name="_Toc67938608"/>
      <w:bookmarkStart w:id="758" w:name="_Toc76454210"/>
      <w:bookmarkStart w:id="759" w:name="_Toc76719630"/>
      <w:bookmarkStart w:id="760" w:name="_Toc76720150"/>
      <w:bookmarkStart w:id="761" w:name="_Toc83742847"/>
      <w:bookmarkStart w:id="762" w:name="_Toc83887222"/>
      <w:bookmarkStart w:id="763" w:name="_Toc83888023"/>
      <w:bookmarkStart w:id="764" w:name="_Toc90588677"/>
      <w:r w:rsidRPr="00E062F1">
        <w:t>5.3B.1.3</w:t>
      </w:r>
      <w:r w:rsidRPr="00E062F1">
        <w:tab/>
        <w:t>BCS for Intra-band non-contiguous EN-DC</w:t>
      </w:r>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2E0C194F" w14:textId="359F28B3" w:rsidR="00821B6B" w:rsidRPr="00E062F1" w:rsidRDefault="00821B6B" w:rsidP="00821B6B">
      <w:pPr>
        <w:overflowPunct w:val="0"/>
        <w:autoSpaceDE w:val="0"/>
        <w:autoSpaceDN w:val="0"/>
        <w:adjustRightInd w:val="0"/>
        <w:textAlignment w:val="baseline"/>
        <w:rPr>
          <w:rFonts w:eastAsia="Times New Roman"/>
          <w:lang w:eastAsia="ko-KR"/>
        </w:rPr>
      </w:pPr>
      <w:r w:rsidRPr="00E062F1">
        <w:rPr>
          <w:rFonts w:eastAsia="Times New Roman"/>
          <w:lang w:eastAsia="ko-KR"/>
        </w:rPr>
        <w:t xml:space="preserve">For intra-band non-contiguous EN-DC, an EN-DC configuration is </w:t>
      </w:r>
      <w:r w:rsidR="0005110F">
        <w:rPr>
          <w:rFonts w:eastAsia="Times New Roman"/>
          <w:lang w:eastAsia="ko-KR"/>
        </w:rPr>
        <w:t>consisting of an E-UTRA band and a corresponding NR band having the same frequency range which supports</w:t>
      </w:r>
      <w:r w:rsidRPr="00E062F1">
        <w:rPr>
          <w:rFonts w:eastAsia="Times New Roman"/>
          <w:lang w:eastAsia="ko-KR"/>
        </w:rPr>
        <w:t xml:space="preserve"> </w:t>
      </w:r>
      <w:r w:rsidR="00B854AA" w:rsidRPr="00E062F1">
        <w:rPr>
          <w:rFonts w:eastAsia="Times New Roman"/>
          <w:lang w:eastAsia="ko-KR"/>
        </w:rPr>
        <w:t>E</w:t>
      </w:r>
      <w:r w:rsidR="00B854AA" w:rsidRPr="00E062F1">
        <w:rPr>
          <w:lang w:eastAsia="ko-KR"/>
        </w:rPr>
        <w:t>-UTRA and NR carrier</w:t>
      </w:r>
      <w:r w:rsidR="00A037E2" w:rsidRPr="00E062F1">
        <w:rPr>
          <w:lang w:eastAsia="ko-KR"/>
        </w:rPr>
        <w:t>s</w:t>
      </w:r>
      <w:r w:rsidR="004D46A9" w:rsidRPr="00E062F1">
        <w:rPr>
          <w:lang w:eastAsia="ko-KR"/>
        </w:rPr>
        <w:t xml:space="preserve">, where E-UTRA configuration is </w:t>
      </w:r>
      <w:r w:rsidR="004D46A9" w:rsidRPr="00E062F1">
        <w:rPr>
          <w:lang w:eastAsia="ko-KR"/>
        </w:rPr>
        <w:lastRenderedPageBreak/>
        <w:t>indicated by using E-UTRA CA bandwidth class as defined in TS 36.101 [4] and NR configuration is indicated by using NR CA bandwidth class as defined in TS 38.101-1 [2]</w:t>
      </w:r>
      <w:r w:rsidRPr="00E062F1">
        <w:rPr>
          <w:rFonts w:eastAsia="Times New Roman"/>
          <w:lang w:eastAsia="ko-KR"/>
        </w:rPr>
        <w:t>.</w:t>
      </w:r>
    </w:p>
    <w:p w14:paraId="2133A5B2" w14:textId="0B2F07C2" w:rsidR="00821B6B" w:rsidRPr="00E062F1" w:rsidRDefault="00821B6B" w:rsidP="00821B6B">
      <w:pPr>
        <w:overflowPunct w:val="0"/>
        <w:autoSpaceDE w:val="0"/>
        <w:autoSpaceDN w:val="0"/>
        <w:adjustRightInd w:val="0"/>
        <w:textAlignment w:val="baseline"/>
        <w:rPr>
          <w:rFonts w:eastAsia="Times New Roman"/>
          <w:lang w:eastAsia="ko-KR"/>
        </w:rPr>
      </w:pPr>
      <w:r w:rsidRPr="00E062F1">
        <w:rPr>
          <w:rFonts w:eastAsia="Times New Roman"/>
          <w:lang w:eastAsia="ko-KR"/>
        </w:rPr>
        <w:t>Requirements for intra-band non-contiguous EN-DC are defined for the EN-DC configurations and bandwidth combination sets specified in Table 5.3B.1.3-1.</w:t>
      </w:r>
      <w:r w:rsidR="00F368DA" w:rsidRPr="00B66700">
        <w:t xml:space="preserve"> </w:t>
      </w:r>
      <w:bookmarkStart w:id="765" w:name="_Hlk63675782"/>
      <w:r w:rsidR="00F368DA" w:rsidRPr="00B66700">
        <w:rPr>
          <w:rFonts w:eastAsia="Times New Roman"/>
          <w:lang w:eastAsia="ko-KR"/>
        </w:rPr>
        <w:t>The EN-DC configurations and bandwidth combination sets in Table 5.3B.1.3-1 also apply to higher order EN-DC combinations that include inter-band and intra-band EN-DC on the downlink and inter-band EN-DC on the uplink.  If no BCS is reported in the UE capabilities for an intra-band combination the default is that the UE supports BCS0.</w:t>
      </w:r>
      <w:bookmarkEnd w:id="765"/>
    </w:p>
    <w:p w14:paraId="39E8C321" w14:textId="77777777" w:rsidR="00084B0D" w:rsidRDefault="00084B0D" w:rsidP="00084B0D">
      <w:pPr>
        <w:pStyle w:val="TH"/>
      </w:pPr>
      <w:bookmarkStart w:id="766" w:name="_Toc45890497"/>
      <w:bookmarkStart w:id="767" w:name="_Toc45891721"/>
      <w:bookmarkStart w:id="768" w:name="_Toc45892131"/>
      <w:bookmarkStart w:id="769" w:name="_Toc45892541"/>
      <w:bookmarkStart w:id="770" w:name="_Toc52352954"/>
      <w:bookmarkStart w:id="771" w:name="_Toc53174777"/>
      <w:bookmarkStart w:id="772" w:name="_Toc61375926"/>
      <w:bookmarkStart w:id="773" w:name="_Toc61376338"/>
      <w:bookmarkStart w:id="774" w:name="_Toc67938609"/>
      <w:bookmarkStart w:id="775" w:name="_Toc76454211"/>
      <w:bookmarkStart w:id="776" w:name="_Toc76719631"/>
      <w:bookmarkStart w:id="777" w:name="_Toc76720151"/>
      <w:bookmarkStart w:id="778" w:name="_Toc83742848"/>
      <w:bookmarkStart w:id="779" w:name="_Toc83887223"/>
      <w:bookmarkStart w:id="780" w:name="_Toc83888024"/>
      <w:bookmarkStart w:id="781" w:name="_Toc90588678"/>
      <w:r>
        <w:t>Table 5.3B.1.3-1: EN-DC configurations and bandwidth combination sets defined for intra-band non-contiguous EN-DC</w:t>
      </w:r>
    </w:p>
    <w:tbl>
      <w:tblPr>
        <w:tblW w:w="9702" w:type="dxa"/>
        <w:tblInd w:w="-98" w:type="dxa"/>
        <w:tblCellMar>
          <w:left w:w="0" w:type="dxa"/>
          <w:right w:w="0" w:type="dxa"/>
        </w:tblCellMar>
        <w:tblLook w:val="04A0" w:firstRow="1" w:lastRow="0" w:firstColumn="1" w:lastColumn="0" w:noHBand="0" w:noVBand="1"/>
      </w:tblPr>
      <w:tblGrid>
        <w:gridCol w:w="1724"/>
        <w:gridCol w:w="1528"/>
        <w:gridCol w:w="1334"/>
        <w:gridCol w:w="1329"/>
        <w:gridCol w:w="1281"/>
        <w:gridCol w:w="1216"/>
        <w:gridCol w:w="1290"/>
      </w:tblGrid>
      <w:tr w:rsidR="00084B0D" w14:paraId="612FD42D" w14:textId="77777777" w:rsidTr="0026746F">
        <w:trPr>
          <w:trHeight w:val="187"/>
        </w:trPr>
        <w:tc>
          <w:tcPr>
            <w:tcW w:w="9702"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92A0CE" w14:textId="77777777" w:rsidR="00084B0D" w:rsidRDefault="00084B0D" w:rsidP="0026746F">
            <w:pPr>
              <w:pStyle w:val="TAH"/>
              <w:rPr>
                <w:rFonts w:ascii="Calibri" w:hAnsi="Calibri" w:cs="Calibri"/>
                <w:sz w:val="22"/>
                <w:szCs w:val="22"/>
                <w:lang w:eastAsia="en-GB"/>
              </w:rPr>
            </w:pPr>
            <w:r>
              <w:rPr>
                <w:lang w:eastAsia="en-GB"/>
              </w:rPr>
              <w:t>E-UTRA – NR configuration / Bandwidth combination set</w:t>
            </w:r>
          </w:p>
        </w:tc>
      </w:tr>
      <w:tr w:rsidR="00084B0D" w14:paraId="7F11FD75" w14:textId="77777777" w:rsidTr="0026746F">
        <w:trPr>
          <w:trHeight w:val="187"/>
        </w:trPr>
        <w:tc>
          <w:tcPr>
            <w:tcW w:w="1724"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02EBBE48" w14:textId="77777777" w:rsidR="00084B0D" w:rsidRDefault="00084B0D" w:rsidP="0026746F">
            <w:pPr>
              <w:pStyle w:val="TAH"/>
              <w:rPr>
                <w:lang w:eastAsia="en-GB"/>
              </w:rPr>
            </w:pPr>
            <w:r>
              <w:rPr>
                <w:lang w:eastAsia="en-GB"/>
              </w:rPr>
              <w:t>Downlink</w:t>
            </w:r>
          </w:p>
          <w:p w14:paraId="28EF9445" w14:textId="77777777" w:rsidR="00084B0D" w:rsidRDefault="00084B0D" w:rsidP="0026746F">
            <w:pPr>
              <w:pStyle w:val="TAH"/>
              <w:rPr>
                <w:rFonts w:ascii="Calibri" w:hAnsi="Calibri" w:cs="Calibri"/>
                <w:sz w:val="22"/>
                <w:szCs w:val="22"/>
                <w:lang w:eastAsia="en-GB"/>
              </w:rPr>
            </w:pPr>
            <w:r>
              <w:rPr>
                <w:lang w:eastAsia="en-GB"/>
              </w:rPr>
              <w:t>EN-DC configuration</w:t>
            </w:r>
          </w:p>
        </w:tc>
        <w:tc>
          <w:tcPr>
            <w:tcW w:w="1528"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0A17D2D2" w14:textId="77777777" w:rsidR="00084B0D" w:rsidRDefault="00084B0D" w:rsidP="0026746F">
            <w:pPr>
              <w:pStyle w:val="TAH"/>
              <w:rPr>
                <w:rFonts w:ascii="Calibri" w:hAnsi="Calibri" w:cs="Calibri"/>
                <w:sz w:val="22"/>
                <w:szCs w:val="22"/>
                <w:lang w:eastAsia="en-GB"/>
              </w:rPr>
            </w:pPr>
            <w:r>
              <w:rPr>
                <w:lang w:eastAsia="ja-JP"/>
              </w:rPr>
              <w:t>Uplink EN-DC configurations</w:t>
            </w:r>
          </w:p>
        </w:tc>
        <w:tc>
          <w:tcPr>
            <w:tcW w:w="394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FF6BCC" w14:textId="77777777" w:rsidR="00084B0D" w:rsidRDefault="00084B0D" w:rsidP="0026746F">
            <w:pPr>
              <w:pStyle w:val="TAH"/>
              <w:rPr>
                <w:rFonts w:ascii="Calibri" w:hAnsi="Calibri" w:cs="Calibri"/>
                <w:sz w:val="22"/>
                <w:szCs w:val="22"/>
                <w:lang w:eastAsia="en-GB"/>
              </w:rPr>
            </w:pPr>
            <w:r>
              <w:rPr>
                <w:lang w:eastAsia="en-GB"/>
              </w:rPr>
              <w:t>Component carriers in order of increasing carrier frequency</w:t>
            </w:r>
          </w:p>
        </w:tc>
        <w:tc>
          <w:tcPr>
            <w:tcW w:w="1216"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37D76313" w14:textId="77777777" w:rsidR="00084B0D" w:rsidRDefault="00084B0D" w:rsidP="0026746F">
            <w:pPr>
              <w:pStyle w:val="TAH"/>
              <w:rPr>
                <w:rFonts w:ascii="Calibri" w:hAnsi="Calibri" w:cs="Calibri"/>
                <w:sz w:val="22"/>
                <w:szCs w:val="22"/>
                <w:lang w:eastAsia="en-GB"/>
              </w:rPr>
            </w:pPr>
            <w:r>
              <w:rPr>
                <w:lang w:eastAsia="en-GB"/>
              </w:rPr>
              <w:t xml:space="preserve">Maximum aggregated </w:t>
            </w:r>
            <w:r>
              <w:rPr>
                <w:lang w:eastAsia="en-GB"/>
              </w:rPr>
              <w:br/>
              <w:t>bandwidth (MHz)</w:t>
            </w:r>
          </w:p>
        </w:tc>
        <w:tc>
          <w:tcPr>
            <w:tcW w:w="1290"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5D00B44E" w14:textId="77777777" w:rsidR="00084B0D" w:rsidRDefault="00084B0D" w:rsidP="0026746F">
            <w:pPr>
              <w:pStyle w:val="TAH"/>
              <w:rPr>
                <w:rFonts w:ascii="Calibri" w:hAnsi="Calibri" w:cs="Calibri"/>
                <w:sz w:val="22"/>
                <w:szCs w:val="22"/>
                <w:lang w:eastAsia="en-GB"/>
              </w:rPr>
            </w:pPr>
            <w:r>
              <w:rPr>
                <w:lang w:eastAsia="en-GB"/>
              </w:rPr>
              <w:t>Bandwidth combination set</w:t>
            </w:r>
          </w:p>
        </w:tc>
      </w:tr>
      <w:tr w:rsidR="00084B0D" w14:paraId="628368B2" w14:textId="77777777" w:rsidTr="0026746F">
        <w:trPr>
          <w:trHeight w:val="187"/>
        </w:trPr>
        <w:tc>
          <w:tcPr>
            <w:tcW w:w="0" w:type="auto"/>
            <w:tcBorders>
              <w:top w:val="nil"/>
              <w:left w:val="single" w:sz="4" w:space="0" w:color="auto"/>
              <w:bottom w:val="single" w:sz="4" w:space="0" w:color="auto"/>
              <w:right w:val="single" w:sz="4" w:space="0" w:color="auto"/>
            </w:tcBorders>
            <w:hideMark/>
          </w:tcPr>
          <w:p w14:paraId="70356BA2" w14:textId="77777777" w:rsidR="00084B0D" w:rsidRDefault="00084B0D" w:rsidP="00E031B8">
            <w:pPr>
              <w:pStyle w:val="TAH"/>
              <w:rPr>
                <w:lang w:eastAsia="en-GB"/>
              </w:rPr>
            </w:pPr>
          </w:p>
        </w:tc>
        <w:tc>
          <w:tcPr>
            <w:tcW w:w="0" w:type="auto"/>
            <w:tcBorders>
              <w:top w:val="nil"/>
              <w:left w:val="single" w:sz="4" w:space="0" w:color="auto"/>
              <w:bottom w:val="single" w:sz="4" w:space="0" w:color="auto"/>
              <w:right w:val="single" w:sz="4" w:space="0" w:color="auto"/>
            </w:tcBorders>
            <w:hideMark/>
          </w:tcPr>
          <w:p w14:paraId="4C6F290D" w14:textId="77777777" w:rsidR="00084B0D" w:rsidRDefault="00084B0D" w:rsidP="00E031B8">
            <w:pPr>
              <w:pStyle w:val="TAH"/>
              <w:rPr>
                <w:rFonts w:ascii="CG Times (WN)" w:eastAsia="Times New Roman" w:hAnsi="CG Times (WN)"/>
                <w:lang w:val="en-US" w:eastAsia="zh-CN"/>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86B3A8" w14:textId="77777777" w:rsidR="00084B0D" w:rsidRDefault="00084B0D" w:rsidP="0026746F">
            <w:pPr>
              <w:pStyle w:val="TAH"/>
              <w:rPr>
                <w:rFonts w:ascii="Calibri" w:hAnsi="Calibri" w:cs="Calibri"/>
                <w:sz w:val="22"/>
                <w:szCs w:val="22"/>
                <w:lang w:eastAsia="en-GB"/>
              </w:rPr>
            </w:pPr>
            <w:r>
              <w:rPr>
                <w:lang w:eastAsia="en-GB"/>
              </w:rPr>
              <w:t>Channel bandwidths for E-UTRA carrier (MHz)</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A72F5D" w14:textId="77777777" w:rsidR="00084B0D" w:rsidRDefault="00084B0D" w:rsidP="0026746F">
            <w:pPr>
              <w:pStyle w:val="TAH"/>
              <w:rPr>
                <w:rFonts w:ascii="Calibri" w:hAnsi="Calibri" w:cs="Calibri"/>
                <w:sz w:val="22"/>
                <w:szCs w:val="22"/>
                <w:lang w:eastAsia="en-GB"/>
              </w:rPr>
            </w:pPr>
            <w:r>
              <w:rPr>
                <w:lang w:eastAsia="en-GB"/>
              </w:rPr>
              <w:t>Channel bandwidths for NR carrier (MHz)</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D0DBE1" w14:textId="77777777" w:rsidR="00084B0D" w:rsidRDefault="00084B0D" w:rsidP="0026746F">
            <w:pPr>
              <w:pStyle w:val="TAH"/>
              <w:rPr>
                <w:rFonts w:ascii="Calibri" w:hAnsi="Calibri" w:cs="Calibri"/>
                <w:sz w:val="22"/>
                <w:szCs w:val="22"/>
                <w:lang w:eastAsia="en-GB"/>
              </w:rPr>
            </w:pPr>
            <w:r>
              <w:rPr>
                <w:lang w:eastAsia="en-GB"/>
              </w:rPr>
              <w:t>Channel bandwidths for E-UTRA carrier (MHz)</w:t>
            </w:r>
          </w:p>
        </w:tc>
        <w:tc>
          <w:tcPr>
            <w:tcW w:w="0" w:type="auto"/>
            <w:tcBorders>
              <w:top w:val="nil"/>
              <w:left w:val="single" w:sz="4" w:space="0" w:color="auto"/>
              <w:bottom w:val="single" w:sz="4" w:space="0" w:color="auto"/>
              <w:right w:val="single" w:sz="4" w:space="0" w:color="auto"/>
            </w:tcBorders>
            <w:hideMark/>
          </w:tcPr>
          <w:p w14:paraId="648FF917" w14:textId="77777777" w:rsidR="00084B0D" w:rsidRDefault="00084B0D" w:rsidP="00E031B8">
            <w:pPr>
              <w:pStyle w:val="TAH"/>
              <w:rPr>
                <w:lang w:eastAsia="en-GB"/>
              </w:rPr>
            </w:pPr>
          </w:p>
        </w:tc>
        <w:tc>
          <w:tcPr>
            <w:tcW w:w="0" w:type="auto"/>
            <w:tcBorders>
              <w:top w:val="nil"/>
              <w:left w:val="single" w:sz="4" w:space="0" w:color="auto"/>
              <w:bottom w:val="single" w:sz="4" w:space="0" w:color="auto"/>
              <w:right w:val="single" w:sz="4" w:space="0" w:color="auto"/>
            </w:tcBorders>
            <w:hideMark/>
          </w:tcPr>
          <w:p w14:paraId="0253C399" w14:textId="77777777" w:rsidR="00084B0D" w:rsidRDefault="00084B0D" w:rsidP="00E031B8">
            <w:pPr>
              <w:pStyle w:val="TAH"/>
              <w:rPr>
                <w:rFonts w:ascii="CG Times (WN)" w:eastAsia="Times New Roman" w:hAnsi="CG Times (WN)"/>
                <w:lang w:val="en-US" w:eastAsia="zh-CN"/>
              </w:rPr>
            </w:pPr>
          </w:p>
        </w:tc>
      </w:tr>
      <w:tr w:rsidR="00084B0D" w14:paraId="2A8ACF32" w14:textId="77777777" w:rsidTr="0026746F">
        <w:trPr>
          <w:trHeight w:val="187"/>
        </w:trPr>
        <w:tc>
          <w:tcPr>
            <w:tcW w:w="17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5463A2" w14:textId="77777777" w:rsidR="00084B0D" w:rsidRDefault="00084B0D" w:rsidP="0026746F">
            <w:pPr>
              <w:pStyle w:val="TAC"/>
              <w:rPr>
                <w:lang w:eastAsia="en-GB"/>
              </w:rPr>
            </w:pPr>
            <w:r>
              <w:rPr>
                <w:lang w:eastAsia="zh-CN"/>
              </w:rPr>
              <w:t>DC_2A_n2A</w:t>
            </w:r>
          </w:p>
        </w:tc>
        <w:tc>
          <w:tcPr>
            <w:tcW w:w="15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F2F11" w14:textId="77777777" w:rsidR="00084B0D" w:rsidRDefault="00084B0D" w:rsidP="0026746F">
            <w:pPr>
              <w:pStyle w:val="TAC"/>
              <w:rPr>
                <w:lang w:eastAsia="zh-TW"/>
              </w:rPr>
            </w:pPr>
            <w:r>
              <w:rPr>
                <w:lang w:eastAsia="zh-CN"/>
              </w:rPr>
              <w:t>DC_2A_n2A</w:t>
            </w:r>
            <w:r>
              <w:rPr>
                <w:vertAlign w:val="superscript"/>
                <w:lang w:eastAsia="zh-TW"/>
              </w:rPr>
              <w:t>2</w:t>
            </w: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3D8AA1" w14:textId="77777777" w:rsidR="00084B0D" w:rsidRDefault="00084B0D" w:rsidP="0026746F">
            <w:pPr>
              <w:pStyle w:val="TAC"/>
              <w:rPr>
                <w:lang w:eastAsia="en-GB"/>
              </w:rPr>
            </w:pPr>
            <w:r>
              <w:rPr>
                <w:lang w:eastAsia="zh-CN"/>
              </w:rPr>
              <w:t>5, 10, 15, 20</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FBE1BC" w14:textId="77777777" w:rsidR="00084B0D" w:rsidRDefault="00084B0D" w:rsidP="0026746F">
            <w:pPr>
              <w:pStyle w:val="TAC"/>
              <w:rPr>
                <w:rFonts w:eastAsia="PMingLiU"/>
                <w:lang w:eastAsia="zh-TW"/>
              </w:rPr>
            </w:pPr>
            <w:r>
              <w:rPr>
                <w:lang w:eastAsia="zh-CN"/>
              </w:rPr>
              <w:t>5, 10, 15, 20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0FB953" w14:textId="77777777" w:rsidR="00084B0D" w:rsidRDefault="00084B0D" w:rsidP="0026746F">
            <w:pPr>
              <w:pStyle w:val="TAC"/>
              <w:rPr>
                <w:rFonts w:eastAsia="PMingLiU" w:cs="Arial"/>
                <w:szCs w:val="22"/>
                <w:lang w:eastAsia="zh-TW"/>
              </w:rPr>
            </w:pPr>
          </w:p>
        </w:tc>
        <w:tc>
          <w:tcPr>
            <w:tcW w:w="12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4566B7" w14:textId="77777777" w:rsidR="00084B0D" w:rsidRDefault="00084B0D" w:rsidP="0026746F">
            <w:pPr>
              <w:pStyle w:val="TAC"/>
              <w:rPr>
                <w:rFonts w:eastAsia="PMingLiU" w:cs="Arial"/>
                <w:lang w:eastAsia="zh-TW"/>
              </w:rPr>
            </w:pPr>
            <w:r>
              <w:rPr>
                <w:lang w:eastAsia="zh-CN"/>
              </w:rPr>
              <w:t>40</w:t>
            </w:r>
          </w:p>
        </w:tc>
        <w:tc>
          <w:tcPr>
            <w:tcW w:w="12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8251DA" w14:textId="77777777" w:rsidR="00084B0D" w:rsidRDefault="00084B0D" w:rsidP="0026746F">
            <w:pPr>
              <w:pStyle w:val="TAC"/>
              <w:rPr>
                <w:rFonts w:cs="Arial"/>
                <w:lang w:eastAsia="en-GB"/>
              </w:rPr>
            </w:pPr>
            <w:r>
              <w:rPr>
                <w:lang w:eastAsia="zh-CN"/>
              </w:rPr>
              <w:t>0</w:t>
            </w:r>
          </w:p>
        </w:tc>
      </w:tr>
      <w:tr w:rsidR="00084B0D" w14:paraId="67082C18" w14:textId="77777777" w:rsidTr="0026746F">
        <w:trPr>
          <w:trHeight w:val="187"/>
        </w:trPr>
        <w:tc>
          <w:tcPr>
            <w:tcW w:w="1724"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2A3B7114" w14:textId="77777777" w:rsidR="00084B0D" w:rsidRDefault="00084B0D" w:rsidP="0026746F">
            <w:pPr>
              <w:pStyle w:val="TAC"/>
              <w:rPr>
                <w:lang w:eastAsia="en-GB"/>
              </w:rPr>
            </w:pPr>
            <w:r>
              <w:rPr>
                <w:lang w:eastAsia="en-GB"/>
              </w:rPr>
              <w:t>DC_</w:t>
            </w:r>
            <w:r>
              <w:rPr>
                <w:rFonts w:eastAsia="PMingLiU"/>
                <w:lang w:eastAsia="zh-TW"/>
              </w:rPr>
              <w:t>3</w:t>
            </w:r>
            <w:r>
              <w:rPr>
                <w:lang w:eastAsia="en-GB"/>
              </w:rPr>
              <w:t>A_n</w:t>
            </w:r>
            <w:r>
              <w:rPr>
                <w:rFonts w:eastAsia="PMingLiU"/>
                <w:lang w:eastAsia="zh-TW"/>
              </w:rPr>
              <w:t>3</w:t>
            </w:r>
            <w:r>
              <w:rPr>
                <w:lang w:eastAsia="en-GB"/>
              </w:rPr>
              <w:t>A</w:t>
            </w:r>
          </w:p>
        </w:tc>
        <w:tc>
          <w:tcPr>
            <w:tcW w:w="1528"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456DE3C8" w14:textId="77777777" w:rsidR="00084B0D" w:rsidRDefault="00084B0D" w:rsidP="0026746F">
            <w:pPr>
              <w:pStyle w:val="TAC"/>
              <w:rPr>
                <w:lang w:eastAsia="ja-JP"/>
              </w:rPr>
            </w:pPr>
            <w:r>
              <w:rPr>
                <w:lang w:eastAsia="ja-JP"/>
              </w:rPr>
              <w:t>DC_</w:t>
            </w:r>
            <w:r>
              <w:rPr>
                <w:rFonts w:eastAsia="PMingLiU"/>
                <w:lang w:eastAsia="zh-TW"/>
              </w:rPr>
              <w:t>3</w:t>
            </w:r>
            <w:r>
              <w:rPr>
                <w:lang w:eastAsia="ja-JP"/>
              </w:rPr>
              <w:t>A_n</w:t>
            </w:r>
            <w:r>
              <w:rPr>
                <w:rFonts w:eastAsia="PMingLiU"/>
                <w:lang w:eastAsia="zh-TW"/>
              </w:rPr>
              <w:t>3</w:t>
            </w:r>
            <w:r>
              <w:rPr>
                <w:lang w:eastAsia="ja-JP"/>
              </w:rPr>
              <w:t>A</w:t>
            </w: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C84F7E" w14:textId="77777777" w:rsidR="00084B0D" w:rsidRDefault="00084B0D" w:rsidP="0026746F">
            <w:pPr>
              <w:pStyle w:val="TAC"/>
              <w:rPr>
                <w:lang w:eastAsia="en-GB"/>
              </w:rPr>
            </w:pP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9E5476" w14:textId="77777777" w:rsidR="00084B0D" w:rsidRDefault="00084B0D" w:rsidP="0026746F">
            <w:pPr>
              <w:pStyle w:val="TAC"/>
              <w:rPr>
                <w:lang w:eastAsia="en-GB"/>
              </w:rPr>
            </w:pPr>
            <w:r>
              <w:rPr>
                <w:rFonts w:eastAsia="PMingLiU"/>
                <w:lang w:eastAsia="zh-TW"/>
              </w:rPr>
              <w:t>5, 10, 15, 20, 25, 30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1B1BD8" w14:textId="77777777" w:rsidR="00084B0D" w:rsidRDefault="00084B0D" w:rsidP="0026746F">
            <w:pPr>
              <w:pStyle w:val="TAC"/>
              <w:rPr>
                <w:rFonts w:ascii="Calibri" w:hAnsi="Calibri" w:cs="Calibri"/>
                <w:sz w:val="22"/>
                <w:szCs w:val="22"/>
                <w:lang w:eastAsia="en-GB"/>
              </w:rPr>
            </w:pPr>
            <w:r>
              <w:rPr>
                <w:rFonts w:eastAsia="PMingLiU" w:cs="Arial"/>
                <w:szCs w:val="22"/>
                <w:lang w:eastAsia="zh-TW"/>
              </w:rPr>
              <w:t>5</w:t>
            </w:r>
            <w:r>
              <w:rPr>
                <w:rFonts w:eastAsia="PMingLiU"/>
                <w:lang w:eastAsia="zh-TW"/>
              </w:rPr>
              <w:t>, 10, 15, 20</w:t>
            </w:r>
          </w:p>
        </w:tc>
        <w:tc>
          <w:tcPr>
            <w:tcW w:w="12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07F34E" w14:textId="77777777" w:rsidR="00084B0D" w:rsidRDefault="00084B0D" w:rsidP="0026746F">
            <w:pPr>
              <w:pStyle w:val="TAC"/>
              <w:rPr>
                <w:lang w:eastAsia="en-GB"/>
              </w:rPr>
            </w:pPr>
            <w:r>
              <w:rPr>
                <w:rFonts w:eastAsia="PMingLiU" w:cs="Arial"/>
                <w:lang w:eastAsia="zh-TW"/>
              </w:rPr>
              <w:t>50</w:t>
            </w:r>
          </w:p>
        </w:tc>
        <w:tc>
          <w:tcPr>
            <w:tcW w:w="12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0DB5E6" w14:textId="77777777" w:rsidR="00084B0D" w:rsidRDefault="00084B0D" w:rsidP="0026746F">
            <w:pPr>
              <w:pStyle w:val="TAC"/>
              <w:rPr>
                <w:lang w:eastAsia="en-GB"/>
              </w:rPr>
            </w:pPr>
            <w:r>
              <w:rPr>
                <w:rFonts w:cs="Arial"/>
                <w:lang w:eastAsia="en-GB"/>
              </w:rPr>
              <w:t>0</w:t>
            </w:r>
          </w:p>
        </w:tc>
      </w:tr>
      <w:tr w:rsidR="00084B0D" w14:paraId="54D11301" w14:textId="77777777" w:rsidTr="0026746F">
        <w:trPr>
          <w:trHeight w:val="187"/>
        </w:trPr>
        <w:tc>
          <w:tcPr>
            <w:tcW w:w="1724" w:type="dxa"/>
            <w:tcBorders>
              <w:top w:val="nil"/>
              <w:left w:val="single" w:sz="4" w:space="0" w:color="auto"/>
              <w:bottom w:val="nil"/>
              <w:right w:val="single" w:sz="4" w:space="0" w:color="auto"/>
            </w:tcBorders>
            <w:tcMar>
              <w:top w:w="0" w:type="dxa"/>
              <w:left w:w="108" w:type="dxa"/>
              <w:bottom w:w="0" w:type="dxa"/>
              <w:right w:w="108" w:type="dxa"/>
            </w:tcMar>
          </w:tcPr>
          <w:p w14:paraId="3F907201" w14:textId="77777777" w:rsidR="00084B0D" w:rsidRDefault="00084B0D" w:rsidP="0026746F">
            <w:pPr>
              <w:pStyle w:val="TAC"/>
              <w:rPr>
                <w:lang w:eastAsia="en-GB"/>
              </w:rPr>
            </w:pPr>
          </w:p>
        </w:tc>
        <w:tc>
          <w:tcPr>
            <w:tcW w:w="1528" w:type="dxa"/>
            <w:tcBorders>
              <w:top w:val="nil"/>
              <w:left w:val="single" w:sz="4" w:space="0" w:color="auto"/>
              <w:bottom w:val="nil"/>
              <w:right w:val="single" w:sz="4" w:space="0" w:color="auto"/>
            </w:tcBorders>
            <w:tcMar>
              <w:top w:w="0" w:type="dxa"/>
              <w:left w:w="108" w:type="dxa"/>
              <w:bottom w:w="0" w:type="dxa"/>
              <w:right w:w="108" w:type="dxa"/>
            </w:tcMar>
          </w:tcPr>
          <w:p w14:paraId="23726FAD" w14:textId="77777777" w:rsidR="00084B0D" w:rsidRDefault="00084B0D" w:rsidP="0026746F">
            <w:pPr>
              <w:pStyle w:val="TAC"/>
              <w:rPr>
                <w:lang w:eastAsia="ja-JP"/>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32F51E" w14:textId="77777777" w:rsidR="00084B0D" w:rsidRDefault="00084B0D" w:rsidP="0026746F">
            <w:pPr>
              <w:pStyle w:val="TAC"/>
              <w:rPr>
                <w:lang w:eastAsia="en-GB"/>
              </w:rPr>
            </w:pP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F285B8" w14:textId="77777777" w:rsidR="00084B0D" w:rsidRDefault="00084B0D" w:rsidP="0026746F">
            <w:pPr>
              <w:pStyle w:val="TAC"/>
              <w:rPr>
                <w:rFonts w:eastAsia="PMingLiU"/>
                <w:lang w:eastAsia="zh-TW"/>
              </w:rPr>
            </w:pPr>
            <w:r>
              <w:rPr>
                <w:color w:val="000000"/>
                <w:kern w:val="24"/>
                <w:szCs w:val="21"/>
                <w:lang w:eastAsia="zh-TW"/>
              </w:rPr>
              <w:t>5, 10, 15, 20, 25, 30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00CD91" w14:textId="77777777" w:rsidR="00084B0D" w:rsidRDefault="00084B0D" w:rsidP="0026746F">
            <w:pPr>
              <w:pStyle w:val="TAC"/>
              <w:rPr>
                <w:rFonts w:eastAsia="PMingLiU" w:cs="Arial"/>
                <w:szCs w:val="22"/>
                <w:lang w:eastAsia="zh-TW"/>
              </w:rPr>
            </w:pPr>
            <w:r>
              <w:rPr>
                <w:rFonts w:cs="Arial"/>
                <w:color w:val="000000"/>
                <w:kern w:val="24"/>
                <w:szCs w:val="21"/>
                <w:lang w:eastAsia="zh-TW"/>
              </w:rPr>
              <w:t>5</w:t>
            </w:r>
            <w:r>
              <w:rPr>
                <w:color w:val="000000"/>
                <w:kern w:val="24"/>
                <w:szCs w:val="21"/>
                <w:lang w:eastAsia="zh-TW"/>
              </w:rPr>
              <w:t>, 10, 15, 20</w:t>
            </w:r>
          </w:p>
        </w:tc>
        <w:tc>
          <w:tcPr>
            <w:tcW w:w="1216"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3DDB18D4" w14:textId="77777777" w:rsidR="00084B0D" w:rsidRDefault="00084B0D" w:rsidP="0026746F">
            <w:pPr>
              <w:pStyle w:val="TAC"/>
              <w:rPr>
                <w:rFonts w:eastAsia="PMingLiU" w:cs="Arial"/>
                <w:lang w:eastAsia="zh-TW"/>
              </w:rPr>
            </w:pPr>
            <w:r>
              <w:rPr>
                <w:rFonts w:cs="Arial"/>
                <w:color w:val="000000"/>
                <w:kern w:val="24"/>
                <w:szCs w:val="21"/>
                <w:lang w:eastAsia="zh-TW"/>
              </w:rPr>
              <w:t>50</w:t>
            </w:r>
          </w:p>
        </w:tc>
        <w:tc>
          <w:tcPr>
            <w:tcW w:w="1290"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19545F19" w14:textId="77777777" w:rsidR="00084B0D" w:rsidRDefault="00084B0D" w:rsidP="0026746F">
            <w:pPr>
              <w:pStyle w:val="TAC"/>
              <w:rPr>
                <w:rFonts w:cs="Arial"/>
                <w:lang w:eastAsia="en-GB"/>
              </w:rPr>
            </w:pPr>
            <w:r>
              <w:rPr>
                <w:rFonts w:eastAsia="Times New Roman"/>
                <w:color w:val="000000"/>
                <w:kern w:val="24"/>
                <w:szCs w:val="21"/>
                <w:lang w:eastAsia="zh-TW"/>
              </w:rPr>
              <w:t>1</w:t>
            </w:r>
          </w:p>
        </w:tc>
      </w:tr>
      <w:tr w:rsidR="00084B0D" w14:paraId="4472DF80" w14:textId="77777777" w:rsidTr="0026746F">
        <w:trPr>
          <w:trHeight w:val="187"/>
        </w:trPr>
        <w:tc>
          <w:tcPr>
            <w:tcW w:w="1724"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73D2EDCB" w14:textId="77777777" w:rsidR="00084B0D" w:rsidRDefault="00084B0D" w:rsidP="0026746F">
            <w:pPr>
              <w:pStyle w:val="TAC"/>
              <w:rPr>
                <w:lang w:eastAsia="en-GB"/>
              </w:rPr>
            </w:pPr>
          </w:p>
        </w:tc>
        <w:tc>
          <w:tcPr>
            <w:tcW w:w="1528"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7DF97C2E" w14:textId="77777777" w:rsidR="00084B0D" w:rsidRDefault="00084B0D" w:rsidP="0026746F">
            <w:pPr>
              <w:pStyle w:val="TAC"/>
              <w:rPr>
                <w:lang w:eastAsia="ja-JP"/>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1DDF3A" w14:textId="77777777" w:rsidR="00084B0D" w:rsidRDefault="00084B0D" w:rsidP="0026746F">
            <w:pPr>
              <w:pStyle w:val="TAC"/>
              <w:rPr>
                <w:lang w:eastAsia="en-GB"/>
              </w:rPr>
            </w:pPr>
            <w:r>
              <w:rPr>
                <w:rFonts w:cs="Arial"/>
                <w:color w:val="000000"/>
                <w:kern w:val="24"/>
                <w:szCs w:val="21"/>
                <w:lang w:eastAsia="zh-TW"/>
              </w:rPr>
              <w:t>5</w:t>
            </w:r>
            <w:r>
              <w:rPr>
                <w:color w:val="000000"/>
                <w:kern w:val="24"/>
                <w:szCs w:val="21"/>
                <w:lang w:eastAsia="zh-TW"/>
              </w:rPr>
              <w:t>, 10, 15, 20</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09B148" w14:textId="77777777" w:rsidR="00084B0D" w:rsidRDefault="00084B0D" w:rsidP="0026746F">
            <w:pPr>
              <w:pStyle w:val="TAC"/>
              <w:rPr>
                <w:rFonts w:eastAsia="PMingLiU"/>
                <w:lang w:eastAsia="zh-TW"/>
              </w:rPr>
            </w:pPr>
            <w:r>
              <w:rPr>
                <w:color w:val="000000"/>
                <w:kern w:val="24"/>
                <w:szCs w:val="21"/>
                <w:lang w:eastAsia="zh-TW"/>
              </w:rPr>
              <w:t>5, 10, 15, 20, 25, 30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E2B847" w14:textId="77777777" w:rsidR="00084B0D" w:rsidRDefault="00084B0D" w:rsidP="0026746F">
            <w:pPr>
              <w:pStyle w:val="TAC"/>
              <w:rPr>
                <w:rFonts w:eastAsia="PMingLiU" w:cs="Arial"/>
                <w:szCs w:val="22"/>
                <w:lang w:eastAsia="zh-TW"/>
              </w:rPr>
            </w:pPr>
          </w:p>
        </w:tc>
        <w:tc>
          <w:tcPr>
            <w:tcW w:w="1216"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2AC43A36" w14:textId="77777777" w:rsidR="00084B0D" w:rsidRDefault="00084B0D" w:rsidP="0026746F">
            <w:pPr>
              <w:pStyle w:val="TAC"/>
              <w:rPr>
                <w:rFonts w:eastAsia="PMingLiU" w:cs="Arial"/>
                <w:lang w:eastAsia="zh-TW"/>
              </w:rPr>
            </w:pPr>
          </w:p>
        </w:tc>
        <w:tc>
          <w:tcPr>
            <w:tcW w:w="1290"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44F9F683" w14:textId="77777777" w:rsidR="00084B0D" w:rsidRDefault="00084B0D" w:rsidP="0026746F">
            <w:pPr>
              <w:pStyle w:val="TAC"/>
              <w:rPr>
                <w:rFonts w:cs="Arial"/>
                <w:lang w:eastAsia="en-GB"/>
              </w:rPr>
            </w:pPr>
          </w:p>
        </w:tc>
      </w:tr>
      <w:tr w:rsidR="00084B0D" w14:paraId="005D083B" w14:textId="77777777" w:rsidTr="0026746F">
        <w:trPr>
          <w:trHeight w:val="187"/>
        </w:trPr>
        <w:tc>
          <w:tcPr>
            <w:tcW w:w="17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F4F829" w14:textId="77777777" w:rsidR="00084B0D" w:rsidRDefault="00084B0D" w:rsidP="0026746F">
            <w:pPr>
              <w:pStyle w:val="TAC"/>
              <w:rPr>
                <w:lang w:eastAsia="zh-CN"/>
              </w:rPr>
            </w:pPr>
            <w:r>
              <w:rPr>
                <w:lang w:eastAsia="zh-CN"/>
              </w:rPr>
              <w:t>DC_5A_n5A</w:t>
            </w:r>
          </w:p>
        </w:tc>
        <w:tc>
          <w:tcPr>
            <w:tcW w:w="15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E0FB63" w14:textId="77777777" w:rsidR="00084B0D" w:rsidRDefault="00084B0D" w:rsidP="0026746F">
            <w:pPr>
              <w:pStyle w:val="TAC"/>
              <w:rPr>
                <w:lang w:eastAsia="zh-TW"/>
              </w:rPr>
            </w:pPr>
            <w:r>
              <w:rPr>
                <w:lang w:eastAsia="zh-CN"/>
              </w:rPr>
              <w:t>DC_5A_n5A</w:t>
            </w:r>
            <w:r>
              <w:rPr>
                <w:vertAlign w:val="superscript"/>
                <w:lang w:eastAsia="zh-TW"/>
              </w:rPr>
              <w:t>2</w:t>
            </w: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18CB2C" w14:textId="77777777" w:rsidR="00084B0D" w:rsidRDefault="00084B0D" w:rsidP="0026746F">
            <w:pPr>
              <w:pStyle w:val="TAC"/>
              <w:rPr>
                <w:lang w:eastAsia="zh-CN"/>
              </w:rPr>
            </w:pPr>
            <w:r>
              <w:rPr>
                <w:lang w:eastAsia="zh-CN"/>
              </w:rPr>
              <w:t>5, 10</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373865" w14:textId="77777777" w:rsidR="00084B0D" w:rsidRDefault="00084B0D" w:rsidP="0026746F">
            <w:pPr>
              <w:pStyle w:val="TAC"/>
              <w:rPr>
                <w:lang w:eastAsia="zh-CN"/>
              </w:rPr>
            </w:pPr>
            <w:r>
              <w:rPr>
                <w:lang w:eastAsia="zh-CN"/>
              </w:rPr>
              <w:t>5, 10, 15</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7B3343" w14:textId="77777777" w:rsidR="00084B0D" w:rsidRDefault="00084B0D" w:rsidP="0026746F">
            <w:pPr>
              <w:pStyle w:val="TAC"/>
              <w:rPr>
                <w:rFonts w:eastAsia="PMingLiU" w:cs="Arial"/>
                <w:szCs w:val="22"/>
                <w:lang w:eastAsia="zh-TW"/>
              </w:rPr>
            </w:pPr>
          </w:p>
        </w:tc>
        <w:tc>
          <w:tcPr>
            <w:tcW w:w="12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6A7080" w14:textId="77777777" w:rsidR="00084B0D" w:rsidRDefault="00084B0D" w:rsidP="0026746F">
            <w:pPr>
              <w:pStyle w:val="TAC"/>
              <w:rPr>
                <w:lang w:eastAsia="zh-CN"/>
              </w:rPr>
            </w:pPr>
            <w:r>
              <w:rPr>
                <w:lang w:eastAsia="zh-CN"/>
              </w:rPr>
              <w:t>20</w:t>
            </w:r>
          </w:p>
        </w:tc>
        <w:tc>
          <w:tcPr>
            <w:tcW w:w="12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6AAC32" w14:textId="77777777" w:rsidR="00084B0D" w:rsidRDefault="00084B0D" w:rsidP="0026746F">
            <w:pPr>
              <w:pStyle w:val="TAC"/>
              <w:rPr>
                <w:lang w:eastAsia="zh-CN"/>
              </w:rPr>
            </w:pPr>
            <w:r>
              <w:rPr>
                <w:lang w:eastAsia="zh-CN"/>
              </w:rPr>
              <w:t>0</w:t>
            </w:r>
          </w:p>
        </w:tc>
      </w:tr>
      <w:tr w:rsidR="00084B0D" w14:paraId="5F332F8C" w14:textId="77777777" w:rsidTr="0026746F">
        <w:trPr>
          <w:trHeight w:val="187"/>
        </w:trPr>
        <w:tc>
          <w:tcPr>
            <w:tcW w:w="17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1181E6" w14:textId="77777777" w:rsidR="00084B0D" w:rsidRDefault="00084B0D" w:rsidP="0026746F">
            <w:pPr>
              <w:pStyle w:val="TAC"/>
              <w:rPr>
                <w:lang w:eastAsia="zh-TW"/>
              </w:rPr>
            </w:pPr>
            <w:r>
              <w:rPr>
                <w:lang w:eastAsia="zh-CN"/>
              </w:rPr>
              <w:t>DC_7A_n7A</w:t>
            </w:r>
            <w:r>
              <w:rPr>
                <w:vertAlign w:val="superscript"/>
                <w:lang w:eastAsia="zh-TW"/>
              </w:rPr>
              <w:t>3</w:t>
            </w:r>
          </w:p>
        </w:tc>
        <w:tc>
          <w:tcPr>
            <w:tcW w:w="15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B10C75" w14:textId="77777777" w:rsidR="00084B0D" w:rsidRDefault="00084B0D" w:rsidP="0026746F">
            <w:pPr>
              <w:pStyle w:val="TAC"/>
              <w:rPr>
                <w:lang w:eastAsia="zh-TW"/>
              </w:rPr>
            </w:pPr>
            <w:r>
              <w:rPr>
                <w:lang w:eastAsia="zh-CN"/>
              </w:rPr>
              <w:t>DC_7A_n7A</w:t>
            </w:r>
            <w:r>
              <w:rPr>
                <w:vertAlign w:val="superscript"/>
                <w:lang w:eastAsia="zh-TW"/>
              </w:rPr>
              <w:t>2</w:t>
            </w: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379354" w14:textId="77777777" w:rsidR="00084B0D" w:rsidRDefault="00084B0D" w:rsidP="0026746F">
            <w:pPr>
              <w:pStyle w:val="TAC"/>
              <w:rPr>
                <w:lang w:eastAsia="en-GB"/>
              </w:rPr>
            </w:pPr>
            <w:r>
              <w:rPr>
                <w:lang w:eastAsia="zh-CN"/>
              </w:rPr>
              <w:t>5, 10, 15, 20</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1BB5E6" w14:textId="77777777" w:rsidR="00084B0D" w:rsidRDefault="00084B0D" w:rsidP="0026746F">
            <w:pPr>
              <w:pStyle w:val="TAC"/>
              <w:rPr>
                <w:rFonts w:eastAsia="PMingLiU"/>
                <w:lang w:eastAsia="zh-TW"/>
              </w:rPr>
            </w:pPr>
            <w:r>
              <w:rPr>
                <w:lang w:eastAsia="zh-CN"/>
              </w:rPr>
              <w:t>5, 10, 15, 20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1E1979" w14:textId="77777777" w:rsidR="00084B0D" w:rsidRDefault="00084B0D" w:rsidP="0026746F">
            <w:pPr>
              <w:pStyle w:val="TAC"/>
              <w:rPr>
                <w:rFonts w:eastAsia="PMingLiU" w:cs="Arial"/>
                <w:szCs w:val="22"/>
                <w:lang w:eastAsia="zh-TW"/>
              </w:rPr>
            </w:pPr>
          </w:p>
        </w:tc>
        <w:tc>
          <w:tcPr>
            <w:tcW w:w="12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C4222D" w14:textId="77777777" w:rsidR="00084B0D" w:rsidRDefault="00084B0D" w:rsidP="0026746F">
            <w:pPr>
              <w:pStyle w:val="TAC"/>
              <w:rPr>
                <w:rFonts w:eastAsia="PMingLiU" w:cs="Arial"/>
                <w:lang w:eastAsia="zh-TW"/>
              </w:rPr>
            </w:pPr>
            <w:r>
              <w:rPr>
                <w:lang w:eastAsia="zh-CN"/>
              </w:rPr>
              <w:t>40</w:t>
            </w:r>
          </w:p>
        </w:tc>
        <w:tc>
          <w:tcPr>
            <w:tcW w:w="12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6015D9" w14:textId="77777777" w:rsidR="00084B0D" w:rsidRDefault="00084B0D" w:rsidP="0026746F">
            <w:pPr>
              <w:pStyle w:val="TAC"/>
              <w:rPr>
                <w:rFonts w:cs="Arial"/>
                <w:lang w:eastAsia="en-GB"/>
              </w:rPr>
            </w:pPr>
            <w:r>
              <w:rPr>
                <w:lang w:eastAsia="zh-CN"/>
              </w:rPr>
              <w:t>0</w:t>
            </w:r>
          </w:p>
        </w:tc>
      </w:tr>
      <w:tr w:rsidR="00084B0D" w14:paraId="71A3A241" w14:textId="77777777" w:rsidTr="0026746F">
        <w:trPr>
          <w:trHeight w:val="187"/>
        </w:trPr>
        <w:tc>
          <w:tcPr>
            <w:tcW w:w="1724"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49B408AB" w14:textId="77777777" w:rsidR="00084B0D" w:rsidRDefault="00084B0D" w:rsidP="0026746F">
            <w:pPr>
              <w:pStyle w:val="TAC"/>
              <w:rPr>
                <w:rFonts w:ascii="Calibri" w:hAnsi="Calibri" w:cs="Calibri"/>
                <w:sz w:val="22"/>
                <w:szCs w:val="22"/>
                <w:lang w:eastAsia="en-GB"/>
              </w:rPr>
            </w:pPr>
            <w:r>
              <w:rPr>
                <w:lang w:eastAsia="en-GB"/>
              </w:rPr>
              <w:t>DC_41A_n41A</w:t>
            </w:r>
          </w:p>
        </w:tc>
        <w:tc>
          <w:tcPr>
            <w:tcW w:w="1528"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1ABD56CC" w14:textId="77777777" w:rsidR="00084B0D" w:rsidRDefault="00084B0D" w:rsidP="0026746F">
            <w:pPr>
              <w:pStyle w:val="TAC"/>
              <w:rPr>
                <w:rFonts w:ascii="Calibri" w:hAnsi="Calibri" w:cs="Calibri"/>
                <w:sz w:val="22"/>
                <w:szCs w:val="22"/>
                <w:lang w:eastAsia="en-GB"/>
              </w:rPr>
            </w:pPr>
            <w:r>
              <w:rPr>
                <w:lang w:eastAsia="ja-JP"/>
              </w:rPr>
              <w:t>DC_41A_n41A</w:t>
            </w: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B79F4E" w14:textId="77777777" w:rsidR="00084B0D" w:rsidRDefault="00084B0D" w:rsidP="0026746F">
            <w:pPr>
              <w:pStyle w:val="TAC"/>
              <w:rPr>
                <w:rFonts w:ascii="Calibri" w:hAnsi="Calibri" w:cs="Calibri"/>
                <w:sz w:val="22"/>
                <w:szCs w:val="22"/>
                <w:lang w:eastAsia="en-GB"/>
              </w:rPr>
            </w:pPr>
            <w:r>
              <w:rPr>
                <w:lang w:eastAsia="en-GB"/>
              </w:rPr>
              <w:t>20</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677350" w14:textId="77777777" w:rsidR="00084B0D" w:rsidRDefault="00084B0D" w:rsidP="0026746F">
            <w:pPr>
              <w:pStyle w:val="TAC"/>
              <w:rPr>
                <w:rFonts w:ascii="Calibri" w:hAnsi="Calibri" w:cs="Calibri"/>
                <w:sz w:val="22"/>
                <w:szCs w:val="22"/>
                <w:lang w:eastAsia="en-GB"/>
              </w:rPr>
            </w:pPr>
            <w:r>
              <w:rPr>
                <w:lang w:eastAsia="en-GB"/>
              </w:rPr>
              <w:t>40, 60, 80,100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BFA732" w14:textId="77777777" w:rsidR="00084B0D" w:rsidRDefault="00084B0D" w:rsidP="0026746F">
            <w:pPr>
              <w:rPr>
                <w:rFonts w:ascii="Calibri" w:hAnsi="Calibri" w:cs="Calibri"/>
                <w:sz w:val="22"/>
                <w:szCs w:val="22"/>
                <w:lang w:eastAsia="en-GB"/>
              </w:rPr>
            </w:pPr>
          </w:p>
        </w:tc>
        <w:tc>
          <w:tcPr>
            <w:tcW w:w="1216"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157DE88E" w14:textId="77777777" w:rsidR="00084B0D" w:rsidRDefault="00084B0D" w:rsidP="0026746F">
            <w:pPr>
              <w:pStyle w:val="TAC"/>
              <w:rPr>
                <w:rFonts w:ascii="Calibri" w:hAnsi="Calibri" w:cs="Calibri"/>
                <w:sz w:val="22"/>
                <w:szCs w:val="22"/>
                <w:lang w:eastAsia="en-GB"/>
              </w:rPr>
            </w:pPr>
            <w:r>
              <w:rPr>
                <w:lang w:eastAsia="en-GB"/>
              </w:rPr>
              <w:t>120</w:t>
            </w:r>
          </w:p>
        </w:tc>
        <w:tc>
          <w:tcPr>
            <w:tcW w:w="1290"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1A4F5CB1" w14:textId="77777777" w:rsidR="00084B0D" w:rsidRDefault="00084B0D" w:rsidP="0026746F">
            <w:pPr>
              <w:pStyle w:val="TAC"/>
              <w:rPr>
                <w:rFonts w:ascii="Calibri" w:hAnsi="Calibri" w:cs="Calibri"/>
                <w:sz w:val="22"/>
                <w:szCs w:val="22"/>
                <w:lang w:eastAsia="en-GB"/>
              </w:rPr>
            </w:pPr>
            <w:r>
              <w:rPr>
                <w:lang w:eastAsia="en-GB"/>
              </w:rPr>
              <w:t>0</w:t>
            </w:r>
          </w:p>
        </w:tc>
      </w:tr>
      <w:tr w:rsidR="00084B0D" w14:paraId="370B7E3C" w14:textId="77777777" w:rsidTr="0026746F">
        <w:trPr>
          <w:trHeight w:val="187"/>
        </w:trPr>
        <w:tc>
          <w:tcPr>
            <w:tcW w:w="0" w:type="auto"/>
            <w:tcBorders>
              <w:top w:val="nil"/>
              <w:left w:val="single" w:sz="4" w:space="0" w:color="auto"/>
              <w:bottom w:val="nil"/>
              <w:right w:val="single" w:sz="4" w:space="0" w:color="auto"/>
            </w:tcBorders>
            <w:hideMark/>
          </w:tcPr>
          <w:p w14:paraId="2D947B0B" w14:textId="77777777" w:rsidR="00084B0D" w:rsidRDefault="00084B0D" w:rsidP="0026746F">
            <w:pPr>
              <w:rPr>
                <w:rFonts w:ascii="Calibri" w:hAnsi="Calibri" w:cs="Calibri"/>
                <w:sz w:val="22"/>
                <w:szCs w:val="22"/>
                <w:lang w:eastAsia="en-GB"/>
              </w:rPr>
            </w:pPr>
          </w:p>
        </w:tc>
        <w:tc>
          <w:tcPr>
            <w:tcW w:w="0" w:type="auto"/>
            <w:tcBorders>
              <w:top w:val="nil"/>
              <w:left w:val="single" w:sz="4" w:space="0" w:color="auto"/>
              <w:bottom w:val="nil"/>
              <w:right w:val="single" w:sz="4" w:space="0" w:color="auto"/>
            </w:tcBorders>
            <w:hideMark/>
          </w:tcPr>
          <w:p w14:paraId="34413056" w14:textId="77777777" w:rsidR="00084B0D" w:rsidRDefault="00084B0D" w:rsidP="0026746F">
            <w:pPr>
              <w:spacing w:after="0"/>
              <w:rPr>
                <w:rFonts w:ascii="CG Times (WN)" w:eastAsia="Times New Roman" w:hAnsi="CG Times (WN)"/>
                <w:lang w:val="en-US" w:eastAsia="zh-CN"/>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E816D4" w14:textId="77777777" w:rsidR="00084B0D" w:rsidRDefault="00084B0D" w:rsidP="0026746F">
            <w:pPr>
              <w:spacing w:after="0"/>
              <w:rPr>
                <w:rFonts w:ascii="CG Times (WN)" w:eastAsia="Times New Roman" w:hAnsi="CG Times (WN)"/>
                <w:lang w:val="en-US" w:eastAsia="zh-CN"/>
              </w:rPr>
            </w:pP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C096B6" w14:textId="77777777" w:rsidR="00084B0D" w:rsidRDefault="00084B0D" w:rsidP="0026746F">
            <w:pPr>
              <w:pStyle w:val="TAC"/>
              <w:rPr>
                <w:rFonts w:ascii="Calibri" w:hAnsi="Calibri" w:cs="Calibri"/>
                <w:sz w:val="22"/>
                <w:szCs w:val="22"/>
                <w:lang w:eastAsia="en-GB"/>
              </w:rPr>
            </w:pPr>
            <w:r>
              <w:rPr>
                <w:lang w:eastAsia="en-GB"/>
              </w:rPr>
              <w:t>40, 60, 80,100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6299D6" w14:textId="77777777" w:rsidR="00084B0D" w:rsidRDefault="00084B0D" w:rsidP="0026746F">
            <w:pPr>
              <w:pStyle w:val="TAC"/>
              <w:rPr>
                <w:rFonts w:ascii="Calibri" w:hAnsi="Calibri" w:cs="Calibri"/>
                <w:sz w:val="22"/>
                <w:szCs w:val="22"/>
                <w:lang w:eastAsia="en-GB"/>
              </w:rPr>
            </w:pPr>
            <w:r>
              <w:rPr>
                <w:lang w:eastAsia="en-GB"/>
              </w:rPr>
              <w:t>20</w:t>
            </w:r>
          </w:p>
        </w:tc>
        <w:tc>
          <w:tcPr>
            <w:tcW w:w="0" w:type="auto"/>
            <w:tcBorders>
              <w:top w:val="nil"/>
              <w:left w:val="single" w:sz="4" w:space="0" w:color="auto"/>
              <w:bottom w:val="single" w:sz="4" w:space="0" w:color="auto"/>
              <w:right w:val="single" w:sz="4" w:space="0" w:color="auto"/>
            </w:tcBorders>
            <w:hideMark/>
          </w:tcPr>
          <w:p w14:paraId="5DB478CA" w14:textId="77777777" w:rsidR="00084B0D" w:rsidRDefault="00084B0D" w:rsidP="0026746F">
            <w:pPr>
              <w:rPr>
                <w:rFonts w:ascii="Calibri" w:hAnsi="Calibri" w:cs="Calibri"/>
                <w:sz w:val="22"/>
                <w:szCs w:val="22"/>
                <w:lang w:eastAsia="en-GB"/>
              </w:rPr>
            </w:pPr>
          </w:p>
        </w:tc>
        <w:tc>
          <w:tcPr>
            <w:tcW w:w="0" w:type="auto"/>
            <w:tcBorders>
              <w:top w:val="nil"/>
              <w:left w:val="single" w:sz="4" w:space="0" w:color="auto"/>
              <w:bottom w:val="single" w:sz="4" w:space="0" w:color="auto"/>
              <w:right w:val="single" w:sz="4" w:space="0" w:color="auto"/>
            </w:tcBorders>
            <w:hideMark/>
          </w:tcPr>
          <w:p w14:paraId="6F8AB340" w14:textId="77777777" w:rsidR="00084B0D" w:rsidRDefault="00084B0D" w:rsidP="0026746F">
            <w:pPr>
              <w:spacing w:after="0"/>
              <w:rPr>
                <w:rFonts w:ascii="CG Times (WN)" w:eastAsia="Times New Roman" w:hAnsi="CG Times (WN)"/>
                <w:lang w:val="en-US" w:eastAsia="zh-CN"/>
              </w:rPr>
            </w:pPr>
          </w:p>
        </w:tc>
      </w:tr>
      <w:tr w:rsidR="00084B0D" w14:paraId="62035B61" w14:textId="77777777" w:rsidTr="0026746F">
        <w:trPr>
          <w:trHeight w:val="187"/>
        </w:trPr>
        <w:tc>
          <w:tcPr>
            <w:tcW w:w="0" w:type="auto"/>
            <w:tcBorders>
              <w:top w:val="nil"/>
              <w:left w:val="single" w:sz="4" w:space="0" w:color="auto"/>
              <w:bottom w:val="nil"/>
              <w:right w:val="single" w:sz="4" w:space="0" w:color="auto"/>
            </w:tcBorders>
          </w:tcPr>
          <w:p w14:paraId="4EF6917F" w14:textId="77777777" w:rsidR="00084B0D" w:rsidRDefault="00084B0D" w:rsidP="0026746F">
            <w:pPr>
              <w:pStyle w:val="TAC"/>
              <w:rPr>
                <w:lang w:eastAsia="en-GB"/>
              </w:rPr>
            </w:pPr>
          </w:p>
        </w:tc>
        <w:tc>
          <w:tcPr>
            <w:tcW w:w="0" w:type="auto"/>
            <w:tcBorders>
              <w:top w:val="nil"/>
              <w:left w:val="single" w:sz="4" w:space="0" w:color="auto"/>
              <w:bottom w:val="nil"/>
              <w:right w:val="single" w:sz="4" w:space="0" w:color="auto"/>
            </w:tcBorders>
          </w:tcPr>
          <w:p w14:paraId="64389CD6" w14:textId="77777777" w:rsidR="00084B0D" w:rsidRDefault="00084B0D" w:rsidP="0026746F">
            <w:pPr>
              <w:pStyle w:val="TAC"/>
              <w:rPr>
                <w:lang w:eastAsia="en-GB"/>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E5A691" w14:textId="77777777" w:rsidR="00084B0D" w:rsidRDefault="00084B0D" w:rsidP="0026746F">
            <w:pPr>
              <w:pStyle w:val="TAC"/>
            </w:pPr>
            <w:r>
              <w:t>20</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33E6F0" w14:textId="77777777" w:rsidR="00084B0D" w:rsidRDefault="00084B0D" w:rsidP="0026746F">
            <w:pPr>
              <w:pStyle w:val="TAC"/>
              <w:rPr>
                <w:lang w:eastAsia="en-GB"/>
              </w:rPr>
            </w:pPr>
            <w:r>
              <w:rPr>
                <w:lang w:eastAsia="en-GB"/>
              </w:rPr>
              <w:t>40, 50, 60, 80,100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2F4C24" w14:textId="77777777" w:rsidR="00084B0D" w:rsidRDefault="00084B0D" w:rsidP="0026746F">
            <w:pPr>
              <w:pStyle w:val="TAC"/>
              <w:rPr>
                <w:lang w:eastAsia="en-GB"/>
              </w:rPr>
            </w:pPr>
          </w:p>
        </w:tc>
        <w:tc>
          <w:tcPr>
            <w:tcW w:w="0" w:type="auto"/>
            <w:tcBorders>
              <w:top w:val="single" w:sz="4" w:space="0" w:color="auto"/>
              <w:left w:val="single" w:sz="4" w:space="0" w:color="auto"/>
              <w:bottom w:val="nil"/>
              <w:right w:val="single" w:sz="4" w:space="0" w:color="auto"/>
            </w:tcBorders>
            <w:hideMark/>
          </w:tcPr>
          <w:p w14:paraId="4A8901CE" w14:textId="77777777" w:rsidR="00084B0D" w:rsidRDefault="00084B0D" w:rsidP="0026746F">
            <w:pPr>
              <w:pStyle w:val="TAC"/>
              <w:rPr>
                <w:lang w:eastAsia="en-GB"/>
              </w:rPr>
            </w:pPr>
            <w:r>
              <w:rPr>
                <w:lang w:eastAsia="en-GB"/>
              </w:rPr>
              <w:t>120</w:t>
            </w:r>
          </w:p>
        </w:tc>
        <w:tc>
          <w:tcPr>
            <w:tcW w:w="0" w:type="auto"/>
            <w:tcBorders>
              <w:top w:val="single" w:sz="4" w:space="0" w:color="auto"/>
              <w:left w:val="single" w:sz="4" w:space="0" w:color="auto"/>
              <w:bottom w:val="nil"/>
              <w:right w:val="single" w:sz="4" w:space="0" w:color="auto"/>
            </w:tcBorders>
            <w:hideMark/>
          </w:tcPr>
          <w:p w14:paraId="05171814" w14:textId="77777777" w:rsidR="00084B0D" w:rsidRDefault="00084B0D" w:rsidP="0026746F">
            <w:pPr>
              <w:pStyle w:val="TAC"/>
              <w:rPr>
                <w:lang w:eastAsia="en-GB"/>
              </w:rPr>
            </w:pPr>
            <w:r>
              <w:rPr>
                <w:lang w:eastAsia="en-GB"/>
              </w:rPr>
              <w:t>1</w:t>
            </w:r>
          </w:p>
        </w:tc>
      </w:tr>
      <w:tr w:rsidR="00084B0D" w14:paraId="0FEB315D" w14:textId="77777777" w:rsidTr="0026746F">
        <w:trPr>
          <w:trHeight w:val="187"/>
        </w:trPr>
        <w:tc>
          <w:tcPr>
            <w:tcW w:w="0" w:type="auto"/>
            <w:tcBorders>
              <w:top w:val="nil"/>
              <w:left w:val="single" w:sz="4" w:space="0" w:color="auto"/>
              <w:bottom w:val="nil"/>
              <w:right w:val="single" w:sz="4" w:space="0" w:color="auto"/>
            </w:tcBorders>
          </w:tcPr>
          <w:p w14:paraId="35D58735" w14:textId="77777777" w:rsidR="00084B0D" w:rsidRDefault="00084B0D" w:rsidP="0026746F">
            <w:pPr>
              <w:pStyle w:val="TAC"/>
              <w:rPr>
                <w:lang w:eastAsia="en-GB"/>
              </w:rPr>
            </w:pPr>
          </w:p>
        </w:tc>
        <w:tc>
          <w:tcPr>
            <w:tcW w:w="0" w:type="auto"/>
            <w:tcBorders>
              <w:top w:val="nil"/>
              <w:left w:val="single" w:sz="4" w:space="0" w:color="auto"/>
              <w:bottom w:val="nil"/>
              <w:right w:val="single" w:sz="4" w:space="0" w:color="auto"/>
            </w:tcBorders>
          </w:tcPr>
          <w:p w14:paraId="5BB0D677" w14:textId="77777777" w:rsidR="00084B0D" w:rsidRDefault="00084B0D" w:rsidP="0026746F">
            <w:pPr>
              <w:pStyle w:val="TAC"/>
              <w:rPr>
                <w:lang w:eastAsia="en-GB"/>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2087BF" w14:textId="77777777" w:rsidR="00084B0D" w:rsidRDefault="00084B0D" w:rsidP="0026746F">
            <w:pPr>
              <w:pStyle w:val="TAC"/>
            </w:pP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046F2C" w14:textId="77777777" w:rsidR="00084B0D" w:rsidRDefault="00084B0D" w:rsidP="0026746F">
            <w:pPr>
              <w:pStyle w:val="TAC"/>
              <w:rPr>
                <w:lang w:eastAsia="en-GB"/>
              </w:rPr>
            </w:pPr>
            <w:r>
              <w:rPr>
                <w:lang w:eastAsia="en-GB"/>
              </w:rPr>
              <w:t>40, 50, 60, 80,100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29BB15" w14:textId="77777777" w:rsidR="00084B0D" w:rsidRDefault="00084B0D" w:rsidP="0026746F">
            <w:pPr>
              <w:pStyle w:val="TAC"/>
              <w:rPr>
                <w:lang w:eastAsia="en-GB"/>
              </w:rPr>
            </w:pPr>
            <w:r>
              <w:rPr>
                <w:lang w:eastAsia="en-GB"/>
              </w:rPr>
              <w:t>20</w:t>
            </w:r>
          </w:p>
        </w:tc>
        <w:tc>
          <w:tcPr>
            <w:tcW w:w="0" w:type="auto"/>
            <w:tcBorders>
              <w:top w:val="nil"/>
              <w:left w:val="single" w:sz="4" w:space="0" w:color="auto"/>
              <w:bottom w:val="single" w:sz="4" w:space="0" w:color="auto"/>
              <w:right w:val="single" w:sz="4" w:space="0" w:color="auto"/>
            </w:tcBorders>
          </w:tcPr>
          <w:p w14:paraId="51FAF523" w14:textId="77777777" w:rsidR="00084B0D" w:rsidRDefault="00084B0D" w:rsidP="0026746F">
            <w:pPr>
              <w:pStyle w:val="TAC"/>
              <w:rPr>
                <w:lang w:eastAsia="en-GB"/>
              </w:rPr>
            </w:pPr>
          </w:p>
        </w:tc>
        <w:tc>
          <w:tcPr>
            <w:tcW w:w="0" w:type="auto"/>
            <w:tcBorders>
              <w:top w:val="nil"/>
              <w:left w:val="single" w:sz="4" w:space="0" w:color="auto"/>
              <w:bottom w:val="single" w:sz="4" w:space="0" w:color="auto"/>
              <w:right w:val="single" w:sz="4" w:space="0" w:color="auto"/>
            </w:tcBorders>
          </w:tcPr>
          <w:p w14:paraId="239B17C2" w14:textId="77777777" w:rsidR="00084B0D" w:rsidRDefault="00084B0D" w:rsidP="0026746F">
            <w:pPr>
              <w:pStyle w:val="TAC"/>
              <w:rPr>
                <w:lang w:eastAsia="en-GB"/>
              </w:rPr>
            </w:pPr>
          </w:p>
        </w:tc>
      </w:tr>
      <w:tr w:rsidR="00084B0D" w14:paraId="2D04F39A" w14:textId="77777777" w:rsidTr="0026746F">
        <w:trPr>
          <w:trHeight w:val="187"/>
        </w:trPr>
        <w:tc>
          <w:tcPr>
            <w:tcW w:w="0" w:type="auto"/>
            <w:tcBorders>
              <w:top w:val="nil"/>
              <w:left w:val="single" w:sz="4" w:space="0" w:color="auto"/>
              <w:bottom w:val="nil"/>
              <w:right w:val="single" w:sz="4" w:space="0" w:color="auto"/>
            </w:tcBorders>
          </w:tcPr>
          <w:p w14:paraId="4CD185FD" w14:textId="77777777" w:rsidR="00084B0D" w:rsidRDefault="00084B0D" w:rsidP="0026746F">
            <w:pPr>
              <w:pStyle w:val="TAC"/>
              <w:rPr>
                <w:lang w:eastAsia="en-GB"/>
              </w:rPr>
            </w:pPr>
          </w:p>
        </w:tc>
        <w:tc>
          <w:tcPr>
            <w:tcW w:w="0" w:type="auto"/>
            <w:tcBorders>
              <w:top w:val="nil"/>
              <w:left w:val="single" w:sz="4" w:space="0" w:color="auto"/>
              <w:bottom w:val="nil"/>
              <w:right w:val="single" w:sz="4" w:space="0" w:color="auto"/>
            </w:tcBorders>
          </w:tcPr>
          <w:p w14:paraId="1D0E2682" w14:textId="77777777" w:rsidR="00084B0D" w:rsidRDefault="00084B0D" w:rsidP="0026746F">
            <w:pPr>
              <w:pStyle w:val="TAC"/>
              <w:rPr>
                <w:lang w:eastAsia="en-GB"/>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E81CC6" w14:textId="77777777" w:rsidR="00084B0D" w:rsidRDefault="00084B0D" w:rsidP="0026746F">
            <w:pPr>
              <w:pStyle w:val="TAC"/>
            </w:pPr>
            <w:r>
              <w:rPr>
                <w:rFonts w:cs="Arial"/>
                <w:color w:val="0D0D0D"/>
                <w:szCs w:val="18"/>
              </w:rPr>
              <w:t>20</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A49FB6" w14:textId="77777777" w:rsidR="00084B0D" w:rsidRDefault="00084B0D" w:rsidP="0026746F">
            <w:pPr>
              <w:pStyle w:val="TAC"/>
              <w:rPr>
                <w:lang w:eastAsia="en-GB"/>
              </w:rPr>
            </w:pPr>
            <w:r>
              <w:rPr>
                <w:rFonts w:cs="Arial"/>
                <w:color w:val="0D0D0D"/>
                <w:szCs w:val="18"/>
              </w:rPr>
              <w:t>10, 20, 30, 40, 50, 60, 80,100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8FE369" w14:textId="77777777" w:rsidR="00084B0D" w:rsidRDefault="00084B0D" w:rsidP="0026746F">
            <w:pPr>
              <w:pStyle w:val="TAC"/>
              <w:rPr>
                <w:lang w:eastAsia="en-GB"/>
              </w:rPr>
            </w:pPr>
          </w:p>
        </w:tc>
        <w:tc>
          <w:tcPr>
            <w:tcW w:w="0" w:type="auto"/>
            <w:tcBorders>
              <w:top w:val="single" w:sz="4" w:space="0" w:color="auto"/>
              <w:left w:val="single" w:sz="4" w:space="0" w:color="auto"/>
              <w:bottom w:val="nil"/>
              <w:right w:val="single" w:sz="4" w:space="0" w:color="auto"/>
            </w:tcBorders>
            <w:hideMark/>
          </w:tcPr>
          <w:p w14:paraId="1E13E1E7" w14:textId="77777777" w:rsidR="00084B0D" w:rsidRDefault="00084B0D" w:rsidP="0026746F">
            <w:pPr>
              <w:pStyle w:val="TAC"/>
              <w:rPr>
                <w:lang w:eastAsia="en-GB"/>
              </w:rPr>
            </w:pPr>
            <w:r>
              <w:rPr>
                <w:lang w:eastAsia="zh-CN"/>
              </w:rPr>
              <w:t>120</w:t>
            </w:r>
          </w:p>
        </w:tc>
        <w:tc>
          <w:tcPr>
            <w:tcW w:w="0" w:type="auto"/>
            <w:tcBorders>
              <w:top w:val="single" w:sz="4" w:space="0" w:color="auto"/>
              <w:left w:val="single" w:sz="4" w:space="0" w:color="auto"/>
              <w:bottom w:val="nil"/>
              <w:right w:val="single" w:sz="4" w:space="0" w:color="auto"/>
            </w:tcBorders>
            <w:hideMark/>
          </w:tcPr>
          <w:p w14:paraId="7BCE1B94" w14:textId="77777777" w:rsidR="00084B0D" w:rsidRDefault="00084B0D" w:rsidP="0026746F">
            <w:pPr>
              <w:pStyle w:val="TAC"/>
              <w:rPr>
                <w:lang w:eastAsia="en-GB"/>
              </w:rPr>
            </w:pPr>
            <w:r>
              <w:rPr>
                <w:lang w:eastAsia="zh-CN"/>
              </w:rPr>
              <w:t>2</w:t>
            </w:r>
          </w:p>
        </w:tc>
      </w:tr>
      <w:tr w:rsidR="00084B0D" w14:paraId="1E9A4183" w14:textId="77777777" w:rsidTr="0026746F">
        <w:trPr>
          <w:trHeight w:val="187"/>
        </w:trPr>
        <w:tc>
          <w:tcPr>
            <w:tcW w:w="0" w:type="auto"/>
            <w:tcBorders>
              <w:top w:val="nil"/>
              <w:left w:val="single" w:sz="4" w:space="0" w:color="auto"/>
              <w:bottom w:val="nil"/>
              <w:right w:val="single" w:sz="4" w:space="0" w:color="auto"/>
            </w:tcBorders>
          </w:tcPr>
          <w:p w14:paraId="32023815" w14:textId="77777777" w:rsidR="00084B0D" w:rsidRDefault="00084B0D" w:rsidP="0026746F">
            <w:pPr>
              <w:pStyle w:val="TAC"/>
              <w:rPr>
                <w:lang w:eastAsia="en-GB"/>
              </w:rPr>
            </w:pPr>
          </w:p>
        </w:tc>
        <w:tc>
          <w:tcPr>
            <w:tcW w:w="0" w:type="auto"/>
            <w:tcBorders>
              <w:top w:val="nil"/>
              <w:left w:val="single" w:sz="4" w:space="0" w:color="auto"/>
              <w:bottom w:val="nil"/>
              <w:right w:val="single" w:sz="4" w:space="0" w:color="auto"/>
            </w:tcBorders>
          </w:tcPr>
          <w:p w14:paraId="1A2E4F01" w14:textId="77777777" w:rsidR="00084B0D" w:rsidRDefault="00084B0D" w:rsidP="0026746F">
            <w:pPr>
              <w:pStyle w:val="TAC"/>
              <w:rPr>
                <w:lang w:eastAsia="en-GB"/>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9996E0" w14:textId="77777777" w:rsidR="00084B0D" w:rsidRDefault="00084B0D" w:rsidP="0026746F">
            <w:pPr>
              <w:pStyle w:val="TAC"/>
            </w:pP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3E1474" w14:textId="77777777" w:rsidR="00084B0D" w:rsidRDefault="00084B0D" w:rsidP="0026746F">
            <w:pPr>
              <w:pStyle w:val="TAC"/>
              <w:rPr>
                <w:lang w:eastAsia="en-GB"/>
              </w:rPr>
            </w:pPr>
            <w:r>
              <w:rPr>
                <w:rFonts w:cs="Arial"/>
                <w:color w:val="0D0D0D"/>
                <w:szCs w:val="18"/>
              </w:rPr>
              <w:t>10, 20, 30, 40, 50, 60, 80,100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A34A08" w14:textId="77777777" w:rsidR="00084B0D" w:rsidRDefault="00084B0D" w:rsidP="0026746F">
            <w:pPr>
              <w:pStyle w:val="TAC"/>
              <w:rPr>
                <w:lang w:eastAsia="en-GB"/>
              </w:rPr>
            </w:pPr>
            <w:r>
              <w:rPr>
                <w:rFonts w:cs="Arial"/>
                <w:color w:val="0D0D0D"/>
                <w:szCs w:val="18"/>
              </w:rPr>
              <w:t>20</w:t>
            </w:r>
          </w:p>
        </w:tc>
        <w:tc>
          <w:tcPr>
            <w:tcW w:w="0" w:type="auto"/>
            <w:tcBorders>
              <w:top w:val="nil"/>
              <w:left w:val="single" w:sz="4" w:space="0" w:color="auto"/>
              <w:bottom w:val="nil"/>
              <w:right w:val="single" w:sz="4" w:space="0" w:color="auto"/>
            </w:tcBorders>
          </w:tcPr>
          <w:p w14:paraId="235BEEF9" w14:textId="77777777" w:rsidR="00084B0D" w:rsidRDefault="00084B0D" w:rsidP="0026746F">
            <w:pPr>
              <w:pStyle w:val="TAC"/>
              <w:rPr>
                <w:lang w:eastAsia="en-GB"/>
              </w:rPr>
            </w:pPr>
          </w:p>
        </w:tc>
        <w:tc>
          <w:tcPr>
            <w:tcW w:w="0" w:type="auto"/>
            <w:tcBorders>
              <w:top w:val="nil"/>
              <w:left w:val="single" w:sz="4" w:space="0" w:color="auto"/>
              <w:bottom w:val="nil"/>
              <w:right w:val="single" w:sz="4" w:space="0" w:color="auto"/>
            </w:tcBorders>
          </w:tcPr>
          <w:p w14:paraId="18EB86AC" w14:textId="77777777" w:rsidR="00084B0D" w:rsidRDefault="00084B0D" w:rsidP="0026746F">
            <w:pPr>
              <w:pStyle w:val="TAC"/>
              <w:rPr>
                <w:lang w:eastAsia="en-GB"/>
              </w:rPr>
            </w:pPr>
          </w:p>
        </w:tc>
      </w:tr>
      <w:tr w:rsidR="00084B0D" w14:paraId="6321765D" w14:textId="77777777" w:rsidTr="0026746F">
        <w:trPr>
          <w:trHeight w:val="187"/>
        </w:trPr>
        <w:tc>
          <w:tcPr>
            <w:tcW w:w="0" w:type="auto"/>
            <w:tcBorders>
              <w:top w:val="nil"/>
              <w:left w:val="single" w:sz="4" w:space="0" w:color="auto"/>
              <w:bottom w:val="nil"/>
              <w:right w:val="single" w:sz="4" w:space="0" w:color="auto"/>
            </w:tcBorders>
          </w:tcPr>
          <w:p w14:paraId="1ED00DF1" w14:textId="77777777" w:rsidR="00084B0D" w:rsidRDefault="00084B0D" w:rsidP="0026746F">
            <w:pPr>
              <w:pStyle w:val="TAC"/>
              <w:rPr>
                <w:lang w:eastAsia="en-GB"/>
              </w:rPr>
            </w:pPr>
          </w:p>
        </w:tc>
        <w:tc>
          <w:tcPr>
            <w:tcW w:w="0" w:type="auto"/>
            <w:tcBorders>
              <w:top w:val="nil"/>
              <w:left w:val="single" w:sz="4" w:space="0" w:color="auto"/>
              <w:bottom w:val="nil"/>
              <w:right w:val="single" w:sz="4" w:space="0" w:color="auto"/>
            </w:tcBorders>
          </w:tcPr>
          <w:p w14:paraId="2EB397BD" w14:textId="77777777" w:rsidR="00084B0D" w:rsidRDefault="00084B0D" w:rsidP="0026746F">
            <w:pPr>
              <w:pStyle w:val="TAC"/>
              <w:rPr>
                <w:lang w:eastAsia="en-GB"/>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D1088C" w14:textId="77777777" w:rsidR="00084B0D" w:rsidRDefault="00084B0D" w:rsidP="0026746F">
            <w:pPr>
              <w:pStyle w:val="TAC"/>
            </w:pPr>
            <w:r>
              <w:rPr>
                <w:rFonts w:cs="Arial"/>
                <w:color w:val="0D0D0D"/>
                <w:szCs w:val="18"/>
              </w:rPr>
              <w:t>10</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41C95E" w14:textId="77777777" w:rsidR="00084B0D" w:rsidRDefault="00084B0D" w:rsidP="0026746F">
            <w:pPr>
              <w:pStyle w:val="TAC"/>
              <w:rPr>
                <w:lang w:eastAsia="en-GB"/>
              </w:rPr>
            </w:pPr>
            <w:r>
              <w:rPr>
                <w:rFonts w:cs="Arial"/>
                <w:color w:val="0D0D0D"/>
                <w:szCs w:val="18"/>
              </w:rPr>
              <w:t>20, 30, 40, 50, 60, 80,100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D6BAD7" w14:textId="77777777" w:rsidR="00084B0D" w:rsidRDefault="00084B0D" w:rsidP="0026746F">
            <w:pPr>
              <w:pStyle w:val="TAC"/>
              <w:rPr>
                <w:lang w:eastAsia="en-GB"/>
              </w:rPr>
            </w:pPr>
          </w:p>
        </w:tc>
        <w:tc>
          <w:tcPr>
            <w:tcW w:w="0" w:type="auto"/>
            <w:tcBorders>
              <w:top w:val="nil"/>
              <w:left w:val="single" w:sz="4" w:space="0" w:color="auto"/>
              <w:bottom w:val="nil"/>
              <w:right w:val="single" w:sz="4" w:space="0" w:color="auto"/>
            </w:tcBorders>
          </w:tcPr>
          <w:p w14:paraId="26CAC3F1" w14:textId="77777777" w:rsidR="00084B0D" w:rsidRDefault="00084B0D" w:rsidP="0026746F">
            <w:pPr>
              <w:pStyle w:val="TAC"/>
              <w:rPr>
                <w:lang w:eastAsia="en-GB"/>
              </w:rPr>
            </w:pPr>
          </w:p>
        </w:tc>
        <w:tc>
          <w:tcPr>
            <w:tcW w:w="0" w:type="auto"/>
            <w:tcBorders>
              <w:top w:val="nil"/>
              <w:left w:val="single" w:sz="4" w:space="0" w:color="auto"/>
              <w:bottom w:val="nil"/>
              <w:right w:val="single" w:sz="4" w:space="0" w:color="auto"/>
            </w:tcBorders>
          </w:tcPr>
          <w:p w14:paraId="4BCBC3C0" w14:textId="77777777" w:rsidR="00084B0D" w:rsidRDefault="00084B0D" w:rsidP="0026746F">
            <w:pPr>
              <w:pStyle w:val="TAC"/>
              <w:rPr>
                <w:lang w:eastAsia="en-GB"/>
              </w:rPr>
            </w:pPr>
          </w:p>
        </w:tc>
      </w:tr>
      <w:tr w:rsidR="00084B0D" w14:paraId="31123E3F" w14:textId="77777777" w:rsidTr="0026746F">
        <w:trPr>
          <w:trHeight w:val="187"/>
        </w:trPr>
        <w:tc>
          <w:tcPr>
            <w:tcW w:w="0" w:type="auto"/>
            <w:tcBorders>
              <w:top w:val="nil"/>
              <w:left w:val="single" w:sz="4" w:space="0" w:color="auto"/>
              <w:bottom w:val="single" w:sz="4" w:space="0" w:color="auto"/>
              <w:right w:val="single" w:sz="4" w:space="0" w:color="auto"/>
            </w:tcBorders>
          </w:tcPr>
          <w:p w14:paraId="15C6B0EB" w14:textId="77777777" w:rsidR="00084B0D" w:rsidRDefault="00084B0D" w:rsidP="0026746F">
            <w:pPr>
              <w:pStyle w:val="TAC"/>
              <w:rPr>
                <w:lang w:eastAsia="en-GB"/>
              </w:rPr>
            </w:pPr>
          </w:p>
        </w:tc>
        <w:tc>
          <w:tcPr>
            <w:tcW w:w="0" w:type="auto"/>
            <w:tcBorders>
              <w:top w:val="nil"/>
              <w:left w:val="single" w:sz="4" w:space="0" w:color="auto"/>
              <w:bottom w:val="single" w:sz="4" w:space="0" w:color="auto"/>
              <w:right w:val="single" w:sz="4" w:space="0" w:color="auto"/>
            </w:tcBorders>
          </w:tcPr>
          <w:p w14:paraId="027DE6C4" w14:textId="77777777" w:rsidR="00084B0D" w:rsidRDefault="00084B0D" w:rsidP="0026746F">
            <w:pPr>
              <w:pStyle w:val="TAC"/>
              <w:rPr>
                <w:lang w:eastAsia="en-GB"/>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0A93F1" w14:textId="77777777" w:rsidR="00084B0D" w:rsidRDefault="00084B0D" w:rsidP="0026746F">
            <w:pPr>
              <w:pStyle w:val="TAC"/>
            </w:pP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DA5ADF" w14:textId="77777777" w:rsidR="00084B0D" w:rsidRDefault="00084B0D" w:rsidP="0026746F">
            <w:pPr>
              <w:pStyle w:val="TAC"/>
              <w:rPr>
                <w:lang w:eastAsia="en-GB"/>
              </w:rPr>
            </w:pPr>
            <w:r>
              <w:rPr>
                <w:rFonts w:cs="Arial"/>
                <w:color w:val="0D0D0D"/>
                <w:szCs w:val="18"/>
              </w:rPr>
              <w:t>20, 30, 40, 50, 60, 80,100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DCF115" w14:textId="77777777" w:rsidR="00084B0D" w:rsidRDefault="00084B0D" w:rsidP="0026746F">
            <w:pPr>
              <w:pStyle w:val="TAC"/>
              <w:rPr>
                <w:lang w:eastAsia="en-GB"/>
              </w:rPr>
            </w:pPr>
            <w:r>
              <w:rPr>
                <w:rFonts w:cs="Arial"/>
                <w:color w:val="0D0D0D"/>
                <w:szCs w:val="18"/>
              </w:rPr>
              <w:t>10</w:t>
            </w:r>
          </w:p>
        </w:tc>
        <w:tc>
          <w:tcPr>
            <w:tcW w:w="0" w:type="auto"/>
            <w:tcBorders>
              <w:top w:val="nil"/>
              <w:left w:val="single" w:sz="4" w:space="0" w:color="auto"/>
              <w:bottom w:val="single" w:sz="4" w:space="0" w:color="auto"/>
              <w:right w:val="single" w:sz="4" w:space="0" w:color="auto"/>
            </w:tcBorders>
          </w:tcPr>
          <w:p w14:paraId="0D1984D4" w14:textId="77777777" w:rsidR="00084B0D" w:rsidRDefault="00084B0D" w:rsidP="0026746F">
            <w:pPr>
              <w:pStyle w:val="TAC"/>
              <w:rPr>
                <w:lang w:eastAsia="en-GB"/>
              </w:rPr>
            </w:pPr>
          </w:p>
        </w:tc>
        <w:tc>
          <w:tcPr>
            <w:tcW w:w="0" w:type="auto"/>
            <w:tcBorders>
              <w:top w:val="nil"/>
              <w:left w:val="single" w:sz="4" w:space="0" w:color="auto"/>
              <w:bottom w:val="single" w:sz="4" w:space="0" w:color="auto"/>
              <w:right w:val="single" w:sz="4" w:space="0" w:color="auto"/>
            </w:tcBorders>
          </w:tcPr>
          <w:p w14:paraId="27097675" w14:textId="77777777" w:rsidR="00084B0D" w:rsidRDefault="00084B0D" w:rsidP="0026746F">
            <w:pPr>
              <w:pStyle w:val="TAC"/>
              <w:rPr>
                <w:lang w:eastAsia="en-GB"/>
              </w:rPr>
            </w:pPr>
          </w:p>
        </w:tc>
      </w:tr>
      <w:tr w:rsidR="00084B0D" w14:paraId="05DA4875" w14:textId="77777777" w:rsidTr="0026746F">
        <w:trPr>
          <w:trHeight w:val="187"/>
        </w:trPr>
        <w:tc>
          <w:tcPr>
            <w:tcW w:w="1724"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23EAC544" w14:textId="77777777" w:rsidR="00084B0D" w:rsidRDefault="00084B0D" w:rsidP="0026746F">
            <w:pPr>
              <w:pStyle w:val="TAC"/>
              <w:rPr>
                <w:rFonts w:ascii="Calibri" w:hAnsi="Calibri" w:cs="Calibri"/>
                <w:sz w:val="22"/>
                <w:szCs w:val="22"/>
                <w:lang w:eastAsia="en-GB"/>
              </w:rPr>
            </w:pPr>
            <w:r>
              <w:rPr>
                <w:lang w:eastAsia="en-GB"/>
              </w:rPr>
              <w:t>DC_41C_n41A</w:t>
            </w:r>
          </w:p>
        </w:tc>
        <w:tc>
          <w:tcPr>
            <w:tcW w:w="1528"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009E7509" w14:textId="77777777" w:rsidR="00084B0D" w:rsidRDefault="00084B0D" w:rsidP="0026746F">
            <w:pPr>
              <w:pStyle w:val="TAC"/>
              <w:rPr>
                <w:rFonts w:ascii="Calibri" w:hAnsi="Calibri" w:cs="Calibri"/>
                <w:sz w:val="22"/>
                <w:szCs w:val="22"/>
                <w:lang w:eastAsia="en-GB"/>
              </w:rPr>
            </w:pPr>
            <w:r>
              <w:rPr>
                <w:lang w:eastAsia="en-GB"/>
              </w:rPr>
              <w:t>DC_41A_n41A</w:t>
            </w: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FC77A4" w14:textId="77777777" w:rsidR="00084B0D" w:rsidRDefault="00084B0D" w:rsidP="0026746F">
            <w:pPr>
              <w:pStyle w:val="TAC"/>
              <w:rPr>
                <w:rFonts w:ascii="Calibri" w:hAnsi="Calibri" w:cs="Calibri"/>
                <w:sz w:val="22"/>
                <w:szCs w:val="22"/>
                <w:lang w:eastAsia="en-GB"/>
              </w:rPr>
            </w:pPr>
            <w:r>
              <w:rPr>
                <w:lang w:eastAsia="en-GB"/>
              </w:rPr>
              <w:t>20+20</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6B036" w14:textId="77777777" w:rsidR="00084B0D" w:rsidRDefault="00084B0D" w:rsidP="0026746F">
            <w:pPr>
              <w:pStyle w:val="TAC"/>
              <w:rPr>
                <w:rFonts w:ascii="Calibri" w:hAnsi="Calibri" w:cs="Calibri"/>
                <w:sz w:val="22"/>
                <w:szCs w:val="22"/>
                <w:lang w:eastAsia="en-GB"/>
              </w:rPr>
            </w:pPr>
            <w:r>
              <w:rPr>
                <w:lang w:eastAsia="en-GB"/>
              </w:rPr>
              <w:t>40, 60, 80,100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22E08E" w14:textId="77777777" w:rsidR="00084B0D" w:rsidRDefault="00084B0D" w:rsidP="0026746F">
            <w:pPr>
              <w:rPr>
                <w:rFonts w:ascii="Calibri" w:hAnsi="Calibri" w:cs="Calibri"/>
                <w:sz w:val="22"/>
                <w:szCs w:val="22"/>
                <w:lang w:eastAsia="en-GB"/>
              </w:rPr>
            </w:pPr>
          </w:p>
        </w:tc>
        <w:tc>
          <w:tcPr>
            <w:tcW w:w="1216"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640D98BA" w14:textId="77777777" w:rsidR="00084B0D" w:rsidRDefault="00084B0D" w:rsidP="0026746F">
            <w:pPr>
              <w:pStyle w:val="TAC"/>
              <w:rPr>
                <w:rFonts w:ascii="Calibri" w:hAnsi="Calibri" w:cs="Calibri"/>
                <w:sz w:val="22"/>
                <w:szCs w:val="22"/>
                <w:lang w:eastAsia="en-GB"/>
              </w:rPr>
            </w:pPr>
            <w:r>
              <w:rPr>
                <w:lang w:eastAsia="en-GB"/>
              </w:rPr>
              <w:t>140</w:t>
            </w:r>
          </w:p>
        </w:tc>
        <w:tc>
          <w:tcPr>
            <w:tcW w:w="1290"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78A8FC0C" w14:textId="77777777" w:rsidR="00084B0D" w:rsidRDefault="00084B0D" w:rsidP="0026746F">
            <w:pPr>
              <w:pStyle w:val="TAC"/>
              <w:rPr>
                <w:rFonts w:ascii="Calibri" w:hAnsi="Calibri" w:cs="Calibri"/>
                <w:sz w:val="22"/>
                <w:szCs w:val="22"/>
                <w:lang w:eastAsia="en-GB"/>
              </w:rPr>
            </w:pPr>
            <w:r>
              <w:rPr>
                <w:lang w:eastAsia="en-GB"/>
              </w:rPr>
              <w:t>0</w:t>
            </w:r>
          </w:p>
        </w:tc>
      </w:tr>
      <w:tr w:rsidR="00084B0D" w14:paraId="4BC983A2" w14:textId="77777777" w:rsidTr="0026746F">
        <w:trPr>
          <w:trHeight w:val="187"/>
        </w:trPr>
        <w:tc>
          <w:tcPr>
            <w:tcW w:w="0" w:type="auto"/>
            <w:tcBorders>
              <w:top w:val="nil"/>
              <w:left w:val="single" w:sz="4" w:space="0" w:color="auto"/>
              <w:bottom w:val="nil"/>
              <w:right w:val="single" w:sz="4" w:space="0" w:color="auto"/>
            </w:tcBorders>
            <w:hideMark/>
          </w:tcPr>
          <w:p w14:paraId="221A59CB" w14:textId="77777777" w:rsidR="00084B0D" w:rsidRDefault="00084B0D" w:rsidP="0026746F">
            <w:pPr>
              <w:rPr>
                <w:rFonts w:ascii="Calibri" w:hAnsi="Calibri" w:cs="Calibri"/>
                <w:sz w:val="22"/>
                <w:szCs w:val="22"/>
                <w:lang w:eastAsia="en-GB"/>
              </w:rPr>
            </w:pPr>
          </w:p>
        </w:tc>
        <w:tc>
          <w:tcPr>
            <w:tcW w:w="0" w:type="auto"/>
            <w:tcBorders>
              <w:top w:val="nil"/>
              <w:left w:val="single" w:sz="4" w:space="0" w:color="auto"/>
              <w:bottom w:val="nil"/>
              <w:right w:val="single" w:sz="4" w:space="0" w:color="auto"/>
            </w:tcBorders>
            <w:hideMark/>
          </w:tcPr>
          <w:p w14:paraId="67F37771" w14:textId="77777777" w:rsidR="00084B0D" w:rsidRDefault="00084B0D" w:rsidP="0026746F">
            <w:pPr>
              <w:spacing w:after="0"/>
              <w:rPr>
                <w:rFonts w:ascii="CG Times (WN)" w:eastAsia="Times New Roman" w:hAnsi="CG Times (WN)"/>
                <w:lang w:val="en-US" w:eastAsia="zh-CN"/>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3A1AD2" w14:textId="77777777" w:rsidR="00084B0D" w:rsidRDefault="00084B0D" w:rsidP="0026746F">
            <w:pPr>
              <w:spacing w:after="0"/>
              <w:rPr>
                <w:rFonts w:ascii="CG Times (WN)" w:eastAsia="Times New Roman" w:hAnsi="CG Times (WN)"/>
                <w:lang w:val="en-US" w:eastAsia="zh-CN"/>
              </w:rPr>
            </w:pP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23ABEE" w14:textId="77777777" w:rsidR="00084B0D" w:rsidRDefault="00084B0D" w:rsidP="0026746F">
            <w:pPr>
              <w:pStyle w:val="TAC"/>
              <w:rPr>
                <w:lang w:eastAsia="en-GB"/>
              </w:rPr>
            </w:pPr>
            <w:r>
              <w:rPr>
                <w:lang w:eastAsia="en-GB"/>
              </w:rPr>
              <w:t>40, 60, 80,100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878170" w14:textId="77777777" w:rsidR="00084B0D" w:rsidRDefault="00084B0D" w:rsidP="0026746F">
            <w:pPr>
              <w:pStyle w:val="TAC"/>
              <w:rPr>
                <w:lang w:eastAsia="en-GB"/>
              </w:rPr>
            </w:pPr>
            <w:r>
              <w:rPr>
                <w:lang w:eastAsia="en-GB"/>
              </w:rPr>
              <w:t>20+20</w:t>
            </w:r>
          </w:p>
        </w:tc>
        <w:tc>
          <w:tcPr>
            <w:tcW w:w="0" w:type="auto"/>
            <w:tcBorders>
              <w:top w:val="nil"/>
              <w:left w:val="single" w:sz="4" w:space="0" w:color="auto"/>
              <w:bottom w:val="single" w:sz="4" w:space="0" w:color="auto"/>
              <w:right w:val="single" w:sz="4" w:space="0" w:color="auto"/>
            </w:tcBorders>
            <w:hideMark/>
          </w:tcPr>
          <w:p w14:paraId="0A7D6419" w14:textId="77777777" w:rsidR="00084B0D" w:rsidRDefault="00084B0D" w:rsidP="0026746F">
            <w:pPr>
              <w:rPr>
                <w:lang w:eastAsia="en-GB"/>
              </w:rPr>
            </w:pPr>
          </w:p>
        </w:tc>
        <w:tc>
          <w:tcPr>
            <w:tcW w:w="0" w:type="auto"/>
            <w:tcBorders>
              <w:top w:val="nil"/>
              <w:left w:val="single" w:sz="4" w:space="0" w:color="auto"/>
              <w:bottom w:val="single" w:sz="4" w:space="0" w:color="auto"/>
              <w:right w:val="single" w:sz="4" w:space="0" w:color="auto"/>
            </w:tcBorders>
            <w:hideMark/>
          </w:tcPr>
          <w:p w14:paraId="0775C314" w14:textId="77777777" w:rsidR="00084B0D" w:rsidRDefault="00084B0D" w:rsidP="0026746F">
            <w:pPr>
              <w:spacing w:after="0"/>
              <w:rPr>
                <w:rFonts w:ascii="CG Times (WN)" w:eastAsia="Times New Roman" w:hAnsi="CG Times (WN)"/>
                <w:lang w:val="en-US" w:eastAsia="zh-CN"/>
              </w:rPr>
            </w:pPr>
          </w:p>
        </w:tc>
      </w:tr>
      <w:tr w:rsidR="00084B0D" w14:paraId="7DA3DB7E" w14:textId="77777777" w:rsidTr="0026746F">
        <w:trPr>
          <w:trHeight w:val="187"/>
        </w:trPr>
        <w:tc>
          <w:tcPr>
            <w:tcW w:w="0" w:type="auto"/>
            <w:tcBorders>
              <w:top w:val="nil"/>
              <w:left w:val="single" w:sz="4" w:space="0" w:color="auto"/>
              <w:bottom w:val="nil"/>
              <w:right w:val="single" w:sz="4" w:space="0" w:color="auto"/>
            </w:tcBorders>
          </w:tcPr>
          <w:p w14:paraId="0CCBCA3D" w14:textId="77777777" w:rsidR="00084B0D" w:rsidRDefault="00084B0D" w:rsidP="0026746F">
            <w:pPr>
              <w:pStyle w:val="TAC"/>
              <w:rPr>
                <w:lang w:eastAsia="en-GB"/>
              </w:rPr>
            </w:pPr>
          </w:p>
        </w:tc>
        <w:tc>
          <w:tcPr>
            <w:tcW w:w="0" w:type="auto"/>
            <w:tcBorders>
              <w:top w:val="nil"/>
              <w:left w:val="single" w:sz="4" w:space="0" w:color="auto"/>
              <w:bottom w:val="nil"/>
              <w:right w:val="single" w:sz="4" w:space="0" w:color="auto"/>
            </w:tcBorders>
          </w:tcPr>
          <w:p w14:paraId="011A4302" w14:textId="77777777" w:rsidR="00084B0D" w:rsidRDefault="00084B0D" w:rsidP="0026746F">
            <w:pPr>
              <w:pStyle w:val="TAC"/>
              <w:rPr>
                <w:lang w:eastAsia="en-GB"/>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8943B8" w14:textId="77777777" w:rsidR="00084B0D" w:rsidRDefault="00084B0D" w:rsidP="0026746F">
            <w:pPr>
              <w:pStyle w:val="TAC"/>
              <w:rPr>
                <w:lang w:eastAsia="en-GB"/>
              </w:rPr>
            </w:pPr>
            <w:r>
              <w:t>20+20</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F7D931" w14:textId="77777777" w:rsidR="00084B0D" w:rsidRDefault="00084B0D" w:rsidP="0026746F">
            <w:pPr>
              <w:pStyle w:val="TAC"/>
              <w:rPr>
                <w:lang w:eastAsia="en-GB"/>
              </w:rPr>
            </w:pPr>
            <w:r>
              <w:rPr>
                <w:lang w:eastAsia="en-GB"/>
              </w:rPr>
              <w:t>40, 50, 60, 80,100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53E899" w14:textId="77777777" w:rsidR="00084B0D" w:rsidRDefault="00084B0D" w:rsidP="0026746F">
            <w:pPr>
              <w:pStyle w:val="TAC"/>
              <w:rPr>
                <w:lang w:eastAsia="en-GB"/>
              </w:rPr>
            </w:pPr>
          </w:p>
        </w:tc>
        <w:tc>
          <w:tcPr>
            <w:tcW w:w="0" w:type="auto"/>
            <w:tcBorders>
              <w:top w:val="single" w:sz="4" w:space="0" w:color="auto"/>
              <w:left w:val="single" w:sz="4" w:space="0" w:color="auto"/>
              <w:bottom w:val="nil"/>
              <w:right w:val="single" w:sz="4" w:space="0" w:color="auto"/>
            </w:tcBorders>
            <w:hideMark/>
          </w:tcPr>
          <w:p w14:paraId="200EE71D" w14:textId="77777777" w:rsidR="00084B0D" w:rsidRDefault="00084B0D" w:rsidP="0026746F">
            <w:pPr>
              <w:pStyle w:val="TAC"/>
              <w:rPr>
                <w:lang w:eastAsia="en-GB"/>
              </w:rPr>
            </w:pPr>
            <w:r>
              <w:rPr>
                <w:lang w:eastAsia="en-GB"/>
              </w:rPr>
              <w:t>140</w:t>
            </w:r>
          </w:p>
        </w:tc>
        <w:tc>
          <w:tcPr>
            <w:tcW w:w="0" w:type="auto"/>
            <w:tcBorders>
              <w:top w:val="single" w:sz="4" w:space="0" w:color="auto"/>
              <w:left w:val="single" w:sz="4" w:space="0" w:color="auto"/>
              <w:bottom w:val="nil"/>
              <w:right w:val="single" w:sz="4" w:space="0" w:color="auto"/>
            </w:tcBorders>
            <w:hideMark/>
          </w:tcPr>
          <w:p w14:paraId="76C4F97B" w14:textId="77777777" w:rsidR="00084B0D" w:rsidRDefault="00084B0D" w:rsidP="0026746F">
            <w:pPr>
              <w:pStyle w:val="TAC"/>
              <w:rPr>
                <w:lang w:eastAsia="en-GB"/>
              </w:rPr>
            </w:pPr>
            <w:r>
              <w:rPr>
                <w:lang w:eastAsia="en-GB"/>
              </w:rPr>
              <w:t>1</w:t>
            </w:r>
          </w:p>
        </w:tc>
      </w:tr>
      <w:tr w:rsidR="00084B0D" w14:paraId="0ED261C8" w14:textId="77777777" w:rsidTr="0026746F">
        <w:trPr>
          <w:trHeight w:val="187"/>
        </w:trPr>
        <w:tc>
          <w:tcPr>
            <w:tcW w:w="0" w:type="auto"/>
            <w:tcBorders>
              <w:top w:val="nil"/>
              <w:left w:val="single" w:sz="4" w:space="0" w:color="auto"/>
              <w:bottom w:val="single" w:sz="4" w:space="0" w:color="auto"/>
              <w:right w:val="single" w:sz="4" w:space="0" w:color="auto"/>
            </w:tcBorders>
          </w:tcPr>
          <w:p w14:paraId="12285BB3" w14:textId="77777777" w:rsidR="00084B0D" w:rsidRDefault="00084B0D" w:rsidP="0026746F">
            <w:pPr>
              <w:pStyle w:val="TAC"/>
              <w:rPr>
                <w:lang w:eastAsia="en-GB"/>
              </w:rPr>
            </w:pPr>
          </w:p>
        </w:tc>
        <w:tc>
          <w:tcPr>
            <w:tcW w:w="0" w:type="auto"/>
            <w:tcBorders>
              <w:top w:val="nil"/>
              <w:left w:val="single" w:sz="4" w:space="0" w:color="auto"/>
              <w:bottom w:val="single" w:sz="4" w:space="0" w:color="auto"/>
              <w:right w:val="single" w:sz="4" w:space="0" w:color="auto"/>
            </w:tcBorders>
          </w:tcPr>
          <w:p w14:paraId="31529D4C" w14:textId="77777777" w:rsidR="00084B0D" w:rsidRDefault="00084B0D" w:rsidP="0026746F">
            <w:pPr>
              <w:pStyle w:val="TAC"/>
              <w:rPr>
                <w:lang w:eastAsia="en-GB"/>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693A16" w14:textId="77777777" w:rsidR="00084B0D" w:rsidRDefault="00084B0D" w:rsidP="0026746F">
            <w:pPr>
              <w:pStyle w:val="TAC"/>
              <w:rPr>
                <w:lang w:eastAsia="en-GB"/>
              </w:rPr>
            </w:pP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E630C9" w14:textId="77777777" w:rsidR="00084B0D" w:rsidRDefault="00084B0D" w:rsidP="0026746F">
            <w:pPr>
              <w:pStyle w:val="TAC"/>
              <w:rPr>
                <w:lang w:eastAsia="en-GB"/>
              </w:rPr>
            </w:pPr>
            <w:r>
              <w:rPr>
                <w:lang w:eastAsia="en-GB"/>
              </w:rPr>
              <w:t>40, 50, 60, 80,100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EA8434" w14:textId="77777777" w:rsidR="00084B0D" w:rsidRDefault="00084B0D" w:rsidP="0026746F">
            <w:pPr>
              <w:pStyle w:val="TAC"/>
              <w:rPr>
                <w:lang w:eastAsia="en-GB"/>
              </w:rPr>
            </w:pPr>
            <w:r>
              <w:rPr>
                <w:lang w:eastAsia="en-GB"/>
              </w:rPr>
              <w:t>20+20</w:t>
            </w:r>
          </w:p>
        </w:tc>
        <w:tc>
          <w:tcPr>
            <w:tcW w:w="0" w:type="auto"/>
            <w:tcBorders>
              <w:top w:val="nil"/>
              <w:left w:val="single" w:sz="4" w:space="0" w:color="auto"/>
              <w:bottom w:val="single" w:sz="4" w:space="0" w:color="auto"/>
              <w:right w:val="single" w:sz="4" w:space="0" w:color="auto"/>
            </w:tcBorders>
          </w:tcPr>
          <w:p w14:paraId="58DEC263" w14:textId="77777777" w:rsidR="00084B0D" w:rsidRDefault="00084B0D" w:rsidP="0026746F">
            <w:pPr>
              <w:pStyle w:val="TAC"/>
              <w:rPr>
                <w:lang w:eastAsia="en-GB"/>
              </w:rPr>
            </w:pPr>
          </w:p>
        </w:tc>
        <w:tc>
          <w:tcPr>
            <w:tcW w:w="0" w:type="auto"/>
            <w:tcBorders>
              <w:top w:val="nil"/>
              <w:left w:val="single" w:sz="4" w:space="0" w:color="auto"/>
              <w:bottom w:val="single" w:sz="4" w:space="0" w:color="auto"/>
              <w:right w:val="single" w:sz="4" w:space="0" w:color="auto"/>
            </w:tcBorders>
          </w:tcPr>
          <w:p w14:paraId="74D447C6" w14:textId="77777777" w:rsidR="00084B0D" w:rsidRDefault="00084B0D" w:rsidP="0026746F">
            <w:pPr>
              <w:pStyle w:val="TAC"/>
              <w:rPr>
                <w:lang w:eastAsia="en-GB"/>
              </w:rPr>
            </w:pPr>
          </w:p>
        </w:tc>
      </w:tr>
      <w:tr w:rsidR="00084B0D" w14:paraId="5471E645" w14:textId="77777777" w:rsidTr="0026746F">
        <w:trPr>
          <w:trHeight w:val="187"/>
        </w:trPr>
        <w:tc>
          <w:tcPr>
            <w:tcW w:w="1724"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37FDEA08" w14:textId="77777777" w:rsidR="00084B0D" w:rsidRDefault="00084B0D" w:rsidP="0026746F">
            <w:pPr>
              <w:pStyle w:val="TAC"/>
              <w:rPr>
                <w:rFonts w:ascii="Calibri" w:hAnsi="Calibri" w:cs="Calibri"/>
                <w:sz w:val="22"/>
                <w:szCs w:val="22"/>
                <w:lang w:eastAsia="en-GB"/>
              </w:rPr>
            </w:pPr>
            <w:r>
              <w:rPr>
                <w:lang w:eastAsia="en-GB"/>
              </w:rPr>
              <w:t>DC_41D_n41A</w:t>
            </w:r>
          </w:p>
        </w:tc>
        <w:tc>
          <w:tcPr>
            <w:tcW w:w="1528"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23080D79" w14:textId="77777777" w:rsidR="00084B0D" w:rsidRDefault="00084B0D" w:rsidP="0026746F">
            <w:pPr>
              <w:pStyle w:val="TAC"/>
              <w:rPr>
                <w:rFonts w:ascii="Calibri" w:hAnsi="Calibri" w:cs="Calibri"/>
                <w:sz w:val="22"/>
                <w:szCs w:val="22"/>
                <w:lang w:eastAsia="en-GB"/>
              </w:rPr>
            </w:pPr>
            <w:r>
              <w:rPr>
                <w:lang w:eastAsia="en-GB"/>
              </w:rPr>
              <w:t>DC_41A_n41A</w:t>
            </w: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F9A943" w14:textId="77777777" w:rsidR="00084B0D" w:rsidRDefault="00084B0D" w:rsidP="0026746F">
            <w:pPr>
              <w:pStyle w:val="TAC"/>
              <w:rPr>
                <w:rFonts w:ascii="Calibri" w:hAnsi="Calibri" w:cs="Calibri"/>
                <w:sz w:val="22"/>
                <w:szCs w:val="22"/>
                <w:lang w:eastAsia="en-GB"/>
              </w:rPr>
            </w:pPr>
            <w:r>
              <w:rPr>
                <w:lang w:eastAsia="en-GB"/>
              </w:rPr>
              <w:t>20+20+20</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DF1BB3" w14:textId="77777777" w:rsidR="00084B0D" w:rsidRDefault="00084B0D" w:rsidP="0026746F">
            <w:pPr>
              <w:pStyle w:val="TAC"/>
              <w:rPr>
                <w:rFonts w:ascii="Calibri" w:hAnsi="Calibri" w:cs="Calibri"/>
                <w:sz w:val="22"/>
                <w:szCs w:val="22"/>
                <w:lang w:eastAsia="en-GB"/>
              </w:rPr>
            </w:pPr>
            <w:r>
              <w:rPr>
                <w:lang w:eastAsia="en-GB"/>
              </w:rPr>
              <w:t>40, 60, 80,100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3669E2" w14:textId="77777777" w:rsidR="00084B0D" w:rsidRDefault="00084B0D" w:rsidP="0026746F">
            <w:pPr>
              <w:rPr>
                <w:rFonts w:ascii="Calibri" w:hAnsi="Calibri" w:cs="Calibri"/>
                <w:sz w:val="22"/>
                <w:szCs w:val="22"/>
                <w:lang w:eastAsia="en-GB"/>
              </w:rPr>
            </w:pPr>
          </w:p>
        </w:tc>
        <w:tc>
          <w:tcPr>
            <w:tcW w:w="1216"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2688E45C" w14:textId="77777777" w:rsidR="00084B0D" w:rsidRDefault="00084B0D" w:rsidP="0026746F">
            <w:pPr>
              <w:pStyle w:val="TAC"/>
              <w:rPr>
                <w:rFonts w:ascii="Calibri" w:hAnsi="Calibri" w:cs="Calibri"/>
                <w:sz w:val="22"/>
                <w:szCs w:val="22"/>
                <w:lang w:eastAsia="en-GB"/>
              </w:rPr>
            </w:pPr>
            <w:r>
              <w:rPr>
                <w:lang w:eastAsia="en-GB"/>
              </w:rPr>
              <w:t>160</w:t>
            </w:r>
          </w:p>
        </w:tc>
        <w:tc>
          <w:tcPr>
            <w:tcW w:w="1290"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6CAD6E6B" w14:textId="77777777" w:rsidR="00084B0D" w:rsidRDefault="00084B0D" w:rsidP="0026746F">
            <w:pPr>
              <w:pStyle w:val="TAC"/>
              <w:rPr>
                <w:rFonts w:ascii="Calibri" w:hAnsi="Calibri" w:cs="Calibri"/>
                <w:sz w:val="22"/>
                <w:szCs w:val="22"/>
                <w:lang w:eastAsia="en-GB"/>
              </w:rPr>
            </w:pPr>
            <w:r>
              <w:rPr>
                <w:lang w:eastAsia="en-GB"/>
              </w:rPr>
              <w:t>0</w:t>
            </w:r>
          </w:p>
        </w:tc>
      </w:tr>
      <w:tr w:rsidR="00084B0D" w14:paraId="3372184B" w14:textId="77777777" w:rsidTr="0026746F">
        <w:trPr>
          <w:trHeight w:val="187"/>
        </w:trPr>
        <w:tc>
          <w:tcPr>
            <w:tcW w:w="0" w:type="auto"/>
            <w:tcBorders>
              <w:top w:val="nil"/>
              <w:left w:val="single" w:sz="4" w:space="0" w:color="auto"/>
              <w:bottom w:val="nil"/>
              <w:right w:val="single" w:sz="4" w:space="0" w:color="auto"/>
            </w:tcBorders>
            <w:hideMark/>
          </w:tcPr>
          <w:p w14:paraId="309BD862" w14:textId="77777777" w:rsidR="00084B0D" w:rsidRDefault="00084B0D" w:rsidP="0026746F">
            <w:pPr>
              <w:rPr>
                <w:rFonts w:ascii="Calibri" w:hAnsi="Calibri" w:cs="Calibri"/>
                <w:sz w:val="22"/>
                <w:szCs w:val="22"/>
                <w:lang w:eastAsia="en-GB"/>
              </w:rPr>
            </w:pPr>
          </w:p>
        </w:tc>
        <w:tc>
          <w:tcPr>
            <w:tcW w:w="0" w:type="auto"/>
            <w:tcBorders>
              <w:top w:val="nil"/>
              <w:left w:val="single" w:sz="4" w:space="0" w:color="auto"/>
              <w:bottom w:val="nil"/>
              <w:right w:val="single" w:sz="4" w:space="0" w:color="auto"/>
            </w:tcBorders>
            <w:hideMark/>
          </w:tcPr>
          <w:p w14:paraId="65C8EFFB" w14:textId="77777777" w:rsidR="00084B0D" w:rsidRDefault="00084B0D" w:rsidP="0026746F">
            <w:pPr>
              <w:spacing w:after="0"/>
              <w:rPr>
                <w:rFonts w:ascii="CG Times (WN)" w:eastAsia="Times New Roman" w:hAnsi="CG Times (WN)"/>
                <w:lang w:val="en-US" w:eastAsia="zh-CN"/>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AB5BDA" w14:textId="77777777" w:rsidR="00084B0D" w:rsidRDefault="00084B0D" w:rsidP="0026746F">
            <w:pPr>
              <w:spacing w:after="0"/>
              <w:rPr>
                <w:rFonts w:ascii="CG Times (WN)" w:eastAsia="Times New Roman" w:hAnsi="CG Times (WN)"/>
                <w:lang w:val="en-US" w:eastAsia="zh-CN"/>
              </w:rPr>
            </w:pP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EFBB13" w14:textId="77777777" w:rsidR="00084B0D" w:rsidRDefault="00084B0D" w:rsidP="0026746F">
            <w:pPr>
              <w:pStyle w:val="TAC"/>
              <w:rPr>
                <w:lang w:eastAsia="en-GB"/>
              </w:rPr>
            </w:pPr>
            <w:r>
              <w:rPr>
                <w:lang w:eastAsia="en-GB"/>
              </w:rPr>
              <w:t>40, 60, 80,100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E88B90" w14:textId="77777777" w:rsidR="00084B0D" w:rsidRDefault="00084B0D" w:rsidP="0026746F">
            <w:pPr>
              <w:pStyle w:val="TAC"/>
              <w:rPr>
                <w:lang w:eastAsia="en-GB"/>
              </w:rPr>
            </w:pPr>
            <w:r>
              <w:rPr>
                <w:lang w:eastAsia="en-GB"/>
              </w:rPr>
              <w:t>20+20+20</w:t>
            </w:r>
          </w:p>
        </w:tc>
        <w:tc>
          <w:tcPr>
            <w:tcW w:w="0" w:type="auto"/>
            <w:tcBorders>
              <w:top w:val="nil"/>
              <w:left w:val="single" w:sz="4" w:space="0" w:color="auto"/>
              <w:bottom w:val="single" w:sz="4" w:space="0" w:color="auto"/>
              <w:right w:val="single" w:sz="4" w:space="0" w:color="auto"/>
            </w:tcBorders>
            <w:hideMark/>
          </w:tcPr>
          <w:p w14:paraId="0F3EEDFB" w14:textId="77777777" w:rsidR="00084B0D" w:rsidRDefault="00084B0D" w:rsidP="0026746F">
            <w:pPr>
              <w:rPr>
                <w:lang w:eastAsia="en-GB"/>
              </w:rPr>
            </w:pPr>
          </w:p>
        </w:tc>
        <w:tc>
          <w:tcPr>
            <w:tcW w:w="0" w:type="auto"/>
            <w:tcBorders>
              <w:top w:val="nil"/>
              <w:left w:val="single" w:sz="4" w:space="0" w:color="auto"/>
              <w:bottom w:val="single" w:sz="4" w:space="0" w:color="auto"/>
              <w:right w:val="single" w:sz="4" w:space="0" w:color="auto"/>
            </w:tcBorders>
            <w:hideMark/>
          </w:tcPr>
          <w:p w14:paraId="7C3C616A" w14:textId="77777777" w:rsidR="00084B0D" w:rsidRDefault="00084B0D" w:rsidP="0026746F">
            <w:pPr>
              <w:spacing w:after="0"/>
              <w:rPr>
                <w:rFonts w:ascii="CG Times (WN)" w:eastAsia="Times New Roman" w:hAnsi="CG Times (WN)"/>
                <w:lang w:val="en-US" w:eastAsia="zh-CN"/>
              </w:rPr>
            </w:pPr>
          </w:p>
        </w:tc>
      </w:tr>
      <w:tr w:rsidR="00084B0D" w14:paraId="37EB67E7" w14:textId="77777777" w:rsidTr="0026746F">
        <w:trPr>
          <w:trHeight w:val="187"/>
        </w:trPr>
        <w:tc>
          <w:tcPr>
            <w:tcW w:w="0" w:type="auto"/>
            <w:tcBorders>
              <w:top w:val="nil"/>
              <w:left w:val="single" w:sz="4" w:space="0" w:color="auto"/>
              <w:bottom w:val="nil"/>
              <w:right w:val="single" w:sz="4" w:space="0" w:color="auto"/>
            </w:tcBorders>
          </w:tcPr>
          <w:p w14:paraId="3B1AC798" w14:textId="77777777" w:rsidR="00084B0D" w:rsidRDefault="00084B0D" w:rsidP="0026746F">
            <w:pPr>
              <w:pStyle w:val="TAC"/>
              <w:rPr>
                <w:lang w:eastAsia="en-GB"/>
              </w:rPr>
            </w:pPr>
          </w:p>
        </w:tc>
        <w:tc>
          <w:tcPr>
            <w:tcW w:w="0" w:type="auto"/>
            <w:tcBorders>
              <w:top w:val="nil"/>
              <w:left w:val="single" w:sz="4" w:space="0" w:color="auto"/>
              <w:bottom w:val="nil"/>
              <w:right w:val="single" w:sz="4" w:space="0" w:color="auto"/>
            </w:tcBorders>
          </w:tcPr>
          <w:p w14:paraId="0D67DD9A" w14:textId="77777777" w:rsidR="00084B0D" w:rsidRDefault="00084B0D" w:rsidP="0026746F">
            <w:pPr>
              <w:pStyle w:val="TAC"/>
              <w:rPr>
                <w:lang w:eastAsia="en-GB"/>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D0614" w14:textId="77777777" w:rsidR="00084B0D" w:rsidRDefault="00084B0D" w:rsidP="0026746F">
            <w:pPr>
              <w:pStyle w:val="TAC"/>
              <w:rPr>
                <w:lang w:eastAsia="en-GB"/>
              </w:rPr>
            </w:pPr>
            <w:r>
              <w:t>20+20+20</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CF22C0" w14:textId="77777777" w:rsidR="00084B0D" w:rsidRDefault="00084B0D" w:rsidP="0026746F">
            <w:pPr>
              <w:pStyle w:val="TAC"/>
              <w:rPr>
                <w:lang w:eastAsia="en-GB"/>
              </w:rPr>
            </w:pPr>
            <w:r>
              <w:rPr>
                <w:lang w:eastAsia="en-GB"/>
              </w:rPr>
              <w:t>40, 50, 60, 80,100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7518C3" w14:textId="77777777" w:rsidR="00084B0D" w:rsidRDefault="00084B0D" w:rsidP="0026746F">
            <w:pPr>
              <w:pStyle w:val="TAC"/>
              <w:rPr>
                <w:lang w:eastAsia="en-GB"/>
              </w:rPr>
            </w:pPr>
          </w:p>
        </w:tc>
        <w:tc>
          <w:tcPr>
            <w:tcW w:w="0" w:type="auto"/>
            <w:tcBorders>
              <w:top w:val="single" w:sz="4" w:space="0" w:color="auto"/>
              <w:left w:val="single" w:sz="4" w:space="0" w:color="auto"/>
              <w:bottom w:val="nil"/>
              <w:right w:val="single" w:sz="4" w:space="0" w:color="auto"/>
            </w:tcBorders>
            <w:hideMark/>
          </w:tcPr>
          <w:p w14:paraId="5443B1BA" w14:textId="77777777" w:rsidR="00084B0D" w:rsidRDefault="00084B0D" w:rsidP="0026746F">
            <w:pPr>
              <w:pStyle w:val="TAC"/>
              <w:rPr>
                <w:lang w:eastAsia="en-GB"/>
              </w:rPr>
            </w:pPr>
            <w:r>
              <w:rPr>
                <w:lang w:eastAsia="en-GB"/>
              </w:rPr>
              <w:t>160</w:t>
            </w:r>
          </w:p>
        </w:tc>
        <w:tc>
          <w:tcPr>
            <w:tcW w:w="0" w:type="auto"/>
            <w:tcBorders>
              <w:top w:val="single" w:sz="4" w:space="0" w:color="auto"/>
              <w:left w:val="single" w:sz="4" w:space="0" w:color="auto"/>
              <w:bottom w:val="nil"/>
              <w:right w:val="single" w:sz="4" w:space="0" w:color="auto"/>
            </w:tcBorders>
            <w:hideMark/>
          </w:tcPr>
          <w:p w14:paraId="440611F3" w14:textId="77777777" w:rsidR="00084B0D" w:rsidRDefault="00084B0D" w:rsidP="0026746F">
            <w:pPr>
              <w:pStyle w:val="TAC"/>
              <w:rPr>
                <w:lang w:eastAsia="en-GB"/>
              </w:rPr>
            </w:pPr>
            <w:r>
              <w:rPr>
                <w:lang w:eastAsia="en-GB"/>
              </w:rPr>
              <w:t>1</w:t>
            </w:r>
          </w:p>
        </w:tc>
      </w:tr>
      <w:tr w:rsidR="00084B0D" w14:paraId="0159CF3D" w14:textId="77777777" w:rsidTr="0026746F">
        <w:trPr>
          <w:trHeight w:val="187"/>
        </w:trPr>
        <w:tc>
          <w:tcPr>
            <w:tcW w:w="0" w:type="auto"/>
            <w:tcBorders>
              <w:top w:val="nil"/>
              <w:left w:val="single" w:sz="4" w:space="0" w:color="auto"/>
              <w:bottom w:val="single" w:sz="4" w:space="0" w:color="auto"/>
              <w:right w:val="single" w:sz="4" w:space="0" w:color="auto"/>
            </w:tcBorders>
          </w:tcPr>
          <w:p w14:paraId="5CFDCD7A" w14:textId="77777777" w:rsidR="00084B0D" w:rsidRDefault="00084B0D" w:rsidP="0026746F">
            <w:pPr>
              <w:pStyle w:val="TAC"/>
              <w:rPr>
                <w:lang w:eastAsia="en-GB"/>
              </w:rPr>
            </w:pPr>
          </w:p>
        </w:tc>
        <w:tc>
          <w:tcPr>
            <w:tcW w:w="0" w:type="auto"/>
            <w:tcBorders>
              <w:top w:val="nil"/>
              <w:left w:val="single" w:sz="4" w:space="0" w:color="auto"/>
              <w:bottom w:val="single" w:sz="4" w:space="0" w:color="auto"/>
              <w:right w:val="single" w:sz="4" w:space="0" w:color="auto"/>
            </w:tcBorders>
          </w:tcPr>
          <w:p w14:paraId="0FC0A2E1" w14:textId="77777777" w:rsidR="00084B0D" w:rsidRDefault="00084B0D" w:rsidP="0026746F">
            <w:pPr>
              <w:pStyle w:val="TAC"/>
              <w:rPr>
                <w:lang w:eastAsia="en-GB"/>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35583E" w14:textId="77777777" w:rsidR="00084B0D" w:rsidRDefault="00084B0D" w:rsidP="0026746F">
            <w:pPr>
              <w:pStyle w:val="TAC"/>
              <w:rPr>
                <w:lang w:eastAsia="en-GB"/>
              </w:rPr>
            </w:pP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873FCD" w14:textId="77777777" w:rsidR="00084B0D" w:rsidRDefault="00084B0D" w:rsidP="0026746F">
            <w:pPr>
              <w:pStyle w:val="TAC"/>
              <w:rPr>
                <w:lang w:eastAsia="en-GB"/>
              </w:rPr>
            </w:pPr>
            <w:r>
              <w:rPr>
                <w:lang w:eastAsia="en-GB"/>
              </w:rPr>
              <w:t>40, 50, 60, 80,100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A79049" w14:textId="77777777" w:rsidR="00084B0D" w:rsidRDefault="00084B0D" w:rsidP="0026746F">
            <w:pPr>
              <w:pStyle w:val="TAC"/>
              <w:rPr>
                <w:lang w:eastAsia="en-GB"/>
              </w:rPr>
            </w:pPr>
            <w:r>
              <w:rPr>
                <w:lang w:eastAsia="en-GB"/>
              </w:rPr>
              <w:t>20+20+20</w:t>
            </w:r>
          </w:p>
        </w:tc>
        <w:tc>
          <w:tcPr>
            <w:tcW w:w="0" w:type="auto"/>
            <w:tcBorders>
              <w:top w:val="nil"/>
              <w:left w:val="single" w:sz="4" w:space="0" w:color="auto"/>
              <w:bottom w:val="single" w:sz="4" w:space="0" w:color="auto"/>
              <w:right w:val="single" w:sz="4" w:space="0" w:color="auto"/>
            </w:tcBorders>
          </w:tcPr>
          <w:p w14:paraId="7757212D" w14:textId="77777777" w:rsidR="00084B0D" w:rsidRDefault="00084B0D" w:rsidP="0026746F">
            <w:pPr>
              <w:pStyle w:val="TAC"/>
              <w:rPr>
                <w:lang w:eastAsia="en-GB"/>
              </w:rPr>
            </w:pPr>
          </w:p>
        </w:tc>
        <w:tc>
          <w:tcPr>
            <w:tcW w:w="0" w:type="auto"/>
            <w:tcBorders>
              <w:top w:val="nil"/>
              <w:left w:val="single" w:sz="4" w:space="0" w:color="auto"/>
              <w:bottom w:val="single" w:sz="4" w:space="0" w:color="auto"/>
              <w:right w:val="single" w:sz="4" w:space="0" w:color="auto"/>
            </w:tcBorders>
          </w:tcPr>
          <w:p w14:paraId="64A0A153" w14:textId="77777777" w:rsidR="00084B0D" w:rsidRDefault="00084B0D" w:rsidP="0026746F">
            <w:pPr>
              <w:pStyle w:val="TAC"/>
              <w:rPr>
                <w:lang w:eastAsia="en-GB"/>
              </w:rPr>
            </w:pPr>
          </w:p>
        </w:tc>
      </w:tr>
      <w:tr w:rsidR="00084B0D" w14:paraId="4C2B51CB" w14:textId="77777777" w:rsidTr="0026746F">
        <w:trPr>
          <w:trHeight w:val="187"/>
        </w:trPr>
        <w:tc>
          <w:tcPr>
            <w:tcW w:w="1724"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6D7001B8" w14:textId="77777777" w:rsidR="00084B0D" w:rsidRDefault="00084B0D" w:rsidP="0026746F">
            <w:pPr>
              <w:pStyle w:val="TAC"/>
              <w:rPr>
                <w:lang w:eastAsia="zh-TW"/>
              </w:rPr>
            </w:pPr>
            <w:r>
              <w:rPr>
                <w:rFonts w:cs="Arial"/>
                <w:lang w:eastAsia="zh-CN"/>
              </w:rPr>
              <w:t>DC_48A_n48A</w:t>
            </w:r>
            <w:r>
              <w:rPr>
                <w:rFonts w:cs="Arial"/>
                <w:vertAlign w:val="superscript"/>
                <w:lang w:eastAsia="zh-TW"/>
              </w:rPr>
              <w:t>4</w:t>
            </w:r>
          </w:p>
        </w:tc>
        <w:tc>
          <w:tcPr>
            <w:tcW w:w="1528"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7CFED046" w14:textId="77777777" w:rsidR="00084B0D" w:rsidRDefault="00084B0D" w:rsidP="0026746F">
            <w:pPr>
              <w:pStyle w:val="TAC"/>
              <w:rPr>
                <w:lang w:eastAsia="zh-TW"/>
              </w:rPr>
            </w:pPr>
            <w:r>
              <w:rPr>
                <w:rFonts w:cs="Arial"/>
                <w:lang w:eastAsia="zh-CN"/>
              </w:rPr>
              <w:t>DC_48A_n48A</w:t>
            </w:r>
            <w:r>
              <w:rPr>
                <w:rFonts w:cs="Arial"/>
                <w:vertAlign w:val="superscript"/>
                <w:lang w:eastAsia="zh-TW"/>
              </w:rPr>
              <w:t>2</w:t>
            </w: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89107A" w14:textId="77777777" w:rsidR="00084B0D" w:rsidRDefault="00084B0D" w:rsidP="0026746F">
            <w:pPr>
              <w:pStyle w:val="TAC"/>
              <w:rPr>
                <w:lang w:eastAsia="en-GB"/>
              </w:rPr>
            </w:pPr>
            <w:r>
              <w:rPr>
                <w:rFonts w:cs="Arial"/>
                <w:lang w:eastAsia="zh-CN"/>
              </w:rPr>
              <w:t>5, 10, 15, 20</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4A0CAF" w14:textId="77777777" w:rsidR="00084B0D" w:rsidRDefault="00084B0D" w:rsidP="0026746F">
            <w:pPr>
              <w:pStyle w:val="TAC"/>
              <w:rPr>
                <w:rFonts w:eastAsia="PMingLiU"/>
                <w:lang w:eastAsia="zh-TW"/>
              </w:rPr>
            </w:pPr>
            <w:r>
              <w:rPr>
                <w:rFonts w:cs="Arial"/>
                <w:lang w:eastAsia="zh-CN"/>
              </w:rPr>
              <w:t>5, 10, 15, 20, 40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D572C9" w14:textId="77777777" w:rsidR="00084B0D" w:rsidRDefault="00084B0D" w:rsidP="0026746F">
            <w:pPr>
              <w:pStyle w:val="TAC"/>
              <w:rPr>
                <w:rFonts w:eastAsia="PMingLiU" w:cs="Arial"/>
                <w:szCs w:val="22"/>
                <w:lang w:eastAsia="zh-TW"/>
              </w:rPr>
            </w:pPr>
          </w:p>
        </w:tc>
        <w:tc>
          <w:tcPr>
            <w:tcW w:w="1216"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59A1615C" w14:textId="77777777" w:rsidR="00084B0D" w:rsidRDefault="00084B0D" w:rsidP="0026746F">
            <w:pPr>
              <w:pStyle w:val="TAC"/>
              <w:rPr>
                <w:rFonts w:eastAsia="PMingLiU" w:cs="Arial"/>
                <w:lang w:eastAsia="zh-TW"/>
              </w:rPr>
            </w:pPr>
            <w:r>
              <w:rPr>
                <w:lang w:eastAsia="zh-TW"/>
              </w:rPr>
              <w:t>6</w:t>
            </w:r>
            <w:r>
              <w:rPr>
                <w:lang w:eastAsia="zh-CN"/>
              </w:rPr>
              <w:t>0</w:t>
            </w:r>
          </w:p>
        </w:tc>
        <w:tc>
          <w:tcPr>
            <w:tcW w:w="1290"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1F20E62F" w14:textId="77777777" w:rsidR="00084B0D" w:rsidRDefault="00084B0D" w:rsidP="0026746F">
            <w:pPr>
              <w:pStyle w:val="TAC"/>
              <w:rPr>
                <w:rFonts w:cs="Arial"/>
                <w:lang w:eastAsia="en-GB"/>
              </w:rPr>
            </w:pPr>
            <w:r>
              <w:rPr>
                <w:lang w:eastAsia="zh-CN"/>
              </w:rPr>
              <w:t>0</w:t>
            </w:r>
          </w:p>
        </w:tc>
      </w:tr>
      <w:tr w:rsidR="00084B0D" w14:paraId="3748B6F3" w14:textId="77777777" w:rsidTr="0026746F">
        <w:trPr>
          <w:trHeight w:val="187"/>
        </w:trPr>
        <w:tc>
          <w:tcPr>
            <w:tcW w:w="1724"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34EDC5D8" w14:textId="77777777" w:rsidR="00084B0D" w:rsidRDefault="00084B0D" w:rsidP="0026746F">
            <w:pPr>
              <w:pStyle w:val="TAC"/>
              <w:rPr>
                <w:lang w:eastAsia="zh-CN"/>
              </w:rPr>
            </w:pPr>
          </w:p>
        </w:tc>
        <w:tc>
          <w:tcPr>
            <w:tcW w:w="1528"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20CBB4EE" w14:textId="77777777" w:rsidR="00084B0D" w:rsidRDefault="00084B0D" w:rsidP="0026746F">
            <w:pPr>
              <w:pStyle w:val="TAC"/>
              <w:rPr>
                <w:lang w:eastAsia="zh-CN"/>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E8D08C" w14:textId="77777777" w:rsidR="00084B0D" w:rsidRDefault="00084B0D" w:rsidP="0026746F">
            <w:pPr>
              <w:pStyle w:val="TAC"/>
              <w:rPr>
                <w:lang w:eastAsia="zh-CN"/>
              </w:rPr>
            </w:pP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956CA5" w14:textId="77777777" w:rsidR="00084B0D" w:rsidRDefault="00084B0D" w:rsidP="0026746F">
            <w:pPr>
              <w:pStyle w:val="TAC"/>
              <w:rPr>
                <w:lang w:eastAsia="zh-CN"/>
              </w:rPr>
            </w:pPr>
            <w:r>
              <w:rPr>
                <w:rFonts w:cs="Arial"/>
                <w:lang w:eastAsia="zh-CN"/>
              </w:rPr>
              <w:t>5, 10, 15, 20, 40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AAFD" w14:textId="77777777" w:rsidR="00084B0D" w:rsidRDefault="00084B0D" w:rsidP="0026746F">
            <w:pPr>
              <w:pStyle w:val="TAC"/>
              <w:rPr>
                <w:rFonts w:eastAsia="PMingLiU" w:cs="Arial"/>
                <w:szCs w:val="22"/>
                <w:lang w:eastAsia="zh-TW"/>
              </w:rPr>
            </w:pPr>
            <w:r>
              <w:rPr>
                <w:rFonts w:cs="Arial"/>
                <w:lang w:eastAsia="zh-CN"/>
              </w:rPr>
              <w:t>5, 10, 15, 20</w:t>
            </w:r>
          </w:p>
        </w:tc>
        <w:tc>
          <w:tcPr>
            <w:tcW w:w="1216"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132D9CD5" w14:textId="77777777" w:rsidR="00084B0D" w:rsidRDefault="00084B0D" w:rsidP="0026746F">
            <w:pPr>
              <w:pStyle w:val="TAC"/>
              <w:rPr>
                <w:lang w:eastAsia="zh-CN"/>
              </w:rPr>
            </w:pPr>
          </w:p>
        </w:tc>
        <w:tc>
          <w:tcPr>
            <w:tcW w:w="1290"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57E64097" w14:textId="77777777" w:rsidR="00084B0D" w:rsidRDefault="00084B0D" w:rsidP="0026746F">
            <w:pPr>
              <w:pStyle w:val="TAC"/>
              <w:rPr>
                <w:lang w:eastAsia="zh-CN"/>
              </w:rPr>
            </w:pPr>
          </w:p>
        </w:tc>
      </w:tr>
      <w:tr w:rsidR="00084B0D" w14:paraId="536B45F4" w14:textId="77777777" w:rsidTr="0026746F">
        <w:trPr>
          <w:trHeight w:val="187"/>
        </w:trPr>
        <w:tc>
          <w:tcPr>
            <w:tcW w:w="1724"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6CB98F85" w14:textId="77777777" w:rsidR="00084B0D" w:rsidRDefault="00084B0D" w:rsidP="0026746F">
            <w:pPr>
              <w:pStyle w:val="TAC"/>
              <w:rPr>
                <w:lang w:eastAsia="zh-TW"/>
              </w:rPr>
            </w:pPr>
            <w:r>
              <w:rPr>
                <w:rFonts w:cs="Arial"/>
                <w:lang w:eastAsia="zh-CN"/>
              </w:rPr>
              <w:t>DC_48A-48A_n48A</w:t>
            </w:r>
            <w:r>
              <w:rPr>
                <w:rFonts w:cs="Arial"/>
                <w:vertAlign w:val="superscript"/>
                <w:lang w:eastAsia="zh-TW"/>
              </w:rPr>
              <w:t>4</w:t>
            </w:r>
          </w:p>
        </w:tc>
        <w:tc>
          <w:tcPr>
            <w:tcW w:w="1528"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25C3D455" w14:textId="77777777" w:rsidR="00084B0D" w:rsidRDefault="00084B0D" w:rsidP="0026746F">
            <w:pPr>
              <w:pStyle w:val="TAC"/>
              <w:rPr>
                <w:lang w:eastAsia="zh-TW"/>
              </w:rPr>
            </w:pPr>
            <w:r>
              <w:rPr>
                <w:rFonts w:cs="Arial"/>
                <w:lang w:eastAsia="zh-CN"/>
              </w:rPr>
              <w:t>DC_48A_n48A</w:t>
            </w:r>
            <w:r>
              <w:rPr>
                <w:rFonts w:cs="Arial"/>
                <w:vertAlign w:val="superscript"/>
                <w:lang w:eastAsia="zh-TW"/>
              </w:rPr>
              <w:t>2</w:t>
            </w: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B593D3" w14:textId="77777777" w:rsidR="00084B0D" w:rsidRDefault="00084B0D" w:rsidP="0026746F">
            <w:pPr>
              <w:pStyle w:val="TAC"/>
              <w:rPr>
                <w:lang w:eastAsia="zh-CN"/>
              </w:rPr>
            </w:pPr>
            <w:r>
              <w:rPr>
                <w:lang w:eastAsia="zh-CN"/>
              </w:rPr>
              <w:t>See CA_48A-48A Bandwidth Combination Set 0 in TS 36.101 Table 5.6A.1-3</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F4E26A" w14:textId="77777777" w:rsidR="00084B0D" w:rsidRDefault="00084B0D" w:rsidP="0026746F">
            <w:pPr>
              <w:pStyle w:val="TAC"/>
              <w:rPr>
                <w:rFonts w:cs="Arial"/>
                <w:lang w:eastAsia="zh-CN"/>
              </w:rPr>
            </w:pPr>
            <w:r>
              <w:rPr>
                <w:rFonts w:cs="Arial"/>
                <w:lang w:eastAsia="zh-CN"/>
              </w:rPr>
              <w:t>5, 10, 15, 20, 40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9ED166" w14:textId="77777777" w:rsidR="00084B0D" w:rsidRDefault="00084B0D" w:rsidP="0026746F">
            <w:pPr>
              <w:pStyle w:val="TAC"/>
              <w:rPr>
                <w:rFonts w:cs="Arial"/>
                <w:szCs w:val="18"/>
              </w:rPr>
            </w:pPr>
          </w:p>
        </w:tc>
        <w:tc>
          <w:tcPr>
            <w:tcW w:w="1216"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24D42E8B" w14:textId="77777777" w:rsidR="00084B0D" w:rsidRDefault="00084B0D" w:rsidP="0026746F">
            <w:pPr>
              <w:pStyle w:val="TAC"/>
              <w:rPr>
                <w:lang w:eastAsia="zh-TW"/>
              </w:rPr>
            </w:pPr>
            <w:r>
              <w:rPr>
                <w:lang w:eastAsia="zh-TW"/>
              </w:rPr>
              <w:t>80</w:t>
            </w:r>
          </w:p>
        </w:tc>
        <w:tc>
          <w:tcPr>
            <w:tcW w:w="1290"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7B0A40F7" w14:textId="77777777" w:rsidR="00084B0D" w:rsidRDefault="00084B0D" w:rsidP="0026746F">
            <w:pPr>
              <w:pStyle w:val="TAC"/>
              <w:rPr>
                <w:lang w:eastAsia="zh-TW"/>
              </w:rPr>
            </w:pPr>
            <w:r>
              <w:rPr>
                <w:lang w:eastAsia="zh-TW"/>
              </w:rPr>
              <w:t>0</w:t>
            </w:r>
          </w:p>
        </w:tc>
      </w:tr>
      <w:tr w:rsidR="00084B0D" w14:paraId="6DE5BE26" w14:textId="77777777" w:rsidTr="0026746F">
        <w:trPr>
          <w:trHeight w:val="187"/>
        </w:trPr>
        <w:tc>
          <w:tcPr>
            <w:tcW w:w="1724"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55679627" w14:textId="77777777" w:rsidR="00084B0D" w:rsidRDefault="00084B0D" w:rsidP="0026746F">
            <w:pPr>
              <w:pStyle w:val="TAC"/>
              <w:rPr>
                <w:lang w:eastAsia="zh-CN"/>
              </w:rPr>
            </w:pPr>
          </w:p>
        </w:tc>
        <w:tc>
          <w:tcPr>
            <w:tcW w:w="1528"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01F84152" w14:textId="77777777" w:rsidR="00084B0D" w:rsidRDefault="00084B0D" w:rsidP="0026746F">
            <w:pPr>
              <w:pStyle w:val="TAC"/>
              <w:rPr>
                <w:lang w:eastAsia="zh-CN"/>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EE9087" w14:textId="77777777" w:rsidR="00084B0D" w:rsidRDefault="00084B0D" w:rsidP="0026746F">
            <w:pPr>
              <w:pStyle w:val="TAC"/>
              <w:rPr>
                <w:lang w:eastAsia="zh-CN"/>
              </w:rPr>
            </w:pP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2B4530" w14:textId="77777777" w:rsidR="00084B0D" w:rsidRDefault="00084B0D" w:rsidP="0026746F">
            <w:pPr>
              <w:pStyle w:val="TAC"/>
              <w:rPr>
                <w:rFonts w:cs="Arial"/>
                <w:lang w:eastAsia="zh-CN"/>
              </w:rPr>
            </w:pPr>
            <w:r>
              <w:rPr>
                <w:rFonts w:cs="Arial"/>
                <w:lang w:eastAsia="zh-CN"/>
              </w:rPr>
              <w:t>5, 10, 15, 20, 40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0A317B" w14:textId="77777777" w:rsidR="00084B0D" w:rsidRDefault="00084B0D" w:rsidP="0026746F">
            <w:pPr>
              <w:pStyle w:val="TAC"/>
              <w:rPr>
                <w:rFonts w:cs="Arial"/>
                <w:szCs w:val="18"/>
              </w:rPr>
            </w:pPr>
            <w:r>
              <w:rPr>
                <w:rFonts w:cs="Arial"/>
                <w:szCs w:val="18"/>
              </w:rPr>
              <w:t>See CA_48A-48A Bandwidth Combination Set 0 in TS 36.101 Table 5.6A.1-3</w:t>
            </w:r>
          </w:p>
        </w:tc>
        <w:tc>
          <w:tcPr>
            <w:tcW w:w="1216"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47191D04" w14:textId="77777777" w:rsidR="00084B0D" w:rsidRDefault="00084B0D" w:rsidP="0026746F">
            <w:pPr>
              <w:pStyle w:val="TAC"/>
              <w:rPr>
                <w:lang w:eastAsia="zh-CN"/>
              </w:rPr>
            </w:pPr>
          </w:p>
        </w:tc>
        <w:tc>
          <w:tcPr>
            <w:tcW w:w="1290"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297AFA6C" w14:textId="77777777" w:rsidR="00084B0D" w:rsidRDefault="00084B0D" w:rsidP="0026746F">
            <w:pPr>
              <w:pStyle w:val="TAC"/>
              <w:rPr>
                <w:lang w:eastAsia="zh-CN"/>
              </w:rPr>
            </w:pPr>
          </w:p>
        </w:tc>
      </w:tr>
      <w:tr w:rsidR="00084B0D" w14:paraId="36FCF548" w14:textId="77777777" w:rsidTr="0026746F">
        <w:trPr>
          <w:trHeight w:val="187"/>
        </w:trPr>
        <w:tc>
          <w:tcPr>
            <w:tcW w:w="1724"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21BCAB7F" w14:textId="77777777" w:rsidR="00084B0D" w:rsidRDefault="00084B0D" w:rsidP="0026746F">
            <w:pPr>
              <w:pStyle w:val="TAC"/>
              <w:rPr>
                <w:lang w:eastAsia="zh-TW"/>
              </w:rPr>
            </w:pPr>
            <w:r>
              <w:rPr>
                <w:rFonts w:cs="Arial"/>
                <w:lang w:eastAsia="zh-CN"/>
              </w:rPr>
              <w:t>DC_48C_n48A</w:t>
            </w:r>
            <w:r>
              <w:rPr>
                <w:rFonts w:cs="Arial"/>
                <w:vertAlign w:val="superscript"/>
                <w:lang w:eastAsia="zh-TW"/>
              </w:rPr>
              <w:t>4</w:t>
            </w:r>
          </w:p>
        </w:tc>
        <w:tc>
          <w:tcPr>
            <w:tcW w:w="1528"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5E0BEBFF" w14:textId="77777777" w:rsidR="00084B0D" w:rsidRDefault="00084B0D" w:rsidP="0026746F">
            <w:pPr>
              <w:pStyle w:val="TAC"/>
              <w:rPr>
                <w:lang w:eastAsia="zh-TW"/>
              </w:rPr>
            </w:pPr>
            <w:r>
              <w:rPr>
                <w:rFonts w:cs="Arial"/>
                <w:lang w:eastAsia="zh-CN"/>
              </w:rPr>
              <w:t>DC_48A_n48A</w:t>
            </w:r>
            <w:r>
              <w:rPr>
                <w:rFonts w:cs="Arial"/>
                <w:vertAlign w:val="superscript"/>
                <w:lang w:eastAsia="zh-TW"/>
              </w:rPr>
              <w:t>2</w:t>
            </w: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696CB5" w14:textId="77777777" w:rsidR="00084B0D" w:rsidRDefault="00084B0D" w:rsidP="0026746F">
            <w:pPr>
              <w:pStyle w:val="TAC"/>
              <w:rPr>
                <w:lang w:eastAsia="zh-CN"/>
              </w:rPr>
            </w:pPr>
            <w:r>
              <w:rPr>
                <w:rFonts w:cs="Arial"/>
                <w:szCs w:val="18"/>
              </w:rPr>
              <w:t>See CA_48C Bandwidth Combination Set 0 in TS 36.101 Table 5.6A.1-1</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7C11C8" w14:textId="77777777" w:rsidR="00084B0D" w:rsidRDefault="00084B0D" w:rsidP="0026746F">
            <w:pPr>
              <w:pStyle w:val="TAC"/>
              <w:rPr>
                <w:rFonts w:cs="Arial"/>
                <w:lang w:eastAsia="zh-CN"/>
              </w:rPr>
            </w:pPr>
            <w:r>
              <w:rPr>
                <w:rFonts w:cs="Arial"/>
                <w:lang w:eastAsia="zh-CN"/>
              </w:rPr>
              <w:t>5, 10, 15, 20, 40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C2D7B5" w14:textId="77777777" w:rsidR="00084B0D" w:rsidRDefault="00084B0D" w:rsidP="0026746F">
            <w:pPr>
              <w:pStyle w:val="TAC"/>
              <w:rPr>
                <w:rFonts w:cs="Arial"/>
                <w:szCs w:val="18"/>
              </w:rPr>
            </w:pPr>
          </w:p>
        </w:tc>
        <w:tc>
          <w:tcPr>
            <w:tcW w:w="1216"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08DA217C" w14:textId="77777777" w:rsidR="00084B0D" w:rsidRDefault="00084B0D" w:rsidP="0026746F">
            <w:pPr>
              <w:pStyle w:val="TAC"/>
              <w:rPr>
                <w:lang w:eastAsia="zh-TW"/>
              </w:rPr>
            </w:pPr>
            <w:r>
              <w:rPr>
                <w:lang w:eastAsia="zh-TW"/>
              </w:rPr>
              <w:t>80</w:t>
            </w:r>
          </w:p>
        </w:tc>
        <w:tc>
          <w:tcPr>
            <w:tcW w:w="1290"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334346B9" w14:textId="77777777" w:rsidR="00084B0D" w:rsidRDefault="00084B0D" w:rsidP="0026746F">
            <w:pPr>
              <w:pStyle w:val="TAC"/>
              <w:rPr>
                <w:lang w:eastAsia="zh-TW"/>
              </w:rPr>
            </w:pPr>
            <w:r>
              <w:rPr>
                <w:lang w:eastAsia="zh-TW"/>
              </w:rPr>
              <w:t>0</w:t>
            </w:r>
          </w:p>
        </w:tc>
      </w:tr>
      <w:tr w:rsidR="00084B0D" w14:paraId="62DBFEDB" w14:textId="77777777" w:rsidTr="0026746F">
        <w:trPr>
          <w:trHeight w:val="187"/>
        </w:trPr>
        <w:tc>
          <w:tcPr>
            <w:tcW w:w="1724"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215AAF56" w14:textId="77777777" w:rsidR="00084B0D" w:rsidRDefault="00084B0D" w:rsidP="0026746F">
            <w:pPr>
              <w:pStyle w:val="TAC"/>
              <w:rPr>
                <w:lang w:eastAsia="zh-CN"/>
              </w:rPr>
            </w:pPr>
          </w:p>
        </w:tc>
        <w:tc>
          <w:tcPr>
            <w:tcW w:w="1528"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2F054A77" w14:textId="77777777" w:rsidR="00084B0D" w:rsidRDefault="00084B0D" w:rsidP="0026746F">
            <w:pPr>
              <w:pStyle w:val="TAC"/>
              <w:rPr>
                <w:lang w:eastAsia="zh-CN"/>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0670FF" w14:textId="77777777" w:rsidR="00084B0D" w:rsidRDefault="00084B0D" w:rsidP="0026746F">
            <w:pPr>
              <w:pStyle w:val="TAC"/>
              <w:rPr>
                <w:lang w:eastAsia="zh-CN"/>
              </w:rPr>
            </w:pP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29E891" w14:textId="77777777" w:rsidR="00084B0D" w:rsidRDefault="00084B0D" w:rsidP="0026746F">
            <w:pPr>
              <w:pStyle w:val="TAC"/>
              <w:rPr>
                <w:rFonts w:cs="Arial"/>
                <w:lang w:eastAsia="zh-CN"/>
              </w:rPr>
            </w:pPr>
            <w:r>
              <w:rPr>
                <w:rFonts w:cs="Arial"/>
                <w:lang w:eastAsia="zh-CN"/>
              </w:rPr>
              <w:t>5, 10, 15, 20, 40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BB4F3" w14:textId="77777777" w:rsidR="00084B0D" w:rsidRDefault="00084B0D" w:rsidP="0026746F">
            <w:pPr>
              <w:pStyle w:val="TAC"/>
              <w:rPr>
                <w:rFonts w:cs="Arial"/>
                <w:szCs w:val="18"/>
              </w:rPr>
            </w:pPr>
            <w:r>
              <w:rPr>
                <w:rFonts w:cs="Arial"/>
                <w:szCs w:val="18"/>
              </w:rPr>
              <w:t>See CA_48C Bandwidth Combination Set 0 in TS 36.101 Table 5.6A.1-1</w:t>
            </w:r>
          </w:p>
        </w:tc>
        <w:tc>
          <w:tcPr>
            <w:tcW w:w="1216"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3AE9C9E9" w14:textId="77777777" w:rsidR="00084B0D" w:rsidRDefault="00084B0D" w:rsidP="0026746F">
            <w:pPr>
              <w:pStyle w:val="TAC"/>
              <w:rPr>
                <w:lang w:eastAsia="zh-CN"/>
              </w:rPr>
            </w:pPr>
          </w:p>
        </w:tc>
        <w:tc>
          <w:tcPr>
            <w:tcW w:w="1290"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35F3BE65" w14:textId="77777777" w:rsidR="00084B0D" w:rsidRDefault="00084B0D" w:rsidP="0026746F">
            <w:pPr>
              <w:pStyle w:val="TAC"/>
              <w:rPr>
                <w:lang w:eastAsia="zh-CN"/>
              </w:rPr>
            </w:pPr>
          </w:p>
        </w:tc>
      </w:tr>
      <w:tr w:rsidR="00084B0D" w14:paraId="60EA2A28" w14:textId="77777777" w:rsidTr="0026746F">
        <w:trPr>
          <w:trHeight w:val="187"/>
        </w:trPr>
        <w:tc>
          <w:tcPr>
            <w:tcW w:w="1724"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2CCD136B" w14:textId="77777777" w:rsidR="00084B0D" w:rsidRDefault="00084B0D" w:rsidP="0026746F">
            <w:pPr>
              <w:pStyle w:val="TAC"/>
              <w:rPr>
                <w:lang w:eastAsia="zh-TW"/>
              </w:rPr>
            </w:pPr>
            <w:r>
              <w:rPr>
                <w:rFonts w:cs="Arial"/>
                <w:lang w:eastAsia="zh-CN"/>
              </w:rPr>
              <w:t>DC_48</w:t>
            </w:r>
            <w:r>
              <w:rPr>
                <w:rFonts w:cs="Arial"/>
                <w:lang w:eastAsia="zh-TW"/>
              </w:rPr>
              <w:t>D</w:t>
            </w:r>
            <w:r>
              <w:rPr>
                <w:rFonts w:cs="Arial"/>
                <w:lang w:eastAsia="zh-CN"/>
              </w:rPr>
              <w:t>_n48A</w:t>
            </w:r>
            <w:r>
              <w:rPr>
                <w:rFonts w:cs="Arial"/>
                <w:vertAlign w:val="superscript"/>
                <w:lang w:eastAsia="zh-TW"/>
              </w:rPr>
              <w:t>4</w:t>
            </w:r>
          </w:p>
        </w:tc>
        <w:tc>
          <w:tcPr>
            <w:tcW w:w="1528"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526EAD03" w14:textId="77777777" w:rsidR="00084B0D" w:rsidRDefault="00084B0D" w:rsidP="0026746F">
            <w:pPr>
              <w:pStyle w:val="TAC"/>
              <w:rPr>
                <w:lang w:eastAsia="zh-TW"/>
              </w:rPr>
            </w:pPr>
            <w:r>
              <w:rPr>
                <w:rFonts w:cs="Arial"/>
                <w:lang w:eastAsia="zh-CN"/>
              </w:rPr>
              <w:t>DC_48A_n48A</w:t>
            </w:r>
            <w:r>
              <w:rPr>
                <w:rFonts w:cs="Arial"/>
                <w:vertAlign w:val="superscript"/>
                <w:lang w:eastAsia="zh-TW"/>
              </w:rPr>
              <w:t>2</w:t>
            </w: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02E51" w14:textId="77777777" w:rsidR="00084B0D" w:rsidRDefault="00084B0D" w:rsidP="0026746F">
            <w:pPr>
              <w:pStyle w:val="TAC"/>
              <w:rPr>
                <w:lang w:eastAsia="zh-CN"/>
              </w:rPr>
            </w:pPr>
            <w:r>
              <w:rPr>
                <w:rFonts w:cs="Arial"/>
                <w:szCs w:val="18"/>
              </w:rPr>
              <w:t>See CA_48D Bandwidth Combination Set 0 in TS 36.101 Table 5.6A.1-1</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2DDEA5" w14:textId="77777777" w:rsidR="00084B0D" w:rsidRDefault="00084B0D" w:rsidP="0026746F">
            <w:pPr>
              <w:pStyle w:val="TAC"/>
              <w:rPr>
                <w:rFonts w:cs="Arial"/>
                <w:lang w:eastAsia="zh-CN"/>
              </w:rPr>
            </w:pPr>
            <w:r>
              <w:rPr>
                <w:rFonts w:cs="Arial"/>
                <w:lang w:eastAsia="zh-CN"/>
              </w:rPr>
              <w:t>5, 10, 15, 20, 40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C35EA5" w14:textId="77777777" w:rsidR="00084B0D" w:rsidRDefault="00084B0D" w:rsidP="0026746F">
            <w:pPr>
              <w:pStyle w:val="TAC"/>
              <w:rPr>
                <w:rFonts w:cs="Arial"/>
                <w:szCs w:val="18"/>
              </w:rPr>
            </w:pPr>
          </w:p>
        </w:tc>
        <w:tc>
          <w:tcPr>
            <w:tcW w:w="1216"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3712BFC7" w14:textId="77777777" w:rsidR="00084B0D" w:rsidRDefault="00084B0D" w:rsidP="0026746F">
            <w:pPr>
              <w:pStyle w:val="TAC"/>
              <w:rPr>
                <w:lang w:eastAsia="zh-TW"/>
              </w:rPr>
            </w:pPr>
            <w:r>
              <w:rPr>
                <w:lang w:eastAsia="zh-TW"/>
              </w:rPr>
              <w:t>100</w:t>
            </w:r>
          </w:p>
        </w:tc>
        <w:tc>
          <w:tcPr>
            <w:tcW w:w="1290"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6553F4FB" w14:textId="77777777" w:rsidR="00084B0D" w:rsidRDefault="00084B0D" w:rsidP="0026746F">
            <w:pPr>
              <w:pStyle w:val="TAC"/>
              <w:rPr>
                <w:lang w:eastAsia="zh-TW"/>
              </w:rPr>
            </w:pPr>
            <w:r>
              <w:rPr>
                <w:lang w:eastAsia="zh-TW"/>
              </w:rPr>
              <w:t>0</w:t>
            </w:r>
          </w:p>
        </w:tc>
      </w:tr>
      <w:tr w:rsidR="00084B0D" w14:paraId="4076265C" w14:textId="77777777" w:rsidTr="0026746F">
        <w:trPr>
          <w:trHeight w:val="187"/>
        </w:trPr>
        <w:tc>
          <w:tcPr>
            <w:tcW w:w="1724"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12602CBB" w14:textId="77777777" w:rsidR="00084B0D" w:rsidRDefault="00084B0D" w:rsidP="0026746F">
            <w:pPr>
              <w:pStyle w:val="TAC"/>
              <w:rPr>
                <w:lang w:eastAsia="zh-CN"/>
              </w:rPr>
            </w:pPr>
          </w:p>
        </w:tc>
        <w:tc>
          <w:tcPr>
            <w:tcW w:w="1528"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0EA0C081" w14:textId="77777777" w:rsidR="00084B0D" w:rsidRDefault="00084B0D" w:rsidP="0026746F">
            <w:pPr>
              <w:pStyle w:val="TAC"/>
              <w:rPr>
                <w:lang w:eastAsia="zh-CN"/>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05BBAD" w14:textId="77777777" w:rsidR="00084B0D" w:rsidRDefault="00084B0D" w:rsidP="0026746F">
            <w:pPr>
              <w:pStyle w:val="TAC"/>
              <w:rPr>
                <w:lang w:eastAsia="zh-CN"/>
              </w:rPr>
            </w:pP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FDB923" w14:textId="77777777" w:rsidR="00084B0D" w:rsidRDefault="00084B0D" w:rsidP="0026746F">
            <w:pPr>
              <w:pStyle w:val="TAC"/>
              <w:rPr>
                <w:rFonts w:cs="Arial"/>
                <w:lang w:eastAsia="zh-CN"/>
              </w:rPr>
            </w:pPr>
            <w:r>
              <w:rPr>
                <w:rFonts w:cs="Arial"/>
                <w:lang w:eastAsia="zh-CN"/>
              </w:rPr>
              <w:t>5, 10, 15, 20, 40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B42CAA" w14:textId="77777777" w:rsidR="00084B0D" w:rsidRDefault="00084B0D" w:rsidP="0026746F">
            <w:pPr>
              <w:pStyle w:val="TAC"/>
              <w:rPr>
                <w:rFonts w:cs="Arial"/>
                <w:szCs w:val="18"/>
              </w:rPr>
            </w:pPr>
            <w:r>
              <w:rPr>
                <w:rFonts w:cs="Arial"/>
                <w:szCs w:val="18"/>
              </w:rPr>
              <w:t>See CA_48D Bandwidth Combination Set 0 in TS 36.101 Table 5.6A.1-1</w:t>
            </w:r>
          </w:p>
        </w:tc>
        <w:tc>
          <w:tcPr>
            <w:tcW w:w="1216"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49222B08" w14:textId="77777777" w:rsidR="00084B0D" w:rsidRDefault="00084B0D" w:rsidP="0026746F">
            <w:pPr>
              <w:pStyle w:val="TAC"/>
              <w:rPr>
                <w:lang w:eastAsia="zh-CN"/>
              </w:rPr>
            </w:pPr>
          </w:p>
        </w:tc>
        <w:tc>
          <w:tcPr>
            <w:tcW w:w="1290"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3ED9B15E" w14:textId="77777777" w:rsidR="00084B0D" w:rsidRDefault="00084B0D" w:rsidP="0026746F">
            <w:pPr>
              <w:pStyle w:val="TAC"/>
              <w:rPr>
                <w:lang w:eastAsia="zh-CN"/>
              </w:rPr>
            </w:pPr>
          </w:p>
        </w:tc>
      </w:tr>
      <w:tr w:rsidR="00084B0D" w14:paraId="553A8098" w14:textId="77777777" w:rsidTr="0026746F">
        <w:trPr>
          <w:trHeight w:val="187"/>
        </w:trPr>
        <w:tc>
          <w:tcPr>
            <w:tcW w:w="0" w:type="auto"/>
            <w:tcBorders>
              <w:top w:val="nil"/>
              <w:left w:val="single" w:sz="4" w:space="0" w:color="auto"/>
              <w:bottom w:val="single" w:sz="4" w:space="0" w:color="auto"/>
              <w:right w:val="single" w:sz="4" w:space="0" w:color="auto"/>
            </w:tcBorders>
            <w:hideMark/>
          </w:tcPr>
          <w:p w14:paraId="0FAA6EA4" w14:textId="77777777" w:rsidR="00084B0D" w:rsidRDefault="00084B0D" w:rsidP="0026746F">
            <w:pPr>
              <w:pStyle w:val="TAC"/>
              <w:rPr>
                <w:lang w:eastAsia="en-GB"/>
              </w:rPr>
            </w:pPr>
            <w:r>
              <w:rPr>
                <w:lang w:eastAsia="en-GB"/>
              </w:rPr>
              <w:t>DC_66A_n66A</w:t>
            </w:r>
          </w:p>
        </w:tc>
        <w:tc>
          <w:tcPr>
            <w:tcW w:w="0" w:type="auto"/>
            <w:tcBorders>
              <w:top w:val="nil"/>
              <w:left w:val="single" w:sz="4" w:space="0" w:color="auto"/>
              <w:bottom w:val="single" w:sz="4" w:space="0" w:color="auto"/>
              <w:right w:val="single" w:sz="4" w:space="0" w:color="auto"/>
            </w:tcBorders>
            <w:hideMark/>
          </w:tcPr>
          <w:p w14:paraId="18634D8A" w14:textId="77777777" w:rsidR="00084B0D" w:rsidRDefault="00084B0D" w:rsidP="0026746F">
            <w:pPr>
              <w:pStyle w:val="TAC"/>
              <w:rPr>
                <w:lang w:eastAsia="en-GB"/>
              </w:rPr>
            </w:pPr>
            <w:r>
              <w:rPr>
                <w:lang w:eastAsia="en-GB"/>
              </w:rPr>
              <w:t>DC_66A_n66A</w:t>
            </w:r>
            <w:r>
              <w:rPr>
                <w:vertAlign w:val="superscript"/>
                <w:lang w:eastAsia="en-GB"/>
              </w:rPr>
              <w:t>2</w:t>
            </w: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A2774F" w14:textId="77777777" w:rsidR="00084B0D" w:rsidRDefault="00084B0D" w:rsidP="0026746F">
            <w:pPr>
              <w:pStyle w:val="TAC"/>
              <w:rPr>
                <w:lang w:eastAsia="en-GB"/>
              </w:rPr>
            </w:pPr>
            <w:r>
              <w:rPr>
                <w:lang w:eastAsia="en-GB"/>
              </w:rPr>
              <w:t>5, 10, 15, 20</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C7D2D0" w14:textId="77777777" w:rsidR="00084B0D" w:rsidRDefault="00084B0D" w:rsidP="0026746F">
            <w:pPr>
              <w:pStyle w:val="TAC"/>
              <w:rPr>
                <w:lang w:eastAsia="en-GB"/>
              </w:rPr>
            </w:pPr>
            <w:r>
              <w:rPr>
                <w:lang w:eastAsia="en-GB"/>
              </w:rPr>
              <w:t>5, 10, 15, 20, 40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EF497C" w14:textId="77777777" w:rsidR="00084B0D" w:rsidRDefault="00084B0D" w:rsidP="0026746F">
            <w:pPr>
              <w:pStyle w:val="TAC"/>
              <w:rPr>
                <w:lang w:eastAsia="en-GB"/>
              </w:rPr>
            </w:pPr>
          </w:p>
        </w:tc>
        <w:tc>
          <w:tcPr>
            <w:tcW w:w="0" w:type="auto"/>
            <w:tcBorders>
              <w:top w:val="nil"/>
              <w:left w:val="single" w:sz="4" w:space="0" w:color="auto"/>
              <w:bottom w:val="single" w:sz="4" w:space="0" w:color="auto"/>
              <w:right w:val="single" w:sz="4" w:space="0" w:color="auto"/>
            </w:tcBorders>
            <w:hideMark/>
          </w:tcPr>
          <w:p w14:paraId="21E2DE4F" w14:textId="77777777" w:rsidR="00084B0D" w:rsidRDefault="00084B0D" w:rsidP="0026746F">
            <w:pPr>
              <w:pStyle w:val="TAC"/>
              <w:rPr>
                <w:lang w:eastAsia="en-GB"/>
              </w:rPr>
            </w:pPr>
            <w:r>
              <w:rPr>
                <w:lang w:eastAsia="en-GB"/>
              </w:rPr>
              <w:t>50</w:t>
            </w:r>
          </w:p>
        </w:tc>
        <w:tc>
          <w:tcPr>
            <w:tcW w:w="0" w:type="auto"/>
            <w:tcBorders>
              <w:top w:val="nil"/>
              <w:left w:val="single" w:sz="4" w:space="0" w:color="auto"/>
              <w:bottom w:val="single" w:sz="4" w:space="0" w:color="auto"/>
              <w:right w:val="single" w:sz="4" w:space="0" w:color="auto"/>
            </w:tcBorders>
            <w:hideMark/>
          </w:tcPr>
          <w:p w14:paraId="17774263" w14:textId="77777777" w:rsidR="00084B0D" w:rsidRDefault="00084B0D" w:rsidP="0026746F">
            <w:pPr>
              <w:pStyle w:val="TAC"/>
              <w:rPr>
                <w:lang w:eastAsia="en-GB"/>
              </w:rPr>
            </w:pPr>
            <w:r>
              <w:rPr>
                <w:lang w:eastAsia="en-GB"/>
              </w:rPr>
              <w:t>0</w:t>
            </w:r>
          </w:p>
        </w:tc>
      </w:tr>
      <w:tr w:rsidR="0098191A" w14:paraId="2B10D395" w14:textId="77777777" w:rsidTr="0026746F">
        <w:trPr>
          <w:trHeight w:val="187"/>
        </w:trPr>
        <w:tc>
          <w:tcPr>
            <w:tcW w:w="0" w:type="auto"/>
            <w:tcBorders>
              <w:top w:val="nil"/>
              <w:left w:val="single" w:sz="4" w:space="0" w:color="auto"/>
              <w:bottom w:val="single" w:sz="4" w:space="0" w:color="auto"/>
              <w:right w:val="single" w:sz="4" w:space="0" w:color="auto"/>
            </w:tcBorders>
          </w:tcPr>
          <w:p w14:paraId="0BB5FDA6" w14:textId="6DCCA13E" w:rsidR="0098191A" w:rsidRDefault="0098191A" w:rsidP="0098191A">
            <w:pPr>
              <w:pStyle w:val="TAC"/>
              <w:rPr>
                <w:lang w:eastAsia="en-GB"/>
              </w:rPr>
            </w:pPr>
            <w:r w:rsidRPr="00EF5447">
              <w:rPr>
                <w:lang w:eastAsia="en-GB"/>
              </w:rPr>
              <w:t>DC_66A</w:t>
            </w:r>
            <w:r>
              <w:rPr>
                <w:lang w:eastAsia="en-GB"/>
              </w:rPr>
              <w:t>-66A</w:t>
            </w:r>
            <w:r w:rsidRPr="00EF5447">
              <w:rPr>
                <w:lang w:eastAsia="en-GB"/>
              </w:rPr>
              <w:t>_n66A</w:t>
            </w:r>
          </w:p>
        </w:tc>
        <w:tc>
          <w:tcPr>
            <w:tcW w:w="0" w:type="auto"/>
            <w:tcBorders>
              <w:top w:val="nil"/>
              <w:left w:val="single" w:sz="4" w:space="0" w:color="auto"/>
              <w:bottom w:val="single" w:sz="4" w:space="0" w:color="auto"/>
              <w:right w:val="single" w:sz="4" w:space="0" w:color="auto"/>
            </w:tcBorders>
          </w:tcPr>
          <w:p w14:paraId="5FD08A44" w14:textId="5E52C028" w:rsidR="0098191A" w:rsidRDefault="0098191A" w:rsidP="0098191A">
            <w:pPr>
              <w:pStyle w:val="TAC"/>
              <w:rPr>
                <w:lang w:eastAsia="en-GB"/>
              </w:rPr>
            </w:pPr>
            <w:r w:rsidRPr="00EF5447">
              <w:rPr>
                <w:lang w:eastAsia="en-GB"/>
              </w:rPr>
              <w:t>DC_66A_n66A</w:t>
            </w:r>
            <w:r w:rsidRPr="00EF5447">
              <w:rPr>
                <w:vertAlign w:val="superscript"/>
                <w:lang w:eastAsia="en-GB"/>
              </w:rPr>
              <w:t>2</w:t>
            </w: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553F0C" w14:textId="07B6038A" w:rsidR="0098191A" w:rsidRDefault="0098191A" w:rsidP="0098191A">
            <w:pPr>
              <w:pStyle w:val="TAC"/>
              <w:rPr>
                <w:lang w:eastAsia="en-GB"/>
              </w:rPr>
            </w:pPr>
            <w:r>
              <w:t>See CA_66A-66A Bandwidth Combination Set 0 in TS 36.101 Table 5.6A.1-3</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60A23A" w14:textId="6CB268CC" w:rsidR="0098191A" w:rsidRDefault="0098191A" w:rsidP="0098191A">
            <w:pPr>
              <w:pStyle w:val="TAC"/>
              <w:rPr>
                <w:lang w:eastAsia="en-GB"/>
              </w:rPr>
            </w:pPr>
            <w:r>
              <w:t>5, 10, 15, 20, 40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C5002" w14:textId="77777777" w:rsidR="0098191A" w:rsidRDefault="0098191A" w:rsidP="0098191A">
            <w:pPr>
              <w:pStyle w:val="TAC"/>
              <w:rPr>
                <w:lang w:eastAsia="en-GB"/>
              </w:rPr>
            </w:pPr>
          </w:p>
        </w:tc>
        <w:tc>
          <w:tcPr>
            <w:tcW w:w="0" w:type="auto"/>
            <w:tcBorders>
              <w:top w:val="nil"/>
              <w:left w:val="single" w:sz="4" w:space="0" w:color="auto"/>
              <w:bottom w:val="single" w:sz="4" w:space="0" w:color="auto"/>
              <w:right w:val="single" w:sz="4" w:space="0" w:color="auto"/>
            </w:tcBorders>
          </w:tcPr>
          <w:p w14:paraId="21D61467" w14:textId="136B45A2" w:rsidR="0098191A" w:rsidRDefault="0098191A" w:rsidP="0098191A">
            <w:pPr>
              <w:pStyle w:val="TAC"/>
              <w:rPr>
                <w:lang w:eastAsia="en-GB"/>
              </w:rPr>
            </w:pPr>
            <w:r>
              <w:rPr>
                <w:rFonts w:hint="eastAsia"/>
                <w:lang w:eastAsia="zh-CN"/>
              </w:rPr>
              <w:t>7</w:t>
            </w:r>
            <w:r>
              <w:rPr>
                <w:lang w:eastAsia="zh-CN"/>
              </w:rPr>
              <w:t>0</w:t>
            </w:r>
          </w:p>
        </w:tc>
        <w:tc>
          <w:tcPr>
            <w:tcW w:w="0" w:type="auto"/>
            <w:tcBorders>
              <w:top w:val="nil"/>
              <w:left w:val="single" w:sz="4" w:space="0" w:color="auto"/>
              <w:bottom w:val="single" w:sz="4" w:space="0" w:color="auto"/>
              <w:right w:val="single" w:sz="4" w:space="0" w:color="auto"/>
            </w:tcBorders>
          </w:tcPr>
          <w:p w14:paraId="2CD96552" w14:textId="155B2482" w:rsidR="0098191A" w:rsidRDefault="0098191A" w:rsidP="0098191A">
            <w:pPr>
              <w:pStyle w:val="TAC"/>
              <w:rPr>
                <w:lang w:eastAsia="en-GB"/>
              </w:rPr>
            </w:pPr>
            <w:r>
              <w:rPr>
                <w:rFonts w:hint="eastAsia"/>
                <w:lang w:eastAsia="zh-CN"/>
              </w:rPr>
              <w:t>0</w:t>
            </w:r>
          </w:p>
        </w:tc>
      </w:tr>
      <w:tr w:rsidR="00084B0D" w14:paraId="05AEB22D" w14:textId="77777777" w:rsidTr="0026746F">
        <w:trPr>
          <w:trHeight w:val="187"/>
        </w:trPr>
        <w:tc>
          <w:tcPr>
            <w:tcW w:w="9702" w:type="dxa"/>
            <w:gridSpan w:val="7"/>
            <w:tcBorders>
              <w:top w:val="single" w:sz="4" w:space="0" w:color="auto"/>
              <w:left w:val="single" w:sz="4" w:space="0" w:color="auto"/>
              <w:bottom w:val="single" w:sz="4" w:space="0" w:color="auto"/>
              <w:right w:val="single" w:sz="4" w:space="0" w:color="auto"/>
            </w:tcBorders>
            <w:vAlign w:val="center"/>
            <w:hideMark/>
          </w:tcPr>
          <w:p w14:paraId="40641CA3" w14:textId="77777777" w:rsidR="00084B0D" w:rsidRDefault="00084B0D" w:rsidP="0026746F">
            <w:pPr>
              <w:pStyle w:val="TAN"/>
            </w:pPr>
            <w:r>
              <w:t>NOTE 1:</w:t>
            </w:r>
            <w:r>
              <w:tab/>
              <w:t>Void.</w:t>
            </w:r>
          </w:p>
          <w:p w14:paraId="5BAB75C0" w14:textId="77777777" w:rsidR="00084B0D" w:rsidRDefault="00084B0D" w:rsidP="0026746F">
            <w:pPr>
              <w:pStyle w:val="TAN"/>
              <w:rPr>
                <w:rFonts w:eastAsia="PMingLiU"/>
                <w:lang w:eastAsia="zh-TW"/>
              </w:rPr>
            </w:pPr>
            <w:r>
              <w:rPr>
                <w:rFonts w:eastAsia="PMingLiU"/>
                <w:lang w:eastAsia="zh-TW"/>
              </w:rPr>
              <w:t>NOTE 2:</w:t>
            </w:r>
            <w:r>
              <w:tab/>
            </w:r>
            <w:r>
              <w:rPr>
                <w:rFonts w:eastAsia="PMingLiU"/>
                <w:lang w:eastAsia="zh-TW"/>
              </w:rPr>
              <w:t>Only single switched UL is supported.</w:t>
            </w:r>
          </w:p>
          <w:p w14:paraId="5BD12D1A" w14:textId="77777777" w:rsidR="00084B0D" w:rsidRDefault="00084B0D" w:rsidP="0026746F">
            <w:pPr>
              <w:pStyle w:val="TAN"/>
              <w:rPr>
                <w:rFonts w:eastAsia="PMingLiU"/>
                <w:lang w:eastAsia="zh-TW"/>
              </w:rPr>
            </w:pPr>
            <w:r>
              <w:rPr>
                <w:rFonts w:eastAsia="PMingLiU"/>
                <w:lang w:eastAsia="zh-TW"/>
              </w:rPr>
              <w:t>NOTE 3:</w:t>
            </w:r>
            <w:r>
              <w:tab/>
            </w:r>
            <w:r>
              <w:rPr>
                <w:rFonts w:eastAsia="PMingLiU"/>
                <w:lang w:eastAsia="zh-TW"/>
              </w:rPr>
              <w:t>Requirements in this specification apply for NR SCS of 15 kHz only.</w:t>
            </w:r>
          </w:p>
          <w:p w14:paraId="02BC1CEF" w14:textId="77777777" w:rsidR="00084B0D" w:rsidRDefault="00084B0D" w:rsidP="0026746F">
            <w:pPr>
              <w:pStyle w:val="TAN"/>
              <w:rPr>
                <w:rFonts w:eastAsia="PMingLiU"/>
                <w:lang w:eastAsia="zh-TW"/>
              </w:rPr>
            </w:pPr>
            <w:r>
              <w:rPr>
                <w:rFonts w:eastAsia="PMingLiU"/>
                <w:lang w:eastAsia="zh-TW"/>
              </w:rPr>
              <w:t>NOTE 4:</w:t>
            </w:r>
            <w:r>
              <w:tab/>
            </w:r>
            <w:r>
              <w:rPr>
                <w:rFonts w:eastAsia="PMingLiU"/>
                <w:lang w:eastAsia="zh-TW"/>
              </w:rPr>
              <w:t>The minimum requirements only apply for non-simultaneous Tx/Rx between all carriers.</w:t>
            </w:r>
          </w:p>
        </w:tc>
      </w:tr>
    </w:tbl>
    <w:p w14:paraId="19F6286B" w14:textId="77777777" w:rsidR="00084B0D" w:rsidRDefault="00084B0D" w:rsidP="00005EC3"/>
    <w:p w14:paraId="13794098" w14:textId="77777777" w:rsidR="00084B0D" w:rsidRDefault="00084B0D" w:rsidP="00084B0D">
      <w:pPr>
        <w:pStyle w:val="TH"/>
      </w:pPr>
      <w:r>
        <w:lastRenderedPageBreak/>
        <w:t>Table 5.3B.1.3-2: EN-DC configurations and bandwidth combination sets defined for intra-band EN-DC mixed intra-band contiguous and non-contiguous EN-DC</w:t>
      </w:r>
    </w:p>
    <w:tbl>
      <w:tblPr>
        <w:tblW w:w="9702" w:type="dxa"/>
        <w:tblInd w:w="-98" w:type="dxa"/>
        <w:tblCellMar>
          <w:left w:w="0" w:type="dxa"/>
          <w:right w:w="0" w:type="dxa"/>
        </w:tblCellMar>
        <w:tblLook w:val="04A0" w:firstRow="1" w:lastRow="0" w:firstColumn="1" w:lastColumn="0" w:noHBand="0" w:noVBand="1"/>
      </w:tblPr>
      <w:tblGrid>
        <w:gridCol w:w="1724"/>
        <w:gridCol w:w="1528"/>
        <w:gridCol w:w="1334"/>
        <w:gridCol w:w="1329"/>
        <w:gridCol w:w="1281"/>
        <w:gridCol w:w="1216"/>
        <w:gridCol w:w="1290"/>
      </w:tblGrid>
      <w:tr w:rsidR="00084B0D" w14:paraId="4B5ECBF7" w14:textId="77777777" w:rsidTr="0026746F">
        <w:trPr>
          <w:trHeight w:val="187"/>
        </w:trPr>
        <w:tc>
          <w:tcPr>
            <w:tcW w:w="9702"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AFC67F" w14:textId="77777777" w:rsidR="00084B0D" w:rsidRDefault="00084B0D" w:rsidP="0026746F">
            <w:pPr>
              <w:pStyle w:val="TAH"/>
              <w:rPr>
                <w:rFonts w:ascii="Calibri" w:hAnsi="Calibri" w:cs="Calibri"/>
                <w:sz w:val="22"/>
                <w:szCs w:val="22"/>
                <w:lang w:eastAsia="en-GB"/>
              </w:rPr>
            </w:pPr>
            <w:r>
              <w:rPr>
                <w:lang w:eastAsia="en-GB"/>
              </w:rPr>
              <w:t>E-UTRA – NR configuration / Bandwidth combination set</w:t>
            </w:r>
          </w:p>
        </w:tc>
      </w:tr>
      <w:tr w:rsidR="00084B0D" w14:paraId="0651E0FC" w14:textId="77777777" w:rsidTr="0026746F">
        <w:trPr>
          <w:trHeight w:val="187"/>
        </w:trPr>
        <w:tc>
          <w:tcPr>
            <w:tcW w:w="1724"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0EC3B26A" w14:textId="77777777" w:rsidR="00084B0D" w:rsidRDefault="00084B0D" w:rsidP="0026746F">
            <w:pPr>
              <w:pStyle w:val="TAH"/>
              <w:rPr>
                <w:lang w:eastAsia="en-GB"/>
              </w:rPr>
            </w:pPr>
            <w:r>
              <w:rPr>
                <w:lang w:eastAsia="en-GB"/>
              </w:rPr>
              <w:t>Downlink</w:t>
            </w:r>
          </w:p>
          <w:p w14:paraId="04A0490E" w14:textId="77777777" w:rsidR="00084B0D" w:rsidRDefault="00084B0D" w:rsidP="0026746F">
            <w:pPr>
              <w:pStyle w:val="TAH"/>
              <w:rPr>
                <w:rFonts w:ascii="Calibri" w:hAnsi="Calibri" w:cs="Calibri"/>
                <w:sz w:val="22"/>
                <w:szCs w:val="22"/>
                <w:lang w:eastAsia="en-GB"/>
              </w:rPr>
            </w:pPr>
            <w:r>
              <w:rPr>
                <w:lang w:eastAsia="en-GB"/>
              </w:rPr>
              <w:t>EN-DC configuration</w:t>
            </w:r>
          </w:p>
        </w:tc>
        <w:tc>
          <w:tcPr>
            <w:tcW w:w="1528"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141F4893" w14:textId="77777777" w:rsidR="00084B0D" w:rsidRDefault="00084B0D" w:rsidP="0026746F">
            <w:pPr>
              <w:pStyle w:val="TAH"/>
              <w:rPr>
                <w:rFonts w:ascii="Calibri" w:hAnsi="Calibri" w:cs="Calibri"/>
                <w:sz w:val="22"/>
                <w:szCs w:val="22"/>
                <w:lang w:eastAsia="en-GB"/>
              </w:rPr>
            </w:pPr>
            <w:r>
              <w:rPr>
                <w:lang w:eastAsia="ja-JP"/>
              </w:rPr>
              <w:t>Uplink EN-DC configurations</w:t>
            </w:r>
          </w:p>
        </w:tc>
        <w:tc>
          <w:tcPr>
            <w:tcW w:w="394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2FE282" w14:textId="77777777" w:rsidR="00084B0D" w:rsidRDefault="00084B0D" w:rsidP="0026746F">
            <w:pPr>
              <w:pStyle w:val="TAH"/>
              <w:rPr>
                <w:rFonts w:ascii="Calibri" w:hAnsi="Calibri" w:cs="Calibri"/>
                <w:sz w:val="22"/>
                <w:szCs w:val="22"/>
                <w:lang w:eastAsia="en-GB"/>
              </w:rPr>
            </w:pPr>
            <w:r>
              <w:rPr>
                <w:lang w:eastAsia="en-GB"/>
              </w:rPr>
              <w:t>Component carriers in order of increasing carrier frequency</w:t>
            </w:r>
          </w:p>
        </w:tc>
        <w:tc>
          <w:tcPr>
            <w:tcW w:w="1216"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3B11440F" w14:textId="77777777" w:rsidR="00084B0D" w:rsidRDefault="00084B0D" w:rsidP="0026746F">
            <w:pPr>
              <w:pStyle w:val="TAH"/>
              <w:rPr>
                <w:rFonts w:ascii="Calibri" w:hAnsi="Calibri" w:cs="Calibri"/>
                <w:sz w:val="22"/>
                <w:szCs w:val="22"/>
                <w:lang w:eastAsia="en-GB"/>
              </w:rPr>
            </w:pPr>
            <w:r>
              <w:rPr>
                <w:lang w:eastAsia="en-GB"/>
              </w:rPr>
              <w:t xml:space="preserve">Maximum aggregated </w:t>
            </w:r>
            <w:r>
              <w:rPr>
                <w:lang w:eastAsia="en-GB"/>
              </w:rPr>
              <w:br/>
              <w:t>bandwidth (MHz)</w:t>
            </w:r>
          </w:p>
        </w:tc>
        <w:tc>
          <w:tcPr>
            <w:tcW w:w="1290"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206CBB15" w14:textId="77777777" w:rsidR="00084B0D" w:rsidRDefault="00084B0D" w:rsidP="0026746F">
            <w:pPr>
              <w:pStyle w:val="TAH"/>
              <w:rPr>
                <w:rFonts w:ascii="Calibri" w:hAnsi="Calibri" w:cs="Calibri"/>
                <w:sz w:val="22"/>
                <w:szCs w:val="22"/>
                <w:lang w:eastAsia="en-GB"/>
              </w:rPr>
            </w:pPr>
            <w:r>
              <w:rPr>
                <w:lang w:eastAsia="en-GB"/>
              </w:rPr>
              <w:t>Bandwidth combination set</w:t>
            </w:r>
          </w:p>
        </w:tc>
      </w:tr>
      <w:tr w:rsidR="00084B0D" w14:paraId="4BB19888" w14:textId="77777777" w:rsidTr="0026746F">
        <w:trPr>
          <w:trHeight w:val="187"/>
        </w:trPr>
        <w:tc>
          <w:tcPr>
            <w:tcW w:w="0" w:type="auto"/>
            <w:tcBorders>
              <w:top w:val="nil"/>
              <w:left w:val="single" w:sz="4" w:space="0" w:color="auto"/>
              <w:bottom w:val="single" w:sz="4" w:space="0" w:color="auto"/>
              <w:right w:val="single" w:sz="4" w:space="0" w:color="auto"/>
            </w:tcBorders>
            <w:hideMark/>
          </w:tcPr>
          <w:p w14:paraId="0E30DA8C" w14:textId="77777777" w:rsidR="00084B0D" w:rsidRDefault="00084B0D" w:rsidP="0026746F">
            <w:pPr>
              <w:pStyle w:val="TAH"/>
              <w:rPr>
                <w:lang w:eastAsia="en-GB"/>
              </w:rPr>
            </w:pPr>
          </w:p>
        </w:tc>
        <w:tc>
          <w:tcPr>
            <w:tcW w:w="0" w:type="auto"/>
            <w:tcBorders>
              <w:top w:val="nil"/>
              <w:left w:val="single" w:sz="4" w:space="0" w:color="auto"/>
              <w:bottom w:val="single" w:sz="4" w:space="0" w:color="auto"/>
              <w:right w:val="single" w:sz="4" w:space="0" w:color="auto"/>
            </w:tcBorders>
            <w:hideMark/>
          </w:tcPr>
          <w:p w14:paraId="033CECC7" w14:textId="77777777" w:rsidR="00084B0D" w:rsidRDefault="00084B0D" w:rsidP="0026746F">
            <w:pPr>
              <w:pStyle w:val="TAH"/>
              <w:rPr>
                <w:rFonts w:ascii="CG Times (WN)" w:eastAsia="Times New Roman" w:hAnsi="CG Times (WN)"/>
                <w:lang w:val="en-US" w:eastAsia="zh-CN"/>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543F72" w14:textId="77777777" w:rsidR="00084B0D" w:rsidRDefault="00084B0D" w:rsidP="0026746F">
            <w:pPr>
              <w:pStyle w:val="TAH"/>
              <w:rPr>
                <w:lang w:eastAsia="en-GB"/>
              </w:rPr>
            </w:pPr>
            <w:r>
              <w:rPr>
                <w:lang w:eastAsia="en-GB"/>
              </w:rPr>
              <w:t>Channel bandwidths for E-UTRA carrier (MHz)</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12D83F" w14:textId="77777777" w:rsidR="00084B0D" w:rsidRDefault="00084B0D" w:rsidP="0026746F">
            <w:pPr>
              <w:pStyle w:val="TAH"/>
              <w:rPr>
                <w:lang w:eastAsia="en-GB"/>
              </w:rPr>
            </w:pPr>
            <w:r>
              <w:rPr>
                <w:lang w:eastAsia="en-GB"/>
              </w:rPr>
              <w:t>Channel bandwidths for NR carrier (MHz)</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FEE5F2" w14:textId="77777777" w:rsidR="00084B0D" w:rsidRDefault="00084B0D" w:rsidP="0026746F">
            <w:pPr>
              <w:pStyle w:val="TAH"/>
              <w:rPr>
                <w:lang w:eastAsia="en-GB"/>
              </w:rPr>
            </w:pPr>
            <w:r>
              <w:rPr>
                <w:lang w:eastAsia="en-GB"/>
              </w:rPr>
              <w:t>Channel bandwidths for E-UTRA carrier (MHz)</w:t>
            </w:r>
          </w:p>
        </w:tc>
        <w:tc>
          <w:tcPr>
            <w:tcW w:w="0" w:type="auto"/>
            <w:tcBorders>
              <w:top w:val="nil"/>
              <w:left w:val="single" w:sz="4" w:space="0" w:color="auto"/>
              <w:bottom w:val="single" w:sz="4" w:space="0" w:color="auto"/>
              <w:right w:val="single" w:sz="4" w:space="0" w:color="auto"/>
            </w:tcBorders>
            <w:hideMark/>
          </w:tcPr>
          <w:p w14:paraId="58C82E75" w14:textId="77777777" w:rsidR="00084B0D" w:rsidRDefault="00084B0D" w:rsidP="0026746F">
            <w:pPr>
              <w:pStyle w:val="TAH"/>
              <w:rPr>
                <w:lang w:eastAsia="en-GB"/>
              </w:rPr>
            </w:pPr>
          </w:p>
        </w:tc>
        <w:tc>
          <w:tcPr>
            <w:tcW w:w="0" w:type="auto"/>
            <w:tcBorders>
              <w:top w:val="nil"/>
              <w:left w:val="single" w:sz="4" w:space="0" w:color="auto"/>
              <w:bottom w:val="single" w:sz="4" w:space="0" w:color="auto"/>
              <w:right w:val="single" w:sz="4" w:space="0" w:color="auto"/>
            </w:tcBorders>
            <w:hideMark/>
          </w:tcPr>
          <w:p w14:paraId="12AB2B87" w14:textId="77777777" w:rsidR="00084B0D" w:rsidRDefault="00084B0D" w:rsidP="0026746F">
            <w:pPr>
              <w:pStyle w:val="TAH"/>
              <w:rPr>
                <w:rFonts w:ascii="CG Times (WN)" w:eastAsia="Times New Roman" w:hAnsi="CG Times (WN)"/>
                <w:lang w:val="en-US" w:eastAsia="zh-CN"/>
              </w:rPr>
            </w:pPr>
          </w:p>
        </w:tc>
      </w:tr>
      <w:tr w:rsidR="00084B0D" w14:paraId="7C84E77E" w14:textId="77777777" w:rsidTr="0026746F">
        <w:trPr>
          <w:trHeight w:val="187"/>
        </w:trPr>
        <w:tc>
          <w:tcPr>
            <w:tcW w:w="1724"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773585F9" w14:textId="77777777" w:rsidR="00084B0D" w:rsidRDefault="00084B0D" w:rsidP="0026746F">
            <w:pPr>
              <w:pStyle w:val="TAC"/>
              <w:rPr>
                <w:lang w:eastAsia="zh-TW"/>
              </w:rPr>
            </w:pPr>
            <w:r>
              <w:rPr>
                <w:rFonts w:cs="Arial"/>
                <w:lang w:eastAsia="zh-CN"/>
              </w:rPr>
              <w:t>DC_48A-(n)48AA</w:t>
            </w:r>
            <w:r>
              <w:rPr>
                <w:rFonts w:cs="Arial"/>
                <w:vertAlign w:val="superscript"/>
                <w:lang w:eastAsia="zh-TW"/>
              </w:rPr>
              <w:t>4,5</w:t>
            </w:r>
          </w:p>
        </w:tc>
        <w:tc>
          <w:tcPr>
            <w:tcW w:w="1528"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5B61A93A" w14:textId="77777777" w:rsidR="00084B0D" w:rsidRDefault="00084B0D" w:rsidP="0026746F">
            <w:pPr>
              <w:pStyle w:val="TAC"/>
              <w:rPr>
                <w:rFonts w:eastAsia="PMingLiU" w:cs="Arial"/>
                <w:lang w:eastAsia="zh-TW"/>
              </w:rPr>
            </w:pPr>
            <w:r>
              <w:rPr>
                <w:rFonts w:eastAsia="PMingLiU" w:cs="Arial"/>
                <w:lang w:eastAsia="zh-TW"/>
              </w:rPr>
              <w:t>DC_(n)48AA</w:t>
            </w:r>
            <w:r>
              <w:rPr>
                <w:rFonts w:cs="Arial"/>
                <w:vertAlign w:val="superscript"/>
                <w:lang w:eastAsia="zh-TW"/>
              </w:rPr>
              <w:t>2</w:t>
            </w:r>
          </w:p>
          <w:p w14:paraId="4CA5F501" w14:textId="77777777" w:rsidR="00084B0D" w:rsidRDefault="00084B0D" w:rsidP="0026746F">
            <w:pPr>
              <w:pStyle w:val="TAC"/>
              <w:rPr>
                <w:lang w:eastAsia="zh-TW"/>
              </w:rPr>
            </w:pPr>
            <w:r>
              <w:rPr>
                <w:rFonts w:cs="Arial"/>
                <w:lang w:eastAsia="zh-CN"/>
              </w:rPr>
              <w:t>DC_48A_n48A</w:t>
            </w:r>
            <w:r>
              <w:rPr>
                <w:rFonts w:cs="Arial"/>
                <w:vertAlign w:val="superscript"/>
                <w:lang w:eastAsia="zh-TW"/>
              </w:rPr>
              <w:t>2</w:t>
            </w: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B50686" w14:textId="77777777" w:rsidR="00084B0D" w:rsidRDefault="00084B0D" w:rsidP="0026746F">
            <w:pPr>
              <w:pStyle w:val="TAC"/>
              <w:rPr>
                <w:lang w:eastAsia="en-GB"/>
              </w:rPr>
            </w:pPr>
            <w:r>
              <w:rPr>
                <w:rFonts w:cs="Arial"/>
                <w:szCs w:val="18"/>
              </w:rPr>
              <w:t>See CA_48A-48A Bandwidth Combination Set 0 in TS 36.101 Table 5.6A.1-3</w:t>
            </w: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C81061" w14:textId="77777777" w:rsidR="00084B0D" w:rsidRDefault="00084B0D" w:rsidP="0026746F">
            <w:pPr>
              <w:pStyle w:val="TAC"/>
              <w:rPr>
                <w:rFonts w:eastAsia="PMingLiU"/>
                <w:lang w:eastAsia="zh-TW"/>
              </w:rPr>
            </w:pPr>
            <w:r>
              <w:rPr>
                <w:rFonts w:cs="Arial"/>
                <w:lang w:eastAsia="zh-CN"/>
              </w:rPr>
              <w:t>5, 10, 15, 20, 40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2940F1" w14:textId="77777777" w:rsidR="00084B0D" w:rsidRDefault="00084B0D" w:rsidP="0026746F">
            <w:pPr>
              <w:pStyle w:val="TAC"/>
              <w:rPr>
                <w:rFonts w:eastAsia="PMingLiU" w:cs="Arial"/>
                <w:szCs w:val="22"/>
                <w:lang w:eastAsia="zh-TW"/>
              </w:rPr>
            </w:pPr>
          </w:p>
        </w:tc>
        <w:tc>
          <w:tcPr>
            <w:tcW w:w="1216"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03AD2004" w14:textId="77777777" w:rsidR="00084B0D" w:rsidRDefault="00084B0D" w:rsidP="0026746F">
            <w:pPr>
              <w:pStyle w:val="TAC"/>
              <w:rPr>
                <w:rFonts w:eastAsia="PMingLiU" w:cs="Arial"/>
                <w:lang w:eastAsia="zh-TW"/>
              </w:rPr>
            </w:pPr>
            <w:r>
              <w:rPr>
                <w:lang w:eastAsia="zh-TW"/>
              </w:rPr>
              <w:t>80</w:t>
            </w:r>
          </w:p>
        </w:tc>
        <w:tc>
          <w:tcPr>
            <w:tcW w:w="1290"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23B1F15B" w14:textId="77777777" w:rsidR="00084B0D" w:rsidRDefault="00084B0D" w:rsidP="0026746F">
            <w:pPr>
              <w:pStyle w:val="TAC"/>
              <w:rPr>
                <w:rFonts w:cs="Arial"/>
                <w:lang w:eastAsia="en-GB"/>
              </w:rPr>
            </w:pPr>
            <w:r>
              <w:rPr>
                <w:lang w:eastAsia="zh-CN"/>
              </w:rPr>
              <w:t>0</w:t>
            </w:r>
          </w:p>
        </w:tc>
      </w:tr>
      <w:tr w:rsidR="00084B0D" w14:paraId="31A3120B" w14:textId="77777777" w:rsidTr="0026746F">
        <w:trPr>
          <w:trHeight w:val="187"/>
        </w:trPr>
        <w:tc>
          <w:tcPr>
            <w:tcW w:w="1724"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11B1CD9E" w14:textId="77777777" w:rsidR="00084B0D" w:rsidRDefault="00084B0D" w:rsidP="0026746F">
            <w:pPr>
              <w:pStyle w:val="TAC"/>
              <w:rPr>
                <w:lang w:eastAsia="zh-CN"/>
              </w:rPr>
            </w:pPr>
          </w:p>
        </w:tc>
        <w:tc>
          <w:tcPr>
            <w:tcW w:w="1528"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6D29D36E" w14:textId="77777777" w:rsidR="00084B0D" w:rsidRDefault="00084B0D" w:rsidP="0026746F">
            <w:pPr>
              <w:pStyle w:val="TAC"/>
              <w:rPr>
                <w:lang w:eastAsia="zh-CN"/>
              </w:rPr>
            </w:pPr>
          </w:p>
        </w:tc>
        <w:tc>
          <w:tcPr>
            <w:tcW w:w="13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A1032A" w14:textId="77777777" w:rsidR="00084B0D" w:rsidRDefault="00084B0D" w:rsidP="0026746F">
            <w:pPr>
              <w:pStyle w:val="TAC"/>
              <w:rPr>
                <w:lang w:eastAsia="zh-CN"/>
              </w:rPr>
            </w:pPr>
          </w:p>
        </w:tc>
        <w:tc>
          <w:tcPr>
            <w:tcW w:w="1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036B27" w14:textId="77777777" w:rsidR="00084B0D" w:rsidRDefault="00084B0D" w:rsidP="0026746F">
            <w:pPr>
              <w:pStyle w:val="TAC"/>
              <w:rPr>
                <w:lang w:eastAsia="zh-CN"/>
              </w:rPr>
            </w:pPr>
            <w:r>
              <w:rPr>
                <w:rFonts w:cs="Arial"/>
                <w:lang w:eastAsia="zh-CN"/>
              </w:rPr>
              <w:t>5, 10, 15, 20, 40</w:t>
            </w:r>
          </w:p>
        </w:tc>
        <w:tc>
          <w:tcPr>
            <w:tcW w:w="12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328B9D" w14:textId="77777777" w:rsidR="00084B0D" w:rsidRDefault="00084B0D" w:rsidP="0026746F">
            <w:pPr>
              <w:pStyle w:val="TAC"/>
              <w:rPr>
                <w:rFonts w:eastAsia="PMingLiU" w:cs="Arial"/>
                <w:szCs w:val="22"/>
                <w:lang w:eastAsia="zh-TW"/>
              </w:rPr>
            </w:pPr>
            <w:r>
              <w:rPr>
                <w:rFonts w:cs="Arial"/>
                <w:szCs w:val="18"/>
              </w:rPr>
              <w:t>See CA_48A-48A Bandwidth Combination Set 0 in TS 36.101 Table 5.6A.1-3</w:t>
            </w:r>
          </w:p>
        </w:tc>
        <w:tc>
          <w:tcPr>
            <w:tcW w:w="1216"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0822D4B7" w14:textId="77777777" w:rsidR="00084B0D" w:rsidRDefault="00084B0D" w:rsidP="0026746F">
            <w:pPr>
              <w:pStyle w:val="TAC"/>
              <w:rPr>
                <w:lang w:eastAsia="zh-CN"/>
              </w:rPr>
            </w:pPr>
          </w:p>
        </w:tc>
        <w:tc>
          <w:tcPr>
            <w:tcW w:w="1290"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3B471951" w14:textId="77777777" w:rsidR="00084B0D" w:rsidRDefault="00084B0D" w:rsidP="0026746F">
            <w:pPr>
              <w:pStyle w:val="TAC"/>
              <w:rPr>
                <w:lang w:eastAsia="zh-CN"/>
              </w:rPr>
            </w:pPr>
          </w:p>
        </w:tc>
      </w:tr>
      <w:tr w:rsidR="00084B0D" w14:paraId="3FACD080" w14:textId="77777777" w:rsidTr="0026746F">
        <w:trPr>
          <w:trHeight w:val="187"/>
        </w:trPr>
        <w:tc>
          <w:tcPr>
            <w:tcW w:w="9702"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F7ECC3" w14:textId="77777777" w:rsidR="00084B0D" w:rsidRDefault="00084B0D" w:rsidP="00005EC3">
            <w:pPr>
              <w:pStyle w:val="TAN"/>
              <w:rPr>
                <w:lang w:eastAsia="zh-TW"/>
              </w:rPr>
            </w:pPr>
            <w:r>
              <w:rPr>
                <w:lang w:eastAsia="zh-TW"/>
              </w:rPr>
              <w:t>NOTE 1:</w:t>
            </w:r>
            <w:r>
              <w:rPr>
                <w:lang w:eastAsia="zh-TW"/>
              </w:rPr>
              <w:tab/>
              <w:t>Void.</w:t>
            </w:r>
          </w:p>
          <w:p w14:paraId="5D42DA97" w14:textId="77777777" w:rsidR="00084B0D" w:rsidRDefault="00084B0D" w:rsidP="00005EC3">
            <w:pPr>
              <w:pStyle w:val="TAN"/>
              <w:rPr>
                <w:lang w:eastAsia="zh-TW"/>
              </w:rPr>
            </w:pPr>
            <w:r>
              <w:rPr>
                <w:lang w:eastAsia="zh-TW"/>
              </w:rPr>
              <w:t>NOTE 2:</w:t>
            </w:r>
            <w:r w:rsidRPr="00005EC3">
              <w:rPr>
                <w:lang w:eastAsia="zh-TW"/>
              </w:rPr>
              <w:tab/>
            </w:r>
            <w:r>
              <w:rPr>
                <w:lang w:eastAsia="zh-TW"/>
              </w:rPr>
              <w:t>Only single switched UL is supported.</w:t>
            </w:r>
          </w:p>
          <w:p w14:paraId="68C8C651" w14:textId="77777777" w:rsidR="00084B0D" w:rsidRDefault="00084B0D" w:rsidP="00005EC3">
            <w:pPr>
              <w:pStyle w:val="TAN"/>
              <w:rPr>
                <w:lang w:eastAsia="zh-TW"/>
              </w:rPr>
            </w:pPr>
            <w:r>
              <w:rPr>
                <w:lang w:eastAsia="zh-TW"/>
              </w:rPr>
              <w:t>NOTE 3:</w:t>
            </w:r>
            <w:r w:rsidRPr="00005EC3">
              <w:rPr>
                <w:lang w:eastAsia="zh-TW"/>
              </w:rPr>
              <w:tab/>
            </w:r>
            <w:r>
              <w:rPr>
                <w:lang w:eastAsia="zh-TW"/>
              </w:rPr>
              <w:t>Requirements in this specification apply for NR SCS of 15 kHz only.</w:t>
            </w:r>
          </w:p>
          <w:p w14:paraId="796D0E1A" w14:textId="77777777" w:rsidR="00084B0D" w:rsidRDefault="00084B0D" w:rsidP="00005EC3">
            <w:pPr>
              <w:pStyle w:val="TAN"/>
              <w:rPr>
                <w:lang w:eastAsia="zh-TW"/>
              </w:rPr>
            </w:pPr>
            <w:r>
              <w:rPr>
                <w:lang w:eastAsia="zh-TW"/>
              </w:rPr>
              <w:t>NOTE 4:</w:t>
            </w:r>
            <w:r w:rsidRPr="00005EC3">
              <w:rPr>
                <w:lang w:eastAsia="zh-TW"/>
              </w:rPr>
              <w:tab/>
            </w:r>
            <w:r>
              <w:rPr>
                <w:lang w:eastAsia="zh-TW"/>
              </w:rPr>
              <w:t>The minimum requirements only apply for non-simultaneous Tx/Rx between all carriers.</w:t>
            </w:r>
          </w:p>
          <w:p w14:paraId="67C3053D" w14:textId="77777777" w:rsidR="00084B0D" w:rsidRDefault="00084B0D" w:rsidP="00005EC3">
            <w:pPr>
              <w:pStyle w:val="TAN"/>
              <w:rPr>
                <w:lang w:eastAsia="zh-TW"/>
              </w:rPr>
            </w:pPr>
            <w:r>
              <w:rPr>
                <w:lang w:eastAsia="zh-TW"/>
              </w:rPr>
              <w:t>NOTE 5: The UE supporting these configurations mixed intra-band continuous and non-continuous ENDC with at most two sub-blocks containing more than two component carriers indicates ‘both’ by IE intraBandENDC-Support.</w:t>
            </w:r>
          </w:p>
        </w:tc>
      </w:tr>
    </w:tbl>
    <w:p w14:paraId="63C78215" w14:textId="77777777" w:rsidR="00084B0D" w:rsidRDefault="00084B0D" w:rsidP="00084B0D"/>
    <w:p w14:paraId="5506C04E" w14:textId="454D953A" w:rsidR="00125BD1" w:rsidRDefault="00125BD1" w:rsidP="008322E0">
      <w:pPr>
        <w:pStyle w:val="Heading2"/>
      </w:pPr>
      <w:r>
        <w:t>5.3C</w:t>
      </w:r>
      <w:r>
        <w:tab/>
        <w:t>Void</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14:paraId="4C62B593" w14:textId="4191C1DF" w:rsidR="00125BD1" w:rsidRPr="008322E0" w:rsidRDefault="00125BD1" w:rsidP="008322E0">
      <w:pPr>
        <w:pStyle w:val="Heading2"/>
      </w:pPr>
      <w:bookmarkStart w:id="782" w:name="_Toc45890498"/>
      <w:bookmarkStart w:id="783" w:name="_Toc45891722"/>
      <w:bookmarkStart w:id="784" w:name="_Toc45892132"/>
      <w:bookmarkStart w:id="785" w:name="_Toc45892542"/>
      <w:bookmarkStart w:id="786" w:name="_Toc52352955"/>
      <w:bookmarkStart w:id="787" w:name="_Toc53174778"/>
      <w:bookmarkStart w:id="788" w:name="_Toc61375927"/>
      <w:bookmarkStart w:id="789" w:name="_Toc61376339"/>
      <w:bookmarkStart w:id="790" w:name="_Toc67938610"/>
      <w:bookmarkStart w:id="791" w:name="_Toc76454212"/>
      <w:bookmarkStart w:id="792" w:name="_Toc76719632"/>
      <w:bookmarkStart w:id="793" w:name="_Toc76720152"/>
      <w:bookmarkStart w:id="794" w:name="_Toc83742849"/>
      <w:bookmarkStart w:id="795" w:name="_Toc83887224"/>
      <w:bookmarkStart w:id="796" w:name="_Toc83888025"/>
      <w:bookmarkStart w:id="797" w:name="_Toc90588679"/>
      <w:r>
        <w:t>5.3D</w:t>
      </w:r>
      <w:r>
        <w:tab/>
        <w:t>Void</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p w14:paraId="55D37A2F" w14:textId="4B1EB5A7" w:rsidR="00AA54EC" w:rsidRPr="00446013" w:rsidRDefault="00AA54EC" w:rsidP="00AA54EC">
      <w:pPr>
        <w:pStyle w:val="Heading2"/>
      </w:pPr>
      <w:bookmarkStart w:id="798" w:name="_Toc21340736"/>
      <w:bookmarkStart w:id="799" w:name="_Toc29805183"/>
      <w:bookmarkStart w:id="800" w:name="_Toc45890499"/>
      <w:bookmarkStart w:id="801" w:name="_Toc45891723"/>
      <w:bookmarkStart w:id="802" w:name="_Toc45892133"/>
      <w:bookmarkStart w:id="803" w:name="_Toc45892543"/>
      <w:bookmarkStart w:id="804" w:name="_Toc52352956"/>
      <w:bookmarkStart w:id="805" w:name="_Toc53174779"/>
      <w:bookmarkStart w:id="806" w:name="_Toc61375928"/>
      <w:bookmarkStart w:id="807" w:name="_Toc61376340"/>
      <w:bookmarkStart w:id="808" w:name="_Toc67938611"/>
      <w:bookmarkStart w:id="809" w:name="_Toc76454213"/>
      <w:bookmarkStart w:id="810" w:name="_Toc76719633"/>
      <w:bookmarkStart w:id="811" w:name="_Toc76720153"/>
      <w:bookmarkStart w:id="812" w:name="_Toc83742850"/>
      <w:bookmarkStart w:id="813" w:name="_Toc83887225"/>
      <w:bookmarkStart w:id="814" w:name="_Toc83888026"/>
      <w:bookmarkStart w:id="815" w:name="_Toc90588680"/>
      <w:r>
        <w:t>5.3E</w:t>
      </w:r>
      <w:r w:rsidRPr="00446013">
        <w:tab/>
      </w:r>
      <w:r>
        <w:t xml:space="preserve">UE </w:t>
      </w:r>
      <w:r w:rsidRPr="00446013">
        <w:t xml:space="preserve">Channel bandwidth for </w:t>
      </w:r>
      <w:bookmarkEnd w:id="798"/>
      <w:bookmarkEnd w:id="799"/>
      <w:r>
        <w:t>V2X</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p w14:paraId="0A6D56ED" w14:textId="77777777" w:rsidR="00B34157" w:rsidRDefault="00B34157" w:rsidP="00AA51BC">
      <w:pPr>
        <w:pStyle w:val="Heading3"/>
      </w:pPr>
      <w:bookmarkStart w:id="816" w:name="_Toc67938612"/>
      <w:bookmarkStart w:id="817" w:name="_Toc76454214"/>
      <w:bookmarkStart w:id="818" w:name="_Toc76719634"/>
      <w:bookmarkStart w:id="819" w:name="_Toc76720154"/>
      <w:bookmarkStart w:id="820" w:name="_Toc83742851"/>
      <w:bookmarkStart w:id="821" w:name="_Toc83887226"/>
      <w:bookmarkStart w:id="822" w:name="_Toc83888027"/>
      <w:bookmarkStart w:id="823" w:name="_Toc90588681"/>
      <w:r w:rsidRPr="004528E6">
        <w:t>5.3E.</w:t>
      </w:r>
      <w:r>
        <w:t>0</w:t>
      </w:r>
      <w:r w:rsidRPr="004528E6">
        <w:tab/>
      </w:r>
      <w:r>
        <w:t>General</w:t>
      </w:r>
      <w:bookmarkEnd w:id="816"/>
      <w:bookmarkEnd w:id="817"/>
      <w:bookmarkEnd w:id="818"/>
      <w:bookmarkEnd w:id="819"/>
      <w:bookmarkEnd w:id="820"/>
      <w:bookmarkEnd w:id="821"/>
      <w:bookmarkEnd w:id="822"/>
      <w:bookmarkEnd w:id="823"/>
    </w:p>
    <w:p w14:paraId="2D033498" w14:textId="126A1326" w:rsidR="00AA54EC" w:rsidRDefault="00AA54EC" w:rsidP="00B34157">
      <w:r w:rsidRPr="00446013">
        <w:t>The requirements specified in clause 5.3</w:t>
      </w:r>
      <w:r>
        <w:t>B</w:t>
      </w:r>
      <w:r w:rsidRPr="00446013">
        <w:t xml:space="preserve"> are applicable to</w:t>
      </w:r>
      <w:r>
        <w:t xml:space="preserve"> NR V2X UE. </w:t>
      </w:r>
    </w:p>
    <w:p w14:paraId="6F0564B0" w14:textId="742BA1E1" w:rsidR="00AA54EC" w:rsidRPr="004528E6" w:rsidRDefault="00AA54EC" w:rsidP="00AA54EC">
      <w:pPr>
        <w:pStyle w:val="Heading3"/>
      </w:pPr>
      <w:bookmarkStart w:id="824" w:name="_Toc45890500"/>
      <w:bookmarkStart w:id="825" w:name="_Toc45891724"/>
      <w:bookmarkStart w:id="826" w:name="_Toc45892134"/>
      <w:bookmarkStart w:id="827" w:name="_Toc45892544"/>
      <w:bookmarkStart w:id="828" w:name="_Toc52352957"/>
      <w:bookmarkStart w:id="829" w:name="_Toc53174780"/>
      <w:bookmarkStart w:id="830" w:name="_Toc61375929"/>
      <w:bookmarkStart w:id="831" w:name="_Toc61376341"/>
      <w:bookmarkStart w:id="832" w:name="_Toc67938613"/>
      <w:bookmarkStart w:id="833" w:name="_Toc76454215"/>
      <w:bookmarkStart w:id="834" w:name="_Toc76719635"/>
      <w:bookmarkStart w:id="835" w:name="_Toc76720155"/>
      <w:bookmarkStart w:id="836" w:name="_Toc83742852"/>
      <w:bookmarkStart w:id="837" w:name="_Toc83887227"/>
      <w:bookmarkStart w:id="838" w:name="_Toc83888028"/>
      <w:bookmarkStart w:id="839" w:name="_Toc90588682"/>
      <w:r w:rsidRPr="004528E6">
        <w:t>5.3E.1</w:t>
      </w:r>
      <w:r w:rsidRPr="004528E6">
        <w:tab/>
        <w:t>Intra-band contiguous V2X in FR1</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14:paraId="3CF499FE" w14:textId="1E2A7484" w:rsidR="00AA54EC" w:rsidRPr="001F078B" w:rsidRDefault="00AA54EC" w:rsidP="00AA54EC">
      <w:pPr>
        <w:overflowPunct w:val="0"/>
        <w:autoSpaceDE w:val="0"/>
        <w:autoSpaceDN w:val="0"/>
        <w:adjustRightInd w:val="0"/>
        <w:textAlignment w:val="baseline"/>
        <w:rPr>
          <w:rFonts w:eastAsia="Times New Roman"/>
          <w:lang w:eastAsia="ko-KR"/>
        </w:rPr>
      </w:pPr>
      <w:r w:rsidRPr="001F078B">
        <w:rPr>
          <w:rFonts w:eastAsia="Times New Roman"/>
          <w:lang w:eastAsia="ko-KR"/>
        </w:rPr>
        <w:t>For intra-band contiguous E</w:t>
      </w:r>
      <w:r>
        <w:rPr>
          <w:rFonts w:eastAsia="Times New Roman"/>
          <w:lang w:eastAsia="ko-KR"/>
        </w:rPr>
        <w:t xml:space="preserve">-UTRA </w:t>
      </w:r>
      <w:r w:rsidRPr="001F078B">
        <w:rPr>
          <w:rFonts w:eastAsia="Times New Roman"/>
          <w:lang w:eastAsia="ko-KR"/>
        </w:rPr>
        <w:t>N</w:t>
      </w:r>
      <w:r>
        <w:rPr>
          <w:rFonts w:eastAsia="Times New Roman"/>
          <w:lang w:eastAsia="ko-KR"/>
        </w:rPr>
        <w:t>R V2X UE, an EN-DC</w:t>
      </w:r>
      <w:r w:rsidRPr="001F078B">
        <w:rPr>
          <w:rFonts w:eastAsia="Times New Roman"/>
          <w:lang w:eastAsia="ko-KR"/>
        </w:rPr>
        <w:t xml:space="preserve"> </w:t>
      </w:r>
      <w:r>
        <w:rPr>
          <w:rFonts w:eastAsia="Times New Roman"/>
          <w:lang w:eastAsia="ko-KR"/>
        </w:rPr>
        <w:t>bandwidth class</w:t>
      </w:r>
      <w:r w:rsidRPr="005A233B">
        <w:rPr>
          <w:rFonts w:eastAsia="Times New Roman"/>
          <w:lang w:eastAsia="ko-KR"/>
        </w:rPr>
        <w:t xml:space="preserve"> </w:t>
      </w:r>
      <w:r>
        <w:rPr>
          <w:rFonts w:eastAsia="Times New Roman"/>
          <w:lang w:eastAsia="ko-KR"/>
        </w:rPr>
        <w:t xml:space="preserve">in Table </w:t>
      </w:r>
      <w:r w:rsidR="00B678A1">
        <w:rPr>
          <w:rFonts w:eastAsia="Times New Roman"/>
          <w:lang w:eastAsia="ko-KR"/>
        </w:rPr>
        <w:t>5.3B.0-1</w:t>
      </w:r>
      <w:r>
        <w:rPr>
          <w:rFonts w:eastAsia="Times New Roman"/>
          <w:lang w:eastAsia="ko-KR"/>
        </w:rPr>
        <w:t xml:space="preserve"> are considered to specify the V2X transmission/reception configurations.</w:t>
      </w:r>
    </w:p>
    <w:p w14:paraId="0EC4680A" w14:textId="1FEF38E4" w:rsidR="00AA54EC" w:rsidRDefault="00AA54EC" w:rsidP="00AA54EC">
      <w:pPr>
        <w:overflowPunct w:val="0"/>
        <w:autoSpaceDE w:val="0"/>
        <w:autoSpaceDN w:val="0"/>
        <w:adjustRightInd w:val="0"/>
        <w:textAlignment w:val="baseline"/>
        <w:rPr>
          <w:rFonts w:eastAsia="Times New Roman"/>
          <w:lang w:eastAsia="ko-KR"/>
        </w:rPr>
      </w:pPr>
      <w:r w:rsidRPr="001F078B">
        <w:rPr>
          <w:rFonts w:eastAsia="Times New Roman"/>
          <w:lang w:eastAsia="ko-KR"/>
        </w:rPr>
        <w:t>Bandwidth combination sets</w:t>
      </w:r>
      <w:r>
        <w:rPr>
          <w:rFonts w:eastAsia="Times New Roman"/>
          <w:lang w:eastAsia="ko-KR"/>
        </w:rPr>
        <w:t xml:space="preserve"> and V2X transmission/reception configurations for intra-band contiguous V2X UE</w:t>
      </w:r>
      <w:r w:rsidRPr="001F078B">
        <w:rPr>
          <w:rFonts w:eastAsia="Times New Roman"/>
          <w:lang w:eastAsia="ko-KR"/>
        </w:rPr>
        <w:t xml:space="preserve"> are specified in Table 5.3</w:t>
      </w:r>
      <w:r>
        <w:rPr>
          <w:rFonts w:eastAsia="Times New Roman"/>
          <w:lang w:eastAsia="ko-KR"/>
        </w:rPr>
        <w:t>E.1</w:t>
      </w:r>
      <w:r w:rsidRPr="001F078B">
        <w:rPr>
          <w:rFonts w:eastAsia="Times New Roman"/>
          <w:lang w:eastAsia="ko-KR"/>
        </w:rPr>
        <w:t>-1.</w:t>
      </w:r>
    </w:p>
    <w:p w14:paraId="1FD7F50B" w14:textId="37664344" w:rsidR="00AA54EC" w:rsidRPr="001F078B" w:rsidRDefault="00AA54EC" w:rsidP="00AA54EC">
      <w:pPr>
        <w:pStyle w:val="TH"/>
      </w:pPr>
      <w:r>
        <w:lastRenderedPageBreak/>
        <w:t>Table 5.3E.1</w:t>
      </w:r>
      <w:r w:rsidRPr="001F078B">
        <w:t>-1: E</w:t>
      </w:r>
      <w:r>
        <w:t>-UTRA-</w:t>
      </w:r>
      <w:r w:rsidRPr="001F078B">
        <w:t>N</w:t>
      </w:r>
      <w:r>
        <w:t>R V2X</w:t>
      </w:r>
      <w:r w:rsidRPr="001F078B">
        <w:t xml:space="preserve"> configurations and bandwidth combination sets </w:t>
      </w:r>
      <w:r>
        <w:t xml:space="preserve">for intra-band contiguous V2X UE </w:t>
      </w:r>
    </w:p>
    <w:tbl>
      <w:tblPr>
        <w:tblW w:w="8471" w:type="dxa"/>
        <w:jc w:val="center"/>
        <w:tblCellMar>
          <w:left w:w="0" w:type="dxa"/>
          <w:right w:w="0" w:type="dxa"/>
        </w:tblCellMar>
        <w:tblLook w:val="04A0" w:firstRow="1" w:lastRow="0" w:firstColumn="1" w:lastColumn="0" w:noHBand="0" w:noVBand="1"/>
      </w:tblPr>
      <w:tblGrid>
        <w:gridCol w:w="1558"/>
        <w:gridCol w:w="1395"/>
        <w:gridCol w:w="1218"/>
        <w:gridCol w:w="1244"/>
        <w:gridCol w:w="1413"/>
        <w:gridCol w:w="1643"/>
      </w:tblGrid>
      <w:tr w:rsidR="009E113B" w:rsidRPr="001F078B" w14:paraId="43BF6795" w14:textId="77777777" w:rsidTr="006B3BD2">
        <w:trPr>
          <w:trHeight w:val="187"/>
          <w:tblHeader/>
          <w:jc w:val="center"/>
        </w:trPr>
        <w:tc>
          <w:tcPr>
            <w:tcW w:w="0" w:type="auto"/>
            <w:tcBorders>
              <w:top w:val="single" w:sz="4" w:space="0" w:color="auto"/>
              <w:left w:val="single" w:sz="4" w:space="0" w:color="auto"/>
              <w:bottom w:val="single" w:sz="4" w:space="0" w:color="auto"/>
              <w:right w:val="single" w:sz="4" w:space="0" w:color="auto"/>
            </w:tcBorders>
          </w:tcPr>
          <w:p w14:paraId="3AE05D52" w14:textId="77777777" w:rsidR="00AA54EC" w:rsidRPr="000E35D2" w:rsidRDefault="00AA54EC" w:rsidP="006B3BD2">
            <w:pPr>
              <w:spacing w:after="0"/>
              <w:jc w:val="center"/>
              <w:rPr>
                <w:rFonts w:ascii="Arial" w:hAnsi="Arial"/>
                <w:b/>
                <w:sz w:val="18"/>
                <w:lang w:eastAsia="en-GB"/>
              </w:rPr>
            </w:pPr>
            <w:r w:rsidRPr="000E35D2">
              <w:rPr>
                <w:rFonts w:ascii="Arial" w:hAnsi="Arial"/>
                <w:b/>
                <w:sz w:val="18"/>
                <w:lang w:eastAsia="en-GB"/>
              </w:rPr>
              <w:t>V2X configuration</w:t>
            </w:r>
          </w:p>
        </w:tc>
        <w:tc>
          <w:tcPr>
            <w:tcW w:w="1395" w:type="dxa"/>
            <w:tcBorders>
              <w:top w:val="single" w:sz="4" w:space="0" w:color="auto"/>
              <w:left w:val="single" w:sz="4" w:space="0" w:color="auto"/>
              <w:bottom w:val="single" w:sz="4" w:space="0" w:color="auto"/>
              <w:right w:val="single" w:sz="4" w:space="0" w:color="auto"/>
            </w:tcBorders>
          </w:tcPr>
          <w:p w14:paraId="4C68E0B7" w14:textId="77777777" w:rsidR="00AA54EC" w:rsidRPr="000E35D2" w:rsidRDefault="00AA54EC" w:rsidP="006B3BD2">
            <w:pPr>
              <w:spacing w:after="0"/>
              <w:jc w:val="center"/>
              <w:rPr>
                <w:rFonts w:ascii="Arial" w:hAnsi="Arial"/>
                <w:b/>
                <w:sz w:val="18"/>
                <w:lang w:eastAsia="en-GB"/>
              </w:rPr>
            </w:pPr>
            <w:r w:rsidRPr="000E35D2">
              <w:rPr>
                <w:rFonts w:ascii="Arial" w:hAnsi="Arial"/>
                <w:b/>
                <w:sz w:val="18"/>
                <w:lang w:eastAsia="en-GB"/>
              </w:rPr>
              <w:t>SL transmisison band</w:t>
            </w:r>
          </w:p>
        </w:tc>
        <w:tc>
          <w:tcPr>
            <w:tcW w:w="12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81A2B8" w14:textId="77777777" w:rsidR="00AA54EC" w:rsidRPr="001F078B" w:rsidRDefault="00AA54EC" w:rsidP="006B3BD2">
            <w:pPr>
              <w:pStyle w:val="TAH"/>
              <w:keepNext w:val="0"/>
              <w:rPr>
                <w:lang w:eastAsia="en-GB"/>
              </w:rPr>
            </w:pPr>
            <w:r w:rsidRPr="001F078B">
              <w:rPr>
                <w:lang w:eastAsia="en-GB"/>
              </w:rPr>
              <w:t>Channel bandwidths for E-UTRA carrier (MHz)</w:t>
            </w:r>
          </w:p>
        </w:tc>
        <w:tc>
          <w:tcPr>
            <w:tcW w:w="12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4C6FAA" w14:textId="77777777" w:rsidR="00AA54EC" w:rsidRPr="001F078B" w:rsidRDefault="00AA54EC" w:rsidP="006B3BD2">
            <w:pPr>
              <w:pStyle w:val="TAH"/>
              <w:keepNext w:val="0"/>
              <w:rPr>
                <w:lang w:eastAsia="en-GB"/>
              </w:rPr>
            </w:pPr>
            <w:r w:rsidRPr="001F078B">
              <w:rPr>
                <w:lang w:eastAsia="en-GB"/>
              </w:rPr>
              <w:t>Channel bandwidths for NR carrier (MHz)</w:t>
            </w:r>
          </w:p>
        </w:tc>
        <w:tc>
          <w:tcPr>
            <w:tcW w:w="0" w:type="auto"/>
            <w:tcBorders>
              <w:top w:val="single" w:sz="4" w:space="0" w:color="auto"/>
              <w:left w:val="single" w:sz="4" w:space="0" w:color="auto"/>
              <w:bottom w:val="single" w:sz="4" w:space="0" w:color="auto"/>
              <w:right w:val="single" w:sz="4" w:space="0" w:color="auto"/>
            </w:tcBorders>
          </w:tcPr>
          <w:p w14:paraId="5564D2A7" w14:textId="77777777" w:rsidR="00AA54EC" w:rsidRPr="000E35D2" w:rsidRDefault="00AA54EC" w:rsidP="006B3BD2">
            <w:pPr>
              <w:spacing w:after="0"/>
              <w:jc w:val="center"/>
              <w:rPr>
                <w:rFonts w:ascii="Arial" w:hAnsi="Arial"/>
                <w:b/>
                <w:sz w:val="18"/>
                <w:lang w:eastAsia="en-GB"/>
              </w:rPr>
            </w:pPr>
            <w:r w:rsidRPr="000E35D2">
              <w:rPr>
                <w:rFonts w:ascii="Arial" w:hAnsi="Arial"/>
                <w:b/>
                <w:sz w:val="18"/>
                <w:lang w:eastAsia="en-GB"/>
              </w:rPr>
              <w:t xml:space="preserve">Maximum aggregated </w:t>
            </w:r>
            <w:r w:rsidRPr="000E35D2">
              <w:rPr>
                <w:rFonts w:ascii="Arial" w:hAnsi="Arial"/>
                <w:b/>
                <w:sz w:val="18"/>
                <w:lang w:eastAsia="en-GB"/>
              </w:rPr>
              <w:br/>
              <w:t>bandwidth (MHz)</w:t>
            </w:r>
          </w:p>
        </w:tc>
        <w:tc>
          <w:tcPr>
            <w:tcW w:w="0" w:type="auto"/>
            <w:tcBorders>
              <w:top w:val="single" w:sz="4" w:space="0" w:color="auto"/>
              <w:left w:val="single" w:sz="4" w:space="0" w:color="auto"/>
              <w:bottom w:val="single" w:sz="4" w:space="0" w:color="auto"/>
              <w:right w:val="single" w:sz="4" w:space="0" w:color="auto"/>
            </w:tcBorders>
          </w:tcPr>
          <w:p w14:paraId="17F2414A" w14:textId="77777777" w:rsidR="00AA54EC" w:rsidRPr="000E35D2" w:rsidRDefault="00AA54EC" w:rsidP="006B3BD2">
            <w:pPr>
              <w:spacing w:after="0"/>
              <w:jc w:val="center"/>
              <w:rPr>
                <w:rFonts w:ascii="Arial" w:hAnsi="Arial"/>
                <w:b/>
                <w:sz w:val="18"/>
                <w:lang w:eastAsia="en-GB"/>
              </w:rPr>
            </w:pPr>
            <w:r w:rsidRPr="000E35D2">
              <w:rPr>
                <w:rFonts w:ascii="Arial" w:hAnsi="Arial"/>
                <w:b/>
                <w:sz w:val="18"/>
                <w:lang w:eastAsia="en-GB"/>
              </w:rPr>
              <w:t>Bandwidth combination set</w:t>
            </w:r>
          </w:p>
        </w:tc>
      </w:tr>
      <w:tr w:rsidR="009E113B" w:rsidRPr="001F078B" w14:paraId="44B812B9" w14:textId="77777777" w:rsidTr="006B3BD2">
        <w:trPr>
          <w:trHeight w:val="187"/>
          <w:jc w:val="center"/>
        </w:trPr>
        <w:tc>
          <w:tcPr>
            <w:tcW w:w="1558"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20F5A5B5" w14:textId="77777777" w:rsidR="009E113B" w:rsidRPr="001F078B" w:rsidRDefault="009E113B" w:rsidP="006B3BD2">
            <w:pPr>
              <w:pStyle w:val="TAC"/>
              <w:keepNext w:val="0"/>
              <w:rPr>
                <w:lang w:eastAsia="en-GB"/>
              </w:rPr>
            </w:pPr>
            <w:r>
              <w:rPr>
                <w:lang w:eastAsia="en-GB"/>
              </w:rPr>
              <w:t>V2X_(n)47</w:t>
            </w:r>
            <w:r w:rsidRPr="001F078B">
              <w:rPr>
                <w:lang w:eastAsia="en-GB"/>
              </w:rPr>
              <w:t>AA</w:t>
            </w:r>
          </w:p>
        </w:tc>
        <w:tc>
          <w:tcPr>
            <w:tcW w:w="1395"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0AE2DDC9" w14:textId="77777777" w:rsidR="009E113B" w:rsidRPr="001F078B" w:rsidRDefault="009E113B" w:rsidP="006B3BD2">
            <w:pPr>
              <w:pStyle w:val="TAC"/>
              <w:keepNext w:val="0"/>
              <w:rPr>
                <w:lang w:eastAsia="en-GB"/>
              </w:rPr>
            </w:pPr>
            <w:r>
              <w:rPr>
                <w:lang w:eastAsia="ja-JP"/>
              </w:rPr>
              <w:t>E-UTRA Band 47 or NR band n47</w:t>
            </w:r>
          </w:p>
        </w:tc>
        <w:tc>
          <w:tcPr>
            <w:tcW w:w="12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631101" w14:textId="77777777" w:rsidR="009E113B" w:rsidRPr="001F078B" w:rsidRDefault="009E113B" w:rsidP="006B3BD2">
            <w:pPr>
              <w:pStyle w:val="TAC"/>
              <w:keepNext w:val="0"/>
              <w:rPr>
                <w:lang w:eastAsia="en-GB"/>
              </w:rPr>
            </w:pPr>
            <w:r>
              <w:rPr>
                <w:lang w:eastAsia="en-GB"/>
              </w:rPr>
              <w:t>10</w:t>
            </w:r>
          </w:p>
        </w:tc>
        <w:tc>
          <w:tcPr>
            <w:tcW w:w="12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903AEA" w14:textId="77777777" w:rsidR="009E113B" w:rsidRPr="001F078B" w:rsidRDefault="009E113B" w:rsidP="006B3BD2">
            <w:pPr>
              <w:pStyle w:val="TAC"/>
              <w:keepNext w:val="0"/>
              <w:rPr>
                <w:lang w:eastAsia="en-GB"/>
              </w:rPr>
            </w:pPr>
            <w:r>
              <w:rPr>
                <w:lang w:eastAsia="en-GB"/>
              </w:rPr>
              <w:t>10,20,30,40</w:t>
            </w:r>
          </w:p>
        </w:tc>
        <w:tc>
          <w:tcPr>
            <w:tcW w:w="1413"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1B30FDE6" w14:textId="77777777" w:rsidR="009E113B" w:rsidRPr="001F078B" w:rsidRDefault="009E113B" w:rsidP="006B3BD2">
            <w:pPr>
              <w:pStyle w:val="TAC"/>
              <w:keepNext w:val="0"/>
              <w:rPr>
                <w:lang w:eastAsia="en-GB"/>
              </w:rPr>
            </w:pPr>
            <w:r>
              <w:rPr>
                <w:lang w:eastAsia="en-GB"/>
              </w:rPr>
              <w:t>60</w:t>
            </w:r>
          </w:p>
        </w:tc>
        <w:tc>
          <w:tcPr>
            <w:tcW w:w="1643"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418920B2" w14:textId="77777777" w:rsidR="009E113B" w:rsidRPr="001F078B" w:rsidRDefault="009E113B" w:rsidP="006B3BD2">
            <w:pPr>
              <w:pStyle w:val="TAC"/>
              <w:keepNext w:val="0"/>
              <w:rPr>
                <w:lang w:eastAsia="en-GB"/>
              </w:rPr>
            </w:pPr>
            <w:r w:rsidRPr="001F078B">
              <w:rPr>
                <w:lang w:eastAsia="en-GB"/>
              </w:rPr>
              <w:t>0</w:t>
            </w:r>
          </w:p>
        </w:tc>
      </w:tr>
      <w:tr w:rsidR="009E113B" w:rsidRPr="001F078B" w14:paraId="40893B54" w14:textId="77777777" w:rsidTr="006B3BD2">
        <w:trPr>
          <w:trHeight w:val="187"/>
          <w:jc w:val="center"/>
        </w:trPr>
        <w:tc>
          <w:tcPr>
            <w:tcW w:w="0" w:type="auto"/>
            <w:tcBorders>
              <w:left w:val="single" w:sz="4" w:space="0" w:color="auto"/>
              <w:bottom w:val="single" w:sz="4" w:space="0" w:color="auto"/>
              <w:right w:val="single" w:sz="4" w:space="0" w:color="auto"/>
            </w:tcBorders>
            <w:shd w:val="clear" w:color="auto" w:fill="auto"/>
            <w:hideMark/>
          </w:tcPr>
          <w:p w14:paraId="64B316AD" w14:textId="77777777" w:rsidR="009E113B" w:rsidRPr="001F078B" w:rsidRDefault="009E113B" w:rsidP="006B3BD2">
            <w:pPr>
              <w:pStyle w:val="TAC"/>
              <w:keepNext w:val="0"/>
              <w:rPr>
                <w:lang w:eastAsia="en-GB"/>
              </w:rPr>
            </w:pPr>
          </w:p>
        </w:tc>
        <w:tc>
          <w:tcPr>
            <w:tcW w:w="1395" w:type="dxa"/>
            <w:tcBorders>
              <w:left w:val="single" w:sz="4" w:space="0" w:color="auto"/>
              <w:bottom w:val="single" w:sz="4" w:space="0" w:color="auto"/>
              <w:right w:val="single" w:sz="4" w:space="0" w:color="auto"/>
            </w:tcBorders>
            <w:shd w:val="clear" w:color="auto" w:fill="auto"/>
            <w:hideMark/>
          </w:tcPr>
          <w:p w14:paraId="4579D206" w14:textId="77777777" w:rsidR="009E113B" w:rsidRPr="001F078B" w:rsidRDefault="009E113B" w:rsidP="006B3BD2">
            <w:pPr>
              <w:pStyle w:val="TAC"/>
              <w:keepNext w:val="0"/>
              <w:rPr>
                <w:lang w:eastAsia="en-GB"/>
              </w:rPr>
            </w:pPr>
          </w:p>
        </w:tc>
        <w:tc>
          <w:tcPr>
            <w:tcW w:w="12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0E96" w14:textId="77777777" w:rsidR="009E113B" w:rsidRPr="009354AF" w:rsidRDefault="009E113B" w:rsidP="006B3BD2">
            <w:pPr>
              <w:pStyle w:val="TAC"/>
              <w:keepNext w:val="0"/>
              <w:rPr>
                <w:rFonts w:eastAsia="Malgun Gothic"/>
                <w:lang w:eastAsia="ko-KR"/>
              </w:rPr>
            </w:pPr>
            <w:r>
              <w:rPr>
                <w:rFonts w:eastAsia="Malgun Gothic" w:hint="eastAsia"/>
                <w:lang w:eastAsia="ko-KR"/>
              </w:rPr>
              <w:t>20</w:t>
            </w:r>
          </w:p>
        </w:tc>
        <w:tc>
          <w:tcPr>
            <w:tcW w:w="12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EB8B9A" w14:textId="77777777" w:rsidR="009E113B" w:rsidRPr="001F078B" w:rsidRDefault="009E113B" w:rsidP="006B3BD2">
            <w:pPr>
              <w:pStyle w:val="TAC"/>
              <w:keepNext w:val="0"/>
              <w:rPr>
                <w:lang w:eastAsia="en-GB"/>
              </w:rPr>
            </w:pPr>
            <w:r>
              <w:rPr>
                <w:lang w:eastAsia="en-GB"/>
              </w:rPr>
              <w:t>10,20,30,40</w:t>
            </w:r>
          </w:p>
        </w:tc>
        <w:tc>
          <w:tcPr>
            <w:tcW w:w="0" w:type="auto"/>
            <w:tcBorders>
              <w:left w:val="single" w:sz="4" w:space="0" w:color="auto"/>
              <w:bottom w:val="single" w:sz="4" w:space="0" w:color="auto"/>
              <w:right w:val="single" w:sz="4" w:space="0" w:color="auto"/>
            </w:tcBorders>
            <w:shd w:val="clear" w:color="auto" w:fill="auto"/>
            <w:hideMark/>
          </w:tcPr>
          <w:p w14:paraId="7B575734" w14:textId="77777777" w:rsidR="009E113B" w:rsidRPr="001F078B" w:rsidRDefault="009E113B" w:rsidP="006B3BD2">
            <w:pPr>
              <w:pStyle w:val="TAC"/>
              <w:keepNext w:val="0"/>
              <w:rPr>
                <w:lang w:eastAsia="en-GB"/>
              </w:rPr>
            </w:pPr>
          </w:p>
        </w:tc>
        <w:tc>
          <w:tcPr>
            <w:tcW w:w="0" w:type="auto"/>
            <w:tcBorders>
              <w:left w:val="single" w:sz="4" w:space="0" w:color="auto"/>
              <w:bottom w:val="single" w:sz="4" w:space="0" w:color="auto"/>
              <w:right w:val="single" w:sz="4" w:space="0" w:color="auto"/>
            </w:tcBorders>
            <w:shd w:val="clear" w:color="auto" w:fill="auto"/>
            <w:hideMark/>
          </w:tcPr>
          <w:p w14:paraId="60B951F0" w14:textId="77777777" w:rsidR="009E113B" w:rsidRPr="001F078B" w:rsidRDefault="009E113B" w:rsidP="006B3BD2">
            <w:pPr>
              <w:pStyle w:val="TAC"/>
              <w:keepNext w:val="0"/>
              <w:rPr>
                <w:lang w:eastAsia="en-GB"/>
              </w:rPr>
            </w:pPr>
          </w:p>
        </w:tc>
      </w:tr>
    </w:tbl>
    <w:p w14:paraId="6BB5E8DE" w14:textId="77777777" w:rsidR="00AA54EC" w:rsidRPr="001F078B" w:rsidRDefault="00AA54EC" w:rsidP="00AA54EC"/>
    <w:p w14:paraId="3CB3874E" w14:textId="692F69A2" w:rsidR="00AA54EC" w:rsidRPr="004528E6" w:rsidRDefault="00AA54EC" w:rsidP="00AA54EC">
      <w:pPr>
        <w:pStyle w:val="Heading3"/>
      </w:pPr>
      <w:bookmarkStart w:id="840" w:name="_Toc45890501"/>
      <w:bookmarkStart w:id="841" w:name="_Toc45891725"/>
      <w:bookmarkStart w:id="842" w:name="_Toc45892135"/>
      <w:bookmarkStart w:id="843" w:name="_Toc45892545"/>
      <w:bookmarkStart w:id="844" w:name="_Toc52352958"/>
      <w:bookmarkStart w:id="845" w:name="_Toc53174781"/>
      <w:bookmarkStart w:id="846" w:name="_Toc61375930"/>
      <w:bookmarkStart w:id="847" w:name="_Toc61376342"/>
      <w:bookmarkStart w:id="848" w:name="_Toc67938614"/>
      <w:bookmarkStart w:id="849" w:name="_Toc76454216"/>
      <w:bookmarkStart w:id="850" w:name="_Toc76719636"/>
      <w:bookmarkStart w:id="851" w:name="_Toc76720156"/>
      <w:bookmarkStart w:id="852" w:name="_Toc83742853"/>
      <w:bookmarkStart w:id="853" w:name="_Toc83887228"/>
      <w:bookmarkStart w:id="854" w:name="_Toc83888029"/>
      <w:bookmarkStart w:id="855" w:name="_Toc90588683"/>
      <w:r w:rsidRPr="004528E6">
        <w:t>5.3E.2</w:t>
      </w:r>
      <w:r w:rsidRPr="004528E6">
        <w:tab/>
        <w:t>Intra-band non-contiguous V2X in FR1</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p>
    <w:p w14:paraId="4E5AA283" w14:textId="5DC4A4AC" w:rsidR="00AA54EC" w:rsidRPr="001F078B" w:rsidRDefault="00AA54EC" w:rsidP="00AA54EC">
      <w:pPr>
        <w:overflowPunct w:val="0"/>
        <w:autoSpaceDE w:val="0"/>
        <w:autoSpaceDN w:val="0"/>
        <w:adjustRightInd w:val="0"/>
        <w:textAlignment w:val="baseline"/>
        <w:rPr>
          <w:rFonts w:eastAsia="Times New Roman"/>
          <w:lang w:eastAsia="ko-KR"/>
        </w:rPr>
      </w:pPr>
      <w:r w:rsidRPr="001F078B">
        <w:rPr>
          <w:rFonts w:eastAsia="Times New Roman"/>
          <w:lang w:eastAsia="ko-KR"/>
        </w:rPr>
        <w:t xml:space="preserve">For intra-band </w:t>
      </w:r>
      <w:r>
        <w:rPr>
          <w:rFonts w:eastAsia="Times New Roman"/>
          <w:lang w:eastAsia="ko-KR"/>
        </w:rPr>
        <w:t>non-</w:t>
      </w:r>
      <w:r w:rsidRPr="001F078B">
        <w:rPr>
          <w:rFonts w:eastAsia="Times New Roman"/>
          <w:lang w:eastAsia="ko-KR"/>
        </w:rPr>
        <w:t>contiguous E</w:t>
      </w:r>
      <w:r>
        <w:rPr>
          <w:rFonts w:eastAsia="Times New Roman"/>
          <w:lang w:eastAsia="ko-KR"/>
        </w:rPr>
        <w:t xml:space="preserve">-UTRA </w:t>
      </w:r>
      <w:r w:rsidRPr="001F078B">
        <w:rPr>
          <w:rFonts w:eastAsia="Times New Roman"/>
          <w:lang w:eastAsia="ko-KR"/>
        </w:rPr>
        <w:t>N</w:t>
      </w:r>
      <w:r>
        <w:rPr>
          <w:rFonts w:eastAsia="Times New Roman"/>
          <w:lang w:eastAsia="ko-KR"/>
        </w:rPr>
        <w:t>R V2X UE, an EN-DC</w:t>
      </w:r>
      <w:r w:rsidRPr="001F078B">
        <w:rPr>
          <w:rFonts w:eastAsia="Times New Roman"/>
          <w:lang w:eastAsia="ko-KR"/>
        </w:rPr>
        <w:t xml:space="preserve"> </w:t>
      </w:r>
      <w:r>
        <w:rPr>
          <w:rFonts w:eastAsia="Times New Roman"/>
          <w:lang w:eastAsia="ko-KR"/>
        </w:rPr>
        <w:t>bandwidth class</w:t>
      </w:r>
      <w:r w:rsidRPr="005A233B">
        <w:rPr>
          <w:rFonts w:eastAsia="Times New Roman"/>
          <w:lang w:eastAsia="ko-KR"/>
        </w:rPr>
        <w:t xml:space="preserve"> </w:t>
      </w:r>
      <w:r>
        <w:rPr>
          <w:rFonts w:eastAsia="Times New Roman"/>
          <w:lang w:eastAsia="ko-KR"/>
        </w:rPr>
        <w:t xml:space="preserve">in Table </w:t>
      </w:r>
      <w:r w:rsidR="00B678A1">
        <w:rPr>
          <w:rFonts w:eastAsia="Times New Roman"/>
          <w:lang w:eastAsia="ko-KR"/>
        </w:rPr>
        <w:t>5.3B.0-1</w:t>
      </w:r>
      <w:r>
        <w:rPr>
          <w:rFonts w:eastAsia="Times New Roman"/>
          <w:lang w:eastAsia="ko-KR"/>
        </w:rPr>
        <w:t xml:space="preserve"> are considered to specify the V2X transmission/reception configurations. </w:t>
      </w:r>
    </w:p>
    <w:p w14:paraId="06195A01" w14:textId="5AF45533" w:rsidR="00AA54EC" w:rsidRDefault="00AA54EC" w:rsidP="00AA54EC">
      <w:pPr>
        <w:overflowPunct w:val="0"/>
        <w:autoSpaceDE w:val="0"/>
        <w:autoSpaceDN w:val="0"/>
        <w:adjustRightInd w:val="0"/>
        <w:textAlignment w:val="baseline"/>
        <w:rPr>
          <w:rFonts w:eastAsia="Times New Roman"/>
          <w:lang w:eastAsia="ko-KR"/>
        </w:rPr>
      </w:pPr>
      <w:r w:rsidRPr="001F078B">
        <w:rPr>
          <w:rFonts w:eastAsia="Times New Roman"/>
          <w:lang w:eastAsia="ko-KR"/>
        </w:rPr>
        <w:t>Bandwidth combination sets</w:t>
      </w:r>
      <w:r>
        <w:rPr>
          <w:rFonts w:eastAsia="Times New Roman"/>
          <w:lang w:eastAsia="ko-KR"/>
        </w:rPr>
        <w:t xml:space="preserve"> and SL transmission/reception configurations for intra-band non-contiguous V2X</w:t>
      </w:r>
      <w:r w:rsidRPr="001F078B">
        <w:rPr>
          <w:rFonts w:eastAsia="Times New Roman"/>
          <w:lang w:eastAsia="ko-KR"/>
        </w:rPr>
        <w:t xml:space="preserve"> are specified in Table 5.3</w:t>
      </w:r>
      <w:r>
        <w:rPr>
          <w:rFonts w:eastAsia="Times New Roman"/>
          <w:lang w:eastAsia="ko-KR"/>
        </w:rPr>
        <w:t>E.2</w:t>
      </w:r>
      <w:r w:rsidRPr="001F078B">
        <w:rPr>
          <w:rFonts w:eastAsia="Times New Roman"/>
          <w:lang w:eastAsia="ko-KR"/>
        </w:rPr>
        <w:t>-1.</w:t>
      </w:r>
    </w:p>
    <w:p w14:paraId="159E86BF" w14:textId="6A756E33" w:rsidR="00AA54EC" w:rsidRPr="001F078B" w:rsidRDefault="00AA54EC">
      <w:pPr>
        <w:pStyle w:val="TH"/>
      </w:pPr>
      <w:r>
        <w:t xml:space="preserve">Table 5.3E.2-1: </w:t>
      </w:r>
      <w:r w:rsidRPr="001F078B">
        <w:t>E</w:t>
      </w:r>
      <w:r>
        <w:t>-UTRA-</w:t>
      </w:r>
      <w:r w:rsidRPr="001F078B">
        <w:t>N</w:t>
      </w:r>
      <w:r>
        <w:t>R V2X</w:t>
      </w:r>
      <w:r w:rsidRPr="001F078B">
        <w:t xml:space="preserve"> configurations and bandwidth combination sets </w:t>
      </w:r>
      <w:r>
        <w:t>for intra-band non-contiguous V2X UE</w:t>
      </w:r>
    </w:p>
    <w:tbl>
      <w:tblPr>
        <w:tblW w:w="8471" w:type="dxa"/>
        <w:jc w:val="center"/>
        <w:tblCellMar>
          <w:left w:w="0" w:type="dxa"/>
          <w:right w:w="0" w:type="dxa"/>
        </w:tblCellMar>
        <w:tblLook w:val="04A0" w:firstRow="1" w:lastRow="0" w:firstColumn="1" w:lastColumn="0" w:noHBand="0" w:noVBand="1"/>
      </w:tblPr>
      <w:tblGrid>
        <w:gridCol w:w="1558"/>
        <w:gridCol w:w="1395"/>
        <w:gridCol w:w="1218"/>
        <w:gridCol w:w="1244"/>
        <w:gridCol w:w="1413"/>
        <w:gridCol w:w="1643"/>
      </w:tblGrid>
      <w:tr w:rsidR="009E113B" w:rsidRPr="001F078B" w14:paraId="7E0FE7A3" w14:textId="77777777" w:rsidTr="006B3BD2">
        <w:trPr>
          <w:trHeight w:val="187"/>
          <w:tblHeader/>
          <w:jc w:val="center"/>
        </w:trPr>
        <w:tc>
          <w:tcPr>
            <w:tcW w:w="0" w:type="auto"/>
            <w:tcBorders>
              <w:top w:val="single" w:sz="4" w:space="0" w:color="auto"/>
              <w:left w:val="single" w:sz="4" w:space="0" w:color="auto"/>
              <w:bottom w:val="single" w:sz="4" w:space="0" w:color="auto"/>
              <w:right w:val="single" w:sz="4" w:space="0" w:color="auto"/>
            </w:tcBorders>
          </w:tcPr>
          <w:p w14:paraId="7DA41191" w14:textId="77777777" w:rsidR="00AA54EC" w:rsidRPr="000E35D2" w:rsidRDefault="00AA54EC" w:rsidP="006B3BD2">
            <w:pPr>
              <w:pStyle w:val="TAH"/>
              <w:rPr>
                <w:lang w:eastAsia="en-GB"/>
              </w:rPr>
            </w:pPr>
            <w:r w:rsidRPr="000E35D2">
              <w:rPr>
                <w:lang w:eastAsia="en-GB"/>
              </w:rPr>
              <w:t>V2X configuration</w:t>
            </w:r>
          </w:p>
        </w:tc>
        <w:tc>
          <w:tcPr>
            <w:tcW w:w="1395" w:type="dxa"/>
            <w:tcBorders>
              <w:top w:val="single" w:sz="4" w:space="0" w:color="auto"/>
              <w:left w:val="single" w:sz="4" w:space="0" w:color="auto"/>
              <w:bottom w:val="single" w:sz="4" w:space="0" w:color="auto"/>
              <w:right w:val="single" w:sz="4" w:space="0" w:color="auto"/>
            </w:tcBorders>
          </w:tcPr>
          <w:p w14:paraId="1A42F31F" w14:textId="77777777" w:rsidR="00AA54EC" w:rsidRPr="000E35D2" w:rsidRDefault="00AA54EC" w:rsidP="006B3BD2">
            <w:pPr>
              <w:pStyle w:val="TAH"/>
              <w:rPr>
                <w:lang w:eastAsia="en-GB"/>
              </w:rPr>
            </w:pPr>
            <w:r w:rsidRPr="000E35D2">
              <w:rPr>
                <w:lang w:eastAsia="en-GB"/>
              </w:rPr>
              <w:t>SL transmisison band</w:t>
            </w:r>
          </w:p>
        </w:tc>
        <w:tc>
          <w:tcPr>
            <w:tcW w:w="12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75A117" w14:textId="77777777" w:rsidR="00AA54EC" w:rsidRPr="001F078B" w:rsidRDefault="00AA54EC" w:rsidP="006B3BD2">
            <w:pPr>
              <w:pStyle w:val="TAH"/>
              <w:rPr>
                <w:lang w:eastAsia="en-GB"/>
              </w:rPr>
            </w:pPr>
            <w:r w:rsidRPr="001F078B">
              <w:rPr>
                <w:lang w:eastAsia="en-GB"/>
              </w:rPr>
              <w:t>Channel bandwidths for E-UTRA carrier (MHz)</w:t>
            </w:r>
          </w:p>
        </w:tc>
        <w:tc>
          <w:tcPr>
            <w:tcW w:w="12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1A501" w14:textId="77777777" w:rsidR="00AA54EC" w:rsidRPr="001F078B" w:rsidRDefault="00AA54EC" w:rsidP="006B3BD2">
            <w:pPr>
              <w:pStyle w:val="TAH"/>
              <w:rPr>
                <w:lang w:eastAsia="en-GB"/>
              </w:rPr>
            </w:pPr>
            <w:r w:rsidRPr="001F078B">
              <w:rPr>
                <w:lang w:eastAsia="en-GB"/>
              </w:rPr>
              <w:t>Channel bandwidths for NR carrier (MHz)</w:t>
            </w:r>
          </w:p>
        </w:tc>
        <w:tc>
          <w:tcPr>
            <w:tcW w:w="0" w:type="auto"/>
            <w:tcBorders>
              <w:top w:val="single" w:sz="4" w:space="0" w:color="auto"/>
              <w:left w:val="single" w:sz="4" w:space="0" w:color="auto"/>
              <w:bottom w:val="single" w:sz="4" w:space="0" w:color="auto"/>
              <w:right w:val="single" w:sz="4" w:space="0" w:color="auto"/>
            </w:tcBorders>
          </w:tcPr>
          <w:p w14:paraId="2613F34D" w14:textId="77777777" w:rsidR="00AA54EC" w:rsidRPr="000E35D2" w:rsidRDefault="00AA54EC" w:rsidP="006B3BD2">
            <w:pPr>
              <w:pStyle w:val="TAH"/>
              <w:rPr>
                <w:lang w:eastAsia="en-GB"/>
              </w:rPr>
            </w:pPr>
            <w:r w:rsidRPr="000E35D2">
              <w:rPr>
                <w:lang w:eastAsia="en-GB"/>
              </w:rPr>
              <w:t xml:space="preserve">Maximum aggregated </w:t>
            </w:r>
            <w:r w:rsidRPr="000E35D2">
              <w:rPr>
                <w:lang w:eastAsia="en-GB"/>
              </w:rPr>
              <w:br/>
              <w:t>bandwidth (MHz)</w:t>
            </w:r>
          </w:p>
        </w:tc>
        <w:tc>
          <w:tcPr>
            <w:tcW w:w="0" w:type="auto"/>
            <w:tcBorders>
              <w:top w:val="single" w:sz="4" w:space="0" w:color="auto"/>
              <w:left w:val="single" w:sz="4" w:space="0" w:color="auto"/>
              <w:bottom w:val="single" w:sz="4" w:space="0" w:color="auto"/>
              <w:right w:val="single" w:sz="4" w:space="0" w:color="auto"/>
            </w:tcBorders>
          </w:tcPr>
          <w:p w14:paraId="6669A5F0" w14:textId="77777777" w:rsidR="00AA54EC" w:rsidRPr="000E35D2" w:rsidRDefault="00AA54EC" w:rsidP="006B3BD2">
            <w:pPr>
              <w:pStyle w:val="TAH"/>
              <w:rPr>
                <w:lang w:eastAsia="en-GB"/>
              </w:rPr>
            </w:pPr>
            <w:r w:rsidRPr="000E35D2">
              <w:rPr>
                <w:lang w:eastAsia="en-GB"/>
              </w:rPr>
              <w:t>Bandwidth combination set</w:t>
            </w:r>
          </w:p>
        </w:tc>
      </w:tr>
      <w:tr w:rsidR="009E113B" w:rsidRPr="001F078B" w14:paraId="61585860" w14:textId="77777777" w:rsidTr="006B3BD2">
        <w:trPr>
          <w:trHeight w:val="187"/>
          <w:jc w:val="center"/>
        </w:trPr>
        <w:tc>
          <w:tcPr>
            <w:tcW w:w="1558"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4336574B" w14:textId="77777777" w:rsidR="009E113B" w:rsidRPr="001F078B" w:rsidRDefault="009E113B" w:rsidP="006B3BD2">
            <w:pPr>
              <w:pStyle w:val="TAC"/>
              <w:keepNext w:val="0"/>
              <w:rPr>
                <w:lang w:eastAsia="en-GB"/>
              </w:rPr>
            </w:pPr>
            <w:r>
              <w:rPr>
                <w:lang w:eastAsia="en-GB"/>
              </w:rPr>
              <w:t>V2X_47</w:t>
            </w:r>
            <w:r w:rsidRPr="001F078B">
              <w:rPr>
                <w:lang w:eastAsia="en-GB"/>
              </w:rPr>
              <w:t>A</w:t>
            </w:r>
            <w:r>
              <w:rPr>
                <w:lang w:eastAsia="en-GB"/>
              </w:rPr>
              <w:t>_n47</w:t>
            </w:r>
            <w:r w:rsidRPr="001F078B">
              <w:rPr>
                <w:lang w:eastAsia="en-GB"/>
              </w:rPr>
              <w:t>A</w:t>
            </w:r>
          </w:p>
        </w:tc>
        <w:tc>
          <w:tcPr>
            <w:tcW w:w="1395"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16BFB47C" w14:textId="77777777" w:rsidR="009E113B" w:rsidRPr="001F078B" w:rsidRDefault="009E113B" w:rsidP="006B3BD2">
            <w:pPr>
              <w:pStyle w:val="TAC"/>
              <w:keepNext w:val="0"/>
              <w:rPr>
                <w:lang w:eastAsia="en-GB"/>
              </w:rPr>
            </w:pPr>
            <w:r>
              <w:rPr>
                <w:lang w:eastAsia="ja-JP"/>
              </w:rPr>
              <w:t>E-UTRA Band 47 or NR band n47</w:t>
            </w:r>
          </w:p>
        </w:tc>
        <w:tc>
          <w:tcPr>
            <w:tcW w:w="12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7BC386" w14:textId="77777777" w:rsidR="009E113B" w:rsidRPr="001F078B" w:rsidRDefault="009E113B" w:rsidP="006B3BD2">
            <w:pPr>
              <w:pStyle w:val="TAC"/>
              <w:keepNext w:val="0"/>
              <w:rPr>
                <w:lang w:eastAsia="en-GB"/>
              </w:rPr>
            </w:pPr>
            <w:r>
              <w:rPr>
                <w:lang w:eastAsia="en-GB"/>
              </w:rPr>
              <w:t>10</w:t>
            </w:r>
          </w:p>
        </w:tc>
        <w:tc>
          <w:tcPr>
            <w:tcW w:w="12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08DAA6" w14:textId="77777777" w:rsidR="009E113B" w:rsidRPr="001F078B" w:rsidRDefault="009E113B" w:rsidP="006B3BD2">
            <w:pPr>
              <w:pStyle w:val="TAC"/>
              <w:keepNext w:val="0"/>
              <w:rPr>
                <w:lang w:eastAsia="en-GB"/>
              </w:rPr>
            </w:pPr>
            <w:r>
              <w:rPr>
                <w:lang w:eastAsia="en-GB"/>
              </w:rPr>
              <w:t>10,20,30,40</w:t>
            </w:r>
          </w:p>
        </w:tc>
        <w:tc>
          <w:tcPr>
            <w:tcW w:w="1413"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44B8EC85" w14:textId="77777777" w:rsidR="009E113B" w:rsidRPr="001F078B" w:rsidRDefault="009E113B" w:rsidP="006B3BD2">
            <w:pPr>
              <w:pStyle w:val="TAC"/>
              <w:keepNext w:val="0"/>
              <w:rPr>
                <w:lang w:eastAsia="en-GB"/>
              </w:rPr>
            </w:pPr>
            <w:r>
              <w:rPr>
                <w:lang w:eastAsia="en-GB"/>
              </w:rPr>
              <w:t>60</w:t>
            </w:r>
          </w:p>
        </w:tc>
        <w:tc>
          <w:tcPr>
            <w:tcW w:w="1643"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05567878" w14:textId="77777777" w:rsidR="009E113B" w:rsidRPr="001F078B" w:rsidRDefault="009E113B" w:rsidP="006B3BD2">
            <w:pPr>
              <w:pStyle w:val="TAC"/>
              <w:keepNext w:val="0"/>
              <w:rPr>
                <w:lang w:eastAsia="en-GB"/>
              </w:rPr>
            </w:pPr>
            <w:r w:rsidRPr="001F078B">
              <w:rPr>
                <w:lang w:eastAsia="en-GB"/>
              </w:rPr>
              <w:t>0</w:t>
            </w:r>
          </w:p>
        </w:tc>
      </w:tr>
      <w:tr w:rsidR="009E113B" w:rsidRPr="001F078B" w14:paraId="3A41991F" w14:textId="77777777" w:rsidTr="006B3BD2">
        <w:trPr>
          <w:trHeight w:val="187"/>
          <w:jc w:val="center"/>
        </w:trPr>
        <w:tc>
          <w:tcPr>
            <w:tcW w:w="0" w:type="auto"/>
            <w:tcBorders>
              <w:left w:val="single" w:sz="4" w:space="0" w:color="auto"/>
              <w:bottom w:val="single" w:sz="4" w:space="0" w:color="auto"/>
              <w:right w:val="single" w:sz="4" w:space="0" w:color="auto"/>
            </w:tcBorders>
            <w:shd w:val="clear" w:color="auto" w:fill="auto"/>
            <w:hideMark/>
          </w:tcPr>
          <w:p w14:paraId="15435157" w14:textId="77777777" w:rsidR="009E113B" w:rsidRPr="001F078B" w:rsidRDefault="009E113B" w:rsidP="006B3BD2">
            <w:pPr>
              <w:pStyle w:val="TAC"/>
              <w:keepNext w:val="0"/>
              <w:rPr>
                <w:lang w:eastAsia="en-GB"/>
              </w:rPr>
            </w:pPr>
          </w:p>
        </w:tc>
        <w:tc>
          <w:tcPr>
            <w:tcW w:w="1395" w:type="dxa"/>
            <w:tcBorders>
              <w:left w:val="single" w:sz="4" w:space="0" w:color="auto"/>
              <w:bottom w:val="single" w:sz="4" w:space="0" w:color="auto"/>
              <w:right w:val="single" w:sz="4" w:space="0" w:color="auto"/>
            </w:tcBorders>
            <w:shd w:val="clear" w:color="auto" w:fill="auto"/>
            <w:hideMark/>
          </w:tcPr>
          <w:p w14:paraId="529430C0" w14:textId="77777777" w:rsidR="009E113B" w:rsidRPr="001F078B" w:rsidRDefault="009E113B" w:rsidP="006B3BD2">
            <w:pPr>
              <w:pStyle w:val="TAC"/>
              <w:keepNext w:val="0"/>
              <w:rPr>
                <w:lang w:eastAsia="en-GB"/>
              </w:rPr>
            </w:pPr>
          </w:p>
        </w:tc>
        <w:tc>
          <w:tcPr>
            <w:tcW w:w="12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1F0DCB" w14:textId="77777777" w:rsidR="009E113B" w:rsidRPr="009354AF" w:rsidRDefault="009E113B" w:rsidP="006B3BD2">
            <w:pPr>
              <w:pStyle w:val="TAC"/>
              <w:keepNext w:val="0"/>
              <w:rPr>
                <w:rFonts w:eastAsia="Malgun Gothic"/>
                <w:lang w:eastAsia="ko-KR"/>
              </w:rPr>
            </w:pPr>
            <w:r>
              <w:rPr>
                <w:rFonts w:eastAsia="Malgun Gothic" w:hint="eastAsia"/>
                <w:lang w:eastAsia="ko-KR"/>
              </w:rPr>
              <w:t>20</w:t>
            </w:r>
          </w:p>
        </w:tc>
        <w:tc>
          <w:tcPr>
            <w:tcW w:w="12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0E8A2" w14:textId="77777777" w:rsidR="009E113B" w:rsidRPr="001F078B" w:rsidRDefault="009E113B" w:rsidP="006B3BD2">
            <w:pPr>
              <w:pStyle w:val="TAC"/>
              <w:keepNext w:val="0"/>
              <w:rPr>
                <w:lang w:eastAsia="en-GB"/>
              </w:rPr>
            </w:pPr>
            <w:r>
              <w:rPr>
                <w:lang w:eastAsia="en-GB"/>
              </w:rPr>
              <w:t>10,20,30,40</w:t>
            </w:r>
          </w:p>
        </w:tc>
        <w:tc>
          <w:tcPr>
            <w:tcW w:w="0" w:type="auto"/>
            <w:tcBorders>
              <w:left w:val="single" w:sz="4" w:space="0" w:color="auto"/>
              <w:bottom w:val="single" w:sz="4" w:space="0" w:color="auto"/>
              <w:right w:val="single" w:sz="4" w:space="0" w:color="auto"/>
            </w:tcBorders>
            <w:shd w:val="clear" w:color="auto" w:fill="auto"/>
            <w:hideMark/>
          </w:tcPr>
          <w:p w14:paraId="04C9580F" w14:textId="77777777" w:rsidR="009E113B" w:rsidRPr="001F078B" w:rsidRDefault="009E113B" w:rsidP="006B3BD2">
            <w:pPr>
              <w:pStyle w:val="TAC"/>
              <w:keepNext w:val="0"/>
              <w:rPr>
                <w:lang w:eastAsia="en-GB"/>
              </w:rPr>
            </w:pPr>
          </w:p>
        </w:tc>
        <w:tc>
          <w:tcPr>
            <w:tcW w:w="0" w:type="auto"/>
            <w:tcBorders>
              <w:left w:val="single" w:sz="4" w:space="0" w:color="auto"/>
              <w:bottom w:val="single" w:sz="4" w:space="0" w:color="auto"/>
              <w:right w:val="single" w:sz="4" w:space="0" w:color="auto"/>
            </w:tcBorders>
            <w:shd w:val="clear" w:color="auto" w:fill="auto"/>
            <w:hideMark/>
          </w:tcPr>
          <w:p w14:paraId="3B43FCAF" w14:textId="77777777" w:rsidR="009E113B" w:rsidRPr="001F078B" w:rsidRDefault="009E113B" w:rsidP="006B3BD2">
            <w:pPr>
              <w:pStyle w:val="TAC"/>
              <w:keepNext w:val="0"/>
              <w:rPr>
                <w:lang w:eastAsia="en-GB"/>
              </w:rPr>
            </w:pPr>
          </w:p>
        </w:tc>
      </w:tr>
    </w:tbl>
    <w:p w14:paraId="019C020C" w14:textId="77777777" w:rsidR="00AA54EC" w:rsidRDefault="00AA54EC" w:rsidP="00AA54EC"/>
    <w:p w14:paraId="59073A49" w14:textId="36119137" w:rsidR="00AA54EC" w:rsidRPr="00D03C14" w:rsidRDefault="00AA54EC" w:rsidP="00AA54EC">
      <w:pPr>
        <w:pStyle w:val="Heading3"/>
        <w:rPr>
          <w:lang w:val="sv-FI"/>
        </w:rPr>
      </w:pPr>
      <w:bookmarkStart w:id="856" w:name="_Toc45890502"/>
      <w:bookmarkStart w:id="857" w:name="_Toc45891726"/>
      <w:bookmarkStart w:id="858" w:name="_Toc45892136"/>
      <w:bookmarkStart w:id="859" w:name="_Toc45892546"/>
      <w:bookmarkStart w:id="860" w:name="_Toc52352959"/>
      <w:bookmarkStart w:id="861" w:name="_Toc53174782"/>
      <w:bookmarkStart w:id="862" w:name="_Toc61375931"/>
      <w:bookmarkStart w:id="863" w:name="_Toc61376343"/>
      <w:bookmarkStart w:id="864" w:name="_Toc67938615"/>
      <w:bookmarkStart w:id="865" w:name="_Toc76454217"/>
      <w:bookmarkStart w:id="866" w:name="_Toc76719637"/>
      <w:bookmarkStart w:id="867" w:name="_Toc76720157"/>
      <w:bookmarkStart w:id="868" w:name="_Toc83742854"/>
      <w:bookmarkStart w:id="869" w:name="_Toc83887229"/>
      <w:bookmarkStart w:id="870" w:name="_Toc83888030"/>
      <w:bookmarkStart w:id="871" w:name="_Toc90588684"/>
      <w:r>
        <w:rPr>
          <w:lang w:val="sv-FI"/>
        </w:rPr>
        <w:t>5.3E.3</w:t>
      </w:r>
      <w:r w:rsidRPr="00D03C14">
        <w:rPr>
          <w:lang w:val="sv-FI"/>
        </w:rPr>
        <w:tab/>
      </w:r>
      <w:r>
        <w:rPr>
          <w:lang w:val="sv-FI"/>
        </w:rPr>
        <w:t>Inter</w:t>
      </w:r>
      <w:r w:rsidRPr="00D03C14">
        <w:rPr>
          <w:lang w:val="sv-FI"/>
        </w:rPr>
        <w:t xml:space="preserve">-band </w:t>
      </w:r>
      <w:r>
        <w:rPr>
          <w:lang w:val="sv-FI"/>
        </w:rPr>
        <w:t>V2X</w:t>
      </w:r>
      <w:r w:rsidRPr="00D03C14">
        <w:rPr>
          <w:lang w:val="sv-FI"/>
        </w:rPr>
        <w:t xml:space="preserve"> in FR1</w:t>
      </w:r>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14:paraId="0553D7A5" w14:textId="77777777" w:rsidR="00AA54EC" w:rsidRPr="00F64DBD" w:rsidRDefault="00AA54EC" w:rsidP="00AA54EC">
      <w:r>
        <w:rPr>
          <w:rFonts w:eastAsia="Times New Roman"/>
          <w:lang w:eastAsia="ko-KR"/>
        </w:rPr>
        <w:t>For inter</w:t>
      </w:r>
      <w:r w:rsidRPr="001F078B">
        <w:rPr>
          <w:rFonts w:eastAsia="Times New Roman"/>
          <w:lang w:eastAsia="ko-KR"/>
        </w:rPr>
        <w:t>-band E</w:t>
      </w:r>
      <w:r>
        <w:rPr>
          <w:rFonts w:eastAsia="Times New Roman"/>
          <w:lang w:eastAsia="ko-KR"/>
        </w:rPr>
        <w:t xml:space="preserve">-UTRA </w:t>
      </w:r>
      <w:r w:rsidRPr="001F078B">
        <w:rPr>
          <w:rFonts w:eastAsia="Times New Roman"/>
          <w:lang w:eastAsia="ko-KR"/>
        </w:rPr>
        <w:t>N</w:t>
      </w:r>
      <w:r>
        <w:rPr>
          <w:rFonts w:eastAsia="Times New Roman"/>
          <w:lang w:eastAsia="ko-KR"/>
        </w:rPr>
        <w:t>R V2X UE, t</w:t>
      </w:r>
      <w:r w:rsidRPr="001F078B">
        <w:t xml:space="preserve">he </w:t>
      </w:r>
      <w:r>
        <w:t xml:space="preserve">each </w:t>
      </w:r>
      <w:r w:rsidRPr="001F078B">
        <w:t xml:space="preserve">channel </w:t>
      </w:r>
      <w:r>
        <w:t xml:space="preserve">bandwidth </w:t>
      </w:r>
      <w:r w:rsidRPr="001F078B">
        <w:t>for int</w:t>
      </w:r>
      <w:r>
        <w:t>er</w:t>
      </w:r>
      <w:r w:rsidRPr="001F078B">
        <w:t xml:space="preserve">-band </w:t>
      </w:r>
      <w:r>
        <w:t>V2X</w:t>
      </w:r>
      <w:r w:rsidRPr="001F078B">
        <w:t xml:space="preserve"> operations in FR1 is specified in TS</w:t>
      </w:r>
      <w:r>
        <w:t xml:space="preserve"> 36.101 [4] and TS 38.101-1 [2]</w:t>
      </w:r>
      <w:r w:rsidRPr="001F078B">
        <w:t>, respectively.</w:t>
      </w:r>
    </w:p>
    <w:p w14:paraId="4B36B464" w14:textId="2C63DC96" w:rsidR="001310A1" w:rsidRPr="00E062F1" w:rsidRDefault="001310A1" w:rsidP="001310A1">
      <w:pPr>
        <w:pStyle w:val="Heading2"/>
      </w:pPr>
      <w:bookmarkStart w:id="872" w:name="_Toc21351510"/>
      <w:bookmarkStart w:id="873" w:name="_Toc29807092"/>
      <w:bookmarkStart w:id="874" w:name="_Toc36648806"/>
      <w:bookmarkStart w:id="875" w:name="_Toc36651531"/>
      <w:bookmarkStart w:id="876" w:name="_Toc37256465"/>
      <w:bookmarkStart w:id="877" w:name="_Toc37256806"/>
      <w:bookmarkStart w:id="878" w:name="_Toc45890503"/>
      <w:bookmarkStart w:id="879" w:name="_Toc45891727"/>
      <w:bookmarkStart w:id="880" w:name="_Toc45892137"/>
      <w:bookmarkStart w:id="881" w:name="_Toc45892547"/>
      <w:bookmarkStart w:id="882" w:name="_Toc52352960"/>
      <w:bookmarkStart w:id="883" w:name="_Toc53174783"/>
      <w:bookmarkStart w:id="884" w:name="_Toc61375932"/>
      <w:bookmarkStart w:id="885" w:name="_Toc61376344"/>
      <w:bookmarkStart w:id="886" w:name="_Toc67938616"/>
      <w:bookmarkStart w:id="887" w:name="_Toc76454218"/>
      <w:bookmarkStart w:id="888" w:name="_Toc76719638"/>
      <w:bookmarkStart w:id="889" w:name="_Toc76720158"/>
      <w:bookmarkStart w:id="890" w:name="_Toc83742855"/>
      <w:bookmarkStart w:id="891" w:name="_Toc83887230"/>
      <w:bookmarkStart w:id="892" w:name="_Toc83888031"/>
      <w:bookmarkStart w:id="893" w:name="_Toc90588685"/>
      <w:r w:rsidRPr="00E062F1">
        <w:t>5.4</w:t>
      </w:r>
      <w:r w:rsidRPr="00E062F1">
        <w:tab/>
      </w:r>
      <w:r w:rsidR="004A2C3C" w:rsidRPr="00E062F1">
        <w:t>Void</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p w14:paraId="0CB33E97" w14:textId="77777777" w:rsidR="009C7FAA" w:rsidRPr="00E062F1" w:rsidRDefault="009C7FAA" w:rsidP="00C42558">
      <w:pPr>
        <w:pStyle w:val="Heading2"/>
      </w:pPr>
      <w:bookmarkStart w:id="894" w:name="_Toc21351511"/>
      <w:bookmarkStart w:id="895" w:name="_Toc29807093"/>
      <w:bookmarkStart w:id="896" w:name="_Toc36648807"/>
      <w:bookmarkStart w:id="897" w:name="_Toc36651532"/>
      <w:bookmarkStart w:id="898" w:name="_Toc37256466"/>
      <w:bookmarkStart w:id="899" w:name="_Toc37256807"/>
      <w:bookmarkStart w:id="900" w:name="_Toc45890504"/>
      <w:bookmarkStart w:id="901" w:name="_Toc45891728"/>
      <w:bookmarkStart w:id="902" w:name="_Toc45892138"/>
      <w:bookmarkStart w:id="903" w:name="_Toc45892548"/>
      <w:bookmarkStart w:id="904" w:name="_Toc52352961"/>
      <w:bookmarkStart w:id="905" w:name="_Toc53174784"/>
      <w:bookmarkStart w:id="906" w:name="_Toc61375933"/>
      <w:bookmarkStart w:id="907" w:name="_Toc61376345"/>
      <w:bookmarkStart w:id="908" w:name="_Toc67938617"/>
      <w:bookmarkStart w:id="909" w:name="_Toc76454219"/>
      <w:bookmarkStart w:id="910" w:name="_Toc76719639"/>
      <w:bookmarkStart w:id="911" w:name="_Toc76720159"/>
      <w:bookmarkStart w:id="912" w:name="_Toc83742856"/>
      <w:bookmarkStart w:id="913" w:name="_Toc83887231"/>
      <w:bookmarkStart w:id="914" w:name="_Toc83888032"/>
      <w:bookmarkStart w:id="915" w:name="_Toc90588686"/>
      <w:r w:rsidRPr="00E062F1">
        <w:t>5.4A</w:t>
      </w:r>
      <w:r w:rsidRPr="00E062F1">
        <w:tab/>
        <w:t>Channel arrangement for CA</w:t>
      </w:r>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14:paraId="5374EDA9" w14:textId="76CC28B5" w:rsidR="009C7FAA" w:rsidRPr="00E062F1" w:rsidRDefault="009C7FAA" w:rsidP="009C7FAA">
      <w:r w:rsidRPr="00E062F1">
        <w:t xml:space="preserve">The channel arrangement for CA operations in FR1 and FR2 as specified in </w:t>
      </w:r>
      <w:r w:rsidR="0005374D" w:rsidRPr="00E062F1">
        <w:t xml:space="preserve">TS </w:t>
      </w:r>
      <w:r w:rsidRPr="00E062F1">
        <w:t>38.101-1</w:t>
      </w:r>
      <w:r w:rsidR="0005374D" w:rsidRPr="00E062F1">
        <w:t xml:space="preserve"> [2]</w:t>
      </w:r>
      <w:r w:rsidRPr="00E062F1">
        <w:t xml:space="preserve"> and </w:t>
      </w:r>
      <w:r w:rsidR="0005374D" w:rsidRPr="00E062F1">
        <w:t xml:space="preserve">TS </w:t>
      </w:r>
      <w:r w:rsidRPr="00E062F1">
        <w:t>38.101-2</w:t>
      </w:r>
      <w:r w:rsidR="0005374D" w:rsidRPr="00E062F1">
        <w:t xml:space="preserve"> [3]</w:t>
      </w:r>
      <w:r w:rsidRPr="00E062F1">
        <w:t>, respectively.</w:t>
      </w:r>
    </w:p>
    <w:p w14:paraId="47CE5F2F" w14:textId="3F01D831" w:rsidR="009C7FAA" w:rsidRDefault="009C7FAA" w:rsidP="00C42558">
      <w:pPr>
        <w:pStyle w:val="Heading2"/>
      </w:pPr>
      <w:bookmarkStart w:id="916" w:name="_Toc21351512"/>
      <w:bookmarkStart w:id="917" w:name="_Toc29807094"/>
      <w:bookmarkStart w:id="918" w:name="_Toc36648808"/>
      <w:bookmarkStart w:id="919" w:name="_Toc36651533"/>
      <w:bookmarkStart w:id="920" w:name="_Toc37256467"/>
      <w:bookmarkStart w:id="921" w:name="_Toc37256808"/>
      <w:bookmarkStart w:id="922" w:name="_Toc45890505"/>
      <w:bookmarkStart w:id="923" w:name="_Toc45891729"/>
      <w:bookmarkStart w:id="924" w:name="_Toc45892139"/>
      <w:bookmarkStart w:id="925" w:name="_Toc45892549"/>
      <w:bookmarkStart w:id="926" w:name="_Toc52352962"/>
      <w:bookmarkStart w:id="927" w:name="_Toc53174785"/>
      <w:bookmarkStart w:id="928" w:name="_Toc61375934"/>
      <w:bookmarkStart w:id="929" w:name="_Toc61376346"/>
      <w:bookmarkStart w:id="930" w:name="_Toc67938618"/>
      <w:bookmarkStart w:id="931" w:name="_Toc76454220"/>
      <w:bookmarkStart w:id="932" w:name="_Toc76719640"/>
      <w:bookmarkStart w:id="933" w:name="_Toc76720160"/>
      <w:bookmarkStart w:id="934" w:name="_Toc83742857"/>
      <w:bookmarkStart w:id="935" w:name="_Toc83887232"/>
      <w:bookmarkStart w:id="936" w:name="_Toc83888033"/>
      <w:bookmarkStart w:id="937" w:name="_Toc90588687"/>
      <w:r w:rsidRPr="00E062F1">
        <w:t>5.4B</w:t>
      </w:r>
      <w:r w:rsidRPr="00E062F1">
        <w:tab/>
        <w:t>Channel arrangement for DC</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14:paraId="44CF9BB4" w14:textId="57A23F20" w:rsidR="00B678A1" w:rsidRPr="00B678A1" w:rsidRDefault="00B678A1" w:rsidP="00AA51BC">
      <w:pPr>
        <w:pStyle w:val="Heading3"/>
      </w:pPr>
      <w:bookmarkStart w:id="938" w:name="_Toc67938619"/>
      <w:bookmarkStart w:id="939" w:name="_Toc76454221"/>
      <w:bookmarkStart w:id="940" w:name="_Toc76719641"/>
      <w:bookmarkStart w:id="941" w:name="_Toc76720161"/>
      <w:bookmarkStart w:id="942" w:name="_Toc83742858"/>
      <w:bookmarkStart w:id="943" w:name="_Toc83887233"/>
      <w:bookmarkStart w:id="944" w:name="_Toc83888034"/>
      <w:bookmarkStart w:id="945" w:name="_Toc90588688"/>
      <w:r w:rsidRPr="00E062F1">
        <w:t>5.4B.</w:t>
      </w:r>
      <w:r>
        <w:t>0</w:t>
      </w:r>
      <w:r w:rsidRPr="00E062F1">
        <w:tab/>
      </w:r>
      <w:r>
        <w:rPr>
          <w:rFonts w:hint="eastAsia"/>
          <w:lang w:eastAsia="zh-CN"/>
        </w:rPr>
        <w:t>G</w:t>
      </w:r>
      <w:r>
        <w:rPr>
          <w:lang w:eastAsia="zh-CN"/>
        </w:rPr>
        <w:t>eneral</w:t>
      </w:r>
      <w:bookmarkEnd w:id="938"/>
      <w:bookmarkEnd w:id="939"/>
      <w:bookmarkEnd w:id="940"/>
      <w:bookmarkEnd w:id="941"/>
      <w:bookmarkEnd w:id="942"/>
      <w:bookmarkEnd w:id="943"/>
      <w:bookmarkEnd w:id="944"/>
      <w:bookmarkEnd w:id="945"/>
    </w:p>
    <w:p w14:paraId="53267267" w14:textId="2832A14B" w:rsidR="0018506F" w:rsidRPr="00E062F1" w:rsidRDefault="0018506F" w:rsidP="009C7FAA">
      <w:r w:rsidRPr="00E062F1">
        <w:t xml:space="preserve">The channel arrangement for intra-band EN-DC operations in FR1 is specified in </w:t>
      </w:r>
      <w:r w:rsidR="00BE2465" w:rsidRPr="00E062F1">
        <w:t>TS 36.101 [4] and</w:t>
      </w:r>
      <w:r w:rsidRPr="00E062F1">
        <w:t xml:space="preserve"> TS 38.101-1</w:t>
      </w:r>
      <w:r w:rsidR="0005374D" w:rsidRPr="00E062F1">
        <w:t xml:space="preserve"> [2]</w:t>
      </w:r>
      <w:r w:rsidR="00BE2465" w:rsidRPr="00E062F1">
        <w:t>, respectively</w:t>
      </w:r>
      <w:r w:rsidRPr="00E062F1">
        <w:t>.</w:t>
      </w:r>
    </w:p>
    <w:p w14:paraId="04FFBB94" w14:textId="77777777" w:rsidR="009C7FAA" w:rsidRPr="00E062F1" w:rsidRDefault="009C7FAA" w:rsidP="00C42558">
      <w:pPr>
        <w:pStyle w:val="Heading3"/>
      </w:pPr>
      <w:bookmarkStart w:id="946" w:name="_Toc21351513"/>
      <w:bookmarkStart w:id="947" w:name="_Toc29807095"/>
      <w:bookmarkStart w:id="948" w:name="_Toc36648809"/>
      <w:bookmarkStart w:id="949" w:name="_Toc36651534"/>
      <w:bookmarkStart w:id="950" w:name="_Toc37256468"/>
      <w:bookmarkStart w:id="951" w:name="_Toc37256809"/>
      <w:bookmarkStart w:id="952" w:name="_Toc45890506"/>
      <w:bookmarkStart w:id="953" w:name="_Toc45891730"/>
      <w:bookmarkStart w:id="954" w:name="_Toc45892140"/>
      <w:bookmarkStart w:id="955" w:name="_Toc45892550"/>
      <w:bookmarkStart w:id="956" w:name="_Toc52352963"/>
      <w:bookmarkStart w:id="957" w:name="_Toc53174786"/>
      <w:bookmarkStart w:id="958" w:name="_Toc61375935"/>
      <w:bookmarkStart w:id="959" w:name="_Toc61376347"/>
      <w:bookmarkStart w:id="960" w:name="_Toc67938620"/>
      <w:bookmarkStart w:id="961" w:name="_Toc76454222"/>
      <w:bookmarkStart w:id="962" w:name="_Toc76719642"/>
      <w:bookmarkStart w:id="963" w:name="_Toc76720162"/>
      <w:bookmarkStart w:id="964" w:name="_Toc83742859"/>
      <w:bookmarkStart w:id="965" w:name="_Toc83887234"/>
      <w:bookmarkStart w:id="966" w:name="_Toc83888035"/>
      <w:bookmarkStart w:id="967" w:name="_Toc90588689"/>
      <w:r w:rsidRPr="00E062F1">
        <w:lastRenderedPageBreak/>
        <w:t>5.4B.1</w:t>
      </w:r>
      <w:r w:rsidRPr="00E062F1">
        <w:tab/>
        <w:t>Channel spacing for intra-band EN-DC carriers</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14:paraId="5E2ABC64" w14:textId="396284CD" w:rsidR="00DB283D" w:rsidRPr="00E062F1" w:rsidRDefault="009C7FAA" w:rsidP="00DB283D">
      <w:pPr>
        <w:rPr>
          <w:rFonts w:eastAsia="Yu Mincho"/>
        </w:rPr>
      </w:pPr>
      <w:r w:rsidRPr="00E062F1">
        <w:rPr>
          <w:rFonts w:eastAsia="Yu Mincho"/>
        </w:rPr>
        <w:t>The spacing between carriers will depend on the deployment scenario, the size of the frequency block available and the channel bandwidths. The nominal channel spacing between E-UTRA carrier and an adjacent NR carrier for intra-band contiguous EN-DC is defined as following:</w:t>
      </w:r>
    </w:p>
    <w:p w14:paraId="288A3A25" w14:textId="77777777" w:rsidR="00DB283D" w:rsidRPr="00E062F1" w:rsidRDefault="00DB283D" w:rsidP="00EA1C6C">
      <w:pPr>
        <w:pStyle w:val="B10"/>
      </w:pPr>
      <w:r w:rsidRPr="00E062F1">
        <w:t>-</w:t>
      </w:r>
      <w:r w:rsidRPr="00E062F1">
        <w:tab/>
        <w:t>For NR operating bands with 100 kHz channel raster,</w:t>
      </w:r>
    </w:p>
    <w:p w14:paraId="61CBCE4B" w14:textId="68ABC30E" w:rsidR="009C7FAA" w:rsidRPr="00E062F1" w:rsidRDefault="00DB283D" w:rsidP="00EA1C6C">
      <w:pPr>
        <w:pStyle w:val="EQ"/>
        <w:jc w:val="center"/>
      </w:pPr>
      <w:r w:rsidRPr="00E062F1">
        <w:t>Nominal Channel spacing = (BW</w:t>
      </w:r>
      <w:r w:rsidR="00526056" w:rsidRPr="00E062F1">
        <w:rPr>
          <w:vertAlign w:val="subscript"/>
        </w:rPr>
        <w:t>E-UTRA</w:t>
      </w:r>
      <w:r w:rsidRPr="00E062F1">
        <w:rPr>
          <w:vertAlign w:val="subscript"/>
        </w:rPr>
        <w:t>_Channel</w:t>
      </w:r>
      <w:r w:rsidRPr="00E062F1">
        <w:t xml:space="preserve"> + BW</w:t>
      </w:r>
      <w:r w:rsidRPr="00E062F1">
        <w:rPr>
          <w:vertAlign w:val="subscript"/>
        </w:rPr>
        <w:t>NR_Channel</w:t>
      </w:r>
      <w:r w:rsidRPr="00E062F1">
        <w:t>)/2</w:t>
      </w:r>
    </w:p>
    <w:p w14:paraId="06BBE0DA" w14:textId="0C843503" w:rsidR="009658BC" w:rsidRPr="00E062F1" w:rsidRDefault="009658BC" w:rsidP="00EA1C6C">
      <w:pPr>
        <w:pStyle w:val="B10"/>
      </w:pPr>
      <w:r w:rsidRPr="00E062F1">
        <w:t>-</w:t>
      </w:r>
      <w:r w:rsidRPr="00E062F1">
        <w:tab/>
        <w:t>For NR operating bands with 15 kHz channel raster,</w:t>
      </w:r>
    </w:p>
    <w:p w14:paraId="14965223" w14:textId="049BDFCB" w:rsidR="00F67CFA" w:rsidRPr="00E062F1" w:rsidRDefault="000A6949" w:rsidP="000A6949">
      <w:pPr>
        <w:pStyle w:val="B20"/>
        <w:rPr>
          <w:rFonts w:eastAsia="Yu Mincho"/>
        </w:rPr>
      </w:pPr>
      <w:r>
        <w:t>-</w:t>
      </w:r>
      <w:r>
        <w:tab/>
      </w:r>
      <w:r w:rsidR="00F67CFA" w:rsidRPr="00E062F1">
        <w:t>Nominal Channel spacing = (BW</w:t>
      </w:r>
      <w:r w:rsidR="00F67CFA" w:rsidRPr="00E062F1">
        <w:rPr>
          <w:vertAlign w:val="subscript"/>
        </w:rPr>
        <w:t>E-UTRA_Channel</w:t>
      </w:r>
      <w:r w:rsidR="00F67CFA" w:rsidRPr="00E062F1">
        <w:t xml:space="preserve"> + BW</w:t>
      </w:r>
      <w:r w:rsidR="00F67CFA" w:rsidRPr="00E062F1">
        <w:rPr>
          <w:vertAlign w:val="subscript"/>
        </w:rPr>
        <w:t>NR_Channel</w:t>
      </w:r>
      <w:r w:rsidR="00F67CFA" w:rsidRPr="00E062F1">
        <w:t>)/2+{-5kHz, 0kHz, 5kHz}</w:t>
      </w:r>
      <w:r w:rsidR="00F67CFA" w:rsidRPr="00E062F1">
        <w:rPr>
          <w:lang w:eastAsia="zh-CN"/>
        </w:rPr>
        <w:t xml:space="preserve"> </w:t>
      </w:r>
      <w:r w:rsidR="00F67CFA" w:rsidRPr="00E062F1">
        <w:rPr>
          <w:rFonts w:eastAsia="Yu Mincho"/>
        </w:rPr>
        <w:t>for ∆F</w:t>
      </w:r>
      <w:r w:rsidR="00F67CFA" w:rsidRPr="00E062F1">
        <w:rPr>
          <w:rFonts w:eastAsia="Yu Mincho"/>
          <w:vertAlign w:val="subscript"/>
        </w:rPr>
        <w:t>Raster</w:t>
      </w:r>
      <w:r w:rsidR="00F67CFA" w:rsidRPr="00E062F1">
        <w:rPr>
          <w:rFonts w:eastAsia="Yu Mincho"/>
        </w:rPr>
        <w:t xml:space="preserve"> equals </w:t>
      </w:r>
      <w:r w:rsidR="00F67CFA" w:rsidRPr="00E062F1">
        <w:rPr>
          <w:lang w:eastAsia="zh-CN"/>
        </w:rPr>
        <w:t xml:space="preserve">to </w:t>
      </w:r>
      <w:r w:rsidR="00F67CFA" w:rsidRPr="00E062F1">
        <w:rPr>
          <w:rFonts w:eastAsia="Yu Mincho"/>
        </w:rPr>
        <w:t>15 kHz</w:t>
      </w:r>
    </w:p>
    <w:p w14:paraId="65D9CD33" w14:textId="091064C2" w:rsidR="00F67CFA" w:rsidRPr="00E062F1" w:rsidRDefault="000A6949" w:rsidP="000A6949">
      <w:pPr>
        <w:pStyle w:val="B20"/>
      </w:pPr>
      <w:r>
        <w:t>-</w:t>
      </w:r>
      <w:r>
        <w:tab/>
      </w:r>
      <w:r w:rsidR="00F67CFA" w:rsidRPr="00E062F1">
        <w:t>Nominal Channel spacing = (BW</w:t>
      </w:r>
      <w:r w:rsidR="00F67CFA" w:rsidRPr="00E062F1">
        <w:rPr>
          <w:vertAlign w:val="subscript"/>
        </w:rPr>
        <w:t>E-UTRA_Channel</w:t>
      </w:r>
      <w:r w:rsidR="00F67CFA" w:rsidRPr="00E062F1">
        <w:t xml:space="preserve"> + BW</w:t>
      </w:r>
      <w:r w:rsidR="00F67CFA" w:rsidRPr="00E062F1">
        <w:rPr>
          <w:vertAlign w:val="subscript"/>
        </w:rPr>
        <w:t>NR_Channel</w:t>
      </w:r>
      <w:r w:rsidR="00F67CFA" w:rsidRPr="00E062F1">
        <w:t>)/2+{-10 kHz, 0 kHz, 10 kHz} for ∆F</w:t>
      </w:r>
      <w:r w:rsidR="00F67CFA" w:rsidRPr="00E062F1">
        <w:rPr>
          <w:vertAlign w:val="subscript"/>
        </w:rPr>
        <w:t>Raster</w:t>
      </w:r>
      <w:r w:rsidR="00F67CFA" w:rsidRPr="00E062F1">
        <w:t xml:space="preserve"> equals </w:t>
      </w:r>
      <w:r w:rsidR="00F67CFA" w:rsidRPr="00E062F1">
        <w:rPr>
          <w:lang w:eastAsia="zh-CN"/>
        </w:rPr>
        <w:t xml:space="preserve">to </w:t>
      </w:r>
      <w:r w:rsidR="00F67CFA" w:rsidRPr="00E062F1">
        <w:t>30 kHz</w:t>
      </w:r>
    </w:p>
    <w:p w14:paraId="53775F71" w14:textId="03EEF198" w:rsidR="00AF3FB8" w:rsidRPr="00E062F1" w:rsidRDefault="00AF3FB8" w:rsidP="000A6949">
      <w:r w:rsidRPr="00E062F1">
        <w:t>where BW</w:t>
      </w:r>
      <w:r w:rsidRPr="00E062F1">
        <w:rPr>
          <w:vertAlign w:val="subscript"/>
        </w:rPr>
        <w:t>E-UTRA_Channel</w:t>
      </w:r>
      <w:r w:rsidRPr="00E062F1">
        <w:t xml:space="preserve"> and BW</w:t>
      </w:r>
      <w:r w:rsidRPr="00E062F1">
        <w:rPr>
          <w:vertAlign w:val="subscript"/>
        </w:rPr>
        <w:t>NR_Channel</w:t>
      </w:r>
      <w:r w:rsidRPr="00E062F1">
        <w:t xml:space="preserve"> are the channel bandwidths of the E-UTRA and NR carriers</w:t>
      </w:r>
      <w:r w:rsidRPr="00E062F1">
        <w:rPr>
          <w:lang w:eastAsia="zh-CN"/>
        </w:rPr>
        <w:t xml:space="preserve">, </w:t>
      </w:r>
      <w:r w:rsidRPr="00E062F1">
        <w:t>∆F</w:t>
      </w:r>
      <w:r w:rsidRPr="00E062F1">
        <w:rPr>
          <w:vertAlign w:val="subscript"/>
        </w:rPr>
        <w:t>Raster</w:t>
      </w:r>
      <w:r w:rsidRPr="00E062F1">
        <w:rPr>
          <w:lang w:eastAsia="zh-CN"/>
        </w:rPr>
        <w:t xml:space="preserve"> is the </w:t>
      </w:r>
      <w:r w:rsidRPr="00E062F1">
        <w:rPr>
          <w:vertAlign w:val="subscript"/>
          <w:lang w:eastAsia="zh-CN"/>
        </w:rPr>
        <w:t xml:space="preserve"> </w:t>
      </w:r>
      <w:r w:rsidRPr="00E062F1">
        <w:rPr>
          <w:lang w:eastAsia="zh-CN"/>
        </w:rPr>
        <w:t>b</w:t>
      </w:r>
      <w:r w:rsidRPr="00E062F1">
        <w:t>and dependent channel raster granularity</w:t>
      </w:r>
      <w:r w:rsidRPr="00E062F1">
        <w:rPr>
          <w:lang w:eastAsia="zh-CN"/>
        </w:rPr>
        <w:t xml:space="preserve"> defined in TS38.101-1[2]</w:t>
      </w:r>
      <w:r w:rsidRPr="00E062F1">
        <w:t>. The channel spacing can be adjusted depending on the channel raster to optimize performance in a particular deployment scenario.</w:t>
      </w:r>
    </w:p>
    <w:p w14:paraId="0FE644CE" w14:textId="6DAF7EF6" w:rsidR="00203397" w:rsidRPr="00E062F1" w:rsidRDefault="00203397" w:rsidP="00203397">
      <w:pPr>
        <w:rPr>
          <w:rFonts w:eastAsia="Yu Mincho"/>
        </w:rPr>
        <w:sectPr w:rsidR="00203397" w:rsidRPr="00E062F1" w:rsidSect="00E73989">
          <w:headerReference w:type="default" r:id="rId9"/>
          <w:footerReference w:type="default" r:id="rId10"/>
          <w:footnotePr>
            <w:numRestart w:val="eachSect"/>
          </w:footnotePr>
          <w:pgSz w:w="11907" w:h="16840" w:code="9"/>
          <w:pgMar w:top="1416" w:right="1133" w:bottom="1133" w:left="1133" w:header="850" w:footer="340" w:gutter="0"/>
          <w:pgNumType w:start="12"/>
          <w:cols w:space="720"/>
          <w:formProt w:val="0"/>
        </w:sectPr>
      </w:pPr>
      <w:r w:rsidRPr="00E062F1">
        <w:rPr>
          <w:rFonts w:eastAsia="Yu Mincho"/>
        </w:rPr>
        <w:t xml:space="preserve">For intra-band non-contiguous EN-DC the channel spacing between E-UTRA and NR carriers shall be larger than the nominal channel spacing defined in this </w:t>
      </w:r>
      <w:r w:rsidR="003922B7" w:rsidRPr="00E062F1">
        <w:rPr>
          <w:rFonts w:eastAsia="Yu Mincho"/>
        </w:rPr>
        <w:t>clause</w:t>
      </w:r>
      <w:r w:rsidR="00B678A1">
        <w:rPr>
          <w:rFonts w:eastAsia="Yu Mincho"/>
        </w:rPr>
        <w:t>.</w:t>
      </w:r>
    </w:p>
    <w:p w14:paraId="4B9ACDAE" w14:textId="77777777" w:rsidR="00AA54EC" w:rsidRDefault="00AA54EC" w:rsidP="00AA54EC">
      <w:bookmarkStart w:id="968" w:name="_Toc21351514"/>
      <w:bookmarkStart w:id="969" w:name="_Toc29807096"/>
      <w:bookmarkStart w:id="970" w:name="_Toc36648810"/>
      <w:bookmarkStart w:id="971" w:name="_Toc36651535"/>
      <w:bookmarkStart w:id="972" w:name="_Toc37256469"/>
      <w:bookmarkStart w:id="973" w:name="_Toc37256810"/>
    </w:p>
    <w:p w14:paraId="0FEA4A10" w14:textId="1D4A6F41" w:rsidR="00203397" w:rsidRPr="00E062F1" w:rsidRDefault="00203397" w:rsidP="00203397">
      <w:pPr>
        <w:pStyle w:val="Heading2"/>
      </w:pPr>
      <w:bookmarkStart w:id="974" w:name="_Toc45890507"/>
      <w:bookmarkStart w:id="975" w:name="_Toc45891731"/>
      <w:bookmarkStart w:id="976" w:name="_Toc45892141"/>
      <w:bookmarkStart w:id="977" w:name="_Toc45892551"/>
      <w:bookmarkStart w:id="978" w:name="_Toc52352964"/>
      <w:bookmarkStart w:id="979" w:name="_Toc53174787"/>
      <w:bookmarkStart w:id="980" w:name="_Toc61375936"/>
      <w:bookmarkStart w:id="981" w:name="_Toc61376348"/>
      <w:bookmarkStart w:id="982" w:name="_Toc67938621"/>
      <w:bookmarkStart w:id="983" w:name="_Toc76454223"/>
      <w:bookmarkStart w:id="984" w:name="_Toc76719643"/>
      <w:bookmarkStart w:id="985" w:name="_Toc76720163"/>
      <w:bookmarkStart w:id="986" w:name="_Toc83742860"/>
      <w:bookmarkStart w:id="987" w:name="_Toc83887235"/>
      <w:bookmarkStart w:id="988" w:name="_Toc83888036"/>
      <w:bookmarkStart w:id="989" w:name="_Toc90588690"/>
      <w:r w:rsidRPr="00E062F1">
        <w:t>5.5</w:t>
      </w:r>
      <w:r w:rsidRPr="00E062F1">
        <w:tab/>
        <w:t>Configuration</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14:paraId="2A27F645" w14:textId="77777777" w:rsidR="00203397" w:rsidRPr="00E062F1" w:rsidRDefault="00203397" w:rsidP="00203397">
      <w:pPr>
        <w:pStyle w:val="Heading2"/>
      </w:pPr>
      <w:bookmarkStart w:id="990" w:name="_Toc21351515"/>
      <w:bookmarkStart w:id="991" w:name="_Toc29807097"/>
      <w:bookmarkStart w:id="992" w:name="_Toc36648811"/>
      <w:bookmarkStart w:id="993" w:name="_Toc36651536"/>
      <w:bookmarkStart w:id="994" w:name="_Toc37256470"/>
      <w:bookmarkStart w:id="995" w:name="_Toc37256811"/>
      <w:bookmarkStart w:id="996" w:name="_Toc45890508"/>
      <w:bookmarkStart w:id="997" w:name="_Toc45891732"/>
      <w:bookmarkStart w:id="998" w:name="_Toc45892142"/>
      <w:bookmarkStart w:id="999" w:name="_Toc45892552"/>
      <w:bookmarkStart w:id="1000" w:name="_Toc52352965"/>
      <w:bookmarkStart w:id="1001" w:name="_Toc53174788"/>
      <w:bookmarkStart w:id="1002" w:name="_Toc61375937"/>
      <w:bookmarkStart w:id="1003" w:name="_Toc61376349"/>
      <w:bookmarkStart w:id="1004" w:name="_Toc67938622"/>
      <w:bookmarkStart w:id="1005" w:name="_Toc76454224"/>
      <w:bookmarkStart w:id="1006" w:name="_Toc76719644"/>
      <w:bookmarkStart w:id="1007" w:name="_Toc76720164"/>
      <w:bookmarkStart w:id="1008" w:name="_Toc83742861"/>
      <w:bookmarkStart w:id="1009" w:name="_Toc83887236"/>
      <w:bookmarkStart w:id="1010" w:name="_Toc83888037"/>
      <w:bookmarkStart w:id="1011" w:name="_Toc90588691"/>
      <w:r w:rsidRPr="00E062F1">
        <w:t>5.5A</w:t>
      </w:r>
      <w:r w:rsidRPr="00E062F1">
        <w:tab/>
        <w:t>Configuration for CA</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14:paraId="5A1F8038" w14:textId="62AFDB48" w:rsidR="00203397" w:rsidRPr="00E062F1" w:rsidRDefault="00203397" w:rsidP="00203397">
      <w:pPr>
        <w:pStyle w:val="Heading4"/>
        <w:rPr>
          <w:lang w:eastAsia="zh-CN"/>
        </w:rPr>
      </w:pPr>
      <w:bookmarkStart w:id="1012" w:name="_Toc21351516"/>
      <w:bookmarkStart w:id="1013" w:name="_Toc29807098"/>
      <w:bookmarkStart w:id="1014" w:name="_Toc36648812"/>
      <w:bookmarkStart w:id="1015" w:name="_Toc36651537"/>
      <w:bookmarkStart w:id="1016" w:name="_Toc37256471"/>
      <w:bookmarkStart w:id="1017" w:name="_Toc37256812"/>
      <w:bookmarkStart w:id="1018" w:name="_Toc45890509"/>
      <w:bookmarkStart w:id="1019" w:name="_Toc45891733"/>
      <w:bookmarkStart w:id="1020" w:name="_Toc45892143"/>
      <w:bookmarkStart w:id="1021" w:name="_Toc45892553"/>
      <w:bookmarkStart w:id="1022" w:name="_Toc52352966"/>
      <w:bookmarkStart w:id="1023" w:name="_Toc53174789"/>
      <w:bookmarkStart w:id="1024" w:name="_Toc61375938"/>
      <w:bookmarkStart w:id="1025" w:name="_Toc61376350"/>
      <w:bookmarkStart w:id="1026" w:name="_Toc67938623"/>
      <w:bookmarkStart w:id="1027" w:name="_Toc76454225"/>
      <w:bookmarkStart w:id="1028" w:name="_Toc76719645"/>
      <w:bookmarkStart w:id="1029" w:name="_Toc76720165"/>
      <w:bookmarkStart w:id="1030" w:name="_Toc83742862"/>
      <w:bookmarkStart w:id="1031" w:name="_Toc83887237"/>
      <w:bookmarkStart w:id="1032" w:name="_Toc83888038"/>
      <w:bookmarkStart w:id="1033" w:name="_Toc90588692"/>
      <w:r w:rsidRPr="00E062F1">
        <w:t>5.5</w:t>
      </w:r>
      <w:r w:rsidRPr="00E062F1">
        <w:rPr>
          <w:lang w:eastAsia="zh-CN"/>
        </w:rPr>
        <w:t>A</w:t>
      </w:r>
      <w:r w:rsidRPr="00E062F1">
        <w:t>.1</w:t>
      </w:r>
      <w:r w:rsidRPr="00E062F1">
        <w:tab/>
        <w:t xml:space="preserve">Inter-band </w:t>
      </w:r>
      <w:r w:rsidRPr="00E062F1">
        <w:rPr>
          <w:lang w:eastAsia="zh-CN"/>
        </w:rPr>
        <w:t>CA</w:t>
      </w:r>
      <w:r w:rsidRPr="00E062F1">
        <w:t xml:space="preserve"> configurations </w:t>
      </w:r>
      <w:r w:rsidRPr="00E062F1">
        <w:rPr>
          <w:lang w:eastAsia="zh-CN"/>
        </w:rPr>
        <w:t>between FR1 and FR2</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14:paraId="0F7C474E" w14:textId="1B0BD6E8" w:rsidR="008F097C" w:rsidRPr="00E062F1" w:rsidRDefault="008F097C" w:rsidP="005779EE">
      <w:pPr>
        <w:rPr>
          <w:lang w:eastAsia="zh-CN"/>
        </w:rPr>
      </w:pPr>
      <w:r w:rsidRPr="00E062F1">
        <w:t xml:space="preserve">The configurations for operating bands for CA including Band n41 also apply for the corresponding operating bands for CA with Band </w:t>
      </w:r>
      <w:r w:rsidR="00AA1681" w:rsidRPr="00E062F1">
        <w:t xml:space="preserve">n90 </w:t>
      </w:r>
      <w:r w:rsidRPr="00E062F1">
        <w:t xml:space="preserve">replacing Band n41 but with otherwise identical parameters. For brevity the said configuration for operating bands for CA with Band </w:t>
      </w:r>
      <w:r w:rsidR="00AA1681" w:rsidRPr="00E062F1">
        <w:t xml:space="preserve">n90 </w:t>
      </w:r>
      <w:r w:rsidRPr="00E062F1">
        <w:t>are not listed in the tables below but are covered by this specification.</w:t>
      </w:r>
    </w:p>
    <w:p w14:paraId="0586C54E" w14:textId="4BC5B82E" w:rsidR="00203397" w:rsidRPr="00E062F1" w:rsidRDefault="00203397" w:rsidP="00203397">
      <w:pPr>
        <w:pStyle w:val="TH"/>
      </w:pPr>
      <w:r w:rsidRPr="00E062F1">
        <w:lastRenderedPageBreak/>
        <w:t>Table 5.5</w:t>
      </w:r>
      <w:r w:rsidRPr="00E062F1">
        <w:rPr>
          <w:lang w:eastAsia="zh-CN"/>
        </w:rPr>
        <w:t>A.1</w:t>
      </w:r>
      <w:r w:rsidRPr="00E062F1">
        <w:t xml:space="preserve">-1: Inter-band </w:t>
      </w:r>
      <w:r w:rsidRPr="00E062F1">
        <w:rPr>
          <w:lang w:eastAsia="zh-CN"/>
        </w:rPr>
        <w:t>CA</w:t>
      </w:r>
      <w:r w:rsidRPr="00E062F1">
        <w:t xml:space="preserve"> configurations and bandwi</w:t>
      </w:r>
      <w:r w:rsidR="00185DC5" w:rsidRPr="00E062F1">
        <w:t>d</w:t>
      </w:r>
      <w:r w:rsidRPr="00E062F1">
        <w:t>th combinations sets between FR1 and FR2 (two bands)</w:t>
      </w:r>
      <w:r w:rsidR="00EB7C8A" w:rsidRPr="00E062F1">
        <w:t xml:space="preserve"> </w:t>
      </w:r>
    </w:p>
    <w:tbl>
      <w:tblPr>
        <w:tblW w:w="14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7"/>
        <w:gridCol w:w="1232"/>
        <w:gridCol w:w="737"/>
        <w:gridCol w:w="671"/>
        <w:gridCol w:w="673"/>
        <w:gridCol w:w="671"/>
        <w:gridCol w:w="14"/>
        <w:gridCol w:w="657"/>
        <w:gridCol w:w="671"/>
        <w:gridCol w:w="9"/>
        <w:gridCol w:w="662"/>
        <w:gridCol w:w="671"/>
        <w:gridCol w:w="671"/>
        <w:gridCol w:w="671"/>
        <w:gridCol w:w="671"/>
        <w:gridCol w:w="671"/>
        <w:gridCol w:w="671"/>
        <w:gridCol w:w="671"/>
        <w:gridCol w:w="9"/>
        <w:gridCol w:w="662"/>
        <w:gridCol w:w="677"/>
        <w:gridCol w:w="1345"/>
      </w:tblGrid>
      <w:tr w:rsidR="00C25B7D" w:rsidRPr="00E062F1" w14:paraId="07CCE3AC" w14:textId="77777777" w:rsidTr="007D68F6">
        <w:trPr>
          <w:trHeight w:val="187"/>
          <w:tblHeader/>
          <w:jc w:val="center"/>
        </w:trPr>
        <w:tc>
          <w:tcPr>
            <w:tcW w:w="1087" w:type="dxa"/>
            <w:tcBorders>
              <w:top w:val="single" w:sz="4" w:space="0" w:color="auto"/>
              <w:left w:val="single" w:sz="4" w:space="0" w:color="auto"/>
              <w:bottom w:val="nil"/>
              <w:right w:val="single" w:sz="4" w:space="0" w:color="auto"/>
            </w:tcBorders>
            <w:shd w:val="clear" w:color="auto" w:fill="auto"/>
          </w:tcPr>
          <w:p w14:paraId="38FC1F38" w14:textId="77777777" w:rsidR="00C25B7D" w:rsidRPr="00E062F1" w:rsidRDefault="00C25B7D" w:rsidP="00C25B7D">
            <w:pPr>
              <w:pStyle w:val="TAH"/>
            </w:pPr>
            <w:r w:rsidRPr="00E062F1">
              <w:lastRenderedPageBreak/>
              <w:t>NR CA configuration</w:t>
            </w:r>
          </w:p>
        </w:tc>
        <w:tc>
          <w:tcPr>
            <w:tcW w:w="1232" w:type="dxa"/>
            <w:tcBorders>
              <w:top w:val="single" w:sz="4" w:space="0" w:color="auto"/>
              <w:left w:val="single" w:sz="4" w:space="0" w:color="auto"/>
              <w:bottom w:val="nil"/>
              <w:right w:val="single" w:sz="4" w:space="0" w:color="auto"/>
            </w:tcBorders>
            <w:shd w:val="clear" w:color="auto" w:fill="auto"/>
          </w:tcPr>
          <w:p w14:paraId="3B467CD6" w14:textId="77777777" w:rsidR="00C25B7D" w:rsidRPr="00E062F1" w:rsidRDefault="00C25B7D" w:rsidP="00C25B7D">
            <w:pPr>
              <w:pStyle w:val="TAH"/>
            </w:pPr>
            <w:r w:rsidRPr="00E062F1">
              <w:t>Uplink CA configuration</w:t>
            </w:r>
          </w:p>
        </w:tc>
        <w:tc>
          <w:tcPr>
            <w:tcW w:w="737" w:type="dxa"/>
            <w:tcBorders>
              <w:top w:val="single" w:sz="4" w:space="0" w:color="auto"/>
              <w:left w:val="single" w:sz="4" w:space="0" w:color="auto"/>
              <w:bottom w:val="nil"/>
              <w:right w:val="single" w:sz="4" w:space="0" w:color="auto"/>
            </w:tcBorders>
            <w:shd w:val="clear" w:color="auto" w:fill="auto"/>
          </w:tcPr>
          <w:p w14:paraId="1A300140" w14:textId="77777777" w:rsidR="00C25B7D" w:rsidRPr="00E062F1" w:rsidRDefault="00C25B7D" w:rsidP="00C25B7D">
            <w:pPr>
              <w:pStyle w:val="TAH"/>
            </w:pPr>
            <w:r w:rsidRPr="00E062F1">
              <w:t>NR Band</w:t>
            </w:r>
          </w:p>
        </w:tc>
        <w:tc>
          <w:tcPr>
            <w:tcW w:w="10073" w:type="dxa"/>
            <w:gridSpan w:val="18"/>
            <w:tcBorders>
              <w:top w:val="single" w:sz="4" w:space="0" w:color="auto"/>
              <w:left w:val="single" w:sz="4" w:space="0" w:color="auto"/>
              <w:bottom w:val="single" w:sz="4" w:space="0" w:color="auto"/>
              <w:right w:val="single" w:sz="4" w:space="0" w:color="auto"/>
            </w:tcBorders>
          </w:tcPr>
          <w:p w14:paraId="3EACB01E" w14:textId="4098BD84" w:rsidR="00C25B7D" w:rsidRPr="00E062F1" w:rsidRDefault="00C25B7D" w:rsidP="00C25B7D">
            <w:pPr>
              <w:pStyle w:val="TAH"/>
              <w:keepNext w:val="0"/>
              <w:rPr>
                <w:lang w:eastAsia="zh-CN"/>
              </w:rPr>
            </w:pPr>
            <w:r>
              <w:rPr>
                <w:rFonts w:hint="eastAsia"/>
                <w:lang w:eastAsia="zh-CN"/>
              </w:rPr>
              <w:t>C</w:t>
            </w:r>
            <w:r>
              <w:rPr>
                <w:lang w:eastAsia="zh-CN"/>
              </w:rPr>
              <w:t>hannel bandwidth (MHz) (</w:t>
            </w:r>
            <w:r>
              <w:rPr>
                <w:rFonts w:hint="eastAsia"/>
                <w:lang w:eastAsia="zh-CN"/>
              </w:rPr>
              <w:t>N</w:t>
            </w:r>
            <w:r>
              <w:rPr>
                <w:lang w:eastAsia="zh-CN"/>
              </w:rPr>
              <w:t>OTE 3)</w:t>
            </w:r>
          </w:p>
        </w:tc>
        <w:tc>
          <w:tcPr>
            <w:tcW w:w="1345" w:type="dxa"/>
            <w:tcBorders>
              <w:top w:val="single" w:sz="4" w:space="0" w:color="auto"/>
              <w:left w:val="single" w:sz="4" w:space="0" w:color="auto"/>
              <w:bottom w:val="nil"/>
              <w:right w:val="single" w:sz="4" w:space="0" w:color="auto"/>
            </w:tcBorders>
            <w:shd w:val="clear" w:color="auto" w:fill="auto"/>
          </w:tcPr>
          <w:p w14:paraId="01ED4DC3" w14:textId="77777777" w:rsidR="00C25B7D" w:rsidRPr="00E062F1" w:rsidRDefault="00C25B7D" w:rsidP="00C25B7D">
            <w:pPr>
              <w:pStyle w:val="TAH"/>
            </w:pPr>
            <w:r w:rsidRPr="00E062F1">
              <w:t>Bandwidth combination set</w:t>
            </w:r>
          </w:p>
        </w:tc>
      </w:tr>
      <w:tr w:rsidR="00C25B7D" w:rsidRPr="00E062F1" w14:paraId="093E5C18" w14:textId="77777777" w:rsidTr="007D68F6">
        <w:trPr>
          <w:trHeight w:val="187"/>
          <w:tblHeader/>
          <w:jc w:val="center"/>
        </w:trPr>
        <w:tc>
          <w:tcPr>
            <w:tcW w:w="1087" w:type="dxa"/>
            <w:tcBorders>
              <w:top w:val="nil"/>
              <w:left w:val="single" w:sz="4" w:space="0" w:color="auto"/>
              <w:bottom w:val="single" w:sz="4" w:space="0" w:color="auto"/>
              <w:right w:val="single" w:sz="4" w:space="0" w:color="auto"/>
            </w:tcBorders>
            <w:shd w:val="clear" w:color="auto" w:fill="auto"/>
          </w:tcPr>
          <w:p w14:paraId="5A46E8F2" w14:textId="77777777" w:rsidR="00C25B7D" w:rsidRPr="00E062F1" w:rsidRDefault="00C25B7D" w:rsidP="00C25B7D">
            <w:pPr>
              <w:pStyle w:val="TAH"/>
              <w:keepNext w:val="0"/>
            </w:pPr>
          </w:p>
        </w:tc>
        <w:tc>
          <w:tcPr>
            <w:tcW w:w="1232" w:type="dxa"/>
            <w:tcBorders>
              <w:top w:val="nil"/>
              <w:left w:val="single" w:sz="4" w:space="0" w:color="auto"/>
              <w:bottom w:val="single" w:sz="4" w:space="0" w:color="auto"/>
              <w:right w:val="single" w:sz="4" w:space="0" w:color="auto"/>
            </w:tcBorders>
            <w:shd w:val="clear" w:color="auto" w:fill="auto"/>
          </w:tcPr>
          <w:p w14:paraId="6D6363DE" w14:textId="77777777" w:rsidR="00C25B7D" w:rsidRPr="00E062F1" w:rsidRDefault="00C25B7D" w:rsidP="00C25B7D">
            <w:pPr>
              <w:pStyle w:val="TAH"/>
              <w:keepNext w:val="0"/>
            </w:pPr>
          </w:p>
        </w:tc>
        <w:tc>
          <w:tcPr>
            <w:tcW w:w="737" w:type="dxa"/>
            <w:tcBorders>
              <w:top w:val="nil"/>
              <w:left w:val="single" w:sz="4" w:space="0" w:color="auto"/>
              <w:bottom w:val="single" w:sz="4" w:space="0" w:color="auto"/>
              <w:right w:val="single" w:sz="4" w:space="0" w:color="auto"/>
            </w:tcBorders>
            <w:shd w:val="clear" w:color="auto" w:fill="auto"/>
          </w:tcPr>
          <w:p w14:paraId="18FB3602" w14:textId="77777777" w:rsidR="00C25B7D" w:rsidRPr="00E062F1" w:rsidRDefault="00C25B7D" w:rsidP="00C25B7D">
            <w:pPr>
              <w:pStyle w:val="TAH"/>
              <w:keepNext w:val="0"/>
            </w:pPr>
          </w:p>
        </w:tc>
        <w:tc>
          <w:tcPr>
            <w:tcW w:w="671" w:type="dxa"/>
            <w:tcBorders>
              <w:top w:val="single" w:sz="4" w:space="0" w:color="auto"/>
              <w:left w:val="single" w:sz="4" w:space="0" w:color="auto"/>
              <w:bottom w:val="single" w:sz="4" w:space="0" w:color="auto"/>
              <w:right w:val="single" w:sz="4" w:space="0" w:color="auto"/>
            </w:tcBorders>
          </w:tcPr>
          <w:p w14:paraId="710F9318" w14:textId="43E3DDE3" w:rsidR="00C25B7D" w:rsidRPr="00E062F1" w:rsidRDefault="00C25B7D" w:rsidP="00C25B7D">
            <w:pPr>
              <w:pStyle w:val="TAH"/>
              <w:keepNext w:val="0"/>
            </w:pPr>
            <w:r w:rsidRPr="00E062F1">
              <w:t>5</w:t>
            </w:r>
          </w:p>
        </w:tc>
        <w:tc>
          <w:tcPr>
            <w:tcW w:w="673" w:type="dxa"/>
            <w:tcBorders>
              <w:top w:val="single" w:sz="4" w:space="0" w:color="auto"/>
              <w:left w:val="single" w:sz="4" w:space="0" w:color="auto"/>
              <w:bottom w:val="single" w:sz="4" w:space="0" w:color="auto"/>
              <w:right w:val="single" w:sz="4" w:space="0" w:color="auto"/>
            </w:tcBorders>
          </w:tcPr>
          <w:p w14:paraId="5552B778" w14:textId="5B07EE4D" w:rsidR="00C25B7D" w:rsidRPr="00E062F1" w:rsidRDefault="00C25B7D" w:rsidP="00C25B7D">
            <w:pPr>
              <w:pStyle w:val="TAH"/>
              <w:keepNext w:val="0"/>
            </w:pPr>
            <w:r w:rsidRPr="00E062F1">
              <w:t>10</w:t>
            </w:r>
          </w:p>
        </w:tc>
        <w:tc>
          <w:tcPr>
            <w:tcW w:w="671" w:type="dxa"/>
            <w:tcBorders>
              <w:top w:val="single" w:sz="4" w:space="0" w:color="auto"/>
              <w:left w:val="single" w:sz="4" w:space="0" w:color="auto"/>
              <w:bottom w:val="single" w:sz="4" w:space="0" w:color="auto"/>
              <w:right w:val="single" w:sz="4" w:space="0" w:color="auto"/>
            </w:tcBorders>
          </w:tcPr>
          <w:p w14:paraId="20604AFB" w14:textId="7805CE18" w:rsidR="00C25B7D" w:rsidRPr="00E062F1" w:rsidRDefault="00C25B7D" w:rsidP="00C25B7D">
            <w:pPr>
              <w:pStyle w:val="TAH"/>
              <w:keepNext w:val="0"/>
            </w:pPr>
            <w:r w:rsidRPr="00E062F1">
              <w:t>15</w:t>
            </w:r>
          </w:p>
        </w:tc>
        <w:tc>
          <w:tcPr>
            <w:tcW w:w="671" w:type="dxa"/>
            <w:gridSpan w:val="2"/>
            <w:tcBorders>
              <w:top w:val="single" w:sz="4" w:space="0" w:color="auto"/>
              <w:left w:val="single" w:sz="4" w:space="0" w:color="auto"/>
              <w:bottom w:val="single" w:sz="4" w:space="0" w:color="auto"/>
              <w:right w:val="single" w:sz="4" w:space="0" w:color="auto"/>
            </w:tcBorders>
          </w:tcPr>
          <w:p w14:paraId="31129AD2" w14:textId="1BD7033B" w:rsidR="00C25B7D" w:rsidRPr="00E062F1" w:rsidRDefault="00C25B7D" w:rsidP="00C25B7D">
            <w:pPr>
              <w:pStyle w:val="TAH"/>
              <w:keepNext w:val="0"/>
            </w:pPr>
            <w:r w:rsidRPr="00E062F1">
              <w:t>20</w:t>
            </w:r>
          </w:p>
        </w:tc>
        <w:tc>
          <w:tcPr>
            <w:tcW w:w="671" w:type="dxa"/>
            <w:tcBorders>
              <w:top w:val="single" w:sz="4" w:space="0" w:color="auto"/>
              <w:left w:val="single" w:sz="4" w:space="0" w:color="auto"/>
              <w:bottom w:val="single" w:sz="4" w:space="0" w:color="auto"/>
              <w:right w:val="single" w:sz="4" w:space="0" w:color="auto"/>
            </w:tcBorders>
          </w:tcPr>
          <w:p w14:paraId="3548D2D2" w14:textId="79D22176" w:rsidR="00C25B7D" w:rsidRPr="00E062F1" w:rsidRDefault="00C25B7D" w:rsidP="00C25B7D">
            <w:pPr>
              <w:pStyle w:val="TAH"/>
              <w:keepNext w:val="0"/>
            </w:pPr>
            <w:r w:rsidRPr="00E062F1">
              <w:rPr>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52F38DAA" w14:textId="6920B086" w:rsidR="00C25B7D" w:rsidRPr="00E062F1" w:rsidRDefault="00C25B7D" w:rsidP="00C25B7D">
            <w:pPr>
              <w:pStyle w:val="TAH"/>
              <w:keepNext w:val="0"/>
            </w:pPr>
            <w:r w:rsidRPr="00E062F1">
              <w:rPr>
                <w:lang w:eastAsia="zh-CN"/>
              </w:rPr>
              <w:t>30</w:t>
            </w:r>
          </w:p>
        </w:tc>
        <w:tc>
          <w:tcPr>
            <w:tcW w:w="671" w:type="dxa"/>
            <w:tcBorders>
              <w:top w:val="single" w:sz="4" w:space="0" w:color="auto"/>
              <w:left w:val="single" w:sz="4" w:space="0" w:color="auto"/>
              <w:bottom w:val="single" w:sz="4" w:space="0" w:color="auto"/>
              <w:right w:val="single" w:sz="4" w:space="0" w:color="auto"/>
            </w:tcBorders>
          </w:tcPr>
          <w:p w14:paraId="4B306134" w14:textId="5A805263" w:rsidR="00C25B7D" w:rsidRPr="00E062F1" w:rsidRDefault="00C25B7D" w:rsidP="00C25B7D">
            <w:pPr>
              <w:pStyle w:val="TAH"/>
              <w:keepNext w:val="0"/>
            </w:pPr>
            <w:r w:rsidRPr="00E062F1">
              <w:t>40</w:t>
            </w:r>
          </w:p>
        </w:tc>
        <w:tc>
          <w:tcPr>
            <w:tcW w:w="671" w:type="dxa"/>
            <w:tcBorders>
              <w:top w:val="single" w:sz="4" w:space="0" w:color="auto"/>
              <w:left w:val="single" w:sz="4" w:space="0" w:color="auto"/>
              <w:bottom w:val="single" w:sz="4" w:space="0" w:color="auto"/>
              <w:right w:val="single" w:sz="4" w:space="0" w:color="auto"/>
            </w:tcBorders>
          </w:tcPr>
          <w:p w14:paraId="21321943" w14:textId="0A397D1B" w:rsidR="00C25B7D" w:rsidRPr="00E062F1" w:rsidRDefault="00C25B7D" w:rsidP="00C25B7D">
            <w:pPr>
              <w:pStyle w:val="TAH"/>
              <w:keepNext w:val="0"/>
            </w:pPr>
            <w:r w:rsidRPr="00E062F1">
              <w:t>50</w:t>
            </w:r>
          </w:p>
        </w:tc>
        <w:tc>
          <w:tcPr>
            <w:tcW w:w="671" w:type="dxa"/>
            <w:tcBorders>
              <w:top w:val="single" w:sz="4" w:space="0" w:color="auto"/>
              <w:left w:val="single" w:sz="4" w:space="0" w:color="auto"/>
              <w:bottom w:val="single" w:sz="4" w:space="0" w:color="auto"/>
              <w:right w:val="single" w:sz="4" w:space="0" w:color="auto"/>
            </w:tcBorders>
          </w:tcPr>
          <w:p w14:paraId="0B3274F5" w14:textId="27FBE9CE" w:rsidR="00C25B7D" w:rsidRPr="00E062F1" w:rsidRDefault="00C25B7D" w:rsidP="00C25B7D">
            <w:pPr>
              <w:pStyle w:val="TAH"/>
              <w:keepNext w:val="0"/>
            </w:pPr>
            <w:r w:rsidRPr="00E062F1">
              <w:t>60</w:t>
            </w:r>
          </w:p>
        </w:tc>
        <w:tc>
          <w:tcPr>
            <w:tcW w:w="671" w:type="dxa"/>
            <w:tcBorders>
              <w:top w:val="single" w:sz="4" w:space="0" w:color="auto"/>
              <w:left w:val="single" w:sz="4" w:space="0" w:color="auto"/>
              <w:bottom w:val="single" w:sz="4" w:space="0" w:color="auto"/>
              <w:right w:val="single" w:sz="4" w:space="0" w:color="auto"/>
            </w:tcBorders>
          </w:tcPr>
          <w:p w14:paraId="67B3DA7E" w14:textId="2C3BFDA3" w:rsidR="00C25B7D" w:rsidRPr="00E062F1" w:rsidRDefault="00C25B7D" w:rsidP="00C25B7D">
            <w:pPr>
              <w:pStyle w:val="TAH"/>
              <w:keepNext w:val="0"/>
              <w:rPr>
                <w:lang w:eastAsia="zh-CN"/>
              </w:rPr>
            </w:pPr>
            <w:r w:rsidRPr="00E062F1">
              <w:rPr>
                <w:lang w:eastAsia="zh-CN"/>
              </w:rPr>
              <w:t>70</w:t>
            </w:r>
          </w:p>
        </w:tc>
        <w:tc>
          <w:tcPr>
            <w:tcW w:w="671" w:type="dxa"/>
            <w:tcBorders>
              <w:top w:val="single" w:sz="4" w:space="0" w:color="auto"/>
              <w:left w:val="single" w:sz="4" w:space="0" w:color="auto"/>
              <w:bottom w:val="single" w:sz="4" w:space="0" w:color="auto"/>
              <w:right w:val="single" w:sz="4" w:space="0" w:color="auto"/>
            </w:tcBorders>
          </w:tcPr>
          <w:p w14:paraId="08081585" w14:textId="4454A54E" w:rsidR="00C25B7D" w:rsidRPr="00E062F1" w:rsidRDefault="00C25B7D" w:rsidP="00C25B7D">
            <w:pPr>
              <w:pStyle w:val="TAH"/>
              <w:keepNext w:val="0"/>
            </w:pPr>
            <w:r w:rsidRPr="00E062F1">
              <w:t>80</w:t>
            </w:r>
          </w:p>
        </w:tc>
        <w:tc>
          <w:tcPr>
            <w:tcW w:w="671" w:type="dxa"/>
            <w:tcBorders>
              <w:top w:val="single" w:sz="4" w:space="0" w:color="auto"/>
              <w:left w:val="single" w:sz="4" w:space="0" w:color="auto"/>
              <w:bottom w:val="single" w:sz="4" w:space="0" w:color="auto"/>
              <w:right w:val="single" w:sz="4" w:space="0" w:color="auto"/>
            </w:tcBorders>
          </w:tcPr>
          <w:p w14:paraId="3C4CD3DF" w14:textId="58A6092A" w:rsidR="00C25B7D" w:rsidRPr="00E062F1" w:rsidRDefault="00C25B7D" w:rsidP="00C25B7D">
            <w:pPr>
              <w:pStyle w:val="TAH"/>
              <w:keepNext w:val="0"/>
            </w:pPr>
            <w:r w:rsidRPr="00E062F1">
              <w:rPr>
                <w:lang w:eastAsia="zh-CN"/>
              </w:rPr>
              <w:t>90</w:t>
            </w:r>
          </w:p>
        </w:tc>
        <w:tc>
          <w:tcPr>
            <w:tcW w:w="671" w:type="dxa"/>
            <w:tcBorders>
              <w:top w:val="single" w:sz="4" w:space="0" w:color="auto"/>
              <w:left w:val="single" w:sz="4" w:space="0" w:color="auto"/>
              <w:bottom w:val="single" w:sz="4" w:space="0" w:color="auto"/>
              <w:right w:val="single" w:sz="4" w:space="0" w:color="auto"/>
            </w:tcBorders>
          </w:tcPr>
          <w:p w14:paraId="6A68DD50" w14:textId="74BA63CD" w:rsidR="00C25B7D" w:rsidRPr="00E062F1" w:rsidRDefault="00C25B7D" w:rsidP="00C25B7D">
            <w:pPr>
              <w:pStyle w:val="TAH"/>
              <w:keepNext w:val="0"/>
            </w:pPr>
            <w:r w:rsidRPr="00E062F1">
              <w:t>100</w:t>
            </w:r>
          </w:p>
        </w:tc>
        <w:tc>
          <w:tcPr>
            <w:tcW w:w="671" w:type="dxa"/>
            <w:gridSpan w:val="2"/>
            <w:tcBorders>
              <w:top w:val="single" w:sz="4" w:space="0" w:color="auto"/>
              <w:left w:val="single" w:sz="4" w:space="0" w:color="auto"/>
              <w:bottom w:val="single" w:sz="4" w:space="0" w:color="auto"/>
              <w:right w:val="single" w:sz="4" w:space="0" w:color="auto"/>
            </w:tcBorders>
          </w:tcPr>
          <w:p w14:paraId="53FF34F5" w14:textId="2D939D9E" w:rsidR="00C25B7D" w:rsidRPr="00E062F1" w:rsidRDefault="00C25B7D" w:rsidP="00C25B7D">
            <w:pPr>
              <w:pStyle w:val="TAH"/>
              <w:keepNext w:val="0"/>
            </w:pPr>
            <w:r w:rsidRPr="00E062F1">
              <w:rPr>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009F6E41" w14:textId="131290D7" w:rsidR="00C25B7D" w:rsidRPr="00E062F1" w:rsidRDefault="00C25B7D" w:rsidP="00C25B7D">
            <w:pPr>
              <w:pStyle w:val="TAH"/>
              <w:keepNext w:val="0"/>
            </w:pPr>
            <w:r w:rsidRPr="00E062F1">
              <w:rPr>
                <w:lang w:eastAsia="zh-CN"/>
              </w:rPr>
              <w:t>4</w:t>
            </w:r>
            <w:r w:rsidRPr="00E062F1">
              <w:t>00</w:t>
            </w:r>
          </w:p>
        </w:tc>
        <w:tc>
          <w:tcPr>
            <w:tcW w:w="1345" w:type="dxa"/>
            <w:tcBorders>
              <w:top w:val="nil"/>
              <w:left w:val="single" w:sz="4" w:space="0" w:color="auto"/>
              <w:bottom w:val="single" w:sz="4" w:space="0" w:color="auto"/>
              <w:right w:val="single" w:sz="4" w:space="0" w:color="auto"/>
            </w:tcBorders>
            <w:shd w:val="clear" w:color="auto" w:fill="auto"/>
          </w:tcPr>
          <w:p w14:paraId="7F555F85" w14:textId="77777777" w:rsidR="00C25B7D" w:rsidRPr="00E062F1" w:rsidRDefault="00C25B7D" w:rsidP="00C25B7D">
            <w:pPr>
              <w:pStyle w:val="TAH"/>
              <w:keepNext w:val="0"/>
            </w:pPr>
          </w:p>
        </w:tc>
      </w:tr>
      <w:tr w:rsidR="00C25B7D" w:rsidRPr="00E062F1" w14:paraId="69E42EB7"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745371A4" w14:textId="77777777" w:rsidR="00C25B7D" w:rsidRPr="00E062F1" w:rsidRDefault="00C25B7D" w:rsidP="00C25B7D">
            <w:pPr>
              <w:pStyle w:val="TAC"/>
            </w:pPr>
            <w:r w:rsidRPr="00E062F1">
              <w:t>CA_n</w:t>
            </w:r>
            <w:r w:rsidRPr="00E062F1">
              <w:rPr>
                <w:lang w:eastAsia="zh-CN"/>
              </w:rPr>
              <w:t>1</w:t>
            </w:r>
            <w:r w:rsidRPr="00E062F1">
              <w:t>A-n</w:t>
            </w:r>
            <w:r w:rsidRPr="00E062F1">
              <w:rPr>
                <w:lang w:eastAsia="zh-CN"/>
              </w:rPr>
              <w:t>257</w:t>
            </w:r>
            <w:r w:rsidRPr="00E062F1">
              <w:t>A</w:t>
            </w:r>
          </w:p>
        </w:tc>
        <w:tc>
          <w:tcPr>
            <w:tcW w:w="1232" w:type="dxa"/>
            <w:tcBorders>
              <w:left w:val="single" w:sz="4" w:space="0" w:color="auto"/>
              <w:bottom w:val="nil"/>
              <w:right w:val="single" w:sz="4" w:space="0" w:color="auto"/>
            </w:tcBorders>
            <w:shd w:val="clear" w:color="auto" w:fill="auto"/>
          </w:tcPr>
          <w:p w14:paraId="403B8582" w14:textId="77777777" w:rsidR="00C25B7D" w:rsidRPr="00E062F1" w:rsidRDefault="00C25B7D" w:rsidP="00C25B7D">
            <w:pPr>
              <w:pStyle w:val="TAC"/>
            </w:pPr>
            <w:r w:rsidRPr="00E062F1">
              <w:t>CA_n</w:t>
            </w:r>
            <w:r w:rsidRPr="00E062F1">
              <w:rPr>
                <w:lang w:eastAsia="zh-CN"/>
              </w:rPr>
              <w:t>1</w:t>
            </w:r>
            <w:r w:rsidRPr="00E062F1">
              <w:t>A-n</w:t>
            </w:r>
            <w:r w:rsidRPr="00E062F1">
              <w:rPr>
                <w:lang w:eastAsia="zh-CN"/>
              </w:rPr>
              <w:t>257</w:t>
            </w:r>
            <w:r w:rsidRPr="00E062F1">
              <w:t>A</w:t>
            </w:r>
          </w:p>
        </w:tc>
        <w:tc>
          <w:tcPr>
            <w:tcW w:w="737" w:type="dxa"/>
            <w:tcBorders>
              <w:left w:val="single" w:sz="4" w:space="0" w:color="auto"/>
              <w:bottom w:val="single" w:sz="4" w:space="0" w:color="auto"/>
              <w:right w:val="single" w:sz="4" w:space="0" w:color="auto"/>
            </w:tcBorders>
          </w:tcPr>
          <w:p w14:paraId="467D997A" w14:textId="77777777" w:rsidR="00C25B7D" w:rsidRPr="00E062F1" w:rsidRDefault="00C25B7D" w:rsidP="00C25B7D">
            <w:pPr>
              <w:pStyle w:val="TAC"/>
            </w:pPr>
            <w:r w:rsidRPr="00E062F1">
              <w:rPr>
                <w:lang w:eastAsia="zh-CN"/>
              </w:rPr>
              <w:t>n1</w:t>
            </w:r>
          </w:p>
        </w:tc>
        <w:tc>
          <w:tcPr>
            <w:tcW w:w="671" w:type="dxa"/>
            <w:tcBorders>
              <w:top w:val="single" w:sz="4" w:space="0" w:color="auto"/>
              <w:left w:val="single" w:sz="4" w:space="0" w:color="auto"/>
              <w:bottom w:val="single" w:sz="4" w:space="0" w:color="auto"/>
              <w:right w:val="single" w:sz="4" w:space="0" w:color="auto"/>
            </w:tcBorders>
          </w:tcPr>
          <w:p w14:paraId="4F8FFF97" w14:textId="77777777" w:rsidR="00C25B7D" w:rsidRPr="00E062F1" w:rsidRDefault="00C25B7D" w:rsidP="00C25B7D">
            <w:pPr>
              <w:pStyle w:val="TAC"/>
              <w:rPr>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624D1FDE" w14:textId="77777777" w:rsidR="00C25B7D" w:rsidRPr="00E062F1" w:rsidRDefault="00C25B7D" w:rsidP="00C25B7D">
            <w:pPr>
              <w:pStyle w:val="TAC"/>
              <w:rPr>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43CC6396" w14:textId="77777777" w:rsidR="00C25B7D" w:rsidRPr="00E062F1" w:rsidRDefault="00C25B7D" w:rsidP="00C25B7D">
            <w:pPr>
              <w:pStyle w:val="TAC"/>
              <w:rPr>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3154677" w14:textId="77777777" w:rsidR="00C25B7D" w:rsidRPr="00E062F1" w:rsidRDefault="00C25B7D" w:rsidP="00C25B7D">
            <w:pPr>
              <w:pStyle w:val="TAC"/>
              <w:rPr>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23CF5F5"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67B490B8"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1520BF15"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44F531C"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123421C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500A98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573AE6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1F58419"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32D98A26"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5E95B031" w14:textId="77777777" w:rsidR="00C25B7D" w:rsidRPr="00E062F1" w:rsidRDefault="00C25B7D" w:rsidP="00C25B7D">
            <w:pPr>
              <w:pStyle w:val="TAC"/>
              <w:rPr>
                <w:rFonts w:eastAsia="Yu Mincho"/>
              </w:rPr>
            </w:pPr>
          </w:p>
        </w:tc>
        <w:tc>
          <w:tcPr>
            <w:tcW w:w="677" w:type="dxa"/>
            <w:tcBorders>
              <w:top w:val="single" w:sz="4" w:space="0" w:color="auto"/>
              <w:left w:val="single" w:sz="4" w:space="0" w:color="auto"/>
              <w:bottom w:val="single" w:sz="4" w:space="0" w:color="auto"/>
              <w:right w:val="single" w:sz="4" w:space="0" w:color="auto"/>
            </w:tcBorders>
          </w:tcPr>
          <w:p w14:paraId="2F952038" w14:textId="77777777" w:rsidR="00C25B7D" w:rsidRPr="00E062F1" w:rsidRDefault="00C25B7D" w:rsidP="00C25B7D">
            <w:pPr>
              <w:pStyle w:val="TAC"/>
              <w:rPr>
                <w:rFonts w:eastAsia="Yu Mincho"/>
              </w:rPr>
            </w:pPr>
          </w:p>
        </w:tc>
        <w:tc>
          <w:tcPr>
            <w:tcW w:w="1345" w:type="dxa"/>
            <w:tcBorders>
              <w:left w:val="single" w:sz="4" w:space="0" w:color="auto"/>
              <w:bottom w:val="nil"/>
              <w:right w:val="single" w:sz="4" w:space="0" w:color="auto"/>
            </w:tcBorders>
            <w:shd w:val="clear" w:color="auto" w:fill="auto"/>
          </w:tcPr>
          <w:p w14:paraId="0701C4B6" w14:textId="77777777" w:rsidR="00C25B7D" w:rsidRPr="00E062F1" w:rsidRDefault="00C25B7D" w:rsidP="00C25B7D">
            <w:pPr>
              <w:pStyle w:val="TAC"/>
              <w:rPr>
                <w:lang w:eastAsia="zh-CN"/>
              </w:rPr>
            </w:pPr>
            <w:r>
              <w:rPr>
                <w:rFonts w:hint="eastAsia"/>
                <w:lang w:eastAsia="zh-CN"/>
              </w:rPr>
              <w:t>0</w:t>
            </w:r>
          </w:p>
        </w:tc>
      </w:tr>
      <w:tr w:rsidR="00C25B7D" w:rsidRPr="00E062F1" w14:paraId="496D9E22"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1E10FF3"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622DC593"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1101929D" w14:textId="77777777" w:rsidR="00C25B7D" w:rsidRPr="00E062F1" w:rsidRDefault="00C25B7D" w:rsidP="00C25B7D">
            <w:pPr>
              <w:pStyle w:val="TAC"/>
            </w:pPr>
            <w:r w:rsidRPr="00E062F1">
              <w:rPr>
                <w:lang w:eastAsia="zh-CN"/>
              </w:rPr>
              <w:t>n257</w:t>
            </w:r>
          </w:p>
        </w:tc>
        <w:tc>
          <w:tcPr>
            <w:tcW w:w="671" w:type="dxa"/>
            <w:tcBorders>
              <w:top w:val="single" w:sz="4" w:space="0" w:color="auto"/>
              <w:left w:val="single" w:sz="4" w:space="0" w:color="auto"/>
              <w:bottom w:val="single" w:sz="4" w:space="0" w:color="auto"/>
              <w:right w:val="single" w:sz="4" w:space="0" w:color="auto"/>
            </w:tcBorders>
          </w:tcPr>
          <w:p w14:paraId="4A63B652"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6E563E67"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DA4F4B8"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3C4D2810"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706B2F8"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570CC708"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03C7053"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49ADE1A4"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EB620F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C1BECD7"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659BBA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B812E24"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55D3FCB5" w14:textId="77777777" w:rsidR="00C25B7D" w:rsidRPr="005F427A" w:rsidRDefault="00C25B7D" w:rsidP="00C25B7D">
            <w:pPr>
              <w:pStyle w:val="TAC"/>
              <w:rPr>
                <w:rFonts w:eastAsiaTheme="minorEastAsia"/>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40929FAB" w14:textId="77777777" w:rsidR="00C25B7D" w:rsidRPr="005F427A" w:rsidRDefault="00C25B7D" w:rsidP="00C25B7D">
            <w:pPr>
              <w:pStyle w:val="TAC"/>
              <w:rPr>
                <w:rFonts w:eastAsiaTheme="minorEastAsia"/>
                <w:lang w:eastAsia="zh-CN"/>
              </w:rPr>
            </w:pPr>
            <w:r>
              <w:rPr>
                <w:rFonts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54043CE2" w14:textId="77777777" w:rsidR="00C25B7D" w:rsidRPr="005F427A" w:rsidRDefault="00C25B7D" w:rsidP="00C25B7D">
            <w:pPr>
              <w:pStyle w:val="TAC"/>
              <w:rPr>
                <w:rFonts w:eastAsiaTheme="minorEastAsia"/>
                <w:lang w:eastAsia="zh-CN"/>
              </w:rPr>
            </w:pPr>
            <w:r>
              <w:rPr>
                <w:rFonts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41A09B2B" w14:textId="77777777" w:rsidR="00C25B7D" w:rsidRPr="00E062F1" w:rsidRDefault="00C25B7D" w:rsidP="00C25B7D">
            <w:pPr>
              <w:pStyle w:val="TAC"/>
              <w:rPr>
                <w:lang w:eastAsia="zh-CN"/>
              </w:rPr>
            </w:pPr>
          </w:p>
        </w:tc>
      </w:tr>
      <w:tr w:rsidR="00C25B7D" w:rsidRPr="00E062F1" w14:paraId="0A3D6234"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796EF7CF" w14:textId="77777777" w:rsidR="00C25B7D" w:rsidRPr="00E062F1" w:rsidRDefault="00C25B7D" w:rsidP="00C25B7D">
            <w:pPr>
              <w:pStyle w:val="TAC"/>
            </w:pPr>
            <w:r w:rsidRPr="00E062F1">
              <w:t>CA_n</w:t>
            </w:r>
            <w:r w:rsidRPr="00E062F1">
              <w:rPr>
                <w:lang w:eastAsia="zh-CN"/>
              </w:rPr>
              <w:t>3</w:t>
            </w:r>
            <w:r w:rsidRPr="00E062F1">
              <w:t>A-n</w:t>
            </w:r>
            <w:r w:rsidRPr="00E062F1">
              <w:rPr>
                <w:lang w:eastAsia="zh-CN"/>
              </w:rPr>
              <w:t>257</w:t>
            </w:r>
            <w:r w:rsidRPr="00E062F1">
              <w:t>A</w:t>
            </w:r>
          </w:p>
        </w:tc>
        <w:tc>
          <w:tcPr>
            <w:tcW w:w="1232" w:type="dxa"/>
            <w:tcBorders>
              <w:left w:val="single" w:sz="4" w:space="0" w:color="auto"/>
              <w:bottom w:val="nil"/>
              <w:right w:val="single" w:sz="4" w:space="0" w:color="auto"/>
            </w:tcBorders>
            <w:shd w:val="clear" w:color="auto" w:fill="auto"/>
          </w:tcPr>
          <w:p w14:paraId="3125A8A7" w14:textId="77777777" w:rsidR="00C25B7D" w:rsidRPr="00E062F1" w:rsidRDefault="00C25B7D" w:rsidP="00C25B7D">
            <w:pPr>
              <w:pStyle w:val="TAC"/>
            </w:pPr>
            <w:r w:rsidRPr="00E062F1">
              <w:t>CA_n</w:t>
            </w:r>
            <w:r w:rsidRPr="00E062F1">
              <w:rPr>
                <w:lang w:eastAsia="zh-CN"/>
              </w:rPr>
              <w:t>3</w:t>
            </w:r>
            <w:r w:rsidRPr="00E062F1">
              <w:t>A-n</w:t>
            </w:r>
            <w:r w:rsidRPr="00E062F1">
              <w:rPr>
                <w:lang w:eastAsia="zh-CN"/>
              </w:rPr>
              <w:t>257</w:t>
            </w:r>
            <w:r w:rsidRPr="00E062F1">
              <w:t>A</w:t>
            </w:r>
          </w:p>
        </w:tc>
        <w:tc>
          <w:tcPr>
            <w:tcW w:w="737" w:type="dxa"/>
            <w:tcBorders>
              <w:left w:val="single" w:sz="4" w:space="0" w:color="auto"/>
              <w:bottom w:val="single" w:sz="4" w:space="0" w:color="auto"/>
              <w:right w:val="single" w:sz="4" w:space="0" w:color="auto"/>
            </w:tcBorders>
          </w:tcPr>
          <w:p w14:paraId="0CC3CA3D" w14:textId="77777777" w:rsidR="00C25B7D" w:rsidRPr="00E062F1" w:rsidRDefault="00C25B7D" w:rsidP="00C25B7D">
            <w:pPr>
              <w:pStyle w:val="TAC"/>
            </w:pPr>
            <w:r w:rsidRPr="00E062F1">
              <w:rPr>
                <w:lang w:eastAsia="zh-CN"/>
              </w:rPr>
              <w:t>n3</w:t>
            </w:r>
          </w:p>
        </w:tc>
        <w:tc>
          <w:tcPr>
            <w:tcW w:w="671" w:type="dxa"/>
            <w:tcBorders>
              <w:top w:val="single" w:sz="4" w:space="0" w:color="auto"/>
              <w:left w:val="single" w:sz="4" w:space="0" w:color="auto"/>
              <w:bottom w:val="single" w:sz="4" w:space="0" w:color="auto"/>
              <w:right w:val="single" w:sz="4" w:space="0" w:color="auto"/>
            </w:tcBorders>
          </w:tcPr>
          <w:p w14:paraId="7A2CF91D" w14:textId="77777777" w:rsidR="00C25B7D" w:rsidRPr="00E062F1" w:rsidRDefault="00C25B7D" w:rsidP="00C25B7D">
            <w:pPr>
              <w:pStyle w:val="TAC"/>
              <w:rPr>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2A5DC439" w14:textId="77777777" w:rsidR="00C25B7D" w:rsidRPr="00E062F1" w:rsidRDefault="00C25B7D" w:rsidP="00C25B7D">
            <w:pPr>
              <w:pStyle w:val="TAC"/>
              <w:rPr>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A3D8DC1" w14:textId="77777777" w:rsidR="00C25B7D" w:rsidRPr="00E062F1" w:rsidRDefault="00C25B7D" w:rsidP="00C25B7D">
            <w:pPr>
              <w:pStyle w:val="TAC"/>
              <w:rPr>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6741727" w14:textId="77777777" w:rsidR="00C25B7D" w:rsidRPr="00E062F1" w:rsidRDefault="00C25B7D" w:rsidP="00C25B7D">
            <w:pPr>
              <w:pStyle w:val="TAC"/>
              <w:rPr>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EA91E8A" w14:textId="77777777" w:rsidR="00C25B7D" w:rsidRPr="00E062F1" w:rsidRDefault="00C25B7D" w:rsidP="00C25B7D">
            <w:pPr>
              <w:pStyle w:val="TAC"/>
              <w:rPr>
                <w:lang w:eastAsia="zh-CN"/>
              </w:rPr>
            </w:pPr>
            <w:r>
              <w:rPr>
                <w:rFonts w:hint="eastAsia"/>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79057922" w14:textId="77777777" w:rsidR="00C25B7D" w:rsidRPr="00E062F1" w:rsidRDefault="00C25B7D" w:rsidP="00C25B7D">
            <w:pPr>
              <w:pStyle w:val="TAC"/>
              <w:rPr>
                <w:lang w:eastAsia="zh-CN"/>
              </w:rPr>
            </w:pPr>
            <w:r>
              <w:rPr>
                <w:rFonts w:hint="eastAsia"/>
                <w:lang w:eastAsia="zh-CN"/>
              </w:rPr>
              <w:t>30</w:t>
            </w:r>
          </w:p>
        </w:tc>
        <w:tc>
          <w:tcPr>
            <w:tcW w:w="671" w:type="dxa"/>
            <w:tcBorders>
              <w:top w:val="single" w:sz="4" w:space="0" w:color="auto"/>
              <w:left w:val="single" w:sz="4" w:space="0" w:color="auto"/>
              <w:bottom w:val="single" w:sz="4" w:space="0" w:color="auto"/>
              <w:right w:val="single" w:sz="4" w:space="0" w:color="auto"/>
            </w:tcBorders>
          </w:tcPr>
          <w:p w14:paraId="620507DC"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60B5C29"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2CDB778C"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A860A00"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33AA18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B5397DF"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50F6526E"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14C51FA7" w14:textId="77777777" w:rsidR="00C25B7D" w:rsidRPr="00E062F1" w:rsidRDefault="00C25B7D" w:rsidP="00C25B7D">
            <w:pPr>
              <w:pStyle w:val="TAC"/>
              <w:rPr>
                <w:rFonts w:eastAsia="Yu Mincho"/>
              </w:rPr>
            </w:pPr>
          </w:p>
        </w:tc>
        <w:tc>
          <w:tcPr>
            <w:tcW w:w="677" w:type="dxa"/>
            <w:tcBorders>
              <w:top w:val="single" w:sz="4" w:space="0" w:color="auto"/>
              <w:left w:val="single" w:sz="4" w:space="0" w:color="auto"/>
              <w:bottom w:val="single" w:sz="4" w:space="0" w:color="auto"/>
              <w:right w:val="single" w:sz="4" w:space="0" w:color="auto"/>
            </w:tcBorders>
          </w:tcPr>
          <w:p w14:paraId="695C0D67" w14:textId="77777777" w:rsidR="00C25B7D" w:rsidRPr="00E062F1" w:rsidRDefault="00C25B7D" w:rsidP="00C25B7D">
            <w:pPr>
              <w:pStyle w:val="TAC"/>
              <w:rPr>
                <w:rFonts w:eastAsia="Yu Mincho"/>
              </w:rPr>
            </w:pPr>
          </w:p>
        </w:tc>
        <w:tc>
          <w:tcPr>
            <w:tcW w:w="1345" w:type="dxa"/>
            <w:tcBorders>
              <w:left w:val="single" w:sz="4" w:space="0" w:color="auto"/>
              <w:bottom w:val="nil"/>
              <w:right w:val="single" w:sz="4" w:space="0" w:color="auto"/>
            </w:tcBorders>
            <w:shd w:val="clear" w:color="auto" w:fill="auto"/>
          </w:tcPr>
          <w:p w14:paraId="0B7B0A0E" w14:textId="77777777" w:rsidR="00C25B7D" w:rsidRPr="00E062F1" w:rsidRDefault="00C25B7D" w:rsidP="00C25B7D">
            <w:pPr>
              <w:pStyle w:val="TAC"/>
              <w:rPr>
                <w:lang w:eastAsia="zh-CN"/>
              </w:rPr>
            </w:pPr>
            <w:r>
              <w:rPr>
                <w:rFonts w:hint="eastAsia"/>
                <w:lang w:eastAsia="zh-CN"/>
              </w:rPr>
              <w:t>0</w:t>
            </w:r>
          </w:p>
        </w:tc>
      </w:tr>
      <w:tr w:rsidR="00C25B7D" w:rsidRPr="00E062F1" w14:paraId="6D3DED55"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FED1152"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74BE6BF9"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484132F5" w14:textId="77777777" w:rsidR="00C25B7D" w:rsidRPr="00E062F1" w:rsidRDefault="00C25B7D" w:rsidP="00C25B7D">
            <w:pPr>
              <w:pStyle w:val="TAC"/>
            </w:pPr>
            <w:r w:rsidRPr="00E062F1">
              <w:rPr>
                <w:lang w:eastAsia="zh-CN"/>
              </w:rPr>
              <w:t>n257</w:t>
            </w:r>
          </w:p>
        </w:tc>
        <w:tc>
          <w:tcPr>
            <w:tcW w:w="671" w:type="dxa"/>
            <w:tcBorders>
              <w:top w:val="single" w:sz="4" w:space="0" w:color="auto"/>
              <w:left w:val="single" w:sz="4" w:space="0" w:color="auto"/>
              <w:bottom w:val="single" w:sz="4" w:space="0" w:color="auto"/>
              <w:right w:val="single" w:sz="4" w:space="0" w:color="auto"/>
            </w:tcBorders>
          </w:tcPr>
          <w:p w14:paraId="0166D0A1"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605E64B6"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04A8B1D"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66C7932D"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116615AB"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1459FF51"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BA470C2"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4E86B45E"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0C2579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AA6DC60"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E612245"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F6C9145"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030E0CF7" w14:textId="77777777" w:rsidR="00C25B7D" w:rsidRPr="005F427A" w:rsidRDefault="00C25B7D" w:rsidP="00C25B7D">
            <w:pPr>
              <w:pStyle w:val="TAC"/>
              <w:rPr>
                <w:rFonts w:eastAsiaTheme="minorEastAsia"/>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4D140DD0" w14:textId="77777777" w:rsidR="00C25B7D" w:rsidRPr="005F427A" w:rsidRDefault="00C25B7D" w:rsidP="00C25B7D">
            <w:pPr>
              <w:pStyle w:val="TAC"/>
              <w:rPr>
                <w:rFonts w:eastAsiaTheme="minorEastAsia"/>
                <w:lang w:eastAsia="zh-CN"/>
              </w:rPr>
            </w:pPr>
            <w:r>
              <w:rPr>
                <w:rFonts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1562B33E" w14:textId="77777777" w:rsidR="00C25B7D" w:rsidRPr="005F427A" w:rsidRDefault="00C25B7D" w:rsidP="00C25B7D">
            <w:pPr>
              <w:pStyle w:val="TAC"/>
              <w:rPr>
                <w:rFonts w:eastAsiaTheme="minorEastAsia"/>
                <w:lang w:eastAsia="zh-CN"/>
              </w:rPr>
            </w:pPr>
            <w:r>
              <w:rPr>
                <w:rFonts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0683115E" w14:textId="77777777" w:rsidR="00C25B7D" w:rsidRPr="00E062F1" w:rsidRDefault="00C25B7D" w:rsidP="00C25B7D">
            <w:pPr>
              <w:pStyle w:val="TAC"/>
              <w:rPr>
                <w:lang w:eastAsia="zh-CN"/>
              </w:rPr>
            </w:pPr>
          </w:p>
        </w:tc>
      </w:tr>
      <w:tr w:rsidR="00C25B7D" w:rsidRPr="00E062F1" w14:paraId="76CC7CB3"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6D2ED1E6" w14:textId="77777777" w:rsidR="00C25B7D" w:rsidRPr="00E062F1" w:rsidRDefault="00C25B7D" w:rsidP="00C25B7D">
            <w:pPr>
              <w:pStyle w:val="TAC"/>
            </w:pPr>
            <w:r w:rsidRPr="00E062F1">
              <w:t>CA_n</w:t>
            </w:r>
            <w:r w:rsidRPr="00E062F1">
              <w:rPr>
                <w:lang w:eastAsia="zh-CN"/>
              </w:rPr>
              <w:t>3</w:t>
            </w:r>
            <w:r w:rsidRPr="00E062F1">
              <w:t>A-n</w:t>
            </w:r>
            <w:r w:rsidRPr="00E062F1">
              <w:rPr>
                <w:lang w:eastAsia="zh-CN"/>
              </w:rPr>
              <w:t>257D</w:t>
            </w:r>
          </w:p>
        </w:tc>
        <w:tc>
          <w:tcPr>
            <w:tcW w:w="1232" w:type="dxa"/>
            <w:tcBorders>
              <w:top w:val="single" w:sz="4" w:space="0" w:color="auto"/>
              <w:left w:val="single" w:sz="4" w:space="0" w:color="auto"/>
              <w:bottom w:val="nil"/>
              <w:right w:val="single" w:sz="4" w:space="0" w:color="auto"/>
            </w:tcBorders>
            <w:shd w:val="clear" w:color="auto" w:fill="auto"/>
          </w:tcPr>
          <w:p w14:paraId="095D5200" w14:textId="77777777" w:rsidR="0035585D" w:rsidRPr="00E062F1" w:rsidRDefault="00C25B7D" w:rsidP="0035585D">
            <w:pPr>
              <w:pStyle w:val="TAC"/>
              <w:rPr>
                <w:rFonts w:cs="Arial"/>
                <w:szCs w:val="18"/>
              </w:rPr>
            </w:pPr>
            <w:r w:rsidRPr="00E062F1">
              <w:t>CA_n</w:t>
            </w:r>
            <w:r w:rsidRPr="00E062F1">
              <w:rPr>
                <w:lang w:eastAsia="zh-CN"/>
              </w:rPr>
              <w:t>3</w:t>
            </w:r>
            <w:r w:rsidRPr="00E062F1">
              <w:t>A-n</w:t>
            </w:r>
            <w:r w:rsidRPr="00E062F1">
              <w:rPr>
                <w:lang w:eastAsia="zh-CN"/>
              </w:rPr>
              <w:t>257</w:t>
            </w:r>
            <w:r w:rsidRPr="00E062F1">
              <w:t>A</w:t>
            </w:r>
          </w:p>
          <w:p w14:paraId="383752C6" w14:textId="5C1F8CD6" w:rsidR="00C25B7D" w:rsidRPr="00E062F1" w:rsidRDefault="00C25B7D" w:rsidP="00C25B7D">
            <w:pPr>
              <w:pStyle w:val="TAC"/>
            </w:pPr>
            <w:r w:rsidRPr="00E062F1">
              <w:t>CA_n</w:t>
            </w:r>
            <w:r w:rsidRPr="00E062F1">
              <w:rPr>
                <w:lang w:eastAsia="zh-CN"/>
              </w:rPr>
              <w:t>3</w:t>
            </w:r>
            <w:r w:rsidRPr="00E062F1">
              <w:t>A-n</w:t>
            </w:r>
            <w:r w:rsidRPr="00E062F1">
              <w:rPr>
                <w:lang w:eastAsia="zh-CN"/>
              </w:rPr>
              <w:t>257D</w:t>
            </w:r>
          </w:p>
        </w:tc>
        <w:tc>
          <w:tcPr>
            <w:tcW w:w="737" w:type="dxa"/>
            <w:tcBorders>
              <w:top w:val="single" w:sz="4" w:space="0" w:color="auto"/>
              <w:left w:val="single" w:sz="4" w:space="0" w:color="auto"/>
              <w:right w:val="single" w:sz="4" w:space="0" w:color="auto"/>
            </w:tcBorders>
          </w:tcPr>
          <w:p w14:paraId="3D6F5743" w14:textId="77777777" w:rsidR="00C25B7D" w:rsidRPr="00E062F1" w:rsidRDefault="00C25B7D" w:rsidP="00C25B7D">
            <w:pPr>
              <w:pStyle w:val="TAC"/>
              <w:rPr>
                <w:lang w:eastAsia="zh-CN"/>
              </w:rPr>
            </w:pPr>
            <w:r w:rsidRPr="00E062F1">
              <w:rPr>
                <w:lang w:eastAsia="zh-CN"/>
              </w:rPr>
              <w:t>n3</w:t>
            </w:r>
          </w:p>
        </w:tc>
        <w:tc>
          <w:tcPr>
            <w:tcW w:w="671" w:type="dxa"/>
            <w:tcBorders>
              <w:top w:val="single" w:sz="4" w:space="0" w:color="auto"/>
              <w:left w:val="single" w:sz="4" w:space="0" w:color="auto"/>
              <w:bottom w:val="single" w:sz="4" w:space="0" w:color="auto"/>
              <w:right w:val="single" w:sz="4" w:space="0" w:color="auto"/>
            </w:tcBorders>
          </w:tcPr>
          <w:p w14:paraId="309AFC9E" w14:textId="77777777" w:rsidR="00C25B7D" w:rsidRPr="00E062F1" w:rsidRDefault="00C25B7D" w:rsidP="00C25B7D">
            <w:pPr>
              <w:pStyle w:val="TAC"/>
              <w:rPr>
                <w:rFonts w:eastAsia="Yu Mincho"/>
              </w:rPr>
            </w:pPr>
            <w:r>
              <w:rPr>
                <w:rFonts w:eastAsia="Yu Mincho"/>
              </w:rPr>
              <w:t>5</w:t>
            </w:r>
          </w:p>
        </w:tc>
        <w:tc>
          <w:tcPr>
            <w:tcW w:w="673" w:type="dxa"/>
            <w:tcBorders>
              <w:top w:val="single" w:sz="4" w:space="0" w:color="auto"/>
              <w:left w:val="single" w:sz="4" w:space="0" w:color="auto"/>
              <w:bottom w:val="single" w:sz="4" w:space="0" w:color="auto"/>
              <w:right w:val="single" w:sz="4" w:space="0" w:color="auto"/>
            </w:tcBorders>
          </w:tcPr>
          <w:p w14:paraId="44DA06CD" w14:textId="77777777" w:rsidR="00C25B7D" w:rsidRPr="00E062F1" w:rsidRDefault="00C25B7D" w:rsidP="00C25B7D">
            <w:pPr>
              <w:pStyle w:val="TAC"/>
              <w:rPr>
                <w:rFonts w:eastAsia="Yu Mincho"/>
              </w:rPr>
            </w:pPr>
            <w:r>
              <w:rPr>
                <w:rFonts w:eastAsia="Yu Mincho"/>
              </w:rPr>
              <w:t>10</w:t>
            </w:r>
          </w:p>
        </w:tc>
        <w:tc>
          <w:tcPr>
            <w:tcW w:w="671" w:type="dxa"/>
            <w:tcBorders>
              <w:top w:val="single" w:sz="4" w:space="0" w:color="auto"/>
              <w:left w:val="single" w:sz="4" w:space="0" w:color="auto"/>
              <w:bottom w:val="single" w:sz="4" w:space="0" w:color="auto"/>
              <w:right w:val="single" w:sz="4" w:space="0" w:color="auto"/>
            </w:tcBorders>
          </w:tcPr>
          <w:p w14:paraId="7B43B24C" w14:textId="77777777" w:rsidR="00C25B7D" w:rsidRPr="00E062F1" w:rsidRDefault="00C25B7D" w:rsidP="00C25B7D">
            <w:pPr>
              <w:pStyle w:val="TAC"/>
              <w:rPr>
                <w:rFonts w:eastAsia="Yu Mincho"/>
              </w:rPr>
            </w:pPr>
            <w:r>
              <w:rPr>
                <w:rFonts w:eastAsia="Yu Mincho"/>
              </w:rPr>
              <w:t>15</w:t>
            </w:r>
          </w:p>
        </w:tc>
        <w:tc>
          <w:tcPr>
            <w:tcW w:w="671" w:type="dxa"/>
            <w:gridSpan w:val="2"/>
            <w:tcBorders>
              <w:top w:val="single" w:sz="4" w:space="0" w:color="auto"/>
              <w:left w:val="single" w:sz="4" w:space="0" w:color="auto"/>
              <w:bottom w:val="single" w:sz="4" w:space="0" w:color="auto"/>
              <w:right w:val="single" w:sz="4" w:space="0" w:color="auto"/>
            </w:tcBorders>
          </w:tcPr>
          <w:p w14:paraId="6F1C06EA" w14:textId="77777777" w:rsidR="00C25B7D" w:rsidRPr="00E062F1" w:rsidRDefault="00C25B7D" w:rsidP="00C25B7D">
            <w:pPr>
              <w:pStyle w:val="TAC"/>
              <w:rPr>
                <w:rFonts w:eastAsia="Yu Mincho"/>
              </w:rPr>
            </w:pPr>
            <w:r>
              <w:rPr>
                <w:rFonts w:eastAsia="Yu Mincho"/>
              </w:rPr>
              <w:t>20</w:t>
            </w:r>
          </w:p>
        </w:tc>
        <w:tc>
          <w:tcPr>
            <w:tcW w:w="671" w:type="dxa"/>
            <w:tcBorders>
              <w:top w:val="single" w:sz="4" w:space="0" w:color="auto"/>
              <w:left w:val="single" w:sz="4" w:space="0" w:color="auto"/>
              <w:bottom w:val="single" w:sz="4" w:space="0" w:color="auto"/>
              <w:right w:val="single" w:sz="4" w:space="0" w:color="auto"/>
            </w:tcBorders>
          </w:tcPr>
          <w:p w14:paraId="21424236" w14:textId="77777777" w:rsidR="00C25B7D" w:rsidRPr="00E062F1" w:rsidRDefault="00C25B7D" w:rsidP="00C25B7D">
            <w:pPr>
              <w:pStyle w:val="TAC"/>
              <w:rPr>
                <w:rFonts w:eastAsia="Yu Mincho"/>
              </w:rPr>
            </w:pPr>
            <w:r>
              <w:rPr>
                <w:rFonts w:eastAsia="Yu Mincho"/>
              </w:rPr>
              <w:t>25</w:t>
            </w:r>
          </w:p>
        </w:tc>
        <w:tc>
          <w:tcPr>
            <w:tcW w:w="671" w:type="dxa"/>
            <w:gridSpan w:val="2"/>
            <w:tcBorders>
              <w:top w:val="single" w:sz="4" w:space="0" w:color="auto"/>
              <w:left w:val="single" w:sz="4" w:space="0" w:color="auto"/>
              <w:bottom w:val="single" w:sz="4" w:space="0" w:color="auto"/>
              <w:right w:val="single" w:sz="4" w:space="0" w:color="auto"/>
            </w:tcBorders>
          </w:tcPr>
          <w:p w14:paraId="05F2C732" w14:textId="77777777" w:rsidR="00C25B7D" w:rsidRPr="00E062F1" w:rsidRDefault="00C25B7D" w:rsidP="00C25B7D">
            <w:pPr>
              <w:pStyle w:val="TAC"/>
              <w:rPr>
                <w:rFonts w:eastAsia="Yu Mincho"/>
              </w:rPr>
            </w:pPr>
            <w:r>
              <w:rPr>
                <w:rFonts w:eastAsia="Yu Mincho"/>
              </w:rPr>
              <w:t>30</w:t>
            </w:r>
          </w:p>
        </w:tc>
        <w:tc>
          <w:tcPr>
            <w:tcW w:w="671" w:type="dxa"/>
            <w:tcBorders>
              <w:top w:val="single" w:sz="4" w:space="0" w:color="auto"/>
              <w:left w:val="single" w:sz="4" w:space="0" w:color="auto"/>
              <w:bottom w:val="single" w:sz="4" w:space="0" w:color="auto"/>
              <w:right w:val="single" w:sz="4" w:space="0" w:color="auto"/>
            </w:tcBorders>
          </w:tcPr>
          <w:p w14:paraId="4DD077C5"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518F99A8"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0D069AC0"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16B6D9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1595D9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C68CBE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B63AA38"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19861ADC"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48C12EB5"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3629A5DA" w14:textId="77777777" w:rsidR="00C25B7D" w:rsidRPr="00E062F1" w:rsidRDefault="00C25B7D" w:rsidP="00C25B7D">
            <w:pPr>
              <w:pStyle w:val="TAC"/>
              <w:rPr>
                <w:lang w:eastAsia="zh-CN"/>
              </w:rPr>
            </w:pPr>
            <w:r>
              <w:rPr>
                <w:rFonts w:hint="eastAsia"/>
                <w:lang w:eastAsia="zh-CN"/>
              </w:rPr>
              <w:t>0</w:t>
            </w:r>
          </w:p>
        </w:tc>
      </w:tr>
      <w:tr w:rsidR="00C25B7D" w:rsidRPr="00E062F1" w14:paraId="3536843E"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DD8DD6F"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23B3AF49" w14:textId="77777777" w:rsidR="00C25B7D" w:rsidRPr="00E062F1" w:rsidRDefault="00C25B7D" w:rsidP="00C25B7D">
            <w:pPr>
              <w:pStyle w:val="TAC"/>
            </w:pPr>
          </w:p>
        </w:tc>
        <w:tc>
          <w:tcPr>
            <w:tcW w:w="737" w:type="dxa"/>
            <w:tcBorders>
              <w:top w:val="single" w:sz="4" w:space="0" w:color="auto"/>
              <w:left w:val="single" w:sz="4" w:space="0" w:color="auto"/>
              <w:right w:val="single" w:sz="4" w:space="0" w:color="auto"/>
            </w:tcBorders>
          </w:tcPr>
          <w:p w14:paraId="3F5853B1" w14:textId="77777777" w:rsidR="00C25B7D" w:rsidRPr="00E062F1" w:rsidRDefault="00C25B7D" w:rsidP="00C25B7D">
            <w:pPr>
              <w:pStyle w:val="TAC"/>
              <w:rPr>
                <w:lang w:eastAsia="zh-CN"/>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3A8F94C7" w14:textId="39BCA560" w:rsidR="00C25B7D" w:rsidRPr="00E062F1" w:rsidRDefault="00C25B7D" w:rsidP="00C25B7D">
            <w:pPr>
              <w:pStyle w:val="TAC"/>
              <w:rPr>
                <w:lang w:eastAsia="zh-CN"/>
              </w:rPr>
            </w:pPr>
            <w:r w:rsidRPr="00E062F1">
              <w:rPr>
                <w:rFonts w:cs="Arial"/>
                <w:lang w:eastAsia="ja-JP"/>
              </w:rPr>
              <w:t>CA_n257D</w:t>
            </w:r>
          </w:p>
        </w:tc>
        <w:tc>
          <w:tcPr>
            <w:tcW w:w="1345" w:type="dxa"/>
            <w:tcBorders>
              <w:top w:val="nil"/>
              <w:left w:val="single" w:sz="4" w:space="0" w:color="auto"/>
              <w:bottom w:val="single" w:sz="4" w:space="0" w:color="auto"/>
              <w:right w:val="single" w:sz="4" w:space="0" w:color="auto"/>
            </w:tcBorders>
            <w:shd w:val="clear" w:color="auto" w:fill="auto"/>
          </w:tcPr>
          <w:p w14:paraId="314B6A37" w14:textId="77777777" w:rsidR="00C25B7D" w:rsidRPr="00E062F1" w:rsidRDefault="00C25B7D" w:rsidP="00C25B7D">
            <w:pPr>
              <w:pStyle w:val="TAC"/>
              <w:rPr>
                <w:lang w:eastAsia="zh-CN"/>
              </w:rPr>
            </w:pPr>
          </w:p>
        </w:tc>
      </w:tr>
      <w:tr w:rsidR="00C25B7D" w:rsidRPr="00E062F1" w14:paraId="3C162D42"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77C6B108" w14:textId="77777777" w:rsidR="00C25B7D" w:rsidRPr="00E062F1" w:rsidRDefault="00C25B7D" w:rsidP="00C25B7D">
            <w:pPr>
              <w:pStyle w:val="TAC"/>
            </w:pPr>
            <w:r w:rsidRPr="00E062F1">
              <w:t>CA_n</w:t>
            </w:r>
            <w:r w:rsidRPr="00E062F1">
              <w:rPr>
                <w:lang w:eastAsia="zh-CN"/>
              </w:rPr>
              <w:t>3</w:t>
            </w:r>
            <w:r w:rsidRPr="00E062F1">
              <w:t>A-n</w:t>
            </w:r>
            <w:r w:rsidRPr="00E062F1">
              <w:rPr>
                <w:lang w:eastAsia="zh-CN"/>
              </w:rPr>
              <w:t>257G</w:t>
            </w:r>
          </w:p>
        </w:tc>
        <w:tc>
          <w:tcPr>
            <w:tcW w:w="1232" w:type="dxa"/>
            <w:tcBorders>
              <w:top w:val="single" w:sz="4" w:space="0" w:color="auto"/>
              <w:left w:val="single" w:sz="4" w:space="0" w:color="auto"/>
              <w:bottom w:val="nil"/>
              <w:right w:val="single" w:sz="4" w:space="0" w:color="auto"/>
            </w:tcBorders>
            <w:shd w:val="clear" w:color="auto" w:fill="auto"/>
          </w:tcPr>
          <w:p w14:paraId="666F6628" w14:textId="77777777" w:rsidR="00160E44" w:rsidRPr="00E062F1" w:rsidRDefault="00C25B7D" w:rsidP="00160E44">
            <w:pPr>
              <w:pStyle w:val="TAC"/>
              <w:rPr>
                <w:rFonts w:cs="Arial"/>
                <w:szCs w:val="18"/>
              </w:rPr>
            </w:pPr>
            <w:r w:rsidRPr="00E062F1">
              <w:t>CA_n</w:t>
            </w:r>
            <w:r w:rsidRPr="00E062F1">
              <w:rPr>
                <w:lang w:eastAsia="zh-CN"/>
              </w:rPr>
              <w:t>3</w:t>
            </w:r>
            <w:r w:rsidRPr="00E062F1">
              <w:t>A-n</w:t>
            </w:r>
            <w:r w:rsidRPr="00E062F1">
              <w:rPr>
                <w:lang w:eastAsia="zh-CN"/>
              </w:rPr>
              <w:t>257</w:t>
            </w:r>
            <w:r w:rsidRPr="00E062F1">
              <w:t>A</w:t>
            </w:r>
          </w:p>
          <w:p w14:paraId="1C828282" w14:textId="5AAEFF3F" w:rsidR="00C25B7D" w:rsidRPr="00E062F1" w:rsidRDefault="00C25B7D" w:rsidP="00C25B7D">
            <w:pPr>
              <w:pStyle w:val="TAC"/>
            </w:pPr>
            <w:r w:rsidRPr="00E062F1">
              <w:t>CA_n</w:t>
            </w:r>
            <w:r w:rsidRPr="00E062F1">
              <w:rPr>
                <w:lang w:eastAsia="zh-CN"/>
              </w:rPr>
              <w:t>3</w:t>
            </w:r>
            <w:r w:rsidRPr="00E062F1">
              <w:t>A-n</w:t>
            </w:r>
            <w:r w:rsidRPr="00E062F1">
              <w:rPr>
                <w:lang w:eastAsia="zh-CN"/>
              </w:rPr>
              <w:t>257G</w:t>
            </w:r>
          </w:p>
        </w:tc>
        <w:tc>
          <w:tcPr>
            <w:tcW w:w="737" w:type="dxa"/>
            <w:tcBorders>
              <w:top w:val="single" w:sz="4" w:space="0" w:color="auto"/>
              <w:left w:val="single" w:sz="4" w:space="0" w:color="auto"/>
              <w:right w:val="single" w:sz="4" w:space="0" w:color="auto"/>
            </w:tcBorders>
          </w:tcPr>
          <w:p w14:paraId="55D57FC7" w14:textId="77777777" w:rsidR="00C25B7D" w:rsidRPr="00E062F1" w:rsidRDefault="00C25B7D" w:rsidP="00C25B7D">
            <w:pPr>
              <w:pStyle w:val="TAC"/>
              <w:rPr>
                <w:lang w:eastAsia="zh-CN"/>
              </w:rPr>
            </w:pPr>
            <w:r w:rsidRPr="00E062F1">
              <w:rPr>
                <w:lang w:eastAsia="zh-CN"/>
              </w:rPr>
              <w:t>n3</w:t>
            </w:r>
          </w:p>
        </w:tc>
        <w:tc>
          <w:tcPr>
            <w:tcW w:w="671" w:type="dxa"/>
            <w:tcBorders>
              <w:top w:val="single" w:sz="4" w:space="0" w:color="auto"/>
              <w:left w:val="single" w:sz="4" w:space="0" w:color="auto"/>
              <w:bottom w:val="single" w:sz="4" w:space="0" w:color="auto"/>
              <w:right w:val="single" w:sz="4" w:space="0" w:color="auto"/>
            </w:tcBorders>
          </w:tcPr>
          <w:p w14:paraId="17B40C87" w14:textId="77777777" w:rsidR="00C25B7D" w:rsidRPr="005F427A" w:rsidRDefault="00C25B7D" w:rsidP="00C25B7D">
            <w:pPr>
              <w:pStyle w:val="TAC"/>
              <w:rPr>
                <w:rFonts w:eastAsiaTheme="minorEastAsia"/>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715165A4"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AB5332C"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7478FCB7"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0840199" w14:textId="77777777" w:rsidR="00C25B7D" w:rsidRPr="005F427A" w:rsidRDefault="00C25B7D" w:rsidP="00C25B7D">
            <w:pPr>
              <w:pStyle w:val="TAC"/>
              <w:rPr>
                <w:rFonts w:eastAsiaTheme="minorEastAsia"/>
                <w:lang w:eastAsia="zh-CN"/>
              </w:rPr>
            </w:pPr>
            <w:r>
              <w:rPr>
                <w:rFonts w:hint="eastAsia"/>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433E3402" w14:textId="77777777" w:rsidR="00C25B7D" w:rsidRPr="005F427A" w:rsidRDefault="00C25B7D" w:rsidP="00C25B7D">
            <w:pPr>
              <w:pStyle w:val="TAC"/>
              <w:rPr>
                <w:rFonts w:eastAsiaTheme="minorEastAsia"/>
                <w:lang w:eastAsia="zh-CN"/>
              </w:rPr>
            </w:pPr>
            <w:r>
              <w:rPr>
                <w:rFonts w:hint="eastAsia"/>
                <w:lang w:eastAsia="zh-CN"/>
              </w:rPr>
              <w:t>30</w:t>
            </w:r>
          </w:p>
        </w:tc>
        <w:tc>
          <w:tcPr>
            <w:tcW w:w="671" w:type="dxa"/>
            <w:tcBorders>
              <w:top w:val="single" w:sz="4" w:space="0" w:color="auto"/>
              <w:left w:val="single" w:sz="4" w:space="0" w:color="auto"/>
              <w:bottom w:val="single" w:sz="4" w:space="0" w:color="auto"/>
              <w:right w:val="single" w:sz="4" w:space="0" w:color="auto"/>
            </w:tcBorders>
          </w:tcPr>
          <w:p w14:paraId="445DFA02"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644CEAED"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75DD7BE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CE67B9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121599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77756C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8496829"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32DD280"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7FF137A9"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63F15351" w14:textId="77777777" w:rsidR="00C25B7D" w:rsidRPr="00E062F1" w:rsidRDefault="00C25B7D" w:rsidP="00C25B7D">
            <w:pPr>
              <w:pStyle w:val="TAC"/>
              <w:rPr>
                <w:lang w:eastAsia="zh-CN"/>
              </w:rPr>
            </w:pPr>
            <w:r>
              <w:rPr>
                <w:rFonts w:hint="eastAsia"/>
                <w:lang w:eastAsia="zh-CN"/>
              </w:rPr>
              <w:t>0</w:t>
            </w:r>
          </w:p>
        </w:tc>
      </w:tr>
      <w:tr w:rsidR="00C25B7D" w:rsidRPr="00E062F1" w14:paraId="4084C54B"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9D306DB"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6FBADD24" w14:textId="77777777" w:rsidR="00C25B7D" w:rsidRPr="00E062F1" w:rsidRDefault="00C25B7D" w:rsidP="00C25B7D">
            <w:pPr>
              <w:pStyle w:val="TAC"/>
            </w:pPr>
          </w:p>
        </w:tc>
        <w:tc>
          <w:tcPr>
            <w:tcW w:w="737" w:type="dxa"/>
            <w:tcBorders>
              <w:top w:val="single" w:sz="4" w:space="0" w:color="auto"/>
              <w:left w:val="single" w:sz="4" w:space="0" w:color="auto"/>
              <w:right w:val="single" w:sz="4" w:space="0" w:color="auto"/>
            </w:tcBorders>
          </w:tcPr>
          <w:p w14:paraId="6EC2A942" w14:textId="77777777" w:rsidR="00C25B7D" w:rsidRPr="00E062F1" w:rsidRDefault="00C25B7D" w:rsidP="00C25B7D">
            <w:pPr>
              <w:pStyle w:val="TAC"/>
              <w:rPr>
                <w:lang w:eastAsia="zh-CN"/>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3CE43A7E" w14:textId="37240251" w:rsidR="00C25B7D" w:rsidRPr="00E062F1" w:rsidRDefault="00C25B7D" w:rsidP="00C25B7D">
            <w:pPr>
              <w:pStyle w:val="TAC"/>
              <w:rPr>
                <w:lang w:eastAsia="zh-CN"/>
              </w:rPr>
            </w:pPr>
            <w:r w:rsidRPr="00E062F1">
              <w:rPr>
                <w:rFonts w:cs="Arial"/>
                <w:lang w:eastAsia="ja-JP"/>
              </w:rPr>
              <w:t>CA_n257</w:t>
            </w:r>
            <w:r w:rsidRPr="00E062F1">
              <w:rPr>
                <w:rFonts w:cs="Arial"/>
                <w:lang w:eastAsia="zh-CN"/>
              </w:rPr>
              <w:t>G</w:t>
            </w:r>
          </w:p>
        </w:tc>
        <w:tc>
          <w:tcPr>
            <w:tcW w:w="1345" w:type="dxa"/>
            <w:tcBorders>
              <w:top w:val="nil"/>
              <w:left w:val="single" w:sz="4" w:space="0" w:color="auto"/>
              <w:bottom w:val="single" w:sz="4" w:space="0" w:color="auto"/>
              <w:right w:val="single" w:sz="4" w:space="0" w:color="auto"/>
            </w:tcBorders>
            <w:shd w:val="clear" w:color="auto" w:fill="auto"/>
          </w:tcPr>
          <w:p w14:paraId="1AA4D4CF" w14:textId="77777777" w:rsidR="00C25B7D" w:rsidRPr="00E062F1" w:rsidRDefault="00C25B7D" w:rsidP="00C25B7D">
            <w:pPr>
              <w:pStyle w:val="TAC"/>
              <w:rPr>
                <w:lang w:eastAsia="zh-CN"/>
              </w:rPr>
            </w:pPr>
          </w:p>
        </w:tc>
      </w:tr>
      <w:tr w:rsidR="00C25B7D" w:rsidRPr="00E062F1" w14:paraId="682EA1C7"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1E95669E" w14:textId="77777777" w:rsidR="00C25B7D" w:rsidRPr="00E062F1" w:rsidRDefault="00C25B7D" w:rsidP="00C25B7D">
            <w:pPr>
              <w:pStyle w:val="TAC"/>
            </w:pPr>
            <w:r w:rsidRPr="00E062F1">
              <w:t>CA_n</w:t>
            </w:r>
            <w:r w:rsidRPr="00E062F1">
              <w:rPr>
                <w:lang w:eastAsia="zh-CN"/>
              </w:rPr>
              <w:t>3</w:t>
            </w:r>
            <w:r w:rsidRPr="00E062F1">
              <w:t>A-n</w:t>
            </w:r>
            <w:r w:rsidRPr="00E062F1">
              <w:rPr>
                <w:lang w:eastAsia="zh-CN"/>
              </w:rPr>
              <w:t>257H</w:t>
            </w:r>
          </w:p>
        </w:tc>
        <w:tc>
          <w:tcPr>
            <w:tcW w:w="1232" w:type="dxa"/>
            <w:tcBorders>
              <w:top w:val="single" w:sz="4" w:space="0" w:color="auto"/>
              <w:left w:val="single" w:sz="4" w:space="0" w:color="auto"/>
              <w:bottom w:val="nil"/>
              <w:right w:val="single" w:sz="4" w:space="0" w:color="auto"/>
            </w:tcBorders>
            <w:shd w:val="clear" w:color="auto" w:fill="auto"/>
          </w:tcPr>
          <w:p w14:paraId="686DE429" w14:textId="77777777" w:rsidR="00160E44" w:rsidRPr="00E062F1" w:rsidRDefault="00C25B7D" w:rsidP="00160E44">
            <w:pPr>
              <w:pStyle w:val="TAC"/>
              <w:rPr>
                <w:rFonts w:cs="Arial"/>
                <w:szCs w:val="18"/>
              </w:rPr>
            </w:pPr>
            <w:r w:rsidRPr="00E062F1">
              <w:t>CA_n</w:t>
            </w:r>
            <w:r w:rsidRPr="00E062F1">
              <w:rPr>
                <w:lang w:eastAsia="zh-CN"/>
              </w:rPr>
              <w:t>3</w:t>
            </w:r>
            <w:r w:rsidRPr="00E062F1">
              <w:t>A-n</w:t>
            </w:r>
            <w:r w:rsidRPr="00E062F1">
              <w:rPr>
                <w:lang w:eastAsia="zh-CN"/>
              </w:rPr>
              <w:t>257</w:t>
            </w:r>
            <w:r w:rsidRPr="00E062F1">
              <w:t>A</w:t>
            </w:r>
          </w:p>
          <w:p w14:paraId="5AA5C3E4" w14:textId="77777777" w:rsidR="00160E44" w:rsidRPr="00E062F1" w:rsidRDefault="00C25B7D" w:rsidP="00160E44">
            <w:pPr>
              <w:pStyle w:val="TAC"/>
              <w:rPr>
                <w:rFonts w:cs="Arial"/>
                <w:szCs w:val="18"/>
              </w:rPr>
            </w:pPr>
            <w:r w:rsidRPr="00E062F1">
              <w:t>CA_n</w:t>
            </w:r>
            <w:r w:rsidRPr="00E062F1">
              <w:rPr>
                <w:lang w:eastAsia="zh-CN"/>
              </w:rPr>
              <w:t>3</w:t>
            </w:r>
            <w:r w:rsidRPr="00E062F1">
              <w:t>A-n</w:t>
            </w:r>
            <w:r w:rsidRPr="00E062F1">
              <w:rPr>
                <w:lang w:eastAsia="zh-CN"/>
              </w:rPr>
              <w:t>257G</w:t>
            </w:r>
          </w:p>
          <w:p w14:paraId="648E7697" w14:textId="2458EACE" w:rsidR="00C25B7D" w:rsidRPr="00E062F1" w:rsidRDefault="00C25B7D" w:rsidP="00C25B7D">
            <w:pPr>
              <w:pStyle w:val="TAC"/>
            </w:pPr>
            <w:r w:rsidRPr="00E062F1">
              <w:t>CA_n</w:t>
            </w:r>
            <w:r w:rsidRPr="00E062F1">
              <w:rPr>
                <w:lang w:eastAsia="zh-CN"/>
              </w:rPr>
              <w:t>3</w:t>
            </w:r>
            <w:r w:rsidRPr="00E062F1">
              <w:t>A-n</w:t>
            </w:r>
            <w:r w:rsidRPr="00E062F1">
              <w:rPr>
                <w:lang w:eastAsia="zh-CN"/>
              </w:rPr>
              <w:t>257H</w:t>
            </w:r>
          </w:p>
        </w:tc>
        <w:tc>
          <w:tcPr>
            <w:tcW w:w="737" w:type="dxa"/>
            <w:tcBorders>
              <w:top w:val="single" w:sz="4" w:space="0" w:color="auto"/>
              <w:left w:val="single" w:sz="4" w:space="0" w:color="auto"/>
              <w:right w:val="single" w:sz="4" w:space="0" w:color="auto"/>
            </w:tcBorders>
          </w:tcPr>
          <w:p w14:paraId="48686BBA" w14:textId="77777777" w:rsidR="00C25B7D" w:rsidRPr="00E062F1" w:rsidRDefault="00C25B7D" w:rsidP="00C25B7D">
            <w:pPr>
              <w:pStyle w:val="TAC"/>
              <w:rPr>
                <w:lang w:eastAsia="zh-CN"/>
              </w:rPr>
            </w:pPr>
            <w:r w:rsidRPr="00E062F1">
              <w:rPr>
                <w:lang w:eastAsia="zh-CN"/>
              </w:rPr>
              <w:t>n3</w:t>
            </w:r>
          </w:p>
        </w:tc>
        <w:tc>
          <w:tcPr>
            <w:tcW w:w="671" w:type="dxa"/>
            <w:tcBorders>
              <w:top w:val="single" w:sz="4" w:space="0" w:color="auto"/>
              <w:left w:val="single" w:sz="4" w:space="0" w:color="auto"/>
              <w:bottom w:val="single" w:sz="4" w:space="0" w:color="auto"/>
              <w:right w:val="single" w:sz="4" w:space="0" w:color="auto"/>
            </w:tcBorders>
          </w:tcPr>
          <w:p w14:paraId="49E8AADC" w14:textId="77777777" w:rsidR="00C25B7D" w:rsidRPr="005F427A" w:rsidRDefault="00C25B7D" w:rsidP="00C25B7D">
            <w:pPr>
              <w:pStyle w:val="TAC"/>
              <w:rPr>
                <w:rFonts w:eastAsiaTheme="minorEastAsia"/>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7DEF9A93"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C0A05BE"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78B2C1A"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127D8CF" w14:textId="77777777" w:rsidR="00C25B7D" w:rsidRPr="005F427A" w:rsidRDefault="00C25B7D" w:rsidP="00C25B7D">
            <w:pPr>
              <w:pStyle w:val="TAC"/>
              <w:rPr>
                <w:rFonts w:eastAsiaTheme="minorEastAsia"/>
                <w:lang w:eastAsia="zh-CN"/>
              </w:rPr>
            </w:pPr>
            <w:r>
              <w:rPr>
                <w:rFonts w:hint="eastAsia"/>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40B53E3D" w14:textId="77777777" w:rsidR="00C25B7D" w:rsidRPr="005F427A" w:rsidRDefault="00C25B7D" w:rsidP="00C25B7D">
            <w:pPr>
              <w:pStyle w:val="TAC"/>
              <w:rPr>
                <w:rFonts w:eastAsiaTheme="minorEastAsia"/>
                <w:lang w:eastAsia="zh-CN"/>
              </w:rPr>
            </w:pPr>
            <w:r>
              <w:rPr>
                <w:rFonts w:hint="eastAsia"/>
                <w:lang w:eastAsia="zh-CN"/>
              </w:rPr>
              <w:t>30</w:t>
            </w:r>
          </w:p>
        </w:tc>
        <w:tc>
          <w:tcPr>
            <w:tcW w:w="671" w:type="dxa"/>
            <w:tcBorders>
              <w:top w:val="single" w:sz="4" w:space="0" w:color="auto"/>
              <w:left w:val="single" w:sz="4" w:space="0" w:color="auto"/>
              <w:bottom w:val="single" w:sz="4" w:space="0" w:color="auto"/>
              <w:right w:val="single" w:sz="4" w:space="0" w:color="auto"/>
            </w:tcBorders>
          </w:tcPr>
          <w:p w14:paraId="0421771E"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12E35BEB"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374A0BAE"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EAEECB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7BC5F3C"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09E351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067D1AE"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19E3D2A2"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54146332"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2D2E66E8" w14:textId="77777777" w:rsidR="00C25B7D" w:rsidRPr="00E062F1" w:rsidRDefault="00C25B7D" w:rsidP="00C25B7D">
            <w:pPr>
              <w:pStyle w:val="TAC"/>
              <w:rPr>
                <w:lang w:eastAsia="zh-CN"/>
              </w:rPr>
            </w:pPr>
            <w:r>
              <w:rPr>
                <w:rFonts w:hint="eastAsia"/>
                <w:lang w:eastAsia="zh-CN"/>
              </w:rPr>
              <w:t>0</w:t>
            </w:r>
          </w:p>
        </w:tc>
      </w:tr>
      <w:tr w:rsidR="00C25B7D" w:rsidRPr="00E062F1" w14:paraId="0B2671F6"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00144C7"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2BB87F4E" w14:textId="77777777" w:rsidR="00C25B7D" w:rsidRPr="00E062F1" w:rsidRDefault="00C25B7D" w:rsidP="00C25B7D">
            <w:pPr>
              <w:pStyle w:val="TAC"/>
            </w:pPr>
          </w:p>
        </w:tc>
        <w:tc>
          <w:tcPr>
            <w:tcW w:w="737" w:type="dxa"/>
            <w:tcBorders>
              <w:top w:val="single" w:sz="4" w:space="0" w:color="auto"/>
              <w:left w:val="single" w:sz="4" w:space="0" w:color="auto"/>
              <w:right w:val="single" w:sz="4" w:space="0" w:color="auto"/>
            </w:tcBorders>
          </w:tcPr>
          <w:p w14:paraId="5FF89439" w14:textId="77777777" w:rsidR="00C25B7D" w:rsidRPr="00E062F1" w:rsidRDefault="00C25B7D" w:rsidP="00C25B7D">
            <w:pPr>
              <w:pStyle w:val="TAC"/>
              <w:rPr>
                <w:lang w:eastAsia="zh-CN"/>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5E5B3415" w14:textId="308F6396" w:rsidR="00C25B7D" w:rsidRPr="00E062F1" w:rsidRDefault="00C25B7D" w:rsidP="00C25B7D">
            <w:pPr>
              <w:pStyle w:val="TAC"/>
              <w:rPr>
                <w:lang w:eastAsia="zh-CN"/>
              </w:rPr>
            </w:pPr>
            <w:r w:rsidRPr="00E062F1">
              <w:rPr>
                <w:rFonts w:cs="Arial"/>
                <w:lang w:eastAsia="ja-JP"/>
              </w:rPr>
              <w:t>CA_n257</w:t>
            </w:r>
            <w:r w:rsidRPr="00E062F1">
              <w:rPr>
                <w:rFonts w:cs="Arial"/>
                <w:lang w:eastAsia="zh-CN"/>
              </w:rPr>
              <w:t>H</w:t>
            </w:r>
          </w:p>
        </w:tc>
        <w:tc>
          <w:tcPr>
            <w:tcW w:w="1345" w:type="dxa"/>
            <w:tcBorders>
              <w:top w:val="nil"/>
              <w:left w:val="single" w:sz="4" w:space="0" w:color="auto"/>
              <w:bottom w:val="single" w:sz="4" w:space="0" w:color="auto"/>
              <w:right w:val="single" w:sz="4" w:space="0" w:color="auto"/>
            </w:tcBorders>
            <w:shd w:val="clear" w:color="auto" w:fill="auto"/>
          </w:tcPr>
          <w:p w14:paraId="6BEA009D" w14:textId="77777777" w:rsidR="00C25B7D" w:rsidRPr="00E062F1" w:rsidRDefault="00C25B7D" w:rsidP="00C25B7D">
            <w:pPr>
              <w:pStyle w:val="TAC"/>
              <w:rPr>
                <w:lang w:eastAsia="zh-CN"/>
              </w:rPr>
            </w:pPr>
          </w:p>
        </w:tc>
      </w:tr>
      <w:tr w:rsidR="00C25B7D" w:rsidRPr="00E062F1" w14:paraId="3232241C"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030C2F08" w14:textId="77777777" w:rsidR="00C25B7D" w:rsidRPr="00E062F1" w:rsidRDefault="00C25B7D" w:rsidP="00C25B7D">
            <w:pPr>
              <w:pStyle w:val="TAC"/>
            </w:pPr>
            <w:r w:rsidRPr="00E062F1">
              <w:t>CA_n</w:t>
            </w:r>
            <w:r w:rsidRPr="00E062F1">
              <w:rPr>
                <w:lang w:eastAsia="zh-CN"/>
              </w:rPr>
              <w:t>3</w:t>
            </w:r>
            <w:r w:rsidRPr="00E062F1">
              <w:t>A-n</w:t>
            </w:r>
            <w:r w:rsidRPr="00E062F1">
              <w:rPr>
                <w:lang w:eastAsia="zh-CN"/>
              </w:rPr>
              <w:t>257I</w:t>
            </w:r>
          </w:p>
        </w:tc>
        <w:tc>
          <w:tcPr>
            <w:tcW w:w="1232" w:type="dxa"/>
            <w:tcBorders>
              <w:top w:val="single" w:sz="4" w:space="0" w:color="auto"/>
              <w:left w:val="single" w:sz="4" w:space="0" w:color="auto"/>
              <w:bottom w:val="nil"/>
              <w:right w:val="single" w:sz="4" w:space="0" w:color="auto"/>
            </w:tcBorders>
            <w:shd w:val="clear" w:color="auto" w:fill="auto"/>
          </w:tcPr>
          <w:p w14:paraId="38EAD30D" w14:textId="77777777" w:rsidR="00160E44" w:rsidRPr="00E062F1" w:rsidRDefault="00C25B7D" w:rsidP="00160E44">
            <w:pPr>
              <w:pStyle w:val="TAC"/>
              <w:rPr>
                <w:rFonts w:cs="Arial"/>
                <w:szCs w:val="18"/>
              </w:rPr>
            </w:pPr>
            <w:r w:rsidRPr="00E062F1">
              <w:t>CA_n</w:t>
            </w:r>
            <w:r w:rsidRPr="00E062F1">
              <w:rPr>
                <w:lang w:eastAsia="zh-CN"/>
              </w:rPr>
              <w:t>3</w:t>
            </w:r>
            <w:r w:rsidRPr="00E062F1">
              <w:t>A-n</w:t>
            </w:r>
            <w:r w:rsidRPr="00E062F1">
              <w:rPr>
                <w:lang w:eastAsia="zh-CN"/>
              </w:rPr>
              <w:t>257</w:t>
            </w:r>
            <w:r w:rsidRPr="00E062F1">
              <w:t>A</w:t>
            </w:r>
          </w:p>
          <w:p w14:paraId="224E29B7" w14:textId="77777777" w:rsidR="00160E44" w:rsidRPr="00E062F1" w:rsidRDefault="00C25B7D" w:rsidP="00160E44">
            <w:pPr>
              <w:pStyle w:val="TAC"/>
              <w:rPr>
                <w:rFonts w:cs="Arial"/>
                <w:szCs w:val="18"/>
              </w:rPr>
            </w:pPr>
            <w:r w:rsidRPr="00E062F1">
              <w:t>CA_n</w:t>
            </w:r>
            <w:r w:rsidRPr="00E062F1">
              <w:rPr>
                <w:lang w:eastAsia="zh-CN"/>
              </w:rPr>
              <w:t>3</w:t>
            </w:r>
            <w:r w:rsidRPr="00E062F1">
              <w:t>A-n</w:t>
            </w:r>
            <w:r w:rsidRPr="00E062F1">
              <w:rPr>
                <w:lang w:eastAsia="zh-CN"/>
              </w:rPr>
              <w:t>257G</w:t>
            </w:r>
          </w:p>
          <w:p w14:paraId="02E7CC6A" w14:textId="77777777" w:rsidR="00160E44" w:rsidRPr="00E062F1" w:rsidRDefault="00C25B7D" w:rsidP="00160E44">
            <w:pPr>
              <w:pStyle w:val="TAC"/>
              <w:rPr>
                <w:rFonts w:cs="Arial"/>
                <w:szCs w:val="18"/>
              </w:rPr>
            </w:pPr>
            <w:r w:rsidRPr="00E062F1">
              <w:t>CA_n</w:t>
            </w:r>
            <w:r w:rsidRPr="00E062F1">
              <w:rPr>
                <w:lang w:eastAsia="zh-CN"/>
              </w:rPr>
              <w:t>3</w:t>
            </w:r>
            <w:r w:rsidRPr="00E062F1">
              <w:t>A-n</w:t>
            </w:r>
            <w:r w:rsidRPr="00E062F1">
              <w:rPr>
                <w:lang w:eastAsia="zh-CN"/>
              </w:rPr>
              <w:t>257H</w:t>
            </w:r>
          </w:p>
          <w:p w14:paraId="0574EBC0" w14:textId="1199B37C" w:rsidR="00C25B7D" w:rsidRPr="00E062F1" w:rsidRDefault="00C25B7D" w:rsidP="00C25B7D">
            <w:pPr>
              <w:pStyle w:val="TAC"/>
            </w:pPr>
            <w:r w:rsidRPr="00E062F1">
              <w:t>CA_n</w:t>
            </w:r>
            <w:r w:rsidRPr="00E062F1">
              <w:rPr>
                <w:lang w:eastAsia="zh-CN"/>
              </w:rPr>
              <w:t>3</w:t>
            </w:r>
            <w:r w:rsidRPr="00E062F1">
              <w:t>A-n</w:t>
            </w:r>
            <w:r w:rsidRPr="00E062F1">
              <w:rPr>
                <w:lang w:eastAsia="zh-CN"/>
              </w:rPr>
              <w:t>257I</w:t>
            </w:r>
          </w:p>
        </w:tc>
        <w:tc>
          <w:tcPr>
            <w:tcW w:w="737" w:type="dxa"/>
            <w:tcBorders>
              <w:top w:val="single" w:sz="4" w:space="0" w:color="auto"/>
              <w:left w:val="single" w:sz="4" w:space="0" w:color="auto"/>
              <w:right w:val="single" w:sz="4" w:space="0" w:color="auto"/>
            </w:tcBorders>
          </w:tcPr>
          <w:p w14:paraId="7184CDCF" w14:textId="77777777" w:rsidR="00C25B7D" w:rsidRPr="00E062F1" w:rsidRDefault="00C25B7D" w:rsidP="00C25B7D">
            <w:pPr>
              <w:pStyle w:val="TAC"/>
              <w:rPr>
                <w:lang w:eastAsia="zh-CN"/>
              </w:rPr>
            </w:pPr>
            <w:r w:rsidRPr="00E062F1">
              <w:rPr>
                <w:lang w:eastAsia="zh-CN"/>
              </w:rPr>
              <w:t>n3</w:t>
            </w:r>
          </w:p>
        </w:tc>
        <w:tc>
          <w:tcPr>
            <w:tcW w:w="671" w:type="dxa"/>
            <w:tcBorders>
              <w:top w:val="single" w:sz="4" w:space="0" w:color="auto"/>
              <w:left w:val="single" w:sz="4" w:space="0" w:color="auto"/>
              <w:bottom w:val="single" w:sz="4" w:space="0" w:color="auto"/>
              <w:right w:val="single" w:sz="4" w:space="0" w:color="auto"/>
            </w:tcBorders>
          </w:tcPr>
          <w:p w14:paraId="2341C20C" w14:textId="77777777" w:rsidR="00C25B7D" w:rsidRPr="005F427A" w:rsidRDefault="00C25B7D" w:rsidP="00C25B7D">
            <w:pPr>
              <w:pStyle w:val="TAC"/>
              <w:rPr>
                <w:rFonts w:eastAsiaTheme="minorEastAsia"/>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2CBE1389"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13004C0F"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0D729466"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FB3C253" w14:textId="77777777" w:rsidR="00C25B7D" w:rsidRPr="005F427A" w:rsidRDefault="00C25B7D" w:rsidP="00C25B7D">
            <w:pPr>
              <w:pStyle w:val="TAC"/>
              <w:rPr>
                <w:rFonts w:eastAsiaTheme="minorEastAsia"/>
                <w:lang w:eastAsia="zh-CN"/>
              </w:rPr>
            </w:pPr>
            <w:r>
              <w:rPr>
                <w:rFonts w:hint="eastAsia"/>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2E32EFFA" w14:textId="77777777" w:rsidR="00C25B7D" w:rsidRPr="005F427A" w:rsidRDefault="00C25B7D" w:rsidP="00C25B7D">
            <w:pPr>
              <w:pStyle w:val="TAC"/>
              <w:rPr>
                <w:rFonts w:eastAsiaTheme="minorEastAsia"/>
                <w:lang w:eastAsia="zh-CN"/>
              </w:rPr>
            </w:pPr>
            <w:r>
              <w:rPr>
                <w:rFonts w:hint="eastAsia"/>
                <w:lang w:eastAsia="zh-CN"/>
              </w:rPr>
              <w:t>30</w:t>
            </w:r>
          </w:p>
        </w:tc>
        <w:tc>
          <w:tcPr>
            <w:tcW w:w="671" w:type="dxa"/>
            <w:tcBorders>
              <w:top w:val="single" w:sz="4" w:space="0" w:color="auto"/>
              <w:left w:val="single" w:sz="4" w:space="0" w:color="auto"/>
              <w:bottom w:val="single" w:sz="4" w:space="0" w:color="auto"/>
              <w:right w:val="single" w:sz="4" w:space="0" w:color="auto"/>
            </w:tcBorders>
          </w:tcPr>
          <w:p w14:paraId="732D0D2E"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225F82DE"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452C3A84"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CCDB8D0"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B37DBC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8F64CE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BF25427"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A93223A"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3994DE8B"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1F2A3B50" w14:textId="77777777" w:rsidR="00C25B7D" w:rsidRPr="00E062F1" w:rsidRDefault="00C25B7D" w:rsidP="00C25B7D">
            <w:pPr>
              <w:pStyle w:val="TAC"/>
              <w:rPr>
                <w:lang w:eastAsia="zh-CN"/>
              </w:rPr>
            </w:pPr>
            <w:r>
              <w:rPr>
                <w:rFonts w:hint="eastAsia"/>
                <w:lang w:eastAsia="zh-CN"/>
              </w:rPr>
              <w:t>0</w:t>
            </w:r>
          </w:p>
        </w:tc>
      </w:tr>
      <w:tr w:rsidR="00C25B7D" w:rsidRPr="00E062F1" w14:paraId="7AFC0624"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48A01AEA"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41356D8E" w14:textId="77777777" w:rsidR="00C25B7D" w:rsidRPr="00E062F1" w:rsidRDefault="00C25B7D" w:rsidP="00C25B7D">
            <w:pPr>
              <w:pStyle w:val="TAC"/>
            </w:pPr>
          </w:p>
        </w:tc>
        <w:tc>
          <w:tcPr>
            <w:tcW w:w="737" w:type="dxa"/>
            <w:tcBorders>
              <w:top w:val="single" w:sz="4" w:space="0" w:color="auto"/>
              <w:left w:val="single" w:sz="4" w:space="0" w:color="auto"/>
              <w:right w:val="single" w:sz="4" w:space="0" w:color="auto"/>
            </w:tcBorders>
          </w:tcPr>
          <w:p w14:paraId="39B8C5AA" w14:textId="77777777" w:rsidR="00C25B7D" w:rsidRPr="00E062F1" w:rsidRDefault="00C25B7D" w:rsidP="00C25B7D">
            <w:pPr>
              <w:pStyle w:val="TAC"/>
              <w:rPr>
                <w:lang w:eastAsia="zh-CN"/>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0083E5E0" w14:textId="19072C12" w:rsidR="00C25B7D" w:rsidRPr="00E062F1" w:rsidRDefault="00C25B7D" w:rsidP="00C25B7D">
            <w:pPr>
              <w:pStyle w:val="TAC"/>
              <w:rPr>
                <w:lang w:eastAsia="zh-CN"/>
              </w:rPr>
            </w:pPr>
            <w:r w:rsidRPr="00E062F1">
              <w:rPr>
                <w:rFonts w:cs="Arial"/>
                <w:lang w:eastAsia="ja-JP"/>
              </w:rPr>
              <w:t>CA_n257</w:t>
            </w:r>
            <w:r w:rsidRPr="00E062F1">
              <w:rPr>
                <w:rFonts w:cs="Arial"/>
                <w:lang w:eastAsia="zh-CN"/>
              </w:rPr>
              <w:t>I</w:t>
            </w:r>
          </w:p>
        </w:tc>
        <w:tc>
          <w:tcPr>
            <w:tcW w:w="1345" w:type="dxa"/>
            <w:tcBorders>
              <w:top w:val="nil"/>
              <w:left w:val="single" w:sz="4" w:space="0" w:color="auto"/>
              <w:bottom w:val="single" w:sz="4" w:space="0" w:color="auto"/>
              <w:right w:val="single" w:sz="4" w:space="0" w:color="auto"/>
            </w:tcBorders>
            <w:shd w:val="clear" w:color="auto" w:fill="auto"/>
          </w:tcPr>
          <w:p w14:paraId="5F16710E" w14:textId="77777777" w:rsidR="00C25B7D" w:rsidRPr="00E062F1" w:rsidRDefault="00C25B7D" w:rsidP="00C25B7D">
            <w:pPr>
              <w:pStyle w:val="TAC"/>
              <w:rPr>
                <w:lang w:eastAsia="zh-CN"/>
              </w:rPr>
            </w:pPr>
          </w:p>
        </w:tc>
      </w:tr>
      <w:tr w:rsidR="00C25B7D" w:rsidRPr="00E062F1" w14:paraId="697C72C7"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6FFB5E8A" w14:textId="77777777" w:rsidR="00C25B7D" w:rsidRPr="00E062F1" w:rsidRDefault="00C25B7D" w:rsidP="00C25B7D">
            <w:pPr>
              <w:pStyle w:val="TAC"/>
            </w:pPr>
            <w:r w:rsidRPr="00E062F1">
              <w:t>CA_n</w:t>
            </w:r>
            <w:r w:rsidRPr="00E062F1">
              <w:rPr>
                <w:lang w:eastAsia="zh-CN"/>
              </w:rPr>
              <w:t>5</w:t>
            </w:r>
            <w:r w:rsidRPr="00E062F1">
              <w:t>A-n</w:t>
            </w:r>
            <w:r w:rsidRPr="00E062F1">
              <w:rPr>
                <w:lang w:eastAsia="zh-CN"/>
              </w:rPr>
              <w:t>260</w:t>
            </w:r>
            <w:r w:rsidRPr="00E062F1">
              <w:t>A</w:t>
            </w:r>
          </w:p>
        </w:tc>
        <w:tc>
          <w:tcPr>
            <w:tcW w:w="1232" w:type="dxa"/>
            <w:tcBorders>
              <w:left w:val="single" w:sz="4" w:space="0" w:color="auto"/>
              <w:bottom w:val="nil"/>
              <w:right w:val="single" w:sz="4" w:space="0" w:color="auto"/>
            </w:tcBorders>
            <w:shd w:val="clear" w:color="auto" w:fill="auto"/>
          </w:tcPr>
          <w:p w14:paraId="1966D6A9" w14:textId="77777777" w:rsidR="00C25B7D" w:rsidRPr="00E062F1" w:rsidRDefault="00C25B7D" w:rsidP="00C25B7D">
            <w:pPr>
              <w:pStyle w:val="TAC"/>
            </w:pPr>
            <w:r w:rsidRPr="00E062F1">
              <w:t>CA_n</w:t>
            </w:r>
            <w:r w:rsidRPr="00E062F1">
              <w:rPr>
                <w:lang w:eastAsia="zh-CN"/>
              </w:rPr>
              <w:t>5</w:t>
            </w:r>
            <w:r w:rsidRPr="00E062F1">
              <w:t>A-n</w:t>
            </w:r>
            <w:r w:rsidRPr="00E062F1">
              <w:rPr>
                <w:lang w:eastAsia="zh-CN"/>
              </w:rPr>
              <w:t>260</w:t>
            </w:r>
            <w:r w:rsidRPr="00E062F1">
              <w:t>A</w:t>
            </w:r>
          </w:p>
        </w:tc>
        <w:tc>
          <w:tcPr>
            <w:tcW w:w="737" w:type="dxa"/>
            <w:tcBorders>
              <w:left w:val="single" w:sz="4" w:space="0" w:color="auto"/>
              <w:bottom w:val="single" w:sz="4" w:space="0" w:color="auto"/>
              <w:right w:val="single" w:sz="4" w:space="0" w:color="auto"/>
            </w:tcBorders>
          </w:tcPr>
          <w:p w14:paraId="1945D50F" w14:textId="77777777" w:rsidR="00C25B7D" w:rsidRPr="00E062F1" w:rsidRDefault="00C25B7D" w:rsidP="00C25B7D">
            <w:pPr>
              <w:pStyle w:val="TAC"/>
            </w:pPr>
            <w:r w:rsidRPr="00E062F1">
              <w:rPr>
                <w:lang w:eastAsia="zh-CN"/>
              </w:rPr>
              <w:t>n5</w:t>
            </w:r>
          </w:p>
        </w:tc>
        <w:tc>
          <w:tcPr>
            <w:tcW w:w="671" w:type="dxa"/>
            <w:tcBorders>
              <w:top w:val="single" w:sz="4" w:space="0" w:color="auto"/>
              <w:left w:val="single" w:sz="4" w:space="0" w:color="auto"/>
              <w:bottom w:val="single" w:sz="4" w:space="0" w:color="auto"/>
              <w:right w:val="single" w:sz="4" w:space="0" w:color="auto"/>
            </w:tcBorders>
          </w:tcPr>
          <w:p w14:paraId="78BF1B58" w14:textId="77777777" w:rsidR="00C25B7D" w:rsidRPr="00E062F1" w:rsidRDefault="00C25B7D" w:rsidP="00C25B7D">
            <w:pPr>
              <w:pStyle w:val="TAC"/>
              <w:rPr>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5688F7C1" w14:textId="77777777" w:rsidR="00C25B7D" w:rsidRPr="00E062F1" w:rsidRDefault="00C25B7D" w:rsidP="00C25B7D">
            <w:pPr>
              <w:pStyle w:val="TAC"/>
              <w:rPr>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F957975" w14:textId="77777777" w:rsidR="00C25B7D" w:rsidRPr="00E062F1" w:rsidRDefault="00C25B7D" w:rsidP="00C25B7D">
            <w:pPr>
              <w:pStyle w:val="TAC"/>
              <w:rPr>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04616F40" w14:textId="77777777" w:rsidR="00C25B7D" w:rsidRPr="00E062F1" w:rsidRDefault="00C25B7D" w:rsidP="00C25B7D">
            <w:pPr>
              <w:pStyle w:val="TAC"/>
              <w:rPr>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8F59363"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70240C16"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31F0A101"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75D6453"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54DEB07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E25EB2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FBB0A0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57CF794"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7632A95A"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1097D191" w14:textId="77777777" w:rsidR="00C25B7D" w:rsidRPr="00E062F1" w:rsidRDefault="00C25B7D" w:rsidP="00C25B7D">
            <w:pPr>
              <w:pStyle w:val="TAC"/>
              <w:rPr>
                <w:rFonts w:eastAsia="Yu Mincho"/>
              </w:rPr>
            </w:pPr>
          </w:p>
        </w:tc>
        <w:tc>
          <w:tcPr>
            <w:tcW w:w="677" w:type="dxa"/>
            <w:tcBorders>
              <w:top w:val="single" w:sz="4" w:space="0" w:color="auto"/>
              <w:left w:val="single" w:sz="4" w:space="0" w:color="auto"/>
              <w:bottom w:val="single" w:sz="4" w:space="0" w:color="auto"/>
              <w:right w:val="single" w:sz="4" w:space="0" w:color="auto"/>
            </w:tcBorders>
          </w:tcPr>
          <w:p w14:paraId="2B4F627F" w14:textId="77777777" w:rsidR="00C25B7D" w:rsidRPr="00E062F1" w:rsidRDefault="00C25B7D" w:rsidP="00C25B7D">
            <w:pPr>
              <w:pStyle w:val="TAC"/>
              <w:rPr>
                <w:rFonts w:eastAsia="Yu Mincho"/>
              </w:rPr>
            </w:pPr>
          </w:p>
        </w:tc>
        <w:tc>
          <w:tcPr>
            <w:tcW w:w="1345" w:type="dxa"/>
            <w:tcBorders>
              <w:left w:val="single" w:sz="4" w:space="0" w:color="auto"/>
              <w:bottom w:val="nil"/>
              <w:right w:val="single" w:sz="4" w:space="0" w:color="auto"/>
            </w:tcBorders>
            <w:shd w:val="clear" w:color="auto" w:fill="auto"/>
          </w:tcPr>
          <w:p w14:paraId="1F826C2B" w14:textId="77777777" w:rsidR="00C25B7D" w:rsidRPr="00E062F1" w:rsidRDefault="00C25B7D" w:rsidP="00C25B7D">
            <w:pPr>
              <w:pStyle w:val="TAC"/>
              <w:rPr>
                <w:lang w:eastAsia="zh-CN"/>
              </w:rPr>
            </w:pPr>
            <w:r>
              <w:rPr>
                <w:rFonts w:hint="eastAsia"/>
                <w:lang w:eastAsia="zh-CN"/>
              </w:rPr>
              <w:t>0</w:t>
            </w:r>
          </w:p>
        </w:tc>
      </w:tr>
      <w:tr w:rsidR="00C25B7D" w:rsidRPr="00E062F1" w14:paraId="621348EB"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64C2F3B"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13BCDCB4"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4F6B98F1" w14:textId="77777777" w:rsidR="00C25B7D" w:rsidRPr="00E062F1" w:rsidRDefault="00C25B7D" w:rsidP="00C25B7D">
            <w:pPr>
              <w:pStyle w:val="TAC"/>
            </w:pPr>
            <w:r w:rsidRPr="00E062F1">
              <w:rPr>
                <w:lang w:eastAsia="zh-CN"/>
              </w:rPr>
              <w:t>n260</w:t>
            </w:r>
          </w:p>
        </w:tc>
        <w:tc>
          <w:tcPr>
            <w:tcW w:w="671" w:type="dxa"/>
            <w:tcBorders>
              <w:top w:val="single" w:sz="4" w:space="0" w:color="auto"/>
              <w:left w:val="single" w:sz="4" w:space="0" w:color="auto"/>
              <w:bottom w:val="single" w:sz="4" w:space="0" w:color="auto"/>
              <w:right w:val="single" w:sz="4" w:space="0" w:color="auto"/>
            </w:tcBorders>
          </w:tcPr>
          <w:p w14:paraId="7313E311"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5CFAF84A"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3140521"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52157916"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1CD32061"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6A8DE57A"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60A97B05"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60E158C3"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0172AE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3D58F4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2E6427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6911831"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5759C96B" w14:textId="77777777" w:rsidR="00C25B7D" w:rsidRPr="005F427A" w:rsidRDefault="00C25B7D" w:rsidP="00C25B7D">
            <w:pPr>
              <w:pStyle w:val="TAC"/>
              <w:rPr>
                <w:rFonts w:eastAsiaTheme="minorEastAsia"/>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2A9101DD" w14:textId="77777777" w:rsidR="00C25B7D" w:rsidRPr="005F427A" w:rsidRDefault="00C25B7D" w:rsidP="00C25B7D">
            <w:pPr>
              <w:pStyle w:val="TAC"/>
              <w:rPr>
                <w:rFonts w:eastAsiaTheme="minorEastAsia"/>
                <w:lang w:eastAsia="zh-CN"/>
              </w:rPr>
            </w:pPr>
            <w:r>
              <w:rPr>
                <w:rFonts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180135A8" w14:textId="77777777" w:rsidR="00C25B7D" w:rsidRPr="005F427A" w:rsidRDefault="00C25B7D" w:rsidP="00C25B7D">
            <w:pPr>
              <w:pStyle w:val="TAC"/>
              <w:rPr>
                <w:rFonts w:eastAsiaTheme="minorEastAsia"/>
                <w:lang w:eastAsia="zh-CN"/>
              </w:rPr>
            </w:pPr>
            <w:r>
              <w:rPr>
                <w:rFonts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0174349E" w14:textId="77777777" w:rsidR="00C25B7D" w:rsidRPr="00E062F1" w:rsidRDefault="00C25B7D" w:rsidP="00C25B7D">
            <w:pPr>
              <w:pStyle w:val="TAC"/>
              <w:rPr>
                <w:lang w:eastAsia="zh-CN"/>
              </w:rPr>
            </w:pPr>
          </w:p>
        </w:tc>
      </w:tr>
      <w:tr w:rsidR="00C25B7D" w:rsidRPr="00E062F1" w14:paraId="580CB5AF"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49AB7A58" w14:textId="77777777" w:rsidR="00C25B7D" w:rsidRPr="00E062F1" w:rsidRDefault="00C25B7D" w:rsidP="00C25B7D">
            <w:pPr>
              <w:pStyle w:val="TAC"/>
              <w:rPr>
                <w:rFonts w:cs="Arial"/>
              </w:rPr>
            </w:pPr>
            <w:r w:rsidRPr="00E062F1">
              <w:t>CA_n</w:t>
            </w:r>
            <w:r w:rsidRPr="00E062F1">
              <w:rPr>
                <w:lang w:eastAsia="zh-CN"/>
              </w:rPr>
              <w:t>5</w:t>
            </w:r>
            <w:r w:rsidRPr="00E062F1">
              <w:t>A-n</w:t>
            </w:r>
            <w:r w:rsidRPr="00E062F1">
              <w:rPr>
                <w:lang w:eastAsia="zh-CN"/>
              </w:rPr>
              <w:t>260(2</w:t>
            </w:r>
            <w:r w:rsidRPr="00E062F1">
              <w:t>A</w:t>
            </w:r>
            <w:r w:rsidRPr="00E062F1">
              <w:rPr>
                <w:lang w:eastAsia="zh-CN"/>
              </w:rPr>
              <w:t>)</w:t>
            </w:r>
          </w:p>
        </w:tc>
        <w:tc>
          <w:tcPr>
            <w:tcW w:w="1232" w:type="dxa"/>
            <w:tcBorders>
              <w:top w:val="single" w:sz="4" w:space="0" w:color="auto"/>
              <w:left w:val="single" w:sz="4" w:space="0" w:color="auto"/>
              <w:bottom w:val="nil"/>
              <w:right w:val="single" w:sz="4" w:space="0" w:color="auto"/>
            </w:tcBorders>
            <w:shd w:val="clear" w:color="auto" w:fill="auto"/>
          </w:tcPr>
          <w:p w14:paraId="52814E8B" w14:textId="77777777" w:rsidR="00C25B7D" w:rsidRPr="00E062F1" w:rsidRDefault="00C25B7D" w:rsidP="00C25B7D">
            <w:pPr>
              <w:pStyle w:val="TAC"/>
              <w:rPr>
                <w:rFonts w:cs="Arial"/>
              </w:rPr>
            </w:pPr>
            <w:r w:rsidRPr="00E062F1">
              <w:t>CA_n</w:t>
            </w:r>
            <w:r w:rsidRPr="00E062F1">
              <w:rPr>
                <w:lang w:eastAsia="zh-CN"/>
              </w:rPr>
              <w:t>5</w:t>
            </w:r>
            <w:r w:rsidRPr="00E062F1">
              <w:t>A-n</w:t>
            </w:r>
            <w:r w:rsidRPr="00E062F1">
              <w:rPr>
                <w:lang w:eastAsia="zh-CN"/>
              </w:rPr>
              <w:t>260</w:t>
            </w:r>
            <w:r w:rsidRPr="00E062F1">
              <w:t>A</w:t>
            </w:r>
          </w:p>
        </w:tc>
        <w:tc>
          <w:tcPr>
            <w:tcW w:w="737" w:type="dxa"/>
            <w:tcBorders>
              <w:top w:val="single" w:sz="4" w:space="0" w:color="auto"/>
              <w:left w:val="single" w:sz="4" w:space="0" w:color="auto"/>
              <w:right w:val="single" w:sz="4" w:space="0" w:color="auto"/>
            </w:tcBorders>
          </w:tcPr>
          <w:p w14:paraId="45AF1CC3" w14:textId="77777777" w:rsidR="00C25B7D" w:rsidRPr="00E062F1" w:rsidRDefault="00C25B7D" w:rsidP="00C25B7D">
            <w:pPr>
              <w:pStyle w:val="TAC"/>
              <w:rPr>
                <w:lang w:eastAsia="zh-CN"/>
              </w:rPr>
            </w:pPr>
            <w:r w:rsidRPr="00E062F1">
              <w:rPr>
                <w:lang w:eastAsia="zh-CN"/>
              </w:rPr>
              <w:t>n5</w:t>
            </w:r>
          </w:p>
        </w:tc>
        <w:tc>
          <w:tcPr>
            <w:tcW w:w="671" w:type="dxa"/>
            <w:tcBorders>
              <w:top w:val="single" w:sz="4" w:space="0" w:color="auto"/>
              <w:left w:val="single" w:sz="4" w:space="0" w:color="auto"/>
              <w:bottom w:val="single" w:sz="4" w:space="0" w:color="auto"/>
              <w:right w:val="single" w:sz="4" w:space="0" w:color="auto"/>
            </w:tcBorders>
          </w:tcPr>
          <w:p w14:paraId="1A474AC2" w14:textId="77777777" w:rsidR="00C25B7D" w:rsidRPr="005F427A" w:rsidRDefault="00C25B7D" w:rsidP="00C25B7D">
            <w:pPr>
              <w:pStyle w:val="TAC"/>
              <w:rPr>
                <w:rFonts w:eastAsiaTheme="minorEastAsia"/>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3C0BA362"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2587B534"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623F541F"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28B0700"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1A984765"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5EF7B09A"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5F3EE5A6"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0AFD0C1E"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8C6833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2A47DD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B7B948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EFE5544"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6E19D117"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6F7752D1"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4FB118AE" w14:textId="77777777" w:rsidR="00C25B7D" w:rsidRPr="00E062F1" w:rsidRDefault="00C25B7D" w:rsidP="00C25B7D">
            <w:pPr>
              <w:pStyle w:val="TAC"/>
              <w:rPr>
                <w:lang w:eastAsia="zh-CN"/>
              </w:rPr>
            </w:pPr>
            <w:r>
              <w:rPr>
                <w:rFonts w:hint="eastAsia"/>
                <w:lang w:eastAsia="zh-CN"/>
              </w:rPr>
              <w:t>0</w:t>
            </w:r>
          </w:p>
        </w:tc>
      </w:tr>
      <w:tr w:rsidR="00C25B7D" w:rsidRPr="00E062F1" w14:paraId="663B68BF"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AA2D8AE" w14:textId="77777777" w:rsidR="00C25B7D" w:rsidRPr="00E062F1" w:rsidRDefault="00C25B7D" w:rsidP="00C25B7D">
            <w:pPr>
              <w:pStyle w:val="TAC"/>
              <w:rPr>
                <w:rFonts w:cs="Arial"/>
              </w:rPr>
            </w:pPr>
          </w:p>
        </w:tc>
        <w:tc>
          <w:tcPr>
            <w:tcW w:w="1232" w:type="dxa"/>
            <w:tcBorders>
              <w:top w:val="nil"/>
              <w:left w:val="single" w:sz="4" w:space="0" w:color="auto"/>
              <w:bottom w:val="single" w:sz="4" w:space="0" w:color="auto"/>
              <w:right w:val="single" w:sz="4" w:space="0" w:color="auto"/>
            </w:tcBorders>
            <w:shd w:val="clear" w:color="auto" w:fill="auto"/>
          </w:tcPr>
          <w:p w14:paraId="545F90CF" w14:textId="77777777" w:rsidR="00C25B7D" w:rsidRPr="00E062F1" w:rsidRDefault="00C25B7D" w:rsidP="00C25B7D">
            <w:pPr>
              <w:pStyle w:val="TAC"/>
              <w:rPr>
                <w:rFonts w:cs="Arial"/>
              </w:rPr>
            </w:pPr>
          </w:p>
        </w:tc>
        <w:tc>
          <w:tcPr>
            <w:tcW w:w="737" w:type="dxa"/>
            <w:tcBorders>
              <w:top w:val="single" w:sz="4" w:space="0" w:color="auto"/>
              <w:left w:val="single" w:sz="4" w:space="0" w:color="auto"/>
              <w:right w:val="single" w:sz="4" w:space="0" w:color="auto"/>
            </w:tcBorders>
          </w:tcPr>
          <w:p w14:paraId="714329F1" w14:textId="77777777" w:rsidR="00C25B7D" w:rsidRPr="00E062F1" w:rsidRDefault="00C25B7D" w:rsidP="00C25B7D">
            <w:pPr>
              <w:pStyle w:val="TAC"/>
              <w:rPr>
                <w:lang w:eastAsia="zh-CN"/>
              </w:rPr>
            </w:pPr>
            <w:r w:rsidRPr="00E062F1">
              <w:rPr>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38ACED19" w14:textId="1725B982" w:rsidR="00C25B7D" w:rsidRPr="00E062F1" w:rsidRDefault="00C25B7D" w:rsidP="00C25B7D">
            <w:pPr>
              <w:pStyle w:val="TAC"/>
              <w:rPr>
                <w:lang w:eastAsia="zh-CN"/>
              </w:rPr>
            </w:pPr>
            <w:r w:rsidRPr="00E062F1">
              <w:rPr>
                <w:rFonts w:cs="Arial"/>
                <w:lang w:eastAsia="ja-JP"/>
              </w:rPr>
              <w:t>CA_n2</w:t>
            </w:r>
            <w:r w:rsidRPr="00E062F1">
              <w:rPr>
                <w:rFonts w:cs="Arial"/>
                <w:lang w:eastAsia="zh-CN"/>
              </w:rPr>
              <w:t>60(2A)</w:t>
            </w:r>
          </w:p>
        </w:tc>
        <w:tc>
          <w:tcPr>
            <w:tcW w:w="1345" w:type="dxa"/>
            <w:tcBorders>
              <w:top w:val="nil"/>
              <w:left w:val="single" w:sz="4" w:space="0" w:color="auto"/>
              <w:bottom w:val="single" w:sz="4" w:space="0" w:color="auto"/>
              <w:right w:val="single" w:sz="4" w:space="0" w:color="auto"/>
            </w:tcBorders>
            <w:shd w:val="clear" w:color="auto" w:fill="auto"/>
          </w:tcPr>
          <w:p w14:paraId="5D10BD4F" w14:textId="77777777" w:rsidR="00C25B7D" w:rsidRPr="00E062F1" w:rsidRDefault="00C25B7D" w:rsidP="00C25B7D">
            <w:pPr>
              <w:pStyle w:val="TAC"/>
              <w:rPr>
                <w:lang w:eastAsia="zh-CN"/>
              </w:rPr>
            </w:pPr>
          </w:p>
        </w:tc>
      </w:tr>
      <w:tr w:rsidR="00C25B7D" w:rsidRPr="00E062F1" w14:paraId="30A49363"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04AE456F" w14:textId="77777777"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260(3</w:t>
            </w:r>
            <w:r w:rsidRPr="00E062F1">
              <w:rPr>
                <w:rFonts w:cs="Arial"/>
              </w:rPr>
              <w:t>A</w:t>
            </w:r>
            <w:r w:rsidRPr="00E062F1">
              <w:rPr>
                <w:rFonts w:cs="Arial"/>
                <w:lang w:eastAsia="zh-CN"/>
              </w:rPr>
              <w:t>)</w:t>
            </w:r>
          </w:p>
        </w:tc>
        <w:tc>
          <w:tcPr>
            <w:tcW w:w="1232" w:type="dxa"/>
            <w:tcBorders>
              <w:top w:val="single" w:sz="4" w:space="0" w:color="auto"/>
              <w:left w:val="single" w:sz="4" w:space="0" w:color="auto"/>
              <w:bottom w:val="nil"/>
              <w:right w:val="single" w:sz="4" w:space="0" w:color="auto"/>
            </w:tcBorders>
            <w:shd w:val="clear" w:color="auto" w:fill="auto"/>
          </w:tcPr>
          <w:p w14:paraId="2CAA62C1" w14:textId="77777777"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260</w:t>
            </w:r>
            <w:r w:rsidRPr="00E062F1">
              <w:rPr>
                <w:rFonts w:cs="Arial"/>
              </w:rPr>
              <w:t>A</w:t>
            </w:r>
          </w:p>
        </w:tc>
        <w:tc>
          <w:tcPr>
            <w:tcW w:w="737" w:type="dxa"/>
            <w:tcBorders>
              <w:top w:val="single" w:sz="4" w:space="0" w:color="auto"/>
              <w:left w:val="single" w:sz="4" w:space="0" w:color="auto"/>
              <w:right w:val="single" w:sz="4" w:space="0" w:color="auto"/>
            </w:tcBorders>
          </w:tcPr>
          <w:p w14:paraId="1F9B5F21" w14:textId="77777777" w:rsidR="00C25B7D" w:rsidRPr="00E062F1" w:rsidRDefault="00C25B7D" w:rsidP="00C25B7D">
            <w:pPr>
              <w:pStyle w:val="TAC"/>
              <w:rPr>
                <w:lang w:eastAsia="zh-CN"/>
              </w:rPr>
            </w:pPr>
            <w:r w:rsidRPr="00E062F1">
              <w:rPr>
                <w:lang w:eastAsia="zh-CN"/>
              </w:rPr>
              <w:t>n5</w:t>
            </w:r>
          </w:p>
        </w:tc>
        <w:tc>
          <w:tcPr>
            <w:tcW w:w="671" w:type="dxa"/>
            <w:tcBorders>
              <w:top w:val="single" w:sz="4" w:space="0" w:color="auto"/>
              <w:left w:val="single" w:sz="4" w:space="0" w:color="auto"/>
              <w:bottom w:val="single" w:sz="4" w:space="0" w:color="auto"/>
              <w:right w:val="single" w:sz="4" w:space="0" w:color="auto"/>
            </w:tcBorders>
          </w:tcPr>
          <w:p w14:paraId="7AAF7AA7" w14:textId="77777777" w:rsidR="00C25B7D" w:rsidRPr="005F427A" w:rsidRDefault="00C25B7D" w:rsidP="00C25B7D">
            <w:pPr>
              <w:pStyle w:val="TAC"/>
              <w:rPr>
                <w:rFonts w:eastAsiaTheme="minorEastAsia"/>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39014923"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015F8FEC"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A20F9CB"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E1BCF44"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3BEB45EF"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4BE6C0C2"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6E7DB1A2"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671487E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9AF03C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A30FF7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4C4B8E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9F6D68E"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4D91CEA4"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6DB1473C"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4506CAF3" w14:textId="77777777" w:rsidR="00C25B7D" w:rsidRPr="00E062F1" w:rsidRDefault="00C25B7D" w:rsidP="00C25B7D">
            <w:pPr>
              <w:pStyle w:val="TAC"/>
              <w:rPr>
                <w:lang w:eastAsia="zh-CN"/>
              </w:rPr>
            </w:pPr>
            <w:r>
              <w:rPr>
                <w:rFonts w:hint="eastAsia"/>
                <w:lang w:eastAsia="zh-CN"/>
              </w:rPr>
              <w:t>0</w:t>
            </w:r>
          </w:p>
        </w:tc>
      </w:tr>
      <w:tr w:rsidR="00C25B7D" w:rsidRPr="00E062F1" w14:paraId="12BECE58"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4B6FEE7" w14:textId="77777777" w:rsidR="00C25B7D" w:rsidRPr="00E062F1" w:rsidRDefault="00C25B7D" w:rsidP="00C25B7D">
            <w:pPr>
              <w:pStyle w:val="TAC"/>
              <w:rPr>
                <w:rFonts w:cs="Arial"/>
              </w:rPr>
            </w:pPr>
          </w:p>
        </w:tc>
        <w:tc>
          <w:tcPr>
            <w:tcW w:w="1232" w:type="dxa"/>
            <w:tcBorders>
              <w:top w:val="nil"/>
              <w:left w:val="single" w:sz="4" w:space="0" w:color="auto"/>
              <w:bottom w:val="single" w:sz="4" w:space="0" w:color="auto"/>
              <w:right w:val="single" w:sz="4" w:space="0" w:color="auto"/>
            </w:tcBorders>
            <w:shd w:val="clear" w:color="auto" w:fill="auto"/>
          </w:tcPr>
          <w:p w14:paraId="6B5DB7C3" w14:textId="77777777" w:rsidR="00C25B7D" w:rsidRPr="00E062F1" w:rsidRDefault="00C25B7D" w:rsidP="00C25B7D">
            <w:pPr>
              <w:pStyle w:val="TAC"/>
              <w:rPr>
                <w:rFonts w:cs="Arial"/>
              </w:rPr>
            </w:pPr>
          </w:p>
        </w:tc>
        <w:tc>
          <w:tcPr>
            <w:tcW w:w="737" w:type="dxa"/>
            <w:tcBorders>
              <w:top w:val="single" w:sz="4" w:space="0" w:color="auto"/>
              <w:left w:val="single" w:sz="4" w:space="0" w:color="auto"/>
              <w:right w:val="single" w:sz="4" w:space="0" w:color="auto"/>
            </w:tcBorders>
          </w:tcPr>
          <w:p w14:paraId="055F9780" w14:textId="77777777" w:rsidR="00C25B7D" w:rsidRPr="00E062F1" w:rsidRDefault="00C25B7D" w:rsidP="00C25B7D">
            <w:pPr>
              <w:pStyle w:val="TAC"/>
              <w:rPr>
                <w:lang w:eastAsia="zh-CN"/>
              </w:rPr>
            </w:pPr>
            <w:r w:rsidRPr="00E062F1">
              <w:rPr>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3F43AD17" w14:textId="27B25C91" w:rsidR="00C25B7D" w:rsidRPr="00E062F1" w:rsidRDefault="00C25B7D" w:rsidP="00C25B7D">
            <w:pPr>
              <w:pStyle w:val="TAC"/>
              <w:rPr>
                <w:lang w:eastAsia="zh-CN"/>
              </w:rPr>
            </w:pPr>
            <w:r w:rsidRPr="00E062F1">
              <w:rPr>
                <w:rFonts w:cs="Arial"/>
                <w:lang w:eastAsia="ja-JP"/>
              </w:rPr>
              <w:t>CA_n2</w:t>
            </w:r>
            <w:r w:rsidRPr="00E062F1">
              <w:rPr>
                <w:rFonts w:cs="Arial"/>
                <w:lang w:eastAsia="zh-CN"/>
              </w:rPr>
              <w:t>60(3A)</w:t>
            </w:r>
          </w:p>
        </w:tc>
        <w:tc>
          <w:tcPr>
            <w:tcW w:w="1345" w:type="dxa"/>
            <w:tcBorders>
              <w:top w:val="nil"/>
              <w:left w:val="single" w:sz="4" w:space="0" w:color="auto"/>
              <w:bottom w:val="single" w:sz="4" w:space="0" w:color="auto"/>
              <w:right w:val="single" w:sz="4" w:space="0" w:color="auto"/>
            </w:tcBorders>
            <w:shd w:val="clear" w:color="auto" w:fill="auto"/>
          </w:tcPr>
          <w:p w14:paraId="22542FE9" w14:textId="77777777" w:rsidR="00C25B7D" w:rsidRPr="00E062F1" w:rsidRDefault="00C25B7D" w:rsidP="00C25B7D">
            <w:pPr>
              <w:pStyle w:val="TAC"/>
              <w:rPr>
                <w:lang w:eastAsia="zh-CN"/>
              </w:rPr>
            </w:pPr>
          </w:p>
        </w:tc>
      </w:tr>
      <w:tr w:rsidR="00C25B7D" w:rsidRPr="00E062F1" w14:paraId="71568867"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1A632CF4" w14:textId="77777777" w:rsidR="00C25B7D" w:rsidRPr="00E062F1" w:rsidRDefault="00C25B7D" w:rsidP="00C25B7D">
            <w:pPr>
              <w:pStyle w:val="TAC"/>
              <w:rPr>
                <w:rFonts w:cs="Arial"/>
              </w:rPr>
            </w:pPr>
            <w:r w:rsidRPr="00E062F1">
              <w:rPr>
                <w:rFonts w:cs="Arial"/>
              </w:rPr>
              <w:lastRenderedPageBreak/>
              <w:t>CA_n</w:t>
            </w:r>
            <w:r w:rsidRPr="00E062F1">
              <w:rPr>
                <w:rFonts w:cs="Arial"/>
                <w:lang w:eastAsia="zh-CN"/>
              </w:rPr>
              <w:t>5</w:t>
            </w:r>
            <w:r w:rsidRPr="00E062F1">
              <w:rPr>
                <w:rFonts w:cs="Arial"/>
              </w:rPr>
              <w:t>A-n</w:t>
            </w:r>
            <w:r w:rsidRPr="00E062F1">
              <w:rPr>
                <w:rFonts w:cs="Arial"/>
                <w:lang w:eastAsia="zh-CN"/>
              </w:rPr>
              <w:t>260(4</w:t>
            </w:r>
            <w:r w:rsidRPr="00E062F1">
              <w:rPr>
                <w:rFonts w:cs="Arial"/>
              </w:rPr>
              <w:t>A</w:t>
            </w:r>
            <w:r w:rsidRPr="00E062F1">
              <w:rPr>
                <w:rFonts w:cs="Arial"/>
                <w:lang w:eastAsia="zh-CN"/>
              </w:rPr>
              <w:t>)</w:t>
            </w:r>
          </w:p>
        </w:tc>
        <w:tc>
          <w:tcPr>
            <w:tcW w:w="1232" w:type="dxa"/>
            <w:tcBorders>
              <w:top w:val="single" w:sz="4" w:space="0" w:color="auto"/>
              <w:left w:val="single" w:sz="4" w:space="0" w:color="auto"/>
              <w:bottom w:val="nil"/>
              <w:right w:val="single" w:sz="4" w:space="0" w:color="auto"/>
            </w:tcBorders>
            <w:shd w:val="clear" w:color="auto" w:fill="auto"/>
          </w:tcPr>
          <w:p w14:paraId="69C039E5" w14:textId="77777777" w:rsidR="00C25B7D" w:rsidRPr="00E062F1" w:rsidRDefault="00C25B7D" w:rsidP="00C25B7D">
            <w:pPr>
              <w:pStyle w:val="TAC"/>
              <w:rPr>
                <w:rFonts w:cs="Arial"/>
                <w:szCs w:val="18"/>
                <w:lang w:eastAsia="ja-JP"/>
              </w:rPr>
            </w:pPr>
            <w:r w:rsidRPr="00E062F1">
              <w:rPr>
                <w:rFonts w:cs="Arial"/>
              </w:rPr>
              <w:t>CA_n</w:t>
            </w:r>
            <w:r w:rsidRPr="00E062F1">
              <w:rPr>
                <w:rFonts w:cs="Arial"/>
                <w:lang w:eastAsia="zh-CN"/>
              </w:rPr>
              <w:t>5</w:t>
            </w:r>
            <w:r w:rsidRPr="00E062F1">
              <w:rPr>
                <w:rFonts w:cs="Arial"/>
              </w:rPr>
              <w:t>A-n</w:t>
            </w:r>
            <w:r w:rsidRPr="00E062F1">
              <w:rPr>
                <w:rFonts w:cs="Arial"/>
                <w:lang w:eastAsia="zh-CN"/>
              </w:rPr>
              <w:t>260</w:t>
            </w:r>
            <w:r w:rsidRPr="00E062F1">
              <w:rPr>
                <w:rFonts w:cs="Arial"/>
              </w:rPr>
              <w:t>A</w:t>
            </w:r>
          </w:p>
        </w:tc>
        <w:tc>
          <w:tcPr>
            <w:tcW w:w="737" w:type="dxa"/>
            <w:tcBorders>
              <w:top w:val="single" w:sz="4" w:space="0" w:color="auto"/>
              <w:left w:val="single" w:sz="4" w:space="0" w:color="auto"/>
              <w:right w:val="single" w:sz="4" w:space="0" w:color="auto"/>
            </w:tcBorders>
          </w:tcPr>
          <w:p w14:paraId="0E79FB4F" w14:textId="77777777" w:rsidR="00C25B7D" w:rsidRPr="00E062F1" w:rsidRDefault="00C25B7D" w:rsidP="00C25B7D">
            <w:pPr>
              <w:pStyle w:val="TAC"/>
              <w:rPr>
                <w:lang w:eastAsia="zh-CN"/>
              </w:rPr>
            </w:pPr>
            <w:r w:rsidRPr="00E062F1">
              <w:rPr>
                <w:lang w:eastAsia="zh-CN"/>
              </w:rPr>
              <w:t>n5</w:t>
            </w:r>
          </w:p>
        </w:tc>
        <w:tc>
          <w:tcPr>
            <w:tcW w:w="671" w:type="dxa"/>
            <w:tcBorders>
              <w:top w:val="single" w:sz="4" w:space="0" w:color="auto"/>
              <w:left w:val="single" w:sz="4" w:space="0" w:color="auto"/>
              <w:bottom w:val="single" w:sz="4" w:space="0" w:color="auto"/>
              <w:right w:val="single" w:sz="4" w:space="0" w:color="auto"/>
            </w:tcBorders>
          </w:tcPr>
          <w:p w14:paraId="4801EB5B" w14:textId="77777777" w:rsidR="00C25B7D" w:rsidRPr="005F427A" w:rsidRDefault="00C25B7D" w:rsidP="00C25B7D">
            <w:pPr>
              <w:pStyle w:val="TAC"/>
              <w:rPr>
                <w:rFonts w:eastAsiaTheme="minorEastAsia" w:cs="Arial"/>
                <w:lang w:eastAsia="zh-CN"/>
              </w:rPr>
            </w:pPr>
            <w:r>
              <w:rPr>
                <w:rFonts w:cs="Arial"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0CAEE5A4" w14:textId="77777777" w:rsidR="00C25B7D" w:rsidRPr="005F427A" w:rsidRDefault="00C25B7D" w:rsidP="00C25B7D">
            <w:pPr>
              <w:pStyle w:val="TAC"/>
              <w:rPr>
                <w:rFonts w:eastAsiaTheme="minorEastAsia"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2CAC876A" w14:textId="77777777" w:rsidR="00C25B7D" w:rsidRPr="005F427A" w:rsidRDefault="00C25B7D" w:rsidP="00C25B7D">
            <w:pPr>
              <w:pStyle w:val="TAC"/>
              <w:rPr>
                <w:rFonts w:eastAsiaTheme="minorEastAsia"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71D3C83E" w14:textId="77777777" w:rsidR="00C25B7D" w:rsidRPr="005F427A" w:rsidRDefault="00C25B7D" w:rsidP="00C25B7D">
            <w:pPr>
              <w:pStyle w:val="TAC"/>
              <w:rPr>
                <w:rFonts w:eastAsiaTheme="minorEastAsia"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4B5F173"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32FCBD97"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25022A84"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5F25C991"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47B2A1A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AF1808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DDC9F9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3E38147"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9E372B0"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15B38103"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226916F9"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34A321DA" w14:textId="77777777" w:rsidR="00C25B7D" w:rsidRPr="00E062F1" w:rsidRDefault="00C25B7D" w:rsidP="00C25B7D">
            <w:pPr>
              <w:pStyle w:val="TAC"/>
              <w:rPr>
                <w:lang w:eastAsia="zh-CN"/>
              </w:rPr>
            </w:pPr>
            <w:r>
              <w:rPr>
                <w:rFonts w:hint="eastAsia"/>
                <w:lang w:eastAsia="zh-CN"/>
              </w:rPr>
              <w:t>0</w:t>
            </w:r>
          </w:p>
        </w:tc>
      </w:tr>
      <w:tr w:rsidR="00C25B7D" w:rsidRPr="00E062F1" w14:paraId="02AB8368"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FBBB9F3" w14:textId="77777777" w:rsidR="00C25B7D" w:rsidRPr="00E062F1" w:rsidRDefault="00C25B7D" w:rsidP="00C25B7D">
            <w:pPr>
              <w:pStyle w:val="TAC"/>
              <w:rPr>
                <w:rFonts w:cs="Arial"/>
              </w:rPr>
            </w:pPr>
          </w:p>
        </w:tc>
        <w:tc>
          <w:tcPr>
            <w:tcW w:w="1232" w:type="dxa"/>
            <w:tcBorders>
              <w:top w:val="nil"/>
              <w:left w:val="single" w:sz="4" w:space="0" w:color="auto"/>
              <w:bottom w:val="single" w:sz="4" w:space="0" w:color="auto"/>
              <w:right w:val="single" w:sz="4" w:space="0" w:color="auto"/>
            </w:tcBorders>
            <w:shd w:val="clear" w:color="auto" w:fill="auto"/>
          </w:tcPr>
          <w:p w14:paraId="7FD973B8" w14:textId="77777777" w:rsidR="00C25B7D" w:rsidRPr="00E062F1" w:rsidRDefault="00C25B7D" w:rsidP="00C25B7D">
            <w:pPr>
              <w:pStyle w:val="TAC"/>
              <w:rPr>
                <w:rFonts w:cs="Arial"/>
                <w:szCs w:val="18"/>
                <w:lang w:eastAsia="ja-JP"/>
              </w:rPr>
            </w:pPr>
          </w:p>
        </w:tc>
        <w:tc>
          <w:tcPr>
            <w:tcW w:w="737" w:type="dxa"/>
            <w:tcBorders>
              <w:top w:val="single" w:sz="4" w:space="0" w:color="auto"/>
              <w:left w:val="single" w:sz="4" w:space="0" w:color="auto"/>
              <w:right w:val="single" w:sz="4" w:space="0" w:color="auto"/>
            </w:tcBorders>
          </w:tcPr>
          <w:p w14:paraId="54394EE1" w14:textId="77777777" w:rsidR="00C25B7D" w:rsidRPr="00E062F1" w:rsidRDefault="00C25B7D" w:rsidP="00C25B7D">
            <w:pPr>
              <w:pStyle w:val="TAC"/>
              <w:rPr>
                <w:lang w:eastAsia="zh-CN"/>
              </w:rPr>
            </w:pPr>
            <w:r w:rsidRPr="00E062F1">
              <w:rPr>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35940374" w14:textId="165AD65A" w:rsidR="00C25B7D" w:rsidRPr="00E062F1" w:rsidRDefault="00C25B7D" w:rsidP="00C25B7D">
            <w:pPr>
              <w:pStyle w:val="TAC"/>
              <w:rPr>
                <w:lang w:eastAsia="zh-CN"/>
              </w:rPr>
            </w:pPr>
            <w:r w:rsidRPr="00E062F1">
              <w:rPr>
                <w:rFonts w:cs="Arial"/>
                <w:lang w:eastAsia="ja-JP"/>
              </w:rPr>
              <w:t>CA_n2</w:t>
            </w:r>
            <w:r w:rsidRPr="00E062F1">
              <w:rPr>
                <w:rFonts w:cs="Arial"/>
                <w:lang w:eastAsia="zh-CN"/>
              </w:rPr>
              <w:t>60(4A)</w:t>
            </w:r>
          </w:p>
        </w:tc>
        <w:tc>
          <w:tcPr>
            <w:tcW w:w="1345" w:type="dxa"/>
            <w:tcBorders>
              <w:top w:val="nil"/>
              <w:left w:val="single" w:sz="4" w:space="0" w:color="auto"/>
              <w:bottom w:val="single" w:sz="4" w:space="0" w:color="auto"/>
              <w:right w:val="single" w:sz="4" w:space="0" w:color="auto"/>
            </w:tcBorders>
            <w:shd w:val="clear" w:color="auto" w:fill="auto"/>
          </w:tcPr>
          <w:p w14:paraId="0A553A55" w14:textId="77777777" w:rsidR="00C25B7D" w:rsidRPr="00E062F1" w:rsidRDefault="00C25B7D" w:rsidP="00C25B7D">
            <w:pPr>
              <w:pStyle w:val="TAC"/>
              <w:rPr>
                <w:lang w:eastAsia="zh-CN"/>
              </w:rPr>
            </w:pPr>
          </w:p>
        </w:tc>
      </w:tr>
      <w:tr w:rsidR="00C25B7D" w:rsidRPr="00E062F1" w14:paraId="2EB1674E"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7B5F4C1A" w14:textId="77777777"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260(5</w:t>
            </w:r>
            <w:r w:rsidRPr="00E062F1">
              <w:rPr>
                <w:rFonts w:cs="Arial"/>
              </w:rPr>
              <w:t>A</w:t>
            </w:r>
            <w:r w:rsidRPr="00E062F1">
              <w:rPr>
                <w:rFonts w:cs="Arial"/>
                <w:lang w:eastAsia="zh-CN"/>
              </w:rPr>
              <w:t>)</w:t>
            </w:r>
          </w:p>
        </w:tc>
        <w:tc>
          <w:tcPr>
            <w:tcW w:w="1232" w:type="dxa"/>
            <w:tcBorders>
              <w:top w:val="single" w:sz="4" w:space="0" w:color="auto"/>
              <w:left w:val="single" w:sz="4" w:space="0" w:color="auto"/>
              <w:bottom w:val="nil"/>
              <w:right w:val="single" w:sz="4" w:space="0" w:color="auto"/>
            </w:tcBorders>
            <w:shd w:val="clear" w:color="auto" w:fill="auto"/>
          </w:tcPr>
          <w:p w14:paraId="11F776A3" w14:textId="77777777" w:rsidR="00C25B7D" w:rsidRPr="00E062F1" w:rsidRDefault="00C25B7D" w:rsidP="00C25B7D">
            <w:pPr>
              <w:pStyle w:val="TAC"/>
              <w:rPr>
                <w:rFonts w:cs="Arial"/>
              </w:rPr>
            </w:pPr>
            <w:r w:rsidRPr="00E062F1">
              <w:rPr>
                <w:rFonts w:cs="Arial"/>
                <w:szCs w:val="18"/>
                <w:lang w:eastAsia="ja-JP"/>
              </w:rPr>
              <w:t>CA_n5A-n260A</w:t>
            </w:r>
          </w:p>
        </w:tc>
        <w:tc>
          <w:tcPr>
            <w:tcW w:w="737" w:type="dxa"/>
            <w:tcBorders>
              <w:top w:val="single" w:sz="4" w:space="0" w:color="auto"/>
              <w:left w:val="single" w:sz="4" w:space="0" w:color="auto"/>
              <w:right w:val="single" w:sz="4" w:space="0" w:color="auto"/>
            </w:tcBorders>
          </w:tcPr>
          <w:p w14:paraId="5D8F01FC" w14:textId="77777777" w:rsidR="00C25B7D" w:rsidRPr="00E062F1" w:rsidRDefault="00C25B7D" w:rsidP="00C25B7D">
            <w:pPr>
              <w:pStyle w:val="TAC"/>
              <w:rPr>
                <w:lang w:eastAsia="zh-CN"/>
              </w:rPr>
            </w:pPr>
            <w:r w:rsidRPr="00E062F1">
              <w:rPr>
                <w:lang w:eastAsia="zh-CN"/>
              </w:rPr>
              <w:t>n5</w:t>
            </w:r>
          </w:p>
        </w:tc>
        <w:tc>
          <w:tcPr>
            <w:tcW w:w="671" w:type="dxa"/>
            <w:tcBorders>
              <w:top w:val="single" w:sz="4" w:space="0" w:color="auto"/>
              <w:left w:val="single" w:sz="4" w:space="0" w:color="auto"/>
              <w:bottom w:val="single" w:sz="4" w:space="0" w:color="auto"/>
              <w:right w:val="single" w:sz="4" w:space="0" w:color="auto"/>
            </w:tcBorders>
          </w:tcPr>
          <w:p w14:paraId="4C4C6609" w14:textId="77777777" w:rsidR="00C25B7D" w:rsidRPr="005F427A" w:rsidRDefault="00C25B7D" w:rsidP="00C25B7D">
            <w:pPr>
              <w:pStyle w:val="TAC"/>
              <w:rPr>
                <w:rFonts w:eastAsiaTheme="minorEastAsia" w:cs="Arial"/>
                <w:lang w:eastAsia="zh-CN"/>
              </w:rPr>
            </w:pPr>
            <w:r>
              <w:rPr>
                <w:rFonts w:cs="Arial"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29F345FB" w14:textId="77777777" w:rsidR="00C25B7D" w:rsidRPr="005F427A" w:rsidRDefault="00C25B7D" w:rsidP="00C25B7D">
            <w:pPr>
              <w:pStyle w:val="TAC"/>
              <w:rPr>
                <w:rFonts w:eastAsiaTheme="minorEastAsia"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74D0786F" w14:textId="77777777" w:rsidR="00C25B7D" w:rsidRPr="005F427A" w:rsidRDefault="00C25B7D" w:rsidP="00C25B7D">
            <w:pPr>
              <w:pStyle w:val="TAC"/>
              <w:rPr>
                <w:rFonts w:eastAsiaTheme="minorEastAsia"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7CA93ABF" w14:textId="77777777" w:rsidR="00C25B7D" w:rsidRPr="005F427A" w:rsidRDefault="00C25B7D" w:rsidP="00C25B7D">
            <w:pPr>
              <w:pStyle w:val="TAC"/>
              <w:rPr>
                <w:rFonts w:eastAsiaTheme="minorEastAsia"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33FBE7B"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3F7B295C"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72EE7C7F"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422B0F52"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08F787F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B27098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3A49BB7"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CF68D0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98C2AD1"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51536A64"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08256FB3"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1F3AD2B0" w14:textId="77777777" w:rsidR="00C25B7D" w:rsidRPr="00E062F1" w:rsidRDefault="00C25B7D" w:rsidP="00C25B7D">
            <w:pPr>
              <w:pStyle w:val="TAC"/>
              <w:rPr>
                <w:lang w:eastAsia="zh-CN"/>
              </w:rPr>
            </w:pPr>
            <w:r>
              <w:rPr>
                <w:rFonts w:hint="eastAsia"/>
                <w:lang w:eastAsia="zh-CN"/>
              </w:rPr>
              <w:t>0</w:t>
            </w:r>
          </w:p>
        </w:tc>
      </w:tr>
      <w:tr w:rsidR="00C25B7D" w:rsidRPr="00E062F1" w14:paraId="4DD33BDB"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6D4EC1B" w14:textId="77777777" w:rsidR="00C25B7D" w:rsidRPr="00E062F1" w:rsidRDefault="00C25B7D" w:rsidP="00C25B7D">
            <w:pPr>
              <w:pStyle w:val="TAC"/>
              <w:rPr>
                <w:rFonts w:cs="Arial"/>
              </w:rPr>
            </w:pPr>
          </w:p>
        </w:tc>
        <w:tc>
          <w:tcPr>
            <w:tcW w:w="1232" w:type="dxa"/>
            <w:tcBorders>
              <w:top w:val="nil"/>
              <w:left w:val="single" w:sz="4" w:space="0" w:color="auto"/>
              <w:bottom w:val="single" w:sz="4" w:space="0" w:color="auto"/>
              <w:right w:val="single" w:sz="4" w:space="0" w:color="auto"/>
            </w:tcBorders>
            <w:shd w:val="clear" w:color="auto" w:fill="auto"/>
          </w:tcPr>
          <w:p w14:paraId="1172C0AC" w14:textId="77777777" w:rsidR="00C25B7D" w:rsidRPr="00E062F1" w:rsidRDefault="00C25B7D" w:rsidP="00C25B7D">
            <w:pPr>
              <w:pStyle w:val="TAC"/>
              <w:rPr>
                <w:rFonts w:cs="Arial"/>
              </w:rPr>
            </w:pPr>
          </w:p>
        </w:tc>
        <w:tc>
          <w:tcPr>
            <w:tcW w:w="737" w:type="dxa"/>
            <w:tcBorders>
              <w:top w:val="single" w:sz="4" w:space="0" w:color="auto"/>
              <w:left w:val="single" w:sz="4" w:space="0" w:color="auto"/>
              <w:right w:val="single" w:sz="4" w:space="0" w:color="auto"/>
            </w:tcBorders>
          </w:tcPr>
          <w:p w14:paraId="7A56396F" w14:textId="77777777" w:rsidR="00C25B7D" w:rsidRPr="00E062F1" w:rsidRDefault="00C25B7D" w:rsidP="00C25B7D">
            <w:pPr>
              <w:pStyle w:val="TAC"/>
              <w:rPr>
                <w:lang w:eastAsia="zh-CN"/>
              </w:rPr>
            </w:pPr>
            <w:r w:rsidRPr="00E062F1">
              <w:rPr>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58E644F1" w14:textId="084A800A" w:rsidR="00C25B7D" w:rsidRPr="00E062F1" w:rsidRDefault="00C25B7D" w:rsidP="00C25B7D">
            <w:pPr>
              <w:pStyle w:val="TAC"/>
              <w:rPr>
                <w:lang w:eastAsia="zh-CN"/>
              </w:rPr>
            </w:pPr>
            <w:r w:rsidRPr="00E062F1">
              <w:rPr>
                <w:rFonts w:cs="Arial"/>
                <w:lang w:eastAsia="ja-JP"/>
              </w:rPr>
              <w:t>CA_n2</w:t>
            </w:r>
            <w:r w:rsidRPr="00E062F1">
              <w:rPr>
                <w:rFonts w:cs="Arial"/>
                <w:lang w:eastAsia="zh-CN"/>
              </w:rPr>
              <w:t>60(5A)</w:t>
            </w:r>
          </w:p>
        </w:tc>
        <w:tc>
          <w:tcPr>
            <w:tcW w:w="1345" w:type="dxa"/>
            <w:tcBorders>
              <w:top w:val="nil"/>
              <w:left w:val="single" w:sz="4" w:space="0" w:color="auto"/>
              <w:bottom w:val="single" w:sz="4" w:space="0" w:color="auto"/>
              <w:right w:val="single" w:sz="4" w:space="0" w:color="auto"/>
            </w:tcBorders>
            <w:shd w:val="clear" w:color="auto" w:fill="auto"/>
          </w:tcPr>
          <w:p w14:paraId="14EFC7DE" w14:textId="77777777" w:rsidR="00C25B7D" w:rsidRPr="00E062F1" w:rsidRDefault="00C25B7D" w:rsidP="00C25B7D">
            <w:pPr>
              <w:pStyle w:val="TAC"/>
              <w:rPr>
                <w:lang w:eastAsia="zh-CN"/>
              </w:rPr>
            </w:pPr>
          </w:p>
        </w:tc>
      </w:tr>
      <w:tr w:rsidR="00C25B7D" w:rsidRPr="00E062F1" w14:paraId="5721A20D"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249001A7" w14:textId="77777777"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260(6</w:t>
            </w:r>
            <w:r w:rsidRPr="00E062F1">
              <w:rPr>
                <w:rFonts w:cs="Arial"/>
              </w:rPr>
              <w:t>A</w:t>
            </w:r>
            <w:r w:rsidRPr="00E062F1">
              <w:rPr>
                <w:rFonts w:cs="Arial"/>
                <w:lang w:eastAsia="zh-CN"/>
              </w:rPr>
              <w:t>)</w:t>
            </w:r>
          </w:p>
        </w:tc>
        <w:tc>
          <w:tcPr>
            <w:tcW w:w="1232" w:type="dxa"/>
            <w:tcBorders>
              <w:top w:val="single" w:sz="4" w:space="0" w:color="auto"/>
              <w:left w:val="single" w:sz="4" w:space="0" w:color="auto"/>
              <w:bottom w:val="nil"/>
              <w:right w:val="single" w:sz="4" w:space="0" w:color="auto"/>
            </w:tcBorders>
            <w:shd w:val="clear" w:color="auto" w:fill="auto"/>
          </w:tcPr>
          <w:p w14:paraId="439C295A" w14:textId="77777777" w:rsidR="00C25B7D" w:rsidRPr="00E062F1" w:rsidRDefault="00C25B7D" w:rsidP="00C25B7D">
            <w:pPr>
              <w:pStyle w:val="TAC"/>
              <w:rPr>
                <w:rFonts w:cs="Arial"/>
                <w:szCs w:val="18"/>
                <w:lang w:eastAsia="ja-JP"/>
              </w:rPr>
            </w:pPr>
            <w:r w:rsidRPr="00E062F1">
              <w:rPr>
                <w:rFonts w:cs="Arial"/>
              </w:rPr>
              <w:t>CA_n</w:t>
            </w:r>
            <w:r w:rsidRPr="00E062F1">
              <w:rPr>
                <w:rFonts w:cs="Arial"/>
                <w:lang w:eastAsia="zh-CN"/>
              </w:rPr>
              <w:t>5</w:t>
            </w:r>
            <w:r w:rsidRPr="00E062F1">
              <w:rPr>
                <w:rFonts w:cs="Arial"/>
              </w:rPr>
              <w:t>A-n</w:t>
            </w:r>
            <w:r w:rsidRPr="00E062F1">
              <w:rPr>
                <w:rFonts w:cs="Arial"/>
                <w:lang w:eastAsia="zh-CN"/>
              </w:rPr>
              <w:t>260</w:t>
            </w:r>
            <w:r w:rsidRPr="00E062F1">
              <w:rPr>
                <w:rFonts w:cs="Arial"/>
              </w:rPr>
              <w:t>A</w:t>
            </w:r>
          </w:p>
        </w:tc>
        <w:tc>
          <w:tcPr>
            <w:tcW w:w="737" w:type="dxa"/>
            <w:tcBorders>
              <w:top w:val="single" w:sz="4" w:space="0" w:color="auto"/>
              <w:left w:val="single" w:sz="4" w:space="0" w:color="auto"/>
              <w:right w:val="single" w:sz="4" w:space="0" w:color="auto"/>
            </w:tcBorders>
          </w:tcPr>
          <w:p w14:paraId="58EB38B0" w14:textId="77777777" w:rsidR="00C25B7D" w:rsidRPr="00E062F1" w:rsidRDefault="00C25B7D" w:rsidP="00C25B7D">
            <w:pPr>
              <w:pStyle w:val="TAC"/>
              <w:rPr>
                <w:lang w:eastAsia="zh-CN"/>
              </w:rPr>
            </w:pPr>
            <w:r w:rsidRPr="00E062F1">
              <w:rPr>
                <w:lang w:eastAsia="zh-CN"/>
              </w:rPr>
              <w:t>n5</w:t>
            </w:r>
          </w:p>
        </w:tc>
        <w:tc>
          <w:tcPr>
            <w:tcW w:w="671" w:type="dxa"/>
            <w:tcBorders>
              <w:top w:val="single" w:sz="4" w:space="0" w:color="auto"/>
              <w:left w:val="single" w:sz="4" w:space="0" w:color="auto"/>
              <w:bottom w:val="single" w:sz="4" w:space="0" w:color="auto"/>
              <w:right w:val="single" w:sz="4" w:space="0" w:color="auto"/>
            </w:tcBorders>
          </w:tcPr>
          <w:p w14:paraId="0B3DB899" w14:textId="77777777" w:rsidR="00C25B7D" w:rsidRPr="005F427A" w:rsidRDefault="00C25B7D" w:rsidP="00C25B7D">
            <w:pPr>
              <w:pStyle w:val="TAC"/>
              <w:rPr>
                <w:rFonts w:eastAsiaTheme="minorEastAsia" w:cs="Arial"/>
                <w:lang w:eastAsia="zh-CN"/>
              </w:rPr>
            </w:pPr>
            <w:r>
              <w:rPr>
                <w:rFonts w:cs="Arial"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59DF8592" w14:textId="77777777" w:rsidR="00C25B7D" w:rsidRPr="005F427A" w:rsidRDefault="00C25B7D" w:rsidP="00C25B7D">
            <w:pPr>
              <w:pStyle w:val="TAC"/>
              <w:rPr>
                <w:rFonts w:eastAsiaTheme="minorEastAsia"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F141085" w14:textId="77777777" w:rsidR="00C25B7D" w:rsidRPr="005F427A" w:rsidRDefault="00C25B7D" w:rsidP="00C25B7D">
            <w:pPr>
              <w:pStyle w:val="TAC"/>
              <w:rPr>
                <w:rFonts w:eastAsiaTheme="minorEastAsia"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6FCAC064" w14:textId="77777777" w:rsidR="00C25B7D" w:rsidRPr="005F427A" w:rsidRDefault="00C25B7D" w:rsidP="00C25B7D">
            <w:pPr>
              <w:pStyle w:val="TAC"/>
              <w:rPr>
                <w:rFonts w:eastAsiaTheme="minorEastAsia"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043A2C1"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4DC7ABA4"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00109124"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169CCE66"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18A6DB00"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42C5C1E"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4D6DFB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251E1B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A4D596A"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246BFDDF"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5DF70DA1"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69D2CD7A" w14:textId="77777777" w:rsidR="00C25B7D" w:rsidRPr="00E062F1" w:rsidRDefault="00C25B7D" w:rsidP="00C25B7D">
            <w:pPr>
              <w:pStyle w:val="TAC"/>
              <w:rPr>
                <w:lang w:eastAsia="zh-CN"/>
              </w:rPr>
            </w:pPr>
            <w:r>
              <w:rPr>
                <w:rFonts w:hint="eastAsia"/>
                <w:lang w:eastAsia="zh-CN"/>
              </w:rPr>
              <w:t>0</w:t>
            </w:r>
          </w:p>
        </w:tc>
      </w:tr>
      <w:tr w:rsidR="00C25B7D" w:rsidRPr="00E062F1" w14:paraId="7FEE8D9B"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4052B9AB" w14:textId="77777777" w:rsidR="00C25B7D" w:rsidRPr="00E062F1" w:rsidRDefault="00C25B7D" w:rsidP="00C25B7D">
            <w:pPr>
              <w:pStyle w:val="TAC"/>
              <w:rPr>
                <w:rFonts w:cs="Arial"/>
              </w:rPr>
            </w:pPr>
          </w:p>
        </w:tc>
        <w:tc>
          <w:tcPr>
            <w:tcW w:w="1232" w:type="dxa"/>
            <w:tcBorders>
              <w:top w:val="nil"/>
              <w:left w:val="single" w:sz="4" w:space="0" w:color="auto"/>
              <w:bottom w:val="single" w:sz="4" w:space="0" w:color="auto"/>
              <w:right w:val="single" w:sz="4" w:space="0" w:color="auto"/>
            </w:tcBorders>
            <w:shd w:val="clear" w:color="auto" w:fill="auto"/>
          </w:tcPr>
          <w:p w14:paraId="40A9B302" w14:textId="77777777" w:rsidR="00C25B7D" w:rsidRPr="00E062F1" w:rsidRDefault="00C25B7D" w:rsidP="00C25B7D">
            <w:pPr>
              <w:pStyle w:val="TAC"/>
              <w:rPr>
                <w:rFonts w:cs="Arial"/>
                <w:szCs w:val="18"/>
                <w:lang w:eastAsia="ja-JP"/>
              </w:rPr>
            </w:pPr>
          </w:p>
        </w:tc>
        <w:tc>
          <w:tcPr>
            <w:tcW w:w="737" w:type="dxa"/>
            <w:tcBorders>
              <w:top w:val="single" w:sz="4" w:space="0" w:color="auto"/>
              <w:left w:val="single" w:sz="4" w:space="0" w:color="auto"/>
              <w:right w:val="single" w:sz="4" w:space="0" w:color="auto"/>
            </w:tcBorders>
          </w:tcPr>
          <w:p w14:paraId="49451E0E" w14:textId="77777777" w:rsidR="00C25B7D" w:rsidRPr="00E062F1" w:rsidRDefault="00C25B7D" w:rsidP="00C25B7D">
            <w:pPr>
              <w:pStyle w:val="TAC"/>
              <w:rPr>
                <w:lang w:eastAsia="zh-CN"/>
              </w:rPr>
            </w:pPr>
            <w:r w:rsidRPr="00E062F1">
              <w:rPr>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7B9EE01D" w14:textId="4FD53D04" w:rsidR="00C25B7D" w:rsidRPr="00E062F1" w:rsidRDefault="00C25B7D" w:rsidP="00C25B7D">
            <w:pPr>
              <w:pStyle w:val="TAC"/>
              <w:rPr>
                <w:lang w:eastAsia="zh-CN"/>
              </w:rPr>
            </w:pPr>
            <w:r w:rsidRPr="00E062F1">
              <w:rPr>
                <w:rFonts w:cs="Arial"/>
                <w:lang w:eastAsia="ja-JP"/>
              </w:rPr>
              <w:t>CA_n2</w:t>
            </w:r>
            <w:r w:rsidRPr="00E062F1">
              <w:rPr>
                <w:rFonts w:cs="Arial"/>
                <w:lang w:eastAsia="zh-CN"/>
              </w:rPr>
              <w:t>60(6A)</w:t>
            </w:r>
          </w:p>
        </w:tc>
        <w:tc>
          <w:tcPr>
            <w:tcW w:w="1345" w:type="dxa"/>
            <w:tcBorders>
              <w:top w:val="nil"/>
              <w:left w:val="single" w:sz="4" w:space="0" w:color="auto"/>
              <w:bottom w:val="single" w:sz="4" w:space="0" w:color="auto"/>
              <w:right w:val="single" w:sz="4" w:space="0" w:color="auto"/>
            </w:tcBorders>
            <w:shd w:val="clear" w:color="auto" w:fill="auto"/>
          </w:tcPr>
          <w:p w14:paraId="1908C15B" w14:textId="77777777" w:rsidR="00C25B7D" w:rsidRPr="00E062F1" w:rsidRDefault="00C25B7D" w:rsidP="00C25B7D">
            <w:pPr>
              <w:pStyle w:val="TAC"/>
              <w:rPr>
                <w:lang w:eastAsia="zh-CN"/>
              </w:rPr>
            </w:pPr>
          </w:p>
        </w:tc>
      </w:tr>
      <w:tr w:rsidR="00C25B7D" w:rsidRPr="00E062F1" w14:paraId="570FE53D"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0AF50287" w14:textId="77777777"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260(7</w:t>
            </w:r>
            <w:r w:rsidRPr="00E062F1">
              <w:rPr>
                <w:rFonts w:cs="Arial"/>
              </w:rPr>
              <w:t>A</w:t>
            </w:r>
            <w:r w:rsidRPr="00E062F1">
              <w:rPr>
                <w:rFonts w:cs="Arial"/>
                <w:lang w:eastAsia="zh-CN"/>
              </w:rPr>
              <w:t>)</w:t>
            </w:r>
          </w:p>
        </w:tc>
        <w:tc>
          <w:tcPr>
            <w:tcW w:w="1232" w:type="dxa"/>
            <w:tcBorders>
              <w:top w:val="single" w:sz="4" w:space="0" w:color="auto"/>
              <w:left w:val="single" w:sz="4" w:space="0" w:color="auto"/>
              <w:bottom w:val="nil"/>
              <w:right w:val="single" w:sz="4" w:space="0" w:color="auto"/>
            </w:tcBorders>
            <w:shd w:val="clear" w:color="auto" w:fill="auto"/>
          </w:tcPr>
          <w:p w14:paraId="746E9F26" w14:textId="77777777" w:rsidR="00C25B7D" w:rsidRPr="00E062F1" w:rsidRDefault="00C25B7D" w:rsidP="00C25B7D">
            <w:pPr>
              <w:pStyle w:val="TAC"/>
              <w:rPr>
                <w:rFonts w:cs="Arial"/>
              </w:rPr>
            </w:pPr>
            <w:r w:rsidRPr="00E062F1">
              <w:rPr>
                <w:rFonts w:cs="Arial"/>
                <w:szCs w:val="18"/>
                <w:lang w:eastAsia="ja-JP"/>
              </w:rPr>
              <w:t>CA_n5A-n260A</w:t>
            </w:r>
          </w:p>
        </w:tc>
        <w:tc>
          <w:tcPr>
            <w:tcW w:w="737" w:type="dxa"/>
            <w:tcBorders>
              <w:top w:val="single" w:sz="4" w:space="0" w:color="auto"/>
              <w:left w:val="single" w:sz="4" w:space="0" w:color="auto"/>
              <w:right w:val="single" w:sz="4" w:space="0" w:color="auto"/>
            </w:tcBorders>
          </w:tcPr>
          <w:p w14:paraId="52DC7827" w14:textId="77777777" w:rsidR="00C25B7D" w:rsidRPr="00E062F1" w:rsidRDefault="00C25B7D" w:rsidP="00C25B7D">
            <w:pPr>
              <w:pStyle w:val="TAC"/>
              <w:rPr>
                <w:lang w:eastAsia="zh-CN"/>
              </w:rPr>
            </w:pPr>
            <w:r w:rsidRPr="00E062F1">
              <w:rPr>
                <w:lang w:eastAsia="zh-CN"/>
              </w:rPr>
              <w:t>n5</w:t>
            </w:r>
          </w:p>
        </w:tc>
        <w:tc>
          <w:tcPr>
            <w:tcW w:w="671" w:type="dxa"/>
            <w:tcBorders>
              <w:top w:val="single" w:sz="4" w:space="0" w:color="auto"/>
              <w:left w:val="single" w:sz="4" w:space="0" w:color="auto"/>
              <w:bottom w:val="single" w:sz="4" w:space="0" w:color="auto"/>
              <w:right w:val="single" w:sz="4" w:space="0" w:color="auto"/>
            </w:tcBorders>
          </w:tcPr>
          <w:p w14:paraId="155D24BA" w14:textId="77777777" w:rsidR="00C25B7D" w:rsidRPr="005F427A" w:rsidRDefault="00C25B7D" w:rsidP="00C25B7D">
            <w:pPr>
              <w:pStyle w:val="TAC"/>
              <w:rPr>
                <w:rFonts w:eastAsiaTheme="minorEastAsia" w:cs="Arial"/>
                <w:lang w:eastAsia="zh-CN"/>
              </w:rPr>
            </w:pPr>
            <w:r>
              <w:rPr>
                <w:rFonts w:cs="Arial"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3156A70C" w14:textId="77777777" w:rsidR="00C25B7D" w:rsidRPr="005F427A" w:rsidRDefault="00C25B7D" w:rsidP="00C25B7D">
            <w:pPr>
              <w:pStyle w:val="TAC"/>
              <w:rPr>
                <w:rFonts w:eastAsiaTheme="minorEastAsia"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4534908" w14:textId="77777777" w:rsidR="00C25B7D" w:rsidRPr="005F427A" w:rsidRDefault="00C25B7D" w:rsidP="00C25B7D">
            <w:pPr>
              <w:pStyle w:val="TAC"/>
              <w:rPr>
                <w:rFonts w:eastAsiaTheme="minorEastAsia"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6A25914B" w14:textId="77777777" w:rsidR="00C25B7D" w:rsidRPr="005F427A" w:rsidRDefault="00C25B7D" w:rsidP="00C25B7D">
            <w:pPr>
              <w:pStyle w:val="TAC"/>
              <w:rPr>
                <w:rFonts w:eastAsiaTheme="minorEastAsia"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E43DED6"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4CC8837F"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43696B1D"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3E3F186B"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15989565"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9A7F2F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B21058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CDE32C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34E1C17"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6984924"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0B3AB90E"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66DA12CB" w14:textId="77777777" w:rsidR="00C25B7D" w:rsidRPr="00E062F1" w:rsidRDefault="00C25B7D" w:rsidP="00C25B7D">
            <w:pPr>
              <w:pStyle w:val="TAC"/>
              <w:rPr>
                <w:lang w:eastAsia="zh-CN"/>
              </w:rPr>
            </w:pPr>
            <w:r>
              <w:rPr>
                <w:rFonts w:hint="eastAsia"/>
                <w:lang w:eastAsia="zh-CN"/>
              </w:rPr>
              <w:t>0</w:t>
            </w:r>
          </w:p>
        </w:tc>
      </w:tr>
      <w:tr w:rsidR="00C25B7D" w:rsidRPr="00E062F1" w14:paraId="58631A88"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7DA39CB" w14:textId="77777777" w:rsidR="00C25B7D" w:rsidRPr="00E062F1" w:rsidRDefault="00C25B7D" w:rsidP="00C25B7D">
            <w:pPr>
              <w:pStyle w:val="TAC"/>
              <w:rPr>
                <w:rFonts w:cs="Arial"/>
              </w:rPr>
            </w:pPr>
          </w:p>
        </w:tc>
        <w:tc>
          <w:tcPr>
            <w:tcW w:w="1232" w:type="dxa"/>
            <w:tcBorders>
              <w:top w:val="nil"/>
              <w:left w:val="single" w:sz="4" w:space="0" w:color="auto"/>
              <w:bottom w:val="single" w:sz="4" w:space="0" w:color="auto"/>
              <w:right w:val="single" w:sz="4" w:space="0" w:color="auto"/>
            </w:tcBorders>
            <w:shd w:val="clear" w:color="auto" w:fill="auto"/>
          </w:tcPr>
          <w:p w14:paraId="29E7D20D" w14:textId="77777777" w:rsidR="00C25B7D" w:rsidRPr="00E062F1" w:rsidRDefault="00C25B7D" w:rsidP="00C25B7D">
            <w:pPr>
              <w:pStyle w:val="TAC"/>
              <w:rPr>
                <w:rFonts w:cs="Arial"/>
              </w:rPr>
            </w:pPr>
          </w:p>
        </w:tc>
        <w:tc>
          <w:tcPr>
            <w:tcW w:w="737" w:type="dxa"/>
            <w:tcBorders>
              <w:top w:val="single" w:sz="4" w:space="0" w:color="auto"/>
              <w:left w:val="single" w:sz="4" w:space="0" w:color="auto"/>
              <w:right w:val="single" w:sz="4" w:space="0" w:color="auto"/>
            </w:tcBorders>
          </w:tcPr>
          <w:p w14:paraId="3D720421" w14:textId="77777777" w:rsidR="00C25B7D" w:rsidRPr="00E062F1" w:rsidRDefault="00C25B7D" w:rsidP="00C25B7D">
            <w:pPr>
              <w:pStyle w:val="TAC"/>
              <w:rPr>
                <w:lang w:eastAsia="zh-CN"/>
              </w:rPr>
            </w:pPr>
            <w:r w:rsidRPr="00E062F1">
              <w:rPr>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5A1543CC" w14:textId="6D1FD747" w:rsidR="00C25B7D" w:rsidRPr="00E062F1" w:rsidRDefault="00C25B7D" w:rsidP="00C25B7D">
            <w:pPr>
              <w:pStyle w:val="TAC"/>
              <w:rPr>
                <w:lang w:eastAsia="zh-CN"/>
              </w:rPr>
            </w:pPr>
            <w:r w:rsidRPr="00E062F1">
              <w:rPr>
                <w:rFonts w:cs="Arial"/>
                <w:lang w:eastAsia="ja-JP"/>
              </w:rPr>
              <w:t>CA_n2</w:t>
            </w:r>
            <w:r w:rsidRPr="00E062F1">
              <w:rPr>
                <w:rFonts w:cs="Arial"/>
                <w:lang w:eastAsia="zh-CN"/>
              </w:rPr>
              <w:t>60(7A)</w:t>
            </w:r>
          </w:p>
        </w:tc>
        <w:tc>
          <w:tcPr>
            <w:tcW w:w="1345" w:type="dxa"/>
            <w:tcBorders>
              <w:top w:val="nil"/>
              <w:left w:val="single" w:sz="4" w:space="0" w:color="auto"/>
              <w:bottom w:val="single" w:sz="4" w:space="0" w:color="auto"/>
              <w:right w:val="single" w:sz="4" w:space="0" w:color="auto"/>
            </w:tcBorders>
            <w:shd w:val="clear" w:color="auto" w:fill="auto"/>
          </w:tcPr>
          <w:p w14:paraId="7CD6D2D4" w14:textId="77777777" w:rsidR="00C25B7D" w:rsidRPr="00E062F1" w:rsidRDefault="00C25B7D" w:rsidP="00C25B7D">
            <w:pPr>
              <w:pStyle w:val="TAC"/>
              <w:rPr>
                <w:lang w:eastAsia="zh-CN"/>
              </w:rPr>
            </w:pPr>
          </w:p>
        </w:tc>
      </w:tr>
      <w:tr w:rsidR="00C25B7D" w:rsidRPr="00E062F1" w14:paraId="16CE2710"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53AFA3DD" w14:textId="77777777"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260(8</w:t>
            </w:r>
            <w:r w:rsidRPr="00E062F1">
              <w:rPr>
                <w:rFonts w:cs="Arial"/>
              </w:rPr>
              <w:t>A</w:t>
            </w:r>
            <w:r w:rsidRPr="00E062F1">
              <w:rPr>
                <w:rFonts w:cs="Arial"/>
                <w:lang w:eastAsia="zh-CN"/>
              </w:rPr>
              <w:t>)</w:t>
            </w:r>
          </w:p>
        </w:tc>
        <w:tc>
          <w:tcPr>
            <w:tcW w:w="1232" w:type="dxa"/>
            <w:tcBorders>
              <w:top w:val="single" w:sz="4" w:space="0" w:color="auto"/>
              <w:left w:val="single" w:sz="4" w:space="0" w:color="auto"/>
              <w:bottom w:val="nil"/>
              <w:right w:val="single" w:sz="4" w:space="0" w:color="auto"/>
            </w:tcBorders>
            <w:shd w:val="clear" w:color="auto" w:fill="auto"/>
          </w:tcPr>
          <w:p w14:paraId="142E447B" w14:textId="77777777"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260</w:t>
            </w:r>
            <w:r w:rsidRPr="00E062F1">
              <w:rPr>
                <w:rFonts w:cs="Arial"/>
              </w:rPr>
              <w:t>A</w:t>
            </w:r>
          </w:p>
        </w:tc>
        <w:tc>
          <w:tcPr>
            <w:tcW w:w="737" w:type="dxa"/>
            <w:tcBorders>
              <w:top w:val="single" w:sz="4" w:space="0" w:color="auto"/>
              <w:left w:val="single" w:sz="4" w:space="0" w:color="auto"/>
              <w:right w:val="single" w:sz="4" w:space="0" w:color="auto"/>
            </w:tcBorders>
          </w:tcPr>
          <w:p w14:paraId="4E05EB70" w14:textId="77777777" w:rsidR="00C25B7D" w:rsidRPr="00E062F1" w:rsidRDefault="00C25B7D" w:rsidP="00C25B7D">
            <w:pPr>
              <w:pStyle w:val="TAC"/>
              <w:rPr>
                <w:lang w:eastAsia="zh-CN"/>
              </w:rPr>
            </w:pPr>
            <w:r w:rsidRPr="00E062F1">
              <w:rPr>
                <w:lang w:eastAsia="zh-CN"/>
              </w:rPr>
              <w:t>n5</w:t>
            </w:r>
          </w:p>
        </w:tc>
        <w:tc>
          <w:tcPr>
            <w:tcW w:w="671" w:type="dxa"/>
            <w:tcBorders>
              <w:top w:val="single" w:sz="4" w:space="0" w:color="auto"/>
              <w:left w:val="single" w:sz="4" w:space="0" w:color="auto"/>
              <w:bottom w:val="single" w:sz="4" w:space="0" w:color="auto"/>
              <w:right w:val="single" w:sz="4" w:space="0" w:color="auto"/>
            </w:tcBorders>
          </w:tcPr>
          <w:p w14:paraId="533A7103" w14:textId="77777777" w:rsidR="00C25B7D" w:rsidRPr="005F427A" w:rsidRDefault="00C25B7D" w:rsidP="00C25B7D">
            <w:pPr>
              <w:pStyle w:val="TAC"/>
              <w:rPr>
                <w:rFonts w:eastAsiaTheme="minorEastAsia" w:cs="Arial"/>
                <w:lang w:eastAsia="zh-CN"/>
              </w:rPr>
            </w:pPr>
            <w:r>
              <w:rPr>
                <w:rFonts w:cs="Arial"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040E6BFE" w14:textId="77777777" w:rsidR="00C25B7D" w:rsidRPr="005F427A" w:rsidRDefault="00C25B7D" w:rsidP="00C25B7D">
            <w:pPr>
              <w:pStyle w:val="TAC"/>
              <w:rPr>
                <w:rFonts w:eastAsiaTheme="minorEastAsia"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385191F7" w14:textId="77777777" w:rsidR="00C25B7D" w:rsidRPr="005F427A" w:rsidRDefault="00C25B7D" w:rsidP="00C25B7D">
            <w:pPr>
              <w:pStyle w:val="TAC"/>
              <w:rPr>
                <w:rFonts w:eastAsiaTheme="minorEastAsia"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2C598E64" w14:textId="77777777" w:rsidR="00C25B7D" w:rsidRPr="005F427A" w:rsidRDefault="00C25B7D" w:rsidP="00C25B7D">
            <w:pPr>
              <w:pStyle w:val="TAC"/>
              <w:rPr>
                <w:rFonts w:eastAsiaTheme="minorEastAsia"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2B86E1F"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78653BED"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5EB8FACB"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797A2CB6"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5F1242B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A9574D0"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2AF3AB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76C283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B4FA67D"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19B2E174"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7E7FE306"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0B354CC0" w14:textId="77777777" w:rsidR="00C25B7D" w:rsidRPr="00E062F1" w:rsidRDefault="00C25B7D" w:rsidP="00C25B7D">
            <w:pPr>
              <w:pStyle w:val="TAC"/>
              <w:rPr>
                <w:lang w:eastAsia="zh-CN"/>
              </w:rPr>
            </w:pPr>
            <w:r>
              <w:rPr>
                <w:rFonts w:hint="eastAsia"/>
                <w:lang w:eastAsia="zh-CN"/>
              </w:rPr>
              <w:t>0</w:t>
            </w:r>
          </w:p>
        </w:tc>
      </w:tr>
      <w:tr w:rsidR="00C25B7D" w:rsidRPr="00E062F1" w14:paraId="06EB2FE1"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DBD44F6" w14:textId="77777777" w:rsidR="00C25B7D" w:rsidRPr="00E062F1" w:rsidRDefault="00C25B7D" w:rsidP="00C25B7D">
            <w:pPr>
              <w:pStyle w:val="TAC"/>
              <w:rPr>
                <w:rFonts w:cs="Arial"/>
              </w:rPr>
            </w:pPr>
          </w:p>
        </w:tc>
        <w:tc>
          <w:tcPr>
            <w:tcW w:w="1232" w:type="dxa"/>
            <w:tcBorders>
              <w:top w:val="nil"/>
              <w:left w:val="single" w:sz="4" w:space="0" w:color="auto"/>
              <w:bottom w:val="single" w:sz="4" w:space="0" w:color="auto"/>
              <w:right w:val="single" w:sz="4" w:space="0" w:color="auto"/>
            </w:tcBorders>
            <w:shd w:val="clear" w:color="auto" w:fill="auto"/>
          </w:tcPr>
          <w:p w14:paraId="610B7B64" w14:textId="77777777" w:rsidR="00C25B7D" w:rsidRPr="00E062F1" w:rsidRDefault="00C25B7D" w:rsidP="00C25B7D">
            <w:pPr>
              <w:pStyle w:val="TAC"/>
              <w:rPr>
                <w:rFonts w:cs="Arial"/>
              </w:rPr>
            </w:pPr>
          </w:p>
        </w:tc>
        <w:tc>
          <w:tcPr>
            <w:tcW w:w="737" w:type="dxa"/>
            <w:tcBorders>
              <w:top w:val="single" w:sz="4" w:space="0" w:color="auto"/>
              <w:left w:val="single" w:sz="4" w:space="0" w:color="auto"/>
              <w:right w:val="single" w:sz="4" w:space="0" w:color="auto"/>
            </w:tcBorders>
          </w:tcPr>
          <w:p w14:paraId="10898612" w14:textId="77777777" w:rsidR="00C25B7D" w:rsidRPr="00E062F1" w:rsidRDefault="00C25B7D" w:rsidP="00C25B7D">
            <w:pPr>
              <w:pStyle w:val="TAC"/>
              <w:rPr>
                <w:lang w:eastAsia="zh-CN"/>
              </w:rPr>
            </w:pPr>
            <w:r w:rsidRPr="00E062F1">
              <w:rPr>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06E912BF" w14:textId="33A1435A" w:rsidR="00C25B7D" w:rsidRPr="00E062F1" w:rsidRDefault="00C25B7D" w:rsidP="00C25B7D">
            <w:pPr>
              <w:pStyle w:val="TAC"/>
              <w:rPr>
                <w:lang w:eastAsia="zh-CN"/>
              </w:rPr>
            </w:pPr>
            <w:r w:rsidRPr="00E062F1">
              <w:rPr>
                <w:rFonts w:cs="Arial"/>
                <w:lang w:eastAsia="ja-JP"/>
              </w:rPr>
              <w:t>CA_n2</w:t>
            </w:r>
            <w:r w:rsidRPr="00E062F1">
              <w:rPr>
                <w:rFonts w:cs="Arial"/>
                <w:lang w:eastAsia="zh-CN"/>
              </w:rPr>
              <w:t>60(8A)</w:t>
            </w:r>
          </w:p>
        </w:tc>
        <w:tc>
          <w:tcPr>
            <w:tcW w:w="1345" w:type="dxa"/>
            <w:tcBorders>
              <w:top w:val="nil"/>
              <w:left w:val="single" w:sz="4" w:space="0" w:color="auto"/>
              <w:bottom w:val="single" w:sz="4" w:space="0" w:color="auto"/>
              <w:right w:val="single" w:sz="4" w:space="0" w:color="auto"/>
            </w:tcBorders>
            <w:shd w:val="clear" w:color="auto" w:fill="auto"/>
          </w:tcPr>
          <w:p w14:paraId="3680D153" w14:textId="77777777" w:rsidR="00C25B7D" w:rsidRPr="00E062F1" w:rsidRDefault="00C25B7D" w:rsidP="00C25B7D">
            <w:pPr>
              <w:pStyle w:val="TAC"/>
              <w:rPr>
                <w:lang w:eastAsia="zh-CN"/>
              </w:rPr>
            </w:pPr>
          </w:p>
        </w:tc>
      </w:tr>
      <w:tr w:rsidR="00C25B7D" w:rsidRPr="00E062F1" w14:paraId="041E41F1"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2B7BECB" w14:textId="77777777" w:rsidR="00C25B7D" w:rsidRPr="00E062F1" w:rsidRDefault="00C25B7D" w:rsidP="00C25B7D">
            <w:pPr>
              <w:pStyle w:val="TAC"/>
            </w:pPr>
            <w:r w:rsidRPr="00E062F1">
              <w:rPr>
                <w:rFonts w:cs="Arial"/>
              </w:rPr>
              <w:t>CA_n</w:t>
            </w:r>
            <w:r w:rsidRPr="00E062F1">
              <w:rPr>
                <w:rFonts w:cs="Arial"/>
                <w:lang w:eastAsia="zh-CN"/>
              </w:rPr>
              <w:t>5</w:t>
            </w:r>
            <w:r w:rsidRPr="00E062F1">
              <w:rPr>
                <w:rFonts w:cs="Arial"/>
              </w:rPr>
              <w:t>A-n</w:t>
            </w:r>
            <w:r w:rsidRPr="00E062F1">
              <w:rPr>
                <w:rFonts w:cs="Arial"/>
                <w:lang w:eastAsia="zh-CN"/>
              </w:rPr>
              <w:t>261A</w:t>
            </w:r>
          </w:p>
        </w:tc>
        <w:tc>
          <w:tcPr>
            <w:tcW w:w="1232" w:type="dxa"/>
            <w:tcBorders>
              <w:left w:val="single" w:sz="4" w:space="0" w:color="auto"/>
              <w:bottom w:val="nil"/>
              <w:right w:val="single" w:sz="4" w:space="0" w:color="auto"/>
            </w:tcBorders>
            <w:shd w:val="clear" w:color="auto" w:fill="auto"/>
          </w:tcPr>
          <w:p w14:paraId="4E1F36AE" w14:textId="77777777" w:rsidR="00C25B7D" w:rsidRPr="00E062F1" w:rsidRDefault="00C25B7D" w:rsidP="00C25B7D">
            <w:pPr>
              <w:pStyle w:val="TAC"/>
            </w:pPr>
            <w:r w:rsidRPr="00E062F1">
              <w:rPr>
                <w:rFonts w:cs="Arial"/>
              </w:rPr>
              <w:t>CA_n</w:t>
            </w:r>
            <w:r w:rsidRPr="00E062F1">
              <w:rPr>
                <w:rFonts w:cs="Arial"/>
                <w:lang w:eastAsia="zh-CN"/>
              </w:rPr>
              <w:t>5</w:t>
            </w:r>
            <w:r w:rsidRPr="00E062F1">
              <w:rPr>
                <w:rFonts w:cs="Arial"/>
              </w:rPr>
              <w:t>A-n</w:t>
            </w:r>
            <w:r w:rsidRPr="00E062F1">
              <w:rPr>
                <w:rFonts w:cs="Arial"/>
                <w:lang w:eastAsia="zh-CN"/>
              </w:rPr>
              <w:t>261A</w:t>
            </w:r>
          </w:p>
        </w:tc>
        <w:tc>
          <w:tcPr>
            <w:tcW w:w="737" w:type="dxa"/>
            <w:tcBorders>
              <w:left w:val="single" w:sz="4" w:space="0" w:color="auto"/>
              <w:bottom w:val="single" w:sz="4" w:space="0" w:color="auto"/>
              <w:right w:val="single" w:sz="4" w:space="0" w:color="auto"/>
            </w:tcBorders>
          </w:tcPr>
          <w:p w14:paraId="1E818F40" w14:textId="77777777" w:rsidR="00C25B7D" w:rsidRPr="00E062F1" w:rsidRDefault="00C25B7D" w:rsidP="00C25B7D">
            <w:pPr>
              <w:pStyle w:val="TAC"/>
            </w:pPr>
            <w:r w:rsidRPr="00E062F1">
              <w:rPr>
                <w:lang w:eastAsia="zh-CN"/>
              </w:rPr>
              <w:t>n5</w:t>
            </w:r>
          </w:p>
        </w:tc>
        <w:tc>
          <w:tcPr>
            <w:tcW w:w="671" w:type="dxa"/>
            <w:tcBorders>
              <w:top w:val="single" w:sz="4" w:space="0" w:color="auto"/>
              <w:left w:val="single" w:sz="4" w:space="0" w:color="auto"/>
              <w:bottom w:val="single" w:sz="4" w:space="0" w:color="auto"/>
              <w:right w:val="single" w:sz="4" w:space="0" w:color="auto"/>
            </w:tcBorders>
          </w:tcPr>
          <w:p w14:paraId="0C4D7CF6" w14:textId="77777777" w:rsidR="00C25B7D" w:rsidRPr="00E062F1" w:rsidRDefault="00C25B7D" w:rsidP="00C25B7D">
            <w:pPr>
              <w:pStyle w:val="TAC"/>
              <w:rPr>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13BFA649" w14:textId="77777777" w:rsidR="00C25B7D" w:rsidRPr="00E062F1" w:rsidRDefault="00C25B7D" w:rsidP="00C25B7D">
            <w:pPr>
              <w:pStyle w:val="TAC"/>
              <w:rPr>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3A5B0BD9" w14:textId="77777777" w:rsidR="00C25B7D" w:rsidRPr="00E062F1" w:rsidRDefault="00C25B7D" w:rsidP="00C25B7D">
            <w:pPr>
              <w:pStyle w:val="TAC"/>
              <w:rPr>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1E248B1" w14:textId="77777777" w:rsidR="00C25B7D" w:rsidRPr="00E062F1" w:rsidRDefault="00C25B7D" w:rsidP="00C25B7D">
            <w:pPr>
              <w:pStyle w:val="TAC"/>
              <w:rPr>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10B855D"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62084389"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213B742"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96A4CAB" w14:textId="77777777" w:rsidR="00C25B7D" w:rsidRPr="00E062F1" w:rsidRDefault="00C25B7D" w:rsidP="00C25B7D">
            <w:pPr>
              <w:pStyle w:val="TAC"/>
              <w:rPr>
                <w:rFonts w:eastAsia="Yu Mincho" w:cs="Arial"/>
              </w:rPr>
            </w:pPr>
          </w:p>
        </w:tc>
        <w:tc>
          <w:tcPr>
            <w:tcW w:w="671" w:type="dxa"/>
            <w:tcBorders>
              <w:top w:val="single" w:sz="4" w:space="0" w:color="auto"/>
              <w:left w:val="single" w:sz="4" w:space="0" w:color="auto"/>
              <w:bottom w:val="single" w:sz="4" w:space="0" w:color="auto"/>
              <w:right w:val="single" w:sz="4" w:space="0" w:color="auto"/>
            </w:tcBorders>
          </w:tcPr>
          <w:p w14:paraId="7E0C395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600131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BE8855D"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25102DF"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58E806CB" w14:textId="77777777" w:rsidR="00C25B7D" w:rsidRPr="00E062F1" w:rsidRDefault="00C25B7D" w:rsidP="00C25B7D">
            <w:pPr>
              <w:pStyle w:val="TAC"/>
              <w:rPr>
                <w:rFonts w:eastAsia="Yu Mincho" w:cs="Arial"/>
              </w:rPr>
            </w:pPr>
          </w:p>
        </w:tc>
        <w:tc>
          <w:tcPr>
            <w:tcW w:w="671" w:type="dxa"/>
            <w:gridSpan w:val="2"/>
            <w:tcBorders>
              <w:top w:val="single" w:sz="4" w:space="0" w:color="auto"/>
              <w:left w:val="single" w:sz="4" w:space="0" w:color="auto"/>
              <w:bottom w:val="single" w:sz="4" w:space="0" w:color="auto"/>
              <w:right w:val="single" w:sz="4" w:space="0" w:color="auto"/>
            </w:tcBorders>
          </w:tcPr>
          <w:p w14:paraId="58597528" w14:textId="77777777" w:rsidR="00C25B7D" w:rsidRPr="00E062F1" w:rsidRDefault="00C25B7D" w:rsidP="00C25B7D">
            <w:pPr>
              <w:pStyle w:val="TAC"/>
              <w:rPr>
                <w:rFonts w:eastAsia="Yu Mincho" w:cs="Arial"/>
              </w:rPr>
            </w:pPr>
          </w:p>
        </w:tc>
        <w:tc>
          <w:tcPr>
            <w:tcW w:w="677" w:type="dxa"/>
            <w:tcBorders>
              <w:top w:val="single" w:sz="4" w:space="0" w:color="auto"/>
              <w:left w:val="single" w:sz="4" w:space="0" w:color="auto"/>
              <w:bottom w:val="single" w:sz="4" w:space="0" w:color="auto"/>
              <w:right w:val="single" w:sz="4" w:space="0" w:color="auto"/>
            </w:tcBorders>
          </w:tcPr>
          <w:p w14:paraId="7AF07072" w14:textId="77777777" w:rsidR="00C25B7D" w:rsidRPr="00E062F1" w:rsidRDefault="00C25B7D" w:rsidP="00C25B7D">
            <w:pPr>
              <w:pStyle w:val="TAC"/>
              <w:rPr>
                <w:rFonts w:eastAsia="Yu Mincho" w:cs="Arial"/>
              </w:rPr>
            </w:pPr>
          </w:p>
        </w:tc>
        <w:tc>
          <w:tcPr>
            <w:tcW w:w="1345" w:type="dxa"/>
            <w:tcBorders>
              <w:left w:val="single" w:sz="4" w:space="0" w:color="auto"/>
              <w:bottom w:val="nil"/>
              <w:right w:val="single" w:sz="4" w:space="0" w:color="auto"/>
            </w:tcBorders>
            <w:shd w:val="clear" w:color="auto" w:fill="auto"/>
          </w:tcPr>
          <w:p w14:paraId="7516BB59" w14:textId="77777777" w:rsidR="00C25B7D" w:rsidRPr="00E062F1" w:rsidRDefault="00C25B7D" w:rsidP="00C25B7D">
            <w:pPr>
              <w:pStyle w:val="TAC"/>
              <w:rPr>
                <w:lang w:eastAsia="zh-CN"/>
              </w:rPr>
            </w:pPr>
            <w:r>
              <w:rPr>
                <w:rFonts w:hint="eastAsia"/>
                <w:lang w:eastAsia="zh-CN"/>
              </w:rPr>
              <w:t>0</w:t>
            </w:r>
          </w:p>
        </w:tc>
      </w:tr>
      <w:tr w:rsidR="00C25B7D" w:rsidRPr="00E062F1" w14:paraId="1FA2EC8C"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7D470BA"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4BF54F8F"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1CF9FF70" w14:textId="77777777" w:rsidR="00C25B7D" w:rsidRPr="00E062F1" w:rsidRDefault="00C25B7D" w:rsidP="00C25B7D">
            <w:pPr>
              <w:pStyle w:val="TAC"/>
            </w:pPr>
            <w:r w:rsidRPr="00E062F1">
              <w:rPr>
                <w:lang w:eastAsia="zh-CN"/>
              </w:rPr>
              <w:t>n261</w:t>
            </w:r>
          </w:p>
        </w:tc>
        <w:tc>
          <w:tcPr>
            <w:tcW w:w="671" w:type="dxa"/>
            <w:tcBorders>
              <w:top w:val="single" w:sz="4" w:space="0" w:color="auto"/>
              <w:left w:val="single" w:sz="4" w:space="0" w:color="auto"/>
              <w:bottom w:val="single" w:sz="4" w:space="0" w:color="auto"/>
              <w:right w:val="single" w:sz="4" w:space="0" w:color="auto"/>
            </w:tcBorders>
          </w:tcPr>
          <w:p w14:paraId="68053CB2"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2BF65E1E"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5857C7E"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0D05AE37"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DF92F8D"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4BA1F735"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1F9594EE"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487F3EC9" w14:textId="77777777" w:rsidR="00C25B7D" w:rsidRPr="005F427A" w:rsidRDefault="00C25B7D" w:rsidP="00C25B7D">
            <w:pPr>
              <w:pStyle w:val="TAC"/>
              <w:rPr>
                <w:rFonts w:eastAsiaTheme="minorEastAsia"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498741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7A9A237"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1C1035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4AA78C7"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3AE81F0B" w14:textId="77777777" w:rsidR="00C25B7D" w:rsidRPr="005F427A" w:rsidRDefault="00C25B7D" w:rsidP="00C25B7D">
            <w:pPr>
              <w:pStyle w:val="TAC"/>
              <w:rPr>
                <w:rFonts w:eastAsiaTheme="minorEastAsia"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75FBBE09" w14:textId="77777777" w:rsidR="00C25B7D" w:rsidRPr="005F427A" w:rsidRDefault="00C25B7D" w:rsidP="00C25B7D">
            <w:pPr>
              <w:pStyle w:val="TAC"/>
              <w:rPr>
                <w:rFonts w:eastAsiaTheme="minorEastAsia" w:cs="Arial"/>
                <w:lang w:eastAsia="zh-CN"/>
              </w:rPr>
            </w:pPr>
            <w:r>
              <w:rPr>
                <w:rFonts w:cs="Arial"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55B665B1" w14:textId="77777777" w:rsidR="00C25B7D" w:rsidRPr="005F427A" w:rsidRDefault="00C25B7D" w:rsidP="00C25B7D">
            <w:pPr>
              <w:pStyle w:val="TAC"/>
              <w:rPr>
                <w:rFonts w:eastAsiaTheme="minorEastAsia" w:cs="Arial"/>
                <w:lang w:eastAsia="zh-CN"/>
              </w:rPr>
            </w:pPr>
            <w:r>
              <w:rPr>
                <w:rFonts w:cs="Arial"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51680C0B" w14:textId="77777777" w:rsidR="00C25B7D" w:rsidRPr="00E062F1" w:rsidRDefault="00C25B7D" w:rsidP="00C25B7D">
            <w:pPr>
              <w:pStyle w:val="TAC"/>
              <w:rPr>
                <w:lang w:eastAsia="zh-CN"/>
              </w:rPr>
            </w:pPr>
          </w:p>
        </w:tc>
      </w:tr>
      <w:tr w:rsidR="00C25B7D" w:rsidRPr="00E062F1" w14:paraId="265E5907"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6B945D51" w14:textId="77777777"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261(2A)</w:t>
            </w:r>
          </w:p>
        </w:tc>
        <w:tc>
          <w:tcPr>
            <w:tcW w:w="1232" w:type="dxa"/>
            <w:tcBorders>
              <w:top w:val="single" w:sz="4" w:space="0" w:color="auto"/>
              <w:left w:val="single" w:sz="4" w:space="0" w:color="auto"/>
              <w:bottom w:val="nil"/>
              <w:right w:val="single" w:sz="4" w:space="0" w:color="auto"/>
            </w:tcBorders>
            <w:shd w:val="clear" w:color="auto" w:fill="auto"/>
          </w:tcPr>
          <w:p w14:paraId="35CCEDD4" w14:textId="77777777"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261A</w:t>
            </w:r>
          </w:p>
        </w:tc>
        <w:tc>
          <w:tcPr>
            <w:tcW w:w="737" w:type="dxa"/>
            <w:tcBorders>
              <w:top w:val="single" w:sz="4" w:space="0" w:color="auto"/>
              <w:left w:val="single" w:sz="4" w:space="0" w:color="auto"/>
              <w:right w:val="single" w:sz="4" w:space="0" w:color="auto"/>
            </w:tcBorders>
          </w:tcPr>
          <w:p w14:paraId="11CCAC2B" w14:textId="77777777" w:rsidR="00C25B7D" w:rsidRPr="00E062F1" w:rsidRDefault="00C25B7D" w:rsidP="00C25B7D">
            <w:pPr>
              <w:pStyle w:val="TAC"/>
              <w:rPr>
                <w:lang w:eastAsia="zh-CN"/>
              </w:rPr>
            </w:pPr>
            <w:r w:rsidRPr="00E062F1">
              <w:rPr>
                <w:lang w:eastAsia="zh-CN"/>
              </w:rPr>
              <w:t>n5</w:t>
            </w:r>
          </w:p>
        </w:tc>
        <w:tc>
          <w:tcPr>
            <w:tcW w:w="671" w:type="dxa"/>
            <w:tcBorders>
              <w:top w:val="single" w:sz="4" w:space="0" w:color="auto"/>
              <w:left w:val="single" w:sz="4" w:space="0" w:color="auto"/>
              <w:bottom w:val="single" w:sz="4" w:space="0" w:color="auto"/>
              <w:right w:val="single" w:sz="4" w:space="0" w:color="auto"/>
            </w:tcBorders>
          </w:tcPr>
          <w:p w14:paraId="33CA0FE1" w14:textId="77777777" w:rsidR="00C25B7D" w:rsidRPr="005F427A" w:rsidRDefault="00C25B7D" w:rsidP="00C25B7D">
            <w:pPr>
              <w:pStyle w:val="TAC"/>
              <w:rPr>
                <w:rFonts w:eastAsiaTheme="minorEastAsia" w:cs="Arial"/>
                <w:lang w:eastAsia="zh-CN"/>
              </w:rPr>
            </w:pPr>
            <w:r>
              <w:rPr>
                <w:rFonts w:cs="Arial"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69D00B52" w14:textId="77777777" w:rsidR="00C25B7D" w:rsidRPr="005F427A" w:rsidRDefault="00C25B7D" w:rsidP="00C25B7D">
            <w:pPr>
              <w:pStyle w:val="TAC"/>
              <w:rPr>
                <w:rFonts w:eastAsiaTheme="minorEastAsia"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D4F27CC" w14:textId="77777777" w:rsidR="00C25B7D" w:rsidRPr="005F427A" w:rsidRDefault="00C25B7D" w:rsidP="00C25B7D">
            <w:pPr>
              <w:pStyle w:val="TAC"/>
              <w:rPr>
                <w:rFonts w:eastAsiaTheme="minorEastAsia"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0B6A33D" w14:textId="77777777" w:rsidR="00C25B7D" w:rsidRPr="005F427A" w:rsidRDefault="00C25B7D" w:rsidP="00C25B7D">
            <w:pPr>
              <w:pStyle w:val="TAC"/>
              <w:rPr>
                <w:rFonts w:eastAsiaTheme="minorEastAsia"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9A124D0"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460E2E9B"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291ED17E"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1E5798CE"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218DDBF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A3D923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71F13E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E4A9F04"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FC33518"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1ED8AEFD"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79BDEE82"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0673DFD3" w14:textId="77777777" w:rsidR="00C25B7D" w:rsidRPr="00E062F1" w:rsidRDefault="00C25B7D" w:rsidP="00C25B7D">
            <w:pPr>
              <w:pStyle w:val="TAC"/>
              <w:rPr>
                <w:lang w:eastAsia="zh-CN"/>
              </w:rPr>
            </w:pPr>
            <w:r>
              <w:rPr>
                <w:rFonts w:hint="eastAsia"/>
                <w:lang w:eastAsia="zh-CN"/>
              </w:rPr>
              <w:t>0</w:t>
            </w:r>
          </w:p>
        </w:tc>
      </w:tr>
      <w:tr w:rsidR="00C25B7D" w:rsidRPr="00E062F1" w14:paraId="16903081"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C8A1DF0" w14:textId="77777777" w:rsidR="00C25B7D" w:rsidRPr="00E062F1" w:rsidRDefault="00C25B7D" w:rsidP="00C25B7D">
            <w:pPr>
              <w:pStyle w:val="TAC"/>
              <w:rPr>
                <w:rFonts w:cs="Arial"/>
              </w:rPr>
            </w:pPr>
          </w:p>
        </w:tc>
        <w:tc>
          <w:tcPr>
            <w:tcW w:w="1232" w:type="dxa"/>
            <w:tcBorders>
              <w:top w:val="nil"/>
              <w:left w:val="single" w:sz="4" w:space="0" w:color="auto"/>
              <w:bottom w:val="single" w:sz="4" w:space="0" w:color="auto"/>
              <w:right w:val="single" w:sz="4" w:space="0" w:color="auto"/>
            </w:tcBorders>
            <w:shd w:val="clear" w:color="auto" w:fill="auto"/>
          </w:tcPr>
          <w:p w14:paraId="29AB431A" w14:textId="77777777" w:rsidR="00C25B7D" w:rsidRPr="00E062F1" w:rsidRDefault="00C25B7D" w:rsidP="00C25B7D">
            <w:pPr>
              <w:pStyle w:val="TAC"/>
              <w:rPr>
                <w:rFonts w:cs="Arial"/>
              </w:rPr>
            </w:pPr>
          </w:p>
        </w:tc>
        <w:tc>
          <w:tcPr>
            <w:tcW w:w="737" w:type="dxa"/>
            <w:tcBorders>
              <w:top w:val="single" w:sz="4" w:space="0" w:color="auto"/>
              <w:left w:val="single" w:sz="4" w:space="0" w:color="auto"/>
              <w:right w:val="single" w:sz="4" w:space="0" w:color="auto"/>
            </w:tcBorders>
          </w:tcPr>
          <w:p w14:paraId="2A39F7CA" w14:textId="77777777" w:rsidR="00C25B7D" w:rsidRPr="00E062F1" w:rsidRDefault="00C25B7D" w:rsidP="00C25B7D">
            <w:pPr>
              <w:pStyle w:val="TAC"/>
              <w:rPr>
                <w:lang w:eastAsia="zh-CN"/>
              </w:rPr>
            </w:pPr>
            <w:r w:rsidRPr="00E062F1">
              <w:rPr>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0CE3D4D5" w14:textId="29918632" w:rsidR="00C25B7D" w:rsidRPr="00E062F1" w:rsidRDefault="00C25B7D" w:rsidP="00C25B7D">
            <w:pPr>
              <w:pStyle w:val="TAC"/>
              <w:rPr>
                <w:lang w:eastAsia="zh-CN"/>
              </w:rPr>
            </w:pPr>
            <w:r w:rsidRPr="00E062F1">
              <w:rPr>
                <w:rFonts w:cs="Arial"/>
                <w:lang w:eastAsia="ja-JP"/>
              </w:rPr>
              <w:t>CA_n2</w:t>
            </w:r>
            <w:r w:rsidRPr="00E062F1">
              <w:rPr>
                <w:rFonts w:cs="Arial"/>
                <w:lang w:eastAsia="zh-CN"/>
              </w:rPr>
              <w:t>61(2A)</w:t>
            </w:r>
          </w:p>
        </w:tc>
        <w:tc>
          <w:tcPr>
            <w:tcW w:w="1345" w:type="dxa"/>
            <w:tcBorders>
              <w:top w:val="nil"/>
              <w:left w:val="single" w:sz="4" w:space="0" w:color="auto"/>
              <w:bottom w:val="single" w:sz="4" w:space="0" w:color="auto"/>
              <w:right w:val="single" w:sz="4" w:space="0" w:color="auto"/>
            </w:tcBorders>
            <w:shd w:val="clear" w:color="auto" w:fill="auto"/>
          </w:tcPr>
          <w:p w14:paraId="1B6897B1" w14:textId="77777777" w:rsidR="00C25B7D" w:rsidRPr="00E062F1" w:rsidRDefault="00C25B7D" w:rsidP="00C25B7D">
            <w:pPr>
              <w:pStyle w:val="TAC"/>
              <w:rPr>
                <w:lang w:eastAsia="zh-CN"/>
              </w:rPr>
            </w:pPr>
          </w:p>
        </w:tc>
      </w:tr>
      <w:tr w:rsidR="00C25B7D" w:rsidRPr="00E062F1" w14:paraId="46BE2706"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7D0817C3" w14:textId="77777777"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261(3A)</w:t>
            </w:r>
          </w:p>
        </w:tc>
        <w:tc>
          <w:tcPr>
            <w:tcW w:w="1232" w:type="dxa"/>
            <w:tcBorders>
              <w:top w:val="single" w:sz="4" w:space="0" w:color="auto"/>
              <w:left w:val="single" w:sz="4" w:space="0" w:color="auto"/>
              <w:bottom w:val="nil"/>
              <w:right w:val="single" w:sz="4" w:space="0" w:color="auto"/>
            </w:tcBorders>
            <w:shd w:val="clear" w:color="auto" w:fill="auto"/>
          </w:tcPr>
          <w:p w14:paraId="3A848B34" w14:textId="77777777"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261A</w:t>
            </w:r>
          </w:p>
        </w:tc>
        <w:tc>
          <w:tcPr>
            <w:tcW w:w="737" w:type="dxa"/>
            <w:tcBorders>
              <w:top w:val="single" w:sz="4" w:space="0" w:color="auto"/>
              <w:left w:val="single" w:sz="4" w:space="0" w:color="auto"/>
              <w:right w:val="single" w:sz="4" w:space="0" w:color="auto"/>
            </w:tcBorders>
          </w:tcPr>
          <w:p w14:paraId="09DD0B02" w14:textId="77777777" w:rsidR="00C25B7D" w:rsidRPr="00E062F1" w:rsidRDefault="00C25B7D" w:rsidP="00C25B7D">
            <w:pPr>
              <w:pStyle w:val="TAC"/>
              <w:rPr>
                <w:lang w:eastAsia="zh-CN"/>
              </w:rPr>
            </w:pPr>
            <w:r w:rsidRPr="00E062F1">
              <w:rPr>
                <w:lang w:eastAsia="zh-CN"/>
              </w:rPr>
              <w:t>n5</w:t>
            </w:r>
          </w:p>
        </w:tc>
        <w:tc>
          <w:tcPr>
            <w:tcW w:w="671" w:type="dxa"/>
            <w:tcBorders>
              <w:top w:val="single" w:sz="4" w:space="0" w:color="auto"/>
              <w:left w:val="single" w:sz="4" w:space="0" w:color="auto"/>
              <w:bottom w:val="single" w:sz="4" w:space="0" w:color="auto"/>
              <w:right w:val="single" w:sz="4" w:space="0" w:color="auto"/>
            </w:tcBorders>
          </w:tcPr>
          <w:p w14:paraId="009729C9" w14:textId="77777777" w:rsidR="00C25B7D" w:rsidRPr="005F427A" w:rsidRDefault="00C25B7D" w:rsidP="00C25B7D">
            <w:pPr>
              <w:pStyle w:val="TAC"/>
              <w:rPr>
                <w:rFonts w:eastAsiaTheme="minorEastAsia" w:cs="Arial"/>
                <w:lang w:eastAsia="zh-CN"/>
              </w:rPr>
            </w:pPr>
            <w:r>
              <w:rPr>
                <w:rFonts w:cs="Arial"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422AA36A" w14:textId="77777777" w:rsidR="00C25B7D" w:rsidRPr="005F427A" w:rsidRDefault="00C25B7D" w:rsidP="00C25B7D">
            <w:pPr>
              <w:pStyle w:val="TAC"/>
              <w:rPr>
                <w:rFonts w:eastAsiaTheme="minorEastAsia"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78CBF777" w14:textId="77777777" w:rsidR="00C25B7D" w:rsidRPr="005F427A" w:rsidRDefault="00C25B7D" w:rsidP="00C25B7D">
            <w:pPr>
              <w:pStyle w:val="TAC"/>
              <w:rPr>
                <w:rFonts w:eastAsiaTheme="minorEastAsia"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3E1935B" w14:textId="77777777" w:rsidR="00C25B7D" w:rsidRPr="005F427A" w:rsidRDefault="00C25B7D" w:rsidP="00C25B7D">
            <w:pPr>
              <w:pStyle w:val="TAC"/>
              <w:rPr>
                <w:rFonts w:eastAsiaTheme="minorEastAsia"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FDEDF1A"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6421C880"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7F15D174"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0311521F"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4A880FD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0D51EEC"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B1036D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814167D"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5AFB185"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203A1BAD"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704485F3"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0FD3ADC5" w14:textId="77777777" w:rsidR="00C25B7D" w:rsidRPr="00E062F1" w:rsidRDefault="00C25B7D" w:rsidP="00C25B7D">
            <w:pPr>
              <w:pStyle w:val="TAC"/>
              <w:rPr>
                <w:lang w:eastAsia="zh-CN"/>
              </w:rPr>
            </w:pPr>
            <w:r>
              <w:rPr>
                <w:rFonts w:hint="eastAsia"/>
                <w:lang w:eastAsia="zh-CN"/>
              </w:rPr>
              <w:t>0</w:t>
            </w:r>
          </w:p>
        </w:tc>
      </w:tr>
      <w:tr w:rsidR="00C25B7D" w:rsidRPr="00E062F1" w14:paraId="4574E691"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7EBDD76" w14:textId="77777777" w:rsidR="00C25B7D" w:rsidRPr="00E062F1" w:rsidRDefault="00C25B7D" w:rsidP="00C25B7D">
            <w:pPr>
              <w:pStyle w:val="TAC"/>
              <w:rPr>
                <w:rFonts w:cs="Arial"/>
              </w:rPr>
            </w:pPr>
          </w:p>
        </w:tc>
        <w:tc>
          <w:tcPr>
            <w:tcW w:w="1232" w:type="dxa"/>
            <w:tcBorders>
              <w:top w:val="nil"/>
              <w:left w:val="single" w:sz="4" w:space="0" w:color="auto"/>
              <w:bottom w:val="single" w:sz="4" w:space="0" w:color="auto"/>
              <w:right w:val="single" w:sz="4" w:space="0" w:color="auto"/>
            </w:tcBorders>
            <w:shd w:val="clear" w:color="auto" w:fill="auto"/>
          </w:tcPr>
          <w:p w14:paraId="7E9BA7E5" w14:textId="77777777" w:rsidR="00C25B7D" w:rsidRPr="00E062F1" w:rsidRDefault="00C25B7D" w:rsidP="00C25B7D">
            <w:pPr>
              <w:pStyle w:val="TAC"/>
              <w:rPr>
                <w:rFonts w:cs="Arial"/>
              </w:rPr>
            </w:pPr>
          </w:p>
        </w:tc>
        <w:tc>
          <w:tcPr>
            <w:tcW w:w="737" w:type="dxa"/>
            <w:tcBorders>
              <w:top w:val="single" w:sz="4" w:space="0" w:color="auto"/>
              <w:left w:val="single" w:sz="4" w:space="0" w:color="auto"/>
              <w:right w:val="single" w:sz="4" w:space="0" w:color="auto"/>
            </w:tcBorders>
          </w:tcPr>
          <w:p w14:paraId="3484E697" w14:textId="77777777" w:rsidR="00C25B7D" w:rsidRPr="00E062F1" w:rsidRDefault="00C25B7D" w:rsidP="00C25B7D">
            <w:pPr>
              <w:pStyle w:val="TAC"/>
              <w:rPr>
                <w:lang w:eastAsia="zh-CN"/>
              </w:rPr>
            </w:pPr>
            <w:r w:rsidRPr="00E062F1">
              <w:rPr>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698F05FF" w14:textId="57531C11" w:rsidR="00C25B7D" w:rsidRPr="00E062F1" w:rsidRDefault="00C25B7D" w:rsidP="00C25B7D">
            <w:pPr>
              <w:pStyle w:val="TAC"/>
              <w:rPr>
                <w:lang w:eastAsia="zh-CN"/>
              </w:rPr>
            </w:pPr>
            <w:r w:rsidRPr="00E062F1">
              <w:rPr>
                <w:rFonts w:cs="Arial"/>
                <w:lang w:eastAsia="ja-JP"/>
              </w:rPr>
              <w:t>CA_n2</w:t>
            </w:r>
            <w:r w:rsidRPr="00E062F1">
              <w:rPr>
                <w:rFonts w:cs="Arial"/>
                <w:lang w:eastAsia="zh-CN"/>
              </w:rPr>
              <w:t>61(3A)</w:t>
            </w:r>
          </w:p>
        </w:tc>
        <w:tc>
          <w:tcPr>
            <w:tcW w:w="1345" w:type="dxa"/>
            <w:tcBorders>
              <w:top w:val="nil"/>
              <w:left w:val="single" w:sz="4" w:space="0" w:color="auto"/>
              <w:bottom w:val="single" w:sz="4" w:space="0" w:color="auto"/>
              <w:right w:val="single" w:sz="4" w:space="0" w:color="auto"/>
            </w:tcBorders>
            <w:shd w:val="clear" w:color="auto" w:fill="auto"/>
          </w:tcPr>
          <w:p w14:paraId="2EE5EAFE" w14:textId="77777777" w:rsidR="00C25B7D" w:rsidRPr="00E062F1" w:rsidRDefault="00C25B7D" w:rsidP="00C25B7D">
            <w:pPr>
              <w:pStyle w:val="TAC"/>
              <w:rPr>
                <w:lang w:eastAsia="zh-CN"/>
              </w:rPr>
            </w:pPr>
          </w:p>
        </w:tc>
      </w:tr>
      <w:tr w:rsidR="00C25B7D" w:rsidRPr="00E062F1" w14:paraId="7BB55AB0"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67FA09BE" w14:textId="77777777"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261(4A)</w:t>
            </w:r>
          </w:p>
        </w:tc>
        <w:tc>
          <w:tcPr>
            <w:tcW w:w="1232" w:type="dxa"/>
            <w:tcBorders>
              <w:top w:val="single" w:sz="4" w:space="0" w:color="auto"/>
              <w:left w:val="single" w:sz="4" w:space="0" w:color="auto"/>
              <w:bottom w:val="nil"/>
              <w:right w:val="single" w:sz="4" w:space="0" w:color="auto"/>
            </w:tcBorders>
            <w:shd w:val="clear" w:color="auto" w:fill="auto"/>
          </w:tcPr>
          <w:p w14:paraId="7E54BD53" w14:textId="77777777"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261A</w:t>
            </w:r>
          </w:p>
        </w:tc>
        <w:tc>
          <w:tcPr>
            <w:tcW w:w="737" w:type="dxa"/>
            <w:tcBorders>
              <w:top w:val="single" w:sz="4" w:space="0" w:color="auto"/>
              <w:left w:val="single" w:sz="4" w:space="0" w:color="auto"/>
              <w:right w:val="single" w:sz="4" w:space="0" w:color="auto"/>
            </w:tcBorders>
          </w:tcPr>
          <w:p w14:paraId="13F00A4C" w14:textId="77777777" w:rsidR="00C25B7D" w:rsidRPr="00E062F1" w:rsidRDefault="00C25B7D" w:rsidP="00C25B7D">
            <w:pPr>
              <w:pStyle w:val="TAC"/>
              <w:rPr>
                <w:lang w:eastAsia="zh-CN"/>
              </w:rPr>
            </w:pPr>
            <w:r w:rsidRPr="00E062F1">
              <w:rPr>
                <w:lang w:eastAsia="zh-CN"/>
              </w:rPr>
              <w:t>n5</w:t>
            </w:r>
          </w:p>
        </w:tc>
        <w:tc>
          <w:tcPr>
            <w:tcW w:w="671" w:type="dxa"/>
            <w:tcBorders>
              <w:top w:val="single" w:sz="4" w:space="0" w:color="auto"/>
              <w:left w:val="single" w:sz="4" w:space="0" w:color="auto"/>
              <w:bottom w:val="single" w:sz="4" w:space="0" w:color="auto"/>
              <w:right w:val="single" w:sz="4" w:space="0" w:color="auto"/>
            </w:tcBorders>
          </w:tcPr>
          <w:p w14:paraId="5CB2400A" w14:textId="77777777" w:rsidR="00C25B7D" w:rsidRPr="005F427A" w:rsidRDefault="00C25B7D" w:rsidP="00C25B7D">
            <w:pPr>
              <w:pStyle w:val="TAC"/>
              <w:rPr>
                <w:rFonts w:eastAsiaTheme="minorEastAsia" w:cs="Arial"/>
                <w:lang w:eastAsia="zh-CN"/>
              </w:rPr>
            </w:pPr>
            <w:r>
              <w:rPr>
                <w:rFonts w:cs="Arial"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3D4FAD8E" w14:textId="77777777" w:rsidR="00C25B7D" w:rsidRPr="005F427A" w:rsidRDefault="00C25B7D" w:rsidP="00C25B7D">
            <w:pPr>
              <w:pStyle w:val="TAC"/>
              <w:rPr>
                <w:rFonts w:eastAsiaTheme="minorEastAsia"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34C1E5F8" w14:textId="77777777" w:rsidR="00C25B7D" w:rsidRPr="005F427A" w:rsidRDefault="00C25B7D" w:rsidP="00C25B7D">
            <w:pPr>
              <w:pStyle w:val="TAC"/>
              <w:rPr>
                <w:rFonts w:eastAsiaTheme="minorEastAsia"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0DA03C94" w14:textId="77777777" w:rsidR="00C25B7D" w:rsidRPr="005F427A" w:rsidRDefault="00C25B7D" w:rsidP="00C25B7D">
            <w:pPr>
              <w:pStyle w:val="TAC"/>
              <w:rPr>
                <w:rFonts w:eastAsiaTheme="minorEastAsia"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740B94E"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6911C05F"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690DF0F3"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56E17E75"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23BD22B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9E9F357"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F292C2C"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990461D"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EDE8DDD"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6AF5547D"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60B72D54"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6E52DB56" w14:textId="77777777" w:rsidR="00C25B7D" w:rsidRPr="00E062F1" w:rsidRDefault="00C25B7D" w:rsidP="00C25B7D">
            <w:pPr>
              <w:pStyle w:val="TAC"/>
              <w:rPr>
                <w:lang w:eastAsia="zh-CN"/>
              </w:rPr>
            </w:pPr>
            <w:r>
              <w:rPr>
                <w:rFonts w:hint="eastAsia"/>
                <w:lang w:eastAsia="zh-CN"/>
              </w:rPr>
              <w:t>0</w:t>
            </w:r>
          </w:p>
        </w:tc>
      </w:tr>
      <w:tr w:rsidR="00C25B7D" w:rsidRPr="00E062F1" w14:paraId="1B12DB90"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7651A3B" w14:textId="77777777" w:rsidR="00C25B7D" w:rsidRPr="00E062F1" w:rsidRDefault="00C25B7D" w:rsidP="00C25B7D">
            <w:pPr>
              <w:pStyle w:val="TAC"/>
              <w:rPr>
                <w:rFonts w:cs="Arial"/>
              </w:rPr>
            </w:pPr>
          </w:p>
        </w:tc>
        <w:tc>
          <w:tcPr>
            <w:tcW w:w="1232" w:type="dxa"/>
            <w:tcBorders>
              <w:top w:val="nil"/>
              <w:left w:val="single" w:sz="4" w:space="0" w:color="auto"/>
              <w:bottom w:val="single" w:sz="4" w:space="0" w:color="auto"/>
              <w:right w:val="single" w:sz="4" w:space="0" w:color="auto"/>
            </w:tcBorders>
            <w:shd w:val="clear" w:color="auto" w:fill="auto"/>
          </w:tcPr>
          <w:p w14:paraId="7CAC32DB" w14:textId="77777777" w:rsidR="00C25B7D" w:rsidRPr="00E062F1" w:rsidRDefault="00C25B7D" w:rsidP="00C25B7D">
            <w:pPr>
              <w:pStyle w:val="TAC"/>
              <w:rPr>
                <w:rFonts w:cs="Arial"/>
              </w:rPr>
            </w:pPr>
          </w:p>
        </w:tc>
        <w:tc>
          <w:tcPr>
            <w:tcW w:w="737" w:type="dxa"/>
            <w:tcBorders>
              <w:top w:val="single" w:sz="4" w:space="0" w:color="auto"/>
              <w:left w:val="single" w:sz="4" w:space="0" w:color="auto"/>
              <w:right w:val="single" w:sz="4" w:space="0" w:color="auto"/>
            </w:tcBorders>
          </w:tcPr>
          <w:p w14:paraId="7527EB46" w14:textId="77777777" w:rsidR="00C25B7D" w:rsidRPr="00E062F1" w:rsidRDefault="00C25B7D" w:rsidP="00C25B7D">
            <w:pPr>
              <w:pStyle w:val="TAC"/>
              <w:rPr>
                <w:lang w:eastAsia="zh-CN"/>
              </w:rPr>
            </w:pPr>
            <w:r w:rsidRPr="00E062F1">
              <w:rPr>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1779D60B" w14:textId="5799D25F" w:rsidR="00C25B7D" w:rsidRPr="00E062F1" w:rsidRDefault="00C25B7D" w:rsidP="00C25B7D">
            <w:pPr>
              <w:pStyle w:val="TAC"/>
              <w:rPr>
                <w:lang w:eastAsia="zh-CN"/>
              </w:rPr>
            </w:pPr>
            <w:r w:rsidRPr="00E062F1">
              <w:rPr>
                <w:rFonts w:cs="Arial"/>
                <w:lang w:eastAsia="ja-JP"/>
              </w:rPr>
              <w:t>CA_n2</w:t>
            </w:r>
            <w:r w:rsidRPr="00E062F1">
              <w:rPr>
                <w:rFonts w:cs="Arial"/>
                <w:lang w:eastAsia="zh-CN"/>
              </w:rPr>
              <w:t>61(4A)</w:t>
            </w:r>
          </w:p>
        </w:tc>
        <w:tc>
          <w:tcPr>
            <w:tcW w:w="1345" w:type="dxa"/>
            <w:tcBorders>
              <w:top w:val="nil"/>
              <w:left w:val="single" w:sz="4" w:space="0" w:color="auto"/>
              <w:bottom w:val="single" w:sz="4" w:space="0" w:color="auto"/>
              <w:right w:val="single" w:sz="4" w:space="0" w:color="auto"/>
            </w:tcBorders>
            <w:shd w:val="clear" w:color="auto" w:fill="auto"/>
          </w:tcPr>
          <w:p w14:paraId="38150FFB" w14:textId="77777777" w:rsidR="00C25B7D" w:rsidRPr="00E062F1" w:rsidRDefault="00C25B7D" w:rsidP="00C25B7D">
            <w:pPr>
              <w:pStyle w:val="TAC"/>
              <w:rPr>
                <w:lang w:eastAsia="zh-CN"/>
              </w:rPr>
            </w:pPr>
          </w:p>
        </w:tc>
      </w:tr>
      <w:tr w:rsidR="00C25B7D" w:rsidRPr="00E062F1" w14:paraId="7F04830C"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2CD3404A" w14:textId="77777777"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261G</w:t>
            </w:r>
          </w:p>
        </w:tc>
        <w:tc>
          <w:tcPr>
            <w:tcW w:w="1232" w:type="dxa"/>
            <w:tcBorders>
              <w:top w:val="single" w:sz="4" w:space="0" w:color="auto"/>
              <w:left w:val="single" w:sz="4" w:space="0" w:color="auto"/>
              <w:bottom w:val="nil"/>
              <w:right w:val="single" w:sz="4" w:space="0" w:color="auto"/>
            </w:tcBorders>
            <w:shd w:val="clear" w:color="auto" w:fill="auto"/>
          </w:tcPr>
          <w:p w14:paraId="746CB48C" w14:textId="77777777" w:rsidR="00160E44" w:rsidRPr="00E062F1" w:rsidRDefault="00C25B7D" w:rsidP="00160E44">
            <w:pPr>
              <w:pStyle w:val="TAC"/>
              <w:rPr>
                <w:rFonts w:cs="Arial"/>
                <w:szCs w:val="18"/>
              </w:rPr>
            </w:pPr>
            <w:r w:rsidRPr="00E062F1">
              <w:rPr>
                <w:rFonts w:cs="Arial"/>
              </w:rPr>
              <w:t>CA_n</w:t>
            </w:r>
            <w:r w:rsidRPr="00E062F1">
              <w:rPr>
                <w:rFonts w:cs="Arial"/>
                <w:lang w:eastAsia="zh-CN"/>
              </w:rPr>
              <w:t>5</w:t>
            </w:r>
            <w:r w:rsidRPr="00E062F1">
              <w:rPr>
                <w:rFonts w:cs="Arial"/>
              </w:rPr>
              <w:t>A-n</w:t>
            </w:r>
            <w:r w:rsidRPr="00E062F1">
              <w:rPr>
                <w:rFonts w:cs="Arial"/>
                <w:lang w:eastAsia="zh-CN"/>
              </w:rPr>
              <w:t>261A</w:t>
            </w:r>
          </w:p>
          <w:p w14:paraId="3F562CC0" w14:textId="095751E1"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261G</w:t>
            </w:r>
          </w:p>
        </w:tc>
        <w:tc>
          <w:tcPr>
            <w:tcW w:w="737" w:type="dxa"/>
            <w:tcBorders>
              <w:top w:val="single" w:sz="4" w:space="0" w:color="auto"/>
              <w:left w:val="single" w:sz="4" w:space="0" w:color="auto"/>
              <w:right w:val="single" w:sz="4" w:space="0" w:color="auto"/>
            </w:tcBorders>
          </w:tcPr>
          <w:p w14:paraId="67FFA1BB" w14:textId="77777777" w:rsidR="00C25B7D" w:rsidRPr="00E062F1" w:rsidRDefault="00C25B7D" w:rsidP="00C25B7D">
            <w:pPr>
              <w:pStyle w:val="TAC"/>
              <w:rPr>
                <w:lang w:eastAsia="zh-CN"/>
              </w:rPr>
            </w:pPr>
            <w:r w:rsidRPr="00E062F1">
              <w:rPr>
                <w:lang w:eastAsia="zh-CN"/>
              </w:rPr>
              <w:t>n5</w:t>
            </w:r>
          </w:p>
        </w:tc>
        <w:tc>
          <w:tcPr>
            <w:tcW w:w="671" w:type="dxa"/>
            <w:tcBorders>
              <w:top w:val="single" w:sz="4" w:space="0" w:color="auto"/>
              <w:left w:val="single" w:sz="4" w:space="0" w:color="auto"/>
              <w:bottom w:val="single" w:sz="4" w:space="0" w:color="auto"/>
              <w:right w:val="single" w:sz="4" w:space="0" w:color="auto"/>
            </w:tcBorders>
          </w:tcPr>
          <w:p w14:paraId="0E9B1C78" w14:textId="77777777" w:rsidR="00C25B7D" w:rsidRPr="005F427A" w:rsidRDefault="00C25B7D" w:rsidP="00C25B7D">
            <w:pPr>
              <w:pStyle w:val="TAC"/>
              <w:rPr>
                <w:rFonts w:eastAsiaTheme="minorEastAsia" w:cs="Arial"/>
                <w:lang w:eastAsia="zh-CN"/>
              </w:rPr>
            </w:pPr>
            <w:r>
              <w:rPr>
                <w:rFonts w:cs="Arial"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6F9FEE2C" w14:textId="77777777" w:rsidR="00C25B7D" w:rsidRPr="005F427A" w:rsidRDefault="00C25B7D" w:rsidP="00C25B7D">
            <w:pPr>
              <w:pStyle w:val="TAC"/>
              <w:rPr>
                <w:rFonts w:eastAsiaTheme="minorEastAsia"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581123B" w14:textId="77777777" w:rsidR="00C25B7D" w:rsidRPr="005F427A" w:rsidRDefault="00C25B7D" w:rsidP="00C25B7D">
            <w:pPr>
              <w:pStyle w:val="TAC"/>
              <w:rPr>
                <w:rFonts w:eastAsiaTheme="minorEastAsia"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23A55234" w14:textId="77777777" w:rsidR="00C25B7D" w:rsidRPr="005F427A" w:rsidRDefault="00C25B7D" w:rsidP="00C25B7D">
            <w:pPr>
              <w:pStyle w:val="TAC"/>
              <w:rPr>
                <w:rFonts w:eastAsiaTheme="minorEastAsia"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84F5688"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36B75761"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329FF204"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3D144BC2"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4EAB362E"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94A615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585569E"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758C995"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43A3F55"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699C706D"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3191E98E"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45B9ABE6" w14:textId="77777777" w:rsidR="00C25B7D" w:rsidRPr="00E062F1" w:rsidRDefault="00C25B7D" w:rsidP="00C25B7D">
            <w:pPr>
              <w:pStyle w:val="TAC"/>
              <w:rPr>
                <w:lang w:eastAsia="zh-CN"/>
              </w:rPr>
            </w:pPr>
            <w:r>
              <w:rPr>
                <w:rFonts w:hint="eastAsia"/>
                <w:lang w:eastAsia="zh-CN"/>
              </w:rPr>
              <w:t>0</w:t>
            </w:r>
          </w:p>
        </w:tc>
      </w:tr>
      <w:tr w:rsidR="00C25B7D" w:rsidRPr="00E062F1" w14:paraId="3E6F8A08"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B246429" w14:textId="77777777" w:rsidR="00C25B7D" w:rsidRPr="00E062F1" w:rsidRDefault="00C25B7D" w:rsidP="00C25B7D">
            <w:pPr>
              <w:pStyle w:val="TAC"/>
              <w:rPr>
                <w:rFonts w:cs="Arial"/>
              </w:rPr>
            </w:pPr>
          </w:p>
        </w:tc>
        <w:tc>
          <w:tcPr>
            <w:tcW w:w="1232" w:type="dxa"/>
            <w:tcBorders>
              <w:top w:val="nil"/>
              <w:left w:val="single" w:sz="4" w:space="0" w:color="auto"/>
              <w:bottom w:val="single" w:sz="4" w:space="0" w:color="auto"/>
              <w:right w:val="single" w:sz="4" w:space="0" w:color="auto"/>
            </w:tcBorders>
            <w:shd w:val="clear" w:color="auto" w:fill="auto"/>
          </w:tcPr>
          <w:p w14:paraId="6E235C06" w14:textId="77777777" w:rsidR="00C25B7D" w:rsidRPr="00E062F1" w:rsidRDefault="00C25B7D" w:rsidP="00C25B7D">
            <w:pPr>
              <w:pStyle w:val="TAC"/>
              <w:rPr>
                <w:rFonts w:cs="Arial"/>
              </w:rPr>
            </w:pPr>
          </w:p>
        </w:tc>
        <w:tc>
          <w:tcPr>
            <w:tcW w:w="737" w:type="dxa"/>
            <w:tcBorders>
              <w:top w:val="single" w:sz="4" w:space="0" w:color="auto"/>
              <w:left w:val="single" w:sz="4" w:space="0" w:color="auto"/>
              <w:right w:val="single" w:sz="4" w:space="0" w:color="auto"/>
            </w:tcBorders>
          </w:tcPr>
          <w:p w14:paraId="5D8E3801" w14:textId="77777777" w:rsidR="00C25B7D" w:rsidRPr="00E062F1" w:rsidRDefault="00C25B7D" w:rsidP="00C25B7D">
            <w:pPr>
              <w:pStyle w:val="TAC"/>
              <w:rPr>
                <w:lang w:eastAsia="zh-CN"/>
              </w:rPr>
            </w:pPr>
            <w:r w:rsidRPr="00E062F1">
              <w:rPr>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340778DF" w14:textId="4B2B6D29" w:rsidR="00C25B7D" w:rsidRPr="00E062F1" w:rsidRDefault="00C25B7D" w:rsidP="00C25B7D">
            <w:pPr>
              <w:pStyle w:val="TAC"/>
              <w:rPr>
                <w:lang w:eastAsia="zh-CN"/>
              </w:rPr>
            </w:pPr>
            <w:r w:rsidRPr="00E062F1">
              <w:rPr>
                <w:rFonts w:cs="Arial"/>
                <w:lang w:eastAsia="ja-JP"/>
              </w:rPr>
              <w:t>CA_n2</w:t>
            </w:r>
            <w:r w:rsidRPr="00E062F1">
              <w:rPr>
                <w:rFonts w:cs="Arial"/>
                <w:lang w:eastAsia="zh-CN"/>
              </w:rPr>
              <w:t>61G</w:t>
            </w:r>
          </w:p>
        </w:tc>
        <w:tc>
          <w:tcPr>
            <w:tcW w:w="1345" w:type="dxa"/>
            <w:tcBorders>
              <w:top w:val="nil"/>
              <w:left w:val="single" w:sz="4" w:space="0" w:color="auto"/>
              <w:bottom w:val="single" w:sz="4" w:space="0" w:color="auto"/>
              <w:right w:val="single" w:sz="4" w:space="0" w:color="auto"/>
            </w:tcBorders>
            <w:shd w:val="clear" w:color="auto" w:fill="auto"/>
          </w:tcPr>
          <w:p w14:paraId="1DB4DC2E" w14:textId="77777777" w:rsidR="00C25B7D" w:rsidRPr="00E062F1" w:rsidRDefault="00C25B7D" w:rsidP="00C25B7D">
            <w:pPr>
              <w:pStyle w:val="TAC"/>
              <w:rPr>
                <w:lang w:eastAsia="zh-CN"/>
              </w:rPr>
            </w:pPr>
          </w:p>
        </w:tc>
      </w:tr>
      <w:tr w:rsidR="00C25B7D" w:rsidRPr="00E062F1" w14:paraId="6CD80A5C"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6F4B3A15" w14:textId="77777777"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261H</w:t>
            </w:r>
          </w:p>
        </w:tc>
        <w:tc>
          <w:tcPr>
            <w:tcW w:w="1232" w:type="dxa"/>
            <w:tcBorders>
              <w:top w:val="single" w:sz="4" w:space="0" w:color="auto"/>
              <w:left w:val="single" w:sz="4" w:space="0" w:color="auto"/>
              <w:bottom w:val="nil"/>
              <w:right w:val="single" w:sz="4" w:space="0" w:color="auto"/>
            </w:tcBorders>
            <w:shd w:val="clear" w:color="auto" w:fill="auto"/>
          </w:tcPr>
          <w:p w14:paraId="1927138E" w14:textId="77777777" w:rsidR="00160E44" w:rsidRPr="00E062F1" w:rsidRDefault="00C25B7D" w:rsidP="00160E44">
            <w:pPr>
              <w:pStyle w:val="TAC"/>
              <w:rPr>
                <w:rFonts w:cs="Arial"/>
                <w:szCs w:val="18"/>
              </w:rPr>
            </w:pPr>
            <w:r w:rsidRPr="00E062F1">
              <w:rPr>
                <w:rFonts w:cs="Arial"/>
              </w:rPr>
              <w:t>CA_n</w:t>
            </w:r>
            <w:r w:rsidRPr="00E062F1">
              <w:rPr>
                <w:rFonts w:cs="Arial"/>
                <w:lang w:eastAsia="zh-CN"/>
              </w:rPr>
              <w:t>5</w:t>
            </w:r>
            <w:r w:rsidRPr="00E062F1">
              <w:rPr>
                <w:rFonts w:cs="Arial"/>
              </w:rPr>
              <w:t>A-n</w:t>
            </w:r>
            <w:r w:rsidRPr="00E062F1">
              <w:rPr>
                <w:rFonts w:cs="Arial"/>
                <w:lang w:eastAsia="zh-CN"/>
              </w:rPr>
              <w:t>261A</w:t>
            </w:r>
          </w:p>
          <w:p w14:paraId="76CE626E" w14:textId="77777777" w:rsidR="00160E44" w:rsidRPr="00E062F1" w:rsidRDefault="00C25B7D" w:rsidP="00160E44">
            <w:pPr>
              <w:pStyle w:val="TAC"/>
              <w:rPr>
                <w:rFonts w:cs="Arial"/>
                <w:szCs w:val="18"/>
              </w:rPr>
            </w:pPr>
            <w:r w:rsidRPr="00E062F1">
              <w:rPr>
                <w:rFonts w:cs="Arial"/>
              </w:rPr>
              <w:t>CA_n</w:t>
            </w:r>
            <w:r w:rsidRPr="00E062F1">
              <w:rPr>
                <w:rFonts w:cs="Arial"/>
                <w:lang w:eastAsia="zh-CN"/>
              </w:rPr>
              <w:t>5</w:t>
            </w:r>
            <w:r w:rsidRPr="00E062F1">
              <w:rPr>
                <w:rFonts w:cs="Arial"/>
              </w:rPr>
              <w:t>A-n</w:t>
            </w:r>
            <w:r w:rsidRPr="00E062F1">
              <w:rPr>
                <w:rFonts w:cs="Arial"/>
                <w:lang w:eastAsia="zh-CN"/>
              </w:rPr>
              <w:t>261G</w:t>
            </w:r>
          </w:p>
          <w:p w14:paraId="34003D27" w14:textId="66A318EF" w:rsidR="00C25B7D" w:rsidRPr="00E062F1" w:rsidRDefault="00C25B7D" w:rsidP="00C25B7D">
            <w:pPr>
              <w:pStyle w:val="TAC"/>
              <w:rPr>
                <w:rFonts w:cs="Arial"/>
              </w:rPr>
            </w:pPr>
            <w:r w:rsidRPr="00E062F1">
              <w:rPr>
                <w:rFonts w:cs="Arial"/>
              </w:rPr>
              <w:t>CA_n</w:t>
            </w:r>
            <w:r w:rsidRPr="00E062F1">
              <w:rPr>
                <w:rFonts w:cs="Arial"/>
                <w:lang w:eastAsia="zh-CN"/>
              </w:rPr>
              <w:t>5</w:t>
            </w:r>
            <w:r w:rsidRPr="00E062F1">
              <w:rPr>
                <w:rFonts w:cs="Arial"/>
              </w:rPr>
              <w:t>A-n</w:t>
            </w:r>
            <w:r w:rsidRPr="00E062F1">
              <w:rPr>
                <w:rFonts w:cs="Arial"/>
                <w:lang w:eastAsia="zh-CN"/>
              </w:rPr>
              <w:t>261H</w:t>
            </w:r>
          </w:p>
        </w:tc>
        <w:tc>
          <w:tcPr>
            <w:tcW w:w="737" w:type="dxa"/>
            <w:tcBorders>
              <w:top w:val="single" w:sz="4" w:space="0" w:color="auto"/>
              <w:left w:val="single" w:sz="4" w:space="0" w:color="auto"/>
              <w:right w:val="single" w:sz="4" w:space="0" w:color="auto"/>
            </w:tcBorders>
          </w:tcPr>
          <w:p w14:paraId="0836CF06" w14:textId="77777777" w:rsidR="00C25B7D" w:rsidRPr="00E062F1" w:rsidRDefault="00C25B7D" w:rsidP="00C25B7D">
            <w:pPr>
              <w:pStyle w:val="TAC"/>
              <w:rPr>
                <w:lang w:eastAsia="zh-CN"/>
              </w:rPr>
            </w:pPr>
            <w:r w:rsidRPr="00E062F1">
              <w:rPr>
                <w:lang w:eastAsia="zh-CN"/>
              </w:rPr>
              <w:t>n5</w:t>
            </w:r>
          </w:p>
        </w:tc>
        <w:tc>
          <w:tcPr>
            <w:tcW w:w="671" w:type="dxa"/>
            <w:tcBorders>
              <w:top w:val="single" w:sz="4" w:space="0" w:color="auto"/>
              <w:left w:val="single" w:sz="4" w:space="0" w:color="auto"/>
              <w:bottom w:val="single" w:sz="4" w:space="0" w:color="auto"/>
              <w:right w:val="single" w:sz="4" w:space="0" w:color="auto"/>
            </w:tcBorders>
          </w:tcPr>
          <w:p w14:paraId="4D12CCF0" w14:textId="77777777" w:rsidR="00C25B7D" w:rsidRPr="005F427A" w:rsidRDefault="00C25B7D" w:rsidP="00C25B7D">
            <w:pPr>
              <w:pStyle w:val="TAC"/>
              <w:rPr>
                <w:rFonts w:eastAsiaTheme="minorEastAsia" w:cs="Arial"/>
                <w:lang w:eastAsia="zh-CN"/>
              </w:rPr>
            </w:pPr>
            <w:r>
              <w:rPr>
                <w:rFonts w:cs="Arial"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654CF232" w14:textId="77777777" w:rsidR="00C25B7D" w:rsidRPr="005F427A" w:rsidRDefault="00C25B7D" w:rsidP="00C25B7D">
            <w:pPr>
              <w:pStyle w:val="TAC"/>
              <w:rPr>
                <w:rFonts w:eastAsiaTheme="minorEastAsia"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3F44E4A" w14:textId="77777777" w:rsidR="00C25B7D" w:rsidRPr="005F427A" w:rsidRDefault="00C25B7D" w:rsidP="00C25B7D">
            <w:pPr>
              <w:pStyle w:val="TAC"/>
              <w:rPr>
                <w:rFonts w:eastAsiaTheme="minorEastAsia"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E6C5CD3" w14:textId="77777777" w:rsidR="00C25B7D" w:rsidRPr="005F427A" w:rsidRDefault="00C25B7D" w:rsidP="00C25B7D">
            <w:pPr>
              <w:pStyle w:val="TAC"/>
              <w:rPr>
                <w:rFonts w:eastAsiaTheme="minorEastAsia"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E31F2B9"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5D39AEDF"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08F69108"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7626A895"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441E63AD"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CE2ADF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F3835C4"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A738F0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E42A588"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4DD52FC4"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0696587C"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50CD3E33" w14:textId="77777777" w:rsidR="00C25B7D" w:rsidRPr="00E062F1" w:rsidRDefault="00C25B7D" w:rsidP="00C25B7D">
            <w:pPr>
              <w:pStyle w:val="TAC"/>
              <w:rPr>
                <w:lang w:eastAsia="zh-CN"/>
              </w:rPr>
            </w:pPr>
            <w:r>
              <w:rPr>
                <w:rFonts w:hint="eastAsia"/>
                <w:lang w:eastAsia="zh-CN"/>
              </w:rPr>
              <w:t>0</w:t>
            </w:r>
          </w:p>
        </w:tc>
      </w:tr>
      <w:tr w:rsidR="00C25B7D" w:rsidRPr="00E062F1" w14:paraId="010B9086"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712517A" w14:textId="77777777" w:rsidR="00C25B7D" w:rsidRPr="00E062F1" w:rsidRDefault="00C25B7D" w:rsidP="00C25B7D">
            <w:pPr>
              <w:pStyle w:val="TAC"/>
              <w:rPr>
                <w:rFonts w:cs="Arial"/>
              </w:rPr>
            </w:pPr>
          </w:p>
        </w:tc>
        <w:tc>
          <w:tcPr>
            <w:tcW w:w="1232" w:type="dxa"/>
            <w:tcBorders>
              <w:top w:val="nil"/>
              <w:left w:val="single" w:sz="4" w:space="0" w:color="auto"/>
              <w:bottom w:val="single" w:sz="4" w:space="0" w:color="auto"/>
              <w:right w:val="single" w:sz="4" w:space="0" w:color="auto"/>
            </w:tcBorders>
            <w:shd w:val="clear" w:color="auto" w:fill="auto"/>
          </w:tcPr>
          <w:p w14:paraId="54CC7815" w14:textId="77777777" w:rsidR="00C25B7D" w:rsidRPr="00E062F1" w:rsidRDefault="00C25B7D" w:rsidP="00C25B7D">
            <w:pPr>
              <w:pStyle w:val="TAC"/>
              <w:rPr>
                <w:rFonts w:cs="Arial"/>
              </w:rPr>
            </w:pPr>
          </w:p>
        </w:tc>
        <w:tc>
          <w:tcPr>
            <w:tcW w:w="737" w:type="dxa"/>
            <w:tcBorders>
              <w:top w:val="single" w:sz="4" w:space="0" w:color="auto"/>
              <w:left w:val="single" w:sz="4" w:space="0" w:color="auto"/>
              <w:right w:val="single" w:sz="4" w:space="0" w:color="auto"/>
            </w:tcBorders>
          </w:tcPr>
          <w:p w14:paraId="43279166" w14:textId="77777777" w:rsidR="00C25B7D" w:rsidRPr="00E062F1" w:rsidRDefault="00C25B7D" w:rsidP="00C25B7D">
            <w:pPr>
              <w:pStyle w:val="TAC"/>
              <w:rPr>
                <w:lang w:eastAsia="zh-CN"/>
              </w:rPr>
            </w:pPr>
            <w:r w:rsidRPr="00E062F1">
              <w:rPr>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6001D2BD" w14:textId="55C17B51" w:rsidR="00C25B7D" w:rsidRPr="00E062F1" w:rsidRDefault="00C25B7D" w:rsidP="00C25B7D">
            <w:pPr>
              <w:pStyle w:val="TAC"/>
              <w:rPr>
                <w:lang w:eastAsia="zh-CN"/>
              </w:rPr>
            </w:pPr>
            <w:r w:rsidRPr="00E062F1">
              <w:rPr>
                <w:rFonts w:cs="Arial"/>
                <w:lang w:eastAsia="ja-JP"/>
              </w:rPr>
              <w:t>CA_n2</w:t>
            </w:r>
            <w:r w:rsidRPr="00E062F1">
              <w:rPr>
                <w:rFonts w:cs="Arial"/>
                <w:lang w:eastAsia="zh-CN"/>
              </w:rPr>
              <w:t>61H</w:t>
            </w:r>
          </w:p>
        </w:tc>
        <w:tc>
          <w:tcPr>
            <w:tcW w:w="1345" w:type="dxa"/>
            <w:tcBorders>
              <w:top w:val="nil"/>
              <w:left w:val="single" w:sz="4" w:space="0" w:color="auto"/>
              <w:bottom w:val="single" w:sz="4" w:space="0" w:color="auto"/>
              <w:right w:val="single" w:sz="4" w:space="0" w:color="auto"/>
            </w:tcBorders>
            <w:shd w:val="clear" w:color="auto" w:fill="auto"/>
          </w:tcPr>
          <w:p w14:paraId="40FE90F3" w14:textId="77777777" w:rsidR="00C25B7D" w:rsidRPr="00E062F1" w:rsidRDefault="00C25B7D" w:rsidP="00C25B7D">
            <w:pPr>
              <w:pStyle w:val="TAC"/>
              <w:rPr>
                <w:lang w:eastAsia="zh-CN"/>
              </w:rPr>
            </w:pPr>
          </w:p>
        </w:tc>
      </w:tr>
      <w:tr w:rsidR="00C25B7D" w:rsidRPr="00E062F1" w14:paraId="0DF9021E"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57B9EE81" w14:textId="77777777" w:rsidR="00C25B7D" w:rsidRPr="00E062F1" w:rsidRDefault="00C25B7D" w:rsidP="00C25B7D">
            <w:pPr>
              <w:pStyle w:val="TAC"/>
              <w:rPr>
                <w:rFonts w:cs="Arial"/>
                <w:szCs w:val="18"/>
                <w:lang w:eastAsia="ja-JP"/>
              </w:rPr>
            </w:pPr>
            <w:r w:rsidRPr="00E062F1">
              <w:rPr>
                <w:rFonts w:cs="Arial"/>
              </w:rPr>
              <w:lastRenderedPageBreak/>
              <w:t>CA_n</w:t>
            </w:r>
            <w:r w:rsidRPr="00E062F1">
              <w:rPr>
                <w:rFonts w:cs="Arial"/>
                <w:lang w:eastAsia="zh-CN"/>
              </w:rPr>
              <w:t>5</w:t>
            </w:r>
            <w:r w:rsidRPr="00E062F1">
              <w:rPr>
                <w:rFonts w:cs="Arial"/>
              </w:rPr>
              <w:t>A-n</w:t>
            </w:r>
            <w:r w:rsidRPr="00E062F1">
              <w:rPr>
                <w:rFonts w:cs="Arial"/>
                <w:lang w:eastAsia="zh-CN"/>
              </w:rPr>
              <w:t>261I</w:t>
            </w:r>
          </w:p>
        </w:tc>
        <w:tc>
          <w:tcPr>
            <w:tcW w:w="1232" w:type="dxa"/>
            <w:tcBorders>
              <w:top w:val="single" w:sz="4" w:space="0" w:color="auto"/>
              <w:left w:val="single" w:sz="4" w:space="0" w:color="auto"/>
              <w:bottom w:val="nil"/>
              <w:right w:val="single" w:sz="4" w:space="0" w:color="auto"/>
            </w:tcBorders>
            <w:shd w:val="clear" w:color="auto" w:fill="auto"/>
          </w:tcPr>
          <w:p w14:paraId="1EC143CF" w14:textId="77777777" w:rsidR="00160E44" w:rsidRPr="00E062F1" w:rsidRDefault="00C25B7D" w:rsidP="00160E44">
            <w:pPr>
              <w:pStyle w:val="TAC"/>
              <w:rPr>
                <w:rFonts w:cs="Arial"/>
                <w:szCs w:val="18"/>
              </w:rPr>
            </w:pPr>
            <w:r w:rsidRPr="00E062F1">
              <w:rPr>
                <w:rFonts w:cs="Arial"/>
              </w:rPr>
              <w:t>CA_n</w:t>
            </w:r>
            <w:r w:rsidRPr="00E062F1">
              <w:rPr>
                <w:rFonts w:cs="Arial"/>
                <w:lang w:eastAsia="zh-CN"/>
              </w:rPr>
              <w:t>5</w:t>
            </w:r>
            <w:r w:rsidRPr="00E062F1">
              <w:rPr>
                <w:rFonts w:cs="Arial"/>
              </w:rPr>
              <w:t>A-n</w:t>
            </w:r>
            <w:r w:rsidRPr="00E062F1">
              <w:rPr>
                <w:rFonts w:cs="Arial"/>
                <w:lang w:eastAsia="zh-CN"/>
              </w:rPr>
              <w:t>261A</w:t>
            </w:r>
          </w:p>
          <w:p w14:paraId="57F1FD6D" w14:textId="77777777" w:rsidR="00160E44" w:rsidRPr="00E062F1" w:rsidRDefault="00C25B7D" w:rsidP="00160E44">
            <w:pPr>
              <w:pStyle w:val="TAC"/>
              <w:rPr>
                <w:rFonts w:cs="Arial"/>
                <w:szCs w:val="18"/>
              </w:rPr>
            </w:pPr>
            <w:r w:rsidRPr="00E062F1">
              <w:rPr>
                <w:rFonts w:cs="Arial"/>
              </w:rPr>
              <w:t>CA_n</w:t>
            </w:r>
            <w:r w:rsidRPr="00E062F1">
              <w:rPr>
                <w:rFonts w:cs="Arial"/>
                <w:lang w:eastAsia="zh-CN"/>
              </w:rPr>
              <w:t>5</w:t>
            </w:r>
            <w:r w:rsidRPr="00E062F1">
              <w:rPr>
                <w:rFonts w:cs="Arial"/>
              </w:rPr>
              <w:t>A-n</w:t>
            </w:r>
            <w:r w:rsidRPr="00E062F1">
              <w:rPr>
                <w:rFonts w:cs="Arial"/>
                <w:lang w:eastAsia="zh-CN"/>
              </w:rPr>
              <w:t>261G</w:t>
            </w:r>
          </w:p>
          <w:p w14:paraId="65565B6E" w14:textId="77777777" w:rsidR="00160E44" w:rsidRPr="00E062F1" w:rsidRDefault="00C25B7D" w:rsidP="00160E44">
            <w:pPr>
              <w:pStyle w:val="TAC"/>
              <w:rPr>
                <w:rFonts w:cs="Arial"/>
                <w:szCs w:val="18"/>
              </w:rPr>
            </w:pPr>
            <w:r w:rsidRPr="00E062F1">
              <w:rPr>
                <w:rFonts w:cs="Arial"/>
              </w:rPr>
              <w:t>CA_n</w:t>
            </w:r>
            <w:r w:rsidRPr="00E062F1">
              <w:rPr>
                <w:rFonts w:cs="Arial"/>
                <w:lang w:eastAsia="zh-CN"/>
              </w:rPr>
              <w:t>5</w:t>
            </w:r>
            <w:r w:rsidRPr="00E062F1">
              <w:rPr>
                <w:rFonts w:cs="Arial"/>
              </w:rPr>
              <w:t>A-n</w:t>
            </w:r>
            <w:r w:rsidRPr="00E062F1">
              <w:rPr>
                <w:rFonts w:cs="Arial"/>
                <w:lang w:eastAsia="zh-CN"/>
              </w:rPr>
              <w:t>261H</w:t>
            </w:r>
          </w:p>
          <w:p w14:paraId="12FFC1C7" w14:textId="3CFE84A5" w:rsidR="00C25B7D" w:rsidRPr="00E062F1" w:rsidRDefault="00C25B7D" w:rsidP="00C25B7D">
            <w:pPr>
              <w:pStyle w:val="TAC"/>
              <w:rPr>
                <w:rFonts w:cs="Arial"/>
                <w:szCs w:val="18"/>
              </w:rPr>
            </w:pPr>
            <w:r w:rsidRPr="00E062F1">
              <w:rPr>
                <w:rFonts w:cs="Arial"/>
              </w:rPr>
              <w:t>CA_n</w:t>
            </w:r>
            <w:r w:rsidRPr="00E062F1">
              <w:rPr>
                <w:rFonts w:cs="Arial"/>
                <w:lang w:eastAsia="zh-CN"/>
              </w:rPr>
              <w:t>5</w:t>
            </w:r>
            <w:r w:rsidRPr="00E062F1">
              <w:rPr>
                <w:rFonts w:cs="Arial"/>
              </w:rPr>
              <w:t>A-n</w:t>
            </w:r>
            <w:r w:rsidRPr="00E062F1">
              <w:rPr>
                <w:rFonts w:cs="Arial"/>
                <w:lang w:eastAsia="zh-CN"/>
              </w:rPr>
              <w:t>261I</w:t>
            </w:r>
          </w:p>
        </w:tc>
        <w:tc>
          <w:tcPr>
            <w:tcW w:w="737" w:type="dxa"/>
            <w:tcBorders>
              <w:top w:val="single" w:sz="4" w:space="0" w:color="auto"/>
              <w:left w:val="single" w:sz="4" w:space="0" w:color="auto"/>
              <w:right w:val="single" w:sz="4" w:space="0" w:color="auto"/>
            </w:tcBorders>
          </w:tcPr>
          <w:p w14:paraId="78B9ACE2" w14:textId="77777777" w:rsidR="00C25B7D" w:rsidRPr="00E062F1" w:rsidRDefault="00C25B7D" w:rsidP="00C25B7D">
            <w:pPr>
              <w:pStyle w:val="TAC"/>
              <w:rPr>
                <w:rFonts w:cs="Arial"/>
                <w:szCs w:val="18"/>
                <w:lang w:eastAsia="zh-CN"/>
              </w:rPr>
            </w:pPr>
            <w:r w:rsidRPr="00E062F1">
              <w:rPr>
                <w:lang w:eastAsia="zh-CN"/>
              </w:rPr>
              <w:t>n5</w:t>
            </w:r>
          </w:p>
        </w:tc>
        <w:tc>
          <w:tcPr>
            <w:tcW w:w="671" w:type="dxa"/>
            <w:tcBorders>
              <w:top w:val="single" w:sz="4" w:space="0" w:color="auto"/>
              <w:left w:val="single" w:sz="4" w:space="0" w:color="auto"/>
              <w:bottom w:val="single" w:sz="4" w:space="0" w:color="auto"/>
              <w:right w:val="single" w:sz="4" w:space="0" w:color="auto"/>
            </w:tcBorders>
          </w:tcPr>
          <w:p w14:paraId="1DDDA1DE" w14:textId="77777777" w:rsidR="00C25B7D" w:rsidRPr="00E062F1" w:rsidRDefault="00C25B7D" w:rsidP="00C25B7D">
            <w:pPr>
              <w:pStyle w:val="TAC"/>
              <w:rPr>
                <w:rFonts w:cs="Arial"/>
                <w:szCs w:val="18"/>
                <w:lang w:eastAsia="zh-CN"/>
              </w:rPr>
            </w:pPr>
            <w:r>
              <w:rPr>
                <w:rFonts w:cs="Arial"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5A977CB1"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0097713D"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CDFE9F5"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51F29B5"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578FD18E"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43671565"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64AC913E"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4B4CD14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D05CE9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2D32E0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A98AA37"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DC6CF42"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1F09D133"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56AB4A2C"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0449601E" w14:textId="77777777" w:rsidR="00C25B7D" w:rsidRPr="00E062F1" w:rsidRDefault="00C25B7D" w:rsidP="00C25B7D">
            <w:pPr>
              <w:pStyle w:val="TAC"/>
              <w:rPr>
                <w:lang w:eastAsia="zh-CN"/>
              </w:rPr>
            </w:pPr>
            <w:r>
              <w:rPr>
                <w:rFonts w:hint="eastAsia"/>
                <w:lang w:eastAsia="zh-CN"/>
              </w:rPr>
              <w:t>0</w:t>
            </w:r>
          </w:p>
        </w:tc>
      </w:tr>
      <w:tr w:rsidR="00C25B7D" w:rsidRPr="00E062F1" w14:paraId="1F5CF21B"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24D2FA9D"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4CE517F9" w14:textId="77777777" w:rsidR="00C25B7D" w:rsidRPr="00E062F1" w:rsidRDefault="00C25B7D" w:rsidP="00C25B7D">
            <w:pPr>
              <w:pStyle w:val="TAC"/>
              <w:rPr>
                <w:rFonts w:cs="Arial"/>
                <w:szCs w:val="18"/>
              </w:rPr>
            </w:pPr>
          </w:p>
        </w:tc>
        <w:tc>
          <w:tcPr>
            <w:tcW w:w="737" w:type="dxa"/>
            <w:tcBorders>
              <w:top w:val="single" w:sz="4" w:space="0" w:color="auto"/>
              <w:left w:val="single" w:sz="4" w:space="0" w:color="auto"/>
              <w:right w:val="single" w:sz="4" w:space="0" w:color="auto"/>
            </w:tcBorders>
          </w:tcPr>
          <w:p w14:paraId="0BD59B7A" w14:textId="77777777" w:rsidR="00C25B7D" w:rsidRPr="00E062F1" w:rsidRDefault="00C25B7D" w:rsidP="00C25B7D">
            <w:pPr>
              <w:pStyle w:val="TAC"/>
              <w:rPr>
                <w:rFonts w:cs="Arial"/>
                <w:szCs w:val="18"/>
                <w:lang w:eastAsia="zh-CN"/>
              </w:rPr>
            </w:pPr>
            <w:r w:rsidRPr="00E062F1">
              <w:rPr>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1CBA6001" w14:textId="3357BF27" w:rsidR="00C25B7D" w:rsidRPr="00E062F1" w:rsidRDefault="00C25B7D" w:rsidP="00C25B7D">
            <w:pPr>
              <w:pStyle w:val="TAC"/>
              <w:rPr>
                <w:lang w:eastAsia="zh-CN"/>
              </w:rPr>
            </w:pPr>
            <w:r w:rsidRPr="00E062F1">
              <w:rPr>
                <w:rFonts w:cs="Arial"/>
                <w:lang w:eastAsia="ja-JP"/>
              </w:rPr>
              <w:t>CA_n2</w:t>
            </w:r>
            <w:r w:rsidRPr="00E062F1">
              <w:rPr>
                <w:rFonts w:cs="Arial"/>
                <w:lang w:eastAsia="zh-CN"/>
              </w:rPr>
              <w:t>61I</w:t>
            </w:r>
          </w:p>
        </w:tc>
        <w:tc>
          <w:tcPr>
            <w:tcW w:w="1345" w:type="dxa"/>
            <w:tcBorders>
              <w:top w:val="nil"/>
              <w:left w:val="single" w:sz="4" w:space="0" w:color="auto"/>
              <w:bottom w:val="single" w:sz="4" w:space="0" w:color="auto"/>
              <w:right w:val="single" w:sz="4" w:space="0" w:color="auto"/>
            </w:tcBorders>
            <w:shd w:val="clear" w:color="auto" w:fill="auto"/>
          </w:tcPr>
          <w:p w14:paraId="3501C12F" w14:textId="77777777" w:rsidR="00C25B7D" w:rsidRPr="00E062F1" w:rsidRDefault="00C25B7D" w:rsidP="00C25B7D">
            <w:pPr>
              <w:pStyle w:val="TAC"/>
              <w:rPr>
                <w:lang w:eastAsia="zh-CN"/>
              </w:rPr>
            </w:pPr>
          </w:p>
        </w:tc>
      </w:tr>
      <w:tr w:rsidR="00C25B7D" w:rsidRPr="00E062F1" w14:paraId="0D02417C"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3C96B222" w14:textId="77777777" w:rsidR="00C25B7D" w:rsidRPr="00E062F1" w:rsidRDefault="00C25B7D" w:rsidP="00C25B7D">
            <w:pPr>
              <w:pStyle w:val="TAC"/>
              <w:rPr>
                <w:rFonts w:cs="Arial"/>
                <w:szCs w:val="18"/>
                <w:lang w:eastAsia="ja-JP"/>
              </w:rPr>
            </w:pPr>
            <w:r w:rsidRPr="00E062F1">
              <w:rPr>
                <w:rFonts w:cs="Arial"/>
                <w:szCs w:val="18"/>
                <w:lang w:eastAsia="ja-JP"/>
              </w:rPr>
              <w:t>CA_n5A-n261J</w:t>
            </w:r>
          </w:p>
        </w:tc>
        <w:tc>
          <w:tcPr>
            <w:tcW w:w="1232" w:type="dxa"/>
            <w:tcBorders>
              <w:top w:val="single" w:sz="4" w:space="0" w:color="auto"/>
              <w:left w:val="single" w:sz="4" w:space="0" w:color="auto"/>
              <w:bottom w:val="nil"/>
              <w:right w:val="single" w:sz="4" w:space="0" w:color="auto"/>
            </w:tcBorders>
            <w:shd w:val="clear" w:color="auto" w:fill="auto"/>
          </w:tcPr>
          <w:p w14:paraId="7C3C8C9A" w14:textId="77777777" w:rsidR="00C25B7D" w:rsidRPr="00E062F1" w:rsidRDefault="00C25B7D" w:rsidP="00C25B7D">
            <w:pPr>
              <w:pStyle w:val="TAC"/>
              <w:rPr>
                <w:rFonts w:cs="Arial"/>
                <w:szCs w:val="18"/>
              </w:rPr>
            </w:pPr>
            <w:r w:rsidRPr="00E062F1">
              <w:rPr>
                <w:rFonts w:cs="Arial"/>
                <w:szCs w:val="18"/>
              </w:rPr>
              <w:t>CA_n5A-n261A</w:t>
            </w:r>
          </w:p>
          <w:p w14:paraId="39EAF060" w14:textId="77777777" w:rsidR="00C25B7D" w:rsidRPr="00E062F1" w:rsidRDefault="00C25B7D" w:rsidP="00C25B7D">
            <w:pPr>
              <w:pStyle w:val="TAC"/>
              <w:rPr>
                <w:rFonts w:cs="Arial"/>
                <w:szCs w:val="18"/>
              </w:rPr>
            </w:pPr>
            <w:r w:rsidRPr="00E062F1">
              <w:rPr>
                <w:rFonts w:cs="Arial"/>
                <w:szCs w:val="18"/>
              </w:rPr>
              <w:t>CA_</w:t>
            </w:r>
            <w:r w:rsidRPr="00E062F1">
              <w:rPr>
                <w:rFonts w:cs="Arial"/>
                <w:szCs w:val="18"/>
                <w:lang w:eastAsia="zh-CN"/>
              </w:rPr>
              <w:t>n</w:t>
            </w:r>
            <w:r w:rsidRPr="00E062F1">
              <w:rPr>
                <w:rFonts w:cs="Arial"/>
                <w:szCs w:val="18"/>
              </w:rPr>
              <w:t>5A_n261G</w:t>
            </w:r>
          </w:p>
          <w:p w14:paraId="0514533E" w14:textId="77777777" w:rsidR="00C25B7D" w:rsidRPr="00E062F1" w:rsidRDefault="00C25B7D" w:rsidP="00C25B7D">
            <w:pPr>
              <w:pStyle w:val="TAC"/>
              <w:rPr>
                <w:rFonts w:cs="Arial"/>
                <w:szCs w:val="18"/>
              </w:rPr>
            </w:pPr>
            <w:r w:rsidRPr="00E062F1">
              <w:rPr>
                <w:rFonts w:cs="Arial"/>
                <w:szCs w:val="18"/>
              </w:rPr>
              <w:t>CA_</w:t>
            </w:r>
            <w:r w:rsidRPr="00E062F1">
              <w:rPr>
                <w:rFonts w:cs="Arial"/>
                <w:szCs w:val="18"/>
                <w:lang w:eastAsia="zh-CN"/>
              </w:rPr>
              <w:t>n</w:t>
            </w:r>
            <w:r w:rsidRPr="00E062F1">
              <w:rPr>
                <w:rFonts w:cs="Arial"/>
                <w:szCs w:val="18"/>
              </w:rPr>
              <w:t>5A_n261H</w:t>
            </w:r>
          </w:p>
          <w:p w14:paraId="77CA261F" w14:textId="7C8D6C98" w:rsidR="00C25B7D" w:rsidRPr="00E062F1" w:rsidRDefault="00C25B7D" w:rsidP="00C25B7D">
            <w:pPr>
              <w:pStyle w:val="TAC"/>
              <w:rPr>
                <w:rFonts w:cs="Arial"/>
                <w:szCs w:val="18"/>
              </w:rPr>
            </w:pPr>
            <w:r w:rsidRPr="00E062F1">
              <w:rPr>
                <w:rFonts w:cs="Arial"/>
                <w:szCs w:val="18"/>
              </w:rPr>
              <w:t>CA_</w:t>
            </w:r>
            <w:r w:rsidR="008327C9">
              <w:rPr>
                <w:rFonts w:cs="Arial"/>
                <w:szCs w:val="18"/>
              </w:rPr>
              <w:t>n</w:t>
            </w:r>
            <w:r w:rsidRPr="00E062F1">
              <w:rPr>
                <w:rFonts w:cs="Arial"/>
                <w:szCs w:val="18"/>
              </w:rPr>
              <w:t>5A_n261I</w:t>
            </w:r>
          </w:p>
        </w:tc>
        <w:tc>
          <w:tcPr>
            <w:tcW w:w="737" w:type="dxa"/>
            <w:tcBorders>
              <w:top w:val="single" w:sz="4" w:space="0" w:color="auto"/>
              <w:left w:val="single" w:sz="4" w:space="0" w:color="auto"/>
              <w:right w:val="single" w:sz="4" w:space="0" w:color="auto"/>
            </w:tcBorders>
          </w:tcPr>
          <w:p w14:paraId="212560BC" w14:textId="77777777" w:rsidR="00C25B7D" w:rsidRPr="00E062F1" w:rsidRDefault="00C25B7D" w:rsidP="00C25B7D">
            <w:pPr>
              <w:pStyle w:val="TAC"/>
              <w:rPr>
                <w:rFonts w:cs="Arial"/>
                <w:szCs w:val="18"/>
                <w:lang w:eastAsia="zh-CN"/>
              </w:rPr>
            </w:pPr>
            <w:r w:rsidRPr="00E062F1">
              <w:rPr>
                <w:rFonts w:cs="Arial"/>
                <w:szCs w:val="18"/>
                <w:lang w:eastAsia="zh-CN"/>
              </w:rPr>
              <w:t>n5</w:t>
            </w:r>
          </w:p>
        </w:tc>
        <w:tc>
          <w:tcPr>
            <w:tcW w:w="671" w:type="dxa"/>
            <w:tcBorders>
              <w:top w:val="single" w:sz="4" w:space="0" w:color="auto"/>
              <w:left w:val="single" w:sz="4" w:space="0" w:color="auto"/>
              <w:bottom w:val="single" w:sz="4" w:space="0" w:color="auto"/>
              <w:right w:val="single" w:sz="4" w:space="0" w:color="auto"/>
            </w:tcBorders>
          </w:tcPr>
          <w:p w14:paraId="4A838783" w14:textId="77777777" w:rsidR="00C25B7D" w:rsidRPr="00E062F1" w:rsidRDefault="00C25B7D" w:rsidP="00C25B7D">
            <w:pPr>
              <w:pStyle w:val="TAC"/>
              <w:rPr>
                <w:rFonts w:cs="Arial"/>
                <w:szCs w:val="18"/>
                <w:lang w:eastAsia="zh-CN"/>
              </w:rPr>
            </w:pPr>
            <w:r>
              <w:rPr>
                <w:rFonts w:cs="Arial"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32F28C20"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1DF671CE"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278BEEF"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D419B29"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18EA408D"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6DBB0DBA"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3C0A94BA"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7CF87CA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3D3381C"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91C666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19194A0"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8FF86BC"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1DE08E26"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4ABA15F4"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5FE91CC9" w14:textId="77777777" w:rsidR="00C25B7D" w:rsidRPr="00E062F1" w:rsidRDefault="00C25B7D" w:rsidP="00C25B7D">
            <w:pPr>
              <w:pStyle w:val="TAC"/>
              <w:rPr>
                <w:lang w:eastAsia="zh-CN"/>
              </w:rPr>
            </w:pPr>
            <w:r>
              <w:rPr>
                <w:rFonts w:hint="eastAsia"/>
                <w:lang w:eastAsia="zh-CN"/>
              </w:rPr>
              <w:t>0</w:t>
            </w:r>
          </w:p>
        </w:tc>
      </w:tr>
      <w:tr w:rsidR="00C25B7D" w:rsidRPr="00E062F1" w14:paraId="2ACAF084"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2A96EC31"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7AEFEBD7" w14:textId="77777777" w:rsidR="00C25B7D" w:rsidRPr="00E062F1" w:rsidRDefault="00C25B7D" w:rsidP="00C25B7D">
            <w:pPr>
              <w:pStyle w:val="TAC"/>
              <w:rPr>
                <w:rFonts w:cs="Arial"/>
                <w:szCs w:val="18"/>
              </w:rPr>
            </w:pPr>
          </w:p>
        </w:tc>
        <w:tc>
          <w:tcPr>
            <w:tcW w:w="737" w:type="dxa"/>
            <w:tcBorders>
              <w:top w:val="single" w:sz="4" w:space="0" w:color="auto"/>
              <w:left w:val="single" w:sz="4" w:space="0" w:color="auto"/>
              <w:right w:val="single" w:sz="4" w:space="0" w:color="auto"/>
            </w:tcBorders>
          </w:tcPr>
          <w:p w14:paraId="6137815A"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296A496A" w14:textId="7B89BF51" w:rsidR="00C25B7D" w:rsidRPr="00E062F1" w:rsidRDefault="00C25B7D" w:rsidP="00C25B7D">
            <w:pPr>
              <w:pStyle w:val="TAC"/>
              <w:rPr>
                <w:lang w:eastAsia="zh-CN"/>
              </w:rPr>
            </w:pPr>
            <w:r w:rsidRPr="00E062F1">
              <w:rPr>
                <w:rFonts w:cs="Arial"/>
                <w:szCs w:val="18"/>
                <w:lang w:eastAsia="ja-JP"/>
              </w:rPr>
              <w:t>CA_n26</w:t>
            </w:r>
            <w:r w:rsidRPr="00E062F1">
              <w:rPr>
                <w:rFonts w:eastAsia="DengXian" w:cs="Arial"/>
                <w:szCs w:val="18"/>
                <w:lang w:eastAsia="zh-CN"/>
              </w:rPr>
              <w:t>1J</w:t>
            </w:r>
          </w:p>
        </w:tc>
        <w:tc>
          <w:tcPr>
            <w:tcW w:w="1345" w:type="dxa"/>
            <w:tcBorders>
              <w:top w:val="nil"/>
              <w:left w:val="single" w:sz="4" w:space="0" w:color="auto"/>
              <w:bottom w:val="single" w:sz="4" w:space="0" w:color="auto"/>
              <w:right w:val="single" w:sz="4" w:space="0" w:color="auto"/>
            </w:tcBorders>
            <w:shd w:val="clear" w:color="auto" w:fill="auto"/>
          </w:tcPr>
          <w:p w14:paraId="6D8F3AAD" w14:textId="77777777" w:rsidR="00C25B7D" w:rsidRPr="00E062F1" w:rsidRDefault="00C25B7D" w:rsidP="00C25B7D">
            <w:pPr>
              <w:pStyle w:val="TAC"/>
              <w:rPr>
                <w:lang w:eastAsia="zh-CN"/>
              </w:rPr>
            </w:pPr>
          </w:p>
        </w:tc>
      </w:tr>
      <w:tr w:rsidR="00C25B7D" w:rsidRPr="00E062F1" w14:paraId="5020EA88"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0088DE59" w14:textId="77777777" w:rsidR="00C25B7D" w:rsidRPr="00E062F1" w:rsidRDefault="00C25B7D" w:rsidP="00C25B7D">
            <w:pPr>
              <w:pStyle w:val="TAC"/>
              <w:rPr>
                <w:rFonts w:cs="Arial"/>
                <w:szCs w:val="18"/>
                <w:lang w:eastAsia="ja-JP"/>
              </w:rPr>
            </w:pPr>
            <w:r w:rsidRPr="00E062F1">
              <w:rPr>
                <w:rFonts w:cs="Arial"/>
                <w:szCs w:val="18"/>
                <w:lang w:eastAsia="ja-JP"/>
              </w:rPr>
              <w:t>CA_n5A-n261K</w:t>
            </w:r>
          </w:p>
        </w:tc>
        <w:tc>
          <w:tcPr>
            <w:tcW w:w="1232" w:type="dxa"/>
            <w:tcBorders>
              <w:top w:val="single" w:sz="4" w:space="0" w:color="auto"/>
              <w:left w:val="single" w:sz="4" w:space="0" w:color="auto"/>
              <w:bottom w:val="nil"/>
              <w:right w:val="single" w:sz="4" w:space="0" w:color="auto"/>
            </w:tcBorders>
            <w:shd w:val="clear" w:color="auto" w:fill="auto"/>
          </w:tcPr>
          <w:p w14:paraId="1DC6B3B5" w14:textId="77777777" w:rsidR="00C25B7D" w:rsidRPr="00E062F1" w:rsidRDefault="00C25B7D" w:rsidP="00C25B7D">
            <w:pPr>
              <w:pStyle w:val="TAC"/>
              <w:rPr>
                <w:rFonts w:cs="Arial"/>
                <w:szCs w:val="18"/>
              </w:rPr>
            </w:pPr>
            <w:r w:rsidRPr="00E062F1">
              <w:rPr>
                <w:rFonts w:cs="Arial"/>
                <w:szCs w:val="18"/>
              </w:rPr>
              <w:t>CA_n5A-n261A</w:t>
            </w:r>
          </w:p>
          <w:p w14:paraId="6AE8E325" w14:textId="77777777" w:rsidR="00C25B7D" w:rsidRPr="00E062F1" w:rsidRDefault="00C25B7D" w:rsidP="00C25B7D">
            <w:pPr>
              <w:pStyle w:val="TAC"/>
              <w:rPr>
                <w:rFonts w:cs="Arial"/>
                <w:szCs w:val="18"/>
              </w:rPr>
            </w:pPr>
            <w:r w:rsidRPr="00E062F1">
              <w:rPr>
                <w:rFonts w:cs="Arial"/>
                <w:szCs w:val="18"/>
              </w:rPr>
              <w:t>CA_</w:t>
            </w:r>
            <w:r w:rsidRPr="00E062F1">
              <w:rPr>
                <w:rFonts w:cs="Arial"/>
                <w:szCs w:val="18"/>
                <w:lang w:eastAsia="zh-CN"/>
              </w:rPr>
              <w:t>n</w:t>
            </w:r>
            <w:r w:rsidRPr="00E062F1">
              <w:rPr>
                <w:rFonts w:cs="Arial"/>
                <w:szCs w:val="18"/>
              </w:rPr>
              <w:t>5A_n261G</w:t>
            </w:r>
          </w:p>
          <w:p w14:paraId="035EF739" w14:textId="77777777" w:rsidR="00C25B7D" w:rsidRPr="00E062F1" w:rsidRDefault="00C25B7D" w:rsidP="00C25B7D">
            <w:pPr>
              <w:pStyle w:val="TAC"/>
              <w:rPr>
                <w:rFonts w:cs="Arial"/>
                <w:szCs w:val="18"/>
              </w:rPr>
            </w:pPr>
            <w:r w:rsidRPr="00E062F1">
              <w:rPr>
                <w:rFonts w:cs="Arial"/>
                <w:szCs w:val="18"/>
              </w:rPr>
              <w:t>CA_</w:t>
            </w:r>
            <w:r w:rsidRPr="00E062F1">
              <w:rPr>
                <w:rFonts w:cs="Arial"/>
                <w:szCs w:val="18"/>
                <w:lang w:eastAsia="zh-CN"/>
              </w:rPr>
              <w:t>n</w:t>
            </w:r>
            <w:r w:rsidRPr="00E062F1">
              <w:rPr>
                <w:rFonts w:cs="Arial"/>
                <w:szCs w:val="18"/>
              </w:rPr>
              <w:t>5A_n261H</w:t>
            </w:r>
          </w:p>
          <w:p w14:paraId="6D3EE972" w14:textId="77777777" w:rsidR="00C25B7D" w:rsidRPr="00E062F1" w:rsidRDefault="00C25B7D" w:rsidP="00C25B7D">
            <w:pPr>
              <w:pStyle w:val="TAC"/>
              <w:rPr>
                <w:rFonts w:cs="Arial"/>
                <w:szCs w:val="18"/>
              </w:rPr>
            </w:pPr>
            <w:r w:rsidRPr="00E062F1">
              <w:rPr>
                <w:rFonts w:cs="Arial"/>
                <w:szCs w:val="18"/>
              </w:rPr>
              <w:t>CA_</w:t>
            </w:r>
            <w:r w:rsidRPr="00E062F1">
              <w:rPr>
                <w:rFonts w:cs="Arial"/>
                <w:szCs w:val="18"/>
                <w:lang w:eastAsia="zh-CN"/>
              </w:rPr>
              <w:t>n</w:t>
            </w:r>
            <w:r w:rsidRPr="00E062F1">
              <w:rPr>
                <w:rFonts w:cs="Arial"/>
                <w:szCs w:val="18"/>
              </w:rPr>
              <w:t>5A_n261I</w:t>
            </w:r>
          </w:p>
        </w:tc>
        <w:tc>
          <w:tcPr>
            <w:tcW w:w="737" w:type="dxa"/>
            <w:tcBorders>
              <w:top w:val="single" w:sz="4" w:space="0" w:color="auto"/>
              <w:left w:val="single" w:sz="4" w:space="0" w:color="auto"/>
              <w:right w:val="single" w:sz="4" w:space="0" w:color="auto"/>
            </w:tcBorders>
          </w:tcPr>
          <w:p w14:paraId="218EACE8" w14:textId="77777777" w:rsidR="00C25B7D" w:rsidRPr="00E062F1" w:rsidRDefault="00C25B7D" w:rsidP="00C25B7D">
            <w:pPr>
              <w:pStyle w:val="TAC"/>
              <w:rPr>
                <w:rFonts w:cs="Arial"/>
                <w:szCs w:val="18"/>
                <w:lang w:eastAsia="zh-CN"/>
              </w:rPr>
            </w:pPr>
            <w:r w:rsidRPr="00E062F1">
              <w:rPr>
                <w:rFonts w:cs="Arial"/>
                <w:szCs w:val="18"/>
                <w:lang w:eastAsia="zh-CN"/>
              </w:rPr>
              <w:t>n5</w:t>
            </w:r>
          </w:p>
        </w:tc>
        <w:tc>
          <w:tcPr>
            <w:tcW w:w="671" w:type="dxa"/>
            <w:tcBorders>
              <w:top w:val="single" w:sz="4" w:space="0" w:color="auto"/>
              <w:left w:val="single" w:sz="4" w:space="0" w:color="auto"/>
              <w:bottom w:val="single" w:sz="4" w:space="0" w:color="auto"/>
              <w:right w:val="single" w:sz="4" w:space="0" w:color="auto"/>
            </w:tcBorders>
          </w:tcPr>
          <w:p w14:paraId="0C3806F1" w14:textId="77777777" w:rsidR="00C25B7D" w:rsidRPr="00E062F1" w:rsidRDefault="00C25B7D" w:rsidP="00C25B7D">
            <w:pPr>
              <w:pStyle w:val="TAC"/>
              <w:rPr>
                <w:rFonts w:cs="Arial"/>
                <w:szCs w:val="18"/>
                <w:lang w:eastAsia="zh-CN"/>
              </w:rPr>
            </w:pPr>
            <w:r>
              <w:rPr>
                <w:rFonts w:cs="Arial"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5C6EFBBA"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28BC06E8"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061C12E"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13CE5D0"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2849502E"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1F95B29B"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4CF19922"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6B8C895C"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97E90B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782DE40"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2951D4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D92344B"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2CECFDDC"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1AD3A7E2"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44DC3D1A" w14:textId="77777777" w:rsidR="00C25B7D" w:rsidRPr="00E062F1" w:rsidRDefault="00C25B7D" w:rsidP="00C25B7D">
            <w:pPr>
              <w:pStyle w:val="TAC"/>
              <w:rPr>
                <w:lang w:eastAsia="zh-CN"/>
              </w:rPr>
            </w:pPr>
            <w:r>
              <w:rPr>
                <w:rFonts w:hint="eastAsia"/>
                <w:lang w:eastAsia="zh-CN"/>
              </w:rPr>
              <w:t>0</w:t>
            </w:r>
          </w:p>
        </w:tc>
      </w:tr>
      <w:tr w:rsidR="00C25B7D" w:rsidRPr="00E062F1" w14:paraId="02208C03"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9D24650"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32E03BE9" w14:textId="77777777" w:rsidR="00C25B7D" w:rsidRPr="00E062F1" w:rsidRDefault="00C25B7D" w:rsidP="00C25B7D">
            <w:pPr>
              <w:pStyle w:val="TAC"/>
              <w:rPr>
                <w:rFonts w:cs="Arial"/>
                <w:szCs w:val="18"/>
              </w:rPr>
            </w:pPr>
          </w:p>
        </w:tc>
        <w:tc>
          <w:tcPr>
            <w:tcW w:w="737" w:type="dxa"/>
            <w:tcBorders>
              <w:top w:val="single" w:sz="4" w:space="0" w:color="auto"/>
              <w:left w:val="single" w:sz="4" w:space="0" w:color="auto"/>
              <w:right w:val="single" w:sz="4" w:space="0" w:color="auto"/>
            </w:tcBorders>
          </w:tcPr>
          <w:p w14:paraId="5F67331B"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15208E5E" w14:textId="52389DC9" w:rsidR="00C25B7D" w:rsidRPr="00E062F1" w:rsidRDefault="00C25B7D" w:rsidP="00C25B7D">
            <w:pPr>
              <w:pStyle w:val="TAC"/>
              <w:rPr>
                <w:lang w:eastAsia="zh-CN"/>
              </w:rPr>
            </w:pPr>
            <w:r w:rsidRPr="00E062F1">
              <w:rPr>
                <w:rFonts w:cs="Arial"/>
                <w:szCs w:val="18"/>
                <w:lang w:eastAsia="ja-JP"/>
              </w:rPr>
              <w:t>CA_n26</w:t>
            </w:r>
            <w:r w:rsidRPr="00E062F1">
              <w:rPr>
                <w:rFonts w:eastAsia="DengXian" w:cs="Arial"/>
                <w:szCs w:val="18"/>
                <w:lang w:eastAsia="zh-CN"/>
              </w:rPr>
              <w:t>1J</w:t>
            </w:r>
          </w:p>
        </w:tc>
        <w:tc>
          <w:tcPr>
            <w:tcW w:w="1345" w:type="dxa"/>
            <w:tcBorders>
              <w:top w:val="nil"/>
              <w:left w:val="single" w:sz="4" w:space="0" w:color="auto"/>
              <w:bottom w:val="single" w:sz="4" w:space="0" w:color="auto"/>
              <w:right w:val="single" w:sz="4" w:space="0" w:color="auto"/>
            </w:tcBorders>
            <w:shd w:val="clear" w:color="auto" w:fill="auto"/>
          </w:tcPr>
          <w:p w14:paraId="1D0273C8" w14:textId="77777777" w:rsidR="00C25B7D" w:rsidRPr="00E062F1" w:rsidRDefault="00C25B7D" w:rsidP="00C25B7D">
            <w:pPr>
              <w:pStyle w:val="TAC"/>
              <w:rPr>
                <w:lang w:eastAsia="zh-CN"/>
              </w:rPr>
            </w:pPr>
          </w:p>
        </w:tc>
      </w:tr>
      <w:tr w:rsidR="00C25B7D" w:rsidRPr="00E062F1" w14:paraId="54BF86F8"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2BEE9A5A" w14:textId="77777777" w:rsidR="00C25B7D" w:rsidRPr="00E062F1" w:rsidRDefault="00C25B7D" w:rsidP="00C25B7D">
            <w:pPr>
              <w:pStyle w:val="TAC"/>
              <w:rPr>
                <w:rFonts w:cs="Arial"/>
              </w:rPr>
            </w:pPr>
            <w:r w:rsidRPr="00E062F1">
              <w:rPr>
                <w:rFonts w:cs="Arial"/>
                <w:szCs w:val="18"/>
                <w:lang w:eastAsia="ja-JP"/>
              </w:rPr>
              <w:t>CA_n5A-n261L</w:t>
            </w:r>
          </w:p>
        </w:tc>
        <w:tc>
          <w:tcPr>
            <w:tcW w:w="1232" w:type="dxa"/>
            <w:tcBorders>
              <w:top w:val="single" w:sz="4" w:space="0" w:color="auto"/>
              <w:left w:val="single" w:sz="4" w:space="0" w:color="auto"/>
              <w:bottom w:val="nil"/>
              <w:right w:val="single" w:sz="4" w:space="0" w:color="auto"/>
            </w:tcBorders>
            <w:shd w:val="clear" w:color="auto" w:fill="auto"/>
          </w:tcPr>
          <w:p w14:paraId="7BA4435C" w14:textId="77777777" w:rsidR="00C25B7D" w:rsidRPr="00E062F1" w:rsidRDefault="00C25B7D" w:rsidP="00C25B7D">
            <w:pPr>
              <w:pStyle w:val="TAC"/>
              <w:rPr>
                <w:rFonts w:cs="Arial"/>
                <w:szCs w:val="18"/>
              </w:rPr>
            </w:pPr>
            <w:r w:rsidRPr="00E062F1">
              <w:rPr>
                <w:rFonts w:cs="Arial"/>
                <w:szCs w:val="18"/>
              </w:rPr>
              <w:t>CA_n5A-n261A</w:t>
            </w:r>
          </w:p>
          <w:p w14:paraId="67B92A5D" w14:textId="77777777" w:rsidR="00C25B7D" w:rsidRPr="00E062F1" w:rsidRDefault="00C25B7D" w:rsidP="00C25B7D">
            <w:pPr>
              <w:pStyle w:val="TAC"/>
              <w:rPr>
                <w:rFonts w:cs="Arial"/>
                <w:szCs w:val="18"/>
              </w:rPr>
            </w:pPr>
            <w:r w:rsidRPr="00E062F1">
              <w:rPr>
                <w:rFonts w:cs="Arial"/>
                <w:szCs w:val="18"/>
              </w:rPr>
              <w:t>CA_</w:t>
            </w:r>
            <w:r w:rsidRPr="00E062F1">
              <w:rPr>
                <w:rFonts w:cs="Arial"/>
                <w:szCs w:val="18"/>
                <w:lang w:eastAsia="zh-CN"/>
              </w:rPr>
              <w:t>n</w:t>
            </w:r>
            <w:r w:rsidRPr="00E062F1">
              <w:rPr>
                <w:rFonts w:cs="Arial"/>
                <w:szCs w:val="18"/>
              </w:rPr>
              <w:t>5A_n261G</w:t>
            </w:r>
          </w:p>
          <w:p w14:paraId="459B1B0F" w14:textId="77777777" w:rsidR="00C25B7D" w:rsidRPr="00E062F1" w:rsidRDefault="00C25B7D" w:rsidP="00C25B7D">
            <w:pPr>
              <w:pStyle w:val="TAC"/>
              <w:rPr>
                <w:rFonts w:cs="Arial"/>
                <w:szCs w:val="18"/>
              </w:rPr>
            </w:pPr>
            <w:r w:rsidRPr="00E062F1">
              <w:rPr>
                <w:rFonts w:cs="Arial"/>
                <w:szCs w:val="18"/>
              </w:rPr>
              <w:t>CA_</w:t>
            </w:r>
            <w:r w:rsidRPr="00E062F1">
              <w:rPr>
                <w:rFonts w:cs="Arial"/>
                <w:szCs w:val="18"/>
                <w:lang w:eastAsia="zh-CN"/>
              </w:rPr>
              <w:t>n</w:t>
            </w:r>
            <w:r w:rsidRPr="00E062F1">
              <w:rPr>
                <w:rFonts w:cs="Arial"/>
                <w:szCs w:val="18"/>
              </w:rPr>
              <w:t>5A_n261H</w:t>
            </w:r>
          </w:p>
          <w:p w14:paraId="6A69F027" w14:textId="77777777" w:rsidR="00C25B7D" w:rsidRPr="00E062F1" w:rsidRDefault="00C25B7D" w:rsidP="00C25B7D">
            <w:pPr>
              <w:pStyle w:val="TAC"/>
              <w:rPr>
                <w:rFonts w:cs="Arial"/>
              </w:rPr>
            </w:pPr>
            <w:r w:rsidRPr="00E062F1">
              <w:rPr>
                <w:rFonts w:cs="Arial"/>
                <w:szCs w:val="18"/>
              </w:rPr>
              <w:t>CA_</w:t>
            </w:r>
            <w:r w:rsidRPr="00E062F1">
              <w:rPr>
                <w:rFonts w:cs="Arial"/>
                <w:szCs w:val="18"/>
                <w:lang w:eastAsia="zh-CN"/>
              </w:rPr>
              <w:t>n</w:t>
            </w:r>
            <w:r w:rsidRPr="00E062F1">
              <w:rPr>
                <w:rFonts w:cs="Arial"/>
                <w:szCs w:val="18"/>
              </w:rPr>
              <w:t>5A_n261I</w:t>
            </w:r>
          </w:p>
        </w:tc>
        <w:tc>
          <w:tcPr>
            <w:tcW w:w="737" w:type="dxa"/>
            <w:tcBorders>
              <w:top w:val="single" w:sz="4" w:space="0" w:color="auto"/>
              <w:left w:val="single" w:sz="4" w:space="0" w:color="auto"/>
              <w:right w:val="single" w:sz="4" w:space="0" w:color="auto"/>
            </w:tcBorders>
          </w:tcPr>
          <w:p w14:paraId="7D2F02F9" w14:textId="77777777" w:rsidR="00C25B7D" w:rsidRPr="00E062F1" w:rsidRDefault="00C25B7D" w:rsidP="00C25B7D">
            <w:pPr>
              <w:pStyle w:val="TAC"/>
              <w:rPr>
                <w:lang w:eastAsia="zh-CN"/>
              </w:rPr>
            </w:pPr>
            <w:r w:rsidRPr="00E062F1">
              <w:rPr>
                <w:rFonts w:cs="Arial"/>
                <w:szCs w:val="18"/>
                <w:lang w:eastAsia="zh-CN"/>
              </w:rPr>
              <w:t>n5</w:t>
            </w:r>
          </w:p>
        </w:tc>
        <w:tc>
          <w:tcPr>
            <w:tcW w:w="671" w:type="dxa"/>
            <w:tcBorders>
              <w:top w:val="single" w:sz="4" w:space="0" w:color="auto"/>
              <w:left w:val="single" w:sz="4" w:space="0" w:color="auto"/>
              <w:bottom w:val="single" w:sz="4" w:space="0" w:color="auto"/>
              <w:right w:val="single" w:sz="4" w:space="0" w:color="auto"/>
            </w:tcBorders>
          </w:tcPr>
          <w:p w14:paraId="6F037A7C" w14:textId="77777777" w:rsidR="00C25B7D" w:rsidRPr="005F427A" w:rsidRDefault="00C25B7D" w:rsidP="00C25B7D">
            <w:pPr>
              <w:pStyle w:val="TAC"/>
              <w:rPr>
                <w:rFonts w:eastAsiaTheme="minorEastAsia" w:cs="Arial"/>
                <w:lang w:eastAsia="zh-CN"/>
              </w:rPr>
            </w:pPr>
            <w:r>
              <w:rPr>
                <w:rFonts w:cs="Arial"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737ECE98" w14:textId="77777777" w:rsidR="00C25B7D" w:rsidRPr="005F427A" w:rsidRDefault="00C25B7D" w:rsidP="00C25B7D">
            <w:pPr>
              <w:pStyle w:val="TAC"/>
              <w:rPr>
                <w:rFonts w:eastAsiaTheme="minorEastAsia"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2C89E9E" w14:textId="77777777" w:rsidR="00C25B7D" w:rsidRPr="005F427A" w:rsidRDefault="00C25B7D" w:rsidP="00C25B7D">
            <w:pPr>
              <w:pStyle w:val="TAC"/>
              <w:rPr>
                <w:rFonts w:eastAsiaTheme="minorEastAsia"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57A07E9" w14:textId="77777777" w:rsidR="00C25B7D" w:rsidRPr="005F427A" w:rsidRDefault="00C25B7D" w:rsidP="00C25B7D">
            <w:pPr>
              <w:pStyle w:val="TAC"/>
              <w:rPr>
                <w:rFonts w:eastAsiaTheme="minorEastAsia"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58E60CA"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72241BD7"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6E4D0E0C"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1D20E7CF"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1269B70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C9E942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AA6807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09C6A5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BA97702"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0F475FEC"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40378C31"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2E0A1B21" w14:textId="77777777" w:rsidR="00C25B7D" w:rsidRPr="00E062F1" w:rsidRDefault="00C25B7D" w:rsidP="00C25B7D">
            <w:pPr>
              <w:pStyle w:val="TAC"/>
              <w:rPr>
                <w:lang w:eastAsia="zh-CN"/>
              </w:rPr>
            </w:pPr>
            <w:r>
              <w:rPr>
                <w:rFonts w:hint="eastAsia"/>
                <w:lang w:eastAsia="zh-CN"/>
              </w:rPr>
              <w:t>0</w:t>
            </w:r>
          </w:p>
        </w:tc>
      </w:tr>
      <w:tr w:rsidR="00C25B7D" w:rsidRPr="00E062F1" w14:paraId="17FE7E05"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2A9CAF5" w14:textId="77777777" w:rsidR="00C25B7D" w:rsidRPr="00E062F1" w:rsidRDefault="00C25B7D" w:rsidP="00C25B7D">
            <w:pPr>
              <w:pStyle w:val="TAC"/>
              <w:rPr>
                <w:rFonts w:cs="Arial"/>
              </w:rPr>
            </w:pPr>
          </w:p>
        </w:tc>
        <w:tc>
          <w:tcPr>
            <w:tcW w:w="1232" w:type="dxa"/>
            <w:tcBorders>
              <w:top w:val="nil"/>
              <w:left w:val="single" w:sz="4" w:space="0" w:color="auto"/>
              <w:bottom w:val="single" w:sz="4" w:space="0" w:color="auto"/>
              <w:right w:val="single" w:sz="4" w:space="0" w:color="auto"/>
            </w:tcBorders>
            <w:shd w:val="clear" w:color="auto" w:fill="auto"/>
          </w:tcPr>
          <w:p w14:paraId="56DC044D" w14:textId="77777777" w:rsidR="00C25B7D" w:rsidRPr="00E062F1" w:rsidRDefault="00C25B7D" w:rsidP="00C25B7D">
            <w:pPr>
              <w:pStyle w:val="TAC"/>
              <w:rPr>
                <w:rFonts w:cs="Arial"/>
              </w:rPr>
            </w:pPr>
          </w:p>
        </w:tc>
        <w:tc>
          <w:tcPr>
            <w:tcW w:w="737" w:type="dxa"/>
            <w:tcBorders>
              <w:top w:val="single" w:sz="4" w:space="0" w:color="auto"/>
              <w:left w:val="single" w:sz="4" w:space="0" w:color="auto"/>
              <w:right w:val="single" w:sz="4" w:space="0" w:color="auto"/>
            </w:tcBorders>
          </w:tcPr>
          <w:p w14:paraId="519DDC02" w14:textId="77777777" w:rsidR="00C25B7D" w:rsidRPr="00E062F1" w:rsidRDefault="00C25B7D" w:rsidP="00C25B7D">
            <w:pPr>
              <w:pStyle w:val="TAC"/>
              <w:rPr>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300E10FE" w14:textId="12C2A6F4" w:rsidR="00C25B7D" w:rsidRPr="00E062F1" w:rsidRDefault="00C25B7D" w:rsidP="00C25B7D">
            <w:pPr>
              <w:pStyle w:val="TAC"/>
              <w:rPr>
                <w:lang w:eastAsia="zh-CN"/>
              </w:rPr>
            </w:pPr>
            <w:r w:rsidRPr="00E062F1">
              <w:rPr>
                <w:rFonts w:cs="Arial"/>
                <w:szCs w:val="18"/>
                <w:lang w:eastAsia="ja-JP"/>
              </w:rPr>
              <w:t>CA_n26</w:t>
            </w:r>
            <w:r w:rsidRPr="00E062F1">
              <w:rPr>
                <w:rFonts w:eastAsia="DengXian" w:cs="Arial"/>
                <w:szCs w:val="18"/>
                <w:lang w:eastAsia="zh-CN"/>
              </w:rPr>
              <w:t>1L</w:t>
            </w:r>
          </w:p>
        </w:tc>
        <w:tc>
          <w:tcPr>
            <w:tcW w:w="1345" w:type="dxa"/>
            <w:tcBorders>
              <w:top w:val="nil"/>
              <w:left w:val="single" w:sz="4" w:space="0" w:color="auto"/>
              <w:bottom w:val="single" w:sz="4" w:space="0" w:color="auto"/>
              <w:right w:val="single" w:sz="4" w:space="0" w:color="auto"/>
            </w:tcBorders>
            <w:shd w:val="clear" w:color="auto" w:fill="auto"/>
          </w:tcPr>
          <w:p w14:paraId="26AEB911" w14:textId="77777777" w:rsidR="00C25B7D" w:rsidRPr="00E062F1" w:rsidRDefault="00C25B7D" w:rsidP="00C25B7D">
            <w:pPr>
              <w:pStyle w:val="TAC"/>
              <w:rPr>
                <w:lang w:eastAsia="zh-CN"/>
              </w:rPr>
            </w:pPr>
          </w:p>
        </w:tc>
      </w:tr>
      <w:tr w:rsidR="00C25B7D" w:rsidRPr="00E062F1" w14:paraId="551AD142"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05B59991" w14:textId="77777777" w:rsidR="00C25B7D" w:rsidRPr="00E062F1" w:rsidRDefault="00C25B7D" w:rsidP="00C25B7D">
            <w:pPr>
              <w:pStyle w:val="TAC"/>
            </w:pPr>
            <w:r w:rsidRPr="00E062F1">
              <w:rPr>
                <w:rFonts w:cs="Arial"/>
              </w:rPr>
              <w:lastRenderedPageBreak/>
              <w:t>CA_n</w:t>
            </w:r>
            <w:r w:rsidRPr="00E062F1">
              <w:rPr>
                <w:rFonts w:cs="Arial"/>
                <w:lang w:eastAsia="zh-CN"/>
              </w:rPr>
              <w:t>5</w:t>
            </w:r>
            <w:r w:rsidRPr="00E062F1">
              <w:rPr>
                <w:rFonts w:cs="Arial"/>
              </w:rPr>
              <w:t>A-n</w:t>
            </w:r>
            <w:r w:rsidRPr="00E062F1">
              <w:rPr>
                <w:rFonts w:cs="Arial"/>
                <w:lang w:eastAsia="zh-CN"/>
              </w:rPr>
              <w:t>261M</w:t>
            </w:r>
          </w:p>
        </w:tc>
        <w:tc>
          <w:tcPr>
            <w:tcW w:w="1232" w:type="dxa"/>
            <w:tcBorders>
              <w:top w:val="single" w:sz="4" w:space="0" w:color="auto"/>
              <w:left w:val="single" w:sz="4" w:space="0" w:color="auto"/>
              <w:bottom w:val="nil"/>
              <w:right w:val="single" w:sz="4" w:space="0" w:color="auto"/>
            </w:tcBorders>
            <w:shd w:val="clear" w:color="auto" w:fill="auto"/>
          </w:tcPr>
          <w:p w14:paraId="4C707F00" w14:textId="77777777" w:rsidR="00160E44" w:rsidRPr="00E062F1" w:rsidRDefault="00C25B7D" w:rsidP="00160E44">
            <w:pPr>
              <w:pStyle w:val="TAC"/>
              <w:rPr>
                <w:rFonts w:cs="Arial"/>
                <w:szCs w:val="18"/>
              </w:rPr>
            </w:pPr>
            <w:r w:rsidRPr="00E062F1">
              <w:rPr>
                <w:rFonts w:cs="Arial"/>
              </w:rPr>
              <w:t>CA_n</w:t>
            </w:r>
            <w:r w:rsidRPr="00E062F1">
              <w:rPr>
                <w:rFonts w:cs="Arial"/>
                <w:lang w:eastAsia="zh-CN"/>
              </w:rPr>
              <w:t>5</w:t>
            </w:r>
            <w:r w:rsidRPr="00E062F1">
              <w:rPr>
                <w:rFonts w:cs="Arial"/>
              </w:rPr>
              <w:t>A-n</w:t>
            </w:r>
            <w:r w:rsidRPr="00E062F1">
              <w:rPr>
                <w:rFonts w:cs="Arial"/>
                <w:lang w:eastAsia="zh-CN"/>
              </w:rPr>
              <w:t>261A</w:t>
            </w:r>
          </w:p>
          <w:p w14:paraId="48C01AA3" w14:textId="77777777" w:rsidR="00160E44" w:rsidRPr="00E062F1" w:rsidRDefault="00C25B7D" w:rsidP="00160E44">
            <w:pPr>
              <w:pStyle w:val="TAC"/>
              <w:rPr>
                <w:rFonts w:cs="Arial"/>
                <w:szCs w:val="18"/>
              </w:rPr>
            </w:pPr>
            <w:r w:rsidRPr="00E062F1">
              <w:rPr>
                <w:rFonts w:cs="Arial"/>
              </w:rPr>
              <w:t>CA_n</w:t>
            </w:r>
            <w:r w:rsidRPr="00E062F1">
              <w:rPr>
                <w:rFonts w:cs="Arial"/>
                <w:lang w:eastAsia="zh-CN"/>
              </w:rPr>
              <w:t>5</w:t>
            </w:r>
            <w:r w:rsidRPr="00E062F1">
              <w:rPr>
                <w:rFonts w:cs="Arial"/>
              </w:rPr>
              <w:t>A-n</w:t>
            </w:r>
            <w:r w:rsidRPr="00E062F1">
              <w:rPr>
                <w:rFonts w:cs="Arial"/>
                <w:lang w:eastAsia="zh-CN"/>
              </w:rPr>
              <w:t>261G</w:t>
            </w:r>
          </w:p>
          <w:p w14:paraId="4F519796" w14:textId="77777777" w:rsidR="00160E44" w:rsidRPr="00E062F1" w:rsidRDefault="00C25B7D" w:rsidP="00160E44">
            <w:pPr>
              <w:pStyle w:val="TAC"/>
              <w:rPr>
                <w:rFonts w:cs="Arial"/>
                <w:szCs w:val="18"/>
              </w:rPr>
            </w:pPr>
            <w:r w:rsidRPr="00E062F1">
              <w:rPr>
                <w:rFonts w:cs="Arial"/>
              </w:rPr>
              <w:t>CA_n</w:t>
            </w:r>
            <w:r w:rsidRPr="00E062F1">
              <w:rPr>
                <w:rFonts w:cs="Arial"/>
                <w:lang w:eastAsia="zh-CN"/>
              </w:rPr>
              <w:t>5</w:t>
            </w:r>
            <w:r w:rsidRPr="00E062F1">
              <w:rPr>
                <w:rFonts w:cs="Arial"/>
              </w:rPr>
              <w:t>A-n</w:t>
            </w:r>
            <w:r w:rsidRPr="00E062F1">
              <w:rPr>
                <w:rFonts w:cs="Arial"/>
                <w:lang w:eastAsia="zh-CN"/>
              </w:rPr>
              <w:t>261H</w:t>
            </w:r>
          </w:p>
          <w:p w14:paraId="22D10EC5" w14:textId="08312EF6" w:rsidR="00C25B7D" w:rsidRPr="00E062F1" w:rsidRDefault="00C25B7D" w:rsidP="00C25B7D">
            <w:pPr>
              <w:pStyle w:val="TAC"/>
            </w:pPr>
            <w:r w:rsidRPr="00E062F1">
              <w:rPr>
                <w:rFonts w:cs="Arial"/>
              </w:rPr>
              <w:t>CA_n</w:t>
            </w:r>
            <w:r w:rsidRPr="00E062F1">
              <w:rPr>
                <w:rFonts w:cs="Arial"/>
                <w:lang w:eastAsia="zh-CN"/>
              </w:rPr>
              <w:t>5</w:t>
            </w:r>
            <w:r w:rsidRPr="00E062F1">
              <w:rPr>
                <w:rFonts w:cs="Arial"/>
              </w:rPr>
              <w:t>A-n</w:t>
            </w:r>
            <w:r w:rsidRPr="00E062F1">
              <w:rPr>
                <w:rFonts w:cs="Arial"/>
                <w:lang w:eastAsia="zh-CN"/>
              </w:rPr>
              <w:t>261I</w:t>
            </w:r>
          </w:p>
        </w:tc>
        <w:tc>
          <w:tcPr>
            <w:tcW w:w="737" w:type="dxa"/>
            <w:tcBorders>
              <w:top w:val="single" w:sz="4" w:space="0" w:color="auto"/>
              <w:left w:val="single" w:sz="4" w:space="0" w:color="auto"/>
              <w:right w:val="single" w:sz="4" w:space="0" w:color="auto"/>
            </w:tcBorders>
          </w:tcPr>
          <w:p w14:paraId="4930584A" w14:textId="77777777" w:rsidR="00C25B7D" w:rsidRPr="00E062F1" w:rsidRDefault="00C25B7D" w:rsidP="00C25B7D">
            <w:pPr>
              <w:pStyle w:val="TAC"/>
              <w:rPr>
                <w:lang w:eastAsia="zh-CN"/>
              </w:rPr>
            </w:pPr>
            <w:r w:rsidRPr="00E062F1">
              <w:rPr>
                <w:lang w:eastAsia="zh-CN"/>
              </w:rPr>
              <w:t>n5</w:t>
            </w:r>
          </w:p>
        </w:tc>
        <w:tc>
          <w:tcPr>
            <w:tcW w:w="671" w:type="dxa"/>
            <w:tcBorders>
              <w:top w:val="single" w:sz="4" w:space="0" w:color="auto"/>
              <w:left w:val="single" w:sz="4" w:space="0" w:color="auto"/>
              <w:bottom w:val="single" w:sz="4" w:space="0" w:color="auto"/>
              <w:right w:val="single" w:sz="4" w:space="0" w:color="auto"/>
            </w:tcBorders>
          </w:tcPr>
          <w:p w14:paraId="5365E060" w14:textId="77777777" w:rsidR="00C25B7D" w:rsidRPr="005F427A" w:rsidRDefault="00C25B7D" w:rsidP="00C25B7D">
            <w:pPr>
              <w:pStyle w:val="TAC"/>
              <w:rPr>
                <w:rFonts w:eastAsiaTheme="minorEastAsia"/>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065DA70F"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1DE984E"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6385C878"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E687F29"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29E2FA06"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039E7F84"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728E9B6E"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63EDB8CE"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1D79BC4"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77F7B6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0AD158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B1F94FC"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05A3898D"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6DE09F64"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5D4FAFDE" w14:textId="77777777" w:rsidR="00C25B7D" w:rsidRPr="00E062F1" w:rsidRDefault="00C25B7D" w:rsidP="00C25B7D">
            <w:pPr>
              <w:pStyle w:val="TAC"/>
              <w:rPr>
                <w:lang w:eastAsia="zh-CN"/>
              </w:rPr>
            </w:pPr>
            <w:r>
              <w:rPr>
                <w:rFonts w:hint="eastAsia"/>
                <w:lang w:eastAsia="zh-CN"/>
              </w:rPr>
              <w:t>0</w:t>
            </w:r>
          </w:p>
        </w:tc>
      </w:tr>
      <w:tr w:rsidR="00C25B7D" w:rsidRPr="00E062F1" w14:paraId="4008784A"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0DAA341"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5EB592A8" w14:textId="77777777" w:rsidR="00C25B7D" w:rsidRPr="00E062F1" w:rsidRDefault="00C25B7D" w:rsidP="00C25B7D">
            <w:pPr>
              <w:pStyle w:val="TAC"/>
            </w:pPr>
          </w:p>
        </w:tc>
        <w:tc>
          <w:tcPr>
            <w:tcW w:w="737" w:type="dxa"/>
            <w:tcBorders>
              <w:top w:val="single" w:sz="4" w:space="0" w:color="auto"/>
              <w:left w:val="single" w:sz="4" w:space="0" w:color="auto"/>
              <w:right w:val="single" w:sz="4" w:space="0" w:color="auto"/>
            </w:tcBorders>
          </w:tcPr>
          <w:p w14:paraId="76C83103" w14:textId="77777777" w:rsidR="00C25B7D" w:rsidRPr="00E062F1" w:rsidRDefault="00C25B7D" w:rsidP="00C25B7D">
            <w:pPr>
              <w:pStyle w:val="TAC"/>
              <w:rPr>
                <w:lang w:eastAsia="zh-CN"/>
              </w:rPr>
            </w:pPr>
            <w:r w:rsidRPr="00E062F1">
              <w:rPr>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790D40AA" w14:textId="308EE882" w:rsidR="00C25B7D" w:rsidRPr="00E062F1" w:rsidRDefault="00C25B7D" w:rsidP="00C25B7D">
            <w:pPr>
              <w:pStyle w:val="TAC"/>
              <w:rPr>
                <w:lang w:eastAsia="zh-CN"/>
              </w:rPr>
            </w:pPr>
            <w:r w:rsidRPr="00E062F1">
              <w:rPr>
                <w:rFonts w:cs="Arial"/>
                <w:lang w:eastAsia="ja-JP"/>
              </w:rPr>
              <w:t>CA_n2</w:t>
            </w:r>
            <w:r w:rsidRPr="00E062F1">
              <w:rPr>
                <w:rFonts w:cs="Arial"/>
                <w:lang w:eastAsia="zh-CN"/>
              </w:rPr>
              <w:t>61M</w:t>
            </w:r>
          </w:p>
        </w:tc>
        <w:tc>
          <w:tcPr>
            <w:tcW w:w="1345" w:type="dxa"/>
            <w:tcBorders>
              <w:top w:val="nil"/>
              <w:left w:val="single" w:sz="4" w:space="0" w:color="auto"/>
              <w:bottom w:val="single" w:sz="4" w:space="0" w:color="auto"/>
              <w:right w:val="single" w:sz="4" w:space="0" w:color="auto"/>
            </w:tcBorders>
            <w:shd w:val="clear" w:color="auto" w:fill="auto"/>
          </w:tcPr>
          <w:p w14:paraId="0C76AE46" w14:textId="77777777" w:rsidR="00C25B7D" w:rsidRPr="00E062F1" w:rsidRDefault="00C25B7D" w:rsidP="00C25B7D">
            <w:pPr>
              <w:pStyle w:val="TAC"/>
              <w:rPr>
                <w:lang w:eastAsia="zh-CN"/>
              </w:rPr>
            </w:pPr>
          </w:p>
        </w:tc>
      </w:tr>
      <w:tr w:rsidR="00C25B7D" w:rsidRPr="00E062F1" w14:paraId="2852022A"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DBC0AF2" w14:textId="77777777" w:rsidR="00C25B7D" w:rsidRPr="00E062F1" w:rsidRDefault="00C25B7D" w:rsidP="00C25B7D">
            <w:pPr>
              <w:pStyle w:val="TAC"/>
            </w:pPr>
            <w:r w:rsidRPr="00E062F1">
              <w:t>CA_n</w:t>
            </w:r>
            <w:r w:rsidRPr="00E062F1">
              <w:rPr>
                <w:lang w:eastAsia="zh-CN"/>
              </w:rPr>
              <w:t>8</w:t>
            </w:r>
            <w:r w:rsidRPr="00E062F1">
              <w:t>A-n</w:t>
            </w:r>
            <w:r w:rsidRPr="00E062F1">
              <w:rPr>
                <w:lang w:eastAsia="zh-CN"/>
              </w:rPr>
              <w:t>258</w:t>
            </w:r>
            <w:r w:rsidRPr="00E062F1">
              <w:t>A</w:t>
            </w:r>
          </w:p>
        </w:tc>
        <w:tc>
          <w:tcPr>
            <w:tcW w:w="1232" w:type="dxa"/>
            <w:tcBorders>
              <w:left w:val="single" w:sz="4" w:space="0" w:color="auto"/>
              <w:bottom w:val="nil"/>
              <w:right w:val="single" w:sz="4" w:space="0" w:color="auto"/>
            </w:tcBorders>
            <w:shd w:val="clear" w:color="auto" w:fill="auto"/>
          </w:tcPr>
          <w:p w14:paraId="71FCA959" w14:textId="77777777" w:rsidR="00C25B7D" w:rsidRPr="00E062F1" w:rsidRDefault="00C25B7D" w:rsidP="00C25B7D">
            <w:pPr>
              <w:pStyle w:val="TAC"/>
            </w:pPr>
            <w:r w:rsidRPr="00E062F1">
              <w:t>CA_n</w:t>
            </w:r>
            <w:r w:rsidRPr="00E062F1">
              <w:rPr>
                <w:lang w:eastAsia="zh-CN"/>
              </w:rPr>
              <w:t>8</w:t>
            </w:r>
            <w:r w:rsidRPr="00E062F1">
              <w:t>A-n</w:t>
            </w:r>
            <w:r w:rsidRPr="00E062F1">
              <w:rPr>
                <w:lang w:eastAsia="zh-CN"/>
              </w:rPr>
              <w:t>258</w:t>
            </w:r>
            <w:r w:rsidRPr="00E062F1">
              <w:t>A</w:t>
            </w:r>
          </w:p>
        </w:tc>
        <w:tc>
          <w:tcPr>
            <w:tcW w:w="737" w:type="dxa"/>
            <w:tcBorders>
              <w:left w:val="single" w:sz="4" w:space="0" w:color="auto"/>
              <w:bottom w:val="single" w:sz="4" w:space="0" w:color="auto"/>
              <w:right w:val="single" w:sz="4" w:space="0" w:color="auto"/>
            </w:tcBorders>
          </w:tcPr>
          <w:p w14:paraId="04F9A775" w14:textId="77777777" w:rsidR="00C25B7D" w:rsidRPr="00E062F1" w:rsidRDefault="00C25B7D" w:rsidP="00C25B7D">
            <w:pPr>
              <w:pStyle w:val="TAC"/>
            </w:pPr>
            <w:r w:rsidRPr="00E062F1">
              <w:rPr>
                <w:lang w:eastAsia="zh-CN"/>
              </w:rPr>
              <w:t>n8</w:t>
            </w:r>
          </w:p>
        </w:tc>
        <w:tc>
          <w:tcPr>
            <w:tcW w:w="671" w:type="dxa"/>
            <w:tcBorders>
              <w:top w:val="single" w:sz="4" w:space="0" w:color="auto"/>
              <w:left w:val="single" w:sz="4" w:space="0" w:color="auto"/>
              <w:bottom w:val="single" w:sz="4" w:space="0" w:color="auto"/>
              <w:right w:val="single" w:sz="4" w:space="0" w:color="auto"/>
            </w:tcBorders>
          </w:tcPr>
          <w:p w14:paraId="43DFF59D" w14:textId="77777777" w:rsidR="00C25B7D" w:rsidRPr="00E062F1" w:rsidRDefault="00C25B7D" w:rsidP="00C25B7D">
            <w:pPr>
              <w:pStyle w:val="TAC"/>
              <w:rPr>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01DE60FB" w14:textId="77777777" w:rsidR="00C25B7D" w:rsidRPr="00E062F1" w:rsidRDefault="00C25B7D" w:rsidP="00C25B7D">
            <w:pPr>
              <w:pStyle w:val="TAC"/>
              <w:rPr>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4B3B2199" w14:textId="77777777" w:rsidR="00C25B7D" w:rsidRPr="00E062F1" w:rsidRDefault="00C25B7D" w:rsidP="00C25B7D">
            <w:pPr>
              <w:pStyle w:val="TAC"/>
              <w:rPr>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3684CF10" w14:textId="77777777" w:rsidR="00C25B7D" w:rsidRPr="00E062F1" w:rsidRDefault="00C25B7D" w:rsidP="00C25B7D">
            <w:pPr>
              <w:pStyle w:val="TAC"/>
              <w:rPr>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008798C"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002BB672"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802EAF0"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12FBC385"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5F888E5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4CAB02D"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ED563C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B6169F7"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032AE3B4"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1F6E21FF"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5F1AF08E" w14:textId="77777777" w:rsidR="00C25B7D" w:rsidRPr="00E062F1" w:rsidRDefault="00C25B7D" w:rsidP="00C25B7D">
            <w:pPr>
              <w:pStyle w:val="TAC"/>
              <w:rPr>
                <w:rFonts w:cs="Arial"/>
                <w:lang w:eastAsia="zh-CN"/>
              </w:rPr>
            </w:pPr>
          </w:p>
        </w:tc>
        <w:tc>
          <w:tcPr>
            <w:tcW w:w="1345" w:type="dxa"/>
            <w:tcBorders>
              <w:left w:val="single" w:sz="4" w:space="0" w:color="auto"/>
              <w:bottom w:val="nil"/>
              <w:right w:val="single" w:sz="4" w:space="0" w:color="auto"/>
            </w:tcBorders>
            <w:shd w:val="clear" w:color="auto" w:fill="auto"/>
          </w:tcPr>
          <w:p w14:paraId="278B5BEB" w14:textId="77777777" w:rsidR="00C25B7D" w:rsidRPr="00E062F1" w:rsidRDefault="00C25B7D" w:rsidP="00C25B7D">
            <w:pPr>
              <w:pStyle w:val="TAC"/>
              <w:rPr>
                <w:lang w:eastAsia="zh-CN"/>
              </w:rPr>
            </w:pPr>
            <w:r>
              <w:rPr>
                <w:rFonts w:hint="eastAsia"/>
                <w:lang w:eastAsia="zh-CN"/>
              </w:rPr>
              <w:t>0</w:t>
            </w:r>
          </w:p>
        </w:tc>
      </w:tr>
      <w:tr w:rsidR="00C25B7D" w:rsidRPr="00E062F1" w14:paraId="785511B1"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D29DD25"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7A15D71D"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32EA6B59" w14:textId="77777777" w:rsidR="00C25B7D" w:rsidRPr="00E062F1" w:rsidRDefault="00C25B7D" w:rsidP="00C25B7D">
            <w:pPr>
              <w:pStyle w:val="TAC"/>
            </w:pPr>
            <w:r w:rsidRPr="00E062F1">
              <w:rPr>
                <w:lang w:eastAsia="zh-CN"/>
              </w:rPr>
              <w:t>n258</w:t>
            </w:r>
          </w:p>
        </w:tc>
        <w:tc>
          <w:tcPr>
            <w:tcW w:w="671" w:type="dxa"/>
            <w:tcBorders>
              <w:top w:val="single" w:sz="4" w:space="0" w:color="auto"/>
              <w:left w:val="single" w:sz="4" w:space="0" w:color="auto"/>
              <w:bottom w:val="single" w:sz="4" w:space="0" w:color="auto"/>
              <w:right w:val="single" w:sz="4" w:space="0" w:color="auto"/>
            </w:tcBorders>
          </w:tcPr>
          <w:p w14:paraId="33938163"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3CD77979"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315BEDE0"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2EC178D4"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4F45174F"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289C17AE"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074529DC"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03638084"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B460625"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8668A2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0CE529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643E1BE"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35382345"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45ADE176" w14:textId="77777777" w:rsidR="00C25B7D" w:rsidRPr="00E062F1" w:rsidRDefault="00C25B7D" w:rsidP="00C25B7D">
            <w:pPr>
              <w:pStyle w:val="TAC"/>
              <w:rPr>
                <w:rFonts w:cs="Arial"/>
                <w:lang w:eastAsia="zh-CN"/>
              </w:rPr>
            </w:pPr>
            <w:r>
              <w:rPr>
                <w:rFonts w:cs="Arial"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3AAF4C13" w14:textId="77777777" w:rsidR="00C25B7D" w:rsidRPr="00E062F1" w:rsidRDefault="00C25B7D" w:rsidP="00C25B7D">
            <w:pPr>
              <w:pStyle w:val="TAC"/>
              <w:rPr>
                <w:rFonts w:cs="Arial"/>
                <w:lang w:eastAsia="zh-CN"/>
              </w:rPr>
            </w:pPr>
            <w:r>
              <w:rPr>
                <w:rFonts w:cs="Arial"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7206576E" w14:textId="77777777" w:rsidR="00C25B7D" w:rsidRPr="00E062F1" w:rsidRDefault="00C25B7D" w:rsidP="00C25B7D">
            <w:pPr>
              <w:pStyle w:val="TAC"/>
              <w:rPr>
                <w:lang w:eastAsia="zh-CN"/>
              </w:rPr>
            </w:pPr>
          </w:p>
        </w:tc>
      </w:tr>
      <w:tr w:rsidR="00C25B7D" w:rsidRPr="00E062F1" w14:paraId="27D8B69C"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265748AD" w14:textId="77777777" w:rsidR="00C25B7D" w:rsidRPr="00E062F1" w:rsidRDefault="00C25B7D" w:rsidP="00C25B7D">
            <w:pPr>
              <w:pStyle w:val="TAC"/>
            </w:pPr>
            <w:r w:rsidRPr="00E062F1">
              <w:t>CA_n</w:t>
            </w:r>
            <w:r w:rsidRPr="00E062F1">
              <w:rPr>
                <w:lang w:eastAsia="zh-CN"/>
              </w:rPr>
              <w:t>25</w:t>
            </w:r>
            <w:r w:rsidRPr="00E062F1">
              <w:t>A-n</w:t>
            </w:r>
            <w:r w:rsidRPr="00E062F1">
              <w:rPr>
                <w:lang w:eastAsia="zh-CN"/>
              </w:rPr>
              <w:t>260</w:t>
            </w:r>
            <w:r w:rsidRPr="00E062F1">
              <w:t>A</w:t>
            </w:r>
          </w:p>
        </w:tc>
        <w:tc>
          <w:tcPr>
            <w:tcW w:w="1232" w:type="dxa"/>
            <w:tcBorders>
              <w:left w:val="single" w:sz="4" w:space="0" w:color="auto"/>
              <w:bottom w:val="nil"/>
              <w:right w:val="single" w:sz="4" w:space="0" w:color="auto"/>
            </w:tcBorders>
            <w:shd w:val="clear" w:color="auto" w:fill="auto"/>
          </w:tcPr>
          <w:p w14:paraId="7D8BE6AA" w14:textId="77777777" w:rsidR="00C25B7D" w:rsidRPr="00E062F1" w:rsidRDefault="00C25B7D" w:rsidP="00C25B7D">
            <w:pPr>
              <w:pStyle w:val="TAC"/>
            </w:pPr>
            <w:r w:rsidRPr="00E062F1">
              <w:rPr>
                <w:lang w:eastAsia="zh-CN"/>
              </w:rPr>
              <w:t>-</w:t>
            </w:r>
          </w:p>
        </w:tc>
        <w:tc>
          <w:tcPr>
            <w:tcW w:w="737" w:type="dxa"/>
            <w:tcBorders>
              <w:left w:val="single" w:sz="4" w:space="0" w:color="auto"/>
              <w:bottom w:val="single" w:sz="4" w:space="0" w:color="auto"/>
              <w:right w:val="single" w:sz="4" w:space="0" w:color="auto"/>
            </w:tcBorders>
          </w:tcPr>
          <w:p w14:paraId="7B1D1572" w14:textId="77777777" w:rsidR="00C25B7D" w:rsidRPr="00E062F1" w:rsidRDefault="00C25B7D" w:rsidP="00C25B7D">
            <w:pPr>
              <w:pStyle w:val="TAC"/>
            </w:pPr>
            <w:r w:rsidRPr="00E062F1">
              <w:rPr>
                <w:lang w:eastAsia="zh-CN"/>
              </w:rPr>
              <w:t>n25</w:t>
            </w:r>
          </w:p>
        </w:tc>
        <w:tc>
          <w:tcPr>
            <w:tcW w:w="671" w:type="dxa"/>
            <w:tcBorders>
              <w:top w:val="single" w:sz="4" w:space="0" w:color="auto"/>
              <w:left w:val="single" w:sz="4" w:space="0" w:color="auto"/>
              <w:bottom w:val="single" w:sz="4" w:space="0" w:color="auto"/>
              <w:right w:val="single" w:sz="4" w:space="0" w:color="auto"/>
            </w:tcBorders>
          </w:tcPr>
          <w:p w14:paraId="368FBF4A" w14:textId="77777777" w:rsidR="00C25B7D" w:rsidRPr="00E062F1" w:rsidRDefault="00C25B7D" w:rsidP="00C25B7D">
            <w:pPr>
              <w:pStyle w:val="TAC"/>
              <w:rPr>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43AA41AA" w14:textId="77777777" w:rsidR="00C25B7D" w:rsidRPr="00E062F1" w:rsidRDefault="00C25B7D" w:rsidP="00C25B7D">
            <w:pPr>
              <w:pStyle w:val="TAC"/>
              <w:rPr>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75A5F10B" w14:textId="77777777" w:rsidR="00C25B7D" w:rsidRPr="00E062F1" w:rsidRDefault="00C25B7D" w:rsidP="00C25B7D">
            <w:pPr>
              <w:pStyle w:val="TAC"/>
              <w:rPr>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7A1D2E7A" w14:textId="77777777" w:rsidR="00C25B7D" w:rsidRPr="00E062F1" w:rsidRDefault="00C25B7D" w:rsidP="00C25B7D">
            <w:pPr>
              <w:pStyle w:val="TAC"/>
              <w:rPr>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C8CE559"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544757E1"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00336B1"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65609FB"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4DC9A85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C4B05DD"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52CD25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38E3264"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112FF7A1"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783B9208" w14:textId="77777777" w:rsidR="00C25B7D" w:rsidRPr="00E062F1" w:rsidRDefault="00C25B7D" w:rsidP="00C25B7D">
            <w:pPr>
              <w:pStyle w:val="TAC"/>
              <w:rPr>
                <w:rFonts w:eastAsia="Yu Mincho"/>
              </w:rPr>
            </w:pPr>
          </w:p>
        </w:tc>
        <w:tc>
          <w:tcPr>
            <w:tcW w:w="677" w:type="dxa"/>
            <w:tcBorders>
              <w:top w:val="single" w:sz="4" w:space="0" w:color="auto"/>
              <w:left w:val="single" w:sz="4" w:space="0" w:color="auto"/>
              <w:bottom w:val="single" w:sz="4" w:space="0" w:color="auto"/>
              <w:right w:val="single" w:sz="4" w:space="0" w:color="auto"/>
            </w:tcBorders>
          </w:tcPr>
          <w:p w14:paraId="205E461A" w14:textId="77777777" w:rsidR="00C25B7D" w:rsidRPr="00E062F1" w:rsidRDefault="00C25B7D" w:rsidP="00C25B7D">
            <w:pPr>
              <w:pStyle w:val="TAC"/>
              <w:rPr>
                <w:rFonts w:eastAsia="Yu Mincho"/>
              </w:rPr>
            </w:pPr>
          </w:p>
        </w:tc>
        <w:tc>
          <w:tcPr>
            <w:tcW w:w="1345" w:type="dxa"/>
            <w:tcBorders>
              <w:left w:val="single" w:sz="4" w:space="0" w:color="auto"/>
              <w:bottom w:val="nil"/>
              <w:right w:val="single" w:sz="4" w:space="0" w:color="auto"/>
            </w:tcBorders>
            <w:shd w:val="clear" w:color="auto" w:fill="auto"/>
          </w:tcPr>
          <w:p w14:paraId="5BB41D66" w14:textId="77777777" w:rsidR="00C25B7D" w:rsidRPr="00E062F1" w:rsidRDefault="00C25B7D" w:rsidP="00C25B7D">
            <w:pPr>
              <w:pStyle w:val="TAC"/>
              <w:rPr>
                <w:lang w:eastAsia="zh-CN"/>
              </w:rPr>
            </w:pPr>
            <w:r w:rsidRPr="00E062F1">
              <w:rPr>
                <w:lang w:eastAsia="zh-CN"/>
              </w:rPr>
              <w:t>0</w:t>
            </w:r>
          </w:p>
        </w:tc>
      </w:tr>
      <w:tr w:rsidR="00C25B7D" w:rsidRPr="00E062F1" w14:paraId="6DB09FDC"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FE24F5F"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680BBB0A"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25134C12" w14:textId="77777777" w:rsidR="00C25B7D" w:rsidRPr="00E062F1" w:rsidRDefault="00C25B7D" w:rsidP="00C25B7D">
            <w:pPr>
              <w:pStyle w:val="TAC"/>
            </w:pPr>
            <w:r w:rsidRPr="00E062F1">
              <w:rPr>
                <w:lang w:eastAsia="zh-CN"/>
              </w:rPr>
              <w:t>n260</w:t>
            </w:r>
          </w:p>
        </w:tc>
        <w:tc>
          <w:tcPr>
            <w:tcW w:w="671" w:type="dxa"/>
            <w:tcBorders>
              <w:top w:val="single" w:sz="4" w:space="0" w:color="auto"/>
              <w:left w:val="single" w:sz="4" w:space="0" w:color="auto"/>
              <w:bottom w:val="single" w:sz="4" w:space="0" w:color="auto"/>
              <w:right w:val="single" w:sz="4" w:space="0" w:color="auto"/>
            </w:tcBorders>
          </w:tcPr>
          <w:p w14:paraId="4AF4A3A1"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263637C6"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09066A12"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561FDE6C"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1FA4C3AE"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0EF3BA03"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3733C9BA"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8CEA6BB"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ADF3CB0"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127DCDE"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150FB9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AD028D1"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1EBAC1C7" w14:textId="77777777" w:rsidR="00C25B7D" w:rsidRPr="005F427A" w:rsidRDefault="00C25B7D" w:rsidP="00C25B7D">
            <w:pPr>
              <w:pStyle w:val="TAC"/>
              <w:rPr>
                <w:rFonts w:eastAsiaTheme="minorEastAsia"/>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7DA8BFD6" w14:textId="77777777" w:rsidR="00C25B7D" w:rsidRPr="005F427A" w:rsidRDefault="00C25B7D" w:rsidP="00C25B7D">
            <w:pPr>
              <w:pStyle w:val="TAC"/>
              <w:rPr>
                <w:rFonts w:eastAsiaTheme="minorEastAsia"/>
                <w:lang w:eastAsia="zh-CN"/>
              </w:rPr>
            </w:pPr>
            <w:r>
              <w:rPr>
                <w:rFonts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4DD47F0F" w14:textId="77777777" w:rsidR="00C25B7D" w:rsidRPr="005F427A" w:rsidRDefault="00C25B7D" w:rsidP="00C25B7D">
            <w:pPr>
              <w:pStyle w:val="TAC"/>
              <w:rPr>
                <w:rFonts w:eastAsiaTheme="minorEastAsia"/>
                <w:lang w:eastAsia="zh-CN"/>
              </w:rPr>
            </w:pPr>
            <w:r>
              <w:rPr>
                <w:rFonts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6C1B4846" w14:textId="77777777" w:rsidR="00C25B7D" w:rsidRPr="00E062F1" w:rsidRDefault="00C25B7D" w:rsidP="00C25B7D">
            <w:pPr>
              <w:pStyle w:val="TAC"/>
              <w:rPr>
                <w:lang w:eastAsia="zh-CN"/>
              </w:rPr>
            </w:pPr>
          </w:p>
        </w:tc>
      </w:tr>
      <w:tr w:rsidR="00C25B7D" w:rsidRPr="00E062F1" w14:paraId="73AF97C3"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2ADEE91E" w14:textId="77777777" w:rsidR="00C25B7D" w:rsidRPr="00E062F1" w:rsidRDefault="00C25B7D" w:rsidP="00C25B7D">
            <w:pPr>
              <w:pStyle w:val="TAC"/>
            </w:pPr>
            <w:r w:rsidRPr="00E062F1">
              <w:t>CA_n</w:t>
            </w:r>
            <w:r w:rsidRPr="00E062F1">
              <w:rPr>
                <w:lang w:eastAsia="zh-CN"/>
              </w:rPr>
              <w:t>25</w:t>
            </w:r>
            <w:r w:rsidRPr="00E062F1">
              <w:t>A-n</w:t>
            </w:r>
            <w:r w:rsidRPr="00E062F1">
              <w:rPr>
                <w:lang w:eastAsia="zh-CN"/>
              </w:rPr>
              <w:t>260(2</w:t>
            </w:r>
            <w:r w:rsidRPr="00E062F1">
              <w:t>A</w:t>
            </w:r>
            <w:r w:rsidRPr="00E062F1">
              <w:rPr>
                <w:lang w:eastAsia="zh-CN"/>
              </w:rPr>
              <w:t>)</w:t>
            </w:r>
          </w:p>
        </w:tc>
        <w:tc>
          <w:tcPr>
            <w:tcW w:w="1232" w:type="dxa"/>
            <w:tcBorders>
              <w:top w:val="single" w:sz="4" w:space="0" w:color="auto"/>
              <w:left w:val="single" w:sz="4" w:space="0" w:color="auto"/>
              <w:bottom w:val="nil"/>
              <w:right w:val="single" w:sz="4" w:space="0" w:color="auto"/>
            </w:tcBorders>
            <w:shd w:val="clear" w:color="auto" w:fill="auto"/>
          </w:tcPr>
          <w:p w14:paraId="44A1F2B9" w14:textId="77777777" w:rsidR="00C25B7D" w:rsidRPr="00E062F1" w:rsidRDefault="00C25B7D" w:rsidP="00C25B7D">
            <w:pPr>
              <w:pStyle w:val="TAC"/>
              <w:rPr>
                <w:lang w:eastAsia="zh-CN"/>
              </w:rPr>
            </w:pPr>
            <w:r w:rsidRPr="00E062F1">
              <w:rPr>
                <w:lang w:eastAsia="zh-CN"/>
              </w:rPr>
              <w:t>-</w:t>
            </w:r>
          </w:p>
        </w:tc>
        <w:tc>
          <w:tcPr>
            <w:tcW w:w="737" w:type="dxa"/>
            <w:tcBorders>
              <w:top w:val="single" w:sz="4" w:space="0" w:color="auto"/>
              <w:left w:val="single" w:sz="4" w:space="0" w:color="auto"/>
              <w:right w:val="single" w:sz="4" w:space="0" w:color="auto"/>
            </w:tcBorders>
          </w:tcPr>
          <w:p w14:paraId="13E98059" w14:textId="77777777" w:rsidR="00C25B7D" w:rsidRPr="00E062F1" w:rsidRDefault="00C25B7D" w:rsidP="00C25B7D">
            <w:pPr>
              <w:pStyle w:val="TAC"/>
              <w:rPr>
                <w:lang w:eastAsia="zh-CN"/>
              </w:rPr>
            </w:pPr>
            <w:r w:rsidRPr="00E062F1">
              <w:rPr>
                <w:lang w:eastAsia="zh-CN"/>
              </w:rPr>
              <w:t>n25</w:t>
            </w:r>
          </w:p>
        </w:tc>
        <w:tc>
          <w:tcPr>
            <w:tcW w:w="671" w:type="dxa"/>
            <w:tcBorders>
              <w:top w:val="single" w:sz="4" w:space="0" w:color="auto"/>
              <w:left w:val="single" w:sz="4" w:space="0" w:color="auto"/>
              <w:bottom w:val="single" w:sz="4" w:space="0" w:color="auto"/>
              <w:right w:val="single" w:sz="4" w:space="0" w:color="auto"/>
            </w:tcBorders>
          </w:tcPr>
          <w:p w14:paraId="5587CA7C" w14:textId="77777777" w:rsidR="00C25B7D" w:rsidRPr="005F427A" w:rsidRDefault="00C25B7D" w:rsidP="00C25B7D">
            <w:pPr>
              <w:pStyle w:val="TAC"/>
              <w:rPr>
                <w:rFonts w:eastAsiaTheme="minorEastAsia"/>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556FD5D5"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3E6B1D9A"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2E5B72E4"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553556C" w14:textId="77777777" w:rsidR="00C25B7D" w:rsidRPr="00E062F1" w:rsidRDefault="00C25B7D" w:rsidP="00C25B7D">
            <w:pPr>
              <w:pStyle w:val="TAC"/>
              <w:rPr>
                <w:rFonts w:cs="Arial"/>
              </w:rPr>
            </w:pPr>
          </w:p>
        </w:tc>
        <w:tc>
          <w:tcPr>
            <w:tcW w:w="671" w:type="dxa"/>
            <w:gridSpan w:val="2"/>
            <w:tcBorders>
              <w:top w:val="single" w:sz="4" w:space="0" w:color="auto"/>
              <w:left w:val="single" w:sz="4" w:space="0" w:color="auto"/>
              <w:bottom w:val="single" w:sz="4" w:space="0" w:color="auto"/>
              <w:right w:val="single" w:sz="4" w:space="0" w:color="auto"/>
            </w:tcBorders>
          </w:tcPr>
          <w:p w14:paraId="6900B360"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5AEE4AFB"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02BF689D"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041CF1F5"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657AE9D8"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3769E9E3"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753E7FA1"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9B33F57"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6C91F68C"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36AC4222" w14:textId="77777777" w:rsidR="00C25B7D" w:rsidRPr="00E062F1" w:rsidRDefault="00C25B7D" w:rsidP="00C25B7D">
            <w:pPr>
              <w:pStyle w:val="TAC"/>
              <w:rPr>
                <w:rFonts w:eastAsia="Yu Mincho"/>
                <w:szCs w:val="18"/>
              </w:rPr>
            </w:pPr>
          </w:p>
        </w:tc>
        <w:tc>
          <w:tcPr>
            <w:tcW w:w="1345" w:type="dxa"/>
            <w:tcBorders>
              <w:top w:val="single" w:sz="4" w:space="0" w:color="auto"/>
              <w:left w:val="single" w:sz="4" w:space="0" w:color="auto"/>
              <w:bottom w:val="nil"/>
              <w:right w:val="single" w:sz="4" w:space="0" w:color="auto"/>
            </w:tcBorders>
            <w:shd w:val="clear" w:color="auto" w:fill="auto"/>
          </w:tcPr>
          <w:p w14:paraId="0971F423" w14:textId="77777777" w:rsidR="00C25B7D" w:rsidRPr="00E062F1" w:rsidRDefault="00C25B7D" w:rsidP="00C25B7D">
            <w:pPr>
              <w:pStyle w:val="TAC"/>
              <w:rPr>
                <w:lang w:eastAsia="zh-CN"/>
              </w:rPr>
            </w:pPr>
            <w:r>
              <w:rPr>
                <w:rFonts w:hint="eastAsia"/>
                <w:lang w:eastAsia="zh-CN"/>
              </w:rPr>
              <w:t>0</w:t>
            </w:r>
          </w:p>
        </w:tc>
      </w:tr>
      <w:tr w:rsidR="00C25B7D" w:rsidRPr="00E062F1" w14:paraId="54CA1DA4"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25E04C2"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5BE95620" w14:textId="77777777" w:rsidR="00C25B7D" w:rsidRPr="00E062F1" w:rsidRDefault="00C25B7D" w:rsidP="00C25B7D">
            <w:pPr>
              <w:pStyle w:val="TAC"/>
              <w:rPr>
                <w:lang w:eastAsia="zh-CN"/>
              </w:rPr>
            </w:pPr>
          </w:p>
        </w:tc>
        <w:tc>
          <w:tcPr>
            <w:tcW w:w="737" w:type="dxa"/>
            <w:tcBorders>
              <w:top w:val="single" w:sz="4" w:space="0" w:color="auto"/>
              <w:left w:val="single" w:sz="4" w:space="0" w:color="auto"/>
              <w:right w:val="single" w:sz="4" w:space="0" w:color="auto"/>
            </w:tcBorders>
          </w:tcPr>
          <w:p w14:paraId="2199E6B0" w14:textId="77777777" w:rsidR="00C25B7D" w:rsidRPr="00E062F1" w:rsidRDefault="00C25B7D" w:rsidP="00C25B7D">
            <w:pPr>
              <w:pStyle w:val="TAC"/>
              <w:rPr>
                <w:lang w:eastAsia="zh-CN"/>
              </w:rPr>
            </w:pPr>
            <w:r w:rsidRPr="00E062F1">
              <w:rPr>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2833B858" w14:textId="01F0C91F" w:rsidR="00C25B7D" w:rsidRPr="00E062F1" w:rsidRDefault="00C25B7D" w:rsidP="00C25B7D">
            <w:pPr>
              <w:pStyle w:val="TAC"/>
              <w:rPr>
                <w:rFonts w:eastAsia="Yu Mincho"/>
                <w:szCs w:val="18"/>
              </w:rPr>
            </w:pPr>
            <w:r w:rsidRPr="00E062F1">
              <w:rPr>
                <w:rFonts w:cs="Arial"/>
                <w:lang w:eastAsia="ja-JP"/>
              </w:rPr>
              <w:t>CA_n2</w:t>
            </w:r>
            <w:r w:rsidRPr="00E062F1">
              <w:rPr>
                <w:rFonts w:cs="Arial"/>
                <w:lang w:eastAsia="zh-CN"/>
              </w:rPr>
              <w:t>60(2A)</w:t>
            </w:r>
          </w:p>
        </w:tc>
        <w:tc>
          <w:tcPr>
            <w:tcW w:w="1345" w:type="dxa"/>
            <w:tcBorders>
              <w:top w:val="nil"/>
              <w:left w:val="single" w:sz="4" w:space="0" w:color="auto"/>
              <w:bottom w:val="single" w:sz="4" w:space="0" w:color="auto"/>
              <w:right w:val="single" w:sz="4" w:space="0" w:color="auto"/>
            </w:tcBorders>
            <w:shd w:val="clear" w:color="auto" w:fill="auto"/>
          </w:tcPr>
          <w:p w14:paraId="6333C99B" w14:textId="77777777" w:rsidR="00C25B7D" w:rsidRPr="00E062F1" w:rsidRDefault="00C25B7D" w:rsidP="00C25B7D">
            <w:pPr>
              <w:pStyle w:val="TAC"/>
              <w:rPr>
                <w:lang w:eastAsia="zh-CN"/>
              </w:rPr>
            </w:pPr>
          </w:p>
        </w:tc>
      </w:tr>
      <w:tr w:rsidR="00C25B7D" w:rsidRPr="00E062F1" w14:paraId="5642A83A"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750EB2CC" w14:textId="77777777" w:rsidR="00C25B7D" w:rsidRPr="00E062F1" w:rsidRDefault="00C25B7D" w:rsidP="00C25B7D">
            <w:pPr>
              <w:pStyle w:val="TAC"/>
            </w:pPr>
            <w:r w:rsidRPr="00E062F1">
              <w:t>CA_n</w:t>
            </w:r>
            <w:r w:rsidRPr="00E062F1">
              <w:rPr>
                <w:lang w:eastAsia="zh-CN"/>
              </w:rPr>
              <w:t>25</w:t>
            </w:r>
            <w:r w:rsidRPr="00E062F1">
              <w:t>A-n</w:t>
            </w:r>
            <w:r w:rsidRPr="00E062F1">
              <w:rPr>
                <w:lang w:eastAsia="zh-CN"/>
              </w:rPr>
              <w:t>260(3A)</w:t>
            </w:r>
          </w:p>
        </w:tc>
        <w:tc>
          <w:tcPr>
            <w:tcW w:w="1232" w:type="dxa"/>
            <w:tcBorders>
              <w:top w:val="single" w:sz="4" w:space="0" w:color="auto"/>
              <w:left w:val="single" w:sz="4" w:space="0" w:color="auto"/>
              <w:bottom w:val="nil"/>
              <w:right w:val="single" w:sz="4" w:space="0" w:color="auto"/>
            </w:tcBorders>
            <w:shd w:val="clear" w:color="auto" w:fill="auto"/>
          </w:tcPr>
          <w:p w14:paraId="4FEE3F62" w14:textId="77777777" w:rsidR="00C25B7D" w:rsidRPr="00E062F1" w:rsidRDefault="00C25B7D" w:rsidP="00C25B7D">
            <w:pPr>
              <w:pStyle w:val="TAC"/>
              <w:rPr>
                <w:lang w:eastAsia="zh-CN"/>
              </w:rPr>
            </w:pPr>
            <w:r w:rsidRPr="00E062F1">
              <w:rPr>
                <w:lang w:eastAsia="zh-CN"/>
              </w:rPr>
              <w:t>-</w:t>
            </w:r>
          </w:p>
        </w:tc>
        <w:tc>
          <w:tcPr>
            <w:tcW w:w="737" w:type="dxa"/>
            <w:tcBorders>
              <w:top w:val="single" w:sz="4" w:space="0" w:color="auto"/>
              <w:left w:val="single" w:sz="4" w:space="0" w:color="auto"/>
              <w:right w:val="single" w:sz="4" w:space="0" w:color="auto"/>
            </w:tcBorders>
          </w:tcPr>
          <w:p w14:paraId="02027570" w14:textId="77777777" w:rsidR="00C25B7D" w:rsidRPr="00E062F1" w:rsidRDefault="00C25B7D" w:rsidP="00C25B7D">
            <w:pPr>
              <w:pStyle w:val="TAC"/>
              <w:rPr>
                <w:lang w:eastAsia="zh-CN"/>
              </w:rPr>
            </w:pPr>
            <w:r w:rsidRPr="00E062F1">
              <w:rPr>
                <w:lang w:eastAsia="zh-CN"/>
              </w:rPr>
              <w:t>n25</w:t>
            </w:r>
          </w:p>
        </w:tc>
        <w:tc>
          <w:tcPr>
            <w:tcW w:w="671" w:type="dxa"/>
            <w:tcBorders>
              <w:top w:val="single" w:sz="4" w:space="0" w:color="auto"/>
              <w:left w:val="single" w:sz="4" w:space="0" w:color="auto"/>
              <w:bottom w:val="single" w:sz="4" w:space="0" w:color="auto"/>
              <w:right w:val="single" w:sz="4" w:space="0" w:color="auto"/>
            </w:tcBorders>
          </w:tcPr>
          <w:p w14:paraId="021BC17C" w14:textId="77777777" w:rsidR="00C25B7D" w:rsidRPr="005F427A" w:rsidRDefault="00C25B7D" w:rsidP="00C25B7D">
            <w:pPr>
              <w:pStyle w:val="TAC"/>
              <w:rPr>
                <w:rFonts w:eastAsiaTheme="minorEastAsia"/>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7DDA5124"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3B67BA88"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56BC5E8"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294083B" w14:textId="77777777" w:rsidR="00C25B7D" w:rsidRPr="00E062F1" w:rsidRDefault="00C25B7D" w:rsidP="00C25B7D">
            <w:pPr>
              <w:pStyle w:val="TAC"/>
              <w:rPr>
                <w:rFonts w:cs="Arial"/>
              </w:rPr>
            </w:pPr>
          </w:p>
        </w:tc>
        <w:tc>
          <w:tcPr>
            <w:tcW w:w="671" w:type="dxa"/>
            <w:gridSpan w:val="2"/>
            <w:tcBorders>
              <w:top w:val="single" w:sz="4" w:space="0" w:color="auto"/>
              <w:left w:val="single" w:sz="4" w:space="0" w:color="auto"/>
              <w:bottom w:val="single" w:sz="4" w:space="0" w:color="auto"/>
              <w:right w:val="single" w:sz="4" w:space="0" w:color="auto"/>
            </w:tcBorders>
          </w:tcPr>
          <w:p w14:paraId="640CAD0D"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5557C1F5"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22B8C5F9"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258F9F80"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11E6B444"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5A9E421C"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045B08DD"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36FADD9"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5E6D3413"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1E73995E" w14:textId="77777777" w:rsidR="00C25B7D" w:rsidRPr="00E062F1" w:rsidRDefault="00C25B7D" w:rsidP="00C25B7D">
            <w:pPr>
              <w:pStyle w:val="TAC"/>
              <w:rPr>
                <w:rFonts w:eastAsia="Yu Mincho"/>
                <w:szCs w:val="18"/>
              </w:rPr>
            </w:pPr>
          </w:p>
        </w:tc>
        <w:tc>
          <w:tcPr>
            <w:tcW w:w="1345" w:type="dxa"/>
            <w:tcBorders>
              <w:top w:val="single" w:sz="4" w:space="0" w:color="auto"/>
              <w:left w:val="single" w:sz="4" w:space="0" w:color="auto"/>
              <w:bottom w:val="nil"/>
              <w:right w:val="single" w:sz="4" w:space="0" w:color="auto"/>
            </w:tcBorders>
            <w:shd w:val="clear" w:color="auto" w:fill="auto"/>
          </w:tcPr>
          <w:p w14:paraId="53CF642B" w14:textId="77777777" w:rsidR="00C25B7D" w:rsidRPr="00E062F1" w:rsidRDefault="00C25B7D" w:rsidP="00C25B7D">
            <w:pPr>
              <w:pStyle w:val="TAC"/>
              <w:rPr>
                <w:lang w:eastAsia="zh-CN"/>
              </w:rPr>
            </w:pPr>
            <w:r>
              <w:rPr>
                <w:rFonts w:hint="eastAsia"/>
                <w:lang w:eastAsia="zh-CN"/>
              </w:rPr>
              <w:t>0</w:t>
            </w:r>
          </w:p>
        </w:tc>
      </w:tr>
      <w:tr w:rsidR="00C25B7D" w:rsidRPr="00E062F1" w14:paraId="48F4B6BB"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63C9468"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6D1643BA" w14:textId="77777777" w:rsidR="00C25B7D" w:rsidRPr="00E062F1" w:rsidRDefault="00C25B7D" w:rsidP="00C25B7D">
            <w:pPr>
              <w:pStyle w:val="TAC"/>
              <w:rPr>
                <w:lang w:eastAsia="zh-CN"/>
              </w:rPr>
            </w:pPr>
          </w:p>
        </w:tc>
        <w:tc>
          <w:tcPr>
            <w:tcW w:w="737" w:type="dxa"/>
            <w:tcBorders>
              <w:top w:val="single" w:sz="4" w:space="0" w:color="auto"/>
              <w:left w:val="single" w:sz="4" w:space="0" w:color="auto"/>
              <w:right w:val="single" w:sz="4" w:space="0" w:color="auto"/>
            </w:tcBorders>
          </w:tcPr>
          <w:p w14:paraId="0A3130A2" w14:textId="77777777" w:rsidR="00C25B7D" w:rsidRPr="00E062F1" w:rsidRDefault="00C25B7D" w:rsidP="00C25B7D">
            <w:pPr>
              <w:pStyle w:val="TAC"/>
              <w:rPr>
                <w:lang w:eastAsia="zh-CN"/>
              </w:rPr>
            </w:pPr>
            <w:r w:rsidRPr="00E062F1">
              <w:rPr>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1C236649" w14:textId="2E484419" w:rsidR="00C25B7D" w:rsidRPr="00E062F1" w:rsidRDefault="00C25B7D" w:rsidP="00C25B7D">
            <w:pPr>
              <w:pStyle w:val="TAC"/>
              <w:rPr>
                <w:rFonts w:eastAsia="Yu Mincho"/>
                <w:szCs w:val="18"/>
              </w:rPr>
            </w:pPr>
            <w:r w:rsidRPr="00E062F1">
              <w:rPr>
                <w:rFonts w:cs="Arial"/>
                <w:lang w:eastAsia="ja-JP"/>
              </w:rPr>
              <w:t>CA_n2</w:t>
            </w:r>
            <w:r w:rsidRPr="00E062F1">
              <w:rPr>
                <w:rFonts w:cs="Arial"/>
                <w:lang w:eastAsia="zh-CN"/>
              </w:rPr>
              <w:t>60(3A)</w:t>
            </w:r>
          </w:p>
        </w:tc>
        <w:tc>
          <w:tcPr>
            <w:tcW w:w="1345" w:type="dxa"/>
            <w:tcBorders>
              <w:top w:val="nil"/>
              <w:left w:val="single" w:sz="4" w:space="0" w:color="auto"/>
              <w:bottom w:val="single" w:sz="4" w:space="0" w:color="auto"/>
              <w:right w:val="single" w:sz="4" w:space="0" w:color="auto"/>
            </w:tcBorders>
            <w:shd w:val="clear" w:color="auto" w:fill="auto"/>
          </w:tcPr>
          <w:p w14:paraId="1517B12D" w14:textId="77777777" w:rsidR="00C25B7D" w:rsidRPr="00E062F1" w:rsidRDefault="00C25B7D" w:rsidP="00C25B7D">
            <w:pPr>
              <w:pStyle w:val="TAC"/>
              <w:rPr>
                <w:lang w:eastAsia="zh-CN"/>
              </w:rPr>
            </w:pPr>
          </w:p>
        </w:tc>
      </w:tr>
      <w:tr w:rsidR="00C25B7D" w:rsidRPr="00E062F1" w14:paraId="4907934D"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5C730D82" w14:textId="77777777" w:rsidR="00C25B7D" w:rsidRPr="00E062F1" w:rsidRDefault="00C25B7D" w:rsidP="00C25B7D">
            <w:pPr>
              <w:pStyle w:val="TAC"/>
            </w:pPr>
            <w:r w:rsidRPr="00E062F1">
              <w:t>CA_n</w:t>
            </w:r>
            <w:r w:rsidRPr="00E062F1">
              <w:rPr>
                <w:lang w:eastAsia="zh-CN"/>
              </w:rPr>
              <w:t>25</w:t>
            </w:r>
            <w:r w:rsidRPr="00E062F1">
              <w:t>A-n</w:t>
            </w:r>
            <w:r w:rsidRPr="00E062F1">
              <w:rPr>
                <w:lang w:eastAsia="zh-CN"/>
              </w:rPr>
              <w:t>260(4A)</w:t>
            </w:r>
          </w:p>
        </w:tc>
        <w:tc>
          <w:tcPr>
            <w:tcW w:w="1232" w:type="dxa"/>
            <w:tcBorders>
              <w:top w:val="single" w:sz="4" w:space="0" w:color="auto"/>
              <w:left w:val="single" w:sz="4" w:space="0" w:color="auto"/>
              <w:bottom w:val="nil"/>
              <w:right w:val="single" w:sz="4" w:space="0" w:color="auto"/>
            </w:tcBorders>
            <w:shd w:val="clear" w:color="auto" w:fill="auto"/>
          </w:tcPr>
          <w:p w14:paraId="44DA10EA" w14:textId="77777777" w:rsidR="00C25B7D" w:rsidRPr="00E062F1" w:rsidRDefault="00C25B7D" w:rsidP="00C25B7D">
            <w:pPr>
              <w:pStyle w:val="TAC"/>
              <w:rPr>
                <w:lang w:eastAsia="zh-CN"/>
              </w:rPr>
            </w:pPr>
            <w:r w:rsidRPr="00E062F1">
              <w:rPr>
                <w:lang w:eastAsia="zh-CN"/>
              </w:rPr>
              <w:t>-</w:t>
            </w:r>
          </w:p>
        </w:tc>
        <w:tc>
          <w:tcPr>
            <w:tcW w:w="737" w:type="dxa"/>
            <w:tcBorders>
              <w:top w:val="single" w:sz="4" w:space="0" w:color="auto"/>
              <w:left w:val="single" w:sz="4" w:space="0" w:color="auto"/>
              <w:right w:val="single" w:sz="4" w:space="0" w:color="auto"/>
            </w:tcBorders>
          </w:tcPr>
          <w:p w14:paraId="7CC7AEEE" w14:textId="77777777" w:rsidR="00C25B7D" w:rsidRPr="00E062F1" w:rsidRDefault="00C25B7D" w:rsidP="00C25B7D">
            <w:pPr>
              <w:pStyle w:val="TAC"/>
              <w:rPr>
                <w:lang w:eastAsia="zh-CN"/>
              </w:rPr>
            </w:pPr>
            <w:r w:rsidRPr="00E062F1">
              <w:rPr>
                <w:lang w:eastAsia="zh-CN"/>
              </w:rPr>
              <w:t>n25</w:t>
            </w:r>
          </w:p>
        </w:tc>
        <w:tc>
          <w:tcPr>
            <w:tcW w:w="671" w:type="dxa"/>
            <w:tcBorders>
              <w:top w:val="single" w:sz="4" w:space="0" w:color="auto"/>
              <w:left w:val="single" w:sz="4" w:space="0" w:color="auto"/>
              <w:bottom w:val="single" w:sz="4" w:space="0" w:color="auto"/>
              <w:right w:val="single" w:sz="4" w:space="0" w:color="auto"/>
            </w:tcBorders>
          </w:tcPr>
          <w:p w14:paraId="6AC3B1B6" w14:textId="77777777" w:rsidR="00C25B7D" w:rsidRPr="005F427A" w:rsidRDefault="00C25B7D" w:rsidP="00C25B7D">
            <w:pPr>
              <w:pStyle w:val="TAC"/>
              <w:rPr>
                <w:rFonts w:eastAsiaTheme="minorEastAsia"/>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70857977"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4B91CF14"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33C20E0E"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6A1F61E"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7E6BBE3A"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066DB567"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39D4ED7C"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38A7894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E4B7EA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147B10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65F2EE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C969008"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72078D8"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73C8CCB5"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79623E93" w14:textId="77777777" w:rsidR="00C25B7D" w:rsidRPr="00E062F1" w:rsidRDefault="00C25B7D" w:rsidP="00C25B7D">
            <w:pPr>
              <w:pStyle w:val="TAC"/>
              <w:rPr>
                <w:lang w:eastAsia="zh-CN"/>
              </w:rPr>
            </w:pPr>
            <w:r>
              <w:rPr>
                <w:rFonts w:hint="eastAsia"/>
                <w:lang w:eastAsia="zh-CN"/>
              </w:rPr>
              <w:t>0</w:t>
            </w:r>
          </w:p>
        </w:tc>
      </w:tr>
      <w:tr w:rsidR="00C25B7D" w:rsidRPr="00E062F1" w14:paraId="58B41B07"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42AABB3A"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2ADD7A23" w14:textId="77777777" w:rsidR="00C25B7D" w:rsidRPr="00E062F1" w:rsidRDefault="00C25B7D" w:rsidP="00C25B7D">
            <w:pPr>
              <w:pStyle w:val="TAC"/>
              <w:rPr>
                <w:lang w:eastAsia="zh-CN"/>
              </w:rPr>
            </w:pPr>
          </w:p>
        </w:tc>
        <w:tc>
          <w:tcPr>
            <w:tcW w:w="737" w:type="dxa"/>
            <w:tcBorders>
              <w:top w:val="single" w:sz="4" w:space="0" w:color="auto"/>
              <w:left w:val="single" w:sz="4" w:space="0" w:color="auto"/>
              <w:right w:val="single" w:sz="4" w:space="0" w:color="auto"/>
            </w:tcBorders>
          </w:tcPr>
          <w:p w14:paraId="0DA350EF" w14:textId="77777777" w:rsidR="00C25B7D" w:rsidRPr="00E062F1" w:rsidRDefault="00C25B7D" w:rsidP="00C25B7D">
            <w:pPr>
              <w:pStyle w:val="TAC"/>
              <w:rPr>
                <w:lang w:eastAsia="zh-CN"/>
              </w:rPr>
            </w:pPr>
            <w:r w:rsidRPr="00E062F1">
              <w:rPr>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4D64877D" w14:textId="40A0E143" w:rsidR="00C25B7D" w:rsidRPr="00E062F1" w:rsidRDefault="00C25B7D" w:rsidP="00C25B7D">
            <w:pPr>
              <w:pStyle w:val="TAC"/>
              <w:rPr>
                <w:lang w:eastAsia="zh-CN"/>
              </w:rPr>
            </w:pPr>
            <w:r w:rsidRPr="00E062F1">
              <w:rPr>
                <w:rFonts w:cs="Arial"/>
                <w:lang w:eastAsia="ja-JP"/>
              </w:rPr>
              <w:t>CA_n2</w:t>
            </w:r>
            <w:r w:rsidRPr="00E062F1">
              <w:rPr>
                <w:rFonts w:cs="Arial"/>
                <w:lang w:eastAsia="zh-CN"/>
              </w:rPr>
              <w:t>60(4A)</w:t>
            </w:r>
          </w:p>
        </w:tc>
        <w:tc>
          <w:tcPr>
            <w:tcW w:w="1345" w:type="dxa"/>
            <w:tcBorders>
              <w:top w:val="nil"/>
              <w:left w:val="single" w:sz="4" w:space="0" w:color="auto"/>
              <w:bottom w:val="single" w:sz="4" w:space="0" w:color="auto"/>
              <w:right w:val="single" w:sz="4" w:space="0" w:color="auto"/>
            </w:tcBorders>
            <w:shd w:val="clear" w:color="auto" w:fill="auto"/>
          </w:tcPr>
          <w:p w14:paraId="24AE95C3" w14:textId="77777777" w:rsidR="00C25B7D" w:rsidRPr="00E062F1" w:rsidRDefault="00C25B7D" w:rsidP="00C25B7D">
            <w:pPr>
              <w:pStyle w:val="TAC"/>
              <w:rPr>
                <w:lang w:eastAsia="zh-CN"/>
              </w:rPr>
            </w:pPr>
          </w:p>
        </w:tc>
      </w:tr>
      <w:tr w:rsidR="00C25B7D" w:rsidRPr="00E062F1" w14:paraId="4F35557B"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4D4A7249" w14:textId="77777777" w:rsidR="00C25B7D" w:rsidRPr="00E062F1" w:rsidRDefault="00C25B7D" w:rsidP="00C25B7D">
            <w:pPr>
              <w:pStyle w:val="TAC"/>
            </w:pPr>
            <w:r w:rsidRPr="00E062F1">
              <w:t>CA_n</w:t>
            </w:r>
            <w:r w:rsidRPr="00E062F1">
              <w:rPr>
                <w:lang w:eastAsia="zh-CN"/>
              </w:rPr>
              <w:t>25</w:t>
            </w:r>
            <w:r w:rsidRPr="00E062F1">
              <w:t>A-n</w:t>
            </w:r>
            <w:r w:rsidRPr="00E062F1">
              <w:rPr>
                <w:lang w:eastAsia="zh-CN"/>
              </w:rPr>
              <w:t>261</w:t>
            </w:r>
            <w:r w:rsidRPr="00E062F1">
              <w:t>A</w:t>
            </w:r>
          </w:p>
        </w:tc>
        <w:tc>
          <w:tcPr>
            <w:tcW w:w="1232" w:type="dxa"/>
            <w:tcBorders>
              <w:left w:val="single" w:sz="4" w:space="0" w:color="auto"/>
              <w:bottom w:val="nil"/>
              <w:right w:val="single" w:sz="4" w:space="0" w:color="auto"/>
            </w:tcBorders>
            <w:shd w:val="clear" w:color="auto" w:fill="auto"/>
          </w:tcPr>
          <w:p w14:paraId="3C0F2C1E" w14:textId="77777777" w:rsidR="00C25B7D" w:rsidRPr="00E062F1" w:rsidRDefault="00C25B7D" w:rsidP="00C25B7D">
            <w:pPr>
              <w:pStyle w:val="TAC"/>
            </w:pPr>
            <w:r w:rsidRPr="00E062F1">
              <w:rPr>
                <w:lang w:eastAsia="zh-CN"/>
              </w:rPr>
              <w:t>-</w:t>
            </w:r>
          </w:p>
        </w:tc>
        <w:tc>
          <w:tcPr>
            <w:tcW w:w="737" w:type="dxa"/>
            <w:tcBorders>
              <w:left w:val="single" w:sz="4" w:space="0" w:color="auto"/>
              <w:bottom w:val="single" w:sz="4" w:space="0" w:color="auto"/>
              <w:right w:val="single" w:sz="4" w:space="0" w:color="auto"/>
            </w:tcBorders>
          </w:tcPr>
          <w:p w14:paraId="2D1C4D52" w14:textId="77777777" w:rsidR="00C25B7D" w:rsidRPr="00E062F1" w:rsidRDefault="00C25B7D" w:rsidP="00C25B7D">
            <w:pPr>
              <w:pStyle w:val="TAC"/>
            </w:pPr>
            <w:r w:rsidRPr="00E062F1">
              <w:rPr>
                <w:lang w:eastAsia="zh-CN"/>
              </w:rPr>
              <w:t>n25</w:t>
            </w:r>
          </w:p>
        </w:tc>
        <w:tc>
          <w:tcPr>
            <w:tcW w:w="671" w:type="dxa"/>
            <w:tcBorders>
              <w:top w:val="single" w:sz="4" w:space="0" w:color="auto"/>
              <w:left w:val="single" w:sz="4" w:space="0" w:color="auto"/>
              <w:bottom w:val="single" w:sz="4" w:space="0" w:color="auto"/>
              <w:right w:val="single" w:sz="4" w:space="0" w:color="auto"/>
            </w:tcBorders>
          </w:tcPr>
          <w:p w14:paraId="706AAB17" w14:textId="77777777" w:rsidR="00C25B7D" w:rsidRPr="00E062F1" w:rsidRDefault="00C25B7D" w:rsidP="00C25B7D">
            <w:pPr>
              <w:pStyle w:val="TAC"/>
              <w:rPr>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47328738" w14:textId="77777777" w:rsidR="00C25B7D" w:rsidRPr="00E062F1" w:rsidRDefault="00C25B7D" w:rsidP="00C25B7D">
            <w:pPr>
              <w:pStyle w:val="TAC"/>
              <w:rPr>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787A3E8A" w14:textId="77777777" w:rsidR="00C25B7D" w:rsidRPr="00E062F1" w:rsidRDefault="00C25B7D" w:rsidP="00C25B7D">
            <w:pPr>
              <w:pStyle w:val="TAC"/>
              <w:rPr>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04BE341D" w14:textId="77777777" w:rsidR="00C25B7D" w:rsidRPr="00E062F1" w:rsidRDefault="00C25B7D" w:rsidP="00C25B7D">
            <w:pPr>
              <w:pStyle w:val="TAC"/>
              <w:rPr>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FE1F94E"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6B25E4B9"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7C480AC"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38891CE1"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7F25A7C5"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2A22E1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2CE4BF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F45445B"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5F5C3A0A"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702B8073" w14:textId="77777777" w:rsidR="00C25B7D" w:rsidRPr="00E062F1" w:rsidRDefault="00C25B7D" w:rsidP="00C25B7D">
            <w:pPr>
              <w:pStyle w:val="TAC"/>
              <w:rPr>
                <w:rFonts w:eastAsia="Yu Mincho"/>
              </w:rPr>
            </w:pPr>
          </w:p>
        </w:tc>
        <w:tc>
          <w:tcPr>
            <w:tcW w:w="677" w:type="dxa"/>
            <w:tcBorders>
              <w:top w:val="single" w:sz="4" w:space="0" w:color="auto"/>
              <w:left w:val="single" w:sz="4" w:space="0" w:color="auto"/>
              <w:bottom w:val="single" w:sz="4" w:space="0" w:color="auto"/>
              <w:right w:val="single" w:sz="4" w:space="0" w:color="auto"/>
            </w:tcBorders>
          </w:tcPr>
          <w:p w14:paraId="4FEBAE6B" w14:textId="77777777" w:rsidR="00C25B7D" w:rsidRPr="00E062F1" w:rsidRDefault="00C25B7D" w:rsidP="00C25B7D">
            <w:pPr>
              <w:pStyle w:val="TAC"/>
              <w:rPr>
                <w:rFonts w:eastAsia="Yu Mincho"/>
              </w:rPr>
            </w:pPr>
          </w:p>
        </w:tc>
        <w:tc>
          <w:tcPr>
            <w:tcW w:w="1345" w:type="dxa"/>
            <w:tcBorders>
              <w:left w:val="single" w:sz="4" w:space="0" w:color="auto"/>
              <w:bottom w:val="nil"/>
              <w:right w:val="single" w:sz="4" w:space="0" w:color="auto"/>
            </w:tcBorders>
            <w:shd w:val="clear" w:color="auto" w:fill="auto"/>
          </w:tcPr>
          <w:p w14:paraId="1F8F156A" w14:textId="77777777" w:rsidR="00C25B7D" w:rsidRPr="00E062F1" w:rsidRDefault="00C25B7D" w:rsidP="00C25B7D">
            <w:pPr>
              <w:pStyle w:val="TAC"/>
              <w:rPr>
                <w:lang w:eastAsia="zh-CN"/>
              </w:rPr>
            </w:pPr>
            <w:r>
              <w:rPr>
                <w:rFonts w:hint="eastAsia"/>
                <w:lang w:eastAsia="zh-CN"/>
              </w:rPr>
              <w:t>0</w:t>
            </w:r>
          </w:p>
        </w:tc>
      </w:tr>
      <w:tr w:rsidR="00C25B7D" w:rsidRPr="00E062F1" w14:paraId="04C9D8B1"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4C1D1E95"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142B1E3C"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5533B10C" w14:textId="77777777" w:rsidR="00C25B7D" w:rsidRPr="00E062F1" w:rsidRDefault="00C25B7D" w:rsidP="00C25B7D">
            <w:pPr>
              <w:pStyle w:val="TAC"/>
            </w:pPr>
            <w:r w:rsidRPr="00E062F1">
              <w:rPr>
                <w:lang w:eastAsia="zh-CN"/>
              </w:rPr>
              <w:t>n261</w:t>
            </w:r>
          </w:p>
        </w:tc>
        <w:tc>
          <w:tcPr>
            <w:tcW w:w="671" w:type="dxa"/>
            <w:tcBorders>
              <w:top w:val="single" w:sz="4" w:space="0" w:color="auto"/>
              <w:left w:val="single" w:sz="4" w:space="0" w:color="auto"/>
              <w:bottom w:val="single" w:sz="4" w:space="0" w:color="auto"/>
              <w:right w:val="single" w:sz="4" w:space="0" w:color="auto"/>
            </w:tcBorders>
          </w:tcPr>
          <w:p w14:paraId="3BDD4B39"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339BA5B8"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5315FC7"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023450A1"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C05E35E"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78F04D70"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35D7ACB0"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E089E1A"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BA60DD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C6D7BAC"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F2E406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C69EE8F"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16F1CBCD" w14:textId="77777777" w:rsidR="00C25B7D" w:rsidRPr="005F427A" w:rsidRDefault="00C25B7D" w:rsidP="00C25B7D">
            <w:pPr>
              <w:pStyle w:val="TAC"/>
              <w:rPr>
                <w:rFonts w:eastAsiaTheme="minorEastAsia"/>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552447DF" w14:textId="77777777" w:rsidR="00C25B7D" w:rsidRPr="005F427A" w:rsidRDefault="00C25B7D" w:rsidP="00C25B7D">
            <w:pPr>
              <w:pStyle w:val="TAC"/>
              <w:rPr>
                <w:rFonts w:eastAsiaTheme="minorEastAsia"/>
                <w:lang w:eastAsia="zh-CN"/>
              </w:rPr>
            </w:pPr>
            <w:r>
              <w:rPr>
                <w:rFonts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6BE60C07" w14:textId="77777777" w:rsidR="00C25B7D" w:rsidRPr="005F427A" w:rsidRDefault="00C25B7D" w:rsidP="00C25B7D">
            <w:pPr>
              <w:pStyle w:val="TAC"/>
              <w:rPr>
                <w:rFonts w:eastAsiaTheme="minorEastAsia"/>
                <w:lang w:eastAsia="zh-CN"/>
              </w:rPr>
            </w:pPr>
            <w:r>
              <w:rPr>
                <w:rFonts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73685676" w14:textId="77777777" w:rsidR="00C25B7D" w:rsidRPr="00E062F1" w:rsidRDefault="00C25B7D" w:rsidP="00C25B7D">
            <w:pPr>
              <w:pStyle w:val="TAC"/>
              <w:rPr>
                <w:lang w:eastAsia="zh-CN"/>
              </w:rPr>
            </w:pPr>
          </w:p>
        </w:tc>
      </w:tr>
      <w:tr w:rsidR="00C25B7D" w:rsidRPr="00E062F1" w14:paraId="0F53AFA8"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0751FD34" w14:textId="77777777" w:rsidR="00C25B7D" w:rsidRPr="00E062F1" w:rsidRDefault="00C25B7D" w:rsidP="00C25B7D">
            <w:pPr>
              <w:pStyle w:val="TAC"/>
            </w:pPr>
            <w:r w:rsidRPr="00E062F1">
              <w:t>CA_n</w:t>
            </w:r>
            <w:r w:rsidRPr="00E062F1">
              <w:rPr>
                <w:lang w:eastAsia="zh-CN"/>
              </w:rPr>
              <w:t>25</w:t>
            </w:r>
            <w:r w:rsidRPr="00E062F1">
              <w:t>A-n</w:t>
            </w:r>
            <w:r w:rsidRPr="00E062F1">
              <w:rPr>
                <w:lang w:eastAsia="zh-CN"/>
              </w:rPr>
              <w:t>261(2</w:t>
            </w:r>
            <w:r w:rsidRPr="00E062F1">
              <w:t>A</w:t>
            </w:r>
            <w:r w:rsidRPr="00E062F1">
              <w:rPr>
                <w:lang w:eastAsia="zh-CN"/>
              </w:rPr>
              <w:t>)</w:t>
            </w:r>
          </w:p>
        </w:tc>
        <w:tc>
          <w:tcPr>
            <w:tcW w:w="1232" w:type="dxa"/>
            <w:tcBorders>
              <w:top w:val="single" w:sz="4" w:space="0" w:color="auto"/>
              <w:left w:val="single" w:sz="4" w:space="0" w:color="auto"/>
              <w:bottom w:val="nil"/>
              <w:right w:val="single" w:sz="4" w:space="0" w:color="auto"/>
            </w:tcBorders>
            <w:shd w:val="clear" w:color="auto" w:fill="auto"/>
          </w:tcPr>
          <w:p w14:paraId="6F6B784C" w14:textId="77777777" w:rsidR="00C25B7D" w:rsidRPr="00E062F1" w:rsidRDefault="00C25B7D" w:rsidP="00C25B7D">
            <w:pPr>
              <w:pStyle w:val="TAC"/>
            </w:pPr>
            <w:r w:rsidRPr="00E062F1">
              <w:rPr>
                <w:lang w:eastAsia="zh-CN"/>
              </w:rPr>
              <w:t>-</w:t>
            </w:r>
          </w:p>
        </w:tc>
        <w:tc>
          <w:tcPr>
            <w:tcW w:w="737" w:type="dxa"/>
            <w:tcBorders>
              <w:top w:val="single" w:sz="4" w:space="0" w:color="auto"/>
              <w:left w:val="single" w:sz="4" w:space="0" w:color="auto"/>
              <w:right w:val="single" w:sz="4" w:space="0" w:color="auto"/>
            </w:tcBorders>
          </w:tcPr>
          <w:p w14:paraId="08F2F599" w14:textId="77777777" w:rsidR="00C25B7D" w:rsidRPr="00E062F1" w:rsidRDefault="00C25B7D" w:rsidP="00C25B7D">
            <w:pPr>
              <w:pStyle w:val="TAC"/>
              <w:rPr>
                <w:lang w:eastAsia="zh-CN"/>
              </w:rPr>
            </w:pPr>
            <w:r w:rsidRPr="00E062F1">
              <w:rPr>
                <w:lang w:eastAsia="zh-CN"/>
              </w:rPr>
              <w:t>n25</w:t>
            </w:r>
          </w:p>
        </w:tc>
        <w:tc>
          <w:tcPr>
            <w:tcW w:w="671" w:type="dxa"/>
            <w:tcBorders>
              <w:top w:val="single" w:sz="4" w:space="0" w:color="auto"/>
              <w:left w:val="single" w:sz="4" w:space="0" w:color="auto"/>
              <w:bottom w:val="single" w:sz="4" w:space="0" w:color="auto"/>
              <w:right w:val="single" w:sz="4" w:space="0" w:color="auto"/>
            </w:tcBorders>
          </w:tcPr>
          <w:p w14:paraId="6FE07E42" w14:textId="77777777" w:rsidR="00C25B7D" w:rsidRPr="005F427A" w:rsidRDefault="00C25B7D" w:rsidP="00C25B7D">
            <w:pPr>
              <w:pStyle w:val="TAC"/>
              <w:rPr>
                <w:rFonts w:eastAsiaTheme="minorEastAsia"/>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1258A5FC"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DE47FB3"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7203D6FB"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85B5D30"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0412B39D"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5C8131D9"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63624B4A"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4CEF4095"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18D60C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7C6AB8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BAF2FD7"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ACAFDD5"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4878AD18"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58954DF4"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72DC7A7B" w14:textId="77777777" w:rsidR="00C25B7D" w:rsidRPr="00E062F1" w:rsidRDefault="00C25B7D" w:rsidP="00C25B7D">
            <w:pPr>
              <w:pStyle w:val="TAC"/>
              <w:rPr>
                <w:lang w:eastAsia="zh-CN"/>
              </w:rPr>
            </w:pPr>
            <w:r>
              <w:rPr>
                <w:rFonts w:hint="eastAsia"/>
                <w:lang w:eastAsia="zh-CN"/>
              </w:rPr>
              <w:t>0</w:t>
            </w:r>
          </w:p>
        </w:tc>
      </w:tr>
      <w:tr w:rsidR="00C25B7D" w:rsidRPr="00E062F1" w14:paraId="73B057AF"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88673F6"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791B531F" w14:textId="77777777" w:rsidR="00C25B7D" w:rsidRPr="00E062F1" w:rsidRDefault="00C25B7D" w:rsidP="00C25B7D">
            <w:pPr>
              <w:pStyle w:val="TAC"/>
            </w:pPr>
          </w:p>
        </w:tc>
        <w:tc>
          <w:tcPr>
            <w:tcW w:w="737" w:type="dxa"/>
            <w:tcBorders>
              <w:top w:val="single" w:sz="4" w:space="0" w:color="auto"/>
              <w:left w:val="single" w:sz="4" w:space="0" w:color="auto"/>
              <w:right w:val="single" w:sz="4" w:space="0" w:color="auto"/>
            </w:tcBorders>
          </w:tcPr>
          <w:p w14:paraId="2850B34A" w14:textId="77777777" w:rsidR="00C25B7D" w:rsidRPr="00E062F1" w:rsidRDefault="00C25B7D" w:rsidP="00C25B7D">
            <w:pPr>
              <w:pStyle w:val="TAC"/>
              <w:rPr>
                <w:lang w:eastAsia="zh-CN"/>
              </w:rPr>
            </w:pPr>
            <w:r w:rsidRPr="00E062F1">
              <w:rPr>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3AFAEE6E" w14:textId="3F1439E8" w:rsidR="00C25B7D" w:rsidRPr="00E062F1" w:rsidRDefault="00C25B7D" w:rsidP="00C25B7D">
            <w:pPr>
              <w:pStyle w:val="TAC"/>
              <w:rPr>
                <w:lang w:eastAsia="zh-CN"/>
              </w:rPr>
            </w:pPr>
            <w:r w:rsidRPr="00E062F1">
              <w:rPr>
                <w:rFonts w:cs="Arial"/>
                <w:lang w:eastAsia="ja-JP"/>
              </w:rPr>
              <w:t>CA_n2</w:t>
            </w:r>
            <w:r w:rsidRPr="00E062F1">
              <w:rPr>
                <w:rFonts w:cs="Arial"/>
                <w:lang w:eastAsia="zh-CN"/>
              </w:rPr>
              <w:t>61(2A)</w:t>
            </w:r>
          </w:p>
        </w:tc>
        <w:tc>
          <w:tcPr>
            <w:tcW w:w="1345" w:type="dxa"/>
            <w:tcBorders>
              <w:top w:val="nil"/>
              <w:left w:val="single" w:sz="4" w:space="0" w:color="auto"/>
              <w:bottom w:val="single" w:sz="4" w:space="0" w:color="auto"/>
              <w:right w:val="single" w:sz="4" w:space="0" w:color="auto"/>
            </w:tcBorders>
            <w:shd w:val="clear" w:color="auto" w:fill="auto"/>
          </w:tcPr>
          <w:p w14:paraId="4799D5EA" w14:textId="77777777" w:rsidR="00C25B7D" w:rsidRPr="00E062F1" w:rsidRDefault="00C25B7D" w:rsidP="00C25B7D">
            <w:pPr>
              <w:pStyle w:val="TAC"/>
              <w:rPr>
                <w:lang w:eastAsia="zh-CN"/>
              </w:rPr>
            </w:pPr>
          </w:p>
        </w:tc>
      </w:tr>
      <w:tr w:rsidR="00C25B7D" w:rsidRPr="00E062F1" w14:paraId="6554088F"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04CC650" w14:textId="77777777" w:rsidR="00C25B7D" w:rsidRPr="00E062F1" w:rsidRDefault="00C25B7D" w:rsidP="00C25B7D">
            <w:pPr>
              <w:pStyle w:val="TAC"/>
            </w:pPr>
            <w:r w:rsidRPr="00E062F1">
              <w:t>CA_n</w:t>
            </w:r>
            <w:r w:rsidRPr="00E062F1">
              <w:rPr>
                <w:lang w:eastAsia="zh-CN"/>
              </w:rPr>
              <w:t>28</w:t>
            </w:r>
            <w:r w:rsidRPr="00E062F1">
              <w:t>A-n</w:t>
            </w:r>
            <w:r w:rsidRPr="00E062F1">
              <w:rPr>
                <w:lang w:eastAsia="zh-CN"/>
              </w:rPr>
              <w:t>257A</w:t>
            </w:r>
          </w:p>
        </w:tc>
        <w:tc>
          <w:tcPr>
            <w:tcW w:w="1232" w:type="dxa"/>
            <w:tcBorders>
              <w:left w:val="single" w:sz="4" w:space="0" w:color="auto"/>
              <w:bottom w:val="nil"/>
              <w:right w:val="single" w:sz="4" w:space="0" w:color="auto"/>
            </w:tcBorders>
            <w:shd w:val="clear" w:color="auto" w:fill="auto"/>
          </w:tcPr>
          <w:p w14:paraId="0C60CB33" w14:textId="77777777" w:rsidR="00C25B7D" w:rsidRPr="00E062F1" w:rsidRDefault="00C25B7D" w:rsidP="00C25B7D">
            <w:pPr>
              <w:pStyle w:val="TAC"/>
            </w:pPr>
            <w:r w:rsidRPr="00E062F1">
              <w:t>CA_n</w:t>
            </w:r>
            <w:r w:rsidRPr="00E062F1">
              <w:rPr>
                <w:lang w:eastAsia="zh-CN"/>
              </w:rPr>
              <w:t>28</w:t>
            </w:r>
            <w:r w:rsidRPr="00E062F1">
              <w:t>A-n</w:t>
            </w:r>
            <w:r w:rsidRPr="00E062F1">
              <w:rPr>
                <w:lang w:eastAsia="zh-CN"/>
              </w:rPr>
              <w:t>257A</w:t>
            </w:r>
          </w:p>
        </w:tc>
        <w:tc>
          <w:tcPr>
            <w:tcW w:w="737" w:type="dxa"/>
            <w:tcBorders>
              <w:left w:val="single" w:sz="4" w:space="0" w:color="auto"/>
              <w:bottom w:val="single" w:sz="4" w:space="0" w:color="auto"/>
              <w:right w:val="single" w:sz="4" w:space="0" w:color="auto"/>
            </w:tcBorders>
          </w:tcPr>
          <w:p w14:paraId="786018B9" w14:textId="77777777" w:rsidR="00C25B7D" w:rsidRPr="00E062F1" w:rsidRDefault="00C25B7D" w:rsidP="00C25B7D">
            <w:pPr>
              <w:pStyle w:val="TAC"/>
            </w:pPr>
            <w:r w:rsidRPr="00E062F1">
              <w:rPr>
                <w:lang w:eastAsia="zh-CN"/>
              </w:rPr>
              <w:t>n28</w:t>
            </w:r>
          </w:p>
        </w:tc>
        <w:tc>
          <w:tcPr>
            <w:tcW w:w="671" w:type="dxa"/>
            <w:tcBorders>
              <w:top w:val="single" w:sz="4" w:space="0" w:color="auto"/>
              <w:left w:val="single" w:sz="4" w:space="0" w:color="auto"/>
              <w:bottom w:val="single" w:sz="4" w:space="0" w:color="auto"/>
              <w:right w:val="single" w:sz="4" w:space="0" w:color="auto"/>
            </w:tcBorders>
          </w:tcPr>
          <w:p w14:paraId="6154DD38" w14:textId="77777777" w:rsidR="00C25B7D" w:rsidRPr="00E062F1" w:rsidRDefault="00C25B7D" w:rsidP="00C25B7D">
            <w:pPr>
              <w:pStyle w:val="TAC"/>
              <w:rPr>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0FB78B28" w14:textId="77777777" w:rsidR="00C25B7D" w:rsidRPr="00E062F1" w:rsidRDefault="00C25B7D" w:rsidP="00C25B7D">
            <w:pPr>
              <w:pStyle w:val="TAC"/>
              <w:rPr>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0F6240E5" w14:textId="77777777" w:rsidR="00C25B7D" w:rsidRPr="00E062F1" w:rsidRDefault="00C25B7D" w:rsidP="00C25B7D">
            <w:pPr>
              <w:pStyle w:val="TAC"/>
              <w:rPr>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7604FFB" w14:textId="77777777" w:rsidR="00C25B7D" w:rsidRPr="00E062F1" w:rsidRDefault="00C25B7D" w:rsidP="00C25B7D">
            <w:pPr>
              <w:pStyle w:val="TAC"/>
              <w:rPr>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4E93244"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113A2BA1"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FA8798E"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D4C3405"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6F749255"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61EC415"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555478C"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3A6B19A"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5CF868CA"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40D8F35C" w14:textId="77777777" w:rsidR="00C25B7D" w:rsidRPr="00E062F1" w:rsidRDefault="00C25B7D" w:rsidP="00C25B7D">
            <w:pPr>
              <w:pStyle w:val="TAC"/>
              <w:rPr>
                <w:rFonts w:eastAsia="Yu Mincho"/>
              </w:rPr>
            </w:pPr>
          </w:p>
        </w:tc>
        <w:tc>
          <w:tcPr>
            <w:tcW w:w="677" w:type="dxa"/>
            <w:tcBorders>
              <w:top w:val="single" w:sz="4" w:space="0" w:color="auto"/>
              <w:left w:val="single" w:sz="4" w:space="0" w:color="auto"/>
              <w:bottom w:val="single" w:sz="4" w:space="0" w:color="auto"/>
              <w:right w:val="single" w:sz="4" w:space="0" w:color="auto"/>
            </w:tcBorders>
          </w:tcPr>
          <w:p w14:paraId="5DFCF26D" w14:textId="77777777" w:rsidR="00C25B7D" w:rsidRPr="00E062F1" w:rsidRDefault="00C25B7D" w:rsidP="00C25B7D">
            <w:pPr>
              <w:pStyle w:val="TAC"/>
              <w:rPr>
                <w:rFonts w:eastAsia="Yu Mincho"/>
              </w:rPr>
            </w:pPr>
          </w:p>
        </w:tc>
        <w:tc>
          <w:tcPr>
            <w:tcW w:w="1345" w:type="dxa"/>
            <w:tcBorders>
              <w:left w:val="single" w:sz="4" w:space="0" w:color="auto"/>
              <w:bottom w:val="nil"/>
              <w:right w:val="single" w:sz="4" w:space="0" w:color="auto"/>
            </w:tcBorders>
            <w:shd w:val="clear" w:color="auto" w:fill="auto"/>
          </w:tcPr>
          <w:p w14:paraId="4BED2FEA" w14:textId="77777777" w:rsidR="00C25B7D" w:rsidRPr="00E062F1" w:rsidRDefault="00C25B7D" w:rsidP="00C25B7D">
            <w:pPr>
              <w:pStyle w:val="TAC"/>
              <w:rPr>
                <w:lang w:eastAsia="zh-CN"/>
              </w:rPr>
            </w:pPr>
            <w:r>
              <w:rPr>
                <w:rFonts w:hint="eastAsia"/>
                <w:lang w:eastAsia="zh-CN"/>
              </w:rPr>
              <w:t>0</w:t>
            </w:r>
          </w:p>
        </w:tc>
      </w:tr>
      <w:tr w:rsidR="00C25B7D" w:rsidRPr="00E062F1" w14:paraId="57DAC608"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3D94D02"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226C379F"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2C9E85D6" w14:textId="77777777" w:rsidR="00C25B7D" w:rsidRPr="00E062F1" w:rsidRDefault="00C25B7D" w:rsidP="00C25B7D">
            <w:pPr>
              <w:pStyle w:val="TAC"/>
            </w:pPr>
            <w:r w:rsidRPr="00E062F1">
              <w:rPr>
                <w:lang w:eastAsia="zh-CN"/>
              </w:rPr>
              <w:t>n257</w:t>
            </w:r>
          </w:p>
        </w:tc>
        <w:tc>
          <w:tcPr>
            <w:tcW w:w="671" w:type="dxa"/>
            <w:tcBorders>
              <w:top w:val="single" w:sz="4" w:space="0" w:color="auto"/>
              <w:left w:val="single" w:sz="4" w:space="0" w:color="auto"/>
              <w:bottom w:val="single" w:sz="4" w:space="0" w:color="auto"/>
              <w:right w:val="single" w:sz="4" w:space="0" w:color="auto"/>
            </w:tcBorders>
          </w:tcPr>
          <w:p w14:paraId="6E26B285"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5D9B7886"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306B8F36"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2961DEFD"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AB4579E"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63921BB8"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73E3B15"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96D7B48"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81F4D4C"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3E55C24"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10C8A6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926432C"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0BEBB9D7" w14:textId="77777777" w:rsidR="00C25B7D" w:rsidRPr="005F427A" w:rsidRDefault="00C25B7D" w:rsidP="00C25B7D">
            <w:pPr>
              <w:pStyle w:val="TAC"/>
              <w:rPr>
                <w:rFonts w:eastAsiaTheme="minorEastAsia"/>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6D453230" w14:textId="77777777" w:rsidR="00C25B7D" w:rsidRPr="005F427A" w:rsidRDefault="00C25B7D" w:rsidP="00C25B7D">
            <w:pPr>
              <w:pStyle w:val="TAC"/>
              <w:rPr>
                <w:rFonts w:eastAsiaTheme="minorEastAsia"/>
                <w:lang w:eastAsia="zh-CN"/>
              </w:rPr>
            </w:pPr>
            <w:r>
              <w:rPr>
                <w:rFonts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12A3476A" w14:textId="77777777" w:rsidR="00C25B7D" w:rsidRPr="005F427A" w:rsidRDefault="00C25B7D" w:rsidP="00C25B7D">
            <w:pPr>
              <w:pStyle w:val="TAC"/>
              <w:rPr>
                <w:rFonts w:eastAsiaTheme="minorEastAsia"/>
                <w:lang w:eastAsia="zh-CN"/>
              </w:rPr>
            </w:pPr>
            <w:r>
              <w:rPr>
                <w:rFonts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1CF7573F" w14:textId="77777777" w:rsidR="00C25B7D" w:rsidRPr="00E062F1" w:rsidRDefault="00C25B7D" w:rsidP="00C25B7D">
            <w:pPr>
              <w:pStyle w:val="TAC"/>
              <w:rPr>
                <w:lang w:eastAsia="zh-CN"/>
              </w:rPr>
            </w:pPr>
          </w:p>
        </w:tc>
      </w:tr>
      <w:tr w:rsidR="00C25B7D" w:rsidRPr="00E062F1" w14:paraId="654B334B"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46CB6BB2" w14:textId="77777777" w:rsidR="00C25B7D" w:rsidRPr="00E062F1" w:rsidRDefault="00C25B7D" w:rsidP="00C25B7D">
            <w:pPr>
              <w:pStyle w:val="TAC"/>
            </w:pPr>
            <w:r w:rsidRPr="00E062F1">
              <w:t>CA_n</w:t>
            </w:r>
            <w:r w:rsidRPr="00E062F1">
              <w:rPr>
                <w:lang w:eastAsia="zh-CN"/>
              </w:rPr>
              <w:t>28</w:t>
            </w:r>
            <w:r w:rsidRPr="00E062F1">
              <w:t>A-n</w:t>
            </w:r>
            <w:r w:rsidRPr="00E062F1">
              <w:rPr>
                <w:lang w:eastAsia="zh-CN"/>
              </w:rPr>
              <w:t>257D</w:t>
            </w:r>
          </w:p>
        </w:tc>
        <w:tc>
          <w:tcPr>
            <w:tcW w:w="1232" w:type="dxa"/>
            <w:tcBorders>
              <w:top w:val="single" w:sz="4" w:space="0" w:color="auto"/>
              <w:left w:val="single" w:sz="4" w:space="0" w:color="auto"/>
              <w:bottom w:val="nil"/>
              <w:right w:val="single" w:sz="4" w:space="0" w:color="auto"/>
            </w:tcBorders>
            <w:shd w:val="clear" w:color="auto" w:fill="auto"/>
          </w:tcPr>
          <w:p w14:paraId="1EEBAA26" w14:textId="77777777" w:rsidR="0035585D" w:rsidRPr="00E062F1" w:rsidRDefault="00C25B7D" w:rsidP="0035585D">
            <w:pPr>
              <w:pStyle w:val="TAC"/>
              <w:rPr>
                <w:rFonts w:cs="Arial"/>
                <w:szCs w:val="18"/>
              </w:rPr>
            </w:pPr>
            <w:r w:rsidRPr="00E062F1">
              <w:t>CA_n</w:t>
            </w:r>
            <w:r w:rsidRPr="00E062F1">
              <w:rPr>
                <w:lang w:eastAsia="zh-CN"/>
              </w:rPr>
              <w:t>28</w:t>
            </w:r>
            <w:r w:rsidRPr="00E062F1">
              <w:t>A-n</w:t>
            </w:r>
            <w:r w:rsidRPr="00E062F1">
              <w:rPr>
                <w:lang w:eastAsia="zh-CN"/>
              </w:rPr>
              <w:t>257A</w:t>
            </w:r>
          </w:p>
          <w:p w14:paraId="04EF5F5D" w14:textId="51EB2D80" w:rsidR="00C25B7D" w:rsidRPr="00E062F1" w:rsidRDefault="00C25B7D" w:rsidP="00C25B7D">
            <w:pPr>
              <w:pStyle w:val="TAC"/>
            </w:pPr>
            <w:r w:rsidRPr="00E062F1">
              <w:t>CA_n</w:t>
            </w:r>
            <w:r w:rsidRPr="00E062F1">
              <w:rPr>
                <w:lang w:eastAsia="zh-CN"/>
              </w:rPr>
              <w:t>28</w:t>
            </w:r>
            <w:r w:rsidRPr="00E062F1">
              <w:t>A-n</w:t>
            </w:r>
            <w:r w:rsidRPr="00E062F1">
              <w:rPr>
                <w:lang w:eastAsia="zh-CN"/>
              </w:rPr>
              <w:t>257D</w:t>
            </w:r>
          </w:p>
        </w:tc>
        <w:tc>
          <w:tcPr>
            <w:tcW w:w="737" w:type="dxa"/>
            <w:tcBorders>
              <w:top w:val="single" w:sz="4" w:space="0" w:color="auto"/>
              <w:left w:val="single" w:sz="4" w:space="0" w:color="auto"/>
              <w:right w:val="single" w:sz="4" w:space="0" w:color="auto"/>
            </w:tcBorders>
          </w:tcPr>
          <w:p w14:paraId="6E2A2223" w14:textId="77777777" w:rsidR="00C25B7D" w:rsidRPr="00E062F1" w:rsidRDefault="00C25B7D" w:rsidP="00C25B7D">
            <w:pPr>
              <w:pStyle w:val="TAC"/>
              <w:rPr>
                <w:lang w:eastAsia="zh-CN"/>
              </w:rPr>
            </w:pPr>
            <w:r w:rsidRPr="00E062F1">
              <w:rPr>
                <w:lang w:eastAsia="zh-CN"/>
              </w:rPr>
              <w:t>n28</w:t>
            </w:r>
          </w:p>
        </w:tc>
        <w:tc>
          <w:tcPr>
            <w:tcW w:w="671" w:type="dxa"/>
            <w:tcBorders>
              <w:top w:val="single" w:sz="4" w:space="0" w:color="auto"/>
              <w:left w:val="single" w:sz="4" w:space="0" w:color="auto"/>
              <w:bottom w:val="single" w:sz="4" w:space="0" w:color="auto"/>
              <w:right w:val="single" w:sz="4" w:space="0" w:color="auto"/>
            </w:tcBorders>
          </w:tcPr>
          <w:p w14:paraId="1D084E92" w14:textId="77777777" w:rsidR="00C25B7D" w:rsidRPr="005F427A" w:rsidRDefault="00C25B7D" w:rsidP="00C25B7D">
            <w:pPr>
              <w:pStyle w:val="TAC"/>
              <w:rPr>
                <w:rFonts w:eastAsiaTheme="minorEastAsia"/>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62BAF7A0"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39BAA4FE"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8588561"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701C3AB" w14:textId="77777777" w:rsidR="00C25B7D" w:rsidRPr="00E062F1" w:rsidRDefault="00C25B7D" w:rsidP="00C25B7D">
            <w:pPr>
              <w:pStyle w:val="TAC"/>
              <w:rPr>
                <w:rFonts w:cs="Arial"/>
              </w:rPr>
            </w:pPr>
          </w:p>
        </w:tc>
        <w:tc>
          <w:tcPr>
            <w:tcW w:w="671" w:type="dxa"/>
            <w:gridSpan w:val="2"/>
            <w:tcBorders>
              <w:top w:val="single" w:sz="4" w:space="0" w:color="auto"/>
              <w:left w:val="single" w:sz="4" w:space="0" w:color="auto"/>
              <w:bottom w:val="single" w:sz="4" w:space="0" w:color="auto"/>
              <w:right w:val="single" w:sz="4" w:space="0" w:color="auto"/>
            </w:tcBorders>
          </w:tcPr>
          <w:p w14:paraId="69BC1A09"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703FBDD5"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58628A2A"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575B5BC7"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66DCB80F"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3C8DFE54"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2E629F0E"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87C9AF4"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7F514553"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6BDD7451" w14:textId="77777777" w:rsidR="00C25B7D" w:rsidRPr="00E062F1" w:rsidRDefault="00C25B7D" w:rsidP="00C25B7D">
            <w:pPr>
              <w:pStyle w:val="TAC"/>
              <w:rPr>
                <w:rFonts w:eastAsia="Yu Mincho"/>
                <w:szCs w:val="18"/>
              </w:rPr>
            </w:pPr>
          </w:p>
        </w:tc>
        <w:tc>
          <w:tcPr>
            <w:tcW w:w="1345" w:type="dxa"/>
            <w:tcBorders>
              <w:top w:val="single" w:sz="4" w:space="0" w:color="auto"/>
              <w:left w:val="single" w:sz="4" w:space="0" w:color="auto"/>
              <w:bottom w:val="nil"/>
              <w:right w:val="single" w:sz="4" w:space="0" w:color="auto"/>
            </w:tcBorders>
            <w:shd w:val="clear" w:color="auto" w:fill="auto"/>
          </w:tcPr>
          <w:p w14:paraId="29C4284F" w14:textId="77777777" w:rsidR="00C25B7D" w:rsidRPr="00E062F1" w:rsidRDefault="00C25B7D" w:rsidP="00C25B7D">
            <w:pPr>
              <w:pStyle w:val="TAC"/>
              <w:rPr>
                <w:lang w:eastAsia="zh-CN"/>
              </w:rPr>
            </w:pPr>
            <w:r>
              <w:rPr>
                <w:rFonts w:hint="eastAsia"/>
                <w:lang w:eastAsia="zh-CN"/>
              </w:rPr>
              <w:t>0</w:t>
            </w:r>
          </w:p>
        </w:tc>
      </w:tr>
      <w:tr w:rsidR="00C25B7D" w:rsidRPr="00E062F1" w14:paraId="5E2122E9"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0FBA0DC"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2056DEE2" w14:textId="77777777" w:rsidR="00C25B7D" w:rsidRPr="00E062F1" w:rsidRDefault="00C25B7D" w:rsidP="00C25B7D">
            <w:pPr>
              <w:pStyle w:val="TAC"/>
            </w:pPr>
          </w:p>
        </w:tc>
        <w:tc>
          <w:tcPr>
            <w:tcW w:w="737" w:type="dxa"/>
            <w:tcBorders>
              <w:top w:val="single" w:sz="4" w:space="0" w:color="auto"/>
              <w:left w:val="single" w:sz="4" w:space="0" w:color="auto"/>
              <w:right w:val="single" w:sz="4" w:space="0" w:color="auto"/>
            </w:tcBorders>
          </w:tcPr>
          <w:p w14:paraId="3FB1381A" w14:textId="77777777" w:rsidR="00C25B7D" w:rsidRPr="00E062F1" w:rsidRDefault="00C25B7D" w:rsidP="00C25B7D">
            <w:pPr>
              <w:pStyle w:val="TAC"/>
              <w:rPr>
                <w:lang w:eastAsia="zh-CN"/>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0CC21989" w14:textId="078B813B" w:rsidR="00C25B7D" w:rsidRPr="00E062F1" w:rsidRDefault="00C25B7D" w:rsidP="00C25B7D">
            <w:pPr>
              <w:pStyle w:val="TAC"/>
              <w:rPr>
                <w:rFonts w:eastAsia="Yu Mincho"/>
                <w:szCs w:val="18"/>
              </w:rPr>
            </w:pPr>
            <w:r w:rsidRPr="00E062F1">
              <w:rPr>
                <w:rFonts w:cs="Arial"/>
                <w:lang w:eastAsia="ja-JP"/>
              </w:rPr>
              <w:t>CA_n257</w:t>
            </w:r>
            <w:r w:rsidRPr="00E062F1">
              <w:rPr>
                <w:rFonts w:cs="Arial"/>
                <w:lang w:eastAsia="zh-CN"/>
              </w:rPr>
              <w:t>D</w:t>
            </w:r>
          </w:p>
        </w:tc>
        <w:tc>
          <w:tcPr>
            <w:tcW w:w="1345" w:type="dxa"/>
            <w:tcBorders>
              <w:top w:val="nil"/>
              <w:left w:val="single" w:sz="4" w:space="0" w:color="auto"/>
              <w:bottom w:val="single" w:sz="4" w:space="0" w:color="auto"/>
              <w:right w:val="single" w:sz="4" w:space="0" w:color="auto"/>
            </w:tcBorders>
            <w:shd w:val="clear" w:color="auto" w:fill="auto"/>
          </w:tcPr>
          <w:p w14:paraId="0D5A5951" w14:textId="77777777" w:rsidR="00C25B7D" w:rsidRPr="00E062F1" w:rsidRDefault="00C25B7D" w:rsidP="00C25B7D">
            <w:pPr>
              <w:pStyle w:val="TAC"/>
              <w:rPr>
                <w:lang w:eastAsia="zh-CN"/>
              </w:rPr>
            </w:pPr>
          </w:p>
        </w:tc>
      </w:tr>
      <w:tr w:rsidR="00C25B7D" w:rsidRPr="00E062F1" w14:paraId="5416B0F5"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561E5575" w14:textId="77777777" w:rsidR="00C25B7D" w:rsidRPr="00E062F1" w:rsidRDefault="00C25B7D" w:rsidP="00C25B7D">
            <w:pPr>
              <w:pStyle w:val="TAC"/>
            </w:pPr>
            <w:r w:rsidRPr="00E062F1">
              <w:lastRenderedPageBreak/>
              <w:t>CA_n</w:t>
            </w:r>
            <w:r w:rsidRPr="00E062F1">
              <w:rPr>
                <w:lang w:eastAsia="zh-CN"/>
              </w:rPr>
              <w:t>28</w:t>
            </w:r>
            <w:r w:rsidRPr="00E062F1">
              <w:t>A-n</w:t>
            </w:r>
            <w:r w:rsidRPr="00E062F1">
              <w:rPr>
                <w:lang w:eastAsia="zh-CN"/>
              </w:rPr>
              <w:t>257G</w:t>
            </w:r>
          </w:p>
        </w:tc>
        <w:tc>
          <w:tcPr>
            <w:tcW w:w="1232" w:type="dxa"/>
            <w:tcBorders>
              <w:top w:val="single" w:sz="4" w:space="0" w:color="auto"/>
              <w:left w:val="single" w:sz="4" w:space="0" w:color="auto"/>
              <w:bottom w:val="nil"/>
              <w:right w:val="single" w:sz="4" w:space="0" w:color="auto"/>
            </w:tcBorders>
            <w:shd w:val="clear" w:color="auto" w:fill="auto"/>
          </w:tcPr>
          <w:p w14:paraId="766B980A" w14:textId="77777777" w:rsidR="0035585D" w:rsidRPr="00E062F1" w:rsidRDefault="00C25B7D" w:rsidP="0035585D">
            <w:pPr>
              <w:pStyle w:val="TAC"/>
              <w:rPr>
                <w:rFonts w:cs="Arial"/>
                <w:szCs w:val="18"/>
              </w:rPr>
            </w:pPr>
            <w:r w:rsidRPr="00E062F1">
              <w:t>CA_n</w:t>
            </w:r>
            <w:r w:rsidRPr="00E062F1">
              <w:rPr>
                <w:lang w:eastAsia="zh-CN"/>
              </w:rPr>
              <w:t>28</w:t>
            </w:r>
            <w:r w:rsidRPr="00E062F1">
              <w:t>A-n</w:t>
            </w:r>
            <w:r w:rsidRPr="00E062F1">
              <w:rPr>
                <w:lang w:eastAsia="zh-CN"/>
              </w:rPr>
              <w:t>257</w:t>
            </w:r>
            <w:r w:rsidRPr="00E062F1">
              <w:t>A</w:t>
            </w:r>
          </w:p>
          <w:p w14:paraId="64C14045" w14:textId="18B4B7FD" w:rsidR="00C25B7D" w:rsidRPr="00E062F1" w:rsidRDefault="00C25B7D" w:rsidP="00C25B7D">
            <w:pPr>
              <w:pStyle w:val="TAC"/>
            </w:pPr>
            <w:r w:rsidRPr="00E062F1">
              <w:t>CA_n</w:t>
            </w:r>
            <w:r w:rsidRPr="00E062F1">
              <w:rPr>
                <w:lang w:eastAsia="zh-CN"/>
              </w:rPr>
              <w:t>28</w:t>
            </w:r>
            <w:r w:rsidRPr="00E062F1">
              <w:t>A-n</w:t>
            </w:r>
            <w:r w:rsidRPr="00E062F1">
              <w:rPr>
                <w:lang w:eastAsia="zh-CN"/>
              </w:rPr>
              <w:t>257G</w:t>
            </w:r>
          </w:p>
        </w:tc>
        <w:tc>
          <w:tcPr>
            <w:tcW w:w="737" w:type="dxa"/>
            <w:tcBorders>
              <w:top w:val="single" w:sz="4" w:space="0" w:color="auto"/>
              <w:left w:val="single" w:sz="4" w:space="0" w:color="auto"/>
              <w:right w:val="single" w:sz="4" w:space="0" w:color="auto"/>
            </w:tcBorders>
          </w:tcPr>
          <w:p w14:paraId="64CB7DF1" w14:textId="77777777" w:rsidR="00C25B7D" w:rsidRPr="00E062F1" w:rsidRDefault="00C25B7D" w:rsidP="00C25B7D">
            <w:pPr>
              <w:pStyle w:val="TAC"/>
              <w:rPr>
                <w:lang w:eastAsia="zh-CN"/>
              </w:rPr>
            </w:pPr>
            <w:r w:rsidRPr="00E062F1">
              <w:rPr>
                <w:lang w:eastAsia="zh-CN"/>
              </w:rPr>
              <w:t>n28</w:t>
            </w:r>
          </w:p>
        </w:tc>
        <w:tc>
          <w:tcPr>
            <w:tcW w:w="671" w:type="dxa"/>
            <w:tcBorders>
              <w:top w:val="single" w:sz="4" w:space="0" w:color="auto"/>
              <w:left w:val="single" w:sz="4" w:space="0" w:color="auto"/>
              <w:bottom w:val="single" w:sz="4" w:space="0" w:color="auto"/>
              <w:right w:val="single" w:sz="4" w:space="0" w:color="auto"/>
            </w:tcBorders>
          </w:tcPr>
          <w:p w14:paraId="64DF7401" w14:textId="77777777" w:rsidR="00C25B7D" w:rsidRPr="005F427A" w:rsidRDefault="00C25B7D" w:rsidP="00C25B7D">
            <w:pPr>
              <w:pStyle w:val="TAC"/>
              <w:rPr>
                <w:rFonts w:eastAsiaTheme="minorEastAsia"/>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6B72337C"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172E162F"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E15BF8C"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36239BA" w14:textId="77777777" w:rsidR="00C25B7D" w:rsidRPr="00E062F1" w:rsidRDefault="00C25B7D" w:rsidP="00C25B7D">
            <w:pPr>
              <w:pStyle w:val="TAC"/>
              <w:rPr>
                <w:rFonts w:cs="Arial"/>
              </w:rPr>
            </w:pPr>
          </w:p>
        </w:tc>
        <w:tc>
          <w:tcPr>
            <w:tcW w:w="671" w:type="dxa"/>
            <w:gridSpan w:val="2"/>
            <w:tcBorders>
              <w:top w:val="single" w:sz="4" w:space="0" w:color="auto"/>
              <w:left w:val="single" w:sz="4" w:space="0" w:color="auto"/>
              <w:bottom w:val="single" w:sz="4" w:space="0" w:color="auto"/>
              <w:right w:val="single" w:sz="4" w:space="0" w:color="auto"/>
            </w:tcBorders>
          </w:tcPr>
          <w:p w14:paraId="6A4D3C35"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300B9A77"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48319F92"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32C383CC"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11A40832"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5CDB2CE5"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5F563903"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9D6108B"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74455FE9"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247D6F6C" w14:textId="77777777" w:rsidR="00C25B7D" w:rsidRPr="00E062F1" w:rsidRDefault="00C25B7D" w:rsidP="00C25B7D">
            <w:pPr>
              <w:pStyle w:val="TAC"/>
              <w:rPr>
                <w:rFonts w:eastAsia="Yu Mincho"/>
                <w:szCs w:val="18"/>
              </w:rPr>
            </w:pPr>
          </w:p>
        </w:tc>
        <w:tc>
          <w:tcPr>
            <w:tcW w:w="1345" w:type="dxa"/>
            <w:tcBorders>
              <w:top w:val="single" w:sz="4" w:space="0" w:color="auto"/>
              <w:left w:val="single" w:sz="4" w:space="0" w:color="auto"/>
              <w:bottom w:val="nil"/>
              <w:right w:val="single" w:sz="4" w:space="0" w:color="auto"/>
            </w:tcBorders>
            <w:shd w:val="clear" w:color="auto" w:fill="auto"/>
          </w:tcPr>
          <w:p w14:paraId="7B284CC9" w14:textId="77777777" w:rsidR="00C25B7D" w:rsidRPr="00E062F1" w:rsidRDefault="00C25B7D" w:rsidP="00C25B7D">
            <w:pPr>
              <w:pStyle w:val="TAC"/>
              <w:rPr>
                <w:lang w:eastAsia="zh-CN"/>
              </w:rPr>
            </w:pPr>
            <w:r>
              <w:rPr>
                <w:rFonts w:hint="eastAsia"/>
                <w:lang w:eastAsia="zh-CN"/>
              </w:rPr>
              <w:t>0</w:t>
            </w:r>
          </w:p>
        </w:tc>
      </w:tr>
      <w:tr w:rsidR="00C25B7D" w:rsidRPr="00E062F1" w14:paraId="2BBEBB5B"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58F7D40"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6CC4B659" w14:textId="77777777" w:rsidR="00C25B7D" w:rsidRPr="00E062F1" w:rsidRDefault="00C25B7D" w:rsidP="00C25B7D">
            <w:pPr>
              <w:pStyle w:val="TAC"/>
            </w:pPr>
          </w:p>
        </w:tc>
        <w:tc>
          <w:tcPr>
            <w:tcW w:w="737" w:type="dxa"/>
            <w:tcBorders>
              <w:top w:val="single" w:sz="4" w:space="0" w:color="auto"/>
              <w:left w:val="single" w:sz="4" w:space="0" w:color="auto"/>
              <w:right w:val="single" w:sz="4" w:space="0" w:color="auto"/>
            </w:tcBorders>
          </w:tcPr>
          <w:p w14:paraId="519453B7" w14:textId="77777777" w:rsidR="00C25B7D" w:rsidRPr="00E062F1" w:rsidRDefault="00C25B7D" w:rsidP="00C25B7D">
            <w:pPr>
              <w:pStyle w:val="TAC"/>
              <w:rPr>
                <w:lang w:eastAsia="zh-CN"/>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425C7629" w14:textId="637C37EF" w:rsidR="00C25B7D" w:rsidRPr="00E062F1" w:rsidRDefault="00C25B7D" w:rsidP="00C25B7D">
            <w:pPr>
              <w:pStyle w:val="TAC"/>
              <w:rPr>
                <w:rFonts w:eastAsia="Yu Mincho"/>
                <w:szCs w:val="18"/>
              </w:rPr>
            </w:pPr>
            <w:r w:rsidRPr="00E062F1">
              <w:rPr>
                <w:rFonts w:cs="Arial"/>
                <w:lang w:eastAsia="ja-JP"/>
              </w:rPr>
              <w:t>CA_n257</w:t>
            </w:r>
            <w:r w:rsidRPr="00E062F1">
              <w:rPr>
                <w:rFonts w:cs="Arial"/>
                <w:lang w:eastAsia="zh-CN"/>
              </w:rPr>
              <w:t>G</w:t>
            </w:r>
          </w:p>
        </w:tc>
        <w:tc>
          <w:tcPr>
            <w:tcW w:w="1345" w:type="dxa"/>
            <w:tcBorders>
              <w:top w:val="nil"/>
              <w:left w:val="single" w:sz="4" w:space="0" w:color="auto"/>
              <w:bottom w:val="single" w:sz="4" w:space="0" w:color="auto"/>
              <w:right w:val="single" w:sz="4" w:space="0" w:color="auto"/>
            </w:tcBorders>
            <w:shd w:val="clear" w:color="auto" w:fill="auto"/>
          </w:tcPr>
          <w:p w14:paraId="702DE533" w14:textId="77777777" w:rsidR="00C25B7D" w:rsidRPr="00E062F1" w:rsidRDefault="00C25B7D" w:rsidP="00C25B7D">
            <w:pPr>
              <w:pStyle w:val="TAC"/>
              <w:rPr>
                <w:lang w:eastAsia="zh-CN"/>
              </w:rPr>
            </w:pPr>
          </w:p>
        </w:tc>
      </w:tr>
      <w:tr w:rsidR="00C25B7D" w:rsidRPr="00E062F1" w14:paraId="6F69FC2B"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448ED9F6" w14:textId="77777777" w:rsidR="00C25B7D" w:rsidRPr="00E062F1" w:rsidRDefault="00C25B7D" w:rsidP="00C25B7D">
            <w:pPr>
              <w:pStyle w:val="TAC"/>
            </w:pPr>
            <w:r w:rsidRPr="00E062F1">
              <w:t>CA_n</w:t>
            </w:r>
            <w:r w:rsidRPr="00E062F1">
              <w:rPr>
                <w:lang w:eastAsia="zh-CN"/>
              </w:rPr>
              <w:t>28</w:t>
            </w:r>
            <w:r w:rsidRPr="00E062F1">
              <w:t>A-n</w:t>
            </w:r>
            <w:r w:rsidRPr="00E062F1">
              <w:rPr>
                <w:lang w:eastAsia="zh-CN"/>
              </w:rPr>
              <w:t>257H</w:t>
            </w:r>
          </w:p>
        </w:tc>
        <w:tc>
          <w:tcPr>
            <w:tcW w:w="1232" w:type="dxa"/>
            <w:tcBorders>
              <w:top w:val="single" w:sz="4" w:space="0" w:color="auto"/>
              <w:left w:val="single" w:sz="4" w:space="0" w:color="auto"/>
              <w:bottom w:val="nil"/>
              <w:right w:val="single" w:sz="4" w:space="0" w:color="auto"/>
            </w:tcBorders>
            <w:shd w:val="clear" w:color="auto" w:fill="auto"/>
          </w:tcPr>
          <w:p w14:paraId="1CDCBE71" w14:textId="77777777" w:rsidR="0035585D" w:rsidRPr="00E062F1" w:rsidRDefault="00C25B7D" w:rsidP="0035585D">
            <w:pPr>
              <w:pStyle w:val="TAC"/>
              <w:rPr>
                <w:rFonts w:cs="Arial"/>
                <w:szCs w:val="18"/>
              </w:rPr>
            </w:pPr>
            <w:r w:rsidRPr="00E062F1">
              <w:t>CA_n</w:t>
            </w:r>
            <w:r w:rsidRPr="00E062F1">
              <w:rPr>
                <w:lang w:eastAsia="zh-CN"/>
              </w:rPr>
              <w:t>28</w:t>
            </w:r>
            <w:r w:rsidRPr="00E062F1">
              <w:t>A-n</w:t>
            </w:r>
            <w:r w:rsidRPr="00E062F1">
              <w:rPr>
                <w:lang w:eastAsia="zh-CN"/>
              </w:rPr>
              <w:t>257</w:t>
            </w:r>
            <w:r w:rsidRPr="00E062F1">
              <w:t>A</w:t>
            </w:r>
          </w:p>
          <w:p w14:paraId="533EEDD5" w14:textId="5B82ADEC" w:rsidR="0035585D" w:rsidRPr="00E062F1" w:rsidRDefault="00C25B7D" w:rsidP="0035585D">
            <w:pPr>
              <w:pStyle w:val="TAC"/>
              <w:rPr>
                <w:rFonts w:cs="Arial"/>
                <w:szCs w:val="18"/>
              </w:rPr>
            </w:pPr>
            <w:r w:rsidRPr="00E062F1">
              <w:t>CA_n</w:t>
            </w:r>
            <w:r w:rsidRPr="00E062F1">
              <w:rPr>
                <w:lang w:eastAsia="zh-CN"/>
              </w:rPr>
              <w:t>28</w:t>
            </w:r>
            <w:r w:rsidRPr="00E062F1">
              <w:t>A-n</w:t>
            </w:r>
            <w:r w:rsidRPr="00E062F1">
              <w:rPr>
                <w:lang w:eastAsia="zh-CN"/>
              </w:rPr>
              <w:t>257G</w:t>
            </w:r>
          </w:p>
          <w:p w14:paraId="374C7F8B" w14:textId="3036D5AD" w:rsidR="00C25B7D" w:rsidRPr="00E062F1" w:rsidRDefault="00C25B7D" w:rsidP="00C25B7D">
            <w:pPr>
              <w:pStyle w:val="TAC"/>
            </w:pPr>
            <w:r w:rsidRPr="00E062F1">
              <w:t>CA_n</w:t>
            </w:r>
            <w:r w:rsidRPr="00E062F1">
              <w:rPr>
                <w:lang w:eastAsia="zh-CN"/>
              </w:rPr>
              <w:t>28</w:t>
            </w:r>
            <w:r w:rsidRPr="00E062F1">
              <w:t>A-n</w:t>
            </w:r>
            <w:r w:rsidRPr="00E062F1">
              <w:rPr>
                <w:lang w:eastAsia="zh-CN"/>
              </w:rPr>
              <w:t>257H</w:t>
            </w:r>
          </w:p>
        </w:tc>
        <w:tc>
          <w:tcPr>
            <w:tcW w:w="737" w:type="dxa"/>
            <w:tcBorders>
              <w:top w:val="single" w:sz="4" w:space="0" w:color="auto"/>
              <w:left w:val="single" w:sz="4" w:space="0" w:color="auto"/>
              <w:right w:val="single" w:sz="4" w:space="0" w:color="auto"/>
            </w:tcBorders>
          </w:tcPr>
          <w:p w14:paraId="0CC5D4C9" w14:textId="77777777" w:rsidR="00C25B7D" w:rsidRPr="00E062F1" w:rsidRDefault="00C25B7D" w:rsidP="00C25B7D">
            <w:pPr>
              <w:pStyle w:val="TAC"/>
              <w:rPr>
                <w:lang w:eastAsia="zh-CN"/>
              </w:rPr>
            </w:pPr>
            <w:r w:rsidRPr="00E062F1">
              <w:rPr>
                <w:lang w:eastAsia="zh-CN"/>
              </w:rPr>
              <w:t>n28</w:t>
            </w:r>
          </w:p>
        </w:tc>
        <w:tc>
          <w:tcPr>
            <w:tcW w:w="671" w:type="dxa"/>
            <w:tcBorders>
              <w:top w:val="single" w:sz="4" w:space="0" w:color="auto"/>
              <w:left w:val="single" w:sz="4" w:space="0" w:color="auto"/>
              <w:bottom w:val="single" w:sz="4" w:space="0" w:color="auto"/>
              <w:right w:val="single" w:sz="4" w:space="0" w:color="auto"/>
            </w:tcBorders>
          </w:tcPr>
          <w:p w14:paraId="16836E5F" w14:textId="77777777" w:rsidR="00C25B7D" w:rsidRPr="005F427A" w:rsidRDefault="00C25B7D" w:rsidP="00C25B7D">
            <w:pPr>
              <w:pStyle w:val="TAC"/>
              <w:rPr>
                <w:rFonts w:eastAsiaTheme="minorEastAsia"/>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4B2DEB9B"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3BB482E2"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70DEF52"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CA2E0C1" w14:textId="77777777" w:rsidR="00C25B7D" w:rsidRPr="00E062F1" w:rsidRDefault="00C25B7D" w:rsidP="00C25B7D">
            <w:pPr>
              <w:pStyle w:val="TAC"/>
              <w:rPr>
                <w:rFonts w:cs="Arial"/>
              </w:rPr>
            </w:pPr>
          </w:p>
        </w:tc>
        <w:tc>
          <w:tcPr>
            <w:tcW w:w="671" w:type="dxa"/>
            <w:gridSpan w:val="2"/>
            <w:tcBorders>
              <w:top w:val="single" w:sz="4" w:space="0" w:color="auto"/>
              <w:left w:val="single" w:sz="4" w:space="0" w:color="auto"/>
              <w:bottom w:val="single" w:sz="4" w:space="0" w:color="auto"/>
              <w:right w:val="single" w:sz="4" w:space="0" w:color="auto"/>
            </w:tcBorders>
          </w:tcPr>
          <w:p w14:paraId="5F94F5EC"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70AB4635"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75B15989"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2FC4C765"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2B223374"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5A1CA0BC"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174F43F6"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6EEEAEA"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26B6F5D7"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540202FC" w14:textId="77777777" w:rsidR="00C25B7D" w:rsidRPr="00E062F1" w:rsidRDefault="00C25B7D" w:rsidP="00C25B7D">
            <w:pPr>
              <w:pStyle w:val="TAC"/>
              <w:rPr>
                <w:rFonts w:eastAsia="Yu Mincho"/>
                <w:szCs w:val="18"/>
              </w:rPr>
            </w:pPr>
          </w:p>
        </w:tc>
        <w:tc>
          <w:tcPr>
            <w:tcW w:w="1345" w:type="dxa"/>
            <w:tcBorders>
              <w:top w:val="single" w:sz="4" w:space="0" w:color="auto"/>
              <w:left w:val="single" w:sz="4" w:space="0" w:color="auto"/>
              <w:bottom w:val="nil"/>
              <w:right w:val="single" w:sz="4" w:space="0" w:color="auto"/>
            </w:tcBorders>
            <w:shd w:val="clear" w:color="auto" w:fill="auto"/>
          </w:tcPr>
          <w:p w14:paraId="6C395B21" w14:textId="77777777" w:rsidR="00C25B7D" w:rsidRPr="00E062F1" w:rsidRDefault="00C25B7D" w:rsidP="00C25B7D">
            <w:pPr>
              <w:pStyle w:val="TAC"/>
              <w:rPr>
                <w:lang w:eastAsia="zh-CN"/>
              </w:rPr>
            </w:pPr>
            <w:r>
              <w:rPr>
                <w:rFonts w:hint="eastAsia"/>
                <w:lang w:eastAsia="zh-CN"/>
              </w:rPr>
              <w:t>0</w:t>
            </w:r>
          </w:p>
        </w:tc>
      </w:tr>
      <w:tr w:rsidR="00C25B7D" w:rsidRPr="00E062F1" w14:paraId="28CC830E"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4FFBEF23"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0F11F2C0" w14:textId="77777777" w:rsidR="00C25B7D" w:rsidRPr="00E062F1" w:rsidRDefault="00C25B7D" w:rsidP="00C25B7D">
            <w:pPr>
              <w:pStyle w:val="TAC"/>
            </w:pPr>
          </w:p>
        </w:tc>
        <w:tc>
          <w:tcPr>
            <w:tcW w:w="737" w:type="dxa"/>
            <w:tcBorders>
              <w:top w:val="single" w:sz="4" w:space="0" w:color="auto"/>
              <w:left w:val="single" w:sz="4" w:space="0" w:color="auto"/>
              <w:right w:val="single" w:sz="4" w:space="0" w:color="auto"/>
            </w:tcBorders>
          </w:tcPr>
          <w:p w14:paraId="3E9A6BD8" w14:textId="77777777" w:rsidR="00C25B7D" w:rsidRPr="00E062F1" w:rsidRDefault="00C25B7D" w:rsidP="00C25B7D">
            <w:pPr>
              <w:pStyle w:val="TAC"/>
              <w:rPr>
                <w:lang w:eastAsia="zh-CN"/>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45280ADF" w14:textId="44D9B1F1" w:rsidR="00C25B7D" w:rsidRPr="00E062F1" w:rsidRDefault="00C25B7D" w:rsidP="00C25B7D">
            <w:pPr>
              <w:pStyle w:val="TAC"/>
              <w:rPr>
                <w:rFonts w:eastAsia="Yu Mincho"/>
                <w:szCs w:val="18"/>
              </w:rPr>
            </w:pPr>
            <w:r w:rsidRPr="00E062F1">
              <w:rPr>
                <w:rFonts w:cs="Arial"/>
                <w:lang w:eastAsia="ja-JP"/>
              </w:rPr>
              <w:t>CA_n257</w:t>
            </w:r>
            <w:r w:rsidRPr="00E062F1">
              <w:rPr>
                <w:rFonts w:cs="Arial"/>
                <w:lang w:eastAsia="zh-CN"/>
              </w:rPr>
              <w:t>H</w:t>
            </w:r>
          </w:p>
        </w:tc>
        <w:tc>
          <w:tcPr>
            <w:tcW w:w="1345" w:type="dxa"/>
            <w:tcBorders>
              <w:top w:val="nil"/>
              <w:left w:val="single" w:sz="4" w:space="0" w:color="auto"/>
              <w:bottom w:val="single" w:sz="4" w:space="0" w:color="auto"/>
              <w:right w:val="single" w:sz="4" w:space="0" w:color="auto"/>
            </w:tcBorders>
            <w:shd w:val="clear" w:color="auto" w:fill="auto"/>
          </w:tcPr>
          <w:p w14:paraId="2C35D8D7" w14:textId="77777777" w:rsidR="00C25B7D" w:rsidRPr="00E062F1" w:rsidRDefault="00C25B7D" w:rsidP="00C25B7D">
            <w:pPr>
              <w:pStyle w:val="TAC"/>
              <w:rPr>
                <w:lang w:eastAsia="zh-CN"/>
              </w:rPr>
            </w:pPr>
          </w:p>
        </w:tc>
      </w:tr>
      <w:tr w:rsidR="00C25B7D" w:rsidRPr="00E062F1" w14:paraId="04FA938A"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1BCC1913" w14:textId="77777777" w:rsidR="00C25B7D" w:rsidRPr="00E062F1" w:rsidRDefault="00C25B7D" w:rsidP="00C25B7D">
            <w:pPr>
              <w:pStyle w:val="TAC"/>
            </w:pPr>
            <w:r w:rsidRPr="00E062F1">
              <w:t>CA_n</w:t>
            </w:r>
            <w:r w:rsidRPr="00E062F1">
              <w:rPr>
                <w:lang w:eastAsia="zh-CN"/>
              </w:rPr>
              <w:t>28</w:t>
            </w:r>
            <w:r w:rsidRPr="00E062F1">
              <w:t>A-n</w:t>
            </w:r>
            <w:r w:rsidRPr="00E062F1">
              <w:rPr>
                <w:lang w:eastAsia="zh-CN"/>
              </w:rPr>
              <w:t>257I</w:t>
            </w:r>
          </w:p>
        </w:tc>
        <w:tc>
          <w:tcPr>
            <w:tcW w:w="1232" w:type="dxa"/>
            <w:tcBorders>
              <w:top w:val="single" w:sz="4" w:space="0" w:color="auto"/>
              <w:left w:val="single" w:sz="4" w:space="0" w:color="auto"/>
              <w:bottom w:val="nil"/>
              <w:right w:val="single" w:sz="4" w:space="0" w:color="auto"/>
            </w:tcBorders>
            <w:shd w:val="clear" w:color="auto" w:fill="auto"/>
          </w:tcPr>
          <w:p w14:paraId="6A9554F5" w14:textId="77777777" w:rsidR="0035585D" w:rsidRPr="00E062F1" w:rsidRDefault="00C25B7D" w:rsidP="0035585D">
            <w:pPr>
              <w:pStyle w:val="TAC"/>
              <w:rPr>
                <w:rFonts w:cs="Arial"/>
                <w:szCs w:val="18"/>
              </w:rPr>
            </w:pPr>
            <w:r w:rsidRPr="00E062F1">
              <w:t>CA_n</w:t>
            </w:r>
            <w:r w:rsidRPr="00E062F1">
              <w:rPr>
                <w:lang w:eastAsia="zh-CN"/>
              </w:rPr>
              <w:t>28</w:t>
            </w:r>
            <w:r w:rsidRPr="00E062F1">
              <w:t>A-n</w:t>
            </w:r>
            <w:r w:rsidRPr="00E062F1">
              <w:rPr>
                <w:lang w:eastAsia="zh-CN"/>
              </w:rPr>
              <w:t>257</w:t>
            </w:r>
            <w:r w:rsidRPr="00E062F1">
              <w:t>A</w:t>
            </w:r>
          </w:p>
          <w:p w14:paraId="3CD952E3" w14:textId="7DE91E81" w:rsidR="0035585D" w:rsidRPr="00E062F1" w:rsidRDefault="00C25B7D" w:rsidP="0035585D">
            <w:pPr>
              <w:pStyle w:val="TAC"/>
              <w:rPr>
                <w:rFonts w:cs="Arial"/>
                <w:szCs w:val="18"/>
              </w:rPr>
            </w:pPr>
            <w:r w:rsidRPr="00E062F1">
              <w:t>CA_n</w:t>
            </w:r>
            <w:r w:rsidRPr="00E062F1">
              <w:rPr>
                <w:lang w:eastAsia="zh-CN"/>
              </w:rPr>
              <w:t>28</w:t>
            </w:r>
            <w:r w:rsidRPr="00E062F1">
              <w:t>A-n</w:t>
            </w:r>
            <w:r w:rsidRPr="00E062F1">
              <w:rPr>
                <w:lang w:eastAsia="zh-CN"/>
              </w:rPr>
              <w:t>257G</w:t>
            </w:r>
          </w:p>
          <w:p w14:paraId="3272E6DF" w14:textId="77777777" w:rsidR="0035585D" w:rsidRPr="00E062F1" w:rsidRDefault="00C25B7D" w:rsidP="0035585D">
            <w:pPr>
              <w:pStyle w:val="TAC"/>
              <w:rPr>
                <w:rFonts w:cs="Arial"/>
                <w:szCs w:val="18"/>
              </w:rPr>
            </w:pPr>
            <w:r w:rsidRPr="00E062F1">
              <w:t>CA_n</w:t>
            </w:r>
            <w:r w:rsidRPr="00E062F1">
              <w:rPr>
                <w:lang w:eastAsia="zh-CN"/>
              </w:rPr>
              <w:t>28</w:t>
            </w:r>
            <w:r w:rsidRPr="00E062F1">
              <w:t>A-n</w:t>
            </w:r>
            <w:r w:rsidRPr="00E062F1">
              <w:rPr>
                <w:lang w:eastAsia="zh-CN"/>
              </w:rPr>
              <w:t>257H</w:t>
            </w:r>
          </w:p>
          <w:p w14:paraId="7FEAA6D8" w14:textId="7D0FBF11" w:rsidR="00C25B7D" w:rsidRPr="00E062F1" w:rsidRDefault="00C25B7D" w:rsidP="00C25B7D">
            <w:pPr>
              <w:pStyle w:val="TAC"/>
              <w:rPr>
                <w:lang w:eastAsia="zh-CN"/>
              </w:rPr>
            </w:pPr>
            <w:r w:rsidRPr="00E062F1">
              <w:t>CA_n</w:t>
            </w:r>
            <w:r w:rsidRPr="00E062F1">
              <w:rPr>
                <w:lang w:eastAsia="zh-CN"/>
              </w:rPr>
              <w:t>28</w:t>
            </w:r>
            <w:r w:rsidRPr="00E062F1">
              <w:t>A-n</w:t>
            </w:r>
            <w:r w:rsidRPr="00E062F1">
              <w:rPr>
                <w:lang w:eastAsia="zh-CN"/>
              </w:rPr>
              <w:t>257I</w:t>
            </w:r>
          </w:p>
        </w:tc>
        <w:tc>
          <w:tcPr>
            <w:tcW w:w="737" w:type="dxa"/>
            <w:tcBorders>
              <w:top w:val="single" w:sz="4" w:space="0" w:color="auto"/>
              <w:left w:val="single" w:sz="4" w:space="0" w:color="auto"/>
              <w:right w:val="single" w:sz="4" w:space="0" w:color="auto"/>
            </w:tcBorders>
          </w:tcPr>
          <w:p w14:paraId="680FAE78" w14:textId="77777777" w:rsidR="00C25B7D" w:rsidRPr="00E062F1" w:rsidRDefault="00C25B7D" w:rsidP="00C25B7D">
            <w:pPr>
              <w:pStyle w:val="TAC"/>
              <w:rPr>
                <w:lang w:eastAsia="zh-CN"/>
              </w:rPr>
            </w:pPr>
            <w:r w:rsidRPr="00E062F1">
              <w:rPr>
                <w:lang w:eastAsia="zh-CN"/>
              </w:rPr>
              <w:t>n28</w:t>
            </w:r>
          </w:p>
        </w:tc>
        <w:tc>
          <w:tcPr>
            <w:tcW w:w="671" w:type="dxa"/>
            <w:tcBorders>
              <w:top w:val="single" w:sz="4" w:space="0" w:color="auto"/>
              <w:left w:val="single" w:sz="4" w:space="0" w:color="auto"/>
              <w:bottom w:val="single" w:sz="4" w:space="0" w:color="auto"/>
              <w:right w:val="single" w:sz="4" w:space="0" w:color="auto"/>
            </w:tcBorders>
          </w:tcPr>
          <w:p w14:paraId="238EE92B" w14:textId="77777777" w:rsidR="00C25B7D" w:rsidRPr="005F427A" w:rsidRDefault="00C25B7D" w:rsidP="00C25B7D">
            <w:pPr>
              <w:pStyle w:val="TAC"/>
              <w:rPr>
                <w:rFonts w:eastAsiaTheme="minorEastAsia"/>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3C93E9B8"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1179FC2E"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0FCC3D5E"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95AEBA8"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200F61D4"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0928B4AC"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79A7D5DD"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36C4860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C55C4F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172AB3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720767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36D8056"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6AE11332"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57AA4898"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3AAFCA8F" w14:textId="77777777" w:rsidR="00C25B7D" w:rsidRPr="00E062F1" w:rsidRDefault="00C25B7D" w:rsidP="00C25B7D">
            <w:pPr>
              <w:pStyle w:val="TAC"/>
              <w:rPr>
                <w:lang w:eastAsia="zh-CN"/>
              </w:rPr>
            </w:pPr>
            <w:r>
              <w:rPr>
                <w:rFonts w:hint="eastAsia"/>
                <w:lang w:eastAsia="zh-CN"/>
              </w:rPr>
              <w:t>0</w:t>
            </w:r>
          </w:p>
        </w:tc>
      </w:tr>
      <w:tr w:rsidR="00C25B7D" w:rsidRPr="00E062F1" w14:paraId="236738FE"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BFAC278"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7E0324F2" w14:textId="77777777" w:rsidR="00C25B7D" w:rsidRPr="00E062F1" w:rsidRDefault="00C25B7D" w:rsidP="00C25B7D">
            <w:pPr>
              <w:pStyle w:val="TAC"/>
              <w:rPr>
                <w:lang w:eastAsia="zh-CN"/>
              </w:rPr>
            </w:pPr>
          </w:p>
        </w:tc>
        <w:tc>
          <w:tcPr>
            <w:tcW w:w="737" w:type="dxa"/>
            <w:tcBorders>
              <w:top w:val="single" w:sz="4" w:space="0" w:color="auto"/>
              <w:left w:val="single" w:sz="4" w:space="0" w:color="auto"/>
              <w:right w:val="single" w:sz="4" w:space="0" w:color="auto"/>
            </w:tcBorders>
          </w:tcPr>
          <w:p w14:paraId="59AD5053" w14:textId="77777777" w:rsidR="00C25B7D" w:rsidRPr="00E062F1" w:rsidRDefault="00C25B7D" w:rsidP="00C25B7D">
            <w:pPr>
              <w:pStyle w:val="TAC"/>
              <w:rPr>
                <w:lang w:eastAsia="zh-CN"/>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68EF5618" w14:textId="67F5A6BB" w:rsidR="00C25B7D" w:rsidRPr="00E062F1" w:rsidRDefault="00C25B7D" w:rsidP="00C25B7D">
            <w:pPr>
              <w:pStyle w:val="TAC"/>
              <w:rPr>
                <w:lang w:eastAsia="zh-CN"/>
              </w:rPr>
            </w:pPr>
            <w:r w:rsidRPr="00E062F1">
              <w:rPr>
                <w:rFonts w:cs="Arial"/>
                <w:lang w:eastAsia="ja-JP"/>
              </w:rPr>
              <w:t>CA_n257</w:t>
            </w:r>
            <w:r w:rsidRPr="00E062F1">
              <w:rPr>
                <w:rFonts w:cs="Arial"/>
                <w:lang w:eastAsia="zh-CN"/>
              </w:rPr>
              <w:t>I</w:t>
            </w:r>
          </w:p>
        </w:tc>
        <w:tc>
          <w:tcPr>
            <w:tcW w:w="1345" w:type="dxa"/>
            <w:tcBorders>
              <w:top w:val="nil"/>
              <w:left w:val="single" w:sz="4" w:space="0" w:color="auto"/>
              <w:bottom w:val="single" w:sz="4" w:space="0" w:color="auto"/>
              <w:right w:val="single" w:sz="4" w:space="0" w:color="auto"/>
            </w:tcBorders>
            <w:shd w:val="clear" w:color="auto" w:fill="auto"/>
          </w:tcPr>
          <w:p w14:paraId="40C6BDAC" w14:textId="77777777" w:rsidR="00C25B7D" w:rsidRPr="00E062F1" w:rsidRDefault="00C25B7D" w:rsidP="00C25B7D">
            <w:pPr>
              <w:pStyle w:val="TAC"/>
              <w:rPr>
                <w:lang w:eastAsia="zh-CN"/>
              </w:rPr>
            </w:pPr>
          </w:p>
        </w:tc>
      </w:tr>
      <w:tr w:rsidR="00C25B7D" w:rsidRPr="00E062F1" w14:paraId="0D4E9703"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7BC6C359" w14:textId="77777777" w:rsidR="00C25B7D" w:rsidRPr="00E062F1" w:rsidRDefault="00C25B7D" w:rsidP="00C25B7D">
            <w:pPr>
              <w:pStyle w:val="TAC"/>
            </w:pPr>
            <w:r w:rsidRPr="00E062F1">
              <w:t>CA_n</w:t>
            </w:r>
            <w:r w:rsidRPr="00E062F1">
              <w:rPr>
                <w:lang w:eastAsia="zh-CN"/>
              </w:rPr>
              <w:t>41</w:t>
            </w:r>
            <w:r w:rsidRPr="00E062F1">
              <w:t>A-n</w:t>
            </w:r>
            <w:r w:rsidRPr="00E062F1">
              <w:rPr>
                <w:lang w:eastAsia="zh-CN"/>
              </w:rPr>
              <w:t>260</w:t>
            </w:r>
            <w:r w:rsidRPr="00E062F1">
              <w:t>A</w:t>
            </w:r>
          </w:p>
        </w:tc>
        <w:tc>
          <w:tcPr>
            <w:tcW w:w="1232" w:type="dxa"/>
            <w:tcBorders>
              <w:left w:val="single" w:sz="4" w:space="0" w:color="auto"/>
              <w:bottom w:val="nil"/>
              <w:right w:val="single" w:sz="4" w:space="0" w:color="auto"/>
            </w:tcBorders>
            <w:shd w:val="clear" w:color="auto" w:fill="auto"/>
          </w:tcPr>
          <w:p w14:paraId="134121C6" w14:textId="77777777" w:rsidR="00C25B7D" w:rsidRPr="00E062F1" w:rsidRDefault="00C25B7D" w:rsidP="00C25B7D">
            <w:pPr>
              <w:pStyle w:val="TAC"/>
            </w:pPr>
            <w:r w:rsidRPr="00E062F1">
              <w:rPr>
                <w:lang w:eastAsia="zh-CN"/>
              </w:rPr>
              <w:t>-</w:t>
            </w:r>
          </w:p>
        </w:tc>
        <w:tc>
          <w:tcPr>
            <w:tcW w:w="737" w:type="dxa"/>
            <w:tcBorders>
              <w:left w:val="single" w:sz="4" w:space="0" w:color="auto"/>
              <w:bottom w:val="single" w:sz="4" w:space="0" w:color="auto"/>
              <w:right w:val="single" w:sz="4" w:space="0" w:color="auto"/>
            </w:tcBorders>
          </w:tcPr>
          <w:p w14:paraId="44B966E5" w14:textId="77777777" w:rsidR="00C25B7D" w:rsidRPr="00E062F1" w:rsidRDefault="00C25B7D" w:rsidP="00C25B7D">
            <w:pPr>
              <w:pStyle w:val="TAC"/>
            </w:pPr>
            <w:r w:rsidRPr="00E062F1">
              <w:rPr>
                <w:lang w:eastAsia="zh-CN"/>
              </w:rPr>
              <w:t>n41</w:t>
            </w:r>
          </w:p>
        </w:tc>
        <w:tc>
          <w:tcPr>
            <w:tcW w:w="671" w:type="dxa"/>
            <w:tcBorders>
              <w:top w:val="single" w:sz="4" w:space="0" w:color="auto"/>
              <w:left w:val="single" w:sz="4" w:space="0" w:color="auto"/>
              <w:bottom w:val="single" w:sz="4" w:space="0" w:color="auto"/>
              <w:right w:val="single" w:sz="4" w:space="0" w:color="auto"/>
            </w:tcBorders>
          </w:tcPr>
          <w:p w14:paraId="6CB0CB38"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55712605" w14:textId="77777777" w:rsidR="00C25B7D" w:rsidRPr="00E062F1" w:rsidRDefault="00C25B7D" w:rsidP="00C25B7D">
            <w:pPr>
              <w:pStyle w:val="TAC"/>
              <w:rPr>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70CC5F43" w14:textId="77777777" w:rsidR="00C25B7D" w:rsidRPr="00E062F1" w:rsidRDefault="00C25B7D" w:rsidP="00C25B7D">
            <w:pPr>
              <w:pStyle w:val="TAC"/>
              <w:rPr>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6B6F782F" w14:textId="77777777" w:rsidR="00C25B7D" w:rsidRPr="00E062F1" w:rsidRDefault="00C25B7D" w:rsidP="00C25B7D">
            <w:pPr>
              <w:pStyle w:val="TAC"/>
              <w:rPr>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E62A42D"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19412AFE"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41B012D" w14:textId="77777777" w:rsidR="00C25B7D" w:rsidRPr="00E062F1" w:rsidRDefault="00C25B7D" w:rsidP="00C25B7D">
            <w:pPr>
              <w:pStyle w:val="TAC"/>
              <w:rPr>
                <w:lang w:eastAsia="zh-CN"/>
              </w:rPr>
            </w:pPr>
            <w:r>
              <w:rPr>
                <w:rFonts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4B09104F"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5C3955F"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B461BD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BA758D5"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1E07A6AB" w14:textId="77777777" w:rsidR="00C25B7D" w:rsidRPr="00E062F1" w:rsidRDefault="00C25B7D" w:rsidP="00C25B7D">
            <w:pPr>
              <w:pStyle w:val="TAC"/>
              <w:rPr>
                <w:rFonts w:cs="Arial"/>
                <w:lang w:eastAsia="zh-CN"/>
              </w:rPr>
            </w:pPr>
            <w:r>
              <w:rPr>
                <w:rFonts w:cs="Arial" w:hint="eastAsia"/>
                <w:lang w:eastAsia="zh-CN"/>
              </w:rPr>
              <w:t>90</w:t>
            </w:r>
          </w:p>
        </w:tc>
        <w:tc>
          <w:tcPr>
            <w:tcW w:w="671" w:type="dxa"/>
            <w:tcBorders>
              <w:top w:val="single" w:sz="4" w:space="0" w:color="auto"/>
              <w:left w:val="single" w:sz="4" w:space="0" w:color="auto"/>
              <w:bottom w:val="single" w:sz="4" w:space="0" w:color="auto"/>
              <w:right w:val="single" w:sz="4" w:space="0" w:color="auto"/>
            </w:tcBorders>
          </w:tcPr>
          <w:p w14:paraId="2691A5F2" w14:textId="77777777" w:rsidR="00C25B7D" w:rsidRPr="005F427A" w:rsidRDefault="00C25B7D" w:rsidP="00C25B7D">
            <w:pPr>
              <w:pStyle w:val="TAC"/>
              <w:rPr>
                <w:rFonts w:eastAsiaTheme="minorEastAsia"/>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3C97F4C1" w14:textId="77777777" w:rsidR="00C25B7D" w:rsidRPr="00E062F1" w:rsidRDefault="00C25B7D" w:rsidP="00C25B7D">
            <w:pPr>
              <w:pStyle w:val="TAC"/>
              <w:rPr>
                <w:rFonts w:eastAsia="Yu Mincho"/>
              </w:rPr>
            </w:pPr>
          </w:p>
        </w:tc>
        <w:tc>
          <w:tcPr>
            <w:tcW w:w="677" w:type="dxa"/>
            <w:tcBorders>
              <w:top w:val="single" w:sz="4" w:space="0" w:color="auto"/>
              <w:left w:val="single" w:sz="4" w:space="0" w:color="auto"/>
              <w:bottom w:val="single" w:sz="4" w:space="0" w:color="auto"/>
              <w:right w:val="single" w:sz="4" w:space="0" w:color="auto"/>
            </w:tcBorders>
          </w:tcPr>
          <w:p w14:paraId="2C9560AA" w14:textId="77777777" w:rsidR="00C25B7D" w:rsidRPr="00E062F1" w:rsidRDefault="00C25B7D" w:rsidP="00C25B7D">
            <w:pPr>
              <w:pStyle w:val="TAC"/>
              <w:rPr>
                <w:rFonts w:eastAsia="Yu Mincho"/>
              </w:rPr>
            </w:pPr>
          </w:p>
        </w:tc>
        <w:tc>
          <w:tcPr>
            <w:tcW w:w="1345" w:type="dxa"/>
            <w:tcBorders>
              <w:left w:val="single" w:sz="4" w:space="0" w:color="auto"/>
              <w:bottom w:val="nil"/>
              <w:right w:val="single" w:sz="4" w:space="0" w:color="auto"/>
            </w:tcBorders>
            <w:shd w:val="clear" w:color="auto" w:fill="auto"/>
          </w:tcPr>
          <w:p w14:paraId="79AA1758" w14:textId="77777777" w:rsidR="00C25B7D" w:rsidRPr="00E062F1" w:rsidRDefault="00C25B7D" w:rsidP="00C25B7D">
            <w:pPr>
              <w:pStyle w:val="TAC"/>
              <w:rPr>
                <w:lang w:eastAsia="zh-CN"/>
              </w:rPr>
            </w:pPr>
            <w:r>
              <w:rPr>
                <w:rFonts w:hint="eastAsia"/>
                <w:lang w:eastAsia="zh-CN"/>
              </w:rPr>
              <w:t>0</w:t>
            </w:r>
          </w:p>
        </w:tc>
      </w:tr>
      <w:tr w:rsidR="00C25B7D" w:rsidRPr="00E062F1" w14:paraId="4FA8CC98"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B04144D"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068B8905"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32143D63" w14:textId="77777777" w:rsidR="00C25B7D" w:rsidRPr="00E062F1" w:rsidRDefault="00C25B7D" w:rsidP="00C25B7D">
            <w:pPr>
              <w:pStyle w:val="TAC"/>
            </w:pPr>
            <w:r w:rsidRPr="00E062F1">
              <w:rPr>
                <w:lang w:eastAsia="zh-CN"/>
              </w:rPr>
              <w:t>n260</w:t>
            </w:r>
          </w:p>
        </w:tc>
        <w:tc>
          <w:tcPr>
            <w:tcW w:w="671" w:type="dxa"/>
            <w:tcBorders>
              <w:top w:val="single" w:sz="4" w:space="0" w:color="auto"/>
              <w:left w:val="single" w:sz="4" w:space="0" w:color="auto"/>
              <w:bottom w:val="single" w:sz="4" w:space="0" w:color="auto"/>
              <w:right w:val="single" w:sz="4" w:space="0" w:color="auto"/>
            </w:tcBorders>
          </w:tcPr>
          <w:p w14:paraId="56ED3F53"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66A33ADA"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1F15A606"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1C8EEC14"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32038213"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4BA1DF54"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1C017DD9"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0045A9A1"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B893705"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A1070C5"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3C2EF07"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858B658"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7E584B8C" w14:textId="77777777" w:rsidR="00C25B7D" w:rsidRPr="005F427A" w:rsidRDefault="00C25B7D" w:rsidP="00C25B7D">
            <w:pPr>
              <w:pStyle w:val="TAC"/>
              <w:rPr>
                <w:rFonts w:eastAsiaTheme="minorEastAsia"/>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1C57242F" w14:textId="77777777" w:rsidR="00C25B7D" w:rsidRPr="005F427A" w:rsidRDefault="00C25B7D" w:rsidP="00C25B7D">
            <w:pPr>
              <w:pStyle w:val="TAC"/>
              <w:rPr>
                <w:rFonts w:eastAsiaTheme="minorEastAsia"/>
                <w:lang w:eastAsia="zh-CN"/>
              </w:rPr>
            </w:pPr>
            <w:r>
              <w:rPr>
                <w:rFonts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5613EF52" w14:textId="77777777" w:rsidR="00C25B7D" w:rsidRPr="005F427A" w:rsidRDefault="00C25B7D" w:rsidP="00C25B7D">
            <w:pPr>
              <w:pStyle w:val="TAC"/>
              <w:rPr>
                <w:rFonts w:eastAsiaTheme="minorEastAsia"/>
                <w:lang w:eastAsia="zh-CN"/>
              </w:rPr>
            </w:pPr>
            <w:r>
              <w:rPr>
                <w:rFonts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55D10B3B" w14:textId="77777777" w:rsidR="00C25B7D" w:rsidRPr="00E062F1" w:rsidRDefault="00C25B7D" w:rsidP="00C25B7D">
            <w:pPr>
              <w:pStyle w:val="TAC"/>
              <w:rPr>
                <w:lang w:eastAsia="zh-CN"/>
              </w:rPr>
            </w:pPr>
          </w:p>
        </w:tc>
      </w:tr>
      <w:tr w:rsidR="00C25B7D" w:rsidRPr="00E062F1" w14:paraId="26723799"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0290F532" w14:textId="77777777" w:rsidR="00C25B7D" w:rsidRPr="00E062F1" w:rsidRDefault="00C25B7D" w:rsidP="00C25B7D">
            <w:pPr>
              <w:pStyle w:val="TAC"/>
            </w:pPr>
            <w:r w:rsidRPr="00E062F1">
              <w:t>CA_n</w:t>
            </w:r>
            <w:r w:rsidRPr="00E062F1">
              <w:rPr>
                <w:lang w:eastAsia="zh-CN"/>
              </w:rPr>
              <w:t>41</w:t>
            </w:r>
            <w:r w:rsidRPr="00E062F1">
              <w:t>A-n</w:t>
            </w:r>
            <w:r w:rsidRPr="00E062F1">
              <w:rPr>
                <w:lang w:eastAsia="zh-CN"/>
              </w:rPr>
              <w:t>260(2</w:t>
            </w:r>
            <w:r w:rsidRPr="00E062F1">
              <w:t>A</w:t>
            </w:r>
            <w:r w:rsidRPr="00E062F1">
              <w:rPr>
                <w:lang w:eastAsia="zh-CN"/>
              </w:rPr>
              <w:t>)</w:t>
            </w:r>
          </w:p>
        </w:tc>
        <w:tc>
          <w:tcPr>
            <w:tcW w:w="1232" w:type="dxa"/>
            <w:tcBorders>
              <w:top w:val="single" w:sz="4" w:space="0" w:color="auto"/>
              <w:left w:val="single" w:sz="4" w:space="0" w:color="auto"/>
              <w:bottom w:val="nil"/>
              <w:right w:val="single" w:sz="4" w:space="0" w:color="auto"/>
            </w:tcBorders>
            <w:shd w:val="clear" w:color="auto" w:fill="auto"/>
          </w:tcPr>
          <w:p w14:paraId="0E1B36C4" w14:textId="77777777" w:rsidR="00C25B7D" w:rsidRPr="00E062F1" w:rsidRDefault="00C25B7D" w:rsidP="00C25B7D">
            <w:pPr>
              <w:pStyle w:val="TAC"/>
              <w:rPr>
                <w:lang w:eastAsia="zh-CN"/>
              </w:rPr>
            </w:pPr>
            <w:r w:rsidRPr="00E062F1">
              <w:rPr>
                <w:lang w:eastAsia="zh-CN"/>
              </w:rPr>
              <w:t>-</w:t>
            </w:r>
          </w:p>
        </w:tc>
        <w:tc>
          <w:tcPr>
            <w:tcW w:w="737" w:type="dxa"/>
            <w:tcBorders>
              <w:top w:val="single" w:sz="4" w:space="0" w:color="auto"/>
              <w:left w:val="single" w:sz="4" w:space="0" w:color="auto"/>
              <w:right w:val="single" w:sz="4" w:space="0" w:color="auto"/>
            </w:tcBorders>
          </w:tcPr>
          <w:p w14:paraId="4510A824" w14:textId="77777777" w:rsidR="00C25B7D" w:rsidRPr="00E062F1" w:rsidRDefault="00C25B7D" w:rsidP="00C25B7D">
            <w:pPr>
              <w:pStyle w:val="TAC"/>
              <w:rPr>
                <w:lang w:eastAsia="zh-CN"/>
              </w:rPr>
            </w:pPr>
            <w:r w:rsidRPr="00E062F1">
              <w:rPr>
                <w:lang w:eastAsia="zh-CN"/>
              </w:rPr>
              <w:t>n41</w:t>
            </w:r>
          </w:p>
        </w:tc>
        <w:tc>
          <w:tcPr>
            <w:tcW w:w="671" w:type="dxa"/>
            <w:tcBorders>
              <w:top w:val="single" w:sz="4" w:space="0" w:color="auto"/>
              <w:left w:val="single" w:sz="4" w:space="0" w:color="auto"/>
              <w:bottom w:val="single" w:sz="4" w:space="0" w:color="auto"/>
              <w:right w:val="single" w:sz="4" w:space="0" w:color="auto"/>
            </w:tcBorders>
          </w:tcPr>
          <w:p w14:paraId="02490C42"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4767E451"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77AED4F0"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092BE00B"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33ECC5A" w14:textId="77777777" w:rsidR="00C25B7D" w:rsidRPr="00E062F1" w:rsidRDefault="00C25B7D" w:rsidP="00C25B7D">
            <w:pPr>
              <w:pStyle w:val="TAC"/>
              <w:rPr>
                <w:rFonts w:cs="Arial"/>
              </w:rPr>
            </w:pPr>
          </w:p>
        </w:tc>
        <w:tc>
          <w:tcPr>
            <w:tcW w:w="671" w:type="dxa"/>
            <w:gridSpan w:val="2"/>
            <w:tcBorders>
              <w:top w:val="single" w:sz="4" w:space="0" w:color="auto"/>
              <w:left w:val="single" w:sz="4" w:space="0" w:color="auto"/>
              <w:bottom w:val="single" w:sz="4" w:space="0" w:color="auto"/>
              <w:right w:val="single" w:sz="4" w:space="0" w:color="auto"/>
            </w:tcBorders>
          </w:tcPr>
          <w:p w14:paraId="4B32880A"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6C99BE79" w14:textId="77777777" w:rsidR="00C25B7D" w:rsidRPr="005F427A" w:rsidRDefault="00C25B7D" w:rsidP="00C25B7D">
            <w:pPr>
              <w:pStyle w:val="TAC"/>
              <w:rPr>
                <w:rFonts w:eastAsiaTheme="minorEastAsia"/>
                <w:lang w:eastAsia="zh-CN"/>
              </w:rPr>
            </w:pPr>
            <w:r>
              <w:rPr>
                <w:rFonts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612D15CD"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9AA3E67"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3328C298"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3DBE1E81"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1A51A2C" w14:textId="77777777" w:rsidR="00C25B7D" w:rsidRPr="005F427A" w:rsidRDefault="00C25B7D" w:rsidP="00C25B7D">
            <w:pPr>
              <w:pStyle w:val="TAC"/>
              <w:rPr>
                <w:rFonts w:eastAsiaTheme="minorEastAsia"/>
                <w:szCs w:val="18"/>
                <w:lang w:eastAsia="zh-CN"/>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75E9E59E"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291AE439"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07B22212" w14:textId="77777777" w:rsidR="00C25B7D" w:rsidRPr="00E062F1" w:rsidRDefault="00C25B7D" w:rsidP="00C25B7D">
            <w:pPr>
              <w:pStyle w:val="TAC"/>
              <w:rPr>
                <w:rFonts w:eastAsia="Yu Mincho"/>
                <w:szCs w:val="18"/>
              </w:rPr>
            </w:pPr>
          </w:p>
        </w:tc>
        <w:tc>
          <w:tcPr>
            <w:tcW w:w="1345" w:type="dxa"/>
            <w:tcBorders>
              <w:top w:val="single" w:sz="4" w:space="0" w:color="auto"/>
              <w:left w:val="single" w:sz="4" w:space="0" w:color="auto"/>
              <w:bottom w:val="nil"/>
              <w:right w:val="single" w:sz="4" w:space="0" w:color="auto"/>
            </w:tcBorders>
            <w:shd w:val="clear" w:color="auto" w:fill="auto"/>
          </w:tcPr>
          <w:p w14:paraId="57D1CB54" w14:textId="77777777" w:rsidR="00C25B7D" w:rsidRPr="00E062F1" w:rsidRDefault="00C25B7D" w:rsidP="00C25B7D">
            <w:pPr>
              <w:pStyle w:val="TAC"/>
              <w:rPr>
                <w:lang w:eastAsia="zh-CN"/>
              </w:rPr>
            </w:pPr>
            <w:r>
              <w:rPr>
                <w:rFonts w:hint="eastAsia"/>
                <w:lang w:eastAsia="zh-CN"/>
              </w:rPr>
              <w:t>0</w:t>
            </w:r>
          </w:p>
        </w:tc>
      </w:tr>
      <w:tr w:rsidR="00C25B7D" w:rsidRPr="00E062F1" w14:paraId="34A54034"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6CBB982"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50986A4C" w14:textId="77777777" w:rsidR="00C25B7D" w:rsidRPr="00E062F1" w:rsidRDefault="00C25B7D" w:rsidP="00C25B7D">
            <w:pPr>
              <w:pStyle w:val="TAC"/>
              <w:rPr>
                <w:lang w:eastAsia="zh-CN"/>
              </w:rPr>
            </w:pPr>
          </w:p>
        </w:tc>
        <w:tc>
          <w:tcPr>
            <w:tcW w:w="737" w:type="dxa"/>
            <w:tcBorders>
              <w:top w:val="single" w:sz="4" w:space="0" w:color="auto"/>
              <w:left w:val="single" w:sz="4" w:space="0" w:color="auto"/>
              <w:right w:val="single" w:sz="4" w:space="0" w:color="auto"/>
            </w:tcBorders>
          </w:tcPr>
          <w:p w14:paraId="0232B6B0" w14:textId="77777777" w:rsidR="00C25B7D" w:rsidRPr="00E062F1" w:rsidRDefault="00C25B7D" w:rsidP="00C25B7D">
            <w:pPr>
              <w:pStyle w:val="TAC"/>
              <w:rPr>
                <w:lang w:eastAsia="zh-CN"/>
              </w:rPr>
            </w:pPr>
            <w:r w:rsidRPr="00E062F1">
              <w:rPr>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6E971F94" w14:textId="48698B58" w:rsidR="00C25B7D" w:rsidRPr="00E062F1" w:rsidRDefault="00C25B7D" w:rsidP="00C25B7D">
            <w:pPr>
              <w:pStyle w:val="TAC"/>
              <w:rPr>
                <w:rFonts w:eastAsia="Yu Mincho"/>
                <w:szCs w:val="18"/>
              </w:rPr>
            </w:pPr>
            <w:r w:rsidRPr="00E062F1">
              <w:rPr>
                <w:rFonts w:cs="Arial"/>
                <w:lang w:eastAsia="ja-JP"/>
              </w:rPr>
              <w:t>CA_n2</w:t>
            </w:r>
            <w:r w:rsidRPr="00E062F1">
              <w:rPr>
                <w:rFonts w:cs="Arial"/>
                <w:lang w:eastAsia="zh-CN"/>
              </w:rPr>
              <w:t>60(2A)</w:t>
            </w:r>
          </w:p>
        </w:tc>
        <w:tc>
          <w:tcPr>
            <w:tcW w:w="1345" w:type="dxa"/>
            <w:tcBorders>
              <w:top w:val="nil"/>
              <w:left w:val="single" w:sz="4" w:space="0" w:color="auto"/>
              <w:bottom w:val="single" w:sz="4" w:space="0" w:color="auto"/>
              <w:right w:val="single" w:sz="4" w:space="0" w:color="auto"/>
            </w:tcBorders>
            <w:shd w:val="clear" w:color="auto" w:fill="auto"/>
          </w:tcPr>
          <w:p w14:paraId="36A35FF6" w14:textId="77777777" w:rsidR="00C25B7D" w:rsidRPr="00E062F1" w:rsidRDefault="00C25B7D" w:rsidP="00C25B7D">
            <w:pPr>
              <w:pStyle w:val="TAC"/>
              <w:rPr>
                <w:lang w:eastAsia="zh-CN"/>
              </w:rPr>
            </w:pPr>
          </w:p>
        </w:tc>
      </w:tr>
      <w:tr w:rsidR="00C25B7D" w:rsidRPr="00E062F1" w14:paraId="522B1C12"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35E00103" w14:textId="77777777" w:rsidR="00C25B7D" w:rsidRPr="00E062F1" w:rsidRDefault="00C25B7D" w:rsidP="00C25B7D">
            <w:pPr>
              <w:pStyle w:val="TAC"/>
            </w:pPr>
            <w:r w:rsidRPr="00E062F1">
              <w:t>CA_n</w:t>
            </w:r>
            <w:r w:rsidRPr="00E062F1">
              <w:rPr>
                <w:lang w:eastAsia="zh-CN"/>
              </w:rPr>
              <w:t>41A</w:t>
            </w:r>
            <w:r w:rsidRPr="00E062F1">
              <w:t>-n</w:t>
            </w:r>
            <w:r w:rsidRPr="00E062F1">
              <w:rPr>
                <w:lang w:eastAsia="zh-CN"/>
              </w:rPr>
              <w:t>260(3</w:t>
            </w:r>
            <w:r w:rsidRPr="00E062F1">
              <w:t>A</w:t>
            </w:r>
            <w:r w:rsidRPr="00E062F1">
              <w:rPr>
                <w:lang w:eastAsia="zh-CN"/>
              </w:rPr>
              <w:t>)</w:t>
            </w:r>
          </w:p>
        </w:tc>
        <w:tc>
          <w:tcPr>
            <w:tcW w:w="1232" w:type="dxa"/>
            <w:tcBorders>
              <w:top w:val="single" w:sz="4" w:space="0" w:color="auto"/>
              <w:left w:val="single" w:sz="4" w:space="0" w:color="auto"/>
              <w:bottom w:val="nil"/>
              <w:right w:val="single" w:sz="4" w:space="0" w:color="auto"/>
            </w:tcBorders>
            <w:shd w:val="clear" w:color="auto" w:fill="auto"/>
          </w:tcPr>
          <w:p w14:paraId="6D939386" w14:textId="77777777" w:rsidR="00C25B7D" w:rsidRPr="00E062F1" w:rsidRDefault="00C25B7D" w:rsidP="00C25B7D">
            <w:pPr>
              <w:pStyle w:val="TAC"/>
              <w:rPr>
                <w:lang w:eastAsia="zh-CN"/>
              </w:rPr>
            </w:pPr>
            <w:r w:rsidRPr="00E062F1">
              <w:rPr>
                <w:lang w:eastAsia="zh-CN"/>
              </w:rPr>
              <w:t>-</w:t>
            </w:r>
          </w:p>
        </w:tc>
        <w:tc>
          <w:tcPr>
            <w:tcW w:w="737" w:type="dxa"/>
            <w:tcBorders>
              <w:top w:val="single" w:sz="4" w:space="0" w:color="auto"/>
              <w:left w:val="single" w:sz="4" w:space="0" w:color="auto"/>
              <w:right w:val="single" w:sz="4" w:space="0" w:color="auto"/>
            </w:tcBorders>
          </w:tcPr>
          <w:p w14:paraId="518F67CD" w14:textId="77777777" w:rsidR="00C25B7D" w:rsidRPr="00E062F1" w:rsidRDefault="00C25B7D" w:rsidP="00C25B7D">
            <w:pPr>
              <w:pStyle w:val="TAC"/>
              <w:rPr>
                <w:lang w:eastAsia="zh-CN"/>
              </w:rPr>
            </w:pPr>
            <w:r w:rsidRPr="00E062F1">
              <w:rPr>
                <w:lang w:eastAsia="zh-CN"/>
              </w:rPr>
              <w:t>n41</w:t>
            </w:r>
          </w:p>
        </w:tc>
        <w:tc>
          <w:tcPr>
            <w:tcW w:w="671" w:type="dxa"/>
            <w:tcBorders>
              <w:top w:val="single" w:sz="4" w:space="0" w:color="auto"/>
              <w:left w:val="single" w:sz="4" w:space="0" w:color="auto"/>
              <w:bottom w:val="single" w:sz="4" w:space="0" w:color="auto"/>
              <w:right w:val="single" w:sz="4" w:space="0" w:color="auto"/>
            </w:tcBorders>
          </w:tcPr>
          <w:p w14:paraId="33DCB07E"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346BAA91"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217B3985"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0F5A69AD"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A94DAD5" w14:textId="77777777" w:rsidR="00C25B7D" w:rsidRPr="00E062F1" w:rsidRDefault="00C25B7D" w:rsidP="00C25B7D">
            <w:pPr>
              <w:pStyle w:val="TAC"/>
              <w:rPr>
                <w:rFonts w:cs="Arial"/>
              </w:rPr>
            </w:pPr>
          </w:p>
        </w:tc>
        <w:tc>
          <w:tcPr>
            <w:tcW w:w="671" w:type="dxa"/>
            <w:gridSpan w:val="2"/>
            <w:tcBorders>
              <w:top w:val="single" w:sz="4" w:space="0" w:color="auto"/>
              <w:left w:val="single" w:sz="4" w:space="0" w:color="auto"/>
              <w:bottom w:val="single" w:sz="4" w:space="0" w:color="auto"/>
              <w:right w:val="single" w:sz="4" w:space="0" w:color="auto"/>
            </w:tcBorders>
          </w:tcPr>
          <w:p w14:paraId="5B9BCDB5"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032F78AB" w14:textId="77777777" w:rsidR="00C25B7D" w:rsidRPr="005F427A" w:rsidRDefault="00C25B7D" w:rsidP="00C25B7D">
            <w:pPr>
              <w:pStyle w:val="TAC"/>
              <w:rPr>
                <w:rFonts w:eastAsiaTheme="minorEastAsia"/>
                <w:lang w:eastAsia="zh-CN"/>
              </w:rPr>
            </w:pPr>
            <w:r>
              <w:rPr>
                <w:rFonts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4F34D86A"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95F3F5D"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160EB000"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4C82A1FA"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A8CD394" w14:textId="77777777" w:rsidR="00C25B7D" w:rsidRPr="005F427A" w:rsidRDefault="00C25B7D" w:rsidP="00C25B7D">
            <w:pPr>
              <w:pStyle w:val="TAC"/>
              <w:rPr>
                <w:rFonts w:eastAsiaTheme="minorEastAsia"/>
                <w:szCs w:val="18"/>
                <w:lang w:eastAsia="zh-CN"/>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179DB3DA"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180978EE"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3E7107EB" w14:textId="77777777" w:rsidR="00C25B7D" w:rsidRPr="00E062F1" w:rsidRDefault="00C25B7D" w:rsidP="00C25B7D">
            <w:pPr>
              <w:pStyle w:val="TAC"/>
              <w:rPr>
                <w:rFonts w:eastAsia="Yu Mincho"/>
                <w:szCs w:val="18"/>
              </w:rPr>
            </w:pPr>
          </w:p>
        </w:tc>
        <w:tc>
          <w:tcPr>
            <w:tcW w:w="1345" w:type="dxa"/>
            <w:tcBorders>
              <w:top w:val="single" w:sz="4" w:space="0" w:color="auto"/>
              <w:left w:val="single" w:sz="4" w:space="0" w:color="auto"/>
              <w:bottom w:val="nil"/>
              <w:right w:val="single" w:sz="4" w:space="0" w:color="auto"/>
            </w:tcBorders>
            <w:shd w:val="clear" w:color="auto" w:fill="auto"/>
          </w:tcPr>
          <w:p w14:paraId="1149AAD3" w14:textId="77777777" w:rsidR="00C25B7D" w:rsidRPr="00E062F1" w:rsidRDefault="00C25B7D" w:rsidP="00C25B7D">
            <w:pPr>
              <w:pStyle w:val="TAC"/>
              <w:rPr>
                <w:lang w:eastAsia="zh-CN"/>
              </w:rPr>
            </w:pPr>
            <w:r>
              <w:rPr>
                <w:rFonts w:hint="eastAsia"/>
                <w:lang w:eastAsia="zh-CN"/>
              </w:rPr>
              <w:t>0</w:t>
            </w:r>
          </w:p>
        </w:tc>
      </w:tr>
      <w:tr w:rsidR="00C25B7D" w:rsidRPr="00E062F1" w14:paraId="46AC33C6"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AE0B9F3"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7A4A9031" w14:textId="77777777" w:rsidR="00C25B7D" w:rsidRPr="00E062F1" w:rsidRDefault="00C25B7D" w:rsidP="00C25B7D">
            <w:pPr>
              <w:pStyle w:val="TAC"/>
              <w:rPr>
                <w:lang w:eastAsia="zh-CN"/>
              </w:rPr>
            </w:pPr>
          </w:p>
        </w:tc>
        <w:tc>
          <w:tcPr>
            <w:tcW w:w="737" w:type="dxa"/>
            <w:tcBorders>
              <w:top w:val="single" w:sz="4" w:space="0" w:color="auto"/>
              <w:left w:val="single" w:sz="4" w:space="0" w:color="auto"/>
              <w:right w:val="single" w:sz="4" w:space="0" w:color="auto"/>
            </w:tcBorders>
          </w:tcPr>
          <w:p w14:paraId="198A9DBE" w14:textId="77777777" w:rsidR="00C25B7D" w:rsidRPr="00E062F1" w:rsidRDefault="00C25B7D" w:rsidP="00C25B7D">
            <w:pPr>
              <w:pStyle w:val="TAC"/>
              <w:rPr>
                <w:lang w:eastAsia="zh-CN"/>
              </w:rPr>
            </w:pPr>
            <w:r w:rsidRPr="00E062F1">
              <w:rPr>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75D231E6" w14:textId="7DE27E0E" w:rsidR="00C25B7D" w:rsidRPr="00E062F1" w:rsidRDefault="00C25B7D" w:rsidP="00C25B7D">
            <w:pPr>
              <w:pStyle w:val="TAC"/>
              <w:rPr>
                <w:rFonts w:eastAsia="Yu Mincho"/>
                <w:szCs w:val="18"/>
              </w:rPr>
            </w:pPr>
            <w:r w:rsidRPr="00E062F1">
              <w:rPr>
                <w:rFonts w:cs="Arial"/>
                <w:lang w:eastAsia="ja-JP"/>
              </w:rPr>
              <w:t>CA_n2</w:t>
            </w:r>
            <w:r w:rsidRPr="00E062F1">
              <w:rPr>
                <w:rFonts w:cs="Arial"/>
                <w:lang w:eastAsia="zh-CN"/>
              </w:rPr>
              <w:t>60(3A)</w:t>
            </w:r>
          </w:p>
        </w:tc>
        <w:tc>
          <w:tcPr>
            <w:tcW w:w="1345" w:type="dxa"/>
            <w:tcBorders>
              <w:top w:val="nil"/>
              <w:left w:val="single" w:sz="4" w:space="0" w:color="auto"/>
              <w:bottom w:val="single" w:sz="4" w:space="0" w:color="auto"/>
              <w:right w:val="single" w:sz="4" w:space="0" w:color="auto"/>
            </w:tcBorders>
            <w:shd w:val="clear" w:color="auto" w:fill="auto"/>
          </w:tcPr>
          <w:p w14:paraId="1BD14762" w14:textId="77777777" w:rsidR="00C25B7D" w:rsidRPr="00E062F1" w:rsidRDefault="00C25B7D" w:rsidP="00C25B7D">
            <w:pPr>
              <w:pStyle w:val="TAC"/>
              <w:rPr>
                <w:lang w:eastAsia="zh-CN"/>
              </w:rPr>
            </w:pPr>
          </w:p>
        </w:tc>
      </w:tr>
      <w:tr w:rsidR="00C25B7D" w:rsidRPr="00E062F1" w14:paraId="5E80CBE0"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240813C0" w14:textId="77777777" w:rsidR="00C25B7D" w:rsidRPr="00E062F1" w:rsidRDefault="00C25B7D" w:rsidP="00C25B7D">
            <w:pPr>
              <w:pStyle w:val="TAC"/>
            </w:pPr>
            <w:r w:rsidRPr="00E062F1">
              <w:t>CA_n</w:t>
            </w:r>
            <w:r w:rsidRPr="00E062F1">
              <w:rPr>
                <w:lang w:eastAsia="zh-CN"/>
              </w:rPr>
              <w:t>41A</w:t>
            </w:r>
            <w:r w:rsidRPr="00E062F1">
              <w:t>-n</w:t>
            </w:r>
            <w:r w:rsidRPr="00E062F1">
              <w:rPr>
                <w:lang w:eastAsia="zh-CN"/>
              </w:rPr>
              <w:t>260(4</w:t>
            </w:r>
            <w:r w:rsidRPr="00E062F1">
              <w:t>A</w:t>
            </w:r>
            <w:r w:rsidRPr="00E062F1">
              <w:rPr>
                <w:lang w:eastAsia="zh-CN"/>
              </w:rPr>
              <w:t>)</w:t>
            </w:r>
          </w:p>
        </w:tc>
        <w:tc>
          <w:tcPr>
            <w:tcW w:w="1232" w:type="dxa"/>
            <w:tcBorders>
              <w:top w:val="single" w:sz="4" w:space="0" w:color="auto"/>
              <w:left w:val="single" w:sz="4" w:space="0" w:color="auto"/>
              <w:bottom w:val="nil"/>
              <w:right w:val="single" w:sz="4" w:space="0" w:color="auto"/>
            </w:tcBorders>
            <w:shd w:val="clear" w:color="auto" w:fill="auto"/>
          </w:tcPr>
          <w:p w14:paraId="64EA74FB" w14:textId="77777777" w:rsidR="00C25B7D" w:rsidRPr="00E062F1" w:rsidRDefault="00C25B7D" w:rsidP="00C25B7D">
            <w:pPr>
              <w:pStyle w:val="TAC"/>
              <w:rPr>
                <w:lang w:eastAsia="zh-CN"/>
              </w:rPr>
            </w:pPr>
            <w:r w:rsidRPr="00E062F1">
              <w:rPr>
                <w:lang w:eastAsia="zh-CN"/>
              </w:rPr>
              <w:t>-</w:t>
            </w:r>
          </w:p>
        </w:tc>
        <w:tc>
          <w:tcPr>
            <w:tcW w:w="737" w:type="dxa"/>
            <w:tcBorders>
              <w:top w:val="single" w:sz="4" w:space="0" w:color="auto"/>
              <w:left w:val="single" w:sz="4" w:space="0" w:color="auto"/>
              <w:right w:val="single" w:sz="4" w:space="0" w:color="auto"/>
            </w:tcBorders>
          </w:tcPr>
          <w:p w14:paraId="11969EEC" w14:textId="77777777" w:rsidR="00C25B7D" w:rsidRPr="00E062F1" w:rsidRDefault="00C25B7D" w:rsidP="00C25B7D">
            <w:pPr>
              <w:pStyle w:val="TAC"/>
              <w:rPr>
                <w:lang w:eastAsia="zh-CN"/>
              </w:rPr>
            </w:pPr>
            <w:r w:rsidRPr="00E062F1">
              <w:rPr>
                <w:lang w:eastAsia="zh-CN"/>
              </w:rPr>
              <w:t>n41</w:t>
            </w:r>
          </w:p>
        </w:tc>
        <w:tc>
          <w:tcPr>
            <w:tcW w:w="671" w:type="dxa"/>
            <w:tcBorders>
              <w:top w:val="single" w:sz="4" w:space="0" w:color="auto"/>
              <w:left w:val="single" w:sz="4" w:space="0" w:color="auto"/>
              <w:bottom w:val="single" w:sz="4" w:space="0" w:color="auto"/>
              <w:right w:val="single" w:sz="4" w:space="0" w:color="auto"/>
            </w:tcBorders>
          </w:tcPr>
          <w:p w14:paraId="034F34E7"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10AD3D44"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11407C9"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87B8FB2"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7448C2A" w14:textId="77777777" w:rsidR="00C25B7D" w:rsidRPr="00E062F1" w:rsidRDefault="00C25B7D" w:rsidP="00C25B7D">
            <w:pPr>
              <w:pStyle w:val="TAC"/>
              <w:rPr>
                <w:rFonts w:cs="Arial"/>
              </w:rPr>
            </w:pPr>
          </w:p>
        </w:tc>
        <w:tc>
          <w:tcPr>
            <w:tcW w:w="671" w:type="dxa"/>
            <w:gridSpan w:val="2"/>
            <w:tcBorders>
              <w:top w:val="single" w:sz="4" w:space="0" w:color="auto"/>
              <w:left w:val="single" w:sz="4" w:space="0" w:color="auto"/>
              <w:bottom w:val="single" w:sz="4" w:space="0" w:color="auto"/>
              <w:right w:val="single" w:sz="4" w:space="0" w:color="auto"/>
            </w:tcBorders>
          </w:tcPr>
          <w:p w14:paraId="3BC1DB55"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17082EF0" w14:textId="77777777" w:rsidR="00C25B7D" w:rsidRPr="005F427A" w:rsidRDefault="00C25B7D" w:rsidP="00C25B7D">
            <w:pPr>
              <w:pStyle w:val="TAC"/>
              <w:rPr>
                <w:rFonts w:eastAsiaTheme="minorEastAsia"/>
                <w:lang w:eastAsia="zh-CN"/>
              </w:rPr>
            </w:pPr>
            <w:r>
              <w:rPr>
                <w:rFonts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2FFD659C"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72FE2E5"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73204122"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376F9C4E"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FCC25FD" w14:textId="77777777" w:rsidR="00C25B7D" w:rsidRPr="005F427A" w:rsidRDefault="00C25B7D" w:rsidP="00C25B7D">
            <w:pPr>
              <w:pStyle w:val="TAC"/>
              <w:rPr>
                <w:rFonts w:eastAsiaTheme="minorEastAsia"/>
                <w:szCs w:val="18"/>
                <w:lang w:eastAsia="zh-CN"/>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65DA49F4"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0253F6D4"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6A30C6AE" w14:textId="77777777" w:rsidR="00C25B7D" w:rsidRPr="00E062F1" w:rsidRDefault="00C25B7D" w:rsidP="00C25B7D">
            <w:pPr>
              <w:pStyle w:val="TAC"/>
              <w:rPr>
                <w:rFonts w:eastAsia="Yu Mincho"/>
                <w:szCs w:val="18"/>
              </w:rPr>
            </w:pPr>
          </w:p>
        </w:tc>
        <w:tc>
          <w:tcPr>
            <w:tcW w:w="1345" w:type="dxa"/>
            <w:tcBorders>
              <w:top w:val="single" w:sz="4" w:space="0" w:color="auto"/>
              <w:left w:val="single" w:sz="4" w:space="0" w:color="auto"/>
              <w:bottom w:val="nil"/>
              <w:right w:val="single" w:sz="4" w:space="0" w:color="auto"/>
            </w:tcBorders>
            <w:shd w:val="clear" w:color="auto" w:fill="auto"/>
          </w:tcPr>
          <w:p w14:paraId="6C42ECBC" w14:textId="77777777" w:rsidR="00C25B7D" w:rsidRPr="00E062F1" w:rsidRDefault="00C25B7D" w:rsidP="00C25B7D">
            <w:pPr>
              <w:pStyle w:val="TAC"/>
              <w:rPr>
                <w:lang w:eastAsia="zh-CN"/>
              </w:rPr>
            </w:pPr>
            <w:r>
              <w:rPr>
                <w:rFonts w:hint="eastAsia"/>
                <w:lang w:eastAsia="zh-CN"/>
              </w:rPr>
              <w:t>0</w:t>
            </w:r>
          </w:p>
        </w:tc>
      </w:tr>
      <w:tr w:rsidR="00C25B7D" w:rsidRPr="00E062F1" w14:paraId="0D4144A7"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E1A39A7"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1F227703" w14:textId="77777777" w:rsidR="00C25B7D" w:rsidRPr="00E062F1" w:rsidRDefault="00C25B7D" w:rsidP="00C25B7D">
            <w:pPr>
              <w:pStyle w:val="TAC"/>
            </w:pPr>
          </w:p>
        </w:tc>
        <w:tc>
          <w:tcPr>
            <w:tcW w:w="737" w:type="dxa"/>
            <w:tcBorders>
              <w:top w:val="single" w:sz="4" w:space="0" w:color="auto"/>
              <w:left w:val="single" w:sz="4" w:space="0" w:color="auto"/>
              <w:right w:val="single" w:sz="4" w:space="0" w:color="auto"/>
            </w:tcBorders>
          </w:tcPr>
          <w:p w14:paraId="083C828A" w14:textId="77777777" w:rsidR="00C25B7D" w:rsidRPr="00E062F1" w:rsidRDefault="00C25B7D" w:rsidP="00C25B7D">
            <w:pPr>
              <w:pStyle w:val="TAC"/>
              <w:rPr>
                <w:lang w:eastAsia="zh-CN"/>
              </w:rPr>
            </w:pPr>
            <w:r w:rsidRPr="00E062F1">
              <w:rPr>
                <w:lang w:eastAsia="zh-CN"/>
              </w:rPr>
              <w:t>n260</w:t>
            </w:r>
          </w:p>
        </w:tc>
        <w:tc>
          <w:tcPr>
            <w:tcW w:w="10073" w:type="dxa"/>
            <w:gridSpan w:val="18"/>
            <w:tcBorders>
              <w:top w:val="single" w:sz="4" w:space="0" w:color="auto"/>
              <w:left w:val="single" w:sz="4" w:space="0" w:color="auto"/>
              <w:right w:val="single" w:sz="4" w:space="0" w:color="auto"/>
            </w:tcBorders>
          </w:tcPr>
          <w:p w14:paraId="14689072" w14:textId="5C7152DC" w:rsidR="00C25B7D" w:rsidRPr="00E062F1" w:rsidRDefault="00C25B7D" w:rsidP="00C25B7D">
            <w:pPr>
              <w:pStyle w:val="TAC"/>
              <w:rPr>
                <w:rFonts w:cs="Arial"/>
                <w:lang w:eastAsia="ja-JP"/>
              </w:rPr>
            </w:pPr>
            <w:r w:rsidRPr="00E062F1">
              <w:rPr>
                <w:rFonts w:cs="Arial"/>
                <w:lang w:eastAsia="ja-JP"/>
              </w:rPr>
              <w:t>CA_n2</w:t>
            </w:r>
            <w:r w:rsidRPr="00E062F1">
              <w:rPr>
                <w:rFonts w:cs="Arial"/>
                <w:lang w:eastAsia="zh-CN"/>
              </w:rPr>
              <w:t>60(4A)</w:t>
            </w:r>
          </w:p>
        </w:tc>
        <w:tc>
          <w:tcPr>
            <w:tcW w:w="1345" w:type="dxa"/>
            <w:tcBorders>
              <w:top w:val="nil"/>
              <w:left w:val="single" w:sz="4" w:space="0" w:color="auto"/>
              <w:bottom w:val="single" w:sz="4" w:space="0" w:color="auto"/>
              <w:right w:val="single" w:sz="4" w:space="0" w:color="auto"/>
            </w:tcBorders>
            <w:shd w:val="clear" w:color="auto" w:fill="auto"/>
          </w:tcPr>
          <w:p w14:paraId="0A7A349E" w14:textId="77777777" w:rsidR="00C25B7D" w:rsidRPr="00E062F1" w:rsidRDefault="00C25B7D" w:rsidP="00C25B7D">
            <w:pPr>
              <w:pStyle w:val="TAC"/>
              <w:rPr>
                <w:lang w:eastAsia="zh-CN"/>
              </w:rPr>
            </w:pPr>
          </w:p>
        </w:tc>
      </w:tr>
      <w:tr w:rsidR="00C25B7D" w:rsidRPr="00E062F1" w14:paraId="431AEFDF"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D4B1D3F" w14:textId="77777777" w:rsidR="00C25B7D" w:rsidRPr="00E062F1" w:rsidRDefault="00C25B7D" w:rsidP="00C25B7D">
            <w:pPr>
              <w:pStyle w:val="TAC"/>
            </w:pPr>
            <w:r w:rsidRPr="00E062F1">
              <w:t>CA_n</w:t>
            </w:r>
            <w:r w:rsidRPr="00E062F1">
              <w:rPr>
                <w:lang w:eastAsia="zh-CN"/>
              </w:rPr>
              <w:t>41C</w:t>
            </w:r>
            <w:r w:rsidRPr="00E062F1">
              <w:t>-n</w:t>
            </w:r>
            <w:r w:rsidRPr="00E062F1">
              <w:rPr>
                <w:lang w:eastAsia="zh-CN"/>
              </w:rPr>
              <w:t>260A</w:t>
            </w:r>
          </w:p>
        </w:tc>
        <w:tc>
          <w:tcPr>
            <w:tcW w:w="1232" w:type="dxa"/>
            <w:tcBorders>
              <w:left w:val="single" w:sz="4" w:space="0" w:color="auto"/>
              <w:bottom w:val="nil"/>
              <w:right w:val="single" w:sz="4" w:space="0" w:color="auto"/>
            </w:tcBorders>
            <w:shd w:val="clear" w:color="auto" w:fill="auto"/>
          </w:tcPr>
          <w:p w14:paraId="05ADD77A" w14:textId="77777777" w:rsidR="00C25B7D" w:rsidRPr="00E062F1" w:rsidRDefault="00C25B7D" w:rsidP="00C25B7D">
            <w:pPr>
              <w:pStyle w:val="TAC"/>
            </w:pPr>
            <w:r w:rsidRPr="00E062F1">
              <w:rPr>
                <w:lang w:eastAsia="zh-CN"/>
              </w:rPr>
              <w:t>-</w:t>
            </w:r>
          </w:p>
        </w:tc>
        <w:tc>
          <w:tcPr>
            <w:tcW w:w="737" w:type="dxa"/>
            <w:tcBorders>
              <w:left w:val="single" w:sz="4" w:space="0" w:color="auto"/>
              <w:bottom w:val="single" w:sz="4" w:space="0" w:color="auto"/>
              <w:right w:val="single" w:sz="4" w:space="0" w:color="auto"/>
            </w:tcBorders>
          </w:tcPr>
          <w:p w14:paraId="793011C6" w14:textId="77777777" w:rsidR="00C25B7D" w:rsidRPr="00E062F1" w:rsidRDefault="00C25B7D" w:rsidP="00C25B7D">
            <w:pPr>
              <w:pStyle w:val="TAC"/>
            </w:pPr>
            <w:r w:rsidRPr="00E062F1">
              <w:rPr>
                <w:lang w:eastAsia="zh-CN"/>
              </w:rPr>
              <w:t>n41</w:t>
            </w:r>
          </w:p>
        </w:tc>
        <w:tc>
          <w:tcPr>
            <w:tcW w:w="10073" w:type="dxa"/>
            <w:gridSpan w:val="18"/>
            <w:tcBorders>
              <w:top w:val="single" w:sz="4" w:space="0" w:color="auto"/>
              <w:left w:val="single" w:sz="4" w:space="0" w:color="auto"/>
              <w:bottom w:val="single" w:sz="4" w:space="0" w:color="auto"/>
              <w:right w:val="single" w:sz="4" w:space="0" w:color="auto"/>
            </w:tcBorders>
          </w:tcPr>
          <w:p w14:paraId="4426CA72" w14:textId="005C5DF3" w:rsidR="00C25B7D" w:rsidRPr="00E062F1" w:rsidRDefault="00C25B7D" w:rsidP="00C25B7D">
            <w:pPr>
              <w:pStyle w:val="TAC"/>
              <w:rPr>
                <w:rFonts w:eastAsia="Yu Mincho"/>
              </w:rPr>
            </w:pPr>
            <w:r w:rsidRPr="00E062F1">
              <w:rPr>
                <w:rFonts w:cs="Arial"/>
                <w:lang w:eastAsia="ja-JP"/>
              </w:rPr>
              <w:t>CA_n</w:t>
            </w:r>
            <w:r w:rsidRPr="00E062F1">
              <w:rPr>
                <w:rFonts w:cs="Arial"/>
                <w:lang w:eastAsia="zh-CN"/>
              </w:rPr>
              <w:t>41C</w:t>
            </w:r>
          </w:p>
        </w:tc>
        <w:tc>
          <w:tcPr>
            <w:tcW w:w="1345" w:type="dxa"/>
            <w:tcBorders>
              <w:left w:val="single" w:sz="4" w:space="0" w:color="auto"/>
              <w:bottom w:val="nil"/>
              <w:right w:val="single" w:sz="4" w:space="0" w:color="auto"/>
            </w:tcBorders>
            <w:shd w:val="clear" w:color="auto" w:fill="auto"/>
          </w:tcPr>
          <w:p w14:paraId="1F315873" w14:textId="77777777" w:rsidR="00C25B7D" w:rsidRPr="00E062F1" w:rsidRDefault="00C25B7D" w:rsidP="00C25B7D">
            <w:pPr>
              <w:pStyle w:val="TAC"/>
              <w:rPr>
                <w:lang w:eastAsia="zh-CN"/>
              </w:rPr>
            </w:pPr>
            <w:r>
              <w:rPr>
                <w:rFonts w:hint="eastAsia"/>
                <w:lang w:eastAsia="zh-CN"/>
              </w:rPr>
              <w:t>0</w:t>
            </w:r>
          </w:p>
        </w:tc>
      </w:tr>
      <w:tr w:rsidR="00C25B7D" w:rsidRPr="00E062F1" w14:paraId="2E2E0336"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B710B69"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3ACFAD56"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4C398F30" w14:textId="77777777" w:rsidR="00C25B7D" w:rsidRPr="00E062F1" w:rsidRDefault="00C25B7D" w:rsidP="00C25B7D">
            <w:pPr>
              <w:pStyle w:val="TAC"/>
            </w:pPr>
            <w:r w:rsidRPr="00E062F1">
              <w:rPr>
                <w:lang w:eastAsia="zh-CN"/>
              </w:rPr>
              <w:t>n260</w:t>
            </w:r>
          </w:p>
        </w:tc>
        <w:tc>
          <w:tcPr>
            <w:tcW w:w="671" w:type="dxa"/>
            <w:tcBorders>
              <w:top w:val="single" w:sz="4" w:space="0" w:color="auto"/>
              <w:left w:val="single" w:sz="4" w:space="0" w:color="auto"/>
              <w:bottom w:val="single" w:sz="4" w:space="0" w:color="auto"/>
              <w:right w:val="single" w:sz="4" w:space="0" w:color="auto"/>
            </w:tcBorders>
          </w:tcPr>
          <w:p w14:paraId="7435D66B"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506FBF5B"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6A0CE2E4"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0B69470F"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60D7B216"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4DD7D334"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6BCE4A3B"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64029931"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2BBCC0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98F49F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9145FC4"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DAACB66"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1C4A0929" w14:textId="77777777" w:rsidR="00C25B7D" w:rsidRPr="005F427A" w:rsidRDefault="00C25B7D" w:rsidP="00C25B7D">
            <w:pPr>
              <w:pStyle w:val="TAC"/>
              <w:rPr>
                <w:rFonts w:eastAsiaTheme="minorEastAsia"/>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5F4E1C2B" w14:textId="77777777" w:rsidR="00C25B7D" w:rsidRPr="005F427A" w:rsidRDefault="00C25B7D" w:rsidP="00C25B7D">
            <w:pPr>
              <w:pStyle w:val="TAC"/>
              <w:rPr>
                <w:rFonts w:eastAsiaTheme="minorEastAsia"/>
                <w:lang w:eastAsia="zh-CN"/>
              </w:rPr>
            </w:pPr>
            <w:r>
              <w:rPr>
                <w:rFonts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529B9941" w14:textId="77777777" w:rsidR="00C25B7D" w:rsidRPr="005F427A" w:rsidRDefault="00C25B7D" w:rsidP="00C25B7D">
            <w:pPr>
              <w:pStyle w:val="TAC"/>
              <w:rPr>
                <w:rFonts w:eastAsiaTheme="minorEastAsia"/>
                <w:lang w:eastAsia="zh-CN"/>
              </w:rPr>
            </w:pPr>
            <w:r>
              <w:rPr>
                <w:rFonts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36532137" w14:textId="77777777" w:rsidR="00C25B7D" w:rsidRPr="00E062F1" w:rsidRDefault="00C25B7D" w:rsidP="00C25B7D">
            <w:pPr>
              <w:pStyle w:val="TAC"/>
              <w:rPr>
                <w:lang w:eastAsia="zh-CN"/>
              </w:rPr>
            </w:pPr>
          </w:p>
        </w:tc>
      </w:tr>
      <w:tr w:rsidR="00C25B7D" w:rsidRPr="00E062F1" w14:paraId="4C4B4C88"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63E0C5A" w14:textId="77777777" w:rsidR="00C25B7D" w:rsidRPr="00E062F1" w:rsidRDefault="00C25B7D" w:rsidP="00C25B7D">
            <w:pPr>
              <w:pStyle w:val="TAC"/>
            </w:pPr>
            <w:r w:rsidRPr="00E062F1">
              <w:t>CA_n</w:t>
            </w:r>
            <w:r w:rsidRPr="00E062F1">
              <w:rPr>
                <w:lang w:eastAsia="zh-CN"/>
              </w:rPr>
              <w:t>41C</w:t>
            </w:r>
            <w:r w:rsidRPr="00E062F1">
              <w:t>-n</w:t>
            </w:r>
            <w:r w:rsidRPr="00E062F1">
              <w:rPr>
                <w:lang w:eastAsia="zh-CN"/>
              </w:rPr>
              <w:t>260(2A)</w:t>
            </w:r>
          </w:p>
        </w:tc>
        <w:tc>
          <w:tcPr>
            <w:tcW w:w="1232" w:type="dxa"/>
            <w:tcBorders>
              <w:left w:val="single" w:sz="4" w:space="0" w:color="auto"/>
              <w:bottom w:val="nil"/>
              <w:right w:val="single" w:sz="4" w:space="0" w:color="auto"/>
            </w:tcBorders>
            <w:shd w:val="clear" w:color="auto" w:fill="auto"/>
          </w:tcPr>
          <w:p w14:paraId="056CBB74" w14:textId="77777777" w:rsidR="00C25B7D" w:rsidRPr="00E062F1" w:rsidRDefault="00C25B7D" w:rsidP="00C25B7D">
            <w:pPr>
              <w:pStyle w:val="TAC"/>
            </w:pPr>
            <w:r w:rsidRPr="00E062F1">
              <w:rPr>
                <w:lang w:eastAsia="zh-CN"/>
              </w:rPr>
              <w:t>-</w:t>
            </w:r>
          </w:p>
        </w:tc>
        <w:tc>
          <w:tcPr>
            <w:tcW w:w="737" w:type="dxa"/>
            <w:tcBorders>
              <w:left w:val="single" w:sz="4" w:space="0" w:color="auto"/>
              <w:bottom w:val="single" w:sz="4" w:space="0" w:color="auto"/>
              <w:right w:val="single" w:sz="4" w:space="0" w:color="auto"/>
            </w:tcBorders>
          </w:tcPr>
          <w:p w14:paraId="3760140D" w14:textId="77777777" w:rsidR="00C25B7D" w:rsidRPr="00E062F1" w:rsidRDefault="00C25B7D" w:rsidP="00C25B7D">
            <w:pPr>
              <w:pStyle w:val="TAC"/>
            </w:pPr>
            <w:r w:rsidRPr="00E062F1">
              <w:rPr>
                <w:lang w:eastAsia="zh-CN"/>
              </w:rPr>
              <w:t>n41</w:t>
            </w:r>
          </w:p>
        </w:tc>
        <w:tc>
          <w:tcPr>
            <w:tcW w:w="10073" w:type="dxa"/>
            <w:gridSpan w:val="18"/>
            <w:tcBorders>
              <w:top w:val="single" w:sz="4" w:space="0" w:color="auto"/>
              <w:left w:val="single" w:sz="4" w:space="0" w:color="auto"/>
              <w:bottom w:val="single" w:sz="4" w:space="0" w:color="auto"/>
              <w:right w:val="single" w:sz="4" w:space="0" w:color="auto"/>
            </w:tcBorders>
          </w:tcPr>
          <w:p w14:paraId="7BEE186D" w14:textId="5DE2E4CD" w:rsidR="00C25B7D" w:rsidRPr="00E062F1" w:rsidRDefault="00C25B7D" w:rsidP="00C25B7D">
            <w:pPr>
              <w:pStyle w:val="TAC"/>
              <w:rPr>
                <w:rFonts w:eastAsia="Yu Mincho"/>
              </w:rPr>
            </w:pPr>
            <w:r w:rsidRPr="00E062F1">
              <w:rPr>
                <w:rFonts w:cs="Arial"/>
                <w:lang w:eastAsia="ja-JP"/>
              </w:rPr>
              <w:t>CA_n</w:t>
            </w:r>
            <w:r w:rsidRPr="00E062F1">
              <w:rPr>
                <w:rFonts w:cs="Arial"/>
                <w:lang w:eastAsia="zh-CN"/>
              </w:rPr>
              <w:t>41C</w:t>
            </w:r>
          </w:p>
        </w:tc>
        <w:tc>
          <w:tcPr>
            <w:tcW w:w="1345" w:type="dxa"/>
            <w:tcBorders>
              <w:left w:val="single" w:sz="4" w:space="0" w:color="auto"/>
              <w:bottom w:val="nil"/>
              <w:right w:val="single" w:sz="4" w:space="0" w:color="auto"/>
            </w:tcBorders>
            <w:shd w:val="clear" w:color="auto" w:fill="auto"/>
          </w:tcPr>
          <w:p w14:paraId="782C0867" w14:textId="77777777" w:rsidR="00C25B7D" w:rsidRPr="00E062F1" w:rsidRDefault="00C25B7D" w:rsidP="00C25B7D">
            <w:pPr>
              <w:pStyle w:val="TAC"/>
              <w:rPr>
                <w:lang w:eastAsia="zh-CN"/>
              </w:rPr>
            </w:pPr>
            <w:r w:rsidRPr="00E062F1">
              <w:rPr>
                <w:lang w:eastAsia="zh-CN"/>
              </w:rPr>
              <w:t>0</w:t>
            </w:r>
          </w:p>
        </w:tc>
      </w:tr>
      <w:tr w:rsidR="00C25B7D" w:rsidRPr="00E062F1" w14:paraId="36FA933A"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FC3D3A5"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169B63C5"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624F35BC" w14:textId="77777777" w:rsidR="00C25B7D" w:rsidRPr="00E062F1" w:rsidRDefault="00C25B7D" w:rsidP="00C25B7D">
            <w:pPr>
              <w:pStyle w:val="TAC"/>
            </w:pPr>
            <w:r w:rsidRPr="00E062F1">
              <w:rPr>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13CD5DD8" w14:textId="4420B090" w:rsidR="00C25B7D" w:rsidRPr="00E062F1" w:rsidRDefault="00C25B7D" w:rsidP="00C25B7D">
            <w:pPr>
              <w:pStyle w:val="TAC"/>
              <w:rPr>
                <w:rFonts w:eastAsia="Yu Mincho"/>
              </w:rPr>
            </w:pPr>
            <w:r w:rsidRPr="00E062F1">
              <w:rPr>
                <w:rFonts w:cs="Arial"/>
                <w:lang w:eastAsia="ja-JP"/>
              </w:rPr>
              <w:t>CA_n2</w:t>
            </w:r>
            <w:r w:rsidRPr="00E062F1">
              <w:rPr>
                <w:rFonts w:cs="Arial"/>
                <w:lang w:eastAsia="zh-CN"/>
              </w:rPr>
              <w:t>60(2A)</w:t>
            </w:r>
          </w:p>
        </w:tc>
        <w:tc>
          <w:tcPr>
            <w:tcW w:w="1345" w:type="dxa"/>
            <w:tcBorders>
              <w:top w:val="nil"/>
              <w:left w:val="single" w:sz="4" w:space="0" w:color="auto"/>
              <w:bottom w:val="single" w:sz="4" w:space="0" w:color="auto"/>
              <w:right w:val="single" w:sz="4" w:space="0" w:color="auto"/>
            </w:tcBorders>
            <w:shd w:val="clear" w:color="auto" w:fill="auto"/>
          </w:tcPr>
          <w:p w14:paraId="4895D433" w14:textId="77777777" w:rsidR="00C25B7D" w:rsidRPr="00E062F1" w:rsidRDefault="00C25B7D" w:rsidP="00C25B7D">
            <w:pPr>
              <w:pStyle w:val="TAC"/>
              <w:rPr>
                <w:lang w:eastAsia="zh-CN"/>
              </w:rPr>
            </w:pPr>
          </w:p>
        </w:tc>
      </w:tr>
      <w:tr w:rsidR="00C25B7D" w:rsidRPr="00E062F1" w14:paraId="3E2FC13A"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5CB91CC6" w14:textId="77777777" w:rsidR="00C25B7D" w:rsidRPr="00E062F1" w:rsidRDefault="00C25B7D" w:rsidP="00C25B7D">
            <w:pPr>
              <w:pStyle w:val="TAC"/>
            </w:pPr>
            <w:r w:rsidRPr="00E062F1">
              <w:t>CA_n</w:t>
            </w:r>
            <w:r w:rsidRPr="00E062F1">
              <w:rPr>
                <w:lang w:eastAsia="zh-CN"/>
              </w:rPr>
              <w:t>41(2A)</w:t>
            </w:r>
            <w:r w:rsidRPr="00E062F1">
              <w:t>-n</w:t>
            </w:r>
            <w:r w:rsidRPr="00E062F1">
              <w:rPr>
                <w:lang w:eastAsia="zh-CN"/>
              </w:rPr>
              <w:t>260A</w:t>
            </w:r>
          </w:p>
        </w:tc>
        <w:tc>
          <w:tcPr>
            <w:tcW w:w="1232" w:type="dxa"/>
            <w:tcBorders>
              <w:left w:val="single" w:sz="4" w:space="0" w:color="auto"/>
              <w:bottom w:val="nil"/>
              <w:right w:val="single" w:sz="4" w:space="0" w:color="auto"/>
            </w:tcBorders>
            <w:shd w:val="clear" w:color="auto" w:fill="auto"/>
          </w:tcPr>
          <w:p w14:paraId="4491CE8B" w14:textId="77777777" w:rsidR="00C25B7D" w:rsidRPr="00E062F1" w:rsidRDefault="00C25B7D" w:rsidP="00C25B7D">
            <w:pPr>
              <w:pStyle w:val="TAC"/>
            </w:pPr>
            <w:r w:rsidRPr="00E062F1">
              <w:rPr>
                <w:lang w:eastAsia="zh-CN"/>
              </w:rPr>
              <w:t>-</w:t>
            </w:r>
          </w:p>
        </w:tc>
        <w:tc>
          <w:tcPr>
            <w:tcW w:w="737" w:type="dxa"/>
            <w:tcBorders>
              <w:left w:val="single" w:sz="4" w:space="0" w:color="auto"/>
              <w:bottom w:val="single" w:sz="4" w:space="0" w:color="auto"/>
              <w:right w:val="single" w:sz="4" w:space="0" w:color="auto"/>
            </w:tcBorders>
          </w:tcPr>
          <w:p w14:paraId="28AD7294" w14:textId="77777777" w:rsidR="00C25B7D" w:rsidRPr="00E062F1" w:rsidRDefault="00C25B7D" w:rsidP="00C25B7D">
            <w:pPr>
              <w:pStyle w:val="TAC"/>
            </w:pPr>
            <w:r w:rsidRPr="00E062F1">
              <w:rPr>
                <w:lang w:eastAsia="zh-CN"/>
              </w:rPr>
              <w:t>n41</w:t>
            </w:r>
          </w:p>
        </w:tc>
        <w:tc>
          <w:tcPr>
            <w:tcW w:w="10073" w:type="dxa"/>
            <w:gridSpan w:val="18"/>
            <w:tcBorders>
              <w:top w:val="single" w:sz="4" w:space="0" w:color="auto"/>
              <w:left w:val="single" w:sz="4" w:space="0" w:color="auto"/>
              <w:bottom w:val="single" w:sz="4" w:space="0" w:color="auto"/>
              <w:right w:val="single" w:sz="4" w:space="0" w:color="auto"/>
            </w:tcBorders>
          </w:tcPr>
          <w:p w14:paraId="21116791" w14:textId="4B7D9605" w:rsidR="00C25B7D" w:rsidRPr="00E062F1" w:rsidRDefault="00C25B7D" w:rsidP="00C25B7D">
            <w:pPr>
              <w:pStyle w:val="TAC"/>
              <w:rPr>
                <w:rFonts w:eastAsia="Yu Mincho"/>
              </w:rPr>
            </w:pPr>
            <w:r w:rsidRPr="00E062F1">
              <w:rPr>
                <w:rFonts w:cs="Arial"/>
                <w:lang w:eastAsia="ja-JP"/>
              </w:rPr>
              <w:t>CA_n</w:t>
            </w:r>
            <w:r w:rsidRPr="00E062F1">
              <w:rPr>
                <w:rFonts w:cs="Arial"/>
                <w:lang w:eastAsia="zh-CN"/>
              </w:rPr>
              <w:t>41(2A) BCS1</w:t>
            </w:r>
          </w:p>
        </w:tc>
        <w:tc>
          <w:tcPr>
            <w:tcW w:w="1345" w:type="dxa"/>
            <w:tcBorders>
              <w:left w:val="single" w:sz="4" w:space="0" w:color="auto"/>
              <w:bottom w:val="nil"/>
              <w:right w:val="single" w:sz="4" w:space="0" w:color="auto"/>
            </w:tcBorders>
            <w:shd w:val="clear" w:color="auto" w:fill="auto"/>
          </w:tcPr>
          <w:p w14:paraId="33BEEA50" w14:textId="77777777" w:rsidR="00C25B7D" w:rsidRPr="00E062F1" w:rsidRDefault="00C25B7D" w:rsidP="00C25B7D">
            <w:pPr>
              <w:pStyle w:val="TAC"/>
              <w:rPr>
                <w:lang w:eastAsia="zh-CN"/>
              </w:rPr>
            </w:pPr>
            <w:r>
              <w:rPr>
                <w:rFonts w:hint="eastAsia"/>
                <w:lang w:eastAsia="zh-CN"/>
              </w:rPr>
              <w:t>0</w:t>
            </w:r>
          </w:p>
        </w:tc>
      </w:tr>
      <w:tr w:rsidR="00C25B7D" w:rsidRPr="00E062F1" w14:paraId="57C0A346"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49149075"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34F6AFCC"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76C2F009" w14:textId="77777777" w:rsidR="00C25B7D" w:rsidRPr="00E062F1" w:rsidRDefault="00C25B7D" w:rsidP="00C25B7D">
            <w:pPr>
              <w:pStyle w:val="TAC"/>
            </w:pPr>
            <w:r w:rsidRPr="00E062F1">
              <w:rPr>
                <w:lang w:eastAsia="zh-CN"/>
              </w:rPr>
              <w:t>n260</w:t>
            </w:r>
          </w:p>
        </w:tc>
        <w:tc>
          <w:tcPr>
            <w:tcW w:w="671" w:type="dxa"/>
            <w:tcBorders>
              <w:top w:val="single" w:sz="4" w:space="0" w:color="auto"/>
              <w:left w:val="single" w:sz="4" w:space="0" w:color="auto"/>
              <w:bottom w:val="single" w:sz="4" w:space="0" w:color="auto"/>
              <w:right w:val="single" w:sz="4" w:space="0" w:color="auto"/>
            </w:tcBorders>
          </w:tcPr>
          <w:p w14:paraId="48B8D080"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752395DD"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139378B"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3B14BDDE"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5C4B68E"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069C3550"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31B5FBBB"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D86FB38"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E60555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0B75ED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5BF708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C4D750A"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328FD3BB" w14:textId="77777777" w:rsidR="00C25B7D" w:rsidRPr="005F427A" w:rsidRDefault="00C25B7D" w:rsidP="00C25B7D">
            <w:pPr>
              <w:pStyle w:val="TAC"/>
              <w:rPr>
                <w:rFonts w:eastAsiaTheme="minorEastAsia"/>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52BA7144" w14:textId="77777777" w:rsidR="00C25B7D" w:rsidRPr="005F427A" w:rsidRDefault="00C25B7D" w:rsidP="00C25B7D">
            <w:pPr>
              <w:pStyle w:val="TAC"/>
              <w:rPr>
                <w:rFonts w:eastAsiaTheme="minorEastAsia"/>
                <w:lang w:eastAsia="zh-CN"/>
              </w:rPr>
            </w:pPr>
            <w:r>
              <w:rPr>
                <w:rFonts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559830B8" w14:textId="77777777" w:rsidR="00C25B7D" w:rsidRPr="005F427A" w:rsidRDefault="00C25B7D" w:rsidP="00C25B7D">
            <w:pPr>
              <w:pStyle w:val="TAC"/>
              <w:rPr>
                <w:rFonts w:eastAsiaTheme="minorEastAsia"/>
                <w:lang w:eastAsia="zh-CN"/>
              </w:rPr>
            </w:pPr>
            <w:r>
              <w:rPr>
                <w:rFonts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4A91D5B7" w14:textId="77777777" w:rsidR="00C25B7D" w:rsidRPr="00E062F1" w:rsidRDefault="00C25B7D" w:rsidP="00C25B7D">
            <w:pPr>
              <w:pStyle w:val="TAC"/>
              <w:rPr>
                <w:lang w:eastAsia="zh-CN"/>
              </w:rPr>
            </w:pPr>
          </w:p>
        </w:tc>
      </w:tr>
      <w:tr w:rsidR="00C25B7D" w:rsidRPr="00E062F1" w14:paraId="14CF76EA"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14448D73" w14:textId="77777777" w:rsidR="00C25B7D" w:rsidRPr="00E062F1" w:rsidRDefault="00C25B7D" w:rsidP="00C25B7D">
            <w:pPr>
              <w:pStyle w:val="TAC"/>
            </w:pPr>
            <w:r w:rsidRPr="00E062F1">
              <w:t>CA_n</w:t>
            </w:r>
            <w:r w:rsidRPr="00E062F1">
              <w:rPr>
                <w:lang w:eastAsia="zh-CN"/>
              </w:rPr>
              <w:t>41(2A)</w:t>
            </w:r>
            <w:r w:rsidRPr="00E062F1">
              <w:t>-n</w:t>
            </w:r>
            <w:r w:rsidRPr="00E062F1">
              <w:rPr>
                <w:lang w:eastAsia="zh-CN"/>
              </w:rPr>
              <w:t>260(2A)</w:t>
            </w:r>
          </w:p>
        </w:tc>
        <w:tc>
          <w:tcPr>
            <w:tcW w:w="1232" w:type="dxa"/>
            <w:tcBorders>
              <w:left w:val="single" w:sz="4" w:space="0" w:color="auto"/>
              <w:bottom w:val="nil"/>
              <w:right w:val="single" w:sz="4" w:space="0" w:color="auto"/>
            </w:tcBorders>
            <w:shd w:val="clear" w:color="auto" w:fill="auto"/>
          </w:tcPr>
          <w:p w14:paraId="24F3202A" w14:textId="77777777" w:rsidR="00C25B7D" w:rsidRPr="00E062F1" w:rsidRDefault="00C25B7D" w:rsidP="00C25B7D">
            <w:pPr>
              <w:pStyle w:val="TAC"/>
            </w:pPr>
            <w:r w:rsidRPr="00E062F1">
              <w:rPr>
                <w:lang w:eastAsia="zh-CN"/>
              </w:rPr>
              <w:t>-</w:t>
            </w:r>
          </w:p>
        </w:tc>
        <w:tc>
          <w:tcPr>
            <w:tcW w:w="737" w:type="dxa"/>
            <w:tcBorders>
              <w:left w:val="single" w:sz="4" w:space="0" w:color="auto"/>
              <w:bottom w:val="single" w:sz="4" w:space="0" w:color="auto"/>
              <w:right w:val="single" w:sz="4" w:space="0" w:color="auto"/>
            </w:tcBorders>
          </w:tcPr>
          <w:p w14:paraId="1E25A541" w14:textId="77777777" w:rsidR="00C25B7D" w:rsidRPr="00E062F1" w:rsidRDefault="00C25B7D" w:rsidP="00C25B7D">
            <w:pPr>
              <w:pStyle w:val="TAC"/>
            </w:pPr>
            <w:r w:rsidRPr="00E062F1">
              <w:rPr>
                <w:lang w:eastAsia="zh-CN"/>
              </w:rPr>
              <w:t>n41</w:t>
            </w:r>
          </w:p>
        </w:tc>
        <w:tc>
          <w:tcPr>
            <w:tcW w:w="10073" w:type="dxa"/>
            <w:gridSpan w:val="18"/>
            <w:tcBorders>
              <w:top w:val="single" w:sz="4" w:space="0" w:color="auto"/>
              <w:left w:val="single" w:sz="4" w:space="0" w:color="auto"/>
              <w:bottom w:val="single" w:sz="4" w:space="0" w:color="auto"/>
              <w:right w:val="single" w:sz="4" w:space="0" w:color="auto"/>
            </w:tcBorders>
          </w:tcPr>
          <w:p w14:paraId="254178B8" w14:textId="786234D9" w:rsidR="00C25B7D" w:rsidRPr="00E062F1" w:rsidRDefault="00C25B7D" w:rsidP="00C25B7D">
            <w:pPr>
              <w:pStyle w:val="TAC"/>
              <w:rPr>
                <w:rFonts w:eastAsia="Yu Mincho"/>
              </w:rPr>
            </w:pPr>
            <w:r w:rsidRPr="00E062F1">
              <w:rPr>
                <w:rFonts w:cs="Arial"/>
                <w:lang w:eastAsia="ja-JP"/>
              </w:rPr>
              <w:t>CA_n</w:t>
            </w:r>
            <w:r w:rsidRPr="00E062F1">
              <w:rPr>
                <w:rFonts w:cs="Arial"/>
                <w:lang w:eastAsia="zh-CN"/>
              </w:rPr>
              <w:t>41(2A) BCS1</w:t>
            </w:r>
          </w:p>
        </w:tc>
        <w:tc>
          <w:tcPr>
            <w:tcW w:w="1345" w:type="dxa"/>
            <w:tcBorders>
              <w:left w:val="single" w:sz="4" w:space="0" w:color="auto"/>
              <w:bottom w:val="nil"/>
              <w:right w:val="single" w:sz="4" w:space="0" w:color="auto"/>
            </w:tcBorders>
            <w:shd w:val="clear" w:color="auto" w:fill="auto"/>
          </w:tcPr>
          <w:p w14:paraId="5BC0F6F8" w14:textId="77777777" w:rsidR="00C25B7D" w:rsidRPr="00E062F1" w:rsidRDefault="00C25B7D" w:rsidP="00C25B7D">
            <w:pPr>
              <w:pStyle w:val="TAC"/>
              <w:rPr>
                <w:lang w:eastAsia="zh-CN"/>
              </w:rPr>
            </w:pPr>
            <w:r w:rsidRPr="00E062F1">
              <w:rPr>
                <w:lang w:eastAsia="zh-CN"/>
              </w:rPr>
              <w:t>0</w:t>
            </w:r>
          </w:p>
        </w:tc>
      </w:tr>
      <w:tr w:rsidR="00C25B7D" w:rsidRPr="00E062F1" w14:paraId="2ACF441D"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611BB48"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214AB5EA"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4A31961E" w14:textId="77777777" w:rsidR="00C25B7D" w:rsidRPr="00E062F1" w:rsidRDefault="00C25B7D" w:rsidP="00C25B7D">
            <w:pPr>
              <w:pStyle w:val="TAC"/>
            </w:pPr>
            <w:r w:rsidRPr="00E062F1">
              <w:rPr>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6B58DB02" w14:textId="3D62C633" w:rsidR="00C25B7D" w:rsidRPr="00E062F1" w:rsidRDefault="00C25B7D" w:rsidP="00C25B7D">
            <w:pPr>
              <w:pStyle w:val="TAC"/>
              <w:rPr>
                <w:rFonts w:eastAsia="Yu Mincho"/>
              </w:rPr>
            </w:pPr>
            <w:r w:rsidRPr="00E062F1">
              <w:rPr>
                <w:rFonts w:cs="Arial"/>
                <w:lang w:eastAsia="ja-JP"/>
              </w:rPr>
              <w:t>CA_n2</w:t>
            </w:r>
            <w:r w:rsidRPr="00E062F1">
              <w:rPr>
                <w:rFonts w:cs="Arial"/>
                <w:lang w:eastAsia="zh-CN"/>
              </w:rPr>
              <w:t>60(2A)</w:t>
            </w:r>
          </w:p>
        </w:tc>
        <w:tc>
          <w:tcPr>
            <w:tcW w:w="1345" w:type="dxa"/>
            <w:tcBorders>
              <w:top w:val="nil"/>
              <w:left w:val="single" w:sz="4" w:space="0" w:color="auto"/>
              <w:bottom w:val="single" w:sz="4" w:space="0" w:color="auto"/>
              <w:right w:val="single" w:sz="4" w:space="0" w:color="auto"/>
            </w:tcBorders>
            <w:shd w:val="clear" w:color="auto" w:fill="auto"/>
          </w:tcPr>
          <w:p w14:paraId="4AD6BAF6" w14:textId="77777777" w:rsidR="00C25B7D" w:rsidRPr="00E062F1" w:rsidRDefault="00C25B7D" w:rsidP="00C25B7D">
            <w:pPr>
              <w:pStyle w:val="TAC"/>
              <w:rPr>
                <w:lang w:eastAsia="zh-CN"/>
              </w:rPr>
            </w:pPr>
          </w:p>
        </w:tc>
      </w:tr>
      <w:tr w:rsidR="00C25B7D" w:rsidRPr="00E062F1" w14:paraId="0231D149"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5FEA516C" w14:textId="77777777" w:rsidR="00C25B7D" w:rsidRPr="00E062F1" w:rsidRDefault="00C25B7D" w:rsidP="00C25B7D">
            <w:pPr>
              <w:pStyle w:val="TAC"/>
            </w:pPr>
            <w:r w:rsidRPr="00E062F1">
              <w:t>CA_n</w:t>
            </w:r>
            <w:r w:rsidRPr="00E062F1">
              <w:rPr>
                <w:lang w:eastAsia="zh-CN"/>
              </w:rPr>
              <w:t>41</w:t>
            </w:r>
            <w:r w:rsidRPr="00E062F1">
              <w:t>A-n</w:t>
            </w:r>
            <w:r w:rsidRPr="00E062F1">
              <w:rPr>
                <w:lang w:eastAsia="zh-CN"/>
              </w:rPr>
              <w:t>261</w:t>
            </w:r>
            <w:r w:rsidRPr="00E062F1">
              <w:t>A</w:t>
            </w:r>
          </w:p>
        </w:tc>
        <w:tc>
          <w:tcPr>
            <w:tcW w:w="1232" w:type="dxa"/>
            <w:tcBorders>
              <w:left w:val="single" w:sz="4" w:space="0" w:color="auto"/>
              <w:bottom w:val="nil"/>
              <w:right w:val="single" w:sz="4" w:space="0" w:color="auto"/>
            </w:tcBorders>
            <w:shd w:val="clear" w:color="auto" w:fill="auto"/>
          </w:tcPr>
          <w:p w14:paraId="3B4287E8" w14:textId="77777777" w:rsidR="00C25B7D" w:rsidRPr="00E062F1" w:rsidRDefault="00C25B7D" w:rsidP="00C25B7D">
            <w:pPr>
              <w:pStyle w:val="TAC"/>
            </w:pPr>
            <w:r w:rsidRPr="00E062F1">
              <w:rPr>
                <w:lang w:eastAsia="zh-CN"/>
              </w:rPr>
              <w:t>-</w:t>
            </w:r>
          </w:p>
        </w:tc>
        <w:tc>
          <w:tcPr>
            <w:tcW w:w="737" w:type="dxa"/>
            <w:tcBorders>
              <w:left w:val="single" w:sz="4" w:space="0" w:color="auto"/>
              <w:bottom w:val="single" w:sz="4" w:space="0" w:color="auto"/>
              <w:right w:val="single" w:sz="4" w:space="0" w:color="auto"/>
            </w:tcBorders>
          </w:tcPr>
          <w:p w14:paraId="0264A9CC" w14:textId="77777777" w:rsidR="00C25B7D" w:rsidRPr="00E062F1" w:rsidRDefault="00C25B7D" w:rsidP="00C25B7D">
            <w:pPr>
              <w:pStyle w:val="TAC"/>
            </w:pPr>
            <w:r w:rsidRPr="00E062F1">
              <w:rPr>
                <w:lang w:eastAsia="zh-CN"/>
              </w:rPr>
              <w:t>n41</w:t>
            </w:r>
          </w:p>
        </w:tc>
        <w:tc>
          <w:tcPr>
            <w:tcW w:w="671" w:type="dxa"/>
            <w:tcBorders>
              <w:top w:val="single" w:sz="4" w:space="0" w:color="auto"/>
              <w:left w:val="single" w:sz="4" w:space="0" w:color="auto"/>
              <w:bottom w:val="single" w:sz="4" w:space="0" w:color="auto"/>
              <w:right w:val="single" w:sz="4" w:space="0" w:color="auto"/>
            </w:tcBorders>
          </w:tcPr>
          <w:p w14:paraId="3153F23C"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7C80AA1B" w14:textId="77777777" w:rsidR="00C25B7D" w:rsidRPr="00E062F1" w:rsidRDefault="00C25B7D" w:rsidP="00C25B7D">
            <w:pPr>
              <w:pStyle w:val="TAC"/>
              <w:rPr>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F0AC47E" w14:textId="77777777" w:rsidR="00C25B7D" w:rsidRPr="00E062F1" w:rsidRDefault="00C25B7D" w:rsidP="00C25B7D">
            <w:pPr>
              <w:pStyle w:val="TAC"/>
              <w:rPr>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0B210B31" w14:textId="77777777" w:rsidR="00C25B7D" w:rsidRPr="00E062F1" w:rsidRDefault="00C25B7D" w:rsidP="00C25B7D">
            <w:pPr>
              <w:pStyle w:val="TAC"/>
              <w:rPr>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DB6FC32"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3FF5AFC7"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4F65462D" w14:textId="77777777" w:rsidR="00C25B7D" w:rsidRPr="00E062F1" w:rsidRDefault="00C25B7D" w:rsidP="00C25B7D">
            <w:pPr>
              <w:pStyle w:val="TAC"/>
              <w:rPr>
                <w:lang w:eastAsia="zh-CN"/>
              </w:rPr>
            </w:pPr>
            <w:r>
              <w:rPr>
                <w:rFonts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7B4200DD"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E281A4B"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53857A6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2B57C03"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7635A94" w14:textId="77777777" w:rsidR="00C25B7D" w:rsidRPr="00E062F1" w:rsidRDefault="00C25B7D" w:rsidP="00C25B7D">
            <w:pPr>
              <w:pStyle w:val="TAC"/>
              <w:rPr>
                <w:rFonts w:cs="Arial"/>
                <w:lang w:eastAsia="zh-CN"/>
              </w:rPr>
            </w:pPr>
            <w:r>
              <w:rPr>
                <w:rFonts w:cs="Arial" w:hint="eastAsia"/>
                <w:lang w:eastAsia="zh-CN"/>
              </w:rPr>
              <w:t>90</w:t>
            </w:r>
          </w:p>
        </w:tc>
        <w:tc>
          <w:tcPr>
            <w:tcW w:w="671" w:type="dxa"/>
            <w:tcBorders>
              <w:top w:val="single" w:sz="4" w:space="0" w:color="auto"/>
              <w:left w:val="single" w:sz="4" w:space="0" w:color="auto"/>
              <w:bottom w:val="single" w:sz="4" w:space="0" w:color="auto"/>
              <w:right w:val="single" w:sz="4" w:space="0" w:color="auto"/>
            </w:tcBorders>
          </w:tcPr>
          <w:p w14:paraId="4996B14A" w14:textId="77777777" w:rsidR="00C25B7D" w:rsidRPr="005F427A" w:rsidRDefault="00C25B7D" w:rsidP="00C25B7D">
            <w:pPr>
              <w:pStyle w:val="TAC"/>
              <w:rPr>
                <w:rFonts w:eastAsiaTheme="minorEastAsia"/>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351C2F56" w14:textId="77777777" w:rsidR="00C25B7D" w:rsidRPr="00E062F1" w:rsidRDefault="00C25B7D" w:rsidP="00C25B7D">
            <w:pPr>
              <w:pStyle w:val="TAC"/>
              <w:rPr>
                <w:rFonts w:eastAsia="Yu Mincho"/>
              </w:rPr>
            </w:pPr>
          </w:p>
        </w:tc>
        <w:tc>
          <w:tcPr>
            <w:tcW w:w="677" w:type="dxa"/>
            <w:tcBorders>
              <w:top w:val="single" w:sz="4" w:space="0" w:color="auto"/>
              <w:left w:val="single" w:sz="4" w:space="0" w:color="auto"/>
              <w:bottom w:val="single" w:sz="4" w:space="0" w:color="auto"/>
              <w:right w:val="single" w:sz="4" w:space="0" w:color="auto"/>
            </w:tcBorders>
          </w:tcPr>
          <w:p w14:paraId="1550CCB6" w14:textId="77777777" w:rsidR="00C25B7D" w:rsidRPr="00E062F1" w:rsidRDefault="00C25B7D" w:rsidP="00C25B7D">
            <w:pPr>
              <w:pStyle w:val="TAC"/>
              <w:rPr>
                <w:rFonts w:eastAsia="Yu Mincho"/>
              </w:rPr>
            </w:pPr>
          </w:p>
        </w:tc>
        <w:tc>
          <w:tcPr>
            <w:tcW w:w="1345" w:type="dxa"/>
            <w:tcBorders>
              <w:left w:val="single" w:sz="4" w:space="0" w:color="auto"/>
              <w:bottom w:val="nil"/>
              <w:right w:val="single" w:sz="4" w:space="0" w:color="auto"/>
            </w:tcBorders>
            <w:shd w:val="clear" w:color="auto" w:fill="auto"/>
          </w:tcPr>
          <w:p w14:paraId="57CA2D1F" w14:textId="77777777" w:rsidR="00C25B7D" w:rsidRPr="00E062F1" w:rsidRDefault="00C25B7D" w:rsidP="00C25B7D">
            <w:pPr>
              <w:pStyle w:val="TAC"/>
              <w:rPr>
                <w:lang w:eastAsia="zh-CN"/>
              </w:rPr>
            </w:pPr>
            <w:r>
              <w:rPr>
                <w:rFonts w:hint="eastAsia"/>
                <w:lang w:eastAsia="zh-CN"/>
              </w:rPr>
              <w:t>0</w:t>
            </w:r>
          </w:p>
        </w:tc>
      </w:tr>
      <w:tr w:rsidR="00C25B7D" w:rsidRPr="00E062F1" w14:paraId="3E113A46"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4C369AE3"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65E0C73D"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7B4858A8" w14:textId="77777777" w:rsidR="00C25B7D" w:rsidRPr="00E062F1" w:rsidRDefault="00C25B7D" w:rsidP="00C25B7D">
            <w:pPr>
              <w:pStyle w:val="TAC"/>
            </w:pPr>
            <w:r w:rsidRPr="00E062F1">
              <w:rPr>
                <w:lang w:eastAsia="zh-CN"/>
              </w:rPr>
              <w:t>n261</w:t>
            </w:r>
          </w:p>
        </w:tc>
        <w:tc>
          <w:tcPr>
            <w:tcW w:w="671" w:type="dxa"/>
            <w:tcBorders>
              <w:top w:val="single" w:sz="4" w:space="0" w:color="auto"/>
              <w:left w:val="single" w:sz="4" w:space="0" w:color="auto"/>
              <w:bottom w:val="single" w:sz="4" w:space="0" w:color="auto"/>
              <w:right w:val="single" w:sz="4" w:space="0" w:color="auto"/>
            </w:tcBorders>
          </w:tcPr>
          <w:p w14:paraId="7DF75118"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13EF02DA"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34D25DC"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51B23965"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3D50B4AE"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5C303AA5"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4146B810"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1101BC6"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72064C3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6A729F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6026505"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4EA1469"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431DBE56" w14:textId="77777777" w:rsidR="00C25B7D" w:rsidRPr="005F427A" w:rsidRDefault="00C25B7D" w:rsidP="00C25B7D">
            <w:pPr>
              <w:pStyle w:val="TAC"/>
              <w:rPr>
                <w:rFonts w:eastAsiaTheme="minorEastAsia"/>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671BB9F0" w14:textId="77777777" w:rsidR="00C25B7D" w:rsidRPr="005F427A" w:rsidRDefault="00C25B7D" w:rsidP="00C25B7D">
            <w:pPr>
              <w:pStyle w:val="TAC"/>
              <w:rPr>
                <w:rFonts w:eastAsiaTheme="minorEastAsia"/>
                <w:lang w:eastAsia="zh-CN"/>
              </w:rPr>
            </w:pPr>
            <w:r>
              <w:rPr>
                <w:rFonts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2DB91E14" w14:textId="77777777" w:rsidR="00C25B7D" w:rsidRPr="005F427A" w:rsidRDefault="00C25B7D" w:rsidP="00C25B7D">
            <w:pPr>
              <w:pStyle w:val="TAC"/>
              <w:rPr>
                <w:rFonts w:eastAsiaTheme="minorEastAsia"/>
                <w:lang w:eastAsia="zh-CN"/>
              </w:rPr>
            </w:pPr>
            <w:r>
              <w:rPr>
                <w:rFonts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31C3C2B4" w14:textId="77777777" w:rsidR="00C25B7D" w:rsidRPr="00E062F1" w:rsidRDefault="00C25B7D" w:rsidP="00C25B7D">
            <w:pPr>
              <w:pStyle w:val="TAC"/>
              <w:rPr>
                <w:lang w:eastAsia="zh-CN"/>
              </w:rPr>
            </w:pPr>
          </w:p>
        </w:tc>
      </w:tr>
      <w:tr w:rsidR="00C25B7D" w:rsidRPr="00E062F1" w14:paraId="2C9E6759"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5EA82166" w14:textId="77777777" w:rsidR="00C25B7D" w:rsidRPr="00E062F1" w:rsidRDefault="00C25B7D" w:rsidP="00C25B7D">
            <w:pPr>
              <w:pStyle w:val="TAC"/>
            </w:pPr>
            <w:r w:rsidRPr="00E062F1">
              <w:t>CA_n</w:t>
            </w:r>
            <w:r w:rsidRPr="00E062F1">
              <w:rPr>
                <w:lang w:eastAsia="zh-CN"/>
              </w:rPr>
              <w:t>41</w:t>
            </w:r>
            <w:r w:rsidRPr="00E062F1">
              <w:t>A-n</w:t>
            </w:r>
            <w:r w:rsidRPr="00E062F1">
              <w:rPr>
                <w:lang w:eastAsia="zh-CN"/>
              </w:rPr>
              <w:t>261(2</w:t>
            </w:r>
            <w:r w:rsidRPr="00E062F1">
              <w:t>A</w:t>
            </w:r>
            <w:r w:rsidRPr="00E062F1">
              <w:rPr>
                <w:lang w:eastAsia="zh-CN"/>
              </w:rPr>
              <w:t>)</w:t>
            </w:r>
          </w:p>
        </w:tc>
        <w:tc>
          <w:tcPr>
            <w:tcW w:w="1232" w:type="dxa"/>
            <w:tcBorders>
              <w:left w:val="single" w:sz="4" w:space="0" w:color="auto"/>
              <w:bottom w:val="nil"/>
              <w:right w:val="single" w:sz="4" w:space="0" w:color="auto"/>
            </w:tcBorders>
            <w:shd w:val="clear" w:color="auto" w:fill="auto"/>
          </w:tcPr>
          <w:p w14:paraId="73163894" w14:textId="77777777" w:rsidR="00C25B7D" w:rsidRPr="00E062F1" w:rsidRDefault="00C25B7D" w:rsidP="00C25B7D">
            <w:pPr>
              <w:pStyle w:val="TAC"/>
            </w:pPr>
            <w:r w:rsidRPr="00E062F1">
              <w:rPr>
                <w:lang w:eastAsia="zh-CN"/>
              </w:rPr>
              <w:t>-</w:t>
            </w:r>
          </w:p>
        </w:tc>
        <w:tc>
          <w:tcPr>
            <w:tcW w:w="737" w:type="dxa"/>
            <w:tcBorders>
              <w:left w:val="single" w:sz="4" w:space="0" w:color="auto"/>
              <w:bottom w:val="single" w:sz="4" w:space="0" w:color="auto"/>
              <w:right w:val="single" w:sz="4" w:space="0" w:color="auto"/>
            </w:tcBorders>
          </w:tcPr>
          <w:p w14:paraId="36858B4A" w14:textId="77777777" w:rsidR="00C25B7D" w:rsidRPr="00E062F1" w:rsidRDefault="00C25B7D" w:rsidP="00C25B7D">
            <w:pPr>
              <w:pStyle w:val="TAC"/>
            </w:pPr>
            <w:r w:rsidRPr="00E062F1">
              <w:rPr>
                <w:lang w:eastAsia="zh-CN"/>
              </w:rPr>
              <w:t>n41</w:t>
            </w:r>
          </w:p>
        </w:tc>
        <w:tc>
          <w:tcPr>
            <w:tcW w:w="671" w:type="dxa"/>
            <w:tcBorders>
              <w:top w:val="single" w:sz="4" w:space="0" w:color="auto"/>
              <w:left w:val="single" w:sz="4" w:space="0" w:color="auto"/>
              <w:bottom w:val="single" w:sz="4" w:space="0" w:color="auto"/>
              <w:right w:val="single" w:sz="4" w:space="0" w:color="auto"/>
            </w:tcBorders>
          </w:tcPr>
          <w:p w14:paraId="1A27F293"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0991ABA0" w14:textId="77777777" w:rsidR="00C25B7D" w:rsidRPr="00E062F1" w:rsidRDefault="00C25B7D" w:rsidP="00C25B7D">
            <w:pPr>
              <w:pStyle w:val="TAC"/>
              <w:rPr>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3471D1C6" w14:textId="77777777" w:rsidR="00C25B7D" w:rsidRPr="00E062F1" w:rsidRDefault="00C25B7D" w:rsidP="00C25B7D">
            <w:pPr>
              <w:pStyle w:val="TAC"/>
              <w:rPr>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0D8958B2" w14:textId="77777777" w:rsidR="00C25B7D" w:rsidRPr="00E062F1" w:rsidRDefault="00C25B7D" w:rsidP="00C25B7D">
            <w:pPr>
              <w:pStyle w:val="TAC"/>
              <w:rPr>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91C6E3E"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02BE289A"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4285AE2" w14:textId="77777777" w:rsidR="00C25B7D" w:rsidRPr="00E062F1" w:rsidRDefault="00C25B7D" w:rsidP="00C25B7D">
            <w:pPr>
              <w:pStyle w:val="TAC"/>
              <w:rPr>
                <w:lang w:eastAsia="zh-CN"/>
              </w:rPr>
            </w:pPr>
            <w:r>
              <w:rPr>
                <w:rFonts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2B338020"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71C704F1"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7B159007"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5434DC3"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020AF701" w14:textId="77777777" w:rsidR="00C25B7D" w:rsidRPr="00E062F1" w:rsidRDefault="00C25B7D" w:rsidP="00C25B7D">
            <w:pPr>
              <w:pStyle w:val="TAC"/>
              <w:rPr>
                <w:rFonts w:cs="Arial"/>
                <w:lang w:eastAsia="zh-CN"/>
              </w:rPr>
            </w:pPr>
            <w:r>
              <w:rPr>
                <w:rFonts w:cs="Arial" w:hint="eastAsia"/>
                <w:lang w:eastAsia="zh-CN"/>
              </w:rPr>
              <w:t>90</w:t>
            </w:r>
          </w:p>
        </w:tc>
        <w:tc>
          <w:tcPr>
            <w:tcW w:w="671" w:type="dxa"/>
            <w:tcBorders>
              <w:top w:val="single" w:sz="4" w:space="0" w:color="auto"/>
              <w:left w:val="single" w:sz="4" w:space="0" w:color="auto"/>
              <w:bottom w:val="single" w:sz="4" w:space="0" w:color="auto"/>
              <w:right w:val="single" w:sz="4" w:space="0" w:color="auto"/>
            </w:tcBorders>
          </w:tcPr>
          <w:p w14:paraId="79B28793" w14:textId="77777777" w:rsidR="00C25B7D" w:rsidRPr="005F427A" w:rsidRDefault="00C25B7D" w:rsidP="00C25B7D">
            <w:pPr>
              <w:pStyle w:val="TAC"/>
              <w:rPr>
                <w:rFonts w:eastAsiaTheme="minorEastAsia"/>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510804AB" w14:textId="77777777" w:rsidR="00C25B7D" w:rsidRPr="00E062F1" w:rsidRDefault="00C25B7D" w:rsidP="00C25B7D">
            <w:pPr>
              <w:pStyle w:val="TAC"/>
              <w:rPr>
                <w:rFonts w:eastAsia="Yu Mincho"/>
              </w:rPr>
            </w:pPr>
          </w:p>
        </w:tc>
        <w:tc>
          <w:tcPr>
            <w:tcW w:w="677" w:type="dxa"/>
            <w:tcBorders>
              <w:top w:val="single" w:sz="4" w:space="0" w:color="auto"/>
              <w:left w:val="single" w:sz="4" w:space="0" w:color="auto"/>
              <w:bottom w:val="single" w:sz="4" w:space="0" w:color="auto"/>
              <w:right w:val="single" w:sz="4" w:space="0" w:color="auto"/>
            </w:tcBorders>
          </w:tcPr>
          <w:p w14:paraId="3BA8050A" w14:textId="77777777" w:rsidR="00C25B7D" w:rsidRPr="00E062F1" w:rsidRDefault="00C25B7D" w:rsidP="00C25B7D">
            <w:pPr>
              <w:pStyle w:val="TAC"/>
              <w:rPr>
                <w:rFonts w:eastAsia="Yu Mincho"/>
              </w:rPr>
            </w:pPr>
          </w:p>
        </w:tc>
        <w:tc>
          <w:tcPr>
            <w:tcW w:w="1345" w:type="dxa"/>
            <w:tcBorders>
              <w:left w:val="single" w:sz="4" w:space="0" w:color="auto"/>
              <w:bottom w:val="nil"/>
              <w:right w:val="single" w:sz="4" w:space="0" w:color="auto"/>
            </w:tcBorders>
            <w:shd w:val="clear" w:color="auto" w:fill="auto"/>
          </w:tcPr>
          <w:p w14:paraId="37D62035" w14:textId="77777777" w:rsidR="00C25B7D" w:rsidRPr="00E062F1" w:rsidRDefault="00C25B7D" w:rsidP="00C25B7D">
            <w:pPr>
              <w:pStyle w:val="TAC"/>
              <w:rPr>
                <w:lang w:eastAsia="zh-CN"/>
              </w:rPr>
            </w:pPr>
            <w:r>
              <w:rPr>
                <w:rFonts w:hint="eastAsia"/>
                <w:lang w:eastAsia="zh-CN"/>
              </w:rPr>
              <w:t>0</w:t>
            </w:r>
          </w:p>
        </w:tc>
      </w:tr>
      <w:tr w:rsidR="00C25B7D" w:rsidRPr="00E062F1" w14:paraId="77B975DD"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3EF8FDB"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286EAC30" w14:textId="77777777" w:rsidR="00C25B7D" w:rsidRPr="00E062F1" w:rsidRDefault="00C25B7D" w:rsidP="00C25B7D">
            <w:pPr>
              <w:pStyle w:val="TAC"/>
            </w:pPr>
          </w:p>
        </w:tc>
        <w:tc>
          <w:tcPr>
            <w:tcW w:w="737" w:type="dxa"/>
            <w:tcBorders>
              <w:top w:val="single" w:sz="4" w:space="0" w:color="auto"/>
              <w:left w:val="single" w:sz="4" w:space="0" w:color="auto"/>
              <w:right w:val="single" w:sz="4" w:space="0" w:color="auto"/>
            </w:tcBorders>
          </w:tcPr>
          <w:p w14:paraId="38D068EE" w14:textId="77777777" w:rsidR="00C25B7D" w:rsidRPr="00E062F1" w:rsidRDefault="00C25B7D" w:rsidP="00C25B7D">
            <w:pPr>
              <w:pStyle w:val="TAC"/>
              <w:rPr>
                <w:lang w:eastAsia="zh-CN"/>
              </w:rPr>
            </w:pPr>
            <w:r w:rsidRPr="00E062F1">
              <w:rPr>
                <w:lang w:eastAsia="zh-CN"/>
              </w:rPr>
              <w:t>n261</w:t>
            </w:r>
          </w:p>
        </w:tc>
        <w:tc>
          <w:tcPr>
            <w:tcW w:w="10073" w:type="dxa"/>
            <w:gridSpan w:val="18"/>
            <w:tcBorders>
              <w:top w:val="single" w:sz="4" w:space="0" w:color="auto"/>
              <w:left w:val="single" w:sz="4" w:space="0" w:color="auto"/>
              <w:right w:val="single" w:sz="4" w:space="0" w:color="auto"/>
            </w:tcBorders>
          </w:tcPr>
          <w:p w14:paraId="2E5654D8" w14:textId="59FCF35A" w:rsidR="00C25B7D" w:rsidRPr="00E062F1" w:rsidRDefault="00C25B7D" w:rsidP="00C25B7D">
            <w:pPr>
              <w:pStyle w:val="TAC"/>
              <w:rPr>
                <w:rFonts w:cs="Arial"/>
                <w:lang w:eastAsia="ja-JP"/>
              </w:rPr>
            </w:pPr>
            <w:r w:rsidRPr="00E062F1">
              <w:rPr>
                <w:rFonts w:cs="Arial"/>
                <w:lang w:eastAsia="ja-JP"/>
              </w:rPr>
              <w:t>CA_n2</w:t>
            </w:r>
            <w:r w:rsidRPr="00E062F1">
              <w:rPr>
                <w:rFonts w:cs="Arial"/>
                <w:lang w:eastAsia="zh-CN"/>
              </w:rPr>
              <w:t>61(2A)</w:t>
            </w:r>
          </w:p>
        </w:tc>
        <w:tc>
          <w:tcPr>
            <w:tcW w:w="1345" w:type="dxa"/>
            <w:tcBorders>
              <w:top w:val="nil"/>
              <w:left w:val="single" w:sz="4" w:space="0" w:color="auto"/>
              <w:bottom w:val="single" w:sz="4" w:space="0" w:color="auto"/>
              <w:right w:val="single" w:sz="4" w:space="0" w:color="auto"/>
            </w:tcBorders>
            <w:shd w:val="clear" w:color="auto" w:fill="auto"/>
          </w:tcPr>
          <w:p w14:paraId="4101A8E7" w14:textId="77777777" w:rsidR="00C25B7D" w:rsidRPr="00E062F1" w:rsidRDefault="00C25B7D" w:rsidP="00C25B7D">
            <w:pPr>
              <w:pStyle w:val="TAC"/>
              <w:rPr>
                <w:lang w:eastAsia="zh-CN"/>
              </w:rPr>
            </w:pPr>
          </w:p>
        </w:tc>
      </w:tr>
      <w:tr w:rsidR="00C25B7D" w:rsidRPr="00E062F1" w14:paraId="4BA389EA"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39EF622" w14:textId="77777777" w:rsidR="00C25B7D" w:rsidRPr="00E062F1" w:rsidRDefault="00C25B7D" w:rsidP="00C25B7D">
            <w:pPr>
              <w:pStyle w:val="TAC"/>
            </w:pPr>
            <w:r w:rsidRPr="00E062F1">
              <w:t>CA_n</w:t>
            </w:r>
            <w:r w:rsidRPr="00E062F1">
              <w:rPr>
                <w:lang w:eastAsia="zh-CN"/>
              </w:rPr>
              <w:t>41C</w:t>
            </w:r>
            <w:r w:rsidRPr="00E062F1">
              <w:t>-n</w:t>
            </w:r>
            <w:r w:rsidRPr="00E062F1">
              <w:rPr>
                <w:lang w:eastAsia="zh-CN"/>
              </w:rPr>
              <w:t>261</w:t>
            </w:r>
            <w:r w:rsidRPr="00E062F1">
              <w:t>A</w:t>
            </w:r>
          </w:p>
        </w:tc>
        <w:tc>
          <w:tcPr>
            <w:tcW w:w="1232" w:type="dxa"/>
            <w:tcBorders>
              <w:left w:val="single" w:sz="4" w:space="0" w:color="auto"/>
              <w:bottom w:val="nil"/>
              <w:right w:val="single" w:sz="4" w:space="0" w:color="auto"/>
            </w:tcBorders>
            <w:shd w:val="clear" w:color="auto" w:fill="auto"/>
          </w:tcPr>
          <w:p w14:paraId="745550A3" w14:textId="77777777" w:rsidR="00C25B7D" w:rsidRPr="00E062F1" w:rsidRDefault="00C25B7D" w:rsidP="00C25B7D">
            <w:pPr>
              <w:pStyle w:val="TAC"/>
            </w:pPr>
            <w:r w:rsidRPr="00E062F1">
              <w:rPr>
                <w:lang w:eastAsia="zh-CN"/>
              </w:rPr>
              <w:t>-</w:t>
            </w:r>
          </w:p>
        </w:tc>
        <w:tc>
          <w:tcPr>
            <w:tcW w:w="737" w:type="dxa"/>
            <w:tcBorders>
              <w:left w:val="single" w:sz="4" w:space="0" w:color="auto"/>
              <w:bottom w:val="single" w:sz="4" w:space="0" w:color="auto"/>
              <w:right w:val="single" w:sz="4" w:space="0" w:color="auto"/>
            </w:tcBorders>
          </w:tcPr>
          <w:p w14:paraId="080378B3" w14:textId="77777777" w:rsidR="00C25B7D" w:rsidRPr="00E062F1" w:rsidRDefault="00C25B7D" w:rsidP="00C25B7D">
            <w:pPr>
              <w:pStyle w:val="TAC"/>
            </w:pPr>
            <w:r w:rsidRPr="00E062F1">
              <w:rPr>
                <w:lang w:eastAsia="zh-CN"/>
              </w:rPr>
              <w:t>n41</w:t>
            </w:r>
          </w:p>
        </w:tc>
        <w:tc>
          <w:tcPr>
            <w:tcW w:w="10073" w:type="dxa"/>
            <w:gridSpan w:val="18"/>
            <w:tcBorders>
              <w:top w:val="single" w:sz="4" w:space="0" w:color="auto"/>
              <w:left w:val="single" w:sz="4" w:space="0" w:color="auto"/>
              <w:bottom w:val="single" w:sz="4" w:space="0" w:color="auto"/>
              <w:right w:val="single" w:sz="4" w:space="0" w:color="auto"/>
            </w:tcBorders>
          </w:tcPr>
          <w:p w14:paraId="083A2BB2" w14:textId="683F4C8D" w:rsidR="00C25B7D" w:rsidRPr="00E062F1" w:rsidRDefault="00C25B7D" w:rsidP="00C25B7D">
            <w:pPr>
              <w:pStyle w:val="TAC"/>
              <w:rPr>
                <w:rFonts w:eastAsia="Yu Mincho"/>
              </w:rPr>
            </w:pPr>
            <w:r w:rsidRPr="00E062F1">
              <w:rPr>
                <w:rFonts w:cs="Arial"/>
                <w:lang w:eastAsia="ja-JP"/>
              </w:rPr>
              <w:t>CA_n</w:t>
            </w:r>
            <w:r w:rsidRPr="00E062F1">
              <w:rPr>
                <w:rFonts w:cs="Arial"/>
                <w:lang w:eastAsia="zh-CN"/>
              </w:rPr>
              <w:t>41C</w:t>
            </w:r>
          </w:p>
        </w:tc>
        <w:tc>
          <w:tcPr>
            <w:tcW w:w="1345" w:type="dxa"/>
            <w:tcBorders>
              <w:left w:val="single" w:sz="4" w:space="0" w:color="auto"/>
              <w:bottom w:val="nil"/>
              <w:right w:val="single" w:sz="4" w:space="0" w:color="auto"/>
            </w:tcBorders>
            <w:shd w:val="clear" w:color="auto" w:fill="auto"/>
          </w:tcPr>
          <w:p w14:paraId="3AAAF5C6" w14:textId="77777777" w:rsidR="00C25B7D" w:rsidRPr="00E062F1" w:rsidRDefault="00C25B7D" w:rsidP="00C25B7D">
            <w:pPr>
              <w:pStyle w:val="TAC"/>
              <w:rPr>
                <w:lang w:eastAsia="zh-CN"/>
              </w:rPr>
            </w:pPr>
            <w:r>
              <w:rPr>
                <w:rFonts w:hint="eastAsia"/>
                <w:lang w:eastAsia="zh-CN"/>
              </w:rPr>
              <w:t>0</w:t>
            </w:r>
          </w:p>
        </w:tc>
      </w:tr>
      <w:tr w:rsidR="00C25B7D" w:rsidRPr="00E062F1" w14:paraId="2F39FE51"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BEEBFCE"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71412DF4"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6C8CEDF6" w14:textId="77777777" w:rsidR="00C25B7D" w:rsidRPr="00E062F1" w:rsidRDefault="00C25B7D" w:rsidP="00C25B7D">
            <w:pPr>
              <w:pStyle w:val="TAC"/>
            </w:pPr>
            <w:r w:rsidRPr="00E062F1">
              <w:rPr>
                <w:lang w:eastAsia="zh-CN"/>
              </w:rPr>
              <w:t>n261</w:t>
            </w:r>
          </w:p>
        </w:tc>
        <w:tc>
          <w:tcPr>
            <w:tcW w:w="671" w:type="dxa"/>
            <w:tcBorders>
              <w:top w:val="single" w:sz="4" w:space="0" w:color="auto"/>
              <w:left w:val="single" w:sz="4" w:space="0" w:color="auto"/>
              <w:bottom w:val="single" w:sz="4" w:space="0" w:color="auto"/>
              <w:right w:val="single" w:sz="4" w:space="0" w:color="auto"/>
            </w:tcBorders>
          </w:tcPr>
          <w:p w14:paraId="7A6B1F44"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7A9B7BB2"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39E54F94"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2D2ABA9B"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B459DFB"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18CA7F93"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B8CF8A1"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A2B043D"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F4E8A80"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324316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E87511E"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83FE7E9"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16B07A5D" w14:textId="77777777" w:rsidR="00C25B7D" w:rsidRPr="005F427A" w:rsidRDefault="00C25B7D" w:rsidP="00C25B7D">
            <w:pPr>
              <w:pStyle w:val="TAC"/>
              <w:rPr>
                <w:rFonts w:eastAsiaTheme="minorEastAsia"/>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0B52F56A" w14:textId="77777777" w:rsidR="00C25B7D" w:rsidRPr="005F427A" w:rsidRDefault="00C25B7D" w:rsidP="00C25B7D">
            <w:pPr>
              <w:pStyle w:val="TAC"/>
              <w:rPr>
                <w:rFonts w:eastAsiaTheme="minorEastAsia"/>
                <w:lang w:eastAsia="zh-CN"/>
              </w:rPr>
            </w:pPr>
            <w:r>
              <w:rPr>
                <w:rFonts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089D9CC2" w14:textId="77777777" w:rsidR="00C25B7D" w:rsidRPr="005F427A" w:rsidRDefault="00C25B7D" w:rsidP="00C25B7D">
            <w:pPr>
              <w:pStyle w:val="TAC"/>
              <w:rPr>
                <w:rFonts w:eastAsiaTheme="minorEastAsia"/>
                <w:lang w:eastAsia="zh-CN"/>
              </w:rPr>
            </w:pPr>
            <w:r>
              <w:rPr>
                <w:rFonts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21936943" w14:textId="77777777" w:rsidR="00C25B7D" w:rsidRPr="00E062F1" w:rsidRDefault="00C25B7D" w:rsidP="00C25B7D">
            <w:pPr>
              <w:pStyle w:val="TAC"/>
              <w:rPr>
                <w:lang w:eastAsia="zh-CN"/>
              </w:rPr>
            </w:pPr>
          </w:p>
        </w:tc>
      </w:tr>
      <w:tr w:rsidR="00C25B7D" w:rsidRPr="00E062F1" w14:paraId="22C7164E"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3B0C842" w14:textId="77777777" w:rsidR="00C25B7D" w:rsidRPr="00E062F1" w:rsidRDefault="00C25B7D" w:rsidP="00C25B7D">
            <w:pPr>
              <w:pStyle w:val="TAC"/>
            </w:pPr>
            <w:r w:rsidRPr="00E062F1">
              <w:t>CA_n</w:t>
            </w:r>
            <w:r w:rsidRPr="00E062F1">
              <w:rPr>
                <w:lang w:eastAsia="zh-CN"/>
              </w:rPr>
              <w:t>41(2A)</w:t>
            </w:r>
            <w:r w:rsidRPr="00E062F1">
              <w:t>-n</w:t>
            </w:r>
            <w:r w:rsidRPr="00E062F1">
              <w:rPr>
                <w:lang w:eastAsia="zh-CN"/>
              </w:rPr>
              <w:t>261</w:t>
            </w:r>
            <w:r w:rsidRPr="00E062F1">
              <w:t>A</w:t>
            </w:r>
          </w:p>
        </w:tc>
        <w:tc>
          <w:tcPr>
            <w:tcW w:w="1232" w:type="dxa"/>
            <w:tcBorders>
              <w:left w:val="single" w:sz="4" w:space="0" w:color="auto"/>
              <w:bottom w:val="nil"/>
              <w:right w:val="single" w:sz="4" w:space="0" w:color="auto"/>
            </w:tcBorders>
            <w:shd w:val="clear" w:color="auto" w:fill="auto"/>
          </w:tcPr>
          <w:p w14:paraId="2FFF3CD5" w14:textId="77777777" w:rsidR="00C25B7D" w:rsidRPr="00E062F1" w:rsidRDefault="00C25B7D" w:rsidP="00C25B7D">
            <w:pPr>
              <w:pStyle w:val="TAC"/>
            </w:pPr>
            <w:r w:rsidRPr="00E062F1">
              <w:rPr>
                <w:lang w:eastAsia="zh-CN"/>
              </w:rPr>
              <w:t>-</w:t>
            </w:r>
          </w:p>
        </w:tc>
        <w:tc>
          <w:tcPr>
            <w:tcW w:w="737" w:type="dxa"/>
            <w:tcBorders>
              <w:left w:val="single" w:sz="4" w:space="0" w:color="auto"/>
              <w:bottom w:val="single" w:sz="4" w:space="0" w:color="auto"/>
              <w:right w:val="single" w:sz="4" w:space="0" w:color="auto"/>
            </w:tcBorders>
          </w:tcPr>
          <w:p w14:paraId="6DCD7B56" w14:textId="77777777" w:rsidR="00C25B7D" w:rsidRPr="00E062F1" w:rsidRDefault="00C25B7D" w:rsidP="00C25B7D">
            <w:pPr>
              <w:pStyle w:val="TAC"/>
            </w:pPr>
            <w:r w:rsidRPr="00E062F1">
              <w:rPr>
                <w:lang w:eastAsia="zh-CN"/>
              </w:rPr>
              <w:t>n41</w:t>
            </w:r>
          </w:p>
        </w:tc>
        <w:tc>
          <w:tcPr>
            <w:tcW w:w="10073" w:type="dxa"/>
            <w:gridSpan w:val="18"/>
            <w:tcBorders>
              <w:top w:val="single" w:sz="4" w:space="0" w:color="auto"/>
              <w:left w:val="single" w:sz="4" w:space="0" w:color="auto"/>
              <w:bottom w:val="single" w:sz="4" w:space="0" w:color="auto"/>
              <w:right w:val="single" w:sz="4" w:space="0" w:color="auto"/>
            </w:tcBorders>
          </w:tcPr>
          <w:p w14:paraId="7F0188C6" w14:textId="020C0526" w:rsidR="00C25B7D" w:rsidRPr="00E062F1" w:rsidRDefault="00C25B7D" w:rsidP="00C25B7D">
            <w:pPr>
              <w:pStyle w:val="TAC"/>
              <w:rPr>
                <w:rFonts w:cs="Arial"/>
              </w:rPr>
            </w:pPr>
            <w:r w:rsidRPr="00E062F1">
              <w:rPr>
                <w:rFonts w:cs="Arial"/>
                <w:lang w:eastAsia="ja-JP"/>
              </w:rPr>
              <w:t>CA_n</w:t>
            </w:r>
            <w:r w:rsidRPr="00E062F1">
              <w:rPr>
                <w:rFonts w:cs="Arial"/>
                <w:lang w:eastAsia="zh-CN"/>
              </w:rPr>
              <w:t>41(2A) BCS1</w:t>
            </w:r>
          </w:p>
        </w:tc>
        <w:tc>
          <w:tcPr>
            <w:tcW w:w="1345" w:type="dxa"/>
            <w:tcBorders>
              <w:left w:val="single" w:sz="4" w:space="0" w:color="auto"/>
              <w:bottom w:val="nil"/>
            </w:tcBorders>
            <w:shd w:val="clear" w:color="auto" w:fill="auto"/>
          </w:tcPr>
          <w:p w14:paraId="78E921EA" w14:textId="77777777" w:rsidR="00C25B7D" w:rsidRPr="00E062F1" w:rsidRDefault="00C25B7D" w:rsidP="00C25B7D">
            <w:pPr>
              <w:pStyle w:val="TAC"/>
              <w:rPr>
                <w:lang w:eastAsia="zh-CN"/>
              </w:rPr>
            </w:pPr>
            <w:r>
              <w:rPr>
                <w:rFonts w:hint="eastAsia"/>
                <w:lang w:eastAsia="zh-CN"/>
              </w:rPr>
              <w:t>0</w:t>
            </w:r>
          </w:p>
        </w:tc>
      </w:tr>
      <w:tr w:rsidR="00C25B7D" w:rsidRPr="00E062F1" w14:paraId="04F5F74E"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4AAF7165"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479E1F56"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1824F272" w14:textId="77777777" w:rsidR="00C25B7D" w:rsidRPr="00E062F1" w:rsidRDefault="00C25B7D" w:rsidP="00C25B7D">
            <w:pPr>
              <w:pStyle w:val="TAC"/>
            </w:pPr>
            <w:r w:rsidRPr="00E062F1">
              <w:rPr>
                <w:lang w:eastAsia="zh-CN"/>
              </w:rPr>
              <w:t>n261</w:t>
            </w:r>
          </w:p>
        </w:tc>
        <w:tc>
          <w:tcPr>
            <w:tcW w:w="671" w:type="dxa"/>
            <w:tcBorders>
              <w:top w:val="single" w:sz="4" w:space="0" w:color="auto"/>
              <w:left w:val="single" w:sz="4" w:space="0" w:color="auto"/>
              <w:bottom w:val="single" w:sz="4" w:space="0" w:color="auto"/>
              <w:right w:val="single" w:sz="4" w:space="0" w:color="auto"/>
            </w:tcBorders>
          </w:tcPr>
          <w:p w14:paraId="2E8CD643" w14:textId="77777777" w:rsidR="00C25B7D" w:rsidRPr="00E062F1" w:rsidRDefault="00C25B7D" w:rsidP="00C25B7D">
            <w:pPr>
              <w:pStyle w:val="TAC"/>
              <w:rPr>
                <w:lang w:eastAsia="zh-CN"/>
              </w:rPr>
            </w:pPr>
          </w:p>
        </w:tc>
        <w:tc>
          <w:tcPr>
            <w:tcW w:w="673" w:type="dxa"/>
            <w:tcBorders>
              <w:top w:val="single" w:sz="4" w:space="0" w:color="auto"/>
              <w:left w:val="single" w:sz="4" w:space="0" w:color="auto"/>
              <w:bottom w:val="single" w:sz="4" w:space="0" w:color="auto"/>
              <w:right w:val="single" w:sz="4" w:space="0" w:color="auto"/>
            </w:tcBorders>
          </w:tcPr>
          <w:p w14:paraId="6C049F1B"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0858B5B0"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4E3EE38C"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DAC5E0E"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38A12404"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18EF7AA2"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36404FC6"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C413E3D"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DFD85CC"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202C29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EEF1E41"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06685478" w14:textId="77777777" w:rsidR="00C25B7D" w:rsidRPr="005F427A" w:rsidRDefault="00C25B7D" w:rsidP="00C25B7D">
            <w:pPr>
              <w:pStyle w:val="TAC"/>
              <w:rPr>
                <w:rFonts w:eastAsiaTheme="minorEastAsia"/>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6B7D438D" w14:textId="77777777" w:rsidR="00C25B7D" w:rsidRPr="005F427A" w:rsidRDefault="00C25B7D" w:rsidP="00C25B7D">
            <w:pPr>
              <w:pStyle w:val="TAC"/>
              <w:rPr>
                <w:rFonts w:eastAsiaTheme="minorEastAsia"/>
                <w:lang w:eastAsia="zh-CN"/>
              </w:rPr>
            </w:pPr>
            <w:r>
              <w:rPr>
                <w:rFonts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3F956EC2" w14:textId="77777777" w:rsidR="00C25B7D" w:rsidRPr="00E062F1" w:rsidRDefault="00C25B7D" w:rsidP="00C25B7D">
            <w:pPr>
              <w:pStyle w:val="TAC"/>
              <w:rPr>
                <w:rFonts w:cs="Arial"/>
                <w:lang w:eastAsia="zh-CN"/>
              </w:rPr>
            </w:pPr>
            <w:r>
              <w:rPr>
                <w:rFonts w:cs="Arial" w:hint="eastAsia"/>
                <w:lang w:eastAsia="zh-CN"/>
              </w:rPr>
              <w:t>400</w:t>
            </w:r>
          </w:p>
        </w:tc>
        <w:tc>
          <w:tcPr>
            <w:tcW w:w="1345" w:type="dxa"/>
            <w:tcBorders>
              <w:top w:val="nil"/>
              <w:left w:val="single" w:sz="4" w:space="0" w:color="auto"/>
              <w:bottom w:val="single" w:sz="4" w:space="0" w:color="auto"/>
            </w:tcBorders>
            <w:shd w:val="clear" w:color="auto" w:fill="auto"/>
          </w:tcPr>
          <w:p w14:paraId="62C6F01A" w14:textId="77777777" w:rsidR="00C25B7D" w:rsidRPr="00E062F1" w:rsidRDefault="00C25B7D" w:rsidP="00C25B7D">
            <w:pPr>
              <w:pStyle w:val="TAC"/>
              <w:rPr>
                <w:lang w:eastAsia="zh-CN"/>
              </w:rPr>
            </w:pPr>
          </w:p>
        </w:tc>
      </w:tr>
      <w:tr w:rsidR="00C25B7D" w:rsidRPr="00E062F1" w14:paraId="68DC06E6"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6B1D275A" w14:textId="77777777" w:rsidR="00C25B7D" w:rsidRPr="00E062F1" w:rsidRDefault="00C25B7D" w:rsidP="00C25B7D">
            <w:pPr>
              <w:pStyle w:val="TAC"/>
            </w:pPr>
            <w:r w:rsidRPr="00E062F1">
              <w:t>CA_n</w:t>
            </w:r>
            <w:r w:rsidRPr="00E062F1">
              <w:rPr>
                <w:lang w:eastAsia="zh-CN"/>
              </w:rPr>
              <w:t>41C</w:t>
            </w:r>
            <w:r w:rsidRPr="00E062F1">
              <w:t>-n</w:t>
            </w:r>
            <w:r w:rsidRPr="00E062F1">
              <w:rPr>
                <w:lang w:eastAsia="zh-CN"/>
              </w:rPr>
              <w:t>261(2</w:t>
            </w:r>
            <w:r w:rsidRPr="00E062F1">
              <w:t>A</w:t>
            </w:r>
            <w:r w:rsidRPr="00E062F1">
              <w:rPr>
                <w:lang w:eastAsia="zh-CN"/>
              </w:rPr>
              <w:t>)</w:t>
            </w:r>
          </w:p>
        </w:tc>
        <w:tc>
          <w:tcPr>
            <w:tcW w:w="1232" w:type="dxa"/>
            <w:tcBorders>
              <w:left w:val="single" w:sz="4" w:space="0" w:color="auto"/>
              <w:bottom w:val="nil"/>
              <w:right w:val="single" w:sz="4" w:space="0" w:color="auto"/>
            </w:tcBorders>
            <w:shd w:val="clear" w:color="auto" w:fill="auto"/>
          </w:tcPr>
          <w:p w14:paraId="587B947D" w14:textId="77777777" w:rsidR="00C25B7D" w:rsidRPr="00E062F1" w:rsidRDefault="00C25B7D" w:rsidP="00C25B7D">
            <w:pPr>
              <w:pStyle w:val="TAC"/>
            </w:pPr>
            <w:r w:rsidRPr="00E062F1">
              <w:rPr>
                <w:lang w:eastAsia="zh-CN"/>
              </w:rPr>
              <w:t>-</w:t>
            </w:r>
          </w:p>
        </w:tc>
        <w:tc>
          <w:tcPr>
            <w:tcW w:w="737" w:type="dxa"/>
            <w:tcBorders>
              <w:left w:val="single" w:sz="4" w:space="0" w:color="auto"/>
              <w:bottom w:val="single" w:sz="4" w:space="0" w:color="auto"/>
              <w:right w:val="single" w:sz="4" w:space="0" w:color="auto"/>
            </w:tcBorders>
          </w:tcPr>
          <w:p w14:paraId="17FC75BA" w14:textId="77777777" w:rsidR="00C25B7D" w:rsidRPr="00E062F1" w:rsidRDefault="00C25B7D" w:rsidP="00C25B7D">
            <w:pPr>
              <w:pStyle w:val="TAC"/>
            </w:pPr>
            <w:r w:rsidRPr="00E062F1">
              <w:rPr>
                <w:lang w:eastAsia="zh-CN"/>
              </w:rPr>
              <w:t>n41</w:t>
            </w:r>
          </w:p>
        </w:tc>
        <w:tc>
          <w:tcPr>
            <w:tcW w:w="10073" w:type="dxa"/>
            <w:gridSpan w:val="18"/>
            <w:tcBorders>
              <w:top w:val="single" w:sz="4" w:space="0" w:color="auto"/>
              <w:left w:val="single" w:sz="4" w:space="0" w:color="auto"/>
              <w:bottom w:val="single" w:sz="4" w:space="0" w:color="auto"/>
              <w:right w:val="single" w:sz="4" w:space="0" w:color="auto"/>
            </w:tcBorders>
          </w:tcPr>
          <w:p w14:paraId="4B3D0CC7" w14:textId="14CD9122" w:rsidR="00C25B7D" w:rsidRPr="00E062F1" w:rsidRDefault="00C25B7D" w:rsidP="00C25B7D">
            <w:pPr>
              <w:pStyle w:val="TAC"/>
              <w:rPr>
                <w:rFonts w:eastAsia="Yu Mincho"/>
              </w:rPr>
            </w:pPr>
            <w:r w:rsidRPr="00E062F1">
              <w:rPr>
                <w:rFonts w:cs="Arial"/>
                <w:lang w:eastAsia="ja-JP"/>
              </w:rPr>
              <w:t>CA_n</w:t>
            </w:r>
            <w:r w:rsidRPr="00E062F1">
              <w:rPr>
                <w:rFonts w:cs="Arial"/>
                <w:lang w:eastAsia="zh-CN"/>
              </w:rPr>
              <w:t>41C</w:t>
            </w:r>
          </w:p>
        </w:tc>
        <w:tc>
          <w:tcPr>
            <w:tcW w:w="1345" w:type="dxa"/>
            <w:tcBorders>
              <w:left w:val="single" w:sz="4" w:space="0" w:color="auto"/>
              <w:bottom w:val="nil"/>
              <w:right w:val="single" w:sz="4" w:space="0" w:color="auto"/>
            </w:tcBorders>
            <w:shd w:val="clear" w:color="auto" w:fill="auto"/>
          </w:tcPr>
          <w:p w14:paraId="00200E94" w14:textId="77777777" w:rsidR="00C25B7D" w:rsidRPr="00E062F1" w:rsidRDefault="00C25B7D" w:rsidP="00C25B7D">
            <w:pPr>
              <w:pStyle w:val="TAC"/>
              <w:rPr>
                <w:lang w:eastAsia="zh-CN"/>
              </w:rPr>
            </w:pPr>
            <w:r w:rsidRPr="00E062F1">
              <w:rPr>
                <w:lang w:eastAsia="zh-CN"/>
              </w:rPr>
              <w:t>0</w:t>
            </w:r>
          </w:p>
        </w:tc>
      </w:tr>
      <w:tr w:rsidR="00C25B7D" w:rsidRPr="00E062F1" w14:paraId="71F8F46D"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C019C2B"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44D0F417"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1F30E15C" w14:textId="77777777" w:rsidR="00C25B7D" w:rsidRPr="00E062F1" w:rsidRDefault="00C25B7D" w:rsidP="00C25B7D">
            <w:pPr>
              <w:pStyle w:val="TAC"/>
            </w:pPr>
            <w:r w:rsidRPr="00E062F1">
              <w:rPr>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31425972" w14:textId="21FCB8FC" w:rsidR="00C25B7D" w:rsidRPr="00E062F1" w:rsidRDefault="00C25B7D" w:rsidP="00C25B7D">
            <w:pPr>
              <w:pStyle w:val="TAC"/>
              <w:rPr>
                <w:rFonts w:eastAsia="Yu Mincho"/>
              </w:rPr>
            </w:pPr>
            <w:r w:rsidRPr="00E062F1">
              <w:rPr>
                <w:rFonts w:cs="Arial"/>
                <w:lang w:eastAsia="ja-JP"/>
              </w:rPr>
              <w:t>CA_n2</w:t>
            </w:r>
            <w:r w:rsidRPr="00E062F1">
              <w:rPr>
                <w:rFonts w:cs="Arial"/>
                <w:lang w:eastAsia="zh-CN"/>
              </w:rPr>
              <w:t>61(2A)</w:t>
            </w:r>
          </w:p>
        </w:tc>
        <w:tc>
          <w:tcPr>
            <w:tcW w:w="1345" w:type="dxa"/>
            <w:tcBorders>
              <w:top w:val="nil"/>
              <w:left w:val="single" w:sz="4" w:space="0" w:color="auto"/>
              <w:bottom w:val="single" w:sz="4" w:space="0" w:color="auto"/>
              <w:right w:val="single" w:sz="4" w:space="0" w:color="auto"/>
            </w:tcBorders>
            <w:shd w:val="clear" w:color="auto" w:fill="auto"/>
          </w:tcPr>
          <w:p w14:paraId="596E27C7" w14:textId="77777777" w:rsidR="00C25B7D" w:rsidRPr="00E062F1" w:rsidRDefault="00C25B7D" w:rsidP="00C25B7D">
            <w:pPr>
              <w:pStyle w:val="TAC"/>
              <w:rPr>
                <w:lang w:eastAsia="zh-CN"/>
              </w:rPr>
            </w:pPr>
          </w:p>
        </w:tc>
      </w:tr>
      <w:tr w:rsidR="00C25B7D" w:rsidRPr="00E062F1" w14:paraId="5F344E9B"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76C5F274" w14:textId="77777777" w:rsidR="00C25B7D" w:rsidRPr="00E062F1" w:rsidRDefault="00C25B7D" w:rsidP="00C25B7D">
            <w:pPr>
              <w:pStyle w:val="TAC"/>
            </w:pPr>
            <w:r w:rsidRPr="00E062F1">
              <w:t>CA_n</w:t>
            </w:r>
            <w:r w:rsidRPr="00E062F1">
              <w:rPr>
                <w:lang w:eastAsia="zh-CN"/>
              </w:rPr>
              <w:t>41(2A)</w:t>
            </w:r>
            <w:r w:rsidRPr="00E062F1">
              <w:t>-n</w:t>
            </w:r>
            <w:r w:rsidRPr="00E062F1">
              <w:rPr>
                <w:lang w:eastAsia="zh-CN"/>
              </w:rPr>
              <w:t>261(2</w:t>
            </w:r>
            <w:r w:rsidRPr="00E062F1">
              <w:t>A</w:t>
            </w:r>
            <w:r w:rsidRPr="00E062F1">
              <w:rPr>
                <w:lang w:eastAsia="zh-CN"/>
              </w:rPr>
              <w:t>)</w:t>
            </w:r>
          </w:p>
        </w:tc>
        <w:tc>
          <w:tcPr>
            <w:tcW w:w="1232" w:type="dxa"/>
            <w:tcBorders>
              <w:left w:val="single" w:sz="4" w:space="0" w:color="auto"/>
              <w:bottom w:val="nil"/>
              <w:right w:val="single" w:sz="4" w:space="0" w:color="auto"/>
            </w:tcBorders>
            <w:shd w:val="clear" w:color="auto" w:fill="auto"/>
          </w:tcPr>
          <w:p w14:paraId="22F34BE5" w14:textId="77777777" w:rsidR="00C25B7D" w:rsidRPr="00E062F1" w:rsidRDefault="00C25B7D" w:rsidP="00C25B7D">
            <w:pPr>
              <w:pStyle w:val="TAC"/>
            </w:pPr>
            <w:r w:rsidRPr="00E062F1">
              <w:rPr>
                <w:lang w:eastAsia="zh-CN"/>
              </w:rPr>
              <w:t>-</w:t>
            </w:r>
          </w:p>
        </w:tc>
        <w:tc>
          <w:tcPr>
            <w:tcW w:w="737" w:type="dxa"/>
            <w:tcBorders>
              <w:left w:val="single" w:sz="4" w:space="0" w:color="auto"/>
              <w:bottom w:val="single" w:sz="4" w:space="0" w:color="auto"/>
              <w:right w:val="single" w:sz="4" w:space="0" w:color="auto"/>
            </w:tcBorders>
          </w:tcPr>
          <w:p w14:paraId="6AB35E7D" w14:textId="77777777" w:rsidR="00C25B7D" w:rsidRPr="00E062F1" w:rsidRDefault="00C25B7D" w:rsidP="00C25B7D">
            <w:pPr>
              <w:pStyle w:val="TAC"/>
            </w:pPr>
            <w:r w:rsidRPr="00E062F1">
              <w:rPr>
                <w:lang w:eastAsia="zh-CN"/>
              </w:rPr>
              <w:t>n41</w:t>
            </w:r>
          </w:p>
        </w:tc>
        <w:tc>
          <w:tcPr>
            <w:tcW w:w="10073" w:type="dxa"/>
            <w:gridSpan w:val="18"/>
            <w:tcBorders>
              <w:top w:val="single" w:sz="4" w:space="0" w:color="auto"/>
              <w:left w:val="single" w:sz="4" w:space="0" w:color="auto"/>
              <w:bottom w:val="single" w:sz="4" w:space="0" w:color="auto"/>
              <w:right w:val="single" w:sz="4" w:space="0" w:color="auto"/>
            </w:tcBorders>
          </w:tcPr>
          <w:p w14:paraId="7E3CDA7E" w14:textId="008C1DBD" w:rsidR="00C25B7D" w:rsidRPr="00E062F1" w:rsidRDefault="00C25B7D" w:rsidP="00C25B7D">
            <w:pPr>
              <w:pStyle w:val="TAC"/>
              <w:rPr>
                <w:rFonts w:eastAsia="Yu Mincho"/>
              </w:rPr>
            </w:pPr>
            <w:r w:rsidRPr="00E062F1">
              <w:rPr>
                <w:rFonts w:cs="Arial"/>
                <w:lang w:eastAsia="ja-JP"/>
              </w:rPr>
              <w:t>CA_n</w:t>
            </w:r>
            <w:r w:rsidRPr="00E062F1">
              <w:rPr>
                <w:rFonts w:cs="Arial"/>
                <w:lang w:eastAsia="zh-CN"/>
              </w:rPr>
              <w:t>41(2A)</w:t>
            </w:r>
            <w:r w:rsidRPr="00E062F1">
              <w:rPr>
                <w:rFonts w:cs="Arial"/>
                <w:lang w:eastAsia="ja-JP"/>
              </w:rPr>
              <w:t xml:space="preserve"> </w:t>
            </w:r>
            <w:r w:rsidRPr="00E062F1">
              <w:rPr>
                <w:rFonts w:cs="Arial"/>
                <w:lang w:eastAsia="zh-CN"/>
              </w:rPr>
              <w:t>BCS1</w:t>
            </w:r>
          </w:p>
        </w:tc>
        <w:tc>
          <w:tcPr>
            <w:tcW w:w="1345" w:type="dxa"/>
            <w:tcBorders>
              <w:left w:val="single" w:sz="4" w:space="0" w:color="auto"/>
              <w:bottom w:val="nil"/>
              <w:right w:val="single" w:sz="4" w:space="0" w:color="auto"/>
            </w:tcBorders>
            <w:shd w:val="clear" w:color="auto" w:fill="auto"/>
          </w:tcPr>
          <w:p w14:paraId="7F9701FD" w14:textId="77777777" w:rsidR="00C25B7D" w:rsidRPr="00E062F1" w:rsidRDefault="00C25B7D" w:rsidP="00C25B7D">
            <w:pPr>
              <w:pStyle w:val="TAC"/>
              <w:rPr>
                <w:lang w:eastAsia="zh-CN"/>
              </w:rPr>
            </w:pPr>
            <w:r w:rsidRPr="00E062F1">
              <w:rPr>
                <w:lang w:eastAsia="zh-CN"/>
              </w:rPr>
              <w:t>0</w:t>
            </w:r>
          </w:p>
        </w:tc>
      </w:tr>
      <w:tr w:rsidR="00C25B7D" w:rsidRPr="00E062F1" w14:paraId="62E07CD5"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4B86859"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61880894"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3ABE057C" w14:textId="77777777" w:rsidR="00C25B7D" w:rsidRPr="00E062F1" w:rsidRDefault="00C25B7D" w:rsidP="00C25B7D">
            <w:pPr>
              <w:pStyle w:val="TAC"/>
            </w:pPr>
            <w:r w:rsidRPr="00E062F1">
              <w:rPr>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26E53938" w14:textId="78DDBA8C" w:rsidR="00C25B7D" w:rsidRPr="00E062F1" w:rsidRDefault="00C25B7D" w:rsidP="00C25B7D">
            <w:pPr>
              <w:pStyle w:val="TAC"/>
              <w:rPr>
                <w:rFonts w:eastAsia="Yu Mincho"/>
              </w:rPr>
            </w:pPr>
            <w:r w:rsidRPr="00E062F1">
              <w:rPr>
                <w:rFonts w:cs="Arial"/>
                <w:lang w:eastAsia="ja-JP"/>
              </w:rPr>
              <w:t>CA_n2</w:t>
            </w:r>
            <w:r w:rsidRPr="00E062F1">
              <w:rPr>
                <w:rFonts w:cs="Arial"/>
                <w:lang w:eastAsia="zh-CN"/>
              </w:rPr>
              <w:t>61(2A)</w:t>
            </w:r>
          </w:p>
        </w:tc>
        <w:tc>
          <w:tcPr>
            <w:tcW w:w="1345" w:type="dxa"/>
            <w:tcBorders>
              <w:top w:val="nil"/>
              <w:left w:val="single" w:sz="4" w:space="0" w:color="auto"/>
              <w:bottom w:val="single" w:sz="4" w:space="0" w:color="auto"/>
              <w:right w:val="single" w:sz="4" w:space="0" w:color="auto"/>
            </w:tcBorders>
            <w:shd w:val="clear" w:color="auto" w:fill="auto"/>
          </w:tcPr>
          <w:p w14:paraId="42D0E4A6" w14:textId="77777777" w:rsidR="00C25B7D" w:rsidRPr="00E062F1" w:rsidRDefault="00C25B7D" w:rsidP="00C25B7D">
            <w:pPr>
              <w:pStyle w:val="TAC"/>
              <w:rPr>
                <w:lang w:eastAsia="zh-CN"/>
              </w:rPr>
            </w:pPr>
          </w:p>
        </w:tc>
      </w:tr>
      <w:tr w:rsidR="00C25B7D" w:rsidRPr="00E062F1" w14:paraId="06AE84CA"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462336F9" w14:textId="77777777" w:rsidR="00C25B7D" w:rsidRPr="00E062F1" w:rsidRDefault="00C25B7D" w:rsidP="00C25B7D">
            <w:pPr>
              <w:pStyle w:val="TAC"/>
              <w:rPr>
                <w:rFonts w:cs="Arial"/>
                <w:szCs w:val="18"/>
                <w:lang w:eastAsia="ja-JP"/>
              </w:rPr>
            </w:pPr>
            <w:r w:rsidRPr="00E062F1">
              <w:rPr>
                <w:rFonts w:cs="Arial"/>
                <w:szCs w:val="18"/>
                <w:lang w:eastAsia="ja-JP"/>
              </w:rPr>
              <w:t>CA_n66A-n260A</w:t>
            </w:r>
          </w:p>
        </w:tc>
        <w:tc>
          <w:tcPr>
            <w:tcW w:w="1232" w:type="dxa"/>
            <w:tcBorders>
              <w:top w:val="single" w:sz="4" w:space="0" w:color="auto"/>
              <w:left w:val="single" w:sz="4" w:space="0" w:color="auto"/>
              <w:bottom w:val="nil"/>
              <w:right w:val="single" w:sz="4" w:space="0" w:color="auto"/>
            </w:tcBorders>
            <w:shd w:val="clear" w:color="auto" w:fill="auto"/>
          </w:tcPr>
          <w:p w14:paraId="5000D9C1" w14:textId="77777777" w:rsidR="00C25B7D" w:rsidRPr="00E062F1" w:rsidRDefault="00C25B7D" w:rsidP="00C25B7D">
            <w:pPr>
              <w:pStyle w:val="TAC"/>
              <w:rPr>
                <w:rFonts w:cs="Arial"/>
                <w:szCs w:val="18"/>
                <w:lang w:eastAsia="ja-JP"/>
              </w:rPr>
            </w:pPr>
            <w:r w:rsidRPr="00E062F1">
              <w:rPr>
                <w:rFonts w:cs="Arial"/>
                <w:szCs w:val="18"/>
                <w:lang w:eastAsia="ja-JP"/>
              </w:rPr>
              <w:t>CA_n66A-n260A</w:t>
            </w:r>
          </w:p>
        </w:tc>
        <w:tc>
          <w:tcPr>
            <w:tcW w:w="737" w:type="dxa"/>
            <w:tcBorders>
              <w:top w:val="single" w:sz="4" w:space="0" w:color="auto"/>
              <w:left w:val="single" w:sz="4" w:space="0" w:color="auto"/>
              <w:right w:val="single" w:sz="4" w:space="0" w:color="auto"/>
            </w:tcBorders>
          </w:tcPr>
          <w:p w14:paraId="4BAE9F26"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29C58455"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19726DB9"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5E81890"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4033BA8"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B1472B9"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6A82031D"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18BE5C8F"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59F19870"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471ED4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1A7DE6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00B348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8EB4AEE"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5A65A29"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9DDBE99"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0AE5B60C"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2985A242" w14:textId="77777777" w:rsidR="00C25B7D" w:rsidRPr="00E062F1" w:rsidRDefault="00C25B7D" w:rsidP="00C25B7D">
            <w:pPr>
              <w:pStyle w:val="TAC"/>
              <w:rPr>
                <w:lang w:eastAsia="zh-CN"/>
              </w:rPr>
            </w:pPr>
            <w:r>
              <w:rPr>
                <w:rFonts w:hint="eastAsia"/>
                <w:lang w:eastAsia="zh-CN"/>
              </w:rPr>
              <w:t>0</w:t>
            </w:r>
          </w:p>
        </w:tc>
      </w:tr>
      <w:tr w:rsidR="00C25B7D" w:rsidRPr="00E062F1" w14:paraId="6CCABE84"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028DF72"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6B10FCBE" w14:textId="77777777" w:rsidR="00C25B7D" w:rsidRPr="00E062F1" w:rsidRDefault="00C25B7D" w:rsidP="00C25B7D">
            <w:pPr>
              <w:pStyle w:val="TAC"/>
              <w:rPr>
                <w:rFonts w:cs="Arial"/>
                <w:szCs w:val="18"/>
                <w:lang w:eastAsia="ja-JP"/>
              </w:rPr>
            </w:pPr>
          </w:p>
        </w:tc>
        <w:tc>
          <w:tcPr>
            <w:tcW w:w="737" w:type="dxa"/>
            <w:tcBorders>
              <w:top w:val="single" w:sz="4" w:space="0" w:color="auto"/>
              <w:left w:val="single" w:sz="4" w:space="0" w:color="auto"/>
              <w:right w:val="single" w:sz="4" w:space="0" w:color="auto"/>
            </w:tcBorders>
          </w:tcPr>
          <w:p w14:paraId="05BCE742" w14:textId="35DCAE74" w:rsidR="00C25B7D" w:rsidRPr="00E062F1" w:rsidRDefault="00C25B7D" w:rsidP="00C25B7D">
            <w:pPr>
              <w:pStyle w:val="TAC"/>
              <w:rPr>
                <w:rFonts w:cs="Arial"/>
                <w:szCs w:val="18"/>
                <w:lang w:eastAsia="zh-CN"/>
              </w:rPr>
            </w:pPr>
          </w:p>
        </w:tc>
        <w:tc>
          <w:tcPr>
            <w:tcW w:w="10073" w:type="dxa"/>
            <w:gridSpan w:val="18"/>
            <w:tcBorders>
              <w:top w:val="single" w:sz="4" w:space="0" w:color="auto"/>
              <w:left w:val="single" w:sz="4" w:space="0" w:color="auto"/>
              <w:bottom w:val="single" w:sz="4" w:space="0" w:color="auto"/>
              <w:right w:val="single" w:sz="4" w:space="0" w:color="auto"/>
            </w:tcBorders>
          </w:tcPr>
          <w:p w14:paraId="3B00878C" w14:textId="6E1D66AA" w:rsidR="00C25B7D" w:rsidRPr="00E062F1" w:rsidRDefault="00C25B7D" w:rsidP="00C25B7D">
            <w:pPr>
              <w:pStyle w:val="TAC"/>
              <w:rPr>
                <w:lang w:eastAsia="zh-CN"/>
              </w:rPr>
            </w:pPr>
          </w:p>
        </w:tc>
        <w:tc>
          <w:tcPr>
            <w:tcW w:w="1345" w:type="dxa"/>
            <w:tcBorders>
              <w:top w:val="nil"/>
              <w:left w:val="single" w:sz="4" w:space="0" w:color="auto"/>
              <w:bottom w:val="single" w:sz="4" w:space="0" w:color="auto"/>
              <w:right w:val="single" w:sz="4" w:space="0" w:color="auto"/>
            </w:tcBorders>
            <w:shd w:val="clear" w:color="auto" w:fill="auto"/>
          </w:tcPr>
          <w:p w14:paraId="1E5CE505" w14:textId="77777777" w:rsidR="00C25B7D" w:rsidRPr="00E062F1" w:rsidRDefault="00C25B7D" w:rsidP="00C25B7D">
            <w:pPr>
              <w:pStyle w:val="TAC"/>
              <w:rPr>
                <w:lang w:eastAsia="zh-CN"/>
              </w:rPr>
            </w:pPr>
          </w:p>
        </w:tc>
      </w:tr>
      <w:tr w:rsidR="00ED1176" w:rsidRPr="00E062F1" w14:paraId="573D513F"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5B600F64" w14:textId="77777777" w:rsidR="00ED1176" w:rsidRPr="00E062F1" w:rsidRDefault="00ED1176" w:rsidP="00ED1176">
            <w:pPr>
              <w:pStyle w:val="TAC"/>
              <w:rPr>
                <w:rFonts w:cs="Arial"/>
                <w:szCs w:val="18"/>
                <w:lang w:eastAsia="ja-JP"/>
              </w:rPr>
            </w:pPr>
          </w:p>
        </w:tc>
        <w:tc>
          <w:tcPr>
            <w:tcW w:w="1232" w:type="dxa"/>
            <w:tcBorders>
              <w:top w:val="single" w:sz="4" w:space="0" w:color="auto"/>
              <w:left w:val="single" w:sz="4" w:space="0" w:color="auto"/>
              <w:bottom w:val="nil"/>
              <w:right w:val="single" w:sz="4" w:space="0" w:color="auto"/>
            </w:tcBorders>
            <w:shd w:val="clear" w:color="auto" w:fill="auto"/>
          </w:tcPr>
          <w:p w14:paraId="0F3B4E91" w14:textId="77777777" w:rsidR="00ED1176" w:rsidRPr="00E062F1" w:rsidRDefault="00ED1176" w:rsidP="00ED1176">
            <w:pPr>
              <w:pStyle w:val="TAC"/>
              <w:rPr>
                <w:rFonts w:cs="Arial"/>
                <w:szCs w:val="18"/>
                <w:lang w:eastAsia="ja-JP"/>
              </w:rPr>
            </w:pPr>
          </w:p>
        </w:tc>
        <w:tc>
          <w:tcPr>
            <w:tcW w:w="737" w:type="dxa"/>
            <w:tcBorders>
              <w:top w:val="single" w:sz="4" w:space="0" w:color="auto"/>
              <w:left w:val="single" w:sz="4" w:space="0" w:color="auto"/>
              <w:right w:val="single" w:sz="4" w:space="0" w:color="auto"/>
            </w:tcBorders>
          </w:tcPr>
          <w:p w14:paraId="7141BEFB" w14:textId="5B42D5D0" w:rsidR="00ED1176" w:rsidRPr="00E062F1" w:rsidRDefault="00ED1176" w:rsidP="00ED1176">
            <w:pPr>
              <w:pStyle w:val="TAC"/>
              <w:rPr>
                <w:rFonts w:cs="Arial"/>
                <w:szCs w:val="18"/>
                <w:lang w:eastAsia="zh-CN"/>
              </w:rPr>
            </w:pPr>
            <w:r w:rsidRPr="002B7671">
              <w:rPr>
                <w:rFonts w:cs="Arial"/>
                <w:szCs w:val="18"/>
                <w:lang w:eastAsia="zh-CN"/>
              </w:rPr>
              <w:t>n260</w:t>
            </w:r>
          </w:p>
        </w:tc>
        <w:tc>
          <w:tcPr>
            <w:tcW w:w="671" w:type="dxa"/>
            <w:tcBorders>
              <w:top w:val="single" w:sz="4" w:space="0" w:color="auto"/>
              <w:left w:val="single" w:sz="4" w:space="0" w:color="auto"/>
              <w:bottom w:val="single" w:sz="4" w:space="0" w:color="auto"/>
              <w:right w:val="single" w:sz="4" w:space="0" w:color="auto"/>
            </w:tcBorders>
          </w:tcPr>
          <w:p w14:paraId="024886C4" w14:textId="77777777" w:rsidR="00ED1176" w:rsidRDefault="00ED1176" w:rsidP="00ED1176">
            <w:pPr>
              <w:pStyle w:val="TAC"/>
              <w:rPr>
                <w:szCs w:val="18"/>
                <w:lang w:eastAsia="zh-CN"/>
              </w:rPr>
            </w:pPr>
          </w:p>
        </w:tc>
        <w:tc>
          <w:tcPr>
            <w:tcW w:w="673" w:type="dxa"/>
            <w:tcBorders>
              <w:top w:val="single" w:sz="4" w:space="0" w:color="auto"/>
              <w:left w:val="single" w:sz="4" w:space="0" w:color="auto"/>
              <w:bottom w:val="single" w:sz="4" w:space="0" w:color="auto"/>
              <w:right w:val="single" w:sz="4" w:space="0" w:color="auto"/>
            </w:tcBorders>
          </w:tcPr>
          <w:p w14:paraId="3366D01D" w14:textId="77777777" w:rsidR="00ED1176" w:rsidRDefault="00ED1176" w:rsidP="00ED1176">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A4ACA3F" w14:textId="77777777" w:rsidR="00ED1176" w:rsidRDefault="00ED1176" w:rsidP="00ED1176">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723D97F8" w14:textId="77777777" w:rsidR="00ED1176" w:rsidRDefault="00ED1176" w:rsidP="00ED1176">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FFBF111" w14:textId="77777777" w:rsidR="00ED1176" w:rsidRPr="00E062F1" w:rsidRDefault="00ED1176" w:rsidP="00ED1176">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3F5BE946" w14:textId="77777777" w:rsidR="00ED1176" w:rsidRPr="00E062F1" w:rsidRDefault="00ED1176" w:rsidP="00ED1176">
            <w:pPr>
              <w:pStyle w:val="TAC"/>
            </w:pPr>
          </w:p>
        </w:tc>
        <w:tc>
          <w:tcPr>
            <w:tcW w:w="671" w:type="dxa"/>
            <w:tcBorders>
              <w:top w:val="single" w:sz="4" w:space="0" w:color="auto"/>
              <w:left w:val="single" w:sz="4" w:space="0" w:color="auto"/>
              <w:bottom w:val="single" w:sz="4" w:space="0" w:color="auto"/>
              <w:right w:val="single" w:sz="4" w:space="0" w:color="auto"/>
            </w:tcBorders>
          </w:tcPr>
          <w:p w14:paraId="441102F0" w14:textId="77777777" w:rsidR="00ED1176" w:rsidRDefault="00ED1176" w:rsidP="00ED1176">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BAA893A" w14:textId="2E116FEB" w:rsidR="00ED1176" w:rsidRPr="00E062F1" w:rsidRDefault="00ED1176" w:rsidP="00ED1176">
            <w:pPr>
              <w:pStyle w:val="TAC"/>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85F6052" w14:textId="77777777" w:rsidR="00ED1176" w:rsidRPr="00E062F1" w:rsidRDefault="00ED1176" w:rsidP="00ED1176">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DFEF2FF" w14:textId="77777777" w:rsidR="00ED1176" w:rsidRPr="00E062F1" w:rsidRDefault="00ED1176" w:rsidP="00ED1176">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8BCE5DE" w14:textId="77777777" w:rsidR="00ED1176" w:rsidRPr="00E062F1" w:rsidRDefault="00ED1176" w:rsidP="00ED1176">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1CB6F90" w14:textId="77777777" w:rsidR="00ED1176" w:rsidRPr="00E062F1" w:rsidRDefault="00ED1176" w:rsidP="00ED1176">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48388CD" w14:textId="6DFF5EAA" w:rsidR="00ED1176" w:rsidRPr="00E062F1" w:rsidRDefault="00ED1176" w:rsidP="00ED1176">
            <w:pPr>
              <w:pStyle w:val="TAC"/>
              <w:rPr>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75242818" w14:textId="78DF86DB" w:rsidR="00ED1176" w:rsidRPr="00E062F1" w:rsidRDefault="00ED1176" w:rsidP="00ED1176">
            <w:pPr>
              <w:pStyle w:val="TAC"/>
              <w:rPr>
                <w:lang w:eastAsia="zh-CN"/>
              </w:rPr>
            </w:pPr>
            <w:r>
              <w:rPr>
                <w:rFonts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072308CC" w14:textId="32457D5D" w:rsidR="00ED1176" w:rsidRPr="00E062F1" w:rsidRDefault="00ED1176" w:rsidP="00ED1176">
            <w:pPr>
              <w:pStyle w:val="TAC"/>
              <w:rPr>
                <w:lang w:eastAsia="zh-CN"/>
              </w:rPr>
            </w:pPr>
            <w:r>
              <w:rPr>
                <w:rFonts w:hint="eastAsia"/>
                <w:lang w:eastAsia="zh-CN"/>
              </w:rPr>
              <w:t>400</w:t>
            </w:r>
          </w:p>
        </w:tc>
        <w:tc>
          <w:tcPr>
            <w:tcW w:w="1345" w:type="dxa"/>
            <w:tcBorders>
              <w:top w:val="single" w:sz="4" w:space="0" w:color="auto"/>
              <w:left w:val="single" w:sz="4" w:space="0" w:color="auto"/>
              <w:bottom w:val="nil"/>
              <w:right w:val="single" w:sz="4" w:space="0" w:color="auto"/>
            </w:tcBorders>
            <w:shd w:val="clear" w:color="auto" w:fill="auto"/>
          </w:tcPr>
          <w:p w14:paraId="6615391F" w14:textId="77777777" w:rsidR="00ED1176" w:rsidRDefault="00ED1176" w:rsidP="00ED1176">
            <w:pPr>
              <w:pStyle w:val="TAC"/>
              <w:rPr>
                <w:lang w:eastAsia="zh-CN"/>
              </w:rPr>
            </w:pPr>
          </w:p>
        </w:tc>
      </w:tr>
      <w:tr w:rsidR="00C25B7D" w:rsidRPr="00E062F1" w14:paraId="543E3DBC"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571444E6" w14:textId="77777777" w:rsidR="00C25B7D" w:rsidRPr="00E062F1" w:rsidRDefault="00C25B7D" w:rsidP="00C25B7D">
            <w:pPr>
              <w:pStyle w:val="TAC"/>
              <w:rPr>
                <w:rFonts w:cs="Arial"/>
                <w:szCs w:val="18"/>
                <w:lang w:eastAsia="ja-JP"/>
              </w:rPr>
            </w:pPr>
            <w:r w:rsidRPr="00E062F1">
              <w:rPr>
                <w:rFonts w:cs="Arial"/>
                <w:szCs w:val="18"/>
                <w:lang w:eastAsia="ja-JP"/>
              </w:rPr>
              <w:t>CA_n66A-n260(2A)</w:t>
            </w:r>
          </w:p>
        </w:tc>
        <w:tc>
          <w:tcPr>
            <w:tcW w:w="1232" w:type="dxa"/>
            <w:tcBorders>
              <w:top w:val="single" w:sz="4" w:space="0" w:color="auto"/>
              <w:left w:val="single" w:sz="4" w:space="0" w:color="auto"/>
              <w:bottom w:val="nil"/>
              <w:right w:val="single" w:sz="4" w:space="0" w:color="auto"/>
            </w:tcBorders>
            <w:shd w:val="clear" w:color="auto" w:fill="auto"/>
          </w:tcPr>
          <w:p w14:paraId="3FA40000" w14:textId="77777777" w:rsidR="00C25B7D" w:rsidRPr="00E062F1" w:rsidRDefault="00C25B7D" w:rsidP="00C25B7D">
            <w:pPr>
              <w:pStyle w:val="TAC"/>
              <w:rPr>
                <w:rFonts w:cs="Arial"/>
                <w:szCs w:val="18"/>
                <w:lang w:eastAsia="ja-JP"/>
              </w:rPr>
            </w:pPr>
            <w:r w:rsidRPr="00E062F1">
              <w:rPr>
                <w:rFonts w:cs="Arial"/>
                <w:szCs w:val="18"/>
                <w:lang w:eastAsia="ja-JP"/>
              </w:rPr>
              <w:t>CA_n66A-n260A</w:t>
            </w:r>
          </w:p>
        </w:tc>
        <w:tc>
          <w:tcPr>
            <w:tcW w:w="737" w:type="dxa"/>
            <w:tcBorders>
              <w:top w:val="single" w:sz="4" w:space="0" w:color="auto"/>
              <w:left w:val="single" w:sz="4" w:space="0" w:color="auto"/>
              <w:right w:val="single" w:sz="4" w:space="0" w:color="auto"/>
            </w:tcBorders>
          </w:tcPr>
          <w:p w14:paraId="11A0CEAE"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7960AFF8"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0D4BC697"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2F0E4E52"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2DF73DC"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16C911E"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1D080FB5"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94F4421"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50F59ABA"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93DAB4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DDFED1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296D38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F3DFC40"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802CFAE"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7EE63B65"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61819530"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43454A3F" w14:textId="77777777" w:rsidR="00C25B7D" w:rsidRPr="00E062F1" w:rsidRDefault="00C25B7D" w:rsidP="00C25B7D">
            <w:pPr>
              <w:pStyle w:val="TAC"/>
              <w:rPr>
                <w:lang w:eastAsia="zh-CN"/>
              </w:rPr>
            </w:pPr>
            <w:r>
              <w:rPr>
                <w:rFonts w:hint="eastAsia"/>
                <w:lang w:eastAsia="zh-CN"/>
              </w:rPr>
              <w:t>0</w:t>
            </w:r>
          </w:p>
        </w:tc>
      </w:tr>
      <w:tr w:rsidR="00C25B7D" w:rsidRPr="00E062F1" w14:paraId="0244E97A"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2D32FE2"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2AE0E218" w14:textId="77777777" w:rsidR="00C25B7D" w:rsidRPr="00E062F1" w:rsidRDefault="00C25B7D" w:rsidP="00C25B7D">
            <w:pPr>
              <w:pStyle w:val="TAC"/>
              <w:rPr>
                <w:rFonts w:cs="Arial"/>
                <w:szCs w:val="18"/>
                <w:lang w:eastAsia="ja-JP"/>
              </w:rPr>
            </w:pPr>
          </w:p>
        </w:tc>
        <w:tc>
          <w:tcPr>
            <w:tcW w:w="737" w:type="dxa"/>
            <w:tcBorders>
              <w:top w:val="single" w:sz="4" w:space="0" w:color="auto"/>
              <w:left w:val="single" w:sz="4" w:space="0" w:color="auto"/>
              <w:right w:val="single" w:sz="4" w:space="0" w:color="auto"/>
            </w:tcBorders>
          </w:tcPr>
          <w:p w14:paraId="104E8944" w14:textId="77777777" w:rsidR="00C25B7D" w:rsidRPr="00E062F1" w:rsidRDefault="00C25B7D" w:rsidP="00C25B7D">
            <w:pPr>
              <w:pStyle w:val="TAC"/>
              <w:rPr>
                <w:rFonts w:cs="Arial"/>
                <w:szCs w:val="18"/>
                <w:lang w:eastAsia="zh-CN"/>
              </w:rPr>
            </w:pPr>
            <w:r w:rsidRPr="00E062F1">
              <w:rPr>
                <w:rFonts w:cs="Arial"/>
                <w:szCs w:val="18"/>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2FF4A150" w14:textId="222401C4" w:rsidR="00C25B7D" w:rsidRPr="00E062F1" w:rsidRDefault="00C25B7D" w:rsidP="00C25B7D">
            <w:pPr>
              <w:pStyle w:val="TAC"/>
              <w:rPr>
                <w:lang w:eastAsia="zh-CN"/>
              </w:rPr>
            </w:pPr>
            <w:r w:rsidRPr="00E062F1">
              <w:rPr>
                <w:rFonts w:cs="Arial"/>
                <w:szCs w:val="18"/>
                <w:lang w:eastAsia="ja-JP"/>
              </w:rPr>
              <w:t>CA_n260(</w:t>
            </w:r>
            <w:r>
              <w:rPr>
                <w:rFonts w:cs="Arial"/>
                <w:szCs w:val="18"/>
                <w:lang w:eastAsia="zh-CN"/>
              </w:rPr>
              <w:t>2</w:t>
            </w:r>
            <w:r w:rsidRPr="00E062F1">
              <w:rPr>
                <w:rFonts w:cs="Arial"/>
                <w:szCs w:val="18"/>
                <w:lang w:eastAsia="ja-JP"/>
              </w:rPr>
              <w:t>A)</w:t>
            </w:r>
          </w:p>
        </w:tc>
        <w:tc>
          <w:tcPr>
            <w:tcW w:w="1345" w:type="dxa"/>
            <w:tcBorders>
              <w:top w:val="nil"/>
              <w:left w:val="single" w:sz="4" w:space="0" w:color="auto"/>
              <w:bottom w:val="single" w:sz="4" w:space="0" w:color="auto"/>
              <w:right w:val="single" w:sz="4" w:space="0" w:color="auto"/>
            </w:tcBorders>
            <w:shd w:val="clear" w:color="auto" w:fill="auto"/>
          </w:tcPr>
          <w:p w14:paraId="56DD48F6" w14:textId="77777777" w:rsidR="00C25B7D" w:rsidRPr="00E062F1" w:rsidRDefault="00C25B7D" w:rsidP="00C25B7D">
            <w:pPr>
              <w:pStyle w:val="TAC"/>
              <w:rPr>
                <w:lang w:eastAsia="zh-CN"/>
              </w:rPr>
            </w:pPr>
          </w:p>
        </w:tc>
      </w:tr>
      <w:tr w:rsidR="00C25B7D" w:rsidRPr="00E062F1" w14:paraId="4FF54438"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389A61E9" w14:textId="77777777" w:rsidR="00C25B7D" w:rsidRPr="00E062F1" w:rsidRDefault="00C25B7D" w:rsidP="00C25B7D">
            <w:pPr>
              <w:pStyle w:val="TAC"/>
              <w:rPr>
                <w:rFonts w:cs="Arial"/>
                <w:szCs w:val="18"/>
                <w:lang w:eastAsia="ja-JP"/>
              </w:rPr>
            </w:pPr>
            <w:r w:rsidRPr="00E062F1">
              <w:rPr>
                <w:rFonts w:cs="Arial"/>
                <w:szCs w:val="18"/>
                <w:lang w:eastAsia="ja-JP"/>
              </w:rPr>
              <w:t>CA_n66A-n260(3A)</w:t>
            </w:r>
          </w:p>
        </w:tc>
        <w:tc>
          <w:tcPr>
            <w:tcW w:w="1232" w:type="dxa"/>
            <w:tcBorders>
              <w:top w:val="single" w:sz="4" w:space="0" w:color="auto"/>
              <w:left w:val="single" w:sz="4" w:space="0" w:color="auto"/>
              <w:bottom w:val="nil"/>
              <w:right w:val="single" w:sz="4" w:space="0" w:color="auto"/>
            </w:tcBorders>
            <w:shd w:val="clear" w:color="auto" w:fill="auto"/>
          </w:tcPr>
          <w:p w14:paraId="15AB02CC" w14:textId="77777777" w:rsidR="00C25B7D" w:rsidRPr="00E062F1" w:rsidRDefault="00C25B7D" w:rsidP="00C25B7D">
            <w:pPr>
              <w:pStyle w:val="TAC"/>
              <w:rPr>
                <w:rFonts w:cs="Arial"/>
                <w:szCs w:val="18"/>
                <w:lang w:eastAsia="ja-JP"/>
              </w:rPr>
            </w:pPr>
            <w:r w:rsidRPr="00E062F1">
              <w:rPr>
                <w:rFonts w:cs="Arial"/>
                <w:szCs w:val="18"/>
                <w:lang w:eastAsia="ja-JP"/>
              </w:rPr>
              <w:t>CA_n66A-n260A</w:t>
            </w:r>
          </w:p>
        </w:tc>
        <w:tc>
          <w:tcPr>
            <w:tcW w:w="737" w:type="dxa"/>
            <w:tcBorders>
              <w:top w:val="single" w:sz="4" w:space="0" w:color="auto"/>
              <w:left w:val="single" w:sz="4" w:space="0" w:color="auto"/>
              <w:right w:val="single" w:sz="4" w:space="0" w:color="auto"/>
            </w:tcBorders>
          </w:tcPr>
          <w:p w14:paraId="5C97117E"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15BBD385"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61AE49FD"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76596359"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E453182"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F8942E3"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6FD7BF33"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42CF0555"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1B0C66D2"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45D1511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A1FDDA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3873FC4"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6A5EB7C"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647F778"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21EDA783"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35401C2A"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77854D59" w14:textId="77777777" w:rsidR="00C25B7D" w:rsidRPr="00E062F1" w:rsidRDefault="00C25B7D" w:rsidP="00C25B7D">
            <w:pPr>
              <w:pStyle w:val="TAC"/>
              <w:rPr>
                <w:lang w:eastAsia="zh-CN"/>
              </w:rPr>
            </w:pPr>
            <w:r>
              <w:rPr>
                <w:rFonts w:hint="eastAsia"/>
                <w:lang w:eastAsia="zh-CN"/>
              </w:rPr>
              <w:t>0</w:t>
            </w:r>
          </w:p>
        </w:tc>
      </w:tr>
      <w:tr w:rsidR="00C25B7D" w:rsidRPr="00E062F1" w14:paraId="3056C54D"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F46FFF9"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31D6AEF4" w14:textId="77777777" w:rsidR="00C25B7D" w:rsidRPr="00E062F1" w:rsidRDefault="00C25B7D" w:rsidP="00C25B7D">
            <w:pPr>
              <w:pStyle w:val="TAC"/>
              <w:rPr>
                <w:rFonts w:cs="Arial"/>
                <w:szCs w:val="18"/>
                <w:lang w:eastAsia="ja-JP"/>
              </w:rPr>
            </w:pPr>
          </w:p>
        </w:tc>
        <w:tc>
          <w:tcPr>
            <w:tcW w:w="737" w:type="dxa"/>
            <w:tcBorders>
              <w:top w:val="single" w:sz="4" w:space="0" w:color="auto"/>
              <w:left w:val="single" w:sz="4" w:space="0" w:color="auto"/>
              <w:right w:val="single" w:sz="4" w:space="0" w:color="auto"/>
            </w:tcBorders>
          </w:tcPr>
          <w:p w14:paraId="140282A9" w14:textId="77777777" w:rsidR="00C25B7D" w:rsidRPr="00E062F1" w:rsidRDefault="00C25B7D" w:rsidP="00C25B7D">
            <w:pPr>
              <w:pStyle w:val="TAC"/>
              <w:rPr>
                <w:rFonts w:cs="Arial"/>
                <w:szCs w:val="18"/>
                <w:lang w:eastAsia="zh-CN"/>
              </w:rPr>
            </w:pPr>
            <w:r w:rsidRPr="00E062F1">
              <w:rPr>
                <w:rFonts w:cs="Arial"/>
                <w:szCs w:val="18"/>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3F5B53D4" w14:textId="1D134A6E" w:rsidR="00C25B7D" w:rsidRPr="00E062F1" w:rsidRDefault="00C25B7D" w:rsidP="00C25B7D">
            <w:pPr>
              <w:pStyle w:val="TAC"/>
              <w:rPr>
                <w:lang w:eastAsia="zh-CN"/>
              </w:rPr>
            </w:pPr>
            <w:r w:rsidRPr="00E062F1">
              <w:rPr>
                <w:rFonts w:cs="Arial"/>
                <w:szCs w:val="18"/>
                <w:lang w:eastAsia="ja-JP"/>
              </w:rPr>
              <w:t>CA_n260(</w:t>
            </w:r>
            <w:r w:rsidRPr="00E062F1">
              <w:rPr>
                <w:rFonts w:cs="Arial"/>
                <w:szCs w:val="18"/>
                <w:lang w:eastAsia="zh-CN"/>
              </w:rPr>
              <w:t>3</w:t>
            </w:r>
            <w:r w:rsidRPr="00E062F1">
              <w:rPr>
                <w:rFonts w:cs="Arial"/>
                <w:szCs w:val="18"/>
                <w:lang w:eastAsia="ja-JP"/>
              </w:rPr>
              <w:t>A)</w:t>
            </w:r>
          </w:p>
        </w:tc>
        <w:tc>
          <w:tcPr>
            <w:tcW w:w="1345" w:type="dxa"/>
            <w:tcBorders>
              <w:top w:val="nil"/>
              <w:left w:val="single" w:sz="4" w:space="0" w:color="auto"/>
              <w:bottom w:val="single" w:sz="4" w:space="0" w:color="auto"/>
              <w:right w:val="single" w:sz="4" w:space="0" w:color="auto"/>
            </w:tcBorders>
            <w:shd w:val="clear" w:color="auto" w:fill="auto"/>
          </w:tcPr>
          <w:p w14:paraId="2DABBBF7" w14:textId="77777777" w:rsidR="00C25B7D" w:rsidRPr="00E062F1" w:rsidRDefault="00C25B7D" w:rsidP="00C25B7D">
            <w:pPr>
              <w:pStyle w:val="TAC"/>
              <w:rPr>
                <w:lang w:eastAsia="zh-CN"/>
              </w:rPr>
            </w:pPr>
          </w:p>
        </w:tc>
      </w:tr>
      <w:tr w:rsidR="00C25B7D" w:rsidRPr="00E062F1" w14:paraId="644E3689"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4F03FE4E" w14:textId="77777777" w:rsidR="00C25B7D" w:rsidRPr="00E062F1" w:rsidRDefault="00C25B7D" w:rsidP="00C25B7D">
            <w:pPr>
              <w:pStyle w:val="TAC"/>
              <w:rPr>
                <w:rFonts w:cs="Arial"/>
                <w:szCs w:val="18"/>
                <w:lang w:eastAsia="ja-JP"/>
              </w:rPr>
            </w:pPr>
            <w:r w:rsidRPr="00E062F1">
              <w:rPr>
                <w:rFonts w:cs="Arial"/>
                <w:szCs w:val="18"/>
                <w:lang w:eastAsia="ja-JP"/>
              </w:rPr>
              <w:t>CA_n66A-n260(4A)</w:t>
            </w:r>
          </w:p>
        </w:tc>
        <w:tc>
          <w:tcPr>
            <w:tcW w:w="1232" w:type="dxa"/>
            <w:tcBorders>
              <w:top w:val="single" w:sz="4" w:space="0" w:color="auto"/>
              <w:left w:val="single" w:sz="4" w:space="0" w:color="auto"/>
              <w:bottom w:val="nil"/>
              <w:right w:val="single" w:sz="4" w:space="0" w:color="auto"/>
            </w:tcBorders>
            <w:shd w:val="clear" w:color="auto" w:fill="auto"/>
          </w:tcPr>
          <w:p w14:paraId="673FD472" w14:textId="77777777" w:rsidR="00C25B7D" w:rsidRPr="00E062F1" w:rsidRDefault="00C25B7D" w:rsidP="00C25B7D">
            <w:pPr>
              <w:pStyle w:val="TAC"/>
              <w:rPr>
                <w:rFonts w:cs="Arial"/>
                <w:szCs w:val="18"/>
                <w:lang w:eastAsia="ja-JP"/>
              </w:rPr>
            </w:pPr>
            <w:r w:rsidRPr="00E062F1">
              <w:rPr>
                <w:rFonts w:cs="Arial"/>
                <w:szCs w:val="18"/>
                <w:lang w:eastAsia="ja-JP"/>
              </w:rPr>
              <w:t>CA_n66A-n260A</w:t>
            </w:r>
          </w:p>
        </w:tc>
        <w:tc>
          <w:tcPr>
            <w:tcW w:w="737" w:type="dxa"/>
            <w:tcBorders>
              <w:top w:val="single" w:sz="4" w:space="0" w:color="auto"/>
              <w:left w:val="single" w:sz="4" w:space="0" w:color="auto"/>
              <w:right w:val="single" w:sz="4" w:space="0" w:color="auto"/>
            </w:tcBorders>
          </w:tcPr>
          <w:p w14:paraId="16C5F8A7"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2224500A"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661F5278"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AABA055"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0532B573"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567A4B8"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7426D333"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108139C0"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489135B8"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05C6ABD0"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1BA077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8BDC70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38882F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7147B59"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07CCBB5C"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543C6A79"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2CCD8AAF" w14:textId="77777777" w:rsidR="00C25B7D" w:rsidRPr="00E062F1" w:rsidRDefault="00C25B7D" w:rsidP="00C25B7D">
            <w:pPr>
              <w:pStyle w:val="TAC"/>
              <w:rPr>
                <w:lang w:eastAsia="zh-CN"/>
              </w:rPr>
            </w:pPr>
            <w:r>
              <w:rPr>
                <w:rFonts w:hint="eastAsia"/>
                <w:lang w:eastAsia="zh-CN"/>
              </w:rPr>
              <w:t>0</w:t>
            </w:r>
          </w:p>
        </w:tc>
      </w:tr>
      <w:tr w:rsidR="00C25B7D" w:rsidRPr="00E062F1" w14:paraId="7125A1E9"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278F133E"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36E1F376" w14:textId="77777777" w:rsidR="00C25B7D" w:rsidRPr="00E062F1" w:rsidRDefault="00C25B7D" w:rsidP="00C25B7D">
            <w:pPr>
              <w:pStyle w:val="TAC"/>
              <w:rPr>
                <w:rFonts w:cs="Arial"/>
                <w:szCs w:val="18"/>
                <w:lang w:eastAsia="ja-JP"/>
              </w:rPr>
            </w:pPr>
          </w:p>
        </w:tc>
        <w:tc>
          <w:tcPr>
            <w:tcW w:w="737" w:type="dxa"/>
            <w:tcBorders>
              <w:top w:val="single" w:sz="4" w:space="0" w:color="auto"/>
              <w:left w:val="single" w:sz="4" w:space="0" w:color="auto"/>
              <w:right w:val="single" w:sz="4" w:space="0" w:color="auto"/>
            </w:tcBorders>
          </w:tcPr>
          <w:p w14:paraId="1545C9B7" w14:textId="77777777" w:rsidR="00C25B7D" w:rsidRPr="00E062F1" w:rsidRDefault="00C25B7D" w:rsidP="00C25B7D">
            <w:pPr>
              <w:pStyle w:val="TAC"/>
              <w:rPr>
                <w:rFonts w:cs="Arial"/>
                <w:szCs w:val="18"/>
                <w:lang w:eastAsia="zh-CN"/>
              </w:rPr>
            </w:pPr>
            <w:r w:rsidRPr="00E062F1">
              <w:rPr>
                <w:rFonts w:cs="Arial"/>
                <w:szCs w:val="18"/>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31582EC6" w14:textId="351B0B15" w:rsidR="00C25B7D" w:rsidRPr="00E062F1" w:rsidRDefault="00C25B7D" w:rsidP="00C25B7D">
            <w:pPr>
              <w:pStyle w:val="TAC"/>
              <w:rPr>
                <w:lang w:eastAsia="zh-CN"/>
              </w:rPr>
            </w:pPr>
            <w:r w:rsidRPr="00E062F1">
              <w:rPr>
                <w:rFonts w:cs="Arial"/>
                <w:szCs w:val="18"/>
                <w:lang w:eastAsia="ja-JP"/>
              </w:rPr>
              <w:t>CA_n260(</w:t>
            </w:r>
            <w:r w:rsidRPr="00E062F1">
              <w:rPr>
                <w:rFonts w:cs="Arial"/>
                <w:szCs w:val="18"/>
                <w:lang w:eastAsia="zh-CN"/>
              </w:rPr>
              <w:t>4</w:t>
            </w:r>
            <w:r w:rsidRPr="00E062F1">
              <w:rPr>
                <w:rFonts w:cs="Arial"/>
                <w:szCs w:val="18"/>
                <w:lang w:eastAsia="ja-JP"/>
              </w:rPr>
              <w:t>A)</w:t>
            </w:r>
          </w:p>
        </w:tc>
        <w:tc>
          <w:tcPr>
            <w:tcW w:w="1345" w:type="dxa"/>
            <w:tcBorders>
              <w:top w:val="nil"/>
              <w:left w:val="single" w:sz="4" w:space="0" w:color="auto"/>
              <w:bottom w:val="single" w:sz="4" w:space="0" w:color="auto"/>
              <w:right w:val="single" w:sz="4" w:space="0" w:color="auto"/>
            </w:tcBorders>
            <w:shd w:val="clear" w:color="auto" w:fill="auto"/>
          </w:tcPr>
          <w:p w14:paraId="1F072BBD" w14:textId="77777777" w:rsidR="00C25B7D" w:rsidRPr="00E062F1" w:rsidRDefault="00C25B7D" w:rsidP="00C25B7D">
            <w:pPr>
              <w:pStyle w:val="TAC"/>
              <w:rPr>
                <w:lang w:eastAsia="zh-CN"/>
              </w:rPr>
            </w:pPr>
          </w:p>
        </w:tc>
      </w:tr>
      <w:tr w:rsidR="00C25B7D" w:rsidRPr="00E062F1" w14:paraId="3F31132B"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60AE7F0B" w14:textId="77777777" w:rsidR="00C25B7D" w:rsidRPr="00E062F1" w:rsidRDefault="00C25B7D" w:rsidP="00C25B7D">
            <w:pPr>
              <w:pStyle w:val="TAC"/>
              <w:rPr>
                <w:rFonts w:cs="Arial"/>
                <w:szCs w:val="18"/>
                <w:lang w:eastAsia="ja-JP"/>
              </w:rPr>
            </w:pPr>
            <w:r w:rsidRPr="00E062F1">
              <w:rPr>
                <w:rFonts w:cs="Arial"/>
                <w:szCs w:val="18"/>
                <w:lang w:eastAsia="ja-JP"/>
              </w:rPr>
              <w:t>CA_n66A-n260(5A)</w:t>
            </w:r>
          </w:p>
        </w:tc>
        <w:tc>
          <w:tcPr>
            <w:tcW w:w="1232" w:type="dxa"/>
            <w:tcBorders>
              <w:top w:val="single" w:sz="4" w:space="0" w:color="auto"/>
              <w:left w:val="single" w:sz="4" w:space="0" w:color="auto"/>
              <w:bottom w:val="nil"/>
              <w:right w:val="single" w:sz="4" w:space="0" w:color="auto"/>
            </w:tcBorders>
            <w:shd w:val="clear" w:color="auto" w:fill="auto"/>
          </w:tcPr>
          <w:p w14:paraId="214CB738" w14:textId="77777777" w:rsidR="00C25B7D" w:rsidRPr="00E062F1" w:rsidRDefault="00C25B7D" w:rsidP="00C25B7D">
            <w:pPr>
              <w:pStyle w:val="TAC"/>
              <w:rPr>
                <w:rFonts w:cs="Arial"/>
                <w:szCs w:val="18"/>
                <w:lang w:eastAsia="ja-JP"/>
              </w:rPr>
            </w:pPr>
            <w:r w:rsidRPr="00E062F1">
              <w:rPr>
                <w:rFonts w:cs="Arial"/>
                <w:szCs w:val="18"/>
                <w:lang w:eastAsia="ja-JP"/>
              </w:rPr>
              <w:t>CA_n66A-n260A</w:t>
            </w:r>
          </w:p>
        </w:tc>
        <w:tc>
          <w:tcPr>
            <w:tcW w:w="737" w:type="dxa"/>
            <w:tcBorders>
              <w:top w:val="single" w:sz="4" w:space="0" w:color="auto"/>
              <w:left w:val="single" w:sz="4" w:space="0" w:color="auto"/>
              <w:right w:val="single" w:sz="4" w:space="0" w:color="auto"/>
            </w:tcBorders>
          </w:tcPr>
          <w:p w14:paraId="171D9A3D"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1B5AD0EF"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060E2DC8"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8FEF3AC"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7D6F929"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D214E0C"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71BBE604"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074287B"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1341C86F"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DB3045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7B987E5"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39F285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BDA9A3E"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C5C2F2A"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78A34CD"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4C186E72"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6051DA50" w14:textId="77777777" w:rsidR="00C25B7D" w:rsidRPr="00E062F1" w:rsidRDefault="00C25B7D" w:rsidP="00C25B7D">
            <w:pPr>
              <w:pStyle w:val="TAC"/>
              <w:rPr>
                <w:lang w:eastAsia="zh-CN"/>
              </w:rPr>
            </w:pPr>
            <w:r>
              <w:rPr>
                <w:rFonts w:hint="eastAsia"/>
                <w:lang w:eastAsia="zh-CN"/>
              </w:rPr>
              <w:t>0</w:t>
            </w:r>
          </w:p>
        </w:tc>
      </w:tr>
      <w:tr w:rsidR="00C25B7D" w:rsidRPr="00E062F1" w14:paraId="40F66BF7"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8B925DF"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51EEC044" w14:textId="77777777" w:rsidR="00C25B7D" w:rsidRPr="00E062F1" w:rsidRDefault="00C25B7D" w:rsidP="00C25B7D">
            <w:pPr>
              <w:pStyle w:val="TAC"/>
              <w:rPr>
                <w:rFonts w:cs="Arial"/>
                <w:szCs w:val="18"/>
                <w:lang w:eastAsia="ja-JP"/>
              </w:rPr>
            </w:pPr>
          </w:p>
        </w:tc>
        <w:tc>
          <w:tcPr>
            <w:tcW w:w="737" w:type="dxa"/>
            <w:tcBorders>
              <w:top w:val="single" w:sz="4" w:space="0" w:color="auto"/>
              <w:left w:val="single" w:sz="4" w:space="0" w:color="auto"/>
              <w:right w:val="single" w:sz="4" w:space="0" w:color="auto"/>
            </w:tcBorders>
          </w:tcPr>
          <w:p w14:paraId="4F52CBE4" w14:textId="77777777" w:rsidR="00C25B7D" w:rsidRPr="00E062F1" w:rsidRDefault="00C25B7D" w:rsidP="00C25B7D">
            <w:pPr>
              <w:pStyle w:val="TAC"/>
              <w:rPr>
                <w:rFonts w:cs="Arial"/>
                <w:szCs w:val="18"/>
                <w:lang w:eastAsia="zh-CN"/>
              </w:rPr>
            </w:pPr>
            <w:r w:rsidRPr="00E062F1">
              <w:rPr>
                <w:rFonts w:cs="Arial"/>
                <w:szCs w:val="18"/>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3664C5D7" w14:textId="5F729156" w:rsidR="00C25B7D" w:rsidRPr="00E062F1" w:rsidRDefault="00C25B7D" w:rsidP="00C25B7D">
            <w:pPr>
              <w:pStyle w:val="TAC"/>
              <w:rPr>
                <w:lang w:eastAsia="zh-CN"/>
              </w:rPr>
            </w:pPr>
            <w:r w:rsidRPr="00E062F1">
              <w:rPr>
                <w:rFonts w:cs="Arial"/>
                <w:szCs w:val="18"/>
                <w:lang w:eastAsia="ja-JP"/>
              </w:rPr>
              <w:t>CA_n260(</w:t>
            </w:r>
            <w:r w:rsidRPr="00E062F1">
              <w:rPr>
                <w:rFonts w:cs="Arial"/>
                <w:szCs w:val="18"/>
                <w:lang w:eastAsia="zh-CN"/>
              </w:rPr>
              <w:t>5</w:t>
            </w:r>
            <w:r w:rsidRPr="00E062F1">
              <w:rPr>
                <w:rFonts w:cs="Arial"/>
                <w:szCs w:val="18"/>
                <w:lang w:eastAsia="ja-JP"/>
              </w:rPr>
              <w:t>A)</w:t>
            </w:r>
          </w:p>
        </w:tc>
        <w:tc>
          <w:tcPr>
            <w:tcW w:w="1345" w:type="dxa"/>
            <w:tcBorders>
              <w:top w:val="nil"/>
              <w:left w:val="single" w:sz="4" w:space="0" w:color="auto"/>
              <w:bottom w:val="single" w:sz="4" w:space="0" w:color="auto"/>
              <w:right w:val="single" w:sz="4" w:space="0" w:color="auto"/>
            </w:tcBorders>
            <w:shd w:val="clear" w:color="auto" w:fill="auto"/>
          </w:tcPr>
          <w:p w14:paraId="5306A50B" w14:textId="77777777" w:rsidR="00C25B7D" w:rsidRPr="00E062F1" w:rsidRDefault="00C25B7D" w:rsidP="00C25B7D">
            <w:pPr>
              <w:pStyle w:val="TAC"/>
              <w:rPr>
                <w:lang w:eastAsia="zh-CN"/>
              </w:rPr>
            </w:pPr>
          </w:p>
        </w:tc>
      </w:tr>
      <w:tr w:rsidR="00C25B7D" w:rsidRPr="00E062F1" w14:paraId="503A7F77"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41B58C83" w14:textId="77777777" w:rsidR="00C25B7D" w:rsidRPr="00E062F1" w:rsidRDefault="00C25B7D" w:rsidP="00C25B7D">
            <w:pPr>
              <w:pStyle w:val="TAC"/>
              <w:rPr>
                <w:rFonts w:cs="Arial"/>
                <w:szCs w:val="18"/>
                <w:lang w:eastAsia="ja-JP"/>
              </w:rPr>
            </w:pPr>
            <w:r w:rsidRPr="00E062F1">
              <w:rPr>
                <w:rFonts w:cs="Arial"/>
                <w:szCs w:val="18"/>
                <w:lang w:eastAsia="ja-JP"/>
              </w:rPr>
              <w:lastRenderedPageBreak/>
              <w:t>CA_n66A-n260(6A)</w:t>
            </w:r>
          </w:p>
        </w:tc>
        <w:tc>
          <w:tcPr>
            <w:tcW w:w="1232" w:type="dxa"/>
            <w:tcBorders>
              <w:top w:val="single" w:sz="4" w:space="0" w:color="auto"/>
              <w:left w:val="single" w:sz="4" w:space="0" w:color="auto"/>
              <w:bottom w:val="nil"/>
              <w:right w:val="single" w:sz="4" w:space="0" w:color="auto"/>
            </w:tcBorders>
            <w:shd w:val="clear" w:color="auto" w:fill="auto"/>
          </w:tcPr>
          <w:p w14:paraId="6CDC5D59" w14:textId="77777777" w:rsidR="00C25B7D" w:rsidRPr="00E062F1" w:rsidRDefault="00C25B7D" w:rsidP="00C25B7D">
            <w:pPr>
              <w:pStyle w:val="TAC"/>
              <w:rPr>
                <w:rFonts w:cs="Arial"/>
                <w:szCs w:val="18"/>
                <w:lang w:eastAsia="ja-JP"/>
              </w:rPr>
            </w:pPr>
            <w:r w:rsidRPr="00E062F1">
              <w:rPr>
                <w:rFonts w:cs="Arial"/>
                <w:szCs w:val="18"/>
                <w:lang w:eastAsia="ja-JP"/>
              </w:rPr>
              <w:t>CA_n66A-n260A</w:t>
            </w:r>
          </w:p>
        </w:tc>
        <w:tc>
          <w:tcPr>
            <w:tcW w:w="737" w:type="dxa"/>
            <w:tcBorders>
              <w:top w:val="single" w:sz="4" w:space="0" w:color="auto"/>
              <w:left w:val="single" w:sz="4" w:space="0" w:color="auto"/>
              <w:right w:val="single" w:sz="4" w:space="0" w:color="auto"/>
            </w:tcBorders>
          </w:tcPr>
          <w:p w14:paraId="5CF5FE6A"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570280A3"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160DD18C"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2B2CA3A7"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6A8F158E"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E3AEB44"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05603ACA"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7BC1BDE"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6685EE3C"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3B1164C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5546FED"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356A91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EA0E67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DB53ACB"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4C9D4AFF"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4952FCE4"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0FBC9205" w14:textId="77777777" w:rsidR="00C25B7D" w:rsidRPr="00E062F1" w:rsidRDefault="00C25B7D" w:rsidP="00C25B7D">
            <w:pPr>
              <w:pStyle w:val="TAC"/>
              <w:rPr>
                <w:lang w:eastAsia="zh-CN"/>
              </w:rPr>
            </w:pPr>
            <w:r>
              <w:rPr>
                <w:rFonts w:hint="eastAsia"/>
                <w:lang w:eastAsia="zh-CN"/>
              </w:rPr>
              <w:t>0</w:t>
            </w:r>
          </w:p>
        </w:tc>
      </w:tr>
      <w:tr w:rsidR="00C25B7D" w:rsidRPr="00E062F1" w14:paraId="49860358"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F38D42A"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72304A96" w14:textId="77777777" w:rsidR="00C25B7D" w:rsidRPr="00E062F1" w:rsidRDefault="00C25B7D" w:rsidP="00C25B7D">
            <w:pPr>
              <w:pStyle w:val="TAC"/>
              <w:rPr>
                <w:rFonts w:cs="Arial"/>
                <w:szCs w:val="18"/>
                <w:lang w:eastAsia="ja-JP"/>
              </w:rPr>
            </w:pPr>
          </w:p>
        </w:tc>
        <w:tc>
          <w:tcPr>
            <w:tcW w:w="737" w:type="dxa"/>
            <w:tcBorders>
              <w:top w:val="single" w:sz="4" w:space="0" w:color="auto"/>
              <w:left w:val="single" w:sz="4" w:space="0" w:color="auto"/>
              <w:right w:val="single" w:sz="4" w:space="0" w:color="auto"/>
            </w:tcBorders>
          </w:tcPr>
          <w:p w14:paraId="41AA5C18" w14:textId="77777777" w:rsidR="00C25B7D" w:rsidRPr="00E062F1" w:rsidRDefault="00C25B7D" w:rsidP="00C25B7D">
            <w:pPr>
              <w:pStyle w:val="TAC"/>
              <w:rPr>
                <w:rFonts w:cs="Arial"/>
                <w:szCs w:val="18"/>
                <w:lang w:eastAsia="zh-CN"/>
              </w:rPr>
            </w:pPr>
            <w:r w:rsidRPr="00E062F1">
              <w:rPr>
                <w:rFonts w:cs="Arial"/>
                <w:szCs w:val="18"/>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3F9BEB72" w14:textId="45560A08" w:rsidR="00C25B7D" w:rsidRPr="00E062F1" w:rsidRDefault="00C25B7D" w:rsidP="00C25B7D">
            <w:pPr>
              <w:pStyle w:val="TAC"/>
              <w:rPr>
                <w:lang w:eastAsia="zh-CN"/>
              </w:rPr>
            </w:pPr>
            <w:r w:rsidRPr="00E062F1">
              <w:rPr>
                <w:rFonts w:cs="Arial"/>
                <w:szCs w:val="18"/>
                <w:lang w:eastAsia="ja-JP"/>
              </w:rPr>
              <w:t>CA_n260(</w:t>
            </w:r>
            <w:r w:rsidRPr="00E062F1">
              <w:rPr>
                <w:rFonts w:cs="Arial"/>
                <w:szCs w:val="18"/>
                <w:lang w:eastAsia="zh-CN"/>
              </w:rPr>
              <w:t>6</w:t>
            </w:r>
            <w:r w:rsidRPr="00E062F1">
              <w:rPr>
                <w:rFonts w:cs="Arial"/>
                <w:szCs w:val="18"/>
                <w:lang w:eastAsia="ja-JP"/>
              </w:rPr>
              <w:t>A)</w:t>
            </w:r>
          </w:p>
        </w:tc>
        <w:tc>
          <w:tcPr>
            <w:tcW w:w="1345" w:type="dxa"/>
            <w:tcBorders>
              <w:top w:val="nil"/>
              <w:left w:val="single" w:sz="4" w:space="0" w:color="auto"/>
              <w:bottom w:val="single" w:sz="4" w:space="0" w:color="auto"/>
              <w:right w:val="single" w:sz="4" w:space="0" w:color="auto"/>
            </w:tcBorders>
            <w:shd w:val="clear" w:color="auto" w:fill="auto"/>
          </w:tcPr>
          <w:p w14:paraId="5BA44F60" w14:textId="77777777" w:rsidR="00C25B7D" w:rsidRPr="00E062F1" w:rsidRDefault="00C25B7D" w:rsidP="00C25B7D">
            <w:pPr>
              <w:pStyle w:val="TAC"/>
              <w:rPr>
                <w:lang w:eastAsia="zh-CN"/>
              </w:rPr>
            </w:pPr>
          </w:p>
        </w:tc>
      </w:tr>
      <w:tr w:rsidR="00C25B7D" w:rsidRPr="00E062F1" w14:paraId="3FF3709D"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0508400A" w14:textId="77777777" w:rsidR="00C25B7D" w:rsidRPr="00E062F1" w:rsidRDefault="00C25B7D" w:rsidP="00C25B7D">
            <w:pPr>
              <w:pStyle w:val="TAC"/>
              <w:rPr>
                <w:rFonts w:cs="Arial"/>
                <w:szCs w:val="18"/>
                <w:lang w:eastAsia="ja-JP"/>
              </w:rPr>
            </w:pPr>
            <w:r w:rsidRPr="00E062F1">
              <w:rPr>
                <w:rFonts w:cs="Arial"/>
                <w:szCs w:val="18"/>
                <w:lang w:eastAsia="ja-JP"/>
              </w:rPr>
              <w:t>CA_n66A-n260(7A)</w:t>
            </w:r>
          </w:p>
        </w:tc>
        <w:tc>
          <w:tcPr>
            <w:tcW w:w="1232" w:type="dxa"/>
            <w:tcBorders>
              <w:top w:val="single" w:sz="4" w:space="0" w:color="auto"/>
              <w:left w:val="single" w:sz="4" w:space="0" w:color="auto"/>
              <w:bottom w:val="nil"/>
              <w:right w:val="single" w:sz="4" w:space="0" w:color="auto"/>
            </w:tcBorders>
            <w:shd w:val="clear" w:color="auto" w:fill="auto"/>
          </w:tcPr>
          <w:p w14:paraId="288D78A8" w14:textId="77777777" w:rsidR="00C25B7D" w:rsidRPr="00E062F1" w:rsidRDefault="00C25B7D" w:rsidP="00C25B7D">
            <w:pPr>
              <w:pStyle w:val="TAC"/>
              <w:rPr>
                <w:rFonts w:cs="Arial"/>
                <w:szCs w:val="18"/>
                <w:lang w:eastAsia="ja-JP"/>
              </w:rPr>
            </w:pPr>
            <w:r w:rsidRPr="00E062F1">
              <w:rPr>
                <w:rFonts w:cs="Arial"/>
                <w:szCs w:val="18"/>
                <w:lang w:eastAsia="ja-JP"/>
              </w:rPr>
              <w:t>CA_n66A-n260A</w:t>
            </w:r>
          </w:p>
        </w:tc>
        <w:tc>
          <w:tcPr>
            <w:tcW w:w="737" w:type="dxa"/>
            <w:tcBorders>
              <w:top w:val="single" w:sz="4" w:space="0" w:color="auto"/>
              <w:left w:val="single" w:sz="4" w:space="0" w:color="auto"/>
              <w:right w:val="single" w:sz="4" w:space="0" w:color="auto"/>
            </w:tcBorders>
          </w:tcPr>
          <w:p w14:paraId="565A8146"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47018A27"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211DCDDD"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0F6F6D02"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0B59169"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0983F04"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3BB63613"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8454487"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7462CFC6"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0DC9CBE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19F2E6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2C44A6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F6776E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F4A9208"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0AD10344"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0F7710B0"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65C7E044" w14:textId="77777777" w:rsidR="00C25B7D" w:rsidRPr="00E062F1" w:rsidRDefault="00C25B7D" w:rsidP="00C25B7D">
            <w:pPr>
              <w:pStyle w:val="TAC"/>
              <w:rPr>
                <w:lang w:eastAsia="zh-CN"/>
              </w:rPr>
            </w:pPr>
            <w:r>
              <w:rPr>
                <w:rFonts w:hint="eastAsia"/>
                <w:lang w:eastAsia="zh-CN"/>
              </w:rPr>
              <w:t>0</w:t>
            </w:r>
          </w:p>
        </w:tc>
      </w:tr>
      <w:tr w:rsidR="00C25B7D" w:rsidRPr="00E062F1" w14:paraId="4789CCD0"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933FDB0"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5A985427" w14:textId="77777777" w:rsidR="00C25B7D" w:rsidRPr="00E062F1" w:rsidRDefault="00C25B7D" w:rsidP="00C25B7D">
            <w:pPr>
              <w:pStyle w:val="TAC"/>
              <w:rPr>
                <w:rFonts w:cs="Arial"/>
                <w:szCs w:val="18"/>
                <w:lang w:eastAsia="ja-JP"/>
              </w:rPr>
            </w:pPr>
          </w:p>
        </w:tc>
        <w:tc>
          <w:tcPr>
            <w:tcW w:w="737" w:type="dxa"/>
            <w:tcBorders>
              <w:top w:val="single" w:sz="4" w:space="0" w:color="auto"/>
              <w:left w:val="single" w:sz="4" w:space="0" w:color="auto"/>
              <w:right w:val="single" w:sz="4" w:space="0" w:color="auto"/>
            </w:tcBorders>
          </w:tcPr>
          <w:p w14:paraId="20E148E4" w14:textId="77777777" w:rsidR="00C25B7D" w:rsidRPr="00E062F1" w:rsidRDefault="00C25B7D" w:rsidP="00C25B7D">
            <w:pPr>
              <w:pStyle w:val="TAC"/>
              <w:rPr>
                <w:rFonts w:cs="Arial"/>
                <w:szCs w:val="18"/>
                <w:lang w:eastAsia="zh-CN"/>
              </w:rPr>
            </w:pPr>
            <w:r w:rsidRPr="00E062F1">
              <w:rPr>
                <w:rFonts w:cs="Arial"/>
                <w:szCs w:val="18"/>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7DB61BCE" w14:textId="2EBEAECB" w:rsidR="00C25B7D" w:rsidRPr="00E062F1" w:rsidRDefault="00C25B7D" w:rsidP="00C25B7D">
            <w:pPr>
              <w:pStyle w:val="TAC"/>
              <w:rPr>
                <w:lang w:eastAsia="zh-CN"/>
              </w:rPr>
            </w:pPr>
            <w:r w:rsidRPr="00E062F1">
              <w:rPr>
                <w:rFonts w:cs="Arial"/>
                <w:szCs w:val="18"/>
                <w:lang w:eastAsia="ja-JP"/>
              </w:rPr>
              <w:t>CA_n260(</w:t>
            </w:r>
            <w:r w:rsidRPr="00E062F1">
              <w:rPr>
                <w:rFonts w:cs="Arial"/>
                <w:szCs w:val="18"/>
                <w:lang w:eastAsia="zh-CN"/>
              </w:rPr>
              <w:t>7</w:t>
            </w:r>
            <w:r w:rsidRPr="00E062F1">
              <w:rPr>
                <w:rFonts w:cs="Arial"/>
                <w:szCs w:val="18"/>
                <w:lang w:eastAsia="ja-JP"/>
              </w:rPr>
              <w:t>A)</w:t>
            </w:r>
          </w:p>
        </w:tc>
        <w:tc>
          <w:tcPr>
            <w:tcW w:w="1345" w:type="dxa"/>
            <w:tcBorders>
              <w:top w:val="nil"/>
              <w:left w:val="single" w:sz="4" w:space="0" w:color="auto"/>
              <w:bottom w:val="single" w:sz="4" w:space="0" w:color="auto"/>
              <w:right w:val="single" w:sz="4" w:space="0" w:color="auto"/>
            </w:tcBorders>
            <w:shd w:val="clear" w:color="auto" w:fill="auto"/>
          </w:tcPr>
          <w:p w14:paraId="4E55AAE4" w14:textId="77777777" w:rsidR="00C25B7D" w:rsidRPr="00E062F1" w:rsidRDefault="00C25B7D" w:rsidP="00C25B7D">
            <w:pPr>
              <w:pStyle w:val="TAC"/>
              <w:rPr>
                <w:lang w:eastAsia="zh-CN"/>
              </w:rPr>
            </w:pPr>
          </w:p>
        </w:tc>
      </w:tr>
      <w:tr w:rsidR="00C25B7D" w:rsidRPr="00E062F1" w14:paraId="29F19413"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4942FDB0" w14:textId="77777777" w:rsidR="00C25B7D" w:rsidRPr="00E062F1" w:rsidRDefault="00C25B7D" w:rsidP="00C25B7D">
            <w:pPr>
              <w:pStyle w:val="TAC"/>
              <w:rPr>
                <w:rFonts w:cs="Arial"/>
                <w:szCs w:val="18"/>
                <w:lang w:eastAsia="ja-JP"/>
              </w:rPr>
            </w:pPr>
            <w:r w:rsidRPr="00E062F1">
              <w:rPr>
                <w:rFonts w:cs="Arial"/>
                <w:szCs w:val="18"/>
                <w:lang w:eastAsia="ja-JP"/>
              </w:rPr>
              <w:t>CA_n66A-n260(8A)</w:t>
            </w:r>
          </w:p>
        </w:tc>
        <w:tc>
          <w:tcPr>
            <w:tcW w:w="1232" w:type="dxa"/>
            <w:tcBorders>
              <w:top w:val="single" w:sz="4" w:space="0" w:color="auto"/>
              <w:left w:val="single" w:sz="4" w:space="0" w:color="auto"/>
              <w:bottom w:val="nil"/>
              <w:right w:val="single" w:sz="4" w:space="0" w:color="auto"/>
            </w:tcBorders>
            <w:shd w:val="clear" w:color="auto" w:fill="auto"/>
          </w:tcPr>
          <w:p w14:paraId="2A0B1298" w14:textId="77777777" w:rsidR="00C25B7D" w:rsidRPr="00E062F1" w:rsidRDefault="00C25B7D" w:rsidP="00C25B7D">
            <w:pPr>
              <w:pStyle w:val="TAC"/>
              <w:rPr>
                <w:rFonts w:cs="Arial"/>
                <w:szCs w:val="18"/>
                <w:lang w:eastAsia="ja-JP"/>
              </w:rPr>
            </w:pPr>
            <w:r w:rsidRPr="00E062F1">
              <w:rPr>
                <w:rFonts w:cs="Arial"/>
                <w:szCs w:val="18"/>
                <w:lang w:eastAsia="ja-JP"/>
              </w:rPr>
              <w:t>CA_n66A-n260A</w:t>
            </w:r>
          </w:p>
        </w:tc>
        <w:tc>
          <w:tcPr>
            <w:tcW w:w="737" w:type="dxa"/>
            <w:tcBorders>
              <w:top w:val="single" w:sz="4" w:space="0" w:color="auto"/>
              <w:left w:val="single" w:sz="4" w:space="0" w:color="auto"/>
              <w:right w:val="single" w:sz="4" w:space="0" w:color="auto"/>
            </w:tcBorders>
          </w:tcPr>
          <w:p w14:paraId="05D519E7"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1131B5B1"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3B140C76"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0B2ED773"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F0BFC52"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9DB8957"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6630A73E"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38CF127"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010C5A23"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1EA92A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F091BBD"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B79E56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E62355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8A47EA0"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599AB948"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1FC2F46C"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152790FA" w14:textId="77777777" w:rsidR="00C25B7D" w:rsidRPr="00E062F1" w:rsidRDefault="00C25B7D" w:rsidP="00C25B7D">
            <w:pPr>
              <w:pStyle w:val="TAC"/>
              <w:rPr>
                <w:lang w:eastAsia="zh-CN"/>
              </w:rPr>
            </w:pPr>
            <w:r>
              <w:rPr>
                <w:rFonts w:hint="eastAsia"/>
                <w:lang w:eastAsia="zh-CN"/>
              </w:rPr>
              <w:t>0</w:t>
            </w:r>
          </w:p>
        </w:tc>
      </w:tr>
      <w:tr w:rsidR="00C25B7D" w:rsidRPr="00E062F1" w14:paraId="7523EEF3"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3CA5ACB"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7509F8EE" w14:textId="77777777" w:rsidR="00C25B7D" w:rsidRPr="00E062F1" w:rsidRDefault="00C25B7D" w:rsidP="00C25B7D">
            <w:pPr>
              <w:pStyle w:val="TAC"/>
              <w:rPr>
                <w:rFonts w:cs="Arial"/>
                <w:szCs w:val="18"/>
                <w:lang w:eastAsia="ja-JP"/>
              </w:rPr>
            </w:pPr>
          </w:p>
        </w:tc>
        <w:tc>
          <w:tcPr>
            <w:tcW w:w="737" w:type="dxa"/>
            <w:tcBorders>
              <w:top w:val="single" w:sz="4" w:space="0" w:color="auto"/>
              <w:left w:val="single" w:sz="4" w:space="0" w:color="auto"/>
              <w:right w:val="single" w:sz="4" w:space="0" w:color="auto"/>
            </w:tcBorders>
          </w:tcPr>
          <w:p w14:paraId="1A9FC4D7" w14:textId="77777777" w:rsidR="00C25B7D" w:rsidRPr="00E062F1" w:rsidRDefault="00C25B7D" w:rsidP="00C25B7D">
            <w:pPr>
              <w:pStyle w:val="TAC"/>
              <w:rPr>
                <w:rFonts w:cs="Arial"/>
                <w:szCs w:val="18"/>
                <w:lang w:eastAsia="zh-CN"/>
              </w:rPr>
            </w:pPr>
            <w:r w:rsidRPr="00E062F1">
              <w:rPr>
                <w:rFonts w:cs="Arial"/>
                <w:szCs w:val="18"/>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7E4F21AD" w14:textId="210554DF" w:rsidR="00C25B7D" w:rsidRPr="00E062F1" w:rsidRDefault="00C25B7D" w:rsidP="00C25B7D">
            <w:pPr>
              <w:pStyle w:val="TAC"/>
              <w:rPr>
                <w:lang w:eastAsia="zh-CN"/>
              </w:rPr>
            </w:pPr>
            <w:r w:rsidRPr="00E062F1">
              <w:rPr>
                <w:rFonts w:cs="Arial"/>
                <w:szCs w:val="18"/>
                <w:lang w:eastAsia="ja-JP"/>
              </w:rPr>
              <w:t>CA_n260(</w:t>
            </w:r>
            <w:r w:rsidRPr="00E062F1">
              <w:rPr>
                <w:rFonts w:cs="Arial"/>
                <w:szCs w:val="18"/>
                <w:lang w:eastAsia="zh-CN"/>
              </w:rPr>
              <w:t>8</w:t>
            </w:r>
            <w:r w:rsidRPr="00E062F1">
              <w:rPr>
                <w:rFonts w:cs="Arial"/>
                <w:szCs w:val="18"/>
                <w:lang w:eastAsia="ja-JP"/>
              </w:rPr>
              <w:t>A)</w:t>
            </w:r>
          </w:p>
        </w:tc>
        <w:tc>
          <w:tcPr>
            <w:tcW w:w="1345" w:type="dxa"/>
            <w:tcBorders>
              <w:top w:val="nil"/>
              <w:left w:val="single" w:sz="4" w:space="0" w:color="auto"/>
              <w:bottom w:val="single" w:sz="4" w:space="0" w:color="auto"/>
              <w:right w:val="single" w:sz="4" w:space="0" w:color="auto"/>
            </w:tcBorders>
            <w:shd w:val="clear" w:color="auto" w:fill="auto"/>
          </w:tcPr>
          <w:p w14:paraId="3CCBE52E" w14:textId="77777777" w:rsidR="00C25B7D" w:rsidRPr="00E062F1" w:rsidRDefault="00C25B7D" w:rsidP="00C25B7D">
            <w:pPr>
              <w:pStyle w:val="TAC"/>
              <w:rPr>
                <w:lang w:eastAsia="zh-CN"/>
              </w:rPr>
            </w:pPr>
          </w:p>
        </w:tc>
      </w:tr>
      <w:tr w:rsidR="00C25B7D" w:rsidRPr="00E062F1" w14:paraId="7FC6ED0E"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58191FD1" w14:textId="77777777" w:rsidR="00C25B7D" w:rsidRPr="00E062F1" w:rsidRDefault="00C25B7D" w:rsidP="00C25B7D">
            <w:pPr>
              <w:pStyle w:val="TAC"/>
              <w:rPr>
                <w:rFonts w:cs="Arial"/>
                <w:szCs w:val="18"/>
                <w:lang w:eastAsia="ja-JP"/>
              </w:rPr>
            </w:pPr>
            <w:r w:rsidRPr="00E062F1">
              <w:rPr>
                <w:rFonts w:cs="Arial"/>
                <w:szCs w:val="18"/>
                <w:lang w:eastAsia="ja-JP"/>
              </w:rPr>
              <w:t>CA_n66A-n261A</w:t>
            </w:r>
          </w:p>
        </w:tc>
        <w:tc>
          <w:tcPr>
            <w:tcW w:w="1232" w:type="dxa"/>
            <w:tcBorders>
              <w:top w:val="single" w:sz="4" w:space="0" w:color="auto"/>
              <w:left w:val="single" w:sz="4" w:space="0" w:color="auto"/>
              <w:bottom w:val="nil"/>
              <w:right w:val="single" w:sz="4" w:space="0" w:color="auto"/>
            </w:tcBorders>
            <w:shd w:val="clear" w:color="auto" w:fill="auto"/>
          </w:tcPr>
          <w:p w14:paraId="56E6853E" w14:textId="77777777" w:rsidR="00C25B7D" w:rsidRPr="00E062F1" w:rsidRDefault="00C25B7D" w:rsidP="00C25B7D">
            <w:pPr>
              <w:pStyle w:val="TAC"/>
              <w:rPr>
                <w:rFonts w:cs="Arial"/>
                <w:szCs w:val="18"/>
                <w:lang w:eastAsia="ja-JP"/>
              </w:rPr>
            </w:pPr>
            <w:r w:rsidRPr="00E062F1">
              <w:rPr>
                <w:rFonts w:cs="Arial"/>
                <w:szCs w:val="18"/>
                <w:lang w:eastAsia="ja-JP"/>
              </w:rPr>
              <w:t>CA_n66A-n261A</w:t>
            </w:r>
          </w:p>
        </w:tc>
        <w:tc>
          <w:tcPr>
            <w:tcW w:w="737" w:type="dxa"/>
            <w:tcBorders>
              <w:top w:val="single" w:sz="4" w:space="0" w:color="auto"/>
              <w:left w:val="single" w:sz="4" w:space="0" w:color="auto"/>
              <w:right w:val="single" w:sz="4" w:space="0" w:color="auto"/>
            </w:tcBorders>
          </w:tcPr>
          <w:p w14:paraId="64928013"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68308242"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2801FB6A"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F16D863"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A7847B9"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364647D"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4D6FF8E9"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BACD2E4"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10236347"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38A4443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0DA501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23E84B4"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375AFC7"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4E53C95"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4952116C"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6C732849"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18DD605F" w14:textId="77777777" w:rsidR="00C25B7D" w:rsidRPr="00E062F1" w:rsidRDefault="00C25B7D" w:rsidP="00C25B7D">
            <w:pPr>
              <w:pStyle w:val="TAC"/>
              <w:rPr>
                <w:lang w:eastAsia="zh-CN"/>
              </w:rPr>
            </w:pPr>
            <w:r>
              <w:rPr>
                <w:rFonts w:hint="eastAsia"/>
                <w:lang w:eastAsia="zh-CN"/>
              </w:rPr>
              <w:t>0</w:t>
            </w:r>
          </w:p>
        </w:tc>
      </w:tr>
      <w:tr w:rsidR="00C25B7D" w:rsidRPr="00E062F1" w14:paraId="5207A186"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D813C68"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31F7213F" w14:textId="77777777" w:rsidR="00C25B7D" w:rsidRPr="00E062F1" w:rsidRDefault="00C25B7D" w:rsidP="00C25B7D">
            <w:pPr>
              <w:pStyle w:val="TAC"/>
              <w:rPr>
                <w:rFonts w:cs="Arial"/>
                <w:szCs w:val="18"/>
                <w:lang w:eastAsia="ja-JP"/>
              </w:rPr>
            </w:pPr>
          </w:p>
        </w:tc>
        <w:tc>
          <w:tcPr>
            <w:tcW w:w="737" w:type="dxa"/>
            <w:tcBorders>
              <w:top w:val="single" w:sz="4" w:space="0" w:color="auto"/>
              <w:left w:val="single" w:sz="4" w:space="0" w:color="auto"/>
              <w:right w:val="single" w:sz="4" w:space="0" w:color="auto"/>
            </w:tcBorders>
          </w:tcPr>
          <w:p w14:paraId="70C341F4"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671" w:type="dxa"/>
            <w:tcBorders>
              <w:top w:val="single" w:sz="4" w:space="0" w:color="auto"/>
              <w:left w:val="single" w:sz="4" w:space="0" w:color="auto"/>
              <w:bottom w:val="single" w:sz="4" w:space="0" w:color="auto"/>
              <w:right w:val="single" w:sz="4" w:space="0" w:color="auto"/>
            </w:tcBorders>
          </w:tcPr>
          <w:p w14:paraId="05B45669" w14:textId="77777777" w:rsidR="00C25B7D" w:rsidRPr="00E062F1" w:rsidRDefault="00C25B7D" w:rsidP="00C25B7D">
            <w:pPr>
              <w:pStyle w:val="TAC"/>
              <w:rPr>
                <w:rFonts w:eastAsia="Yu Mincho"/>
                <w:szCs w:val="18"/>
              </w:rPr>
            </w:pPr>
          </w:p>
        </w:tc>
        <w:tc>
          <w:tcPr>
            <w:tcW w:w="673" w:type="dxa"/>
            <w:tcBorders>
              <w:top w:val="single" w:sz="4" w:space="0" w:color="auto"/>
              <w:left w:val="single" w:sz="4" w:space="0" w:color="auto"/>
              <w:bottom w:val="single" w:sz="4" w:space="0" w:color="auto"/>
              <w:right w:val="single" w:sz="4" w:space="0" w:color="auto"/>
            </w:tcBorders>
          </w:tcPr>
          <w:p w14:paraId="7263B27D"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5C35606"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61C824AE"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63414D4"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270FFF41"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BC02C38"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66D1E63" w14:textId="77777777" w:rsidR="00C25B7D" w:rsidRPr="00E062F1" w:rsidRDefault="00C25B7D" w:rsidP="00C25B7D">
            <w:pPr>
              <w:pStyle w:val="TAC"/>
              <w:rPr>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3337EB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991795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CE8DB4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C319A2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5F4603B" w14:textId="77777777" w:rsidR="00C25B7D" w:rsidRPr="00E062F1" w:rsidRDefault="00C25B7D" w:rsidP="00C25B7D">
            <w:pPr>
              <w:pStyle w:val="TAC"/>
              <w:rPr>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5B1C6D9B" w14:textId="77777777" w:rsidR="00C25B7D" w:rsidRPr="00E062F1" w:rsidRDefault="00C25B7D" w:rsidP="00C25B7D">
            <w:pPr>
              <w:pStyle w:val="TAC"/>
              <w:rPr>
                <w:lang w:eastAsia="zh-CN"/>
              </w:rPr>
            </w:pPr>
            <w:r>
              <w:rPr>
                <w:rFonts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6CA5B9A9" w14:textId="77777777" w:rsidR="00C25B7D" w:rsidRPr="00E062F1" w:rsidRDefault="00C25B7D" w:rsidP="00C25B7D">
            <w:pPr>
              <w:pStyle w:val="TAC"/>
              <w:rPr>
                <w:lang w:eastAsia="zh-CN"/>
              </w:rPr>
            </w:pPr>
            <w:r>
              <w:rPr>
                <w:rFonts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2CD066E1" w14:textId="77777777" w:rsidR="00C25B7D" w:rsidRPr="00E062F1" w:rsidRDefault="00C25B7D" w:rsidP="00C25B7D">
            <w:pPr>
              <w:pStyle w:val="TAC"/>
              <w:rPr>
                <w:lang w:eastAsia="zh-CN"/>
              </w:rPr>
            </w:pPr>
          </w:p>
        </w:tc>
      </w:tr>
      <w:tr w:rsidR="00C25B7D" w:rsidRPr="00E062F1" w14:paraId="1FA91855"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745E7A85" w14:textId="77777777" w:rsidR="00C25B7D" w:rsidRPr="00E062F1" w:rsidRDefault="00C25B7D" w:rsidP="00C25B7D">
            <w:pPr>
              <w:pStyle w:val="TAC"/>
              <w:rPr>
                <w:rFonts w:cs="Arial"/>
                <w:szCs w:val="18"/>
                <w:lang w:eastAsia="ja-JP"/>
              </w:rPr>
            </w:pPr>
            <w:r w:rsidRPr="00E062F1">
              <w:rPr>
                <w:rFonts w:cs="Arial"/>
                <w:szCs w:val="18"/>
                <w:lang w:eastAsia="ja-JP"/>
              </w:rPr>
              <w:t>CA_n66A-n261(2A)</w:t>
            </w:r>
          </w:p>
        </w:tc>
        <w:tc>
          <w:tcPr>
            <w:tcW w:w="1232" w:type="dxa"/>
            <w:tcBorders>
              <w:top w:val="single" w:sz="4" w:space="0" w:color="auto"/>
              <w:left w:val="single" w:sz="4" w:space="0" w:color="auto"/>
              <w:bottom w:val="nil"/>
              <w:right w:val="single" w:sz="4" w:space="0" w:color="auto"/>
            </w:tcBorders>
            <w:shd w:val="clear" w:color="auto" w:fill="auto"/>
          </w:tcPr>
          <w:p w14:paraId="678F3354" w14:textId="77777777" w:rsidR="00C25B7D" w:rsidRPr="00E062F1" w:rsidRDefault="00C25B7D" w:rsidP="00C25B7D">
            <w:pPr>
              <w:pStyle w:val="TAC"/>
              <w:rPr>
                <w:rFonts w:cs="Arial"/>
                <w:szCs w:val="18"/>
                <w:lang w:eastAsia="ja-JP"/>
              </w:rPr>
            </w:pPr>
            <w:r w:rsidRPr="00E062F1">
              <w:rPr>
                <w:rFonts w:cs="Arial"/>
                <w:szCs w:val="18"/>
                <w:lang w:eastAsia="ja-JP"/>
              </w:rPr>
              <w:t>CA_n66A-n261A</w:t>
            </w:r>
          </w:p>
        </w:tc>
        <w:tc>
          <w:tcPr>
            <w:tcW w:w="737" w:type="dxa"/>
            <w:tcBorders>
              <w:top w:val="single" w:sz="4" w:space="0" w:color="auto"/>
              <w:left w:val="single" w:sz="4" w:space="0" w:color="auto"/>
              <w:right w:val="single" w:sz="4" w:space="0" w:color="auto"/>
            </w:tcBorders>
          </w:tcPr>
          <w:p w14:paraId="7BB116D2"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59CFAC8D"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0F1B7D49"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2CA207C0"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F102D5C"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AA90FBF"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12CDC664"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B40A00C"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7948F5A0"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F03F255"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574A6C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72F22E4"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65A75A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761103E"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21B8DC50"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4BE8AEF8"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388D4BFE" w14:textId="77777777" w:rsidR="00C25B7D" w:rsidRPr="00E062F1" w:rsidRDefault="00C25B7D" w:rsidP="00C25B7D">
            <w:pPr>
              <w:pStyle w:val="TAC"/>
              <w:rPr>
                <w:lang w:eastAsia="zh-CN"/>
              </w:rPr>
            </w:pPr>
            <w:r>
              <w:rPr>
                <w:rFonts w:hint="eastAsia"/>
                <w:lang w:eastAsia="zh-CN"/>
              </w:rPr>
              <w:t>0</w:t>
            </w:r>
          </w:p>
        </w:tc>
      </w:tr>
      <w:tr w:rsidR="00C25B7D" w:rsidRPr="00E062F1" w14:paraId="7AAB5959"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5172C2D"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55069622" w14:textId="77777777" w:rsidR="00C25B7D" w:rsidRPr="00E062F1" w:rsidRDefault="00C25B7D" w:rsidP="00C25B7D">
            <w:pPr>
              <w:pStyle w:val="TAC"/>
              <w:rPr>
                <w:rFonts w:cs="Arial"/>
                <w:szCs w:val="18"/>
                <w:lang w:eastAsia="ja-JP"/>
              </w:rPr>
            </w:pPr>
          </w:p>
        </w:tc>
        <w:tc>
          <w:tcPr>
            <w:tcW w:w="737" w:type="dxa"/>
            <w:tcBorders>
              <w:top w:val="single" w:sz="4" w:space="0" w:color="auto"/>
              <w:left w:val="single" w:sz="4" w:space="0" w:color="auto"/>
              <w:right w:val="single" w:sz="4" w:space="0" w:color="auto"/>
            </w:tcBorders>
          </w:tcPr>
          <w:p w14:paraId="78BA83BE"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265D17B8" w14:textId="0C69948F" w:rsidR="00C25B7D" w:rsidRPr="00E062F1" w:rsidRDefault="00C25B7D" w:rsidP="00C25B7D">
            <w:pPr>
              <w:pStyle w:val="TAC"/>
              <w:rPr>
                <w:lang w:eastAsia="zh-CN"/>
              </w:rPr>
            </w:pPr>
            <w:r w:rsidRPr="00E062F1">
              <w:rPr>
                <w:rFonts w:cs="Arial"/>
                <w:szCs w:val="18"/>
                <w:lang w:eastAsia="ja-JP"/>
              </w:rPr>
              <w:t>CA_n261(2A)</w:t>
            </w:r>
          </w:p>
        </w:tc>
        <w:tc>
          <w:tcPr>
            <w:tcW w:w="1345" w:type="dxa"/>
            <w:tcBorders>
              <w:top w:val="nil"/>
              <w:left w:val="single" w:sz="4" w:space="0" w:color="auto"/>
              <w:bottom w:val="single" w:sz="4" w:space="0" w:color="auto"/>
              <w:right w:val="single" w:sz="4" w:space="0" w:color="auto"/>
            </w:tcBorders>
            <w:shd w:val="clear" w:color="auto" w:fill="auto"/>
          </w:tcPr>
          <w:p w14:paraId="5C63C5E2" w14:textId="77777777" w:rsidR="00C25B7D" w:rsidRPr="00E062F1" w:rsidRDefault="00C25B7D" w:rsidP="00C25B7D">
            <w:pPr>
              <w:pStyle w:val="TAC"/>
              <w:rPr>
                <w:lang w:eastAsia="zh-CN"/>
              </w:rPr>
            </w:pPr>
          </w:p>
        </w:tc>
      </w:tr>
      <w:tr w:rsidR="00C25B7D" w:rsidRPr="00E062F1" w14:paraId="3D5F235F"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00E4D7F3" w14:textId="77777777" w:rsidR="00C25B7D" w:rsidRPr="00E062F1" w:rsidRDefault="00C25B7D" w:rsidP="00C25B7D">
            <w:pPr>
              <w:pStyle w:val="TAC"/>
              <w:rPr>
                <w:rFonts w:cs="Arial"/>
                <w:szCs w:val="18"/>
                <w:lang w:eastAsia="ja-JP"/>
              </w:rPr>
            </w:pPr>
            <w:r w:rsidRPr="00E062F1">
              <w:rPr>
                <w:rFonts w:cs="Arial"/>
                <w:szCs w:val="18"/>
                <w:lang w:eastAsia="ja-JP"/>
              </w:rPr>
              <w:t>CA_n66A-n261(3A)</w:t>
            </w:r>
          </w:p>
        </w:tc>
        <w:tc>
          <w:tcPr>
            <w:tcW w:w="1232" w:type="dxa"/>
            <w:tcBorders>
              <w:top w:val="single" w:sz="4" w:space="0" w:color="auto"/>
              <w:left w:val="single" w:sz="4" w:space="0" w:color="auto"/>
              <w:bottom w:val="nil"/>
              <w:right w:val="single" w:sz="4" w:space="0" w:color="auto"/>
            </w:tcBorders>
            <w:shd w:val="clear" w:color="auto" w:fill="auto"/>
          </w:tcPr>
          <w:p w14:paraId="663D2B44" w14:textId="77777777" w:rsidR="00C25B7D" w:rsidRPr="00E062F1" w:rsidRDefault="00C25B7D" w:rsidP="00C25B7D">
            <w:pPr>
              <w:pStyle w:val="TAC"/>
              <w:rPr>
                <w:rFonts w:cs="Arial"/>
                <w:szCs w:val="18"/>
                <w:lang w:eastAsia="ja-JP"/>
              </w:rPr>
            </w:pPr>
            <w:r w:rsidRPr="00E062F1">
              <w:rPr>
                <w:rFonts w:cs="Arial"/>
                <w:szCs w:val="18"/>
                <w:lang w:eastAsia="ja-JP"/>
              </w:rPr>
              <w:t>CA_n66A-n261A</w:t>
            </w:r>
          </w:p>
        </w:tc>
        <w:tc>
          <w:tcPr>
            <w:tcW w:w="737" w:type="dxa"/>
            <w:tcBorders>
              <w:top w:val="single" w:sz="4" w:space="0" w:color="auto"/>
              <w:left w:val="single" w:sz="4" w:space="0" w:color="auto"/>
              <w:right w:val="single" w:sz="4" w:space="0" w:color="auto"/>
            </w:tcBorders>
          </w:tcPr>
          <w:p w14:paraId="53B1AD10"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2CD88716"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09C3261F"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1E9A1F8C"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9B8FEC0"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911CAC3"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6A9C91D3"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13933694"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11A186F6"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CC351D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C28D54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58B6CB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0D5C967"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49C14B7"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12D36EFA"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5455182A"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5F8CF350" w14:textId="77777777" w:rsidR="00C25B7D" w:rsidRPr="00E062F1" w:rsidRDefault="00C25B7D" w:rsidP="00C25B7D">
            <w:pPr>
              <w:pStyle w:val="TAC"/>
              <w:rPr>
                <w:lang w:eastAsia="zh-CN"/>
              </w:rPr>
            </w:pPr>
            <w:r>
              <w:rPr>
                <w:rFonts w:hint="eastAsia"/>
                <w:lang w:eastAsia="zh-CN"/>
              </w:rPr>
              <w:t>0</w:t>
            </w:r>
          </w:p>
        </w:tc>
      </w:tr>
      <w:tr w:rsidR="00C25B7D" w:rsidRPr="00E062F1" w14:paraId="2BC8E761"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5DCCF27"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0303C444" w14:textId="77777777" w:rsidR="00C25B7D" w:rsidRPr="00E062F1" w:rsidRDefault="00C25B7D" w:rsidP="00C25B7D">
            <w:pPr>
              <w:pStyle w:val="TAC"/>
              <w:rPr>
                <w:rFonts w:cs="Arial"/>
                <w:szCs w:val="18"/>
                <w:lang w:eastAsia="ja-JP"/>
              </w:rPr>
            </w:pPr>
          </w:p>
        </w:tc>
        <w:tc>
          <w:tcPr>
            <w:tcW w:w="737" w:type="dxa"/>
            <w:tcBorders>
              <w:top w:val="single" w:sz="4" w:space="0" w:color="auto"/>
              <w:left w:val="single" w:sz="4" w:space="0" w:color="auto"/>
              <w:right w:val="single" w:sz="4" w:space="0" w:color="auto"/>
            </w:tcBorders>
          </w:tcPr>
          <w:p w14:paraId="428D27EA"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3C41133A" w14:textId="5859FCE9" w:rsidR="00C25B7D" w:rsidRPr="00E062F1" w:rsidRDefault="00C25B7D" w:rsidP="00C25B7D">
            <w:pPr>
              <w:pStyle w:val="TAC"/>
              <w:rPr>
                <w:lang w:eastAsia="zh-CN"/>
              </w:rPr>
            </w:pPr>
            <w:r w:rsidRPr="00E062F1">
              <w:rPr>
                <w:rFonts w:cs="Arial"/>
                <w:szCs w:val="18"/>
                <w:lang w:eastAsia="ja-JP"/>
              </w:rPr>
              <w:t>CA_n261(</w:t>
            </w:r>
            <w:r w:rsidRPr="00E062F1">
              <w:rPr>
                <w:rFonts w:cs="Arial"/>
                <w:szCs w:val="18"/>
                <w:lang w:eastAsia="zh-CN"/>
              </w:rPr>
              <w:t>3</w:t>
            </w:r>
            <w:r w:rsidRPr="00E062F1">
              <w:rPr>
                <w:rFonts w:cs="Arial"/>
                <w:szCs w:val="18"/>
                <w:lang w:eastAsia="ja-JP"/>
              </w:rPr>
              <w:t>A)</w:t>
            </w:r>
          </w:p>
        </w:tc>
        <w:tc>
          <w:tcPr>
            <w:tcW w:w="1345" w:type="dxa"/>
            <w:tcBorders>
              <w:top w:val="nil"/>
              <w:left w:val="single" w:sz="4" w:space="0" w:color="auto"/>
              <w:bottom w:val="single" w:sz="4" w:space="0" w:color="auto"/>
              <w:right w:val="single" w:sz="4" w:space="0" w:color="auto"/>
            </w:tcBorders>
            <w:shd w:val="clear" w:color="auto" w:fill="auto"/>
          </w:tcPr>
          <w:p w14:paraId="278B7309" w14:textId="77777777" w:rsidR="00C25B7D" w:rsidRPr="00E062F1" w:rsidRDefault="00C25B7D" w:rsidP="00C25B7D">
            <w:pPr>
              <w:pStyle w:val="TAC"/>
              <w:rPr>
                <w:lang w:eastAsia="zh-CN"/>
              </w:rPr>
            </w:pPr>
          </w:p>
        </w:tc>
      </w:tr>
      <w:tr w:rsidR="00C25B7D" w:rsidRPr="00E062F1" w14:paraId="633F1D29"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6B9D8505" w14:textId="77777777" w:rsidR="00C25B7D" w:rsidRPr="00E062F1" w:rsidRDefault="00C25B7D" w:rsidP="00C25B7D">
            <w:pPr>
              <w:pStyle w:val="TAC"/>
              <w:rPr>
                <w:rFonts w:cs="Arial"/>
                <w:szCs w:val="18"/>
                <w:lang w:eastAsia="ja-JP"/>
              </w:rPr>
            </w:pPr>
            <w:r w:rsidRPr="00E062F1">
              <w:rPr>
                <w:rFonts w:cs="Arial"/>
                <w:szCs w:val="18"/>
                <w:lang w:eastAsia="ja-JP"/>
              </w:rPr>
              <w:t>CA_n66A-n261(4A)</w:t>
            </w:r>
          </w:p>
        </w:tc>
        <w:tc>
          <w:tcPr>
            <w:tcW w:w="1232" w:type="dxa"/>
            <w:tcBorders>
              <w:top w:val="single" w:sz="4" w:space="0" w:color="auto"/>
              <w:left w:val="single" w:sz="4" w:space="0" w:color="auto"/>
              <w:bottom w:val="nil"/>
              <w:right w:val="single" w:sz="4" w:space="0" w:color="auto"/>
            </w:tcBorders>
            <w:shd w:val="clear" w:color="auto" w:fill="auto"/>
          </w:tcPr>
          <w:p w14:paraId="150507BB" w14:textId="77777777" w:rsidR="00C25B7D" w:rsidRPr="00E062F1" w:rsidRDefault="00C25B7D" w:rsidP="00C25B7D">
            <w:pPr>
              <w:pStyle w:val="TAC"/>
              <w:rPr>
                <w:rFonts w:cs="Arial"/>
                <w:szCs w:val="18"/>
              </w:rPr>
            </w:pPr>
            <w:r w:rsidRPr="00E062F1">
              <w:rPr>
                <w:rFonts w:cs="Arial"/>
                <w:szCs w:val="18"/>
                <w:lang w:eastAsia="ja-JP"/>
              </w:rPr>
              <w:t>CA_n66A-n261A</w:t>
            </w:r>
          </w:p>
        </w:tc>
        <w:tc>
          <w:tcPr>
            <w:tcW w:w="737" w:type="dxa"/>
            <w:tcBorders>
              <w:top w:val="single" w:sz="4" w:space="0" w:color="auto"/>
              <w:left w:val="single" w:sz="4" w:space="0" w:color="auto"/>
              <w:right w:val="single" w:sz="4" w:space="0" w:color="auto"/>
            </w:tcBorders>
          </w:tcPr>
          <w:p w14:paraId="7D064E99"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4D010998"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3BD9F50B"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339A8542"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9F6FBC9"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3261A73"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07D16BBF"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081F3A2F"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3107CE9A"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138DC64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0FBA36D"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0B9511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0686D3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132C7F9"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042E7201"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04D83BFA"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76818E5B" w14:textId="77777777" w:rsidR="00C25B7D" w:rsidRPr="00E062F1" w:rsidRDefault="00C25B7D" w:rsidP="00C25B7D">
            <w:pPr>
              <w:pStyle w:val="TAC"/>
              <w:rPr>
                <w:lang w:eastAsia="zh-CN"/>
              </w:rPr>
            </w:pPr>
            <w:r>
              <w:rPr>
                <w:rFonts w:hint="eastAsia"/>
                <w:lang w:eastAsia="zh-CN"/>
              </w:rPr>
              <w:t>0</w:t>
            </w:r>
          </w:p>
        </w:tc>
      </w:tr>
      <w:tr w:rsidR="00C25B7D" w:rsidRPr="00E062F1" w14:paraId="0235FFC3"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74EA183"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6E96DC7A" w14:textId="77777777" w:rsidR="00C25B7D" w:rsidRPr="00E062F1" w:rsidRDefault="00C25B7D" w:rsidP="00C25B7D">
            <w:pPr>
              <w:pStyle w:val="TAC"/>
              <w:rPr>
                <w:rFonts w:cs="Arial"/>
                <w:szCs w:val="18"/>
              </w:rPr>
            </w:pPr>
          </w:p>
        </w:tc>
        <w:tc>
          <w:tcPr>
            <w:tcW w:w="737" w:type="dxa"/>
            <w:tcBorders>
              <w:top w:val="single" w:sz="4" w:space="0" w:color="auto"/>
              <w:left w:val="single" w:sz="4" w:space="0" w:color="auto"/>
              <w:right w:val="single" w:sz="4" w:space="0" w:color="auto"/>
            </w:tcBorders>
          </w:tcPr>
          <w:p w14:paraId="2C9535DF"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73408819" w14:textId="3A1B81B6" w:rsidR="00C25B7D" w:rsidRPr="00E062F1" w:rsidRDefault="00C25B7D" w:rsidP="00C25B7D">
            <w:pPr>
              <w:pStyle w:val="TAC"/>
              <w:rPr>
                <w:lang w:eastAsia="zh-CN"/>
              </w:rPr>
            </w:pPr>
            <w:r w:rsidRPr="00E062F1">
              <w:rPr>
                <w:rFonts w:cs="Arial"/>
                <w:szCs w:val="18"/>
                <w:lang w:eastAsia="ja-JP"/>
              </w:rPr>
              <w:t>CA_n261(</w:t>
            </w:r>
            <w:r w:rsidRPr="00E062F1">
              <w:rPr>
                <w:rFonts w:cs="Arial"/>
                <w:szCs w:val="18"/>
                <w:lang w:eastAsia="zh-CN"/>
              </w:rPr>
              <w:t>4</w:t>
            </w:r>
            <w:r w:rsidRPr="00E062F1">
              <w:rPr>
                <w:rFonts w:cs="Arial"/>
                <w:szCs w:val="18"/>
                <w:lang w:eastAsia="ja-JP"/>
              </w:rPr>
              <w:t>A)</w:t>
            </w:r>
          </w:p>
        </w:tc>
        <w:tc>
          <w:tcPr>
            <w:tcW w:w="1345" w:type="dxa"/>
            <w:tcBorders>
              <w:top w:val="nil"/>
              <w:left w:val="single" w:sz="4" w:space="0" w:color="auto"/>
              <w:bottom w:val="single" w:sz="4" w:space="0" w:color="auto"/>
              <w:right w:val="single" w:sz="4" w:space="0" w:color="auto"/>
            </w:tcBorders>
            <w:shd w:val="clear" w:color="auto" w:fill="auto"/>
          </w:tcPr>
          <w:p w14:paraId="0DB209FE" w14:textId="77777777" w:rsidR="00C25B7D" w:rsidRPr="00E062F1" w:rsidRDefault="00C25B7D" w:rsidP="00C25B7D">
            <w:pPr>
              <w:pStyle w:val="TAC"/>
              <w:rPr>
                <w:lang w:eastAsia="zh-CN"/>
              </w:rPr>
            </w:pPr>
          </w:p>
        </w:tc>
      </w:tr>
      <w:tr w:rsidR="00C25B7D" w:rsidRPr="00E062F1" w14:paraId="7FECA574"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1CAD67D3" w14:textId="77777777" w:rsidR="00C25B7D" w:rsidRPr="00E062F1" w:rsidRDefault="00C25B7D" w:rsidP="00C25B7D">
            <w:pPr>
              <w:pStyle w:val="TAC"/>
              <w:rPr>
                <w:rFonts w:cs="Arial"/>
                <w:szCs w:val="18"/>
                <w:lang w:eastAsia="ja-JP"/>
              </w:rPr>
            </w:pPr>
            <w:r w:rsidRPr="00E062F1">
              <w:rPr>
                <w:rFonts w:cs="Arial"/>
                <w:szCs w:val="18"/>
                <w:lang w:eastAsia="ja-JP"/>
              </w:rPr>
              <w:t>CA_n66A-n261G</w:t>
            </w:r>
          </w:p>
        </w:tc>
        <w:tc>
          <w:tcPr>
            <w:tcW w:w="1232" w:type="dxa"/>
            <w:tcBorders>
              <w:top w:val="single" w:sz="4" w:space="0" w:color="auto"/>
              <w:left w:val="single" w:sz="4" w:space="0" w:color="auto"/>
              <w:bottom w:val="nil"/>
              <w:right w:val="single" w:sz="4" w:space="0" w:color="auto"/>
            </w:tcBorders>
            <w:shd w:val="clear" w:color="auto" w:fill="auto"/>
          </w:tcPr>
          <w:p w14:paraId="4374BDF4" w14:textId="77777777" w:rsidR="00C25B7D" w:rsidRPr="00E062F1" w:rsidRDefault="00C25B7D" w:rsidP="00C25B7D">
            <w:pPr>
              <w:pStyle w:val="TAC"/>
              <w:rPr>
                <w:rFonts w:cs="Arial"/>
                <w:szCs w:val="18"/>
              </w:rPr>
            </w:pPr>
            <w:r w:rsidRPr="00E062F1">
              <w:rPr>
                <w:rFonts w:cs="Arial"/>
                <w:szCs w:val="18"/>
              </w:rPr>
              <w:t>CA_n66A-n261A</w:t>
            </w:r>
          </w:p>
          <w:p w14:paraId="70A80B3C" w14:textId="39B0095F" w:rsidR="00C25B7D" w:rsidRPr="00E062F1" w:rsidRDefault="00C25B7D" w:rsidP="00C25B7D">
            <w:pPr>
              <w:pStyle w:val="TAC"/>
              <w:rPr>
                <w:rFonts w:cs="Arial"/>
                <w:szCs w:val="18"/>
              </w:rPr>
            </w:pPr>
            <w:r w:rsidRPr="00E062F1">
              <w:rPr>
                <w:rFonts w:cs="Arial"/>
                <w:szCs w:val="18"/>
              </w:rPr>
              <w:t>CA_</w:t>
            </w:r>
            <w:r w:rsidRPr="00E062F1">
              <w:rPr>
                <w:rFonts w:cs="Arial"/>
                <w:szCs w:val="18"/>
                <w:lang w:eastAsia="zh-CN"/>
              </w:rPr>
              <w:t>n66</w:t>
            </w:r>
            <w:r w:rsidRPr="00E062F1">
              <w:rPr>
                <w:rFonts w:cs="Arial"/>
                <w:szCs w:val="18"/>
              </w:rPr>
              <w:t>A</w:t>
            </w:r>
            <w:r w:rsidR="003A2390">
              <w:rPr>
                <w:rFonts w:cs="Arial"/>
                <w:szCs w:val="18"/>
              </w:rPr>
              <w:t>-</w:t>
            </w:r>
            <w:r w:rsidRPr="00E062F1">
              <w:rPr>
                <w:rFonts w:cs="Arial"/>
                <w:szCs w:val="18"/>
              </w:rPr>
              <w:t>n261G</w:t>
            </w:r>
          </w:p>
        </w:tc>
        <w:tc>
          <w:tcPr>
            <w:tcW w:w="737" w:type="dxa"/>
            <w:tcBorders>
              <w:top w:val="single" w:sz="4" w:space="0" w:color="auto"/>
              <w:left w:val="single" w:sz="4" w:space="0" w:color="auto"/>
              <w:right w:val="single" w:sz="4" w:space="0" w:color="auto"/>
            </w:tcBorders>
          </w:tcPr>
          <w:p w14:paraId="79C3F594"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40443EC6"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1529087A"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236DBED"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6DA0085C"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F6D9587"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1A0E294C"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C530680"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082D37B1"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49BE36F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14EE437"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A95E6F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3C9D15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071DBDD"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6B0C8985"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5B04A428"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5C1A81A6" w14:textId="77777777" w:rsidR="00C25B7D" w:rsidRPr="00E062F1" w:rsidRDefault="00C25B7D" w:rsidP="00C25B7D">
            <w:pPr>
              <w:pStyle w:val="TAC"/>
              <w:rPr>
                <w:lang w:eastAsia="zh-CN"/>
              </w:rPr>
            </w:pPr>
            <w:r>
              <w:rPr>
                <w:rFonts w:hint="eastAsia"/>
                <w:lang w:eastAsia="zh-CN"/>
              </w:rPr>
              <w:t>0</w:t>
            </w:r>
          </w:p>
        </w:tc>
      </w:tr>
      <w:tr w:rsidR="00C25B7D" w:rsidRPr="00E062F1" w14:paraId="4213EF9A"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4943F6A"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36518B1E" w14:textId="77777777" w:rsidR="00C25B7D" w:rsidRPr="00E062F1" w:rsidRDefault="00C25B7D" w:rsidP="00C25B7D">
            <w:pPr>
              <w:pStyle w:val="TAC"/>
              <w:rPr>
                <w:rFonts w:cs="Arial"/>
                <w:szCs w:val="18"/>
              </w:rPr>
            </w:pPr>
          </w:p>
        </w:tc>
        <w:tc>
          <w:tcPr>
            <w:tcW w:w="737" w:type="dxa"/>
            <w:tcBorders>
              <w:top w:val="single" w:sz="4" w:space="0" w:color="auto"/>
              <w:left w:val="single" w:sz="4" w:space="0" w:color="auto"/>
              <w:right w:val="single" w:sz="4" w:space="0" w:color="auto"/>
            </w:tcBorders>
          </w:tcPr>
          <w:p w14:paraId="7152CDEB"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10B2B047" w14:textId="0341BF49" w:rsidR="00C25B7D" w:rsidRPr="00E062F1" w:rsidRDefault="00C25B7D" w:rsidP="00C25B7D">
            <w:pPr>
              <w:pStyle w:val="TAC"/>
              <w:rPr>
                <w:lang w:eastAsia="zh-CN"/>
              </w:rPr>
            </w:pPr>
            <w:r w:rsidRPr="00E062F1">
              <w:rPr>
                <w:rFonts w:cs="Arial"/>
                <w:szCs w:val="18"/>
                <w:lang w:eastAsia="ja-JP"/>
              </w:rPr>
              <w:t>CA_n261G</w:t>
            </w:r>
          </w:p>
        </w:tc>
        <w:tc>
          <w:tcPr>
            <w:tcW w:w="1345" w:type="dxa"/>
            <w:tcBorders>
              <w:top w:val="nil"/>
              <w:left w:val="single" w:sz="4" w:space="0" w:color="auto"/>
              <w:bottom w:val="single" w:sz="4" w:space="0" w:color="auto"/>
              <w:right w:val="single" w:sz="4" w:space="0" w:color="auto"/>
            </w:tcBorders>
            <w:shd w:val="clear" w:color="auto" w:fill="auto"/>
          </w:tcPr>
          <w:p w14:paraId="322149AB" w14:textId="77777777" w:rsidR="00C25B7D" w:rsidRPr="00E062F1" w:rsidRDefault="00C25B7D" w:rsidP="00C25B7D">
            <w:pPr>
              <w:pStyle w:val="TAC"/>
              <w:rPr>
                <w:lang w:eastAsia="zh-CN"/>
              </w:rPr>
            </w:pPr>
          </w:p>
        </w:tc>
      </w:tr>
      <w:tr w:rsidR="00C25B7D" w:rsidRPr="00E062F1" w14:paraId="765073BC"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43A3392C" w14:textId="77777777" w:rsidR="00C25B7D" w:rsidRPr="00E062F1" w:rsidRDefault="00C25B7D" w:rsidP="00C25B7D">
            <w:pPr>
              <w:pStyle w:val="TAC"/>
              <w:rPr>
                <w:rFonts w:cs="Arial"/>
                <w:szCs w:val="18"/>
                <w:lang w:eastAsia="ja-JP"/>
              </w:rPr>
            </w:pPr>
            <w:r w:rsidRPr="00E062F1">
              <w:rPr>
                <w:rFonts w:cs="Arial"/>
                <w:szCs w:val="18"/>
                <w:lang w:eastAsia="ja-JP"/>
              </w:rPr>
              <w:t>CA_n66A-n261H</w:t>
            </w:r>
          </w:p>
        </w:tc>
        <w:tc>
          <w:tcPr>
            <w:tcW w:w="1232" w:type="dxa"/>
            <w:tcBorders>
              <w:top w:val="single" w:sz="4" w:space="0" w:color="auto"/>
              <w:left w:val="single" w:sz="4" w:space="0" w:color="auto"/>
              <w:bottom w:val="nil"/>
              <w:right w:val="single" w:sz="4" w:space="0" w:color="auto"/>
            </w:tcBorders>
            <w:shd w:val="clear" w:color="auto" w:fill="auto"/>
          </w:tcPr>
          <w:p w14:paraId="67D52938" w14:textId="77777777" w:rsidR="00C25B7D" w:rsidRPr="00E062F1" w:rsidRDefault="00C25B7D" w:rsidP="00C25B7D">
            <w:pPr>
              <w:pStyle w:val="TAC"/>
              <w:rPr>
                <w:rFonts w:cs="Arial"/>
                <w:szCs w:val="18"/>
              </w:rPr>
            </w:pPr>
            <w:r w:rsidRPr="00E062F1">
              <w:rPr>
                <w:rFonts w:cs="Arial"/>
                <w:szCs w:val="18"/>
              </w:rPr>
              <w:t>CA_n66A-n261A</w:t>
            </w:r>
          </w:p>
          <w:p w14:paraId="779B3A2F" w14:textId="3164422D" w:rsidR="00C25B7D" w:rsidRPr="00E062F1" w:rsidRDefault="00C25B7D" w:rsidP="00C25B7D">
            <w:pPr>
              <w:pStyle w:val="TAC"/>
              <w:rPr>
                <w:rFonts w:cs="Arial"/>
                <w:szCs w:val="18"/>
              </w:rPr>
            </w:pPr>
            <w:r w:rsidRPr="00E062F1">
              <w:rPr>
                <w:rFonts w:cs="Arial"/>
                <w:szCs w:val="18"/>
              </w:rPr>
              <w:t>CA_</w:t>
            </w:r>
            <w:r w:rsidRPr="00E062F1">
              <w:rPr>
                <w:rFonts w:cs="Arial"/>
                <w:szCs w:val="18"/>
                <w:lang w:eastAsia="zh-CN"/>
              </w:rPr>
              <w:t>n66</w:t>
            </w:r>
            <w:r w:rsidRPr="00E062F1">
              <w:rPr>
                <w:rFonts w:cs="Arial"/>
                <w:szCs w:val="18"/>
              </w:rPr>
              <w:t>A</w:t>
            </w:r>
            <w:r w:rsidR="003A2390">
              <w:rPr>
                <w:rFonts w:cs="Arial"/>
                <w:szCs w:val="18"/>
              </w:rPr>
              <w:t>-</w:t>
            </w:r>
            <w:r w:rsidRPr="00E062F1">
              <w:rPr>
                <w:rFonts w:cs="Arial"/>
                <w:szCs w:val="18"/>
              </w:rPr>
              <w:t>n261G</w:t>
            </w:r>
          </w:p>
          <w:p w14:paraId="19140C0C" w14:textId="6E4B88D1" w:rsidR="00C25B7D" w:rsidRPr="00E062F1" w:rsidRDefault="00C25B7D" w:rsidP="00C25B7D">
            <w:pPr>
              <w:pStyle w:val="TAC"/>
              <w:rPr>
                <w:rFonts w:cs="Arial"/>
                <w:szCs w:val="18"/>
              </w:rPr>
            </w:pPr>
            <w:r w:rsidRPr="00E062F1">
              <w:rPr>
                <w:rFonts w:cs="Arial"/>
                <w:szCs w:val="18"/>
              </w:rPr>
              <w:t>CA_</w:t>
            </w:r>
            <w:r w:rsidRPr="00E062F1">
              <w:rPr>
                <w:rFonts w:cs="Arial"/>
                <w:szCs w:val="18"/>
                <w:lang w:eastAsia="zh-CN"/>
              </w:rPr>
              <w:t>n66</w:t>
            </w:r>
            <w:r w:rsidRPr="00E062F1">
              <w:rPr>
                <w:rFonts w:cs="Arial"/>
                <w:szCs w:val="18"/>
              </w:rPr>
              <w:t>A</w:t>
            </w:r>
            <w:r w:rsidR="003A2390">
              <w:rPr>
                <w:rFonts w:cs="Arial"/>
                <w:szCs w:val="18"/>
              </w:rPr>
              <w:t>-</w:t>
            </w:r>
            <w:r w:rsidRPr="00E062F1">
              <w:rPr>
                <w:rFonts w:cs="Arial"/>
                <w:szCs w:val="18"/>
              </w:rPr>
              <w:t>n261H</w:t>
            </w:r>
          </w:p>
        </w:tc>
        <w:tc>
          <w:tcPr>
            <w:tcW w:w="737" w:type="dxa"/>
            <w:tcBorders>
              <w:top w:val="single" w:sz="4" w:space="0" w:color="auto"/>
              <w:left w:val="single" w:sz="4" w:space="0" w:color="auto"/>
              <w:right w:val="single" w:sz="4" w:space="0" w:color="auto"/>
            </w:tcBorders>
          </w:tcPr>
          <w:p w14:paraId="311EDC49"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77ACA13D"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34B297FF"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427DEEC6"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743DF34D"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7ABB4DB"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6145EDFA"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52C78768"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4BA276B9"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32B17E2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E41B46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9B28E2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204A45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720A712"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7AB629E3"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3971ED31"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62A530DD" w14:textId="77777777" w:rsidR="00C25B7D" w:rsidRPr="00E062F1" w:rsidRDefault="00C25B7D" w:rsidP="00C25B7D">
            <w:pPr>
              <w:pStyle w:val="TAC"/>
              <w:rPr>
                <w:lang w:eastAsia="zh-CN"/>
              </w:rPr>
            </w:pPr>
            <w:r>
              <w:rPr>
                <w:rFonts w:hint="eastAsia"/>
                <w:lang w:eastAsia="zh-CN"/>
              </w:rPr>
              <w:t>0</w:t>
            </w:r>
          </w:p>
        </w:tc>
      </w:tr>
      <w:tr w:rsidR="00C25B7D" w:rsidRPr="00E062F1" w14:paraId="331862AE"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774F141"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2C580B21" w14:textId="77777777" w:rsidR="00C25B7D" w:rsidRPr="00E062F1" w:rsidRDefault="00C25B7D" w:rsidP="00C25B7D">
            <w:pPr>
              <w:pStyle w:val="TAC"/>
              <w:rPr>
                <w:rFonts w:cs="Arial"/>
                <w:szCs w:val="18"/>
              </w:rPr>
            </w:pPr>
          </w:p>
        </w:tc>
        <w:tc>
          <w:tcPr>
            <w:tcW w:w="737" w:type="dxa"/>
            <w:tcBorders>
              <w:top w:val="single" w:sz="4" w:space="0" w:color="auto"/>
              <w:left w:val="single" w:sz="4" w:space="0" w:color="auto"/>
              <w:right w:val="single" w:sz="4" w:space="0" w:color="auto"/>
            </w:tcBorders>
          </w:tcPr>
          <w:p w14:paraId="48AFB386"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178700E9" w14:textId="17EDA1D2" w:rsidR="00C25B7D" w:rsidRPr="00E062F1" w:rsidRDefault="00C25B7D" w:rsidP="00C25B7D">
            <w:pPr>
              <w:pStyle w:val="TAC"/>
              <w:rPr>
                <w:lang w:eastAsia="zh-CN"/>
              </w:rPr>
            </w:pPr>
            <w:r w:rsidRPr="00E062F1">
              <w:rPr>
                <w:rFonts w:cs="Arial"/>
                <w:szCs w:val="18"/>
                <w:lang w:eastAsia="ja-JP"/>
              </w:rPr>
              <w:t>CA_n261</w:t>
            </w:r>
            <w:r w:rsidRPr="00E062F1">
              <w:rPr>
                <w:rFonts w:cs="Arial"/>
                <w:szCs w:val="18"/>
                <w:lang w:eastAsia="zh-CN"/>
              </w:rPr>
              <w:t>H</w:t>
            </w:r>
          </w:p>
        </w:tc>
        <w:tc>
          <w:tcPr>
            <w:tcW w:w="1345" w:type="dxa"/>
            <w:tcBorders>
              <w:top w:val="nil"/>
              <w:left w:val="single" w:sz="4" w:space="0" w:color="auto"/>
              <w:bottom w:val="single" w:sz="4" w:space="0" w:color="auto"/>
              <w:right w:val="single" w:sz="4" w:space="0" w:color="auto"/>
            </w:tcBorders>
            <w:shd w:val="clear" w:color="auto" w:fill="auto"/>
          </w:tcPr>
          <w:p w14:paraId="313AAD55" w14:textId="77777777" w:rsidR="00C25B7D" w:rsidRPr="00E062F1" w:rsidRDefault="00C25B7D" w:rsidP="00C25B7D">
            <w:pPr>
              <w:pStyle w:val="TAC"/>
              <w:rPr>
                <w:lang w:eastAsia="zh-CN"/>
              </w:rPr>
            </w:pPr>
          </w:p>
        </w:tc>
      </w:tr>
      <w:tr w:rsidR="00C25B7D" w:rsidRPr="00E062F1" w14:paraId="65B97D2C"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5C9D2099" w14:textId="77777777" w:rsidR="00C25B7D" w:rsidRPr="00E062F1" w:rsidRDefault="00C25B7D" w:rsidP="00C25B7D">
            <w:pPr>
              <w:pStyle w:val="TAC"/>
              <w:rPr>
                <w:rFonts w:cs="Arial"/>
                <w:szCs w:val="18"/>
                <w:lang w:eastAsia="ja-JP"/>
              </w:rPr>
            </w:pPr>
            <w:r w:rsidRPr="00E062F1">
              <w:rPr>
                <w:rFonts w:cs="Arial"/>
                <w:szCs w:val="18"/>
                <w:lang w:eastAsia="ja-JP"/>
              </w:rPr>
              <w:t>CA_n66A-n261I</w:t>
            </w:r>
          </w:p>
        </w:tc>
        <w:tc>
          <w:tcPr>
            <w:tcW w:w="1232" w:type="dxa"/>
            <w:tcBorders>
              <w:top w:val="single" w:sz="4" w:space="0" w:color="auto"/>
              <w:left w:val="single" w:sz="4" w:space="0" w:color="auto"/>
              <w:bottom w:val="nil"/>
              <w:right w:val="single" w:sz="4" w:space="0" w:color="auto"/>
            </w:tcBorders>
            <w:shd w:val="clear" w:color="auto" w:fill="auto"/>
          </w:tcPr>
          <w:p w14:paraId="12F883AC" w14:textId="77777777" w:rsidR="00C25B7D" w:rsidRPr="00E062F1" w:rsidRDefault="00C25B7D" w:rsidP="00C25B7D">
            <w:pPr>
              <w:pStyle w:val="TAC"/>
              <w:rPr>
                <w:rFonts w:cs="Arial"/>
                <w:szCs w:val="18"/>
              </w:rPr>
            </w:pPr>
            <w:r w:rsidRPr="00E062F1">
              <w:rPr>
                <w:rFonts w:cs="Arial"/>
                <w:szCs w:val="18"/>
              </w:rPr>
              <w:t>CA_n66A-n261A</w:t>
            </w:r>
          </w:p>
          <w:p w14:paraId="62E01B26" w14:textId="62CCBD46" w:rsidR="00C25B7D" w:rsidRPr="00E062F1" w:rsidRDefault="00C25B7D" w:rsidP="00C25B7D">
            <w:pPr>
              <w:pStyle w:val="TAC"/>
              <w:rPr>
                <w:rFonts w:cs="Arial"/>
                <w:szCs w:val="18"/>
              </w:rPr>
            </w:pPr>
            <w:r w:rsidRPr="00E062F1">
              <w:rPr>
                <w:rFonts w:cs="Arial"/>
                <w:szCs w:val="18"/>
              </w:rPr>
              <w:t>CA_</w:t>
            </w:r>
            <w:r w:rsidRPr="00E062F1">
              <w:rPr>
                <w:rFonts w:cs="Arial"/>
                <w:szCs w:val="18"/>
                <w:lang w:eastAsia="zh-CN"/>
              </w:rPr>
              <w:t>n66</w:t>
            </w:r>
            <w:r w:rsidRPr="00E062F1">
              <w:rPr>
                <w:rFonts w:cs="Arial"/>
                <w:szCs w:val="18"/>
              </w:rPr>
              <w:t>A</w:t>
            </w:r>
            <w:r w:rsidR="003A2390">
              <w:rPr>
                <w:rFonts w:cs="Arial"/>
                <w:szCs w:val="18"/>
              </w:rPr>
              <w:t>-</w:t>
            </w:r>
            <w:r w:rsidRPr="00E062F1">
              <w:rPr>
                <w:rFonts w:cs="Arial"/>
                <w:szCs w:val="18"/>
              </w:rPr>
              <w:t>n261G</w:t>
            </w:r>
          </w:p>
          <w:p w14:paraId="4A7E6D73" w14:textId="6386104D" w:rsidR="00C25B7D" w:rsidRPr="00E062F1" w:rsidRDefault="00C25B7D" w:rsidP="00C25B7D">
            <w:pPr>
              <w:pStyle w:val="TAC"/>
              <w:rPr>
                <w:rFonts w:cs="Arial"/>
                <w:szCs w:val="18"/>
              </w:rPr>
            </w:pPr>
            <w:r w:rsidRPr="00E062F1">
              <w:rPr>
                <w:rFonts w:cs="Arial"/>
                <w:szCs w:val="18"/>
              </w:rPr>
              <w:t>CA_</w:t>
            </w:r>
            <w:r w:rsidRPr="00E062F1">
              <w:rPr>
                <w:rFonts w:cs="Arial"/>
                <w:szCs w:val="18"/>
                <w:lang w:eastAsia="zh-CN"/>
              </w:rPr>
              <w:t>n66</w:t>
            </w:r>
            <w:r w:rsidRPr="00E062F1">
              <w:rPr>
                <w:rFonts w:cs="Arial"/>
                <w:szCs w:val="18"/>
              </w:rPr>
              <w:t>A</w:t>
            </w:r>
            <w:r w:rsidR="003A2390">
              <w:rPr>
                <w:rFonts w:cs="Arial"/>
                <w:szCs w:val="18"/>
              </w:rPr>
              <w:t>-</w:t>
            </w:r>
            <w:r w:rsidRPr="00E062F1">
              <w:rPr>
                <w:rFonts w:cs="Arial"/>
                <w:szCs w:val="18"/>
              </w:rPr>
              <w:t>n261H</w:t>
            </w:r>
          </w:p>
          <w:p w14:paraId="6F39BD26" w14:textId="292C4D10" w:rsidR="00C25B7D" w:rsidRPr="00E062F1" w:rsidRDefault="00C25B7D" w:rsidP="00C25B7D">
            <w:pPr>
              <w:pStyle w:val="TAC"/>
              <w:rPr>
                <w:rFonts w:cs="Arial"/>
                <w:szCs w:val="18"/>
              </w:rPr>
            </w:pPr>
            <w:r w:rsidRPr="00E062F1">
              <w:rPr>
                <w:rFonts w:cs="Arial"/>
                <w:szCs w:val="18"/>
              </w:rPr>
              <w:t>CA_</w:t>
            </w:r>
            <w:r w:rsidRPr="00E062F1">
              <w:rPr>
                <w:rFonts w:cs="Arial"/>
                <w:szCs w:val="18"/>
                <w:lang w:eastAsia="zh-CN"/>
              </w:rPr>
              <w:t>n66</w:t>
            </w:r>
            <w:r w:rsidRPr="00E062F1">
              <w:rPr>
                <w:rFonts w:cs="Arial"/>
                <w:szCs w:val="18"/>
              </w:rPr>
              <w:t>A</w:t>
            </w:r>
            <w:r w:rsidR="003A2390">
              <w:rPr>
                <w:rFonts w:cs="Arial"/>
                <w:szCs w:val="18"/>
              </w:rPr>
              <w:t>-</w:t>
            </w:r>
            <w:r w:rsidRPr="00E062F1">
              <w:rPr>
                <w:rFonts w:cs="Arial"/>
                <w:szCs w:val="18"/>
              </w:rPr>
              <w:t>n261</w:t>
            </w:r>
          </w:p>
        </w:tc>
        <w:tc>
          <w:tcPr>
            <w:tcW w:w="737" w:type="dxa"/>
            <w:tcBorders>
              <w:top w:val="single" w:sz="4" w:space="0" w:color="auto"/>
              <w:left w:val="single" w:sz="4" w:space="0" w:color="auto"/>
              <w:right w:val="single" w:sz="4" w:space="0" w:color="auto"/>
            </w:tcBorders>
          </w:tcPr>
          <w:p w14:paraId="151A5BFC"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66C7DC05"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1C50A547"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CE15920"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C2513A4"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56F4D73"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59FB0A92"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0ED15C0F"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10C556D6"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7DA109BC"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5FF61C4"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156686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AF02D34"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B031268"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6FE61CFC"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69F2DD77"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25270A0E" w14:textId="77777777" w:rsidR="00C25B7D" w:rsidRPr="00E062F1" w:rsidRDefault="00C25B7D" w:rsidP="00C25B7D">
            <w:pPr>
              <w:pStyle w:val="TAC"/>
              <w:rPr>
                <w:lang w:eastAsia="zh-CN"/>
              </w:rPr>
            </w:pPr>
            <w:r>
              <w:rPr>
                <w:rFonts w:hint="eastAsia"/>
                <w:lang w:eastAsia="zh-CN"/>
              </w:rPr>
              <w:t>0</w:t>
            </w:r>
          </w:p>
        </w:tc>
      </w:tr>
      <w:tr w:rsidR="00C25B7D" w:rsidRPr="00E062F1" w14:paraId="36623281"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803E2C5"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681F549D" w14:textId="77777777" w:rsidR="00C25B7D" w:rsidRPr="00E062F1" w:rsidRDefault="00C25B7D" w:rsidP="00C25B7D">
            <w:pPr>
              <w:pStyle w:val="TAC"/>
              <w:rPr>
                <w:rFonts w:cs="Arial"/>
                <w:szCs w:val="18"/>
              </w:rPr>
            </w:pPr>
          </w:p>
        </w:tc>
        <w:tc>
          <w:tcPr>
            <w:tcW w:w="737" w:type="dxa"/>
            <w:tcBorders>
              <w:top w:val="single" w:sz="4" w:space="0" w:color="auto"/>
              <w:left w:val="single" w:sz="4" w:space="0" w:color="auto"/>
              <w:right w:val="single" w:sz="4" w:space="0" w:color="auto"/>
            </w:tcBorders>
          </w:tcPr>
          <w:p w14:paraId="14FDFBF4"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6EB78F36" w14:textId="40D1F9EF" w:rsidR="00C25B7D" w:rsidRPr="00E062F1" w:rsidRDefault="00C25B7D" w:rsidP="00C25B7D">
            <w:pPr>
              <w:pStyle w:val="TAC"/>
              <w:rPr>
                <w:lang w:eastAsia="zh-CN"/>
              </w:rPr>
            </w:pPr>
            <w:r w:rsidRPr="00E062F1">
              <w:rPr>
                <w:rFonts w:cs="Arial"/>
                <w:szCs w:val="18"/>
                <w:lang w:eastAsia="ja-JP"/>
              </w:rPr>
              <w:t>CA_n261</w:t>
            </w:r>
          </w:p>
        </w:tc>
        <w:tc>
          <w:tcPr>
            <w:tcW w:w="1345" w:type="dxa"/>
            <w:tcBorders>
              <w:top w:val="nil"/>
              <w:left w:val="single" w:sz="4" w:space="0" w:color="auto"/>
              <w:bottom w:val="single" w:sz="4" w:space="0" w:color="auto"/>
              <w:right w:val="single" w:sz="4" w:space="0" w:color="auto"/>
            </w:tcBorders>
            <w:shd w:val="clear" w:color="auto" w:fill="auto"/>
          </w:tcPr>
          <w:p w14:paraId="12FE0713" w14:textId="77777777" w:rsidR="00C25B7D" w:rsidRPr="00E062F1" w:rsidRDefault="00C25B7D" w:rsidP="00C25B7D">
            <w:pPr>
              <w:pStyle w:val="TAC"/>
              <w:rPr>
                <w:lang w:eastAsia="zh-CN"/>
              </w:rPr>
            </w:pPr>
          </w:p>
        </w:tc>
      </w:tr>
      <w:tr w:rsidR="00C25B7D" w:rsidRPr="00E062F1" w14:paraId="620F47A1"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1D21A554" w14:textId="77777777" w:rsidR="00C25B7D" w:rsidRPr="00E062F1" w:rsidRDefault="00C25B7D" w:rsidP="00C25B7D">
            <w:pPr>
              <w:pStyle w:val="TAC"/>
              <w:rPr>
                <w:rFonts w:cs="Arial"/>
                <w:szCs w:val="18"/>
                <w:lang w:eastAsia="ja-JP"/>
              </w:rPr>
            </w:pPr>
            <w:r w:rsidRPr="00E062F1">
              <w:rPr>
                <w:rFonts w:cs="Arial"/>
                <w:szCs w:val="18"/>
                <w:lang w:eastAsia="ja-JP"/>
              </w:rPr>
              <w:t>CA_n66A-n261J</w:t>
            </w:r>
          </w:p>
        </w:tc>
        <w:tc>
          <w:tcPr>
            <w:tcW w:w="1232" w:type="dxa"/>
            <w:tcBorders>
              <w:top w:val="single" w:sz="4" w:space="0" w:color="auto"/>
              <w:left w:val="single" w:sz="4" w:space="0" w:color="auto"/>
              <w:bottom w:val="nil"/>
              <w:right w:val="single" w:sz="4" w:space="0" w:color="auto"/>
            </w:tcBorders>
            <w:shd w:val="clear" w:color="auto" w:fill="auto"/>
          </w:tcPr>
          <w:p w14:paraId="2ED05B36" w14:textId="77777777" w:rsidR="00C25B7D" w:rsidRPr="00E062F1" w:rsidRDefault="00C25B7D" w:rsidP="00C25B7D">
            <w:pPr>
              <w:pStyle w:val="TAC"/>
              <w:rPr>
                <w:rFonts w:cs="Arial"/>
                <w:szCs w:val="18"/>
              </w:rPr>
            </w:pPr>
            <w:r w:rsidRPr="00E062F1">
              <w:rPr>
                <w:rFonts w:cs="Arial"/>
                <w:szCs w:val="18"/>
              </w:rPr>
              <w:t>CA_n66A-n261A</w:t>
            </w:r>
          </w:p>
        </w:tc>
        <w:tc>
          <w:tcPr>
            <w:tcW w:w="737" w:type="dxa"/>
            <w:tcBorders>
              <w:top w:val="single" w:sz="4" w:space="0" w:color="auto"/>
              <w:left w:val="single" w:sz="4" w:space="0" w:color="auto"/>
              <w:right w:val="single" w:sz="4" w:space="0" w:color="auto"/>
            </w:tcBorders>
          </w:tcPr>
          <w:p w14:paraId="0A47FC57"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7FDD89BF"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70FA6ABB"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1DD7BFF"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38EACD6A"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2D724F1"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32B0E554"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475A8EB3"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782131EE"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C856D8D"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5C877E4"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6AC2C1C"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625168C"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7DED3AC"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6A6B4D04"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317682FF"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2A8C43BC" w14:textId="77777777" w:rsidR="00C25B7D" w:rsidRPr="00E062F1" w:rsidRDefault="00C25B7D" w:rsidP="00C25B7D">
            <w:pPr>
              <w:pStyle w:val="TAC"/>
              <w:rPr>
                <w:lang w:eastAsia="zh-CN"/>
              </w:rPr>
            </w:pPr>
            <w:r>
              <w:rPr>
                <w:rFonts w:hint="eastAsia"/>
                <w:lang w:eastAsia="zh-CN"/>
              </w:rPr>
              <w:t>0</w:t>
            </w:r>
          </w:p>
        </w:tc>
      </w:tr>
      <w:tr w:rsidR="00C25B7D" w:rsidRPr="00E062F1" w14:paraId="0C89848F"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F3BDE80"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36D3CDBC" w14:textId="77777777" w:rsidR="00C25B7D" w:rsidRPr="00E062F1" w:rsidRDefault="00C25B7D" w:rsidP="00C25B7D">
            <w:pPr>
              <w:pStyle w:val="TAC"/>
              <w:rPr>
                <w:rFonts w:cs="Arial"/>
                <w:szCs w:val="18"/>
              </w:rPr>
            </w:pPr>
          </w:p>
        </w:tc>
        <w:tc>
          <w:tcPr>
            <w:tcW w:w="737" w:type="dxa"/>
            <w:tcBorders>
              <w:top w:val="single" w:sz="4" w:space="0" w:color="auto"/>
              <w:left w:val="single" w:sz="4" w:space="0" w:color="auto"/>
              <w:right w:val="single" w:sz="4" w:space="0" w:color="auto"/>
            </w:tcBorders>
          </w:tcPr>
          <w:p w14:paraId="76887B3D"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6CECBA1C" w14:textId="53F7F489" w:rsidR="00C25B7D" w:rsidRPr="00E062F1" w:rsidRDefault="00C25B7D" w:rsidP="00C25B7D">
            <w:pPr>
              <w:pStyle w:val="TAC"/>
              <w:rPr>
                <w:lang w:eastAsia="zh-CN"/>
              </w:rPr>
            </w:pPr>
            <w:r w:rsidRPr="00E062F1">
              <w:rPr>
                <w:rFonts w:cs="Arial"/>
                <w:szCs w:val="18"/>
                <w:lang w:eastAsia="ja-JP"/>
              </w:rPr>
              <w:t>CA_n261</w:t>
            </w:r>
            <w:r w:rsidRPr="00E062F1">
              <w:rPr>
                <w:rFonts w:cs="Arial"/>
                <w:szCs w:val="18"/>
                <w:lang w:eastAsia="zh-CN"/>
              </w:rPr>
              <w:t>J</w:t>
            </w:r>
          </w:p>
        </w:tc>
        <w:tc>
          <w:tcPr>
            <w:tcW w:w="1345" w:type="dxa"/>
            <w:tcBorders>
              <w:top w:val="nil"/>
              <w:left w:val="single" w:sz="4" w:space="0" w:color="auto"/>
              <w:bottom w:val="single" w:sz="4" w:space="0" w:color="auto"/>
              <w:right w:val="single" w:sz="4" w:space="0" w:color="auto"/>
            </w:tcBorders>
            <w:shd w:val="clear" w:color="auto" w:fill="auto"/>
          </w:tcPr>
          <w:p w14:paraId="50ACB430" w14:textId="77777777" w:rsidR="00C25B7D" w:rsidRPr="00E062F1" w:rsidRDefault="00C25B7D" w:rsidP="00C25B7D">
            <w:pPr>
              <w:pStyle w:val="TAC"/>
              <w:rPr>
                <w:lang w:eastAsia="zh-CN"/>
              </w:rPr>
            </w:pPr>
          </w:p>
        </w:tc>
      </w:tr>
      <w:tr w:rsidR="00C25B7D" w:rsidRPr="00E062F1" w14:paraId="5F2A8BEF"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285FBB97" w14:textId="77777777" w:rsidR="00C25B7D" w:rsidRPr="00E062F1" w:rsidRDefault="00C25B7D" w:rsidP="00C25B7D">
            <w:pPr>
              <w:pStyle w:val="TAC"/>
              <w:rPr>
                <w:rFonts w:cs="Arial"/>
                <w:szCs w:val="18"/>
                <w:lang w:eastAsia="ja-JP"/>
              </w:rPr>
            </w:pPr>
            <w:r w:rsidRPr="00E062F1">
              <w:rPr>
                <w:rFonts w:cs="Arial"/>
                <w:szCs w:val="18"/>
                <w:lang w:eastAsia="ja-JP"/>
              </w:rPr>
              <w:t>CA_n66A-n261K</w:t>
            </w:r>
          </w:p>
        </w:tc>
        <w:tc>
          <w:tcPr>
            <w:tcW w:w="1232" w:type="dxa"/>
            <w:tcBorders>
              <w:top w:val="single" w:sz="4" w:space="0" w:color="auto"/>
              <w:left w:val="single" w:sz="4" w:space="0" w:color="auto"/>
              <w:bottom w:val="nil"/>
              <w:right w:val="single" w:sz="4" w:space="0" w:color="auto"/>
            </w:tcBorders>
            <w:shd w:val="clear" w:color="auto" w:fill="auto"/>
          </w:tcPr>
          <w:p w14:paraId="7BAC50BD" w14:textId="77777777" w:rsidR="00C25B7D" w:rsidRPr="00E062F1" w:rsidRDefault="00C25B7D" w:rsidP="00C25B7D">
            <w:pPr>
              <w:pStyle w:val="TAC"/>
              <w:rPr>
                <w:rFonts w:cs="Arial"/>
                <w:szCs w:val="18"/>
              </w:rPr>
            </w:pPr>
            <w:r w:rsidRPr="00E062F1">
              <w:rPr>
                <w:rFonts w:cs="Arial"/>
                <w:szCs w:val="18"/>
              </w:rPr>
              <w:t>CA_n66A-n261A</w:t>
            </w:r>
          </w:p>
        </w:tc>
        <w:tc>
          <w:tcPr>
            <w:tcW w:w="737" w:type="dxa"/>
            <w:tcBorders>
              <w:top w:val="single" w:sz="4" w:space="0" w:color="auto"/>
              <w:left w:val="single" w:sz="4" w:space="0" w:color="auto"/>
              <w:right w:val="single" w:sz="4" w:space="0" w:color="auto"/>
            </w:tcBorders>
          </w:tcPr>
          <w:p w14:paraId="1CA26E67"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1E92E86E"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04EB7B0A"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8DBCF27"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03A6DE91"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3B51A86"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45C742D9"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085C5334"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58F0B999"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60CF5E7"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A42782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3087D2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7B7481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D54A5C5"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03683822"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503E215B"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7A9271F4" w14:textId="77777777" w:rsidR="00C25B7D" w:rsidRPr="00E062F1" w:rsidRDefault="00C25B7D" w:rsidP="00C25B7D">
            <w:pPr>
              <w:pStyle w:val="TAC"/>
              <w:rPr>
                <w:lang w:eastAsia="zh-CN"/>
              </w:rPr>
            </w:pPr>
            <w:r>
              <w:rPr>
                <w:rFonts w:hint="eastAsia"/>
                <w:lang w:eastAsia="zh-CN"/>
              </w:rPr>
              <w:t>0</w:t>
            </w:r>
          </w:p>
        </w:tc>
      </w:tr>
      <w:tr w:rsidR="00C25B7D" w:rsidRPr="00E062F1" w14:paraId="56AD2DD4"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E47380C"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0D3E179A" w14:textId="77777777" w:rsidR="00C25B7D" w:rsidRPr="00E062F1" w:rsidRDefault="00C25B7D" w:rsidP="00C25B7D">
            <w:pPr>
              <w:pStyle w:val="TAC"/>
              <w:rPr>
                <w:rFonts w:cs="Arial"/>
                <w:szCs w:val="18"/>
              </w:rPr>
            </w:pPr>
          </w:p>
        </w:tc>
        <w:tc>
          <w:tcPr>
            <w:tcW w:w="737" w:type="dxa"/>
            <w:tcBorders>
              <w:top w:val="single" w:sz="4" w:space="0" w:color="auto"/>
              <w:left w:val="single" w:sz="4" w:space="0" w:color="auto"/>
              <w:right w:val="single" w:sz="4" w:space="0" w:color="auto"/>
            </w:tcBorders>
          </w:tcPr>
          <w:p w14:paraId="221C3082"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2E7DC298" w14:textId="2F730660" w:rsidR="00C25B7D" w:rsidRPr="00E062F1" w:rsidRDefault="00C25B7D" w:rsidP="00C25B7D">
            <w:pPr>
              <w:pStyle w:val="TAC"/>
              <w:rPr>
                <w:lang w:eastAsia="zh-CN"/>
              </w:rPr>
            </w:pPr>
            <w:r w:rsidRPr="00E062F1">
              <w:rPr>
                <w:rFonts w:cs="Arial"/>
                <w:szCs w:val="18"/>
                <w:lang w:eastAsia="ja-JP"/>
              </w:rPr>
              <w:t>CA_n261</w:t>
            </w:r>
            <w:r w:rsidRPr="00E062F1">
              <w:rPr>
                <w:rFonts w:cs="Arial"/>
                <w:szCs w:val="18"/>
                <w:lang w:eastAsia="zh-CN"/>
              </w:rPr>
              <w:t>K</w:t>
            </w:r>
          </w:p>
        </w:tc>
        <w:tc>
          <w:tcPr>
            <w:tcW w:w="1345" w:type="dxa"/>
            <w:tcBorders>
              <w:top w:val="nil"/>
              <w:left w:val="single" w:sz="4" w:space="0" w:color="auto"/>
              <w:bottom w:val="single" w:sz="4" w:space="0" w:color="auto"/>
              <w:right w:val="single" w:sz="4" w:space="0" w:color="auto"/>
            </w:tcBorders>
            <w:shd w:val="clear" w:color="auto" w:fill="auto"/>
          </w:tcPr>
          <w:p w14:paraId="299F131E" w14:textId="77777777" w:rsidR="00C25B7D" w:rsidRPr="00E062F1" w:rsidRDefault="00C25B7D" w:rsidP="00C25B7D">
            <w:pPr>
              <w:pStyle w:val="TAC"/>
              <w:rPr>
                <w:lang w:eastAsia="zh-CN"/>
              </w:rPr>
            </w:pPr>
          </w:p>
        </w:tc>
      </w:tr>
      <w:tr w:rsidR="00C25B7D" w:rsidRPr="00E062F1" w14:paraId="5C07FF42"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34278AF5" w14:textId="77777777" w:rsidR="00C25B7D" w:rsidRPr="00E062F1" w:rsidRDefault="00C25B7D" w:rsidP="00C25B7D">
            <w:pPr>
              <w:pStyle w:val="TAC"/>
              <w:rPr>
                <w:rFonts w:cs="Arial"/>
                <w:szCs w:val="18"/>
                <w:lang w:eastAsia="ja-JP"/>
              </w:rPr>
            </w:pPr>
            <w:r w:rsidRPr="00E062F1">
              <w:rPr>
                <w:rFonts w:cs="Arial"/>
                <w:szCs w:val="18"/>
                <w:lang w:eastAsia="ja-JP"/>
              </w:rPr>
              <w:t>CA_n66A-n261L</w:t>
            </w:r>
          </w:p>
        </w:tc>
        <w:tc>
          <w:tcPr>
            <w:tcW w:w="1232" w:type="dxa"/>
            <w:tcBorders>
              <w:top w:val="single" w:sz="4" w:space="0" w:color="auto"/>
              <w:left w:val="single" w:sz="4" w:space="0" w:color="auto"/>
              <w:bottom w:val="nil"/>
              <w:right w:val="single" w:sz="4" w:space="0" w:color="auto"/>
            </w:tcBorders>
            <w:shd w:val="clear" w:color="auto" w:fill="auto"/>
          </w:tcPr>
          <w:p w14:paraId="6C0AAFC5" w14:textId="77777777" w:rsidR="00C25B7D" w:rsidRPr="00E062F1" w:rsidRDefault="00C25B7D" w:rsidP="00C25B7D">
            <w:pPr>
              <w:pStyle w:val="TAC"/>
              <w:rPr>
                <w:rFonts w:cs="Arial"/>
                <w:szCs w:val="18"/>
              </w:rPr>
            </w:pPr>
            <w:r w:rsidRPr="00E062F1">
              <w:rPr>
                <w:rFonts w:cs="Arial"/>
                <w:szCs w:val="18"/>
              </w:rPr>
              <w:t>CA_n66A-n261A</w:t>
            </w:r>
          </w:p>
        </w:tc>
        <w:tc>
          <w:tcPr>
            <w:tcW w:w="737" w:type="dxa"/>
            <w:tcBorders>
              <w:top w:val="single" w:sz="4" w:space="0" w:color="auto"/>
              <w:left w:val="single" w:sz="4" w:space="0" w:color="auto"/>
              <w:right w:val="single" w:sz="4" w:space="0" w:color="auto"/>
            </w:tcBorders>
          </w:tcPr>
          <w:p w14:paraId="7105FF71" w14:textId="77777777" w:rsidR="00C25B7D" w:rsidRPr="00E062F1" w:rsidRDefault="00C25B7D" w:rsidP="00C25B7D">
            <w:pPr>
              <w:pStyle w:val="TAC"/>
              <w:rPr>
                <w:rFonts w:cs="Arial"/>
                <w:szCs w:val="18"/>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4EED8173" w14:textId="77777777" w:rsidR="00C25B7D" w:rsidRPr="005F427A" w:rsidRDefault="00C25B7D" w:rsidP="00C25B7D">
            <w:pPr>
              <w:pStyle w:val="TAC"/>
              <w:rPr>
                <w:rFonts w:eastAsiaTheme="minorEastAsia"/>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088C04AE"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7E9C29E6"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8006094"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185E9B4"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1963735D"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174D6984" w14:textId="77777777" w:rsidR="00C25B7D" w:rsidRPr="005F427A" w:rsidRDefault="00C25B7D" w:rsidP="00C25B7D">
            <w:pPr>
              <w:pStyle w:val="TAC"/>
              <w:rPr>
                <w:rFonts w:eastAsiaTheme="minorEastAsia"/>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0FD59F4F"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114D4F9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DF284E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BE09AB5"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29BEBF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2B8573F"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14F7D0AD"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020D2696"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4D8E02A3" w14:textId="77777777" w:rsidR="00C25B7D" w:rsidRPr="00E062F1" w:rsidRDefault="00C25B7D" w:rsidP="00C25B7D">
            <w:pPr>
              <w:pStyle w:val="TAC"/>
              <w:rPr>
                <w:lang w:eastAsia="zh-CN"/>
              </w:rPr>
            </w:pPr>
            <w:r>
              <w:rPr>
                <w:rFonts w:hint="eastAsia"/>
                <w:lang w:eastAsia="zh-CN"/>
              </w:rPr>
              <w:t>0</w:t>
            </w:r>
          </w:p>
        </w:tc>
      </w:tr>
      <w:tr w:rsidR="00C25B7D" w:rsidRPr="00E062F1" w14:paraId="266CBB2F"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9D861DE" w14:textId="77777777" w:rsidR="00C25B7D" w:rsidRPr="00E062F1" w:rsidRDefault="00C25B7D" w:rsidP="00C25B7D">
            <w:pPr>
              <w:pStyle w:val="TAC"/>
              <w:rPr>
                <w:rFonts w:cs="Arial"/>
                <w:szCs w:val="18"/>
                <w:lang w:eastAsia="ja-JP"/>
              </w:rPr>
            </w:pPr>
          </w:p>
        </w:tc>
        <w:tc>
          <w:tcPr>
            <w:tcW w:w="1232" w:type="dxa"/>
            <w:tcBorders>
              <w:top w:val="nil"/>
              <w:left w:val="single" w:sz="4" w:space="0" w:color="auto"/>
              <w:bottom w:val="single" w:sz="4" w:space="0" w:color="auto"/>
              <w:right w:val="single" w:sz="4" w:space="0" w:color="auto"/>
            </w:tcBorders>
            <w:shd w:val="clear" w:color="auto" w:fill="auto"/>
          </w:tcPr>
          <w:p w14:paraId="3D2F41CA" w14:textId="77777777" w:rsidR="00C25B7D" w:rsidRPr="00E062F1" w:rsidRDefault="00C25B7D" w:rsidP="00C25B7D">
            <w:pPr>
              <w:pStyle w:val="TAC"/>
              <w:rPr>
                <w:rFonts w:cs="Arial"/>
                <w:szCs w:val="18"/>
              </w:rPr>
            </w:pPr>
          </w:p>
        </w:tc>
        <w:tc>
          <w:tcPr>
            <w:tcW w:w="737" w:type="dxa"/>
            <w:tcBorders>
              <w:top w:val="single" w:sz="4" w:space="0" w:color="auto"/>
              <w:left w:val="single" w:sz="4" w:space="0" w:color="auto"/>
              <w:right w:val="single" w:sz="4" w:space="0" w:color="auto"/>
            </w:tcBorders>
          </w:tcPr>
          <w:p w14:paraId="58FBA871"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4979CA85" w14:textId="300EB4DF" w:rsidR="00C25B7D" w:rsidRPr="00E062F1" w:rsidRDefault="00C25B7D" w:rsidP="00C25B7D">
            <w:pPr>
              <w:pStyle w:val="TAC"/>
              <w:rPr>
                <w:lang w:eastAsia="zh-CN"/>
              </w:rPr>
            </w:pPr>
            <w:r w:rsidRPr="00E062F1">
              <w:rPr>
                <w:rFonts w:cs="Arial"/>
                <w:szCs w:val="18"/>
                <w:lang w:eastAsia="ja-JP"/>
              </w:rPr>
              <w:t>CA_n261</w:t>
            </w:r>
            <w:r w:rsidRPr="00E062F1">
              <w:rPr>
                <w:rFonts w:cs="Arial"/>
                <w:szCs w:val="18"/>
                <w:lang w:eastAsia="zh-CN"/>
              </w:rPr>
              <w:t>L</w:t>
            </w:r>
          </w:p>
        </w:tc>
        <w:tc>
          <w:tcPr>
            <w:tcW w:w="1345" w:type="dxa"/>
            <w:tcBorders>
              <w:top w:val="nil"/>
              <w:left w:val="single" w:sz="4" w:space="0" w:color="auto"/>
              <w:bottom w:val="single" w:sz="4" w:space="0" w:color="auto"/>
              <w:right w:val="single" w:sz="4" w:space="0" w:color="auto"/>
            </w:tcBorders>
            <w:shd w:val="clear" w:color="auto" w:fill="auto"/>
          </w:tcPr>
          <w:p w14:paraId="605B377E" w14:textId="77777777" w:rsidR="00C25B7D" w:rsidRPr="00E062F1" w:rsidRDefault="00C25B7D" w:rsidP="00C25B7D">
            <w:pPr>
              <w:pStyle w:val="TAC"/>
              <w:rPr>
                <w:lang w:eastAsia="zh-CN"/>
              </w:rPr>
            </w:pPr>
          </w:p>
        </w:tc>
      </w:tr>
      <w:tr w:rsidR="00C25B7D" w:rsidRPr="00E062F1" w14:paraId="53A0FEB4"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1B154B37" w14:textId="77777777" w:rsidR="00C25B7D" w:rsidRPr="00E062F1" w:rsidRDefault="00C25B7D" w:rsidP="00C25B7D">
            <w:pPr>
              <w:pStyle w:val="TAC"/>
            </w:pPr>
            <w:r w:rsidRPr="00E062F1">
              <w:rPr>
                <w:rFonts w:cs="Arial"/>
                <w:szCs w:val="18"/>
                <w:lang w:eastAsia="ja-JP"/>
              </w:rPr>
              <w:t>CA_n66A-n261M</w:t>
            </w:r>
          </w:p>
        </w:tc>
        <w:tc>
          <w:tcPr>
            <w:tcW w:w="1232" w:type="dxa"/>
            <w:tcBorders>
              <w:top w:val="single" w:sz="4" w:space="0" w:color="auto"/>
              <w:left w:val="single" w:sz="4" w:space="0" w:color="auto"/>
              <w:bottom w:val="nil"/>
              <w:right w:val="single" w:sz="4" w:space="0" w:color="auto"/>
            </w:tcBorders>
            <w:shd w:val="clear" w:color="auto" w:fill="auto"/>
          </w:tcPr>
          <w:p w14:paraId="1AF32ECF" w14:textId="77777777" w:rsidR="00C25B7D" w:rsidRPr="00E062F1" w:rsidRDefault="00C25B7D" w:rsidP="00C25B7D">
            <w:pPr>
              <w:pStyle w:val="TAC"/>
              <w:rPr>
                <w:rFonts w:cs="Arial"/>
                <w:szCs w:val="18"/>
              </w:rPr>
            </w:pPr>
            <w:r w:rsidRPr="00E062F1">
              <w:rPr>
                <w:rFonts w:cs="Arial"/>
                <w:szCs w:val="18"/>
              </w:rPr>
              <w:t>CA_n66A-n261A</w:t>
            </w:r>
          </w:p>
          <w:p w14:paraId="7E578D04" w14:textId="239538A7" w:rsidR="00C25B7D" w:rsidRPr="00E062F1" w:rsidRDefault="00C25B7D" w:rsidP="00C25B7D">
            <w:pPr>
              <w:pStyle w:val="TAC"/>
              <w:rPr>
                <w:rFonts w:cs="Arial"/>
                <w:szCs w:val="18"/>
              </w:rPr>
            </w:pPr>
            <w:r w:rsidRPr="00E062F1">
              <w:rPr>
                <w:rFonts w:cs="Arial"/>
                <w:szCs w:val="18"/>
              </w:rPr>
              <w:t>CA_</w:t>
            </w:r>
            <w:r w:rsidRPr="00E062F1">
              <w:rPr>
                <w:rFonts w:cs="Arial"/>
                <w:szCs w:val="18"/>
                <w:lang w:eastAsia="zh-CN"/>
              </w:rPr>
              <w:t>n66</w:t>
            </w:r>
            <w:r w:rsidRPr="00E062F1">
              <w:rPr>
                <w:rFonts w:cs="Arial"/>
                <w:szCs w:val="18"/>
              </w:rPr>
              <w:t>A</w:t>
            </w:r>
            <w:r w:rsidR="003A2390">
              <w:rPr>
                <w:rFonts w:cs="Arial"/>
                <w:szCs w:val="18"/>
              </w:rPr>
              <w:t>-</w:t>
            </w:r>
            <w:r w:rsidRPr="00E062F1">
              <w:rPr>
                <w:rFonts w:cs="Arial"/>
                <w:szCs w:val="18"/>
              </w:rPr>
              <w:t>n261G</w:t>
            </w:r>
          </w:p>
          <w:p w14:paraId="7FC9E024" w14:textId="2EAB3057" w:rsidR="00C25B7D" w:rsidRPr="00E062F1" w:rsidRDefault="00C25B7D" w:rsidP="00C25B7D">
            <w:pPr>
              <w:pStyle w:val="TAC"/>
              <w:rPr>
                <w:rFonts w:cs="Arial"/>
                <w:szCs w:val="18"/>
              </w:rPr>
            </w:pPr>
            <w:r w:rsidRPr="00E062F1">
              <w:rPr>
                <w:rFonts w:cs="Arial"/>
                <w:szCs w:val="18"/>
              </w:rPr>
              <w:t>CA_</w:t>
            </w:r>
            <w:r w:rsidRPr="00E062F1">
              <w:rPr>
                <w:rFonts w:cs="Arial"/>
                <w:szCs w:val="18"/>
                <w:lang w:eastAsia="zh-CN"/>
              </w:rPr>
              <w:t>n66</w:t>
            </w:r>
            <w:r w:rsidRPr="00E062F1">
              <w:rPr>
                <w:rFonts w:cs="Arial"/>
                <w:szCs w:val="18"/>
              </w:rPr>
              <w:t>A</w:t>
            </w:r>
            <w:r w:rsidR="003A2390">
              <w:rPr>
                <w:rFonts w:cs="Arial"/>
                <w:szCs w:val="18"/>
              </w:rPr>
              <w:t>-</w:t>
            </w:r>
            <w:r w:rsidRPr="00E062F1">
              <w:rPr>
                <w:rFonts w:cs="Arial"/>
                <w:szCs w:val="18"/>
              </w:rPr>
              <w:t>n261H</w:t>
            </w:r>
          </w:p>
          <w:p w14:paraId="7EA8B17F" w14:textId="786A52FE" w:rsidR="00C25B7D" w:rsidRPr="00E062F1" w:rsidRDefault="00C25B7D" w:rsidP="00C25B7D">
            <w:pPr>
              <w:pStyle w:val="TAC"/>
              <w:rPr>
                <w:lang w:eastAsia="zh-CN"/>
              </w:rPr>
            </w:pPr>
            <w:r w:rsidRPr="00E062F1">
              <w:rPr>
                <w:rFonts w:cs="Arial"/>
                <w:szCs w:val="18"/>
              </w:rPr>
              <w:t>CA_</w:t>
            </w:r>
            <w:r w:rsidRPr="00E062F1">
              <w:rPr>
                <w:rFonts w:cs="Arial"/>
                <w:szCs w:val="18"/>
                <w:lang w:eastAsia="zh-CN"/>
              </w:rPr>
              <w:t>n66</w:t>
            </w:r>
            <w:r w:rsidRPr="00E062F1">
              <w:rPr>
                <w:rFonts w:cs="Arial"/>
                <w:szCs w:val="18"/>
              </w:rPr>
              <w:t>A</w:t>
            </w:r>
            <w:r w:rsidR="003A2390">
              <w:rPr>
                <w:rFonts w:cs="Arial"/>
                <w:szCs w:val="18"/>
              </w:rPr>
              <w:t>-</w:t>
            </w:r>
            <w:r w:rsidRPr="00E062F1">
              <w:rPr>
                <w:rFonts w:cs="Arial"/>
                <w:szCs w:val="18"/>
              </w:rPr>
              <w:t>n261I</w:t>
            </w:r>
          </w:p>
        </w:tc>
        <w:tc>
          <w:tcPr>
            <w:tcW w:w="737" w:type="dxa"/>
            <w:tcBorders>
              <w:top w:val="single" w:sz="4" w:space="0" w:color="auto"/>
              <w:left w:val="single" w:sz="4" w:space="0" w:color="auto"/>
              <w:bottom w:val="single" w:sz="4" w:space="0" w:color="auto"/>
              <w:right w:val="single" w:sz="4" w:space="0" w:color="auto"/>
            </w:tcBorders>
          </w:tcPr>
          <w:p w14:paraId="28AE4F0C" w14:textId="77777777" w:rsidR="00C25B7D" w:rsidRPr="00E062F1" w:rsidRDefault="00C25B7D" w:rsidP="00C25B7D">
            <w:pPr>
              <w:pStyle w:val="TAC"/>
              <w:rPr>
                <w:lang w:eastAsia="zh-CN"/>
              </w:rPr>
            </w:pPr>
            <w:r w:rsidRPr="00E062F1">
              <w:rPr>
                <w:rFonts w:cs="Arial"/>
                <w:szCs w:val="18"/>
                <w:lang w:eastAsia="zh-CN"/>
              </w:rPr>
              <w:t>n66</w:t>
            </w:r>
          </w:p>
        </w:tc>
        <w:tc>
          <w:tcPr>
            <w:tcW w:w="671" w:type="dxa"/>
            <w:tcBorders>
              <w:top w:val="single" w:sz="4" w:space="0" w:color="auto"/>
              <w:left w:val="single" w:sz="4" w:space="0" w:color="auto"/>
              <w:bottom w:val="single" w:sz="4" w:space="0" w:color="auto"/>
              <w:right w:val="single" w:sz="4" w:space="0" w:color="auto"/>
            </w:tcBorders>
          </w:tcPr>
          <w:p w14:paraId="2B87EA3D" w14:textId="77777777" w:rsidR="00C25B7D" w:rsidRPr="005F427A" w:rsidRDefault="00C25B7D" w:rsidP="00C25B7D">
            <w:pPr>
              <w:pStyle w:val="TAC"/>
              <w:rPr>
                <w:rFonts w:eastAsiaTheme="minorEastAsia"/>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1831F729"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4FE3A0EF"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6AA1BDC6"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9FA43AC" w14:textId="77777777" w:rsidR="00C25B7D" w:rsidRPr="00E062F1" w:rsidRDefault="00C25B7D" w:rsidP="00C25B7D">
            <w:pPr>
              <w:pStyle w:val="TAC"/>
            </w:pPr>
          </w:p>
        </w:tc>
        <w:tc>
          <w:tcPr>
            <w:tcW w:w="671" w:type="dxa"/>
            <w:gridSpan w:val="2"/>
            <w:tcBorders>
              <w:top w:val="single" w:sz="4" w:space="0" w:color="auto"/>
              <w:left w:val="single" w:sz="4" w:space="0" w:color="auto"/>
              <w:bottom w:val="single" w:sz="4" w:space="0" w:color="auto"/>
              <w:right w:val="single" w:sz="4" w:space="0" w:color="auto"/>
            </w:tcBorders>
          </w:tcPr>
          <w:p w14:paraId="71030927"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1C831E0C" w14:textId="77777777" w:rsidR="00C25B7D" w:rsidRPr="00E062F1" w:rsidRDefault="00C25B7D" w:rsidP="00C25B7D">
            <w:pPr>
              <w:pStyle w:val="TAC"/>
              <w:rPr>
                <w:lang w:eastAsia="zh-CN"/>
              </w:rPr>
            </w:pPr>
            <w:r>
              <w:rPr>
                <w:rFonts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6D247604" w14:textId="77777777" w:rsidR="00C25B7D" w:rsidRPr="00E062F1" w:rsidRDefault="00C25B7D" w:rsidP="00C25B7D">
            <w:pPr>
              <w:pStyle w:val="TAC"/>
            </w:pPr>
          </w:p>
        </w:tc>
        <w:tc>
          <w:tcPr>
            <w:tcW w:w="671" w:type="dxa"/>
            <w:tcBorders>
              <w:top w:val="single" w:sz="4" w:space="0" w:color="auto"/>
              <w:left w:val="single" w:sz="4" w:space="0" w:color="auto"/>
              <w:bottom w:val="single" w:sz="4" w:space="0" w:color="auto"/>
              <w:right w:val="single" w:sz="4" w:space="0" w:color="auto"/>
            </w:tcBorders>
          </w:tcPr>
          <w:p w14:paraId="2AD0787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AAAD86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73DD45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A0717E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D2C7851" w14:textId="77777777" w:rsidR="00C25B7D" w:rsidRPr="00E062F1" w:rsidRDefault="00C25B7D" w:rsidP="00C25B7D">
            <w:pPr>
              <w:pStyle w:val="TAC"/>
              <w:rPr>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E10AA3F" w14:textId="77777777" w:rsidR="00C25B7D" w:rsidRPr="00E062F1" w:rsidRDefault="00C25B7D" w:rsidP="00C25B7D">
            <w:pPr>
              <w:pStyle w:val="TAC"/>
              <w:rPr>
                <w:lang w:eastAsia="zh-CN"/>
              </w:rPr>
            </w:pPr>
          </w:p>
        </w:tc>
        <w:tc>
          <w:tcPr>
            <w:tcW w:w="677" w:type="dxa"/>
            <w:tcBorders>
              <w:top w:val="single" w:sz="4" w:space="0" w:color="auto"/>
              <w:left w:val="single" w:sz="4" w:space="0" w:color="auto"/>
              <w:bottom w:val="single" w:sz="4" w:space="0" w:color="auto"/>
              <w:right w:val="single" w:sz="4" w:space="0" w:color="auto"/>
            </w:tcBorders>
          </w:tcPr>
          <w:p w14:paraId="205FFF2A" w14:textId="77777777" w:rsidR="00C25B7D" w:rsidRPr="00E062F1" w:rsidRDefault="00C25B7D" w:rsidP="00C25B7D">
            <w:pPr>
              <w:pStyle w:val="TAC"/>
              <w:rPr>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1DCCC4A7" w14:textId="77777777" w:rsidR="00C25B7D" w:rsidRPr="00E062F1" w:rsidRDefault="00C25B7D" w:rsidP="00C25B7D">
            <w:pPr>
              <w:pStyle w:val="TAC"/>
              <w:rPr>
                <w:lang w:eastAsia="zh-CN"/>
              </w:rPr>
            </w:pPr>
            <w:r>
              <w:rPr>
                <w:rFonts w:hint="eastAsia"/>
                <w:lang w:eastAsia="zh-CN"/>
              </w:rPr>
              <w:t>0</w:t>
            </w:r>
          </w:p>
        </w:tc>
      </w:tr>
      <w:tr w:rsidR="00C25B7D" w:rsidRPr="00E062F1" w14:paraId="0E2B3BFF"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2581688"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686542C2" w14:textId="77777777" w:rsidR="00C25B7D" w:rsidRPr="00E062F1" w:rsidRDefault="00C25B7D" w:rsidP="00C25B7D">
            <w:pPr>
              <w:pStyle w:val="TAC"/>
              <w:rPr>
                <w:lang w:eastAsia="zh-CN"/>
              </w:rPr>
            </w:pPr>
          </w:p>
        </w:tc>
        <w:tc>
          <w:tcPr>
            <w:tcW w:w="737" w:type="dxa"/>
            <w:tcBorders>
              <w:top w:val="single" w:sz="4" w:space="0" w:color="auto"/>
              <w:left w:val="single" w:sz="4" w:space="0" w:color="auto"/>
              <w:bottom w:val="single" w:sz="4" w:space="0" w:color="auto"/>
              <w:right w:val="single" w:sz="4" w:space="0" w:color="auto"/>
            </w:tcBorders>
          </w:tcPr>
          <w:p w14:paraId="0FBF0723" w14:textId="77777777" w:rsidR="00C25B7D" w:rsidRPr="00E062F1" w:rsidRDefault="00C25B7D" w:rsidP="00C25B7D">
            <w:pPr>
              <w:pStyle w:val="TAC"/>
              <w:rPr>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2E818A74" w14:textId="27301BC9" w:rsidR="00C25B7D" w:rsidRPr="00E062F1" w:rsidRDefault="00C25B7D" w:rsidP="00C25B7D">
            <w:pPr>
              <w:pStyle w:val="TAC"/>
              <w:rPr>
                <w:lang w:eastAsia="zh-CN"/>
              </w:rPr>
            </w:pPr>
            <w:r w:rsidRPr="00E062F1">
              <w:rPr>
                <w:rFonts w:cs="Arial"/>
                <w:szCs w:val="18"/>
                <w:lang w:eastAsia="ja-JP"/>
              </w:rPr>
              <w:t>CA_n261M</w:t>
            </w:r>
          </w:p>
        </w:tc>
        <w:tc>
          <w:tcPr>
            <w:tcW w:w="1345" w:type="dxa"/>
            <w:tcBorders>
              <w:top w:val="nil"/>
              <w:left w:val="single" w:sz="4" w:space="0" w:color="auto"/>
              <w:bottom w:val="single" w:sz="4" w:space="0" w:color="auto"/>
              <w:right w:val="single" w:sz="4" w:space="0" w:color="auto"/>
            </w:tcBorders>
            <w:shd w:val="clear" w:color="auto" w:fill="auto"/>
          </w:tcPr>
          <w:p w14:paraId="3AA95B95" w14:textId="77777777" w:rsidR="00C25B7D" w:rsidRPr="00E062F1" w:rsidRDefault="00C25B7D" w:rsidP="00C25B7D">
            <w:pPr>
              <w:pStyle w:val="TAC"/>
              <w:rPr>
                <w:lang w:eastAsia="zh-CN"/>
              </w:rPr>
            </w:pPr>
          </w:p>
        </w:tc>
      </w:tr>
      <w:tr w:rsidR="00C25B7D" w:rsidRPr="00E062F1" w14:paraId="3694D22A"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3971F3EA" w14:textId="77777777" w:rsidR="00C25B7D" w:rsidRPr="00E062F1" w:rsidRDefault="00C25B7D" w:rsidP="00C25B7D">
            <w:pPr>
              <w:pStyle w:val="TAC"/>
            </w:pPr>
            <w:r w:rsidRPr="00E062F1">
              <w:t>CA_n</w:t>
            </w:r>
            <w:r w:rsidRPr="00E062F1">
              <w:rPr>
                <w:lang w:eastAsia="zh-CN"/>
              </w:rPr>
              <w:t>71</w:t>
            </w:r>
            <w:r w:rsidRPr="00E062F1">
              <w:t>A-n</w:t>
            </w:r>
            <w:r w:rsidRPr="00E062F1">
              <w:rPr>
                <w:lang w:eastAsia="zh-CN"/>
              </w:rPr>
              <w:t>257</w:t>
            </w:r>
            <w:r w:rsidRPr="00E062F1">
              <w:t>A</w:t>
            </w:r>
          </w:p>
        </w:tc>
        <w:tc>
          <w:tcPr>
            <w:tcW w:w="1232" w:type="dxa"/>
            <w:tcBorders>
              <w:top w:val="single" w:sz="4" w:space="0" w:color="auto"/>
              <w:left w:val="single" w:sz="4" w:space="0" w:color="auto"/>
              <w:bottom w:val="nil"/>
              <w:right w:val="single" w:sz="4" w:space="0" w:color="auto"/>
            </w:tcBorders>
            <w:shd w:val="clear" w:color="auto" w:fill="auto"/>
          </w:tcPr>
          <w:p w14:paraId="63A72B54" w14:textId="77777777" w:rsidR="00C25B7D" w:rsidRPr="00E062F1" w:rsidRDefault="00C25B7D" w:rsidP="00C25B7D">
            <w:pPr>
              <w:pStyle w:val="TAC"/>
            </w:pPr>
            <w:r w:rsidRPr="00E062F1">
              <w:rPr>
                <w:lang w:eastAsia="zh-CN"/>
              </w:rPr>
              <w:t>-</w:t>
            </w:r>
          </w:p>
        </w:tc>
        <w:tc>
          <w:tcPr>
            <w:tcW w:w="737" w:type="dxa"/>
            <w:tcBorders>
              <w:top w:val="single" w:sz="4" w:space="0" w:color="auto"/>
              <w:left w:val="single" w:sz="4" w:space="0" w:color="auto"/>
              <w:bottom w:val="single" w:sz="4" w:space="0" w:color="auto"/>
              <w:right w:val="single" w:sz="4" w:space="0" w:color="auto"/>
            </w:tcBorders>
          </w:tcPr>
          <w:p w14:paraId="1F360EC2" w14:textId="77777777" w:rsidR="00C25B7D" w:rsidRPr="00E062F1" w:rsidRDefault="00C25B7D" w:rsidP="00C25B7D">
            <w:pPr>
              <w:pStyle w:val="TAC"/>
            </w:pPr>
            <w:r w:rsidRPr="00E062F1">
              <w:rPr>
                <w:lang w:eastAsia="zh-CN"/>
              </w:rPr>
              <w:t>n71</w:t>
            </w:r>
          </w:p>
        </w:tc>
        <w:tc>
          <w:tcPr>
            <w:tcW w:w="671" w:type="dxa"/>
            <w:tcBorders>
              <w:top w:val="single" w:sz="4" w:space="0" w:color="auto"/>
              <w:left w:val="single" w:sz="4" w:space="0" w:color="auto"/>
              <w:bottom w:val="single" w:sz="4" w:space="0" w:color="auto"/>
              <w:right w:val="single" w:sz="4" w:space="0" w:color="auto"/>
            </w:tcBorders>
          </w:tcPr>
          <w:p w14:paraId="0A4E7B34" w14:textId="77777777" w:rsidR="00C25B7D" w:rsidRPr="00E062F1" w:rsidRDefault="00C25B7D" w:rsidP="00C25B7D">
            <w:pPr>
              <w:pStyle w:val="TAC"/>
              <w:rPr>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7FD91ED4" w14:textId="77777777" w:rsidR="00C25B7D" w:rsidRPr="00E062F1" w:rsidRDefault="00C25B7D" w:rsidP="00C25B7D">
            <w:pPr>
              <w:pStyle w:val="TAC"/>
              <w:rPr>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478099E9" w14:textId="77777777" w:rsidR="00C25B7D" w:rsidRPr="00E062F1" w:rsidRDefault="00C25B7D" w:rsidP="00C25B7D">
            <w:pPr>
              <w:pStyle w:val="TAC"/>
              <w:rPr>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2B9D52E4" w14:textId="77777777" w:rsidR="00C25B7D" w:rsidRPr="00E062F1" w:rsidRDefault="00C25B7D" w:rsidP="00C25B7D">
            <w:pPr>
              <w:pStyle w:val="TAC"/>
              <w:rPr>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D81C719"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06BFF4DC"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D21492F"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1013876"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36DFDD0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52F77C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912575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FADAD33"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24DA5C63"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68171A27"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5953425A" w14:textId="77777777" w:rsidR="00C25B7D" w:rsidRPr="00E062F1" w:rsidRDefault="00C25B7D" w:rsidP="00C25B7D">
            <w:pPr>
              <w:pStyle w:val="TAC"/>
              <w:rPr>
                <w:rFonts w:cs="Arial"/>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6A255E05" w14:textId="77777777" w:rsidR="00C25B7D" w:rsidRPr="00E062F1" w:rsidRDefault="00C25B7D" w:rsidP="00C25B7D">
            <w:pPr>
              <w:pStyle w:val="TAC"/>
              <w:rPr>
                <w:lang w:eastAsia="zh-CN"/>
              </w:rPr>
            </w:pPr>
            <w:r>
              <w:rPr>
                <w:rFonts w:hint="eastAsia"/>
                <w:lang w:eastAsia="zh-CN"/>
              </w:rPr>
              <w:t>0</w:t>
            </w:r>
          </w:p>
        </w:tc>
      </w:tr>
      <w:tr w:rsidR="00C25B7D" w:rsidRPr="00E062F1" w14:paraId="605D09E8"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64F61C3"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2E663AC6" w14:textId="77777777" w:rsidR="00C25B7D" w:rsidRPr="00E062F1" w:rsidRDefault="00C25B7D" w:rsidP="00C25B7D">
            <w:pPr>
              <w:pStyle w:val="TAC"/>
            </w:pPr>
          </w:p>
        </w:tc>
        <w:tc>
          <w:tcPr>
            <w:tcW w:w="737" w:type="dxa"/>
            <w:tcBorders>
              <w:top w:val="single" w:sz="4" w:space="0" w:color="auto"/>
              <w:left w:val="single" w:sz="4" w:space="0" w:color="auto"/>
              <w:bottom w:val="single" w:sz="4" w:space="0" w:color="auto"/>
              <w:right w:val="single" w:sz="4" w:space="0" w:color="auto"/>
            </w:tcBorders>
          </w:tcPr>
          <w:p w14:paraId="22E99BF7" w14:textId="77777777" w:rsidR="00C25B7D" w:rsidRPr="00E062F1" w:rsidRDefault="00C25B7D" w:rsidP="00C25B7D">
            <w:pPr>
              <w:pStyle w:val="TAC"/>
            </w:pPr>
            <w:r w:rsidRPr="00E062F1">
              <w:rPr>
                <w:lang w:eastAsia="zh-CN"/>
              </w:rPr>
              <w:t>n257</w:t>
            </w:r>
          </w:p>
        </w:tc>
        <w:tc>
          <w:tcPr>
            <w:tcW w:w="671" w:type="dxa"/>
            <w:tcBorders>
              <w:top w:val="single" w:sz="4" w:space="0" w:color="auto"/>
              <w:left w:val="single" w:sz="4" w:space="0" w:color="auto"/>
              <w:bottom w:val="single" w:sz="4" w:space="0" w:color="auto"/>
              <w:right w:val="single" w:sz="4" w:space="0" w:color="auto"/>
            </w:tcBorders>
          </w:tcPr>
          <w:p w14:paraId="68AB516D"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0F5FA5E2" w14:textId="77777777" w:rsidR="00C25B7D" w:rsidRPr="00E062F1" w:rsidRDefault="00C25B7D" w:rsidP="00C25B7D">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636B7610" w14:textId="77777777" w:rsidR="00C25B7D" w:rsidRPr="00E062F1" w:rsidRDefault="00C25B7D" w:rsidP="00C25B7D">
            <w:pPr>
              <w:pStyle w:val="TAC"/>
              <w:rPr>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2C9D2F09" w14:textId="77777777" w:rsidR="00C25B7D" w:rsidRPr="00E062F1" w:rsidRDefault="00C25B7D" w:rsidP="00C25B7D">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25224357"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2E7E16A1"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636F6E8"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5AAE2A4"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7C5AEE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5D3C18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7B49B0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6AB6755"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78A7E5EB"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5C2C517E" w14:textId="77777777" w:rsidR="00C25B7D" w:rsidRPr="00E062F1" w:rsidRDefault="00C25B7D" w:rsidP="00C25B7D">
            <w:pPr>
              <w:pStyle w:val="TAC"/>
              <w:rPr>
                <w:rFonts w:cs="Arial"/>
                <w:lang w:eastAsia="zh-CN"/>
              </w:rPr>
            </w:pPr>
            <w:r>
              <w:rPr>
                <w:rFonts w:cs="Arial"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2B3F48FC" w14:textId="77777777" w:rsidR="00C25B7D" w:rsidRPr="00E062F1" w:rsidRDefault="00C25B7D" w:rsidP="00C25B7D">
            <w:pPr>
              <w:pStyle w:val="TAC"/>
              <w:rPr>
                <w:rFonts w:cs="Arial"/>
                <w:lang w:eastAsia="zh-CN"/>
              </w:rPr>
            </w:pPr>
            <w:r>
              <w:rPr>
                <w:rFonts w:cs="Arial"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35DFA8D7" w14:textId="77777777" w:rsidR="00C25B7D" w:rsidRPr="00E062F1" w:rsidRDefault="00C25B7D" w:rsidP="00C25B7D">
            <w:pPr>
              <w:pStyle w:val="TAC"/>
              <w:rPr>
                <w:lang w:eastAsia="zh-CN"/>
              </w:rPr>
            </w:pPr>
          </w:p>
        </w:tc>
      </w:tr>
      <w:tr w:rsidR="00C25B7D" w:rsidRPr="00E062F1" w14:paraId="2F4757CD"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20772D13" w14:textId="77777777" w:rsidR="00C25B7D" w:rsidRPr="00E062F1" w:rsidRDefault="00C25B7D" w:rsidP="00C25B7D">
            <w:pPr>
              <w:pStyle w:val="TAC"/>
            </w:pPr>
            <w:r w:rsidRPr="00E062F1">
              <w:rPr>
                <w:lang w:eastAsia="zh-CN"/>
              </w:rPr>
              <w:t>CA_n71A-n260A</w:t>
            </w:r>
          </w:p>
        </w:tc>
        <w:tc>
          <w:tcPr>
            <w:tcW w:w="1232" w:type="dxa"/>
            <w:tcBorders>
              <w:left w:val="single" w:sz="4" w:space="0" w:color="auto"/>
              <w:bottom w:val="nil"/>
              <w:right w:val="single" w:sz="4" w:space="0" w:color="auto"/>
            </w:tcBorders>
            <w:shd w:val="clear" w:color="auto" w:fill="auto"/>
          </w:tcPr>
          <w:p w14:paraId="1708FB1C" w14:textId="77777777" w:rsidR="00C25B7D" w:rsidRPr="00E062F1" w:rsidRDefault="00C25B7D" w:rsidP="00C25B7D">
            <w:pPr>
              <w:pStyle w:val="TAC"/>
            </w:pPr>
            <w:r w:rsidRPr="00E062F1">
              <w:rPr>
                <w:lang w:eastAsia="zh-CN"/>
              </w:rPr>
              <w:t>-</w:t>
            </w:r>
          </w:p>
        </w:tc>
        <w:tc>
          <w:tcPr>
            <w:tcW w:w="737" w:type="dxa"/>
            <w:tcBorders>
              <w:left w:val="single" w:sz="4" w:space="0" w:color="auto"/>
              <w:bottom w:val="single" w:sz="4" w:space="0" w:color="auto"/>
              <w:right w:val="single" w:sz="4" w:space="0" w:color="auto"/>
            </w:tcBorders>
          </w:tcPr>
          <w:p w14:paraId="4E962668" w14:textId="77777777" w:rsidR="00C25B7D" w:rsidRPr="00E062F1" w:rsidRDefault="00C25B7D" w:rsidP="00C25B7D">
            <w:pPr>
              <w:pStyle w:val="TAC"/>
            </w:pPr>
            <w:r w:rsidRPr="00E062F1">
              <w:rPr>
                <w:lang w:eastAsia="zh-CN"/>
              </w:rPr>
              <w:t>n71</w:t>
            </w:r>
          </w:p>
        </w:tc>
        <w:tc>
          <w:tcPr>
            <w:tcW w:w="671" w:type="dxa"/>
            <w:tcBorders>
              <w:top w:val="single" w:sz="4" w:space="0" w:color="auto"/>
              <w:left w:val="single" w:sz="4" w:space="0" w:color="auto"/>
              <w:bottom w:val="single" w:sz="4" w:space="0" w:color="auto"/>
              <w:right w:val="single" w:sz="4" w:space="0" w:color="auto"/>
            </w:tcBorders>
          </w:tcPr>
          <w:p w14:paraId="13F3594D" w14:textId="77777777" w:rsidR="00C25B7D" w:rsidRPr="00E062F1" w:rsidRDefault="00C25B7D" w:rsidP="00C25B7D">
            <w:pPr>
              <w:pStyle w:val="TAC"/>
              <w:rPr>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79B5930B"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45D7166A"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6783BF71"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4543136"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6CF0B251"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8F5B520"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5327573"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6BD09B0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CD8957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BE9DC8D"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5BEF885"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7A50E459"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0C5528F7"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3A113E4F" w14:textId="77777777" w:rsidR="00C25B7D" w:rsidRPr="00E062F1" w:rsidRDefault="00C25B7D" w:rsidP="00C25B7D">
            <w:pPr>
              <w:pStyle w:val="TAC"/>
              <w:rPr>
                <w:rFonts w:cs="Arial"/>
                <w:lang w:eastAsia="zh-CN"/>
              </w:rPr>
            </w:pPr>
          </w:p>
        </w:tc>
        <w:tc>
          <w:tcPr>
            <w:tcW w:w="1345" w:type="dxa"/>
            <w:tcBorders>
              <w:left w:val="single" w:sz="4" w:space="0" w:color="auto"/>
              <w:bottom w:val="nil"/>
              <w:right w:val="single" w:sz="4" w:space="0" w:color="auto"/>
            </w:tcBorders>
            <w:shd w:val="clear" w:color="auto" w:fill="auto"/>
          </w:tcPr>
          <w:p w14:paraId="4290277A" w14:textId="77777777" w:rsidR="00C25B7D" w:rsidRPr="00E062F1" w:rsidRDefault="00C25B7D" w:rsidP="00C25B7D">
            <w:pPr>
              <w:pStyle w:val="TAC"/>
              <w:rPr>
                <w:lang w:eastAsia="zh-CN"/>
              </w:rPr>
            </w:pPr>
            <w:r>
              <w:rPr>
                <w:rFonts w:hint="eastAsia"/>
                <w:lang w:eastAsia="zh-CN"/>
              </w:rPr>
              <w:t>0</w:t>
            </w:r>
          </w:p>
        </w:tc>
      </w:tr>
      <w:tr w:rsidR="00C25B7D" w:rsidRPr="00E062F1" w14:paraId="7EF46C96"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F001D33"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226D238B"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4FF94231" w14:textId="77777777" w:rsidR="00C25B7D" w:rsidRPr="00E062F1" w:rsidRDefault="00C25B7D" w:rsidP="00C25B7D">
            <w:pPr>
              <w:pStyle w:val="TAC"/>
            </w:pPr>
            <w:r w:rsidRPr="00E062F1">
              <w:rPr>
                <w:lang w:eastAsia="zh-CN"/>
              </w:rPr>
              <w:t>n260</w:t>
            </w:r>
          </w:p>
        </w:tc>
        <w:tc>
          <w:tcPr>
            <w:tcW w:w="671" w:type="dxa"/>
            <w:tcBorders>
              <w:top w:val="single" w:sz="4" w:space="0" w:color="auto"/>
              <w:left w:val="single" w:sz="4" w:space="0" w:color="auto"/>
              <w:bottom w:val="single" w:sz="4" w:space="0" w:color="auto"/>
              <w:right w:val="single" w:sz="4" w:space="0" w:color="auto"/>
            </w:tcBorders>
          </w:tcPr>
          <w:p w14:paraId="029F9CAE"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404A772F"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3CB13DB"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20C57182"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1A03D80"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0B6436F6"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E9D3E95"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1768AFC"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BBEA98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C79B067"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371208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5F9D554"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4C79BBC6"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752586F9" w14:textId="77777777" w:rsidR="00C25B7D" w:rsidRPr="00E062F1" w:rsidRDefault="00C25B7D" w:rsidP="00C25B7D">
            <w:pPr>
              <w:pStyle w:val="TAC"/>
              <w:rPr>
                <w:rFonts w:cs="Arial"/>
                <w:lang w:eastAsia="zh-CN"/>
              </w:rPr>
            </w:pPr>
            <w:r>
              <w:rPr>
                <w:rFonts w:cs="Arial"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3BB7FBD0" w14:textId="77777777" w:rsidR="00C25B7D" w:rsidRPr="00E062F1" w:rsidRDefault="00C25B7D" w:rsidP="00C25B7D">
            <w:pPr>
              <w:pStyle w:val="TAC"/>
              <w:rPr>
                <w:rFonts w:cs="Arial"/>
                <w:lang w:eastAsia="zh-CN"/>
              </w:rPr>
            </w:pPr>
            <w:r>
              <w:rPr>
                <w:rFonts w:cs="Arial"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1C44300F" w14:textId="77777777" w:rsidR="00C25B7D" w:rsidRPr="00E062F1" w:rsidRDefault="00C25B7D" w:rsidP="00C25B7D">
            <w:pPr>
              <w:pStyle w:val="TAC"/>
              <w:rPr>
                <w:lang w:eastAsia="zh-CN"/>
              </w:rPr>
            </w:pPr>
          </w:p>
        </w:tc>
      </w:tr>
      <w:tr w:rsidR="00C25B7D" w:rsidRPr="00E062F1" w14:paraId="1019AFC4"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05C177AA" w14:textId="77777777" w:rsidR="00C25B7D" w:rsidRPr="00E062F1" w:rsidRDefault="00C25B7D" w:rsidP="00C25B7D">
            <w:pPr>
              <w:pStyle w:val="TAC"/>
              <w:rPr>
                <w:rFonts w:cs="Arial"/>
                <w:lang w:eastAsia="zh-CN"/>
              </w:rPr>
            </w:pPr>
            <w:r w:rsidRPr="00E062F1">
              <w:rPr>
                <w:lang w:eastAsia="zh-CN"/>
              </w:rPr>
              <w:t>CA_n71A-n260(2A)</w:t>
            </w:r>
          </w:p>
        </w:tc>
        <w:tc>
          <w:tcPr>
            <w:tcW w:w="1232" w:type="dxa"/>
            <w:tcBorders>
              <w:top w:val="single" w:sz="4" w:space="0" w:color="auto"/>
              <w:left w:val="single" w:sz="4" w:space="0" w:color="auto"/>
              <w:bottom w:val="nil"/>
              <w:right w:val="single" w:sz="4" w:space="0" w:color="auto"/>
            </w:tcBorders>
            <w:shd w:val="clear" w:color="auto" w:fill="auto"/>
          </w:tcPr>
          <w:p w14:paraId="6A185713" w14:textId="77777777" w:rsidR="00C25B7D" w:rsidRPr="00E062F1" w:rsidRDefault="00C25B7D" w:rsidP="00C25B7D">
            <w:pPr>
              <w:pStyle w:val="TAC"/>
              <w:rPr>
                <w:rFonts w:cs="Arial"/>
                <w:lang w:eastAsia="zh-CN"/>
              </w:rPr>
            </w:pPr>
            <w:r w:rsidRPr="00E062F1">
              <w:rPr>
                <w:lang w:eastAsia="zh-CN"/>
              </w:rPr>
              <w:t>-</w:t>
            </w:r>
          </w:p>
        </w:tc>
        <w:tc>
          <w:tcPr>
            <w:tcW w:w="737" w:type="dxa"/>
            <w:tcBorders>
              <w:top w:val="single" w:sz="4" w:space="0" w:color="auto"/>
              <w:left w:val="single" w:sz="4" w:space="0" w:color="auto"/>
              <w:right w:val="single" w:sz="4" w:space="0" w:color="auto"/>
            </w:tcBorders>
          </w:tcPr>
          <w:p w14:paraId="42D15516" w14:textId="77777777" w:rsidR="00C25B7D" w:rsidRPr="00E062F1" w:rsidRDefault="00C25B7D" w:rsidP="00C25B7D">
            <w:pPr>
              <w:pStyle w:val="TAC"/>
              <w:rPr>
                <w:rFonts w:cs="Arial"/>
                <w:lang w:eastAsia="zh-CN"/>
              </w:rPr>
            </w:pPr>
            <w:r w:rsidRPr="00E062F1">
              <w:rPr>
                <w:lang w:eastAsia="zh-CN"/>
              </w:rPr>
              <w:t>n71</w:t>
            </w:r>
          </w:p>
        </w:tc>
        <w:tc>
          <w:tcPr>
            <w:tcW w:w="671" w:type="dxa"/>
            <w:tcBorders>
              <w:top w:val="single" w:sz="4" w:space="0" w:color="auto"/>
              <w:left w:val="single" w:sz="4" w:space="0" w:color="auto"/>
              <w:bottom w:val="single" w:sz="4" w:space="0" w:color="auto"/>
              <w:right w:val="single" w:sz="4" w:space="0" w:color="auto"/>
            </w:tcBorders>
          </w:tcPr>
          <w:p w14:paraId="40466657" w14:textId="77777777" w:rsidR="00C25B7D" w:rsidRPr="005F427A" w:rsidRDefault="00C25B7D" w:rsidP="00C25B7D">
            <w:pPr>
              <w:pStyle w:val="TAC"/>
              <w:rPr>
                <w:rFonts w:eastAsiaTheme="minorEastAsia" w:cs="Arial"/>
                <w:lang w:eastAsia="zh-CN"/>
              </w:rPr>
            </w:pPr>
            <w:r>
              <w:rPr>
                <w:rFonts w:cs="Arial"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67D0E441" w14:textId="77777777" w:rsidR="00C25B7D" w:rsidRPr="005F427A" w:rsidRDefault="00C25B7D" w:rsidP="00C25B7D">
            <w:pPr>
              <w:pStyle w:val="TAC"/>
              <w:rPr>
                <w:rFonts w:eastAsiaTheme="minorEastAsia"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3D18AD9" w14:textId="77777777" w:rsidR="00C25B7D" w:rsidRPr="005F427A" w:rsidRDefault="00C25B7D" w:rsidP="00C25B7D">
            <w:pPr>
              <w:pStyle w:val="TAC"/>
              <w:rPr>
                <w:rFonts w:eastAsiaTheme="minorEastAsia"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28C87CA0" w14:textId="77777777" w:rsidR="00C25B7D" w:rsidRPr="005F427A" w:rsidRDefault="00C25B7D" w:rsidP="00C25B7D">
            <w:pPr>
              <w:pStyle w:val="TAC"/>
              <w:rPr>
                <w:rFonts w:eastAsiaTheme="minorEastAsia"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E61DF24" w14:textId="77777777" w:rsidR="00C25B7D" w:rsidRPr="00E062F1" w:rsidRDefault="00C25B7D" w:rsidP="00C25B7D">
            <w:pPr>
              <w:pStyle w:val="TAC"/>
              <w:rPr>
                <w:rFonts w:cs="Arial"/>
              </w:rPr>
            </w:pPr>
          </w:p>
        </w:tc>
        <w:tc>
          <w:tcPr>
            <w:tcW w:w="671" w:type="dxa"/>
            <w:gridSpan w:val="2"/>
            <w:tcBorders>
              <w:top w:val="single" w:sz="4" w:space="0" w:color="auto"/>
              <w:left w:val="single" w:sz="4" w:space="0" w:color="auto"/>
              <w:bottom w:val="single" w:sz="4" w:space="0" w:color="auto"/>
              <w:right w:val="single" w:sz="4" w:space="0" w:color="auto"/>
            </w:tcBorders>
          </w:tcPr>
          <w:p w14:paraId="7BBA39D2"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32493403"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3D5D2158"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38D50709"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5F7BA47B"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2561F613"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3A2A0641"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93EACCC"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74780F5C"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3CF22300" w14:textId="77777777" w:rsidR="00C25B7D" w:rsidRPr="00E062F1" w:rsidRDefault="00C25B7D" w:rsidP="00C25B7D">
            <w:pPr>
              <w:pStyle w:val="TAC"/>
              <w:rPr>
                <w:rFonts w:eastAsia="Yu Mincho"/>
                <w:szCs w:val="18"/>
              </w:rPr>
            </w:pPr>
          </w:p>
        </w:tc>
        <w:tc>
          <w:tcPr>
            <w:tcW w:w="1345" w:type="dxa"/>
            <w:tcBorders>
              <w:top w:val="single" w:sz="4" w:space="0" w:color="auto"/>
              <w:left w:val="single" w:sz="4" w:space="0" w:color="auto"/>
              <w:bottom w:val="nil"/>
              <w:right w:val="single" w:sz="4" w:space="0" w:color="auto"/>
            </w:tcBorders>
            <w:shd w:val="clear" w:color="auto" w:fill="auto"/>
          </w:tcPr>
          <w:p w14:paraId="3035841A" w14:textId="77777777" w:rsidR="00C25B7D" w:rsidRPr="00E062F1" w:rsidRDefault="00C25B7D" w:rsidP="00C25B7D">
            <w:pPr>
              <w:pStyle w:val="TAC"/>
              <w:rPr>
                <w:lang w:eastAsia="zh-CN"/>
              </w:rPr>
            </w:pPr>
            <w:r>
              <w:rPr>
                <w:rFonts w:hint="eastAsia"/>
                <w:lang w:eastAsia="zh-CN"/>
              </w:rPr>
              <w:t>0</w:t>
            </w:r>
          </w:p>
        </w:tc>
      </w:tr>
      <w:tr w:rsidR="00C25B7D" w:rsidRPr="00E062F1" w14:paraId="581E931D"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4478AF45" w14:textId="77777777" w:rsidR="00C25B7D" w:rsidRPr="00E062F1" w:rsidRDefault="00C25B7D" w:rsidP="00C25B7D">
            <w:pPr>
              <w:pStyle w:val="TAC"/>
              <w:rPr>
                <w:rFonts w:cs="Arial"/>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64E8C554" w14:textId="77777777" w:rsidR="00C25B7D" w:rsidRPr="00E062F1" w:rsidRDefault="00C25B7D" w:rsidP="00C25B7D">
            <w:pPr>
              <w:pStyle w:val="TAC"/>
              <w:rPr>
                <w:rFonts w:cs="Arial"/>
                <w:lang w:eastAsia="zh-CN"/>
              </w:rPr>
            </w:pPr>
          </w:p>
        </w:tc>
        <w:tc>
          <w:tcPr>
            <w:tcW w:w="737" w:type="dxa"/>
            <w:tcBorders>
              <w:top w:val="single" w:sz="4" w:space="0" w:color="auto"/>
              <w:left w:val="single" w:sz="4" w:space="0" w:color="auto"/>
              <w:right w:val="single" w:sz="4" w:space="0" w:color="auto"/>
            </w:tcBorders>
          </w:tcPr>
          <w:p w14:paraId="50E70A7F" w14:textId="77777777" w:rsidR="00C25B7D" w:rsidRPr="00E062F1" w:rsidRDefault="00C25B7D" w:rsidP="00C25B7D">
            <w:pPr>
              <w:pStyle w:val="TAC"/>
              <w:rPr>
                <w:rFonts w:cs="Arial"/>
                <w:lang w:eastAsia="zh-CN"/>
              </w:rPr>
            </w:pPr>
            <w:r w:rsidRPr="00E062F1">
              <w:rPr>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4A8A81F4" w14:textId="1582F866" w:rsidR="00C25B7D" w:rsidRPr="00E062F1" w:rsidRDefault="00C25B7D" w:rsidP="00C25B7D">
            <w:pPr>
              <w:pStyle w:val="TAC"/>
              <w:rPr>
                <w:rFonts w:eastAsia="Yu Mincho"/>
                <w:szCs w:val="18"/>
              </w:rPr>
            </w:pPr>
            <w:r w:rsidRPr="00E062F1">
              <w:rPr>
                <w:rFonts w:cs="Arial"/>
                <w:lang w:eastAsia="ja-JP"/>
              </w:rPr>
              <w:t>CA_n260(2A)</w:t>
            </w:r>
          </w:p>
        </w:tc>
        <w:tc>
          <w:tcPr>
            <w:tcW w:w="1345" w:type="dxa"/>
            <w:tcBorders>
              <w:top w:val="nil"/>
              <w:left w:val="single" w:sz="4" w:space="0" w:color="auto"/>
              <w:bottom w:val="single" w:sz="4" w:space="0" w:color="auto"/>
              <w:right w:val="single" w:sz="4" w:space="0" w:color="auto"/>
            </w:tcBorders>
            <w:shd w:val="clear" w:color="auto" w:fill="auto"/>
          </w:tcPr>
          <w:p w14:paraId="3EA842FC" w14:textId="77777777" w:rsidR="00C25B7D" w:rsidRPr="00E062F1" w:rsidRDefault="00C25B7D" w:rsidP="00C25B7D">
            <w:pPr>
              <w:pStyle w:val="TAC"/>
              <w:rPr>
                <w:lang w:eastAsia="zh-CN"/>
              </w:rPr>
            </w:pPr>
          </w:p>
        </w:tc>
      </w:tr>
      <w:tr w:rsidR="00C25B7D" w:rsidRPr="00E062F1" w14:paraId="21A312D6"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7060B6F3" w14:textId="77777777" w:rsidR="00C25B7D" w:rsidRPr="00E062F1" w:rsidRDefault="00C25B7D" w:rsidP="00C25B7D">
            <w:pPr>
              <w:pStyle w:val="TAC"/>
              <w:rPr>
                <w:rFonts w:cs="Arial"/>
                <w:lang w:eastAsia="zh-CN"/>
              </w:rPr>
            </w:pPr>
            <w:r w:rsidRPr="00E062F1">
              <w:rPr>
                <w:rFonts w:cs="Arial"/>
                <w:lang w:eastAsia="zh-CN"/>
              </w:rPr>
              <w:t>CA_n71A-n260(3A)</w:t>
            </w:r>
          </w:p>
        </w:tc>
        <w:tc>
          <w:tcPr>
            <w:tcW w:w="1232" w:type="dxa"/>
            <w:tcBorders>
              <w:top w:val="single" w:sz="4" w:space="0" w:color="auto"/>
              <w:left w:val="single" w:sz="4" w:space="0" w:color="auto"/>
              <w:bottom w:val="nil"/>
              <w:right w:val="single" w:sz="4" w:space="0" w:color="auto"/>
            </w:tcBorders>
            <w:shd w:val="clear" w:color="auto" w:fill="auto"/>
          </w:tcPr>
          <w:p w14:paraId="495778F8" w14:textId="77777777" w:rsidR="00C25B7D" w:rsidRPr="00E062F1" w:rsidRDefault="00C25B7D" w:rsidP="00C25B7D">
            <w:pPr>
              <w:pStyle w:val="TAC"/>
              <w:rPr>
                <w:rFonts w:cs="Arial"/>
                <w:lang w:eastAsia="zh-CN"/>
              </w:rPr>
            </w:pPr>
            <w:r w:rsidRPr="00E062F1">
              <w:rPr>
                <w:rFonts w:cs="Arial"/>
                <w:lang w:eastAsia="zh-CN"/>
              </w:rPr>
              <w:t>-</w:t>
            </w:r>
          </w:p>
        </w:tc>
        <w:tc>
          <w:tcPr>
            <w:tcW w:w="737" w:type="dxa"/>
            <w:tcBorders>
              <w:top w:val="single" w:sz="4" w:space="0" w:color="auto"/>
              <w:left w:val="single" w:sz="4" w:space="0" w:color="auto"/>
              <w:right w:val="single" w:sz="4" w:space="0" w:color="auto"/>
            </w:tcBorders>
          </w:tcPr>
          <w:p w14:paraId="3BC8A320" w14:textId="77777777" w:rsidR="00C25B7D" w:rsidRPr="00E062F1" w:rsidRDefault="00C25B7D" w:rsidP="00C25B7D">
            <w:pPr>
              <w:pStyle w:val="TAC"/>
              <w:rPr>
                <w:rFonts w:cs="Arial"/>
                <w:lang w:eastAsia="zh-CN"/>
              </w:rPr>
            </w:pPr>
            <w:r w:rsidRPr="00E062F1">
              <w:rPr>
                <w:rFonts w:cs="Arial"/>
                <w:lang w:eastAsia="zh-CN"/>
              </w:rPr>
              <w:t>n71</w:t>
            </w:r>
          </w:p>
        </w:tc>
        <w:tc>
          <w:tcPr>
            <w:tcW w:w="671" w:type="dxa"/>
            <w:tcBorders>
              <w:top w:val="single" w:sz="4" w:space="0" w:color="auto"/>
              <w:left w:val="single" w:sz="4" w:space="0" w:color="auto"/>
              <w:bottom w:val="single" w:sz="4" w:space="0" w:color="auto"/>
              <w:right w:val="single" w:sz="4" w:space="0" w:color="auto"/>
            </w:tcBorders>
          </w:tcPr>
          <w:p w14:paraId="3E2F2408" w14:textId="77777777" w:rsidR="00C25B7D" w:rsidRPr="005F427A" w:rsidRDefault="00C25B7D" w:rsidP="00C25B7D">
            <w:pPr>
              <w:pStyle w:val="TAC"/>
              <w:rPr>
                <w:rFonts w:eastAsiaTheme="minorEastAsia" w:cs="Arial"/>
                <w:lang w:eastAsia="zh-CN"/>
              </w:rPr>
            </w:pPr>
            <w:r>
              <w:rPr>
                <w:rFonts w:cs="Arial"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318612BC" w14:textId="77777777" w:rsidR="00C25B7D" w:rsidRPr="005F427A" w:rsidRDefault="00C25B7D" w:rsidP="00C25B7D">
            <w:pPr>
              <w:pStyle w:val="TAC"/>
              <w:rPr>
                <w:rFonts w:eastAsiaTheme="minorEastAsia"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7F89893D" w14:textId="77777777" w:rsidR="00C25B7D" w:rsidRPr="005F427A" w:rsidRDefault="00C25B7D" w:rsidP="00C25B7D">
            <w:pPr>
              <w:pStyle w:val="TAC"/>
              <w:rPr>
                <w:rFonts w:eastAsiaTheme="minorEastAsia"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A62EC49" w14:textId="77777777" w:rsidR="00C25B7D" w:rsidRPr="005F427A" w:rsidRDefault="00C25B7D" w:rsidP="00C25B7D">
            <w:pPr>
              <w:pStyle w:val="TAC"/>
              <w:rPr>
                <w:rFonts w:eastAsiaTheme="minorEastAsia"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00F8191" w14:textId="77777777" w:rsidR="00C25B7D" w:rsidRPr="00E062F1" w:rsidRDefault="00C25B7D" w:rsidP="00C25B7D">
            <w:pPr>
              <w:pStyle w:val="TAC"/>
              <w:rPr>
                <w:rFonts w:cs="Arial"/>
              </w:rPr>
            </w:pPr>
          </w:p>
        </w:tc>
        <w:tc>
          <w:tcPr>
            <w:tcW w:w="671" w:type="dxa"/>
            <w:gridSpan w:val="2"/>
            <w:tcBorders>
              <w:top w:val="single" w:sz="4" w:space="0" w:color="auto"/>
              <w:left w:val="single" w:sz="4" w:space="0" w:color="auto"/>
              <w:bottom w:val="single" w:sz="4" w:space="0" w:color="auto"/>
              <w:right w:val="single" w:sz="4" w:space="0" w:color="auto"/>
            </w:tcBorders>
          </w:tcPr>
          <w:p w14:paraId="0DEA5160"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71407E1A"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5232AE6B"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7D5A2C30"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075E2E2B"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431DDD7F"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6BC71B9D"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07B4501"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241311A7"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0A9908CA" w14:textId="77777777" w:rsidR="00C25B7D" w:rsidRPr="00E062F1" w:rsidRDefault="00C25B7D" w:rsidP="00C25B7D">
            <w:pPr>
              <w:pStyle w:val="TAC"/>
              <w:rPr>
                <w:rFonts w:eastAsia="Yu Mincho"/>
                <w:szCs w:val="18"/>
              </w:rPr>
            </w:pPr>
          </w:p>
        </w:tc>
        <w:tc>
          <w:tcPr>
            <w:tcW w:w="1345" w:type="dxa"/>
            <w:tcBorders>
              <w:top w:val="single" w:sz="4" w:space="0" w:color="auto"/>
              <w:left w:val="single" w:sz="4" w:space="0" w:color="auto"/>
              <w:bottom w:val="nil"/>
              <w:right w:val="single" w:sz="4" w:space="0" w:color="auto"/>
            </w:tcBorders>
            <w:shd w:val="clear" w:color="auto" w:fill="auto"/>
          </w:tcPr>
          <w:p w14:paraId="2BF2EE0C" w14:textId="77777777" w:rsidR="00C25B7D" w:rsidRPr="00E062F1" w:rsidRDefault="00C25B7D" w:rsidP="00C25B7D">
            <w:pPr>
              <w:pStyle w:val="TAC"/>
              <w:rPr>
                <w:lang w:eastAsia="zh-CN"/>
              </w:rPr>
            </w:pPr>
            <w:r>
              <w:rPr>
                <w:rFonts w:hint="eastAsia"/>
                <w:lang w:eastAsia="zh-CN"/>
              </w:rPr>
              <w:t>0</w:t>
            </w:r>
          </w:p>
        </w:tc>
      </w:tr>
      <w:tr w:rsidR="00C25B7D" w:rsidRPr="00E062F1" w14:paraId="2D0D25A9"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816525E" w14:textId="77777777" w:rsidR="00C25B7D" w:rsidRPr="00E062F1" w:rsidRDefault="00C25B7D" w:rsidP="00C25B7D">
            <w:pPr>
              <w:pStyle w:val="TAC"/>
              <w:rPr>
                <w:rFonts w:cs="Arial"/>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5B62A395" w14:textId="77777777" w:rsidR="00C25B7D" w:rsidRPr="00E062F1" w:rsidRDefault="00C25B7D" w:rsidP="00C25B7D">
            <w:pPr>
              <w:pStyle w:val="TAC"/>
              <w:rPr>
                <w:rFonts w:cs="Arial"/>
                <w:lang w:eastAsia="zh-CN"/>
              </w:rPr>
            </w:pPr>
          </w:p>
        </w:tc>
        <w:tc>
          <w:tcPr>
            <w:tcW w:w="737" w:type="dxa"/>
            <w:tcBorders>
              <w:top w:val="single" w:sz="4" w:space="0" w:color="auto"/>
              <w:left w:val="single" w:sz="4" w:space="0" w:color="auto"/>
              <w:right w:val="single" w:sz="4" w:space="0" w:color="auto"/>
            </w:tcBorders>
          </w:tcPr>
          <w:p w14:paraId="722A773F" w14:textId="77777777" w:rsidR="00C25B7D" w:rsidRPr="00E062F1" w:rsidRDefault="00C25B7D" w:rsidP="00C25B7D">
            <w:pPr>
              <w:pStyle w:val="TAC"/>
              <w:rPr>
                <w:rFonts w:cs="Arial"/>
                <w:lang w:eastAsia="zh-CN"/>
              </w:rPr>
            </w:pPr>
            <w:r w:rsidRPr="00E062F1">
              <w:rPr>
                <w:rFonts w:cs="Arial"/>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622DB035" w14:textId="7FCDE16B" w:rsidR="00C25B7D" w:rsidRPr="00E062F1" w:rsidRDefault="00C25B7D" w:rsidP="00C25B7D">
            <w:pPr>
              <w:pStyle w:val="TAC"/>
              <w:rPr>
                <w:rFonts w:eastAsia="Yu Mincho"/>
                <w:szCs w:val="18"/>
              </w:rPr>
            </w:pPr>
            <w:r w:rsidRPr="00E062F1">
              <w:rPr>
                <w:rFonts w:cs="Arial"/>
                <w:lang w:eastAsia="ja-JP"/>
              </w:rPr>
              <w:t>CA_n260(</w:t>
            </w:r>
            <w:r w:rsidRPr="00E062F1">
              <w:rPr>
                <w:rFonts w:cs="Arial"/>
                <w:lang w:eastAsia="zh-CN"/>
              </w:rPr>
              <w:t>3</w:t>
            </w:r>
            <w:r w:rsidRPr="00E062F1">
              <w:rPr>
                <w:rFonts w:cs="Arial"/>
                <w:lang w:eastAsia="ja-JP"/>
              </w:rPr>
              <w:t>A)</w:t>
            </w:r>
          </w:p>
        </w:tc>
        <w:tc>
          <w:tcPr>
            <w:tcW w:w="1345" w:type="dxa"/>
            <w:tcBorders>
              <w:top w:val="nil"/>
              <w:left w:val="single" w:sz="4" w:space="0" w:color="auto"/>
              <w:bottom w:val="single" w:sz="4" w:space="0" w:color="auto"/>
              <w:right w:val="single" w:sz="4" w:space="0" w:color="auto"/>
            </w:tcBorders>
            <w:shd w:val="clear" w:color="auto" w:fill="auto"/>
          </w:tcPr>
          <w:p w14:paraId="0DCDD911" w14:textId="77777777" w:rsidR="00C25B7D" w:rsidRPr="00E062F1" w:rsidRDefault="00C25B7D" w:rsidP="00C25B7D">
            <w:pPr>
              <w:pStyle w:val="TAC"/>
              <w:rPr>
                <w:lang w:eastAsia="zh-CN"/>
              </w:rPr>
            </w:pPr>
          </w:p>
        </w:tc>
      </w:tr>
      <w:tr w:rsidR="00C25B7D" w:rsidRPr="00E062F1" w14:paraId="43B23103"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1D11C731" w14:textId="77777777" w:rsidR="00C25B7D" w:rsidRPr="00E062F1" w:rsidRDefault="00C25B7D" w:rsidP="00C25B7D">
            <w:pPr>
              <w:pStyle w:val="TAC"/>
              <w:rPr>
                <w:lang w:eastAsia="zh-CN"/>
              </w:rPr>
            </w:pPr>
            <w:r w:rsidRPr="00E062F1">
              <w:rPr>
                <w:rFonts w:cs="Arial"/>
                <w:lang w:eastAsia="zh-CN"/>
              </w:rPr>
              <w:t>CA_n71A-n260(4A)</w:t>
            </w:r>
          </w:p>
        </w:tc>
        <w:tc>
          <w:tcPr>
            <w:tcW w:w="1232" w:type="dxa"/>
            <w:tcBorders>
              <w:top w:val="single" w:sz="4" w:space="0" w:color="auto"/>
              <w:left w:val="single" w:sz="4" w:space="0" w:color="auto"/>
              <w:bottom w:val="nil"/>
              <w:right w:val="single" w:sz="4" w:space="0" w:color="auto"/>
            </w:tcBorders>
            <w:shd w:val="clear" w:color="auto" w:fill="auto"/>
          </w:tcPr>
          <w:p w14:paraId="4E135AC6" w14:textId="77777777" w:rsidR="00C25B7D" w:rsidRPr="00E062F1" w:rsidRDefault="00C25B7D" w:rsidP="00C25B7D">
            <w:pPr>
              <w:pStyle w:val="TAC"/>
              <w:rPr>
                <w:lang w:eastAsia="zh-CN"/>
              </w:rPr>
            </w:pPr>
            <w:r w:rsidRPr="00E062F1">
              <w:rPr>
                <w:rFonts w:cs="Arial"/>
                <w:lang w:eastAsia="zh-CN"/>
              </w:rPr>
              <w:t>-</w:t>
            </w:r>
          </w:p>
        </w:tc>
        <w:tc>
          <w:tcPr>
            <w:tcW w:w="737" w:type="dxa"/>
            <w:tcBorders>
              <w:top w:val="single" w:sz="4" w:space="0" w:color="auto"/>
              <w:left w:val="single" w:sz="4" w:space="0" w:color="auto"/>
              <w:right w:val="single" w:sz="4" w:space="0" w:color="auto"/>
            </w:tcBorders>
          </w:tcPr>
          <w:p w14:paraId="578E2BB4" w14:textId="77777777" w:rsidR="00C25B7D" w:rsidRPr="00E062F1" w:rsidRDefault="00C25B7D" w:rsidP="00C25B7D">
            <w:pPr>
              <w:pStyle w:val="TAC"/>
              <w:rPr>
                <w:lang w:eastAsia="zh-CN"/>
              </w:rPr>
            </w:pPr>
            <w:r w:rsidRPr="00E062F1">
              <w:rPr>
                <w:rFonts w:cs="Arial"/>
                <w:lang w:eastAsia="zh-CN"/>
              </w:rPr>
              <w:t>n71</w:t>
            </w:r>
          </w:p>
        </w:tc>
        <w:tc>
          <w:tcPr>
            <w:tcW w:w="671" w:type="dxa"/>
            <w:tcBorders>
              <w:top w:val="single" w:sz="4" w:space="0" w:color="auto"/>
              <w:left w:val="single" w:sz="4" w:space="0" w:color="auto"/>
              <w:bottom w:val="single" w:sz="4" w:space="0" w:color="auto"/>
              <w:right w:val="single" w:sz="4" w:space="0" w:color="auto"/>
            </w:tcBorders>
          </w:tcPr>
          <w:p w14:paraId="2E5D2F27" w14:textId="77777777" w:rsidR="00C25B7D" w:rsidRPr="005F427A" w:rsidRDefault="00C25B7D" w:rsidP="00C25B7D">
            <w:pPr>
              <w:pStyle w:val="TAC"/>
              <w:rPr>
                <w:rFonts w:eastAsiaTheme="minorEastAsia"/>
                <w:lang w:eastAsia="zh-CN"/>
              </w:rPr>
            </w:pPr>
            <w:r>
              <w:rPr>
                <w:rFonts w:hint="eastAsia"/>
                <w:lang w:eastAsia="zh-CN"/>
              </w:rPr>
              <w:t>5</w:t>
            </w:r>
          </w:p>
        </w:tc>
        <w:tc>
          <w:tcPr>
            <w:tcW w:w="673" w:type="dxa"/>
            <w:tcBorders>
              <w:top w:val="single" w:sz="4" w:space="0" w:color="auto"/>
              <w:left w:val="single" w:sz="4" w:space="0" w:color="auto"/>
              <w:bottom w:val="single" w:sz="4" w:space="0" w:color="auto"/>
              <w:right w:val="single" w:sz="4" w:space="0" w:color="auto"/>
            </w:tcBorders>
          </w:tcPr>
          <w:p w14:paraId="47E6C9CD" w14:textId="77777777" w:rsidR="00C25B7D" w:rsidRPr="005F427A" w:rsidRDefault="00C25B7D" w:rsidP="00C25B7D">
            <w:pPr>
              <w:pStyle w:val="TAC"/>
              <w:rPr>
                <w:rFonts w:eastAsiaTheme="minorEastAsia"/>
                <w:lang w:eastAsia="zh-CN"/>
              </w:rPr>
            </w:pPr>
            <w:r>
              <w:rPr>
                <w:rFonts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7BD8A71E" w14:textId="77777777" w:rsidR="00C25B7D" w:rsidRPr="005F427A" w:rsidRDefault="00C25B7D" w:rsidP="00C25B7D">
            <w:pPr>
              <w:pStyle w:val="TAC"/>
              <w:rPr>
                <w:rFonts w:eastAsiaTheme="minorEastAsia"/>
                <w:lang w:eastAsia="zh-CN"/>
              </w:rPr>
            </w:pPr>
            <w:r>
              <w:rPr>
                <w:rFonts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1902E72" w14:textId="77777777" w:rsidR="00C25B7D" w:rsidRPr="005F427A" w:rsidRDefault="00C25B7D" w:rsidP="00C25B7D">
            <w:pPr>
              <w:pStyle w:val="TAC"/>
              <w:rPr>
                <w:rFonts w:eastAsiaTheme="minorEastAsia"/>
                <w:lang w:eastAsia="zh-CN"/>
              </w:rPr>
            </w:pPr>
            <w:r>
              <w:rPr>
                <w:rFonts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352B1B1" w14:textId="77777777" w:rsidR="00C25B7D" w:rsidRPr="00E062F1" w:rsidRDefault="00C25B7D" w:rsidP="00C25B7D">
            <w:pPr>
              <w:pStyle w:val="TAC"/>
              <w:rPr>
                <w:rFonts w:cs="Arial"/>
              </w:rPr>
            </w:pPr>
          </w:p>
        </w:tc>
        <w:tc>
          <w:tcPr>
            <w:tcW w:w="671" w:type="dxa"/>
            <w:gridSpan w:val="2"/>
            <w:tcBorders>
              <w:top w:val="single" w:sz="4" w:space="0" w:color="auto"/>
              <w:left w:val="single" w:sz="4" w:space="0" w:color="auto"/>
              <w:bottom w:val="single" w:sz="4" w:space="0" w:color="auto"/>
              <w:right w:val="single" w:sz="4" w:space="0" w:color="auto"/>
            </w:tcBorders>
          </w:tcPr>
          <w:p w14:paraId="2677AAD2"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57E0F3C2"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6BF43F87"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14360705"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77B810B9"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6B66751A"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54A755DD"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295DD06"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3A4CEB93"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33F62950" w14:textId="77777777" w:rsidR="00C25B7D" w:rsidRPr="00E062F1" w:rsidRDefault="00C25B7D" w:rsidP="00C25B7D">
            <w:pPr>
              <w:pStyle w:val="TAC"/>
              <w:rPr>
                <w:rFonts w:eastAsia="Yu Mincho"/>
                <w:szCs w:val="18"/>
              </w:rPr>
            </w:pPr>
          </w:p>
        </w:tc>
        <w:tc>
          <w:tcPr>
            <w:tcW w:w="1345" w:type="dxa"/>
            <w:tcBorders>
              <w:top w:val="single" w:sz="4" w:space="0" w:color="auto"/>
              <w:left w:val="single" w:sz="4" w:space="0" w:color="auto"/>
              <w:bottom w:val="nil"/>
              <w:right w:val="single" w:sz="4" w:space="0" w:color="auto"/>
            </w:tcBorders>
            <w:shd w:val="clear" w:color="auto" w:fill="auto"/>
          </w:tcPr>
          <w:p w14:paraId="059BC3C6" w14:textId="77777777" w:rsidR="00C25B7D" w:rsidRPr="00E062F1" w:rsidRDefault="00C25B7D" w:rsidP="00C25B7D">
            <w:pPr>
              <w:pStyle w:val="TAC"/>
              <w:rPr>
                <w:lang w:eastAsia="zh-CN"/>
              </w:rPr>
            </w:pPr>
            <w:r>
              <w:rPr>
                <w:rFonts w:hint="eastAsia"/>
                <w:lang w:eastAsia="zh-CN"/>
              </w:rPr>
              <w:t>0</w:t>
            </w:r>
          </w:p>
        </w:tc>
      </w:tr>
      <w:tr w:rsidR="00C25B7D" w:rsidRPr="00E062F1" w14:paraId="1AA0CD6F"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260F0EC4"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2AB64467" w14:textId="77777777" w:rsidR="00C25B7D" w:rsidRPr="00E062F1" w:rsidRDefault="00C25B7D" w:rsidP="00C25B7D">
            <w:pPr>
              <w:pStyle w:val="TAC"/>
              <w:rPr>
                <w:lang w:eastAsia="zh-CN"/>
              </w:rPr>
            </w:pPr>
          </w:p>
        </w:tc>
        <w:tc>
          <w:tcPr>
            <w:tcW w:w="737" w:type="dxa"/>
            <w:tcBorders>
              <w:top w:val="single" w:sz="4" w:space="0" w:color="auto"/>
              <w:left w:val="single" w:sz="4" w:space="0" w:color="auto"/>
              <w:right w:val="single" w:sz="4" w:space="0" w:color="auto"/>
            </w:tcBorders>
          </w:tcPr>
          <w:p w14:paraId="2D6AFD09" w14:textId="77777777" w:rsidR="00C25B7D" w:rsidRPr="00E062F1" w:rsidRDefault="00C25B7D" w:rsidP="00C25B7D">
            <w:pPr>
              <w:pStyle w:val="TAC"/>
              <w:rPr>
                <w:lang w:eastAsia="zh-CN"/>
              </w:rPr>
            </w:pPr>
            <w:r w:rsidRPr="00E062F1">
              <w:rPr>
                <w:rFonts w:cs="Arial"/>
                <w:lang w:eastAsia="zh-CN"/>
              </w:rPr>
              <w:t>n260</w:t>
            </w:r>
          </w:p>
        </w:tc>
        <w:tc>
          <w:tcPr>
            <w:tcW w:w="10073" w:type="dxa"/>
            <w:gridSpan w:val="18"/>
            <w:tcBorders>
              <w:top w:val="single" w:sz="4" w:space="0" w:color="auto"/>
              <w:left w:val="single" w:sz="4" w:space="0" w:color="auto"/>
              <w:bottom w:val="single" w:sz="4" w:space="0" w:color="auto"/>
              <w:right w:val="single" w:sz="4" w:space="0" w:color="auto"/>
            </w:tcBorders>
          </w:tcPr>
          <w:p w14:paraId="7C79FF08" w14:textId="1C9A925A" w:rsidR="00C25B7D" w:rsidRPr="00E062F1" w:rsidRDefault="00C25B7D" w:rsidP="00C25B7D">
            <w:pPr>
              <w:pStyle w:val="TAC"/>
              <w:rPr>
                <w:rFonts w:eastAsia="Yu Mincho"/>
                <w:szCs w:val="18"/>
              </w:rPr>
            </w:pPr>
            <w:r w:rsidRPr="00E062F1">
              <w:rPr>
                <w:rFonts w:cs="Arial"/>
                <w:lang w:eastAsia="ja-JP"/>
              </w:rPr>
              <w:t>CA_n260(</w:t>
            </w:r>
            <w:r w:rsidRPr="00E062F1">
              <w:rPr>
                <w:rFonts w:cs="Arial"/>
                <w:lang w:eastAsia="zh-CN"/>
              </w:rPr>
              <w:t>4</w:t>
            </w:r>
            <w:r w:rsidRPr="00E062F1">
              <w:rPr>
                <w:rFonts w:cs="Arial"/>
                <w:lang w:eastAsia="ja-JP"/>
              </w:rPr>
              <w:t>A)</w:t>
            </w:r>
          </w:p>
        </w:tc>
        <w:tc>
          <w:tcPr>
            <w:tcW w:w="1345" w:type="dxa"/>
            <w:tcBorders>
              <w:top w:val="nil"/>
              <w:left w:val="single" w:sz="4" w:space="0" w:color="auto"/>
              <w:bottom w:val="single" w:sz="4" w:space="0" w:color="auto"/>
              <w:right w:val="single" w:sz="4" w:space="0" w:color="auto"/>
            </w:tcBorders>
            <w:shd w:val="clear" w:color="auto" w:fill="auto"/>
          </w:tcPr>
          <w:p w14:paraId="6F39E205" w14:textId="77777777" w:rsidR="00C25B7D" w:rsidRPr="00E062F1" w:rsidRDefault="00C25B7D" w:rsidP="00C25B7D">
            <w:pPr>
              <w:pStyle w:val="TAC"/>
              <w:rPr>
                <w:lang w:eastAsia="zh-CN"/>
              </w:rPr>
            </w:pPr>
          </w:p>
        </w:tc>
      </w:tr>
      <w:tr w:rsidR="00C25B7D" w:rsidRPr="00E062F1" w14:paraId="46BA7D1E"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76029061" w14:textId="77777777" w:rsidR="00C25B7D" w:rsidRPr="00E062F1" w:rsidRDefault="00C25B7D" w:rsidP="00C25B7D">
            <w:pPr>
              <w:pStyle w:val="TAC"/>
            </w:pPr>
            <w:r w:rsidRPr="00E062F1">
              <w:rPr>
                <w:lang w:eastAsia="zh-CN"/>
              </w:rPr>
              <w:t>CA_n71A-n261A</w:t>
            </w:r>
          </w:p>
        </w:tc>
        <w:tc>
          <w:tcPr>
            <w:tcW w:w="1232" w:type="dxa"/>
            <w:tcBorders>
              <w:left w:val="single" w:sz="4" w:space="0" w:color="auto"/>
              <w:bottom w:val="nil"/>
              <w:right w:val="single" w:sz="4" w:space="0" w:color="auto"/>
            </w:tcBorders>
            <w:shd w:val="clear" w:color="auto" w:fill="auto"/>
          </w:tcPr>
          <w:p w14:paraId="5B69C296" w14:textId="77777777" w:rsidR="00C25B7D" w:rsidRPr="00E062F1" w:rsidRDefault="00C25B7D" w:rsidP="00C25B7D">
            <w:pPr>
              <w:pStyle w:val="TAC"/>
            </w:pPr>
            <w:r w:rsidRPr="00E062F1">
              <w:rPr>
                <w:lang w:eastAsia="zh-CN"/>
              </w:rPr>
              <w:t>-</w:t>
            </w:r>
          </w:p>
        </w:tc>
        <w:tc>
          <w:tcPr>
            <w:tcW w:w="737" w:type="dxa"/>
            <w:tcBorders>
              <w:left w:val="single" w:sz="4" w:space="0" w:color="auto"/>
              <w:bottom w:val="single" w:sz="4" w:space="0" w:color="auto"/>
              <w:right w:val="single" w:sz="4" w:space="0" w:color="auto"/>
            </w:tcBorders>
          </w:tcPr>
          <w:p w14:paraId="035ADD52" w14:textId="77777777" w:rsidR="00C25B7D" w:rsidRPr="00E062F1" w:rsidRDefault="00C25B7D" w:rsidP="00C25B7D">
            <w:pPr>
              <w:pStyle w:val="TAC"/>
            </w:pPr>
            <w:r w:rsidRPr="00E062F1">
              <w:rPr>
                <w:lang w:eastAsia="zh-CN"/>
              </w:rPr>
              <w:t>n71</w:t>
            </w:r>
          </w:p>
        </w:tc>
        <w:tc>
          <w:tcPr>
            <w:tcW w:w="671" w:type="dxa"/>
            <w:tcBorders>
              <w:top w:val="single" w:sz="4" w:space="0" w:color="auto"/>
              <w:left w:val="single" w:sz="4" w:space="0" w:color="auto"/>
              <w:bottom w:val="single" w:sz="4" w:space="0" w:color="auto"/>
              <w:right w:val="single" w:sz="4" w:space="0" w:color="auto"/>
            </w:tcBorders>
          </w:tcPr>
          <w:p w14:paraId="43E308BF" w14:textId="77777777" w:rsidR="00C25B7D" w:rsidRPr="00E062F1" w:rsidRDefault="00C25B7D" w:rsidP="00C25B7D">
            <w:pPr>
              <w:pStyle w:val="TAC"/>
              <w:rPr>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77D353CF"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014336E5"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0A9DAB10"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DB83D4F"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0014E365"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C6453D6"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FF110C8"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0E1DC08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6705FF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01DC3B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0EB4164"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6C386C59"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4BA17610" w14:textId="77777777" w:rsidR="00C25B7D" w:rsidRPr="00E062F1" w:rsidRDefault="00C25B7D" w:rsidP="00C25B7D">
            <w:pPr>
              <w:pStyle w:val="TAC"/>
              <w:rPr>
                <w:rFonts w:eastAsia="Yu Mincho"/>
              </w:rPr>
            </w:pPr>
          </w:p>
        </w:tc>
        <w:tc>
          <w:tcPr>
            <w:tcW w:w="677" w:type="dxa"/>
            <w:tcBorders>
              <w:top w:val="single" w:sz="4" w:space="0" w:color="auto"/>
              <w:left w:val="single" w:sz="4" w:space="0" w:color="auto"/>
              <w:bottom w:val="single" w:sz="4" w:space="0" w:color="auto"/>
              <w:right w:val="single" w:sz="4" w:space="0" w:color="auto"/>
            </w:tcBorders>
          </w:tcPr>
          <w:p w14:paraId="0C3B14AA" w14:textId="77777777" w:rsidR="00C25B7D" w:rsidRPr="00E062F1" w:rsidRDefault="00C25B7D" w:rsidP="00C25B7D">
            <w:pPr>
              <w:pStyle w:val="TAC"/>
              <w:rPr>
                <w:rFonts w:eastAsia="Yu Mincho"/>
              </w:rPr>
            </w:pPr>
          </w:p>
        </w:tc>
        <w:tc>
          <w:tcPr>
            <w:tcW w:w="1345" w:type="dxa"/>
            <w:tcBorders>
              <w:left w:val="single" w:sz="4" w:space="0" w:color="auto"/>
              <w:bottom w:val="nil"/>
              <w:right w:val="single" w:sz="4" w:space="0" w:color="auto"/>
            </w:tcBorders>
            <w:shd w:val="clear" w:color="auto" w:fill="auto"/>
          </w:tcPr>
          <w:p w14:paraId="519470DC" w14:textId="77777777" w:rsidR="00C25B7D" w:rsidRPr="00E062F1" w:rsidRDefault="00C25B7D" w:rsidP="00C25B7D">
            <w:pPr>
              <w:pStyle w:val="TAC"/>
              <w:rPr>
                <w:lang w:eastAsia="zh-CN"/>
              </w:rPr>
            </w:pPr>
            <w:r>
              <w:rPr>
                <w:rFonts w:hint="eastAsia"/>
                <w:lang w:eastAsia="zh-CN"/>
              </w:rPr>
              <w:t>0</w:t>
            </w:r>
          </w:p>
        </w:tc>
      </w:tr>
      <w:tr w:rsidR="00C25B7D" w:rsidRPr="00E062F1" w14:paraId="143DA29C"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B5EAF87"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7A80C0C1"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386FAFEA" w14:textId="77777777" w:rsidR="00C25B7D" w:rsidRPr="00E062F1" w:rsidRDefault="00C25B7D" w:rsidP="00C25B7D">
            <w:pPr>
              <w:pStyle w:val="TAC"/>
            </w:pPr>
            <w:r w:rsidRPr="00E062F1">
              <w:rPr>
                <w:lang w:eastAsia="zh-CN"/>
              </w:rPr>
              <w:t>n261</w:t>
            </w:r>
          </w:p>
        </w:tc>
        <w:tc>
          <w:tcPr>
            <w:tcW w:w="671" w:type="dxa"/>
            <w:tcBorders>
              <w:top w:val="single" w:sz="4" w:space="0" w:color="auto"/>
              <w:left w:val="single" w:sz="4" w:space="0" w:color="auto"/>
              <w:bottom w:val="single" w:sz="4" w:space="0" w:color="auto"/>
              <w:right w:val="single" w:sz="4" w:space="0" w:color="auto"/>
            </w:tcBorders>
          </w:tcPr>
          <w:p w14:paraId="6A606017"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0E5354CF"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DE945BE"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69255ADE"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91BF67A"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20CB7B84"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94E3E96"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9C3CCD9"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79657D5"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DB4464C"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7F982C4"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A1A52AD"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4EE27689" w14:textId="77777777" w:rsidR="00C25B7D" w:rsidRPr="005F427A" w:rsidRDefault="00C25B7D" w:rsidP="00C25B7D">
            <w:pPr>
              <w:pStyle w:val="TAC"/>
              <w:rPr>
                <w:rFonts w:eastAsiaTheme="minorEastAsia"/>
                <w:lang w:eastAsia="zh-CN"/>
              </w:rPr>
            </w:pPr>
            <w:r>
              <w:rPr>
                <w:rFonts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60EA4EBE" w14:textId="77777777" w:rsidR="00C25B7D" w:rsidRPr="005F427A" w:rsidRDefault="00C25B7D" w:rsidP="00C25B7D">
            <w:pPr>
              <w:pStyle w:val="TAC"/>
              <w:rPr>
                <w:rFonts w:eastAsiaTheme="minorEastAsia"/>
                <w:lang w:eastAsia="zh-CN"/>
              </w:rPr>
            </w:pPr>
            <w:r>
              <w:rPr>
                <w:rFonts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17DBBB39" w14:textId="77777777" w:rsidR="00C25B7D" w:rsidRPr="005F427A" w:rsidRDefault="00C25B7D" w:rsidP="00C25B7D">
            <w:pPr>
              <w:pStyle w:val="TAC"/>
              <w:rPr>
                <w:rFonts w:eastAsiaTheme="minorEastAsia"/>
                <w:lang w:eastAsia="zh-CN"/>
              </w:rPr>
            </w:pPr>
            <w:r>
              <w:rPr>
                <w:rFonts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63AA3845" w14:textId="77777777" w:rsidR="00C25B7D" w:rsidRPr="00E062F1" w:rsidRDefault="00C25B7D" w:rsidP="00C25B7D">
            <w:pPr>
              <w:pStyle w:val="TAC"/>
              <w:rPr>
                <w:lang w:eastAsia="zh-CN"/>
              </w:rPr>
            </w:pPr>
          </w:p>
        </w:tc>
      </w:tr>
      <w:tr w:rsidR="00C25B7D" w:rsidRPr="00E062F1" w14:paraId="6A65911F"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3E8F5DF3" w14:textId="77777777" w:rsidR="00C25B7D" w:rsidRPr="00E062F1" w:rsidRDefault="00C25B7D" w:rsidP="00C25B7D">
            <w:pPr>
              <w:pStyle w:val="TAC"/>
            </w:pPr>
            <w:r w:rsidRPr="00E062F1">
              <w:rPr>
                <w:lang w:eastAsia="zh-CN"/>
              </w:rPr>
              <w:t>CA_n71A-n261(2A)</w:t>
            </w:r>
          </w:p>
        </w:tc>
        <w:tc>
          <w:tcPr>
            <w:tcW w:w="1232" w:type="dxa"/>
            <w:tcBorders>
              <w:top w:val="single" w:sz="4" w:space="0" w:color="auto"/>
              <w:left w:val="single" w:sz="4" w:space="0" w:color="auto"/>
              <w:bottom w:val="nil"/>
              <w:right w:val="single" w:sz="4" w:space="0" w:color="auto"/>
            </w:tcBorders>
            <w:shd w:val="clear" w:color="auto" w:fill="auto"/>
          </w:tcPr>
          <w:p w14:paraId="1D140A46" w14:textId="77777777" w:rsidR="00C25B7D" w:rsidRPr="00E062F1" w:rsidRDefault="00C25B7D" w:rsidP="00C25B7D">
            <w:pPr>
              <w:pStyle w:val="TAC"/>
            </w:pPr>
            <w:r w:rsidRPr="00E062F1">
              <w:rPr>
                <w:lang w:eastAsia="zh-CN"/>
              </w:rPr>
              <w:t>-</w:t>
            </w:r>
          </w:p>
        </w:tc>
        <w:tc>
          <w:tcPr>
            <w:tcW w:w="737" w:type="dxa"/>
            <w:tcBorders>
              <w:top w:val="single" w:sz="4" w:space="0" w:color="auto"/>
              <w:left w:val="single" w:sz="4" w:space="0" w:color="auto"/>
              <w:right w:val="single" w:sz="4" w:space="0" w:color="auto"/>
            </w:tcBorders>
          </w:tcPr>
          <w:p w14:paraId="24DACE7D" w14:textId="77777777" w:rsidR="00C25B7D" w:rsidRPr="00E062F1" w:rsidRDefault="00C25B7D" w:rsidP="00C25B7D">
            <w:pPr>
              <w:pStyle w:val="TAC"/>
              <w:rPr>
                <w:lang w:eastAsia="zh-CN"/>
              </w:rPr>
            </w:pPr>
            <w:r w:rsidRPr="00E062F1">
              <w:rPr>
                <w:lang w:eastAsia="zh-CN"/>
              </w:rPr>
              <w:t>n71</w:t>
            </w:r>
          </w:p>
        </w:tc>
        <w:tc>
          <w:tcPr>
            <w:tcW w:w="671" w:type="dxa"/>
            <w:tcBorders>
              <w:top w:val="single" w:sz="4" w:space="0" w:color="auto"/>
              <w:left w:val="single" w:sz="4" w:space="0" w:color="auto"/>
              <w:bottom w:val="single" w:sz="4" w:space="0" w:color="auto"/>
              <w:right w:val="single" w:sz="4" w:space="0" w:color="auto"/>
            </w:tcBorders>
          </w:tcPr>
          <w:p w14:paraId="4C37057B" w14:textId="77777777" w:rsidR="00C25B7D" w:rsidRPr="00E062F1" w:rsidRDefault="00C25B7D" w:rsidP="00C25B7D">
            <w:pPr>
              <w:pStyle w:val="TAC"/>
              <w:rPr>
                <w:szCs w:val="18"/>
                <w:lang w:eastAsia="zh-CN"/>
              </w:rPr>
            </w:pPr>
            <w:r>
              <w:rPr>
                <w:rFonts w:hint="eastAsia"/>
                <w:szCs w:val="18"/>
                <w:lang w:eastAsia="zh-CN"/>
              </w:rPr>
              <w:t>5</w:t>
            </w:r>
          </w:p>
        </w:tc>
        <w:tc>
          <w:tcPr>
            <w:tcW w:w="673" w:type="dxa"/>
            <w:tcBorders>
              <w:top w:val="single" w:sz="4" w:space="0" w:color="auto"/>
              <w:left w:val="single" w:sz="4" w:space="0" w:color="auto"/>
              <w:bottom w:val="single" w:sz="4" w:space="0" w:color="auto"/>
              <w:right w:val="single" w:sz="4" w:space="0" w:color="auto"/>
            </w:tcBorders>
          </w:tcPr>
          <w:p w14:paraId="75DA1E51"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4BC9F313"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D7EFE3D"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BEC37F0"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202ABA7F"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2241587B"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3FEC1EF4"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606C604A"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38B6D512"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5918D360"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287200CA"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89502FA"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479FF022"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5DCC34D9" w14:textId="77777777" w:rsidR="00C25B7D" w:rsidRPr="00E062F1" w:rsidRDefault="00C25B7D" w:rsidP="00C25B7D">
            <w:pPr>
              <w:pStyle w:val="TAC"/>
              <w:rPr>
                <w:rFonts w:eastAsia="Yu Mincho"/>
                <w:szCs w:val="18"/>
              </w:rPr>
            </w:pPr>
          </w:p>
        </w:tc>
        <w:tc>
          <w:tcPr>
            <w:tcW w:w="1345" w:type="dxa"/>
            <w:tcBorders>
              <w:top w:val="single" w:sz="4" w:space="0" w:color="auto"/>
              <w:left w:val="single" w:sz="4" w:space="0" w:color="auto"/>
              <w:bottom w:val="nil"/>
              <w:right w:val="single" w:sz="4" w:space="0" w:color="auto"/>
            </w:tcBorders>
            <w:shd w:val="clear" w:color="auto" w:fill="auto"/>
          </w:tcPr>
          <w:p w14:paraId="7E144344" w14:textId="77777777" w:rsidR="00C25B7D" w:rsidRPr="00E062F1" w:rsidRDefault="00C25B7D" w:rsidP="00C25B7D">
            <w:pPr>
              <w:pStyle w:val="TAC"/>
              <w:rPr>
                <w:lang w:eastAsia="zh-CN"/>
              </w:rPr>
            </w:pPr>
            <w:r>
              <w:rPr>
                <w:rFonts w:hint="eastAsia"/>
                <w:lang w:eastAsia="zh-CN"/>
              </w:rPr>
              <w:t>0</w:t>
            </w:r>
          </w:p>
        </w:tc>
      </w:tr>
      <w:tr w:rsidR="00C25B7D" w:rsidRPr="00E062F1" w14:paraId="3D76A6B7"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57D3132"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3ED52A53" w14:textId="77777777" w:rsidR="00C25B7D" w:rsidRPr="00E062F1" w:rsidRDefault="00C25B7D" w:rsidP="00C25B7D">
            <w:pPr>
              <w:pStyle w:val="TAC"/>
            </w:pPr>
          </w:p>
        </w:tc>
        <w:tc>
          <w:tcPr>
            <w:tcW w:w="737" w:type="dxa"/>
            <w:tcBorders>
              <w:top w:val="single" w:sz="4" w:space="0" w:color="auto"/>
              <w:left w:val="single" w:sz="4" w:space="0" w:color="auto"/>
              <w:right w:val="single" w:sz="4" w:space="0" w:color="auto"/>
            </w:tcBorders>
          </w:tcPr>
          <w:p w14:paraId="12C57FDB" w14:textId="77777777" w:rsidR="00C25B7D" w:rsidRPr="00E062F1" w:rsidRDefault="00C25B7D" w:rsidP="00C25B7D">
            <w:pPr>
              <w:pStyle w:val="TAC"/>
              <w:rPr>
                <w:lang w:eastAsia="zh-CN"/>
              </w:rPr>
            </w:pPr>
            <w:r w:rsidRPr="00E062F1">
              <w:rPr>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3DC6B5E6" w14:textId="23A9461A" w:rsidR="00C25B7D" w:rsidRPr="00E062F1" w:rsidRDefault="00C25B7D" w:rsidP="00C25B7D">
            <w:pPr>
              <w:pStyle w:val="TAC"/>
              <w:rPr>
                <w:rFonts w:eastAsia="Yu Mincho"/>
                <w:szCs w:val="18"/>
              </w:rPr>
            </w:pPr>
            <w:r w:rsidRPr="00E062F1">
              <w:rPr>
                <w:rFonts w:cs="Arial"/>
                <w:lang w:eastAsia="ja-JP"/>
              </w:rPr>
              <w:t>CA_n26</w:t>
            </w:r>
            <w:r w:rsidRPr="00E062F1">
              <w:rPr>
                <w:rFonts w:cs="Arial"/>
                <w:lang w:eastAsia="zh-CN"/>
              </w:rPr>
              <w:t>1</w:t>
            </w:r>
            <w:r w:rsidRPr="00E062F1">
              <w:rPr>
                <w:rFonts w:cs="Arial"/>
                <w:lang w:eastAsia="ja-JP"/>
              </w:rPr>
              <w:t>(2A)</w:t>
            </w:r>
          </w:p>
        </w:tc>
        <w:tc>
          <w:tcPr>
            <w:tcW w:w="1345" w:type="dxa"/>
            <w:tcBorders>
              <w:top w:val="nil"/>
              <w:left w:val="single" w:sz="4" w:space="0" w:color="auto"/>
              <w:bottom w:val="single" w:sz="4" w:space="0" w:color="auto"/>
              <w:right w:val="single" w:sz="4" w:space="0" w:color="auto"/>
            </w:tcBorders>
            <w:shd w:val="clear" w:color="auto" w:fill="auto"/>
          </w:tcPr>
          <w:p w14:paraId="0B3CFB05" w14:textId="77777777" w:rsidR="00C25B7D" w:rsidRPr="00E062F1" w:rsidRDefault="00C25B7D" w:rsidP="00C25B7D">
            <w:pPr>
              <w:pStyle w:val="TAC"/>
              <w:rPr>
                <w:lang w:eastAsia="zh-CN"/>
              </w:rPr>
            </w:pPr>
          </w:p>
        </w:tc>
      </w:tr>
      <w:tr w:rsidR="00C25B7D" w:rsidRPr="00E062F1" w14:paraId="7FA9D086"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6F7F6FFC" w14:textId="77777777" w:rsidR="00C25B7D" w:rsidRPr="00E062F1" w:rsidRDefault="00C25B7D" w:rsidP="00C25B7D">
            <w:pPr>
              <w:pStyle w:val="TAC"/>
            </w:pPr>
            <w:r w:rsidRPr="00E062F1">
              <w:lastRenderedPageBreak/>
              <w:t>CA_n</w:t>
            </w:r>
            <w:r w:rsidRPr="00E062F1">
              <w:rPr>
                <w:lang w:eastAsia="zh-CN"/>
              </w:rPr>
              <w:t>77</w:t>
            </w:r>
            <w:r w:rsidRPr="00E062F1">
              <w:t>A-n</w:t>
            </w:r>
            <w:r w:rsidRPr="00E062F1">
              <w:rPr>
                <w:lang w:eastAsia="zh-CN"/>
              </w:rPr>
              <w:t>257</w:t>
            </w:r>
            <w:r w:rsidRPr="00E062F1">
              <w:t>A</w:t>
            </w:r>
          </w:p>
        </w:tc>
        <w:tc>
          <w:tcPr>
            <w:tcW w:w="1232" w:type="dxa"/>
            <w:tcBorders>
              <w:left w:val="single" w:sz="4" w:space="0" w:color="auto"/>
              <w:bottom w:val="nil"/>
              <w:right w:val="single" w:sz="4" w:space="0" w:color="auto"/>
            </w:tcBorders>
            <w:shd w:val="clear" w:color="auto" w:fill="auto"/>
          </w:tcPr>
          <w:p w14:paraId="06F8139B" w14:textId="77777777" w:rsidR="00C25B7D" w:rsidRPr="00E062F1" w:rsidRDefault="00C25B7D" w:rsidP="00C25B7D">
            <w:pPr>
              <w:pStyle w:val="TAC"/>
            </w:pPr>
            <w:r w:rsidRPr="00E062F1">
              <w:t>CA_n</w:t>
            </w:r>
            <w:r w:rsidRPr="00E062F1">
              <w:rPr>
                <w:lang w:eastAsia="zh-CN"/>
              </w:rPr>
              <w:t>77</w:t>
            </w:r>
            <w:r w:rsidRPr="00E062F1">
              <w:t>A-n</w:t>
            </w:r>
            <w:r w:rsidRPr="00E062F1">
              <w:rPr>
                <w:lang w:eastAsia="zh-CN"/>
              </w:rPr>
              <w:t>257</w:t>
            </w:r>
            <w:r w:rsidRPr="00E062F1">
              <w:t>A</w:t>
            </w:r>
          </w:p>
        </w:tc>
        <w:tc>
          <w:tcPr>
            <w:tcW w:w="737" w:type="dxa"/>
            <w:tcBorders>
              <w:left w:val="single" w:sz="4" w:space="0" w:color="auto"/>
              <w:bottom w:val="single" w:sz="4" w:space="0" w:color="auto"/>
              <w:right w:val="single" w:sz="4" w:space="0" w:color="auto"/>
            </w:tcBorders>
          </w:tcPr>
          <w:p w14:paraId="7614DAED" w14:textId="77777777" w:rsidR="00C25B7D" w:rsidRPr="00E062F1" w:rsidRDefault="00C25B7D" w:rsidP="00C25B7D">
            <w:pPr>
              <w:pStyle w:val="TAC"/>
            </w:pPr>
            <w:r w:rsidRPr="00E062F1">
              <w:rPr>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6ECCEEB9"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46EF1C27"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E17E234"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54DBD28"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25E8053"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1E6DACFF"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09278FE" w14:textId="77777777" w:rsidR="00C25B7D" w:rsidRPr="00E062F1" w:rsidRDefault="00C25B7D" w:rsidP="00C25B7D">
            <w:pPr>
              <w:pStyle w:val="TAC"/>
              <w:rPr>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3E38979E"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C1D5F3E"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DDB950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BF02C24"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7DA46AF" w14:textId="77777777" w:rsidR="00C25B7D" w:rsidRPr="00E062F1" w:rsidRDefault="00C25B7D" w:rsidP="00C25B7D">
            <w:pPr>
              <w:pStyle w:val="TAC"/>
              <w:rPr>
                <w:rFonts w:cs="Arial"/>
                <w:lang w:eastAsia="zh-CN"/>
              </w:rPr>
            </w:pPr>
            <w:r>
              <w:rPr>
                <w:rFonts w:cs="Arial" w:hint="eastAsia"/>
                <w:lang w:eastAsia="zh-CN"/>
              </w:rPr>
              <w:t>90</w:t>
            </w:r>
          </w:p>
        </w:tc>
        <w:tc>
          <w:tcPr>
            <w:tcW w:w="671" w:type="dxa"/>
            <w:tcBorders>
              <w:top w:val="single" w:sz="4" w:space="0" w:color="auto"/>
              <w:left w:val="single" w:sz="4" w:space="0" w:color="auto"/>
              <w:bottom w:val="single" w:sz="4" w:space="0" w:color="auto"/>
              <w:right w:val="single" w:sz="4" w:space="0" w:color="auto"/>
            </w:tcBorders>
          </w:tcPr>
          <w:p w14:paraId="7BD666BC"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6B303F38"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34F62A2D" w14:textId="77777777" w:rsidR="00C25B7D" w:rsidRPr="00E062F1" w:rsidRDefault="00C25B7D" w:rsidP="00C25B7D">
            <w:pPr>
              <w:pStyle w:val="TAC"/>
              <w:rPr>
                <w:rFonts w:cs="Arial"/>
                <w:lang w:eastAsia="zh-CN"/>
              </w:rPr>
            </w:pPr>
          </w:p>
        </w:tc>
        <w:tc>
          <w:tcPr>
            <w:tcW w:w="1345" w:type="dxa"/>
            <w:tcBorders>
              <w:left w:val="single" w:sz="4" w:space="0" w:color="auto"/>
              <w:bottom w:val="nil"/>
              <w:right w:val="single" w:sz="4" w:space="0" w:color="auto"/>
            </w:tcBorders>
            <w:shd w:val="clear" w:color="auto" w:fill="auto"/>
          </w:tcPr>
          <w:p w14:paraId="62BCCA4D" w14:textId="77777777" w:rsidR="00C25B7D" w:rsidRPr="00E062F1" w:rsidRDefault="00C25B7D" w:rsidP="00C25B7D">
            <w:pPr>
              <w:pStyle w:val="TAC"/>
              <w:rPr>
                <w:lang w:eastAsia="zh-CN"/>
              </w:rPr>
            </w:pPr>
            <w:r>
              <w:rPr>
                <w:rFonts w:hint="eastAsia"/>
                <w:lang w:eastAsia="zh-CN"/>
              </w:rPr>
              <w:t>0</w:t>
            </w:r>
          </w:p>
        </w:tc>
      </w:tr>
      <w:tr w:rsidR="00C25B7D" w:rsidRPr="00E062F1" w14:paraId="5482EE85"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0B19BBE"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28B093A1" w14:textId="77777777" w:rsidR="00C25B7D" w:rsidRPr="00E062F1" w:rsidRDefault="00C25B7D" w:rsidP="00C25B7D">
            <w:pPr>
              <w:pStyle w:val="TAC"/>
            </w:pPr>
          </w:p>
        </w:tc>
        <w:tc>
          <w:tcPr>
            <w:tcW w:w="737" w:type="dxa"/>
            <w:tcBorders>
              <w:left w:val="single" w:sz="4" w:space="0" w:color="auto"/>
              <w:bottom w:val="single" w:sz="4" w:space="0" w:color="auto"/>
              <w:right w:val="single" w:sz="4" w:space="0" w:color="auto"/>
            </w:tcBorders>
          </w:tcPr>
          <w:p w14:paraId="191C4588" w14:textId="77777777" w:rsidR="00C25B7D" w:rsidRPr="00E062F1" w:rsidRDefault="00C25B7D" w:rsidP="00C25B7D">
            <w:pPr>
              <w:pStyle w:val="TAC"/>
            </w:pPr>
            <w:r w:rsidRPr="00E062F1">
              <w:rPr>
                <w:lang w:eastAsia="zh-CN"/>
              </w:rPr>
              <w:t>n257</w:t>
            </w:r>
          </w:p>
        </w:tc>
        <w:tc>
          <w:tcPr>
            <w:tcW w:w="671" w:type="dxa"/>
            <w:tcBorders>
              <w:top w:val="single" w:sz="4" w:space="0" w:color="auto"/>
              <w:left w:val="single" w:sz="4" w:space="0" w:color="auto"/>
              <w:bottom w:val="single" w:sz="4" w:space="0" w:color="auto"/>
              <w:right w:val="single" w:sz="4" w:space="0" w:color="auto"/>
            </w:tcBorders>
          </w:tcPr>
          <w:p w14:paraId="72988663"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6068872A"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5163232"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5F907D22"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51D5A71"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122379C5"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6033070"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3662987"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1540F2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0D68020"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FFDF22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C3F107F"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6A6886AA"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4703203E" w14:textId="77777777" w:rsidR="00C25B7D" w:rsidRPr="00E062F1" w:rsidRDefault="00C25B7D" w:rsidP="00C25B7D">
            <w:pPr>
              <w:pStyle w:val="TAC"/>
              <w:rPr>
                <w:rFonts w:cs="Arial"/>
                <w:lang w:eastAsia="zh-CN"/>
              </w:rPr>
            </w:pPr>
            <w:r>
              <w:rPr>
                <w:rFonts w:cs="Arial"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5DF8C75C" w14:textId="77777777" w:rsidR="00C25B7D" w:rsidRPr="00E062F1" w:rsidRDefault="00C25B7D" w:rsidP="00C25B7D">
            <w:pPr>
              <w:pStyle w:val="TAC"/>
              <w:rPr>
                <w:rFonts w:cs="Arial"/>
                <w:lang w:eastAsia="zh-CN"/>
              </w:rPr>
            </w:pPr>
            <w:r>
              <w:rPr>
                <w:rFonts w:cs="Arial"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2C04F049" w14:textId="77777777" w:rsidR="00C25B7D" w:rsidRPr="00E062F1" w:rsidRDefault="00C25B7D" w:rsidP="00C25B7D">
            <w:pPr>
              <w:pStyle w:val="TAC"/>
              <w:rPr>
                <w:lang w:eastAsia="zh-CN"/>
              </w:rPr>
            </w:pPr>
          </w:p>
        </w:tc>
      </w:tr>
      <w:tr w:rsidR="00C25B7D" w:rsidRPr="00E062F1" w14:paraId="6C6C193F"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13BF7912" w14:textId="77777777" w:rsidR="00C25B7D" w:rsidRPr="00E062F1" w:rsidRDefault="00C25B7D" w:rsidP="00C25B7D">
            <w:pPr>
              <w:pStyle w:val="TAC"/>
            </w:pPr>
            <w:r w:rsidRPr="00E062F1">
              <w:t>CA_n</w:t>
            </w:r>
            <w:r w:rsidRPr="00E062F1">
              <w:rPr>
                <w:lang w:eastAsia="zh-CN"/>
              </w:rPr>
              <w:t>77</w:t>
            </w:r>
            <w:r w:rsidRPr="00E062F1">
              <w:t>A-n</w:t>
            </w:r>
            <w:r w:rsidRPr="00E062F1">
              <w:rPr>
                <w:lang w:eastAsia="zh-CN"/>
              </w:rPr>
              <w:t>257D</w:t>
            </w:r>
          </w:p>
        </w:tc>
        <w:tc>
          <w:tcPr>
            <w:tcW w:w="1232" w:type="dxa"/>
            <w:tcBorders>
              <w:left w:val="single" w:sz="4" w:space="0" w:color="auto"/>
              <w:bottom w:val="nil"/>
              <w:right w:val="single" w:sz="4" w:space="0" w:color="auto"/>
            </w:tcBorders>
            <w:shd w:val="clear" w:color="auto" w:fill="auto"/>
          </w:tcPr>
          <w:p w14:paraId="0893CC3D" w14:textId="77777777" w:rsidR="0035585D" w:rsidRPr="00E062F1" w:rsidRDefault="00C25B7D" w:rsidP="0035585D">
            <w:pPr>
              <w:pStyle w:val="TAC"/>
              <w:rPr>
                <w:rFonts w:cs="Arial"/>
                <w:szCs w:val="18"/>
              </w:rPr>
            </w:pPr>
            <w:r w:rsidRPr="00E062F1">
              <w:t>CA_n</w:t>
            </w:r>
            <w:r w:rsidRPr="00E062F1">
              <w:rPr>
                <w:lang w:eastAsia="zh-CN"/>
              </w:rPr>
              <w:t>77</w:t>
            </w:r>
            <w:r w:rsidRPr="00E062F1">
              <w:t>A-n</w:t>
            </w:r>
            <w:r w:rsidRPr="00E062F1">
              <w:rPr>
                <w:lang w:eastAsia="zh-CN"/>
              </w:rPr>
              <w:t>257</w:t>
            </w:r>
            <w:r w:rsidRPr="00E062F1">
              <w:t>A</w:t>
            </w:r>
          </w:p>
          <w:p w14:paraId="339450D3" w14:textId="290EFDE7" w:rsidR="00C25B7D" w:rsidRPr="00E062F1" w:rsidRDefault="00C25B7D" w:rsidP="00C25B7D">
            <w:pPr>
              <w:pStyle w:val="TAC"/>
            </w:pPr>
            <w:r w:rsidRPr="00E062F1">
              <w:t>CA_n</w:t>
            </w:r>
            <w:r w:rsidRPr="00E062F1">
              <w:rPr>
                <w:lang w:eastAsia="zh-CN"/>
              </w:rPr>
              <w:t>77</w:t>
            </w:r>
            <w:r w:rsidRPr="00E062F1">
              <w:t>A-n</w:t>
            </w:r>
            <w:r w:rsidRPr="00E062F1">
              <w:rPr>
                <w:lang w:eastAsia="zh-CN"/>
              </w:rPr>
              <w:t>257D</w:t>
            </w:r>
          </w:p>
        </w:tc>
        <w:tc>
          <w:tcPr>
            <w:tcW w:w="737" w:type="dxa"/>
            <w:tcBorders>
              <w:left w:val="single" w:sz="4" w:space="0" w:color="auto"/>
              <w:right w:val="single" w:sz="4" w:space="0" w:color="auto"/>
            </w:tcBorders>
          </w:tcPr>
          <w:p w14:paraId="5BED8BB6" w14:textId="77777777" w:rsidR="00C25B7D" w:rsidRPr="00E062F1" w:rsidRDefault="00C25B7D" w:rsidP="00C25B7D">
            <w:pPr>
              <w:pStyle w:val="TAC"/>
              <w:rPr>
                <w:lang w:eastAsia="zh-CN"/>
              </w:rPr>
            </w:pPr>
            <w:r w:rsidRPr="00E062F1">
              <w:rPr>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32EF871A"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2A1ECEC8"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7AEF9C6E"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55116A1"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2DE0345"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A302D4E"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6546EEDD"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6D4672D8"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2B0AB26"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0EA2B330"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12C0FEE0"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10FE80F7" w14:textId="77777777" w:rsidR="00C25B7D" w:rsidRPr="005F427A" w:rsidRDefault="00C25B7D" w:rsidP="00C25B7D">
            <w:pPr>
              <w:pStyle w:val="TAC"/>
              <w:rPr>
                <w:rFonts w:eastAsiaTheme="minorEastAsia"/>
                <w:szCs w:val="18"/>
                <w:lang w:eastAsia="zh-CN"/>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0EA62FF1"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1889EA79"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7DF4E717"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375253F8" w14:textId="77777777" w:rsidR="00C25B7D" w:rsidRPr="00E062F1" w:rsidRDefault="00C25B7D" w:rsidP="00C25B7D">
            <w:pPr>
              <w:pStyle w:val="TAC"/>
              <w:rPr>
                <w:lang w:eastAsia="zh-CN"/>
              </w:rPr>
            </w:pPr>
            <w:r>
              <w:rPr>
                <w:rFonts w:hint="eastAsia"/>
                <w:lang w:eastAsia="zh-CN"/>
              </w:rPr>
              <w:t>0</w:t>
            </w:r>
          </w:p>
        </w:tc>
      </w:tr>
      <w:tr w:rsidR="00C25B7D" w:rsidRPr="00E062F1" w14:paraId="7D910ADF"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A118305"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5CDC177A" w14:textId="77777777" w:rsidR="00C25B7D" w:rsidRPr="00E062F1" w:rsidRDefault="00C25B7D" w:rsidP="00C25B7D">
            <w:pPr>
              <w:pStyle w:val="TAC"/>
            </w:pPr>
          </w:p>
        </w:tc>
        <w:tc>
          <w:tcPr>
            <w:tcW w:w="737" w:type="dxa"/>
            <w:tcBorders>
              <w:left w:val="single" w:sz="4" w:space="0" w:color="auto"/>
              <w:right w:val="single" w:sz="4" w:space="0" w:color="auto"/>
            </w:tcBorders>
          </w:tcPr>
          <w:p w14:paraId="027D9A29" w14:textId="77777777" w:rsidR="00C25B7D" w:rsidRPr="00E062F1" w:rsidRDefault="00C25B7D" w:rsidP="00C25B7D">
            <w:pPr>
              <w:pStyle w:val="TAC"/>
              <w:rPr>
                <w:lang w:eastAsia="zh-CN"/>
              </w:rPr>
            </w:pPr>
            <w:r w:rsidRPr="00E062F1">
              <w:rPr>
                <w:lang w:eastAsia="zh-CN"/>
              </w:rPr>
              <w:t>n25</w:t>
            </w:r>
            <w:r w:rsidRPr="00E062F1">
              <w:t>7</w:t>
            </w:r>
          </w:p>
        </w:tc>
        <w:tc>
          <w:tcPr>
            <w:tcW w:w="10073" w:type="dxa"/>
            <w:gridSpan w:val="18"/>
            <w:tcBorders>
              <w:top w:val="single" w:sz="4" w:space="0" w:color="auto"/>
              <w:left w:val="single" w:sz="4" w:space="0" w:color="auto"/>
              <w:bottom w:val="single" w:sz="4" w:space="0" w:color="auto"/>
              <w:right w:val="single" w:sz="4" w:space="0" w:color="auto"/>
            </w:tcBorders>
          </w:tcPr>
          <w:p w14:paraId="278FCD85" w14:textId="3D741616" w:rsidR="00C25B7D" w:rsidRPr="00E062F1" w:rsidRDefault="00C25B7D" w:rsidP="00C25B7D">
            <w:pPr>
              <w:pStyle w:val="TAC"/>
              <w:rPr>
                <w:rFonts w:eastAsia="Yu Mincho"/>
                <w:szCs w:val="18"/>
              </w:rPr>
            </w:pPr>
            <w:r w:rsidRPr="00E062F1">
              <w:rPr>
                <w:rFonts w:cs="Arial"/>
                <w:lang w:eastAsia="ja-JP"/>
              </w:rPr>
              <w:t>CA_n257D</w:t>
            </w:r>
          </w:p>
        </w:tc>
        <w:tc>
          <w:tcPr>
            <w:tcW w:w="1345" w:type="dxa"/>
            <w:tcBorders>
              <w:top w:val="nil"/>
              <w:left w:val="single" w:sz="4" w:space="0" w:color="auto"/>
              <w:bottom w:val="single" w:sz="4" w:space="0" w:color="auto"/>
              <w:right w:val="single" w:sz="4" w:space="0" w:color="auto"/>
            </w:tcBorders>
            <w:shd w:val="clear" w:color="auto" w:fill="auto"/>
          </w:tcPr>
          <w:p w14:paraId="52CC2AC1" w14:textId="77777777" w:rsidR="00C25B7D" w:rsidRPr="00E062F1" w:rsidRDefault="00C25B7D" w:rsidP="00C25B7D">
            <w:pPr>
              <w:pStyle w:val="TAC"/>
              <w:rPr>
                <w:lang w:eastAsia="zh-CN"/>
              </w:rPr>
            </w:pPr>
          </w:p>
        </w:tc>
      </w:tr>
      <w:tr w:rsidR="00C25B7D" w:rsidRPr="00E062F1" w14:paraId="520A6920"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71F55496" w14:textId="77777777" w:rsidR="00C25B7D" w:rsidRPr="00E062F1" w:rsidRDefault="00C25B7D" w:rsidP="00C25B7D">
            <w:pPr>
              <w:pStyle w:val="TAC"/>
            </w:pPr>
            <w:r w:rsidRPr="00E062F1">
              <w:t>CA_n</w:t>
            </w:r>
            <w:r w:rsidRPr="00E062F1">
              <w:rPr>
                <w:lang w:eastAsia="zh-CN"/>
              </w:rPr>
              <w:t>77</w:t>
            </w:r>
            <w:r w:rsidRPr="00E062F1">
              <w:t>A-n</w:t>
            </w:r>
            <w:r w:rsidRPr="00E062F1">
              <w:rPr>
                <w:lang w:eastAsia="zh-CN"/>
              </w:rPr>
              <w:t>257E</w:t>
            </w:r>
          </w:p>
        </w:tc>
        <w:tc>
          <w:tcPr>
            <w:tcW w:w="1232" w:type="dxa"/>
            <w:tcBorders>
              <w:top w:val="single" w:sz="4" w:space="0" w:color="auto"/>
              <w:left w:val="single" w:sz="4" w:space="0" w:color="auto"/>
              <w:bottom w:val="nil"/>
              <w:right w:val="single" w:sz="4" w:space="0" w:color="auto"/>
            </w:tcBorders>
            <w:shd w:val="clear" w:color="auto" w:fill="auto"/>
          </w:tcPr>
          <w:p w14:paraId="6BBAE584" w14:textId="77777777" w:rsidR="00C25B7D" w:rsidRPr="00E062F1" w:rsidRDefault="00C25B7D" w:rsidP="00C25B7D">
            <w:pPr>
              <w:pStyle w:val="TAC"/>
            </w:pPr>
            <w:r w:rsidRPr="00E062F1">
              <w:t>CA_n</w:t>
            </w:r>
            <w:r w:rsidRPr="00E062F1">
              <w:rPr>
                <w:lang w:eastAsia="zh-CN"/>
              </w:rPr>
              <w:t>77</w:t>
            </w:r>
            <w:r w:rsidRPr="00E062F1">
              <w:t>A-n</w:t>
            </w:r>
            <w:r w:rsidRPr="00E062F1">
              <w:rPr>
                <w:lang w:eastAsia="zh-CN"/>
              </w:rPr>
              <w:t>257</w:t>
            </w:r>
            <w:r w:rsidRPr="00E062F1">
              <w:t>A</w:t>
            </w:r>
          </w:p>
        </w:tc>
        <w:tc>
          <w:tcPr>
            <w:tcW w:w="737" w:type="dxa"/>
            <w:tcBorders>
              <w:top w:val="single" w:sz="4" w:space="0" w:color="auto"/>
              <w:left w:val="single" w:sz="4" w:space="0" w:color="auto"/>
              <w:bottom w:val="single" w:sz="4" w:space="0" w:color="auto"/>
              <w:right w:val="single" w:sz="4" w:space="0" w:color="auto"/>
            </w:tcBorders>
          </w:tcPr>
          <w:p w14:paraId="7C03EFDC" w14:textId="77777777" w:rsidR="00C25B7D" w:rsidRPr="00E062F1" w:rsidRDefault="00C25B7D" w:rsidP="00C25B7D">
            <w:pPr>
              <w:pStyle w:val="TAC"/>
              <w:rPr>
                <w:lang w:eastAsia="zh-CN"/>
              </w:rPr>
            </w:pPr>
            <w:r w:rsidRPr="00E062F1">
              <w:rPr>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66A54AC8" w14:textId="77777777" w:rsidR="00C25B7D" w:rsidRPr="00E062F1" w:rsidRDefault="00C25B7D" w:rsidP="00C25B7D">
            <w:pPr>
              <w:pStyle w:val="TAC"/>
              <w:rPr>
                <w:rFonts w:cs="Arial"/>
                <w:lang w:eastAsia="zh-CN"/>
              </w:rPr>
            </w:pPr>
          </w:p>
        </w:tc>
        <w:tc>
          <w:tcPr>
            <w:tcW w:w="673" w:type="dxa"/>
            <w:tcBorders>
              <w:top w:val="single" w:sz="4" w:space="0" w:color="auto"/>
              <w:left w:val="single" w:sz="4" w:space="0" w:color="auto"/>
              <w:bottom w:val="single" w:sz="4" w:space="0" w:color="auto"/>
              <w:right w:val="single" w:sz="4" w:space="0" w:color="auto"/>
            </w:tcBorders>
          </w:tcPr>
          <w:p w14:paraId="6E32C9FF"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2D7C38B2"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197BE49"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56BC426" w14:textId="77777777" w:rsidR="00C25B7D" w:rsidRPr="00E062F1" w:rsidRDefault="00C25B7D" w:rsidP="00C25B7D">
            <w:pPr>
              <w:pStyle w:val="TAC"/>
              <w:rPr>
                <w:rFonts w:cs="Arial"/>
                <w:lang w:eastAsia="ja-JP"/>
              </w:rPr>
            </w:pPr>
          </w:p>
        </w:tc>
        <w:tc>
          <w:tcPr>
            <w:tcW w:w="671" w:type="dxa"/>
            <w:gridSpan w:val="2"/>
            <w:tcBorders>
              <w:top w:val="single" w:sz="4" w:space="0" w:color="auto"/>
              <w:left w:val="single" w:sz="4" w:space="0" w:color="auto"/>
              <w:bottom w:val="single" w:sz="4" w:space="0" w:color="auto"/>
              <w:right w:val="single" w:sz="4" w:space="0" w:color="auto"/>
            </w:tcBorders>
          </w:tcPr>
          <w:p w14:paraId="1250A02D"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3A1DA4EE"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1E4D1C59"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F454CAA"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709AD06D"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E3AC80D" w14:textId="77777777" w:rsidR="00C25B7D" w:rsidRPr="005F427A" w:rsidRDefault="00C25B7D" w:rsidP="00C25B7D">
            <w:pPr>
              <w:pStyle w:val="TAC"/>
              <w:rPr>
                <w:rFonts w:eastAsiaTheme="minorEastAsia"/>
                <w:szCs w:val="18"/>
                <w:lang w:eastAsia="zh-CN"/>
              </w:rPr>
            </w:pPr>
            <w:r>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30198EA3" w14:textId="77777777" w:rsidR="00C25B7D" w:rsidRPr="005F427A" w:rsidRDefault="00C25B7D" w:rsidP="00C25B7D">
            <w:pPr>
              <w:pStyle w:val="TAC"/>
              <w:rPr>
                <w:rFonts w:eastAsiaTheme="minorEastAsia"/>
                <w:szCs w:val="18"/>
                <w:lang w:eastAsia="zh-CN"/>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5F81DD0D"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140A33C3"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667072DD" w14:textId="77777777" w:rsidR="00C25B7D" w:rsidRPr="00E062F1" w:rsidRDefault="00C25B7D" w:rsidP="00C25B7D">
            <w:pPr>
              <w:pStyle w:val="TAC"/>
              <w:rPr>
                <w:rFonts w:eastAsia="Yu Mincho"/>
                <w:szCs w:val="18"/>
              </w:rPr>
            </w:pPr>
          </w:p>
        </w:tc>
        <w:tc>
          <w:tcPr>
            <w:tcW w:w="1345" w:type="dxa"/>
            <w:tcBorders>
              <w:top w:val="single" w:sz="4" w:space="0" w:color="auto"/>
              <w:left w:val="single" w:sz="4" w:space="0" w:color="auto"/>
              <w:bottom w:val="nil"/>
              <w:right w:val="single" w:sz="4" w:space="0" w:color="auto"/>
            </w:tcBorders>
            <w:shd w:val="clear" w:color="auto" w:fill="auto"/>
          </w:tcPr>
          <w:p w14:paraId="02F37CE1" w14:textId="77777777" w:rsidR="00C25B7D" w:rsidRPr="005F427A" w:rsidRDefault="00C25B7D" w:rsidP="00C25B7D">
            <w:pPr>
              <w:pStyle w:val="TAC"/>
              <w:rPr>
                <w:rFonts w:eastAsiaTheme="minorEastAsia"/>
                <w:szCs w:val="18"/>
                <w:lang w:eastAsia="zh-CN"/>
              </w:rPr>
            </w:pPr>
            <w:r>
              <w:rPr>
                <w:rFonts w:hint="eastAsia"/>
                <w:szCs w:val="18"/>
                <w:lang w:eastAsia="zh-CN"/>
              </w:rPr>
              <w:t>0</w:t>
            </w:r>
          </w:p>
        </w:tc>
      </w:tr>
      <w:tr w:rsidR="00C25B7D" w:rsidRPr="00E062F1" w14:paraId="02ED85DD"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46FE2F7"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0363159F" w14:textId="77777777" w:rsidR="00C25B7D" w:rsidRPr="00E062F1" w:rsidRDefault="00C25B7D" w:rsidP="00C25B7D">
            <w:pPr>
              <w:pStyle w:val="TAC"/>
            </w:pPr>
          </w:p>
        </w:tc>
        <w:tc>
          <w:tcPr>
            <w:tcW w:w="737" w:type="dxa"/>
            <w:tcBorders>
              <w:top w:val="single" w:sz="4" w:space="0" w:color="auto"/>
              <w:left w:val="single" w:sz="4" w:space="0" w:color="auto"/>
              <w:bottom w:val="single" w:sz="4" w:space="0" w:color="auto"/>
              <w:right w:val="single" w:sz="4" w:space="0" w:color="auto"/>
            </w:tcBorders>
          </w:tcPr>
          <w:p w14:paraId="0B4119DB" w14:textId="77777777" w:rsidR="00C25B7D" w:rsidRPr="00E062F1" w:rsidRDefault="00C25B7D" w:rsidP="00C25B7D">
            <w:pPr>
              <w:pStyle w:val="TAC"/>
              <w:rPr>
                <w:lang w:eastAsia="zh-CN"/>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5B8996A9" w14:textId="1EE3EAB6" w:rsidR="00C25B7D" w:rsidRPr="00E062F1" w:rsidRDefault="00C25B7D" w:rsidP="00C25B7D">
            <w:pPr>
              <w:pStyle w:val="TAC"/>
              <w:rPr>
                <w:rFonts w:eastAsia="Yu Mincho"/>
                <w:szCs w:val="18"/>
              </w:rPr>
            </w:pPr>
            <w:r w:rsidRPr="00E062F1">
              <w:rPr>
                <w:rFonts w:cs="Arial"/>
                <w:lang w:eastAsia="ja-JP"/>
              </w:rPr>
              <w:t>CA_n257E</w:t>
            </w:r>
          </w:p>
        </w:tc>
        <w:tc>
          <w:tcPr>
            <w:tcW w:w="1345" w:type="dxa"/>
            <w:tcBorders>
              <w:top w:val="nil"/>
              <w:left w:val="single" w:sz="4" w:space="0" w:color="auto"/>
              <w:bottom w:val="single" w:sz="4" w:space="0" w:color="auto"/>
              <w:right w:val="single" w:sz="4" w:space="0" w:color="auto"/>
            </w:tcBorders>
            <w:shd w:val="clear" w:color="auto" w:fill="auto"/>
          </w:tcPr>
          <w:p w14:paraId="4865C2C3" w14:textId="77777777" w:rsidR="00C25B7D" w:rsidRPr="00E062F1" w:rsidRDefault="00C25B7D" w:rsidP="00C25B7D">
            <w:pPr>
              <w:pStyle w:val="TAC"/>
              <w:rPr>
                <w:rFonts w:eastAsia="Yu Mincho"/>
                <w:szCs w:val="18"/>
              </w:rPr>
            </w:pPr>
          </w:p>
        </w:tc>
      </w:tr>
      <w:tr w:rsidR="00C25B7D" w:rsidRPr="00E062F1" w14:paraId="54502080"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23F8BE87" w14:textId="77777777" w:rsidR="00C25B7D" w:rsidRPr="00E062F1" w:rsidRDefault="00C25B7D" w:rsidP="00C25B7D">
            <w:pPr>
              <w:pStyle w:val="TAC"/>
              <w:rPr>
                <w:rFonts w:cs="Arial"/>
                <w:kern w:val="2"/>
                <w:szCs w:val="24"/>
              </w:rPr>
            </w:pPr>
            <w:r w:rsidRPr="00E062F1">
              <w:t>CA_n</w:t>
            </w:r>
            <w:r w:rsidRPr="00E062F1">
              <w:rPr>
                <w:lang w:eastAsia="zh-CN"/>
              </w:rPr>
              <w:t>77</w:t>
            </w:r>
            <w:r w:rsidRPr="00E062F1">
              <w:t>A-n</w:t>
            </w:r>
            <w:r w:rsidRPr="00E062F1">
              <w:rPr>
                <w:lang w:eastAsia="zh-CN"/>
              </w:rPr>
              <w:t>257F</w:t>
            </w:r>
          </w:p>
        </w:tc>
        <w:tc>
          <w:tcPr>
            <w:tcW w:w="1232" w:type="dxa"/>
            <w:tcBorders>
              <w:top w:val="single" w:sz="4" w:space="0" w:color="auto"/>
              <w:left w:val="single" w:sz="4" w:space="0" w:color="auto"/>
              <w:bottom w:val="nil"/>
              <w:right w:val="single" w:sz="4" w:space="0" w:color="auto"/>
            </w:tcBorders>
            <w:shd w:val="clear" w:color="auto" w:fill="auto"/>
          </w:tcPr>
          <w:p w14:paraId="18B200BC" w14:textId="77777777" w:rsidR="00C25B7D" w:rsidRPr="00E062F1" w:rsidRDefault="00C25B7D" w:rsidP="00C25B7D">
            <w:pPr>
              <w:pStyle w:val="TAC"/>
              <w:rPr>
                <w:rFonts w:cs="Arial"/>
                <w:lang w:eastAsia="zh-CN"/>
              </w:rPr>
            </w:pPr>
            <w:r w:rsidRPr="00E062F1">
              <w:t>CA_n</w:t>
            </w:r>
            <w:r w:rsidRPr="00E062F1">
              <w:rPr>
                <w:lang w:eastAsia="zh-CN"/>
              </w:rPr>
              <w:t>77</w:t>
            </w:r>
            <w:r w:rsidRPr="00E062F1">
              <w:t>A-n</w:t>
            </w:r>
            <w:r w:rsidRPr="00E062F1">
              <w:rPr>
                <w:lang w:eastAsia="zh-CN"/>
              </w:rPr>
              <w:t>257</w:t>
            </w:r>
            <w:r w:rsidRPr="00E062F1">
              <w:t>A</w:t>
            </w:r>
          </w:p>
        </w:tc>
        <w:tc>
          <w:tcPr>
            <w:tcW w:w="737" w:type="dxa"/>
            <w:tcBorders>
              <w:top w:val="single" w:sz="4" w:space="0" w:color="auto"/>
              <w:left w:val="single" w:sz="4" w:space="0" w:color="auto"/>
              <w:bottom w:val="single" w:sz="4" w:space="0" w:color="auto"/>
              <w:right w:val="single" w:sz="4" w:space="0" w:color="auto"/>
            </w:tcBorders>
          </w:tcPr>
          <w:p w14:paraId="7FD2EEE8" w14:textId="77777777" w:rsidR="00C25B7D" w:rsidRPr="00E062F1" w:rsidRDefault="00C25B7D" w:rsidP="00C25B7D">
            <w:pPr>
              <w:pStyle w:val="TAC"/>
              <w:rPr>
                <w:rFonts w:cs="Arial"/>
                <w:kern w:val="2"/>
                <w:szCs w:val="24"/>
                <w:lang w:eastAsia="zh-CN"/>
              </w:rPr>
            </w:pPr>
            <w:r w:rsidRPr="00E062F1">
              <w:rPr>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37E4FB40" w14:textId="77777777" w:rsidR="00C25B7D" w:rsidRPr="00E062F1" w:rsidRDefault="00C25B7D" w:rsidP="00C25B7D">
            <w:pPr>
              <w:pStyle w:val="TAC"/>
              <w:rPr>
                <w:rFonts w:cs="Arial"/>
                <w:lang w:eastAsia="zh-CN"/>
              </w:rPr>
            </w:pPr>
          </w:p>
        </w:tc>
        <w:tc>
          <w:tcPr>
            <w:tcW w:w="673" w:type="dxa"/>
            <w:tcBorders>
              <w:top w:val="single" w:sz="4" w:space="0" w:color="auto"/>
              <w:left w:val="single" w:sz="4" w:space="0" w:color="auto"/>
              <w:bottom w:val="single" w:sz="4" w:space="0" w:color="auto"/>
              <w:right w:val="single" w:sz="4" w:space="0" w:color="auto"/>
            </w:tcBorders>
          </w:tcPr>
          <w:p w14:paraId="6687936D" w14:textId="77777777" w:rsidR="00C25B7D" w:rsidRPr="00E062F1" w:rsidRDefault="00C25B7D" w:rsidP="00C25B7D">
            <w:pPr>
              <w:pStyle w:val="TAC"/>
              <w:rPr>
                <w:kern w:val="2"/>
                <w:szCs w:val="24"/>
                <w:lang w:eastAsia="zh-CN"/>
              </w:rPr>
            </w:pPr>
            <w:r>
              <w:rPr>
                <w:rFonts w:hint="eastAsia"/>
                <w:kern w:val="2"/>
                <w:szCs w:val="24"/>
                <w:lang w:eastAsia="zh-CN"/>
              </w:rPr>
              <w:t>10</w:t>
            </w:r>
          </w:p>
        </w:tc>
        <w:tc>
          <w:tcPr>
            <w:tcW w:w="671" w:type="dxa"/>
            <w:tcBorders>
              <w:top w:val="single" w:sz="4" w:space="0" w:color="auto"/>
              <w:left w:val="single" w:sz="4" w:space="0" w:color="auto"/>
              <w:bottom w:val="single" w:sz="4" w:space="0" w:color="auto"/>
              <w:right w:val="single" w:sz="4" w:space="0" w:color="auto"/>
            </w:tcBorders>
          </w:tcPr>
          <w:p w14:paraId="7A2F99E1" w14:textId="77777777" w:rsidR="00C25B7D" w:rsidRPr="00E062F1" w:rsidRDefault="00C25B7D" w:rsidP="00C25B7D">
            <w:pPr>
              <w:pStyle w:val="TAC"/>
              <w:rPr>
                <w:kern w:val="2"/>
                <w:szCs w:val="24"/>
                <w:lang w:eastAsia="zh-CN"/>
              </w:rPr>
            </w:pPr>
            <w:r>
              <w:rPr>
                <w:rFonts w:hint="eastAsia"/>
                <w:kern w:val="2"/>
                <w:szCs w:val="24"/>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0F2F526A" w14:textId="77777777" w:rsidR="00C25B7D" w:rsidRPr="00E062F1" w:rsidRDefault="00C25B7D" w:rsidP="00C25B7D">
            <w:pPr>
              <w:pStyle w:val="TAC"/>
              <w:rPr>
                <w:kern w:val="2"/>
                <w:szCs w:val="24"/>
                <w:lang w:eastAsia="zh-CN"/>
              </w:rPr>
            </w:pPr>
            <w:r>
              <w:rPr>
                <w:rFonts w:hint="eastAsia"/>
                <w:kern w:val="2"/>
                <w:szCs w:val="24"/>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57961C9"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3CA9151E"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3D9BE31C" w14:textId="77777777" w:rsidR="00C25B7D" w:rsidRPr="005F427A" w:rsidRDefault="00C25B7D" w:rsidP="00C25B7D">
            <w:pPr>
              <w:pStyle w:val="TAC"/>
              <w:rPr>
                <w:rFonts w:eastAsiaTheme="minorEastAsia"/>
                <w:lang w:eastAsia="zh-CN"/>
              </w:rPr>
            </w:pPr>
            <w:r>
              <w:rPr>
                <w:rFonts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20648064"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A9E404A"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3415270F"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A882B90" w14:textId="77777777" w:rsidR="00C25B7D" w:rsidRPr="005F427A" w:rsidRDefault="00C25B7D" w:rsidP="00C25B7D">
            <w:pPr>
              <w:pStyle w:val="TAC"/>
              <w:rPr>
                <w:rFonts w:eastAsiaTheme="minorEastAsia"/>
                <w:szCs w:val="18"/>
                <w:lang w:eastAsia="zh-CN"/>
              </w:rPr>
            </w:pPr>
            <w:r>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4FC073B" w14:textId="77777777" w:rsidR="00C25B7D" w:rsidRPr="005F427A" w:rsidRDefault="00C25B7D" w:rsidP="00C25B7D">
            <w:pPr>
              <w:pStyle w:val="TAC"/>
              <w:rPr>
                <w:rFonts w:eastAsiaTheme="minorEastAsia"/>
                <w:szCs w:val="18"/>
                <w:lang w:eastAsia="zh-CN"/>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13AE4D0F"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20CEFE22"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3FF83558" w14:textId="77777777" w:rsidR="00C25B7D" w:rsidRPr="00E062F1" w:rsidRDefault="00C25B7D" w:rsidP="00C25B7D">
            <w:pPr>
              <w:pStyle w:val="TAC"/>
              <w:rPr>
                <w:rFonts w:eastAsia="Yu Mincho"/>
                <w:szCs w:val="18"/>
              </w:rPr>
            </w:pPr>
          </w:p>
        </w:tc>
        <w:tc>
          <w:tcPr>
            <w:tcW w:w="1345" w:type="dxa"/>
            <w:tcBorders>
              <w:top w:val="single" w:sz="4" w:space="0" w:color="auto"/>
              <w:left w:val="single" w:sz="4" w:space="0" w:color="auto"/>
              <w:bottom w:val="nil"/>
              <w:right w:val="single" w:sz="4" w:space="0" w:color="auto"/>
            </w:tcBorders>
            <w:shd w:val="clear" w:color="auto" w:fill="auto"/>
          </w:tcPr>
          <w:p w14:paraId="30234663" w14:textId="77777777" w:rsidR="00C25B7D" w:rsidRPr="005F427A" w:rsidRDefault="00C25B7D" w:rsidP="00C25B7D">
            <w:pPr>
              <w:pStyle w:val="TAC"/>
              <w:rPr>
                <w:rFonts w:eastAsiaTheme="minorEastAsia"/>
                <w:szCs w:val="18"/>
                <w:lang w:eastAsia="zh-CN"/>
              </w:rPr>
            </w:pPr>
            <w:r>
              <w:rPr>
                <w:rFonts w:hint="eastAsia"/>
                <w:szCs w:val="18"/>
                <w:lang w:eastAsia="zh-CN"/>
              </w:rPr>
              <w:t>0</w:t>
            </w:r>
          </w:p>
        </w:tc>
      </w:tr>
      <w:tr w:rsidR="00C25B7D" w:rsidRPr="00E062F1" w14:paraId="72CE56EC"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20FBB4DB" w14:textId="77777777" w:rsidR="00C25B7D" w:rsidRPr="00E062F1" w:rsidRDefault="00C25B7D" w:rsidP="00C25B7D">
            <w:pPr>
              <w:pStyle w:val="TAC"/>
              <w:rPr>
                <w:rFonts w:cs="Arial"/>
                <w:kern w:val="2"/>
                <w:szCs w:val="24"/>
              </w:rPr>
            </w:pPr>
          </w:p>
        </w:tc>
        <w:tc>
          <w:tcPr>
            <w:tcW w:w="1232" w:type="dxa"/>
            <w:tcBorders>
              <w:top w:val="nil"/>
              <w:left w:val="single" w:sz="4" w:space="0" w:color="auto"/>
              <w:bottom w:val="single" w:sz="4" w:space="0" w:color="auto"/>
              <w:right w:val="single" w:sz="4" w:space="0" w:color="auto"/>
            </w:tcBorders>
            <w:shd w:val="clear" w:color="auto" w:fill="auto"/>
          </w:tcPr>
          <w:p w14:paraId="7355EDAD" w14:textId="77777777" w:rsidR="00C25B7D" w:rsidRPr="00E062F1" w:rsidRDefault="00C25B7D" w:rsidP="00C25B7D">
            <w:pPr>
              <w:pStyle w:val="TAC"/>
              <w:rPr>
                <w:rFonts w:cs="Arial"/>
                <w:lang w:eastAsia="zh-CN"/>
              </w:rPr>
            </w:pPr>
          </w:p>
        </w:tc>
        <w:tc>
          <w:tcPr>
            <w:tcW w:w="737" w:type="dxa"/>
            <w:tcBorders>
              <w:top w:val="single" w:sz="4" w:space="0" w:color="auto"/>
              <w:left w:val="single" w:sz="4" w:space="0" w:color="auto"/>
              <w:bottom w:val="single" w:sz="4" w:space="0" w:color="auto"/>
              <w:right w:val="single" w:sz="4" w:space="0" w:color="auto"/>
            </w:tcBorders>
          </w:tcPr>
          <w:p w14:paraId="428C07EC" w14:textId="77777777" w:rsidR="00C25B7D" w:rsidRPr="00E062F1" w:rsidRDefault="00C25B7D" w:rsidP="00C25B7D">
            <w:pPr>
              <w:pStyle w:val="TAC"/>
              <w:rPr>
                <w:rFonts w:cs="Arial"/>
                <w:kern w:val="2"/>
                <w:szCs w:val="24"/>
                <w:lang w:eastAsia="zh-CN"/>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1118CF2A" w14:textId="5A73F2CA" w:rsidR="00C25B7D" w:rsidRPr="00E062F1" w:rsidRDefault="00C25B7D" w:rsidP="00C25B7D">
            <w:pPr>
              <w:pStyle w:val="TAC"/>
              <w:rPr>
                <w:rFonts w:eastAsia="Yu Mincho"/>
                <w:szCs w:val="18"/>
              </w:rPr>
            </w:pPr>
            <w:r w:rsidRPr="00E062F1">
              <w:rPr>
                <w:rFonts w:cs="Arial"/>
                <w:lang w:eastAsia="ja-JP"/>
              </w:rPr>
              <w:t>CA_n257</w:t>
            </w:r>
            <w:r w:rsidRPr="00E062F1">
              <w:rPr>
                <w:rFonts w:cs="Arial"/>
                <w:lang w:eastAsia="zh-CN"/>
              </w:rPr>
              <w:t>F</w:t>
            </w:r>
          </w:p>
        </w:tc>
        <w:tc>
          <w:tcPr>
            <w:tcW w:w="1345" w:type="dxa"/>
            <w:tcBorders>
              <w:top w:val="nil"/>
              <w:left w:val="single" w:sz="4" w:space="0" w:color="auto"/>
              <w:bottom w:val="single" w:sz="4" w:space="0" w:color="auto"/>
              <w:right w:val="single" w:sz="4" w:space="0" w:color="auto"/>
            </w:tcBorders>
            <w:shd w:val="clear" w:color="auto" w:fill="auto"/>
          </w:tcPr>
          <w:p w14:paraId="7FD03D58" w14:textId="77777777" w:rsidR="00C25B7D" w:rsidRPr="00E062F1" w:rsidRDefault="00C25B7D" w:rsidP="00C25B7D">
            <w:pPr>
              <w:pStyle w:val="TAC"/>
              <w:rPr>
                <w:rFonts w:eastAsia="Yu Mincho"/>
                <w:szCs w:val="18"/>
              </w:rPr>
            </w:pPr>
          </w:p>
        </w:tc>
      </w:tr>
      <w:tr w:rsidR="00C25B7D" w:rsidRPr="00E062F1" w14:paraId="439CBC01"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39C897A9" w14:textId="77777777" w:rsidR="00C25B7D" w:rsidRPr="00E062F1" w:rsidRDefault="00C25B7D" w:rsidP="00C25B7D">
            <w:pPr>
              <w:pStyle w:val="TAC"/>
              <w:rPr>
                <w:rFonts w:cs="Arial"/>
                <w:kern w:val="2"/>
                <w:szCs w:val="24"/>
              </w:rPr>
            </w:pPr>
            <w:r w:rsidRPr="00E062F1">
              <w:rPr>
                <w:rFonts w:cs="Arial"/>
                <w:kern w:val="2"/>
                <w:szCs w:val="24"/>
              </w:rPr>
              <w:t>CA_n</w:t>
            </w:r>
            <w:r w:rsidRPr="00E062F1">
              <w:rPr>
                <w:rFonts w:cs="Arial"/>
                <w:kern w:val="2"/>
                <w:szCs w:val="24"/>
                <w:lang w:eastAsia="zh-CN"/>
              </w:rPr>
              <w:t>77</w:t>
            </w:r>
            <w:r w:rsidRPr="00E062F1">
              <w:rPr>
                <w:rFonts w:cs="Arial"/>
                <w:kern w:val="2"/>
                <w:szCs w:val="24"/>
              </w:rPr>
              <w:t>A-n257</w:t>
            </w:r>
            <w:r w:rsidRPr="00E062F1">
              <w:rPr>
                <w:rFonts w:cs="Arial"/>
                <w:kern w:val="2"/>
                <w:szCs w:val="24"/>
                <w:lang w:eastAsia="zh-CN"/>
              </w:rPr>
              <w:t>G</w:t>
            </w:r>
          </w:p>
        </w:tc>
        <w:tc>
          <w:tcPr>
            <w:tcW w:w="1232" w:type="dxa"/>
            <w:tcBorders>
              <w:top w:val="single" w:sz="4" w:space="0" w:color="auto"/>
              <w:left w:val="single" w:sz="4" w:space="0" w:color="auto"/>
              <w:bottom w:val="nil"/>
              <w:right w:val="single" w:sz="4" w:space="0" w:color="auto"/>
            </w:tcBorders>
            <w:shd w:val="clear" w:color="auto" w:fill="auto"/>
          </w:tcPr>
          <w:p w14:paraId="5F6F0EE7" w14:textId="77777777" w:rsidR="00C25B7D" w:rsidRPr="00E062F1" w:rsidRDefault="00C25B7D" w:rsidP="00C25B7D">
            <w:pPr>
              <w:pStyle w:val="TAC"/>
              <w:rPr>
                <w:rFonts w:cs="Arial"/>
                <w:lang w:eastAsia="zh-CN"/>
              </w:rPr>
            </w:pPr>
            <w:r w:rsidRPr="00E062F1">
              <w:rPr>
                <w:rFonts w:cs="Arial"/>
                <w:lang w:eastAsia="zh-CN"/>
              </w:rPr>
              <w:t>CA_n257G</w:t>
            </w:r>
          </w:p>
          <w:p w14:paraId="6F227FB7" w14:textId="77777777" w:rsidR="0035585D" w:rsidRPr="00E062F1" w:rsidRDefault="00C25B7D" w:rsidP="0035585D">
            <w:pPr>
              <w:pStyle w:val="TAC"/>
              <w:rPr>
                <w:rFonts w:cs="Arial"/>
                <w:szCs w:val="18"/>
              </w:rPr>
            </w:pPr>
            <w:r w:rsidRPr="00E062F1">
              <w:rPr>
                <w:rFonts w:cs="Arial"/>
                <w:lang w:eastAsia="zh-CN"/>
              </w:rPr>
              <w:t>CA_n77A-n257A</w:t>
            </w:r>
          </w:p>
          <w:p w14:paraId="429B8BF5" w14:textId="198A8652" w:rsidR="00C25B7D" w:rsidRPr="00E062F1" w:rsidRDefault="00C25B7D" w:rsidP="00C25B7D">
            <w:pPr>
              <w:pStyle w:val="TAC"/>
              <w:rPr>
                <w:rFonts w:cs="Arial"/>
                <w:lang w:eastAsia="zh-CN"/>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G</w:t>
            </w:r>
          </w:p>
        </w:tc>
        <w:tc>
          <w:tcPr>
            <w:tcW w:w="737" w:type="dxa"/>
            <w:tcBorders>
              <w:top w:val="single" w:sz="4" w:space="0" w:color="auto"/>
              <w:left w:val="single" w:sz="4" w:space="0" w:color="auto"/>
              <w:bottom w:val="single" w:sz="4" w:space="0" w:color="auto"/>
              <w:right w:val="single" w:sz="4" w:space="0" w:color="auto"/>
            </w:tcBorders>
          </w:tcPr>
          <w:p w14:paraId="64552040" w14:textId="77777777" w:rsidR="00C25B7D" w:rsidRPr="00E062F1" w:rsidRDefault="00C25B7D" w:rsidP="00C25B7D">
            <w:pPr>
              <w:pStyle w:val="TAC"/>
              <w:rPr>
                <w:rFonts w:cs="Arial"/>
                <w:kern w:val="2"/>
                <w:szCs w:val="24"/>
                <w:lang w:eastAsia="zh-CN"/>
              </w:rPr>
            </w:pPr>
            <w:r w:rsidRPr="00E062F1">
              <w:rPr>
                <w:rFonts w:cs="Arial"/>
                <w:kern w:val="2"/>
                <w:szCs w:val="24"/>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49B50B86" w14:textId="77777777" w:rsidR="00C25B7D" w:rsidRPr="00E062F1" w:rsidRDefault="00C25B7D" w:rsidP="00C25B7D">
            <w:pPr>
              <w:pStyle w:val="TAC"/>
              <w:rPr>
                <w:rFonts w:cs="Arial"/>
                <w:lang w:eastAsia="zh-CN"/>
              </w:rPr>
            </w:pPr>
          </w:p>
        </w:tc>
        <w:tc>
          <w:tcPr>
            <w:tcW w:w="673" w:type="dxa"/>
            <w:tcBorders>
              <w:top w:val="single" w:sz="4" w:space="0" w:color="auto"/>
              <w:left w:val="single" w:sz="4" w:space="0" w:color="auto"/>
              <w:bottom w:val="single" w:sz="4" w:space="0" w:color="auto"/>
              <w:right w:val="single" w:sz="4" w:space="0" w:color="auto"/>
            </w:tcBorders>
          </w:tcPr>
          <w:p w14:paraId="4187E73A" w14:textId="77777777" w:rsidR="00C25B7D" w:rsidRPr="00E062F1" w:rsidRDefault="00C25B7D" w:rsidP="00C25B7D">
            <w:pPr>
              <w:pStyle w:val="TAC"/>
              <w:rPr>
                <w:kern w:val="2"/>
                <w:szCs w:val="24"/>
                <w:lang w:eastAsia="zh-CN"/>
              </w:rPr>
            </w:pPr>
            <w:r>
              <w:rPr>
                <w:rFonts w:hint="eastAsia"/>
                <w:kern w:val="2"/>
                <w:szCs w:val="24"/>
                <w:lang w:eastAsia="zh-CN"/>
              </w:rPr>
              <w:t>10</w:t>
            </w:r>
          </w:p>
        </w:tc>
        <w:tc>
          <w:tcPr>
            <w:tcW w:w="671" w:type="dxa"/>
            <w:tcBorders>
              <w:top w:val="single" w:sz="4" w:space="0" w:color="auto"/>
              <w:left w:val="single" w:sz="4" w:space="0" w:color="auto"/>
              <w:bottom w:val="single" w:sz="4" w:space="0" w:color="auto"/>
              <w:right w:val="single" w:sz="4" w:space="0" w:color="auto"/>
            </w:tcBorders>
          </w:tcPr>
          <w:p w14:paraId="15BE63DB" w14:textId="77777777" w:rsidR="00C25B7D" w:rsidRPr="00E062F1" w:rsidRDefault="00C25B7D" w:rsidP="00C25B7D">
            <w:pPr>
              <w:pStyle w:val="TAC"/>
              <w:rPr>
                <w:kern w:val="2"/>
                <w:szCs w:val="24"/>
                <w:lang w:eastAsia="zh-CN"/>
              </w:rPr>
            </w:pPr>
            <w:r>
              <w:rPr>
                <w:rFonts w:hint="eastAsia"/>
                <w:kern w:val="2"/>
                <w:szCs w:val="24"/>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4097C7C" w14:textId="77777777" w:rsidR="00C25B7D" w:rsidRPr="00E062F1" w:rsidRDefault="00C25B7D" w:rsidP="00C25B7D">
            <w:pPr>
              <w:pStyle w:val="TAC"/>
              <w:rPr>
                <w:kern w:val="2"/>
                <w:szCs w:val="24"/>
                <w:lang w:eastAsia="zh-CN"/>
              </w:rPr>
            </w:pPr>
            <w:r>
              <w:rPr>
                <w:rFonts w:hint="eastAsia"/>
                <w:kern w:val="2"/>
                <w:szCs w:val="24"/>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AF9762B"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0F37104A"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4E7890FE" w14:textId="77777777" w:rsidR="00C25B7D" w:rsidRPr="005F427A" w:rsidRDefault="00C25B7D" w:rsidP="00C25B7D">
            <w:pPr>
              <w:pStyle w:val="TAC"/>
              <w:rPr>
                <w:rFonts w:eastAsiaTheme="minorEastAsia"/>
                <w:lang w:eastAsia="zh-CN"/>
              </w:rPr>
            </w:pPr>
            <w:r>
              <w:rPr>
                <w:rFonts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025F3D43"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ABDF6C7"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04B0F60F"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3DC45B0" w14:textId="77777777" w:rsidR="00C25B7D" w:rsidRPr="005F427A" w:rsidRDefault="00C25B7D" w:rsidP="00C25B7D">
            <w:pPr>
              <w:pStyle w:val="TAC"/>
              <w:rPr>
                <w:rFonts w:eastAsiaTheme="minorEastAsia"/>
                <w:szCs w:val="18"/>
                <w:lang w:eastAsia="zh-CN"/>
              </w:rPr>
            </w:pPr>
            <w:r>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046A392C"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A20045A"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3953F9D1"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65A389FC" w14:textId="77777777" w:rsidR="00C25B7D" w:rsidRPr="00E062F1" w:rsidRDefault="00C25B7D" w:rsidP="00C25B7D">
            <w:pPr>
              <w:pStyle w:val="TAC"/>
              <w:rPr>
                <w:rFonts w:eastAsia="Yu Mincho"/>
                <w:szCs w:val="18"/>
              </w:rPr>
            </w:pPr>
          </w:p>
        </w:tc>
        <w:tc>
          <w:tcPr>
            <w:tcW w:w="1345" w:type="dxa"/>
            <w:tcBorders>
              <w:top w:val="single" w:sz="4" w:space="0" w:color="auto"/>
              <w:left w:val="single" w:sz="4" w:space="0" w:color="auto"/>
              <w:bottom w:val="nil"/>
              <w:right w:val="single" w:sz="4" w:space="0" w:color="auto"/>
            </w:tcBorders>
            <w:shd w:val="clear" w:color="auto" w:fill="auto"/>
          </w:tcPr>
          <w:p w14:paraId="4DF17831" w14:textId="77777777" w:rsidR="00C25B7D" w:rsidRPr="005F427A" w:rsidRDefault="00C25B7D" w:rsidP="00C25B7D">
            <w:pPr>
              <w:pStyle w:val="TAC"/>
              <w:rPr>
                <w:rFonts w:eastAsiaTheme="minorEastAsia"/>
                <w:szCs w:val="18"/>
                <w:lang w:eastAsia="zh-CN"/>
              </w:rPr>
            </w:pPr>
            <w:r>
              <w:rPr>
                <w:rFonts w:hint="eastAsia"/>
                <w:szCs w:val="18"/>
                <w:lang w:eastAsia="zh-CN"/>
              </w:rPr>
              <w:t>0</w:t>
            </w:r>
          </w:p>
        </w:tc>
      </w:tr>
      <w:tr w:rsidR="00C25B7D" w:rsidRPr="00E062F1" w14:paraId="0CFE173F"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EE541C9" w14:textId="77777777" w:rsidR="00C25B7D" w:rsidRPr="00E062F1" w:rsidRDefault="00C25B7D" w:rsidP="00C25B7D">
            <w:pPr>
              <w:pStyle w:val="TAC"/>
              <w:rPr>
                <w:rFonts w:cs="Arial"/>
                <w:kern w:val="2"/>
                <w:szCs w:val="24"/>
              </w:rPr>
            </w:pPr>
          </w:p>
        </w:tc>
        <w:tc>
          <w:tcPr>
            <w:tcW w:w="1232" w:type="dxa"/>
            <w:tcBorders>
              <w:top w:val="nil"/>
              <w:left w:val="single" w:sz="4" w:space="0" w:color="auto"/>
              <w:bottom w:val="single" w:sz="4" w:space="0" w:color="auto"/>
              <w:right w:val="single" w:sz="4" w:space="0" w:color="auto"/>
            </w:tcBorders>
            <w:shd w:val="clear" w:color="auto" w:fill="auto"/>
          </w:tcPr>
          <w:p w14:paraId="6C19AA89" w14:textId="77777777" w:rsidR="00C25B7D" w:rsidRPr="00E062F1" w:rsidRDefault="00C25B7D" w:rsidP="00C25B7D">
            <w:pPr>
              <w:pStyle w:val="TAC"/>
              <w:rPr>
                <w:rFonts w:cs="Arial"/>
                <w:lang w:eastAsia="zh-CN"/>
              </w:rPr>
            </w:pPr>
          </w:p>
        </w:tc>
        <w:tc>
          <w:tcPr>
            <w:tcW w:w="737" w:type="dxa"/>
            <w:tcBorders>
              <w:top w:val="single" w:sz="4" w:space="0" w:color="auto"/>
              <w:left w:val="single" w:sz="4" w:space="0" w:color="auto"/>
              <w:bottom w:val="single" w:sz="4" w:space="0" w:color="auto"/>
              <w:right w:val="single" w:sz="4" w:space="0" w:color="auto"/>
            </w:tcBorders>
          </w:tcPr>
          <w:p w14:paraId="2FB046FA" w14:textId="77777777" w:rsidR="00C25B7D" w:rsidRPr="00E062F1" w:rsidRDefault="00C25B7D" w:rsidP="00C25B7D">
            <w:pPr>
              <w:pStyle w:val="TAC"/>
              <w:rPr>
                <w:rFonts w:cs="Arial"/>
                <w:kern w:val="2"/>
                <w:szCs w:val="24"/>
                <w:lang w:eastAsia="zh-CN"/>
              </w:rPr>
            </w:pPr>
            <w:r w:rsidRPr="00E062F1">
              <w:rPr>
                <w:rFonts w:cs="Arial"/>
                <w:kern w:val="2"/>
                <w:szCs w:val="24"/>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189FAC61" w14:textId="0BFFCC09" w:rsidR="00C25B7D" w:rsidRPr="00E062F1" w:rsidRDefault="00C25B7D" w:rsidP="00C25B7D">
            <w:pPr>
              <w:pStyle w:val="TAC"/>
              <w:rPr>
                <w:rFonts w:eastAsia="Yu Mincho"/>
                <w:szCs w:val="18"/>
              </w:rPr>
            </w:pPr>
            <w:r w:rsidRPr="00E062F1">
              <w:rPr>
                <w:rFonts w:cs="Arial"/>
                <w:lang w:eastAsia="zh-CN"/>
              </w:rPr>
              <w:t>CA_n257G</w:t>
            </w:r>
          </w:p>
        </w:tc>
        <w:tc>
          <w:tcPr>
            <w:tcW w:w="1345" w:type="dxa"/>
            <w:tcBorders>
              <w:top w:val="nil"/>
              <w:left w:val="single" w:sz="4" w:space="0" w:color="auto"/>
              <w:bottom w:val="single" w:sz="4" w:space="0" w:color="auto"/>
              <w:right w:val="single" w:sz="4" w:space="0" w:color="auto"/>
            </w:tcBorders>
            <w:shd w:val="clear" w:color="auto" w:fill="auto"/>
          </w:tcPr>
          <w:p w14:paraId="40A4CA9F" w14:textId="77777777" w:rsidR="00C25B7D" w:rsidRPr="00E062F1" w:rsidRDefault="00C25B7D" w:rsidP="00C25B7D">
            <w:pPr>
              <w:pStyle w:val="TAC"/>
              <w:rPr>
                <w:rFonts w:eastAsia="Yu Mincho"/>
                <w:szCs w:val="18"/>
              </w:rPr>
            </w:pPr>
          </w:p>
        </w:tc>
      </w:tr>
      <w:tr w:rsidR="00C25B7D" w:rsidRPr="00E062F1" w14:paraId="519BAD87"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5FBCBCB9" w14:textId="77777777" w:rsidR="00C25B7D" w:rsidRPr="00E062F1" w:rsidRDefault="00C25B7D" w:rsidP="00C25B7D">
            <w:pPr>
              <w:pStyle w:val="TAC"/>
              <w:rPr>
                <w:rFonts w:cs="Arial"/>
                <w:kern w:val="2"/>
                <w:szCs w:val="24"/>
              </w:rPr>
            </w:pPr>
            <w:r w:rsidRPr="00E062F1">
              <w:rPr>
                <w:rFonts w:cs="Arial"/>
                <w:kern w:val="2"/>
                <w:szCs w:val="24"/>
              </w:rPr>
              <w:t>CA_n</w:t>
            </w:r>
            <w:r w:rsidRPr="00E062F1">
              <w:rPr>
                <w:rFonts w:cs="Arial"/>
                <w:kern w:val="2"/>
                <w:szCs w:val="24"/>
                <w:lang w:eastAsia="zh-CN"/>
              </w:rPr>
              <w:t>77</w:t>
            </w:r>
            <w:r w:rsidRPr="00E062F1">
              <w:rPr>
                <w:rFonts w:cs="Arial"/>
                <w:kern w:val="2"/>
                <w:szCs w:val="24"/>
              </w:rPr>
              <w:t>A-n257</w:t>
            </w:r>
            <w:r w:rsidRPr="00E062F1">
              <w:rPr>
                <w:rFonts w:cs="Arial"/>
                <w:kern w:val="2"/>
                <w:szCs w:val="24"/>
                <w:lang w:eastAsia="zh-CN"/>
              </w:rPr>
              <w:t>H</w:t>
            </w:r>
          </w:p>
        </w:tc>
        <w:tc>
          <w:tcPr>
            <w:tcW w:w="1232" w:type="dxa"/>
            <w:tcBorders>
              <w:top w:val="single" w:sz="4" w:space="0" w:color="auto"/>
              <w:left w:val="single" w:sz="4" w:space="0" w:color="auto"/>
              <w:bottom w:val="nil"/>
              <w:right w:val="single" w:sz="4" w:space="0" w:color="auto"/>
            </w:tcBorders>
            <w:shd w:val="clear" w:color="auto" w:fill="auto"/>
          </w:tcPr>
          <w:p w14:paraId="66A0E8A3" w14:textId="77777777" w:rsidR="00C25B7D" w:rsidRPr="00E062F1" w:rsidRDefault="00C25B7D" w:rsidP="00C25B7D">
            <w:pPr>
              <w:pStyle w:val="TAC"/>
              <w:rPr>
                <w:rFonts w:cs="Arial"/>
                <w:lang w:eastAsia="zh-CN"/>
              </w:rPr>
            </w:pPr>
            <w:r w:rsidRPr="00E062F1">
              <w:rPr>
                <w:rFonts w:cs="Arial"/>
                <w:lang w:eastAsia="zh-CN"/>
              </w:rPr>
              <w:t>CA_n257G</w:t>
            </w:r>
          </w:p>
          <w:p w14:paraId="4609907A" w14:textId="77777777" w:rsidR="00C25B7D" w:rsidRPr="00E062F1" w:rsidRDefault="00C25B7D" w:rsidP="00C25B7D">
            <w:pPr>
              <w:pStyle w:val="TAC"/>
              <w:rPr>
                <w:rFonts w:cs="Arial"/>
                <w:lang w:eastAsia="zh-CN"/>
              </w:rPr>
            </w:pPr>
            <w:r w:rsidRPr="00E062F1">
              <w:rPr>
                <w:rFonts w:cs="Arial"/>
                <w:lang w:eastAsia="zh-CN"/>
              </w:rPr>
              <w:t>CA_n257H</w:t>
            </w:r>
          </w:p>
          <w:p w14:paraId="651FA267" w14:textId="77777777" w:rsidR="0035585D" w:rsidRPr="00E062F1" w:rsidRDefault="00C25B7D" w:rsidP="0035585D">
            <w:pPr>
              <w:pStyle w:val="TAC"/>
              <w:rPr>
                <w:rFonts w:cs="Arial"/>
                <w:szCs w:val="18"/>
              </w:rPr>
            </w:pPr>
            <w:r w:rsidRPr="00E062F1">
              <w:rPr>
                <w:rFonts w:cs="Arial"/>
                <w:lang w:eastAsia="zh-CN"/>
              </w:rPr>
              <w:t>CA_n77A-n257A</w:t>
            </w:r>
          </w:p>
          <w:p w14:paraId="53197734" w14:textId="77777777" w:rsidR="0035585D" w:rsidRPr="00E062F1" w:rsidRDefault="00C25B7D" w:rsidP="0035585D">
            <w:pPr>
              <w:pStyle w:val="TAC"/>
              <w:rPr>
                <w:rFonts w:cs="Arial"/>
                <w:szCs w:val="18"/>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G</w:t>
            </w:r>
          </w:p>
          <w:p w14:paraId="77F87B4C" w14:textId="12FEE1FB" w:rsidR="00C25B7D" w:rsidRPr="00E062F1" w:rsidRDefault="00C25B7D" w:rsidP="00C25B7D">
            <w:pPr>
              <w:pStyle w:val="TAC"/>
              <w:rPr>
                <w:rFonts w:cs="Arial"/>
                <w:lang w:eastAsia="zh-CN"/>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H</w:t>
            </w:r>
          </w:p>
        </w:tc>
        <w:tc>
          <w:tcPr>
            <w:tcW w:w="737" w:type="dxa"/>
            <w:tcBorders>
              <w:top w:val="single" w:sz="4" w:space="0" w:color="auto"/>
              <w:left w:val="single" w:sz="4" w:space="0" w:color="auto"/>
              <w:bottom w:val="single" w:sz="4" w:space="0" w:color="auto"/>
              <w:right w:val="single" w:sz="4" w:space="0" w:color="auto"/>
            </w:tcBorders>
          </w:tcPr>
          <w:p w14:paraId="129F10CB" w14:textId="77777777" w:rsidR="00C25B7D" w:rsidRPr="00E062F1" w:rsidRDefault="00C25B7D" w:rsidP="00C25B7D">
            <w:pPr>
              <w:pStyle w:val="TAC"/>
              <w:rPr>
                <w:rFonts w:cs="Arial"/>
                <w:kern w:val="2"/>
                <w:szCs w:val="24"/>
                <w:lang w:eastAsia="zh-CN"/>
              </w:rPr>
            </w:pPr>
            <w:r w:rsidRPr="00E062F1">
              <w:rPr>
                <w:rFonts w:cs="Arial"/>
                <w:kern w:val="2"/>
                <w:szCs w:val="24"/>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5D60B723" w14:textId="77777777" w:rsidR="00C25B7D" w:rsidRPr="00E062F1" w:rsidRDefault="00C25B7D" w:rsidP="00C25B7D">
            <w:pPr>
              <w:pStyle w:val="TAC"/>
              <w:rPr>
                <w:rFonts w:cs="Arial"/>
                <w:lang w:eastAsia="zh-CN"/>
              </w:rPr>
            </w:pPr>
          </w:p>
        </w:tc>
        <w:tc>
          <w:tcPr>
            <w:tcW w:w="673" w:type="dxa"/>
            <w:tcBorders>
              <w:top w:val="single" w:sz="4" w:space="0" w:color="auto"/>
              <w:left w:val="single" w:sz="4" w:space="0" w:color="auto"/>
              <w:bottom w:val="single" w:sz="4" w:space="0" w:color="auto"/>
              <w:right w:val="single" w:sz="4" w:space="0" w:color="auto"/>
            </w:tcBorders>
          </w:tcPr>
          <w:p w14:paraId="625EA456" w14:textId="77777777" w:rsidR="00C25B7D" w:rsidRPr="00E062F1" w:rsidRDefault="00C25B7D" w:rsidP="00C25B7D">
            <w:pPr>
              <w:pStyle w:val="TAC"/>
              <w:rPr>
                <w:kern w:val="2"/>
                <w:szCs w:val="24"/>
                <w:lang w:eastAsia="zh-CN"/>
              </w:rPr>
            </w:pPr>
            <w:r>
              <w:rPr>
                <w:rFonts w:hint="eastAsia"/>
                <w:kern w:val="2"/>
                <w:szCs w:val="24"/>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3D36349" w14:textId="77777777" w:rsidR="00C25B7D" w:rsidRPr="00E062F1" w:rsidRDefault="00C25B7D" w:rsidP="00C25B7D">
            <w:pPr>
              <w:pStyle w:val="TAC"/>
              <w:rPr>
                <w:kern w:val="2"/>
                <w:szCs w:val="24"/>
                <w:lang w:eastAsia="zh-CN"/>
              </w:rPr>
            </w:pPr>
            <w:r>
              <w:rPr>
                <w:rFonts w:hint="eastAsia"/>
                <w:kern w:val="2"/>
                <w:szCs w:val="24"/>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3F94E4E0" w14:textId="77777777" w:rsidR="00C25B7D" w:rsidRPr="00E062F1" w:rsidRDefault="00C25B7D" w:rsidP="00C25B7D">
            <w:pPr>
              <w:pStyle w:val="TAC"/>
              <w:rPr>
                <w:kern w:val="2"/>
                <w:szCs w:val="24"/>
                <w:lang w:eastAsia="zh-CN"/>
              </w:rPr>
            </w:pPr>
            <w:r>
              <w:rPr>
                <w:rFonts w:hint="eastAsia"/>
                <w:kern w:val="2"/>
                <w:szCs w:val="24"/>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E1D3ACB" w14:textId="77777777" w:rsidR="00C25B7D" w:rsidRPr="00E062F1" w:rsidRDefault="00C25B7D" w:rsidP="00C25B7D">
            <w:pPr>
              <w:pStyle w:val="TAC"/>
              <w:rPr>
                <w:rFonts w:eastAsia="Yu Mincho"/>
              </w:rPr>
            </w:pPr>
          </w:p>
        </w:tc>
        <w:tc>
          <w:tcPr>
            <w:tcW w:w="671" w:type="dxa"/>
            <w:gridSpan w:val="2"/>
            <w:tcBorders>
              <w:top w:val="single" w:sz="4" w:space="0" w:color="auto"/>
              <w:left w:val="single" w:sz="4" w:space="0" w:color="auto"/>
              <w:bottom w:val="single" w:sz="4" w:space="0" w:color="auto"/>
              <w:right w:val="single" w:sz="4" w:space="0" w:color="auto"/>
            </w:tcBorders>
          </w:tcPr>
          <w:p w14:paraId="52655A48" w14:textId="77777777" w:rsidR="00C25B7D" w:rsidRPr="00E062F1" w:rsidRDefault="00C25B7D" w:rsidP="00C25B7D">
            <w:pPr>
              <w:pStyle w:val="TAC"/>
              <w:rPr>
                <w:rFonts w:eastAsia="Yu Mincho"/>
              </w:rPr>
            </w:pPr>
          </w:p>
        </w:tc>
        <w:tc>
          <w:tcPr>
            <w:tcW w:w="671" w:type="dxa"/>
            <w:tcBorders>
              <w:top w:val="single" w:sz="4" w:space="0" w:color="auto"/>
              <w:left w:val="single" w:sz="4" w:space="0" w:color="auto"/>
              <w:bottom w:val="single" w:sz="4" w:space="0" w:color="auto"/>
              <w:right w:val="single" w:sz="4" w:space="0" w:color="auto"/>
            </w:tcBorders>
          </w:tcPr>
          <w:p w14:paraId="15456283" w14:textId="77777777" w:rsidR="00C25B7D" w:rsidRPr="005F427A" w:rsidRDefault="00C25B7D" w:rsidP="00C25B7D">
            <w:pPr>
              <w:pStyle w:val="TAC"/>
              <w:rPr>
                <w:rFonts w:eastAsiaTheme="minorEastAsia"/>
                <w:lang w:eastAsia="zh-CN"/>
              </w:rPr>
            </w:pPr>
            <w:r>
              <w:rPr>
                <w:rFonts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21E0F3B7"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DF268D4"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67AC7371"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DD59B81" w14:textId="77777777" w:rsidR="00C25B7D" w:rsidRPr="005F427A" w:rsidRDefault="00C25B7D" w:rsidP="00C25B7D">
            <w:pPr>
              <w:pStyle w:val="TAC"/>
              <w:rPr>
                <w:rFonts w:eastAsiaTheme="minorEastAsia"/>
                <w:szCs w:val="18"/>
                <w:lang w:eastAsia="zh-CN"/>
              </w:rPr>
            </w:pPr>
            <w:r>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66BB7B74"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17BF7F1"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4BE3BA7B"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7A75EA08" w14:textId="77777777" w:rsidR="00C25B7D" w:rsidRPr="00E062F1" w:rsidRDefault="00C25B7D" w:rsidP="00C25B7D">
            <w:pPr>
              <w:pStyle w:val="TAC"/>
              <w:rPr>
                <w:rFonts w:eastAsia="Yu Mincho"/>
                <w:szCs w:val="18"/>
              </w:rPr>
            </w:pPr>
          </w:p>
        </w:tc>
        <w:tc>
          <w:tcPr>
            <w:tcW w:w="1345" w:type="dxa"/>
            <w:tcBorders>
              <w:top w:val="single" w:sz="4" w:space="0" w:color="auto"/>
              <w:left w:val="single" w:sz="4" w:space="0" w:color="auto"/>
              <w:bottom w:val="nil"/>
              <w:right w:val="single" w:sz="4" w:space="0" w:color="auto"/>
            </w:tcBorders>
            <w:shd w:val="clear" w:color="auto" w:fill="auto"/>
          </w:tcPr>
          <w:p w14:paraId="18A01D95" w14:textId="77777777" w:rsidR="00C25B7D" w:rsidRPr="005F427A" w:rsidRDefault="00C25B7D" w:rsidP="00C25B7D">
            <w:pPr>
              <w:pStyle w:val="TAC"/>
              <w:rPr>
                <w:rFonts w:eastAsiaTheme="minorEastAsia"/>
                <w:szCs w:val="18"/>
                <w:lang w:eastAsia="zh-CN"/>
              </w:rPr>
            </w:pPr>
            <w:r>
              <w:rPr>
                <w:rFonts w:hint="eastAsia"/>
                <w:szCs w:val="18"/>
                <w:lang w:eastAsia="zh-CN"/>
              </w:rPr>
              <w:t>0</w:t>
            </w:r>
          </w:p>
        </w:tc>
      </w:tr>
      <w:tr w:rsidR="00C25B7D" w:rsidRPr="00E062F1" w14:paraId="1FDFA6C9"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C5CEA0F" w14:textId="77777777" w:rsidR="00C25B7D" w:rsidRPr="00E062F1" w:rsidRDefault="00C25B7D" w:rsidP="00C25B7D">
            <w:pPr>
              <w:pStyle w:val="TAC"/>
              <w:rPr>
                <w:rFonts w:cs="Arial"/>
                <w:kern w:val="2"/>
                <w:szCs w:val="24"/>
              </w:rPr>
            </w:pPr>
          </w:p>
        </w:tc>
        <w:tc>
          <w:tcPr>
            <w:tcW w:w="1232" w:type="dxa"/>
            <w:tcBorders>
              <w:top w:val="nil"/>
              <w:left w:val="single" w:sz="4" w:space="0" w:color="auto"/>
              <w:bottom w:val="single" w:sz="4" w:space="0" w:color="auto"/>
              <w:right w:val="single" w:sz="4" w:space="0" w:color="auto"/>
            </w:tcBorders>
            <w:shd w:val="clear" w:color="auto" w:fill="auto"/>
          </w:tcPr>
          <w:p w14:paraId="738C2F5E" w14:textId="77777777" w:rsidR="00C25B7D" w:rsidRPr="00E062F1" w:rsidRDefault="00C25B7D" w:rsidP="00C25B7D">
            <w:pPr>
              <w:pStyle w:val="TAC"/>
              <w:rPr>
                <w:rFonts w:cs="Arial"/>
                <w:lang w:eastAsia="zh-CN"/>
              </w:rPr>
            </w:pPr>
          </w:p>
        </w:tc>
        <w:tc>
          <w:tcPr>
            <w:tcW w:w="737" w:type="dxa"/>
            <w:tcBorders>
              <w:top w:val="single" w:sz="4" w:space="0" w:color="auto"/>
              <w:left w:val="single" w:sz="4" w:space="0" w:color="auto"/>
              <w:bottom w:val="single" w:sz="4" w:space="0" w:color="auto"/>
              <w:right w:val="single" w:sz="4" w:space="0" w:color="auto"/>
            </w:tcBorders>
          </w:tcPr>
          <w:p w14:paraId="640214E5" w14:textId="77777777" w:rsidR="00C25B7D" w:rsidRPr="00E062F1" w:rsidRDefault="00C25B7D" w:rsidP="00C25B7D">
            <w:pPr>
              <w:pStyle w:val="TAC"/>
              <w:rPr>
                <w:rFonts w:cs="Arial"/>
                <w:kern w:val="2"/>
                <w:szCs w:val="24"/>
                <w:lang w:eastAsia="zh-CN"/>
              </w:rPr>
            </w:pPr>
            <w:r w:rsidRPr="00E062F1">
              <w:rPr>
                <w:rFonts w:cs="Arial"/>
                <w:kern w:val="2"/>
                <w:szCs w:val="24"/>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3EE876D3" w14:textId="7430752F" w:rsidR="00C25B7D" w:rsidRPr="00E062F1" w:rsidRDefault="00C25B7D" w:rsidP="00C25B7D">
            <w:pPr>
              <w:pStyle w:val="TAC"/>
              <w:rPr>
                <w:rFonts w:eastAsia="Yu Mincho"/>
                <w:szCs w:val="18"/>
              </w:rPr>
            </w:pPr>
            <w:r w:rsidRPr="00E062F1">
              <w:rPr>
                <w:rFonts w:cs="Arial"/>
                <w:lang w:eastAsia="zh-CN"/>
              </w:rPr>
              <w:t>CA_n257H</w:t>
            </w:r>
          </w:p>
        </w:tc>
        <w:tc>
          <w:tcPr>
            <w:tcW w:w="1345" w:type="dxa"/>
            <w:tcBorders>
              <w:top w:val="nil"/>
              <w:left w:val="single" w:sz="4" w:space="0" w:color="auto"/>
              <w:bottom w:val="single" w:sz="4" w:space="0" w:color="auto"/>
              <w:right w:val="single" w:sz="4" w:space="0" w:color="auto"/>
            </w:tcBorders>
            <w:shd w:val="clear" w:color="auto" w:fill="auto"/>
          </w:tcPr>
          <w:p w14:paraId="77234A20" w14:textId="77777777" w:rsidR="00C25B7D" w:rsidRPr="00E062F1" w:rsidRDefault="00C25B7D" w:rsidP="00C25B7D">
            <w:pPr>
              <w:pStyle w:val="TAC"/>
              <w:rPr>
                <w:rFonts w:eastAsia="Yu Mincho"/>
                <w:szCs w:val="18"/>
              </w:rPr>
            </w:pPr>
          </w:p>
        </w:tc>
      </w:tr>
      <w:tr w:rsidR="00C25B7D" w:rsidRPr="00E062F1" w14:paraId="45929ADD"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0CEB648D" w14:textId="77777777" w:rsidR="00C25B7D" w:rsidRPr="00E062F1" w:rsidRDefault="00C25B7D" w:rsidP="00C25B7D">
            <w:pPr>
              <w:pStyle w:val="TAC"/>
              <w:rPr>
                <w:lang w:eastAsia="zh-CN"/>
              </w:rPr>
            </w:pPr>
            <w:r w:rsidRPr="00E062F1">
              <w:rPr>
                <w:rFonts w:cs="Arial"/>
                <w:kern w:val="2"/>
                <w:szCs w:val="24"/>
              </w:rPr>
              <w:t>CA_n</w:t>
            </w:r>
            <w:r w:rsidRPr="00E062F1">
              <w:rPr>
                <w:rFonts w:cs="Arial"/>
                <w:kern w:val="2"/>
                <w:szCs w:val="24"/>
                <w:lang w:eastAsia="zh-CN"/>
              </w:rPr>
              <w:t>77</w:t>
            </w:r>
            <w:r w:rsidRPr="00E062F1">
              <w:rPr>
                <w:rFonts w:cs="Arial"/>
                <w:kern w:val="2"/>
                <w:szCs w:val="24"/>
              </w:rPr>
              <w:t>A-n257</w:t>
            </w:r>
            <w:r w:rsidRPr="00E062F1">
              <w:rPr>
                <w:rFonts w:cs="Arial"/>
                <w:kern w:val="2"/>
                <w:szCs w:val="24"/>
                <w:lang w:eastAsia="zh-CN"/>
              </w:rPr>
              <w:t>I</w:t>
            </w:r>
          </w:p>
        </w:tc>
        <w:tc>
          <w:tcPr>
            <w:tcW w:w="1232" w:type="dxa"/>
            <w:tcBorders>
              <w:top w:val="single" w:sz="4" w:space="0" w:color="auto"/>
              <w:left w:val="single" w:sz="4" w:space="0" w:color="auto"/>
              <w:bottom w:val="nil"/>
              <w:right w:val="single" w:sz="4" w:space="0" w:color="auto"/>
            </w:tcBorders>
            <w:shd w:val="clear" w:color="auto" w:fill="auto"/>
          </w:tcPr>
          <w:p w14:paraId="3D7D3A3B" w14:textId="77777777" w:rsidR="00C25B7D" w:rsidRPr="00E062F1" w:rsidRDefault="00C25B7D" w:rsidP="00C25B7D">
            <w:pPr>
              <w:pStyle w:val="TAC"/>
              <w:rPr>
                <w:rFonts w:cs="Arial"/>
                <w:lang w:eastAsia="zh-CN"/>
              </w:rPr>
            </w:pPr>
            <w:r w:rsidRPr="00E062F1">
              <w:rPr>
                <w:rFonts w:cs="Arial"/>
                <w:lang w:eastAsia="zh-CN"/>
              </w:rPr>
              <w:t>CA_n257G</w:t>
            </w:r>
          </w:p>
          <w:p w14:paraId="082FCE71" w14:textId="77777777" w:rsidR="00C25B7D" w:rsidRPr="00E062F1" w:rsidRDefault="00C25B7D" w:rsidP="00C25B7D">
            <w:pPr>
              <w:pStyle w:val="TAC"/>
              <w:rPr>
                <w:rFonts w:cs="Arial"/>
                <w:lang w:eastAsia="zh-CN"/>
              </w:rPr>
            </w:pPr>
            <w:r w:rsidRPr="00E062F1">
              <w:rPr>
                <w:rFonts w:cs="Arial"/>
                <w:lang w:eastAsia="zh-CN"/>
              </w:rPr>
              <w:t>CA_n257H</w:t>
            </w:r>
          </w:p>
          <w:p w14:paraId="2D0F72D5" w14:textId="77777777" w:rsidR="00C25B7D" w:rsidRPr="00E062F1" w:rsidRDefault="00C25B7D" w:rsidP="00C25B7D">
            <w:pPr>
              <w:pStyle w:val="TAC"/>
              <w:rPr>
                <w:rFonts w:cs="Arial"/>
                <w:lang w:eastAsia="zh-CN"/>
              </w:rPr>
            </w:pPr>
            <w:r w:rsidRPr="00E062F1">
              <w:rPr>
                <w:rFonts w:cs="Arial"/>
                <w:lang w:eastAsia="zh-CN"/>
              </w:rPr>
              <w:t>CA_n257I</w:t>
            </w:r>
          </w:p>
          <w:p w14:paraId="74B3AB98" w14:textId="77777777" w:rsidR="0035585D" w:rsidRPr="00E062F1" w:rsidRDefault="00C25B7D" w:rsidP="0035585D">
            <w:pPr>
              <w:pStyle w:val="TAC"/>
              <w:rPr>
                <w:rFonts w:cs="Arial"/>
                <w:szCs w:val="18"/>
              </w:rPr>
            </w:pPr>
            <w:r w:rsidRPr="00E062F1">
              <w:rPr>
                <w:rFonts w:cs="Arial"/>
                <w:lang w:eastAsia="zh-CN"/>
              </w:rPr>
              <w:t>CA_n77A-n257A</w:t>
            </w:r>
          </w:p>
          <w:p w14:paraId="27AA1E2D" w14:textId="77777777" w:rsidR="0035585D" w:rsidRPr="00E062F1" w:rsidRDefault="00C25B7D" w:rsidP="0035585D">
            <w:pPr>
              <w:pStyle w:val="TAC"/>
              <w:rPr>
                <w:rFonts w:cs="Arial"/>
                <w:szCs w:val="18"/>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G</w:t>
            </w:r>
          </w:p>
          <w:p w14:paraId="475378E6" w14:textId="77777777" w:rsidR="0035585D" w:rsidRPr="00E062F1" w:rsidRDefault="00C25B7D" w:rsidP="0035585D">
            <w:pPr>
              <w:pStyle w:val="TAC"/>
              <w:rPr>
                <w:rFonts w:cs="Arial"/>
                <w:szCs w:val="18"/>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H</w:t>
            </w:r>
          </w:p>
          <w:p w14:paraId="44B52E8B" w14:textId="6851F647" w:rsidR="00C25B7D" w:rsidRPr="00E062F1" w:rsidRDefault="00C25B7D" w:rsidP="00C25B7D">
            <w:pPr>
              <w:pStyle w:val="TAC"/>
              <w:rPr>
                <w:rFonts w:cs="Arial"/>
                <w:lang w:eastAsia="zh-CN"/>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I</w:t>
            </w:r>
          </w:p>
        </w:tc>
        <w:tc>
          <w:tcPr>
            <w:tcW w:w="737" w:type="dxa"/>
            <w:tcBorders>
              <w:top w:val="single" w:sz="4" w:space="0" w:color="auto"/>
              <w:left w:val="single" w:sz="4" w:space="0" w:color="auto"/>
              <w:bottom w:val="single" w:sz="4" w:space="0" w:color="auto"/>
              <w:right w:val="single" w:sz="4" w:space="0" w:color="auto"/>
            </w:tcBorders>
          </w:tcPr>
          <w:p w14:paraId="75C76A2D" w14:textId="77777777" w:rsidR="00C25B7D" w:rsidRPr="00E062F1" w:rsidRDefault="00C25B7D" w:rsidP="00C25B7D">
            <w:pPr>
              <w:pStyle w:val="TAC"/>
              <w:rPr>
                <w:rFonts w:cs="Arial"/>
                <w:kern w:val="2"/>
                <w:szCs w:val="24"/>
                <w:lang w:eastAsia="zh-CN"/>
              </w:rPr>
            </w:pPr>
            <w:r w:rsidRPr="00E062F1">
              <w:rPr>
                <w:rFonts w:cs="Arial"/>
                <w:kern w:val="2"/>
                <w:szCs w:val="24"/>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281415DF" w14:textId="77777777" w:rsidR="00C25B7D" w:rsidRPr="00E062F1" w:rsidRDefault="00C25B7D" w:rsidP="00C25B7D">
            <w:pPr>
              <w:pStyle w:val="TAC"/>
              <w:rPr>
                <w:rFonts w:cs="Arial"/>
                <w:lang w:eastAsia="zh-CN"/>
              </w:rPr>
            </w:pPr>
          </w:p>
        </w:tc>
        <w:tc>
          <w:tcPr>
            <w:tcW w:w="673" w:type="dxa"/>
            <w:tcBorders>
              <w:top w:val="single" w:sz="4" w:space="0" w:color="auto"/>
              <w:left w:val="single" w:sz="4" w:space="0" w:color="auto"/>
              <w:bottom w:val="single" w:sz="4" w:space="0" w:color="auto"/>
              <w:right w:val="single" w:sz="4" w:space="0" w:color="auto"/>
            </w:tcBorders>
          </w:tcPr>
          <w:p w14:paraId="2597D12C" w14:textId="77777777" w:rsidR="00C25B7D" w:rsidRPr="00E062F1" w:rsidRDefault="00C25B7D" w:rsidP="00C25B7D">
            <w:pPr>
              <w:pStyle w:val="TAC"/>
              <w:rPr>
                <w:szCs w:val="24"/>
                <w:lang w:eastAsia="zh-CN"/>
              </w:rPr>
            </w:pPr>
            <w:r>
              <w:rPr>
                <w:rFonts w:hint="eastAsia"/>
                <w:szCs w:val="24"/>
                <w:lang w:eastAsia="zh-CN"/>
              </w:rPr>
              <w:t>10</w:t>
            </w:r>
          </w:p>
        </w:tc>
        <w:tc>
          <w:tcPr>
            <w:tcW w:w="671" w:type="dxa"/>
            <w:tcBorders>
              <w:top w:val="single" w:sz="4" w:space="0" w:color="auto"/>
              <w:left w:val="single" w:sz="4" w:space="0" w:color="auto"/>
              <w:bottom w:val="single" w:sz="4" w:space="0" w:color="auto"/>
              <w:right w:val="single" w:sz="4" w:space="0" w:color="auto"/>
            </w:tcBorders>
          </w:tcPr>
          <w:p w14:paraId="4C405190" w14:textId="77777777" w:rsidR="00C25B7D" w:rsidRPr="00E062F1" w:rsidRDefault="00C25B7D" w:rsidP="00C25B7D">
            <w:pPr>
              <w:pStyle w:val="TAC"/>
              <w:rPr>
                <w:szCs w:val="24"/>
                <w:lang w:eastAsia="zh-CN"/>
              </w:rPr>
            </w:pPr>
            <w:r>
              <w:rPr>
                <w:rFonts w:hint="eastAsia"/>
                <w:szCs w:val="24"/>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A85CD37" w14:textId="77777777" w:rsidR="00C25B7D" w:rsidRPr="00E062F1" w:rsidRDefault="00C25B7D" w:rsidP="00C25B7D">
            <w:pPr>
              <w:pStyle w:val="TAC"/>
              <w:rPr>
                <w:szCs w:val="24"/>
                <w:lang w:eastAsia="zh-CN"/>
              </w:rPr>
            </w:pPr>
            <w:r>
              <w:rPr>
                <w:rFonts w:hint="eastAsia"/>
                <w:szCs w:val="24"/>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A1E90E5"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61A979D4"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3DB3B5A6" w14:textId="77777777" w:rsidR="00C25B7D" w:rsidRPr="005F427A" w:rsidRDefault="00C25B7D" w:rsidP="00C25B7D">
            <w:pPr>
              <w:pStyle w:val="TAC"/>
              <w:rPr>
                <w:rFonts w:eastAsiaTheme="minorEastAsia"/>
                <w:lang w:eastAsia="zh-CN"/>
              </w:rPr>
            </w:pPr>
            <w:r>
              <w:rPr>
                <w:rFonts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324C6FE8"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96DDF83"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7248253"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5EA88CE8"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0332898F"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44D3EE4B"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116987B2"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188776FB" w14:textId="77777777" w:rsidR="00C25B7D" w:rsidRPr="00E062F1" w:rsidRDefault="00C25B7D" w:rsidP="00C25B7D">
            <w:pPr>
              <w:pStyle w:val="TAC"/>
              <w:rPr>
                <w:rFonts w:cs="Arial"/>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1FEC4152"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42755A1F"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244BF358"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10C32F65" w14:textId="77777777" w:rsidR="00C25B7D" w:rsidRPr="00E062F1" w:rsidRDefault="00C25B7D" w:rsidP="00C25B7D">
            <w:pPr>
              <w:pStyle w:val="TAC"/>
              <w:rPr>
                <w:rFonts w:cs="Arial"/>
                <w:lang w:eastAsia="zh-CN"/>
              </w:rPr>
            </w:pPr>
          </w:p>
        </w:tc>
        <w:tc>
          <w:tcPr>
            <w:tcW w:w="737" w:type="dxa"/>
            <w:tcBorders>
              <w:top w:val="single" w:sz="4" w:space="0" w:color="auto"/>
              <w:left w:val="single" w:sz="4" w:space="0" w:color="auto"/>
              <w:bottom w:val="single" w:sz="4" w:space="0" w:color="auto"/>
              <w:right w:val="single" w:sz="4" w:space="0" w:color="auto"/>
            </w:tcBorders>
          </w:tcPr>
          <w:p w14:paraId="2AFDE08D" w14:textId="77777777" w:rsidR="00C25B7D" w:rsidRPr="00E062F1" w:rsidRDefault="00C25B7D" w:rsidP="00C25B7D">
            <w:pPr>
              <w:pStyle w:val="TAC"/>
              <w:rPr>
                <w:rFonts w:cs="Arial"/>
                <w:kern w:val="2"/>
                <w:szCs w:val="24"/>
                <w:lang w:eastAsia="zh-CN"/>
              </w:rPr>
            </w:pPr>
            <w:r w:rsidRPr="00E062F1">
              <w:rPr>
                <w:rFonts w:cs="Arial"/>
                <w:kern w:val="2"/>
                <w:szCs w:val="24"/>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689C572A" w14:textId="772F12AA" w:rsidR="00C25B7D" w:rsidRPr="00E062F1" w:rsidRDefault="00C25B7D" w:rsidP="00C25B7D">
            <w:pPr>
              <w:pStyle w:val="TAC"/>
              <w:rPr>
                <w:rFonts w:cs="Arial"/>
                <w:lang w:eastAsia="zh-CN"/>
              </w:rPr>
            </w:pPr>
            <w:r w:rsidRPr="00E062F1">
              <w:rPr>
                <w:rFonts w:cs="Arial"/>
                <w:lang w:eastAsia="zh-CN"/>
              </w:rPr>
              <w:t>CA_n257I</w:t>
            </w:r>
          </w:p>
        </w:tc>
        <w:tc>
          <w:tcPr>
            <w:tcW w:w="1345" w:type="dxa"/>
            <w:tcBorders>
              <w:top w:val="nil"/>
              <w:left w:val="single" w:sz="4" w:space="0" w:color="auto"/>
              <w:bottom w:val="single" w:sz="4" w:space="0" w:color="auto"/>
              <w:right w:val="single" w:sz="4" w:space="0" w:color="auto"/>
            </w:tcBorders>
            <w:shd w:val="clear" w:color="auto" w:fill="auto"/>
          </w:tcPr>
          <w:p w14:paraId="50C8CD35" w14:textId="77777777" w:rsidR="00C25B7D" w:rsidRPr="00E062F1" w:rsidRDefault="00C25B7D" w:rsidP="00C25B7D">
            <w:pPr>
              <w:pStyle w:val="TAC"/>
              <w:rPr>
                <w:szCs w:val="18"/>
                <w:lang w:eastAsia="zh-CN"/>
              </w:rPr>
            </w:pPr>
          </w:p>
        </w:tc>
      </w:tr>
      <w:tr w:rsidR="00C25B7D" w:rsidRPr="00E062F1" w14:paraId="33F28E1E"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74E5C417" w14:textId="77777777" w:rsidR="00C25B7D" w:rsidRPr="00E062F1" w:rsidRDefault="00C25B7D" w:rsidP="00C25B7D">
            <w:pPr>
              <w:pStyle w:val="TAC"/>
              <w:rPr>
                <w:lang w:eastAsia="zh-CN"/>
              </w:rPr>
            </w:pPr>
            <w:r w:rsidRPr="00E062F1">
              <w:rPr>
                <w:lang w:eastAsia="zh-CN"/>
              </w:rPr>
              <w:lastRenderedPageBreak/>
              <w:t>CA_n77A-n257J</w:t>
            </w:r>
          </w:p>
        </w:tc>
        <w:tc>
          <w:tcPr>
            <w:tcW w:w="1232" w:type="dxa"/>
            <w:tcBorders>
              <w:top w:val="single" w:sz="4" w:space="0" w:color="auto"/>
              <w:left w:val="single" w:sz="4" w:space="0" w:color="auto"/>
              <w:bottom w:val="nil"/>
              <w:right w:val="single" w:sz="4" w:space="0" w:color="auto"/>
            </w:tcBorders>
            <w:shd w:val="clear" w:color="auto" w:fill="auto"/>
          </w:tcPr>
          <w:p w14:paraId="2DA0A463" w14:textId="77777777" w:rsidR="00C25B7D" w:rsidRPr="00E062F1" w:rsidRDefault="00C25B7D" w:rsidP="00C25B7D">
            <w:pPr>
              <w:pStyle w:val="TAC"/>
              <w:rPr>
                <w:rFonts w:cs="Arial"/>
                <w:lang w:eastAsia="zh-CN"/>
              </w:rPr>
            </w:pPr>
            <w:r w:rsidRPr="00E062F1">
              <w:rPr>
                <w:rFonts w:cs="Arial"/>
                <w:lang w:eastAsia="zh-CN"/>
              </w:rPr>
              <w:t>CA_n257G</w:t>
            </w:r>
          </w:p>
          <w:p w14:paraId="06CF3186" w14:textId="77777777" w:rsidR="00C25B7D" w:rsidRPr="00E062F1" w:rsidRDefault="00C25B7D" w:rsidP="00C25B7D">
            <w:pPr>
              <w:pStyle w:val="TAC"/>
              <w:rPr>
                <w:rFonts w:cs="Arial"/>
                <w:lang w:eastAsia="zh-CN"/>
              </w:rPr>
            </w:pPr>
            <w:r w:rsidRPr="00E062F1">
              <w:rPr>
                <w:rFonts w:cs="Arial"/>
                <w:lang w:eastAsia="zh-CN"/>
              </w:rPr>
              <w:t>CA_n257H</w:t>
            </w:r>
          </w:p>
          <w:p w14:paraId="55ABA710" w14:textId="77777777" w:rsidR="00C25B7D" w:rsidRPr="00E062F1" w:rsidRDefault="00C25B7D" w:rsidP="00C25B7D">
            <w:pPr>
              <w:pStyle w:val="TAC"/>
              <w:rPr>
                <w:rFonts w:cs="Arial"/>
                <w:lang w:eastAsia="zh-CN"/>
              </w:rPr>
            </w:pPr>
            <w:r w:rsidRPr="00E062F1">
              <w:rPr>
                <w:rFonts w:cs="Arial"/>
                <w:lang w:eastAsia="zh-CN"/>
              </w:rPr>
              <w:t>CA_n257I</w:t>
            </w:r>
          </w:p>
          <w:p w14:paraId="3534F24C" w14:textId="77777777" w:rsidR="00C25B7D" w:rsidRPr="00E062F1" w:rsidRDefault="00C25B7D" w:rsidP="00C25B7D">
            <w:pPr>
              <w:pStyle w:val="TAC"/>
              <w:rPr>
                <w:rFonts w:cs="Arial"/>
                <w:lang w:eastAsia="zh-CN"/>
              </w:rPr>
            </w:pPr>
            <w:r w:rsidRPr="00E062F1">
              <w:rPr>
                <w:rFonts w:cs="Arial"/>
                <w:lang w:eastAsia="zh-CN"/>
              </w:rPr>
              <w:t>CA_n257J</w:t>
            </w:r>
          </w:p>
          <w:p w14:paraId="1E4C6408" w14:textId="77777777" w:rsidR="0035585D" w:rsidRPr="00E062F1" w:rsidRDefault="00C25B7D" w:rsidP="0035585D">
            <w:pPr>
              <w:pStyle w:val="TAC"/>
              <w:rPr>
                <w:rFonts w:cs="Arial"/>
                <w:szCs w:val="18"/>
              </w:rPr>
            </w:pPr>
            <w:r w:rsidRPr="00E062F1">
              <w:rPr>
                <w:rFonts w:cs="Arial"/>
                <w:lang w:eastAsia="zh-CN"/>
              </w:rPr>
              <w:t>CA_n77A-n257A</w:t>
            </w:r>
          </w:p>
          <w:p w14:paraId="51865CE9" w14:textId="77777777" w:rsidR="0035585D" w:rsidRPr="00E062F1" w:rsidRDefault="00C25B7D" w:rsidP="0035585D">
            <w:pPr>
              <w:pStyle w:val="TAC"/>
              <w:rPr>
                <w:rFonts w:cs="Arial"/>
                <w:szCs w:val="18"/>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G</w:t>
            </w:r>
          </w:p>
          <w:p w14:paraId="41491055" w14:textId="77777777" w:rsidR="0035585D" w:rsidRPr="00E062F1" w:rsidRDefault="00C25B7D" w:rsidP="0035585D">
            <w:pPr>
              <w:pStyle w:val="TAC"/>
              <w:rPr>
                <w:rFonts w:cs="Arial"/>
                <w:szCs w:val="18"/>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H</w:t>
            </w:r>
          </w:p>
          <w:p w14:paraId="4B400D26" w14:textId="2B04515D" w:rsidR="00C25B7D" w:rsidRPr="00E062F1" w:rsidRDefault="00C25B7D" w:rsidP="00C25B7D">
            <w:pPr>
              <w:pStyle w:val="TAC"/>
              <w:rPr>
                <w:lang w:eastAsia="zh-CN"/>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I</w:t>
            </w:r>
          </w:p>
          <w:p w14:paraId="734545D7" w14:textId="77777777" w:rsidR="00C25B7D" w:rsidRPr="00E062F1" w:rsidRDefault="00C25B7D" w:rsidP="00C25B7D">
            <w:pPr>
              <w:pStyle w:val="TAC"/>
              <w:rPr>
                <w:rFonts w:cs="Arial"/>
                <w:lang w:eastAsia="zh-CN"/>
              </w:rPr>
            </w:pPr>
            <w:r w:rsidRPr="00E062F1">
              <w:rPr>
                <w:lang w:eastAsia="zh-CN"/>
              </w:rPr>
              <w:t>CA_n77A-n257J</w:t>
            </w:r>
          </w:p>
        </w:tc>
        <w:tc>
          <w:tcPr>
            <w:tcW w:w="737" w:type="dxa"/>
            <w:tcBorders>
              <w:top w:val="single" w:sz="4" w:space="0" w:color="auto"/>
              <w:left w:val="single" w:sz="4" w:space="0" w:color="auto"/>
              <w:bottom w:val="single" w:sz="4" w:space="0" w:color="auto"/>
              <w:right w:val="single" w:sz="4" w:space="0" w:color="auto"/>
            </w:tcBorders>
          </w:tcPr>
          <w:p w14:paraId="43953D8B" w14:textId="77777777" w:rsidR="00C25B7D" w:rsidRPr="00E062F1" w:rsidRDefault="00C25B7D" w:rsidP="00C25B7D">
            <w:pPr>
              <w:pStyle w:val="TAC"/>
              <w:rPr>
                <w:rFonts w:cs="Arial"/>
                <w:kern w:val="2"/>
                <w:szCs w:val="24"/>
                <w:lang w:eastAsia="zh-CN"/>
              </w:rPr>
            </w:pPr>
            <w:r w:rsidRPr="00E062F1">
              <w:rPr>
                <w:rFonts w:cs="Arial"/>
                <w:kern w:val="2"/>
                <w:szCs w:val="24"/>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38F23DCF" w14:textId="77777777" w:rsidR="00C25B7D" w:rsidRPr="00E062F1" w:rsidRDefault="00C25B7D" w:rsidP="00C25B7D">
            <w:pPr>
              <w:pStyle w:val="TAC"/>
              <w:rPr>
                <w:rFonts w:cs="Arial"/>
                <w:lang w:eastAsia="zh-CN"/>
              </w:rPr>
            </w:pPr>
          </w:p>
        </w:tc>
        <w:tc>
          <w:tcPr>
            <w:tcW w:w="673" w:type="dxa"/>
            <w:tcBorders>
              <w:top w:val="single" w:sz="4" w:space="0" w:color="auto"/>
              <w:left w:val="single" w:sz="4" w:space="0" w:color="auto"/>
              <w:bottom w:val="single" w:sz="4" w:space="0" w:color="auto"/>
              <w:right w:val="single" w:sz="4" w:space="0" w:color="auto"/>
            </w:tcBorders>
          </w:tcPr>
          <w:p w14:paraId="403A0617" w14:textId="77777777" w:rsidR="00C25B7D" w:rsidRPr="00E062F1" w:rsidRDefault="00C25B7D" w:rsidP="00C25B7D">
            <w:pPr>
              <w:pStyle w:val="TAC"/>
              <w:rPr>
                <w:szCs w:val="24"/>
                <w:lang w:eastAsia="zh-CN"/>
              </w:rPr>
            </w:pPr>
            <w:r>
              <w:rPr>
                <w:rFonts w:hint="eastAsia"/>
                <w:szCs w:val="24"/>
                <w:lang w:eastAsia="zh-CN"/>
              </w:rPr>
              <w:t>10</w:t>
            </w:r>
          </w:p>
        </w:tc>
        <w:tc>
          <w:tcPr>
            <w:tcW w:w="671" w:type="dxa"/>
            <w:tcBorders>
              <w:top w:val="single" w:sz="4" w:space="0" w:color="auto"/>
              <w:left w:val="single" w:sz="4" w:space="0" w:color="auto"/>
              <w:bottom w:val="single" w:sz="4" w:space="0" w:color="auto"/>
              <w:right w:val="single" w:sz="4" w:space="0" w:color="auto"/>
            </w:tcBorders>
          </w:tcPr>
          <w:p w14:paraId="0D087CAC" w14:textId="77777777" w:rsidR="00C25B7D" w:rsidRPr="00E062F1" w:rsidRDefault="00C25B7D" w:rsidP="00C25B7D">
            <w:pPr>
              <w:pStyle w:val="TAC"/>
              <w:rPr>
                <w:szCs w:val="24"/>
                <w:lang w:eastAsia="zh-CN"/>
              </w:rPr>
            </w:pPr>
            <w:r>
              <w:rPr>
                <w:rFonts w:hint="eastAsia"/>
                <w:szCs w:val="24"/>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9A37D92" w14:textId="77777777" w:rsidR="00C25B7D" w:rsidRPr="00E062F1" w:rsidRDefault="00C25B7D" w:rsidP="00C25B7D">
            <w:pPr>
              <w:pStyle w:val="TAC"/>
              <w:rPr>
                <w:szCs w:val="24"/>
                <w:lang w:eastAsia="zh-CN"/>
              </w:rPr>
            </w:pPr>
            <w:r>
              <w:rPr>
                <w:rFonts w:hint="eastAsia"/>
                <w:szCs w:val="24"/>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0150E86"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2DB0545"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1765F2B3" w14:textId="77777777" w:rsidR="00C25B7D" w:rsidRPr="005F427A" w:rsidRDefault="00C25B7D" w:rsidP="00C25B7D">
            <w:pPr>
              <w:pStyle w:val="TAC"/>
              <w:rPr>
                <w:rFonts w:eastAsiaTheme="minorEastAsia"/>
                <w:lang w:eastAsia="zh-CN"/>
              </w:rPr>
            </w:pPr>
            <w:r>
              <w:rPr>
                <w:rFonts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3D1C6D35"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6965C3B"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515CEBF8"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74D56D32"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3ACB0AC7"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1A6958A0"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5679ADEB"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1511E844" w14:textId="77777777" w:rsidR="00C25B7D" w:rsidRPr="00E062F1" w:rsidRDefault="00C25B7D" w:rsidP="00C25B7D">
            <w:pPr>
              <w:pStyle w:val="TAC"/>
              <w:rPr>
                <w:rFonts w:cs="Arial"/>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6B082EA6"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18423875"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B42D974"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4E9D3F0F" w14:textId="77777777" w:rsidR="00C25B7D" w:rsidRPr="00E062F1" w:rsidRDefault="00C25B7D" w:rsidP="00C25B7D">
            <w:pPr>
              <w:pStyle w:val="TAC"/>
              <w:rPr>
                <w:rFonts w:cs="Arial"/>
                <w:lang w:eastAsia="zh-CN"/>
              </w:rPr>
            </w:pPr>
          </w:p>
        </w:tc>
        <w:tc>
          <w:tcPr>
            <w:tcW w:w="737" w:type="dxa"/>
            <w:tcBorders>
              <w:top w:val="single" w:sz="4" w:space="0" w:color="auto"/>
              <w:left w:val="single" w:sz="4" w:space="0" w:color="auto"/>
              <w:bottom w:val="single" w:sz="4" w:space="0" w:color="auto"/>
              <w:right w:val="single" w:sz="4" w:space="0" w:color="auto"/>
            </w:tcBorders>
          </w:tcPr>
          <w:p w14:paraId="01890F79" w14:textId="77777777" w:rsidR="00C25B7D" w:rsidRPr="00E062F1" w:rsidRDefault="00C25B7D" w:rsidP="00C25B7D">
            <w:pPr>
              <w:pStyle w:val="TAC"/>
              <w:rPr>
                <w:rFonts w:cs="Arial"/>
                <w:kern w:val="2"/>
                <w:szCs w:val="24"/>
                <w:lang w:eastAsia="zh-CN"/>
              </w:rPr>
            </w:pPr>
            <w:r w:rsidRPr="00E062F1">
              <w:rPr>
                <w:rFonts w:cs="Arial"/>
                <w:kern w:val="2"/>
                <w:szCs w:val="24"/>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02235374" w14:textId="301E16EB" w:rsidR="00C25B7D" w:rsidRPr="00E062F1" w:rsidRDefault="00C25B7D" w:rsidP="00C25B7D">
            <w:pPr>
              <w:pStyle w:val="TAC"/>
              <w:rPr>
                <w:rFonts w:cs="Arial"/>
                <w:lang w:eastAsia="zh-CN"/>
              </w:rPr>
            </w:pPr>
            <w:r w:rsidRPr="00E062F1">
              <w:rPr>
                <w:rFonts w:cs="Arial"/>
              </w:rPr>
              <w:t>See CA_n257</w:t>
            </w:r>
            <w:r w:rsidRPr="00E062F1">
              <w:rPr>
                <w:rFonts w:cs="Arial"/>
                <w:lang w:eastAsia="zh-CN"/>
              </w:rPr>
              <w:t>J</w:t>
            </w:r>
            <w:r w:rsidRPr="00E062F1">
              <w:rPr>
                <w:rFonts w:cs="Arial"/>
              </w:rPr>
              <w:t xml:space="preserve"> in Table 5.5A.1-1 in TS 38.101-2</w:t>
            </w:r>
          </w:p>
        </w:tc>
        <w:tc>
          <w:tcPr>
            <w:tcW w:w="1345" w:type="dxa"/>
            <w:tcBorders>
              <w:top w:val="nil"/>
              <w:left w:val="single" w:sz="4" w:space="0" w:color="auto"/>
              <w:bottom w:val="single" w:sz="4" w:space="0" w:color="auto"/>
              <w:right w:val="single" w:sz="4" w:space="0" w:color="auto"/>
            </w:tcBorders>
            <w:shd w:val="clear" w:color="auto" w:fill="auto"/>
          </w:tcPr>
          <w:p w14:paraId="204528FD" w14:textId="77777777" w:rsidR="00C25B7D" w:rsidRPr="00E062F1" w:rsidRDefault="00C25B7D" w:rsidP="00C25B7D">
            <w:pPr>
              <w:pStyle w:val="TAC"/>
              <w:rPr>
                <w:szCs w:val="18"/>
                <w:lang w:eastAsia="zh-CN"/>
              </w:rPr>
            </w:pPr>
          </w:p>
        </w:tc>
      </w:tr>
      <w:tr w:rsidR="00C25B7D" w:rsidRPr="00E062F1" w14:paraId="3ACBD6B0"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7952B1F9" w14:textId="77777777" w:rsidR="00C25B7D" w:rsidRPr="00E062F1" w:rsidRDefault="00C25B7D" w:rsidP="00C25B7D">
            <w:pPr>
              <w:pStyle w:val="TAC"/>
              <w:rPr>
                <w:lang w:eastAsia="zh-CN"/>
              </w:rPr>
            </w:pPr>
            <w:r w:rsidRPr="00E062F1">
              <w:rPr>
                <w:lang w:eastAsia="zh-CN"/>
              </w:rPr>
              <w:t>CA_n77A-n257K</w:t>
            </w:r>
          </w:p>
        </w:tc>
        <w:tc>
          <w:tcPr>
            <w:tcW w:w="1232" w:type="dxa"/>
            <w:tcBorders>
              <w:top w:val="single" w:sz="4" w:space="0" w:color="auto"/>
              <w:left w:val="single" w:sz="4" w:space="0" w:color="auto"/>
              <w:bottom w:val="nil"/>
              <w:right w:val="single" w:sz="4" w:space="0" w:color="auto"/>
            </w:tcBorders>
            <w:shd w:val="clear" w:color="auto" w:fill="auto"/>
          </w:tcPr>
          <w:p w14:paraId="74829710" w14:textId="77777777" w:rsidR="00C25B7D" w:rsidRPr="00E062F1" w:rsidRDefault="00C25B7D" w:rsidP="00C25B7D">
            <w:pPr>
              <w:pStyle w:val="TAC"/>
              <w:rPr>
                <w:rFonts w:cs="Arial"/>
                <w:lang w:eastAsia="zh-CN"/>
              </w:rPr>
            </w:pPr>
            <w:r w:rsidRPr="00E062F1">
              <w:rPr>
                <w:rFonts w:cs="Arial"/>
                <w:lang w:eastAsia="zh-CN"/>
              </w:rPr>
              <w:t>CA_n257G</w:t>
            </w:r>
          </w:p>
          <w:p w14:paraId="50EA3985" w14:textId="77777777" w:rsidR="00C25B7D" w:rsidRPr="00E062F1" w:rsidRDefault="00C25B7D" w:rsidP="00C25B7D">
            <w:pPr>
              <w:pStyle w:val="TAC"/>
              <w:rPr>
                <w:rFonts w:cs="Arial"/>
                <w:lang w:eastAsia="zh-CN"/>
              </w:rPr>
            </w:pPr>
            <w:r w:rsidRPr="00E062F1">
              <w:rPr>
                <w:rFonts w:cs="Arial"/>
                <w:lang w:eastAsia="zh-CN"/>
              </w:rPr>
              <w:t>CA_n257H</w:t>
            </w:r>
          </w:p>
          <w:p w14:paraId="44AD9522" w14:textId="77777777" w:rsidR="00C25B7D" w:rsidRPr="00E062F1" w:rsidRDefault="00C25B7D" w:rsidP="00C25B7D">
            <w:pPr>
              <w:pStyle w:val="TAC"/>
              <w:rPr>
                <w:rFonts w:cs="Arial"/>
                <w:lang w:eastAsia="zh-CN"/>
              </w:rPr>
            </w:pPr>
            <w:r w:rsidRPr="00E062F1">
              <w:rPr>
                <w:rFonts w:cs="Arial"/>
                <w:lang w:eastAsia="zh-CN"/>
              </w:rPr>
              <w:t>CA_n257I</w:t>
            </w:r>
          </w:p>
          <w:p w14:paraId="523F0FD1" w14:textId="77777777" w:rsidR="00C25B7D" w:rsidRPr="00E062F1" w:rsidRDefault="00C25B7D" w:rsidP="00C25B7D">
            <w:pPr>
              <w:pStyle w:val="TAC"/>
              <w:rPr>
                <w:rFonts w:cs="Arial"/>
                <w:lang w:eastAsia="zh-CN"/>
              </w:rPr>
            </w:pPr>
            <w:r w:rsidRPr="00E062F1">
              <w:rPr>
                <w:rFonts w:cs="Arial"/>
                <w:lang w:eastAsia="zh-CN"/>
              </w:rPr>
              <w:t>CA_n257J</w:t>
            </w:r>
          </w:p>
          <w:p w14:paraId="584EB64B" w14:textId="77777777" w:rsidR="00C25B7D" w:rsidRPr="00E062F1" w:rsidRDefault="00C25B7D" w:rsidP="00C25B7D">
            <w:pPr>
              <w:pStyle w:val="TAC"/>
              <w:rPr>
                <w:rFonts w:cs="Arial"/>
                <w:lang w:eastAsia="zh-CN"/>
              </w:rPr>
            </w:pPr>
            <w:r w:rsidRPr="00E062F1">
              <w:rPr>
                <w:rFonts w:cs="Arial"/>
                <w:lang w:eastAsia="zh-CN"/>
              </w:rPr>
              <w:t>CA_n257K</w:t>
            </w:r>
          </w:p>
          <w:p w14:paraId="4758FCF5" w14:textId="77777777" w:rsidR="0035585D" w:rsidRPr="00E062F1" w:rsidRDefault="00C25B7D" w:rsidP="0035585D">
            <w:pPr>
              <w:pStyle w:val="TAC"/>
              <w:rPr>
                <w:rFonts w:cs="Arial"/>
                <w:szCs w:val="18"/>
              </w:rPr>
            </w:pPr>
            <w:r w:rsidRPr="00E062F1">
              <w:rPr>
                <w:rFonts w:cs="Arial"/>
                <w:lang w:eastAsia="zh-CN"/>
              </w:rPr>
              <w:t>CA_n77A-n257A</w:t>
            </w:r>
          </w:p>
          <w:p w14:paraId="76CD0973" w14:textId="77777777" w:rsidR="0035585D" w:rsidRPr="00E062F1" w:rsidRDefault="00C25B7D" w:rsidP="0035585D">
            <w:pPr>
              <w:pStyle w:val="TAC"/>
              <w:rPr>
                <w:rFonts w:cs="Arial"/>
                <w:szCs w:val="18"/>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G</w:t>
            </w:r>
          </w:p>
          <w:p w14:paraId="6B49ADAC" w14:textId="77777777" w:rsidR="0035585D" w:rsidRPr="00E062F1" w:rsidRDefault="00C25B7D" w:rsidP="0035585D">
            <w:pPr>
              <w:pStyle w:val="TAC"/>
              <w:rPr>
                <w:rFonts w:cs="Arial"/>
                <w:szCs w:val="18"/>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H</w:t>
            </w:r>
          </w:p>
          <w:p w14:paraId="5EB42E44" w14:textId="7835580B" w:rsidR="00C25B7D" w:rsidRPr="00E062F1" w:rsidRDefault="00C25B7D" w:rsidP="00C25B7D">
            <w:pPr>
              <w:pStyle w:val="TAC"/>
              <w:rPr>
                <w:lang w:eastAsia="zh-CN"/>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I</w:t>
            </w:r>
          </w:p>
          <w:p w14:paraId="353C3C59" w14:textId="77777777" w:rsidR="0035585D" w:rsidRPr="00E062F1" w:rsidRDefault="00C25B7D" w:rsidP="0035585D">
            <w:pPr>
              <w:pStyle w:val="TAC"/>
              <w:rPr>
                <w:rFonts w:cs="Arial"/>
                <w:szCs w:val="18"/>
              </w:rPr>
            </w:pPr>
            <w:r w:rsidRPr="00E062F1">
              <w:rPr>
                <w:lang w:eastAsia="zh-CN"/>
              </w:rPr>
              <w:t>CA_n77A-n257J</w:t>
            </w:r>
          </w:p>
          <w:p w14:paraId="415FCA6F" w14:textId="62E3FA39" w:rsidR="00C25B7D" w:rsidRPr="00E062F1" w:rsidRDefault="00C25B7D" w:rsidP="00C25B7D">
            <w:pPr>
              <w:pStyle w:val="TAC"/>
              <w:rPr>
                <w:rFonts w:cs="Arial"/>
                <w:lang w:eastAsia="zh-CN"/>
              </w:rPr>
            </w:pPr>
            <w:r w:rsidRPr="00E062F1">
              <w:rPr>
                <w:lang w:eastAsia="zh-CN"/>
              </w:rPr>
              <w:t>CA_n77A-n257K</w:t>
            </w:r>
          </w:p>
        </w:tc>
        <w:tc>
          <w:tcPr>
            <w:tcW w:w="737" w:type="dxa"/>
            <w:tcBorders>
              <w:top w:val="single" w:sz="4" w:space="0" w:color="auto"/>
              <w:left w:val="single" w:sz="4" w:space="0" w:color="auto"/>
              <w:bottom w:val="single" w:sz="4" w:space="0" w:color="auto"/>
              <w:right w:val="single" w:sz="4" w:space="0" w:color="auto"/>
            </w:tcBorders>
          </w:tcPr>
          <w:p w14:paraId="12E5D51A" w14:textId="77777777" w:rsidR="00C25B7D" w:rsidRPr="00E062F1" w:rsidRDefault="00C25B7D" w:rsidP="00C25B7D">
            <w:pPr>
              <w:pStyle w:val="TAC"/>
              <w:rPr>
                <w:rFonts w:cs="Arial"/>
                <w:kern w:val="2"/>
                <w:szCs w:val="24"/>
                <w:lang w:eastAsia="zh-CN"/>
              </w:rPr>
            </w:pPr>
            <w:r w:rsidRPr="00E062F1">
              <w:rPr>
                <w:rFonts w:cs="Arial"/>
                <w:kern w:val="2"/>
                <w:szCs w:val="24"/>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5562F114" w14:textId="77777777" w:rsidR="00C25B7D" w:rsidRPr="00E062F1" w:rsidRDefault="00C25B7D" w:rsidP="00C25B7D">
            <w:pPr>
              <w:pStyle w:val="TAC"/>
              <w:rPr>
                <w:rFonts w:cs="Arial"/>
                <w:lang w:eastAsia="zh-CN"/>
              </w:rPr>
            </w:pPr>
          </w:p>
        </w:tc>
        <w:tc>
          <w:tcPr>
            <w:tcW w:w="673" w:type="dxa"/>
            <w:tcBorders>
              <w:top w:val="single" w:sz="4" w:space="0" w:color="auto"/>
              <w:left w:val="single" w:sz="4" w:space="0" w:color="auto"/>
              <w:bottom w:val="single" w:sz="4" w:space="0" w:color="auto"/>
              <w:right w:val="single" w:sz="4" w:space="0" w:color="auto"/>
            </w:tcBorders>
          </w:tcPr>
          <w:p w14:paraId="4FC779E3" w14:textId="77777777" w:rsidR="00C25B7D" w:rsidRPr="00E062F1" w:rsidRDefault="00C25B7D" w:rsidP="00C25B7D">
            <w:pPr>
              <w:pStyle w:val="TAC"/>
              <w:rPr>
                <w:szCs w:val="24"/>
                <w:lang w:eastAsia="zh-CN"/>
              </w:rPr>
            </w:pPr>
            <w:r>
              <w:rPr>
                <w:rFonts w:hint="eastAsia"/>
                <w:szCs w:val="24"/>
                <w:lang w:eastAsia="zh-CN"/>
              </w:rPr>
              <w:t>10</w:t>
            </w:r>
          </w:p>
        </w:tc>
        <w:tc>
          <w:tcPr>
            <w:tcW w:w="671" w:type="dxa"/>
            <w:tcBorders>
              <w:top w:val="single" w:sz="4" w:space="0" w:color="auto"/>
              <w:left w:val="single" w:sz="4" w:space="0" w:color="auto"/>
              <w:bottom w:val="single" w:sz="4" w:space="0" w:color="auto"/>
              <w:right w:val="single" w:sz="4" w:space="0" w:color="auto"/>
            </w:tcBorders>
          </w:tcPr>
          <w:p w14:paraId="329BC957" w14:textId="77777777" w:rsidR="00C25B7D" w:rsidRPr="00E062F1" w:rsidRDefault="00C25B7D" w:rsidP="00C25B7D">
            <w:pPr>
              <w:pStyle w:val="TAC"/>
              <w:rPr>
                <w:szCs w:val="24"/>
                <w:lang w:eastAsia="zh-CN"/>
              </w:rPr>
            </w:pPr>
            <w:r>
              <w:rPr>
                <w:rFonts w:hint="eastAsia"/>
                <w:szCs w:val="24"/>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D87DA36" w14:textId="77777777" w:rsidR="00C25B7D" w:rsidRPr="00E062F1" w:rsidRDefault="00C25B7D" w:rsidP="00C25B7D">
            <w:pPr>
              <w:pStyle w:val="TAC"/>
              <w:rPr>
                <w:szCs w:val="24"/>
                <w:lang w:eastAsia="zh-CN"/>
              </w:rPr>
            </w:pPr>
            <w:r>
              <w:rPr>
                <w:rFonts w:hint="eastAsia"/>
                <w:szCs w:val="24"/>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FCB07A7"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2AF1A128"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12C04F61" w14:textId="77777777" w:rsidR="00C25B7D" w:rsidRPr="005F427A" w:rsidRDefault="00C25B7D" w:rsidP="00C25B7D">
            <w:pPr>
              <w:pStyle w:val="TAC"/>
              <w:rPr>
                <w:rFonts w:eastAsiaTheme="minorEastAsia"/>
                <w:lang w:eastAsia="zh-CN"/>
              </w:rPr>
            </w:pPr>
            <w:r>
              <w:rPr>
                <w:rFonts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76B1F987"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4BEA036"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0150E4F"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02D2CC9D"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6C004354"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6123D25F"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364A63CC"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5EE3686B" w14:textId="77777777" w:rsidR="00C25B7D" w:rsidRPr="00E062F1" w:rsidRDefault="00C25B7D" w:rsidP="00C25B7D">
            <w:pPr>
              <w:pStyle w:val="TAC"/>
              <w:rPr>
                <w:rFonts w:cs="Arial"/>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5529AC82"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3C818E7E"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8F7E126"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18854606" w14:textId="77777777" w:rsidR="00C25B7D" w:rsidRPr="00E062F1" w:rsidRDefault="00C25B7D" w:rsidP="00C25B7D">
            <w:pPr>
              <w:pStyle w:val="TAC"/>
              <w:rPr>
                <w:rFonts w:cs="Arial"/>
                <w:lang w:eastAsia="zh-CN"/>
              </w:rPr>
            </w:pPr>
          </w:p>
        </w:tc>
        <w:tc>
          <w:tcPr>
            <w:tcW w:w="737" w:type="dxa"/>
            <w:tcBorders>
              <w:top w:val="single" w:sz="4" w:space="0" w:color="auto"/>
              <w:left w:val="single" w:sz="4" w:space="0" w:color="auto"/>
              <w:bottom w:val="single" w:sz="4" w:space="0" w:color="auto"/>
              <w:right w:val="single" w:sz="4" w:space="0" w:color="auto"/>
            </w:tcBorders>
          </w:tcPr>
          <w:p w14:paraId="4BDC1824" w14:textId="77777777" w:rsidR="00C25B7D" w:rsidRPr="00E062F1" w:rsidRDefault="00C25B7D" w:rsidP="00C25B7D">
            <w:pPr>
              <w:pStyle w:val="TAC"/>
              <w:rPr>
                <w:rFonts w:cs="Arial"/>
                <w:kern w:val="2"/>
                <w:szCs w:val="24"/>
                <w:lang w:eastAsia="zh-CN"/>
              </w:rPr>
            </w:pPr>
            <w:r w:rsidRPr="00E062F1">
              <w:rPr>
                <w:rFonts w:cs="Arial"/>
                <w:kern w:val="2"/>
                <w:szCs w:val="24"/>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5596ED40" w14:textId="0D1D1CBE" w:rsidR="00C25B7D" w:rsidRPr="00E062F1" w:rsidRDefault="00C25B7D" w:rsidP="00C25B7D">
            <w:pPr>
              <w:pStyle w:val="TAC"/>
              <w:rPr>
                <w:rFonts w:cs="Arial"/>
                <w:lang w:eastAsia="zh-CN"/>
              </w:rPr>
            </w:pPr>
            <w:r w:rsidRPr="00E062F1">
              <w:rPr>
                <w:rFonts w:cs="Arial"/>
              </w:rPr>
              <w:t>See CA_n257</w:t>
            </w:r>
            <w:r w:rsidRPr="00E062F1">
              <w:rPr>
                <w:rFonts w:cs="Arial"/>
                <w:lang w:eastAsia="zh-CN"/>
              </w:rPr>
              <w:t>K</w:t>
            </w:r>
            <w:r w:rsidRPr="00E062F1">
              <w:rPr>
                <w:rFonts w:cs="Arial"/>
              </w:rPr>
              <w:t xml:space="preserve"> in Table 5.5A.1-1 in TS 38.101-2</w:t>
            </w:r>
          </w:p>
        </w:tc>
        <w:tc>
          <w:tcPr>
            <w:tcW w:w="1345" w:type="dxa"/>
            <w:tcBorders>
              <w:top w:val="nil"/>
              <w:left w:val="single" w:sz="4" w:space="0" w:color="auto"/>
              <w:bottom w:val="single" w:sz="4" w:space="0" w:color="auto"/>
              <w:right w:val="single" w:sz="4" w:space="0" w:color="auto"/>
            </w:tcBorders>
            <w:shd w:val="clear" w:color="auto" w:fill="auto"/>
          </w:tcPr>
          <w:p w14:paraId="1A1897BB" w14:textId="77777777" w:rsidR="00C25B7D" w:rsidRPr="00E062F1" w:rsidRDefault="00C25B7D" w:rsidP="00C25B7D">
            <w:pPr>
              <w:pStyle w:val="TAC"/>
              <w:rPr>
                <w:szCs w:val="18"/>
                <w:lang w:eastAsia="zh-CN"/>
              </w:rPr>
            </w:pPr>
          </w:p>
        </w:tc>
      </w:tr>
      <w:tr w:rsidR="00C25B7D" w:rsidRPr="00E062F1" w14:paraId="760459E5"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41D2F1B2" w14:textId="77777777" w:rsidR="00C25B7D" w:rsidRPr="00E062F1" w:rsidRDefault="00C25B7D" w:rsidP="00C25B7D">
            <w:pPr>
              <w:pStyle w:val="TAC"/>
              <w:rPr>
                <w:lang w:eastAsia="zh-CN"/>
              </w:rPr>
            </w:pPr>
            <w:r w:rsidRPr="00E062F1">
              <w:rPr>
                <w:lang w:eastAsia="zh-CN"/>
              </w:rPr>
              <w:lastRenderedPageBreak/>
              <w:t>CA_n77A-n257L</w:t>
            </w:r>
          </w:p>
        </w:tc>
        <w:tc>
          <w:tcPr>
            <w:tcW w:w="1232" w:type="dxa"/>
            <w:tcBorders>
              <w:top w:val="single" w:sz="4" w:space="0" w:color="auto"/>
              <w:left w:val="single" w:sz="4" w:space="0" w:color="auto"/>
              <w:bottom w:val="nil"/>
              <w:right w:val="single" w:sz="4" w:space="0" w:color="auto"/>
            </w:tcBorders>
            <w:shd w:val="clear" w:color="auto" w:fill="auto"/>
          </w:tcPr>
          <w:p w14:paraId="548F0484" w14:textId="77777777" w:rsidR="00C25B7D" w:rsidRPr="00E062F1" w:rsidRDefault="00C25B7D" w:rsidP="00C25B7D">
            <w:pPr>
              <w:pStyle w:val="TAC"/>
              <w:rPr>
                <w:rFonts w:cs="Arial"/>
                <w:lang w:eastAsia="zh-CN"/>
              </w:rPr>
            </w:pPr>
            <w:r w:rsidRPr="00E062F1">
              <w:rPr>
                <w:rFonts w:cs="Arial"/>
                <w:lang w:eastAsia="zh-CN"/>
              </w:rPr>
              <w:t>CA_n257G</w:t>
            </w:r>
          </w:p>
          <w:p w14:paraId="0DAD2767" w14:textId="77777777" w:rsidR="00C25B7D" w:rsidRPr="00E062F1" w:rsidRDefault="00C25B7D" w:rsidP="00C25B7D">
            <w:pPr>
              <w:pStyle w:val="TAC"/>
              <w:rPr>
                <w:rFonts w:cs="Arial"/>
                <w:lang w:eastAsia="zh-CN"/>
              </w:rPr>
            </w:pPr>
            <w:r w:rsidRPr="00E062F1">
              <w:rPr>
                <w:rFonts w:cs="Arial"/>
                <w:lang w:eastAsia="zh-CN"/>
              </w:rPr>
              <w:t>CA_n257H</w:t>
            </w:r>
          </w:p>
          <w:p w14:paraId="46CD6007" w14:textId="77777777" w:rsidR="00C25B7D" w:rsidRPr="00E062F1" w:rsidRDefault="00C25B7D" w:rsidP="00C25B7D">
            <w:pPr>
              <w:pStyle w:val="TAC"/>
              <w:rPr>
                <w:rFonts w:cs="Arial"/>
                <w:lang w:eastAsia="zh-CN"/>
              </w:rPr>
            </w:pPr>
            <w:r w:rsidRPr="00E062F1">
              <w:rPr>
                <w:rFonts w:cs="Arial"/>
                <w:lang w:eastAsia="zh-CN"/>
              </w:rPr>
              <w:t>CA_n257I</w:t>
            </w:r>
          </w:p>
          <w:p w14:paraId="4FE9BC91" w14:textId="77777777" w:rsidR="00C25B7D" w:rsidRPr="00E062F1" w:rsidRDefault="00C25B7D" w:rsidP="00C25B7D">
            <w:pPr>
              <w:pStyle w:val="TAC"/>
              <w:rPr>
                <w:rFonts w:cs="Arial"/>
                <w:lang w:eastAsia="zh-CN"/>
              </w:rPr>
            </w:pPr>
            <w:r w:rsidRPr="00E062F1">
              <w:rPr>
                <w:rFonts w:cs="Arial"/>
                <w:lang w:eastAsia="zh-CN"/>
              </w:rPr>
              <w:t>CA_n257J</w:t>
            </w:r>
          </w:p>
          <w:p w14:paraId="54F3E037" w14:textId="77777777" w:rsidR="00C25B7D" w:rsidRPr="00E062F1" w:rsidRDefault="00C25B7D" w:rsidP="00C25B7D">
            <w:pPr>
              <w:pStyle w:val="TAC"/>
              <w:rPr>
                <w:rFonts w:cs="Arial"/>
                <w:lang w:eastAsia="zh-CN"/>
              </w:rPr>
            </w:pPr>
            <w:r w:rsidRPr="00E062F1">
              <w:rPr>
                <w:rFonts w:cs="Arial"/>
                <w:lang w:eastAsia="zh-CN"/>
              </w:rPr>
              <w:t>CA_n257K</w:t>
            </w:r>
          </w:p>
          <w:p w14:paraId="2AED7A25" w14:textId="77777777" w:rsidR="00C25B7D" w:rsidRPr="00E062F1" w:rsidRDefault="00C25B7D" w:rsidP="00C25B7D">
            <w:pPr>
              <w:pStyle w:val="TAC"/>
              <w:rPr>
                <w:rFonts w:cs="Arial"/>
                <w:lang w:eastAsia="zh-CN"/>
              </w:rPr>
            </w:pPr>
            <w:r w:rsidRPr="00E062F1">
              <w:rPr>
                <w:rFonts w:cs="Arial"/>
                <w:lang w:eastAsia="zh-CN"/>
              </w:rPr>
              <w:t>CA_n257L</w:t>
            </w:r>
          </w:p>
          <w:p w14:paraId="19AF4644" w14:textId="77777777" w:rsidR="0035585D" w:rsidRPr="00E062F1" w:rsidRDefault="00C25B7D" w:rsidP="0035585D">
            <w:pPr>
              <w:pStyle w:val="TAC"/>
              <w:rPr>
                <w:rFonts w:cs="Arial"/>
                <w:szCs w:val="18"/>
              </w:rPr>
            </w:pPr>
            <w:r w:rsidRPr="00E062F1">
              <w:rPr>
                <w:rFonts w:cs="Arial"/>
                <w:lang w:eastAsia="zh-CN"/>
              </w:rPr>
              <w:t>CA_n77A-n257A</w:t>
            </w:r>
          </w:p>
          <w:p w14:paraId="0F21EE40" w14:textId="77777777" w:rsidR="0035585D" w:rsidRPr="00E062F1" w:rsidRDefault="00C25B7D" w:rsidP="0035585D">
            <w:pPr>
              <w:pStyle w:val="TAC"/>
              <w:rPr>
                <w:rFonts w:cs="Arial"/>
                <w:szCs w:val="18"/>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G</w:t>
            </w:r>
          </w:p>
          <w:p w14:paraId="055A758F" w14:textId="77777777" w:rsidR="0035585D" w:rsidRPr="00E062F1" w:rsidRDefault="00C25B7D" w:rsidP="0035585D">
            <w:pPr>
              <w:pStyle w:val="TAC"/>
              <w:rPr>
                <w:rFonts w:cs="Arial"/>
                <w:szCs w:val="18"/>
              </w:rPr>
            </w:pPr>
            <w:r w:rsidRPr="00E062F1">
              <w:rPr>
                <w:rFonts w:cs="Arial"/>
                <w:lang w:eastAsia="zh-CN"/>
              </w:rPr>
              <w:t xml:space="preserve"> 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H</w:t>
            </w:r>
          </w:p>
          <w:p w14:paraId="7373A0F3" w14:textId="7A5CA92A" w:rsidR="00C25B7D" w:rsidRPr="00E062F1" w:rsidRDefault="00C25B7D" w:rsidP="00C25B7D">
            <w:pPr>
              <w:pStyle w:val="TAC"/>
              <w:rPr>
                <w:lang w:eastAsia="zh-CN"/>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I</w:t>
            </w:r>
            <w:r w:rsidRPr="00E062F1">
              <w:rPr>
                <w:rFonts w:cs="Arial"/>
                <w:lang w:eastAsia="zh-CN"/>
              </w:rPr>
              <w:t>,</w:t>
            </w:r>
          </w:p>
          <w:p w14:paraId="618EC79D" w14:textId="77777777" w:rsidR="0035585D" w:rsidRPr="00E062F1" w:rsidRDefault="00C25B7D" w:rsidP="0035585D">
            <w:pPr>
              <w:pStyle w:val="TAC"/>
              <w:rPr>
                <w:rFonts w:cs="Arial"/>
                <w:szCs w:val="18"/>
              </w:rPr>
            </w:pPr>
            <w:r w:rsidRPr="00E062F1">
              <w:rPr>
                <w:lang w:eastAsia="zh-CN"/>
              </w:rPr>
              <w:t>CA_n77A-n257J</w:t>
            </w:r>
          </w:p>
          <w:p w14:paraId="35F27D5E" w14:textId="5BFA7BE5" w:rsidR="00C25B7D" w:rsidRPr="00E062F1" w:rsidRDefault="00C25B7D" w:rsidP="00C25B7D">
            <w:pPr>
              <w:pStyle w:val="TAC"/>
              <w:rPr>
                <w:lang w:eastAsia="zh-CN"/>
              </w:rPr>
            </w:pPr>
            <w:r w:rsidRPr="00E062F1">
              <w:rPr>
                <w:lang w:eastAsia="zh-CN"/>
              </w:rPr>
              <w:t>CA_n77A-n257K</w:t>
            </w:r>
          </w:p>
          <w:p w14:paraId="32C058FD" w14:textId="77777777" w:rsidR="00C25B7D" w:rsidRPr="00E062F1" w:rsidRDefault="00C25B7D" w:rsidP="00C25B7D">
            <w:pPr>
              <w:pStyle w:val="TAC"/>
              <w:rPr>
                <w:rFonts w:cs="Arial"/>
                <w:lang w:eastAsia="zh-CN"/>
              </w:rPr>
            </w:pPr>
            <w:r w:rsidRPr="00E062F1">
              <w:rPr>
                <w:lang w:eastAsia="zh-CN"/>
              </w:rPr>
              <w:t>CA_n77A-n257L</w:t>
            </w:r>
          </w:p>
        </w:tc>
        <w:tc>
          <w:tcPr>
            <w:tcW w:w="737" w:type="dxa"/>
            <w:tcBorders>
              <w:top w:val="single" w:sz="4" w:space="0" w:color="auto"/>
              <w:left w:val="single" w:sz="4" w:space="0" w:color="auto"/>
              <w:bottom w:val="single" w:sz="4" w:space="0" w:color="auto"/>
              <w:right w:val="single" w:sz="4" w:space="0" w:color="auto"/>
            </w:tcBorders>
          </w:tcPr>
          <w:p w14:paraId="1822B396" w14:textId="77777777" w:rsidR="00C25B7D" w:rsidRPr="00E062F1" w:rsidRDefault="00C25B7D" w:rsidP="00C25B7D">
            <w:pPr>
              <w:pStyle w:val="TAC"/>
              <w:rPr>
                <w:rFonts w:cs="Arial"/>
                <w:szCs w:val="24"/>
                <w:lang w:eastAsia="zh-CN"/>
              </w:rPr>
            </w:pPr>
            <w:r w:rsidRPr="00E062F1">
              <w:rPr>
                <w:rFonts w:cs="Arial"/>
                <w:kern w:val="2"/>
                <w:szCs w:val="24"/>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4DFBA08B" w14:textId="77777777" w:rsidR="00C25B7D" w:rsidRPr="00E062F1" w:rsidRDefault="00C25B7D" w:rsidP="00C25B7D">
            <w:pPr>
              <w:pStyle w:val="TAC"/>
              <w:rPr>
                <w:rFonts w:cs="Arial"/>
                <w:lang w:eastAsia="zh-CN"/>
              </w:rPr>
            </w:pPr>
          </w:p>
        </w:tc>
        <w:tc>
          <w:tcPr>
            <w:tcW w:w="673" w:type="dxa"/>
            <w:tcBorders>
              <w:top w:val="single" w:sz="4" w:space="0" w:color="auto"/>
              <w:left w:val="single" w:sz="4" w:space="0" w:color="auto"/>
              <w:bottom w:val="single" w:sz="4" w:space="0" w:color="auto"/>
              <w:right w:val="single" w:sz="4" w:space="0" w:color="auto"/>
            </w:tcBorders>
          </w:tcPr>
          <w:p w14:paraId="494AC040" w14:textId="77777777" w:rsidR="00C25B7D" w:rsidRPr="00E062F1" w:rsidRDefault="00C25B7D" w:rsidP="00C25B7D">
            <w:pPr>
              <w:pStyle w:val="TAC"/>
              <w:rPr>
                <w:szCs w:val="24"/>
                <w:lang w:eastAsia="zh-CN"/>
              </w:rPr>
            </w:pPr>
            <w:r>
              <w:rPr>
                <w:rFonts w:hint="eastAsia"/>
                <w:szCs w:val="24"/>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3BE233A" w14:textId="77777777" w:rsidR="00C25B7D" w:rsidRPr="00E062F1" w:rsidRDefault="00C25B7D" w:rsidP="00C25B7D">
            <w:pPr>
              <w:pStyle w:val="TAC"/>
              <w:rPr>
                <w:szCs w:val="24"/>
                <w:lang w:eastAsia="zh-CN"/>
              </w:rPr>
            </w:pPr>
            <w:r>
              <w:rPr>
                <w:rFonts w:hint="eastAsia"/>
                <w:szCs w:val="24"/>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05A48F4" w14:textId="77777777" w:rsidR="00C25B7D" w:rsidRPr="00E062F1" w:rsidRDefault="00C25B7D" w:rsidP="00C25B7D">
            <w:pPr>
              <w:pStyle w:val="TAC"/>
              <w:rPr>
                <w:szCs w:val="24"/>
                <w:lang w:eastAsia="zh-CN"/>
              </w:rPr>
            </w:pPr>
            <w:r>
              <w:rPr>
                <w:rFonts w:hint="eastAsia"/>
                <w:szCs w:val="24"/>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2AD8D28"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70D338A"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107F0037" w14:textId="77777777" w:rsidR="00C25B7D" w:rsidRPr="005F427A" w:rsidRDefault="00C25B7D" w:rsidP="00C25B7D">
            <w:pPr>
              <w:pStyle w:val="TAC"/>
              <w:rPr>
                <w:rFonts w:eastAsiaTheme="minorEastAsia"/>
                <w:lang w:eastAsia="zh-CN"/>
              </w:rPr>
            </w:pPr>
            <w:r>
              <w:rPr>
                <w:rFonts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7337F19A" w14:textId="77777777" w:rsidR="00C25B7D" w:rsidRPr="005F427A" w:rsidRDefault="00C25B7D" w:rsidP="00C25B7D">
            <w:pPr>
              <w:pStyle w:val="TAC"/>
              <w:rPr>
                <w:rFonts w:eastAsiaTheme="minorEastAsia"/>
                <w:lang w:eastAsia="zh-CN"/>
              </w:rPr>
            </w:pPr>
            <w:r>
              <w:rPr>
                <w:rFonts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43CA6EB"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65DC5684"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50EFFB4A"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18830F5"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00CAF023"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046B2CFC"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1EA970DA" w14:textId="77777777" w:rsidR="00C25B7D" w:rsidRPr="00E062F1" w:rsidRDefault="00C25B7D" w:rsidP="00C25B7D">
            <w:pPr>
              <w:pStyle w:val="TAC"/>
              <w:rPr>
                <w:rFonts w:cs="Arial"/>
                <w:lang w:eastAsia="zh-CN"/>
              </w:rPr>
            </w:pPr>
          </w:p>
        </w:tc>
        <w:tc>
          <w:tcPr>
            <w:tcW w:w="1345" w:type="dxa"/>
            <w:tcBorders>
              <w:top w:val="single" w:sz="4" w:space="0" w:color="auto"/>
              <w:left w:val="single" w:sz="4" w:space="0" w:color="auto"/>
              <w:bottom w:val="nil"/>
              <w:right w:val="single" w:sz="4" w:space="0" w:color="auto"/>
            </w:tcBorders>
            <w:shd w:val="clear" w:color="auto" w:fill="auto"/>
          </w:tcPr>
          <w:p w14:paraId="655B2E19"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1B690135"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FF9A26D"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46D8E95E" w14:textId="77777777" w:rsidR="00C25B7D" w:rsidRPr="00E062F1" w:rsidRDefault="00C25B7D" w:rsidP="00C25B7D">
            <w:pPr>
              <w:pStyle w:val="TAC"/>
              <w:rPr>
                <w:rFonts w:cs="Arial"/>
                <w:lang w:eastAsia="zh-CN"/>
              </w:rPr>
            </w:pPr>
          </w:p>
        </w:tc>
        <w:tc>
          <w:tcPr>
            <w:tcW w:w="737" w:type="dxa"/>
            <w:tcBorders>
              <w:top w:val="single" w:sz="4" w:space="0" w:color="auto"/>
              <w:left w:val="single" w:sz="4" w:space="0" w:color="auto"/>
              <w:bottom w:val="single" w:sz="4" w:space="0" w:color="auto"/>
              <w:right w:val="single" w:sz="4" w:space="0" w:color="auto"/>
            </w:tcBorders>
          </w:tcPr>
          <w:p w14:paraId="0A7D96B7" w14:textId="77777777" w:rsidR="00C25B7D" w:rsidRPr="00E062F1" w:rsidRDefault="00C25B7D" w:rsidP="00C25B7D">
            <w:pPr>
              <w:pStyle w:val="TAC"/>
              <w:rPr>
                <w:rFonts w:cs="Arial"/>
                <w:szCs w:val="24"/>
                <w:lang w:eastAsia="zh-CN"/>
              </w:rPr>
            </w:pPr>
            <w:r w:rsidRPr="00E062F1">
              <w:rPr>
                <w:rFonts w:cs="Arial"/>
                <w:kern w:val="2"/>
                <w:szCs w:val="24"/>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0F0B9C9C" w14:textId="4B82C2DE" w:rsidR="00C25B7D" w:rsidRPr="00E062F1" w:rsidRDefault="00C25B7D" w:rsidP="00C25B7D">
            <w:pPr>
              <w:pStyle w:val="TAC"/>
              <w:rPr>
                <w:rFonts w:cs="Arial"/>
                <w:lang w:eastAsia="zh-CN"/>
              </w:rPr>
            </w:pPr>
            <w:r w:rsidRPr="00E062F1">
              <w:rPr>
                <w:rFonts w:cs="Arial"/>
              </w:rPr>
              <w:t>See CA_n257</w:t>
            </w:r>
            <w:r w:rsidRPr="00E062F1">
              <w:rPr>
                <w:rFonts w:cs="Arial"/>
                <w:lang w:eastAsia="zh-CN"/>
              </w:rPr>
              <w:t>L</w:t>
            </w:r>
            <w:r w:rsidRPr="00E062F1">
              <w:rPr>
                <w:rFonts w:cs="Arial"/>
              </w:rPr>
              <w:t xml:space="preserve"> in Table 5.5A.1-1 in TS 38.101-2</w:t>
            </w:r>
          </w:p>
        </w:tc>
        <w:tc>
          <w:tcPr>
            <w:tcW w:w="1345" w:type="dxa"/>
            <w:tcBorders>
              <w:top w:val="nil"/>
              <w:left w:val="single" w:sz="4" w:space="0" w:color="auto"/>
              <w:bottom w:val="single" w:sz="4" w:space="0" w:color="auto"/>
              <w:right w:val="single" w:sz="4" w:space="0" w:color="auto"/>
            </w:tcBorders>
            <w:shd w:val="clear" w:color="auto" w:fill="auto"/>
          </w:tcPr>
          <w:p w14:paraId="4B83D401" w14:textId="77777777" w:rsidR="00C25B7D" w:rsidRPr="00E062F1" w:rsidRDefault="00C25B7D" w:rsidP="00C25B7D">
            <w:pPr>
              <w:pStyle w:val="TAC"/>
              <w:rPr>
                <w:szCs w:val="18"/>
                <w:lang w:eastAsia="zh-CN"/>
              </w:rPr>
            </w:pPr>
          </w:p>
        </w:tc>
      </w:tr>
      <w:tr w:rsidR="00C25B7D" w:rsidRPr="00E062F1" w14:paraId="70A88E0B"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D32F02F" w14:textId="77777777" w:rsidR="00C25B7D" w:rsidRPr="00E062F1" w:rsidRDefault="00C25B7D" w:rsidP="00C25B7D">
            <w:pPr>
              <w:pStyle w:val="TAC"/>
              <w:rPr>
                <w:lang w:eastAsia="zh-CN"/>
              </w:rPr>
            </w:pPr>
            <w:r w:rsidRPr="00E062F1">
              <w:rPr>
                <w:lang w:eastAsia="zh-CN"/>
              </w:rPr>
              <w:lastRenderedPageBreak/>
              <w:t>CA_n77A-n257M</w:t>
            </w:r>
          </w:p>
        </w:tc>
        <w:tc>
          <w:tcPr>
            <w:tcW w:w="1232" w:type="dxa"/>
            <w:tcBorders>
              <w:left w:val="single" w:sz="4" w:space="0" w:color="auto"/>
              <w:bottom w:val="nil"/>
              <w:right w:val="single" w:sz="4" w:space="0" w:color="auto"/>
            </w:tcBorders>
            <w:shd w:val="clear" w:color="auto" w:fill="auto"/>
          </w:tcPr>
          <w:p w14:paraId="763504BA" w14:textId="77777777" w:rsidR="00C25B7D" w:rsidRPr="00E062F1" w:rsidRDefault="00C25B7D" w:rsidP="00C25B7D">
            <w:pPr>
              <w:pStyle w:val="TAC"/>
              <w:rPr>
                <w:rFonts w:cs="Arial"/>
                <w:lang w:eastAsia="zh-CN"/>
              </w:rPr>
            </w:pPr>
            <w:r w:rsidRPr="00E062F1">
              <w:rPr>
                <w:rFonts w:cs="Arial"/>
                <w:lang w:eastAsia="zh-CN"/>
              </w:rPr>
              <w:t>CA_n257G</w:t>
            </w:r>
          </w:p>
          <w:p w14:paraId="6B03429D" w14:textId="77777777" w:rsidR="00C25B7D" w:rsidRPr="00E062F1" w:rsidRDefault="00C25B7D" w:rsidP="00C25B7D">
            <w:pPr>
              <w:pStyle w:val="TAC"/>
              <w:rPr>
                <w:rFonts w:cs="Arial"/>
                <w:lang w:eastAsia="zh-CN"/>
              </w:rPr>
            </w:pPr>
            <w:r w:rsidRPr="00E062F1">
              <w:rPr>
                <w:rFonts w:cs="Arial"/>
                <w:lang w:eastAsia="zh-CN"/>
              </w:rPr>
              <w:t>CA_n257H</w:t>
            </w:r>
          </w:p>
          <w:p w14:paraId="771F625D" w14:textId="77777777" w:rsidR="00C25B7D" w:rsidRPr="00E062F1" w:rsidRDefault="00C25B7D" w:rsidP="00C25B7D">
            <w:pPr>
              <w:pStyle w:val="TAC"/>
              <w:rPr>
                <w:rFonts w:cs="Arial"/>
                <w:lang w:eastAsia="zh-CN"/>
              </w:rPr>
            </w:pPr>
            <w:r w:rsidRPr="00E062F1">
              <w:rPr>
                <w:rFonts w:cs="Arial"/>
                <w:lang w:eastAsia="zh-CN"/>
              </w:rPr>
              <w:t>CA_n257I</w:t>
            </w:r>
          </w:p>
          <w:p w14:paraId="0A0D8831" w14:textId="77777777" w:rsidR="00C25B7D" w:rsidRPr="00E062F1" w:rsidRDefault="00C25B7D" w:rsidP="00C25B7D">
            <w:pPr>
              <w:pStyle w:val="TAC"/>
              <w:rPr>
                <w:rFonts w:cs="Arial"/>
                <w:lang w:eastAsia="zh-CN"/>
              </w:rPr>
            </w:pPr>
            <w:r w:rsidRPr="00E062F1">
              <w:rPr>
                <w:rFonts w:cs="Arial"/>
                <w:lang w:eastAsia="zh-CN"/>
              </w:rPr>
              <w:t>CA_n257J</w:t>
            </w:r>
          </w:p>
          <w:p w14:paraId="442E83C3" w14:textId="77777777" w:rsidR="00C25B7D" w:rsidRPr="00E062F1" w:rsidRDefault="00C25B7D" w:rsidP="00C25B7D">
            <w:pPr>
              <w:pStyle w:val="TAC"/>
              <w:rPr>
                <w:rFonts w:cs="Arial"/>
                <w:lang w:eastAsia="zh-CN"/>
              </w:rPr>
            </w:pPr>
            <w:r w:rsidRPr="00E062F1">
              <w:rPr>
                <w:rFonts w:cs="Arial"/>
                <w:lang w:eastAsia="zh-CN"/>
              </w:rPr>
              <w:t>CA_n257K</w:t>
            </w:r>
          </w:p>
          <w:p w14:paraId="4781A003" w14:textId="77777777" w:rsidR="00C25B7D" w:rsidRPr="00E062F1" w:rsidRDefault="00C25B7D" w:rsidP="00C25B7D">
            <w:pPr>
              <w:pStyle w:val="TAC"/>
              <w:rPr>
                <w:rFonts w:cs="Arial"/>
                <w:lang w:eastAsia="zh-CN"/>
              </w:rPr>
            </w:pPr>
            <w:r w:rsidRPr="00E062F1">
              <w:rPr>
                <w:rFonts w:cs="Arial"/>
                <w:lang w:eastAsia="zh-CN"/>
              </w:rPr>
              <w:t>CA_n257L</w:t>
            </w:r>
          </w:p>
          <w:p w14:paraId="52E47A91" w14:textId="77777777" w:rsidR="00C25B7D" w:rsidRPr="00E062F1" w:rsidRDefault="00C25B7D" w:rsidP="00C25B7D">
            <w:pPr>
              <w:pStyle w:val="TAC"/>
              <w:rPr>
                <w:rFonts w:cs="Arial"/>
                <w:lang w:eastAsia="zh-CN"/>
              </w:rPr>
            </w:pPr>
            <w:r w:rsidRPr="00E062F1">
              <w:rPr>
                <w:rFonts w:cs="Arial"/>
                <w:lang w:eastAsia="zh-CN"/>
              </w:rPr>
              <w:t>CA_n257M</w:t>
            </w:r>
          </w:p>
          <w:p w14:paraId="2BF3ECB1" w14:textId="77777777" w:rsidR="00C25B7D" w:rsidRPr="00E062F1" w:rsidRDefault="00C25B7D" w:rsidP="00C25B7D">
            <w:pPr>
              <w:pStyle w:val="TAC"/>
              <w:rPr>
                <w:rFonts w:cs="Arial"/>
                <w:lang w:eastAsia="zh-CN"/>
              </w:rPr>
            </w:pPr>
            <w:r w:rsidRPr="00E062F1">
              <w:rPr>
                <w:rFonts w:cs="Arial"/>
                <w:lang w:eastAsia="zh-CN"/>
              </w:rPr>
              <w:t>CA_n77A-n257A</w:t>
            </w:r>
          </w:p>
          <w:p w14:paraId="350D4988" w14:textId="77777777" w:rsidR="00C25B7D" w:rsidRPr="00E062F1" w:rsidRDefault="00C25B7D" w:rsidP="00C25B7D">
            <w:pPr>
              <w:pStyle w:val="TAC"/>
              <w:rPr>
                <w:rFonts w:cs="Arial"/>
                <w:lang w:eastAsia="zh-CN"/>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G</w:t>
            </w:r>
          </w:p>
          <w:p w14:paraId="1A8CC036" w14:textId="77777777" w:rsidR="00C25B7D" w:rsidRPr="00E062F1" w:rsidRDefault="00C25B7D" w:rsidP="00C25B7D">
            <w:pPr>
              <w:pStyle w:val="TAC"/>
              <w:rPr>
                <w:rFonts w:cs="Arial"/>
                <w:lang w:eastAsia="zh-CN"/>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H</w:t>
            </w:r>
          </w:p>
          <w:p w14:paraId="223EE099" w14:textId="1F118609" w:rsidR="00C25B7D" w:rsidRPr="00C25B7D" w:rsidRDefault="00C25B7D" w:rsidP="00C25B7D">
            <w:pPr>
              <w:pStyle w:val="TAC"/>
              <w:rPr>
                <w:rFonts w:cs="Arial"/>
                <w:lang w:eastAsia="zh-CN"/>
              </w:rPr>
            </w:pPr>
            <w:r w:rsidRPr="00E062F1">
              <w:rPr>
                <w:rFonts w:cs="Arial"/>
                <w:lang w:eastAsia="zh-CN"/>
              </w:rPr>
              <w:t>CA</w:t>
            </w:r>
            <w:r w:rsidRPr="00E062F1">
              <w:rPr>
                <w:rFonts w:cs="Arial"/>
              </w:rPr>
              <w:t>_</w:t>
            </w:r>
            <w:r w:rsidRPr="00E062F1">
              <w:rPr>
                <w:rFonts w:cs="Arial"/>
                <w:lang w:eastAsia="zh-CN"/>
              </w:rPr>
              <w:t>n77A</w:t>
            </w:r>
            <w:r w:rsidRPr="00E062F1">
              <w:rPr>
                <w:rFonts w:cs="Arial"/>
                <w:lang w:eastAsia="ja-JP"/>
              </w:rPr>
              <w:t>-</w:t>
            </w:r>
            <w:r w:rsidRPr="00E062F1">
              <w:rPr>
                <w:rFonts w:cs="Arial"/>
                <w:lang w:eastAsia="zh-CN"/>
              </w:rPr>
              <w:t>n257</w:t>
            </w:r>
            <w:r w:rsidRPr="00E062F1">
              <w:rPr>
                <w:rFonts w:cs="Arial"/>
                <w:lang w:eastAsia="ja-JP"/>
              </w:rPr>
              <w:t>I</w:t>
            </w:r>
          </w:p>
          <w:p w14:paraId="5473FAC8" w14:textId="77777777" w:rsidR="00C25B7D" w:rsidRPr="00E062F1" w:rsidRDefault="00C25B7D" w:rsidP="00C25B7D">
            <w:pPr>
              <w:pStyle w:val="TAC"/>
              <w:rPr>
                <w:rFonts w:cs="Arial"/>
                <w:lang w:eastAsia="zh-CN"/>
              </w:rPr>
            </w:pPr>
            <w:r w:rsidRPr="00E062F1">
              <w:rPr>
                <w:lang w:eastAsia="zh-CN"/>
              </w:rPr>
              <w:t>CA_n77A-n257J</w:t>
            </w:r>
          </w:p>
          <w:p w14:paraId="613B11D7" w14:textId="4A27E60C" w:rsidR="00C25B7D" w:rsidRPr="00E062F1" w:rsidRDefault="00C25B7D" w:rsidP="00C25B7D">
            <w:pPr>
              <w:pStyle w:val="TAC"/>
              <w:rPr>
                <w:lang w:eastAsia="zh-CN"/>
              </w:rPr>
            </w:pPr>
            <w:r w:rsidRPr="00E062F1">
              <w:rPr>
                <w:lang w:eastAsia="zh-CN"/>
              </w:rPr>
              <w:t>CA_n77A-n257K</w:t>
            </w:r>
          </w:p>
          <w:p w14:paraId="674B84A1" w14:textId="77777777" w:rsidR="00C25B7D" w:rsidRPr="00E062F1" w:rsidRDefault="00C25B7D" w:rsidP="00C25B7D">
            <w:pPr>
              <w:pStyle w:val="TAC"/>
              <w:rPr>
                <w:rFonts w:cs="Arial"/>
                <w:lang w:eastAsia="zh-CN"/>
              </w:rPr>
            </w:pPr>
            <w:r w:rsidRPr="00E062F1">
              <w:rPr>
                <w:lang w:eastAsia="zh-CN"/>
              </w:rPr>
              <w:t>CA_n77A-n257L</w:t>
            </w:r>
          </w:p>
          <w:p w14:paraId="32285127" w14:textId="572C14B1" w:rsidR="00C25B7D" w:rsidRPr="00E062F1" w:rsidRDefault="00C25B7D" w:rsidP="00C25B7D">
            <w:pPr>
              <w:pStyle w:val="TAC"/>
            </w:pPr>
            <w:r w:rsidRPr="00E062F1">
              <w:rPr>
                <w:lang w:eastAsia="zh-CN"/>
              </w:rPr>
              <w:t>CA_n77A-n257M</w:t>
            </w:r>
          </w:p>
        </w:tc>
        <w:tc>
          <w:tcPr>
            <w:tcW w:w="737" w:type="dxa"/>
            <w:tcBorders>
              <w:left w:val="single" w:sz="4" w:space="0" w:color="auto"/>
              <w:right w:val="single" w:sz="4" w:space="0" w:color="auto"/>
            </w:tcBorders>
          </w:tcPr>
          <w:p w14:paraId="4FBE1C29" w14:textId="77777777" w:rsidR="00C25B7D" w:rsidRPr="00E062F1" w:rsidRDefault="00C25B7D" w:rsidP="00C25B7D">
            <w:pPr>
              <w:pStyle w:val="TAC"/>
              <w:rPr>
                <w:lang w:eastAsia="zh-CN"/>
              </w:rPr>
            </w:pPr>
            <w:r>
              <w:rPr>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1D09A79A"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166F7EF0"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4E65754F"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2552336A"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D8B2992"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EC6AB7E"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6ADD85D" w14:textId="77777777" w:rsidR="00C25B7D" w:rsidRPr="00E062F1" w:rsidRDefault="00C25B7D" w:rsidP="00C25B7D">
            <w:pPr>
              <w:pStyle w:val="TAC"/>
              <w:rPr>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36524E96"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E9DB26D"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52D2C295"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A7FB6CD"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1094CD2A"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378F6CF2"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14534B98"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5A87CB3A" w14:textId="77777777" w:rsidR="00C25B7D" w:rsidRPr="00E062F1" w:rsidRDefault="00C25B7D" w:rsidP="00C25B7D">
            <w:pPr>
              <w:pStyle w:val="TAC"/>
              <w:rPr>
                <w:rFonts w:cs="Arial"/>
                <w:lang w:eastAsia="zh-CN"/>
              </w:rPr>
            </w:pPr>
          </w:p>
        </w:tc>
        <w:tc>
          <w:tcPr>
            <w:tcW w:w="1345" w:type="dxa"/>
            <w:tcBorders>
              <w:left w:val="single" w:sz="4" w:space="0" w:color="auto"/>
              <w:bottom w:val="nil"/>
              <w:right w:val="single" w:sz="4" w:space="0" w:color="auto"/>
            </w:tcBorders>
            <w:shd w:val="clear" w:color="auto" w:fill="auto"/>
          </w:tcPr>
          <w:p w14:paraId="268C5513" w14:textId="77777777" w:rsidR="00C25B7D" w:rsidRPr="005F427A" w:rsidRDefault="00C25B7D" w:rsidP="00C25B7D">
            <w:pPr>
              <w:pStyle w:val="TAC"/>
              <w:rPr>
                <w:rFonts w:eastAsiaTheme="minorEastAsia"/>
                <w:szCs w:val="18"/>
                <w:lang w:eastAsia="zh-CN"/>
              </w:rPr>
            </w:pPr>
            <w:r>
              <w:rPr>
                <w:rFonts w:hint="eastAsia"/>
                <w:szCs w:val="18"/>
                <w:lang w:eastAsia="zh-CN"/>
              </w:rPr>
              <w:t>0</w:t>
            </w:r>
          </w:p>
        </w:tc>
      </w:tr>
      <w:tr w:rsidR="00C25B7D" w:rsidRPr="00E062F1" w14:paraId="2DB22C87"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D5E3B87"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731E6383" w14:textId="77777777" w:rsidR="00C25B7D" w:rsidRPr="00E062F1" w:rsidRDefault="00C25B7D" w:rsidP="00C25B7D">
            <w:pPr>
              <w:pStyle w:val="TAC"/>
            </w:pPr>
          </w:p>
        </w:tc>
        <w:tc>
          <w:tcPr>
            <w:tcW w:w="737" w:type="dxa"/>
            <w:tcBorders>
              <w:top w:val="single" w:sz="4" w:space="0" w:color="auto"/>
              <w:left w:val="single" w:sz="4" w:space="0" w:color="auto"/>
              <w:bottom w:val="single" w:sz="4" w:space="0" w:color="auto"/>
              <w:right w:val="single" w:sz="4" w:space="0" w:color="auto"/>
            </w:tcBorders>
          </w:tcPr>
          <w:p w14:paraId="6FDC7EA4" w14:textId="77777777" w:rsidR="00C25B7D" w:rsidRPr="00E062F1" w:rsidRDefault="00C25B7D" w:rsidP="00C25B7D">
            <w:pPr>
              <w:pStyle w:val="TAC"/>
              <w:rPr>
                <w:rFonts w:cs="Arial"/>
                <w:szCs w:val="24"/>
                <w:lang w:eastAsia="zh-CN"/>
              </w:rPr>
            </w:pPr>
            <w:r>
              <w:rPr>
                <w:rFonts w:cs="Arial"/>
                <w:szCs w:val="24"/>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78F342B3" w14:textId="6E801E03" w:rsidR="00C25B7D" w:rsidRPr="00E062F1" w:rsidRDefault="00C25B7D" w:rsidP="00C25B7D">
            <w:pPr>
              <w:pStyle w:val="TAC"/>
              <w:rPr>
                <w:rFonts w:cs="Arial"/>
              </w:rPr>
            </w:pPr>
            <w:r w:rsidRPr="00E062F1">
              <w:rPr>
                <w:rFonts w:cs="Arial"/>
              </w:rPr>
              <w:t>See CA_n257</w:t>
            </w:r>
            <w:r w:rsidRPr="00E062F1">
              <w:rPr>
                <w:rFonts w:cs="Arial"/>
                <w:lang w:eastAsia="zh-CN"/>
              </w:rPr>
              <w:t>M</w:t>
            </w:r>
            <w:r w:rsidRPr="00E062F1">
              <w:rPr>
                <w:rFonts w:cs="Arial"/>
              </w:rPr>
              <w:t xml:space="preserve"> in Table 5.5A.1-1 in TS 38.101-2</w:t>
            </w:r>
          </w:p>
        </w:tc>
        <w:tc>
          <w:tcPr>
            <w:tcW w:w="1345" w:type="dxa"/>
            <w:tcBorders>
              <w:top w:val="nil"/>
              <w:left w:val="single" w:sz="4" w:space="0" w:color="auto"/>
              <w:bottom w:val="single" w:sz="4" w:space="0" w:color="auto"/>
              <w:right w:val="single" w:sz="4" w:space="0" w:color="auto"/>
            </w:tcBorders>
            <w:shd w:val="clear" w:color="auto" w:fill="auto"/>
          </w:tcPr>
          <w:p w14:paraId="2752C73D" w14:textId="77777777" w:rsidR="00C25B7D" w:rsidRPr="00E062F1" w:rsidRDefault="00C25B7D" w:rsidP="00C25B7D">
            <w:pPr>
              <w:pStyle w:val="TAC"/>
              <w:rPr>
                <w:rFonts w:eastAsia="Yu Mincho"/>
                <w:szCs w:val="18"/>
              </w:rPr>
            </w:pPr>
          </w:p>
        </w:tc>
      </w:tr>
      <w:tr w:rsidR="00C25B7D" w:rsidRPr="00E062F1" w14:paraId="703C483B"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0E4A4078" w14:textId="77777777" w:rsidR="00C25B7D" w:rsidRPr="00E062F1" w:rsidRDefault="00C25B7D" w:rsidP="00C25B7D">
            <w:pPr>
              <w:pStyle w:val="TAC"/>
              <w:rPr>
                <w:lang w:eastAsia="zh-CN"/>
              </w:rPr>
            </w:pPr>
            <w:r w:rsidRPr="00E062F1">
              <w:t>CA_n</w:t>
            </w:r>
            <w:r w:rsidRPr="00E062F1">
              <w:rPr>
                <w:lang w:eastAsia="zh-CN"/>
              </w:rPr>
              <w:t>77C</w:t>
            </w:r>
            <w:r w:rsidRPr="00E062F1">
              <w:t>-n</w:t>
            </w:r>
            <w:r w:rsidRPr="00E062F1">
              <w:rPr>
                <w:lang w:eastAsia="zh-CN"/>
              </w:rPr>
              <w:t>257</w:t>
            </w:r>
            <w:r w:rsidRPr="00E062F1">
              <w:t>A</w:t>
            </w:r>
          </w:p>
        </w:tc>
        <w:tc>
          <w:tcPr>
            <w:tcW w:w="1232" w:type="dxa"/>
            <w:tcBorders>
              <w:top w:val="single" w:sz="4" w:space="0" w:color="auto"/>
              <w:left w:val="single" w:sz="4" w:space="0" w:color="auto"/>
              <w:bottom w:val="nil"/>
              <w:right w:val="single" w:sz="4" w:space="0" w:color="auto"/>
            </w:tcBorders>
            <w:shd w:val="clear" w:color="auto" w:fill="auto"/>
          </w:tcPr>
          <w:p w14:paraId="5197E7BA" w14:textId="77777777" w:rsidR="00C25B7D" w:rsidRPr="00E062F1" w:rsidRDefault="00C25B7D" w:rsidP="00C25B7D">
            <w:pPr>
              <w:pStyle w:val="TAC"/>
            </w:pPr>
            <w:r w:rsidRPr="00E062F1">
              <w:t>CA_n</w:t>
            </w:r>
            <w:r w:rsidRPr="00E062F1">
              <w:rPr>
                <w:lang w:eastAsia="zh-CN"/>
              </w:rPr>
              <w:t>77</w:t>
            </w:r>
            <w:r w:rsidRPr="00E062F1">
              <w:t>A-n</w:t>
            </w:r>
            <w:r w:rsidRPr="00E062F1">
              <w:rPr>
                <w:lang w:eastAsia="zh-CN"/>
              </w:rPr>
              <w:t>257</w:t>
            </w:r>
            <w:r w:rsidRPr="00E062F1">
              <w:t>A</w:t>
            </w:r>
          </w:p>
        </w:tc>
        <w:tc>
          <w:tcPr>
            <w:tcW w:w="737" w:type="dxa"/>
            <w:tcBorders>
              <w:top w:val="single" w:sz="4" w:space="0" w:color="auto"/>
              <w:left w:val="single" w:sz="4" w:space="0" w:color="auto"/>
              <w:bottom w:val="single" w:sz="4" w:space="0" w:color="auto"/>
              <w:right w:val="single" w:sz="4" w:space="0" w:color="auto"/>
            </w:tcBorders>
          </w:tcPr>
          <w:p w14:paraId="4BA1A3E2" w14:textId="77777777" w:rsidR="00C25B7D" w:rsidRPr="00E062F1" w:rsidRDefault="00C25B7D" w:rsidP="00C25B7D">
            <w:pPr>
              <w:pStyle w:val="TAC"/>
            </w:pPr>
            <w:r w:rsidRPr="00E062F1">
              <w:rPr>
                <w:lang w:eastAsia="zh-CN"/>
              </w:rPr>
              <w:t>n77</w:t>
            </w:r>
          </w:p>
        </w:tc>
        <w:tc>
          <w:tcPr>
            <w:tcW w:w="10073" w:type="dxa"/>
            <w:gridSpan w:val="18"/>
            <w:tcBorders>
              <w:top w:val="single" w:sz="4" w:space="0" w:color="auto"/>
              <w:left w:val="single" w:sz="4" w:space="0" w:color="auto"/>
              <w:bottom w:val="single" w:sz="4" w:space="0" w:color="auto"/>
              <w:right w:val="single" w:sz="4" w:space="0" w:color="auto"/>
            </w:tcBorders>
          </w:tcPr>
          <w:p w14:paraId="131902BA" w14:textId="309A6057" w:rsidR="00C25B7D" w:rsidRPr="00E062F1" w:rsidRDefault="00C25B7D" w:rsidP="00C25B7D">
            <w:pPr>
              <w:pStyle w:val="TAC"/>
              <w:rPr>
                <w:rFonts w:cs="Arial"/>
                <w:lang w:eastAsia="zh-CN"/>
              </w:rPr>
            </w:pPr>
            <w:r w:rsidRPr="00E062F1">
              <w:rPr>
                <w:rFonts w:cs="Arial"/>
                <w:lang w:eastAsia="ja-JP"/>
              </w:rPr>
              <w:t>CA_n77C</w:t>
            </w:r>
          </w:p>
        </w:tc>
        <w:tc>
          <w:tcPr>
            <w:tcW w:w="1345" w:type="dxa"/>
            <w:tcBorders>
              <w:top w:val="single" w:sz="4" w:space="0" w:color="auto"/>
              <w:left w:val="single" w:sz="4" w:space="0" w:color="auto"/>
              <w:bottom w:val="nil"/>
              <w:right w:val="single" w:sz="4" w:space="0" w:color="auto"/>
            </w:tcBorders>
            <w:shd w:val="clear" w:color="auto" w:fill="auto"/>
          </w:tcPr>
          <w:p w14:paraId="418A4315" w14:textId="77777777" w:rsidR="00C25B7D" w:rsidRPr="005F427A" w:rsidRDefault="00C25B7D" w:rsidP="00C25B7D">
            <w:pPr>
              <w:pStyle w:val="TAC"/>
              <w:rPr>
                <w:rFonts w:eastAsiaTheme="minorEastAsia"/>
                <w:szCs w:val="18"/>
                <w:lang w:eastAsia="zh-CN"/>
              </w:rPr>
            </w:pPr>
            <w:r>
              <w:rPr>
                <w:rFonts w:hint="eastAsia"/>
                <w:szCs w:val="18"/>
                <w:lang w:eastAsia="zh-CN"/>
              </w:rPr>
              <w:t>0</w:t>
            </w:r>
          </w:p>
        </w:tc>
      </w:tr>
      <w:tr w:rsidR="00C25B7D" w:rsidRPr="00E062F1" w14:paraId="7AC0C8AC"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3ABE3D6"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045071DF" w14:textId="77777777" w:rsidR="00C25B7D" w:rsidRPr="00E062F1" w:rsidRDefault="00C25B7D" w:rsidP="00C25B7D">
            <w:pPr>
              <w:pStyle w:val="TAC"/>
            </w:pPr>
          </w:p>
        </w:tc>
        <w:tc>
          <w:tcPr>
            <w:tcW w:w="737" w:type="dxa"/>
            <w:tcBorders>
              <w:top w:val="single" w:sz="4" w:space="0" w:color="auto"/>
              <w:left w:val="single" w:sz="4" w:space="0" w:color="auto"/>
              <w:bottom w:val="single" w:sz="4" w:space="0" w:color="auto"/>
              <w:right w:val="single" w:sz="4" w:space="0" w:color="auto"/>
            </w:tcBorders>
          </w:tcPr>
          <w:p w14:paraId="1D2D256C" w14:textId="77777777" w:rsidR="00C25B7D" w:rsidRPr="00E062F1" w:rsidRDefault="00C25B7D" w:rsidP="00C25B7D">
            <w:pPr>
              <w:pStyle w:val="TAC"/>
            </w:pPr>
            <w:r w:rsidRPr="00E062F1">
              <w:rPr>
                <w:lang w:eastAsia="zh-CN"/>
              </w:rPr>
              <w:t>n257</w:t>
            </w:r>
          </w:p>
        </w:tc>
        <w:tc>
          <w:tcPr>
            <w:tcW w:w="671" w:type="dxa"/>
            <w:tcBorders>
              <w:top w:val="single" w:sz="4" w:space="0" w:color="auto"/>
              <w:left w:val="single" w:sz="4" w:space="0" w:color="auto"/>
              <w:bottom w:val="single" w:sz="4" w:space="0" w:color="auto"/>
              <w:right w:val="single" w:sz="4" w:space="0" w:color="auto"/>
            </w:tcBorders>
          </w:tcPr>
          <w:p w14:paraId="166279E1"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5AEA5C9E"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BEFF5DC"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6FB7D84E"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AF20B03"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29D7AD6"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E7E2A40"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927B02B"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729E301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9A7033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7327B4A"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6B0B5D3"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043C47BB"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17988FE0" w14:textId="77777777" w:rsidR="00C25B7D" w:rsidRPr="00E062F1" w:rsidRDefault="00C25B7D" w:rsidP="00C25B7D">
            <w:pPr>
              <w:pStyle w:val="TAC"/>
              <w:rPr>
                <w:rFonts w:cs="Arial"/>
                <w:lang w:eastAsia="zh-CN"/>
              </w:rPr>
            </w:pPr>
            <w:r>
              <w:rPr>
                <w:rFonts w:cs="Arial"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52D44E07" w14:textId="77777777" w:rsidR="00C25B7D" w:rsidRPr="00E062F1" w:rsidRDefault="00C25B7D" w:rsidP="00C25B7D">
            <w:pPr>
              <w:pStyle w:val="TAC"/>
              <w:rPr>
                <w:rFonts w:cs="Arial"/>
                <w:lang w:eastAsia="zh-CN"/>
              </w:rPr>
            </w:pPr>
            <w:r>
              <w:rPr>
                <w:rFonts w:cs="Arial"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35C25196" w14:textId="77777777" w:rsidR="00C25B7D" w:rsidRPr="00E062F1" w:rsidRDefault="00C25B7D" w:rsidP="00C25B7D">
            <w:pPr>
              <w:pStyle w:val="TAC"/>
              <w:rPr>
                <w:rFonts w:eastAsia="Yu Mincho"/>
                <w:szCs w:val="18"/>
              </w:rPr>
            </w:pPr>
          </w:p>
        </w:tc>
      </w:tr>
      <w:tr w:rsidR="00C25B7D" w:rsidRPr="00E062F1" w14:paraId="10D8688F" w14:textId="77777777" w:rsidTr="007D68F6">
        <w:trPr>
          <w:trHeight w:val="187"/>
          <w:jc w:val="center"/>
        </w:trPr>
        <w:tc>
          <w:tcPr>
            <w:tcW w:w="1087" w:type="dxa"/>
            <w:tcBorders>
              <w:top w:val="single" w:sz="4" w:space="0" w:color="auto"/>
              <w:left w:val="single" w:sz="4" w:space="0" w:color="auto"/>
              <w:bottom w:val="nil"/>
              <w:right w:val="single" w:sz="4" w:space="0" w:color="auto"/>
            </w:tcBorders>
            <w:shd w:val="clear" w:color="auto" w:fill="auto"/>
          </w:tcPr>
          <w:p w14:paraId="50DF5EE0" w14:textId="77777777" w:rsidR="00C25B7D" w:rsidRPr="00E062F1" w:rsidRDefault="00C25B7D" w:rsidP="00C25B7D">
            <w:pPr>
              <w:pStyle w:val="TAC"/>
            </w:pPr>
            <w:r w:rsidRPr="00E062F1">
              <w:t>CA_n</w:t>
            </w:r>
            <w:r w:rsidRPr="00E062F1">
              <w:rPr>
                <w:lang w:eastAsia="zh-CN"/>
              </w:rPr>
              <w:t>77C</w:t>
            </w:r>
            <w:r w:rsidRPr="00E062F1">
              <w:t>-n</w:t>
            </w:r>
            <w:r w:rsidRPr="00E062F1">
              <w:rPr>
                <w:lang w:eastAsia="zh-CN"/>
              </w:rPr>
              <w:t>257D</w:t>
            </w:r>
          </w:p>
        </w:tc>
        <w:tc>
          <w:tcPr>
            <w:tcW w:w="1232" w:type="dxa"/>
            <w:tcBorders>
              <w:top w:val="single" w:sz="4" w:space="0" w:color="auto"/>
              <w:left w:val="single" w:sz="4" w:space="0" w:color="auto"/>
              <w:bottom w:val="nil"/>
              <w:right w:val="single" w:sz="4" w:space="0" w:color="auto"/>
            </w:tcBorders>
            <w:shd w:val="clear" w:color="auto" w:fill="auto"/>
          </w:tcPr>
          <w:p w14:paraId="2447A2E6" w14:textId="77777777" w:rsidR="00C25B7D" w:rsidRPr="00E062F1" w:rsidRDefault="00C25B7D" w:rsidP="00C25B7D">
            <w:pPr>
              <w:pStyle w:val="TAC"/>
            </w:pPr>
            <w:r w:rsidRPr="00E062F1">
              <w:t>CA_n</w:t>
            </w:r>
            <w:r w:rsidRPr="00E062F1">
              <w:rPr>
                <w:lang w:eastAsia="zh-CN"/>
              </w:rPr>
              <w:t>77</w:t>
            </w:r>
            <w:r w:rsidRPr="00E062F1">
              <w:t>A-n</w:t>
            </w:r>
            <w:r w:rsidRPr="00E062F1">
              <w:rPr>
                <w:lang w:eastAsia="zh-CN"/>
              </w:rPr>
              <w:t>257</w:t>
            </w:r>
            <w:r w:rsidRPr="00E062F1">
              <w:t>A</w:t>
            </w:r>
          </w:p>
        </w:tc>
        <w:tc>
          <w:tcPr>
            <w:tcW w:w="737" w:type="dxa"/>
            <w:tcBorders>
              <w:top w:val="single" w:sz="4" w:space="0" w:color="auto"/>
              <w:left w:val="single" w:sz="4" w:space="0" w:color="auto"/>
              <w:right w:val="single" w:sz="4" w:space="0" w:color="auto"/>
            </w:tcBorders>
          </w:tcPr>
          <w:p w14:paraId="6B411E21" w14:textId="77777777" w:rsidR="00C25B7D" w:rsidRPr="00E062F1" w:rsidRDefault="00C25B7D" w:rsidP="00C25B7D">
            <w:pPr>
              <w:pStyle w:val="TAC"/>
              <w:rPr>
                <w:lang w:eastAsia="zh-CN"/>
              </w:rPr>
            </w:pPr>
            <w:r w:rsidRPr="00E062F1">
              <w:rPr>
                <w:rFonts w:eastAsia="Yu Mincho"/>
              </w:rPr>
              <w:t>n7</w:t>
            </w:r>
            <w:r w:rsidRPr="00E062F1">
              <w:rPr>
                <w:lang w:eastAsia="zh-CN"/>
              </w:rPr>
              <w:t>7</w:t>
            </w:r>
          </w:p>
        </w:tc>
        <w:tc>
          <w:tcPr>
            <w:tcW w:w="10073" w:type="dxa"/>
            <w:gridSpan w:val="18"/>
            <w:tcBorders>
              <w:top w:val="single" w:sz="4" w:space="0" w:color="auto"/>
              <w:left w:val="single" w:sz="4" w:space="0" w:color="auto"/>
              <w:right w:val="single" w:sz="4" w:space="0" w:color="auto"/>
            </w:tcBorders>
          </w:tcPr>
          <w:p w14:paraId="3C2DCA41" w14:textId="6057E190" w:rsidR="00C25B7D" w:rsidRPr="00E062F1" w:rsidRDefault="00C25B7D" w:rsidP="00C25B7D">
            <w:pPr>
              <w:pStyle w:val="TAC"/>
              <w:rPr>
                <w:rFonts w:eastAsia="Yu Mincho"/>
                <w:szCs w:val="18"/>
              </w:rPr>
            </w:pPr>
            <w:r w:rsidRPr="00E062F1">
              <w:rPr>
                <w:rFonts w:cs="Arial"/>
                <w:lang w:eastAsia="ja-JP"/>
              </w:rPr>
              <w:t>CA_n77C</w:t>
            </w:r>
          </w:p>
        </w:tc>
        <w:tc>
          <w:tcPr>
            <w:tcW w:w="1345" w:type="dxa"/>
            <w:tcBorders>
              <w:top w:val="single" w:sz="4" w:space="0" w:color="auto"/>
              <w:left w:val="single" w:sz="4" w:space="0" w:color="auto"/>
              <w:bottom w:val="nil"/>
              <w:right w:val="single" w:sz="4" w:space="0" w:color="auto"/>
            </w:tcBorders>
            <w:shd w:val="clear" w:color="auto" w:fill="auto"/>
          </w:tcPr>
          <w:p w14:paraId="43B4F99A" w14:textId="77777777" w:rsidR="00C25B7D" w:rsidRPr="00E062F1" w:rsidRDefault="00C25B7D" w:rsidP="00C25B7D">
            <w:pPr>
              <w:pStyle w:val="TAC"/>
              <w:rPr>
                <w:rFonts w:eastAsia="Yu Mincho"/>
                <w:szCs w:val="18"/>
              </w:rPr>
            </w:pPr>
            <w:r w:rsidRPr="00E062F1">
              <w:rPr>
                <w:rFonts w:eastAsia="Yu Mincho"/>
                <w:szCs w:val="18"/>
              </w:rPr>
              <w:t>0</w:t>
            </w:r>
          </w:p>
        </w:tc>
      </w:tr>
      <w:tr w:rsidR="00C25B7D" w:rsidRPr="00E062F1" w14:paraId="24E2C9C5"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92FE0BB"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1CCD5B46" w14:textId="77777777" w:rsidR="00C25B7D" w:rsidRPr="00E062F1" w:rsidRDefault="00C25B7D" w:rsidP="00C25B7D">
            <w:pPr>
              <w:pStyle w:val="TAC"/>
            </w:pPr>
          </w:p>
        </w:tc>
        <w:tc>
          <w:tcPr>
            <w:tcW w:w="737" w:type="dxa"/>
            <w:tcBorders>
              <w:top w:val="single" w:sz="4" w:space="0" w:color="auto"/>
              <w:left w:val="single" w:sz="4" w:space="0" w:color="auto"/>
              <w:right w:val="single" w:sz="4" w:space="0" w:color="auto"/>
            </w:tcBorders>
          </w:tcPr>
          <w:p w14:paraId="0D335124" w14:textId="77777777" w:rsidR="00C25B7D" w:rsidRPr="00E062F1" w:rsidRDefault="00C25B7D" w:rsidP="00C25B7D">
            <w:pPr>
              <w:pStyle w:val="TAC"/>
              <w:rPr>
                <w:lang w:eastAsia="zh-CN"/>
              </w:rPr>
            </w:pPr>
            <w:r w:rsidRPr="00E062F1">
              <w:rPr>
                <w:lang w:eastAsia="zh-CN"/>
              </w:rPr>
              <w:t>n257</w:t>
            </w:r>
          </w:p>
        </w:tc>
        <w:tc>
          <w:tcPr>
            <w:tcW w:w="10073" w:type="dxa"/>
            <w:gridSpan w:val="18"/>
            <w:tcBorders>
              <w:top w:val="single" w:sz="4" w:space="0" w:color="auto"/>
              <w:left w:val="single" w:sz="4" w:space="0" w:color="auto"/>
              <w:right w:val="single" w:sz="4" w:space="0" w:color="auto"/>
            </w:tcBorders>
          </w:tcPr>
          <w:p w14:paraId="04BC9B36" w14:textId="4EDC2263" w:rsidR="00C25B7D" w:rsidRPr="00E062F1" w:rsidRDefault="00C25B7D" w:rsidP="00C25B7D">
            <w:pPr>
              <w:pStyle w:val="TAC"/>
              <w:rPr>
                <w:rFonts w:eastAsia="Yu Mincho"/>
                <w:szCs w:val="18"/>
              </w:rPr>
            </w:pPr>
            <w:r w:rsidRPr="00E062F1">
              <w:rPr>
                <w:rFonts w:cs="Arial"/>
                <w:lang w:eastAsia="ja-JP"/>
              </w:rPr>
              <w:t>CA_n257D</w:t>
            </w:r>
          </w:p>
        </w:tc>
        <w:tc>
          <w:tcPr>
            <w:tcW w:w="1345" w:type="dxa"/>
            <w:tcBorders>
              <w:top w:val="nil"/>
              <w:left w:val="single" w:sz="4" w:space="0" w:color="auto"/>
              <w:bottom w:val="single" w:sz="4" w:space="0" w:color="auto"/>
              <w:right w:val="single" w:sz="4" w:space="0" w:color="auto"/>
            </w:tcBorders>
            <w:shd w:val="clear" w:color="auto" w:fill="auto"/>
          </w:tcPr>
          <w:p w14:paraId="529B24E2" w14:textId="77777777" w:rsidR="00C25B7D" w:rsidRPr="00E062F1" w:rsidRDefault="00C25B7D" w:rsidP="00C25B7D">
            <w:pPr>
              <w:pStyle w:val="TAC"/>
              <w:rPr>
                <w:rFonts w:eastAsia="Yu Mincho"/>
                <w:szCs w:val="18"/>
              </w:rPr>
            </w:pPr>
          </w:p>
        </w:tc>
      </w:tr>
      <w:tr w:rsidR="00C25B7D" w:rsidRPr="00E062F1" w14:paraId="1A87FE4E"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2B6351FA" w14:textId="77777777" w:rsidR="00C25B7D" w:rsidRPr="00E062F1" w:rsidRDefault="00C25B7D" w:rsidP="00C25B7D">
            <w:pPr>
              <w:pStyle w:val="TAC"/>
            </w:pPr>
            <w:r w:rsidRPr="00E062F1">
              <w:t>CA_n</w:t>
            </w:r>
            <w:r w:rsidRPr="00E062F1">
              <w:rPr>
                <w:lang w:eastAsia="zh-CN"/>
              </w:rPr>
              <w:t>77C</w:t>
            </w:r>
            <w:r w:rsidRPr="00E062F1">
              <w:t>-n</w:t>
            </w:r>
            <w:r w:rsidRPr="00E062F1">
              <w:rPr>
                <w:lang w:eastAsia="zh-CN"/>
              </w:rPr>
              <w:t>257E</w:t>
            </w:r>
          </w:p>
        </w:tc>
        <w:tc>
          <w:tcPr>
            <w:tcW w:w="1232" w:type="dxa"/>
            <w:tcBorders>
              <w:left w:val="single" w:sz="4" w:space="0" w:color="auto"/>
              <w:bottom w:val="nil"/>
              <w:right w:val="single" w:sz="4" w:space="0" w:color="auto"/>
            </w:tcBorders>
            <w:shd w:val="clear" w:color="auto" w:fill="auto"/>
          </w:tcPr>
          <w:p w14:paraId="1C4C9B45" w14:textId="77777777" w:rsidR="00C25B7D" w:rsidRPr="00E062F1" w:rsidRDefault="00C25B7D" w:rsidP="00C25B7D">
            <w:pPr>
              <w:pStyle w:val="TAC"/>
            </w:pPr>
            <w:r w:rsidRPr="00E062F1">
              <w:t>CA_n</w:t>
            </w:r>
            <w:r w:rsidRPr="00E062F1">
              <w:rPr>
                <w:lang w:eastAsia="zh-CN"/>
              </w:rPr>
              <w:t>77</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41ED696D" w14:textId="77777777" w:rsidR="00C25B7D" w:rsidRPr="00E062F1" w:rsidRDefault="00C25B7D" w:rsidP="00C25B7D">
            <w:pPr>
              <w:pStyle w:val="TAC"/>
              <w:rPr>
                <w:lang w:eastAsia="zh-CN"/>
              </w:rPr>
            </w:pPr>
            <w:r w:rsidRPr="00E062F1">
              <w:rPr>
                <w:rFonts w:eastAsia="Yu Mincho"/>
              </w:rPr>
              <w:t>n7</w:t>
            </w:r>
            <w:r w:rsidRPr="00E062F1">
              <w:rPr>
                <w:lang w:eastAsia="zh-CN"/>
              </w:rPr>
              <w:t>7</w:t>
            </w:r>
          </w:p>
        </w:tc>
        <w:tc>
          <w:tcPr>
            <w:tcW w:w="10073" w:type="dxa"/>
            <w:gridSpan w:val="18"/>
            <w:tcBorders>
              <w:left w:val="single" w:sz="4" w:space="0" w:color="auto"/>
              <w:right w:val="single" w:sz="4" w:space="0" w:color="auto"/>
            </w:tcBorders>
          </w:tcPr>
          <w:p w14:paraId="4BF25FC0" w14:textId="1654F4CF" w:rsidR="00C25B7D" w:rsidRPr="00E062F1" w:rsidRDefault="00C25B7D" w:rsidP="00C25B7D">
            <w:pPr>
              <w:pStyle w:val="TAC"/>
              <w:rPr>
                <w:szCs w:val="18"/>
                <w:lang w:eastAsia="zh-CN"/>
              </w:rPr>
            </w:pPr>
            <w:r w:rsidRPr="00E062F1">
              <w:rPr>
                <w:rFonts w:cs="Arial"/>
                <w:lang w:eastAsia="ja-JP"/>
              </w:rPr>
              <w:t>CA_n77C</w:t>
            </w:r>
          </w:p>
        </w:tc>
        <w:tc>
          <w:tcPr>
            <w:tcW w:w="1345" w:type="dxa"/>
            <w:tcBorders>
              <w:left w:val="single" w:sz="4" w:space="0" w:color="auto"/>
              <w:bottom w:val="nil"/>
              <w:right w:val="single" w:sz="4" w:space="0" w:color="auto"/>
            </w:tcBorders>
            <w:shd w:val="clear" w:color="auto" w:fill="auto"/>
          </w:tcPr>
          <w:p w14:paraId="2C502AD5" w14:textId="77777777" w:rsidR="00C25B7D" w:rsidRPr="00E062F1" w:rsidRDefault="00C25B7D" w:rsidP="00C25B7D">
            <w:pPr>
              <w:pStyle w:val="TAC"/>
              <w:rPr>
                <w:rFonts w:eastAsia="Yu Mincho"/>
                <w:szCs w:val="18"/>
              </w:rPr>
            </w:pPr>
            <w:r w:rsidRPr="00E062F1">
              <w:rPr>
                <w:rFonts w:eastAsia="Yu Mincho"/>
                <w:szCs w:val="18"/>
              </w:rPr>
              <w:t>0</w:t>
            </w:r>
          </w:p>
        </w:tc>
      </w:tr>
      <w:tr w:rsidR="00C25B7D" w:rsidRPr="00E062F1" w14:paraId="79048ABC"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E33B067"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500356DA" w14:textId="77777777" w:rsidR="00C25B7D" w:rsidRPr="00E062F1" w:rsidRDefault="00C25B7D" w:rsidP="00C25B7D">
            <w:pPr>
              <w:pStyle w:val="TAC"/>
            </w:pPr>
          </w:p>
        </w:tc>
        <w:tc>
          <w:tcPr>
            <w:tcW w:w="737" w:type="dxa"/>
            <w:tcBorders>
              <w:left w:val="single" w:sz="4" w:space="0" w:color="auto"/>
              <w:right w:val="single" w:sz="4" w:space="0" w:color="auto"/>
            </w:tcBorders>
          </w:tcPr>
          <w:p w14:paraId="2B27D7B7"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328B5E40" w14:textId="6A2D77FF" w:rsidR="00C25B7D" w:rsidRPr="00E062F1" w:rsidRDefault="00C25B7D" w:rsidP="00C25B7D">
            <w:pPr>
              <w:pStyle w:val="TAC"/>
              <w:rPr>
                <w:rFonts w:eastAsia="Yu Mincho"/>
                <w:szCs w:val="18"/>
              </w:rPr>
            </w:pPr>
            <w:r w:rsidRPr="00E062F1">
              <w:rPr>
                <w:rFonts w:cs="Arial"/>
                <w:lang w:eastAsia="ja-JP"/>
              </w:rPr>
              <w:t>CA_n257</w:t>
            </w:r>
            <w:r w:rsidRPr="00E062F1">
              <w:rPr>
                <w:rFonts w:cs="Arial"/>
                <w:lang w:eastAsia="zh-CN"/>
              </w:rPr>
              <w:t>E</w:t>
            </w:r>
          </w:p>
        </w:tc>
        <w:tc>
          <w:tcPr>
            <w:tcW w:w="1345" w:type="dxa"/>
            <w:tcBorders>
              <w:top w:val="nil"/>
              <w:left w:val="single" w:sz="4" w:space="0" w:color="auto"/>
              <w:bottom w:val="single" w:sz="4" w:space="0" w:color="auto"/>
              <w:right w:val="single" w:sz="4" w:space="0" w:color="auto"/>
            </w:tcBorders>
            <w:shd w:val="clear" w:color="auto" w:fill="auto"/>
          </w:tcPr>
          <w:p w14:paraId="27AB7DC4" w14:textId="77777777" w:rsidR="00C25B7D" w:rsidRPr="00E062F1" w:rsidRDefault="00C25B7D" w:rsidP="00C25B7D">
            <w:pPr>
              <w:pStyle w:val="TAC"/>
              <w:rPr>
                <w:rFonts w:eastAsia="Yu Mincho"/>
                <w:szCs w:val="18"/>
              </w:rPr>
            </w:pPr>
          </w:p>
        </w:tc>
      </w:tr>
      <w:tr w:rsidR="00C25B7D" w:rsidRPr="00E062F1" w14:paraId="119F0696"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E4B59E4" w14:textId="77777777" w:rsidR="00C25B7D" w:rsidRPr="00E062F1" w:rsidRDefault="00C25B7D" w:rsidP="00C25B7D">
            <w:pPr>
              <w:pStyle w:val="TAC"/>
            </w:pPr>
            <w:r w:rsidRPr="00E062F1">
              <w:t>CA_n</w:t>
            </w:r>
            <w:r w:rsidRPr="00E062F1">
              <w:rPr>
                <w:lang w:eastAsia="zh-CN"/>
              </w:rPr>
              <w:t>77C</w:t>
            </w:r>
            <w:r w:rsidRPr="00E062F1">
              <w:t>-n</w:t>
            </w:r>
            <w:r w:rsidRPr="00E062F1">
              <w:rPr>
                <w:lang w:eastAsia="zh-CN"/>
              </w:rPr>
              <w:t>257F</w:t>
            </w:r>
          </w:p>
        </w:tc>
        <w:tc>
          <w:tcPr>
            <w:tcW w:w="1232" w:type="dxa"/>
            <w:tcBorders>
              <w:left w:val="single" w:sz="4" w:space="0" w:color="auto"/>
              <w:bottom w:val="nil"/>
              <w:right w:val="single" w:sz="4" w:space="0" w:color="auto"/>
            </w:tcBorders>
            <w:shd w:val="clear" w:color="auto" w:fill="auto"/>
          </w:tcPr>
          <w:p w14:paraId="6BC44296" w14:textId="77777777" w:rsidR="00C25B7D" w:rsidRPr="00E062F1" w:rsidRDefault="00C25B7D" w:rsidP="00C25B7D">
            <w:pPr>
              <w:pStyle w:val="TAC"/>
            </w:pPr>
            <w:r w:rsidRPr="00E062F1">
              <w:t>CA_n</w:t>
            </w:r>
            <w:r w:rsidRPr="00E062F1">
              <w:rPr>
                <w:lang w:eastAsia="zh-CN"/>
              </w:rPr>
              <w:t>77</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633B6EA0" w14:textId="77777777" w:rsidR="00C25B7D" w:rsidRPr="00E062F1" w:rsidRDefault="00C25B7D" w:rsidP="00C25B7D">
            <w:pPr>
              <w:pStyle w:val="TAC"/>
              <w:rPr>
                <w:lang w:eastAsia="zh-CN"/>
              </w:rPr>
            </w:pPr>
            <w:r w:rsidRPr="00E062F1">
              <w:rPr>
                <w:rFonts w:eastAsia="Yu Mincho"/>
              </w:rPr>
              <w:t>n7</w:t>
            </w:r>
            <w:r w:rsidRPr="00E062F1">
              <w:rPr>
                <w:lang w:eastAsia="zh-CN"/>
              </w:rPr>
              <w:t>7</w:t>
            </w:r>
          </w:p>
        </w:tc>
        <w:tc>
          <w:tcPr>
            <w:tcW w:w="10073" w:type="dxa"/>
            <w:gridSpan w:val="18"/>
            <w:tcBorders>
              <w:left w:val="single" w:sz="4" w:space="0" w:color="auto"/>
              <w:right w:val="single" w:sz="4" w:space="0" w:color="auto"/>
            </w:tcBorders>
          </w:tcPr>
          <w:p w14:paraId="7A0FCCF5" w14:textId="54DCA3F6" w:rsidR="00C25B7D" w:rsidRPr="00E062F1" w:rsidRDefault="00C25B7D" w:rsidP="00C25B7D">
            <w:pPr>
              <w:pStyle w:val="TAC"/>
              <w:rPr>
                <w:rFonts w:eastAsia="Yu Mincho"/>
                <w:szCs w:val="18"/>
              </w:rPr>
            </w:pPr>
            <w:r w:rsidRPr="00E062F1">
              <w:rPr>
                <w:rFonts w:cs="Arial"/>
                <w:lang w:eastAsia="ja-JP"/>
              </w:rPr>
              <w:t>CA_n77C</w:t>
            </w:r>
          </w:p>
        </w:tc>
        <w:tc>
          <w:tcPr>
            <w:tcW w:w="1345" w:type="dxa"/>
            <w:tcBorders>
              <w:left w:val="single" w:sz="4" w:space="0" w:color="auto"/>
              <w:bottom w:val="nil"/>
              <w:right w:val="single" w:sz="4" w:space="0" w:color="auto"/>
            </w:tcBorders>
            <w:shd w:val="clear" w:color="auto" w:fill="auto"/>
          </w:tcPr>
          <w:p w14:paraId="4B36D53B" w14:textId="77777777" w:rsidR="00C25B7D" w:rsidRPr="00E062F1" w:rsidRDefault="00C25B7D" w:rsidP="00C25B7D">
            <w:pPr>
              <w:pStyle w:val="TAC"/>
              <w:rPr>
                <w:szCs w:val="18"/>
                <w:lang w:eastAsia="zh-CN"/>
              </w:rPr>
            </w:pPr>
            <w:r w:rsidRPr="00E062F1">
              <w:rPr>
                <w:szCs w:val="18"/>
                <w:lang w:eastAsia="zh-CN"/>
              </w:rPr>
              <w:t>0</w:t>
            </w:r>
          </w:p>
        </w:tc>
      </w:tr>
      <w:tr w:rsidR="00C25B7D" w:rsidRPr="00E062F1" w14:paraId="68ED9922"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CCC6D47"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69890CE4" w14:textId="77777777" w:rsidR="00C25B7D" w:rsidRPr="00E062F1" w:rsidRDefault="00C25B7D" w:rsidP="00C25B7D">
            <w:pPr>
              <w:pStyle w:val="TAC"/>
            </w:pPr>
          </w:p>
        </w:tc>
        <w:tc>
          <w:tcPr>
            <w:tcW w:w="737" w:type="dxa"/>
            <w:tcBorders>
              <w:left w:val="single" w:sz="4" w:space="0" w:color="auto"/>
              <w:right w:val="single" w:sz="4" w:space="0" w:color="auto"/>
            </w:tcBorders>
          </w:tcPr>
          <w:p w14:paraId="49C06756"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75492648" w14:textId="07A64F5E" w:rsidR="00C25B7D" w:rsidRPr="00E062F1" w:rsidRDefault="00C25B7D" w:rsidP="00C25B7D">
            <w:pPr>
              <w:pStyle w:val="TAC"/>
              <w:rPr>
                <w:rFonts w:eastAsia="Yu Mincho"/>
                <w:szCs w:val="18"/>
              </w:rPr>
            </w:pPr>
            <w:r w:rsidRPr="00E062F1">
              <w:rPr>
                <w:rFonts w:cs="Arial"/>
                <w:lang w:eastAsia="ja-JP"/>
              </w:rPr>
              <w:t>CA_n257</w:t>
            </w:r>
            <w:r w:rsidRPr="00E062F1">
              <w:rPr>
                <w:rFonts w:cs="Arial"/>
                <w:lang w:eastAsia="zh-CN"/>
              </w:rPr>
              <w:t>F</w:t>
            </w:r>
          </w:p>
        </w:tc>
        <w:tc>
          <w:tcPr>
            <w:tcW w:w="1345" w:type="dxa"/>
            <w:tcBorders>
              <w:top w:val="nil"/>
              <w:left w:val="single" w:sz="4" w:space="0" w:color="auto"/>
              <w:bottom w:val="single" w:sz="4" w:space="0" w:color="auto"/>
              <w:right w:val="single" w:sz="4" w:space="0" w:color="auto"/>
            </w:tcBorders>
            <w:shd w:val="clear" w:color="auto" w:fill="auto"/>
          </w:tcPr>
          <w:p w14:paraId="124E8268" w14:textId="77777777" w:rsidR="00C25B7D" w:rsidRPr="00E062F1" w:rsidRDefault="00C25B7D" w:rsidP="00C25B7D">
            <w:pPr>
              <w:pStyle w:val="TAC"/>
              <w:rPr>
                <w:rFonts w:eastAsia="Yu Mincho"/>
                <w:szCs w:val="18"/>
              </w:rPr>
            </w:pPr>
          </w:p>
        </w:tc>
      </w:tr>
      <w:tr w:rsidR="00C25B7D" w:rsidRPr="00E062F1" w14:paraId="5A9B7C4C"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4C3D9734" w14:textId="77777777" w:rsidR="00C25B7D" w:rsidRPr="00E062F1" w:rsidRDefault="00C25B7D" w:rsidP="00C25B7D">
            <w:pPr>
              <w:pStyle w:val="TAC"/>
              <w:rPr>
                <w:lang w:eastAsia="zh-CN"/>
              </w:rPr>
            </w:pPr>
            <w:r w:rsidRPr="00E062F1">
              <w:t>CA_n</w:t>
            </w:r>
            <w:r w:rsidRPr="00E062F1">
              <w:rPr>
                <w:lang w:eastAsia="zh-CN"/>
              </w:rPr>
              <w:t>77(2A)</w:t>
            </w:r>
            <w:r w:rsidRPr="00E062F1">
              <w:t>-n</w:t>
            </w:r>
            <w:r w:rsidRPr="00E062F1">
              <w:rPr>
                <w:lang w:eastAsia="zh-CN"/>
              </w:rPr>
              <w:t>257</w:t>
            </w:r>
            <w:r w:rsidRPr="00E062F1">
              <w:t>A</w:t>
            </w:r>
          </w:p>
        </w:tc>
        <w:tc>
          <w:tcPr>
            <w:tcW w:w="1232" w:type="dxa"/>
            <w:tcBorders>
              <w:left w:val="single" w:sz="4" w:space="0" w:color="auto"/>
              <w:bottom w:val="nil"/>
              <w:right w:val="single" w:sz="4" w:space="0" w:color="auto"/>
            </w:tcBorders>
            <w:shd w:val="clear" w:color="auto" w:fill="auto"/>
          </w:tcPr>
          <w:p w14:paraId="71DE8246" w14:textId="77777777" w:rsidR="00C25B7D" w:rsidRPr="00E062F1" w:rsidRDefault="00C25B7D" w:rsidP="00C25B7D">
            <w:pPr>
              <w:pStyle w:val="TAC"/>
            </w:pPr>
            <w:r w:rsidRPr="00E062F1">
              <w:t>CA_n</w:t>
            </w:r>
            <w:r w:rsidRPr="00E062F1">
              <w:rPr>
                <w:lang w:eastAsia="zh-CN"/>
              </w:rPr>
              <w:t>77A</w:t>
            </w:r>
            <w:r w:rsidRPr="00E062F1">
              <w:t>-n</w:t>
            </w:r>
            <w:r w:rsidRPr="00E062F1">
              <w:rPr>
                <w:lang w:eastAsia="zh-CN"/>
              </w:rPr>
              <w:t>257</w:t>
            </w:r>
            <w:r w:rsidRPr="00E062F1">
              <w:t>A</w:t>
            </w:r>
          </w:p>
        </w:tc>
        <w:tc>
          <w:tcPr>
            <w:tcW w:w="737" w:type="dxa"/>
            <w:tcBorders>
              <w:left w:val="single" w:sz="4" w:space="0" w:color="auto"/>
              <w:right w:val="single" w:sz="4" w:space="0" w:color="auto"/>
            </w:tcBorders>
          </w:tcPr>
          <w:p w14:paraId="0038B636" w14:textId="77777777" w:rsidR="00C25B7D" w:rsidRPr="00E062F1" w:rsidRDefault="00C25B7D" w:rsidP="00C25B7D">
            <w:pPr>
              <w:pStyle w:val="TAC"/>
            </w:pPr>
            <w:r w:rsidRPr="00E062F1">
              <w:rPr>
                <w:lang w:eastAsia="zh-CN"/>
              </w:rPr>
              <w:t>n77</w:t>
            </w:r>
          </w:p>
        </w:tc>
        <w:tc>
          <w:tcPr>
            <w:tcW w:w="10073" w:type="dxa"/>
            <w:gridSpan w:val="18"/>
            <w:tcBorders>
              <w:top w:val="single" w:sz="4" w:space="0" w:color="auto"/>
              <w:left w:val="single" w:sz="4" w:space="0" w:color="auto"/>
              <w:bottom w:val="single" w:sz="4" w:space="0" w:color="auto"/>
              <w:right w:val="single" w:sz="4" w:space="0" w:color="auto"/>
            </w:tcBorders>
          </w:tcPr>
          <w:p w14:paraId="1AB2F5FC" w14:textId="52DC752A" w:rsidR="00C25B7D" w:rsidRPr="00E062F1" w:rsidRDefault="00C25B7D" w:rsidP="00C25B7D">
            <w:pPr>
              <w:pStyle w:val="TAC"/>
              <w:rPr>
                <w:rFonts w:cs="Arial"/>
                <w:lang w:eastAsia="zh-CN"/>
              </w:rPr>
            </w:pPr>
            <w:r w:rsidRPr="00E062F1">
              <w:rPr>
                <w:rFonts w:cs="Arial"/>
                <w:lang w:eastAsia="ja-JP"/>
              </w:rPr>
              <w:t>CA_n77</w:t>
            </w:r>
            <w:r w:rsidRPr="00E062F1">
              <w:rPr>
                <w:rFonts w:cs="Arial"/>
                <w:lang w:eastAsia="zh-CN"/>
              </w:rPr>
              <w:t>(2A)</w:t>
            </w:r>
          </w:p>
        </w:tc>
        <w:tc>
          <w:tcPr>
            <w:tcW w:w="1345" w:type="dxa"/>
            <w:tcBorders>
              <w:left w:val="single" w:sz="4" w:space="0" w:color="auto"/>
              <w:bottom w:val="nil"/>
              <w:right w:val="single" w:sz="4" w:space="0" w:color="auto"/>
            </w:tcBorders>
            <w:shd w:val="clear" w:color="auto" w:fill="auto"/>
          </w:tcPr>
          <w:p w14:paraId="5E937925" w14:textId="77777777" w:rsidR="00C25B7D" w:rsidRPr="005F427A" w:rsidRDefault="00C25B7D" w:rsidP="00C25B7D">
            <w:pPr>
              <w:pStyle w:val="TAC"/>
              <w:rPr>
                <w:rFonts w:eastAsiaTheme="minorEastAsia"/>
                <w:szCs w:val="18"/>
                <w:lang w:eastAsia="zh-CN"/>
              </w:rPr>
            </w:pPr>
            <w:r>
              <w:rPr>
                <w:rFonts w:hint="eastAsia"/>
                <w:szCs w:val="18"/>
                <w:lang w:eastAsia="zh-CN"/>
              </w:rPr>
              <w:t>0</w:t>
            </w:r>
          </w:p>
        </w:tc>
      </w:tr>
      <w:tr w:rsidR="00C25B7D" w:rsidRPr="00E062F1" w14:paraId="52471720"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9FC531E"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000D61C5" w14:textId="77777777" w:rsidR="00C25B7D" w:rsidRPr="00E062F1" w:rsidRDefault="00C25B7D" w:rsidP="00C25B7D">
            <w:pPr>
              <w:pStyle w:val="TAC"/>
            </w:pPr>
          </w:p>
        </w:tc>
        <w:tc>
          <w:tcPr>
            <w:tcW w:w="737" w:type="dxa"/>
            <w:tcBorders>
              <w:left w:val="single" w:sz="4" w:space="0" w:color="auto"/>
              <w:right w:val="single" w:sz="4" w:space="0" w:color="auto"/>
            </w:tcBorders>
          </w:tcPr>
          <w:p w14:paraId="1C6C7B11" w14:textId="77777777" w:rsidR="00C25B7D" w:rsidRPr="00E062F1" w:rsidRDefault="00C25B7D" w:rsidP="00C25B7D">
            <w:pPr>
              <w:pStyle w:val="TAC"/>
            </w:pPr>
            <w:r w:rsidRPr="00E062F1">
              <w:rPr>
                <w:lang w:eastAsia="zh-CN"/>
              </w:rPr>
              <w:t>n257</w:t>
            </w:r>
          </w:p>
        </w:tc>
        <w:tc>
          <w:tcPr>
            <w:tcW w:w="671" w:type="dxa"/>
            <w:tcBorders>
              <w:top w:val="single" w:sz="4" w:space="0" w:color="auto"/>
              <w:left w:val="single" w:sz="4" w:space="0" w:color="auto"/>
              <w:bottom w:val="single" w:sz="4" w:space="0" w:color="auto"/>
              <w:right w:val="single" w:sz="4" w:space="0" w:color="auto"/>
            </w:tcBorders>
          </w:tcPr>
          <w:p w14:paraId="5FC61ED2"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4E9947DD"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966C080"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25F3D8D3"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6D1E6D4"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0D911422"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1BE09E9"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28EF3E8"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12FD0F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2706AB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DBB10A0"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C79B22A"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03B4C3F0"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48CD7706" w14:textId="77777777" w:rsidR="00C25B7D" w:rsidRPr="00E062F1" w:rsidRDefault="00C25B7D" w:rsidP="00C25B7D">
            <w:pPr>
              <w:pStyle w:val="TAC"/>
              <w:rPr>
                <w:rFonts w:cs="Arial"/>
                <w:lang w:eastAsia="zh-CN"/>
              </w:rPr>
            </w:pPr>
            <w:r>
              <w:rPr>
                <w:rFonts w:cs="Arial"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0D5BFACC" w14:textId="77777777" w:rsidR="00C25B7D" w:rsidRPr="00E062F1" w:rsidRDefault="00C25B7D" w:rsidP="00C25B7D">
            <w:pPr>
              <w:pStyle w:val="TAC"/>
              <w:rPr>
                <w:rFonts w:cs="Arial"/>
                <w:lang w:eastAsia="zh-CN"/>
              </w:rPr>
            </w:pPr>
            <w:r>
              <w:rPr>
                <w:rFonts w:cs="Arial"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1CB120E1" w14:textId="77777777" w:rsidR="00C25B7D" w:rsidRPr="00E062F1" w:rsidRDefault="00C25B7D" w:rsidP="00C25B7D">
            <w:pPr>
              <w:pStyle w:val="TAC"/>
              <w:rPr>
                <w:rFonts w:eastAsia="Yu Mincho"/>
                <w:szCs w:val="18"/>
              </w:rPr>
            </w:pPr>
          </w:p>
        </w:tc>
      </w:tr>
      <w:tr w:rsidR="00C25B7D" w:rsidRPr="00E062F1" w14:paraId="0F7678B2"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C4F1A18" w14:textId="77777777" w:rsidR="00C25B7D" w:rsidRPr="00E062F1" w:rsidRDefault="00C25B7D" w:rsidP="00C25B7D">
            <w:pPr>
              <w:pStyle w:val="TAC"/>
            </w:pPr>
            <w:r w:rsidRPr="00E062F1">
              <w:lastRenderedPageBreak/>
              <w:t>CA_n</w:t>
            </w:r>
            <w:r w:rsidRPr="00E062F1">
              <w:rPr>
                <w:lang w:eastAsia="zh-CN"/>
              </w:rPr>
              <w:t>77(2A)</w:t>
            </w:r>
            <w:r w:rsidRPr="00E062F1">
              <w:t>-n</w:t>
            </w:r>
            <w:r w:rsidRPr="00E062F1">
              <w:rPr>
                <w:lang w:eastAsia="zh-CN"/>
              </w:rPr>
              <w:t>257D</w:t>
            </w:r>
          </w:p>
        </w:tc>
        <w:tc>
          <w:tcPr>
            <w:tcW w:w="1232" w:type="dxa"/>
            <w:tcBorders>
              <w:left w:val="single" w:sz="4" w:space="0" w:color="auto"/>
              <w:bottom w:val="nil"/>
              <w:right w:val="single" w:sz="4" w:space="0" w:color="auto"/>
            </w:tcBorders>
            <w:shd w:val="clear" w:color="auto" w:fill="auto"/>
          </w:tcPr>
          <w:p w14:paraId="51A8BAAC" w14:textId="77777777" w:rsidR="00C25B7D" w:rsidRPr="00E062F1" w:rsidRDefault="00C25B7D" w:rsidP="00C25B7D">
            <w:pPr>
              <w:pStyle w:val="TAC"/>
            </w:pPr>
            <w:r w:rsidRPr="00E062F1">
              <w:t>CA_n</w:t>
            </w:r>
            <w:r w:rsidRPr="00E062F1">
              <w:rPr>
                <w:lang w:eastAsia="zh-CN"/>
              </w:rPr>
              <w:t>77A</w:t>
            </w:r>
            <w:r w:rsidRPr="00E062F1">
              <w:t>-n</w:t>
            </w:r>
            <w:r w:rsidRPr="00E062F1">
              <w:rPr>
                <w:lang w:eastAsia="zh-CN"/>
              </w:rPr>
              <w:t>257</w:t>
            </w:r>
            <w:r w:rsidRPr="00E062F1">
              <w:t>A</w:t>
            </w:r>
          </w:p>
          <w:p w14:paraId="510E3BEA" w14:textId="77777777" w:rsidR="00C25B7D" w:rsidRPr="00E062F1" w:rsidRDefault="00C25B7D" w:rsidP="00C25B7D">
            <w:pPr>
              <w:pStyle w:val="TAC"/>
            </w:pPr>
            <w:r w:rsidRPr="00E062F1">
              <w:t>CA_n</w:t>
            </w:r>
            <w:r w:rsidRPr="00E062F1">
              <w:rPr>
                <w:lang w:eastAsia="zh-CN"/>
              </w:rPr>
              <w:t>77A</w:t>
            </w:r>
            <w:r w:rsidRPr="00E062F1">
              <w:t>-n</w:t>
            </w:r>
            <w:r w:rsidRPr="00E062F1">
              <w:rPr>
                <w:lang w:eastAsia="zh-CN"/>
              </w:rPr>
              <w:t>257D</w:t>
            </w:r>
          </w:p>
        </w:tc>
        <w:tc>
          <w:tcPr>
            <w:tcW w:w="737" w:type="dxa"/>
            <w:tcBorders>
              <w:left w:val="single" w:sz="4" w:space="0" w:color="auto"/>
              <w:right w:val="single" w:sz="4" w:space="0" w:color="auto"/>
            </w:tcBorders>
          </w:tcPr>
          <w:p w14:paraId="2A1D5B46" w14:textId="77777777" w:rsidR="00C25B7D" w:rsidRPr="00E062F1" w:rsidRDefault="00C25B7D" w:rsidP="00C25B7D">
            <w:pPr>
              <w:pStyle w:val="TAC"/>
              <w:rPr>
                <w:lang w:eastAsia="zh-CN"/>
              </w:rPr>
            </w:pPr>
            <w:r w:rsidRPr="00E062F1">
              <w:rPr>
                <w:lang w:eastAsia="zh-CN"/>
              </w:rPr>
              <w:t>n77</w:t>
            </w:r>
          </w:p>
        </w:tc>
        <w:tc>
          <w:tcPr>
            <w:tcW w:w="10073" w:type="dxa"/>
            <w:gridSpan w:val="18"/>
            <w:tcBorders>
              <w:left w:val="single" w:sz="4" w:space="0" w:color="auto"/>
              <w:right w:val="single" w:sz="4" w:space="0" w:color="auto"/>
            </w:tcBorders>
          </w:tcPr>
          <w:p w14:paraId="4343490C" w14:textId="539D6E5B" w:rsidR="00C25B7D" w:rsidRPr="00E062F1" w:rsidRDefault="00C25B7D" w:rsidP="00C25B7D">
            <w:pPr>
              <w:pStyle w:val="TAC"/>
              <w:rPr>
                <w:rFonts w:eastAsia="Yu Mincho"/>
                <w:szCs w:val="18"/>
              </w:rPr>
            </w:pPr>
            <w:r w:rsidRPr="00E062F1">
              <w:rPr>
                <w:rFonts w:cs="Arial"/>
                <w:lang w:eastAsia="ja-JP"/>
              </w:rPr>
              <w:t>CA_n77</w:t>
            </w:r>
            <w:r w:rsidRPr="00E062F1">
              <w:rPr>
                <w:rFonts w:cs="Arial"/>
                <w:lang w:eastAsia="zh-CN"/>
              </w:rPr>
              <w:t>(2A)</w:t>
            </w:r>
          </w:p>
        </w:tc>
        <w:tc>
          <w:tcPr>
            <w:tcW w:w="1345" w:type="dxa"/>
            <w:tcBorders>
              <w:left w:val="single" w:sz="4" w:space="0" w:color="auto"/>
              <w:bottom w:val="nil"/>
              <w:right w:val="single" w:sz="4" w:space="0" w:color="auto"/>
            </w:tcBorders>
            <w:shd w:val="clear" w:color="auto" w:fill="auto"/>
          </w:tcPr>
          <w:p w14:paraId="0756292E" w14:textId="77777777" w:rsidR="00C25B7D" w:rsidRPr="00E062F1" w:rsidRDefault="00C25B7D" w:rsidP="00C25B7D">
            <w:pPr>
              <w:pStyle w:val="TAC"/>
              <w:rPr>
                <w:szCs w:val="18"/>
                <w:lang w:eastAsia="zh-CN"/>
              </w:rPr>
            </w:pPr>
            <w:r w:rsidRPr="00E062F1">
              <w:rPr>
                <w:szCs w:val="18"/>
                <w:lang w:eastAsia="zh-CN"/>
              </w:rPr>
              <w:t>0</w:t>
            </w:r>
          </w:p>
        </w:tc>
      </w:tr>
      <w:tr w:rsidR="00C25B7D" w:rsidRPr="00E062F1" w14:paraId="652F38AA"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4F00F3DE"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7298761E" w14:textId="77777777" w:rsidR="00C25B7D" w:rsidRPr="00E062F1" w:rsidRDefault="00C25B7D" w:rsidP="00C25B7D">
            <w:pPr>
              <w:pStyle w:val="TAC"/>
            </w:pPr>
          </w:p>
        </w:tc>
        <w:tc>
          <w:tcPr>
            <w:tcW w:w="737" w:type="dxa"/>
            <w:tcBorders>
              <w:left w:val="single" w:sz="4" w:space="0" w:color="auto"/>
              <w:right w:val="single" w:sz="4" w:space="0" w:color="auto"/>
            </w:tcBorders>
          </w:tcPr>
          <w:p w14:paraId="5DF8615F"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1CBC58C0" w14:textId="45B2DE9A" w:rsidR="00C25B7D" w:rsidRPr="00E062F1" w:rsidRDefault="00C25B7D" w:rsidP="00C25B7D">
            <w:pPr>
              <w:pStyle w:val="TAC"/>
              <w:rPr>
                <w:rFonts w:eastAsia="Yu Mincho"/>
                <w:szCs w:val="18"/>
              </w:rPr>
            </w:pPr>
            <w:r w:rsidRPr="00E062F1">
              <w:rPr>
                <w:rFonts w:cs="Arial"/>
                <w:lang w:eastAsia="ja-JP"/>
              </w:rPr>
              <w:t>CA_n257D</w:t>
            </w:r>
          </w:p>
        </w:tc>
        <w:tc>
          <w:tcPr>
            <w:tcW w:w="1345" w:type="dxa"/>
            <w:tcBorders>
              <w:top w:val="nil"/>
              <w:left w:val="single" w:sz="4" w:space="0" w:color="auto"/>
              <w:bottom w:val="single" w:sz="4" w:space="0" w:color="auto"/>
              <w:right w:val="single" w:sz="4" w:space="0" w:color="auto"/>
            </w:tcBorders>
            <w:shd w:val="clear" w:color="auto" w:fill="auto"/>
          </w:tcPr>
          <w:p w14:paraId="00A56C0F" w14:textId="77777777" w:rsidR="00C25B7D" w:rsidRPr="00E062F1" w:rsidRDefault="00C25B7D" w:rsidP="00C25B7D">
            <w:pPr>
              <w:pStyle w:val="TAC"/>
              <w:rPr>
                <w:rFonts w:eastAsia="Yu Mincho"/>
                <w:szCs w:val="18"/>
              </w:rPr>
            </w:pPr>
          </w:p>
        </w:tc>
      </w:tr>
      <w:tr w:rsidR="00C25B7D" w:rsidRPr="00E062F1" w14:paraId="175A78EE"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5F9DBAF5" w14:textId="77777777" w:rsidR="00C25B7D" w:rsidRPr="00E062F1" w:rsidRDefault="00C25B7D" w:rsidP="00C25B7D">
            <w:pPr>
              <w:pStyle w:val="TAC"/>
            </w:pPr>
            <w:r w:rsidRPr="00E062F1">
              <w:rPr>
                <w:rFonts w:cs="Arial"/>
                <w:szCs w:val="18"/>
              </w:rPr>
              <w:t>CA_n77(2A)-n257G</w:t>
            </w:r>
          </w:p>
        </w:tc>
        <w:tc>
          <w:tcPr>
            <w:tcW w:w="1232" w:type="dxa"/>
            <w:tcBorders>
              <w:left w:val="single" w:sz="4" w:space="0" w:color="auto"/>
              <w:bottom w:val="nil"/>
              <w:right w:val="single" w:sz="4" w:space="0" w:color="auto"/>
            </w:tcBorders>
            <w:shd w:val="clear" w:color="auto" w:fill="auto"/>
          </w:tcPr>
          <w:p w14:paraId="4DC06A9F" w14:textId="77777777" w:rsidR="00C25B7D" w:rsidRDefault="00C25B7D" w:rsidP="00C25B7D">
            <w:pPr>
              <w:pStyle w:val="TAC"/>
              <w:rPr>
                <w:rFonts w:eastAsia="Yu Mincho" w:cs="Arial"/>
                <w:szCs w:val="18"/>
                <w:lang w:eastAsia="ja-JP"/>
              </w:rPr>
            </w:pPr>
            <w:r w:rsidRPr="00E062F1">
              <w:rPr>
                <w:rFonts w:eastAsia="Yu Mincho" w:cs="Arial"/>
                <w:szCs w:val="18"/>
                <w:lang w:eastAsia="ja-JP"/>
              </w:rPr>
              <w:t>CA_n77A-n257A</w:t>
            </w:r>
          </w:p>
          <w:p w14:paraId="411A2F35" w14:textId="6794AD12" w:rsidR="00C25B7D" w:rsidRPr="00E062F1" w:rsidRDefault="00C25B7D" w:rsidP="00C25B7D">
            <w:pPr>
              <w:pStyle w:val="TAC"/>
            </w:pPr>
            <w:r w:rsidRPr="00E062F1">
              <w:rPr>
                <w:rFonts w:eastAsia="Yu Mincho" w:cs="Arial"/>
                <w:szCs w:val="18"/>
                <w:lang w:eastAsia="ja-JP"/>
              </w:rPr>
              <w:t>CA_n77A-n257G</w:t>
            </w:r>
          </w:p>
        </w:tc>
        <w:tc>
          <w:tcPr>
            <w:tcW w:w="737" w:type="dxa"/>
            <w:tcBorders>
              <w:left w:val="single" w:sz="4" w:space="0" w:color="auto"/>
              <w:right w:val="single" w:sz="4" w:space="0" w:color="auto"/>
            </w:tcBorders>
          </w:tcPr>
          <w:p w14:paraId="2491D4CE" w14:textId="77777777" w:rsidR="00C25B7D" w:rsidRPr="00E062F1" w:rsidRDefault="00C25B7D" w:rsidP="00C25B7D">
            <w:pPr>
              <w:pStyle w:val="TAC"/>
              <w:rPr>
                <w:lang w:eastAsia="zh-CN"/>
              </w:rPr>
            </w:pPr>
            <w:r w:rsidRPr="00E062F1">
              <w:rPr>
                <w:lang w:eastAsia="zh-CN"/>
              </w:rPr>
              <w:t>n77</w:t>
            </w:r>
          </w:p>
        </w:tc>
        <w:tc>
          <w:tcPr>
            <w:tcW w:w="10073" w:type="dxa"/>
            <w:gridSpan w:val="18"/>
            <w:tcBorders>
              <w:left w:val="single" w:sz="4" w:space="0" w:color="auto"/>
              <w:right w:val="single" w:sz="4" w:space="0" w:color="auto"/>
            </w:tcBorders>
          </w:tcPr>
          <w:p w14:paraId="099DA06E" w14:textId="45DC3ABB" w:rsidR="00C25B7D" w:rsidRPr="00E062F1" w:rsidRDefault="00C25B7D" w:rsidP="00C25B7D">
            <w:pPr>
              <w:pStyle w:val="TAC"/>
              <w:rPr>
                <w:rFonts w:eastAsia="Yu Mincho"/>
                <w:szCs w:val="18"/>
              </w:rPr>
            </w:pPr>
            <w:r w:rsidRPr="00E062F1">
              <w:rPr>
                <w:rFonts w:cs="Arial"/>
                <w:lang w:eastAsia="ja-JP"/>
              </w:rPr>
              <w:t>CA_n77</w:t>
            </w:r>
            <w:r w:rsidRPr="00E062F1">
              <w:rPr>
                <w:rFonts w:cs="Arial"/>
                <w:lang w:eastAsia="zh-CN"/>
              </w:rPr>
              <w:t>(2A)</w:t>
            </w:r>
          </w:p>
        </w:tc>
        <w:tc>
          <w:tcPr>
            <w:tcW w:w="1345" w:type="dxa"/>
            <w:tcBorders>
              <w:left w:val="single" w:sz="4" w:space="0" w:color="auto"/>
              <w:bottom w:val="nil"/>
              <w:right w:val="single" w:sz="4" w:space="0" w:color="auto"/>
            </w:tcBorders>
            <w:shd w:val="clear" w:color="auto" w:fill="auto"/>
          </w:tcPr>
          <w:p w14:paraId="7F205B46" w14:textId="77777777" w:rsidR="00C25B7D" w:rsidRPr="00E062F1" w:rsidRDefault="00C25B7D" w:rsidP="00C25B7D">
            <w:pPr>
              <w:pStyle w:val="TAC"/>
              <w:rPr>
                <w:szCs w:val="18"/>
                <w:lang w:eastAsia="zh-CN"/>
              </w:rPr>
            </w:pPr>
            <w:r w:rsidRPr="00E062F1">
              <w:rPr>
                <w:szCs w:val="18"/>
                <w:lang w:eastAsia="zh-CN"/>
              </w:rPr>
              <w:t>0</w:t>
            </w:r>
          </w:p>
        </w:tc>
      </w:tr>
      <w:tr w:rsidR="00C25B7D" w:rsidRPr="00E062F1" w14:paraId="3BC6FB72"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4DDF68A"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5247C8D3" w14:textId="77777777" w:rsidR="00C25B7D" w:rsidRPr="00E062F1" w:rsidRDefault="00C25B7D" w:rsidP="00C25B7D">
            <w:pPr>
              <w:pStyle w:val="TAC"/>
            </w:pPr>
          </w:p>
        </w:tc>
        <w:tc>
          <w:tcPr>
            <w:tcW w:w="737" w:type="dxa"/>
            <w:tcBorders>
              <w:left w:val="single" w:sz="4" w:space="0" w:color="auto"/>
              <w:right w:val="single" w:sz="4" w:space="0" w:color="auto"/>
            </w:tcBorders>
          </w:tcPr>
          <w:p w14:paraId="26F02570"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65D90AE8" w14:textId="196ED213" w:rsidR="00C25B7D" w:rsidRPr="00E062F1" w:rsidRDefault="00C25B7D" w:rsidP="00C25B7D">
            <w:pPr>
              <w:pStyle w:val="TAC"/>
              <w:rPr>
                <w:rFonts w:eastAsia="Yu Mincho"/>
                <w:szCs w:val="18"/>
              </w:rPr>
            </w:pPr>
            <w:r w:rsidRPr="00E062F1">
              <w:rPr>
                <w:rFonts w:cs="Arial"/>
                <w:lang w:eastAsia="ja-JP"/>
              </w:rPr>
              <w:t>CA_n257</w:t>
            </w:r>
            <w:r w:rsidRPr="00E062F1">
              <w:rPr>
                <w:rFonts w:cs="Arial"/>
                <w:lang w:eastAsia="zh-CN"/>
              </w:rPr>
              <w:t>G</w:t>
            </w:r>
          </w:p>
        </w:tc>
        <w:tc>
          <w:tcPr>
            <w:tcW w:w="1345" w:type="dxa"/>
            <w:tcBorders>
              <w:top w:val="nil"/>
              <w:left w:val="single" w:sz="4" w:space="0" w:color="auto"/>
              <w:bottom w:val="single" w:sz="4" w:space="0" w:color="auto"/>
              <w:right w:val="single" w:sz="4" w:space="0" w:color="auto"/>
            </w:tcBorders>
            <w:shd w:val="clear" w:color="auto" w:fill="auto"/>
          </w:tcPr>
          <w:p w14:paraId="52846296" w14:textId="77777777" w:rsidR="00C25B7D" w:rsidRPr="00E062F1" w:rsidRDefault="00C25B7D" w:rsidP="00C25B7D">
            <w:pPr>
              <w:pStyle w:val="TAC"/>
              <w:rPr>
                <w:rFonts w:eastAsia="Yu Mincho"/>
                <w:szCs w:val="18"/>
              </w:rPr>
            </w:pPr>
          </w:p>
        </w:tc>
      </w:tr>
      <w:tr w:rsidR="00C25B7D" w:rsidRPr="00E062F1" w14:paraId="4384239E"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5BA90DEB" w14:textId="77777777" w:rsidR="00C25B7D" w:rsidRPr="00E062F1" w:rsidRDefault="00C25B7D" w:rsidP="00C25B7D">
            <w:pPr>
              <w:pStyle w:val="TAC"/>
            </w:pPr>
            <w:r w:rsidRPr="00E062F1">
              <w:rPr>
                <w:rFonts w:cs="Arial"/>
                <w:szCs w:val="18"/>
              </w:rPr>
              <w:t>CA_n77(2A)-n257H</w:t>
            </w:r>
          </w:p>
        </w:tc>
        <w:tc>
          <w:tcPr>
            <w:tcW w:w="1232" w:type="dxa"/>
            <w:tcBorders>
              <w:left w:val="single" w:sz="4" w:space="0" w:color="auto"/>
              <w:bottom w:val="nil"/>
              <w:right w:val="single" w:sz="4" w:space="0" w:color="auto"/>
            </w:tcBorders>
            <w:shd w:val="clear" w:color="auto" w:fill="auto"/>
          </w:tcPr>
          <w:p w14:paraId="38D939F4" w14:textId="77777777" w:rsidR="00C25B7D" w:rsidRDefault="00C25B7D" w:rsidP="00C25B7D">
            <w:pPr>
              <w:pStyle w:val="TAC"/>
              <w:rPr>
                <w:rFonts w:eastAsia="Yu Mincho" w:cs="Arial"/>
                <w:szCs w:val="18"/>
                <w:lang w:eastAsia="ja-JP"/>
              </w:rPr>
            </w:pPr>
            <w:r w:rsidRPr="00E062F1">
              <w:rPr>
                <w:rFonts w:eastAsia="Yu Mincho" w:cs="Arial"/>
                <w:szCs w:val="18"/>
                <w:lang w:eastAsia="ja-JP"/>
              </w:rPr>
              <w:t>CA_n77A-n257A</w:t>
            </w:r>
          </w:p>
          <w:p w14:paraId="5F54B952" w14:textId="367EC85C" w:rsidR="00C25B7D" w:rsidRDefault="00C25B7D" w:rsidP="00C25B7D">
            <w:pPr>
              <w:pStyle w:val="TAC"/>
              <w:rPr>
                <w:rFonts w:eastAsia="Yu Mincho" w:cs="Arial"/>
                <w:szCs w:val="18"/>
                <w:lang w:eastAsia="ja-JP"/>
              </w:rPr>
            </w:pPr>
            <w:r w:rsidRPr="00E062F1">
              <w:rPr>
                <w:rFonts w:eastAsia="Yu Mincho" w:cs="Arial"/>
                <w:szCs w:val="18"/>
                <w:lang w:eastAsia="ja-JP"/>
              </w:rPr>
              <w:t>CA_n77A-n257G</w:t>
            </w:r>
          </w:p>
          <w:p w14:paraId="7F87D179" w14:textId="4583760D" w:rsidR="00C25B7D" w:rsidRPr="00E062F1" w:rsidRDefault="00C25B7D" w:rsidP="00C25B7D">
            <w:pPr>
              <w:pStyle w:val="TAC"/>
            </w:pPr>
            <w:r w:rsidRPr="00E062F1">
              <w:rPr>
                <w:rFonts w:eastAsia="Yu Mincho" w:cs="Arial"/>
                <w:szCs w:val="18"/>
                <w:lang w:eastAsia="ja-JP"/>
              </w:rPr>
              <w:t>CA_n77A-n257H</w:t>
            </w:r>
          </w:p>
        </w:tc>
        <w:tc>
          <w:tcPr>
            <w:tcW w:w="737" w:type="dxa"/>
            <w:tcBorders>
              <w:left w:val="single" w:sz="4" w:space="0" w:color="auto"/>
              <w:right w:val="single" w:sz="4" w:space="0" w:color="auto"/>
            </w:tcBorders>
          </w:tcPr>
          <w:p w14:paraId="187C1EBF" w14:textId="77777777" w:rsidR="00C25B7D" w:rsidRPr="00E062F1" w:rsidRDefault="00C25B7D" w:rsidP="00C25B7D">
            <w:pPr>
              <w:pStyle w:val="TAC"/>
              <w:rPr>
                <w:lang w:eastAsia="zh-CN"/>
              </w:rPr>
            </w:pPr>
            <w:r w:rsidRPr="00E062F1">
              <w:rPr>
                <w:lang w:eastAsia="zh-CN"/>
              </w:rPr>
              <w:t>n77</w:t>
            </w:r>
          </w:p>
        </w:tc>
        <w:tc>
          <w:tcPr>
            <w:tcW w:w="10073" w:type="dxa"/>
            <w:gridSpan w:val="18"/>
            <w:tcBorders>
              <w:left w:val="single" w:sz="4" w:space="0" w:color="auto"/>
              <w:right w:val="single" w:sz="4" w:space="0" w:color="auto"/>
            </w:tcBorders>
          </w:tcPr>
          <w:p w14:paraId="6CB44EBD" w14:textId="646E5E3C" w:rsidR="00C25B7D" w:rsidRPr="00E062F1" w:rsidRDefault="00C25B7D" w:rsidP="00C25B7D">
            <w:pPr>
              <w:pStyle w:val="TAC"/>
              <w:rPr>
                <w:rFonts w:eastAsia="Yu Mincho"/>
                <w:szCs w:val="18"/>
              </w:rPr>
            </w:pPr>
            <w:r w:rsidRPr="00E062F1">
              <w:rPr>
                <w:rFonts w:cs="Arial"/>
                <w:lang w:eastAsia="ja-JP"/>
              </w:rPr>
              <w:t>CA_n77</w:t>
            </w:r>
            <w:r w:rsidRPr="00E062F1">
              <w:rPr>
                <w:rFonts w:cs="Arial"/>
                <w:lang w:eastAsia="zh-CN"/>
              </w:rPr>
              <w:t>(2A)</w:t>
            </w:r>
          </w:p>
        </w:tc>
        <w:tc>
          <w:tcPr>
            <w:tcW w:w="1345" w:type="dxa"/>
            <w:tcBorders>
              <w:left w:val="single" w:sz="4" w:space="0" w:color="auto"/>
              <w:bottom w:val="nil"/>
              <w:right w:val="single" w:sz="4" w:space="0" w:color="auto"/>
            </w:tcBorders>
            <w:shd w:val="clear" w:color="auto" w:fill="auto"/>
          </w:tcPr>
          <w:p w14:paraId="5C3DA231" w14:textId="77777777" w:rsidR="00C25B7D" w:rsidRPr="00E062F1" w:rsidRDefault="00C25B7D" w:rsidP="00C25B7D">
            <w:pPr>
              <w:pStyle w:val="TAC"/>
              <w:rPr>
                <w:szCs w:val="18"/>
                <w:lang w:eastAsia="zh-CN"/>
              </w:rPr>
            </w:pPr>
            <w:r w:rsidRPr="00E062F1">
              <w:rPr>
                <w:szCs w:val="18"/>
                <w:lang w:eastAsia="zh-CN"/>
              </w:rPr>
              <w:t>0</w:t>
            </w:r>
          </w:p>
        </w:tc>
      </w:tr>
      <w:tr w:rsidR="00C25B7D" w:rsidRPr="00E062F1" w14:paraId="23519CB1"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F573ADE"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107A21A8" w14:textId="77777777" w:rsidR="00C25B7D" w:rsidRPr="00E062F1" w:rsidRDefault="00C25B7D" w:rsidP="00C25B7D">
            <w:pPr>
              <w:pStyle w:val="TAC"/>
            </w:pPr>
          </w:p>
        </w:tc>
        <w:tc>
          <w:tcPr>
            <w:tcW w:w="737" w:type="dxa"/>
            <w:tcBorders>
              <w:left w:val="single" w:sz="4" w:space="0" w:color="auto"/>
              <w:right w:val="single" w:sz="4" w:space="0" w:color="auto"/>
            </w:tcBorders>
          </w:tcPr>
          <w:p w14:paraId="3869D6B0"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4F5E01AB" w14:textId="496442FB" w:rsidR="00C25B7D" w:rsidRPr="00E062F1" w:rsidRDefault="00C25B7D" w:rsidP="00C25B7D">
            <w:pPr>
              <w:pStyle w:val="TAC"/>
              <w:rPr>
                <w:rFonts w:eastAsia="Yu Mincho"/>
                <w:szCs w:val="18"/>
              </w:rPr>
            </w:pPr>
            <w:r w:rsidRPr="00E062F1">
              <w:rPr>
                <w:rFonts w:cs="Arial"/>
                <w:lang w:eastAsia="ja-JP"/>
              </w:rPr>
              <w:t>CA_n257</w:t>
            </w:r>
            <w:r w:rsidRPr="00E062F1">
              <w:rPr>
                <w:rFonts w:cs="Arial"/>
                <w:lang w:eastAsia="zh-CN"/>
              </w:rPr>
              <w:t>H</w:t>
            </w:r>
          </w:p>
        </w:tc>
        <w:tc>
          <w:tcPr>
            <w:tcW w:w="1345" w:type="dxa"/>
            <w:tcBorders>
              <w:top w:val="nil"/>
              <w:left w:val="single" w:sz="4" w:space="0" w:color="auto"/>
              <w:bottom w:val="single" w:sz="4" w:space="0" w:color="auto"/>
              <w:right w:val="single" w:sz="4" w:space="0" w:color="auto"/>
            </w:tcBorders>
            <w:shd w:val="clear" w:color="auto" w:fill="auto"/>
          </w:tcPr>
          <w:p w14:paraId="6472CDE4" w14:textId="77777777" w:rsidR="00C25B7D" w:rsidRPr="00E062F1" w:rsidRDefault="00C25B7D" w:rsidP="00C25B7D">
            <w:pPr>
              <w:pStyle w:val="TAC"/>
              <w:rPr>
                <w:rFonts w:eastAsia="Yu Mincho"/>
                <w:szCs w:val="18"/>
              </w:rPr>
            </w:pPr>
          </w:p>
        </w:tc>
      </w:tr>
      <w:tr w:rsidR="00C25B7D" w:rsidRPr="00E062F1" w14:paraId="6E48FDE3"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CF4E541" w14:textId="77777777" w:rsidR="00C25B7D" w:rsidRPr="00E062F1" w:rsidRDefault="00C25B7D" w:rsidP="00C25B7D">
            <w:pPr>
              <w:pStyle w:val="TAC"/>
            </w:pPr>
            <w:r w:rsidRPr="00E062F1">
              <w:rPr>
                <w:rFonts w:cs="Arial"/>
                <w:szCs w:val="18"/>
              </w:rPr>
              <w:t>CA_n77(2A)-n257</w:t>
            </w:r>
            <w:r w:rsidRPr="00E062F1">
              <w:rPr>
                <w:rFonts w:cs="Arial"/>
                <w:szCs w:val="18"/>
                <w:lang w:eastAsia="zh-CN"/>
              </w:rPr>
              <w:t>I</w:t>
            </w:r>
          </w:p>
        </w:tc>
        <w:tc>
          <w:tcPr>
            <w:tcW w:w="1232" w:type="dxa"/>
            <w:tcBorders>
              <w:left w:val="single" w:sz="4" w:space="0" w:color="auto"/>
              <w:bottom w:val="nil"/>
              <w:right w:val="single" w:sz="4" w:space="0" w:color="auto"/>
            </w:tcBorders>
            <w:shd w:val="clear" w:color="auto" w:fill="auto"/>
          </w:tcPr>
          <w:p w14:paraId="2E0625AC" w14:textId="77777777" w:rsidR="00C25B7D" w:rsidRDefault="00C25B7D" w:rsidP="00C25B7D">
            <w:pPr>
              <w:pStyle w:val="TAC"/>
              <w:rPr>
                <w:rFonts w:eastAsia="Yu Mincho" w:cs="Arial"/>
                <w:szCs w:val="18"/>
                <w:lang w:eastAsia="ja-JP"/>
              </w:rPr>
            </w:pPr>
            <w:r w:rsidRPr="00E062F1">
              <w:rPr>
                <w:rFonts w:eastAsia="Yu Mincho" w:cs="Arial"/>
                <w:szCs w:val="18"/>
                <w:lang w:eastAsia="ja-JP"/>
              </w:rPr>
              <w:t>CA_n77A-n257A</w:t>
            </w:r>
          </w:p>
          <w:p w14:paraId="68A4FBA3" w14:textId="50BAEC40" w:rsidR="00C25B7D" w:rsidRDefault="00C25B7D" w:rsidP="00C25B7D">
            <w:pPr>
              <w:pStyle w:val="TAC"/>
              <w:rPr>
                <w:rFonts w:eastAsia="Yu Mincho" w:cs="Arial"/>
                <w:szCs w:val="18"/>
                <w:lang w:eastAsia="ja-JP"/>
              </w:rPr>
            </w:pPr>
            <w:r w:rsidRPr="00E062F1">
              <w:rPr>
                <w:rFonts w:eastAsia="Yu Mincho" w:cs="Arial"/>
                <w:szCs w:val="18"/>
                <w:lang w:eastAsia="ja-JP"/>
              </w:rPr>
              <w:t>CA_n77A-n257G</w:t>
            </w:r>
          </w:p>
          <w:p w14:paraId="5FD5807B" w14:textId="712662B0" w:rsidR="00C25B7D" w:rsidRDefault="00C25B7D" w:rsidP="00C25B7D">
            <w:pPr>
              <w:pStyle w:val="TAC"/>
              <w:rPr>
                <w:rFonts w:eastAsia="Yu Mincho" w:cs="Arial"/>
                <w:szCs w:val="18"/>
                <w:lang w:eastAsia="ja-JP"/>
              </w:rPr>
            </w:pPr>
            <w:r w:rsidRPr="00E062F1">
              <w:rPr>
                <w:rFonts w:eastAsia="Yu Mincho" w:cs="Arial"/>
                <w:szCs w:val="18"/>
                <w:lang w:eastAsia="ja-JP"/>
              </w:rPr>
              <w:t>CA_n77A-n257H</w:t>
            </w:r>
          </w:p>
          <w:p w14:paraId="2A0BB5DF" w14:textId="7DC09307" w:rsidR="00C25B7D" w:rsidRPr="00E062F1" w:rsidRDefault="00C25B7D" w:rsidP="00C25B7D">
            <w:pPr>
              <w:pStyle w:val="TAC"/>
            </w:pPr>
            <w:r w:rsidRPr="00E062F1">
              <w:rPr>
                <w:rFonts w:eastAsia="Yu Mincho" w:cs="Arial"/>
                <w:szCs w:val="18"/>
                <w:lang w:eastAsia="ja-JP"/>
              </w:rPr>
              <w:t>CA_n77A-n257I</w:t>
            </w:r>
          </w:p>
        </w:tc>
        <w:tc>
          <w:tcPr>
            <w:tcW w:w="737" w:type="dxa"/>
            <w:tcBorders>
              <w:left w:val="single" w:sz="4" w:space="0" w:color="auto"/>
              <w:right w:val="single" w:sz="4" w:space="0" w:color="auto"/>
            </w:tcBorders>
          </w:tcPr>
          <w:p w14:paraId="1E4CFBE3" w14:textId="77777777" w:rsidR="00C25B7D" w:rsidRPr="00E062F1" w:rsidRDefault="00C25B7D" w:rsidP="00C25B7D">
            <w:pPr>
              <w:pStyle w:val="TAC"/>
              <w:rPr>
                <w:lang w:eastAsia="zh-CN"/>
              </w:rPr>
            </w:pPr>
            <w:r w:rsidRPr="00E062F1">
              <w:rPr>
                <w:lang w:eastAsia="zh-CN"/>
              </w:rPr>
              <w:t>n77</w:t>
            </w:r>
          </w:p>
        </w:tc>
        <w:tc>
          <w:tcPr>
            <w:tcW w:w="10073" w:type="dxa"/>
            <w:gridSpan w:val="18"/>
            <w:tcBorders>
              <w:left w:val="single" w:sz="4" w:space="0" w:color="auto"/>
              <w:right w:val="single" w:sz="4" w:space="0" w:color="auto"/>
            </w:tcBorders>
          </w:tcPr>
          <w:p w14:paraId="0A67FF12" w14:textId="1E353AB1" w:rsidR="00C25B7D" w:rsidRPr="00E062F1" w:rsidRDefault="00C25B7D" w:rsidP="00C25B7D">
            <w:pPr>
              <w:pStyle w:val="TAC"/>
              <w:rPr>
                <w:rFonts w:eastAsia="Yu Mincho"/>
                <w:szCs w:val="18"/>
              </w:rPr>
            </w:pPr>
            <w:r w:rsidRPr="00E062F1">
              <w:rPr>
                <w:rFonts w:cs="Arial"/>
                <w:lang w:eastAsia="ja-JP"/>
              </w:rPr>
              <w:t>CA_n77</w:t>
            </w:r>
            <w:r w:rsidRPr="00E062F1">
              <w:rPr>
                <w:rFonts w:cs="Arial"/>
                <w:lang w:eastAsia="zh-CN"/>
              </w:rPr>
              <w:t>(2A)</w:t>
            </w:r>
          </w:p>
        </w:tc>
        <w:tc>
          <w:tcPr>
            <w:tcW w:w="1345" w:type="dxa"/>
            <w:tcBorders>
              <w:left w:val="single" w:sz="4" w:space="0" w:color="auto"/>
              <w:bottom w:val="nil"/>
              <w:right w:val="single" w:sz="4" w:space="0" w:color="auto"/>
            </w:tcBorders>
            <w:shd w:val="clear" w:color="auto" w:fill="auto"/>
          </w:tcPr>
          <w:p w14:paraId="52B11394" w14:textId="77777777" w:rsidR="00C25B7D" w:rsidRPr="00E062F1" w:rsidRDefault="00C25B7D" w:rsidP="00C25B7D">
            <w:pPr>
              <w:pStyle w:val="TAC"/>
              <w:rPr>
                <w:szCs w:val="18"/>
                <w:lang w:eastAsia="zh-CN"/>
              </w:rPr>
            </w:pPr>
            <w:r w:rsidRPr="00E062F1">
              <w:rPr>
                <w:szCs w:val="18"/>
                <w:lang w:eastAsia="zh-CN"/>
              </w:rPr>
              <w:t>0</w:t>
            </w:r>
          </w:p>
        </w:tc>
      </w:tr>
      <w:tr w:rsidR="00C25B7D" w:rsidRPr="00E062F1" w14:paraId="6E5A91CE"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140E79A"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3201B56B" w14:textId="77777777" w:rsidR="00C25B7D" w:rsidRPr="00E062F1" w:rsidRDefault="00C25B7D" w:rsidP="00C25B7D">
            <w:pPr>
              <w:pStyle w:val="TAC"/>
            </w:pPr>
          </w:p>
        </w:tc>
        <w:tc>
          <w:tcPr>
            <w:tcW w:w="737" w:type="dxa"/>
            <w:tcBorders>
              <w:left w:val="single" w:sz="4" w:space="0" w:color="auto"/>
              <w:right w:val="single" w:sz="4" w:space="0" w:color="auto"/>
            </w:tcBorders>
          </w:tcPr>
          <w:p w14:paraId="0699A5BD"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4F77F6CC" w14:textId="4316AB7D" w:rsidR="00C25B7D" w:rsidRPr="00E062F1" w:rsidRDefault="00C25B7D" w:rsidP="00C25B7D">
            <w:pPr>
              <w:pStyle w:val="TAC"/>
              <w:rPr>
                <w:rFonts w:eastAsia="Yu Mincho"/>
                <w:szCs w:val="18"/>
              </w:rPr>
            </w:pPr>
            <w:r w:rsidRPr="00E062F1">
              <w:rPr>
                <w:rFonts w:cs="Arial"/>
                <w:lang w:eastAsia="ja-JP"/>
              </w:rPr>
              <w:t>See CA_n257</w:t>
            </w:r>
            <w:r w:rsidRPr="00E062F1">
              <w:rPr>
                <w:rFonts w:cs="Arial"/>
                <w:lang w:eastAsia="zh-CN"/>
              </w:rPr>
              <w:t>I</w:t>
            </w:r>
            <w:r w:rsidRPr="00E062F1">
              <w:rPr>
                <w:rFonts w:cs="Arial"/>
                <w:lang w:eastAsia="ja-JP"/>
              </w:rPr>
              <w:t xml:space="preserve"> in Table 5.5A</w:t>
            </w:r>
            <w:r w:rsidRPr="00E062F1">
              <w:rPr>
                <w:rFonts w:cs="Arial"/>
                <w:lang w:eastAsia="zh-CN"/>
              </w:rPr>
              <w:t>.</w:t>
            </w:r>
            <w:r w:rsidRPr="00E062F1">
              <w:rPr>
                <w:rFonts w:cs="Arial"/>
                <w:lang w:eastAsia="ja-JP"/>
              </w:rPr>
              <w:t>1-</w:t>
            </w:r>
            <w:r w:rsidRPr="00E062F1">
              <w:rPr>
                <w:rFonts w:cs="Arial"/>
                <w:lang w:eastAsia="zh-CN"/>
              </w:rPr>
              <w:t>1</w:t>
            </w:r>
            <w:r w:rsidRPr="00E062F1">
              <w:rPr>
                <w:rFonts w:cs="Arial"/>
                <w:lang w:eastAsia="ja-JP"/>
              </w:rPr>
              <w:t xml:space="preserve"> in TS 38.101-2</w:t>
            </w:r>
          </w:p>
        </w:tc>
        <w:tc>
          <w:tcPr>
            <w:tcW w:w="1345" w:type="dxa"/>
            <w:tcBorders>
              <w:top w:val="nil"/>
              <w:left w:val="single" w:sz="4" w:space="0" w:color="auto"/>
              <w:bottom w:val="single" w:sz="4" w:space="0" w:color="auto"/>
              <w:right w:val="single" w:sz="4" w:space="0" w:color="auto"/>
            </w:tcBorders>
            <w:shd w:val="clear" w:color="auto" w:fill="auto"/>
          </w:tcPr>
          <w:p w14:paraId="4843DBF8" w14:textId="77777777" w:rsidR="00C25B7D" w:rsidRPr="00E062F1" w:rsidRDefault="00C25B7D" w:rsidP="00C25B7D">
            <w:pPr>
              <w:pStyle w:val="TAC"/>
              <w:rPr>
                <w:rFonts w:eastAsia="Yu Mincho"/>
                <w:szCs w:val="18"/>
              </w:rPr>
            </w:pPr>
          </w:p>
        </w:tc>
      </w:tr>
      <w:tr w:rsidR="00C25B7D" w:rsidRPr="00E062F1" w14:paraId="7BB11D11"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23988E70" w14:textId="77777777" w:rsidR="00C25B7D" w:rsidRPr="00E062F1" w:rsidRDefault="00C25B7D" w:rsidP="00C25B7D">
            <w:pPr>
              <w:pStyle w:val="TAC"/>
              <w:rPr>
                <w:lang w:eastAsia="zh-CN"/>
              </w:rPr>
            </w:pPr>
            <w:r w:rsidRPr="00E062F1">
              <w:rPr>
                <w:rFonts w:cs="Arial"/>
                <w:szCs w:val="18"/>
              </w:rPr>
              <w:t>CA_n77(2A)-n257</w:t>
            </w:r>
            <w:r w:rsidRPr="00E062F1">
              <w:rPr>
                <w:rFonts w:cs="Arial"/>
                <w:szCs w:val="18"/>
                <w:lang w:eastAsia="zh-CN"/>
              </w:rPr>
              <w:t>J</w:t>
            </w:r>
          </w:p>
        </w:tc>
        <w:tc>
          <w:tcPr>
            <w:tcW w:w="1232" w:type="dxa"/>
            <w:tcBorders>
              <w:left w:val="single" w:sz="4" w:space="0" w:color="auto"/>
              <w:bottom w:val="nil"/>
              <w:right w:val="single" w:sz="4" w:space="0" w:color="auto"/>
            </w:tcBorders>
            <w:shd w:val="clear" w:color="auto" w:fill="auto"/>
          </w:tcPr>
          <w:p w14:paraId="55DD37B1" w14:textId="77777777" w:rsidR="00C25B7D" w:rsidRDefault="00C25B7D" w:rsidP="00C25B7D">
            <w:pPr>
              <w:pStyle w:val="TAC"/>
              <w:rPr>
                <w:rFonts w:eastAsia="Yu Mincho" w:cs="Arial"/>
                <w:szCs w:val="18"/>
                <w:lang w:eastAsia="ja-JP"/>
              </w:rPr>
            </w:pPr>
            <w:r w:rsidRPr="00E062F1">
              <w:rPr>
                <w:rFonts w:eastAsia="Yu Mincho" w:cs="Arial"/>
                <w:szCs w:val="18"/>
                <w:lang w:eastAsia="ja-JP"/>
              </w:rPr>
              <w:t>CA_n77A-n257A</w:t>
            </w:r>
          </w:p>
          <w:p w14:paraId="7911B364" w14:textId="3B8AC610" w:rsidR="00C25B7D" w:rsidRDefault="00C25B7D" w:rsidP="00C25B7D">
            <w:pPr>
              <w:pStyle w:val="TAC"/>
              <w:rPr>
                <w:rFonts w:eastAsia="Yu Mincho" w:cs="Arial"/>
                <w:szCs w:val="18"/>
                <w:lang w:eastAsia="ja-JP"/>
              </w:rPr>
            </w:pPr>
            <w:r w:rsidRPr="00E062F1">
              <w:rPr>
                <w:rFonts w:eastAsia="Yu Mincho" w:cs="Arial"/>
                <w:szCs w:val="18"/>
                <w:lang w:eastAsia="ja-JP"/>
              </w:rPr>
              <w:t>CA_n77A-n257G</w:t>
            </w:r>
          </w:p>
          <w:p w14:paraId="3750FB96" w14:textId="37A2BBF7" w:rsidR="00C25B7D" w:rsidRDefault="00C25B7D" w:rsidP="00C25B7D">
            <w:pPr>
              <w:pStyle w:val="TAC"/>
              <w:rPr>
                <w:rFonts w:eastAsia="Yu Mincho" w:cs="Arial"/>
                <w:szCs w:val="18"/>
                <w:lang w:eastAsia="ja-JP"/>
              </w:rPr>
            </w:pPr>
            <w:r w:rsidRPr="00E062F1">
              <w:rPr>
                <w:rFonts w:eastAsia="Yu Mincho" w:cs="Arial"/>
                <w:szCs w:val="18"/>
                <w:lang w:eastAsia="ja-JP"/>
              </w:rPr>
              <w:t>CA_n77A-n257H</w:t>
            </w:r>
          </w:p>
          <w:p w14:paraId="2E9D293E" w14:textId="5294F392" w:rsidR="00C25B7D" w:rsidRPr="00E062F1" w:rsidRDefault="00C25B7D" w:rsidP="00C25B7D">
            <w:pPr>
              <w:pStyle w:val="TAC"/>
              <w:rPr>
                <w:rFonts w:eastAsia="DengXian" w:cs="Arial"/>
                <w:szCs w:val="18"/>
                <w:lang w:eastAsia="zh-CN"/>
              </w:rPr>
            </w:pPr>
            <w:r w:rsidRPr="00E062F1">
              <w:rPr>
                <w:rFonts w:eastAsia="Yu Mincho" w:cs="Arial"/>
                <w:szCs w:val="18"/>
                <w:lang w:eastAsia="ja-JP"/>
              </w:rPr>
              <w:t>CA_n77A-n257I</w:t>
            </w:r>
          </w:p>
          <w:p w14:paraId="5E43FF19" w14:textId="77777777" w:rsidR="00C25B7D" w:rsidRPr="00E062F1" w:rsidRDefault="00C25B7D" w:rsidP="00C25B7D">
            <w:pPr>
              <w:pStyle w:val="TAC"/>
            </w:pPr>
            <w:r w:rsidRPr="00E062F1">
              <w:rPr>
                <w:rFonts w:eastAsia="Yu Mincho" w:cs="Arial"/>
                <w:szCs w:val="18"/>
                <w:lang w:eastAsia="ja-JP"/>
              </w:rPr>
              <w:t>CA_n77A-n257</w:t>
            </w:r>
            <w:r w:rsidRPr="00E062F1">
              <w:rPr>
                <w:rFonts w:eastAsia="DengXian" w:cs="Arial"/>
                <w:szCs w:val="18"/>
                <w:lang w:eastAsia="zh-CN"/>
              </w:rPr>
              <w:t>J</w:t>
            </w:r>
          </w:p>
        </w:tc>
        <w:tc>
          <w:tcPr>
            <w:tcW w:w="737" w:type="dxa"/>
            <w:tcBorders>
              <w:left w:val="single" w:sz="4" w:space="0" w:color="auto"/>
              <w:right w:val="single" w:sz="4" w:space="0" w:color="auto"/>
            </w:tcBorders>
          </w:tcPr>
          <w:p w14:paraId="719E382C" w14:textId="77777777" w:rsidR="00C25B7D" w:rsidRPr="00E062F1" w:rsidRDefault="00C25B7D" w:rsidP="00C25B7D">
            <w:pPr>
              <w:pStyle w:val="TAC"/>
              <w:rPr>
                <w:lang w:eastAsia="zh-CN"/>
              </w:rPr>
            </w:pPr>
            <w:r w:rsidRPr="00E062F1">
              <w:rPr>
                <w:lang w:eastAsia="zh-CN"/>
              </w:rPr>
              <w:t>n77</w:t>
            </w:r>
          </w:p>
        </w:tc>
        <w:tc>
          <w:tcPr>
            <w:tcW w:w="10073" w:type="dxa"/>
            <w:gridSpan w:val="18"/>
            <w:tcBorders>
              <w:left w:val="single" w:sz="4" w:space="0" w:color="auto"/>
              <w:right w:val="single" w:sz="4" w:space="0" w:color="auto"/>
            </w:tcBorders>
          </w:tcPr>
          <w:p w14:paraId="5DDDE4DF" w14:textId="4FA9DA1C" w:rsidR="00C25B7D" w:rsidRPr="00E062F1" w:rsidRDefault="00C25B7D" w:rsidP="00C25B7D">
            <w:pPr>
              <w:pStyle w:val="TAC"/>
              <w:rPr>
                <w:rFonts w:cs="Arial"/>
                <w:lang w:eastAsia="ja-JP"/>
              </w:rPr>
            </w:pPr>
            <w:r w:rsidRPr="00E062F1">
              <w:rPr>
                <w:rFonts w:cs="Arial"/>
                <w:lang w:eastAsia="ja-JP"/>
              </w:rPr>
              <w:t>See CA_n77</w:t>
            </w:r>
            <w:r w:rsidRPr="00E062F1">
              <w:rPr>
                <w:rFonts w:cs="Arial"/>
                <w:lang w:eastAsia="zh-CN"/>
              </w:rPr>
              <w:t>(2A)</w:t>
            </w:r>
            <w:r w:rsidRPr="00E062F1">
              <w:rPr>
                <w:rFonts w:cs="Arial"/>
                <w:lang w:eastAsia="ja-JP"/>
              </w:rPr>
              <w:t xml:space="preserve"> in Table 5.5A.</w:t>
            </w:r>
            <w:r w:rsidRPr="00E062F1">
              <w:rPr>
                <w:rFonts w:cs="Arial"/>
                <w:lang w:eastAsia="zh-CN"/>
              </w:rPr>
              <w:t>2</w:t>
            </w:r>
            <w:r w:rsidRPr="00E062F1">
              <w:rPr>
                <w:rFonts w:cs="Arial"/>
                <w:lang w:eastAsia="ja-JP"/>
              </w:rPr>
              <w:t>-</w:t>
            </w:r>
            <w:r w:rsidRPr="00E062F1">
              <w:rPr>
                <w:rFonts w:cs="Arial"/>
                <w:lang w:eastAsia="zh-CN"/>
              </w:rPr>
              <w:t xml:space="preserve">1 </w:t>
            </w:r>
            <w:r w:rsidRPr="00E062F1">
              <w:rPr>
                <w:rFonts w:cs="Arial"/>
                <w:lang w:eastAsia="ja-JP"/>
              </w:rPr>
              <w:t>in TS 38.101-1</w:t>
            </w:r>
          </w:p>
        </w:tc>
        <w:tc>
          <w:tcPr>
            <w:tcW w:w="1345" w:type="dxa"/>
            <w:tcBorders>
              <w:left w:val="single" w:sz="4" w:space="0" w:color="auto"/>
              <w:bottom w:val="nil"/>
              <w:right w:val="single" w:sz="4" w:space="0" w:color="auto"/>
            </w:tcBorders>
            <w:shd w:val="clear" w:color="auto" w:fill="auto"/>
          </w:tcPr>
          <w:p w14:paraId="24A226A4" w14:textId="77777777" w:rsidR="00C25B7D" w:rsidRPr="00E062F1" w:rsidRDefault="00C25B7D" w:rsidP="00C25B7D">
            <w:pPr>
              <w:pStyle w:val="TAC"/>
              <w:rPr>
                <w:szCs w:val="18"/>
                <w:lang w:eastAsia="zh-CN"/>
              </w:rPr>
            </w:pPr>
            <w:r w:rsidRPr="00E062F1">
              <w:rPr>
                <w:szCs w:val="18"/>
                <w:lang w:eastAsia="zh-CN"/>
              </w:rPr>
              <w:t>0</w:t>
            </w:r>
          </w:p>
        </w:tc>
      </w:tr>
      <w:tr w:rsidR="00C25B7D" w:rsidRPr="00E062F1" w14:paraId="31CF7E61"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4B51DEB"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4349AD3E" w14:textId="77777777" w:rsidR="00C25B7D" w:rsidRPr="00E062F1" w:rsidRDefault="00C25B7D" w:rsidP="00C25B7D">
            <w:pPr>
              <w:pStyle w:val="TAC"/>
            </w:pPr>
          </w:p>
        </w:tc>
        <w:tc>
          <w:tcPr>
            <w:tcW w:w="737" w:type="dxa"/>
            <w:tcBorders>
              <w:left w:val="single" w:sz="4" w:space="0" w:color="auto"/>
              <w:right w:val="single" w:sz="4" w:space="0" w:color="auto"/>
            </w:tcBorders>
          </w:tcPr>
          <w:p w14:paraId="7C87FA70"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079F8F81" w14:textId="689C00A8" w:rsidR="00C25B7D" w:rsidRPr="00E062F1" w:rsidRDefault="00C25B7D" w:rsidP="00C25B7D">
            <w:pPr>
              <w:pStyle w:val="TAC"/>
              <w:rPr>
                <w:rFonts w:cs="Arial"/>
                <w:lang w:eastAsia="ja-JP"/>
              </w:rPr>
            </w:pPr>
            <w:r w:rsidRPr="00E062F1">
              <w:rPr>
                <w:rFonts w:cs="Arial"/>
                <w:lang w:eastAsia="ja-JP"/>
              </w:rPr>
              <w:t>See CA_n257</w:t>
            </w:r>
            <w:r w:rsidRPr="00E062F1">
              <w:rPr>
                <w:rFonts w:cs="Arial"/>
                <w:lang w:eastAsia="zh-CN"/>
              </w:rPr>
              <w:t>J</w:t>
            </w:r>
            <w:r w:rsidRPr="00E062F1">
              <w:rPr>
                <w:rFonts w:cs="Arial"/>
                <w:lang w:eastAsia="ja-JP"/>
              </w:rPr>
              <w:t xml:space="preserve"> in Table 5.5A</w:t>
            </w:r>
            <w:r w:rsidRPr="00E062F1">
              <w:rPr>
                <w:rFonts w:cs="Arial"/>
                <w:lang w:eastAsia="zh-CN"/>
              </w:rPr>
              <w:t>.</w:t>
            </w:r>
            <w:r w:rsidRPr="00E062F1">
              <w:rPr>
                <w:rFonts w:cs="Arial"/>
                <w:lang w:eastAsia="ja-JP"/>
              </w:rPr>
              <w:t>1-</w:t>
            </w:r>
            <w:r w:rsidRPr="00E062F1">
              <w:rPr>
                <w:rFonts w:cs="Arial"/>
                <w:lang w:eastAsia="zh-CN"/>
              </w:rPr>
              <w:t>1</w:t>
            </w:r>
            <w:r w:rsidRPr="00E062F1">
              <w:rPr>
                <w:rFonts w:cs="Arial"/>
                <w:lang w:eastAsia="ja-JP"/>
              </w:rPr>
              <w:t xml:space="preserve"> in TS 38.101-2</w:t>
            </w:r>
          </w:p>
        </w:tc>
        <w:tc>
          <w:tcPr>
            <w:tcW w:w="1345" w:type="dxa"/>
            <w:tcBorders>
              <w:top w:val="nil"/>
              <w:left w:val="single" w:sz="4" w:space="0" w:color="auto"/>
              <w:bottom w:val="single" w:sz="4" w:space="0" w:color="auto"/>
              <w:right w:val="single" w:sz="4" w:space="0" w:color="auto"/>
            </w:tcBorders>
            <w:shd w:val="clear" w:color="auto" w:fill="auto"/>
          </w:tcPr>
          <w:p w14:paraId="0F51023C" w14:textId="77777777" w:rsidR="00C25B7D" w:rsidRPr="00E062F1" w:rsidRDefault="00C25B7D" w:rsidP="00C25B7D">
            <w:pPr>
              <w:pStyle w:val="TAC"/>
              <w:rPr>
                <w:rFonts w:eastAsia="Yu Mincho"/>
                <w:szCs w:val="18"/>
              </w:rPr>
            </w:pPr>
          </w:p>
        </w:tc>
      </w:tr>
      <w:tr w:rsidR="00C25B7D" w:rsidRPr="00E062F1" w14:paraId="34C722A2"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0302D21" w14:textId="77777777" w:rsidR="00C25B7D" w:rsidRPr="00E062F1" w:rsidRDefault="00C25B7D" w:rsidP="00C25B7D">
            <w:pPr>
              <w:pStyle w:val="TAC"/>
              <w:rPr>
                <w:lang w:eastAsia="zh-CN"/>
              </w:rPr>
            </w:pPr>
            <w:r w:rsidRPr="00E062F1">
              <w:rPr>
                <w:rFonts w:cs="Arial"/>
                <w:szCs w:val="18"/>
              </w:rPr>
              <w:lastRenderedPageBreak/>
              <w:t>CA_n77(2A)-n257</w:t>
            </w:r>
            <w:r w:rsidRPr="00E062F1">
              <w:rPr>
                <w:rFonts w:cs="Arial"/>
                <w:szCs w:val="18"/>
                <w:lang w:eastAsia="zh-CN"/>
              </w:rPr>
              <w:t>K</w:t>
            </w:r>
          </w:p>
        </w:tc>
        <w:tc>
          <w:tcPr>
            <w:tcW w:w="1232" w:type="dxa"/>
            <w:tcBorders>
              <w:left w:val="single" w:sz="4" w:space="0" w:color="auto"/>
              <w:bottom w:val="nil"/>
              <w:right w:val="single" w:sz="4" w:space="0" w:color="auto"/>
            </w:tcBorders>
            <w:shd w:val="clear" w:color="auto" w:fill="auto"/>
          </w:tcPr>
          <w:p w14:paraId="2EDA4533" w14:textId="77777777" w:rsidR="00C25B7D" w:rsidRDefault="00C25B7D" w:rsidP="00C25B7D">
            <w:pPr>
              <w:pStyle w:val="TAC"/>
              <w:rPr>
                <w:rFonts w:eastAsia="Yu Mincho" w:cs="Arial"/>
                <w:szCs w:val="18"/>
                <w:lang w:eastAsia="ja-JP"/>
              </w:rPr>
            </w:pPr>
            <w:r w:rsidRPr="00E062F1">
              <w:rPr>
                <w:rFonts w:eastAsia="Yu Mincho" w:cs="Arial"/>
                <w:szCs w:val="18"/>
                <w:lang w:eastAsia="ja-JP"/>
              </w:rPr>
              <w:t>CA_n77A-n257A</w:t>
            </w:r>
          </w:p>
          <w:p w14:paraId="4AF43988" w14:textId="260F2A66" w:rsidR="00C25B7D" w:rsidRDefault="00C25B7D" w:rsidP="00C25B7D">
            <w:pPr>
              <w:pStyle w:val="TAC"/>
              <w:rPr>
                <w:rFonts w:eastAsia="Yu Mincho" w:cs="Arial"/>
                <w:szCs w:val="18"/>
                <w:lang w:eastAsia="ja-JP"/>
              </w:rPr>
            </w:pPr>
            <w:r w:rsidRPr="00E062F1">
              <w:rPr>
                <w:rFonts w:eastAsia="Yu Mincho" w:cs="Arial"/>
                <w:szCs w:val="18"/>
                <w:lang w:eastAsia="ja-JP"/>
              </w:rPr>
              <w:t>CA_n77A-n257G</w:t>
            </w:r>
          </w:p>
          <w:p w14:paraId="09937A69" w14:textId="1EE82586" w:rsidR="00C25B7D" w:rsidRDefault="00C25B7D" w:rsidP="00C25B7D">
            <w:pPr>
              <w:pStyle w:val="TAC"/>
              <w:rPr>
                <w:rFonts w:eastAsia="Yu Mincho" w:cs="Arial"/>
                <w:szCs w:val="18"/>
                <w:lang w:eastAsia="ja-JP"/>
              </w:rPr>
            </w:pPr>
            <w:r w:rsidRPr="00E062F1">
              <w:rPr>
                <w:rFonts w:eastAsia="Yu Mincho" w:cs="Arial"/>
                <w:szCs w:val="18"/>
                <w:lang w:eastAsia="ja-JP"/>
              </w:rPr>
              <w:t>CA_n77A-n257H</w:t>
            </w:r>
          </w:p>
          <w:p w14:paraId="533FEEF4" w14:textId="612CAA70" w:rsidR="00C25B7D" w:rsidRPr="00E062F1" w:rsidRDefault="00C25B7D" w:rsidP="00C25B7D">
            <w:pPr>
              <w:pStyle w:val="TAC"/>
              <w:rPr>
                <w:rFonts w:eastAsia="DengXian" w:cs="Arial"/>
                <w:szCs w:val="18"/>
                <w:lang w:eastAsia="zh-CN"/>
              </w:rPr>
            </w:pPr>
            <w:r w:rsidRPr="00E062F1">
              <w:rPr>
                <w:rFonts w:eastAsia="Yu Mincho" w:cs="Arial"/>
                <w:szCs w:val="18"/>
                <w:lang w:eastAsia="ja-JP"/>
              </w:rPr>
              <w:t>CA_n77A-n257I</w:t>
            </w:r>
          </w:p>
          <w:p w14:paraId="56BEE7AC" w14:textId="5A18F351" w:rsidR="00C25B7D" w:rsidRPr="00E062F1" w:rsidRDefault="00C25B7D" w:rsidP="00C25B7D">
            <w:pPr>
              <w:pStyle w:val="TAC"/>
              <w:rPr>
                <w:rFonts w:eastAsia="DengXian" w:cs="Arial"/>
                <w:szCs w:val="18"/>
                <w:lang w:eastAsia="zh-CN"/>
              </w:rPr>
            </w:pPr>
            <w:r w:rsidRPr="00E062F1">
              <w:rPr>
                <w:rFonts w:eastAsia="Yu Mincho" w:cs="Arial"/>
                <w:szCs w:val="18"/>
                <w:lang w:eastAsia="ja-JP"/>
              </w:rPr>
              <w:t>CA_n77A-n257</w:t>
            </w:r>
            <w:r w:rsidRPr="00E062F1">
              <w:rPr>
                <w:rFonts w:eastAsia="DengXian" w:cs="Arial"/>
                <w:szCs w:val="18"/>
                <w:lang w:eastAsia="zh-CN"/>
              </w:rPr>
              <w:t>J</w:t>
            </w:r>
          </w:p>
          <w:p w14:paraId="74CAA253" w14:textId="77777777" w:rsidR="00C25B7D" w:rsidRPr="00E062F1" w:rsidRDefault="00C25B7D" w:rsidP="00C25B7D">
            <w:pPr>
              <w:pStyle w:val="TAC"/>
            </w:pPr>
            <w:r w:rsidRPr="00E062F1">
              <w:rPr>
                <w:rFonts w:eastAsia="Yu Mincho" w:cs="Arial"/>
                <w:szCs w:val="18"/>
                <w:lang w:eastAsia="ja-JP"/>
              </w:rPr>
              <w:t>CA_n77A-n257</w:t>
            </w:r>
            <w:r w:rsidRPr="00E062F1">
              <w:rPr>
                <w:rFonts w:eastAsia="DengXian" w:cs="Arial"/>
                <w:szCs w:val="18"/>
                <w:lang w:eastAsia="zh-CN"/>
              </w:rPr>
              <w:t>K</w:t>
            </w:r>
          </w:p>
        </w:tc>
        <w:tc>
          <w:tcPr>
            <w:tcW w:w="737" w:type="dxa"/>
            <w:tcBorders>
              <w:left w:val="single" w:sz="4" w:space="0" w:color="auto"/>
              <w:right w:val="single" w:sz="4" w:space="0" w:color="auto"/>
            </w:tcBorders>
          </w:tcPr>
          <w:p w14:paraId="1CC23920" w14:textId="77777777" w:rsidR="00C25B7D" w:rsidRPr="00E062F1" w:rsidRDefault="00C25B7D" w:rsidP="00C25B7D">
            <w:pPr>
              <w:pStyle w:val="TAC"/>
              <w:rPr>
                <w:lang w:eastAsia="zh-CN"/>
              </w:rPr>
            </w:pPr>
            <w:r w:rsidRPr="00E062F1">
              <w:rPr>
                <w:lang w:eastAsia="zh-CN"/>
              </w:rPr>
              <w:t>n77</w:t>
            </w:r>
          </w:p>
        </w:tc>
        <w:tc>
          <w:tcPr>
            <w:tcW w:w="10073" w:type="dxa"/>
            <w:gridSpan w:val="18"/>
            <w:tcBorders>
              <w:left w:val="single" w:sz="4" w:space="0" w:color="auto"/>
              <w:right w:val="single" w:sz="4" w:space="0" w:color="auto"/>
            </w:tcBorders>
          </w:tcPr>
          <w:p w14:paraId="6216348C" w14:textId="26AEA0BD" w:rsidR="00C25B7D" w:rsidRPr="00E062F1" w:rsidRDefault="00C25B7D" w:rsidP="00C25B7D">
            <w:pPr>
              <w:pStyle w:val="TAC"/>
              <w:rPr>
                <w:rFonts w:cs="Arial"/>
                <w:lang w:eastAsia="ja-JP"/>
              </w:rPr>
            </w:pPr>
            <w:r w:rsidRPr="00E062F1">
              <w:rPr>
                <w:rFonts w:cs="Arial"/>
                <w:lang w:eastAsia="ja-JP"/>
              </w:rPr>
              <w:t>See CA_n77</w:t>
            </w:r>
            <w:r w:rsidRPr="00E062F1">
              <w:rPr>
                <w:rFonts w:cs="Arial"/>
                <w:lang w:eastAsia="zh-CN"/>
              </w:rPr>
              <w:t>(2A)</w:t>
            </w:r>
            <w:r w:rsidRPr="00E062F1">
              <w:rPr>
                <w:rFonts w:cs="Arial"/>
                <w:lang w:eastAsia="ja-JP"/>
              </w:rPr>
              <w:t xml:space="preserve"> in Table 5.5A.</w:t>
            </w:r>
            <w:r w:rsidRPr="00E062F1">
              <w:rPr>
                <w:rFonts w:cs="Arial"/>
                <w:lang w:eastAsia="zh-CN"/>
              </w:rPr>
              <w:t>2</w:t>
            </w:r>
            <w:r w:rsidRPr="00E062F1">
              <w:rPr>
                <w:rFonts w:cs="Arial"/>
                <w:lang w:eastAsia="ja-JP"/>
              </w:rPr>
              <w:t>-</w:t>
            </w:r>
            <w:r w:rsidRPr="00E062F1">
              <w:rPr>
                <w:rFonts w:cs="Arial"/>
                <w:lang w:eastAsia="zh-CN"/>
              </w:rPr>
              <w:t xml:space="preserve">1 </w:t>
            </w:r>
            <w:r w:rsidRPr="00E062F1">
              <w:rPr>
                <w:rFonts w:cs="Arial"/>
                <w:lang w:eastAsia="ja-JP"/>
              </w:rPr>
              <w:t>in TS 38.101-1</w:t>
            </w:r>
          </w:p>
        </w:tc>
        <w:tc>
          <w:tcPr>
            <w:tcW w:w="1345" w:type="dxa"/>
            <w:tcBorders>
              <w:left w:val="single" w:sz="4" w:space="0" w:color="auto"/>
              <w:bottom w:val="nil"/>
              <w:right w:val="single" w:sz="4" w:space="0" w:color="auto"/>
            </w:tcBorders>
            <w:shd w:val="clear" w:color="auto" w:fill="auto"/>
          </w:tcPr>
          <w:p w14:paraId="08EADA58" w14:textId="77777777" w:rsidR="00C25B7D" w:rsidRPr="00E062F1" w:rsidRDefault="00C25B7D" w:rsidP="00C25B7D">
            <w:pPr>
              <w:pStyle w:val="TAC"/>
              <w:rPr>
                <w:szCs w:val="18"/>
                <w:lang w:eastAsia="zh-CN"/>
              </w:rPr>
            </w:pPr>
            <w:r w:rsidRPr="00E062F1">
              <w:rPr>
                <w:szCs w:val="18"/>
                <w:lang w:eastAsia="zh-CN"/>
              </w:rPr>
              <w:t>0</w:t>
            </w:r>
          </w:p>
        </w:tc>
      </w:tr>
      <w:tr w:rsidR="00C25B7D" w:rsidRPr="00E062F1" w14:paraId="2F2EDBB7"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6887153"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4B705A23" w14:textId="77777777" w:rsidR="00C25B7D" w:rsidRPr="00E062F1" w:rsidRDefault="00C25B7D" w:rsidP="00C25B7D">
            <w:pPr>
              <w:pStyle w:val="TAC"/>
            </w:pPr>
          </w:p>
        </w:tc>
        <w:tc>
          <w:tcPr>
            <w:tcW w:w="737" w:type="dxa"/>
            <w:tcBorders>
              <w:left w:val="single" w:sz="4" w:space="0" w:color="auto"/>
              <w:right w:val="single" w:sz="4" w:space="0" w:color="auto"/>
            </w:tcBorders>
          </w:tcPr>
          <w:p w14:paraId="303EDA84"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7651BFB5" w14:textId="26B06B83" w:rsidR="00C25B7D" w:rsidRPr="00E062F1" w:rsidRDefault="00C25B7D" w:rsidP="00C25B7D">
            <w:pPr>
              <w:pStyle w:val="TAC"/>
              <w:rPr>
                <w:rFonts w:cs="Arial"/>
                <w:lang w:eastAsia="ja-JP"/>
              </w:rPr>
            </w:pPr>
            <w:r w:rsidRPr="00E062F1">
              <w:rPr>
                <w:rFonts w:cs="Arial"/>
                <w:lang w:eastAsia="ja-JP"/>
              </w:rPr>
              <w:t>See CA_n257</w:t>
            </w:r>
            <w:r w:rsidRPr="00E062F1">
              <w:rPr>
                <w:rFonts w:cs="Arial"/>
                <w:lang w:eastAsia="zh-CN"/>
              </w:rPr>
              <w:t>K</w:t>
            </w:r>
            <w:r w:rsidRPr="00E062F1">
              <w:rPr>
                <w:rFonts w:cs="Arial"/>
                <w:lang w:eastAsia="ja-JP"/>
              </w:rPr>
              <w:t xml:space="preserve"> in Table 5.5A</w:t>
            </w:r>
            <w:r w:rsidRPr="00E062F1">
              <w:rPr>
                <w:rFonts w:cs="Arial"/>
                <w:lang w:eastAsia="zh-CN"/>
              </w:rPr>
              <w:t>.</w:t>
            </w:r>
            <w:r w:rsidRPr="00E062F1">
              <w:rPr>
                <w:rFonts w:cs="Arial"/>
                <w:lang w:eastAsia="ja-JP"/>
              </w:rPr>
              <w:t>1-</w:t>
            </w:r>
            <w:r w:rsidRPr="00E062F1">
              <w:rPr>
                <w:rFonts w:cs="Arial"/>
                <w:lang w:eastAsia="zh-CN"/>
              </w:rPr>
              <w:t>1</w:t>
            </w:r>
            <w:r w:rsidRPr="00E062F1">
              <w:rPr>
                <w:rFonts w:cs="Arial"/>
                <w:lang w:eastAsia="ja-JP"/>
              </w:rPr>
              <w:t xml:space="preserve"> in TS 38.101-2</w:t>
            </w:r>
          </w:p>
        </w:tc>
        <w:tc>
          <w:tcPr>
            <w:tcW w:w="1345" w:type="dxa"/>
            <w:tcBorders>
              <w:top w:val="nil"/>
              <w:left w:val="single" w:sz="4" w:space="0" w:color="auto"/>
              <w:bottom w:val="single" w:sz="4" w:space="0" w:color="auto"/>
              <w:right w:val="single" w:sz="4" w:space="0" w:color="auto"/>
            </w:tcBorders>
            <w:shd w:val="clear" w:color="auto" w:fill="auto"/>
          </w:tcPr>
          <w:p w14:paraId="39348714" w14:textId="77777777" w:rsidR="00C25B7D" w:rsidRPr="00E062F1" w:rsidRDefault="00C25B7D" w:rsidP="00C25B7D">
            <w:pPr>
              <w:pStyle w:val="TAC"/>
              <w:rPr>
                <w:rFonts w:eastAsia="Yu Mincho"/>
                <w:szCs w:val="18"/>
              </w:rPr>
            </w:pPr>
          </w:p>
        </w:tc>
      </w:tr>
      <w:tr w:rsidR="00C25B7D" w:rsidRPr="00E062F1" w14:paraId="43B3489D"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3AFBFF7" w14:textId="77777777" w:rsidR="00C25B7D" w:rsidRPr="00E062F1" w:rsidRDefault="00C25B7D" w:rsidP="00C25B7D">
            <w:pPr>
              <w:pStyle w:val="TAC"/>
              <w:rPr>
                <w:lang w:eastAsia="zh-CN"/>
              </w:rPr>
            </w:pPr>
            <w:r w:rsidRPr="00E062F1">
              <w:rPr>
                <w:rFonts w:cs="Arial"/>
                <w:szCs w:val="18"/>
              </w:rPr>
              <w:t>CA_n77(2A)-n257</w:t>
            </w:r>
            <w:r w:rsidRPr="00E062F1">
              <w:rPr>
                <w:rFonts w:cs="Arial"/>
                <w:szCs w:val="18"/>
                <w:lang w:eastAsia="zh-CN"/>
              </w:rPr>
              <w:t>L</w:t>
            </w:r>
          </w:p>
        </w:tc>
        <w:tc>
          <w:tcPr>
            <w:tcW w:w="1232" w:type="dxa"/>
            <w:tcBorders>
              <w:left w:val="single" w:sz="4" w:space="0" w:color="auto"/>
              <w:bottom w:val="nil"/>
              <w:right w:val="single" w:sz="4" w:space="0" w:color="auto"/>
            </w:tcBorders>
            <w:shd w:val="clear" w:color="auto" w:fill="auto"/>
          </w:tcPr>
          <w:p w14:paraId="4E6A2BA3" w14:textId="77777777" w:rsidR="00C25B7D" w:rsidRDefault="00C25B7D" w:rsidP="00C25B7D">
            <w:pPr>
              <w:pStyle w:val="TAC"/>
              <w:rPr>
                <w:rFonts w:cs="Arial"/>
                <w:szCs w:val="18"/>
                <w:lang w:eastAsia="zh-CN"/>
              </w:rPr>
            </w:pPr>
            <w:r w:rsidRPr="00E062F1">
              <w:rPr>
                <w:rFonts w:eastAsia="Yu Mincho" w:cs="Arial"/>
                <w:szCs w:val="18"/>
                <w:lang w:eastAsia="ja-JP"/>
              </w:rPr>
              <w:t>CA_n77A-n257A</w:t>
            </w:r>
          </w:p>
          <w:p w14:paraId="6B4AB079" w14:textId="09138F39" w:rsidR="00C25B7D" w:rsidRDefault="00C25B7D" w:rsidP="00C25B7D">
            <w:pPr>
              <w:pStyle w:val="TAC"/>
              <w:rPr>
                <w:rFonts w:eastAsia="Yu Mincho" w:cs="Arial"/>
                <w:szCs w:val="18"/>
                <w:lang w:eastAsia="ja-JP"/>
              </w:rPr>
            </w:pPr>
            <w:r w:rsidRPr="00E062F1">
              <w:rPr>
                <w:rFonts w:eastAsia="Yu Mincho" w:cs="Arial"/>
                <w:szCs w:val="18"/>
                <w:lang w:eastAsia="ja-JP"/>
              </w:rPr>
              <w:t>CA_n77A-n257G</w:t>
            </w:r>
          </w:p>
          <w:p w14:paraId="5DFF2534" w14:textId="31858BA3" w:rsidR="00C25B7D" w:rsidRDefault="00C25B7D" w:rsidP="00C25B7D">
            <w:pPr>
              <w:pStyle w:val="TAC"/>
              <w:rPr>
                <w:rFonts w:eastAsia="Yu Mincho" w:cs="Arial"/>
                <w:szCs w:val="18"/>
                <w:lang w:eastAsia="ja-JP"/>
              </w:rPr>
            </w:pPr>
            <w:r w:rsidRPr="00E062F1">
              <w:rPr>
                <w:rFonts w:eastAsia="Yu Mincho" w:cs="Arial"/>
                <w:szCs w:val="18"/>
                <w:lang w:eastAsia="ja-JP"/>
              </w:rPr>
              <w:t>CA_n77A-n257H</w:t>
            </w:r>
          </w:p>
          <w:p w14:paraId="78644151" w14:textId="204322C5" w:rsidR="00C25B7D" w:rsidRPr="00E062F1" w:rsidRDefault="00C25B7D" w:rsidP="00C25B7D">
            <w:pPr>
              <w:pStyle w:val="TAC"/>
              <w:rPr>
                <w:rFonts w:eastAsia="DengXian" w:cs="Arial"/>
                <w:szCs w:val="18"/>
                <w:lang w:eastAsia="zh-CN"/>
              </w:rPr>
            </w:pPr>
            <w:r w:rsidRPr="00E062F1">
              <w:rPr>
                <w:rFonts w:eastAsia="Yu Mincho" w:cs="Arial"/>
                <w:szCs w:val="18"/>
                <w:lang w:eastAsia="ja-JP"/>
              </w:rPr>
              <w:t>CA_n77A-n257I</w:t>
            </w:r>
          </w:p>
          <w:p w14:paraId="392AB16B" w14:textId="1F13093F" w:rsidR="00C25B7D" w:rsidRPr="00E062F1" w:rsidRDefault="00C25B7D" w:rsidP="00C25B7D">
            <w:pPr>
              <w:pStyle w:val="TAC"/>
              <w:rPr>
                <w:rFonts w:eastAsia="DengXian" w:cs="Arial"/>
                <w:szCs w:val="18"/>
                <w:lang w:eastAsia="zh-CN"/>
              </w:rPr>
            </w:pPr>
            <w:r w:rsidRPr="00E062F1">
              <w:rPr>
                <w:rFonts w:eastAsia="Yu Mincho" w:cs="Arial"/>
                <w:szCs w:val="18"/>
                <w:lang w:eastAsia="ja-JP"/>
              </w:rPr>
              <w:t>CA_n77A-n257</w:t>
            </w:r>
            <w:r w:rsidRPr="00E062F1">
              <w:rPr>
                <w:rFonts w:eastAsia="DengXian" w:cs="Arial"/>
                <w:szCs w:val="18"/>
                <w:lang w:eastAsia="zh-CN"/>
              </w:rPr>
              <w:t>J</w:t>
            </w:r>
          </w:p>
          <w:p w14:paraId="35E52C6A" w14:textId="52FBC074" w:rsidR="00C25B7D" w:rsidRPr="00E062F1" w:rsidRDefault="00C25B7D" w:rsidP="00C25B7D">
            <w:pPr>
              <w:pStyle w:val="TAC"/>
              <w:rPr>
                <w:rFonts w:eastAsia="DengXian" w:cs="Arial"/>
                <w:szCs w:val="18"/>
                <w:lang w:eastAsia="zh-CN"/>
              </w:rPr>
            </w:pPr>
            <w:r w:rsidRPr="00E062F1">
              <w:rPr>
                <w:rFonts w:eastAsia="Yu Mincho" w:cs="Arial"/>
                <w:szCs w:val="18"/>
                <w:lang w:eastAsia="ja-JP"/>
              </w:rPr>
              <w:t>CA_n77A-n257</w:t>
            </w:r>
            <w:r w:rsidRPr="00E062F1">
              <w:rPr>
                <w:rFonts w:eastAsia="DengXian" w:cs="Arial"/>
                <w:szCs w:val="18"/>
                <w:lang w:eastAsia="zh-CN"/>
              </w:rPr>
              <w:t>K</w:t>
            </w:r>
          </w:p>
          <w:p w14:paraId="33E5B07B" w14:textId="77777777" w:rsidR="00C25B7D" w:rsidRPr="00E062F1" w:rsidRDefault="00C25B7D" w:rsidP="00C25B7D">
            <w:pPr>
              <w:pStyle w:val="TAC"/>
            </w:pPr>
            <w:r w:rsidRPr="00E062F1">
              <w:rPr>
                <w:rFonts w:eastAsia="Yu Mincho" w:cs="Arial"/>
                <w:szCs w:val="18"/>
                <w:lang w:eastAsia="ja-JP"/>
              </w:rPr>
              <w:t>CA_n77A-n257</w:t>
            </w:r>
            <w:r w:rsidRPr="00E062F1">
              <w:rPr>
                <w:rFonts w:eastAsia="DengXian" w:cs="Arial"/>
                <w:szCs w:val="18"/>
                <w:lang w:eastAsia="zh-CN"/>
              </w:rPr>
              <w:t>L</w:t>
            </w:r>
          </w:p>
        </w:tc>
        <w:tc>
          <w:tcPr>
            <w:tcW w:w="737" w:type="dxa"/>
            <w:tcBorders>
              <w:left w:val="single" w:sz="4" w:space="0" w:color="auto"/>
              <w:right w:val="single" w:sz="4" w:space="0" w:color="auto"/>
            </w:tcBorders>
          </w:tcPr>
          <w:p w14:paraId="0DB02D96" w14:textId="77777777" w:rsidR="00C25B7D" w:rsidRPr="00E062F1" w:rsidRDefault="00C25B7D" w:rsidP="00C25B7D">
            <w:pPr>
              <w:pStyle w:val="TAC"/>
              <w:rPr>
                <w:lang w:eastAsia="zh-CN"/>
              </w:rPr>
            </w:pPr>
            <w:r w:rsidRPr="00E062F1">
              <w:rPr>
                <w:lang w:eastAsia="zh-CN"/>
              </w:rPr>
              <w:t>n77</w:t>
            </w:r>
          </w:p>
        </w:tc>
        <w:tc>
          <w:tcPr>
            <w:tcW w:w="10073" w:type="dxa"/>
            <w:gridSpan w:val="18"/>
            <w:tcBorders>
              <w:left w:val="single" w:sz="4" w:space="0" w:color="auto"/>
              <w:right w:val="single" w:sz="4" w:space="0" w:color="auto"/>
            </w:tcBorders>
          </w:tcPr>
          <w:p w14:paraId="3AD1913C" w14:textId="20764FEE" w:rsidR="00C25B7D" w:rsidRPr="00E062F1" w:rsidRDefault="00C25B7D" w:rsidP="00C25B7D">
            <w:pPr>
              <w:pStyle w:val="TAC"/>
              <w:rPr>
                <w:rFonts w:cs="Arial"/>
                <w:lang w:eastAsia="ja-JP"/>
              </w:rPr>
            </w:pPr>
            <w:r w:rsidRPr="00E062F1">
              <w:rPr>
                <w:rFonts w:cs="Arial"/>
                <w:lang w:eastAsia="ja-JP"/>
              </w:rPr>
              <w:t>See CA_n77</w:t>
            </w:r>
            <w:r w:rsidRPr="00E062F1">
              <w:rPr>
                <w:rFonts w:cs="Arial"/>
                <w:lang w:eastAsia="zh-CN"/>
              </w:rPr>
              <w:t>(2A)</w:t>
            </w:r>
            <w:r w:rsidRPr="00E062F1">
              <w:rPr>
                <w:rFonts w:cs="Arial"/>
                <w:lang w:eastAsia="ja-JP"/>
              </w:rPr>
              <w:t xml:space="preserve"> in Table 5.5A.</w:t>
            </w:r>
            <w:r w:rsidRPr="00E062F1">
              <w:rPr>
                <w:rFonts w:cs="Arial"/>
                <w:lang w:eastAsia="zh-CN"/>
              </w:rPr>
              <w:t>2</w:t>
            </w:r>
            <w:r w:rsidRPr="00E062F1">
              <w:rPr>
                <w:rFonts w:cs="Arial"/>
                <w:lang w:eastAsia="ja-JP"/>
              </w:rPr>
              <w:t>-</w:t>
            </w:r>
            <w:r w:rsidRPr="00E062F1">
              <w:rPr>
                <w:rFonts w:cs="Arial"/>
                <w:lang w:eastAsia="zh-CN"/>
              </w:rPr>
              <w:t xml:space="preserve">1 </w:t>
            </w:r>
            <w:r w:rsidRPr="00E062F1">
              <w:rPr>
                <w:rFonts w:cs="Arial"/>
                <w:lang w:eastAsia="ja-JP"/>
              </w:rPr>
              <w:t>in TS 38.101-1</w:t>
            </w:r>
          </w:p>
        </w:tc>
        <w:tc>
          <w:tcPr>
            <w:tcW w:w="1345" w:type="dxa"/>
            <w:tcBorders>
              <w:left w:val="single" w:sz="4" w:space="0" w:color="auto"/>
              <w:bottom w:val="nil"/>
              <w:right w:val="single" w:sz="4" w:space="0" w:color="auto"/>
            </w:tcBorders>
            <w:shd w:val="clear" w:color="auto" w:fill="auto"/>
          </w:tcPr>
          <w:p w14:paraId="14BD780D" w14:textId="77777777" w:rsidR="00C25B7D" w:rsidRPr="00E062F1" w:rsidRDefault="00C25B7D" w:rsidP="00C25B7D">
            <w:pPr>
              <w:pStyle w:val="TAC"/>
              <w:rPr>
                <w:szCs w:val="18"/>
                <w:lang w:eastAsia="zh-CN"/>
              </w:rPr>
            </w:pPr>
            <w:r w:rsidRPr="00E062F1">
              <w:rPr>
                <w:szCs w:val="18"/>
                <w:lang w:eastAsia="zh-CN"/>
              </w:rPr>
              <w:t>0</w:t>
            </w:r>
          </w:p>
        </w:tc>
      </w:tr>
      <w:tr w:rsidR="00C25B7D" w:rsidRPr="00E062F1" w14:paraId="33A0E0B2"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4FF58A39"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19C488B9" w14:textId="77777777" w:rsidR="00C25B7D" w:rsidRPr="00E062F1" w:rsidRDefault="00C25B7D" w:rsidP="00C25B7D">
            <w:pPr>
              <w:pStyle w:val="TAC"/>
            </w:pPr>
          </w:p>
        </w:tc>
        <w:tc>
          <w:tcPr>
            <w:tcW w:w="737" w:type="dxa"/>
            <w:tcBorders>
              <w:left w:val="single" w:sz="4" w:space="0" w:color="auto"/>
              <w:right w:val="single" w:sz="4" w:space="0" w:color="auto"/>
            </w:tcBorders>
          </w:tcPr>
          <w:p w14:paraId="23BDD6C8"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44E58BA0" w14:textId="58A8EFDF" w:rsidR="00C25B7D" w:rsidRPr="00E062F1" w:rsidRDefault="00C25B7D" w:rsidP="00C25B7D">
            <w:pPr>
              <w:pStyle w:val="TAC"/>
              <w:rPr>
                <w:rFonts w:cs="Arial"/>
                <w:lang w:eastAsia="ja-JP"/>
              </w:rPr>
            </w:pPr>
            <w:r w:rsidRPr="00E062F1">
              <w:rPr>
                <w:rFonts w:cs="Arial"/>
                <w:lang w:eastAsia="ja-JP"/>
              </w:rPr>
              <w:t>See CA_n257</w:t>
            </w:r>
            <w:r w:rsidRPr="00E062F1">
              <w:rPr>
                <w:rFonts w:cs="Arial"/>
                <w:lang w:eastAsia="zh-CN"/>
              </w:rPr>
              <w:t>L</w:t>
            </w:r>
            <w:r w:rsidRPr="00E062F1">
              <w:rPr>
                <w:rFonts w:cs="Arial"/>
                <w:lang w:eastAsia="ja-JP"/>
              </w:rPr>
              <w:t xml:space="preserve"> in Table 5.5A</w:t>
            </w:r>
            <w:r w:rsidRPr="00E062F1">
              <w:rPr>
                <w:rFonts w:cs="Arial"/>
                <w:lang w:eastAsia="zh-CN"/>
              </w:rPr>
              <w:t>.</w:t>
            </w:r>
            <w:r w:rsidRPr="00E062F1">
              <w:rPr>
                <w:rFonts w:cs="Arial"/>
                <w:lang w:eastAsia="ja-JP"/>
              </w:rPr>
              <w:t>1-</w:t>
            </w:r>
            <w:r w:rsidRPr="00E062F1">
              <w:rPr>
                <w:rFonts w:cs="Arial"/>
                <w:lang w:eastAsia="zh-CN"/>
              </w:rPr>
              <w:t>1</w:t>
            </w:r>
            <w:r w:rsidRPr="00E062F1">
              <w:rPr>
                <w:rFonts w:cs="Arial"/>
                <w:lang w:eastAsia="ja-JP"/>
              </w:rPr>
              <w:t xml:space="preserve"> in TS 38.101-2</w:t>
            </w:r>
          </w:p>
        </w:tc>
        <w:tc>
          <w:tcPr>
            <w:tcW w:w="1345" w:type="dxa"/>
            <w:tcBorders>
              <w:top w:val="nil"/>
              <w:left w:val="single" w:sz="4" w:space="0" w:color="auto"/>
              <w:bottom w:val="single" w:sz="4" w:space="0" w:color="auto"/>
              <w:right w:val="single" w:sz="4" w:space="0" w:color="auto"/>
            </w:tcBorders>
            <w:shd w:val="clear" w:color="auto" w:fill="auto"/>
          </w:tcPr>
          <w:p w14:paraId="352A5237" w14:textId="77777777" w:rsidR="00C25B7D" w:rsidRPr="00E062F1" w:rsidRDefault="00C25B7D" w:rsidP="00C25B7D">
            <w:pPr>
              <w:pStyle w:val="TAC"/>
              <w:rPr>
                <w:rFonts w:eastAsia="Yu Mincho"/>
                <w:szCs w:val="18"/>
              </w:rPr>
            </w:pPr>
          </w:p>
        </w:tc>
      </w:tr>
      <w:tr w:rsidR="00C25B7D" w:rsidRPr="00E062F1" w14:paraId="3D00914E"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DD8E8E7" w14:textId="77777777" w:rsidR="00C25B7D" w:rsidRPr="00E062F1" w:rsidRDefault="00C25B7D" w:rsidP="00C25B7D">
            <w:pPr>
              <w:pStyle w:val="TAC"/>
              <w:rPr>
                <w:lang w:eastAsia="zh-CN"/>
              </w:rPr>
            </w:pPr>
            <w:r w:rsidRPr="00E062F1">
              <w:rPr>
                <w:rFonts w:cs="Arial"/>
                <w:szCs w:val="18"/>
              </w:rPr>
              <w:lastRenderedPageBreak/>
              <w:t>CA_n77(2A)-n257M</w:t>
            </w:r>
          </w:p>
        </w:tc>
        <w:tc>
          <w:tcPr>
            <w:tcW w:w="1232" w:type="dxa"/>
            <w:tcBorders>
              <w:left w:val="single" w:sz="4" w:space="0" w:color="auto"/>
              <w:bottom w:val="nil"/>
              <w:right w:val="single" w:sz="4" w:space="0" w:color="auto"/>
            </w:tcBorders>
            <w:shd w:val="clear" w:color="auto" w:fill="auto"/>
          </w:tcPr>
          <w:p w14:paraId="456BB066" w14:textId="77777777" w:rsidR="00C25B7D" w:rsidRPr="00E062F1" w:rsidRDefault="00C25B7D" w:rsidP="00C25B7D">
            <w:pPr>
              <w:pStyle w:val="TAC"/>
              <w:rPr>
                <w:rFonts w:cs="Arial"/>
                <w:szCs w:val="18"/>
                <w:lang w:eastAsia="zh-CN"/>
              </w:rPr>
            </w:pPr>
            <w:r w:rsidRPr="00E062F1">
              <w:rPr>
                <w:rFonts w:cs="Arial"/>
                <w:szCs w:val="18"/>
              </w:rPr>
              <w:t>CA_n77A-n257A</w:t>
            </w:r>
          </w:p>
          <w:p w14:paraId="1BCC93C8" w14:textId="77777777" w:rsidR="00C25B7D" w:rsidRDefault="00C25B7D" w:rsidP="00C25B7D">
            <w:pPr>
              <w:pStyle w:val="TAC"/>
              <w:rPr>
                <w:rFonts w:eastAsia="Yu Mincho" w:cs="Arial"/>
                <w:szCs w:val="18"/>
                <w:lang w:eastAsia="ja-JP"/>
              </w:rPr>
            </w:pPr>
            <w:r w:rsidRPr="00E062F1">
              <w:rPr>
                <w:rFonts w:eastAsia="Yu Mincho" w:cs="Arial"/>
                <w:szCs w:val="18"/>
                <w:lang w:eastAsia="ja-JP"/>
              </w:rPr>
              <w:t>CA_n77A-n257G</w:t>
            </w:r>
          </w:p>
          <w:p w14:paraId="59899132" w14:textId="77777777" w:rsidR="00C25B7D" w:rsidRDefault="00C25B7D" w:rsidP="00C25B7D">
            <w:pPr>
              <w:pStyle w:val="TAC"/>
              <w:rPr>
                <w:rFonts w:eastAsia="Yu Mincho" w:cs="Arial"/>
                <w:szCs w:val="18"/>
                <w:lang w:eastAsia="ja-JP"/>
              </w:rPr>
            </w:pPr>
            <w:r w:rsidRPr="00E062F1">
              <w:rPr>
                <w:rFonts w:eastAsia="Yu Mincho" w:cs="Arial"/>
                <w:szCs w:val="18"/>
                <w:lang w:eastAsia="ja-JP"/>
              </w:rPr>
              <w:t>CA_n77A-n257H</w:t>
            </w:r>
          </w:p>
          <w:p w14:paraId="4F5B01A9" w14:textId="55521566" w:rsidR="00C25B7D" w:rsidRPr="00E062F1" w:rsidRDefault="00C25B7D" w:rsidP="00C25B7D">
            <w:pPr>
              <w:pStyle w:val="TAC"/>
              <w:rPr>
                <w:rFonts w:eastAsia="DengXian" w:cs="Arial"/>
                <w:szCs w:val="18"/>
                <w:lang w:eastAsia="zh-CN"/>
              </w:rPr>
            </w:pPr>
            <w:r w:rsidRPr="00E062F1">
              <w:rPr>
                <w:rFonts w:eastAsia="Yu Mincho" w:cs="Arial"/>
                <w:szCs w:val="18"/>
                <w:lang w:eastAsia="ja-JP"/>
              </w:rPr>
              <w:t>CA_n77A-n257I</w:t>
            </w:r>
          </w:p>
          <w:p w14:paraId="715B8A9B" w14:textId="490BD02F" w:rsidR="00C25B7D" w:rsidRPr="00E062F1" w:rsidRDefault="00C25B7D" w:rsidP="00C25B7D">
            <w:pPr>
              <w:pStyle w:val="TAC"/>
              <w:rPr>
                <w:rFonts w:eastAsia="DengXian" w:cs="Arial"/>
                <w:szCs w:val="18"/>
                <w:lang w:eastAsia="zh-CN"/>
              </w:rPr>
            </w:pPr>
            <w:r w:rsidRPr="00E062F1">
              <w:rPr>
                <w:rFonts w:eastAsia="Yu Mincho" w:cs="Arial"/>
                <w:szCs w:val="18"/>
                <w:lang w:eastAsia="ja-JP"/>
              </w:rPr>
              <w:t>CA_n77A-n257</w:t>
            </w:r>
            <w:r w:rsidRPr="00E062F1">
              <w:rPr>
                <w:rFonts w:eastAsia="DengXian" w:cs="Arial"/>
                <w:szCs w:val="18"/>
                <w:lang w:eastAsia="zh-CN"/>
              </w:rPr>
              <w:t>J</w:t>
            </w:r>
          </w:p>
          <w:p w14:paraId="5FE150D2" w14:textId="653E64A7" w:rsidR="00C25B7D" w:rsidRPr="00E062F1" w:rsidRDefault="00C25B7D" w:rsidP="00C25B7D">
            <w:pPr>
              <w:pStyle w:val="TAC"/>
              <w:rPr>
                <w:rFonts w:eastAsia="DengXian" w:cs="Arial"/>
                <w:szCs w:val="18"/>
                <w:lang w:eastAsia="zh-CN"/>
              </w:rPr>
            </w:pPr>
            <w:r w:rsidRPr="00E062F1">
              <w:rPr>
                <w:rFonts w:eastAsia="Yu Mincho" w:cs="Arial"/>
                <w:szCs w:val="18"/>
                <w:lang w:eastAsia="ja-JP"/>
              </w:rPr>
              <w:t>CA_n77A-n257</w:t>
            </w:r>
            <w:r w:rsidRPr="00E062F1">
              <w:rPr>
                <w:rFonts w:eastAsia="DengXian" w:cs="Arial"/>
                <w:szCs w:val="18"/>
                <w:lang w:eastAsia="zh-CN"/>
              </w:rPr>
              <w:t>K</w:t>
            </w:r>
          </w:p>
          <w:p w14:paraId="61E67382" w14:textId="25A842BF" w:rsidR="00C25B7D" w:rsidRPr="00E062F1" w:rsidRDefault="00C25B7D" w:rsidP="00C25B7D">
            <w:pPr>
              <w:pStyle w:val="TAC"/>
              <w:rPr>
                <w:rFonts w:cs="Arial"/>
                <w:szCs w:val="18"/>
                <w:lang w:eastAsia="zh-CN"/>
              </w:rPr>
            </w:pPr>
            <w:r w:rsidRPr="00E062F1">
              <w:rPr>
                <w:rFonts w:eastAsia="Yu Mincho" w:cs="Arial"/>
                <w:szCs w:val="18"/>
                <w:lang w:eastAsia="ja-JP"/>
              </w:rPr>
              <w:t>CA_n77A-n257</w:t>
            </w:r>
            <w:r w:rsidRPr="00E062F1">
              <w:rPr>
                <w:rFonts w:eastAsia="DengXian" w:cs="Arial"/>
                <w:szCs w:val="18"/>
                <w:lang w:eastAsia="zh-CN"/>
              </w:rPr>
              <w:t>L</w:t>
            </w:r>
          </w:p>
          <w:p w14:paraId="60EA3FA8" w14:textId="77777777" w:rsidR="00C25B7D" w:rsidRPr="00E062F1" w:rsidRDefault="00C25B7D" w:rsidP="00C25B7D">
            <w:pPr>
              <w:pStyle w:val="TAC"/>
            </w:pPr>
            <w:r w:rsidRPr="00E062F1">
              <w:rPr>
                <w:rFonts w:cs="Arial"/>
                <w:szCs w:val="18"/>
              </w:rPr>
              <w:t>CA_n77A-n257M</w:t>
            </w:r>
          </w:p>
        </w:tc>
        <w:tc>
          <w:tcPr>
            <w:tcW w:w="737" w:type="dxa"/>
            <w:tcBorders>
              <w:left w:val="single" w:sz="4" w:space="0" w:color="auto"/>
              <w:right w:val="single" w:sz="4" w:space="0" w:color="auto"/>
            </w:tcBorders>
          </w:tcPr>
          <w:p w14:paraId="1598EC6C" w14:textId="77777777" w:rsidR="00C25B7D" w:rsidRPr="00E062F1" w:rsidRDefault="00C25B7D" w:rsidP="00C25B7D">
            <w:pPr>
              <w:pStyle w:val="TAC"/>
              <w:rPr>
                <w:lang w:eastAsia="zh-CN"/>
              </w:rPr>
            </w:pPr>
            <w:r w:rsidRPr="00E062F1">
              <w:rPr>
                <w:rFonts w:cs="Arial"/>
                <w:szCs w:val="24"/>
              </w:rPr>
              <w:t>n77</w:t>
            </w:r>
          </w:p>
        </w:tc>
        <w:tc>
          <w:tcPr>
            <w:tcW w:w="10073" w:type="dxa"/>
            <w:gridSpan w:val="18"/>
            <w:tcBorders>
              <w:left w:val="single" w:sz="4" w:space="0" w:color="auto"/>
              <w:right w:val="single" w:sz="4" w:space="0" w:color="auto"/>
            </w:tcBorders>
          </w:tcPr>
          <w:p w14:paraId="2D48E03F" w14:textId="4AD4A34E" w:rsidR="00C25B7D" w:rsidRPr="00E062F1" w:rsidRDefault="00C25B7D" w:rsidP="00C25B7D">
            <w:pPr>
              <w:pStyle w:val="TAC"/>
              <w:rPr>
                <w:rFonts w:cs="Arial"/>
                <w:lang w:eastAsia="ja-JP"/>
              </w:rPr>
            </w:pPr>
            <w:r w:rsidRPr="00E062F1">
              <w:rPr>
                <w:rFonts w:cs="Arial"/>
              </w:rPr>
              <w:t>See CA_n77(2A) in Table 5.5A.2-1 in TS 38.101-1</w:t>
            </w:r>
          </w:p>
        </w:tc>
        <w:tc>
          <w:tcPr>
            <w:tcW w:w="1345" w:type="dxa"/>
            <w:tcBorders>
              <w:left w:val="single" w:sz="4" w:space="0" w:color="auto"/>
              <w:bottom w:val="nil"/>
              <w:right w:val="single" w:sz="4" w:space="0" w:color="auto"/>
            </w:tcBorders>
            <w:shd w:val="clear" w:color="auto" w:fill="auto"/>
          </w:tcPr>
          <w:p w14:paraId="5FCFABD9" w14:textId="77777777" w:rsidR="00C25B7D" w:rsidRPr="00E062F1" w:rsidRDefault="00C25B7D" w:rsidP="00C25B7D">
            <w:pPr>
              <w:pStyle w:val="TAC"/>
              <w:rPr>
                <w:szCs w:val="18"/>
                <w:lang w:eastAsia="zh-CN"/>
              </w:rPr>
            </w:pPr>
            <w:r w:rsidRPr="00E062F1">
              <w:rPr>
                <w:szCs w:val="18"/>
                <w:lang w:eastAsia="zh-CN"/>
              </w:rPr>
              <w:t>0</w:t>
            </w:r>
          </w:p>
        </w:tc>
      </w:tr>
      <w:tr w:rsidR="00C25B7D" w:rsidRPr="00E062F1" w14:paraId="58969661"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9D31F46"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13639447" w14:textId="77777777" w:rsidR="00C25B7D" w:rsidRPr="00E062F1" w:rsidRDefault="00C25B7D" w:rsidP="00C25B7D">
            <w:pPr>
              <w:pStyle w:val="TAC"/>
            </w:pPr>
          </w:p>
        </w:tc>
        <w:tc>
          <w:tcPr>
            <w:tcW w:w="737" w:type="dxa"/>
            <w:tcBorders>
              <w:left w:val="single" w:sz="4" w:space="0" w:color="auto"/>
              <w:right w:val="single" w:sz="4" w:space="0" w:color="auto"/>
            </w:tcBorders>
          </w:tcPr>
          <w:p w14:paraId="6E3C2515" w14:textId="77777777" w:rsidR="00C25B7D" w:rsidRPr="00E062F1" w:rsidRDefault="00C25B7D" w:rsidP="00C25B7D">
            <w:pPr>
              <w:pStyle w:val="TAC"/>
              <w:rPr>
                <w:lang w:eastAsia="zh-CN"/>
              </w:rPr>
            </w:pPr>
            <w:r w:rsidRPr="00E062F1">
              <w:rPr>
                <w:rFonts w:cs="Arial"/>
                <w:szCs w:val="24"/>
              </w:rPr>
              <w:t>n257</w:t>
            </w:r>
          </w:p>
        </w:tc>
        <w:tc>
          <w:tcPr>
            <w:tcW w:w="10073" w:type="dxa"/>
            <w:gridSpan w:val="18"/>
            <w:tcBorders>
              <w:left w:val="single" w:sz="4" w:space="0" w:color="auto"/>
              <w:right w:val="single" w:sz="4" w:space="0" w:color="auto"/>
            </w:tcBorders>
          </w:tcPr>
          <w:p w14:paraId="146786CD" w14:textId="22C6126A" w:rsidR="00C25B7D" w:rsidRPr="00E062F1" w:rsidRDefault="00C25B7D" w:rsidP="00C25B7D">
            <w:pPr>
              <w:pStyle w:val="TAC"/>
              <w:rPr>
                <w:rFonts w:cs="Arial"/>
                <w:lang w:eastAsia="ja-JP"/>
              </w:rPr>
            </w:pPr>
            <w:r w:rsidRPr="00E062F1">
              <w:rPr>
                <w:rFonts w:cs="Arial"/>
              </w:rPr>
              <w:t>See CA_n257</w:t>
            </w:r>
            <w:r w:rsidRPr="00E062F1">
              <w:rPr>
                <w:rFonts w:cs="Arial"/>
                <w:lang w:eastAsia="zh-CN"/>
              </w:rPr>
              <w:t>M</w:t>
            </w:r>
            <w:r w:rsidRPr="00E062F1">
              <w:rPr>
                <w:rFonts w:cs="Arial"/>
              </w:rPr>
              <w:t xml:space="preserve"> in Table 5.5A.1-1 in TS 38.101-2</w:t>
            </w:r>
          </w:p>
        </w:tc>
        <w:tc>
          <w:tcPr>
            <w:tcW w:w="1345" w:type="dxa"/>
            <w:tcBorders>
              <w:top w:val="nil"/>
              <w:left w:val="single" w:sz="4" w:space="0" w:color="auto"/>
              <w:bottom w:val="single" w:sz="4" w:space="0" w:color="auto"/>
              <w:right w:val="single" w:sz="4" w:space="0" w:color="auto"/>
            </w:tcBorders>
            <w:shd w:val="clear" w:color="auto" w:fill="auto"/>
          </w:tcPr>
          <w:p w14:paraId="62AB16CD" w14:textId="77777777" w:rsidR="00C25B7D" w:rsidRPr="00E062F1" w:rsidRDefault="00C25B7D" w:rsidP="00C25B7D">
            <w:pPr>
              <w:pStyle w:val="TAC"/>
              <w:rPr>
                <w:rFonts w:eastAsia="Yu Mincho"/>
                <w:szCs w:val="18"/>
              </w:rPr>
            </w:pPr>
          </w:p>
        </w:tc>
      </w:tr>
      <w:tr w:rsidR="00C25B7D" w:rsidRPr="00E062F1" w14:paraId="36049332"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16DCD11E" w14:textId="77777777" w:rsidR="00C25B7D" w:rsidRPr="00E062F1" w:rsidRDefault="00C25B7D" w:rsidP="00C25B7D">
            <w:pPr>
              <w:pStyle w:val="TAC"/>
            </w:pPr>
            <w:r w:rsidRPr="00E062F1">
              <w:t>CA_n</w:t>
            </w:r>
            <w:r w:rsidRPr="00E062F1">
              <w:rPr>
                <w:lang w:eastAsia="zh-CN"/>
              </w:rPr>
              <w:t>77</w:t>
            </w:r>
            <w:r w:rsidRPr="00E062F1">
              <w:t>A-n</w:t>
            </w:r>
            <w:r w:rsidRPr="00E062F1">
              <w:rPr>
                <w:lang w:eastAsia="zh-CN"/>
              </w:rPr>
              <w:t>258</w:t>
            </w:r>
            <w:r w:rsidRPr="00E062F1">
              <w:t>A</w:t>
            </w:r>
          </w:p>
        </w:tc>
        <w:tc>
          <w:tcPr>
            <w:tcW w:w="1232" w:type="dxa"/>
            <w:tcBorders>
              <w:left w:val="single" w:sz="4" w:space="0" w:color="auto"/>
              <w:bottom w:val="nil"/>
              <w:right w:val="single" w:sz="4" w:space="0" w:color="auto"/>
            </w:tcBorders>
            <w:shd w:val="clear" w:color="auto" w:fill="auto"/>
          </w:tcPr>
          <w:p w14:paraId="304F1C87" w14:textId="77777777" w:rsidR="00C25B7D" w:rsidRPr="00E062F1" w:rsidRDefault="00C25B7D" w:rsidP="00C25B7D">
            <w:pPr>
              <w:pStyle w:val="TAC"/>
            </w:pPr>
            <w:r w:rsidRPr="00E062F1">
              <w:rPr>
                <w:lang w:eastAsia="zh-CN"/>
              </w:rPr>
              <w:t>-</w:t>
            </w:r>
          </w:p>
        </w:tc>
        <w:tc>
          <w:tcPr>
            <w:tcW w:w="737" w:type="dxa"/>
            <w:tcBorders>
              <w:left w:val="single" w:sz="4" w:space="0" w:color="auto"/>
              <w:right w:val="single" w:sz="4" w:space="0" w:color="auto"/>
            </w:tcBorders>
          </w:tcPr>
          <w:p w14:paraId="66063C76" w14:textId="77777777" w:rsidR="00C25B7D" w:rsidRPr="00E062F1" w:rsidRDefault="00C25B7D" w:rsidP="00C25B7D">
            <w:pPr>
              <w:pStyle w:val="TAC"/>
            </w:pPr>
            <w:r w:rsidRPr="00E062F1">
              <w:rPr>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7707F0C4"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06AC940E"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25B89283"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34D9729F"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50F1F19"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0028B3B0"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48223DB" w14:textId="77777777" w:rsidR="00C25B7D" w:rsidRPr="00E062F1" w:rsidRDefault="00C25B7D" w:rsidP="00C25B7D">
            <w:pPr>
              <w:pStyle w:val="TAC"/>
              <w:rPr>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7FA655E2"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B39B8B6"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606FF07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168D09C"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6D17C02B"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4334271C"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42CD2FD1"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54B04C2D" w14:textId="77777777" w:rsidR="00C25B7D" w:rsidRPr="00E062F1" w:rsidRDefault="00C25B7D" w:rsidP="00C25B7D">
            <w:pPr>
              <w:pStyle w:val="TAC"/>
              <w:rPr>
                <w:rFonts w:cs="Arial"/>
                <w:lang w:eastAsia="zh-CN"/>
              </w:rPr>
            </w:pPr>
          </w:p>
        </w:tc>
        <w:tc>
          <w:tcPr>
            <w:tcW w:w="1345" w:type="dxa"/>
            <w:tcBorders>
              <w:left w:val="single" w:sz="4" w:space="0" w:color="auto"/>
              <w:bottom w:val="nil"/>
              <w:right w:val="single" w:sz="4" w:space="0" w:color="auto"/>
            </w:tcBorders>
            <w:shd w:val="clear" w:color="auto" w:fill="auto"/>
          </w:tcPr>
          <w:p w14:paraId="0A673FBB" w14:textId="77777777" w:rsidR="00C25B7D" w:rsidRPr="005F427A" w:rsidRDefault="00C25B7D" w:rsidP="00C25B7D">
            <w:pPr>
              <w:pStyle w:val="TAC"/>
              <w:rPr>
                <w:rFonts w:eastAsiaTheme="minorEastAsia"/>
                <w:szCs w:val="18"/>
                <w:lang w:eastAsia="zh-CN"/>
              </w:rPr>
            </w:pPr>
            <w:r>
              <w:rPr>
                <w:rFonts w:hint="eastAsia"/>
                <w:szCs w:val="18"/>
                <w:lang w:eastAsia="zh-CN"/>
              </w:rPr>
              <w:t>0</w:t>
            </w:r>
          </w:p>
        </w:tc>
      </w:tr>
      <w:tr w:rsidR="00C25B7D" w:rsidRPr="00E062F1" w14:paraId="276BD704"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88FA9B9"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6A6EFFC3" w14:textId="77777777" w:rsidR="00C25B7D" w:rsidRPr="00E062F1" w:rsidRDefault="00C25B7D" w:rsidP="00C25B7D">
            <w:pPr>
              <w:pStyle w:val="TAC"/>
            </w:pPr>
          </w:p>
        </w:tc>
        <w:tc>
          <w:tcPr>
            <w:tcW w:w="737" w:type="dxa"/>
            <w:tcBorders>
              <w:left w:val="single" w:sz="4" w:space="0" w:color="auto"/>
              <w:right w:val="single" w:sz="4" w:space="0" w:color="auto"/>
            </w:tcBorders>
          </w:tcPr>
          <w:p w14:paraId="3F56C8B6" w14:textId="77777777" w:rsidR="00C25B7D" w:rsidRPr="00E062F1" w:rsidRDefault="00C25B7D" w:rsidP="00C25B7D">
            <w:pPr>
              <w:pStyle w:val="TAC"/>
            </w:pPr>
            <w:r w:rsidRPr="00E062F1">
              <w:rPr>
                <w:lang w:eastAsia="zh-CN"/>
              </w:rPr>
              <w:t>n258</w:t>
            </w:r>
          </w:p>
        </w:tc>
        <w:tc>
          <w:tcPr>
            <w:tcW w:w="671" w:type="dxa"/>
            <w:tcBorders>
              <w:top w:val="single" w:sz="4" w:space="0" w:color="auto"/>
              <w:left w:val="single" w:sz="4" w:space="0" w:color="auto"/>
              <w:bottom w:val="single" w:sz="4" w:space="0" w:color="auto"/>
              <w:right w:val="single" w:sz="4" w:space="0" w:color="auto"/>
            </w:tcBorders>
          </w:tcPr>
          <w:p w14:paraId="71B9B8B7"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7CF04B93"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990336D"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1C119B2A"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A7A676F"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74DEEA9B"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6DB41FC"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47F15D2"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A74F8B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477A0F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C66D49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FF64273"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05602C51"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5590E08A" w14:textId="77777777" w:rsidR="00C25B7D" w:rsidRPr="00E062F1" w:rsidRDefault="00C25B7D" w:rsidP="00C25B7D">
            <w:pPr>
              <w:pStyle w:val="TAC"/>
              <w:rPr>
                <w:rFonts w:cs="Arial"/>
                <w:lang w:eastAsia="zh-CN"/>
              </w:rPr>
            </w:pPr>
            <w:r>
              <w:rPr>
                <w:rFonts w:cs="Arial"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3202E20E" w14:textId="77777777" w:rsidR="00C25B7D" w:rsidRPr="00E062F1" w:rsidRDefault="00C25B7D" w:rsidP="00C25B7D">
            <w:pPr>
              <w:pStyle w:val="TAC"/>
              <w:rPr>
                <w:rFonts w:cs="Arial"/>
                <w:lang w:eastAsia="zh-CN"/>
              </w:rPr>
            </w:pPr>
            <w:r>
              <w:rPr>
                <w:rFonts w:cs="Arial"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33A6F759" w14:textId="77777777" w:rsidR="00C25B7D" w:rsidRPr="00E062F1" w:rsidRDefault="00C25B7D" w:rsidP="00C25B7D">
            <w:pPr>
              <w:pStyle w:val="TAC"/>
              <w:rPr>
                <w:rFonts w:eastAsia="Yu Mincho"/>
                <w:szCs w:val="18"/>
              </w:rPr>
            </w:pPr>
          </w:p>
        </w:tc>
      </w:tr>
      <w:tr w:rsidR="00C25B7D" w:rsidRPr="00E062F1" w14:paraId="3B989FDD"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65BB3937" w14:textId="77777777" w:rsidR="00C25B7D" w:rsidRPr="00E062F1" w:rsidRDefault="00C25B7D" w:rsidP="00C25B7D">
            <w:pPr>
              <w:pStyle w:val="TAC"/>
            </w:pPr>
            <w:r w:rsidRPr="00E062F1">
              <w:rPr>
                <w:rFonts w:cs="Arial"/>
              </w:rPr>
              <w:t>CA_n</w:t>
            </w:r>
            <w:r w:rsidRPr="00E062F1">
              <w:rPr>
                <w:rFonts w:cs="Arial"/>
                <w:lang w:eastAsia="zh-CN"/>
              </w:rPr>
              <w:t>77</w:t>
            </w:r>
            <w:r w:rsidRPr="00E062F1">
              <w:rPr>
                <w:rFonts w:cs="Arial"/>
              </w:rPr>
              <w:t>A-n</w:t>
            </w:r>
            <w:r w:rsidRPr="00E062F1">
              <w:rPr>
                <w:rFonts w:cs="Arial"/>
                <w:lang w:eastAsia="zh-CN"/>
              </w:rPr>
              <w:t>261</w:t>
            </w:r>
            <w:r w:rsidRPr="00E062F1">
              <w:rPr>
                <w:rFonts w:cs="Arial"/>
              </w:rPr>
              <w:t>A</w:t>
            </w:r>
          </w:p>
        </w:tc>
        <w:tc>
          <w:tcPr>
            <w:tcW w:w="1232" w:type="dxa"/>
            <w:tcBorders>
              <w:left w:val="single" w:sz="4" w:space="0" w:color="auto"/>
              <w:bottom w:val="nil"/>
              <w:right w:val="single" w:sz="4" w:space="0" w:color="auto"/>
            </w:tcBorders>
            <w:shd w:val="clear" w:color="auto" w:fill="auto"/>
          </w:tcPr>
          <w:p w14:paraId="5A8EE59F" w14:textId="77777777" w:rsidR="00C25B7D" w:rsidRPr="00E062F1" w:rsidRDefault="00C25B7D" w:rsidP="00C25B7D">
            <w:pPr>
              <w:pStyle w:val="TAC"/>
            </w:pPr>
            <w:r w:rsidRPr="00E062F1">
              <w:rPr>
                <w:rFonts w:cs="Arial"/>
              </w:rPr>
              <w:t>CA_n</w:t>
            </w:r>
            <w:r w:rsidRPr="00E062F1">
              <w:rPr>
                <w:rFonts w:cs="Arial"/>
                <w:lang w:eastAsia="zh-CN"/>
              </w:rPr>
              <w:t>77</w:t>
            </w:r>
            <w:r w:rsidRPr="00E062F1">
              <w:rPr>
                <w:rFonts w:cs="Arial"/>
              </w:rPr>
              <w:t>A-n</w:t>
            </w:r>
            <w:r w:rsidRPr="00E062F1">
              <w:rPr>
                <w:rFonts w:cs="Arial"/>
                <w:lang w:eastAsia="zh-CN"/>
              </w:rPr>
              <w:t>261</w:t>
            </w:r>
            <w:r w:rsidRPr="00E062F1">
              <w:rPr>
                <w:rFonts w:cs="Arial"/>
              </w:rPr>
              <w:t>A</w:t>
            </w:r>
          </w:p>
        </w:tc>
        <w:tc>
          <w:tcPr>
            <w:tcW w:w="737" w:type="dxa"/>
            <w:tcBorders>
              <w:left w:val="single" w:sz="4" w:space="0" w:color="auto"/>
              <w:right w:val="single" w:sz="4" w:space="0" w:color="auto"/>
            </w:tcBorders>
          </w:tcPr>
          <w:p w14:paraId="370BDB28" w14:textId="77777777" w:rsidR="00C25B7D" w:rsidRPr="00E062F1" w:rsidRDefault="00C25B7D" w:rsidP="00C25B7D">
            <w:pPr>
              <w:pStyle w:val="TAC"/>
            </w:pPr>
            <w:r w:rsidRPr="00E062F1">
              <w:rPr>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17BCFED2"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48887B48"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36EE4D74"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6F1E1BE0"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1205E2D"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01C9E3A8"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92F4886" w14:textId="77777777" w:rsidR="00C25B7D" w:rsidRPr="00E062F1" w:rsidRDefault="00C25B7D" w:rsidP="00C25B7D">
            <w:pPr>
              <w:pStyle w:val="TAC"/>
              <w:rPr>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65FE01C4"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C9698D0"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187150E3" w14:textId="77777777" w:rsidR="00C25B7D" w:rsidRPr="005F427A" w:rsidRDefault="00C25B7D" w:rsidP="00C25B7D">
            <w:pPr>
              <w:pStyle w:val="TAC"/>
              <w:rPr>
                <w:vertAlign w:val="superscript"/>
                <w:lang w:eastAsia="zh-CN"/>
              </w:rPr>
            </w:pPr>
            <w:r>
              <w:rPr>
                <w:rFonts w:hint="eastAsia"/>
                <w:lang w:eastAsia="zh-CN"/>
              </w:rPr>
              <w:t>70</w:t>
            </w:r>
            <w:r>
              <w:rPr>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4E38C877"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736F5951" w14:textId="77777777" w:rsidR="00C25B7D" w:rsidRPr="00E062F1" w:rsidRDefault="00C25B7D" w:rsidP="00C25B7D">
            <w:pPr>
              <w:pStyle w:val="TAC"/>
              <w:rPr>
                <w:rFonts w:cs="Arial"/>
                <w:lang w:eastAsia="zh-CN"/>
              </w:rPr>
            </w:pPr>
            <w:r>
              <w:rPr>
                <w:rFonts w:cs="Arial" w:hint="eastAsia"/>
                <w:lang w:eastAsia="zh-CN"/>
              </w:rPr>
              <w:t>90</w:t>
            </w:r>
          </w:p>
        </w:tc>
        <w:tc>
          <w:tcPr>
            <w:tcW w:w="671" w:type="dxa"/>
            <w:tcBorders>
              <w:top w:val="single" w:sz="4" w:space="0" w:color="auto"/>
              <w:left w:val="single" w:sz="4" w:space="0" w:color="auto"/>
              <w:bottom w:val="single" w:sz="4" w:space="0" w:color="auto"/>
              <w:right w:val="single" w:sz="4" w:space="0" w:color="auto"/>
            </w:tcBorders>
          </w:tcPr>
          <w:p w14:paraId="11C25B56"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68369CB9"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1227650A" w14:textId="77777777" w:rsidR="00C25B7D" w:rsidRPr="00E062F1" w:rsidRDefault="00C25B7D" w:rsidP="00C25B7D">
            <w:pPr>
              <w:pStyle w:val="TAC"/>
              <w:rPr>
                <w:rFonts w:cs="Arial"/>
                <w:lang w:eastAsia="zh-CN"/>
              </w:rPr>
            </w:pPr>
          </w:p>
        </w:tc>
        <w:tc>
          <w:tcPr>
            <w:tcW w:w="1345" w:type="dxa"/>
            <w:tcBorders>
              <w:left w:val="single" w:sz="4" w:space="0" w:color="auto"/>
              <w:bottom w:val="nil"/>
              <w:right w:val="single" w:sz="4" w:space="0" w:color="auto"/>
            </w:tcBorders>
            <w:shd w:val="clear" w:color="auto" w:fill="auto"/>
          </w:tcPr>
          <w:p w14:paraId="0C5BDF77" w14:textId="77777777" w:rsidR="00C25B7D" w:rsidRPr="005F427A" w:rsidRDefault="00C25B7D" w:rsidP="00C25B7D">
            <w:pPr>
              <w:pStyle w:val="TAC"/>
              <w:rPr>
                <w:rFonts w:eastAsiaTheme="minorEastAsia"/>
                <w:szCs w:val="18"/>
                <w:lang w:eastAsia="zh-CN"/>
              </w:rPr>
            </w:pPr>
            <w:r>
              <w:rPr>
                <w:rFonts w:hint="eastAsia"/>
                <w:szCs w:val="18"/>
                <w:lang w:eastAsia="zh-CN"/>
              </w:rPr>
              <w:t>0</w:t>
            </w:r>
          </w:p>
        </w:tc>
      </w:tr>
      <w:tr w:rsidR="00C25B7D" w:rsidRPr="00E062F1" w14:paraId="6A21082B"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939ADA3"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64C72393" w14:textId="77777777" w:rsidR="00C25B7D" w:rsidRPr="00E062F1" w:rsidRDefault="00C25B7D" w:rsidP="00C25B7D">
            <w:pPr>
              <w:pStyle w:val="TAC"/>
            </w:pPr>
          </w:p>
        </w:tc>
        <w:tc>
          <w:tcPr>
            <w:tcW w:w="737" w:type="dxa"/>
            <w:tcBorders>
              <w:left w:val="single" w:sz="4" w:space="0" w:color="auto"/>
              <w:right w:val="single" w:sz="4" w:space="0" w:color="auto"/>
            </w:tcBorders>
          </w:tcPr>
          <w:p w14:paraId="46ACA4AE" w14:textId="77777777" w:rsidR="00C25B7D" w:rsidRPr="00E062F1" w:rsidRDefault="00C25B7D" w:rsidP="00C25B7D">
            <w:pPr>
              <w:pStyle w:val="TAC"/>
            </w:pPr>
            <w:r w:rsidRPr="00E062F1">
              <w:rPr>
                <w:lang w:eastAsia="zh-CN"/>
              </w:rPr>
              <w:t>n261</w:t>
            </w:r>
          </w:p>
        </w:tc>
        <w:tc>
          <w:tcPr>
            <w:tcW w:w="671" w:type="dxa"/>
            <w:tcBorders>
              <w:top w:val="single" w:sz="4" w:space="0" w:color="auto"/>
              <w:left w:val="single" w:sz="4" w:space="0" w:color="auto"/>
              <w:bottom w:val="single" w:sz="4" w:space="0" w:color="auto"/>
              <w:right w:val="single" w:sz="4" w:space="0" w:color="auto"/>
            </w:tcBorders>
          </w:tcPr>
          <w:p w14:paraId="0DA88568"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1512A679"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7893292"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3565D0E0"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E0ADFF1"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223DEDBB"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CD5D5DB"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27A11DD"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00C4D4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2FDC90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D16E84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2D94BCD"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753DD2CF"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5FCD3925" w14:textId="77777777" w:rsidR="00C25B7D" w:rsidRPr="00E062F1" w:rsidRDefault="00C25B7D" w:rsidP="00C25B7D">
            <w:pPr>
              <w:pStyle w:val="TAC"/>
              <w:rPr>
                <w:rFonts w:cs="Arial"/>
                <w:lang w:eastAsia="zh-CN"/>
              </w:rPr>
            </w:pPr>
            <w:r>
              <w:rPr>
                <w:rFonts w:cs="Arial"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5F163AA6" w14:textId="77777777" w:rsidR="00C25B7D" w:rsidRPr="00E062F1" w:rsidRDefault="00C25B7D" w:rsidP="00C25B7D">
            <w:pPr>
              <w:pStyle w:val="TAC"/>
              <w:rPr>
                <w:rFonts w:cs="Arial"/>
                <w:lang w:eastAsia="zh-CN"/>
              </w:rPr>
            </w:pPr>
            <w:r>
              <w:rPr>
                <w:rFonts w:cs="Arial"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72D4D5F5" w14:textId="77777777" w:rsidR="00C25B7D" w:rsidRPr="00E062F1" w:rsidRDefault="00C25B7D" w:rsidP="00C25B7D">
            <w:pPr>
              <w:pStyle w:val="TAC"/>
              <w:rPr>
                <w:rFonts w:eastAsia="Yu Mincho"/>
                <w:szCs w:val="18"/>
              </w:rPr>
            </w:pPr>
          </w:p>
        </w:tc>
      </w:tr>
      <w:tr w:rsidR="00C25B7D" w:rsidRPr="00E062F1" w14:paraId="4F1E7227"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550849D" w14:textId="77777777" w:rsidR="00C25B7D" w:rsidRPr="00E062F1" w:rsidRDefault="00C25B7D" w:rsidP="00C25B7D">
            <w:pPr>
              <w:pStyle w:val="TAC"/>
              <w:rPr>
                <w:rFonts w:cs="Arial"/>
              </w:rPr>
            </w:pPr>
            <w:r w:rsidRPr="00E062F1">
              <w:rPr>
                <w:rFonts w:cs="Arial"/>
              </w:rPr>
              <w:t>CA_n</w:t>
            </w:r>
            <w:r w:rsidRPr="00E062F1">
              <w:rPr>
                <w:rFonts w:cs="Arial"/>
                <w:lang w:eastAsia="zh-CN"/>
              </w:rPr>
              <w:t>77</w:t>
            </w:r>
            <w:r w:rsidRPr="00E062F1">
              <w:rPr>
                <w:rFonts w:cs="Arial"/>
              </w:rPr>
              <w:t>A-n</w:t>
            </w:r>
            <w:r w:rsidRPr="00E062F1">
              <w:rPr>
                <w:rFonts w:cs="Arial"/>
                <w:lang w:eastAsia="zh-CN"/>
              </w:rPr>
              <w:t>261D</w:t>
            </w:r>
          </w:p>
        </w:tc>
        <w:tc>
          <w:tcPr>
            <w:tcW w:w="1232" w:type="dxa"/>
            <w:tcBorders>
              <w:left w:val="single" w:sz="4" w:space="0" w:color="auto"/>
              <w:bottom w:val="nil"/>
              <w:right w:val="single" w:sz="4" w:space="0" w:color="auto"/>
            </w:tcBorders>
            <w:shd w:val="clear" w:color="auto" w:fill="auto"/>
          </w:tcPr>
          <w:p w14:paraId="66C402CA" w14:textId="77777777" w:rsidR="0035585D" w:rsidRPr="00E062F1" w:rsidRDefault="00C25B7D" w:rsidP="0035585D">
            <w:pPr>
              <w:pStyle w:val="TAC"/>
              <w:rPr>
                <w:rFonts w:cs="Arial"/>
                <w:szCs w:val="18"/>
              </w:rPr>
            </w:pPr>
            <w:r w:rsidRPr="00E062F1">
              <w:rPr>
                <w:rFonts w:cs="Arial"/>
              </w:rPr>
              <w:t>CA_n</w:t>
            </w:r>
            <w:r w:rsidRPr="00E062F1">
              <w:rPr>
                <w:rFonts w:cs="Arial"/>
                <w:lang w:eastAsia="zh-CN"/>
              </w:rPr>
              <w:t>77</w:t>
            </w:r>
            <w:r w:rsidRPr="00E062F1">
              <w:rPr>
                <w:rFonts w:cs="Arial"/>
              </w:rPr>
              <w:t>A-n</w:t>
            </w:r>
            <w:r w:rsidRPr="00E062F1">
              <w:rPr>
                <w:rFonts w:cs="Arial"/>
                <w:lang w:eastAsia="zh-CN"/>
              </w:rPr>
              <w:t>261</w:t>
            </w:r>
            <w:r w:rsidRPr="00E062F1">
              <w:rPr>
                <w:rFonts w:cs="Arial"/>
              </w:rPr>
              <w:t>A</w:t>
            </w:r>
          </w:p>
          <w:p w14:paraId="7CFC2704" w14:textId="08ABEE6E" w:rsidR="00C25B7D" w:rsidRPr="00E062F1" w:rsidRDefault="00C25B7D" w:rsidP="00C25B7D">
            <w:pPr>
              <w:pStyle w:val="TAC"/>
              <w:rPr>
                <w:rFonts w:cs="Arial"/>
              </w:rPr>
            </w:pPr>
            <w:r w:rsidRPr="00E062F1">
              <w:rPr>
                <w:rFonts w:cs="Arial"/>
              </w:rPr>
              <w:t>CA_n</w:t>
            </w:r>
            <w:r w:rsidRPr="00E062F1">
              <w:rPr>
                <w:rFonts w:cs="Arial"/>
                <w:lang w:eastAsia="zh-CN"/>
              </w:rPr>
              <w:t>77</w:t>
            </w:r>
            <w:r w:rsidRPr="00E062F1">
              <w:rPr>
                <w:rFonts w:cs="Arial"/>
              </w:rPr>
              <w:t>A-n</w:t>
            </w:r>
            <w:r w:rsidRPr="00E062F1">
              <w:rPr>
                <w:rFonts w:cs="Arial"/>
                <w:lang w:eastAsia="zh-CN"/>
              </w:rPr>
              <w:t>261D</w:t>
            </w:r>
          </w:p>
        </w:tc>
        <w:tc>
          <w:tcPr>
            <w:tcW w:w="737" w:type="dxa"/>
            <w:tcBorders>
              <w:left w:val="single" w:sz="4" w:space="0" w:color="auto"/>
              <w:right w:val="single" w:sz="4" w:space="0" w:color="auto"/>
            </w:tcBorders>
          </w:tcPr>
          <w:p w14:paraId="7071B631" w14:textId="77777777" w:rsidR="00C25B7D" w:rsidRPr="00E062F1" w:rsidRDefault="00C25B7D" w:rsidP="00C25B7D">
            <w:pPr>
              <w:pStyle w:val="TAC"/>
              <w:rPr>
                <w:lang w:eastAsia="zh-CN"/>
              </w:rPr>
            </w:pPr>
            <w:r w:rsidRPr="00E062F1">
              <w:rPr>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7B9FE7B2"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40888F66"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1F22015"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0C5B246"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B550FCE"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194C2CA7"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1A59BBD7"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7F87F148"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D40509E"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76181CF" w14:textId="77777777" w:rsidR="00C25B7D" w:rsidRPr="005F427A" w:rsidRDefault="00C25B7D" w:rsidP="00C25B7D">
            <w:pPr>
              <w:pStyle w:val="TAC"/>
              <w:rPr>
                <w:rFonts w:cs="Arial"/>
                <w:vertAlign w:val="superscript"/>
                <w:lang w:eastAsia="zh-CN"/>
              </w:rPr>
            </w:pPr>
            <w:r>
              <w:rPr>
                <w:rFonts w:cs="Arial" w:hint="eastAsia"/>
                <w:lang w:eastAsia="zh-CN"/>
              </w:rPr>
              <w:t>70</w:t>
            </w:r>
            <w:r>
              <w:rPr>
                <w:rFonts w:cs="Arial"/>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02BDB5D3"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2F5080A" w14:textId="77777777" w:rsidR="00C25B7D" w:rsidRPr="005F427A" w:rsidRDefault="00C25B7D" w:rsidP="00C25B7D">
            <w:pPr>
              <w:pStyle w:val="TAC"/>
              <w:rPr>
                <w:rFonts w:eastAsiaTheme="minorEastAsia"/>
                <w:szCs w:val="18"/>
                <w:lang w:eastAsia="zh-CN"/>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4D423DCD"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0149CDF9"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076F7D89"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5B2FAD76"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40B76639"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E0E2213" w14:textId="77777777" w:rsidR="00C25B7D" w:rsidRPr="00E062F1" w:rsidRDefault="00C25B7D" w:rsidP="00C25B7D">
            <w:pPr>
              <w:pStyle w:val="TAC"/>
              <w:rPr>
                <w:rFonts w:cs="Arial"/>
              </w:rPr>
            </w:pPr>
          </w:p>
        </w:tc>
        <w:tc>
          <w:tcPr>
            <w:tcW w:w="1232" w:type="dxa"/>
            <w:tcBorders>
              <w:top w:val="nil"/>
              <w:left w:val="single" w:sz="4" w:space="0" w:color="auto"/>
              <w:bottom w:val="single" w:sz="4" w:space="0" w:color="auto"/>
              <w:right w:val="single" w:sz="4" w:space="0" w:color="auto"/>
            </w:tcBorders>
            <w:shd w:val="clear" w:color="auto" w:fill="auto"/>
          </w:tcPr>
          <w:p w14:paraId="5F3E1FEC" w14:textId="77777777" w:rsidR="00C25B7D" w:rsidRPr="00E062F1" w:rsidRDefault="00C25B7D" w:rsidP="00C25B7D">
            <w:pPr>
              <w:pStyle w:val="TAC"/>
              <w:rPr>
                <w:rFonts w:cs="Arial"/>
              </w:rPr>
            </w:pPr>
          </w:p>
        </w:tc>
        <w:tc>
          <w:tcPr>
            <w:tcW w:w="737" w:type="dxa"/>
            <w:tcBorders>
              <w:left w:val="single" w:sz="4" w:space="0" w:color="auto"/>
              <w:right w:val="single" w:sz="4" w:space="0" w:color="auto"/>
            </w:tcBorders>
          </w:tcPr>
          <w:p w14:paraId="6D5B8596" w14:textId="77777777" w:rsidR="00C25B7D" w:rsidRPr="00E062F1" w:rsidRDefault="00C25B7D" w:rsidP="00C25B7D">
            <w:pPr>
              <w:pStyle w:val="TAC"/>
              <w:rPr>
                <w:lang w:eastAsia="zh-CN"/>
              </w:rPr>
            </w:pPr>
            <w:r w:rsidRPr="00E062F1">
              <w:rPr>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6B20B810" w14:textId="380E4E8C" w:rsidR="00C25B7D" w:rsidRPr="00E062F1" w:rsidRDefault="00C25B7D" w:rsidP="00C25B7D">
            <w:pPr>
              <w:pStyle w:val="TAC"/>
              <w:rPr>
                <w:rFonts w:eastAsia="Yu Mincho"/>
                <w:szCs w:val="18"/>
              </w:rPr>
            </w:pPr>
            <w:r w:rsidRPr="00E062F1">
              <w:rPr>
                <w:rFonts w:cs="Arial"/>
                <w:lang w:eastAsia="ja-JP"/>
              </w:rPr>
              <w:t>CA_n2</w:t>
            </w:r>
            <w:r w:rsidRPr="00E062F1">
              <w:rPr>
                <w:rFonts w:cs="Arial"/>
                <w:lang w:eastAsia="zh-CN"/>
              </w:rPr>
              <w:t>61D</w:t>
            </w:r>
          </w:p>
        </w:tc>
        <w:tc>
          <w:tcPr>
            <w:tcW w:w="1345" w:type="dxa"/>
            <w:tcBorders>
              <w:top w:val="nil"/>
              <w:left w:val="single" w:sz="4" w:space="0" w:color="auto"/>
              <w:bottom w:val="single" w:sz="4" w:space="0" w:color="auto"/>
              <w:right w:val="single" w:sz="4" w:space="0" w:color="auto"/>
            </w:tcBorders>
            <w:shd w:val="clear" w:color="auto" w:fill="auto"/>
          </w:tcPr>
          <w:p w14:paraId="61421F4B" w14:textId="77777777" w:rsidR="00C25B7D" w:rsidRPr="00E062F1" w:rsidRDefault="00C25B7D" w:rsidP="00C25B7D">
            <w:pPr>
              <w:pStyle w:val="TAC"/>
              <w:rPr>
                <w:szCs w:val="18"/>
                <w:lang w:eastAsia="zh-CN"/>
              </w:rPr>
            </w:pPr>
          </w:p>
        </w:tc>
      </w:tr>
      <w:tr w:rsidR="00C25B7D" w:rsidRPr="00E062F1" w14:paraId="30DDF0D6"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64EADBE4" w14:textId="77777777" w:rsidR="00C25B7D" w:rsidRPr="00E062F1" w:rsidRDefault="00C25B7D" w:rsidP="00C25B7D">
            <w:pPr>
              <w:pStyle w:val="TAC"/>
              <w:rPr>
                <w:rFonts w:cs="Arial"/>
              </w:rPr>
            </w:pPr>
            <w:r w:rsidRPr="00E062F1">
              <w:rPr>
                <w:rFonts w:cs="Arial"/>
              </w:rPr>
              <w:t>CA_n</w:t>
            </w:r>
            <w:r w:rsidRPr="00E062F1">
              <w:rPr>
                <w:rFonts w:cs="Arial"/>
                <w:lang w:eastAsia="zh-CN"/>
              </w:rPr>
              <w:t>77</w:t>
            </w:r>
            <w:r w:rsidRPr="00E062F1">
              <w:rPr>
                <w:rFonts w:cs="Arial"/>
              </w:rPr>
              <w:t>A-n</w:t>
            </w:r>
            <w:r w:rsidRPr="00E062F1">
              <w:rPr>
                <w:rFonts w:cs="Arial"/>
                <w:lang w:eastAsia="zh-CN"/>
              </w:rPr>
              <w:t>261G</w:t>
            </w:r>
          </w:p>
        </w:tc>
        <w:tc>
          <w:tcPr>
            <w:tcW w:w="1232" w:type="dxa"/>
            <w:tcBorders>
              <w:left w:val="single" w:sz="4" w:space="0" w:color="auto"/>
              <w:bottom w:val="nil"/>
              <w:right w:val="single" w:sz="4" w:space="0" w:color="auto"/>
            </w:tcBorders>
            <w:shd w:val="clear" w:color="auto" w:fill="auto"/>
          </w:tcPr>
          <w:p w14:paraId="1A7F3EB0" w14:textId="77777777" w:rsidR="0035585D" w:rsidRPr="00E062F1" w:rsidRDefault="00C25B7D" w:rsidP="0035585D">
            <w:pPr>
              <w:pStyle w:val="TAC"/>
              <w:rPr>
                <w:rFonts w:cs="Arial"/>
                <w:szCs w:val="18"/>
              </w:rPr>
            </w:pPr>
            <w:r w:rsidRPr="00E062F1">
              <w:rPr>
                <w:rFonts w:cs="Arial"/>
              </w:rPr>
              <w:t>CA_n</w:t>
            </w:r>
            <w:r w:rsidRPr="00E062F1">
              <w:rPr>
                <w:rFonts w:cs="Arial"/>
                <w:lang w:eastAsia="zh-CN"/>
              </w:rPr>
              <w:t>77</w:t>
            </w:r>
            <w:r w:rsidRPr="00E062F1">
              <w:rPr>
                <w:rFonts w:cs="Arial"/>
              </w:rPr>
              <w:t>A-n</w:t>
            </w:r>
            <w:r w:rsidRPr="00E062F1">
              <w:rPr>
                <w:rFonts w:cs="Arial"/>
                <w:lang w:eastAsia="zh-CN"/>
              </w:rPr>
              <w:t>261</w:t>
            </w:r>
            <w:r w:rsidRPr="00E062F1">
              <w:rPr>
                <w:rFonts w:cs="Arial"/>
              </w:rPr>
              <w:t>A</w:t>
            </w:r>
          </w:p>
          <w:p w14:paraId="2102AF2B" w14:textId="1E94AB19" w:rsidR="00C25B7D" w:rsidRPr="00E062F1" w:rsidRDefault="00C25B7D" w:rsidP="00C25B7D">
            <w:pPr>
              <w:pStyle w:val="TAC"/>
              <w:rPr>
                <w:rFonts w:cs="Arial"/>
              </w:rPr>
            </w:pPr>
            <w:r w:rsidRPr="00E062F1">
              <w:rPr>
                <w:rFonts w:cs="Arial"/>
              </w:rPr>
              <w:t>CA_n</w:t>
            </w:r>
            <w:r w:rsidRPr="00E062F1">
              <w:rPr>
                <w:rFonts w:cs="Arial"/>
                <w:lang w:eastAsia="zh-CN"/>
              </w:rPr>
              <w:t>77</w:t>
            </w:r>
            <w:r w:rsidRPr="00E062F1">
              <w:rPr>
                <w:rFonts w:cs="Arial"/>
              </w:rPr>
              <w:t>A-n</w:t>
            </w:r>
            <w:r w:rsidRPr="00E062F1">
              <w:rPr>
                <w:rFonts w:cs="Arial"/>
                <w:lang w:eastAsia="zh-CN"/>
              </w:rPr>
              <w:t>261G</w:t>
            </w:r>
          </w:p>
        </w:tc>
        <w:tc>
          <w:tcPr>
            <w:tcW w:w="737" w:type="dxa"/>
            <w:tcBorders>
              <w:left w:val="single" w:sz="4" w:space="0" w:color="auto"/>
              <w:right w:val="single" w:sz="4" w:space="0" w:color="auto"/>
            </w:tcBorders>
          </w:tcPr>
          <w:p w14:paraId="7F06C954" w14:textId="77777777" w:rsidR="00C25B7D" w:rsidRPr="00E062F1" w:rsidRDefault="00C25B7D" w:rsidP="00C25B7D">
            <w:pPr>
              <w:pStyle w:val="TAC"/>
              <w:rPr>
                <w:lang w:eastAsia="zh-CN"/>
              </w:rPr>
            </w:pPr>
            <w:r w:rsidRPr="00E062F1">
              <w:rPr>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72EFB05A"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704D6AB9"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5042920"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6BAA9C72"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B40A9DE"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4AC16537"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7854D854"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69FBF730"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246E334"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7486F18B" w14:textId="77777777" w:rsidR="00C25B7D" w:rsidRPr="005F427A" w:rsidRDefault="00C25B7D" w:rsidP="00C25B7D">
            <w:pPr>
              <w:pStyle w:val="TAC"/>
              <w:rPr>
                <w:rFonts w:cs="Arial"/>
                <w:vertAlign w:val="superscript"/>
                <w:lang w:eastAsia="zh-CN"/>
              </w:rPr>
            </w:pPr>
            <w:r>
              <w:rPr>
                <w:rFonts w:cs="Arial" w:hint="eastAsia"/>
                <w:lang w:eastAsia="zh-CN"/>
              </w:rPr>
              <w:t>70</w:t>
            </w:r>
            <w:r>
              <w:rPr>
                <w:rFonts w:cs="Arial"/>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77ED4F6A"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660C9841" w14:textId="77777777" w:rsidR="00C25B7D" w:rsidRPr="005F427A" w:rsidRDefault="00C25B7D" w:rsidP="00C25B7D">
            <w:pPr>
              <w:pStyle w:val="TAC"/>
              <w:rPr>
                <w:rFonts w:eastAsiaTheme="minorEastAsia"/>
                <w:szCs w:val="18"/>
                <w:lang w:eastAsia="zh-CN"/>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0C39F478"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266466ED"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74CD68F0"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073FAD09"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7463BEC1"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4D6D0EEB" w14:textId="77777777" w:rsidR="00C25B7D" w:rsidRPr="00E062F1" w:rsidRDefault="00C25B7D" w:rsidP="00C25B7D">
            <w:pPr>
              <w:pStyle w:val="TAC"/>
              <w:rPr>
                <w:rFonts w:cs="Arial"/>
              </w:rPr>
            </w:pPr>
          </w:p>
        </w:tc>
        <w:tc>
          <w:tcPr>
            <w:tcW w:w="1232" w:type="dxa"/>
            <w:tcBorders>
              <w:top w:val="nil"/>
              <w:left w:val="single" w:sz="4" w:space="0" w:color="auto"/>
              <w:bottom w:val="single" w:sz="4" w:space="0" w:color="auto"/>
              <w:right w:val="single" w:sz="4" w:space="0" w:color="auto"/>
            </w:tcBorders>
            <w:shd w:val="clear" w:color="auto" w:fill="auto"/>
          </w:tcPr>
          <w:p w14:paraId="6BE22AA8" w14:textId="77777777" w:rsidR="00C25B7D" w:rsidRPr="00E062F1" w:rsidRDefault="00C25B7D" w:rsidP="00C25B7D">
            <w:pPr>
              <w:pStyle w:val="TAC"/>
              <w:rPr>
                <w:rFonts w:cs="Arial"/>
              </w:rPr>
            </w:pPr>
          </w:p>
        </w:tc>
        <w:tc>
          <w:tcPr>
            <w:tcW w:w="737" w:type="dxa"/>
            <w:tcBorders>
              <w:left w:val="single" w:sz="4" w:space="0" w:color="auto"/>
              <w:right w:val="single" w:sz="4" w:space="0" w:color="auto"/>
            </w:tcBorders>
          </w:tcPr>
          <w:p w14:paraId="5E8B4E57" w14:textId="77777777" w:rsidR="00C25B7D" w:rsidRPr="00E062F1" w:rsidRDefault="00C25B7D" w:rsidP="00C25B7D">
            <w:pPr>
              <w:pStyle w:val="TAC"/>
              <w:rPr>
                <w:lang w:eastAsia="zh-CN"/>
              </w:rPr>
            </w:pPr>
            <w:r w:rsidRPr="00E062F1">
              <w:rPr>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21493B3F" w14:textId="27A580CF" w:rsidR="00C25B7D" w:rsidRPr="00E062F1" w:rsidRDefault="00C25B7D" w:rsidP="00C25B7D">
            <w:pPr>
              <w:pStyle w:val="TAC"/>
              <w:rPr>
                <w:rFonts w:eastAsia="Yu Mincho"/>
                <w:szCs w:val="18"/>
              </w:rPr>
            </w:pPr>
            <w:r w:rsidRPr="00E062F1">
              <w:rPr>
                <w:rFonts w:cs="Arial"/>
                <w:lang w:eastAsia="ja-JP"/>
              </w:rPr>
              <w:t>CA_n2</w:t>
            </w:r>
            <w:r w:rsidRPr="00E062F1">
              <w:rPr>
                <w:rFonts w:cs="Arial"/>
                <w:lang w:eastAsia="zh-CN"/>
              </w:rPr>
              <w:t>61G</w:t>
            </w:r>
          </w:p>
        </w:tc>
        <w:tc>
          <w:tcPr>
            <w:tcW w:w="1345" w:type="dxa"/>
            <w:tcBorders>
              <w:top w:val="nil"/>
              <w:left w:val="single" w:sz="4" w:space="0" w:color="auto"/>
              <w:bottom w:val="single" w:sz="4" w:space="0" w:color="auto"/>
              <w:right w:val="single" w:sz="4" w:space="0" w:color="auto"/>
            </w:tcBorders>
            <w:shd w:val="clear" w:color="auto" w:fill="auto"/>
          </w:tcPr>
          <w:p w14:paraId="117298FC" w14:textId="77777777" w:rsidR="00C25B7D" w:rsidRPr="00E062F1" w:rsidRDefault="00C25B7D" w:rsidP="00C25B7D">
            <w:pPr>
              <w:pStyle w:val="TAC"/>
              <w:rPr>
                <w:szCs w:val="18"/>
                <w:lang w:eastAsia="zh-CN"/>
              </w:rPr>
            </w:pPr>
          </w:p>
        </w:tc>
      </w:tr>
      <w:tr w:rsidR="00C25B7D" w:rsidRPr="00E062F1" w14:paraId="1ECE963E"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0A946BA" w14:textId="77777777" w:rsidR="00C25B7D" w:rsidRPr="00E062F1" w:rsidRDefault="00C25B7D" w:rsidP="00C25B7D">
            <w:pPr>
              <w:pStyle w:val="TAC"/>
              <w:rPr>
                <w:rFonts w:cs="Arial"/>
              </w:rPr>
            </w:pPr>
            <w:r w:rsidRPr="00E062F1">
              <w:rPr>
                <w:rFonts w:cs="Arial"/>
              </w:rPr>
              <w:t>CA_n</w:t>
            </w:r>
            <w:r w:rsidRPr="00E062F1">
              <w:rPr>
                <w:rFonts w:cs="Arial"/>
                <w:lang w:eastAsia="zh-CN"/>
              </w:rPr>
              <w:t>77</w:t>
            </w:r>
            <w:r w:rsidRPr="00E062F1">
              <w:rPr>
                <w:rFonts w:cs="Arial"/>
              </w:rPr>
              <w:t>A-n</w:t>
            </w:r>
            <w:r w:rsidRPr="00E062F1">
              <w:rPr>
                <w:rFonts w:cs="Arial"/>
                <w:lang w:eastAsia="zh-CN"/>
              </w:rPr>
              <w:t>261H</w:t>
            </w:r>
          </w:p>
        </w:tc>
        <w:tc>
          <w:tcPr>
            <w:tcW w:w="1232" w:type="dxa"/>
            <w:tcBorders>
              <w:left w:val="single" w:sz="4" w:space="0" w:color="auto"/>
              <w:bottom w:val="nil"/>
              <w:right w:val="single" w:sz="4" w:space="0" w:color="auto"/>
            </w:tcBorders>
            <w:shd w:val="clear" w:color="auto" w:fill="auto"/>
          </w:tcPr>
          <w:p w14:paraId="3EC3E14C" w14:textId="77777777" w:rsidR="0035585D" w:rsidRPr="00E062F1" w:rsidRDefault="00C25B7D" w:rsidP="0035585D">
            <w:pPr>
              <w:pStyle w:val="TAC"/>
              <w:rPr>
                <w:rFonts w:cs="Arial"/>
                <w:szCs w:val="18"/>
              </w:rPr>
            </w:pPr>
            <w:r w:rsidRPr="00E062F1">
              <w:rPr>
                <w:rFonts w:cs="Arial"/>
              </w:rPr>
              <w:t>CA_n</w:t>
            </w:r>
            <w:r w:rsidRPr="00E062F1">
              <w:rPr>
                <w:rFonts w:cs="Arial"/>
                <w:lang w:eastAsia="zh-CN"/>
              </w:rPr>
              <w:t>77</w:t>
            </w:r>
            <w:r w:rsidRPr="00E062F1">
              <w:rPr>
                <w:rFonts w:cs="Arial"/>
              </w:rPr>
              <w:t>A-n</w:t>
            </w:r>
            <w:r w:rsidRPr="00E062F1">
              <w:rPr>
                <w:rFonts w:cs="Arial"/>
                <w:lang w:eastAsia="zh-CN"/>
              </w:rPr>
              <w:t>261</w:t>
            </w:r>
            <w:r w:rsidRPr="00E062F1">
              <w:rPr>
                <w:rFonts w:cs="Arial"/>
              </w:rPr>
              <w:t>A</w:t>
            </w:r>
          </w:p>
          <w:p w14:paraId="3BE98222" w14:textId="77777777" w:rsidR="0035585D" w:rsidRPr="00E062F1" w:rsidRDefault="00C25B7D" w:rsidP="0035585D">
            <w:pPr>
              <w:pStyle w:val="TAC"/>
              <w:rPr>
                <w:rFonts w:cs="Arial"/>
                <w:szCs w:val="18"/>
              </w:rPr>
            </w:pPr>
            <w:r w:rsidRPr="00E062F1">
              <w:rPr>
                <w:rFonts w:cs="Arial"/>
              </w:rPr>
              <w:t>CA_n</w:t>
            </w:r>
            <w:r w:rsidRPr="00E062F1">
              <w:rPr>
                <w:rFonts w:cs="Arial"/>
                <w:lang w:eastAsia="zh-CN"/>
              </w:rPr>
              <w:t>77</w:t>
            </w:r>
            <w:r w:rsidRPr="00E062F1">
              <w:rPr>
                <w:rFonts w:cs="Arial"/>
              </w:rPr>
              <w:t>A-n</w:t>
            </w:r>
            <w:r w:rsidRPr="00E062F1">
              <w:rPr>
                <w:rFonts w:cs="Arial"/>
                <w:lang w:eastAsia="zh-CN"/>
              </w:rPr>
              <w:t>261G</w:t>
            </w:r>
          </w:p>
          <w:p w14:paraId="790B0696" w14:textId="083227EC" w:rsidR="00C25B7D" w:rsidRPr="00E062F1" w:rsidRDefault="00C25B7D" w:rsidP="00C25B7D">
            <w:pPr>
              <w:pStyle w:val="TAC"/>
              <w:rPr>
                <w:rFonts w:cs="Arial"/>
              </w:rPr>
            </w:pPr>
            <w:r w:rsidRPr="00E062F1">
              <w:rPr>
                <w:rFonts w:cs="Arial"/>
              </w:rPr>
              <w:t>CA_n</w:t>
            </w:r>
            <w:r w:rsidRPr="00E062F1">
              <w:rPr>
                <w:rFonts w:cs="Arial"/>
                <w:lang w:eastAsia="zh-CN"/>
              </w:rPr>
              <w:t>77</w:t>
            </w:r>
            <w:r w:rsidRPr="00E062F1">
              <w:rPr>
                <w:rFonts w:cs="Arial"/>
              </w:rPr>
              <w:t>A-n</w:t>
            </w:r>
            <w:r w:rsidRPr="00E062F1">
              <w:rPr>
                <w:rFonts w:cs="Arial"/>
                <w:lang w:eastAsia="zh-CN"/>
              </w:rPr>
              <w:t>261H</w:t>
            </w:r>
          </w:p>
        </w:tc>
        <w:tc>
          <w:tcPr>
            <w:tcW w:w="737" w:type="dxa"/>
            <w:tcBorders>
              <w:left w:val="single" w:sz="4" w:space="0" w:color="auto"/>
              <w:right w:val="single" w:sz="4" w:space="0" w:color="auto"/>
            </w:tcBorders>
          </w:tcPr>
          <w:p w14:paraId="3708B177" w14:textId="77777777" w:rsidR="00C25B7D" w:rsidRPr="00E062F1" w:rsidRDefault="00C25B7D" w:rsidP="00C25B7D">
            <w:pPr>
              <w:pStyle w:val="TAC"/>
              <w:rPr>
                <w:lang w:eastAsia="zh-CN"/>
              </w:rPr>
            </w:pPr>
            <w:r w:rsidRPr="00E062F1">
              <w:rPr>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2EE37BED"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6815F1F6"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2CF0536B"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ABCFCAD"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F36334A"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D5A91CC"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569818DF"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23FF1415"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BB220C8"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BA04025" w14:textId="77777777" w:rsidR="00C25B7D" w:rsidRPr="005F427A" w:rsidRDefault="00C25B7D" w:rsidP="00C25B7D">
            <w:pPr>
              <w:pStyle w:val="TAC"/>
              <w:rPr>
                <w:rFonts w:cs="Arial"/>
                <w:vertAlign w:val="superscript"/>
                <w:lang w:eastAsia="zh-CN"/>
              </w:rPr>
            </w:pPr>
            <w:r>
              <w:rPr>
                <w:rFonts w:cs="Arial" w:hint="eastAsia"/>
                <w:lang w:eastAsia="zh-CN"/>
              </w:rPr>
              <w:t>70</w:t>
            </w:r>
            <w:r>
              <w:rPr>
                <w:rFonts w:cs="Arial"/>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5DC99AB7"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1A413F11" w14:textId="77777777" w:rsidR="00C25B7D" w:rsidRPr="005F427A" w:rsidRDefault="00C25B7D" w:rsidP="00C25B7D">
            <w:pPr>
              <w:pStyle w:val="TAC"/>
              <w:rPr>
                <w:rFonts w:eastAsiaTheme="minorEastAsia"/>
                <w:szCs w:val="18"/>
                <w:lang w:eastAsia="zh-CN"/>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541D27D2"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7D8D896A"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39DD9774"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0507FF02"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1F995D9B"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66689EF" w14:textId="77777777" w:rsidR="00C25B7D" w:rsidRPr="00E062F1" w:rsidRDefault="00C25B7D" w:rsidP="00C25B7D">
            <w:pPr>
              <w:pStyle w:val="TAC"/>
              <w:rPr>
                <w:rFonts w:cs="Arial"/>
              </w:rPr>
            </w:pPr>
          </w:p>
        </w:tc>
        <w:tc>
          <w:tcPr>
            <w:tcW w:w="1232" w:type="dxa"/>
            <w:tcBorders>
              <w:top w:val="nil"/>
              <w:left w:val="single" w:sz="4" w:space="0" w:color="auto"/>
              <w:bottom w:val="single" w:sz="4" w:space="0" w:color="auto"/>
              <w:right w:val="single" w:sz="4" w:space="0" w:color="auto"/>
            </w:tcBorders>
            <w:shd w:val="clear" w:color="auto" w:fill="auto"/>
          </w:tcPr>
          <w:p w14:paraId="56C6859E" w14:textId="77777777" w:rsidR="00C25B7D" w:rsidRPr="00E062F1" w:rsidRDefault="00C25B7D" w:rsidP="00C25B7D">
            <w:pPr>
              <w:pStyle w:val="TAC"/>
              <w:rPr>
                <w:rFonts w:cs="Arial"/>
              </w:rPr>
            </w:pPr>
          </w:p>
        </w:tc>
        <w:tc>
          <w:tcPr>
            <w:tcW w:w="737" w:type="dxa"/>
            <w:tcBorders>
              <w:left w:val="single" w:sz="4" w:space="0" w:color="auto"/>
              <w:right w:val="single" w:sz="4" w:space="0" w:color="auto"/>
            </w:tcBorders>
          </w:tcPr>
          <w:p w14:paraId="1900D88A" w14:textId="77777777" w:rsidR="00C25B7D" w:rsidRPr="00E062F1" w:rsidRDefault="00C25B7D" w:rsidP="00C25B7D">
            <w:pPr>
              <w:pStyle w:val="TAC"/>
              <w:rPr>
                <w:lang w:eastAsia="zh-CN"/>
              </w:rPr>
            </w:pPr>
            <w:r w:rsidRPr="00E062F1">
              <w:rPr>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507FED50" w14:textId="1BF770A2" w:rsidR="00C25B7D" w:rsidRPr="00E062F1" w:rsidRDefault="00C25B7D" w:rsidP="00C25B7D">
            <w:pPr>
              <w:pStyle w:val="TAC"/>
              <w:rPr>
                <w:rFonts w:eastAsia="Yu Mincho"/>
                <w:szCs w:val="18"/>
              </w:rPr>
            </w:pPr>
            <w:r w:rsidRPr="00E062F1">
              <w:rPr>
                <w:rFonts w:cs="Arial"/>
                <w:lang w:eastAsia="ja-JP"/>
              </w:rPr>
              <w:t>CA_n2</w:t>
            </w:r>
            <w:r w:rsidRPr="00E062F1">
              <w:rPr>
                <w:rFonts w:cs="Arial"/>
                <w:lang w:eastAsia="zh-CN"/>
              </w:rPr>
              <w:t>61H</w:t>
            </w:r>
          </w:p>
        </w:tc>
        <w:tc>
          <w:tcPr>
            <w:tcW w:w="1345" w:type="dxa"/>
            <w:tcBorders>
              <w:top w:val="nil"/>
              <w:left w:val="single" w:sz="4" w:space="0" w:color="auto"/>
              <w:bottom w:val="single" w:sz="4" w:space="0" w:color="auto"/>
              <w:right w:val="single" w:sz="4" w:space="0" w:color="auto"/>
            </w:tcBorders>
            <w:shd w:val="clear" w:color="auto" w:fill="auto"/>
          </w:tcPr>
          <w:p w14:paraId="56C00554" w14:textId="77777777" w:rsidR="00C25B7D" w:rsidRPr="00E062F1" w:rsidRDefault="00C25B7D" w:rsidP="00C25B7D">
            <w:pPr>
              <w:pStyle w:val="TAC"/>
              <w:rPr>
                <w:szCs w:val="18"/>
                <w:lang w:eastAsia="zh-CN"/>
              </w:rPr>
            </w:pPr>
          </w:p>
        </w:tc>
      </w:tr>
      <w:tr w:rsidR="00C25B7D" w:rsidRPr="00E062F1" w14:paraId="017F5F46"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541077FA" w14:textId="77777777" w:rsidR="00C25B7D" w:rsidRPr="00E062F1" w:rsidRDefault="00C25B7D" w:rsidP="00C25B7D">
            <w:pPr>
              <w:pStyle w:val="TAC"/>
              <w:rPr>
                <w:rFonts w:cs="Arial"/>
                <w:szCs w:val="18"/>
                <w:lang w:eastAsia="zh-CN"/>
              </w:rPr>
            </w:pPr>
            <w:r w:rsidRPr="00E062F1">
              <w:rPr>
                <w:rFonts w:cs="Arial"/>
              </w:rPr>
              <w:lastRenderedPageBreak/>
              <w:t>CA_n</w:t>
            </w:r>
            <w:r w:rsidRPr="00E062F1">
              <w:rPr>
                <w:rFonts w:cs="Arial"/>
                <w:lang w:eastAsia="zh-CN"/>
              </w:rPr>
              <w:t>77</w:t>
            </w:r>
            <w:r w:rsidRPr="00E062F1">
              <w:rPr>
                <w:rFonts w:cs="Arial"/>
              </w:rPr>
              <w:t>A-n</w:t>
            </w:r>
            <w:r w:rsidRPr="00E062F1">
              <w:rPr>
                <w:rFonts w:cs="Arial"/>
                <w:lang w:eastAsia="zh-CN"/>
              </w:rPr>
              <w:t>261I</w:t>
            </w:r>
          </w:p>
        </w:tc>
        <w:tc>
          <w:tcPr>
            <w:tcW w:w="1232" w:type="dxa"/>
            <w:tcBorders>
              <w:left w:val="single" w:sz="4" w:space="0" w:color="auto"/>
              <w:bottom w:val="nil"/>
              <w:right w:val="single" w:sz="4" w:space="0" w:color="auto"/>
            </w:tcBorders>
            <w:shd w:val="clear" w:color="auto" w:fill="auto"/>
          </w:tcPr>
          <w:p w14:paraId="2FBAD894" w14:textId="77777777" w:rsidR="0035585D" w:rsidRPr="00E062F1" w:rsidRDefault="00C25B7D" w:rsidP="0035585D">
            <w:pPr>
              <w:pStyle w:val="TAC"/>
              <w:rPr>
                <w:rFonts w:cs="Arial"/>
                <w:szCs w:val="18"/>
              </w:rPr>
            </w:pPr>
            <w:r w:rsidRPr="00E062F1">
              <w:rPr>
                <w:rFonts w:cs="Arial"/>
              </w:rPr>
              <w:t>CA_n</w:t>
            </w:r>
            <w:r w:rsidRPr="00E062F1">
              <w:rPr>
                <w:rFonts w:cs="Arial"/>
                <w:lang w:eastAsia="zh-CN"/>
              </w:rPr>
              <w:t>77</w:t>
            </w:r>
            <w:r w:rsidRPr="00E062F1">
              <w:rPr>
                <w:rFonts w:cs="Arial"/>
              </w:rPr>
              <w:t>A-n</w:t>
            </w:r>
            <w:r w:rsidRPr="00E062F1">
              <w:rPr>
                <w:rFonts w:cs="Arial"/>
                <w:lang w:eastAsia="zh-CN"/>
              </w:rPr>
              <w:t>261</w:t>
            </w:r>
            <w:r w:rsidRPr="00E062F1">
              <w:rPr>
                <w:rFonts w:cs="Arial"/>
              </w:rPr>
              <w:t>A</w:t>
            </w:r>
          </w:p>
          <w:p w14:paraId="27CBF4B4" w14:textId="77777777" w:rsidR="0035585D" w:rsidRPr="00E062F1" w:rsidRDefault="00C25B7D" w:rsidP="0035585D">
            <w:pPr>
              <w:pStyle w:val="TAC"/>
              <w:rPr>
                <w:rFonts w:cs="Arial"/>
                <w:szCs w:val="18"/>
              </w:rPr>
            </w:pPr>
            <w:r w:rsidRPr="00E062F1">
              <w:rPr>
                <w:rFonts w:cs="Arial"/>
              </w:rPr>
              <w:t>CA_n</w:t>
            </w:r>
            <w:r w:rsidRPr="00E062F1">
              <w:rPr>
                <w:rFonts w:cs="Arial"/>
                <w:lang w:eastAsia="zh-CN"/>
              </w:rPr>
              <w:t>77</w:t>
            </w:r>
            <w:r w:rsidRPr="00E062F1">
              <w:rPr>
                <w:rFonts w:cs="Arial"/>
              </w:rPr>
              <w:t>A-n</w:t>
            </w:r>
            <w:r w:rsidRPr="00E062F1">
              <w:rPr>
                <w:rFonts w:cs="Arial"/>
                <w:lang w:eastAsia="zh-CN"/>
              </w:rPr>
              <w:t>261G</w:t>
            </w:r>
          </w:p>
          <w:p w14:paraId="4A3BBCC4" w14:textId="77777777" w:rsidR="0035585D" w:rsidRPr="00E062F1" w:rsidRDefault="00C25B7D" w:rsidP="0035585D">
            <w:pPr>
              <w:pStyle w:val="TAC"/>
              <w:rPr>
                <w:rFonts w:cs="Arial"/>
                <w:szCs w:val="18"/>
              </w:rPr>
            </w:pPr>
            <w:r w:rsidRPr="00E062F1">
              <w:rPr>
                <w:rFonts w:cs="Arial"/>
              </w:rPr>
              <w:t>CA_n</w:t>
            </w:r>
            <w:r w:rsidRPr="00E062F1">
              <w:rPr>
                <w:rFonts w:cs="Arial"/>
                <w:lang w:eastAsia="zh-CN"/>
              </w:rPr>
              <w:t>77</w:t>
            </w:r>
            <w:r w:rsidRPr="00E062F1">
              <w:rPr>
                <w:rFonts w:cs="Arial"/>
              </w:rPr>
              <w:t>A-n</w:t>
            </w:r>
            <w:r w:rsidRPr="00E062F1">
              <w:rPr>
                <w:rFonts w:cs="Arial"/>
                <w:lang w:eastAsia="zh-CN"/>
              </w:rPr>
              <w:t>261H</w:t>
            </w:r>
          </w:p>
          <w:p w14:paraId="16D79D92" w14:textId="70C57980" w:rsidR="00C25B7D" w:rsidRPr="00E062F1" w:rsidRDefault="00C25B7D" w:rsidP="00C25B7D">
            <w:pPr>
              <w:pStyle w:val="TAC"/>
              <w:rPr>
                <w:rFonts w:cs="Arial"/>
                <w:szCs w:val="18"/>
                <w:lang w:eastAsia="zh-CN"/>
              </w:rPr>
            </w:pPr>
            <w:r w:rsidRPr="00E062F1">
              <w:rPr>
                <w:rFonts w:cs="Arial"/>
              </w:rPr>
              <w:t>CA_n</w:t>
            </w:r>
            <w:r w:rsidRPr="00E062F1">
              <w:rPr>
                <w:rFonts w:cs="Arial"/>
                <w:lang w:eastAsia="zh-CN"/>
              </w:rPr>
              <w:t>77</w:t>
            </w:r>
            <w:r w:rsidRPr="00E062F1">
              <w:rPr>
                <w:rFonts w:cs="Arial"/>
              </w:rPr>
              <w:t>A-n</w:t>
            </w:r>
            <w:r w:rsidRPr="00E062F1">
              <w:rPr>
                <w:rFonts w:cs="Arial"/>
                <w:lang w:eastAsia="zh-CN"/>
              </w:rPr>
              <w:t>261I</w:t>
            </w:r>
          </w:p>
        </w:tc>
        <w:tc>
          <w:tcPr>
            <w:tcW w:w="737" w:type="dxa"/>
            <w:tcBorders>
              <w:left w:val="single" w:sz="4" w:space="0" w:color="auto"/>
              <w:right w:val="single" w:sz="4" w:space="0" w:color="auto"/>
            </w:tcBorders>
          </w:tcPr>
          <w:p w14:paraId="68C4A528" w14:textId="77777777" w:rsidR="00C25B7D" w:rsidRPr="00E062F1" w:rsidRDefault="00C25B7D" w:rsidP="00C25B7D">
            <w:pPr>
              <w:pStyle w:val="TAC"/>
              <w:rPr>
                <w:rFonts w:cs="Arial"/>
                <w:szCs w:val="18"/>
                <w:lang w:eastAsia="zh-CN"/>
              </w:rPr>
            </w:pPr>
            <w:r w:rsidRPr="00E062F1">
              <w:rPr>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4A08DE5D"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514763DC"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3ACED31A"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2B8560AB"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6DA39E4" w14:textId="77777777" w:rsidR="00C25B7D" w:rsidRPr="00E062F1" w:rsidRDefault="00C25B7D" w:rsidP="00C25B7D">
            <w:pPr>
              <w:pStyle w:val="TAC"/>
              <w:rPr>
                <w:rFonts w:cs="Arial"/>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6CEBBB63" w14:textId="77777777" w:rsidR="00C25B7D" w:rsidRPr="00E062F1" w:rsidRDefault="00C25B7D" w:rsidP="00C25B7D">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A80C3D2" w14:textId="77777777" w:rsidR="00C25B7D" w:rsidRPr="00E062F1" w:rsidRDefault="00C25B7D" w:rsidP="00C25B7D">
            <w:pPr>
              <w:pStyle w:val="TAC"/>
              <w:rPr>
                <w:rFonts w:cs="Arial"/>
                <w:szCs w:val="18"/>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28E516B3" w14:textId="77777777" w:rsidR="00C25B7D" w:rsidRPr="00E062F1" w:rsidRDefault="00C25B7D" w:rsidP="00C25B7D">
            <w:pPr>
              <w:pStyle w:val="TAC"/>
              <w:rPr>
                <w:rFonts w:cs="Arial"/>
                <w:szCs w:val="18"/>
                <w:lang w:eastAsia="zh-CN"/>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77A48879" w14:textId="77777777" w:rsidR="00C25B7D" w:rsidRPr="00E062F1" w:rsidRDefault="00C25B7D" w:rsidP="00C25B7D">
            <w:pPr>
              <w:pStyle w:val="TAC"/>
              <w:rPr>
                <w:rFonts w:cs="Arial"/>
                <w:szCs w:val="18"/>
                <w:lang w:eastAsia="zh-CN"/>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7E1473AD" w14:textId="77777777" w:rsidR="00C25B7D" w:rsidRPr="005F427A" w:rsidRDefault="00C25B7D" w:rsidP="00C25B7D">
            <w:pPr>
              <w:pStyle w:val="TAC"/>
              <w:rPr>
                <w:rFonts w:cs="Arial"/>
                <w:szCs w:val="18"/>
                <w:vertAlign w:val="superscript"/>
                <w:lang w:eastAsia="zh-CN"/>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71A6BF70" w14:textId="77777777" w:rsidR="00C25B7D" w:rsidRPr="00E062F1" w:rsidRDefault="00C25B7D" w:rsidP="00C25B7D">
            <w:pPr>
              <w:pStyle w:val="TAC"/>
              <w:rPr>
                <w:rFonts w:cs="Arial"/>
                <w:szCs w:val="18"/>
                <w:lang w:eastAsia="zh-CN"/>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50B14D0" w14:textId="77777777" w:rsidR="00C25B7D" w:rsidRPr="00E062F1" w:rsidRDefault="00C25B7D" w:rsidP="00C25B7D">
            <w:pPr>
              <w:pStyle w:val="TAC"/>
              <w:rPr>
                <w:rFonts w:cs="Arial"/>
                <w:szCs w:val="18"/>
                <w:lang w:eastAsia="zh-CN"/>
              </w:rPr>
            </w:pPr>
            <w:r>
              <w:rPr>
                <w:rFonts w:cs="Arial"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352A4369" w14:textId="77777777" w:rsidR="00C25B7D" w:rsidRPr="00E062F1" w:rsidRDefault="00C25B7D" w:rsidP="00C25B7D">
            <w:pPr>
              <w:pStyle w:val="TAC"/>
              <w:rPr>
                <w:rFonts w:cs="Arial"/>
                <w:szCs w:val="18"/>
                <w:lang w:eastAsia="zh-CN"/>
              </w:rPr>
            </w:pPr>
            <w:r>
              <w:rPr>
                <w:rFonts w:cs="Arial"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3168D070"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1D11227F"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35651264"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3629B233"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E76A4D9" w14:textId="77777777" w:rsidR="00C25B7D" w:rsidRPr="00E062F1" w:rsidRDefault="00C25B7D" w:rsidP="00C25B7D">
            <w:pPr>
              <w:pStyle w:val="TAC"/>
              <w:rPr>
                <w:rFonts w:cs="Arial"/>
                <w:szCs w:val="18"/>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789ED6F2" w14:textId="77777777" w:rsidR="00C25B7D" w:rsidRPr="00E062F1" w:rsidRDefault="00C25B7D" w:rsidP="00C25B7D">
            <w:pPr>
              <w:pStyle w:val="TAC"/>
              <w:rPr>
                <w:rFonts w:cs="Arial"/>
                <w:szCs w:val="18"/>
                <w:lang w:eastAsia="zh-CN"/>
              </w:rPr>
            </w:pPr>
          </w:p>
        </w:tc>
        <w:tc>
          <w:tcPr>
            <w:tcW w:w="737" w:type="dxa"/>
            <w:tcBorders>
              <w:left w:val="single" w:sz="4" w:space="0" w:color="auto"/>
              <w:right w:val="single" w:sz="4" w:space="0" w:color="auto"/>
            </w:tcBorders>
          </w:tcPr>
          <w:p w14:paraId="00A8FD83" w14:textId="77777777" w:rsidR="00C25B7D" w:rsidRPr="00E062F1" w:rsidRDefault="00C25B7D" w:rsidP="00C25B7D">
            <w:pPr>
              <w:pStyle w:val="TAC"/>
              <w:rPr>
                <w:rFonts w:cs="Arial"/>
                <w:szCs w:val="18"/>
                <w:lang w:eastAsia="zh-CN"/>
              </w:rPr>
            </w:pPr>
            <w:r w:rsidRPr="00E062F1">
              <w:rPr>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6E12428F" w14:textId="1DDCCFE7" w:rsidR="00C25B7D" w:rsidRPr="00E062F1" w:rsidRDefault="00C25B7D" w:rsidP="00C25B7D">
            <w:pPr>
              <w:pStyle w:val="TAC"/>
              <w:rPr>
                <w:rFonts w:eastAsia="Yu Mincho"/>
                <w:szCs w:val="18"/>
              </w:rPr>
            </w:pPr>
            <w:r w:rsidRPr="00E062F1">
              <w:rPr>
                <w:rFonts w:cs="Arial"/>
                <w:lang w:eastAsia="ja-JP"/>
              </w:rPr>
              <w:t>CA_n2</w:t>
            </w:r>
            <w:r w:rsidRPr="00E062F1">
              <w:rPr>
                <w:rFonts w:cs="Arial"/>
                <w:lang w:eastAsia="zh-CN"/>
              </w:rPr>
              <w:t>61I</w:t>
            </w:r>
          </w:p>
        </w:tc>
        <w:tc>
          <w:tcPr>
            <w:tcW w:w="1345" w:type="dxa"/>
            <w:tcBorders>
              <w:top w:val="nil"/>
              <w:left w:val="single" w:sz="4" w:space="0" w:color="auto"/>
              <w:bottom w:val="single" w:sz="4" w:space="0" w:color="auto"/>
              <w:right w:val="single" w:sz="4" w:space="0" w:color="auto"/>
            </w:tcBorders>
            <w:shd w:val="clear" w:color="auto" w:fill="auto"/>
          </w:tcPr>
          <w:p w14:paraId="4D905C17" w14:textId="77777777" w:rsidR="00C25B7D" w:rsidRPr="00E062F1" w:rsidRDefault="00C25B7D" w:rsidP="00C25B7D">
            <w:pPr>
              <w:pStyle w:val="TAC"/>
              <w:rPr>
                <w:szCs w:val="18"/>
                <w:lang w:eastAsia="zh-CN"/>
              </w:rPr>
            </w:pPr>
          </w:p>
        </w:tc>
      </w:tr>
      <w:tr w:rsidR="00C25B7D" w:rsidRPr="00E062F1" w14:paraId="46D51076"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FEADD9D" w14:textId="77777777" w:rsidR="00C25B7D" w:rsidRPr="00E062F1" w:rsidRDefault="00C25B7D" w:rsidP="00C25B7D">
            <w:pPr>
              <w:pStyle w:val="TAC"/>
              <w:rPr>
                <w:rFonts w:cs="Arial"/>
                <w:szCs w:val="18"/>
                <w:lang w:eastAsia="zh-CN"/>
              </w:rPr>
            </w:pPr>
            <w:r w:rsidRPr="00E062F1">
              <w:rPr>
                <w:rFonts w:cs="Arial"/>
                <w:szCs w:val="18"/>
                <w:lang w:eastAsia="zh-CN"/>
              </w:rPr>
              <w:t>CA_n77A-n261J</w:t>
            </w:r>
          </w:p>
        </w:tc>
        <w:tc>
          <w:tcPr>
            <w:tcW w:w="1232" w:type="dxa"/>
            <w:tcBorders>
              <w:left w:val="single" w:sz="4" w:space="0" w:color="auto"/>
              <w:bottom w:val="nil"/>
              <w:right w:val="single" w:sz="4" w:space="0" w:color="auto"/>
            </w:tcBorders>
            <w:shd w:val="clear" w:color="auto" w:fill="auto"/>
          </w:tcPr>
          <w:p w14:paraId="3044AB73" w14:textId="77777777" w:rsidR="00C25B7D" w:rsidRPr="00E062F1" w:rsidRDefault="00C25B7D" w:rsidP="00C25B7D">
            <w:pPr>
              <w:pStyle w:val="TAC"/>
              <w:rPr>
                <w:rFonts w:cs="Arial"/>
                <w:szCs w:val="18"/>
                <w:lang w:eastAsia="zh-CN"/>
              </w:rPr>
            </w:pPr>
            <w:r w:rsidRPr="00E062F1">
              <w:rPr>
                <w:rFonts w:cs="Arial"/>
                <w:szCs w:val="18"/>
                <w:lang w:eastAsia="zh-CN"/>
              </w:rPr>
              <w:t>CA_n77A-n261A</w:t>
            </w:r>
          </w:p>
          <w:p w14:paraId="55722554" w14:textId="77777777" w:rsidR="00C25B7D" w:rsidRPr="00E062F1" w:rsidRDefault="00C25B7D" w:rsidP="00C25B7D">
            <w:pPr>
              <w:pStyle w:val="TAC"/>
              <w:rPr>
                <w:rFonts w:eastAsia="Yu Mincho" w:cs="Arial"/>
                <w:szCs w:val="18"/>
                <w:lang w:eastAsia="ja-JP"/>
              </w:rPr>
            </w:pPr>
            <w:r w:rsidRPr="00E062F1">
              <w:rPr>
                <w:rFonts w:eastAsia="Yu Mincho" w:cs="Arial"/>
                <w:szCs w:val="18"/>
                <w:lang w:eastAsia="ja-JP"/>
              </w:rPr>
              <w:t>CA_n77A-n261G</w:t>
            </w:r>
          </w:p>
          <w:p w14:paraId="7CDF6A64" w14:textId="77777777" w:rsidR="0035585D" w:rsidRPr="00E062F1" w:rsidRDefault="00C25B7D" w:rsidP="0035585D">
            <w:pPr>
              <w:pStyle w:val="TAC"/>
              <w:rPr>
                <w:rFonts w:cs="Arial"/>
                <w:szCs w:val="18"/>
              </w:rPr>
            </w:pPr>
            <w:r w:rsidRPr="00E062F1">
              <w:rPr>
                <w:rFonts w:eastAsia="Yu Mincho" w:cs="Arial"/>
                <w:szCs w:val="18"/>
                <w:lang w:eastAsia="ja-JP"/>
              </w:rPr>
              <w:t>CA_n77A-n261H</w:t>
            </w:r>
          </w:p>
          <w:p w14:paraId="170EFD75" w14:textId="22018414" w:rsidR="00C25B7D" w:rsidRPr="00E062F1" w:rsidRDefault="00C25B7D" w:rsidP="00C25B7D">
            <w:pPr>
              <w:pStyle w:val="TAC"/>
              <w:rPr>
                <w:rFonts w:eastAsia="Yu Mincho" w:cs="Arial"/>
                <w:szCs w:val="18"/>
                <w:lang w:eastAsia="ja-JP"/>
              </w:rPr>
            </w:pPr>
            <w:r w:rsidRPr="00E062F1">
              <w:rPr>
                <w:rFonts w:eastAsia="Yu Mincho" w:cs="Arial"/>
                <w:szCs w:val="18"/>
                <w:lang w:eastAsia="ja-JP"/>
              </w:rPr>
              <w:t>CA_n77A-n261I</w:t>
            </w:r>
          </w:p>
          <w:p w14:paraId="351E213C" w14:textId="77777777" w:rsidR="00C25B7D" w:rsidRPr="00E062F1" w:rsidRDefault="00C25B7D" w:rsidP="00C25B7D">
            <w:pPr>
              <w:pStyle w:val="TAC"/>
              <w:rPr>
                <w:rFonts w:cs="Arial"/>
                <w:szCs w:val="18"/>
                <w:lang w:eastAsia="zh-CN"/>
              </w:rPr>
            </w:pPr>
            <w:r w:rsidRPr="00E062F1">
              <w:rPr>
                <w:rFonts w:cs="Arial"/>
                <w:szCs w:val="18"/>
                <w:lang w:eastAsia="zh-CN"/>
              </w:rPr>
              <w:t>CA_n77A-n261J</w:t>
            </w:r>
          </w:p>
        </w:tc>
        <w:tc>
          <w:tcPr>
            <w:tcW w:w="737" w:type="dxa"/>
            <w:tcBorders>
              <w:left w:val="single" w:sz="4" w:space="0" w:color="auto"/>
              <w:right w:val="single" w:sz="4" w:space="0" w:color="auto"/>
            </w:tcBorders>
          </w:tcPr>
          <w:p w14:paraId="5FEDC952" w14:textId="77777777" w:rsidR="00C25B7D" w:rsidRPr="00E062F1" w:rsidRDefault="00C25B7D" w:rsidP="00C25B7D">
            <w:pPr>
              <w:pStyle w:val="TAC"/>
              <w:rPr>
                <w:rFonts w:cs="Arial"/>
                <w:szCs w:val="18"/>
                <w:lang w:eastAsia="zh-CN"/>
              </w:rPr>
            </w:pPr>
            <w:r w:rsidRPr="00E062F1">
              <w:rPr>
                <w:rFonts w:cs="Arial"/>
                <w:szCs w:val="18"/>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06A1625E"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78476C2A"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70D740D"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0A2A0D0A"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A42E4D8" w14:textId="77777777" w:rsidR="00C25B7D" w:rsidRPr="00E062F1" w:rsidRDefault="00C25B7D" w:rsidP="00C25B7D">
            <w:pPr>
              <w:pStyle w:val="TAC"/>
              <w:rPr>
                <w:rFonts w:cs="Arial"/>
                <w:szCs w:val="18"/>
                <w:lang w:eastAsia="zh-CN"/>
              </w:rPr>
            </w:pPr>
            <w:r>
              <w:rPr>
                <w:rFonts w:cs="Arial" w:hint="eastAsia"/>
                <w:szCs w:val="18"/>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4351EC63" w14:textId="77777777" w:rsidR="00C25B7D" w:rsidRPr="00E062F1" w:rsidRDefault="00C25B7D" w:rsidP="00C25B7D">
            <w:pPr>
              <w:pStyle w:val="TAC"/>
              <w:rPr>
                <w:rFonts w:cs="Arial"/>
                <w:szCs w:val="18"/>
                <w:lang w:eastAsia="zh-CN"/>
              </w:rPr>
            </w:pPr>
            <w:r>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38E67B77" w14:textId="77777777" w:rsidR="00C25B7D" w:rsidRPr="00E062F1" w:rsidRDefault="00C25B7D" w:rsidP="00C25B7D">
            <w:pPr>
              <w:pStyle w:val="TAC"/>
              <w:rPr>
                <w:rFonts w:cs="Arial"/>
                <w:szCs w:val="18"/>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7D1B547A" w14:textId="77777777" w:rsidR="00C25B7D" w:rsidRPr="00E062F1" w:rsidRDefault="00C25B7D" w:rsidP="00C25B7D">
            <w:pPr>
              <w:pStyle w:val="TAC"/>
              <w:rPr>
                <w:rFonts w:cs="Arial"/>
                <w:szCs w:val="18"/>
                <w:lang w:eastAsia="zh-CN"/>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C84BAC4" w14:textId="77777777" w:rsidR="00C25B7D" w:rsidRPr="00E062F1" w:rsidRDefault="00C25B7D" w:rsidP="00C25B7D">
            <w:pPr>
              <w:pStyle w:val="TAC"/>
              <w:rPr>
                <w:rFonts w:cs="Arial"/>
                <w:szCs w:val="18"/>
                <w:lang w:eastAsia="zh-CN"/>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AFDC127" w14:textId="77777777" w:rsidR="00C25B7D" w:rsidRPr="005F427A" w:rsidRDefault="00C25B7D" w:rsidP="00C25B7D">
            <w:pPr>
              <w:pStyle w:val="TAC"/>
              <w:rPr>
                <w:rFonts w:cs="Arial"/>
                <w:szCs w:val="18"/>
                <w:vertAlign w:val="superscript"/>
                <w:lang w:eastAsia="zh-CN"/>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63E7C7BD" w14:textId="77777777" w:rsidR="00C25B7D" w:rsidRPr="00E062F1" w:rsidRDefault="00C25B7D" w:rsidP="00C25B7D">
            <w:pPr>
              <w:pStyle w:val="TAC"/>
              <w:rPr>
                <w:rFonts w:cs="Arial"/>
                <w:szCs w:val="18"/>
                <w:lang w:eastAsia="zh-CN"/>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DE67DF1" w14:textId="77777777" w:rsidR="00C25B7D" w:rsidRPr="00E062F1" w:rsidRDefault="00C25B7D" w:rsidP="00C25B7D">
            <w:pPr>
              <w:pStyle w:val="TAC"/>
              <w:rPr>
                <w:rFonts w:cs="Arial"/>
                <w:szCs w:val="18"/>
                <w:lang w:eastAsia="zh-CN"/>
              </w:rPr>
            </w:pPr>
            <w:r>
              <w:rPr>
                <w:rFonts w:cs="Arial"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1E7A700D" w14:textId="77777777" w:rsidR="00C25B7D" w:rsidRPr="00E062F1" w:rsidRDefault="00C25B7D" w:rsidP="00C25B7D">
            <w:pPr>
              <w:pStyle w:val="TAC"/>
              <w:rPr>
                <w:rFonts w:cs="Arial"/>
                <w:szCs w:val="18"/>
                <w:lang w:eastAsia="zh-CN"/>
              </w:rPr>
            </w:pPr>
            <w:r>
              <w:rPr>
                <w:rFonts w:cs="Arial"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5A2972F8" w14:textId="77777777" w:rsidR="00C25B7D" w:rsidRPr="005F427A" w:rsidRDefault="00C25B7D" w:rsidP="00C25B7D">
            <w:pPr>
              <w:pStyle w:val="TAC"/>
              <w:rPr>
                <w:rFonts w:eastAsiaTheme="minorEastAsia"/>
                <w:szCs w:val="18"/>
                <w:lang w:eastAsia="zh-CN"/>
              </w:rPr>
            </w:pPr>
            <w:r>
              <w:rPr>
                <w:rFonts w:hint="eastAsia"/>
                <w:szCs w:val="18"/>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032C828B"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5D98B7EE"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148DF69E"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6E55807" w14:textId="77777777" w:rsidR="00C25B7D" w:rsidRPr="00E062F1" w:rsidRDefault="00C25B7D" w:rsidP="00C25B7D">
            <w:pPr>
              <w:pStyle w:val="TAC"/>
              <w:rPr>
                <w:rFonts w:cs="Arial"/>
                <w:szCs w:val="18"/>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576F0A97" w14:textId="77777777" w:rsidR="00C25B7D" w:rsidRPr="00E062F1" w:rsidRDefault="00C25B7D" w:rsidP="00C25B7D">
            <w:pPr>
              <w:pStyle w:val="TAC"/>
              <w:rPr>
                <w:rFonts w:cs="Arial"/>
                <w:szCs w:val="18"/>
                <w:lang w:eastAsia="zh-CN"/>
              </w:rPr>
            </w:pPr>
          </w:p>
        </w:tc>
        <w:tc>
          <w:tcPr>
            <w:tcW w:w="737" w:type="dxa"/>
            <w:tcBorders>
              <w:left w:val="single" w:sz="4" w:space="0" w:color="auto"/>
              <w:right w:val="single" w:sz="4" w:space="0" w:color="auto"/>
            </w:tcBorders>
          </w:tcPr>
          <w:p w14:paraId="59F61B0B"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51786D2E" w14:textId="09C0B918" w:rsidR="00C25B7D" w:rsidRPr="00E062F1" w:rsidRDefault="00C25B7D" w:rsidP="00C25B7D">
            <w:pPr>
              <w:pStyle w:val="TAC"/>
              <w:rPr>
                <w:rFonts w:eastAsia="Yu Mincho"/>
                <w:szCs w:val="18"/>
              </w:rPr>
            </w:pPr>
            <w:r w:rsidRPr="00E062F1">
              <w:rPr>
                <w:rFonts w:cs="Arial"/>
                <w:szCs w:val="18"/>
                <w:lang w:eastAsia="zh-CN"/>
              </w:rPr>
              <w:t>See CA_n261J in Table 5.5A.1-1 in TS 38.101-2</w:t>
            </w:r>
          </w:p>
        </w:tc>
        <w:tc>
          <w:tcPr>
            <w:tcW w:w="1345" w:type="dxa"/>
            <w:tcBorders>
              <w:top w:val="nil"/>
              <w:left w:val="single" w:sz="4" w:space="0" w:color="auto"/>
              <w:bottom w:val="single" w:sz="4" w:space="0" w:color="auto"/>
              <w:right w:val="single" w:sz="4" w:space="0" w:color="auto"/>
            </w:tcBorders>
            <w:shd w:val="clear" w:color="auto" w:fill="auto"/>
          </w:tcPr>
          <w:p w14:paraId="1401650A" w14:textId="77777777" w:rsidR="00C25B7D" w:rsidRPr="00E062F1" w:rsidRDefault="00C25B7D" w:rsidP="00C25B7D">
            <w:pPr>
              <w:pStyle w:val="TAC"/>
              <w:rPr>
                <w:szCs w:val="18"/>
                <w:lang w:eastAsia="zh-CN"/>
              </w:rPr>
            </w:pPr>
          </w:p>
        </w:tc>
      </w:tr>
      <w:tr w:rsidR="00C25B7D" w:rsidRPr="00E062F1" w14:paraId="403FBDE4"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DE70BFB" w14:textId="77777777" w:rsidR="00C25B7D" w:rsidRPr="00E062F1" w:rsidRDefault="00C25B7D" w:rsidP="00C25B7D">
            <w:pPr>
              <w:pStyle w:val="TAC"/>
              <w:rPr>
                <w:rFonts w:cs="Arial"/>
                <w:szCs w:val="18"/>
                <w:lang w:eastAsia="zh-CN"/>
              </w:rPr>
            </w:pPr>
            <w:r w:rsidRPr="00E062F1">
              <w:rPr>
                <w:rFonts w:cs="Arial"/>
                <w:szCs w:val="18"/>
                <w:lang w:eastAsia="zh-CN"/>
              </w:rPr>
              <w:t>CA_n77A-n261K</w:t>
            </w:r>
          </w:p>
        </w:tc>
        <w:tc>
          <w:tcPr>
            <w:tcW w:w="1232" w:type="dxa"/>
            <w:tcBorders>
              <w:left w:val="single" w:sz="4" w:space="0" w:color="auto"/>
              <w:bottom w:val="nil"/>
              <w:right w:val="single" w:sz="4" w:space="0" w:color="auto"/>
            </w:tcBorders>
            <w:shd w:val="clear" w:color="auto" w:fill="auto"/>
          </w:tcPr>
          <w:p w14:paraId="63C36696" w14:textId="77777777" w:rsidR="00C25B7D" w:rsidRPr="00E062F1" w:rsidRDefault="00C25B7D" w:rsidP="00C25B7D">
            <w:pPr>
              <w:pStyle w:val="TAC"/>
              <w:rPr>
                <w:rFonts w:cs="Arial"/>
                <w:szCs w:val="18"/>
                <w:lang w:eastAsia="zh-CN"/>
              </w:rPr>
            </w:pPr>
            <w:r w:rsidRPr="00E062F1">
              <w:rPr>
                <w:rFonts w:cs="Arial"/>
                <w:szCs w:val="18"/>
                <w:lang w:eastAsia="zh-CN"/>
              </w:rPr>
              <w:t>CA_n77A-n261A</w:t>
            </w:r>
          </w:p>
          <w:p w14:paraId="5A43707E" w14:textId="77777777" w:rsidR="00C25B7D" w:rsidRPr="00E062F1" w:rsidRDefault="00C25B7D" w:rsidP="00C25B7D">
            <w:pPr>
              <w:pStyle w:val="TAC"/>
              <w:rPr>
                <w:rFonts w:eastAsia="Yu Mincho" w:cs="Arial"/>
                <w:szCs w:val="18"/>
                <w:lang w:eastAsia="ja-JP"/>
              </w:rPr>
            </w:pPr>
            <w:r w:rsidRPr="00E062F1">
              <w:rPr>
                <w:rFonts w:eastAsia="Yu Mincho" w:cs="Arial"/>
                <w:szCs w:val="18"/>
                <w:lang w:eastAsia="ja-JP"/>
              </w:rPr>
              <w:t>CA_n77A-n261G</w:t>
            </w:r>
          </w:p>
          <w:p w14:paraId="683F701B" w14:textId="77777777" w:rsidR="00C25B7D" w:rsidRPr="00E062F1" w:rsidRDefault="00C25B7D" w:rsidP="00C25B7D">
            <w:pPr>
              <w:pStyle w:val="TAC"/>
              <w:rPr>
                <w:rFonts w:eastAsia="Yu Mincho" w:cs="Arial"/>
                <w:szCs w:val="18"/>
              </w:rPr>
            </w:pPr>
            <w:r w:rsidRPr="00E062F1">
              <w:rPr>
                <w:rFonts w:eastAsia="Yu Mincho" w:cs="Arial"/>
                <w:szCs w:val="18"/>
              </w:rPr>
              <w:t>CA_n77A-n261H CA_n77A-n261I</w:t>
            </w:r>
          </w:p>
          <w:p w14:paraId="64BCAFF2" w14:textId="77777777" w:rsidR="00C25B7D" w:rsidRPr="00E062F1" w:rsidRDefault="00C25B7D" w:rsidP="00C25B7D">
            <w:pPr>
              <w:pStyle w:val="TAC"/>
              <w:rPr>
                <w:rFonts w:cs="Arial"/>
                <w:szCs w:val="18"/>
                <w:lang w:eastAsia="zh-CN"/>
              </w:rPr>
            </w:pPr>
            <w:r w:rsidRPr="00E062F1">
              <w:rPr>
                <w:rFonts w:cs="Arial"/>
                <w:szCs w:val="18"/>
                <w:lang w:eastAsia="zh-CN"/>
              </w:rPr>
              <w:t>CA_n77A-n261J</w:t>
            </w:r>
          </w:p>
          <w:p w14:paraId="35B6C596" w14:textId="77777777" w:rsidR="00C25B7D" w:rsidRPr="00E062F1" w:rsidRDefault="00C25B7D" w:rsidP="00C25B7D">
            <w:pPr>
              <w:pStyle w:val="TAC"/>
              <w:rPr>
                <w:rFonts w:cs="Arial"/>
                <w:szCs w:val="18"/>
                <w:lang w:eastAsia="zh-CN"/>
              </w:rPr>
            </w:pPr>
            <w:r w:rsidRPr="00E062F1">
              <w:rPr>
                <w:rFonts w:cs="Arial"/>
                <w:szCs w:val="18"/>
                <w:lang w:eastAsia="zh-CN"/>
              </w:rPr>
              <w:t>CA_n77A-n261K</w:t>
            </w:r>
          </w:p>
        </w:tc>
        <w:tc>
          <w:tcPr>
            <w:tcW w:w="737" w:type="dxa"/>
            <w:tcBorders>
              <w:left w:val="single" w:sz="4" w:space="0" w:color="auto"/>
              <w:right w:val="single" w:sz="4" w:space="0" w:color="auto"/>
            </w:tcBorders>
          </w:tcPr>
          <w:p w14:paraId="3FC6C9D5" w14:textId="77777777" w:rsidR="00C25B7D" w:rsidRPr="00E062F1" w:rsidRDefault="00C25B7D" w:rsidP="00C25B7D">
            <w:pPr>
              <w:pStyle w:val="TAC"/>
              <w:rPr>
                <w:rFonts w:cs="Arial"/>
                <w:szCs w:val="18"/>
                <w:lang w:eastAsia="zh-CN"/>
              </w:rPr>
            </w:pPr>
            <w:r w:rsidRPr="00E062F1">
              <w:rPr>
                <w:rFonts w:cs="Arial"/>
                <w:szCs w:val="18"/>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6CC78FBC"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3EE223D8"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0485FBC0"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2317A5E8"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D446EC0" w14:textId="77777777" w:rsidR="00C25B7D" w:rsidRPr="00E062F1" w:rsidRDefault="00C25B7D" w:rsidP="00C25B7D">
            <w:pPr>
              <w:pStyle w:val="TAC"/>
              <w:rPr>
                <w:rFonts w:cs="Arial"/>
                <w:szCs w:val="18"/>
                <w:lang w:eastAsia="zh-CN"/>
              </w:rPr>
            </w:pPr>
            <w:r>
              <w:rPr>
                <w:rFonts w:cs="Arial" w:hint="eastAsia"/>
                <w:szCs w:val="18"/>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2559A1CE" w14:textId="77777777" w:rsidR="00C25B7D" w:rsidRPr="00E062F1" w:rsidRDefault="00C25B7D" w:rsidP="00C25B7D">
            <w:pPr>
              <w:pStyle w:val="TAC"/>
              <w:rPr>
                <w:rFonts w:cs="Arial"/>
                <w:szCs w:val="18"/>
                <w:lang w:eastAsia="zh-CN"/>
              </w:rPr>
            </w:pPr>
            <w:r>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7AA11E72" w14:textId="77777777" w:rsidR="00C25B7D" w:rsidRPr="00E062F1" w:rsidRDefault="00C25B7D" w:rsidP="00C25B7D">
            <w:pPr>
              <w:pStyle w:val="TAC"/>
              <w:rPr>
                <w:rFonts w:cs="Arial"/>
                <w:szCs w:val="18"/>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1219E79D" w14:textId="77777777" w:rsidR="00C25B7D" w:rsidRPr="00E062F1" w:rsidRDefault="00C25B7D" w:rsidP="00C25B7D">
            <w:pPr>
              <w:pStyle w:val="TAC"/>
              <w:rPr>
                <w:rFonts w:cs="Arial"/>
                <w:szCs w:val="18"/>
                <w:lang w:eastAsia="zh-CN"/>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6D7309B" w14:textId="77777777" w:rsidR="00C25B7D" w:rsidRPr="00E062F1" w:rsidRDefault="00C25B7D" w:rsidP="00C25B7D">
            <w:pPr>
              <w:pStyle w:val="TAC"/>
              <w:rPr>
                <w:rFonts w:cs="Arial"/>
                <w:szCs w:val="18"/>
                <w:lang w:eastAsia="zh-CN"/>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08705120" w14:textId="77777777" w:rsidR="00C25B7D" w:rsidRPr="005F427A" w:rsidRDefault="00C25B7D" w:rsidP="00C25B7D">
            <w:pPr>
              <w:pStyle w:val="TAC"/>
              <w:rPr>
                <w:rFonts w:cs="Arial"/>
                <w:szCs w:val="18"/>
                <w:vertAlign w:val="superscript"/>
                <w:lang w:eastAsia="zh-CN"/>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57E4EF8C" w14:textId="77777777" w:rsidR="00C25B7D" w:rsidRPr="00E062F1" w:rsidRDefault="00C25B7D" w:rsidP="00C25B7D">
            <w:pPr>
              <w:pStyle w:val="TAC"/>
              <w:rPr>
                <w:rFonts w:cs="Arial"/>
                <w:szCs w:val="18"/>
                <w:lang w:eastAsia="zh-CN"/>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04C6AD2C" w14:textId="77777777" w:rsidR="00C25B7D" w:rsidRPr="00E062F1" w:rsidRDefault="00C25B7D" w:rsidP="00C25B7D">
            <w:pPr>
              <w:pStyle w:val="TAC"/>
              <w:rPr>
                <w:rFonts w:cs="Arial"/>
                <w:szCs w:val="18"/>
                <w:lang w:eastAsia="zh-CN"/>
              </w:rPr>
            </w:pPr>
            <w:r>
              <w:rPr>
                <w:rFonts w:cs="Arial"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54EE2642" w14:textId="77777777" w:rsidR="00C25B7D" w:rsidRPr="00E062F1" w:rsidRDefault="00C25B7D" w:rsidP="00C25B7D">
            <w:pPr>
              <w:pStyle w:val="TAC"/>
              <w:rPr>
                <w:rFonts w:cs="Arial"/>
                <w:szCs w:val="18"/>
                <w:lang w:eastAsia="zh-CN"/>
              </w:rPr>
            </w:pPr>
            <w:r>
              <w:rPr>
                <w:rFonts w:cs="Arial"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4F3E916F" w14:textId="77777777" w:rsidR="00C25B7D" w:rsidRPr="005F427A" w:rsidRDefault="00C25B7D" w:rsidP="00C25B7D">
            <w:pPr>
              <w:pStyle w:val="TAC"/>
              <w:rPr>
                <w:rFonts w:eastAsiaTheme="minorEastAsia"/>
                <w:szCs w:val="18"/>
                <w:lang w:eastAsia="zh-CN"/>
              </w:rPr>
            </w:pPr>
            <w:r>
              <w:rPr>
                <w:rFonts w:hint="eastAsia"/>
                <w:szCs w:val="18"/>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2E5E38E6"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6FB9A6C5"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2279462E"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864A413" w14:textId="77777777" w:rsidR="00C25B7D" w:rsidRPr="00E062F1" w:rsidRDefault="00C25B7D" w:rsidP="00C25B7D">
            <w:pPr>
              <w:pStyle w:val="TAC"/>
              <w:rPr>
                <w:rFonts w:cs="Arial"/>
                <w:szCs w:val="18"/>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77F75B58" w14:textId="77777777" w:rsidR="00C25B7D" w:rsidRPr="00E062F1" w:rsidRDefault="00C25B7D" w:rsidP="00C25B7D">
            <w:pPr>
              <w:pStyle w:val="TAC"/>
              <w:rPr>
                <w:rFonts w:cs="Arial"/>
                <w:szCs w:val="18"/>
                <w:lang w:eastAsia="zh-CN"/>
              </w:rPr>
            </w:pPr>
          </w:p>
        </w:tc>
        <w:tc>
          <w:tcPr>
            <w:tcW w:w="737" w:type="dxa"/>
            <w:tcBorders>
              <w:left w:val="single" w:sz="4" w:space="0" w:color="auto"/>
              <w:right w:val="single" w:sz="4" w:space="0" w:color="auto"/>
            </w:tcBorders>
          </w:tcPr>
          <w:p w14:paraId="67783521"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099B1E11" w14:textId="6B327989" w:rsidR="00C25B7D" w:rsidRPr="00E062F1" w:rsidRDefault="00C25B7D" w:rsidP="00C25B7D">
            <w:pPr>
              <w:pStyle w:val="TAC"/>
              <w:rPr>
                <w:rFonts w:eastAsia="Yu Mincho"/>
                <w:szCs w:val="18"/>
              </w:rPr>
            </w:pPr>
            <w:r w:rsidRPr="00E062F1">
              <w:rPr>
                <w:rFonts w:cs="Arial"/>
                <w:szCs w:val="18"/>
                <w:lang w:eastAsia="zh-CN"/>
              </w:rPr>
              <w:t>See CA_n261K in Table 5.5A.1-1 in TS 38.101-2</w:t>
            </w:r>
          </w:p>
        </w:tc>
        <w:tc>
          <w:tcPr>
            <w:tcW w:w="1345" w:type="dxa"/>
            <w:tcBorders>
              <w:top w:val="nil"/>
              <w:left w:val="single" w:sz="4" w:space="0" w:color="auto"/>
              <w:bottom w:val="single" w:sz="4" w:space="0" w:color="auto"/>
              <w:right w:val="single" w:sz="4" w:space="0" w:color="auto"/>
            </w:tcBorders>
            <w:shd w:val="clear" w:color="auto" w:fill="auto"/>
          </w:tcPr>
          <w:p w14:paraId="1EDD14F2" w14:textId="77777777" w:rsidR="00C25B7D" w:rsidRPr="00E062F1" w:rsidRDefault="00C25B7D" w:rsidP="00C25B7D">
            <w:pPr>
              <w:pStyle w:val="TAC"/>
              <w:rPr>
                <w:szCs w:val="18"/>
                <w:lang w:eastAsia="zh-CN"/>
              </w:rPr>
            </w:pPr>
          </w:p>
        </w:tc>
      </w:tr>
      <w:tr w:rsidR="00C25B7D" w:rsidRPr="00E062F1" w14:paraId="62190358"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5ED8ABFB" w14:textId="77777777" w:rsidR="00C25B7D" w:rsidRPr="00E062F1" w:rsidRDefault="00C25B7D" w:rsidP="00C25B7D">
            <w:pPr>
              <w:pStyle w:val="TAC"/>
              <w:rPr>
                <w:rFonts w:cs="Arial"/>
                <w:szCs w:val="18"/>
                <w:lang w:eastAsia="zh-CN"/>
              </w:rPr>
            </w:pPr>
            <w:r w:rsidRPr="00E062F1">
              <w:rPr>
                <w:rFonts w:cs="Arial"/>
                <w:szCs w:val="18"/>
                <w:lang w:eastAsia="zh-CN"/>
              </w:rPr>
              <w:lastRenderedPageBreak/>
              <w:t>CA_n77A-n261L</w:t>
            </w:r>
          </w:p>
        </w:tc>
        <w:tc>
          <w:tcPr>
            <w:tcW w:w="1232" w:type="dxa"/>
            <w:tcBorders>
              <w:left w:val="single" w:sz="4" w:space="0" w:color="auto"/>
              <w:bottom w:val="nil"/>
              <w:right w:val="single" w:sz="4" w:space="0" w:color="auto"/>
            </w:tcBorders>
            <w:shd w:val="clear" w:color="auto" w:fill="auto"/>
          </w:tcPr>
          <w:p w14:paraId="394AA59C" w14:textId="77777777" w:rsidR="00C25B7D" w:rsidRPr="00E062F1" w:rsidRDefault="00C25B7D" w:rsidP="00C25B7D">
            <w:pPr>
              <w:pStyle w:val="TAC"/>
              <w:rPr>
                <w:rFonts w:cs="Arial"/>
                <w:szCs w:val="18"/>
                <w:lang w:eastAsia="zh-CN"/>
              </w:rPr>
            </w:pPr>
            <w:r w:rsidRPr="00E062F1">
              <w:rPr>
                <w:rFonts w:cs="Arial"/>
                <w:szCs w:val="18"/>
                <w:lang w:eastAsia="zh-CN"/>
              </w:rPr>
              <w:t>CA_n77A-n261A</w:t>
            </w:r>
          </w:p>
          <w:p w14:paraId="7FC01AF3" w14:textId="77777777" w:rsidR="00C25B7D" w:rsidRPr="00E062F1" w:rsidRDefault="00C25B7D" w:rsidP="00C25B7D">
            <w:pPr>
              <w:pStyle w:val="TAC"/>
              <w:rPr>
                <w:rFonts w:eastAsia="Yu Mincho" w:cs="Arial"/>
                <w:szCs w:val="18"/>
                <w:lang w:eastAsia="ja-JP"/>
              </w:rPr>
            </w:pPr>
            <w:r w:rsidRPr="00E062F1">
              <w:rPr>
                <w:rFonts w:eastAsia="Yu Mincho" w:cs="Arial"/>
                <w:szCs w:val="18"/>
                <w:lang w:eastAsia="ja-JP"/>
              </w:rPr>
              <w:t>CA_n77A-n261G</w:t>
            </w:r>
          </w:p>
          <w:p w14:paraId="1340C970" w14:textId="77777777" w:rsidR="0035585D" w:rsidRPr="00E062F1" w:rsidRDefault="00C25B7D" w:rsidP="0035585D">
            <w:pPr>
              <w:pStyle w:val="TAC"/>
              <w:rPr>
                <w:rFonts w:cs="Arial"/>
                <w:szCs w:val="18"/>
              </w:rPr>
            </w:pPr>
            <w:r w:rsidRPr="00E062F1">
              <w:rPr>
                <w:rFonts w:eastAsia="Yu Mincho" w:cs="Arial"/>
                <w:szCs w:val="18"/>
              </w:rPr>
              <w:t>CA_n77A-n261H</w:t>
            </w:r>
          </w:p>
          <w:p w14:paraId="07D6CED9" w14:textId="377C8D27" w:rsidR="00C25B7D" w:rsidRPr="00E062F1" w:rsidRDefault="00C25B7D" w:rsidP="00C25B7D">
            <w:pPr>
              <w:pStyle w:val="TAC"/>
              <w:rPr>
                <w:rFonts w:eastAsia="Yu Mincho" w:cs="Arial"/>
                <w:szCs w:val="18"/>
              </w:rPr>
            </w:pPr>
            <w:r w:rsidRPr="00E062F1">
              <w:rPr>
                <w:rFonts w:eastAsia="Yu Mincho" w:cs="Arial"/>
                <w:szCs w:val="18"/>
              </w:rPr>
              <w:t>CA_n77A-n261I</w:t>
            </w:r>
          </w:p>
          <w:p w14:paraId="56CA03F7" w14:textId="77777777" w:rsidR="00C25B7D" w:rsidRPr="00E062F1" w:rsidRDefault="00C25B7D" w:rsidP="00C25B7D">
            <w:pPr>
              <w:pStyle w:val="TAC"/>
              <w:rPr>
                <w:rFonts w:cs="Arial"/>
                <w:szCs w:val="18"/>
                <w:lang w:eastAsia="zh-CN"/>
              </w:rPr>
            </w:pPr>
            <w:r w:rsidRPr="00E062F1">
              <w:rPr>
                <w:rFonts w:cs="Arial"/>
                <w:szCs w:val="18"/>
                <w:lang w:eastAsia="zh-CN"/>
              </w:rPr>
              <w:t>CA_n77A-n261J</w:t>
            </w:r>
          </w:p>
          <w:p w14:paraId="1F071038" w14:textId="77777777" w:rsidR="00C25B7D" w:rsidRPr="00E062F1" w:rsidRDefault="00C25B7D" w:rsidP="00C25B7D">
            <w:pPr>
              <w:pStyle w:val="TAC"/>
              <w:rPr>
                <w:rFonts w:cs="Arial"/>
                <w:szCs w:val="18"/>
                <w:lang w:eastAsia="zh-CN"/>
              </w:rPr>
            </w:pPr>
            <w:r w:rsidRPr="00E062F1">
              <w:rPr>
                <w:rFonts w:cs="Arial"/>
                <w:szCs w:val="18"/>
                <w:lang w:eastAsia="zh-CN"/>
              </w:rPr>
              <w:t>CA_n77A-n261K</w:t>
            </w:r>
          </w:p>
          <w:p w14:paraId="6D0606FD" w14:textId="77777777" w:rsidR="00C25B7D" w:rsidRPr="00E062F1" w:rsidRDefault="00C25B7D" w:rsidP="00C25B7D">
            <w:pPr>
              <w:pStyle w:val="TAC"/>
              <w:rPr>
                <w:rFonts w:cs="Arial"/>
                <w:szCs w:val="18"/>
                <w:lang w:eastAsia="zh-CN"/>
              </w:rPr>
            </w:pPr>
            <w:r w:rsidRPr="00E062F1">
              <w:rPr>
                <w:rFonts w:cs="Arial"/>
                <w:szCs w:val="18"/>
                <w:lang w:eastAsia="zh-CN"/>
              </w:rPr>
              <w:t>CA_n77A-n261L</w:t>
            </w:r>
          </w:p>
        </w:tc>
        <w:tc>
          <w:tcPr>
            <w:tcW w:w="737" w:type="dxa"/>
            <w:tcBorders>
              <w:left w:val="single" w:sz="4" w:space="0" w:color="auto"/>
              <w:right w:val="single" w:sz="4" w:space="0" w:color="auto"/>
            </w:tcBorders>
          </w:tcPr>
          <w:p w14:paraId="1B46FF2A" w14:textId="77777777" w:rsidR="00C25B7D" w:rsidRPr="00E062F1" w:rsidRDefault="00C25B7D" w:rsidP="00C25B7D">
            <w:pPr>
              <w:pStyle w:val="TAC"/>
              <w:rPr>
                <w:rFonts w:cs="Arial"/>
                <w:szCs w:val="18"/>
                <w:lang w:eastAsia="zh-CN"/>
              </w:rPr>
            </w:pPr>
            <w:r w:rsidRPr="00E062F1">
              <w:rPr>
                <w:rFonts w:cs="Arial"/>
                <w:szCs w:val="18"/>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5A84E6CB"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3796DC6D"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319323E8"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74D53ABE"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33B8575" w14:textId="77777777" w:rsidR="00C25B7D" w:rsidRPr="00E062F1" w:rsidRDefault="00C25B7D" w:rsidP="00C25B7D">
            <w:pPr>
              <w:pStyle w:val="TAC"/>
              <w:rPr>
                <w:rFonts w:cs="Arial"/>
                <w:szCs w:val="18"/>
                <w:lang w:eastAsia="zh-CN"/>
              </w:rPr>
            </w:pPr>
            <w:r>
              <w:rPr>
                <w:rFonts w:cs="Arial" w:hint="eastAsia"/>
                <w:szCs w:val="18"/>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0D7BABDA" w14:textId="77777777" w:rsidR="00C25B7D" w:rsidRPr="00E062F1" w:rsidRDefault="00C25B7D" w:rsidP="00C25B7D">
            <w:pPr>
              <w:pStyle w:val="TAC"/>
              <w:rPr>
                <w:rFonts w:cs="Arial"/>
                <w:szCs w:val="18"/>
                <w:lang w:eastAsia="zh-CN"/>
              </w:rPr>
            </w:pPr>
            <w:r>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5C7C9592" w14:textId="77777777" w:rsidR="00C25B7D" w:rsidRPr="00E062F1" w:rsidRDefault="00C25B7D" w:rsidP="00C25B7D">
            <w:pPr>
              <w:pStyle w:val="TAC"/>
              <w:rPr>
                <w:rFonts w:cs="Arial"/>
                <w:szCs w:val="18"/>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3282F7E7" w14:textId="77777777" w:rsidR="00C25B7D" w:rsidRPr="00E062F1" w:rsidRDefault="00C25B7D" w:rsidP="00C25B7D">
            <w:pPr>
              <w:pStyle w:val="TAC"/>
              <w:rPr>
                <w:rFonts w:cs="Arial"/>
                <w:szCs w:val="18"/>
                <w:lang w:eastAsia="zh-CN"/>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56D280A" w14:textId="77777777" w:rsidR="00C25B7D" w:rsidRPr="00E062F1" w:rsidRDefault="00C25B7D" w:rsidP="00C25B7D">
            <w:pPr>
              <w:pStyle w:val="TAC"/>
              <w:rPr>
                <w:rFonts w:cs="Arial"/>
                <w:szCs w:val="18"/>
                <w:lang w:eastAsia="zh-CN"/>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7A600A5" w14:textId="77777777" w:rsidR="00C25B7D" w:rsidRPr="005F427A" w:rsidRDefault="00C25B7D" w:rsidP="00C25B7D">
            <w:pPr>
              <w:pStyle w:val="TAC"/>
              <w:rPr>
                <w:rFonts w:cs="Arial"/>
                <w:szCs w:val="18"/>
                <w:vertAlign w:val="superscript"/>
                <w:lang w:eastAsia="zh-CN"/>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26737AD5" w14:textId="77777777" w:rsidR="00C25B7D" w:rsidRPr="00E062F1" w:rsidRDefault="00C25B7D" w:rsidP="00C25B7D">
            <w:pPr>
              <w:pStyle w:val="TAC"/>
              <w:rPr>
                <w:rFonts w:cs="Arial"/>
                <w:szCs w:val="18"/>
                <w:lang w:eastAsia="zh-CN"/>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373BFC65" w14:textId="77777777" w:rsidR="00C25B7D" w:rsidRPr="00E062F1" w:rsidRDefault="00C25B7D" w:rsidP="00C25B7D">
            <w:pPr>
              <w:pStyle w:val="TAC"/>
              <w:rPr>
                <w:rFonts w:cs="Arial"/>
                <w:szCs w:val="18"/>
                <w:lang w:eastAsia="zh-CN"/>
              </w:rPr>
            </w:pPr>
            <w:r>
              <w:rPr>
                <w:rFonts w:cs="Arial"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134E7F51" w14:textId="77777777" w:rsidR="00C25B7D" w:rsidRPr="00E062F1" w:rsidRDefault="00C25B7D" w:rsidP="00C25B7D">
            <w:pPr>
              <w:pStyle w:val="TAC"/>
              <w:rPr>
                <w:rFonts w:cs="Arial"/>
                <w:szCs w:val="18"/>
                <w:lang w:eastAsia="zh-CN"/>
              </w:rPr>
            </w:pPr>
            <w:r>
              <w:rPr>
                <w:rFonts w:cs="Arial"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45770AFC" w14:textId="77777777" w:rsidR="00C25B7D" w:rsidRPr="005F427A" w:rsidRDefault="00C25B7D" w:rsidP="00C25B7D">
            <w:pPr>
              <w:pStyle w:val="TAC"/>
              <w:rPr>
                <w:rFonts w:eastAsiaTheme="minorEastAsia"/>
                <w:szCs w:val="18"/>
                <w:lang w:eastAsia="zh-CN"/>
              </w:rPr>
            </w:pPr>
            <w:r>
              <w:rPr>
                <w:rFonts w:hint="eastAsia"/>
                <w:szCs w:val="18"/>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02ED471C"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63CD9D50"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1C752B58"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4A22C6B" w14:textId="77777777" w:rsidR="00C25B7D" w:rsidRPr="00E062F1" w:rsidRDefault="00C25B7D" w:rsidP="00C25B7D">
            <w:pPr>
              <w:pStyle w:val="TAC"/>
              <w:rPr>
                <w:rFonts w:cs="Arial"/>
                <w:szCs w:val="18"/>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0C8F02D4" w14:textId="77777777" w:rsidR="00C25B7D" w:rsidRPr="00E062F1" w:rsidRDefault="00C25B7D" w:rsidP="00C25B7D">
            <w:pPr>
              <w:pStyle w:val="TAC"/>
              <w:rPr>
                <w:rFonts w:cs="Arial"/>
                <w:szCs w:val="18"/>
                <w:lang w:eastAsia="zh-CN"/>
              </w:rPr>
            </w:pPr>
          </w:p>
        </w:tc>
        <w:tc>
          <w:tcPr>
            <w:tcW w:w="737" w:type="dxa"/>
            <w:tcBorders>
              <w:left w:val="single" w:sz="4" w:space="0" w:color="auto"/>
              <w:right w:val="single" w:sz="4" w:space="0" w:color="auto"/>
            </w:tcBorders>
          </w:tcPr>
          <w:p w14:paraId="656C3F87"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04CE06F2" w14:textId="25B89FA6" w:rsidR="00C25B7D" w:rsidRPr="00E062F1" w:rsidRDefault="00C25B7D" w:rsidP="00C25B7D">
            <w:pPr>
              <w:pStyle w:val="TAC"/>
              <w:rPr>
                <w:rFonts w:eastAsia="Yu Mincho"/>
                <w:szCs w:val="18"/>
              </w:rPr>
            </w:pPr>
            <w:r w:rsidRPr="00E062F1">
              <w:rPr>
                <w:rFonts w:cs="Arial"/>
                <w:szCs w:val="18"/>
                <w:lang w:eastAsia="zh-CN"/>
              </w:rPr>
              <w:t>See CA_n261L in Table 5.5A.1-1 in TS 38.101-2</w:t>
            </w:r>
          </w:p>
        </w:tc>
        <w:tc>
          <w:tcPr>
            <w:tcW w:w="1345" w:type="dxa"/>
            <w:tcBorders>
              <w:top w:val="nil"/>
              <w:left w:val="single" w:sz="4" w:space="0" w:color="auto"/>
              <w:bottom w:val="single" w:sz="4" w:space="0" w:color="auto"/>
              <w:right w:val="single" w:sz="4" w:space="0" w:color="auto"/>
            </w:tcBorders>
            <w:shd w:val="clear" w:color="auto" w:fill="auto"/>
          </w:tcPr>
          <w:p w14:paraId="6EED30C7" w14:textId="77777777" w:rsidR="00C25B7D" w:rsidRPr="00E062F1" w:rsidRDefault="00C25B7D" w:rsidP="00C25B7D">
            <w:pPr>
              <w:pStyle w:val="TAC"/>
              <w:rPr>
                <w:szCs w:val="18"/>
                <w:lang w:eastAsia="zh-CN"/>
              </w:rPr>
            </w:pPr>
          </w:p>
        </w:tc>
      </w:tr>
      <w:tr w:rsidR="00C25B7D" w:rsidRPr="00E062F1" w14:paraId="6A3AC52B"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52935739" w14:textId="77777777" w:rsidR="00C25B7D" w:rsidRPr="00E062F1" w:rsidRDefault="00C25B7D" w:rsidP="00C25B7D">
            <w:pPr>
              <w:pStyle w:val="TAC"/>
              <w:rPr>
                <w:rFonts w:cs="Arial"/>
                <w:szCs w:val="18"/>
                <w:lang w:eastAsia="zh-CN"/>
              </w:rPr>
            </w:pPr>
            <w:r w:rsidRPr="00E062F1">
              <w:rPr>
                <w:rFonts w:cs="Arial"/>
                <w:szCs w:val="18"/>
                <w:lang w:eastAsia="zh-CN"/>
              </w:rPr>
              <w:t>CA_n77A-n261M</w:t>
            </w:r>
          </w:p>
        </w:tc>
        <w:tc>
          <w:tcPr>
            <w:tcW w:w="1232" w:type="dxa"/>
            <w:tcBorders>
              <w:left w:val="single" w:sz="4" w:space="0" w:color="auto"/>
              <w:bottom w:val="nil"/>
              <w:right w:val="single" w:sz="4" w:space="0" w:color="auto"/>
            </w:tcBorders>
            <w:shd w:val="clear" w:color="auto" w:fill="auto"/>
          </w:tcPr>
          <w:p w14:paraId="798602D7" w14:textId="77777777" w:rsidR="00C25B7D" w:rsidRPr="00E062F1" w:rsidRDefault="00C25B7D" w:rsidP="00C25B7D">
            <w:pPr>
              <w:pStyle w:val="TAC"/>
              <w:rPr>
                <w:rFonts w:cs="Arial"/>
                <w:szCs w:val="18"/>
                <w:lang w:eastAsia="zh-CN"/>
              </w:rPr>
            </w:pPr>
            <w:r w:rsidRPr="00E062F1">
              <w:rPr>
                <w:rFonts w:cs="Arial"/>
                <w:szCs w:val="18"/>
                <w:lang w:eastAsia="zh-CN"/>
              </w:rPr>
              <w:t>CA_n77A-n261A</w:t>
            </w:r>
          </w:p>
          <w:p w14:paraId="2527E9D8" w14:textId="77777777" w:rsidR="00C25B7D" w:rsidRPr="00E062F1" w:rsidRDefault="00C25B7D" w:rsidP="00C25B7D">
            <w:pPr>
              <w:pStyle w:val="TAC"/>
              <w:rPr>
                <w:rFonts w:eastAsia="Yu Mincho" w:cs="Arial"/>
                <w:szCs w:val="18"/>
                <w:lang w:eastAsia="ja-JP"/>
              </w:rPr>
            </w:pPr>
            <w:r w:rsidRPr="00E062F1">
              <w:rPr>
                <w:rFonts w:eastAsia="Yu Mincho" w:cs="Arial"/>
                <w:szCs w:val="18"/>
                <w:lang w:eastAsia="ja-JP"/>
              </w:rPr>
              <w:t>CA_n77A-n261G</w:t>
            </w:r>
          </w:p>
          <w:p w14:paraId="6E4A275B" w14:textId="77777777" w:rsidR="0035585D" w:rsidRPr="00E062F1" w:rsidRDefault="00C25B7D" w:rsidP="0035585D">
            <w:pPr>
              <w:pStyle w:val="TAC"/>
              <w:rPr>
                <w:rFonts w:cs="Arial"/>
                <w:szCs w:val="18"/>
              </w:rPr>
            </w:pPr>
            <w:r w:rsidRPr="00E062F1">
              <w:rPr>
                <w:rFonts w:eastAsia="Yu Mincho" w:cs="Arial"/>
                <w:szCs w:val="18"/>
              </w:rPr>
              <w:t>CA_n77A-n261H</w:t>
            </w:r>
          </w:p>
          <w:p w14:paraId="0742C123" w14:textId="2DD4B1DD" w:rsidR="00C25B7D" w:rsidRPr="00E062F1" w:rsidRDefault="00C25B7D" w:rsidP="00C25B7D">
            <w:pPr>
              <w:pStyle w:val="TAC"/>
              <w:rPr>
                <w:rFonts w:eastAsia="Yu Mincho" w:cs="Arial"/>
                <w:szCs w:val="18"/>
              </w:rPr>
            </w:pPr>
            <w:r w:rsidRPr="00E062F1">
              <w:rPr>
                <w:rFonts w:eastAsia="Yu Mincho" w:cs="Arial"/>
                <w:szCs w:val="18"/>
              </w:rPr>
              <w:t>CA_n77A-n261I</w:t>
            </w:r>
          </w:p>
          <w:p w14:paraId="26F82200" w14:textId="77777777" w:rsidR="00C25B7D" w:rsidRPr="00E062F1" w:rsidRDefault="00C25B7D" w:rsidP="00C25B7D">
            <w:pPr>
              <w:pStyle w:val="TAC"/>
              <w:rPr>
                <w:rFonts w:cs="Arial"/>
                <w:szCs w:val="18"/>
                <w:lang w:eastAsia="zh-CN"/>
              </w:rPr>
            </w:pPr>
            <w:r w:rsidRPr="00E062F1">
              <w:rPr>
                <w:rFonts w:cs="Arial"/>
                <w:szCs w:val="18"/>
                <w:lang w:eastAsia="zh-CN"/>
              </w:rPr>
              <w:t>CA_n77A-n261J</w:t>
            </w:r>
          </w:p>
          <w:p w14:paraId="183D1C04" w14:textId="77777777" w:rsidR="00C25B7D" w:rsidRPr="00E062F1" w:rsidRDefault="00C25B7D" w:rsidP="00C25B7D">
            <w:pPr>
              <w:pStyle w:val="TAC"/>
              <w:rPr>
                <w:rFonts w:cs="Arial"/>
                <w:szCs w:val="18"/>
                <w:lang w:eastAsia="zh-CN"/>
              </w:rPr>
            </w:pPr>
            <w:r w:rsidRPr="00E062F1">
              <w:rPr>
                <w:rFonts w:cs="Arial"/>
                <w:szCs w:val="18"/>
                <w:lang w:eastAsia="zh-CN"/>
              </w:rPr>
              <w:t>CA_n77A-n261K</w:t>
            </w:r>
          </w:p>
          <w:p w14:paraId="7B6879E6" w14:textId="77777777" w:rsidR="00C25B7D" w:rsidRPr="00E062F1" w:rsidRDefault="00C25B7D" w:rsidP="00C25B7D">
            <w:pPr>
              <w:pStyle w:val="TAC"/>
              <w:rPr>
                <w:rFonts w:cs="Arial"/>
                <w:szCs w:val="18"/>
                <w:lang w:eastAsia="zh-CN"/>
              </w:rPr>
            </w:pPr>
            <w:r w:rsidRPr="00E062F1">
              <w:rPr>
                <w:rFonts w:cs="Arial"/>
                <w:szCs w:val="18"/>
                <w:lang w:eastAsia="zh-CN"/>
              </w:rPr>
              <w:t>CA_n77A-n261L</w:t>
            </w:r>
          </w:p>
          <w:p w14:paraId="72197273" w14:textId="77777777" w:rsidR="00C25B7D" w:rsidRPr="00E062F1" w:rsidRDefault="00C25B7D" w:rsidP="00C25B7D">
            <w:pPr>
              <w:pStyle w:val="TAC"/>
              <w:rPr>
                <w:rFonts w:cs="Arial"/>
                <w:szCs w:val="18"/>
                <w:lang w:eastAsia="zh-CN"/>
              </w:rPr>
            </w:pPr>
            <w:r w:rsidRPr="00E062F1">
              <w:rPr>
                <w:rFonts w:cs="Arial"/>
                <w:szCs w:val="18"/>
                <w:lang w:eastAsia="zh-CN"/>
              </w:rPr>
              <w:t>CA_n77A-n261M</w:t>
            </w:r>
          </w:p>
        </w:tc>
        <w:tc>
          <w:tcPr>
            <w:tcW w:w="737" w:type="dxa"/>
            <w:tcBorders>
              <w:left w:val="single" w:sz="4" w:space="0" w:color="auto"/>
              <w:right w:val="single" w:sz="4" w:space="0" w:color="auto"/>
            </w:tcBorders>
          </w:tcPr>
          <w:p w14:paraId="55489665" w14:textId="77777777" w:rsidR="00C25B7D" w:rsidRPr="00E062F1" w:rsidRDefault="00C25B7D" w:rsidP="00C25B7D">
            <w:pPr>
              <w:pStyle w:val="TAC"/>
              <w:rPr>
                <w:rFonts w:cs="Arial"/>
                <w:szCs w:val="18"/>
                <w:lang w:eastAsia="zh-CN"/>
              </w:rPr>
            </w:pPr>
            <w:r w:rsidRPr="00E062F1">
              <w:rPr>
                <w:rFonts w:cs="Arial"/>
                <w:szCs w:val="18"/>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127B0490"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146AD139"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60E92111"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6AA66D34"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DB8508A" w14:textId="77777777" w:rsidR="00C25B7D" w:rsidRPr="00E062F1" w:rsidRDefault="00C25B7D" w:rsidP="00C25B7D">
            <w:pPr>
              <w:pStyle w:val="TAC"/>
              <w:rPr>
                <w:rFonts w:cs="Arial"/>
                <w:szCs w:val="18"/>
                <w:lang w:eastAsia="zh-CN"/>
              </w:rPr>
            </w:pPr>
            <w:r>
              <w:rPr>
                <w:rFonts w:cs="Arial" w:hint="eastAsia"/>
                <w:szCs w:val="18"/>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72F68024" w14:textId="77777777" w:rsidR="00C25B7D" w:rsidRPr="00E062F1" w:rsidRDefault="00C25B7D" w:rsidP="00C25B7D">
            <w:pPr>
              <w:pStyle w:val="TAC"/>
              <w:rPr>
                <w:rFonts w:cs="Arial"/>
                <w:szCs w:val="18"/>
                <w:lang w:eastAsia="zh-CN"/>
              </w:rPr>
            </w:pPr>
            <w:r>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759EE640" w14:textId="77777777" w:rsidR="00C25B7D" w:rsidRPr="00E062F1" w:rsidRDefault="00C25B7D" w:rsidP="00C25B7D">
            <w:pPr>
              <w:pStyle w:val="TAC"/>
              <w:rPr>
                <w:rFonts w:cs="Arial"/>
                <w:szCs w:val="18"/>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6BF42B25" w14:textId="77777777" w:rsidR="00C25B7D" w:rsidRPr="00E062F1" w:rsidRDefault="00C25B7D" w:rsidP="00C25B7D">
            <w:pPr>
              <w:pStyle w:val="TAC"/>
              <w:rPr>
                <w:rFonts w:cs="Arial"/>
                <w:szCs w:val="18"/>
                <w:lang w:eastAsia="zh-CN"/>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1281B10" w14:textId="77777777" w:rsidR="00C25B7D" w:rsidRPr="00E062F1" w:rsidRDefault="00C25B7D" w:rsidP="00C25B7D">
            <w:pPr>
              <w:pStyle w:val="TAC"/>
              <w:rPr>
                <w:rFonts w:cs="Arial"/>
                <w:szCs w:val="18"/>
                <w:lang w:eastAsia="zh-CN"/>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AA2E896" w14:textId="77777777" w:rsidR="00C25B7D" w:rsidRPr="005F427A" w:rsidRDefault="00C25B7D" w:rsidP="00C25B7D">
            <w:pPr>
              <w:pStyle w:val="TAC"/>
              <w:rPr>
                <w:rFonts w:cs="Arial"/>
                <w:szCs w:val="18"/>
                <w:vertAlign w:val="superscript"/>
                <w:lang w:eastAsia="zh-CN"/>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66C1B009" w14:textId="77777777" w:rsidR="00C25B7D" w:rsidRPr="00E062F1" w:rsidRDefault="00C25B7D" w:rsidP="00C25B7D">
            <w:pPr>
              <w:pStyle w:val="TAC"/>
              <w:rPr>
                <w:rFonts w:cs="Arial"/>
                <w:szCs w:val="18"/>
                <w:lang w:eastAsia="zh-CN"/>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F8B388A" w14:textId="77777777" w:rsidR="00C25B7D" w:rsidRPr="00E062F1" w:rsidRDefault="00C25B7D" w:rsidP="00C25B7D">
            <w:pPr>
              <w:pStyle w:val="TAC"/>
              <w:rPr>
                <w:rFonts w:cs="Arial"/>
                <w:szCs w:val="18"/>
                <w:lang w:eastAsia="zh-CN"/>
              </w:rPr>
            </w:pPr>
            <w:r>
              <w:rPr>
                <w:rFonts w:cs="Arial"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0B04D5DC" w14:textId="77777777" w:rsidR="00C25B7D" w:rsidRPr="00E062F1" w:rsidRDefault="00C25B7D" w:rsidP="00C25B7D">
            <w:pPr>
              <w:pStyle w:val="TAC"/>
              <w:rPr>
                <w:rFonts w:cs="Arial"/>
                <w:szCs w:val="18"/>
                <w:lang w:eastAsia="zh-CN"/>
              </w:rPr>
            </w:pPr>
            <w:r>
              <w:rPr>
                <w:rFonts w:cs="Arial"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538D1696" w14:textId="77777777" w:rsidR="00C25B7D" w:rsidRPr="005F427A" w:rsidRDefault="00C25B7D" w:rsidP="00C25B7D">
            <w:pPr>
              <w:pStyle w:val="TAC"/>
              <w:rPr>
                <w:rFonts w:eastAsiaTheme="minorEastAsia"/>
                <w:szCs w:val="18"/>
                <w:lang w:eastAsia="zh-CN"/>
              </w:rPr>
            </w:pPr>
            <w:r>
              <w:rPr>
                <w:rFonts w:hint="eastAsia"/>
                <w:szCs w:val="18"/>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66A86523"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653CD817"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5799338A"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BAAE227" w14:textId="77777777" w:rsidR="00C25B7D" w:rsidRPr="00E062F1" w:rsidRDefault="00C25B7D" w:rsidP="00C25B7D">
            <w:pPr>
              <w:pStyle w:val="TAC"/>
              <w:rPr>
                <w:rFonts w:cs="Arial"/>
                <w:szCs w:val="18"/>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15B2E2B7" w14:textId="77777777" w:rsidR="00C25B7D" w:rsidRPr="00E062F1" w:rsidRDefault="00C25B7D" w:rsidP="00C25B7D">
            <w:pPr>
              <w:pStyle w:val="TAC"/>
              <w:rPr>
                <w:rFonts w:cs="Arial"/>
                <w:szCs w:val="18"/>
                <w:lang w:eastAsia="zh-CN"/>
              </w:rPr>
            </w:pPr>
          </w:p>
        </w:tc>
        <w:tc>
          <w:tcPr>
            <w:tcW w:w="737" w:type="dxa"/>
            <w:tcBorders>
              <w:left w:val="single" w:sz="4" w:space="0" w:color="auto"/>
              <w:right w:val="single" w:sz="4" w:space="0" w:color="auto"/>
            </w:tcBorders>
          </w:tcPr>
          <w:p w14:paraId="0AB0335E"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24AF490F" w14:textId="5941EE88" w:rsidR="00C25B7D" w:rsidRPr="00E062F1" w:rsidRDefault="00C25B7D" w:rsidP="00C25B7D">
            <w:pPr>
              <w:pStyle w:val="TAC"/>
              <w:rPr>
                <w:rFonts w:eastAsia="Yu Mincho"/>
                <w:szCs w:val="18"/>
              </w:rPr>
            </w:pPr>
            <w:r w:rsidRPr="00E062F1">
              <w:rPr>
                <w:rFonts w:cs="Arial"/>
                <w:szCs w:val="18"/>
                <w:lang w:eastAsia="zh-CN"/>
              </w:rPr>
              <w:t>See CA_n261M in Table 5.5A.1-1 in TS 38.101-2</w:t>
            </w:r>
          </w:p>
        </w:tc>
        <w:tc>
          <w:tcPr>
            <w:tcW w:w="1345" w:type="dxa"/>
            <w:tcBorders>
              <w:top w:val="nil"/>
              <w:left w:val="single" w:sz="4" w:space="0" w:color="auto"/>
              <w:bottom w:val="single" w:sz="4" w:space="0" w:color="auto"/>
              <w:right w:val="single" w:sz="4" w:space="0" w:color="auto"/>
            </w:tcBorders>
            <w:shd w:val="clear" w:color="auto" w:fill="auto"/>
          </w:tcPr>
          <w:p w14:paraId="739288DB" w14:textId="77777777" w:rsidR="00C25B7D" w:rsidRPr="00E062F1" w:rsidRDefault="00C25B7D" w:rsidP="00C25B7D">
            <w:pPr>
              <w:pStyle w:val="TAC"/>
              <w:rPr>
                <w:szCs w:val="18"/>
                <w:lang w:eastAsia="zh-CN"/>
              </w:rPr>
            </w:pPr>
          </w:p>
        </w:tc>
      </w:tr>
      <w:tr w:rsidR="00C25B7D" w:rsidRPr="00E062F1" w14:paraId="2992CF31"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17370220" w14:textId="77777777" w:rsidR="00C25B7D" w:rsidRPr="00E062F1" w:rsidRDefault="00C25B7D" w:rsidP="00C25B7D">
            <w:pPr>
              <w:pStyle w:val="TAC"/>
              <w:rPr>
                <w:rFonts w:cs="Arial"/>
                <w:szCs w:val="18"/>
                <w:lang w:eastAsia="zh-CN"/>
              </w:rPr>
            </w:pPr>
            <w:r w:rsidRPr="00E062F1">
              <w:rPr>
                <w:rFonts w:cs="Arial"/>
                <w:szCs w:val="18"/>
                <w:lang w:eastAsia="zh-CN"/>
              </w:rPr>
              <w:t>CA_n77A-n261(2A)</w:t>
            </w:r>
          </w:p>
        </w:tc>
        <w:tc>
          <w:tcPr>
            <w:tcW w:w="1232" w:type="dxa"/>
            <w:tcBorders>
              <w:left w:val="single" w:sz="4" w:space="0" w:color="auto"/>
              <w:bottom w:val="nil"/>
              <w:right w:val="single" w:sz="4" w:space="0" w:color="auto"/>
            </w:tcBorders>
            <w:shd w:val="clear" w:color="auto" w:fill="auto"/>
          </w:tcPr>
          <w:p w14:paraId="3459476A" w14:textId="77777777" w:rsidR="00C25B7D" w:rsidRPr="00E062F1" w:rsidRDefault="00C25B7D" w:rsidP="00C25B7D">
            <w:pPr>
              <w:pStyle w:val="TAC"/>
              <w:rPr>
                <w:rFonts w:cs="Arial"/>
                <w:szCs w:val="18"/>
                <w:lang w:eastAsia="zh-CN"/>
              </w:rPr>
            </w:pPr>
            <w:r w:rsidRPr="00E062F1">
              <w:rPr>
                <w:rFonts w:cs="Arial"/>
                <w:szCs w:val="18"/>
                <w:lang w:eastAsia="zh-CN"/>
              </w:rPr>
              <w:t>CA_n77A-n261A</w:t>
            </w:r>
          </w:p>
        </w:tc>
        <w:tc>
          <w:tcPr>
            <w:tcW w:w="737" w:type="dxa"/>
            <w:tcBorders>
              <w:left w:val="single" w:sz="4" w:space="0" w:color="auto"/>
              <w:right w:val="single" w:sz="4" w:space="0" w:color="auto"/>
            </w:tcBorders>
          </w:tcPr>
          <w:p w14:paraId="6015736A" w14:textId="77777777" w:rsidR="00C25B7D" w:rsidRPr="00E062F1" w:rsidRDefault="00C25B7D" w:rsidP="00C25B7D">
            <w:pPr>
              <w:pStyle w:val="TAC"/>
              <w:rPr>
                <w:rFonts w:cs="Arial"/>
                <w:szCs w:val="18"/>
                <w:lang w:eastAsia="zh-CN"/>
              </w:rPr>
            </w:pPr>
            <w:r w:rsidRPr="00E062F1">
              <w:rPr>
                <w:rFonts w:cs="Arial"/>
                <w:szCs w:val="18"/>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4EE57FD6"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55661267"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47DCD534"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7DEC1948"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592E6D9" w14:textId="77777777" w:rsidR="00C25B7D" w:rsidRPr="00E062F1" w:rsidRDefault="00C25B7D" w:rsidP="00C25B7D">
            <w:pPr>
              <w:pStyle w:val="TAC"/>
              <w:rPr>
                <w:rFonts w:cs="Arial"/>
                <w:szCs w:val="18"/>
                <w:lang w:eastAsia="zh-CN"/>
              </w:rPr>
            </w:pPr>
            <w:r>
              <w:rPr>
                <w:rFonts w:cs="Arial" w:hint="eastAsia"/>
                <w:szCs w:val="18"/>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4FAF113C" w14:textId="77777777" w:rsidR="00C25B7D" w:rsidRPr="00E062F1" w:rsidRDefault="00C25B7D" w:rsidP="00C25B7D">
            <w:pPr>
              <w:pStyle w:val="TAC"/>
              <w:rPr>
                <w:rFonts w:cs="Arial"/>
                <w:szCs w:val="18"/>
                <w:lang w:eastAsia="zh-CN"/>
              </w:rPr>
            </w:pPr>
            <w:r>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0A35150C" w14:textId="77777777" w:rsidR="00C25B7D" w:rsidRPr="00E062F1" w:rsidRDefault="00C25B7D" w:rsidP="00C25B7D">
            <w:pPr>
              <w:pStyle w:val="TAC"/>
              <w:rPr>
                <w:rFonts w:cs="Arial"/>
                <w:szCs w:val="18"/>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31753691" w14:textId="77777777" w:rsidR="00C25B7D" w:rsidRPr="00E062F1" w:rsidRDefault="00C25B7D" w:rsidP="00C25B7D">
            <w:pPr>
              <w:pStyle w:val="TAC"/>
              <w:rPr>
                <w:rFonts w:cs="Arial"/>
                <w:szCs w:val="18"/>
                <w:lang w:eastAsia="zh-CN"/>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78BB1DE8" w14:textId="77777777" w:rsidR="00C25B7D" w:rsidRPr="00E062F1" w:rsidRDefault="00C25B7D" w:rsidP="00C25B7D">
            <w:pPr>
              <w:pStyle w:val="TAC"/>
              <w:rPr>
                <w:rFonts w:cs="Arial"/>
                <w:szCs w:val="18"/>
                <w:lang w:eastAsia="zh-CN"/>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3D774731" w14:textId="77777777" w:rsidR="00C25B7D" w:rsidRPr="005F427A" w:rsidRDefault="00C25B7D" w:rsidP="00C25B7D">
            <w:pPr>
              <w:pStyle w:val="TAC"/>
              <w:rPr>
                <w:rFonts w:cs="Arial"/>
                <w:szCs w:val="18"/>
                <w:vertAlign w:val="superscript"/>
                <w:lang w:eastAsia="zh-CN"/>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23F2EAA9" w14:textId="77777777" w:rsidR="00C25B7D" w:rsidRPr="00E062F1" w:rsidRDefault="00C25B7D" w:rsidP="00C25B7D">
            <w:pPr>
              <w:pStyle w:val="TAC"/>
              <w:rPr>
                <w:rFonts w:cs="Arial"/>
                <w:szCs w:val="18"/>
                <w:lang w:eastAsia="zh-CN"/>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3921104A" w14:textId="77777777" w:rsidR="00C25B7D" w:rsidRPr="00E062F1" w:rsidRDefault="00C25B7D" w:rsidP="00C25B7D">
            <w:pPr>
              <w:pStyle w:val="TAC"/>
              <w:rPr>
                <w:rFonts w:cs="Arial"/>
                <w:szCs w:val="18"/>
                <w:lang w:eastAsia="zh-CN"/>
              </w:rPr>
            </w:pPr>
            <w:r>
              <w:rPr>
                <w:rFonts w:cs="Arial"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447AB7E1" w14:textId="77777777" w:rsidR="00C25B7D" w:rsidRPr="00E062F1" w:rsidRDefault="00C25B7D" w:rsidP="00C25B7D">
            <w:pPr>
              <w:pStyle w:val="TAC"/>
              <w:rPr>
                <w:rFonts w:cs="Arial"/>
                <w:szCs w:val="18"/>
                <w:lang w:eastAsia="zh-CN"/>
              </w:rPr>
            </w:pPr>
            <w:r>
              <w:rPr>
                <w:rFonts w:cs="Arial"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32ED1A24" w14:textId="77777777" w:rsidR="00C25B7D" w:rsidRPr="005F427A" w:rsidRDefault="00C25B7D" w:rsidP="00C25B7D">
            <w:pPr>
              <w:pStyle w:val="TAC"/>
              <w:rPr>
                <w:rFonts w:eastAsiaTheme="minorEastAsia"/>
                <w:szCs w:val="18"/>
                <w:lang w:eastAsia="zh-CN"/>
              </w:rPr>
            </w:pPr>
            <w:r>
              <w:rPr>
                <w:rFonts w:hint="eastAsia"/>
                <w:szCs w:val="18"/>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4D10A407"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12718F4A"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47E855FF"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0236552" w14:textId="77777777" w:rsidR="00C25B7D" w:rsidRPr="00E062F1" w:rsidRDefault="00C25B7D" w:rsidP="00C25B7D">
            <w:pPr>
              <w:pStyle w:val="TAC"/>
              <w:rPr>
                <w:rFonts w:cs="Arial"/>
                <w:szCs w:val="18"/>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68F29815" w14:textId="77777777" w:rsidR="00C25B7D" w:rsidRPr="00E062F1" w:rsidRDefault="00C25B7D" w:rsidP="00C25B7D">
            <w:pPr>
              <w:pStyle w:val="TAC"/>
              <w:rPr>
                <w:rFonts w:cs="Arial"/>
                <w:szCs w:val="18"/>
                <w:lang w:eastAsia="zh-CN"/>
              </w:rPr>
            </w:pPr>
          </w:p>
        </w:tc>
        <w:tc>
          <w:tcPr>
            <w:tcW w:w="737" w:type="dxa"/>
            <w:tcBorders>
              <w:left w:val="single" w:sz="4" w:space="0" w:color="auto"/>
              <w:right w:val="single" w:sz="4" w:space="0" w:color="auto"/>
            </w:tcBorders>
          </w:tcPr>
          <w:p w14:paraId="3DC15EA8"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3E593304" w14:textId="59E6A1CE" w:rsidR="00C25B7D" w:rsidRPr="00E062F1" w:rsidRDefault="00C25B7D" w:rsidP="00C25B7D">
            <w:pPr>
              <w:pStyle w:val="TAC"/>
              <w:rPr>
                <w:rFonts w:eastAsia="Yu Mincho"/>
                <w:szCs w:val="18"/>
              </w:rPr>
            </w:pPr>
            <w:r w:rsidRPr="00E062F1">
              <w:rPr>
                <w:rFonts w:cs="Arial"/>
                <w:szCs w:val="18"/>
                <w:lang w:eastAsia="zh-CN"/>
              </w:rPr>
              <w:t>See CA_n261(2A) in Table 5.5A.2-1 in TS 38.101-2</w:t>
            </w:r>
          </w:p>
        </w:tc>
        <w:tc>
          <w:tcPr>
            <w:tcW w:w="1345" w:type="dxa"/>
            <w:tcBorders>
              <w:top w:val="nil"/>
              <w:left w:val="single" w:sz="4" w:space="0" w:color="auto"/>
              <w:bottom w:val="single" w:sz="4" w:space="0" w:color="auto"/>
              <w:right w:val="single" w:sz="4" w:space="0" w:color="auto"/>
            </w:tcBorders>
            <w:shd w:val="clear" w:color="auto" w:fill="auto"/>
          </w:tcPr>
          <w:p w14:paraId="7F06EE13" w14:textId="77777777" w:rsidR="00C25B7D" w:rsidRPr="00E062F1" w:rsidRDefault="00C25B7D" w:rsidP="00C25B7D">
            <w:pPr>
              <w:pStyle w:val="TAC"/>
              <w:rPr>
                <w:szCs w:val="18"/>
                <w:lang w:eastAsia="zh-CN"/>
              </w:rPr>
            </w:pPr>
          </w:p>
        </w:tc>
      </w:tr>
      <w:tr w:rsidR="00C25B7D" w:rsidRPr="00E062F1" w14:paraId="7EAABEBB"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55BE004C" w14:textId="77777777" w:rsidR="00C25B7D" w:rsidRPr="00E062F1" w:rsidRDefault="00C25B7D" w:rsidP="00C25B7D">
            <w:pPr>
              <w:pStyle w:val="TAC"/>
              <w:rPr>
                <w:rFonts w:cs="Arial"/>
                <w:szCs w:val="18"/>
                <w:lang w:eastAsia="zh-CN"/>
              </w:rPr>
            </w:pPr>
            <w:r w:rsidRPr="00E062F1">
              <w:rPr>
                <w:rFonts w:cs="Arial"/>
                <w:szCs w:val="18"/>
                <w:lang w:eastAsia="zh-CN"/>
              </w:rPr>
              <w:t>CA_n77A-n261(2G)</w:t>
            </w:r>
          </w:p>
        </w:tc>
        <w:tc>
          <w:tcPr>
            <w:tcW w:w="1232" w:type="dxa"/>
            <w:tcBorders>
              <w:left w:val="single" w:sz="4" w:space="0" w:color="auto"/>
              <w:bottom w:val="nil"/>
              <w:right w:val="single" w:sz="4" w:space="0" w:color="auto"/>
            </w:tcBorders>
            <w:shd w:val="clear" w:color="auto" w:fill="auto"/>
          </w:tcPr>
          <w:p w14:paraId="751E35A7" w14:textId="77777777" w:rsidR="00C25B7D" w:rsidRPr="00E062F1" w:rsidRDefault="00C25B7D" w:rsidP="00C25B7D">
            <w:pPr>
              <w:pStyle w:val="TAC"/>
              <w:rPr>
                <w:rFonts w:cs="Arial"/>
                <w:szCs w:val="18"/>
                <w:lang w:eastAsia="zh-CN"/>
              </w:rPr>
            </w:pPr>
            <w:r w:rsidRPr="00E062F1">
              <w:rPr>
                <w:rFonts w:cs="Arial"/>
                <w:szCs w:val="18"/>
                <w:lang w:eastAsia="zh-CN"/>
              </w:rPr>
              <w:t>CA_n77A-n261A</w:t>
            </w:r>
          </w:p>
        </w:tc>
        <w:tc>
          <w:tcPr>
            <w:tcW w:w="737" w:type="dxa"/>
            <w:tcBorders>
              <w:left w:val="single" w:sz="4" w:space="0" w:color="auto"/>
              <w:right w:val="single" w:sz="4" w:space="0" w:color="auto"/>
            </w:tcBorders>
          </w:tcPr>
          <w:p w14:paraId="22FD43E7" w14:textId="77777777" w:rsidR="00C25B7D" w:rsidRPr="00E062F1" w:rsidRDefault="00C25B7D" w:rsidP="00C25B7D">
            <w:pPr>
              <w:pStyle w:val="TAC"/>
              <w:rPr>
                <w:rFonts w:cs="Arial"/>
                <w:szCs w:val="18"/>
                <w:lang w:eastAsia="zh-CN"/>
              </w:rPr>
            </w:pPr>
            <w:r w:rsidRPr="00E062F1">
              <w:rPr>
                <w:rFonts w:cs="Arial"/>
                <w:szCs w:val="18"/>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7294717F"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43D313FE"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13B2BEAF"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B49F705"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F96648A" w14:textId="77777777" w:rsidR="00C25B7D" w:rsidRPr="00E062F1" w:rsidRDefault="00C25B7D" w:rsidP="00C25B7D">
            <w:pPr>
              <w:pStyle w:val="TAC"/>
              <w:rPr>
                <w:rFonts w:cs="Arial"/>
                <w:szCs w:val="18"/>
                <w:lang w:eastAsia="zh-CN"/>
              </w:rPr>
            </w:pPr>
            <w:r>
              <w:rPr>
                <w:rFonts w:cs="Arial" w:hint="eastAsia"/>
                <w:szCs w:val="18"/>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779BE748" w14:textId="77777777" w:rsidR="00C25B7D" w:rsidRPr="00E062F1" w:rsidRDefault="00C25B7D" w:rsidP="00C25B7D">
            <w:pPr>
              <w:pStyle w:val="TAC"/>
              <w:rPr>
                <w:rFonts w:cs="Arial"/>
                <w:szCs w:val="18"/>
                <w:lang w:eastAsia="zh-CN"/>
              </w:rPr>
            </w:pPr>
            <w:r>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3304BDC0" w14:textId="77777777" w:rsidR="00C25B7D" w:rsidRPr="00E062F1" w:rsidRDefault="00C25B7D" w:rsidP="00C25B7D">
            <w:pPr>
              <w:pStyle w:val="TAC"/>
              <w:rPr>
                <w:rFonts w:cs="Arial"/>
                <w:szCs w:val="18"/>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57F04DAF" w14:textId="77777777" w:rsidR="00C25B7D" w:rsidRPr="00E062F1" w:rsidRDefault="00C25B7D" w:rsidP="00C25B7D">
            <w:pPr>
              <w:pStyle w:val="TAC"/>
              <w:rPr>
                <w:rFonts w:cs="Arial"/>
                <w:szCs w:val="18"/>
                <w:lang w:eastAsia="zh-CN"/>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8E111BC" w14:textId="77777777" w:rsidR="00C25B7D" w:rsidRPr="00E062F1" w:rsidRDefault="00C25B7D" w:rsidP="00C25B7D">
            <w:pPr>
              <w:pStyle w:val="TAC"/>
              <w:rPr>
                <w:rFonts w:cs="Arial"/>
                <w:szCs w:val="18"/>
                <w:lang w:eastAsia="zh-CN"/>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D722700" w14:textId="77777777" w:rsidR="00C25B7D" w:rsidRPr="005F427A" w:rsidRDefault="00C25B7D" w:rsidP="00C25B7D">
            <w:pPr>
              <w:pStyle w:val="TAC"/>
              <w:rPr>
                <w:rFonts w:cs="Arial"/>
                <w:szCs w:val="18"/>
                <w:vertAlign w:val="superscript"/>
                <w:lang w:eastAsia="zh-CN"/>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0F4EEC57" w14:textId="77777777" w:rsidR="00C25B7D" w:rsidRPr="00E062F1" w:rsidRDefault="00C25B7D" w:rsidP="00C25B7D">
            <w:pPr>
              <w:pStyle w:val="TAC"/>
              <w:rPr>
                <w:rFonts w:cs="Arial"/>
                <w:szCs w:val="18"/>
                <w:lang w:eastAsia="zh-CN"/>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61CD8811" w14:textId="77777777" w:rsidR="00C25B7D" w:rsidRPr="00E062F1" w:rsidRDefault="00C25B7D" w:rsidP="00C25B7D">
            <w:pPr>
              <w:pStyle w:val="TAC"/>
              <w:rPr>
                <w:rFonts w:cs="Arial"/>
                <w:szCs w:val="18"/>
                <w:lang w:eastAsia="zh-CN"/>
              </w:rPr>
            </w:pPr>
            <w:r>
              <w:rPr>
                <w:rFonts w:cs="Arial"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24E9D270" w14:textId="77777777" w:rsidR="00C25B7D" w:rsidRPr="00E062F1" w:rsidRDefault="00C25B7D" w:rsidP="00C25B7D">
            <w:pPr>
              <w:pStyle w:val="TAC"/>
              <w:rPr>
                <w:rFonts w:cs="Arial"/>
                <w:szCs w:val="18"/>
                <w:lang w:eastAsia="zh-CN"/>
              </w:rPr>
            </w:pPr>
            <w:r>
              <w:rPr>
                <w:rFonts w:cs="Arial"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393AD97F" w14:textId="77777777" w:rsidR="00C25B7D" w:rsidRPr="005F427A" w:rsidRDefault="00C25B7D" w:rsidP="00C25B7D">
            <w:pPr>
              <w:pStyle w:val="TAC"/>
              <w:rPr>
                <w:rFonts w:eastAsiaTheme="minorEastAsia"/>
                <w:szCs w:val="18"/>
                <w:lang w:eastAsia="zh-CN"/>
              </w:rPr>
            </w:pPr>
            <w:r>
              <w:rPr>
                <w:rFonts w:hint="eastAsia"/>
                <w:szCs w:val="18"/>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21B6A991"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7793DDA3"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4105C739"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7640A56" w14:textId="77777777" w:rsidR="00C25B7D" w:rsidRPr="00E062F1" w:rsidRDefault="00C25B7D" w:rsidP="00C25B7D">
            <w:pPr>
              <w:pStyle w:val="TAC"/>
              <w:rPr>
                <w:rFonts w:cs="Arial"/>
                <w:szCs w:val="18"/>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53ED6F91" w14:textId="77777777" w:rsidR="00C25B7D" w:rsidRPr="00E062F1" w:rsidRDefault="00C25B7D" w:rsidP="00C25B7D">
            <w:pPr>
              <w:pStyle w:val="TAC"/>
              <w:rPr>
                <w:rFonts w:cs="Arial"/>
                <w:szCs w:val="18"/>
                <w:lang w:eastAsia="zh-CN"/>
              </w:rPr>
            </w:pPr>
          </w:p>
        </w:tc>
        <w:tc>
          <w:tcPr>
            <w:tcW w:w="737" w:type="dxa"/>
            <w:tcBorders>
              <w:left w:val="single" w:sz="4" w:space="0" w:color="auto"/>
              <w:right w:val="single" w:sz="4" w:space="0" w:color="auto"/>
            </w:tcBorders>
          </w:tcPr>
          <w:p w14:paraId="56DDDDEC"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1897952E" w14:textId="146D4600" w:rsidR="00C25B7D" w:rsidRPr="00E062F1" w:rsidRDefault="00C25B7D" w:rsidP="00C25B7D">
            <w:pPr>
              <w:pStyle w:val="TAC"/>
              <w:rPr>
                <w:rFonts w:eastAsia="Yu Mincho"/>
                <w:szCs w:val="18"/>
              </w:rPr>
            </w:pPr>
            <w:r w:rsidRPr="00E062F1">
              <w:rPr>
                <w:rFonts w:cs="Arial"/>
                <w:szCs w:val="18"/>
                <w:lang w:eastAsia="zh-CN"/>
              </w:rPr>
              <w:t>See CA_n261(2G) in Table 5.5A.2-1 in TS 38.101-2</w:t>
            </w:r>
          </w:p>
        </w:tc>
        <w:tc>
          <w:tcPr>
            <w:tcW w:w="1345" w:type="dxa"/>
            <w:tcBorders>
              <w:top w:val="nil"/>
              <w:left w:val="single" w:sz="4" w:space="0" w:color="auto"/>
              <w:bottom w:val="single" w:sz="4" w:space="0" w:color="auto"/>
              <w:right w:val="single" w:sz="4" w:space="0" w:color="auto"/>
            </w:tcBorders>
            <w:shd w:val="clear" w:color="auto" w:fill="auto"/>
          </w:tcPr>
          <w:p w14:paraId="0A42D583" w14:textId="77777777" w:rsidR="00C25B7D" w:rsidRPr="00E062F1" w:rsidRDefault="00C25B7D" w:rsidP="00C25B7D">
            <w:pPr>
              <w:pStyle w:val="TAC"/>
              <w:rPr>
                <w:szCs w:val="18"/>
                <w:lang w:eastAsia="zh-CN"/>
              </w:rPr>
            </w:pPr>
          </w:p>
        </w:tc>
      </w:tr>
      <w:tr w:rsidR="00C25B7D" w:rsidRPr="00E062F1" w14:paraId="75383AF6"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6742721" w14:textId="77777777" w:rsidR="00C25B7D" w:rsidRPr="00E062F1" w:rsidRDefault="00C25B7D" w:rsidP="00C25B7D">
            <w:pPr>
              <w:pStyle w:val="TAC"/>
              <w:rPr>
                <w:rFonts w:cs="Arial"/>
                <w:szCs w:val="18"/>
                <w:lang w:eastAsia="zh-CN"/>
              </w:rPr>
            </w:pPr>
            <w:r w:rsidRPr="00E062F1">
              <w:rPr>
                <w:rFonts w:cs="Arial"/>
                <w:szCs w:val="18"/>
                <w:lang w:eastAsia="zh-CN"/>
              </w:rPr>
              <w:t>CA_n77A-n261(2H)</w:t>
            </w:r>
          </w:p>
        </w:tc>
        <w:tc>
          <w:tcPr>
            <w:tcW w:w="1232" w:type="dxa"/>
            <w:tcBorders>
              <w:left w:val="single" w:sz="4" w:space="0" w:color="auto"/>
              <w:bottom w:val="nil"/>
              <w:right w:val="single" w:sz="4" w:space="0" w:color="auto"/>
            </w:tcBorders>
            <w:shd w:val="clear" w:color="auto" w:fill="auto"/>
          </w:tcPr>
          <w:p w14:paraId="210DDC28" w14:textId="77777777" w:rsidR="00C25B7D" w:rsidRPr="00E062F1" w:rsidRDefault="00C25B7D" w:rsidP="00C25B7D">
            <w:pPr>
              <w:pStyle w:val="TAC"/>
              <w:rPr>
                <w:rFonts w:cs="Arial"/>
                <w:szCs w:val="18"/>
                <w:lang w:eastAsia="zh-CN"/>
              </w:rPr>
            </w:pPr>
            <w:r w:rsidRPr="00E062F1">
              <w:rPr>
                <w:rFonts w:cs="Arial"/>
                <w:szCs w:val="18"/>
                <w:lang w:eastAsia="zh-CN"/>
              </w:rPr>
              <w:t>CA_n77A-n261A</w:t>
            </w:r>
          </w:p>
        </w:tc>
        <w:tc>
          <w:tcPr>
            <w:tcW w:w="737" w:type="dxa"/>
            <w:tcBorders>
              <w:left w:val="single" w:sz="4" w:space="0" w:color="auto"/>
              <w:right w:val="single" w:sz="4" w:space="0" w:color="auto"/>
            </w:tcBorders>
          </w:tcPr>
          <w:p w14:paraId="2BC3A2BB" w14:textId="77777777" w:rsidR="00C25B7D" w:rsidRPr="00E062F1" w:rsidRDefault="00C25B7D" w:rsidP="00C25B7D">
            <w:pPr>
              <w:pStyle w:val="TAC"/>
              <w:rPr>
                <w:rFonts w:cs="Arial"/>
                <w:szCs w:val="18"/>
                <w:lang w:eastAsia="zh-CN"/>
              </w:rPr>
            </w:pPr>
            <w:r w:rsidRPr="00E062F1">
              <w:rPr>
                <w:rFonts w:cs="Arial"/>
                <w:szCs w:val="18"/>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2EE5258F"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27DE9E6A"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22701C94"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2052BF6"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B74602C" w14:textId="77777777" w:rsidR="00C25B7D" w:rsidRPr="00E062F1" w:rsidRDefault="00C25B7D" w:rsidP="00C25B7D">
            <w:pPr>
              <w:pStyle w:val="TAC"/>
              <w:rPr>
                <w:rFonts w:cs="Arial"/>
                <w:szCs w:val="18"/>
                <w:lang w:eastAsia="zh-CN"/>
              </w:rPr>
            </w:pPr>
            <w:r>
              <w:rPr>
                <w:rFonts w:cs="Arial" w:hint="eastAsia"/>
                <w:szCs w:val="18"/>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1A9A4FBA" w14:textId="77777777" w:rsidR="00C25B7D" w:rsidRPr="00E062F1" w:rsidRDefault="00C25B7D" w:rsidP="00C25B7D">
            <w:pPr>
              <w:pStyle w:val="TAC"/>
              <w:rPr>
                <w:rFonts w:cs="Arial"/>
                <w:szCs w:val="18"/>
                <w:lang w:eastAsia="zh-CN"/>
              </w:rPr>
            </w:pPr>
            <w:r>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2CF160F2" w14:textId="77777777" w:rsidR="00C25B7D" w:rsidRPr="00E062F1" w:rsidRDefault="00C25B7D" w:rsidP="00C25B7D">
            <w:pPr>
              <w:pStyle w:val="TAC"/>
              <w:rPr>
                <w:rFonts w:cs="Arial"/>
                <w:szCs w:val="18"/>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4320FD9A" w14:textId="77777777" w:rsidR="00C25B7D" w:rsidRPr="00E062F1" w:rsidRDefault="00C25B7D" w:rsidP="00C25B7D">
            <w:pPr>
              <w:pStyle w:val="TAC"/>
              <w:rPr>
                <w:rFonts w:cs="Arial"/>
                <w:szCs w:val="18"/>
                <w:lang w:eastAsia="zh-CN"/>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3ADE70B" w14:textId="77777777" w:rsidR="00C25B7D" w:rsidRPr="00E062F1" w:rsidRDefault="00C25B7D" w:rsidP="00C25B7D">
            <w:pPr>
              <w:pStyle w:val="TAC"/>
              <w:rPr>
                <w:rFonts w:cs="Arial"/>
                <w:szCs w:val="18"/>
                <w:lang w:eastAsia="zh-CN"/>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18572A1" w14:textId="77777777" w:rsidR="00C25B7D" w:rsidRPr="005F427A" w:rsidRDefault="00C25B7D" w:rsidP="00C25B7D">
            <w:pPr>
              <w:pStyle w:val="TAC"/>
              <w:rPr>
                <w:rFonts w:cs="Arial"/>
                <w:szCs w:val="18"/>
                <w:vertAlign w:val="superscript"/>
                <w:lang w:eastAsia="zh-CN"/>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178B57F8" w14:textId="77777777" w:rsidR="00C25B7D" w:rsidRPr="00E062F1" w:rsidRDefault="00C25B7D" w:rsidP="00C25B7D">
            <w:pPr>
              <w:pStyle w:val="TAC"/>
              <w:rPr>
                <w:rFonts w:cs="Arial"/>
                <w:szCs w:val="18"/>
                <w:lang w:eastAsia="zh-CN"/>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57BA7186" w14:textId="77777777" w:rsidR="00C25B7D" w:rsidRPr="00E062F1" w:rsidRDefault="00C25B7D" w:rsidP="00C25B7D">
            <w:pPr>
              <w:pStyle w:val="TAC"/>
              <w:rPr>
                <w:rFonts w:cs="Arial"/>
                <w:szCs w:val="18"/>
                <w:lang w:eastAsia="zh-CN"/>
              </w:rPr>
            </w:pPr>
            <w:r>
              <w:rPr>
                <w:rFonts w:cs="Arial"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26A216DF" w14:textId="77777777" w:rsidR="00C25B7D" w:rsidRPr="00E062F1" w:rsidRDefault="00C25B7D" w:rsidP="00C25B7D">
            <w:pPr>
              <w:pStyle w:val="TAC"/>
              <w:rPr>
                <w:rFonts w:cs="Arial"/>
                <w:szCs w:val="18"/>
                <w:lang w:eastAsia="zh-CN"/>
              </w:rPr>
            </w:pPr>
            <w:r>
              <w:rPr>
                <w:rFonts w:cs="Arial"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33541FC9" w14:textId="77777777" w:rsidR="00C25B7D" w:rsidRPr="005F427A" w:rsidRDefault="00C25B7D" w:rsidP="00C25B7D">
            <w:pPr>
              <w:pStyle w:val="TAC"/>
              <w:rPr>
                <w:rFonts w:eastAsiaTheme="minorEastAsia"/>
                <w:szCs w:val="18"/>
                <w:lang w:eastAsia="zh-CN"/>
              </w:rPr>
            </w:pPr>
            <w:r>
              <w:rPr>
                <w:rFonts w:hint="eastAsia"/>
                <w:szCs w:val="18"/>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3D543364"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62446735"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4BA171FF"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93ADFFD" w14:textId="77777777" w:rsidR="00C25B7D" w:rsidRPr="00E062F1" w:rsidRDefault="00C25B7D" w:rsidP="00C25B7D">
            <w:pPr>
              <w:pStyle w:val="TAC"/>
              <w:rPr>
                <w:rFonts w:cs="Arial"/>
                <w:szCs w:val="18"/>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32AFA0B0" w14:textId="77777777" w:rsidR="00C25B7D" w:rsidRPr="00E062F1" w:rsidRDefault="00C25B7D" w:rsidP="00C25B7D">
            <w:pPr>
              <w:pStyle w:val="TAC"/>
              <w:rPr>
                <w:rFonts w:cs="Arial"/>
                <w:szCs w:val="18"/>
                <w:lang w:eastAsia="zh-CN"/>
              </w:rPr>
            </w:pPr>
          </w:p>
        </w:tc>
        <w:tc>
          <w:tcPr>
            <w:tcW w:w="737" w:type="dxa"/>
            <w:tcBorders>
              <w:left w:val="single" w:sz="4" w:space="0" w:color="auto"/>
              <w:right w:val="single" w:sz="4" w:space="0" w:color="auto"/>
            </w:tcBorders>
          </w:tcPr>
          <w:p w14:paraId="16B4471F"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1D19392B" w14:textId="03782B5E" w:rsidR="00C25B7D" w:rsidRPr="00E062F1" w:rsidRDefault="00C25B7D" w:rsidP="00C25B7D">
            <w:pPr>
              <w:pStyle w:val="TAC"/>
              <w:rPr>
                <w:rFonts w:eastAsia="Yu Mincho"/>
                <w:szCs w:val="18"/>
              </w:rPr>
            </w:pPr>
            <w:r w:rsidRPr="00E062F1">
              <w:rPr>
                <w:rFonts w:cs="Arial"/>
                <w:szCs w:val="18"/>
                <w:lang w:eastAsia="zh-CN"/>
              </w:rPr>
              <w:t>See CA_n261(2H) in Table 5.5A.2-1 in TS 38.101-2</w:t>
            </w:r>
          </w:p>
        </w:tc>
        <w:tc>
          <w:tcPr>
            <w:tcW w:w="1345" w:type="dxa"/>
            <w:tcBorders>
              <w:top w:val="nil"/>
              <w:left w:val="single" w:sz="4" w:space="0" w:color="auto"/>
              <w:bottom w:val="single" w:sz="4" w:space="0" w:color="auto"/>
              <w:right w:val="single" w:sz="4" w:space="0" w:color="auto"/>
            </w:tcBorders>
            <w:shd w:val="clear" w:color="auto" w:fill="auto"/>
          </w:tcPr>
          <w:p w14:paraId="6BB2F658" w14:textId="77777777" w:rsidR="00C25B7D" w:rsidRPr="00E062F1" w:rsidRDefault="00C25B7D" w:rsidP="00C25B7D">
            <w:pPr>
              <w:pStyle w:val="TAC"/>
              <w:rPr>
                <w:szCs w:val="18"/>
                <w:lang w:eastAsia="zh-CN"/>
              </w:rPr>
            </w:pPr>
          </w:p>
        </w:tc>
      </w:tr>
      <w:tr w:rsidR="00C25B7D" w:rsidRPr="00E062F1" w14:paraId="4BA091EA"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158E15EF" w14:textId="77777777" w:rsidR="00C25B7D" w:rsidRPr="00E062F1" w:rsidRDefault="00C25B7D" w:rsidP="00C25B7D">
            <w:pPr>
              <w:pStyle w:val="TAC"/>
              <w:rPr>
                <w:rFonts w:cs="Arial"/>
                <w:szCs w:val="18"/>
                <w:lang w:eastAsia="zh-CN"/>
              </w:rPr>
            </w:pPr>
            <w:r w:rsidRPr="00E062F1">
              <w:rPr>
                <w:rFonts w:cs="Arial"/>
                <w:szCs w:val="18"/>
                <w:lang w:eastAsia="zh-CN"/>
              </w:rPr>
              <w:lastRenderedPageBreak/>
              <w:t>CA_n77A-n261(2I)</w:t>
            </w:r>
          </w:p>
        </w:tc>
        <w:tc>
          <w:tcPr>
            <w:tcW w:w="1232" w:type="dxa"/>
            <w:tcBorders>
              <w:left w:val="single" w:sz="4" w:space="0" w:color="auto"/>
              <w:bottom w:val="nil"/>
              <w:right w:val="single" w:sz="4" w:space="0" w:color="auto"/>
            </w:tcBorders>
            <w:shd w:val="clear" w:color="auto" w:fill="auto"/>
          </w:tcPr>
          <w:p w14:paraId="06EC2D3F" w14:textId="77777777" w:rsidR="00C25B7D" w:rsidRPr="00E062F1" w:rsidRDefault="00C25B7D" w:rsidP="00C25B7D">
            <w:pPr>
              <w:pStyle w:val="TAC"/>
              <w:rPr>
                <w:rFonts w:cs="Arial"/>
                <w:szCs w:val="18"/>
                <w:lang w:eastAsia="zh-CN"/>
              </w:rPr>
            </w:pPr>
            <w:r w:rsidRPr="00E062F1">
              <w:rPr>
                <w:rFonts w:cs="Arial"/>
                <w:szCs w:val="18"/>
                <w:lang w:eastAsia="zh-CN"/>
              </w:rPr>
              <w:t>CA_n77A-n261A</w:t>
            </w:r>
          </w:p>
        </w:tc>
        <w:tc>
          <w:tcPr>
            <w:tcW w:w="737" w:type="dxa"/>
            <w:tcBorders>
              <w:left w:val="single" w:sz="4" w:space="0" w:color="auto"/>
              <w:right w:val="single" w:sz="4" w:space="0" w:color="auto"/>
            </w:tcBorders>
          </w:tcPr>
          <w:p w14:paraId="2D907EF0" w14:textId="77777777" w:rsidR="00C25B7D" w:rsidRPr="00E062F1" w:rsidRDefault="00C25B7D" w:rsidP="00C25B7D">
            <w:pPr>
              <w:pStyle w:val="TAC"/>
              <w:rPr>
                <w:rFonts w:cs="Arial"/>
                <w:szCs w:val="18"/>
                <w:lang w:eastAsia="zh-CN"/>
              </w:rPr>
            </w:pPr>
            <w:r w:rsidRPr="00E062F1">
              <w:rPr>
                <w:rFonts w:cs="Arial"/>
                <w:szCs w:val="18"/>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2DFE5399"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10D9EAAE"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130CBD60"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6AC9CD23"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ACF9992" w14:textId="77777777" w:rsidR="00C25B7D" w:rsidRPr="00E062F1" w:rsidRDefault="00C25B7D" w:rsidP="00C25B7D">
            <w:pPr>
              <w:pStyle w:val="TAC"/>
              <w:rPr>
                <w:rFonts w:cs="Arial"/>
                <w:szCs w:val="18"/>
                <w:lang w:eastAsia="zh-CN"/>
              </w:rPr>
            </w:pPr>
            <w:r>
              <w:rPr>
                <w:rFonts w:cs="Arial" w:hint="eastAsia"/>
                <w:szCs w:val="18"/>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69435891" w14:textId="77777777" w:rsidR="00C25B7D" w:rsidRPr="00E062F1" w:rsidRDefault="00C25B7D" w:rsidP="00C25B7D">
            <w:pPr>
              <w:pStyle w:val="TAC"/>
              <w:rPr>
                <w:rFonts w:cs="Arial"/>
                <w:szCs w:val="18"/>
                <w:lang w:eastAsia="zh-CN"/>
              </w:rPr>
            </w:pPr>
            <w:r>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57A9AD68" w14:textId="77777777" w:rsidR="00C25B7D" w:rsidRPr="00E062F1" w:rsidRDefault="00C25B7D" w:rsidP="00C25B7D">
            <w:pPr>
              <w:pStyle w:val="TAC"/>
              <w:rPr>
                <w:rFonts w:cs="Arial"/>
                <w:szCs w:val="18"/>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236E5CDA" w14:textId="77777777" w:rsidR="00C25B7D" w:rsidRPr="00E062F1" w:rsidRDefault="00C25B7D" w:rsidP="00C25B7D">
            <w:pPr>
              <w:pStyle w:val="TAC"/>
              <w:rPr>
                <w:rFonts w:cs="Arial"/>
                <w:szCs w:val="18"/>
                <w:lang w:eastAsia="zh-CN"/>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BECEA84" w14:textId="77777777" w:rsidR="00C25B7D" w:rsidRPr="00E062F1" w:rsidRDefault="00C25B7D" w:rsidP="00C25B7D">
            <w:pPr>
              <w:pStyle w:val="TAC"/>
              <w:rPr>
                <w:rFonts w:cs="Arial"/>
                <w:szCs w:val="18"/>
                <w:lang w:eastAsia="ja-JP"/>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AEDA332" w14:textId="77777777" w:rsidR="00C25B7D" w:rsidRPr="00E062F1" w:rsidRDefault="00C25B7D" w:rsidP="00C25B7D">
            <w:pPr>
              <w:pStyle w:val="TAC"/>
              <w:rPr>
                <w:rFonts w:cs="Arial"/>
                <w:szCs w:val="18"/>
                <w:lang w:eastAsia="ja-JP"/>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799A7573" w14:textId="77777777" w:rsidR="00C25B7D" w:rsidRPr="00E062F1" w:rsidRDefault="00C25B7D" w:rsidP="00C25B7D">
            <w:pPr>
              <w:pStyle w:val="TAC"/>
              <w:rPr>
                <w:rFonts w:cs="Arial"/>
                <w:szCs w:val="18"/>
                <w:lang w:eastAsia="ja-JP"/>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3598B723" w14:textId="77777777" w:rsidR="00C25B7D" w:rsidRPr="00E062F1" w:rsidRDefault="00C25B7D" w:rsidP="00C25B7D">
            <w:pPr>
              <w:pStyle w:val="TAC"/>
              <w:rPr>
                <w:rFonts w:cs="Arial"/>
                <w:szCs w:val="18"/>
                <w:lang w:eastAsia="ja-JP"/>
              </w:rPr>
            </w:pPr>
            <w:r>
              <w:rPr>
                <w:rFonts w:cs="Arial"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3EB68505" w14:textId="77777777" w:rsidR="00C25B7D" w:rsidRPr="00E062F1" w:rsidRDefault="00C25B7D" w:rsidP="00C25B7D">
            <w:pPr>
              <w:pStyle w:val="TAC"/>
              <w:rPr>
                <w:rFonts w:cs="Arial"/>
                <w:szCs w:val="18"/>
                <w:lang w:eastAsia="ja-JP"/>
              </w:rPr>
            </w:pPr>
            <w:r>
              <w:rPr>
                <w:rFonts w:cs="Arial"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7B19D958" w14:textId="77777777" w:rsidR="00C25B7D" w:rsidRPr="00E062F1" w:rsidRDefault="00C25B7D" w:rsidP="00C25B7D">
            <w:pPr>
              <w:pStyle w:val="TAC"/>
              <w:rPr>
                <w:rFonts w:eastAsia="Yu Mincho"/>
                <w:szCs w:val="18"/>
              </w:rPr>
            </w:pPr>
            <w:r>
              <w:rPr>
                <w:rFonts w:hint="eastAsia"/>
                <w:szCs w:val="18"/>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29B3FE94"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793A461C"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28D859A0"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A0A8DA8" w14:textId="77777777" w:rsidR="00C25B7D" w:rsidRPr="00E062F1" w:rsidRDefault="00C25B7D" w:rsidP="00C25B7D">
            <w:pPr>
              <w:pStyle w:val="TAC"/>
              <w:rPr>
                <w:rFonts w:cs="Arial"/>
                <w:szCs w:val="18"/>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31E94318" w14:textId="77777777" w:rsidR="00C25B7D" w:rsidRPr="00E062F1" w:rsidRDefault="00C25B7D" w:rsidP="00C25B7D">
            <w:pPr>
              <w:pStyle w:val="TAC"/>
              <w:rPr>
                <w:rFonts w:cs="Arial"/>
                <w:szCs w:val="18"/>
                <w:lang w:eastAsia="zh-CN"/>
              </w:rPr>
            </w:pPr>
          </w:p>
        </w:tc>
        <w:tc>
          <w:tcPr>
            <w:tcW w:w="737" w:type="dxa"/>
            <w:tcBorders>
              <w:left w:val="single" w:sz="4" w:space="0" w:color="auto"/>
              <w:right w:val="single" w:sz="4" w:space="0" w:color="auto"/>
            </w:tcBorders>
          </w:tcPr>
          <w:p w14:paraId="5CBFBA1F"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42541F43" w14:textId="5FA9AB73" w:rsidR="00C25B7D" w:rsidRPr="00E062F1" w:rsidRDefault="00C25B7D" w:rsidP="00C25B7D">
            <w:pPr>
              <w:pStyle w:val="TAC"/>
              <w:rPr>
                <w:rFonts w:eastAsia="Yu Mincho"/>
                <w:szCs w:val="18"/>
              </w:rPr>
            </w:pPr>
            <w:r w:rsidRPr="00E062F1">
              <w:rPr>
                <w:rFonts w:cs="Arial"/>
                <w:szCs w:val="18"/>
                <w:lang w:eastAsia="zh-CN"/>
              </w:rPr>
              <w:t>See CA_n261(2I) in Table 5.5A.2-1 in TS 38.101-2</w:t>
            </w:r>
          </w:p>
        </w:tc>
        <w:tc>
          <w:tcPr>
            <w:tcW w:w="1345" w:type="dxa"/>
            <w:tcBorders>
              <w:top w:val="nil"/>
              <w:left w:val="single" w:sz="4" w:space="0" w:color="auto"/>
              <w:bottom w:val="single" w:sz="4" w:space="0" w:color="auto"/>
              <w:right w:val="single" w:sz="4" w:space="0" w:color="auto"/>
            </w:tcBorders>
            <w:shd w:val="clear" w:color="auto" w:fill="auto"/>
          </w:tcPr>
          <w:p w14:paraId="30402BAD" w14:textId="77777777" w:rsidR="00C25B7D" w:rsidRPr="00E062F1" w:rsidRDefault="00C25B7D" w:rsidP="00C25B7D">
            <w:pPr>
              <w:pStyle w:val="TAC"/>
              <w:rPr>
                <w:szCs w:val="18"/>
                <w:lang w:eastAsia="zh-CN"/>
              </w:rPr>
            </w:pPr>
          </w:p>
        </w:tc>
      </w:tr>
      <w:tr w:rsidR="00C25B7D" w:rsidRPr="00E062F1" w14:paraId="4ED9232E"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44954DE5" w14:textId="77777777" w:rsidR="00C25B7D" w:rsidRPr="00E062F1" w:rsidRDefault="00C25B7D" w:rsidP="00C25B7D">
            <w:pPr>
              <w:pStyle w:val="TAC"/>
              <w:rPr>
                <w:rFonts w:cs="Arial"/>
                <w:szCs w:val="18"/>
                <w:lang w:eastAsia="zh-CN"/>
              </w:rPr>
            </w:pPr>
            <w:r w:rsidRPr="00E062F1">
              <w:rPr>
                <w:rFonts w:cs="Arial"/>
                <w:szCs w:val="18"/>
                <w:lang w:eastAsia="zh-CN"/>
              </w:rPr>
              <w:t>CA_n77A-n261(3A)</w:t>
            </w:r>
          </w:p>
        </w:tc>
        <w:tc>
          <w:tcPr>
            <w:tcW w:w="1232" w:type="dxa"/>
            <w:tcBorders>
              <w:left w:val="single" w:sz="4" w:space="0" w:color="auto"/>
              <w:bottom w:val="nil"/>
              <w:right w:val="single" w:sz="4" w:space="0" w:color="auto"/>
            </w:tcBorders>
            <w:shd w:val="clear" w:color="auto" w:fill="auto"/>
          </w:tcPr>
          <w:p w14:paraId="2EDA3484" w14:textId="77777777" w:rsidR="00C25B7D" w:rsidRPr="00E062F1" w:rsidRDefault="00C25B7D" w:rsidP="00C25B7D">
            <w:pPr>
              <w:pStyle w:val="TAC"/>
              <w:rPr>
                <w:rFonts w:cs="Arial"/>
                <w:szCs w:val="18"/>
                <w:lang w:eastAsia="zh-CN"/>
              </w:rPr>
            </w:pPr>
            <w:r w:rsidRPr="00E062F1">
              <w:rPr>
                <w:rFonts w:cs="Arial"/>
                <w:szCs w:val="18"/>
                <w:lang w:eastAsia="zh-CN"/>
              </w:rPr>
              <w:t>CA_n77A-n261A</w:t>
            </w:r>
          </w:p>
        </w:tc>
        <w:tc>
          <w:tcPr>
            <w:tcW w:w="737" w:type="dxa"/>
            <w:tcBorders>
              <w:left w:val="single" w:sz="4" w:space="0" w:color="auto"/>
              <w:right w:val="single" w:sz="4" w:space="0" w:color="auto"/>
            </w:tcBorders>
          </w:tcPr>
          <w:p w14:paraId="041D7C21" w14:textId="77777777" w:rsidR="00C25B7D" w:rsidRPr="00E062F1" w:rsidRDefault="00C25B7D" w:rsidP="00C25B7D">
            <w:pPr>
              <w:pStyle w:val="TAC"/>
              <w:rPr>
                <w:rFonts w:cs="Arial"/>
                <w:szCs w:val="18"/>
                <w:lang w:eastAsia="zh-CN"/>
              </w:rPr>
            </w:pPr>
            <w:r w:rsidRPr="00E062F1">
              <w:rPr>
                <w:rFonts w:cs="Arial"/>
                <w:szCs w:val="18"/>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14C31C5E"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1C240669"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2D16AFD4"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A642F02"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06C3525" w14:textId="77777777" w:rsidR="00C25B7D" w:rsidRPr="00E062F1" w:rsidRDefault="00C25B7D" w:rsidP="00C25B7D">
            <w:pPr>
              <w:pStyle w:val="TAC"/>
              <w:rPr>
                <w:rFonts w:cs="Arial"/>
                <w:szCs w:val="18"/>
                <w:lang w:eastAsia="zh-CN"/>
              </w:rPr>
            </w:pPr>
            <w:r>
              <w:rPr>
                <w:rFonts w:cs="Arial" w:hint="eastAsia"/>
                <w:szCs w:val="18"/>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623FA8FA" w14:textId="77777777" w:rsidR="00C25B7D" w:rsidRPr="00E062F1" w:rsidRDefault="00C25B7D" w:rsidP="00C25B7D">
            <w:pPr>
              <w:pStyle w:val="TAC"/>
              <w:rPr>
                <w:rFonts w:cs="Arial"/>
                <w:szCs w:val="18"/>
                <w:lang w:eastAsia="zh-CN"/>
              </w:rPr>
            </w:pPr>
            <w:r>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3F42652C" w14:textId="77777777" w:rsidR="00C25B7D" w:rsidRPr="00E062F1" w:rsidRDefault="00C25B7D" w:rsidP="00C25B7D">
            <w:pPr>
              <w:pStyle w:val="TAC"/>
              <w:rPr>
                <w:rFonts w:cs="Arial"/>
                <w:szCs w:val="18"/>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71302777" w14:textId="77777777" w:rsidR="00C25B7D" w:rsidRPr="00E062F1" w:rsidRDefault="00C25B7D" w:rsidP="00C25B7D">
            <w:pPr>
              <w:pStyle w:val="TAC"/>
              <w:rPr>
                <w:rFonts w:cs="Arial"/>
                <w:szCs w:val="18"/>
                <w:lang w:eastAsia="zh-CN"/>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F67024E" w14:textId="77777777" w:rsidR="00C25B7D" w:rsidRPr="00E062F1" w:rsidRDefault="00C25B7D" w:rsidP="00C25B7D">
            <w:pPr>
              <w:pStyle w:val="TAC"/>
              <w:rPr>
                <w:rFonts w:cs="Arial"/>
                <w:szCs w:val="18"/>
                <w:lang w:eastAsia="ja-JP"/>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0DD050C4" w14:textId="77777777" w:rsidR="00C25B7D" w:rsidRPr="00E062F1" w:rsidRDefault="00C25B7D" w:rsidP="00C25B7D">
            <w:pPr>
              <w:pStyle w:val="TAC"/>
              <w:rPr>
                <w:rFonts w:cs="Arial"/>
                <w:szCs w:val="18"/>
                <w:lang w:eastAsia="ja-JP"/>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0BB72E4C" w14:textId="77777777" w:rsidR="00C25B7D" w:rsidRPr="00E062F1" w:rsidRDefault="00C25B7D" w:rsidP="00C25B7D">
            <w:pPr>
              <w:pStyle w:val="TAC"/>
              <w:rPr>
                <w:rFonts w:cs="Arial"/>
                <w:szCs w:val="18"/>
                <w:lang w:eastAsia="ja-JP"/>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0D77CAD7" w14:textId="77777777" w:rsidR="00C25B7D" w:rsidRPr="00E062F1" w:rsidRDefault="00C25B7D" w:rsidP="00C25B7D">
            <w:pPr>
              <w:pStyle w:val="TAC"/>
              <w:rPr>
                <w:rFonts w:cs="Arial"/>
                <w:szCs w:val="18"/>
                <w:lang w:eastAsia="ja-JP"/>
              </w:rPr>
            </w:pPr>
            <w:r>
              <w:rPr>
                <w:rFonts w:cs="Arial"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47AD5A8B" w14:textId="77777777" w:rsidR="00C25B7D" w:rsidRPr="00E062F1" w:rsidRDefault="00C25B7D" w:rsidP="00C25B7D">
            <w:pPr>
              <w:pStyle w:val="TAC"/>
              <w:rPr>
                <w:rFonts w:cs="Arial"/>
                <w:szCs w:val="18"/>
                <w:lang w:eastAsia="ja-JP"/>
              </w:rPr>
            </w:pPr>
            <w:r>
              <w:rPr>
                <w:rFonts w:cs="Arial"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6077686D" w14:textId="77777777" w:rsidR="00C25B7D" w:rsidRPr="00E062F1" w:rsidRDefault="00C25B7D" w:rsidP="00C25B7D">
            <w:pPr>
              <w:pStyle w:val="TAC"/>
              <w:rPr>
                <w:rFonts w:eastAsia="Yu Mincho"/>
                <w:szCs w:val="18"/>
              </w:rPr>
            </w:pPr>
            <w:r>
              <w:rPr>
                <w:rFonts w:hint="eastAsia"/>
                <w:szCs w:val="18"/>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5FEE06F2"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498D5A97"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5B20526B"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B276AC2" w14:textId="77777777" w:rsidR="00C25B7D" w:rsidRPr="00E062F1" w:rsidRDefault="00C25B7D" w:rsidP="00C25B7D">
            <w:pPr>
              <w:pStyle w:val="TAC"/>
              <w:rPr>
                <w:rFonts w:cs="Arial"/>
                <w:szCs w:val="18"/>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32378685" w14:textId="77777777" w:rsidR="00C25B7D" w:rsidRPr="00E062F1" w:rsidRDefault="00C25B7D" w:rsidP="00C25B7D">
            <w:pPr>
              <w:pStyle w:val="TAC"/>
              <w:rPr>
                <w:rFonts w:cs="Arial"/>
                <w:szCs w:val="18"/>
                <w:lang w:eastAsia="zh-CN"/>
              </w:rPr>
            </w:pPr>
          </w:p>
        </w:tc>
        <w:tc>
          <w:tcPr>
            <w:tcW w:w="737" w:type="dxa"/>
            <w:tcBorders>
              <w:left w:val="single" w:sz="4" w:space="0" w:color="auto"/>
              <w:right w:val="single" w:sz="4" w:space="0" w:color="auto"/>
            </w:tcBorders>
          </w:tcPr>
          <w:p w14:paraId="1730617A"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361851E6" w14:textId="4AF4D909" w:rsidR="00C25B7D" w:rsidRPr="00C25B7D" w:rsidRDefault="00C25B7D" w:rsidP="00C25B7D">
            <w:pPr>
              <w:pStyle w:val="TAC"/>
              <w:rPr>
                <w:rFonts w:cs="Arial"/>
                <w:szCs w:val="18"/>
                <w:lang w:eastAsia="zh-CN"/>
              </w:rPr>
            </w:pPr>
            <w:r w:rsidRPr="00E062F1">
              <w:rPr>
                <w:rFonts w:cs="Arial"/>
                <w:szCs w:val="18"/>
                <w:lang w:eastAsia="zh-CN"/>
              </w:rPr>
              <w:t>See CA_n261(3A) in Table 5.5A.2-1 in TS 38.101-2</w:t>
            </w:r>
          </w:p>
        </w:tc>
        <w:tc>
          <w:tcPr>
            <w:tcW w:w="1345" w:type="dxa"/>
            <w:tcBorders>
              <w:top w:val="nil"/>
              <w:left w:val="single" w:sz="4" w:space="0" w:color="auto"/>
              <w:bottom w:val="single" w:sz="4" w:space="0" w:color="auto"/>
              <w:right w:val="single" w:sz="4" w:space="0" w:color="auto"/>
            </w:tcBorders>
            <w:shd w:val="clear" w:color="auto" w:fill="auto"/>
          </w:tcPr>
          <w:p w14:paraId="5E0AB075" w14:textId="77777777" w:rsidR="00C25B7D" w:rsidRPr="00E062F1" w:rsidRDefault="00C25B7D" w:rsidP="00C25B7D">
            <w:pPr>
              <w:pStyle w:val="TAC"/>
              <w:rPr>
                <w:szCs w:val="18"/>
                <w:lang w:eastAsia="zh-CN"/>
              </w:rPr>
            </w:pPr>
          </w:p>
        </w:tc>
      </w:tr>
      <w:tr w:rsidR="00C25B7D" w:rsidRPr="00E062F1" w14:paraId="44E58F86"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E8D1F32" w14:textId="77777777" w:rsidR="00C25B7D" w:rsidRPr="00E062F1" w:rsidRDefault="00C25B7D" w:rsidP="00C25B7D">
            <w:pPr>
              <w:pStyle w:val="TAC"/>
              <w:rPr>
                <w:rFonts w:cs="Arial"/>
                <w:szCs w:val="18"/>
                <w:lang w:eastAsia="zh-CN"/>
              </w:rPr>
            </w:pPr>
            <w:r w:rsidRPr="00E062F1">
              <w:rPr>
                <w:rFonts w:cs="Arial"/>
                <w:szCs w:val="18"/>
                <w:lang w:eastAsia="zh-CN"/>
              </w:rPr>
              <w:t>CA_n77A-n261(4A)</w:t>
            </w:r>
          </w:p>
        </w:tc>
        <w:tc>
          <w:tcPr>
            <w:tcW w:w="1232" w:type="dxa"/>
            <w:tcBorders>
              <w:left w:val="single" w:sz="4" w:space="0" w:color="auto"/>
              <w:bottom w:val="nil"/>
              <w:right w:val="single" w:sz="4" w:space="0" w:color="auto"/>
            </w:tcBorders>
            <w:shd w:val="clear" w:color="auto" w:fill="auto"/>
          </w:tcPr>
          <w:p w14:paraId="56F26D25" w14:textId="77777777" w:rsidR="00C25B7D" w:rsidRPr="00E062F1" w:rsidRDefault="00C25B7D" w:rsidP="00C25B7D">
            <w:pPr>
              <w:pStyle w:val="TAC"/>
              <w:rPr>
                <w:rFonts w:cs="Arial"/>
                <w:szCs w:val="18"/>
                <w:lang w:eastAsia="zh-CN"/>
              </w:rPr>
            </w:pPr>
            <w:r w:rsidRPr="00E062F1">
              <w:rPr>
                <w:rFonts w:cs="Arial"/>
                <w:szCs w:val="18"/>
                <w:lang w:eastAsia="zh-CN"/>
              </w:rPr>
              <w:t>CA_n77A-n261A</w:t>
            </w:r>
          </w:p>
        </w:tc>
        <w:tc>
          <w:tcPr>
            <w:tcW w:w="737" w:type="dxa"/>
            <w:tcBorders>
              <w:left w:val="single" w:sz="4" w:space="0" w:color="auto"/>
              <w:right w:val="single" w:sz="4" w:space="0" w:color="auto"/>
            </w:tcBorders>
          </w:tcPr>
          <w:p w14:paraId="2D52162F" w14:textId="77777777" w:rsidR="00C25B7D" w:rsidRPr="00E062F1" w:rsidRDefault="00C25B7D" w:rsidP="00C25B7D">
            <w:pPr>
              <w:pStyle w:val="TAC"/>
              <w:rPr>
                <w:rFonts w:cs="Arial"/>
                <w:szCs w:val="18"/>
                <w:lang w:eastAsia="zh-CN"/>
              </w:rPr>
            </w:pPr>
            <w:r w:rsidRPr="00E062F1">
              <w:rPr>
                <w:rFonts w:cs="Arial"/>
                <w:szCs w:val="18"/>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7D664E86"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58DF63B0"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0D003E44"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D617CAF"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FF93870" w14:textId="77777777" w:rsidR="00C25B7D" w:rsidRPr="00E062F1" w:rsidRDefault="00C25B7D" w:rsidP="00C25B7D">
            <w:pPr>
              <w:pStyle w:val="TAC"/>
              <w:rPr>
                <w:rFonts w:cs="Arial"/>
                <w:szCs w:val="18"/>
                <w:lang w:eastAsia="zh-CN"/>
              </w:rPr>
            </w:pPr>
            <w:r>
              <w:rPr>
                <w:rFonts w:cs="Arial" w:hint="eastAsia"/>
                <w:szCs w:val="18"/>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16F70BFD" w14:textId="77777777" w:rsidR="00C25B7D" w:rsidRPr="00E062F1" w:rsidRDefault="00C25B7D" w:rsidP="00C25B7D">
            <w:pPr>
              <w:pStyle w:val="TAC"/>
              <w:rPr>
                <w:rFonts w:cs="Arial"/>
                <w:szCs w:val="18"/>
                <w:lang w:eastAsia="zh-CN"/>
              </w:rPr>
            </w:pPr>
            <w:r>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1E93A096" w14:textId="77777777" w:rsidR="00C25B7D" w:rsidRPr="00E062F1" w:rsidRDefault="00C25B7D" w:rsidP="00C25B7D">
            <w:pPr>
              <w:pStyle w:val="TAC"/>
              <w:rPr>
                <w:rFonts w:cs="Arial"/>
                <w:szCs w:val="18"/>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20844C66" w14:textId="77777777" w:rsidR="00C25B7D" w:rsidRPr="00E062F1" w:rsidRDefault="00C25B7D" w:rsidP="00C25B7D">
            <w:pPr>
              <w:pStyle w:val="TAC"/>
              <w:rPr>
                <w:rFonts w:cs="Arial"/>
                <w:szCs w:val="18"/>
                <w:lang w:eastAsia="zh-CN"/>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E73977C" w14:textId="77777777" w:rsidR="00C25B7D" w:rsidRPr="00E062F1" w:rsidRDefault="00C25B7D" w:rsidP="00C25B7D">
            <w:pPr>
              <w:pStyle w:val="TAC"/>
              <w:rPr>
                <w:rFonts w:cs="Arial"/>
                <w:szCs w:val="18"/>
                <w:lang w:eastAsia="ja-JP"/>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03872CE5" w14:textId="77777777" w:rsidR="00C25B7D" w:rsidRPr="00E062F1" w:rsidRDefault="00C25B7D" w:rsidP="00C25B7D">
            <w:pPr>
              <w:pStyle w:val="TAC"/>
              <w:rPr>
                <w:rFonts w:cs="Arial"/>
                <w:szCs w:val="18"/>
                <w:lang w:eastAsia="ja-JP"/>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73D1ED2F" w14:textId="77777777" w:rsidR="00C25B7D" w:rsidRPr="00E062F1" w:rsidRDefault="00C25B7D" w:rsidP="00C25B7D">
            <w:pPr>
              <w:pStyle w:val="TAC"/>
              <w:rPr>
                <w:rFonts w:cs="Arial"/>
                <w:szCs w:val="18"/>
                <w:lang w:eastAsia="ja-JP"/>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5785136B" w14:textId="77777777" w:rsidR="00C25B7D" w:rsidRPr="00E062F1" w:rsidRDefault="00C25B7D" w:rsidP="00C25B7D">
            <w:pPr>
              <w:pStyle w:val="TAC"/>
              <w:rPr>
                <w:rFonts w:cs="Arial"/>
                <w:szCs w:val="18"/>
                <w:lang w:eastAsia="ja-JP"/>
              </w:rPr>
            </w:pPr>
            <w:r>
              <w:rPr>
                <w:rFonts w:cs="Arial"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2746C6B7" w14:textId="77777777" w:rsidR="00C25B7D" w:rsidRPr="00E062F1" w:rsidRDefault="00C25B7D" w:rsidP="00C25B7D">
            <w:pPr>
              <w:pStyle w:val="TAC"/>
              <w:rPr>
                <w:rFonts w:cs="Arial"/>
                <w:szCs w:val="18"/>
                <w:lang w:eastAsia="ja-JP"/>
              </w:rPr>
            </w:pPr>
            <w:r>
              <w:rPr>
                <w:rFonts w:cs="Arial"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614221F6" w14:textId="77777777" w:rsidR="00C25B7D" w:rsidRPr="00E062F1" w:rsidRDefault="00C25B7D" w:rsidP="00C25B7D">
            <w:pPr>
              <w:pStyle w:val="TAC"/>
              <w:rPr>
                <w:rFonts w:eastAsia="Yu Mincho"/>
                <w:szCs w:val="18"/>
              </w:rPr>
            </w:pPr>
            <w:r>
              <w:rPr>
                <w:rFonts w:hint="eastAsia"/>
                <w:szCs w:val="18"/>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411DBF25"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2D3AD40C"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682DE03D"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5BFE63D" w14:textId="77777777" w:rsidR="00C25B7D" w:rsidRPr="00E062F1" w:rsidRDefault="00C25B7D" w:rsidP="00C25B7D">
            <w:pPr>
              <w:pStyle w:val="TAC"/>
              <w:rPr>
                <w:rFonts w:cs="Arial"/>
                <w:szCs w:val="18"/>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1DF094D8" w14:textId="77777777" w:rsidR="00C25B7D" w:rsidRPr="00E062F1" w:rsidRDefault="00C25B7D" w:rsidP="00C25B7D">
            <w:pPr>
              <w:pStyle w:val="TAC"/>
              <w:rPr>
                <w:rFonts w:cs="Arial"/>
                <w:szCs w:val="18"/>
                <w:lang w:eastAsia="zh-CN"/>
              </w:rPr>
            </w:pPr>
          </w:p>
        </w:tc>
        <w:tc>
          <w:tcPr>
            <w:tcW w:w="737" w:type="dxa"/>
            <w:tcBorders>
              <w:left w:val="single" w:sz="4" w:space="0" w:color="auto"/>
              <w:right w:val="single" w:sz="4" w:space="0" w:color="auto"/>
            </w:tcBorders>
          </w:tcPr>
          <w:p w14:paraId="318ADE6A"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378347F9" w14:textId="570D98D7" w:rsidR="00C25B7D" w:rsidRPr="00E062F1" w:rsidRDefault="00C25B7D" w:rsidP="00C25B7D">
            <w:pPr>
              <w:pStyle w:val="TAC"/>
              <w:rPr>
                <w:rFonts w:eastAsia="Yu Mincho"/>
                <w:szCs w:val="18"/>
              </w:rPr>
            </w:pPr>
            <w:r w:rsidRPr="00E062F1">
              <w:rPr>
                <w:rFonts w:cs="Arial"/>
                <w:szCs w:val="18"/>
                <w:lang w:eastAsia="zh-CN"/>
              </w:rPr>
              <w:t>See CA_n261(4A) in Table 5.5A.2-1 in TS 38.101-2</w:t>
            </w:r>
          </w:p>
        </w:tc>
        <w:tc>
          <w:tcPr>
            <w:tcW w:w="1345" w:type="dxa"/>
            <w:tcBorders>
              <w:top w:val="nil"/>
              <w:left w:val="single" w:sz="4" w:space="0" w:color="auto"/>
              <w:bottom w:val="single" w:sz="4" w:space="0" w:color="auto"/>
              <w:right w:val="single" w:sz="4" w:space="0" w:color="auto"/>
            </w:tcBorders>
            <w:shd w:val="clear" w:color="auto" w:fill="auto"/>
          </w:tcPr>
          <w:p w14:paraId="426CEF87" w14:textId="77777777" w:rsidR="00C25B7D" w:rsidRPr="00E062F1" w:rsidRDefault="00C25B7D" w:rsidP="00C25B7D">
            <w:pPr>
              <w:pStyle w:val="TAC"/>
              <w:rPr>
                <w:szCs w:val="18"/>
                <w:lang w:eastAsia="zh-CN"/>
              </w:rPr>
            </w:pPr>
          </w:p>
        </w:tc>
      </w:tr>
      <w:tr w:rsidR="00C25B7D" w:rsidRPr="00E062F1" w14:paraId="3B711A79"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65D47EE1" w14:textId="77777777" w:rsidR="00C25B7D" w:rsidRPr="00E062F1" w:rsidRDefault="00C25B7D" w:rsidP="00C25B7D">
            <w:pPr>
              <w:pStyle w:val="TAC"/>
              <w:rPr>
                <w:rFonts w:cs="Arial"/>
                <w:szCs w:val="18"/>
                <w:lang w:eastAsia="zh-CN"/>
              </w:rPr>
            </w:pPr>
            <w:r w:rsidRPr="00E062F1">
              <w:rPr>
                <w:rFonts w:cs="Arial"/>
                <w:szCs w:val="18"/>
                <w:lang w:eastAsia="zh-CN"/>
              </w:rPr>
              <w:t>CA_n77A-n261(A-G)</w:t>
            </w:r>
          </w:p>
        </w:tc>
        <w:tc>
          <w:tcPr>
            <w:tcW w:w="1232" w:type="dxa"/>
            <w:tcBorders>
              <w:left w:val="single" w:sz="4" w:space="0" w:color="auto"/>
              <w:bottom w:val="nil"/>
              <w:right w:val="single" w:sz="4" w:space="0" w:color="auto"/>
            </w:tcBorders>
            <w:shd w:val="clear" w:color="auto" w:fill="auto"/>
          </w:tcPr>
          <w:p w14:paraId="24147972" w14:textId="77777777" w:rsidR="00C25B7D" w:rsidRPr="00E062F1" w:rsidRDefault="00C25B7D" w:rsidP="00C25B7D">
            <w:pPr>
              <w:pStyle w:val="TAC"/>
              <w:rPr>
                <w:rFonts w:cs="Arial"/>
                <w:szCs w:val="18"/>
                <w:lang w:eastAsia="zh-CN"/>
              </w:rPr>
            </w:pPr>
            <w:r w:rsidRPr="00E062F1">
              <w:rPr>
                <w:rFonts w:cs="Arial"/>
                <w:szCs w:val="18"/>
                <w:lang w:eastAsia="zh-CN"/>
              </w:rPr>
              <w:t>CA_n77A-n261A</w:t>
            </w:r>
          </w:p>
        </w:tc>
        <w:tc>
          <w:tcPr>
            <w:tcW w:w="737" w:type="dxa"/>
            <w:tcBorders>
              <w:left w:val="single" w:sz="4" w:space="0" w:color="auto"/>
              <w:right w:val="single" w:sz="4" w:space="0" w:color="auto"/>
            </w:tcBorders>
          </w:tcPr>
          <w:p w14:paraId="4083DFFC" w14:textId="77777777" w:rsidR="00C25B7D" w:rsidRPr="00E062F1" w:rsidRDefault="00C25B7D" w:rsidP="00C25B7D">
            <w:pPr>
              <w:pStyle w:val="TAC"/>
              <w:rPr>
                <w:rFonts w:cs="Arial"/>
                <w:szCs w:val="18"/>
                <w:lang w:eastAsia="zh-CN"/>
              </w:rPr>
            </w:pPr>
            <w:r w:rsidRPr="00E062F1">
              <w:rPr>
                <w:rFonts w:cs="Arial"/>
                <w:szCs w:val="18"/>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60B82D24"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14A89D51"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23A7DABC"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797F1B83"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C4F59CB" w14:textId="77777777" w:rsidR="00C25B7D" w:rsidRPr="00E062F1" w:rsidRDefault="00C25B7D" w:rsidP="00C25B7D">
            <w:pPr>
              <w:pStyle w:val="TAC"/>
              <w:rPr>
                <w:rFonts w:cs="Arial"/>
                <w:szCs w:val="18"/>
                <w:lang w:eastAsia="zh-CN"/>
              </w:rPr>
            </w:pPr>
            <w:r>
              <w:rPr>
                <w:rFonts w:cs="Arial" w:hint="eastAsia"/>
                <w:szCs w:val="18"/>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2B34751F" w14:textId="77777777" w:rsidR="00C25B7D" w:rsidRPr="00E062F1" w:rsidRDefault="00C25B7D" w:rsidP="00C25B7D">
            <w:pPr>
              <w:pStyle w:val="TAC"/>
              <w:rPr>
                <w:rFonts w:cs="Arial"/>
                <w:szCs w:val="18"/>
                <w:lang w:eastAsia="zh-CN"/>
              </w:rPr>
            </w:pPr>
            <w:r>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167DFED4" w14:textId="77777777" w:rsidR="00C25B7D" w:rsidRPr="00E062F1" w:rsidRDefault="00C25B7D" w:rsidP="00C25B7D">
            <w:pPr>
              <w:pStyle w:val="TAC"/>
              <w:rPr>
                <w:rFonts w:cs="Arial"/>
                <w:szCs w:val="18"/>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7AA5D950" w14:textId="77777777" w:rsidR="00C25B7D" w:rsidRPr="00E062F1" w:rsidRDefault="00C25B7D" w:rsidP="00C25B7D">
            <w:pPr>
              <w:pStyle w:val="TAC"/>
              <w:rPr>
                <w:rFonts w:cs="Arial"/>
                <w:szCs w:val="18"/>
                <w:lang w:eastAsia="zh-CN"/>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78ECB25" w14:textId="77777777" w:rsidR="00C25B7D" w:rsidRPr="00E062F1" w:rsidRDefault="00C25B7D" w:rsidP="00C25B7D">
            <w:pPr>
              <w:pStyle w:val="TAC"/>
              <w:rPr>
                <w:rFonts w:cs="Arial"/>
                <w:szCs w:val="18"/>
                <w:lang w:eastAsia="ja-JP"/>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C1438A9" w14:textId="77777777" w:rsidR="00C25B7D" w:rsidRPr="00E062F1" w:rsidRDefault="00C25B7D" w:rsidP="00C25B7D">
            <w:pPr>
              <w:pStyle w:val="TAC"/>
              <w:rPr>
                <w:rFonts w:cs="Arial"/>
                <w:szCs w:val="18"/>
                <w:lang w:eastAsia="ja-JP"/>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3ECE8CA7" w14:textId="77777777" w:rsidR="00C25B7D" w:rsidRPr="00E062F1" w:rsidRDefault="00C25B7D" w:rsidP="00C25B7D">
            <w:pPr>
              <w:pStyle w:val="TAC"/>
              <w:rPr>
                <w:rFonts w:cs="Arial"/>
                <w:szCs w:val="18"/>
                <w:lang w:eastAsia="ja-JP"/>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14F6B3AB" w14:textId="77777777" w:rsidR="00C25B7D" w:rsidRPr="00E062F1" w:rsidRDefault="00C25B7D" w:rsidP="00C25B7D">
            <w:pPr>
              <w:pStyle w:val="TAC"/>
              <w:rPr>
                <w:rFonts w:cs="Arial"/>
                <w:szCs w:val="18"/>
                <w:lang w:eastAsia="ja-JP"/>
              </w:rPr>
            </w:pPr>
            <w:r>
              <w:rPr>
                <w:rFonts w:cs="Arial"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57576828" w14:textId="77777777" w:rsidR="00C25B7D" w:rsidRPr="00E062F1" w:rsidRDefault="00C25B7D" w:rsidP="00C25B7D">
            <w:pPr>
              <w:pStyle w:val="TAC"/>
              <w:rPr>
                <w:rFonts w:cs="Arial"/>
                <w:szCs w:val="18"/>
                <w:lang w:eastAsia="ja-JP"/>
              </w:rPr>
            </w:pPr>
            <w:r>
              <w:rPr>
                <w:rFonts w:cs="Arial"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4F43B9D8" w14:textId="77777777" w:rsidR="00C25B7D" w:rsidRPr="00E062F1" w:rsidRDefault="00C25B7D" w:rsidP="00C25B7D">
            <w:pPr>
              <w:pStyle w:val="TAC"/>
              <w:rPr>
                <w:rFonts w:eastAsia="Yu Mincho"/>
                <w:szCs w:val="18"/>
              </w:rPr>
            </w:pPr>
            <w:r>
              <w:rPr>
                <w:rFonts w:hint="eastAsia"/>
                <w:szCs w:val="18"/>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743D8236"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76B93D49"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3F179FC3"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D115EA8" w14:textId="77777777" w:rsidR="00C25B7D" w:rsidRPr="00E062F1" w:rsidRDefault="00C25B7D" w:rsidP="00C25B7D">
            <w:pPr>
              <w:pStyle w:val="TAC"/>
              <w:rPr>
                <w:rFonts w:cs="Arial"/>
                <w:szCs w:val="18"/>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1E6956E8" w14:textId="77777777" w:rsidR="00C25B7D" w:rsidRPr="00E062F1" w:rsidRDefault="00C25B7D" w:rsidP="00C25B7D">
            <w:pPr>
              <w:pStyle w:val="TAC"/>
              <w:rPr>
                <w:rFonts w:cs="Arial"/>
                <w:szCs w:val="18"/>
                <w:lang w:eastAsia="zh-CN"/>
              </w:rPr>
            </w:pPr>
          </w:p>
        </w:tc>
        <w:tc>
          <w:tcPr>
            <w:tcW w:w="737" w:type="dxa"/>
            <w:tcBorders>
              <w:left w:val="single" w:sz="4" w:space="0" w:color="auto"/>
              <w:right w:val="single" w:sz="4" w:space="0" w:color="auto"/>
            </w:tcBorders>
          </w:tcPr>
          <w:p w14:paraId="4A37D022"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5A3877A0" w14:textId="6B30CBF4" w:rsidR="00C25B7D" w:rsidRPr="00E062F1" w:rsidRDefault="00C25B7D" w:rsidP="00C25B7D">
            <w:pPr>
              <w:pStyle w:val="TAC"/>
              <w:rPr>
                <w:rFonts w:eastAsia="Yu Mincho"/>
                <w:szCs w:val="18"/>
              </w:rPr>
            </w:pPr>
            <w:r w:rsidRPr="00E062F1">
              <w:rPr>
                <w:rFonts w:cs="Arial"/>
                <w:szCs w:val="18"/>
                <w:lang w:eastAsia="zh-CN"/>
              </w:rPr>
              <w:t>See CA_n261(A-G) in Table 5.5A.2-2 in TS 38.101-2</w:t>
            </w:r>
          </w:p>
        </w:tc>
        <w:tc>
          <w:tcPr>
            <w:tcW w:w="1345" w:type="dxa"/>
            <w:tcBorders>
              <w:top w:val="nil"/>
              <w:left w:val="single" w:sz="4" w:space="0" w:color="auto"/>
              <w:bottom w:val="single" w:sz="4" w:space="0" w:color="auto"/>
              <w:right w:val="single" w:sz="4" w:space="0" w:color="auto"/>
            </w:tcBorders>
            <w:shd w:val="clear" w:color="auto" w:fill="auto"/>
          </w:tcPr>
          <w:p w14:paraId="435215B5" w14:textId="77777777" w:rsidR="00C25B7D" w:rsidRPr="00E062F1" w:rsidRDefault="00C25B7D" w:rsidP="00C25B7D">
            <w:pPr>
              <w:pStyle w:val="TAC"/>
              <w:rPr>
                <w:szCs w:val="18"/>
                <w:lang w:eastAsia="zh-CN"/>
              </w:rPr>
            </w:pPr>
          </w:p>
        </w:tc>
      </w:tr>
      <w:tr w:rsidR="00C25B7D" w:rsidRPr="00E062F1" w14:paraId="66F09A56"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E1EE1F7" w14:textId="77777777" w:rsidR="00C25B7D" w:rsidRPr="00E062F1" w:rsidRDefault="00C25B7D" w:rsidP="00C25B7D">
            <w:pPr>
              <w:pStyle w:val="TAC"/>
              <w:rPr>
                <w:rFonts w:cs="Arial"/>
                <w:szCs w:val="18"/>
                <w:lang w:eastAsia="zh-CN"/>
              </w:rPr>
            </w:pPr>
            <w:r w:rsidRPr="00E062F1">
              <w:rPr>
                <w:rFonts w:cs="Arial"/>
                <w:szCs w:val="18"/>
                <w:lang w:eastAsia="zh-CN"/>
              </w:rPr>
              <w:t>CA_n77A-n261(A-H)</w:t>
            </w:r>
          </w:p>
        </w:tc>
        <w:tc>
          <w:tcPr>
            <w:tcW w:w="1232" w:type="dxa"/>
            <w:tcBorders>
              <w:left w:val="single" w:sz="4" w:space="0" w:color="auto"/>
              <w:bottom w:val="nil"/>
              <w:right w:val="single" w:sz="4" w:space="0" w:color="auto"/>
            </w:tcBorders>
            <w:shd w:val="clear" w:color="auto" w:fill="auto"/>
          </w:tcPr>
          <w:p w14:paraId="41CF9420" w14:textId="77777777" w:rsidR="00C25B7D" w:rsidRPr="00E062F1" w:rsidRDefault="00C25B7D" w:rsidP="00C25B7D">
            <w:pPr>
              <w:pStyle w:val="TAC"/>
              <w:rPr>
                <w:rFonts w:cs="Arial"/>
                <w:szCs w:val="18"/>
                <w:lang w:eastAsia="zh-CN"/>
              </w:rPr>
            </w:pPr>
            <w:r w:rsidRPr="00E062F1">
              <w:rPr>
                <w:rFonts w:cs="Arial"/>
                <w:szCs w:val="18"/>
                <w:lang w:eastAsia="zh-CN"/>
              </w:rPr>
              <w:t>CA_n77A-n261A</w:t>
            </w:r>
          </w:p>
        </w:tc>
        <w:tc>
          <w:tcPr>
            <w:tcW w:w="737" w:type="dxa"/>
            <w:tcBorders>
              <w:left w:val="single" w:sz="4" w:space="0" w:color="auto"/>
              <w:right w:val="single" w:sz="4" w:space="0" w:color="auto"/>
            </w:tcBorders>
          </w:tcPr>
          <w:p w14:paraId="53726FD5" w14:textId="77777777" w:rsidR="00C25B7D" w:rsidRPr="00E062F1" w:rsidRDefault="00C25B7D" w:rsidP="00C25B7D">
            <w:pPr>
              <w:pStyle w:val="TAC"/>
              <w:rPr>
                <w:rFonts w:cs="Arial"/>
                <w:szCs w:val="18"/>
                <w:lang w:eastAsia="zh-CN"/>
              </w:rPr>
            </w:pPr>
            <w:r w:rsidRPr="00E062F1">
              <w:rPr>
                <w:rFonts w:cs="Arial"/>
                <w:szCs w:val="18"/>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72B05F03"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7339E428"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0EF2CC4B"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394132B"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2B01BC2" w14:textId="77777777" w:rsidR="00C25B7D" w:rsidRPr="00E062F1" w:rsidRDefault="00C25B7D" w:rsidP="00C25B7D">
            <w:pPr>
              <w:pStyle w:val="TAC"/>
              <w:rPr>
                <w:rFonts w:cs="Arial"/>
                <w:szCs w:val="18"/>
                <w:lang w:eastAsia="zh-CN"/>
              </w:rPr>
            </w:pPr>
            <w:r>
              <w:rPr>
                <w:rFonts w:cs="Arial" w:hint="eastAsia"/>
                <w:szCs w:val="18"/>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2925B1BA" w14:textId="77777777" w:rsidR="00C25B7D" w:rsidRPr="00E062F1" w:rsidRDefault="00C25B7D" w:rsidP="00C25B7D">
            <w:pPr>
              <w:pStyle w:val="TAC"/>
              <w:rPr>
                <w:rFonts w:cs="Arial"/>
                <w:szCs w:val="18"/>
                <w:lang w:eastAsia="zh-CN"/>
              </w:rPr>
            </w:pPr>
            <w:r>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261FF4A7" w14:textId="77777777" w:rsidR="00C25B7D" w:rsidRPr="00E062F1" w:rsidRDefault="00C25B7D" w:rsidP="00C25B7D">
            <w:pPr>
              <w:pStyle w:val="TAC"/>
              <w:rPr>
                <w:rFonts w:cs="Arial"/>
                <w:szCs w:val="18"/>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32F97A78" w14:textId="77777777" w:rsidR="00C25B7D" w:rsidRPr="00E062F1" w:rsidRDefault="00C25B7D" w:rsidP="00C25B7D">
            <w:pPr>
              <w:pStyle w:val="TAC"/>
              <w:rPr>
                <w:rFonts w:cs="Arial"/>
                <w:szCs w:val="18"/>
                <w:lang w:eastAsia="zh-CN"/>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7DC123B" w14:textId="77777777" w:rsidR="00C25B7D" w:rsidRPr="00E062F1" w:rsidRDefault="00C25B7D" w:rsidP="00C25B7D">
            <w:pPr>
              <w:pStyle w:val="TAC"/>
              <w:rPr>
                <w:rFonts w:cs="Arial"/>
                <w:szCs w:val="18"/>
                <w:lang w:eastAsia="zh-CN"/>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0B42398" w14:textId="77777777" w:rsidR="00C25B7D" w:rsidRPr="005F427A" w:rsidRDefault="00C25B7D" w:rsidP="00C25B7D">
            <w:pPr>
              <w:pStyle w:val="TAC"/>
              <w:rPr>
                <w:rFonts w:cs="Arial"/>
                <w:szCs w:val="18"/>
                <w:vertAlign w:val="superscript"/>
                <w:lang w:eastAsia="zh-CN"/>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59C666F8" w14:textId="77777777" w:rsidR="00C25B7D" w:rsidRPr="00E062F1" w:rsidRDefault="00C25B7D" w:rsidP="00C25B7D">
            <w:pPr>
              <w:pStyle w:val="TAC"/>
              <w:rPr>
                <w:rFonts w:cs="Arial"/>
                <w:szCs w:val="18"/>
                <w:lang w:eastAsia="zh-CN"/>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B690F63" w14:textId="77777777" w:rsidR="00C25B7D" w:rsidRPr="00E062F1" w:rsidRDefault="00C25B7D" w:rsidP="00C25B7D">
            <w:pPr>
              <w:pStyle w:val="TAC"/>
              <w:rPr>
                <w:rFonts w:cs="Arial"/>
                <w:szCs w:val="18"/>
                <w:lang w:eastAsia="zh-CN"/>
              </w:rPr>
            </w:pPr>
            <w:r>
              <w:rPr>
                <w:rFonts w:cs="Arial"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788013E4" w14:textId="77777777" w:rsidR="00C25B7D" w:rsidRPr="00E062F1" w:rsidRDefault="00C25B7D" w:rsidP="00C25B7D">
            <w:pPr>
              <w:pStyle w:val="TAC"/>
              <w:rPr>
                <w:rFonts w:cs="Arial"/>
                <w:szCs w:val="18"/>
                <w:lang w:eastAsia="zh-CN"/>
              </w:rPr>
            </w:pPr>
            <w:r>
              <w:rPr>
                <w:rFonts w:cs="Arial"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6488043E" w14:textId="77777777" w:rsidR="00C25B7D" w:rsidRPr="005F427A" w:rsidRDefault="00C25B7D" w:rsidP="00C25B7D">
            <w:pPr>
              <w:pStyle w:val="TAC"/>
              <w:rPr>
                <w:rFonts w:eastAsiaTheme="minorEastAsia"/>
                <w:szCs w:val="18"/>
                <w:lang w:eastAsia="zh-CN"/>
              </w:rPr>
            </w:pPr>
            <w:r>
              <w:rPr>
                <w:rFonts w:hint="eastAsia"/>
                <w:szCs w:val="18"/>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5117A673"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13596126"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75FDD0E7"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75DC38A" w14:textId="77777777" w:rsidR="00C25B7D" w:rsidRPr="00E062F1" w:rsidRDefault="00C25B7D" w:rsidP="00C25B7D">
            <w:pPr>
              <w:pStyle w:val="TAC"/>
              <w:rPr>
                <w:rFonts w:cs="Arial"/>
                <w:szCs w:val="18"/>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232346FF" w14:textId="77777777" w:rsidR="00C25B7D" w:rsidRPr="00E062F1" w:rsidRDefault="00C25B7D" w:rsidP="00C25B7D">
            <w:pPr>
              <w:pStyle w:val="TAC"/>
              <w:rPr>
                <w:rFonts w:cs="Arial"/>
                <w:szCs w:val="18"/>
                <w:lang w:eastAsia="zh-CN"/>
              </w:rPr>
            </w:pPr>
          </w:p>
        </w:tc>
        <w:tc>
          <w:tcPr>
            <w:tcW w:w="737" w:type="dxa"/>
            <w:tcBorders>
              <w:left w:val="single" w:sz="4" w:space="0" w:color="auto"/>
              <w:right w:val="single" w:sz="4" w:space="0" w:color="auto"/>
            </w:tcBorders>
          </w:tcPr>
          <w:p w14:paraId="1B677184"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6A7A965D" w14:textId="554AB587" w:rsidR="00C25B7D" w:rsidRPr="00E062F1" w:rsidRDefault="00C25B7D" w:rsidP="00C25B7D">
            <w:pPr>
              <w:pStyle w:val="TAC"/>
              <w:rPr>
                <w:rFonts w:eastAsia="Yu Mincho"/>
                <w:szCs w:val="18"/>
              </w:rPr>
            </w:pPr>
            <w:r w:rsidRPr="00E062F1">
              <w:rPr>
                <w:rFonts w:cs="Arial"/>
                <w:szCs w:val="18"/>
                <w:lang w:eastAsia="zh-CN"/>
              </w:rPr>
              <w:t>See CA_n261(A-H) in Table 5.5A.2-2 in TS 38.101-2</w:t>
            </w:r>
          </w:p>
        </w:tc>
        <w:tc>
          <w:tcPr>
            <w:tcW w:w="1345" w:type="dxa"/>
            <w:tcBorders>
              <w:top w:val="nil"/>
              <w:left w:val="single" w:sz="4" w:space="0" w:color="auto"/>
              <w:bottom w:val="single" w:sz="4" w:space="0" w:color="auto"/>
              <w:right w:val="single" w:sz="4" w:space="0" w:color="auto"/>
            </w:tcBorders>
            <w:shd w:val="clear" w:color="auto" w:fill="auto"/>
          </w:tcPr>
          <w:p w14:paraId="7BE75D93" w14:textId="77777777" w:rsidR="00C25B7D" w:rsidRPr="00E062F1" w:rsidRDefault="00C25B7D" w:rsidP="00C25B7D">
            <w:pPr>
              <w:pStyle w:val="TAC"/>
              <w:rPr>
                <w:szCs w:val="18"/>
                <w:lang w:eastAsia="zh-CN"/>
              </w:rPr>
            </w:pPr>
          </w:p>
        </w:tc>
      </w:tr>
      <w:tr w:rsidR="00C25B7D" w:rsidRPr="00E062F1" w14:paraId="191AC41F"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5A18A10A" w14:textId="77777777" w:rsidR="00C25B7D" w:rsidRPr="00E062F1" w:rsidRDefault="00C25B7D" w:rsidP="00C25B7D">
            <w:pPr>
              <w:pStyle w:val="TAC"/>
              <w:rPr>
                <w:rFonts w:cs="Arial"/>
                <w:szCs w:val="18"/>
                <w:lang w:eastAsia="zh-CN"/>
              </w:rPr>
            </w:pPr>
            <w:r w:rsidRPr="00E062F1">
              <w:rPr>
                <w:rFonts w:cs="Arial"/>
                <w:szCs w:val="18"/>
                <w:lang w:eastAsia="zh-CN"/>
              </w:rPr>
              <w:t>CA_n77A-n261(A-I)</w:t>
            </w:r>
          </w:p>
        </w:tc>
        <w:tc>
          <w:tcPr>
            <w:tcW w:w="1232" w:type="dxa"/>
            <w:tcBorders>
              <w:left w:val="single" w:sz="4" w:space="0" w:color="auto"/>
              <w:bottom w:val="nil"/>
              <w:right w:val="single" w:sz="4" w:space="0" w:color="auto"/>
            </w:tcBorders>
            <w:shd w:val="clear" w:color="auto" w:fill="auto"/>
          </w:tcPr>
          <w:p w14:paraId="7DE6D8B7" w14:textId="77777777" w:rsidR="00C25B7D" w:rsidRPr="00E062F1" w:rsidRDefault="00C25B7D" w:rsidP="00C25B7D">
            <w:pPr>
              <w:pStyle w:val="TAC"/>
              <w:rPr>
                <w:rFonts w:cs="Arial"/>
                <w:szCs w:val="18"/>
                <w:lang w:eastAsia="zh-CN"/>
              </w:rPr>
            </w:pPr>
            <w:r w:rsidRPr="00E062F1">
              <w:rPr>
                <w:rFonts w:cs="Arial"/>
                <w:szCs w:val="18"/>
                <w:lang w:eastAsia="zh-CN"/>
              </w:rPr>
              <w:t>CA_n77A-n261A</w:t>
            </w:r>
          </w:p>
        </w:tc>
        <w:tc>
          <w:tcPr>
            <w:tcW w:w="737" w:type="dxa"/>
            <w:tcBorders>
              <w:left w:val="single" w:sz="4" w:space="0" w:color="auto"/>
              <w:right w:val="single" w:sz="4" w:space="0" w:color="auto"/>
            </w:tcBorders>
          </w:tcPr>
          <w:p w14:paraId="1C14EDC0" w14:textId="77777777" w:rsidR="00C25B7D" w:rsidRPr="00E062F1" w:rsidRDefault="00C25B7D" w:rsidP="00C25B7D">
            <w:pPr>
              <w:pStyle w:val="TAC"/>
              <w:rPr>
                <w:rFonts w:cs="Arial"/>
                <w:szCs w:val="18"/>
                <w:lang w:eastAsia="zh-CN"/>
              </w:rPr>
            </w:pPr>
            <w:r w:rsidRPr="00E062F1">
              <w:rPr>
                <w:rFonts w:cs="Arial"/>
                <w:szCs w:val="18"/>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77EA5A0B"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748D538D"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85" w:type="dxa"/>
            <w:gridSpan w:val="2"/>
            <w:tcBorders>
              <w:top w:val="single" w:sz="4" w:space="0" w:color="auto"/>
              <w:left w:val="single" w:sz="4" w:space="0" w:color="auto"/>
              <w:bottom w:val="single" w:sz="4" w:space="0" w:color="auto"/>
              <w:right w:val="single" w:sz="4" w:space="0" w:color="auto"/>
            </w:tcBorders>
          </w:tcPr>
          <w:p w14:paraId="6CCB364A"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57" w:type="dxa"/>
            <w:tcBorders>
              <w:top w:val="single" w:sz="4" w:space="0" w:color="auto"/>
              <w:left w:val="single" w:sz="4" w:space="0" w:color="auto"/>
              <w:bottom w:val="single" w:sz="4" w:space="0" w:color="auto"/>
              <w:right w:val="single" w:sz="4" w:space="0" w:color="auto"/>
            </w:tcBorders>
          </w:tcPr>
          <w:p w14:paraId="4AEEAEA4"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80" w:type="dxa"/>
            <w:gridSpan w:val="2"/>
            <w:tcBorders>
              <w:top w:val="single" w:sz="4" w:space="0" w:color="auto"/>
              <w:left w:val="single" w:sz="4" w:space="0" w:color="auto"/>
              <w:bottom w:val="single" w:sz="4" w:space="0" w:color="auto"/>
              <w:right w:val="single" w:sz="4" w:space="0" w:color="auto"/>
            </w:tcBorders>
          </w:tcPr>
          <w:p w14:paraId="41AEA9DC" w14:textId="77777777" w:rsidR="00C25B7D" w:rsidRPr="00E062F1" w:rsidRDefault="00C25B7D" w:rsidP="00C25B7D">
            <w:pPr>
              <w:pStyle w:val="TAC"/>
              <w:rPr>
                <w:rFonts w:cs="Arial"/>
                <w:szCs w:val="18"/>
                <w:lang w:eastAsia="zh-CN"/>
              </w:rPr>
            </w:pPr>
            <w:r>
              <w:rPr>
                <w:rFonts w:cs="Arial" w:hint="eastAsia"/>
                <w:szCs w:val="18"/>
                <w:lang w:eastAsia="zh-CN"/>
              </w:rPr>
              <w:t>25</w:t>
            </w:r>
          </w:p>
        </w:tc>
        <w:tc>
          <w:tcPr>
            <w:tcW w:w="662" w:type="dxa"/>
            <w:tcBorders>
              <w:top w:val="single" w:sz="4" w:space="0" w:color="auto"/>
              <w:left w:val="single" w:sz="4" w:space="0" w:color="auto"/>
              <w:bottom w:val="single" w:sz="4" w:space="0" w:color="auto"/>
              <w:right w:val="single" w:sz="4" w:space="0" w:color="auto"/>
            </w:tcBorders>
          </w:tcPr>
          <w:p w14:paraId="64B7466B" w14:textId="77777777" w:rsidR="00C25B7D" w:rsidRPr="00E062F1" w:rsidRDefault="00C25B7D" w:rsidP="00C25B7D">
            <w:pPr>
              <w:pStyle w:val="TAC"/>
              <w:rPr>
                <w:rFonts w:cs="Arial"/>
                <w:szCs w:val="18"/>
                <w:lang w:eastAsia="zh-CN"/>
              </w:rPr>
            </w:pPr>
            <w:r>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66156D7B" w14:textId="77777777" w:rsidR="00C25B7D" w:rsidRPr="00E062F1" w:rsidRDefault="00C25B7D" w:rsidP="00C25B7D">
            <w:pPr>
              <w:pStyle w:val="TAC"/>
              <w:rPr>
                <w:rFonts w:cs="Arial"/>
                <w:szCs w:val="18"/>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5F15F620" w14:textId="77777777" w:rsidR="00C25B7D" w:rsidRPr="00E062F1" w:rsidRDefault="00C25B7D" w:rsidP="00C25B7D">
            <w:pPr>
              <w:pStyle w:val="TAC"/>
              <w:rPr>
                <w:rFonts w:cs="Arial"/>
                <w:szCs w:val="18"/>
                <w:lang w:eastAsia="zh-CN"/>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8901FC9" w14:textId="77777777" w:rsidR="00C25B7D" w:rsidRPr="00E062F1" w:rsidRDefault="00C25B7D" w:rsidP="00C25B7D">
            <w:pPr>
              <w:pStyle w:val="TAC"/>
              <w:rPr>
                <w:rFonts w:cs="Arial"/>
                <w:szCs w:val="18"/>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7C204D04" w14:textId="77777777" w:rsidR="00C25B7D" w:rsidRPr="00E062F1" w:rsidRDefault="00C25B7D" w:rsidP="00C25B7D">
            <w:pPr>
              <w:pStyle w:val="TAC"/>
              <w:rPr>
                <w:rFonts w:cs="Arial"/>
                <w:szCs w:val="18"/>
                <w:lang w:eastAsia="ja-JP"/>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7E377AFA" w14:textId="77777777" w:rsidR="00C25B7D" w:rsidRPr="00E062F1" w:rsidRDefault="00C25B7D" w:rsidP="00C25B7D">
            <w:pPr>
              <w:pStyle w:val="TAC"/>
              <w:rPr>
                <w:rFonts w:cs="Arial"/>
                <w:szCs w:val="18"/>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3175B1A5" w14:textId="77777777" w:rsidR="00C25B7D" w:rsidRPr="00E062F1" w:rsidRDefault="00C25B7D" w:rsidP="00C25B7D">
            <w:pPr>
              <w:pStyle w:val="TAC"/>
              <w:rPr>
                <w:rFonts w:cs="Arial"/>
                <w:szCs w:val="18"/>
              </w:rPr>
            </w:pPr>
            <w:r>
              <w:rPr>
                <w:rFonts w:cs="Arial" w:hint="eastAsia"/>
                <w:szCs w:val="18"/>
                <w:lang w:eastAsia="zh-CN"/>
              </w:rPr>
              <w:t>90</w:t>
            </w:r>
          </w:p>
        </w:tc>
        <w:tc>
          <w:tcPr>
            <w:tcW w:w="680" w:type="dxa"/>
            <w:gridSpan w:val="2"/>
            <w:tcBorders>
              <w:top w:val="single" w:sz="4" w:space="0" w:color="auto"/>
              <w:left w:val="single" w:sz="4" w:space="0" w:color="auto"/>
              <w:bottom w:val="single" w:sz="4" w:space="0" w:color="auto"/>
              <w:right w:val="single" w:sz="4" w:space="0" w:color="auto"/>
            </w:tcBorders>
          </w:tcPr>
          <w:p w14:paraId="0B2CE548" w14:textId="77777777" w:rsidR="00C25B7D" w:rsidRPr="00E062F1" w:rsidRDefault="00C25B7D" w:rsidP="00C25B7D">
            <w:pPr>
              <w:pStyle w:val="TAC"/>
              <w:rPr>
                <w:rFonts w:cs="Arial"/>
                <w:szCs w:val="18"/>
              </w:rPr>
            </w:pPr>
            <w:r>
              <w:rPr>
                <w:rFonts w:cs="Arial" w:hint="eastAsia"/>
                <w:szCs w:val="18"/>
                <w:lang w:eastAsia="zh-CN"/>
              </w:rPr>
              <w:t>100</w:t>
            </w:r>
          </w:p>
        </w:tc>
        <w:tc>
          <w:tcPr>
            <w:tcW w:w="662" w:type="dxa"/>
            <w:tcBorders>
              <w:top w:val="single" w:sz="4" w:space="0" w:color="auto"/>
              <w:left w:val="single" w:sz="4" w:space="0" w:color="auto"/>
              <w:bottom w:val="single" w:sz="4" w:space="0" w:color="auto"/>
              <w:right w:val="single" w:sz="4" w:space="0" w:color="auto"/>
            </w:tcBorders>
          </w:tcPr>
          <w:p w14:paraId="5464A291" w14:textId="77777777" w:rsidR="00C25B7D" w:rsidRPr="00E062F1" w:rsidRDefault="00C25B7D" w:rsidP="00C25B7D">
            <w:pPr>
              <w:pStyle w:val="TAC"/>
              <w:rPr>
                <w:rFonts w:eastAsia="Yu Mincho"/>
                <w:szCs w:val="18"/>
              </w:rPr>
            </w:pPr>
            <w:r>
              <w:rPr>
                <w:rFonts w:hint="eastAsia"/>
                <w:szCs w:val="18"/>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33BD8359"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0864ABAD" w14:textId="77777777" w:rsidR="00C25B7D" w:rsidRPr="00E062F1" w:rsidRDefault="00C25B7D" w:rsidP="00C25B7D">
            <w:pPr>
              <w:pStyle w:val="TAC"/>
              <w:rPr>
                <w:szCs w:val="18"/>
                <w:lang w:eastAsia="zh-CN"/>
              </w:rPr>
            </w:pPr>
          </w:p>
        </w:tc>
      </w:tr>
      <w:tr w:rsidR="00C25B7D" w:rsidRPr="00E062F1" w14:paraId="2A32313D"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2E29C8C" w14:textId="77777777" w:rsidR="00C25B7D" w:rsidRPr="00E062F1" w:rsidRDefault="00C25B7D" w:rsidP="00C25B7D">
            <w:pPr>
              <w:pStyle w:val="TAC"/>
              <w:rPr>
                <w:rFonts w:cs="Arial"/>
                <w:szCs w:val="18"/>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3A9C850B" w14:textId="77777777" w:rsidR="00C25B7D" w:rsidRPr="00E062F1" w:rsidRDefault="00C25B7D" w:rsidP="00C25B7D">
            <w:pPr>
              <w:pStyle w:val="TAC"/>
              <w:rPr>
                <w:rFonts w:cs="Arial"/>
                <w:szCs w:val="18"/>
                <w:lang w:eastAsia="zh-CN"/>
              </w:rPr>
            </w:pPr>
          </w:p>
        </w:tc>
        <w:tc>
          <w:tcPr>
            <w:tcW w:w="737" w:type="dxa"/>
            <w:tcBorders>
              <w:left w:val="single" w:sz="4" w:space="0" w:color="auto"/>
              <w:right w:val="single" w:sz="4" w:space="0" w:color="auto"/>
            </w:tcBorders>
          </w:tcPr>
          <w:p w14:paraId="21A8DD33"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663ABE13" w14:textId="6FF0C957" w:rsidR="00C25B7D" w:rsidRPr="00E062F1" w:rsidRDefault="00C25B7D" w:rsidP="00C25B7D">
            <w:pPr>
              <w:pStyle w:val="TAC"/>
              <w:rPr>
                <w:rFonts w:eastAsia="Yu Mincho"/>
                <w:szCs w:val="18"/>
              </w:rPr>
            </w:pPr>
            <w:r w:rsidRPr="00E062F1">
              <w:rPr>
                <w:rFonts w:cs="Arial"/>
                <w:szCs w:val="18"/>
                <w:lang w:eastAsia="zh-CN"/>
              </w:rPr>
              <w:t>See CA_n261(A-I) in Table 5.5A.2-2 in TS 38.101-2</w:t>
            </w:r>
          </w:p>
        </w:tc>
        <w:tc>
          <w:tcPr>
            <w:tcW w:w="1345" w:type="dxa"/>
            <w:tcBorders>
              <w:top w:val="nil"/>
              <w:left w:val="single" w:sz="4" w:space="0" w:color="auto"/>
              <w:bottom w:val="single" w:sz="4" w:space="0" w:color="auto"/>
              <w:right w:val="single" w:sz="4" w:space="0" w:color="auto"/>
            </w:tcBorders>
            <w:shd w:val="clear" w:color="auto" w:fill="auto"/>
          </w:tcPr>
          <w:p w14:paraId="769AC2DB" w14:textId="77777777" w:rsidR="00C25B7D" w:rsidRPr="00E062F1" w:rsidRDefault="00C25B7D" w:rsidP="00C25B7D">
            <w:pPr>
              <w:pStyle w:val="TAC"/>
              <w:rPr>
                <w:szCs w:val="18"/>
                <w:lang w:eastAsia="zh-CN"/>
              </w:rPr>
            </w:pPr>
          </w:p>
        </w:tc>
      </w:tr>
      <w:tr w:rsidR="00C25B7D" w:rsidRPr="00E062F1" w14:paraId="0128B59C"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790BC671" w14:textId="77777777" w:rsidR="00C25B7D" w:rsidRPr="00E062F1" w:rsidRDefault="00C25B7D" w:rsidP="00C25B7D">
            <w:pPr>
              <w:pStyle w:val="TAC"/>
              <w:rPr>
                <w:rFonts w:cs="Arial"/>
                <w:szCs w:val="18"/>
                <w:lang w:eastAsia="zh-CN"/>
              </w:rPr>
            </w:pPr>
            <w:r w:rsidRPr="00E062F1">
              <w:rPr>
                <w:rFonts w:cs="Arial"/>
                <w:szCs w:val="18"/>
                <w:lang w:eastAsia="zh-CN"/>
              </w:rPr>
              <w:t>CA_n77A-n261(G-H)</w:t>
            </w:r>
          </w:p>
        </w:tc>
        <w:tc>
          <w:tcPr>
            <w:tcW w:w="1232" w:type="dxa"/>
            <w:tcBorders>
              <w:left w:val="single" w:sz="4" w:space="0" w:color="auto"/>
              <w:bottom w:val="nil"/>
              <w:right w:val="single" w:sz="4" w:space="0" w:color="auto"/>
            </w:tcBorders>
            <w:shd w:val="clear" w:color="auto" w:fill="auto"/>
          </w:tcPr>
          <w:p w14:paraId="53C8D3A9" w14:textId="77777777" w:rsidR="00C25B7D" w:rsidRPr="00E062F1" w:rsidRDefault="00C25B7D" w:rsidP="00C25B7D">
            <w:pPr>
              <w:pStyle w:val="TAC"/>
              <w:rPr>
                <w:rFonts w:cs="Arial"/>
                <w:szCs w:val="18"/>
                <w:lang w:eastAsia="zh-CN"/>
              </w:rPr>
            </w:pPr>
            <w:r w:rsidRPr="00E062F1">
              <w:rPr>
                <w:rFonts w:cs="Arial"/>
                <w:szCs w:val="18"/>
                <w:lang w:eastAsia="zh-CN"/>
              </w:rPr>
              <w:t>CA_n77A-n261A</w:t>
            </w:r>
          </w:p>
        </w:tc>
        <w:tc>
          <w:tcPr>
            <w:tcW w:w="737" w:type="dxa"/>
            <w:tcBorders>
              <w:left w:val="single" w:sz="4" w:space="0" w:color="auto"/>
              <w:right w:val="single" w:sz="4" w:space="0" w:color="auto"/>
            </w:tcBorders>
          </w:tcPr>
          <w:p w14:paraId="5A6CE8EA" w14:textId="77777777" w:rsidR="00C25B7D" w:rsidRPr="00E062F1" w:rsidRDefault="00C25B7D" w:rsidP="00C25B7D">
            <w:pPr>
              <w:pStyle w:val="TAC"/>
              <w:rPr>
                <w:rFonts w:cs="Arial"/>
                <w:szCs w:val="18"/>
                <w:lang w:eastAsia="zh-CN"/>
              </w:rPr>
            </w:pPr>
            <w:r w:rsidRPr="00E062F1">
              <w:rPr>
                <w:rFonts w:cs="Arial"/>
                <w:szCs w:val="18"/>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16A5A5CF"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6BD6B8BC"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85" w:type="dxa"/>
            <w:gridSpan w:val="2"/>
            <w:tcBorders>
              <w:top w:val="single" w:sz="4" w:space="0" w:color="auto"/>
              <w:left w:val="single" w:sz="4" w:space="0" w:color="auto"/>
              <w:bottom w:val="single" w:sz="4" w:space="0" w:color="auto"/>
              <w:right w:val="single" w:sz="4" w:space="0" w:color="auto"/>
            </w:tcBorders>
          </w:tcPr>
          <w:p w14:paraId="2779E987"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57" w:type="dxa"/>
            <w:tcBorders>
              <w:top w:val="single" w:sz="4" w:space="0" w:color="auto"/>
              <w:left w:val="single" w:sz="4" w:space="0" w:color="auto"/>
              <w:bottom w:val="single" w:sz="4" w:space="0" w:color="auto"/>
              <w:right w:val="single" w:sz="4" w:space="0" w:color="auto"/>
            </w:tcBorders>
          </w:tcPr>
          <w:p w14:paraId="0B00A2CF"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80" w:type="dxa"/>
            <w:gridSpan w:val="2"/>
            <w:tcBorders>
              <w:top w:val="single" w:sz="4" w:space="0" w:color="auto"/>
              <w:left w:val="single" w:sz="4" w:space="0" w:color="auto"/>
              <w:bottom w:val="single" w:sz="4" w:space="0" w:color="auto"/>
              <w:right w:val="single" w:sz="4" w:space="0" w:color="auto"/>
            </w:tcBorders>
          </w:tcPr>
          <w:p w14:paraId="32728C9B" w14:textId="77777777" w:rsidR="00C25B7D" w:rsidRPr="00E062F1" w:rsidRDefault="00C25B7D" w:rsidP="00C25B7D">
            <w:pPr>
              <w:pStyle w:val="TAC"/>
              <w:rPr>
                <w:rFonts w:cs="Arial"/>
                <w:szCs w:val="18"/>
                <w:lang w:eastAsia="zh-CN"/>
              </w:rPr>
            </w:pPr>
            <w:r>
              <w:rPr>
                <w:rFonts w:cs="Arial" w:hint="eastAsia"/>
                <w:szCs w:val="18"/>
                <w:lang w:eastAsia="zh-CN"/>
              </w:rPr>
              <w:t>25</w:t>
            </w:r>
          </w:p>
        </w:tc>
        <w:tc>
          <w:tcPr>
            <w:tcW w:w="662" w:type="dxa"/>
            <w:tcBorders>
              <w:top w:val="single" w:sz="4" w:space="0" w:color="auto"/>
              <w:left w:val="single" w:sz="4" w:space="0" w:color="auto"/>
              <w:bottom w:val="single" w:sz="4" w:space="0" w:color="auto"/>
              <w:right w:val="single" w:sz="4" w:space="0" w:color="auto"/>
            </w:tcBorders>
          </w:tcPr>
          <w:p w14:paraId="6F88F2FE" w14:textId="77777777" w:rsidR="00C25B7D" w:rsidRPr="00E062F1" w:rsidRDefault="00C25B7D" w:rsidP="00C25B7D">
            <w:pPr>
              <w:pStyle w:val="TAC"/>
              <w:rPr>
                <w:rFonts w:cs="Arial"/>
                <w:szCs w:val="18"/>
                <w:lang w:eastAsia="zh-CN"/>
              </w:rPr>
            </w:pPr>
            <w:r>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73DEEE8F" w14:textId="77777777" w:rsidR="00C25B7D" w:rsidRPr="00E062F1" w:rsidRDefault="00C25B7D" w:rsidP="00C25B7D">
            <w:pPr>
              <w:pStyle w:val="TAC"/>
              <w:rPr>
                <w:rFonts w:cs="Arial"/>
                <w:szCs w:val="18"/>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4A72E08E" w14:textId="77777777" w:rsidR="00C25B7D" w:rsidRPr="00E062F1" w:rsidRDefault="00C25B7D" w:rsidP="00C25B7D">
            <w:pPr>
              <w:pStyle w:val="TAC"/>
              <w:rPr>
                <w:rFonts w:cs="Arial"/>
                <w:szCs w:val="18"/>
                <w:lang w:eastAsia="zh-CN"/>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41D8420" w14:textId="77777777" w:rsidR="00C25B7D" w:rsidRPr="00E062F1" w:rsidRDefault="00C25B7D" w:rsidP="00C25B7D">
            <w:pPr>
              <w:pStyle w:val="TAC"/>
              <w:rPr>
                <w:rFonts w:cs="Arial"/>
                <w:szCs w:val="18"/>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6B627F9D" w14:textId="77777777" w:rsidR="00C25B7D" w:rsidRPr="00E062F1" w:rsidRDefault="00C25B7D" w:rsidP="00C25B7D">
            <w:pPr>
              <w:pStyle w:val="TAC"/>
              <w:rPr>
                <w:rFonts w:cs="Arial"/>
                <w:szCs w:val="18"/>
                <w:lang w:eastAsia="ja-JP"/>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3CC68885" w14:textId="77777777" w:rsidR="00C25B7D" w:rsidRPr="00E062F1" w:rsidRDefault="00C25B7D" w:rsidP="00C25B7D">
            <w:pPr>
              <w:pStyle w:val="TAC"/>
              <w:rPr>
                <w:rFonts w:cs="Arial"/>
                <w:szCs w:val="18"/>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770321B" w14:textId="77777777" w:rsidR="00C25B7D" w:rsidRPr="00E062F1" w:rsidRDefault="00C25B7D" w:rsidP="00C25B7D">
            <w:pPr>
              <w:pStyle w:val="TAC"/>
              <w:rPr>
                <w:rFonts w:cs="Arial"/>
                <w:szCs w:val="18"/>
              </w:rPr>
            </w:pPr>
            <w:r>
              <w:rPr>
                <w:rFonts w:cs="Arial" w:hint="eastAsia"/>
                <w:szCs w:val="18"/>
                <w:lang w:eastAsia="zh-CN"/>
              </w:rPr>
              <w:t>90</w:t>
            </w:r>
          </w:p>
        </w:tc>
        <w:tc>
          <w:tcPr>
            <w:tcW w:w="680" w:type="dxa"/>
            <w:gridSpan w:val="2"/>
            <w:tcBorders>
              <w:top w:val="single" w:sz="4" w:space="0" w:color="auto"/>
              <w:left w:val="single" w:sz="4" w:space="0" w:color="auto"/>
              <w:bottom w:val="single" w:sz="4" w:space="0" w:color="auto"/>
              <w:right w:val="single" w:sz="4" w:space="0" w:color="auto"/>
            </w:tcBorders>
          </w:tcPr>
          <w:p w14:paraId="163EFCD8" w14:textId="77777777" w:rsidR="00C25B7D" w:rsidRPr="00E062F1" w:rsidRDefault="00C25B7D" w:rsidP="00C25B7D">
            <w:pPr>
              <w:pStyle w:val="TAC"/>
              <w:rPr>
                <w:rFonts w:cs="Arial"/>
                <w:szCs w:val="18"/>
              </w:rPr>
            </w:pPr>
            <w:r>
              <w:rPr>
                <w:rFonts w:cs="Arial" w:hint="eastAsia"/>
                <w:szCs w:val="18"/>
                <w:lang w:eastAsia="zh-CN"/>
              </w:rPr>
              <w:t>100</w:t>
            </w:r>
          </w:p>
        </w:tc>
        <w:tc>
          <w:tcPr>
            <w:tcW w:w="662" w:type="dxa"/>
            <w:tcBorders>
              <w:top w:val="single" w:sz="4" w:space="0" w:color="auto"/>
              <w:left w:val="single" w:sz="4" w:space="0" w:color="auto"/>
              <w:bottom w:val="single" w:sz="4" w:space="0" w:color="auto"/>
              <w:right w:val="single" w:sz="4" w:space="0" w:color="auto"/>
            </w:tcBorders>
          </w:tcPr>
          <w:p w14:paraId="0976A571" w14:textId="77777777" w:rsidR="00C25B7D" w:rsidRPr="00E062F1" w:rsidRDefault="00C25B7D" w:rsidP="00C25B7D">
            <w:pPr>
              <w:pStyle w:val="TAC"/>
              <w:rPr>
                <w:rFonts w:eastAsia="Yu Mincho"/>
                <w:szCs w:val="18"/>
              </w:rPr>
            </w:pPr>
            <w:r>
              <w:rPr>
                <w:rFonts w:hint="eastAsia"/>
                <w:szCs w:val="18"/>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27B591A8"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7BA196F2" w14:textId="77777777" w:rsidR="00C25B7D" w:rsidRPr="00E062F1" w:rsidRDefault="00C25B7D" w:rsidP="00C25B7D">
            <w:pPr>
              <w:pStyle w:val="TAC"/>
              <w:rPr>
                <w:szCs w:val="18"/>
                <w:lang w:eastAsia="zh-CN"/>
              </w:rPr>
            </w:pPr>
          </w:p>
        </w:tc>
      </w:tr>
      <w:tr w:rsidR="00C25B7D" w:rsidRPr="00E062F1" w14:paraId="4EF84F73"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1CBC02C" w14:textId="77777777" w:rsidR="00C25B7D" w:rsidRPr="00E062F1" w:rsidRDefault="00C25B7D" w:rsidP="00C25B7D">
            <w:pPr>
              <w:pStyle w:val="TAC"/>
              <w:rPr>
                <w:rFonts w:cs="Arial"/>
                <w:szCs w:val="18"/>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509808B0" w14:textId="77777777" w:rsidR="00C25B7D" w:rsidRPr="00E062F1" w:rsidRDefault="00C25B7D" w:rsidP="00C25B7D">
            <w:pPr>
              <w:pStyle w:val="TAC"/>
              <w:rPr>
                <w:rFonts w:cs="Arial"/>
                <w:szCs w:val="18"/>
                <w:lang w:eastAsia="zh-CN"/>
              </w:rPr>
            </w:pPr>
          </w:p>
        </w:tc>
        <w:tc>
          <w:tcPr>
            <w:tcW w:w="737" w:type="dxa"/>
            <w:tcBorders>
              <w:left w:val="single" w:sz="4" w:space="0" w:color="auto"/>
              <w:right w:val="single" w:sz="4" w:space="0" w:color="auto"/>
            </w:tcBorders>
          </w:tcPr>
          <w:p w14:paraId="73922FD3"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4A4198C1" w14:textId="7C4AF8BB" w:rsidR="00C25B7D" w:rsidRPr="00E062F1" w:rsidRDefault="00C25B7D" w:rsidP="00C25B7D">
            <w:pPr>
              <w:pStyle w:val="TAC"/>
              <w:rPr>
                <w:rFonts w:eastAsia="Yu Mincho"/>
                <w:szCs w:val="18"/>
              </w:rPr>
            </w:pPr>
            <w:r w:rsidRPr="00E062F1">
              <w:rPr>
                <w:rFonts w:cs="Arial"/>
                <w:szCs w:val="18"/>
                <w:lang w:eastAsia="zh-CN"/>
              </w:rPr>
              <w:t>See CA_n261(G-H) in Table 5.5A.2-2 in TS 38.101-2</w:t>
            </w:r>
          </w:p>
        </w:tc>
        <w:tc>
          <w:tcPr>
            <w:tcW w:w="1345" w:type="dxa"/>
            <w:tcBorders>
              <w:top w:val="nil"/>
              <w:left w:val="single" w:sz="4" w:space="0" w:color="auto"/>
              <w:bottom w:val="single" w:sz="4" w:space="0" w:color="auto"/>
              <w:right w:val="single" w:sz="4" w:space="0" w:color="auto"/>
            </w:tcBorders>
            <w:shd w:val="clear" w:color="auto" w:fill="auto"/>
          </w:tcPr>
          <w:p w14:paraId="518DFB8E" w14:textId="77777777" w:rsidR="00C25B7D" w:rsidRPr="00E062F1" w:rsidRDefault="00C25B7D" w:rsidP="00C25B7D">
            <w:pPr>
              <w:pStyle w:val="TAC"/>
              <w:rPr>
                <w:szCs w:val="18"/>
                <w:lang w:eastAsia="zh-CN"/>
              </w:rPr>
            </w:pPr>
          </w:p>
        </w:tc>
      </w:tr>
      <w:tr w:rsidR="00C25B7D" w:rsidRPr="00E062F1" w14:paraId="00BAD599"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4396D8D5" w14:textId="77777777" w:rsidR="00C25B7D" w:rsidRPr="00E062F1" w:rsidRDefault="00C25B7D" w:rsidP="00C25B7D">
            <w:pPr>
              <w:pStyle w:val="TAC"/>
              <w:rPr>
                <w:rFonts w:cs="Arial"/>
                <w:szCs w:val="18"/>
                <w:lang w:eastAsia="zh-CN"/>
              </w:rPr>
            </w:pPr>
            <w:r w:rsidRPr="00E062F1">
              <w:rPr>
                <w:rFonts w:cs="Arial"/>
                <w:szCs w:val="18"/>
                <w:lang w:eastAsia="zh-CN"/>
              </w:rPr>
              <w:t>CA_n77A-n261(G-I)</w:t>
            </w:r>
          </w:p>
        </w:tc>
        <w:tc>
          <w:tcPr>
            <w:tcW w:w="1232" w:type="dxa"/>
            <w:tcBorders>
              <w:left w:val="single" w:sz="4" w:space="0" w:color="auto"/>
              <w:bottom w:val="nil"/>
              <w:right w:val="single" w:sz="4" w:space="0" w:color="auto"/>
            </w:tcBorders>
            <w:shd w:val="clear" w:color="auto" w:fill="auto"/>
          </w:tcPr>
          <w:p w14:paraId="0D09319C" w14:textId="77777777" w:rsidR="00C25B7D" w:rsidRPr="00E062F1" w:rsidRDefault="00C25B7D" w:rsidP="00C25B7D">
            <w:pPr>
              <w:pStyle w:val="TAC"/>
              <w:rPr>
                <w:rFonts w:cs="Arial"/>
                <w:szCs w:val="18"/>
                <w:lang w:eastAsia="zh-CN"/>
              </w:rPr>
            </w:pPr>
            <w:r w:rsidRPr="00E062F1">
              <w:rPr>
                <w:rFonts w:cs="Arial"/>
                <w:szCs w:val="18"/>
                <w:lang w:eastAsia="zh-CN"/>
              </w:rPr>
              <w:t>CA_n77A-n261A</w:t>
            </w:r>
          </w:p>
        </w:tc>
        <w:tc>
          <w:tcPr>
            <w:tcW w:w="737" w:type="dxa"/>
            <w:tcBorders>
              <w:left w:val="single" w:sz="4" w:space="0" w:color="auto"/>
              <w:right w:val="single" w:sz="4" w:space="0" w:color="auto"/>
            </w:tcBorders>
          </w:tcPr>
          <w:p w14:paraId="34C0D310" w14:textId="77777777" w:rsidR="00C25B7D" w:rsidRPr="00E062F1" w:rsidRDefault="00C25B7D" w:rsidP="00C25B7D">
            <w:pPr>
              <w:pStyle w:val="TAC"/>
              <w:rPr>
                <w:rFonts w:cs="Arial"/>
                <w:szCs w:val="18"/>
                <w:lang w:eastAsia="zh-CN"/>
              </w:rPr>
            </w:pPr>
            <w:r w:rsidRPr="00E062F1">
              <w:rPr>
                <w:rFonts w:cs="Arial"/>
                <w:szCs w:val="18"/>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65229E43"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7C1E6B38" w14:textId="77777777" w:rsidR="00C25B7D" w:rsidRPr="00E062F1" w:rsidRDefault="00C25B7D" w:rsidP="00C25B7D">
            <w:pPr>
              <w:pStyle w:val="TAC"/>
              <w:rPr>
                <w:rFonts w:cs="Arial"/>
                <w:szCs w:val="18"/>
                <w:lang w:eastAsia="zh-CN"/>
              </w:rPr>
            </w:pPr>
            <w:r>
              <w:rPr>
                <w:rFonts w:cs="Arial" w:hint="eastAsia"/>
                <w:szCs w:val="18"/>
                <w:lang w:eastAsia="zh-CN"/>
              </w:rPr>
              <w:t>10</w:t>
            </w:r>
          </w:p>
        </w:tc>
        <w:tc>
          <w:tcPr>
            <w:tcW w:w="685" w:type="dxa"/>
            <w:gridSpan w:val="2"/>
            <w:tcBorders>
              <w:top w:val="single" w:sz="4" w:space="0" w:color="auto"/>
              <w:left w:val="single" w:sz="4" w:space="0" w:color="auto"/>
              <w:bottom w:val="single" w:sz="4" w:space="0" w:color="auto"/>
              <w:right w:val="single" w:sz="4" w:space="0" w:color="auto"/>
            </w:tcBorders>
          </w:tcPr>
          <w:p w14:paraId="36043F5A" w14:textId="77777777" w:rsidR="00C25B7D" w:rsidRPr="00E062F1" w:rsidRDefault="00C25B7D" w:rsidP="00C25B7D">
            <w:pPr>
              <w:pStyle w:val="TAC"/>
              <w:rPr>
                <w:rFonts w:cs="Arial"/>
                <w:szCs w:val="18"/>
                <w:lang w:eastAsia="zh-CN"/>
              </w:rPr>
            </w:pPr>
            <w:r>
              <w:rPr>
                <w:rFonts w:cs="Arial" w:hint="eastAsia"/>
                <w:szCs w:val="18"/>
                <w:lang w:eastAsia="zh-CN"/>
              </w:rPr>
              <w:t>15</w:t>
            </w:r>
          </w:p>
        </w:tc>
        <w:tc>
          <w:tcPr>
            <w:tcW w:w="657" w:type="dxa"/>
            <w:tcBorders>
              <w:top w:val="single" w:sz="4" w:space="0" w:color="auto"/>
              <w:left w:val="single" w:sz="4" w:space="0" w:color="auto"/>
              <w:bottom w:val="single" w:sz="4" w:space="0" w:color="auto"/>
              <w:right w:val="single" w:sz="4" w:space="0" w:color="auto"/>
            </w:tcBorders>
          </w:tcPr>
          <w:p w14:paraId="5BFF2AD9" w14:textId="77777777" w:rsidR="00C25B7D" w:rsidRPr="00E062F1" w:rsidRDefault="00C25B7D" w:rsidP="00C25B7D">
            <w:pPr>
              <w:pStyle w:val="TAC"/>
              <w:rPr>
                <w:rFonts w:cs="Arial"/>
                <w:szCs w:val="18"/>
                <w:lang w:eastAsia="zh-CN"/>
              </w:rPr>
            </w:pPr>
            <w:r>
              <w:rPr>
                <w:rFonts w:cs="Arial" w:hint="eastAsia"/>
                <w:szCs w:val="18"/>
                <w:lang w:eastAsia="zh-CN"/>
              </w:rPr>
              <w:t>20</w:t>
            </w:r>
          </w:p>
        </w:tc>
        <w:tc>
          <w:tcPr>
            <w:tcW w:w="680" w:type="dxa"/>
            <w:gridSpan w:val="2"/>
            <w:tcBorders>
              <w:top w:val="single" w:sz="4" w:space="0" w:color="auto"/>
              <w:left w:val="single" w:sz="4" w:space="0" w:color="auto"/>
              <w:bottom w:val="single" w:sz="4" w:space="0" w:color="auto"/>
              <w:right w:val="single" w:sz="4" w:space="0" w:color="auto"/>
            </w:tcBorders>
          </w:tcPr>
          <w:p w14:paraId="671BA7CA" w14:textId="77777777" w:rsidR="00C25B7D" w:rsidRPr="00E062F1" w:rsidRDefault="00C25B7D" w:rsidP="00C25B7D">
            <w:pPr>
              <w:pStyle w:val="TAC"/>
              <w:rPr>
                <w:rFonts w:cs="Arial"/>
                <w:szCs w:val="18"/>
                <w:lang w:eastAsia="zh-CN"/>
              </w:rPr>
            </w:pPr>
            <w:r>
              <w:rPr>
                <w:rFonts w:cs="Arial" w:hint="eastAsia"/>
                <w:szCs w:val="18"/>
                <w:lang w:eastAsia="zh-CN"/>
              </w:rPr>
              <w:t>25</w:t>
            </w:r>
          </w:p>
        </w:tc>
        <w:tc>
          <w:tcPr>
            <w:tcW w:w="662" w:type="dxa"/>
            <w:tcBorders>
              <w:top w:val="single" w:sz="4" w:space="0" w:color="auto"/>
              <w:left w:val="single" w:sz="4" w:space="0" w:color="auto"/>
              <w:bottom w:val="single" w:sz="4" w:space="0" w:color="auto"/>
              <w:right w:val="single" w:sz="4" w:space="0" w:color="auto"/>
            </w:tcBorders>
          </w:tcPr>
          <w:p w14:paraId="2B00CBDF" w14:textId="77777777" w:rsidR="00C25B7D" w:rsidRPr="00E062F1" w:rsidRDefault="00C25B7D" w:rsidP="00C25B7D">
            <w:pPr>
              <w:pStyle w:val="TAC"/>
              <w:rPr>
                <w:rFonts w:cs="Arial"/>
                <w:szCs w:val="18"/>
                <w:lang w:eastAsia="zh-CN"/>
              </w:rPr>
            </w:pPr>
            <w:r>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5899FB88" w14:textId="77777777" w:rsidR="00C25B7D" w:rsidRPr="00E062F1" w:rsidRDefault="00C25B7D" w:rsidP="00C25B7D">
            <w:pPr>
              <w:pStyle w:val="TAC"/>
              <w:rPr>
                <w:rFonts w:cs="Arial"/>
                <w:szCs w:val="18"/>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26538239" w14:textId="77777777" w:rsidR="00C25B7D" w:rsidRPr="00E062F1" w:rsidRDefault="00C25B7D" w:rsidP="00C25B7D">
            <w:pPr>
              <w:pStyle w:val="TAC"/>
              <w:rPr>
                <w:rFonts w:cs="Arial"/>
                <w:szCs w:val="18"/>
                <w:lang w:eastAsia="zh-CN"/>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CB79B2C" w14:textId="77777777" w:rsidR="00C25B7D" w:rsidRPr="00E062F1" w:rsidRDefault="00C25B7D" w:rsidP="00C25B7D">
            <w:pPr>
              <w:pStyle w:val="TAC"/>
              <w:rPr>
                <w:rFonts w:cs="Arial"/>
                <w:szCs w:val="18"/>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5AC8D859" w14:textId="77777777" w:rsidR="00C25B7D" w:rsidRPr="00E062F1" w:rsidRDefault="00C25B7D" w:rsidP="00C25B7D">
            <w:pPr>
              <w:pStyle w:val="TAC"/>
              <w:rPr>
                <w:rFonts w:cs="Arial"/>
                <w:szCs w:val="18"/>
                <w:lang w:eastAsia="ja-JP"/>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6620C7CA" w14:textId="77777777" w:rsidR="00C25B7D" w:rsidRPr="00E062F1" w:rsidRDefault="00C25B7D" w:rsidP="00C25B7D">
            <w:pPr>
              <w:pStyle w:val="TAC"/>
              <w:rPr>
                <w:rFonts w:cs="Arial"/>
                <w:szCs w:val="18"/>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129D7B15" w14:textId="77777777" w:rsidR="00C25B7D" w:rsidRPr="00E062F1" w:rsidRDefault="00C25B7D" w:rsidP="00C25B7D">
            <w:pPr>
              <w:pStyle w:val="TAC"/>
              <w:rPr>
                <w:rFonts w:cs="Arial"/>
                <w:szCs w:val="18"/>
              </w:rPr>
            </w:pPr>
            <w:r>
              <w:rPr>
                <w:rFonts w:cs="Arial" w:hint="eastAsia"/>
                <w:szCs w:val="18"/>
                <w:lang w:eastAsia="zh-CN"/>
              </w:rPr>
              <w:t>90</w:t>
            </w:r>
          </w:p>
        </w:tc>
        <w:tc>
          <w:tcPr>
            <w:tcW w:w="680" w:type="dxa"/>
            <w:gridSpan w:val="2"/>
            <w:tcBorders>
              <w:top w:val="single" w:sz="4" w:space="0" w:color="auto"/>
              <w:left w:val="single" w:sz="4" w:space="0" w:color="auto"/>
              <w:bottom w:val="single" w:sz="4" w:space="0" w:color="auto"/>
              <w:right w:val="single" w:sz="4" w:space="0" w:color="auto"/>
            </w:tcBorders>
          </w:tcPr>
          <w:p w14:paraId="3E87A148" w14:textId="77777777" w:rsidR="00C25B7D" w:rsidRPr="00E062F1" w:rsidRDefault="00C25B7D" w:rsidP="00C25B7D">
            <w:pPr>
              <w:pStyle w:val="TAC"/>
              <w:rPr>
                <w:rFonts w:cs="Arial"/>
                <w:szCs w:val="18"/>
              </w:rPr>
            </w:pPr>
            <w:r>
              <w:rPr>
                <w:rFonts w:cs="Arial" w:hint="eastAsia"/>
                <w:szCs w:val="18"/>
                <w:lang w:eastAsia="zh-CN"/>
              </w:rPr>
              <w:t>100</w:t>
            </w:r>
          </w:p>
        </w:tc>
        <w:tc>
          <w:tcPr>
            <w:tcW w:w="662" w:type="dxa"/>
            <w:tcBorders>
              <w:top w:val="single" w:sz="4" w:space="0" w:color="auto"/>
              <w:left w:val="single" w:sz="4" w:space="0" w:color="auto"/>
              <w:bottom w:val="single" w:sz="4" w:space="0" w:color="auto"/>
              <w:right w:val="single" w:sz="4" w:space="0" w:color="auto"/>
            </w:tcBorders>
          </w:tcPr>
          <w:p w14:paraId="74431A06" w14:textId="77777777" w:rsidR="00C25B7D" w:rsidRPr="00E062F1" w:rsidRDefault="00C25B7D" w:rsidP="00C25B7D">
            <w:pPr>
              <w:pStyle w:val="TAC"/>
              <w:rPr>
                <w:rFonts w:eastAsia="Yu Mincho"/>
                <w:szCs w:val="18"/>
              </w:rPr>
            </w:pPr>
            <w:r>
              <w:rPr>
                <w:rFonts w:hint="eastAsia"/>
                <w:szCs w:val="18"/>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4D4A5456"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37924055" w14:textId="77777777" w:rsidR="00C25B7D" w:rsidRPr="00E062F1" w:rsidRDefault="00C25B7D" w:rsidP="00C25B7D">
            <w:pPr>
              <w:pStyle w:val="TAC"/>
              <w:rPr>
                <w:szCs w:val="18"/>
                <w:lang w:eastAsia="zh-CN"/>
              </w:rPr>
            </w:pPr>
          </w:p>
        </w:tc>
      </w:tr>
      <w:tr w:rsidR="00C25B7D" w:rsidRPr="00E062F1" w14:paraId="3E28E516"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AA10475" w14:textId="77777777" w:rsidR="00C25B7D" w:rsidRPr="00E062F1" w:rsidRDefault="00C25B7D" w:rsidP="00C25B7D">
            <w:pPr>
              <w:pStyle w:val="TAC"/>
              <w:rPr>
                <w:rFonts w:cs="Arial"/>
                <w:szCs w:val="18"/>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2E34C6FC" w14:textId="77777777" w:rsidR="00C25B7D" w:rsidRPr="00E062F1" w:rsidRDefault="00C25B7D" w:rsidP="00C25B7D">
            <w:pPr>
              <w:pStyle w:val="TAC"/>
              <w:rPr>
                <w:rFonts w:cs="Arial"/>
                <w:szCs w:val="18"/>
                <w:lang w:eastAsia="zh-CN"/>
              </w:rPr>
            </w:pPr>
          </w:p>
        </w:tc>
        <w:tc>
          <w:tcPr>
            <w:tcW w:w="737" w:type="dxa"/>
            <w:tcBorders>
              <w:left w:val="single" w:sz="4" w:space="0" w:color="auto"/>
              <w:right w:val="single" w:sz="4" w:space="0" w:color="auto"/>
            </w:tcBorders>
          </w:tcPr>
          <w:p w14:paraId="39C285A8" w14:textId="77777777" w:rsidR="00C25B7D" w:rsidRPr="00E062F1" w:rsidRDefault="00C25B7D" w:rsidP="00C25B7D">
            <w:pPr>
              <w:pStyle w:val="TAC"/>
              <w:rPr>
                <w:rFonts w:cs="Arial"/>
                <w:szCs w:val="18"/>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768E4087" w14:textId="594B35EB" w:rsidR="00C25B7D" w:rsidRPr="00E062F1" w:rsidRDefault="00C25B7D" w:rsidP="00C25B7D">
            <w:pPr>
              <w:pStyle w:val="TAC"/>
              <w:rPr>
                <w:rFonts w:eastAsia="Yu Mincho"/>
                <w:szCs w:val="18"/>
              </w:rPr>
            </w:pPr>
            <w:r w:rsidRPr="00E062F1">
              <w:rPr>
                <w:rFonts w:cs="Arial"/>
                <w:szCs w:val="18"/>
                <w:lang w:eastAsia="zh-CN"/>
              </w:rPr>
              <w:t>See CA_n261(G-I) in Table 5.5A.2-1 in TS 38.101-2</w:t>
            </w:r>
          </w:p>
        </w:tc>
        <w:tc>
          <w:tcPr>
            <w:tcW w:w="1345" w:type="dxa"/>
            <w:tcBorders>
              <w:top w:val="nil"/>
              <w:left w:val="single" w:sz="4" w:space="0" w:color="auto"/>
              <w:bottom w:val="single" w:sz="4" w:space="0" w:color="auto"/>
              <w:right w:val="single" w:sz="4" w:space="0" w:color="auto"/>
            </w:tcBorders>
            <w:shd w:val="clear" w:color="auto" w:fill="auto"/>
          </w:tcPr>
          <w:p w14:paraId="4A4E6FEE" w14:textId="77777777" w:rsidR="00C25B7D" w:rsidRPr="00E062F1" w:rsidRDefault="00C25B7D" w:rsidP="00C25B7D">
            <w:pPr>
              <w:pStyle w:val="TAC"/>
              <w:rPr>
                <w:szCs w:val="18"/>
                <w:lang w:eastAsia="zh-CN"/>
              </w:rPr>
            </w:pPr>
          </w:p>
        </w:tc>
      </w:tr>
      <w:tr w:rsidR="00C25B7D" w:rsidRPr="00E062F1" w14:paraId="6560006C"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471882DF" w14:textId="77777777" w:rsidR="00C25B7D" w:rsidRPr="00E062F1" w:rsidRDefault="00C25B7D" w:rsidP="00C25B7D">
            <w:pPr>
              <w:pStyle w:val="TAC"/>
            </w:pPr>
            <w:r w:rsidRPr="00E062F1">
              <w:rPr>
                <w:rFonts w:cs="Arial"/>
                <w:szCs w:val="18"/>
                <w:lang w:eastAsia="zh-CN"/>
              </w:rPr>
              <w:t>CA_n77A-n261(H-I)</w:t>
            </w:r>
          </w:p>
        </w:tc>
        <w:tc>
          <w:tcPr>
            <w:tcW w:w="1232" w:type="dxa"/>
            <w:tcBorders>
              <w:left w:val="single" w:sz="4" w:space="0" w:color="auto"/>
              <w:bottom w:val="nil"/>
              <w:right w:val="single" w:sz="4" w:space="0" w:color="auto"/>
            </w:tcBorders>
            <w:shd w:val="clear" w:color="auto" w:fill="auto"/>
          </w:tcPr>
          <w:p w14:paraId="12618EE3" w14:textId="77777777" w:rsidR="00C25B7D" w:rsidRPr="00E062F1" w:rsidRDefault="00C25B7D" w:rsidP="00C25B7D">
            <w:pPr>
              <w:pStyle w:val="TAC"/>
            </w:pPr>
            <w:r w:rsidRPr="00E062F1">
              <w:rPr>
                <w:rFonts w:cs="Arial"/>
                <w:szCs w:val="18"/>
                <w:lang w:eastAsia="zh-CN"/>
              </w:rPr>
              <w:t>CA_n77A-n261A</w:t>
            </w:r>
          </w:p>
        </w:tc>
        <w:tc>
          <w:tcPr>
            <w:tcW w:w="737" w:type="dxa"/>
            <w:tcBorders>
              <w:left w:val="single" w:sz="4" w:space="0" w:color="auto"/>
              <w:right w:val="single" w:sz="4" w:space="0" w:color="auto"/>
            </w:tcBorders>
          </w:tcPr>
          <w:p w14:paraId="43B36731" w14:textId="77777777" w:rsidR="00C25B7D" w:rsidRPr="00E062F1" w:rsidRDefault="00C25B7D" w:rsidP="00C25B7D">
            <w:pPr>
              <w:pStyle w:val="TAC"/>
              <w:rPr>
                <w:lang w:eastAsia="zh-CN"/>
              </w:rPr>
            </w:pPr>
            <w:r w:rsidRPr="00E062F1">
              <w:rPr>
                <w:rFonts w:cs="Arial"/>
                <w:szCs w:val="18"/>
                <w:lang w:eastAsia="zh-CN"/>
              </w:rPr>
              <w:t>n77</w:t>
            </w:r>
          </w:p>
        </w:tc>
        <w:tc>
          <w:tcPr>
            <w:tcW w:w="671" w:type="dxa"/>
            <w:tcBorders>
              <w:top w:val="single" w:sz="4" w:space="0" w:color="auto"/>
              <w:left w:val="single" w:sz="4" w:space="0" w:color="auto"/>
              <w:bottom w:val="single" w:sz="4" w:space="0" w:color="auto"/>
              <w:right w:val="single" w:sz="4" w:space="0" w:color="auto"/>
            </w:tcBorders>
          </w:tcPr>
          <w:p w14:paraId="64A81140"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1EAA9DA4" w14:textId="77777777" w:rsidR="00C25B7D" w:rsidRPr="00E062F1" w:rsidRDefault="00C25B7D" w:rsidP="00C25B7D">
            <w:pPr>
              <w:pStyle w:val="TAC"/>
              <w:rPr>
                <w:rFonts w:cs="Arial"/>
                <w:lang w:eastAsia="zh-CN"/>
              </w:rPr>
            </w:pPr>
            <w:r>
              <w:rPr>
                <w:rFonts w:cs="Arial"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126E6ACE" w14:textId="77777777" w:rsidR="00C25B7D" w:rsidRPr="00E062F1" w:rsidRDefault="00C25B7D" w:rsidP="00C25B7D">
            <w:pPr>
              <w:pStyle w:val="TAC"/>
              <w:rPr>
                <w:rFonts w:cs="Arial"/>
                <w:lang w:eastAsia="zh-CN"/>
              </w:rPr>
            </w:pPr>
            <w:r>
              <w:rPr>
                <w:rFonts w:cs="Arial"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31042C97" w14:textId="77777777" w:rsidR="00C25B7D" w:rsidRPr="00E062F1" w:rsidRDefault="00C25B7D" w:rsidP="00C25B7D">
            <w:pPr>
              <w:pStyle w:val="TAC"/>
              <w:rPr>
                <w:rFonts w:cs="Arial"/>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82F68D6" w14:textId="77777777" w:rsidR="00C25B7D" w:rsidRPr="00E062F1" w:rsidRDefault="00C25B7D" w:rsidP="00C25B7D">
            <w:pPr>
              <w:pStyle w:val="TAC"/>
              <w:rPr>
                <w:rFonts w:cs="Arial"/>
                <w:lang w:eastAsia="zh-CN"/>
              </w:rPr>
            </w:pPr>
            <w:r>
              <w:rPr>
                <w:rFonts w:cs="Arial" w:hint="eastAsia"/>
                <w:szCs w:val="18"/>
                <w:lang w:eastAsia="zh-CN"/>
              </w:rPr>
              <w:t>25</w:t>
            </w:r>
          </w:p>
        </w:tc>
        <w:tc>
          <w:tcPr>
            <w:tcW w:w="671" w:type="dxa"/>
            <w:gridSpan w:val="2"/>
            <w:tcBorders>
              <w:top w:val="single" w:sz="4" w:space="0" w:color="auto"/>
              <w:left w:val="single" w:sz="4" w:space="0" w:color="auto"/>
              <w:bottom w:val="single" w:sz="4" w:space="0" w:color="auto"/>
              <w:right w:val="single" w:sz="4" w:space="0" w:color="auto"/>
            </w:tcBorders>
          </w:tcPr>
          <w:p w14:paraId="1DD59443" w14:textId="77777777" w:rsidR="00C25B7D" w:rsidRPr="00E062F1" w:rsidRDefault="00C25B7D" w:rsidP="00C25B7D">
            <w:pPr>
              <w:pStyle w:val="TAC"/>
              <w:rPr>
                <w:rFonts w:cs="Arial"/>
                <w:lang w:eastAsia="zh-CN"/>
              </w:rPr>
            </w:pPr>
            <w:r>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25A5A2DC" w14:textId="77777777" w:rsidR="00C25B7D" w:rsidRPr="00E062F1" w:rsidRDefault="00C25B7D" w:rsidP="00C25B7D">
            <w:pPr>
              <w:pStyle w:val="TAC"/>
              <w:rPr>
                <w:rFonts w:cs="Arial"/>
                <w:lang w:eastAsia="zh-CN"/>
              </w:rPr>
            </w:pPr>
            <w:r>
              <w:rPr>
                <w:rFonts w:cs="Arial"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5E65A790" w14:textId="77777777" w:rsidR="00C25B7D" w:rsidRPr="00E062F1" w:rsidRDefault="00C25B7D" w:rsidP="00C25B7D">
            <w:pPr>
              <w:pStyle w:val="TAC"/>
              <w:rPr>
                <w:rFonts w:cs="Arial"/>
                <w:lang w:eastAsia="ja-JP"/>
              </w:rPr>
            </w:pPr>
            <w:r>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7CDA30C0" w14:textId="77777777" w:rsidR="00C25B7D" w:rsidRPr="00E062F1" w:rsidRDefault="00C25B7D" w:rsidP="00C25B7D">
            <w:pPr>
              <w:pStyle w:val="TAC"/>
              <w:rPr>
                <w:rFonts w:cs="Arial"/>
                <w:lang w:eastAsia="ja-JP"/>
              </w:rPr>
            </w:pPr>
            <w:r>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598D361A" w14:textId="77777777" w:rsidR="00C25B7D" w:rsidRPr="00E062F1" w:rsidRDefault="00C25B7D" w:rsidP="00C25B7D">
            <w:pPr>
              <w:pStyle w:val="TAC"/>
              <w:rPr>
                <w:rFonts w:cs="Arial"/>
                <w:lang w:eastAsia="ja-JP"/>
              </w:rPr>
            </w:pPr>
            <w:r>
              <w:rPr>
                <w:rFonts w:cs="Arial" w:hint="eastAsia"/>
                <w:szCs w:val="18"/>
                <w:lang w:eastAsia="zh-CN"/>
              </w:rPr>
              <w:t>70</w:t>
            </w:r>
            <w:r>
              <w:rPr>
                <w:rFonts w:cs="Arial"/>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19616322" w14:textId="77777777" w:rsidR="00C25B7D" w:rsidRPr="00E062F1" w:rsidRDefault="00C25B7D" w:rsidP="00C25B7D">
            <w:pPr>
              <w:pStyle w:val="TAC"/>
              <w:rPr>
                <w:rFonts w:cs="Arial"/>
                <w:lang w:eastAsia="ja-JP"/>
              </w:rPr>
            </w:pPr>
            <w:r>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824C11B" w14:textId="77777777" w:rsidR="00C25B7D" w:rsidRPr="00E062F1" w:rsidRDefault="00C25B7D" w:rsidP="00C25B7D">
            <w:pPr>
              <w:pStyle w:val="TAC"/>
              <w:rPr>
                <w:rFonts w:cs="Arial"/>
                <w:lang w:eastAsia="ja-JP"/>
              </w:rPr>
            </w:pPr>
            <w:r>
              <w:rPr>
                <w:rFonts w:cs="Arial"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4510F3A9" w14:textId="77777777" w:rsidR="00C25B7D" w:rsidRPr="00E062F1" w:rsidRDefault="00C25B7D" w:rsidP="00C25B7D">
            <w:pPr>
              <w:pStyle w:val="TAC"/>
              <w:rPr>
                <w:rFonts w:cs="Arial"/>
                <w:lang w:eastAsia="ja-JP"/>
              </w:rPr>
            </w:pPr>
            <w:r>
              <w:rPr>
                <w:rFonts w:cs="Arial"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366085D8" w14:textId="77777777" w:rsidR="00C25B7D" w:rsidRPr="00E062F1" w:rsidRDefault="00C25B7D" w:rsidP="00C25B7D">
            <w:pPr>
              <w:pStyle w:val="TAC"/>
              <w:rPr>
                <w:rFonts w:eastAsia="Yu Mincho"/>
                <w:szCs w:val="18"/>
              </w:rPr>
            </w:pPr>
            <w:r>
              <w:rPr>
                <w:rFonts w:hint="eastAsia"/>
                <w:szCs w:val="18"/>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2FFB7514"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5CC7504A" w14:textId="77777777" w:rsidR="00C25B7D" w:rsidRPr="00E062F1" w:rsidRDefault="00C25B7D" w:rsidP="00C25B7D">
            <w:pPr>
              <w:pStyle w:val="TAC"/>
              <w:rPr>
                <w:szCs w:val="18"/>
                <w:lang w:eastAsia="zh-CN"/>
              </w:rPr>
            </w:pPr>
          </w:p>
        </w:tc>
      </w:tr>
      <w:tr w:rsidR="00C25B7D" w:rsidRPr="00E062F1" w14:paraId="729369B1"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2EFD0B66"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3CAB0B91" w14:textId="77777777" w:rsidR="00C25B7D" w:rsidRPr="00E062F1" w:rsidRDefault="00C25B7D" w:rsidP="00C25B7D">
            <w:pPr>
              <w:pStyle w:val="TAC"/>
            </w:pPr>
          </w:p>
        </w:tc>
        <w:tc>
          <w:tcPr>
            <w:tcW w:w="737" w:type="dxa"/>
            <w:tcBorders>
              <w:left w:val="single" w:sz="4" w:space="0" w:color="auto"/>
              <w:right w:val="single" w:sz="4" w:space="0" w:color="auto"/>
            </w:tcBorders>
          </w:tcPr>
          <w:p w14:paraId="08E78668" w14:textId="77777777" w:rsidR="00C25B7D" w:rsidRPr="00E062F1" w:rsidRDefault="00C25B7D" w:rsidP="00C25B7D">
            <w:pPr>
              <w:pStyle w:val="TAC"/>
              <w:rPr>
                <w:lang w:eastAsia="zh-CN"/>
              </w:rPr>
            </w:pPr>
            <w:r w:rsidRPr="00E062F1">
              <w:rPr>
                <w:rFonts w:cs="Arial"/>
                <w:szCs w:val="18"/>
                <w:lang w:eastAsia="zh-CN"/>
              </w:rPr>
              <w:t>n261</w:t>
            </w:r>
          </w:p>
        </w:tc>
        <w:tc>
          <w:tcPr>
            <w:tcW w:w="10073" w:type="dxa"/>
            <w:gridSpan w:val="18"/>
            <w:tcBorders>
              <w:top w:val="single" w:sz="4" w:space="0" w:color="auto"/>
              <w:left w:val="single" w:sz="4" w:space="0" w:color="auto"/>
              <w:bottom w:val="single" w:sz="4" w:space="0" w:color="auto"/>
              <w:right w:val="single" w:sz="4" w:space="0" w:color="auto"/>
            </w:tcBorders>
          </w:tcPr>
          <w:p w14:paraId="351BF742" w14:textId="731113BE" w:rsidR="00C25B7D" w:rsidRPr="00E062F1" w:rsidRDefault="00C25B7D" w:rsidP="00C25B7D">
            <w:pPr>
              <w:pStyle w:val="TAC"/>
              <w:rPr>
                <w:rFonts w:eastAsia="Yu Mincho"/>
                <w:szCs w:val="18"/>
              </w:rPr>
            </w:pPr>
            <w:r w:rsidRPr="00E062F1">
              <w:rPr>
                <w:rFonts w:cs="Arial"/>
                <w:szCs w:val="18"/>
                <w:lang w:eastAsia="zh-CN"/>
              </w:rPr>
              <w:t>See CA_n261(H-I) in Table 5.5A.2-2 in TS 38.101-2</w:t>
            </w:r>
          </w:p>
        </w:tc>
        <w:tc>
          <w:tcPr>
            <w:tcW w:w="1345" w:type="dxa"/>
            <w:tcBorders>
              <w:top w:val="nil"/>
              <w:left w:val="single" w:sz="4" w:space="0" w:color="auto"/>
              <w:bottom w:val="single" w:sz="4" w:space="0" w:color="auto"/>
              <w:right w:val="single" w:sz="4" w:space="0" w:color="auto"/>
            </w:tcBorders>
            <w:shd w:val="clear" w:color="auto" w:fill="auto"/>
          </w:tcPr>
          <w:p w14:paraId="0CE970A7" w14:textId="77777777" w:rsidR="00C25B7D" w:rsidRPr="00E062F1" w:rsidRDefault="00C25B7D" w:rsidP="00C25B7D">
            <w:pPr>
              <w:pStyle w:val="TAC"/>
              <w:rPr>
                <w:szCs w:val="18"/>
                <w:lang w:eastAsia="zh-CN"/>
              </w:rPr>
            </w:pPr>
          </w:p>
        </w:tc>
      </w:tr>
      <w:tr w:rsidR="00C25B7D" w:rsidRPr="00E062F1" w14:paraId="18CBC5F5"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9F72CA2"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w:t>
            </w:r>
            <w:r w:rsidRPr="00E062F1">
              <w:t>A</w:t>
            </w:r>
          </w:p>
        </w:tc>
        <w:tc>
          <w:tcPr>
            <w:tcW w:w="1232" w:type="dxa"/>
            <w:tcBorders>
              <w:left w:val="single" w:sz="4" w:space="0" w:color="auto"/>
              <w:bottom w:val="nil"/>
              <w:right w:val="single" w:sz="4" w:space="0" w:color="auto"/>
            </w:tcBorders>
            <w:shd w:val="clear" w:color="auto" w:fill="auto"/>
          </w:tcPr>
          <w:p w14:paraId="5A7813EC"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4BA1331A" w14:textId="77777777" w:rsidR="00C25B7D" w:rsidRPr="00E062F1" w:rsidRDefault="00C25B7D" w:rsidP="00C25B7D">
            <w:pPr>
              <w:pStyle w:val="TAC"/>
            </w:pPr>
            <w:r w:rsidRPr="00E062F1">
              <w:rPr>
                <w:lang w:eastAsia="zh-CN"/>
              </w:rPr>
              <w:t>n78</w:t>
            </w:r>
          </w:p>
        </w:tc>
        <w:tc>
          <w:tcPr>
            <w:tcW w:w="671" w:type="dxa"/>
            <w:tcBorders>
              <w:top w:val="single" w:sz="4" w:space="0" w:color="auto"/>
              <w:left w:val="single" w:sz="4" w:space="0" w:color="auto"/>
              <w:bottom w:val="single" w:sz="4" w:space="0" w:color="auto"/>
              <w:right w:val="single" w:sz="4" w:space="0" w:color="auto"/>
            </w:tcBorders>
          </w:tcPr>
          <w:p w14:paraId="60F26B55"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4F0C8408" w14:textId="77777777" w:rsidR="00C25B7D" w:rsidRPr="005F427A" w:rsidRDefault="00C25B7D" w:rsidP="00C25B7D">
            <w:pPr>
              <w:pStyle w:val="TAC"/>
              <w:rPr>
                <w:rFonts w:eastAsiaTheme="minorEastAsia"/>
                <w:szCs w:val="18"/>
                <w:lang w:eastAsia="zh-CN"/>
              </w:rPr>
            </w:pPr>
            <w:r>
              <w:rPr>
                <w:rFonts w:hint="eastAsia"/>
                <w:szCs w:val="18"/>
                <w:lang w:eastAsia="zh-CN"/>
              </w:rPr>
              <w:t>10</w:t>
            </w:r>
          </w:p>
        </w:tc>
        <w:tc>
          <w:tcPr>
            <w:tcW w:w="671" w:type="dxa"/>
            <w:tcBorders>
              <w:top w:val="single" w:sz="4" w:space="0" w:color="auto"/>
              <w:left w:val="single" w:sz="4" w:space="0" w:color="auto"/>
              <w:bottom w:val="single" w:sz="4" w:space="0" w:color="auto"/>
              <w:right w:val="single" w:sz="4" w:space="0" w:color="auto"/>
            </w:tcBorders>
          </w:tcPr>
          <w:p w14:paraId="2E3203D2" w14:textId="77777777" w:rsidR="00C25B7D" w:rsidRPr="005F427A" w:rsidRDefault="00C25B7D" w:rsidP="00C25B7D">
            <w:pPr>
              <w:pStyle w:val="TAC"/>
              <w:rPr>
                <w:rFonts w:eastAsiaTheme="minorEastAsia"/>
                <w:szCs w:val="18"/>
                <w:lang w:eastAsia="zh-CN"/>
              </w:rPr>
            </w:pPr>
            <w:r>
              <w:rPr>
                <w:rFonts w:hint="eastAsia"/>
                <w:szCs w:val="18"/>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FC94BC1" w14:textId="77777777" w:rsidR="00C25B7D" w:rsidRPr="005F427A" w:rsidRDefault="00C25B7D" w:rsidP="00C25B7D">
            <w:pPr>
              <w:pStyle w:val="TAC"/>
              <w:rPr>
                <w:rFonts w:eastAsiaTheme="minorEastAsia"/>
                <w:szCs w:val="18"/>
                <w:lang w:eastAsia="zh-CN"/>
              </w:rPr>
            </w:pPr>
            <w:r>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86C1B5A"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66624FA4"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49641D5" w14:textId="77777777" w:rsidR="00C25B7D" w:rsidRPr="00E062F1" w:rsidRDefault="00C25B7D" w:rsidP="00C25B7D">
            <w:pPr>
              <w:pStyle w:val="TAC"/>
              <w:rPr>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736880DC"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B247B20"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11943034"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D09E97E"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004F863B" w14:textId="77777777" w:rsidR="00C25B7D" w:rsidRPr="00E062F1" w:rsidRDefault="00C25B7D" w:rsidP="00C25B7D">
            <w:pPr>
              <w:pStyle w:val="TAC"/>
              <w:rPr>
                <w:rFonts w:cs="Arial"/>
                <w:lang w:eastAsia="zh-CN"/>
              </w:rPr>
            </w:pPr>
            <w:r>
              <w:rPr>
                <w:rFonts w:cs="Arial" w:hint="eastAsia"/>
                <w:lang w:eastAsia="zh-CN"/>
              </w:rPr>
              <w:t>90</w:t>
            </w:r>
          </w:p>
        </w:tc>
        <w:tc>
          <w:tcPr>
            <w:tcW w:w="671" w:type="dxa"/>
            <w:tcBorders>
              <w:top w:val="single" w:sz="4" w:space="0" w:color="auto"/>
              <w:left w:val="single" w:sz="4" w:space="0" w:color="auto"/>
              <w:bottom w:val="single" w:sz="4" w:space="0" w:color="auto"/>
              <w:right w:val="single" w:sz="4" w:space="0" w:color="auto"/>
            </w:tcBorders>
          </w:tcPr>
          <w:p w14:paraId="05DD37DD"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12B4D622"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3E8784B8" w14:textId="77777777" w:rsidR="00C25B7D" w:rsidRPr="00E062F1" w:rsidRDefault="00C25B7D" w:rsidP="00C25B7D">
            <w:pPr>
              <w:pStyle w:val="TAC"/>
              <w:rPr>
                <w:rFonts w:cs="Arial"/>
                <w:lang w:eastAsia="zh-CN"/>
              </w:rPr>
            </w:pPr>
          </w:p>
        </w:tc>
        <w:tc>
          <w:tcPr>
            <w:tcW w:w="1345" w:type="dxa"/>
            <w:tcBorders>
              <w:left w:val="single" w:sz="4" w:space="0" w:color="auto"/>
              <w:bottom w:val="nil"/>
              <w:right w:val="single" w:sz="4" w:space="0" w:color="auto"/>
            </w:tcBorders>
            <w:shd w:val="clear" w:color="auto" w:fill="auto"/>
          </w:tcPr>
          <w:p w14:paraId="6FFB5A80" w14:textId="77777777" w:rsidR="00C25B7D" w:rsidRPr="005F427A" w:rsidRDefault="00C25B7D" w:rsidP="00C25B7D">
            <w:pPr>
              <w:pStyle w:val="TAC"/>
              <w:rPr>
                <w:rFonts w:eastAsiaTheme="minorEastAsia"/>
                <w:szCs w:val="18"/>
                <w:lang w:eastAsia="zh-CN"/>
              </w:rPr>
            </w:pPr>
            <w:r>
              <w:rPr>
                <w:rFonts w:hint="eastAsia"/>
                <w:szCs w:val="18"/>
                <w:lang w:eastAsia="zh-CN"/>
              </w:rPr>
              <w:t>0</w:t>
            </w:r>
          </w:p>
        </w:tc>
      </w:tr>
      <w:tr w:rsidR="00C25B7D" w:rsidRPr="00E062F1" w14:paraId="1A4F1AA0"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C75F961"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34ECF2FA" w14:textId="77777777" w:rsidR="00C25B7D" w:rsidRPr="00E062F1" w:rsidRDefault="00C25B7D" w:rsidP="00C25B7D">
            <w:pPr>
              <w:pStyle w:val="TAC"/>
            </w:pPr>
          </w:p>
        </w:tc>
        <w:tc>
          <w:tcPr>
            <w:tcW w:w="737" w:type="dxa"/>
            <w:tcBorders>
              <w:left w:val="single" w:sz="4" w:space="0" w:color="auto"/>
              <w:right w:val="single" w:sz="4" w:space="0" w:color="auto"/>
            </w:tcBorders>
          </w:tcPr>
          <w:p w14:paraId="01323A83" w14:textId="77777777" w:rsidR="00C25B7D" w:rsidRPr="00E062F1" w:rsidRDefault="00C25B7D" w:rsidP="00C25B7D">
            <w:pPr>
              <w:pStyle w:val="TAC"/>
            </w:pPr>
            <w:r w:rsidRPr="00E062F1">
              <w:rPr>
                <w:lang w:eastAsia="zh-CN"/>
              </w:rPr>
              <w:t>n257</w:t>
            </w:r>
          </w:p>
        </w:tc>
        <w:tc>
          <w:tcPr>
            <w:tcW w:w="671" w:type="dxa"/>
            <w:tcBorders>
              <w:top w:val="single" w:sz="4" w:space="0" w:color="auto"/>
              <w:left w:val="single" w:sz="4" w:space="0" w:color="auto"/>
              <w:bottom w:val="single" w:sz="4" w:space="0" w:color="auto"/>
              <w:right w:val="single" w:sz="4" w:space="0" w:color="auto"/>
            </w:tcBorders>
          </w:tcPr>
          <w:p w14:paraId="101D8CCA"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58AED41C"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60C0EE3"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57A3F6B3"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83C21DF"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45EC309E"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111F79E"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955102F"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F5AC63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87348F4"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9C2A71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B90C6CB"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6C271E61"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33C557C4" w14:textId="77777777" w:rsidR="00C25B7D" w:rsidRPr="00E062F1" w:rsidRDefault="00C25B7D" w:rsidP="00C25B7D">
            <w:pPr>
              <w:pStyle w:val="TAC"/>
              <w:rPr>
                <w:rFonts w:cs="Arial"/>
                <w:lang w:eastAsia="zh-CN"/>
              </w:rPr>
            </w:pPr>
            <w:r>
              <w:rPr>
                <w:rFonts w:cs="Arial"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34C4BCAA" w14:textId="77777777" w:rsidR="00C25B7D" w:rsidRPr="00E062F1" w:rsidRDefault="00C25B7D" w:rsidP="00C25B7D">
            <w:pPr>
              <w:pStyle w:val="TAC"/>
              <w:rPr>
                <w:rFonts w:cs="Arial"/>
                <w:lang w:eastAsia="zh-CN"/>
              </w:rPr>
            </w:pPr>
            <w:r>
              <w:rPr>
                <w:rFonts w:cs="Arial"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7A86A404" w14:textId="77777777" w:rsidR="00C25B7D" w:rsidRPr="00E062F1" w:rsidRDefault="00C25B7D" w:rsidP="00C25B7D">
            <w:pPr>
              <w:pStyle w:val="TAC"/>
              <w:rPr>
                <w:rFonts w:eastAsia="Yu Mincho"/>
                <w:szCs w:val="18"/>
              </w:rPr>
            </w:pPr>
          </w:p>
        </w:tc>
      </w:tr>
      <w:tr w:rsidR="00C25B7D" w:rsidRPr="00E062F1" w14:paraId="3EB75339"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2D25A9A7"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257D</w:t>
            </w:r>
          </w:p>
        </w:tc>
        <w:tc>
          <w:tcPr>
            <w:tcW w:w="1232" w:type="dxa"/>
            <w:tcBorders>
              <w:left w:val="single" w:sz="4" w:space="0" w:color="auto"/>
              <w:bottom w:val="nil"/>
              <w:right w:val="single" w:sz="4" w:space="0" w:color="auto"/>
            </w:tcBorders>
            <w:shd w:val="clear" w:color="auto" w:fill="auto"/>
          </w:tcPr>
          <w:p w14:paraId="5EF031EB" w14:textId="77777777" w:rsidR="0035585D" w:rsidRPr="00E062F1" w:rsidRDefault="00C25B7D" w:rsidP="0035585D">
            <w:pPr>
              <w:pStyle w:val="TAC"/>
              <w:rPr>
                <w:rFonts w:cs="Arial"/>
                <w:szCs w:val="18"/>
              </w:rPr>
            </w:pPr>
            <w:r w:rsidRPr="00E062F1">
              <w:t>CA_n</w:t>
            </w:r>
            <w:r w:rsidRPr="00E062F1">
              <w:rPr>
                <w:lang w:eastAsia="zh-CN"/>
              </w:rPr>
              <w:t>78</w:t>
            </w:r>
            <w:r w:rsidRPr="00E062F1">
              <w:t>A-n</w:t>
            </w:r>
            <w:r w:rsidRPr="00E062F1">
              <w:rPr>
                <w:lang w:eastAsia="zh-CN"/>
              </w:rPr>
              <w:t>257</w:t>
            </w:r>
            <w:r w:rsidRPr="00E062F1">
              <w:t>A</w:t>
            </w:r>
          </w:p>
          <w:p w14:paraId="18EA3E04" w14:textId="3FB7DE10" w:rsidR="00C25B7D" w:rsidRPr="00E062F1" w:rsidRDefault="00C25B7D" w:rsidP="00C25B7D">
            <w:pPr>
              <w:pStyle w:val="TAC"/>
            </w:pPr>
            <w:r w:rsidRPr="00E062F1">
              <w:t>CA_n</w:t>
            </w:r>
            <w:r w:rsidRPr="00E062F1">
              <w:rPr>
                <w:lang w:eastAsia="zh-CN"/>
              </w:rPr>
              <w:t>78</w:t>
            </w:r>
            <w:r w:rsidRPr="00E062F1">
              <w:t>A-n</w:t>
            </w:r>
            <w:r w:rsidRPr="00E062F1">
              <w:rPr>
                <w:lang w:eastAsia="zh-CN"/>
              </w:rPr>
              <w:t>257D</w:t>
            </w:r>
          </w:p>
        </w:tc>
        <w:tc>
          <w:tcPr>
            <w:tcW w:w="737" w:type="dxa"/>
            <w:tcBorders>
              <w:left w:val="single" w:sz="4" w:space="0" w:color="auto"/>
              <w:right w:val="single" w:sz="4" w:space="0" w:color="auto"/>
            </w:tcBorders>
          </w:tcPr>
          <w:p w14:paraId="6D59EAD4" w14:textId="77777777" w:rsidR="00C25B7D" w:rsidRPr="00E062F1" w:rsidRDefault="00C25B7D" w:rsidP="00C25B7D">
            <w:pPr>
              <w:pStyle w:val="TAC"/>
              <w:rPr>
                <w:lang w:eastAsia="zh-CN"/>
              </w:rPr>
            </w:pPr>
            <w:r w:rsidRPr="00E062F1">
              <w:rPr>
                <w:lang w:eastAsia="zh-CN"/>
              </w:rPr>
              <w:t>n78</w:t>
            </w:r>
          </w:p>
        </w:tc>
        <w:tc>
          <w:tcPr>
            <w:tcW w:w="671" w:type="dxa"/>
            <w:tcBorders>
              <w:top w:val="single" w:sz="4" w:space="0" w:color="auto"/>
              <w:left w:val="single" w:sz="4" w:space="0" w:color="auto"/>
              <w:bottom w:val="single" w:sz="4" w:space="0" w:color="auto"/>
              <w:right w:val="single" w:sz="4" w:space="0" w:color="auto"/>
            </w:tcBorders>
          </w:tcPr>
          <w:p w14:paraId="7164D2EF"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43FD1ACD"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FFA0D9A"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6E8B2B3"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81C4A20"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7054AA4E"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7B1655C3"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22E51B8B"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A5E6728"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2A84432"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2C4D03C3"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1962243" w14:textId="77777777" w:rsidR="00C25B7D" w:rsidRPr="005F427A" w:rsidRDefault="00C25B7D" w:rsidP="00C25B7D">
            <w:pPr>
              <w:pStyle w:val="TAC"/>
              <w:rPr>
                <w:rFonts w:eastAsiaTheme="minorEastAsia"/>
                <w:szCs w:val="18"/>
                <w:lang w:eastAsia="zh-CN"/>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17AD36B0"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6B17C950"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0A92F7EE"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433E0E4C"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4D085E16"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A0094D7"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235ABB7F" w14:textId="77777777" w:rsidR="00C25B7D" w:rsidRPr="00E062F1" w:rsidRDefault="00C25B7D" w:rsidP="00C25B7D">
            <w:pPr>
              <w:pStyle w:val="TAC"/>
            </w:pPr>
          </w:p>
        </w:tc>
        <w:tc>
          <w:tcPr>
            <w:tcW w:w="737" w:type="dxa"/>
            <w:tcBorders>
              <w:left w:val="single" w:sz="4" w:space="0" w:color="auto"/>
              <w:right w:val="single" w:sz="4" w:space="0" w:color="auto"/>
            </w:tcBorders>
          </w:tcPr>
          <w:p w14:paraId="6AD7C43C" w14:textId="77777777" w:rsidR="00C25B7D" w:rsidRPr="00E062F1" w:rsidRDefault="00C25B7D" w:rsidP="00C25B7D">
            <w:pPr>
              <w:pStyle w:val="TAC"/>
              <w:rPr>
                <w:lang w:eastAsia="zh-CN"/>
              </w:rPr>
            </w:pPr>
            <w:r w:rsidRPr="00E062F1">
              <w:rPr>
                <w:lang w:eastAsia="zh-CN"/>
              </w:rPr>
              <w:t>n25</w:t>
            </w:r>
            <w:r w:rsidRPr="00E062F1">
              <w:t>7</w:t>
            </w:r>
          </w:p>
        </w:tc>
        <w:tc>
          <w:tcPr>
            <w:tcW w:w="10073" w:type="dxa"/>
            <w:gridSpan w:val="18"/>
            <w:tcBorders>
              <w:top w:val="single" w:sz="4" w:space="0" w:color="auto"/>
              <w:left w:val="single" w:sz="4" w:space="0" w:color="auto"/>
              <w:bottom w:val="single" w:sz="4" w:space="0" w:color="auto"/>
              <w:right w:val="single" w:sz="4" w:space="0" w:color="auto"/>
            </w:tcBorders>
          </w:tcPr>
          <w:p w14:paraId="72902E7A" w14:textId="3324B685" w:rsidR="00C25B7D" w:rsidRPr="00E062F1" w:rsidRDefault="00C25B7D" w:rsidP="00C25B7D">
            <w:pPr>
              <w:pStyle w:val="TAC"/>
              <w:rPr>
                <w:rFonts w:eastAsia="Yu Mincho"/>
                <w:szCs w:val="18"/>
              </w:rPr>
            </w:pPr>
            <w:r w:rsidRPr="00E062F1">
              <w:rPr>
                <w:rFonts w:cs="Arial"/>
                <w:lang w:eastAsia="ja-JP"/>
              </w:rPr>
              <w:t>CA_n257D</w:t>
            </w:r>
          </w:p>
        </w:tc>
        <w:tc>
          <w:tcPr>
            <w:tcW w:w="1345" w:type="dxa"/>
            <w:tcBorders>
              <w:top w:val="nil"/>
              <w:left w:val="single" w:sz="4" w:space="0" w:color="auto"/>
              <w:bottom w:val="single" w:sz="4" w:space="0" w:color="auto"/>
              <w:right w:val="single" w:sz="4" w:space="0" w:color="auto"/>
            </w:tcBorders>
            <w:shd w:val="clear" w:color="auto" w:fill="auto"/>
          </w:tcPr>
          <w:p w14:paraId="2053E1C1" w14:textId="77777777" w:rsidR="00C25B7D" w:rsidRPr="00E062F1" w:rsidRDefault="00C25B7D" w:rsidP="00C25B7D">
            <w:pPr>
              <w:pStyle w:val="TAC"/>
              <w:rPr>
                <w:szCs w:val="18"/>
                <w:lang w:eastAsia="zh-CN"/>
              </w:rPr>
            </w:pPr>
          </w:p>
        </w:tc>
      </w:tr>
      <w:tr w:rsidR="00C25B7D" w:rsidRPr="00E062F1" w14:paraId="3832AA37"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64EFED06"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257E</w:t>
            </w:r>
          </w:p>
        </w:tc>
        <w:tc>
          <w:tcPr>
            <w:tcW w:w="1232" w:type="dxa"/>
            <w:tcBorders>
              <w:left w:val="single" w:sz="4" w:space="0" w:color="auto"/>
              <w:bottom w:val="nil"/>
              <w:right w:val="single" w:sz="4" w:space="0" w:color="auto"/>
            </w:tcBorders>
            <w:shd w:val="clear" w:color="auto" w:fill="auto"/>
          </w:tcPr>
          <w:p w14:paraId="6364F1D1"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329DDBAF" w14:textId="77777777" w:rsidR="00C25B7D" w:rsidRPr="00E062F1" w:rsidRDefault="00C25B7D" w:rsidP="00C25B7D">
            <w:pPr>
              <w:pStyle w:val="TAC"/>
              <w:rPr>
                <w:lang w:eastAsia="zh-CN"/>
              </w:rPr>
            </w:pPr>
            <w:r w:rsidRPr="00E062F1">
              <w:rPr>
                <w:lang w:eastAsia="zh-CN"/>
              </w:rPr>
              <w:t>n78</w:t>
            </w:r>
          </w:p>
        </w:tc>
        <w:tc>
          <w:tcPr>
            <w:tcW w:w="671" w:type="dxa"/>
            <w:tcBorders>
              <w:top w:val="single" w:sz="4" w:space="0" w:color="auto"/>
              <w:left w:val="single" w:sz="4" w:space="0" w:color="auto"/>
              <w:bottom w:val="single" w:sz="4" w:space="0" w:color="auto"/>
              <w:right w:val="single" w:sz="4" w:space="0" w:color="auto"/>
            </w:tcBorders>
          </w:tcPr>
          <w:p w14:paraId="6F7C13D0" w14:textId="77777777" w:rsidR="00C25B7D" w:rsidRPr="00E062F1" w:rsidRDefault="00C25B7D" w:rsidP="00C25B7D">
            <w:pPr>
              <w:pStyle w:val="TAC"/>
              <w:rPr>
                <w:rFonts w:cs="Arial"/>
                <w:lang w:eastAsia="zh-CN"/>
              </w:rPr>
            </w:pPr>
          </w:p>
        </w:tc>
        <w:tc>
          <w:tcPr>
            <w:tcW w:w="673" w:type="dxa"/>
            <w:tcBorders>
              <w:top w:val="single" w:sz="4" w:space="0" w:color="auto"/>
              <w:left w:val="single" w:sz="4" w:space="0" w:color="auto"/>
              <w:bottom w:val="single" w:sz="4" w:space="0" w:color="auto"/>
              <w:right w:val="single" w:sz="4" w:space="0" w:color="auto"/>
            </w:tcBorders>
          </w:tcPr>
          <w:p w14:paraId="0610F5FF"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3B9EC9C"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EB7069F"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E85D574" w14:textId="77777777" w:rsidR="00C25B7D" w:rsidRPr="00E062F1" w:rsidRDefault="00C25B7D" w:rsidP="00C25B7D">
            <w:pPr>
              <w:pStyle w:val="TAC"/>
              <w:rPr>
                <w:rFonts w:cs="Arial"/>
                <w:lang w:eastAsia="ja-JP"/>
              </w:rPr>
            </w:pPr>
          </w:p>
        </w:tc>
        <w:tc>
          <w:tcPr>
            <w:tcW w:w="671" w:type="dxa"/>
            <w:gridSpan w:val="2"/>
            <w:tcBorders>
              <w:top w:val="single" w:sz="4" w:space="0" w:color="auto"/>
              <w:left w:val="single" w:sz="4" w:space="0" w:color="auto"/>
              <w:bottom w:val="single" w:sz="4" w:space="0" w:color="auto"/>
              <w:right w:val="single" w:sz="4" w:space="0" w:color="auto"/>
            </w:tcBorders>
          </w:tcPr>
          <w:p w14:paraId="1F5ABF39"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7766BFC0"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3BD724FB"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7B29151"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87DABFD"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83BE166" w14:textId="77777777" w:rsidR="00C25B7D" w:rsidRPr="005F427A" w:rsidRDefault="00C25B7D" w:rsidP="00C25B7D">
            <w:pPr>
              <w:pStyle w:val="TAC"/>
              <w:rPr>
                <w:rFonts w:eastAsiaTheme="minorEastAsia"/>
                <w:szCs w:val="18"/>
                <w:lang w:eastAsia="zh-CN"/>
              </w:rPr>
            </w:pPr>
            <w:r>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C42F3C0" w14:textId="77777777" w:rsidR="00C25B7D" w:rsidRPr="005F427A" w:rsidRDefault="00C25B7D" w:rsidP="00C25B7D">
            <w:pPr>
              <w:pStyle w:val="TAC"/>
              <w:rPr>
                <w:rFonts w:eastAsiaTheme="minorEastAsia"/>
                <w:szCs w:val="18"/>
                <w:lang w:eastAsia="zh-CN"/>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1F8DE398"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216105B4"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222488CF"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6EA12C70"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7106F852"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AB8DE9E"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714116AE" w14:textId="77777777" w:rsidR="00C25B7D" w:rsidRPr="00E062F1" w:rsidRDefault="00C25B7D" w:rsidP="00C25B7D">
            <w:pPr>
              <w:pStyle w:val="TAC"/>
            </w:pPr>
          </w:p>
        </w:tc>
        <w:tc>
          <w:tcPr>
            <w:tcW w:w="737" w:type="dxa"/>
            <w:tcBorders>
              <w:left w:val="single" w:sz="4" w:space="0" w:color="auto"/>
              <w:right w:val="single" w:sz="4" w:space="0" w:color="auto"/>
            </w:tcBorders>
          </w:tcPr>
          <w:p w14:paraId="691015C2" w14:textId="77777777" w:rsidR="00C25B7D" w:rsidRPr="00E062F1" w:rsidRDefault="00C25B7D" w:rsidP="00C25B7D">
            <w:pPr>
              <w:pStyle w:val="TAC"/>
              <w:rPr>
                <w:lang w:eastAsia="zh-CN"/>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291F99C1" w14:textId="41FFD39E" w:rsidR="00C25B7D" w:rsidRPr="00E062F1" w:rsidRDefault="00C25B7D" w:rsidP="00C25B7D">
            <w:pPr>
              <w:pStyle w:val="TAC"/>
              <w:rPr>
                <w:rFonts w:eastAsia="Yu Mincho"/>
                <w:szCs w:val="18"/>
              </w:rPr>
            </w:pPr>
            <w:r w:rsidRPr="00E062F1">
              <w:rPr>
                <w:rFonts w:cs="Arial"/>
                <w:lang w:eastAsia="ja-JP"/>
              </w:rPr>
              <w:t>CA_n257E</w:t>
            </w:r>
          </w:p>
        </w:tc>
        <w:tc>
          <w:tcPr>
            <w:tcW w:w="1345" w:type="dxa"/>
            <w:tcBorders>
              <w:top w:val="nil"/>
              <w:left w:val="single" w:sz="4" w:space="0" w:color="auto"/>
              <w:bottom w:val="single" w:sz="4" w:space="0" w:color="auto"/>
              <w:right w:val="single" w:sz="4" w:space="0" w:color="auto"/>
            </w:tcBorders>
            <w:shd w:val="clear" w:color="auto" w:fill="auto"/>
          </w:tcPr>
          <w:p w14:paraId="3C5A58A1" w14:textId="77777777" w:rsidR="00C25B7D" w:rsidRPr="00E062F1" w:rsidRDefault="00C25B7D" w:rsidP="00C25B7D">
            <w:pPr>
              <w:pStyle w:val="TAC"/>
              <w:rPr>
                <w:szCs w:val="18"/>
                <w:lang w:eastAsia="zh-CN"/>
              </w:rPr>
            </w:pPr>
          </w:p>
        </w:tc>
      </w:tr>
      <w:tr w:rsidR="00C25B7D" w:rsidRPr="00E062F1" w14:paraId="70CACA66"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209D6206"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257F</w:t>
            </w:r>
          </w:p>
        </w:tc>
        <w:tc>
          <w:tcPr>
            <w:tcW w:w="1232" w:type="dxa"/>
            <w:tcBorders>
              <w:left w:val="single" w:sz="4" w:space="0" w:color="auto"/>
              <w:bottom w:val="nil"/>
              <w:right w:val="single" w:sz="4" w:space="0" w:color="auto"/>
            </w:tcBorders>
            <w:shd w:val="clear" w:color="auto" w:fill="auto"/>
          </w:tcPr>
          <w:p w14:paraId="50C6463D"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618165A1" w14:textId="77777777" w:rsidR="00C25B7D" w:rsidRPr="00E062F1" w:rsidRDefault="00C25B7D" w:rsidP="00C25B7D">
            <w:pPr>
              <w:pStyle w:val="TAC"/>
              <w:rPr>
                <w:lang w:eastAsia="zh-CN"/>
              </w:rPr>
            </w:pPr>
            <w:r w:rsidRPr="00E062F1">
              <w:rPr>
                <w:lang w:eastAsia="zh-CN"/>
              </w:rPr>
              <w:t>n78</w:t>
            </w:r>
          </w:p>
        </w:tc>
        <w:tc>
          <w:tcPr>
            <w:tcW w:w="671" w:type="dxa"/>
            <w:tcBorders>
              <w:top w:val="single" w:sz="4" w:space="0" w:color="auto"/>
              <w:left w:val="single" w:sz="4" w:space="0" w:color="auto"/>
              <w:bottom w:val="single" w:sz="4" w:space="0" w:color="auto"/>
              <w:right w:val="single" w:sz="4" w:space="0" w:color="auto"/>
            </w:tcBorders>
          </w:tcPr>
          <w:p w14:paraId="67CD302A"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45BDB65D"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1A09F856"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0B88B9F6"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752C71F"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5DAD9EF1"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68B7639B"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5E752C44"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0300950"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5DE22F62"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49409CF7"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ED28BD1" w14:textId="77777777" w:rsidR="00C25B7D" w:rsidRPr="005F427A" w:rsidRDefault="00C25B7D" w:rsidP="00C25B7D">
            <w:pPr>
              <w:pStyle w:val="TAC"/>
              <w:rPr>
                <w:rFonts w:eastAsiaTheme="minorEastAsia"/>
                <w:szCs w:val="18"/>
                <w:lang w:eastAsia="zh-CN"/>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7E4AB3D4"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12E1C33B"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7A0B619B"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21AC79D6"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2CC887D1"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2EC3AC15"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23AD7361" w14:textId="77777777" w:rsidR="00C25B7D" w:rsidRPr="00E062F1" w:rsidRDefault="00C25B7D" w:rsidP="00C25B7D">
            <w:pPr>
              <w:pStyle w:val="TAC"/>
            </w:pPr>
          </w:p>
        </w:tc>
        <w:tc>
          <w:tcPr>
            <w:tcW w:w="737" w:type="dxa"/>
            <w:tcBorders>
              <w:left w:val="single" w:sz="4" w:space="0" w:color="auto"/>
              <w:right w:val="single" w:sz="4" w:space="0" w:color="auto"/>
            </w:tcBorders>
          </w:tcPr>
          <w:p w14:paraId="50300A3B"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5E0569E6" w14:textId="14F69919" w:rsidR="00C25B7D" w:rsidRPr="00E062F1" w:rsidRDefault="00C25B7D" w:rsidP="00C25B7D">
            <w:pPr>
              <w:pStyle w:val="TAC"/>
              <w:rPr>
                <w:rFonts w:cs="Arial"/>
                <w:lang w:eastAsia="ja-JP"/>
              </w:rPr>
            </w:pPr>
            <w:r w:rsidRPr="00E062F1">
              <w:rPr>
                <w:rFonts w:cs="Arial"/>
                <w:lang w:eastAsia="ja-JP"/>
              </w:rPr>
              <w:t>CA_n257</w:t>
            </w:r>
            <w:r w:rsidRPr="00E062F1">
              <w:rPr>
                <w:rFonts w:cs="Arial"/>
                <w:lang w:eastAsia="zh-CN"/>
              </w:rPr>
              <w:t>F</w:t>
            </w:r>
          </w:p>
        </w:tc>
        <w:tc>
          <w:tcPr>
            <w:tcW w:w="1345" w:type="dxa"/>
            <w:tcBorders>
              <w:top w:val="nil"/>
              <w:left w:val="single" w:sz="4" w:space="0" w:color="auto"/>
              <w:bottom w:val="single" w:sz="4" w:space="0" w:color="auto"/>
              <w:right w:val="single" w:sz="4" w:space="0" w:color="auto"/>
            </w:tcBorders>
            <w:shd w:val="clear" w:color="auto" w:fill="auto"/>
          </w:tcPr>
          <w:p w14:paraId="10BC8F0C" w14:textId="77777777" w:rsidR="00C25B7D" w:rsidRPr="00E062F1" w:rsidRDefault="00C25B7D" w:rsidP="00C25B7D">
            <w:pPr>
              <w:pStyle w:val="TAC"/>
              <w:rPr>
                <w:rFonts w:eastAsia="Yu Mincho"/>
                <w:szCs w:val="18"/>
              </w:rPr>
            </w:pPr>
          </w:p>
        </w:tc>
      </w:tr>
      <w:tr w:rsidR="00C25B7D" w:rsidRPr="00E062F1" w14:paraId="1D1DFD62"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43A74CC" w14:textId="77777777" w:rsidR="00C25B7D" w:rsidRPr="00E062F1" w:rsidRDefault="00C25B7D" w:rsidP="00C25B7D">
            <w:pPr>
              <w:pStyle w:val="TAC"/>
              <w:rPr>
                <w:lang w:eastAsia="zh-CN"/>
              </w:rPr>
            </w:pPr>
            <w:r w:rsidRPr="00E062F1">
              <w:lastRenderedPageBreak/>
              <w:t>CA_n</w:t>
            </w:r>
            <w:r w:rsidRPr="00E062F1">
              <w:rPr>
                <w:lang w:eastAsia="zh-CN"/>
              </w:rPr>
              <w:t>78C</w:t>
            </w:r>
            <w:r w:rsidRPr="00E062F1">
              <w:t>-n</w:t>
            </w:r>
            <w:r w:rsidRPr="00E062F1">
              <w:rPr>
                <w:lang w:eastAsia="zh-CN"/>
              </w:rPr>
              <w:t>257</w:t>
            </w:r>
            <w:r w:rsidRPr="00E062F1">
              <w:t>A</w:t>
            </w:r>
          </w:p>
        </w:tc>
        <w:tc>
          <w:tcPr>
            <w:tcW w:w="1232" w:type="dxa"/>
            <w:tcBorders>
              <w:left w:val="single" w:sz="4" w:space="0" w:color="auto"/>
              <w:bottom w:val="nil"/>
              <w:right w:val="single" w:sz="4" w:space="0" w:color="auto"/>
            </w:tcBorders>
            <w:shd w:val="clear" w:color="auto" w:fill="auto"/>
          </w:tcPr>
          <w:p w14:paraId="419F75CC"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1D76FC16" w14:textId="77777777" w:rsidR="00C25B7D" w:rsidRPr="00E062F1" w:rsidRDefault="00C25B7D" w:rsidP="00C25B7D">
            <w:pPr>
              <w:pStyle w:val="TAC"/>
            </w:pPr>
            <w:r w:rsidRPr="00E062F1">
              <w:rPr>
                <w:lang w:eastAsia="zh-CN"/>
              </w:rPr>
              <w:t>n78</w:t>
            </w:r>
          </w:p>
        </w:tc>
        <w:tc>
          <w:tcPr>
            <w:tcW w:w="10073" w:type="dxa"/>
            <w:gridSpan w:val="18"/>
            <w:tcBorders>
              <w:top w:val="single" w:sz="4" w:space="0" w:color="auto"/>
              <w:left w:val="single" w:sz="4" w:space="0" w:color="auto"/>
              <w:bottom w:val="single" w:sz="4" w:space="0" w:color="auto"/>
              <w:right w:val="single" w:sz="4" w:space="0" w:color="auto"/>
            </w:tcBorders>
          </w:tcPr>
          <w:p w14:paraId="78B19DD2" w14:textId="67A2D85D" w:rsidR="00C25B7D" w:rsidRPr="00E062F1" w:rsidRDefault="00C25B7D" w:rsidP="00C25B7D">
            <w:pPr>
              <w:pStyle w:val="TAC"/>
              <w:rPr>
                <w:rFonts w:cs="Arial"/>
                <w:lang w:eastAsia="zh-CN"/>
              </w:rPr>
            </w:pPr>
            <w:r w:rsidRPr="00E062F1">
              <w:rPr>
                <w:rFonts w:cs="Arial"/>
                <w:lang w:eastAsia="ja-JP"/>
              </w:rPr>
              <w:t>CA_n7</w:t>
            </w:r>
            <w:r w:rsidRPr="00E062F1">
              <w:rPr>
                <w:rFonts w:cs="Arial"/>
                <w:lang w:eastAsia="zh-CN"/>
              </w:rPr>
              <w:t>8</w:t>
            </w:r>
            <w:r w:rsidRPr="00E062F1">
              <w:rPr>
                <w:rFonts w:cs="Arial"/>
                <w:lang w:eastAsia="ja-JP"/>
              </w:rPr>
              <w:t>C</w:t>
            </w:r>
          </w:p>
        </w:tc>
        <w:tc>
          <w:tcPr>
            <w:tcW w:w="1345" w:type="dxa"/>
            <w:tcBorders>
              <w:left w:val="single" w:sz="4" w:space="0" w:color="auto"/>
              <w:bottom w:val="nil"/>
              <w:right w:val="single" w:sz="4" w:space="0" w:color="auto"/>
            </w:tcBorders>
            <w:shd w:val="clear" w:color="auto" w:fill="auto"/>
          </w:tcPr>
          <w:p w14:paraId="51008C94" w14:textId="77777777" w:rsidR="00C25B7D" w:rsidRPr="005F427A" w:rsidRDefault="00C25B7D" w:rsidP="00C25B7D">
            <w:pPr>
              <w:pStyle w:val="TAC"/>
              <w:rPr>
                <w:rFonts w:eastAsiaTheme="minorEastAsia"/>
                <w:szCs w:val="18"/>
                <w:lang w:eastAsia="zh-CN"/>
              </w:rPr>
            </w:pPr>
            <w:r>
              <w:rPr>
                <w:rFonts w:hint="eastAsia"/>
                <w:szCs w:val="18"/>
                <w:lang w:eastAsia="zh-CN"/>
              </w:rPr>
              <w:t>0</w:t>
            </w:r>
          </w:p>
        </w:tc>
      </w:tr>
      <w:tr w:rsidR="00C25B7D" w:rsidRPr="00E062F1" w14:paraId="48AB46E8"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228E567F"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4998FAF6" w14:textId="77777777" w:rsidR="00C25B7D" w:rsidRPr="00E062F1" w:rsidRDefault="00C25B7D" w:rsidP="00C25B7D">
            <w:pPr>
              <w:pStyle w:val="TAC"/>
            </w:pPr>
          </w:p>
        </w:tc>
        <w:tc>
          <w:tcPr>
            <w:tcW w:w="737" w:type="dxa"/>
            <w:tcBorders>
              <w:left w:val="single" w:sz="4" w:space="0" w:color="auto"/>
              <w:right w:val="single" w:sz="4" w:space="0" w:color="auto"/>
            </w:tcBorders>
          </w:tcPr>
          <w:p w14:paraId="0CE08B62" w14:textId="77777777" w:rsidR="00C25B7D" w:rsidRPr="00E062F1" w:rsidRDefault="00C25B7D" w:rsidP="00C25B7D">
            <w:pPr>
              <w:pStyle w:val="TAC"/>
            </w:pPr>
            <w:r w:rsidRPr="00E062F1">
              <w:rPr>
                <w:lang w:eastAsia="zh-CN"/>
              </w:rPr>
              <w:t>n257</w:t>
            </w:r>
          </w:p>
        </w:tc>
        <w:tc>
          <w:tcPr>
            <w:tcW w:w="671" w:type="dxa"/>
            <w:tcBorders>
              <w:top w:val="single" w:sz="4" w:space="0" w:color="auto"/>
              <w:left w:val="single" w:sz="4" w:space="0" w:color="auto"/>
              <w:bottom w:val="single" w:sz="4" w:space="0" w:color="auto"/>
              <w:right w:val="single" w:sz="4" w:space="0" w:color="auto"/>
            </w:tcBorders>
          </w:tcPr>
          <w:p w14:paraId="1CF16752"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74156783"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4310BAA"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18997B5C"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31E42FA"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4AFC4065"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A3F38C9"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672458B"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8E2CD20"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FE4003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8E84126"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118377C"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19153A16"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5E620DA5" w14:textId="77777777" w:rsidR="00C25B7D" w:rsidRPr="00E062F1" w:rsidRDefault="00C25B7D" w:rsidP="00C25B7D">
            <w:pPr>
              <w:pStyle w:val="TAC"/>
              <w:rPr>
                <w:rFonts w:cs="Arial"/>
                <w:lang w:eastAsia="zh-CN"/>
              </w:rPr>
            </w:pPr>
            <w:r>
              <w:rPr>
                <w:rFonts w:cs="Arial"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72B26C5C" w14:textId="77777777" w:rsidR="00C25B7D" w:rsidRPr="00E062F1" w:rsidRDefault="00C25B7D" w:rsidP="00C25B7D">
            <w:pPr>
              <w:pStyle w:val="TAC"/>
              <w:rPr>
                <w:rFonts w:cs="Arial"/>
                <w:lang w:eastAsia="zh-CN"/>
              </w:rPr>
            </w:pPr>
            <w:r>
              <w:rPr>
                <w:rFonts w:cs="Arial"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41F3FFDB" w14:textId="77777777" w:rsidR="00C25B7D" w:rsidRPr="00E062F1" w:rsidRDefault="00C25B7D" w:rsidP="00C25B7D">
            <w:pPr>
              <w:pStyle w:val="TAC"/>
              <w:rPr>
                <w:rFonts w:eastAsia="Yu Mincho"/>
                <w:szCs w:val="18"/>
              </w:rPr>
            </w:pPr>
          </w:p>
        </w:tc>
      </w:tr>
      <w:tr w:rsidR="00C25B7D" w:rsidRPr="00E062F1" w14:paraId="666FD0F6"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6DCBFDA8" w14:textId="77777777" w:rsidR="00C25B7D" w:rsidRPr="00E062F1" w:rsidRDefault="00C25B7D" w:rsidP="00C25B7D">
            <w:pPr>
              <w:pStyle w:val="TAC"/>
            </w:pPr>
            <w:r w:rsidRPr="00E062F1">
              <w:t>CA_n</w:t>
            </w:r>
            <w:r w:rsidRPr="00E062F1">
              <w:rPr>
                <w:lang w:eastAsia="zh-CN"/>
              </w:rPr>
              <w:t>78C</w:t>
            </w:r>
            <w:r w:rsidRPr="00E062F1">
              <w:t>-n</w:t>
            </w:r>
            <w:r w:rsidRPr="00E062F1">
              <w:rPr>
                <w:lang w:eastAsia="zh-CN"/>
              </w:rPr>
              <w:t>257D</w:t>
            </w:r>
          </w:p>
        </w:tc>
        <w:tc>
          <w:tcPr>
            <w:tcW w:w="1232" w:type="dxa"/>
            <w:tcBorders>
              <w:left w:val="single" w:sz="4" w:space="0" w:color="auto"/>
              <w:bottom w:val="nil"/>
              <w:right w:val="single" w:sz="4" w:space="0" w:color="auto"/>
            </w:tcBorders>
            <w:shd w:val="clear" w:color="auto" w:fill="auto"/>
          </w:tcPr>
          <w:p w14:paraId="45CF0BE5"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33081F64" w14:textId="77777777" w:rsidR="00C25B7D" w:rsidRPr="00E062F1" w:rsidRDefault="00C25B7D" w:rsidP="00C25B7D">
            <w:pPr>
              <w:pStyle w:val="TAC"/>
              <w:rPr>
                <w:lang w:eastAsia="zh-CN"/>
              </w:rPr>
            </w:pPr>
            <w:r w:rsidRPr="00E062F1">
              <w:rPr>
                <w:rFonts w:eastAsia="Yu Mincho"/>
              </w:rPr>
              <w:t>n7</w:t>
            </w:r>
            <w:r w:rsidRPr="00E062F1">
              <w:rPr>
                <w:lang w:eastAsia="zh-CN"/>
              </w:rPr>
              <w:t>8</w:t>
            </w:r>
          </w:p>
        </w:tc>
        <w:tc>
          <w:tcPr>
            <w:tcW w:w="10073" w:type="dxa"/>
            <w:gridSpan w:val="18"/>
            <w:tcBorders>
              <w:left w:val="single" w:sz="4" w:space="0" w:color="auto"/>
              <w:right w:val="single" w:sz="4" w:space="0" w:color="auto"/>
            </w:tcBorders>
          </w:tcPr>
          <w:p w14:paraId="59A918F1" w14:textId="355A4141" w:rsidR="00C25B7D" w:rsidRPr="00E062F1" w:rsidRDefault="00C25B7D" w:rsidP="00C25B7D">
            <w:pPr>
              <w:pStyle w:val="TAC"/>
              <w:rPr>
                <w:rFonts w:cs="Arial"/>
                <w:lang w:eastAsia="zh-CN"/>
              </w:rPr>
            </w:pPr>
            <w:r w:rsidRPr="00E062F1">
              <w:rPr>
                <w:rFonts w:cs="Arial"/>
                <w:lang w:eastAsia="ja-JP"/>
              </w:rPr>
              <w:t>CA_n7</w:t>
            </w:r>
            <w:r w:rsidRPr="00E062F1">
              <w:rPr>
                <w:rFonts w:cs="Arial"/>
                <w:lang w:eastAsia="zh-CN"/>
              </w:rPr>
              <w:t>8</w:t>
            </w:r>
            <w:r w:rsidRPr="00E062F1">
              <w:rPr>
                <w:rFonts w:cs="Arial"/>
                <w:lang w:eastAsia="ja-JP"/>
              </w:rPr>
              <w:t>C</w:t>
            </w:r>
          </w:p>
        </w:tc>
        <w:tc>
          <w:tcPr>
            <w:tcW w:w="1345" w:type="dxa"/>
            <w:tcBorders>
              <w:left w:val="single" w:sz="4" w:space="0" w:color="auto"/>
              <w:bottom w:val="nil"/>
              <w:right w:val="single" w:sz="4" w:space="0" w:color="auto"/>
            </w:tcBorders>
            <w:shd w:val="clear" w:color="auto" w:fill="auto"/>
          </w:tcPr>
          <w:p w14:paraId="472EB8AE" w14:textId="77777777" w:rsidR="00C25B7D" w:rsidRPr="00E062F1" w:rsidRDefault="00C25B7D" w:rsidP="00C25B7D">
            <w:pPr>
              <w:pStyle w:val="TAC"/>
              <w:rPr>
                <w:szCs w:val="18"/>
                <w:lang w:eastAsia="zh-CN"/>
              </w:rPr>
            </w:pPr>
            <w:r w:rsidRPr="00E062F1">
              <w:rPr>
                <w:szCs w:val="18"/>
                <w:lang w:eastAsia="zh-CN"/>
              </w:rPr>
              <w:t>0</w:t>
            </w:r>
          </w:p>
        </w:tc>
      </w:tr>
      <w:tr w:rsidR="00C25B7D" w:rsidRPr="00E062F1" w14:paraId="2A7C2F13"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AB060D4"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0B7FA1B3" w14:textId="77777777" w:rsidR="00C25B7D" w:rsidRPr="00E062F1" w:rsidRDefault="00C25B7D" w:rsidP="00C25B7D">
            <w:pPr>
              <w:pStyle w:val="TAC"/>
            </w:pPr>
          </w:p>
        </w:tc>
        <w:tc>
          <w:tcPr>
            <w:tcW w:w="737" w:type="dxa"/>
            <w:tcBorders>
              <w:left w:val="single" w:sz="4" w:space="0" w:color="auto"/>
              <w:right w:val="single" w:sz="4" w:space="0" w:color="auto"/>
            </w:tcBorders>
          </w:tcPr>
          <w:p w14:paraId="3A6B0D18"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37E22CFB" w14:textId="780AB529" w:rsidR="00C25B7D" w:rsidRPr="00E062F1" w:rsidRDefault="00C25B7D" w:rsidP="00C25B7D">
            <w:pPr>
              <w:pStyle w:val="TAC"/>
              <w:rPr>
                <w:rFonts w:cs="Arial"/>
                <w:lang w:eastAsia="zh-CN"/>
              </w:rPr>
            </w:pPr>
            <w:r w:rsidRPr="00E062F1">
              <w:rPr>
                <w:rFonts w:cs="Arial"/>
                <w:lang w:eastAsia="ja-JP"/>
              </w:rPr>
              <w:t>CA_n257D</w:t>
            </w:r>
          </w:p>
        </w:tc>
        <w:tc>
          <w:tcPr>
            <w:tcW w:w="1345" w:type="dxa"/>
            <w:tcBorders>
              <w:top w:val="nil"/>
              <w:left w:val="single" w:sz="4" w:space="0" w:color="auto"/>
              <w:bottom w:val="single" w:sz="4" w:space="0" w:color="auto"/>
              <w:right w:val="single" w:sz="4" w:space="0" w:color="auto"/>
            </w:tcBorders>
            <w:shd w:val="clear" w:color="auto" w:fill="auto"/>
          </w:tcPr>
          <w:p w14:paraId="7AE47C29" w14:textId="77777777" w:rsidR="00C25B7D" w:rsidRPr="00E062F1" w:rsidRDefault="00C25B7D" w:rsidP="00C25B7D">
            <w:pPr>
              <w:pStyle w:val="TAC"/>
              <w:rPr>
                <w:rFonts w:eastAsia="Yu Mincho"/>
                <w:szCs w:val="18"/>
              </w:rPr>
            </w:pPr>
          </w:p>
        </w:tc>
      </w:tr>
      <w:tr w:rsidR="00C25B7D" w:rsidRPr="00E062F1" w14:paraId="33433FAA"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7926C13E" w14:textId="77777777" w:rsidR="00C25B7D" w:rsidRPr="00E062F1" w:rsidRDefault="00C25B7D" w:rsidP="00C25B7D">
            <w:pPr>
              <w:pStyle w:val="TAC"/>
            </w:pPr>
            <w:r w:rsidRPr="00E062F1">
              <w:t>CA_n</w:t>
            </w:r>
            <w:r w:rsidRPr="00E062F1">
              <w:rPr>
                <w:lang w:eastAsia="zh-CN"/>
              </w:rPr>
              <w:t>78C</w:t>
            </w:r>
            <w:r w:rsidRPr="00E062F1">
              <w:t>-n</w:t>
            </w:r>
            <w:r w:rsidRPr="00E062F1">
              <w:rPr>
                <w:lang w:eastAsia="zh-CN"/>
              </w:rPr>
              <w:t>257E</w:t>
            </w:r>
          </w:p>
        </w:tc>
        <w:tc>
          <w:tcPr>
            <w:tcW w:w="1232" w:type="dxa"/>
            <w:tcBorders>
              <w:left w:val="single" w:sz="4" w:space="0" w:color="auto"/>
              <w:bottom w:val="nil"/>
              <w:right w:val="single" w:sz="4" w:space="0" w:color="auto"/>
            </w:tcBorders>
            <w:shd w:val="clear" w:color="auto" w:fill="auto"/>
          </w:tcPr>
          <w:p w14:paraId="5ED06374"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7B8443C3" w14:textId="77777777" w:rsidR="00C25B7D" w:rsidRPr="00E062F1" w:rsidRDefault="00C25B7D" w:rsidP="00C25B7D">
            <w:pPr>
              <w:pStyle w:val="TAC"/>
              <w:rPr>
                <w:lang w:eastAsia="zh-CN"/>
              </w:rPr>
            </w:pPr>
            <w:r w:rsidRPr="00E062F1">
              <w:rPr>
                <w:rFonts w:eastAsia="Yu Mincho"/>
              </w:rPr>
              <w:t>n7</w:t>
            </w:r>
            <w:r w:rsidRPr="00E062F1">
              <w:rPr>
                <w:lang w:eastAsia="zh-CN"/>
              </w:rPr>
              <w:t>8</w:t>
            </w:r>
          </w:p>
        </w:tc>
        <w:tc>
          <w:tcPr>
            <w:tcW w:w="10073" w:type="dxa"/>
            <w:gridSpan w:val="18"/>
            <w:tcBorders>
              <w:left w:val="single" w:sz="4" w:space="0" w:color="auto"/>
              <w:right w:val="single" w:sz="4" w:space="0" w:color="auto"/>
            </w:tcBorders>
          </w:tcPr>
          <w:p w14:paraId="1C287BE4" w14:textId="71DA5470" w:rsidR="00C25B7D" w:rsidRPr="00E062F1" w:rsidRDefault="00C25B7D" w:rsidP="00C25B7D">
            <w:pPr>
              <w:pStyle w:val="TAC"/>
              <w:rPr>
                <w:rFonts w:cs="Arial"/>
                <w:lang w:eastAsia="zh-CN"/>
              </w:rPr>
            </w:pPr>
            <w:r w:rsidRPr="00E062F1">
              <w:rPr>
                <w:rFonts w:cs="Arial"/>
                <w:lang w:eastAsia="ja-JP"/>
              </w:rPr>
              <w:t>CA_n7</w:t>
            </w:r>
            <w:r w:rsidRPr="00E062F1">
              <w:rPr>
                <w:rFonts w:cs="Arial"/>
                <w:lang w:eastAsia="zh-CN"/>
              </w:rPr>
              <w:t>8</w:t>
            </w:r>
            <w:r w:rsidRPr="00E062F1">
              <w:rPr>
                <w:rFonts w:cs="Arial"/>
                <w:lang w:eastAsia="ja-JP"/>
              </w:rPr>
              <w:t>C</w:t>
            </w:r>
          </w:p>
        </w:tc>
        <w:tc>
          <w:tcPr>
            <w:tcW w:w="1345" w:type="dxa"/>
            <w:tcBorders>
              <w:left w:val="single" w:sz="4" w:space="0" w:color="auto"/>
              <w:bottom w:val="nil"/>
              <w:right w:val="single" w:sz="4" w:space="0" w:color="auto"/>
            </w:tcBorders>
            <w:shd w:val="clear" w:color="auto" w:fill="auto"/>
          </w:tcPr>
          <w:p w14:paraId="58258A9B" w14:textId="77777777" w:rsidR="00C25B7D" w:rsidRPr="00E062F1" w:rsidRDefault="00C25B7D" w:rsidP="00C25B7D">
            <w:pPr>
              <w:pStyle w:val="TAC"/>
              <w:rPr>
                <w:szCs w:val="18"/>
                <w:lang w:eastAsia="zh-CN"/>
              </w:rPr>
            </w:pPr>
            <w:r w:rsidRPr="00E062F1">
              <w:rPr>
                <w:szCs w:val="18"/>
                <w:lang w:eastAsia="zh-CN"/>
              </w:rPr>
              <w:t>0</w:t>
            </w:r>
          </w:p>
        </w:tc>
      </w:tr>
      <w:tr w:rsidR="00C25B7D" w:rsidRPr="00E062F1" w14:paraId="426B8593"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5EE310E"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0DDCA6D4" w14:textId="77777777" w:rsidR="00C25B7D" w:rsidRPr="00E062F1" w:rsidRDefault="00C25B7D" w:rsidP="00C25B7D">
            <w:pPr>
              <w:pStyle w:val="TAC"/>
            </w:pPr>
          </w:p>
        </w:tc>
        <w:tc>
          <w:tcPr>
            <w:tcW w:w="737" w:type="dxa"/>
            <w:tcBorders>
              <w:left w:val="single" w:sz="4" w:space="0" w:color="auto"/>
              <w:right w:val="single" w:sz="4" w:space="0" w:color="auto"/>
            </w:tcBorders>
          </w:tcPr>
          <w:p w14:paraId="64F8C417"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3687A596" w14:textId="0CC4E50C" w:rsidR="00C25B7D" w:rsidRPr="00E062F1" w:rsidRDefault="00C25B7D" w:rsidP="00C25B7D">
            <w:pPr>
              <w:pStyle w:val="TAC"/>
              <w:rPr>
                <w:rFonts w:cs="Arial"/>
                <w:lang w:eastAsia="zh-CN"/>
              </w:rPr>
            </w:pPr>
            <w:r w:rsidRPr="00E062F1">
              <w:rPr>
                <w:rFonts w:cs="Arial"/>
                <w:lang w:eastAsia="ja-JP"/>
              </w:rPr>
              <w:t>CA_n257</w:t>
            </w:r>
            <w:r w:rsidRPr="00E062F1">
              <w:rPr>
                <w:rFonts w:cs="Arial"/>
                <w:szCs w:val="18"/>
                <w:lang w:eastAsia="zh-CN"/>
              </w:rPr>
              <w:t>E</w:t>
            </w:r>
          </w:p>
        </w:tc>
        <w:tc>
          <w:tcPr>
            <w:tcW w:w="1345" w:type="dxa"/>
            <w:tcBorders>
              <w:top w:val="nil"/>
              <w:left w:val="single" w:sz="4" w:space="0" w:color="auto"/>
              <w:bottom w:val="single" w:sz="4" w:space="0" w:color="auto"/>
              <w:right w:val="single" w:sz="4" w:space="0" w:color="auto"/>
            </w:tcBorders>
            <w:shd w:val="clear" w:color="auto" w:fill="auto"/>
          </w:tcPr>
          <w:p w14:paraId="0CE82F4E" w14:textId="77777777" w:rsidR="00C25B7D" w:rsidRPr="00E062F1" w:rsidRDefault="00C25B7D" w:rsidP="00C25B7D">
            <w:pPr>
              <w:pStyle w:val="TAC"/>
              <w:rPr>
                <w:rFonts w:eastAsia="Yu Mincho"/>
                <w:szCs w:val="18"/>
              </w:rPr>
            </w:pPr>
          </w:p>
        </w:tc>
      </w:tr>
      <w:tr w:rsidR="00C25B7D" w:rsidRPr="00E062F1" w14:paraId="29E28110"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1F021C2" w14:textId="77777777" w:rsidR="00C25B7D" w:rsidRPr="00E062F1" w:rsidRDefault="00C25B7D" w:rsidP="00C25B7D">
            <w:pPr>
              <w:pStyle w:val="TAC"/>
            </w:pPr>
            <w:r w:rsidRPr="00E062F1">
              <w:t>CA_n</w:t>
            </w:r>
            <w:r w:rsidRPr="00E062F1">
              <w:rPr>
                <w:lang w:eastAsia="zh-CN"/>
              </w:rPr>
              <w:t>78C</w:t>
            </w:r>
            <w:r w:rsidRPr="00E062F1">
              <w:t>-n</w:t>
            </w:r>
            <w:r w:rsidRPr="00E062F1">
              <w:rPr>
                <w:lang w:eastAsia="zh-CN"/>
              </w:rPr>
              <w:t>257F</w:t>
            </w:r>
          </w:p>
        </w:tc>
        <w:tc>
          <w:tcPr>
            <w:tcW w:w="1232" w:type="dxa"/>
            <w:tcBorders>
              <w:left w:val="single" w:sz="4" w:space="0" w:color="auto"/>
              <w:bottom w:val="nil"/>
              <w:right w:val="single" w:sz="4" w:space="0" w:color="auto"/>
            </w:tcBorders>
            <w:shd w:val="clear" w:color="auto" w:fill="auto"/>
          </w:tcPr>
          <w:p w14:paraId="644BE2A5"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4E42C59B" w14:textId="77777777" w:rsidR="00C25B7D" w:rsidRPr="00E062F1" w:rsidRDefault="00C25B7D" w:rsidP="00C25B7D">
            <w:pPr>
              <w:pStyle w:val="TAC"/>
              <w:rPr>
                <w:lang w:eastAsia="zh-CN"/>
              </w:rPr>
            </w:pPr>
            <w:r w:rsidRPr="00E062F1">
              <w:rPr>
                <w:rFonts w:eastAsia="Yu Mincho"/>
              </w:rPr>
              <w:t>n7</w:t>
            </w:r>
            <w:r w:rsidRPr="00E062F1">
              <w:rPr>
                <w:lang w:eastAsia="zh-CN"/>
              </w:rPr>
              <w:t>8</w:t>
            </w:r>
          </w:p>
        </w:tc>
        <w:tc>
          <w:tcPr>
            <w:tcW w:w="10073" w:type="dxa"/>
            <w:gridSpan w:val="18"/>
            <w:tcBorders>
              <w:left w:val="single" w:sz="4" w:space="0" w:color="auto"/>
              <w:right w:val="single" w:sz="4" w:space="0" w:color="auto"/>
            </w:tcBorders>
          </w:tcPr>
          <w:p w14:paraId="72A3BA33" w14:textId="59F95104" w:rsidR="00C25B7D" w:rsidRPr="00E062F1" w:rsidRDefault="00C25B7D" w:rsidP="00C25B7D">
            <w:pPr>
              <w:pStyle w:val="TAC"/>
              <w:rPr>
                <w:rFonts w:cs="Arial"/>
                <w:lang w:eastAsia="zh-CN"/>
              </w:rPr>
            </w:pPr>
            <w:r w:rsidRPr="00E062F1">
              <w:rPr>
                <w:rFonts w:cs="Arial"/>
                <w:lang w:eastAsia="ja-JP"/>
              </w:rPr>
              <w:t>CA_n7</w:t>
            </w:r>
            <w:r w:rsidRPr="00E062F1">
              <w:rPr>
                <w:rFonts w:cs="Arial"/>
                <w:lang w:eastAsia="zh-CN"/>
              </w:rPr>
              <w:t>8</w:t>
            </w:r>
            <w:r w:rsidRPr="00E062F1">
              <w:rPr>
                <w:rFonts w:cs="Arial"/>
                <w:lang w:eastAsia="ja-JP"/>
              </w:rPr>
              <w:t>C</w:t>
            </w:r>
          </w:p>
        </w:tc>
        <w:tc>
          <w:tcPr>
            <w:tcW w:w="1345" w:type="dxa"/>
            <w:tcBorders>
              <w:left w:val="single" w:sz="4" w:space="0" w:color="auto"/>
              <w:bottom w:val="nil"/>
              <w:right w:val="single" w:sz="4" w:space="0" w:color="auto"/>
            </w:tcBorders>
            <w:shd w:val="clear" w:color="auto" w:fill="auto"/>
          </w:tcPr>
          <w:p w14:paraId="0E2B3024" w14:textId="77777777" w:rsidR="00C25B7D" w:rsidRPr="00E062F1" w:rsidRDefault="00C25B7D" w:rsidP="00C25B7D">
            <w:pPr>
              <w:pStyle w:val="TAC"/>
              <w:rPr>
                <w:szCs w:val="18"/>
                <w:lang w:eastAsia="zh-CN"/>
              </w:rPr>
            </w:pPr>
            <w:r w:rsidRPr="00E062F1">
              <w:rPr>
                <w:szCs w:val="18"/>
                <w:lang w:eastAsia="zh-CN"/>
              </w:rPr>
              <w:t>0</w:t>
            </w:r>
          </w:p>
        </w:tc>
      </w:tr>
      <w:tr w:rsidR="00C25B7D" w:rsidRPr="00E062F1" w14:paraId="5ADCFEDE"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17E0E30"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0BF33D4E" w14:textId="77777777" w:rsidR="00C25B7D" w:rsidRPr="00E062F1" w:rsidRDefault="00C25B7D" w:rsidP="00C25B7D">
            <w:pPr>
              <w:pStyle w:val="TAC"/>
            </w:pPr>
          </w:p>
        </w:tc>
        <w:tc>
          <w:tcPr>
            <w:tcW w:w="737" w:type="dxa"/>
            <w:tcBorders>
              <w:left w:val="single" w:sz="4" w:space="0" w:color="auto"/>
              <w:right w:val="single" w:sz="4" w:space="0" w:color="auto"/>
            </w:tcBorders>
          </w:tcPr>
          <w:p w14:paraId="0D83822D"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0925AB9A" w14:textId="2375B87F" w:rsidR="00C25B7D" w:rsidRPr="00E062F1" w:rsidRDefault="00C25B7D" w:rsidP="00C25B7D">
            <w:pPr>
              <w:pStyle w:val="TAC"/>
              <w:rPr>
                <w:rFonts w:cs="Arial"/>
                <w:lang w:eastAsia="zh-CN"/>
              </w:rPr>
            </w:pPr>
            <w:r w:rsidRPr="00E062F1">
              <w:rPr>
                <w:rFonts w:cs="Arial"/>
                <w:lang w:eastAsia="ja-JP"/>
              </w:rPr>
              <w:t>CA_n257</w:t>
            </w:r>
            <w:r w:rsidRPr="00E062F1">
              <w:rPr>
                <w:rFonts w:cs="Arial"/>
                <w:szCs w:val="18"/>
                <w:lang w:eastAsia="zh-CN"/>
              </w:rPr>
              <w:t>F</w:t>
            </w:r>
          </w:p>
        </w:tc>
        <w:tc>
          <w:tcPr>
            <w:tcW w:w="1345" w:type="dxa"/>
            <w:tcBorders>
              <w:top w:val="nil"/>
              <w:left w:val="single" w:sz="4" w:space="0" w:color="auto"/>
              <w:bottom w:val="single" w:sz="4" w:space="0" w:color="auto"/>
              <w:right w:val="single" w:sz="4" w:space="0" w:color="auto"/>
            </w:tcBorders>
            <w:shd w:val="clear" w:color="auto" w:fill="auto"/>
          </w:tcPr>
          <w:p w14:paraId="0534EFB7" w14:textId="77777777" w:rsidR="00C25B7D" w:rsidRPr="00E062F1" w:rsidRDefault="00C25B7D" w:rsidP="00C25B7D">
            <w:pPr>
              <w:pStyle w:val="TAC"/>
              <w:rPr>
                <w:rFonts w:eastAsia="Yu Mincho"/>
                <w:szCs w:val="18"/>
              </w:rPr>
            </w:pPr>
          </w:p>
        </w:tc>
      </w:tr>
      <w:tr w:rsidR="00C25B7D" w:rsidRPr="00E062F1" w14:paraId="151BAABA"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173D32F"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257G</w:t>
            </w:r>
          </w:p>
        </w:tc>
        <w:tc>
          <w:tcPr>
            <w:tcW w:w="1232" w:type="dxa"/>
            <w:tcBorders>
              <w:left w:val="single" w:sz="4" w:space="0" w:color="auto"/>
              <w:bottom w:val="nil"/>
              <w:right w:val="single" w:sz="4" w:space="0" w:color="auto"/>
            </w:tcBorders>
            <w:shd w:val="clear" w:color="auto" w:fill="auto"/>
          </w:tcPr>
          <w:p w14:paraId="437982FF" w14:textId="77777777" w:rsidR="00C25B7D" w:rsidRPr="00E062F1" w:rsidRDefault="00C25B7D" w:rsidP="00C25B7D">
            <w:pPr>
              <w:pStyle w:val="TAC"/>
              <w:rPr>
                <w:rFonts w:cs="Arial"/>
                <w:lang w:eastAsia="zh-CN"/>
              </w:rPr>
            </w:pPr>
            <w:r w:rsidRPr="00E062F1">
              <w:rPr>
                <w:rFonts w:cs="Arial"/>
                <w:lang w:eastAsia="zh-CN"/>
              </w:rPr>
              <w:t>CA_n257G</w:t>
            </w:r>
          </w:p>
          <w:p w14:paraId="17FD0F7E" w14:textId="77777777" w:rsidR="0035585D" w:rsidRPr="00E062F1" w:rsidRDefault="00C25B7D" w:rsidP="0035585D">
            <w:pPr>
              <w:pStyle w:val="TAC"/>
              <w:rPr>
                <w:rFonts w:cs="Arial"/>
                <w:szCs w:val="18"/>
              </w:rPr>
            </w:pPr>
            <w:r w:rsidRPr="00E062F1">
              <w:t>CA_n</w:t>
            </w:r>
            <w:r w:rsidRPr="00E062F1">
              <w:rPr>
                <w:lang w:eastAsia="zh-CN"/>
              </w:rPr>
              <w:t>78</w:t>
            </w:r>
            <w:r w:rsidRPr="00E062F1">
              <w:t>A-n</w:t>
            </w:r>
            <w:r w:rsidRPr="00E062F1">
              <w:rPr>
                <w:lang w:eastAsia="zh-CN"/>
              </w:rPr>
              <w:t>257</w:t>
            </w:r>
            <w:r w:rsidRPr="00E062F1">
              <w:t>A</w:t>
            </w:r>
          </w:p>
          <w:p w14:paraId="27A35112" w14:textId="6248223F" w:rsidR="00C25B7D" w:rsidRPr="00E062F1" w:rsidRDefault="00C25B7D" w:rsidP="00C25B7D">
            <w:pPr>
              <w:pStyle w:val="TAC"/>
              <w:rPr>
                <w:rFonts w:cs="Arial"/>
                <w:lang w:eastAsia="zh-CN"/>
              </w:rPr>
            </w:pPr>
            <w:r w:rsidRPr="00E062F1">
              <w:t>CA_n</w:t>
            </w:r>
            <w:r w:rsidRPr="00E062F1">
              <w:rPr>
                <w:lang w:eastAsia="zh-CN"/>
              </w:rPr>
              <w:t>78</w:t>
            </w:r>
            <w:r w:rsidRPr="00E062F1">
              <w:t>A-n</w:t>
            </w:r>
            <w:r w:rsidRPr="00E062F1">
              <w:rPr>
                <w:lang w:eastAsia="zh-CN"/>
              </w:rPr>
              <w:t>257G</w:t>
            </w:r>
          </w:p>
        </w:tc>
        <w:tc>
          <w:tcPr>
            <w:tcW w:w="737" w:type="dxa"/>
            <w:tcBorders>
              <w:left w:val="single" w:sz="4" w:space="0" w:color="auto"/>
              <w:right w:val="single" w:sz="4" w:space="0" w:color="auto"/>
            </w:tcBorders>
          </w:tcPr>
          <w:p w14:paraId="3F69F09D" w14:textId="77777777" w:rsidR="00C25B7D" w:rsidRPr="00E062F1" w:rsidRDefault="00C25B7D" w:rsidP="00C25B7D">
            <w:pPr>
              <w:pStyle w:val="TAC"/>
              <w:rPr>
                <w:rFonts w:eastAsia="Yu Mincho"/>
              </w:rPr>
            </w:pPr>
            <w:r w:rsidRPr="00E062F1">
              <w:rPr>
                <w:rFonts w:eastAsia="Yu Mincho"/>
              </w:rPr>
              <w:t>n7</w:t>
            </w:r>
            <w:r w:rsidRPr="00E062F1">
              <w:rPr>
                <w:lang w:eastAsia="zh-CN"/>
              </w:rPr>
              <w:t>8</w:t>
            </w:r>
          </w:p>
        </w:tc>
        <w:tc>
          <w:tcPr>
            <w:tcW w:w="671" w:type="dxa"/>
            <w:tcBorders>
              <w:top w:val="single" w:sz="4" w:space="0" w:color="auto"/>
              <w:left w:val="single" w:sz="4" w:space="0" w:color="auto"/>
              <w:bottom w:val="single" w:sz="4" w:space="0" w:color="auto"/>
              <w:right w:val="single" w:sz="4" w:space="0" w:color="auto"/>
            </w:tcBorders>
          </w:tcPr>
          <w:p w14:paraId="6B5691D3"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73253AC5"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764C7FCA"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6FCF5BB2"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0FDAA7D"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1E822367"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0194DD6C"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46FF1D49"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4135FAF"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364AA852"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69283345"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643C3F8" w14:textId="77777777" w:rsidR="00C25B7D" w:rsidRPr="005F427A" w:rsidRDefault="00C25B7D" w:rsidP="00C25B7D">
            <w:pPr>
              <w:pStyle w:val="TAC"/>
              <w:rPr>
                <w:rFonts w:eastAsiaTheme="minorEastAsia"/>
                <w:szCs w:val="18"/>
                <w:lang w:eastAsia="zh-CN"/>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30C1DC22"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1826D26E"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246383C7"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18C33D84"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291483F7"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17156C5"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541A9C0E" w14:textId="77777777" w:rsidR="00C25B7D" w:rsidRPr="00E062F1" w:rsidRDefault="00C25B7D" w:rsidP="00C25B7D">
            <w:pPr>
              <w:pStyle w:val="TAC"/>
              <w:rPr>
                <w:rFonts w:cs="Arial"/>
                <w:lang w:eastAsia="zh-CN"/>
              </w:rPr>
            </w:pPr>
          </w:p>
        </w:tc>
        <w:tc>
          <w:tcPr>
            <w:tcW w:w="737" w:type="dxa"/>
            <w:tcBorders>
              <w:left w:val="single" w:sz="4" w:space="0" w:color="auto"/>
              <w:right w:val="single" w:sz="4" w:space="0" w:color="auto"/>
            </w:tcBorders>
          </w:tcPr>
          <w:p w14:paraId="1BE1B2C9" w14:textId="77777777" w:rsidR="00C25B7D" w:rsidRPr="00E062F1" w:rsidRDefault="00C25B7D" w:rsidP="00C25B7D">
            <w:pPr>
              <w:pStyle w:val="TAC"/>
              <w:rPr>
                <w:rFonts w:eastAsia="Yu Mincho"/>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3C947980" w14:textId="4CC0B4A7" w:rsidR="00C25B7D" w:rsidRPr="00E062F1" w:rsidRDefault="00C25B7D" w:rsidP="00C25B7D">
            <w:pPr>
              <w:pStyle w:val="TAC"/>
              <w:rPr>
                <w:rFonts w:eastAsia="Yu Mincho"/>
                <w:szCs w:val="18"/>
              </w:rPr>
            </w:pPr>
            <w:r w:rsidRPr="00E062F1">
              <w:rPr>
                <w:rFonts w:cs="Arial"/>
                <w:lang w:eastAsia="ja-JP"/>
              </w:rPr>
              <w:t>CA_n257</w:t>
            </w:r>
            <w:r w:rsidRPr="00E062F1">
              <w:rPr>
                <w:rFonts w:cs="Arial"/>
                <w:lang w:eastAsia="zh-CN"/>
              </w:rPr>
              <w:t>G</w:t>
            </w:r>
          </w:p>
        </w:tc>
        <w:tc>
          <w:tcPr>
            <w:tcW w:w="1345" w:type="dxa"/>
            <w:tcBorders>
              <w:top w:val="nil"/>
              <w:left w:val="single" w:sz="4" w:space="0" w:color="auto"/>
              <w:bottom w:val="single" w:sz="4" w:space="0" w:color="auto"/>
              <w:right w:val="single" w:sz="4" w:space="0" w:color="auto"/>
            </w:tcBorders>
            <w:shd w:val="clear" w:color="auto" w:fill="auto"/>
          </w:tcPr>
          <w:p w14:paraId="2705EAFC" w14:textId="77777777" w:rsidR="00C25B7D" w:rsidRPr="00E062F1" w:rsidRDefault="00C25B7D" w:rsidP="00C25B7D">
            <w:pPr>
              <w:pStyle w:val="TAC"/>
              <w:rPr>
                <w:szCs w:val="18"/>
                <w:lang w:eastAsia="zh-CN"/>
              </w:rPr>
            </w:pPr>
          </w:p>
        </w:tc>
      </w:tr>
      <w:tr w:rsidR="00C25B7D" w:rsidRPr="00E062F1" w14:paraId="318940BF"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5AB26186"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257H</w:t>
            </w:r>
          </w:p>
        </w:tc>
        <w:tc>
          <w:tcPr>
            <w:tcW w:w="1232" w:type="dxa"/>
            <w:tcBorders>
              <w:left w:val="single" w:sz="4" w:space="0" w:color="auto"/>
              <w:bottom w:val="nil"/>
              <w:right w:val="single" w:sz="4" w:space="0" w:color="auto"/>
            </w:tcBorders>
            <w:shd w:val="clear" w:color="auto" w:fill="auto"/>
          </w:tcPr>
          <w:p w14:paraId="085436FD" w14:textId="77777777" w:rsidR="00C25B7D" w:rsidRPr="00E062F1" w:rsidRDefault="00C25B7D" w:rsidP="00C25B7D">
            <w:pPr>
              <w:pStyle w:val="TAC"/>
              <w:rPr>
                <w:rFonts w:cs="Arial"/>
                <w:lang w:eastAsia="zh-CN"/>
              </w:rPr>
            </w:pPr>
            <w:r w:rsidRPr="00E062F1">
              <w:rPr>
                <w:rFonts w:cs="Arial"/>
                <w:lang w:eastAsia="zh-CN"/>
              </w:rPr>
              <w:t>CA_n257G</w:t>
            </w:r>
          </w:p>
          <w:p w14:paraId="21CE2B34" w14:textId="77777777" w:rsidR="00C25B7D" w:rsidRPr="00E062F1" w:rsidRDefault="00C25B7D" w:rsidP="00C25B7D">
            <w:pPr>
              <w:pStyle w:val="TAC"/>
              <w:rPr>
                <w:rFonts w:cs="Arial"/>
                <w:lang w:eastAsia="zh-CN"/>
              </w:rPr>
            </w:pPr>
            <w:r w:rsidRPr="00E062F1">
              <w:rPr>
                <w:rFonts w:cs="Arial"/>
                <w:lang w:eastAsia="zh-CN"/>
              </w:rPr>
              <w:t>CA_n257H</w:t>
            </w:r>
          </w:p>
          <w:p w14:paraId="0FABCF30" w14:textId="77777777" w:rsidR="0035585D" w:rsidRPr="00E062F1" w:rsidRDefault="00C25B7D" w:rsidP="0035585D">
            <w:pPr>
              <w:pStyle w:val="TAC"/>
              <w:rPr>
                <w:rFonts w:cs="Arial"/>
                <w:szCs w:val="18"/>
              </w:rPr>
            </w:pPr>
            <w:r w:rsidRPr="00E062F1">
              <w:t>CA_n</w:t>
            </w:r>
            <w:r w:rsidRPr="00E062F1">
              <w:rPr>
                <w:lang w:eastAsia="zh-CN"/>
              </w:rPr>
              <w:t>78</w:t>
            </w:r>
            <w:r w:rsidRPr="00E062F1">
              <w:t>A-n</w:t>
            </w:r>
            <w:r w:rsidRPr="00E062F1">
              <w:rPr>
                <w:lang w:eastAsia="zh-CN"/>
              </w:rPr>
              <w:t>257</w:t>
            </w:r>
            <w:r w:rsidRPr="00E062F1">
              <w:t>A</w:t>
            </w:r>
          </w:p>
          <w:p w14:paraId="3E3748CA" w14:textId="77777777" w:rsidR="0035585D" w:rsidRPr="00E062F1" w:rsidRDefault="00C25B7D" w:rsidP="0035585D">
            <w:pPr>
              <w:pStyle w:val="TAC"/>
              <w:rPr>
                <w:rFonts w:cs="Arial"/>
                <w:szCs w:val="18"/>
              </w:rPr>
            </w:pPr>
            <w:r w:rsidRPr="00E062F1">
              <w:t>CA_n</w:t>
            </w:r>
            <w:r w:rsidRPr="00E062F1">
              <w:rPr>
                <w:lang w:eastAsia="zh-CN"/>
              </w:rPr>
              <w:t>78</w:t>
            </w:r>
            <w:r w:rsidRPr="00E062F1">
              <w:t>A-n</w:t>
            </w:r>
            <w:r w:rsidRPr="00E062F1">
              <w:rPr>
                <w:lang w:eastAsia="zh-CN"/>
              </w:rPr>
              <w:t>257G</w:t>
            </w:r>
          </w:p>
          <w:p w14:paraId="7D5C3291" w14:textId="69F04C2A" w:rsidR="00C25B7D" w:rsidRPr="00E062F1" w:rsidRDefault="00C25B7D" w:rsidP="00C25B7D">
            <w:pPr>
              <w:pStyle w:val="TAC"/>
              <w:rPr>
                <w:rFonts w:cs="Arial"/>
                <w:lang w:eastAsia="zh-CN"/>
              </w:rPr>
            </w:pPr>
            <w:r w:rsidRPr="00E062F1">
              <w:t>CA_n</w:t>
            </w:r>
            <w:r w:rsidRPr="00E062F1">
              <w:rPr>
                <w:lang w:eastAsia="zh-CN"/>
              </w:rPr>
              <w:t>78</w:t>
            </w:r>
            <w:r w:rsidRPr="00E062F1">
              <w:t>A-n</w:t>
            </w:r>
            <w:r w:rsidRPr="00E062F1">
              <w:rPr>
                <w:lang w:eastAsia="zh-CN"/>
              </w:rPr>
              <w:t>257H</w:t>
            </w:r>
          </w:p>
        </w:tc>
        <w:tc>
          <w:tcPr>
            <w:tcW w:w="737" w:type="dxa"/>
            <w:tcBorders>
              <w:left w:val="single" w:sz="4" w:space="0" w:color="auto"/>
              <w:right w:val="single" w:sz="4" w:space="0" w:color="auto"/>
            </w:tcBorders>
          </w:tcPr>
          <w:p w14:paraId="550CEC38" w14:textId="77777777" w:rsidR="00C25B7D" w:rsidRPr="00E062F1" w:rsidRDefault="00C25B7D" w:rsidP="00C25B7D">
            <w:pPr>
              <w:pStyle w:val="TAC"/>
              <w:rPr>
                <w:rFonts w:eastAsia="Yu Mincho"/>
              </w:rPr>
            </w:pPr>
            <w:r w:rsidRPr="00E062F1">
              <w:rPr>
                <w:rFonts w:eastAsia="Yu Mincho"/>
              </w:rPr>
              <w:t>n7</w:t>
            </w:r>
            <w:r w:rsidRPr="00E062F1">
              <w:rPr>
                <w:lang w:eastAsia="zh-CN"/>
              </w:rPr>
              <w:t>8</w:t>
            </w:r>
          </w:p>
        </w:tc>
        <w:tc>
          <w:tcPr>
            <w:tcW w:w="671" w:type="dxa"/>
            <w:tcBorders>
              <w:top w:val="single" w:sz="4" w:space="0" w:color="auto"/>
              <w:left w:val="single" w:sz="4" w:space="0" w:color="auto"/>
              <w:bottom w:val="single" w:sz="4" w:space="0" w:color="auto"/>
              <w:right w:val="single" w:sz="4" w:space="0" w:color="auto"/>
            </w:tcBorders>
          </w:tcPr>
          <w:p w14:paraId="01C4C7B2"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752D99C1"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717073C1"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0215A096"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2BE5C82"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2BEF9BAE"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22343263"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477DC114"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E64F030"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15F25B3"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7A3609B5"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061F621D" w14:textId="77777777" w:rsidR="00C25B7D" w:rsidRPr="005F427A" w:rsidRDefault="00C25B7D" w:rsidP="00C25B7D">
            <w:pPr>
              <w:pStyle w:val="TAC"/>
              <w:rPr>
                <w:rFonts w:eastAsiaTheme="minorEastAsia"/>
                <w:szCs w:val="18"/>
                <w:lang w:eastAsia="zh-CN"/>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7D03A1A9"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0F5DDA44"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1E8B1E93"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5A20A5E6"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722960E9"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985B135"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18EC2595" w14:textId="77777777" w:rsidR="00C25B7D" w:rsidRPr="00E062F1" w:rsidRDefault="00C25B7D" w:rsidP="00C25B7D">
            <w:pPr>
              <w:pStyle w:val="TAC"/>
              <w:rPr>
                <w:rFonts w:cs="Arial"/>
                <w:lang w:eastAsia="zh-CN"/>
              </w:rPr>
            </w:pPr>
          </w:p>
        </w:tc>
        <w:tc>
          <w:tcPr>
            <w:tcW w:w="737" w:type="dxa"/>
            <w:tcBorders>
              <w:left w:val="single" w:sz="4" w:space="0" w:color="auto"/>
              <w:right w:val="single" w:sz="4" w:space="0" w:color="auto"/>
            </w:tcBorders>
          </w:tcPr>
          <w:p w14:paraId="366A8B30" w14:textId="77777777" w:rsidR="00C25B7D" w:rsidRPr="00E062F1" w:rsidRDefault="00C25B7D" w:rsidP="00C25B7D">
            <w:pPr>
              <w:pStyle w:val="TAC"/>
              <w:rPr>
                <w:rFonts w:eastAsia="Yu Mincho"/>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306A83E9" w14:textId="20583438" w:rsidR="00C25B7D" w:rsidRPr="00E062F1" w:rsidRDefault="00C25B7D" w:rsidP="00C25B7D">
            <w:pPr>
              <w:pStyle w:val="TAC"/>
              <w:rPr>
                <w:rFonts w:eastAsia="Yu Mincho"/>
                <w:szCs w:val="18"/>
              </w:rPr>
            </w:pPr>
            <w:r w:rsidRPr="00E062F1">
              <w:rPr>
                <w:rFonts w:cs="Arial"/>
                <w:lang w:eastAsia="ja-JP"/>
              </w:rPr>
              <w:t>CA_n257</w:t>
            </w:r>
            <w:r w:rsidRPr="00E062F1">
              <w:rPr>
                <w:rFonts w:cs="Arial"/>
                <w:lang w:eastAsia="zh-CN"/>
              </w:rPr>
              <w:t>H</w:t>
            </w:r>
          </w:p>
        </w:tc>
        <w:tc>
          <w:tcPr>
            <w:tcW w:w="1345" w:type="dxa"/>
            <w:tcBorders>
              <w:top w:val="nil"/>
              <w:left w:val="single" w:sz="4" w:space="0" w:color="auto"/>
              <w:bottom w:val="single" w:sz="4" w:space="0" w:color="auto"/>
              <w:right w:val="single" w:sz="4" w:space="0" w:color="auto"/>
            </w:tcBorders>
            <w:shd w:val="clear" w:color="auto" w:fill="auto"/>
          </w:tcPr>
          <w:p w14:paraId="01534276" w14:textId="77777777" w:rsidR="00C25B7D" w:rsidRPr="00E062F1" w:rsidRDefault="00C25B7D" w:rsidP="00C25B7D">
            <w:pPr>
              <w:pStyle w:val="TAC"/>
              <w:rPr>
                <w:szCs w:val="18"/>
                <w:lang w:eastAsia="zh-CN"/>
              </w:rPr>
            </w:pPr>
          </w:p>
        </w:tc>
      </w:tr>
      <w:tr w:rsidR="00C25B7D" w:rsidRPr="00E062F1" w14:paraId="41BFD68A"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773ACD20"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257I</w:t>
            </w:r>
          </w:p>
        </w:tc>
        <w:tc>
          <w:tcPr>
            <w:tcW w:w="1232" w:type="dxa"/>
            <w:tcBorders>
              <w:left w:val="single" w:sz="4" w:space="0" w:color="auto"/>
              <w:bottom w:val="nil"/>
              <w:right w:val="single" w:sz="4" w:space="0" w:color="auto"/>
            </w:tcBorders>
            <w:shd w:val="clear" w:color="auto" w:fill="auto"/>
          </w:tcPr>
          <w:p w14:paraId="25DC377E" w14:textId="77777777" w:rsidR="00C25B7D" w:rsidRPr="00E062F1" w:rsidRDefault="00C25B7D" w:rsidP="00C25B7D">
            <w:pPr>
              <w:pStyle w:val="TAC"/>
              <w:rPr>
                <w:rFonts w:cs="Arial"/>
                <w:lang w:eastAsia="zh-CN"/>
              </w:rPr>
            </w:pPr>
            <w:r w:rsidRPr="00E062F1">
              <w:rPr>
                <w:rFonts w:cs="Arial"/>
                <w:lang w:eastAsia="zh-CN"/>
              </w:rPr>
              <w:t>CA_n257G</w:t>
            </w:r>
          </w:p>
          <w:p w14:paraId="0C49A1C9" w14:textId="77777777" w:rsidR="00C25B7D" w:rsidRPr="00E062F1" w:rsidRDefault="00C25B7D" w:rsidP="00C25B7D">
            <w:pPr>
              <w:pStyle w:val="TAC"/>
              <w:rPr>
                <w:rFonts w:cs="Arial"/>
                <w:lang w:eastAsia="zh-CN"/>
              </w:rPr>
            </w:pPr>
            <w:r w:rsidRPr="00E062F1">
              <w:rPr>
                <w:rFonts w:cs="Arial"/>
                <w:lang w:eastAsia="zh-CN"/>
              </w:rPr>
              <w:t>CA_n257H</w:t>
            </w:r>
          </w:p>
          <w:p w14:paraId="7FD05AA8" w14:textId="77777777" w:rsidR="00C25B7D" w:rsidRPr="00E062F1" w:rsidRDefault="00C25B7D" w:rsidP="00C25B7D">
            <w:pPr>
              <w:pStyle w:val="TAC"/>
              <w:rPr>
                <w:rFonts w:cs="Arial"/>
                <w:lang w:eastAsia="zh-CN"/>
              </w:rPr>
            </w:pPr>
            <w:r w:rsidRPr="00E062F1">
              <w:rPr>
                <w:rFonts w:cs="Arial"/>
                <w:lang w:eastAsia="zh-CN"/>
              </w:rPr>
              <w:t>CA_n257I</w:t>
            </w:r>
          </w:p>
          <w:p w14:paraId="16BFDA6A" w14:textId="77777777" w:rsidR="0035585D" w:rsidRPr="00E062F1" w:rsidRDefault="00C25B7D" w:rsidP="0035585D">
            <w:pPr>
              <w:pStyle w:val="TAC"/>
              <w:rPr>
                <w:rFonts w:cs="Arial"/>
                <w:szCs w:val="18"/>
              </w:rPr>
            </w:pPr>
            <w:r w:rsidRPr="00E062F1">
              <w:t>CA_n</w:t>
            </w:r>
            <w:r w:rsidRPr="00E062F1">
              <w:rPr>
                <w:lang w:eastAsia="zh-CN"/>
              </w:rPr>
              <w:t>78</w:t>
            </w:r>
            <w:r w:rsidRPr="00E062F1">
              <w:t>A-n</w:t>
            </w:r>
            <w:r w:rsidRPr="00E062F1">
              <w:rPr>
                <w:lang w:eastAsia="zh-CN"/>
              </w:rPr>
              <w:t>257</w:t>
            </w:r>
            <w:r w:rsidRPr="00E062F1">
              <w:t>A</w:t>
            </w:r>
          </w:p>
          <w:p w14:paraId="71370099" w14:textId="77777777" w:rsidR="0035585D" w:rsidRPr="00E062F1" w:rsidRDefault="00C25B7D" w:rsidP="0035585D">
            <w:pPr>
              <w:pStyle w:val="TAC"/>
              <w:rPr>
                <w:rFonts w:cs="Arial"/>
                <w:szCs w:val="18"/>
              </w:rPr>
            </w:pPr>
            <w:r w:rsidRPr="00E062F1">
              <w:t>CA_n</w:t>
            </w:r>
            <w:r w:rsidRPr="00E062F1">
              <w:rPr>
                <w:lang w:eastAsia="zh-CN"/>
              </w:rPr>
              <w:t>78</w:t>
            </w:r>
            <w:r w:rsidRPr="00E062F1">
              <w:t>A-n</w:t>
            </w:r>
            <w:r w:rsidRPr="00E062F1">
              <w:rPr>
                <w:lang w:eastAsia="zh-CN"/>
              </w:rPr>
              <w:t>257G</w:t>
            </w:r>
          </w:p>
          <w:p w14:paraId="3C06C5CD" w14:textId="77777777" w:rsidR="0035585D" w:rsidRPr="00E062F1" w:rsidRDefault="00C25B7D" w:rsidP="0035585D">
            <w:pPr>
              <w:pStyle w:val="TAC"/>
              <w:rPr>
                <w:rFonts w:cs="Arial"/>
                <w:szCs w:val="18"/>
              </w:rPr>
            </w:pPr>
            <w:r w:rsidRPr="00E062F1">
              <w:t>CA_n</w:t>
            </w:r>
            <w:r w:rsidRPr="00E062F1">
              <w:rPr>
                <w:lang w:eastAsia="zh-CN"/>
              </w:rPr>
              <w:t>78</w:t>
            </w:r>
            <w:r w:rsidRPr="00E062F1">
              <w:t>A-n</w:t>
            </w:r>
            <w:r w:rsidRPr="00E062F1">
              <w:rPr>
                <w:lang w:eastAsia="zh-CN"/>
              </w:rPr>
              <w:t>257H</w:t>
            </w:r>
          </w:p>
          <w:p w14:paraId="7732D989" w14:textId="6ADF14C6" w:rsidR="00C25B7D" w:rsidRPr="00E062F1" w:rsidRDefault="00C25B7D" w:rsidP="00C25B7D">
            <w:pPr>
              <w:pStyle w:val="TAC"/>
            </w:pPr>
            <w:r w:rsidRPr="00E062F1">
              <w:t>CA_n</w:t>
            </w:r>
            <w:r w:rsidRPr="00E062F1">
              <w:rPr>
                <w:lang w:eastAsia="zh-CN"/>
              </w:rPr>
              <w:t>78</w:t>
            </w:r>
            <w:r w:rsidRPr="00E062F1">
              <w:t>A-n</w:t>
            </w:r>
            <w:r w:rsidRPr="00E062F1">
              <w:rPr>
                <w:lang w:eastAsia="zh-CN"/>
              </w:rPr>
              <w:t>257I</w:t>
            </w:r>
          </w:p>
        </w:tc>
        <w:tc>
          <w:tcPr>
            <w:tcW w:w="737" w:type="dxa"/>
            <w:tcBorders>
              <w:left w:val="single" w:sz="4" w:space="0" w:color="auto"/>
              <w:right w:val="single" w:sz="4" w:space="0" w:color="auto"/>
            </w:tcBorders>
          </w:tcPr>
          <w:p w14:paraId="74D05C5F" w14:textId="77777777" w:rsidR="00C25B7D" w:rsidRPr="00E062F1" w:rsidRDefault="00C25B7D" w:rsidP="00C25B7D">
            <w:pPr>
              <w:pStyle w:val="TAC"/>
              <w:rPr>
                <w:rFonts w:eastAsia="Yu Mincho"/>
              </w:rPr>
            </w:pPr>
            <w:r w:rsidRPr="00E062F1">
              <w:rPr>
                <w:rFonts w:eastAsia="Yu Mincho"/>
              </w:rPr>
              <w:t>n7</w:t>
            </w:r>
            <w:r w:rsidRPr="00E062F1">
              <w:rPr>
                <w:lang w:eastAsia="zh-CN"/>
              </w:rPr>
              <w:t>8</w:t>
            </w:r>
          </w:p>
        </w:tc>
        <w:tc>
          <w:tcPr>
            <w:tcW w:w="671" w:type="dxa"/>
            <w:tcBorders>
              <w:top w:val="single" w:sz="4" w:space="0" w:color="auto"/>
              <w:left w:val="single" w:sz="4" w:space="0" w:color="auto"/>
              <w:bottom w:val="single" w:sz="4" w:space="0" w:color="auto"/>
              <w:right w:val="single" w:sz="4" w:space="0" w:color="auto"/>
            </w:tcBorders>
          </w:tcPr>
          <w:p w14:paraId="2AA7F233"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08035CAE"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04074400"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25C85DBD"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2C0D5CF"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0AD717E1"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78BBD69F"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59258154"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EDF5F31"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A538EF4"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629FEA4D"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BEC66A3" w14:textId="77777777" w:rsidR="00C25B7D" w:rsidRPr="005F427A" w:rsidRDefault="00C25B7D" w:rsidP="00C25B7D">
            <w:pPr>
              <w:pStyle w:val="TAC"/>
              <w:rPr>
                <w:rFonts w:eastAsiaTheme="minorEastAsia"/>
                <w:szCs w:val="18"/>
                <w:lang w:eastAsia="zh-CN"/>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272A4CD0"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1CD199FC"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300D2AE5"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04335E93"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4948891B"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77963B41"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596C259F" w14:textId="77777777" w:rsidR="00C25B7D" w:rsidRPr="00E062F1" w:rsidRDefault="00C25B7D" w:rsidP="00C25B7D">
            <w:pPr>
              <w:pStyle w:val="TAC"/>
            </w:pPr>
          </w:p>
        </w:tc>
        <w:tc>
          <w:tcPr>
            <w:tcW w:w="737" w:type="dxa"/>
            <w:tcBorders>
              <w:left w:val="single" w:sz="4" w:space="0" w:color="auto"/>
              <w:right w:val="single" w:sz="4" w:space="0" w:color="auto"/>
            </w:tcBorders>
          </w:tcPr>
          <w:p w14:paraId="24EC2C17" w14:textId="77777777" w:rsidR="00C25B7D" w:rsidRPr="00E062F1" w:rsidRDefault="00C25B7D" w:rsidP="00C25B7D">
            <w:pPr>
              <w:pStyle w:val="TAC"/>
              <w:rPr>
                <w:rFonts w:eastAsia="Yu Mincho"/>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13643457" w14:textId="030F1342" w:rsidR="00C25B7D" w:rsidRPr="00E062F1" w:rsidRDefault="00C25B7D" w:rsidP="00C25B7D">
            <w:pPr>
              <w:pStyle w:val="TAC"/>
              <w:rPr>
                <w:rFonts w:eastAsia="Yu Mincho"/>
                <w:szCs w:val="18"/>
              </w:rPr>
            </w:pPr>
            <w:r w:rsidRPr="00E062F1">
              <w:rPr>
                <w:rFonts w:cs="Arial"/>
                <w:lang w:eastAsia="ja-JP"/>
              </w:rPr>
              <w:t>CA_n257</w:t>
            </w:r>
            <w:r w:rsidRPr="00E062F1">
              <w:rPr>
                <w:rFonts w:cs="Arial"/>
                <w:lang w:eastAsia="zh-CN"/>
              </w:rPr>
              <w:t>I</w:t>
            </w:r>
          </w:p>
        </w:tc>
        <w:tc>
          <w:tcPr>
            <w:tcW w:w="1345" w:type="dxa"/>
            <w:tcBorders>
              <w:top w:val="nil"/>
              <w:left w:val="single" w:sz="4" w:space="0" w:color="auto"/>
              <w:bottom w:val="single" w:sz="4" w:space="0" w:color="auto"/>
              <w:right w:val="single" w:sz="4" w:space="0" w:color="auto"/>
            </w:tcBorders>
            <w:shd w:val="clear" w:color="auto" w:fill="auto"/>
          </w:tcPr>
          <w:p w14:paraId="0638BA1C" w14:textId="77777777" w:rsidR="00C25B7D" w:rsidRPr="00E062F1" w:rsidRDefault="00C25B7D" w:rsidP="00C25B7D">
            <w:pPr>
              <w:pStyle w:val="TAC"/>
              <w:rPr>
                <w:szCs w:val="18"/>
                <w:lang w:eastAsia="zh-CN"/>
              </w:rPr>
            </w:pPr>
          </w:p>
        </w:tc>
      </w:tr>
      <w:tr w:rsidR="00C25B7D" w:rsidRPr="00E062F1" w14:paraId="4477F65F"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AAD3E2D"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257J</w:t>
            </w:r>
          </w:p>
        </w:tc>
        <w:tc>
          <w:tcPr>
            <w:tcW w:w="1232" w:type="dxa"/>
            <w:tcBorders>
              <w:left w:val="single" w:sz="4" w:space="0" w:color="auto"/>
              <w:bottom w:val="nil"/>
              <w:right w:val="single" w:sz="4" w:space="0" w:color="auto"/>
            </w:tcBorders>
            <w:shd w:val="clear" w:color="auto" w:fill="auto"/>
          </w:tcPr>
          <w:p w14:paraId="3336F56D" w14:textId="4A4B44CC" w:rsidR="00C25B7D" w:rsidRPr="00E062F1" w:rsidRDefault="00C25B7D" w:rsidP="00C25B7D">
            <w:pPr>
              <w:pStyle w:val="TAC"/>
            </w:pPr>
            <w:r w:rsidRPr="00E062F1">
              <w:t>CA_n</w:t>
            </w:r>
            <w:r w:rsidRPr="00E062F1">
              <w:rPr>
                <w:lang w:eastAsia="zh-CN"/>
              </w:rPr>
              <w:t>78</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5E722F76" w14:textId="77777777" w:rsidR="00C25B7D" w:rsidRPr="00E062F1" w:rsidRDefault="00C25B7D" w:rsidP="00C25B7D">
            <w:pPr>
              <w:pStyle w:val="TAC"/>
              <w:rPr>
                <w:rFonts w:eastAsia="Yu Mincho"/>
              </w:rPr>
            </w:pPr>
            <w:r w:rsidRPr="00E062F1">
              <w:rPr>
                <w:rFonts w:eastAsia="Yu Mincho"/>
              </w:rPr>
              <w:t>n7</w:t>
            </w:r>
            <w:r w:rsidRPr="00E062F1">
              <w:rPr>
                <w:lang w:eastAsia="zh-CN"/>
              </w:rPr>
              <w:t>8</w:t>
            </w:r>
          </w:p>
        </w:tc>
        <w:tc>
          <w:tcPr>
            <w:tcW w:w="671" w:type="dxa"/>
            <w:tcBorders>
              <w:top w:val="single" w:sz="4" w:space="0" w:color="auto"/>
              <w:left w:val="single" w:sz="4" w:space="0" w:color="auto"/>
              <w:bottom w:val="single" w:sz="4" w:space="0" w:color="auto"/>
              <w:right w:val="single" w:sz="4" w:space="0" w:color="auto"/>
            </w:tcBorders>
          </w:tcPr>
          <w:p w14:paraId="053BE43D"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65AF9B26"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1CDFFA57"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793A6E8"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677012D"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2E74EE98"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56F20F7D"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1F49192F"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257F3B2"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132CC26B"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372B32AD"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0F43EC58" w14:textId="77777777" w:rsidR="00C25B7D" w:rsidRPr="005F427A" w:rsidRDefault="00C25B7D" w:rsidP="00C25B7D">
            <w:pPr>
              <w:pStyle w:val="TAC"/>
              <w:rPr>
                <w:rFonts w:eastAsiaTheme="minorEastAsia"/>
                <w:szCs w:val="18"/>
                <w:lang w:eastAsia="zh-CN"/>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3BCEA91C"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023A7968"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18504348"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5A31D2FC"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0A2E2FCF"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493378C5"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56AD0ABC" w14:textId="77777777" w:rsidR="00C25B7D" w:rsidRPr="00E062F1" w:rsidRDefault="00C25B7D" w:rsidP="00C25B7D">
            <w:pPr>
              <w:pStyle w:val="TAC"/>
            </w:pPr>
          </w:p>
        </w:tc>
        <w:tc>
          <w:tcPr>
            <w:tcW w:w="737" w:type="dxa"/>
            <w:tcBorders>
              <w:left w:val="single" w:sz="4" w:space="0" w:color="auto"/>
              <w:right w:val="single" w:sz="4" w:space="0" w:color="auto"/>
            </w:tcBorders>
          </w:tcPr>
          <w:p w14:paraId="4781C116" w14:textId="77777777" w:rsidR="00C25B7D" w:rsidRPr="00E062F1" w:rsidRDefault="00C25B7D" w:rsidP="00C25B7D">
            <w:pPr>
              <w:pStyle w:val="TAC"/>
              <w:rPr>
                <w:rFonts w:eastAsia="Yu Mincho"/>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57D94D52" w14:textId="7AB254BA" w:rsidR="00C25B7D" w:rsidRPr="00E062F1" w:rsidRDefault="00C25B7D" w:rsidP="00C25B7D">
            <w:pPr>
              <w:pStyle w:val="TAC"/>
              <w:rPr>
                <w:rFonts w:eastAsia="Yu Mincho"/>
                <w:szCs w:val="18"/>
              </w:rPr>
            </w:pPr>
            <w:r w:rsidRPr="00E062F1">
              <w:rPr>
                <w:rFonts w:cs="Arial"/>
                <w:lang w:eastAsia="ja-JP"/>
              </w:rPr>
              <w:t>CA_n257</w:t>
            </w:r>
            <w:r w:rsidRPr="00E062F1">
              <w:rPr>
                <w:rFonts w:cs="Arial"/>
                <w:lang w:eastAsia="zh-CN"/>
              </w:rPr>
              <w:t>J</w:t>
            </w:r>
          </w:p>
        </w:tc>
        <w:tc>
          <w:tcPr>
            <w:tcW w:w="1345" w:type="dxa"/>
            <w:tcBorders>
              <w:top w:val="nil"/>
              <w:left w:val="single" w:sz="4" w:space="0" w:color="auto"/>
              <w:bottom w:val="single" w:sz="4" w:space="0" w:color="auto"/>
              <w:right w:val="single" w:sz="4" w:space="0" w:color="auto"/>
            </w:tcBorders>
            <w:shd w:val="clear" w:color="auto" w:fill="auto"/>
          </w:tcPr>
          <w:p w14:paraId="467824F2" w14:textId="77777777" w:rsidR="00C25B7D" w:rsidRPr="00E062F1" w:rsidRDefault="00C25B7D" w:rsidP="00C25B7D">
            <w:pPr>
              <w:pStyle w:val="TAC"/>
              <w:rPr>
                <w:szCs w:val="18"/>
                <w:lang w:eastAsia="zh-CN"/>
              </w:rPr>
            </w:pPr>
          </w:p>
        </w:tc>
      </w:tr>
      <w:tr w:rsidR="00C25B7D" w:rsidRPr="00E062F1" w14:paraId="2739A722"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813ECE8"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257K</w:t>
            </w:r>
          </w:p>
        </w:tc>
        <w:tc>
          <w:tcPr>
            <w:tcW w:w="1232" w:type="dxa"/>
            <w:tcBorders>
              <w:left w:val="single" w:sz="4" w:space="0" w:color="auto"/>
              <w:bottom w:val="nil"/>
              <w:right w:val="single" w:sz="4" w:space="0" w:color="auto"/>
            </w:tcBorders>
            <w:shd w:val="clear" w:color="auto" w:fill="auto"/>
          </w:tcPr>
          <w:p w14:paraId="6F7444EA" w14:textId="449B24E5" w:rsidR="00C25B7D" w:rsidRPr="00E062F1" w:rsidRDefault="00C25B7D" w:rsidP="00C25B7D">
            <w:pPr>
              <w:pStyle w:val="TAC"/>
            </w:pPr>
            <w:r w:rsidRPr="00E062F1">
              <w:t>CA_n</w:t>
            </w:r>
            <w:r w:rsidRPr="00E062F1">
              <w:rPr>
                <w:lang w:eastAsia="zh-CN"/>
              </w:rPr>
              <w:t>78</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5A84AD88" w14:textId="77777777" w:rsidR="00C25B7D" w:rsidRPr="00E062F1" w:rsidRDefault="00C25B7D" w:rsidP="00C25B7D">
            <w:pPr>
              <w:pStyle w:val="TAC"/>
              <w:rPr>
                <w:rFonts w:eastAsia="Yu Mincho"/>
              </w:rPr>
            </w:pPr>
            <w:r w:rsidRPr="00E062F1">
              <w:rPr>
                <w:rFonts w:eastAsia="Yu Mincho"/>
              </w:rPr>
              <w:t>n7</w:t>
            </w:r>
            <w:r w:rsidRPr="00E062F1">
              <w:rPr>
                <w:lang w:eastAsia="zh-CN"/>
              </w:rPr>
              <w:t>8</w:t>
            </w:r>
          </w:p>
        </w:tc>
        <w:tc>
          <w:tcPr>
            <w:tcW w:w="671" w:type="dxa"/>
            <w:tcBorders>
              <w:top w:val="single" w:sz="4" w:space="0" w:color="auto"/>
              <w:left w:val="single" w:sz="4" w:space="0" w:color="auto"/>
              <w:bottom w:val="single" w:sz="4" w:space="0" w:color="auto"/>
              <w:right w:val="single" w:sz="4" w:space="0" w:color="auto"/>
            </w:tcBorders>
          </w:tcPr>
          <w:p w14:paraId="000E6CB3"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446CAF79"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18948163"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14347E92"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CE86515"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A7A9964"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0C5B651A"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29424CC5"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F87EF7D" w14:textId="77777777" w:rsidR="00C25B7D" w:rsidRPr="00E062F1" w:rsidRDefault="00C25B7D" w:rsidP="00C25B7D">
            <w:pPr>
              <w:pStyle w:val="TAC"/>
              <w:rPr>
                <w:rFonts w:cs="Arial"/>
                <w:lang w:eastAsia="ja-JP"/>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CFB8B04"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6910F4FD" w14:textId="77777777" w:rsidR="00C25B7D" w:rsidRPr="00E062F1" w:rsidRDefault="00C25B7D" w:rsidP="00C25B7D">
            <w:pPr>
              <w:pStyle w:val="TAC"/>
              <w:rPr>
                <w:rFonts w:cs="Arial"/>
                <w:lang w:eastAsia="ja-JP"/>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A937443" w14:textId="77777777" w:rsidR="00C25B7D" w:rsidRPr="00E062F1" w:rsidRDefault="00C25B7D" w:rsidP="00C25B7D">
            <w:pPr>
              <w:pStyle w:val="TAC"/>
              <w:rPr>
                <w:rFonts w:eastAsia="Yu Mincho"/>
                <w:szCs w:val="18"/>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15E00CD4" w14:textId="77777777" w:rsidR="00C25B7D" w:rsidRPr="00E062F1" w:rsidRDefault="00C25B7D" w:rsidP="00C25B7D">
            <w:pPr>
              <w:pStyle w:val="TAC"/>
              <w:rPr>
                <w:rFonts w:eastAsia="Yu Mincho"/>
                <w:szCs w:val="18"/>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4F58D65D"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1E249437"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7C56C111"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017020FF"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9CD83DD"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0C489E30" w14:textId="77777777" w:rsidR="00C25B7D" w:rsidRPr="00E062F1" w:rsidRDefault="00C25B7D" w:rsidP="00C25B7D">
            <w:pPr>
              <w:pStyle w:val="TAC"/>
            </w:pPr>
          </w:p>
        </w:tc>
        <w:tc>
          <w:tcPr>
            <w:tcW w:w="737" w:type="dxa"/>
            <w:tcBorders>
              <w:left w:val="single" w:sz="4" w:space="0" w:color="auto"/>
              <w:right w:val="single" w:sz="4" w:space="0" w:color="auto"/>
            </w:tcBorders>
          </w:tcPr>
          <w:p w14:paraId="58E9564D" w14:textId="77777777" w:rsidR="00C25B7D" w:rsidRPr="00E062F1" w:rsidRDefault="00C25B7D" w:rsidP="00C25B7D">
            <w:pPr>
              <w:pStyle w:val="TAC"/>
              <w:rPr>
                <w:rFonts w:eastAsia="Yu Mincho"/>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0AA0B107" w14:textId="1F9A4C45" w:rsidR="00C25B7D" w:rsidRPr="00E062F1" w:rsidRDefault="00C25B7D" w:rsidP="00C25B7D">
            <w:pPr>
              <w:pStyle w:val="TAC"/>
              <w:rPr>
                <w:rFonts w:eastAsia="Yu Mincho"/>
                <w:szCs w:val="18"/>
              </w:rPr>
            </w:pPr>
            <w:r w:rsidRPr="00E062F1">
              <w:rPr>
                <w:rFonts w:cs="Arial"/>
                <w:lang w:eastAsia="ja-JP"/>
              </w:rPr>
              <w:t>CA_n257</w:t>
            </w:r>
            <w:r w:rsidRPr="00E062F1">
              <w:rPr>
                <w:rFonts w:cs="Arial"/>
                <w:lang w:eastAsia="zh-CN"/>
              </w:rPr>
              <w:t>K</w:t>
            </w:r>
          </w:p>
        </w:tc>
        <w:tc>
          <w:tcPr>
            <w:tcW w:w="1345" w:type="dxa"/>
            <w:tcBorders>
              <w:top w:val="nil"/>
              <w:left w:val="single" w:sz="4" w:space="0" w:color="auto"/>
              <w:bottom w:val="single" w:sz="4" w:space="0" w:color="auto"/>
              <w:right w:val="single" w:sz="4" w:space="0" w:color="auto"/>
            </w:tcBorders>
            <w:shd w:val="clear" w:color="auto" w:fill="auto"/>
          </w:tcPr>
          <w:p w14:paraId="51B3FFFB" w14:textId="77777777" w:rsidR="00C25B7D" w:rsidRPr="00E062F1" w:rsidRDefault="00C25B7D" w:rsidP="00C25B7D">
            <w:pPr>
              <w:pStyle w:val="TAC"/>
              <w:rPr>
                <w:szCs w:val="18"/>
                <w:lang w:eastAsia="zh-CN"/>
              </w:rPr>
            </w:pPr>
          </w:p>
        </w:tc>
      </w:tr>
      <w:tr w:rsidR="00C25B7D" w:rsidRPr="00E062F1" w14:paraId="3DCA87DC"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6A93704"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257L</w:t>
            </w:r>
          </w:p>
        </w:tc>
        <w:tc>
          <w:tcPr>
            <w:tcW w:w="1232" w:type="dxa"/>
            <w:tcBorders>
              <w:left w:val="single" w:sz="4" w:space="0" w:color="auto"/>
              <w:bottom w:val="nil"/>
              <w:right w:val="single" w:sz="4" w:space="0" w:color="auto"/>
            </w:tcBorders>
            <w:shd w:val="clear" w:color="auto" w:fill="auto"/>
          </w:tcPr>
          <w:p w14:paraId="24B0374C" w14:textId="0EE3366B" w:rsidR="00C25B7D" w:rsidRPr="00E062F1" w:rsidRDefault="00C25B7D" w:rsidP="00C25B7D">
            <w:pPr>
              <w:pStyle w:val="TAC"/>
            </w:pPr>
            <w:r w:rsidRPr="00E062F1">
              <w:t>CA_n</w:t>
            </w:r>
            <w:r w:rsidRPr="00E062F1">
              <w:rPr>
                <w:lang w:eastAsia="zh-CN"/>
              </w:rPr>
              <w:t>78</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174623D9" w14:textId="77777777" w:rsidR="00C25B7D" w:rsidRPr="00E062F1" w:rsidRDefault="00C25B7D" w:rsidP="00C25B7D">
            <w:pPr>
              <w:pStyle w:val="TAC"/>
              <w:rPr>
                <w:rFonts w:eastAsia="Yu Mincho"/>
              </w:rPr>
            </w:pPr>
            <w:r w:rsidRPr="00E062F1">
              <w:rPr>
                <w:rFonts w:eastAsia="Yu Mincho"/>
              </w:rPr>
              <w:t>n7</w:t>
            </w:r>
            <w:r w:rsidRPr="00E062F1">
              <w:rPr>
                <w:lang w:eastAsia="zh-CN"/>
              </w:rPr>
              <w:t>8</w:t>
            </w:r>
          </w:p>
        </w:tc>
        <w:tc>
          <w:tcPr>
            <w:tcW w:w="671" w:type="dxa"/>
            <w:tcBorders>
              <w:top w:val="single" w:sz="4" w:space="0" w:color="auto"/>
              <w:left w:val="single" w:sz="4" w:space="0" w:color="auto"/>
              <w:bottom w:val="single" w:sz="4" w:space="0" w:color="auto"/>
              <w:right w:val="single" w:sz="4" w:space="0" w:color="auto"/>
            </w:tcBorders>
          </w:tcPr>
          <w:p w14:paraId="5ACD063C"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0675063D"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27D0EDA"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22AF9FFB"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6993168"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7E0938B8"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42D1F829"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0C2A068D"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34A17E7" w14:textId="77777777" w:rsidR="00C25B7D" w:rsidRPr="00E062F1" w:rsidRDefault="00C25B7D" w:rsidP="00C25B7D">
            <w:pPr>
              <w:pStyle w:val="TAC"/>
              <w:rPr>
                <w:rFonts w:cs="Arial"/>
                <w:lang w:eastAsia="ja-JP"/>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0C83DA1A"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3952E17A" w14:textId="77777777" w:rsidR="00C25B7D" w:rsidRPr="00E062F1" w:rsidRDefault="00C25B7D" w:rsidP="00C25B7D">
            <w:pPr>
              <w:pStyle w:val="TAC"/>
              <w:rPr>
                <w:rFonts w:cs="Arial"/>
                <w:lang w:eastAsia="ja-JP"/>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3BA0CA7B" w14:textId="77777777" w:rsidR="00C25B7D" w:rsidRPr="00E062F1" w:rsidRDefault="00C25B7D" w:rsidP="00C25B7D">
            <w:pPr>
              <w:pStyle w:val="TAC"/>
              <w:rPr>
                <w:rFonts w:eastAsia="Yu Mincho"/>
                <w:szCs w:val="18"/>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22849D43" w14:textId="77777777" w:rsidR="00C25B7D" w:rsidRPr="00E062F1" w:rsidRDefault="00C25B7D" w:rsidP="00C25B7D">
            <w:pPr>
              <w:pStyle w:val="TAC"/>
              <w:rPr>
                <w:rFonts w:eastAsia="Yu Mincho"/>
                <w:szCs w:val="18"/>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5491DF3E"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7B2E276F"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34ABCC54"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5D1183BC"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DCAD87E"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09E01DE3" w14:textId="77777777" w:rsidR="00C25B7D" w:rsidRPr="00E062F1" w:rsidRDefault="00C25B7D" w:rsidP="00C25B7D">
            <w:pPr>
              <w:pStyle w:val="TAC"/>
            </w:pPr>
          </w:p>
        </w:tc>
        <w:tc>
          <w:tcPr>
            <w:tcW w:w="737" w:type="dxa"/>
            <w:tcBorders>
              <w:left w:val="single" w:sz="4" w:space="0" w:color="auto"/>
              <w:right w:val="single" w:sz="4" w:space="0" w:color="auto"/>
            </w:tcBorders>
          </w:tcPr>
          <w:p w14:paraId="75E74535" w14:textId="77777777" w:rsidR="00C25B7D" w:rsidRPr="00E062F1" w:rsidRDefault="00C25B7D" w:rsidP="00C25B7D">
            <w:pPr>
              <w:pStyle w:val="TAC"/>
              <w:rPr>
                <w:rFonts w:eastAsia="Yu Mincho"/>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445707DA" w14:textId="4C26784F" w:rsidR="00C25B7D" w:rsidRPr="00E062F1" w:rsidRDefault="00C25B7D" w:rsidP="00C25B7D">
            <w:pPr>
              <w:pStyle w:val="TAC"/>
              <w:rPr>
                <w:rFonts w:eastAsia="Yu Mincho"/>
                <w:szCs w:val="18"/>
              </w:rPr>
            </w:pPr>
            <w:r w:rsidRPr="00E062F1">
              <w:rPr>
                <w:rFonts w:cs="Arial"/>
                <w:lang w:eastAsia="ja-JP"/>
              </w:rPr>
              <w:t>CA_n257</w:t>
            </w:r>
            <w:r w:rsidRPr="00E062F1">
              <w:rPr>
                <w:rFonts w:cs="Arial"/>
                <w:lang w:eastAsia="zh-CN"/>
              </w:rPr>
              <w:t>L</w:t>
            </w:r>
          </w:p>
        </w:tc>
        <w:tc>
          <w:tcPr>
            <w:tcW w:w="1345" w:type="dxa"/>
            <w:tcBorders>
              <w:top w:val="nil"/>
              <w:left w:val="single" w:sz="4" w:space="0" w:color="auto"/>
              <w:bottom w:val="single" w:sz="4" w:space="0" w:color="auto"/>
              <w:right w:val="single" w:sz="4" w:space="0" w:color="auto"/>
            </w:tcBorders>
            <w:shd w:val="clear" w:color="auto" w:fill="auto"/>
          </w:tcPr>
          <w:p w14:paraId="59D50AF0" w14:textId="77777777" w:rsidR="00C25B7D" w:rsidRPr="00E062F1" w:rsidRDefault="00C25B7D" w:rsidP="00C25B7D">
            <w:pPr>
              <w:pStyle w:val="TAC"/>
              <w:rPr>
                <w:szCs w:val="18"/>
                <w:lang w:eastAsia="zh-CN"/>
              </w:rPr>
            </w:pPr>
          </w:p>
        </w:tc>
      </w:tr>
      <w:tr w:rsidR="00C25B7D" w:rsidRPr="00E062F1" w14:paraId="12402B63"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27B74EE" w14:textId="77777777" w:rsidR="00C25B7D" w:rsidRPr="00E062F1" w:rsidRDefault="00C25B7D" w:rsidP="00C25B7D">
            <w:pPr>
              <w:pStyle w:val="TAC"/>
            </w:pPr>
            <w:r w:rsidRPr="00E062F1">
              <w:t>CA_n</w:t>
            </w:r>
            <w:r w:rsidRPr="00E062F1">
              <w:rPr>
                <w:lang w:eastAsia="zh-CN"/>
              </w:rPr>
              <w:t>78</w:t>
            </w:r>
            <w:r w:rsidRPr="00E062F1">
              <w:t>A-n</w:t>
            </w:r>
            <w:r w:rsidRPr="00E062F1">
              <w:rPr>
                <w:lang w:eastAsia="zh-CN"/>
              </w:rPr>
              <w:t>257M</w:t>
            </w:r>
          </w:p>
        </w:tc>
        <w:tc>
          <w:tcPr>
            <w:tcW w:w="1232" w:type="dxa"/>
            <w:tcBorders>
              <w:left w:val="single" w:sz="4" w:space="0" w:color="auto"/>
              <w:bottom w:val="nil"/>
              <w:right w:val="single" w:sz="4" w:space="0" w:color="auto"/>
            </w:tcBorders>
            <w:shd w:val="clear" w:color="auto" w:fill="auto"/>
          </w:tcPr>
          <w:p w14:paraId="55416F81" w14:textId="3DAB5673" w:rsidR="00C25B7D" w:rsidRPr="00E062F1" w:rsidRDefault="00C25B7D" w:rsidP="00C25B7D">
            <w:pPr>
              <w:pStyle w:val="TAC"/>
              <w:rPr>
                <w:rFonts w:cs="Arial"/>
                <w:bCs/>
                <w:szCs w:val="18"/>
              </w:rPr>
            </w:pPr>
            <w:r w:rsidRPr="00E062F1">
              <w:t>CA_n</w:t>
            </w:r>
            <w:r w:rsidRPr="00E062F1">
              <w:rPr>
                <w:lang w:eastAsia="zh-CN"/>
              </w:rPr>
              <w:t>78</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4A5F85AD" w14:textId="77777777" w:rsidR="00C25B7D" w:rsidRPr="00E062F1" w:rsidRDefault="00C25B7D" w:rsidP="00C25B7D">
            <w:pPr>
              <w:pStyle w:val="TAC"/>
              <w:rPr>
                <w:lang w:eastAsia="zh-CN"/>
              </w:rPr>
            </w:pPr>
            <w:r w:rsidRPr="00E062F1">
              <w:rPr>
                <w:rFonts w:eastAsia="Yu Mincho"/>
              </w:rPr>
              <w:t>n7</w:t>
            </w:r>
            <w:r w:rsidRPr="00E062F1">
              <w:rPr>
                <w:lang w:eastAsia="zh-CN"/>
              </w:rPr>
              <w:t>8</w:t>
            </w:r>
          </w:p>
        </w:tc>
        <w:tc>
          <w:tcPr>
            <w:tcW w:w="671" w:type="dxa"/>
            <w:tcBorders>
              <w:top w:val="single" w:sz="4" w:space="0" w:color="auto"/>
              <w:left w:val="single" w:sz="4" w:space="0" w:color="auto"/>
              <w:bottom w:val="single" w:sz="4" w:space="0" w:color="auto"/>
              <w:right w:val="single" w:sz="4" w:space="0" w:color="auto"/>
            </w:tcBorders>
          </w:tcPr>
          <w:p w14:paraId="5EE5ABB4"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2BF8FB4C"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09CD6376"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276D58F8"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8FAF74A"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EED9984"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3C27294E"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456872B2"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304FCF1" w14:textId="77777777" w:rsidR="00C25B7D" w:rsidRPr="00E062F1" w:rsidRDefault="00C25B7D" w:rsidP="00C25B7D">
            <w:pPr>
              <w:pStyle w:val="TAC"/>
              <w:rPr>
                <w:rFonts w:cs="Arial"/>
                <w:lang w:eastAsia="ja-JP"/>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01688112"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212C4903" w14:textId="77777777" w:rsidR="00C25B7D" w:rsidRPr="00E062F1" w:rsidRDefault="00C25B7D" w:rsidP="00C25B7D">
            <w:pPr>
              <w:pStyle w:val="TAC"/>
              <w:rPr>
                <w:rFonts w:cs="Arial"/>
                <w:lang w:eastAsia="ja-JP"/>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3AF9B7C8" w14:textId="77777777" w:rsidR="00C25B7D" w:rsidRPr="00E062F1" w:rsidRDefault="00C25B7D" w:rsidP="00C25B7D">
            <w:pPr>
              <w:pStyle w:val="TAC"/>
              <w:rPr>
                <w:rFonts w:cs="Arial"/>
                <w:lang w:eastAsia="ja-JP"/>
              </w:rPr>
            </w:pPr>
            <w:r>
              <w:rPr>
                <w:rFonts w:hint="eastAsia"/>
                <w:szCs w:val="18"/>
                <w:lang w:eastAsia="zh-CN"/>
              </w:rPr>
              <w:t>90</w:t>
            </w:r>
          </w:p>
        </w:tc>
        <w:tc>
          <w:tcPr>
            <w:tcW w:w="671" w:type="dxa"/>
            <w:tcBorders>
              <w:top w:val="single" w:sz="4" w:space="0" w:color="auto"/>
              <w:left w:val="single" w:sz="4" w:space="0" w:color="auto"/>
              <w:bottom w:val="single" w:sz="4" w:space="0" w:color="auto"/>
              <w:right w:val="single" w:sz="4" w:space="0" w:color="auto"/>
            </w:tcBorders>
          </w:tcPr>
          <w:p w14:paraId="190C41C6" w14:textId="77777777" w:rsidR="00C25B7D" w:rsidRPr="00E062F1" w:rsidRDefault="00C25B7D" w:rsidP="00C25B7D">
            <w:pPr>
              <w:pStyle w:val="TAC"/>
              <w:rPr>
                <w:rFonts w:cs="Arial"/>
                <w:lang w:eastAsia="ja-JP"/>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0643F717"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786ADCA2"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369F244B"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6DDCFDF4"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42CD3C26"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568946B5" w14:textId="77777777" w:rsidR="00C25B7D" w:rsidRPr="00E062F1" w:rsidRDefault="00C25B7D" w:rsidP="00C25B7D">
            <w:pPr>
              <w:pStyle w:val="TAC"/>
              <w:rPr>
                <w:rFonts w:cs="Arial"/>
                <w:bCs/>
                <w:szCs w:val="18"/>
              </w:rPr>
            </w:pPr>
          </w:p>
        </w:tc>
        <w:tc>
          <w:tcPr>
            <w:tcW w:w="737" w:type="dxa"/>
            <w:tcBorders>
              <w:left w:val="single" w:sz="4" w:space="0" w:color="auto"/>
              <w:right w:val="single" w:sz="4" w:space="0" w:color="auto"/>
            </w:tcBorders>
          </w:tcPr>
          <w:p w14:paraId="6B6A83D7" w14:textId="77777777" w:rsidR="00C25B7D" w:rsidRPr="00E062F1" w:rsidRDefault="00C25B7D" w:rsidP="00C25B7D">
            <w:pPr>
              <w:pStyle w:val="TAC"/>
              <w:rPr>
                <w:lang w:eastAsia="zh-CN"/>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7050B322" w14:textId="5C66EEE6" w:rsidR="00C25B7D" w:rsidRPr="00E062F1" w:rsidRDefault="00C25B7D" w:rsidP="00C25B7D">
            <w:pPr>
              <w:pStyle w:val="TAC"/>
              <w:rPr>
                <w:rFonts w:eastAsia="Yu Mincho"/>
                <w:szCs w:val="18"/>
              </w:rPr>
            </w:pPr>
            <w:r w:rsidRPr="00E062F1">
              <w:rPr>
                <w:rFonts w:cs="Arial"/>
                <w:lang w:eastAsia="ja-JP"/>
              </w:rPr>
              <w:t>CA_n257</w:t>
            </w:r>
            <w:r w:rsidRPr="00E062F1">
              <w:rPr>
                <w:rFonts w:cs="Arial"/>
                <w:lang w:eastAsia="ko-KR"/>
              </w:rPr>
              <w:t>M</w:t>
            </w:r>
          </w:p>
        </w:tc>
        <w:tc>
          <w:tcPr>
            <w:tcW w:w="1345" w:type="dxa"/>
            <w:tcBorders>
              <w:top w:val="nil"/>
              <w:left w:val="single" w:sz="4" w:space="0" w:color="auto"/>
              <w:bottom w:val="single" w:sz="4" w:space="0" w:color="auto"/>
              <w:right w:val="single" w:sz="4" w:space="0" w:color="auto"/>
            </w:tcBorders>
            <w:shd w:val="clear" w:color="auto" w:fill="auto"/>
          </w:tcPr>
          <w:p w14:paraId="62F50C12" w14:textId="77777777" w:rsidR="00C25B7D" w:rsidRPr="00E062F1" w:rsidRDefault="00C25B7D" w:rsidP="00C25B7D">
            <w:pPr>
              <w:pStyle w:val="TAC"/>
              <w:rPr>
                <w:szCs w:val="18"/>
                <w:lang w:eastAsia="zh-CN"/>
              </w:rPr>
            </w:pPr>
          </w:p>
        </w:tc>
      </w:tr>
      <w:tr w:rsidR="00C25B7D" w:rsidRPr="00E062F1" w14:paraId="60988DE1"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5D37805" w14:textId="77777777" w:rsidR="00C25B7D" w:rsidRPr="00E062F1" w:rsidRDefault="00C25B7D" w:rsidP="00C25B7D">
            <w:pPr>
              <w:pStyle w:val="TAC"/>
              <w:rPr>
                <w:rFonts w:cs="Arial"/>
                <w:bCs/>
                <w:szCs w:val="18"/>
              </w:rPr>
            </w:pPr>
            <w:r w:rsidRPr="00E062F1">
              <w:t>CA_n</w:t>
            </w:r>
            <w:r w:rsidRPr="00E062F1">
              <w:rPr>
                <w:lang w:eastAsia="zh-CN"/>
              </w:rPr>
              <w:t>78</w:t>
            </w:r>
            <w:r w:rsidRPr="00E062F1">
              <w:t>A-n</w:t>
            </w:r>
            <w:r w:rsidRPr="00E062F1">
              <w:rPr>
                <w:lang w:eastAsia="zh-CN"/>
              </w:rPr>
              <w:t>258</w:t>
            </w:r>
            <w:r w:rsidRPr="00E062F1">
              <w:t>A</w:t>
            </w:r>
          </w:p>
        </w:tc>
        <w:tc>
          <w:tcPr>
            <w:tcW w:w="1232" w:type="dxa"/>
            <w:tcBorders>
              <w:left w:val="single" w:sz="4" w:space="0" w:color="auto"/>
              <w:bottom w:val="nil"/>
              <w:right w:val="single" w:sz="4" w:space="0" w:color="auto"/>
            </w:tcBorders>
            <w:shd w:val="clear" w:color="auto" w:fill="auto"/>
          </w:tcPr>
          <w:p w14:paraId="1CB0181B" w14:textId="77777777" w:rsidR="00C25B7D" w:rsidRPr="00E062F1" w:rsidRDefault="00C25B7D" w:rsidP="00C25B7D">
            <w:pPr>
              <w:pStyle w:val="TAC"/>
              <w:rPr>
                <w:rFonts w:cs="Arial"/>
                <w:bCs/>
                <w:szCs w:val="18"/>
              </w:rPr>
            </w:pPr>
            <w:r w:rsidRPr="00E062F1">
              <w:rPr>
                <w:rFonts w:cs="Arial"/>
                <w:bCs/>
                <w:szCs w:val="18"/>
              </w:rPr>
              <w:t>CA_n78A-n258A</w:t>
            </w:r>
          </w:p>
        </w:tc>
        <w:tc>
          <w:tcPr>
            <w:tcW w:w="737" w:type="dxa"/>
            <w:tcBorders>
              <w:left w:val="single" w:sz="4" w:space="0" w:color="auto"/>
              <w:right w:val="single" w:sz="4" w:space="0" w:color="auto"/>
            </w:tcBorders>
          </w:tcPr>
          <w:p w14:paraId="2A9997CE" w14:textId="77777777" w:rsidR="00C25B7D" w:rsidRPr="00E062F1" w:rsidRDefault="00C25B7D" w:rsidP="00C25B7D">
            <w:pPr>
              <w:pStyle w:val="TAC"/>
              <w:rPr>
                <w:rFonts w:cs="Arial"/>
                <w:bCs/>
                <w:szCs w:val="18"/>
              </w:rPr>
            </w:pPr>
            <w:r w:rsidRPr="00E062F1">
              <w:rPr>
                <w:lang w:eastAsia="zh-CN"/>
              </w:rPr>
              <w:t>n78</w:t>
            </w:r>
          </w:p>
        </w:tc>
        <w:tc>
          <w:tcPr>
            <w:tcW w:w="671" w:type="dxa"/>
            <w:tcBorders>
              <w:top w:val="single" w:sz="4" w:space="0" w:color="auto"/>
              <w:left w:val="single" w:sz="4" w:space="0" w:color="auto"/>
              <w:bottom w:val="single" w:sz="4" w:space="0" w:color="auto"/>
              <w:right w:val="single" w:sz="4" w:space="0" w:color="auto"/>
            </w:tcBorders>
          </w:tcPr>
          <w:p w14:paraId="753A9EBC"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64E89006"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48EA2E97"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B0A2CB9"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0629531"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5102466D"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F54A454"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4D311776"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F5DE7C0"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0090A17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78E4D15"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39300116"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01A681DC"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6BD098BB"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3C802689" w14:textId="77777777" w:rsidR="00C25B7D" w:rsidRPr="00E062F1" w:rsidRDefault="00C25B7D" w:rsidP="00C25B7D">
            <w:pPr>
              <w:pStyle w:val="TAC"/>
              <w:rPr>
                <w:rFonts w:cs="Arial"/>
                <w:lang w:eastAsia="zh-CN"/>
              </w:rPr>
            </w:pPr>
          </w:p>
        </w:tc>
        <w:tc>
          <w:tcPr>
            <w:tcW w:w="1345" w:type="dxa"/>
            <w:tcBorders>
              <w:left w:val="single" w:sz="4" w:space="0" w:color="auto"/>
              <w:bottom w:val="nil"/>
              <w:right w:val="single" w:sz="4" w:space="0" w:color="auto"/>
            </w:tcBorders>
            <w:shd w:val="clear" w:color="auto" w:fill="auto"/>
          </w:tcPr>
          <w:p w14:paraId="1B532AAA"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1E350B15"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787CD93" w14:textId="77777777" w:rsidR="00C25B7D" w:rsidRPr="00E062F1" w:rsidRDefault="00C25B7D" w:rsidP="00C25B7D">
            <w:pPr>
              <w:pStyle w:val="TAC"/>
              <w:rPr>
                <w:rFonts w:cs="Arial"/>
                <w:bCs/>
                <w:szCs w:val="18"/>
              </w:rPr>
            </w:pPr>
          </w:p>
        </w:tc>
        <w:tc>
          <w:tcPr>
            <w:tcW w:w="1232" w:type="dxa"/>
            <w:tcBorders>
              <w:top w:val="nil"/>
              <w:left w:val="single" w:sz="4" w:space="0" w:color="auto"/>
              <w:bottom w:val="single" w:sz="4" w:space="0" w:color="auto"/>
              <w:right w:val="single" w:sz="4" w:space="0" w:color="auto"/>
            </w:tcBorders>
            <w:shd w:val="clear" w:color="auto" w:fill="auto"/>
          </w:tcPr>
          <w:p w14:paraId="0FE65C45" w14:textId="77777777" w:rsidR="00C25B7D" w:rsidRPr="00E062F1" w:rsidRDefault="00C25B7D" w:rsidP="00C25B7D">
            <w:pPr>
              <w:pStyle w:val="TAC"/>
              <w:rPr>
                <w:rFonts w:cs="Arial"/>
                <w:bCs/>
                <w:szCs w:val="18"/>
              </w:rPr>
            </w:pPr>
          </w:p>
        </w:tc>
        <w:tc>
          <w:tcPr>
            <w:tcW w:w="737" w:type="dxa"/>
            <w:tcBorders>
              <w:left w:val="single" w:sz="4" w:space="0" w:color="auto"/>
              <w:right w:val="single" w:sz="4" w:space="0" w:color="auto"/>
            </w:tcBorders>
          </w:tcPr>
          <w:p w14:paraId="136E6AB5" w14:textId="77777777" w:rsidR="00C25B7D" w:rsidRPr="00E062F1" w:rsidRDefault="00C25B7D" w:rsidP="00C25B7D">
            <w:pPr>
              <w:pStyle w:val="TAC"/>
              <w:rPr>
                <w:rFonts w:cs="Arial"/>
                <w:bCs/>
                <w:szCs w:val="18"/>
              </w:rPr>
            </w:pPr>
            <w:r w:rsidRPr="00E062F1">
              <w:rPr>
                <w:lang w:eastAsia="zh-CN"/>
              </w:rPr>
              <w:t>n258</w:t>
            </w:r>
          </w:p>
        </w:tc>
        <w:tc>
          <w:tcPr>
            <w:tcW w:w="671" w:type="dxa"/>
            <w:tcBorders>
              <w:top w:val="single" w:sz="4" w:space="0" w:color="auto"/>
              <w:left w:val="single" w:sz="4" w:space="0" w:color="auto"/>
              <w:bottom w:val="single" w:sz="4" w:space="0" w:color="auto"/>
              <w:right w:val="single" w:sz="4" w:space="0" w:color="auto"/>
            </w:tcBorders>
          </w:tcPr>
          <w:p w14:paraId="3E53E449"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3369A447"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76D016E0"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280A7C79"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3555F36B"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D6811F5"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C85C5C9"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13018B6F"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D4EEBE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7BBE65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E7F612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7BF0A0F"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16F1A2B7"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4EFC01F9" w14:textId="77777777" w:rsidR="00C25B7D" w:rsidRPr="00E062F1" w:rsidRDefault="00C25B7D" w:rsidP="00C25B7D">
            <w:pPr>
              <w:pStyle w:val="TAC"/>
              <w:rPr>
                <w:rFonts w:cs="Arial"/>
                <w:lang w:eastAsia="zh-CN"/>
              </w:rPr>
            </w:pPr>
            <w:r>
              <w:rPr>
                <w:rFonts w:cs="Arial"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34E48FD7" w14:textId="77777777" w:rsidR="00C25B7D" w:rsidRPr="00E062F1" w:rsidRDefault="00C25B7D" w:rsidP="00C25B7D">
            <w:pPr>
              <w:pStyle w:val="TAC"/>
              <w:rPr>
                <w:rFonts w:cs="Arial"/>
                <w:lang w:eastAsia="zh-CN"/>
              </w:rPr>
            </w:pPr>
            <w:r>
              <w:rPr>
                <w:rFonts w:cs="Arial"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3F6EF18A" w14:textId="77777777" w:rsidR="00C25B7D" w:rsidRPr="00E062F1" w:rsidRDefault="00C25B7D" w:rsidP="00C25B7D">
            <w:pPr>
              <w:pStyle w:val="TAC"/>
              <w:rPr>
                <w:szCs w:val="18"/>
                <w:lang w:eastAsia="zh-CN"/>
              </w:rPr>
            </w:pPr>
          </w:p>
        </w:tc>
      </w:tr>
      <w:tr w:rsidR="00C25B7D" w:rsidRPr="00E062F1" w14:paraId="7338A8D9"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40F5BA6E" w14:textId="77777777" w:rsidR="00C25B7D" w:rsidRPr="00E062F1" w:rsidRDefault="00C25B7D" w:rsidP="00C25B7D">
            <w:pPr>
              <w:pStyle w:val="TAC"/>
              <w:rPr>
                <w:rFonts w:cs="Arial"/>
                <w:bCs/>
                <w:szCs w:val="18"/>
              </w:rPr>
            </w:pPr>
            <w:r w:rsidRPr="00E062F1">
              <w:rPr>
                <w:rFonts w:cs="Arial"/>
                <w:bCs/>
                <w:szCs w:val="18"/>
              </w:rPr>
              <w:t>CA_n78A-n258G</w:t>
            </w:r>
          </w:p>
        </w:tc>
        <w:tc>
          <w:tcPr>
            <w:tcW w:w="1232" w:type="dxa"/>
            <w:tcBorders>
              <w:left w:val="single" w:sz="4" w:space="0" w:color="auto"/>
              <w:bottom w:val="nil"/>
              <w:right w:val="single" w:sz="4" w:space="0" w:color="auto"/>
            </w:tcBorders>
            <w:shd w:val="clear" w:color="auto" w:fill="auto"/>
          </w:tcPr>
          <w:p w14:paraId="2DFDE900" w14:textId="77777777" w:rsidR="00C25B7D" w:rsidRPr="00E062F1" w:rsidRDefault="00C25B7D" w:rsidP="00C25B7D">
            <w:pPr>
              <w:pStyle w:val="TAC"/>
              <w:rPr>
                <w:rFonts w:cs="Arial"/>
                <w:bCs/>
                <w:szCs w:val="18"/>
              </w:rPr>
            </w:pPr>
            <w:r w:rsidRPr="00E062F1">
              <w:rPr>
                <w:rFonts w:cs="Arial"/>
                <w:bCs/>
                <w:szCs w:val="18"/>
              </w:rPr>
              <w:t>CA_n78A-n258A</w:t>
            </w:r>
          </w:p>
          <w:p w14:paraId="00E07314" w14:textId="77777777" w:rsidR="00C25B7D" w:rsidRPr="00E062F1" w:rsidRDefault="00C25B7D" w:rsidP="00C25B7D">
            <w:pPr>
              <w:pStyle w:val="TAC"/>
              <w:rPr>
                <w:rFonts w:cs="Arial"/>
                <w:bCs/>
                <w:szCs w:val="18"/>
              </w:rPr>
            </w:pPr>
            <w:r w:rsidRPr="00E062F1">
              <w:rPr>
                <w:rFonts w:cs="Arial"/>
                <w:bCs/>
                <w:szCs w:val="18"/>
              </w:rPr>
              <w:t>CA_n78A-n258G</w:t>
            </w:r>
          </w:p>
        </w:tc>
        <w:tc>
          <w:tcPr>
            <w:tcW w:w="737" w:type="dxa"/>
            <w:tcBorders>
              <w:left w:val="single" w:sz="4" w:space="0" w:color="auto"/>
              <w:right w:val="single" w:sz="4" w:space="0" w:color="auto"/>
            </w:tcBorders>
          </w:tcPr>
          <w:p w14:paraId="3DAB8415" w14:textId="77777777" w:rsidR="00C25B7D" w:rsidRPr="00E062F1" w:rsidRDefault="00C25B7D" w:rsidP="00C25B7D">
            <w:pPr>
              <w:pStyle w:val="TAC"/>
              <w:rPr>
                <w:rFonts w:cs="Arial"/>
                <w:bCs/>
                <w:szCs w:val="18"/>
              </w:rPr>
            </w:pPr>
            <w:r w:rsidRPr="00E062F1">
              <w:rPr>
                <w:rFonts w:cs="Arial"/>
                <w:bCs/>
                <w:szCs w:val="18"/>
              </w:rPr>
              <w:t>n78</w:t>
            </w:r>
          </w:p>
        </w:tc>
        <w:tc>
          <w:tcPr>
            <w:tcW w:w="671" w:type="dxa"/>
            <w:tcBorders>
              <w:top w:val="single" w:sz="4" w:space="0" w:color="auto"/>
              <w:left w:val="single" w:sz="4" w:space="0" w:color="auto"/>
              <w:bottom w:val="single" w:sz="4" w:space="0" w:color="auto"/>
              <w:right w:val="single" w:sz="4" w:space="0" w:color="auto"/>
            </w:tcBorders>
          </w:tcPr>
          <w:p w14:paraId="570F896E"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0A181482"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8D78702"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F633203"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B829891"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5C240010"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C235CB9"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23A9092A"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6D14FB9"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6EC4047"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06AB5FD"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8D48EB7" w14:textId="77777777" w:rsidR="00C25B7D" w:rsidRPr="00E062F1" w:rsidRDefault="00C25B7D" w:rsidP="00C25B7D">
            <w:pPr>
              <w:pStyle w:val="TAC"/>
              <w:rPr>
                <w:rFonts w:cs="Arial"/>
                <w:lang w:eastAsia="zh-CN"/>
              </w:rPr>
            </w:pPr>
            <w:r>
              <w:rPr>
                <w:rFonts w:cs="Arial" w:hint="eastAsia"/>
                <w:lang w:eastAsia="zh-CN"/>
              </w:rPr>
              <w:t>90</w:t>
            </w:r>
          </w:p>
        </w:tc>
        <w:tc>
          <w:tcPr>
            <w:tcW w:w="671" w:type="dxa"/>
            <w:tcBorders>
              <w:top w:val="single" w:sz="4" w:space="0" w:color="auto"/>
              <w:left w:val="single" w:sz="4" w:space="0" w:color="auto"/>
              <w:bottom w:val="single" w:sz="4" w:space="0" w:color="auto"/>
              <w:right w:val="single" w:sz="4" w:space="0" w:color="auto"/>
            </w:tcBorders>
          </w:tcPr>
          <w:p w14:paraId="1D73DA39"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00878B16"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6AEF7E51" w14:textId="77777777" w:rsidR="00C25B7D" w:rsidRPr="00E062F1" w:rsidRDefault="00C25B7D" w:rsidP="00C25B7D">
            <w:pPr>
              <w:pStyle w:val="TAC"/>
              <w:rPr>
                <w:rFonts w:cs="Arial"/>
                <w:lang w:eastAsia="zh-CN"/>
              </w:rPr>
            </w:pPr>
          </w:p>
        </w:tc>
        <w:tc>
          <w:tcPr>
            <w:tcW w:w="1345" w:type="dxa"/>
            <w:tcBorders>
              <w:left w:val="single" w:sz="4" w:space="0" w:color="auto"/>
              <w:bottom w:val="nil"/>
              <w:right w:val="single" w:sz="4" w:space="0" w:color="auto"/>
            </w:tcBorders>
            <w:shd w:val="clear" w:color="auto" w:fill="auto"/>
          </w:tcPr>
          <w:p w14:paraId="00CDD388"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1799E8E9"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FB27F9F" w14:textId="77777777" w:rsidR="00C25B7D" w:rsidRPr="00E062F1" w:rsidRDefault="00C25B7D" w:rsidP="00C25B7D">
            <w:pPr>
              <w:pStyle w:val="TAC"/>
              <w:rPr>
                <w:rFonts w:cs="Arial"/>
                <w:bCs/>
                <w:szCs w:val="18"/>
              </w:rPr>
            </w:pPr>
          </w:p>
        </w:tc>
        <w:tc>
          <w:tcPr>
            <w:tcW w:w="1232" w:type="dxa"/>
            <w:tcBorders>
              <w:top w:val="nil"/>
              <w:left w:val="single" w:sz="4" w:space="0" w:color="auto"/>
              <w:bottom w:val="single" w:sz="4" w:space="0" w:color="auto"/>
              <w:right w:val="single" w:sz="4" w:space="0" w:color="auto"/>
            </w:tcBorders>
            <w:shd w:val="clear" w:color="auto" w:fill="auto"/>
          </w:tcPr>
          <w:p w14:paraId="5DD6E6A1" w14:textId="77777777" w:rsidR="00C25B7D" w:rsidRPr="00E062F1" w:rsidRDefault="00C25B7D" w:rsidP="00C25B7D">
            <w:pPr>
              <w:pStyle w:val="TAC"/>
              <w:rPr>
                <w:rFonts w:cs="Arial"/>
                <w:bCs/>
                <w:szCs w:val="18"/>
              </w:rPr>
            </w:pPr>
          </w:p>
        </w:tc>
        <w:tc>
          <w:tcPr>
            <w:tcW w:w="737" w:type="dxa"/>
            <w:tcBorders>
              <w:left w:val="single" w:sz="4" w:space="0" w:color="auto"/>
              <w:right w:val="single" w:sz="4" w:space="0" w:color="auto"/>
            </w:tcBorders>
          </w:tcPr>
          <w:p w14:paraId="185A8F99" w14:textId="77777777" w:rsidR="00C25B7D" w:rsidRPr="00E062F1" w:rsidRDefault="00C25B7D" w:rsidP="00C25B7D">
            <w:pPr>
              <w:pStyle w:val="TAC"/>
              <w:rPr>
                <w:rFonts w:cs="Arial"/>
                <w:bCs/>
                <w:szCs w:val="18"/>
              </w:rPr>
            </w:pPr>
            <w:r w:rsidRPr="00E062F1">
              <w:rPr>
                <w:rFonts w:cs="Arial"/>
                <w:bCs/>
                <w:szCs w:val="18"/>
              </w:rPr>
              <w:t>n258</w:t>
            </w:r>
          </w:p>
        </w:tc>
        <w:tc>
          <w:tcPr>
            <w:tcW w:w="10073" w:type="dxa"/>
            <w:gridSpan w:val="18"/>
            <w:tcBorders>
              <w:top w:val="single" w:sz="4" w:space="0" w:color="auto"/>
              <w:left w:val="single" w:sz="4" w:space="0" w:color="auto"/>
              <w:bottom w:val="single" w:sz="4" w:space="0" w:color="auto"/>
              <w:right w:val="single" w:sz="4" w:space="0" w:color="auto"/>
            </w:tcBorders>
          </w:tcPr>
          <w:p w14:paraId="6543A3A4" w14:textId="3ACE89EB" w:rsidR="00C25B7D" w:rsidRPr="00E062F1" w:rsidRDefault="00C25B7D" w:rsidP="00C25B7D">
            <w:pPr>
              <w:pStyle w:val="TAC"/>
              <w:rPr>
                <w:rFonts w:cs="Arial"/>
                <w:lang w:eastAsia="zh-CN"/>
              </w:rPr>
            </w:pPr>
            <w:r w:rsidRPr="00E062F1">
              <w:rPr>
                <w:rFonts w:cs="Arial"/>
                <w:bCs/>
                <w:szCs w:val="18"/>
              </w:rPr>
              <w:t>See CA_n258G Bandwidth Combination Set 0 in Table 5.5A.1-1 from 38.101-2</w:t>
            </w:r>
          </w:p>
        </w:tc>
        <w:tc>
          <w:tcPr>
            <w:tcW w:w="1345" w:type="dxa"/>
            <w:tcBorders>
              <w:top w:val="nil"/>
              <w:left w:val="single" w:sz="4" w:space="0" w:color="auto"/>
              <w:bottom w:val="single" w:sz="4" w:space="0" w:color="auto"/>
              <w:right w:val="single" w:sz="4" w:space="0" w:color="auto"/>
            </w:tcBorders>
            <w:shd w:val="clear" w:color="auto" w:fill="auto"/>
          </w:tcPr>
          <w:p w14:paraId="6EE9BA38" w14:textId="77777777" w:rsidR="00C25B7D" w:rsidRPr="00E062F1" w:rsidRDefault="00C25B7D" w:rsidP="00C25B7D">
            <w:pPr>
              <w:pStyle w:val="TAC"/>
              <w:rPr>
                <w:szCs w:val="18"/>
                <w:lang w:eastAsia="zh-CN"/>
              </w:rPr>
            </w:pPr>
          </w:p>
        </w:tc>
      </w:tr>
      <w:tr w:rsidR="00C25B7D" w:rsidRPr="00E062F1" w14:paraId="59339827"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DF75FE6" w14:textId="77777777" w:rsidR="00C25B7D" w:rsidRPr="00E062F1" w:rsidRDefault="00C25B7D" w:rsidP="00C25B7D">
            <w:pPr>
              <w:pStyle w:val="TAC"/>
              <w:rPr>
                <w:rFonts w:cs="Arial"/>
                <w:bCs/>
                <w:szCs w:val="18"/>
              </w:rPr>
            </w:pPr>
            <w:r w:rsidRPr="00E062F1">
              <w:rPr>
                <w:rFonts w:cs="Arial"/>
                <w:bCs/>
                <w:szCs w:val="18"/>
              </w:rPr>
              <w:t>CA_n78A-n258H</w:t>
            </w:r>
          </w:p>
        </w:tc>
        <w:tc>
          <w:tcPr>
            <w:tcW w:w="1232" w:type="dxa"/>
            <w:tcBorders>
              <w:left w:val="single" w:sz="4" w:space="0" w:color="auto"/>
              <w:bottom w:val="nil"/>
              <w:right w:val="single" w:sz="4" w:space="0" w:color="auto"/>
            </w:tcBorders>
            <w:shd w:val="clear" w:color="auto" w:fill="auto"/>
          </w:tcPr>
          <w:p w14:paraId="6626A543" w14:textId="77777777" w:rsidR="00C25B7D" w:rsidRPr="00E062F1" w:rsidRDefault="00C25B7D" w:rsidP="00C25B7D">
            <w:pPr>
              <w:pStyle w:val="TAC"/>
              <w:rPr>
                <w:rFonts w:cs="Arial"/>
                <w:bCs/>
                <w:szCs w:val="18"/>
              </w:rPr>
            </w:pPr>
            <w:r w:rsidRPr="00E062F1">
              <w:rPr>
                <w:rFonts w:cs="Arial"/>
                <w:bCs/>
                <w:szCs w:val="18"/>
              </w:rPr>
              <w:t>CA_n78A-n258A</w:t>
            </w:r>
          </w:p>
          <w:p w14:paraId="739EE9B5" w14:textId="77777777" w:rsidR="00C25B7D" w:rsidRPr="00E062F1" w:rsidRDefault="00C25B7D" w:rsidP="00C25B7D">
            <w:pPr>
              <w:pStyle w:val="TAC"/>
              <w:rPr>
                <w:rFonts w:cs="Arial"/>
                <w:bCs/>
                <w:szCs w:val="18"/>
              </w:rPr>
            </w:pPr>
            <w:r w:rsidRPr="00E062F1">
              <w:rPr>
                <w:rFonts w:cs="Arial"/>
                <w:bCs/>
                <w:szCs w:val="18"/>
              </w:rPr>
              <w:t>CA_n78A-n258G</w:t>
            </w:r>
          </w:p>
          <w:p w14:paraId="3278B3F3" w14:textId="77777777" w:rsidR="00C25B7D" w:rsidRPr="00E062F1" w:rsidRDefault="00C25B7D" w:rsidP="00C25B7D">
            <w:pPr>
              <w:pStyle w:val="TAC"/>
              <w:rPr>
                <w:rFonts w:cs="Arial"/>
                <w:bCs/>
                <w:szCs w:val="18"/>
              </w:rPr>
            </w:pPr>
            <w:r w:rsidRPr="00E062F1">
              <w:rPr>
                <w:rFonts w:cs="Arial"/>
                <w:bCs/>
                <w:szCs w:val="18"/>
              </w:rPr>
              <w:t>CA_n78A-n258H</w:t>
            </w:r>
          </w:p>
        </w:tc>
        <w:tc>
          <w:tcPr>
            <w:tcW w:w="737" w:type="dxa"/>
            <w:tcBorders>
              <w:left w:val="single" w:sz="4" w:space="0" w:color="auto"/>
              <w:right w:val="single" w:sz="4" w:space="0" w:color="auto"/>
            </w:tcBorders>
          </w:tcPr>
          <w:p w14:paraId="5B9C3A08" w14:textId="77777777" w:rsidR="00C25B7D" w:rsidRPr="00E062F1" w:rsidRDefault="00C25B7D" w:rsidP="00C25B7D">
            <w:pPr>
              <w:pStyle w:val="TAC"/>
              <w:rPr>
                <w:rFonts w:cs="Arial"/>
                <w:bCs/>
                <w:szCs w:val="18"/>
              </w:rPr>
            </w:pPr>
            <w:r w:rsidRPr="00E062F1">
              <w:rPr>
                <w:rFonts w:cs="Arial"/>
                <w:bCs/>
                <w:szCs w:val="18"/>
              </w:rPr>
              <w:t>n78</w:t>
            </w:r>
          </w:p>
        </w:tc>
        <w:tc>
          <w:tcPr>
            <w:tcW w:w="671" w:type="dxa"/>
            <w:tcBorders>
              <w:top w:val="single" w:sz="4" w:space="0" w:color="auto"/>
              <w:left w:val="single" w:sz="4" w:space="0" w:color="auto"/>
              <w:bottom w:val="single" w:sz="4" w:space="0" w:color="auto"/>
              <w:right w:val="single" w:sz="4" w:space="0" w:color="auto"/>
            </w:tcBorders>
          </w:tcPr>
          <w:p w14:paraId="11AC5E5C"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1CACB4F5"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28A6E410"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2587F11D"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B399AF5"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1BFA9667"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768A862"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0510B5EF"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D204EE3"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0B7F5C18"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FFCC17D"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0E9797CE"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68A76092"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7830BDB7"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00EB1F47" w14:textId="77777777" w:rsidR="00C25B7D" w:rsidRPr="00E062F1" w:rsidRDefault="00C25B7D" w:rsidP="00C25B7D">
            <w:pPr>
              <w:pStyle w:val="TAC"/>
              <w:rPr>
                <w:rFonts w:cs="Arial"/>
                <w:lang w:eastAsia="zh-CN"/>
              </w:rPr>
            </w:pPr>
          </w:p>
        </w:tc>
        <w:tc>
          <w:tcPr>
            <w:tcW w:w="1345" w:type="dxa"/>
            <w:tcBorders>
              <w:left w:val="single" w:sz="4" w:space="0" w:color="auto"/>
              <w:bottom w:val="nil"/>
              <w:right w:val="single" w:sz="4" w:space="0" w:color="auto"/>
            </w:tcBorders>
            <w:shd w:val="clear" w:color="auto" w:fill="auto"/>
          </w:tcPr>
          <w:p w14:paraId="571B9BC4"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55A69F36"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2B60EF54" w14:textId="77777777" w:rsidR="00C25B7D" w:rsidRPr="00E062F1" w:rsidRDefault="00C25B7D" w:rsidP="00C25B7D">
            <w:pPr>
              <w:pStyle w:val="TAC"/>
              <w:rPr>
                <w:rFonts w:cs="Arial"/>
                <w:bCs/>
                <w:szCs w:val="18"/>
              </w:rPr>
            </w:pPr>
          </w:p>
        </w:tc>
        <w:tc>
          <w:tcPr>
            <w:tcW w:w="1232" w:type="dxa"/>
            <w:tcBorders>
              <w:top w:val="nil"/>
              <w:left w:val="single" w:sz="4" w:space="0" w:color="auto"/>
              <w:bottom w:val="single" w:sz="4" w:space="0" w:color="auto"/>
              <w:right w:val="single" w:sz="4" w:space="0" w:color="auto"/>
            </w:tcBorders>
            <w:shd w:val="clear" w:color="auto" w:fill="auto"/>
          </w:tcPr>
          <w:p w14:paraId="40CA3737" w14:textId="77777777" w:rsidR="00C25B7D" w:rsidRPr="00E062F1" w:rsidRDefault="00C25B7D" w:rsidP="00C25B7D">
            <w:pPr>
              <w:pStyle w:val="TAC"/>
              <w:rPr>
                <w:rFonts w:cs="Arial"/>
                <w:bCs/>
                <w:szCs w:val="18"/>
              </w:rPr>
            </w:pPr>
          </w:p>
        </w:tc>
        <w:tc>
          <w:tcPr>
            <w:tcW w:w="737" w:type="dxa"/>
            <w:tcBorders>
              <w:left w:val="single" w:sz="4" w:space="0" w:color="auto"/>
              <w:right w:val="single" w:sz="4" w:space="0" w:color="auto"/>
            </w:tcBorders>
          </w:tcPr>
          <w:p w14:paraId="28B520AF" w14:textId="77777777" w:rsidR="00C25B7D" w:rsidRPr="00E062F1" w:rsidRDefault="00C25B7D" w:rsidP="00C25B7D">
            <w:pPr>
              <w:pStyle w:val="TAC"/>
              <w:rPr>
                <w:rFonts w:cs="Arial"/>
                <w:bCs/>
                <w:szCs w:val="18"/>
              </w:rPr>
            </w:pPr>
            <w:r w:rsidRPr="00E062F1">
              <w:rPr>
                <w:rFonts w:cs="Arial"/>
                <w:bCs/>
                <w:szCs w:val="18"/>
              </w:rPr>
              <w:t>n258</w:t>
            </w:r>
          </w:p>
        </w:tc>
        <w:tc>
          <w:tcPr>
            <w:tcW w:w="10073" w:type="dxa"/>
            <w:gridSpan w:val="18"/>
            <w:tcBorders>
              <w:top w:val="single" w:sz="4" w:space="0" w:color="auto"/>
              <w:left w:val="single" w:sz="4" w:space="0" w:color="auto"/>
              <w:bottom w:val="single" w:sz="4" w:space="0" w:color="auto"/>
              <w:right w:val="single" w:sz="4" w:space="0" w:color="auto"/>
            </w:tcBorders>
          </w:tcPr>
          <w:p w14:paraId="47B39C09" w14:textId="22914DD8" w:rsidR="00C25B7D" w:rsidRPr="00E062F1" w:rsidRDefault="00C25B7D" w:rsidP="00C25B7D">
            <w:pPr>
              <w:pStyle w:val="TAC"/>
              <w:rPr>
                <w:rFonts w:cs="Arial"/>
                <w:lang w:eastAsia="zh-CN"/>
              </w:rPr>
            </w:pPr>
            <w:r w:rsidRPr="00E062F1">
              <w:rPr>
                <w:rFonts w:cs="Arial"/>
                <w:bCs/>
                <w:szCs w:val="18"/>
              </w:rPr>
              <w:t>See CA_n258H Bandwidth Combination Set 0 in Table 5.5A.1-1 from 38.101-2</w:t>
            </w:r>
          </w:p>
        </w:tc>
        <w:tc>
          <w:tcPr>
            <w:tcW w:w="1345" w:type="dxa"/>
            <w:tcBorders>
              <w:top w:val="nil"/>
              <w:left w:val="single" w:sz="4" w:space="0" w:color="auto"/>
              <w:bottom w:val="single" w:sz="4" w:space="0" w:color="auto"/>
              <w:right w:val="single" w:sz="4" w:space="0" w:color="auto"/>
            </w:tcBorders>
            <w:shd w:val="clear" w:color="auto" w:fill="auto"/>
          </w:tcPr>
          <w:p w14:paraId="5075E387" w14:textId="77777777" w:rsidR="00C25B7D" w:rsidRPr="00E062F1" w:rsidRDefault="00C25B7D" w:rsidP="00C25B7D">
            <w:pPr>
              <w:pStyle w:val="TAC"/>
              <w:rPr>
                <w:szCs w:val="18"/>
                <w:lang w:eastAsia="zh-CN"/>
              </w:rPr>
            </w:pPr>
          </w:p>
        </w:tc>
      </w:tr>
      <w:tr w:rsidR="00C25B7D" w:rsidRPr="00E062F1" w14:paraId="57C2D032"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509EBBC" w14:textId="77777777" w:rsidR="00C25B7D" w:rsidRPr="00E062F1" w:rsidRDefault="00C25B7D" w:rsidP="00C25B7D">
            <w:pPr>
              <w:pStyle w:val="TAC"/>
              <w:rPr>
                <w:rFonts w:cs="Arial"/>
                <w:bCs/>
                <w:szCs w:val="18"/>
              </w:rPr>
            </w:pPr>
            <w:r w:rsidRPr="00E062F1">
              <w:rPr>
                <w:rFonts w:cs="Arial"/>
                <w:bCs/>
                <w:szCs w:val="18"/>
              </w:rPr>
              <w:t>CA_n78A-n258I</w:t>
            </w:r>
          </w:p>
        </w:tc>
        <w:tc>
          <w:tcPr>
            <w:tcW w:w="1232" w:type="dxa"/>
            <w:tcBorders>
              <w:left w:val="single" w:sz="4" w:space="0" w:color="auto"/>
              <w:bottom w:val="nil"/>
              <w:right w:val="single" w:sz="4" w:space="0" w:color="auto"/>
            </w:tcBorders>
            <w:shd w:val="clear" w:color="auto" w:fill="auto"/>
          </w:tcPr>
          <w:p w14:paraId="58A561C3" w14:textId="77777777" w:rsidR="00C25B7D" w:rsidRPr="00E062F1" w:rsidRDefault="00C25B7D" w:rsidP="00C25B7D">
            <w:pPr>
              <w:pStyle w:val="TAC"/>
              <w:rPr>
                <w:rFonts w:cs="Arial"/>
                <w:bCs/>
                <w:szCs w:val="18"/>
              </w:rPr>
            </w:pPr>
            <w:r w:rsidRPr="00E062F1">
              <w:rPr>
                <w:rFonts w:cs="Arial"/>
                <w:bCs/>
                <w:szCs w:val="18"/>
              </w:rPr>
              <w:t>CA_n78A-n258A</w:t>
            </w:r>
          </w:p>
          <w:p w14:paraId="5BA46734" w14:textId="77777777" w:rsidR="00C25B7D" w:rsidRPr="00E062F1" w:rsidRDefault="00C25B7D" w:rsidP="00C25B7D">
            <w:pPr>
              <w:pStyle w:val="TAC"/>
              <w:rPr>
                <w:rFonts w:cs="Arial"/>
                <w:bCs/>
                <w:szCs w:val="18"/>
              </w:rPr>
            </w:pPr>
            <w:r w:rsidRPr="00E062F1">
              <w:rPr>
                <w:rFonts w:cs="Arial"/>
                <w:bCs/>
                <w:szCs w:val="18"/>
              </w:rPr>
              <w:t>CA_n78A-n258G</w:t>
            </w:r>
          </w:p>
          <w:p w14:paraId="4D182F46" w14:textId="77777777" w:rsidR="00C25B7D" w:rsidRPr="00E062F1" w:rsidRDefault="00C25B7D" w:rsidP="00C25B7D">
            <w:pPr>
              <w:pStyle w:val="TAC"/>
              <w:rPr>
                <w:rFonts w:cs="Arial"/>
                <w:bCs/>
                <w:szCs w:val="18"/>
              </w:rPr>
            </w:pPr>
            <w:r w:rsidRPr="00E062F1">
              <w:rPr>
                <w:rFonts w:cs="Arial"/>
                <w:bCs/>
                <w:szCs w:val="18"/>
              </w:rPr>
              <w:t>CA_n78A-n258H</w:t>
            </w:r>
          </w:p>
          <w:p w14:paraId="33DA7429" w14:textId="77777777" w:rsidR="00C25B7D" w:rsidRPr="00E062F1" w:rsidRDefault="00C25B7D" w:rsidP="00C25B7D">
            <w:pPr>
              <w:pStyle w:val="TAC"/>
              <w:rPr>
                <w:rFonts w:cs="Arial"/>
                <w:bCs/>
                <w:szCs w:val="18"/>
              </w:rPr>
            </w:pPr>
            <w:r w:rsidRPr="00E062F1">
              <w:rPr>
                <w:rFonts w:cs="Arial"/>
                <w:bCs/>
                <w:szCs w:val="18"/>
              </w:rPr>
              <w:t>CA_n78A-n258I</w:t>
            </w:r>
          </w:p>
        </w:tc>
        <w:tc>
          <w:tcPr>
            <w:tcW w:w="737" w:type="dxa"/>
            <w:tcBorders>
              <w:left w:val="single" w:sz="4" w:space="0" w:color="auto"/>
              <w:right w:val="single" w:sz="4" w:space="0" w:color="auto"/>
            </w:tcBorders>
          </w:tcPr>
          <w:p w14:paraId="5EA719AA" w14:textId="77777777" w:rsidR="00C25B7D" w:rsidRPr="00E062F1" w:rsidRDefault="00C25B7D" w:rsidP="00C25B7D">
            <w:pPr>
              <w:pStyle w:val="TAC"/>
              <w:rPr>
                <w:rFonts w:cs="Arial"/>
                <w:bCs/>
                <w:szCs w:val="18"/>
              </w:rPr>
            </w:pPr>
            <w:r w:rsidRPr="00E062F1">
              <w:rPr>
                <w:rFonts w:cs="Arial"/>
                <w:bCs/>
                <w:szCs w:val="18"/>
              </w:rPr>
              <w:t>n78</w:t>
            </w:r>
          </w:p>
        </w:tc>
        <w:tc>
          <w:tcPr>
            <w:tcW w:w="671" w:type="dxa"/>
            <w:tcBorders>
              <w:top w:val="single" w:sz="4" w:space="0" w:color="auto"/>
              <w:left w:val="single" w:sz="4" w:space="0" w:color="auto"/>
              <w:bottom w:val="single" w:sz="4" w:space="0" w:color="auto"/>
              <w:right w:val="single" w:sz="4" w:space="0" w:color="auto"/>
            </w:tcBorders>
          </w:tcPr>
          <w:p w14:paraId="02AF91B8"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2475E0BD"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593B8289"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5B0BA460"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8ADD236"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6F664B90"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26DCD5F"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096C8B4F"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429085A"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5532367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025F6D6A"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1F51F40" w14:textId="77777777" w:rsidR="00C25B7D" w:rsidRPr="00E062F1" w:rsidRDefault="00C25B7D" w:rsidP="00C25B7D">
            <w:pPr>
              <w:pStyle w:val="TAC"/>
              <w:rPr>
                <w:rFonts w:cs="Arial"/>
                <w:lang w:eastAsia="zh-CN"/>
              </w:rPr>
            </w:pPr>
            <w:r>
              <w:rPr>
                <w:rFonts w:cs="Arial" w:hint="eastAsia"/>
                <w:lang w:eastAsia="zh-CN"/>
              </w:rPr>
              <w:t>90</w:t>
            </w:r>
          </w:p>
        </w:tc>
        <w:tc>
          <w:tcPr>
            <w:tcW w:w="671" w:type="dxa"/>
            <w:tcBorders>
              <w:top w:val="single" w:sz="4" w:space="0" w:color="auto"/>
              <w:left w:val="single" w:sz="4" w:space="0" w:color="auto"/>
              <w:bottom w:val="single" w:sz="4" w:space="0" w:color="auto"/>
              <w:right w:val="single" w:sz="4" w:space="0" w:color="auto"/>
            </w:tcBorders>
          </w:tcPr>
          <w:p w14:paraId="53BCA661"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0747B6B3"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6538B43C" w14:textId="77777777" w:rsidR="00C25B7D" w:rsidRPr="00E062F1" w:rsidRDefault="00C25B7D" w:rsidP="00C25B7D">
            <w:pPr>
              <w:pStyle w:val="TAC"/>
              <w:rPr>
                <w:rFonts w:cs="Arial"/>
                <w:lang w:eastAsia="zh-CN"/>
              </w:rPr>
            </w:pPr>
          </w:p>
        </w:tc>
        <w:tc>
          <w:tcPr>
            <w:tcW w:w="1345" w:type="dxa"/>
            <w:tcBorders>
              <w:left w:val="single" w:sz="4" w:space="0" w:color="auto"/>
              <w:bottom w:val="nil"/>
              <w:right w:val="single" w:sz="4" w:space="0" w:color="auto"/>
            </w:tcBorders>
            <w:shd w:val="clear" w:color="auto" w:fill="auto"/>
          </w:tcPr>
          <w:p w14:paraId="4B675F60"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2D849319"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7BA04B3" w14:textId="77777777" w:rsidR="00C25B7D" w:rsidRPr="00E062F1" w:rsidRDefault="00C25B7D" w:rsidP="00C25B7D">
            <w:pPr>
              <w:pStyle w:val="TAC"/>
              <w:rPr>
                <w:rFonts w:cs="Arial"/>
                <w:bCs/>
                <w:szCs w:val="18"/>
              </w:rPr>
            </w:pPr>
          </w:p>
        </w:tc>
        <w:tc>
          <w:tcPr>
            <w:tcW w:w="1232" w:type="dxa"/>
            <w:tcBorders>
              <w:top w:val="nil"/>
              <w:left w:val="single" w:sz="4" w:space="0" w:color="auto"/>
              <w:bottom w:val="single" w:sz="4" w:space="0" w:color="auto"/>
              <w:right w:val="single" w:sz="4" w:space="0" w:color="auto"/>
            </w:tcBorders>
            <w:shd w:val="clear" w:color="auto" w:fill="auto"/>
          </w:tcPr>
          <w:p w14:paraId="66532E80" w14:textId="77777777" w:rsidR="00C25B7D" w:rsidRPr="00E062F1" w:rsidRDefault="00C25B7D" w:rsidP="00C25B7D">
            <w:pPr>
              <w:pStyle w:val="TAC"/>
              <w:rPr>
                <w:rFonts w:cs="Arial"/>
                <w:bCs/>
                <w:szCs w:val="18"/>
              </w:rPr>
            </w:pPr>
          </w:p>
        </w:tc>
        <w:tc>
          <w:tcPr>
            <w:tcW w:w="737" w:type="dxa"/>
            <w:tcBorders>
              <w:left w:val="single" w:sz="4" w:space="0" w:color="auto"/>
              <w:right w:val="single" w:sz="4" w:space="0" w:color="auto"/>
            </w:tcBorders>
          </w:tcPr>
          <w:p w14:paraId="202BDEC9" w14:textId="77777777" w:rsidR="00C25B7D" w:rsidRPr="00E062F1" w:rsidRDefault="00C25B7D" w:rsidP="00C25B7D">
            <w:pPr>
              <w:pStyle w:val="TAC"/>
              <w:rPr>
                <w:rFonts w:cs="Arial"/>
                <w:bCs/>
                <w:szCs w:val="18"/>
              </w:rPr>
            </w:pPr>
            <w:r w:rsidRPr="00E062F1">
              <w:rPr>
                <w:rFonts w:cs="Arial"/>
                <w:bCs/>
                <w:szCs w:val="18"/>
              </w:rPr>
              <w:t>n258</w:t>
            </w:r>
          </w:p>
        </w:tc>
        <w:tc>
          <w:tcPr>
            <w:tcW w:w="10073" w:type="dxa"/>
            <w:gridSpan w:val="18"/>
            <w:tcBorders>
              <w:top w:val="single" w:sz="4" w:space="0" w:color="auto"/>
              <w:left w:val="single" w:sz="4" w:space="0" w:color="auto"/>
              <w:bottom w:val="single" w:sz="4" w:space="0" w:color="auto"/>
              <w:right w:val="single" w:sz="4" w:space="0" w:color="auto"/>
            </w:tcBorders>
          </w:tcPr>
          <w:p w14:paraId="4E0E8947" w14:textId="2E0D98D3" w:rsidR="00C25B7D" w:rsidRPr="00E062F1" w:rsidRDefault="00C25B7D" w:rsidP="00C25B7D">
            <w:pPr>
              <w:pStyle w:val="TAC"/>
              <w:rPr>
                <w:rFonts w:cs="Arial"/>
                <w:lang w:eastAsia="zh-CN"/>
              </w:rPr>
            </w:pPr>
            <w:r w:rsidRPr="00E062F1">
              <w:rPr>
                <w:rFonts w:cs="Arial"/>
                <w:bCs/>
                <w:szCs w:val="18"/>
              </w:rPr>
              <w:t>See CA_n258I Bandwidth Combination Set 0 in Table 5.5A.1-1 from 38.101-2</w:t>
            </w:r>
          </w:p>
        </w:tc>
        <w:tc>
          <w:tcPr>
            <w:tcW w:w="1345" w:type="dxa"/>
            <w:tcBorders>
              <w:top w:val="nil"/>
              <w:left w:val="single" w:sz="4" w:space="0" w:color="auto"/>
              <w:bottom w:val="single" w:sz="4" w:space="0" w:color="auto"/>
              <w:right w:val="single" w:sz="4" w:space="0" w:color="auto"/>
            </w:tcBorders>
            <w:shd w:val="clear" w:color="auto" w:fill="auto"/>
          </w:tcPr>
          <w:p w14:paraId="1EB554D8" w14:textId="77777777" w:rsidR="00C25B7D" w:rsidRPr="00E062F1" w:rsidRDefault="00C25B7D" w:rsidP="00C25B7D">
            <w:pPr>
              <w:pStyle w:val="TAC"/>
              <w:rPr>
                <w:szCs w:val="18"/>
                <w:lang w:eastAsia="zh-CN"/>
              </w:rPr>
            </w:pPr>
          </w:p>
        </w:tc>
      </w:tr>
      <w:tr w:rsidR="00C25B7D" w:rsidRPr="00E062F1" w14:paraId="3EF30FBA"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1E322EF" w14:textId="77777777" w:rsidR="00C25B7D" w:rsidRPr="00E062F1" w:rsidRDefault="00C25B7D" w:rsidP="00C25B7D">
            <w:pPr>
              <w:pStyle w:val="TAC"/>
              <w:rPr>
                <w:rFonts w:cs="Arial"/>
                <w:bCs/>
                <w:szCs w:val="18"/>
              </w:rPr>
            </w:pPr>
            <w:r w:rsidRPr="00E062F1">
              <w:rPr>
                <w:rFonts w:cs="Arial"/>
                <w:bCs/>
                <w:szCs w:val="18"/>
              </w:rPr>
              <w:lastRenderedPageBreak/>
              <w:t>CA_n78A-n258J</w:t>
            </w:r>
          </w:p>
        </w:tc>
        <w:tc>
          <w:tcPr>
            <w:tcW w:w="1232" w:type="dxa"/>
            <w:tcBorders>
              <w:left w:val="single" w:sz="4" w:space="0" w:color="auto"/>
              <w:bottom w:val="nil"/>
              <w:right w:val="single" w:sz="4" w:space="0" w:color="auto"/>
            </w:tcBorders>
            <w:shd w:val="clear" w:color="auto" w:fill="auto"/>
          </w:tcPr>
          <w:p w14:paraId="71C00675" w14:textId="77777777" w:rsidR="00C25B7D" w:rsidRPr="00E062F1" w:rsidRDefault="00C25B7D" w:rsidP="00C25B7D">
            <w:pPr>
              <w:pStyle w:val="TAC"/>
              <w:rPr>
                <w:rFonts w:cs="Arial"/>
                <w:bCs/>
                <w:szCs w:val="18"/>
              </w:rPr>
            </w:pPr>
            <w:r w:rsidRPr="00E062F1">
              <w:rPr>
                <w:rFonts w:cs="Arial"/>
                <w:bCs/>
                <w:szCs w:val="18"/>
              </w:rPr>
              <w:t>CA_n78A-n258A</w:t>
            </w:r>
          </w:p>
          <w:p w14:paraId="6EC4BC53" w14:textId="77777777" w:rsidR="00C25B7D" w:rsidRPr="00E062F1" w:rsidRDefault="00C25B7D" w:rsidP="00C25B7D">
            <w:pPr>
              <w:pStyle w:val="TAC"/>
              <w:rPr>
                <w:rFonts w:cs="Arial"/>
                <w:bCs/>
                <w:szCs w:val="18"/>
              </w:rPr>
            </w:pPr>
            <w:r w:rsidRPr="00E062F1">
              <w:rPr>
                <w:rFonts w:cs="Arial"/>
                <w:bCs/>
                <w:szCs w:val="18"/>
              </w:rPr>
              <w:t>CA_n78A-n258G</w:t>
            </w:r>
          </w:p>
          <w:p w14:paraId="0C79A5E1" w14:textId="77777777" w:rsidR="00C25B7D" w:rsidRPr="00E062F1" w:rsidRDefault="00C25B7D" w:rsidP="00C25B7D">
            <w:pPr>
              <w:pStyle w:val="TAC"/>
              <w:rPr>
                <w:rFonts w:cs="Arial"/>
                <w:bCs/>
                <w:szCs w:val="18"/>
              </w:rPr>
            </w:pPr>
            <w:r w:rsidRPr="00E062F1">
              <w:rPr>
                <w:rFonts w:cs="Arial"/>
                <w:bCs/>
                <w:szCs w:val="18"/>
              </w:rPr>
              <w:t>CA_n78A-n258H</w:t>
            </w:r>
          </w:p>
          <w:p w14:paraId="31DD679B" w14:textId="77777777" w:rsidR="00C25B7D" w:rsidRPr="00E062F1" w:rsidRDefault="00C25B7D" w:rsidP="00C25B7D">
            <w:pPr>
              <w:pStyle w:val="TAC"/>
              <w:rPr>
                <w:rFonts w:cs="Arial"/>
                <w:bCs/>
                <w:szCs w:val="18"/>
              </w:rPr>
            </w:pPr>
            <w:r w:rsidRPr="00E062F1">
              <w:rPr>
                <w:rFonts w:cs="Arial"/>
                <w:bCs/>
                <w:szCs w:val="18"/>
              </w:rPr>
              <w:t>CA_n78A-n258I</w:t>
            </w:r>
          </w:p>
          <w:p w14:paraId="15DC67FF" w14:textId="77777777" w:rsidR="00C25B7D" w:rsidRPr="00E062F1" w:rsidRDefault="00C25B7D" w:rsidP="00C25B7D">
            <w:pPr>
              <w:pStyle w:val="TAC"/>
              <w:rPr>
                <w:rFonts w:cs="Arial"/>
                <w:bCs/>
                <w:szCs w:val="18"/>
              </w:rPr>
            </w:pPr>
            <w:r w:rsidRPr="00E062F1">
              <w:rPr>
                <w:rFonts w:cs="Arial"/>
                <w:bCs/>
                <w:szCs w:val="18"/>
              </w:rPr>
              <w:t>CA_n78A-n258J</w:t>
            </w:r>
          </w:p>
        </w:tc>
        <w:tc>
          <w:tcPr>
            <w:tcW w:w="737" w:type="dxa"/>
            <w:tcBorders>
              <w:left w:val="single" w:sz="4" w:space="0" w:color="auto"/>
              <w:right w:val="single" w:sz="4" w:space="0" w:color="auto"/>
            </w:tcBorders>
          </w:tcPr>
          <w:p w14:paraId="438E6E70" w14:textId="77777777" w:rsidR="00C25B7D" w:rsidRPr="00E062F1" w:rsidRDefault="00C25B7D" w:rsidP="00C25B7D">
            <w:pPr>
              <w:pStyle w:val="TAC"/>
              <w:rPr>
                <w:rFonts w:cs="Arial"/>
                <w:bCs/>
                <w:szCs w:val="18"/>
              </w:rPr>
            </w:pPr>
            <w:r w:rsidRPr="00E062F1">
              <w:rPr>
                <w:rFonts w:cs="Arial"/>
                <w:bCs/>
                <w:szCs w:val="18"/>
              </w:rPr>
              <w:t>n78</w:t>
            </w:r>
          </w:p>
        </w:tc>
        <w:tc>
          <w:tcPr>
            <w:tcW w:w="671" w:type="dxa"/>
            <w:tcBorders>
              <w:top w:val="single" w:sz="4" w:space="0" w:color="auto"/>
              <w:left w:val="single" w:sz="4" w:space="0" w:color="auto"/>
              <w:bottom w:val="single" w:sz="4" w:space="0" w:color="auto"/>
              <w:right w:val="single" w:sz="4" w:space="0" w:color="auto"/>
            </w:tcBorders>
          </w:tcPr>
          <w:p w14:paraId="200698B1"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381C71B4"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3642D118"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3C5C633B"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F579C49"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1F136BCC"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71B2B54"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785A1486"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2D23ECF"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6C054DB"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B841E3D"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7688EB57" w14:textId="77777777" w:rsidR="00C25B7D" w:rsidRPr="00E062F1" w:rsidRDefault="00C25B7D" w:rsidP="00C25B7D">
            <w:pPr>
              <w:pStyle w:val="TAC"/>
              <w:rPr>
                <w:rFonts w:cs="Arial"/>
                <w:lang w:eastAsia="zh-CN"/>
              </w:rPr>
            </w:pPr>
            <w:r>
              <w:rPr>
                <w:rFonts w:cs="Arial" w:hint="eastAsia"/>
                <w:lang w:eastAsia="zh-CN"/>
              </w:rPr>
              <w:t>90</w:t>
            </w:r>
          </w:p>
        </w:tc>
        <w:tc>
          <w:tcPr>
            <w:tcW w:w="671" w:type="dxa"/>
            <w:tcBorders>
              <w:top w:val="single" w:sz="4" w:space="0" w:color="auto"/>
              <w:left w:val="single" w:sz="4" w:space="0" w:color="auto"/>
              <w:bottom w:val="single" w:sz="4" w:space="0" w:color="auto"/>
              <w:right w:val="single" w:sz="4" w:space="0" w:color="auto"/>
            </w:tcBorders>
          </w:tcPr>
          <w:p w14:paraId="7DB958FF"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4A981A29"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4830638C" w14:textId="77777777" w:rsidR="00C25B7D" w:rsidRPr="00E062F1" w:rsidRDefault="00C25B7D" w:rsidP="00C25B7D">
            <w:pPr>
              <w:pStyle w:val="TAC"/>
              <w:rPr>
                <w:rFonts w:cs="Arial"/>
                <w:lang w:eastAsia="zh-CN"/>
              </w:rPr>
            </w:pPr>
          </w:p>
        </w:tc>
        <w:tc>
          <w:tcPr>
            <w:tcW w:w="1345" w:type="dxa"/>
            <w:tcBorders>
              <w:left w:val="single" w:sz="4" w:space="0" w:color="auto"/>
              <w:bottom w:val="nil"/>
              <w:right w:val="single" w:sz="4" w:space="0" w:color="auto"/>
            </w:tcBorders>
            <w:shd w:val="clear" w:color="auto" w:fill="auto"/>
          </w:tcPr>
          <w:p w14:paraId="0367C4BC"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691E4E3D"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DAF2B97" w14:textId="77777777" w:rsidR="00C25B7D" w:rsidRPr="00E062F1" w:rsidRDefault="00C25B7D" w:rsidP="00C25B7D">
            <w:pPr>
              <w:pStyle w:val="TAC"/>
              <w:rPr>
                <w:rFonts w:cs="Arial"/>
                <w:bCs/>
                <w:szCs w:val="18"/>
              </w:rPr>
            </w:pPr>
          </w:p>
        </w:tc>
        <w:tc>
          <w:tcPr>
            <w:tcW w:w="1232" w:type="dxa"/>
            <w:tcBorders>
              <w:top w:val="nil"/>
              <w:left w:val="single" w:sz="4" w:space="0" w:color="auto"/>
              <w:bottom w:val="single" w:sz="4" w:space="0" w:color="auto"/>
              <w:right w:val="single" w:sz="4" w:space="0" w:color="auto"/>
            </w:tcBorders>
            <w:shd w:val="clear" w:color="auto" w:fill="auto"/>
          </w:tcPr>
          <w:p w14:paraId="1427EB3E" w14:textId="77777777" w:rsidR="00C25B7D" w:rsidRPr="00E062F1" w:rsidRDefault="00C25B7D" w:rsidP="00C25B7D">
            <w:pPr>
              <w:pStyle w:val="TAC"/>
              <w:rPr>
                <w:rFonts w:cs="Arial"/>
                <w:bCs/>
                <w:szCs w:val="18"/>
              </w:rPr>
            </w:pPr>
          </w:p>
        </w:tc>
        <w:tc>
          <w:tcPr>
            <w:tcW w:w="737" w:type="dxa"/>
            <w:tcBorders>
              <w:left w:val="single" w:sz="4" w:space="0" w:color="auto"/>
              <w:right w:val="single" w:sz="4" w:space="0" w:color="auto"/>
            </w:tcBorders>
          </w:tcPr>
          <w:p w14:paraId="5A786384" w14:textId="77777777" w:rsidR="00C25B7D" w:rsidRPr="00E062F1" w:rsidRDefault="00C25B7D" w:rsidP="00C25B7D">
            <w:pPr>
              <w:pStyle w:val="TAC"/>
              <w:rPr>
                <w:rFonts w:cs="Arial"/>
                <w:bCs/>
                <w:szCs w:val="18"/>
              </w:rPr>
            </w:pPr>
            <w:r w:rsidRPr="00E062F1">
              <w:rPr>
                <w:rFonts w:cs="Arial"/>
                <w:bCs/>
                <w:szCs w:val="18"/>
              </w:rPr>
              <w:t>n258</w:t>
            </w:r>
          </w:p>
        </w:tc>
        <w:tc>
          <w:tcPr>
            <w:tcW w:w="10073" w:type="dxa"/>
            <w:gridSpan w:val="18"/>
            <w:tcBorders>
              <w:top w:val="single" w:sz="4" w:space="0" w:color="auto"/>
              <w:left w:val="single" w:sz="4" w:space="0" w:color="auto"/>
              <w:bottom w:val="single" w:sz="4" w:space="0" w:color="auto"/>
              <w:right w:val="single" w:sz="4" w:space="0" w:color="auto"/>
            </w:tcBorders>
          </w:tcPr>
          <w:p w14:paraId="578EAF6B" w14:textId="32B5799B" w:rsidR="00C25B7D" w:rsidRPr="00E062F1" w:rsidRDefault="00C25B7D" w:rsidP="00C25B7D">
            <w:pPr>
              <w:pStyle w:val="TAC"/>
              <w:rPr>
                <w:rFonts w:cs="Arial"/>
                <w:lang w:eastAsia="zh-CN"/>
              </w:rPr>
            </w:pPr>
            <w:r w:rsidRPr="00E062F1">
              <w:rPr>
                <w:rFonts w:cs="Arial"/>
                <w:bCs/>
                <w:szCs w:val="18"/>
              </w:rPr>
              <w:t>See CA_n258J Bandwidth Combination Set 0 in Table 5.5A.1-1 from 38.101-2</w:t>
            </w:r>
          </w:p>
        </w:tc>
        <w:tc>
          <w:tcPr>
            <w:tcW w:w="1345" w:type="dxa"/>
            <w:tcBorders>
              <w:top w:val="nil"/>
              <w:left w:val="single" w:sz="4" w:space="0" w:color="auto"/>
              <w:bottom w:val="single" w:sz="4" w:space="0" w:color="auto"/>
              <w:right w:val="single" w:sz="4" w:space="0" w:color="auto"/>
            </w:tcBorders>
            <w:shd w:val="clear" w:color="auto" w:fill="auto"/>
          </w:tcPr>
          <w:p w14:paraId="17EC8E5D" w14:textId="77777777" w:rsidR="00C25B7D" w:rsidRPr="00E062F1" w:rsidRDefault="00C25B7D" w:rsidP="00C25B7D">
            <w:pPr>
              <w:pStyle w:val="TAC"/>
              <w:rPr>
                <w:szCs w:val="18"/>
                <w:lang w:eastAsia="zh-CN"/>
              </w:rPr>
            </w:pPr>
          </w:p>
        </w:tc>
      </w:tr>
      <w:tr w:rsidR="00C25B7D" w:rsidRPr="00E062F1" w14:paraId="06A9D7B7"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5C437E4" w14:textId="77777777" w:rsidR="00C25B7D" w:rsidRPr="00E062F1" w:rsidRDefault="00C25B7D" w:rsidP="00C25B7D">
            <w:pPr>
              <w:pStyle w:val="TAC"/>
              <w:rPr>
                <w:rFonts w:cs="Arial"/>
                <w:bCs/>
                <w:szCs w:val="18"/>
              </w:rPr>
            </w:pPr>
            <w:r w:rsidRPr="00E062F1">
              <w:rPr>
                <w:rFonts w:cs="Arial"/>
                <w:bCs/>
                <w:szCs w:val="18"/>
              </w:rPr>
              <w:t>CA_n78A-n258K</w:t>
            </w:r>
          </w:p>
        </w:tc>
        <w:tc>
          <w:tcPr>
            <w:tcW w:w="1232" w:type="dxa"/>
            <w:tcBorders>
              <w:left w:val="single" w:sz="4" w:space="0" w:color="auto"/>
              <w:bottom w:val="nil"/>
              <w:right w:val="single" w:sz="4" w:space="0" w:color="auto"/>
            </w:tcBorders>
            <w:shd w:val="clear" w:color="auto" w:fill="auto"/>
          </w:tcPr>
          <w:p w14:paraId="53A0DB07" w14:textId="77777777" w:rsidR="00C25B7D" w:rsidRPr="00E062F1" w:rsidRDefault="00C25B7D" w:rsidP="00C25B7D">
            <w:pPr>
              <w:pStyle w:val="TAC"/>
              <w:rPr>
                <w:rFonts w:cs="Arial"/>
                <w:bCs/>
                <w:szCs w:val="18"/>
              </w:rPr>
            </w:pPr>
            <w:r w:rsidRPr="00E062F1">
              <w:rPr>
                <w:rFonts w:cs="Arial"/>
                <w:bCs/>
                <w:szCs w:val="18"/>
              </w:rPr>
              <w:t>CA_n78A-n258A</w:t>
            </w:r>
          </w:p>
          <w:p w14:paraId="5CFF7408" w14:textId="77777777" w:rsidR="00C25B7D" w:rsidRPr="00E062F1" w:rsidRDefault="00C25B7D" w:rsidP="00C25B7D">
            <w:pPr>
              <w:pStyle w:val="TAC"/>
              <w:rPr>
                <w:rFonts w:cs="Arial"/>
                <w:bCs/>
                <w:szCs w:val="18"/>
              </w:rPr>
            </w:pPr>
            <w:r w:rsidRPr="00E062F1">
              <w:rPr>
                <w:rFonts w:cs="Arial"/>
                <w:bCs/>
                <w:szCs w:val="18"/>
              </w:rPr>
              <w:t>CA_n78A-n258G</w:t>
            </w:r>
          </w:p>
          <w:p w14:paraId="4F13449A" w14:textId="77777777" w:rsidR="00C25B7D" w:rsidRPr="00E062F1" w:rsidRDefault="00C25B7D" w:rsidP="00C25B7D">
            <w:pPr>
              <w:pStyle w:val="TAC"/>
              <w:rPr>
                <w:rFonts w:cs="Arial"/>
                <w:bCs/>
                <w:szCs w:val="18"/>
              </w:rPr>
            </w:pPr>
            <w:r w:rsidRPr="00E062F1">
              <w:rPr>
                <w:rFonts w:cs="Arial"/>
                <w:bCs/>
                <w:szCs w:val="18"/>
              </w:rPr>
              <w:t>CA_n78A-n258H</w:t>
            </w:r>
          </w:p>
          <w:p w14:paraId="313B9ECA" w14:textId="77777777" w:rsidR="00C25B7D" w:rsidRPr="00E062F1" w:rsidRDefault="00C25B7D" w:rsidP="00C25B7D">
            <w:pPr>
              <w:pStyle w:val="TAC"/>
              <w:rPr>
                <w:rFonts w:cs="Arial"/>
                <w:bCs/>
                <w:szCs w:val="18"/>
              </w:rPr>
            </w:pPr>
            <w:r w:rsidRPr="00E062F1">
              <w:rPr>
                <w:rFonts w:cs="Arial"/>
                <w:bCs/>
                <w:szCs w:val="18"/>
              </w:rPr>
              <w:t>CA_n78A-n258I</w:t>
            </w:r>
          </w:p>
          <w:p w14:paraId="574772DD" w14:textId="77777777" w:rsidR="00C25B7D" w:rsidRPr="00E062F1" w:rsidRDefault="00C25B7D" w:rsidP="00C25B7D">
            <w:pPr>
              <w:pStyle w:val="TAC"/>
              <w:rPr>
                <w:rFonts w:cs="Arial"/>
                <w:bCs/>
                <w:szCs w:val="18"/>
              </w:rPr>
            </w:pPr>
            <w:r w:rsidRPr="00E062F1">
              <w:rPr>
                <w:rFonts w:cs="Arial"/>
                <w:bCs/>
                <w:szCs w:val="18"/>
              </w:rPr>
              <w:t>CA_n78A-n258J</w:t>
            </w:r>
          </w:p>
          <w:p w14:paraId="6B0E6D10" w14:textId="77777777" w:rsidR="00C25B7D" w:rsidRPr="00E062F1" w:rsidRDefault="00C25B7D" w:rsidP="00C25B7D">
            <w:pPr>
              <w:pStyle w:val="TAC"/>
              <w:rPr>
                <w:rFonts w:cs="Arial"/>
                <w:bCs/>
                <w:szCs w:val="18"/>
              </w:rPr>
            </w:pPr>
            <w:r w:rsidRPr="00E062F1">
              <w:rPr>
                <w:rFonts w:cs="Arial"/>
                <w:bCs/>
                <w:szCs w:val="18"/>
              </w:rPr>
              <w:t>CA_n78A-n258K</w:t>
            </w:r>
          </w:p>
        </w:tc>
        <w:tc>
          <w:tcPr>
            <w:tcW w:w="737" w:type="dxa"/>
            <w:tcBorders>
              <w:left w:val="single" w:sz="4" w:space="0" w:color="auto"/>
              <w:right w:val="single" w:sz="4" w:space="0" w:color="auto"/>
            </w:tcBorders>
          </w:tcPr>
          <w:p w14:paraId="237AE46B" w14:textId="77777777" w:rsidR="00C25B7D" w:rsidRPr="00E062F1" w:rsidRDefault="00C25B7D" w:rsidP="00C25B7D">
            <w:pPr>
              <w:pStyle w:val="TAC"/>
              <w:rPr>
                <w:rFonts w:cs="Arial"/>
                <w:bCs/>
                <w:szCs w:val="18"/>
              </w:rPr>
            </w:pPr>
            <w:r w:rsidRPr="00E062F1">
              <w:rPr>
                <w:rFonts w:cs="Arial"/>
                <w:bCs/>
                <w:szCs w:val="18"/>
              </w:rPr>
              <w:t>n78</w:t>
            </w:r>
          </w:p>
        </w:tc>
        <w:tc>
          <w:tcPr>
            <w:tcW w:w="671" w:type="dxa"/>
            <w:tcBorders>
              <w:top w:val="single" w:sz="4" w:space="0" w:color="auto"/>
              <w:left w:val="single" w:sz="4" w:space="0" w:color="auto"/>
              <w:bottom w:val="single" w:sz="4" w:space="0" w:color="auto"/>
              <w:right w:val="single" w:sz="4" w:space="0" w:color="auto"/>
            </w:tcBorders>
          </w:tcPr>
          <w:p w14:paraId="6C03E3D4"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6C481EB2"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25CE750C"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7C6D13DD"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FA00290"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88F4320"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B0F035B"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3A00A701"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613AF66"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7C3CB45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FDE8694"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56DDBF0B" w14:textId="77777777" w:rsidR="00C25B7D" w:rsidRPr="00E062F1" w:rsidRDefault="00C25B7D" w:rsidP="00C25B7D">
            <w:pPr>
              <w:pStyle w:val="TAC"/>
              <w:rPr>
                <w:rFonts w:cs="Arial"/>
                <w:lang w:eastAsia="zh-CN"/>
              </w:rPr>
            </w:pPr>
            <w:r>
              <w:rPr>
                <w:rFonts w:cs="Arial" w:hint="eastAsia"/>
                <w:lang w:eastAsia="zh-CN"/>
              </w:rPr>
              <w:t>90</w:t>
            </w:r>
          </w:p>
        </w:tc>
        <w:tc>
          <w:tcPr>
            <w:tcW w:w="671" w:type="dxa"/>
            <w:tcBorders>
              <w:top w:val="single" w:sz="4" w:space="0" w:color="auto"/>
              <w:left w:val="single" w:sz="4" w:space="0" w:color="auto"/>
              <w:bottom w:val="single" w:sz="4" w:space="0" w:color="auto"/>
              <w:right w:val="single" w:sz="4" w:space="0" w:color="auto"/>
            </w:tcBorders>
          </w:tcPr>
          <w:p w14:paraId="13F6FCB0"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0548B0CD"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50B3592D" w14:textId="77777777" w:rsidR="00C25B7D" w:rsidRPr="00E062F1" w:rsidRDefault="00C25B7D" w:rsidP="00C25B7D">
            <w:pPr>
              <w:pStyle w:val="TAC"/>
              <w:rPr>
                <w:rFonts w:cs="Arial"/>
                <w:lang w:eastAsia="zh-CN"/>
              </w:rPr>
            </w:pPr>
          </w:p>
        </w:tc>
        <w:tc>
          <w:tcPr>
            <w:tcW w:w="1345" w:type="dxa"/>
            <w:tcBorders>
              <w:left w:val="single" w:sz="4" w:space="0" w:color="auto"/>
              <w:bottom w:val="nil"/>
              <w:right w:val="single" w:sz="4" w:space="0" w:color="auto"/>
            </w:tcBorders>
            <w:shd w:val="clear" w:color="auto" w:fill="auto"/>
          </w:tcPr>
          <w:p w14:paraId="0B70EFBD"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51C0D39E"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CC547D8" w14:textId="77777777" w:rsidR="00C25B7D" w:rsidRPr="00E062F1" w:rsidRDefault="00C25B7D" w:rsidP="00C25B7D">
            <w:pPr>
              <w:pStyle w:val="TAC"/>
              <w:rPr>
                <w:rFonts w:cs="Arial"/>
                <w:bCs/>
                <w:szCs w:val="18"/>
              </w:rPr>
            </w:pPr>
          </w:p>
        </w:tc>
        <w:tc>
          <w:tcPr>
            <w:tcW w:w="1232" w:type="dxa"/>
            <w:tcBorders>
              <w:top w:val="nil"/>
              <w:left w:val="single" w:sz="4" w:space="0" w:color="auto"/>
              <w:bottom w:val="single" w:sz="4" w:space="0" w:color="auto"/>
              <w:right w:val="single" w:sz="4" w:space="0" w:color="auto"/>
            </w:tcBorders>
            <w:shd w:val="clear" w:color="auto" w:fill="auto"/>
          </w:tcPr>
          <w:p w14:paraId="7762046E" w14:textId="77777777" w:rsidR="00C25B7D" w:rsidRPr="00E062F1" w:rsidRDefault="00C25B7D" w:rsidP="00C25B7D">
            <w:pPr>
              <w:pStyle w:val="TAC"/>
              <w:rPr>
                <w:rFonts w:cs="Arial"/>
                <w:bCs/>
                <w:szCs w:val="18"/>
              </w:rPr>
            </w:pPr>
          </w:p>
        </w:tc>
        <w:tc>
          <w:tcPr>
            <w:tcW w:w="737" w:type="dxa"/>
            <w:tcBorders>
              <w:left w:val="single" w:sz="4" w:space="0" w:color="auto"/>
              <w:right w:val="single" w:sz="4" w:space="0" w:color="auto"/>
            </w:tcBorders>
          </w:tcPr>
          <w:p w14:paraId="0650DD6F" w14:textId="77777777" w:rsidR="00C25B7D" w:rsidRPr="00E062F1" w:rsidRDefault="00C25B7D" w:rsidP="00C25B7D">
            <w:pPr>
              <w:pStyle w:val="TAC"/>
              <w:rPr>
                <w:rFonts w:cs="Arial"/>
                <w:bCs/>
                <w:szCs w:val="18"/>
              </w:rPr>
            </w:pPr>
            <w:r w:rsidRPr="00E062F1">
              <w:rPr>
                <w:rFonts w:cs="Arial"/>
                <w:bCs/>
                <w:szCs w:val="18"/>
              </w:rPr>
              <w:t>n258</w:t>
            </w:r>
          </w:p>
        </w:tc>
        <w:tc>
          <w:tcPr>
            <w:tcW w:w="10073" w:type="dxa"/>
            <w:gridSpan w:val="18"/>
            <w:tcBorders>
              <w:top w:val="single" w:sz="4" w:space="0" w:color="auto"/>
              <w:left w:val="single" w:sz="4" w:space="0" w:color="auto"/>
              <w:bottom w:val="single" w:sz="4" w:space="0" w:color="auto"/>
              <w:right w:val="single" w:sz="4" w:space="0" w:color="auto"/>
            </w:tcBorders>
          </w:tcPr>
          <w:p w14:paraId="674BAD55" w14:textId="44EC31FF" w:rsidR="00C25B7D" w:rsidRPr="00E062F1" w:rsidRDefault="00C25B7D" w:rsidP="00C25B7D">
            <w:pPr>
              <w:pStyle w:val="TAC"/>
              <w:rPr>
                <w:rFonts w:cs="Arial"/>
                <w:lang w:eastAsia="zh-CN"/>
              </w:rPr>
            </w:pPr>
            <w:r w:rsidRPr="00E062F1">
              <w:rPr>
                <w:rFonts w:cs="Arial"/>
                <w:bCs/>
                <w:szCs w:val="18"/>
              </w:rPr>
              <w:t>See CA_n258K Bandwidth Combination Set 0 in Table 5.5A.1-1 from 38.101-2</w:t>
            </w:r>
          </w:p>
        </w:tc>
        <w:tc>
          <w:tcPr>
            <w:tcW w:w="1345" w:type="dxa"/>
            <w:tcBorders>
              <w:top w:val="nil"/>
              <w:left w:val="single" w:sz="4" w:space="0" w:color="auto"/>
              <w:bottom w:val="single" w:sz="4" w:space="0" w:color="auto"/>
              <w:right w:val="single" w:sz="4" w:space="0" w:color="auto"/>
            </w:tcBorders>
            <w:shd w:val="clear" w:color="auto" w:fill="auto"/>
          </w:tcPr>
          <w:p w14:paraId="5D45970E" w14:textId="77777777" w:rsidR="00C25B7D" w:rsidRPr="00E062F1" w:rsidRDefault="00C25B7D" w:rsidP="00C25B7D">
            <w:pPr>
              <w:pStyle w:val="TAC"/>
              <w:rPr>
                <w:szCs w:val="18"/>
                <w:lang w:eastAsia="zh-CN"/>
              </w:rPr>
            </w:pPr>
          </w:p>
        </w:tc>
      </w:tr>
      <w:tr w:rsidR="00C25B7D" w:rsidRPr="00E062F1" w14:paraId="0F85384D"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1536726A" w14:textId="77777777" w:rsidR="00C25B7D" w:rsidRPr="00E062F1" w:rsidRDefault="00C25B7D" w:rsidP="00C25B7D">
            <w:pPr>
              <w:pStyle w:val="TAC"/>
              <w:rPr>
                <w:rFonts w:cs="Arial"/>
                <w:bCs/>
                <w:szCs w:val="18"/>
              </w:rPr>
            </w:pPr>
            <w:r w:rsidRPr="00E062F1">
              <w:rPr>
                <w:rFonts w:cs="Arial"/>
                <w:bCs/>
                <w:szCs w:val="18"/>
              </w:rPr>
              <w:t>CA_n78A-n258L</w:t>
            </w:r>
          </w:p>
        </w:tc>
        <w:tc>
          <w:tcPr>
            <w:tcW w:w="1232" w:type="dxa"/>
            <w:tcBorders>
              <w:left w:val="single" w:sz="4" w:space="0" w:color="auto"/>
              <w:bottom w:val="nil"/>
              <w:right w:val="single" w:sz="4" w:space="0" w:color="auto"/>
            </w:tcBorders>
            <w:shd w:val="clear" w:color="auto" w:fill="auto"/>
          </w:tcPr>
          <w:p w14:paraId="64D008E6" w14:textId="77777777" w:rsidR="00C25B7D" w:rsidRPr="00E062F1" w:rsidRDefault="00C25B7D" w:rsidP="00C25B7D">
            <w:pPr>
              <w:pStyle w:val="TAC"/>
              <w:rPr>
                <w:rFonts w:cs="Arial"/>
                <w:bCs/>
                <w:szCs w:val="18"/>
              </w:rPr>
            </w:pPr>
            <w:r w:rsidRPr="00E062F1">
              <w:rPr>
                <w:rFonts w:cs="Arial"/>
                <w:bCs/>
                <w:szCs w:val="18"/>
              </w:rPr>
              <w:t>CA_n78A-n258A</w:t>
            </w:r>
          </w:p>
          <w:p w14:paraId="1BF248D5" w14:textId="77777777" w:rsidR="00C25B7D" w:rsidRPr="00E062F1" w:rsidRDefault="00C25B7D" w:rsidP="00C25B7D">
            <w:pPr>
              <w:pStyle w:val="TAC"/>
              <w:rPr>
                <w:rFonts w:cs="Arial"/>
                <w:bCs/>
                <w:szCs w:val="18"/>
              </w:rPr>
            </w:pPr>
            <w:r w:rsidRPr="00E062F1">
              <w:rPr>
                <w:rFonts w:cs="Arial"/>
                <w:bCs/>
                <w:szCs w:val="18"/>
              </w:rPr>
              <w:t>CA_n78A-n258G</w:t>
            </w:r>
          </w:p>
          <w:p w14:paraId="38E0CEB9" w14:textId="77777777" w:rsidR="00C25B7D" w:rsidRPr="00E062F1" w:rsidRDefault="00C25B7D" w:rsidP="00C25B7D">
            <w:pPr>
              <w:pStyle w:val="TAC"/>
              <w:rPr>
                <w:rFonts w:cs="Arial"/>
                <w:bCs/>
                <w:szCs w:val="18"/>
              </w:rPr>
            </w:pPr>
            <w:r w:rsidRPr="00E062F1">
              <w:rPr>
                <w:rFonts w:cs="Arial"/>
                <w:bCs/>
                <w:szCs w:val="18"/>
              </w:rPr>
              <w:t>CA_n78A-n258H</w:t>
            </w:r>
          </w:p>
          <w:p w14:paraId="236763A7" w14:textId="77777777" w:rsidR="00C25B7D" w:rsidRPr="00E062F1" w:rsidRDefault="00C25B7D" w:rsidP="00C25B7D">
            <w:pPr>
              <w:pStyle w:val="TAC"/>
              <w:rPr>
                <w:rFonts w:cs="Arial"/>
                <w:bCs/>
                <w:szCs w:val="18"/>
              </w:rPr>
            </w:pPr>
            <w:r w:rsidRPr="00E062F1">
              <w:rPr>
                <w:rFonts w:cs="Arial"/>
                <w:bCs/>
                <w:szCs w:val="18"/>
              </w:rPr>
              <w:t>CA_n78A-n258I</w:t>
            </w:r>
          </w:p>
          <w:p w14:paraId="5066CC58" w14:textId="77777777" w:rsidR="00C25B7D" w:rsidRPr="00E062F1" w:rsidRDefault="00C25B7D" w:rsidP="00C25B7D">
            <w:pPr>
              <w:pStyle w:val="TAC"/>
              <w:rPr>
                <w:rFonts w:cs="Arial"/>
                <w:bCs/>
                <w:szCs w:val="18"/>
              </w:rPr>
            </w:pPr>
            <w:r w:rsidRPr="00E062F1">
              <w:rPr>
                <w:rFonts w:cs="Arial"/>
                <w:bCs/>
                <w:szCs w:val="18"/>
              </w:rPr>
              <w:t>CA_n78A-n258J</w:t>
            </w:r>
          </w:p>
          <w:p w14:paraId="12BA1B2C" w14:textId="77777777" w:rsidR="00C25B7D" w:rsidRPr="00E062F1" w:rsidRDefault="00C25B7D" w:rsidP="00C25B7D">
            <w:pPr>
              <w:pStyle w:val="TAC"/>
              <w:rPr>
                <w:rFonts w:cs="Arial"/>
                <w:bCs/>
                <w:szCs w:val="18"/>
              </w:rPr>
            </w:pPr>
            <w:r w:rsidRPr="00E062F1">
              <w:rPr>
                <w:rFonts w:cs="Arial"/>
                <w:bCs/>
                <w:szCs w:val="18"/>
              </w:rPr>
              <w:t>CA_n78A-n258K</w:t>
            </w:r>
          </w:p>
          <w:p w14:paraId="08B11A3D" w14:textId="77777777" w:rsidR="00C25B7D" w:rsidRPr="00E062F1" w:rsidRDefault="00C25B7D" w:rsidP="00C25B7D">
            <w:pPr>
              <w:pStyle w:val="TAC"/>
              <w:rPr>
                <w:rFonts w:cs="Arial"/>
                <w:bCs/>
                <w:szCs w:val="18"/>
              </w:rPr>
            </w:pPr>
            <w:r w:rsidRPr="00E062F1">
              <w:rPr>
                <w:rFonts w:cs="Arial"/>
                <w:bCs/>
                <w:szCs w:val="18"/>
              </w:rPr>
              <w:t>CA_n78A-n258L</w:t>
            </w:r>
          </w:p>
        </w:tc>
        <w:tc>
          <w:tcPr>
            <w:tcW w:w="737" w:type="dxa"/>
            <w:tcBorders>
              <w:left w:val="single" w:sz="4" w:space="0" w:color="auto"/>
              <w:right w:val="single" w:sz="4" w:space="0" w:color="auto"/>
            </w:tcBorders>
          </w:tcPr>
          <w:p w14:paraId="0D4852EE" w14:textId="77777777" w:rsidR="00C25B7D" w:rsidRPr="00E062F1" w:rsidRDefault="00C25B7D" w:rsidP="00C25B7D">
            <w:pPr>
              <w:pStyle w:val="TAC"/>
              <w:rPr>
                <w:rFonts w:cs="Arial"/>
                <w:bCs/>
                <w:szCs w:val="18"/>
              </w:rPr>
            </w:pPr>
            <w:r w:rsidRPr="00E062F1">
              <w:rPr>
                <w:rFonts w:cs="Arial"/>
                <w:bCs/>
                <w:szCs w:val="18"/>
              </w:rPr>
              <w:t>n78</w:t>
            </w:r>
          </w:p>
        </w:tc>
        <w:tc>
          <w:tcPr>
            <w:tcW w:w="671" w:type="dxa"/>
            <w:tcBorders>
              <w:top w:val="single" w:sz="4" w:space="0" w:color="auto"/>
              <w:left w:val="single" w:sz="4" w:space="0" w:color="auto"/>
              <w:bottom w:val="single" w:sz="4" w:space="0" w:color="auto"/>
              <w:right w:val="single" w:sz="4" w:space="0" w:color="auto"/>
            </w:tcBorders>
          </w:tcPr>
          <w:p w14:paraId="2BABFF4C"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006DDCEE"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11C15388"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40AE3D4F"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772C7D1"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0968836E"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0986D906"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1540684A"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2ED9FB2"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51144E13"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130403A6"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1C0CBB7E" w14:textId="77777777" w:rsidR="00C25B7D" w:rsidRPr="00E062F1" w:rsidRDefault="00C25B7D" w:rsidP="00C25B7D">
            <w:pPr>
              <w:pStyle w:val="TAC"/>
              <w:rPr>
                <w:rFonts w:cs="Arial"/>
                <w:lang w:eastAsia="zh-CN"/>
              </w:rPr>
            </w:pPr>
            <w:r>
              <w:rPr>
                <w:rFonts w:cs="Arial" w:hint="eastAsia"/>
                <w:lang w:eastAsia="zh-CN"/>
              </w:rPr>
              <w:t>90</w:t>
            </w:r>
          </w:p>
        </w:tc>
        <w:tc>
          <w:tcPr>
            <w:tcW w:w="671" w:type="dxa"/>
            <w:tcBorders>
              <w:top w:val="single" w:sz="4" w:space="0" w:color="auto"/>
              <w:left w:val="single" w:sz="4" w:space="0" w:color="auto"/>
              <w:bottom w:val="single" w:sz="4" w:space="0" w:color="auto"/>
              <w:right w:val="single" w:sz="4" w:space="0" w:color="auto"/>
            </w:tcBorders>
          </w:tcPr>
          <w:p w14:paraId="2F818F7D"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186A8987"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4A2AAEB9"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627DCF43"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07617003"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4CD983A" w14:textId="77777777" w:rsidR="00C25B7D" w:rsidRPr="00E062F1" w:rsidRDefault="00C25B7D" w:rsidP="00C25B7D">
            <w:pPr>
              <w:pStyle w:val="TAC"/>
              <w:rPr>
                <w:rFonts w:cs="Arial"/>
                <w:bCs/>
                <w:szCs w:val="18"/>
              </w:rPr>
            </w:pPr>
          </w:p>
        </w:tc>
        <w:tc>
          <w:tcPr>
            <w:tcW w:w="1232" w:type="dxa"/>
            <w:tcBorders>
              <w:top w:val="nil"/>
              <w:left w:val="single" w:sz="4" w:space="0" w:color="auto"/>
              <w:bottom w:val="single" w:sz="4" w:space="0" w:color="auto"/>
              <w:right w:val="single" w:sz="4" w:space="0" w:color="auto"/>
            </w:tcBorders>
            <w:shd w:val="clear" w:color="auto" w:fill="auto"/>
          </w:tcPr>
          <w:p w14:paraId="5E5589AA" w14:textId="77777777" w:rsidR="00C25B7D" w:rsidRPr="00E062F1" w:rsidRDefault="00C25B7D" w:rsidP="00C25B7D">
            <w:pPr>
              <w:pStyle w:val="TAC"/>
              <w:rPr>
                <w:rFonts w:cs="Arial"/>
                <w:bCs/>
                <w:szCs w:val="18"/>
              </w:rPr>
            </w:pPr>
          </w:p>
        </w:tc>
        <w:tc>
          <w:tcPr>
            <w:tcW w:w="737" w:type="dxa"/>
            <w:tcBorders>
              <w:left w:val="single" w:sz="4" w:space="0" w:color="auto"/>
              <w:right w:val="single" w:sz="4" w:space="0" w:color="auto"/>
            </w:tcBorders>
          </w:tcPr>
          <w:p w14:paraId="128F1920" w14:textId="77777777" w:rsidR="00C25B7D" w:rsidRPr="00E062F1" w:rsidRDefault="00C25B7D" w:rsidP="00C25B7D">
            <w:pPr>
              <w:pStyle w:val="TAC"/>
              <w:rPr>
                <w:rFonts w:cs="Arial"/>
                <w:bCs/>
                <w:szCs w:val="18"/>
              </w:rPr>
            </w:pPr>
            <w:r w:rsidRPr="00E062F1">
              <w:rPr>
                <w:rFonts w:cs="Arial"/>
                <w:bCs/>
                <w:szCs w:val="18"/>
              </w:rPr>
              <w:t>n258</w:t>
            </w:r>
          </w:p>
        </w:tc>
        <w:tc>
          <w:tcPr>
            <w:tcW w:w="10073" w:type="dxa"/>
            <w:gridSpan w:val="18"/>
            <w:tcBorders>
              <w:top w:val="single" w:sz="4" w:space="0" w:color="auto"/>
              <w:left w:val="single" w:sz="4" w:space="0" w:color="auto"/>
              <w:bottom w:val="single" w:sz="4" w:space="0" w:color="auto"/>
              <w:right w:val="single" w:sz="4" w:space="0" w:color="auto"/>
            </w:tcBorders>
          </w:tcPr>
          <w:p w14:paraId="16C3965A" w14:textId="71057598" w:rsidR="00C25B7D" w:rsidRPr="00E062F1" w:rsidRDefault="00C25B7D" w:rsidP="00C25B7D">
            <w:pPr>
              <w:pStyle w:val="TAC"/>
              <w:rPr>
                <w:rFonts w:eastAsia="Yu Mincho"/>
                <w:szCs w:val="18"/>
              </w:rPr>
            </w:pPr>
            <w:r w:rsidRPr="00E062F1">
              <w:rPr>
                <w:rFonts w:cs="Arial"/>
                <w:bCs/>
                <w:szCs w:val="18"/>
              </w:rPr>
              <w:t>See CA_n258L Bandwidth Combination Set 0 in Table 5.5A.1-1 from 38.101-2</w:t>
            </w:r>
          </w:p>
        </w:tc>
        <w:tc>
          <w:tcPr>
            <w:tcW w:w="1345" w:type="dxa"/>
            <w:tcBorders>
              <w:top w:val="nil"/>
              <w:left w:val="single" w:sz="4" w:space="0" w:color="auto"/>
              <w:bottom w:val="single" w:sz="4" w:space="0" w:color="auto"/>
              <w:right w:val="single" w:sz="4" w:space="0" w:color="auto"/>
            </w:tcBorders>
            <w:shd w:val="clear" w:color="auto" w:fill="auto"/>
          </w:tcPr>
          <w:p w14:paraId="686BB73C" w14:textId="77777777" w:rsidR="00C25B7D" w:rsidRPr="00E062F1" w:rsidRDefault="00C25B7D" w:rsidP="00C25B7D">
            <w:pPr>
              <w:pStyle w:val="TAC"/>
              <w:rPr>
                <w:szCs w:val="18"/>
                <w:lang w:eastAsia="zh-CN"/>
              </w:rPr>
            </w:pPr>
          </w:p>
        </w:tc>
      </w:tr>
      <w:tr w:rsidR="00C25B7D" w:rsidRPr="00E062F1" w14:paraId="5E60B883"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57C9681" w14:textId="77777777" w:rsidR="00C25B7D" w:rsidRPr="00E062F1" w:rsidRDefault="00C25B7D" w:rsidP="00C25B7D">
            <w:pPr>
              <w:pStyle w:val="TAC"/>
            </w:pPr>
            <w:r w:rsidRPr="00E062F1">
              <w:rPr>
                <w:rFonts w:cs="Arial"/>
                <w:bCs/>
                <w:szCs w:val="18"/>
              </w:rPr>
              <w:lastRenderedPageBreak/>
              <w:t>CA_n78A-n258M</w:t>
            </w:r>
          </w:p>
        </w:tc>
        <w:tc>
          <w:tcPr>
            <w:tcW w:w="1232" w:type="dxa"/>
            <w:tcBorders>
              <w:left w:val="single" w:sz="4" w:space="0" w:color="auto"/>
              <w:bottom w:val="nil"/>
              <w:right w:val="single" w:sz="4" w:space="0" w:color="auto"/>
            </w:tcBorders>
            <w:shd w:val="clear" w:color="auto" w:fill="auto"/>
          </w:tcPr>
          <w:p w14:paraId="17A67F86" w14:textId="77777777" w:rsidR="00C25B7D" w:rsidRPr="00E062F1" w:rsidRDefault="00C25B7D" w:rsidP="00C25B7D">
            <w:pPr>
              <w:pStyle w:val="TAC"/>
              <w:rPr>
                <w:rFonts w:cs="Arial"/>
                <w:bCs/>
                <w:szCs w:val="18"/>
              </w:rPr>
            </w:pPr>
            <w:r w:rsidRPr="00E062F1">
              <w:rPr>
                <w:rFonts w:cs="Arial"/>
                <w:bCs/>
                <w:szCs w:val="18"/>
              </w:rPr>
              <w:t>CA_n78A-n258A</w:t>
            </w:r>
          </w:p>
          <w:p w14:paraId="6976F50B" w14:textId="77777777" w:rsidR="00C25B7D" w:rsidRPr="00E062F1" w:rsidRDefault="00C25B7D" w:rsidP="00C25B7D">
            <w:pPr>
              <w:pStyle w:val="TAC"/>
              <w:rPr>
                <w:rFonts w:cs="Arial"/>
                <w:bCs/>
                <w:szCs w:val="18"/>
              </w:rPr>
            </w:pPr>
            <w:r w:rsidRPr="00E062F1">
              <w:rPr>
                <w:rFonts w:cs="Arial"/>
                <w:bCs/>
                <w:szCs w:val="18"/>
              </w:rPr>
              <w:t>CA_n78A-n258G</w:t>
            </w:r>
          </w:p>
          <w:p w14:paraId="13A39E23" w14:textId="77777777" w:rsidR="00C25B7D" w:rsidRPr="00E062F1" w:rsidRDefault="00C25B7D" w:rsidP="00C25B7D">
            <w:pPr>
              <w:pStyle w:val="TAC"/>
              <w:rPr>
                <w:rFonts w:cs="Arial"/>
                <w:bCs/>
                <w:szCs w:val="18"/>
              </w:rPr>
            </w:pPr>
            <w:r w:rsidRPr="00E062F1">
              <w:rPr>
                <w:rFonts w:cs="Arial"/>
                <w:bCs/>
                <w:szCs w:val="18"/>
              </w:rPr>
              <w:t>CA_n78A-n258H</w:t>
            </w:r>
          </w:p>
          <w:p w14:paraId="06F650DA" w14:textId="77777777" w:rsidR="00C25B7D" w:rsidRPr="00E062F1" w:rsidRDefault="00C25B7D" w:rsidP="00C25B7D">
            <w:pPr>
              <w:pStyle w:val="TAC"/>
              <w:rPr>
                <w:rFonts w:cs="Arial"/>
                <w:bCs/>
                <w:szCs w:val="18"/>
              </w:rPr>
            </w:pPr>
            <w:r w:rsidRPr="00E062F1">
              <w:rPr>
                <w:rFonts w:cs="Arial"/>
                <w:bCs/>
                <w:szCs w:val="18"/>
              </w:rPr>
              <w:t>CA_n78A-n258I</w:t>
            </w:r>
          </w:p>
          <w:p w14:paraId="32886E26" w14:textId="77777777" w:rsidR="00C25B7D" w:rsidRPr="00E062F1" w:rsidRDefault="00C25B7D" w:rsidP="00C25B7D">
            <w:pPr>
              <w:pStyle w:val="TAC"/>
              <w:rPr>
                <w:rFonts w:cs="Arial"/>
                <w:bCs/>
                <w:szCs w:val="18"/>
              </w:rPr>
            </w:pPr>
            <w:r w:rsidRPr="00E062F1">
              <w:rPr>
                <w:rFonts w:cs="Arial"/>
                <w:bCs/>
                <w:szCs w:val="18"/>
              </w:rPr>
              <w:t>CA_n78A-n258J</w:t>
            </w:r>
          </w:p>
          <w:p w14:paraId="36F66F10" w14:textId="77777777" w:rsidR="00C25B7D" w:rsidRPr="00E062F1" w:rsidRDefault="00C25B7D" w:rsidP="00C25B7D">
            <w:pPr>
              <w:pStyle w:val="TAC"/>
              <w:rPr>
                <w:rFonts w:cs="Arial"/>
                <w:bCs/>
                <w:szCs w:val="18"/>
              </w:rPr>
            </w:pPr>
            <w:r w:rsidRPr="00E062F1">
              <w:rPr>
                <w:rFonts w:cs="Arial"/>
                <w:bCs/>
                <w:szCs w:val="18"/>
              </w:rPr>
              <w:t>CA_n78A-n258K</w:t>
            </w:r>
          </w:p>
          <w:p w14:paraId="270F88B0" w14:textId="77777777" w:rsidR="00C25B7D" w:rsidRPr="00E062F1" w:rsidRDefault="00C25B7D" w:rsidP="00C25B7D">
            <w:pPr>
              <w:pStyle w:val="TAC"/>
              <w:rPr>
                <w:rFonts w:cs="Arial"/>
                <w:bCs/>
                <w:szCs w:val="18"/>
              </w:rPr>
            </w:pPr>
            <w:r w:rsidRPr="00E062F1">
              <w:rPr>
                <w:rFonts w:cs="Arial"/>
                <w:bCs/>
                <w:szCs w:val="18"/>
              </w:rPr>
              <w:t>CA_n78A-n258L</w:t>
            </w:r>
          </w:p>
          <w:p w14:paraId="19FB938B" w14:textId="77777777" w:rsidR="00C25B7D" w:rsidRPr="00E062F1" w:rsidRDefault="00C25B7D" w:rsidP="00C25B7D">
            <w:pPr>
              <w:pStyle w:val="TAC"/>
            </w:pPr>
            <w:r w:rsidRPr="00E062F1">
              <w:rPr>
                <w:rFonts w:cs="Arial"/>
                <w:bCs/>
                <w:szCs w:val="18"/>
              </w:rPr>
              <w:t>CA_n78A-n258M</w:t>
            </w:r>
          </w:p>
        </w:tc>
        <w:tc>
          <w:tcPr>
            <w:tcW w:w="737" w:type="dxa"/>
            <w:tcBorders>
              <w:left w:val="single" w:sz="4" w:space="0" w:color="auto"/>
              <w:right w:val="single" w:sz="4" w:space="0" w:color="auto"/>
            </w:tcBorders>
          </w:tcPr>
          <w:p w14:paraId="6357F989" w14:textId="77777777" w:rsidR="00C25B7D" w:rsidRPr="00E062F1" w:rsidRDefault="00C25B7D" w:rsidP="00C25B7D">
            <w:pPr>
              <w:pStyle w:val="TAC"/>
              <w:rPr>
                <w:lang w:eastAsia="zh-CN"/>
              </w:rPr>
            </w:pPr>
            <w:r w:rsidRPr="00E062F1">
              <w:rPr>
                <w:rFonts w:cs="Arial"/>
                <w:bCs/>
                <w:szCs w:val="18"/>
              </w:rPr>
              <w:t>n78</w:t>
            </w:r>
          </w:p>
        </w:tc>
        <w:tc>
          <w:tcPr>
            <w:tcW w:w="671" w:type="dxa"/>
            <w:tcBorders>
              <w:top w:val="single" w:sz="4" w:space="0" w:color="auto"/>
              <w:left w:val="single" w:sz="4" w:space="0" w:color="auto"/>
              <w:bottom w:val="single" w:sz="4" w:space="0" w:color="auto"/>
              <w:right w:val="single" w:sz="4" w:space="0" w:color="auto"/>
            </w:tcBorders>
          </w:tcPr>
          <w:p w14:paraId="26DC55F7"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6DDA9B0D" w14:textId="77777777" w:rsidR="00C25B7D" w:rsidRPr="00E062F1" w:rsidRDefault="00C25B7D" w:rsidP="00C25B7D">
            <w:pPr>
              <w:pStyle w:val="TAC"/>
              <w:rPr>
                <w:rFonts w:cs="Arial"/>
                <w:lang w:eastAsia="zh-CN"/>
              </w:rPr>
            </w:pPr>
            <w:r>
              <w:rPr>
                <w:rFonts w:cs="Arial" w:hint="eastAsia"/>
                <w:lang w:eastAsia="zh-CN"/>
              </w:rPr>
              <w:t>10</w:t>
            </w:r>
          </w:p>
        </w:tc>
        <w:tc>
          <w:tcPr>
            <w:tcW w:w="671" w:type="dxa"/>
            <w:tcBorders>
              <w:top w:val="single" w:sz="4" w:space="0" w:color="auto"/>
              <w:left w:val="single" w:sz="4" w:space="0" w:color="auto"/>
              <w:bottom w:val="single" w:sz="4" w:space="0" w:color="auto"/>
              <w:right w:val="single" w:sz="4" w:space="0" w:color="auto"/>
            </w:tcBorders>
          </w:tcPr>
          <w:p w14:paraId="767B3602" w14:textId="77777777" w:rsidR="00C25B7D" w:rsidRPr="00E062F1" w:rsidRDefault="00C25B7D" w:rsidP="00C25B7D">
            <w:pPr>
              <w:pStyle w:val="TAC"/>
              <w:rPr>
                <w:rFonts w:cs="Arial"/>
                <w:lang w:eastAsia="zh-CN"/>
              </w:rPr>
            </w:pPr>
            <w:r>
              <w:rPr>
                <w:rFonts w:cs="Arial" w:hint="eastAsia"/>
                <w:lang w:eastAsia="zh-CN"/>
              </w:rPr>
              <w:t>15</w:t>
            </w:r>
          </w:p>
        </w:tc>
        <w:tc>
          <w:tcPr>
            <w:tcW w:w="671" w:type="dxa"/>
            <w:gridSpan w:val="2"/>
            <w:tcBorders>
              <w:top w:val="single" w:sz="4" w:space="0" w:color="auto"/>
              <w:left w:val="single" w:sz="4" w:space="0" w:color="auto"/>
              <w:bottom w:val="single" w:sz="4" w:space="0" w:color="auto"/>
              <w:right w:val="single" w:sz="4" w:space="0" w:color="auto"/>
            </w:tcBorders>
          </w:tcPr>
          <w:p w14:paraId="6FD3E754" w14:textId="77777777" w:rsidR="00C25B7D" w:rsidRPr="00E062F1" w:rsidRDefault="00C25B7D" w:rsidP="00C25B7D">
            <w:pPr>
              <w:pStyle w:val="TAC"/>
              <w:rPr>
                <w:rFonts w:cs="Arial"/>
                <w:lang w:eastAsia="zh-CN"/>
              </w:rPr>
            </w:pPr>
            <w:r>
              <w:rPr>
                <w:rFonts w:cs="Arial" w:hint="eastAsia"/>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F5E846B"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580ABCEF"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2EFF0247"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08073563"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797D768"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372F6C5A"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315C7BAF"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401AAE3" w14:textId="77777777" w:rsidR="00C25B7D" w:rsidRPr="00E062F1" w:rsidRDefault="00C25B7D" w:rsidP="00C25B7D">
            <w:pPr>
              <w:pStyle w:val="TAC"/>
              <w:rPr>
                <w:rFonts w:cs="Arial"/>
                <w:lang w:eastAsia="zh-CN"/>
              </w:rPr>
            </w:pPr>
            <w:r>
              <w:rPr>
                <w:rFonts w:cs="Arial" w:hint="eastAsia"/>
                <w:lang w:eastAsia="zh-CN"/>
              </w:rPr>
              <w:t>90</w:t>
            </w:r>
          </w:p>
        </w:tc>
        <w:tc>
          <w:tcPr>
            <w:tcW w:w="671" w:type="dxa"/>
            <w:tcBorders>
              <w:top w:val="single" w:sz="4" w:space="0" w:color="auto"/>
              <w:left w:val="single" w:sz="4" w:space="0" w:color="auto"/>
              <w:bottom w:val="single" w:sz="4" w:space="0" w:color="auto"/>
              <w:right w:val="single" w:sz="4" w:space="0" w:color="auto"/>
            </w:tcBorders>
          </w:tcPr>
          <w:p w14:paraId="0F0596CB"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6476926E"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33DC7801"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2BF48360"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5AF2ED0C"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3F937419"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16D9BC40" w14:textId="77777777" w:rsidR="00C25B7D" w:rsidRPr="00E062F1" w:rsidRDefault="00C25B7D" w:rsidP="00C25B7D">
            <w:pPr>
              <w:pStyle w:val="TAC"/>
            </w:pPr>
          </w:p>
        </w:tc>
        <w:tc>
          <w:tcPr>
            <w:tcW w:w="737" w:type="dxa"/>
            <w:tcBorders>
              <w:left w:val="single" w:sz="4" w:space="0" w:color="auto"/>
              <w:right w:val="single" w:sz="4" w:space="0" w:color="auto"/>
            </w:tcBorders>
          </w:tcPr>
          <w:p w14:paraId="3A179C92" w14:textId="77777777" w:rsidR="00C25B7D" w:rsidRPr="00E062F1" w:rsidRDefault="00C25B7D" w:rsidP="00C25B7D">
            <w:pPr>
              <w:pStyle w:val="TAC"/>
              <w:rPr>
                <w:lang w:eastAsia="zh-CN"/>
              </w:rPr>
            </w:pPr>
            <w:r w:rsidRPr="00E062F1">
              <w:rPr>
                <w:rFonts w:cs="Arial"/>
                <w:bCs/>
                <w:szCs w:val="18"/>
              </w:rPr>
              <w:t>n258</w:t>
            </w:r>
          </w:p>
        </w:tc>
        <w:tc>
          <w:tcPr>
            <w:tcW w:w="10073" w:type="dxa"/>
            <w:gridSpan w:val="18"/>
            <w:tcBorders>
              <w:top w:val="single" w:sz="4" w:space="0" w:color="auto"/>
              <w:left w:val="single" w:sz="4" w:space="0" w:color="auto"/>
              <w:bottom w:val="single" w:sz="4" w:space="0" w:color="auto"/>
              <w:right w:val="single" w:sz="4" w:space="0" w:color="auto"/>
            </w:tcBorders>
          </w:tcPr>
          <w:p w14:paraId="36DE6528" w14:textId="710B819B" w:rsidR="00C25B7D" w:rsidRPr="00E062F1" w:rsidRDefault="00C25B7D" w:rsidP="00C25B7D">
            <w:pPr>
              <w:pStyle w:val="TAC"/>
              <w:rPr>
                <w:rFonts w:eastAsia="Yu Mincho"/>
                <w:szCs w:val="18"/>
              </w:rPr>
            </w:pPr>
            <w:r w:rsidRPr="00E062F1">
              <w:rPr>
                <w:rFonts w:cs="Arial"/>
                <w:bCs/>
                <w:szCs w:val="18"/>
              </w:rPr>
              <w:t>See CA_n258M Bandwidth Combination Set 0 in Table 5.5A.1-1 from 38.101-2</w:t>
            </w:r>
          </w:p>
        </w:tc>
        <w:tc>
          <w:tcPr>
            <w:tcW w:w="1345" w:type="dxa"/>
            <w:tcBorders>
              <w:top w:val="nil"/>
              <w:left w:val="single" w:sz="4" w:space="0" w:color="auto"/>
              <w:bottom w:val="single" w:sz="4" w:space="0" w:color="auto"/>
              <w:right w:val="single" w:sz="4" w:space="0" w:color="auto"/>
            </w:tcBorders>
            <w:shd w:val="clear" w:color="auto" w:fill="auto"/>
          </w:tcPr>
          <w:p w14:paraId="0CDB7A63" w14:textId="77777777" w:rsidR="00C25B7D" w:rsidRPr="00E062F1" w:rsidRDefault="00C25B7D" w:rsidP="00C25B7D">
            <w:pPr>
              <w:pStyle w:val="TAC"/>
              <w:rPr>
                <w:szCs w:val="18"/>
                <w:lang w:eastAsia="zh-CN"/>
              </w:rPr>
            </w:pPr>
          </w:p>
        </w:tc>
      </w:tr>
      <w:tr w:rsidR="00C25B7D" w:rsidRPr="00E062F1" w14:paraId="63D7A703"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18046FC" w14:textId="77777777" w:rsidR="00C25B7D" w:rsidRPr="00E062F1" w:rsidRDefault="00C25B7D" w:rsidP="00C25B7D">
            <w:pPr>
              <w:pStyle w:val="TAC"/>
            </w:pPr>
            <w:r w:rsidRPr="00E062F1">
              <w:t>CA_n</w:t>
            </w:r>
            <w:r w:rsidRPr="00E062F1">
              <w:rPr>
                <w:lang w:eastAsia="zh-CN"/>
              </w:rPr>
              <w:t>79</w:t>
            </w:r>
            <w:r w:rsidRPr="00E062F1">
              <w:t>A-n</w:t>
            </w:r>
            <w:r w:rsidRPr="00E062F1">
              <w:rPr>
                <w:lang w:eastAsia="zh-CN"/>
              </w:rPr>
              <w:t>257</w:t>
            </w:r>
            <w:r w:rsidRPr="00E062F1">
              <w:t>A</w:t>
            </w:r>
          </w:p>
        </w:tc>
        <w:tc>
          <w:tcPr>
            <w:tcW w:w="1232" w:type="dxa"/>
            <w:tcBorders>
              <w:left w:val="single" w:sz="4" w:space="0" w:color="auto"/>
              <w:bottom w:val="nil"/>
              <w:right w:val="single" w:sz="4" w:space="0" w:color="auto"/>
            </w:tcBorders>
            <w:shd w:val="clear" w:color="auto" w:fill="auto"/>
          </w:tcPr>
          <w:p w14:paraId="312FD7D6" w14:textId="77777777" w:rsidR="00C25B7D" w:rsidRPr="00E062F1" w:rsidRDefault="00C25B7D" w:rsidP="00C25B7D">
            <w:pPr>
              <w:pStyle w:val="TAC"/>
            </w:pPr>
            <w:r w:rsidRPr="00E062F1">
              <w:t>CA_n</w:t>
            </w:r>
            <w:r w:rsidRPr="00E062F1">
              <w:rPr>
                <w:lang w:eastAsia="zh-CN"/>
              </w:rPr>
              <w:t>79</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1377FF9E" w14:textId="77777777" w:rsidR="00C25B7D" w:rsidRPr="00E062F1" w:rsidRDefault="00C25B7D" w:rsidP="00C25B7D">
            <w:pPr>
              <w:pStyle w:val="TAC"/>
            </w:pPr>
            <w:r w:rsidRPr="00E062F1">
              <w:rPr>
                <w:lang w:eastAsia="zh-CN"/>
              </w:rPr>
              <w:t>n79</w:t>
            </w:r>
          </w:p>
        </w:tc>
        <w:tc>
          <w:tcPr>
            <w:tcW w:w="671" w:type="dxa"/>
            <w:tcBorders>
              <w:top w:val="single" w:sz="4" w:space="0" w:color="auto"/>
              <w:left w:val="single" w:sz="4" w:space="0" w:color="auto"/>
              <w:bottom w:val="single" w:sz="4" w:space="0" w:color="auto"/>
              <w:right w:val="single" w:sz="4" w:space="0" w:color="auto"/>
            </w:tcBorders>
          </w:tcPr>
          <w:p w14:paraId="003D7D2F"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51F81FE8"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6ECEB17"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3A03911F"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5E31BD8"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64AFEF2E"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C779D03" w14:textId="77777777" w:rsidR="00C25B7D" w:rsidRPr="00E062F1" w:rsidRDefault="00C25B7D" w:rsidP="00C25B7D">
            <w:pPr>
              <w:pStyle w:val="TAC"/>
              <w:rPr>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23CF6C1C"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77336DA"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A0C2A6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FC29544"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76E53D39"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536AA6A5"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3D87FA5B" w14:textId="77777777" w:rsidR="00C25B7D" w:rsidRPr="00E062F1" w:rsidRDefault="00C25B7D" w:rsidP="00C25B7D">
            <w:pPr>
              <w:pStyle w:val="TAC"/>
              <w:rPr>
                <w:rFonts w:cs="Arial"/>
                <w:lang w:eastAsia="zh-CN"/>
              </w:rPr>
            </w:pPr>
          </w:p>
        </w:tc>
        <w:tc>
          <w:tcPr>
            <w:tcW w:w="677" w:type="dxa"/>
            <w:tcBorders>
              <w:top w:val="single" w:sz="4" w:space="0" w:color="auto"/>
              <w:left w:val="single" w:sz="4" w:space="0" w:color="auto"/>
              <w:bottom w:val="single" w:sz="4" w:space="0" w:color="auto"/>
              <w:right w:val="single" w:sz="4" w:space="0" w:color="auto"/>
            </w:tcBorders>
          </w:tcPr>
          <w:p w14:paraId="249C5CE9" w14:textId="77777777" w:rsidR="00C25B7D" w:rsidRPr="00E062F1" w:rsidRDefault="00C25B7D" w:rsidP="00C25B7D">
            <w:pPr>
              <w:pStyle w:val="TAC"/>
              <w:rPr>
                <w:rFonts w:cs="Arial"/>
                <w:lang w:eastAsia="zh-CN"/>
              </w:rPr>
            </w:pPr>
          </w:p>
        </w:tc>
        <w:tc>
          <w:tcPr>
            <w:tcW w:w="1345" w:type="dxa"/>
            <w:tcBorders>
              <w:left w:val="single" w:sz="4" w:space="0" w:color="auto"/>
              <w:bottom w:val="nil"/>
              <w:right w:val="single" w:sz="4" w:space="0" w:color="auto"/>
            </w:tcBorders>
            <w:shd w:val="clear" w:color="auto" w:fill="auto"/>
          </w:tcPr>
          <w:p w14:paraId="1DA5270C" w14:textId="77777777" w:rsidR="00C25B7D" w:rsidRPr="005F427A" w:rsidRDefault="00C25B7D" w:rsidP="00C25B7D">
            <w:pPr>
              <w:pStyle w:val="TAC"/>
              <w:rPr>
                <w:rFonts w:eastAsiaTheme="minorEastAsia"/>
                <w:szCs w:val="18"/>
                <w:lang w:eastAsia="zh-CN"/>
              </w:rPr>
            </w:pPr>
            <w:r>
              <w:rPr>
                <w:rFonts w:hint="eastAsia"/>
                <w:szCs w:val="18"/>
                <w:lang w:eastAsia="zh-CN"/>
              </w:rPr>
              <w:t>0</w:t>
            </w:r>
          </w:p>
        </w:tc>
      </w:tr>
      <w:tr w:rsidR="00C25B7D" w:rsidRPr="00E062F1" w14:paraId="0CBECB0E"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32F0C02"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1EEC947A" w14:textId="77777777" w:rsidR="00C25B7D" w:rsidRPr="00E062F1" w:rsidRDefault="00C25B7D" w:rsidP="00C25B7D">
            <w:pPr>
              <w:pStyle w:val="TAC"/>
            </w:pPr>
          </w:p>
        </w:tc>
        <w:tc>
          <w:tcPr>
            <w:tcW w:w="737" w:type="dxa"/>
            <w:tcBorders>
              <w:left w:val="single" w:sz="4" w:space="0" w:color="auto"/>
              <w:right w:val="single" w:sz="4" w:space="0" w:color="auto"/>
            </w:tcBorders>
          </w:tcPr>
          <w:p w14:paraId="7508C770" w14:textId="77777777" w:rsidR="00C25B7D" w:rsidRPr="00E062F1" w:rsidRDefault="00C25B7D" w:rsidP="00C25B7D">
            <w:pPr>
              <w:pStyle w:val="TAC"/>
            </w:pPr>
            <w:r w:rsidRPr="00E062F1">
              <w:rPr>
                <w:lang w:eastAsia="zh-CN"/>
              </w:rPr>
              <w:t>n257</w:t>
            </w:r>
          </w:p>
        </w:tc>
        <w:tc>
          <w:tcPr>
            <w:tcW w:w="671" w:type="dxa"/>
            <w:tcBorders>
              <w:top w:val="single" w:sz="4" w:space="0" w:color="auto"/>
              <w:left w:val="single" w:sz="4" w:space="0" w:color="auto"/>
              <w:bottom w:val="single" w:sz="4" w:space="0" w:color="auto"/>
              <w:right w:val="single" w:sz="4" w:space="0" w:color="auto"/>
            </w:tcBorders>
          </w:tcPr>
          <w:p w14:paraId="348EF0E5"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6ABC4F57"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53CA7C1"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12FC6737"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810631F"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27B79AAB"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9B55615"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CB433CD"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83426F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3C70C3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462BC4C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8293F12"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0165462C"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2541B50B" w14:textId="77777777" w:rsidR="00C25B7D" w:rsidRPr="00E062F1" w:rsidRDefault="00C25B7D" w:rsidP="00C25B7D">
            <w:pPr>
              <w:pStyle w:val="TAC"/>
              <w:rPr>
                <w:rFonts w:cs="Arial"/>
                <w:lang w:eastAsia="zh-CN"/>
              </w:rPr>
            </w:pPr>
            <w:r>
              <w:rPr>
                <w:rFonts w:cs="Arial"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64CB1D2B" w14:textId="77777777" w:rsidR="00C25B7D" w:rsidRPr="00E062F1" w:rsidRDefault="00C25B7D" w:rsidP="00C25B7D">
            <w:pPr>
              <w:pStyle w:val="TAC"/>
              <w:rPr>
                <w:rFonts w:cs="Arial"/>
                <w:lang w:eastAsia="zh-CN"/>
              </w:rPr>
            </w:pPr>
            <w:r>
              <w:rPr>
                <w:rFonts w:cs="Arial"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5F2AEC79" w14:textId="77777777" w:rsidR="00C25B7D" w:rsidRPr="00E062F1" w:rsidRDefault="00C25B7D" w:rsidP="00C25B7D">
            <w:pPr>
              <w:pStyle w:val="TAC"/>
              <w:rPr>
                <w:rFonts w:eastAsia="Yu Mincho"/>
                <w:szCs w:val="18"/>
              </w:rPr>
            </w:pPr>
          </w:p>
        </w:tc>
      </w:tr>
      <w:tr w:rsidR="00C25B7D" w:rsidRPr="00E062F1" w14:paraId="0B787D5B"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663C03AB" w14:textId="77777777" w:rsidR="00C25B7D" w:rsidRPr="00E062F1" w:rsidRDefault="00C25B7D" w:rsidP="00C25B7D">
            <w:pPr>
              <w:pStyle w:val="TAC"/>
            </w:pPr>
            <w:r w:rsidRPr="00E062F1">
              <w:t>CA_n</w:t>
            </w:r>
            <w:r w:rsidRPr="00E062F1">
              <w:rPr>
                <w:lang w:eastAsia="zh-CN"/>
              </w:rPr>
              <w:t>79</w:t>
            </w:r>
            <w:r w:rsidRPr="00E062F1">
              <w:t>A-n</w:t>
            </w:r>
            <w:r w:rsidRPr="00E062F1">
              <w:rPr>
                <w:lang w:eastAsia="zh-CN"/>
              </w:rPr>
              <w:t>257D</w:t>
            </w:r>
          </w:p>
        </w:tc>
        <w:tc>
          <w:tcPr>
            <w:tcW w:w="1232" w:type="dxa"/>
            <w:tcBorders>
              <w:left w:val="single" w:sz="4" w:space="0" w:color="auto"/>
              <w:bottom w:val="nil"/>
              <w:right w:val="single" w:sz="4" w:space="0" w:color="auto"/>
            </w:tcBorders>
            <w:shd w:val="clear" w:color="auto" w:fill="auto"/>
          </w:tcPr>
          <w:p w14:paraId="2765A112" w14:textId="77777777" w:rsidR="00C25B7D" w:rsidRPr="00E062F1" w:rsidRDefault="00C25B7D" w:rsidP="00C25B7D">
            <w:pPr>
              <w:pStyle w:val="TAC"/>
            </w:pPr>
            <w:r w:rsidRPr="00E062F1">
              <w:t>CA_n</w:t>
            </w:r>
            <w:r w:rsidRPr="00E062F1">
              <w:rPr>
                <w:lang w:eastAsia="zh-CN"/>
              </w:rPr>
              <w:t>79</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00E1033D" w14:textId="77777777" w:rsidR="00C25B7D" w:rsidRPr="00E062F1" w:rsidRDefault="00C25B7D" w:rsidP="00C25B7D">
            <w:pPr>
              <w:pStyle w:val="TAC"/>
              <w:rPr>
                <w:lang w:eastAsia="zh-CN"/>
              </w:rPr>
            </w:pPr>
            <w:r w:rsidRPr="00E062F1">
              <w:rPr>
                <w:lang w:eastAsia="zh-CN"/>
              </w:rPr>
              <w:t>n79</w:t>
            </w:r>
          </w:p>
        </w:tc>
        <w:tc>
          <w:tcPr>
            <w:tcW w:w="671" w:type="dxa"/>
            <w:tcBorders>
              <w:top w:val="single" w:sz="4" w:space="0" w:color="auto"/>
              <w:left w:val="single" w:sz="4" w:space="0" w:color="auto"/>
              <w:bottom w:val="single" w:sz="4" w:space="0" w:color="auto"/>
              <w:right w:val="single" w:sz="4" w:space="0" w:color="auto"/>
            </w:tcBorders>
          </w:tcPr>
          <w:p w14:paraId="3C429C00"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62678D54"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39A5CDD8"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28D6BAC0"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50C72513"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02E63521"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5490E3B1"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557BD9B0"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B5B245C"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28E94B8"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72EC32A1"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6A5F37E2"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1EFBA6F"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44D00C4A"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7C745629"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161A5696"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64F5374C"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286DBCC4"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14EF613B" w14:textId="77777777" w:rsidR="00C25B7D" w:rsidRPr="00E062F1" w:rsidRDefault="00C25B7D" w:rsidP="00C25B7D">
            <w:pPr>
              <w:pStyle w:val="TAC"/>
            </w:pPr>
          </w:p>
        </w:tc>
        <w:tc>
          <w:tcPr>
            <w:tcW w:w="737" w:type="dxa"/>
            <w:tcBorders>
              <w:left w:val="single" w:sz="4" w:space="0" w:color="auto"/>
              <w:right w:val="single" w:sz="4" w:space="0" w:color="auto"/>
            </w:tcBorders>
          </w:tcPr>
          <w:p w14:paraId="3E71C67C" w14:textId="77777777" w:rsidR="00C25B7D" w:rsidRPr="00E062F1" w:rsidRDefault="00C25B7D" w:rsidP="00C25B7D">
            <w:pPr>
              <w:pStyle w:val="TAC"/>
              <w:rPr>
                <w:lang w:eastAsia="zh-CN"/>
              </w:rPr>
            </w:pPr>
            <w:r w:rsidRPr="00E062F1">
              <w:rPr>
                <w:lang w:eastAsia="zh-CN"/>
              </w:rPr>
              <w:t>n25</w:t>
            </w:r>
            <w:r w:rsidRPr="00E062F1">
              <w:t>7</w:t>
            </w:r>
          </w:p>
        </w:tc>
        <w:tc>
          <w:tcPr>
            <w:tcW w:w="10073" w:type="dxa"/>
            <w:gridSpan w:val="18"/>
            <w:tcBorders>
              <w:top w:val="single" w:sz="4" w:space="0" w:color="auto"/>
              <w:left w:val="single" w:sz="4" w:space="0" w:color="auto"/>
              <w:bottom w:val="single" w:sz="4" w:space="0" w:color="auto"/>
              <w:right w:val="single" w:sz="4" w:space="0" w:color="auto"/>
            </w:tcBorders>
          </w:tcPr>
          <w:p w14:paraId="2DD869C6" w14:textId="450D8BBE" w:rsidR="00C25B7D" w:rsidRPr="00E062F1" w:rsidRDefault="00C25B7D" w:rsidP="00C25B7D">
            <w:pPr>
              <w:pStyle w:val="TAC"/>
              <w:rPr>
                <w:rFonts w:eastAsia="Yu Mincho"/>
                <w:szCs w:val="18"/>
              </w:rPr>
            </w:pPr>
            <w:r w:rsidRPr="00E062F1">
              <w:rPr>
                <w:rFonts w:cs="Arial"/>
                <w:lang w:eastAsia="ja-JP"/>
              </w:rPr>
              <w:t>CA_n257D</w:t>
            </w:r>
          </w:p>
        </w:tc>
        <w:tc>
          <w:tcPr>
            <w:tcW w:w="1345" w:type="dxa"/>
            <w:tcBorders>
              <w:top w:val="nil"/>
              <w:left w:val="single" w:sz="4" w:space="0" w:color="auto"/>
              <w:bottom w:val="single" w:sz="4" w:space="0" w:color="auto"/>
              <w:right w:val="single" w:sz="4" w:space="0" w:color="auto"/>
            </w:tcBorders>
            <w:shd w:val="clear" w:color="auto" w:fill="auto"/>
          </w:tcPr>
          <w:p w14:paraId="625EABE4" w14:textId="77777777" w:rsidR="00C25B7D" w:rsidRPr="00E062F1" w:rsidRDefault="00C25B7D" w:rsidP="00C25B7D">
            <w:pPr>
              <w:pStyle w:val="TAC"/>
              <w:rPr>
                <w:szCs w:val="18"/>
                <w:lang w:eastAsia="zh-CN"/>
              </w:rPr>
            </w:pPr>
          </w:p>
        </w:tc>
      </w:tr>
      <w:tr w:rsidR="00C25B7D" w:rsidRPr="00E062F1" w14:paraId="0DF30D09"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53433F01" w14:textId="77777777" w:rsidR="00C25B7D" w:rsidRPr="00E062F1" w:rsidRDefault="00C25B7D" w:rsidP="00C25B7D">
            <w:pPr>
              <w:pStyle w:val="TAC"/>
            </w:pPr>
            <w:r w:rsidRPr="00E062F1">
              <w:t>CA_n</w:t>
            </w:r>
            <w:r w:rsidRPr="00E062F1">
              <w:rPr>
                <w:lang w:eastAsia="zh-CN"/>
              </w:rPr>
              <w:t>79</w:t>
            </w:r>
            <w:r w:rsidRPr="00E062F1">
              <w:t>A-n</w:t>
            </w:r>
            <w:r w:rsidRPr="00E062F1">
              <w:rPr>
                <w:lang w:eastAsia="zh-CN"/>
              </w:rPr>
              <w:t>257E</w:t>
            </w:r>
          </w:p>
        </w:tc>
        <w:tc>
          <w:tcPr>
            <w:tcW w:w="1232" w:type="dxa"/>
            <w:tcBorders>
              <w:left w:val="single" w:sz="4" w:space="0" w:color="auto"/>
              <w:bottom w:val="nil"/>
              <w:right w:val="single" w:sz="4" w:space="0" w:color="auto"/>
            </w:tcBorders>
            <w:shd w:val="clear" w:color="auto" w:fill="auto"/>
          </w:tcPr>
          <w:p w14:paraId="55D4FD20" w14:textId="77777777" w:rsidR="00C25B7D" w:rsidRPr="00E062F1" w:rsidRDefault="00C25B7D" w:rsidP="00C25B7D">
            <w:pPr>
              <w:pStyle w:val="TAC"/>
            </w:pPr>
            <w:r w:rsidRPr="00E062F1">
              <w:t>CA_n</w:t>
            </w:r>
            <w:r w:rsidRPr="00E062F1">
              <w:rPr>
                <w:lang w:eastAsia="zh-CN"/>
              </w:rPr>
              <w:t>79</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66FFA6D0" w14:textId="77777777" w:rsidR="00C25B7D" w:rsidRPr="00E062F1" w:rsidRDefault="00C25B7D" w:rsidP="00C25B7D">
            <w:pPr>
              <w:pStyle w:val="TAC"/>
              <w:rPr>
                <w:lang w:eastAsia="zh-CN"/>
              </w:rPr>
            </w:pPr>
            <w:r w:rsidRPr="00E062F1">
              <w:rPr>
                <w:lang w:eastAsia="zh-CN"/>
              </w:rPr>
              <w:t>n79</w:t>
            </w:r>
          </w:p>
        </w:tc>
        <w:tc>
          <w:tcPr>
            <w:tcW w:w="671" w:type="dxa"/>
            <w:tcBorders>
              <w:top w:val="single" w:sz="4" w:space="0" w:color="auto"/>
              <w:left w:val="single" w:sz="4" w:space="0" w:color="auto"/>
              <w:bottom w:val="single" w:sz="4" w:space="0" w:color="auto"/>
              <w:right w:val="single" w:sz="4" w:space="0" w:color="auto"/>
            </w:tcBorders>
          </w:tcPr>
          <w:p w14:paraId="7DD6B1C5" w14:textId="77777777" w:rsidR="00C25B7D" w:rsidRPr="00E062F1" w:rsidRDefault="00C25B7D" w:rsidP="00C25B7D">
            <w:pPr>
              <w:pStyle w:val="TAC"/>
              <w:rPr>
                <w:rFonts w:cs="Arial"/>
                <w:lang w:eastAsia="zh-CN"/>
              </w:rPr>
            </w:pPr>
          </w:p>
        </w:tc>
        <w:tc>
          <w:tcPr>
            <w:tcW w:w="673" w:type="dxa"/>
            <w:tcBorders>
              <w:top w:val="single" w:sz="4" w:space="0" w:color="auto"/>
              <w:left w:val="single" w:sz="4" w:space="0" w:color="auto"/>
              <w:bottom w:val="single" w:sz="4" w:space="0" w:color="auto"/>
              <w:right w:val="single" w:sz="4" w:space="0" w:color="auto"/>
            </w:tcBorders>
          </w:tcPr>
          <w:p w14:paraId="306ECDF9"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25E0A998" w14:textId="77777777" w:rsidR="00C25B7D" w:rsidRPr="00E062F1" w:rsidRDefault="00C25B7D" w:rsidP="00C25B7D">
            <w:pPr>
              <w:pStyle w:val="TAC"/>
              <w:rPr>
                <w:rFonts w:cs="Arial"/>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6D6E16B" w14:textId="77777777" w:rsidR="00C25B7D" w:rsidRPr="00E062F1" w:rsidRDefault="00C25B7D" w:rsidP="00C25B7D">
            <w:pPr>
              <w:pStyle w:val="TAC"/>
              <w:rPr>
                <w:rFonts w:cs="Arial"/>
              </w:rPr>
            </w:pPr>
          </w:p>
        </w:tc>
        <w:tc>
          <w:tcPr>
            <w:tcW w:w="671" w:type="dxa"/>
            <w:tcBorders>
              <w:top w:val="single" w:sz="4" w:space="0" w:color="auto"/>
              <w:left w:val="single" w:sz="4" w:space="0" w:color="auto"/>
              <w:bottom w:val="single" w:sz="4" w:space="0" w:color="auto"/>
              <w:right w:val="single" w:sz="4" w:space="0" w:color="auto"/>
            </w:tcBorders>
          </w:tcPr>
          <w:p w14:paraId="6C929E5C" w14:textId="77777777" w:rsidR="00C25B7D" w:rsidRPr="00E062F1" w:rsidRDefault="00C25B7D" w:rsidP="00C25B7D">
            <w:pPr>
              <w:pStyle w:val="TAC"/>
              <w:rPr>
                <w:rFonts w:cs="Arial"/>
                <w:lang w:eastAsia="ja-JP"/>
              </w:rPr>
            </w:pPr>
          </w:p>
        </w:tc>
        <w:tc>
          <w:tcPr>
            <w:tcW w:w="671" w:type="dxa"/>
            <w:gridSpan w:val="2"/>
            <w:tcBorders>
              <w:top w:val="single" w:sz="4" w:space="0" w:color="auto"/>
              <w:left w:val="single" w:sz="4" w:space="0" w:color="auto"/>
              <w:bottom w:val="single" w:sz="4" w:space="0" w:color="auto"/>
              <w:right w:val="single" w:sz="4" w:space="0" w:color="auto"/>
            </w:tcBorders>
          </w:tcPr>
          <w:p w14:paraId="4FD21D1E" w14:textId="77777777" w:rsidR="00C25B7D" w:rsidRPr="00E062F1" w:rsidRDefault="00C25B7D" w:rsidP="00C25B7D">
            <w:pPr>
              <w:pStyle w:val="TAC"/>
              <w:rPr>
                <w:rFonts w:cs="Arial"/>
                <w:lang w:eastAsia="ja-JP"/>
              </w:rPr>
            </w:pPr>
          </w:p>
        </w:tc>
        <w:tc>
          <w:tcPr>
            <w:tcW w:w="671" w:type="dxa"/>
            <w:tcBorders>
              <w:top w:val="single" w:sz="4" w:space="0" w:color="auto"/>
              <w:left w:val="single" w:sz="4" w:space="0" w:color="auto"/>
              <w:bottom w:val="single" w:sz="4" w:space="0" w:color="auto"/>
              <w:right w:val="single" w:sz="4" w:space="0" w:color="auto"/>
            </w:tcBorders>
          </w:tcPr>
          <w:p w14:paraId="4AB3DEBD"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top w:val="single" w:sz="4" w:space="0" w:color="auto"/>
              <w:left w:val="single" w:sz="4" w:space="0" w:color="auto"/>
              <w:bottom w:val="single" w:sz="4" w:space="0" w:color="auto"/>
              <w:right w:val="single" w:sz="4" w:space="0" w:color="auto"/>
            </w:tcBorders>
          </w:tcPr>
          <w:p w14:paraId="7174E681"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CBBC7A5"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3AE6C442"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203DE1C" w14:textId="77777777" w:rsidR="00C25B7D" w:rsidRPr="005F427A" w:rsidRDefault="00C25B7D" w:rsidP="00C25B7D">
            <w:pPr>
              <w:pStyle w:val="TAC"/>
              <w:rPr>
                <w:rFonts w:eastAsiaTheme="minorEastAsia"/>
                <w:szCs w:val="18"/>
                <w:lang w:eastAsia="zh-CN"/>
              </w:rPr>
            </w:pPr>
            <w:r>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96CB29D"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A0CEDBA" w14:textId="77777777" w:rsidR="00C25B7D" w:rsidRPr="005F427A" w:rsidRDefault="00C25B7D" w:rsidP="00C25B7D">
            <w:pPr>
              <w:pStyle w:val="TAC"/>
              <w:rPr>
                <w:rFonts w:eastAsiaTheme="minorEastAsia"/>
                <w:szCs w:val="18"/>
                <w:lang w:eastAsia="zh-CN"/>
              </w:rPr>
            </w:pPr>
            <w:r>
              <w:rPr>
                <w:rFonts w:hint="eastAsia"/>
                <w:szCs w:val="18"/>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6D08D75A" w14:textId="77777777" w:rsidR="00C25B7D" w:rsidRPr="00E062F1" w:rsidRDefault="00C25B7D" w:rsidP="00C25B7D">
            <w:pPr>
              <w:pStyle w:val="TAC"/>
              <w:rPr>
                <w:rFonts w:eastAsia="Yu Mincho"/>
                <w:szCs w:val="18"/>
              </w:rPr>
            </w:pPr>
          </w:p>
        </w:tc>
        <w:tc>
          <w:tcPr>
            <w:tcW w:w="677" w:type="dxa"/>
            <w:tcBorders>
              <w:top w:val="single" w:sz="4" w:space="0" w:color="auto"/>
              <w:left w:val="single" w:sz="4" w:space="0" w:color="auto"/>
              <w:bottom w:val="single" w:sz="4" w:space="0" w:color="auto"/>
              <w:right w:val="single" w:sz="4" w:space="0" w:color="auto"/>
            </w:tcBorders>
          </w:tcPr>
          <w:p w14:paraId="073A8F49" w14:textId="77777777" w:rsidR="00C25B7D" w:rsidRPr="00E062F1" w:rsidRDefault="00C25B7D" w:rsidP="00C25B7D">
            <w:pPr>
              <w:pStyle w:val="TAC"/>
              <w:rPr>
                <w:rFonts w:eastAsia="Yu Mincho"/>
                <w:szCs w:val="18"/>
              </w:rPr>
            </w:pPr>
          </w:p>
        </w:tc>
        <w:tc>
          <w:tcPr>
            <w:tcW w:w="1345" w:type="dxa"/>
            <w:tcBorders>
              <w:left w:val="single" w:sz="4" w:space="0" w:color="auto"/>
              <w:bottom w:val="nil"/>
              <w:right w:val="single" w:sz="4" w:space="0" w:color="auto"/>
            </w:tcBorders>
            <w:shd w:val="clear" w:color="auto" w:fill="auto"/>
          </w:tcPr>
          <w:p w14:paraId="6C979319"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3215A723"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4047DBED"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1FCCDBC8" w14:textId="77777777" w:rsidR="00C25B7D" w:rsidRPr="00E062F1" w:rsidRDefault="00C25B7D" w:rsidP="00C25B7D">
            <w:pPr>
              <w:pStyle w:val="TAC"/>
            </w:pPr>
          </w:p>
        </w:tc>
        <w:tc>
          <w:tcPr>
            <w:tcW w:w="737" w:type="dxa"/>
            <w:tcBorders>
              <w:left w:val="single" w:sz="4" w:space="0" w:color="auto"/>
              <w:right w:val="single" w:sz="4" w:space="0" w:color="auto"/>
            </w:tcBorders>
          </w:tcPr>
          <w:p w14:paraId="1118427A" w14:textId="77777777" w:rsidR="00C25B7D" w:rsidRPr="00E062F1" w:rsidRDefault="00C25B7D" w:rsidP="00C25B7D">
            <w:pPr>
              <w:pStyle w:val="TAC"/>
              <w:rPr>
                <w:lang w:eastAsia="zh-CN"/>
              </w:rPr>
            </w:pPr>
            <w:r w:rsidRPr="00E062F1">
              <w:rPr>
                <w:lang w:eastAsia="zh-CN"/>
              </w:rPr>
              <w:t>n257</w:t>
            </w:r>
          </w:p>
        </w:tc>
        <w:tc>
          <w:tcPr>
            <w:tcW w:w="10073" w:type="dxa"/>
            <w:gridSpan w:val="18"/>
            <w:tcBorders>
              <w:top w:val="single" w:sz="4" w:space="0" w:color="auto"/>
              <w:left w:val="single" w:sz="4" w:space="0" w:color="auto"/>
              <w:bottom w:val="single" w:sz="4" w:space="0" w:color="auto"/>
              <w:right w:val="single" w:sz="4" w:space="0" w:color="auto"/>
            </w:tcBorders>
          </w:tcPr>
          <w:p w14:paraId="6ABB0C59" w14:textId="203C64F4" w:rsidR="00C25B7D" w:rsidRPr="00E062F1" w:rsidRDefault="00C25B7D" w:rsidP="00C25B7D">
            <w:pPr>
              <w:pStyle w:val="TAC"/>
              <w:rPr>
                <w:rFonts w:eastAsia="Yu Mincho"/>
                <w:szCs w:val="18"/>
              </w:rPr>
            </w:pPr>
            <w:r w:rsidRPr="00E062F1">
              <w:rPr>
                <w:rFonts w:cs="Arial"/>
                <w:lang w:eastAsia="ja-JP"/>
              </w:rPr>
              <w:t>CA_n257E</w:t>
            </w:r>
          </w:p>
        </w:tc>
        <w:tc>
          <w:tcPr>
            <w:tcW w:w="1345" w:type="dxa"/>
            <w:tcBorders>
              <w:top w:val="nil"/>
              <w:left w:val="single" w:sz="4" w:space="0" w:color="auto"/>
              <w:bottom w:val="single" w:sz="4" w:space="0" w:color="auto"/>
              <w:right w:val="single" w:sz="4" w:space="0" w:color="auto"/>
            </w:tcBorders>
            <w:shd w:val="clear" w:color="auto" w:fill="auto"/>
          </w:tcPr>
          <w:p w14:paraId="24D59DDB" w14:textId="77777777" w:rsidR="00C25B7D" w:rsidRPr="00E062F1" w:rsidRDefault="00C25B7D" w:rsidP="00C25B7D">
            <w:pPr>
              <w:pStyle w:val="TAC"/>
              <w:rPr>
                <w:szCs w:val="18"/>
                <w:lang w:eastAsia="zh-CN"/>
              </w:rPr>
            </w:pPr>
          </w:p>
        </w:tc>
      </w:tr>
      <w:tr w:rsidR="00C25B7D" w:rsidRPr="00E062F1" w14:paraId="5260DDB9"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14B4D337" w14:textId="77777777" w:rsidR="00C25B7D" w:rsidRPr="00E062F1" w:rsidRDefault="00C25B7D" w:rsidP="00C25B7D">
            <w:pPr>
              <w:pStyle w:val="TAC"/>
            </w:pPr>
            <w:r w:rsidRPr="00E062F1">
              <w:t>CA_n</w:t>
            </w:r>
            <w:r w:rsidRPr="00E062F1">
              <w:rPr>
                <w:lang w:eastAsia="zh-CN"/>
              </w:rPr>
              <w:t>79</w:t>
            </w:r>
            <w:r w:rsidRPr="00E062F1">
              <w:t>A-n</w:t>
            </w:r>
            <w:r w:rsidRPr="00E062F1">
              <w:rPr>
                <w:lang w:eastAsia="zh-CN"/>
              </w:rPr>
              <w:t>257F</w:t>
            </w:r>
          </w:p>
        </w:tc>
        <w:tc>
          <w:tcPr>
            <w:tcW w:w="1232" w:type="dxa"/>
            <w:tcBorders>
              <w:left w:val="single" w:sz="4" w:space="0" w:color="auto"/>
              <w:bottom w:val="nil"/>
              <w:right w:val="single" w:sz="4" w:space="0" w:color="auto"/>
            </w:tcBorders>
            <w:shd w:val="clear" w:color="auto" w:fill="auto"/>
          </w:tcPr>
          <w:p w14:paraId="78179216" w14:textId="77777777" w:rsidR="00C25B7D" w:rsidRPr="00E062F1" w:rsidRDefault="00C25B7D" w:rsidP="00C25B7D">
            <w:pPr>
              <w:pStyle w:val="TAC"/>
              <w:rPr>
                <w:rFonts w:cs="Arial"/>
                <w:lang w:eastAsia="zh-CN"/>
              </w:rPr>
            </w:pPr>
            <w:r w:rsidRPr="00E062F1">
              <w:t>CA_n</w:t>
            </w:r>
            <w:r w:rsidRPr="00E062F1">
              <w:rPr>
                <w:lang w:eastAsia="zh-CN"/>
              </w:rPr>
              <w:t>79</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3B4C3D2B" w14:textId="77777777" w:rsidR="00C25B7D" w:rsidRPr="00E062F1" w:rsidRDefault="00C25B7D" w:rsidP="00C25B7D">
            <w:pPr>
              <w:pStyle w:val="TAC"/>
              <w:rPr>
                <w:rFonts w:eastAsia="Yu Mincho"/>
              </w:rPr>
            </w:pPr>
            <w:r w:rsidRPr="00E062F1">
              <w:rPr>
                <w:lang w:eastAsia="zh-CN"/>
              </w:rPr>
              <w:t>n79</w:t>
            </w:r>
          </w:p>
        </w:tc>
        <w:tc>
          <w:tcPr>
            <w:tcW w:w="671" w:type="dxa"/>
            <w:tcBorders>
              <w:left w:val="single" w:sz="4" w:space="0" w:color="auto"/>
              <w:right w:val="single" w:sz="4" w:space="0" w:color="auto"/>
            </w:tcBorders>
          </w:tcPr>
          <w:p w14:paraId="29D9DC86" w14:textId="77777777" w:rsidR="00C25B7D" w:rsidRPr="00E062F1" w:rsidRDefault="00C25B7D" w:rsidP="00C25B7D">
            <w:pPr>
              <w:pStyle w:val="TAC"/>
              <w:rPr>
                <w:rFonts w:cs="Arial"/>
                <w:lang w:eastAsia="ja-JP"/>
              </w:rPr>
            </w:pPr>
          </w:p>
        </w:tc>
        <w:tc>
          <w:tcPr>
            <w:tcW w:w="673" w:type="dxa"/>
            <w:tcBorders>
              <w:left w:val="single" w:sz="4" w:space="0" w:color="auto"/>
              <w:right w:val="single" w:sz="4" w:space="0" w:color="auto"/>
            </w:tcBorders>
          </w:tcPr>
          <w:p w14:paraId="25EDC0BF" w14:textId="77777777" w:rsidR="00C25B7D" w:rsidRPr="00E062F1" w:rsidRDefault="00C25B7D" w:rsidP="00C25B7D">
            <w:pPr>
              <w:pStyle w:val="TAC"/>
              <w:rPr>
                <w:rFonts w:cs="Arial"/>
                <w:lang w:eastAsia="ja-JP"/>
              </w:rPr>
            </w:pPr>
          </w:p>
        </w:tc>
        <w:tc>
          <w:tcPr>
            <w:tcW w:w="671" w:type="dxa"/>
            <w:tcBorders>
              <w:left w:val="single" w:sz="4" w:space="0" w:color="auto"/>
              <w:right w:val="single" w:sz="4" w:space="0" w:color="auto"/>
            </w:tcBorders>
          </w:tcPr>
          <w:p w14:paraId="2D081E7A" w14:textId="77777777" w:rsidR="00C25B7D" w:rsidRPr="00E062F1" w:rsidRDefault="00C25B7D" w:rsidP="00C25B7D">
            <w:pPr>
              <w:pStyle w:val="TAC"/>
              <w:rPr>
                <w:rFonts w:cs="Arial"/>
                <w:lang w:eastAsia="ja-JP"/>
              </w:rPr>
            </w:pPr>
          </w:p>
        </w:tc>
        <w:tc>
          <w:tcPr>
            <w:tcW w:w="671" w:type="dxa"/>
            <w:gridSpan w:val="2"/>
            <w:tcBorders>
              <w:left w:val="single" w:sz="4" w:space="0" w:color="auto"/>
              <w:right w:val="single" w:sz="4" w:space="0" w:color="auto"/>
            </w:tcBorders>
          </w:tcPr>
          <w:p w14:paraId="2B8605EA" w14:textId="77777777" w:rsidR="00C25B7D" w:rsidRPr="00E062F1" w:rsidRDefault="00C25B7D" w:rsidP="00C25B7D">
            <w:pPr>
              <w:pStyle w:val="TAC"/>
              <w:rPr>
                <w:rFonts w:cs="Arial"/>
                <w:lang w:eastAsia="ja-JP"/>
              </w:rPr>
            </w:pPr>
          </w:p>
        </w:tc>
        <w:tc>
          <w:tcPr>
            <w:tcW w:w="671" w:type="dxa"/>
            <w:tcBorders>
              <w:left w:val="single" w:sz="4" w:space="0" w:color="auto"/>
              <w:right w:val="single" w:sz="4" w:space="0" w:color="auto"/>
            </w:tcBorders>
          </w:tcPr>
          <w:p w14:paraId="4F9DA272" w14:textId="77777777" w:rsidR="00C25B7D" w:rsidRPr="00E062F1" w:rsidRDefault="00C25B7D" w:rsidP="00C25B7D">
            <w:pPr>
              <w:pStyle w:val="TAC"/>
              <w:rPr>
                <w:rFonts w:cs="Arial"/>
                <w:lang w:eastAsia="ja-JP"/>
              </w:rPr>
            </w:pPr>
          </w:p>
        </w:tc>
        <w:tc>
          <w:tcPr>
            <w:tcW w:w="671" w:type="dxa"/>
            <w:gridSpan w:val="2"/>
            <w:tcBorders>
              <w:left w:val="single" w:sz="4" w:space="0" w:color="auto"/>
              <w:right w:val="single" w:sz="4" w:space="0" w:color="auto"/>
            </w:tcBorders>
          </w:tcPr>
          <w:p w14:paraId="6D6DD158" w14:textId="77777777" w:rsidR="00C25B7D" w:rsidRPr="00E062F1" w:rsidRDefault="00C25B7D" w:rsidP="00C25B7D">
            <w:pPr>
              <w:pStyle w:val="TAC"/>
              <w:rPr>
                <w:rFonts w:cs="Arial"/>
                <w:lang w:eastAsia="ja-JP"/>
              </w:rPr>
            </w:pPr>
          </w:p>
        </w:tc>
        <w:tc>
          <w:tcPr>
            <w:tcW w:w="671" w:type="dxa"/>
            <w:tcBorders>
              <w:left w:val="single" w:sz="4" w:space="0" w:color="auto"/>
              <w:right w:val="single" w:sz="4" w:space="0" w:color="auto"/>
            </w:tcBorders>
          </w:tcPr>
          <w:p w14:paraId="29050652"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left w:val="single" w:sz="4" w:space="0" w:color="auto"/>
              <w:right w:val="single" w:sz="4" w:space="0" w:color="auto"/>
            </w:tcBorders>
          </w:tcPr>
          <w:p w14:paraId="40D03A40"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left w:val="single" w:sz="4" w:space="0" w:color="auto"/>
              <w:right w:val="single" w:sz="4" w:space="0" w:color="auto"/>
            </w:tcBorders>
          </w:tcPr>
          <w:p w14:paraId="0F578783"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left w:val="single" w:sz="4" w:space="0" w:color="auto"/>
              <w:right w:val="single" w:sz="4" w:space="0" w:color="auto"/>
            </w:tcBorders>
          </w:tcPr>
          <w:p w14:paraId="2BF67366" w14:textId="77777777" w:rsidR="00C25B7D" w:rsidRPr="00E062F1" w:rsidRDefault="00C25B7D" w:rsidP="00C25B7D">
            <w:pPr>
              <w:pStyle w:val="TAC"/>
              <w:rPr>
                <w:rFonts w:cs="Arial"/>
                <w:lang w:eastAsia="ja-JP"/>
              </w:rPr>
            </w:pPr>
          </w:p>
        </w:tc>
        <w:tc>
          <w:tcPr>
            <w:tcW w:w="671" w:type="dxa"/>
            <w:tcBorders>
              <w:left w:val="single" w:sz="4" w:space="0" w:color="auto"/>
              <w:right w:val="single" w:sz="4" w:space="0" w:color="auto"/>
            </w:tcBorders>
          </w:tcPr>
          <w:p w14:paraId="28B5DC7C"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left w:val="single" w:sz="4" w:space="0" w:color="auto"/>
              <w:right w:val="single" w:sz="4" w:space="0" w:color="auto"/>
            </w:tcBorders>
          </w:tcPr>
          <w:p w14:paraId="63D83F03" w14:textId="77777777" w:rsidR="00C25B7D" w:rsidRPr="00E062F1" w:rsidRDefault="00C25B7D" w:rsidP="00C25B7D">
            <w:pPr>
              <w:pStyle w:val="TAC"/>
              <w:rPr>
                <w:rFonts w:cs="Arial"/>
                <w:lang w:eastAsia="ja-JP"/>
              </w:rPr>
            </w:pPr>
          </w:p>
        </w:tc>
        <w:tc>
          <w:tcPr>
            <w:tcW w:w="671" w:type="dxa"/>
            <w:tcBorders>
              <w:left w:val="single" w:sz="4" w:space="0" w:color="auto"/>
              <w:right w:val="single" w:sz="4" w:space="0" w:color="auto"/>
            </w:tcBorders>
          </w:tcPr>
          <w:p w14:paraId="79F6383E"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left w:val="single" w:sz="4" w:space="0" w:color="auto"/>
              <w:right w:val="single" w:sz="4" w:space="0" w:color="auto"/>
            </w:tcBorders>
          </w:tcPr>
          <w:p w14:paraId="75D8A0C6" w14:textId="77777777" w:rsidR="00C25B7D" w:rsidRPr="00E062F1" w:rsidRDefault="00C25B7D" w:rsidP="00C25B7D">
            <w:pPr>
              <w:pStyle w:val="TAC"/>
              <w:rPr>
                <w:rFonts w:cs="Arial"/>
                <w:lang w:eastAsia="ja-JP"/>
              </w:rPr>
            </w:pPr>
          </w:p>
        </w:tc>
        <w:tc>
          <w:tcPr>
            <w:tcW w:w="677" w:type="dxa"/>
            <w:tcBorders>
              <w:left w:val="single" w:sz="4" w:space="0" w:color="auto"/>
              <w:right w:val="single" w:sz="4" w:space="0" w:color="auto"/>
            </w:tcBorders>
          </w:tcPr>
          <w:p w14:paraId="129CCEAF" w14:textId="77777777" w:rsidR="00C25B7D" w:rsidRPr="00E062F1" w:rsidRDefault="00C25B7D" w:rsidP="00C25B7D">
            <w:pPr>
              <w:pStyle w:val="TAC"/>
              <w:rPr>
                <w:rFonts w:cs="Arial"/>
                <w:lang w:eastAsia="ja-JP"/>
              </w:rPr>
            </w:pPr>
          </w:p>
        </w:tc>
        <w:tc>
          <w:tcPr>
            <w:tcW w:w="1345" w:type="dxa"/>
            <w:tcBorders>
              <w:left w:val="single" w:sz="4" w:space="0" w:color="auto"/>
              <w:bottom w:val="nil"/>
              <w:right w:val="single" w:sz="4" w:space="0" w:color="auto"/>
            </w:tcBorders>
            <w:shd w:val="clear" w:color="auto" w:fill="auto"/>
          </w:tcPr>
          <w:p w14:paraId="24B1C1B4"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0C1C07DC"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926D90C"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12618F35" w14:textId="77777777" w:rsidR="00C25B7D" w:rsidRPr="00E062F1" w:rsidRDefault="00C25B7D" w:rsidP="00C25B7D">
            <w:pPr>
              <w:pStyle w:val="TAC"/>
              <w:rPr>
                <w:rFonts w:cs="Arial"/>
                <w:lang w:eastAsia="zh-CN"/>
              </w:rPr>
            </w:pPr>
          </w:p>
        </w:tc>
        <w:tc>
          <w:tcPr>
            <w:tcW w:w="737" w:type="dxa"/>
            <w:tcBorders>
              <w:left w:val="single" w:sz="4" w:space="0" w:color="auto"/>
              <w:right w:val="single" w:sz="4" w:space="0" w:color="auto"/>
            </w:tcBorders>
          </w:tcPr>
          <w:p w14:paraId="43BFA2AB" w14:textId="77777777" w:rsidR="00C25B7D" w:rsidRPr="00E062F1" w:rsidRDefault="00C25B7D" w:rsidP="00C25B7D">
            <w:pPr>
              <w:pStyle w:val="TAC"/>
              <w:rPr>
                <w:rFonts w:eastAsia="Yu Mincho"/>
              </w:rPr>
            </w:pPr>
            <w:r w:rsidRPr="00E062F1">
              <w:rPr>
                <w:lang w:eastAsia="zh-CN"/>
              </w:rPr>
              <w:t>n257</w:t>
            </w:r>
          </w:p>
        </w:tc>
        <w:tc>
          <w:tcPr>
            <w:tcW w:w="10073" w:type="dxa"/>
            <w:gridSpan w:val="18"/>
            <w:tcBorders>
              <w:left w:val="single" w:sz="4" w:space="0" w:color="auto"/>
              <w:right w:val="single" w:sz="4" w:space="0" w:color="auto"/>
            </w:tcBorders>
          </w:tcPr>
          <w:p w14:paraId="29D05FBA" w14:textId="51ABCC9D" w:rsidR="00C25B7D" w:rsidRPr="00E062F1" w:rsidRDefault="00C25B7D" w:rsidP="00C25B7D">
            <w:pPr>
              <w:pStyle w:val="TAC"/>
              <w:rPr>
                <w:rFonts w:cs="Arial"/>
                <w:lang w:eastAsia="ja-JP"/>
              </w:rPr>
            </w:pPr>
            <w:r w:rsidRPr="00E062F1">
              <w:rPr>
                <w:rFonts w:cs="Arial"/>
                <w:lang w:eastAsia="ja-JP"/>
              </w:rPr>
              <w:t>CA_n257</w:t>
            </w:r>
            <w:r w:rsidRPr="00E062F1">
              <w:rPr>
                <w:rFonts w:cs="Arial"/>
                <w:lang w:eastAsia="zh-CN"/>
              </w:rPr>
              <w:t>F</w:t>
            </w:r>
          </w:p>
        </w:tc>
        <w:tc>
          <w:tcPr>
            <w:tcW w:w="1345" w:type="dxa"/>
            <w:tcBorders>
              <w:top w:val="nil"/>
              <w:left w:val="single" w:sz="4" w:space="0" w:color="auto"/>
              <w:bottom w:val="single" w:sz="4" w:space="0" w:color="auto"/>
              <w:right w:val="single" w:sz="4" w:space="0" w:color="auto"/>
            </w:tcBorders>
            <w:shd w:val="clear" w:color="auto" w:fill="auto"/>
          </w:tcPr>
          <w:p w14:paraId="39F521BC" w14:textId="77777777" w:rsidR="00C25B7D" w:rsidRPr="00E062F1" w:rsidRDefault="00C25B7D" w:rsidP="00C25B7D">
            <w:pPr>
              <w:pStyle w:val="TAC"/>
              <w:rPr>
                <w:szCs w:val="18"/>
                <w:lang w:eastAsia="zh-CN"/>
              </w:rPr>
            </w:pPr>
          </w:p>
        </w:tc>
      </w:tr>
      <w:tr w:rsidR="00C25B7D" w:rsidRPr="00E062F1" w14:paraId="3AC577A0"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6AF6C60F" w14:textId="77777777" w:rsidR="00C25B7D" w:rsidRPr="00E062F1" w:rsidRDefault="00C25B7D" w:rsidP="00C25B7D">
            <w:pPr>
              <w:pStyle w:val="TAC"/>
            </w:pPr>
            <w:r w:rsidRPr="00E062F1">
              <w:t>CA_n</w:t>
            </w:r>
            <w:r w:rsidRPr="00E062F1">
              <w:rPr>
                <w:lang w:eastAsia="zh-CN"/>
              </w:rPr>
              <w:t>79</w:t>
            </w:r>
            <w:r w:rsidRPr="00E062F1">
              <w:t>A-n</w:t>
            </w:r>
            <w:r w:rsidRPr="00E062F1">
              <w:rPr>
                <w:lang w:eastAsia="zh-CN"/>
              </w:rPr>
              <w:t>257G</w:t>
            </w:r>
          </w:p>
        </w:tc>
        <w:tc>
          <w:tcPr>
            <w:tcW w:w="1232" w:type="dxa"/>
            <w:tcBorders>
              <w:left w:val="single" w:sz="4" w:space="0" w:color="auto"/>
              <w:bottom w:val="nil"/>
              <w:right w:val="single" w:sz="4" w:space="0" w:color="auto"/>
            </w:tcBorders>
            <w:shd w:val="clear" w:color="auto" w:fill="auto"/>
          </w:tcPr>
          <w:p w14:paraId="18191501" w14:textId="77777777" w:rsidR="00C25B7D" w:rsidRPr="00E062F1" w:rsidRDefault="00C25B7D" w:rsidP="00C25B7D">
            <w:pPr>
              <w:pStyle w:val="TAC"/>
              <w:rPr>
                <w:rFonts w:cs="Arial"/>
                <w:lang w:eastAsia="zh-CN"/>
              </w:rPr>
            </w:pPr>
            <w:r w:rsidRPr="00E062F1">
              <w:rPr>
                <w:rFonts w:cs="Arial"/>
                <w:lang w:eastAsia="zh-CN"/>
              </w:rPr>
              <w:t>CA_n257G</w:t>
            </w:r>
          </w:p>
          <w:p w14:paraId="15477C0A" w14:textId="77777777" w:rsidR="00C25B7D" w:rsidRPr="00E062F1" w:rsidRDefault="00C25B7D" w:rsidP="00C25B7D">
            <w:pPr>
              <w:pStyle w:val="TAC"/>
              <w:rPr>
                <w:rFonts w:cs="Arial"/>
                <w:lang w:eastAsia="zh-CN"/>
              </w:rPr>
            </w:pPr>
            <w:r w:rsidRPr="00E062F1">
              <w:t>CA_n</w:t>
            </w:r>
            <w:r w:rsidRPr="00E062F1">
              <w:rPr>
                <w:lang w:eastAsia="zh-CN"/>
              </w:rPr>
              <w:t>79</w:t>
            </w:r>
            <w:r w:rsidRPr="00E062F1">
              <w:t>A-n</w:t>
            </w:r>
            <w:r w:rsidRPr="00E062F1">
              <w:rPr>
                <w:lang w:eastAsia="zh-CN"/>
              </w:rPr>
              <w:t>257</w:t>
            </w:r>
            <w:r w:rsidRPr="00E062F1">
              <w:t>A</w:t>
            </w:r>
            <w:r w:rsidRPr="00E062F1">
              <w:rPr>
                <w:lang w:eastAsia="zh-CN"/>
              </w:rPr>
              <w:t xml:space="preserve">, </w:t>
            </w:r>
            <w:r w:rsidRPr="00E062F1">
              <w:t>CA_n</w:t>
            </w:r>
            <w:r w:rsidRPr="00E062F1">
              <w:rPr>
                <w:lang w:eastAsia="zh-CN"/>
              </w:rPr>
              <w:t>79</w:t>
            </w:r>
            <w:r w:rsidRPr="00E062F1">
              <w:t>A-n</w:t>
            </w:r>
            <w:r w:rsidRPr="00E062F1">
              <w:rPr>
                <w:lang w:eastAsia="zh-CN"/>
              </w:rPr>
              <w:t>257G</w:t>
            </w:r>
          </w:p>
        </w:tc>
        <w:tc>
          <w:tcPr>
            <w:tcW w:w="737" w:type="dxa"/>
            <w:tcBorders>
              <w:left w:val="single" w:sz="4" w:space="0" w:color="auto"/>
              <w:right w:val="single" w:sz="4" w:space="0" w:color="auto"/>
            </w:tcBorders>
          </w:tcPr>
          <w:p w14:paraId="726E59B5" w14:textId="77777777" w:rsidR="00C25B7D" w:rsidRPr="00E062F1" w:rsidRDefault="00C25B7D" w:rsidP="00C25B7D">
            <w:pPr>
              <w:pStyle w:val="TAC"/>
              <w:rPr>
                <w:rFonts w:eastAsia="Yu Mincho"/>
              </w:rPr>
            </w:pPr>
            <w:r w:rsidRPr="00E062F1">
              <w:rPr>
                <w:rFonts w:eastAsia="Yu Mincho"/>
              </w:rPr>
              <w:t>n7</w:t>
            </w:r>
            <w:r w:rsidRPr="00E062F1">
              <w:rPr>
                <w:lang w:eastAsia="zh-CN"/>
              </w:rPr>
              <w:t>9</w:t>
            </w:r>
          </w:p>
        </w:tc>
        <w:tc>
          <w:tcPr>
            <w:tcW w:w="671" w:type="dxa"/>
            <w:tcBorders>
              <w:left w:val="single" w:sz="4" w:space="0" w:color="auto"/>
              <w:right w:val="single" w:sz="4" w:space="0" w:color="auto"/>
            </w:tcBorders>
          </w:tcPr>
          <w:p w14:paraId="20849D1F" w14:textId="77777777" w:rsidR="00C25B7D" w:rsidRPr="00E062F1" w:rsidRDefault="00C25B7D" w:rsidP="00C25B7D">
            <w:pPr>
              <w:pStyle w:val="TAC"/>
              <w:rPr>
                <w:rFonts w:cs="Arial"/>
                <w:lang w:eastAsia="ja-JP"/>
              </w:rPr>
            </w:pPr>
          </w:p>
        </w:tc>
        <w:tc>
          <w:tcPr>
            <w:tcW w:w="673" w:type="dxa"/>
            <w:tcBorders>
              <w:left w:val="single" w:sz="4" w:space="0" w:color="auto"/>
              <w:right w:val="single" w:sz="4" w:space="0" w:color="auto"/>
            </w:tcBorders>
          </w:tcPr>
          <w:p w14:paraId="1A8C6F01" w14:textId="77777777" w:rsidR="00C25B7D" w:rsidRPr="00E062F1" w:rsidRDefault="00C25B7D" w:rsidP="00C25B7D">
            <w:pPr>
              <w:pStyle w:val="TAC"/>
              <w:rPr>
                <w:rFonts w:cs="Arial"/>
                <w:lang w:eastAsia="ja-JP"/>
              </w:rPr>
            </w:pPr>
          </w:p>
        </w:tc>
        <w:tc>
          <w:tcPr>
            <w:tcW w:w="671" w:type="dxa"/>
            <w:tcBorders>
              <w:left w:val="single" w:sz="4" w:space="0" w:color="auto"/>
              <w:right w:val="single" w:sz="4" w:space="0" w:color="auto"/>
            </w:tcBorders>
          </w:tcPr>
          <w:p w14:paraId="188B2A72" w14:textId="77777777" w:rsidR="00C25B7D" w:rsidRPr="00E062F1" w:rsidRDefault="00C25B7D" w:rsidP="00C25B7D">
            <w:pPr>
              <w:pStyle w:val="TAC"/>
              <w:rPr>
                <w:rFonts w:cs="Arial"/>
                <w:lang w:eastAsia="ja-JP"/>
              </w:rPr>
            </w:pPr>
          </w:p>
        </w:tc>
        <w:tc>
          <w:tcPr>
            <w:tcW w:w="671" w:type="dxa"/>
            <w:gridSpan w:val="2"/>
            <w:tcBorders>
              <w:left w:val="single" w:sz="4" w:space="0" w:color="auto"/>
              <w:right w:val="single" w:sz="4" w:space="0" w:color="auto"/>
            </w:tcBorders>
          </w:tcPr>
          <w:p w14:paraId="2DE809EB" w14:textId="77777777" w:rsidR="00C25B7D" w:rsidRPr="00E062F1" w:rsidRDefault="00C25B7D" w:rsidP="00C25B7D">
            <w:pPr>
              <w:pStyle w:val="TAC"/>
              <w:rPr>
                <w:rFonts w:cs="Arial"/>
                <w:lang w:eastAsia="ja-JP"/>
              </w:rPr>
            </w:pPr>
          </w:p>
        </w:tc>
        <w:tc>
          <w:tcPr>
            <w:tcW w:w="671" w:type="dxa"/>
            <w:tcBorders>
              <w:left w:val="single" w:sz="4" w:space="0" w:color="auto"/>
              <w:right w:val="single" w:sz="4" w:space="0" w:color="auto"/>
            </w:tcBorders>
          </w:tcPr>
          <w:p w14:paraId="39D1402F" w14:textId="77777777" w:rsidR="00C25B7D" w:rsidRPr="00E062F1" w:rsidRDefault="00C25B7D" w:rsidP="00C25B7D">
            <w:pPr>
              <w:pStyle w:val="TAC"/>
              <w:rPr>
                <w:rFonts w:cs="Arial"/>
                <w:lang w:eastAsia="ja-JP"/>
              </w:rPr>
            </w:pPr>
          </w:p>
        </w:tc>
        <w:tc>
          <w:tcPr>
            <w:tcW w:w="671" w:type="dxa"/>
            <w:gridSpan w:val="2"/>
            <w:tcBorders>
              <w:left w:val="single" w:sz="4" w:space="0" w:color="auto"/>
              <w:right w:val="single" w:sz="4" w:space="0" w:color="auto"/>
            </w:tcBorders>
          </w:tcPr>
          <w:p w14:paraId="2B980D50" w14:textId="77777777" w:rsidR="00C25B7D" w:rsidRPr="00E062F1" w:rsidRDefault="00C25B7D" w:rsidP="00C25B7D">
            <w:pPr>
              <w:pStyle w:val="TAC"/>
              <w:rPr>
                <w:rFonts w:cs="Arial"/>
                <w:lang w:eastAsia="ja-JP"/>
              </w:rPr>
            </w:pPr>
          </w:p>
        </w:tc>
        <w:tc>
          <w:tcPr>
            <w:tcW w:w="671" w:type="dxa"/>
            <w:tcBorders>
              <w:left w:val="single" w:sz="4" w:space="0" w:color="auto"/>
              <w:right w:val="single" w:sz="4" w:space="0" w:color="auto"/>
            </w:tcBorders>
          </w:tcPr>
          <w:p w14:paraId="03437F6C"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left w:val="single" w:sz="4" w:space="0" w:color="auto"/>
              <w:right w:val="single" w:sz="4" w:space="0" w:color="auto"/>
            </w:tcBorders>
          </w:tcPr>
          <w:p w14:paraId="4F7BFF0A"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left w:val="single" w:sz="4" w:space="0" w:color="auto"/>
              <w:right w:val="single" w:sz="4" w:space="0" w:color="auto"/>
            </w:tcBorders>
          </w:tcPr>
          <w:p w14:paraId="62F4144D"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left w:val="single" w:sz="4" w:space="0" w:color="auto"/>
              <w:right w:val="single" w:sz="4" w:space="0" w:color="auto"/>
            </w:tcBorders>
          </w:tcPr>
          <w:p w14:paraId="48BBAD82" w14:textId="77777777" w:rsidR="00C25B7D" w:rsidRPr="00E062F1" w:rsidRDefault="00C25B7D" w:rsidP="00C25B7D">
            <w:pPr>
              <w:pStyle w:val="TAC"/>
              <w:rPr>
                <w:rFonts w:cs="Arial"/>
                <w:lang w:eastAsia="ja-JP"/>
              </w:rPr>
            </w:pPr>
          </w:p>
        </w:tc>
        <w:tc>
          <w:tcPr>
            <w:tcW w:w="671" w:type="dxa"/>
            <w:tcBorders>
              <w:left w:val="single" w:sz="4" w:space="0" w:color="auto"/>
              <w:right w:val="single" w:sz="4" w:space="0" w:color="auto"/>
            </w:tcBorders>
          </w:tcPr>
          <w:p w14:paraId="62FC1E67"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left w:val="single" w:sz="4" w:space="0" w:color="auto"/>
              <w:right w:val="single" w:sz="4" w:space="0" w:color="auto"/>
            </w:tcBorders>
          </w:tcPr>
          <w:p w14:paraId="7D274EE0" w14:textId="77777777" w:rsidR="00C25B7D" w:rsidRPr="00E062F1" w:rsidRDefault="00C25B7D" w:rsidP="00C25B7D">
            <w:pPr>
              <w:pStyle w:val="TAC"/>
              <w:rPr>
                <w:rFonts w:cs="Arial"/>
                <w:lang w:eastAsia="ja-JP"/>
              </w:rPr>
            </w:pPr>
          </w:p>
        </w:tc>
        <w:tc>
          <w:tcPr>
            <w:tcW w:w="671" w:type="dxa"/>
            <w:tcBorders>
              <w:left w:val="single" w:sz="4" w:space="0" w:color="auto"/>
              <w:right w:val="single" w:sz="4" w:space="0" w:color="auto"/>
            </w:tcBorders>
          </w:tcPr>
          <w:p w14:paraId="6809D212"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left w:val="single" w:sz="4" w:space="0" w:color="auto"/>
              <w:right w:val="single" w:sz="4" w:space="0" w:color="auto"/>
            </w:tcBorders>
          </w:tcPr>
          <w:p w14:paraId="5BCCEF8D" w14:textId="77777777" w:rsidR="00C25B7D" w:rsidRPr="00E062F1" w:rsidRDefault="00C25B7D" w:rsidP="00C25B7D">
            <w:pPr>
              <w:pStyle w:val="TAC"/>
              <w:rPr>
                <w:rFonts w:cs="Arial"/>
                <w:lang w:eastAsia="ja-JP"/>
              </w:rPr>
            </w:pPr>
          </w:p>
        </w:tc>
        <w:tc>
          <w:tcPr>
            <w:tcW w:w="677" w:type="dxa"/>
            <w:tcBorders>
              <w:left w:val="single" w:sz="4" w:space="0" w:color="auto"/>
              <w:right w:val="single" w:sz="4" w:space="0" w:color="auto"/>
            </w:tcBorders>
          </w:tcPr>
          <w:p w14:paraId="600EED74" w14:textId="77777777" w:rsidR="00C25B7D" w:rsidRPr="00E062F1" w:rsidRDefault="00C25B7D" w:rsidP="00C25B7D">
            <w:pPr>
              <w:pStyle w:val="TAC"/>
              <w:rPr>
                <w:rFonts w:cs="Arial"/>
                <w:lang w:eastAsia="ja-JP"/>
              </w:rPr>
            </w:pPr>
          </w:p>
        </w:tc>
        <w:tc>
          <w:tcPr>
            <w:tcW w:w="1345" w:type="dxa"/>
            <w:tcBorders>
              <w:left w:val="single" w:sz="4" w:space="0" w:color="auto"/>
              <w:bottom w:val="nil"/>
              <w:right w:val="single" w:sz="4" w:space="0" w:color="auto"/>
            </w:tcBorders>
            <w:shd w:val="clear" w:color="auto" w:fill="auto"/>
          </w:tcPr>
          <w:p w14:paraId="37B8774C"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48D3F9C7"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448B06DF"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2493795F" w14:textId="77777777" w:rsidR="00C25B7D" w:rsidRPr="00E062F1" w:rsidRDefault="00C25B7D" w:rsidP="00C25B7D">
            <w:pPr>
              <w:pStyle w:val="TAC"/>
              <w:rPr>
                <w:rFonts w:cs="Arial"/>
                <w:lang w:eastAsia="zh-CN"/>
              </w:rPr>
            </w:pPr>
          </w:p>
        </w:tc>
        <w:tc>
          <w:tcPr>
            <w:tcW w:w="737" w:type="dxa"/>
            <w:tcBorders>
              <w:left w:val="single" w:sz="4" w:space="0" w:color="auto"/>
              <w:right w:val="single" w:sz="4" w:space="0" w:color="auto"/>
            </w:tcBorders>
          </w:tcPr>
          <w:p w14:paraId="48A3FB9E" w14:textId="77777777" w:rsidR="00C25B7D" w:rsidRPr="00E062F1" w:rsidRDefault="00C25B7D" w:rsidP="00C25B7D">
            <w:pPr>
              <w:pStyle w:val="TAC"/>
              <w:rPr>
                <w:rFonts w:eastAsia="Yu Mincho"/>
              </w:rPr>
            </w:pPr>
            <w:r w:rsidRPr="00E062F1">
              <w:rPr>
                <w:lang w:eastAsia="zh-CN"/>
              </w:rPr>
              <w:t>n257</w:t>
            </w:r>
          </w:p>
        </w:tc>
        <w:tc>
          <w:tcPr>
            <w:tcW w:w="10073" w:type="dxa"/>
            <w:gridSpan w:val="18"/>
            <w:tcBorders>
              <w:left w:val="single" w:sz="4" w:space="0" w:color="auto"/>
              <w:right w:val="single" w:sz="4" w:space="0" w:color="auto"/>
            </w:tcBorders>
          </w:tcPr>
          <w:p w14:paraId="55F8A886" w14:textId="3688AC10" w:rsidR="00C25B7D" w:rsidRPr="00E062F1" w:rsidRDefault="00C25B7D" w:rsidP="00C25B7D">
            <w:pPr>
              <w:pStyle w:val="TAC"/>
              <w:rPr>
                <w:rFonts w:cs="Arial"/>
                <w:lang w:eastAsia="ja-JP"/>
              </w:rPr>
            </w:pPr>
            <w:r w:rsidRPr="00E062F1">
              <w:rPr>
                <w:rFonts w:cs="Arial"/>
                <w:lang w:eastAsia="ja-JP"/>
              </w:rPr>
              <w:t>CA_n257</w:t>
            </w:r>
            <w:r w:rsidRPr="00E062F1">
              <w:rPr>
                <w:rFonts w:cs="Arial"/>
                <w:lang w:eastAsia="zh-CN"/>
              </w:rPr>
              <w:t>G</w:t>
            </w:r>
          </w:p>
        </w:tc>
        <w:tc>
          <w:tcPr>
            <w:tcW w:w="1345" w:type="dxa"/>
            <w:tcBorders>
              <w:top w:val="nil"/>
              <w:left w:val="single" w:sz="4" w:space="0" w:color="auto"/>
              <w:bottom w:val="single" w:sz="4" w:space="0" w:color="auto"/>
              <w:right w:val="single" w:sz="4" w:space="0" w:color="auto"/>
            </w:tcBorders>
            <w:shd w:val="clear" w:color="auto" w:fill="auto"/>
          </w:tcPr>
          <w:p w14:paraId="3F660B80" w14:textId="77777777" w:rsidR="00C25B7D" w:rsidRPr="00E062F1" w:rsidRDefault="00C25B7D" w:rsidP="00C25B7D">
            <w:pPr>
              <w:pStyle w:val="TAC"/>
              <w:rPr>
                <w:szCs w:val="18"/>
                <w:lang w:eastAsia="zh-CN"/>
              </w:rPr>
            </w:pPr>
          </w:p>
        </w:tc>
      </w:tr>
      <w:tr w:rsidR="00C25B7D" w:rsidRPr="00E062F1" w14:paraId="428B0619"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6C80B2D9" w14:textId="77777777" w:rsidR="00C25B7D" w:rsidRPr="00E062F1" w:rsidRDefault="00C25B7D" w:rsidP="00C25B7D">
            <w:pPr>
              <w:pStyle w:val="TAC"/>
            </w:pPr>
            <w:r w:rsidRPr="00E062F1">
              <w:lastRenderedPageBreak/>
              <w:t>CA_n</w:t>
            </w:r>
            <w:r w:rsidRPr="00E062F1">
              <w:rPr>
                <w:lang w:eastAsia="zh-CN"/>
              </w:rPr>
              <w:t>79</w:t>
            </w:r>
            <w:r w:rsidRPr="00E062F1">
              <w:t>A-n</w:t>
            </w:r>
            <w:r w:rsidRPr="00E062F1">
              <w:rPr>
                <w:lang w:eastAsia="zh-CN"/>
              </w:rPr>
              <w:t>257H</w:t>
            </w:r>
          </w:p>
        </w:tc>
        <w:tc>
          <w:tcPr>
            <w:tcW w:w="1232" w:type="dxa"/>
            <w:tcBorders>
              <w:left w:val="single" w:sz="4" w:space="0" w:color="auto"/>
              <w:bottom w:val="nil"/>
              <w:right w:val="single" w:sz="4" w:space="0" w:color="auto"/>
            </w:tcBorders>
            <w:shd w:val="clear" w:color="auto" w:fill="auto"/>
          </w:tcPr>
          <w:p w14:paraId="205A309C" w14:textId="77777777" w:rsidR="00C25B7D" w:rsidRPr="00E062F1" w:rsidRDefault="00C25B7D" w:rsidP="00C25B7D">
            <w:pPr>
              <w:pStyle w:val="TAC"/>
              <w:rPr>
                <w:rFonts w:cs="Arial"/>
                <w:lang w:eastAsia="zh-CN"/>
              </w:rPr>
            </w:pPr>
            <w:r w:rsidRPr="00E062F1">
              <w:rPr>
                <w:rFonts w:cs="Arial"/>
                <w:lang w:eastAsia="zh-CN"/>
              </w:rPr>
              <w:t>CA_n257G CA_n257H</w:t>
            </w:r>
          </w:p>
          <w:p w14:paraId="536D17E6" w14:textId="77777777" w:rsidR="0035585D" w:rsidRPr="00E062F1" w:rsidRDefault="00C25B7D" w:rsidP="0035585D">
            <w:pPr>
              <w:pStyle w:val="TAC"/>
              <w:rPr>
                <w:rFonts w:cs="Arial"/>
                <w:szCs w:val="18"/>
              </w:rPr>
            </w:pPr>
            <w:r w:rsidRPr="00E062F1">
              <w:t>CA_n</w:t>
            </w:r>
            <w:r w:rsidRPr="00E062F1">
              <w:rPr>
                <w:lang w:eastAsia="zh-CN"/>
              </w:rPr>
              <w:t>79</w:t>
            </w:r>
            <w:r w:rsidRPr="00E062F1">
              <w:t>A-n</w:t>
            </w:r>
            <w:r w:rsidRPr="00E062F1">
              <w:rPr>
                <w:lang w:eastAsia="zh-CN"/>
              </w:rPr>
              <w:t>257</w:t>
            </w:r>
            <w:r w:rsidRPr="00E062F1">
              <w:t>A</w:t>
            </w:r>
          </w:p>
          <w:p w14:paraId="3F079B3A" w14:textId="1B3AA4D4" w:rsidR="00C25B7D" w:rsidRPr="00E062F1" w:rsidRDefault="00C25B7D" w:rsidP="00C25B7D">
            <w:pPr>
              <w:pStyle w:val="TAC"/>
              <w:rPr>
                <w:lang w:eastAsia="zh-CN"/>
              </w:rPr>
            </w:pPr>
            <w:r w:rsidRPr="00E062F1">
              <w:t>CA_n</w:t>
            </w:r>
            <w:r w:rsidRPr="00E062F1">
              <w:rPr>
                <w:lang w:eastAsia="zh-CN"/>
              </w:rPr>
              <w:t>79</w:t>
            </w:r>
            <w:r w:rsidRPr="00E062F1">
              <w:t>A-n</w:t>
            </w:r>
            <w:r w:rsidRPr="00E062F1">
              <w:rPr>
                <w:lang w:eastAsia="zh-CN"/>
              </w:rPr>
              <w:t>257G</w:t>
            </w:r>
          </w:p>
          <w:p w14:paraId="21DACFA5" w14:textId="77777777" w:rsidR="00C25B7D" w:rsidRPr="00E062F1" w:rsidRDefault="00C25B7D" w:rsidP="00C25B7D">
            <w:pPr>
              <w:pStyle w:val="TAC"/>
              <w:rPr>
                <w:rFonts w:cs="Arial"/>
                <w:lang w:eastAsia="zh-CN"/>
              </w:rPr>
            </w:pPr>
            <w:r w:rsidRPr="00E062F1">
              <w:t>CA_n</w:t>
            </w:r>
            <w:r w:rsidRPr="00E062F1">
              <w:rPr>
                <w:lang w:eastAsia="zh-CN"/>
              </w:rPr>
              <w:t>79</w:t>
            </w:r>
            <w:r w:rsidRPr="00E062F1">
              <w:t>A-n</w:t>
            </w:r>
            <w:r w:rsidRPr="00E062F1">
              <w:rPr>
                <w:lang w:eastAsia="zh-CN"/>
              </w:rPr>
              <w:t>257H</w:t>
            </w:r>
          </w:p>
        </w:tc>
        <w:tc>
          <w:tcPr>
            <w:tcW w:w="737" w:type="dxa"/>
            <w:tcBorders>
              <w:left w:val="single" w:sz="4" w:space="0" w:color="auto"/>
              <w:right w:val="single" w:sz="4" w:space="0" w:color="auto"/>
            </w:tcBorders>
          </w:tcPr>
          <w:p w14:paraId="625CC308" w14:textId="77777777" w:rsidR="00C25B7D" w:rsidRPr="00E062F1" w:rsidRDefault="00C25B7D" w:rsidP="00C25B7D">
            <w:pPr>
              <w:pStyle w:val="TAC"/>
              <w:rPr>
                <w:rFonts w:eastAsia="Yu Mincho"/>
              </w:rPr>
            </w:pPr>
            <w:r w:rsidRPr="00E062F1">
              <w:rPr>
                <w:rFonts w:eastAsia="Yu Mincho"/>
              </w:rPr>
              <w:t>n7</w:t>
            </w:r>
            <w:r w:rsidRPr="00E062F1">
              <w:rPr>
                <w:lang w:eastAsia="zh-CN"/>
              </w:rPr>
              <w:t>9</w:t>
            </w:r>
          </w:p>
        </w:tc>
        <w:tc>
          <w:tcPr>
            <w:tcW w:w="671" w:type="dxa"/>
            <w:tcBorders>
              <w:left w:val="single" w:sz="4" w:space="0" w:color="auto"/>
              <w:right w:val="single" w:sz="4" w:space="0" w:color="auto"/>
            </w:tcBorders>
          </w:tcPr>
          <w:p w14:paraId="3CE5995F" w14:textId="77777777" w:rsidR="00C25B7D" w:rsidRPr="00E062F1" w:rsidRDefault="00C25B7D" w:rsidP="00C25B7D">
            <w:pPr>
              <w:pStyle w:val="TAC"/>
              <w:rPr>
                <w:rFonts w:cs="Arial"/>
                <w:lang w:eastAsia="ja-JP"/>
              </w:rPr>
            </w:pPr>
          </w:p>
        </w:tc>
        <w:tc>
          <w:tcPr>
            <w:tcW w:w="673" w:type="dxa"/>
            <w:tcBorders>
              <w:left w:val="single" w:sz="4" w:space="0" w:color="auto"/>
              <w:right w:val="single" w:sz="4" w:space="0" w:color="auto"/>
            </w:tcBorders>
          </w:tcPr>
          <w:p w14:paraId="4F39B35E" w14:textId="77777777" w:rsidR="00C25B7D" w:rsidRPr="00E062F1" w:rsidRDefault="00C25B7D" w:rsidP="00C25B7D">
            <w:pPr>
              <w:pStyle w:val="TAC"/>
              <w:rPr>
                <w:rFonts w:cs="Arial"/>
                <w:lang w:eastAsia="ja-JP"/>
              </w:rPr>
            </w:pPr>
          </w:p>
        </w:tc>
        <w:tc>
          <w:tcPr>
            <w:tcW w:w="671" w:type="dxa"/>
            <w:tcBorders>
              <w:left w:val="single" w:sz="4" w:space="0" w:color="auto"/>
              <w:right w:val="single" w:sz="4" w:space="0" w:color="auto"/>
            </w:tcBorders>
          </w:tcPr>
          <w:p w14:paraId="73A2FF87" w14:textId="77777777" w:rsidR="00C25B7D" w:rsidRPr="00E062F1" w:rsidRDefault="00C25B7D" w:rsidP="00C25B7D">
            <w:pPr>
              <w:pStyle w:val="TAC"/>
              <w:rPr>
                <w:rFonts w:cs="Arial"/>
                <w:lang w:eastAsia="ja-JP"/>
              </w:rPr>
            </w:pPr>
          </w:p>
        </w:tc>
        <w:tc>
          <w:tcPr>
            <w:tcW w:w="671" w:type="dxa"/>
            <w:gridSpan w:val="2"/>
            <w:tcBorders>
              <w:left w:val="single" w:sz="4" w:space="0" w:color="auto"/>
              <w:right w:val="single" w:sz="4" w:space="0" w:color="auto"/>
            </w:tcBorders>
          </w:tcPr>
          <w:p w14:paraId="4F31CAD7" w14:textId="77777777" w:rsidR="00C25B7D" w:rsidRPr="00E062F1" w:rsidRDefault="00C25B7D" w:rsidP="00C25B7D">
            <w:pPr>
              <w:pStyle w:val="TAC"/>
              <w:rPr>
                <w:rFonts w:cs="Arial"/>
                <w:lang w:eastAsia="ja-JP"/>
              </w:rPr>
            </w:pPr>
          </w:p>
        </w:tc>
        <w:tc>
          <w:tcPr>
            <w:tcW w:w="671" w:type="dxa"/>
            <w:tcBorders>
              <w:left w:val="single" w:sz="4" w:space="0" w:color="auto"/>
              <w:right w:val="single" w:sz="4" w:space="0" w:color="auto"/>
            </w:tcBorders>
          </w:tcPr>
          <w:p w14:paraId="443F6A0E" w14:textId="77777777" w:rsidR="00C25B7D" w:rsidRPr="00E062F1" w:rsidRDefault="00C25B7D" w:rsidP="00C25B7D">
            <w:pPr>
              <w:pStyle w:val="TAC"/>
              <w:rPr>
                <w:rFonts w:cs="Arial"/>
                <w:lang w:eastAsia="ja-JP"/>
              </w:rPr>
            </w:pPr>
          </w:p>
        </w:tc>
        <w:tc>
          <w:tcPr>
            <w:tcW w:w="671" w:type="dxa"/>
            <w:gridSpan w:val="2"/>
            <w:tcBorders>
              <w:left w:val="single" w:sz="4" w:space="0" w:color="auto"/>
              <w:right w:val="single" w:sz="4" w:space="0" w:color="auto"/>
            </w:tcBorders>
          </w:tcPr>
          <w:p w14:paraId="4FD46DA8" w14:textId="77777777" w:rsidR="00C25B7D" w:rsidRPr="00E062F1" w:rsidRDefault="00C25B7D" w:rsidP="00C25B7D">
            <w:pPr>
              <w:pStyle w:val="TAC"/>
              <w:rPr>
                <w:rFonts w:cs="Arial"/>
                <w:lang w:eastAsia="ja-JP"/>
              </w:rPr>
            </w:pPr>
          </w:p>
        </w:tc>
        <w:tc>
          <w:tcPr>
            <w:tcW w:w="671" w:type="dxa"/>
            <w:tcBorders>
              <w:left w:val="single" w:sz="4" w:space="0" w:color="auto"/>
              <w:right w:val="single" w:sz="4" w:space="0" w:color="auto"/>
            </w:tcBorders>
          </w:tcPr>
          <w:p w14:paraId="237FA651" w14:textId="77777777" w:rsidR="00C25B7D" w:rsidRPr="00E062F1" w:rsidRDefault="00C25B7D" w:rsidP="00C25B7D">
            <w:pPr>
              <w:pStyle w:val="TAC"/>
              <w:rPr>
                <w:rFonts w:cs="Arial"/>
                <w:lang w:eastAsia="zh-CN"/>
              </w:rPr>
            </w:pPr>
            <w:r>
              <w:rPr>
                <w:rFonts w:cs="Arial" w:hint="eastAsia"/>
                <w:lang w:eastAsia="zh-CN"/>
              </w:rPr>
              <w:t>40</w:t>
            </w:r>
          </w:p>
        </w:tc>
        <w:tc>
          <w:tcPr>
            <w:tcW w:w="671" w:type="dxa"/>
            <w:tcBorders>
              <w:left w:val="single" w:sz="4" w:space="0" w:color="auto"/>
              <w:right w:val="single" w:sz="4" w:space="0" w:color="auto"/>
            </w:tcBorders>
          </w:tcPr>
          <w:p w14:paraId="731C348F"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left w:val="single" w:sz="4" w:space="0" w:color="auto"/>
              <w:right w:val="single" w:sz="4" w:space="0" w:color="auto"/>
            </w:tcBorders>
          </w:tcPr>
          <w:p w14:paraId="1C194890" w14:textId="77777777" w:rsidR="00C25B7D" w:rsidRPr="00E062F1" w:rsidRDefault="00C25B7D" w:rsidP="00C25B7D">
            <w:pPr>
              <w:pStyle w:val="TAC"/>
              <w:rPr>
                <w:rFonts w:cs="Arial"/>
                <w:lang w:eastAsia="zh-CN"/>
              </w:rPr>
            </w:pPr>
            <w:r>
              <w:rPr>
                <w:rFonts w:cs="Arial" w:hint="eastAsia"/>
                <w:lang w:eastAsia="zh-CN"/>
              </w:rPr>
              <w:t>60</w:t>
            </w:r>
          </w:p>
        </w:tc>
        <w:tc>
          <w:tcPr>
            <w:tcW w:w="671" w:type="dxa"/>
            <w:tcBorders>
              <w:left w:val="single" w:sz="4" w:space="0" w:color="auto"/>
              <w:right w:val="single" w:sz="4" w:space="0" w:color="auto"/>
            </w:tcBorders>
          </w:tcPr>
          <w:p w14:paraId="11018479" w14:textId="77777777" w:rsidR="00C25B7D" w:rsidRPr="00E062F1" w:rsidRDefault="00C25B7D" w:rsidP="00C25B7D">
            <w:pPr>
              <w:pStyle w:val="TAC"/>
              <w:rPr>
                <w:rFonts w:cs="Arial"/>
                <w:lang w:eastAsia="ja-JP"/>
              </w:rPr>
            </w:pPr>
          </w:p>
        </w:tc>
        <w:tc>
          <w:tcPr>
            <w:tcW w:w="671" w:type="dxa"/>
            <w:tcBorders>
              <w:left w:val="single" w:sz="4" w:space="0" w:color="auto"/>
              <w:right w:val="single" w:sz="4" w:space="0" w:color="auto"/>
            </w:tcBorders>
          </w:tcPr>
          <w:p w14:paraId="0243C65D" w14:textId="77777777" w:rsidR="00C25B7D" w:rsidRPr="00E062F1" w:rsidRDefault="00C25B7D" w:rsidP="00C25B7D">
            <w:pPr>
              <w:pStyle w:val="TAC"/>
              <w:rPr>
                <w:rFonts w:cs="Arial"/>
                <w:lang w:eastAsia="zh-CN"/>
              </w:rPr>
            </w:pPr>
            <w:r>
              <w:rPr>
                <w:rFonts w:cs="Arial" w:hint="eastAsia"/>
                <w:lang w:eastAsia="zh-CN"/>
              </w:rPr>
              <w:t>80</w:t>
            </w:r>
          </w:p>
        </w:tc>
        <w:tc>
          <w:tcPr>
            <w:tcW w:w="671" w:type="dxa"/>
            <w:tcBorders>
              <w:left w:val="single" w:sz="4" w:space="0" w:color="auto"/>
              <w:right w:val="single" w:sz="4" w:space="0" w:color="auto"/>
            </w:tcBorders>
          </w:tcPr>
          <w:p w14:paraId="7D1D9E4C" w14:textId="77777777" w:rsidR="00C25B7D" w:rsidRPr="00E062F1" w:rsidRDefault="00C25B7D" w:rsidP="00C25B7D">
            <w:pPr>
              <w:pStyle w:val="TAC"/>
              <w:rPr>
                <w:rFonts w:cs="Arial"/>
                <w:lang w:eastAsia="ja-JP"/>
              </w:rPr>
            </w:pPr>
          </w:p>
        </w:tc>
        <w:tc>
          <w:tcPr>
            <w:tcW w:w="671" w:type="dxa"/>
            <w:tcBorders>
              <w:left w:val="single" w:sz="4" w:space="0" w:color="auto"/>
              <w:right w:val="single" w:sz="4" w:space="0" w:color="auto"/>
            </w:tcBorders>
          </w:tcPr>
          <w:p w14:paraId="744EB282"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left w:val="single" w:sz="4" w:space="0" w:color="auto"/>
              <w:right w:val="single" w:sz="4" w:space="0" w:color="auto"/>
            </w:tcBorders>
          </w:tcPr>
          <w:p w14:paraId="0A232189" w14:textId="77777777" w:rsidR="00C25B7D" w:rsidRPr="00E062F1" w:rsidRDefault="00C25B7D" w:rsidP="00C25B7D">
            <w:pPr>
              <w:pStyle w:val="TAC"/>
              <w:rPr>
                <w:rFonts w:cs="Arial"/>
                <w:lang w:eastAsia="ja-JP"/>
              </w:rPr>
            </w:pPr>
          </w:p>
        </w:tc>
        <w:tc>
          <w:tcPr>
            <w:tcW w:w="677" w:type="dxa"/>
            <w:tcBorders>
              <w:left w:val="single" w:sz="4" w:space="0" w:color="auto"/>
              <w:right w:val="single" w:sz="4" w:space="0" w:color="auto"/>
            </w:tcBorders>
          </w:tcPr>
          <w:p w14:paraId="00CA4570" w14:textId="77777777" w:rsidR="00C25B7D" w:rsidRPr="00E062F1" w:rsidRDefault="00C25B7D" w:rsidP="00C25B7D">
            <w:pPr>
              <w:pStyle w:val="TAC"/>
              <w:rPr>
                <w:rFonts w:cs="Arial"/>
                <w:lang w:eastAsia="ja-JP"/>
              </w:rPr>
            </w:pPr>
          </w:p>
        </w:tc>
        <w:tc>
          <w:tcPr>
            <w:tcW w:w="1345" w:type="dxa"/>
            <w:tcBorders>
              <w:left w:val="single" w:sz="4" w:space="0" w:color="auto"/>
              <w:bottom w:val="nil"/>
              <w:right w:val="single" w:sz="4" w:space="0" w:color="auto"/>
            </w:tcBorders>
            <w:shd w:val="clear" w:color="auto" w:fill="auto"/>
          </w:tcPr>
          <w:p w14:paraId="6AD683CB" w14:textId="77777777" w:rsidR="00C25B7D" w:rsidRPr="00E062F1" w:rsidRDefault="00C25B7D" w:rsidP="00C25B7D">
            <w:pPr>
              <w:pStyle w:val="TAC"/>
              <w:rPr>
                <w:szCs w:val="18"/>
                <w:lang w:eastAsia="zh-CN"/>
              </w:rPr>
            </w:pPr>
            <w:r>
              <w:rPr>
                <w:rFonts w:hint="eastAsia"/>
                <w:szCs w:val="18"/>
                <w:lang w:eastAsia="zh-CN"/>
              </w:rPr>
              <w:t>0</w:t>
            </w:r>
          </w:p>
        </w:tc>
      </w:tr>
      <w:tr w:rsidR="00C25B7D" w:rsidRPr="00E062F1" w14:paraId="515CCAF6"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6A75BC21" w14:textId="77777777" w:rsidR="00C25B7D" w:rsidRPr="00E062F1" w:rsidRDefault="00C25B7D" w:rsidP="00C25B7D">
            <w:pPr>
              <w:pStyle w:val="TAC"/>
            </w:pPr>
          </w:p>
        </w:tc>
        <w:tc>
          <w:tcPr>
            <w:tcW w:w="1232" w:type="dxa"/>
            <w:tcBorders>
              <w:top w:val="nil"/>
              <w:left w:val="single" w:sz="4" w:space="0" w:color="auto"/>
              <w:bottom w:val="single" w:sz="4" w:space="0" w:color="auto"/>
              <w:right w:val="single" w:sz="4" w:space="0" w:color="auto"/>
            </w:tcBorders>
            <w:shd w:val="clear" w:color="auto" w:fill="auto"/>
          </w:tcPr>
          <w:p w14:paraId="41BF3008" w14:textId="77777777" w:rsidR="00C25B7D" w:rsidRPr="00E062F1" w:rsidRDefault="00C25B7D" w:rsidP="00C25B7D">
            <w:pPr>
              <w:pStyle w:val="TAC"/>
              <w:rPr>
                <w:rFonts w:cs="Arial"/>
                <w:lang w:eastAsia="zh-CN"/>
              </w:rPr>
            </w:pPr>
          </w:p>
        </w:tc>
        <w:tc>
          <w:tcPr>
            <w:tcW w:w="737" w:type="dxa"/>
            <w:tcBorders>
              <w:left w:val="single" w:sz="4" w:space="0" w:color="auto"/>
              <w:right w:val="single" w:sz="4" w:space="0" w:color="auto"/>
            </w:tcBorders>
          </w:tcPr>
          <w:p w14:paraId="5EA267EA" w14:textId="77777777" w:rsidR="00C25B7D" w:rsidRPr="00E062F1" w:rsidRDefault="00C25B7D" w:rsidP="00C25B7D">
            <w:pPr>
              <w:pStyle w:val="TAC"/>
              <w:rPr>
                <w:rFonts w:eastAsia="Yu Mincho"/>
              </w:rPr>
            </w:pPr>
            <w:r w:rsidRPr="00E062F1">
              <w:rPr>
                <w:lang w:eastAsia="zh-CN"/>
              </w:rPr>
              <w:t>n257</w:t>
            </w:r>
          </w:p>
        </w:tc>
        <w:tc>
          <w:tcPr>
            <w:tcW w:w="10073" w:type="dxa"/>
            <w:gridSpan w:val="18"/>
            <w:tcBorders>
              <w:left w:val="single" w:sz="4" w:space="0" w:color="auto"/>
              <w:right w:val="single" w:sz="4" w:space="0" w:color="auto"/>
            </w:tcBorders>
          </w:tcPr>
          <w:p w14:paraId="17796104" w14:textId="6CEB12E4" w:rsidR="00C25B7D" w:rsidRPr="00E062F1" w:rsidRDefault="00C25B7D" w:rsidP="00C25B7D">
            <w:pPr>
              <w:pStyle w:val="TAC"/>
              <w:rPr>
                <w:rFonts w:cs="Arial"/>
                <w:lang w:eastAsia="ja-JP"/>
              </w:rPr>
            </w:pPr>
            <w:r w:rsidRPr="00E062F1">
              <w:rPr>
                <w:rFonts w:cs="Arial"/>
                <w:lang w:eastAsia="ja-JP"/>
              </w:rPr>
              <w:t>CA_n257</w:t>
            </w:r>
            <w:r w:rsidRPr="00E062F1">
              <w:rPr>
                <w:rFonts w:cs="Arial"/>
                <w:lang w:eastAsia="zh-CN"/>
              </w:rPr>
              <w:t>H</w:t>
            </w:r>
          </w:p>
        </w:tc>
        <w:tc>
          <w:tcPr>
            <w:tcW w:w="1345" w:type="dxa"/>
            <w:tcBorders>
              <w:top w:val="nil"/>
              <w:left w:val="single" w:sz="4" w:space="0" w:color="auto"/>
              <w:bottom w:val="single" w:sz="4" w:space="0" w:color="auto"/>
              <w:right w:val="single" w:sz="4" w:space="0" w:color="auto"/>
            </w:tcBorders>
            <w:shd w:val="clear" w:color="auto" w:fill="auto"/>
          </w:tcPr>
          <w:p w14:paraId="268B843C" w14:textId="77777777" w:rsidR="00C25B7D" w:rsidRPr="00E062F1" w:rsidRDefault="00C25B7D" w:rsidP="00C25B7D">
            <w:pPr>
              <w:pStyle w:val="TAC"/>
              <w:rPr>
                <w:szCs w:val="18"/>
                <w:lang w:eastAsia="zh-CN"/>
              </w:rPr>
            </w:pPr>
          </w:p>
        </w:tc>
      </w:tr>
      <w:tr w:rsidR="00C25B7D" w:rsidRPr="00E062F1" w14:paraId="3CCC6EA7"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7D6EC155" w14:textId="77777777" w:rsidR="00C25B7D" w:rsidRPr="00E062F1" w:rsidRDefault="00C25B7D" w:rsidP="00C25B7D">
            <w:pPr>
              <w:pStyle w:val="TAC"/>
            </w:pPr>
            <w:r w:rsidRPr="00E062F1">
              <w:t>CA_n</w:t>
            </w:r>
            <w:r w:rsidRPr="00E062F1">
              <w:rPr>
                <w:lang w:eastAsia="zh-CN"/>
              </w:rPr>
              <w:t>79</w:t>
            </w:r>
            <w:r w:rsidRPr="00E062F1">
              <w:t>A-n</w:t>
            </w:r>
            <w:r w:rsidRPr="00E062F1">
              <w:rPr>
                <w:lang w:eastAsia="zh-CN"/>
              </w:rPr>
              <w:t>257I</w:t>
            </w:r>
          </w:p>
        </w:tc>
        <w:tc>
          <w:tcPr>
            <w:tcW w:w="1232" w:type="dxa"/>
            <w:tcBorders>
              <w:left w:val="single" w:sz="4" w:space="0" w:color="auto"/>
              <w:bottom w:val="nil"/>
              <w:right w:val="single" w:sz="4" w:space="0" w:color="auto"/>
            </w:tcBorders>
            <w:shd w:val="clear" w:color="auto" w:fill="auto"/>
          </w:tcPr>
          <w:p w14:paraId="1CFBD570" w14:textId="77777777" w:rsidR="00C25B7D" w:rsidRPr="00E062F1" w:rsidRDefault="00C25B7D" w:rsidP="00C25B7D">
            <w:pPr>
              <w:pStyle w:val="TAC"/>
              <w:rPr>
                <w:rFonts w:cs="Arial"/>
                <w:lang w:eastAsia="zh-CN"/>
              </w:rPr>
            </w:pPr>
            <w:r w:rsidRPr="00E062F1">
              <w:rPr>
                <w:rFonts w:cs="Arial"/>
                <w:lang w:eastAsia="zh-CN"/>
              </w:rPr>
              <w:t>CA_n257G</w:t>
            </w:r>
          </w:p>
          <w:p w14:paraId="0437F166" w14:textId="77777777" w:rsidR="00C25B7D" w:rsidRPr="00E062F1" w:rsidRDefault="00C25B7D" w:rsidP="00C25B7D">
            <w:pPr>
              <w:pStyle w:val="TAC"/>
              <w:rPr>
                <w:rFonts w:cs="Arial"/>
                <w:lang w:eastAsia="zh-CN"/>
              </w:rPr>
            </w:pPr>
            <w:r w:rsidRPr="00E062F1">
              <w:rPr>
                <w:rFonts w:cs="Arial"/>
                <w:lang w:eastAsia="zh-CN"/>
              </w:rPr>
              <w:t>CA_n257H</w:t>
            </w:r>
          </w:p>
          <w:p w14:paraId="71348302" w14:textId="77777777" w:rsidR="00C25B7D" w:rsidRPr="00E062F1" w:rsidRDefault="00C25B7D" w:rsidP="00C25B7D">
            <w:pPr>
              <w:pStyle w:val="TAC"/>
              <w:rPr>
                <w:rFonts w:cs="Arial"/>
                <w:lang w:eastAsia="zh-CN"/>
              </w:rPr>
            </w:pPr>
            <w:r w:rsidRPr="00E062F1">
              <w:rPr>
                <w:rFonts w:cs="Arial"/>
                <w:lang w:eastAsia="zh-CN"/>
              </w:rPr>
              <w:t>CA_n257I</w:t>
            </w:r>
          </w:p>
          <w:p w14:paraId="1EBFB238" w14:textId="77777777" w:rsidR="0035585D" w:rsidRPr="00E062F1" w:rsidRDefault="00C25B7D" w:rsidP="0035585D">
            <w:pPr>
              <w:pStyle w:val="TAC"/>
              <w:rPr>
                <w:rFonts w:cs="Arial"/>
                <w:szCs w:val="18"/>
              </w:rPr>
            </w:pPr>
            <w:r w:rsidRPr="00E062F1">
              <w:t>CA_n</w:t>
            </w:r>
            <w:r w:rsidRPr="00E062F1">
              <w:rPr>
                <w:lang w:eastAsia="zh-CN"/>
              </w:rPr>
              <w:t>79</w:t>
            </w:r>
            <w:r w:rsidRPr="00E062F1">
              <w:t>A-n</w:t>
            </w:r>
            <w:r w:rsidRPr="00E062F1">
              <w:rPr>
                <w:lang w:eastAsia="zh-CN"/>
              </w:rPr>
              <w:t>257</w:t>
            </w:r>
            <w:r w:rsidRPr="00E062F1">
              <w:t>A</w:t>
            </w:r>
          </w:p>
          <w:p w14:paraId="0692E355" w14:textId="3B24DD18" w:rsidR="00C25B7D" w:rsidRPr="00E062F1" w:rsidRDefault="00C25B7D" w:rsidP="00C25B7D">
            <w:pPr>
              <w:pStyle w:val="TAC"/>
              <w:rPr>
                <w:lang w:eastAsia="zh-CN"/>
              </w:rPr>
            </w:pPr>
            <w:r w:rsidRPr="00E062F1">
              <w:t>CA_n</w:t>
            </w:r>
            <w:r w:rsidRPr="00E062F1">
              <w:rPr>
                <w:lang w:eastAsia="zh-CN"/>
              </w:rPr>
              <w:t>79</w:t>
            </w:r>
            <w:r w:rsidRPr="00E062F1">
              <w:t>A-n</w:t>
            </w:r>
            <w:r w:rsidRPr="00E062F1">
              <w:rPr>
                <w:lang w:eastAsia="zh-CN"/>
              </w:rPr>
              <w:t>257G</w:t>
            </w:r>
          </w:p>
          <w:p w14:paraId="4C27F43E" w14:textId="77777777" w:rsidR="00C25B7D" w:rsidRPr="00E062F1" w:rsidRDefault="00C25B7D" w:rsidP="00C25B7D">
            <w:pPr>
              <w:pStyle w:val="TAC"/>
              <w:rPr>
                <w:lang w:eastAsia="zh-CN"/>
              </w:rPr>
            </w:pPr>
            <w:r w:rsidRPr="00E062F1">
              <w:t>CA_n</w:t>
            </w:r>
            <w:r w:rsidRPr="00E062F1">
              <w:rPr>
                <w:lang w:eastAsia="zh-CN"/>
              </w:rPr>
              <w:t>79</w:t>
            </w:r>
            <w:r w:rsidRPr="00E062F1">
              <w:t>A-n</w:t>
            </w:r>
            <w:r w:rsidRPr="00E062F1">
              <w:rPr>
                <w:lang w:eastAsia="zh-CN"/>
              </w:rPr>
              <w:t>257H</w:t>
            </w:r>
          </w:p>
          <w:p w14:paraId="33D1C97D" w14:textId="77777777" w:rsidR="00C25B7D" w:rsidRPr="00E062F1" w:rsidRDefault="00C25B7D" w:rsidP="00C25B7D">
            <w:pPr>
              <w:pStyle w:val="TAC"/>
            </w:pPr>
            <w:r w:rsidRPr="00E062F1">
              <w:t>CA_n</w:t>
            </w:r>
            <w:r w:rsidRPr="00E062F1">
              <w:rPr>
                <w:lang w:eastAsia="zh-CN"/>
              </w:rPr>
              <w:t>79</w:t>
            </w:r>
            <w:r w:rsidRPr="00E062F1">
              <w:t>A-n</w:t>
            </w:r>
            <w:r w:rsidRPr="00E062F1">
              <w:rPr>
                <w:lang w:eastAsia="zh-CN"/>
              </w:rPr>
              <w:t>257I</w:t>
            </w:r>
          </w:p>
        </w:tc>
        <w:tc>
          <w:tcPr>
            <w:tcW w:w="737" w:type="dxa"/>
            <w:tcBorders>
              <w:left w:val="single" w:sz="4" w:space="0" w:color="auto"/>
              <w:right w:val="single" w:sz="4" w:space="0" w:color="auto"/>
            </w:tcBorders>
          </w:tcPr>
          <w:p w14:paraId="122B8785" w14:textId="77777777" w:rsidR="00C25B7D" w:rsidRPr="00E062F1" w:rsidRDefault="00C25B7D" w:rsidP="00C25B7D">
            <w:pPr>
              <w:pStyle w:val="TAC"/>
            </w:pPr>
            <w:r w:rsidRPr="00E062F1">
              <w:rPr>
                <w:rFonts w:eastAsia="Yu Mincho"/>
              </w:rPr>
              <w:t>n7</w:t>
            </w:r>
            <w:r w:rsidRPr="00E062F1">
              <w:rPr>
                <w:lang w:eastAsia="zh-CN"/>
              </w:rPr>
              <w:t>9</w:t>
            </w:r>
          </w:p>
        </w:tc>
        <w:tc>
          <w:tcPr>
            <w:tcW w:w="671" w:type="dxa"/>
            <w:tcBorders>
              <w:top w:val="single" w:sz="4" w:space="0" w:color="auto"/>
              <w:left w:val="single" w:sz="4" w:space="0" w:color="auto"/>
              <w:bottom w:val="single" w:sz="4" w:space="0" w:color="auto"/>
              <w:right w:val="single" w:sz="4" w:space="0" w:color="auto"/>
            </w:tcBorders>
          </w:tcPr>
          <w:p w14:paraId="6FEE8075"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2BC2EC29"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FEAAAD9"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18A92B63"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CF245D0"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656D1606"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4F2DFBD" w14:textId="77777777" w:rsidR="00C25B7D" w:rsidRPr="00E062F1" w:rsidRDefault="00C25B7D" w:rsidP="00C25B7D">
            <w:pPr>
              <w:pStyle w:val="TAC"/>
              <w:rPr>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147E1D4B"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5369299"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59A2D4F1"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56D007D4"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05C92789"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10FE6C3E"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0B8B4637" w14:textId="77777777" w:rsidR="00C25B7D" w:rsidRPr="00E062F1" w:rsidRDefault="00C25B7D" w:rsidP="00C25B7D">
            <w:pPr>
              <w:pStyle w:val="TAC"/>
              <w:rPr>
                <w:rFonts w:cs="Arial"/>
                <w:lang w:eastAsia="ja-JP"/>
              </w:rPr>
            </w:pPr>
          </w:p>
        </w:tc>
        <w:tc>
          <w:tcPr>
            <w:tcW w:w="677" w:type="dxa"/>
            <w:tcBorders>
              <w:top w:val="single" w:sz="4" w:space="0" w:color="auto"/>
              <w:left w:val="single" w:sz="4" w:space="0" w:color="auto"/>
              <w:bottom w:val="single" w:sz="4" w:space="0" w:color="auto"/>
              <w:right w:val="single" w:sz="4" w:space="0" w:color="auto"/>
            </w:tcBorders>
          </w:tcPr>
          <w:p w14:paraId="79116E97" w14:textId="77777777" w:rsidR="00C25B7D" w:rsidRPr="00E062F1" w:rsidRDefault="00C25B7D" w:rsidP="00C25B7D">
            <w:pPr>
              <w:pStyle w:val="TAC"/>
              <w:rPr>
                <w:rFonts w:cs="Arial"/>
                <w:lang w:eastAsia="ja-JP"/>
              </w:rPr>
            </w:pPr>
          </w:p>
        </w:tc>
        <w:tc>
          <w:tcPr>
            <w:tcW w:w="1345" w:type="dxa"/>
            <w:tcBorders>
              <w:left w:val="single" w:sz="4" w:space="0" w:color="auto"/>
              <w:bottom w:val="nil"/>
              <w:right w:val="single" w:sz="4" w:space="0" w:color="auto"/>
            </w:tcBorders>
            <w:shd w:val="clear" w:color="auto" w:fill="auto"/>
          </w:tcPr>
          <w:p w14:paraId="2CCC830E" w14:textId="77777777" w:rsidR="00C25B7D" w:rsidRPr="005F427A" w:rsidRDefault="00C25B7D" w:rsidP="00C25B7D">
            <w:pPr>
              <w:pStyle w:val="TAC"/>
              <w:rPr>
                <w:rFonts w:eastAsiaTheme="minorEastAsia"/>
                <w:szCs w:val="18"/>
                <w:lang w:eastAsia="zh-CN"/>
              </w:rPr>
            </w:pPr>
            <w:r>
              <w:rPr>
                <w:rFonts w:hint="eastAsia"/>
                <w:szCs w:val="18"/>
                <w:lang w:eastAsia="zh-CN"/>
              </w:rPr>
              <w:t>0</w:t>
            </w:r>
          </w:p>
        </w:tc>
      </w:tr>
      <w:tr w:rsidR="00C25B7D" w:rsidRPr="00E062F1" w14:paraId="4E7FB80A"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09BDC9D9"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50F540C1" w14:textId="77777777" w:rsidR="00C25B7D" w:rsidRPr="00E062F1" w:rsidRDefault="00C25B7D" w:rsidP="00C25B7D">
            <w:pPr>
              <w:pStyle w:val="TAC"/>
            </w:pPr>
          </w:p>
        </w:tc>
        <w:tc>
          <w:tcPr>
            <w:tcW w:w="737" w:type="dxa"/>
            <w:tcBorders>
              <w:left w:val="single" w:sz="4" w:space="0" w:color="auto"/>
              <w:right w:val="single" w:sz="4" w:space="0" w:color="auto"/>
            </w:tcBorders>
          </w:tcPr>
          <w:p w14:paraId="6BC20B6B"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0E3D09E0" w14:textId="67BB9767" w:rsidR="00C25B7D" w:rsidRPr="00E062F1" w:rsidRDefault="00C25B7D" w:rsidP="00C25B7D">
            <w:pPr>
              <w:pStyle w:val="TAC"/>
              <w:rPr>
                <w:rFonts w:cs="Arial"/>
                <w:lang w:eastAsia="ja-JP"/>
              </w:rPr>
            </w:pPr>
            <w:r w:rsidRPr="00E062F1">
              <w:rPr>
                <w:rFonts w:cs="Arial"/>
                <w:lang w:eastAsia="ja-JP"/>
              </w:rPr>
              <w:t>CA_n257</w:t>
            </w:r>
            <w:r w:rsidRPr="00E062F1">
              <w:rPr>
                <w:rFonts w:cs="Arial"/>
                <w:lang w:eastAsia="zh-CN"/>
              </w:rPr>
              <w:t>I</w:t>
            </w:r>
          </w:p>
        </w:tc>
        <w:tc>
          <w:tcPr>
            <w:tcW w:w="1345" w:type="dxa"/>
            <w:tcBorders>
              <w:top w:val="nil"/>
              <w:left w:val="single" w:sz="4" w:space="0" w:color="auto"/>
              <w:bottom w:val="single" w:sz="4" w:space="0" w:color="auto"/>
              <w:right w:val="single" w:sz="4" w:space="0" w:color="auto"/>
            </w:tcBorders>
            <w:shd w:val="clear" w:color="auto" w:fill="auto"/>
          </w:tcPr>
          <w:p w14:paraId="56B08F8B" w14:textId="77777777" w:rsidR="00C25B7D" w:rsidRPr="00E062F1" w:rsidRDefault="00C25B7D" w:rsidP="00C25B7D">
            <w:pPr>
              <w:pStyle w:val="TAC"/>
              <w:rPr>
                <w:rFonts w:eastAsia="Yu Mincho"/>
                <w:szCs w:val="18"/>
              </w:rPr>
            </w:pPr>
          </w:p>
        </w:tc>
      </w:tr>
      <w:tr w:rsidR="00C25B7D" w:rsidRPr="00E062F1" w14:paraId="42F1D8F2"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306BB035" w14:textId="77777777" w:rsidR="00C25B7D" w:rsidRPr="00E062F1" w:rsidRDefault="00C25B7D" w:rsidP="00C25B7D">
            <w:pPr>
              <w:pStyle w:val="TAC"/>
              <w:rPr>
                <w:lang w:eastAsia="zh-CN"/>
              </w:rPr>
            </w:pPr>
            <w:r w:rsidRPr="00E062F1">
              <w:t>CA_n</w:t>
            </w:r>
            <w:r w:rsidRPr="00E062F1">
              <w:rPr>
                <w:lang w:eastAsia="zh-CN"/>
              </w:rPr>
              <w:t>79C</w:t>
            </w:r>
            <w:r w:rsidRPr="00E062F1">
              <w:t>-n</w:t>
            </w:r>
            <w:r w:rsidRPr="00E062F1">
              <w:rPr>
                <w:lang w:eastAsia="zh-CN"/>
              </w:rPr>
              <w:t>257</w:t>
            </w:r>
            <w:r w:rsidRPr="00E062F1">
              <w:t>A</w:t>
            </w:r>
          </w:p>
        </w:tc>
        <w:tc>
          <w:tcPr>
            <w:tcW w:w="1232" w:type="dxa"/>
            <w:tcBorders>
              <w:left w:val="single" w:sz="4" w:space="0" w:color="auto"/>
              <w:bottom w:val="nil"/>
              <w:right w:val="single" w:sz="4" w:space="0" w:color="auto"/>
            </w:tcBorders>
            <w:shd w:val="clear" w:color="auto" w:fill="auto"/>
          </w:tcPr>
          <w:p w14:paraId="2E53A990" w14:textId="77777777" w:rsidR="00C25B7D" w:rsidRPr="00E062F1" w:rsidRDefault="00C25B7D" w:rsidP="00C25B7D">
            <w:pPr>
              <w:pStyle w:val="TAC"/>
            </w:pPr>
            <w:r w:rsidRPr="00E062F1">
              <w:t>CA_n</w:t>
            </w:r>
            <w:r w:rsidRPr="00E062F1">
              <w:rPr>
                <w:lang w:eastAsia="zh-CN"/>
              </w:rPr>
              <w:t>79</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5A9CB7A7" w14:textId="77777777" w:rsidR="00C25B7D" w:rsidRPr="00E062F1" w:rsidRDefault="00C25B7D" w:rsidP="00C25B7D">
            <w:pPr>
              <w:pStyle w:val="TAC"/>
            </w:pPr>
            <w:r w:rsidRPr="00E062F1">
              <w:rPr>
                <w:lang w:eastAsia="zh-CN"/>
              </w:rPr>
              <w:t>n79</w:t>
            </w:r>
          </w:p>
        </w:tc>
        <w:tc>
          <w:tcPr>
            <w:tcW w:w="10073" w:type="dxa"/>
            <w:gridSpan w:val="18"/>
            <w:tcBorders>
              <w:top w:val="single" w:sz="4" w:space="0" w:color="auto"/>
              <w:left w:val="single" w:sz="4" w:space="0" w:color="auto"/>
              <w:bottom w:val="single" w:sz="4" w:space="0" w:color="auto"/>
              <w:right w:val="single" w:sz="4" w:space="0" w:color="auto"/>
            </w:tcBorders>
          </w:tcPr>
          <w:p w14:paraId="493E604D" w14:textId="1A76F4B6" w:rsidR="00C25B7D" w:rsidRPr="00E062F1" w:rsidRDefault="00C25B7D" w:rsidP="00C25B7D">
            <w:pPr>
              <w:pStyle w:val="TAC"/>
              <w:rPr>
                <w:rFonts w:cs="Arial"/>
                <w:lang w:eastAsia="zh-CN"/>
              </w:rPr>
            </w:pPr>
            <w:r w:rsidRPr="00E062F1">
              <w:rPr>
                <w:rFonts w:cs="Arial"/>
                <w:lang w:eastAsia="ja-JP"/>
              </w:rPr>
              <w:t>CA_n7</w:t>
            </w:r>
            <w:r w:rsidRPr="00E062F1">
              <w:rPr>
                <w:rFonts w:cs="Arial"/>
                <w:lang w:eastAsia="zh-CN"/>
              </w:rPr>
              <w:t>9</w:t>
            </w:r>
            <w:r w:rsidRPr="00E062F1">
              <w:rPr>
                <w:rFonts w:cs="Arial"/>
                <w:lang w:eastAsia="ja-JP"/>
              </w:rPr>
              <w:t>C</w:t>
            </w:r>
          </w:p>
        </w:tc>
        <w:tc>
          <w:tcPr>
            <w:tcW w:w="1345" w:type="dxa"/>
            <w:tcBorders>
              <w:left w:val="single" w:sz="4" w:space="0" w:color="auto"/>
              <w:bottom w:val="nil"/>
              <w:right w:val="single" w:sz="4" w:space="0" w:color="auto"/>
            </w:tcBorders>
            <w:shd w:val="clear" w:color="auto" w:fill="auto"/>
          </w:tcPr>
          <w:p w14:paraId="7901539E" w14:textId="77777777" w:rsidR="00C25B7D" w:rsidRPr="005F427A" w:rsidRDefault="00C25B7D" w:rsidP="00C25B7D">
            <w:pPr>
              <w:pStyle w:val="TAC"/>
              <w:rPr>
                <w:rFonts w:eastAsiaTheme="minorEastAsia"/>
                <w:szCs w:val="18"/>
                <w:lang w:eastAsia="zh-CN"/>
              </w:rPr>
            </w:pPr>
            <w:r>
              <w:rPr>
                <w:rFonts w:hint="eastAsia"/>
                <w:szCs w:val="18"/>
                <w:lang w:eastAsia="zh-CN"/>
              </w:rPr>
              <w:t>0</w:t>
            </w:r>
          </w:p>
        </w:tc>
      </w:tr>
      <w:tr w:rsidR="00C25B7D" w:rsidRPr="00E062F1" w14:paraId="7CEA5C0D"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31CA231"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0C870952" w14:textId="77777777" w:rsidR="00C25B7D" w:rsidRPr="00E062F1" w:rsidRDefault="00C25B7D" w:rsidP="00C25B7D">
            <w:pPr>
              <w:pStyle w:val="TAC"/>
            </w:pPr>
          </w:p>
        </w:tc>
        <w:tc>
          <w:tcPr>
            <w:tcW w:w="737" w:type="dxa"/>
            <w:tcBorders>
              <w:left w:val="single" w:sz="4" w:space="0" w:color="auto"/>
              <w:right w:val="single" w:sz="4" w:space="0" w:color="auto"/>
            </w:tcBorders>
          </w:tcPr>
          <w:p w14:paraId="337D4843" w14:textId="77777777" w:rsidR="00C25B7D" w:rsidRPr="00E062F1" w:rsidRDefault="00C25B7D" w:rsidP="00C25B7D">
            <w:pPr>
              <w:pStyle w:val="TAC"/>
            </w:pPr>
            <w:r w:rsidRPr="00E062F1">
              <w:rPr>
                <w:lang w:eastAsia="zh-CN"/>
              </w:rPr>
              <w:t>n257</w:t>
            </w:r>
          </w:p>
        </w:tc>
        <w:tc>
          <w:tcPr>
            <w:tcW w:w="671" w:type="dxa"/>
            <w:tcBorders>
              <w:top w:val="single" w:sz="4" w:space="0" w:color="auto"/>
              <w:left w:val="single" w:sz="4" w:space="0" w:color="auto"/>
              <w:bottom w:val="single" w:sz="4" w:space="0" w:color="auto"/>
              <w:right w:val="single" w:sz="4" w:space="0" w:color="auto"/>
            </w:tcBorders>
          </w:tcPr>
          <w:p w14:paraId="77D6DF84"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0949B727"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C0411BB"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73292678"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CB5CD65"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59562A6"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EF654AB"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B1B0036" w14:textId="77777777" w:rsidR="00C25B7D" w:rsidRPr="00E062F1" w:rsidRDefault="00C25B7D" w:rsidP="00C25B7D">
            <w:pPr>
              <w:pStyle w:val="TAC"/>
              <w:rPr>
                <w:rFonts w:cs="Arial"/>
                <w:lang w:eastAsia="zh-CN"/>
              </w:rPr>
            </w:pPr>
            <w:r>
              <w:rPr>
                <w:rFonts w:cs="Arial" w:hint="eastAsia"/>
                <w:lang w:eastAsia="zh-CN"/>
              </w:rPr>
              <w:t>Yes</w:t>
            </w:r>
          </w:p>
        </w:tc>
        <w:tc>
          <w:tcPr>
            <w:tcW w:w="671" w:type="dxa"/>
            <w:tcBorders>
              <w:top w:val="single" w:sz="4" w:space="0" w:color="auto"/>
              <w:left w:val="single" w:sz="4" w:space="0" w:color="auto"/>
              <w:bottom w:val="single" w:sz="4" w:space="0" w:color="auto"/>
              <w:right w:val="single" w:sz="4" w:space="0" w:color="auto"/>
            </w:tcBorders>
          </w:tcPr>
          <w:p w14:paraId="25E3D429"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04EF9BE"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0CFC77C"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1E24DB9B"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070990F2"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150A39E8" w14:textId="77777777" w:rsidR="00C25B7D" w:rsidRPr="00E062F1" w:rsidRDefault="00C25B7D" w:rsidP="00C25B7D">
            <w:pPr>
              <w:pStyle w:val="TAC"/>
              <w:rPr>
                <w:rFonts w:cs="Arial"/>
                <w:lang w:eastAsia="zh-CN"/>
              </w:rPr>
            </w:pPr>
            <w:r>
              <w:rPr>
                <w:rFonts w:cs="Arial"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445C3047" w14:textId="77777777" w:rsidR="00C25B7D" w:rsidRPr="00E062F1" w:rsidRDefault="00C25B7D" w:rsidP="00C25B7D">
            <w:pPr>
              <w:pStyle w:val="TAC"/>
              <w:rPr>
                <w:rFonts w:cs="Arial"/>
                <w:lang w:eastAsia="zh-CN"/>
              </w:rPr>
            </w:pPr>
            <w:r>
              <w:rPr>
                <w:rFonts w:cs="Arial" w:hint="eastAsia"/>
                <w:lang w:eastAsia="zh-CN"/>
              </w:rPr>
              <w:t>400</w:t>
            </w:r>
          </w:p>
        </w:tc>
        <w:tc>
          <w:tcPr>
            <w:tcW w:w="1345" w:type="dxa"/>
            <w:tcBorders>
              <w:top w:val="nil"/>
              <w:left w:val="single" w:sz="4" w:space="0" w:color="auto"/>
              <w:bottom w:val="single" w:sz="4" w:space="0" w:color="auto"/>
              <w:right w:val="single" w:sz="4" w:space="0" w:color="auto"/>
            </w:tcBorders>
            <w:shd w:val="clear" w:color="auto" w:fill="auto"/>
          </w:tcPr>
          <w:p w14:paraId="1FB4FA13" w14:textId="77777777" w:rsidR="00C25B7D" w:rsidRPr="00E062F1" w:rsidRDefault="00C25B7D" w:rsidP="00C25B7D">
            <w:pPr>
              <w:pStyle w:val="TAC"/>
              <w:rPr>
                <w:rFonts w:eastAsia="Yu Mincho"/>
                <w:szCs w:val="18"/>
              </w:rPr>
            </w:pPr>
          </w:p>
        </w:tc>
      </w:tr>
      <w:tr w:rsidR="00C25B7D" w:rsidRPr="00E062F1" w14:paraId="3EE7A24D"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45DA64EB" w14:textId="77777777" w:rsidR="00C25B7D" w:rsidRPr="00E062F1" w:rsidRDefault="00C25B7D" w:rsidP="00C25B7D">
            <w:pPr>
              <w:pStyle w:val="TAC"/>
            </w:pPr>
            <w:r w:rsidRPr="00E062F1">
              <w:t>CA_n</w:t>
            </w:r>
            <w:r w:rsidRPr="00E062F1">
              <w:rPr>
                <w:lang w:eastAsia="zh-CN"/>
              </w:rPr>
              <w:t>79C</w:t>
            </w:r>
            <w:r w:rsidRPr="00E062F1">
              <w:t>-n</w:t>
            </w:r>
            <w:r w:rsidRPr="00E062F1">
              <w:rPr>
                <w:lang w:eastAsia="zh-CN"/>
              </w:rPr>
              <w:t>257D</w:t>
            </w:r>
          </w:p>
        </w:tc>
        <w:tc>
          <w:tcPr>
            <w:tcW w:w="1232" w:type="dxa"/>
            <w:tcBorders>
              <w:left w:val="single" w:sz="4" w:space="0" w:color="auto"/>
              <w:bottom w:val="nil"/>
              <w:right w:val="single" w:sz="4" w:space="0" w:color="auto"/>
            </w:tcBorders>
            <w:shd w:val="clear" w:color="auto" w:fill="auto"/>
          </w:tcPr>
          <w:p w14:paraId="665E717F" w14:textId="77777777" w:rsidR="00C25B7D" w:rsidRPr="00E062F1" w:rsidRDefault="00C25B7D" w:rsidP="00C25B7D">
            <w:pPr>
              <w:pStyle w:val="TAC"/>
            </w:pPr>
            <w:r w:rsidRPr="00E062F1">
              <w:t>CA_n</w:t>
            </w:r>
            <w:r w:rsidRPr="00E062F1">
              <w:rPr>
                <w:lang w:eastAsia="zh-CN"/>
              </w:rPr>
              <w:t>79</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50350514" w14:textId="77777777" w:rsidR="00C25B7D" w:rsidRPr="00E062F1" w:rsidRDefault="00C25B7D" w:rsidP="00C25B7D">
            <w:pPr>
              <w:pStyle w:val="TAC"/>
              <w:rPr>
                <w:lang w:eastAsia="zh-CN"/>
              </w:rPr>
            </w:pPr>
            <w:r w:rsidRPr="00E062F1">
              <w:rPr>
                <w:rFonts w:eastAsia="Yu Mincho"/>
              </w:rPr>
              <w:t>n7</w:t>
            </w:r>
            <w:r w:rsidRPr="00E062F1">
              <w:rPr>
                <w:lang w:eastAsia="zh-CN"/>
              </w:rPr>
              <w:t>9</w:t>
            </w:r>
          </w:p>
        </w:tc>
        <w:tc>
          <w:tcPr>
            <w:tcW w:w="10073" w:type="dxa"/>
            <w:gridSpan w:val="18"/>
            <w:tcBorders>
              <w:left w:val="single" w:sz="4" w:space="0" w:color="auto"/>
              <w:right w:val="single" w:sz="4" w:space="0" w:color="auto"/>
            </w:tcBorders>
          </w:tcPr>
          <w:p w14:paraId="1D10B858" w14:textId="2363D865" w:rsidR="00C25B7D" w:rsidRPr="00E062F1" w:rsidRDefault="00C25B7D" w:rsidP="00C25B7D">
            <w:pPr>
              <w:pStyle w:val="TAC"/>
              <w:rPr>
                <w:rFonts w:cs="Arial"/>
                <w:lang w:eastAsia="zh-CN"/>
              </w:rPr>
            </w:pPr>
            <w:r w:rsidRPr="00E062F1">
              <w:rPr>
                <w:rFonts w:cs="Arial"/>
                <w:lang w:eastAsia="ja-JP"/>
              </w:rPr>
              <w:t>CA_n7</w:t>
            </w:r>
            <w:r w:rsidRPr="00E062F1">
              <w:rPr>
                <w:rFonts w:cs="Arial"/>
                <w:lang w:eastAsia="zh-CN"/>
              </w:rPr>
              <w:t>9</w:t>
            </w:r>
            <w:r w:rsidRPr="00E062F1">
              <w:rPr>
                <w:rFonts w:cs="Arial"/>
                <w:lang w:eastAsia="ja-JP"/>
              </w:rPr>
              <w:t>C</w:t>
            </w:r>
          </w:p>
        </w:tc>
        <w:tc>
          <w:tcPr>
            <w:tcW w:w="1345" w:type="dxa"/>
            <w:tcBorders>
              <w:left w:val="single" w:sz="4" w:space="0" w:color="auto"/>
              <w:bottom w:val="nil"/>
              <w:right w:val="single" w:sz="4" w:space="0" w:color="auto"/>
            </w:tcBorders>
            <w:shd w:val="clear" w:color="auto" w:fill="auto"/>
          </w:tcPr>
          <w:p w14:paraId="257CC6E9" w14:textId="77777777" w:rsidR="00C25B7D" w:rsidRPr="00E062F1" w:rsidRDefault="00C25B7D" w:rsidP="00C25B7D">
            <w:pPr>
              <w:pStyle w:val="TAC"/>
              <w:rPr>
                <w:szCs w:val="18"/>
                <w:lang w:eastAsia="zh-CN"/>
              </w:rPr>
            </w:pPr>
            <w:r w:rsidRPr="00E062F1">
              <w:rPr>
                <w:szCs w:val="18"/>
                <w:lang w:eastAsia="zh-CN"/>
              </w:rPr>
              <w:t>0</w:t>
            </w:r>
          </w:p>
        </w:tc>
      </w:tr>
      <w:tr w:rsidR="00C25B7D" w:rsidRPr="00E062F1" w14:paraId="426214FE"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574A2CA7"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539FE3D9" w14:textId="77777777" w:rsidR="00C25B7D" w:rsidRPr="00E062F1" w:rsidRDefault="00C25B7D" w:rsidP="00C25B7D">
            <w:pPr>
              <w:pStyle w:val="TAC"/>
            </w:pPr>
          </w:p>
        </w:tc>
        <w:tc>
          <w:tcPr>
            <w:tcW w:w="737" w:type="dxa"/>
            <w:tcBorders>
              <w:left w:val="single" w:sz="4" w:space="0" w:color="auto"/>
              <w:right w:val="single" w:sz="4" w:space="0" w:color="auto"/>
            </w:tcBorders>
          </w:tcPr>
          <w:p w14:paraId="37F4EC3A"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4A17323B" w14:textId="64723573" w:rsidR="00C25B7D" w:rsidRPr="00E062F1" w:rsidRDefault="00C25B7D" w:rsidP="00C25B7D">
            <w:pPr>
              <w:pStyle w:val="TAC"/>
              <w:rPr>
                <w:rFonts w:cs="Arial"/>
                <w:lang w:eastAsia="zh-CN"/>
              </w:rPr>
            </w:pPr>
            <w:r w:rsidRPr="00E062F1">
              <w:rPr>
                <w:rFonts w:cs="Arial"/>
                <w:lang w:eastAsia="ja-JP"/>
              </w:rPr>
              <w:t>CA_n257D</w:t>
            </w:r>
          </w:p>
        </w:tc>
        <w:tc>
          <w:tcPr>
            <w:tcW w:w="1345" w:type="dxa"/>
            <w:tcBorders>
              <w:top w:val="nil"/>
              <w:left w:val="single" w:sz="4" w:space="0" w:color="auto"/>
              <w:bottom w:val="single" w:sz="4" w:space="0" w:color="auto"/>
              <w:right w:val="single" w:sz="4" w:space="0" w:color="auto"/>
            </w:tcBorders>
            <w:shd w:val="clear" w:color="auto" w:fill="auto"/>
          </w:tcPr>
          <w:p w14:paraId="76EECE02" w14:textId="77777777" w:rsidR="00C25B7D" w:rsidRPr="00E062F1" w:rsidRDefault="00C25B7D" w:rsidP="00C25B7D">
            <w:pPr>
              <w:pStyle w:val="TAC"/>
              <w:rPr>
                <w:rFonts w:eastAsia="Yu Mincho"/>
                <w:szCs w:val="18"/>
              </w:rPr>
            </w:pPr>
          </w:p>
        </w:tc>
      </w:tr>
      <w:tr w:rsidR="00C25B7D" w:rsidRPr="00E062F1" w14:paraId="7B08E18D"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47CC2E43" w14:textId="77777777" w:rsidR="00C25B7D" w:rsidRPr="00E062F1" w:rsidRDefault="00C25B7D" w:rsidP="00C25B7D">
            <w:pPr>
              <w:pStyle w:val="TAC"/>
            </w:pPr>
            <w:r w:rsidRPr="00E062F1">
              <w:t>CA_n</w:t>
            </w:r>
            <w:r w:rsidRPr="00E062F1">
              <w:rPr>
                <w:lang w:eastAsia="zh-CN"/>
              </w:rPr>
              <w:t>79C</w:t>
            </w:r>
            <w:r w:rsidRPr="00E062F1">
              <w:t>-n</w:t>
            </w:r>
            <w:r w:rsidRPr="00E062F1">
              <w:rPr>
                <w:lang w:eastAsia="zh-CN"/>
              </w:rPr>
              <w:t>257E</w:t>
            </w:r>
          </w:p>
        </w:tc>
        <w:tc>
          <w:tcPr>
            <w:tcW w:w="1232" w:type="dxa"/>
            <w:tcBorders>
              <w:left w:val="single" w:sz="4" w:space="0" w:color="auto"/>
              <w:bottom w:val="nil"/>
              <w:right w:val="single" w:sz="4" w:space="0" w:color="auto"/>
            </w:tcBorders>
            <w:shd w:val="clear" w:color="auto" w:fill="auto"/>
          </w:tcPr>
          <w:p w14:paraId="7F179FF2" w14:textId="77777777" w:rsidR="00C25B7D" w:rsidRPr="00E062F1" w:rsidRDefault="00C25B7D" w:rsidP="00C25B7D">
            <w:pPr>
              <w:pStyle w:val="TAC"/>
            </w:pPr>
            <w:r w:rsidRPr="00E062F1">
              <w:t>CA_n</w:t>
            </w:r>
            <w:r w:rsidRPr="00E062F1">
              <w:rPr>
                <w:lang w:eastAsia="zh-CN"/>
              </w:rPr>
              <w:t>79</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485FFE6D" w14:textId="77777777" w:rsidR="00C25B7D" w:rsidRPr="00E062F1" w:rsidRDefault="00C25B7D" w:rsidP="00C25B7D">
            <w:pPr>
              <w:pStyle w:val="TAC"/>
              <w:rPr>
                <w:lang w:eastAsia="zh-CN"/>
              </w:rPr>
            </w:pPr>
            <w:r w:rsidRPr="00E062F1">
              <w:rPr>
                <w:rFonts w:eastAsia="Yu Mincho"/>
              </w:rPr>
              <w:t>n7</w:t>
            </w:r>
            <w:r w:rsidRPr="00E062F1">
              <w:rPr>
                <w:lang w:eastAsia="zh-CN"/>
              </w:rPr>
              <w:t>9</w:t>
            </w:r>
          </w:p>
        </w:tc>
        <w:tc>
          <w:tcPr>
            <w:tcW w:w="10073" w:type="dxa"/>
            <w:gridSpan w:val="18"/>
            <w:tcBorders>
              <w:left w:val="single" w:sz="4" w:space="0" w:color="auto"/>
              <w:right w:val="single" w:sz="4" w:space="0" w:color="auto"/>
            </w:tcBorders>
          </w:tcPr>
          <w:p w14:paraId="25B06AA6" w14:textId="4B852208" w:rsidR="00C25B7D" w:rsidRPr="00E062F1" w:rsidRDefault="00C25B7D" w:rsidP="00C25B7D">
            <w:pPr>
              <w:pStyle w:val="TAC"/>
              <w:rPr>
                <w:rFonts w:cs="Arial"/>
                <w:lang w:eastAsia="zh-CN"/>
              </w:rPr>
            </w:pPr>
            <w:r w:rsidRPr="00E062F1">
              <w:rPr>
                <w:rFonts w:cs="Arial"/>
                <w:lang w:eastAsia="ja-JP"/>
              </w:rPr>
              <w:t>CA_n7</w:t>
            </w:r>
            <w:r w:rsidRPr="00E062F1">
              <w:rPr>
                <w:rFonts w:cs="Arial"/>
                <w:lang w:eastAsia="zh-CN"/>
              </w:rPr>
              <w:t>9</w:t>
            </w:r>
            <w:r w:rsidRPr="00E062F1">
              <w:rPr>
                <w:rFonts w:cs="Arial"/>
                <w:lang w:eastAsia="ja-JP"/>
              </w:rPr>
              <w:t>C</w:t>
            </w:r>
          </w:p>
        </w:tc>
        <w:tc>
          <w:tcPr>
            <w:tcW w:w="1345" w:type="dxa"/>
            <w:tcBorders>
              <w:left w:val="single" w:sz="4" w:space="0" w:color="auto"/>
              <w:bottom w:val="nil"/>
              <w:right w:val="single" w:sz="4" w:space="0" w:color="auto"/>
            </w:tcBorders>
            <w:shd w:val="clear" w:color="auto" w:fill="auto"/>
          </w:tcPr>
          <w:p w14:paraId="7BF82DFB" w14:textId="77777777" w:rsidR="00C25B7D" w:rsidRPr="00E062F1" w:rsidRDefault="00C25B7D" w:rsidP="00C25B7D">
            <w:pPr>
              <w:pStyle w:val="TAC"/>
              <w:rPr>
                <w:szCs w:val="18"/>
                <w:lang w:eastAsia="zh-CN"/>
              </w:rPr>
            </w:pPr>
            <w:r w:rsidRPr="00E062F1">
              <w:rPr>
                <w:szCs w:val="18"/>
                <w:lang w:eastAsia="zh-CN"/>
              </w:rPr>
              <w:t>0</w:t>
            </w:r>
          </w:p>
        </w:tc>
      </w:tr>
      <w:tr w:rsidR="00C25B7D" w:rsidRPr="00E062F1" w14:paraId="03D0F741"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1EC1E9AB"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102DF9F3" w14:textId="77777777" w:rsidR="00C25B7D" w:rsidRPr="00E062F1" w:rsidRDefault="00C25B7D" w:rsidP="00C25B7D">
            <w:pPr>
              <w:pStyle w:val="TAC"/>
            </w:pPr>
          </w:p>
        </w:tc>
        <w:tc>
          <w:tcPr>
            <w:tcW w:w="737" w:type="dxa"/>
            <w:tcBorders>
              <w:left w:val="single" w:sz="4" w:space="0" w:color="auto"/>
              <w:right w:val="single" w:sz="4" w:space="0" w:color="auto"/>
            </w:tcBorders>
          </w:tcPr>
          <w:p w14:paraId="4EDA94ED"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32902409" w14:textId="4372DA0A" w:rsidR="00C25B7D" w:rsidRPr="00E062F1" w:rsidRDefault="00C25B7D" w:rsidP="00C25B7D">
            <w:pPr>
              <w:pStyle w:val="TAC"/>
              <w:rPr>
                <w:rFonts w:cs="Arial"/>
                <w:lang w:eastAsia="zh-CN"/>
              </w:rPr>
            </w:pPr>
            <w:r w:rsidRPr="00E062F1">
              <w:rPr>
                <w:rFonts w:cs="Arial"/>
                <w:lang w:eastAsia="ja-JP"/>
              </w:rPr>
              <w:t>CA_n257</w:t>
            </w:r>
            <w:r w:rsidRPr="00E062F1">
              <w:rPr>
                <w:rFonts w:cs="Arial"/>
                <w:szCs w:val="18"/>
                <w:lang w:eastAsia="zh-CN"/>
              </w:rPr>
              <w:t>E</w:t>
            </w:r>
          </w:p>
        </w:tc>
        <w:tc>
          <w:tcPr>
            <w:tcW w:w="1345" w:type="dxa"/>
            <w:tcBorders>
              <w:top w:val="nil"/>
              <w:left w:val="single" w:sz="4" w:space="0" w:color="auto"/>
              <w:bottom w:val="single" w:sz="4" w:space="0" w:color="auto"/>
              <w:right w:val="single" w:sz="4" w:space="0" w:color="auto"/>
            </w:tcBorders>
            <w:shd w:val="clear" w:color="auto" w:fill="auto"/>
          </w:tcPr>
          <w:p w14:paraId="5EC3423D" w14:textId="77777777" w:rsidR="00C25B7D" w:rsidRPr="00E062F1" w:rsidRDefault="00C25B7D" w:rsidP="00C25B7D">
            <w:pPr>
              <w:pStyle w:val="TAC"/>
              <w:rPr>
                <w:rFonts w:eastAsia="Yu Mincho"/>
                <w:szCs w:val="18"/>
              </w:rPr>
            </w:pPr>
          </w:p>
        </w:tc>
      </w:tr>
      <w:tr w:rsidR="00C25B7D" w:rsidRPr="00E062F1" w14:paraId="1C5CBB23"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02AA2AF8" w14:textId="77777777" w:rsidR="00C25B7D" w:rsidRPr="00E062F1" w:rsidRDefault="00C25B7D" w:rsidP="00C25B7D">
            <w:pPr>
              <w:pStyle w:val="TAC"/>
            </w:pPr>
            <w:r w:rsidRPr="00E062F1">
              <w:t>CA_n</w:t>
            </w:r>
            <w:r w:rsidRPr="00E062F1">
              <w:rPr>
                <w:lang w:eastAsia="zh-CN"/>
              </w:rPr>
              <w:t>79C</w:t>
            </w:r>
            <w:r w:rsidRPr="00E062F1">
              <w:t>-n</w:t>
            </w:r>
            <w:r w:rsidRPr="00E062F1">
              <w:rPr>
                <w:lang w:eastAsia="zh-CN"/>
              </w:rPr>
              <w:t>257F</w:t>
            </w:r>
          </w:p>
        </w:tc>
        <w:tc>
          <w:tcPr>
            <w:tcW w:w="1232" w:type="dxa"/>
            <w:tcBorders>
              <w:left w:val="single" w:sz="4" w:space="0" w:color="auto"/>
              <w:bottom w:val="nil"/>
              <w:right w:val="single" w:sz="4" w:space="0" w:color="auto"/>
            </w:tcBorders>
            <w:shd w:val="clear" w:color="auto" w:fill="auto"/>
          </w:tcPr>
          <w:p w14:paraId="553F21F7" w14:textId="77777777" w:rsidR="00C25B7D" w:rsidRPr="00E062F1" w:rsidRDefault="00C25B7D" w:rsidP="00C25B7D">
            <w:pPr>
              <w:pStyle w:val="TAC"/>
            </w:pPr>
            <w:r w:rsidRPr="00E062F1">
              <w:t>CA_n</w:t>
            </w:r>
            <w:r w:rsidRPr="00E062F1">
              <w:rPr>
                <w:lang w:eastAsia="zh-CN"/>
              </w:rPr>
              <w:t>79</w:t>
            </w:r>
            <w:r w:rsidRPr="00E062F1">
              <w:t>A-n</w:t>
            </w:r>
            <w:r w:rsidRPr="00E062F1">
              <w:rPr>
                <w:lang w:eastAsia="zh-CN"/>
              </w:rPr>
              <w:t>257</w:t>
            </w:r>
            <w:r w:rsidRPr="00E062F1">
              <w:t>A</w:t>
            </w:r>
          </w:p>
        </w:tc>
        <w:tc>
          <w:tcPr>
            <w:tcW w:w="737" w:type="dxa"/>
            <w:tcBorders>
              <w:left w:val="single" w:sz="4" w:space="0" w:color="auto"/>
              <w:right w:val="single" w:sz="4" w:space="0" w:color="auto"/>
            </w:tcBorders>
          </w:tcPr>
          <w:p w14:paraId="7206F192" w14:textId="77777777" w:rsidR="00C25B7D" w:rsidRPr="00E062F1" w:rsidRDefault="00C25B7D" w:rsidP="00C25B7D">
            <w:pPr>
              <w:pStyle w:val="TAC"/>
              <w:rPr>
                <w:lang w:eastAsia="zh-CN"/>
              </w:rPr>
            </w:pPr>
            <w:r w:rsidRPr="00E062F1">
              <w:rPr>
                <w:rFonts w:eastAsia="Yu Mincho"/>
              </w:rPr>
              <w:t>n7</w:t>
            </w:r>
            <w:r w:rsidRPr="00E062F1">
              <w:rPr>
                <w:lang w:eastAsia="zh-CN"/>
              </w:rPr>
              <w:t>9</w:t>
            </w:r>
          </w:p>
        </w:tc>
        <w:tc>
          <w:tcPr>
            <w:tcW w:w="10073" w:type="dxa"/>
            <w:gridSpan w:val="18"/>
            <w:tcBorders>
              <w:left w:val="single" w:sz="4" w:space="0" w:color="auto"/>
              <w:right w:val="single" w:sz="4" w:space="0" w:color="auto"/>
            </w:tcBorders>
          </w:tcPr>
          <w:p w14:paraId="0F6E7404" w14:textId="2D68DFFF" w:rsidR="00C25B7D" w:rsidRPr="00E062F1" w:rsidRDefault="00C25B7D" w:rsidP="00C25B7D">
            <w:pPr>
              <w:pStyle w:val="TAC"/>
              <w:rPr>
                <w:rFonts w:cs="Arial"/>
                <w:lang w:eastAsia="zh-CN"/>
              </w:rPr>
            </w:pPr>
            <w:r w:rsidRPr="00E062F1">
              <w:rPr>
                <w:rFonts w:cs="Arial"/>
                <w:lang w:eastAsia="ja-JP"/>
              </w:rPr>
              <w:t>CA_n7</w:t>
            </w:r>
            <w:r w:rsidRPr="00E062F1">
              <w:rPr>
                <w:rFonts w:cs="Arial"/>
                <w:lang w:eastAsia="zh-CN"/>
              </w:rPr>
              <w:t>9</w:t>
            </w:r>
            <w:r w:rsidRPr="00E062F1">
              <w:rPr>
                <w:rFonts w:cs="Arial"/>
                <w:lang w:eastAsia="ja-JP"/>
              </w:rPr>
              <w:t>C</w:t>
            </w:r>
          </w:p>
        </w:tc>
        <w:tc>
          <w:tcPr>
            <w:tcW w:w="1345" w:type="dxa"/>
            <w:tcBorders>
              <w:left w:val="single" w:sz="4" w:space="0" w:color="auto"/>
              <w:bottom w:val="nil"/>
              <w:right w:val="single" w:sz="4" w:space="0" w:color="auto"/>
            </w:tcBorders>
            <w:shd w:val="clear" w:color="auto" w:fill="auto"/>
          </w:tcPr>
          <w:p w14:paraId="1B65683D" w14:textId="77777777" w:rsidR="00C25B7D" w:rsidRPr="00E062F1" w:rsidRDefault="00C25B7D" w:rsidP="00C25B7D">
            <w:pPr>
              <w:pStyle w:val="TAC"/>
              <w:rPr>
                <w:szCs w:val="18"/>
                <w:lang w:eastAsia="zh-CN"/>
              </w:rPr>
            </w:pPr>
            <w:r w:rsidRPr="00E062F1">
              <w:rPr>
                <w:szCs w:val="18"/>
                <w:lang w:eastAsia="zh-CN"/>
              </w:rPr>
              <w:t>0</w:t>
            </w:r>
          </w:p>
        </w:tc>
      </w:tr>
      <w:tr w:rsidR="00C25B7D" w:rsidRPr="00E062F1" w14:paraId="790187D9" w14:textId="77777777" w:rsidTr="007D68F6">
        <w:trPr>
          <w:trHeight w:val="187"/>
          <w:jc w:val="center"/>
        </w:trPr>
        <w:tc>
          <w:tcPr>
            <w:tcW w:w="1087" w:type="dxa"/>
            <w:tcBorders>
              <w:top w:val="nil"/>
              <w:left w:val="single" w:sz="4" w:space="0" w:color="auto"/>
              <w:bottom w:val="single" w:sz="4" w:space="0" w:color="auto"/>
              <w:right w:val="single" w:sz="4" w:space="0" w:color="auto"/>
            </w:tcBorders>
            <w:shd w:val="clear" w:color="auto" w:fill="auto"/>
          </w:tcPr>
          <w:p w14:paraId="2C83F26D" w14:textId="77777777" w:rsidR="00C25B7D" w:rsidRPr="00E062F1" w:rsidRDefault="00C25B7D" w:rsidP="00C25B7D">
            <w:pPr>
              <w:pStyle w:val="TAC"/>
              <w:rPr>
                <w:lang w:eastAsia="zh-CN"/>
              </w:rPr>
            </w:pPr>
          </w:p>
        </w:tc>
        <w:tc>
          <w:tcPr>
            <w:tcW w:w="1232" w:type="dxa"/>
            <w:tcBorders>
              <w:top w:val="nil"/>
              <w:left w:val="single" w:sz="4" w:space="0" w:color="auto"/>
              <w:bottom w:val="single" w:sz="4" w:space="0" w:color="auto"/>
              <w:right w:val="single" w:sz="4" w:space="0" w:color="auto"/>
            </w:tcBorders>
            <w:shd w:val="clear" w:color="auto" w:fill="auto"/>
          </w:tcPr>
          <w:p w14:paraId="5CF808BA" w14:textId="77777777" w:rsidR="00C25B7D" w:rsidRPr="00E062F1" w:rsidRDefault="00C25B7D" w:rsidP="00C25B7D">
            <w:pPr>
              <w:pStyle w:val="TAC"/>
            </w:pPr>
          </w:p>
        </w:tc>
        <w:tc>
          <w:tcPr>
            <w:tcW w:w="737" w:type="dxa"/>
            <w:tcBorders>
              <w:left w:val="single" w:sz="4" w:space="0" w:color="auto"/>
              <w:right w:val="single" w:sz="4" w:space="0" w:color="auto"/>
            </w:tcBorders>
          </w:tcPr>
          <w:p w14:paraId="3273AC33" w14:textId="77777777" w:rsidR="00C25B7D" w:rsidRPr="00E062F1" w:rsidRDefault="00C25B7D" w:rsidP="00C25B7D">
            <w:pPr>
              <w:pStyle w:val="TAC"/>
              <w:rPr>
                <w:lang w:eastAsia="zh-CN"/>
              </w:rPr>
            </w:pPr>
            <w:r w:rsidRPr="00E062F1">
              <w:rPr>
                <w:lang w:eastAsia="zh-CN"/>
              </w:rPr>
              <w:t>n257</w:t>
            </w:r>
          </w:p>
        </w:tc>
        <w:tc>
          <w:tcPr>
            <w:tcW w:w="10073" w:type="dxa"/>
            <w:gridSpan w:val="18"/>
            <w:tcBorders>
              <w:left w:val="single" w:sz="4" w:space="0" w:color="auto"/>
              <w:right w:val="single" w:sz="4" w:space="0" w:color="auto"/>
            </w:tcBorders>
          </w:tcPr>
          <w:p w14:paraId="1AA1F832" w14:textId="6CC56778" w:rsidR="00C25B7D" w:rsidRPr="00E062F1" w:rsidRDefault="00C25B7D" w:rsidP="00C25B7D">
            <w:pPr>
              <w:pStyle w:val="TAC"/>
              <w:rPr>
                <w:rFonts w:cs="Arial"/>
                <w:lang w:eastAsia="zh-CN"/>
              </w:rPr>
            </w:pPr>
            <w:r w:rsidRPr="00E062F1">
              <w:rPr>
                <w:rFonts w:cs="Arial"/>
                <w:lang w:eastAsia="ja-JP"/>
              </w:rPr>
              <w:t>CA_n257</w:t>
            </w:r>
            <w:r w:rsidRPr="00E062F1">
              <w:rPr>
                <w:rFonts w:cs="Arial"/>
                <w:szCs w:val="18"/>
                <w:lang w:eastAsia="zh-CN"/>
              </w:rPr>
              <w:t>F</w:t>
            </w:r>
          </w:p>
        </w:tc>
        <w:tc>
          <w:tcPr>
            <w:tcW w:w="1345" w:type="dxa"/>
            <w:tcBorders>
              <w:top w:val="nil"/>
              <w:left w:val="single" w:sz="4" w:space="0" w:color="auto"/>
              <w:bottom w:val="single" w:sz="4" w:space="0" w:color="auto"/>
              <w:right w:val="single" w:sz="4" w:space="0" w:color="auto"/>
            </w:tcBorders>
            <w:shd w:val="clear" w:color="auto" w:fill="auto"/>
          </w:tcPr>
          <w:p w14:paraId="52BB5D92" w14:textId="77777777" w:rsidR="00C25B7D" w:rsidRPr="00E062F1" w:rsidRDefault="00C25B7D" w:rsidP="00C25B7D">
            <w:pPr>
              <w:pStyle w:val="TAC"/>
              <w:rPr>
                <w:rFonts w:eastAsia="Yu Mincho"/>
                <w:szCs w:val="18"/>
              </w:rPr>
            </w:pPr>
          </w:p>
        </w:tc>
      </w:tr>
      <w:tr w:rsidR="00C25B7D" w:rsidRPr="00E062F1" w14:paraId="61C6EF83" w14:textId="77777777" w:rsidTr="007D68F6">
        <w:trPr>
          <w:trHeight w:val="187"/>
          <w:jc w:val="center"/>
        </w:trPr>
        <w:tc>
          <w:tcPr>
            <w:tcW w:w="1087" w:type="dxa"/>
            <w:tcBorders>
              <w:left w:val="single" w:sz="4" w:space="0" w:color="auto"/>
              <w:bottom w:val="nil"/>
              <w:right w:val="single" w:sz="4" w:space="0" w:color="auto"/>
            </w:tcBorders>
            <w:shd w:val="clear" w:color="auto" w:fill="auto"/>
          </w:tcPr>
          <w:p w14:paraId="684776A2" w14:textId="77777777" w:rsidR="00C25B7D" w:rsidRPr="00E062F1" w:rsidRDefault="00C25B7D" w:rsidP="00C25B7D">
            <w:pPr>
              <w:pStyle w:val="TAC"/>
            </w:pPr>
            <w:r w:rsidRPr="00E062F1">
              <w:t>CA_n</w:t>
            </w:r>
            <w:r w:rsidRPr="00E062F1">
              <w:rPr>
                <w:lang w:eastAsia="zh-CN"/>
              </w:rPr>
              <w:t>79A</w:t>
            </w:r>
            <w:r w:rsidRPr="00E062F1">
              <w:t>-n</w:t>
            </w:r>
            <w:r w:rsidRPr="00E062F1">
              <w:rPr>
                <w:lang w:eastAsia="zh-CN"/>
              </w:rPr>
              <w:t>258A</w:t>
            </w:r>
          </w:p>
        </w:tc>
        <w:tc>
          <w:tcPr>
            <w:tcW w:w="1232" w:type="dxa"/>
            <w:tcBorders>
              <w:left w:val="single" w:sz="4" w:space="0" w:color="auto"/>
              <w:bottom w:val="nil"/>
              <w:right w:val="single" w:sz="4" w:space="0" w:color="auto"/>
            </w:tcBorders>
            <w:shd w:val="clear" w:color="auto" w:fill="auto"/>
          </w:tcPr>
          <w:p w14:paraId="189F1938" w14:textId="77777777" w:rsidR="00C25B7D" w:rsidRPr="00E062F1" w:rsidRDefault="00C25B7D" w:rsidP="00C25B7D">
            <w:pPr>
              <w:pStyle w:val="TAC"/>
            </w:pPr>
            <w:r w:rsidRPr="00E062F1">
              <w:rPr>
                <w:lang w:eastAsia="zh-CN"/>
              </w:rPr>
              <w:t>-</w:t>
            </w:r>
          </w:p>
        </w:tc>
        <w:tc>
          <w:tcPr>
            <w:tcW w:w="737" w:type="dxa"/>
            <w:tcBorders>
              <w:left w:val="single" w:sz="4" w:space="0" w:color="auto"/>
              <w:right w:val="single" w:sz="4" w:space="0" w:color="auto"/>
            </w:tcBorders>
          </w:tcPr>
          <w:p w14:paraId="2A973031" w14:textId="77777777" w:rsidR="00C25B7D" w:rsidRPr="00E062F1" w:rsidRDefault="00C25B7D" w:rsidP="00C25B7D">
            <w:pPr>
              <w:pStyle w:val="TAC"/>
            </w:pPr>
            <w:r w:rsidRPr="00E062F1">
              <w:rPr>
                <w:lang w:eastAsia="zh-CN"/>
              </w:rPr>
              <w:t>n79</w:t>
            </w:r>
          </w:p>
        </w:tc>
        <w:tc>
          <w:tcPr>
            <w:tcW w:w="671" w:type="dxa"/>
            <w:tcBorders>
              <w:top w:val="single" w:sz="4" w:space="0" w:color="auto"/>
              <w:left w:val="single" w:sz="4" w:space="0" w:color="auto"/>
              <w:bottom w:val="single" w:sz="4" w:space="0" w:color="auto"/>
              <w:right w:val="single" w:sz="4" w:space="0" w:color="auto"/>
            </w:tcBorders>
          </w:tcPr>
          <w:p w14:paraId="4FAC64D6"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23A544D4"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64E3FC0"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52F06E35"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CC0CFB4"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3BED0E2C"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045897A" w14:textId="77777777" w:rsidR="00C25B7D" w:rsidRPr="00E062F1" w:rsidRDefault="00C25B7D" w:rsidP="00C25B7D">
            <w:pPr>
              <w:pStyle w:val="TAC"/>
              <w:rPr>
                <w:szCs w:val="18"/>
                <w:lang w:eastAsia="zh-CN"/>
              </w:rPr>
            </w:pPr>
            <w:r>
              <w:rPr>
                <w:rFonts w:hint="eastAsia"/>
                <w:szCs w:val="18"/>
                <w:lang w:eastAsia="zh-CN"/>
              </w:rPr>
              <w:t>40</w:t>
            </w:r>
          </w:p>
        </w:tc>
        <w:tc>
          <w:tcPr>
            <w:tcW w:w="671" w:type="dxa"/>
            <w:tcBorders>
              <w:top w:val="single" w:sz="4" w:space="0" w:color="auto"/>
              <w:left w:val="single" w:sz="4" w:space="0" w:color="auto"/>
              <w:bottom w:val="single" w:sz="4" w:space="0" w:color="auto"/>
              <w:right w:val="single" w:sz="4" w:space="0" w:color="auto"/>
            </w:tcBorders>
          </w:tcPr>
          <w:p w14:paraId="56B7B87A"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12D1222" w14:textId="77777777" w:rsidR="00C25B7D" w:rsidRPr="00E062F1" w:rsidRDefault="00C25B7D" w:rsidP="00C25B7D">
            <w:pPr>
              <w:pStyle w:val="TAC"/>
              <w:rPr>
                <w:lang w:eastAsia="zh-CN"/>
              </w:rPr>
            </w:pPr>
            <w:r>
              <w:rPr>
                <w:rFonts w:hint="eastAsia"/>
                <w:lang w:eastAsia="zh-CN"/>
              </w:rPr>
              <w:t>60</w:t>
            </w:r>
          </w:p>
        </w:tc>
        <w:tc>
          <w:tcPr>
            <w:tcW w:w="671" w:type="dxa"/>
            <w:tcBorders>
              <w:top w:val="single" w:sz="4" w:space="0" w:color="auto"/>
              <w:left w:val="single" w:sz="4" w:space="0" w:color="auto"/>
              <w:bottom w:val="single" w:sz="4" w:space="0" w:color="auto"/>
              <w:right w:val="single" w:sz="4" w:space="0" w:color="auto"/>
            </w:tcBorders>
          </w:tcPr>
          <w:p w14:paraId="191D9F2F"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20709914" w14:textId="77777777" w:rsidR="00C25B7D" w:rsidRPr="00E062F1" w:rsidRDefault="00C25B7D" w:rsidP="00C25B7D">
            <w:pPr>
              <w:pStyle w:val="TAC"/>
              <w:rPr>
                <w:lang w:eastAsia="zh-CN"/>
              </w:rPr>
            </w:pPr>
            <w:r>
              <w:rPr>
                <w:rFonts w:hint="eastAsia"/>
                <w:lang w:eastAsia="zh-CN"/>
              </w:rPr>
              <w:t>80</w:t>
            </w:r>
          </w:p>
        </w:tc>
        <w:tc>
          <w:tcPr>
            <w:tcW w:w="671" w:type="dxa"/>
            <w:tcBorders>
              <w:top w:val="single" w:sz="4" w:space="0" w:color="auto"/>
              <w:left w:val="single" w:sz="4" w:space="0" w:color="auto"/>
              <w:bottom w:val="single" w:sz="4" w:space="0" w:color="auto"/>
              <w:right w:val="single" w:sz="4" w:space="0" w:color="auto"/>
            </w:tcBorders>
          </w:tcPr>
          <w:p w14:paraId="1AAD674A"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09603F41"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4C674B06" w14:textId="77777777" w:rsidR="00C25B7D" w:rsidRPr="00E062F1" w:rsidRDefault="00C25B7D" w:rsidP="00C25B7D">
            <w:pPr>
              <w:pStyle w:val="TAC"/>
              <w:rPr>
                <w:rFonts w:cs="Arial"/>
                <w:lang w:eastAsia="ja-JP"/>
              </w:rPr>
            </w:pPr>
          </w:p>
        </w:tc>
        <w:tc>
          <w:tcPr>
            <w:tcW w:w="677" w:type="dxa"/>
            <w:tcBorders>
              <w:top w:val="single" w:sz="4" w:space="0" w:color="auto"/>
              <w:left w:val="single" w:sz="4" w:space="0" w:color="auto"/>
              <w:bottom w:val="single" w:sz="4" w:space="0" w:color="auto"/>
              <w:right w:val="single" w:sz="4" w:space="0" w:color="auto"/>
            </w:tcBorders>
          </w:tcPr>
          <w:p w14:paraId="31B5F7AD" w14:textId="77777777" w:rsidR="00C25B7D" w:rsidRPr="00E062F1" w:rsidRDefault="00C25B7D" w:rsidP="00C25B7D">
            <w:pPr>
              <w:pStyle w:val="TAC"/>
              <w:rPr>
                <w:rFonts w:cs="Arial"/>
                <w:lang w:eastAsia="ja-JP"/>
              </w:rPr>
            </w:pPr>
          </w:p>
        </w:tc>
        <w:tc>
          <w:tcPr>
            <w:tcW w:w="1345" w:type="dxa"/>
            <w:tcBorders>
              <w:left w:val="single" w:sz="4" w:space="0" w:color="auto"/>
              <w:bottom w:val="nil"/>
              <w:right w:val="single" w:sz="4" w:space="0" w:color="auto"/>
            </w:tcBorders>
            <w:shd w:val="clear" w:color="auto" w:fill="auto"/>
          </w:tcPr>
          <w:p w14:paraId="2CEB812A" w14:textId="77777777" w:rsidR="00C25B7D" w:rsidRPr="005F427A" w:rsidRDefault="00C25B7D" w:rsidP="00C25B7D">
            <w:pPr>
              <w:pStyle w:val="TAC"/>
              <w:rPr>
                <w:rFonts w:eastAsiaTheme="minorEastAsia"/>
                <w:szCs w:val="18"/>
                <w:lang w:eastAsia="zh-CN"/>
              </w:rPr>
            </w:pPr>
            <w:r>
              <w:rPr>
                <w:rFonts w:hint="eastAsia"/>
                <w:szCs w:val="18"/>
                <w:lang w:eastAsia="zh-CN"/>
              </w:rPr>
              <w:t>0</w:t>
            </w:r>
          </w:p>
        </w:tc>
      </w:tr>
      <w:tr w:rsidR="00C25B7D" w:rsidRPr="00E062F1" w14:paraId="15738C57" w14:textId="77777777" w:rsidTr="007D68F6">
        <w:trPr>
          <w:trHeight w:val="187"/>
          <w:jc w:val="center"/>
        </w:trPr>
        <w:tc>
          <w:tcPr>
            <w:tcW w:w="1087" w:type="dxa"/>
            <w:tcBorders>
              <w:top w:val="nil"/>
              <w:left w:val="single" w:sz="4" w:space="0" w:color="auto"/>
              <w:right w:val="single" w:sz="4" w:space="0" w:color="auto"/>
            </w:tcBorders>
            <w:shd w:val="clear" w:color="auto" w:fill="auto"/>
          </w:tcPr>
          <w:p w14:paraId="27DF6AD4" w14:textId="77777777" w:rsidR="00C25B7D" w:rsidRPr="00E062F1" w:rsidRDefault="00C25B7D" w:rsidP="00C25B7D">
            <w:pPr>
              <w:pStyle w:val="TAC"/>
            </w:pPr>
          </w:p>
        </w:tc>
        <w:tc>
          <w:tcPr>
            <w:tcW w:w="1232" w:type="dxa"/>
            <w:tcBorders>
              <w:top w:val="nil"/>
              <w:left w:val="single" w:sz="4" w:space="0" w:color="auto"/>
              <w:right w:val="single" w:sz="4" w:space="0" w:color="auto"/>
            </w:tcBorders>
            <w:shd w:val="clear" w:color="auto" w:fill="auto"/>
          </w:tcPr>
          <w:p w14:paraId="4112129E" w14:textId="77777777" w:rsidR="00C25B7D" w:rsidRPr="00E062F1" w:rsidRDefault="00C25B7D" w:rsidP="00C25B7D">
            <w:pPr>
              <w:pStyle w:val="TAC"/>
            </w:pPr>
          </w:p>
        </w:tc>
        <w:tc>
          <w:tcPr>
            <w:tcW w:w="737" w:type="dxa"/>
            <w:tcBorders>
              <w:left w:val="single" w:sz="4" w:space="0" w:color="auto"/>
              <w:right w:val="single" w:sz="4" w:space="0" w:color="auto"/>
            </w:tcBorders>
          </w:tcPr>
          <w:p w14:paraId="6D611BCD" w14:textId="77777777" w:rsidR="00C25B7D" w:rsidRPr="00E062F1" w:rsidRDefault="00C25B7D" w:rsidP="00C25B7D">
            <w:pPr>
              <w:pStyle w:val="TAC"/>
            </w:pPr>
            <w:r w:rsidRPr="00E062F1">
              <w:rPr>
                <w:lang w:eastAsia="zh-CN"/>
              </w:rPr>
              <w:t>n258</w:t>
            </w:r>
          </w:p>
        </w:tc>
        <w:tc>
          <w:tcPr>
            <w:tcW w:w="671" w:type="dxa"/>
            <w:tcBorders>
              <w:top w:val="single" w:sz="4" w:space="0" w:color="auto"/>
              <w:left w:val="single" w:sz="4" w:space="0" w:color="auto"/>
              <w:bottom w:val="single" w:sz="4" w:space="0" w:color="auto"/>
              <w:right w:val="single" w:sz="4" w:space="0" w:color="auto"/>
            </w:tcBorders>
          </w:tcPr>
          <w:p w14:paraId="2B10716E" w14:textId="77777777" w:rsidR="00C25B7D" w:rsidRPr="00E062F1" w:rsidRDefault="00C25B7D" w:rsidP="00C25B7D">
            <w:pPr>
              <w:pStyle w:val="TAC"/>
              <w:rPr>
                <w:szCs w:val="18"/>
              </w:rPr>
            </w:pPr>
          </w:p>
        </w:tc>
        <w:tc>
          <w:tcPr>
            <w:tcW w:w="673" w:type="dxa"/>
            <w:tcBorders>
              <w:top w:val="single" w:sz="4" w:space="0" w:color="auto"/>
              <w:left w:val="single" w:sz="4" w:space="0" w:color="auto"/>
              <w:bottom w:val="single" w:sz="4" w:space="0" w:color="auto"/>
              <w:right w:val="single" w:sz="4" w:space="0" w:color="auto"/>
            </w:tcBorders>
          </w:tcPr>
          <w:p w14:paraId="30DC4641"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D7FF56C" w14:textId="77777777" w:rsidR="00C25B7D" w:rsidRPr="00E062F1" w:rsidRDefault="00C25B7D" w:rsidP="00C25B7D">
            <w:pPr>
              <w:pStyle w:val="TAC"/>
              <w:rPr>
                <w:rFonts w:eastAsia="Yu Mincho"/>
                <w:szCs w:val="18"/>
              </w:rPr>
            </w:pPr>
          </w:p>
        </w:tc>
        <w:tc>
          <w:tcPr>
            <w:tcW w:w="671" w:type="dxa"/>
            <w:gridSpan w:val="2"/>
            <w:tcBorders>
              <w:top w:val="single" w:sz="4" w:space="0" w:color="auto"/>
              <w:left w:val="single" w:sz="4" w:space="0" w:color="auto"/>
              <w:bottom w:val="single" w:sz="4" w:space="0" w:color="auto"/>
              <w:right w:val="single" w:sz="4" w:space="0" w:color="auto"/>
            </w:tcBorders>
          </w:tcPr>
          <w:p w14:paraId="00F6E07E" w14:textId="77777777" w:rsidR="00C25B7D" w:rsidRPr="00E062F1" w:rsidRDefault="00C25B7D" w:rsidP="00C25B7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A0EF45A" w14:textId="77777777" w:rsidR="00C25B7D" w:rsidRPr="00E062F1" w:rsidRDefault="00C25B7D" w:rsidP="00C25B7D">
            <w:pPr>
              <w:pStyle w:val="TAC"/>
              <w:rPr>
                <w:szCs w:val="18"/>
                <w:lang w:eastAsia="zh-CN"/>
              </w:rPr>
            </w:pPr>
          </w:p>
        </w:tc>
        <w:tc>
          <w:tcPr>
            <w:tcW w:w="671" w:type="dxa"/>
            <w:gridSpan w:val="2"/>
            <w:tcBorders>
              <w:top w:val="single" w:sz="4" w:space="0" w:color="auto"/>
              <w:left w:val="single" w:sz="4" w:space="0" w:color="auto"/>
              <w:bottom w:val="single" w:sz="4" w:space="0" w:color="auto"/>
              <w:right w:val="single" w:sz="4" w:space="0" w:color="auto"/>
            </w:tcBorders>
          </w:tcPr>
          <w:p w14:paraId="4AC0EB79"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61670EF" w14:textId="77777777" w:rsidR="00C25B7D" w:rsidRPr="00E062F1" w:rsidRDefault="00C25B7D" w:rsidP="00C25B7D">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5F77F9B" w14:textId="77777777" w:rsidR="00C25B7D" w:rsidRPr="00E062F1" w:rsidRDefault="00C25B7D" w:rsidP="00C25B7D">
            <w:pPr>
              <w:pStyle w:val="TAC"/>
              <w:rPr>
                <w:rFonts w:cs="Arial"/>
                <w:lang w:eastAsia="zh-CN"/>
              </w:rPr>
            </w:pPr>
            <w:r>
              <w:rPr>
                <w:rFonts w:cs="Arial" w:hint="eastAsia"/>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2E71DAD"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776A2A72"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3EEB44E3" w14:textId="77777777" w:rsidR="00C25B7D" w:rsidRPr="00E062F1" w:rsidRDefault="00C25B7D" w:rsidP="00C25B7D">
            <w:pPr>
              <w:pStyle w:val="TAC"/>
              <w:rPr>
                <w:lang w:eastAsia="zh-CN"/>
              </w:rPr>
            </w:pPr>
          </w:p>
        </w:tc>
        <w:tc>
          <w:tcPr>
            <w:tcW w:w="671" w:type="dxa"/>
            <w:tcBorders>
              <w:top w:val="single" w:sz="4" w:space="0" w:color="auto"/>
              <w:left w:val="single" w:sz="4" w:space="0" w:color="auto"/>
              <w:bottom w:val="single" w:sz="4" w:space="0" w:color="auto"/>
              <w:right w:val="single" w:sz="4" w:space="0" w:color="auto"/>
            </w:tcBorders>
          </w:tcPr>
          <w:p w14:paraId="62BE9167" w14:textId="77777777" w:rsidR="00C25B7D" w:rsidRPr="00E062F1" w:rsidRDefault="00C25B7D" w:rsidP="00C25B7D">
            <w:pPr>
              <w:pStyle w:val="TAC"/>
              <w:rPr>
                <w:rFonts w:cs="Arial"/>
                <w:lang w:eastAsia="zh-CN"/>
              </w:rPr>
            </w:pPr>
          </w:p>
        </w:tc>
        <w:tc>
          <w:tcPr>
            <w:tcW w:w="671" w:type="dxa"/>
            <w:tcBorders>
              <w:top w:val="single" w:sz="4" w:space="0" w:color="auto"/>
              <w:left w:val="single" w:sz="4" w:space="0" w:color="auto"/>
              <w:bottom w:val="single" w:sz="4" w:space="0" w:color="auto"/>
              <w:right w:val="single" w:sz="4" w:space="0" w:color="auto"/>
            </w:tcBorders>
          </w:tcPr>
          <w:p w14:paraId="43DD0D8F" w14:textId="77777777" w:rsidR="00C25B7D" w:rsidRPr="00E062F1" w:rsidRDefault="00C25B7D" w:rsidP="00C25B7D">
            <w:pPr>
              <w:pStyle w:val="TAC"/>
              <w:rPr>
                <w:rFonts w:cs="Arial"/>
                <w:lang w:eastAsia="zh-CN"/>
              </w:rPr>
            </w:pPr>
            <w:r>
              <w:rPr>
                <w:rFonts w:cs="Arial" w:hint="eastAsia"/>
                <w:lang w:eastAsia="zh-CN"/>
              </w:rPr>
              <w:t>100</w:t>
            </w:r>
          </w:p>
        </w:tc>
        <w:tc>
          <w:tcPr>
            <w:tcW w:w="671" w:type="dxa"/>
            <w:gridSpan w:val="2"/>
            <w:tcBorders>
              <w:top w:val="single" w:sz="4" w:space="0" w:color="auto"/>
              <w:left w:val="single" w:sz="4" w:space="0" w:color="auto"/>
              <w:bottom w:val="single" w:sz="4" w:space="0" w:color="auto"/>
              <w:right w:val="single" w:sz="4" w:space="0" w:color="auto"/>
            </w:tcBorders>
          </w:tcPr>
          <w:p w14:paraId="125E0B6E" w14:textId="77777777" w:rsidR="00C25B7D" w:rsidRPr="00E062F1" w:rsidRDefault="00C25B7D" w:rsidP="00C25B7D">
            <w:pPr>
              <w:pStyle w:val="TAC"/>
              <w:rPr>
                <w:rFonts w:cs="Arial"/>
                <w:lang w:eastAsia="zh-CN"/>
              </w:rPr>
            </w:pPr>
            <w:r>
              <w:rPr>
                <w:rFonts w:cs="Arial" w:hint="eastAsia"/>
                <w:lang w:eastAsia="zh-CN"/>
              </w:rPr>
              <w:t>200</w:t>
            </w:r>
          </w:p>
        </w:tc>
        <w:tc>
          <w:tcPr>
            <w:tcW w:w="677" w:type="dxa"/>
            <w:tcBorders>
              <w:top w:val="single" w:sz="4" w:space="0" w:color="auto"/>
              <w:left w:val="single" w:sz="4" w:space="0" w:color="auto"/>
              <w:bottom w:val="single" w:sz="4" w:space="0" w:color="auto"/>
              <w:right w:val="single" w:sz="4" w:space="0" w:color="auto"/>
            </w:tcBorders>
          </w:tcPr>
          <w:p w14:paraId="3CE944B1" w14:textId="77777777" w:rsidR="00C25B7D" w:rsidRPr="00E062F1" w:rsidRDefault="00C25B7D" w:rsidP="00C25B7D">
            <w:pPr>
              <w:pStyle w:val="TAC"/>
              <w:rPr>
                <w:rFonts w:cs="Arial"/>
                <w:lang w:eastAsia="zh-CN"/>
              </w:rPr>
            </w:pPr>
            <w:r>
              <w:rPr>
                <w:rFonts w:cs="Arial" w:hint="eastAsia"/>
                <w:lang w:eastAsia="zh-CN"/>
              </w:rPr>
              <w:t>400</w:t>
            </w:r>
          </w:p>
        </w:tc>
        <w:tc>
          <w:tcPr>
            <w:tcW w:w="1345" w:type="dxa"/>
            <w:tcBorders>
              <w:top w:val="nil"/>
              <w:left w:val="single" w:sz="4" w:space="0" w:color="auto"/>
              <w:right w:val="single" w:sz="4" w:space="0" w:color="auto"/>
            </w:tcBorders>
            <w:shd w:val="clear" w:color="auto" w:fill="auto"/>
          </w:tcPr>
          <w:p w14:paraId="5BFD09F3" w14:textId="77777777" w:rsidR="00C25B7D" w:rsidRPr="00E062F1" w:rsidRDefault="00C25B7D" w:rsidP="00C25B7D">
            <w:pPr>
              <w:pStyle w:val="TAC"/>
              <w:rPr>
                <w:rFonts w:eastAsia="Yu Mincho"/>
                <w:szCs w:val="18"/>
              </w:rPr>
            </w:pPr>
          </w:p>
        </w:tc>
      </w:tr>
      <w:tr w:rsidR="00160E44" w:rsidRPr="00E062F1" w14:paraId="20C7A03E" w14:textId="77777777" w:rsidTr="007D68F6">
        <w:trPr>
          <w:trHeight w:val="187"/>
          <w:jc w:val="center"/>
        </w:trPr>
        <w:tc>
          <w:tcPr>
            <w:tcW w:w="14474" w:type="dxa"/>
            <w:gridSpan w:val="22"/>
            <w:tcBorders>
              <w:top w:val="nil"/>
              <w:left w:val="single" w:sz="4" w:space="0" w:color="auto"/>
              <w:right w:val="single" w:sz="4" w:space="0" w:color="auto"/>
            </w:tcBorders>
            <w:shd w:val="clear" w:color="auto" w:fill="auto"/>
          </w:tcPr>
          <w:p w14:paraId="5C8E6070" w14:textId="77777777" w:rsidR="00160E44" w:rsidRPr="00E062F1" w:rsidRDefault="00160E44" w:rsidP="00160E44">
            <w:pPr>
              <w:pStyle w:val="TAN"/>
            </w:pPr>
            <w:r w:rsidRPr="00E062F1">
              <w:t xml:space="preserve">NOTE </w:t>
            </w:r>
            <w:r w:rsidRPr="00E062F1">
              <w:rPr>
                <w:lang w:eastAsia="zh-CN"/>
              </w:rPr>
              <w:t>1</w:t>
            </w:r>
            <w:r w:rsidRPr="00E062F1">
              <w:t>:</w:t>
            </w:r>
            <w:r w:rsidRPr="00E062F1">
              <w:tab/>
              <w:t>This UE channel bandwidth is optional in this release of the specification. (From Table 5.3.5-1 of 38.101-1)</w:t>
            </w:r>
          </w:p>
          <w:p w14:paraId="5D168BE4" w14:textId="77777777" w:rsidR="00160E44" w:rsidRDefault="00160E44" w:rsidP="00160E44">
            <w:pPr>
              <w:pStyle w:val="TAN"/>
              <w:rPr>
                <w:lang w:eastAsia="zh-CN"/>
              </w:rPr>
            </w:pPr>
            <w:r w:rsidRPr="00E062F1">
              <w:rPr>
                <w:lang w:eastAsia="zh-CN"/>
              </w:rPr>
              <w:t>NOTE 2:</w:t>
            </w:r>
            <w:r w:rsidRPr="00E062F1">
              <w:tab/>
            </w:r>
            <w:r w:rsidRPr="00E062F1">
              <w:rPr>
                <w:lang w:eastAsia="zh-CN"/>
              </w:rPr>
              <w:t>The CA configurations are given in Table 5.5A.1-1 of either TS 38.101-1 or TS 38.101-2 where unless otherwise stated BCS0 is referred to.</w:t>
            </w:r>
          </w:p>
          <w:p w14:paraId="36DEEA19" w14:textId="4501968D" w:rsidR="00160E44" w:rsidRPr="00E062F1" w:rsidRDefault="00160E44" w:rsidP="00160E44">
            <w:pPr>
              <w:pStyle w:val="TAN"/>
              <w:rPr>
                <w:rFonts w:eastAsia="Yu Mincho"/>
                <w:szCs w:val="18"/>
              </w:rPr>
            </w:pPr>
            <w:r>
              <w:t>NOTE 3:</w:t>
            </w:r>
            <w:r>
              <w:rPr>
                <w:rFonts w:eastAsia="Yu Mincho"/>
              </w:rPr>
              <w:t xml:space="preserve"> </w:t>
            </w:r>
            <w:r>
              <w:rPr>
                <w:rFonts w:eastAsia="Yu Mincho"/>
              </w:rPr>
              <w:tab/>
              <w:t xml:space="preserve">The SCS of each </w:t>
            </w:r>
            <w:r>
              <w:t>channel bandwidth for NR FR1 and NR FR2 band refers to Table 5.3.5-1 of TS 38.101-1 and TS 38.101-2 respectively.</w:t>
            </w:r>
          </w:p>
        </w:tc>
      </w:tr>
    </w:tbl>
    <w:p w14:paraId="7706C24F" w14:textId="77777777" w:rsidR="00222BEC" w:rsidRPr="00E062F1" w:rsidRDefault="00222BEC" w:rsidP="00203397"/>
    <w:p w14:paraId="5D659A3E" w14:textId="77777777" w:rsidR="007019B8" w:rsidRPr="00E062F1" w:rsidRDefault="007019B8" w:rsidP="007019B8">
      <w:pPr>
        <w:pStyle w:val="TH"/>
      </w:pPr>
      <w:r w:rsidRPr="00E062F1">
        <w:lastRenderedPageBreak/>
        <w:t>Table 5.5</w:t>
      </w:r>
      <w:r w:rsidRPr="00E062F1">
        <w:rPr>
          <w:lang w:eastAsia="zh-CN"/>
        </w:rPr>
        <w:t>A.1</w:t>
      </w:r>
      <w:r w:rsidRPr="00E062F1">
        <w:t>-</w:t>
      </w:r>
      <w:r w:rsidRPr="00E062F1">
        <w:rPr>
          <w:lang w:eastAsia="zh-CN"/>
        </w:rPr>
        <w:t>2</w:t>
      </w:r>
      <w:r w:rsidRPr="00E062F1">
        <w:t xml:space="preserve">: Inter-band </w:t>
      </w:r>
      <w:r w:rsidRPr="00E062F1">
        <w:rPr>
          <w:lang w:eastAsia="zh-CN"/>
        </w:rPr>
        <w:t>CA</w:t>
      </w:r>
      <w:r w:rsidRPr="00E062F1">
        <w:t xml:space="preserve"> configurations and bandwi</w:t>
      </w:r>
      <w:r w:rsidRPr="00E062F1">
        <w:rPr>
          <w:lang w:eastAsia="zh-CN"/>
        </w:rPr>
        <w:t>d</w:t>
      </w:r>
      <w:r w:rsidRPr="00E062F1">
        <w:t>th combination sets between FR1 and FR2 (t</w:t>
      </w:r>
      <w:r w:rsidRPr="00E062F1">
        <w:rPr>
          <w:lang w:eastAsia="zh-CN"/>
        </w:rPr>
        <w:t>hree</w:t>
      </w:r>
      <w:r w:rsidRPr="00E062F1">
        <w:t xml:space="preserv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50"/>
        <w:gridCol w:w="1738"/>
        <w:gridCol w:w="668"/>
        <w:gridCol w:w="620"/>
        <w:gridCol w:w="620"/>
        <w:gridCol w:w="620"/>
        <w:gridCol w:w="620"/>
        <w:gridCol w:w="620"/>
        <w:gridCol w:w="620"/>
        <w:gridCol w:w="620"/>
        <w:gridCol w:w="620"/>
        <w:gridCol w:w="620"/>
        <w:gridCol w:w="620"/>
        <w:gridCol w:w="620"/>
        <w:gridCol w:w="620"/>
        <w:gridCol w:w="620"/>
        <w:gridCol w:w="621"/>
        <w:gridCol w:w="1330"/>
      </w:tblGrid>
      <w:tr w:rsidR="005A68FB" w:rsidRPr="00E062F1" w14:paraId="2C65401A" w14:textId="77777777" w:rsidTr="001F2838">
        <w:trPr>
          <w:trHeight w:val="187"/>
          <w:tblHeader/>
          <w:jc w:val="center"/>
        </w:trPr>
        <w:tc>
          <w:tcPr>
            <w:tcW w:w="1650" w:type="dxa"/>
            <w:tcBorders>
              <w:top w:val="single" w:sz="4" w:space="0" w:color="auto"/>
              <w:left w:val="single" w:sz="4" w:space="0" w:color="auto"/>
              <w:bottom w:val="nil"/>
              <w:right w:val="single" w:sz="4" w:space="0" w:color="auto"/>
            </w:tcBorders>
            <w:shd w:val="clear" w:color="auto" w:fill="auto"/>
          </w:tcPr>
          <w:p w14:paraId="01E9B034" w14:textId="77777777" w:rsidR="005A68FB" w:rsidRPr="00E062F1" w:rsidRDefault="005A68FB" w:rsidP="005A68FB">
            <w:pPr>
              <w:pStyle w:val="TAH"/>
            </w:pPr>
            <w:r w:rsidRPr="00E062F1">
              <w:lastRenderedPageBreak/>
              <w:t>NR CA configuration</w:t>
            </w:r>
          </w:p>
        </w:tc>
        <w:tc>
          <w:tcPr>
            <w:tcW w:w="1738" w:type="dxa"/>
            <w:tcBorders>
              <w:top w:val="single" w:sz="4" w:space="0" w:color="auto"/>
              <w:left w:val="single" w:sz="4" w:space="0" w:color="auto"/>
              <w:bottom w:val="nil"/>
              <w:right w:val="single" w:sz="4" w:space="0" w:color="auto"/>
            </w:tcBorders>
            <w:shd w:val="clear" w:color="auto" w:fill="auto"/>
          </w:tcPr>
          <w:p w14:paraId="7D19703C" w14:textId="77777777" w:rsidR="005A68FB" w:rsidRPr="00E062F1" w:rsidRDefault="005A68FB" w:rsidP="005A68FB">
            <w:pPr>
              <w:pStyle w:val="TAH"/>
              <w:rPr>
                <w:lang w:eastAsia="zh-CN"/>
              </w:rPr>
            </w:pPr>
            <w:r w:rsidRPr="00E062F1">
              <w:rPr>
                <w:lang w:eastAsia="zh-CN"/>
              </w:rPr>
              <w:t>Uplink configuration</w:t>
            </w:r>
          </w:p>
        </w:tc>
        <w:tc>
          <w:tcPr>
            <w:tcW w:w="668" w:type="dxa"/>
            <w:tcBorders>
              <w:top w:val="single" w:sz="4" w:space="0" w:color="auto"/>
              <w:left w:val="single" w:sz="4" w:space="0" w:color="auto"/>
              <w:bottom w:val="nil"/>
              <w:right w:val="single" w:sz="4" w:space="0" w:color="auto"/>
            </w:tcBorders>
            <w:shd w:val="clear" w:color="auto" w:fill="auto"/>
          </w:tcPr>
          <w:p w14:paraId="53F3BA97" w14:textId="77777777" w:rsidR="005A68FB" w:rsidRPr="00E062F1" w:rsidRDefault="005A68FB" w:rsidP="005A68FB">
            <w:pPr>
              <w:pStyle w:val="TAH"/>
            </w:pPr>
            <w:r w:rsidRPr="00E062F1">
              <w:t>NR Band</w:t>
            </w:r>
          </w:p>
        </w:tc>
        <w:tc>
          <w:tcPr>
            <w:tcW w:w="8681" w:type="dxa"/>
            <w:gridSpan w:val="14"/>
            <w:tcBorders>
              <w:top w:val="single" w:sz="4" w:space="0" w:color="auto"/>
              <w:left w:val="single" w:sz="4" w:space="0" w:color="auto"/>
              <w:bottom w:val="single" w:sz="4" w:space="0" w:color="auto"/>
              <w:right w:val="single" w:sz="4" w:space="0" w:color="auto"/>
            </w:tcBorders>
          </w:tcPr>
          <w:p w14:paraId="484A08F3" w14:textId="7B598A93" w:rsidR="005A68FB" w:rsidRPr="00E062F1" w:rsidRDefault="005A68FB" w:rsidP="005A68FB">
            <w:pPr>
              <w:pStyle w:val="TAH"/>
              <w:rPr>
                <w:lang w:eastAsia="zh-CN"/>
              </w:rPr>
            </w:pPr>
            <w:r>
              <w:rPr>
                <w:rFonts w:hint="eastAsia"/>
                <w:lang w:eastAsia="zh-CN"/>
              </w:rPr>
              <w:t>C</w:t>
            </w:r>
            <w:r>
              <w:rPr>
                <w:lang w:eastAsia="zh-CN"/>
              </w:rPr>
              <w:t>hannel bandwidth (MHz) (</w:t>
            </w:r>
            <w:r>
              <w:rPr>
                <w:rFonts w:hint="eastAsia"/>
                <w:lang w:eastAsia="zh-CN"/>
              </w:rPr>
              <w:t>N</w:t>
            </w:r>
            <w:r>
              <w:rPr>
                <w:lang w:eastAsia="zh-CN"/>
              </w:rPr>
              <w:t>OTE 1)</w:t>
            </w:r>
          </w:p>
        </w:tc>
        <w:tc>
          <w:tcPr>
            <w:tcW w:w="1330" w:type="dxa"/>
            <w:tcBorders>
              <w:top w:val="single" w:sz="4" w:space="0" w:color="auto"/>
              <w:left w:val="single" w:sz="4" w:space="0" w:color="auto"/>
              <w:bottom w:val="nil"/>
              <w:right w:val="single" w:sz="4" w:space="0" w:color="auto"/>
            </w:tcBorders>
            <w:shd w:val="clear" w:color="auto" w:fill="auto"/>
          </w:tcPr>
          <w:p w14:paraId="5B4620CD" w14:textId="77777777" w:rsidR="005A68FB" w:rsidRPr="00E062F1" w:rsidRDefault="005A68FB" w:rsidP="005A68FB">
            <w:pPr>
              <w:pStyle w:val="TAH"/>
            </w:pPr>
            <w:r w:rsidRPr="00E062F1">
              <w:t>Bandwidth combination set</w:t>
            </w:r>
          </w:p>
        </w:tc>
      </w:tr>
      <w:tr w:rsidR="001F2838" w:rsidRPr="00E062F1" w14:paraId="3CD9DE82" w14:textId="77777777" w:rsidTr="001F2838">
        <w:trPr>
          <w:trHeight w:val="187"/>
          <w:tblHeader/>
          <w:jc w:val="center"/>
        </w:trPr>
        <w:tc>
          <w:tcPr>
            <w:tcW w:w="1650" w:type="dxa"/>
            <w:tcBorders>
              <w:top w:val="nil"/>
              <w:left w:val="single" w:sz="4" w:space="0" w:color="auto"/>
              <w:bottom w:val="single" w:sz="4" w:space="0" w:color="auto"/>
              <w:right w:val="single" w:sz="4" w:space="0" w:color="auto"/>
            </w:tcBorders>
            <w:shd w:val="clear" w:color="auto" w:fill="auto"/>
          </w:tcPr>
          <w:p w14:paraId="4358E0F0" w14:textId="77777777" w:rsidR="005A68FB" w:rsidRPr="00E062F1" w:rsidRDefault="005A68FB" w:rsidP="005A68FB">
            <w:pPr>
              <w:pStyle w:val="TAH"/>
            </w:pPr>
          </w:p>
        </w:tc>
        <w:tc>
          <w:tcPr>
            <w:tcW w:w="1738" w:type="dxa"/>
            <w:tcBorders>
              <w:top w:val="nil"/>
              <w:left w:val="single" w:sz="4" w:space="0" w:color="auto"/>
              <w:bottom w:val="single" w:sz="4" w:space="0" w:color="auto"/>
              <w:right w:val="single" w:sz="4" w:space="0" w:color="auto"/>
            </w:tcBorders>
            <w:shd w:val="clear" w:color="auto" w:fill="auto"/>
          </w:tcPr>
          <w:p w14:paraId="43BA3992" w14:textId="77777777" w:rsidR="005A68FB" w:rsidRPr="00E062F1" w:rsidRDefault="005A68FB" w:rsidP="005A68FB">
            <w:pPr>
              <w:pStyle w:val="TAH"/>
              <w:rPr>
                <w:lang w:eastAsia="zh-CN"/>
              </w:rPr>
            </w:pPr>
          </w:p>
        </w:tc>
        <w:tc>
          <w:tcPr>
            <w:tcW w:w="668" w:type="dxa"/>
            <w:tcBorders>
              <w:top w:val="nil"/>
              <w:left w:val="single" w:sz="4" w:space="0" w:color="auto"/>
              <w:bottom w:val="single" w:sz="4" w:space="0" w:color="auto"/>
              <w:right w:val="single" w:sz="4" w:space="0" w:color="auto"/>
            </w:tcBorders>
            <w:shd w:val="clear" w:color="auto" w:fill="auto"/>
          </w:tcPr>
          <w:p w14:paraId="5A3F5C78" w14:textId="77777777" w:rsidR="005A68FB" w:rsidRPr="00E062F1" w:rsidRDefault="005A68FB" w:rsidP="005A68FB">
            <w:pPr>
              <w:pStyle w:val="TAH"/>
            </w:pPr>
          </w:p>
        </w:tc>
        <w:tc>
          <w:tcPr>
            <w:tcW w:w="620" w:type="dxa"/>
            <w:tcBorders>
              <w:top w:val="single" w:sz="4" w:space="0" w:color="auto"/>
              <w:left w:val="single" w:sz="4" w:space="0" w:color="auto"/>
              <w:bottom w:val="single" w:sz="4" w:space="0" w:color="auto"/>
              <w:right w:val="single" w:sz="4" w:space="0" w:color="auto"/>
            </w:tcBorders>
          </w:tcPr>
          <w:p w14:paraId="240847D2" w14:textId="022BAF71" w:rsidR="005A68FB" w:rsidRPr="00E062F1" w:rsidRDefault="005A68FB" w:rsidP="005A68FB">
            <w:pPr>
              <w:pStyle w:val="TAH"/>
            </w:pPr>
            <w:r w:rsidRPr="00E062F1">
              <w:t>5</w:t>
            </w:r>
          </w:p>
        </w:tc>
        <w:tc>
          <w:tcPr>
            <w:tcW w:w="620" w:type="dxa"/>
            <w:tcBorders>
              <w:top w:val="single" w:sz="4" w:space="0" w:color="auto"/>
              <w:left w:val="single" w:sz="4" w:space="0" w:color="auto"/>
              <w:bottom w:val="single" w:sz="4" w:space="0" w:color="auto"/>
              <w:right w:val="single" w:sz="4" w:space="0" w:color="auto"/>
            </w:tcBorders>
          </w:tcPr>
          <w:p w14:paraId="6CD25D36" w14:textId="618A010B" w:rsidR="005A68FB" w:rsidRPr="00E062F1" w:rsidRDefault="005A68FB" w:rsidP="005A68FB">
            <w:pPr>
              <w:pStyle w:val="TAH"/>
            </w:pPr>
            <w:r w:rsidRPr="00E062F1">
              <w:t>10</w:t>
            </w:r>
          </w:p>
        </w:tc>
        <w:tc>
          <w:tcPr>
            <w:tcW w:w="620" w:type="dxa"/>
            <w:tcBorders>
              <w:top w:val="single" w:sz="4" w:space="0" w:color="auto"/>
              <w:left w:val="single" w:sz="4" w:space="0" w:color="auto"/>
              <w:bottom w:val="single" w:sz="4" w:space="0" w:color="auto"/>
              <w:right w:val="single" w:sz="4" w:space="0" w:color="auto"/>
            </w:tcBorders>
          </w:tcPr>
          <w:p w14:paraId="34983B1C" w14:textId="4DBBEB68" w:rsidR="005A68FB" w:rsidRPr="00E062F1" w:rsidRDefault="005A68FB" w:rsidP="005A68FB">
            <w:pPr>
              <w:pStyle w:val="TAH"/>
            </w:pPr>
            <w:r w:rsidRPr="00E062F1">
              <w:t>15</w:t>
            </w:r>
          </w:p>
        </w:tc>
        <w:tc>
          <w:tcPr>
            <w:tcW w:w="620" w:type="dxa"/>
            <w:tcBorders>
              <w:top w:val="single" w:sz="4" w:space="0" w:color="auto"/>
              <w:left w:val="single" w:sz="4" w:space="0" w:color="auto"/>
              <w:bottom w:val="single" w:sz="4" w:space="0" w:color="auto"/>
              <w:right w:val="single" w:sz="4" w:space="0" w:color="auto"/>
            </w:tcBorders>
          </w:tcPr>
          <w:p w14:paraId="285EBED4" w14:textId="45067211" w:rsidR="005A68FB" w:rsidRPr="00E062F1" w:rsidRDefault="005A68FB" w:rsidP="005A68FB">
            <w:pPr>
              <w:pStyle w:val="TAH"/>
            </w:pPr>
            <w:r w:rsidRPr="00E062F1">
              <w:t>20</w:t>
            </w:r>
          </w:p>
        </w:tc>
        <w:tc>
          <w:tcPr>
            <w:tcW w:w="620" w:type="dxa"/>
            <w:tcBorders>
              <w:top w:val="single" w:sz="4" w:space="0" w:color="auto"/>
              <w:left w:val="single" w:sz="4" w:space="0" w:color="auto"/>
              <w:bottom w:val="single" w:sz="4" w:space="0" w:color="auto"/>
              <w:right w:val="single" w:sz="4" w:space="0" w:color="auto"/>
            </w:tcBorders>
          </w:tcPr>
          <w:p w14:paraId="7F1EA722" w14:textId="39C9A939" w:rsidR="005A68FB" w:rsidRPr="00E062F1" w:rsidRDefault="005A68FB" w:rsidP="005A68FB">
            <w:pPr>
              <w:pStyle w:val="TAH"/>
            </w:pPr>
            <w:r w:rsidRPr="00E062F1">
              <w:rPr>
                <w:lang w:eastAsia="zh-CN"/>
              </w:rPr>
              <w:t>25</w:t>
            </w:r>
          </w:p>
        </w:tc>
        <w:tc>
          <w:tcPr>
            <w:tcW w:w="620" w:type="dxa"/>
            <w:tcBorders>
              <w:top w:val="single" w:sz="4" w:space="0" w:color="auto"/>
              <w:left w:val="single" w:sz="4" w:space="0" w:color="auto"/>
              <w:bottom w:val="single" w:sz="4" w:space="0" w:color="auto"/>
              <w:right w:val="single" w:sz="4" w:space="0" w:color="auto"/>
            </w:tcBorders>
          </w:tcPr>
          <w:p w14:paraId="2AC90317" w14:textId="751C4593" w:rsidR="005A68FB" w:rsidRPr="00E062F1" w:rsidRDefault="005A68FB" w:rsidP="005A68FB">
            <w:pPr>
              <w:pStyle w:val="TAH"/>
            </w:pPr>
            <w:r w:rsidRPr="00E062F1">
              <w:rPr>
                <w:lang w:eastAsia="zh-CN"/>
              </w:rPr>
              <w:t>30</w:t>
            </w:r>
          </w:p>
        </w:tc>
        <w:tc>
          <w:tcPr>
            <w:tcW w:w="620" w:type="dxa"/>
            <w:tcBorders>
              <w:top w:val="single" w:sz="4" w:space="0" w:color="auto"/>
              <w:left w:val="single" w:sz="4" w:space="0" w:color="auto"/>
              <w:bottom w:val="single" w:sz="4" w:space="0" w:color="auto"/>
              <w:right w:val="single" w:sz="4" w:space="0" w:color="auto"/>
            </w:tcBorders>
          </w:tcPr>
          <w:p w14:paraId="1339160B" w14:textId="74F6FC0D" w:rsidR="005A68FB" w:rsidRPr="00E062F1" w:rsidRDefault="005A68FB" w:rsidP="005A68FB">
            <w:pPr>
              <w:pStyle w:val="TAH"/>
            </w:pPr>
            <w:r w:rsidRPr="00E062F1">
              <w:t>40</w:t>
            </w:r>
          </w:p>
        </w:tc>
        <w:tc>
          <w:tcPr>
            <w:tcW w:w="620" w:type="dxa"/>
            <w:tcBorders>
              <w:top w:val="single" w:sz="4" w:space="0" w:color="auto"/>
              <w:left w:val="single" w:sz="4" w:space="0" w:color="auto"/>
              <w:bottom w:val="single" w:sz="4" w:space="0" w:color="auto"/>
              <w:right w:val="single" w:sz="4" w:space="0" w:color="auto"/>
            </w:tcBorders>
          </w:tcPr>
          <w:p w14:paraId="38C0C170" w14:textId="5ACCAD0C" w:rsidR="005A68FB" w:rsidRPr="00E062F1" w:rsidRDefault="005A68FB" w:rsidP="005A68FB">
            <w:pPr>
              <w:pStyle w:val="TAH"/>
            </w:pPr>
            <w:r w:rsidRPr="00E062F1">
              <w:t>50</w:t>
            </w:r>
          </w:p>
        </w:tc>
        <w:tc>
          <w:tcPr>
            <w:tcW w:w="620" w:type="dxa"/>
            <w:tcBorders>
              <w:top w:val="single" w:sz="4" w:space="0" w:color="auto"/>
              <w:left w:val="single" w:sz="4" w:space="0" w:color="auto"/>
              <w:bottom w:val="single" w:sz="4" w:space="0" w:color="auto"/>
              <w:right w:val="single" w:sz="4" w:space="0" w:color="auto"/>
            </w:tcBorders>
          </w:tcPr>
          <w:p w14:paraId="37F36DA5" w14:textId="1574B955" w:rsidR="005A68FB" w:rsidRPr="00E062F1" w:rsidRDefault="005A68FB" w:rsidP="005A68FB">
            <w:pPr>
              <w:pStyle w:val="TAH"/>
            </w:pPr>
            <w:r w:rsidRPr="00E062F1">
              <w:t>60</w:t>
            </w:r>
          </w:p>
        </w:tc>
        <w:tc>
          <w:tcPr>
            <w:tcW w:w="620" w:type="dxa"/>
            <w:tcBorders>
              <w:top w:val="single" w:sz="4" w:space="0" w:color="auto"/>
              <w:left w:val="single" w:sz="4" w:space="0" w:color="auto"/>
              <w:bottom w:val="single" w:sz="4" w:space="0" w:color="auto"/>
              <w:right w:val="single" w:sz="4" w:space="0" w:color="auto"/>
            </w:tcBorders>
          </w:tcPr>
          <w:p w14:paraId="05C9747C" w14:textId="46C21F44" w:rsidR="005A68FB" w:rsidRPr="00E062F1" w:rsidRDefault="005A68FB" w:rsidP="005A68FB">
            <w:pPr>
              <w:pStyle w:val="TAH"/>
            </w:pPr>
            <w:r w:rsidRPr="00E062F1">
              <w:t>80</w:t>
            </w:r>
          </w:p>
        </w:tc>
        <w:tc>
          <w:tcPr>
            <w:tcW w:w="620" w:type="dxa"/>
            <w:tcBorders>
              <w:top w:val="single" w:sz="4" w:space="0" w:color="auto"/>
              <w:left w:val="single" w:sz="4" w:space="0" w:color="auto"/>
              <w:bottom w:val="single" w:sz="4" w:space="0" w:color="auto"/>
              <w:right w:val="single" w:sz="4" w:space="0" w:color="auto"/>
            </w:tcBorders>
          </w:tcPr>
          <w:p w14:paraId="6CEF977C" w14:textId="5C163884" w:rsidR="005A68FB" w:rsidRPr="00E062F1" w:rsidRDefault="005A68FB" w:rsidP="005A68FB">
            <w:pPr>
              <w:pStyle w:val="TAH"/>
            </w:pPr>
            <w:r w:rsidRPr="00E062F1">
              <w:rPr>
                <w:lang w:eastAsia="zh-CN"/>
              </w:rPr>
              <w:t>90</w:t>
            </w:r>
          </w:p>
        </w:tc>
        <w:tc>
          <w:tcPr>
            <w:tcW w:w="620" w:type="dxa"/>
            <w:tcBorders>
              <w:top w:val="single" w:sz="4" w:space="0" w:color="auto"/>
              <w:left w:val="single" w:sz="4" w:space="0" w:color="auto"/>
              <w:bottom w:val="single" w:sz="4" w:space="0" w:color="auto"/>
              <w:right w:val="single" w:sz="4" w:space="0" w:color="auto"/>
            </w:tcBorders>
          </w:tcPr>
          <w:p w14:paraId="3E936EE7" w14:textId="5B82FB70" w:rsidR="005A68FB" w:rsidRPr="00E062F1" w:rsidRDefault="005A68FB" w:rsidP="005A68FB">
            <w:pPr>
              <w:pStyle w:val="TAH"/>
            </w:pPr>
            <w:r w:rsidRPr="00E062F1">
              <w:t>100</w:t>
            </w:r>
          </w:p>
        </w:tc>
        <w:tc>
          <w:tcPr>
            <w:tcW w:w="620" w:type="dxa"/>
            <w:tcBorders>
              <w:top w:val="single" w:sz="4" w:space="0" w:color="auto"/>
              <w:left w:val="single" w:sz="4" w:space="0" w:color="auto"/>
              <w:bottom w:val="single" w:sz="4" w:space="0" w:color="auto"/>
              <w:right w:val="single" w:sz="4" w:space="0" w:color="auto"/>
            </w:tcBorders>
          </w:tcPr>
          <w:p w14:paraId="39125B53" w14:textId="4AF4EF93" w:rsidR="005A68FB" w:rsidRPr="00E062F1" w:rsidRDefault="005A68FB" w:rsidP="005A68FB">
            <w:pPr>
              <w:pStyle w:val="TAH"/>
            </w:pPr>
            <w:r w:rsidRPr="00E062F1">
              <w:rPr>
                <w:lang w:eastAsia="zh-CN"/>
              </w:rPr>
              <w:t>200</w:t>
            </w:r>
          </w:p>
        </w:tc>
        <w:tc>
          <w:tcPr>
            <w:tcW w:w="621" w:type="dxa"/>
            <w:tcBorders>
              <w:top w:val="single" w:sz="4" w:space="0" w:color="auto"/>
              <w:left w:val="single" w:sz="4" w:space="0" w:color="auto"/>
              <w:bottom w:val="single" w:sz="4" w:space="0" w:color="auto"/>
              <w:right w:val="single" w:sz="4" w:space="0" w:color="auto"/>
            </w:tcBorders>
          </w:tcPr>
          <w:p w14:paraId="10465CF7" w14:textId="3197A5DB" w:rsidR="005A68FB" w:rsidRPr="00E062F1" w:rsidRDefault="005A68FB" w:rsidP="005A68FB">
            <w:pPr>
              <w:pStyle w:val="TAH"/>
            </w:pPr>
            <w:r w:rsidRPr="00E062F1">
              <w:rPr>
                <w:lang w:eastAsia="zh-CN"/>
              </w:rPr>
              <w:t>4</w:t>
            </w:r>
            <w:r w:rsidRPr="00E062F1">
              <w:t>00</w:t>
            </w:r>
          </w:p>
        </w:tc>
        <w:tc>
          <w:tcPr>
            <w:tcW w:w="1330" w:type="dxa"/>
            <w:tcBorders>
              <w:top w:val="nil"/>
              <w:left w:val="single" w:sz="4" w:space="0" w:color="auto"/>
              <w:bottom w:val="single" w:sz="4" w:space="0" w:color="auto"/>
              <w:right w:val="single" w:sz="4" w:space="0" w:color="auto"/>
            </w:tcBorders>
            <w:shd w:val="clear" w:color="auto" w:fill="auto"/>
          </w:tcPr>
          <w:p w14:paraId="76693317" w14:textId="77777777" w:rsidR="005A68FB" w:rsidRPr="00E062F1" w:rsidRDefault="005A68FB" w:rsidP="005A68FB">
            <w:pPr>
              <w:pStyle w:val="TAH"/>
            </w:pPr>
          </w:p>
        </w:tc>
      </w:tr>
      <w:tr w:rsidR="001F2838" w:rsidRPr="00E062F1" w14:paraId="5A2F345F"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6D2F772D" w14:textId="77777777" w:rsidR="007D68F6" w:rsidRPr="00E062F1" w:rsidRDefault="007D68F6" w:rsidP="005A68FB">
            <w:pPr>
              <w:pStyle w:val="TAC"/>
            </w:pPr>
            <w:r w:rsidRPr="008322E0">
              <w:t>CA_n1A-n78A-n257A</w:t>
            </w:r>
          </w:p>
        </w:tc>
        <w:tc>
          <w:tcPr>
            <w:tcW w:w="1738" w:type="dxa"/>
            <w:tcBorders>
              <w:left w:val="single" w:sz="4" w:space="0" w:color="auto"/>
              <w:bottom w:val="nil"/>
              <w:right w:val="single" w:sz="4" w:space="0" w:color="auto"/>
            </w:tcBorders>
            <w:shd w:val="clear" w:color="auto" w:fill="auto"/>
          </w:tcPr>
          <w:p w14:paraId="50FBF1AF" w14:textId="77777777" w:rsidR="007D68F6" w:rsidRPr="00E062F1" w:rsidRDefault="007D68F6" w:rsidP="005A68FB">
            <w:pPr>
              <w:pStyle w:val="TAC"/>
              <w:rPr>
                <w:rFonts w:cs="Arial"/>
                <w:lang w:eastAsia="zh-CN"/>
              </w:rPr>
            </w:pPr>
            <w:r w:rsidRPr="008322E0">
              <w:t>-</w:t>
            </w:r>
          </w:p>
        </w:tc>
        <w:tc>
          <w:tcPr>
            <w:tcW w:w="668" w:type="dxa"/>
            <w:tcBorders>
              <w:left w:val="single" w:sz="4" w:space="0" w:color="auto"/>
              <w:right w:val="single" w:sz="4" w:space="0" w:color="auto"/>
            </w:tcBorders>
          </w:tcPr>
          <w:p w14:paraId="6C73959F" w14:textId="77777777" w:rsidR="007D68F6" w:rsidRPr="00E062F1" w:rsidRDefault="007D68F6" w:rsidP="005A68FB">
            <w:pPr>
              <w:pStyle w:val="TAC"/>
            </w:pPr>
            <w:r w:rsidRPr="008322E0">
              <w:t>n1</w:t>
            </w:r>
          </w:p>
        </w:tc>
        <w:tc>
          <w:tcPr>
            <w:tcW w:w="620" w:type="dxa"/>
            <w:tcBorders>
              <w:top w:val="single" w:sz="4" w:space="0" w:color="auto"/>
              <w:left w:val="single" w:sz="4" w:space="0" w:color="auto"/>
              <w:bottom w:val="single" w:sz="4" w:space="0" w:color="auto"/>
              <w:right w:val="single" w:sz="4" w:space="0" w:color="auto"/>
            </w:tcBorders>
          </w:tcPr>
          <w:p w14:paraId="138631FF"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1E38D037"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049899E3"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6D544D03"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561B6B1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4E84D0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EE1346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0A357DC" w14:textId="77777777" w:rsidR="007D68F6" w:rsidRPr="008322E0"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56E7EF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B09C73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12D2C2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D03A876" w14:textId="77777777" w:rsidR="007D68F6" w:rsidRPr="008322E0"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0629DF8" w14:textId="77777777" w:rsidR="007D68F6" w:rsidRPr="008322E0"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725315FF" w14:textId="77777777" w:rsidR="007D68F6" w:rsidRPr="008322E0" w:rsidRDefault="007D68F6" w:rsidP="005A68FB">
            <w:pPr>
              <w:pStyle w:val="TAC"/>
            </w:pPr>
          </w:p>
        </w:tc>
        <w:tc>
          <w:tcPr>
            <w:tcW w:w="1330" w:type="dxa"/>
            <w:tcBorders>
              <w:left w:val="single" w:sz="4" w:space="0" w:color="auto"/>
              <w:bottom w:val="nil"/>
              <w:right w:val="single" w:sz="4" w:space="0" w:color="auto"/>
            </w:tcBorders>
            <w:shd w:val="clear" w:color="auto" w:fill="auto"/>
          </w:tcPr>
          <w:p w14:paraId="787FCED8" w14:textId="77777777" w:rsidR="007D68F6" w:rsidRPr="00E062F1" w:rsidRDefault="007D68F6" w:rsidP="005A68FB">
            <w:pPr>
              <w:pStyle w:val="TAC"/>
              <w:rPr>
                <w:lang w:eastAsia="zh-CN"/>
              </w:rPr>
            </w:pPr>
            <w:r>
              <w:rPr>
                <w:rFonts w:hint="eastAsia"/>
                <w:lang w:eastAsia="zh-CN"/>
              </w:rPr>
              <w:t>0</w:t>
            </w:r>
          </w:p>
        </w:tc>
      </w:tr>
      <w:tr w:rsidR="001F2838" w:rsidRPr="00E062F1" w14:paraId="5AB3F071"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5FF8FCBF"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6E051C3A" w14:textId="77777777" w:rsidR="007D68F6" w:rsidRPr="00E062F1" w:rsidRDefault="007D68F6" w:rsidP="005A68FB">
            <w:pPr>
              <w:pStyle w:val="TAC"/>
              <w:rPr>
                <w:rFonts w:cs="Arial"/>
                <w:lang w:eastAsia="zh-CN"/>
              </w:rPr>
            </w:pPr>
          </w:p>
        </w:tc>
        <w:tc>
          <w:tcPr>
            <w:tcW w:w="668" w:type="dxa"/>
            <w:tcBorders>
              <w:left w:val="single" w:sz="4" w:space="0" w:color="auto"/>
              <w:right w:val="single" w:sz="4" w:space="0" w:color="auto"/>
            </w:tcBorders>
          </w:tcPr>
          <w:p w14:paraId="5518CC0A" w14:textId="77777777" w:rsidR="007D68F6" w:rsidRPr="00E062F1" w:rsidRDefault="007D68F6" w:rsidP="005A68FB">
            <w:pPr>
              <w:pStyle w:val="TAC"/>
            </w:pPr>
            <w:r w:rsidRPr="008322E0">
              <w:t>n78</w:t>
            </w:r>
          </w:p>
        </w:tc>
        <w:tc>
          <w:tcPr>
            <w:tcW w:w="620" w:type="dxa"/>
            <w:tcBorders>
              <w:top w:val="single" w:sz="4" w:space="0" w:color="auto"/>
              <w:left w:val="single" w:sz="4" w:space="0" w:color="auto"/>
              <w:bottom w:val="single" w:sz="4" w:space="0" w:color="auto"/>
              <w:right w:val="single" w:sz="4" w:space="0" w:color="auto"/>
            </w:tcBorders>
          </w:tcPr>
          <w:p w14:paraId="63B0B3D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CF0993A"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0532F02F"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0E34F1B3"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2029237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54251F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C5034DF"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6C09204E" w14:textId="77777777" w:rsidR="007D68F6" w:rsidRPr="008322E0"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3529539C"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0D796A81"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05F7A0BF"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07DE769D" w14:textId="77777777" w:rsidR="007D68F6" w:rsidRPr="008322E0"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7C79137D" w14:textId="77777777" w:rsidR="007D68F6" w:rsidRPr="008322E0"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4BED93ED" w14:textId="77777777" w:rsidR="007D68F6" w:rsidRPr="008322E0"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7450CC20" w14:textId="77777777" w:rsidR="007D68F6" w:rsidRPr="00E062F1" w:rsidRDefault="007D68F6" w:rsidP="005A68FB">
            <w:pPr>
              <w:pStyle w:val="TAC"/>
              <w:rPr>
                <w:lang w:eastAsia="zh-CN"/>
              </w:rPr>
            </w:pPr>
          </w:p>
        </w:tc>
      </w:tr>
      <w:tr w:rsidR="001F2838" w:rsidRPr="00E062F1" w14:paraId="28AB6DD2"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441C12F7"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04106780" w14:textId="77777777" w:rsidR="007D68F6" w:rsidRPr="00E062F1" w:rsidRDefault="007D68F6" w:rsidP="005A68FB">
            <w:pPr>
              <w:pStyle w:val="TAC"/>
              <w:rPr>
                <w:rFonts w:cs="Arial"/>
                <w:lang w:eastAsia="zh-CN"/>
              </w:rPr>
            </w:pPr>
          </w:p>
        </w:tc>
        <w:tc>
          <w:tcPr>
            <w:tcW w:w="668" w:type="dxa"/>
            <w:tcBorders>
              <w:left w:val="single" w:sz="4" w:space="0" w:color="auto"/>
              <w:right w:val="single" w:sz="4" w:space="0" w:color="auto"/>
            </w:tcBorders>
          </w:tcPr>
          <w:p w14:paraId="045F3DD8" w14:textId="77777777" w:rsidR="007D68F6" w:rsidRPr="00E062F1" w:rsidRDefault="007D68F6" w:rsidP="005A68FB">
            <w:pPr>
              <w:pStyle w:val="TAC"/>
            </w:pPr>
            <w:r w:rsidRPr="008322E0">
              <w:t>n257</w:t>
            </w:r>
          </w:p>
        </w:tc>
        <w:tc>
          <w:tcPr>
            <w:tcW w:w="620" w:type="dxa"/>
            <w:tcBorders>
              <w:top w:val="single" w:sz="4" w:space="0" w:color="auto"/>
              <w:left w:val="single" w:sz="4" w:space="0" w:color="auto"/>
              <w:bottom w:val="single" w:sz="4" w:space="0" w:color="auto"/>
              <w:right w:val="single" w:sz="4" w:space="0" w:color="auto"/>
            </w:tcBorders>
          </w:tcPr>
          <w:p w14:paraId="6D73013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003C38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B70CC6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15EC52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BBEC11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0033BB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717C98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69A3FC4" w14:textId="77777777" w:rsidR="007D68F6" w:rsidRPr="008322E0"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468D1D3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EA7A19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FEF4EC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AAD630F" w14:textId="77777777" w:rsidR="007D68F6" w:rsidRPr="008322E0"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78BE1694" w14:textId="77777777" w:rsidR="007D68F6" w:rsidRPr="008322E0" w:rsidRDefault="007D68F6" w:rsidP="005A68FB">
            <w:pPr>
              <w:pStyle w:val="TAC"/>
              <w:rPr>
                <w:lang w:eastAsia="zh-CN"/>
              </w:rPr>
            </w:pPr>
            <w:r>
              <w:rPr>
                <w:rFonts w:hint="eastAsia"/>
                <w:lang w:eastAsia="zh-CN"/>
              </w:rPr>
              <w:t>200</w:t>
            </w:r>
          </w:p>
        </w:tc>
        <w:tc>
          <w:tcPr>
            <w:tcW w:w="621" w:type="dxa"/>
            <w:tcBorders>
              <w:top w:val="single" w:sz="4" w:space="0" w:color="auto"/>
              <w:left w:val="single" w:sz="4" w:space="0" w:color="auto"/>
              <w:bottom w:val="single" w:sz="4" w:space="0" w:color="auto"/>
              <w:right w:val="single" w:sz="4" w:space="0" w:color="auto"/>
            </w:tcBorders>
          </w:tcPr>
          <w:p w14:paraId="2F752DB1" w14:textId="77777777" w:rsidR="007D68F6" w:rsidRPr="008322E0" w:rsidRDefault="007D68F6" w:rsidP="005A68FB">
            <w:pPr>
              <w:pStyle w:val="TAC"/>
              <w:rPr>
                <w:lang w:eastAsia="zh-CN"/>
              </w:rPr>
            </w:pPr>
            <w:r>
              <w:rPr>
                <w:rFonts w:hint="eastAsia"/>
                <w:lang w:eastAsia="zh-CN"/>
              </w:rPr>
              <w:t>400</w:t>
            </w:r>
          </w:p>
        </w:tc>
        <w:tc>
          <w:tcPr>
            <w:tcW w:w="1330" w:type="dxa"/>
            <w:tcBorders>
              <w:top w:val="nil"/>
              <w:left w:val="single" w:sz="4" w:space="0" w:color="auto"/>
              <w:bottom w:val="single" w:sz="4" w:space="0" w:color="auto"/>
              <w:right w:val="single" w:sz="4" w:space="0" w:color="auto"/>
            </w:tcBorders>
            <w:shd w:val="clear" w:color="auto" w:fill="auto"/>
          </w:tcPr>
          <w:p w14:paraId="3D66B7F1" w14:textId="77777777" w:rsidR="007D68F6" w:rsidRPr="00E062F1" w:rsidRDefault="007D68F6" w:rsidP="005A68FB">
            <w:pPr>
              <w:pStyle w:val="TAC"/>
              <w:rPr>
                <w:lang w:eastAsia="zh-CN"/>
              </w:rPr>
            </w:pPr>
          </w:p>
        </w:tc>
      </w:tr>
      <w:tr w:rsidR="001F2838" w:rsidRPr="00E062F1" w14:paraId="003CECDB"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577D65FC" w14:textId="77777777" w:rsidR="007D68F6" w:rsidRPr="00E062F1" w:rsidRDefault="007D68F6" w:rsidP="005A68FB">
            <w:pPr>
              <w:pStyle w:val="TAC"/>
            </w:pPr>
            <w:r w:rsidRPr="00E062F1">
              <w:t>CA_n3A-n28A-n257A</w:t>
            </w:r>
          </w:p>
        </w:tc>
        <w:tc>
          <w:tcPr>
            <w:tcW w:w="1738" w:type="dxa"/>
            <w:tcBorders>
              <w:left w:val="single" w:sz="4" w:space="0" w:color="auto"/>
              <w:bottom w:val="nil"/>
              <w:right w:val="single" w:sz="4" w:space="0" w:color="auto"/>
            </w:tcBorders>
            <w:shd w:val="clear" w:color="auto" w:fill="auto"/>
          </w:tcPr>
          <w:p w14:paraId="00BE6445" w14:textId="77777777" w:rsidR="007D68F6" w:rsidRPr="00E062F1" w:rsidRDefault="007D68F6" w:rsidP="005A68FB">
            <w:pPr>
              <w:pStyle w:val="TAC"/>
              <w:rPr>
                <w:rFonts w:cs="Arial"/>
                <w:lang w:eastAsia="zh-CN"/>
              </w:rPr>
            </w:pPr>
            <w:r w:rsidRPr="00E062F1">
              <w:rPr>
                <w:rFonts w:cs="Arial"/>
                <w:lang w:eastAsia="zh-CN"/>
              </w:rPr>
              <w:t>CA_n3A-n28A</w:t>
            </w:r>
          </w:p>
          <w:p w14:paraId="231957E0" w14:textId="77777777" w:rsidR="007D68F6" w:rsidRPr="00E062F1" w:rsidRDefault="007D68F6" w:rsidP="005A68FB">
            <w:pPr>
              <w:pStyle w:val="TAC"/>
              <w:rPr>
                <w:rFonts w:cs="Arial"/>
                <w:lang w:eastAsia="zh-CN"/>
              </w:rPr>
            </w:pPr>
            <w:r w:rsidRPr="00E062F1">
              <w:rPr>
                <w:rFonts w:cs="Arial"/>
                <w:lang w:eastAsia="zh-CN"/>
              </w:rPr>
              <w:t>CA_n3A-n257A</w:t>
            </w:r>
          </w:p>
          <w:p w14:paraId="1E4CF7AE" w14:textId="77777777" w:rsidR="007D68F6" w:rsidRPr="00E062F1" w:rsidRDefault="007D68F6" w:rsidP="005A68FB">
            <w:pPr>
              <w:pStyle w:val="TAC"/>
              <w:rPr>
                <w:rFonts w:cs="Arial"/>
                <w:lang w:eastAsia="zh-CN"/>
              </w:rPr>
            </w:pPr>
            <w:r w:rsidRPr="00E062F1">
              <w:rPr>
                <w:rFonts w:cs="Arial"/>
                <w:lang w:eastAsia="zh-CN"/>
              </w:rPr>
              <w:t>CA_n28A-n257A</w:t>
            </w:r>
          </w:p>
        </w:tc>
        <w:tc>
          <w:tcPr>
            <w:tcW w:w="668" w:type="dxa"/>
            <w:tcBorders>
              <w:left w:val="single" w:sz="4" w:space="0" w:color="auto"/>
              <w:right w:val="single" w:sz="4" w:space="0" w:color="auto"/>
            </w:tcBorders>
          </w:tcPr>
          <w:p w14:paraId="09C6A23F"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6D42098D"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19756424"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478F8954"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68942398"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16267462"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5C4B983C"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5B1C1E5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0C4188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DEE3D6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7B7498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D8C8C1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3E75C9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DD71D97"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096E772"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1839E618" w14:textId="77777777" w:rsidR="007D68F6" w:rsidRPr="00E062F1" w:rsidRDefault="007D68F6" w:rsidP="005A68FB">
            <w:pPr>
              <w:pStyle w:val="TAC"/>
              <w:rPr>
                <w:lang w:eastAsia="zh-CN"/>
              </w:rPr>
            </w:pPr>
            <w:r>
              <w:rPr>
                <w:rFonts w:hint="eastAsia"/>
                <w:lang w:eastAsia="zh-CN"/>
              </w:rPr>
              <w:t>0</w:t>
            </w:r>
          </w:p>
        </w:tc>
      </w:tr>
      <w:tr w:rsidR="001F2838" w:rsidRPr="00E062F1" w14:paraId="35C8A76A"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3C5741A2"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7A7DC6E8" w14:textId="77777777" w:rsidR="007D68F6" w:rsidRPr="00E062F1" w:rsidRDefault="007D68F6" w:rsidP="005A68FB">
            <w:pPr>
              <w:pStyle w:val="TAC"/>
              <w:rPr>
                <w:rFonts w:cs="Arial"/>
                <w:lang w:eastAsia="zh-CN"/>
              </w:rPr>
            </w:pPr>
          </w:p>
        </w:tc>
        <w:tc>
          <w:tcPr>
            <w:tcW w:w="668" w:type="dxa"/>
            <w:tcBorders>
              <w:left w:val="single" w:sz="4" w:space="0" w:color="auto"/>
              <w:right w:val="single" w:sz="4" w:space="0" w:color="auto"/>
            </w:tcBorders>
          </w:tcPr>
          <w:p w14:paraId="46449F74"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66340BE0"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75B86E68"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3F708A69"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5B7AB715"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0DCE91C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8BB170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C6FF11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D80CF0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192366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13EBE2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F11ADB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443284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F6C952B"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53A34BA4"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3A99B52F" w14:textId="77777777" w:rsidR="007D68F6" w:rsidRPr="00E062F1" w:rsidRDefault="007D68F6" w:rsidP="005A68FB">
            <w:pPr>
              <w:pStyle w:val="TAC"/>
            </w:pPr>
          </w:p>
        </w:tc>
      </w:tr>
      <w:tr w:rsidR="001F2838" w:rsidRPr="00E062F1" w14:paraId="70551D3C"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6DCB5117"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2BF2D96A" w14:textId="77777777" w:rsidR="007D68F6" w:rsidRPr="00E062F1" w:rsidRDefault="007D68F6" w:rsidP="005A68FB">
            <w:pPr>
              <w:pStyle w:val="TAC"/>
              <w:rPr>
                <w:rFonts w:cs="Arial"/>
                <w:lang w:eastAsia="zh-CN"/>
              </w:rPr>
            </w:pPr>
          </w:p>
        </w:tc>
        <w:tc>
          <w:tcPr>
            <w:tcW w:w="668" w:type="dxa"/>
            <w:tcBorders>
              <w:left w:val="single" w:sz="4" w:space="0" w:color="auto"/>
              <w:right w:val="single" w:sz="4" w:space="0" w:color="auto"/>
            </w:tcBorders>
          </w:tcPr>
          <w:p w14:paraId="1E8B8D4E" w14:textId="77777777" w:rsidR="007D68F6" w:rsidRPr="00E062F1" w:rsidRDefault="007D68F6" w:rsidP="005A68FB">
            <w:pPr>
              <w:pStyle w:val="TAC"/>
            </w:pPr>
            <w:r w:rsidRPr="00E062F1">
              <w:t>n257</w:t>
            </w:r>
          </w:p>
        </w:tc>
        <w:tc>
          <w:tcPr>
            <w:tcW w:w="620" w:type="dxa"/>
            <w:tcBorders>
              <w:top w:val="single" w:sz="4" w:space="0" w:color="auto"/>
              <w:left w:val="single" w:sz="4" w:space="0" w:color="auto"/>
              <w:bottom w:val="single" w:sz="4" w:space="0" w:color="auto"/>
              <w:right w:val="single" w:sz="4" w:space="0" w:color="auto"/>
            </w:tcBorders>
          </w:tcPr>
          <w:p w14:paraId="47450AA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EB6AF6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173597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13AC37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669019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56F225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384988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0DC4CBB"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7E788C0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1A0F08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638ABA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71F326B"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52DDDE2E" w14:textId="77777777" w:rsidR="007D68F6" w:rsidRPr="00E062F1" w:rsidRDefault="007D68F6" w:rsidP="005A68FB">
            <w:pPr>
              <w:pStyle w:val="TAC"/>
              <w:rPr>
                <w:lang w:eastAsia="zh-CN"/>
              </w:rPr>
            </w:pPr>
            <w:r>
              <w:rPr>
                <w:rFonts w:hint="eastAsia"/>
                <w:lang w:eastAsia="zh-CN"/>
              </w:rPr>
              <w:t>200</w:t>
            </w:r>
          </w:p>
        </w:tc>
        <w:tc>
          <w:tcPr>
            <w:tcW w:w="621" w:type="dxa"/>
            <w:tcBorders>
              <w:top w:val="single" w:sz="4" w:space="0" w:color="auto"/>
              <w:left w:val="single" w:sz="4" w:space="0" w:color="auto"/>
              <w:bottom w:val="single" w:sz="4" w:space="0" w:color="auto"/>
              <w:right w:val="single" w:sz="4" w:space="0" w:color="auto"/>
            </w:tcBorders>
          </w:tcPr>
          <w:p w14:paraId="24A1641A" w14:textId="77777777" w:rsidR="007D68F6" w:rsidRPr="00E062F1" w:rsidRDefault="007D68F6" w:rsidP="005A68FB">
            <w:pPr>
              <w:pStyle w:val="TAC"/>
              <w:rPr>
                <w:lang w:eastAsia="zh-CN"/>
              </w:rPr>
            </w:pPr>
            <w:r>
              <w:rPr>
                <w:rFonts w:hint="eastAsia"/>
                <w:lang w:eastAsia="zh-CN"/>
              </w:rPr>
              <w:t>400</w:t>
            </w:r>
          </w:p>
        </w:tc>
        <w:tc>
          <w:tcPr>
            <w:tcW w:w="1330" w:type="dxa"/>
            <w:tcBorders>
              <w:top w:val="nil"/>
              <w:left w:val="single" w:sz="4" w:space="0" w:color="auto"/>
              <w:bottom w:val="single" w:sz="4" w:space="0" w:color="auto"/>
              <w:right w:val="single" w:sz="4" w:space="0" w:color="auto"/>
            </w:tcBorders>
            <w:shd w:val="clear" w:color="auto" w:fill="auto"/>
          </w:tcPr>
          <w:p w14:paraId="5E8A07AB" w14:textId="77777777" w:rsidR="007D68F6" w:rsidRPr="00E062F1" w:rsidRDefault="007D68F6" w:rsidP="005A68FB">
            <w:pPr>
              <w:pStyle w:val="TAC"/>
            </w:pPr>
          </w:p>
        </w:tc>
      </w:tr>
      <w:tr w:rsidR="001F2838" w:rsidRPr="00E062F1" w14:paraId="0C9C77AE"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75968B0B" w14:textId="77777777" w:rsidR="007D68F6" w:rsidRPr="00E062F1" w:rsidRDefault="007D68F6" w:rsidP="005A68FB">
            <w:pPr>
              <w:pStyle w:val="TAC"/>
            </w:pPr>
            <w:r w:rsidRPr="00E062F1">
              <w:t>CA_n3A-n28A-n257D</w:t>
            </w:r>
          </w:p>
        </w:tc>
        <w:tc>
          <w:tcPr>
            <w:tcW w:w="1738" w:type="dxa"/>
            <w:tcBorders>
              <w:top w:val="single" w:sz="4" w:space="0" w:color="auto"/>
              <w:left w:val="single" w:sz="4" w:space="0" w:color="auto"/>
              <w:bottom w:val="nil"/>
              <w:right w:val="single" w:sz="4" w:space="0" w:color="auto"/>
            </w:tcBorders>
            <w:shd w:val="clear" w:color="auto" w:fill="auto"/>
          </w:tcPr>
          <w:p w14:paraId="2B6110AB" w14:textId="77777777" w:rsidR="007D68F6" w:rsidRPr="00E062F1" w:rsidRDefault="007D68F6" w:rsidP="005A68FB">
            <w:pPr>
              <w:pStyle w:val="TAC"/>
              <w:rPr>
                <w:rFonts w:cs="Arial"/>
                <w:szCs w:val="18"/>
                <w:lang w:eastAsia="zh-CN"/>
              </w:rPr>
            </w:pPr>
            <w:r w:rsidRPr="00E062F1">
              <w:rPr>
                <w:rFonts w:cs="Arial"/>
                <w:szCs w:val="18"/>
                <w:lang w:eastAsia="zh-CN"/>
              </w:rPr>
              <w:t>CA_n3A-n28A</w:t>
            </w:r>
          </w:p>
          <w:p w14:paraId="45C94AB6" w14:textId="77777777" w:rsidR="007D68F6" w:rsidRPr="00E062F1" w:rsidRDefault="007D68F6" w:rsidP="005A68FB">
            <w:pPr>
              <w:pStyle w:val="TAC"/>
              <w:rPr>
                <w:rFonts w:cs="Arial"/>
                <w:szCs w:val="18"/>
                <w:lang w:eastAsia="zh-CN"/>
              </w:rPr>
            </w:pPr>
            <w:r w:rsidRPr="00E062F1">
              <w:rPr>
                <w:rFonts w:cs="Arial"/>
                <w:szCs w:val="18"/>
                <w:lang w:eastAsia="zh-CN"/>
              </w:rPr>
              <w:t>CA_n3A-n257A</w:t>
            </w:r>
          </w:p>
          <w:p w14:paraId="5643F2BF" w14:textId="77777777" w:rsidR="007D68F6" w:rsidRPr="00E062F1" w:rsidRDefault="007D68F6" w:rsidP="005A68FB">
            <w:pPr>
              <w:pStyle w:val="TAC"/>
              <w:rPr>
                <w:rFonts w:cs="Arial"/>
                <w:szCs w:val="18"/>
              </w:rPr>
            </w:pPr>
            <w:r w:rsidRPr="00E062F1">
              <w:rPr>
                <w:rFonts w:cs="Arial"/>
                <w:szCs w:val="18"/>
              </w:rPr>
              <w:t>CA_n3A-n257D</w:t>
            </w:r>
          </w:p>
          <w:p w14:paraId="07C45FEF" w14:textId="77777777" w:rsidR="007D68F6" w:rsidRPr="00E062F1" w:rsidRDefault="007D68F6" w:rsidP="005A68FB">
            <w:pPr>
              <w:pStyle w:val="TAC"/>
              <w:rPr>
                <w:rFonts w:cs="Arial"/>
                <w:szCs w:val="18"/>
                <w:lang w:eastAsia="zh-CN"/>
              </w:rPr>
            </w:pPr>
            <w:r w:rsidRPr="00E062F1">
              <w:rPr>
                <w:rFonts w:cs="Arial"/>
                <w:szCs w:val="18"/>
                <w:lang w:eastAsia="zh-CN"/>
              </w:rPr>
              <w:t>CA_n28A-n257A</w:t>
            </w:r>
          </w:p>
          <w:p w14:paraId="13A0FF6F" w14:textId="77777777" w:rsidR="007D68F6" w:rsidRPr="00E062F1" w:rsidRDefault="007D68F6" w:rsidP="005A68FB">
            <w:pPr>
              <w:pStyle w:val="TAC"/>
              <w:rPr>
                <w:rFonts w:cs="Arial"/>
                <w:szCs w:val="18"/>
                <w:lang w:eastAsia="zh-CN"/>
              </w:rPr>
            </w:pPr>
            <w:r w:rsidRPr="00E062F1">
              <w:rPr>
                <w:rFonts w:cs="Arial"/>
                <w:szCs w:val="18"/>
              </w:rPr>
              <w:t>CA_n28A-n257D</w:t>
            </w:r>
          </w:p>
        </w:tc>
        <w:tc>
          <w:tcPr>
            <w:tcW w:w="668" w:type="dxa"/>
            <w:tcBorders>
              <w:top w:val="single" w:sz="4" w:space="0" w:color="auto"/>
              <w:left w:val="single" w:sz="4" w:space="0" w:color="auto"/>
              <w:right w:val="single" w:sz="4" w:space="0" w:color="auto"/>
            </w:tcBorders>
          </w:tcPr>
          <w:p w14:paraId="2274143A"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4C30A2D0"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00E2E9D2"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1C30D21E"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17F97E8D"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5978A84C"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04DD4F3B"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39353D8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A8685F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5CE1C5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F22E82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930641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07C135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2FE62F7"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24279BB0"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1E8C6F74" w14:textId="77777777" w:rsidR="007D68F6" w:rsidRPr="00E062F1" w:rsidRDefault="007D68F6" w:rsidP="005A68FB">
            <w:pPr>
              <w:pStyle w:val="TAC"/>
              <w:rPr>
                <w:lang w:eastAsia="zh-CN"/>
              </w:rPr>
            </w:pPr>
            <w:r>
              <w:rPr>
                <w:rFonts w:hint="eastAsia"/>
                <w:lang w:eastAsia="zh-CN"/>
              </w:rPr>
              <w:t>0</w:t>
            </w:r>
          </w:p>
        </w:tc>
      </w:tr>
      <w:tr w:rsidR="001F2838" w:rsidRPr="00E062F1" w14:paraId="39962EEF"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69A80D13"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6F0A7AF3" w14:textId="77777777" w:rsidR="007D68F6" w:rsidRPr="00E062F1" w:rsidRDefault="007D68F6" w:rsidP="005A68FB">
            <w:pPr>
              <w:pStyle w:val="TAC"/>
              <w:rPr>
                <w:rFonts w:cs="Arial"/>
                <w:szCs w:val="18"/>
                <w:lang w:eastAsia="zh-CN"/>
              </w:rPr>
            </w:pPr>
          </w:p>
        </w:tc>
        <w:tc>
          <w:tcPr>
            <w:tcW w:w="668" w:type="dxa"/>
            <w:tcBorders>
              <w:top w:val="single" w:sz="4" w:space="0" w:color="auto"/>
              <w:left w:val="single" w:sz="4" w:space="0" w:color="auto"/>
              <w:right w:val="single" w:sz="4" w:space="0" w:color="auto"/>
            </w:tcBorders>
          </w:tcPr>
          <w:p w14:paraId="001BAF72"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78AE3F57"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4FC0F6FF"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38D0815C"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31FF6F67"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2F61991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E3BA71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185974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D09B05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7C0191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F8F1C0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033643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E97FE2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7FCE64B"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C1BAED3"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7D0EBDD9" w14:textId="77777777" w:rsidR="007D68F6" w:rsidRPr="00E062F1" w:rsidRDefault="007D68F6" w:rsidP="005A68FB">
            <w:pPr>
              <w:pStyle w:val="TAC"/>
            </w:pPr>
          </w:p>
        </w:tc>
      </w:tr>
      <w:tr w:rsidR="007D68F6" w:rsidRPr="00E062F1" w14:paraId="74F11BE2"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51935F77"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1DC22D80" w14:textId="77777777" w:rsidR="007D68F6" w:rsidRPr="00E062F1" w:rsidRDefault="007D68F6" w:rsidP="005A68FB">
            <w:pPr>
              <w:pStyle w:val="TAC"/>
              <w:rPr>
                <w:rFonts w:cs="Arial"/>
                <w:szCs w:val="18"/>
                <w:lang w:eastAsia="zh-CN"/>
              </w:rPr>
            </w:pPr>
          </w:p>
        </w:tc>
        <w:tc>
          <w:tcPr>
            <w:tcW w:w="668" w:type="dxa"/>
            <w:tcBorders>
              <w:top w:val="single" w:sz="4" w:space="0" w:color="auto"/>
              <w:left w:val="single" w:sz="4" w:space="0" w:color="auto"/>
              <w:right w:val="single" w:sz="4" w:space="0" w:color="auto"/>
            </w:tcBorders>
          </w:tcPr>
          <w:p w14:paraId="3D58561A" w14:textId="77777777" w:rsidR="007D68F6" w:rsidRPr="00E062F1" w:rsidRDefault="007D68F6" w:rsidP="005A68FB">
            <w:pPr>
              <w:pStyle w:val="TAC"/>
            </w:pPr>
            <w:r>
              <w:t>n257</w:t>
            </w:r>
          </w:p>
        </w:tc>
        <w:tc>
          <w:tcPr>
            <w:tcW w:w="8681" w:type="dxa"/>
            <w:gridSpan w:val="14"/>
            <w:tcBorders>
              <w:top w:val="single" w:sz="4" w:space="0" w:color="auto"/>
              <w:left w:val="single" w:sz="4" w:space="0" w:color="auto"/>
              <w:bottom w:val="single" w:sz="4" w:space="0" w:color="auto"/>
              <w:right w:val="single" w:sz="4" w:space="0" w:color="auto"/>
            </w:tcBorders>
          </w:tcPr>
          <w:p w14:paraId="00EBEBAE" w14:textId="41133B98" w:rsidR="007D68F6" w:rsidRPr="00E062F1" w:rsidRDefault="007D68F6" w:rsidP="005A68FB">
            <w:pPr>
              <w:pStyle w:val="TAC"/>
            </w:pPr>
            <w:r>
              <w:t>See CA_n257D BCS0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75BD2994" w14:textId="77777777" w:rsidR="007D68F6" w:rsidRPr="00E062F1" w:rsidRDefault="007D68F6" w:rsidP="005A68FB">
            <w:pPr>
              <w:pStyle w:val="TAC"/>
            </w:pPr>
          </w:p>
        </w:tc>
      </w:tr>
      <w:tr w:rsidR="001F2838" w:rsidRPr="00E062F1" w14:paraId="491B1B1A"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29932E47" w14:textId="77777777" w:rsidR="007D68F6" w:rsidRPr="00E062F1" w:rsidRDefault="007D68F6" w:rsidP="005A68FB">
            <w:pPr>
              <w:pStyle w:val="TAC"/>
            </w:pPr>
            <w:r w:rsidRPr="00E062F1">
              <w:t>CA_n3A-n28A-n257G</w:t>
            </w:r>
          </w:p>
        </w:tc>
        <w:tc>
          <w:tcPr>
            <w:tcW w:w="1738" w:type="dxa"/>
            <w:tcBorders>
              <w:top w:val="single" w:sz="4" w:space="0" w:color="auto"/>
              <w:left w:val="single" w:sz="4" w:space="0" w:color="auto"/>
              <w:bottom w:val="nil"/>
              <w:right w:val="single" w:sz="4" w:space="0" w:color="auto"/>
            </w:tcBorders>
            <w:shd w:val="clear" w:color="auto" w:fill="auto"/>
          </w:tcPr>
          <w:p w14:paraId="0E632194" w14:textId="77777777" w:rsidR="007D68F6" w:rsidRPr="00E062F1" w:rsidRDefault="007D68F6" w:rsidP="005A68FB">
            <w:pPr>
              <w:pStyle w:val="TAC"/>
              <w:rPr>
                <w:rFonts w:cs="Arial"/>
                <w:szCs w:val="18"/>
                <w:lang w:eastAsia="zh-CN"/>
              </w:rPr>
            </w:pPr>
            <w:r w:rsidRPr="00E062F1">
              <w:rPr>
                <w:rFonts w:cs="Arial"/>
                <w:szCs w:val="18"/>
                <w:lang w:eastAsia="zh-CN"/>
              </w:rPr>
              <w:t>CA_n3A-n28A</w:t>
            </w:r>
          </w:p>
          <w:p w14:paraId="0C0BDEB2" w14:textId="77777777" w:rsidR="007D68F6" w:rsidRPr="00E062F1" w:rsidRDefault="007D68F6" w:rsidP="005A68FB">
            <w:pPr>
              <w:pStyle w:val="TAC"/>
              <w:rPr>
                <w:rFonts w:cs="Arial"/>
                <w:szCs w:val="18"/>
                <w:lang w:eastAsia="zh-CN"/>
              </w:rPr>
            </w:pPr>
            <w:r w:rsidRPr="00E062F1">
              <w:rPr>
                <w:rFonts w:cs="Arial"/>
                <w:szCs w:val="18"/>
                <w:lang w:eastAsia="zh-CN"/>
              </w:rPr>
              <w:t>CA_n3A-n257A</w:t>
            </w:r>
          </w:p>
          <w:p w14:paraId="3E6B016B" w14:textId="77777777" w:rsidR="007D68F6" w:rsidRPr="00E062F1" w:rsidRDefault="007D68F6" w:rsidP="005A68FB">
            <w:pPr>
              <w:pStyle w:val="TAC"/>
              <w:rPr>
                <w:rFonts w:cs="Arial"/>
                <w:szCs w:val="18"/>
              </w:rPr>
            </w:pPr>
            <w:r w:rsidRPr="00E062F1">
              <w:rPr>
                <w:rFonts w:cs="Arial"/>
                <w:szCs w:val="18"/>
              </w:rPr>
              <w:t>CA_n3A-n257G</w:t>
            </w:r>
          </w:p>
          <w:p w14:paraId="2A224CE6" w14:textId="77777777" w:rsidR="007D68F6" w:rsidRPr="00E062F1" w:rsidRDefault="007D68F6" w:rsidP="005A68FB">
            <w:pPr>
              <w:pStyle w:val="TAC"/>
              <w:rPr>
                <w:rFonts w:cs="Arial"/>
                <w:szCs w:val="18"/>
                <w:lang w:eastAsia="zh-CN"/>
              </w:rPr>
            </w:pPr>
            <w:r w:rsidRPr="00E062F1">
              <w:rPr>
                <w:rFonts w:cs="Arial"/>
                <w:szCs w:val="18"/>
                <w:lang w:eastAsia="zh-CN"/>
              </w:rPr>
              <w:t>CA_n28A-n257A</w:t>
            </w:r>
          </w:p>
          <w:p w14:paraId="00ECE408" w14:textId="77777777" w:rsidR="007D68F6" w:rsidRPr="00E062F1" w:rsidRDefault="007D68F6" w:rsidP="005A68FB">
            <w:pPr>
              <w:pStyle w:val="TAC"/>
              <w:rPr>
                <w:rFonts w:cs="Arial"/>
                <w:szCs w:val="18"/>
                <w:lang w:eastAsia="zh-CN"/>
              </w:rPr>
            </w:pPr>
            <w:r w:rsidRPr="00E062F1">
              <w:rPr>
                <w:rFonts w:cs="Arial"/>
                <w:szCs w:val="18"/>
              </w:rPr>
              <w:t>CA_n28A-n257G</w:t>
            </w:r>
          </w:p>
        </w:tc>
        <w:tc>
          <w:tcPr>
            <w:tcW w:w="668" w:type="dxa"/>
            <w:tcBorders>
              <w:top w:val="single" w:sz="4" w:space="0" w:color="auto"/>
              <w:left w:val="single" w:sz="4" w:space="0" w:color="auto"/>
              <w:right w:val="single" w:sz="4" w:space="0" w:color="auto"/>
            </w:tcBorders>
          </w:tcPr>
          <w:p w14:paraId="1AF4BD88"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3E40A8BB"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5195D437"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7BFB2A5A"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6D94BFDF"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7E91AD8B"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35BB9E1D"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79AD98A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3C6EC0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159B7F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9F3360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26C865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86A31F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D0C78DA"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228507AF"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648478CC" w14:textId="77777777" w:rsidR="007D68F6" w:rsidRPr="00E062F1" w:rsidRDefault="007D68F6" w:rsidP="005A68FB">
            <w:pPr>
              <w:pStyle w:val="TAC"/>
              <w:rPr>
                <w:lang w:eastAsia="zh-CN"/>
              </w:rPr>
            </w:pPr>
            <w:r>
              <w:rPr>
                <w:rFonts w:hint="eastAsia"/>
                <w:lang w:eastAsia="zh-CN"/>
              </w:rPr>
              <w:t>0</w:t>
            </w:r>
          </w:p>
        </w:tc>
      </w:tr>
      <w:tr w:rsidR="001F2838" w:rsidRPr="00E062F1" w14:paraId="50AC481A"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2FEB8AFD"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7A3FDDE1" w14:textId="77777777" w:rsidR="007D68F6" w:rsidRPr="00E062F1" w:rsidRDefault="007D68F6" w:rsidP="005A68FB">
            <w:pPr>
              <w:pStyle w:val="TAC"/>
              <w:rPr>
                <w:rFonts w:cs="Arial"/>
                <w:szCs w:val="18"/>
                <w:lang w:eastAsia="zh-CN"/>
              </w:rPr>
            </w:pPr>
          </w:p>
        </w:tc>
        <w:tc>
          <w:tcPr>
            <w:tcW w:w="668" w:type="dxa"/>
            <w:tcBorders>
              <w:top w:val="single" w:sz="4" w:space="0" w:color="auto"/>
              <w:left w:val="single" w:sz="4" w:space="0" w:color="auto"/>
              <w:right w:val="single" w:sz="4" w:space="0" w:color="auto"/>
            </w:tcBorders>
          </w:tcPr>
          <w:p w14:paraId="7F2FF5FF"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27E0B302"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72401489"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1F60D08B"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602D393D"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41F9C3B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5D5DBD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85F557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C5F97D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A500CF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C0EF42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4B8E5B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4507E4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F088458"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54C9D9B1"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5EB13E34" w14:textId="77777777" w:rsidR="007D68F6" w:rsidRPr="00E062F1" w:rsidRDefault="007D68F6" w:rsidP="005A68FB">
            <w:pPr>
              <w:pStyle w:val="TAC"/>
            </w:pPr>
          </w:p>
        </w:tc>
      </w:tr>
      <w:tr w:rsidR="007D68F6" w:rsidRPr="00E062F1" w14:paraId="2194B142"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7C56E6E8"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2CE54DD7" w14:textId="77777777" w:rsidR="007D68F6" w:rsidRPr="00E062F1" w:rsidRDefault="007D68F6" w:rsidP="005A68FB">
            <w:pPr>
              <w:pStyle w:val="TAC"/>
              <w:rPr>
                <w:rFonts w:cs="Arial"/>
                <w:szCs w:val="18"/>
                <w:lang w:eastAsia="zh-CN"/>
              </w:rPr>
            </w:pPr>
          </w:p>
        </w:tc>
        <w:tc>
          <w:tcPr>
            <w:tcW w:w="668" w:type="dxa"/>
            <w:tcBorders>
              <w:top w:val="single" w:sz="4" w:space="0" w:color="auto"/>
              <w:left w:val="single" w:sz="4" w:space="0" w:color="auto"/>
              <w:right w:val="single" w:sz="4" w:space="0" w:color="auto"/>
            </w:tcBorders>
          </w:tcPr>
          <w:p w14:paraId="73E7F8CF"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254116E2" w14:textId="53CE05FA" w:rsidR="007D68F6" w:rsidRPr="00E062F1" w:rsidRDefault="007D68F6" w:rsidP="005A68FB">
            <w:pPr>
              <w:pStyle w:val="TAC"/>
            </w:pPr>
            <w:r w:rsidRPr="00E062F1">
              <w:t>See CA_n257G BCS0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4D17B557" w14:textId="77777777" w:rsidR="007D68F6" w:rsidRPr="00E062F1" w:rsidRDefault="007D68F6" w:rsidP="005A68FB">
            <w:pPr>
              <w:pStyle w:val="TAC"/>
            </w:pPr>
          </w:p>
        </w:tc>
      </w:tr>
      <w:tr w:rsidR="001F2838" w:rsidRPr="00E062F1" w14:paraId="71AD8CB4"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0D45B2A8" w14:textId="77777777" w:rsidR="007D68F6" w:rsidRPr="00E062F1" w:rsidRDefault="007D68F6" w:rsidP="005A68FB">
            <w:pPr>
              <w:pStyle w:val="TAC"/>
            </w:pPr>
            <w:r w:rsidRPr="00E062F1">
              <w:t>CA_n3A-n28A-n257H</w:t>
            </w:r>
          </w:p>
        </w:tc>
        <w:tc>
          <w:tcPr>
            <w:tcW w:w="1738" w:type="dxa"/>
            <w:tcBorders>
              <w:top w:val="single" w:sz="4" w:space="0" w:color="auto"/>
              <w:left w:val="single" w:sz="4" w:space="0" w:color="auto"/>
              <w:bottom w:val="nil"/>
              <w:right w:val="single" w:sz="4" w:space="0" w:color="auto"/>
            </w:tcBorders>
            <w:shd w:val="clear" w:color="auto" w:fill="auto"/>
          </w:tcPr>
          <w:p w14:paraId="45E38F9A" w14:textId="77777777" w:rsidR="007D68F6" w:rsidRPr="00E062F1" w:rsidRDefault="007D68F6" w:rsidP="005A68FB">
            <w:pPr>
              <w:pStyle w:val="TAC"/>
              <w:rPr>
                <w:rFonts w:cs="Arial"/>
                <w:szCs w:val="18"/>
                <w:lang w:eastAsia="zh-CN"/>
              </w:rPr>
            </w:pPr>
            <w:r w:rsidRPr="00E062F1">
              <w:rPr>
                <w:rFonts w:cs="Arial"/>
                <w:szCs w:val="18"/>
                <w:lang w:eastAsia="zh-CN"/>
              </w:rPr>
              <w:t>CA_n3A-n28A</w:t>
            </w:r>
          </w:p>
          <w:p w14:paraId="4608E61B" w14:textId="77777777" w:rsidR="007D68F6" w:rsidRPr="00E062F1" w:rsidRDefault="007D68F6" w:rsidP="005A68FB">
            <w:pPr>
              <w:pStyle w:val="TAC"/>
              <w:rPr>
                <w:rFonts w:cs="Arial"/>
                <w:szCs w:val="18"/>
                <w:lang w:eastAsia="zh-CN"/>
              </w:rPr>
            </w:pPr>
            <w:r w:rsidRPr="00E062F1">
              <w:rPr>
                <w:rFonts w:cs="Arial"/>
                <w:szCs w:val="18"/>
                <w:lang w:eastAsia="zh-CN"/>
              </w:rPr>
              <w:t>CA_n3A-n257A</w:t>
            </w:r>
          </w:p>
          <w:p w14:paraId="5E706782" w14:textId="77777777" w:rsidR="007D68F6" w:rsidRPr="00E062F1" w:rsidRDefault="007D68F6" w:rsidP="005A68FB">
            <w:pPr>
              <w:pStyle w:val="TAC"/>
              <w:rPr>
                <w:rFonts w:cs="Arial"/>
                <w:szCs w:val="18"/>
              </w:rPr>
            </w:pPr>
            <w:r w:rsidRPr="00E062F1">
              <w:rPr>
                <w:rFonts w:cs="Arial"/>
                <w:szCs w:val="18"/>
              </w:rPr>
              <w:t>CA_n3A-n257G</w:t>
            </w:r>
          </w:p>
          <w:p w14:paraId="193FCDEE" w14:textId="77777777" w:rsidR="007D68F6" w:rsidRPr="00E062F1" w:rsidRDefault="007D68F6" w:rsidP="005A68FB">
            <w:pPr>
              <w:pStyle w:val="TAC"/>
              <w:rPr>
                <w:rFonts w:cs="Arial"/>
                <w:szCs w:val="18"/>
              </w:rPr>
            </w:pPr>
            <w:r w:rsidRPr="00E062F1">
              <w:rPr>
                <w:rFonts w:cs="Arial"/>
                <w:szCs w:val="18"/>
              </w:rPr>
              <w:t>CA_n3A-n257H</w:t>
            </w:r>
          </w:p>
          <w:p w14:paraId="3FCBE5EC" w14:textId="77777777" w:rsidR="007D68F6" w:rsidRPr="00E062F1" w:rsidRDefault="007D68F6" w:rsidP="005A68FB">
            <w:pPr>
              <w:pStyle w:val="TAC"/>
              <w:rPr>
                <w:rFonts w:cs="Arial"/>
                <w:szCs w:val="18"/>
                <w:lang w:eastAsia="zh-CN"/>
              </w:rPr>
            </w:pPr>
            <w:r w:rsidRPr="00E062F1">
              <w:rPr>
                <w:rFonts w:cs="Arial"/>
                <w:szCs w:val="18"/>
                <w:lang w:eastAsia="zh-CN"/>
              </w:rPr>
              <w:t>CA_n28A-n257A</w:t>
            </w:r>
          </w:p>
          <w:p w14:paraId="0C406CFF" w14:textId="77777777" w:rsidR="007D68F6" w:rsidRPr="00E062F1" w:rsidRDefault="007D68F6" w:rsidP="005A68FB">
            <w:pPr>
              <w:pStyle w:val="TAC"/>
              <w:rPr>
                <w:rFonts w:cs="Arial"/>
                <w:szCs w:val="18"/>
              </w:rPr>
            </w:pPr>
            <w:r w:rsidRPr="00E062F1">
              <w:rPr>
                <w:rFonts w:cs="Arial"/>
                <w:szCs w:val="18"/>
              </w:rPr>
              <w:t>CA_n28A-n257G</w:t>
            </w:r>
          </w:p>
          <w:p w14:paraId="1EA23972" w14:textId="77777777" w:rsidR="007D68F6" w:rsidRPr="00E062F1" w:rsidRDefault="007D68F6" w:rsidP="005A68FB">
            <w:pPr>
              <w:pStyle w:val="TAC"/>
              <w:rPr>
                <w:rFonts w:cs="Arial"/>
                <w:szCs w:val="18"/>
                <w:lang w:eastAsia="zh-CN"/>
              </w:rPr>
            </w:pPr>
            <w:r w:rsidRPr="00E062F1">
              <w:rPr>
                <w:rFonts w:cs="Arial"/>
                <w:szCs w:val="18"/>
              </w:rPr>
              <w:t>CA_n28A-n257H</w:t>
            </w:r>
          </w:p>
        </w:tc>
        <w:tc>
          <w:tcPr>
            <w:tcW w:w="668" w:type="dxa"/>
            <w:tcBorders>
              <w:top w:val="single" w:sz="4" w:space="0" w:color="auto"/>
              <w:left w:val="single" w:sz="4" w:space="0" w:color="auto"/>
              <w:right w:val="single" w:sz="4" w:space="0" w:color="auto"/>
            </w:tcBorders>
          </w:tcPr>
          <w:p w14:paraId="508296D7"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35EE767B"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18442494"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093BF7B8"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5C9AF8ED"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404C86F2"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52E1CC80"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3B6F3B7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54A275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8D3206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68EB7F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C33EFD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F841F8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AB99E5B"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3DFD0AFC"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2F9B3E30" w14:textId="77777777" w:rsidR="007D68F6" w:rsidRPr="00E062F1" w:rsidRDefault="007D68F6" w:rsidP="005A68FB">
            <w:pPr>
              <w:pStyle w:val="TAC"/>
              <w:rPr>
                <w:lang w:eastAsia="zh-CN"/>
              </w:rPr>
            </w:pPr>
            <w:r>
              <w:rPr>
                <w:rFonts w:hint="eastAsia"/>
                <w:lang w:eastAsia="zh-CN"/>
              </w:rPr>
              <w:t>0</w:t>
            </w:r>
          </w:p>
        </w:tc>
      </w:tr>
      <w:tr w:rsidR="001F2838" w:rsidRPr="00E062F1" w14:paraId="1B5AFEDD"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29FBCA5B"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3B8ECD5D" w14:textId="77777777" w:rsidR="007D68F6" w:rsidRPr="00E062F1" w:rsidRDefault="007D68F6" w:rsidP="005A68FB">
            <w:pPr>
              <w:pStyle w:val="TAC"/>
              <w:rPr>
                <w:rFonts w:cs="Arial"/>
                <w:szCs w:val="18"/>
                <w:lang w:eastAsia="zh-CN"/>
              </w:rPr>
            </w:pPr>
          </w:p>
        </w:tc>
        <w:tc>
          <w:tcPr>
            <w:tcW w:w="668" w:type="dxa"/>
            <w:tcBorders>
              <w:top w:val="single" w:sz="4" w:space="0" w:color="auto"/>
              <w:left w:val="single" w:sz="4" w:space="0" w:color="auto"/>
              <w:right w:val="single" w:sz="4" w:space="0" w:color="auto"/>
            </w:tcBorders>
          </w:tcPr>
          <w:p w14:paraId="70694D7C"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19EBF6B9"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0C64D600"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137279B9"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29B458C5"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06BE37A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A69394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1C793E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0815AA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D7FCE2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B146FF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A17CFE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E90098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6CAE28D"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106218E3"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1E6171E4" w14:textId="77777777" w:rsidR="007D68F6" w:rsidRPr="00E062F1" w:rsidRDefault="007D68F6" w:rsidP="005A68FB">
            <w:pPr>
              <w:pStyle w:val="TAC"/>
            </w:pPr>
          </w:p>
        </w:tc>
      </w:tr>
      <w:tr w:rsidR="007D68F6" w:rsidRPr="00E062F1" w14:paraId="08D7B512"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0CF01F42"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72EBD894" w14:textId="77777777" w:rsidR="007D68F6" w:rsidRPr="00E062F1" w:rsidRDefault="007D68F6" w:rsidP="005A68FB">
            <w:pPr>
              <w:pStyle w:val="TAC"/>
              <w:rPr>
                <w:rFonts w:cs="Arial"/>
                <w:szCs w:val="18"/>
                <w:lang w:eastAsia="zh-CN"/>
              </w:rPr>
            </w:pPr>
          </w:p>
        </w:tc>
        <w:tc>
          <w:tcPr>
            <w:tcW w:w="668" w:type="dxa"/>
            <w:tcBorders>
              <w:top w:val="single" w:sz="4" w:space="0" w:color="auto"/>
              <w:left w:val="single" w:sz="4" w:space="0" w:color="auto"/>
              <w:right w:val="single" w:sz="4" w:space="0" w:color="auto"/>
            </w:tcBorders>
          </w:tcPr>
          <w:p w14:paraId="5CE0890B"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2CF65EC3" w14:textId="4CFA5BF1" w:rsidR="007D68F6" w:rsidRPr="00E062F1" w:rsidRDefault="007D68F6" w:rsidP="005A68FB">
            <w:pPr>
              <w:pStyle w:val="TAC"/>
            </w:pPr>
            <w:r w:rsidRPr="00E062F1">
              <w:t>See CA_n257H BCS0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029E2AAC" w14:textId="77777777" w:rsidR="007D68F6" w:rsidRPr="00E062F1" w:rsidRDefault="007D68F6" w:rsidP="005A68FB">
            <w:pPr>
              <w:pStyle w:val="TAC"/>
            </w:pPr>
          </w:p>
        </w:tc>
      </w:tr>
      <w:tr w:rsidR="001F2838" w:rsidRPr="00E062F1" w14:paraId="13A594C1"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2D9E8490" w14:textId="77777777" w:rsidR="007D68F6" w:rsidRPr="00E062F1" w:rsidRDefault="007D68F6" w:rsidP="005A68FB">
            <w:pPr>
              <w:pStyle w:val="TAC"/>
            </w:pPr>
            <w:r w:rsidRPr="00E062F1">
              <w:t>CA_n3A-n28A-n257I</w:t>
            </w:r>
          </w:p>
        </w:tc>
        <w:tc>
          <w:tcPr>
            <w:tcW w:w="1738" w:type="dxa"/>
            <w:tcBorders>
              <w:top w:val="single" w:sz="4" w:space="0" w:color="auto"/>
              <w:left w:val="single" w:sz="4" w:space="0" w:color="auto"/>
              <w:bottom w:val="nil"/>
              <w:right w:val="single" w:sz="4" w:space="0" w:color="auto"/>
            </w:tcBorders>
            <w:shd w:val="clear" w:color="auto" w:fill="auto"/>
          </w:tcPr>
          <w:p w14:paraId="355062C0" w14:textId="77777777" w:rsidR="007D68F6" w:rsidRPr="00E062F1" w:rsidRDefault="007D68F6" w:rsidP="005A68FB">
            <w:pPr>
              <w:pStyle w:val="TAC"/>
              <w:rPr>
                <w:rFonts w:cs="Arial"/>
                <w:szCs w:val="18"/>
                <w:lang w:eastAsia="zh-CN"/>
              </w:rPr>
            </w:pPr>
            <w:r w:rsidRPr="00E062F1">
              <w:rPr>
                <w:rFonts w:cs="Arial"/>
                <w:szCs w:val="18"/>
                <w:lang w:eastAsia="zh-CN"/>
              </w:rPr>
              <w:t>CA_n3A-n28A</w:t>
            </w:r>
          </w:p>
          <w:p w14:paraId="67E942CE" w14:textId="77777777" w:rsidR="007D68F6" w:rsidRPr="00E062F1" w:rsidRDefault="007D68F6" w:rsidP="005A68FB">
            <w:pPr>
              <w:pStyle w:val="TAC"/>
              <w:rPr>
                <w:rFonts w:cs="Arial"/>
                <w:szCs w:val="18"/>
                <w:lang w:eastAsia="zh-CN"/>
              </w:rPr>
            </w:pPr>
            <w:r w:rsidRPr="00E062F1">
              <w:rPr>
                <w:rFonts w:cs="Arial"/>
                <w:szCs w:val="18"/>
                <w:lang w:eastAsia="zh-CN"/>
              </w:rPr>
              <w:t>CA_n3A-n257A</w:t>
            </w:r>
          </w:p>
          <w:p w14:paraId="7AB4B79E" w14:textId="77777777" w:rsidR="007D68F6" w:rsidRPr="00E062F1" w:rsidRDefault="007D68F6" w:rsidP="005A68FB">
            <w:pPr>
              <w:pStyle w:val="TAC"/>
              <w:rPr>
                <w:rFonts w:cs="Arial"/>
                <w:szCs w:val="18"/>
              </w:rPr>
            </w:pPr>
            <w:r w:rsidRPr="00E062F1">
              <w:rPr>
                <w:rFonts w:cs="Arial"/>
                <w:szCs w:val="18"/>
              </w:rPr>
              <w:t>CA_n3A-n257G</w:t>
            </w:r>
          </w:p>
          <w:p w14:paraId="01F51FFD" w14:textId="77777777" w:rsidR="007D68F6" w:rsidRPr="00E062F1" w:rsidRDefault="007D68F6" w:rsidP="005A68FB">
            <w:pPr>
              <w:pStyle w:val="TAC"/>
              <w:rPr>
                <w:rFonts w:cs="Arial"/>
                <w:szCs w:val="18"/>
              </w:rPr>
            </w:pPr>
            <w:r w:rsidRPr="00E062F1">
              <w:rPr>
                <w:rFonts w:cs="Arial"/>
                <w:szCs w:val="18"/>
              </w:rPr>
              <w:t>CA_n3A-n257H</w:t>
            </w:r>
          </w:p>
          <w:p w14:paraId="33D8DC7E" w14:textId="77777777" w:rsidR="007D68F6" w:rsidRPr="00E062F1" w:rsidRDefault="007D68F6" w:rsidP="005A68FB">
            <w:pPr>
              <w:pStyle w:val="TAC"/>
              <w:rPr>
                <w:rFonts w:cs="Arial"/>
                <w:szCs w:val="18"/>
              </w:rPr>
            </w:pPr>
            <w:r w:rsidRPr="00E062F1">
              <w:rPr>
                <w:rFonts w:cs="Arial"/>
                <w:szCs w:val="18"/>
              </w:rPr>
              <w:t>CA_n3A-n257I</w:t>
            </w:r>
          </w:p>
          <w:p w14:paraId="218F8E5E" w14:textId="77777777" w:rsidR="007D68F6" w:rsidRPr="00E062F1" w:rsidRDefault="007D68F6" w:rsidP="005A68FB">
            <w:pPr>
              <w:pStyle w:val="TAC"/>
              <w:rPr>
                <w:rFonts w:cs="Arial"/>
                <w:szCs w:val="18"/>
                <w:lang w:eastAsia="zh-CN"/>
              </w:rPr>
            </w:pPr>
            <w:r w:rsidRPr="00E062F1">
              <w:rPr>
                <w:rFonts w:cs="Arial"/>
                <w:szCs w:val="18"/>
                <w:lang w:eastAsia="zh-CN"/>
              </w:rPr>
              <w:t>CA_n28A-n257A</w:t>
            </w:r>
          </w:p>
          <w:p w14:paraId="1B55664C" w14:textId="77777777" w:rsidR="007D68F6" w:rsidRPr="00E062F1" w:rsidRDefault="007D68F6" w:rsidP="005A68FB">
            <w:pPr>
              <w:pStyle w:val="TAC"/>
              <w:rPr>
                <w:rFonts w:cs="Arial"/>
                <w:szCs w:val="18"/>
              </w:rPr>
            </w:pPr>
            <w:r w:rsidRPr="00E062F1">
              <w:rPr>
                <w:rFonts w:cs="Arial"/>
                <w:szCs w:val="18"/>
              </w:rPr>
              <w:t>CA_n28A-n257G</w:t>
            </w:r>
          </w:p>
          <w:p w14:paraId="3642234A" w14:textId="77777777" w:rsidR="007D68F6" w:rsidRPr="00E062F1" w:rsidRDefault="007D68F6" w:rsidP="005A68FB">
            <w:pPr>
              <w:pStyle w:val="TAC"/>
              <w:rPr>
                <w:rFonts w:cs="Arial"/>
                <w:szCs w:val="18"/>
              </w:rPr>
            </w:pPr>
            <w:r w:rsidRPr="00E062F1">
              <w:rPr>
                <w:rFonts w:cs="Arial"/>
                <w:szCs w:val="18"/>
              </w:rPr>
              <w:t>CA_n28A-n257H</w:t>
            </w:r>
          </w:p>
          <w:p w14:paraId="225091C5" w14:textId="77777777" w:rsidR="007D68F6" w:rsidRPr="00E062F1" w:rsidRDefault="007D68F6" w:rsidP="005A68FB">
            <w:pPr>
              <w:pStyle w:val="TAC"/>
              <w:rPr>
                <w:rFonts w:cs="Arial"/>
                <w:lang w:eastAsia="zh-CN"/>
              </w:rPr>
            </w:pPr>
            <w:r w:rsidRPr="00E062F1">
              <w:rPr>
                <w:rFonts w:cs="Arial"/>
                <w:szCs w:val="18"/>
              </w:rPr>
              <w:t>CA_n28A-n257I</w:t>
            </w:r>
          </w:p>
        </w:tc>
        <w:tc>
          <w:tcPr>
            <w:tcW w:w="668" w:type="dxa"/>
            <w:tcBorders>
              <w:top w:val="single" w:sz="4" w:space="0" w:color="auto"/>
              <w:left w:val="single" w:sz="4" w:space="0" w:color="auto"/>
              <w:right w:val="single" w:sz="4" w:space="0" w:color="auto"/>
            </w:tcBorders>
          </w:tcPr>
          <w:p w14:paraId="07F4FBC6"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27EC3ECE"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2D322C9E"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78E683AF"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3E56CC0E"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22DF1C1D"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64465502"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79380AB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5FFD1E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224EA2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D36D20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B24088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067B61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5C0D5FD"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71DE11A4"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6F57BAC9" w14:textId="77777777" w:rsidR="007D68F6" w:rsidRPr="00E062F1" w:rsidRDefault="007D68F6" w:rsidP="005A68FB">
            <w:pPr>
              <w:pStyle w:val="TAC"/>
              <w:rPr>
                <w:lang w:eastAsia="zh-CN"/>
              </w:rPr>
            </w:pPr>
            <w:r>
              <w:rPr>
                <w:rFonts w:hint="eastAsia"/>
                <w:lang w:eastAsia="zh-CN"/>
              </w:rPr>
              <w:t>0</w:t>
            </w:r>
          </w:p>
        </w:tc>
      </w:tr>
      <w:tr w:rsidR="001F2838" w:rsidRPr="00E062F1" w14:paraId="37F89D04"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52485A99"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3CC8790C"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71D8968D"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387A69B2"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4B35AF06"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65885F74"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3BC2E305"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3E8C16A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F4DC45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572C00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E3DDF1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6A4CD6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B67A90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2CD350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5776D0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19ECDE8"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344E1CBE"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33B1683C" w14:textId="77777777" w:rsidR="007D68F6" w:rsidRPr="00E062F1" w:rsidRDefault="007D68F6" w:rsidP="005A68FB">
            <w:pPr>
              <w:pStyle w:val="TAC"/>
            </w:pPr>
          </w:p>
        </w:tc>
      </w:tr>
      <w:tr w:rsidR="007D68F6" w:rsidRPr="00E062F1" w14:paraId="24A7C9C3"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57AC6669"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0BE1C0AF"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6EA9BAAF"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006BC5DD" w14:textId="30B8ECBB" w:rsidR="007D68F6" w:rsidRPr="00E062F1" w:rsidRDefault="007D68F6" w:rsidP="005A68FB">
            <w:pPr>
              <w:pStyle w:val="TAC"/>
            </w:pPr>
            <w:r w:rsidRPr="00E062F1">
              <w:t>See CA_n257I BCS0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41924D2F" w14:textId="77777777" w:rsidR="007D68F6" w:rsidRPr="00E062F1" w:rsidRDefault="007D68F6" w:rsidP="005A68FB">
            <w:pPr>
              <w:pStyle w:val="TAC"/>
            </w:pPr>
          </w:p>
        </w:tc>
      </w:tr>
      <w:tr w:rsidR="001F2838" w:rsidRPr="00E062F1" w14:paraId="0E739199"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56778A47" w14:textId="77777777" w:rsidR="007D68F6" w:rsidRPr="00E062F1" w:rsidRDefault="007D68F6" w:rsidP="005A68FB">
            <w:pPr>
              <w:pStyle w:val="TAC"/>
            </w:pPr>
            <w:r w:rsidRPr="00E062F1">
              <w:t>CA_n3A-n77A-n257A</w:t>
            </w:r>
          </w:p>
        </w:tc>
        <w:tc>
          <w:tcPr>
            <w:tcW w:w="1738" w:type="dxa"/>
            <w:tcBorders>
              <w:left w:val="single" w:sz="4" w:space="0" w:color="auto"/>
              <w:bottom w:val="nil"/>
              <w:right w:val="single" w:sz="4" w:space="0" w:color="auto"/>
            </w:tcBorders>
            <w:shd w:val="clear" w:color="auto" w:fill="auto"/>
          </w:tcPr>
          <w:p w14:paraId="4300A374" w14:textId="77777777" w:rsidR="007D68F6" w:rsidRPr="00E062F1" w:rsidRDefault="007D68F6" w:rsidP="005A68FB">
            <w:pPr>
              <w:pStyle w:val="TAC"/>
              <w:rPr>
                <w:rFonts w:cs="Arial"/>
                <w:lang w:eastAsia="zh-CN"/>
              </w:rPr>
            </w:pPr>
            <w:r w:rsidRPr="00E062F1">
              <w:rPr>
                <w:rFonts w:cs="Arial"/>
                <w:lang w:eastAsia="zh-CN"/>
              </w:rPr>
              <w:t>CA_n3A-n77A</w:t>
            </w:r>
          </w:p>
          <w:p w14:paraId="0A8B74EE" w14:textId="77777777" w:rsidR="007D68F6" w:rsidRPr="00E062F1" w:rsidRDefault="007D68F6" w:rsidP="005A68FB">
            <w:pPr>
              <w:pStyle w:val="TAC"/>
              <w:rPr>
                <w:rFonts w:cs="Arial"/>
                <w:lang w:eastAsia="zh-CN"/>
              </w:rPr>
            </w:pPr>
            <w:r w:rsidRPr="00E062F1">
              <w:rPr>
                <w:rFonts w:cs="Arial"/>
                <w:lang w:eastAsia="zh-CN"/>
              </w:rPr>
              <w:t>CA_n3A-n257A</w:t>
            </w:r>
          </w:p>
          <w:p w14:paraId="2311957F" w14:textId="77777777" w:rsidR="007D68F6" w:rsidRPr="00E062F1" w:rsidRDefault="007D68F6" w:rsidP="005A68FB">
            <w:pPr>
              <w:pStyle w:val="TAC"/>
              <w:rPr>
                <w:rFonts w:cs="Arial"/>
              </w:rPr>
            </w:pPr>
            <w:r w:rsidRPr="00E062F1">
              <w:rPr>
                <w:rFonts w:cs="Arial"/>
                <w:lang w:eastAsia="zh-CN"/>
              </w:rPr>
              <w:t>CA_n77A-n257A</w:t>
            </w:r>
          </w:p>
        </w:tc>
        <w:tc>
          <w:tcPr>
            <w:tcW w:w="668" w:type="dxa"/>
            <w:tcBorders>
              <w:left w:val="single" w:sz="4" w:space="0" w:color="auto"/>
              <w:bottom w:val="single" w:sz="4" w:space="0" w:color="auto"/>
              <w:right w:val="single" w:sz="4" w:space="0" w:color="auto"/>
            </w:tcBorders>
          </w:tcPr>
          <w:p w14:paraId="74A0E41A"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68A60A5B"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44E846AF"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1DEC8A8F"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168C4168"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1DB5E1C4"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65A2CB68"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31623F4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1217EB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D075E7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EBEE9B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D191B6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73DE77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CE4680F"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11790662"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6AF685B0" w14:textId="77777777" w:rsidR="007D68F6" w:rsidRPr="00E062F1" w:rsidRDefault="007D68F6" w:rsidP="005A68FB">
            <w:pPr>
              <w:pStyle w:val="TAC"/>
              <w:rPr>
                <w:lang w:eastAsia="zh-CN"/>
              </w:rPr>
            </w:pPr>
            <w:r>
              <w:rPr>
                <w:rFonts w:hint="eastAsia"/>
                <w:lang w:eastAsia="zh-CN"/>
              </w:rPr>
              <w:t>0</w:t>
            </w:r>
          </w:p>
        </w:tc>
      </w:tr>
      <w:tr w:rsidR="001F2838" w:rsidRPr="00E062F1" w14:paraId="44DAC774"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02A55A5A"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1C87D1EA" w14:textId="77777777" w:rsidR="007D68F6" w:rsidRPr="00E062F1" w:rsidRDefault="007D68F6" w:rsidP="005A68FB">
            <w:pPr>
              <w:pStyle w:val="TAC"/>
              <w:rPr>
                <w:rFonts w:cs="Arial"/>
              </w:rPr>
            </w:pPr>
          </w:p>
        </w:tc>
        <w:tc>
          <w:tcPr>
            <w:tcW w:w="668" w:type="dxa"/>
            <w:tcBorders>
              <w:left w:val="single" w:sz="4" w:space="0" w:color="auto"/>
              <w:bottom w:val="single" w:sz="4" w:space="0" w:color="auto"/>
              <w:right w:val="single" w:sz="4" w:space="0" w:color="auto"/>
            </w:tcBorders>
          </w:tcPr>
          <w:p w14:paraId="218CBFB9" w14:textId="77777777" w:rsidR="007D68F6" w:rsidRPr="00E062F1" w:rsidRDefault="007D68F6" w:rsidP="005A68FB">
            <w:pPr>
              <w:pStyle w:val="TAC"/>
            </w:pPr>
            <w:r w:rsidRPr="00E062F1">
              <w:t>n77</w:t>
            </w:r>
          </w:p>
        </w:tc>
        <w:tc>
          <w:tcPr>
            <w:tcW w:w="620" w:type="dxa"/>
            <w:tcBorders>
              <w:top w:val="single" w:sz="4" w:space="0" w:color="auto"/>
              <w:left w:val="single" w:sz="4" w:space="0" w:color="auto"/>
              <w:bottom w:val="single" w:sz="4" w:space="0" w:color="auto"/>
              <w:right w:val="single" w:sz="4" w:space="0" w:color="auto"/>
            </w:tcBorders>
          </w:tcPr>
          <w:p w14:paraId="3F8D82C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2DE15FB"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0CFE1F4B"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0C03434F"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7439F6F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EC4C76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E21F078"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4712D46E"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386C5993"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2FB53F89"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57532A28"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2C8533FF"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0D2893F5"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8C0DB11"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49A11CCD" w14:textId="77777777" w:rsidR="007D68F6" w:rsidRPr="00E062F1" w:rsidRDefault="007D68F6" w:rsidP="005A68FB">
            <w:pPr>
              <w:pStyle w:val="TAC"/>
            </w:pPr>
          </w:p>
        </w:tc>
      </w:tr>
      <w:tr w:rsidR="001F2838" w:rsidRPr="00E062F1" w14:paraId="1406783D"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182284F6"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7F538058" w14:textId="77777777" w:rsidR="007D68F6" w:rsidRPr="00E062F1" w:rsidRDefault="007D68F6" w:rsidP="005A68FB">
            <w:pPr>
              <w:pStyle w:val="TAC"/>
              <w:rPr>
                <w:rFonts w:cs="Arial"/>
              </w:rPr>
            </w:pPr>
          </w:p>
        </w:tc>
        <w:tc>
          <w:tcPr>
            <w:tcW w:w="668" w:type="dxa"/>
            <w:tcBorders>
              <w:left w:val="single" w:sz="4" w:space="0" w:color="auto"/>
              <w:bottom w:val="single" w:sz="4" w:space="0" w:color="auto"/>
              <w:right w:val="single" w:sz="4" w:space="0" w:color="auto"/>
            </w:tcBorders>
          </w:tcPr>
          <w:p w14:paraId="416FABE7" w14:textId="77777777" w:rsidR="007D68F6" w:rsidRPr="00E062F1" w:rsidRDefault="007D68F6" w:rsidP="005A68FB">
            <w:pPr>
              <w:pStyle w:val="TAC"/>
            </w:pPr>
            <w:r w:rsidRPr="00E062F1">
              <w:t>n257</w:t>
            </w:r>
          </w:p>
        </w:tc>
        <w:tc>
          <w:tcPr>
            <w:tcW w:w="620" w:type="dxa"/>
            <w:tcBorders>
              <w:top w:val="single" w:sz="4" w:space="0" w:color="auto"/>
              <w:left w:val="single" w:sz="4" w:space="0" w:color="auto"/>
              <w:bottom w:val="single" w:sz="4" w:space="0" w:color="auto"/>
              <w:right w:val="single" w:sz="4" w:space="0" w:color="auto"/>
            </w:tcBorders>
          </w:tcPr>
          <w:p w14:paraId="6AC2876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3D104D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4B342B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C13FA9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58159F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E64E37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F76654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C183EF8"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6934725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C12F03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D9700F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50CF566"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1D2F1296" w14:textId="77777777" w:rsidR="007D68F6" w:rsidRPr="00E062F1" w:rsidRDefault="007D68F6" w:rsidP="005A68FB">
            <w:pPr>
              <w:pStyle w:val="TAC"/>
              <w:rPr>
                <w:lang w:eastAsia="zh-CN"/>
              </w:rPr>
            </w:pPr>
            <w:r>
              <w:rPr>
                <w:rFonts w:hint="eastAsia"/>
                <w:lang w:eastAsia="zh-CN"/>
              </w:rPr>
              <w:t>200</w:t>
            </w:r>
          </w:p>
        </w:tc>
        <w:tc>
          <w:tcPr>
            <w:tcW w:w="621" w:type="dxa"/>
            <w:tcBorders>
              <w:top w:val="single" w:sz="4" w:space="0" w:color="auto"/>
              <w:left w:val="single" w:sz="4" w:space="0" w:color="auto"/>
              <w:bottom w:val="single" w:sz="4" w:space="0" w:color="auto"/>
              <w:right w:val="single" w:sz="4" w:space="0" w:color="auto"/>
            </w:tcBorders>
          </w:tcPr>
          <w:p w14:paraId="31E8D7BD" w14:textId="77777777" w:rsidR="007D68F6" w:rsidRPr="00E062F1" w:rsidRDefault="007D68F6" w:rsidP="005A68FB">
            <w:pPr>
              <w:pStyle w:val="TAC"/>
              <w:rPr>
                <w:lang w:eastAsia="zh-CN"/>
              </w:rPr>
            </w:pPr>
            <w:r>
              <w:rPr>
                <w:rFonts w:hint="eastAsia"/>
                <w:lang w:eastAsia="zh-CN"/>
              </w:rPr>
              <w:t>400</w:t>
            </w:r>
          </w:p>
        </w:tc>
        <w:tc>
          <w:tcPr>
            <w:tcW w:w="1330" w:type="dxa"/>
            <w:tcBorders>
              <w:top w:val="nil"/>
              <w:left w:val="single" w:sz="4" w:space="0" w:color="auto"/>
              <w:bottom w:val="single" w:sz="4" w:space="0" w:color="auto"/>
              <w:right w:val="single" w:sz="4" w:space="0" w:color="auto"/>
            </w:tcBorders>
            <w:shd w:val="clear" w:color="auto" w:fill="auto"/>
          </w:tcPr>
          <w:p w14:paraId="4CA93FEE" w14:textId="77777777" w:rsidR="007D68F6" w:rsidRPr="00E062F1" w:rsidRDefault="007D68F6" w:rsidP="005A68FB">
            <w:pPr>
              <w:pStyle w:val="TAC"/>
            </w:pPr>
          </w:p>
        </w:tc>
      </w:tr>
      <w:tr w:rsidR="001F2838" w:rsidRPr="00E062F1" w14:paraId="748C420D"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4097D484" w14:textId="77777777" w:rsidR="007D68F6" w:rsidRPr="00E062F1" w:rsidRDefault="007D68F6" w:rsidP="005A68FB">
            <w:pPr>
              <w:pStyle w:val="TAC"/>
            </w:pPr>
            <w:r w:rsidRPr="00E062F1">
              <w:t>CA_n3A-n77A-n257D</w:t>
            </w:r>
          </w:p>
        </w:tc>
        <w:tc>
          <w:tcPr>
            <w:tcW w:w="1738" w:type="dxa"/>
            <w:tcBorders>
              <w:top w:val="single" w:sz="4" w:space="0" w:color="auto"/>
              <w:left w:val="single" w:sz="4" w:space="0" w:color="auto"/>
              <w:bottom w:val="nil"/>
              <w:right w:val="single" w:sz="4" w:space="0" w:color="auto"/>
            </w:tcBorders>
            <w:shd w:val="clear" w:color="auto" w:fill="auto"/>
          </w:tcPr>
          <w:p w14:paraId="1BC0B0E2" w14:textId="77777777" w:rsidR="007D68F6" w:rsidRPr="00E062F1" w:rsidRDefault="007D68F6" w:rsidP="005A68FB">
            <w:pPr>
              <w:pStyle w:val="TAC"/>
              <w:rPr>
                <w:rFonts w:cs="Arial"/>
                <w:lang w:eastAsia="zh-CN"/>
              </w:rPr>
            </w:pPr>
            <w:r w:rsidRPr="00E062F1">
              <w:rPr>
                <w:rFonts w:cs="Arial"/>
                <w:lang w:eastAsia="zh-CN"/>
              </w:rPr>
              <w:t>CA_n3A-n77A</w:t>
            </w:r>
          </w:p>
          <w:p w14:paraId="4A4E9B47" w14:textId="77777777" w:rsidR="007D68F6" w:rsidRPr="00E062F1" w:rsidRDefault="007D68F6" w:rsidP="005A68FB">
            <w:pPr>
              <w:pStyle w:val="TAC"/>
              <w:rPr>
                <w:rFonts w:cs="Arial"/>
                <w:lang w:eastAsia="zh-CN"/>
              </w:rPr>
            </w:pPr>
            <w:r w:rsidRPr="00E062F1">
              <w:rPr>
                <w:rFonts w:cs="Arial"/>
                <w:lang w:eastAsia="zh-CN"/>
              </w:rPr>
              <w:t>CA_n3A-n257A</w:t>
            </w:r>
          </w:p>
          <w:p w14:paraId="44A7D014" w14:textId="77777777" w:rsidR="007D68F6" w:rsidRPr="00E062F1" w:rsidRDefault="007D68F6" w:rsidP="005A68FB">
            <w:pPr>
              <w:pStyle w:val="TAC"/>
              <w:rPr>
                <w:rFonts w:cs="Arial"/>
                <w:lang w:eastAsia="zh-CN"/>
              </w:rPr>
            </w:pPr>
            <w:r w:rsidRPr="00E062F1">
              <w:rPr>
                <w:rFonts w:cs="Arial"/>
                <w:lang w:eastAsia="zh-CN"/>
              </w:rPr>
              <w:t>CA_n3A-n257D</w:t>
            </w:r>
          </w:p>
          <w:p w14:paraId="74E66E92" w14:textId="77777777" w:rsidR="007D68F6" w:rsidRPr="00E062F1" w:rsidRDefault="007D68F6" w:rsidP="005A68FB">
            <w:pPr>
              <w:pStyle w:val="TAC"/>
              <w:rPr>
                <w:rFonts w:cs="Arial"/>
                <w:lang w:eastAsia="zh-CN"/>
              </w:rPr>
            </w:pPr>
            <w:r w:rsidRPr="00E062F1">
              <w:rPr>
                <w:rFonts w:cs="Arial"/>
                <w:lang w:eastAsia="zh-CN"/>
              </w:rPr>
              <w:t>CA_n77A-n257A</w:t>
            </w:r>
          </w:p>
          <w:p w14:paraId="472CD90A" w14:textId="77777777" w:rsidR="007D68F6" w:rsidRPr="00E062F1" w:rsidRDefault="007D68F6" w:rsidP="005A68FB">
            <w:pPr>
              <w:pStyle w:val="TAC"/>
              <w:rPr>
                <w:rFonts w:cs="Arial"/>
                <w:lang w:eastAsia="zh-CN"/>
              </w:rPr>
            </w:pPr>
            <w:r w:rsidRPr="00E062F1">
              <w:rPr>
                <w:rFonts w:cs="Arial"/>
                <w:lang w:eastAsia="zh-CN"/>
              </w:rPr>
              <w:t>CA_n77A-n257D</w:t>
            </w:r>
          </w:p>
        </w:tc>
        <w:tc>
          <w:tcPr>
            <w:tcW w:w="668" w:type="dxa"/>
            <w:tcBorders>
              <w:top w:val="single" w:sz="4" w:space="0" w:color="auto"/>
              <w:left w:val="single" w:sz="4" w:space="0" w:color="auto"/>
              <w:right w:val="single" w:sz="4" w:space="0" w:color="auto"/>
            </w:tcBorders>
          </w:tcPr>
          <w:p w14:paraId="1E8F342B"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4FBDCE91"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3FAA7B73"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0A4EBE67"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09EB1DCF"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1BE33E02"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77CE81DA"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4858921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8E8520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3A04ED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7FDFFC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6493A9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258DA5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5BE0E35"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7733DACC"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1B5DB242" w14:textId="77777777" w:rsidR="007D68F6" w:rsidRPr="00E062F1" w:rsidRDefault="007D68F6" w:rsidP="005A68FB">
            <w:pPr>
              <w:pStyle w:val="TAC"/>
              <w:rPr>
                <w:lang w:eastAsia="zh-CN"/>
              </w:rPr>
            </w:pPr>
            <w:r>
              <w:rPr>
                <w:rFonts w:hint="eastAsia"/>
                <w:lang w:eastAsia="zh-CN"/>
              </w:rPr>
              <w:t>0</w:t>
            </w:r>
          </w:p>
        </w:tc>
      </w:tr>
      <w:tr w:rsidR="001F2838" w:rsidRPr="00E062F1" w14:paraId="5E75710A"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43CECFC7"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7005E439"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2D11643B" w14:textId="77777777" w:rsidR="007D68F6" w:rsidRPr="00E062F1" w:rsidRDefault="007D68F6" w:rsidP="005A68FB">
            <w:pPr>
              <w:pStyle w:val="TAC"/>
            </w:pPr>
            <w:r w:rsidRPr="00E062F1">
              <w:t>n77</w:t>
            </w:r>
          </w:p>
        </w:tc>
        <w:tc>
          <w:tcPr>
            <w:tcW w:w="620" w:type="dxa"/>
            <w:tcBorders>
              <w:top w:val="single" w:sz="4" w:space="0" w:color="auto"/>
              <w:left w:val="single" w:sz="4" w:space="0" w:color="auto"/>
              <w:bottom w:val="single" w:sz="4" w:space="0" w:color="auto"/>
              <w:right w:val="single" w:sz="4" w:space="0" w:color="auto"/>
            </w:tcBorders>
          </w:tcPr>
          <w:p w14:paraId="7DEE34C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66C3054"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6F86E599"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25230BAE"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4C83D7A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8F5A39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290F9D3"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0ECCC8C8"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613F4BD1"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544C7361"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13F34401"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7684A630"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59E878BF"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466D1439"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61ADAA91" w14:textId="77777777" w:rsidR="007D68F6" w:rsidRPr="00E062F1" w:rsidRDefault="007D68F6" w:rsidP="005A68FB">
            <w:pPr>
              <w:pStyle w:val="TAC"/>
            </w:pPr>
          </w:p>
        </w:tc>
      </w:tr>
      <w:tr w:rsidR="007D68F6" w:rsidRPr="00E062F1" w14:paraId="10D971D1"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5A7E69D8"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3EAF5BCF"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6861F3F5"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10D8DD17" w14:textId="69DE273F" w:rsidR="007D68F6" w:rsidRPr="00E062F1" w:rsidRDefault="007D68F6" w:rsidP="005A68FB">
            <w:pPr>
              <w:pStyle w:val="TAC"/>
            </w:pPr>
            <w:r w:rsidRPr="00E062F1">
              <w:t>See CA_n257D in Table 5.5A.1-2 in TS 38.101-2</w:t>
            </w:r>
          </w:p>
        </w:tc>
        <w:tc>
          <w:tcPr>
            <w:tcW w:w="1330" w:type="dxa"/>
            <w:tcBorders>
              <w:top w:val="nil"/>
              <w:left w:val="single" w:sz="4" w:space="0" w:color="auto"/>
              <w:bottom w:val="single" w:sz="4" w:space="0" w:color="auto"/>
              <w:right w:val="single" w:sz="4" w:space="0" w:color="auto"/>
            </w:tcBorders>
            <w:shd w:val="clear" w:color="auto" w:fill="auto"/>
          </w:tcPr>
          <w:p w14:paraId="6AA68216" w14:textId="77777777" w:rsidR="007D68F6" w:rsidRPr="00E062F1" w:rsidRDefault="007D68F6" w:rsidP="005A68FB">
            <w:pPr>
              <w:pStyle w:val="TAC"/>
            </w:pPr>
          </w:p>
        </w:tc>
      </w:tr>
      <w:tr w:rsidR="001F2838" w:rsidRPr="00E062F1" w14:paraId="3E53909E"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13FD47AF" w14:textId="77777777" w:rsidR="007D68F6" w:rsidRPr="00E062F1" w:rsidRDefault="007D68F6" w:rsidP="005A68FB">
            <w:pPr>
              <w:pStyle w:val="TAC"/>
            </w:pPr>
            <w:r w:rsidRPr="00E062F1">
              <w:t>CA_n3A-n77A-n257G</w:t>
            </w:r>
          </w:p>
        </w:tc>
        <w:tc>
          <w:tcPr>
            <w:tcW w:w="1738" w:type="dxa"/>
            <w:tcBorders>
              <w:top w:val="single" w:sz="4" w:space="0" w:color="auto"/>
              <w:left w:val="single" w:sz="4" w:space="0" w:color="auto"/>
              <w:bottom w:val="nil"/>
              <w:right w:val="single" w:sz="4" w:space="0" w:color="auto"/>
            </w:tcBorders>
            <w:shd w:val="clear" w:color="auto" w:fill="auto"/>
          </w:tcPr>
          <w:p w14:paraId="76B3D08C" w14:textId="77777777" w:rsidR="007D68F6" w:rsidRPr="00E062F1" w:rsidRDefault="007D68F6" w:rsidP="005A68FB">
            <w:pPr>
              <w:pStyle w:val="TAC"/>
              <w:rPr>
                <w:rFonts w:cs="Arial"/>
                <w:lang w:eastAsia="zh-CN"/>
              </w:rPr>
            </w:pPr>
            <w:r w:rsidRPr="00E062F1">
              <w:rPr>
                <w:rFonts w:cs="Arial"/>
                <w:lang w:eastAsia="zh-CN"/>
              </w:rPr>
              <w:t>CA_n3A-n77A</w:t>
            </w:r>
          </w:p>
          <w:p w14:paraId="6B54921A" w14:textId="77777777" w:rsidR="007D68F6" w:rsidRPr="00E062F1" w:rsidRDefault="007D68F6" w:rsidP="005A68FB">
            <w:pPr>
              <w:pStyle w:val="TAC"/>
              <w:rPr>
                <w:rFonts w:cs="Arial"/>
                <w:lang w:eastAsia="zh-CN"/>
              </w:rPr>
            </w:pPr>
            <w:r w:rsidRPr="00E062F1">
              <w:rPr>
                <w:rFonts w:cs="Arial"/>
                <w:lang w:eastAsia="zh-CN"/>
              </w:rPr>
              <w:t>CA_n3A-n257A</w:t>
            </w:r>
          </w:p>
          <w:p w14:paraId="2675EA68" w14:textId="77777777" w:rsidR="007D68F6" w:rsidRPr="00E062F1" w:rsidRDefault="007D68F6" w:rsidP="005A68FB">
            <w:pPr>
              <w:pStyle w:val="TAC"/>
              <w:rPr>
                <w:rFonts w:cs="Arial"/>
                <w:lang w:eastAsia="zh-CN"/>
              </w:rPr>
            </w:pPr>
            <w:r w:rsidRPr="00E062F1">
              <w:rPr>
                <w:rFonts w:cs="Arial"/>
                <w:lang w:eastAsia="zh-CN"/>
              </w:rPr>
              <w:t>CA_n3A-n257G</w:t>
            </w:r>
          </w:p>
          <w:p w14:paraId="14AE4E1B" w14:textId="77777777" w:rsidR="007D68F6" w:rsidRPr="00E062F1" w:rsidRDefault="007D68F6" w:rsidP="005A68FB">
            <w:pPr>
              <w:pStyle w:val="TAC"/>
              <w:rPr>
                <w:rFonts w:eastAsia="DengXian" w:cs="Arial"/>
                <w:lang w:eastAsia="zh-CN"/>
              </w:rPr>
            </w:pPr>
            <w:r w:rsidRPr="00E062F1">
              <w:rPr>
                <w:rFonts w:cs="Arial"/>
                <w:lang w:eastAsia="zh-CN"/>
              </w:rPr>
              <w:t>CA_n77A-n257A</w:t>
            </w:r>
          </w:p>
          <w:p w14:paraId="7DF72FBB" w14:textId="77777777" w:rsidR="007D68F6" w:rsidRPr="00E062F1" w:rsidRDefault="007D68F6" w:rsidP="005A68FB">
            <w:pPr>
              <w:pStyle w:val="TAC"/>
              <w:rPr>
                <w:rFonts w:cs="Arial"/>
                <w:lang w:eastAsia="zh-CN"/>
              </w:rPr>
            </w:pPr>
            <w:r w:rsidRPr="00E062F1">
              <w:rPr>
                <w:rFonts w:cs="Arial"/>
                <w:lang w:eastAsia="zh-CN"/>
              </w:rPr>
              <w:t>CA_n77A-n257G</w:t>
            </w:r>
          </w:p>
        </w:tc>
        <w:tc>
          <w:tcPr>
            <w:tcW w:w="668" w:type="dxa"/>
            <w:tcBorders>
              <w:top w:val="single" w:sz="4" w:space="0" w:color="auto"/>
              <w:left w:val="single" w:sz="4" w:space="0" w:color="auto"/>
              <w:right w:val="single" w:sz="4" w:space="0" w:color="auto"/>
            </w:tcBorders>
          </w:tcPr>
          <w:p w14:paraId="0EEF158B"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580A2579"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184C7172"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47A8D7C3"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336A3A45"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0D4A2829"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70F35E1F"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436EB21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8B1F1B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D93EF6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F52F83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D0819C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AD11CE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34E2281"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778E9A3C"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34BFD4CD" w14:textId="77777777" w:rsidR="007D68F6" w:rsidRPr="00E062F1" w:rsidRDefault="007D68F6" w:rsidP="005A68FB">
            <w:pPr>
              <w:pStyle w:val="TAC"/>
              <w:rPr>
                <w:lang w:eastAsia="zh-CN"/>
              </w:rPr>
            </w:pPr>
            <w:r>
              <w:rPr>
                <w:rFonts w:hint="eastAsia"/>
                <w:lang w:eastAsia="zh-CN"/>
              </w:rPr>
              <w:t>0</w:t>
            </w:r>
          </w:p>
        </w:tc>
      </w:tr>
      <w:tr w:rsidR="001F2838" w:rsidRPr="00E062F1" w14:paraId="05CCC154"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26DFD691"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743731FE"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0485DBC2" w14:textId="77777777" w:rsidR="007D68F6" w:rsidRPr="00E062F1" w:rsidRDefault="007D68F6" w:rsidP="005A68FB">
            <w:pPr>
              <w:pStyle w:val="TAC"/>
            </w:pPr>
            <w:r w:rsidRPr="00E062F1">
              <w:t>n77</w:t>
            </w:r>
          </w:p>
        </w:tc>
        <w:tc>
          <w:tcPr>
            <w:tcW w:w="620" w:type="dxa"/>
            <w:tcBorders>
              <w:top w:val="single" w:sz="4" w:space="0" w:color="auto"/>
              <w:left w:val="single" w:sz="4" w:space="0" w:color="auto"/>
              <w:bottom w:val="single" w:sz="4" w:space="0" w:color="auto"/>
              <w:right w:val="single" w:sz="4" w:space="0" w:color="auto"/>
            </w:tcBorders>
          </w:tcPr>
          <w:p w14:paraId="6F25002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984AA51"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7186DBE2"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5DAE740C"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08A6CF7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2710F2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65EEA43"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424DF4CB"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43B4E22B"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0D555DF9"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1F02BE79"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4751F775"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2E8F12A1"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41CA7D22"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102F689B" w14:textId="77777777" w:rsidR="007D68F6" w:rsidRPr="00E062F1" w:rsidRDefault="007D68F6" w:rsidP="005A68FB">
            <w:pPr>
              <w:pStyle w:val="TAC"/>
            </w:pPr>
          </w:p>
        </w:tc>
      </w:tr>
      <w:tr w:rsidR="007D68F6" w:rsidRPr="00E062F1" w14:paraId="386CB0A9"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1B215DC7"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6A175FDA"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1DC50FC1"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2BFA259F" w14:textId="60D640D9" w:rsidR="007D68F6" w:rsidRPr="00E062F1" w:rsidRDefault="007D68F6" w:rsidP="005A68FB">
            <w:pPr>
              <w:pStyle w:val="TAC"/>
            </w:pPr>
            <w:r w:rsidRPr="00E062F1">
              <w:t>See CA_n257G in Table 5.5A.1-2 in TS 38.101-2</w:t>
            </w:r>
          </w:p>
        </w:tc>
        <w:tc>
          <w:tcPr>
            <w:tcW w:w="1330" w:type="dxa"/>
            <w:tcBorders>
              <w:top w:val="nil"/>
              <w:left w:val="single" w:sz="4" w:space="0" w:color="auto"/>
              <w:bottom w:val="single" w:sz="4" w:space="0" w:color="auto"/>
              <w:right w:val="single" w:sz="4" w:space="0" w:color="auto"/>
            </w:tcBorders>
            <w:shd w:val="clear" w:color="auto" w:fill="auto"/>
          </w:tcPr>
          <w:p w14:paraId="36821BAE" w14:textId="77777777" w:rsidR="007D68F6" w:rsidRPr="00E062F1" w:rsidRDefault="007D68F6" w:rsidP="005A68FB">
            <w:pPr>
              <w:pStyle w:val="TAC"/>
            </w:pPr>
          </w:p>
        </w:tc>
      </w:tr>
      <w:tr w:rsidR="001F2838" w:rsidRPr="00E062F1" w14:paraId="2295D639"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776E3B01" w14:textId="77777777" w:rsidR="007D68F6" w:rsidRPr="00E062F1" w:rsidRDefault="007D68F6" w:rsidP="005A68FB">
            <w:pPr>
              <w:pStyle w:val="TAC"/>
            </w:pPr>
            <w:r w:rsidRPr="00E062F1">
              <w:t>CA_n3A-n77A-n257H</w:t>
            </w:r>
          </w:p>
        </w:tc>
        <w:tc>
          <w:tcPr>
            <w:tcW w:w="1738" w:type="dxa"/>
            <w:tcBorders>
              <w:top w:val="single" w:sz="4" w:space="0" w:color="auto"/>
              <w:left w:val="single" w:sz="4" w:space="0" w:color="auto"/>
              <w:bottom w:val="nil"/>
              <w:right w:val="single" w:sz="4" w:space="0" w:color="auto"/>
            </w:tcBorders>
            <w:shd w:val="clear" w:color="auto" w:fill="auto"/>
          </w:tcPr>
          <w:p w14:paraId="5ADA8FB8" w14:textId="77777777" w:rsidR="007D68F6" w:rsidRPr="00E062F1" w:rsidRDefault="007D68F6" w:rsidP="005A68FB">
            <w:pPr>
              <w:pStyle w:val="TAC"/>
              <w:rPr>
                <w:rFonts w:cs="Arial"/>
                <w:lang w:eastAsia="zh-CN"/>
              </w:rPr>
            </w:pPr>
            <w:r w:rsidRPr="00E062F1">
              <w:rPr>
                <w:rFonts w:cs="Arial"/>
                <w:lang w:eastAsia="zh-CN"/>
              </w:rPr>
              <w:t>CA_n3A-n77A</w:t>
            </w:r>
          </w:p>
          <w:p w14:paraId="0DC87783" w14:textId="77777777" w:rsidR="007D68F6" w:rsidRPr="00E062F1" w:rsidRDefault="007D68F6" w:rsidP="005A68FB">
            <w:pPr>
              <w:pStyle w:val="TAC"/>
              <w:rPr>
                <w:rFonts w:cs="Arial"/>
                <w:lang w:eastAsia="zh-CN"/>
              </w:rPr>
            </w:pPr>
            <w:r w:rsidRPr="00E062F1">
              <w:rPr>
                <w:rFonts w:cs="Arial"/>
                <w:lang w:eastAsia="zh-CN"/>
              </w:rPr>
              <w:t>CA_n3A-n257A</w:t>
            </w:r>
          </w:p>
          <w:p w14:paraId="5E9DA51E" w14:textId="77777777" w:rsidR="007D68F6" w:rsidRPr="00E062F1" w:rsidRDefault="007D68F6" w:rsidP="005A68FB">
            <w:pPr>
              <w:pStyle w:val="TAC"/>
              <w:rPr>
                <w:rFonts w:cs="Arial"/>
                <w:lang w:eastAsia="zh-CN"/>
              </w:rPr>
            </w:pPr>
            <w:r w:rsidRPr="00E062F1">
              <w:rPr>
                <w:rFonts w:cs="Arial"/>
                <w:lang w:eastAsia="zh-CN"/>
              </w:rPr>
              <w:t>CA_n3A-n257G</w:t>
            </w:r>
          </w:p>
          <w:p w14:paraId="60D46981" w14:textId="77777777" w:rsidR="007D68F6" w:rsidRPr="00E062F1" w:rsidRDefault="007D68F6" w:rsidP="005A68FB">
            <w:pPr>
              <w:pStyle w:val="TAC"/>
              <w:rPr>
                <w:rFonts w:cs="Arial"/>
                <w:lang w:eastAsia="zh-CN"/>
              </w:rPr>
            </w:pPr>
            <w:r w:rsidRPr="00E062F1">
              <w:rPr>
                <w:rFonts w:cs="Arial"/>
                <w:lang w:eastAsia="zh-CN"/>
              </w:rPr>
              <w:t>CA_n3A-n257H</w:t>
            </w:r>
          </w:p>
          <w:p w14:paraId="4FE0727F" w14:textId="77777777" w:rsidR="007D68F6" w:rsidRPr="00E062F1" w:rsidRDefault="007D68F6" w:rsidP="005A68FB">
            <w:pPr>
              <w:pStyle w:val="TAC"/>
              <w:rPr>
                <w:rFonts w:cs="Arial"/>
                <w:lang w:eastAsia="zh-CN"/>
              </w:rPr>
            </w:pPr>
            <w:r w:rsidRPr="00E062F1">
              <w:rPr>
                <w:rFonts w:cs="Arial"/>
                <w:lang w:eastAsia="zh-CN"/>
              </w:rPr>
              <w:t>CA_n77A-n257A</w:t>
            </w:r>
          </w:p>
          <w:p w14:paraId="70955CE8" w14:textId="77777777" w:rsidR="007D68F6" w:rsidRPr="00E062F1" w:rsidRDefault="007D68F6" w:rsidP="005A68FB">
            <w:pPr>
              <w:pStyle w:val="TAC"/>
              <w:rPr>
                <w:rFonts w:cs="Arial"/>
                <w:lang w:eastAsia="zh-CN"/>
              </w:rPr>
            </w:pPr>
            <w:r w:rsidRPr="00E062F1">
              <w:rPr>
                <w:rFonts w:cs="Arial"/>
                <w:lang w:eastAsia="zh-CN"/>
              </w:rPr>
              <w:t>CA_n77A-n257G</w:t>
            </w:r>
          </w:p>
          <w:p w14:paraId="2D1A2A44" w14:textId="77777777" w:rsidR="007D68F6" w:rsidRPr="00E062F1" w:rsidRDefault="007D68F6" w:rsidP="005A68FB">
            <w:pPr>
              <w:pStyle w:val="TAC"/>
              <w:rPr>
                <w:rFonts w:cs="Arial"/>
                <w:lang w:eastAsia="zh-CN"/>
              </w:rPr>
            </w:pPr>
            <w:r w:rsidRPr="00E062F1">
              <w:rPr>
                <w:rFonts w:cs="Arial"/>
                <w:lang w:eastAsia="zh-CN"/>
              </w:rPr>
              <w:t>CA_n77A-n257H</w:t>
            </w:r>
          </w:p>
        </w:tc>
        <w:tc>
          <w:tcPr>
            <w:tcW w:w="668" w:type="dxa"/>
            <w:tcBorders>
              <w:top w:val="single" w:sz="4" w:space="0" w:color="auto"/>
              <w:left w:val="single" w:sz="4" w:space="0" w:color="auto"/>
              <w:right w:val="single" w:sz="4" w:space="0" w:color="auto"/>
            </w:tcBorders>
          </w:tcPr>
          <w:p w14:paraId="5FD44173"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62070D31"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4391F461"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51591670"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61BEA16D"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6943AB29"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640A388E"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772898A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B75C65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046D8F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8FD473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7A2665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C3C20F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9CA9BDF"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5CCA8D8E"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61A56EBB" w14:textId="77777777" w:rsidR="007D68F6" w:rsidRPr="00E062F1" w:rsidRDefault="007D68F6" w:rsidP="005A68FB">
            <w:pPr>
              <w:pStyle w:val="TAC"/>
              <w:rPr>
                <w:lang w:eastAsia="zh-CN"/>
              </w:rPr>
            </w:pPr>
            <w:r>
              <w:rPr>
                <w:rFonts w:hint="eastAsia"/>
                <w:lang w:eastAsia="zh-CN"/>
              </w:rPr>
              <w:t>0</w:t>
            </w:r>
          </w:p>
        </w:tc>
      </w:tr>
      <w:tr w:rsidR="001F2838" w:rsidRPr="00E062F1" w14:paraId="56AFCFE3"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69481DD3"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0EAD0EAF"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2018F9B0" w14:textId="77777777" w:rsidR="007D68F6" w:rsidRPr="00E062F1" w:rsidRDefault="007D68F6" w:rsidP="005A68FB">
            <w:pPr>
              <w:pStyle w:val="TAC"/>
            </w:pPr>
            <w:r w:rsidRPr="00E062F1">
              <w:t>n77</w:t>
            </w:r>
          </w:p>
        </w:tc>
        <w:tc>
          <w:tcPr>
            <w:tcW w:w="620" w:type="dxa"/>
            <w:tcBorders>
              <w:top w:val="single" w:sz="4" w:space="0" w:color="auto"/>
              <w:left w:val="single" w:sz="4" w:space="0" w:color="auto"/>
              <w:bottom w:val="single" w:sz="4" w:space="0" w:color="auto"/>
              <w:right w:val="single" w:sz="4" w:space="0" w:color="auto"/>
            </w:tcBorders>
          </w:tcPr>
          <w:p w14:paraId="3009D6C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4804983"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4890DE30"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78A8A8BB"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795E113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8C7011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58172F2"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02239279"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29B6D671"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664D8684"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472E6226"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597830BB"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72F26978"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58C5243E"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1E0C3DE9" w14:textId="77777777" w:rsidR="007D68F6" w:rsidRPr="00E062F1" w:rsidRDefault="007D68F6" w:rsidP="005A68FB">
            <w:pPr>
              <w:pStyle w:val="TAC"/>
            </w:pPr>
          </w:p>
        </w:tc>
      </w:tr>
      <w:tr w:rsidR="007D68F6" w:rsidRPr="00E062F1" w14:paraId="5C5D7C58"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31C712CE"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3D292C6C"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6F99FEED"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01D5C62F" w14:textId="38B1D04A" w:rsidR="007D68F6" w:rsidRPr="00E062F1" w:rsidRDefault="007D68F6" w:rsidP="005A68FB">
            <w:pPr>
              <w:pStyle w:val="TAC"/>
            </w:pPr>
            <w:r w:rsidRPr="00E062F1">
              <w:t>See CA_n257H in Table 5.5A.1-2 in TS 38.101-2</w:t>
            </w:r>
          </w:p>
        </w:tc>
        <w:tc>
          <w:tcPr>
            <w:tcW w:w="1330" w:type="dxa"/>
            <w:tcBorders>
              <w:top w:val="nil"/>
              <w:left w:val="single" w:sz="4" w:space="0" w:color="auto"/>
              <w:bottom w:val="single" w:sz="4" w:space="0" w:color="auto"/>
              <w:right w:val="single" w:sz="4" w:space="0" w:color="auto"/>
            </w:tcBorders>
            <w:shd w:val="clear" w:color="auto" w:fill="auto"/>
          </w:tcPr>
          <w:p w14:paraId="0120A4C3" w14:textId="77777777" w:rsidR="007D68F6" w:rsidRPr="00E062F1" w:rsidRDefault="007D68F6" w:rsidP="005A68FB">
            <w:pPr>
              <w:pStyle w:val="TAC"/>
            </w:pPr>
          </w:p>
        </w:tc>
      </w:tr>
      <w:tr w:rsidR="001F2838" w:rsidRPr="00E062F1" w14:paraId="694F3E99"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1F463029" w14:textId="77777777" w:rsidR="007D68F6" w:rsidRPr="00E062F1" w:rsidRDefault="007D68F6" w:rsidP="005A68FB">
            <w:pPr>
              <w:pStyle w:val="TAC"/>
            </w:pPr>
            <w:r w:rsidRPr="00E062F1">
              <w:t>CA_n3A-n77A-n257I</w:t>
            </w:r>
          </w:p>
        </w:tc>
        <w:tc>
          <w:tcPr>
            <w:tcW w:w="1738" w:type="dxa"/>
            <w:tcBorders>
              <w:top w:val="single" w:sz="4" w:space="0" w:color="auto"/>
              <w:left w:val="single" w:sz="4" w:space="0" w:color="auto"/>
              <w:bottom w:val="nil"/>
              <w:right w:val="single" w:sz="4" w:space="0" w:color="auto"/>
            </w:tcBorders>
            <w:shd w:val="clear" w:color="auto" w:fill="auto"/>
          </w:tcPr>
          <w:p w14:paraId="62B2534F" w14:textId="77777777" w:rsidR="007D68F6" w:rsidRPr="00E062F1" w:rsidRDefault="007D68F6" w:rsidP="005A68FB">
            <w:pPr>
              <w:pStyle w:val="TAC"/>
              <w:rPr>
                <w:rFonts w:cs="Arial"/>
                <w:lang w:eastAsia="zh-CN"/>
              </w:rPr>
            </w:pPr>
            <w:r w:rsidRPr="00E062F1">
              <w:rPr>
                <w:rFonts w:cs="Arial"/>
                <w:lang w:eastAsia="zh-CN"/>
              </w:rPr>
              <w:t>CA_n3A-n77A</w:t>
            </w:r>
          </w:p>
          <w:p w14:paraId="6E32E34D" w14:textId="77777777" w:rsidR="007D68F6" w:rsidRPr="00E062F1" w:rsidRDefault="007D68F6" w:rsidP="005A68FB">
            <w:pPr>
              <w:pStyle w:val="TAC"/>
              <w:rPr>
                <w:rFonts w:cs="Arial"/>
                <w:lang w:eastAsia="zh-CN"/>
              </w:rPr>
            </w:pPr>
            <w:r w:rsidRPr="00E062F1">
              <w:rPr>
                <w:rFonts w:cs="Arial"/>
                <w:lang w:eastAsia="zh-CN"/>
              </w:rPr>
              <w:t>CA_n3A-n257A</w:t>
            </w:r>
          </w:p>
          <w:p w14:paraId="3146E680" w14:textId="77777777" w:rsidR="007D68F6" w:rsidRPr="00E062F1" w:rsidRDefault="007D68F6" w:rsidP="005A68FB">
            <w:pPr>
              <w:pStyle w:val="TAC"/>
              <w:rPr>
                <w:rFonts w:cs="Arial"/>
                <w:lang w:eastAsia="zh-CN"/>
              </w:rPr>
            </w:pPr>
            <w:r w:rsidRPr="00E062F1">
              <w:rPr>
                <w:rFonts w:cs="Arial"/>
                <w:lang w:eastAsia="zh-CN"/>
              </w:rPr>
              <w:t>CA_n3A-n257G</w:t>
            </w:r>
          </w:p>
          <w:p w14:paraId="08059B23" w14:textId="77777777" w:rsidR="007D68F6" w:rsidRPr="00E062F1" w:rsidRDefault="007D68F6" w:rsidP="005A68FB">
            <w:pPr>
              <w:pStyle w:val="TAC"/>
              <w:rPr>
                <w:rFonts w:cs="Arial"/>
                <w:lang w:eastAsia="zh-CN"/>
              </w:rPr>
            </w:pPr>
            <w:r w:rsidRPr="00E062F1">
              <w:rPr>
                <w:rFonts w:cs="Arial"/>
                <w:lang w:eastAsia="zh-CN"/>
              </w:rPr>
              <w:t>CA_n3A-n257H</w:t>
            </w:r>
          </w:p>
          <w:p w14:paraId="5A1D5100" w14:textId="77777777" w:rsidR="007D68F6" w:rsidRPr="00E062F1" w:rsidRDefault="007D68F6" w:rsidP="005A68FB">
            <w:pPr>
              <w:pStyle w:val="TAC"/>
              <w:rPr>
                <w:rFonts w:cs="Arial"/>
                <w:lang w:eastAsia="zh-CN"/>
              </w:rPr>
            </w:pPr>
            <w:r w:rsidRPr="00E062F1">
              <w:rPr>
                <w:rFonts w:cs="Arial"/>
                <w:lang w:eastAsia="zh-CN"/>
              </w:rPr>
              <w:t>CA_n3A-n257I</w:t>
            </w:r>
          </w:p>
          <w:p w14:paraId="31B94B30" w14:textId="77777777" w:rsidR="007D68F6" w:rsidRPr="00E062F1" w:rsidRDefault="007D68F6" w:rsidP="005A68FB">
            <w:pPr>
              <w:pStyle w:val="TAC"/>
              <w:rPr>
                <w:rFonts w:cs="Arial"/>
                <w:lang w:eastAsia="zh-CN"/>
              </w:rPr>
            </w:pPr>
            <w:r w:rsidRPr="00E062F1">
              <w:rPr>
                <w:rFonts w:cs="Arial"/>
                <w:lang w:eastAsia="zh-CN"/>
              </w:rPr>
              <w:t>CA_n77A-n257A</w:t>
            </w:r>
          </w:p>
          <w:p w14:paraId="2C863047" w14:textId="77777777" w:rsidR="007D68F6" w:rsidRPr="00E062F1" w:rsidRDefault="007D68F6" w:rsidP="005A68FB">
            <w:pPr>
              <w:pStyle w:val="TAC"/>
              <w:rPr>
                <w:rFonts w:cs="Arial"/>
                <w:lang w:eastAsia="zh-CN"/>
              </w:rPr>
            </w:pPr>
            <w:r w:rsidRPr="00E062F1">
              <w:rPr>
                <w:rFonts w:cs="Arial"/>
                <w:lang w:eastAsia="zh-CN"/>
              </w:rPr>
              <w:t>CA_n77A-n257G</w:t>
            </w:r>
          </w:p>
          <w:p w14:paraId="32F6E458" w14:textId="77777777" w:rsidR="007D68F6" w:rsidRPr="00E062F1" w:rsidRDefault="007D68F6" w:rsidP="005A68FB">
            <w:pPr>
              <w:pStyle w:val="TAC"/>
              <w:rPr>
                <w:rFonts w:cs="Arial"/>
                <w:lang w:eastAsia="zh-CN"/>
              </w:rPr>
            </w:pPr>
            <w:r w:rsidRPr="00E062F1">
              <w:rPr>
                <w:rFonts w:cs="Arial"/>
                <w:lang w:eastAsia="zh-CN"/>
              </w:rPr>
              <w:t>CA_n77A-n257H</w:t>
            </w:r>
          </w:p>
          <w:p w14:paraId="44A2C18F" w14:textId="77777777" w:rsidR="007D68F6" w:rsidRPr="00E062F1" w:rsidRDefault="007D68F6" w:rsidP="005A68FB">
            <w:pPr>
              <w:pStyle w:val="TAC"/>
              <w:rPr>
                <w:rFonts w:cs="Arial"/>
                <w:lang w:eastAsia="zh-CN"/>
              </w:rPr>
            </w:pPr>
            <w:r w:rsidRPr="00E062F1">
              <w:rPr>
                <w:rFonts w:cs="Arial"/>
                <w:lang w:eastAsia="zh-CN"/>
              </w:rPr>
              <w:t>CA_n77A-n257I</w:t>
            </w:r>
          </w:p>
        </w:tc>
        <w:tc>
          <w:tcPr>
            <w:tcW w:w="668" w:type="dxa"/>
            <w:tcBorders>
              <w:top w:val="single" w:sz="4" w:space="0" w:color="auto"/>
              <w:left w:val="single" w:sz="4" w:space="0" w:color="auto"/>
              <w:right w:val="single" w:sz="4" w:space="0" w:color="auto"/>
            </w:tcBorders>
          </w:tcPr>
          <w:p w14:paraId="32E870A1"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14E02C34"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770C8394"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3620C9EA"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22EEE74F"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422C783F"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3F0DEBB8"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1418BBB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3E685C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DA7919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08832D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412CFF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0C15F1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569FB2E"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DD5D6EB"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3FA2F2F4" w14:textId="77777777" w:rsidR="007D68F6" w:rsidRPr="00E062F1" w:rsidRDefault="007D68F6" w:rsidP="005A68FB">
            <w:pPr>
              <w:pStyle w:val="TAC"/>
              <w:rPr>
                <w:lang w:eastAsia="zh-CN"/>
              </w:rPr>
            </w:pPr>
            <w:r>
              <w:rPr>
                <w:rFonts w:hint="eastAsia"/>
                <w:lang w:eastAsia="zh-CN"/>
              </w:rPr>
              <w:t>0</w:t>
            </w:r>
          </w:p>
        </w:tc>
      </w:tr>
      <w:tr w:rsidR="001F2838" w:rsidRPr="00E062F1" w14:paraId="18B7A3D8"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20216A1F"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3CF0E860"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010F7ECD" w14:textId="77777777" w:rsidR="007D68F6" w:rsidRPr="00E062F1" w:rsidRDefault="007D68F6" w:rsidP="005A68FB">
            <w:pPr>
              <w:pStyle w:val="TAC"/>
            </w:pPr>
            <w:r w:rsidRPr="00E062F1">
              <w:t>n77</w:t>
            </w:r>
          </w:p>
        </w:tc>
        <w:tc>
          <w:tcPr>
            <w:tcW w:w="620" w:type="dxa"/>
            <w:tcBorders>
              <w:top w:val="single" w:sz="4" w:space="0" w:color="auto"/>
              <w:left w:val="single" w:sz="4" w:space="0" w:color="auto"/>
              <w:bottom w:val="single" w:sz="4" w:space="0" w:color="auto"/>
              <w:right w:val="single" w:sz="4" w:space="0" w:color="auto"/>
            </w:tcBorders>
          </w:tcPr>
          <w:p w14:paraId="2FCD2E3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D72169E"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4CDA9F2A"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7A18DA28"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267630C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F3B4DD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1260660"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6ACF5F79"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308E938D"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68BF65F5"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11B74AC3"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3FBBDDC0"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2536F075"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47B38CF3"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4E3314F4" w14:textId="77777777" w:rsidR="007D68F6" w:rsidRPr="00E062F1" w:rsidRDefault="007D68F6" w:rsidP="005A68FB">
            <w:pPr>
              <w:pStyle w:val="TAC"/>
            </w:pPr>
          </w:p>
        </w:tc>
      </w:tr>
      <w:tr w:rsidR="007D68F6" w:rsidRPr="00E062F1" w14:paraId="37EB6C53"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581548B8"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43939DF9"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11203F36"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1D25C7B9" w14:textId="62E26AA3" w:rsidR="007D68F6" w:rsidRPr="00E062F1" w:rsidRDefault="007D68F6" w:rsidP="005A68FB">
            <w:pPr>
              <w:pStyle w:val="TAC"/>
            </w:pPr>
            <w:r w:rsidRPr="00E062F1">
              <w:t>See CA_n257I in Table 5.5A.1-2 in TS 38.101-2</w:t>
            </w:r>
          </w:p>
        </w:tc>
        <w:tc>
          <w:tcPr>
            <w:tcW w:w="1330" w:type="dxa"/>
            <w:tcBorders>
              <w:top w:val="nil"/>
              <w:left w:val="single" w:sz="4" w:space="0" w:color="auto"/>
              <w:bottom w:val="single" w:sz="4" w:space="0" w:color="auto"/>
              <w:right w:val="single" w:sz="4" w:space="0" w:color="auto"/>
            </w:tcBorders>
            <w:shd w:val="clear" w:color="auto" w:fill="auto"/>
          </w:tcPr>
          <w:p w14:paraId="4D6BB429" w14:textId="77777777" w:rsidR="007D68F6" w:rsidRPr="00E062F1" w:rsidRDefault="007D68F6" w:rsidP="005A68FB">
            <w:pPr>
              <w:pStyle w:val="TAC"/>
            </w:pPr>
          </w:p>
        </w:tc>
      </w:tr>
      <w:tr w:rsidR="001F2838" w:rsidRPr="00E062F1" w14:paraId="7F8DDAEA"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37D8716F" w14:textId="77777777" w:rsidR="007D68F6" w:rsidRPr="00E062F1" w:rsidRDefault="007D68F6" w:rsidP="005A68FB">
            <w:pPr>
              <w:pStyle w:val="TAC"/>
            </w:pPr>
            <w:r w:rsidRPr="00E062F1">
              <w:lastRenderedPageBreak/>
              <w:t>CA_n3A-n77(2A)-n257A</w:t>
            </w:r>
          </w:p>
        </w:tc>
        <w:tc>
          <w:tcPr>
            <w:tcW w:w="1738" w:type="dxa"/>
            <w:tcBorders>
              <w:left w:val="single" w:sz="4" w:space="0" w:color="auto"/>
              <w:bottom w:val="nil"/>
              <w:right w:val="single" w:sz="4" w:space="0" w:color="auto"/>
            </w:tcBorders>
            <w:shd w:val="clear" w:color="auto" w:fill="auto"/>
          </w:tcPr>
          <w:p w14:paraId="058487D2" w14:textId="77777777" w:rsidR="007D68F6" w:rsidRPr="00E062F1" w:rsidRDefault="007D68F6" w:rsidP="005A68FB">
            <w:pPr>
              <w:pStyle w:val="TAC"/>
              <w:rPr>
                <w:rFonts w:cs="Arial"/>
                <w:lang w:eastAsia="zh-CN"/>
              </w:rPr>
            </w:pPr>
            <w:r w:rsidRPr="00E062F1">
              <w:rPr>
                <w:rFonts w:cs="Arial"/>
                <w:lang w:eastAsia="zh-CN"/>
              </w:rPr>
              <w:t>CA_n3A-n77A</w:t>
            </w:r>
          </w:p>
          <w:p w14:paraId="485B2442" w14:textId="77777777" w:rsidR="007D68F6" w:rsidRPr="00E062F1" w:rsidRDefault="007D68F6" w:rsidP="005A68FB">
            <w:pPr>
              <w:pStyle w:val="TAC"/>
              <w:rPr>
                <w:rFonts w:cs="Arial"/>
                <w:lang w:eastAsia="zh-CN"/>
              </w:rPr>
            </w:pPr>
            <w:r w:rsidRPr="00E062F1">
              <w:rPr>
                <w:rFonts w:cs="Arial"/>
                <w:lang w:eastAsia="zh-CN"/>
              </w:rPr>
              <w:t>CA_n3A-n257A</w:t>
            </w:r>
          </w:p>
          <w:p w14:paraId="6B8ACED1" w14:textId="77777777" w:rsidR="007D68F6" w:rsidRPr="00E062F1" w:rsidRDefault="007D68F6" w:rsidP="005A68FB">
            <w:pPr>
              <w:pStyle w:val="TAC"/>
            </w:pPr>
            <w:r w:rsidRPr="00E062F1">
              <w:rPr>
                <w:rFonts w:cs="Arial"/>
                <w:lang w:eastAsia="zh-CN"/>
              </w:rPr>
              <w:t>CA_n77A-n257A</w:t>
            </w:r>
          </w:p>
        </w:tc>
        <w:tc>
          <w:tcPr>
            <w:tcW w:w="668" w:type="dxa"/>
            <w:tcBorders>
              <w:left w:val="single" w:sz="4" w:space="0" w:color="auto"/>
              <w:bottom w:val="single" w:sz="4" w:space="0" w:color="auto"/>
              <w:right w:val="single" w:sz="4" w:space="0" w:color="auto"/>
            </w:tcBorders>
          </w:tcPr>
          <w:p w14:paraId="472D15C5"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1B2AD451"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551FDE59"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42A1DBA4"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5673FE37"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3AEC6371"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19AFA944"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02FD468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9889FE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96B7DD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BC6B96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1C395A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750534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F987696"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70A0226"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06016BB6" w14:textId="77777777" w:rsidR="007D68F6" w:rsidRPr="00E062F1" w:rsidRDefault="007D68F6" w:rsidP="005A68FB">
            <w:pPr>
              <w:pStyle w:val="TAC"/>
              <w:rPr>
                <w:lang w:eastAsia="zh-CN"/>
              </w:rPr>
            </w:pPr>
            <w:r>
              <w:rPr>
                <w:rFonts w:hint="eastAsia"/>
                <w:lang w:eastAsia="zh-CN"/>
              </w:rPr>
              <w:t>0</w:t>
            </w:r>
          </w:p>
        </w:tc>
      </w:tr>
      <w:tr w:rsidR="007D68F6" w:rsidRPr="00E062F1" w14:paraId="5BD41359"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00142CE3"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210AA6E8" w14:textId="77777777" w:rsidR="007D68F6" w:rsidRPr="00E062F1" w:rsidRDefault="007D68F6" w:rsidP="005A68FB">
            <w:pPr>
              <w:pStyle w:val="TAC"/>
            </w:pPr>
          </w:p>
        </w:tc>
        <w:tc>
          <w:tcPr>
            <w:tcW w:w="668" w:type="dxa"/>
            <w:tcBorders>
              <w:left w:val="single" w:sz="4" w:space="0" w:color="auto"/>
              <w:bottom w:val="single" w:sz="4" w:space="0" w:color="auto"/>
              <w:right w:val="single" w:sz="4" w:space="0" w:color="auto"/>
            </w:tcBorders>
          </w:tcPr>
          <w:p w14:paraId="30B1CCBA" w14:textId="77777777" w:rsidR="007D68F6" w:rsidRPr="00E062F1" w:rsidRDefault="007D68F6" w:rsidP="005A68FB">
            <w:pPr>
              <w:pStyle w:val="TAC"/>
            </w:pPr>
            <w:r w:rsidRPr="00E062F1">
              <w:t>n77</w:t>
            </w:r>
          </w:p>
        </w:tc>
        <w:tc>
          <w:tcPr>
            <w:tcW w:w="8681" w:type="dxa"/>
            <w:gridSpan w:val="14"/>
            <w:tcBorders>
              <w:top w:val="single" w:sz="4" w:space="0" w:color="auto"/>
              <w:left w:val="single" w:sz="4" w:space="0" w:color="auto"/>
              <w:bottom w:val="single" w:sz="4" w:space="0" w:color="auto"/>
              <w:right w:val="single" w:sz="4" w:space="0" w:color="auto"/>
            </w:tcBorders>
          </w:tcPr>
          <w:p w14:paraId="3007D6C2" w14:textId="6A0F266A" w:rsidR="007D68F6" w:rsidRPr="00E062F1" w:rsidRDefault="007D68F6" w:rsidP="005A68FB">
            <w:pPr>
              <w:pStyle w:val="TAC"/>
            </w:pPr>
            <w:r w:rsidRPr="00E062F1">
              <w:t>See CA_n77(2A) Bandwidth Combination Set 0</w:t>
            </w:r>
          </w:p>
        </w:tc>
        <w:tc>
          <w:tcPr>
            <w:tcW w:w="1330" w:type="dxa"/>
            <w:tcBorders>
              <w:top w:val="nil"/>
              <w:left w:val="single" w:sz="4" w:space="0" w:color="auto"/>
              <w:bottom w:val="nil"/>
              <w:right w:val="single" w:sz="4" w:space="0" w:color="auto"/>
            </w:tcBorders>
            <w:shd w:val="clear" w:color="auto" w:fill="auto"/>
          </w:tcPr>
          <w:p w14:paraId="37C6AC7D" w14:textId="77777777" w:rsidR="007D68F6" w:rsidRPr="00E062F1" w:rsidRDefault="007D68F6" w:rsidP="005A68FB">
            <w:pPr>
              <w:pStyle w:val="TAC"/>
            </w:pPr>
          </w:p>
        </w:tc>
      </w:tr>
      <w:tr w:rsidR="001F2838" w:rsidRPr="00E062F1" w14:paraId="57DA6FC2"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71F7124C"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2E85ED10" w14:textId="77777777" w:rsidR="007D68F6" w:rsidRPr="00E062F1" w:rsidRDefault="007D68F6" w:rsidP="005A68FB">
            <w:pPr>
              <w:pStyle w:val="TAC"/>
            </w:pPr>
          </w:p>
        </w:tc>
        <w:tc>
          <w:tcPr>
            <w:tcW w:w="668" w:type="dxa"/>
            <w:tcBorders>
              <w:left w:val="single" w:sz="4" w:space="0" w:color="auto"/>
              <w:bottom w:val="single" w:sz="4" w:space="0" w:color="auto"/>
              <w:right w:val="single" w:sz="4" w:space="0" w:color="auto"/>
            </w:tcBorders>
          </w:tcPr>
          <w:p w14:paraId="62E4579A" w14:textId="77777777" w:rsidR="007D68F6" w:rsidRPr="00E062F1" w:rsidRDefault="007D68F6" w:rsidP="005A68FB">
            <w:pPr>
              <w:pStyle w:val="TAC"/>
            </w:pPr>
            <w:r w:rsidRPr="00E062F1">
              <w:t>n257</w:t>
            </w:r>
          </w:p>
        </w:tc>
        <w:tc>
          <w:tcPr>
            <w:tcW w:w="620" w:type="dxa"/>
            <w:tcBorders>
              <w:top w:val="single" w:sz="4" w:space="0" w:color="auto"/>
              <w:left w:val="single" w:sz="4" w:space="0" w:color="auto"/>
              <w:bottom w:val="single" w:sz="4" w:space="0" w:color="auto"/>
              <w:right w:val="single" w:sz="4" w:space="0" w:color="auto"/>
            </w:tcBorders>
          </w:tcPr>
          <w:p w14:paraId="7050A88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15E0C1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002F8D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D104CA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55A98A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F9E6E7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C01CA5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BBC3B1A"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5F3449E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405287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4EE6AD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985C5FF"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2C09A633" w14:textId="77777777" w:rsidR="007D68F6" w:rsidRPr="00E062F1" w:rsidRDefault="007D68F6" w:rsidP="005A68FB">
            <w:pPr>
              <w:pStyle w:val="TAC"/>
              <w:rPr>
                <w:lang w:eastAsia="zh-CN"/>
              </w:rPr>
            </w:pPr>
            <w:r>
              <w:rPr>
                <w:rFonts w:hint="eastAsia"/>
                <w:lang w:eastAsia="zh-CN"/>
              </w:rPr>
              <w:t>200</w:t>
            </w:r>
          </w:p>
        </w:tc>
        <w:tc>
          <w:tcPr>
            <w:tcW w:w="621" w:type="dxa"/>
            <w:tcBorders>
              <w:top w:val="single" w:sz="4" w:space="0" w:color="auto"/>
              <w:left w:val="single" w:sz="4" w:space="0" w:color="auto"/>
              <w:bottom w:val="single" w:sz="4" w:space="0" w:color="auto"/>
              <w:right w:val="single" w:sz="4" w:space="0" w:color="auto"/>
            </w:tcBorders>
          </w:tcPr>
          <w:p w14:paraId="0939AED9" w14:textId="77777777" w:rsidR="007D68F6" w:rsidRPr="00E062F1" w:rsidRDefault="007D68F6" w:rsidP="005A68FB">
            <w:pPr>
              <w:pStyle w:val="TAC"/>
              <w:rPr>
                <w:lang w:eastAsia="zh-CN"/>
              </w:rPr>
            </w:pPr>
            <w:r>
              <w:rPr>
                <w:rFonts w:hint="eastAsia"/>
                <w:lang w:eastAsia="zh-CN"/>
              </w:rPr>
              <w:t>400</w:t>
            </w:r>
          </w:p>
        </w:tc>
        <w:tc>
          <w:tcPr>
            <w:tcW w:w="1330" w:type="dxa"/>
            <w:tcBorders>
              <w:top w:val="nil"/>
              <w:left w:val="single" w:sz="4" w:space="0" w:color="auto"/>
              <w:bottom w:val="single" w:sz="4" w:space="0" w:color="auto"/>
              <w:right w:val="single" w:sz="4" w:space="0" w:color="auto"/>
            </w:tcBorders>
            <w:shd w:val="clear" w:color="auto" w:fill="auto"/>
          </w:tcPr>
          <w:p w14:paraId="04F576C7" w14:textId="77777777" w:rsidR="007D68F6" w:rsidRPr="00E062F1" w:rsidRDefault="007D68F6" w:rsidP="005A68FB">
            <w:pPr>
              <w:pStyle w:val="TAC"/>
            </w:pPr>
          </w:p>
        </w:tc>
      </w:tr>
      <w:tr w:rsidR="001F2838" w:rsidRPr="00E062F1" w14:paraId="4096FDE5"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0A97CD61" w14:textId="77777777" w:rsidR="007D68F6" w:rsidRPr="00E062F1" w:rsidRDefault="007D68F6" w:rsidP="005A68FB">
            <w:pPr>
              <w:pStyle w:val="TAC"/>
            </w:pPr>
            <w:r w:rsidRPr="00E062F1">
              <w:t>CA_n3A-n77(2A)-n257D</w:t>
            </w:r>
          </w:p>
        </w:tc>
        <w:tc>
          <w:tcPr>
            <w:tcW w:w="1738" w:type="dxa"/>
            <w:tcBorders>
              <w:top w:val="single" w:sz="4" w:space="0" w:color="auto"/>
              <w:left w:val="single" w:sz="4" w:space="0" w:color="auto"/>
              <w:bottom w:val="nil"/>
              <w:right w:val="single" w:sz="4" w:space="0" w:color="auto"/>
            </w:tcBorders>
            <w:shd w:val="clear" w:color="auto" w:fill="auto"/>
          </w:tcPr>
          <w:p w14:paraId="7CAEAB72" w14:textId="77777777" w:rsidR="007D68F6" w:rsidRPr="00E062F1" w:rsidRDefault="007D68F6" w:rsidP="005A68FB">
            <w:pPr>
              <w:pStyle w:val="TAC"/>
              <w:rPr>
                <w:rFonts w:cs="Arial"/>
                <w:lang w:eastAsia="zh-CN"/>
              </w:rPr>
            </w:pPr>
            <w:r w:rsidRPr="00E062F1">
              <w:rPr>
                <w:rFonts w:cs="Arial"/>
                <w:lang w:eastAsia="zh-CN"/>
              </w:rPr>
              <w:t>CA_n3A-n77A</w:t>
            </w:r>
          </w:p>
          <w:p w14:paraId="53F430DE" w14:textId="77777777" w:rsidR="007D68F6" w:rsidRPr="00E062F1" w:rsidRDefault="007D68F6" w:rsidP="005A68FB">
            <w:pPr>
              <w:pStyle w:val="TAC"/>
              <w:rPr>
                <w:rFonts w:cs="Arial"/>
                <w:lang w:eastAsia="zh-CN"/>
              </w:rPr>
            </w:pPr>
            <w:r w:rsidRPr="00E062F1">
              <w:rPr>
                <w:rFonts w:cs="Arial"/>
                <w:lang w:eastAsia="zh-CN"/>
              </w:rPr>
              <w:t>CA_n3A-n257A</w:t>
            </w:r>
          </w:p>
          <w:p w14:paraId="5A03A99C" w14:textId="77777777" w:rsidR="007D68F6" w:rsidRPr="00E062F1" w:rsidRDefault="007D68F6" w:rsidP="005A68FB">
            <w:pPr>
              <w:pStyle w:val="TAC"/>
              <w:rPr>
                <w:rFonts w:cs="Arial"/>
                <w:lang w:eastAsia="zh-CN"/>
              </w:rPr>
            </w:pPr>
            <w:r w:rsidRPr="00E062F1">
              <w:rPr>
                <w:rFonts w:cs="Arial"/>
                <w:lang w:eastAsia="zh-CN"/>
              </w:rPr>
              <w:t>CA_n3A-n257D</w:t>
            </w:r>
          </w:p>
          <w:p w14:paraId="598EB444" w14:textId="77777777" w:rsidR="007D68F6" w:rsidRPr="00E062F1" w:rsidRDefault="007D68F6" w:rsidP="005A68FB">
            <w:pPr>
              <w:pStyle w:val="TAC"/>
              <w:rPr>
                <w:rFonts w:cs="Arial"/>
                <w:lang w:eastAsia="zh-CN"/>
              </w:rPr>
            </w:pPr>
            <w:r w:rsidRPr="00E062F1">
              <w:rPr>
                <w:rFonts w:cs="Arial"/>
                <w:lang w:eastAsia="zh-CN"/>
              </w:rPr>
              <w:t>CA_n77A-n257A</w:t>
            </w:r>
          </w:p>
          <w:p w14:paraId="52A67270" w14:textId="77777777" w:rsidR="007D68F6" w:rsidRPr="00E062F1" w:rsidRDefault="007D68F6" w:rsidP="005A68FB">
            <w:pPr>
              <w:pStyle w:val="TAC"/>
              <w:rPr>
                <w:rFonts w:cs="Arial"/>
                <w:lang w:eastAsia="zh-CN"/>
              </w:rPr>
            </w:pPr>
            <w:r w:rsidRPr="00E062F1">
              <w:rPr>
                <w:rFonts w:cs="Arial"/>
                <w:lang w:eastAsia="zh-CN"/>
              </w:rPr>
              <w:t>CA_n77A-n257D</w:t>
            </w:r>
          </w:p>
        </w:tc>
        <w:tc>
          <w:tcPr>
            <w:tcW w:w="668" w:type="dxa"/>
            <w:tcBorders>
              <w:top w:val="single" w:sz="4" w:space="0" w:color="auto"/>
              <w:left w:val="single" w:sz="4" w:space="0" w:color="auto"/>
              <w:right w:val="single" w:sz="4" w:space="0" w:color="auto"/>
            </w:tcBorders>
          </w:tcPr>
          <w:p w14:paraId="56811571"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45DB46DC"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083A3A5F"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3CDDF6D3"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2A52CBDA"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456343CF"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0C2D3F55"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3EE35F4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3CAA72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07BF2F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E23C49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D3ABCA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1648DE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9A3B0D7"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27C3FDD3"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24ED59B3" w14:textId="77777777" w:rsidR="007D68F6" w:rsidRPr="00E062F1" w:rsidRDefault="007D68F6" w:rsidP="005A68FB">
            <w:pPr>
              <w:pStyle w:val="TAC"/>
              <w:rPr>
                <w:lang w:eastAsia="zh-CN"/>
              </w:rPr>
            </w:pPr>
            <w:r>
              <w:rPr>
                <w:rFonts w:hint="eastAsia"/>
                <w:lang w:eastAsia="zh-CN"/>
              </w:rPr>
              <w:t>0</w:t>
            </w:r>
          </w:p>
        </w:tc>
      </w:tr>
      <w:tr w:rsidR="007D68F6" w:rsidRPr="00E062F1" w14:paraId="7F6738A0"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7B971A2C"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6ED3FDF9"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55C31A30" w14:textId="77777777" w:rsidR="007D68F6" w:rsidRPr="00E062F1" w:rsidRDefault="007D68F6" w:rsidP="005A68FB">
            <w:pPr>
              <w:pStyle w:val="TAC"/>
            </w:pPr>
            <w:r w:rsidRPr="00E062F1">
              <w:t>n77</w:t>
            </w:r>
          </w:p>
        </w:tc>
        <w:tc>
          <w:tcPr>
            <w:tcW w:w="8681" w:type="dxa"/>
            <w:gridSpan w:val="14"/>
            <w:tcBorders>
              <w:top w:val="single" w:sz="4" w:space="0" w:color="auto"/>
              <w:left w:val="single" w:sz="4" w:space="0" w:color="auto"/>
              <w:bottom w:val="single" w:sz="4" w:space="0" w:color="auto"/>
              <w:right w:val="single" w:sz="4" w:space="0" w:color="auto"/>
            </w:tcBorders>
          </w:tcPr>
          <w:p w14:paraId="38D09075" w14:textId="16F72EF1" w:rsidR="007D68F6" w:rsidRPr="00E062F1" w:rsidRDefault="007D68F6" w:rsidP="005A68FB">
            <w:pPr>
              <w:pStyle w:val="TAC"/>
            </w:pPr>
            <w:r w:rsidRPr="00E062F1">
              <w:t>See CA_n77(2A) in Table 5.5A.2-1 in TS 38.101-1</w:t>
            </w:r>
          </w:p>
        </w:tc>
        <w:tc>
          <w:tcPr>
            <w:tcW w:w="1330" w:type="dxa"/>
            <w:tcBorders>
              <w:top w:val="nil"/>
              <w:left w:val="single" w:sz="4" w:space="0" w:color="auto"/>
              <w:bottom w:val="nil"/>
              <w:right w:val="single" w:sz="4" w:space="0" w:color="auto"/>
            </w:tcBorders>
            <w:shd w:val="clear" w:color="auto" w:fill="auto"/>
          </w:tcPr>
          <w:p w14:paraId="3442BD5C" w14:textId="77777777" w:rsidR="007D68F6" w:rsidRPr="00E062F1" w:rsidRDefault="007D68F6" w:rsidP="005A68FB">
            <w:pPr>
              <w:pStyle w:val="TAC"/>
            </w:pPr>
          </w:p>
        </w:tc>
      </w:tr>
      <w:tr w:rsidR="007D68F6" w:rsidRPr="00E062F1" w14:paraId="72FF1619"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35F459E5"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7A29851F"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25E4FBC9"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5C9C1BDE" w14:textId="70EB9AC5" w:rsidR="007D68F6" w:rsidRPr="00E062F1" w:rsidRDefault="007D68F6" w:rsidP="005A68FB">
            <w:pPr>
              <w:pStyle w:val="TAC"/>
            </w:pPr>
            <w:r w:rsidRPr="00E062F1">
              <w:t>See CA_n257D in Table 5.5A.1-2 in TS 38.101-2</w:t>
            </w:r>
          </w:p>
        </w:tc>
        <w:tc>
          <w:tcPr>
            <w:tcW w:w="1330" w:type="dxa"/>
            <w:tcBorders>
              <w:top w:val="nil"/>
              <w:left w:val="single" w:sz="4" w:space="0" w:color="auto"/>
              <w:bottom w:val="single" w:sz="4" w:space="0" w:color="auto"/>
              <w:right w:val="single" w:sz="4" w:space="0" w:color="auto"/>
            </w:tcBorders>
            <w:shd w:val="clear" w:color="auto" w:fill="auto"/>
          </w:tcPr>
          <w:p w14:paraId="6BE60949" w14:textId="77777777" w:rsidR="007D68F6" w:rsidRPr="00E062F1" w:rsidRDefault="007D68F6" w:rsidP="005A68FB">
            <w:pPr>
              <w:pStyle w:val="TAC"/>
            </w:pPr>
          </w:p>
        </w:tc>
      </w:tr>
      <w:tr w:rsidR="001F2838" w:rsidRPr="00E062F1" w14:paraId="005701E2"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46EB9C0B" w14:textId="77777777" w:rsidR="007D68F6" w:rsidRPr="00E062F1" w:rsidRDefault="007D68F6" w:rsidP="005A68FB">
            <w:pPr>
              <w:pStyle w:val="TAC"/>
            </w:pPr>
            <w:r w:rsidRPr="00E062F1">
              <w:t>CA_n3A-n77(2A)-n257G</w:t>
            </w:r>
          </w:p>
        </w:tc>
        <w:tc>
          <w:tcPr>
            <w:tcW w:w="1738" w:type="dxa"/>
            <w:tcBorders>
              <w:top w:val="single" w:sz="4" w:space="0" w:color="auto"/>
              <w:left w:val="single" w:sz="4" w:space="0" w:color="auto"/>
              <w:bottom w:val="nil"/>
              <w:right w:val="single" w:sz="4" w:space="0" w:color="auto"/>
            </w:tcBorders>
            <w:shd w:val="clear" w:color="auto" w:fill="auto"/>
          </w:tcPr>
          <w:p w14:paraId="57CE2670" w14:textId="77777777" w:rsidR="007D68F6" w:rsidRPr="00E062F1" w:rsidRDefault="007D68F6" w:rsidP="005A68FB">
            <w:pPr>
              <w:pStyle w:val="TAC"/>
              <w:rPr>
                <w:rFonts w:cs="Arial"/>
                <w:lang w:eastAsia="zh-CN"/>
              </w:rPr>
            </w:pPr>
            <w:r w:rsidRPr="00E062F1">
              <w:rPr>
                <w:rFonts w:cs="Arial"/>
                <w:lang w:eastAsia="zh-CN"/>
              </w:rPr>
              <w:t>CA_n3A-n77A</w:t>
            </w:r>
          </w:p>
          <w:p w14:paraId="1AA58BBA" w14:textId="77777777" w:rsidR="007D68F6" w:rsidRPr="00E062F1" w:rsidRDefault="007D68F6" w:rsidP="005A68FB">
            <w:pPr>
              <w:pStyle w:val="TAC"/>
              <w:rPr>
                <w:rFonts w:cs="Arial"/>
                <w:lang w:eastAsia="zh-CN"/>
              </w:rPr>
            </w:pPr>
            <w:r w:rsidRPr="00E062F1">
              <w:rPr>
                <w:rFonts w:cs="Arial"/>
                <w:lang w:eastAsia="zh-CN"/>
              </w:rPr>
              <w:t>CA_n3A-n257A</w:t>
            </w:r>
          </w:p>
          <w:p w14:paraId="5BEE2DC5" w14:textId="77777777" w:rsidR="007D68F6" w:rsidRPr="00E062F1" w:rsidRDefault="007D68F6" w:rsidP="005A68FB">
            <w:pPr>
              <w:pStyle w:val="TAC"/>
              <w:rPr>
                <w:rFonts w:cs="Arial"/>
                <w:lang w:eastAsia="zh-CN"/>
              </w:rPr>
            </w:pPr>
            <w:r w:rsidRPr="00E062F1">
              <w:rPr>
                <w:rFonts w:cs="Arial"/>
                <w:lang w:eastAsia="zh-CN"/>
              </w:rPr>
              <w:t>CA_n3A-n257D</w:t>
            </w:r>
          </w:p>
          <w:p w14:paraId="5B5EB82E" w14:textId="77777777" w:rsidR="007D68F6" w:rsidRPr="00E062F1" w:rsidRDefault="007D68F6" w:rsidP="005A68FB">
            <w:pPr>
              <w:pStyle w:val="TAC"/>
              <w:rPr>
                <w:rFonts w:cs="Arial"/>
                <w:lang w:eastAsia="zh-CN"/>
              </w:rPr>
            </w:pPr>
            <w:r w:rsidRPr="00E062F1">
              <w:rPr>
                <w:rFonts w:cs="Arial"/>
                <w:lang w:eastAsia="zh-CN"/>
              </w:rPr>
              <w:t>CA_n3A-n257G</w:t>
            </w:r>
          </w:p>
          <w:p w14:paraId="5BCC9FD7" w14:textId="77777777" w:rsidR="007D68F6" w:rsidRPr="00E062F1" w:rsidRDefault="007D68F6" w:rsidP="005A68FB">
            <w:pPr>
              <w:pStyle w:val="TAC"/>
              <w:rPr>
                <w:rFonts w:cs="Arial"/>
                <w:lang w:eastAsia="zh-CN"/>
              </w:rPr>
            </w:pPr>
            <w:r w:rsidRPr="00E062F1">
              <w:rPr>
                <w:rFonts w:cs="Arial"/>
                <w:lang w:eastAsia="zh-CN"/>
              </w:rPr>
              <w:t>CA_n77A-n257A</w:t>
            </w:r>
          </w:p>
          <w:p w14:paraId="541CE0DB" w14:textId="77777777" w:rsidR="007D68F6" w:rsidRPr="00E062F1" w:rsidRDefault="007D68F6" w:rsidP="005A68FB">
            <w:pPr>
              <w:pStyle w:val="TAC"/>
              <w:rPr>
                <w:rFonts w:cs="Arial"/>
                <w:lang w:eastAsia="zh-CN"/>
              </w:rPr>
            </w:pPr>
            <w:r w:rsidRPr="00E062F1">
              <w:rPr>
                <w:rFonts w:cs="Arial"/>
                <w:lang w:eastAsia="zh-CN"/>
              </w:rPr>
              <w:t>CA_n77A-n257G</w:t>
            </w:r>
          </w:p>
        </w:tc>
        <w:tc>
          <w:tcPr>
            <w:tcW w:w="668" w:type="dxa"/>
            <w:tcBorders>
              <w:top w:val="single" w:sz="4" w:space="0" w:color="auto"/>
              <w:left w:val="single" w:sz="4" w:space="0" w:color="auto"/>
              <w:right w:val="single" w:sz="4" w:space="0" w:color="auto"/>
            </w:tcBorders>
          </w:tcPr>
          <w:p w14:paraId="72EB2505"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68F64490"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4AB149F0"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0E6E5F2C"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3B45CC70"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7FC0BA07"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1FAD9A7A"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620BFE9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1325FD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492858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41A6E0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4FB046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CE4841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5AB3B5D"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25114404"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226B1024" w14:textId="77777777" w:rsidR="007D68F6" w:rsidRPr="00E062F1" w:rsidRDefault="007D68F6" w:rsidP="005A68FB">
            <w:pPr>
              <w:pStyle w:val="TAC"/>
              <w:rPr>
                <w:lang w:eastAsia="zh-CN"/>
              </w:rPr>
            </w:pPr>
            <w:r>
              <w:rPr>
                <w:rFonts w:hint="eastAsia"/>
                <w:lang w:eastAsia="zh-CN"/>
              </w:rPr>
              <w:t>0</w:t>
            </w:r>
          </w:p>
        </w:tc>
      </w:tr>
      <w:tr w:rsidR="007D68F6" w:rsidRPr="00E062F1" w14:paraId="45ADD91F"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24EFF58C"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24ABC96A"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6D5AA94B" w14:textId="77777777" w:rsidR="007D68F6" w:rsidRPr="00E062F1" w:rsidRDefault="007D68F6" w:rsidP="005A68FB">
            <w:pPr>
              <w:pStyle w:val="TAC"/>
            </w:pPr>
            <w:r w:rsidRPr="00E062F1">
              <w:t>n77</w:t>
            </w:r>
          </w:p>
        </w:tc>
        <w:tc>
          <w:tcPr>
            <w:tcW w:w="8681" w:type="dxa"/>
            <w:gridSpan w:val="14"/>
            <w:tcBorders>
              <w:top w:val="single" w:sz="4" w:space="0" w:color="auto"/>
              <w:left w:val="single" w:sz="4" w:space="0" w:color="auto"/>
              <w:bottom w:val="single" w:sz="4" w:space="0" w:color="auto"/>
              <w:right w:val="single" w:sz="4" w:space="0" w:color="auto"/>
            </w:tcBorders>
          </w:tcPr>
          <w:p w14:paraId="4A1D8E84" w14:textId="211F27E5" w:rsidR="007D68F6" w:rsidRPr="00E062F1" w:rsidRDefault="007D68F6" w:rsidP="005A68FB">
            <w:pPr>
              <w:pStyle w:val="TAC"/>
            </w:pPr>
            <w:r w:rsidRPr="00E062F1">
              <w:t>See CA_n77(2A) in Table 5.5A.2-1 in TS 38.101-1</w:t>
            </w:r>
          </w:p>
        </w:tc>
        <w:tc>
          <w:tcPr>
            <w:tcW w:w="1330" w:type="dxa"/>
            <w:tcBorders>
              <w:top w:val="nil"/>
              <w:left w:val="single" w:sz="4" w:space="0" w:color="auto"/>
              <w:bottom w:val="nil"/>
              <w:right w:val="single" w:sz="4" w:space="0" w:color="auto"/>
            </w:tcBorders>
            <w:shd w:val="clear" w:color="auto" w:fill="auto"/>
          </w:tcPr>
          <w:p w14:paraId="6AF149EC" w14:textId="77777777" w:rsidR="007D68F6" w:rsidRPr="00E062F1" w:rsidRDefault="007D68F6" w:rsidP="005A68FB">
            <w:pPr>
              <w:pStyle w:val="TAC"/>
            </w:pPr>
          </w:p>
        </w:tc>
      </w:tr>
      <w:tr w:rsidR="007D68F6" w:rsidRPr="00E062F1" w14:paraId="5B894757"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396F53CD"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7EEEBBA2"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27A11FBA"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6B4AEF5F" w14:textId="7C1344EE" w:rsidR="007D68F6" w:rsidRPr="00E062F1" w:rsidRDefault="007D68F6" w:rsidP="005A68FB">
            <w:pPr>
              <w:pStyle w:val="TAC"/>
            </w:pPr>
            <w:r w:rsidRPr="00E062F1">
              <w:t>See CA_n257G in Table 5.5A.1-2 in TS 38.101-2</w:t>
            </w:r>
          </w:p>
        </w:tc>
        <w:tc>
          <w:tcPr>
            <w:tcW w:w="1330" w:type="dxa"/>
            <w:tcBorders>
              <w:top w:val="nil"/>
              <w:left w:val="single" w:sz="4" w:space="0" w:color="auto"/>
              <w:bottom w:val="single" w:sz="4" w:space="0" w:color="auto"/>
              <w:right w:val="single" w:sz="4" w:space="0" w:color="auto"/>
            </w:tcBorders>
            <w:shd w:val="clear" w:color="auto" w:fill="auto"/>
          </w:tcPr>
          <w:p w14:paraId="34CDF052" w14:textId="77777777" w:rsidR="007D68F6" w:rsidRPr="00E062F1" w:rsidRDefault="007D68F6" w:rsidP="005A68FB">
            <w:pPr>
              <w:pStyle w:val="TAC"/>
            </w:pPr>
          </w:p>
        </w:tc>
      </w:tr>
      <w:tr w:rsidR="001F2838" w:rsidRPr="00E062F1" w14:paraId="4FB03896"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264C8C0F" w14:textId="77777777" w:rsidR="007D68F6" w:rsidRPr="00E062F1" w:rsidRDefault="007D68F6" w:rsidP="005A68FB">
            <w:pPr>
              <w:pStyle w:val="TAC"/>
            </w:pPr>
            <w:r w:rsidRPr="00E062F1">
              <w:t>CA_n3A-n77(2A)-n257H</w:t>
            </w:r>
          </w:p>
        </w:tc>
        <w:tc>
          <w:tcPr>
            <w:tcW w:w="1738" w:type="dxa"/>
            <w:tcBorders>
              <w:top w:val="single" w:sz="4" w:space="0" w:color="auto"/>
              <w:left w:val="single" w:sz="4" w:space="0" w:color="auto"/>
              <w:bottom w:val="nil"/>
              <w:right w:val="single" w:sz="4" w:space="0" w:color="auto"/>
            </w:tcBorders>
            <w:shd w:val="clear" w:color="auto" w:fill="auto"/>
          </w:tcPr>
          <w:p w14:paraId="61A5DEBC" w14:textId="77777777" w:rsidR="007D68F6" w:rsidRPr="00E062F1" w:rsidRDefault="007D68F6" w:rsidP="005A68FB">
            <w:pPr>
              <w:pStyle w:val="TAC"/>
              <w:rPr>
                <w:rFonts w:cs="Arial"/>
                <w:lang w:eastAsia="zh-CN"/>
              </w:rPr>
            </w:pPr>
            <w:r w:rsidRPr="00E062F1">
              <w:rPr>
                <w:rFonts w:cs="Arial"/>
                <w:lang w:eastAsia="zh-CN"/>
              </w:rPr>
              <w:t>CA_n3A-n77A</w:t>
            </w:r>
          </w:p>
          <w:p w14:paraId="335EB07C" w14:textId="77777777" w:rsidR="007D68F6" w:rsidRPr="00E062F1" w:rsidRDefault="007D68F6" w:rsidP="005A68FB">
            <w:pPr>
              <w:pStyle w:val="TAC"/>
              <w:rPr>
                <w:rFonts w:cs="Arial"/>
                <w:lang w:eastAsia="zh-CN"/>
              </w:rPr>
            </w:pPr>
            <w:r w:rsidRPr="00E062F1">
              <w:rPr>
                <w:rFonts w:cs="Arial"/>
                <w:lang w:eastAsia="zh-CN"/>
              </w:rPr>
              <w:t>CA_n3A-n257A</w:t>
            </w:r>
          </w:p>
          <w:p w14:paraId="52A544E3" w14:textId="77777777" w:rsidR="007D68F6" w:rsidRPr="00E062F1" w:rsidRDefault="007D68F6" w:rsidP="005A68FB">
            <w:pPr>
              <w:pStyle w:val="TAC"/>
              <w:rPr>
                <w:rFonts w:cs="Arial"/>
                <w:lang w:eastAsia="zh-CN"/>
              </w:rPr>
            </w:pPr>
            <w:r w:rsidRPr="00E062F1">
              <w:rPr>
                <w:rFonts w:cs="Arial"/>
                <w:lang w:eastAsia="zh-CN"/>
              </w:rPr>
              <w:t>CA_n3A-n257G</w:t>
            </w:r>
          </w:p>
          <w:p w14:paraId="29508904" w14:textId="77777777" w:rsidR="007D68F6" w:rsidRPr="00E062F1" w:rsidRDefault="007D68F6" w:rsidP="005A68FB">
            <w:pPr>
              <w:pStyle w:val="TAC"/>
              <w:rPr>
                <w:rFonts w:cs="Arial"/>
                <w:lang w:eastAsia="zh-CN"/>
              </w:rPr>
            </w:pPr>
            <w:r w:rsidRPr="00E062F1">
              <w:rPr>
                <w:rFonts w:cs="Arial"/>
                <w:lang w:eastAsia="zh-CN"/>
              </w:rPr>
              <w:t>CA_n3A-n257H</w:t>
            </w:r>
          </w:p>
          <w:p w14:paraId="11A51C0C" w14:textId="77777777" w:rsidR="007D68F6" w:rsidRPr="00E062F1" w:rsidRDefault="007D68F6" w:rsidP="005A68FB">
            <w:pPr>
              <w:pStyle w:val="TAC"/>
              <w:rPr>
                <w:rFonts w:cs="Arial"/>
                <w:lang w:eastAsia="zh-CN"/>
              </w:rPr>
            </w:pPr>
            <w:r w:rsidRPr="00E062F1">
              <w:rPr>
                <w:rFonts w:cs="Arial"/>
                <w:lang w:eastAsia="zh-CN"/>
              </w:rPr>
              <w:t>CA_n77A-n257A</w:t>
            </w:r>
          </w:p>
          <w:p w14:paraId="0631B7AD" w14:textId="77777777" w:rsidR="007D68F6" w:rsidRPr="00E062F1" w:rsidRDefault="007D68F6" w:rsidP="005A68FB">
            <w:pPr>
              <w:pStyle w:val="TAC"/>
              <w:rPr>
                <w:rFonts w:cs="Arial"/>
                <w:lang w:eastAsia="zh-CN"/>
              </w:rPr>
            </w:pPr>
            <w:r w:rsidRPr="00E062F1">
              <w:rPr>
                <w:rFonts w:cs="Arial"/>
                <w:lang w:eastAsia="zh-CN"/>
              </w:rPr>
              <w:t>CA_n77A-n257G</w:t>
            </w:r>
          </w:p>
          <w:p w14:paraId="3C602DFB" w14:textId="77777777" w:rsidR="007D68F6" w:rsidRPr="00E062F1" w:rsidRDefault="007D68F6" w:rsidP="005A68FB">
            <w:pPr>
              <w:pStyle w:val="TAC"/>
              <w:rPr>
                <w:rFonts w:cs="Arial"/>
                <w:lang w:eastAsia="zh-CN"/>
              </w:rPr>
            </w:pPr>
            <w:r w:rsidRPr="00E062F1">
              <w:rPr>
                <w:rFonts w:cs="Arial"/>
                <w:lang w:eastAsia="zh-CN"/>
              </w:rPr>
              <w:t>CA_n77A-n257H</w:t>
            </w:r>
          </w:p>
        </w:tc>
        <w:tc>
          <w:tcPr>
            <w:tcW w:w="668" w:type="dxa"/>
            <w:tcBorders>
              <w:top w:val="single" w:sz="4" w:space="0" w:color="auto"/>
              <w:left w:val="single" w:sz="4" w:space="0" w:color="auto"/>
              <w:right w:val="single" w:sz="4" w:space="0" w:color="auto"/>
            </w:tcBorders>
          </w:tcPr>
          <w:p w14:paraId="50D0D09F"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38099EB6"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641A7D6A"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674A286B"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22FD73B4"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704C8A44"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436156A7"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0846199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44F7B7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83F2E2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ADAB6C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3A1FEA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8B22B4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632EC88"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AA8D78C"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6A621443" w14:textId="77777777" w:rsidR="007D68F6" w:rsidRPr="00E062F1" w:rsidRDefault="007D68F6" w:rsidP="005A68FB">
            <w:pPr>
              <w:pStyle w:val="TAC"/>
              <w:rPr>
                <w:lang w:eastAsia="zh-CN"/>
              </w:rPr>
            </w:pPr>
            <w:r>
              <w:rPr>
                <w:rFonts w:hint="eastAsia"/>
                <w:lang w:eastAsia="zh-CN"/>
              </w:rPr>
              <w:t>0</w:t>
            </w:r>
          </w:p>
        </w:tc>
      </w:tr>
      <w:tr w:rsidR="007D68F6" w:rsidRPr="00E062F1" w14:paraId="6752B690"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3677C210"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2B5CA50C"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1C3490E8" w14:textId="77777777" w:rsidR="007D68F6" w:rsidRPr="00E062F1" w:rsidRDefault="007D68F6" w:rsidP="005A68FB">
            <w:pPr>
              <w:pStyle w:val="TAC"/>
            </w:pPr>
            <w:r w:rsidRPr="00E062F1">
              <w:t>n77</w:t>
            </w:r>
          </w:p>
        </w:tc>
        <w:tc>
          <w:tcPr>
            <w:tcW w:w="8681" w:type="dxa"/>
            <w:gridSpan w:val="14"/>
            <w:tcBorders>
              <w:top w:val="single" w:sz="4" w:space="0" w:color="auto"/>
              <w:left w:val="single" w:sz="4" w:space="0" w:color="auto"/>
              <w:bottom w:val="single" w:sz="4" w:space="0" w:color="auto"/>
              <w:right w:val="single" w:sz="4" w:space="0" w:color="auto"/>
            </w:tcBorders>
          </w:tcPr>
          <w:p w14:paraId="27A7DC10" w14:textId="2C81E244" w:rsidR="007D68F6" w:rsidRPr="00E062F1" w:rsidRDefault="007D68F6" w:rsidP="005A68FB">
            <w:pPr>
              <w:pStyle w:val="TAC"/>
            </w:pPr>
            <w:r w:rsidRPr="00E062F1">
              <w:t>See CA_n77(2A) in Table 5.5A.2-1 in TS 38.101-1</w:t>
            </w:r>
          </w:p>
        </w:tc>
        <w:tc>
          <w:tcPr>
            <w:tcW w:w="1330" w:type="dxa"/>
            <w:tcBorders>
              <w:top w:val="nil"/>
              <w:left w:val="single" w:sz="4" w:space="0" w:color="auto"/>
              <w:bottom w:val="nil"/>
              <w:right w:val="single" w:sz="4" w:space="0" w:color="auto"/>
            </w:tcBorders>
            <w:shd w:val="clear" w:color="auto" w:fill="auto"/>
          </w:tcPr>
          <w:p w14:paraId="6DB22C19" w14:textId="77777777" w:rsidR="007D68F6" w:rsidRPr="00E062F1" w:rsidRDefault="007D68F6" w:rsidP="005A68FB">
            <w:pPr>
              <w:pStyle w:val="TAC"/>
            </w:pPr>
          </w:p>
        </w:tc>
      </w:tr>
      <w:tr w:rsidR="007D68F6" w:rsidRPr="00E062F1" w14:paraId="3082B8CB"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6B329956"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0F316F15"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767F2F66"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084A53CB" w14:textId="33B7614F" w:rsidR="007D68F6" w:rsidRPr="00E062F1" w:rsidRDefault="007D68F6" w:rsidP="005A68FB">
            <w:pPr>
              <w:pStyle w:val="TAC"/>
            </w:pPr>
            <w:r w:rsidRPr="00E062F1">
              <w:t>See CA_n257H in Table 5.5A.1-2 in TS 38.101-2</w:t>
            </w:r>
          </w:p>
        </w:tc>
        <w:tc>
          <w:tcPr>
            <w:tcW w:w="1330" w:type="dxa"/>
            <w:tcBorders>
              <w:top w:val="nil"/>
              <w:left w:val="single" w:sz="4" w:space="0" w:color="auto"/>
              <w:bottom w:val="single" w:sz="4" w:space="0" w:color="auto"/>
              <w:right w:val="single" w:sz="4" w:space="0" w:color="auto"/>
            </w:tcBorders>
            <w:shd w:val="clear" w:color="auto" w:fill="auto"/>
          </w:tcPr>
          <w:p w14:paraId="267D506A" w14:textId="77777777" w:rsidR="007D68F6" w:rsidRPr="00E062F1" w:rsidRDefault="007D68F6" w:rsidP="005A68FB">
            <w:pPr>
              <w:pStyle w:val="TAC"/>
            </w:pPr>
          </w:p>
        </w:tc>
      </w:tr>
      <w:tr w:rsidR="001F2838" w:rsidRPr="00E062F1" w14:paraId="4596FC6D"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65CE8696" w14:textId="77777777" w:rsidR="007D68F6" w:rsidRPr="00E062F1" w:rsidRDefault="007D68F6" w:rsidP="005A68FB">
            <w:pPr>
              <w:pStyle w:val="TAC"/>
            </w:pPr>
            <w:r w:rsidRPr="00E062F1">
              <w:t>CA_n3A-n77(2A)-n257I</w:t>
            </w:r>
          </w:p>
        </w:tc>
        <w:tc>
          <w:tcPr>
            <w:tcW w:w="1738" w:type="dxa"/>
            <w:tcBorders>
              <w:top w:val="single" w:sz="4" w:space="0" w:color="auto"/>
              <w:left w:val="single" w:sz="4" w:space="0" w:color="auto"/>
              <w:bottom w:val="nil"/>
              <w:right w:val="single" w:sz="4" w:space="0" w:color="auto"/>
            </w:tcBorders>
            <w:shd w:val="clear" w:color="auto" w:fill="auto"/>
          </w:tcPr>
          <w:p w14:paraId="3F0E288C" w14:textId="77777777" w:rsidR="007D68F6" w:rsidRPr="00E062F1" w:rsidRDefault="007D68F6" w:rsidP="005A68FB">
            <w:pPr>
              <w:pStyle w:val="TAC"/>
              <w:rPr>
                <w:rFonts w:cs="Arial"/>
                <w:lang w:eastAsia="zh-CN"/>
              </w:rPr>
            </w:pPr>
            <w:r w:rsidRPr="00E062F1">
              <w:rPr>
                <w:rFonts w:cs="Arial"/>
                <w:lang w:eastAsia="zh-CN"/>
              </w:rPr>
              <w:t>CA_n3A-n77A</w:t>
            </w:r>
          </w:p>
          <w:p w14:paraId="1D364699" w14:textId="77777777" w:rsidR="007D68F6" w:rsidRPr="00E062F1" w:rsidRDefault="007D68F6" w:rsidP="005A68FB">
            <w:pPr>
              <w:pStyle w:val="TAC"/>
              <w:rPr>
                <w:rFonts w:cs="Arial"/>
                <w:lang w:eastAsia="zh-CN"/>
              </w:rPr>
            </w:pPr>
            <w:r w:rsidRPr="00E062F1">
              <w:rPr>
                <w:rFonts w:cs="Arial"/>
                <w:lang w:eastAsia="zh-CN"/>
              </w:rPr>
              <w:t>CA_n3A-n257A</w:t>
            </w:r>
          </w:p>
          <w:p w14:paraId="463F16DA" w14:textId="77777777" w:rsidR="007D68F6" w:rsidRPr="00E062F1" w:rsidRDefault="007D68F6" w:rsidP="005A68FB">
            <w:pPr>
              <w:pStyle w:val="TAC"/>
              <w:rPr>
                <w:rFonts w:cs="Arial"/>
                <w:lang w:eastAsia="zh-CN"/>
              </w:rPr>
            </w:pPr>
            <w:r w:rsidRPr="00E062F1">
              <w:rPr>
                <w:rFonts w:cs="Arial"/>
                <w:lang w:eastAsia="zh-CN"/>
              </w:rPr>
              <w:t>CA_n3A-n257G</w:t>
            </w:r>
          </w:p>
          <w:p w14:paraId="7D5C76AB" w14:textId="77777777" w:rsidR="007D68F6" w:rsidRPr="00E062F1" w:rsidRDefault="007D68F6" w:rsidP="005A68FB">
            <w:pPr>
              <w:pStyle w:val="TAC"/>
              <w:rPr>
                <w:rFonts w:cs="Arial"/>
                <w:lang w:eastAsia="zh-CN"/>
              </w:rPr>
            </w:pPr>
            <w:r w:rsidRPr="00E062F1">
              <w:rPr>
                <w:rFonts w:cs="Arial"/>
                <w:lang w:eastAsia="zh-CN"/>
              </w:rPr>
              <w:t>CA_n3A-n257H</w:t>
            </w:r>
          </w:p>
          <w:p w14:paraId="5F417747" w14:textId="77777777" w:rsidR="007D68F6" w:rsidRPr="00E062F1" w:rsidRDefault="007D68F6" w:rsidP="005A68FB">
            <w:pPr>
              <w:pStyle w:val="TAC"/>
              <w:rPr>
                <w:rFonts w:cs="Arial"/>
                <w:lang w:eastAsia="zh-CN"/>
              </w:rPr>
            </w:pPr>
            <w:r w:rsidRPr="00E062F1">
              <w:rPr>
                <w:rFonts w:cs="Arial"/>
                <w:lang w:eastAsia="zh-CN"/>
              </w:rPr>
              <w:t>CA_n3A-n257I</w:t>
            </w:r>
          </w:p>
          <w:p w14:paraId="6D89D40E" w14:textId="77777777" w:rsidR="007D68F6" w:rsidRPr="00E062F1" w:rsidRDefault="007D68F6" w:rsidP="005A68FB">
            <w:pPr>
              <w:pStyle w:val="TAC"/>
              <w:rPr>
                <w:rFonts w:cs="Arial"/>
                <w:lang w:eastAsia="zh-CN"/>
              </w:rPr>
            </w:pPr>
            <w:r w:rsidRPr="00E062F1">
              <w:rPr>
                <w:rFonts w:cs="Arial"/>
                <w:lang w:eastAsia="zh-CN"/>
              </w:rPr>
              <w:t>CA_n77A-n257A</w:t>
            </w:r>
          </w:p>
          <w:p w14:paraId="5B990130" w14:textId="77777777" w:rsidR="007D68F6" w:rsidRPr="00E062F1" w:rsidRDefault="007D68F6" w:rsidP="005A68FB">
            <w:pPr>
              <w:pStyle w:val="TAC"/>
              <w:rPr>
                <w:rFonts w:cs="Arial"/>
                <w:lang w:eastAsia="zh-CN"/>
              </w:rPr>
            </w:pPr>
            <w:r w:rsidRPr="00E062F1">
              <w:rPr>
                <w:rFonts w:cs="Arial"/>
                <w:lang w:eastAsia="zh-CN"/>
              </w:rPr>
              <w:t>CA_n77A-n257G</w:t>
            </w:r>
          </w:p>
          <w:p w14:paraId="17CF820E" w14:textId="77777777" w:rsidR="007D68F6" w:rsidRPr="00E062F1" w:rsidRDefault="007D68F6" w:rsidP="005A68FB">
            <w:pPr>
              <w:pStyle w:val="TAC"/>
              <w:rPr>
                <w:rFonts w:cs="Arial"/>
                <w:lang w:eastAsia="zh-CN"/>
              </w:rPr>
            </w:pPr>
            <w:r w:rsidRPr="00E062F1">
              <w:rPr>
                <w:rFonts w:cs="Arial"/>
                <w:lang w:eastAsia="zh-CN"/>
              </w:rPr>
              <w:t>CA_n77A-n257H</w:t>
            </w:r>
          </w:p>
          <w:p w14:paraId="0EBD10FB" w14:textId="77777777" w:rsidR="007D68F6" w:rsidRPr="00E062F1" w:rsidRDefault="007D68F6" w:rsidP="005A68FB">
            <w:pPr>
              <w:pStyle w:val="TAC"/>
              <w:rPr>
                <w:rFonts w:cs="Arial"/>
                <w:lang w:eastAsia="zh-CN"/>
              </w:rPr>
            </w:pPr>
            <w:r w:rsidRPr="00E062F1">
              <w:rPr>
                <w:rFonts w:cs="Arial"/>
                <w:lang w:eastAsia="zh-CN"/>
              </w:rPr>
              <w:t>CA_n77A-n257I</w:t>
            </w:r>
          </w:p>
        </w:tc>
        <w:tc>
          <w:tcPr>
            <w:tcW w:w="668" w:type="dxa"/>
            <w:tcBorders>
              <w:top w:val="single" w:sz="4" w:space="0" w:color="auto"/>
              <w:left w:val="single" w:sz="4" w:space="0" w:color="auto"/>
              <w:right w:val="single" w:sz="4" w:space="0" w:color="auto"/>
            </w:tcBorders>
          </w:tcPr>
          <w:p w14:paraId="0BC282BE"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699F8A8C"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28931C50"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2EB201C7"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7DFB0B87"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22F62AE3"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58D80F38"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73CCBF7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0DB310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3F55EF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749201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B61F87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884BCD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74DBAB5"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C007E7A"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6A010E85" w14:textId="77777777" w:rsidR="007D68F6" w:rsidRPr="00E062F1" w:rsidRDefault="007D68F6" w:rsidP="005A68FB">
            <w:pPr>
              <w:pStyle w:val="TAC"/>
              <w:rPr>
                <w:lang w:eastAsia="zh-CN"/>
              </w:rPr>
            </w:pPr>
            <w:r>
              <w:rPr>
                <w:rFonts w:hint="eastAsia"/>
                <w:lang w:eastAsia="zh-CN"/>
              </w:rPr>
              <w:t>0</w:t>
            </w:r>
          </w:p>
        </w:tc>
      </w:tr>
      <w:tr w:rsidR="007D68F6" w:rsidRPr="00E062F1" w14:paraId="1396788E"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4C5EC1F4"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6A439E1B"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3F15644D" w14:textId="77777777" w:rsidR="007D68F6" w:rsidRPr="00E062F1" w:rsidRDefault="007D68F6" w:rsidP="005A68FB">
            <w:pPr>
              <w:pStyle w:val="TAC"/>
            </w:pPr>
            <w:r w:rsidRPr="00E062F1">
              <w:t>n77</w:t>
            </w:r>
          </w:p>
        </w:tc>
        <w:tc>
          <w:tcPr>
            <w:tcW w:w="8681" w:type="dxa"/>
            <w:gridSpan w:val="14"/>
            <w:tcBorders>
              <w:top w:val="single" w:sz="4" w:space="0" w:color="auto"/>
              <w:left w:val="single" w:sz="4" w:space="0" w:color="auto"/>
              <w:bottom w:val="single" w:sz="4" w:space="0" w:color="auto"/>
              <w:right w:val="single" w:sz="4" w:space="0" w:color="auto"/>
            </w:tcBorders>
          </w:tcPr>
          <w:p w14:paraId="32B5A66E" w14:textId="0A608533" w:rsidR="007D68F6" w:rsidRPr="00E062F1" w:rsidRDefault="007D68F6" w:rsidP="005A68FB">
            <w:pPr>
              <w:pStyle w:val="TAC"/>
            </w:pPr>
            <w:r w:rsidRPr="00E062F1">
              <w:t>See CA_n77(2A) in Table 5.5A.2-1 in TS 38.101-1</w:t>
            </w:r>
          </w:p>
        </w:tc>
        <w:tc>
          <w:tcPr>
            <w:tcW w:w="1330" w:type="dxa"/>
            <w:tcBorders>
              <w:top w:val="nil"/>
              <w:left w:val="single" w:sz="4" w:space="0" w:color="auto"/>
              <w:bottom w:val="nil"/>
              <w:right w:val="single" w:sz="4" w:space="0" w:color="auto"/>
            </w:tcBorders>
            <w:shd w:val="clear" w:color="auto" w:fill="auto"/>
          </w:tcPr>
          <w:p w14:paraId="7DBE963C" w14:textId="77777777" w:rsidR="007D68F6" w:rsidRPr="00E062F1" w:rsidRDefault="007D68F6" w:rsidP="005A68FB">
            <w:pPr>
              <w:pStyle w:val="TAC"/>
            </w:pPr>
          </w:p>
        </w:tc>
      </w:tr>
      <w:tr w:rsidR="007D68F6" w:rsidRPr="00E062F1" w14:paraId="70F0E01F"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0E9BA3B3"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03E3C1C7"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538DA82A"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7C7927EC" w14:textId="5C782CAA" w:rsidR="007D68F6" w:rsidRPr="00E062F1" w:rsidRDefault="007D68F6" w:rsidP="005A68FB">
            <w:pPr>
              <w:pStyle w:val="TAC"/>
            </w:pPr>
            <w:r w:rsidRPr="00E062F1">
              <w:t>See CA_n257I in Table 5.5A.1-2 in TS 38.101-2</w:t>
            </w:r>
          </w:p>
        </w:tc>
        <w:tc>
          <w:tcPr>
            <w:tcW w:w="1330" w:type="dxa"/>
            <w:tcBorders>
              <w:top w:val="nil"/>
              <w:left w:val="single" w:sz="4" w:space="0" w:color="auto"/>
              <w:bottom w:val="single" w:sz="4" w:space="0" w:color="auto"/>
              <w:right w:val="single" w:sz="4" w:space="0" w:color="auto"/>
            </w:tcBorders>
            <w:shd w:val="clear" w:color="auto" w:fill="auto"/>
          </w:tcPr>
          <w:p w14:paraId="4EFD92AD" w14:textId="77777777" w:rsidR="007D68F6" w:rsidRPr="00E062F1" w:rsidRDefault="007D68F6" w:rsidP="005A68FB">
            <w:pPr>
              <w:pStyle w:val="TAC"/>
            </w:pPr>
          </w:p>
        </w:tc>
      </w:tr>
      <w:tr w:rsidR="001F2838" w:rsidRPr="00E062F1" w14:paraId="08B8633E"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1508910C" w14:textId="77777777" w:rsidR="007D68F6" w:rsidRPr="00E062F1" w:rsidRDefault="007D68F6" w:rsidP="005A68FB">
            <w:pPr>
              <w:pStyle w:val="TAC"/>
            </w:pPr>
            <w:r w:rsidRPr="00E062F1">
              <w:lastRenderedPageBreak/>
              <w:t>CA_n3A-n78A-n257A</w:t>
            </w:r>
          </w:p>
        </w:tc>
        <w:tc>
          <w:tcPr>
            <w:tcW w:w="1738" w:type="dxa"/>
            <w:tcBorders>
              <w:left w:val="single" w:sz="4" w:space="0" w:color="auto"/>
              <w:bottom w:val="nil"/>
              <w:right w:val="single" w:sz="4" w:space="0" w:color="auto"/>
            </w:tcBorders>
            <w:shd w:val="clear" w:color="auto" w:fill="auto"/>
          </w:tcPr>
          <w:p w14:paraId="04B12BDD" w14:textId="77777777" w:rsidR="007D68F6" w:rsidRPr="00E062F1" w:rsidRDefault="007D68F6" w:rsidP="005A68FB">
            <w:pPr>
              <w:pStyle w:val="TAC"/>
              <w:rPr>
                <w:rFonts w:cs="Arial"/>
                <w:lang w:eastAsia="zh-CN"/>
              </w:rPr>
            </w:pPr>
            <w:r w:rsidRPr="00E062F1">
              <w:rPr>
                <w:rFonts w:cs="Arial"/>
                <w:lang w:eastAsia="zh-CN"/>
              </w:rPr>
              <w:t>CA_n3A-n78A</w:t>
            </w:r>
          </w:p>
          <w:p w14:paraId="1BEC8119" w14:textId="77777777" w:rsidR="007D68F6" w:rsidRPr="00E062F1" w:rsidRDefault="007D68F6" w:rsidP="005A68FB">
            <w:pPr>
              <w:pStyle w:val="TAC"/>
              <w:rPr>
                <w:rFonts w:cs="Arial"/>
                <w:lang w:eastAsia="zh-CN"/>
              </w:rPr>
            </w:pPr>
            <w:r w:rsidRPr="00E062F1">
              <w:rPr>
                <w:rFonts w:cs="Arial"/>
                <w:lang w:eastAsia="zh-CN"/>
              </w:rPr>
              <w:t>CA_n3A-n257A</w:t>
            </w:r>
          </w:p>
          <w:p w14:paraId="5B215E51" w14:textId="77777777" w:rsidR="007D68F6" w:rsidRPr="00E062F1" w:rsidRDefault="007D68F6" w:rsidP="005A68FB">
            <w:pPr>
              <w:pStyle w:val="TAC"/>
            </w:pPr>
            <w:r w:rsidRPr="00E062F1">
              <w:rPr>
                <w:rFonts w:cs="Arial"/>
                <w:lang w:eastAsia="zh-CN"/>
              </w:rPr>
              <w:t>CA_n78A-n257A</w:t>
            </w:r>
          </w:p>
        </w:tc>
        <w:tc>
          <w:tcPr>
            <w:tcW w:w="668" w:type="dxa"/>
            <w:tcBorders>
              <w:left w:val="single" w:sz="4" w:space="0" w:color="auto"/>
              <w:bottom w:val="single" w:sz="4" w:space="0" w:color="auto"/>
              <w:right w:val="single" w:sz="4" w:space="0" w:color="auto"/>
            </w:tcBorders>
          </w:tcPr>
          <w:p w14:paraId="2A2C3925"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74923956"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28AE8736"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4A85FCE8"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11442567"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7E5BA114"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1C3F731B"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492F899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FBDEA8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3DA146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04CABF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86D538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52A627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6107C2D"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41787103"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44944F70" w14:textId="77777777" w:rsidR="007D68F6" w:rsidRPr="00E062F1" w:rsidRDefault="007D68F6" w:rsidP="005A68FB">
            <w:pPr>
              <w:pStyle w:val="TAC"/>
              <w:rPr>
                <w:lang w:eastAsia="zh-CN"/>
              </w:rPr>
            </w:pPr>
            <w:r>
              <w:rPr>
                <w:rFonts w:hint="eastAsia"/>
                <w:lang w:eastAsia="zh-CN"/>
              </w:rPr>
              <w:t>0</w:t>
            </w:r>
          </w:p>
        </w:tc>
      </w:tr>
      <w:tr w:rsidR="001F2838" w:rsidRPr="00E062F1" w14:paraId="1DB6BAD0"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24C3F60D"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0CC310DD" w14:textId="77777777" w:rsidR="007D68F6" w:rsidRPr="00E062F1" w:rsidRDefault="007D68F6" w:rsidP="005A68FB">
            <w:pPr>
              <w:pStyle w:val="TAC"/>
            </w:pPr>
          </w:p>
        </w:tc>
        <w:tc>
          <w:tcPr>
            <w:tcW w:w="668" w:type="dxa"/>
            <w:tcBorders>
              <w:left w:val="single" w:sz="4" w:space="0" w:color="auto"/>
              <w:bottom w:val="single" w:sz="4" w:space="0" w:color="auto"/>
              <w:right w:val="single" w:sz="4" w:space="0" w:color="auto"/>
            </w:tcBorders>
          </w:tcPr>
          <w:p w14:paraId="326AB458" w14:textId="77777777" w:rsidR="007D68F6" w:rsidRPr="00E062F1" w:rsidRDefault="007D68F6" w:rsidP="005A68FB">
            <w:pPr>
              <w:pStyle w:val="TAC"/>
            </w:pPr>
            <w:r w:rsidRPr="00E062F1">
              <w:t>n78</w:t>
            </w:r>
          </w:p>
        </w:tc>
        <w:tc>
          <w:tcPr>
            <w:tcW w:w="620" w:type="dxa"/>
            <w:tcBorders>
              <w:top w:val="single" w:sz="4" w:space="0" w:color="auto"/>
              <w:left w:val="single" w:sz="4" w:space="0" w:color="auto"/>
              <w:bottom w:val="single" w:sz="4" w:space="0" w:color="auto"/>
              <w:right w:val="single" w:sz="4" w:space="0" w:color="auto"/>
            </w:tcBorders>
          </w:tcPr>
          <w:p w14:paraId="78AE1AD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A496EB2"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7E287768"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7179BB54"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66146AB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84FE42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BF05992"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7EA93916"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3CFFF55B"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42748158"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0A92EC48"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417F3B6E"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4917CA6B"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30BD5472"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6A5D70A1" w14:textId="77777777" w:rsidR="007D68F6" w:rsidRPr="00E062F1" w:rsidRDefault="007D68F6" w:rsidP="005A68FB">
            <w:pPr>
              <w:pStyle w:val="TAC"/>
            </w:pPr>
          </w:p>
        </w:tc>
      </w:tr>
      <w:tr w:rsidR="001F2838" w:rsidRPr="00E062F1" w14:paraId="5497C18D"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06298DBD"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032F4CC7" w14:textId="77777777" w:rsidR="007D68F6" w:rsidRPr="00E062F1" w:rsidRDefault="007D68F6" w:rsidP="005A68FB">
            <w:pPr>
              <w:pStyle w:val="TAC"/>
            </w:pPr>
          </w:p>
        </w:tc>
        <w:tc>
          <w:tcPr>
            <w:tcW w:w="668" w:type="dxa"/>
            <w:tcBorders>
              <w:left w:val="single" w:sz="4" w:space="0" w:color="auto"/>
              <w:bottom w:val="single" w:sz="4" w:space="0" w:color="auto"/>
              <w:right w:val="single" w:sz="4" w:space="0" w:color="auto"/>
            </w:tcBorders>
          </w:tcPr>
          <w:p w14:paraId="48A11BD9" w14:textId="77777777" w:rsidR="007D68F6" w:rsidRPr="00E062F1" w:rsidRDefault="007D68F6" w:rsidP="005A68FB">
            <w:pPr>
              <w:pStyle w:val="TAC"/>
            </w:pPr>
            <w:r w:rsidRPr="00E062F1">
              <w:t>n257</w:t>
            </w:r>
          </w:p>
        </w:tc>
        <w:tc>
          <w:tcPr>
            <w:tcW w:w="620" w:type="dxa"/>
            <w:tcBorders>
              <w:top w:val="single" w:sz="4" w:space="0" w:color="auto"/>
              <w:left w:val="single" w:sz="4" w:space="0" w:color="auto"/>
              <w:bottom w:val="single" w:sz="4" w:space="0" w:color="auto"/>
              <w:right w:val="single" w:sz="4" w:space="0" w:color="auto"/>
            </w:tcBorders>
          </w:tcPr>
          <w:p w14:paraId="5586EB3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3F984B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665A9D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5306D0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DD35E9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0DF9CE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D93BEB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8080FB3"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184F401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35A61B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D63552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6C70220"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2BA9659C" w14:textId="77777777" w:rsidR="007D68F6" w:rsidRPr="00E062F1" w:rsidRDefault="007D68F6" w:rsidP="005A68FB">
            <w:pPr>
              <w:pStyle w:val="TAC"/>
              <w:rPr>
                <w:lang w:eastAsia="zh-CN"/>
              </w:rPr>
            </w:pPr>
            <w:r>
              <w:rPr>
                <w:rFonts w:hint="eastAsia"/>
                <w:lang w:eastAsia="zh-CN"/>
              </w:rPr>
              <w:t>200</w:t>
            </w:r>
          </w:p>
        </w:tc>
        <w:tc>
          <w:tcPr>
            <w:tcW w:w="621" w:type="dxa"/>
            <w:tcBorders>
              <w:top w:val="single" w:sz="4" w:space="0" w:color="auto"/>
              <w:left w:val="single" w:sz="4" w:space="0" w:color="auto"/>
              <w:bottom w:val="single" w:sz="4" w:space="0" w:color="auto"/>
              <w:right w:val="single" w:sz="4" w:space="0" w:color="auto"/>
            </w:tcBorders>
          </w:tcPr>
          <w:p w14:paraId="1CABDF4D" w14:textId="77777777" w:rsidR="007D68F6" w:rsidRPr="00E062F1" w:rsidRDefault="007D68F6" w:rsidP="005A68FB">
            <w:pPr>
              <w:pStyle w:val="TAC"/>
              <w:rPr>
                <w:lang w:eastAsia="zh-CN"/>
              </w:rPr>
            </w:pPr>
            <w:r>
              <w:rPr>
                <w:rFonts w:hint="eastAsia"/>
                <w:lang w:eastAsia="zh-CN"/>
              </w:rPr>
              <w:t>400</w:t>
            </w:r>
          </w:p>
        </w:tc>
        <w:tc>
          <w:tcPr>
            <w:tcW w:w="1330" w:type="dxa"/>
            <w:tcBorders>
              <w:top w:val="nil"/>
              <w:left w:val="single" w:sz="4" w:space="0" w:color="auto"/>
              <w:bottom w:val="single" w:sz="4" w:space="0" w:color="auto"/>
              <w:right w:val="single" w:sz="4" w:space="0" w:color="auto"/>
            </w:tcBorders>
            <w:shd w:val="clear" w:color="auto" w:fill="auto"/>
          </w:tcPr>
          <w:p w14:paraId="08A24758" w14:textId="77777777" w:rsidR="007D68F6" w:rsidRPr="00E062F1" w:rsidRDefault="007D68F6" w:rsidP="005A68FB">
            <w:pPr>
              <w:pStyle w:val="TAC"/>
            </w:pPr>
          </w:p>
        </w:tc>
      </w:tr>
      <w:tr w:rsidR="001F2838" w:rsidRPr="00E062F1" w14:paraId="6169335D"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0A7C2025" w14:textId="77777777" w:rsidR="007D68F6" w:rsidRPr="00E062F1" w:rsidRDefault="007D68F6" w:rsidP="005A68FB">
            <w:pPr>
              <w:pStyle w:val="TAC"/>
            </w:pPr>
            <w:r w:rsidRPr="00E062F1">
              <w:t>CA_n3A-n78A-n257D</w:t>
            </w:r>
          </w:p>
        </w:tc>
        <w:tc>
          <w:tcPr>
            <w:tcW w:w="1738" w:type="dxa"/>
            <w:tcBorders>
              <w:top w:val="single" w:sz="4" w:space="0" w:color="auto"/>
              <w:left w:val="single" w:sz="4" w:space="0" w:color="auto"/>
              <w:bottom w:val="nil"/>
              <w:right w:val="single" w:sz="4" w:space="0" w:color="auto"/>
            </w:tcBorders>
            <w:shd w:val="clear" w:color="auto" w:fill="auto"/>
          </w:tcPr>
          <w:p w14:paraId="56E9D5B3" w14:textId="77777777" w:rsidR="007D68F6" w:rsidRPr="00E062F1" w:rsidRDefault="007D68F6" w:rsidP="005A68FB">
            <w:pPr>
              <w:pStyle w:val="TAC"/>
              <w:rPr>
                <w:rFonts w:cs="Arial"/>
                <w:lang w:eastAsia="zh-CN"/>
              </w:rPr>
            </w:pPr>
            <w:r w:rsidRPr="00E062F1">
              <w:rPr>
                <w:rFonts w:cs="Arial"/>
                <w:lang w:eastAsia="zh-CN"/>
              </w:rPr>
              <w:t>CA_n3A-n78A</w:t>
            </w:r>
          </w:p>
          <w:p w14:paraId="63B81EF3" w14:textId="77777777" w:rsidR="007D68F6" w:rsidRPr="00E062F1" w:rsidRDefault="007D68F6" w:rsidP="005A68FB">
            <w:pPr>
              <w:pStyle w:val="TAC"/>
              <w:rPr>
                <w:rFonts w:cs="Arial"/>
                <w:lang w:eastAsia="zh-CN"/>
              </w:rPr>
            </w:pPr>
            <w:r w:rsidRPr="00E062F1">
              <w:rPr>
                <w:rFonts w:cs="Arial"/>
                <w:lang w:eastAsia="zh-CN"/>
              </w:rPr>
              <w:t>CA_n3A-n257A</w:t>
            </w:r>
          </w:p>
          <w:p w14:paraId="298831D6" w14:textId="77777777" w:rsidR="007D68F6" w:rsidRPr="00E062F1" w:rsidRDefault="007D68F6" w:rsidP="005A68FB">
            <w:pPr>
              <w:pStyle w:val="TAC"/>
              <w:rPr>
                <w:rFonts w:cs="Arial"/>
                <w:lang w:eastAsia="zh-CN"/>
              </w:rPr>
            </w:pPr>
            <w:r w:rsidRPr="00E062F1">
              <w:rPr>
                <w:rFonts w:cs="Arial"/>
                <w:lang w:eastAsia="zh-CN"/>
              </w:rPr>
              <w:t>CA_n3A-n257D</w:t>
            </w:r>
          </w:p>
          <w:p w14:paraId="68ECA53F" w14:textId="77777777" w:rsidR="007D68F6" w:rsidRPr="00E062F1" w:rsidRDefault="007D68F6" w:rsidP="005A68FB">
            <w:pPr>
              <w:pStyle w:val="TAC"/>
              <w:rPr>
                <w:rFonts w:cs="Arial"/>
                <w:lang w:eastAsia="zh-CN"/>
              </w:rPr>
            </w:pPr>
            <w:r w:rsidRPr="00E062F1">
              <w:rPr>
                <w:rFonts w:cs="Arial"/>
                <w:lang w:eastAsia="zh-CN"/>
              </w:rPr>
              <w:t>CA_n78A-n257A</w:t>
            </w:r>
          </w:p>
          <w:p w14:paraId="598C5F2A" w14:textId="77777777" w:rsidR="007D68F6" w:rsidRPr="00E062F1" w:rsidRDefault="007D68F6" w:rsidP="005A68FB">
            <w:pPr>
              <w:pStyle w:val="TAC"/>
              <w:rPr>
                <w:rFonts w:cs="Arial"/>
                <w:lang w:eastAsia="zh-CN"/>
              </w:rPr>
            </w:pPr>
            <w:r w:rsidRPr="00E062F1">
              <w:rPr>
                <w:rFonts w:cs="Arial"/>
                <w:lang w:eastAsia="zh-CN"/>
              </w:rPr>
              <w:t>CA_n78A-n257D</w:t>
            </w:r>
          </w:p>
        </w:tc>
        <w:tc>
          <w:tcPr>
            <w:tcW w:w="668" w:type="dxa"/>
            <w:tcBorders>
              <w:top w:val="single" w:sz="4" w:space="0" w:color="auto"/>
              <w:left w:val="single" w:sz="4" w:space="0" w:color="auto"/>
              <w:right w:val="single" w:sz="4" w:space="0" w:color="auto"/>
            </w:tcBorders>
          </w:tcPr>
          <w:p w14:paraId="792BC311"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2EE1E64B"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2B4C94D4"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33F64ABB"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0A9DA6E0"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5D17A907"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6FBC6096"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28D23BA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44825F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EE4CDC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AB6C70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0FDFD8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AF427C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3A6707B"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1335F647"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1835C23C" w14:textId="77777777" w:rsidR="007D68F6" w:rsidRPr="00E062F1" w:rsidRDefault="007D68F6" w:rsidP="005A68FB">
            <w:pPr>
              <w:pStyle w:val="TAC"/>
              <w:rPr>
                <w:lang w:eastAsia="zh-CN"/>
              </w:rPr>
            </w:pPr>
            <w:r>
              <w:rPr>
                <w:rFonts w:hint="eastAsia"/>
                <w:lang w:eastAsia="zh-CN"/>
              </w:rPr>
              <w:t>0</w:t>
            </w:r>
          </w:p>
        </w:tc>
      </w:tr>
      <w:tr w:rsidR="001F2838" w:rsidRPr="00E062F1" w14:paraId="173778C5"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1BE46023"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2348E107"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3DED99DE" w14:textId="77777777" w:rsidR="007D68F6" w:rsidRPr="00E062F1" w:rsidRDefault="007D68F6" w:rsidP="005A68FB">
            <w:pPr>
              <w:pStyle w:val="TAC"/>
            </w:pPr>
            <w:r w:rsidRPr="00E062F1">
              <w:t>n78</w:t>
            </w:r>
          </w:p>
        </w:tc>
        <w:tc>
          <w:tcPr>
            <w:tcW w:w="620" w:type="dxa"/>
            <w:tcBorders>
              <w:top w:val="single" w:sz="4" w:space="0" w:color="auto"/>
              <w:left w:val="single" w:sz="4" w:space="0" w:color="auto"/>
              <w:bottom w:val="single" w:sz="4" w:space="0" w:color="auto"/>
              <w:right w:val="single" w:sz="4" w:space="0" w:color="auto"/>
            </w:tcBorders>
          </w:tcPr>
          <w:p w14:paraId="0238A6B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26032C3"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4F8847D8"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3A39149E"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3AD8C17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88405A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BD962FB"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0DB7216F"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458A68AE"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69DEAE61"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1ED4B0E8"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60937CCF"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15280AD0"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3C337979"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1DC7DB5E" w14:textId="77777777" w:rsidR="007D68F6" w:rsidRPr="00E062F1" w:rsidRDefault="007D68F6" w:rsidP="005A68FB">
            <w:pPr>
              <w:pStyle w:val="TAC"/>
            </w:pPr>
          </w:p>
        </w:tc>
      </w:tr>
      <w:tr w:rsidR="007D68F6" w:rsidRPr="00E062F1" w14:paraId="23691C06"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4620EC51"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7816B597"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1A415DB7"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58B4F2B2" w14:textId="123F1998" w:rsidR="007D68F6" w:rsidRPr="00E062F1" w:rsidRDefault="007D68F6" w:rsidP="005A68FB">
            <w:pPr>
              <w:pStyle w:val="TAC"/>
            </w:pPr>
            <w:r w:rsidRPr="00E062F1">
              <w:t>See CA_n257D in Table 5.5A.1-2 in TS 38.101-2</w:t>
            </w:r>
          </w:p>
        </w:tc>
        <w:tc>
          <w:tcPr>
            <w:tcW w:w="1330" w:type="dxa"/>
            <w:tcBorders>
              <w:top w:val="nil"/>
              <w:left w:val="single" w:sz="4" w:space="0" w:color="auto"/>
              <w:bottom w:val="single" w:sz="4" w:space="0" w:color="auto"/>
              <w:right w:val="single" w:sz="4" w:space="0" w:color="auto"/>
            </w:tcBorders>
            <w:shd w:val="clear" w:color="auto" w:fill="auto"/>
          </w:tcPr>
          <w:p w14:paraId="30CF7FDD" w14:textId="77777777" w:rsidR="007D68F6" w:rsidRPr="00E062F1" w:rsidRDefault="007D68F6" w:rsidP="005A68FB">
            <w:pPr>
              <w:pStyle w:val="TAC"/>
            </w:pPr>
          </w:p>
        </w:tc>
      </w:tr>
      <w:tr w:rsidR="001F2838" w:rsidRPr="00E062F1" w14:paraId="1FB3936B"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3B88BFAC" w14:textId="77777777" w:rsidR="007D68F6" w:rsidRPr="00E062F1" w:rsidRDefault="007D68F6" w:rsidP="005A68FB">
            <w:pPr>
              <w:pStyle w:val="TAC"/>
            </w:pPr>
            <w:r w:rsidRPr="00E062F1">
              <w:t>CA_n3A-n78A-n257G</w:t>
            </w:r>
          </w:p>
        </w:tc>
        <w:tc>
          <w:tcPr>
            <w:tcW w:w="1738" w:type="dxa"/>
            <w:tcBorders>
              <w:top w:val="single" w:sz="4" w:space="0" w:color="auto"/>
              <w:left w:val="single" w:sz="4" w:space="0" w:color="auto"/>
              <w:bottom w:val="nil"/>
              <w:right w:val="single" w:sz="4" w:space="0" w:color="auto"/>
            </w:tcBorders>
            <w:shd w:val="clear" w:color="auto" w:fill="auto"/>
          </w:tcPr>
          <w:p w14:paraId="082E0F64" w14:textId="77777777" w:rsidR="007D68F6" w:rsidRPr="00E062F1" w:rsidRDefault="007D68F6" w:rsidP="005A68FB">
            <w:pPr>
              <w:pStyle w:val="TAC"/>
              <w:rPr>
                <w:rFonts w:cs="Arial"/>
                <w:lang w:eastAsia="zh-CN"/>
              </w:rPr>
            </w:pPr>
            <w:r w:rsidRPr="00E062F1">
              <w:rPr>
                <w:rFonts w:cs="Arial"/>
                <w:lang w:eastAsia="zh-CN"/>
              </w:rPr>
              <w:t>CA_n3A-n78A</w:t>
            </w:r>
          </w:p>
          <w:p w14:paraId="6A112400" w14:textId="77777777" w:rsidR="007D68F6" w:rsidRPr="00E062F1" w:rsidRDefault="007D68F6" w:rsidP="005A68FB">
            <w:pPr>
              <w:pStyle w:val="TAC"/>
              <w:rPr>
                <w:rFonts w:cs="Arial"/>
                <w:lang w:eastAsia="zh-CN"/>
              </w:rPr>
            </w:pPr>
            <w:r w:rsidRPr="00E062F1">
              <w:rPr>
                <w:rFonts w:cs="Arial"/>
                <w:lang w:eastAsia="zh-CN"/>
              </w:rPr>
              <w:t>CA_n3A-n257A</w:t>
            </w:r>
          </w:p>
          <w:p w14:paraId="2E9F0871" w14:textId="77777777" w:rsidR="007D68F6" w:rsidRPr="00E062F1" w:rsidRDefault="007D68F6" w:rsidP="005A68FB">
            <w:pPr>
              <w:pStyle w:val="TAC"/>
              <w:rPr>
                <w:rFonts w:cs="Arial"/>
                <w:lang w:eastAsia="zh-CN"/>
              </w:rPr>
            </w:pPr>
            <w:r w:rsidRPr="00E062F1">
              <w:rPr>
                <w:rFonts w:cs="Arial"/>
                <w:lang w:eastAsia="zh-CN"/>
              </w:rPr>
              <w:t>CA_n3A-n257G</w:t>
            </w:r>
          </w:p>
          <w:p w14:paraId="261394DE" w14:textId="77777777" w:rsidR="007D68F6" w:rsidRPr="00E062F1" w:rsidRDefault="007D68F6" w:rsidP="005A68FB">
            <w:pPr>
              <w:pStyle w:val="TAC"/>
              <w:rPr>
                <w:rFonts w:cs="Arial"/>
                <w:lang w:eastAsia="zh-CN"/>
              </w:rPr>
            </w:pPr>
            <w:r w:rsidRPr="00E062F1">
              <w:rPr>
                <w:rFonts w:cs="Arial"/>
                <w:lang w:eastAsia="zh-CN"/>
              </w:rPr>
              <w:t>CA_n78A-n257A</w:t>
            </w:r>
          </w:p>
          <w:p w14:paraId="5842DCDE" w14:textId="77777777" w:rsidR="007D68F6" w:rsidRPr="00E062F1" w:rsidRDefault="007D68F6" w:rsidP="005A68FB">
            <w:pPr>
              <w:pStyle w:val="TAC"/>
              <w:rPr>
                <w:rFonts w:cs="Arial"/>
                <w:lang w:eastAsia="zh-CN"/>
              </w:rPr>
            </w:pPr>
            <w:r w:rsidRPr="00E062F1">
              <w:rPr>
                <w:rFonts w:cs="Arial"/>
                <w:lang w:eastAsia="zh-CN"/>
              </w:rPr>
              <w:t>CA_n78A-n257G</w:t>
            </w:r>
          </w:p>
        </w:tc>
        <w:tc>
          <w:tcPr>
            <w:tcW w:w="668" w:type="dxa"/>
            <w:tcBorders>
              <w:top w:val="single" w:sz="4" w:space="0" w:color="auto"/>
              <w:left w:val="single" w:sz="4" w:space="0" w:color="auto"/>
              <w:right w:val="single" w:sz="4" w:space="0" w:color="auto"/>
            </w:tcBorders>
          </w:tcPr>
          <w:p w14:paraId="182010C9"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6218D0D5"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6D106912"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299BD4BF"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5A3D6AF1"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013C8B4D"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0AB8C418"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6D478C4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CDCA68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7ECF2C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82B0B5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65E1DC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3A8749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08CB777"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7167336F"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1F2D160C" w14:textId="77777777" w:rsidR="007D68F6" w:rsidRPr="00E062F1" w:rsidRDefault="007D68F6" w:rsidP="005A68FB">
            <w:pPr>
              <w:pStyle w:val="TAC"/>
              <w:rPr>
                <w:lang w:eastAsia="zh-CN"/>
              </w:rPr>
            </w:pPr>
            <w:r>
              <w:rPr>
                <w:rFonts w:hint="eastAsia"/>
                <w:lang w:eastAsia="zh-CN"/>
              </w:rPr>
              <w:t>0</w:t>
            </w:r>
          </w:p>
        </w:tc>
      </w:tr>
      <w:tr w:rsidR="001F2838" w:rsidRPr="00E062F1" w14:paraId="1B411CE7"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472B272B"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5D8A7868"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243A1B2E" w14:textId="77777777" w:rsidR="007D68F6" w:rsidRPr="00E062F1" w:rsidRDefault="007D68F6" w:rsidP="005A68FB">
            <w:pPr>
              <w:pStyle w:val="TAC"/>
            </w:pPr>
            <w:r w:rsidRPr="00E062F1">
              <w:t>n78</w:t>
            </w:r>
          </w:p>
        </w:tc>
        <w:tc>
          <w:tcPr>
            <w:tcW w:w="620" w:type="dxa"/>
            <w:tcBorders>
              <w:top w:val="single" w:sz="4" w:space="0" w:color="auto"/>
              <w:left w:val="single" w:sz="4" w:space="0" w:color="auto"/>
              <w:bottom w:val="single" w:sz="4" w:space="0" w:color="auto"/>
              <w:right w:val="single" w:sz="4" w:space="0" w:color="auto"/>
            </w:tcBorders>
          </w:tcPr>
          <w:p w14:paraId="576FE12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A1E5EA0"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7A2113D0"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6201FDC8"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0171DF2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88B0B4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93B6A8B"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57734919"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7CC82A22"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26054354"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32F4B36D"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70942221"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7DEE3B67"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3769E284"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7423C4C8" w14:textId="77777777" w:rsidR="007D68F6" w:rsidRPr="00E062F1" w:rsidRDefault="007D68F6" w:rsidP="005A68FB">
            <w:pPr>
              <w:pStyle w:val="TAC"/>
            </w:pPr>
          </w:p>
        </w:tc>
      </w:tr>
      <w:tr w:rsidR="007D68F6" w:rsidRPr="00E062F1" w14:paraId="1077CEA6"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2BFE814B"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5DB2D6A3"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30E1147E"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45DBE11E" w14:textId="7BDD59B5" w:rsidR="007D68F6" w:rsidRPr="00E062F1" w:rsidRDefault="007D68F6" w:rsidP="005A68FB">
            <w:pPr>
              <w:pStyle w:val="TAC"/>
            </w:pPr>
            <w:r w:rsidRPr="00E062F1">
              <w:t>See CA_n257G in Table 5.5A.1-2 in TS 38.101-2</w:t>
            </w:r>
          </w:p>
        </w:tc>
        <w:tc>
          <w:tcPr>
            <w:tcW w:w="1330" w:type="dxa"/>
            <w:tcBorders>
              <w:top w:val="nil"/>
              <w:left w:val="single" w:sz="4" w:space="0" w:color="auto"/>
              <w:bottom w:val="single" w:sz="4" w:space="0" w:color="auto"/>
              <w:right w:val="single" w:sz="4" w:space="0" w:color="auto"/>
            </w:tcBorders>
            <w:shd w:val="clear" w:color="auto" w:fill="auto"/>
          </w:tcPr>
          <w:p w14:paraId="1F581058" w14:textId="77777777" w:rsidR="007D68F6" w:rsidRPr="00E062F1" w:rsidRDefault="007D68F6" w:rsidP="005A68FB">
            <w:pPr>
              <w:pStyle w:val="TAC"/>
            </w:pPr>
          </w:p>
        </w:tc>
      </w:tr>
      <w:tr w:rsidR="001F2838" w:rsidRPr="00E062F1" w14:paraId="326F04A3"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5F2D7D15" w14:textId="77777777" w:rsidR="007D68F6" w:rsidRPr="00E062F1" w:rsidRDefault="007D68F6" w:rsidP="005A68FB">
            <w:pPr>
              <w:pStyle w:val="TAC"/>
            </w:pPr>
            <w:r w:rsidRPr="00E062F1">
              <w:t>CA_n3A-n78A-n257H</w:t>
            </w:r>
          </w:p>
        </w:tc>
        <w:tc>
          <w:tcPr>
            <w:tcW w:w="1738" w:type="dxa"/>
            <w:tcBorders>
              <w:top w:val="single" w:sz="4" w:space="0" w:color="auto"/>
              <w:left w:val="single" w:sz="4" w:space="0" w:color="auto"/>
              <w:bottom w:val="nil"/>
              <w:right w:val="single" w:sz="4" w:space="0" w:color="auto"/>
            </w:tcBorders>
            <w:shd w:val="clear" w:color="auto" w:fill="auto"/>
          </w:tcPr>
          <w:p w14:paraId="6F24653E" w14:textId="77777777" w:rsidR="007D68F6" w:rsidRPr="00E062F1" w:rsidRDefault="007D68F6" w:rsidP="005A68FB">
            <w:pPr>
              <w:pStyle w:val="TAC"/>
              <w:rPr>
                <w:rFonts w:cs="Arial"/>
                <w:lang w:eastAsia="zh-CN"/>
              </w:rPr>
            </w:pPr>
            <w:r w:rsidRPr="00E062F1">
              <w:rPr>
                <w:rFonts w:cs="Arial"/>
                <w:lang w:eastAsia="zh-CN"/>
              </w:rPr>
              <w:t>CA_n3A-n78A</w:t>
            </w:r>
          </w:p>
          <w:p w14:paraId="624CFAD3" w14:textId="77777777" w:rsidR="007D68F6" w:rsidRPr="00E062F1" w:rsidRDefault="007D68F6" w:rsidP="005A68FB">
            <w:pPr>
              <w:pStyle w:val="TAC"/>
              <w:rPr>
                <w:rFonts w:cs="Arial"/>
                <w:lang w:eastAsia="zh-CN"/>
              </w:rPr>
            </w:pPr>
            <w:r w:rsidRPr="00E062F1">
              <w:rPr>
                <w:rFonts w:cs="Arial"/>
                <w:lang w:eastAsia="zh-CN"/>
              </w:rPr>
              <w:t>CA_n3A-n257A</w:t>
            </w:r>
          </w:p>
          <w:p w14:paraId="3E3F61DF" w14:textId="77777777" w:rsidR="007D68F6" w:rsidRPr="00E062F1" w:rsidRDefault="007D68F6" w:rsidP="005A68FB">
            <w:pPr>
              <w:pStyle w:val="TAC"/>
              <w:rPr>
                <w:rFonts w:cs="Arial"/>
                <w:lang w:eastAsia="zh-CN"/>
              </w:rPr>
            </w:pPr>
            <w:r w:rsidRPr="00E062F1">
              <w:rPr>
                <w:rFonts w:cs="Arial"/>
                <w:lang w:eastAsia="zh-CN"/>
              </w:rPr>
              <w:t>CA_n3A-n257G</w:t>
            </w:r>
          </w:p>
          <w:p w14:paraId="209A6D19" w14:textId="77777777" w:rsidR="007D68F6" w:rsidRPr="00E062F1" w:rsidRDefault="007D68F6" w:rsidP="005A68FB">
            <w:pPr>
              <w:pStyle w:val="TAC"/>
              <w:rPr>
                <w:rFonts w:cs="Arial"/>
                <w:lang w:eastAsia="zh-CN"/>
              </w:rPr>
            </w:pPr>
            <w:r w:rsidRPr="00E062F1">
              <w:rPr>
                <w:rFonts w:cs="Arial"/>
                <w:lang w:eastAsia="zh-CN"/>
              </w:rPr>
              <w:t>CA_n3A-n257H</w:t>
            </w:r>
          </w:p>
          <w:p w14:paraId="5F581DB0" w14:textId="77777777" w:rsidR="007D68F6" w:rsidRPr="00E062F1" w:rsidRDefault="007D68F6" w:rsidP="005A68FB">
            <w:pPr>
              <w:pStyle w:val="TAC"/>
              <w:rPr>
                <w:rFonts w:cs="Arial"/>
                <w:lang w:eastAsia="zh-CN"/>
              </w:rPr>
            </w:pPr>
            <w:r w:rsidRPr="00E062F1">
              <w:rPr>
                <w:rFonts w:cs="Arial"/>
                <w:lang w:eastAsia="zh-CN"/>
              </w:rPr>
              <w:t>CA_n78A-n257A</w:t>
            </w:r>
          </w:p>
          <w:p w14:paraId="5277DF53" w14:textId="77777777" w:rsidR="007D68F6" w:rsidRPr="00E062F1" w:rsidRDefault="007D68F6" w:rsidP="005A68FB">
            <w:pPr>
              <w:pStyle w:val="TAC"/>
              <w:rPr>
                <w:rFonts w:cs="Arial"/>
                <w:lang w:eastAsia="zh-CN"/>
              </w:rPr>
            </w:pPr>
            <w:r w:rsidRPr="00E062F1">
              <w:rPr>
                <w:rFonts w:cs="Arial"/>
                <w:lang w:eastAsia="zh-CN"/>
              </w:rPr>
              <w:t>CA_n78A-n257G</w:t>
            </w:r>
          </w:p>
          <w:p w14:paraId="5BBF4CB1" w14:textId="77777777" w:rsidR="007D68F6" w:rsidRPr="00E062F1" w:rsidRDefault="007D68F6" w:rsidP="005A68FB">
            <w:pPr>
              <w:pStyle w:val="TAC"/>
              <w:rPr>
                <w:rFonts w:cs="Arial"/>
                <w:lang w:eastAsia="zh-CN"/>
              </w:rPr>
            </w:pPr>
            <w:r w:rsidRPr="00E062F1">
              <w:rPr>
                <w:rFonts w:cs="Arial"/>
                <w:lang w:eastAsia="zh-CN"/>
              </w:rPr>
              <w:t>CA_n78A-n257H</w:t>
            </w:r>
          </w:p>
        </w:tc>
        <w:tc>
          <w:tcPr>
            <w:tcW w:w="668" w:type="dxa"/>
            <w:tcBorders>
              <w:top w:val="single" w:sz="4" w:space="0" w:color="auto"/>
              <w:left w:val="single" w:sz="4" w:space="0" w:color="auto"/>
              <w:right w:val="single" w:sz="4" w:space="0" w:color="auto"/>
            </w:tcBorders>
          </w:tcPr>
          <w:p w14:paraId="54EDFE76"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6538EBC0"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53B8FE97"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7B0BB886"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0BB2EC70"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6A252C9F"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2F2DC8D9"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0A7EF4B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37DE53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FCE802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0178C4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26E0C8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2E4B8B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B8E49FA"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CB8AFF8"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0443A71F" w14:textId="77777777" w:rsidR="007D68F6" w:rsidRPr="00E062F1" w:rsidRDefault="007D68F6" w:rsidP="005A68FB">
            <w:pPr>
              <w:pStyle w:val="TAC"/>
              <w:rPr>
                <w:lang w:eastAsia="zh-CN"/>
              </w:rPr>
            </w:pPr>
            <w:r>
              <w:rPr>
                <w:rFonts w:hint="eastAsia"/>
                <w:lang w:eastAsia="zh-CN"/>
              </w:rPr>
              <w:t>0</w:t>
            </w:r>
          </w:p>
        </w:tc>
      </w:tr>
      <w:tr w:rsidR="001F2838" w:rsidRPr="00E062F1" w14:paraId="319FDA5E"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6811B9C7"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0B10FBF6"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259EB8BA" w14:textId="77777777" w:rsidR="007D68F6" w:rsidRPr="00E062F1" w:rsidRDefault="007D68F6" w:rsidP="005A68FB">
            <w:pPr>
              <w:pStyle w:val="TAC"/>
            </w:pPr>
            <w:r w:rsidRPr="00E062F1">
              <w:t>n78</w:t>
            </w:r>
          </w:p>
        </w:tc>
        <w:tc>
          <w:tcPr>
            <w:tcW w:w="620" w:type="dxa"/>
            <w:tcBorders>
              <w:top w:val="single" w:sz="4" w:space="0" w:color="auto"/>
              <w:left w:val="single" w:sz="4" w:space="0" w:color="auto"/>
              <w:bottom w:val="single" w:sz="4" w:space="0" w:color="auto"/>
              <w:right w:val="single" w:sz="4" w:space="0" w:color="auto"/>
            </w:tcBorders>
          </w:tcPr>
          <w:p w14:paraId="012259D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DDDF78F"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676EE9FC"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2513675D"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747131D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592549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9C3B09E"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735B8B17"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19F3EE90"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3E13D1DF"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19671D66"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23DF8D2D"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5237B6E3"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3E6FFD81"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695D0BF0" w14:textId="77777777" w:rsidR="007D68F6" w:rsidRPr="00E062F1" w:rsidRDefault="007D68F6" w:rsidP="005A68FB">
            <w:pPr>
              <w:pStyle w:val="TAC"/>
            </w:pPr>
          </w:p>
        </w:tc>
      </w:tr>
      <w:tr w:rsidR="007D68F6" w:rsidRPr="00E062F1" w14:paraId="5E469E3E"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5C891C5E"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13122249" w14:textId="77777777" w:rsidR="007D68F6" w:rsidRPr="00E062F1" w:rsidRDefault="007D68F6" w:rsidP="005A68FB">
            <w:pPr>
              <w:pStyle w:val="TAC"/>
              <w:rPr>
                <w:rFonts w:cs="Arial"/>
                <w:lang w:eastAsia="zh-CN"/>
              </w:rPr>
            </w:pPr>
          </w:p>
        </w:tc>
        <w:tc>
          <w:tcPr>
            <w:tcW w:w="668" w:type="dxa"/>
            <w:tcBorders>
              <w:top w:val="single" w:sz="4" w:space="0" w:color="auto"/>
              <w:left w:val="single" w:sz="4" w:space="0" w:color="auto"/>
              <w:right w:val="single" w:sz="4" w:space="0" w:color="auto"/>
            </w:tcBorders>
          </w:tcPr>
          <w:p w14:paraId="39B9FFB8"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2F940E56" w14:textId="67CF565E" w:rsidR="007D68F6" w:rsidRPr="00E062F1" w:rsidRDefault="007D68F6" w:rsidP="005A68FB">
            <w:pPr>
              <w:pStyle w:val="TAC"/>
            </w:pPr>
            <w:r w:rsidRPr="00E062F1">
              <w:t>See CA_n257H in Table 5.5A.1-2 in TS 38.101-2</w:t>
            </w:r>
          </w:p>
        </w:tc>
        <w:tc>
          <w:tcPr>
            <w:tcW w:w="1330" w:type="dxa"/>
            <w:tcBorders>
              <w:top w:val="nil"/>
              <w:left w:val="single" w:sz="4" w:space="0" w:color="auto"/>
              <w:bottom w:val="single" w:sz="4" w:space="0" w:color="auto"/>
              <w:right w:val="single" w:sz="4" w:space="0" w:color="auto"/>
            </w:tcBorders>
            <w:shd w:val="clear" w:color="auto" w:fill="auto"/>
          </w:tcPr>
          <w:p w14:paraId="5DF6C093" w14:textId="77777777" w:rsidR="007D68F6" w:rsidRPr="00E062F1" w:rsidRDefault="007D68F6" w:rsidP="005A68FB">
            <w:pPr>
              <w:pStyle w:val="TAC"/>
            </w:pPr>
          </w:p>
        </w:tc>
      </w:tr>
      <w:tr w:rsidR="001F2838" w:rsidRPr="00E062F1" w14:paraId="5CAF9491"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3189BB31" w14:textId="77777777" w:rsidR="007D68F6" w:rsidRPr="00E062F1" w:rsidRDefault="007D68F6" w:rsidP="005A68FB">
            <w:pPr>
              <w:pStyle w:val="TAC"/>
            </w:pPr>
            <w:r w:rsidRPr="00E062F1">
              <w:t>CA_n3A-n78A-n257I</w:t>
            </w:r>
          </w:p>
        </w:tc>
        <w:tc>
          <w:tcPr>
            <w:tcW w:w="1738" w:type="dxa"/>
            <w:tcBorders>
              <w:top w:val="single" w:sz="4" w:space="0" w:color="auto"/>
              <w:left w:val="single" w:sz="4" w:space="0" w:color="auto"/>
              <w:bottom w:val="nil"/>
              <w:right w:val="single" w:sz="4" w:space="0" w:color="auto"/>
            </w:tcBorders>
            <w:shd w:val="clear" w:color="auto" w:fill="auto"/>
          </w:tcPr>
          <w:p w14:paraId="0BDF09B8" w14:textId="77777777" w:rsidR="007D68F6" w:rsidRPr="00E062F1" w:rsidRDefault="007D68F6" w:rsidP="005A68FB">
            <w:pPr>
              <w:pStyle w:val="TAC"/>
              <w:rPr>
                <w:rFonts w:cs="Arial"/>
                <w:lang w:eastAsia="zh-CN"/>
              </w:rPr>
            </w:pPr>
            <w:r w:rsidRPr="00E062F1">
              <w:rPr>
                <w:rFonts w:cs="Arial"/>
                <w:lang w:eastAsia="zh-CN"/>
              </w:rPr>
              <w:t>CA_n3A-n78A</w:t>
            </w:r>
          </w:p>
          <w:p w14:paraId="068483D5" w14:textId="77777777" w:rsidR="007D68F6" w:rsidRPr="00E062F1" w:rsidRDefault="007D68F6" w:rsidP="005A68FB">
            <w:pPr>
              <w:pStyle w:val="TAC"/>
              <w:rPr>
                <w:rFonts w:cs="Arial"/>
                <w:lang w:eastAsia="zh-CN"/>
              </w:rPr>
            </w:pPr>
            <w:r w:rsidRPr="00E062F1">
              <w:rPr>
                <w:rFonts w:cs="Arial"/>
                <w:lang w:eastAsia="zh-CN"/>
              </w:rPr>
              <w:t>CA_n3A-n257A</w:t>
            </w:r>
          </w:p>
          <w:p w14:paraId="24C22765" w14:textId="77777777" w:rsidR="007D68F6" w:rsidRPr="00E062F1" w:rsidRDefault="007D68F6" w:rsidP="005A68FB">
            <w:pPr>
              <w:pStyle w:val="TAC"/>
              <w:rPr>
                <w:rFonts w:cs="Arial"/>
                <w:lang w:eastAsia="zh-CN"/>
              </w:rPr>
            </w:pPr>
            <w:r w:rsidRPr="00E062F1">
              <w:rPr>
                <w:rFonts w:cs="Arial"/>
                <w:lang w:eastAsia="zh-CN"/>
              </w:rPr>
              <w:t>CA_n3A-n257G</w:t>
            </w:r>
          </w:p>
          <w:p w14:paraId="476E1D31" w14:textId="77777777" w:rsidR="007D68F6" w:rsidRPr="00E062F1" w:rsidRDefault="007D68F6" w:rsidP="005A68FB">
            <w:pPr>
              <w:pStyle w:val="TAC"/>
              <w:rPr>
                <w:rFonts w:cs="Arial"/>
                <w:lang w:eastAsia="zh-CN"/>
              </w:rPr>
            </w:pPr>
            <w:r w:rsidRPr="00E062F1">
              <w:rPr>
                <w:rFonts w:cs="Arial"/>
                <w:lang w:eastAsia="zh-CN"/>
              </w:rPr>
              <w:t>CA_n3A-n257H</w:t>
            </w:r>
          </w:p>
          <w:p w14:paraId="6662AFEC" w14:textId="77777777" w:rsidR="007D68F6" w:rsidRPr="00E062F1" w:rsidRDefault="007D68F6" w:rsidP="005A68FB">
            <w:pPr>
              <w:pStyle w:val="TAC"/>
              <w:rPr>
                <w:rFonts w:cs="Arial"/>
                <w:lang w:eastAsia="zh-CN"/>
              </w:rPr>
            </w:pPr>
            <w:r w:rsidRPr="00E062F1">
              <w:rPr>
                <w:rFonts w:cs="Arial"/>
                <w:lang w:eastAsia="zh-CN"/>
              </w:rPr>
              <w:t>CA_n3A-n257I</w:t>
            </w:r>
          </w:p>
          <w:p w14:paraId="7303E9BE" w14:textId="77777777" w:rsidR="007D68F6" w:rsidRPr="00E062F1" w:rsidRDefault="007D68F6" w:rsidP="005A68FB">
            <w:pPr>
              <w:pStyle w:val="TAC"/>
              <w:rPr>
                <w:rFonts w:cs="Arial"/>
                <w:lang w:eastAsia="zh-CN"/>
              </w:rPr>
            </w:pPr>
            <w:r w:rsidRPr="00E062F1">
              <w:rPr>
                <w:rFonts w:cs="Arial"/>
                <w:lang w:eastAsia="zh-CN"/>
              </w:rPr>
              <w:t>CA_n78A-n257A</w:t>
            </w:r>
          </w:p>
          <w:p w14:paraId="782B0546" w14:textId="77777777" w:rsidR="007D68F6" w:rsidRPr="00E062F1" w:rsidRDefault="007D68F6" w:rsidP="005A68FB">
            <w:pPr>
              <w:pStyle w:val="TAC"/>
              <w:rPr>
                <w:rFonts w:cs="Arial"/>
                <w:lang w:eastAsia="zh-CN"/>
              </w:rPr>
            </w:pPr>
            <w:r w:rsidRPr="00E062F1">
              <w:rPr>
                <w:rFonts w:cs="Arial"/>
                <w:lang w:eastAsia="zh-CN"/>
              </w:rPr>
              <w:t>CA_n78A-n257G</w:t>
            </w:r>
          </w:p>
          <w:p w14:paraId="257633F6" w14:textId="77777777" w:rsidR="007D68F6" w:rsidRPr="00E062F1" w:rsidRDefault="007D68F6" w:rsidP="005A68FB">
            <w:pPr>
              <w:pStyle w:val="TAC"/>
              <w:rPr>
                <w:rFonts w:cs="Arial"/>
                <w:lang w:eastAsia="zh-CN"/>
              </w:rPr>
            </w:pPr>
            <w:r w:rsidRPr="00E062F1">
              <w:rPr>
                <w:rFonts w:cs="Arial"/>
                <w:lang w:eastAsia="zh-CN"/>
              </w:rPr>
              <w:t>CA_n78A-n257H</w:t>
            </w:r>
          </w:p>
          <w:p w14:paraId="42B41CA3" w14:textId="77777777" w:rsidR="007D68F6" w:rsidRPr="00E062F1" w:rsidRDefault="007D68F6" w:rsidP="005A68FB">
            <w:pPr>
              <w:pStyle w:val="TAC"/>
            </w:pPr>
            <w:r w:rsidRPr="00E062F1">
              <w:rPr>
                <w:rFonts w:cs="Arial"/>
                <w:lang w:eastAsia="zh-CN"/>
              </w:rPr>
              <w:t>CA_n78A-n257I</w:t>
            </w:r>
          </w:p>
        </w:tc>
        <w:tc>
          <w:tcPr>
            <w:tcW w:w="668" w:type="dxa"/>
            <w:tcBorders>
              <w:top w:val="single" w:sz="4" w:space="0" w:color="auto"/>
              <w:left w:val="single" w:sz="4" w:space="0" w:color="auto"/>
              <w:right w:val="single" w:sz="4" w:space="0" w:color="auto"/>
            </w:tcBorders>
          </w:tcPr>
          <w:p w14:paraId="12BB82DE" w14:textId="77777777" w:rsidR="007D68F6" w:rsidRPr="00E062F1" w:rsidRDefault="007D68F6" w:rsidP="005A68FB">
            <w:pPr>
              <w:pStyle w:val="TAC"/>
            </w:pPr>
            <w:r w:rsidRPr="00E062F1">
              <w:t>n3</w:t>
            </w:r>
          </w:p>
        </w:tc>
        <w:tc>
          <w:tcPr>
            <w:tcW w:w="620" w:type="dxa"/>
            <w:tcBorders>
              <w:top w:val="single" w:sz="4" w:space="0" w:color="auto"/>
              <w:left w:val="single" w:sz="4" w:space="0" w:color="auto"/>
              <w:bottom w:val="single" w:sz="4" w:space="0" w:color="auto"/>
              <w:right w:val="single" w:sz="4" w:space="0" w:color="auto"/>
            </w:tcBorders>
          </w:tcPr>
          <w:p w14:paraId="706E7FCB"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5A2985A8"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05F96210"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4B33C618"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1C436F19" w14:textId="77777777" w:rsidR="007D68F6" w:rsidRPr="00E062F1" w:rsidRDefault="007D68F6" w:rsidP="005A68FB">
            <w:pPr>
              <w:pStyle w:val="TAC"/>
              <w:rPr>
                <w:lang w:eastAsia="zh-CN"/>
              </w:rPr>
            </w:pPr>
            <w:r>
              <w:rPr>
                <w:rFonts w:hint="eastAsia"/>
                <w:lang w:eastAsia="zh-CN"/>
              </w:rPr>
              <w:t>25</w:t>
            </w:r>
          </w:p>
        </w:tc>
        <w:tc>
          <w:tcPr>
            <w:tcW w:w="620" w:type="dxa"/>
            <w:tcBorders>
              <w:top w:val="single" w:sz="4" w:space="0" w:color="auto"/>
              <w:left w:val="single" w:sz="4" w:space="0" w:color="auto"/>
              <w:bottom w:val="single" w:sz="4" w:space="0" w:color="auto"/>
              <w:right w:val="single" w:sz="4" w:space="0" w:color="auto"/>
            </w:tcBorders>
          </w:tcPr>
          <w:p w14:paraId="6209C688" w14:textId="77777777" w:rsidR="007D68F6" w:rsidRPr="00E062F1" w:rsidRDefault="007D68F6" w:rsidP="005A68FB">
            <w:pPr>
              <w:pStyle w:val="TAC"/>
              <w:rPr>
                <w:lang w:eastAsia="zh-CN"/>
              </w:rPr>
            </w:pPr>
            <w:r>
              <w:rPr>
                <w:rFonts w:hint="eastAsia"/>
                <w:lang w:eastAsia="zh-CN"/>
              </w:rPr>
              <w:t>30</w:t>
            </w:r>
          </w:p>
        </w:tc>
        <w:tc>
          <w:tcPr>
            <w:tcW w:w="620" w:type="dxa"/>
            <w:tcBorders>
              <w:top w:val="single" w:sz="4" w:space="0" w:color="auto"/>
              <w:left w:val="single" w:sz="4" w:space="0" w:color="auto"/>
              <w:bottom w:val="single" w:sz="4" w:space="0" w:color="auto"/>
              <w:right w:val="single" w:sz="4" w:space="0" w:color="auto"/>
            </w:tcBorders>
          </w:tcPr>
          <w:p w14:paraId="2C122EF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09F9DB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672E20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056113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0E0442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6A4453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7004B22"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114F56BC"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2BBF15AF" w14:textId="77777777" w:rsidR="007D68F6" w:rsidRPr="00E062F1" w:rsidRDefault="007D68F6" w:rsidP="005A68FB">
            <w:pPr>
              <w:pStyle w:val="TAC"/>
              <w:rPr>
                <w:lang w:eastAsia="zh-CN"/>
              </w:rPr>
            </w:pPr>
            <w:r>
              <w:rPr>
                <w:rFonts w:hint="eastAsia"/>
                <w:lang w:eastAsia="zh-CN"/>
              </w:rPr>
              <w:t>0</w:t>
            </w:r>
          </w:p>
        </w:tc>
      </w:tr>
      <w:tr w:rsidR="001F2838" w:rsidRPr="00E062F1" w14:paraId="5AFF96B9"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56E36F24"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6E2BAA91" w14:textId="77777777" w:rsidR="007D68F6" w:rsidRPr="00E062F1" w:rsidRDefault="007D68F6" w:rsidP="005A68FB">
            <w:pPr>
              <w:pStyle w:val="TAC"/>
            </w:pPr>
          </w:p>
        </w:tc>
        <w:tc>
          <w:tcPr>
            <w:tcW w:w="668" w:type="dxa"/>
            <w:tcBorders>
              <w:top w:val="single" w:sz="4" w:space="0" w:color="auto"/>
              <w:left w:val="single" w:sz="4" w:space="0" w:color="auto"/>
              <w:right w:val="single" w:sz="4" w:space="0" w:color="auto"/>
            </w:tcBorders>
          </w:tcPr>
          <w:p w14:paraId="1C3B6B7F" w14:textId="77777777" w:rsidR="007D68F6" w:rsidRPr="00E062F1" w:rsidRDefault="007D68F6" w:rsidP="005A68FB">
            <w:pPr>
              <w:pStyle w:val="TAC"/>
            </w:pPr>
            <w:r w:rsidRPr="00E062F1">
              <w:t>n78</w:t>
            </w:r>
          </w:p>
        </w:tc>
        <w:tc>
          <w:tcPr>
            <w:tcW w:w="620" w:type="dxa"/>
            <w:tcBorders>
              <w:top w:val="single" w:sz="4" w:space="0" w:color="auto"/>
              <w:left w:val="single" w:sz="4" w:space="0" w:color="auto"/>
              <w:bottom w:val="single" w:sz="4" w:space="0" w:color="auto"/>
              <w:right w:val="single" w:sz="4" w:space="0" w:color="auto"/>
            </w:tcBorders>
          </w:tcPr>
          <w:p w14:paraId="0CCD9FC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7772ED8"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424CEBFC"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1C060262"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2D96294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4BAE4D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0EA91C1"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01E67E0C"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027E392D"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3F642A46"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00B68F61"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76A720CD"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04A24AE5"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11FD9ED"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1DF855C8" w14:textId="77777777" w:rsidR="007D68F6" w:rsidRPr="00E062F1" w:rsidRDefault="007D68F6" w:rsidP="005A68FB">
            <w:pPr>
              <w:pStyle w:val="TAC"/>
            </w:pPr>
          </w:p>
        </w:tc>
      </w:tr>
      <w:tr w:rsidR="007D68F6" w:rsidRPr="00E062F1" w14:paraId="267D847D"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1A461279"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0D3F6894" w14:textId="77777777" w:rsidR="007D68F6" w:rsidRPr="00E062F1" w:rsidRDefault="007D68F6" w:rsidP="005A68FB">
            <w:pPr>
              <w:pStyle w:val="TAC"/>
            </w:pPr>
          </w:p>
        </w:tc>
        <w:tc>
          <w:tcPr>
            <w:tcW w:w="668" w:type="dxa"/>
            <w:tcBorders>
              <w:top w:val="single" w:sz="4" w:space="0" w:color="auto"/>
              <w:left w:val="single" w:sz="4" w:space="0" w:color="auto"/>
              <w:right w:val="single" w:sz="4" w:space="0" w:color="auto"/>
            </w:tcBorders>
          </w:tcPr>
          <w:p w14:paraId="549BA738"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726AE4AF" w14:textId="764703D4" w:rsidR="007D68F6" w:rsidRPr="00E062F1" w:rsidRDefault="007D68F6" w:rsidP="005A68FB">
            <w:pPr>
              <w:pStyle w:val="TAC"/>
            </w:pPr>
            <w:r w:rsidRPr="00E062F1">
              <w:t>See CA_n257I in Table 5.5A.1-2 in TS 38.101-2</w:t>
            </w:r>
          </w:p>
        </w:tc>
        <w:tc>
          <w:tcPr>
            <w:tcW w:w="1330" w:type="dxa"/>
            <w:tcBorders>
              <w:top w:val="nil"/>
              <w:left w:val="single" w:sz="4" w:space="0" w:color="auto"/>
              <w:bottom w:val="single" w:sz="4" w:space="0" w:color="auto"/>
              <w:right w:val="single" w:sz="4" w:space="0" w:color="auto"/>
            </w:tcBorders>
            <w:shd w:val="clear" w:color="auto" w:fill="auto"/>
          </w:tcPr>
          <w:p w14:paraId="09D40982" w14:textId="77777777" w:rsidR="007D68F6" w:rsidRPr="00E062F1" w:rsidRDefault="007D68F6" w:rsidP="005A68FB">
            <w:pPr>
              <w:pStyle w:val="TAC"/>
            </w:pPr>
          </w:p>
        </w:tc>
      </w:tr>
      <w:tr w:rsidR="001F2838" w:rsidRPr="00E062F1" w14:paraId="791753C9"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28671B18" w14:textId="77777777" w:rsidR="007D68F6" w:rsidRPr="00E062F1" w:rsidRDefault="007D68F6" w:rsidP="005A68FB">
            <w:pPr>
              <w:pStyle w:val="TAC"/>
            </w:pPr>
            <w:r w:rsidRPr="00E062F1">
              <w:lastRenderedPageBreak/>
              <w:t>CA_n28A-n77A-n257A</w:t>
            </w:r>
          </w:p>
        </w:tc>
        <w:tc>
          <w:tcPr>
            <w:tcW w:w="1738" w:type="dxa"/>
            <w:tcBorders>
              <w:left w:val="single" w:sz="4" w:space="0" w:color="auto"/>
              <w:bottom w:val="nil"/>
              <w:right w:val="single" w:sz="4" w:space="0" w:color="auto"/>
            </w:tcBorders>
            <w:shd w:val="clear" w:color="auto" w:fill="auto"/>
          </w:tcPr>
          <w:p w14:paraId="5BC343F7"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77</w:t>
            </w:r>
            <w:r w:rsidRPr="00E062F1">
              <w:t>A</w:t>
            </w:r>
          </w:p>
          <w:p w14:paraId="62D50814"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w:t>
            </w:r>
            <w:r w:rsidRPr="00E062F1">
              <w:t>A</w:t>
            </w:r>
          </w:p>
          <w:p w14:paraId="16874276" w14:textId="21A3C561" w:rsidR="007D68F6" w:rsidRPr="00E062F1" w:rsidRDefault="007D68F6" w:rsidP="005A68FB">
            <w:pPr>
              <w:pStyle w:val="TAC"/>
            </w:pPr>
            <w:r w:rsidRPr="00E062F1">
              <w:t>CA_n</w:t>
            </w:r>
            <w:r w:rsidRPr="00E062F1">
              <w:rPr>
                <w:lang w:eastAsia="zh-CN"/>
              </w:rPr>
              <w:t>77</w:t>
            </w:r>
            <w:r w:rsidRPr="00E062F1">
              <w:t>A-n</w:t>
            </w:r>
            <w:r w:rsidRPr="00E062F1">
              <w:rPr>
                <w:lang w:eastAsia="zh-CN"/>
              </w:rPr>
              <w:t>257</w:t>
            </w:r>
            <w:r w:rsidRPr="00E062F1">
              <w:t>A</w:t>
            </w:r>
          </w:p>
        </w:tc>
        <w:tc>
          <w:tcPr>
            <w:tcW w:w="668" w:type="dxa"/>
            <w:tcBorders>
              <w:left w:val="single" w:sz="4" w:space="0" w:color="auto"/>
              <w:bottom w:val="single" w:sz="4" w:space="0" w:color="auto"/>
              <w:right w:val="single" w:sz="4" w:space="0" w:color="auto"/>
            </w:tcBorders>
          </w:tcPr>
          <w:p w14:paraId="5E0D5B11"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5679FDD3"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210B75E0"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4FB5CD45"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0C90A111"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237FCA3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87D6CE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EC8D53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9A817B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0A289A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687416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DE4EAA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20BDC0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C047852"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4288A6B9"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0F70E53F" w14:textId="77777777" w:rsidR="007D68F6" w:rsidRPr="00E062F1" w:rsidRDefault="007D68F6" w:rsidP="005A68FB">
            <w:pPr>
              <w:pStyle w:val="TAC"/>
              <w:rPr>
                <w:lang w:eastAsia="zh-CN"/>
              </w:rPr>
            </w:pPr>
            <w:r>
              <w:rPr>
                <w:rFonts w:hint="eastAsia"/>
                <w:lang w:eastAsia="zh-CN"/>
              </w:rPr>
              <w:t>0</w:t>
            </w:r>
          </w:p>
        </w:tc>
      </w:tr>
      <w:tr w:rsidR="001F2838" w:rsidRPr="00E062F1" w14:paraId="727BAD70"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0EF6452D"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18C88C44" w14:textId="77777777" w:rsidR="007D68F6" w:rsidRPr="00E062F1" w:rsidRDefault="007D68F6" w:rsidP="005A68FB">
            <w:pPr>
              <w:pStyle w:val="TAC"/>
            </w:pPr>
          </w:p>
        </w:tc>
        <w:tc>
          <w:tcPr>
            <w:tcW w:w="668" w:type="dxa"/>
            <w:tcBorders>
              <w:left w:val="single" w:sz="4" w:space="0" w:color="auto"/>
              <w:bottom w:val="single" w:sz="4" w:space="0" w:color="auto"/>
              <w:right w:val="single" w:sz="4" w:space="0" w:color="auto"/>
            </w:tcBorders>
          </w:tcPr>
          <w:p w14:paraId="60B9DA07" w14:textId="77777777" w:rsidR="007D68F6" w:rsidRPr="00E062F1" w:rsidRDefault="007D68F6" w:rsidP="005A68FB">
            <w:pPr>
              <w:pStyle w:val="TAC"/>
            </w:pPr>
            <w:r w:rsidRPr="00E062F1">
              <w:t>n77</w:t>
            </w:r>
          </w:p>
        </w:tc>
        <w:tc>
          <w:tcPr>
            <w:tcW w:w="620" w:type="dxa"/>
            <w:tcBorders>
              <w:top w:val="single" w:sz="4" w:space="0" w:color="auto"/>
              <w:left w:val="single" w:sz="4" w:space="0" w:color="auto"/>
              <w:bottom w:val="single" w:sz="4" w:space="0" w:color="auto"/>
              <w:right w:val="single" w:sz="4" w:space="0" w:color="auto"/>
            </w:tcBorders>
          </w:tcPr>
          <w:p w14:paraId="4FC51B4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7B40274"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2FCEF48F"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3188D250"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68F9220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89B2DA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433219B"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289D0B28"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2BC1BAD3"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4228FA75"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391D311F"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2FF24B34"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7D3BD4AA"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7B5A8899"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5B3745C0" w14:textId="77777777" w:rsidR="007D68F6" w:rsidRPr="00E062F1" w:rsidRDefault="007D68F6" w:rsidP="005A68FB">
            <w:pPr>
              <w:pStyle w:val="TAC"/>
            </w:pPr>
          </w:p>
        </w:tc>
      </w:tr>
      <w:tr w:rsidR="001F2838" w:rsidRPr="00E062F1" w14:paraId="45DF3470"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0DB9A7F6"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266D4F07" w14:textId="77777777" w:rsidR="007D68F6" w:rsidRPr="00E062F1" w:rsidRDefault="007D68F6" w:rsidP="005A68FB">
            <w:pPr>
              <w:pStyle w:val="TAC"/>
            </w:pPr>
          </w:p>
        </w:tc>
        <w:tc>
          <w:tcPr>
            <w:tcW w:w="668" w:type="dxa"/>
            <w:tcBorders>
              <w:left w:val="single" w:sz="4" w:space="0" w:color="auto"/>
              <w:bottom w:val="single" w:sz="4" w:space="0" w:color="auto"/>
              <w:right w:val="single" w:sz="4" w:space="0" w:color="auto"/>
            </w:tcBorders>
          </w:tcPr>
          <w:p w14:paraId="4A7D7E08" w14:textId="77777777" w:rsidR="007D68F6" w:rsidRPr="00E062F1" w:rsidRDefault="007D68F6" w:rsidP="005A68FB">
            <w:pPr>
              <w:pStyle w:val="TAC"/>
            </w:pPr>
            <w:r w:rsidRPr="00E062F1">
              <w:t>n257</w:t>
            </w:r>
          </w:p>
        </w:tc>
        <w:tc>
          <w:tcPr>
            <w:tcW w:w="620" w:type="dxa"/>
            <w:tcBorders>
              <w:top w:val="single" w:sz="4" w:space="0" w:color="auto"/>
              <w:left w:val="single" w:sz="4" w:space="0" w:color="auto"/>
              <w:bottom w:val="single" w:sz="4" w:space="0" w:color="auto"/>
              <w:right w:val="single" w:sz="4" w:space="0" w:color="auto"/>
            </w:tcBorders>
          </w:tcPr>
          <w:p w14:paraId="2C685AB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A6D708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381E40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91587E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A0AAA7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639738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51146D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2D7E000"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5EB952C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6A9F3B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0F76F4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F74A851"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696A2E19" w14:textId="77777777" w:rsidR="007D68F6" w:rsidRPr="00E062F1" w:rsidRDefault="007D68F6" w:rsidP="005A68FB">
            <w:pPr>
              <w:pStyle w:val="TAC"/>
              <w:rPr>
                <w:lang w:eastAsia="zh-CN"/>
              </w:rPr>
            </w:pPr>
            <w:r>
              <w:rPr>
                <w:rFonts w:hint="eastAsia"/>
                <w:lang w:eastAsia="zh-CN"/>
              </w:rPr>
              <w:t>200</w:t>
            </w:r>
          </w:p>
        </w:tc>
        <w:tc>
          <w:tcPr>
            <w:tcW w:w="621" w:type="dxa"/>
            <w:tcBorders>
              <w:top w:val="single" w:sz="4" w:space="0" w:color="auto"/>
              <w:left w:val="single" w:sz="4" w:space="0" w:color="auto"/>
              <w:bottom w:val="single" w:sz="4" w:space="0" w:color="auto"/>
              <w:right w:val="single" w:sz="4" w:space="0" w:color="auto"/>
            </w:tcBorders>
          </w:tcPr>
          <w:p w14:paraId="29776CE5" w14:textId="77777777" w:rsidR="007D68F6" w:rsidRPr="00E062F1" w:rsidRDefault="007D68F6" w:rsidP="005A68FB">
            <w:pPr>
              <w:pStyle w:val="TAC"/>
              <w:rPr>
                <w:lang w:eastAsia="zh-CN"/>
              </w:rPr>
            </w:pPr>
            <w:r>
              <w:rPr>
                <w:rFonts w:hint="eastAsia"/>
                <w:lang w:eastAsia="zh-CN"/>
              </w:rPr>
              <w:t>400</w:t>
            </w:r>
          </w:p>
        </w:tc>
        <w:tc>
          <w:tcPr>
            <w:tcW w:w="1330" w:type="dxa"/>
            <w:tcBorders>
              <w:top w:val="nil"/>
              <w:left w:val="single" w:sz="4" w:space="0" w:color="auto"/>
              <w:bottom w:val="single" w:sz="4" w:space="0" w:color="auto"/>
              <w:right w:val="single" w:sz="4" w:space="0" w:color="auto"/>
            </w:tcBorders>
            <w:shd w:val="clear" w:color="auto" w:fill="auto"/>
          </w:tcPr>
          <w:p w14:paraId="659951AD" w14:textId="77777777" w:rsidR="007D68F6" w:rsidRPr="00E062F1" w:rsidRDefault="007D68F6" w:rsidP="005A68FB">
            <w:pPr>
              <w:pStyle w:val="TAC"/>
            </w:pPr>
          </w:p>
        </w:tc>
      </w:tr>
      <w:tr w:rsidR="001F2838" w:rsidRPr="00E062F1" w14:paraId="31A97382"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16BA52EF" w14:textId="42FA8E3E" w:rsidR="007D68F6" w:rsidRPr="00E062F1" w:rsidRDefault="003A2390" w:rsidP="005A68FB">
            <w:pPr>
              <w:pStyle w:val="TAC"/>
            </w:pPr>
            <w:r>
              <w:t>CA_n28A-n77A-n257D</w:t>
            </w:r>
          </w:p>
        </w:tc>
        <w:tc>
          <w:tcPr>
            <w:tcW w:w="1738" w:type="dxa"/>
            <w:tcBorders>
              <w:top w:val="single" w:sz="4" w:space="0" w:color="auto"/>
              <w:left w:val="single" w:sz="4" w:space="0" w:color="auto"/>
              <w:bottom w:val="nil"/>
              <w:right w:val="single" w:sz="4" w:space="0" w:color="auto"/>
            </w:tcBorders>
            <w:shd w:val="clear" w:color="auto" w:fill="auto"/>
          </w:tcPr>
          <w:p w14:paraId="37E10119" w14:textId="77777777" w:rsidR="003A2390" w:rsidRDefault="003A2390" w:rsidP="003A2390">
            <w:pPr>
              <w:pStyle w:val="TAC"/>
            </w:pPr>
            <w:r>
              <w:t>CA_n</w:t>
            </w:r>
            <w:r>
              <w:rPr>
                <w:lang w:eastAsia="zh-CN"/>
              </w:rPr>
              <w:t>28</w:t>
            </w:r>
            <w:r>
              <w:t>A-n</w:t>
            </w:r>
            <w:r>
              <w:rPr>
                <w:lang w:eastAsia="zh-CN"/>
              </w:rPr>
              <w:t>77</w:t>
            </w:r>
            <w:r>
              <w:t>A</w:t>
            </w:r>
          </w:p>
          <w:p w14:paraId="4DF3E30A" w14:textId="77777777" w:rsidR="003A2390" w:rsidRDefault="003A2390" w:rsidP="003A2390">
            <w:pPr>
              <w:pStyle w:val="TAC"/>
              <w:rPr>
                <w:rFonts w:cs="Arial"/>
                <w:lang w:eastAsia="zh-CN"/>
              </w:rPr>
            </w:pPr>
            <w:r>
              <w:t>CA_n</w:t>
            </w:r>
            <w:r>
              <w:rPr>
                <w:lang w:eastAsia="zh-CN"/>
              </w:rPr>
              <w:t>28</w:t>
            </w:r>
            <w:r>
              <w:t>A-n</w:t>
            </w:r>
            <w:r>
              <w:rPr>
                <w:lang w:eastAsia="zh-CN"/>
              </w:rPr>
              <w:t>257</w:t>
            </w:r>
            <w:r>
              <w:t>A</w:t>
            </w:r>
          </w:p>
          <w:p w14:paraId="2059D100" w14:textId="77777777" w:rsidR="003A2390" w:rsidRDefault="003A2390" w:rsidP="003A2390">
            <w:pPr>
              <w:pStyle w:val="TAC"/>
              <w:rPr>
                <w:rFonts w:cs="Arial"/>
                <w:lang w:eastAsia="zh-CN"/>
              </w:rPr>
            </w:pPr>
            <w:r>
              <w:t>CA_n</w:t>
            </w:r>
            <w:r>
              <w:rPr>
                <w:lang w:eastAsia="zh-CN"/>
              </w:rPr>
              <w:t>28</w:t>
            </w:r>
            <w:r>
              <w:t>A-n</w:t>
            </w:r>
            <w:r>
              <w:rPr>
                <w:lang w:eastAsia="zh-CN"/>
              </w:rPr>
              <w:t>257</w:t>
            </w:r>
            <w:r>
              <w:t>D</w:t>
            </w:r>
          </w:p>
          <w:p w14:paraId="30B3A2BA" w14:textId="77777777" w:rsidR="003A2390" w:rsidRDefault="003A2390" w:rsidP="003A2390">
            <w:pPr>
              <w:pStyle w:val="TAC"/>
            </w:pPr>
            <w:r>
              <w:t>CA_n</w:t>
            </w:r>
            <w:r>
              <w:rPr>
                <w:lang w:eastAsia="zh-CN"/>
              </w:rPr>
              <w:t>77</w:t>
            </w:r>
            <w:r>
              <w:t>A-n</w:t>
            </w:r>
            <w:r>
              <w:rPr>
                <w:lang w:eastAsia="zh-CN"/>
              </w:rPr>
              <w:t>257</w:t>
            </w:r>
            <w:r>
              <w:t>A</w:t>
            </w:r>
          </w:p>
          <w:p w14:paraId="050C49CF" w14:textId="7676761C" w:rsidR="007D68F6" w:rsidRPr="00E062F1" w:rsidRDefault="003A2390" w:rsidP="003A2390">
            <w:pPr>
              <w:pStyle w:val="TAC"/>
            </w:pPr>
            <w:r>
              <w:t>CA_n</w:t>
            </w:r>
            <w:r>
              <w:rPr>
                <w:lang w:eastAsia="zh-CN"/>
              </w:rPr>
              <w:t>77</w:t>
            </w:r>
            <w:r>
              <w:t>A-n</w:t>
            </w:r>
            <w:r>
              <w:rPr>
                <w:lang w:eastAsia="zh-CN"/>
              </w:rPr>
              <w:t>257</w:t>
            </w:r>
            <w:r>
              <w:t>D</w:t>
            </w:r>
          </w:p>
        </w:tc>
        <w:tc>
          <w:tcPr>
            <w:tcW w:w="668" w:type="dxa"/>
            <w:tcBorders>
              <w:top w:val="single" w:sz="4" w:space="0" w:color="auto"/>
              <w:left w:val="single" w:sz="4" w:space="0" w:color="auto"/>
              <w:right w:val="single" w:sz="4" w:space="0" w:color="auto"/>
            </w:tcBorders>
          </w:tcPr>
          <w:p w14:paraId="43783967"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6C2B1EF0"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4D4EBC6C"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609F4FFA"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5ACC145E"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62363F3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6246F2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ECA331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E17E5F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5DDBC9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699163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9F5432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11CD6A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A629436"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2DCBE85"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4985EB87" w14:textId="77777777" w:rsidR="007D68F6" w:rsidRPr="00E062F1" w:rsidRDefault="007D68F6" w:rsidP="005A68FB">
            <w:pPr>
              <w:pStyle w:val="TAC"/>
              <w:rPr>
                <w:lang w:eastAsia="zh-CN"/>
              </w:rPr>
            </w:pPr>
            <w:r>
              <w:rPr>
                <w:rFonts w:hint="eastAsia"/>
                <w:lang w:eastAsia="zh-CN"/>
              </w:rPr>
              <w:t>0</w:t>
            </w:r>
          </w:p>
        </w:tc>
      </w:tr>
      <w:tr w:rsidR="001F2838" w:rsidRPr="00E062F1" w14:paraId="5DE73270"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4CC1176B"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26AC51DE" w14:textId="77777777" w:rsidR="007D68F6" w:rsidRPr="00E062F1" w:rsidRDefault="007D68F6" w:rsidP="005A68FB">
            <w:pPr>
              <w:pStyle w:val="TAC"/>
            </w:pPr>
          </w:p>
        </w:tc>
        <w:tc>
          <w:tcPr>
            <w:tcW w:w="668" w:type="dxa"/>
            <w:tcBorders>
              <w:top w:val="single" w:sz="4" w:space="0" w:color="auto"/>
              <w:left w:val="single" w:sz="4" w:space="0" w:color="auto"/>
              <w:right w:val="single" w:sz="4" w:space="0" w:color="auto"/>
            </w:tcBorders>
          </w:tcPr>
          <w:p w14:paraId="3BCD7E00" w14:textId="77777777" w:rsidR="007D68F6" w:rsidRPr="00E062F1" w:rsidRDefault="007D68F6" w:rsidP="005A68FB">
            <w:pPr>
              <w:pStyle w:val="TAC"/>
            </w:pPr>
            <w:r w:rsidRPr="00E062F1">
              <w:t>n77</w:t>
            </w:r>
          </w:p>
        </w:tc>
        <w:tc>
          <w:tcPr>
            <w:tcW w:w="620" w:type="dxa"/>
            <w:tcBorders>
              <w:top w:val="single" w:sz="4" w:space="0" w:color="auto"/>
              <w:left w:val="single" w:sz="4" w:space="0" w:color="auto"/>
              <w:bottom w:val="single" w:sz="4" w:space="0" w:color="auto"/>
              <w:right w:val="single" w:sz="4" w:space="0" w:color="auto"/>
            </w:tcBorders>
          </w:tcPr>
          <w:p w14:paraId="03F2E6B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889388C"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634B0C54"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5124D891"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0D951BA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C529B8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824626D"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26E0E324"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1C769327"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0BF8060E"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450CF41E"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1CFE031C"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57CA0557"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7C3BAEF9"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18B47488" w14:textId="77777777" w:rsidR="007D68F6" w:rsidRPr="00E062F1" w:rsidRDefault="007D68F6" w:rsidP="005A68FB">
            <w:pPr>
              <w:pStyle w:val="TAC"/>
            </w:pPr>
          </w:p>
        </w:tc>
      </w:tr>
      <w:tr w:rsidR="007D68F6" w:rsidRPr="00E062F1" w14:paraId="0210A909"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0986D2E6"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14557DBA" w14:textId="77777777" w:rsidR="007D68F6" w:rsidRPr="00E062F1" w:rsidRDefault="007D68F6" w:rsidP="005A68FB">
            <w:pPr>
              <w:pStyle w:val="TAC"/>
            </w:pPr>
          </w:p>
        </w:tc>
        <w:tc>
          <w:tcPr>
            <w:tcW w:w="668" w:type="dxa"/>
            <w:tcBorders>
              <w:top w:val="single" w:sz="4" w:space="0" w:color="auto"/>
              <w:left w:val="single" w:sz="4" w:space="0" w:color="auto"/>
              <w:right w:val="single" w:sz="4" w:space="0" w:color="auto"/>
            </w:tcBorders>
          </w:tcPr>
          <w:p w14:paraId="2EC4F694"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55345379" w14:textId="34099229" w:rsidR="007D68F6" w:rsidRPr="00E062F1" w:rsidRDefault="007D68F6" w:rsidP="005A68FB">
            <w:pPr>
              <w:pStyle w:val="TAC"/>
            </w:pPr>
            <w:r w:rsidRPr="00E062F1">
              <w:t>See CA_n257D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53731C47" w14:textId="77777777" w:rsidR="007D68F6" w:rsidRPr="00E062F1" w:rsidRDefault="007D68F6" w:rsidP="005A68FB">
            <w:pPr>
              <w:pStyle w:val="TAC"/>
            </w:pPr>
          </w:p>
        </w:tc>
      </w:tr>
      <w:tr w:rsidR="001F2838" w:rsidRPr="00E062F1" w14:paraId="478E5B6D"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0511DB40" w14:textId="77777777" w:rsidR="007D68F6" w:rsidRPr="00E062F1" w:rsidRDefault="007D68F6" w:rsidP="005A68FB">
            <w:pPr>
              <w:pStyle w:val="TAC"/>
            </w:pPr>
            <w:r w:rsidRPr="00E062F1">
              <w:t>CA_n28A-n77A-n257G</w:t>
            </w:r>
          </w:p>
        </w:tc>
        <w:tc>
          <w:tcPr>
            <w:tcW w:w="1738" w:type="dxa"/>
            <w:tcBorders>
              <w:top w:val="single" w:sz="4" w:space="0" w:color="auto"/>
              <w:left w:val="single" w:sz="4" w:space="0" w:color="auto"/>
              <w:bottom w:val="nil"/>
              <w:right w:val="single" w:sz="4" w:space="0" w:color="auto"/>
            </w:tcBorders>
            <w:shd w:val="clear" w:color="auto" w:fill="auto"/>
          </w:tcPr>
          <w:p w14:paraId="336D07EF"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77</w:t>
            </w:r>
            <w:r w:rsidRPr="00E062F1">
              <w:t>A</w:t>
            </w:r>
          </w:p>
          <w:p w14:paraId="6B3ABBF0"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w:t>
            </w:r>
            <w:r w:rsidRPr="00E062F1">
              <w:t>A</w:t>
            </w:r>
          </w:p>
          <w:p w14:paraId="2D638557"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257G</w:t>
            </w:r>
          </w:p>
          <w:p w14:paraId="5ED28295" w14:textId="77777777" w:rsidR="007D68F6" w:rsidRPr="00E062F1" w:rsidRDefault="007D68F6" w:rsidP="005A68FB">
            <w:pPr>
              <w:pStyle w:val="TAC"/>
              <w:rPr>
                <w:rFonts w:cs="Arial"/>
                <w:lang w:eastAsia="zh-CN"/>
              </w:rPr>
            </w:pPr>
            <w:r w:rsidRPr="00E062F1">
              <w:t>CA_n</w:t>
            </w:r>
            <w:r w:rsidRPr="00E062F1">
              <w:rPr>
                <w:lang w:eastAsia="zh-CN"/>
              </w:rPr>
              <w:t>77</w:t>
            </w:r>
            <w:r w:rsidRPr="00E062F1">
              <w:t>A-n</w:t>
            </w:r>
            <w:r w:rsidRPr="00E062F1">
              <w:rPr>
                <w:lang w:eastAsia="zh-CN"/>
              </w:rPr>
              <w:t>257</w:t>
            </w:r>
            <w:r w:rsidRPr="00E062F1">
              <w:t>A</w:t>
            </w:r>
          </w:p>
          <w:p w14:paraId="1914D1C9" w14:textId="4CE866FE" w:rsidR="007D68F6" w:rsidRPr="00E062F1" w:rsidRDefault="007D68F6" w:rsidP="005A68FB">
            <w:pPr>
              <w:pStyle w:val="TAC"/>
            </w:pPr>
            <w:r w:rsidRPr="00E062F1">
              <w:t>CA_n</w:t>
            </w:r>
            <w:r w:rsidRPr="00E062F1">
              <w:rPr>
                <w:lang w:eastAsia="zh-CN"/>
              </w:rPr>
              <w:t>77</w:t>
            </w:r>
            <w:r w:rsidRPr="00E062F1">
              <w:t>A-n</w:t>
            </w:r>
            <w:r w:rsidRPr="00E062F1">
              <w:rPr>
                <w:lang w:eastAsia="zh-CN"/>
              </w:rPr>
              <w:t>257G</w:t>
            </w:r>
          </w:p>
        </w:tc>
        <w:tc>
          <w:tcPr>
            <w:tcW w:w="668" w:type="dxa"/>
            <w:tcBorders>
              <w:top w:val="single" w:sz="4" w:space="0" w:color="auto"/>
              <w:left w:val="single" w:sz="4" w:space="0" w:color="auto"/>
              <w:right w:val="single" w:sz="4" w:space="0" w:color="auto"/>
            </w:tcBorders>
          </w:tcPr>
          <w:p w14:paraId="4EC0D3F3"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6C6396BD"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439AB870"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21A26A32"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6ED0BAE8"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589F3FB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05BCC1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CB2215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8B5F86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8081DB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A684D6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E6DEEB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A6B9FD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DE0189B"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391CC4CE"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1FB6EC27" w14:textId="77777777" w:rsidR="007D68F6" w:rsidRPr="00E062F1" w:rsidRDefault="007D68F6" w:rsidP="005A68FB">
            <w:pPr>
              <w:pStyle w:val="TAC"/>
              <w:rPr>
                <w:lang w:eastAsia="zh-CN"/>
              </w:rPr>
            </w:pPr>
            <w:r>
              <w:rPr>
                <w:rFonts w:hint="eastAsia"/>
                <w:lang w:eastAsia="zh-CN"/>
              </w:rPr>
              <w:t>0</w:t>
            </w:r>
          </w:p>
        </w:tc>
      </w:tr>
      <w:tr w:rsidR="001F2838" w:rsidRPr="00E062F1" w14:paraId="341BDA3D"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3B563479"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7527D18F" w14:textId="77777777" w:rsidR="007D68F6" w:rsidRPr="00E062F1" w:rsidRDefault="007D68F6" w:rsidP="005A68FB">
            <w:pPr>
              <w:pStyle w:val="TAC"/>
            </w:pPr>
          </w:p>
        </w:tc>
        <w:tc>
          <w:tcPr>
            <w:tcW w:w="668" w:type="dxa"/>
            <w:tcBorders>
              <w:top w:val="single" w:sz="4" w:space="0" w:color="auto"/>
              <w:left w:val="single" w:sz="4" w:space="0" w:color="auto"/>
              <w:right w:val="single" w:sz="4" w:space="0" w:color="auto"/>
            </w:tcBorders>
          </w:tcPr>
          <w:p w14:paraId="139F3F5B" w14:textId="77777777" w:rsidR="007D68F6" w:rsidRPr="00E062F1" w:rsidRDefault="007D68F6" w:rsidP="005A68FB">
            <w:pPr>
              <w:pStyle w:val="TAC"/>
            </w:pPr>
            <w:r w:rsidRPr="00E062F1">
              <w:t>n77</w:t>
            </w:r>
          </w:p>
        </w:tc>
        <w:tc>
          <w:tcPr>
            <w:tcW w:w="620" w:type="dxa"/>
            <w:tcBorders>
              <w:top w:val="single" w:sz="4" w:space="0" w:color="auto"/>
              <w:left w:val="single" w:sz="4" w:space="0" w:color="auto"/>
              <w:bottom w:val="single" w:sz="4" w:space="0" w:color="auto"/>
              <w:right w:val="single" w:sz="4" w:space="0" w:color="auto"/>
            </w:tcBorders>
          </w:tcPr>
          <w:p w14:paraId="594C740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50D4022"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48624CA4"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7E2305D1"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20A325C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DEC164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51FB8B3"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3CFD7E20"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63DC55F5"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16DA8B06"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591411B0"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71F762BA"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3A9378F3"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4693D406"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3039CA8A" w14:textId="77777777" w:rsidR="007D68F6" w:rsidRPr="00E062F1" w:rsidRDefault="007D68F6" w:rsidP="005A68FB">
            <w:pPr>
              <w:pStyle w:val="TAC"/>
            </w:pPr>
          </w:p>
        </w:tc>
      </w:tr>
      <w:tr w:rsidR="007D68F6" w:rsidRPr="00E062F1" w14:paraId="740170FE"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2B90224A"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53803956" w14:textId="77777777" w:rsidR="007D68F6" w:rsidRPr="00E062F1" w:rsidRDefault="007D68F6" w:rsidP="005A68FB">
            <w:pPr>
              <w:pStyle w:val="TAC"/>
            </w:pPr>
          </w:p>
        </w:tc>
        <w:tc>
          <w:tcPr>
            <w:tcW w:w="668" w:type="dxa"/>
            <w:tcBorders>
              <w:top w:val="single" w:sz="4" w:space="0" w:color="auto"/>
              <w:left w:val="single" w:sz="4" w:space="0" w:color="auto"/>
              <w:right w:val="single" w:sz="4" w:space="0" w:color="auto"/>
            </w:tcBorders>
          </w:tcPr>
          <w:p w14:paraId="79248AE1"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09F0D67F" w14:textId="00B0BF5D" w:rsidR="007D68F6" w:rsidRPr="00E062F1" w:rsidRDefault="007D68F6" w:rsidP="005A68FB">
            <w:pPr>
              <w:pStyle w:val="TAC"/>
            </w:pPr>
            <w:r w:rsidRPr="00E062F1">
              <w:t>See CA_n257G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77618A3E" w14:textId="77777777" w:rsidR="007D68F6" w:rsidRPr="00E062F1" w:rsidRDefault="007D68F6" w:rsidP="005A68FB">
            <w:pPr>
              <w:pStyle w:val="TAC"/>
            </w:pPr>
          </w:p>
        </w:tc>
      </w:tr>
      <w:tr w:rsidR="001F2838" w:rsidRPr="00E062F1" w14:paraId="4E5687A7"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4863331E" w14:textId="77777777" w:rsidR="007D68F6" w:rsidRPr="00E062F1" w:rsidRDefault="007D68F6" w:rsidP="005A68FB">
            <w:pPr>
              <w:pStyle w:val="TAC"/>
            </w:pPr>
            <w:r w:rsidRPr="00E062F1">
              <w:t>CA_n28A-n77A-n257H</w:t>
            </w:r>
          </w:p>
        </w:tc>
        <w:tc>
          <w:tcPr>
            <w:tcW w:w="1738" w:type="dxa"/>
            <w:tcBorders>
              <w:top w:val="single" w:sz="4" w:space="0" w:color="auto"/>
              <w:left w:val="single" w:sz="4" w:space="0" w:color="auto"/>
              <w:bottom w:val="nil"/>
              <w:right w:val="single" w:sz="4" w:space="0" w:color="auto"/>
            </w:tcBorders>
            <w:shd w:val="clear" w:color="auto" w:fill="auto"/>
          </w:tcPr>
          <w:p w14:paraId="57BEC438"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77</w:t>
            </w:r>
            <w:r w:rsidRPr="00E062F1">
              <w:t>A</w:t>
            </w:r>
          </w:p>
          <w:p w14:paraId="7C580A94"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w:t>
            </w:r>
            <w:r w:rsidRPr="00E062F1">
              <w:t>A</w:t>
            </w:r>
          </w:p>
          <w:p w14:paraId="4023946A"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257G</w:t>
            </w:r>
          </w:p>
          <w:p w14:paraId="7CFB760A"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257H</w:t>
            </w:r>
          </w:p>
          <w:p w14:paraId="7A8185BD" w14:textId="77777777" w:rsidR="007D68F6" w:rsidRPr="00E062F1" w:rsidRDefault="007D68F6" w:rsidP="005A68FB">
            <w:pPr>
              <w:pStyle w:val="TAC"/>
              <w:rPr>
                <w:rFonts w:cs="Arial"/>
                <w:lang w:eastAsia="zh-CN"/>
              </w:rPr>
            </w:pPr>
            <w:r w:rsidRPr="00E062F1">
              <w:t>CA_n</w:t>
            </w:r>
            <w:r w:rsidRPr="00E062F1">
              <w:rPr>
                <w:lang w:eastAsia="zh-CN"/>
              </w:rPr>
              <w:t>77</w:t>
            </w:r>
            <w:r w:rsidRPr="00E062F1">
              <w:t>A-n</w:t>
            </w:r>
            <w:r w:rsidRPr="00E062F1">
              <w:rPr>
                <w:lang w:eastAsia="zh-CN"/>
              </w:rPr>
              <w:t>257</w:t>
            </w:r>
            <w:r w:rsidRPr="00E062F1">
              <w:t>A</w:t>
            </w:r>
          </w:p>
          <w:p w14:paraId="67542993" w14:textId="77777777" w:rsidR="007D68F6" w:rsidRPr="00E062F1" w:rsidRDefault="007D68F6" w:rsidP="005A68FB">
            <w:pPr>
              <w:pStyle w:val="TAC"/>
              <w:rPr>
                <w:rFonts w:cs="Arial"/>
                <w:lang w:eastAsia="zh-CN"/>
              </w:rPr>
            </w:pPr>
            <w:r w:rsidRPr="00E062F1">
              <w:t>CA_n</w:t>
            </w:r>
            <w:r w:rsidRPr="00E062F1">
              <w:rPr>
                <w:lang w:eastAsia="zh-CN"/>
              </w:rPr>
              <w:t>77</w:t>
            </w:r>
            <w:r w:rsidRPr="00E062F1">
              <w:t>A-n</w:t>
            </w:r>
            <w:r w:rsidRPr="00E062F1">
              <w:rPr>
                <w:lang w:eastAsia="zh-CN"/>
              </w:rPr>
              <w:t>257G</w:t>
            </w:r>
          </w:p>
          <w:p w14:paraId="20ACD7A6" w14:textId="22CBDC1F" w:rsidR="007D68F6" w:rsidRPr="00E062F1" w:rsidRDefault="007D68F6" w:rsidP="005A68FB">
            <w:pPr>
              <w:pStyle w:val="TAC"/>
            </w:pPr>
            <w:r w:rsidRPr="00E062F1">
              <w:t>CA_n</w:t>
            </w:r>
            <w:r w:rsidRPr="00E062F1">
              <w:rPr>
                <w:lang w:eastAsia="zh-CN"/>
              </w:rPr>
              <w:t>77</w:t>
            </w:r>
            <w:r w:rsidRPr="00E062F1">
              <w:t>A-n</w:t>
            </w:r>
            <w:r w:rsidRPr="00E062F1">
              <w:rPr>
                <w:lang w:eastAsia="zh-CN"/>
              </w:rPr>
              <w:t>257H</w:t>
            </w:r>
          </w:p>
        </w:tc>
        <w:tc>
          <w:tcPr>
            <w:tcW w:w="668" w:type="dxa"/>
            <w:tcBorders>
              <w:top w:val="single" w:sz="4" w:space="0" w:color="auto"/>
              <w:left w:val="single" w:sz="4" w:space="0" w:color="auto"/>
              <w:right w:val="single" w:sz="4" w:space="0" w:color="auto"/>
            </w:tcBorders>
          </w:tcPr>
          <w:p w14:paraId="21D9B54D"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68EE6C64"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1DC12726"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1607A916"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3EEE6106"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5A0CE73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C0F001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684889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579E9B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107126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759D0D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BAE60D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BC6C91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41C4F4A"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5D1AB9F9"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655D7B78" w14:textId="77777777" w:rsidR="007D68F6" w:rsidRPr="00E062F1" w:rsidRDefault="007D68F6" w:rsidP="005A68FB">
            <w:pPr>
              <w:pStyle w:val="TAC"/>
              <w:rPr>
                <w:lang w:eastAsia="zh-CN"/>
              </w:rPr>
            </w:pPr>
            <w:r>
              <w:rPr>
                <w:rFonts w:hint="eastAsia"/>
                <w:lang w:eastAsia="zh-CN"/>
              </w:rPr>
              <w:t>0</w:t>
            </w:r>
          </w:p>
        </w:tc>
      </w:tr>
      <w:tr w:rsidR="001F2838" w:rsidRPr="00E062F1" w14:paraId="121430BE"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689F026F"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372D4453" w14:textId="77777777" w:rsidR="007D68F6" w:rsidRPr="00E062F1" w:rsidRDefault="007D68F6" w:rsidP="005A68FB">
            <w:pPr>
              <w:pStyle w:val="TAC"/>
            </w:pPr>
          </w:p>
        </w:tc>
        <w:tc>
          <w:tcPr>
            <w:tcW w:w="668" w:type="dxa"/>
            <w:tcBorders>
              <w:top w:val="single" w:sz="4" w:space="0" w:color="auto"/>
              <w:left w:val="single" w:sz="4" w:space="0" w:color="auto"/>
              <w:right w:val="single" w:sz="4" w:space="0" w:color="auto"/>
            </w:tcBorders>
          </w:tcPr>
          <w:p w14:paraId="5EA3027C" w14:textId="77777777" w:rsidR="007D68F6" w:rsidRPr="00E062F1" w:rsidRDefault="007D68F6" w:rsidP="005A68FB">
            <w:pPr>
              <w:pStyle w:val="TAC"/>
            </w:pPr>
            <w:r w:rsidRPr="00E062F1">
              <w:t>n77</w:t>
            </w:r>
          </w:p>
        </w:tc>
        <w:tc>
          <w:tcPr>
            <w:tcW w:w="620" w:type="dxa"/>
            <w:tcBorders>
              <w:top w:val="single" w:sz="4" w:space="0" w:color="auto"/>
              <w:left w:val="single" w:sz="4" w:space="0" w:color="auto"/>
              <w:bottom w:val="single" w:sz="4" w:space="0" w:color="auto"/>
              <w:right w:val="single" w:sz="4" w:space="0" w:color="auto"/>
            </w:tcBorders>
          </w:tcPr>
          <w:p w14:paraId="485550B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C076DBB"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14095735"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45634F8A"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0DEF3F5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E5CECA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DEEAD09"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0871163A"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756E6E62"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288D9219"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5A2AA385"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30D0085F"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37DE034C"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5B314BD5"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0D370053" w14:textId="77777777" w:rsidR="007D68F6" w:rsidRPr="00E062F1" w:rsidRDefault="007D68F6" w:rsidP="005A68FB">
            <w:pPr>
              <w:pStyle w:val="TAC"/>
            </w:pPr>
          </w:p>
        </w:tc>
      </w:tr>
      <w:tr w:rsidR="007D68F6" w:rsidRPr="00E062F1" w14:paraId="4204264C"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2B9EB288"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0233C627" w14:textId="77777777" w:rsidR="007D68F6" w:rsidRPr="00E062F1" w:rsidRDefault="007D68F6" w:rsidP="005A68FB">
            <w:pPr>
              <w:pStyle w:val="TAC"/>
            </w:pPr>
          </w:p>
        </w:tc>
        <w:tc>
          <w:tcPr>
            <w:tcW w:w="668" w:type="dxa"/>
            <w:tcBorders>
              <w:top w:val="single" w:sz="4" w:space="0" w:color="auto"/>
              <w:left w:val="single" w:sz="4" w:space="0" w:color="auto"/>
              <w:right w:val="single" w:sz="4" w:space="0" w:color="auto"/>
            </w:tcBorders>
          </w:tcPr>
          <w:p w14:paraId="1745893B"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61AE65B7" w14:textId="2B1828B7" w:rsidR="007D68F6" w:rsidRPr="00E062F1" w:rsidRDefault="007D68F6" w:rsidP="005A68FB">
            <w:pPr>
              <w:pStyle w:val="TAC"/>
            </w:pPr>
            <w:r w:rsidRPr="00E062F1">
              <w:t>See CA_n257H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7A8100AF" w14:textId="77777777" w:rsidR="007D68F6" w:rsidRPr="00E062F1" w:rsidRDefault="007D68F6" w:rsidP="005A68FB">
            <w:pPr>
              <w:pStyle w:val="TAC"/>
            </w:pPr>
          </w:p>
        </w:tc>
      </w:tr>
      <w:tr w:rsidR="001F2838" w:rsidRPr="00E062F1" w14:paraId="13AB5890"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6A42B447" w14:textId="77777777" w:rsidR="007D68F6" w:rsidRPr="00E062F1" w:rsidRDefault="007D68F6" w:rsidP="005A68FB">
            <w:pPr>
              <w:pStyle w:val="TAC"/>
            </w:pPr>
            <w:r w:rsidRPr="00E062F1">
              <w:t>CA_n28A-n77A-n257I</w:t>
            </w:r>
          </w:p>
        </w:tc>
        <w:tc>
          <w:tcPr>
            <w:tcW w:w="1738" w:type="dxa"/>
            <w:tcBorders>
              <w:top w:val="single" w:sz="4" w:space="0" w:color="auto"/>
              <w:left w:val="single" w:sz="4" w:space="0" w:color="auto"/>
              <w:bottom w:val="nil"/>
              <w:right w:val="single" w:sz="4" w:space="0" w:color="auto"/>
            </w:tcBorders>
            <w:shd w:val="clear" w:color="auto" w:fill="auto"/>
          </w:tcPr>
          <w:p w14:paraId="1C27B62D"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77</w:t>
            </w:r>
            <w:r w:rsidRPr="00E062F1">
              <w:t>A</w:t>
            </w:r>
          </w:p>
          <w:p w14:paraId="2BDA3DA1"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w:t>
            </w:r>
            <w:r w:rsidRPr="00E062F1">
              <w:t>A</w:t>
            </w:r>
          </w:p>
          <w:p w14:paraId="625C3A51"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257G</w:t>
            </w:r>
          </w:p>
          <w:p w14:paraId="3EBBC69B"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257H</w:t>
            </w:r>
          </w:p>
          <w:p w14:paraId="6F32D098"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257I</w:t>
            </w:r>
          </w:p>
          <w:p w14:paraId="432FFFAB" w14:textId="77777777" w:rsidR="007D68F6" w:rsidRPr="00E062F1" w:rsidRDefault="007D68F6" w:rsidP="005A68FB">
            <w:pPr>
              <w:pStyle w:val="TAC"/>
              <w:rPr>
                <w:rFonts w:cs="Arial"/>
                <w:lang w:eastAsia="zh-CN"/>
              </w:rPr>
            </w:pPr>
            <w:r w:rsidRPr="00E062F1">
              <w:t>CA_n</w:t>
            </w:r>
            <w:r w:rsidRPr="00E062F1">
              <w:rPr>
                <w:lang w:eastAsia="zh-CN"/>
              </w:rPr>
              <w:t>77</w:t>
            </w:r>
            <w:r w:rsidRPr="00E062F1">
              <w:t>A-n</w:t>
            </w:r>
            <w:r w:rsidRPr="00E062F1">
              <w:rPr>
                <w:lang w:eastAsia="zh-CN"/>
              </w:rPr>
              <w:t>257</w:t>
            </w:r>
            <w:r w:rsidRPr="00E062F1">
              <w:t>A</w:t>
            </w:r>
          </w:p>
          <w:p w14:paraId="5AD6972E" w14:textId="77777777" w:rsidR="007D68F6" w:rsidRPr="00E062F1" w:rsidRDefault="007D68F6" w:rsidP="005A68FB">
            <w:pPr>
              <w:pStyle w:val="TAC"/>
              <w:rPr>
                <w:rFonts w:cs="Arial"/>
                <w:lang w:eastAsia="zh-CN"/>
              </w:rPr>
            </w:pPr>
            <w:r w:rsidRPr="00E062F1">
              <w:t>CA_n</w:t>
            </w:r>
            <w:r w:rsidRPr="00E062F1">
              <w:rPr>
                <w:lang w:eastAsia="zh-CN"/>
              </w:rPr>
              <w:t>77</w:t>
            </w:r>
            <w:r w:rsidRPr="00E062F1">
              <w:t>A-n</w:t>
            </w:r>
            <w:r w:rsidRPr="00E062F1">
              <w:rPr>
                <w:lang w:eastAsia="zh-CN"/>
              </w:rPr>
              <w:t>257G</w:t>
            </w:r>
          </w:p>
          <w:p w14:paraId="3EF9A017" w14:textId="77777777" w:rsidR="007D68F6" w:rsidRPr="00E062F1" w:rsidRDefault="007D68F6" w:rsidP="005A68FB">
            <w:pPr>
              <w:pStyle w:val="TAC"/>
              <w:rPr>
                <w:rFonts w:cs="Arial"/>
                <w:lang w:eastAsia="zh-CN"/>
              </w:rPr>
            </w:pPr>
            <w:r w:rsidRPr="00E062F1">
              <w:t>CA_n</w:t>
            </w:r>
            <w:r w:rsidRPr="00E062F1">
              <w:rPr>
                <w:lang w:eastAsia="zh-CN"/>
              </w:rPr>
              <w:t>77</w:t>
            </w:r>
            <w:r w:rsidRPr="00E062F1">
              <w:t>A-n</w:t>
            </w:r>
            <w:r w:rsidRPr="00E062F1">
              <w:rPr>
                <w:lang w:eastAsia="zh-CN"/>
              </w:rPr>
              <w:t>257H</w:t>
            </w:r>
          </w:p>
          <w:p w14:paraId="1C0B006E" w14:textId="097F5EB6" w:rsidR="007D68F6" w:rsidRPr="00E062F1" w:rsidRDefault="007D68F6" w:rsidP="005A68FB">
            <w:pPr>
              <w:pStyle w:val="TAC"/>
            </w:pPr>
            <w:r w:rsidRPr="00E062F1">
              <w:t>CA_n</w:t>
            </w:r>
            <w:r w:rsidRPr="00E062F1">
              <w:rPr>
                <w:lang w:eastAsia="zh-CN"/>
              </w:rPr>
              <w:t>77</w:t>
            </w:r>
            <w:r w:rsidRPr="00E062F1">
              <w:t>A-n</w:t>
            </w:r>
            <w:r w:rsidRPr="00E062F1">
              <w:rPr>
                <w:lang w:eastAsia="zh-CN"/>
              </w:rPr>
              <w:t>257I</w:t>
            </w:r>
          </w:p>
        </w:tc>
        <w:tc>
          <w:tcPr>
            <w:tcW w:w="668" w:type="dxa"/>
            <w:tcBorders>
              <w:top w:val="single" w:sz="4" w:space="0" w:color="auto"/>
              <w:left w:val="single" w:sz="4" w:space="0" w:color="auto"/>
              <w:right w:val="single" w:sz="4" w:space="0" w:color="auto"/>
            </w:tcBorders>
          </w:tcPr>
          <w:p w14:paraId="6D1C405E"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3EB4F71A"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3F7876B0"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0B6E1A67"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19F79A71"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4AEC9D4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25B219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D243B1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1FB421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F240FD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58001D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AD2ABF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F1C9C1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79D0B60"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ECA46BA"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61083A24" w14:textId="77777777" w:rsidR="007D68F6" w:rsidRPr="00E062F1" w:rsidRDefault="007D68F6" w:rsidP="005A68FB">
            <w:pPr>
              <w:pStyle w:val="TAC"/>
              <w:rPr>
                <w:lang w:eastAsia="zh-CN"/>
              </w:rPr>
            </w:pPr>
            <w:r>
              <w:rPr>
                <w:rFonts w:hint="eastAsia"/>
                <w:lang w:eastAsia="zh-CN"/>
              </w:rPr>
              <w:t>0</w:t>
            </w:r>
          </w:p>
        </w:tc>
      </w:tr>
      <w:tr w:rsidR="001F2838" w:rsidRPr="00E062F1" w14:paraId="4A3F0680"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2F714BDA"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2877C53C" w14:textId="77777777" w:rsidR="007D68F6" w:rsidRPr="00E062F1" w:rsidRDefault="007D68F6" w:rsidP="005A68FB">
            <w:pPr>
              <w:pStyle w:val="TAC"/>
            </w:pPr>
          </w:p>
        </w:tc>
        <w:tc>
          <w:tcPr>
            <w:tcW w:w="668" w:type="dxa"/>
            <w:tcBorders>
              <w:top w:val="single" w:sz="4" w:space="0" w:color="auto"/>
              <w:left w:val="single" w:sz="4" w:space="0" w:color="auto"/>
              <w:right w:val="single" w:sz="4" w:space="0" w:color="auto"/>
            </w:tcBorders>
          </w:tcPr>
          <w:p w14:paraId="15D65CE0" w14:textId="77777777" w:rsidR="007D68F6" w:rsidRPr="00E062F1" w:rsidRDefault="007D68F6" w:rsidP="005A68FB">
            <w:pPr>
              <w:pStyle w:val="TAC"/>
            </w:pPr>
            <w:r w:rsidRPr="00E062F1">
              <w:t>n78</w:t>
            </w:r>
          </w:p>
        </w:tc>
        <w:tc>
          <w:tcPr>
            <w:tcW w:w="620" w:type="dxa"/>
            <w:tcBorders>
              <w:top w:val="single" w:sz="4" w:space="0" w:color="auto"/>
              <w:left w:val="single" w:sz="4" w:space="0" w:color="auto"/>
              <w:bottom w:val="single" w:sz="4" w:space="0" w:color="auto"/>
              <w:right w:val="single" w:sz="4" w:space="0" w:color="auto"/>
            </w:tcBorders>
          </w:tcPr>
          <w:p w14:paraId="65DB1B0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1A86EF4"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55B53BD7"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24C57F99"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47BCD7E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2B402D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EDE2CAD"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6C64CDA0"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723158BA"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6A25BD19"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44D446B7"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1EA9C422"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71D6042C"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3A6AF230"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33D9EBFD" w14:textId="77777777" w:rsidR="007D68F6" w:rsidRPr="00E062F1" w:rsidRDefault="007D68F6" w:rsidP="005A68FB">
            <w:pPr>
              <w:pStyle w:val="TAC"/>
            </w:pPr>
          </w:p>
        </w:tc>
      </w:tr>
      <w:tr w:rsidR="007D68F6" w:rsidRPr="00E062F1" w14:paraId="046A72C5"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6EE9422D"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059CA4D9" w14:textId="77777777" w:rsidR="007D68F6" w:rsidRPr="00E062F1" w:rsidRDefault="007D68F6" w:rsidP="005A68FB">
            <w:pPr>
              <w:pStyle w:val="TAC"/>
            </w:pPr>
          </w:p>
        </w:tc>
        <w:tc>
          <w:tcPr>
            <w:tcW w:w="668" w:type="dxa"/>
            <w:tcBorders>
              <w:top w:val="single" w:sz="4" w:space="0" w:color="auto"/>
              <w:left w:val="single" w:sz="4" w:space="0" w:color="auto"/>
              <w:right w:val="single" w:sz="4" w:space="0" w:color="auto"/>
            </w:tcBorders>
          </w:tcPr>
          <w:p w14:paraId="656CCCE8"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19FDC357" w14:textId="4F4C7338" w:rsidR="007D68F6" w:rsidRPr="00E062F1" w:rsidRDefault="007D68F6" w:rsidP="005A68FB">
            <w:pPr>
              <w:pStyle w:val="TAC"/>
            </w:pPr>
            <w:r w:rsidRPr="00E062F1">
              <w:t>See CA_n257I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373B9907" w14:textId="77777777" w:rsidR="007D68F6" w:rsidRPr="00E062F1" w:rsidRDefault="007D68F6" w:rsidP="005A68FB">
            <w:pPr>
              <w:pStyle w:val="TAC"/>
            </w:pPr>
          </w:p>
        </w:tc>
      </w:tr>
      <w:tr w:rsidR="001F2838" w:rsidRPr="00E062F1" w14:paraId="72DCF7BD"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4CB76D78" w14:textId="77777777" w:rsidR="007D68F6" w:rsidRPr="00E062F1" w:rsidRDefault="007D68F6" w:rsidP="005A68FB">
            <w:pPr>
              <w:pStyle w:val="TAC"/>
            </w:pPr>
            <w:r w:rsidRPr="00E062F1">
              <w:lastRenderedPageBreak/>
              <w:t>CA_n28A-n77(2A)-n257A</w:t>
            </w:r>
          </w:p>
        </w:tc>
        <w:tc>
          <w:tcPr>
            <w:tcW w:w="1738" w:type="dxa"/>
            <w:tcBorders>
              <w:left w:val="single" w:sz="4" w:space="0" w:color="auto"/>
              <w:bottom w:val="nil"/>
              <w:right w:val="single" w:sz="4" w:space="0" w:color="auto"/>
            </w:tcBorders>
            <w:shd w:val="clear" w:color="auto" w:fill="auto"/>
          </w:tcPr>
          <w:p w14:paraId="33EF849D" w14:textId="77777777" w:rsidR="007D68F6" w:rsidRPr="00E062F1" w:rsidRDefault="007D68F6" w:rsidP="005A68FB">
            <w:pPr>
              <w:pStyle w:val="TAC"/>
              <w:rPr>
                <w:rFonts w:cs="Arial"/>
                <w:szCs w:val="22"/>
                <w:lang w:eastAsia="zh-CN"/>
              </w:rPr>
            </w:pPr>
            <w:r w:rsidRPr="00E062F1">
              <w:rPr>
                <w:rFonts w:cs="Arial"/>
                <w:szCs w:val="22"/>
                <w:lang w:eastAsia="zh-CN"/>
              </w:rPr>
              <w:t>CA_n28A-n77A</w:t>
            </w:r>
          </w:p>
          <w:p w14:paraId="06BF43B8" w14:textId="77777777" w:rsidR="007D68F6" w:rsidRPr="00E062F1" w:rsidRDefault="007D68F6" w:rsidP="005A68FB">
            <w:pPr>
              <w:pStyle w:val="TAC"/>
              <w:rPr>
                <w:rFonts w:cs="Arial"/>
                <w:szCs w:val="22"/>
                <w:lang w:eastAsia="zh-CN"/>
              </w:rPr>
            </w:pPr>
            <w:r w:rsidRPr="00E062F1">
              <w:rPr>
                <w:rFonts w:cs="Arial"/>
                <w:szCs w:val="22"/>
                <w:lang w:eastAsia="zh-CN"/>
              </w:rPr>
              <w:t>CA_n28A-n257A</w:t>
            </w:r>
          </w:p>
          <w:p w14:paraId="7295A4A9" w14:textId="77777777" w:rsidR="007D68F6" w:rsidRPr="00E062F1" w:rsidRDefault="007D68F6" w:rsidP="005A68FB">
            <w:pPr>
              <w:pStyle w:val="TAC"/>
            </w:pPr>
            <w:r w:rsidRPr="00E062F1">
              <w:rPr>
                <w:rFonts w:cs="Arial"/>
                <w:szCs w:val="22"/>
                <w:lang w:eastAsia="zh-CN"/>
              </w:rPr>
              <w:t>CA_n77A-n257A</w:t>
            </w:r>
          </w:p>
        </w:tc>
        <w:tc>
          <w:tcPr>
            <w:tcW w:w="668" w:type="dxa"/>
            <w:tcBorders>
              <w:left w:val="single" w:sz="4" w:space="0" w:color="auto"/>
              <w:bottom w:val="single" w:sz="4" w:space="0" w:color="auto"/>
              <w:right w:val="single" w:sz="4" w:space="0" w:color="auto"/>
            </w:tcBorders>
          </w:tcPr>
          <w:p w14:paraId="71DAD7C9"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3BCE1226"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6B9B0EBF"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3691B883"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0F604EA3"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7CB57CE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985CB3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CD2BFD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C16B5C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E47A9B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E46D44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E4B93B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46EDC7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C0C031E"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43E0597C"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10D5BDBF" w14:textId="77777777" w:rsidR="007D68F6" w:rsidRPr="00E062F1" w:rsidRDefault="007D68F6" w:rsidP="005A68FB">
            <w:pPr>
              <w:pStyle w:val="TAC"/>
              <w:rPr>
                <w:lang w:eastAsia="zh-CN"/>
              </w:rPr>
            </w:pPr>
            <w:r>
              <w:rPr>
                <w:rFonts w:hint="eastAsia"/>
                <w:lang w:eastAsia="zh-CN"/>
              </w:rPr>
              <w:t>0</w:t>
            </w:r>
          </w:p>
        </w:tc>
      </w:tr>
      <w:tr w:rsidR="007D68F6" w:rsidRPr="00E062F1" w14:paraId="7B0A9FA5"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22190612"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350AB67C" w14:textId="77777777" w:rsidR="007D68F6" w:rsidRPr="00E062F1" w:rsidRDefault="007D68F6" w:rsidP="005A68FB">
            <w:pPr>
              <w:pStyle w:val="TAC"/>
            </w:pPr>
          </w:p>
        </w:tc>
        <w:tc>
          <w:tcPr>
            <w:tcW w:w="668" w:type="dxa"/>
            <w:tcBorders>
              <w:left w:val="single" w:sz="4" w:space="0" w:color="auto"/>
              <w:bottom w:val="single" w:sz="4" w:space="0" w:color="auto"/>
              <w:right w:val="single" w:sz="4" w:space="0" w:color="auto"/>
            </w:tcBorders>
          </w:tcPr>
          <w:p w14:paraId="770773A2" w14:textId="77777777" w:rsidR="007D68F6" w:rsidRPr="00E062F1" w:rsidRDefault="007D68F6" w:rsidP="005A68FB">
            <w:pPr>
              <w:pStyle w:val="TAC"/>
            </w:pPr>
            <w:r w:rsidRPr="00E062F1">
              <w:t>n77</w:t>
            </w:r>
          </w:p>
        </w:tc>
        <w:tc>
          <w:tcPr>
            <w:tcW w:w="8681" w:type="dxa"/>
            <w:gridSpan w:val="14"/>
            <w:tcBorders>
              <w:top w:val="single" w:sz="4" w:space="0" w:color="auto"/>
              <w:left w:val="single" w:sz="4" w:space="0" w:color="auto"/>
              <w:bottom w:val="single" w:sz="4" w:space="0" w:color="auto"/>
              <w:right w:val="single" w:sz="4" w:space="0" w:color="auto"/>
            </w:tcBorders>
          </w:tcPr>
          <w:p w14:paraId="73EBFDB7" w14:textId="6F147D9A" w:rsidR="007D68F6" w:rsidRPr="00E062F1" w:rsidRDefault="007D68F6" w:rsidP="005A68FB">
            <w:pPr>
              <w:pStyle w:val="TAC"/>
            </w:pPr>
            <w:r w:rsidRPr="00E062F1">
              <w:t>See CA_n77(2A) in Table 5.5A.2-1 in TS 38.101-1</w:t>
            </w:r>
          </w:p>
        </w:tc>
        <w:tc>
          <w:tcPr>
            <w:tcW w:w="1330" w:type="dxa"/>
            <w:tcBorders>
              <w:top w:val="nil"/>
              <w:left w:val="single" w:sz="4" w:space="0" w:color="auto"/>
              <w:bottom w:val="nil"/>
              <w:right w:val="single" w:sz="4" w:space="0" w:color="auto"/>
            </w:tcBorders>
            <w:shd w:val="clear" w:color="auto" w:fill="auto"/>
          </w:tcPr>
          <w:p w14:paraId="3F715D07" w14:textId="77777777" w:rsidR="007D68F6" w:rsidRPr="00E062F1" w:rsidRDefault="007D68F6" w:rsidP="005A68FB">
            <w:pPr>
              <w:pStyle w:val="TAC"/>
            </w:pPr>
          </w:p>
        </w:tc>
      </w:tr>
      <w:tr w:rsidR="001F2838" w:rsidRPr="00E062F1" w14:paraId="34C761DB"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619B6F6E"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230EBDC8" w14:textId="77777777" w:rsidR="007D68F6" w:rsidRPr="00E062F1" w:rsidRDefault="007D68F6" w:rsidP="005A68FB">
            <w:pPr>
              <w:pStyle w:val="TAC"/>
            </w:pPr>
          </w:p>
        </w:tc>
        <w:tc>
          <w:tcPr>
            <w:tcW w:w="668" w:type="dxa"/>
            <w:tcBorders>
              <w:left w:val="single" w:sz="4" w:space="0" w:color="auto"/>
              <w:bottom w:val="single" w:sz="4" w:space="0" w:color="auto"/>
              <w:right w:val="single" w:sz="4" w:space="0" w:color="auto"/>
            </w:tcBorders>
          </w:tcPr>
          <w:p w14:paraId="07936DF0" w14:textId="77777777" w:rsidR="007D68F6" w:rsidRPr="00E062F1" w:rsidRDefault="007D68F6" w:rsidP="005A68FB">
            <w:pPr>
              <w:pStyle w:val="TAC"/>
            </w:pPr>
            <w:r w:rsidRPr="00E062F1">
              <w:t>n257</w:t>
            </w:r>
          </w:p>
        </w:tc>
        <w:tc>
          <w:tcPr>
            <w:tcW w:w="620" w:type="dxa"/>
            <w:tcBorders>
              <w:top w:val="single" w:sz="4" w:space="0" w:color="auto"/>
              <w:left w:val="single" w:sz="4" w:space="0" w:color="auto"/>
              <w:bottom w:val="single" w:sz="4" w:space="0" w:color="auto"/>
              <w:right w:val="single" w:sz="4" w:space="0" w:color="auto"/>
            </w:tcBorders>
          </w:tcPr>
          <w:p w14:paraId="51C5686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D42286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E13F49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E9B3F8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4E06BB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0903CB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8771DE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CC277A4"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5B749C4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39C377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B09C59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0EE5CD9"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536C9146" w14:textId="77777777" w:rsidR="007D68F6" w:rsidRPr="00E062F1" w:rsidRDefault="007D68F6" w:rsidP="005A68FB">
            <w:pPr>
              <w:pStyle w:val="TAC"/>
              <w:rPr>
                <w:lang w:eastAsia="zh-CN"/>
              </w:rPr>
            </w:pPr>
            <w:r>
              <w:rPr>
                <w:rFonts w:hint="eastAsia"/>
                <w:lang w:eastAsia="zh-CN"/>
              </w:rPr>
              <w:t>200</w:t>
            </w:r>
          </w:p>
        </w:tc>
        <w:tc>
          <w:tcPr>
            <w:tcW w:w="621" w:type="dxa"/>
            <w:tcBorders>
              <w:top w:val="single" w:sz="4" w:space="0" w:color="auto"/>
              <w:left w:val="single" w:sz="4" w:space="0" w:color="auto"/>
              <w:bottom w:val="single" w:sz="4" w:space="0" w:color="auto"/>
              <w:right w:val="single" w:sz="4" w:space="0" w:color="auto"/>
            </w:tcBorders>
          </w:tcPr>
          <w:p w14:paraId="070E1D3A" w14:textId="77777777" w:rsidR="007D68F6" w:rsidRPr="00E062F1" w:rsidRDefault="007D68F6" w:rsidP="005A68FB">
            <w:pPr>
              <w:pStyle w:val="TAC"/>
              <w:rPr>
                <w:lang w:eastAsia="zh-CN"/>
              </w:rPr>
            </w:pPr>
            <w:r>
              <w:rPr>
                <w:rFonts w:hint="eastAsia"/>
                <w:lang w:eastAsia="zh-CN"/>
              </w:rPr>
              <w:t>400</w:t>
            </w:r>
          </w:p>
        </w:tc>
        <w:tc>
          <w:tcPr>
            <w:tcW w:w="1330" w:type="dxa"/>
            <w:tcBorders>
              <w:top w:val="nil"/>
              <w:left w:val="single" w:sz="4" w:space="0" w:color="auto"/>
              <w:bottom w:val="single" w:sz="4" w:space="0" w:color="auto"/>
              <w:right w:val="single" w:sz="4" w:space="0" w:color="auto"/>
            </w:tcBorders>
            <w:shd w:val="clear" w:color="auto" w:fill="auto"/>
          </w:tcPr>
          <w:p w14:paraId="4383DD23" w14:textId="77777777" w:rsidR="007D68F6" w:rsidRPr="00E062F1" w:rsidRDefault="007D68F6" w:rsidP="005A68FB">
            <w:pPr>
              <w:pStyle w:val="TAC"/>
            </w:pPr>
          </w:p>
        </w:tc>
      </w:tr>
      <w:tr w:rsidR="001F2838" w:rsidRPr="00E062F1" w14:paraId="2FC30A31"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1A84705F" w14:textId="77777777" w:rsidR="007D68F6" w:rsidRPr="00E062F1" w:rsidRDefault="007D68F6" w:rsidP="005A68FB">
            <w:pPr>
              <w:pStyle w:val="TAC"/>
            </w:pPr>
            <w:r w:rsidRPr="00E062F1">
              <w:t>CA_n28A-n77(2A)-n257D</w:t>
            </w:r>
          </w:p>
        </w:tc>
        <w:tc>
          <w:tcPr>
            <w:tcW w:w="1738" w:type="dxa"/>
            <w:tcBorders>
              <w:top w:val="single" w:sz="4" w:space="0" w:color="auto"/>
              <w:left w:val="single" w:sz="4" w:space="0" w:color="auto"/>
              <w:bottom w:val="nil"/>
              <w:right w:val="single" w:sz="4" w:space="0" w:color="auto"/>
            </w:tcBorders>
            <w:shd w:val="clear" w:color="auto" w:fill="auto"/>
          </w:tcPr>
          <w:p w14:paraId="65D7B1F8" w14:textId="77777777" w:rsidR="007D68F6" w:rsidRPr="00E062F1" w:rsidRDefault="007D68F6" w:rsidP="005A68FB">
            <w:pPr>
              <w:pStyle w:val="TAC"/>
              <w:rPr>
                <w:rFonts w:cs="Arial"/>
                <w:szCs w:val="22"/>
                <w:lang w:eastAsia="zh-CN"/>
              </w:rPr>
            </w:pPr>
            <w:r w:rsidRPr="00E062F1">
              <w:rPr>
                <w:rFonts w:cs="Arial"/>
                <w:szCs w:val="22"/>
                <w:lang w:eastAsia="zh-CN"/>
              </w:rPr>
              <w:t>CA_n28A-n77A</w:t>
            </w:r>
          </w:p>
          <w:p w14:paraId="1ED35F8C" w14:textId="77777777" w:rsidR="007D68F6" w:rsidRPr="00E062F1" w:rsidRDefault="007D68F6" w:rsidP="005A68FB">
            <w:pPr>
              <w:pStyle w:val="TAC"/>
              <w:rPr>
                <w:rFonts w:cs="Arial"/>
                <w:szCs w:val="22"/>
                <w:lang w:eastAsia="zh-CN"/>
              </w:rPr>
            </w:pPr>
            <w:r w:rsidRPr="00E062F1">
              <w:rPr>
                <w:rFonts w:cs="Arial"/>
                <w:szCs w:val="22"/>
                <w:lang w:eastAsia="zh-CN"/>
              </w:rPr>
              <w:t>CA_n28A-n257A</w:t>
            </w:r>
          </w:p>
          <w:p w14:paraId="2E053947" w14:textId="77777777" w:rsidR="007D68F6" w:rsidRPr="00E062F1" w:rsidRDefault="007D68F6" w:rsidP="005A68FB">
            <w:pPr>
              <w:pStyle w:val="TAC"/>
              <w:rPr>
                <w:rFonts w:cs="Arial"/>
                <w:szCs w:val="22"/>
                <w:lang w:eastAsia="zh-CN"/>
              </w:rPr>
            </w:pPr>
            <w:r w:rsidRPr="00E062F1">
              <w:rPr>
                <w:rFonts w:cs="Arial"/>
                <w:szCs w:val="22"/>
                <w:lang w:eastAsia="zh-CN"/>
              </w:rPr>
              <w:t>CA_n28A-n257D</w:t>
            </w:r>
          </w:p>
          <w:p w14:paraId="19733435" w14:textId="77777777" w:rsidR="007D68F6" w:rsidRPr="00E062F1" w:rsidRDefault="007D68F6" w:rsidP="005A68FB">
            <w:pPr>
              <w:pStyle w:val="TAC"/>
              <w:rPr>
                <w:rFonts w:cs="Arial"/>
                <w:szCs w:val="22"/>
                <w:lang w:eastAsia="zh-CN"/>
              </w:rPr>
            </w:pPr>
            <w:r w:rsidRPr="00E062F1">
              <w:rPr>
                <w:rFonts w:cs="Arial"/>
                <w:szCs w:val="22"/>
                <w:lang w:eastAsia="zh-CN"/>
              </w:rPr>
              <w:t>CA_n77A-n257A</w:t>
            </w:r>
          </w:p>
          <w:p w14:paraId="73A69FCE" w14:textId="77777777" w:rsidR="007D68F6" w:rsidRPr="00E062F1" w:rsidRDefault="007D68F6" w:rsidP="005A68FB">
            <w:pPr>
              <w:pStyle w:val="TAC"/>
            </w:pPr>
            <w:r w:rsidRPr="00E062F1">
              <w:rPr>
                <w:rFonts w:cs="Arial"/>
                <w:szCs w:val="22"/>
                <w:lang w:eastAsia="zh-CN"/>
              </w:rPr>
              <w:t>CA_n77A-n257D</w:t>
            </w:r>
          </w:p>
        </w:tc>
        <w:tc>
          <w:tcPr>
            <w:tcW w:w="668" w:type="dxa"/>
            <w:tcBorders>
              <w:top w:val="single" w:sz="4" w:space="0" w:color="auto"/>
              <w:left w:val="single" w:sz="4" w:space="0" w:color="auto"/>
              <w:right w:val="single" w:sz="4" w:space="0" w:color="auto"/>
            </w:tcBorders>
          </w:tcPr>
          <w:p w14:paraId="5A4D97C6"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21373D73"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5F3D1DF2"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46B2BD75"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521B0499"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718C4C4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E5732C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245022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C70223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4DCF9C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C67662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5C64FE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3F49FF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AA8DBE2"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4B084631"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17799E85" w14:textId="77777777" w:rsidR="007D68F6" w:rsidRPr="00E062F1" w:rsidRDefault="007D68F6" w:rsidP="005A68FB">
            <w:pPr>
              <w:pStyle w:val="TAC"/>
              <w:rPr>
                <w:lang w:eastAsia="zh-CN"/>
              </w:rPr>
            </w:pPr>
            <w:r>
              <w:rPr>
                <w:rFonts w:hint="eastAsia"/>
                <w:lang w:eastAsia="zh-CN"/>
              </w:rPr>
              <w:t>0</w:t>
            </w:r>
          </w:p>
        </w:tc>
      </w:tr>
      <w:tr w:rsidR="007D68F6" w:rsidRPr="00E062F1" w14:paraId="7F459FE1"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686AC447"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62F8C6C3" w14:textId="77777777" w:rsidR="007D68F6" w:rsidRPr="00E062F1" w:rsidRDefault="007D68F6" w:rsidP="005A68FB">
            <w:pPr>
              <w:pStyle w:val="TAC"/>
            </w:pPr>
          </w:p>
        </w:tc>
        <w:tc>
          <w:tcPr>
            <w:tcW w:w="668" w:type="dxa"/>
            <w:tcBorders>
              <w:top w:val="single" w:sz="4" w:space="0" w:color="auto"/>
              <w:left w:val="single" w:sz="4" w:space="0" w:color="auto"/>
              <w:right w:val="single" w:sz="4" w:space="0" w:color="auto"/>
            </w:tcBorders>
          </w:tcPr>
          <w:p w14:paraId="7CEE010D" w14:textId="77777777" w:rsidR="007D68F6" w:rsidRPr="00E062F1" w:rsidRDefault="007D68F6" w:rsidP="005A68FB">
            <w:pPr>
              <w:pStyle w:val="TAC"/>
            </w:pPr>
            <w:r w:rsidRPr="00E062F1">
              <w:t>n77</w:t>
            </w:r>
          </w:p>
        </w:tc>
        <w:tc>
          <w:tcPr>
            <w:tcW w:w="8681" w:type="dxa"/>
            <w:gridSpan w:val="14"/>
            <w:tcBorders>
              <w:top w:val="single" w:sz="4" w:space="0" w:color="auto"/>
              <w:left w:val="single" w:sz="4" w:space="0" w:color="auto"/>
              <w:bottom w:val="single" w:sz="4" w:space="0" w:color="auto"/>
              <w:right w:val="single" w:sz="4" w:space="0" w:color="auto"/>
            </w:tcBorders>
          </w:tcPr>
          <w:p w14:paraId="51AB443C" w14:textId="0B8E2C25" w:rsidR="007D68F6" w:rsidRPr="00E062F1" w:rsidRDefault="007D68F6" w:rsidP="005A68FB">
            <w:pPr>
              <w:pStyle w:val="TAC"/>
            </w:pPr>
            <w:r w:rsidRPr="00E062F1">
              <w:t>See CA_n77(2A) in Table 5.5A.2-1 in TS 38.101-1</w:t>
            </w:r>
          </w:p>
        </w:tc>
        <w:tc>
          <w:tcPr>
            <w:tcW w:w="1330" w:type="dxa"/>
            <w:tcBorders>
              <w:top w:val="nil"/>
              <w:left w:val="single" w:sz="4" w:space="0" w:color="auto"/>
              <w:bottom w:val="nil"/>
              <w:right w:val="single" w:sz="4" w:space="0" w:color="auto"/>
            </w:tcBorders>
            <w:shd w:val="clear" w:color="auto" w:fill="auto"/>
          </w:tcPr>
          <w:p w14:paraId="32659D05" w14:textId="77777777" w:rsidR="007D68F6" w:rsidRPr="00E062F1" w:rsidRDefault="007D68F6" w:rsidP="005A68FB">
            <w:pPr>
              <w:pStyle w:val="TAC"/>
            </w:pPr>
          </w:p>
        </w:tc>
      </w:tr>
      <w:tr w:rsidR="007D68F6" w:rsidRPr="00E062F1" w14:paraId="4BB17C75"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2D137D7D"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5FC1FCE6" w14:textId="77777777" w:rsidR="007D68F6" w:rsidRPr="00E062F1" w:rsidRDefault="007D68F6" w:rsidP="005A68FB">
            <w:pPr>
              <w:pStyle w:val="TAC"/>
            </w:pPr>
          </w:p>
        </w:tc>
        <w:tc>
          <w:tcPr>
            <w:tcW w:w="668" w:type="dxa"/>
            <w:tcBorders>
              <w:top w:val="single" w:sz="4" w:space="0" w:color="auto"/>
              <w:left w:val="single" w:sz="4" w:space="0" w:color="auto"/>
              <w:right w:val="single" w:sz="4" w:space="0" w:color="auto"/>
            </w:tcBorders>
          </w:tcPr>
          <w:p w14:paraId="300FF140"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6EA6FB17" w14:textId="08D0DB3E" w:rsidR="007D68F6" w:rsidRPr="00E062F1" w:rsidRDefault="007D68F6" w:rsidP="005A68FB">
            <w:pPr>
              <w:pStyle w:val="TAC"/>
            </w:pPr>
            <w:r w:rsidRPr="00E062F1">
              <w:t>See CA_n257D in Table 5.5A.1-2 in TS 38.101-2</w:t>
            </w:r>
          </w:p>
        </w:tc>
        <w:tc>
          <w:tcPr>
            <w:tcW w:w="1330" w:type="dxa"/>
            <w:tcBorders>
              <w:top w:val="nil"/>
              <w:left w:val="single" w:sz="4" w:space="0" w:color="auto"/>
              <w:bottom w:val="single" w:sz="4" w:space="0" w:color="auto"/>
              <w:right w:val="single" w:sz="4" w:space="0" w:color="auto"/>
            </w:tcBorders>
            <w:shd w:val="clear" w:color="auto" w:fill="auto"/>
          </w:tcPr>
          <w:p w14:paraId="16FB8F34" w14:textId="77777777" w:rsidR="007D68F6" w:rsidRPr="00E062F1" w:rsidRDefault="007D68F6" w:rsidP="005A68FB">
            <w:pPr>
              <w:pStyle w:val="TAC"/>
            </w:pPr>
          </w:p>
        </w:tc>
      </w:tr>
      <w:tr w:rsidR="001F2838" w:rsidRPr="00E062F1" w14:paraId="39A4C3C1"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6078189C" w14:textId="77777777" w:rsidR="007D68F6" w:rsidRPr="00E062F1" w:rsidRDefault="007D68F6" w:rsidP="005A68FB">
            <w:pPr>
              <w:pStyle w:val="TAC"/>
              <w:rPr>
                <w:szCs w:val="21"/>
              </w:rPr>
            </w:pPr>
            <w:r w:rsidRPr="00E062F1">
              <w:t>CA_n28A-n77(2A)-n257G</w:t>
            </w:r>
          </w:p>
        </w:tc>
        <w:tc>
          <w:tcPr>
            <w:tcW w:w="1738" w:type="dxa"/>
            <w:tcBorders>
              <w:top w:val="single" w:sz="4" w:space="0" w:color="auto"/>
              <w:left w:val="single" w:sz="4" w:space="0" w:color="auto"/>
              <w:bottom w:val="nil"/>
              <w:right w:val="single" w:sz="4" w:space="0" w:color="auto"/>
            </w:tcBorders>
            <w:shd w:val="clear" w:color="auto" w:fill="auto"/>
          </w:tcPr>
          <w:p w14:paraId="7A55034B" w14:textId="77777777" w:rsidR="007D68F6" w:rsidRPr="00E062F1" w:rsidRDefault="007D68F6" w:rsidP="005A68FB">
            <w:pPr>
              <w:pStyle w:val="TAC"/>
              <w:rPr>
                <w:rFonts w:cs="Arial"/>
                <w:szCs w:val="22"/>
                <w:lang w:eastAsia="zh-CN"/>
              </w:rPr>
            </w:pPr>
            <w:r w:rsidRPr="00E062F1">
              <w:rPr>
                <w:rFonts w:cs="Arial"/>
                <w:szCs w:val="22"/>
                <w:lang w:eastAsia="zh-CN"/>
              </w:rPr>
              <w:t>CA_n28A-n77A</w:t>
            </w:r>
          </w:p>
          <w:p w14:paraId="2A6C404B" w14:textId="77777777" w:rsidR="007D68F6" w:rsidRPr="00E062F1" w:rsidRDefault="007D68F6" w:rsidP="005A68FB">
            <w:pPr>
              <w:pStyle w:val="TAC"/>
              <w:rPr>
                <w:rFonts w:cs="Arial"/>
                <w:szCs w:val="22"/>
                <w:lang w:eastAsia="zh-CN"/>
              </w:rPr>
            </w:pPr>
            <w:r w:rsidRPr="00E062F1">
              <w:rPr>
                <w:rFonts w:cs="Arial"/>
                <w:szCs w:val="22"/>
                <w:lang w:eastAsia="zh-CN"/>
              </w:rPr>
              <w:t>CA_n28A-n257A</w:t>
            </w:r>
          </w:p>
          <w:p w14:paraId="15EB5464" w14:textId="77777777" w:rsidR="007D68F6" w:rsidRPr="00E062F1" w:rsidRDefault="007D68F6" w:rsidP="005A68FB">
            <w:pPr>
              <w:pStyle w:val="TAC"/>
              <w:rPr>
                <w:rFonts w:cs="Arial"/>
                <w:szCs w:val="22"/>
                <w:lang w:eastAsia="zh-CN"/>
              </w:rPr>
            </w:pPr>
            <w:r w:rsidRPr="00E062F1">
              <w:rPr>
                <w:rFonts w:cs="Arial"/>
                <w:szCs w:val="22"/>
                <w:lang w:eastAsia="zh-CN"/>
              </w:rPr>
              <w:t>CA_n28A-n257G</w:t>
            </w:r>
          </w:p>
          <w:p w14:paraId="00113D53" w14:textId="77777777" w:rsidR="007D68F6" w:rsidRPr="00E062F1" w:rsidRDefault="007D68F6" w:rsidP="005A68FB">
            <w:pPr>
              <w:pStyle w:val="TAC"/>
              <w:rPr>
                <w:rFonts w:cs="Arial"/>
                <w:szCs w:val="22"/>
                <w:lang w:eastAsia="zh-CN"/>
              </w:rPr>
            </w:pPr>
            <w:r w:rsidRPr="00E062F1">
              <w:rPr>
                <w:rFonts w:cs="Arial"/>
                <w:szCs w:val="22"/>
                <w:lang w:eastAsia="zh-CN"/>
              </w:rPr>
              <w:t>CA_n77A-n257A</w:t>
            </w:r>
          </w:p>
          <w:p w14:paraId="306A4716" w14:textId="77777777" w:rsidR="007D68F6" w:rsidRPr="00E062F1" w:rsidRDefault="007D68F6" w:rsidP="005A68FB">
            <w:pPr>
              <w:pStyle w:val="TAC"/>
            </w:pPr>
            <w:r w:rsidRPr="00E062F1">
              <w:rPr>
                <w:rFonts w:cs="Arial"/>
                <w:szCs w:val="22"/>
                <w:lang w:eastAsia="zh-CN"/>
              </w:rPr>
              <w:t>CA_n77A-n257G</w:t>
            </w:r>
          </w:p>
        </w:tc>
        <w:tc>
          <w:tcPr>
            <w:tcW w:w="668" w:type="dxa"/>
            <w:tcBorders>
              <w:top w:val="single" w:sz="4" w:space="0" w:color="auto"/>
              <w:left w:val="single" w:sz="4" w:space="0" w:color="auto"/>
              <w:right w:val="single" w:sz="4" w:space="0" w:color="auto"/>
            </w:tcBorders>
          </w:tcPr>
          <w:p w14:paraId="7835D7BB" w14:textId="77777777" w:rsidR="007D68F6" w:rsidRPr="00E062F1" w:rsidRDefault="007D68F6" w:rsidP="005A68FB">
            <w:pPr>
              <w:pStyle w:val="TAC"/>
              <w:rPr>
                <w:szCs w:val="21"/>
              </w:rPr>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16CD7C48"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64258BCE" w14:textId="77777777" w:rsidR="007D68F6" w:rsidRPr="00E062F1" w:rsidRDefault="007D68F6" w:rsidP="005A68FB">
            <w:pPr>
              <w:pStyle w:val="TAC"/>
              <w:rPr>
                <w:szCs w:val="21"/>
                <w:lang w:eastAsia="zh-CN"/>
              </w:rPr>
            </w:pPr>
            <w:r>
              <w:rPr>
                <w:rFonts w:hint="eastAsia"/>
                <w:szCs w:val="21"/>
                <w:lang w:eastAsia="zh-CN"/>
              </w:rPr>
              <w:t>10</w:t>
            </w:r>
          </w:p>
        </w:tc>
        <w:tc>
          <w:tcPr>
            <w:tcW w:w="620" w:type="dxa"/>
            <w:tcBorders>
              <w:top w:val="single" w:sz="4" w:space="0" w:color="auto"/>
              <w:left w:val="single" w:sz="4" w:space="0" w:color="auto"/>
              <w:bottom w:val="single" w:sz="4" w:space="0" w:color="auto"/>
              <w:right w:val="single" w:sz="4" w:space="0" w:color="auto"/>
            </w:tcBorders>
          </w:tcPr>
          <w:p w14:paraId="0F7139C7" w14:textId="77777777" w:rsidR="007D68F6" w:rsidRPr="00E062F1" w:rsidRDefault="007D68F6" w:rsidP="005A68FB">
            <w:pPr>
              <w:pStyle w:val="TAC"/>
              <w:rPr>
                <w:szCs w:val="21"/>
                <w:lang w:eastAsia="zh-CN"/>
              </w:rPr>
            </w:pPr>
            <w:r>
              <w:rPr>
                <w:rFonts w:hint="eastAsia"/>
                <w:szCs w:val="21"/>
                <w:lang w:eastAsia="zh-CN"/>
              </w:rPr>
              <w:t>15</w:t>
            </w:r>
          </w:p>
        </w:tc>
        <w:tc>
          <w:tcPr>
            <w:tcW w:w="620" w:type="dxa"/>
            <w:tcBorders>
              <w:top w:val="single" w:sz="4" w:space="0" w:color="auto"/>
              <w:left w:val="single" w:sz="4" w:space="0" w:color="auto"/>
              <w:bottom w:val="single" w:sz="4" w:space="0" w:color="auto"/>
              <w:right w:val="single" w:sz="4" w:space="0" w:color="auto"/>
            </w:tcBorders>
          </w:tcPr>
          <w:p w14:paraId="05C235E7" w14:textId="77777777" w:rsidR="007D68F6" w:rsidRPr="00E062F1" w:rsidRDefault="007D68F6" w:rsidP="005A68FB">
            <w:pPr>
              <w:pStyle w:val="TAC"/>
              <w:rPr>
                <w:szCs w:val="21"/>
                <w:lang w:eastAsia="zh-CN"/>
              </w:rPr>
            </w:pPr>
            <w:r>
              <w:rPr>
                <w:rFonts w:hint="eastAsia"/>
                <w:szCs w:val="21"/>
                <w:lang w:eastAsia="zh-CN"/>
              </w:rPr>
              <w:t>20</w:t>
            </w:r>
          </w:p>
        </w:tc>
        <w:tc>
          <w:tcPr>
            <w:tcW w:w="620" w:type="dxa"/>
            <w:tcBorders>
              <w:top w:val="single" w:sz="4" w:space="0" w:color="auto"/>
              <w:left w:val="single" w:sz="4" w:space="0" w:color="auto"/>
              <w:bottom w:val="single" w:sz="4" w:space="0" w:color="auto"/>
              <w:right w:val="single" w:sz="4" w:space="0" w:color="auto"/>
            </w:tcBorders>
          </w:tcPr>
          <w:p w14:paraId="069A91A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2D23FA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6E0EC4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DD4DD9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A46EC5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DE5757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6D8F28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BDC449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C40F746"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35B3A21"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3DD1EE03" w14:textId="77777777" w:rsidR="007D68F6" w:rsidRPr="00E062F1" w:rsidRDefault="007D68F6" w:rsidP="005A68FB">
            <w:pPr>
              <w:pStyle w:val="TAC"/>
              <w:rPr>
                <w:lang w:eastAsia="zh-CN"/>
              </w:rPr>
            </w:pPr>
            <w:r>
              <w:rPr>
                <w:rFonts w:hint="eastAsia"/>
                <w:lang w:eastAsia="zh-CN"/>
              </w:rPr>
              <w:t>0</w:t>
            </w:r>
          </w:p>
        </w:tc>
      </w:tr>
      <w:tr w:rsidR="007D68F6" w:rsidRPr="00E062F1" w14:paraId="020E3172"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00F694B7" w14:textId="77777777" w:rsidR="007D68F6" w:rsidRPr="00E062F1" w:rsidRDefault="007D68F6" w:rsidP="005A68FB">
            <w:pPr>
              <w:pStyle w:val="TAC"/>
              <w:rPr>
                <w:szCs w:val="21"/>
              </w:rPr>
            </w:pPr>
          </w:p>
        </w:tc>
        <w:tc>
          <w:tcPr>
            <w:tcW w:w="1738" w:type="dxa"/>
            <w:tcBorders>
              <w:top w:val="nil"/>
              <w:left w:val="single" w:sz="4" w:space="0" w:color="auto"/>
              <w:bottom w:val="nil"/>
              <w:right w:val="single" w:sz="4" w:space="0" w:color="auto"/>
            </w:tcBorders>
            <w:shd w:val="clear" w:color="auto" w:fill="auto"/>
          </w:tcPr>
          <w:p w14:paraId="0EB3DC8B" w14:textId="77777777" w:rsidR="007D68F6" w:rsidRPr="00E062F1" w:rsidRDefault="007D68F6" w:rsidP="005A68FB">
            <w:pPr>
              <w:pStyle w:val="TAC"/>
            </w:pPr>
          </w:p>
        </w:tc>
        <w:tc>
          <w:tcPr>
            <w:tcW w:w="668" w:type="dxa"/>
            <w:tcBorders>
              <w:top w:val="single" w:sz="4" w:space="0" w:color="auto"/>
              <w:left w:val="single" w:sz="4" w:space="0" w:color="auto"/>
              <w:right w:val="single" w:sz="4" w:space="0" w:color="auto"/>
            </w:tcBorders>
          </w:tcPr>
          <w:p w14:paraId="25206C7B" w14:textId="77777777" w:rsidR="007D68F6" w:rsidRPr="00E062F1" w:rsidRDefault="007D68F6" w:rsidP="005A68FB">
            <w:pPr>
              <w:pStyle w:val="TAC"/>
              <w:rPr>
                <w:szCs w:val="21"/>
              </w:rPr>
            </w:pPr>
            <w:r w:rsidRPr="00E062F1">
              <w:t>n77</w:t>
            </w:r>
          </w:p>
        </w:tc>
        <w:tc>
          <w:tcPr>
            <w:tcW w:w="8681" w:type="dxa"/>
            <w:gridSpan w:val="14"/>
            <w:tcBorders>
              <w:top w:val="single" w:sz="4" w:space="0" w:color="auto"/>
              <w:left w:val="single" w:sz="4" w:space="0" w:color="auto"/>
              <w:bottom w:val="single" w:sz="4" w:space="0" w:color="auto"/>
              <w:right w:val="single" w:sz="4" w:space="0" w:color="auto"/>
            </w:tcBorders>
          </w:tcPr>
          <w:p w14:paraId="67EE8190" w14:textId="31603940" w:rsidR="007D68F6" w:rsidRPr="00E062F1" w:rsidRDefault="007D68F6" w:rsidP="005A68FB">
            <w:pPr>
              <w:pStyle w:val="TAC"/>
            </w:pPr>
            <w:r w:rsidRPr="00E062F1">
              <w:t>See CA_n77(2A) in Table 5.5A.2-1 in TS 38.101-1</w:t>
            </w:r>
          </w:p>
        </w:tc>
        <w:tc>
          <w:tcPr>
            <w:tcW w:w="1330" w:type="dxa"/>
            <w:tcBorders>
              <w:top w:val="nil"/>
              <w:left w:val="single" w:sz="4" w:space="0" w:color="auto"/>
              <w:bottom w:val="nil"/>
              <w:right w:val="single" w:sz="4" w:space="0" w:color="auto"/>
            </w:tcBorders>
            <w:shd w:val="clear" w:color="auto" w:fill="auto"/>
          </w:tcPr>
          <w:p w14:paraId="43ED4F76" w14:textId="77777777" w:rsidR="007D68F6" w:rsidRPr="00E062F1" w:rsidRDefault="007D68F6" w:rsidP="005A68FB">
            <w:pPr>
              <w:pStyle w:val="TAC"/>
            </w:pPr>
          </w:p>
        </w:tc>
      </w:tr>
      <w:tr w:rsidR="007D68F6" w:rsidRPr="00E062F1" w14:paraId="4A7E55F4"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758B9224" w14:textId="77777777" w:rsidR="007D68F6" w:rsidRPr="00E062F1" w:rsidRDefault="007D68F6" w:rsidP="005A68FB">
            <w:pPr>
              <w:pStyle w:val="TAC"/>
              <w:rPr>
                <w:szCs w:val="21"/>
              </w:rPr>
            </w:pPr>
          </w:p>
        </w:tc>
        <w:tc>
          <w:tcPr>
            <w:tcW w:w="1738" w:type="dxa"/>
            <w:tcBorders>
              <w:top w:val="nil"/>
              <w:left w:val="single" w:sz="4" w:space="0" w:color="auto"/>
              <w:bottom w:val="single" w:sz="4" w:space="0" w:color="auto"/>
              <w:right w:val="single" w:sz="4" w:space="0" w:color="auto"/>
            </w:tcBorders>
            <w:shd w:val="clear" w:color="auto" w:fill="auto"/>
          </w:tcPr>
          <w:p w14:paraId="067263F9" w14:textId="77777777" w:rsidR="007D68F6" w:rsidRPr="00E062F1" w:rsidRDefault="007D68F6" w:rsidP="005A68FB">
            <w:pPr>
              <w:pStyle w:val="TAC"/>
            </w:pPr>
          </w:p>
        </w:tc>
        <w:tc>
          <w:tcPr>
            <w:tcW w:w="668" w:type="dxa"/>
            <w:tcBorders>
              <w:top w:val="single" w:sz="4" w:space="0" w:color="auto"/>
              <w:left w:val="single" w:sz="4" w:space="0" w:color="auto"/>
              <w:right w:val="single" w:sz="4" w:space="0" w:color="auto"/>
            </w:tcBorders>
          </w:tcPr>
          <w:p w14:paraId="6D71F96F" w14:textId="77777777" w:rsidR="007D68F6" w:rsidRPr="00E062F1" w:rsidRDefault="007D68F6" w:rsidP="005A68FB">
            <w:pPr>
              <w:pStyle w:val="TAC"/>
              <w:rPr>
                <w:szCs w:val="21"/>
              </w:rPr>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487AF715" w14:textId="58743345" w:rsidR="007D68F6" w:rsidRPr="00E062F1" w:rsidRDefault="007D68F6" w:rsidP="005A68FB">
            <w:pPr>
              <w:pStyle w:val="TAC"/>
            </w:pPr>
            <w:r w:rsidRPr="00E062F1">
              <w:t>See CA_n257G in Table 5.5A.1-2 in TS 38.101-2</w:t>
            </w:r>
          </w:p>
        </w:tc>
        <w:tc>
          <w:tcPr>
            <w:tcW w:w="1330" w:type="dxa"/>
            <w:tcBorders>
              <w:top w:val="nil"/>
              <w:left w:val="single" w:sz="4" w:space="0" w:color="auto"/>
              <w:bottom w:val="single" w:sz="4" w:space="0" w:color="auto"/>
              <w:right w:val="single" w:sz="4" w:space="0" w:color="auto"/>
            </w:tcBorders>
            <w:shd w:val="clear" w:color="auto" w:fill="auto"/>
          </w:tcPr>
          <w:p w14:paraId="3065BFDD" w14:textId="77777777" w:rsidR="007D68F6" w:rsidRPr="00E062F1" w:rsidRDefault="007D68F6" w:rsidP="005A68FB">
            <w:pPr>
              <w:pStyle w:val="TAC"/>
            </w:pPr>
          </w:p>
        </w:tc>
      </w:tr>
      <w:tr w:rsidR="001F2838" w:rsidRPr="00E062F1" w14:paraId="39DFD29D"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17DED865" w14:textId="77777777" w:rsidR="007D68F6" w:rsidRPr="00E062F1" w:rsidRDefault="007D68F6" w:rsidP="005A68FB">
            <w:pPr>
              <w:pStyle w:val="TAC"/>
              <w:rPr>
                <w:szCs w:val="21"/>
              </w:rPr>
            </w:pPr>
            <w:r w:rsidRPr="00E062F1">
              <w:rPr>
                <w:szCs w:val="21"/>
              </w:rPr>
              <w:t>CA_n28A-n77(2A)-n257H</w:t>
            </w:r>
          </w:p>
        </w:tc>
        <w:tc>
          <w:tcPr>
            <w:tcW w:w="1738" w:type="dxa"/>
            <w:tcBorders>
              <w:top w:val="single" w:sz="4" w:space="0" w:color="auto"/>
              <w:left w:val="single" w:sz="4" w:space="0" w:color="auto"/>
              <w:bottom w:val="nil"/>
              <w:right w:val="single" w:sz="4" w:space="0" w:color="auto"/>
            </w:tcBorders>
            <w:shd w:val="clear" w:color="auto" w:fill="auto"/>
          </w:tcPr>
          <w:p w14:paraId="5B205B34" w14:textId="77777777" w:rsidR="007D68F6" w:rsidRPr="00E062F1" w:rsidRDefault="007D68F6" w:rsidP="005A68FB">
            <w:pPr>
              <w:pStyle w:val="TAC"/>
              <w:rPr>
                <w:rFonts w:cs="Arial"/>
                <w:szCs w:val="22"/>
                <w:lang w:eastAsia="zh-CN"/>
              </w:rPr>
            </w:pPr>
            <w:r w:rsidRPr="00E062F1">
              <w:rPr>
                <w:rFonts w:cs="Arial"/>
                <w:szCs w:val="22"/>
                <w:lang w:eastAsia="zh-CN"/>
              </w:rPr>
              <w:t>CA_n28A-n77A</w:t>
            </w:r>
          </w:p>
          <w:p w14:paraId="0357C2CB" w14:textId="77777777" w:rsidR="007D68F6" w:rsidRPr="00E062F1" w:rsidRDefault="007D68F6" w:rsidP="005A68FB">
            <w:pPr>
              <w:pStyle w:val="TAC"/>
              <w:rPr>
                <w:rFonts w:cs="Arial"/>
                <w:szCs w:val="22"/>
                <w:lang w:eastAsia="zh-CN"/>
              </w:rPr>
            </w:pPr>
            <w:r w:rsidRPr="00E062F1">
              <w:rPr>
                <w:rFonts w:cs="Arial"/>
                <w:szCs w:val="22"/>
                <w:lang w:eastAsia="zh-CN"/>
              </w:rPr>
              <w:t>CA_n28A-n257A</w:t>
            </w:r>
          </w:p>
          <w:p w14:paraId="58D8A49C" w14:textId="77777777" w:rsidR="007D68F6" w:rsidRPr="00E062F1" w:rsidRDefault="007D68F6" w:rsidP="005A68FB">
            <w:pPr>
              <w:pStyle w:val="TAC"/>
              <w:rPr>
                <w:rFonts w:cs="Arial"/>
                <w:szCs w:val="22"/>
                <w:lang w:eastAsia="zh-CN"/>
              </w:rPr>
            </w:pPr>
            <w:r w:rsidRPr="00E062F1">
              <w:rPr>
                <w:rFonts w:cs="Arial"/>
                <w:szCs w:val="22"/>
                <w:lang w:eastAsia="zh-CN"/>
              </w:rPr>
              <w:t>CA_n28A-n257G</w:t>
            </w:r>
          </w:p>
          <w:p w14:paraId="0A2FDDBA" w14:textId="77777777" w:rsidR="007D68F6" w:rsidRPr="00E062F1" w:rsidRDefault="007D68F6" w:rsidP="005A68FB">
            <w:pPr>
              <w:pStyle w:val="TAC"/>
              <w:rPr>
                <w:rFonts w:cs="Arial"/>
                <w:szCs w:val="22"/>
                <w:lang w:eastAsia="zh-CN"/>
              </w:rPr>
            </w:pPr>
            <w:r w:rsidRPr="00E062F1">
              <w:rPr>
                <w:rFonts w:cs="Arial"/>
                <w:szCs w:val="22"/>
                <w:lang w:eastAsia="zh-CN"/>
              </w:rPr>
              <w:t>CA_n28A-n257H</w:t>
            </w:r>
          </w:p>
          <w:p w14:paraId="6959CF02" w14:textId="77777777" w:rsidR="007D68F6" w:rsidRPr="00E062F1" w:rsidRDefault="007D68F6" w:rsidP="005A68FB">
            <w:pPr>
              <w:pStyle w:val="TAC"/>
              <w:rPr>
                <w:rFonts w:cs="Arial"/>
                <w:szCs w:val="22"/>
                <w:lang w:eastAsia="zh-CN"/>
              </w:rPr>
            </w:pPr>
            <w:r w:rsidRPr="00E062F1">
              <w:rPr>
                <w:rFonts w:cs="Arial"/>
                <w:szCs w:val="22"/>
                <w:lang w:eastAsia="zh-CN"/>
              </w:rPr>
              <w:t>CA_n77A-n257A</w:t>
            </w:r>
          </w:p>
          <w:p w14:paraId="35676089" w14:textId="77777777" w:rsidR="007D68F6" w:rsidRPr="00E062F1" w:rsidRDefault="007D68F6" w:rsidP="005A68FB">
            <w:pPr>
              <w:pStyle w:val="TAC"/>
              <w:rPr>
                <w:rFonts w:cs="Arial"/>
                <w:szCs w:val="22"/>
                <w:lang w:eastAsia="zh-CN"/>
              </w:rPr>
            </w:pPr>
            <w:r w:rsidRPr="00E062F1">
              <w:rPr>
                <w:rFonts w:cs="Arial"/>
                <w:szCs w:val="22"/>
                <w:lang w:eastAsia="zh-CN"/>
              </w:rPr>
              <w:t>CA_n77A-n257G</w:t>
            </w:r>
          </w:p>
          <w:p w14:paraId="59EF3552" w14:textId="77777777" w:rsidR="007D68F6" w:rsidRPr="00E062F1" w:rsidRDefault="007D68F6" w:rsidP="005A68FB">
            <w:pPr>
              <w:pStyle w:val="TAC"/>
              <w:rPr>
                <w:szCs w:val="21"/>
              </w:rPr>
            </w:pPr>
            <w:r w:rsidRPr="00E062F1">
              <w:rPr>
                <w:rFonts w:cs="Arial"/>
                <w:szCs w:val="22"/>
                <w:lang w:eastAsia="zh-CN"/>
              </w:rPr>
              <w:t>CA_n77A-n257H</w:t>
            </w:r>
          </w:p>
        </w:tc>
        <w:tc>
          <w:tcPr>
            <w:tcW w:w="668" w:type="dxa"/>
            <w:tcBorders>
              <w:top w:val="single" w:sz="4" w:space="0" w:color="auto"/>
              <w:left w:val="single" w:sz="4" w:space="0" w:color="auto"/>
              <w:right w:val="single" w:sz="4" w:space="0" w:color="auto"/>
            </w:tcBorders>
          </w:tcPr>
          <w:p w14:paraId="48DD648E" w14:textId="77777777" w:rsidR="007D68F6" w:rsidRPr="00E062F1" w:rsidRDefault="007D68F6" w:rsidP="005A68FB">
            <w:pPr>
              <w:pStyle w:val="TAC"/>
              <w:rPr>
                <w:szCs w:val="21"/>
              </w:rPr>
            </w:pPr>
            <w:r w:rsidRPr="00E062F1">
              <w:rPr>
                <w:szCs w:val="21"/>
              </w:rPr>
              <w:t>n28</w:t>
            </w:r>
          </w:p>
        </w:tc>
        <w:tc>
          <w:tcPr>
            <w:tcW w:w="620" w:type="dxa"/>
            <w:tcBorders>
              <w:top w:val="single" w:sz="4" w:space="0" w:color="auto"/>
              <w:left w:val="single" w:sz="4" w:space="0" w:color="auto"/>
              <w:bottom w:val="single" w:sz="4" w:space="0" w:color="auto"/>
              <w:right w:val="single" w:sz="4" w:space="0" w:color="auto"/>
            </w:tcBorders>
          </w:tcPr>
          <w:p w14:paraId="49CC0265"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3284AA8B" w14:textId="77777777" w:rsidR="007D68F6" w:rsidRPr="00E062F1" w:rsidRDefault="007D68F6" w:rsidP="005A68FB">
            <w:pPr>
              <w:pStyle w:val="TAC"/>
              <w:rPr>
                <w:szCs w:val="21"/>
                <w:lang w:eastAsia="zh-CN"/>
              </w:rPr>
            </w:pPr>
            <w:r>
              <w:rPr>
                <w:rFonts w:hint="eastAsia"/>
                <w:szCs w:val="21"/>
                <w:lang w:eastAsia="zh-CN"/>
              </w:rPr>
              <w:t>10</w:t>
            </w:r>
          </w:p>
        </w:tc>
        <w:tc>
          <w:tcPr>
            <w:tcW w:w="620" w:type="dxa"/>
            <w:tcBorders>
              <w:top w:val="single" w:sz="4" w:space="0" w:color="auto"/>
              <w:left w:val="single" w:sz="4" w:space="0" w:color="auto"/>
              <w:bottom w:val="single" w:sz="4" w:space="0" w:color="auto"/>
              <w:right w:val="single" w:sz="4" w:space="0" w:color="auto"/>
            </w:tcBorders>
          </w:tcPr>
          <w:p w14:paraId="268F65C6" w14:textId="77777777" w:rsidR="007D68F6" w:rsidRPr="00E062F1" w:rsidRDefault="007D68F6" w:rsidP="005A68FB">
            <w:pPr>
              <w:pStyle w:val="TAC"/>
              <w:rPr>
                <w:szCs w:val="21"/>
                <w:lang w:eastAsia="zh-CN"/>
              </w:rPr>
            </w:pPr>
            <w:r>
              <w:rPr>
                <w:rFonts w:hint="eastAsia"/>
                <w:szCs w:val="21"/>
                <w:lang w:eastAsia="zh-CN"/>
              </w:rPr>
              <w:t>15</w:t>
            </w:r>
          </w:p>
        </w:tc>
        <w:tc>
          <w:tcPr>
            <w:tcW w:w="620" w:type="dxa"/>
            <w:tcBorders>
              <w:top w:val="single" w:sz="4" w:space="0" w:color="auto"/>
              <w:left w:val="single" w:sz="4" w:space="0" w:color="auto"/>
              <w:bottom w:val="single" w:sz="4" w:space="0" w:color="auto"/>
              <w:right w:val="single" w:sz="4" w:space="0" w:color="auto"/>
            </w:tcBorders>
          </w:tcPr>
          <w:p w14:paraId="66401726" w14:textId="77777777" w:rsidR="007D68F6" w:rsidRPr="00E062F1" w:rsidRDefault="007D68F6" w:rsidP="005A68FB">
            <w:pPr>
              <w:pStyle w:val="TAC"/>
              <w:rPr>
                <w:szCs w:val="21"/>
                <w:lang w:eastAsia="zh-CN"/>
              </w:rPr>
            </w:pPr>
            <w:r>
              <w:rPr>
                <w:rFonts w:hint="eastAsia"/>
                <w:szCs w:val="21"/>
                <w:lang w:eastAsia="zh-CN"/>
              </w:rPr>
              <w:t>20</w:t>
            </w:r>
          </w:p>
        </w:tc>
        <w:tc>
          <w:tcPr>
            <w:tcW w:w="620" w:type="dxa"/>
            <w:tcBorders>
              <w:top w:val="single" w:sz="4" w:space="0" w:color="auto"/>
              <w:left w:val="single" w:sz="4" w:space="0" w:color="auto"/>
              <w:bottom w:val="single" w:sz="4" w:space="0" w:color="auto"/>
              <w:right w:val="single" w:sz="4" w:space="0" w:color="auto"/>
            </w:tcBorders>
          </w:tcPr>
          <w:p w14:paraId="43C4EBD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49770B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0CAFFE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6C742F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560CAA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D4C63F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6A3735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78B9E9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24F576E"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38D9CB43"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16579AF1" w14:textId="77777777" w:rsidR="007D68F6" w:rsidRPr="00E062F1" w:rsidRDefault="007D68F6" w:rsidP="005A68FB">
            <w:pPr>
              <w:pStyle w:val="TAC"/>
              <w:rPr>
                <w:lang w:eastAsia="zh-CN"/>
              </w:rPr>
            </w:pPr>
            <w:r>
              <w:rPr>
                <w:rFonts w:hint="eastAsia"/>
                <w:lang w:eastAsia="zh-CN"/>
              </w:rPr>
              <w:t>0</w:t>
            </w:r>
          </w:p>
        </w:tc>
      </w:tr>
      <w:tr w:rsidR="007D68F6" w:rsidRPr="00E062F1" w14:paraId="08A1E40F"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5A9F9A50" w14:textId="77777777" w:rsidR="007D68F6" w:rsidRPr="00E062F1" w:rsidRDefault="007D68F6" w:rsidP="005A68FB">
            <w:pPr>
              <w:pStyle w:val="TAC"/>
              <w:rPr>
                <w:szCs w:val="21"/>
              </w:rPr>
            </w:pPr>
          </w:p>
        </w:tc>
        <w:tc>
          <w:tcPr>
            <w:tcW w:w="1738" w:type="dxa"/>
            <w:tcBorders>
              <w:top w:val="nil"/>
              <w:left w:val="single" w:sz="4" w:space="0" w:color="auto"/>
              <w:bottom w:val="nil"/>
              <w:right w:val="single" w:sz="4" w:space="0" w:color="auto"/>
            </w:tcBorders>
            <w:shd w:val="clear" w:color="auto" w:fill="auto"/>
          </w:tcPr>
          <w:p w14:paraId="37EFE1A1" w14:textId="77777777" w:rsidR="007D68F6" w:rsidRPr="00E062F1" w:rsidRDefault="007D68F6" w:rsidP="005A68FB">
            <w:pPr>
              <w:pStyle w:val="TAC"/>
              <w:rPr>
                <w:szCs w:val="21"/>
              </w:rPr>
            </w:pPr>
          </w:p>
        </w:tc>
        <w:tc>
          <w:tcPr>
            <w:tcW w:w="668" w:type="dxa"/>
            <w:tcBorders>
              <w:top w:val="single" w:sz="4" w:space="0" w:color="auto"/>
              <w:left w:val="single" w:sz="4" w:space="0" w:color="auto"/>
              <w:right w:val="single" w:sz="4" w:space="0" w:color="auto"/>
            </w:tcBorders>
          </w:tcPr>
          <w:p w14:paraId="08AFACEA" w14:textId="77777777" w:rsidR="007D68F6" w:rsidRPr="00E062F1" w:rsidRDefault="007D68F6" w:rsidP="005A68FB">
            <w:pPr>
              <w:pStyle w:val="TAC"/>
              <w:rPr>
                <w:szCs w:val="21"/>
              </w:rPr>
            </w:pPr>
            <w:r w:rsidRPr="00E062F1">
              <w:rPr>
                <w:szCs w:val="21"/>
              </w:rPr>
              <w:t>n77</w:t>
            </w:r>
          </w:p>
        </w:tc>
        <w:tc>
          <w:tcPr>
            <w:tcW w:w="8681" w:type="dxa"/>
            <w:gridSpan w:val="14"/>
            <w:tcBorders>
              <w:top w:val="single" w:sz="4" w:space="0" w:color="auto"/>
              <w:left w:val="single" w:sz="4" w:space="0" w:color="auto"/>
              <w:bottom w:val="single" w:sz="4" w:space="0" w:color="auto"/>
              <w:right w:val="single" w:sz="4" w:space="0" w:color="auto"/>
            </w:tcBorders>
          </w:tcPr>
          <w:p w14:paraId="5689552A" w14:textId="423BA10B" w:rsidR="007D68F6" w:rsidRPr="00E062F1" w:rsidRDefault="007D68F6" w:rsidP="005A68FB">
            <w:pPr>
              <w:pStyle w:val="TAC"/>
            </w:pPr>
            <w:r w:rsidRPr="00E062F1">
              <w:rPr>
                <w:szCs w:val="21"/>
              </w:rPr>
              <w:t>See CA_n77(2A) in Table 5.5A.2-1 in TS 38.101-1</w:t>
            </w:r>
          </w:p>
        </w:tc>
        <w:tc>
          <w:tcPr>
            <w:tcW w:w="1330" w:type="dxa"/>
            <w:tcBorders>
              <w:top w:val="nil"/>
              <w:left w:val="single" w:sz="4" w:space="0" w:color="auto"/>
              <w:bottom w:val="nil"/>
              <w:right w:val="single" w:sz="4" w:space="0" w:color="auto"/>
            </w:tcBorders>
            <w:shd w:val="clear" w:color="auto" w:fill="auto"/>
          </w:tcPr>
          <w:p w14:paraId="6D950306" w14:textId="77777777" w:rsidR="007D68F6" w:rsidRPr="00E062F1" w:rsidRDefault="007D68F6" w:rsidP="005A68FB">
            <w:pPr>
              <w:pStyle w:val="TAC"/>
            </w:pPr>
          </w:p>
        </w:tc>
      </w:tr>
      <w:tr w:rsidR="007D68F6" w:rsidRPr="00E062F1" w14:paraId="246EF585"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45B6D60F" w14:textId="77777777" w:rsidR="007D68F6" w:rsidRPr="00E062F1" w:rsidRDefault="007D68F6" w:rsidP="005A68FB">
            <w:pPr>
              <w:pStyle w:val="TAC"/>
              <w:rPr>
                <w:szCs w:val="21"/>
              </w:rPr>
            </w:pPr>
          </w:p>
        </w:tc>
        <w:tc>
          <w:tcPr>
            <w:tcW w:w="1738" w:type="dxa"/>
            <w:tcBorders>
              <w:top w:val="nil"/>
              <w:left w:val="single" w:sz="4" w:space="0" w:color="auto"/>
              <w:bottom w:val="single" w:sz="4" w:space="0" w:color="auto"/>
              <w:right w:val="single" w:sz="4" w:space="0" w:color="auto"/>
            </w:tcBorders>
            <w:shd w:val="clear" w:color="auto" w:fill="auto"/>
          </w:tcPr>
          <w:p w14:paraId="123EE9A6" w14:textId="77777777" w:rsidR="007D68F6" w:rsidRPr="00E062F1" w:rsidRDefault="007D68F6" w:rsidP="005A68FB">
            <w:pPr>
              <w:pStyle w:val="TAC"/>
              <w:rPr>
                <w:szCs w:val="21"/>
              </w:rPr>
            </w:pPr>
          </w:p>
        </w:tc>
        <w:tc>
          <w:tcPr>
            <w:tcW w:w="668" w:type="dxa"/>
            <w:tcBorders>
              <w:top w:val="single" w:sz="4" w:space="0" w:color="auto"/>
              <w:left w:val="single" w:sz="4" w:space="0" w:color="auto"/>
              <w:right w:val="single" w:sz="4" w:space="0" w:color="auto"/>
            </w:tcBorders>
          </w:tcPr>
          <w:p w14:paraId="129643DF" w14:textId="77777777" w:rsidR="007D68F6" w:rsidRPr="00E062F1" w:rsidRDefault="007D68F6" w:rsidP="005A68FB">
            <w:pPr>
              <w:pStyle w:val="TAC"/>
              <w:rPr>
                <w:szCs w:val="21"/>
              </w:rPr>
            </w:pPr>
            <w:r w:rsidRPr="00E062F1">
              <w:rPr>
                <w:szCs w:val="21"/>
              </w:rPr>
              <w:t>n257</w:t>
            </w:r>
          </w:p>
        </w:tc>
        <w:tc>
          <w:tcPr>
            <w:tcW w:w="8681" w:type="dxa"/>
            <w:gridSpan w:val="14"/>
            <w:tcBorders>
              <w:top w:val="single" w:sz="4" w:space="0" w:color="auto"/>
              <w:left w:val="single" w:sz="4" w:space="0" w:color="auto"/>
              <w:bottom w:val="single" w:sz="4" w:space="0" w:color="auto"/>
              <w:right w:val="single" w:sz="4" w:space="0" w:color="auto"/>
            </w:tcBorders>
          </w:tcPr>
          <w:p w14:paraId="29B68F31" w14:textId="0DFD3EA3" w:rsidR="007D68F6" w:rsidRPr="00E062F1" w:rsidRDefault="007D68F6" w:rsidP="005A68FB">
            <w:pPr>
              <w:pStyle w:val="TAC"/>
            </w:pPr>
            <w:r w:rsidRPr="00E062F1">
              <w:t>See CA_n257H in Table 5.5A.1-2 in TS 38.101-2</w:t>
            </w:r>
          </w:p>
        </w:tc>
        <w:tc>
          <w:tcPr>
            <w:tcW w:w="1330" w:type="dxa"/>
            <w:tcBorders>
              <w:top w:val="nil"/>
              <w:left w:val="single" w:sz="4" w:space="0" w:color="auto"/>
              <w:bottom w:val="single" w:sz="4" w:space="0" w:color="auto"/>
              <w:right w:val="single" w:sz="4" w:space="0" w:color="auto"/>
            </w:tcBorders>
            <w:shd w:val="clear" w:color="auto" w:fill="auto"/>
          </w:tcPr>
          <w:p w14:paraId="5BA001B9" w14:textId="77777777" w:rsidR="007D68F6" w:rsidRPr="00E062F1" w:rsidRDefault="007D68F6" w:rsidP="005A68FB">
            <w:pPr>
              <w:pStyle w:val="TAC"/>
            </w:pPr>
          </w:p>
        </w:tc>
      </w:tr>
      <w:tr w:rsidR="001F2838" w:rsidRPr="00E062F1" w14:paraId="4872750D" w14:textId="77777777" w:rsidTr="001F2838">
        <w:trPr>
          <w:trHeight w:val="187"/>
          <w:jc w:val="center"/>
        </w:trPr>
        <w:tc>
          <w:tcPr>
            <w:tcW w:w="1650" w:type="dxa"/>
            <w:tcBorders>
              <w:top w:val="single" w:sz="4" w:space="0" w:color="auto"/>
              <w:left w:val="single" w:sz="4" w:space="0" w:color="auto"/>
              <w:bottom w:val="nil"/>
              <w:right w:val="single" w:sz="4" w:space="0" w:color="auto"/>
            </w:tcBorders>
            <w:shd w:val="clear" w:color="auto" w:fill="auto"/>
          </w:tcPr>
          <w:p w14:paraId="6F2F8C1E" w14:textId="77777777" w:rsidR="007D68F6" w:rsidRPr="00E062F1" w:rsidRDefault="007D68F6" w:rsidP="005A68FB">
            <w:pPr>
              <w:pStyle w:val="TAC"/>
            </w:pPr>
            <w:r w:rsidRPr="00E062F1">
              <w:rPr>
                <w:szCs w:val="21"/>
              </w:rPr>
              <w:t>CA_n28A-n77(2A)-n257I</w:t>
            </w:r>
          </w:p>
        </w:tc>
        <w:tc>
          <w:tcPr>
            <w:tcW w:w="1738" w:type="dxa"/>
            <w:tcBorders>
              <w:top w:val="single" w:sz="4" w:space="0" w:color="auto"/>
              <w:left w:val="single" w:sz="4" w:space="0" w:color="auto"/>
              <w:bottom w:val="nil"/>
              <w:right w:val="single" w:sz="4" w:space="0" w:color="auto"/>
            </w:tcBorders>
            <w:shd w:val="clear" w:color="auto" w:fill="auto"/>
          </w:tcPr>
          <w:p w14:paraId="0E1F46E0" w14:textId="77777777" w:rsidR="007D68F6" w:rsidRPr="00E062F1" w:rsidRDefault="007D68F6" w:rsidP="005A68FB">
            <w:pPr>
              <w:pStyle w:val="TAC"/>
              <w:rPr>
                <w:rFonts w:cs="Arial"/>
                <w:szCs w:val="22"/>
                <w:lang w:eastAsia="zh-CN"/>
              </w:rPr>
            </w:pPr>
            <w:r w:rsidRPr="00E062F1">
              <w:rPr>
                <w:rFonts w:cs="Arial"/>
                <w:szCs w:val="22"/>
                <w:lang w:eastAsia="zh-CN"/>
              </w:rPr>
              <w:t>CA_n28A-n77A</w:t>
            </w:r>
          </w:p>
          <w:p w14:paraId="60EEA91C" w14:textId="77777777" w:rsidR="007D68F6" w:rsidRPr="00E062F1" w:rsidRDefault="007D68F6" w:rsidP="005A68FB">
            <w:pPr>
              <w:pStyle w:val="TAC"/>
              <w:rPr>
                <w:rFonts w:cs="Arial"/>
                <w:szCs w:val="22"/>
                <w:lang w:eastAsia="zh-CN"/>
              </w:rPr>
            </w:pPr>
            <w:r w:rsidRPr="00E062F1">
              <w:rPr>
                <w:rFonts w:cs="Arial"/>
                <w:szCs w:val="22"/>
                <w:lang w:eastAsia="zh-CN"/>
              </w:rPr>
              <w:t>CA_n28A-n257A</w:t>
            </w:r>
          </w:p>
          <w:p w14:paraId="3EDA77AE" w14:textId="77777777" w:rsidR="007D68F6" w:rsidRPr="00E062F1" w:rsidRDefault="007D68F6" w:rsidP="005A68FB">
            <w:pPr>
              <w:pStyle w:val="TAC"/>
              <w:rPr>
                <w:rFonts w:cs="Arial"/>
                <w:szCs w:val="22"/>
                <w:lang w:eastAsia="zh-CN"/>
              </w:rPr>
            </w:pPr>
            <w:r w:rsidRPr="00E062F1">
              <w:rPr>
                <w:rFonts w:cs="Arial"/>
                <w:szCs w:val="22"/>
                <w:lang w:eastAsia="zh-CN"/>
              </w:rPr>
              <w:t>CA_n28A-n257G</w:t>
            </w:r>
          </w:p>
          <w:p w14:paraId="5E2E2640" w14:textId="77777777" w:rsidR="007D68F6" w:rsidRPr="00E062F1" w:rsidRDefault="007D68F6" w:rsidP="005A68FB">
            <w:pPr>
              <w:pStyle w:val="TAC"/>
              <w:rPr>
                <w:rFonts w:cs="Arial"/>
                <w:szCs w:val="22"/>
                <w:lang w:eastAsia="zh-CN"/>
              </w:rPr>
            </w:pPr>
            <w:r w:rsidRPr="00E062F1">
              <w:rPr>
                <w:rFonts w:cs="Arial"/>
                <w:szCs w:val="22"/>
                <w:lang w:eastAsia="zh-CN"/>
              </w:rPr>
              <w:t>CA_n28A-n257H</w:t>
            </w:r>
          </w:p>
          <w:p w14:paraId="2B7E4F80" w14:textId="77777777" w:rsidR="007D68F6" w:rsidRPr="00E062F1" w:rsidRDefault="007D68F6" w:rsidP="005A68FB">
            <w:pPr>
              <w:pStyle w:val="TAC"/>
              <w:rPr>
                <w:rFonts w:cs="Arial"/>
                <w:szCs w:val="22"/>
                <w:lang w:eastAsia="zh-CN"/>
              </w:rPr>
            </w:pPr>
            <w:r w:rsidRPr="00E062F1">
              <w:rPr>
                <w:rFonts w:cs="Arial"/>
                <w:szCs w:val="22"/>
                <w:lang w:eastAsia="zh-CN"/>
              </w:rPr>
              <w:t>CA_n28A-n257I</w:t>
            </w:r>
          </w:p>
          <w:p w14:paraId="27BCAAB5" w14:textId="77777777" w:rsidR="007D68F6" w:rsidRPr="00E062F1" w:rsidRDefault="007D68F6" w:rsidP="005A68FB">
            <w:pPr>
              <w:pStyle w:val="TAC"/>
              <w:rPr>
                <w:rFonts w:cs="Arial"/>
                <w:szCs w:val="22"/>
                <w:lang w:eastAsia="zh-CN"/>
              </w:rPr>
            </w:pPr>
            <w:r w:rsidRPr="00E062F1">
              <w:rPr>
                <w:rFonts w:cs="Arial"/>
                <w:szCs w:val="22"/>
                <w:lang w:eastAsia="zh-CN"/>
              </w:rPr>
              <w:t>CA_n77A-n257A</w:t>
            </w:r>
          </w:p>
          <w:p w14:paraId="0BEDA6FE" w14:textId="77777777" w:rsidR="007D68F6" w:rsidRPr="00E062F1" w:rsidRDefault="007D68F6" w:rsidP="005A68FB">
            <w:pPr>
              <w:pStyle w:val="TAC"/>
              <w:rPr>
                <w:rFonts w:cs="Arial"/>
                <w:szCs w:val="22"/>
                <w:lang w:eastAsia="zh-CN"/>
              </w:rPr>
            </w:pPr>
            <w:r w:rsidRPr="00E062F1">
              <w:rPr>
                <w:rFonts w:cs="Arial"/>
                <w:szCs w:val="22"/>
                <w:lang w:eastAsia="zh-CN"/>
              </w:rPr>
              <w:t>CA_n77A-n257G</w:t>
            </w:r>
          </w:p>
          <w:p w14:paraId="372C0B75" w14:textId="77777777" w:rsidR="007D68F6" w:rsidRPr="00E062F1" w:rsidRDefault="007D68F6" w:rsidP="005A68FB">
            <w:pPr>
              <w:pStyle w:val="TAC"/>
              <w:rPr>
                <w:rFonts w:cs="Arial"/>
                <w:szCs w:val="22"/>
                <w:lang w:eastAsia="zh-CN"/>
              </w:rPr>
            </w:pPr>
            <w:r w:rsidRPr="00E062F1">
              <w:rPr>
                <w:rFonts w:cs="Arial"/>
                <w:szCs w:val="22"/>
                <w:lang w:eastAsia="zh-CN"/>
              </w:rPr>
              <w:t>CA_n77A-n257H</w:t>
            </w:r>
          </w:p>
          <w:p w14:paraId="2FC04F49" w14:textId="77777777" w:rsidR="007D68F6" w:rsidRPr="00E062F1" w:rsidRDefault="007D68F6" w:rsidP="005A68FB">
            <w:pPr>
              <w:pStyle w:val="TAC"/>
            </w:pPr>
            <w:r w:rsidRPr="00E062F1">
              <w:rPr>
                <w:rFonts w:cs="Arial"/>
                <w:szCs w:val="22"/>
                <w:lang w:eastAsia="zh-CN"/>
              </w:rPr>
              <w:t>CA_n77A-n257I</w:t>
            </w:r>
          </w:p>
        </w:tc>
        <w:tc>
          <w:tcPr>
            <w:tcW w:w="668" w:type="dxa"/>
            <w:tcBorders>
              <w:top w:val="single" w:sz="4" w:space="0" w:color="auto"/>
              <w:left w:val="single" w:sz="4" w:space="0" w:color="auto"/>
              <w:right w:val="single" w:sz="4" w:space="0" w:color="auto"/>
            </w:tcBorders>
          </w:tcPr>
          <w:p w14:paraId="7FAE7DCE" w14:textId="77777777" w:rsidR="007D68F6" w:rsidRPr="00E062F1" w:rsidRDefault="007D68F6" w:rsidP="005A68FB">
            <w:pPr>
              <w:pStyle w:val="TAC"/>
            </w:pPr>
            <w:r w:rsidRPr="00E062F1">
              <w:rPr>
                <w:szCs w:val="21"/>
              </w:rPr>
              <w:t>n28</w:t>
            </w:r>
          </w:p>
        </w:tc>
        <w:tc>
          <w:tcPr>
            <w:tcW w:w="620" w:type="dxa"/>
            <w:tcBorders>
              <w:top w:val="single" w:sz="4" w:space="0" w:color="auto"/>
              <w:left w:val="single" w:sz="4" w:space="0" w:color="auto"/>
              <w:bottom w:val="single" w:sz="4" w:space="0" w:color="auto"/>
              <w:right w:val="single" w:sz="4" w:space="0" w:color="auto"/>
            </w:tcBorders>
          </w:tcPr>
          <w:p w14:paraId="51AC6174"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5D236F9D"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337DB706"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78E3249D"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3D00872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84DE79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FB97DF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A215F5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D536FC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4F544E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061DAC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513550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1B262C8"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1384800E" w14:textId="77777777" w:rsidR="007D68F6" w:rsidRPr="00E062F1" w:rsidRDefault="007D68F6" w:rsidP="005A68FB">
            <w:pPr>
              <w:pStyle w:val="TAC"/>
            </w:pPr>
          </w:p>
        </w:tc>
        <w:tc>
          <w:tcPr>
            <w:tcW w:w="1330" w:type="dxa"/>
            <w:tcBorders>
              <w:top w:val="single" w:sz="4" w:space="0" w:color="auto"/>
              <w:left w:val="single" w:sz="4" w:space="0" w:color="auto"/>
              <w:bottom w:val="nil"/>
              <w:right w:val="single" w:sz="4" w:space="0" w:color="auto"/>
            </w:tcBorders>
            <w:shd w:val="clear" w:color="auto" w:fill="auto"/>
          </w:tcPr>
          <w:p w14:paraId="5D31540E" w14:textId="77777777" w:rsidR="007D68F6" w:rsidRPr="00E062F1" w:rsidRDefault="007D68F6" w:rsidP="005A68FB">
            <w:pPr>
              <w:pStyle w:val="TAC"/>
              <w:rPr>
                <w:lang w:eastAsia="zh-CN"/>
              </w:rPr>
            </w:pPr>
            <w:r>
              <w:rPr>
                <w:rFonts w:hint="eastAsia"/>
                <w:lang w:eastAsia="zh-CN"/>
              </w:rPr>
              <w:t>0</w:t>
            </w:r>
          </w:p>
        </w:tc>
      </w:tr>
      <w:tr w:rsidR="007D68F6" w:rsidRPr="00E062F1" w14:paraId="5FC13145"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6A015700"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50738EB0" w14:textId="77777777" w:rsidR="007D68F6" w:rsidRPr="00E062F1" w:rsidRDefault="007D68F6" w:rsidP="005A68FB">
            <w:pPr>
              <w:pStyle w:val="TAC"/>
            </w:pPr>
          </w:p>
        </w:tc>
        <w:tc>
          <w:tcPr>
            <w:tcW w:w="668" w:type="dxa"/>
            <w:tcBorders>
              <w:top w:val="single" w:sz="4" w:space="0" w:color="auto"/>
              <w:left w:val="single" w:sz="4" w:space="0" w:color="auto"/>
              <w:right w:val="single" w:sz="4" w:space="0" w:color="auto"/>
            </w:tcBorders>
          </w:tcPr>
          <w:p w14:paraId="7C35E128" w14:textId="77777777" w:rsidR="007D68F6" w:rsidRPr="00E062F1" w:rsidRDefault="007D68F6" w:rsidP="005A68FB">
            <w:pPr>
              <w:pStyle w:val="TAC"/>
            </w:pPr>
            <w:r w:rsidRPr="00E062F1">
              <w:rPr>
                <w:szCs w:val="21"/>
              </w:rPr>
              <w:t>n77</w:t>
            </w:r>
          </w:p>
        </w:tc>
        <w:tc>
          <w:tcPr>
            <w:tcW w:w="8681" w:type="dxa"/>
            <w:gridSpan w:val="14"/>
            <w:tcBorders>
              <w:top w:val="single" w:sz="4" w:space="0" w:color="auto"/>
              <w:left w:val="single" w:sz="4" w:space="0" w:color="auto"/>
              <w:bottom w:val="single" w:sz="4" w:space="0" w:color="auto"/>
              <w:right w:val="single" w:sz="4" w:space="0" w:color="auto"/>
            </w:tcBorders>
          </w:tcPr>
          <w:p w14:paraId="3A0BB8F6" w14:textId="0E6F5093" w:rsidR="007D68F6" w:rsidRPr="00E062F1" w:rsidRDefault="007D68F6" w:rsidP="005A68FB">
            <w:pPr>
              <w:pStyle w:val="TAC"/>
            </w:pPr>
            <w:r w:rsidRPr="00E062F1">
              <w:rPr>
                <w:szCs w:val="21"/>
              </w:rPr>
              <w:t>See CA_n77(2A) in Table 5.5A.2-1 in TS 38.101-1</w:t>
            </w:r>
          </w:p>
        </w:tc>
        <w:tc>
          <w:tcPr>
            <w:tcW w:w="1330" w:type="dxa"/>
            <w:tcBorders>
              <w:top w:val="nil"/>
              <w:left w:val="single" w:sz="4" w:space="0" w:color="auto"/>
              <w:bottom w:val="nil"/>
              <w:right w:val="single" w:sz="4" w:space="0" w:color="auto"/>
            </w:tcBorders>
            <w:shd w:val="clear" w:color="auto" w:fill="auto"/>
          </w:tcPr>
          <w:p w14:paraId="6EC391E7" w14:textId="77777777" w:rsidR="007D68F6" w:rsidRPr="00E062F1" w:rsidRDefault="007D68F6" w:rsidP="005A68FB">
            <w:pPr>
              <w:pStyle w:val="TAC"/>
            </w:pPr>
          </w:p>
        </w:tc>
      </w:tr>
      <w:tr w:rsidR="007D68F6" w:rsidRPr="00E062F1" w14:paraId="7FAD2A4B"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118C02B4"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435076AD" w14:textId="77777777" w:rsidR="007D68F6" w:rsidRPr="00E062F1" w:rsidRDefault="007D68F6" w:rsidP="005A68FB">
            <w:pPr>
              <w:pStyle w:val="TAC"/>
            </w:pPr>
          </w:p>
        </w:tc>
        <w:tc>
          <w:tcPr>
            <w:tcW w:w="668" w:type="dxa"/>
            <w:tcBorders>
              <w:top w:val="single" w:sz="4" w:space="0" w:color="auto"/>
              <w:left w:val="single" w:sz="4" w:space="0" w:color="auto"/>
              <w:right w:val="single" w:sz="4" w:space="0" w:color="auto"/>
            </w:tcBorders>
          </w:tcPr>
          <w:p w14:paraId="00E5A909" w14:textId="77777777" w:rsidR="007D68F6" w:rsidRPr="00E062F1" w:rsidRDefault="007D68F6" w:rsidP="005A68FB">
            <w:pPr>
              <w:pStyle w:val="TAC"/>
            </w:pPr>
            <w:r w:rsidRPr="00E062F1">
              <w:rPr>
                <w:szCs w:val="21"/>
              </w:rPr>
              <w:t>n257</w:t>
            </w:r>
          </w:p>
        </w:tc>
        <w:tc>
          <w:tcPr>
            <w:tcW w:w="8681" w:type="dxa"/>
            <w:gridSpan w:val="14"/>
            <w:tcBorders>
              <w:top w:val="single" w:sz="4" w:space="0" w:color="auto"/>
              <w:left w:val="single" w:sz="4" w:space="0" w:color="auto"/>
              <w:bottom w:val="single" w:sz="4" w:space="0" w:color="auto"/>
              <w:right w:val="single" w:sz="4" w:space="0" w:color="auto"/>
            </w:tcBorders>
          </w:tcPr>
          <w:p w14:paraId="05927E1D" w14:textId="3CA99A8D" w:rsidR="007D68F6" w:rsidRPr="00E062F1" w:rsidRDefault="007D68F6" w:rsidP="005A68FB">
            <w:pPr>
              <w:pStyle w:val="TAC"/>
            </w:pPr>
            <w:r w:rsidRPr="00E062F1">
              <w:t>See CA_n257I in Table 5.5A.1-2 in TS 38.101-2</w:t>
            </w:r>
          </w:p>
        </w:tc>
        <w:tc>
          <w:tcPr>
            <w:tcW w:w="1330" w:type="dxa"/>
            <w:tcBorders>
              <w:top w:val="nil"/>
              <w:left w:val="single" w:sz="4" w:space="0" w:color="auto"/>
              <w:bottom w:val="single" w:sz="4" w:space="0" w:color="auto"/>
              <w:right w:val="single" w:sz="4" w:space="0" w:color="auto"/>
            </w:tcBorders>
            <w:shd w:val="clear" w:color="auto" w:fill="auto"/>
          </w:tcPr>
          <w:p w14:paraId="5FFCC8B8" w14:textId="77777777" w:rsidR="007D68F6" w:rsidRPr="00E062F1" w:rsidRDefault="007D68F6" w:rsidP="005A68FB">
            <w:pPr>
              <w:pStyle w:val="TAC"/>
            </w:pPr>
          </w:p>
        </w:tc>
      </w:tr>
      <w:tr w:rsidR="001F2838" w:rsidRPr="00E062F1" w14:paraId="602388AC"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510878A3" w14:textId="77777777" w:rsidR="007D68F6" w:rsidRPr="00E062F1" w:rsidRDefault="007D68F6" w:rsidP="005A68FB">
            <w:pPr>
              <w:pStyle w:val="TAC"/>
            </w:pPr>
            <w:r w:rsidRPr="00E062F1">
              <w:lastRenderedPageBreak/>
              <w:t>CA_n28A-n78A-n257A</w:t>
            </w:r>
          </w:p>
        </w:tc>
        <w:tc>
          <w:tcPr>
            <w:tcW w:w="1738" w:type="dxa"/>
            <w:tcBorders>
              <w:left w:val="single" w:sz="4" w:space="0" w:color="auto"/>
              <w:bottom w:val="nil"/>
              <w:right w:val="single" w:sz="4" w:space="0" w:color="auto"/>
            </w:tcBorders>
            <w:shd w:val="clear" w:color="auto" w:fill="auto"/>
          </w:tcPr>
          <w:p w14:paraId="4D08D83C" w14:textId="77777777" w:rsidR="007D68F6" w:rsidRPr="00E062F1" w:rsidRDefault="007D68F6" w:rsidP="005A68FB">
            <w:pPr>
              <w:pStyle w:val="TAC"/>
            </w:pPr>
            <w:r w:rsidRPr="00E062F1">
              <w:t>CA_n</w:t>
            </w:r>
            <w:r w:rsidRPr="00E062F1">
              <w:rPr>
                <w:lang w:eastAsia="zh-CN"/>
              </w:rPr>
              <w:t>28</w:t>
            </w:r>
            <w:r w:rsidRPr="00E062F1">
              <w:t>A-</w:t>
            </w:r>
            <w:r w:rsidRPr="00E062F1">
              <w:rPr>
                <w:lang w:eastAsia="zh-CN"/>
              </w:rPr>
              <w:t>n78</w:t>
            </w:r>
            <w:r w:rsidRPr="00E062F1">
              <w:t>A</w:t>
            </w:r>
            <w:r w:rsidRPr="00E062F1">
              <w:rPr>
                <w:lang w:eastAsia="zh-CN"/>
              </w:rPr>
              <w:t xml:space="preserve">, </w:t>
            </w:r>
            <w:r w:rsidRPr="00E062F1">
              <w:t>CA_n</w:t>
            </w:r>
            <w:r w:rsidRPr="00E062F1">
              <w:rPr>
                <w:lang w:eastAsia="zh-CN"/>
              </w:rPr>
              <w:t>28</w:t>
            </w:r>
            <w:r w:rsidRPr="00E062F1">
              <w:t>A-n</w:t>
            </w:r>
            <w:r w:rsidRPr="00E062F1">
              <w:rPr>
                <w:lang w:eastAsia="zh-CN"/>
              </w:rPr>
              <w:t>257</w:t>
            </w:r>
            <w:r w:rsidRPr="00E062F1">
              <w:t>A</w:t>
            </w:r>
            <w:r w:rsidRPr="00E062F1">
              <w:rPr>
                <w:lang w:eastAsia="zh-CN"/>
              </w:rPr>
              <w:t xml:space="preserve">, </w:t>
            </w:r>
            <w:r w:rsidRPr="00E062F1">
              <w:t>CA_</w:t>
            </w:r>
            <w:r w:rsidRPr="00E062F1">
              <w:rPr>
                <w:lang w:eastAsia="zh-CN"/>
              </w:rPr>
              <w:t>n78</w:t>
            </w:r>
            <w:r w:rsidRPr="00E062F1">
              <w:t>A-n</w:t>
            </w:r>
            <w:r w:rsidRPr="00E062F1">
              <w:rPr>
                <w:lang w:eastAsia="zh-CN"/>
              </w:rPr>
              <w:t>257</w:t>
            </w:r>
            <w:r w:rsidRPr="00E062F1">
              <w:t>A</w:t>
            </w:r>
          </w:p>
        </w:tc>
        <w:tc>
          <w:tcPr>
            <w:tcW w:w="668" w:type="dxa"/>
            <w:tcBorders>
              <w:left w:val="single" w:sz="4" w:space="0" w:color="auto"/>
              <w:right w:val="single" w:sz="4" w:space="0" w:color="auto"/>
            </w:tcBorders>
          </w:tcPr>
          <w:p w14:paraId="675C5986"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1A06046D"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73E47C8C"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1F8AF47B"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30D1E2A2"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7EF0336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FF1968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2282F8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AB4254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C063F4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6B73D2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EB19BE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EB75A4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B0FB382"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746647FB"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12E46C83" w14:textId="77777777" w:rsidR="007D68F6" w:rsidRPr="00E062F1" w:rsidRDefault="007D68F6" w:rsidP="005A68FB">
            <w:pPr>
              <w:pStyle w:val="TAC"/>
              <w:rPr>
                <w:lang w:eastAsia="zh-CN"/>
              </w:rPr>
            </w:pPr>
            <w:r>
              <w:rPr>
                <w:rFonts w:hint="eastAsia"/>
                <w:lang w:eastAsia="zh-CN"/>
              </w:rPr>
              <w:t>0</w:t>
            </w:r>
          </w:p>
        </w:tc>
      </w:tr>
      <w:tr w:rsidR="001F2838" w:rsidRPr="00E062F1" w14:paraId="441329F1"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4E3F1955"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65BBAC77" w14:textId="77777777" w:rsidR="007D68F6" w:rsidRPr="00E062F1" w:rsidRDefault="007D68F6" w:rsidP="005A68FB">
            <w:pPr>
              <w:pStyle w:val="TAC"/>
            </w:pPr>
          </w:p>
        </w:tc>
        <w:tc>
          <w:tcPr>
            <w:tcW w:w="668" w:type="dxa"/>
            <w:tcBorders>
              <w:left w:val="single" w:sz="4" w:space="0" w:color="auto"/>
              <w:right w:val="single" w:sz="4" w:space="0" w:color="auto"/>
            </w:tcBorders>
          </w:tcPr>
          <w:p w14:paraId="6BD44238" w14:textId="77777777" w:rsidR="007D68F6" w:rsidRPr="00E062F1" w:rsidRDefault="007D68F6" w:rsidP="005A68FB">
            <w:pPr>
              <w:pStyle w:val="TAC"/>
            </w:pPr>
            <w:r w:rsidRPr="00E062F1">
              <w:t>n78</w:t>
            </w:r>
          </w:p>
        </w:tc>
        <w:tc>
          <w:tcPr>
            <w:tcW w:w="620" w:type="dxa"/>
            <w:tcBorders>
              <w:top w:val="single" w:sz="4" w:space="0" w:color="auto"/>
              <w:left w:val="single" w:sz="4" w:space="0" w:color="auto"/>
              <w:bottom w:val="single" w:sz="4" w:space="0" w:color="auto"/>
              <w:right w:val="single" w:sz="4" w:space="0" w:color="auto"/>
            </w:tcBorders>
          </w:tcPr>
          <w:p w14:paraId="3AA2784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5EDD17B"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0F8A154F"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3F601EF6"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6590A41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8F4400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D492A6D"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0AED885E"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55953FC9"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59BCE05A"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3DF7D0D6"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67136A0C"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6ED8330F"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772BCB72"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6628BE23" w14:textId="77777777" w:rsidR="007D68F6" w:rsidRPr="00E062F1" w:rsidRDefault="007D68F6" w:rsidP="005A68FB">
            <w:pPr>
              <w:pStyle w:val="TAC"/>
            </w:pPr>
          </w:p>
        </w:tc>
      </w:tr>
      <w:tr w:rsidR="001F2838" w:rsidRPr="00E062F1" w14:paraId="1E7B2061"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2E3CEB9A"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72273FBE" w14:textId="77777777" w:rsidR="007D68F6" w:rsidRPr="00E062F1" w:rsidRDefault="007D68F6" w:rsidP="005A68FB">
            <w:pPr>
              <w:pStyle w:val="TAC"/>
            </w:pPr>
          </w:p>
        </w:tc>
        <w:tc>
          <w:tcPr>
            <w:tcW w:w="668" w:type="dxa"/>
            <w:tcBorders>
              <w:left w:val="single" w:sz="4" w:space="0" w:color="auto"/>
              <w:right w:val="single" w:sz="4" w:space="0" w:color="auto"/>
            </w:tcBorders>
          </w:tcPr>
          <w:p w14:paraId="66C56331" w14:textId="77777777" w:rsidR="007D68F6" w:rsidRPr="00E062F1" w:rsidRDefault="007D68F6" w:rsidP="005A68FB">
            <w:pPr>
              <w:pStyle w:val="TAC"/>
            </w:pPr>
            <w:r w:rsidRPr="00E062F1">
              <w:t>n257</w:t>
            </w:r>
          </w:p>
        </w:tc>
        <w:tc>
          <w:tcPr>
            <w:tcW w:w="620" w:type="dxa"/>
            <w:tcBorders>
              <w:top w:val="single" w:sz="4" w:space="0" w:color="auto"/>
              <w:left w:val="single" w:sz="4" w:space="0" w:color="auto"/>
              <w:bottom w:val="single" w:sz="4" w:space="0" w:color="auto"/>
              <w:right w:val="single" w:sz="4" w:space="0" w:color="auto"/>
            </w:tcBorders>
          </w:tcPr>
          <w:p w14:paraId="3CBB403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69C7B9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C3E2D5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85F3D0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8B3F85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B4B55E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42A99F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162656A"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56D9599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B4DE32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60FE99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B8230E2"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5C9A29D0" w14:textId="77777777" w:rsidR="007D68F6" w:rsidRPr="00E062F1" w:rsidRDefault="007D68F6" w:rsidP="005A68FB">
            <w:pPr>
              <w:pStyle w:val="TAC"/>
              <w:rPr>
                <w:lang w:eastAsia="zh-CN"/>
              </w:rPr>
            </w:pPr>
            <w:r>
              <w:rPr>
                <w:rFonts w:hint="eastAsia"/>
                <w:lang w:eastAsia="zh-CN"/>
              </w:rPr>
              <w:t>200</w:t>
            </w:r>
          </w:p>
        </w:tc>
        <w:tc>
          <w:tcPr>
            <w:tcW w:w="621" w:type="dxa"/>
            <w:tcBorders>
              <w:top w:val="single" w:sz="4" w:space="0" w:color="auto"/>
              <w:left w:val="single" w:sz="4" w:space="0" w:color="auto"/>
              <w:bottom w:val="single" w:sz="4" w:space="0" w:color="auto"/>
              <w:right w:val="single" w:sz="4" w:space="0" w:color="auto"/>
            </w:tcBorders>
          </w:tcPr>
          <w:p w14:paraId="2142F6FE" w14:textId="77777777" w:rsidR="007D68F6" w:rsidRPr="00E062F1" w:rsidRDefault="007D68F6" w:rsidP="005A68FB">
            <w:pPr>
              <w:pStyle w:val="TAC"/>
              <w:rPr>
                <w:lang w:eastAsia="zh-CN"/>
              </w:rPr>
            </w:pPr>
            <w:r>
              <w:rPr>
                <w:rFonts w:hint="eastAsia"/>
                <w:lang w:eastAsia="zh-CN"/>
              </w:rPr>
              <w:t>400</w:t>
            </w:r>
          </w:p>
        </w:tc>
        <w:tc>
          <w:tcPr>
            <w:tcW w:w="1330" w:type="dxa"/>
            <w:tcBorders>
              <w:top w:val="nil"/>
              <w:left w:val="single" w:sz="4" w:space="0" w:color="auto"/>
              <w:bottom w:val="single" w:sz="4" w:space="0" w:color="auto"/>
              <w:right w:val="single" w:sz="4" w:space="0" w:color="auto"/>
            </w:tcBorders>
            <w:shd w:val="clear" w:color="auto" w:fill="auto"/>
          </w:tcPr>
          <w:p w14:paraId="210A2D5E" w14:textId="77777777" w:rsidR="007D68F6" w:rsidRPr="00E062F1" w:rsidRDefault="007D68F6" w:rsidP="005A68FB">
            <w:pPr>
              <w:pStyle w:val="TAC"/>
            </w:pPr>
          </w:p>
        </w:tc>
      </w:tr>
      <w:tr w:rsidR="001F2838" w:rsidRPr="00E062F1" w14:paraId="7E6D6C9B"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356DEE6C" w14:textId="77777777" w:rsidR="007D68F6" w:rsidRPr="00E062F1" w:rsidRDefault="007D68F6" w:rsidP="005A68FB">
            <w:pPr>
              <w:pStyle w:val="TAC"/>
            </w:pPr>
            <w:r w:rsidRPr="00E062F1">
              <w:t>CA_n28A-n78A-n257D</w:t>
            </w:r>
          </w:p>
        </w:tc>
        <w:tc>
          <w:tcPr>
            <w:tcW w:w="1738" w:type="dxa"/>
            <w:tcBorders>
              <w:left w:val="single" w:sz="4" w:space="0" w:color="auto"/>
              <w:bottom w:val="nil"/>
              <w:right w:val="single" w:sz="4" w:space="0" w:color="auto"/>
            </w:tcBorders>
            <w:shd w:val="clear" w:color="auto" w:fill="auto"/>
          </w:tcPr>
          <w:p w14:paraId="72E29BB7" w14:textId="77777777" w:rsidR="007D68F6" w:rsidRPr="00E062F1" w:rsidRDefault="007D68F6" w:rsidP="005A68FB">
            <w:pPr>
              <w:pStyle w:val="TAC"/>
              <w:rPr>
                <w:rFonts w:cs="Arial"/>
                <w:lang w:eastAsia="zh-CN"/>
              </w:rPr>
            </w:pPr>
            <w:r w:rsidRPr="00E062F1">
              <w:t>CA_n</w:t>
            </w:r>
            <w:r w:rsidRPr="00E062F1">
              <w:rPr>
                <w:lang w:eastAsia="zh-CN"/>
              </w:rPr>
              <w:t>28</w:t>
            </w:r>
            <w:r w:rsidRPr="00E062F1">
              <w:t>A-</w:t>
            </w:r>
            <w:r w:rsidRPr="00E062F1">
              <w:rPr>
                <w:lang w:eastAsia="zh-CN"/>
              </w:rPr>
              <w:t>n78</w:t>
            </w:r>
            <w:r w:rsidRPr="00E062F1">
              <w:t>A</w:t>
            </w:r>
          </w:p>
          <w:p w14:paraId="473658A1"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w:t>
            </w:r>
            <w:r w:rsidRPr="00E062F1">
              <w:t>A</w:t>
            </w:r>
          </w:p>
          <w:p w14:paraId="0C75D4FC"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257D</w:t>
            </w:r>
          </w:p>
          <w:p w14:paraId="7965BC72" w14:textId="77777777" w:rsidR="007D68F6" w:rsidRPr="00E062F1" w:rsidRDefault="007D68F6" w:rsidP="005A68FB">
            <w:pPr>
              <w:pStyle w:val="TAC"/>
              <w:rPr>
                <w:rFonts w:cs="Arial"/>
                <w:lang w:eastAsia="zh-CN"/>
              </w:rPr>
            </w:pPr>
            <w:r w:rsidRPr="00E062F1">
              <w:t>CA_</w:t>
            </w:r>
            <w:r w:rsidRPr="00E062F1">
              <w:rPr>
                <w:lang w:eastAsia="zh-CN"/>
              </w:rPr>
              <w:t>n78</w:t>
            </w:r>
            <w:r w:rsidRPr="00E062F1">
              <w:t>A-n</w:t>
            </w:r>
            <w:r w:rsidRPr="00E062F1">
              <w:rPr>
                <w:lang w:eastAsia="zh-CN"/>
              </w:rPr>
              <w:t>257</w:t>
            </w:r>
            <w:r w:rsidRPr="00E062F1">
              <w:t>A</w:t>
            </w:r>
          </w:p>
          <w:p w14:paraId="55606260" w14:textId="4EFB4AEA" w:rsidR="007D68F6" w:rsidRPr="00E062F1" w:rsidRDefault="007D68F6" w:rsidP="005A68FB">
            <w:pPr>
              <w:pStyle w:val="TAC"/>
            </w:pPr>
            <w:r w:rsidRPr="00E062F1">
              <w:t>CA_</w:t>
            </w:r>
            <w:r w:rsidRPr="00E062F1">
              <w:rPr>
                <w:lang w:eastAsia="zh-CN"/>
              </w:rPr>
              <w:t>n78</w:t>
            </w:r>
            <w:r w:rsidRPr="00E062F1">
              <w:t>A-n</w:t>
            </w:r>
            <w:r w:rsidRPr="00E062F1">
              <w:rPr>
                <w:lang w:eastAsia="zh-CN"/>
              </w:rPr>
              <w:t>257D</w:t>
            </w:r>
          </w:p>
        </w:tc>
        <w:tc>
          <w:tcPr>
            <w:tcW w:w="668" w:type="dxa"/>
            <w:tcBorders>
              <w:left w:val="single" w:sz="4" w:space="0" w:color="auto"/>
              <w:right w:val="single" w:sz="4" w:space="0" w:color="auto"/>
            </w:tcBorders>
          </w:tcPr>
          <w:p w14:paraId="6DAADF1B"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15D39177"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70803B9F"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027C4837"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74EB066C"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7762500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1A4F19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FD4E79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5C6C0B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4DAF89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F7F1B0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A3CF6D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FD7915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BEEB534"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FAA717E"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78D0D44C" w14:textId="77777777" w:rsidR="007D68F6" w:rsidRPr="00E062F1" w:rsidRDefault="007D68F6" w:rsidP="005A68FB">
            <w:pPr>
              <w:pStyle w:val="TAC"/>
              <w:rPr>
                <w:lang w:eastAsia="zh-CN"/>
              </w:rPr>
            </w:pPr>
            <w:r>
              <w:rPr>
                <w:rFonts w:hint="eastAsia"/>
                <w:lang w:eastAsia="zh-CN"/>
              </w:rPr>
              <w:t>0</w:t>
            </w:r>
          </w:p>
        </w:tc>
      </w:tr>
      <w:tr w:rsidR="001F2838" w:rsidRPr="00E062F1" w14:paraId="537E5923"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46EC6008"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752CF822" w14:textId="77777777" w:rsidR="007D68F6" w:rsidRPr="00E062F1" w:rsidRDefault="007D68F6" w:rsidP="005A68FB">
            <w:pPr>
              <w:pStyle w:val="TAC"/>
            </w:pPr>
          </w:p>
        </w:tc>
        <w:tc>
          <w:tcPr>
            <w:tcW w:w="668" w:type="dxa"/>
            <w:tcBorders>
              <w:left w:val="single" w:sz="4" w:space="0" w:color="auto"/>
              <w:right w:val="single" w:sz="4" w:space="0" w:color="auto"/>
            </w:tcBorders>
          </w:tcPr>
          <w:p w14:paraId="59381966" w14:textId="77777777" w:rsidR="007D68F6" w:rsidRPr="00E062F1" w:rsidRDefault="007D68F6" w:rsidP="005A68FB">
            <w:pPr>
              <w:pStyle w:val="TAC"/>
            </w:pPr>
            <w:r w:rsidRPr="00E062F1">
              <w:t>n78</w:t>
            </w:r>
          </w:p>
        </w:tc>
        <w:tc>
          <w:tcPr>
            <w:tcW w:w="620" w:type="dxa"/>
            <w:tcBorders>
              <w:top w:val="single" w:sz="4" w:space="0" w:color="auto"/>
              <w:left w:val="single" w:sz="4" w:space="0" w:color="auto"/>
              <w:bottom w:val="single" w:sz="4" w:space="0" w:color="auto"/>
              <w:right w:val="single" w:sz="4" w:space="0" w:color="auto"/>
            </w:tcBorders>
          </w:tcPr>
          <w:p w14:paraId="43C571E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8AF2381"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41F1C003"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72601D1C"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6C49BC3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3C5C24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4BAD7DD"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7EF80A5B"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0CB2336E"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2B6BCBDE"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6178D35F"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7351C78A"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2360E5C8"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575BEBD1"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7C7299AC" w14:textId="77777777" w:rsidR="007D68F6" w:rsidRPr="00E062F1" w:rsidRDefault="007D68F6" w:rsidP="005A68FB">
            <w:pPr>
              <w:pStyle w:val="TAC"/>
            </w:pPr>
          </w:p>
        </w:tc>
      </w:tr>
      <w:tr w:rsidR="007D68F6" w:rsidRPr="00E062F1" w14:paraId="4FC379D4"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312E8515"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60B449A6" w14:textId="77777777" w:rsidR="007D68F6" w:rsidRPr="00E062F1" w:rsidRDefault="007D68F6" w:rsidP="005A68FB">
            <w:pPr>
              <w:pStyle w:val="TAC"/>
            </w:pPr>
          </w:p>
        </w:tc>
        <w:tc>
          <w:tcPr>
            <w:tcW w:w="668" w:type="dxa"/>
            <w:tcBorders>
              <w:left w:val="single" w:sz="4" w:space="0" w:color="auto"/>
              <w:right w:val="single" w:sz="4" w:space="0" w:color="auto"/>
            </w:tcBorders>
          </w:tcPr>
          <w:p w14:paraId="7F7A4908"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1150AF0C" w14:textId="3D79D613" w:rsidR="007D68F6" w:rsidRPr="00E062F1" w:rsidRDefault="007D68F6" w:rsidP="005A68FB">
            <w:pPr>
              <w:pStyle w:val="TAC"/>
            </w:pPr>
            <w:r w:rsidRPr="00E062F1">
              <w:t>See CA_n257D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5F580BA4" w14:textId="77777777" w:rsidR="007D68F6" w:rsidRPr="00E062F1" w:rsidRDefault="007D68F6" w:rsidP="005A68FB">
            <w:pPr>
              <w:pStyle w:val="TAC"/>
            </w:pPr>
          </w:p>
        </w:tc>
      </w:tr>
      <w:tr w:rsidR="001F2838" w:rsidRPr="00E062F1" w14:paraId="38A94392"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27A8F9BB" w14:textId="77777777" w:rsidR="007D68F6" w:rsidRPr="00E062F1" w:rsidRDefault="007D68F6" w:rsidP="005A68FB">
            <w:pPr>
              <w:pStyle w:val="TAC"/>
            </w:pPr>
            <w:r w:rsidRPr="00E062F1">
              <w:t>CA_n28A-n78A-n257G</w:t>
            </w:r>
          </w:p>
        </w:tc>
        <w:tc>
          <w:tcPr>
            <w:tcW w:w="1738" w:type="dxa"/>
            <w:tcBorders>
              <w:left w:val="single" w:sz="4" w:space="0" w:color="auto"/>
              <w:bottom w:val="nil"/>
              <w:right w:val="single" w:sz="4" w:space="0" w:color="auto"/>
            </w:tcBorders>
            <w:shd w:val="clear" w:color="auto" w:fill="auto"/>
          </w:tcPr>
          <w:p w14:paraId="351654CC" w14:textId="77777777" w:rsidR="007D68F6" w:rsidRPr="00E062F1" w:rsidRDefault="007D68F6" w:rsidP="005A68FB">
            <w:pPr>
              <w:pStyle w:val="TAC"/>
              <w:rPr>
                <w:rFonts w:cs="Arial"/>
                <w:lang w:eastAsia="zh-CN"/>
              </w:rPr>
            </w:pPr>
            <w:r w:rsidRPr="00E062F1">
              <w:t>CA_n</w:t>
            </w:r>
            <w:r w:rsidRPr="00E062F1">
              <w:rPr>
                <w:lang w:eastAsia="zh-CN"/>
              </w:rPr>
              <w:t>28</w:t>
            </w:r>
            <w:r w:rsidRPr="00E062F1">
              <w:t>A-</w:t>
            </w:r>
            <w:r w:rsidRPr="00E062F1">
              <w:rPr>
                <w:lang w:eastAsia="zh-CN"/>
              </w:rPr>
              <w:t>n78</w:t>
            </w:r>
            <w:r w:rsidRPr="00E062F1">
              <w:t>A</w:t>
            </w:r>
          </w:p>
          <w:p w14:paraId="3C4EF895"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w:t>
            </w:r>
            <w:r w:rsidRPr="00E062F1">
              <w:t>A</w:t>
            </w:r>
          </w:p>
          <w:p w14:paraId="324D9F74"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257G</w:t>
            </w:r>
          </w:p>
          <w:p w14:paraId="7C3811E0" w14:textId="77777777" w:rsidR="007D68F6" w:rsidRPr="00E062F1" w:rsidRDefault="007D68F6" w:rsidP="005A68FB">
            <w:pPr>
              <w:pStyle w:val="TAC"/>
              <w:rPr>
                <w:rFonts w:cs="Arial"/>
                <w:lang w:eastAsia="zh-CN"/>
              </w:rPr>
            </w:pPr>
            <w:r w:rsidRPr="00E062F1">
              <w:t>CA_</w:t>
            </w:r>
            <w:r w:rsidRPr="00E062F1">
              <w:rPr>
                <w:lang w:eastAsia="zh-CN"/>
              </w:rPr>
              <w:t>n78</w:t>
            </w:r>
            <w:r w:rsidRPr="00E062F1">
              <w:t>A-n</w:t>
            </w:r>
            <w:r w:rsidRPr="00E062F1">
              <w:rPr>
                <w:lang w:eastAsia="zh-CN"/>
              </w:rPr>
              <w:t>257</w:t>
            </w:r>
            <w:r w:rsidRPr="00E062F1">
              <w:t>A</w:t>
            </w:r>
          </w:p>
          <w:p w14:paraId="1881365B" w14:textId="0E12B9A3" w:rsidR="007D68F6" w:rsidRPr="00E062F1" w:rsidRDefault="007D68F6" w:rsidP="005A68FB">
            <w:pPr>
              <w:pStyle w:val="TAC"/>
            </w:pPr>
            <w:r w:rsidRPr="00E062F1">
              <w:t>CA_</w:t>
            </w:r>
            <w:r w:rsidRPr="00E062F1">
              <w:rPr>
                <w:lang w:eastAsia="zh-CN"/>
              </w:rPr>
              <w:t>n78</w:t>
            </w:r>
            <w:r w:rsidRPr="00E062F1">
              <w:t>A-n</w:t>
            </w:r>
            <w:r w:rsidRPr="00E062F1">
              <w:rPr>
                <w:lang w:eastAsia="zh-CN"/>
              </w:rPr>
              <w:t>257G</w:t>
            </w:r>
          </w:p>
        </w:tc>
        <w:tc>
          <w:tcPr>
            <w:tcW w:w="668" w:type="dxa"/>
            <w:tcBorders>
              <w:left w:val="single" w:sz="4" w:space="0" w:color="auto"/>
              <w:right w:val="single" w:sz="4" w:space="0" w:color="auto"/>
            </w:tcBorders>
          </w:tcPr>
          <w:p w14:paraId="300F019C"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6651DF5C"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6DF2B59E"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132E6F81"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77785A23"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5F26EC5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345E11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AD8B8C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7363FC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7389A3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18023C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BE9DBF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5A9706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04AAE36"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3C0A1254"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696DE9A5" w14:textId="77777777" w:rsidR="007D68F6" w:rsidRPr="00E062F1" w:rsidRDefault="007D68F6" w:rsidP="005A68FB">
            <w:pPr>
              <w:pStyle w:val="TAC"/>
              <w:rPr>
                <w:lang w:eastAsia="zh-CN"/>
              </w:rPr>
            </w:pPr>
            <w:r>
              <w:rPr>
                <w:rFonts w:hint="eastAsia"/>
                <w:lang w:eastAsia="zh-CN"/>
              </w:rPr>
              <w:t>0</w:t>
            </w:r>
          </w:p>
        </w:tc>
      </w:tr>
      <w:tr w:rsidR="001F2838" w:rsidRPr="00E062F1" w14:paraId="6B2D8A5A"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50920FB4"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0E715A2A" w14:textId="77777777" w:rsidR="007D68F6" w:rsidRPr="00E062F1" w:rsidRDefault="007D68F6" w:rsidP="005A68FB">
            <w:pPr>
              <w:pStyle w:val="TAC"/>
            </w:pPr>
          </w:p>
        </w:tc>
        <w:tc>
          <w:tcPr>
            <w:tcW w:w="668" w:type="dxa"/>
            <w:tcBorders>
              <w:left w:val="single" w:sz="4" w:space="0" w:color="auto"/>
              <w:right w:val="single" w:sz="4" w:space="0" w:color="auto"/>
            </w:tcBorders>
          </w:tcPr>
          <w:p w14:paraId="2D9CB4B5" w14:textId="77777777" w:rsidR="007D68F6" w:rsidRPr="00E062F1" w:rsidRDefault="007D68F6" w:rsidP="005A68FB">
            <w:pPr>
              <w:pStyle w:val="TAC"/>
            </w:pPr>
            <w:r w:rsidRPr="00E062F1">
              <w:t>n78</w:t>
            </w:r>
          </w:p>
        </w:tc>
        <w:tc>
          <w:tcPr>
            <w:tcW w:w="620" w:type="dxa"/>
            <w:tcBorders>
              <w:top w:val="single" w:sz="4" w:space="0" w:color="auto"/>
              <w:left w:val="single" w:sz="4" w:space="0" w:color="auto"/>
              <w:bottom w:val="single" w:sz="4" w:space="0" w:color="auto"/>
              <w:right w:val="single" w:sz="4" w:space="0" w:color="auto"/>
            </w:tcBorders>
          </w:tcPr>
          <w:p w14:paraId="312E08B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E102A2B"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5D2E927B"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5EB650DF"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1349733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3D52C7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418A3C2"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604F15FA"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550B031E"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228373F0"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28037017"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26EFFB26"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5F829DA5"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30E6AFAA"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1CEDD5BE" w14:textId="77777777" w:rsidR="007D68F6" w:rsidRPr="00E062F1" w:rsidRDefault="007D68F6" w:rsidP="005A68FB">
            <w:pPr>
              <w:pStyle w:val="TAC"/>
            </w:pPr>
          </w:p>
        </w:tc>
      </w:tr>
      <w:tr w:rsidR="007D68F6" w:rsidRPr="00E062F1" w14:paraId="78565341"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4D217E9A"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1902C6F8" w14:textId="77777777" w:rsidR="007D68F6" w:rsidRPr="00E062F1" w:rsidRDefault="007D68F6" w:rsidP="005A68FB">
            <w:pPr>
              <w:pStyle w:val="TAC"/>
            </w:pPr>
          </w:p>
        </w:tc>
        <w:tc>
          <w:tcPr>
            <w:tcW w:w="668" w:type="dxa"/>
            <w:tcBorders>
              <w:left w:val="single" w:sz="4" w:space="0" w:color="auto"/>
              <w:right w:val="single" w:sz="4" w:space="0" w:color="auto"/>
            </w:tcBorders>
          </w:tcPr>
          <w:p w14:paraId="1A97D696"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4E0FFEB3" w14:textId="797EE6AE" w:rsidR="007D68F6" w:rsidRPr="00E062F1" w:rsidRDefault="007D68F6" w:rsidP="005A68FB">
            <w:pPr>
              <w:pStyle w:val="TAC"/>
            </w:pPr>
            <w:r w:rsidRPr="00E062F1">
              <w:t>See CA_n257G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56AAFA6F" w14:textId="77777777" w:rsidR="007D68F6" w:rsidRPr="00E062F1" w:rsidRDefault="007D68F6" w:rsidP="005A68FB">
            <w:pPr>
              <w:pStyle w:val="TAC"/>
            </w:pPr>
          </w:p>
        </w:tc>
      </w:tr>
      <w:tr w:rsidR="001F2838" w:rsidRPr="00E062F1" w14:paraId="0471319B"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282AA366" w14:textId="77777777" w:rsidR="007D68F6" w:rsidRPr="00E062F1" w:rsidRDefault="007D68F6" w:rsidP="005A68FB">
            <w:pPr>
              <w:pStyle w:val="TAC"/>
            </w:pPr>
            <w:r w:rsidRPr="00E062F1">
              <w:t>CA_n28A-n78A-n257H</w:t>
            </w:r>
          </w:p>
        </w:tc>
        <w:tc>
          <w:tcPr>
            <w:tcW w:w="1738" w:type="dxa"/>
            <w:tcBorders>
              <w:left w:val="single" w:sz="4" w:space="0" w:color="auto"/>
              <w:bottom w:val="nil"/>
              <w:right w:val="single" w:sz="4" w:space="0" w:color="auto"/>
            </w:tcBorders>
            <w:shd w:val="clear" w:color="auto" w:fill="auto"/>
          </w:tcPr>
          <w:p w14:paraId="49658594" w14:textId="77777777" w:rsidR="007D68F6" w:rsidRPr="00E062F1" w:rsidRDefault="007D68F6" w:rsidP="005A68FB">
            <w:pPr>
              <w:pStyle w:val="TAC"/>
              <w:rPr>
                <w:rFonts w:cs="Arial"/>
                <w:lang w:eastAsia="zh-CN"/>
              </w:rPr>
            </w:pPr>
            <w:r w:rsidRPr="00E062F1">
              <w:t>CA_n</w:t>
            </w:r>
            <w:r w:rsidRPr="00E062F1">
              <w:rPr>
                <w:lang w:eastAsia="zh-CN"/>
              </w:rPr>
              <w:t>28</w:t>
            </w:r>
            <w:r w:rsidRPr="00E062F1">
              <w:t>A-</w:t>
            </w:r>
            <w:r w:rsidRPr="00E062F1">
              <w:rPr>
                <w:lang w:eastAsia="zh-CN"/>
              </w:rPr>
              <w:t>n78</w:t>
            </w:r>
            <w:r w:rsidRPr="00E062F1">
              <w:t>A</w:t>
            </w:r>
          </w:p>
          <w:p w14:paraId="7902765F"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w:t>
            </w:r>
            <w:r w:rsidRPr="00E062F1">
              <w:t>A</w:t>
            </w:r>
          </w:p>
          <w:p w14:paraId="7B795DBA"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257G</w:t>
            </w:r>
          </w:p>
          <w:p w14:paraId="6A7A6944"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257H</w:t>
            </w:r>
          </w:p>
          <w:p w14:paraId="39F68775" w14:textId="77777777" w:rsidR="007D68F6" w:rsidRPr="00E062F1" w:rsidRDefault="007D68F6" w:rsidP="005A68FB">
            <w:pPr>
              <w:pStyle w:val="TAC"/>
              <w:rPr>
                <w:rFonts w:cs="Arial"/>
                <w:lang w:eastAsia="zh-CN"/>
              </w:rPr>
            </w:pPr>
            <w:r w:rsidRPr="00E062F1">
              <w:t>CA_</w:t>
            </w:r>
            <w:r w:rsidRPr="00E062F1">
              <w:rPr>
                <w:lang w:eastAsia="zh-CN"/>
              </w:rPr>
              <w:t>n78</w:t>
            </w:r>
            <w:r w:rsidRPr="00E062F1">
              <w:t>A-n</w:t>
            </w:r>
            <w:r w:rsidRPr="00E062F1">
              <w:rPr>
                <w:lang w:eastAsia="zh-CN"/>
              </w:rPr>
              <w:t>257</w:t>
            </w:r>
            <w:r w:rsidRPr="00E062F1">
              <w:t>A</w:t>
            </w:r>
          </w:p>
          <w:p w14:paraId="11672A8C" w14:textId="77777777" w:rsidR="007D68F6" w:rsidRPr="00E062F1" w:rsidRDefault="007D68F6" w:rsidP="005A68FB">
            <w:pPr>
              <w:pStyle w:val="TAC"/>
              <w:rPr>
                <w:rFonts w:cs="Arial"/>
                <w:lang w:eastAsia="zh-CN"/>
              </w:rPr>
            </w:pPr>
            <w:r w:rsidRPr="00E062F1">
              <w:t>CA_</w:t>
            </w:r>
            <w:r w:rsidRPr="00E062F1">
              <w:rPr>
                <w:lang w:eastAsia="zh-CN"/>
              </w:rPr>
              <w:t>n78</w:t>
            </w:r>
            <w:r w:rsidRPr="00E062F1">
              <w:t>A-n</w:t>
            </w:r>
            <w:r w:rsidRPr="00E062F1">
              <w:rPr>
                <w:lang w:eastAsia="zh-CN"/>
              </w:rPr>
              <w:t>257G</w:t>
            </w:r>
          </w:p>
          <w:p w14:paraId="06CB36C2" w14:textId="3DD7FAFA" w:rsidR="007D68F6" w:rsidRPr="00E062F1" w:rsidRDefault="007D68F6" w:rsidP="005A68FB">
            <w:pPr>
              <w:pStyle w:val="TAC"/>
            </w:pPr>
            <w:r w:rsidRPr="00E062F1">
              <w:t>CA_</w:t>
            </w:r>
            <w:r w:rsidRPr="00E062F1">
              <w:rPr>
                <w:lang w:eastAsia="zh-CN"/>
              </w:rPr>
              <w:t>n78</w:t>
            </w:r>
            <w:r w:rsidRPr="00E062F1">
              <w:t>A-n</w:t>
            </w:r>
            <w:r w:rsidRPr="00E062F1">
              <w:rPr>
                <w:lang w:eastAsia="zh-CN"/>
              </w:rPr>
              <w:t>257H</w:t>
            </w:r>
          </w:p>
        </w:tc>
        <w:tc>
          <w:tcPr>
            <w:tcW w:w="668" w:type="dxa"/>
            <w:tcBorders>
              <w:left w:val="single" w:sz="4" w:space="0" w:color="auto"/>
              <w:right w:val="single" w:sz="4" w:space="0" w:color="auto"/>
            </w:tcBorders>
          </w:tcPr>
          <w:p w14:paraId="3D005485"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1F50F5FA"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7FF94598"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18EFC6E4"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41ADD73E"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45274B2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F79F02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3FEE6B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4E6503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2A1898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A26F26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32EA09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ED31FF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47E042C"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3172E3BA"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1F9724F3" w14:textId="77777777" w:rsidR="007D68F6" w:rsidRPr="00E062F1" w:rsidRDefault="007D68F6" w:rsidP="005A68FB">
            <w:pPr>
              <w:pStyle w:val="TAC"/>
              <w:rPr>
                <w:lang w:eastAsia="zh-CN"/>
              </w:rPr>
            </w:pPr>
            <w:r>
              <w:rPr>
                <w:rFonts w:hint="eastAsia"/>
                <w:lang w:eastAsia="zh-CN"/>
              </w:rPr>
              <w:t>0</w:t>
            </w:r>
          </w:p>
        </w:tc>
      </w:tr>
      <w:tr w:rsidR="001F2838" w:rsidRPr="00E062F1" w14:paraId="51E42844"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0588CB0C"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6BE246A0" w14:textId="77777777" w:rsidR="007D68F6" w:rsidRPr="00E062F1" w:rsidRDefault="007D68F6" w:rsidP="005A68FB">
            <w:pPr>
              <w:pStyle w:val="TAC"/>
            </w:pPr>
          </w:p>
        </w:tc>
        <w:tc>
          <w:tcPr>
            <w:tcW w:w="668" w:type="dxa"/>
            <w:tcBorders>
              <w:left w:val="single" w:sz="4" w:space="0" w:color="auto"/>
              <w:right w:val="single" w:sz="4" w:space="0" w:color="auto"/>
            </w:tcBorders>
          </w:tcPr>
          <w:p w14:paraId="62BC5BF6" w14:textId="77777777" w:rsidR="007D68F6" w:rsidRPr="00E062F1" w:rsidRDefault="007D68F6" w:rsidP="005A68FB">
            <w:pPr>
              <w:pStyle w:val="TAC"/>
            </w:pPr>
            <w:r w:rsidRPr="00E062F1">
              <w:t>n78</w:t>
            </w:r>
          </w:p>
        </w:tc>
        <w:tc>
          <w:tcPr>
            <w:tcW w:w="620" w:type="dxa"/>
            <w:tcBorders>
              <w:top w:val="single" w:sz="4" w:space="0" w:color="auto"/>
              <w:left w:val="single" w:sz="4" w:space="0" w:color="auto"/>
              <w:bottom w:val="single" w:sz="4" w:space="0" w:color="auto"/>
              <w:right w:val="single" w:sz="4" w:space="0" w:color="auto"/>
            </w:tcBorders>
          </w:tcPr>
          <w:p w14:paraId="5C17FA9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EF607B8"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5F92D789"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1F639DBB"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4BA6C52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7E7630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2CF0445"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3AE3A727"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4A906613"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20A8B7C1"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039E1A38"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6360852C"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08E1D6FC"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5B012789"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56569021" w14:textId="77777777" w:rsidR="007D68F6" w:rsidRPr="00E062F1" w:rsidRDefault="007D68F6" w:rsidP="005A68FB">
            <w:pPr>
              <w:pStyle w:val="TAC"/>
            </w:pPr>
          </w:p>
        </w:tc>
      </w:tr>
      <w:tr w:rsidR="007D68F6" w:rsidRPr="00E062F1" w14:paraId="12DB6D5F"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38E99038"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734E942D" w14:textId="77777777" w:rsidR="007D68F6" w:rsidRPr="00E062F1" w:rsidRDefault="007D68F6" w:rsidP="005A68FB">
            <w:pPr>
              <w:pStyle w:val="TAC"/>
            </w:pPr>
          </w:p>
        </w:tc>
        <w:tc>
          <w:tcPr>
            <w:tcW w:w="668" w:type="dxa"/>
            <w:tcBorders>
              <w:left w:val="single" w:sz="4" w:space="0" w:color="auto"/>
              <w:right w:val="single" w:sz="4" w:space="0" w:color="auto"/>
            </w:tcBorders>
          </w:tcPr>
          <w:p w14:paraId="28976867"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538CFA2E" w14:textId="2CC8B220" w:rsidR="007D68F6" w:rsidRPr="00E062F1" w:rsidRDefault="007D68F6" w:rsidP="005A68FB">
            <w:pPr>
              <w:pStyle w:val="TAC"/>
            </w:pPr>
            <w:r w:rsidRPr="00E062F1">
              <w:t>See CA_n257H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62668A7B" w14:textId="77777777" w:rsidR="007D68F6" w:rsidRPr="00E062F1" w:rsidRDefault="007D68F6" w:rsidP="005A68FB">
            <w:pPr>
              <w:pStyle w:val="TAC"/>
            </w:pPr>
          </w:p>
        </w:tc>
      </w:tr>
      <w:tr w:rsidR="001F2838" w:rsidRPr="00E062F1" w14:paraId="0F7768E8"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618ED38A" w14:textId="77777777" w:rsidR="007D68F6" w:rsidRPr="00E062F1" w:rsidRDefault="007D68F6" w:rsidP="005A68FB">
            <w:pPr>
              <w:pStyle w:val="TAC"/>
            </w:pPr>
            <w:r w:rsidRPr="00E062F1">
              <w:t>CA_n28A-n78A-n257I</w:t>
            </w:r>
          </w:p>
        </w:tc>
        <w:tc>
          <w:tcPr>
            <w:tcW w:w="1738" w:type="dxa"/>
            <w:tcBorders>
              <w:left w:val="single" w:sz="4" w:space="0" w:color="auto"/>
              <w:bottom w:val="nil"/>
              <w:right w:val="single" w:sz="4" w:space="0" w:color="auto"/>
            </w:tcBorders>
            <w:shd w:val="clear" w:color="auto" w:fill="auto"/>
          </w:tcPr>
          <w:p w14:paraId="6BE3A05F" w14:textId="77777777" w:rsidR="007D68F6" w:rsidRPr="00E062F1" w:rsidRDefault="007D68F6" w:rsidP="005A68FB">
            <w:pPr>
              <w:pStyle w:val="TAC"/>
              <w:rPr>
                <w:rFonts w:cs="Arial"/>
                <w:lang w:eastAsia="zh-CN"/>
              </w:rPr>
            </w:pPr>
            <w:r w:rsidRPr="00E062F1">
              <w:t>CA_n</w:t>
            </w:r>
            <w:r w:rsidRPr="00E062F1">
              <w:rPr>
                <w:lang w:eastAsia="zh-CN"/>
              </w:rPr>
              <w:t>28</w:t>
            </w:r>
            <w:r w:rsidRPr="00E062F1">
              <w:t>A-</w:t>
            </w:r>
            <w:r w:rsidRPr="00E062F1">
              <w:rPr>
                <w:lang w:eastAsia="zh-CN"/>
              </w:rPr>
              <w:t>n78</w:t>
            </w:r>
            <w:r w:rsidRPr="00E062F1">
              <w:t>A</w:t>
            </w:r>
          </w:p>
          <w:p w14:paraId="05BB6A03"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w:t>
            </w:r>
            <w:r w:rsidRPr="00E062F1">
              <w:t>A</w:t>
            </w:r>
          </w:p>
          <w:p w14:paraId="71EF5029"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257G</w:t>
            </w:r>
          </w:p>
          <w:p w14:paraId="1C958393"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257H</w:t>
            </w:r>
          </w:p>
          <w:p w14:paraId="2853FA00" w14:textId="77777777" w:rsidR="007D68F6" w:rsidRPr="00E062F1" w:rsidRDefault="007D68F6" w:rsidP="005A68FB">
            <w:pPr>
              <w:pStyle w:val="TAC"/>
              <w:rPr>
                <w:rFonts w:cs="Arial"/>
                <w:lang w:eastAsia="zh-CN"/>
              </w:rPr>
            </w:pPr>
            <w:r w:rsidRPr="00E062F1">
              <w:t>CA_n</w:t>
            </w:r>
            <w:r w:rsidRPr="00E062F1">
              <w:rPr>
                <w:lang w:eastAsia="zh-CN"/>
              </w:rPr>
              <w:t>28</w:t>
            </w:r>
            <w:r w:rsidRPr="00E062F1">
              <w:t>A-n</w:t>
            </w:r>
            <w:r w:rsidRPr="00E062F1">
              <w:rPr>
                <w:lang w:eastAsia="zh-CN"/>
              </w:rPr>
              <w:t>257I</w:t>
            </w:r>
          </w:p>
          <w:p w14:paraId="6B468367" w14:textId="77777777" w:rsidR="007D68F6" w:rsidRPr="00E062F1" w:rsidRDefault="007D68F6" w:rsidP="005A68FB">
            <w:pPr>
              <w:pStyle w:val="TAC"/>
              <w:rPr>
                <w:rFonts w:cs="Arial"/>
                <w:lang w:eastAsia="zh-CN"/>
              </w:rPr>
            </w:pPr>
            <w:r w:rsidRPr="00E062F1">
              <w:t>CA_</w:t>
            </w:r>
            <w:r w:rsidRPr="00E062F1">
              <w:rPr>
                <w:lang w:eastAsia="zh-CN"/>
              </w:rPr>
              <w:t>n78</w:t>
            </w:r>
            <w:r w:rsidRPr="00E062F1">
              <w:t>A-n</w:t>
            </w:r>
            <w:r w:rsidRPr="00E062F1">
              <w:rPr>
                <w:lang w:eastAsia="zh-CN"/>
              </w:rPr>
              <w:t>257</w:t>
            </w:r>
            <w:r w:rsidRPr="00E062F1">
              <w:t>A</w:t>
            </w:r>
          </w:p>
          <w:p w14:paraId="416C3C3D" w14:textId="77777777" w:rsidR="007D68F6" w:rsidRPr="00E062F1" w:rsidRDefault="007D68F6" w:rsidP="005A68FB">
            <w:pPr>
              <w:pStyle w:val="TAC"/>
              <w:rPr>
                <w:rFonts w:cs="Arial"/>
                <w:lang w:eastAsia="zh-CN"/>
              </w:rPr>
            </w:pPr>
            <w:r w:rsidRPr="00E062F1">
              <w:t>CA_</w:t>
            </w:r>
            <w:r w:rsidRPr="00E062F1">
              <w:rPr>
                <w:lang w:eastAsia="zh-CN"/>
              </w:rPr>
              <w:t>n78</w:t>
            </w:r>
            <w:r w:rsidRPr="00E062F1">
              <w:t>A-n</w:t>
            </w:r>
            <w:r w:rsidRPr="00E062F1">
              <w:rPr>
                <w:lang w:eastAsia="zh-CN"/>
              </w:rPr>
              <w:t>257G</w:t>
            </w:r>
          </w:p>
          <w:p w14:paraId="656010F7" w14:textId="77777777" w:rsidR="007D68F6" w:rsidRPr="00E062F1" w:rsidRDefault="007D68F6" w:rsidP="005A68FB">
            <w:pPr>
              <w:pStyle w:val="TAC"/>
              <w:rPr>
                <w:rFonts w:cs="Arial"/>
                <w:lang w:eastAsia="zh-CN"/>
              </w:rPr>
            </w:pPr>
            <w:r w:rsidRPr="00E062F1">
              <w:t>CA_</w:t>
            </w:r>
            <w:r w:rsidRPr="00E062F1">
              <w:rPr>
                <w:lang w:eastAsia="zh-CN"/>
              </w:rPr>
              <w:t>n78</w:t>
            </w:r>
            <w:r w:rsidRPr="00E062F1">
              <w:t>A-n</w:t>
            </w:r>
            <w:r w:rsidRPr="00E062F1">
              <w:rPr>
                <w:lang w:eastAsia="zh-CN"/>
              </w:rPr>
              <w:t>257H</w:t>
            </w:r>
          </w:p>
          <w:p w14:paraId="3F564A19" w14:textId="3177D296" w:rsidR="007D68F6" w:rsidRPr="00E062F1" w:rsidRDefault="007D68F6" w:rsidP="005A68FB">
            <w:pPr>
              <w:pStyle w:val="TAC"/>
            </w:pPr>
            <w:r w:rsidRPr="00E062F1">
              <w:t>CA_</w:t>
            </w:r>
            <w:r w:rsidRPr="00E062F1">
              <w:rPr>
                <w:lang w:eastAsia="zh-CN"/>
              </w:rPr>
              <w:t>n78</w:t>
            </w:r>
            <w:r w:rsidRPr="00E062F1">
              <w:t>A-n</w:t>
            </w:r>
            <w:r w:rsidRPr="00E062F1">
              <w:rPr>
                <w:lang w:eastAsia="zh-CN"/>
              </w:rPr>
              <w:t>257I</w:t>
            </w:r>
          </w:p>
        </w:tc>
        <w:tc>
          <w:tcPr>
            <w:tcW w:w="668" w:type="dxa"/>
            <w:tcBorders>
              <w:left w:val="single" w:sz="4" w:space="0" w:color="auto"/>
              <w:right w:val="single" w:sz="4" w:space="0" w:color="auto"/>
            </w:tcBorders>
          </w:tcPr>
          <w:p w14:paraId="6C65694F" w14:textId="77777777" w:rsidR="007D68F6" w:rsidRPr="00E062F1" w:rsidRDefault="007D68F6" w:rsidP="005A68FB">
            <w:pPr>
              <w:pStyle w:val="TAC"/>
            </w:pPr>
            <w:r w:rsidRPr="00E062F1">
              <w:t>n28</w:t>
            </w:r>
          </w:p>
        </w:tc>
        <w:tc>
          <w:tcPr>
            <w:tcW w:w="620" w:type="dxa"/>
            <w:tcBorders>
              <w:top w:val="single" w:sz="4" w:space="0" w:color="auto"/>
              <w:left w:val="single" w:sz="4" w:space="0" w:color="auto"/>
              <w:bottom w:val="single" w:sz="4" w:space="0" w:color="auto"/>
              <w:right w:val="single" w:sz="4" w:space="0" w:color="auto"/>
            </w:tcBorders>
          </w:tcPr>
          <w:p w14:paraId="74B317F0" w14:textId="77777777" w:rsidR="007D68F6" w:rsidRPr="00E062F1" w:rsidRDefault="007D68F6" w:rsidP="005A68FB">
            <w:pPr>
              <w:pStyle w:val="TAC"/>
              <w:rPr>
                <w:lang w:eastAsia="zh-CN"/>
              </w:rPr>
            </w:pPr>
            <w:r>
              <w:rPr>
                <w:rFonts w:hint="eastAsia"/>
                <w:lang w:eastAsia="zh-CN"/>
              </w:rPr>
              <w:t>5</w:t>
            </w:r>
          </w:p>
        </w:tc>
        <w:tc>
          <w:tcPr>
            <w:tcW w:w="620" w:type="dxa"/>
            <w:tcBorders>
              <w:top w:val="single" w:sz="4" w:space="0" w:color="auto"/>
              <w:left w:val="single" w:sz="4" w:space="0" w:color="auto"/>
              <w:bottom w:val="single" w:sz="4" w:space="0" w:color="auto"/>
              <w:right w:val="single" w:sz="4" w:space="0" w:color="auto"/>
            </w:tcBorders>
          </w:tcPr>
          <w:p w14:paraId="15AA426F"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3FC353B2"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436EB66B"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0959102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8CD3D2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4AFAF4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2E2F8E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8746B4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5451C3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75899D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D128C7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BA4B13D"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0830478E"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3F35D69F" w14:textId="77777777" w:rsidR="007D68F6" w:rsidRPr="00E062F1" w:rsidRDefault="007D68F6" w:rsidP="005A68FB">
            <w:pPr>
              <w:pStyle w:val="TAC"/>
              <w:rPr>
                <w:lang w:eastAsia="zh-CN"/>
              </w:rPr>
            </w:pPr>
            <w:r>
              <w:rPr>
                <w:rFonts w:hint="eastAsia"/>
                <w:lang w:eastAsia="zh-CN"/>
              </w:rPr>
              <w:t>0</w:t>
            </w:r>
          </w:p>
        </w:tc>
      </w:tr>
      <w:tr w:rsidR="001F2838" w:rsidRPr="00E062F1" w14:paraId="1E983A30"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73004945"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6D07D6B9" w14:textId="77777777" w:rsidR="007D68F6" w:rsidRPr="00E062F1" w:rsidRDefault="007D68F6" w:rsidP="005A68FB">
            <w:pPr>
              <w:pStyle w:val="TAC"/>
            </w:pPr>
          </w:p>
        </w:tc>
        <w:tc>
          <w:tcPr>
            <w:tcW w:w="668" w:type="dxa"/>
            <w:tcBorders>
              <w:left w:val="single" w:sz="4" w:space="0" w:color="auto"/>
              <w:right w:val="single" w:sz="4" w:space="0" w:color="auto"/>
            </w:tcBorders>
          </w:tcPr>
          <w:p w14:paraId="60C55E62" w14:textId="77777777" w:rsidR="007D68F6" w:rsidRPr="00E062F1" w:rsidRDefault="007D68F6" w:rsidP="005A68FB">
            <w:pPr>
              <w:pStyle w:val="TAC"/>
            </w:pPr>
            <w:r w:rsidRPr="00E062F1">
              <w:t>n78</w:t>
            </w:r>
          </w:p>
        </w:tc>
        <w:tc>
          <w:tcPr>
            <w:tcW w:w="620" w:type="dxa"/>
            <w:tcBorders>
              <w:top w:val="single" w:sz="4" w:space="0" w:color="auto"/>
              <w:left w:val="single" w:sz="4" w:space="0" w:color="auto"/>
              <w:bottom w:val="single" w:sz="4" w:space="0" w:color="auto"/>
              <w:right w:val="single" w:sz="4" w:space="0" w:color="auto"/>
            </w:tcBorders>
          </w:tcPr>
          <w:p w14:paraId="5E838BB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7935ED1"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6BA95D60"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5B7029FA"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790750A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8AD378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8375C5B"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1EDED8A4"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6629CD4A"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6CB5752F"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085D7C19"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056E6D7A"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786AA31B"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2E002F15"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581AFE3C" w14:textId="77777777" w:rsidR="007D68F6" w:rsidRPr="00E062F1" w:rsidRDefault="007D68F6" w:rsidP="005A68FB">
            <w:pPr>
              <w:pStyle w:val="TAC"/>
              <w:rPr>
                <w:lang w:eastAsia="zh-CN"/>
              </w:rPr>
            </w:pPr>
          </w:p>
        </w:tc>
      </w:tr>
      <w:tr w:rsidR="007D68F6" w:rsidRPr="00E062F1" w14:paraId="38535816"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50FCF69D"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138DC133" w14:textId="77777777" w:rsidR="007D68F6" w:rsidRPr="00E062F1" w:rsidRDefault="007D68F6" w:rsidP="005A68FB">
            <w:pPr>
              <w:pStyle w:val="TAC"/>
            </w:pPr>
          </w:p>
        </w:tc>
        <w:tc>
          <w:tcPr>
            <w:tcW w:w="668" w:type="dxa"/>
            <w:tcBorders>
              <w:left w:val="single" w:sz="4" w:space="0" w:color="auto"/>
              <w:right w:val="single" w:sz="4" w:space="0" w:color="auto"/>
            </w:tcBorders>
          </w:tcPr>
          <w:p w14:paraId="4039850A"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79B19D5B" w14:textId="54E383F5" w:rsidR="007D68F6" w:rsidRPr="00E062F1" w:rsidRDefault="007D68F6" w:rsidP="005A68FB">
            <w:pPr>
              <w:pStyle w:val="TAC"/>
            </w:pPr>
            <w:r w:rsidRPr="00E062F1">
              <w:t>See CA_n257I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2DEEAC43" w14:textId="77777777" w:rsidR="007D68F6" w:rsidRPr="00E062F1" w:rsidRDefault="007D68F6" w:rsidP="005A68FB">
            <w:pPr>
              <w:pStyle w:val="TAC"/>
              <w:rPr>
                <w:lang w:eastAsia="zh-CN"/>
              </w:rPr>
            </w:pPr>
          </w:p>
        </w:tc>
      </w:tr>
      <w:tr w:rsidR="001F2838" w:rsidRPr="00E062F1" w14:paraId="7AD5172C"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72D395CD" w14:textId="77777777" w:rsidR="007D68F6" w:rsidRPr="00E062F1" w:rsidRDefault="007D68F6" w:rsidP="005A68FB">
            <w:pPr>
              <w:pStyle w:val="TAC"/>
              <w:rPr>
                <w:lang w:eastAsia="ja-JP"/>
              </w:rPr>
            </w:pPr>
            <w:r w:rsidRPr="00E062F1">
              <w:t>CA_n77A-n79A-n257A</w:t>
            </w:r>
          </w:p>
        </w:tc>
        <w:tc>
          <w:tcPr>
            <w:tcW w:w="1738" w:type="dxa"/>
            <w:tcBorders>
              <w:left w:val="single" w:sz="4" w:space="0" w:color="auto"/>
              <w:bottom w:val="nil"/>
              <w:right w:val="single" w:sz="4" w:space="0" w:color="auto"/>
            </w:tcBorders>
            <w:shd w:val="clear" w:color="auto" w:fill="auto"/>
          </w:tcPr>
          <w:p w14:paraId="3A26C84B" w14:textId="77777777" w:rsidR="007D68F6" w:rsidRPr="00E062F1" w:rsidRDefault="007D68F6" w:rsidP="005A68FB">
            <w:pPr>
              <w:pStyle w:val="TAC"/>
              <w:rPr>
                <w:lang w:eastAsia="ja-JP"/>
              </w:rPr>
            </w:pPr>
            <w:r w:rsidRPr="00E062F1">
              <w:t>-</w:t>
            </w:r>
          </w:p>
        </w:tc>
        <w:tc>
          <w:tcPr>
            <w:tcW w:w="668" w:type="dxa"/>
            <w:tcBorders>
              <w:left w:val="single" w:sz="4" w:space="0" w:color="auto"/>
              <w:right w:val="single" w:sz="4" w:space="0" w:color="auto"/>
            </w:tcBorders>
          </w:tcPr>
          <w:p w14:paraId="7CDEB198" w14:textId="77777777" w:rsidR="007D68F6" w:rsidRPr="00E062F1" w:rsidRDefault="007D68F6" w:rsidP="005A68FB">
            <w:pPr>
              <w:pStyle w:val="TAC"/>
              <w:rPr>
                <w:rFonts w:cs="Arial"/>
                <w:kern w:val="2"/>
                <w:lang w:eastAsia="ja-JP"/>
              </w:rPr>
            </w:pPr>
            <w:r w:rsidRPr="00E062F1">
              <w:t>n77</w:t>
            </w:r>
          </w:p>
        </w:tc>
        <w:tc>
          <w:tcPr>
            <w:tcW w:w="620" w:type="dxa"/>
            <w:tcBorders>
              <w:top w:val="single" w:sz="4" w:space="0" w:color="auto"/>
              <w:left w:val="single" w:sz="4" w:space="0" w:color="auto"/>
              <w:bottom w:val="single" w:sz="4" w:space="0" w:color="auto"/>
              <w:right w:val="single" w:sz="4" w:space="0" w:color="auto"/>
            </w:tcBorders>
          </w:tcPr>
          <w:p w14:paraId="49B35EF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14F8247" w14:textId="77777777" w:rsidR="007D68F6" w:rsidRPr="00E062F1" w:rsidRDefault="007D68F6" w:rsidP="005A68FB">
            <w:pPr>
              <w:pStyle w:val="TAC"/>
              <w:rPr>
                <w:rFonts w:cs="Arial"/>
                <w:kern w:val="2"/>
                <w:lang w:eastAsia="zh-CN"/>
              </w:rPr>
            </w:pPr>
            <w:r>
              <w:rPr>
                <w:rFonts w:cs="Arial" w:hint="eastAsia"/>
                <w:kern w:val="2"/>
                <w:lang w:eastAsia="zh-CN"/>
              </w:rPr>
              <w:t>10</w:t>
            </w:r>
          </w:p>
        </w:tc>
        <w:tc>
          <w:tcPr>
            <w:tcW w:w="620" w:type="dxa"/>
            <w:tcBorders>
              <w:top w:val="single" w:sz="4" w:space="0" w:color="auto"/>
              <w:left w:val="single" w:sz="4" w:space="0" w:color="auto"/>
              <w:bottom w:val="single" w:sz="4" w:space="0" w:color="auto"/>
              <w:right w:val="single" w:sz="4" w:space="0" w:color="auto"/>
            </w:tcBorders>
          </w:tcPr>
          <w:p w14:paraId="62458F05" w14:textId="77777777" w:rsidR="007D68F6" w:rsidRPr="00E062F1" w:rsidRDefault="007D68F6" w:rsidP="005A68FB">
            <w:pPr>
              <w:pStyle w:val="TAC"/>
              <w:rPr>
                <w:rFonts w:cs="Arial"/>
                <w:kern w:val="2"/>
                <w:lang w:eastAsia="zh-CN"/>
              </w:rPr>
            </w:pPr>
            <w:r>
              <w:rPr>
                <w:rFonts w:cs="Arial" w:hint="eastAsia"/>
                <w:kern w:val="2"/>
                <w:lang w:eastAsia="zh-CN"/>
              </w:rPr>
              <w:t>15</w:t>
            </w:r>
          </w:p>
        </w:tc>
        <w:tc>
          <w:tcPr>
            <w:tcW w:w="620" w:type="dxa"/>
            <w:tcBorders>
              <w:top w:val="single" w:sz="4" w:space="0" w:color="auto"/>
              <w:left w:val="single" w:sz="4" w:space="0" w:color="auto"/>
              <w:bottom w:val="single" w:sz="4" w:space="0" w:color="auto"/>
              <w:right w:val="single" w:sz="4" w:space="0" w:color="auto"/>
            </w:tcBorders>
          </w:tcPr>
          <w:p w14:paraId="218C999F" w14:textId="77777777" w:rsidR="007D68F6" w:rsidRPr="00E062F1" w:rsidRDefault="007D68F6" w:rsidP="005A68FB">
            <w:pPr>
              <w:pStyle w:val="TAC"/>
              <w:rPr>
                <w:rFonts w:cs="Arial"/>
                <w:kern w:val="2"/>
                <w:lang w:eastAsia="zh-CN"/>
              </w:rPr>
            </w:pPr>
            <w:r>
              <w:rPr>
                <w:rFonts w:cs="Arial" w:hint="eastAsia"/>
                <w:kern w:val="2"/>
                <w:lang w:eastAsia="zh-CN"/>
              </w:rPr>
              <w:t>20</w:t>
            </w:r>
          </w:p>
        </w:tc>
        <w:tc>
          <w:tcPr>
            <w:tcW w:w="620" w:type="dxa"/>
            <w:tcBorders>
              <w:top w:val="single" w:sz="4" w:space="0" w:color="auto"/>
              <w:left w:val="single" w:sz="4" w:space="0" w:color="auto"/>
              <w:bottom w:val="single" w:sz="4" w:space="0" w:color="auto"/>
              <w:right w:val="single" w:sz="4" w:space="0" w:color="auto"/>
            </w:tcBorders>
          </w:tcPr>
          <w:p w14:paraId="29EE2FC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1AC601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CEEB73B" w14:textId="77777777" w:rsidR="007D68F6" w:rsidRPr="00E062F1" w:rsidRDefault="007D68F6" w:rsidP="005A68FB">
            <w:pPr>
              <w:pStyle w:val="TAC"/>
              <w:rPr>
                <w:rFonts w:cs="Arial"/>
                <w:kern w:val="2"/>
                <w:lang w:eastAsia="zh-CN"/>
              </w:rPr>
            </w:pPr>
            <w:r>
              <w:rPr>
                <w:rFonts w:cs="Arial" w:hint="eastAsia"/>
                <w:kern w:val="2"/>
                <w:lang w:eastAsia="zh-CN"/>
              </w:rPr>
              <w:t>40</w:t>
            </w:r>
          </w:p>
        </w:tc>
        <w:tc>
          <w:tcPr>
            <w:tcW w:w="620" w:type="dxa"/>
            <w:tcBorders>
              <w:top w:val="single" w:sz="4" w:space="0" w:color="auto"/>
              <w:left w:val="single" w:sz="4" w:space="0" w:color="auto"/>
              <w:bottom w:val="single" w:sz="4" w:space="0" w:color="auto"/>
              <w:right w:val="single" w:sz="4" w:space="0" w:color="auto"/>
            </w:tcBorders>
          </w:tcPr>
          <w:p w14:paraId="2CF835B7"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49317ACE"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0A411C10"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7EDE4283"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2FAA9E57"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3F894819"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109FAE6B"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58F2EF59" w14:textId="77777777" w:rsidR="007D68F6" w:rsidRPr="00E062F1" w:rsidRDefault="007D68F6" w:rsidP="005A68FB">
            <w:pPr>
              <w:pStyle w:val="TAC"/>
              <w:rPr>
                <w:lang w:eastAsia="zh-CN"/>
              </w:rPr>
            </w:pPr>
            <w:r>
              <w:rPr>
                <w:rFonts w:hint="eastAsia"/>
                <w:lang w:eastAsia="zh-CN"/>
              </w:rPr>
              <w:t>0</w:t>
            </w:r>
          </w:p>
        </w:tc>
      </w:tr>
      <w:tr w:rsidR="001F2838" w:rsidRPr="00E062F1" w14:paraId="50E7E95E"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5BE6FE20" w14:textId="77777777" w:rsidR="007D68F6" w:rsidRPr="00E062F1" w:rsidRDefault="007D68F6" w:rsidP="005A68FB">
            <w:pPr>
              <w:pStyle w:val="TAC"/>
              <w:rPr>
                <w:lang w:eastAsia="ja-JP"/>
              </w:rPr>
            </w:pPr>
          </w:p>
        </w:tc>
        <w:tc>
          <w:tcPr>
            <w:tcW w:w="1738" w:type="dxa"/>
            <w:tcBorders>
              <w:top w:val="nil"/>
              <w:left w:val="single" w:sz="4" w:space="0" w:color="auto"/>
              <w:bottom w:val="nil"/>
              <w:right w:val="single" w:sz="4" w:space="0" w:color="auto"/>
            </w:tcBorders>
            <w:shd w:val="clear" w:color="auto" w:fill="auto"/>
          </w:tcPr>
          <w:p w14:paraId="47AFF74D" w14:textId="77777777" w:rsidR="007D68F6" w:rsidRPr="00E062F1" w:rsidRDefault="007D68F6" w:rsidP="005A68FB">
            <w:pPr>
              <w:pStyle w:val="TAC"/>
              <w:rPr>
                <w:lang w:eastAsia="ja-JP"/>
              </w:rPr>
            </w:pPr>
          </w:p>
        </w:tc>
        <w:tc>
          <w:tcPr>
            <w:tcW w:w="668" w:type="dxa"/>
            <w:tcBorders>
              <w:left w:val="single" w:sz="4" w:space="0" w:color="auto"/>
              <w:right w:val="single" w:sz="4" w:space="0" w:color="auto"/>
            </w:tcBorders>
          </w:tcPr>
          <w:p w14:paraId="44AF3178" w14:textId="77777777" w:rsidR="007D68F6" w:rsidRPr="00E062F1" w:rsidRDefault="007D68F6" w:rsidP="005A68FB">
            <w:pPr>
              <w:pStyle w:val="TAC"/>
              <w:rPr>
                <w:rFonts w:cs="Arial"/>
                <w:kern w:val="2"/>
                <w:lang w:eastAsia="ja-JP"/>
              </w:rPr>
            </w:pPr>
            <w:r w:rsidRPr="00E062F1">
              <w:t>n79</w:t>
            </w:r>
          </w:p>
        </w:tc>
        <w:tc>
          <w:tcPr>
            <w:tcW w:w="620" w:type="dxa"/>
            <w:tcBorders>
              <w:top w:val="single" w:sz="4" w:space="0" w:color="auto"/>
              <w:left w:val="single" w:sz="4" w:space="0" w:color="auto"/>
              <w:bottom w:val="single" w:sz="4" w:space="0" w:color="auto"/>
              <w:right w:val="single" w:sz="4" w:space="0" w:color="auto"/>
            </w:tcBorders>
          </w:tcPr>
          <w:p w14:paraId="5CC04CF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8555826" w14:textId="77777777" w:rsidR="007D68F6" w:rsidRPr="00E062F1" w:rsidRDefault="007D68F6" w:rsidP="005A68FB">
            <w:pPr>
              <w:pStyle w:val="TAC"/>
              <w:rPr>
                <w:rFonts w:cs="Arial"/>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5D23A164" w14:textId="77777777" w:rsidR="007D68F6" w:rsidRPr="00E062F1" w:rsidRDefault="007D68F6" w:rsidP="005A68FB">
            <w:pPr>
              <w:pStyle w:val="TAC"/>
              <w:rPr>
                <w:rFonts w:cs="Arial"/>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3AF34F46" w14:textId="77777777" w:rsidR="007D68F6" w:rsidRPr="00E062F1" w:rsidRDefault="007D68F6" w:rsidP="005A68FB">
            <w:pPr>
              <w:pStyle w:val="TAC"/>
              <w:rPr>
                <w:rFonts w:cs="Arial"/>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2334F10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10F165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AD828E5" w14:textId="77777777" w:rsidR="007D68F6" w:rsidRPr="00E062F1" w:rsidRDefault="007D68F6" w:rsidP="005A68FB">
            <w:pPr>
              <w:pStyle w:val="TAC"/>
              <w:rPr>
                <w:rFonts w:cs="Arial"/>
                <w:kern w:val="2"/>
                <w:lang w:eastAsia="zh-CN"/>
              </w:rPr>
            </w:pPr>
            <w:r>
              <w:rPr>
                <w:rFonts w:cs="Arial" w:hint="eastAsia"/>
                <w:kern w:val="2"/>
                <w:lang w:eastAsia="zh-CN"/>
              </w:rPr>
              <w:t>40</w:t>
            </w:r>
          </w:p>
        </w:tc>
        <w:tc>
          <w:tcPr>
            <w:tcW w:w="620" w:type="dxa"/>
            <w:tcBorders>
              <w:top w:val="single" w:sz="4" w:space="0" w:color="auto"/>
              <w:left w:val="single" w:sz="4" w:space="0" w:color="auto"/>
              <w:bottom w:val="single" w:sz="4" w:space="0" w:color="auto"/>
              <w:right w:val="single" w:sz="4" w:space="0" w:color="auto"/>
            </w:tcBorders>
          </w:tcPr>
          <w:p w14:paraId="51A5C29D"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5F27F0C0"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1A4BEF49"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6E278ED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E9EFD2E"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3463C752"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72E26722"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729B7517" w14:textId="77777777" w:rsidR="007D68F6" w:rsidRPr="00E062F1" w:rsidRDefault="007D68F6" w:rsidP="005A68FB">
            <w:pPr>
              <w:pStyle w:val="TAC"/>
              <w:rPr>
                <w:lang w:eastAsia="zh-CN"/>
              </w:rPr>
            </w:pPr>
          </w:p>
        </w:tc>
      </w:tr>
      <w:tr w:rsidR="001F2838" w:rsidRPr="00E062F1" w14:paraId="49E3E06E"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6BF09848" w14:textId="77777777" w:rsidR="007D68F6" w:rsidRPr="00E062F1" w:rsidRDefault="007D68F6" w:rsidP="005A68FB">
            <w:pPr>
              <w:pStyle w:val="TAC"/>
              <w:rPr>
                <w:lang w:eastAsia="ja-JP"/>
              </w:rPr>
            </w:pPr>
          </w:p>
        </w:tc>
        <w:tc>
          <w:tcPr>
            <w:tcW w:w="1738" w:type="dxa"/>
            <w:tcBorders>
              <w:top w:val="nil"/>
              <w:left w:val="single" w:sz="4" w:space="0" w:color="auto"/>
              <w:bottom w:val="single" w:sz="4" w:space="0" w:color="auto"/>
              <w:right w:val="single" w:sz="4" w:space="0" w:color="auto"/>
            </w:tcBorders>
            <w:shd w:val="clear" w:color="auto" w:fill="auto"/>
          </w:tcPr>
          <w:p w14:paraId="080EF9E5" w14:textId="77777777" w:rsidR="007D68F6" w:rsidRPr="00E062F1" w:rsidRDefault="007D68F6" w:rsidP="005A68FB">
            <w:pPr>
              <w:pStyle w:val="TAC"/>
              <w:rPr>
                <w:lang w:eastAsia="ja-JP"/>
              </w:rPr>
            </w:pPr>
          </w:p>
        </w:tc>
        <w:tc>
          <w:tcPr>
            <w:tcW w:w="668" w:type="dxa"/>
            <w:tcBorders>
              <w:left w:val="single" w:sz="4" w:space="0" w:color="auto"/>
              <w:right w:val="single" w:sz="4" w:space="0" w:color="auto"/>
            </w:tcBorders>
          </w:tcPr>
          <w:p w14:paraId="419583DC" w14:textId="77777777" w:rsidR="007D68F6" w:rsidRPr="00E062F1" w:rsidRDefault="007D68F6" w:rsidP="005A68FB">
            <w:pPr>
              <w:pStyle w:val="TAC"/>
              <w:rPr>
                <w:rFonts w:cs="Arial"/>
                <w:kern w:val="2"/>
                <w:lang w:eastAsia="ja-JP"/>
              </w:rPr>
            </w:pPr>
            <w:r w:rsidRPr="00E062F1">
              <w:t>n257</w:t>
            </w:r>
          </w:p>
        </w:tc>
        <w:tc>
          <w:tcPr>
            <w:tcW w:w="620" w:type="dxa"/>
            <w:tcBorders>
              <w:top w:val="single" w:sz="4" w:space="0" w:color="auto"/>
              <w:left w:val="single" w:sz="4" w:space="0" w:color="auto"/>
              <w:bottom w:val="single" w:sz="4" w:space="0" w:color="auto"/>
              <w:right w:val="single" w:sz="4" w:space="0" w:color="auto"/>
            </w:tcBorders>
          </w:tcPr>
          <w:p w14:paraId="6201944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1A1CF83" w14:textId="77777777" w:rsidR="007D68F6" w:rsidRPr="00E062F1" w:rsidRDefault="007D68F6" w:rsidP="005A68FB">
            <w:pPr>
              <w:pStyle w:val="TAC"/>
              <w:rPr>
                <w:rFonts w:cs="Arial"/>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67A2DA7C" w14:textId="77777777" w:rsidR="007D68F6" w:rsidRPr="00E062F1" w:rsidRDefault="007D68F6" w:rsidP="005A68FB">
            <w:pPr>
              <w:pStyle w:val="TAC"/>
              <w:rPr>
                <w:rFonts w:cs="Arial"/>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6DA4B7A9" w14:textId="77777777" w:rsidR="007D68F6" w:rsidRPr="00E062F1" w:rsidRDefault="007D68F6" w:rsidP="005A68FB">
            <w:pPr>
              <w:pStyle w:val="TAC"/>
              <w:rPr>
                <w:rFonts w:cs="Arial"/>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6326CED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2D9350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1D3B56B" w14:textId="77777777" w:rsidR="007D68F6" w:rsidRPr="00E062F1" w:rsidRDefault="007D68F6" w:rsidP="005A68FB">
            <w:pPr>
              <w:pStyle w:val="TAC"/>
              <w:rPr>
                <w:rFonts w:cs="Arial"/>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71E390FA"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423DAF1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3740C1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6014B7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AB8DE0A"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412AD5E3" w14:textId="77777777" w:rsidR="007D68F6" w:rsidRPr="00E062F1" w:rsidRDefault="007D68F6" w:rsidP="005A68FB">
            <w:pPr>
              <w:pStyle w:val="TAC"/>
              <w:rPr>
                <w:lang w:eastAsia="zh-CN"/>
              </w:rPr>
            </w:pPr>
            <w:r>
              <w:rPr>
                <w:rFonts w:hint="eastAsia"/>
                <w:lang w:eastAsia="zh-CN"/>
              </w:rPr>
              <w:t>200</w:t>
            </w:r>
          </w:p>
        </w:tc>
        <w:tc>
          <w:tcPr>
            <w:tcW w:w="621" w:type="dxa"/>
            <w:tcBorders>
              <w:top w:val="single" w:sz="4" w:space="0" w:color="auto"/>
              <w:left w:val="single" w:sz="4" w:space="0" w:color="auto"/>
              <w:bottom w:val="single" w:sz="4" w:space="0" w:color="auto"/>
              <w:right w:val="single" w:sz="4" w:space="0" w:color="auto"/>
            </w:tcBorders>
          </w:tcPr>
          <w:p w14:paraId="235C3E68" w14:textId="77777777" w:rsidR="007D68F6" w:rsidRPr="00E062F1" w:rsidRDefault="007D68F6" w:rsidP="005A68FB">
            <w:pPr>
              <w:pStyle w:val="TAC"/>
              <w:rPr>
                <w:lang w:eastAsia="zh-CN"/>
              </w:rPr>
            </w:pPr>
            <w:r>
              <w:rPr>
                <w:rFonts w:hint="eastAsia"/>
                <w:lang w:eastAsia="zh-CN"/>
              </w:rPr>
              <w:t>400</w:t>
            </w:r>
          </w:p>
        </w:tc>
        <w:tc>
          <w:tcPr>
            <w:tcW w:w="1330" w:type="dxa"/>
            <w:tcBorders>
              <w:top w:val="nil"/>
              <w:left w:val="single" w:sz="4" w:space="0" w:color="auto"/>
              <w:bottom w:val="single" w:sz="4" w:space="0" w:color="auto"/>
              <w:right w:val="single" w:sz="4" w:space="0" w:color="auto"/>
            </w:tcBorders>
            <w:shd w:val="clear" w:color="auto" w:fill="auto"/>
          </w:tcPr>
          <w:p w14:paraId="24D2E690" w14:textId="77777777" w:rsidR="007D68F6" w:rsidRPr="00E062F1" w:rsidRDefault="007D68F6" w:rsidP="005A68FB">
            <w:pPr>
              <w:pStyle w:val="TAC"/>
              <w:rPr>
                <w:lang w:eastAsia="zh-CN"/>
              </w:rPr>
            </w:pPr>
          </w:p>
        </w:tc>
      </w:tr>
      <w:tr w:rsidR="001F2838" w:rsidRPr="00E062F1" w14:paraId="134E928F"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03857287" w14:textId="77777777" w:rsidR="007D68F6" w:rsidRPr="00E062F1" w:rsidRDefault="007D68F6" w:rsidP="005A68FB">
            <w:pPr>
              <w:pStyle w:val="TAC"/>
            </w:pPr>
            <w:r w:rsidRPr="00E062F1">
              <w:t>CA_n77A-n79A-n257G</w:t>
            </w:r>
          </w:p>
        </w:tc>
        <w:tc>
          <w:tcPr>
            <w:tcW w:w="1738" w:type="dxa"/>
            <w:tcBorders>
              <w:left w:val="single" w:sz="4" w:space="0" w:color="auto"/>
              <w:bottom w:val="nil"/>
              <w:right w:val="single" w:sz="4" w:space="0" w:color="auto"/>
            </w:tcBorders>
            <w:shd w:val="clear" w:color="auto" w:fill="auto"/>
          </w:tcPr>
          <w:p w14:paraId="318745B7" w14:textId="77777777" w:rsidR="007D68F6" w:rsidRPr="00E062F1" w:rsidRDefault="007D68F6" w:rsidP="005A68FB">
            <w:pPr>
              <w:pStyle w:val="TAC"/>
            </w:pPr>
            <w:r w:rsidRPr="00E062F1">
              <w:t>CA_n257G</w:t>
            </w:r>
          </w:p>
        </w:tc>
        <w:tc>
          <w:tcPr>
            <w:tcW w:w="668" w:type="dxa"/>
            <w:tcBorders>
              <w:left w:val="single" w:sz="4" w:space="0" w:color="auto"/>
              <w:right w:val="single" w:sz="4" w:space="0" w:color="auto"/>
            </w:tcBorders>
          </w:tcPr>
          <w:p w14:paraId="2D8A3873" w14:textId="77777777" w:rsidR="007D68F6" w:rsidRPr="00E062F1" w:rsidRDefault="007D68F6" w:rsidP="005A68FB">
            <w:pPr>
              <w:pStyle w:val="TAC"/>
            </w:pPr>
            <w:r w:rsidRPr="00E062F1">
              <w:t>n77</w:t>
            </w:r>
          </w:p>
        </w:tc>
        <w:tc>
          <w:tcPr>
            <w:tcW w:w="620" w:type="dxa"/>
            <w:tcBorders>
              <w:top w:val="single" w:sz="4" w:space="0" w:color="auto"/>
              <w:left w:val="single" w:sz="4" w:space="0" w:color="auto"/>
              <w:bottom w:val="single" w:sz="4" w:space="0" w:color="auto"/>
              <w:right w:val="single" w:sz="4" w:space="0" w:color="auto"/>
            </w:tcBorders>
          </w:tcPr>
          <w:p w14:paraId="00C63B4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FDDECA9"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0FCCFA9F"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45B761EE"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2734BBD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D16A21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854F950"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4EED4B4D"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006EAFA1"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3154611F"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0D1EAD7F"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6CF287D6"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2F5202C2"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78409ED2"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6219D007" w14:textId="77777777" w:rsidR="007D68F6" w:rsidRPr="00E062F1" w:rsidRDefault="007D68F6" w:rsidP="005A68FB">
            <w:pPr>
              <w:pStyle w:val="TAC"/>
              <w:rPr>
                <w:lang w:eastAsia="zh-CN"/>
              </w:rPr>
            </w:pPr>
            <w:r>
              <w:rPr>
                <w:rFonts w:hint="eastAsia"/>
                <w:lang w:eastAsia="zh-CN"/>
              </w:rPr>
              <w:t>0</w:t>
            </w:r>
          </w:p>
        </w:tc>
      </w:tr>
      <w:tr w:rsidR="001F2838" w:rsidRPr="00E062F1" w14:paraId="574C2313"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48592EA6"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205F60B6" w14:textId="77777777" w:rsidR="007D68F6" w:rsidRPr="00E062F1" w:rsidRDefault="007D68F6" w:rsidP="005A68FB">
            <w:pPr>
              <w:pStyle w:val="TAC"/>
            </w:pPr>
          </w:p>
        </w:tc>
        <w:tc>
          <w:tcPr>
            <w:tcW w:w="668" w:type="dxa"/>
            <w:tcBorders>
              <w:left w:val="single" w:sz="4" w:space="0" w:color="auto"/>
              <w:right w:val="single" w:sz="4" w:space="0" w:color="auto"/>
            </w:tcBorders>
          </w:tcPr>
          <w:p w14:paraId="060DE7C2" w14:textId="77777777" w:rsidR="007D68F6" w:rsidRPr="00E062F1" w:rsidRDefault="007D68F6" w:rsidP="005A68FB">
            <w:pPr>
              <w:pStyle w:val="TAC"/>
            </w:pPr>
            <w:r w:rsidRPr="00E062F1">
              <w:t>n79</w:t>
            </w:r>
          </w:p>
        </w:tc>
        <w:tc>
          <w:tcPr>
            <w:tcW w:w="620" w:type="dxa"/>
            <w:tcBorders>
              <w:top w:val="single" w:sz="4" w:space="0" w:color="auto"/>
              <w:left w:val="single" w:sz="4" w:space="0" w:color="auto"/>
              <w:bottom w:val="single" w:sz="4" w:space="0" w:color="auto"/>
              <w:right w:val="single" w:sz="4" w:space="0" w:color="auto"/>
            </w:tcBorders>
          </w:tcPr>
          <w:p w14:paraId="0ABDCA8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E1071E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7EE1C8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4C96C0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E42A54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DCB995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6C684CE"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38E1C9BF"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4905886A"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744F3727"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1E03BB8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03E9E63"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4D4EFC1A"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A2A5DDD"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765FE11E" w14:textId="77777777" w:rsidR="007D68F6" w:rsidRPr="00E062F1" w:rsidRDefault="007D68F6" w:rsidP="005A68FB">
            <w:pPr>
              <w:pStyle w:val="TAC"/>
              <w:rPr>
                <w:lang w:eastAsia="zh-CN"/>
              </w:rPr>
            </w:pPr>
          </w:p>
        </w:tc>
      </w:tr>
      <w:tr w:rsidR="007D68F6" w:rsidRPr="00E062F1" w14:paraId="47F555EB"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1EEA6E64"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2299A7AE" w14:textId="77777777" w:rsidR="007D68F6" w:rsidRPr="00E062F1" w:rsidRDefault="007D68F6" w:rsidP="005A68FB">
            <w:pPr>
              <w:pStyle w:val="TAC"/>
            </w:pPr>
          </w:p>
        </w:tc>
        <w:tc>
          <w:tcPr>
            <w:tcW w:w="668" w:type="dxa"/>
            <w:tcBorders>
              <w:left w:val="single" w:sz="4" w:space="0" w:color="auto"/>
              <w:right w:val="single" w:sz="4" w:space="0" w:color="auto"/>
            </w:tcBorders>
          </w:tcPr>
          <w:p w14:paraId="7BC27E45"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6F7328E1" w14:textId="7FD9C584" w:rsidR="007D68F6" w:rsidRPr="00E062F1" w:rsidRDefault="007D68F6" w:rsidP="005A68FB">
            <w:pPr>
              <w:pStyle w:val="TAC"/>
            </w:pPr>
            <w:r w:rsidRPr="00E062F1">
              <w:t>See CA_n257G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2FF43DD8" w14:textId="77777777" w:rsidR="007D68F6" w:rsidRPr="00E062F1" w:rsidRDefault="007D68F6" w:rsidP="005A68FB">
            <w:pPr>
              <w:pStyle w:val="TAC"/>
              <w:rPr>
                <w:lang w:eastAsia="zh-CN"/>
              </w:rPr>
            </w:pPr>
          </w:p>
        </w:tc>
      </w:tr>
      <w:tr w:rsidR="001F2838" w:rsidRPr="00E062F1" w14:paraId="3BF167C4"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3487CA8A" w14:textId="77777777" w:rsidR="007D68F6" w:rsidRPr="00E062F1" w:rsidRDefault="007D68F6" w:rsidP="005A68FB">
            <w:pPr>
              <w:pStyle w:val="TAC"/>
            </w:pPr>
            <w:r w:rsidRPr="00E062F1">
              <w:t>CA_n77A-n79A-n257H</w:t>
            </w:r>
          </w:p>
        </w:tc>
        <w:tc>
          <w:tcPr>
            <w:tcW w:w="1738" w:type="dxa"/>
            <w:tcBorders>
              <w:left w:val="single" w:sz="4" w:space="0" w:color="auto"/>
              <w:bottom w:val="nil"/>
              <w:right w:val="single" w:sz="4" w:space="0" w:color="auto"/>
            </w:tcBorders>
            <w:shd w:val="clear" w:color="auto" w:fill="auto"/>
          </w:tcPr>
          <w:p w14:paraId="5871E207" w14:textId="77777777" w:rsidR="007D68F6" w:rsidRPr="00E062F1" w:rsidRDefault="007D68F6" w:rsidP="005A68FB">
            <w:pPr>
              <w:pStyle w:val="TAC"/>
            </w:pPr>
            <w:r w:rsidRPr="00E062F1">
              <w:t>CA_n257G</w:t>
            </w:r>
          </w:p>
          <w:p w14:paraId="23F914D7" w14:textId="77777777" w:rsidR="007D68F6" w:rsidRPr="00E062F1" w:rsidRDefault="007D68F6" w:rsidP="005A68FB">
            <w:pPr>
              <w:pStyle w:val="TAC"/>
            </w:pPr>
            <w:r w:rsidRPr="00E062F1">
              <w:t>CA_n257H</w:t>
            </w:r>
          </w:p>
        </w:tc>
        <w:tc>
          <w:tcPr>
            <w:tcW w:w="668" w:type="dxa"/>
            <w:tcBorders>
              <w:left w:val="single" w:sz="4" w:space="0" w:color="auto"/>
              <w:right w:val="single" w:sz="4" w:space="0" w:color="auto"/>
            </w:tcBorders>
          </w:tcPr>
          <w:p w14:paraId="25A13DF8" w14:textId="77777777" w:rsidR="007D68F6" w:rsidRPr="00E062F1" w:rsidRDefault="007D68F6" w:rsidP="005A68FB">
            <w:pPr>
              <w:pStyle w:val="TAC"/>
            </w:pPr>
            <w:r w:rsidRPr="00E062F1">
              <w:t>n77</w:t>
            </w:r>
          </w:p>
        </w:tc>
        <w:tc>
          <w:tcPr>
            <w:tcW w:w="620" w:type="dxa"/>
            <w:tcBorders>
              <w:top w:val="single" w:sz="4" w:space="0" w:color="auto"/>
              <w:left w:val="single" w:sz="4" w:space="0" w:color="auto"/>
              <w:bottom w:val="single" w:sz="4" w:space="0" w:color="auto"/>
              <w:right w:val="single" w:sz="4" w:space="0" w:color="auto"/>
            </w:tcBorders>
          </w:tcPr>
          <w:p w14:paraId="7F7E54D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C8AB871"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60D2A130"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0B7E9BFC"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1332DB7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119C0D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408C250"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0F1363B6"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75E4FF47"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6D222F8A"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5386BEF0"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7357D620"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0BBE7AC5"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257895D5"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1E18E40C" w14:textId="77777777" w:rsidR="007D68F6" w:rsidRPr="00E062F1" w:rsidRDefault="007D68F6" w:rsidP="005A68FB">
            <w:pPr>
              <w:pStyle w:val="TAC"/>
              <w:rPr>
                <w:lang w:eastAsia="zh-CN"/>
              </w:rPr>
            </w:pPr>
            <w:r>
              <w:rPr>
                <w:rFonts w:hint="eastAsia"/>
                <w:lang w:eastAsia="zh-CN"/>
              </w:rPr>
              <w:t>0</w:t>
            </w:r>
          </w:p>
        </w:tc>
      </w:tr>
      <w:tr w:rsidR="001F2838" w:rsidRPr="00E062F1" w14:paraId="273AD267"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3726A804"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610864D0" w14:textId="77777777" w:rsidR="007D68F6" w:rsidRPr="00E062F1" w:rsidRDefault="007D68F6" w:rsidP="005A68FB">
            <w:pPr>
              <w:pStyle w:val="TAC"/>
            </w:pPr>
          </w:p>
        </w:tc>
        <w:tc>
          <w:tcPr>
            <w:tcW w:w="668" w:type="dxa"/>
            <w:tcBorders>
              <w:left w:val="single" w:sz="4" w:space="0" w:color="auto"/>
              <w:right w:val="single" w:sz="4" w:space="0" w:color="auto"/>
            </w:tcBorders>
          </w:tcPr>
          <w:p w14:paraId="1A1064B8" w14:textId="77777777" w:rsidR="007D68F6" w:rsidRPr="00E062F1" w:rsidRDefault="007D68F6" w:rsidP="005A68FB">
            <w:pPr>
              <w:pStyle w:val="TAC"/>
            </w:pPr>
            <w:r w:rsidRPr="00E062F1">
              <w:t>n79</w:t>
            </w:r>
          </w:p>
        </w:tc>
        <w:tc>
          <w:tcPr>
            <w:tcW w:w="620" w:type="dxa"/>
            <w:tcBorders>
              <w:top w:val="single" w:sz="4" w:space="0" w:color="auto"/>
              <w:left w:val="single" w:sz="4" w:space="0" w:color="auto"/>
              <w:bottom w:val="single" w:sz="4" w:space="0" w:color="auto"/>
              <w:right w:val="single" w:sz="4" w:space="0" w:color="auto"/>
            </w:tcBorders>
          </w:tcPr>
          <w:p w14:paraId="210D3F3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43FC13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CE4DC8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2EC4C8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E40C70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621797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D3EB7F4"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6A23FC1B"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018B8A61"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6148544C"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2ED6D62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2E19239"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22B34D35"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53A59C15"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1361BA75" w14:textId="77777777" w:rsidR="007D68F6" w:rsidRPr="00E062F1" w:rsidRDefault="007D68F6" w:rsidP="005A68FB">
            <w:pPr>
              <w:pStyle w:val="TAC"/>
              <w:rPr>
                <w:lang w:eastAsia="zh-CN"/>
              </w:rPr>
            </w:pPr>
          </w:p>
        </w:tc>
      </w:tr>
      <w:tr w:rsidR="007D68F6" w:rsidRPr="00E062F1" w14:paraId="2D1C5EDF"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16A6803A"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0C91FD80" w14:textId="77777777" w:rsidR="007D68F6" w:rsidRPr="00E062F1" w:rsidRDefault="007D68F6" w:rsidP="005A68FB">
            <w:pPr>
              <w:pStyle w:val="TAC"/>
            </w:pPr>
          </w:p>
        </w:tc>
        <w:tc>
          <w:tcPr>
            <w:tcW w:w="668" w:type="dxa"/>
            <w:tcBorders>
              <w:left w:val="single" w:sz="4" w:space="0" w:color="auto"/>
              <w:right w:val="single" w:sz="4" w:space="0" w:color="auto"/>
            </w:tcBorders>
          </w:tcPr>
          <w:p w14:paraId="57B6D577"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1C281864" w14:textId="1E38511A" w:rsidR="007D68F6" w:rsidRPr="00E062F1" w:rsidRDefault="007D68F6" w:rsidP="005A68FB">
            <w:pPr>
              <w:pStyle w:val="TAC"/>
            </w:pPr>
            <w:r w:rsidRPr="00E062F1">
              <w:t>See CA_n257G and CA_n257H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493C65DB" w14:textId="77777777" w:rsidR="007D68F6" w:rsidRPr="00E062F1" w:rsidRDefault="007D68F6" w:rsidP="005A68FB">
            <w:pPr>
              <w:pStyle w:val="TAC"/>
              <w:rPr>
                <w:lang w:eastAsia="zh-CN"/>
              </w:rPr>
            </w:pPr>
          </w:p>
        </w:tc>
      </w:tr>
      <w:tr w:rsidR="001F2838" w:rsidRPr="00E062F1" w14:paraId="2A4AC6F6"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0DBEFBF4" w14:textId="77777777" w:rsidR="007D68F6" w:rsidRPr="00E062F1" w:rsidRDefault="007D68F6" w:rsidP="005A68FB">
            <w:pPr>
              <w:pStyle w:val="TAC"/>
            </w:pPr>
            <w:r w:rsidRPr="00E062F1">
              <w:t>CA_n77A-n79A-n257I</w:t>
            </w:r>
          </w:p>
        </w:tc>
        <w:tc>
          <w:tcPr>
            <w:tcW w:w="1738" w:type="dxa"/>
            <w:tcBorders>
              <w:left w:val="single" w:sz="4" w:space="0" w:color="auto"/>
              <w:bottom w:val="nil"/>
              <w:right w:val="single" w:sz="4" w:space="0" w:color="auto"/>
            </w:tcBorders>
            <w:shd w:val="clear" w:color="auto" w:fill="auto"/>
          </w:tcPr>
          <w:p w14:paraId="72D46E2C" w14:textId="77777777" w:rsidR="007D68F6" w:rsidRPr="00E062F1" w:rsidRDefault="007D68F6" w:rsidP="005A68FB">
            <w:pPr>
              <w:pStyle w:val="TAC"/>
            </w:pPr>
            <w:r w:rsidRPr="00E062F1">
              <w:t>CA_n257G</w:t>
            </w:r>
          </w:p>
          <w:p w14:paraId="5A93771C" w14:textId="77777777" w:rsidR="007D68F6" w:rsidRPr="00E062F1" w:rsidRDefault="007D68F6" w:rsidP="005A68FB">
            <w:pPr>
              <w:pStyle w:val="TAC"/>
            </w:pPr>
            <w:r w:rsidRPr="00E062F1">
              <w:t>CA_n257H</w:t>
            </w:r>
          </w:p>
          <w:p w14:paraId="664D4104" w14:textId="77777777" w:rsidR="007D68F6" w:rsidRPr="00E062F1" w:rsidRDefault="007D68F6" w:rsidP="005A68FB">
            <w:pPr>
              <w:pStyle w:val="TAC"/>
            </w:pPr>
            <w:r w:rsidRPr="00E062F1">
              <w:t>CA_n257I</w:t>
            </w:r>
          </w:p>
        </w:tc>
        <w:tc>
          <w:tcPr>
            <w:tcW w:w="668" w:type="dxa"/>
            <w:tcBorders>
              <w:left w:val="single" w:sz="4" w:space="0" w:color="auto"/>
              <w:right w:val="single" w:sz="4" w:space="0" w:color="auto"/>
            </w:tcBorders>
          </w:tcPr>
          <w:p w14:paraId="3CC41A1C" w14:textId="77777777" w:rsidR="007D68F6" w:rsidRPr="00E062F1" w:rsidRDefault="007D68F6" w:rsidP="005A68FB">
            <w:pPr>
              <w:pStyle w:val="TAC"/>
            </w:pPr>
            <w:r w:rsidRPr="00E062F1">
              <w:t>n77</w:t>
            </w:r>
          </w:p>
        </w:tc>
        <w:tc>
          <w:tcPr>
            <w:tcW w:w="620" w:type="dxa"/>
            <w:tcBorders>
              <w:top w:val="single" w:sz="4" w:space="0" w:color="auto"/>
              <w:left w:val="single" w:sz="4" w:space="0" w:color="auto"/>
              <w:bottom w:val="single" w:sz="4" w:space="0" w:color="auto"/>
              <w:right w:val="single" w:sz="4" w:space="0" w:color="auto"/>
            </w:tcBorders>
          </w:tcPr>
          <w:p w14:paraId="58C9E67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49A2FA0"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3A21FE44"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45245B2F"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1ECAE3C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892257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9B4E31C"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3B797394"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3D53B667"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4F896BC1"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65F798E3"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66B12B22"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35D09C0E"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1EFFA3B9"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5038B37E" w14:textId="77777777" w:rsidR="007D68F6" w:rsidRPr="00E062F1" w:rsidRDefault="007D68F6" w:rsidP="005A68FB">
            <w:pPr>
              <w:pStyle w:val="TAC"/>
              <w:rPr>
                <w:lang w:eastAsia="zh-CN"/>
              </w:rPr>
            </w:pPr>
            <w:r>
              <w:rPr>
                <w:rFonts w:hint="eastAsia"/>
                <w:lang w:eastAsia="zh-CN"/>
              </w:rPr>
              <w:t>0</w:t>
            </w:r>
          </w:p>
        </w:tc>
      </w:tr>
      <w:tr w:rsidR="001F2838" w:rsidRPr="00E062F1" w14:paraId="5568C400"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11BF8B36"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7C4C40CC" w14:textId="77777777" w:rsidR="007D68F6" w:rsidRPr="00E062F1" w:rsidRDefault="007D68F6" w:rsidP="005A68FB">
            <w:pPr>
              <w:pStyle w:val="TAC"/>
            </w:pPr>
          </w:p>
        </w:tc>
        <w:tc>
          <w:tcPr>
            <w:tcW w:w="668" w:type="dxa"/>
            <w:tcBorders>
              <w:left w:val="single" w:sz="4" w:space="0" w:color="auto"/>
              <w:right w:val="single" w:sz="4" w:space="0" w:color="auto"/>
            </w:tcBorders>
          </w:tcPr>
          <w:p w14:paraId="145EDC6E" w14:textId="77777777" w:rsidR="007D68F6" w:rsidRPr="00E062F1" w:rsidRDefault="007D68F6" w:rsidP="005A68FB">
            <w:pPr>
              <w:pStyle w:val="TAC"/>
            </w:pPr>
            <w:r w:rsidRPr="00E062F1">
              <w:t>n79</w:t>
            </w:r>
          </w:p>
        </w:tc>
        <w:tc>
          <w:tcPr>
            <w:tcW w:w="620" w:type="dxa"/>
            <w:tcBorders>
              <w:top w:val="single" w:sz="4" w:space="0" w:color="auto"/>
              <w:left w:val="single" w:sz="4" w:space="0" w:color="auto"/>
              <w:bottom w:val="single" w:sz="4" w:space="0" w:color="auto"/>
              <w:right w:val="single" w:sz="4" w:space="0" w:color="auto"/>
            </w:tcBorders>
          </w:tcPr>
          <w:p w14:paraId="766454A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210F652"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FC6654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929400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E8AED9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2CA976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11EE518"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594796AB"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2A6C0CDE"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0E3665F6"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57F2428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3EEABFB"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7648707B"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541016A5"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08418A71" w14:textId="77777777" w:rsidR="007D68F6" w:rsidRPr="00E062F1" w:rsidRDefault="007D68F6" w:rsidP="005A68FB">
            <w:pPr>
              <w:pStyle w:val="TAC"/>
              <w:rPr>
                <w:lang w:eastAsia="zh-CN"/>
              </w:rPr>
            </w:pPr>
          </w:p>
        </w:tc>
      </w:tr>
      <w:tr w:rsidR="007D68F6" w:rsidRPr="00E062F1" w14:paraId="6194123D"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2F34219F"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7DFAA0A2" w14:textId="77777777" w:rsidR="007D68F6" w:rsidRPr="00E062F1" w:rsidRDefault="007D68F6" w:rsidP="005A68FB">
            <w:pPr>
              <w:pStyle w:val="TAC"/>
            </w:pPr>
          </w:p>
        </w:tc>
        <w:tc>
          <w:tcPr>
            <w:tcW w:w="668" w:type="dxa"/>
            <w:tcBorders>
              <w:left w:val="single" w:sz="4" w:space="0" w:color="auto"/>
              <w:right w:val="single" w:sz="4" w:space="0" w:color="auto"/>
            </w:tcBorders>
          </w:tcPr>
          <w:p w14:paraId="12F158D2"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4FE92E67" w14:textId="0F73B28D" w:rsidR="007D68F6" w:rsidRPr="00E062F1" w:rsidRDefault="007D68F6" w:rsidP="005A68FB">
            <w:pPr>
              <w:pStyle w:val="TAC"/>
            </w:pPr>
            <w:r w:rsidRPr="00E062F1">
              <w:t>See CA_n257G, n257H, and n257I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3FA61583" w14:textId="77777777" w:rsidR="007D68F6" w:rsidRPr="00E062F1" w:rsidRDefault="007D68F6" w:rsidP="005A68FB">
            <w:pPr>
              <w:pStyle w:val="TAC"/>
              <w:rPr>
                <w:lang w:eastAsia="zh-CN"/>
              </w:rPr>
            </w:pPr>
          </w:p>
        </w:tc>
      </w:tr>
      <w:tr w:rsidR="001F2838" w:rsidRPr="00E062F1" w14:paraId="164EC173"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67773D8B" w14:textId="77777777" w:rsidR="007D68F6" w:rsidRPr="00E062F1" w:rsidRDefault="007D68F6" w:rsidP="005A68FB">
            <w:pPr>
              <w:pStyle w:val="TAC"/>
              <w:rPr>
                <w:lang w:eastAsia="ja-JP"/>
              </w:rPr>
            </w:pPr>
            <w:r w:rsidRPr="00E062F1">
              <w:t>CA_n78A-n79A-n257A</w:t>
            </w:r>
          </w:p>
        </w:tc>
        <w:tc>
          <w:tcPr>
            <w:tcW w:w="1738" w:type="dxa"/>
            <w:tcBorders>
              <w:left w:val="single" w:sz="4" w:space="0" w:color="auto"/>
              <w:bottom w:val="nil"/>
              <w:right w:val="single" w:sz="4" w:space="0" w:color="auto"/>
            </w:tcBorders>
            <w:shd w:val="clear" w:color="auto" w:fill="auto"/>
          </w:tcPr>
          <w:p w14:paraId="6480DF5A" w14:textId="77777777" w:rsidR="007D68F6" w:rsidRPr="00E062F1" w:rsidRDefault="007D68F6" w:rsidP="005A68FB">
            <w:pPr>
              <w:pStyle w:val="TAC"/>
              <w:rPr>
                <w:lang w:eastAsia="ja-JP"/>
              </w:rPr>
            </w:pPr>
            <w:r w:rsidRPr="00E062F1">
              <w:t>-</w:t>
            </w:r>
          </w:p>
        </w:tc>
        <w:tc>
          <w:tcPr>
            <w:tcW w:w="668" w:type="dxa"/>
            <w:tcBorders>
              <w:left w:val="single" w:sz="4" w:space="0" w:color="auto"/>
              <w:right w:val="single" w:sz="4" w:space="0" w:color="auto"/>
            </w:tcBorders>
          </w:tcPr>
          <w:p w14:paraId="3F056214" w14:textId="77777777" w:rsidR="007D68F6" w:rsidRPr="00E062F1" w:rsidRDefault="007D68F6" w:rsidP="005A68FB">
            <w:pPr>
              <w:pStyle w:val="TAC"/>
              <w:rPr>
                <w:rFonts w:cs="Arial"/>
                <w:kern w:val="2"/>
                <w:lang w:eastAsia="ja-JP"/>
              </w:rPr>
            </w:pPr>
            <w:r w:rsidRPr="00E062F1">
              <w:t>n78</w:t>
            </w:r>
          </w:p>
        </w:tc>
        <w:tc>
          <w:tcPr>
            <w:tcW w:w="620" w:type="dxa"/>
            <w:tcBorders>
              <w:top w:val="single" w:sz="4" w:space="0" w:color="auto"/>
              <w:left w:val="single" w:sz="4" w:space="0" w:color="auto"/>
              <w:bottom w:val="single" w:sz="4" w:space="0" w:color="auto"/>
              <w:right w:val="single" w:sz="4" w:space="0" w:color="auto"/>
            </w:tcBorders>
          </w:tcPr>
          <w:p w14:paraId="59B425F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F21BA64" w14:textId="77777777" w:rsidR="007D68F6" w:rsidRPr="00E062F1" w:rsidRDefault="007D68F6" w:rsidP="005A68FB">
            <w:pPr>
              <w:pStyle w:val="TAC"/>
              <w:rPr>
                <w:rFonts w:cs="Arial"/>
                <w:kern w:val="2"/>
                <w:lang w:eastAsia="zh-CN"/>
              </w:rPr>
            </w:pPr>
            <w:r>
              <w:rPr>
                <w:rFonts w:cs="Arial" w:hint="eastAsia"/>
                <w:kern w:val="2"/>
                <w:lang w:eastAsia="zh-CN"/>
              </w:rPr>
              <w:t>10</w:t>
            </w:r>
          </w:p>
        </w:tc>
        <w:tc>
          <w:tcPr>
            <w:tcW w:w="620" w:type="dxa"/>
            <w:tcBorders>
              <w:top w:val="single" w:sz="4" w:space="0" w:color="auto"/>
              <w:left w:val="single" w:sz="4" w:space="0" w:color="auto"/>
              <w:bottom w:val="single" w:sz="4" w:space="0" w:color="auto"/>
              <w:right w:val="single" w:sz="4" w:space="0" w:color="auto"/>
            </w:tcBorders>
          </w:tcPr>
          <w:p w14:paraId="7BF86E9C" w14:textId="77777777" w:rsidR="007D68F6" w:rsidRPr="00E062F1" w:rsidRDefault="007D68F6" w:rsidP="005A68FB">
            <w:pPr>
              <w:pStyle w:val="TAC"/>
              <w:rPr>
                <w:rFonts w:cs="Arial"/>
                <w:kern w:val="2"/>
                <w:lang w:eastAsia="zh-CN"/>
              </w:rPr>
            </w:pPr>
            <w:r>
              <w:rPr>
                <w:rFonts w:cs="Arial" w:hint="eastAsia"/>
                <w:kern w:val="2"/>
                <w:lang w:eastAsia="zh-CN"/>
              </w:rPr>
              <w:t>15</w:t>
            </w:r>
          </w:p>
        </w:tc>
        <w:tc>
          <w:tcPr>
            <w:tcW w:w="620" w:type="dxa"/>
            <w:tcBorders>
              <w:top w:val="single" w:sz="4" w:space="0" w:color="auto"/>
              <w:left w:val="single" w:sz="4" w:space="0" w:color="auto"/>
              <w:bottom w:val="single" w:sz="4" w:space="0" w:color="auto"/>
              <w:right w:val="single" w:sz="4" w:space="0" w:color="auto"/>
            </w:tcBorders>
          </w:tcPr>
          <w:p w14:paraId="04B84040" w14:textId="77777777" w:rsidR="007D68F6" w:rsidRPr="00E062F1" w:rsidRDefault="007D68F6" w:rsidP="005A68FB">
            <w:pPr>
              <w:pStyle w:val="TAC"/>
              <w:rPr>
                <w:rFonts w:cs="Arial"/>
                <w:kern w:val="2"/>
                <w:lang w:eastAsia="zh-CN"/>
              </w:rPr>
            </w:pPr>
            <w:r>
              <w:rPr>
                <w:rFonts w:cs="Arial" w:hint="eastAsia"/>
                <w:kern w:val="2"/>
                <w:lang w:eastAsia="zh-CN"/>
              </w:rPr>
              <w:t>20</w:t>
            </w:r>
          </w:p>
        </w:tc>
        <w:tc>
          <w:tcPr>
            <w:tcW w:w="620" w:type="dxa"/>
            <w:tcBorders>
              <w:top w:val="single" w:sz="4" w:space="0" w:color="auto"/>
              <w:left w:val="single" w:sz="4" w:space="0" w:color="auto"/>
              <w:bottom w:val="single" w:sz="4" w:space="0" w:color="auto"/>
              <w:right w:val="single" w:sz="4" w:space="0" w:color="auto"/>
            </w:tcBorders>
          </w:tcPr>
          <w:p w14:paraId="2B85882E"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CC617A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685BAA2" w14:textId="77777777" w:rsidR="007D68F6" w:rsidRPr="00E062F1" w:rsidRDefault="007D68F6" w:rsidP="005A68FB">
            <w:pPr>
              <w:pStyle w:val="TAC"/>
              <w:rPr>
                <w:rFonts w:cs="Arial"/>
                <w:kern w:val="2"/>
                <w:lang w:eastAsia="zh-CN"/>
              </w:rPr>
            </w:pPr>
            <w:r>
              <w:rPr>
                <w:rFonts w:cs="Arial" w:hint="eastAsia"/>
                <w:kern w:val="2"/>
                <w:lang w:eastAsia="zh-CN"/>
              </w:rPr>
              <w:t>40</w:t>
            </w:r>
          </w:p>
        </w:tc>
        <w:tc>
          <w:tcPr>
            <w:tcW w:w="620" w:type="dxa"/>
            <w:tcBorders>
              <w:top w:val="single" w:sz="4" w:space="0" w:color="auto"/>
              <w:left w:val="single" w:sz="4" w:space="0" w:color="auto"/>
              <w:bottom w:val="single" w:sz="4" w:space="0" w:color="auto"/>
              <w:right w:val="single" w:sz="4" w:space="0" w:color="auto"/>
            </w:tcBorders>
          </w:tcPr>
          <w:p w14:paraId="23559A57"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260ECC01"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20B51862"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5E752F28"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509EFD47"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7E676E45"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0FE5955"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18B5ECEB" w14:textId="77777777" w:rsidR="007D68F6" w:rsidRPr="00E062F1" w:rsidRDefault="007D68F6" w:rsidP="005A68FB">
            <w:pPr>
              <w:pStyle w:val="TAC"/>
              <w:rPr>
                <w:lang w:eastAsia="zh-CN"/>
              </w:rPr>
            </w:pPr>
            <w:r>
              <w:rPr>
                <w:rFonts w:hint="eastAsia"/>
                <w:lang w:eastAsia="zh-CN"/>
              </w:rPr>
              <w:t>0</w:t>
            </w:r>
          </w:p>
        </w:tc>
      </w:tr>
      <w:tr w:rsidR="001F2838" w:rsidRPr="00E062F1" w14:paraId="11D2FA51"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66601697" w14:textId="77777777" w:rsidR="007D68F6" w:rsidRPr="00E062F1" w:rsidRDefault="007D68F6" w:rsidP="005A68FB">
            <w:pPr>
              <w:pStyle w:val="TAC"/>
              <w:rPr>
                <w:lang w:eastAsia="ja-JP"/>
              </w:rPr>
            </w:pPr>
          </w:p>
        </w:tc>
        <w:tc>
          <w:tcPr>
            <w:tcW w:w="1738" w:type="dxa"/>
            <w:tcBorders>
              <w:top w:val="nil"/>
              <w:left w:val="single" w:sz="4" w:space="0" w:color="auto"/>
              <w:bottom w:val="nil"/>
              <w:right w:val="single" w:sz="4" w:space="0" w:color="auto"/>
            </w:tcBorders>
            <w:shd w:val="clear" w:color="auto" w:fill="auto"/>
          </w:tcPr>
          <w:p w14:paraId="0F4F9971" w14:textId="77777777" w:rsidR="007D68F6" w:rsidRPr="00E062F1" w:rsidRDefault="007D68F6" w:rsidP="005A68FB">
            <w:pPr>
              <w:pStyle w:val="TAC"/>
              <w:rPr>
                <w:lang w:eastAsia="ja-JP"/>
              </w:rPr>
            </w:pPr>
          </w:p>
        </w:tc>
        <w:tc>
          <w:tcPr>
            <w:tcW w:w="668" w:type="dxa"/>
            <w:tcBorders>
              <w:left w:val="single" w:sz="4" w:space="0" w:color="auto"/>
              <w:right w:val="single" w:sz="4" w:space="0" w:color="auto"/>
            </w:tcBorders>
          </w:tcPr>
          <w:p w14:paraId="7BBE3DD1" w14:textId="77777777" w:rsidR="007D68F6" w:rsidRPr="00E062F1" w:rsidRDefault="007D68F6" w:rsidP="005A68FB">
            <w:pPr>
              <w:pStyle w:val="TAC"/>
              <w:rPr>
                <w:rFonts w:cs="Arial"/>
                <w:kern w:val="2"/>
                <w:lang w:eastAsia="ja-JP"/>
              </w:rPr>
            </w:pPr>
            <w:r w:rsidRPr="00E062F1">
              <w:t>n79</w:t>
            </w:r>
          </w:p>
        </w:tc>
        <w:tc>
          <w:tcPr>
            <w:tcW w:w="620" w:type="dxa"/>
            <w:tcBorders>
              <w:top w:val="single" w:sz="4" w:space="0" w:color="auto"/>
              <w:left w:val="single" w:sz="4" w:space="0" w:color="auto"/>
              <w:bottom w:val="single" w:sz="4" w:space="0" w:color="auto"/>
              <w:right w:val="single" w:sz="4" w:space="0" w:color="auto"/>
            </w:tcBorders>
          </w:tcPr>
          <w:p w14:paraId="2D008FD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99ADA04" w14:textId="77777777" w:rsidR="007D68F6" w:rsidRPr="00E062F1" w:rsidRDefault="007D68F6" w:rsidP="005A68FB">
            <w:pPr>
              <w:pStyle w:val="TAC"/>
              <w:rPr>
                <w:rFonts w:cs="Arial"/>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14AA73B1" w14:textId="77777777" w:rsidR="007D68F6" w:rsidRPr="00E062F1" w:rsidRDefault="007D68F6" w:rsidP="005A68FB">
            <w:pPr>
              <w:pStyle w:val="TAC"/>
              <w:rPr>
                <w:rFonts w:cs="Arial"/>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6A251588" w14:textId="77777777" w:rsidR="007D68F6" w:rsidRPr="00E062F1" w:rsidRDefault="007D68F6" w:rsidP="005A68FB">
            <w:pPr>
              <w:pStyle w:val="TAC"/>
              <w:rPr>
                <w:rFonts w:cs="Arial"/>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2BB7E02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81EA7D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B197FA7" w14:textId="77777777" w:rsidR="007D68F6" w:rsidRPr="00E062F1" w:rsidRDefault="007D68F6" w:rsidP="005A68FB">
            <w:pPr>
              <w:pStyle w:val="TAC"/>
              <w:rPr>
                <w:rFonts w:cs="Arial"/>
                <w:kern w:val="2"/>
                <w:lang w:eastAsia="zh-CN"/>
              </w:rPr>
            </w:pPr>
            <w:r>
              <w:rPr>
                <w:rFonts w:cs="Arial" w:hint="eastAsia"/>
                <w:kern w:val="2"/>
                <w:lang w:eastAsia="zh-CN"/>
              </w:rPr>
              <w:t>40</w:t>
            </w:r>
          </w:p>
        </w:tc>
        <w:tc>
          <w:tcPr>
            <w:tcW w:w="620" w:type="dxa"/>
            <w:tcBorders>
              <w:top w:val="single" w:sz="4" w:space="0" w:color="auto"/>
              <w:left w:val="single" w:sz="4" w:space="0" w:color="auto"/>
              <w:bottom w:val="single" w:sz="4" w:space="0" w:color="auto"/>
              <w:right w:val="single" w:sz="4" w:space="0" w:color="auto"/>
            </w:tcBorders>
          </w:tcPr>
          <w:p w14:paraId="7C430B5F"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33183652"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42E8B68A"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74AFA24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0F23978"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37936DD0"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2DE88766"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4C9F2ECB" w14:textId="77777777" w:rsidR="007D68F6" w:rsidRPr="00E062F1" w:rsidRDefault="007D68F6" w:rsidP="005A68FB">
            <w:pPr>
              <w:pStyle w:val="TAC"/>
              <w:rPr>
                <w:lang w:eastAsia="zh-CN"/>
              </w:rPr>
            </w:pPr>
          </w:p>
        </w:tc>
      </w:tr>
      <w:tr w:rsidR="001F2838" w:rsidRPr="00E062F1" w14:paraId="2F357304"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65D99D5C" w14:textId="77777777" w:rsidR="007D68F6" w:rsidRPr="00E062F1" w:rsidRDefault="007D68F6" w:rsidP="005A68FB">
            <w:pPr>
              <w:pStyle w:val="TAC"/>
              <w:rPr>
                <w:lang w:eastAsia="ja-JP"/>
              </w:rPr>
            </w:pPr>
          </w:p>
        </w:tc>
        <w:tc>
          <w:tcPr>
            <w:tcW w:w="1738" w:type="dxa"/>
            <w:tcBorders>
              <w:top w:val="nil"/>
              <w:left w:val="single" w:sz="4" w:space="0" w:color="auto"/>
              <w:bottom w:val="single" w:sz="4" w:space="0" w:color="auto"/>
              <w:right w:val="single" w:sz="4" w:space="0" w:color="auto"/>
            </w:tcBorders>
            <w:shd w:val="clear" w:color="auto" w:fill="auto"/>
          </w:tcPr>
          <w:p w14:paraId="6876CB81" w14:textId="77777777" w:rsidR="007D68F6" w:rsidRPr="00E062F1" w:rsidRDefault="007D68F6" w:rsidP="005A68FB">
            <w:pPr>
              <w:pStyle w:val="TAC"/>
              <w:rPr>
                <w:lang w:eastAsia="ja-JP"/>
              </w:rPr>
            </w:pPr>
          </w:p>
        </w:tc>
        <w:tc>
          <w:tcPr>
            <w:tcW w:w="668" w:type="dxa"/>
            <w:tcBorders>
              <w:left w:val="single" w:sz="4" w:space="0" w:color="auto"/>
              <w:right w:val="single" w:sz="4" w:space="0" w:color="auto"/>
            </w:tcBorders>
          </w:tcPr>
          <w:p w14:paraId="306A0216" w14:textId="77777777" w:rsidR="007D68F6" w:rsidRPr="00E062F1" w:rsidRDefault="007D68F6" w:rsidP="005A68FB">
            <w:pPr>
              <w:pStyle w:val="TAC"/>
              <w:rPr>
                <w:rFonts w:cs="Arial"/>
                <w:kern w:val="2"/>
                <w:lang w:eastAsia="ja-JP"/>
              </w:rPr>
            </w:pPr>
            <w:r w:rsidRPr="00E062F1">
              <w:t>n257</w:t>
            </w:r>
          </w:p>
        </w:tc>
        <w:tc>
          <w:tcPr>
            <w:tcW w:w="620" w:type="dxa"/>
            <w:tcBorders>
              <w:top w:val="single" w:sz="4" w:space="0" w:color="auto"/>
              <w:left w:val="single" w:sz="4" w:space="0" w:color="auto"/>
              <w:bottom w:val="single" w:sz="4" w:space="0" w:color="auto"/>
              <w:right w:val="single" w:sz="4" w:space="0" w:color="auto"/>
            </w:tcBorders>
          </w:tcPr>
          <w:p w14:paraId="159A957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664B757" w14:textId="77777777" w:rsidR="007D68F6" w:rsidRPr="00E062F1" w:rsidRDefault="007D68F6" w:rsidP="005A68FB">
            <w:pPr>
              <w:pStyle w:val="TAC"/>
              <w:rPr>
                <w:rFonts w:cs="Arial"/>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40DA7EE4" w14:textId="77777777" w:rsidR="007D68F6" w:rsidRPr="00E062F1" w:rsidRDefault="007D68F6" w:rsidP="005A68FB">
            <w:pPr>
              <w:pStyle w:val="TAC"/>
              <w:rPr>
                <w:rFonts w:cs="Arial"/>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1942B517" w14:textId="77777777" w:rsidR="007D68F6" w:rsidRPr="00E062F1" w:rsidRDefault="007D68F6" w:rsidP="005A68FB">
            <w:pPr>
              <w:pStyle w:val="TAC"/>
              <w:rPr>
                <w:rFonts w:cs="Arial"/>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2F29F90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843CB9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BE78E8B" w14:textId="77777777" w:rsidR="007D68F6" w:rsidRPr="00E062F1" w:rsidRDefault="007D68F6" w:rsidP="005A68FB">
            <w:pPr>
              <w:pStyle w:val="TAC"/>
              <w:rPr>
                <w:rFonts w:cs="Arial"/>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5D544708"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0535E44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F82967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FD3089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DFCFC31"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1D63C942" w14:textId="77777777" w:rsidR="007D68F6" w:rsidRPr="00E062F1" w:rsidRDefault="007D68F6" w:rsidP="005A68FB">
            <w:pPr>
              <w:pStyle w:val="TAC"/>
              <w:rPr>
                <w:lang w:eastAsia="zh-CN"/>
              </w:rPr>
            </w:pPr>
            <w:r>
              <w:rPr>
                <w:rFonts w:hint="eastAsia"/>
                <w:lang w:eastAsia="zh-CN"/>
              </w:rPr>
              <w:t>200</w:t>
            </w:r>
          </w:p>
        </w:tc>
        <w:tc>
          <w:tcPr>
            <w:tcW w:w="621" w:type="dxa"/>
            <w:tcBorders>
              <w:top w:val="single" w:sz="4" w:space="0" w:color="auto"/>
              <w:left w:val="single" w:sz="4" w:space="0" w:color="auto"/>
              <w:bottom w:val="single" w:sz="4" w:space="0" w:color="auto"/>
              <w:right w:val="single" w:sz="4" w:space="0" w:color="auto"/>
            </w:tcBorders>
          </w:tcPr>
          <w:p w14:paraId="182C9A5B" w14:textId="77777777" w:rsidR="007D68F6" w:rsidRPr="00E062F1" w:rsidRDefault="007D68F6" w:rsidP="005A68FB">
            <w:pPr>
              <w:pStyle w:val="TAC"/>
              <w:rPr>
                <w:lang w:eastAsia="zh-CN"/>
              </w:rPr>
            </w:pPr>
            <w:r>
              <w:rPr>
                <w:rFonts w:hint="eastAsia"/>
                <w:lang w:eastAsia="zh-CN"/>
              </w:rPr>
              <w:t>400</w:t>
            </w:r>
          </w:p>
        </w:tc>
        <w:tc>
          <w:tcPr>
            <w:tcW w:w="1330" w:type="dxa"/>
            <w:tcBorders>
              <w:top w:val="nil"/>
              <w:left w:val="single" w:sz="4" w:space="0" w:color="auto"/>
              <w:bottom w:val="single" w:sz="4" w:space="0" w:color="auto"/>
              <w:right w:val="single" w:sz="4" w:space="0" w:color="auto"/>
            </w:tcBorders>
            <w:shd w:val="clear" w:color="auto" w:fill="auto"/>
          </w:tcPr>
          <w:p w14:paraId="022A6370" w14:textId="77777777" w:rsidR="007D68F6" w:rsidRPr="00E062F1" w:rsidRDefault="007D68F6" w:rsidP="005A68FB">
            <w:pPr>
              <w:pStyle w:val="TAC"/>
              <w:rPr>
                <w:lang w:eastAsia="zh-CN"/>
              </w:rPr>
            </w:pPr>
          </w:p>
        </w:tc>
      </w:tr>
      <w:tr w:rsidR="001F2838" w:rsidRPr="00E062F1" w14:paraId="70F35E34"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7A54ED79" w14:textId="77777777" w:rsidR="007D68F6" w:rsidRPr="00E062F1" w:rsidRDefault="007D68F6" w:rsidP="005A68FB">
            <w:pPr>
              <w:pStyle w:val="TAC"/>
            </w:pPr>
            <w:r w:rsidRPr="00E062F1">
              <w:t>CA_n78A-n79A-n257G</w:t>
            </w:r>
          </w:p>
        </w:tc>
        <w:tc>
          <w:tcPr>
            <w:tcW w:w="1738" w:type="dxa"/>
            <w:tcBorders>
              <w:left w:val="single" w:sz="4" w:space="0" w:color="auto"/>
              <w:bottom w:val="nil"/>
              <w:right w:val="single" w:sz="4" w:space="0" w:color="auto"/>
            </w:tcBorders>
            <w:shd w:val="clear" w:color="auto" w:fill="auto"/>
          </w:tcPr>
          <w:p w14:paraId="2727297A" w14:textId="77777777" w:rsidR="007D68F6" w:rsidRPr="00E062F1" w:rsidRDefault="007D68F6" w:rsidP="005A68FB">
            <w:pPr>
              <w:pStyle w:val="TAC"/>
            </w:pPr>
            <w:r w:rsidRPr="00E062F1">
              <w:t>CA_n257G</w:t>
            </w:r>
          </w:p>
        </w:tc>
        <w:tc>
          <w:tcPr>
            <w:tcW w:w="668" w:type="dxa"/>
            <w:tcBorders>
              <w:left w:val="single" w:sz="4" w:space="0" w:color="auto"/>
              <w:right w:val="single" w:sz="4" w:space="0" w:color="auto"/>
            </w:tcBorders>
          </w:tcPr>
          <w:p w14:paraId="246F042A" w14:textId="77777777" w:rsidR="007D68F6" w:rsidRPr="00E062F1" w:rsidRDefault="007D68F6" w:rsidP="005A68FB">
            <w:pPr>
              <w:pStyle w:val="TAC"/>
            </w:pPr>
            <w:r w:rsidRPr="00E062F1">
              <w:t>n78</w:t>
            </w:r>
          </w:p>
        </w:tc>
        <w:tc>
          <w:tcPr>
            <w:tcW w:w="620" w:type="dxa"/>
            <w:tcBorders>
              <w:top w:val="single" w:sz="4" w:space="0" w:color="auto"/>
              <w:left w:val="single" w:sz="4" w:space="0" w:color="auto"/>
              <w:bottom w:val="single" w:sz="4" w:space="0" w:color="auto"/>
              <w:right w:val="single" w:sz="4" w:space="0" w:color="auto"/>
            </w:tcBorders>
          </w:tcPr>
          <w:p w14:paraId="52E0E57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8CEDF4B"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5358FF69"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184B3DB5"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198B051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054E65D9"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BA5F54C"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18C038AE"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214B3D69"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5E7FA296"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618D2C3B"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7FE6C82B"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539A19AC"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59D7C5A8"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45C6A6A2" w14:textId="77777777" w:rsidR="007D68F6" w:rsidRPr="00E062F1" w:rsidRDefault="007D68F6" w:rsidP="005A68FB">
            <w:pPr>
              <w:pStyle w:val="TAC"/>
              <w:rPr>
                <w:lang w:eastAsia="zh-CN"/>
              </w:rPr>
            </w:pPr>
            <w:r>
              <w:rPr>
                <w:rFonts w:hint="eastAsia"/>
                <w:lang w:eastAsia="zh-CN"/>
              </w:rPr>
              <w:t>0</w:t>
            </w:r>
          </w:p>
        </w:tc>
      </w:tr>
      <w:tr w:rsidR="001F2838" w:rsidRPr="00E062F1" w14:paraId="21A554B9"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4371EA6D"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043B230E" w14:textId="77777777" w:rsidR="007D68F6" w:rsidRPr="00E062F1" w:rsidRDefault="007D68F6" w:rsidP="005A68FB">
            <w:pPr>
              <w:pStyle w:val="TAC"/>
            </w:pPr>
          </w:p>
        </w:tc>
        <w:tc>
          <w:tcPr>
            <w:tcW w:w="668" w:type="dxa"/>
            <w:tcBorders>
              <w:left w:val="single" w:sz="4" w:space="0" w:color="auto"/>
              <w:right w:val="single" w:sz="4" w:space="0" w:color="auto"/>
            </w:tcBorders>
          </w:tcPr>
          <w:p w14:paraId="6BBC8030" w14:textId="77777777" w:rsidR="007D68F6" w:rsidRPr="00E062F1" w:rsidRDefault="007D68F6" w:rsidP="005A68FB">
            <w:pPr>
              <w:pStyle w:val="TAC"/>
            </w:pPr>
            <w:r w:rsidRPr="00E062F1">
              <w:t>n79</w:t>
            </w:r>
          </w:p>
        </w:tc>
        <w:tc>
          <w:tcPr>
            <w:tcW w:w="620" w:type="dxa"/>
            <w:tcBorders>
              <w:top w:val="single" w:sz="4" w:space="0" w:color="auto"/>
              <w:left w:val="single" w:sz="4" w:space="0" w:color="auto"/>
              <w:bottom w:val="single" w:sz="4" w:space="0" w:color="auto"/>
              <w:right w:val="single" w:sz="4" w:space="0" w:color="auto"/>
            </w:tcBorders>
          </w:tcPr>
          <w:p w14:paraId="30088BE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2ED1428"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C2B358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0B20EBB"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9EBF1E0"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4BAB055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AF83104"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1E7D6DED"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4CEEE028"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031A4E2E"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2335E08D"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4F450A6"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0BC6CF78"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511D5EE"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7848F329" w14:textId="77777777" w:rsidR="007D68F6" w:rsidRPr="00E062F1" w:rsidRDefault="007D68F6" w:rsidP="005A68FB">
            <w:pPr>
              <w:pStyle w:val="TAC"/>
              <w:rPr>
                <w:lang w:eastAsia="zh-CN"/>
              </w:rPr>
            </w:pPr>
          </w:p>
        </w:tc>
      </w:tr>
      <w:tr w:rsidR="007D68F6" w:rsidRPr="00E062F1" w14:paraId="38E7F97A"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5EAFF52D"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1F5DB37D" w14:textId="77777777" w:rsidR="007D68F6" w:rsidRPr="00E062F1" w:rsidRDefault="007D68F6" w:rsidP="005A68FB">
            <w:pPr>
              <w:pStyle w:val="TAC"/>
            </w:pPr>
          </w:p>
        </w:tc>
        <w:tc>
          <w:tcPr>
            <w:tcW w:w="668" w:type="dxa"/>
            <w:tcBorders>
              <w:left w:val="single" w:sz="4" w:space="0" w:color="auto"/>
              <w:right w:val="single" w:sz="4" w:space="0" w:color="auto"/>
            </w:tcBorders>
          </w:tcPr>
          <w:p w14:paraId="68BB8AB7"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7DC5732E" w14:textId="31D2D53C" w:rsidR="007D68F6" w:rsidRPr="00E062F1" w:rsidRDefault="007D68F6" w:rsidP="005A68FB">
            <w:pPr>
              <w:pStyle w:val="TAC"/>
            </w:pPr>
            <w:r w:rsidRPr="00E062F1">
              <w:t>See CA_n257G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1AE0B0B6" w14:textId="77777777" w:rsidR="007D68F6" w:rsidRPr="00E062F1" w:rsidRDefault="007D68F6" w:rsidP="005A68FB">
            <w:pPr>
              <w:pStyle w:val="TAC"/>
              <w:rPr>
                <w:lang w:eastAsia="zh-CN"/>
              </w:rPr>
            </w:pPr>
          </w:p>
        </w:tc>
      </w:tr>
      <w:tr w:rsidR="001F2838" w:rsidRPr="00E062F1" w14:paraId="5105C1A3"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5C36B8F5" w14:textId="77777777" w:rsidR="007D68F6" w:rsidRPr="00E062F1" w:rsidRDefault="007D68F6" w:rsidP="005A68FB">
            <w:pPr>
              <w:pStyle w:val="TAC"/>
            </w:pPr>
            <w:r w:rsidRPr="00E062F1">
              <w:t>CA_n78A-n79A-n257H</w:t>
            </w:r>
          </w:p>
        </w:tc>
        <w:tc>
          <w:tcPr>
            <w:tcW w:w="1738" w:type="dxa"/>
            <w:tcBorders>
              <w:left w:val="single" w:sz="4" w:space="0" w:color="auto"/>
              <w:bottom w:val="nil"/>
              <w:right w:val="single" w:sz="4" w:space="0" w:color="auto"/>
            </w:tcBorders>
            <w:shd w:val="clear" w:color="auto" w:fill="auto"/>
          </w:tcPr>
          <w:p w14:paraId="3A6273EF" w14:textId="77777777" w:rsidR="007D68F6" w:rsidRPr="00E062F1" w:rsidRDefault="007D68F6" w:rsidP="005A68FB">
            <w:pPr>
              <w:pStyle w:val="TAC"/>
            </w:pPr>
            <w:r w:rsidRPr="00E062F1">
              <w:t>CA_n257G</w:t>
            </w:r>
          </w:p>
          <w:p w14:paraId="6E0664FF" w14:textId="77777777" w:rsidR="007D68F6" w:rsidRPr="00E062F1" w:rsidRDefault="007D68F6" w:rsidP="005A68FB">
            <w:pPr>
              <w:pStyle w:val="TAC"/>
            </w:pPr>
            <w:r w:rsidRPr="00E062F1">
              <w:t>CA_n257H</w:t>
            </w:r>
          </w:p>
        </w:tc>
        <w:tc>
          <w:tcPr>
            <w:tcW w:w="668" w:type="dxa"/>
            <w:tcBorders>
              <w:left w:val="single" w:sz="4" w:space="0" w:color="auto"/>
              <w:right w:val="single" w:sz="4" w:space="0" w:color="auto"/>
            </w:tcBorders>
          </w:tcPr>
          <w:p w14:paraId="065D8E4A" w14:textId="77777777" w:rsidR="007D68F6" w:rsidRPr="00E062F1" w:rsidRDefault="007D68F6" w:rsidP="005A68FB">
            <w:pPr>
              <w:pStyle w:val="TAC"/>
            </w:pPr>
            <w:r w:rsidRPr="00E062F1">
              <w:t>n78</w:t>
            </w:r>
          </w:p>
        </w:tc>
        <w:tc>
          <w:tcPr>
            <w:tcW w:w="620" w:type="dxa"/>
            <w:tcBorders>
              <w:top w:val="single" w:sz="4" w:space="0" w:color="auto"/>
              <w:left w:val="single" w:sz="4" w:space="0" w:color="auto"/>
              <w:bottom w:val="single" w:sz="4" w:space="0" w:color="auto"/>
              <w:right w:val="single" w:sz="4" w:space="0" w:color="auto"/>
            </w:tcBorders>
          </w:tcPr>
          <w:p w14:paraId="7EDA318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3AABD05" w14:textId="77777777" w:rsidR="007D68F6" w:rsidRPr="00E062F1" w:rsidRDefault="007D68F6" w:rsidP="005A68FB">
            <w:pPr>
              <w:pStyle w:val="TAC"/>
              <w:rPr>
                <w:lang w:eastAsia="zh-CN"/>
              </w:rPr>
            </w:pPr>
            <w:r>
              <w:rPr>
                <w:rFonts w:hint="eastAsia"/>
                <w:lang w:eastAsia="zh-CN"/>
              </w:rPr>
              <w:t>10</w:t>
            </w:r>
          </w:p>
        </w:tc>
        <w:tc>
          <w:tcPr>
            <w:tcW w:w="620" w:type="dxa"/>
            <w:tcBorders>
              <w:top w:val="single" w:sz="4" w:space="0" w:color="auto"/>
              <w:left w:val="single" w:sz="4" w:space="0" w:color="auto"/>
              <w:bottom w:val="single" w:sz="4" w:space="0" w:color="auto"/>
              <w:right w:val="single" w:sz="4" w:space="0" w:color="auto"/>
            </w:tcBorders>
          </w:tcPr>
          <w:p w14:paraId="18222C7B" w14:textId="77777777" w:rsidR="007D68F6" w:rsidRPr="00E062F1" w:rsidRDefault="007D68F6" w:rsidP="005A68FB">
            <w:pPr>
              <w:pStyle w:val="TAC"/>
              <w:rPr>
                <w:lang w:eastAsia="zh-CN"/>
              </w:rPr>
            </w:pPr>
            <w:r>
              <w:rPr>
                <w:rFonts w:hint="eastAsia"/>
                <w:lang w:eastAsia="zh-CN"/>
              </w:rPr>
              <w:t>15</w:t>
            </w:r>
          </w:p>
        </w:tc>
        <w:tc>
          <w:tcPr>
            <w:tcW w:w="620" w:type="dxa"/>
            <w:tcBorders>
              <w:top w:val="single" w:sz="4" w:space="0" w:color="auto"/>
              <w:left w:val="single" w:sz="4" w:space="0" w:color="auto"/>
              <w:bottom w:val="single" w:sz="4" w:space="0" w:color="auto"/>
              <w:right w:val="single" w:sz="4" w:space="0" w:color="auto"/>
            </w:tcBorders>
          </w:tcPr>
          <w:p w14:paraId="72111EFB" w14:textId="77777777" w:rsidR="007D68F6" w:rsidRPr="00E062F1" w:rsidRDefault="007D68F6" w:rsidP="005A68FB">
            <w:pPr>
              <w:pStyle w:val="TAC"/>
              <w:rPr>
                <w:lang w:eastAsia="zh-CN"/>
              </w:rPr>
            </w:pPr>
            <w:r>
              <w:rPr>
                <w:rFonts w:hint="eastAsia"/>
                <w:lang w:eastAsia="zh-CN"/>
              </w:rPr>
              <w:t>20</w:t>
            </w:r>
          </w:p>
        </w:tc>
        <w:tc>
          <w:tcPr>
            <w:tcW w:w="620" w:type="dxa"/>
            <w:tcBorders>
              <w:top w:val="single" w:sz="4" w:space="0" w:color="auto"/>
              <w:left w:val="single" w:sz="4" w:space="0" w:color="auto"/>
              <w:bottom w:val="single" w:sz="4" w:space="0" w:color="auto"/>
              <w:right w:val="single" w:sz="4" w:space="0" w:color="auto"/>
            </w:tcBorders>
          </w:tcPr>
          <w:p w14:paraId="15DE7B2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13270CF1"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5C282C80"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0C401820"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11EA2D23"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5FD26351"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2538FED5"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1694F425"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6B66DCD8"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64334D84"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1F31B552" w14:textId="77777777" w:rsidR="007D68F6" w:rsidRPr="00E062F1" w:rsidRDefault="007D68F6" w:rsidP="005A68FB">
            <w:pPr>
              <w:pStyle w:val="TAC"/>
              <w:rPr>
                <w:lang w:eastAsia="zh-CN"/>
              </w:rPr>
            </w:pPr>
            <w:r>
              <w:rPr>
                <w:rFonts w:hint="eastAsia"/>
                <w:lang w:eastAsia="zh-CN"/>
              </w:rPr>
              <w:t>0</w:t>
            </w:r>
          </w:p>
        </w:tc>
      </w:tr>
      <w:tr w:rsidR="001F2838" w:rsidRPr="00E062F1" w14:paraId="7EDF2898"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64E2628E" w14:textId="77777777" w:rsidR="007D68F6" w:rsidRPr="00E062F1" w:rsidRDefault="007D68F6" w:rsidP="005A68FB">
            <w:pPr>
              <w:pStyle w:val="TAC"/>
            </w:pPr>
          </w:p>
        </w:tc>
        <w:tc>
          <w:tcPr>
            <w:tcW w:w="1738" w:type="dxa"/>
            <w:tcBorders>
              <w:top w:val="nil"/>
              <w:left w:val="single" w:sz="4" w:space="0" w:color="auto"/>
              <w:bottom w:val="nil"/>
              <w:right w:val="single" w:sz="4" w:space="0" w:color="auto"/>
            </w:tcBorders>
            <w:shd w:val="clear" w:color="auto" w:fill="auto"/>
          </w:tcPr>
          <w:p w14:paraId="5BEBC158" w14:textId="77777777" w:rsidR="007D68F6" w:rsidRPr="00E062F1" w:rsidRDefault="007D68F6" w:rsidP="005A68FB">
            <w:pPr>
              <w:pStyle w:val="TAC"/>
            </w:pPr>
          </w:p>
        </w:tc>
        <w:tc>
          <w:tcPr>
            <w:tcW w:w="668" w:type="dxa"/>
            <w:tcBorders>
              <w:left w:val="single" w:sz="4" w:space="0" w:color="auto"/>
              <w:right w:val="single" w:sz="4" w:space="0" w:color="auto"/>
            </w:tcBorders>
          </w:tcPr>
          <w:p w14:paraId="7E652C0D" w14:textId="77777777" w:rsidR="007D68F6" w:rsidRPr="00E062F1" w:rsidRDefault="007D68F6" w:rsidP="005A68FB">
            <w:pPr>
              <w:pStyle w:val="TAC"/>
            </w:pPr>
            <w:r w:rsidRPr="00E062F1">
              <w:t>n79</w:t>
            </w:r>
          </w:p>
        </w:tc>
        <w:tc>
          <w:tcPr>
            <w:tcW w:w="620" w:type="dxa"/>
            <w:tcBorders>
              <w:top w:val="single" w:sz="4" w:space="0" w:color="auto"/>
              <w:left w:val="single" w:sz="4" w:space="0" w:color="auto"/>
              <w:bottom w:val="single" w:sz="4" w:space="0" w:color="auto"/>
              <w:right w:val="single" w:sz="4" w:space="0" w:color="auto"/>
            </w:tcBorders>
          </w:tcPr>
          <w:p w14:paraId="6798CCB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BF3A3D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CE12A85"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529322A"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8766D37"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248CFC3"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E57648C" w14:textId="77777777" w:rsidR="007D68F6" w:rsidRPr="00E062F1" w:rsidRDefault="007D68F6" w:rsidP="005A68FB">
            <w:pPr>
              <w:pStyle w:val="TAC"/>
              <w:rPr>
                <w:lang w:eastAsia="zh-CN"/>
              </w:rPr>
            </w:pPr>
            <w:r>
              <w:rPr>
                <w:rFonts w:hint="eastAsia"/>
                <w:lang w:eastAsia="zh-CN"/>
              </w:rPr>
              <w:t>40</w:t>
            </w:r>
          </w:p>
        </w:tc>
        <w:tc>
          <w:tcPr>
            <w:tcW w:w="620" w:type="dxa"/>
            <w:tcBorders>
              <w:top w:val="single" w:sz="4" w:space="0" w:color="auto"/>
              <w:left w:val="single" w:sz="4" w:space="0" w:color="auto"/>
              <w:bottom w:val="single" w:sz="4" w:space="0" w:color="auto"/>
              <w:right w:val="single" w:sz="4" w:space="0" w:color="auto"/>
            </w:tcBorders>
          </w:tcPr>
          <w:p w14:paraId="29B940AD" w14:textId="77777777" w:rsidR="007D68F6" w:rsidRPr="00E062F1" w:rsidRDefault="007D68F6" w:rsidP="005A68FB">
            <w:pPr>
              <w:pStyle w:val="TAC"/>
              <w:rPr>
                <w:lang w:eastAsia="zh-CN"/>
              </w:rPr>
            </w:pPr>
            <w:r>
              <w:rPr>
                <w:rFonts w:hint="eastAsia"/>
                <w:lang w:eastAsia="zh-CN"/>
              </w:rPr>
              <w:t>50</w:t>
            </w:r>
          </w:p>
        </w:tc>
        <w:tc>
          <w:tcPr>
            <w:tcW w:w="620" w:type="dxa"/>
            <w:tcBorders>
              <w:top w:val="single" w:sz="4" w:space="0" w:color="auto"/>
              <w:left w:val="single" w:sz="4" w:space="0" w:color="auto"/>
              <w:bottom w:val="single" w:sz="4" w:space="0" w:color="auto"/>
              <w:right w:val="single" w:sz="4" w:space="0" w:color="auto"/>
            </w:tcBorders>
          </w:tcPr>
          <w:p w14:paraId="42F30364"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7FD5E54C"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4BCA89D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4181431"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1ACB7006"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09954FF4"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4028F8D7" w14:textId="77777777" w:rsidR="007D68F6" w:rsidRPr="00E062F1" w:rsidRDefault="007D68F6" w:rsidP="005A68FB">
            <w:pPr>
              <w:pStyle w:val="TAC"/>
              <w:rPr>
                <w:lang w:eastAsia="zh-CN"/>
              </w:rPr>
            </w:pPr>
          </w:p>
        </w:tc>
      </w:tr>
      <w:tr w:rsidR="007D68F6" w:rsidRPr="00E062F1" w14:paraId="39841208"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52253CEA" w14:textId="77777777" w:rsidR="007D68F6" w:rsidRPr="00E062F1" w:rsidRDefault="007D68F6" w:rsidP="005A68FB">
            <w:pPr>
              <w:pStyle w:val="TAC"/>
            </w:pPr>
          </w:p>
        </w:tc>
        <w:tc>
          <w:tcPr>
            <w:tcW w:w="1738" w:type="dxa"/>
            <w:tcBorders>
              <w:top w:val="nil"/>
              <w:left w:val="single" w:sz="4" w:space="0" w:color="auto"/>
              <w:bottom w:val="single" w:sz="4" w:space="0" w:color="auto"/>
              <w:right w:val="single" w:sz="4" w:space="0" w:color="auto"/>
            </w:tcBorders>
            <w:shd w:val="clear" w:color="auto" w:fill="auto"/>
          </w:tcPr>
          <w:p w14:paraId="799EB3D9" w14:textId="77777777" w:rsidR="007D68F6" w:rsidRPr="00E062F1" w:rsidRDefault="007D68F6" w:rsidP="005A68FB">
            <w:pPr>
              <w:pStyle w:val="TAC"/>
            </w:pPr>
          </w:p>
        </w:tc>
        <w:tc>
          <w:tcPr>
            <w:tcW w:w="668" w:type="dxa"/>
            <w:tcBorders>
              <w:left w:val="single" w:sz="4" w:space="0" w:color="auto"/>
              <w:right w:val="single" w:sz="4" w:space="0" w:color="auto"/>
            </w:tcBorders>
          </w:tcPr>
          <w:p w14:paraId="586679AD"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6E56C6C6" w14:textId="3273416E" w:rsidR="007D68F6" w:rsidRPr="00E062F1" w:rsidRDefault="007D68F6" w:rsidP="005A68FB">
            <w:pPr>
              <w:pStyle w:val="TAC"/>
            </w:pPr>
            <w:r w:rsidRPr="00E062F1">
              <w:t>See CA_n257G and CA_n257H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12148D79" w14:textId="77777777" w:rsidR="007D68F6" w:rsidRPr="00E062F1" w:rsidRDefault="007D68F6" w:rsidP="005A68FB">
            <w:pPr>
              <w:pStyle w:val="TAC"/>
              <w:rPr>
                <w:lang w:eastAsia="zh-CN"/>
              </w:rPr>
            </w:pPr>
          </w:p>
        </w:tc>
      </w:tr>
      <w:tr w:rsidR="001F2838" w:rsidRPr="00E062F1" w14:paraId="3B15FF99"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674947EA" w14:textId="77777777" w:rsidR="007D68F6" w:rsidRPr="00E062F1" w:rsidRDefault="007D68F6" w:rsidP="005A68FB">
            <w:pPr>
              <w:pStyle w:val="TAC"/>
              <w:rPr>
                <w:rFonts w:eastAsia="Yu Mincho"/>
                <w:szCs w:val="18"/>
                <w:lang w:eastAsia="ja-JP"/>
              </w:rPr>
            </w:pPr>
            <w:r w:rsidRPr="00E062F1">
              <w:t>CA_n78A-n79A-n257I</w:t>
            </w:r>
          </w:p>
        </w:tc>
        <w:tc>
          <w:tcPr>
            <w:tcW w:w="1738" w:type="dxa"/>
            <w:tcBorders>
              <w:left w:val="single" w:sz="4" w:space="0" w:color="auto"/>
              <w:bottom w:val="nil"/>
              <w:right w:val="single" w:sz="4" w:space="0" w:color="auto"/>
            </w:tcBorders>
            <w:shd w:val="clear" w:color="auto" w:fill="auto"/>
          </w:tcPr>
          <w:p w14:paraId="0158B746" w14:textId="77777777" w:rsidR="007D68F6" w:rsidRPr="00E062F1" w:rsidRDefault="007D68F6" w:rsidP="005A68FB">
            <w:pPr>
              <w:pStyle w:val="TAC"/>
            </w:pPr>
            <w:r w:rsidRPr="00E062F1">
              <w:t>CA_n257G</w:t>
            </w:r>
          </w:p>
          <w:p w14:paraId="437BB50C" w14:textId="77777777" w:rsidR="007D68F6" w:rsidRPr="00E062F1" w:rsidRDefault="007D68F6" w:rsidP="005A68FB">
            <w:pPr>
              <w:pStyle w:val="TAC"/>
            </w:pPr>
            <w:r w:rsidRPr="00E062F1">
              <w:t>CA_n257H</w:t>
            </w:r>
          </w:p>
          <w:p w14:paraId="7BDD652C" w14:textId="77777777" w:rsidR="007D68F6" w:rsidRPr="00E062F1" w:rsidRDefault="007D68F6" w:rsidP="005A68FB">
            <w:pPr>
              <w:pStyle w:val="TAC"/>
              <w:rPr>
                <w:rFonts w:eastAsia="Yu Mincho"/>
                <w:szCs w:val="18"/>
                <w:lang w:eastAsia="ja-JP"/>
              </w:rPr>
            </w:pPr>
            <w:r w:rsidRPr="00E062F1">
              <w:t>CA_n257I</w:t>
            </w:r>
          </w:p>
        </w:tc>
        <w:tc>
          <w:tcPr>
            <w:tcW w:w="668" w:type="dxa"/>
            <w:tcBorders>
              <w:left w:val="single" w:sz="4" w:space="0" w:color="auto"/>
              <w:right w:val="single" w:sz="4" w:space="0" w:color="auto"/>
            </w:tcBorders>
          </w:tcPr>
          <w:p w14:paraId="777F5027" w14:textId="77777777" w:rsidR="007D68F6" w:rsidRPr="00E062F1" w:rsidRDefault="007D68F6" w:rsidP="005A68FB">
            <w:pPr>
              <w:pStyle w:val="TAC"/>
              <w:rPr>
                <w:rFonts w:eastAsia="Yu Mincho" w:cs="Arial"/>
                <w:kern w:val="2"/>
                <w:szCs w:val="18"/>
                <w:lang w:eastAsia="ja-JP"/>
              </w:rPr>
            </w:pPr>
            <w:r w:rsidRPr="00E062F1">
              <w:t>n78</w:t>
            </w:r>
          </w:p>
        </w:tc>
        <w:tc>
          <w:tcPr>
            <w:tcW w:w="620" w:type="dxa"/>
            <w:tcBorders>
              <w:top w:val="single" w:sz="4" w:space="0" w:color="auto"/>
              <w:left w:val="single" w:sz="4" w:space="0" w:color="auto"/>
              <w:bottom w:val="single" w:sz="4" w:space="0" w:color="auto"/>
              <w:right w:val="single" w:sz="4" w:space="0" w:color="auto"/>
            </w:tcBorders>
          </w:tcPr>
          <w:p w14:paraId="3C31EB78"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62232C44"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10</w:t>
            </w:r>
          </w:p>
        </w:tc>
        <w:tc>
          <w:tcPr>
            <w:tcW w:w="620" w:type="dxa"/>
            <w:tcBorders>
              <w:top w:val="single" w:sz="4" w:space="0" w:color="auto"/>
              <w:left w:val="single" w:sz="4" w:space="0" w:color="auto"/>
              <w:bottom w:val="single" w:sz="4" w:space="0" w:color="auto"/>
              <w:right w:val="single" w:sz="4" w:space="0" w:color="auto"/>
            </w:tcBorders>
          </w:tcPr>
          <w:p w14:paraId="7A660617"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15</w:t>
            </w:r>
          </w:p>
        </w:tc>
        <w:tc>
          <w:tcPr>
            <w:tcW w:w="620" w:type="dxa"/>
            <w:tcBorders>
              <w:top w:val="single" w:sz="4" w:space="0" w:color="auto"/>
              <w:left w:val="single" w:sz="4" w:space="0" w:color="auto"/>
              <w:bottom w:val="single" w:sz="4" w:space="0" w:color="auto"/>
              <w:right w:val="single" w:sz="4" w:space="0" w:color="auto"/>
            </w:tcBorders>
          </w:tcPr>
          <w:p w14:paraId="370494F2"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20</w:t>
            </w:r>
          </w:p>
        </w:tc>
        <w:tc>
          <w:tcPr>
            <w:tcW w:w="620" w:type="dxa"/>
            <w:tcBorders>
              <w:top w:val="single" w:sz="4" w:space="0" w:color="auto"/>
              <w:left w:val="single" w:sz="4" w:space="0" w:color="auto"/>
              <w:bottom w:val="single" w:sz="4" w:space="0" w:color="auto"/>
              <w:right w:val="single" w:sz="4" w:space="0" w:color="auto"/>
            </w:tcBorders>
          </w:tcPr>
          <w:p w14:paraId="45D2D3AB"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440F1319"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115C86F8"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40</w:t>
            </w:r>
          </w:p>
        </w:tc>
        <w:tc>
          <w:tcPr>
            <w:tcW w:w="620" w:type="dxa"/>
            <w:tcBorders>
              <w:top w:val="single" w:sz="4" w:space="0" w:color="auto"/>
              <w:left w:val="single" w:sz="4" w:space="0" w:color="auto"/>
              <w:bottom w:val="single" w:sz="4" w:space="0" w:color="auto"/>
              <w:right w:val="single" w:sz="4" w:space="0" w:color="auto"/>
            </w:tcBorders>
          </w:tcPr>
          <w:p w14:paraId="25B28640"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50</w:t>
            </w:r>
          </w:p>
        </w:tc>
        <w:tc>
          <w:tcPr>
            <w:tcW w:w="620" w:type="dxa"/>
            <w:tcBorders>
              <w:top w:val="single" w:sz="4" w:space="0" w:color="auto"/>
              <w:left w:val="single" w:sz="4" w:space="0" w:color="auto"/>
              <w:bottom w:val="single" w:sz="4" w:space="0" w:color="auto"/>
              <w:right w:val="single" w:sz="4" w:space="0" w:color="auto"/>
            </w:tcBorders>
          </w:tcPr>
          <w:p w14:paraId="4CD51AE5" w14:textId="77777777" w:rsidR="007D68F6" w:rsidRPr="00E062F1" w:rsidRDefault="007D68F6" w:rsidP="005A68FB">
            <w:pPr>
              <w:pStyle w:val="TAC"/>
              <w:rPr>
                <w:szCs w:val="18"/>
                <w:lang w:eastAsia="zh-CN"/>
              </w:rPr>
            </w:pPr>
            <w:r>
              <w:rPr>
                <w:rFonts w:hint="eastAsia"/>
                <w:szCs w:val="18"/>
                <w:lang w:eastAsia="zh-CN"/>
              </w:rPr>
              <w:t>60</w:t>
            </w:r>
          </w:p>
        </w:tc>
        <w:tc>
          <w:tcPr>
            <w:tcW w:w="620" w:type="dxa"/>
            <w:tcBorders>
              <w:top w:val="single" w:sz="4" w:space="0" w:color="auto"/>
              <w:left w:val="single" w:sz="4" w:space="0" w:color="auto"/>
              <w:bottom w:val="single" w:sz="4" w:space="0" w:color="auto"/>
              <w:right w:val="single" w:sz="4" w:space="0" w:color="auto"/>
            </w:tcBorders>
          </w:tcPr>
          <w:p w14:paraId="26758E45" w14:textId="77777777" w:rsidR="007D68F6" w:rsidRPr="00E062F1" w:rsidRDefault="007D68F6" w:rsidP="005A68FB">
            <w:pPr>
              <w:pStyle w:val="TAC"/>
              <w:rPr>
                <w:szCs w:val="18"/>
                <w:lang w:eastAsia="zh-CN"/>
              </w:rPr>
            </w:pPr>
            <w:r>
              <w:rPr>
                <w:rFonts w:hint="eastAsia"/>
                <w:szCs w:val="18"/>
                <w:lang w:eastAsia="zh-CN"/>
              </w:rPr>
              <w:t>80</w:t>
            </w:r>
          </w:p>
        </w:tc>
        <w:tc>
          <w:tcPr>
            <w:tcW w:w="620" w:type="dxa"/>
            <w:tcBorders>
              <w:top w:val="single" w:sz="4" w:space="0" w:color="auto"/>
              <w:left w:val="single" w:sz="4" w:space="0" w:color="auto"/>
              <w:bottom w:val="single" w:sz="4" w:space="0" w:color="auto"/>
              <w:right w:val="single" w:sz="4" w:space="0" w:color="auto"/>
            </w:tcBorders>
          </w:tcPr>
          <w:p w14:paraId="06DFC70F" w14:textId="77777777" w:rsidR="007D68F6" w:rsidRPr="00E062F1" w:rsidRDefault="007D68F6" w:rsidP="005A68FB">
            <w:pPr>
              <w:pStyle w:val="TAC"/>
              <w:rPr>
                <w:szCs w:val="18"/>
                <w:lang w:eastAsia="zh-CN"/>
              </w:rPr>
            </w:pPr>
            <w:r>
              <w:rPr>
                <w:rFonts w:hint="eastAsia"/>
                <w:szCs w:val="18"/>
                <w:lang w:eastAsia="zh-CN"/>
              </w:rPr>
              <w:t>90</w:t>
            </w:r>
          </w:p>
        </w:tc>
        <w:tc>
          <w:tcPr>
            <w:tcW w:w="620" w:type="dxa"/>
            <w:tcBorders>
              <w:top w:val="single" w:sz="4" w:space="0" w:color="auto"/>
              <w:left w:val="single" w:sz="4" w:space="0" w:color="auto"/>
              <w:bottom w:val="single" w:sz="4" w:space="0" w:color="auto"/>
              <w:right w:val="single" w:sz="4" w:space="0" w:color="auto"/>
            </w:tcBorders>
          </w:tcPr>
          <w:p w14:paraId="51E443B2" w14:textId="77777777" w:rsidR="007D68F6" w:rsidRPr="00E062F1" w:rsidRDefault="007D68F6" w:rsidP="005A68FB">
            <w:pPr>
              <w:pStyle w:val="TAC"/>
              <w:rPr>
                <w:szCs w:val="18"/>
                <w:lang w:eastAsia="zh-CN"/>
              </w:rPr>
            </w:pPr>
            <w:r>
              <w:rPr>
                <w:rFonts w:hint="eastAsia"/>
                <w:szCs w:val="18"/>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3D05D4D0" w14:textId="77777777" w:rsidR="007D68F6" w:rsidRPr="00E062F1" w:rsidRDefault="007D68F6" w:rsidP="005A68FB">
            <w:pPr>
              <w:pStyle w:val="TAC"/>
              <w:rPr>
                <w:szCs w:val="18"/>
              </w:rPr>
            </w:pPr>
          </w:p>
        </w:tc>
        <w:tc>
          <w:tcPr>
            <w:tcW w:w="621" w:type="dxa"/>
            <w:tcBorders>
              <w:top w:val="single" w:sz="4" w:space="0" w:color="auto"/>
              <w:left w:val="single" w:sz="4" w:space="0" w:color="auto"/>
              <w:bottom w:val="single" w:sz="4" w:space="0" w:color="auto"/>
              <w:right w:val="single" w:sz="4" w:space="0" w:color="auto"/>
            </w:tcBorders>
          </w:tcPr>
          <w:p w14:paraId="23C1FE8A" w14:textId="77777777" w:rsidR="007D68F6" w:rsidRPr="00E062F1" w:rsidRDefault="007D68F6" w:rsidP="005A68FB">
            <w:pPr>
              <w:pStyle w:val="TAC"/>
              <w:rPr>
                <w:szCs w:val="18"/>
              </w:rPr>
            </w:pPr>
          </w:p>
        </w:tc>
        <w:tc>
          <w:tcPr>
            <w:tcW w:w="1330" w:type="dxa"/>
            <w:tcBorders>
              <w:left w:val="single" w:sz="4" w:space="0" w:color="auto"/>
              <w:bottom w:val="nil"/>
              <w:right w:val="single" w:sz="4" w:space="0" w:color="auto"/>
            </w:tcBorders>
            <w:shd w:val="clear" w:color="auto" w:fill="auto"/>
          </w:tcPr>
          <w:p w14:paraId="644EB8D7" w14:textId="77777777" w:rsidR="007D68F6" w:rsidRPr="00E062F1" w:rsidRDefault="007D68F6" w:rsidP="005A68FB">
            <w:pPr>
              <w:pStyle w:val="TAC"/>
              <w:rPr>
                <w:lang w:eastAsia="zh-CN"/>
              </w:rPr>
            </w:pPr>
            <w:r>
              <w:rPr>
                <w:rFonts w:hint="eastAsia"/>
                <w:lang w:eastAsia="zh-CN"/>
              </w:rPr>
              <w:t>0</w:t>
            </w:r>
          </w:p>
        </w:tc>
      </w:tr>
      <w:tr w:rsidR="001F2838" w:rsidRPr="00E062F1" w14:paraId="2960A858"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55FB7536" w14:textId="77777777" w:rsidR="007D68F6" w:rsidRPr="00E062F1" w:rsidRDefault="007D68F6" w:rsidP="005A68FB">
            <w:pPr>
              <w:pStyle w:val="TAC"/>
              <w:rPr>
                <w:rFonts w:eastAsia="Yu Mincho"/>
                <w:szCs w:val="18"/>
                <w:lang w:eastAsia="ja-JP"/>
              </w:rPr>
            </w:pPr>
          </w:p>
        </w:tc>
        <w:tc>
          <w:tcPr>
            <w:tcW w:w="1738" w:type="dxa"/>
            <w:tcBorders>
              <w:top w:val="nil"/>
              <w:left w:val="single" w:sz="4" w:space="0" w:color="auto"/>
              <w:bottom w:val="nil"/>
              <w:right w:val="single" w:sz="4" w:space="0" w:color="auto"/>
            </w:tcBorders>
            <w:shd w:val="clear" w:color="auto" w:fill="auto"/>
          </w:tcPr>
          <w:p w14:paraId="2ACC7049" w14:textId="77777777" w:rsidR="007D68F6" w:rsidRPr="00E062F1" w:rsidRDefault="007D68F6" w:rsidP="005A68FB">
            <w:pPr>
              <w:pStyle w:val="TAC"/>
              <w:rPr>
                <w:rFonts w:eastAsia="Yu Mincho"/>
                <w:szCs w:val="18"/>
                <w:lang w:eastAsia="ja-JP"/>
              </w:rPr>
            </w:pPr>
          </w:p>
        </w:tc>
        <w:tc>
          <w:tcPr>
            <w:tcW w:w="668" w:type="dxa"/>
            <w:tcBorders>
              <w:left w:val="single" w:sz="4" w:space="0" w:color="auto"/>
              <w:right w:val="single" w:sz="4" w:space="0" w:color="auto"/>
            </w:tcBorders>
          </w:tcPr>
          <w:p w14:paraId="7FFC67EC" w14:textId="77777777" w:rsidR="007D68F6" w:rsidRPr="00E062F1" w:rsidRDefault="007D68F6" w:rsidP="005A68FB">
            <w:pPr>
              <w:pStyle w:val="TAC"/>
              <w:rPr>
                <w:rFonts w:eastAsia="Yu Mincho" w:cs="Arial"/>
                <w:kern w:val="2"/>
                <w:szCs w:val="18"/>
                <w:lang w:eastAsia="ja-JP"/>
              </w:rPr>
            </w:pPr>
            <w:r w:rsidRPr="00E062F1">
              <w:t>n79</w:t>
            </w:r>
          </w:p>
        </w:tc>
        <w:tc>
          <w:tcPr>
            <w:tcW w:w="620" w:type="dxa"/>
            <w:tcBorders>
              <w:top w:val="single" w:sz="4" w:space="0" w:color="auto"/>
              <w:left w:val="single" w:sz="4" w:space="0" w:color="auto"/>
              <w:bottom w:val="single" w:sz="4" w:space="0" w:color="auto"/>
              <w:right w:val="single" w:sz="4" w:space="0" w:color="auto"/>
            </w:tcBorders>
          </w:tcPr>
          <w:p w14:paraId="5860CA01"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14326D85" w14:textId="77777777" w:rsidR="007D68F6" w:rsidRPr="00E062F1" w:rsidRDefault="007D68F6" w:rsidP="005A68FB">
            <w:pPr>
              <w:pStyle w:val="TAC"/>
              <w:rPr>
                <w:rFonts w:eastAsia="Yu Mincho" w:cs="Arial"/>
                <w:kern w:val="2"/>
                <w:szCs w:val="18"/>
                <w:lang w:eastAsia="ja-JP"/>
              </w:rPr>
            </w:pPr>
          </w:p>
        </w:tc>
        <w:tc>
          <w:tcPr>
            <w:tcW w:w="620" w:type="dxa"/>
            <w:tcBorders>
              <w:top w:val="single" w:sz="4" w:space="0" w:color="auto"/>
              <w:left w:val="single" w:sz="4" w:space="0" w:color="auto"/>
              <w:bottom w:val="single" w:sz="4" w:space="0" w:color="auto"/>
              <w:right w:val="single" w:sz="4" w:space="0" w:color="auto"/>
            </w:tcBorders>
          </w:tcPr>
          <w:p w14:paraId="6DA04308" w14:textId="77777777" w:rsidR="007D68F6" w:rsidRPr="00E062F1" w:rsidRDefault="007D68F6" w:rsidP="005A68FB">
            <w:pPr>
              <w:pStyle w:val="TAC"/>
              <w:rPr>
                <w:rFonts w:eastAsia="Yu Mincho" w:cs="Arial"/>
                <w:kern w:val="2"/>
                <w:szCs w:val="18"/>
                <w:lang w:eastAsia="ja-JP"/>
              </w:rPr>
            </w:pPr>
          </w:p>
        </w:tc>
        <w:tc>
          <w:tcPr>
            <w:tcW w:w="620" w:type="dxa"/>
            <w:tcBorders>
              <w:top w:val="single" w:sz="4" w:space="0" w:color="auto"/>
              <w:left w:val="single" w:sz="4" w:space="0" w:color="auto"/>
              <w:bottom w:val="single" w:sz="4" w:space="0" w:color="auto"/>
              <w:right w:val="single" w:sz="4" w:space="0" w:color="auto"/>
            </w:tcBorders>
          </w:tcPr>
          <w:p w14:paraId="38388131" w14:textId="77777777" w:rsidR="007D68F6" w:rsidRPr="00E062F1" w:rsidRDefault="007D68F6" w:rsidP="005A68FB">
            <w:pPr>
              <w:pStyle w:val="TAC"/>
              <w:rPr>
                <w:rFonts w:eastAsia="Yu Mincho" w:cs="Arial"/>
                <w:kern w:val="2"/>
                <w:szCs w:val="18"/>
                <w:lang w:eastAsia="ja-JP"/>
              </w:rPr>
            </w:pPr>
          </w:p>
        </w:tc>
        <w:tc>
          <w:tcPr>
            <w:tcW w:w="620" w:type="dxa"/>
            <w:tcBorders>
              <w:top w:val="single" w:sz="4" w:space="0" w:color="auto"/>
              <w:left w:val="single" w:sz="4" w:space="0" w:color="auto"/>
              <w:bottom w:val="single" w:sz="4" w:space="0" w:color="auto"/>
              <w:right w:val="single" w:sz="4" w:space="0" w:color="auto"/>
            </w:tcBorders>
          </w:tcPr>
          <w:p w14:paraId="6AC1153B"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0C586FDF"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37C88605"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40</w:t>
            </w:r>
          </w:p>
        </w:tc>
        <w:tc>
          <w:tcPr>
            <w:tcW w:w="620" w:type="dxa"/>
            <w:tcBorders>
              <w:top w:val="single" w:sz="4" w:space="0" w:color="auto"/>
              <w:left w:val="single" w:sz="4" w:space="0" w:color="auto"/>
              <w:bottom w:val="single" w:sz="4" w:space="0" w:color="auto"/>
              <w:right w:val="single" w:sz="4" w:space="0" w:color="auto"/>
            </w:tcBorders>
          </w:tcPr>
          <w:p w14:paraId="22CA36A6"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50</w:t>
            </w:r>
          </w:p>
        </w:tc>
        <w:tc>
          <w:tcPr>
            <w:tcW w:w="620" w:type="dxa"/>
            <w:tcBorders>
              <w:top w:val="single" w:sz="4" w:space="0" w:color="auto"/>
              <w:left w:val="single" w:sz="4" w:space="0" w:color="auto"/>
              <w:bottom w:val="single" w:sz="4" w:space="0" w:color="auto"/>
              <w:right w:val="single" w:sz="4" w:space="0" w:color="auto"/>
            </w:tcBorders>
          </w:tcPr>
          <w:p w14:paraId="429F470F" w14:textId="77777777" w:rsidR="007D68F6" w:rsidRPr="00E062F1" w:rsidRDefault="007D68F6" w:rsidP="005A68FB">
            <w:pPr>
              <w:pStyle w:val="TAC"/>
              <w:rPr>
                <w:szCs w:val="18"/>
                <w:lang w:eastAsia="zh-CN"/>
              </w:rPr>
            </w:pPr>
            <w:r>
              <w:rPr>
                <w:rFonts w:hint="eastAsia"/>
                <w:szCs w:val="18"/>
                <w:lang w:eastAsia="zh-CN"/>
              </w:rPr>
              <w:t>60</w:t>
            </w:r>
          </w:p>
        </w:tc>
        <w:tc>
          <w:tcPr>
            <w:tcW w:w="620" w:type="dxa"/>
            <w:tcBorders>
              <w:top w:val="single" w:sz="4" w:space="0" w:color="auto"/>
              <w:left w:val="single" w:sz="4" w:space="0" w:color="auto"/>
              <w:bottom w:val="single" w:sz="4" w:space="0" w:color="auto"/>
              <w:right w:val="single" w:sz="4" w:space="0" w:color="auto"/>
            </w:tcBorders>
          </w:tcPr>
          <w:p w14:paraId="7375F299" w14:textId="77777777" w:rsidR="007D68F6" w:rsidRPr="00E062F1" w:rsidRDefault="007D68F6" w:rsidP="005A68FB">
            <w:pPr>
              <w:pStyle w:val="TAC"/>
              <w:rPr>
                <w:szCs w:val="18"/>
                <w:lang w:eastAsia="zh-CN"/>
              </w:rPr>
            </w:pPr>
            <w:r>
              <w:rPr>
                <w:rFonts w:hint="eastAsia"/>
                <w:szCs w:val="18"/>
                <w:lang w:eastAsia="zh-CN"/>
              </w:rPr>
              <w:t>80</w:t>
            </w:r>
          </w:p>
        </w:tc>
        <w:tc>
          <w:tcPr>
            <w:tcW w:w="620" w:type="dxa"/>
            <w:tcBorders>
              <w:top w:val="single" w:sz="4" w:space="0" w:color="auto"/>
              <w:left w:val="single" w:sz="4" w:space="0" w:color="auto"/>
              <w:bottom w:val="single" w:sz="4" w:space="0" w:color="auto"/>
              <w:right w:val="single" w:sz="4" w:space="0" w:color="auto"/>
            </w:tcBorders>
          </w:tcPr>
          <w:p w14:paraId="0EE8C3DB"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12AE6E2C" w14:textId="77777777" w:rsidR="007D68F6" w:rsidRPr="00E062F1" w:rsidRDefault="007D68F6" w:rsidP="005A68FB">
            <w:pPr>
              <w:pStyle w:val="TAC"/>
              <w:rPr>
                <w:szCs w:val="18"/>
                <w:lang w:eastAsia="zh-CN"/>
              </w:rPr>
            </w:pPr>
            <w:r>
              <w:rPr>
                <w:rFonts w:hint="eastAsia"/>
                <w:szCs w:val="18"/>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48C537A5" w14:textId="77777777" w:rsidR="007D68F6" w:rsidRPr="00E062F1" w:rsidRDefault="007D68F6" w:rsidP="005A68FB">
            <w:pPr>
              <w:pStyle w:val="TAC"/>
              <w:rPr>
                <w:szCs w:val="18"/>
              </w:rPr>
            </w:pPr>
          </w:p>
        </w:tc>
        <w:tc>
          <w:tcPr>
            <w:tcW w:w="621" w:type="dxa"/>
            <w:tcBorders>
              <w:top w:val="single" w:sz="4" w:space="0" w:color="auto"/>
              <w:left w:val="single" w:sz="4" w:space="0" w:color="auto"/>
              <w:bottom w:val="single" w:sz="4" w:space="0" w:color="auto"/>
              <w:right w:val="single" w:sz="4" w:space="0" w:color="auto"/>
            </w:tcBorders>
          </w:tcPr>
          <w:p w14:paraId="50F48E7B" w14:textId="77777777" w:rsidR="007D68F6" w:rsidRPr="00E062F1" w:rsidRDefault="007D68F6" w:rsidP="005A68FB">
            <w:pPr>
              <w:pStyle w:val="TAC"/>
              <w:rPr>
                <w:szCs w:val="18"/>
              </w:rPr>
            </w:pPr>
          </w:p>
        </w:tc>
        <w:tc>
          <w:tcPr>
            <w:tcW w:w="1330" w:type="dxa"/>
            <w:tcBorders>
              <w:top w:val="nil"/>
              <w:left w:val="single" w:sz="4" w:space="0" w:color="auto"/>
              <w:bottom w:val="nil"/>
              <w:right w:val="single" w:sz="4" w:space="0" w:color="auto"/>
            </w:tcBorders>
            <w:shd w:val="clear" w:color="auto" w:fill="auto"/>
          </w:tcPr>
          <w:p w14:paraId="510AE0D8" w14:textId="77777777" w:rsidR="007D68F6" w:rsidRPr="00E062F1" w:rsidRDefault="007D68F6" w:rsidP="005A68FB">
            <w:pPr>
              <w:pStyle w:val="TAC"/>
              <w:rPr>
                <w:lang w:eastAsia="zh-CN"/>
              </w:rPr>
            </w:pPr>
          </w:p>
        </w:tc>
      </w:tr>
      <w:tr w:rsidR="007D68F6" w:rsidRPr="00E062F1" w14:paraId="2564C201"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7C2704B1" w14:textId="77777777" w:rsidR="007D68F6" w:rsidRPr="00E062F1" w:rsidRDefault="007D68F6" w:rsidP="005A68FB">
            <w:pPr>
              <w:pStyle w:val="TAC"/>
              <w:rPr>
                <w:rFonts w:eastAsia="Yu Mincho"/>
                <w:szCs w:val="18"/>
                <w:lang w:eastAsia="ja-JP"/>
              </w:rPr>
            </w:pPr>
          </w:p>
        </w:tc>
        <w:tc>
          <w:tcPr>
            <w:tcW w:w="1738" w:type="dxa"/>
            <w:tcBorders>
              <w:top w:val="nil"/>
              <w:left w:val="single" w:sz="4" w:space="0" w:color="auto"/>
              <w:bottom w:val="single" w:sz="4" w:space="0" w:color="auto"/>
              <w:right w:val="single" w:sz="4" w:space="0" w:color="auto"/>
            </w:tcBorders>
            <w:shd w:val="clear" w:color="auto" w:fill="auto"/>
          </w:tcPr>
          <w:p w14:paraId="7FEBFA80" w14:textId="77777777" w:rsidR="007D68F6" w:rsidRPr="00E062F1" w:rsidRDefault="007D68F6" w:rsidP="005A68FB">
            <w:pPr>
              <w:pStyle w:val="TAC"/>
              <w:rPr>
                <w:rFonts w:eastAsia="Yu Mincho"/>
                <w:szCs w:val="18"/>
                <w:lang w:eastAsia="ja-JP"/>
              </w:rPr>
            </w:pPr>
          </w:p>
        </w:tc>
        <w:tc>
          <w:tcPr>
            <w:tcW w:w="668" w:type="dxa"/>
            <w:tcBorders>
              <w:left w:val="single" w:sz="4" w:space="0" w:color="auto"/>
              <w:right w:val="single" w:sz="4" w:space="0" w:color="auto"/>
            </w:tcBorders>
          </w:tcPr>
          <w:p w14:paraId="1AF5F89D" w14:textId="77777777" w:rsidR="007D68F6" w:rsidRPr="00E062F1" w:rsidRDefault="007D68F6" w:rsidP="005A68FB">
            <w:pPr>
              <w:pStyle w:val="TAC"/>
              <w:rPr>
                <w:rFonts w:eastAsia="Yu Mincho" w:cs="Arial"/>
                <w:kern w:val="2"/>
                <w:szCs w:val="18"/>
                <w:lang w:eastAsia="ja-JP"/>
              </w:rPr>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241A31E2" w14:textId="45D113D4" w:rsidR="007D68F6" w:rsidRPr="00E062F1" w:rsidRDefault="007D68F6" w:rsidP="005A68FB">
            <w:pPr>
              <w:pStyle w:val="TAC"/>
              <w:rPr>
                <w:szCs w:val="18"/>
              </w:rPr>
            </w:pPr>
            <w:r w:rsidRPr="00E062F1">
              <w:t>See CA_n257G, CA_n257H, and CA_n257I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1BF8731C" w14:textId="77777777" w:rsidR="007D68F6" w:rsidRPr="00E062F1" w:rsidRDefault="007D68F6" w:rsidP="005A68FB">
            <w:pPr>
              <w:pStyle w:val="TAC"/>
              <w:rPr>
                <w:lang w:eastAsia="zh-CN"/>
              </w:rPr>
            </w:pPr>
          </w:p>
        </w:tc>
      </w:tr>
      <w:tr w:rsidR="001F2838" w:rsidRPr="00E062F1" w14:paraId="7D8EF6E6"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3C4DAF35" w14:textId="77777777" w:rsidR="007D68F6" w:rsidRPr="00E062F1" w:rsidRDefault="007D68F6" w:rsidP="005A68FB">
            <w:pPr>
              <w:pStyle w:val="TAC"/>
              <w:rPr>
                <w:szCs w:val="18"/>
              </w:rPr>
            </w:pPr>
            <w:r w:rsidRPr="00E062F1">
              <w:rPr>
                <w:rFonts w:eastAsia="Yu Mincho"/>
                <w:szCs w:val="18"/>
                <w:lang w:eastAsia="ja-JP"/>
              </w:rPr>
              <w:t>CA_n77</w:t>
            </w:r>
            <w:r w:rsidRPr="00E062F1">
              <w:rPr>
                <w:szCs w:val="18"/>
                <w:lang w:eastAsia="zh-CN"/>
              </w:rPr>
              <w:t>A</w:t>
            </w:r>
            <w:r w:rsidRPr="00E062F1">
              <w:rPr>
                <w:rFonts w:eastAsia="Yu Mincho"/>
                <w:szCs w:val="18"/>
                <w:lang w:eastAsia="ja-JP"/>
              </w:rPr>
              <w:t>-n79A-n257A</w:t>
            </w:r>
          </w:p>
        </w:tc>
        <w:tc>
          <w:tcPr>
            <w:tcW w:w="1738" w:type="dxa"/>
            <w:tcBorders>
              <w:left w:val="single" w:sz="4" w:space="0" w:color="auto"/>
              <w:bottom w:val="nil"/>
              <w:right w:val="single" w:sz="4" w:space="0" w:color="auto"/>
            </w:tcBorders>
            <w:shd w:val="clear" w:color="auto" w:fill="auto"/>
          </w:tcPr>
          <w:p w14:paraId="0B476870" w14:textId="77777777" w:rsidR="007D68F6" w:rsidRPr="00E062F1" w:rsidRDefault="007D68F6" w:rsidP="005A68FB">
            <w:pPr>
              <w:pStyle w:val="TAC"/>
              <w:rPr>
                <w:rFonts w:eastAsia="Yu Mincho"/>
                <w:szCs w:val="18"/>
                <w:lang w:eastAsia="ja-JP"/>
              </w:rPr>
            </w:pPr>
            <w:r w:rsidRPr="00E062F1">
              <w:rPr>
                <w:rFonts w:eastAsia="Yu Mincho"/>
                <w:szCs w:val="18"/>
                <w:lang w:eastAsia="ja-JP"/>
              </w:rPr>
              <w:t>CA_n77A-n257A</w:t>
            </w:r>
          </w:p>
          <w:p w14:paraId="4D7E3E8B" w14:textId="77777777" w:rsidR="007D68F6" w:rsidRPr="00E062F1" w:rsidRDefault="007D68F6" w:rsidP="005A68FB">
            <w:pPr>
              <w:pStyle w:val="TAC"/>
              <w:rPr>
                <w:szCs w:val="18"/>
              </w:rPr>
            </w:pPr>
            <w:r w:rsidRPr="00E062F1">
              <w:rPr>
                <w:rFonts w:eastAsia="Yu Mincho"/>
                <w:szCs w:val="18"/>
                <w:lang w:eastAsia="ja-JP"/>
              </w:rPr>
              <w:t>CA_n79A-n257A</w:t>
            </w:r>
          </w:p>
        </w:tc>
        <w:tc>
          <w:tcPr>
            <w:tcW w:w="668" w:type="dxa"/>
            <w:tcBorders>
              <w:left w:val="single" w:sz="4" w:space="0" w:color="auto"/>
              <w:right w:val="single" w:sz="4" w:space="0" w:color="auto"/>
            </w:tcBorders>
          </w:tcPr>
          <w:p w14:paraId="7F323AA0" w14:textId="77777777" w:rsidR="007D68F6" w:rsidRPr="00E062F1" w:rsidRDefault="007D68F6" w:rsidP="005A68FB">
            <w:pPr>
              <w:pStyle w:val="TAC"/>
              <w:rPr>
                <w:szCs w:val="18"/>
              </w:rPr>
            </w:pPr>
            <w:r w:rsidRPr="00E062F1">
              <w:t>n7</w:t>
            </w:r>
            <w:r>
              <w:t>7</w:t>
            </w:r>
          </w:p>
        </w:tc>
        <w:tc>
          <w:tcPr>
            <w:tcW w:w="620" w:type="dxa"/>
            <w:tcBorders>
              <w:top w:val="single" w:sz="4" w:space="0" w:color="auto"/>
              <w:left w:val="single" w:sz="4" w:space="0" w:color="auto"/>
              <w:bottom w:val="single" w:sz="4" w:space="0" w:color="auto"/>
              <w:right w:val="single" w:sz="4" w:space="0" w:color="auto"/>
            </w:tcBorders>
          </w:tcPr>
          <w:p w14:paraId="2E27E15D"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4AFD820E" w14:textId="77777777" w:rsidR="007D68F6" w:rsidRPr="00E062F1" w:rsidRDefault="007D68F6" w:rsidP="005A68FB">
            <w:pPr>
              <w:pStyle w:val="TAC"/>
              <w:rPr>
                <w:szCs w:val="18"/>
              </w:rPr>
            </w:pPr>
            <w:r>
              <w:rPr>
                <w:rFonts w:hint="eastAsia"/>
                <w:szCs w:val="18"/>
                <w:lang w:eastAsia="zh-CN"/>
              </w:rPr>
              <w:t>10</w:t>
            </w:r>
          </w:p>
        </w:tc>
        <w:tc>
          <w:tcPr>
            <w:tcW w:w="620" w:type="dxa"/>
            <w:tcBorders>
              <w:top w:val="single" w:sz="4" w:space="0" w:color="auto"/>
              <w:left w:val="single" w:sz="4" w:space="0" w:color="auto"/>
              <w:bottom w:val="single" w:sz="4" w:space="0" w:color="auto"/>
              <w:right w:val="single" w:sz="4" w:space="0" w:color="auto"/>
            </w:tcBorders>
          </w:tcPr>
          <w:p w14:paraId="7A7321AF" w14:textId="77777777" w:rsidR="007D68F6" w:rsidRPr="00E062F1" w:rsidRDefault="007D68F6" w:rsidP="005A68FB">
            <w:pPr>
              <w:pStyle w:val="TAC"/>
              <w:rPr>
                <w:szCs w:val="18"/>
              </w:rPr>
            </w:pPr>
            <w:r>
              <w:rPr>
                <w:rFonts w:hint="eastAsia"/>
                <w:szCs w:val="18"/>
                <w:lang w:eastAsia="zh-CN"/>
              </w:rPr>
              <w:t>15</w:t>
            </w:r>
          </w:p>
        </w:tc>
        <w:tc>
          <w:tcPr>
            <w:tcW w:w="620" w:type="dxa"/>
            <w:tcBorders>
              <w:top w:val="single" w:sz="4" w:space="0" w:color="auto"/>
              <w:left w:val="single" w:sz="4" w:space="0" w:color="auto"/>
              <w:bottom w:val="single" w:sz="4" w:space="0" w:color="auto"/>
              <w:right w:val="single" w:sz="4" w:space="0" w:color="auto"/>
            </w:tcBorders>
          </w:tcPr>
          <w:p w14:paraId="2DE0252B" w14:textId="77777777" w:rsidR="007D68F6" w:rsidRPr="00E062F1" w:rsidRDefault="007D68F6" w:rsidP="005A68FB">
            <w:pPr>
              <w:pStyle w:val="TAC"/>
              <w:rPr>
                <w:szCs w:val="18"/>
              </w:rPr>
            </w:pPr>
            <w:r>
              <w:rPr>
                <w:rFonts w:hint="eastAsia"/>
                <w:szCs w:val="18"/>
                <w:lang w:eastAsia="zh-CN"/>
              </w:rPr>
              <w:t>20</w:t>
            </w:r>
          </w:p>
        </w:tc>
        <w:tc>
          <w:tcPr>
            <w:tcW w:w="620" w:type="dxa"/>
            <w:tcBorders>
              <w:top w:val="single" w:sz="4" w:space="0" w:color="auto"/>
              <w:left w:val="single" w:sz="4" w:space="0" w:color="auto"/>
              <w:bottom w:val="single" w:sz="4" w:space="0" w:color="auto"/>
              <w:right w:val="single" w:sz="4" w:space="0" w:color="auto"/>
            </w:tcBorders>
          </w:tcPr>
          <w:p w14:paraId="0AFEC05C"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6A2645D0"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595125D6" w14:textId="77777777" w:rsidR="007D68F6" w:rsidRPr="00E062F1" w:rsidRDefault="007D68F6" w:rsidP="005A68FB">
            <w:pPr>
              <w:pStyle w:val="TAC"/>
              <w:rPr>
                <w:szCs w:val="18"/>
              </w:rPr>
            </w:pPr>
            <w:r>
              <w:rPr>
                <w:rFonts w:hint="eastAsia"/>
                <w:szCs w:val="18"/>
                <w:lang w:eastAsia="zh-CN"/>
              </w:rPr>
              <w:t>40</w:t>
            </w:r>
          </w:p>
        </w:tc>
        <w:tc>
          <w:tcPr>
            <w:tcW w:w="620" w:type="dxa"/>
            <w:tcBorders>
              <w:top w:val="single" w:sz="4" w:space="0" w:color="auto"/>
              <w:left w:val="single" w:sz="4" w:space="0" w:color="auto"/>
              <w:bottom w:val="single" w:sz="4" w:space="0" w:color="auto"/>
              <w:right w:val="single" w:sz="4" w:space="0" w:color="auto"/>
            </w:tcBorders>
          </w:tcPr>
          <w:p w14:paraId="19256474" w14:textId="77777777" w:rsidR="007D68F6" w:rsidRPr="00E062F1" w:rsidRDefault="007D68F6" w:rsidP="005A68FB">
            <w:pPr>
              <w:pStyle w:val="TAC"/>
              <w:rPr>
                <w:rFonts w:eastAsia="Yu Mincho" w:cs="Arial"/>
                <w:kern w:val="2"/>
                <w:szCs w:val="18"/>
                <w:lang w:eastAsia="ja-JP"/>
              </w:rPr>
            </w:pPr>
            <w:r>
              <w:rPr>
                <w:rFonts w:cs="Arial" w:hint="eastAsia"/>
                <w:kern w:val="2"/>
                <w:szCs w:val="18"/>
                <w:lang w:eastAsia="zh-CN"/>
              </w:rPr>
              <w:t>50</w:t>
            </w:r>
          </w:p>
        </w:tc>
        <w:tc>
          <w:tcPr>
            <w:tcW w:w="620" w:type="dxa"/>
            <w:tcBorders>
              <w:top w:val="single" w:sz="4" w:space="0" w:color="auto"/>
              <w:left w:val="single" w:sz="4" w:space="0" w:color="auto"/>
              <w:bottom w:val="single" w:sz="4" w:space="0" w:color="auto"/>
              <w:right w:val="single" w:sz="4" w:space="0" w:color="auto"/>
            </w:tcBorders>
          </w:tcPr>
          <w:p w14:paraId="4A8B6439" w14:textId="77777777" w:rsidR="007D68F6" w:rsidRPr="00E062F1" w:rsidRDefault="007D68F6" w:rsidP="005A68FB">
            <w:pPr>
              <w:pStyle w:val="TAC"/>
              <w:rPr>
                <w:szCs w:val="18"/>
              </w:rPr>
            </w:pPr>
            <w:r>
              <w:rPr>
                <w:rFonts w:hint="eastAsia"/>
                <w:szCs w:val="18"/>
                <w:lang w:eastAsia="zh-CN"/>
              </w:rPr>
              <w:t>60</w:t>
            </w:r>
          </w:p>
        </w:tc>
        <w:tc>
          <w:tcPr>
            <w:tcW w:w="620" w:type="dxa"/>
            <w:tcBorders>
              <w:top w:val="single" w:sz="4" w:space="0" w:color="auto"/>
              <w:left w:val="single" w:sz="4" w:space="0" w:color="auto"/>
              <w:bottom w:val="single" w:sz="4" w:space="0" w:color="auto"/>
              <w:right w:val="single" w:sz="4" w:space="0" w:color="auto"/>
            </w:tcBorders>
          </w:tcPr>
          <w:p w14:paraId="6090AD61" w14:textId="77777777" w:rsidR="007D68F6" w:rsidRPr="00E062F1" w:rsidRDefault="007D68F6" w:rsidP="005A68FB">
            <w:pPr>
              <w:pStyle w:val="TAC"/>
              <w:rPr>
                <w:szCs w:val="18"/>
              </w:rPr>
            </w:pPr>
            <w:r>
              <w:rPr>
                <w:rFonts w:hint="eastAsia"/>
                <w:szCs w:val="18"/>
                <w:lang w:eastAsia="zh-CN"/>
              </w:rPr>
              <w:t>80</w:t>
            </w:r>
          </w:p>
        </w:tc>
        <w:tc>
          <w:tcPr>
            <w:tcW w:w="620" w:type="dxa"/>
            <w:tcBorders>
              <w:top w:val="single" w:sz="4" w:space="0" w:color="auto"/>
              <w:left w:val="single" w:sz="4" w:space="0" w:color="auto"/>
              <w:bottom w:val="single" w:sz="4" w:space="0" w:color="auto"/>
              <w:right w:val="single" w:sz="4" w:space="0" w:color="auto"/>
            </w:tcBorders>
          </w:tcPr>
          <w:p w14:paraId="295857CD" w14:textId="77777777" w:rsidR="007D68F6" w:rsidRPr="00E062F1" w:rsidRDefault="007D68F6" w:rsidP="005A68FB">
            <w:pPr>
              <w:pStyle w:val="TAC"/>
              <w:rPr>
                <w:szCs w:val="18"/>
              </w:rPr>
            </w:pPr>
            <w:r>
              <w:rPr>
                <w:rFonts w:hint="eastAsia"/>
                <w:szCs w:val="18"/>
                <w:lang w:eastAsia="zh-CN"/>
              </w:rPr>
              <w:t>90</w:t>
            </w:r>
          </w:p>
        </w:tc>
        <w:tc>
          <w:tcPr>
            <w:tcW w:w="620" w:type="dxa"/>
            <w:tcBorders>
              <w:top w:val="single" w:sz="4" w:space="0" w:color="auto"/>
              <w:left w:val="single" w:sz="4" w:space="0" w:color="auto"/>
              <w:bottom w:val="single" w:sz="4" w:space="0" w:color="auto"/>
              <w:right w:val="single" w:sz="4" w:space="0" w:color="auto"/>
            </w:tcBorders>
          </w:tcPr>
          <w:p w14:paraId="3D2D2D16" w14:textId="77777777" w:rsidR="007D68F6" w:rsidRPr="00E062F1" w:rsidRDefault="007D68F6" w:rsidP="005A68FB">
            <w:pPr>
              <w:pStyle w:val="TAC"/>
              <w:rPr>
                <w:rFonts w:eastAsia="Yu Mincho" w:cs="Arial"/>
                <w:kern w:val="2"/>
                <w:szCs w:val="18"/>
                <w:lang w:eastAsia="ja-JP"/>
              </w:rPr>
            </w:pPr>
            <w:r>
              <w:rPr>
                <w:rFonts w:cs="Arial" w:hint="eastAsia"/>
                <w:kern w:val="2"/>
                <w:szCs w:val="18"/>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09278820" w14:textId="77777777" w:rsidR="007D68F6" w:rsidRPr="00E062F1" w:rsidRDefault="007D68F6" w:rsidP="005A68FB">
            <w:pPr>
              <w:pStyle w:val="TAC"/>
              <w:rPr>
                <w:rFonts w:eastAsia="Yu Mincho" w:cs="Arial"/>
                <w:kern w:val="2"/>
                <w:szCs w:val="18"/>
                <w:lang w:eastAsia="ja-JP"/>
              </w:rPr>
            </w:pPr>
          </w:p>
        </w:tc>
        <w:tc>
          <w:tcPr>
            <w:tcW w:w="621" w:type="dxa"/>
            <w:tcBorders>
              <w:top w:val="single" w:sz="4" w:space="0" w:color="auto"/>
              <w:left w:val="single" w:sz="4" w:space="0" w:color="auto"/>
              <w:bottom w:val="single" w:sz="4" w:space="0" w:color="auto"/>
              <w:right w:val="single" w:sz="4" w:space="0" w:color="auto"/>
            </w:tcBorders>
          </w:tcPr>
          <w:p w14:paraId="4C9DF304" w14:textId="77777777" w:rsidR="007D68F6" w:rsidRPr="00E062F1" w:rsidRDefault="007D68F6" w:rsidP="005A68FB">
            <w:pPr>
              <w:pStyle w:val="TAC"/>
              <w:rPr>
                <w:rFonts w:eastAsia="Yu Mincho" w:cs="Arial"/>
                <w:kern w:val="2"/>
                <w:szCs w:val="18"/>
                <w:lang w:eastAsia="ja-JP"/>
              </w:rPr>
            </w:pPr>
          </w:p>
        </w:tc>
        <w:tc>
          <w:tcPr>
            <w:tcW w:w="1330" w:type="dxa"/>
            <w:tcBorders>
              <w:left w:val="single" w:sz="4" w:space="0" w:color="auto"/>
              <w:bottom w:val="nil"/>
              <w:right w:val="single" w:sz="4" w:space="0" w:color="auto"/>
            </w:tcBorders>
            <w:shd w:val="clear" w:color="auto" w:fill="auto"/>
          </w:tcPr>
          <w:p w14:paraId="6280AD8D" w14:textId="77777777" w:rsidR="007D68F6" w:rsidRPr="00E062F1" w:rsidRDefault="007D68F6" w:rsidP="005A68FB">
            <w:pPr>
              <w:pStyle w:val="TAC"/>
              <w:rPr>
                <w:lang w:eastAsia="zh-CN"/>
              </w:rPr>
            </w:pPr>
            <w:r>
              <w:rPr>
                <w:rFonts w:hint="eastAsia"/>
                <w:lang w:eastAsia="zh-CN"/>
              </w:rPr>
              <w:t>0</w:t>
            </w:r>
          </w:p>
        </w:tc>
      </w:tr>
      <w:tr w:rsidR="001F2838" w:rsidRPr="00E062F1" w14:paraId="336479A5"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70A2DF58" w14:textId="77777777" w:rsidR="007D68F6" w:rsidRPr="00E062F1" w:rsidRDefault="007D68F6" w:rsidP="005A68FB">
            <w:pPr>
              <w:pStyle w:val="TAC"/>
              <w:rPr>
                <w:szCs w:val="18"/>
              </w:rPr>
            </w:pPr>
          </w:p>
        </w:tc>
        <w:tc>
          <w:tcPr>
            <w:tcW w:w="1738" w:type="dxa"/>
            <w:tcBorders>
              <w:top w:val="nil"/>
              <w:left w:val="single" w:sz="4" w:space="0" w:color="auto"/>
              <w:bottom w:val="nil"/>
              <w:right w:val="single" w:sz="4" w:space="0" w:color="auto"/>
            </w:tcBorders>
            <w:shd w:val="clear" w:color="auto" w:fill="auto"/>
          </w:tcPr>
          <w:p w14:paraId="335F34AC" w14:textId="77777777" w:rsidR="007D68F6" w:rsidRPr="00E062F1" w:rsidRDefault="007D68F6" w:rsidP="005A68FB">
            <w:pPr>
              <w:pStyle w:val="TAC"/>
              <w:rPr>
                <w:szCs w:val="18"/>
              </w:rPr>
            </w:pPr>
          </w:p>
        </w:tc>
        <w:tc>
          <w:tcPr>
            <w:tcW w:w="668" w:type="dxa"/>
            <w:tcBorders>
              <w:left w:val="single" w:sz="4" w:space="0" w:color="auto"/>
              <w:right w:val="single" w:sz="4" w:space="0" w:color="auto"/>
            </w:tcBorders>
          </w:tcPr>
          <w:p w14:paraId="66746E25" w14:textId="77777777" w:rsidR="007D68F6" w:rsidRPr="00E062F1" w:rsidRDefault="007D68F6" w:rsidP="005A68FB">
            <w:pPr>
              <w:pStyle w:val="TAC"/>
              <w:rPr>
                <w:szCs w:val="18"/>
              </w:rPr>
            </w:pPr>
            <w:r w:rsidRPr="00E062F1">
              <w:t>n79</w:t>
            </w:r>
          </w:p>
        </w:tc>
        <w:tc>
          <w:tcPr>
            <w:tcW w:w="620" w:type="dxa"/>
            <w:tcBorders>
              <w:top w:val="single" w:sz="4" w:space="0" w:color="auto"/>
              <w:left w:val="single" w:sz="4" w:space="0" w:color="auto"/>
              <w:bottom w:val="single" w:sz="4" w:space="0" w:color="auto"/>
              <w:right w:val="single" w:sz="4" w:space="0" w:color="auto"/>
            </w:tcBorders>
          </w:tcPr>
          <w:p w14:paraId="24844968"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0200ED35"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7898B63C"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15940D8B"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6BD84DB5"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642A0C24"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3C20B6CB" w14:textId="77777777" w:rsidR="007D68F6" w:rsidRPr="00E062F1" w:rsidRDefault="007D68F6" w:rsidP="005A68FB">
            <w:pPr>
              <w:pStyle w:val="TAC"/>
              <w:rPr>
                <w:szCs w:val="18"/>
              </w:rPr>
            </w:pPr>
            <w:r>
              <w:rPr>
                <w:rFonts w:hint="eastAsia"/>
                <w:szCs w:val="18"/>
                <w:lang w:eastAsia="zh-CN"/>
              </w:rPr>
              <w:t>40</w:t>
            </w:r>
          </w:p>
        </w:tc>
        <w:tc>
          <w:tcPr>
            <w:tcW w:w="620" w:type="dxa"/>
            <w:tcBorders>
              <w:top w:val="single" w:sz="4" w:space="0" w:color="auto"/>
              <w:left w:val="single" w:sz="4" w:space="0" w:color="auto"/>
              <w:bottom w:val="single" w:sz="4" w:space="0" w:color="auto"/>
              <w:right w:val="single" w:sz="4" w:space="0" w:color="auto"/>
            </w:tcBorders>
          </w:tcPr>
          <w:p w14:paraId="4E114AEF" w14:textId="77777777" w:rsidR="007D68F6" w:rsidRPr="00E062F1" w:rsidRDefault="007D68F6" w:rsidP="005A68FB">
            <w:pPr>
              <w:pStyle w:val="TAC"/>
              <w:rPr>
                <w:rFonts w:eastAsia="Yu Mincho" w:cs="Arial"/>
                <w:kern w:val="2"/>
                <w:szCs w:val="18"/>
                <w:lang w:eastAsia="ja-JP"/>
              </w:rPr>
            </w:pPr>
            <w:r>
              <w:rPr>
                <w:rFonts w:cs="Arial" w:hint="eastAsia"/>
                <w:kern w:val="2"/>
                <w:szCs w:val="18"/>
                <w:lang w:eastAsia="zh-CN"/>
              </w:rPr>
              <w:t>50</w:t>
            </w:r>
          </w:p>
        </w:tc>
        <w:tc>
          <w:tcPr>
            <w:tcW w:w="620" w:type="dxa"/>
            <w:tcBorders>
              <w:top w:val="single" w:sz="4" w:space="0" w:color="auto"/>
              <w:left w:val="single" w:sz="4" w:space="0" w:color="auto"/>
              <w:bottom w:val="single" w:sz="4" w:space="0" w:color="auto"/>
              <w:right w:val="single" w:sz="4" w:space="0" w:color="auto"/>
            </w:tcBorders>
          </w:tcPr>
          <w:p w14:paraId="08748DB7" w14:textId="77777777" w:rsidR="007D68F6" w:rsidRPr="00E062F1" w:rsidRDefault="007D68F6" w:rsidP="005A68FB">
            <w:pPr>
              <w:pStyle w:val="TAC"/>
              <w:rPr>
                <w:szCs w:val="18"/>
              </w:rPr>
            </w:pPr>
            <w:r>
              <w:rPr>
                <w:rFonts w:hint="eastAsia"/>
                <w:szCs w:val="18"/>
                <w:lang w:eastAsia="zh-CN"/>
              </w:rPr>
              <w:t>60</w:t>
            </w:r>
          </w:p>
        </w:tc>
        <w:tc>
          <w:tcPr>
            <w:tcW w:w="620" w:type="dxa"/>
            <w:tcBorders>
              <w:top w:val="single" w:sz="4" w:space="0" w:color="auto"/>
              <w:left w:val="single" w:sz="4" w:space="0" w:color="auto"/>
              <w:bottom w:val="single" w:sz="4" w:space="0" w:color="auto"/>
              <w:right w:val="single" w:sz="4" w:space="0" w:color="auto"/>
            </w:tcBorders>
          </w:tcPr>
          <w:p w14:paraId="7A6D659E" w14:textId="77777777" w:rsidR="007D68F6" w:rsidRPr="00E062F1" w:rsidRDefault="007D68F6" w:rsidP="005A68FB">
            <w:pPr>
              <w:pStyle w:val="TAC"/>
              <w:rPr>
                <w:szCs w:val="18"/>
              </w:rPr>
            </w:pPr>
            <w:r>
              <w:rPr>
                <w:rFonts w:hint="eastAsia"/>
                <w:szCs w:val="18"/>
                <w:lang w:eastAsia="zh-CN"/>
              </w:rPr>
              <w:t>80</w:t>
            </w:r>
          </w:p>
        </w:tc>
        <w:tc>
          <w:tcPr>
            <w:tcW w:w="620" w:type="dxa"/>
            <w:tcBorders>
              <w:top w:val="single" w:sz="4" w:space="0" w:color="auto"/>
              <w:left w:val="single" w:sz="4" w:space="0" w:color="auto"/>
              <w:bottom w:val="single" w:sz="4" w:space="0" w:color="auto"/>
              <w:right w:val="single" w:sz="4" w:space="0" w:color="auto"/>
            </w:tcBorders>
          </w:tcPr>
          <w:p w14:paraId="51E04AD2"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24A32DD6" w14:textId="77777777" w:rsidR="007D68F6" w:rsidRPr="00E062F1" w:rsidRDefault="007D68F6" w:rsidP="005A68FB">
            <w:pPr>
              <w:pStyle w:val="TAC"/>
              <w:rPr>
                <w:rFonts w:eastAsia="Yu Mincho" w:cs="Arial"/>
                <w:kern w:val="2"/>
                <w:szCs w:val="18"/>
                <w:lang w:eastAsia="ja-JP"/>
              </w:rPr>
            </w:pPr>
            <w:r>
              <w:rPr>
                <w:rFonts w:cs="Arial" w:hint="eastAsia"/>
                <w:kern w:val="2"/>
                <w:szCs w:val="18"/>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23223287" w14:textId="77777777" w:rsidR="007D68F6" w:rsidRPr="00E062F1" w:rsidRDefault="007D68F6" w:rsidP="005A68FB">
            <w:pPr>
              <w:pStyle w:val="TAC"/>
              <w:rPr>
                <w:rFonts w:eastAsia="Yu Mincho" w:cs="Arial"/>
                <w:kern w:val="2"/>
                <w:szCs w:val="18"/>
                <w:lang w:eastAsia="ja-JP"/>
              </w:rPr>
            </w:pPr>
          </w:p>
        </w:tc>
        <w:tc>
          <w:tcPr>
            <w:tcW w:w="621" w:type="dxa"/>
            <w:tcBorders>
              <w:top w:val="single" w:sz="4" w:space="0" w:color="auto"/>
              <w:left w:val="single" w:sz="4" w:space="0" w:color="auto"/>
              <w:bottom w:val="single" w:sz="4" w:space="0" w:color="auto"/>
              <w:right w:val="single" w:sz="4" w:space="0" w:color="auto"/>
            </w:tcBorders>
          </w:tcPr>
          <w:p w14:paraId="71F918F7" w14:textId="77777777" w:rsidR="007D68F6" w:rsidRPr="00E062F1" w:rsidRDefault="007D68F6" w:rsidP="005A68FB">
            <w:pPr>
              <w:pStyle w:val="TAC"/>
              <w:rPr>
                <w:rFonts w:eastAsia="Yu Mincho" w:cs="Arial"/>
                <w:kern w:val="2"/>
                <w:szCs w:val="18"/>
                <w:lang w:eastAsia="ja-JP"/>
              </w:rPr>
            </w:pPr>
          </w:p>
        </w:tc>
        <w:tc>
          <w:tcPr>
            <w:tcW w:w="1330" w:type="dxa"/>
            <w:tcBorders>
              <w:top w:val="nil"/>
              <w:left w:val="single" w:sz="4" w:space="0" w:color="auto"/>
              <w:bottom w:val="nil"/>
              <w:right w:val="single" w:sz="4" w:space="0" w:color="auto"/>
            </w:tcBorders>
            <w:shd w:val="clear" w:color="auto" w:fill="auto"/>
          </w:tcPr>
          <w:p w14:paraId="7C3FB735" w14:textId="77777777" w:rsidR="007D68F6" w:rsidRPr="00E062F1" w:rsidRDefault="007D68F6" w:rsidP="005A68FB">
            <w:pPr>
              <w:pStyle w:val="TAC"/>
            </w:pPr>
          </w:p>
        </w:tc>
      </w:tr>
      <w:tr w:rsidR="001F2838" w:rsidRPr="00E062F1" w14:paraId="0219CB96"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309B7F7E" w14:textId="77777777" w:rsidR="007D68F6" w:rsidRPr="00E062F1" w:rsidRDefault="007D68F6" w:rsidP="005A68FB">
            <w:pPr>
              <w:pStyle w:val="TAC"/>
              <w:rPr>
                <w:szCs w:val="18"/>
              </w:rPr>
            </w:pPr>
          </w:p>
        </w:tc>
        <w:tc>
          <w:tcPr>
            <w:tcW w:w="1738" w:type="dxa"/>
            <w:tcBorders>
              <w:top w:val="nil"/>
              <w:left w:val="single" w:sz="4" w:space="0" w:color="auto"/>
              <w:bottom w:val="single" w:sz="4" w:space="0" w:color="auto"/>
              <w:right w:val="single" w:sz="4" w:space="0" w:color="auto"/>
            </w:tcBorders>
            <w:shd w:val="clear" w:color="auto" w:fill="auto"/>
          </w:tcPr>
          <w:p w14:paraId="5876C25D" w14:textId="77777777" w:rsidR="007D68F6" w:rsidRPr="00E062F1" w:rsidRDefault="007D68F6" w:rsidP="005A68FB">
            <w:pPr>
              <w:pStyle w:val="TAC"/>
              <w:rPr>
                <w:szCs w:val="18"/>
              </w:rPr>
            </w:pPr>
          </w:p>
        </w:tc>
        <w:tc>
          <w:tcPr>
            <w:tcW w:w="668" w:type="dxa"/>
            <w:tcBorders>
              <w:left w:val="single" w:sz="4" w:space="0" w:color="auto"/>
              <w:right w:val="single" w:sz="4" w:space="0" w:color="auto"/>
            </w:tcBorders>
          </w:tcPr>
          <w:p w14:paraId="5F0B4F76" w14:textId="77777777" w:rsidR="007D68F6" w:rsidRPr="00E062F1" w:rsidRDefault="007D68F6" w:rsidP="005A68FB">
            <w:pPr>
              <w:pStyle w:val="TAC"/>
              <w:rPr>
                <w:szCs w:val="18"/>
              </w:rPr>
            </w:pPr>
            <w:r w:rsidRPr="00E062F1">
              <w:t>n257</w:t>
            </w:r>
          </w:p>
        </w:tc>
        <w:tc>
          <w:tcPr>
            <w:tcW w:w="620" w:type="dxa"/>
            <w:tcBorders>
              <w:top w:val="single" w:sz="4" w:space="0" w:color="auto"/>
              <w:left w:val="single" w:sz="4" w:space="0" w:color="auto"/>
              <w:bottom w:val="single" w:sz="4" w:space="0" w:color="auto"/>
              <w:right w:val="single" w:sz="4" w:space="0" w:color="auto"/>
            </w:tcBorders>
          </w:tcPr>
          <w:p w14:paraId="6A6F2039"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44340DC3"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1C00D0A0"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66505B58"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33CD3B47"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6367D361"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2125201C"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284D8CEB"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50</w:t>
            </w:r>
          </w:p>
        </w:tc>
        <w:tc>
          <w:tcPr>
            <w:tcW w:w="620" w:type="dxa"/>
            <w:tcBorders>
              <w:top w:val="single" w:sz="4" w:space="0" w:color="auto"/>
              <w:left w:val="single" w:sz="4" w:space="0" w:color="auto"/>
              <w:bottom w:val="single" w:sz="4" w:space="0" w:color="auto"/>
              <w:right w:val="single" w:sz="4" w:space="0" w:color="auto"/>
            </w:tcBorders>
          </w:tcPr>
          <w:p w14:paraId="4223D66F"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73E6299A"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5FD6EB82"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5315D017"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06DCD17C"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200</w:t>
            </w:r>
          </w:p>
        </w:tc>
        <w:tc>
          <w:tcPr>
            <w:tcW w:w="621" w:type="dxa"/>
            <w:tcBorders>
              <w:top w:val="single" w:sz="4" w:space="0" w:color="auto"/>
              <w:left w:val="single" w:sz="4" w:space="0" w:color="auto"/>
              <w:bottom w:val="single" w:sz="4" w:space="0" w:color="auto"/>
              <w:right w:val="single" w:sz="4" w:space="0" w:color="auto"/>
            </w:tcBorders>
          </w:tcPr>
          <w:p w14:paraId="605D2E54"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400</w:t>
            </w:r>
          </w:p>
        </w:tc>
        <w:tc>
          <w:tcPr>
            <w:tcW w:w="1330" w:type="dxa"/>
            <w:tcBorders>
              <w:top w:val="nil"/>
              <w:left w:val="single" w:sz="4" w:space="0" w:color="auto"/>
              <w:bottom w:val="single" w:sz="4" w:space="0" w:color="auto"/>
              <w:right w:val="single" w:sz="4" w:space="0" w:color="auto"/>
            </w:tcBorders>
            <w:shd w:val="clear" w:color="auto" w:fill="auto"/>
          </w:tcPr>
          <w:p w14:paraId="71C733C4" w14:textId="77777777" w:rsidR="007D68F6" w:rsidRPr="00E062F1" w:rsidRDefault="007D68F6" w:rsidP="005A68FB">
            <w:pPr>
              <w:pStyle w:val="TAC"/>
            </w:pPr>
          </w:p>
        </w:tc>
      </w:tr>
      <w:tr w:rsidR="001F2838" w:rsidRPr="00E062F1" w14:paraId="3930E7D6"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377B4079" w14:textId="77777777" w:rsidR="007D68F6" w:rsidRPr="00E062F1" w:rsidRDefault="007D68F6" w:rsidP="005A68FB">
            <w:pPr>
              <w:pStyle w:val="TAC"/>
              <w:rPr>
                <w:rFonts w:eastAsia="Yu Mincho"/>
                <w:szCs w:val="18"/>
                <w:lang w:eastAsia="ja-JP"/>
              </w:rPr>
            </w:pPr>
            <w:r w:rsidRPr="00E062F1">
              <w:rPr>
                <w:rFonts w:eastAsia="Yu Mincho"/>
                <w:szCs w:val="18"/>
                <w:lang w:eastAsia="ja-JP"/>
              </w:rPr>
              <w:t>CA_n77</w:t>
            </w:r>
            <w:r w:rsidRPr="00E062F1">
              <w:rPr>
                <w:szCs w:val="18"/>
                <w:lang w:eastAsia="zh-CN"/>
              </w:rPr>
              <w:t>A</w:t>
            </w:r>
            <w:r w:rsidRPr="00E062F1">
              <w:rPr>
                <w:rFonts w:eastAsia="Yu Mincho"/>
                <w:szCs w:val="18"/>
                <w:lang w:eastAsia="ja-JP"/>
              </w:rPr>
              <w:t>-n79A-n257G</w:t>
            </w:r>
          </w:p>
        </w:tc>
        <w:tc>
          <w:tcPr>
            <w:tcW w:w="1738" w:type="dxa"/>
            <w:tcBorders>
              <w:left w:val="single" w:sz="4" w:space="0" w:color="auto"/>
              <w:bottom w:val="nil"/>
              <w:right w:val="single" w:sz="4" w:space="0" w:color="auto"/>
            </w:tcBorders>
            <w:shd w:val="clear" w:color="auto" w:fill="auto"/>
          </w:tcPr>
          <w:p w14:paraId="3F5A11E9" w14:textId="77777777" w:rsidR="007D68F6" w:rsidRPr="00E062F1" w:rsidRDefault="007D68F6" w:rsidP="005A68FB">
            <w:pPr>
              <w:pStyle w:val="TAC"/>
              <w:rPr>
                <w:rFonts w:cs="Arial"/>
                <w:lang w:eastAsia="zh-CN"/>
              </w:rPr>
            </w:pPr>
            <w:r w:rsidRPr="00E062F1">
              <w:rPr>
                <w:rFonts w:eastAsia="Yu Gothic" w:cs="Arial"/>
                <w:color w:val="000000"/>
                <w:szCs w:val="18"/>
              </w:rPr>
              <w:t>CA_n77A-n257A</w:t>
            </w:r>
          </w:p>
          <w:p w14:paraId="329E231C" w14:textId="0DEC6CDA" w:rsidR="007D68F6" w:rsidRPr="00E062F1" w:rsidRDefault="007D68F6" w:rsidP="005A68FB">
            <w:pPr>
              <w:pStyle w:val="TAC"/>
              <w:rPr>
                <w:rFonts w:cs="Arial"/>
                <w:lang w:eastAsia="zh-CN"/>
              </w:rPr>
            </w:pPr>
            <w:r w:rsidRPr="00E062F1">
              <w:rPr>
                <w:rFonts w:eastAsia="Yu Gothic" w:cs="Arial"/>
                <w:color w:val="000000"/>
                <w:szCs w:val="18"/>
              </w:rPr>
              <w:t>CA_n77A-n257G</w:t>
            </w:r>
          </w:p>
          <w:p w14:paraId="3EB5869B" w14:textId="0070FFBB" w:rsidR="007D68F6" w:rsidRPr="00E062F1" w:rsidRDefault="007D68F6" w:rsidP="005A68FB">
            <w:pPr>
              <w:pStyle w:val="TAC"/>
              <w:rPr>
                <w:rFonts w:cs="Arial"/>
                <w:lang w:eastAsia="zh-CN"/>
              </w:rPr>
            </w:pPr>
            <w:r w:rsidRPr="00E062F1">
              <w:rPr>
                <w:rFonts w:eastAsia="Yu Gothic" w:cs="Arial"/>
                <w:color w:val="000000"/>
                <w:szCs w:val="18"/>
              </w:rPr>
              <w:t>CA_n79A-n257A</w:t>
            </w:r>
          </w:p>
          <w:p w14:paraId="0E654295" w14:textId="2BB2BC13" w:rsidR="007D68F6" w:rsidRPr="005A68FB" w:rsidRDefault="007D68F6" w:rsidP="005A68FB">
            <w:pPr>
              <w:pStyle w:val="TAC"/>
              <w:rPr>
                <w:rFonts w:cs="Arial"/>
                <w:lang w:eastAsia="zh-CN"/>
              </w:rPr>
            </w:pPr>
            <w:r w:rsidRPr="00E062F1">
              <w:rPr>
                <w:rFonts w:eastAsia="Yu Gothic" w:cs="Arial"/>
                <w:color w:val="000000"/>
                <w:szCs w:val="18"/>
              </w:rPr>
              <w:t>CA_n79A-n257G</w:t>
            </w:r>
          </w:p>
        </w:tc>
        <w:tc>
          <w:tcPr>
            <w:tcW w:w="668" w:type="dxa"/>
            <w:tcBorders>
              <w:left w:val="single" w:sz="4" w:space="0" w:color="auto"/>
              <w:right w:val="single" w:sz="4" w:space="0" w:color="auto"/>
            </w:tcBorders>
          </w:tcPr>
          <w:p w14:paraId="5DB7F70A" w14:textId="77777777" w:rsidR="007D68F6" w:rsidRPr="00E062F1" w:rsidRDefault="007D68F6" w:rsidP="005A68FB">
            <w:pPr>
              <w:pStyle w:val="TAC"/>
              <w:rPr>
                <w:rFonts w:eastAsia="Yu Mincho" w:cs="Arial"/>
                <w:kern w:val="2"/>
                <w:szCs w:val="18"/>
                <w:lang w:eastAsia="ja-JP"/>
              </w:rPr>
            </w:pPr>
            <w:r w:rsidRPr="00E062F1">
              <w:rPr>
                <w:rFonts w:eastAsia="Yu Mincho" w:cs="Arial"/>
                <w:kern w:val="2"/>
                <w:szCs w:val="18"/>
                <w:lang w:eastAsia="ja-JP"/>
              </w:rPr>
              <w:t>n77</w:t>
            </w:r>
          </w:p>
        </w:tc>
        <w:tc>
          <w:tcPr>
            <w:tcW w:w="620" w:type="dxa"/>
            <w:tcBorders>
              <w:top w:val="single" w:sz="4" w:space="0" w:color="auto"/>
              <w:left w:val="single" w:sz="4" w:space="0" w:color="auto"/>
              <w:bottom w:val="single" w:sz="4" w:space="0" w:color="auto"/>
              <w:right w:val="single" w:sz="4" w:space="0" w:color="auto"/>
            </w:tcBorders>
          </w:tcPr>
          <w:p w14:paraId="4159EBFD"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31BF2F0A"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10</w:t>
            </w:r>
          </w:p>
        </w:tc>
        <w:tc>
          <w:tcPr>
            <w:tcW w:w="620" w:type="dxa"/>
            <w:tcBorders>
              <w:top w:val="single" w:sz="4" w:space="0" w:color="auto"/>
              <w:left w:val="single" w:sz="4" w:space="0" w:color="auto"/>
              <w:bottom w:val="single" w:sz="4" w:space="0" w:color="auto"/>
              <w:right w:val="single" w:sz="4" w:space="0" w:color="auto"/>
            </w:tcBorders>
          </w:tcPr>
          <w:p w14:paraId="0E7C5C37"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15</w:t>
            </w:r>
          </w:p>
        </w:tc>
        <w:tc>
          <w:tcPr>
            <w:tcW w:w="620" w:type="dxa"/>
            <w:tcBorders>
              <w:top w:val="single" w:sz="4" w:space="0" w:color="auto"/>
              <w:left w:val="single" w:sz="4" w:space="0" w:color="auto"/>
              <w:bottom w:val="single" w:sz="4" w:space="0" w:color="auto"/>
              <w:right w:val="single" w:sz="4" w:space="0" w:color="auto"/>
            </w:tcBorders>
          </w:tcPr>
          <w:p w14:paraId="53EA6BB1"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20</w:t>
            </w:r>
          </w:p>
        </w:tc>
        <w:tc>
          <w:tcPr>
            <w:tcW w:w="620" w:type="dxa"/>
            <w:tcBorders>
              <w:top w:val="single" w:sz="4" w:space="0" w:color="auto"/>
              <w:left w:val="single" w:sz="4" w:space="0" w:color="auto"/>
              <w:bottom w:val="single" w:sz="4" w:space="0" w:color="auto"/>
              <w:right w:val="single" w:sz="4" w:space="0" w:color="auto"/>
            </w:tcBorders>
          </w:tcPr>
          <w:p w14:paraId="63324A9A"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1B64E5F7"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08D6FD6A"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40</w:t>
            </w:r>
          </w:p>
        </w:tc>
        <w:tc>
          <w:tcPr>
            <w:tcW w:w="620" w:type="dxa"/>
            <w:tcBorders>
              <w:top w:val="single" w:sz="4" w:space="0" w:color="auto"/>
              <w:left w:val="single" w:sz="4" w:space="0" w:color="auto"/>
              <w:bottom w:val="single" w:sz="4" w:space="0" w:color="auto"/>
              <w:right w:val="single" w:sz="4" w:space="0" w:color="auto"/>
            </w:tcBorders>
          </w:tcPr>
          <w:p w14:paraId="3AC48654"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50</w:t>
            </w:r>
          </w:p>
        </w:tc>
        <w:tc>
          <w:tcPr>
            <w:tcW w:w="620" w:type="dxa"/>
            <w:tcBorders>
              <w:top w:val="single" w:sz="4" w:space="0" w:color="auto"/>
              <w:left w:val="single" w:sz="4" w:space="0" w:color="auto"/>
              <w:bottom w:val="single" w:sz="4" w:space="0" w:color="auto"/>
              <w:right w:val="single" w:sz="4" w:space="0" w:color="auto"/>
            </w:tcBorders>
          </w:tcPr>
          <w:p w14:paraId="20620E8C" w14:textId="77777777" w:rsidR="007D68F6" w:rsidRPr="00E062F1" w:rsidRDefault="007D68F6" w:rsidP="005A68FB">
            <w:pPr>
              <w:pStyle w:val="TAC"/>
              <w:rPr>
                <w:szCs w:val="18"/>
                <w:lang w:eastAsia="zh-CN"/>
              </w:rPr>
            </w:pPr>
            <w:r>
              <w:rPr>
                <w:rFonts w:hint="eastAsia"/>
                <w:szCs w:val="18"/>
                <w:lang w:eastAsia="zh-CN"/>
              </w:rPr>
              <w:t>60</w:t>
            </w:r>
          </w:p>
        </w:tc>
        <w:tc>
          <w:tcPr>
            <w:tcW w:w="620" w:type="dxa"/>
            <w:tcBorders>
              <w:top w:val="single" w:sz="4" w:space="0" w:color="auto"/>
              <w:left w:val="single" w:sz="4" w:space="0" w:color="auto"/>
              <w:bottom w:val="single" w:sz="4" w:space="0" w:color="auto"/>
              <w:right w:val="single" w:sz="4" w:space="0" w:color="auto"/>
            </w:tcBorders>
          </w:tcPr>
          <w:p w14:paraId="6CD4D604" w14:textId="77777777" w:rsidR="007D68F6" w:rsidRPr="00E062F1" w:rsidRDefault="007D68F6" w:rsidP="005A68FB">
            <w:pPr>
              <w:pStyle w:val="TAC"/>
              <w:rPr>
                <w:szCs w:val="18"/>
                <w:lang w:eastAsia="zh-CN"/>
              </w:rPr>
            </w:pPr>
            <w:r>
              <w:rPr>
                <w:rFonts w:hint="eastAsia"/>
                <w:szCs w:val="18"/>
                <w:lang w:eastAsia="zh-CN"/>
              </w:rPr>
              <w:t>80</w:t>
            </w:r>
          </w:p>
        </w:tc>
        <w:tc>
          <w:tcPr>
            <w:tcW w:w="620" w:type="dxa"/>
            <w:tcBorders>
              <w:top w:val="single" w:sz="4" w:space="0" w:color="auto"/>
              <w:left w:val="single" w:sz="4" w:space="0" w:color="auto"/>
              <w:bottom w:val="single" w:sz="4" w:space="0" w:color="auto"/>
              <w:right w:val="single" w:sz="4" w:space="0" w:color="auto"/>
            </w:tcBorders>
          </w:tcPr>
          <w:p w14:paraId="3C234A65" w14:textId="77777777" w:rsidR="007D68F6" w:rsidRPr="00E062F1" w:rsidRDefault="007D68F6" w:rsidP="005A68FB">
            <w:pPr>
              <w:pStyle w:val="TAC"/>
              <w:rPr>
                <w:szCs w:val="18"/>
                <w:lang w:eastAsia="zh-CN"/>
              </w:rPr>
            </w:pPr>
            <w:r>
              <w:rPr>
                <w:rFonts w:hint="eastAsia"/>
                <w:szCs w:val="18"/>
                <w:lang w:eastAsia="zh-CN"/>
              </w:rPr>
              <w:t>90</w:t>
            </w:r>
          </w:p>
        </w:tc>
        <w:tc>
          <w:tcPr>
            <w:tcW w:w="620" w:type="dxa"/>
            <w:tcBorders>
              <w:top w:val="single" w:sz="4" w:space="0" w:color="auto"/>
              <w:left w:val="single" w:sz="4" w:space="0" w:color="auto"/>
              <w:bottom w:val="single" w:sz="4" w:space="0" w:color="auto"/>
              <w:right w:val="single" w:sz="4" w:space="0" w:color="auto"/>
            </w:tcBorders>
          </w:tcPr>
          <w:p w14:paraId="30E9D0BF" w14:textId="77777777" w:rsidR="007D68F6" w:rsidRPr="00E062F1" w:rsidRDefault="007D68F6" w:rsidP="005A68FB">
            <w:pPr>
              <w:pStyle w:val="TAC"/>
              <w:rPr>
                <w:szCs w:val="18"/>
                <w:lang w:eastAsia="zh-CN"/>
              </w:rPr>
            </w:pPr>
            <w:r>
              <w:rPr>
                <w:rFonts w:hint="eastAsia"/>
                <w:szCs w:val="18"/>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14F9F0E1" w14:textId="77777777" w:rsidR="007D68F6" w:rsidRPr="00E062F1" w:rsidRDefault="007D68F6" w:rsidP="005A68FB">
            <w:pPr>
              <w:pStyle w:val="TAC"/>
              <w:rPr>
                <w:szCs w:val="18"/>
              </w:rPr>
            </w:pPr>
          </w:p>
        </w:tc>
        <w:tc>
          <w:tcPr>
            <w:tcW w:w="621" w:type="dxa"/>
            <w:tcBorders>
              <w:top w:val="single" w:sz="4" w:space="0" w:color="auto"/>
              <w:left w:val="single" w:sz="4" w:space="0" w:color="auto"/>
              <w:bottom w:val="single" w:sz="4" w:space="0" w:color="auto"/>
              <w:right w:val="single" w:sz="4" w:space="0" w:color="auto"/>
            </w:tcBorders>
          </w:tcPr>
          <w:p w14:paraId="539A91C6" w14:textId="77777777" w:rsidR="007D68F6" w:rsidRPr="00E062F1" w:rsidRDefault="007D68F6" w:rsidP="005A68FB">
            <w:pPr>
              <w:pStyle w:val="TAC"/>
              <w:rPr>
                <w:szCs w:val="18"/>
              </w:rPr>
            </w:pPr>
          </w:p>
        </w:tc>
        <w:tc>
          <w:tcPr>
            <w:tcW w:w="1330" w:type="dxa"/>
            <w:tcBorders>
              <w:left w:val="single" w:sz="4" w:space="0" w:color="auto"/>
              <w:bottom w:val="nil"/>
              <w:right w:val="single" w:sz="4" w:space="0" w:color="auto"/>
            </w:tcBorders>
            <w:shd w:val="clear" w:color="auto" w:fill="auto"/>
          </w:tcPr>
          <w:p w14:paraId="6BD72EF2" w14:textId="77777777" w:rsidR="007D68F6" w:rsidRPr="00E062F1" w:rsidRDefault="007D68F6" w:rsidP="005A68FB">
            <w:pPr>
              <w:pStyle w:val="TAC"/>
              <w:rPr>
                <w:lang w:eastAsia="zh-CN"/>
              </w:rPr>
            </w:pPr>
            <w:r>
              <w:rPr>
                <w:rFonts w:hint="eastAsia"/>
                <w:lang w:eastAsia="zh-CN"/>
              </w:rPr>
              <w:t>0</w:t>
            </w:r>
          </w:p>
        </w:tc>
      </w:tr>
      <w:tr w:rsidR="001F2838" w:rsidRPr="00E062F1" w14:paraId="010E3F48"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243AC234" w14:textId="77777777" w:rsidR="007D68F6" w:rsidRPr="00E062F1" w:rsidRDefault="007D68F6" w:rsidP="005A68FB">
            <w:pPr>
              <w:pStyle w:val="TAC"/>
              <w:rPr>
                <w:rFonts w:eastAsia="Yu Mincho"/>
                <w:szCs w:val="18"/>
                <w:lang w:eastAsia="ja-JP"/>
              </w:rPr>
            </w:pPr>
          </w:p>
        </w:tc>
        <w:tc>
          <w:tcPr>
            <w:tcW w:w="1738" w:type="dxa"/>
            <w:tcBorders>
              <w:top w:val="nil"/>
              <w:left w:val="single" w:sz="4" w:space="0" w:color="auto"/>
              <w:bottom w:val="nil"/>
              <w:right w:val="single" w:sz="4" w:space="0" w:color="auto"/>
            </w:tcBorders>
            <w:shd w:val="clear" w:color="auto" w:fill="auto"/>
          </w:tcPr>
          <w:p w14:paraId="7D3906F9" w14:textId="77777777" w:rsidR="007D68F6" w:rsidRPr="00E062F1" w:rsidRDefault="007D68F6" w:rsidP="005A68FB">
            <w:pPr>
              <w:pStyle w:val="TAC"/>
              <w:rPr>
                <w:rFonts w:eastAsia="Yu Gothic" w:cs="Arial"/>
                <w:color w:val="000000"/>
                <w:szCs w:val="18"/>
              </w:rPr>
            </w:pPr>
          </w:p>
        </w:tc>
        <w:tc>
          <w:tcPr>
            <w:tcW w:w="668" w:type="dxa"/>
            <w:tcBorders>
              <w:left w:val="single" w:sz="4" w:space="0" w:color="auto"/>
              <w:right w:val="single" w:sz="4" w:space="0" w:color="auto"/>
            </w:tcBorders>
          </w:tcPr>
          <w:p w14:paraId="0FCD869B" w14:textId="77777777" w:rsidR="007D68F6" w:rsidRPr="00E062F1" w:rsidRDefault="007D68F6" w:rsidP="005A68FB">
            <w:pPr>
              <w:pStyle w:val="TAC"/>
              <w:rPr>
                <w:rFonts w:eastAsia="Yu Mincho" w:cs="Arial"/>
                <w:kern w:val="2"/>
                <w:szCs w:val="18"/>
                <w:lang w:eastAsia="ja-JP"/>
              </w:rPr>
            </w:pPr>
            <w:r w:rsidRPr="00E062F1">
              <w:rPr>
                <w:rFonts w:cs="Arial"/>
                <w:kern w:val="2"/>
                <w:szCs w:val="18"/>
              </w:rPr>
              <w:t>n79</w:t>
            </w:r>
          </w:p>
        </w:tc>
        <w:tc>
          <w:tcPr>
            <w:tcW w:w="620" w:type="dxa"/>
            <w:tcBorders>
              <w:top w:val="single" w:sz="4" w:space="0" w:color="auto"/>
              <w:left w:val="single" w:sz="4" w:space="0" w:color="auto"/>
              <w:bottom w:val="single" w:sz="4" w:space="0" w:color="auto"/>
              <w:right w:val="single" w:sz="4" w:space="0" w:color="auto"/>
            </w:tcBorders>
          </w:tcPr>
          <w:p w14:paraId="6AF17CD8"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4D4F5C49" w14:textId="77777777" w:rsidR="007D68F6" w:rsidRPr="00E062F1" w:rsidRDefault="007D68F6" w:rsidP="005A68FB">
            <w:pPr>
              <w:pStyle w:val="TAC"/>
              <w:rPr>
                <w:rFonts w:eastAsia="Yu Mincho" w:cs="Arial"/>
                <w:kern w:val="2"/>
                <w:szCs w:val="18"/>
                <w:lang w:eastAsia="ja-JP"/>
              </w:rPr>
            </w:pPr>
          </w:p>
        </w:tc>
        <w:tc>
          <w:tcPr>
            <w:tcW w:w="620" w:type="dxa"/>
            <w:tcBorders>
              <w:top w:val="single" w:sz="4" w:space="0" w:color="auto"/>
              <w:left w:val="single" w:sz="4" w:space="0" w:color="auto"/>
              <w:bottom w:val="single" w:sz="4" w:space="0" w:color="auto"/>
              <w:right w:val="single" w:sz="4" w:space="0" w:color="auto"/>
            </w:tcBorders>
          </w:tcPr>
          <w:p w14:paraId="7894330F" w14:textId="77777777" w:rsidR="007D68F6" w:rsidRPr="00E062F1" w:rsidRDefault="007D68F6" w:rsidP="005A68FB">
            <w:pPr>
              <w:pStyle w:val="TAC"/>
              <w:rPr>
                <w:rFonts w:eastAsia="Yu Mincho" w:cs="Arial"/>
                <w:kern w:val="2"/>
                <w:szCs w:val="18"/>
                <w:lang w:eastAsia="ja-JP"/>
              </w:rPr>
            </w:pPr>
          </w:p>
        </w:tc>
        <w:tc>
          <w:tcPr>
            <w:tcW w:w="620" w:type="dxa"/>
            <w:tcBorders>
              <w:top w:val="single" w:sz="4" w:space="0" w:color="auto"/>
              <w:left w:val="single" w:sz="4" w:space="0" w:color="auto"/>
              <w:bottom w:val="single" w:sz="4" w:space="0" w:color="auto"/>
              <w:right w:val="single" w:sz="4" w:space="0" w:color="auto"/>
            </w:tcBorders>
          </w:tcPr>
          <w:p w14:paraId="6877BEC8" w14:textId="77777777" w:rsidR="007D68F6" w:rsidRPr="00E062F1" w:rsidRDefault="007D68F6" w:rsidP="005A68FB">
            <w:pPr>
              <w:pStyle w:val="TAC"/>
              <w:rPr>
                <w:rFonts w:eastAsia="Yu Mincho" w:cs="Arial"/>
                <w:kern w:val="2"/>
                <w:szCs w:val="18"/>
                <w:lang w:eastAsia="ja-JP"/>
              </w:rPr>
            </w:pPr>
          </w:p>
        </w:tc>
        <w:tc>
          <w:tcPr>
            <w:tcW w:w="620" w:type="dxa"/>
            <w:tcBorders>
              <w:top w:val="single" w:sz="4" w:space="0" w:color="auto"/>
              <w:left w:val="single" w:sz="4" w:space="0" w:color="auto"/>
              <w:bottom w:val="single" w:sz="4" w:space="0" w:color="auto"/>
              <w:right w:val="single" w:sz="4" w:space="0" w:color="auto"/>
            </w:tcBorders>
          </w:tcPr>
          <w:p w14:paraId="54DEF411"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08462238"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059B835B"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40</w:t>
            </w:r>
          </w:p>
        </w:tc>
        <w:tc>
          <w:tcPr>
            <w:tcW w:w="620" w:type="dxa"/>
            <w:tcBorders>
              <w:top w:val="single" w:sz="4" w:space="0" w:color="auto"/>
              <w:left w:val="single" w:sz="4" w:space="0" w:color="auto"/>
              <w:bottom w:val="single" w:sz="4" w:space="0" w:color="auto"/>
              <w:right w:val="single" w:sz="4" w:space="0" w:color="auto"/>
            </w:tcBorders>
          </w:tcPr>
          <w:p w14:paraId="3A0AF8B3"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50</w:t>
            </w:r>
          </w:p>
        </w:tc>
        <w:tc>
          <w:tcPr>
            <w:tcW w:w="620" w:type="dxa"/>
            <w:tcBorders>
              <w:top w:val="single" w:sz="4" w:space="0" w:color="auto"/>
              <w:left w:val="single" w:sz="4" w:space="0" w:color="auto"/>
              <w:bottom w:val="single" w:sz="4" w:space="0" w:color="auto"/>
              <w:right w:val="single" w:sz="4" w:space="0" w:color="auto"/>
            </w:tcBorders>
          </w:tcPr>
          <w:p w14:paraId="51F3BF2C" w14:textId="77777777" w:rsidR="007D68F6" w:rsidRPr="00E062F1" w:rsidRDefault="007D68F6" w:rsidP="005A68FB">
            <w:pPr>
              <w:pStyle w:val="TAC"/>
              <w:rPr>
                <w:szCs w:val="18"/>
                <w:lang w:eastAsia="zh-CN"/>
              </w:rPr>
            </w:pPr>
            <w:r>
              <w:rPr>
                <w:rFonts w:hint="eastAsia"/>
                <w:szCs w:val="18"/>
                <w:lang w:eastAsia="zh-CN"/>
              </w:rPr>
              <w:t>60</w:t>
            </w:r>
          </w:p>
        </w:tc>
        <w:tc>
          <w:tcPr>
            <w:tcW w:w="620" w:type="dxa"/>
            <w:tcBorders>
              <w:top w:val="single" w:sz="4" w:space="0" w:color="auto"/>
              <w:left w:val="single" w:sz="4" w:space="0" w:color="auto"/>
              <w:bottom w:val="single" w:sz="4" w:space="0" w:color="auto"/>
              <w:right w:val="single" w:sz="4" w:space="0" w:color="auto"/>
            </w:tcBorders>
          </w:tcPr>
          <w:p w14:paraId="0EF9D427" w14:textId="77777777" w:rsidR="007D68F6" w:rsidRPr="00E062F1" w:rsidRDefault="007D68F6" w:rsidP="005A68FB">
            <w:pPr>
              <w:pStyle w:val="TAC"/>
              <w:rPr>
                <w:szCs w:val="18"/>
                <w:lang w:eastAsia="zh-CN"/>
              </w:rPr>
            </w:pPr>
            <w:r>
              <w:rPr>
                <w:rFonts w:hint="eastAsia"/>
                <w:szCs w:val="18"/>
                <w:lang w:eastAsia="zh-CN"/>
              </w:rPr>
              <w:t>80</w:t>
            </w:r>
          </w:p>
        </w:tc>
        <w:tc>
          <w:tcPr>
            <w:tcW w:w="620" w:type="dxa"/>
            <w:tcBorders>
              <w:top w:val="single" w:sz="4" w:space="0" w:color="auto"/>
              <w:left w:val="single" w:sz="4" w:space="0" w:color="auto"/>
              <w:bottom w:val="single" w:sz="4" w:space="0" w:color="auto"/>
              <w:right w:val="single" w:sz="4" w:space="0" w:color="auto"/>
            </w:tcBorders>
          </w:tcPr>
          <w:p w14:paraId="214C957E"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120FB487" w14:textId="77777777" w:rsidR="007D68F6" w:rsidRPr="00E062F1" w:rsidRDefault="007D68F6" w:rsidP="005A68FB">
            <w:pPr>
              <w:pStyle w:val="TAC"/>
              <w:rPr>
                <w:szCs w:val="18"/>
                <w:lang w:eastAsia="zh-CN"/>
              </w:rPr>
            </w:pPr>
            <w:r>
              <w:rPr>
                <w:rFonts w:hint="eastAsia"/>
                <w:szCs w:val="18"/>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7F8D69E5" w14:textId="77777777" w:rsidR="007D68F6" w:rsidRPr="00E062F1" w:rsidRDefault="007D68F6" w:rsidP="005A68FB">
            <w:pPr>
              <w:pStyle w:val="TAC"/>
              <w:rPr>
                <w:szCs w:val="18"/>
              </w:rPr>
            </w:pPr>
          </w:p>
        </w:tc>
        <w:tc>
          <w:tcPr>
            <w:tcW w:w="621" w:type="dxa"/>
            <w:tcBorders>
              <w:top w:val="single" w:sz="4" w:space="0" w:color="auto"/>
              <w:left w:val="single" w:sz="4" w:space="0" w:color="auto"/>
              <w:bottom w:val="single" w:sz="4" w:space="0" w:color="auto"/>
              <w:right w:val="single" w:sz="4" w:space="0" w:color="auto"/>
            </w:tcBorders>
          </w:tcPr>
          <w:p w14:paraId="6F2461A3" w14:textId="77777777" w:rsidR="007D68F6" w:rsidRPr="00E062F1" w:rsidRDefault="007D68F6" w:rsidP="005A68FB">
            <w:pPr>
              <w:pStyle w:val="TAC"/>
              <w:rPr>
                <w:szCs w:val="18"/>
              </w:rPr>
            </w:pPr>
          </w:p>
        </w:tc>
        <w:tc>
          <w:tcPr>
            <w:tcW w:w="1330" w:type="dxa"/>
            <w:tcBorders>
              <w:top w:val="nil"/>
              <w:left w:val="single" w:sz="4" w:space="0" w:color="auto"/>
              <w:bottom w:val="nil"/>
              <w:right w:val="single" w:sz="4" w:space="0" w:color="auto"/>
            </w:tcBorders>
            <w:shd w:val="clear" w:color="auto" w:fill="auto"/>
          </w:tcPr>
          <w:p w14:paraId="61C29656" w14:textId="77777777" w:rsidR="007D68F6" w:rsidRPr="00E062F1" w:rsidRDefault="007D68F6" w:rsidP="005A68FB">
            <w:pPr>
              <w:pStyle w:val="TAC"/>
              <w:rPr>
                <w:lang w:eastAsia="zh-CN"/>
              </w:rPr>
            </w:pPr>
          </w:p>
        </w:tc>
      </w:tr>
      <w:tr w:rsidR="007D68F6" w:rsidRPr="00E062F1" w14:paraId="33C9C820"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1A9E5F10" w14:textId="77777777" w:rsidR="007D68F6" w:rsidRPr="00E062F1" w:rsidRDefault="007D68F6" w:rsidP="005A68FB">
            <w:pPr>
              <w:pStyle w:val="TAC"/>
              <w:rPr>
                <w:rFonts w:eastAsia="Yu Mincho"/>
                <w:szCs w:val="18"/>
                <w:lang w:eastAsia="ja-JP"/>
              </w:rPr>
            </w:pPr>
          </w:p>
        </w:tc>
        <w:tc>
          <w:tcPr>
            <w:tcW w:w="1738" w:type="dxa"/>
            <w:tcBorders>
              <w:top w:val="nil"/>
              <w:left w:val="single" w:sz="4" w:space="0" w:color="auto"/>
              <w:bottom w:val="single" w:sz="4" w:space="0" w:color="auto"/>
              <w:right w:val="single" w:sz="4" w:space="0" w:color="auto"/>
            </w:tcBorders>
            <w:shd w:val="clear" w:color="auto" w:fill="auto"/>
          </w:tcPr>
          <w:p w14:paraId="48B19B3D" w14:textId="77777777" w:rsidR="007D68F6" w:rsidRPr="00E062F1" w:rsidRDefault="007D68F6" w:rsidP="005A68FB">
            <w:pPr>
              <w:pStyle w:val="TAC"/>
              <w:rPr>
                <w:rFonts w:eastAsia="Yu Gothic" w:cs="Arial"/>
                <w:color w:val="000000"/>
                <w:szCs w:val="18"/>
              </w:rPr>
            </w:pPr>
          </w:p>
        </w:tc>
        <w:tc>
          <w:tcPr>
            <w:tcW w:w="668" w:type="dxa"/>
            <w:tcBorders>
              <w:left w:val="single" w:sz="4" w:space="0" w:color="auto"/>
              <w:right w:val="single" w:sz="4" w:space="0" w:color="auto"/>
            </w:tcBorders>
          </w:tcPr>
          <w:p w14:paraId="609D61DD" w14:textId="77777777" w:rsidR="007D68F6" w:rsidRPr="00E062F1" w:rsidRDefault="007D68F6" w:rsidP="005A68FB">
            <w:pPr>
              <w:pStyle w:val="TAC"/>
              <w:rPr>
                <w:rFonts w:eastAsia="Yu Mincho" w:cs="Arial"/>
                <w:kern w:val="2"/>
                <w:szCs w:val="18"/>
                <w:lang w:eastAsia="ja-JP"/>
              </w:rPr>
            </w:pPr>
            <w:r w:rsidRPr="00E062F1">
              <w:rPr>
                <w:rFonts w:cs="Arial"/>
                <w:kern w:val="2"/>
                <w:szCs w:val="18"/>
              </w:rPr>
              <w:t>n257</w:t>
            </w:r>
          </w:p>
        </w:tc>
        <w:tc>
          <w:tcPr>
            <w:tcW w:w="8681" w:type="dxa"/>
            <w:gridSpan w:val="14"/>
            <w:tcBorders>
              <w:top w:val="single" w:sz="4" w:space="0" w:color="auto"/>
              <w:left w:val="single" w:sz="4" w:space="0" w:color="auto"/>
              <w:bottom w:val="single" w:sz="4" w:space="0" w:color="auto"/>
              <w:right w:val="single" w:sz="4" w:space="0" w:color="auto"/>
            </w:tcBorders>
          </w:tcPr>
          <w:p w14:paraId="10C0569F" w14:textId="4D1185B8" w:rsidR="007D68F6" w:rsidRPr="00E062F1" w:rsidRDefault="007D68F6" w:rsidP="005A68FB">
            <w:pPr>
              <w:pStyle w:val="TAC"/>
              <w:rPr>
                <w:szCs w:val="18"/>
              </w:rPr>
            </w:pPr>
            <w:r w:rsidRPr="00E062F1">
              <w:rPr>
                <w:rFonts w:eastAsia="Yu Mincho" w:cs="Arial"/>
                <w:szCs w:val="18"/>
              </w:rPr>
              <w:t>See CA_n257G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3DC7C47D" w14:textId="77777777" w:rsidR="007D68F6" w:rsidRPr="00E062F1" w:rsidRDefault="007D68F6" w:rsidP="005A68FB">
            <w:pPr>
              <w:pStyle w:val="TAC"/>
              <w:rPr>
                <w:lang w:eastAsia="zh-CN"/>
              </w:rPr>
            </w:pPr>
          </w:p>
        </w:tc>
      </w:tr>
      <w:tr w:rsidR="001F2838" w:rsidRPr="00E062F1" w14:paraId="645BF314"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7F97AE4A" w14:textId="77777777" w:rsidR="007D68F6" w:rsidRPr="00E062F1" w:rsidRDefault="007D68F6" w:rsidP="005A68FB">
            <w:pPr>
              <w:pStyle w:val="TAC"/>
              <w:rPr>
                <w:rFonts w:eastAsia="Yu Mincho"/>
                <w:szCs w:val="18"/>
                <w:lang w:eastAsia="ja-JP"/>
              </w:rPr>
            </w:pPr>
            <w:r w:rsidRPr="00E062F1">
              <w:rPr>
                <w:rFonts w:eastAsia="Yu Mincho"/>
                <w:szCs w:val="18"/>
                <w:lang w:eastAsia="ja-JP"/>
              </w:rPr>
              <w:t>CA_n77</w:t>
            </w:r>
            <w:r w:rsidRPr="00E062F1">
              <w:rPr>
                <w:szCs w:val="18"/>
                <w:lang w:eastAsia="zh-CN"/>
              </w:rPr>
              <w:t>A</w:t>
            </w:r>
            <w:r w:rsidRPr="00E062F1">
              <w:rPr>
                <w:rFonts w:eastAsia="Yu Mincho"/>
                <w:szCs w:val="18"/>
                <w:lang w:eastAsia="ja-JP"/>
              </w:rPr>
              <w:t>-n79A-n257H</w:t>
            </w:r>
          </w:p>
        </w:tc>
        <w:tc>
          <w:tcPr>
            <w:tcW w:w="1738" w:type="dxa"/>
            <w:tcBorders>
              <w:left w:val="single" w:sz="4" w:space="0" w:color="auto"/>
              <w:bottom w:val="nil"/>
              <w:right w:val="single" w:sz="4" w:space="0" w:color="auto"/>
            </w:tcBorders>
            <w:shd w:val="clear" w:color="auto" w:fill="auto"/>
          </w:tcPr>
          <w:p w14:paraId="3382DDF4" w14:textId="77777777" w:rsidR="007D68F6" w:rsidRPr="00E062F1" w:rsidRDefault="007D68F6" w:rsidP="005A68FB">
            <w:pPr>
              <w:pStyle w:val="TAC"/>
              <w:rPr>
                <w:rFonts w:cs="Arial"/>
                <w:lang w:eastAsia="zh-CN"/>
              </w:rPr>
            </w:pPr>
            <w:r w:rsidRPr="00E062F1">
              <w:rPr>
                <w:rFonts w:eastAsia="Yu Gothic" w:cs="Arial"/>
                <w:color w:val="000000"/>
                <w:szCs w:val="18"/>
              </w:rPr>
              <w:t>CA_n77A-n257A</w:t>
            </w:r>
          </w:p>
          <w:p w14:paraId="61CCFCA1" w14:textId="600707DF" w:rsidR="007D68F6" w:rsidRPr="00E062F1" w:rsidRDefault="007D68F6" w:rsidP="005A68FB">
            <w:pPr>
              <w:pStyle w:val="TAC"/>
              <w:rPr>
                <w:rFonts w:cs="Arial"/>
                <w:lang w:eastAsia="zh-CN"/>
              </w:rPr>
            </w:pPr>
            <w:r w:rsidRPr="00E062F1">
              <w:rPr>
                <w:rFonts w:eastAsia="Yu Gothic" w:cs="Arial"/>
                <w:color w:val="000000"/>
                <w:szCs w:val="18"/>
              </w:rPr>
              <w:t>CA_n77A-n257G</w:t>
            </w:r>
          </w:p>
          <w:p w14:paraId="78F46FBA" w14:textId="46D06188" w:rsidR="007D68F6" w:rsidRPr="00E062F1" w:rsidRDefault="007D68F6" w:rsidP="005A68FB">
            <w:pPr>
              <w:pStyle w:val="TAC"/>
              <w:rPr>
                <w:rFonts w:cs="Arial"/>
                <w:lang w:eastAsia="zh-CN"/>
              </w:rPr>
            </w:pPr>
            <w:r w:rsidRPr="00E062F1">
              <w:rPr>
                <w:rFonts w:eastAsia="Yu Gothic" w:cs="Arial"/>
                <w:color w:val="000000"/>
                <w:szCs w:val="18"/>
              </w:rPr>
              <w:t>CA_n77A-n257H</w:t>
            </w:r>
          </w:p>
          <w:p w14:paraId="2865CF9D" w14:textId="37C8F339" w:rsidR="007D68F6" w:rsidRPr="00E062F1" w:rsidRDefault="007D68F6" w:rsidP="005A68FB">
            <w:pPr>
              <w:pStyle w:val="TAC"/>
              <w:rPr>
                <w:rFonts w:cs="Arial"/>
                <w:lang w:eastAsia="zh-CN"/>
              </w:rPr>
            </w:pPr>
            <w:r w:rsidRPr="00E062F1">
              <w:rPr>
                <w:rFonts w:eastAsia="Yu Gothic" w:cs="Arial"/>
                <w:color w:val="000000"/>
                <w:szCs w:val="18"/>
              </w:rPr>
              <w:t>CA_n79A-n257A</w:t>
            </w:r>
          </w:p>
          <w:p w14:paraId="32DC039F" w14:textId="039471C2" w:rsidR="007D68F6" w:rsidRPr="00E062F1" w:rsidRDefault="007D68F6" w:rsidP="005A68FB">
            <w:pPr>
              <w:pStyle w:val="TAC"/>
              <w:rPr>
                <w:rFonts w:cs="Arial"/>
                <w:lang w:eastAsia="zh-CN"/>
              </w:rPr>
            </w:pPr>
            <w:r w:rsidRPr="00E062F1">
              <w:rPr>
                <w:rFonts w:eastAsia="Yu Gothic" w:cs="Arial"/>
                <w:color w:val="000000"/>
                <w:szCs w:val="18"/>
              </w:rPr>
              <w:t>CA_n79A-n257G</w:t>
            </w:r>
          </w:p>
          <w:p w14:paraId="79064331" w14:textId="0D3F2593" w:rsidR="007D68F6" w:rsidRPr="00E062F1" w:rsidRDefault="007D68F6" w:rsidP="005A68FB">
            <w:pPr>
              <w:pStyle w:val="TAC"/>
            </w:pPr>
            <w:r w:rsidRPr="00E062F1">
              <w:rPr>
                <w:rFonts w:eastAsia="Yu Gothic" w:cs="Arial"/>
                <w:color w:val="000000"/>
                <w:szCs w:val="18"/>
              </w:rPr>
              <w:t>CA_n79A-n257H</w:t>
            </w:r>
          </w:p>
        </w:tc>
        <w:tc>
          <w:tcPr>
            <w:tcW w:w="668" w:type="dxa"/>
            <w:tcBorders>
              <w:left w:val="single" w:sz="4" w:space="0" w:color="auto"/>
              <w:right w:val="single" w:sz="4" w:space="0" w:color="auto"/>
            </w:tcBorders>
          </w:tcPr>
          <w:p w14:paraId="004CA7D0" w14:textId="77777777" w:rsidR="007D68F6" w:rsidRPr="00E062F1" w:rsidRDefault="007D68F6" w:rsidP="005A68FB">
            <w:pPr>
              <w:pStyle w:val="TAC"/>
              <w:rPr>
                <w:rFonts w:eastAsia="Yu Mincho"/>
                <w:kern w:val="2"/>
                <w:lang w:eastAsia="ja-JP"/>
              </w:rPr>
            </w:pPr>
            <w:r w:rsidRPr="00E062F1">
              <w:rPr>
                <w:rFonts w:eastAsia="Yu Mincho" w:cs="Arial"/>
                <w:kern w:val="2"/>
                <w:szCs w:val="18"/>
                <w:lang w:eastAsia="ja-JP"/>
              </w:rPr>
              <w:t>n77</w:t>
            </w:r>
          </w:p>
        </w:tc>
        <w:tc>
          <w:tcPr>
            <w:tcW w:w="620" w:type="dxa"/>
            <w:tcBorders>
              <w:top w:val="single" w:sz="4" w:space="0" w:color="auto"/>
              <w:left w:val="single" w:sz="4" w:space="0" w:color="auto"/>
              <w:bottom w:val="single" w:sz="4" w:space="0" w:color="auto"/>
              <w:right w:val="single" w:sz="4" w:space="0" w:color="auto"/>
            </w:tcBorders>
          </w:tcPr>
          <w:p w14:paraId="6B97DC0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BE0D36A" w14:textId="77777777" w:rsidR="007D68F6" w:rsidRPr="005F427A" w:rsidRDefault="007D68F6" w:rsidP="005A68FB">
            <w:pPr>
              <w:pStyle w:val="TAC"/>
              <w:rPr>
                <w:rFonts w:eastAsiaTheme="minorEastAsia"/>
                <w:kern w:val="2"/>
                <w:lang w:eastAsia="zh-CN"/>
              </w:rPr>
            </w:pPr>
            <w:r>
              <w:rPr>
                <w:rFonts w:hint="eastAsia"/>
                <w:kern w:val="2"/>
                <w:lang w:eastAsia="zh-CN"/>
              </w:rPr>
              <w:t>10</w:t>
            </w:r>
          </w:p>
        </w:tc>
        <w:tc>
          <w:tcPr>
            <w:tcW w:w="620" w:type="dxa"/>
            <w:tcBorders>
              <w:top w:val="single" w:sz="4" w:space="0" w:color="auto"/>
              <w:left w:val="single" w:sz="4" w:space="0" w:color="auto"/>
              <w:bottom w:val="single" w:sz="4" w:space="0" w:color="auto"/>
              <w:right w:val="single" w:sz="4" w:space="0" w:color="auto"/>
            </w:tcBorders>
          </w:tcPr>
          <w:p w14:paraId="3B1B5184" w14:textId="77777777" w:rsidR="007D68F6" w:rsidRPr="005F427A" w:rsidRDefault="007D68F6" w:rsidP="005A68FB">
            <w:pPr>
              <w:pStyle w:val="TAC"/>
              <w:rPr>
                <w:rFonts w:eastAsiaTheme="minorEastAsia"/>
                <w:kern w:val="2"/>
                <w:lang w:eastAsia="zh-CN"/>
              </w:rPr>
            </w:pPr>
            <w:r>
              <w:rPr>
                <w:rFonts w:hint="eastAsia"/>
                <w:kern w:val="2"/>
                <w:lang w:eastAsia="zh-CN"/>
              </w:rPr>
              <w:t>15</w:t>
            </w:r>
          </w:p>
        </w:tc>
        <w:tc>
          <w:tcPr>
            <w:tcW w:w="620" w:type="dxa"/>
            <w:tcBorders>
              <w:top w:val="single" w:sz="4" w:space="0" w:color="auto"/>
              <w:left w:val="single" w:sz="4" w:space="0" w:color="auto"/>
              <w:bottom w:val="single" w:sz="4" w:space="0" w:color="auto"/>
              <w:right w:val="single" w:sz="4" w:space="0" w:color="auto"/>
            </w:tcBorders>
          </w:tcPr>
          <w:p w14:paraId="2212FDC9" w14:textId="77777777" w:rsidR="007D68F6" w:rsidRPr="005F427A" w:rsidRDefault="007D68F6" w:rsidP="005A68FB">
            <w:pPr>
              <w:pStyle w:val="TAC"/>
              <w:rPr>
                <w:rFonts w:eastAsiaTheme="minorEastAsia"/>
                <w:kern w:val="2"/>
                <w:lang w:eastAsia="zh-CN"/>
              </w:rPr>
            </w:pPr>
            <w:r>
              <w:rPr>
                <w:rFonts w:hint="eastAsia"/>
                <w:kern w:val="2"/>
                <w:lang w:eastAsia="zh-CN"/>
              </w:rPr>
              <w:t>20</w:t>
            </w:r>
          </w:p>
        </w:tc>
        <w:tc>
          <w:tcPr>
            <w:tcW w:w="620" w:type="dxa"/>
            <w:tcBorders>
              <w:top w:val="single" w:sz="4" w:space="0" w:color="auto"/>
              <w:left w:val="single" w:sz="4" w:space="0" w:color="auto"/>
              <w:bottom w:val="single" w:sz="4" w:space="0" w:color="auto"/>
              <w:right w:val="single" w:sz="4" w:space="0" w:color="auto"/>
            </w:tcBorders>
          </w:tcPr>
          <w:p w14:paraId="4D9ED0C6"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0BC241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2CC0FF8A" w14:textId="77777777" w:rsidR="007D68F6" w:rsidRPr="005F427A" w:rsidRDefault="007D68F6" w:rsidP="005A68FB">
            <w:pPr>
              <w:pStyle w:val="TAC"/>
              <w:rPr>
                <w:rFonts w:eastAsiaTheme="minorEastAsia"/>
                <w:kern w:val="2"/>
                <w:lang w:eastAsia="zh-CN"/>
              </w:rPr>
            </w:pPr>
            <w:r>
              <w:rPr>
                <w:rFonts w:hint="eastAsia"/>
                <w:kern w:val="2"/>
                <w:lang w:eastAsia="zh-CN"/>
              </w:rPr>
              <w:t>40</w:t>
            </w:r>
          </w:p>
        </w:tc>
        <w:tc>
          <w:tcPr>
            <w:tcW w:w="620" w:type="dxa"/>
            <w:tcBorders>
              <w:top w:val="single" w:sz="4" w:space="0" w:color="auto"/>
              <w:left w:val="single" w:sz="4" w:space="0" w:color="auto"/>
              <w:bottom w:val="single" w:sz="4" w:space="0" w:color="auto"/>
              <w:right w:val="single" w:sz="4" w:space="0" w:color="auto"/>
            </w:tcBorders>
          </w:tcPr>
          <w:p w14:paraId="031816AC" w14:textId="77777777" w:rsidR="007D68F6" w:rsidRPr="005F427A" w:rsidRDefault="007D68F6" w:rsidP="005A68FB">
            <w:pPr>
              <w:pStyle w:val="TAC"/>
              <w:rPr>
                <w:rFonts w:eastAsiaTheme="minorEastAsia"/>
                <w:kern w:val="2"/>
                <w:lang w:eastAsia="zh-CN"/>
              </w:rPr>
            </w:pPr>
            <w:r>
              <w:rPr>
                <w:rFonts w:hint="eastAsia"/>
                <w:kern w:val="2"/>
                <w:lang w:eastAsia="zh-CN"/>
              </w:rPr>
              <w:t>50</w:t>
            </w:r>
          </w:p>
        </w:tc>
        <w:tc>
          <w:tcPr>
            <w:tcW w:w="620" w:type="dxa"/>
            <w:tcBorders>
              <w:top w:val="single" w:sz="4" w:space="0" w:color="auto"/>
              <w:left w:val="single" w:sz="4" w:space="0" w:color="auto"/>
              <w:bottom w:val="single" w:sz="4" w:space="0" w:color="auto"/>
              <w:right w:val="single" w:sz="4" w:space="0" w:color="auto"/>
            </w:tcBorders>
          </w:tcPr>
          <w:p w14:paraId="4E2A672D"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4BC50703"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60AACA84" w14:textId="77777777" w:rsidR="007D68F6" w:rsidRPr="00E062F1" w:rsidRDefault="007D68F6" w:rsidP="005A68FB">
            <w:pPr>
              <w:pStyle w:val="TAC"/>
              <w:rPr>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13280E49"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02B8C251"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05034EF5" w14:textId="77777777" w:rsidR="007D68F6" w:rsidRPr="00E062F1" w:rsidRDefault="007D68F6" w:rsidP="005A68FB">
            <w:pPr>
              <w:pStyle w:val="TAC"/>
            </w:pPr>
          </w:p>
        </w:tc>
        <w:tc>
          <w:tcPr>
            <w:tcW w:w="1330" w:type="dxa"/>
            <w:tcBorders>
              <w:left w:val="single" w:sz="4" w:space="0" w:color="auto"/>
              <w:bottom w:val="nil"/>
              <w:right w:val="single" w:sz="4" w:space="0" w:color="auto"/>
            </w:tcBorders>
            <w:shd w:val="clear" w:color="auto" w:fill="auto"/>
          </w:tcPr>
          <w:p w14:paraId="6AF8C2F4" w14:textId="77777777" w:rsidR="007D68F6" w:rsidRPr="00E062F1" w:rsidRDefault="007D68F6" w:rsidP="005A68FB">
            <w:pPr>
              <w:pStyle w:val="TAC"/>
              <w:rPr>
                <w:lang w:eastAsia="zh-CN"/>
              </w:rPr>
            </w:pPr>
            <w:r>
              <w:rPr>
                <w:rFonts w:hint="eastAsia"/>
                <w:lang w:eastAsia="zh-CN"/>
              </w:rPr>
              <w:t>0</w:t>
            </w:r>
          </w:p>
        </w:tc>
      </w:tr>
      <w:tr w:rsidR="001F2838" w:rsidRPr="00E062F1" w14:paraId="6D92F3E8"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36893F47" w14:textId="77777777" w:rsidR="007D68F6" w:rsidRPr="00E062F1" w:rsidRDefault="007D68F6" w:rsidP="005A68FB">
            <w:pPr>
              <w:pStyle w:val="TAC"/>
              <w:rPr>
                <w:rFonts w:eastAsia="Yu Mincho"/>
                <w:szCs w:val="18"/>
                <w:lang w:eastAsia="ja-JP"/>
              </w:rPr>
            </w:pPr>
          </w:p>
        </w:tc>
        <w:tc>
          <w:tcPr>
            <w:tcW w:w="1738" w:type="dxa"/>
            <w:tcBorders>
              <w:top w:val="nil"/>
              <w:left w:val="single" w:sz="4" w:space="0" w:color="auto"/>
              <w:bottom w:val="nil"/>
              <w:right w:val="single" w:sz="4" w:space="0" w:color="auto"/>
            </w:tcBorders>
            <w:shd w:val="clear" w:color="auto" w:fill="auto"/>
          </w:tcPr>
          <w:p w14:paraId="4A4D47AE" w14:textId="77777777" w:rsidR="007D68F6" w:rsidRPr="00E062F1" w:rsidRDefault="007D68F6" w:rsidP="005A68FB">
            <w:pPr>
              <w:pStyle w:val="TAC"/>
            </w:pPr>
          </w:p>
        </w:tc>
        <w:tc>
          <w:tcPr>
            <w:tcW w:w="668" w:type="dxa"/>
            <w:tcBorders>
              <w:left w:val="single" w:sz="4" w:space="0" w:color="auto"/>
              <w:right w:val="single" w:sz="4" w:space="0" w:color="auto"/>
            </w:tcBorders>
          </w:tcPr>
          <w:p w14:paraId="11C3C398" w14:textId="77777777" w:rsidR="007D68F6" w:rsidRPr="00E062F1" w:rsidRDefault="007D68F6" w:rsidP="005A68FB">
            <w:pPr>
              <w:pStyle w:val="TAC"/>
              <w:rPr>
                <w:rFonts w:eastAsia="Yu Mincho"/>
                <w:kern w:val="2"/>
                <w:lang w:eastAsia="ja-JP"/>
              </w:rPr>
            </w:pPr>
            <w:r w:rsidRPr="00E062F1">
              <w:rPr>
                <w:rFonts w:cs="Arial"/>
                <w:kern w:val="2"/>
                <w:szCs w:val="18"/>
              </w:rPr>
              <w:t>n79</w:t>
            </w:r>
          </w:p>
        </w:tc>
        <w:tc>
          <w:tcPr>
            <w:tcW w:w="620" w:type="dxa"/>
            <w:tcBorders>
              <w:top w:val="single" w:sz="4" w:space="0" w:color="auto"/>
              <w:left w:val="single" w:sz="4" w:space="0" w:color="auto"/>
              <w:bottom w:val="single" w:sz="4" w:space="0" w:color="auto"/>
              <w:right w:val="single" w:sz="4" w:space="0" w:color="auto"/>
            </w:tcBorders>
          </w:tcPr>
          <w:p w14:paraId="30705B3F"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61693B14" w14:textId="77777777" w:rsidR="007D68F6" w:rsidRPr="00E062F1" w:rsidRDefault="007D68F6" w:rsidP="005A68FB">
            <w:pPr>
              <w:pStyle w:val="TAC"/>
              <w:rPr>
                <w:rFonts w:eastAsia="Yu Mincho"/>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1D0C5B24" w14:textId="77777777" w:rsidR="007D68F6" w:rsidRPr="00E062F1" w:rsidRDefault="007D68F6" w:rsidP="005A68FB">
            <w:pPr>
              <w:pStyle w:val="TAC"/>
              <w:rPr>
                <w:rFonts w:eastAsia="Yu Mincho"/>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7E1124A1" w14:textId="77777777" w:rsidR="007D68F6" w:rsidRPr="00E062F1" w:rsidRDefault="007D68F6" w:rsidP="005A68FB">
            <w:pPr>
              <w:pStyle w:val="TAC"/>
              <w:rPr>
                <w:rFonts w:eastAsia="Yu Mincho"/>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72B7294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7B84FB4"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74D69969" w14:textId="77777777" w:rsidR="007D68F6" w:rsidRPr="005F427A" w:rsidRDefault="007D68F6" w:rsidP="005A68FB">
            <w:pPr>
              <w:pStyle w:val="TAC"/>
              <w:rPr>
                <w:rFonts w:eastAsiaTheme="minorEastAsia"/>
                <w:kern w:val="2"/>
                <w:lang w:eastAsia="zh-CN"/>
              </w:rPr>
            </w:pPr>
            <w:r>
              <w:rPr>
                <w:rFonts w:hint="eastAsia"/>
                <w:kern w:val="2"/>
                <w:lang w:eastAsia="zh-CN"/>
              </w:rPr>
              <w:t>40</w:t>
            </w:r>
          </w:p>
        </w:tc>
        <w:tc>
          <w:tcPr>
            <w:tcW w:w="620" w:type="dxa"/>
            <w:tcBorders>
              <w:top w:val="single" w:sz="4" w:space="0" w:color="auto"/>
              <w:left w:val="single" w:sz="4" w:space="0" w:color="auto"/>
              <w:bottom w:val="single" w:sz="4" w:space="0" w:color="auto"/>
              <w:right w:val="single" w:sz="4" w:space="0" w:color="auto"/>
            </w:tcBorders>
          </w:tcPr>
          <w:p w14:paraId="67C83612" w14:textId="77777777" w:rsidR="007D68F6" w:rsidRPr="005F427A" w:rsidRDefault="007D68F6" w:rsidP="005A68FB">
            <w:pPr>
              <w:pStyle w:val="TAC"/>
              <w:rPr>
                <w:rFonts w:eastAsiaTheme="minorEastAsia"/>
                <w:kern w:val="2"/>
                <w:lang w:eastAsia="zh-CN"/>
              </w:rPr>
            </w:pPr>
            <w:r>
              <w:rPr>
                <w:rFonts w:hint="eastAsia"/>
                <w:kern w:val="2"/>
                <w:lang w:eastAsia="zh-CN"/>
              </w:rPr>
              <w:t>50</w:t>
            </w:r>
          </w:p>
        </w:tc>
        <w:tc>
          <w:tcPr>
            <w:tcW w:w="620" w:type="dxa"/>
            <w:tcBorders>
              <w:top w:val="single" w:sz="4" w:space="0" w:color="auto"/>
              <w:left w:val="single" w:sz="4" w:space="0" w:color="auto"/>
              <w:bottom w:val="single" w:sz="4" w:space="0" w:color="auto"/>
              <w:right w:val="single" w:sz="4" w:space="0" w:color="auto"/>
            </w:tcBorders>
          </w:tcPr>
          <w:p w14:paraId="06CF4428" w14:textId="77777777" w:rsidR="007D68F6" w:rsidRPr="00E062F1" w:rsidRDefault="007D68F6" w:rsidP="005A68FB">
            <w:pPr>
              <w:pStyle w:val="TAC"/>
              <w:rPr>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5876706C" w14:textId="77777777" w:rsidR="007D68F6" w:rsidRPr="00E062F1" w:rsidRDefault="007D68F6" w:rsidP="005A68FB">
            <w:pPr>
              <w:pStyle w:val="TAC"/>
              <w:rPr>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52C3BA6C" w14:textId="77777777" w:rsidR="007D68F6" w:rsidRPr="00E062F1" w:rsidRDefault="007D68F6" w:rsidP="005A68FB">
            <w:pPr>
              <w:pStyle w:val="TAC"/>
            </w:pPr>
          </w:p>
        </w:tc>
        <w:tc>
          <w:tcPr>
            <w:tcW w:w="620" w:type="dxa"/>
            <w:tcBorders>
              <w:top w:val="single" w:sz="4" w:space="0" w:color="auto"/>
              <w:left w:val="single" w:sz="4" w:space="0" w:color="auto"/>
              <w:bottom w:val="single" w:sz="4" w:space="0" w:color="auto"/>
              <w:right w:val="single" w:sz="4" w:space="0" w:color="auto"/>
            </w:tcBorders>
          </w:tcPr>
          <w:p w14:paraId="39D39D3F" w14:textId="77777777" w:rsidR="007D68F6" w:rsidRPr="00E062F1" w:rsidRDefault="007D68F6" w:rsidP="005A68FB">
            <w:pPr>
              <w:pStyle w:val="TAC"/>
              <w:rPr>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064455D4" w14:textId="77777777" w:rsidR="007D68F6" w:rsidRPr="00E062F1" w:rsidRDefault="007D68F6" w:rsidP="005A68FB">
            <w:pPr>
              <w:pStyle w:val="TAC"/>
            </w:pPr>
          </w:p>
        </w:tc>
        <w:tc>
          <w:tcPr>
            <w:tcW w:w="621" w:type="dxa"/>
            <w:tcBorders>
              <w:top w:val="single" w:sz="4" w:space="0" w:color="auto"/>
              <w:left w:val="single" w:sz="4" w:space="0" w:color="auto"/>
              <w:bottom w:val="single" w:sz="4" w:space="0" w:color="auto"/>
              <w:right w:val="single" w:sz="4" w:space="0" w:color="auto"/>
            </w:tcBorders>
          </w:tcPr>
          <w:p w14:paraId="069D54A0" w14:textId="77777777" w:rsidR="007D68F6" w:rsidRPr="00E062F1" w:rsidRDefault="007D68F6" w:rsidP="005A68FB">
            <w:pPr>
              <w:pStyle w:val="TAC"/>
            </w:pPr>
          </w:p>
        </w:tc>
        <w:tc>
          <w:tcPr>
            <w:tcW w:w="1330" w:type="dxa"/>
            <w:tcBorders>
              <w:top w:val="nil"/>
              <w:left w:val="single" w:sz="4" w:space="0" w:color="auto"/>
              <w:bottom w:val="nil"/>
              <w:right w:val="single" w:sz="4" w:space="0" w:color="auto"/>
            </w:tcBorders>
            <w:shd w:val="clear" w:color="auto" w:fill="auto"/>
          </w:tcPr>
          <w:p w14:paraId="5CC430DA" w14:textId="77777777" w:rsidR="007D68F6" w:rsidRPr="00E062F1" w:rsidRDefault="007D68F6" w:rsidP="005A68FB">
            <w:pPr>
              <w:pStyle w:val="TAC"/>
              <w:rPr>
                <w:lang w:eastAsia="zh-CN"/>
              </w:rPr>
            </w:pPr>
          </w:p>
        </w:tc>
      </w:tr>
      <w:tr w:rsidR="007D68F6" w:rsidRPr="00E062F1" w14:paraId="105DBB0D"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39A40DE2" w14:textId="77777777" w:rsidR="007D68F6" w:rsidRPr="00E062F1" w:rsidRDefault="007D68F6" w:rsidP="005A68FB">
            <w:pPr>
              <w:pStyle w:val="TAC"/>
              <w:rPr>
                <w:rFonts w:eastAsia="Yu Mincho"/>
                <w:szCs w:val="18"/>
                <w:lang w:eastAsia="ja-JP"/>
              </w:rPr>
            </w:pPr>
          </w:p>
        </w:tc>
        <w:tc>
          <w:tcPr>
            <w:tcW w:w="1738" w:type="dxa"/>
            <w:tcBorders>
              <w:top w:val="nil"/>
              <w:left w:val="single" w:sz="4" w:space="0" w:color="auto"/>
              <w:bottom w:val="single" w:sz="4" w:space="0" w:color="auto"/>
              <w:right w:val="single" w:sz="4" w:space="0" w:color="auto"/>
            </w:tcBorders>
            <w:shd w:val="clear" w:color="auto" w:fill="auto"/>
          </w:tcPr>
          <w:p w14:paraId="65B561A7" w14:textId="77777777" w:rsidR="007D68F6" w:rsidRPr="00E062F1" w:rsidRDefault="007D68F6" w:rsidP="005A68FB">
            <w:pPr>
              <w:pStyle w:val="TAC"/>
            </w:pPr>
          </w:p>
        </w:tc>
        <w:tc>
          <w:tcPr>
            <w:tcW w:w="668" w:type="dxa"/>
            <w:tcBorders>
              <w:left w:val="single" w:sz="4" w:space="0" w:color="auto"/>
              <w:right w:val="single" w:sz="4" w:space="0" w:color="auto"/>
            </w:tcBorders>
          </w:tcPr>
          <w:p w14:paraId="7A70399A" w14:textId="77777777" w:rsidR="007D68F6" w:rsidRPr="00E062F1" w:rsidRDefault="007D68F6" w:rsidP="005A68FB">
            <w:pPr>
              <w:pStyle w:val="TAC"/>
              <w:rPr>
                <w:rFonts w:eastAsia="Yu Mincho"/>
                <w:kern w:val="2"/>
                <w:lang w:eastAsia="ja-JP"/>
              </w:rPr>
            </w:pPr>
            <w:r w:rsidRPr="00E062F1">
              <w:rPr>
                <w:rFonts w:cs="Arial"/>
                <w:kern w:val="2"/>
                <w:szCs w:val="18"/>
              </w:rPr>
              <w:t>n257</w:t>
            </w:r>
          </w:p>
        </w:tc>
        <w:tc>
          <w:tcPr>
            <w:tcW w:w="8681" w:type="dxa"/>
            <w:gridSpan w:val="14"/>
            <w:tcBorders>
              <w:top w:val="single" w:sz="4" w:space="0" w:color="auto"/>
              <w:left w:val="single" w:sz="4" w:space="0" w:color="auto"/>
              <w:bottom w:val="single" w:sz="4" w:space="0" w:color="auto"/>
              <w:right w:val="single" w:sz="4" w:space="0" w:color="auto"/>
            </w:tcBorders>
          </w:tcPr>
          <w:p w14:paraId="3E5EC567" w14:textId="01E4F2F9" w:rsidR="007D68F6" w:rsidRPr="00E062F1" w:rsidRDefault="007D68F6" w:rsidP="005A68FB">
            <w:pPr>
              <w:pStyle w:val="TAC"/>
            </w:pPr>
            <w:r w:rsidRPr="00E062F1">
              <w:rPr>
                <w:rFonts w:eastAsia="Yu Mincho" w:cs="Arial"/>
                <w:szCs w:val="18"/>
              </w:rPr>
              <w:t>See CA_n257G and n257H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54C7CF04" w14:textId="77777777" w:rsidR="007D68F6" w:rsidRPr="00E062F1" w:rsidRDefault="007D68F6" w:rsidP="005A68FB">
            <w:pPr>
              <w:pStyle w:val="TAC"/>
              <w:rPr>
                <w:lang w:eastAsia="zh-CN"/>
              </w:rPr>
            </w:pPr>
          </w:p>
        </w:tc>
      </w:tr>
      <w:tr w:rsidR="001F2838" w:rsidRPr="00E062F1" w14:paraId="075E5F13"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7ED59CB5" w14:textId="77777777" w:rsidR="007D68F6" w:rsidRPr="00E062F1" w:rsidRDefault="007D68F6" w:rsidP="005A68FB">
            <w:pPr>
              <w:pStyle w:val="TAC"/>
              <w:rPr>
                <w:rFonts w:eastAsia="Yu Mincho"/>
                <w:szCs w:val="18"/>
                <w:lang w:eastAsia="ja-JP"/>
              </w:rPr>
            </w:pPr>
            <w:r w:rsidRPr="00E062F1">
              <w:rPr>
                <w:rFonts w:eastAsia="Yu Mincho"/>
                <w:szCs w:val="18"/>
                <w:lang w:eastAsia="ja-JP"/>
              </w:rPr>
              <w:t>CA_n77</w:t>
            </w:r>
            <w:r w:rsidRPr="00E062F1">
              <w:rPr>
                <w:szCs w:val="18"/>
                <w:lang w:eastAsia="zh-CN"/>
              </w:rPr>
              <w:t>A</w:t>
            </w:r>
            <w:r w:rsidRPr="00E062F1">
              <w:rPr>
                <w:rFonts w:eastAsia="Yu Mincho"/>
                <w:szCs w:val="18"/>
                <w:lang w:eastAsia="ja-JP"/>
              </w:rPr>
              <w:t>-n79A-n257I</w:t>
            </w:r>
          </w:p>
        </w:tc>
        <w:tc>
          <w:tcPr>
            <w:tcW w:w="1738" w:type="dxa"/>
            <w:tcBorders>
              <w:left w:val="single" w:sz="4" w:space="0" w:color="auto"/>
              <w:bottom w:val="nil"/>
              <w:right w:val="single" w:sz="4" w:space="0" w:color="auto"/>
            </w:tcBorders>
            <w:shd w:val="clear" w:color="auto" w:fill="auto"/>
          </w:tcPr>
          <w:p w14:paraId="5ED8A690" w14:textId="77777777" w:rsidR="007D68F6" w:rsidRPr="00E062F1" w:rsidRDefault="007D68F6" w:rsidP="005A68FB">
            <w:pPr>
              <w:pStyle w:val="TAC"/>
              <w:rPr>
                <w:rFonts w:cs="Arial"/>
                <w:lang w:eastAsia="zh-CN"/>
              </w:rPr>
            </w:pPr>
            <w:r w:rsidRPr="00E062F1">
              <w:t>CA_n77A-n257A</w:t>
            </w:r>
          </w:p>
          <w:p w14:paraId="13D01F37" w14:textId="423F32CE" w:rsidR="007D68F6" w:rsidRPr="00E062F1" w:rsidRDefault="007D68F6" w:rsidP="005A68FB">
            <w:pPr>
              <w:pStyle w:val="TAC"/>
              <w:rPr>
                <w:rFonts w:cs="Arial"/>
                <w:lang w:eastAsia="zh-CN"/>
              </w:rPr>
            </w:pPr>
            <w:r w:rsidRPr="00E062F1">
              <w:t>CA_n77A-n257G</w:t>
            </w:r>
          </w:p>
          <w:p w14:paraId="6C193CAF" w14:textId="3A51BC2C" w:rsidR="007D68F6" w:rsidRPr="00E062F1" w:rsidRDefault="007D68F6" w:rsidP="005A68FB">
            <w:pPr>
              <w:pStyle w:val="TAC"/>
              <w:rPr>
                <w:rFonts w:cs="Arial"/>
                <w:lang w:eastAsia="zh-CN"/>
              </w:rPr>
            </w:pPr>
            <w:r w:rsidRPr="00E062F1">
              <w:t>CA_n77A-n257H</w:t>
            </w:r>
          </w:p>
          <w:p w14:paraId="058DFAAB" w14:textId="60DAA516" w:rsidR="007D68F6" w:rsidRPr="00E062F1" w:rsidRDefault="007D68F6" w:rsidP="005A68FB">
            <w:pPr>
              <w:pStyle w:val="TAC"/>
              <w:rPr>
                <w:rFonts w:cs="Arial"/>
                <w:lang w:eastAsia="zh-CN"/>
              </w:rPr>
            </w:pPr>
            <w:r w:rsidRPr="00E062F1">
              <w:t>CA_n77A-n257I</w:t>
            </w:r>
          </w:p>
          <w:p w14:paraId="2D211BC0" w14:textId="295F5CB5" w:rsidR="007D68F6" w:rsidRPr="00E062F1" w:rsidRDefault="007D68F6" w:rsidP="005A68FB">
            <w:pPr>
              <w:pStyle w:val="TAC"/>
              <w:rPr>
                <w:rFonts w:cs="Arial"/>
                <w:lang w:eastAsia="zh-CN"/>
              </w:rPr>
            </w:pPr>
            <w:r w:rsidRPr="00E062F1">
              <w:t>CA_n79A-n257A</w:t>
            </w:r>
          </w:p>
          <w:p w14:paraId="6AA622D1" w14:textId="231B8F44" w:rsidR="007D68F6" w:rsidRPr="00E062F1" w:rsidRDefault="007D68F6" w:rsidP="005A68FB">
            <w:pPr>
              <w:pStyle w:val="TAC"/>
              <w:rPr>
                <w:rFonts w:cs="Arial"/>
                <w:lang w:eastAsia="zh-CN"/>
              </w:rPr>
            </w:pPr>
            <w:r w:rsidRPr="00E062F1">
              <w:t>CA_n79A-n257G</w:t>
            </w:r>
          </w:p>
          <w:p w14:paraId="1F60AF9F" w14:textId="534F93C4" w:rsidR="007D68F6" w:rsidRPr="00E062F1" w:rsidRDefault="007D68F6" w:rsidP="005A68FB">
            <w:pPr>
              <w:pStyle w:val="TAC"/>
              <w:rPr>
                <w:rFonts w:cs="Arial"/>
                <w:lang w:eastAsia="zh-CN"/>
              </w:rPr>
            </w:pPr>
            <w:r w:rsidRPr="00E062F1">
              <w:t>CA_n79A-n257H</w:t>
            </w:r>
          </w:p>
          <w:p w14:paraId="63E9CC67" w14:textId="694BCAE4" w:rsidR="007D68F6" w:rsidRPr="00E062F1" w:rsidRDefault="007D68F6" w:rsidP="005A68FB">
            <w:pPr>
              <w:pStyle w:val="TAC"/>
              <w:rPr>
                <w:rFonts w:eastAsia="Yu Mincho"/>
                <w:lang w:eastAsia="ja-JP"/>
              </w:rPr>
            </w:pPr>
            <w:r w:rsidRPr="00E062F1">
              <w:t>CA_n79A-n257I</w:t>
            </w:r>
          </w:p>
        </w:tc>
        <w:tc>
          <w:tcPr>
            <w:tcW w:w="668" w:type="dxa"/>
            <w:tcBorders>
              <w:left w:val="single" w:sz="4" w:space="0" w:color="auto"/>
              <w:right w:val="single" w:sz="4" w:space="0" w:color="auto"/>
            </w:tcBorders>
          </w:tcPr>
          <w:p w14:paraId="1B5386FA" w14:textId="77777777" w:rsidR="007D68F6" w:rsidRPr="00E062F1" w:rsidRDefault="007D68F6" w:rsidP="005A68FB">
            <w:pPr>
              <w:pStyle w:val="TAC"/>
              <w:rPr>
                <w:rFonts w:eastAsia="Yu Mincho"/>
                <w:kern w:val="2"/>
                <w:lang w:eastAsia="ja-JP"/>
              </w:rPr>
            </w:pPr>
            <w:r w:rsidRPr="00E062F1">
              <w:rPr>
                <w:rFonts w:eastAsia="Yu Mincho" w:cs="Arial"/>
                <w:kern w:val="2"/>
                <w:szCs w:val="18"/>
                <w:lang w:eastAsia="ja-JP"/>
              </w:rPr>
              <w:t>n77</w:t>
            </w:r>
          </w:p>
        </w:tc>
        <w:tc>
          <w:tcPr>
            <w:tcW w:w="620" w:type="dxa"/>
            <w:tcBorders>
              <w:top w:val="single" w:sz="4" w:space="0" w:color="auto"/>
              <w:left w:val="single" w:sz="4" w:space="0" w:color="auto"/>
              <w:bottom w:val="single" w:sz="4" w:space="0" w:color="auto"/>
              <w:right w:val="single" w:sz="4" w:space="0" w:color="auto"/>
            </w:tcBorders>
          </w:tcPr>
          <w:p w14:paraId="0A14EA7F" w14:textId="77777777" w:rsidR="007D68F6" w:rsidRPr="00E062F1" w:rsidRDefault="007D68F6" w:rsidP="005A68FB">
            <w:pPr>
              <w:pStyle w:val="TAC"/>
              <w:rPr>
                <w:rFonts w:eastAsia="Yu Mincho"/>
              </w:rPr>
            </w:pPr>
          </w:p>
        </w:tc>
        <w:tc>
          <w:tcPr>
            <w:tcW w:w="620" w:type="dxa"/>
            <w:tcBorders>
              <w:top w:val="single" w:sz="4" w:space="0" w:color="auto"/>
              <w:left w:val="single" w:sz="4" w:space="0" w:color="auto"/>
              <w:bottom w:val="single" w:sz="4" w:space="0" w:color="auto"/>
              <w:right w:val="single" w:sz="4" w:space="0" w:color="auto"/>
            </w:tcBorders>
          </w:tcPr>
          <w:p w14:paraId="5F74C135" w14:textId="77777777" w:rsidR="007D68F6" w:rsidRPr="005F427A" w:rsidRDefault="007D68F6" w:rsidP="005A68FB">
            <w:pPr>
              <w:pStyle w:val="TAC"/>
              <w:rPr>
                <w:rFonts w:eastAsiaTheme="minorEastAsia"/>
                <w:kern w:val="2"/>
                <w:lang w:eastAsia="zh-CN"/>
              </w:rPr>
            </w:pPr>
            <w:r>
              <w:rPr>
                <w:rFonts w:hint="eastAsia"/>
                <w:kern w:val="2"/>
                <w:lang w:eastAsia="zh-CN"/>
              </w:rPr>
              <w:t>10</w:t>
            </w:r>
          </w:p>
        </w:tc>
        <w:tc>
          <w:tcPr>
            <w:tcW w:w="620" w:type="dxa"/>
            <w:tcBorders>
              <w:top w:val="single" w:sz="4" w:space="0" w:color="auto"/>
              <w:left w:val="single" w:sz="4" w:space="0" w:color="auto"/>
              <w:bottom w:val="single" w:sz="4" w:space="0" w:color="auto"/>
              <w:right w:val="single" w:sz="4" w:space="0" w:color="auto"/>
            </w:tcBorders>
          </w:tcPr>
          <w:p w14:paraId="1D24FB80" w14:textId="77777777" w:rsidR="007D68F6" w:rsidRPr="005F427A" w:rsidRDefault="007D68F6" w:rsidP="005A68FB">
            <w:pPr>
              <w:pStyle w:val="TAC"/>
              <w:rPr>
                <w:rFonts w:eastAsiaTheme="minorEastAsia"/>
                <w:kern w:val="2"/>
                <w:lang w:eastAsia="zh-CN"/>
              </w:rPr>
            </w:pPr>
            <w:r>
              <w:rPr>
                <w:rFonts w:hint="eastAsia"/>
                <w:kern w:val="2"/>
                <w:lang w:eastAsia="zh-CN"/>
              </w:rPr>
              <w:t>15</w:t>
            </w:r>
          </w:p>
        </w:tc>
        <w:tc>
          <w:tcPr>
            <w:tcW w:w="620" w:type="dxa"/>
            <w:tcBorders>
              <w:top w:val="single" w:sz="4" w:space="0" w:color="auto"/>
              <w:left w:val="single" w:sz="4" w:space="0" w:color="auto"/>
              <w:bottom w:val="single" w:sz="4" w:space="0" w:color="auto"/>
              <w:right w:val="single" w:sz="4" w:space="0" w:color="auto"/>
            </w:tcBorders>
          </w:tcPr>
          <w:p w14:paraId="2ED130E6" w14:textId="77777777" w:rsidR="007D68F6" w:rsidRPr="005F427A" w:rsidRDefault="007D68F6" w:rsidP="005A68FB">
            <w:pPr>
              <w:pStyle w:val="TAC"/>
              <w:rPr>
                <w:rFonts w:eastAsiaTheme="minorEastAsia"/>
                <w:kern w:val="2"/>
                <w:lang w:eastAsia="zh-CN"/>
              </w:rPr>
            </w:pPr>
            <w:r>
              <w:rPr>
                <w:rFonts w:hint="eastAsia"/>
                <w:kern w:val="2"/>
                <w:lang w:eastAsia="zh-CN"/>
              </w:rPr>
              <w:t>20</w:t>
            </w:r>
          </w:p>
        </w:tc>
        <w:tc>
          <w:tcPr>
            <w:tcW w:w="620" w:type="dxa"/>
            <w:tcBorders>
              <w:top w:val="single" w:sz="4" w:space="0" w:color="auto"/>
              <w:left w:val="single" w:sz="4" w:space="0" w:color="auto"/>
              <w:bottom w:val="single" w:sz="4" w:space="0" w:color="auto"/>
              <w:right w:val="single" w:sz="4" w:space="0" w:color="auto"/>
            </w:tcBorders>
          </w:tcPr>
          <w:p w14:paraId="2A4DA167" w14:textId="77777777" w:rsidR="007D68F6" w:rsidRPr="00E062F1" w:rsidRDefault="007D68F6" w:rsidP="005A68FB">
            <w:pPr>
              <w:pStyle w:val="TAC"/>
              <w:rPr>
                <w:rFonts w:eastAsia="Yu Mincho"/>
              </w:rPr>
            </w:pPr>
          </w:p>
        </w:tc>
        <w:tc>
          <w:tcPr>
            <w:tcW w:w="620" w:type="dxa"/>
            <w:tcBorders>
              <w:top w:val="single" w:sz="4" w:space="0" w:color="auto"/>
              <w:left w:val="single" w:sz="4" w:space="0" w:color="auto"/>
              <w:bottom w:val="single" w:sz="4" w:space="0" w:color="auto"/>
              <w:right w:val="single" w:sz="4" w:space="0" w:color="auto"/>
            </w:tcBorders>
          </w:tcPr>
          <w:p w14:paraId="7F35A895" w14:textId="77777777" w:rsidR="007D68F6" w:rsidRPr="00E062F1" w:rsidRDefault="007D68F6" w:rsidP="005A68FB">
            <w:pPr>
              <w:pStyle w:val="TAC"/>
              <w:rPr>
                <w:rFonts w:eastAsia="Yu Mincho"/>
              </w:rPr>
            </w:pPr>
          </w:p>
        </w:tc>
        <w:tc>
          <w:tcPr>
            <w:tcW w:w="620" w:type="dxa"/>
            <w:tcBorders>
              <w:top w:val="single" w:sz="4" w:space="0" w:color="auto"/>
              <w:left w:val="single" w:sz="4" w:space="0" w:color="auto"/>
              <w:bottom w:val="single" w:sz="4" w:space="0" w:color="auto"/>
              <w:right w:val="single" w:sz="4" w:space="0" w:color="auto"/>
            </w:tcBorders>
          </w:tcPr>
          <w:p w14:paraId="489156DC" w14:textId="77777777" w:rsidR="007D68F6" w:rsidRPr="005F427A" w:rsidRDefault="007D68F6" w:rsidP="005A68FB">
            <w:pPr>
              <w:pStyle w:val="TAC"/>
              <w:rPr>
                <w:rFonts w:eastAsiaTheme="minorEastAsia"/>
                <w:kern w:val="2"/>
                <w:lang w:eastAsia="zh-CN"/>
              </w:rPr>
            </w:pPr>
            <w:r>
              <w:rPr>
                <w:rFonts w:hint="eastAsia"/>
                <w:kern w:val="2"/>
                <w:lang w:eastAsia="zh-CN"/>
              </w:rPr>
              <w:t>40</w:t>
            </w:r>
          </w:p>
        </w:tc>
        <w:tc>
          <w:tcPr>
            <w:tcW w:w="620" w:type="dxa"/>
            <w:tcBorders>
              <w:top w:val="single" w:sz="4" w:space="0" w:color="auto"/>
              <w:left w:val="single" w:sz="4" w:space="0" w:color="auto"/>
              <w:bottom w:val="single" w:sz="4" w:space="0" w:color="auto"/>
              <w:right w:val="single" w:sz="4" w:space="0" w:color="auto"/>
            </w:tcBorders>
          </w:tcPr>
          <w:p w14:paraId="0ABE2425" w14:textId="77777777" w:rsidR="007D68F6" w:rsidRPr="005F427A" w:rsidRDefault="007D68F6" w:rsidP="005A68FB">
            <w:pPr>
              <w:pStyle w:val="TAC"/>
              <w:rPr>
                <w:rFonts w:eastAsiaTheme="minorEastAsia"/>
                <w:kern w:val="2"/>
                <w:lang w:eastAsia="zh-CN"/>
              </w:rPr>
            </w:pPr>
            <w:r>
              <w:rPr>
                <w:rFonts w:hint="eastAsia"/>
                <w:kern w:val="2"/>
                <w:lang w:eastAsia="zh-CN"/>
              </w:rPr>
              <w:t>50</w:t>
            </w:r>
          </w:p>
        </w:tc>
        <w:tc>
          <w:tcPr>
            <w:tcW w:w="620" w:type="dxa"/>
            <w:tcBorders>
              <w:top w:val="single" w:sz="4" w:space="0" w:color="auto"/>
              <w:left w:val="single" w:sz="4" w:space="0" w:color="auto"/>
              <w:bottom w:val="single" w:sz="4" w:space="0" w:color="auto"/>
              <w:right w:val="single" w:sz="4" w:space="0" w:color="auto"/>
            </w:tcBorders>
          </w:tcPr>
          <w:p w14:paraId="3B7D5A56" w14:textId="77777777" w:rsidR="007D68F6" w:rsidRPr="005F427A" w:rsidRDefault="007D68F6" w:rsidP="005A68FB">
            <w:pPr>
              <w:pStyle w:val="TAC"/>
              <w:rPr>
                <w:rFonts w:eastAsiaTheme="minorEastAsia"/>
                <w:lang w:eastAsia="zh-CN"/>
              </w:rPr>
            </w:pPr>
            <w:r>
              <w:rPr>
                <w:rFonts w:hint="eastAsia"/>
                <w:lang w:eastAsia="zh-CN"/>
              </w:rPr>
              <w:t>60</w:t>
            </w:r>
          </w:p>
        </w:tc>
        <w:tc>
          <w:tcPr>
            <w:tcW w:w="620" w:type="dxa"/>
            <w:tcBorders>
              <w:top w:val="single" w:sz="4" w:space="0" w:color="auto"/>
              <w:left w:val="single" w:sz="4" w:space="0" w:color="auto"/>
              <w:bottom w:val="single" w:sz="4" w:space="0" w:color="auto"/>
              <w:right w:val="single" w:sz="4" w:space="0" w:color="auto"/>
            </w:tcBorders>
          </w:tcPr>
          <w:p w14:paraId="52FF663D" w14:textId="77777777" w:rsidR="007D68F6" w:rsidRPr="005F427A" w:rsidRDefault="007D68F6" w:rsidP="005A68FB">
            <w:pPr>
              <w:pStyle w:val="TAC"/>
              <w:rPr>
                <w:rFonts w:eastAsiaTheme="minorEastAsia"/>
                <w:lang w:eastAsia="zh-CN"/>
              </w:rPr>
            </w:pPr>
            <w:r>
              <w:rPr>
                <w:rFonts w:hint="eastAsia"/>
                <w:lang w:eastAsia="zh-CN"/>
              </w:rPr>
              <w:t>80</w:t>
            </w:r>
          </w:p>
        </w:tc>
        <w:tc>
          <w:tcPr>
            <w:tcW w:w="620" w:type="dxa"/>
            <w:tcBorders>
              <w:top w:val="single" w:sz="4" w:space="0" w:color="auto"/>
              <w:left w:val="single" w:sz="4" w:space="0" w:color="auto"/>
              <w:bottom w:val="single" w:sz="4" w:space="0" w:color="auto"/>
              <w:right w:val="single" w:sz="4" w:space="0" w:color="auto"/>
            </w:tcBorders>
          </w:tcPr>
          <w:p w14:paraId="2B021990" w14:textId="77777777" w:rsidR="007D68F6" w:rsidRPr="005F427A" w:rsidRDefault="007D68F6" w:rsidP="005A68FB">
            <w:pPr>
              <w:pStyle w:val="TAC"/>
              <w:rPr>
                <w:rFonts w:eastAsiaTheme="minorEastAsia"/>
                <w:lang w:eastAsia="zh-CN"/>
              </w:rPr>
            </w:pPr>
            <w:r>
              <w:rPr>
                <w:rFonts w:hint="eastAsia"/>
                <w:lang w:eastAsia="zh-CN"/>
              </w:rPr>
              <w:t>90</w:t>
            </w:r>
          </w:p>
        </w:tc>
        <w:tc>
          <w:tcPr>
            <w:tcW w:w="620" w:type="dxa"/>
            <w:tcBorders>
              <w:top w:val="single" w:sz="4" w:space="0" w:color="auto"/>
              <w:left w:val="single" w:sz="4" w:space="0" w:color="auto"/>
              <w:bottom w:val="single" w:sz="4" w:space="0" w:color="auto"/>
              <w:right w:val="single" w:sz="4" w:space="0" w:color="auto"/>
            </w:tcBorders>
          </w:tcPr>
          <w:p w14:paraId="0A9B7644" w14:textId="77777777" w:rsidR="007D68F6" w:rsidRPr="005F427A" w:rsidRDefault="007D68F6" w:rsidP="005A68FB">
            <w:pPr>
              <w:pStyle w:val="TAC"/>
              <w:rPr>
                <w:rFonts w:eastAsiaTheme="minorEastAsia"/>
                <w:lang w:eastAsia="zh-CN"/>
              </w:rPr>
            </w:pPr>
            <w:r>
              <w:rPr>
                <w:rFonts w:hint="eastAsia"/>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0914D716" w14:textId="77777777" w:rsidR="007D68F6" w:rsidRPr="00E062F1" w:rsidRDefault="007D68F6" w:rsidP="005A68FB">
            <w:pPr>
              <w:pStyle w:val="TAC"/>
              <w:rPr>
                <w:rFonts w:eastAsia="Yu Mincho"/>
              </w:rPr>
            </w:pPr>
          </w:p>
        </w:tc>
        <w:tc>
          <w:tcPr>
            <w:tcW w:w="621" w:type="dxa"/>
            <w:tcBorders>
              <w:top w:val="single" w:sz="4" w:space="0" w:color="auto"/>
              <w:left w:val="single" w:sz="4" w:space="0" w:color="auto"/>
              <w:bottom w:val="single" w:sz="4" w:space="0" w:color="auto"/>
              <w:right w:val="single" w:sz="4" w:space="0" w:color="auto"/>
            </w:tcBorders>
          </w:tcPr>
          <w:p w14:paraId="7F8C2C4C" w14:textId="77777777" w:rsidR="007D68F6" w:rsidRPr="00E062F1" w:rsidRDefault="007D68F6" w:rsidP="005A68FB">
            <w:pPr>
              <w:pStyle w:val="TAC"/>
              <w:rPr>
                <w:rFonts w:eastAsia="Yu Mincho"/>
              </w:rPr>
            </w:pPr>
          </w:p>
        </w:tc>
        <w:tc>
          <w:tcPr>
            <w:tcW w:w="1330" w:type="dxa"/>
            <w:tcBorders>
              <w:left w:val="single" w:sz="4" w:space="0" w:color="auto"/>
              <w:bottom w:val="nil"/>
              <w:right w:val="single" w:sz="4" w:space="0" w:color="auto"/>
            </w:tcBorders>
            <w:shd w:val="clear" w:color="auto" w:fill="auto"/>
          </w:tcPr>
          <w:p w14:paraId="3F8C607D" w14:textId="77777777" w:rsidR="007D68F6" w:rsidRPr="00E062F1" w:rsidRDefault="007D68F6" w:rsidP="005A68FB">
            <w:pPr>
              <w:pStyle w:val="TAC"/>
              <w:rPr>
                <w:lang w:eastAsia="zh-CN"/>
              </w:rPr>
            </w:pPr>
            <w:r>
              <w:rPr>
                <w:rFonts w:hint="eastAsia"/>
                <w:lang w:eastAsia="zh-CN"/>
              </w:rPr>
              <w:t>0</w:t>
            </w:r>
          </w:p>
        </w:tc>
      </w:tr>
      <w:tr w:rsidR="001F2838" w:rsidRPr="00E062F1" w14:paraId="46A472B2"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4A721034" w14:textId="77777777" w:rsidR="007D68F6" w:rsidRPr="00E062F1" w:rsidRDefault="007D68F6" w:rsidP="005A68FB">
            <w:pPr>
              <w:pStyle w:val="TAC"/>
              <w:rPr>
                <w:rFonts w:eastAsia="Yu Mincho"/>
                <w:szCs w:val="18"/>
                <w:lang w:eastAsia="ja-JP"/>
              </w:rPr>
            </w:pPr>
          </w:p>
        </w:tc>
        <w:tc>
          <w:tcPr>
            <w:tcW w:w="1738" w:type="dxa"/>
            <w:tcBorders>
              <w:top w:val="nil"/>
              <w:left w:val="single" w:sz="4" w:space="0" w:color="auto"/>
              <w:bottom w:val="nil"/>
              <w:right w:val="single" w:sz="4" w:space="0" w:color="auto"/>
            </w:tcBorders>
            <w:shd w:val="clear" w:color="auto" w:fill="auto"/>
          </w:tcPr>
          <w:p w14:paraId="14E46C7E" w14:textId="77777777" w:rsidR="007D68F6" w:rsidRPr="00E062F1" w:rsidRDefault="007D68F6" w:rsidP="005A68FB">
            <w:pPr>
              <w:pStyle w:val="TAC"/>
              <w:rPr>
                <w:rFonts w:eastAsia="Yu Mincho"/>
                <w:lang w:eastAsia="ja-JP"/>
              </w:rPr>
            </w:pPr>
          </w:p>
        </w:tc>
        <w:tc>
          <w:tcPr>
            <w:tcW w:w="668" w:type="dxa"/>
            <w:tcBorders>
              <w:left w:val="single" w:sz="4" w:space="0" w:color="auto"/>
              <w:right w:val="single" w:sz="4" w:space="0" w:color="auto"/>
            </w:tcBorders>
          </w:tcPr>
          <w:p w14:paraId="1A22C9D5" w14:textId="77777777" w:rsidR="007D68F6" w:rsidRPr="00E062F1" w:rsidRDefault="007D68F6" w:rsidP="005A68FB">
            <w:pPr>
              <w:pStyle w:val="TAC"/>
              <w:rPr>
                <w:rFonts w:eastAsia="Yu Mincho"/>
                <w:kern w:val="2"/>
                <w:lang w:eastAsia="ja-JP"/>
              </w:rPr>
            </w:pPr>
            <w:r w:rsidRPr="00E062F1">
              <w:rPr>
                <w:rFonts w:cs="Arial"/>
                <w:kern w:val="2"/>
                <w:szCs w:val="18"/>
              </w:rPr>
              <w:t>n79</w:t>
            </w:r>
          </w:p>
        </w:tc>
        <w:tc>
          <w:tcPr>
            <w:tcW w:w="620" w:type="dxa"/>
            <w:tcBorders>
              <w:top w:val="single" w:sz="4" w:space="0" w:color="auto"/>
              <w:left w:val="single" w:sz="4" w:space="0" w:color="auto"/>
              <w:bottom w:val="single" w:sz="4" w:space="0" w:color="auto"/>
              <w:right w:val="single" w:sz="4" w:space="0" w:color="auto"/>
            </w:tcBorders>
          </w:tcPr>
          <w:p w14:paraId="492C24F3" w14:textId="77777777" w:rsidR="007D68F6" w:rsidRPr="00E062F1" w:rsidRDefault="007D68F6" w:rsidP="005A68FB">
            <w:pPr>
              <w:pStyle w:val="TAC"/>
              <w:rPr>
                <w:rFonts w:eastAsia="Yu Mincho"/>
              </w:rPr>
            </w:pPr>
          </w:p>
        </w:tc>
        <w:tc>
          <w:tcPr>
            <w:tcW w:w="620" w:type="dxa"/>
            <w:tcBorders>
              <w:top w:val="single" w:sz="4" w:space="0" w:color="auto"/>
              <w:left w:val="single" w:sz="4" w:space="0" w:color="auto"/>
              <w:bottom w:val="single" w:sz="4" w:space="0" w:color="auto"/>
              <w:right w:val="single" w:sz="4" w:space="0" w:color="auto"/>
            </w:tcBorders>
          </w:tcPr>
          <w:p w14:paraId="3D924DC7" w14:textId="77777777" w:rsidR="007D68F6" w:rsidRPr="00E062F1" w:rsidRDefault="007D68F6" w:rsidP="005A68FB">
            <w:pPr>
              <w:pStyle w:val="TAC"/>
              <w:rPr>
                <w:rFonts w:eastAsia="Yu Mincho"/>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30BE9A6B" w14:textId="77777777" w:rsidR="007D68F6" w:rsidRPr="00E062F1" w:rsidRDefault="007D68F6" w:rsidP="005A68FB">
            <w:pPr>
              <w:pStyle w:val="TAC"/>
              <w:rPr>
                <w:rFonts w:eastAsia="Yu Mincho"/>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1B36CD85" w14:textId="77777777" w:rsidR="007D68F6" w:rsidRPr="00E062F1" w:rsidRDefault="007D68F6" w:rsidP="005A68FB">
            <w:pPr>
              <w:pStyle w:val="TAC"/>
              <w:rPr>
                <w:rFonts w:eastAsia="Yu Mincho"/>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20772835" w14:textId="77777777" w:rsidR="007D68F6" w:rsidRPr="00E062F1" w:rsidRDefault="007D68F6" w:rsidP="005A68FB">
            <w:pPr>
              <w:pStyle w:val="TAC"/>
              <w:rPr>
                <w:rFonts w:eastAsia="Yu Mincho"/>
              </w:rPr>
            </w:pPr>
          </w:p>
        </w:tc>
        <w:tc>
          <w:tcPr>
            <w:tcW w:w="620" w:type="dxa"/>
            <w:tcBorders>
              <w:top w:val="single" w:sz="4" w:space="0" w:color="auto"/>
              <w:left w:val="single" w:sz="4" w:space="0" w:color="auto"/>
              <w:bottom w:val="single" w:sz="4" w:space="0" w:color="auto"/>
              <w:right w:val="single" w:sz="4" w:space="0" w:color="auto"/>
            </w:tcBorders>
          </w:tcPr>
          <w:p w14:paraId="164E3845" w14:textId="77777777" w:rsidR="007D68F6" w:rsidRPr="00E062F1" w:rsidRDefault="007D68F6" w:rsidP="005A68FB">
            <w:pPr>
              <w:pStyle w:val="TAC"/>
              <w:rPr>
                <w:rFonts w:eastAsia="Yu Mincho"/>
              </w:rPr>
            </w:pPr>
          </w:p>
        </w:tc>
        <w:tc>
          <w:tcPr>
            <w:tcW w:w="620" w:type="dxa"/>
            <w:tcBorders>
              <w:top w:val="single" w:sz="4" w:space="0" w:color="auto"/>
              <w:left w:val="single" w:sz="4" w:space="0" w:color="auto"/>
              <w:bottom w:val="single" w:sz="4" w:space="0" w:color="auto"/>
              <w:right w:val="single" w:sz="4" w:space="0" w:color="auto"/>
            </w:tcBorders>
          </w:tcPr>
          <w:p w14:paraId="51D17FB0" w14:textId="77777777" w:rsidR="007D68F6" w:rsidRPr="00E062F1" w:rsidRDefault="007D68F6" w:rsidP="005A68FB">
            <w:pPr>
              <w:pStyle w:val="TAC"/>
              <w:rPr>
                <w:rFonts w:eastAsia="Yu Mincho"/>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6D1C6DDC" w14:textId="77777777" w:rsidR="007D68F6" w:rsidRPr="00E062F1" w:rsidRDefault="007D68F6" w:rsidP="005A68FB">
            <w:pPr>
              <w:pStyle w:val="TAC"/>
              <w:rPr>
                <w:rFonts w:eastAsia="Yu Mincho"/>
                <w:kern w:val="2"/>
                <w:lang w:eastAsia="ja-JP"/>
              </w:rPr>
            </w:pPr>
          </w:p>
        </w:tc>
        <w:tc>
          <w:tcPr>
            <w:tcW w:w="620" w:type="dxa"/>
            <w:tcBorders>
              <w:top w:val="single" w:sz="4" w:space="0" w:color="auto"/>
              <w:left w:val="single" w:sz="4" w:space="0" w:color="auto"/>
              <w:bottom w:val="single" w:sz="4" w:space="0" w:color="auto"/>
              <w:right w:val="single" w:sz="4" w:space="0" w:color="auto"/>
            </w:tcBorders>
          </w:tcPr>
          <w:p w14:paraId="76AF727A" w14:textId="77777777" w:rsidR="007D68F6" w:rsidRPr="00E062F1" w:rsidRDefault="007D68F6" w:rsidP="005A68FB">
            <w:pPr>
              <w:pStyle w:val="TAC"/>
              <w:rPr>
                <w:rFonts w:eastAsia="Yu Mincho"/>
              </w:rPr>
            </w:pPr>
          </w:p>
        </w:tc>
        <w:tc>
          <w:tcPr>
            <w:tcW w:w="620" w:type="dxa"/>
            <w:tcBorders>
              <w:top w:val="single" w:sz="4" w:space="0" w:color="auto"/>
              <w:left w:val="single" w:sz="4" w:space="0" w:color="auto"/>
              <w:bottom w:val="single" w:sz="4" w:space="0" w:color="auto"/>
              <w:right w:val="single" w:sz="4" w:space="0" w:color="auto"/>
            </w:tcBorders>
          </w:tcPr>
          <w:p w14:paraId="43C79F57" w14:textId="77777777" w:rsidR="007D68F6" w:rsidRPr="00E062F1" w:rsidRDefault="007D68F6" w:rsidP="005A68FB">
            <w:pPr>
              <w:pStyle w:val="TAC"/>
              <w:rPr>
                <w:rFonts w:eastAsia="Yu Mincho"/>
              </w:rPr>
            </w:pPr>
          </w:p>
        </w:tc>
        <w:tc>
          <w:tcPr>
            <w:tcW w:w="620" w:type="dxa"/>
            <w:tcBorders>
              <w:top w:val="single" w:sz="4" w:space="0" w:color="auto"/>
              <w:left w:val="single" w:sz="4" w:space="0" w:color="auto"/>
              <w:bottom w:val="single" w:sz="4" w:space="0" w:color="auto"/>
              <w:right w:val="single" w:sz="4" w:space="0" w:color="auto"/>
            </w:tcBorders>
          </w:tcPr>
          <w:p w14:paraId="5C38B188" w14:textId="77777777" w:rsidR="007D68F6" w:rsidRPr="00E062F1" w:rsidRDefault="007D68F6" w:rsidP="005A68FB">
            <w:pPr>
              <w:pStyle w:val="TAC"/>
              <w:rPr>
                <w:rFonts w:eastAsia="Yu Mincho"/>
              </w:rPr>
            </w:pPr>
          </w:p>
        </w:tc>
        <w:tc>
          <w:tcPr>
            <w:tcW w:w="620" w:type="dxa"/>
            <w:tcBorders>
              <w:top w:val="single" w:sz="4" w:space="0" w:color="auto"/>
              <w:left w:val="single" w:sz="4" w:space="0" w:color="auto"/>
              <w:bottom w:val="single" w:sz="4" w:space="0" w:color="auto"/>
              <w:right w:val="single" w:sz="4" w:space="0" w:color="auto"/>
            </w:tcBorders>
          </w:tcPr>
          <w:p w14:paraId="05FFA1F3" w14:textId="77777777" w:rsidR="007D68F6" w:rsidRPr="00E062F1" w:rsidRDefault="007D68F6" w:rsidP="005A68FB">
            <w:pPr>
              <w:pStyle w:val="TAC"/>
              <w:rPr>
                <w:rFonts w:eastAsia="Yu Mincho"/>
              </w:rPr>
            </w:pPr>
          </w:p>
        </w:tc>
        <w:tc>
          <w:tcPr>
            <w:tcW w:w="620" w:type="dxa"/>
            <w:tcBorders>
              <w:top w:val="single" w:sz="4" w:space="0" w:color="auto"/>
              <w:left w:val="single" w:sz="4" w:space="0" w:color="auto"/>
              <w:bottom w:val="single" w:sz="4" w:space="0" w:color="auto"/>
              <w:right w:val="single" w:sz="4" w:space="0" w:color="auto"/>
            </w:tcBorders>
          </w:tcPr>
          <w:p w14:paraId="3AF49E33" w14:textId="77777777" w:rsidR="007D68F6" w:rsidRPr="00E062F1" w:rsidRDefault="007D68F6" w:rsidP="005A68FB">
            <w:pPr>
              <w:pStyle w:val="TAC"/>
              <w:rPr>
                <w:rFonts w:eastAsia="Yu Mincho"/>
              </w:rPr>
            </w:pPr>
          </w:p>
        </w:tc>
        <w:tc>
          <w:tcPr>
            <w:tcW w:w="621" w:type="dxa"/>
            <w:tcBorders>
              <w:top w:val="single" w:sz="4" w:space="0" w:color="auto"/>
              <w:left w:val="single" w:sz="4" w:space="0" w:color="auto"/>
              <w:bottom w:val="single" w:sz="4" w:space="0" w:color="auto"/>
              <w:right w:val="single" w:sz="4" w:space="0" w:color="auto"/>
            </w:tcBorders>
          </w:tcPr>
          <w:p w14:paraId="5565E9D6" w14:textId="77777777" w:rsidR="007D68F6" w:rsidRPr="00E062F1" w:rsidRDefault="007D68F6" w:rsidP="005A68FB">
            <w:pPr>
              <w:pStyle w:val="TAC"/>
              <w:rPr>
                <w:rFonts w:eastAsia="Yu Mincho"/>
              </w:rPr>
            </w:pPr>
          </w:p>
        </w:tc>
        <w:tc>
          <w:tcPr>
            <w:tcW w:w="1330" w:type="dxa"/>
            <w:tcBorders>
              <w:top w:val="nil"/>
              <w:left w:val="single" w:sz="4" w:space="0" w:color="auto"/>
              <w:bottom w:val="nil"/>
              <w:right w:val="single" w:sz="4" w:space="0" w:color="auto"/>
            </w:tcBorders>
            <w:shd w:val="clear" w:color="auto" w:fill="auto"/>
          </w:tcPr>
          <w:p w14:paraId="41C89261" w14:textId="77777777" w:rsidR="007D68F6" w:rsidRPr="00E062F1" w:rsidRDefault="007D68F6" w:rsidP="005A68FB">
            <w:pPr>
              <w:pStyle w:val="TAC"/>
              <w:rPr>
                <w:lang w:eastAsia="zh-CN"/>
              </w:rPr>
            </w:pPr>
          </w:p>
        </w:tc>
      </w:tr>
      <w:tr w:rsidR="007D68F6" w:rsidRPr="00E062F1" w14:paraId="54FFFA99"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2DD1003D" w14:textId="77777777" w:rsidR="007D68F6" w:rsidRPr="00E062F1" w:rsidRDefault="007D68F6" w:rsidP="005A68FB">
            <w:pPr>
              <w:pStyle w:val="TAC"/>
              <w:rPr>
                <w:rFonts w:eastAsia="Yu Mincho"/>
                <w:szCs w:val="18"/>
                <w:lang w:eastAsia="ja-JP"/>
              </w:rPr>
            </w:pPr>
          </w:p>
        </w:tc>
        <w:tc>
          <w:tcPr>
            <w:tcW w:w="1738" w:type="dxa"/>
            <w:tcBorders>
              <w:top w:val="nil"/>
              <w:left w:val="single" w:sz="4" w:space="0" w:color="auto"/>
              <w:bottom w:val="single" w:sz="4" w:space="0" w:color="auto"/>
              <w:right w:val="single" w:sz="4" w:space="0" w:color="auto"/>
            </w:tcBorders>
            <w:shd w:val="clear" w:color="auto" w:fill="auto"/>
          </w:tcPr>
          <w:p w14:paraId="4602FB60" w14:textId="77777777" w:rsidR="007D68F6" w:rsidRPr="00E062F1" w:rsidRDefault="007D68F6" w:rsidP="005A68FB">
            <w:pPr>
              <w:pStyle w:val="TAC"/>
              <w:rPr>
                <w:rFonts w:eastAsia="Yu Mincho"/>
                <w:lang w:eastAsia="ja-JP"/>
              </w:rPr>
            </w:pPr>
          </w:p>
        </w:tc>
        <w:tc>
          <w:tcPr>
            <w:tcW w:w="668" w:type="dxa"/>
            <w:tcBorders>
              <w:left w:val="single" w:sz="4" w:space="0" w:color="auto"/>
              <w:right w:val="single" w:sz="4" w:space="0" w:color="auto"/>
            </w:tcBorders>
          </w:tcPr>
          <w:p w14:paraId="7B727C32" w14:textId="77777777" w:rsidR="007D68F6" w:rsidRPr="00E062F1" w:rsidRDefault="007D68F6" w:rsidP="005A68FB">
            <w:pPr>
              <w:pStyle w:val="TAC"/>
              <w:rPr>
                <w:rFonts w:eastAsia="Yu Mincho"/>
                <w:kern w:val="2"/>
                <w:lang w:eastAsia="ja-JP"/>
              </w:rPr>
            </w:pPr>
            <w:r w:rsidRPr="00E062F1">
              <w:rPr>
                <w:rFonts w:cs="Arial"/>
                <w:kern w:val="2"/>
                <w:szCs w:val="18"/>
              </w:rPr>
              <w:t>n257</w:t>
            </w:r>
          </w:p>
        </w:tc>
        <w:tc>
          <w:tcPr>
            <w:tcW w:w="8681" w:type="dxa"/>
            <w:gridSpan w:val="14"/>
            <w:tcBorders>
              <w:top w:val="single" w:sz="4" w:space="0" w:color="auto"/>
              <w:left w:val="single" w:sz="4" w:space="0" w:color="auto"/>
              <w:bottom w:val="single" w:sz="4" w:space="0" w:color="auto"/>
              <w:right w:val="single" w:sz="4" w:space="0" w:color="auto"/>
            </w:tcBorders>
          </w:tcPr>
          <w:p w14:paraId="721380B3" w14:textId="461ABB4E" w:rsidR="007D68F6" w:rsidRPr="00E062F1" w:rsidRDefault="007D68F6" w:rsidP="005A68FB">
            <w:pPr>
              <w:pStyle w:val="TAC"/>
              <w:rPr>
                <w:rFonts w:eastAsia="Yu Mincho"/>
              </w:rPr>
            </w:pPr>
            <w:r w:rsidRPr="00E062F1">
              <w:t>See CA_n257G, n257H, and n257I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713D3AA7" w14:textId="77777777" w:rsidR="007D68F6" w:rsidRPr="00E062F1" w:rsidRDefault="007D68F6" w:rsidP="005A68FB">
            <w:pPr>
              <w:pStyle w:val="TAC"/>
              <w:rPr>
                <w:lang w:eastAsia="zh-CN"/>
              </w:rPr>
            </w:pPr>
          </w:p>
        </w:tc>
      </w:tr>
      <w:tr w:rsidR="001F2838" w:rsidRPr="00E062F1" w14:paraId="64945A2F"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524C834A" w14:textId="77777777" w:rsidR="007D68F6" w:rsidRPr="00E062F1" w:rsidRDefault="007D68F6" w:rsidP="005A68FB">
            <w:pPr>
              <w:pStyle w:val="TAC"/>
              <w:rPr>
                <w:szCs w:val="18"/>
              </w:rPr>
            </w:pPr>
            <w:r w:rsidRPr="00E062F1">
              <w:rPr>
                <w:rFonts w:eastAsia="Yu Mincho"/>
                <w:szCs w:val="18"/>
                <w:lang w:eastAsia="ja-JP"/>
              </w:rPr>
              <w:t>CA_n78</w:t>
            </w:r>
            <w:r w:rsidRPr="00E062F1">
              <w:rPr>
                <w:szCs w:val="18"/>
                <w:lang w:eastAsia="zh-CN"/>
              </w:rPr>
              <w:t>A</w:t>
            </w:r>
            <w:r w:rsidRPr="00E062F1">
              <w:rPr>
                <w:rFonts w:eastAsia="Yu Mincho"/>
                <w:szCs w:val="18"/>
                <w:lang w:eastAsia="ja-JP"/>
              </w:rPr>
              <w:t>-n79A-n257A</w:t>
            </w:r>
          </w:p>
        </w:tc>
        <w:tc>
          <w:tcPr>
            <w:tcW w:w="1738" w:type="dxa"/>
            <w:tcBorders>
              <w:left w:val="single" w:sz="4" w:space="0" w:color="auto"/>
              <w:bottom w:val="nil"/>
              <w:right w:val="single" w:sz="4" w:space="0" w:color="auto"/>
            </w:tcBorders>
            <w:shd w:val="clear" w:color="auto" w:fill="auto"/>
          </w:tcPr>
          <w:p w14:paraId="5C5593DC" w14:textId="77777777" w:rsidR="007D68F6" w:rsidRPr="00E062F1" w:rsidRDefault="007D68F6" w:rsidP="005A68FB">
            <w:pPr>
              <w:pStyle w:val="TAC"/>
              <w:rPr>
                <w:rFonts w:eastAsia="Yu Mincho"/>
                <w:lang w:eastAsia="ja-JP"/>
              </w:rPr>
            </w:pPr>
            <w:r w:rsidRPr="00E062F1">
              <w:rPr>
                <w:rFonts w:eastAsia="Yu Mincho"/>
                <w:lang w:eastAsia="ja-JP"/>
              </w:rPr>
              <w:t>CA_n78A-n257A</w:t>
            </w:r>
          </w:p>
          <w:p w14:paraId="5A1640ED" w14:textId="77777777" w:rsidR="007D68F6" w:rsidRPr="00E062F1" w:rsidRDefault="007D68F6" w:rsidP="005A68FB">
            <w:pPr>
              <w:pStyle w:val="TAC"/>
              <w:rPr>
                <w:szCs w:val="18"/>
              </w:rPr>
            </w:pPr>
            <w:r w:rsidRPr="00E062F1">
              <w:rPr>
                <w:rFonts w:eastAsia="Yu Mincho"/>
                <w:lang w:eastAsia="ja-JP"/>
              </w:rPr>
              <w:t>CA_n79A-n257A</w:t>
            </w:r>
          </w:p>
        </w:tc>
        <w:tc>
          <w:tcPr>
            <w:tcW w:w="668" w:type="dxa"/>
            <w:tcBorders>
              <w:left w:val="single" w:sz="4" w:space="0" w:color="auto"/>
              <w:right w:val="single" w:sz="4" w:space="0" w:color="auto"/>
            </w:tcBorders>
          </w:tcPr>
          <w:p w14:paraId="22C5B46B" w14:textId="77777777" w:rsidR="007D68F6" w:rsidRPr="00E062F1" w:rsidRDefault="007D68F6" w:rsidP="005A68FB">
            <w:pPr>
              <w:pStyle w:val="TAC"/>
              <w:rPr>
                <w:rFonts w:cs="Arial"/>
                <w:kern w:val="2"/>
                <w:szCs w:val="18"/>
              </w:rPr>
            </w:pPr>
            <w:r w:rsidRPr="00E062F1">
              <w:rPr>
                <w:rFonts w:eastAsia="Yu Mincho"/>
                <w:kern w:val="2"/>
                <w:lang w:eastAsia="ja-JP"/>
              </w:rPr>
              <w:t>n78</w:t>
            </w:r>
          </w:p>
        </w:tc>
        <w:tc>
          <w:tcPr>
            <w:tcW w:w="620" w:type="dxa"/>
            <w:tcBorders>
              <w:top w:val="single" w:sz="4" w:space="0" w:color="auto"/>
              <w:left w:val="single" w:sz="4" w:space="0" w:color="auto"/>
              <w:bottom w:val="single" w:sz="4" w:space="0" w:color="auto"/>
              <w:right w:val="single" w:sz="4" w:space="0" w:color="auto"/>
            </w:tcBorders>
          </w:tcPr>
          <w:p w14:paraId="492BD583"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31AACE1E"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10</w:t>
            </w:r>
          </w:p>
        </w:tc>
        <w:tc>
          <w:tcPr>
            <w:tcW w:w="620" w:type="dxa"/>
            <w:tcBorders>
              <w:top w:val="single" w:sz="4" w:space="0" w:color="auto"/>
              <w:left w:val="single" w:sz="4" w:space="0" w:color="auto"/>
              <w:bottom w:val="single" w:sz="4" w:space="0" w:color="auto"/>
              <w:right w:val="single" w:sz="4" w:space="0" w:color="auto"/>
            </w:tcBorders>
          </w:tcPr>
          <w:p w14:paraId="00B23257"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15</w:t>
            </w:r>
          </w:p>
        </w:tc>
        <w:tc>
          <w:tcPr>
            <w:tcW w:w="620" w:type="dxa"/>
            <w:tcBorders>
              <w:top w:val="single" w:sz="4" w:space="0" w:color="auto"/>
              <w:left w:val="single" w:sz="4" w:space="0" w:color="auto"/>
              <w:bottom w:val="single" w:sz="4" w:space="0" w:color="auto"/>
              <w:right w:val="single" w:sz="4" w:space="0" w:color="auto"/>
            </w:tcBorders>
          </w:tcPr>
          <w:p w14:paraId="4F41D420"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20</w:t>
            </w:r>
          </w:p>
        </w:tc>
        <w:tc>
          <w:tcPr>
            <w:tcW w:w="620" w:type="dxa"/>
            <w:tcBorders>
              <w:top w:val="single" w:sz="4" w:space="0" w:color="auto"/>
              <w:left w:val="single" w:sz="4" w:space="0" w:color="auto"/>
              <w:bottom w:val="single" w:sz="4" w:space="0" w:color="auto"/>
              <w:right w:val="single" w:sz="4" w:space="0" w:color="auto"/>
            </w:tcBorders>
          </w:tcPr>
          <w:p w14:paraId="2B73A306"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0E41E27E"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109AAFED"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40</w:t>
            </w:r>
          </w:p>
        </w:tc>
        <w:tc>
          <w:tcPr>
            <w:tcW w:w="620" w:type="dxa"/>
            <w:tcBorders>
              <w:top w:val="single" w:sz="4" w:space="0" w:color="auto"/>
              <w:left w:val="single" w:sz="4" w:space="0" w:color="auto"/>
              <w:bottom w:val="single" w:sz="4" w:space="0" w:color="auto"/>
              <w:right w:val="single" w:sz="4" w:space="0" w:color="auto"/>
            </w:tcBorders>
          </w:tcPr>
          <w:p w14:paraId="195BDAC3"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50</w:t>
            </w:r>
          </w:p>
        </w:tc>
        <w:tc>
          <w:tcPr>
            <w:tcW w:w="620" w:type="dxa"/>
            <w:tcBorders>
              <w:top w:val="single" w:sz="4" w:space="0" w:color="auto"/>
              <w:left w:val="single" w:sz="4" w:space="0" w:color="auto"/>
              <w:bottom w:val="single" w:sz="4" w:space="0" w:color="auto"/>
              <w:right w:val="single" w:sz="4" w:space="0" w:color="auto"/>
            </w:tcBorders>
          </w:tcPr>
          <w:p w14:paraId="73E41F23"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60</w:t>
            </w:r>
          </w:p>
        </w:tc>
        <w:tc>
          <w:tcPr>
            <w:tcW w:w="620" w:type="dxa"/>
            <w:tcBorders>
              <w:top w:val="single" w:sz="4" w:space="0" w:color="auto"/>
              <w:left w:val="single" w:sz="4" w:space="0" w:color="auto"/>
              <w:bottom w:val="single" w:sz="4" w:space="0" w:color="auto"/>
              <w:right w:val="single" w:sz="4" w:space="0" w:color="auto"/>
            </w:tcBorders>
          </w:tcPr>
          <w:p w14:paraId="118B79AE"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80</w:t>
            </w:r>
          </w:p>
        </w:tc>
        <w:tc>
          <w:tcPr>
            <w:tcW w:w="620" w:type="dxa"/>
            <w:tcBorders>
              <w:top w:val="single" w:sz="4" w:space="0" w:color="auto"/>
              <w:left w:val="single" w:sz="4" w:space="0" w:color="auto"/>
              <w:bottom w:val="single" w:sz="4" w:space="0" w:color="auto"/>
              <w:right w:val="single" w:sz="4" w:space="0" w:color="auto"/>
            </w:tcBorders>
          </w:tcPr>
          <w:p w14:paraId="2EC7B458"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90</w:t>
            </w:r>
          </w:p>
        </w:tc>
        <w:tc>
          <w:tcPr>
            <w:tcW w:w="620" w:type="dxa"/>
            <w:tcBorders>
              <w:top w:val="single" w:sz="4" w:space="0" w:color="auto"/>
              <w:left w:val="single" w:sz="4" w:space="0" w:color="auto"/>
              <w:bottom w:val="single" w:sz="4" w:space="0" w:color="auto"/>
              <w:right w:val="single" w:sz="4" w:space="0" w:color="auto"/>
            </w:tcBorders>
          </w:tcPr>
          <w:p w14:paraId="3E5E6D49"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479350C7" w14:textId="77777777" w:rsidR="007D68F6" w:rsidRPr="00E062F1" w:rsidRDefault="007D68F6" w:rsidP="005A68FB">
            <w:pPr>
              <w:pStyle w:val="TAC"/>
              <w:rPr>
                <w:rFonts w:eastAsia="Yu Mincho" w:cs="Arial"/>
                <w:kern w:val="2"/>
                <w:szCs w:val="18"/>
                <w:lang w:eastAsia="ja-JP"/>
              </w:rPr>
            </w:pPr>
          </w:p>
        </w:tc>
        <w:tc>
          <w:tcPr>
            <w:tcW w:w="621" w:type="dxa"/>
            <w:tcBorders>
              <w:top w:val="single" w:sz="4" w:space="0" w:color="auto"/>
              <w:left w:val="single" w:sz="4" w:space="0" w:color="auto"/>
              <w:bottom w:val="single" w:sz="4" w:space="0" w:color="auto"/>
              <w:right w:val="single" w:sz="4" w:space="0" w:color="auto"/>
            </w:tcBorders>
          </w:tcPr>
          <w:p w14:paraId="798EB22A" w14:textId="77777777" w:rsidR="007D68F6" w:rsidRPr="00E062F1" w:rsidRDefault="007D68F6" w:rsidP="005A68FB">
            <w:pPr>
              <w:pStyle w:val="TAC"/>
              <w:rPr>
                <w:rFonts w:eastAsia="Yu Mincho" w:cs="Arial"/>
                <w:kern w:val="2"/>
                <w:szCs w:val="18"/>
                <w:lang w:eastAsia="ja-JP"/>
              </w:rPr>
            </w:pPr>
          </w:p>
        </w:tc>
        <w:tc>
          <w:tcPr>
            <w:tcW w:w="1330" w:type="dxa"/>
            <w:tcBorders>
              <w:left w:val="single" w:sz="4" w:space="0" w:color="auto"/>
              <w:bottom w:val="nil"/>
              <w:right w:val="single" w:sz="4" w:space="0" w:color="auto"/>
            </w:tcBorders>
            <w:shd w:val="clear" w:color="auto" w:fill="auto"/>
          </w:tcPr>
          <w:p w14:paraId="7255E739" w14:textId="77777777" w:rsidR="007D68F6" w:rsidRPr="00E062F1" w:rsidRDefault="007D68F6" w:rsidP="005A68FB">
            <w:pPr>
              <w:pStyle w:val="TAC"/>
              <w:rPr>
                <w:lang w:eastAsia="zh-CN"/>
              </w:rPr>
            </w:pPr>
            <w:r>
              <w:rPr>
                <w:rFonts w:hint="eastAsia"/>
                <w:lang w:eastAsia="zh-CN"/>
              </w:rPr>
              <w:t>0</w:t>
            </w:r>
          </w:p>
        </w:tc>
      </w:tr>
      <w:tr w:rsidR="001F2838" w:rsidRPr="00E062F1" w14:paraId="051650F8"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2A54AD3E" w14:textId="77777777" w:rsidR="007D68F6" w:rsidRPr="00E062F1" w:rsidRDefault="007D68F6" w:rsidP="005A68FB">
            <w:pPr>
              <w:pStyle w:val="TAC"/>
              <w:rPr>
                <w:szCs w:val="18"/>
              </w:rPr>
            </w:pPr>
          </w:p>
        </w:tc>
        <w:tc>
          <w:tcPr>
            <w:tcW w:w="1738" w:type="dxa"/>
            <w:tcBorders>
              <w:top w:val="nil"/>
              <w:left w:val="single" w:sz="4" w:space="0" w:color="auto"/>
              <w:bottom w:val="nil"/>
              <w:right w:val="single" w:sz="4" w:space="0" w:color="auto"/>
            </w:tcBorders>
            <w:shd w:val="clear" w:color="auto" w:fill="auto"/>
          </w:tcPr>
          <w:p w14:paraId="0D86FA25" w14:textId="77777777" w:rsidR="007D68F6" w:rsidRPr="00E062F1" w:rsidRDefault="007D68F6" w:rsidP="005A68FB">
            <w:pPr>
              <w:pStyle w:val="TAC"/>
              <w:rPr>
                <w:szCs w:val="18"/>
              </w:rPr>
            </w:pPr>
          </w:p>
        </w:tc>
        <w:tc>
          <w:tcPr>
            <w:tcW w:w="668" w:type="dxa"/>
            <w:tcBorders>
              <w:left w:val="single" w:sz="4" w:space="0" w:color="auto"/>
              <w:right w:val="single" w:sz="4" w:space="0" w:color="auto"/>
            </w:tcBorders>
          </w:tcPr>
          <w:p w14:paraId="0E371005" w14:textId="77777777" w:rsidR="007D68F6" w:rsidRPr="00E062F1" w:rsidRDefault="007D68F6" w:rsidP="005A68FB">
            <w:pPr>
              <w:pStyle w:val="TAC"/>
              <w:rPr>
                <w:rFonts w:cs="Arial"/>
                <w:kern w:val="2"/>
                <w:szCs w:val="18"/>
              </w:rPr>
            </w:pPr>
            <w:r w:rsidRPr="00E062F1">
              <w:rPr>
                <w:rFonts w:cs="Arial"/>
                <w:kern w:val="2"/>
                <w:szCs w:val="18"/>
              </w:rPr>
              <w:t>n79</w:t>
            </w:r>
          </w:p>
        </w:tc>
        <w:tc>
          <w:tcPr>
            <w:tcW w:w="620" w:type="dxa"/>
            <w:tcBorders>
              <w:top w:val="single" w:sz="4" w:space="0" w:color="auto"/>
              <w:left w:val="single" w:sz="4" w:space="0" w:color="auto"/>
              <w:bottom w:val="single" w:sz="4" w:space="0" w:color="auto"/>
              <w:right w:val="single" w:sz="4" w:space="0" w:color="auto"/>
            </w:tcBorders>
          </w:tcPr>
          <w:p w14:paraId="31965DB3"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709565D4"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2E7072FF"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2AF87994"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195CED8C"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1D11D1FA"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4FB12D8D"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40</w:t>
            </w:r>
          </w:p>
        </w:tc>
        <w:tc>
          <w:tcPr>
            <w:tcW w:w="620" w:type="dxa"/>
            <w:tcBorders>
              <w:top w:val="single" w:sz="4" w:space="0" w:color="auto"/>
              <w:left w:val="single" w:sz="4" w:space="0" w:color="auto"/>
              <w:bottom w:val="single" w:sz="4" w:space="0" w:color="auto"/>
              <w:right w:val="single" w:sz="4" w:space="0" w:color="auto"/>
            </w:tcBorders>
          </w:tcPr>
          <w:p w14:paraId="5B2D49DF"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50</w:t>
            </w:r>
          </w:p>
        </w:tc>
        <w:tc>
          <w:tcPr>
            <w:tcW w:w="620" w:type="dxa"/>
            <w:tcBorders>
              <w:top w:val="single" w:sz="4" w:space="0" w:color="auto"/>
              <w:left w:val="single" w:sz="4" w:space="0" w:color="auto"/>
              <w:bottom w:val="single" w:sz="4" w:space="0" w:color="auto"/>
              <w:right w:val="single" w:sz="4" w:space="0" w:color="auto"/>
            </w:tcBorders>
          </w:tcPr>
          <w:p w14:paraId="7377CD12"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60</w:t>
            </w:r>
          </w:p>
        </w:tc>
        <w:tc>
          <w:tcPr>
            <w:tcW w:w="620" w:type="dxa"/>
            <w:tcBorders>
              <w:top w:val="single" w:sz="4" w:space="0" w:color="auto"/>
              <w:left w:val="single" w:sz="4" w:space="0" w:color="auto"/>
              <w:bottom w:val="single" w:sz="4" w:space="0" w:color="auto"/>
              <w:right w:val="single" w:sz="4" w:space="0" w:color="auto"/>
            </w:tcBorders>
          </w:tcPr>
          <w:p w14:paraId="56031C4E"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5061C469"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51B8D572" w14:textId="77777777" w:rsidR="007D68F6" w:rsidRPr="00E062F1" w:rsidRDefault="007D68F6" w:rsidP="005A68FB">
            <w:pPr>
              <w:pStyle w:val="TAC"/>
              <w:rPr>
                <w:rFonts w:eastAsia="Yu Mincho" w:cs="Arial"/>
                <w:kern w:val="2"/>
                <w:szCs w:val="18"/>
                <w:lang w:eastAsia="ja-JP"/>
              </w:rPr>
            </w:pPr>
          </w:p>
        </w:tc>
        <w:tc>
          <w:tcPr>
            <w:tcW w:w="620" w:type="dxa"/>
            <w:tcBorders>
              <w:top w:val="single" w:sz="4" w:space="0" w:color="auto"/>
              <w:left w:val="single" w:sz="4" w:space="0" w:color="auto"/>
              <w:bottom w:val="single" w:sz="4" w:space="0" w:color="auto"/>
              <w:right w:val="single" w:sz="4" w:space="0" w:color="auto"/>
            </w:tcBorders>
          </w:tcPr>
          <w:p w14:paraId="3AE1666F" w14:textId="77777777" w:rsidR="007D68F6" w:rsidRPr="00E062F1" w:rsidRDefault="007D68F6" w:rsidP="005A68FB">
            <w:pPr>
              <w:pStyle w:val="TAC"/>
              <w:rPr>
                <w:rFonts w:eastAsia="Yu Mincho" w:cs="Arial"/>
                <w:kern w:val="2"/>
                <w:szCs w:val="18"/>
                <w:lang w:eastAsia="ja-JP"/>
              </w:rPr>
            </w:pPr>
          </w:p>
        </w:tc>
        <w:tc>
          <w:tcPr>
            <w:tcW w:w="621" w:type="dxa"/>
            <w:tcBorders>
              <w:top w:val="single" w:sz="4" w:space="0" w:color="auto"/>
              <w:left w:val="single" w:sz="4" w:space="0" w:color="auto"/>
              <w:bottom w:val="single" w:sz="4" w:space="0" w:color="auto"/>
              <w:right w:val="single" w:sz="4" w:space="0" w:color="auto"/>
            </w:tcBorders>
          </w:tcPr>
          <w:p w14:paraId="74237900" w14:textId="77777777" w:rsidR="007D68F6" w:rsidRPr="00E062F1" w:rsidRDefault="007D68F6" w:rsidP="005A68FB">
            <w:pPr>
              <w:pStyle w:val="TAC"/>
              <w:rPr>
                <w:rFonts w:eastAsia="Yu Mincho" w:cs="Arial"/>
                <w:kern w:val="2"/>
                <w:szCs w:val="18"/>
                <w:lang w:eastAsia="ja-JP"/>
              </w:rPr>
            </w:pPr>
          </w:p>
        </w:tc>
        <w:tc>
          <w:tcPr>
            <w:tcW w:w="1330" w:type="dxa"/>
            <w:tcBorders>
              <w:top w:val="nil"/>
              <w:left w:val="single" w:sz="4" w:space="0" w:color="auto"/>
              <w:bottom w:val="nil"/>
              <w:right w:val="single" w:sz="4" w:space="0" w:color="auto"/>
            </w:tcBorders>
            <w:shd w:val="clear" w:color="auto" w:fill="auto"/>
          </w:tcPr>
          <w:p w14:paraId="0FE5FC8C" w14:textId="77777777" w:rsidR="007D68F6" w:rsidRPr="00E062F1" w:rsidRDefault="007D68F6" w:rsidP="005A68FB">
            <w:pPr>
              <w:pStyle w:val="TAC"/>
            </w:pPr>
          </w:p>
        </w:tc>
      </w:tr>
      <w:tr w:rsidR="001F2838" w:rsidRPr="00E062F1" w14:paraId="0A5816B2"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442CDFDC" w14:textId="77777777" w:rsidR="007D68F6" w:rsidRPr="00E062F1" w:rsidRDefault="007D68F6" w:rsidP="005A68FB">
            <w:pPr>
              <w:pStyle w:val="TAC"/>
              <w:rPr>
                <w:szCs w:val="18"/>
              </w:rPr>
            </w:pPr>
          </w:p>
        </w:tc>
        <w:tc>
          <w:tcPr>
            <w:tcW w:w="1738" w:type="dxa"/>
            <w:tcBorders>
              <w:top w:val="nil"/>
              <w:left w:val="single" w:sz="4" w:space="0" w:color="auto"/>
              <w:bottom w:val="single" w:sz="4" w:space="0" w:color="auto"/>
              <w:right w:val="single" w:sz="4" w:space="0" w:color="auto"/>
            </w:tcBorders>
            <w:shd w:val="clear" w:color="auto" w:fill="auto"/>
          </w:tcPr>
          <w:p w14:paraId="0894C362" w14:textId="77777777" w:rsidR="007D68F6" w:rsidRPr="00E062F1" w:rsidRDefault="007D68F6" w:rsidP="005A68FB">
            <w:pPr>
              <w:pStyle w:val="TAC"/>
              <w:rPr>
                <w:szCs w:val="18"/>
              </w:rPr>
            </w:pPr>
          </w:p>
        </w:tc>
        <w:tc>
          <w:tcPr>
            <w:tcW w:w="668" w:type="dxa"/>
            <w:tcBorders>
              <w:left w:val="single" w:sz="4" w:space="0" w:color="auto"/>
              <w:right w:val="single" w:sz="4" w:space="0" w:color="auto"/>
            </w:tcBorders>
          </w:tcPr>
          <w:p w14:paraId="4E182C84" w14:textId="77777777" w:rsidR="007D68F6" w:rsidRPr="00E062F1" w:rsidRDefault="007D68F6" w:rsidP="005A68FB">
            <w:pPr>
              <w:pStyle w:val="TAC"/>
              <w:rPr>
                <w:rFonts w:cs="Arial"/>
                <w:kern w:val="2"/>
                <w:szCs w:val="18"/>
              </w:rPr>
            </w:pPr>
            <w:r w:rsidRPr="00E062F1">
              <w:rPr>
                <w:rFonts w:eastAsia="Yu Mincho" w:cs="Arial"/>
                <w:kern w:val="2"/>
                <w:szCs w:val="18"/>
                <w:lang w:eastAsia="ja-JP"/>
              </w:rPr>
              <w:t>n257</w:t>
            </w:r>
          </w:p>
        </w:tc>
        <w:tc>
          <w:tcPr>
            <w:tcW w:w="620" w:type="dxa"/>
            <w:tcBorders>
              <w:top w:val="single" w:sz="4" w:space="0" w:color="auto"/>
              <w:left w:val="single" w:sz="4" w:space="0" w:color="auto"/>
              <w:bottom w:val="single" w:sz="4" w:space="0" w:color="auto"/>
              <w:right w:val="single" w:sz="4" w:space="0" w:color="auto"/>
            </w:tcBorders>
          </w:tcPr>
          <w:p w14:paraId="4ADE0C5E"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438D494A"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1E417F3D"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51BB1B74"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1219183F"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67C3D9F6"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5F8DB198"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59E2FE64"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50</w:t>
            </w:r>
          </w:p>
        </w:tc>
        <w:tc>
          <w:tcPr>
            <w:tcW w:w="620" w:type="dxa"/>
            <w:tcBorders>
              <w:top w:val="single" w:sz="4" w:space="0" w:color="auto"/>
              <w:left w:val="single" w:sz="4" w:space="0" w:color="auto"/>
              <w:bottom w:val="single" w:sz="4" w:space="0" w:color="auto"/>
              <w:right w:val="single" w:sz="4" w:space="0" w:color="auto"/>
            </w:tcBorders>
          </w:tcPr>
          <w:p w14:paraId="74462AED"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42E9B5D1"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1AF0E62C"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26BAF842"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6DD2C062"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200</w:t>
            </w:r>
          </w:p>
        </w:tc>
        <w:tc>
          <w:tcPr>
            <w:tcW w:w="621" w:type="dxa"/>
            <w:tcBorders>
              <w:top w:val="single" w:sz="4" w:space="0" w:color="auto"/>
              <w:left w:val="single" w:sz="4" w:space="0" w:color="auto"/>
              <w:bottom w:val="single" w:sz="4" w:space="0" w:color="auto"/>
              <w:right w:val="single" w:sz="4" w:space="0" w:color="auto"/>
            </w:tcBorders>
          </w:tcPr>
          <w:p w14:paraId="492B6996"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400</w:t>
            </w:r>
          </w:p>
        </w:tc>
        <w:tc>
          <w:tcPr>
            <w:tcW w:w="1330" w:type="dxa"/>
            <w:tcBorders>
              <w:top w:val="nil"/>
              <w:left w:val="single" w:sz="4" w:space="0" w:color="auto"/>
              <w:bottom w:val="single" w:sz="4" w:space="0" w:color="auto"/>
              <w:right w:val="single" w:sz="4" w:space="0" w:color="auto"/>
            </w:tcBorders>
            <w:shd w:val="clear" w:color="auto" w:fill="auto"/>
          </w:tcPr>
          <w:p w14:paraId="217E6E3E" w14:textId="77777777" w:rsidR="007D68F6" w:rsidRPr="00E062F1" w:rsidRDefault="007D68F6" w:rsidP="005A68FB">
            <w:pPr>
              <w:pStyle w:val="TAC"/>
            </w:pPr>
          </w:p>
        </w:tc>
      </w:tr>
      <w:tr w:rsidR="001F2838" w:rsidRPr="00E062F1" w14:paraId="7D4A9CE2"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1691E36B" w14:textId="77777777" w:rsidR="007D68F6" w:rsidRPr="00E062F1" w:rsidRDefault="007D68F6" w:rsidP="005A68FB">
            <w:pPr>
              <w:pStyle w:val="TAC"/>
              <w:rPr>
                <w:rFonts w:eastAsia="Yu Mincho"/>
                <w:szCs w:val="18"/>
                <w:lang w:eastAsia="ja-JP"/>
              </w:rPr>
            </w:pPr>
            <w:r w:rsidRPr="00E062F1">
              <w:rPr>
                <w:rFonts w:eastAsia="Yu Mincho"/>
                <w:szCs w:val="18"/>
                <w:lang w:eastAsia="ja-JP"/>
              </w:rPr>
              <w:t>CA_n78</w:t>
            </w:r>
            <w:r w:rsidRPr="00E062F1">
              <w:rPr>
                <w:szCs w:val="18"/>
                <w:lang w:eastAsia="zh-CN"/>
              </w:rPr>
              <w:t>A</w:t>
            </w:r>
            <w:r w:rsidRPr="00E062F1">
              <w:rPr>
                <w:rFonts w:eastAsia="Yu Mincho"/>
                <w:szCs w:val="18"/>
                <w:lang w:eastAsia="ja-JP"/>
              </w:rPr>
              <w:t>-n79A-n257G</w:t>
            </w:r>
          </w:p>
        </w:tc>
        <w:tc>
          <w:tcPr>
            <w:tcW w:w="1738" w:type="dxa"/>
            <w:tcBorders>
              <w:left w:val="single" w:sz="4" w:space="0" w:color="auto"/>
              <w:bottom w:val="nil"/>
              <w:right w:val="single" w:sz="4" w:space="0" w:color="auto"/>
            </w:tcBorders>
            <w:shd w:val="clear" w:color="auto" w:fill="auto"/>
          </w:tcPr>
          <w:p w14:paraId="36702C49" w14:textId="77777777" w:rsidR="007D68F6" w:rsidRPr="00E062F1" w:rsidRDefault="007D68F6" w:rsidP="005A68FB">
            <w:pPr>
              <w:pStyle w:val="TAC"/>
              <w:rPr>
                <w:rFonts w:cs="Arial"/>
                <w:lang w:eastAsia="zh-CN"/>
              </w:rPr>
            </w:pPr>
            <w:r w:rsidRPr="00E062F1">
              <w:rPr>
                <w:rFonts w:eastAsia="Yu Gothic" w:cs="Arial"/>
                <w:color w:val="000000"/>
                <w:szCs w:val="18"/>
              </w:rPr>
              <w:t>CA_n78A-n257A</w:t>
            </w:r>
          </w:p>
          <w:p w14:paraId="5DA4E1E3" w14:textId="2EAB1420" w:rsidR="007D68F6" w:rsidRPr="00E062F1" w:rsidRDefault="007D68F6" w:rsidP="005A68FB">
            <w:pPr>
              <w:pStyle w:val="TAC"/>
              <w:rPr>
                <w:rFonts w:cs="Arial"/>
                <w:lang w:eastAsia="zh-CN"/>
              </w:rPr>
            </w:pPr>
            <w:r w:rsidRPr="00E062F1">
              <w:rPr>
                <w:rFonts w:eastAsia="Yu Gothic" w:cs="Arial"/>
                <w:color w:val="000000"/>
                <w:szCs w:val="18"/>
              </w:rPr>
              <w:t>CA_n78A-n257G</w:t>
            </w:r>
          </w:p>
          <w:p w14:paraId="3FBCF881" w14:textId="0A0F5E36" w:rsidR="007D68F6" w:rsidRPr="00E062F1" w:rsidRDefault="007D68F6" w:rsidP="005A68FB">
            <w:pPr>
              <w:pStyle w:val="TAC"/>
              <w:rPr>
                <w:rFonts w:cs="Arial"/>
                <w:lang w:eastAsia="zh-CN"/>
              </w:rPr>
            </w:pPr>
            <w:r w:rsidRPr="00E062F1">
              <w:rPr>
                <w:rFonts w:eastAsia="Yu Gothic" w:cs="Arial"/>
                <w:color w:val="000000"/>
                <w:szCs w:val="18"/>
              </w:rPr>
              <w:t>CA_n79A-n257A</w:t>
            </w:r>
          </w:p>
          <w:p w14:paraId="75CE5091" w14:textId="6783BFFB" w:rsidR="007D68F6" w:rsidRPr="00E062F1" w:rsidRDefault="007D68F6" w:rsidP="005A68FB">
            <w:pPr>
              <w:pStyle w:val="TAC"/>
              <w:rPr>
                <w:rFonts w:eastAsia="Yu Gothic" w:cs="Arial"/>
                <w:color w:val="000000"/>
                <w:szCs w:val="18"/>
              </w:rPr>
            </w:pPr>
            <w:r w:rsidRPr="00E062F1">
              <w:rPr>
                <w:rFonts w:eastAsia="Yu Gothic" w:cs="Arial"/>
                <w:color w:val="000000"/>
                <w:szCs w:val="18"/>
              </w:rPr>
              <w:t>CA_n79A-n257G</w:t>
            </w:r>
          </w:p>
        </w:tc>
        <w:tc>
          <w:tcPr>
            <w:tcW w:w="668" w:type="dxa"/>
            <w:tcBorders>
              <w:left w:val="single" w:sz="4" w:space="0" w:color="auto"/>
              <w:right w:val="single" w:sz="4" w:space="0" w:color="auto"/>
            </w:tcBorders>
          </w:tcPr>
          <w:p w14:paraId="06F5BC92" w14:textId="77777777" w:rsidR="007D68F6" w:rsidRPr="00E062F1" w:rsidRDefault="007D68F6" w:rsidP="005A68FB">
            <w:pPr>
              <w:pStyle w:val="TAC"/>
              <w:rPr>
                <w:rFonts w:eastAsia="Yu Mincho" w:cs="Arial"/>
                <w:kern w:val="2"/>
                <w:szCs w:val="18"/>
                <w:lang w:eastAsia="ja-JP"/>
              </w:rPr>
            </w:pPr>
            <w:r w:rsidRPr="00E062F1">
              <w:rPr>
                <w:rFonts w:eastAsia="Yu Mincho" w:cs="Arial"/>
                <w:kern w:val="2"/>
                <w:szCs w:val="18"/>
                <w:lang w:eastAsia="ja-JP"/>
              </w:rPr>
              <w:t>n78</w:t>
            </w:r>
          </w:p>
        </w:tc>
        <w:tc>
          <w:tcPr>
            <w:tcW w:w="620" w:type="dxa"/>
            <w:tcBorders>
              <w:top w:val="single" w:sz="4" w:space="0" w:color="auto"/>
              <w:left w:val="single" w:sz="4" w:space="0" w:color="auto"/>
              <w:bottom w:val="single" w:sz="4" w:space="0" w:color="auto"/>
              <w:right w:val="single" w:sz="4" w:space="0" w:color="auto"/>
            </w:tcBorders>
          </w:tcPr>
          <w:p w14:paraId="3FEEF36B"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4CFD2344"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10</w:t>
            </w:r>
          </w:p>
        </w:tc>
        <w:tc>
          <w:tcPr>
            <w:tcW w:w="620" w:type="dxa"/>
            <w:tcBorders>
              <w:top w:val="single" w:sz="4" w:space="0" w:color="auto"/>
              <w:left w:val="single" w:sz="4" w:space="0" w:color="auto"/>
              <w:bottom w:val="single" w:sz="4" w:space="0" w:color="auto"/>
              <w:right w:val="single" w:sz="4" w:space="0" w:color="auto"/>
            </w:tcBorders>
          </w:tcPr>
          <w:p w14:paraId="263EC7EA"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15</w:t>
            </w:r>
          </w:p>
        </w:tc>
        <w:tc>
          <w:tcPr>
            <w:tcW w:w="620" w:type="dxa"/>
            <w:tcBorders>
              <w:top w:val="single" w:sz="4" w:space="0" w:color="auto"/>
              <w:left w:val="single" w:sz="4" w:space="0" w:color="auto"/>
              <w:bottom w:val="single" w:sz="4" w:space="0" w:color="auto"/>
              <w:right w:val="single" w:sz="4" w:space="0" w:color="auto"/>
            </w:tcBorders>
          </w:tcPr>
          <w:p w14:paraId="5188182D"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20</w:t>
            </w:r>
          </w:p>
        </w:tc>
        <w:tc>
          <w:tcPr>
            <w:tcW w:w="620" w:type="dxa"/>
            <w:tcBorders>
              <w:top w:val="single" w:sz="4" w:space="0" w:color="auto"/>
              <w:left w:val="single" w:sz="4" w:space="0" w:color="auto"/>
              <w:bottom w:val="single" w:sz="4" w:space="0" w:color="auto"/>
              <w:right w:val="single" w:sz="4" w:space="0" w:color="auto"/>
            </w:tcBorders>
          </w:tcPr>
          <w:p w14:paraId="6D144AB7"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3E833C8D"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4BB6C09E"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40</w:t>
            </w:r>
          </w:p>
        </w:tc>
        <w:tc>
          <w:tcPr>
            <w:tcW w:w="620" w:type="dxa"/>
            <w:tcBorders>
              <w:top w:val="single" w:sz="4" w:space="0" w:color="auto"/>
              <w:left w:val="single" w:sz="4" w:space="0" w:color="auto"/>
              <w:bottom w:val="single" w:sz="4" w:space="0" w:color="auto"/>
              <w:right w:val="single" w:sz="4" w:space="0" w:color="auto"/>
            </w:tcBorders>
          </w:tcPr>
          <w:p w14:paraId="3D084D9B"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50</w:t>
            </w:r>
          </w:p>
        </w:tc>
        <w:tc>
          <w:tcPr>
            <w:tcW w:w="620" w:type="dxa"/>
            <w:tcBorders>
              <w:top w:val="single" w:sz="4" w:space="0" w:color="auto"/>
              <w:left w:val="single" w:sz="4" w:space="0" w:color="auto"/>
              <w:bottom w:val="single" w:sz="4" w:space="0" w:color="auto"/>
              <w:right w:val="single" w:sz="4" w:space="0" w:color="auto"/>
            </w:tcBorders>
          </w:tcPr>
          <w:p w14:paraId="029615D8"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60</w:t>
            </w:r>
          </w:p>
        </w:tc>
        <w:tc>
          <w:tcPr>
            <w:tcW w:w="620" w:type="dxa"/>
            <w:tcBorders>
              <w:top w:val="single" w:sz="4" w:space="0" w:color="auto"/>
              <w:left w:val="single" w:sz="4" w:space="0" w:color="auto"/>
              <w:bottom w:val="single" w:sz="4" w:space="0" w:color="auto"/>
              <w:right w:val="single" w:sz="4" w:space="0" w:color="auto"/>
            </w:tcBorders>
          </w:tcPr>
          <w:p w14:paraId="52D0AD79"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80</w:t>
            </w:r>
          </w:p>
        </w:tc>
        <w:tc>
          <w:tcPr>
            <w:tcW w:w="620" w:type="dxa"/>
            <w:tcBorders>
              <w:top w:val="single" w:sz="4" w:space="0" w:color="auto"/>
              <w:left w:val="single" w:sz="4" w:space="0" w:color="auto"/>
              <w:bottom w:val="single" w:sz="4" w:space="0" w:color="auto"/>
              <w:right w:val="single" w:sz="4" w:space="0" w:color="auto"/>
            </w:tcBorders>
          </w:tcPr>
          <w:p w14:paraId="2A9BE908"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90</w:t>
            </w:r>
          </w:p>
        </w:tc>
        <w:tc>
          <w:tcPr>
            <w:tcW w:w="620" w:type="dxa"/>
            <w:tcBorders>
              <w:top w:val="single" w:sz="4" w:space="0" w:color="auto"/>
              <w:left w:val="single" w:sz="4" w:space="0" w:color="auto"/>
              <w:bottom w:val="single" w:sz="4" w:space="0" w:color="auto"/>
              <w:right w:val="single" w:sz="4" w:space="0" w:color="auto"/>
            </w:tcBorders>
          </w:tcPr>
          <w:p w14:paraId="3A479BDE"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683363D2" w14:textId="77777777" w:rsidR="007D68F6" w:rsidRPr="00E062F1" w:rsidRDefault="007D68F6" w:rsidP="005A68FB">
            <w:pPr>
              <w:pStyle w:val="TAC"/>
              <w:rPr>
                <w:rFonts w:eastAsia="Yu Mincho" w:cs="Arial"/>
                <w:szCs w:val="18"/>
              </w:rPr>
            </w:pPr>
          </w:p>
        </w:tc>
        <w:tc>
          <w:tcPr>
            <w:tcW w:w="621" w:type="dxa"/>
            <w:tcBorders>
              <w:top w:val="single" w:sz="4" w:space="0" w:color="auto"/>
              <w:left w:val="single" w:sz="4" w:space="0" w:color="auto"/>
              <w:bottom w:val="single" w:sz="4" w:space="0" w:color="auto"/>
              <w:right w:val="single" w:sz="4" w:space="0" w:color="auto"/>
            </w:tcBorders>
          </w:tcPr>
          <w:p w14:paraId="168956C5" w14:textId="77777777" w:rsidR="007D68F6" w:rsidRPr="00E062F1" w:rsidRDefault="007D68F6" w:rsidP="005A68FB">
            <w:pPr>
              <w:pStyle w:val="TAC"/>
              <w:rPr>
                <w:rFonts w:eastAsia="Yu Mincho" w:cs="Arial"/>
                <w:szCs w:val="18"/>
              </w:rPr>
            </w:pPr>
          </w:p>
        </w:tc>
        <w:tc>
          <w:tcPr>
            <w:tcW w:w="1330" w:type="dxa"/>
            <w:tcBorders>
              <w:left w:val="single" w:sz="4" w:space="0" w:color="auto"/>
              <w:bottom w:val="nil"/>
              <w:right w:val="single" w:sz="4" w:space="0" w:color="auto"/>
            </w:tcBorders>
            <w:shd w:val="clear" w:color="auto" w:fill="auto"/>
          </w:tcPr>
          <w:p w14:paraId="2DD27120" w14:textId="77777777" w:rsidR="007D68F6" w:rsidRPr="00E062F1" w:rsidRDefault="007D68F6" w:rsidP="005A68FB">
            <w:pPr>
              <w:pStyle w:val="TAC"/>
              <w:rPr>
                <w:lang w:eastAsia="zh-CN"/>
              </w:rPr>
            </w:pPr>
            <w:r>
              <w:rPr>
                <w:rFonts w:hint="eastAsia"/>
                <w:lang w:eastAsia="zh-CN"/>
              </w:rPr>
              <w:t>0</w:t>
            </w:r>
          </w:p>
        </w:tc>
      </w:tr>
      <w:tr w:rsidR="001F2838" w:rsidRPr="00E062F1" w14:paraId="5558B073"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32717626" w14:textId="77777777" w:rsidR="007D68F6" w:rsidRPr="00E062F1" w:rsidRDefault="007D68F6" w:rsidP="005A68FB">
            <w:pPr>
              <w:pStyle w:val="TAC"/>
              <w:rPr>
                <w:rFonts w:eastAsia="Yu Mincho"/>
                <w:szCs w:val="18"/>
                <w:lang w:eastAsia="ja-JP"/>
              </w:rPr>
            </w:pPr>
          </w:p>
        </w:tc>
        <w:tc>
          <w:tcPr>
            <w:tcW w:w="1738" w:type="dxa"/>
            <w:tcBorders>
              <w:top w:val="nil"/>
              <w:left w:val="single" w:sz="4" w:space="0" w:color="auto"/>
              <w:bottom w:val="nil"/>
              <w:right w:val="single" w:sz="4" w:space="0" w:color="auto"/>
            </w:tcBorders>
            <w:shd w:val="clear" w:color="auto" w:fill="auto"/>
          </w:tcPr>
          <w:p w14:paraId="45CE66F2" w14:textId="77777777" w:rsidR="007D68F6" w:rsidRPr="00E062F1" w:rsidRDefault="007D68F6" w:rsidP="005A68FB">
            <w:pPr>
              <w:pStyle w:val="TAC"/>
              <w:rPr>
                <w:rFonts w:eastAsia="Yu Gothic" w:cs="Arial"/>
                <w:color w:val="000000"/>
                <w:szCs w:val="18"/>
              </w:rPr>
            </w:pPr>
          </w:p>
        </w:tc>
        <w:tc>
          <w:tcPr>
            <w:tcW w:w="668" w:type="dxa"/>
            <w:tcBorders>
              <w:left w:val="single" w:sz="4" w:space="0" w:color="auto"/>
              <w:right w:val="single" w:sz="4" w:space="0" w:color="auto"/>
            </w:tcBorders>
          </w:tcPr>
          <w:p w14:paraId="1A503546" w14:textId="77777777" w:rsidR="007D68F6" w:rsidRPr="00E062F1" w:rsidRDefault="007D68F6" w:rsidP="005A68FB">
            <w:pPr>
              <w:pStyle w:val="TAC"/>
              <w:rPr>
                <w:rFonts w:eastAsia="Yu Mincho" w:cs="Arial"/>
                <w:kern w:val="2"/>
                <w:szCs w:val="18"/>
                <w:lang w:eastAsia="ja-JP"/>
              </w:rPr>
            </w:pPr>
            <w:r w:rsidRPr="00E062F1">
              <w:rPr>
                <w:rFonts w:cs="Arial"/>
                <w:kern w:val="2"/>
                <w:szCs w:val="18"/>
              </w:rPr>
              <w:t>n79</w:t>
            </w:r>
          </w:p>
        </w:tc>
        <w:tc>
          <w:tcPr>
            <w:tcW w:w="620" w:type="dxa"/>
            <w:tcBorders>
              <w:top w:val="single" w:sz="4" w:space="0" w:color="auto"/>
              <w:left w:val="single" w:sz="4" w:space="0" w:color="auto"/>
              <w:bottom w:val="single" w:sz="4" w:space="0" w:color="auto"/>
              <w:right w:val="single" w:sz="4" w:space="0" w:color="auto"/>
            </w:tcBorders>
          </w:tcPr>
          <w:p w14:paraId="4E01EC86"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3ADBA81F" w14:textId="77777777" w:rsidR="007D68F6" w:rsidRPr="00E062F1" w:rsidRDefault="007D68F6" w:rsidP="005A68FB">
            <w:pPr>
              <w:pStyle w:val="TAC"/>
              <w:rPr>
                <w:rFonts w:eastAsia="Yu Mincho" w:cs="Arial"/>
                <w:kern w:val="2"/>
                <w:szCs w:val="18"/>
                <w:lang w:eastAsia="ja-JP"/>
              </w:rPr>
            </w:pPr>
          </w:p>
        </w:tc>
        <w:tc>
          <w:tcPr>
            <w:tcW w:w="620" w:type="dxa"/>
            <w:tcBorders>
              <w:top w:val="single" w:sz="4" w:space="0" w:color="auto"/>
              <w:left w:val="single" w:sz="4" w:space="0" w:color="auto"/>
              <w:bottom w:val="single" w:sz="4" w:space="0" w:color="auto"/>
              <w:right w:val="single" w:sz="4" w:space="0" w:color="auto"/>
            </w:tcBorders>
          </w:tcPr>
          <w:p w14:paraId="17CD8621" w14:textId="77777777" w:rsidR="007D68F6" w:rsidRPr="00E062F1" w:rsidRDefault="007D68F6" w:rsidP="005A68FB">
            <w:pPr>
              <w:pStyle w:val="TAC"/>
              <w:rPr>
                <w:rFonts w:eastAsia="Yu Mincho" w:cs="Arial"/>
                <w:kern w:val="2"/>
                <w:szCs w:val="18"/>
                <w:lang w:eastAsia="ja-JP"/>
              </w:rPr>
            </w:pPr>
          </w:p>
        </w:tc>
        <w:tc>
          <w:tcPr>
            <w:tcW w:w="620" w:type="dxa"/>
            <w:tcBorders>
              <w:top w:val="single" w:sz="4" w:space="0" w:color="auto"/>
              <w:left w:val="single" w:sz="4" w:space="0" w:color="auto"/>
              <w:bottom w:val="single" w:sz="4" w:space="0" w:color="auto"/>
              <w:right w:val="single" w:sz="4" w:space="0" w:color="auto"/>
            </w:tcBorders>
          </w:tcPr>
          <w:p w14:paraId="429F63CC" w14:textId="77777777" w:rsidR="007D68F6" w:rsidRPr="00E062F1" w:rsidRDefault="007D68F6" w:rsidP="005A68FB">
            <w:pPr>
              <w:pStyle w:val="TAC"/>
              <w:rPr>
                <w:rFonts w:eastAsia="Yu Mincho" w:cs="Arial"/>
                <w:kern w:val="2"/>
                <w:szCs w:val="18"/>
                <w:lang w:eastAsia="ja-JP"/>
              </w:rPr>
            </w:pPr>
          </w:p>
        </w:tc>
        <w:tc>
          <w:tcPr>
            <w:tcW w:w="620" w:type="dxa"/>
            <w:tcBorders>
              <w:top w:val="single" w:sz="4" w:space="0" w:color="auto"/>
              <w:left w:val="single" w:sz="4" w:space="0" w:color="auto"/>
              <w:bottom w:val="single" w:sz="4" w:space="0" w:color="auto"/>
              <w:right w:val="single" w:sz="4" w:space="0" w:color="auto"/>
            </w:tcBorders>
          </w:tcPr>
          <w:p w14:paraId="77C471B5"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464B1C79"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4A902134"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40</w:t>
            </w:r>
          </w:p>
        </w:tc>
        <w:tc>
          <w:tcPr>
            <w:tcW w:w="620" w:type="dxa"/>
            <w:tcBorders>
              <w:top w:val="single" w:sz="4" w:space="0" w:color="auto"/>
              <w:left w:val="single" w:sz="4" w:space="0" w:color="auto"/>
              <w:bottom w:val="single" w:sz="4" w:space="0" w:color="auto"/>
              <w:right w:val="single" w:sz="4" w:space="0" w:color="auto"/>
            </w:tcBorders>
          </w:tcPr>
          <w:p w14:paraId="16569A2A"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50</w:t>
            </w:r>
          </w:p>
        </w:tc>
        <w:tc>
          <w:tcPr>
            <w:tcW w:w="620" w:type="dxa"/>
            <w:tcBorders>
              <w:top w:val="single" w:sz="4" w:space="0" w:color="auto"/>
              <w:left w:val="single" w:sz="4" w:space="0" w:color="auto"/>
              <w:bottom w:val="single" w:sz="4" w:space="0" w:color="auto"/>
              <w:right w:val="single" w:sz="4" w:space="0" w:color="auto"/>
            </w:tcBorders>
          </w:tcPr>
          <w:p w14:paraId="136501AC"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60</w:t>
            </w:r>
          </w:p>
        </w:tc>
        <w:tc>
          <w:tcPr>
            <w:tcW w:w="620" w:type="dxa"/>
            <w:tcBorders>
              <w:top w:val="single" w:sz="4" w:space="0" w:color="auto"/>
              <w:left w:val="single" w:sz="4" w:space="0" w:color="auto"/>
              <w:bottom w:val="single" w:sz="4" w:space="0" w:color="auto"/>
              <w:right w:val="single" w:sz="4" w:space="0" w:color="auto"/>
            </w:tcBorders>
          </w:tcPr>
          <w:p w14:paraId="24FDD0BE"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80</w:t>
            </w:r>
          </w:p>
        </w:tc>
        <w:tc>
          <w:tcPr>
            <w:tcW w:w="620" w:type="dxa"/>
            <w:tcBorders>
              <w:top w:val="single" w:sz="4" w:space="0" w:color="auto"/>
              <w:left w:val="single" w:sz="4" w:space="0" w:color="auto"/>
              <w:bottom w:val="single" w:sz="4" w:space="0" w:color="auto"/>
              <w:right w:val="single" w:sz="4" w:space="0" w:color="auto"/>
            </w:tcBorders>
          </w:tcPr>
          <w:p w14:paraId="383DD7C6"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378B9D19"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02169D94" w14:textId="77777777" w:rsidR="007D68F6" w:rsidRPr="00E062F1" w:rsidRDefault="007D68F6" w:rsidP="005A68FB">
            <w:pPr>
              <w:pStyle w:val="TAC"/>
              <w:rPr>
                <w:rFonts w:eastAsia="Yu Mincho" w:cs="Arial"/>
                <w:szCs w:val="18"/>
              </w:rPr>
            </w:pPr>
          </w:p>
        </w:tc>
        <w:tc>
          <w:tcPr>
            <w:tcW w:w="621" w:type="dxa"/>
            <w:tcBorders>
              <w:top w:val="single" w:sz="4" w:space="0" w:color="auto"/>
              <w:left w:val="single" w:sz="4" w:space="0" w:color="auto"/>
              <w:bottom w:val="single" w:sz="4" w:space="0" w:color="auto"/>
              <w:right w:val="single" w:sz="4" w:space="0" w:color="auto"/>
            </w:tcBorders>
          </w:tcPr>
          <w:p w14:paraId="38A7F3E8" w14:textId="77777777" w:rsidR="007D68F6" w:rsidRPr="00E062F1" w:rsidRDefault="007D68F6" w:rsidP="005A68FB">
            <w:pPr>
              <w:pStyle w:val="TAC"/>
              <w:rPr>
                <w:rFonts w:eastAsia="Yu Mincho" w:cs="Arial"/>
                <w:szCs w:val="18"/>
              </w:rPr>
            </w:pPr>
          </w:p>
        </w:tc>
        <w:tc>
          <w:tcPr>
            <w:tcW w:w="1330" w:type="dxa"/>
            <w:tcBorders>
              <w:top w:val="nil"/>
              <w:left w:val="single" w:sz="4" w:space="0" w:color="auto"/>
              <w:bottom w:val="nil"/>
              <w:right w:val="single" w:sz="4" w:space="0" w:color="auto"/>
            </w:tcBorders>
            <w:shd w:val="clear" w:color="auto" w:fill="auto"/>
          </w:tcPr>
          <w:p w14:paraId="1E44ED84" w14:textId="77777777" w:rsidR="007D68F6" w:rsidRPr="00E062F1" w:rsidRDefault="007D68F6" w:rsidP="005A68FB">
            <w:pPr>
              <w:pStyle w:val="TAC"/>
              <w:rPr>
                <w:lang w:eastAsia="zh-CN"/>
              </w:rPr>
            </w:pPr>
          </w:p>
        </w:tc>
      </w:tr>
      <w:tr w:rsidR="007D68F6" w:rsidRPr="00E062F1" w14:paraId="0F89A0C2"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46762144" w14:textId="77777777" w:rsidR="007D68F6" w:rsidRPr="00E062F1" w:rsidRDefault="007D68F6" w:rsidP="005A68FB">
            <w:pPr>
              <w:pStyle w:val="TAC"/>
              <w:rPr>
                <w:rFonts w:eastAsia="Yu Mincho"/>
                <w:szCs w:val="18"/>
                <w:lang w:eastAsia="ja-JP"/>
              </w:rPr>
            </w:pPr>
          </w:p>
        </w:tc>
        <w:tc>
          <w:tcPr>
            <w:tcW w:w="1738" w:type="dxa"/>
            <w:tcBorders>
              <w:top w:val="nil"/>
              <w:left w:val="single" w:sz="4" w:space="0" w:color="auto"/>
              <w:bottom w:val="single" w:sz="4" w:space="0" w:color="auto"/>
              <w:right w:val="single" w:sz="4" w:space="0" w:color="auto"/>
            </w:tcBorders>
            <w:shd w:val="clear" w:color="auto" w:fill="auto"/>
          </w:tcPr>
          <w:p w14:paraId="3CE70059" w14:textId="77777777" w:rsidR="007D68F6" w:rsidRPr="00E062F1" w:rsidRDefault="007D68F6" w:rsidP="005A68FB">
            <w:pPr>
              <w:pStyle w:val="TAC"/>
              <w:rPr>
                <w:rFonts w:eastAsia="Yu Gothic" w:cs="Arial"/>
                <w:color w:val="000000"/>
                <w:szCs w:val="18"/>
              </w:rPr>
            </w:pPr>
          </w:p>
        </w:tc>
        <w:tc>
          <w:tcPr>
            <w:tcW w:w="668" w:type="dxa"/>
            <w:tcBorders>
              <w:left w:val="single" w:sz="4" w:space="0" w:color="auto"/>
              <w:right w:val="single" w:sz="4" w:space="0" w:color="auto"/>
            </w:tcBorders>
          </w:tcPr>
          <w:p w14:paraId="05053D96" w14:textId="77777777" w:rsidR="007D68F6" w:rsidRPr="00E062F1" w:rsidRDefault="007D68F6" w:rsidP="005A68FB">
            <w:pPr>
              <w:pStyle w:val="TAC"/>
              <w:rPr>
                <w:rFonts w:eastAsia="Yu Mincho" w:cs="Arial"/>
                <w:kern w:val="2"/>
                <w:szCs w:val="18"/>
                <w:lang w:eastAsia="ja-JP"/>
              </w:rPr>
            </w:pPr>
            <w:r w:rsidRPr="00E062F1">
              <w:rPr>
                <w:rFonts w:cs="Arial"/>
                <w:kern w:val="2"/>
                <w:szCs w:val="18"/>
              </w:rPr>
              <w:t>n257</w:t>
            </w:r>
          </w:p>
        </w:tc>
        <w:tc>
          <w:tcPr>
            <w:tcW w:w="8681" w:type="dxa"/>
            <w:gridSpan w:val="14"/>
            <w:tcBorders>
              <w:top w:val="single" w:sz="4" w:space="0" w:color="auto"/>
              <w:left w:val="single" w:sz="4" w:space="0" w:color="auto"/>
              <w:bottom w:val="single" w:sz="4" w:space="0" w:color="auto"/>
              <w:right w:val="single" w:sz="4" w:space="0" w:color="auto"/>
            </w:tcBorders>
          </w:tcPr>
          <w:p w14:paraId="35186282" w14:textId="42ADE0ED" w:rsidR="007D68F6" w:rsidRPr="00E062F1" w:rsidRDefault="007D68F6" w:rsidP="005A68FB">
            <w:pPr>
              <w:pStyle w:val="TAC"/>
              <w:rPr>
                <w:rFonts w:eastAsia="Yu Mincho" w:cs="Arial"/>
                <w:szCs w:val="18"/>
              </w:rPr>
            </w:pPr>
            <w:r w:rsidRPr="00E062F1">
              <w:rPr>
                <w:rFonts w:eastAsia="Yu Mincho" w:cs="Arial"/>
                <w:szCs w:val="18"/>
              </w:rPr>
              <w:t>See CA_n257G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0387E5DA" w14:textId="77777777" w:rsidR="007D68F6" w:rsidRPr="00E062F1" w:rsidRDefault="007D68F6" w:rsidP="005A68FB">
            <w:pPr>
              <w:pStyle w:val="TAC"/>
              <w:rPr>
                <w:lang w:eastAsia="zh-CN"/>
              </w:rPr>
            </w:pPr>
          </w:p>
        </w:tc>
      </w:tr>
      <w:tr w:rsidR="001F2838" w:rsidRPr="00E062F1" w14:paraId="4828E0ED"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572A39CB" w14:textId="77777777" w:rsidR="007D68F6" w:rsidRPr="00E062F1" w:rsidRDefault="007D68F6" w:rsidP="005A68FB">
            <w:pPr>
              <w:pStyle w:val="TAC"/>
              <w:rPr>
                <w:rFonts w:eastAsia="Yu Mincho"/>
                <w:szCs w:val="18"/>
                <w:lang w:eastAsia="ja-JP"/>
              </w:rPr>
            </w:pPr>
            <w:r w:rsidRPr="00E062F1">
              <w:rPr>
                <w:rFonts w:eastAsia="Yu Mincho"/>
                <w:szCs w:val="18"/>
                <w:lang w:eastAsia="ja-JP"/>
              </w:rPr>
              <w:t>CA_n78</w:t>
            </w:r>
            <w:r w:rsidRPr="00E062F1">
              <w:rPr>
                <w:szCs w:val="18"/>
                <w:lang w:eastAsia="zh-CN"/>
              </w:rPr>
              <w:t>A</w:t>
            </w:r>
            <w:r w:rsidRPr="00E062F1">
              <w:rPr>
                <w:rFonts w:eastAsia="Yu Mincho"/>
                <w:szCs w:val="18"/>
                <w:lang w:eastAsia="ja-JP"/>
              </w:rPr>
              <w:t>-n79A-n257H</w:t>
            </w:r>
          </w:p>
        </w:tc>
        <w:tc>
          <w:tcPr>
            <w:tcW w:w="1738" w:type="dxa"/>
            <w:tcBorders>
              <w:left w:val="single" w:sz="4" w:space="0" w:color="auto"/>
              <w:bottom w:val="nil"/>
              <w:right w:val="single" w:sz="4" w:space="0" w:color="auto"/>
            </w:tcBorders>
            <w:shd w:val="clear" w:color="auto" w:fill="auto"/>
          </w:tcPr>
          <w:p w14:paraId="051B9AF6" w14:textId="77777777" w:rsidR="007D68F6" w:rsidRPr="00E062F1" w:rsidRDefault="007D68F6" w:rsidP="005A68FB">
            <w:pPr>
              <w:pStyle w:val="TAC"/>
              <w:rPr>
                <w:rFonts w:cs="Arial"/>
                <w:lang w:eastAsia="zh-CN"/>
              </w:rPr>
            </w:pPr>
            <w:r w:rsidRPr="00E062F1">
              <w:rPr>
                <w:rFonts w:eastAsia="Yu Gothic" w:cs="Arial"/>
                <w:color w:val="000000"/>
                <w:szCs w:val="18"/>
              </w:rPr>
              <w:t>CA_n78A-n257A</w:t>
            </w:r>
          </w:p>
          <w:p w14:paraId="42FE6976" w14:textId="04E9D1DA" w:rsidR="007D68F6" w:rsidRPr="00E062F1" w:rsidRDefault="007D68F6" w:rsidP="005A68FB">
            <w:pPr>
              <w:pStyle w:val="TAC"/>
              <w:rPr>
                <w:rFonts w:cs="Arial"/>
                <w:lang w:eastAsia="zh-CN"/>
              </w:rPr>
            </w:pPr>
            <w:r w:rsidRPr="00E062F1">
              <w:rPr>
                <w:rFonts w:eastAsia="Yu Gothic" w:cs="Arial"/>
                <w:color w:val="000000"/>
                <w:szCs w:val="18"/>
              </w:rPr>
              <w:t>CA_n78A-n257G</w:t>
            </w:r>
          </w:p>
          <w:p w14:paraId="0E17ABB9" w14:textId="0EF39426" w:rsidR="007D68F6" w:rsidRPr="00E062F1" w:rsidRDefault="007D68F6" w:rsidP="005A68FB">
            <w:pPr>
              <w:pStyle w:val="TAC"/>
              <w:rPr>
                <w:rFonts w:cs="Arial"/>
                <w:lang w:eastAsia="zh-CN"/>
              </w:rPr>
            </w:pPr>
            <w:r w:rsidRPr="00E062F1">
              <w:rPr>
                <w:rFonts w:eastAsia="Yu Gothic" w:cs="Arial"/>
                <w:color w:val="000000"/>
                <w:szCs w:val="18"/>
              </w:rPr>
              <w:t>CA_n78A-n257H</w:t>
            </w:r>
          </w:p>
          <w:p w14:paraId="1063105E" w14:textId="5EF43B8B" w:rsidR="007D68F6" w:rsidRPr="00E062F1" w:rsidRDefault="007D68F6" w:rsidP="005A68FB">
            <w:pPr>
              <w:pStyle w:val="TAC"/>
              <w:rPr>
                <w:rFonts w:cs="Arial"/>
                <w:lang w:eastAsia="zh-CN"/>
              </w:rPr>
            </w:pPr>
            <w:r w:rsidRPr="00E062F1">
              <w:rPr>
                <w:rFonts w:eastAsia="Yu Gothic" w:cs="Arial"/>
                <w:color w:val="000000"/>
                <w:szCs w:val="18"/>
              </w:rPr>
              <w:t>CA_n79A-n257A</w:t>
            </w:r>
          </w:p>
          <w:p w14:paraId="5B54DF43" w14:textId="28C9BAF6" w:rsidR="007D68F6" w:rsidRPr="00E062F1" w:rsidRDefault="007D68F6" w:rsidP="005A68FB">
            <w:pPr>
              <w:pStyle w:val="TAC"/>
              <w:rPr>
                <w:rFonts w:cs="Arial"/>
                <w:lang w:eastAsia="zh-CN"/>
              </w:rPr>
            </w:pPr>
            <w:r w:rsidRPr="00E062F1">
              <w:rPr>
                <w:rFonts w:eastAsia="Yu Gothic" w:cs="Arial"/>
                <w:color w:val="000000"/>
                <w:szCs w:val="18"/>
              </w:rPr>
              <w:t>CA_n79A-n257G</w:t>
            </w:r>
          </w:p>
          <w:p w14:paraId="09F7F39F" w14:textId="1242891A" w:rsidR="007D68F6" w:rsidRPr="00E062F1" w:rsidRDefault="007D68F6" w:rsidP="005A68FB">
            <w:pPr>
              <w:pStyle w:val="TAC"/>
              <w:rPr>
                <w:rFonts w:eastAsia="Yu Gothic" w:cs="Arial"/>
                <w:color w:val="000000"/>
                <w:szCs w:val="18"/>
              </w:rPr>
            </w:pPr>
            <w:r w:rsidRPr="00E062F1">
              <w:rPr>
                <w:rFonts w:eastAsia="Yu Gothic" w:cs="Arial"/>
                <w:color w:val="000000"/>
                <w:szCs w:val="18"/>
              </w:rPr>
              <w:t>CA_n79A-n257H</w:t>
            </w:r>
          </w:p>
        </w:tc>
        <w:tc>
          <w:tcPr>
            <w:tcW w:w="668" w:type="dxa"/>
            <w:tcBorders>
              <w:left w:val="single" w:sz="4" w:space="0" w:color="auto"/>
              <w:right w:val="single" w:sz="4" w:space="0" w:color="auto"/>
            </w:tcBorders>
          </w:tcPr>
          <w:p w14:paraId="0849CA32" w14:textId="77777777" w:rsidR="007D68F6" w:rsidRPr="00E062F1" w:rsidRDefault="007D68F6" w:rsidP="005A68FB">
            <w:pPr>
              <w:pStyle w:val="TAC"/>
              <w:rPr>
                <w:rFonts w:eastAsia="Yu Mincho" w:cs="Arial"/>
                <w:kern w:val="2"/>
                <w:szCs w:val="18"/>
                <w:lang w:eastAsia="ja-JP"/>
              </w:rPr>
            </w:pPr>
            <w:r w:rsidRPr="00E062F1">
              <w:rPr>
                <w:rFonts w:eastAsia="Yu Mincho" w:cs="Arial"/>
                <w:kern w:val="2"/>
                <w:szCs w:val="18"/>
                <w:lang w:eastAsia="ja-JP"/>
              </w:rPr>
              <w:t>n78</w:t>
            </w:r>
          </w:p>
        </w:tc>
        <w:tc>
          <w:tcPr>
            <w:tcW w:w="620" w:type="dxa"/>
            <w:tcBorders>
              <w:top w:val="single" w:sz="4" w:space="0" w:color="auto"/>
              <w:left w:val="single" w:sz="4" w:space="0" w:color="auto"/>
              <w:bottom w:val="single" w:sz="4" w:space="0" w:color="auto"/>
              <w:right w:val="single" w:sz="4" w:space="0" w:color="auto"/>
            </w:tcBorders>
          </w:tcPr>
          <w:p w14:paraId="22B32DAD"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4EEBFFD7"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10</w:t>
            </w:r>
          </w:p>
        </w:tc>
        <w:tc>
          <w:tcPr>
            <w:tcW w:w="620" w:type="dxa"/>
            <w:tcBorders>
              <w:top w:val="single" w:sz="4" w:space="0" w:color="auto"/>
              <w:left w:val="single" w:sz="4" w:space="0" w:color="auto"/>
              <w:bottom w:val="single" w:sz="4" w:space="0" w:color="auto"/>
              <w:right w:val="single" w:sz="4" w:space="0" w:color="auto"/>
            </w:tcBorders>
          </w:tcPr>
          <w:p w14:paraId="4EC2CB92"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15</w:t>
            </w:r>
          </w:p>
        </w:tc>
        <w:tc>
          <w:tcPr>
            <w:tcW w:w="620" w:type="dxa"/>
            <w:tcBorders>
              <w:top w:val="single" w:sz="4" w:space="0" w:color="auto"/>
              <w:left w:val="single" w:sz="4" w:space="0" w:color="auto"/>
              <w:bottom w:val="single" w:sz="4" w:space="0" w:color="auto"/>
              <w:right w:val="single" w:sz="4" w:space="0" w:color="auto"/>
            </w:tcBorders>
          </w:tcPr>
          <w:p w14:paraId="22089288"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20</w:t>
            </w:r>
          </w:p>
        </w:tc>
        <w:tc>
          <w:tcPr>
            <w:tcW w:w="620" w:type="dxa"/>
            <w:tcBorders>
              <w:top w:val="single" w:sz="4" w:space="0" w:color="auto"/>
              <w:left w:val="single" w:sz="4" w:space="0" w:color="auto"/>
              <w:bottom w:val="single" w:sz="4" w:space="0" w:color="auto"/>
              <w:right w:val="single" w:sz="4" w:space="0" w:color="auto"/>
            </w:tcBorders>
          </w:tcPr>
          <w:p w14:paraId="3DEA33DD"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5CD47190"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5D1577B4"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40</w:t>
            </w:r>
          </w:p>
        </w:tc>
        <w:tc>
          <w:tcPr>
            <w:tcW w:w="620" w:type="dxa"/>
            <w:tcBorders>
              <w:top w:val="single" w:sz="4" w:space="0" w:color="auto"/>
              <w:left w:val="single" w:sz="4" w:space="0" w:color="auto"/>
              <w:bottom w:val="single" w:sz="4" w:space="0" w:color="auto"/>
              <w:right w:val="single" w:sz="4" w:space="0" w:color="auto"/>
            </w:tcBorders>
          </w:tcPr>
          <w:p w14:paraId="1B9E1ECB"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50</w:t>
            </w:r>
          </w:p>
        </w:tc>
        <w:tc>
          <w:tcPr>
            <w:tcW w:w="620" w:type="dxa"/>
            <w:tcBorders>
              <w:top w:val="single" w:sz="4" w:space="0" w:color="auto"/>
              <w:left w:val="single" w:sz="4" w:space="0" w:color="auto"/>
              <w:bottom w:val="single" w:sz="4" w:space="0" w:color="auto"/>
              <w:right w:val="single" w:sz="4" w:space="0" w:color="auto"/>
            </w:tcBorders>
          </w:tcPr>
          <w:p w14:paraId="1C100287"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60</w:t>
            </w:r>
          </w:p>
        </w:tc>
        <w:tc>
          <w:tcPr>
            <w:tcW w:w="620" w:type="dxa"/>
            <w:tcBorders>
              <w:top w:val="single" w:sz="4" w:space="0" w:color="auto"/>
              <w:left w:val="single" w:sz="4" w:space="0" w:color="auto"/>
              <w:bottom w:val="single" w:sz="4" w:space="0" w:color="auto"/>
              <w:right w:val="single" w:sz="4" w:space="0" w:color="auto"/>
            </w:tcBorders>
          </w:tcPr>
          <w:p w14:paraId="2D3DB209"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80</w:t>
            </w:r>
          </w:p>
        </w:tc>
        <w:tc>
          <w:tcPr>
            <w:tcW w:w="620" w:type="dxa"/>
            <w:tcBorders>
              <w:top w:val="single" w:sz="4" w:space="0" w:color="auto"/>
              <w:left w:val="single" w:sz="4" w:space="0" w:color="auto"/>
              <w:bottom w:val="single" w:sz="4" w:space="0" w:color="auto"/>
              <w:right w:val="single" w:sz="4" w:space="0" w:color="auto"/>
            </w:tcBorders>
          </w:tcPr>
          <w:p w14:paraId="32E3D791"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90</w:t>
            </w:r>
          </w:p>
        </w:tc>
        <w:tc>
          <w:tcPr>
            <w:tcW w:w="620" w:type="dxa"/>
            <w:tcBorders>
              <w:top w:val="single" w:sz="4" w:space="0" w:color="auto"/>
              <w:left w:val="single" w:sz="4" w:space="0" w:color="auto"/>
              <w:bottom w:val="single" w:sz="4" w:space="0" w:color="auto"/>
              <w:right w:val="single" w:sz="4" w:space="0" w:color="auto"/>
            </w:tcBorders>
          </w:tcPr>
          <w:p w14:paraId="69D19669"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288437F3" w14:textId="77777777" w:rsidR="007D68F6" w:rsidRPr="00E062F1" w:rsidRDefault="007D68F6" w:rsidP="005A68FB">
            <w:pPr>
              <w:pStyle w:val="TAC"/>
              <w:rPr>
                <w:rFonts w:eastAsia="Yu Mincho" w:cs="Arial"/>
                <w:szCs w:val="18"/>
              </w:rPr>
            </w:pPr>
          </w:p>
        </w:tc>
        <w:tc>
          <w:tcPr>
            <w:tcW w:w="621" w:type="dxa"/>
            <w:tcBorders>
              <w:top w:val="single" w:sz="4" w:space="0" w:color="auto"/>
              <w:left w:val="single" w:sz="4" w:space="0" w:color="auto"/>
              <w:bottom w:val="single" w:sz="4" w:space="0" w:color="auto"/>
              <w:right w:val="single" w:sz="4" w:space="0" w:color="auto"/>
            </w:tcBorders>
          </w:tcPr>
          <w:p w14:paraId="73633E24" w14:textId="77777777" w:rsidR="007D68F6" w:rsidRPr="00E062F1" w:rsidRDefault="007D68F6" w:rsidP="005A68FB">
            <w:pPr>
              <w:pStyle w:val="TAC"/>
              <w:rPr>
                <w:rFonts w:eastAsia="Yu Mincho" w:cs="Arial"/>
                <w:szCs w:val="18"/>
              </w:rPr>
            </w:pPr>
          </w:p>
        </w:tc>
        <w:tc>
          <w:tcPr>
            <w:tcW w:w="1330" w:type="dxa"/>
            <w:tcBorders>
              <w:left w:val="single" w:sz="4" w:space="0" w:color="auto"/>
              <w:bottom w:val="nil"/>
              <w:right w:val="single" w:sz="4" w:space="0" w:color="auto"/>
            </w:tcBorders>
            <w:shd w:val="clear" w:color="auto" w:fill="auto"/>
          </w:tcPr>
          <w:p w14:paraId="4153D540" w14:textId="77777777" w:rsidR="007D68F6" w:rsidRPr="00E062F1" w:rsidRDefault="007D68F6" w:rsidP="005A68FB">
            <w:pPr>
              <w:pStyle w:val="TAC"/>
              <w:rPr>
                <w:lang w:eastAsia="zh-CN"/>
              </w:rPr>
            </w:pPr>
            <w:r>
              <w:rPr>
                <w:rFonts w:hint="eastAsia"/>
                <w:lang w:eastAsia="zh-CN"/>
              </w:rPr>
              <w:t>0</w:t>
            </w:r>
          </w:p>
        </w:tc>
      </w:tr>
      <w:tr w:rsidR="001F2838" w:rsidRPr="00E062F1" w14:paraId="25618E36"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6349B46B" w14:textId="77777777" w:rsidR="007D68F6" w:rsidRPr="00E062F1" w:rsidRDefault="007D68F6" w:rsidP="005A68FB">
            <w:pPr>
              <w:pStyle w:val="TAC"/>
              <w:rPr>
                <w:rFonts w:eastAsia="Yu Mincho"/>
                <w:szCs w:val="18"/>
                <w:lang w:eastAsia="ja-JP"/>
              </w:rPr>
            </w:pPr>
          </w:p>
        </w:tc>
        <w:tc>
          <w:tcPr>
            <w:tcW w:w="1738" w:type="dxa"/>
            <w:tcBorders>
              <w:top w:val="nil"/>
              <w:left w:val="single" w:sz="4" w:space="0" w:color="auto"/>
              <w:bottom w:val="nil"/>
              <w:right w:val="single" w:sz="4" w:space="0" w:color="auto"/>
            </w:tcBorders>
            <w:shd w:val="clear" w:color="auto" w:fill="auto"/>
          </w:tcPr>
          <w:p w14:paraId="1D9B6249" w14:textId="77777777" w:rsidR="007D68F6" w:rsidRPr="00E062F1" w:rsidRDefault="007D68F6" w:rsidP="005A68FB">
            <w:pPr>
              <w:pStyle w:val="TAC"/>
              <w:rPr>
                <w:rFonts w:eastAsia="Yu Gothic" w:cs="Arial"/>
                <w:color w:val="000000"/>
                <w:szCs w:val="18"/>
              </w:rPr>
            </w:pPr>
          </w:p>
        </w:tc>
        <w:tc>
          <w:tcPr>
            <w:tcW w:w="668" w:type="dxa"/>
            <w:tcBorders>
              <w:left w:val="single" w:sz="4" w:space="0" w:color="auto"/>
              <w:right w:val="single" w:sz="4" w:space="0" w:color="auto"/>
            </w:tcBorders>
          </w:tcPr>
          <w:p w14:paraId="6D165632" w14:textId="77777777" w:rsidR="007D68F6" w:rsidRPr="00E062F1" w:rsidRDefault="007D68F6" w:rsidP="005A68FB">
            <w:pPr>
              <w:pStyle w:val="TAC"/>
              <w:rPr>
                <w:rFonts w:eastAsia="Yu Mincho" w:cs="Arial"/>
                <w:kern w:val="2"/>
                <w:szCs w:val="18"/>
                <w:lang w:eastAsia="ja-JP"/>
              </w:rPr>
            </w:pPr>
            <w:r w:rsidRPr="00E062F1">
              <w:rPr>
                <w:rFonts w:cs="Arial"/>
                <w:kern w:val="2"/>
                <w:szCs w:val="18"/>
              </w:rPr>
              <w:t>n79</w:t>
            </w:r>
          </w:p>
        </w:tc>
        <w:tc>
          <w:tcPr>
            <w:tcW w:w="620" w:type="dxa"/>
            <w:tcBorders>
              <w:top w:val="single" w:sz="4" w:space="0" w:color="auto"/>
              <w:left w:val="single" w:sz="4" w:space="0" w:color="auto"/>
              <w:bottom w:val="single" w:sz="4" w:space="0" w:color="auto"/>
              <w:right w:val="single" w:sz="4" w:space="0" w:color="auto"/>
            </w:tcBorders>
          </w:tcPr>
          <w:p w14:paraId="472917D9"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0E84BAF3" w14:textId="77777777" w:rsidR="007D68F6" w:rsidRPr="00E062F1" w:rsidRDefault="007D68F6" w:rsidP="005A68FB">
            <w:pPr>
              <w:pStyle w:val="TAC"/>
              <w:rPr>
                <w:rFonts w:eastAsia="Yu Mincho" w:cs="Arial"/>
                <w:kern w:val="2"/>
                <w:szCs w:val="18"/>
                <w:lang w:eastAsia="ja-JP"/>
              </w:rPr>
            </w:pPr>
          </w:p>
        </w:tc>
        <w:tc>
          <w:tcPr>
            <w:tcW w:w="620" w:type="dxa"/>
            <w:tcBorders>
              <w:top w:val="single" w:sz="4" w:space="0" w:color="auto"/>
              <w:left w:val="single" w:sz="4" w:space="0" w:color="auto"/>
              <w:bottom w:val="single" w:sz="4" w:space="0" w:color="auto"/>
              <w:right w:val="single" w:sz="4" w:space="0" w:color="auto"/>
            </w:tcBorders>
          </w:tcPr>
          <w:p w14:paraId="1504AAF6" w14:textId="77777777" w:rsidR="007D68F6" w:rsidRPr="00E062F1" w:rsidRDefault="007D68F6" w:rsidP="005A68FB">
            <w:pPr>
              <w:pStyle w:val="TAC"/>
              <w:rPr>
                <w:rFonts w:eastAsia="Yu Mincho" w:cs="Arial"/>
                <w:kern w:val="2"/>
                <w:szCs w:val="18"/>
                <w:lang w:eastAsia="ja-JP"/>
              </w:rPr>
            </w:pPr>
          </w:p>
        </w:tc>
        <w:tc>
          <w:tcPr>
            <w:tcW w:w="620" w:type="dxa"/>
            <w:tcBorders>
              <w:top w:val="single" w:sz="4" w:space="0" w:color="auto"/>
              <w:left w:val="single" w:sz="4" w:space="0" w:color="auto"/>
              <w:bottom w:val="single" w:sz="4" w:space="0" w:color="auto"/>
              <w:right w:val="single" w:sz="4" w:space="0" w:color="auto"/>
            </w:tcBorders>
          </w:tcPr>
          <w:p w14:paraId="6F1F590F" w14:textId="77777777" w:rsidR="007D68F6" w:rsidRPr="00E062F1" w:rsidRDefault="007D68F6" w:rsidP="005A68FB">
            <w:pPr>
              <w:pStyle w:val="TAC"/>
              <w:rPr>
                <w:rFonts w:eastAsia="Yu Mincho" w:cs="Arial"/>
                <w:kern w:val="2"/>
                <w:szCs w:val="18"/>
                <w:lang w:eastAsia="ja-JP"/>
              </w:rPr>
            </w:pPr>
          </w:p>
        </w:tc>
        <w:tc>
          <w:tcPr>
            <w:tcW w:w="620" w:type="dxa"/>
            <w:tcBorders>
              <w:top w:val="single" w:sz="4" w:space="0" w:color="auto"/>
              <w:left w:val="single" w:sz="4" w:space="0" w:color="auto"/>
              <w:bottom w:val="single" w:sz="4" w:space="0" w:color="auto"/>
              <w:right w:val="single" w:sz="4" w:space="0" w:color="auto"/>
            </w:tcBorders>
          </w:tcPr>
          <w:p w14:paraId="20A88F69"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7D926577"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744B7A84"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40</w:t>
            </w:r>
          </w:p>
        </w:tc>
        <w:tc>
          <w:tcPr>
            <w:tcW w:w="620" w:type="dxa"/>
            <w:tcBorders>
              <w:top w:val="single" w:sz="4" w:space="0" w:color="auto"/>
              <w:left w:val="single" w:sz="4" w:space="0" w:color="auto"/>
              <w:bottom w:val="single" w:sz="4" w:space="0" w:color="auto"/>
              <w:right w:val="single" w:sz="4" w:space="0" w:color="auto"/>
            </w:tcBorders>
          </w:tcPr>
          <w:p w14:paraId="0EA81690" w14:textId="77777777" w:rsidR="007D68F6" w:rsidRPr="005F427A" w:rsidRDefault="007D68F6" w:rsidP="005A68FB">
            <w:pPr>
              <w:pStyle w:val="TAC"/>
              <w:rPr>
                <w:rFonts w:eastAsiaTheme="minorEastAsia" w:cs="Arial"/>
                <w:kern w:val="2"/>
                <w:szCs w:val="18"/>
                <w:lang w:eastAsia="zh-CN"/>
              </w:rPr>
            </w:pPr>
            <w:r>
              <w:rPr>
                <w:rFonts w:cs="Arial" w:hint="eastAsia"/>
                <w:kern w:val="2"/>
                <w:szCs w:val="18"/>
                <w:lang w:eastAsia="zh-CN"/>
              </w:rPr>
              <w:t>50</w:t>
            </w:r>
          </w:p>
        </w:tc>
        <w:tc>
          <w:tcPr>
            <w:tcW w:w="620" w:type="dxa"/>
            <w:tcBorders>
              <w:top w:val="single" w:sz="4" w:space="0" w:color="auto"/>
              <w:left w:val="single" w:sz="4" w:space="0" w:color="auto"/>
              <w:bottom w:val="single" w:sz="4" w:space="0" w:color="auto"/>
              <w:right w:val="single" w:sz="4" w:space="0" w:color="auto"/>
            </w:tcBorders>
          </w:tcPr>
          <w:p w14:paraId="6176487C"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60</w:t>
            </w:r>
          </w:p>
        </w:tc>
        <w:tc>
          <w:tcPr>
            <w:tcW w:w="620" w:type="dxa"/>
            <w:tcBorders>
              <w:top w:val="single" w:sz="4" w:space="0" w:color="auto"/>
              <w:left w:val="single" w:sz="4" w:space="0" w:color="auto"/>
              <w:bottom w:val="single" w:sz="4" w:space="0" w:color="auto"/>
              <w:right w:val="single" w:sz="4" w:space="0" w:color="auto"/>
            </w:tcBorders>
          </w:tcPr>
          <w:p w14:paraId="11C7A367"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80</w:t>
            </w:r>
          </w:p>
        </w:tc>
        <w:tc>
          <w:tcPr>
            <w:tcW w:w="620" w:type="dxa"/>
            <w:tcBorders>
              <w:top w:val="single" w:sz="4" w:space="0" w:color="auto"/>
              <w:left w:val="single" w:sz="4" w:space="0" w:color="auto"/>
              <w:bottom w:val="single" w:sz="4" w:space="0" w:color="auto"/>
              <w:right w:val="single" w:sz="4" w:space="0" w:color="auto"/>
            </w:tcBorders>
          </w:tcPr>
          <w:p w14:paraId="32D45E8A" w14:textId="77777777" w:rsidR="007D68F6" w:rsidRPr="00E062F1" w:rsidRDefault="007D68F6" w:rsidP="005A68FB">
            <w:pPr>
              <w:pStyle w:val="TAC"/>
              <w:rPr>
                <w:rFonts w:eastAsia="Yu Mincho" w:cs="Arial"/>
                <w:szCs w:val="18"/>
              </w:rPr>
            </w:pPr>
          </w:p>
        </w:tc>
        <w:tc>
          <w:tcPr>
            <w:tcW w:w="620" w:type="dxa"/>
            <w:tcBorders>
              <w:top w:val="single" w:sz="4" w:space="0" w:color="auto"/>
              <w:left w:val="single" w:sz="4" w:space="0" w:color="auto"/>
              <w:bottom w:val="single" w:sz="4" w:space="0" w:color="auto"/>
              <w:right w:val="single" w:sz="4" w:space="0" w:color="auto"/>
            </w:tcBorders>
          </w:tcPr>
          <w:p w14:paraId="183BAFD9" w14:textId="77777777" w:rsidR="007D68F6" w:rsidRPr="005F427A" w:rsidRDefault="007D68F6" w:rsidP="005A68FB">
            <w:pPr>
              <w:pStyle w:val="TAC"/>
              <w:rPr>
                <w:rFonts w:eastAsiaTheme="minorEastAsia" w:cs="Arial"/>
                <w:szCs w:val="18"/>
                <w:lang w:eastAsia="zh-CN"/>
              </w:rPr>
            </w:pPr>
            <w:r>
              <w:rPr>
                <w:rFonts w:cs="Arial" w:hint="eastAsia"/>
                <w:szCs w:val="18"/>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44D5D7E5" w14:textId="77777777" w:rsidR="007D68F6" w:rsidRPr="00E062F1" w:rsidRDefault="007D68F6" w:rsidP="005A68FB">
            <w:pPr>
              <w:pStyle w:val="TAC"/>
              <w:rPr>
                <w:rFonts w:eastAsia="Yu Mincho" w:cs="Arial"/>
                <w:szCs w:val="18"/>
              </w:rPr>
            </w:pPr>
          </w:p>
        </w:tc>
        <w:tc>
          <w:tcPr>
            <w:tcW w:w="621" w:type="dxa"/>
            <w:tcBorders>
              <w:top w:val="single" w:sz="4" w:space="0" w:color="auto"/>
              <w:left w:val="single" w:sz="4" w:space="0" w:color="auto"/>
              <w:bottom w:val="single" w:sz="4" w:space="0" w:color="auto"/>
              <w:right w:val="single" w:sz="4" w:space="0" w:color="auto"/>
            </w:tcBorders>
          </w:tcPr>
          <w:p w14:paraId="5AC851A5" w14:textId="77777777" w:rsidR="007D68F6" w:rsidRPr="00E062F1" w:rsidRDefault="007D68F6" w:rsidP="005A68FB">
            <w:pPr>
              <w:pStyle w:val="TAC"/>
              <w:rPr>
                <w:rFonts w:eastAsia="Yu Mincho" w:cs="Arial"/>
                <w:szCs w:val="18"/>
              </w:rPr>
            </w:pPr>
          </w:p>
        </w:tc>
        <w:tc>
          <w:tcPr>
            <w:tcW w:w="1330" w:type="dxa"/>
            <w:tcBorders>
              <w:top w:val="nil"/>
              <w:left w:val="single" w:sz="4" w:space="0" w:color="auto"/>
              <w:bottom w:val="nil"/>
              <w:right w:val="single" w:sz="4" w:space="0" w:color="auto"/>
            </w:tcBorders>
            <w:shd w:val="clear" w:color="auto" w:fill="auto"/>
          </w:tcPr>
          <w:p w14:paraId="51F0FE88" w14:textId="77777777" w:rsidR="007D68F6" w:rsidRPr="00E062F1" w:rsidRDefault="007D68F6" w:rsidP="005A68FB">
            <w:pPr>
              <w:pStyle w:val="TAC"/>
              <w:rPr>
                <w:lang w:eastAsia="zh-CN"/>
              </w:rPr>
            </w:pPr>
          </w:p>
        </w:tc>
      </w:tr>
      <w:tr w:rsidR="007D68F6" w:rsidRPr="00E062F1" w14:paraId="121CB21F" w14:textId="77777777" w:rsidTr="001F2838">
        <w:trPr>
          <w:trHeight w:val="187"/>
          <w:jc w:val="center"/>
        </w:trPr>
        <w:tc>
          <w:tcPr>
            <w:tcW w:w="1650" w:type="dxa"/>
            <w:tcBorders>
              <w:top w:val="nil"/>
              <w:left w:val="single" w:sz="4" w:space="0" w:color="auto"/>
              <w:bottom w:val="single" w:sz="4" w:space="0" w:color="auto"/>
              <w:right w:val="single" w:sz="4" w:space="0" w:color="auto"/>
            </w:tcBorders>
            <w:shd w:val="clear" w:color="auto" w:fill="auto"/>
          </w:tcPr>
          <w:p w14:paraId="2A996930" w14:textId="77777777" w:rsidR="007D68F6" w:rsidRPr="00E062F1" w:rsidRDefault="007D68F6" w:rsidP="005A68FB">
            <w:pPr>
              <w:pStyle w:val="TAC"/>
              <w:rPr>
                <w:rFonts w:eastAsia="Yu Mincho"/>
                <w:szCs w:val="18"/>
                <w:lang w:eastAsia="ja-JP"/>
              </w:rPr>
            </w:pPr>
          </w:p>
        </w:tc>
        <w:tc>
          <w:tcPr>
            <w:tcW w:w="1738" w:type="dxa"/>
            <w:tcBorders>
              <w:top w:val="nil"/>
              <w:left w:val="single" w:sz="4" w:space="0" w:color="auto"/>
              <w:bottom w:val="single" w:sz="4" w:space="0" w:color="auto"/>
              <w:right w:val="single" w:sz="4" w:space="0" w:color="auto"/>
            </w:tcBorders>
            <w:shd w:val="clear" w:color="auto" w:fill="auto"/>
          </w:tcPr>
          <w:p w14:paraId="5A65196C" w14:textId="77777777" w:rsidR="007D68F6" w:rsidRPr="00E062F1" w:rsidRDefault="007D68F6" w:rsidP="005A68FB">
            <w:pPr>
              <w:pStyle w:val="TAC"/>
              <w:rPr>
                <w:rFonts w:eastAsia="Yu Gothic" w:cs="Arial"/>
                <w:color w:val="000000"/>
                <w:szCs w:val="18"/>
              </w:rPr>
            </w:pPr>
          </w:p>
        </w:tc>
        <w:tc>
          <w:tcPr>
            <w:tcW w:w="668" w:type="dxa"/>
            <w:tcBorders>
              <w:left w:val="single" w:sz="4" w:space="0" w:color="auto"/>
              <w:right w:val="single" w:sz="4" w:space="0" w:color="auto"/>
            </w:tcBorders>
          </w:tcPr>
          <w:p w14:paraId="738D2CE8" w14:textId="77777777" w:rsidR="007D68F6" w:rsidRPr="00E062F1" w:rsidRDefault="007D68F6" w:rsidP="005A68FB">
            <w:pPr>
              <w:pStyle w:val="TAC"/>
              <w:rPr>
                <w:rFonts w:eastAsia="Yu Mincho" w:cs="Arial"/>
                <w:kern w:val="2"/>
                <w:szCs w:val="18"/>
                <w:lang w:eastAsia="ja-JP"/>
              </w:rPr>
            </w:pPr>
            <w:r w:rsidRPr="00E062F1">
              <w:rPr>
                <w:rFonts w:cs="Arial"/>
                <w:kern w:val="2"/>
                <w:szCs w:val="18"/>
              </w:rPr>
              <w:t>n257</w:t>
            </w:r>
          </w:p>
        </w:tc>
        <w:tc>
          <w:tcPr>
            <w:tcW w:w="8681" w:type="dxa"/>
            <w:gridSpan w:val="14"/>
            <w:tcBorders>
              <w:top w:val="single" w:sz="4" w:space="0" w:color="auto"/>
              <w:left w:val="single" w:sz="4" w:space="0" w:color="auto"/>
              <w:bottom w:val="single" w:sz="4" w:space="0" w:color="auto"/>
              <w:right w:val="single" w:sz="4" w:space="0" w:color="auto"/>
            </w:tcBorders>
          </w:tcPr>
          <w:p w14:paraId="0A00B6F9" w14:textId="759F15CA" w:rsidR="007D68F6" w:rsidRPr="00E062F1" w:rsidRDefault="007D68F6" w:rsidP="005A68FB">
            <w:pPr>
              <w:pStyle w:val="TAC"/>
              <w:rPr>
                <w:rFonts w:eastAsia="Yu Mincho" w:cs="Arial"/>
                <w:szCs w:val="18"/>
              </w:rPr>
            </w:pPr>
            <w:r w:rsidRPr="00E062F1">
              <w:rPr>
                <w:rFonts w:eastAsia="Yu Mincho" w:cs="Arial"/>
                <w:szCs w:val="18"/>
              </w:rPr>
              <w:t>See CA_n257G and n257H in Table 5.5A.1-1 in TS 38.101-2</w:t>
            </w:r>
          </w:p>
        </w:tc>
        <w:tc>
          <w:tcPr>
            <w:tcW w:w="1330" w:type="dxa"/>
            <w:tcBorders>
              <w:top w:val="nil"/>
              <w:left w:val="single" w:sz="4" w:space="0" w:color="auto"/>
              <w:bottom w:val="single" w:sz="4" w:space="0" w:color="auto"/>
              <w:right w:val="single" w:sz="4" w:space="0" w:color="auto"/>
            </w:tcBorders>
            <w:shd w:val="clear" w:color="auto" w:fill="auto"/>
          </w:tcPr>
          <w:p w14:paraId="58781724" w14:textId="77777777" w:rsidR="007D68F6" w:rsidRPr="00E062F1" w:rsidRDefault="007D68F6" w:rsidP="005A68FB">
            <w:pPr>
              <w:pStyle w:val="TAC"/>
              <w:rPr>
                <w:lang w:eastAsia="zh-CN"/>
              </w:rPr>
            </w:pPr>
          </w:p>
        </w:tc>
      </w:tr>
      <w:tr w:rsidR="001F2838" w:rsidRPr="00E062F1" w14:paraId="66677C2C" w14:textId="77777777" w:rsidTr="001F2838">
        <w:trPr>
          <w:trHeight w:val="187"/>
          <w:jc w:val="center"/>
        </w:trPr>
        <w:tc>
          <w:tcPr>
            <w:tcW w:w="1650" w:type="dxa"/>
            <w:tcBorders>
              <w:left w:val="single" w:sz="4" w:space="0" w:color="auto"/>
              <w:bottom w:val="nil"/>
              <w:right w:val="single" w:sz="4" w:space="0" w:color="auto"/>
            </w:tcBorders>
            <w:shd w:val="clear" w:color="auto" w:fill="auto"/>
          </w:tcPr>
          <w:p w14:paraId="56B6BE17" w14:textId="77777777" w:rsidR="007D68F6" w:rsidRPr="00E062F1" w:rsidRDefault="007D68F6" w:rsidP="005A68FB">
            <w:pPr>
              <w:pStyle w:val="TAC"/>
              <w:rPr>
                <w:szCs w:val="18"/>
              </w:rPr>
            </w:pPr>
            <w:r w:rsidRPr="00E062F1">
              <w:rPr>
                <w:rFonts w:eastAsia="Yu Mincho"/>
                <w:szCs w:val="18"/>
                <w:lang w:eastAsia="ja-JP"/>
              </w:rPr>
              <w:lastRenderedPageBreak/>
              <w:t>CA_n78</w:t>
            </w:r>
            <w:r w:rsidRPr="00E062F1">
              <w:rPr>
                <w:szCs w:val="18"/>
                <w:lang w:eastAsia="zh-CN"/>
              </w:rPr>
              <w:t>A</w:t>
            </w:r>
            <w:r w:rsidRPr="00E062F1">
              <w:rPr>
                <w:rFonts w:eastAsia="Yu Mincho"/>
                <w:szCs w:val="18"/>
                <w:lang w:eastAsia="ja-JP"/>
              </w:rPr>
              <w:t>-n79A-n257I</w:t>
            </w:r>
          </w:p>
        </w:tc>
        <w:tc>
          <w:tcPr>
            <w:tcW w:w="1738" w:type="dxa"/>
            <w:tcBorders>
              <w:left w:val="single" w:sz="4" w:space="0" w:color="auto"/>
              <w:bottom w:val="nil"/>
              <w:right w:val="single" w:sz="4" w:space="0" w:color="auto"/>
            </w:tcBorders>
            <w:shd w:val="clear" w:color="auto" w:fill="auto"/>
          </w:tcPr>
          <w:p w14:paraId="090A38EE" w14:textId="77777777" w:rsidR="007D68F6" w:rsidRPr="00E062F1" w:rsidRDefault="007D68F6" w:rsidP="005A68FB">
            <w:pPr>
              <w:pStyle w:val="TAC"/>
              <w:rPr>
                <w:rFonts w:cs="Arial"/>
                <w:lang w:eastAsia="zh-CN"/>
              </w:rPr>
            </w:pPr>
            <w:r w:rsidRPr="00E062F1">
              <w:rPr>
                <w:rFonts w:eastAsia="Yu Gothic" w:cs="Arial"/>
                <w:color w:val="000000"/>
                <w:szCs w:val="18"/>
              </w:rPr>
              <w:t>CA_n78A-</w:t>
            </w:r>
            <w:r w:rsidRPr="00E062F1">
              <w:t>n257A</w:t>
            </w:r>
          </w:p>
          <w:p w14:paraId="0025541B" w14:textId="3F27BD1A" w:rsidR="007D68F6" w:rsidRPr="00E062F1" w:rsidRDefault="007D68F6" w:rsidP="005A68FB">
            <w:pPr>
              <w:pStyle w:val="TAC"/>
              <w:rPr>
                <w:rFonts w:cs="Arial"/>
                <w:lang w:eastAsia="zh-CN"/>
              </w:rPr>
            </w:pPr>
            <w:r w:rsidRPr="00E062F1">
              <w:t>CA_n78A-n257G</w:t>
            </w:r>
          </w:p>
          <w:p w14:paraId="2B2C2983" w14:textId="431D6C48" w:rsidR="007D68F6" w:rsidRPr="00E062F1" w:rsidRDefault="007D68F6" w:rsidP="005A68FB">
            <w:pPr>
              <w:pStyle w:val="TAC"/>
              <w:rPr>
                <w:rFonts w:cs="Arial"/>
                <w:lang w:eastAsia="zh-CN"/>
              </w:rPr>
            </w:pPr>
            <w:r w:rsidRPr="00E062F1">
              <w:t>CA_n78A-n257H</w:t>
            </w:r>
          </w:p>
          <w:p w14:paraId="5EE4F2DB" w14:textId="05253266" w:rsidR="007D68F6" w:rsidRPr="00E062F1" w:rsidRDefault="007D68F6" w:rsidP="005A68FB">
            <w:pPr>
              <w:pStyle w:val="TAC"/>
              <w:rPr>
                <w:rFonts w:cs="Arial"/>
                <w:lang w:eastAsia="zh-CN"/>
              </w:rPr>
            </w:pPr>
            <w:r w:rsidRPr="00E062F1">
              <w:t>CA_n78A-n257I</w:t>
            </w:r>
          </w:p>
          <w:p w14:paraId="7C0CDCE2" w14:textId="2AAB0F74" w:rsidR="007D68F6" w:rsidRPr="00E062F1" w:rsidRDefault="007D68F6" w:rsidP="005A68FB">
            <w:pPr>
              <w:pStyle w:val="TAC"/>
              <w:rPr>
                <w:rFonts w:cs="Arial"/>
                <w:lang w:eastAsia="zh-CN"/>
              </w:rPr>
            </w:pPr>
            <w:r w:rsidRPr="00E062F1">
              <w:t>CA_n79A-n257A</w:t>
            </w:r>
          </w:p>
          <w:p w14:paraId="2CAB0616" w14:textId="3EC35E23" w:rsidR="007D68F6" w:rsidRPr="00E062F1" w:rsidRDefault="007D68F6" w:rsidP="005A68FB">
            <w:pPr>
              <w:pStyle w:val="TAC"/>
              <w:rPr>
                <w:rFonts w:cs="Arial"/>
                <w:lang w:eastAsia="zh-CN"/>
              </w:rPr>
            </w:pPr>
            <w:r w:rsidRPr="00E062F1">
              <w:t>CA_n79A-n257G</w:t>
            </w:r>
          </w:p>
          <w:p w14:paraId="12F0F80C" w14:textId="45E1207E" w:rsidR="007D68F6" w:rsidRPr="00E062F1" w:rsidRDefault="007D68F6" w:rsidP="005A68FB">
            <w:pPr>
              <w:pStyle w:val="TAC"/>
              <w:rPr>
                <w:rFonts w:cs="Arial"/>
                <w:lang w:eastAsia="zh-CN"/>
              </w:rPr>
            </w:pPr>
            <w:r w:rsidRPr="00E062F1">
              <w:t>CA_n79A-n257H</w:t>
            </w:r>
          </w:p>
          <w:p w14:paraId="3BA76D8B" w14:textId="2CE18A22" w:rsidR="007D68F6" w:rsidRPr="00E062F1" w:rsidRDefault="007D68F6" w:rsidP="005A68FB">
            <w:pPr>
              <w:pStyle w:val="TAC"/>
              <w:rPr>
                <w:szCs w:val="18"/>
              </w:rPr>
            </w:pPr>
            <w:r w:rsidRPr="00E062F1">
              <w:t>CA_n79A-n257I</w:t>
            </w:r>
          </w:p>
        </w:tc>
        <w:tc>
          <w:tcPr>
            <w:tcW w:w="668" w:type="dxa"/>
            <w:tcBorders>
              <w:left w:val="single" w:sz="4" w:space="0" w:color="auto"/>
              <w:right w:val="single" w:sz="4" w:space="0" w:color="auto"/>
            </w:tcBorders>
          </w:tcPr>
          <w:p w14:paraId="21224AA2" w14:textId="77777777" w:rsidR="007D68F6" w:rsidRPr="00E062F1" w:rsidRDefault="007D68F6" w:rsidP="005A68FB">
            <w:pPr>
              <w:pStyle w:val="TAC"/>
            </w:pPr>
            <w:r w:rsidRPr="00E062F1">
              <w:rPr>
                <w:rFonts w:eastAsia="Yu Mincho" w:cs="Arial"/>
                <w:kern w:val="2"/>
                <w:szCs w:val="18"/>
                <w:lang w:eastAsia="ja-JP"/>
              </w:rPr>
              <w:t>n78</w:t>
            </w:r>
          </w:p>
        </w:tc>
        <w:tc>
          <w:tcPr>
            <w:tcW w:w="620" w:type="dxa"/>
            <w:tcBorders>
              <w:top w:val="single" w:sz="4" w:space="0" w:color="auto"/>
              <w:left w:val="single" w:sz="4" w:space="0" w:color="auto"/>
              <w:bottom w:val="single" w:sz="4" w:space="0" w:color="auto"/>
              <w:right w:val="single" w:sz="4" w:space="0" w:color="auto"/>
            </w:tcBorders>
          </w:tcPr>
          <w:p w14:paraId="03AD4097"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28939934" w14:textId="77777777" w:rsidR="007D68F6" w:rsidRPr="00E062F1" w:rsidRDefault="007D68F6" w:rsidP="005A68FB">
            <w:pPr>
              <w:pStyle w:val="TAC"/>
              <w:rPr>
                <w:szCs w:val="18"/>
                <w:lang w:eastAsia="zh-CN"/>
              </w:rPr>
            </w:pPr>
            <w:r>
              <w:rPr>
                <w:rFonts w:hint="eastAsia"/>
                <w:szCs w:val="18"/>
                <w:lang w:eastAsia="zh-CN"/>
              </w:rPr>
              <w:t>10</w:t>
            </w:r>
          </w:p>
        </w:tc>
        <w:tc>
          <w:tcPr>
            <w:tcW w:w="620" w:type="dxa"/>
            <w:tcBorders>
              <w:top w:val="single" w:sz="4" w:space="0" w:color="auto"/>
              <w:left w:val="single" w:sz="4" w:space="0" w:color="auto"/>
              <w:bottom w:val="single" w:sz="4" w:space="0" w:color="auto"/>
              <w:right w:val="single" w:sz="4" w:space="0" w:color="auto"/>
            </w:tcBorders>
          </w:tcPr>
          <w:p w14:paraId="41692A25" w14:textId="77777777" w:rsidR="007D68F6" w:rsidRPr="00E062F1" w:rsidRDefault="007D68F6" w:rsidP="005A68FB">
            <w:pPr>
              <w:pStyle w:val="TAC"/>
              <w:rPr>
                <w:szCs w:val="18"/>
                <w:lang w:eastAsia="zh-CN"/>
              </w:rPr>
            </w:pPr>
            <w:r>
              <w:rPr>
                <w:rFonts w:hint="eastAsia"/>
                <w:szCs w:val="18"/>
                <w:lang w:eastAsia="zh-CN"/>
              </w:rPr>
              <w:t>15</w:t>
            </w:r>
          </w:p>
        </w:tc>
        <w:tc>
          <w:tcPr>
            <w:tcW w:w="620" w:type="dxa"/>
            <w:tcBorders>
              <w:top w:val="single" w:sz="4" w:space="0" w:color="auto"/>
              <w:left w:val="single" w:sz="4" w:space="0" w:color="auto"/>
              <w:bottom w:val="single" w:sz="4" w:space="0" w:color="auto"/>
              <w:right w:val="single" w:sz="4" w:space="0" w:color="auto"/>
            </w:tcBorders>
          </w:tcPr>
          <w:p w14:paraId="7A82A781" w14:textId="77777777" w:rsidR="007D68F6" w:rsidRPr="00E062F1" w:rsidRDefault="007D68F6" w:rsidP="005A68FB">
            <w:pPr>
              <w:pStyle w:val="TAC"/>
              <w:rPr>
                <w:szCs w:val="18"/>
                <w:lang w:eastAsia="zh-CN"/>
              </w:rPr>
            </w:pPr>
            <w:r>
              <w:rPr>
                <w:rFonts w:hint="eastAsia"/>
                <w:szCs w:val="18"/>
                <w:lang w:eastAsia="zh-CN"/>
              </w:rPr>
              <w:t>20</w:t>
            </w:r>
          </w:p>
        </w:tc>
        <w:tc>
          <w:tcPr>
            <w:tcW w:w="620" w:type="dxa"/>
            <w:tcBorders>
              <w:top w:val="single" w:sz="4" w:space="0" w:color="auto"/>
              <w:left w:val="single" w:sz="4" w:space="0" w:color="auto"/>
              <w:bottom w:val="single" w:sz="4" w:space="0" w:color="auto"/>
              <w:right w:val="single" w:sz="4" w:space="0" w:color="auto"/>
            </w:tcBorders>
          </w:tcPr>
          <w:p w14:paraId="0160E672"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7D754A26"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17AA907D" w14:textId="77777777" w:rsidR="007D68F6" w:rsidRPr="00E062F1" w:rsidRDefault="007D68F6" w:rsidP="005A68FB">
            <w:pPr>
              <w:pStyle w:val="TAC"/>
              <w:rPr>
                <w:szCs w:val="18"/>
                <w:lang w:eastAsia="zh-CN"/>
              </w:rPr>
            </w:pPr>
            <w:r>
              <w:rPr>
                <w:rFonts w:hint="eastAsia"/>
                <w:szCs w:val="18"/>
                <w:lang w:eastAsia="zh-CN"/>
              </w:rPr>
              <w:t>40</w:t>
            </w:r>
          </w:p>
        </w:tc>
        <w:tc>
          <w:tcPr>
            <w:tcW w:w="620" w:type="dxa"/>
            <w:tcBorders>
              <w:top w:val="single" w:sz="4" w:space="0" w:color="auto"/>
              <w:left w:val="single" w:sz="4" w:space="0" w:color="auto"/>
              <w:bottom w:val="single" w:sz="4" w:space="0" w:color="auto"/>
              <w:right w:val="single" w:sz="4" w:space="0" w:color="auto"/>
            </w:tcBorders>
          </w:tcPr>
          <w:p w14:paraId="0575D405" w14:textId="77777777" w:rsidR="007D68F6" w:rsidRDefault="007D68F6" w:rsidP="005A68FB">
            <w:pPr>
              <w:pStyle w:val="TAC"/>
              <w:rPr>
                <w:rFonts w:cs="Arial"/>
                <w:kern w:val="2"/>
                <w:szCs w:val="18"/>
                <w:lang w:eastAsia="zh-CN"/>
              </w:rPr>
            </w:pPr>
            <w:r>
              <w:rPr>
                <w:rFonts w:cs="Arial" w:hint="eastAsia"/>
                <w:kern w:val="2"/>
                <w:szCs w:val="18"/>
                <w:lang w:eastAsia="zh-CN"/>
              </w:rPr>
              <w:t>50</w:t>
            </w:r>
          </w:p>
        </w:tc>
        <w:tc>
          <w:tcPr>
            <w:tcW w:w="620" w:type="dxa"/>
            <w:tcBorders>
              <w:top w:val="single" w:sz="4" w:space="0" w:color="auto"/>
              <w:left w:val="single" w:sz="4" w:space="0" w:color="auto"/>
              <w:bottom w:val="single" w:sz="4" w:space="0" w:color="auto"/>
              <w:right w:val="single" w:sz="4" w:space="0" w:color="auto"/>
            </w:tcBorders>
          </w:tcPr>
          <w:p w14:paraId="145377AB" w14:textId="77777777" w:rsidR="007D68F6" w:rsidRPr="00E062F1" w:rsidRDefault="007D68F6" w:rsidP="005A68FB">
            <w:pPr>
              <w:pStyle w:val="TAC"/>
              <w:rPr>
                <w:szCs w:val="18"/>
                <w:lang w:eastAsia="zh-CN"/>
              </w:rPr>
            </w:pPr>
            <w:r>
              <w:rPr>
                <w:rFonts w:hint="eastAsia"/>
                <w:szCs w:val="18"/>
                <w:lang w:eastAsia="zh-CN"/>
              </w:rPr>
              <w:t>60</w:t>
            </w:r>
          </w:p>
        </w:tc>
        <w:tc>
          <w:tcPr>
            <w:tcW w:w="620" w:type="dxa"/>
            <w:tcBorders>
              <w:top w:val="single" w:sz="4" w:space="0" w:color="auto"/>
              <w:left w:val="single" w:sz="4" w:space="0" w:color="auto"/>
              <w:bottom w:val="single" w:sz="4" w:space="0" w:color="auto"/>
              <w:right w:val="single" w:sz="4" w:space="0" w:color="auto"/>
            </w:tcBorders>
          </w:tcPr>
          <w:p w14:paraId="6122A945" w14:textId="77777777" w:rsidR="007D68F6" w:rsidRPr="00E062F1" w:rsidRDefault="007D68F6" w:rsidP="005A68FB">
            <w:pPr>
              <w:pStyle w:val="TAC"/>
              <w:rPr>
                <w:szCs w:val="18"/>
                <w:lang w:eastAsia="zh-CN"/>
              </w:rPr>
            </w:pPr>
            <w:r>
              <w:rPr>
                <w:rFonts w:hint="eastAsia"/>
                <w:szCs w:val="18"/>
                <w:lang w:eastAsia="zh-CN"/>
              </w:rPr>
              <w:t>80</w:t>
            </w:r>
          </w:p>
        </w:tc>
        <w:tc>
          <w:tcPr>
            <w:tcW w:w="620" w:type="dxa"/>
            <w:tcBorders>
              <w:top w:val="single" w:sz="4" w:space="0" w:color="auto"/>
              <w:left w:val="single" w:sz="4" w:space="0" w:color="auto"/>
              <w:bottom w:val="single" w:sz="4" w:space="0" w:color="auto"/>
              <w:right w:val="single" w:sz="4" w:space="0" w:color="auto"/>
            </w:tcBorders>
          </w:tcPr>
          <w:p w14:paraId="09C4A738" w14:textId="77777777" w:rsidR="007D68F6" w:rsidRPr="00E062F1" w:rsidRDefault="007D68F6" w:rsidP="005A68FB">
            <w:pPr>
              <w:pStyle w:val="TAC"/>
              <w:rPr>
                <w:szCs w:val="18"/>
                <w:lang w:eastAsia="zh-CN"/>
              </w:rPr>
            </w:pPr>
            <w:r>
              <w:rPr>
                <w:rFonts w:hint="eastAsia"/>
                <w:szCs w:val="18"/>
                <w:lang w:eastAsia="zh-CN"/>
              </w:rPr>
              <w:t>90</w:t>
            </w:r>
          </w:p>
        </w:tc>
        <w:tc>
          <w:tcPr>
            <w:tcW w:w="620" w:type="dxa"/>
            <w:tcBorders>
              <w:top w:val="single" w:sz="4" w:space="0" w:color="auto"/>
              <w:left w:val="single" w:sz="4" w:space="0" w:color="auto"/>
              <w:bottom w:val="single" w:sz="4" w:space="0" w:color="auto"/>
              <w:right w:val="single" w:sz="4" w:space="0" w:color="auto"/>
            </w:tcBorders>
          </w:tcPr>
          <w:p w14:paraId="584FB914" w14:textId="77777777" w:rsidR="007D68F6" w:rsidRDefault="007D68F6" w:rsidP="005A68FB">
            <w:pPr>
              <w:pStyle w:val="TAC"/>
              <w:rPr>
                <w:rFonts w:cs="Arial"/>
                <w:kern w:val="2"/>
                <w:szCs w:val="18"/>
                <w:lang w:eastAsia="zh-CN"/>
              </w:rPr>
            </w:pPr>
            <w:r>
              <w:rPr>
                <w:rFonts w:cs="Arial" w:hint="eastAsia"/>
                <w:kern w:val="2"/>
                <w:szCs w:val="18"/>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057C14C7" w14:textId="77777777" w:rsidR="007D68F6" w:rsidRDefault="007D68F6" w:rsidP="005A68FB">
            <w:pPr>
              <w:pStyle w:val="TAC"/>
              <w:rPr>
                <w:rFonts w:cs="Arial"/>
                <w:kern w:val="2"/>
                <w:szCs w:val="18"/>
                <w:lang w:eastAsia="zh-CN"/>
              </w:rPr>
            </w:pPr>
          </w:p>
        </w:tc>
        <w:tc>
          <w:tcPr>
            <w:tcW w:w="621" w:type="dxa"/>
            <w:tcBorders>
              <w:top w:val="single" w:sz="4" w:space="0" w:color="auto"/>
              <w:left w:val="single" w:sz="4" w:space="0" w:color="auto"/>
              <w:bottom w:val="single" w:sz="4" w:space="0" w:color="auto"/>
              <w:right w:val="single" w:sz="4" w:space="0" w:color="auto"/>
            </w:tcBorders>
          </w:tcPr>
          <w:p w14:paraId="0435C7F9" w14:textId="77777777" w:rsidR="007D68F6" w:rsidRDefault="007D68F6" w:rsidP="005A68FB">
            <w:pPr>
              <w:pStyle w:val="TAC"/>
              <w:rPr>
                <w:rFonts w:cs="Arial"/>
                <w:kern w:val="2"/>
                <w:szCs w:val="18"/>
                <w:lang w:eastAsia="zh-CN"/>
              </w:rPr>
            </w:pPr>
          </w:p>
        </w:tc>
        <w:tc>
          <w:tcPr>
            <w:tcW w:w="1330" w:type="dxa"/>
            <w:tcBorders>
              <w:left w:val="single" w:sz="4" w:space="0" w:color="auto"/>
              <w:bottom w:val="nil"/>
              <w:right w:val="single" w:sz="4" w:space="0" w:color="auto"/>
            </w:tcBorders>
            <w:shd w:val="clear" w:color="auto" w:fill="auto"/>
          </w:tcPr>
          <w:p w14:paraId="1E455F58" w14:textId="77777777" w:rsidR="007D68F6" w:rsidRPr="00E062F1" w:rsidRDefault="007D68F6" w:rsidP="005A68FB">
            <w:pPr>
              <w:pStyle w:val="TAC"/>
              <w:rPr>
                <w:lang w:eastAsia="zh-CN"/>
              </w:rPr>
            </w:pPr>
            <w:r>
              <w:rPr>
                <w:rFonts w:hint="eastAsia"/>
                <w:lang w:eastAsia="zh-CN"/>
              </w:rPr>
              <w:t>0</w:t>
            </w:r>
          </w:p>
        </w:tc>
      </w:tr>
      <w:tr w:rsidR="001F2838" w:rsidRPr="00E062F1" w14:paraId="0E9A112F" w14:textId="77777777" w:rsidTr="001F2838">
        <w:trPr>
          <w:trHeight w:val="187"/>
          <w:jc w:val="center"/>
        </w:trPr>
        <w:tc>
          <w:tcPr>
            <w:tcW w:w="1650" w:type="dxa"/>
            <w:tcBorders>
              <w:top w:val="nil"/>
              <w:left w:val="single" w:sz="4" w:space="0" w:color="auto"/>
              <w:bottom w:val="nil"/>
              <w:right w:val="single" w:sz="4" w:space="0" w:color="auto"/>
            </w:tcBorders>
            <w:shd w:val="clear" w:color="auto" w:fill="auto"/>
          </w:tcPr>
          <w:p w14:paraId="2B138F95" w14:textId="77777777" w:rsidR="007D68F6" w:rsidRPr="00E062F1" w:rsidRDefault="007D68F6" w:rsidP="005A68FB">
            <w:pPr>
              <w:pStyle w:val="TAC"/>
              <w:rPr>
                <w:szCs w:val="18"/>
              </w:rPr>
            </w:pPr>
          </w:p>
        </w:tc>
        <w:tc>
          <w:tcPr>
            <w:tcW w:w="1738" w:type="dxa"/>
            <w:tcBorders>
              <w:top w:val="nil"/>
              <w:left w:val="single" w:sz="4" w:space="0" w:color="auto"/>
              <w:bottom w:val="nil"/>
              <w:right w:val="single" w:sz="4" w:space="0" w:color="auto"/>
            </w:tcBorders>
            <w:shd w:val="clear" w:color="auto" w:fill="auto"/>
          </w:tcPr>
          <w:p w14:paraId="28781AAD" w14:textId="77777777" w:rsidR="007D68F6" w:rsidRPr="00E062F1" w:rsidRDefault="007D68F6" w:rsidP="005A68FB">
            <w:pPr>
              <w:pStyle w:val="TAC"/>
              <w:rPr>
                <w:szCs w:val="18"/>
              </w:rPr>
            </w:pPr>
          </w:p>
        </w:tc>
        <w:tc>
          <w:tcPr>
            <w:tcW w:w="668" w:type="dxa"/>
            <w:tcBorders>
              <w:left w:val="single" w:sz="4" w:space="0" w:color="auto"/>
              <w:right w:val="single" w:sz="4" w:space="0" w:color="auto"/>
            </w:tcBorders>
          </w:tcPr>
          <w:p w14:paraId="22A426A2" w14:textId="77777777" w:rsidR="007D68F6" w:rsidRPr="00E062F1" w:rsidRDefault="007D68F6" w:rsidP="005A68FB">
            <w:pPr>
              <w:pStyle w:val="TAC"/>
            </w:pPr>
            <w:r w:rsidRPr="00E062F1">
              <w:rPr>
                <w:rFonts w:cs="Arial"/>
                <w:kern w:val="2"/>
                <w:szCs w:val="18"/>
              </w:rPr>
              <w:t>n79</w:t>
            </w:r>
          </w:p>
        </w:tc>
        <w:tc>
          <w:tcPr>
            <w:tcW w:w="620" w:type="dxa"/>
            <w:tcBorders>
              <w:top w:val="single" w:sz="4" w:space="0" w:color="auto"/>
              <w:left w:val="single" w:sz="4" w:space="0" w:color="auto"/>
              <w:bottom w:val="single" w:sz="4" w:space="0" w:color="auto"/>
              <w:right w:val="single" w:sz="4" w:space="0" w:color="auto"/>
            </w:tcBorders>
          </w:tcPr>
          <w:p w14:paraId="31A54F6A"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2DE4562C"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2BCAA675"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1860B37E"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50D2AC35"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3D255960"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5CE295D5" w14:textId="77777777" w:rsidR="007D68F6" w:rsidRPr="00E062F1" w:rsidRDefault="007D68F6" w:rsidP="005A68FB">
            <w:pPr>
              <w:pStyle w:val="TAC"/>
              <w:rPr>
                <w:szCs w:val="18"/>
                <w:lang w:eastAsia="zh-CN"/>
              </w:rPr>
            </w:pPr>
            <w:r>
              <w:rPr>
                <w:rFonts w:hint="eastAsia"/>
                <w:szCs w:val="18"/>
                <w:lang w:eastAsia="zh-CN"/>
              </w:rPr>
              <w:t>40</w:t>
            </w:r>
          </w:p>
        </w:tc>
        <w:tc>
          <w:tcPr>
            <w:tcW w:w="620" w:type="dxa"/>
            <w:tcBorders>
              <w:top w:val="single" w:sz="4" w:space="0" w:color="auto"/>
              <w:left w:val="single" w:sz="4" w:space="0" w:color="auto"/>
              <w:bottom w:val="single" w:sz="4" w:space="0" w:color="auto"/>
              <w:right w:val="single" w:sz="4" w:space="0" w:color="auto"/>
            </w:tcBorders>
          </w:tcPr>
          <w:p w14:paraId="7B9B0409" w14:textId="77777777" w:rsidR="007D68F6" w:rsidRDefault="007D68F6" w:rsidP="005A68FB">
            <w:pPr>
              <w:pStyle w:val="TAC"/>
              <w:rPr>
                <w:rFonts w:cs="Arial"/>
                <w:kern w:val="2"/>
                <w:szCs w:val="18"/>
                <w:lang w:eastAsia="zh-CN"/>
              </w:rPr>
            </w:pPr>
            <w:r>
              <w:rPr>
                <w:rFonts w:cs="Arial" w:hint="eastAsia"/>
                <w:kern w:val="2"/>
                <w:szCs w:val="18"/>
                <w:lang w:eastAsia="zh-CN"/>
              </w:rPr>
              <w:t>50</w:t>
            </w:r>
          </w:p>
        </w:tc>
        <w:tc>
          <w:tcPr>
            <w:tcW w:w="620" w:type="dxa"/>
            <w:tcBorders>
              <w:top w:val="single" w:sz="4" w:space="0" w:color="auto"/>
              <w:left w:val="single" w:sz="4" w:space="0" w:color="auto"/>
              <w:bottom w:val="single" w:sz="4" w:space="0" w:color="auto"/>
              <w:right w:val="single" w:sz="4" w:space="0" w:color="auto"/>
            </w:tcBorders>
          </w:tcPr>
          <w:p w14:paraId="04F6D08C" w14:textId="77777777" w:rsidR="007D68F6" w:rsidRPr="00E062F1" w:rsidRDefault="007D68F6" w:rsidP="005A68FB">
            <w:pPr>
              <w:pStyle w:val="TAC"/>
              <w:rPr>
                <w:szCs w:val="18"/>
                <w:lang w:eastAsia="zh-CN"/>
              </w:rPr>
            </w:pPr>
            <w:r>
              <w:rPr>
                <w:rFonts w:hint="eastAsia"/>
                <w:szCs w:val="18"/>
                <w:lang w:eastAsia="zh-CN"/>
              </w:rPr>
              <w:t>60</w:t>
            </w:r>
          </w:p>
        </w:tc>
        <w:tc>
          <w:tcPr>
            <w:tcW w:w="620" w:type="dxa"/>
            <w:tcBorders>
              <w:top w:val="single" w:sz="4" w:space="0" w:color="auto"/>
              <w:left w:val="single" w:sz="4" w:space="0" w:color="auto"/>
              <w:bottom w:val="single" w:sz="4" w:space="0" w:color="auto"/>
              <w:right w:val="single" w:sz="4" w:space="0" w:color="auto"/>
            </w:tcBorders>
          </w:tcPr>
          <w:p w14:paraId="0BAB4754" w14:textId="77777777" w:rsidR="007D68F6" w:rsidRPr="00E062F1" w:rsidRDefault="007D68F6" w:rsidP="005A68FB">
            <w:pPr>
              <w:pStyle w:val="TAC"/>
              <w:rPr>
                <w:szCs w:val="18"/>
                <w:lang w:eastAsia="zh-CN"/>
              </w:rPr>
            </w:pPr>
            <w:r>
              <w:rPr>
                <w:rFonts w:hint="eastAsia"/>
                <w:szCs w:val="18"/>
                <w:lang w:eastAsia="zh-CN"/>
              </w:rPr>
              <w:t>80</w:t>
            </w:r>
          </w:p>
        </w:tc>
        <w:tc>
          <w:tcPr>
            <w:tcW w:w="620" w:type="dxa"/>
            <w:tcBorders>
              <w:top w:val="single" w:sz="4" w:space="0" w:color="auto"/>
              <w:left w:val="single" w:sz="4" w:space="0" w:color="auto"/>
              <w:bottom w:val="single" w:sz="4" w:space="0" w:color="auto"/>
              <w:right w:val="single" w:sz="4" w:space="0" w:color="auto"/>
            </w:tcBorders>
          </w:tcPr>
          <w:p w14:paraId="44DC2B65" w14:textId="77777777" w:rsidR="007D68F6" w:rsidRPr="00E062F1" w:rsidRDefault="007D68F6" w:rsidP="005A68FB">
            <w:pPr>
              <w:pStyle w:val="TAC"/>
              <w:rPr>
                <w:szCs w:val="18"/>
              </w:rPr>
            </w:pPr>
          </w:p>
        </w:tc>
        <w:tc>
          <w:tcPr>
            <w:tcW w:w="620" w:type="dxa"/>
            <w:tcBorders>
              <w:top w:val="single" w:sz="4" w:space="0" w:color="auto"/>
              <w:left w:val="single" w:sz="4" w:space="0" w:color="auto"/>
              <w:bottom w:val="single" w:sz="4" w:space="0" w:color="auto"/>
              <w:right w:val="single" w:sz="4" w:space="0" w:color="auto"/>
            </w:tcBorders>
          </w:tcPr>
          <w:p w14:paraId="4D799F47" w14:textId="77777777" w:rsidR="007D68F6" w:rsidRDefault="007D68F6" w:rsidP="005A68FB">
            <w:pPr>
              <w:pStyle w:val="TAC"/>
              <w:rPr>
                <w:rFonts w:cs="Arial"/>
                <w:kern w:val="2"/>
                <w:szCs w:val="18"/>
                <w:lang w:eastAsia="zh-CN"/>
              </w:rPr>
            </w:pPr>
            <w:r>
              <w:rPr>
                <w:rFonts w:cs="Arial" w:hint="eastAsia"/>
                <w:kern w:val="2"/>
                <w:szCs w:val="18"/>
                <w:lang w:eastAsia="zh-CN"/>
              </w:rPr>
              <w:t>100</w:t>
            </w:r>
          </w:p>
        </w:tc>
        <w:tc>
          <w:tcPr>
            <w:tcW w:w="620" w:type="dxa"/>
            <w:tcBorders>
              <w:top w:val="single" w:sz="4" w:space="0" w:color="auto"/>
              <w:left w:val="single" w:sz="4" w:space="0" w:color="auto"/>
              <w:bottom w:val="single" w:sz="4" w:space="0" w:color="auto"/>
              <w:right w:val="single" w:sz="4" w:space="0" w:color="auto"/>
            </w:tcBorders>
          </w:tcPr>
          <w:p w14:paraId="4DE03B9C" w14:textId="77777777" w:rsidR="007D68F6" w:rsidRDefault="007D68F6" w:rsidP="005A68FB">
            <w:pPr>
              <w:pStyle w:val="TAC"/>
              <w:rPr>
                <w:rFonts w:cs="Arial"/>
                <w:kern w:val="2"/>
                <w:szCs w:val="18"/>
                <w:lang w:eastAsia="zh-CN"/>
              </w:rPr>
            </w:pPr>
          </w:p>
        </w:tc>
        <w:tc>
          <w:tcPr>
            <w:tcW w:w="621" w:type="dxa"/>
            <w:tcBorders>
              <w:top w:val="single" w:sz="4" w:space="0" w:color="auto"/>
              <w:left w:val="single" w:sz="4" w:space="0" w:color="auto"/>
              <w:bottom w:val="single" w:sz="4" w:space="0" w:color="auto"/>
              <w:right w:val="single" w:sz="4" w:space="0" w:color="auto"/>
            </w:tcBorders>
          </w:tcPr>
          <w:p w14:paraId="2E5BC131" w14:textId="77777777" w:rsidR="007D68F6" w:rsidRDefault="007D68F6" w:rsidP="005A68FB">
            <w:pPr>
              <w:pStyle w:val="TAC"/>
              <w:rPr>
                <w:rFonts w:cs="Arial"/>
                <w:kern w:val="2"/>
                <w:szCs w:val="18"/>
                <w:lang w:eastAsia="zh-CN"/>
              </w:rPr>
            </w:pPr>
          </w:p>
        </w:tc>
        <w:tc>
          <w:tcPr>
            <w:tcW w:w="1330" w:type="dxa"/>
            <w:tcBorders>
              <w:top w:val="nil"/>
              <w:left w:val="single" w:sz="4" w:space="0" w:color="auto"/>
              <w:bottom w:val="nil"/>
              <w:right w:val="single" w:sz="4" w:space="0" w:color="auto"/>
            </w:tcBorders>
            <w:shd w:val="clear" w:color="auto" w:fill="auto"/>
          </w:tcPr>
          <w:p w14:paraId="110F2F66" w14:textId="77777777" w:rsidR="007D68F6" w:rsidRPr="00E062F1" w:rsidRDefault="007D68F6" w:rsidP="005A68FB">
            <w:pPr>
              <w:pStyle w:val="TAC"/>
            </w:pPr>
          </w:p>
        </w:tc>
      </w:tr>
      <w:tr w:rsidR="007D68F6" w:rsidRPr="00E062F1" w14:paraId="4AF06FCC" w14:textId="77777777" w:rsidTr="001F2838">
        <w:trPr>
          <w:trHeight w:val="187"/>
          <w:jc w:val="center"/>
        </w:trPr>
        <w:tc>
          <w:tcPr>
            <w:tcW w:w="1650" w:type="dxa"/>
            <w:tcBorders>
              <w:top w:val="nil"/>
              <w:left w:val="single" w:sz="4" w:space="0" w:color="auto"/>
              <w:right w:val="single" w:sz="4" w:space="0" w:color="auto"/>
            </w:tcBorders>
            <w:shd w:val="clear" w:color="auto" w:fill="auto"/>
          </w:tcPr>
          <w:p w14:paraId="4791E33C" w14:textId="77777777" w:rsidR="007D68F6" w:rsidRPr="00E062F1" w:rsidRDefault="007D68F6" w:rsidP="005A68FB">
            <w:pPr>
              <w:pStyle w:val="TAC"/>
              <w:rPr>
                <w:szCs w:val="18"/>
              </w:rPr>
            </w:pPr>
          </w:p>
        </w:tc>
        <w:tc>
          <w:tcPr>
            <w:tcW w:w="1738" w:type="dxa"/>
            <w:tcBorders>
              <w:top w:val="nil"/>
              <w:left w:val="single" w:sz="4" w:space="0" w:color="auto"/>
              <w:right w:val="single" w:sz="4" w:space="0" w:color="auto"/>
            </w:tcBorders>
            <w:shd w:val="clear" w:color="auto" w:fill="auto"/>
          </w:tcPr>
          <w:p w14:paraId="42C74040" w14:textId="77777777" w:rsidR="007D68F6" w:rsidRPr="00E062F1" w:rsidRDefault="007D68F6" w:rsidP="005A68FB">
            <w:pPr>
              <w:pStyle w:val="TAC"/>
              <w:rPr>
                <w:szCs w:val="18"/>
              </w:rPr>
            </w:pPr>
          </w:p>
        </w:tc>
        <w:tc>
          <w:tcPr>
            <w:tcW w:w="668" w:type="dxa"/>
            <w:tcBorders>
              <w:left w:val="single" w:sz="4" w:space="0" w:color="auto"/>
              <w:right w:val="single" w:sz="4" w:space="0" w:color="auto"/>
            </w:tcBorders>
          </w:tcPr>
          <w:p w14:paraId="70F8ADB7" w14:textId="77777777" w:rsidR="007D68F6" w:rsidRPr="00E062F1" w:rsidRDefault="007D68F6" w:rsidP="005A68FB">
            <w:pPr>
              <w:pStyle w:val="TAC"/>
            </w:pPr>
            <w:r w:rsidRPr="00E062F1">
              <w:t>n257</w:t>
            </w:r>
          </w:p>
        </w:tc>
        <w:tc>
          <w:tcPr>
            <w:tcW w:w="8681" w:type="dxa"/>
            <w:gridSpan w:val="14"/>
            <w:tcBorders>
              <w:top w:val="single" w:sz="4" w:space="0" w:color="auto"/>
              <w:left w:val="single" w:sz="4" w:space="0" w:color="auto"/>
              <w:bottom w:val="single" w:sz="4" w:space="0" w:color="auto"/>
              <w:right w:val="single" w:sz="4" w:space="0" w:color="auto"/>
            </w:tcBorders>
          </w:tcPr>
          <w:p w14:paraId="0F2D36DA" w14:textId="3717B2CE" w:rsidR="007D68F6" w:rsidRPr="00E062F1" w:rsidRDefault="007D68F6" w:rsidP="005A68FB">
            <w:pPr>
              <w:pStyle w:val="TAC"/>
            </w:pPr>
            <w:r w:rsidRPr="00E062F1">
              <w:t>See CA_n257G, n257H, and n257I in Table 5.5A.1-1 in TS 38.101-2</w:t>
            </w:r>
          </w:p>
        </w:tc>
        <w:tc>
          <w:tcPr>
            <w:tcW w:w="1330" w:type="dxa"/>
            <w:tcBorders>
              <w:top w:val="nil"/>
              <w:left w:val="single" w:sz="4" w:space="0" w:color="auto"/>
              <w:right w:val="single" w:sz="4" w:space="0" w:color="auto"/>
            </w:tcBorders>
            <w:shd w:val="clear" w:color="auto" w:fill="auto"/>
          </w:tcPr>
          <w:p w14:paraId="549DF5ED" w14:textId="77777777" w:rsidR="007D68F6" w:rsidRPr="00E062F1" w:rsidRDefault="007D68F6" w:rsidP="005A68FB">
            <w:pPr>
              <w:pStyle w:val="TAC"/>
            </w:pPr>
          </w:p>
        </w:tc>
      </w:tr>
      <w:tr w:rsidR="007D68F6" w:rsidRPr="00E062F1" w14:paraId="3C97D6F8" w14:textId="77777777" w:rsidTr="001F2838">
        <w:trPr>
          <w:trHeight w:val="187"/>
          <w:jc w:val="center"/>
        </w:trPr>
        <w:tc>
          <w:tcPr>
            <w:tcW w:w="14067" w:type="dxa"/>
            <w:gridSpan w:val="18"/>
            <w:tcBorders>
              <w:left w:val="single" w:sz="4" w:space="0" w:color="auto"/>
              <w:right w:val="single" w:sz="4" w:space="0" w:color="auto"/>
            </w:tcBorders>
          </w:tcPr>
          <w:p w14:paraId="1EEE71FE" w14:textId="3989C396" w:rsidR="007D68F6" w:rsidRPr="00E062F1" w:rsidRDefault="007D68F6" w:rsidP="007D68F6">
            <w:pPr>
              <w:pStyle w:val="TAN"/>
            </w:pPr>
            <w:r>
              <w:t>NOTE 1:</w:t>
            </w:r>
            <w:r>
              <w:rPr>
                <w:rFonts w:eastAsia="Yu Mincho"/>
              </w:rPr>
              <w:t xml:space="preserve"> </w:t>
            </w:r>
            <w:r>
              <w:rPr>
                <w:rFonts w:eastAsia="Yu Mincho"/>
              </w:rPr>
              <w:tab/>
              <w:t xml:space="preserve">The SCS of each </w:t>
            </w:r>
            <w:r>
              <w:t>channel bandwidth for NR FR1 and NR FR2 band refers to Table 5.3.5-1 of TS 38.101-1 and TS 38.101-2 respectively.</w:t>
            </w:r>
          </w:p>
        </w:tc>
      </w:tr>
    </w:tbl>
    <w:p w14:paraId="727AA387" w14:textId="11C0181A" w:rsidR="007019B8" w:rsidRPr="00E062F1" w:rsidRDefault="007019B8" w:rsidP="00203397"/>
    <w:p w14:paraId="3287FEED" w14:textId="77777777" w:rsidR="00D86DBD" w:rsidRPr="00E062F1" w:rsidRDefault="00D86DBD" w:rsidP="00D86DBD">
      <w:pPr>
        <w:pStyle w:val="TH"/>
      </w:pPr>
      <w:r w:rsidRPr="00E062F1">
        <w:lastRenderedPageBreak/>
        <w:t>Table 5.5</w:t>
      </w:r>
      <w:r w:rsidRPr="00E062F1">
        <w:rPr>
          <w:lang w:eastAsia="zh-CN"/>
        </w:rPr>
        <w:t>A.1</w:t>
      </w:r>
      <w:r w:rsidRPr="00E062F1">
        <w:t>-</w:t>
      </w:r>
      <w:r w:rsidRPr="00E062F1">
        <w:rPr>
          <w:lang w:eastAsia="zh-CN"/>
        </w:rPr>
        <w:t>3</w:t>
      </w:r>
      <w:r w:rsidRPr="00E062F1">
        <w:t xml:space="preserve">: Inter-band </w:t>
      </w:r>
      <w:r w:rsidRPr="00E062F1">
        <w:rPr>
          <w:lang w:eastAsia="zh-CN"/>
        </w:rPr>
        <w:t>CA</w:t>
      </w:r>
      <w:r w:rsidRPr="00E062F1">
        <w:t xml:space="preserve"> configurations and bandwi</w:t>
      </w:r>
      <w:r w:rsidRPr="00E062F1">
        <w:rPr>
          <w:lang w:eastAsia="zh-CN"/>
        </w:rPr>
        <w:t>d</w:t>
      </w:r>
      <w:r w:rsidRPr="00E062F1">
        <w:t>th combination sets between FR1 and FR2 (four bands)</w:t>
      </w:r>
    </w:p>
    <w:tbl>
      <w:tblPr>
        <w:tblW w:w="13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4"/>
        <w:gridCol w:w="1634"/>
        <w:gridCol w:w="663"/>
        <w:gridCol w:w="610"/>
        <w:gridCol w:w="610"/>
        <w:gridCol w:w="610"/>
        <w:gridCol w:w="610"/>
        <w:gridCol w:w="610"/>
        <w:gridCol w:w="610"/>
        <w:gridCol w:w="610"/>
        <w:gridCol w:w="610"/>
        <w:gridCol w:w="610"/>
        <w:gridCol w:w="619"/>
        <w:gridCol w:w="618"/>
        <w:gridCol w:w="614"/>
        <w:gridCol w:w="618"/>
        <w:gridCol w:w="622"/>
        <w:gridCol w:w="1286"/>
      </w:tblGrid>
      <w:tr w:rsidR="008F1EC7" w:rsidRPr="00E062F1" w14:paraId="75992BB6" w14:textId="77777777" w:rsidTr="008F1EC7">
        <w:trPr>
          <w:trHeight w:val="552"/>
          <w:tblHeader/>
          <w:jc w:val="center"/>
        </w:trPr>
        <w:tc>
          <w:tcPr>
            <w:tcW w:w="1634" w:type="dxa"/>
            <w:tcBorders>
              <w:top w:val="single" w:sz="4" w:space="0" w:color="auto"/>
              <w:left w:val="single" w:sz="4" w:space="0" w:color="auto"/>
              <w:bottom w:val="nil"/>
              <w:right w:val="single" w:sz="4" w:space="0" w:color="auto"/>
            </w:tcBorders>
            <w:shd w:val="clear" w:color="auto" w:fill="auto"/>
          </w:tcPr>
          <w:p w14:paraId="513DD13C" w14:textId="77777777" w:rsidR="008F1EC7" w:rsidRPr="00E062F1" w:rsidRDefault="008F1EC7" w:rsidP="007D68F6">
            <w:pPr>
              <w:pStyle w:val="TAH"/>
            </w:pPr>
            <w:r w:rsidRPr="00E062F1">
              <w:lastRenderedPageBreak/>
              <w:t>NR CA configuration</w:t>
            </w:r>
          </w:p>
        </w:tc>
        <w:tc>
          <w:tcPr>
            <w:tcW w:w="1634" w:type="dxa"/>
            <w:tcBorders>
              <w:top w:val="single" w:sz="4" w:space="0" w:color="auto"/>
              <w:left w:val="single" w:sz="4" w:space="0" w:color="auto"/>
              <w:bottom w:val="nil"/>
              <w:right w:val="single" w:sz="4" w:space="0" w:color="auto"/>
            </w:tcBorders>
            <w:shd w:val="clear" w:color="auto" w:fill="auto"/>
          </w:tcPr>
          <w:p w14:paraId="4B90C3D0" w14:textId="77777777" w:rsidR="008F1EC7" w:rsidRPr="00E062F1" w:rsidRDefault="008F1EC7" w:rsidP="007D68F6">
            <w:pPr>
              <w:pStyle w:val="TAH"/>
              <w:rPr>
                <w:lang w:eastAsia="zh-CN"/>
              </w:rPr>
            </w:pPr>
            <w:r w:rsidRPr="00E062F1">
              <w:rPr>
                <w:lang w:eastAsia="zh-CN"/>
              </w:rPr>
              <w:t>Uplink configuration</w:t>
            </w:r>
          </w:p>
        </w:tc>
        <w:tc>
          <w:tcPr>
            <w:tcW w:w="663" w:type="dxa"/>
            <w:tcBorders>
              <w:top w:val="single" w:sz="4" w:space="0" w:color="auto"/>
              <w:left w:val="single" w:sz="4" w:space="0" w:color="auto"/>
              <w:bottom w:val="nil"/>
              <w:right w:val="single" w:sz="4" w:space="0" w:color="auto"/>
            </w:tcBorders>
            <w:shd w:val="clear" w:color="auto" w:fill="auto"/>
          </w:tcPr>
          <w:p w14:paraId="0BB4D450" w14:textId="77777777" w:rsidR="008F1EC7" w:rsidRPr="00E062F1" w:rsidRDefault="008F1EC7" w:rsidP="007D68F6">
            <w:pPr>
              <w:pStyle w:val="TAH"/>
            </w:pPr>
            <w:r w:rsidRPr="00E062F1">
              <w:t>NR Band</w:t>
            </w:r>
          </w:p>
        </w:tc>
        <w:tc>
          <w:tcPr>
            <w:tcW w:w="8581" w:type="dxa"/>
            <w:gridSpan w:val="14"/>
            <w:tcBorders>
              <w:top w:val="single" w:sz="4" w:space="0" w:color="auto"/>
              <w:left w:val="single" w:sz="4" w:space="0" w:color="auto"/>
              <w:bottom w:val="single" w:sz="4" w:space="0" w:color="auto"/>
              <w:right w:val="single" w:sz="4" w:space="0" w:color="auto"/>
            </w:tcBorders>
          </w:tcPr>
          <w:p w14:paraId="3341BB0F" w14:textId="1610142D" w:rsidR="008F1EC7" w:rsidRPr="00E062F1" w:rsidRDefault="008F1EC7" w:rsidP="007D68F6">
            <w:pPr>
              <w:pStyle w:val="TAH"/>
              <w:rPr>
                <w:lang w:eastAsia="zh-CN"/>
              </w:rPr>
            </w:pPr>
            <w:r>
              <w:rPr>
                <w:rFonts w:hint="eastAsia"/>
                <w:lang w:eastAsia="zh-CN"/>
              </w:rPr>
              <w:t>C</w:t>
            </w:r>
            <w:r>
              <w:rPr>
                <w:lang w:eastAsia="zh-CN"/>
              </w:rPr>
              <w:t>hannel bandwidth (MHz) (</w:t>
            </w:r>
            <w:r>
              <w:rPr>
                <w:rFonts w:hint="eastAsia"/>
                <w:lang w:eastAsia="zh-CN"/>
              </w:rPr>
              <w:t>N</w:t>
            </w:r>
            <w:r>
              <w:rPr>
                <w:lang w:eastAsia="zh-CN"/>
              </w:rPr>
              <w:t>OTE 1)</w:t>
            </w:r>
          </w:p>
        </w:tc>
        <w:tc>
          <w:tcPr>
            <w:tcW w:w="1286" w:type="dxa"/>
            <w:tcBorders>
              <w:top w:val="single" w:sz="4" w:space="0" w:color="auto"/>
              <w:left w:val="single" w:sz="4" w:space="0" w:color="auto"/>
              <w:bottom w:val="nil"/>
              <w:right w:val="single" w:sz="4" w:space="0" w:color="auto"/>
            </w:tcBorders>
            <w:shd w:val="clear" w:color="auto" w:fill="auto"/>
          </w:tcPr>
          <w:p w14:paraId="7BB1F88D" w14:textId="77777777" w:rsidR="008F1EC7" w:rsidRPr="00E062F1" w:rsidRDefault="008F1EC7" w:rsidP="007D68F6">
            <w:pPr>
              <w:pStyle w:val="TAH"/>
            </w:pPr>
            <w:r w:rsidRPr="00E062F1">
              <w:t>Bandwidth combination set</w:t>
            </w:r>
          </w:p>
        </w:tc>
      </w:tr>
      <w:tr w:rsidR="008F1EC7" w:rsidRPr="00E062F1" w14:paraId="4DF01EAE" w14:textId="77777777" w:rsidTr="008F1EC7">
        <w:trPr>
          <w:trHeight w:val="132"/>
          <w:tblHeader/>
          <w:jc w:val="center"/>
        </w:trPr>
        <w:tc>
          <w:tcPr>
            <w:tcW w:w="1634" w:type="dxa"/>
            <w:tcBorders>
              <w:top w:val="nil"/>
              <w:left w:val="single" w:sz="4" w:space="0" w:color="auto"/>
              <w:bottom w:val="single" w:sz="4" w:space="0" w:color="auto"/>
              <w:right w:val="single" w:sz="4" w:space="0" w:color="auto"/>
            </w:tcBorders>
            <w:shd w:val="clear" w:color="auto" w:fill="auto"/>
          </w:tcPr>
          <w:p w14:paraId="102ED3F0" w14:textId="77777777" w:rsidR="008F1EC7" w:rsidRPr="00E062F1" w:rsidRDefault="008F1EC7" w:rsidP="007D68F6">
            <w:pPr>
              <w:pStyle w:val="TAC"/>
            </w:pPr>
          </w:p>
        </w:tc>
        <w:tc>
          <w:tcPr>
            <w:tcW w:w="1634" w:type="dxa"/>
            <w:tcBorders>
              <w:top w:val="nil"/>
              <w:left w:val="single" w:sz="4" w:space="0" w:color="auto"/>
              <w:bottom w:val="single" w:sz="4" w:space="0" w:color="auto"/>
              <w:right w:val="single" w:sz="4" w:space="0" w:color="auto"/>
            </w:tcBorders>
            <w:shd w:val="clear" w:color="auto" w:fill="auto"/>
          </w:tcPr>
          <w:p w14:paraId="6F856A89" w14:textId="77777777" w:rsidR="008F1EC7" w:rsidRPr="00E062F1" w:rsidRDefault="008F1EC7" w:rsidP="007D68F6">
            <w:pPr>
              <w:pStyle w:val="TAC"/>
              <w:rPr>
                <w:lang w:eastAsia="zh-CN"/>
              </w:rPr>
            </w:pPr>
          </w:p>
        </w:tc>
        <w:tc>
          <w:tcPr>
            <w:tcW w:w="663" w:type="dxa"/>
            <w:tcBorders>
              <w:top w:val="nil"/>
              <w:left w:val="single" w:sz="4" w:space="0" w:color="auto"/>
              <w:bottom w:val="single" w:sz="4" w:space="0" w:color="auto"/>
              <w:right w:val="single" w:sz="4" w:space="0" w:color="auto"/>
            </w:tcBorders>
            <w:shd w:val="clear" w:color="auto" w:fill="auto"/>
          </w:tcPr>
          <w:p w14:paraId="6C550D7E"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8CB36A0" w14:textId="41756C8C" w:rsidR="008F1EC7" w:rsidRPr="00E062F1" w:rsidRDefault="008F1EC7" w:rsidP="007D68F6">
            <w:pPr>
              <w:pStyle w:val="TAC"/>
            </w:pPr>
            <w:r w:rsidRPr="00E062F1">
              <w:t>5</w:t>
            </w:r>
          </w:p>
        </w:tc>
        <w:tc>
          <w:tcPr>
            <w:tcW w:w="610" w:type="dxa"/>
            <w:tcBorders>
              <w:top w:val="single" w:sz="4" w:space="0" w:color="auto"/>
              <w:left w:val="single" w:sz="4" w:space="0" w:color="auto"/>
              <w:bottom w:val="single" w:sz="4" w:space="0" w:color="auto"/>
              <w:right w:val="single" w:sz="4" w:space="0" w:color="auto"/>
            </w:tcBorders>
          </w:tcPr>
          <w:p w14:paraId="22D4F601" w14:textId="24D1E078" w:rsidR="008F1EC7" w:rsidRPr="00E062F1" w:rsidRDefault="008F1EC7" w:rsidP="007D68F6">
            <w:pPr>
              <w:pStyle w:val="TAC"/>
            </w:pPr>
            <w:r w:rsidRPr="00E062F1">
              <w:t>10</w:t>
            </w:r>
          </w:p>
        </w:tc>
        <w:tc>
          <w:tcPr>
            <w:tcW w:w="610" w:type="dxa"/>
            <w:tcBorders>
              <w:top w:val="single" w:sz="4" w:space="0" w:color="auto"/>
              <w:left w:val="single" w:sz="4" w:space="0" w:color="auto"/>
              <w:bottom w:val="single" w:sz="4" w:space="0" w:color="auto"/>
              <w:right w:val="single" w:sz="4" w:space="0" w:color="auto"/>
            </w:tcBorders>
          </w:tcPr>
          <w:p w14:paraId="78C64C63" w14:textId="02BBE4A6" w:rsidR="008F1EC7" w:rsidRPr="00E062F1" w:rsidRDefault="008F1EC7" w:rsidP="007D68F6">
            <w:pPr>
              <w:pStyle w:val="TAC"/>
            </w:pPr>
            <w:r w:rsidRPr="00E062F1">
              <w:t>15</w:t>
            </w:r>
          </w:p>
        </w:tc>
        <w:tc>
          <w:tcPr>
            <w:tcW w:w="610" w:type="dxa"/>
            <w:tcBorders>
              <w:top w:val="single" w:sz="4" w:space="0" w:color="auto"/>
              <w:left w:val="single" w:sz="4" w:space="0" w:color="auto"/>
              <w:bottom w:val="single" w:sz="4" w:space="0" w:color="auto"/>
              <w:right w:val="single" w:sz="4" w:space="0" w:color="auto"/>
            </w:tcBorders>
          </w:tcPr>
          <w:p w14:paraId="04A1E349" w14:textId="0469163D" w:rsidR="008F1EC7" w:rsidRPr="00E062F1" w:rsidRDefault="008F1EC7" w:rsidP="007D68F6">
            <w:pPr>
              <w:pStyle w:val="TAC"/>
            </w:pPr>
            <w:r w:rsidRPr="00E062F1">
              <w:t>20</w:t>
            </w:r>
          </w:p>
        </w:tc>
        <w:tc>
          <w:tcPr>
            <w:tcW w:w="610" w:type="dxa"/>
            <w:tcBorders>
              <w:top w:val="single" w:sz="4" w:space="0" w:color="auto"/>
              <w:left w:val="single" w:sz="4" w:space="0" w:color="auto"/>
              <w:bottom w:val="single" w:sz="4" w:space="0" w:color="auto"/>
              <w:right w:val="single" w:sz="4" w:space="0" w:color="auto"/>
            </w:tcBorders>
          </w:tcPr>
          <w:p w14:paraId="7879E825" w14:textId="27B2C963" w:rsidR="008F1EC7" w:rsidRPr="00E062F1" w:rsidRDefault="008F1EC7" w:rsidP="007D68F6">
            <w:pPr>
              <w:pStyle w:val="TAC"/>
            </w:pPr>
            <w:r w:rsidRPr="00E062F1">
              <w:rPr>
                <w:lang w:eastAsia="zh-CN"/>
              </w:rPr>
              <w:t>25</w:t>
            </w:r>
          </w:p>
        </w:tc>
        <w:tc>
          <w:tcPr>
            <w:tcW w:w="610" w:type="dxa"/>
            <w:tcBorders>
              <w:top w:val="single" w:sz="4" w:space="0" w:color="auto"/>
              <w:left w:val="single" w:sz="4" w:space="0" w:color="auto"/>
              <w:bottom w:val="single" w:sz="4" w:space="0" w:color="auto"/>
              <w:right w:val="single" w:sz="4" w:space="0" w:color="auto"/>
            </w:tcBorders>
          </w:tcPr>
          <w:p w14:paraId="5E897508" w14:textId="2CEE4311" w:rsidR="008F1EC7" w:rsidRPr="00E062F1" w:rsidRDefault="008F1EC7" w:rsidP="007D68F6">
            <w:pPr>
              <w:pStyle w:val="TAC"/>
            </w:pPr>
            <w:r w:rsidRPr="00E062F1">
              <w:rPr>
                <w:lang w:eastAsia="zh-CN"/>
              </w:rPr>
              <w:t>30</w:t>
            </w:r>
          </w:p>
        </w:tc>
        <w:tc>
          <w:tcPr>
            <w:tcW w:w="610" w:type="dxa"/>
            <w:tcBorders>
              <w:top w:val="single" w:sz="4" w:space="0" w:color="auto"/>
              <w:left w:val="single" w:sz="4" w:space="0" w:color="auto"/>
              <w:bottom w:val="single" w:sz="4" w:space="0" w:color="auto"/>
              <w:right w:val="single" w:sz="4" w:space="0" w:color="auto"/>
            </w:tcBorders>
          </w:tcPr>
          <w:p w14:paraId="0A10F3BF" w14:textId="625EEAA0" w:rsidR="008F1EC7" w:rsidRPr="00E062F1" w:rsidRDefault="008F1EC7" w:rsidP="007D68F6">
            <w:pPr>
              <w:pStyle w:val="TAC"/>
            </w:pPr>
            <w:r w:rsidRPr="00E062F1">
              <w:t>40</w:t>
            </w:r>
          </w:p>
        </w:tc>
        <w:tc>
          <w:tcPr>
            <w:tcW w:w="610" w:type="dxa"/>
            <w:tcBorders>
              <w:top w:val="single" w:sz="4" w:space="0" w:color="auto"/>
              <w:left w:val="single" w:sz="4" w:space="0" w:color="auto"/>
              <w:bottom w:val="single" w:sz="4" w:space="0" w:color="auto"/>
              <w:right w:val="single" w:sz="4" w:space="0" w:color="auto"/>
            </w:tcBorders>
          </w:tcPr>
          <w:p w14:paraId="5254CD7E" w14:textId="58148965" w:rsidR="008F1EC7" w:rsidRPr="00E062F1" w:rsidRDefault="008F1EC7" w:rsidP="007D68F6">
            <w:pPr>
              <w:pStyle w:val="TAC"/>
            </w:pPr>
            <w:r w:rsidRPr="00E062F1">
              <w:t>50</w:t>
            </w:r>
          </w:p>
        </w:tc>
        <w:tc>
          <w:tcPr>
            <w:tcW w:w="610" w:type="dxa"/>
            <w:tcBorders>
              <w:top w:val="single" w:sz="4" w:space="0" w:color="auto"/>
              <w:left w:val="single" w:sz="4" w:space="0" w:color="auto"/>
              <w:bottom w:val="single" w:sz="4" w:space="0" w:color="auto"/>
              <w:right w:val="single" w:sz="4" w:space="0" w:color="auto"/>
            </w:tcBorders>
          </w:tcPr>
          <w:p w14:paraId="5ECE3788" w14:textId="277927BB" w:rsidR="008F1EC7" w:rsidRPr="00E062F1" w:rsidRDefault="008F1EC7" w:rsidP="007D68F6">
            <w:pPr>
              <w:pStyle w:val="TAC"/>
            </w:pPr>
            <w:r w:rsidRPr="00E062F1">
              <w:t>60</w:t>
            </w:r>
          </w:p>
        </w:tc>
        <w:tc>
          <w:tcPr>
            <w:tcW w:w="619" w:type="dxa"/>
            <w:tcBorders>
              <w:top w:val="single" w:sz="4" w:space="0" w:color="auto"/>
              <w:left w:val="single" w:sz="4" w:space="0" w:color="auto"/>
              <w:bottom w:val="single" w:sz="4" w:space="0" w:color="auto"/>
              <w:right w:val="single" w:sz="4" w:space="0" w:color="auto"/>
            </w:tcBorders>
          </w:tcPr>
          <w:p w14:paraId="206872C8" w14:textId="10000286" w:rsidR="008F1EC7" w:rsidRPr="00E062F1" w:rsidRDefault="008F1EC7" w:rsidP="007D68F6">
            <w:pPr>
              <w:pStyle w:val="TAC"/>
            </w:pPr>
            <w:r w:rsidRPr="00E062F1">
              <w:t>80</w:t>
            </w:r>
          </w:p>
        </w:tc>
        <w:tc>
          <w:tcPr>
            <w:tcW w:w="618" w:type="dxa"/>
            <w:tcBorders>
              <w:top w:val="single" w:sz="4" w:space="0" w:color="auto"/>
              <w:left w:val="single" w:sz="4" w:space="0" w:color="auto"/>
              <w:bottom w:val="single" w:sz="4" w:space="0" w:color="auto"/>
              <w:right w:val="single" w:sz="4" w:space="0" w:color="auto"/>
            </w:tcBorders>
          </w:tcPr>
          <w:p w14:paraId="6B0C6A9C" w14:textId="631B8AB8" w:rsidR="008F1EC7" w:rsidRPr="00E062F1" w:rsidRDefault="008F1EC7" w:rsidP="007D68F6">
            <w:pPr>
              <w:pStyle w:val="TAC"/>
            </w:pPr>
            <w:r w:rsidRPr="00E062F1">
              <w:rPr>
                <w:lang w:eastAsia="zh-CN"/>
              </w:rPr>
              <w:t>90</w:t>
            </w:r>
          </w:p>
        </w:tc>
        <w:tc>
          <w:tcPr>
            <w:tcW w:w="614" w:type="dxa"/>
            <w:tcBorders>
              <w:top w:val="single" w:sz="4" w:space="0" w:color="auto"/>
              <w:left w:val="single" w:sz="4" w:space="0" w:color="auto"/>
              <w:bottom w:val="single" w:sz="4" w:space="0" w:color="auto"/>
              <w:right w:val="single" w:sz="4" w:space="0" w:color="auto"/>
            </w:tcBorders>
          </w:tcPr>
          <w:p w14:paraId="5662C1C1" w14:textId="32A59EDE" w:rsidR="008F1EC7" w:rsidRPr="00E062F1" w:rsidRDefault="008F1EC7" w:rsidP="007D68F6">
            <w:pPr>
              <w:pStyle w:val="TAC"/>
            </w:pPr>
            <w:r w:rsidRPr="00E062F1">
              <w:t>100</w:t>
            </w:r>
          </w:p>
        </w:tc>
        <w:tc>
          <w:tcPr>
            <w:tcW w:w="618" w:type="dxa"/>
            <w:tcBorders>
              <w:top w:val="single" w:sz="4" w:space="0" w:color="auto"/>
              <w:left w:val="single" w:sz="4" w:space="0" w:color="auto"/>
              <w:bottom w:val="single" w:sz="4" w:space="0" w:color="auto"/>
              <w:right w:val="single" w:sz="4" w:space="0" w:color="auto"/>
            </w:tcBorders>
          </w:tcPr>
          <w:p w14:paraId="25AFF649" w14:textId="16CC8551" w:rsidR="008F1EC7" w:rsidRPr="00E062F1" w:rsidRDefault="008F1EC7" w:rsidP="007D68F6">
            <w:pPr>
              <w:pStyle w:val="TAC"/>
            </w:pPr>
            <w:r w:rsidRPr="00E062F1">
              <w:rPr>
                <w:lang w:eastAsia="zh-CN"/>
              </w:rPr>
              <w:t>200</w:t>
            </w:r>
          </w:p>
        </w:tc>
        <w:tc>
          <w:tcPr>
            <w:tcW w:w="622" w:type="dxa"/>
            <w:tcBorders>
              <w:top w:val="single" w:sz="4" w:space="0" w:color="auto"/>
              <w:left w:val="single" w:sz="4" w:space="0" w:color="auto"/>
              <w:bottom w:val="single" w:sz="4" w:space="0" w:color="auto"/>
              <w:right w:val="single" w:sz="4" w:space="0" w:color="auto"/>
            </w:tcBorders>
          </w:tcPr>
          <w:p w14:paraId="6A881AF2" w14:textId="3F231FA9" w:rsidR="008F1EC7" w:rsidRPr="00E062F1" w:rsidRDefault="008F1EC7" w:rsidP="007D68F6">
            <w:pPr>
              <w:pStyle w:val="TAC"/>
            </w:pPr>
            <w:r w:rsidRPr="00E062F1">
              <w:rPr>
                <w:lang w:eastAsia="zh-CN"/>
              </w:rPr>
              <w:t>4</w:t>
            </w:r>
            <w:r w:rsidRPr="00E062F1">
              <w:t>00</w:t>
            </w:r>
          </w:p>
        </w:tc>
        <w:tc>
          <w:tcPr>
            <w:tcW w:w="1286" w:type="dxa"/>
            <w:tcBorders>
              <w:top w:val="nil"/>
              <w:left w:val="single" w:sz="4" w:space="0" w:color="auto"/>
              <w:bottom w:val="single" w:sz="4" w:space="0" w:color="auto"/>
              <w:right w:val="single" w:sz="4" w:space="0" w:color="auto"/>
            </w:tcBorders>
            <w:shd w:val="clear" w:color="auto" w:fill="auto"/>
          </w:tcPr>
          <w:p w14:paraId="027E9A3F" w14:textId="77777777" w:rsidR="008F1EC7" w:rsidRPr="00E062F1" w:rsidRDefault="008F1EC7" w:rsidP="007D68F6">
            <w:pPr>
              <w:pStyle w:val="TAC"/>
            </w:pPr>
          </w:p>
        </w:tc>
      </w:tr>
      <w:tr w:rsidR="008F1EC7" w:rsidRPr="00E062F1" w14:paraId="4AA400CD" w14:textId="77777777" w:rsidTr="008F1EC7">
        <w:trPr>
          <w:trHeight w:val="125"/>
          <w:jc w:val="center"/>
        </w:trPr>
        <w:tc>
          <w:tcPr>
            <w:tcW w:w="1634" w:type="dxa"/>
            <w:tcBorders>
              <w:left w:val="single" w:sz="4" w:space="0" w:color="auto"/>
              <w:bottom w:val="nil"/>
              <w:right w:val="single" w:sz="4" w:space="0" w:color="auto"/>
            </w:tcBorders>
            <w:shd w:val="clear" w:color="auto" w:fill="auto"/>
          </w:tcPr>
          <w:p w14:paraId="4095276C" w14:textId="77777777" w:rsidR="008F1EC7" w:rsidRPr="00E062F1" w:rsidRDefault="008F1EC7" w:rsidP="007D68F6">
            <w:pPr>
              <w:pStyle w:val="TAC"/>
            </w:pPr>
            <w:r w:rsidRPr="00E062F1">
              <w:rPr>
                <w:lang w:eastAsia="zh-CN"/>
              </w:rPr>
              <w:t>CA_n3A-n28A-n77A-n257A</w:t>
            </w:r>
          </w:p>
        </w:tc>
        <w:tc>
          <w:tcPr>
            <w:tcW w:w="1634" w:type="dxa"/>
            <w:tcBorders>
              <w:left w:val="single" w:sz="4" w:space="0" w:color="auto"/>
              <w:bottom w:val="nil"/>
              <w:right w:val="single" w:sz="4" w:space="0" w:color="auto"/>
            </w:tcBorders>
            <w:shd w:val="clear" w:color="auto" w:fill="auto"/>
          </w:tcPr>
          <w:p w14:paraId="351643E2" w14:textId="77777777" w:rsidR="008F1EC7" w:rsidRPr="00E062F1" w:rsidRDefault="008F1EC7" w:rsidP="007D68F6">
            <w:pPr>
              <w:pStyle w:val="TAC"/>
            </w:pPr>
            <w:r w:rsidRPr="00E062F1">
              <w:t>-</w:t>
            </w:r>
          </w:p>
        </w:tc>
        <w:tc>
          <w:tcPr>
            <w:tcW w:w="663" w:type="dxa"/>
            <w:tcBorders>
              <w:left w:val="single" w:sz="4" w:space="0" w:color="auto"/>
              <w:bottom w:val="single" w:sz="4" w:space="0" w:color="auto"/>
              <w:right w:val="single" w:sz="4" w:space="0" w:color="auto"/>
            </w:tcBorders>
          </w:tcPr>
          <w:p w14:paraId="3237134A" w14:textId="77777777" w:rsidR="008F1EC7" w:rsidRPr="00E062F1" w:rsidRDefault="008F1EC7" w:rsidP="007D68F6">
            <w:pPr>
              <w:pStyle w:val="TAC"/>
            </w:pPr>
            <w:r w:rsidRPr="00E062F1">
              <w:t>n3</w:t>
            </w:r>
          </w:p>
        </w:tc>
        <w:tc>
          <w:tcPr>
            <w:tcW w:w="610" w:type="dxa"/>
            <w:tcBorders>
              <w:top w:val="single" w:sz="4" w:space="0" w:color="auto"/>
              <w:left w:val="single" w:sz="4" w:space="0" w:color="auto"/>
              <w:bottom w:val="single" w:sz="4" w:space="0" w:color="auto"/>
              <w:right w:val="single" w:sz="4" w:space="0" w:color="auto"/>
            </w:tcBorders>
          </w:tcPr>
          <w:p w14:paraId="3FDA32C1" w14:textId="77777777" w:rsidR="008F1EC7" w:rsidRPr="00E062F1" w:rsidRDefault="008F1EC7" w:rsidP="007D68F6">
            <w:pPr>
              <w:pStyle w:val="TAC"/>
              <w:rPr>
                <w:lang w:eastAsia="zh-CN"/>
              </w:rPr>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30D9FA12"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355B43DB"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0946EEB2"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013FD6BE" w14:textId="77777777" w:rsidR="008F1EC7" w:rsidRPr="00E062F1" w:rsidRDefault="008F1EC7" w:rsidP="007D68F6">
            <w:pPr>
              <w:pStyle w:val="TAC"/>
              <w:rPr>
                <w:lang w:eastAsia="zh-CN"/>
              </w:rPr>
            </w:pPr>
            <w:r>
              <w:rPr>
                <w:rFonts w:hint="eastAsia"/>
                <w:lang w:eastAsia="zh-CN"/>
              </w:rPr>
              <w:t>25</w:t>
            </w:r>
          </w:p>
        </w:tc>
        <w:tc>
          <w:tcPr>
            <w:tcW w:w="610" w:type="dxa"/>
            <w:tcBorders>
              <w:top w:val="single" w:sz="4" w:space="0" w:color="auto"/>
              <w:left w:val="single" w:sz="4" w:space="0" w:color="auto"/>
              <w:bottom w:val="single" w:sz="4" w:space="0" w:color="auto"/>
              <w:right w:val="single" w:sz="4" w:space="0" w:color="auto"/>
            </w:tcBorders>
          </w:tcPr>
          <w:p w14:paraId="091DF3B8" w14:textId="77777777" w:rsidR="008F1EC7" w:rsidRPr="00E062F1" w:rsidRDefault="008F1EC7" w:rsidP="007D68F6">
            <w:pPr>
              <w:pStyle w:val="TAC"/>
              <w:rPr>
                <w:lang w:eastAsia="zh-CN"/>
              </w:rPr>
            </w:pPr>
            <w:r>
              <w:rPr>
                <w:rFonts w:hint="eastAsia"/>
                <w:lang w:eastAsia="zh-CN"/>
              </w:rPr>
              <w:t>30</w:t>
            </w:r>
          </w:p>
        </w:tc>
        <w:tc>
          <w:tcPr>
            <w:tcW w:w="610" w:type="dxa"/>
            <w:tcBorders>
              <w:top w:val="single" w:sz="4" w:space="0" w:color="auto"/>
              <w:left w:val="single" w:sz="4" w:space="0" w:color="auto"/>
              <w:bottom w:val="single" w:sz="4" w:space="0" w:color="auto"/>
              <w:right w:val="single" w:sz="4" w:space="0" w:color="auto"/>
            </w:tcBorders>
          </w:tcPr>
          <w:p w14:paraId="5D1B9244"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5C7176E"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1DA9527"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7998C9DD"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7585152C"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0D8A3CC9"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0B4AB1FB"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4B9A9E2F" w14:textId="77777777" w:rsidR="008F1EC7" w:rsidRPr="00E062F1" w:rsidRDefault="008F1EC7" w:rsidP="007D68F6">
            <w:pPr>
              <w:pStyle w:val="TAC"/>
            </w:pPr>
          </w:p>
        </w:tc>
        <w:tc>
          <w:tcPr>
            <w:tcW w:w="1286" w:type="dxa"/>
            <w:tcBorders>
              <w:left w:val="single" w:sz="4" w:space="0" w:color="auto"/>
              <w:bottom w:val="nil"/>
              <w:right w:val="single" w:sz="4" w:space="0" w:color="auto"/>
            </w:tcBorders>
            <w:shd w:val="clear" w:color="auto" w:fill="auto"/>
          </w:tcPr>
          <w:p w14:paraId="05B34D2A" w14:textId="77777777" w:rsidR="008F1EC7" w:rsidRPr="00E062F1" w:rsidRDefault="008F1EC7" w:rsidP="007D68F6">
            <w:pPr>
              <w:pStyle w:val="TAC"/>
              <w:rPr>
                <w:lang w:eastAsia="zh-CN"/>
              </w:rPr>
            </w:pPr>
            <w:r>
              <w:rPr>
                <w:rFonts w:hint="eastAsia"/>
                <w:lang w:eastAsia="zh-CN"/>
              </w:rPr>
              <w:t>0</w:t>
            </w:r>
          </w:p>
        </w:tc>
      </w:tr>
      <w:tr w:rsidR="008F1EC7" w:rsidRPr="00E062F1" w14:paraId="7EF056E0"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10BF8953" w14:textId="77777777" w:rsidR="008F1EC7" w:rsidRPr="00E062F1" w:rsidRDefault="008F1EC7" w:rsidP="007D68F6">
            <w:pPr>
              <w:pStyle w:val="TAC"/>
            </w:pPr>
          </w:p>
        </w:tc>
        <w:tc>
          <w:tcPr>
            <w:tcW w:w="1634" w:type="dxa"/>
            <w:tcBorders>
              <w:top w:val="nil"/>
              <w:left w:val="single" w:sz="4" w:space="0" w:color="auto"/>
              <w:bottom w:val="nil"/>
              <w:right w:val="single" w:sz="4" w:space="0" w:color="auto"/>
            </w:tcBorders>
            <w:shd w:val="clear" w:color="auto" w:fill="auto"/>
          </w:tcPr>
          <w:p w14:paraId="1F03E841" w14:textId="77777777" w:rsidR="008F1EC7" w:rsidRPr="00E062F1" w:rsidRDefault="008F1EC7" w:rsidP="007D68F6">
            <w:pPr>
              <w:pStyle w:val="TAC"/>
            </w:pPr>
          </w:p>
        </w:tc>
        <w:tc>
          <w:tcPr>
            <w:tcW w:w="663" w:type="dxa"/>
            <w:tcBorders>
              <w:left w:val="single" w:sz="4" w:space="0" w:color="auto"/>
              <w:bottom w:val="single" w:sz="4" w:space="0" w:color="auto"/>
              <w:right w:val="single" w:sz="4" w:space="0" w:color="auto"/>
            </w:tcBorders>
          </w:tcPr>
          <w:p w14:paraId="73F1DACE" w14:textId="77777777" w:rsidR="008F1EC7" w:rsidRPr="00E062F1" w:rsidRDefault="008F1EC7" w:rsidP="007D68F6">
            <w:pPr>
              <w:pStyle w:val="TAC"/>
            </w:pPr>
            <w:r w:rsidRPr="00E062F1">
              <w:t>n28</w:t>
            </w:r>
          </w:p>
        </w:tc>
        <w:tc>
          <w:tcPr>
            <w:tcW w:w="610" w:type="dxa"/>
            <w:tcBorders>
              <w:top w:val="single" w:sz="4" w:space="0" w:color="auto"/>
              <w:left w:val="single" w:sz="4" w:space="0" w:color="auto"/>
              <w:bottom w:val="single" w:sz="4" w:space="0" w:color="auto"/>
              <w:right w:val="single" w:sz="4" w:space="0" w:color="auto"/>
            </w:tcBorders>
          </w:tcPr>
          <w:p w14:paraId="3733FDBB" w14:textId="77777777" w:rsidR="008F1EC7" w:rsidRPr="00E062F1" w:rsidRDefault="008F1EC7" w:rsidP="007D68F6">
            <w:pPr>
              <w:pStyle w:val="TAC"/>
              <w:rPr>
                <w:lang w:eastAsia="zh-CN"/>
              </w:rPr>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6099CC4B"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073F3F87"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2074CF33"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3C3D90FF"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20F06CB1"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28684EA"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3DA5CAD7"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1C637F09"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300D4972"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08C777B4"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6747ED56"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4D68D7E1"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4A2EB232"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7C7711BC" w14:textId="77777777" w:rsidR="008F1EC7" w:rsidRPr="00E062F1" w:rsidRDefault="008F1EC7" w:rsidP="007D68F6">
            <w:pPr>
              <w:pStyle w:val="TAC"/>
            </w:pPr>
          </w:p>
        </w:tc>
      </w:tr>
      <w:tr w:rsidR="008F1EC7" w:rsidRPr="00E062F1" w14:paraId="36C281C2"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6541B9B2" w14:textId="77777777" w:rsidR="008F1EC7" w:rsidRPr="00E062F1" w:rsidRDefault="008F1EC7" w:rsidP="007D68F6">
            <w:pPr>
              <w:pStyle w:val="TAC"/>
            </w:pPr>
          </w:p>
        </w:tc>
        <w:tc>
          <w:tcPr>
            <w:tcW w:w="1634" w:type="dxa"/>
            <w:tcBorders>
              <w:top w:val="nil"/>
              <w:left w:val="single" w:sz="4" w:space="0" w:color="auto"/>
              <w:bottom w:val="nil"/>
              <w:right w:val="single" w:sz="4" w:space="0" w:color="auto"/>
            </w:tcBorders>
            <w:shd w:val="clear" w:color="auto" w:fill="auto"/>
          </w:tcPr>
          <w:p w14:paraId="257DD847" w14:textId="77777777" w:rsidR="008F1EC7" w:rsidRPr="00E062F1" w:rsidRDefault="008F1EC7" w:rsidP="007D68F6">
            <w:pPr>
              <w:pStyle w:val="TAC"/>
            </w:pPr>
          </w:p>
        </w:tc>
        <w:tc>
          <w:tcPr>
            <w:tcW w:w="663" w:type="dxa"/>
            <w:tcBorders>
              <w:left w:val="single" w:sz="4" w:space="0" w:color="auto"/>
              <w:bottom w:val="single" w:sz="4" w:space="0" w:color="auto"/>
              <w:right w:val="single" w:sz="4" w:space="0" w:color="auto"/>
            </w:tcBorders>
          </w:tcPr>
          <w:p w14:paraId="67DEE3DF" w14:textId="77777777" w:rsidR="008F1EC7" w:rsidRPr="00E062F1" w:rsidRDefault="008F1EC7" w:rsidP="007D68F6">
            <w:pPr>
              <w:pStyle w:val="TAC"/>
            </w:pPr>
            <w:r w:rsidRPr="00E062F1">
              <w:t>n77</w:t>
            </w:r>
          </w:p>
        </w:tc>
        <w:tc>
          <w:tcPr>
            <w:tcW w:w="610" w:type="dxa"/>
            <w:tcBorders>
              <w:top w:val="single" w:sz="4" w:space="0" w:color="auto"/>
              <w:left w:val="single" w:sz="4" w:space="0" w:color="auto"/>
              <w:bottom w:val="single" w:sz="4" w:space="0" w:color="auto"/>
              <w:right w:val="single" w:sz="4" w:space="0" w:color="auto"/>
            </w:tcBorders>
          </w:tcPr>
          <w:p w14:paraId="55E9FAFB"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C4E57B6"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3487A381"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52986327"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3B20C076"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72843AEB"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55D53139" w14:textId="77777777" w:rsidR="008F1EC7" w:rsidRPr="00E062F1" w:rsidRDefault="008F1EC7" w:rsidP="007D68F6">
            <w:pPr>
              <w:pStyle w:val="TAC"/>
              <w:rPr>
                <w:lang w:eastAsia="zh-CN"/>
              </w:rPr>
            </w:pPr>
            <w:r>
              <w:rPr>
                <w:rFonts w:hint="eastAsia"/>
                <w:lang w:eastAsia="zh-CN"/>
              </w:rPr>
              <w:t>40</w:t>
            </w:r>
          </w:p>
        </w:tc>
        <w:tc>
          <w:tcPr>
            <w:tcW w:w="610" w:type="dxa"/>
            <w:tcBorders>
              <w:top w:val="single" w:sz="4" w:space="0" w:color="auto"/>
              <w:left w:val="single" w:sz="4" w:space="0" w:color="auto"/>
              <w:bottom w:val="single" w:sz="4" w:space="0" w:color="auto"/>
              <w:right w:val="single" w:sz="4" w:space="0" w:color="auto"/>
            </w:tcBorders>
          </w:tcPr>
          <w:p w14:paraId="6ECE2841" w14:textId="77777777" w:rsidR="008F1EC7" w:rsidRPr="00E062F1" w:rsidRDefault="008F1EC7" w:rsidP="007D68F6">
            <w:pPr>
              <w:pStyle w:val="TAC"/>
              <w:rPr>
                <w:lang w:eastAsia="zh-CN"/>
              </w:rPr>
            </w:pPr>
            <w:r>
              <w:rPr>
                <w:rFonts w:hint="eastAsia"/>
                <w:lang w:eastAsia="zh-CN"/>
              </w:rPr>
              <w:t>50</w:t>
            </w:r>
          </w:p>
        </w:tc>
        <w:tc>
          <w:tcPr>
            <w:tcW w:w="610" w:type="dxa"/>
            <w:tcBorders>
              <w:top w:val="single" w:sz="4" w:space="0" w:color="auto"/>
              <w:left w:val="single" w:sz="4" w:space="0" w:color="auto"/>
              <w:bottom w:val="single" w:sz="4" w:space="0" w:color="auto"/>
              <w:right w:val="single" w:sz="4" w:space="0" w:color="auto"/>
            </w:tcBorders>
          </w:tcPr>
          <w:p w14:paraId="75EB2991" w14:textId="77777777" w:rsidR="008F1EC7" w:rsidRPr="00E062F1" w:rsidRDefault="008F1EC7" w:rsidP="007D68F6">
            <w:pPr>
              <w:pStyle w:val="TAC"/>
              <w:rPr>
                <w:lang w:eastAsia="zh-CN"/>
              </w:rPr>
            </w:pPr>
            <w:r>
              <w:rPr>
                <w:rFonts w:hint="eastAsia"/>
                <w:lang w:eastAsia="zh-CN"/>
              </w:rPr>
              <w:t>60</w:t>
            </w:r>
          </w:p>
        </w:tc>
        <w:tc>
          <w:tcPr>
            <w:tcW w:w="619" w:type="dxa"/>
            <w:tcBorders>
              <w:top w:val="single" w:sz="4" w:space="0" w:color="auto"/>
              <w:left w:val="single" w:sz="4" w:space="0" w:color="auto"/>
              <w:bottom w:val="single" w:sz="4" w:space="0" w:color="auto"/>
              <w:right w:val="single" w:sz="4" w:space="0" w:color="auto"/>
            </w:tcBorders>
          </w:tcPr>
          <w:p w14:paraId="59A68581" w14:textId="77777777" w:rsidR="008F1EC7" w:rsidRPr="00E062F1" w:rsidRDefault="008F1EC7" w:rsidP="007D68F6">
            <w:pPr>
              <w:pStyle w:val="TAC"/>
              <w:rPr>
                <w:lang w:eastAsia="zh-CN"/>
              </w:rPr>
            </w:pPr>
            <w:r>
              <w:rPr>
                <w:rFonts w:hint="eastAsia"/>
                <w:lang w:eastAsia="zh-CN"/>
              </w:rPr>
              <w:t>80</w:t>
            </w:r>
          </w:p>
        </w:tc>
        <w:tc>
          <w:tcPr>
            <w:tcW w:w="618" w:type="dxa"/>
            <w:tcBorders>
              <w:top w:val="single" w:sz="4" w:space="0" w:color="auto"/>
              <w:left w:val="single" w:sz="4" w:space="0" w:color="auto"/>
              <w:bottom w:val="single" w:sz="4" w:space="0" w:color="auto"/>
              <w:right w:val="single" w:sz="4" w:space="0" w:color="auto"/>
            </w:tcBorders>
          </w:tcPr>
          <w:p w14:paraId="645C7A02" w14:textId="77777777" w:rsidR="008F1EC7" w:rsidRPr="00E062F1" w:rsidRDefault="008F1EC7" w:rsidP="007D68F6">
            <w:pPr>
              <w:pStyle w:val="TAC"/>
              <w:rPr>
                <w:lang w:eastAsia="zh-CN"/>
              </w:rPr>
            </w:pPr>
            <w:r>
              <w:rPr>
                <w:rFonts w:hint="eastAsia"/>
                <w:lang w:eastAsia="zh-CN"/>
              </w:rPr>
              <w:t>90</w:t>
            </w:r>
          </w:p>
        </w:tc>
        <w:tc>
          <w:tcPr>
            <w:tcW w:w="614" w:type="dxa"/>
            <w:tcBorders>
              <w:top w:val="single" w:sz="4" w:space="0" w:color="auto"/>
              <w:left w:val="single" w:sz="4" w:space="0" w:color="auto"/>
              <w:bottom w:val="single" w:sz="4" w:space="0" w:color="auto"/>
              <w:right w:val="single" w:sz="4" w:space="0" w:color="auto"/>
            </w:tcBorders>
          </w:tcPr>
          <w:p w14:paraId="4AC177E4" w14:textId="77777777" w:rsidR="008F1EC7" w:rsidRPr="00E062F1" w:rsidRDefault="008F1EC7" w:rsidP="007D68F6">
            <w:pPr>
              <w:pStyle w:val="TAC"/>
              <w:rPr>
                <w:lang w:eastAsia="zh-CN"/>
              </w:rPr>
            </w:pPr>
            <w:r>
              <w:rPr>
                <w:rFonts w:hint="eastAsia"/>
                <w:lang w:eastAsia="zh-CN"/>
              </w:rPr>
              <w:t>100</w:t>
            </w:r>
          </w:p>
        </w:tc>
        <w:tc>
          <w:tcPr>
            <w:tcW w:w="618" w:type="dxa"/>
            <w:tcBorders>
              <w:top w:val="single" w:sz="4" w:space="0" w:color="auto"/>
              <w:left w:val="single" w:sz="4" w:space="0" w:color="auto"/>
              <w:bottom w:val="single" w:sz="4" w:space="0" w:color="auto"/>
              <w:right w:val="single" w:sz="4" w:space="0" w:color="auto"/>
            </w:tcBorders>
          </w:tcPr>
          <w:p w14:paraId="7B214582"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46748AB5"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7FFA0C9B" w14:textId="77777777" w:rsidR="008F1EC7" w:rsidRPr="00E062F1" w:rsidRDefault="008F1EC7" w:rsidP="007D68F6">
            <w:pPr>
              <w:pStyle w:val="TAC"/>
            </w:pPr>
          </w:p>
        </w:tc>
      </w:tr>
      <w:tr w:rsidR="008F1EC7" w:rsidRPr="00E062F1" w14:paraId="46884FD8" w14:textId="77777777" w:rsidTr="008F1EC7">
        <w:trPr>
          <w:trHeight w:val="125"/>
          <w:jc w:val="center"/>
        </w:trPr>
        <w:tc>
          <w:tcPr>
            <w:tcW w:w="1634" w:type="dxa"/>
            <w:tcBorders>
              <w:top w:val="nil"/>
              <w:left w:val="single" w:sz="4" w:space="0" w:color="auto"/>
              <w:bottom w:val="single" w:sz="4" w:space="0" w:color="auto"/>
              <w:right w:val="single" w:sz="4" w:space="0" w:color="auto"/>
            </w:tcBorders>
            <w:shd w:val="clear" w:color="auto" w:fill="auto"/>
          </w:tcPr>
          <w:p w14:paraId="5EF8B53C" w14:textId="77777777" w:rsidR="008F1EC7" w:rsidRPr="00E062F1" w:rsidRDefault="008F1EC7" w:rsidP="007D68F6">
            <w:pPr>
              <w:pStyle w:val="TAC"/>
            </w:pPr>
          </w:p>
        </w:tc>
        <w:tc>
          <w:tcPr>
            <w:tcW w:w="1634" w:type="dxa"/>
            <w:tcBorders>
              <w:top w:val="nil"/>
              <w:left w:val="single" w:sz="4" w:space="0" w:color="auto"/>
              <w:bottom w:val="single" w:sz="4" w:space="0" w:color="auto"/>
              <w:right w:val="single" w:sz="4" w:space="0" w:color="auto"/>
            </w:tcBorders>
            <w:shd w:val="clear" w:color="auto" w:fill="auto"/>
          </w:tcPr>
          <w:p w14:paraId="064D9CC3" w14:textId="77777777" w:rsidR="008F1EC7" w:rsidRPr="00E062F1" w:rsidRDefault="008F1EC7" w:rsidP="007D68F6">
            <w:pPr>
              <w:pStyle w:val="TAC"/>
            </w:pPr>
          </w:p>
        </w:tc>
        <w:tc>
          <w:tcPr>
            <w:tcW w:w="663" w:type="dxa"/>
            <w:tcBorders>
              <w:left w:val="single" w:sz="4" w:space="0" w:color="auto"/>
              <w:bottom w:val="single" w:sz="4" w:space="0" w:color="auto"/>
              <w:right w:val="single" w:sz="4" w:space="0" w:color="auto"/>
            </w:tcBorders>
          </w:tcPr>
          <w:p w14:paraId="6A838FC6" w14:textId="77777777" w:rsidR="008F1EC7" w:rsidRPr="00E062F1" w:rsidRDefault="008F1EC7" w:rsidP="007D68F6">
            <w:pPr>
              <w:pStyle w:val="TAC"/>
            </w:pPr>
            <w:r w:rsidRPr="00E062F1">
              <w:t>n257</w:t>
            </w:r>
          </w:p>
        </w:tc>
        <w:tc>
          <w:tcPr>
            <w:tcW w:w="610" w:type="dxa"/>
            <w:tcBorders>
              <w:top w:val="single" w:sz="4" w:space="0" w:color="auto"/>
              <w:left w:val="single" w:sz="4" w:space="0" w:color="auto"/>
              <w:bottom w:val="single" w:sz="4" w:space="0" w:color="auto"/>
              <w:right w:val="single" w:sz="4" w:space="0" w:color="auto"/>
            </w:tcBorders>
          </w:tcPr>
          <w:p w14:paraId="3CAEC9F0"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1885C612"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5F0C57C2"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778FA8A8"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5D46268C"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6741A9E4"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5D1F7248"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1A7027EC" w14:textId="77777777" w:rsidR="008F1EC7" w:rsidRPr="00E062F1" w:rsidRDefault="008F1EC7" w:rsidP="007D68F6">
            <w:pPr>
              <w:pStyle w:val="TAC"/>
              <w:rPr>
                <w:lang w:eastAsia="zh-CN"/>
              </w:rPr>
            </w:pPr>
            <w:r>
              <w:rPr>
                <w:rFonts w:hint="eastAsia"/>
                <w:lang w:eastAsia="zh-CN"/>
              </w:rPr>
              <w:t>50</w:t>
            </w:r>
          </w:p>
        </w:tc>
        <w:tc>
          <w:tcPr>
            <w:tcW w:w="610" w:type="dxa"/>
            <w:tcBorders>
              <w:top w:val="single" w:sz="4" w:space="0" w:color="auto"/>
              <w:left w:val="single" w:sz="4" w:space="0" w:color="auto"/>
              <w:bottom w:val="single" w:sz="4" w:space="0" w:color="auto"/>
              <w:right w:val="single" w:sz="4" w:space="0" w:color="auto"/>
            </w:tcBorders>
          </w:tcPr>
          <w:p w14:paraId="5BB8548F"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4990EB42"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579E1FBD"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68346A8D" w14:textId="77777777" w:rsidR="008F1EC7" w:rsidRPr="00E062F1" w:rsidRDefault="008F1EC7" w:rsidP="007D68F6">
            <w:pPr>
              <w:pStyle w:val="TAC"/>
              <w:rPr>
                <w:lang w:eastAsia="zh-CN"/>
              </w:rPr>
            </w:pPr>
            <w:r>
              <w:rPr>
                <w:rFonts w:hint="eastAsia"/>
                <w:lang w:eastAsia="zh-CN"/>
              </w:rPr>
              <w:t>100</w:t>
            </w:r>
          </w:p>
        </w:tc>
        <w:tc>
          <w:tcPr>
            <w:tcW w:w="618" w:type="dxa"/>
            <w:tcBorders>
              <w:top w:val="single" w:sz="4" w:space="0" w:color="auto"/>
              <w:left w:val="single" w:sz="4" w:space="0" w:color="auto"/>
              <w:bottom w:val="single" w:sz="4" w:space="0" w:color="auto"/>
              <w:right w:val="single" w:sz="4" w:space="0" w:color="auto"/>
            </w:tcBorders>
          </w:tcPr>
          <w:p w14:paraId="3DE89BB5" w14:textId="77777777" w:rsidR="008F1EC7" w:rsidRPr="00E062F1" w:rsidRDefault="008F1EC7" w:rsidP="007D68F6">
            <w:pPr>
              <w:pStyle w:val="TAC"/>
              <w:rPr>
                <w:lang w:eastAsia="zh-CN"/>
              </w:rPr>
            </w:pPr>
            <w:r>
              <w:rPr>
                <w:rFonts w:hint="eastAsia"/>
                <w:lang w:eastAsia="zh-CN"/>
              </w:rPr>
              <w:t>200</w:t>
            </w:r>
          </w:p>
        </w:tc>
        <w:tc>
          <w:tcPr>
            <w:tcW w:w="622" w:type="dxa"/>
            <w:tcBorders>
              <w:top w:val="single" w:sz="4" w:space="0" w:color="auto"/>
              <w:left w:val="single" w:sz="4" w:space="0" w:color="auto"/>
              <w:bottom w:val="single" w:sz="4" w:space="0" w:color="auto"/>
              <w:right w:val="single" w:sz="4" w:space="0" w:color="auto"/>
            </w:tcBorders>
          </w:tcPr>
          <w:p w14:paraId="1FAA4B98" w14:textId="77777777" w:rsidR="008F1EC7" w:rsidRPr="00E062F1" w:rsidRDefault="008F1EC7" w:rsidP="007D68F6">
            <w:pPr>
              <w:pStyle w:val="TAC"/>
              <w:rPr>
                <w:lang w:eastAsia="zh-CN"/>
              </w:rPr>
            </w:pPr>
            <w:r>
              <w:rPr>
                <w:rFonts w:hint="eastAsia"/>
                <w:lang w:eastAsia="zh-CN"/>
              </w:rPr>
              <w:t>400</w:t>
            </w:r>
          </w:p>
        </w:tc>
        <w:tc>
          <w:tcPr>
            <w:tcW w:w="1286" w:type="dxa"/>
            <w:tcBorders>
              <w:top w:val="nil"/>
              <w:left w:val="single" w:sz="4" w:space="0" w:color="auto"/>
              <w:bottom w:val="single" w:sz="4" w:space="0" w:color="auto"/>
              <w:right w:val="single" w:sz="4" w:space="0" w:color="auto"/>
            </w:tcBorders>
            <w:shd w:val="clear" w:color="auto" w:fill="auto"/>
          </w:tcPr>
          <w:p w14:paraId="6322BBB7" w14:textId="77777777" w:rsidR="008F1EC7" w:rsidRPr="00E062F1" w:rsidRDefault="008F1EC7" w:rsidP="007D68F6">
            <w:pPr>
              <w:pStyle w:val="TAC"/>
            </w:pPr>
          </w:p>
        </w:tc>
      </w:tr>
      <w:tr w:rsidR="008F1EC7" w:rsidRPr="00E062F1" w14:paraId="44492027" w14:textId="77777777" w:rsidTr="008F1EC7">
        <w:trPr>
          <w:trHeight w:val="125"/>
          <w:jc w:val="center"/>
        </w:trPr>
        <w:tc>
          <w:tcPr>
            <w:tcW w:w="1634" w:type="dxa"/>
            <w:tcBorders>
              <w:top w:val="single" w:sz="4" w:space="0" w:color="auto"/>
              <w:left w:val="single" w:sz="4" w:space="0" w:color="auto"/>
              <w:bottom w:val="nil"/>
              <w:right w:val="single" w:sz="4" w:space="0" w:color="auto"/>
            </w:tcBorders>
            <w:shd w:val="clear" w:color="auto" w:fill="auto"/>
          </w:tcPr>
          <w:p w14:paraId="43703951" w14:textId="77777777" w:rsidR="008F1EC7" w:rsidRPr="00E062F1" w:rsidRDefault="008F1EC7" w:rsidP="007D68F6">
            <w:pPr>
              <w:pStyle w:val="TAC"/>
              <w:rPr>
                <w:lang w:eastAsia="zh-CN"/>
              </w:rPr>
            </w:pPr>
            <w:r w:rsidRPr="00E062F1">
              <w:rPr>
                <w:lang w:eastAsia="zh-CN"/>
              </w:rPr>
              <w:t>CA_n3A-n28A-n77A-n257D</w:t>
            </w:r>
          </w:p>
        </w:tc>
        <w:tc>
          <w:tcPr>
            <w:tcW w:w="1634" w:type="dxa"/>
            <w:tcBorders>
              <w:top w:val="single" w:sz="4" w:space="0" w:color="auto"/>
              <w:left w:val="single" w:sz="4" w:space="0" w:color="auto"/>
              <w:bottom w:val="nil"/>
              <w:right w:val="single" w:sz="4" w:space="0" w:color="auto"/>
            </w:tcBorders>
            <w:shd w:val="clear" w:color="auto" w:fill="auto"/>
          </w:tcPr>
          <w:p w14:paraId="4353C36C" w14:textId="77777777" w:rsidR="008F1EC7" w:rsidRPr="00E062F1" w:rsidRDefault="008F1EC7" w:rsidP="007D68F6">
            <w:pPr>
              <w:pStyle w:val="TAC"/>
            </w:pPr>
            <w:r w:rsidRPr="00E062F1">
              <w:t>-</w:t>
            </w:r>
          </w:p>
        </w:tc>
        <w:tc>
          <w:tcPr>
            <w:tcW w:w="663" w:type="dxa"/>
            <w:tcBorders>
              <w:top w:val="single" w:sz="4" w:space="0" w:color="auto"/>
              <w:left w:val="single" w:sz="4" w:space="0" w:color="auto"/>
              <w:right w:val="single" w:sz="4" w:space="0" w:color="auto"/>
            </w:tcBorders>
          </w:tcPr>
          <w:p w14:paraId="7F7CEEC1" w14:textId="77777777" w:rsidR="008F1EC7" w:rsidRPr="00E062F1" w:rsidRDefault="008F1EC7" w:rsidP="007D68F6">
            <w:pPr>
              <w:pStyle w:val="TAC"/>
              <w:rPr>
                <w:lang w:eastAsia="zh-CN"/>
              </w:rPr>
            </w:pPr>
            <w:r w:rsidRPr="00E062F1">
              <w:rPr>
                <w:lang w:eastAsia="zh-CN"/>
              </w:rPr>
              <w:t>n3</w:t>
            </w:r>
          </w:p>
        </w:tc>
        <w:tc>
          <w:tcPr>
            <w:tcW w:w="610" w:type="dxa"/>
            <w:tcBorders>
              <w:top w:val="single" w:sz="4" w:space="0" w:color="auto"/>
              <w:left w:val="single" w:sz="4" w:space="0" w:color="auto"/>
              <w:bottom w:val="single" w:sz="4" w:space="0" w:color="auto"/>
              <w:right w:val="single" w:sz="4" w:space="0" w:color="auto"/>
            </w:tcBorders>
          </w:tcPr>
          <w:p w14:paraId="1B649584" w14:textId="77777777" w:rsidR="008F1EC7" w:rsidRPr="00E062F1" w:rsidRDefault="008F1EC7" w:rsidP="007D68F6">
            <w:pPr>
              <w:pStyle w:val="TAC"/>
              <w:rPr>
                <w:lang w:eastAsia="zh-CN"/>
              </w:rPr>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7CC89B87"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37037B30"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1B999EB5"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6F6A370E" w14:textId="77777777" w:rsidR="008F1EC7" w:rsidRPr="00E062F1" w:rsidRDefault="008F1EC7" w:rsidP="007D68F6">
            <w:pPr>
              <w:pStyle w:val="TAC"/>
              <w:rPr>
                <w:lang w:eastAsia="zh-CN"/>
              </w:rPr>
            </w:pPr>
            <w:r>
              <w:rPr>
                <w:rFonts w:hint="eastAsia"/>
                <w:lang w:eastAsia="zh-CN"/>
              </w:rPr>
              <w:t>25</w:t>
            </w:r>
          </w:p>
        </w:tc>
        <w:tc>
          <w:tcPr>
            <w:tcW w:w="610" w:type="dxa"/>
            <w:tcBorders>
              <w:top w:val="single" w:sz="4" w:space="0" w:color="auto"/>
              <w:left w:val="single" w:sz="4" w:space="0" w:color="auto"/>
              <w:bottom w:val="single" w:sz="4" w:space="0" w:color="auto"/>
              <w:right w:val="single" w:sz="4" w:space="0" w:color="auto"/>
            </w:tcBorders>
          </w:tcPr>
          <w:p w14:paraId="58CF01DB" w14:textId="77777777" w:rsidR="008F1EC7" w:rsidRPr="00E062F1" w:rsidRDefault="008F1EC7" w:rsidP="007D68F6">
            <w:pPr>
              <w:pStyle w:val="TAC"/>
              <w:rPr>
                <w:lang w:eastAsia="zh-CN"/>
              </w:rPr>
            </w:pPr>
            <w:r>
              <w:rPr>
                <w:rFonts w:hint="eastAsia"/>
                <w:lang w:eastAsia="zh-CN"/>
              </w:rPr>
              <w:t>30</w:t>
            </w:r>
          </w:p>
        </w:tc>
        <w:tc>
          <w:tcPr>
            <w:tcW w:w="610" w:type="dxa"/>
            <w:tcBorders>
              <w:top w:val="single" w:sz="4" w:space="0" w:color="auto"/>
              <w:left w:val="single" w:sz="4" w:space="0" w:color="auto"/>
              <w:bottom w:val="single" w:sz="4" w:space="0" w:color="auto"/>
              <w:right w:val="single" w:sz="4" w:space="0" w:color="auto"/>
            </w:tcBorders>
          </w:tcPr>
          <w:p w14:paraId="18870C72"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FF53BBF"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E01C90E"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358B008B"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30A0A1E6"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1D6FC062"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6334428C"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66E9D19E" w14:textId="77777777" w:rsidR="008F1EC7" w:rsidRPr="00E062F1" w:rsidRDefault="008F1EC7" w:rsidP="007D68F6">
            <w:pPr>
              <w:pStyle w:val="TAC"/>
            </w:pPr>
          </w:p>
        </w:tc>
        <w:tc>
          <w:tcPr>
            <w:tcW w:w="1286" w:type="dxa"/>
            <w:tcBorders>
              <w:top w:val="single" w:sz="4" w:space="0" w:color="auto"/>
              <w:left w:val="single" w:sz="4" w:space="0" w:color="auto"/>
              <w:bottom w:val="nil"/>
              <w:right w:val="single" w:sz="4" w:space="0" w:color="auto"/>
            </w:tcBorders>
            <w:shd w:val="clear" w:color="auto" w:fill="auto"/>
          </w:tcPr>
          <w:p w14:paraId="331B95A8" w14:textId="77777777" w:rsidR="008F1EC7" w:rsidRPr="00E062F1" w:rsidRDefault="008F1EC7" w:rsidP="007D68F6">
            <w:pPr>
              <w:pStyle w:val="TAC"/>
              <w:rPr>
                <w:lang w:eastAsia="zh-CN"/>
              </w:rPr>
            </w:pPr>
            <w:r>
              <w:rPr>
                <w:rFonts w:hint="eastAsia"/>
                <w:lang w:eastAsia="zh-CN"/>
              </w:rPr>
              <w:t>0</w:t>
            </w:r>
          </w:p>
        </w:tc>
      </w:tr>
      <w:tr w:rsidR="008F1EC7" w:rsidRPr="00E062F1" w14:paraId="122E5BBC"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44635501" w14:textId="77777777" w:rsidR="008F1EC7" w:rsidRPr="00E062F1" w:rsidRDefault="008F1EC7" w:rsidP="007D68F6">
            <w:pPr>
              <w:pStyle w:val="TAC"/>
              <w:rPr>
                <w:lang w:eastAsia="zh-CN"/>
              </w:rPr>
            </w:pPr>
          </w:p>
        </w:tc>
        <w:tc>
          <w:tcPr>
            <w:tcW w:w="1634" w:type="dxa"/>
            <w:tcBorders>
              <w:top w:val="nil"/>
              <w:left w:val="single" w:sz="4" w:space="0" w:color="auto"/>
              <w:bottom w:val="nil"/>
              <w:right w:val="single" w:sz="4" w:space="0" w:color="auto"/>
            </w:tcBorders>
            <w:shd w:val="clear" w:color="auto" w:fill="auto"/>
          </w:tcPr>
          <w:p w14:paraId="31C0E33A"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4FD9F612" w14:textId="77777777" w:rsidR="008F1EC7" w:rsidRPr="00E062F1" w:rsidRDefault="008F1EC7" w:rsidP="007D68F6">
            <w:pPr>
              <w:pStyle w:val="TAC"/>
              <w:rPr>
                <w:lang w:eastAsia="zh-CN"/>
              </w:rPr>
            </w:pPr>
            <w:r w:rsidRPr="00E062F1">
              <w:rPr>
                <w:lang w:eastAsia="zh-CN"/>
              </w:rPr>
              <w:t>n28</w:t>
            </w:r>
          </w:p>
        </w:tc>
        <w:tc>
          <w:tcPr>
            <w:tcW w:w="610" w:type="dxa"/>
            <w:tcBorders>
              <w:top w:val="single" w:sz="4" w:space="0" w:color="auto"/>
              <w:left w:val="single" w:sz="4" w:space="0" w:color="auto"/>
              <w:bottom w:val="single" w:sz="4" w:space="0" w:color="auto"/>
              <w:right w:val="single" w:sz="4" w:space="0" w:color="auto"/>
            </w:tcBorders>
          </w:tcPr>
          <w:p w14:paraId="65CAB717" w14:textId="77777777" w:rsidR="008F1EC7" w:rsidRPr="00E062F1" w:rsidRDefault="008F1EC7" w:rsidP="007D68F6">
            <w:pPr>
              <w:pStyle w:val="TAC"/>
              <w:rPr>
                <w:lang w:eastAsia="zh-CN"/>
              </w:rPr>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2CDECD31"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7A72907D"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181DF463"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50353FDF"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25E039E9"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261A68B4"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5E2F78B0"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5E35D3B9"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52084D9A"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2395EE47"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49E2F1C2"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226182C2"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11E219CE"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2A04B8B2" w14:textId="77777777" w:rsidR="008F1EC7" w:rsidRPr="00E062F1" w:rsidRDefault="008F1EC7" w:rsidP="007D68F6">
            <w:pPr>
              <w:pStyle w:val="TAC"/>
            </w:pPr>
          </w:p>
        </w:tc>
      </w:tr>
      <w:tr w:rsidR="008F1EC7" w:rsidRPr="00E062F1" w14:paraId="282AA7CC"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1781F153" w14:textId="77777777" w:rsidR="008F1EC7" w:rsidRPr="00E062F1" w:rsidRDefault="008F1EC7" w:rsidP="007D68F6">
            <w:pPr>
              <w:pStyle w:val="TAC"/>
              <w:rPr>
                <w:lang w:eastAsia="zh-CN"/>
              </w:rPr>
            </w:pPr>
          </w:p>
        </w:tc>
        <w:tc>
          <w:tcPr>
            <w:tcW w:w="1634" w:type="dxa"/>
            <w:tcBorders>
              <w:top w:val="nil"/>
              <w:left w:val="single" w:sz="4" w:space="0" w:color="auto"/>
              <w:bottom w:val="nil"/>
              <w:right w:val="single" w:sz="4" w:space="0" w:color="auto"/>
            </w:tcBorders>
            <w:shd w:val="clear" w:color="auto" w:fill="auto"/>
          </w:tcPr>
          <w:p w14:paraId="6F13AF34"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6135449E" w14:textId="77777777" w:rsidR="008F1EC7" w:rsidRPr="00E062F1" w:rsidRDefault="008F1EC7" w:rsidP="007D68F6">
            <w:pPr>
              <w:pStyle w:val="TAC"/>
              <w:rPr>
                <w:lang w:eastAsia="zh-CN"/>
              </w:rPr>
            </w:pPr>
            <w:r w:rsidRPr="00E062F1">
              <w:rPr>
                <w:lang w:eastAsia="zh-CN"/>
              </w:rPr>
              <w:t>n77</w:t>
            </w:r>
          </w:p>
        </w:tc>
        <w:tc>
          <w:tcPr>
            <w:tcW w:w="610" w:type="dxa"/>
            <w:tcBorders>
              <w:top w:val="single" w:sz="4" w:space="0" w:color="auto"/>
              <w:left w:val="single" w:sz="4" w:space="0" w:color="auto"/>
              <w:bottom w:val="single" w:sz="4" w:space="0" w:color="auto"/>
              <w:right w:val="single" w:sz="4" w:space="0" w:color="auto"/>
            </w:tcBorders>
          </w:tcPr>
          <w:p w14:paraId="459962C3"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286EB705"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3A700F09"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77FDAC66"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59CBC6FB"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799D63D2"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260B6AEC" w14:textId="77777777" w:rsidR="008F1EC7" w:rsidRPr="00E062F1" w:rsidRDefault="008F1EC7" w:rsidP="007D68F6">
            <w:pPr>
              <w:pStyle w:val="TAC"/>
              <w:rPr>
                <w:lang w:eastAsia="zh-CN"/>
              </w:rPr>
            </w:pPr>
            <w:r>
              <w:rPr>
                <w:rFonts w:hint="eastAsia"/>
                <w:lang w:eastAsia="zh-CN"/>
              </w:rPr>
              <w:t>40</w:t>
            </w:r>
          </w:p>
        </w:tc>
        <w:tc>
          <w:tcPr>
            <w:tcW w:w="610" w:type="dxa"/>
            <w:tcBorders>
              <w:top w:val="single" w:sz="4" w:space="0" w:color="auto"/>
              <w:left w:val="single" w:sz="4" w:space="0" w:color="auto"/>
              <w:bottom w:val="single" w:sz="4" w:space="0" w:color="auto"/>
              <w:right w:val="single" w:sz="4" w:space="0" w:color="auto"/>
            </w:tcBorders>
          </w:tcPr>
          <w:p w14:paraId="1F11AE7D" w14:textId="77777777" w:rsidR="008F1EC7" w:rsidRPr="00E062F1" w:rsidRDefault="008F1EC7" w:rsidP="007D68F6">
            <w:pPr>
              <w:pStyle w:val="TAC"/>
              <w:rPr>
                <w:lang w:eastAsia="zh-CN"/>
              </w:rPr>
            </w:pPr>
            <w:r>
              <w:rPr>
                <w:rFonts w:hint="eastAsia"/>
                <w:lang w:eastAsia="zh-CN"/>
              </w:rPr>
              <w:t>50</w:t>
            </w:r>
          </w:p>
        </w:tc>
        <w:tc>
          <w:tcPr>
            <w:tcW w:w="610" w:type="dxa"/>
            <w:tcBorders>
              <w:top w:val="single" w:sz="4" w:space="0" w:color="auto"/>
              <w:left w:val="single" w:sz="4" w:space="0" w:color="auto"/>
              <w:bottom w:val="single" w:sz="4" w:space="0" w:color="auto"/>
              <w:right w:val="single" w:sz="4" w:space="0" w:color="auto"/>
            </w:tcBorders>
          </w:tcPr>
          <w:p w14:paraId="045FA138" w14:textId="77777777" w:rsidR="008F1EC7" w:rsidRPr="00E062F1" w:rsidRDefault="008F1EC7" w:rsidP="007D68F6">
            <w:pPr>
              <w:pStyle w:val="TAC"/>
              <w:rPr>
                <w:lang w:eastAsia="zh-CN"/>
              </w:rPr>
            </w:pPr>
            <w:r>
              <w:rPr>
                <w:rFonts w:hint="eastAsia"/>
                <w:lang w:eastAsia="zh-CN"/>
              </w:rPr>
              <w:t>60</w:t>
            </w:r>
          </w:p>
        </w:tc>
        <w:tc>
          <w:tcPr>
            <w:tcW w:w="619" w:type="dxa"/>
            <w:tcBorders>
              <w:top w:val="single" w:sz="4" w:space="0" w:color="auto"/>
              <w:left w:val="single" w:sz="4" w:space="0" w:color="auto"/>
              <w:bottom w:val="single" w:sz="4" w:space="0" w:color="auto"/>
              <w:right w:val="single" w:sz="4" w:space="0" w:color="auto"/>
            </w:tcBorders>
          </w:tcPr>
          <w:p w14:paraId="63B89079" w14:textId="77777777" w:rsidR="008F1EC7" w:rsidRPr="00E062F1" w:rsidRDefault="008F1EC7" w:rsidP="007D68F6">
            <w:pPr>
              <w:pStyle w:val="TAC"/>
              <w:rPr>
                <w:lang w:eastAsia="zh-CN"/>
              </w:rPr>
            </w:pPr>
            <w:r>
              <w:rPr>
                <w:rFonts w:hint="eastAsia"/>
                <w:lang w:eastAsia="zh-CN"/>
              </w:rPr>
              <w:t>80</w:t>
            </w:r>
          </w:p>
        </w:tc>
        <w:tc>
          <w:tcPr>
            <w:tcW w:w="618" w:type="dxa"/>
            <w:tcBorders>
              <w:top w:val="single" w:sz="4" w:space="0" w:color="auto"/>
              <w:left w:val="single" w:sz="4" w:space="0" w:color="auto"/>
              <w:bottom w:val="single" w:sz="4" w:space="0" w:color="auto"/>
              <w:right w:val="single" w:sz="4" w:space="0" w:color="auto"/>
            </w:tcBorders>
          </w:tcPr>
          <w:p w14:paraId="3A8B5576" w14:textId="77777777" w:rsidR="008F1EC7" w:rsidRPr="00E062F1" w:rsidRDefault="008F1EC7" w:rsidP="007D68F6">
            <w:pPr>
              <w:pStyle w:val="TAC"/>
              <w:rPr>
                <w:lang w:eastAsia="zh-CN"/>
              </w:rPr>
            </w:pPr>
            <w:r>
              <w:rPr>
                <w:rFonts w:hint="eastAsia"/>
                <w:lang w:eastAsia="zh-CN"/>
              </w:rPr>
              <w:t>90</w:t>
            </w:r>
          </w:p>
        </w:tc>
        <w:tc>
          <w:tcPr>
            <w:tcW w:w="614" w:type="dxa"/>
            <w:tcBorders>
              <w:top w:val="single" w:sz="4" w:space="0" w:color="auto"/>
              <w:left w:val="single" w:sz="4" w:space="0" w:color="auto"/>
              <w:bottom w:val="single" w:sz="4" w:space="0" w:color="auto"/>
              <w:right w:val="single" w:sz="4" w:space="0" w:color="auto"/>
            </w:tcBorders>
          </w:tcPr>
          <w:p w14:paraId="0E5A721A" w14:textId="77777777" w:rsidR="008F1EC7" w:rsidRPr="00E062F1" w:rsidRDefault="008F1EC7" w:rsidP="007D68F6">
            <w:pPr>
              <w:pStyle w:val="TAC"/>
              <w:rPr>
                <w:lang w:eastAsia="zh-CN"/>
              </w:rPr>
            </w:pPr>
            <w:r>
              <w:rPr>
                <w:rFonts w:hint="eastAsia"/>
                <w:lang w:eastAsia="zh-CN"/>
              </w:rPr>
              <w:t>100</w:t>
            </w:r>
          </w:p>
        </w:tc>
        <w:tc>
          <w:tcPr>
            <w:tcW w:w="618" w:type="dxa"/>
            <w:tcBorders>
              <w:top w:val="single" w:sz="4" w:space="0" w:color="auto"/>
              <w:left w:val="single" w:sz="4" w:space="0" w:color="auto"/>
              <w:bottom w:val="single" w:sz="4" w:space="0" w:color="auto"/>
              <w:right w:val="single" w:sz="4" w:space="0" w:color="auto"/>
            </w:tcBorders>
          </w:tcPr>
          <w:p w14:paraId="3ED807F1"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00B580BF"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4E18CAD8" w14:textId="77777777" w:rsidR="008F1EC7" w:rsidRPr="00E062F1" w:rsidRDefault="008F1EC7" w:rsidP="007D68F6">
            <w:pPr>
              <w:pStyle w:val="TAC"/>
            </w:pPr>
          </w:p>
        </w:tc>
      </w:tr>
      <w:tr w:rsidR="008F1EC7" w:rsidRPr="00E062F1" w14:paraId="241C6273" w14:textId="77777777" w:rsidTr="008F1EC7">
        <w:trPr>
          <w:trHeight w:val="125"/>
          <w:jc w:val="center"/>
        </w:trPr>
        <w:tc>
          <w:tcPr>
            <w:tcW w:w="1634" w:type="dxa"/>
            <w:tcBorders>
              <w:top w:val="nil"/>
              <w:left w:val="single" w:sz="4" w:space="0" w:color="auto"/>
              <w:bottom w:val="single" w:sz="4" w:space="0" w:color="auto"/>
              <w:right w:val="single" w:sz="4" w:space="0" w:color="auto"/>
            </w:tcBorders>
            <w:shd w:val="clear" w:color="auto" w:fill="auto"/>
          </w:tcPr>
          <w:p w14:paraId="07740E8F" w14:textId="77777777" w:rsidR="008F1EC7" w:rsidRPr="00E062F1" w:rsidRDefault="008F1EC7" w:rsidP="007D68F6">
            <w:pPr>
              <w:pStyle w:val="TAC"/>
              <w:rPr>
                <w:lang w:eastAsia="zh-CN"/>
              </w:rPr>
            </w:pPr>
          </w:p>
        </w:tc>
        <w:tc>
          <w:tcPr>
            <w:tcW w:w="1634" w:type="dxa"/>
            <w:tcBorders>
              <w:top w:val="nil"/>
              <w:left w:val="single" w:sz="4" w:space="0" w:color="auto"/>
              <w:bottom w:val="single" w:sz="4" w:space="0" w:color="auto"/>
              <w:right w:val="single" w:sz="4" w:space="0" w:color="auto"/>
            </w:tcBorders>
            <w:shd w:val="clear" w:color="auto" w:fill="auto"/>
          </w:tcPr>
          <w:p w14:paraId="0A5F4870"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046AA4EB" w14:textId="77777777" w:rsidR="008F1EC7" w:rsidRPr="00E062F1" w:rsidRDefault="008F1EC7" w:rsidP="007D68F6">
            <w:pPr>
              <w:pStyle w:val="TAC"/>
              <w:rPr>
                <w:lang w:eastAsia="zh-CN"/>
              </w:rPr>
            </w:pPr>
            <w:r w:rsidRPr="00E062F1">
              <w:rPr>
                <w:lang w:eastAsia="zh-CN"/>
              </w:rPr>
              <w:t>n257</w:t>
            </w:r>
          </w:p>
        </w:tc>
        <w:tc>
          <w:tcPr>
            <w:tcW w:w="8581" w:type="dxa"/>
            <w:gridSpan w:val="14"/>
            <w:tcBorders>
              <w:top w:val="single" w:sz="4" w:space="0" w:color="auto"/>
              <w:left w:val="single" w:sz="4" w:space="0" w:color="auto"/>
              <w:bottom w:val="single" w:sz="4" w:space="0" w:color="auto"/>
              <w:right w:val="single" w:sz="4" w:space="0" w:color="auto"/>
            </w:tcBorders>
          </w:tcPr>
          <w:p w14:paraId="0A456FA4" w14:textId="3D81A0EE" w:rsidR="008F1EC7" w:rsidRPr="00E062F1" w:rsidRDefault="008F1EC7" w:rsidP="007D68F6">
            <w:pPr>
              <w:pStyle w:val="TAC"/>
            </w:pPr>
            <w:r w:rsidRPr="00E062F1">
              <w:t>See CA_n257D BCS0 in Table 5.5A.1-1 in TS 38.101-2</w:t>
            </w:r>
          </w:p>
        </w:tc>
        <w:tc>
          <w:tcPr>
            <w:tcW w:w="1286" w:type="dxa"/>
            <w:tcBorders>
              <w:top w:val="nil"/>
              <w:left w:val="single" w:sz="4" w:space="0" w:color="auto"/>
              <w:bottom w:val="single" w:sz="4" w:space="0" w:color="auto"/>
              <w:right w:val="single" w:sz="4" w:space="0" w:color="auto"/>
            </w:tcBorders>
            <w:shd w:val="clear" w:color="auto" w:fill="auto"/>
          </w:tcPr>
          <w:p w14:paraId="24D896C2" w14:textId="77777777" w:rsidR="008F1EC7" w:rsidRPr="00E062F1" w:rsidRDefault="008F1EC7" w:rsidP="007D68F6">
            <w:pPr>
              <w:pStyle w:val="TAC"/>
            </w:pPr>
          </w:p>
        </w:tc>
      </w:tr>
      <w:tr w:rsidR="008F1EC7" w:rsidRPr="00E062F1" w14:paraId="4BF93B71" w14:textId="77777777" w:rsidTr="008F1EC7">
        <w:trPr>
          <w:trHeight w:val="125"/>
          <w:jc w:val="center"/>
        </w:trPr>
        <w:tc>
          <w:tcPr>
            <w:tcW w:w="1634" w:type="dxa"/>
            <w:tcBorders>
              <w:top w:val="single" w:sz="4" w:space="0" w:color="auto"/>
              <w:left w:val="single" w:sz="4" w:space="0" w:color="auto"/>
              <w:bottom w:val="nil"/>
              <w:right w:val="single" w:sz="4" w:space="0" w:color="auto"/>
            </w:tcBorders>
            <w:shd w:val="clear" w:color="auto" w:fill="auto"/>
          </w:tcPr>
          <w:p w14:paraId="3BA4B913" w14:textId="77777777" w:rsidR="008F1EC7" w:rsidRPr="00E062F1" w:rsidRDefault="008F1EC7" w:rsidP="007D68F6">
            <w:pPr>
              <w:pStyle w:val="TAC"/>
              <w:rPr>
                <w:lang w:eastAsia="zh-CN"/>
              </w:rPr>
            </w:pPr>
            <w:r w:rsidRPr="00E062F1">
              <w:rPr>
                <w:lang w:eastAsia="zh-CN"/>
              </w:rPr>
              <w:t>CA_n3A-n28A-n77A-n257G</w:t>
            </w:r>
          </w:p>
        </w:tc>
        <w:tc>
          <w:tcPr>
            <w:tcW w:w="1634" w:type="dxa"/>
            <w:tcBorders>
              <w:top w:val="single" w:sz="4" w:space="0" w:color="auto"/>
              <w:left w:val="single" w:sz="4" w:space="0" w:color="auto"/>
              <w:bottom w:val="nil"/>
              <w:right w:val="single" w:sz="4" w:space="0" w:color="auto"/>
            </w:tcBorders>
            <w:shd w:val="clear" w:color="auto" w:fill="auto"/>
          </w:tcPr>
          <w:p w14:paraId="395CEFFC" w14:textId="77777777" w:rsidR="008F1EC7" w:rsidRPr="00E062F1" w:rsidRDefault="008F1EC7" w:rsidP="007D68F6">
            <w:pPr>
              <w:pStyle w:val="TAC"/>
            </w:pPr>
            <w:r w:rsidRPr="00E062F1">
              <w:t>-</w:t>
            </w:r>
          </w:p>
        </w:tc>
        <w:tc>
          <w:tcPr>
            <w:tcW w:w="663" w:type="dxa"/>
            <w:tcBorders>
              <w:top w:val="single" w:sz="4" w:space="0" w:color="auto"/>
              <w:left w:val="single" w:sz="4" w:space="0" w:color="auto"/>
              <w:right w:val="single" w:sz="4" w:space="0" w:color="auto"/>
            </w:tcBorders>
          </w:tcPr>
          <w:p w14:paraId="3D6F6778" w14:textId="77777777" w:rsidR="008F1EC7" w:rsidRPr="00E062F1" w:rsidRDefault="008F1EC7" w:rsidP="007D68F6">
            <w:pPr>
              <w:pStyle w:val="TAC"/>
              <w:rPr>
                <w:lang w:eastAsia="zh-CN"/>
              </w:rPr>
            </w:pPr>
            <w:r w:rsidRPr="00E062F1">
              <w:rPr>
                <w:lang w:eastAsia="zh-CN"/>
              </w:rPr>
              <w:t>n3</w:t>
            </w:r>
          </w:p>
        </w:tc>
        <w:tc>
          <w:tcPr>
            <w:tcW w:w="610" w:type="dxa"/>
            <w:tcBorders>
              <w:top w:val="single" w:sz="4" w:space="0" w:color="auto"/>
              <w:left w:val="single" w:sz="4" w:space="0" w:color="auto"/>
              <w:bottom w:val="single" w:sz="4" w:space="0" w:color="auto"/>
              <w:right w:val="single" w:sz="4" w:space="0" w:color="auto"/>
            </w:tcBorders>
          </w:tcPr>
          <w:p w14:paraId="5E6EA89D" w14:textId="77777777" w:rsidR="008F1EC7" w:rsidRPr="00E062F1" w:rsidRDefault="008F1EC7" w:rsidP="007D68F6">
            <w:pPr>
              <w:pStyle w:val="TAC"/>
              <w:rPr>
                <w:lang w:eastAsia="zh-CN"/>
              </w:rPr>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56477D8E"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0FA8875B"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4F5D6E92"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4E67BFF0" w14:textId="77777777" w:rsidR="008F1EC7" w:rsidRPr="00E062F1" w:rsidRDefault="008F1EC7" w:rsidP="007D68F6">
            <w:pPr>
              <w:pStyle w:val="TAC"/>
              <w:rPr>
                <w:lang w:eastAsia="zh-CN"/>
              </w:rPr>
            </w:pPr>
            <w:r>
              <w:rPr>
                <w:rFonts w:hint="eastAsia"/>
                <w:lang w:eastAsia="zh-CN"/>
              </w:rPr>
              <w:t>25</w:t>
            </w:r>
          </w:p>
        </w:tc>
        <w:tc>
          <w:tcPr>
            <w:tcW w:w="610" w:type="dxa"/>
            <w:tcBorders>
              <w:top w:val="single" w:sz="4" w:space="0" w:color="auto"/>
              <w:left w:val="single" w:sz="4" w:space="0" w:color="auto"/>
              <w:bottom w:val="single" w:sz="4" w:space="0" w:color="auto"/>
              <w:right w:val="single" w:sz="4" w:space="0" w:color="auto"/>
            </w:tcBorders>
          </w:tcPr>
          <w:p w14:paraId="7D3B3F6A" w14:textId="77777777" w:rsidR="008F1EC7" w:rsidRPr="00E062F1" w:rsidRDefault="008F1EC7" w:rsidP="007D68F6">
            <w:pPr>
              <w:pStyle w:val="TAC"/>
              <w:rPr>
                <w:lang w:eastAsia="zh-CN"/>
              </w:rPr>
            </w:pPr>
            <w:r>
              <w:rPr>
                <w:rFonts w:hint="eastAsia"/>
                <w:lang w:eastAsia="zh-CN"/>
              </w:rPr>
              <w:t>30</w:t>
            </w:r>
          </w:p>
        </w:tc>
        <w:tc>
          <w:tcPr>
            <w:tcW w:w="610" w:type="dxa"/>
            <w:tcBorders>
              <w:top w:val="single" w:sz="4" w:space="0" w:color="auto"/>
              <w:left w:val="single" w:sz="4" w:space="0" w:color="auto"/>
              <w:bottom w:val="single" w:sz="4" w:space="0" w:color="auto"/>
              <w:right w:val="single" w:sz="4" w:space="0" w:color="auto"/>
            </w:tcBorders>
          </w:tcPr>
          <w:p w14:paraId="64FCAE8E"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CC170E6"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3415164D"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28054D48"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6E729DAB"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3E179325"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2974CD2E"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00F03648" w14:textId="77777777" w:rsidR="008F1EC7" w:rsidRPr="00E062F1" w:rsidRDefault="008F1EC7" w:rsidP="007D68F6">
            <w:pPr>
              <w:pStyle w:val="TAC"/>
            </w:pPr>
          </w:p>
        </w:tc>
        <w:tc>
          <w:tcPr>
            <w:tcW w:w="1286" w:type="dxa"/>
            <w:tcBorders>
              <w:top w:val="single" w:sz="4" w:space="0" w:color="auto"/>
              <w:left w:val="single" w:sz="4" w:space="0" w:color="auto"/>
              <w:bottom w:val="nil"/>
              <w:right w:val="single" w:sz="4" w:space="0" w:color="auto"/>
            </w:tcBorders>
            <w:shd w:val="clear" w:color="auto" w:fill="auto"/>
          </w:tcPr>
          <w:p w14:paraId="1A5F1018" w14:textId="77777777" w:rsidR="008F1EC7" w:rsidRPr="00E062F1" w:rsidRDefault="008F1EC7" w:rsidP="007D68F6">
            <w:pPr>
              <w:pStyle w:val="TAC"/>
              <w:rPr>
                <w:lang w:eastAsia="zh-CN"/>
              </w:rPr>
            </w:pPr>
            <w:r>
              <w:rPr>
                <w:rFonts w:hint="eastAsia"/>
                <w:lang w:eastAsia="zh-CN"/>
              </w:rPr>
              <w:t>0</w:t>
            </w:r>
          </w:p>
        </w:tc>
      </w:tr>
      <w:tr w:rsidR="008F1EC7" w:rsidRPr="00E062F1" w14:paraId="4F6934A2"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336A3169" w14:textId="77777777" w:rsidR="008F1EC7" w:rsidRPr="00E062F1" w:rsidRDefault="008F1EC7" w:rsidP="007D68F6">
            <w:pPr>
              <w:pStyle w:val="TAC"/>
              <w:rPr>
                <w:lang w:eastAsia="zh-CN"/>
              </w:rPr>
            </w:pPr>
          </w:p>
        </w:tc>
        <w:tc>
          <w:tcPr>
            <w:tcW w:w="1634" w:type="dxa"/>
            <w:tcBorders>
              <w:top w:val="nil"/>
              <w:left w:val="single" w:sz="4" w:space="0" w:color="auto"/>
              <w:bottom w:val="nil"/>
              <w:right w:val="single" w:sz="4" w:space="0" w:color="auto"/>
            </w:tcBorders>
            <w:shd w:val="clear" w:color="auto" w:fill="auto"/>
          </w:tcPr>
          <w:p w14:paraId="0BF652BA"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03D06B49" w14:textId="77777777" w:rsidR="008F1EC7" w:rsidRPr="00E062F1" w:rsidRDefault="008F1EC7" w:rsidP="007D68F6">
            <w:pPr>
              <w:pStyle w:val="TAC"/>
              <w:rPr>
                <w:lang w:eastAsia="zh-CN"/>
              </w:rPr>
            </w:pPr>
            <w:r w:rsidRPr="00E062F1">
              <w:rPr>
                <w:lang w:eastAsia="zh-CN"/>
              </w:rPr>
              <w:t>n28</w:t>
            </w:r>
          </w:p>
        </w:tc>
        <w:tc>
          <w:tcPr>
            <w:tcW w:w="610" w:type="dxa"/>
            <w:tcBorders>
              <w:top w:val="single" w:sz="4" w:space="0" w:color="auto"/>
              <w:left w:val="single" w:sz="4" w:space="0" w:color="auto"/>
              <w:bottom w:val="single" w:sz="4" w:space="0" w:color="auto"/>
              <w:right w:val="single" w:sz="4" w:space="0" w:color="auto"/>
            </w:tcBorders>
          </w:tcPr>
          <w:p w14:paraId="29560E86" w14:textId="77777777" w:rsidR="008F1EC7" w:rsidRPr="00E062F1" w:rsidRDefault="008F1EC7" w:rsidP="007D68F6">
            <w:pPr>
              <w:pStyle w:val="TAC"/>
              <w:rPr>
                <w:lang w:eastAsia="zh-CN"/>
              </w:rPr>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6577F36F"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45C2D179"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5DEAFB3A"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1AB4CBF8"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2501B227"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D1C3977"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ED56604"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6BB794D9"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7CD62A29"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3F1C654D"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3F66FEEF"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6D4EE6FF"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0700AC1E"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3FD7A888" w14:textId="77777777" w:rsidR="008F1EC7" w:rsidRPr="00E062F1" w:rsidRDefault="008F1EC7" w:rsidP="007D68F6">
            <w:pPr>
              <w:pStyle w:val="TAC"/>
            </w:pPr>
          </w:p>
        </w:tc>
      </w:tr>
      <w:tr w:rsidR="008F1EC7" w:rsidRPr="00E062F1" w14:paraId="4EC32969"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121512C8" w14:textId="77777777" w:rsidR="008F1EC7" w:rsidRPr="00E062F1" w:rsidRDefault="008F1EC7" w:rsidP="007D68F6">
            <w:pPr>
              <w:pStyle w:val="TAC"/>
              <w:rPr>
                <w:lang w:eastAsia="zh-CN"/>
              </w:rPr>
            </w:pPr>
          </w:p>
        </w:tc>
        <w:tc>
          <w:tcPr>
            <w:tcW w:w="1634" w:type="dxa"/>
            <w:tcBorders>
              <w:top w:val="nil"/>
              <w:left w:val="single" w:sz="4" w:space="0" w:color="auto"/>
              <w:bottom w:val="nil"/>
              <w:right w:val="single" w:sz="4" w:space="0" w:color="auto"/>
            </w:tcBorders>
            <w:shd w:val="clear" w:color="auto" w:fill="auto"/>
          </w:tcPr>
          <w:p w14:paraId="4D7E33A9"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7D90AC4A" w14:textId="77777777" w:rsidR="008F1EC7" w:rsidRPr="00E062F1" w:rsidRDefault="008F1EC7" w:rsidP="007D68F6">
            <w:pPr>
              <w:pStyle w:val="TAC"/>
              <w:rPr>
                <w:lang w:eastAsia="zh-CN"/>
              </w:rPr>
            </w:pPr>
            <w:r w:rsidRPr="00E062F1">
              <w:rPr>
                <w:lang w:eastAsia="zh-CN"/>
              </w:rPr>
              <w:t>n77</w:t>
            </w:r>
          </w:p>
        </w:tc>
        <w:tc>
          <w:tcPr>
            <w:tcW w:w="610" w:type="dxa"/>
            <w:tcBorders>
              <w:top w:val="single" w:sz="4" w:space="0" w:color="auto"/>
              <w:left w:val="single" w:sz="4" w:space="0" w:color="auto"/>
              <w:bottom w:val="single" w:sz="4" w:space="0" w:color="auto"/>
              <w:right w:val="single" w:sz="4" w:space="0" w:color="auto"/>
            </w:tcBorders>
          </w:tcPr>
          <w:p w14:paraId="3D1E8393"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56AA6B47"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62E26A91"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231F2C79"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7DF9D1BB"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73EFE07A"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548397BD" w14:textId="77777777" w:rsidR="008F1EC7" w:rsidRPr="00E062F1" w:rsidRDefault="008F1EC7" w:rsidP="007D68F6">
            <w:pPr>
              <w:pStyle w:val="TAC"/>
              <w:rPr>
                <w:lang w:eastAsia="zh-CN"/>
              </w:rPr>
            </w:pPr>
            <w:r>
              <w:rPr>
                <w:rFonts w:hint="eastAsia"/>
                <w:lang w:eastAsia="zh-CN"/>
              </w:rPr>
              <w:t>40</w:t>
            </w:r>
          </w:p>
        </w:tc>
        <w:tc>
          <w:tcPr>
            <w:tcW w:w="610" w:type="dxa"/>
            <w:tcBorders>
              <w:top w:val="single" w:sz="4" w:space="0" w:color="auto"/>
              <w:left w:val="single" w:sz="4" w:space="0" w:color="auto"/>
              <w:bottom w:val="single" w:sz="4" w:space="0" w:color="auto"/>
              <w:right w:val="single" w:sz="4" w:space="0" w:color="auto"/>
            </w:tcBorders>
          </w:tcPr>
          <w:p w14:paraId="57610B65" w14:textId="77777777" w:rsidR="008F1EC7" w:rsidRPr="00E062F1" w:rsidRDefault="008F1EC7" w:rsidP="007D68F6">
            <w:pPr>
              <w:pStyle w:val="TAC"/>
              <w:rPr>
                <w:lang w:eastAsia="zh-CN"/>
              </w:rPr>
            </w:pPr>
            <w:r>
              <w:rPr>
                <w:rFonts w:hint="eastAsia"/>
                <w:lang w:eastAsia="zh-CN"/>
              </w:rPr>
              <w:t>50</w:t>
            </w:r>
          </w:p>
        </w:tc>
        <w:tc>
          <w:tcPr>
            <w:tcW w:w="610" w:type="dxa"/>
            <w:tcBorders>
              <w:top w:val="single" w:sz="4" w:space="0" w:color="auto"/>
              <w:left w:val="single" w:sz="4" w:space="0" w:color="auto"/>
              <w:bottom w:val="single" w:sz="4" w:space="0" w:color="auto"/>
              <w:right w:val="single" w:sz="4" w:space="0" w:color="auto"/>
            </w:tcBorders>
          </w:tcPr>
          <w:p w14:paraId="40FF0472" w14:textId="77777777" w:rsidR="008F1EC7" w:rsidRPr="00E062F1" w:rsidRDefault="008F1EC7" w:rsidP="007D68F6">
            <w:pPr>
              <w:pStyle w:val="TAC"/>
              <w:rPr>
                <w:lang w:eastAsia="zh-CN"/>
              </w:rPr>
            </w:pPr>
            <w:r>
              <w:rPr>
                <w:rFonts w:hint="eastAsia"/>
                <w:lang w:eastAsia="zh-CN"/>
              </w:rPr>
              <w:t>60</w:t>
            </w:r>
          </w:p>
        </w:tc>
        <w:tc>
          <w:tcPr>
            <w:tcW w:w="619" w:type="dxa"/>
            <w:tcBorders>
              <w:top w:val="single" w:sz="4" w:space="0" w:color="auto"/>
              <w:left w:val="single" w:sz="4" w:space="0" w:color="auto"/>
              <w:bottom w:val="single" w:sz="4" w:space="0" w:color="auto"/>
              <w:right w:val="single" w:sz="4" w:space="0" w:color="auto"/>
            </w:tcBorders>
          </w:tcPr>
          <w:p w14:paraId="125A72B1" w14:textId="77777777" w:rsidR="008F1EC7" w:rsidRPr="00E062F1" w:rsidRDefault="008F1EC7" w:rsidP="007D68F6">
            <w:pPr>
              <w:pStyle w:val="TAC"/>
              <w:rPr>
                <w:lang w:eastAsia="zh-CN"/>
              </w:rPr>
            </w:pPr>
            <w:r>
              <w:rPr>
                <w:rFonts w:hint="eastAsia"/>
                <w:lang w:eastAsia="zh-CN"/>
              </w:rPr>
              <w:t>80</w:t>
            </w:r>
          </w:p>
        </w:tc>
        <w:tc>
          <w:tcPr>
            <w:tcW w:w="618" w:type="dxa"/>
            <w:tcBorders>
              <w:top w:val="single" w:sz="4" w:space="0" w:color="auto"/>
              <w:left w:val="single" w:sz="4" w:space="0" w:color="auto"/>
              <w:bottom w:val="single" w:sz="4" w:space="0" w:color="auto"/>
              <w:right w:val="single" w:sz="4" w:space="0" w:color="auto"/>
            </w:tcBorders>
          </w:tcPr>
          <w:p w14:paraId="32EEABA5" w14:textId="77777777" w:rsidR="008F1EC7" w:rsidRPr="00E062F1" w:rsidRDefault="008F1EC7" w:rsidP="007D68F6">
            <w:pPr>
              <w:pStyle w:val="TAC"/>
              <w:rPr>
                <w:lang w:eastAsia="zh-CN"/>
              </w:rPr>
            </w:pPr>
            <w:r>
              <w:rPr>
                <w:rFonts w:hint="eastAsia"/>
                <w:lang w:eastAsia="zh-CN"/>
              </w:rPr>
              <w:t>90</w:t>
            </w:r>
          </w:p>
        </w:tc>
        <w:tc>
          <w:tcPr>
            <w:tcW w:w="614" w:type="dxa"/>
            <w:tcBorders>
              <w:top w:val="single" w:sz="4" w:space="0" w:color="auto"/>
              <w:left w:val="single" w:sz="4" w:space="0" w:color="auto"/>
              <w:bottom w:val="single" w:sz="4" w:space="0" w:color="auto"/>
              <w:right w:val="single" w:sz="4" w:space="0" w:color="auto"/>
            </w:tcBorders>
          </w:tcPr>
          <w:p w14:paraId="093BAD64" w14:textId="77777777" w:rsidR="008F1EC7" w:rsidRPr="00E062F1" w:rsidRDefault="008F1EC7" w:rsidP="007D68F6">
            <w:pPr>
              <w:pStyle w:val="TAC"/>
              <w:rPr>
                <w:lang w:eastAsia="zh-CN"/>
              </w:rPr>
            </w:pPr>
            <w:r>
              <w:rPr>
                <w:rFonts w:hint="eastAsia"/>
                <w:lang w:eastAsia="zh-CN"/>
              </w:rPr>
              <w:t>100</w:t>
            </w:r>
          </w:p>
        </w:tc>
        <w:tc>
          <w:tcPr>
            <w:tcW w:w="618" w:type="dxa"/>
            <w:tcBorders>
              <w:top w:val="single" w:sz="4" w:space="0" w:color="auto"/>
              <w:left w:val="single" w:sz="4" w:space="0" w:color="auto"/>
              <w:bottom w:val="single" w:sz="4" w:space="0" w:color="auto"/>
              <w:right w:val="single" w:sz="4" w:space="0" w:color="auto"/>
            </w:tcBorders>
          </w:tcPr>
          <w:p w14:paraId="51777DA4"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701BCBC6"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75656AE7" w14:textId="77777777" w:rsidR="008F1EC7" w:rsidRPr="00E062F1" w:rsidRDefault="008F1EC7" w:rsidP="007D68F6">
            <w:pPr>
              <w:pStyle w:val="TAC"/>
            </w:pPr>
          </w:p>
        </w:tc>
      </w:tr>
      <w:tr w:rsidR="008F1EC7" w:rsidRPr="00E062F1" w14:paraId="3188B155" w14:textId="77777777" w:rsidTr="008F1EC7">
        <w:trPr>
          <w:trHeight w:val="125"/>
          <w:jc w:val="center"/>
        </w:trPr>
        <w:tc>
          <w:tcPr>
            <w:tcW w:w="1634" w:type="dxa"/>
            <w:tcBorders>
              <w:top w:val="nil"/>
              <w:left w:val="single" w:sz="4" w:space="0" w:color="auto"/>
              <w:bottom w:val="single" w:sz="4" w:space="0" w:color="auto"/>
              <w:right w:val="single" w:sz="4" w:space="0" w:color="auto"/>
            </w:tcBorders>
            <w:shd w:val="clear" w:color="auto" w:fill="auto"/>
          </w:tcPr>
          <w:p w14:paraId="301886F9" w14:textId="77777777" w:rsidR="008F1EC7" w:rsidRPr="00E062F1" w:rsidRDefault="008F1EC7" w:rsidP="007D68F6">
            <w:pPr>
              <w:pStyle w:val="TAC"/>
              <w:rPr>
                <w:lang w:eastAsia="zh-CN"/>
              </w:rPr>
            </w:pPr>
          </w:p>
        </w:tc>
        <w:tc>
          <w:tcPr>
            <w:tcW w:w="1634" w:type="dxa"/>
            <w:tcBorders>
              <w:top w:val="nil"/>
              <w:left w:val="single" w:sz="4" w:space="0" w:color="auto"/>
              <w:bottom w:val="single" w:sz="4" w:space="0" w:color="auto"/>
              <w:right w:val="single" w:sz="4" w:space="0" w:color="auto"/>
            </w:tcBorders>
            <w:shd w:val="clear" w:color="auto" w:fill="auto"/>
          </w:tcPr>
          <w:p w14:paraId="37FED287"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45DF573D" w14:textId="77777777" w:rsidR="008F1EC7" w:rsidRPr="00E062F1" w:rsidRDefault="008F1EC7" w:rsidP="007D68F6">
            <w:pPr>
              <w:pStyle w:val="TAC"/>
              <w:rPr>
                <w:lang w:eastAsia="zh-CN"/>
              </w:rPr>
            </w:pPr>
            <w:r w:rsidRPr="00E062F1">
              <w:rPr>
                <w:lang w:eastAsia="zh-CN"/>
              </w:rPr>
              <w:t>n257</w:t>
            </w:r>
          </w:p>
        </w:tc>
        <w:tc>
          <w:tcPr>
            <w:tcW w:w="8581" w:type="dxa"/>
            <w:gridSpan w:val="14"/>
            <w:tcBorders>
              <w:top w:val="single" w:sz="4" w:space="0" w:color="auto"/>
              <w:left w:val="single" w:sz="4" w:space="0" w:color="auto"/>
              <w:bottom w:val="single" w:sz="4" w:space="0" w:color="auto"/>
              <w:right w:val="single" w:sz="4" w:space="0" w:color="auto"/>
            </w:tcBorders>
          </w:tcPr>
          <w:p w14:paraId="2422A2F7" w14:textId="6569D088" w:rsidR="008F1EC7" w:rsidRPr="00E062F1" w:rsidRDefault="008F1EC7" w:rsidP="007D68F6">
            <w:pPr>
              <w:pStyle w:val="TAC"/>
            </w:pPr>
            <w:r w:rsidRPr="00E062F1">
              <w:t>See CA_n257G BCS0 in Table 5.5A.1-1 in TS 38.101-2</w:t>
            </w:r>
          </w:p>
        </w:tc>
        <w:tc>
          <w:tcPr>
            <w:tcW w:w="1286" w:type="dxa"/>
            <w:tcBorders>
              <w:top w:val="nil"/>
              <w:left w:val="single" w:sz="4" w:space="0" w:color="auto"/>
              <w:bottom w:val="single" w:sz="4" w:space="0" w:color="auto"/>
              <w:right w:val="single" w:sz="4" w:space="0" w:color="auto"/>
            </w:tcBorders>
            <w:shd w:val="clear" w:color="auto" w:fill="auto"/>
          </w:tcPr>
          <w:p w14:paraId="5FD2B578" w14:textId="77777777" w:rsidR="008F1EC7" w:rsidRPr="00E062F1" w:rsidRDefault="008F1EC7" w:rsidP="007D68F6">
            <w:pPr>
              <w:pStyle w:val="TAC"/>
            </w:pPr>
          </w:p>
        </w:tc>
      </w:tr>
      <w:tr w:rsidR="008F1EC7" w:rsidRPr="00E062F1" w14:paraId="6FAB1421" w14:textId="77777777" w:rsidTr="008F1EC7">
        <w:trPr>
          <w:trHeight w:val="125"/>
          <w:jc w:val="center"/>
        </w:trPr>
        <w:tc>
          <w:tcPr>
            <w:tcW w:w="1634" w:type="dxa"/>
            <w:tcBorders>
              <w:top w:val="single" w:sz="4" w:space="0" w:color="auto"/>
              <w:left w:val="single" w:sz="4" w:space="0" w:color="auto"/>
              <w:bottom w:val="nil"/>
              <w:right w:val="single" w:sz="4" w:space="0" w:color="auto"/>
            </w:tcBorders>
            <w:shd w:val="clear" w:color="auto" w:fill="auto"/>
          </w:tcPr>
          <w:p w14:paraId="3835039E" w14:textId="77777777" w:rsidR="008F1EC7" w:rsidRPr="00E062F1" w:rsidRDefault="008F1EC7" w:rsidP="007D68F6">
            <w:pPr>
              <w:pStyle w:val="TAC"/>
              <w:rPr>
                <w:lang w:eastAsia="zh-CN"/>
              </w:rPr>
            </w:pPr>
            <w:r w:rsidRPr="00E062F1">
              <w:rPr>
                <w:lang w:eastAsia="zh-CN"/>
              </w:rPr>
              <w:t>CA_n3A-n28A-n77A-n257H</w:t>
            </w:r>
          </w:p>
        </w:tc>
        <w:tc>
          <w:tcPr>
            <w:tcW w:w="1634" w:type="dxa"/>
            <w:tcBorders>
              <w:top w:val="single" w:sz="4" w:space="0" w:color="auto"/>
              <w:left w:val="single" w:sz="4" w:space="0" w:color="auto"/>
              <w:bottom w:val="nil"/>
              <w:right w:val="single" w:sz="4" w:space="0" w:color="auto"/>
            </w:tcBorders>
            <w:shd w:val="clear" w:color="auto" w:fill="auto"/>
          </w:tcPr>
          <w:p w14:paraId="64D88F06" w14:textId="77777777" w:rsidR="008F1EC7" w:rsidRPr="00E062F1" w:rsidRDefault="008F1EC7" w:rsidP="007D68F6">
            <w:pPr>
              <w:pStyle w:val="TAC"/>
              <w:rPr>
                <w:rFonts w:eastAsia="MS Mincho"/>
              </w:rPr>
            </w:pPr>
            <w:r w:rsidRPr="00E062F1">
              <w:t>-</w:t>
            </w:r>
          </w:p>
        </w:tc>
        <w:tc>
          <w:tcPr>
            <w:tcW w:w="663" w:type="dxa"/>
            <w:tcBorders>
              <w:top w:val="single" w:sz="4" w:space="0" w:color="auto"/>
              <w:left w:val="single" w:sz="4" w:space="0" w:color="auto"/>
              <w:right w:val="single" w:sz="4" w:space="0" w:color="auto"/>
            </w:tcBorders>
          </w:tcPr>
          <w:p w14:paraId="62F3D615" w14:textId="77777777" w:rsidR="008F1EC7" w:rsidRPr="00E062F1" w:rsidRDefault="008F1EC7" w:rsidP="007D68F6">
            <w:pPr>
              <w:pStyle w:val="TAC"/>
            </w:pPr>
            <w:r w:rsidRPr="00E062F1">
              <w:rPr>
                <w:lang w:eastAsia="zh-CN"/>
              </w:rPr>
              <w:t>n3</w:t>
            </w:r>
          </w:p>
        </w:tc>
        <w:tc>
          <w:tcPr>
            <w:tcW w:w="610" w:type="dxa"/>
            <w:tcBorders>
              <w:top w:val="single" w:sz="4" w:space="0" w:color="auto"/>
              <w:left w:val="single" w:sz="4" w:space="0" w:color="auto"/>
              <w:bottom w:val="single" w:sz="4" w:space="0" w:color="auto"/>
              <w:right w:val="single" w:sz="4" w:space="0" w:color="auto"/>
            </w:tcBorders>
          </w:tcPr>
          <w:p w14:paraId="34CB61A2" w14:textId="77777777" w:rsidR="008F1EC7" w:rsidRPr="00E062F1" w:rsidRDefault="008F1EC7" w:rsidP="007D68F6">
            <w:pPr>
              <w:pStyle w:val="TAC"/>
              <w:rPr>
                <w:lang w:eastAsia="zh-CN"/>
              </w:rPr>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796D4197"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6F7A3178"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3DC8ACEC"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569EBBF7" w14:textId="77777777" w:rsidR="008F1EC7" w:rsidRPr="00E062F1" w:rsidRDefault="008F1EC7" w:rsidP="007D68F6">
            <w:pPr>
              <w:pStyle w:val="TAC"/>
              <w:rPr>
                <w:lang w:eastAsia="zh-CN"/>
              </w:rPr>
            </w:pPr>
            <w:r>
              <w:rPr>
                <w:rFonts w:hint="eastAsia"/>
                <w:lang w:eastAsia="zh-CN"/>
              </w:rPr>
              <w:t>25</w:t>
            </w:r>
          </w:p>
        </w:tc>
        <w:tc>
          <w:tcPr>
            <w:tcW w:w="610" w:type="dxa"/>
            <w:tcBorders>
              <w:top w:val="single" w:sz="4" w:space="0" w:color="auto"/>
              <w:left w:val="single" w:sz="4" w:space="0" w:color="auto"/>
              <w:bottom w:val="single" w:sz="4" w:space="0" w:color="auto"/>
              <w:right w:val="single" w:sz="4" w:space="0" w:color="auto"/>
            </w:tcBorders>
          </w:tcPr>
          <w:p w14:paraId="229DD198" w14:textId="77777777" w:rsidR="008F1EC7" w:rsidRPr="00E062F1" w:rsidRDefault="008F1EC7" w:rsidP="007D68F6">
            <w:pPr>
              <w:pStyle w:val="TAC"/>
              <w:rPr>
                <w:lang w:eastAsia="zh-CN"/>
              </w:rPr>
            </w:pPr>
            <w:r>
              <w:rPr>
                <w:rFonts w:hint="eastAsia"/>
                <w:lang w:eastAsia="zh-CN"/>
              </w:rPr>
              <w:t>30</w:t>
            </w:r>
          </w:p>
        </w:tc>
        <w:tc>
          <w:tcPr>
            <w:tcW w:w="610" w:type="dxa"/>
            <w:tcBorders>
              <w:top w:val="single" w:sz="4" w:space="0" w:color="auto"/>
              <w:left w:val="single" w:sz="4" w:space="0" w:color="auto"/>
              <w:bottom w:val="single" w:sz="4" w:space="0" w:color="auto"/>
              <w:right w:val="single" w:sz="4" w:space="0" w:color="auto"/>
            </w:tcBorders>
          </w:tcPr>
          <w:p w14:paraId="1B7E660C"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5B1DAC2E"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1C63480A"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27CF6D9E"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5BAD12E6"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19BAECDB"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331D453B"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04F5C0B4" w14:textId="77777777" w:rsidR="008F1EC7" w:rsidRPr="00E062F1" w:rsidRDefault="008F1EC7" w:rsidP="007D68F6">
            <w:pPr>
              <w:pStyle w:val="TAC"/>
            </w:pPr>
          </w:p>
        </w:tc>
        <w:tc>
          <w:tcPr>
            <w:tcW w:w="1286" w:type="dxa"/>
            <w:tcBorders>
              <w:top w:val="single" w:sz="4" w:space="0" w:color="auto"/>
              <w:left w:val="single" w:sz="4" w:space="0" w:color="auto"/>
              <w:bottom w:val="nil"/>
              <w:right w:val="single" w:sz="4" w:space="0" w:color="auto"/>
            </w:tcBorders>
            <w:shd w:val="clear" w:color="auto" w:fill="auto"/>
          </w:tcPr>
          <w:p w14:paraId="62EE6BD1" w14:textId="77777777" w:rsidR="008F1EC7" w:rsidRPr="00E062F1" w:rsidRDefault="008F1EC7" w:rsidP="007D68F6">
            <w:pPr>
              <w:pStyle w:val="TAC"/>
              <w:rPr>
                <w:lang w:eastAsia="zh-CN"/>
              </w:rPr>
            </w:pPr>
            <w:r>
              <w:rPr>
                <w:rFonts w:hint="eastAsia"/>
                <w:lang w:eastAsia="zh-CN"/>
              </w:rPr>
              <w:t>0</w:t>
            </w:r>
          </w:p>
        </w:tc>
      </w:tr>
      <w:tr w:rsidR="008F1EC7" w:rsidRPr="00E062F1" w14:paraId="7E4776B2"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113022B6" w14:textId="77777777" w:rsidR="008F1EC7" w:rsidRPr="00E062F1" w:rsidRDefault="008F1EC7" w:rsidP="007D68F6">
            <w:pPr>
              <w:pStyle w:val="TAC"/>
              <w:rPr>
                <w:lang w:eastAsia="zh-CN"/>
              </w:rPr>
            </w:pPr>
          </w:p>
        </w:tc>
        <w:tc>
          <w:tcPr>
            <w:tcW w:w="1634" w:type="dxa"/>
            <w:tcBorders>
              <w:top w:val="nil"/>
              <w:left w:val="single" w:sz="4" w:space="0" w:color="auto"/>
              <w:bottom w:val="nil"/>
              <w:right w:val="single" w:sz="4" w:space="0" w:color="auto"/>
            </w:tcBorders>
            <w:shd w:val="clear" w:color="auto" w:fill="auto"/>
          </w:tcPr>
          <w:p w14:paraId="7EB0692B" w14:textId="77777777" w:rsidR="008F1EC7" w:rsidRPr="00E062F1" w:rsidRDefault="008F1EC7" w:rsidP="007D68F6">
            <w:pPr>
              <w:pStyle w:val="TAC"/>
              <w:rPr>
                <w:rFonts w:eastAsia="MS Mincho"/>
              </w:rPr>
            </w:pPr>
          </w:p>
        </w:tc>
        <w:tc>
          <w:tcPr>
            <w:tcW w:w="663" w:type="dxa"/>
            <w:tcBorders>
              <w:top w:val="single" w:sz="4" w:space="0" w:color="auto"/>
              <w:left w:val="single" w:sz="4" w:space="0" w:color="auto"/>
              <w:right w:val="single" w:sz="4" w:space="0" w:color="auto"/>
            </w:tcBorders>
          </w:tcPr>
          <w:p w14:paraId="50BF9AA5" w14:textId="77777777" w:rsidR="008F1EC7" w:rsidRPr="00E062F1" w:rsidRDefault="008F1EC7" w:rsidP="007D68F6">
            <w:pPr>
              <w:pStyle w:val="TAC"/>
            </w:pPr>
            <w:r w:rsidRPr="00E062F1">
              <w:rPr>
                <w:lang w:eastAsia="zh-CN"/>
              </w:rPr>
              <w:t>n28</w:t>
            </w:r>
          </w:p>
        </w:tc>
        <w:tc>
          <w:tcPr>
            <w:tcW w:w="610" w:type="dxa"/>
            <w:tcBorders>
              <w:top w:val="single" w:sz="4" w:space="0" w:color="auto"/>
              <w:left w:val="single" w:sz="4" w:space="0" w:color="auto"/>
              <w:bottom w:val="single" w:sz="4" w:space="0" w:color="auto"/>
              <w:right w:val="single" w:sz="4" w:space="0" w:color="auto"/>
            </w:tcBorders>
          </w:tcPr>
          <w:p w14:paraId="4D1597B5" w14:textId="77777777" w:rsidR="008F1EC7" w:rsidRPr="00E062F1" w:rsidRDefault="008F1EC7" w:rsidP="007D68F6">
            <w:pPr>
              <w:pStyle w:val="TAC"/>
              <w:rPr>
                <w:lang w:eastAsia="zh-CN"/>
              </w:rPr>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5069D3D8"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06F0DE30"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61888D4F"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4EA2008A"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37FB9D1A"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AC6C8A9"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70CC98B"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509CC4A5"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2930BE0B"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4DF76624"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27164B1F"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1D4CA826"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20DB8303"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203DCF53" w14:textId="77777777" w:rsidR="008F1EC7" w:rsidRPr="00E062F1" w:rsidRDefault="008F1EC7" w:rsidP="007D68F6">
            <w:pPr>
              <w:pStyle w:val="TAC"/>
            </w:pPr>
          </w:p>
        </w:tc>
      </w:tr>
      <w:tr w:rsidR="008F1EC7" w:rsidRPr="00E062F1" w14:paraId="32D0D5BC"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16A178D0" w14:textId="77777777" w:rsidR="008F1EC7" w:rsidRPr="00E062F1" w:rsidRDefault="008F1EC7" w:rsidP="007D68F6">
            <w:pPr>
              <w:pStyle w:val="TAC"/>
              <w:rPr>
                <w:lang w:eastAsia="zh-CN"/>
              </w:rPr>
            </w:pPr>
          </w:p>
        </w:tc>
        <w:tc>
          <w:tcPr>
            <w:tcW w:w="1634" w:type="dxa"/>
            <w:tcBorders>
              <w:top w:val="nil"/>
              <w:left w:val="single" w:sz="4" w:space="0" w:color="auto"/>
              <w:bottom w:val="nil"/>
              <w:right w:val="single" w:sz="4" w:space="0" w:color="auto"/>
            </w:tcBorders>
            <w:shd w:val="clear" w:color="auto" w:fill="auto"/>
          </w:tcPr>
          <w:p w14:paraId="4BA477A3" w14:textId="77777777" w:rsidR="008F1EC7" w:rsidRPr="00E062F1" w:rsidRDefault="008F1EC7" w:rsidP="007D68F6">
            <w:pPr>
              <w:pStyle w:val="TAC"/>
              <w:rPr>
                <w:rFonts w:eastAsia="MS Mincho"/>
              </w:rPr>
            </w:pPr>
          </w:p>
        </w:tc>
        <w:tc>
          <w:tcPr>
            <w:tcW w:w="663" w:type="dxa"/>
            <w:tcBorders>
              <w:top w:val="single" w:sz="4" w:space="0" w:color="auto"/>
              <w:left w:val="single" w:sz="4" w:space="0" w:color="auto"/>
              <w:right w:val="single" w:sz="4" w:space="0" w:color="auto"/>
            </w:tcBorders>
          </w:tcPr>
          <w:p w14:paraId="7F8E8B44" w14:textId="77777777" w:rsidR="008F1EC7" w:rsidRPr="00E062F1" w:rsidRDefault="008F1EC7" w:rsidP="007D68F6">
            <w:pPr>
              <w:pStyle w:val="TAC"/>
            </w:pPr>
            <w:r w:rsidRPr="00E062F1">
              <w:rPr>
                <w:lang w:eastAsia="zh-CN"/>
              </w:rPr>
              <w:t>n77</w:t>
            </w:r>
          </w:p>
        </w:tc>
        <w:tc>
          <w:tcPr>
            <w:tcW w:w="610" w:type="dxa"/>
            <w:tcBorders>
              <w:top w:val="single" w:sz="4" w:space="0" w:color="auto"/>
              <w:left w:val="single" w:sz="4" w:space="0" w:color="auto"/>
              <w:bottom w:val="single" w:sz="4" w:space="0" w:color="auto"/>
              <w:right w:val="single" w:sz="4" w:space="0" w:color="auto"/>
            </w:tcBorders>
          </w:tcPr>
          <w:p w14:paraId="7D03E07D"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18C81EB0"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504E0267"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5BBF19A9"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4D4845FB"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68B18300"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7CFB8883" w14:textId="77777777" w:rsidR="008F1EC7" w:rsidRPr="00E062F1" w:rsidRDefault="008F1EC7" w:rsidP="007D68F6">
            <w:pPr>
              <w:pStyle w:val="TAC"/>
              <w:rPr>
                <w:lang w:eastAsia="zh-CN"/>
              </w:rPr>
            </w:pPr>
            <w:r>
              <w:rPr>
                <w:rFonts w:hint="eastAsia"/>
                <w:lang w:eastAsia="zh-CN"/>
              </w:rPr>
              <w:t>40</w:t>
            </w:r>
          </w:p>
        </w:tc>
        <w:tc>
          <w:tcPr>
            <w:tcW w:w="610" w:type="dxa"/>
            <w:tcBorders>
              <w:top w:val="single" w:sz="4" w:space="0" w:color="auto"/>
              <w:left w:val="single" w:sz="4" w:space="0" w:color="auto"/>
              <w:bottom w:val="single" w:sz="4" w:space="0" w:color="auto"/>
              <w:right w:val="single" w:sz="4" w:space="0" w:color="auto"/>
            </w:tcBorders>
          </w:tcPr>
          <w:p w14:paraId="58B110E9" w14:textId="77777777" w:rsidR="008F1EC7" w:rsidRPr="00E062F1" w:rsidRDefault="008F1EC7" w:rsidP="007D68F6">
            <w:pPr>
              <w:pStyle w:val="TAC"/>
              <w:rPr>
                <w:lang w:eastAsia="zh-CN"/>
              </w:rPr>
            </w:pPr>
            <w:r>
              <w:rPr>
                <w:rFonts w:hint="eastAsia"/>
                <w:lang w:eastAsia="zh-CN"/>
              </w:rPr>
              <w:t>50</w:t>
            </w:r>
          </w:p>
        </w:tc>
        <w:tc>
          <w:tcPr>
            <w:tcW w:w="610" w:type="dxa"/>
            <w:tcBorders>
              <w:top w:val="single" w:sz="4" w:space="0" w:color="auto"/>
              <w:left w:val="single" w:sz="4" w:space="0" w:color="auto"/>
              <w:bottom w:val="single" w:sz="4" w:space="0" w:color="auto"/>
              <w:right w:val="single" w:sz="4" w:space="0" w:color="auto"/>
            </w:tcBorders>
          </w:tcPr>
          <w:p w14:paraId="1BE29649" w14:textId="77777777" w:rsidR="008F1EC7" w:rsidRPr="00E062F1" w:rsidRDefault="008F1EC7" w:rsidP="007D68F6">
            <w:pPr>
              <w:pStyle w:val="TAC"/>
              <w:rPr>
                <w:lang w:eastAsia="zh-CN"/>
              </w:rPr>
            </w:pPr>
            <w:r>
              <w:rPr>
                <w:rFonts w:hint="eastAsia"/>
                <w:lang w:eastAsia="zh-CN"/>
              </w:rPr>
              <w:t>60</w:t>
            </w:r>
          </w:p>
        </w:tc>
        <w:tc>
          <w:tcPr>
            <w:tcW w:w="619" w:type="dxa"/>
            <w:tcBorders>
              <w:top w:val="single" w:sz="4" w:space="0" w:color="auto"/>
              <w:left w:val="single" w:sz="4" w:space="0" w:color="auto"/>
              <w:bottom w:val="single" w:sz="4" w:space="0" w:color="auto"/>
              <w:right w:val="single" w:sz="4" w:space="0" w:color="auto"/>
            </w:tcBorders>
          </w:tcPr>
          <w:p w14:paraId="5EAC279D" w14:textId="77777777" w:rsidR="008F1EC7" w:rsidRPr="00E062F1" w:rsidRDefault="008F1EC7" w:rsidP="007D68F6">
            <w:pPr>
              <w:pStyle w:val="TAC"/>
              <w:rPr>
                <w:lang w:eastAsia="zh-CN"/>
              </w:rPr>
            </w:pPr>
            <w:r>
              <w:rPr>
                <w:rFonts w:hint="eastAsia"/>
                <w:lang w:eastAsia="zh-CN"/>
              </w:rPr>
              <w:t>80</w:t>
            </w:r>
          </w:p>
        </w:tc>
        <w:tc>
          <w:tcPr>
            <w:tcW w:w="618" w:type="dxa"/>
            <w:tcBorders>
              <w:top w:val="single" w:sz="4" w:space="0" w:color="auto"/>
              <w:left w:val="single" w:sz="4" w:space="0" w:color="auto"/>
              <w:bottom w:val="single" w:sz="4" w:space="0" w:color="auto"/>
              <w:right w:val="single" w:sz="4" w:space="0" w:color="auto"/>
            </w:tcBorders>
          </w:tcPr>
          <w:p w14:paraId="0D789B9D" w14:textId="77777777" w:rsidR="008F1EC7" w:rsidRPr="00E062F1" w:rsidRDefault="008F1EC7" w:rsidP="007D68F6">
            <w:pPr>
              <w:pStyle w:val="TAC"/>
              <w:rPr>
                <w:lang w:eastAsia="zh-CN"/>
              </w:rPr>
            </w:pPr>
            <w:r>
              <w:rPr>
                <w:rFonts w:hint="eastAsia"/>
                <w:lang w:eastAsia="zh-CN"/>
              </w:rPr>
              <w:t>90</w:t>
            </w:r>
          </w:p>
        </w:tc>
        <w:tc>
          <w:tcPr>
            <w:tcW w:w="614" w:type="dxa"/>
            <w:tcBorders>
              <w:top w:val="single" w:sz="4" w:space="0" w:color="auto"/>
              <w:left w:val="single" w:sz="4" w:space="0" w:color="auto"/>
              <w:bottom w:val="single" w:sz="4" w:space="0" w:color="auto"/>
              <w:right w:val="single" w:sz="4" w:space="0" w:color="auto"/>
            </w:tcBorders>
          </w:tcPr>
          <w:p w14:paraId="66F686E3" w14:textId="77777777" w:rsidR="008F1EC7" w:rsidRPr="00E062F1" w:rsidRDefault="008F1EC7" w:rsidP="007D68F6">
            <w:pPr>
              <w:pStyle w:val="TAC"/>
              <w:rPr>
                <w:lang w:eastAsia="zh-CN"/>
              </w:rPr>
            </w:pPr>
            <w:r>
              <w:rPr>
                <w:rFonts w:hint="eastAsia"/>
                <w:lang w:eastAsia="zh-CN"/>
              </w:rPr>
              <w:t>100</w:t>
            </w:r>
          </w:p>
        </w:tc>
        <w:tc>
          <w:tcPr>
            <w:tcW w:w="618" w:type="dxa"/>
            <w:tcBorders>
              <w:top w:val="single" w:sz="4" w:space="0" w:color="auto"/>
              <w:left w:val="single" w:sz="4" w:space="0" w:color="auto"/>
              <w:bottom w:val="single" w:sz="4" w:space="0" w:color="auto"/>
              <w:right w:val="single" w:sz="4" w:space="0" w:color="auto"/>
            </w:tcBorders>
          </w:tcPr>
          <w:p w14:paraId="1AA19CCA"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4508C18E"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7BF64C0F" w14:textId="77777777" w:rsidR="008F1EC7" w:rsidRPr="00E062F1" w:rsidRDefault="008F1EC7" w:rsidP="007D68F6">
            <w:pPr>
              <w:pStyle w:val="TAC"/>
            </w:pPr>
          </w:p>
        </w:tc>
      </w:tr>
      <w:tr w:rsidR="008F1EC7" w:rsidRPr="00E062F1" w14:paraId="0B0BDF5B" w14:textId="77777777" w:rsidTr="008F1EC7">
        <w:trPr>
          <w:trHeight w:val="125"/>
          <w:jc w:val="center"/>
        </w:trPr>
        <w:tc>
          <w:tcPr>
            <w:tcW w:w="1634" w:type="dxa"/>
            <w:tcBorders>
              <w:top w:val="nil"/>
              <w:left w:val="single" w:sz="4" w:space="0" w:color="auto"/>
              <w:bottom w:val="single" w:sz="4" w:space="0" w:color="auto"/>
              <w:right w:val="single" w:sz="4" w:space="0" w:color="auto"/>
            </w:tcBorders>
            <w:shd w:val="clear" w:color="auto" w:fill="auto"/>
          </w:tcPr>
          <w:p w14:paraId="10A4518F" w14:textId="77777777" w:rsidR="008F1EC7" w:rsidRPr="00E062F1" w:rsidRDefault="008F1EC7" w:rsidP="007D68F6">
            <w:pPr>
              <w:pStyle w:val="TAC"/>
              <w:rPr>
                <w:lang w:eastAsia="zh-CN"/>
              </w:rPr>
            </w:pPr>
          </w:p>
        </w:tc>
        <w:tc>
          <w:tcPr>
            <w:tcW w:w="1634" w:type="dxa"/>
            <w:tcBorders>
              <w:top w:val="nil"/>
              <w:left w:val="single" w:sz="4" w:space="0" w:color="auto"/>
              <w:bottom w:val="single" w:sz="4" w:space="0" w:color="auto"/>
              <w:right w:val="single" w:sz="4" w:space="0" w:color="auto"/>
            </w:tcBorders>
            <w:shd w:val="clear" w:color="auto" w:fill="auto"/>
          </w:tcPr>
          <w:p w14:paraId="0AD9A0A3" w14:textId="77777777" w:rsidR="008F1EC7" w:rsidRPr="00E062F1" w:rsidRDefault="008F1EC7" w:rsidP="007D68F6">
            <w:pPr>
              <w:pStyle w:val="TAC"/>
              <w:rPr>
                <w:rFonts w:eastAsia="MS Mincho"/>
              </w:rPr>
            </w:pPr>
          </w:p>
        </w:tc>
        <w:tc>
          <w:tcPr>
            <w:tcW w:w="663" w:type="dxa"/>
            <w:tcBorders>
              <w:top w:val="single" w:sz="4" w:space="0" w:color="auto"/>
              <w:left w:val="single" w:sz="4" w:space="0" w:color="auto"/>
              <w:right w:val="single" w:sz="4" w:space="0" w:color="auto"/>
            </w:tcBorders>
          </w:tcPr>
          <w:p w14:paraId="59F43DD8" w14:textId="77777777" w:rsidR="008F1EC7" w:rsidRPr="00E062F1" w:rsidRDefault="008F1EC7" w:rsidP="007D68F6">
            <w:pPr>
              <w:pStyle w:val="TAC"/>
            </w:pPr>
            <w:r w:rsidRPr="00E062F1">
              <w:rPr>
                <w:lang w:eastAsia="zh-CN"/>
              </w:rPr>
              <w:t>n257</w:t>
            </w:r>
          </w:p>
        </w:tc>
        <w:tc>
          <w:tcPr>
            <w:tcW w:w="8581" w:type="dxa"/>
            <w:gridSpan w:val="14"/>
            <w:tcBorders>
              <w:top w:val="single" w:sz="4" w:space="0" w:color="auto"/>
              <w:left w:val="single" w:sz="4" w:space="0" w:color="auto"/>
              <w:bottom w:val="single" w:sz="4" w:space="0" w:color="auto"/>
              <w:right w:val="single" w:sz="4" w:space="0" w:color="auto"/>
            </w:tcBorders>
          </w:tcPr>
          <w:p w14:paraId="09F55CE4" w14:textId="56415BC3" w:rsidR="008F1EC7" w:rsidRPr="00E062F1" w:rsidRDefault="008F1EC7" w:rsidP="007D68F6">
            <w:pPr>
              <w:pStyle w:val="TAC"/>
            </w:pPr>
            <w:r w:rsidRPr="00E062F1">
              <w:t>See CA_n257H BCS0 in Table 5.5A.1-1 in TS 38.101-2</w:t>
            </w:r>
          </w:p>
        </w:tc>
        <w:tc>
          <w:tcPr>
            <w:tcW w:w="1286" w:type="dxa"/>
            <w:tcBorders>
              <w:top w:val="nil"/>
              <w:left w:val="single" w:sz="4" w:space="0" w:color="auto"/>
              <w:bottom w:val="single" w:sz="4" w:space="0" w:color="auto"/>
              <w:right w:val="single" w:sz="4" w:space="0" w:color="auto"/>
            </w:tcBorders>
            <w:shd w:val="clear" w:color="auto" w:fill="auto"/>
          </w:tcPr>
          <w:p w14:paraId="24F94D01" w14:textId="77777777" w:rsidR="008F1EC7" w:rsidRPr="00E062F1" w:rsidRDefault="008F1EC7" w:rsidP="007D68F6">
            <w:pPr>
              <w:pStyle w:val="TAC"/>
            </w:pPr>
          </w:p>
        </w:tc>
      </w:tr>
      <w:tr w:rsidR="008F1EC7" w:rsidRPr="00E062F1" w14:paraId="39BB80A5" w14:textId="77777777" w:rsidTr="008F1EC7">
        <w:trPr>
          <w:trHeight w:val="125"/>
          <w:jc w:val="center"/>
        </w:trPr>
        <w:tc>
          <w:tcPr>
            <w:tcW w:w="1634" w:type="dxa"/>
            <w:tcBorders>
              <w:top w:val="single" w:sz="4" w:space="0" w:color="auto"/>
              <w:left w:val="single" w:sz="4" w:space="0" w:color="auto"/>
              <w:bottom w:val="nil"/>
              <w:right w:val="single" w:sz="4" w:space="0" w:color="auto"/>
            </w:tcBorders>
            <w:shd w:val="clear" w:color="auto" w:fill="auto"/>
          </w:tcPr>
          <w:p w14:paraId="219AA728" w14:textId="77777777" w:rsidR="008F1EC7" w:rsidRPr="00E062F1" w:rsidRDefault="008F1EC7" w:rsidP="007D68F6">
            <w:pPr>
              <w:pStyle w:val="TAC"/>
              <w:rPr>
                <w:lang w:eastAsia="zh-CN"/>
              </w:rPr>
            </w:pPr>
            <w:r w:rsidRPr="00E062F1">
              <w:rPr>
                <w:lang w:eastAsia="zh-CN"/>
              </w:rPr>
              <w:t>CA_n3A-n28A-n77A-n257I</w:t>
            </w:r>
          </w:p>
        </w:tc>
        <w:tc>
          <w:tcPr>
            <w:tcW w:w="1634" w:type="dxa"/>
            <w:tcBorders>
              <w:top w:val="single" w:sz="4" w:space="0" w:color="auto"/>
              <w:left w:val="single" w:sz="4" w:space="0" w:color="auto"/>
              <w:bottom w:val="nil"/>
              <w:right w:val="single" w:sz="4" w:space="0" w:color="auto"/>
            </w:tcBorders>
            <w:shd w:val="clear" w:color="auto" w:fill="auto"/>
          </w:tcPr>
          <w:p w14:paraId="450B6A6B" w14:textId="77777777" w:rsidR="008F1EC7" w:rsidRPr="00E062F1" w:rsidRDefault="008F1EC7" w:rsidP="007D68F6">
            <w:pPr>
              <w:pStyle w:val="TAC"/>
            </w:pPr>
            <w:r w:rsidRPr="00E062F1">
              <w:rPr>
                <w:rFonts w:eastAsia="MS Mincho"/>
              </w:rPr>
              <w:t>-</w:t>
            </w:r>
          </w:p>
        </w:tc>
        <w:tc>
          <w:tcPr>
            <w:tcW w:w="663" w:type="dxa"/>
            <w:tcBorders>
              <w:top w:val="single" w:sz="4" w:space="0" w:color="auto"/>
              <w:left w:val="single" w:sz="4" w:space="0" w:color="auto"/>
              <w:right w:val="single" w:sz="4" w:space="0" w:color="auto"/>
            </w:tcBorders>
          </w:tcPr>
          <w:p w14:paraId="61FE703F" w14:textId="77777777" w:rsidR="008F1EC7" w:rsidRPr="00E062F1" w:rsidRDefault="008F1EC7" w:rsidP="007D68F6">
            <w:pPr>
              <w:pStyle w:val="TAC"/>
            </w:pPr>
            <w:r w:rsidRPr="00E062F1">
              <w:rPr>
                <w:lang w:eastAsia="zh-CN"/>
              </w:rPr>
              <w:t>n3</w:t>
            </w:r>
          </w:p>
        </w:tc>
        <w:tc>
          <w:tcPr>
            <w:tcW w:w="610" w:type="dxa"/>
            <w:tcBorders>
              <w:top w:val="single" w:sz="4" w:space="0" w:color="auto"/>
              <w:left w:val="single" w:sz="4" w:space="0" w:color="auto"/>
              <w:bottom w:val="single" w:sz="4" w:space="0" w:color="auto"/>
              <w:right w:val="single" w:sz="4" w:space="0" w:color="auto"/>
            </w:tcBorders>
          </w:tcPr>
          <w:p w14:paraId="1F11B0F0" w14:textId="77777777" w:rsidR="008F1EC7" w:rsidRPr="00E062F1" w:rsidRDefault="008F1EC7" w:rsidP="007D68F6">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04BDA276"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7A0E2FFA"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0D5382FC"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57D4A615" w14:textId="77777777" w:rsidR="008F1EC7" w:rsidRPr="00E062F1" w:rsidRDefault="008F1EC7" w:rsidP="007D68F6">
            <w:pPr>
              <w:pStyle w:val="TAC"/>
            </w:pPr>
            <w:r>
              <w:rPr>
                <w:rFonts w:hint="eastAsia"/>
                <w:lang w:eastAsia="zh-CN"/>
              </w:rPr>
              <w:t>25</w:t>
            </w:r>
          </w:p>
        </w:tc>
        <w:tc>
          <w:tcPr>
            <w:tcW w:w="610" w:type="dxa"/>
            <w:tcBorders>
              <w:top w:val="single" w:sz="4" w:space="0" w:color="auto"/>
              <w:left w:val="single" w:sz="4" w:space="0" w:color="auto"/>
              <w:bottom w:val="single" w:sz="4" w:space="0" w:color="auto"/>
              <w:right w:val="single" w:sz="4" w:space="0" w:color="auto"/>
            </w:tcBorders>
          </w:tcPr>
          <w:p w14:paraId="13F457BC" w14:textId="77777777" w:rsidR="008F1EC7" w:rsidRPr="00E062F1" w:rsidRDefault="008F1EC7" w:rsidP="007D68F6">
            <w:pPr>
              <w:pStyle w:val="TAC"/>
            </w:pPr>
            <w:r>
              <w:rPr>
                <w:rFonts w:hint="eastAsia"/>
                <w:lang w:eastAsia="zh-CN"/>
              </w:rPr>
              <w:t>30</w:t>
            </w:r>
          </w:p>
        </w:tc>
        <w:tc>
          <w:tcPr>
            <w:tcW w:w="610" w:type="dxa"/>
            <w:tcBorders>
              <w:top w:val="single" w:sz="4" w:space="0" w:color="auto"/>
              <w:left w:val="single" w:sz="4" w:space="0" w:color="auto"/>
              <w:bottom w:val="single" w:sz="4" w:space="0" w:color="auto"/>
              <w:right w:val="single" w:sz="4" w:space="0" w:color="auto"/>
            </w:tcBorders>
          </w:tcPr>
          <w:p w14:paraId="1FD6948D"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060DA31E"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54376AB9"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6D061737"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1DB59B48"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5B12EE33"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0048FA97"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0AC22117" w14:textId="77777777" w:rsidR="008F1EC7" w:rsidRPr="00E062F1" w:rsidRDefault="008F1EC7" w:rsidP="007D68F6">
            <w:pPr>
              <w:pStyle w:val="TAC"/>
            </w:pPr>
          </w:p>
        </w:tc>
        <w:tc>
          <w:tcPr>
            <w:tcW w:w="1286" w:type="dxa"/>
            <w:tcBorders>
              <w:top w:val="single" w:sz="4" w:space="0" w:color="auto"/>
              <w:left w:val="single" w:sz="4" w:space="0" w:color="auto"/>
              <w:bottom w:val="nil"/>
              <w:right w:val="single" w:sz="4" w:space="0" w:color="auto"/>
            </w:tcBorders>
            <w:shd w:val="clear" w:color="auto" w:fill="auto"/>
          </w:tcPr>
          <w:p w14:paraId="547C259B" w14:textId="77777777" w:rsidR="008F1EC7" w:rsidRPr="00E062F1" w:rsidRDefault="008F1EC7" w:rsidP="007D68F6">
            <w:pPr>
              <w:pStyle w:val="TAC"/>
              <w:rPr>
                <w:lang w:eastAsia="zh-CN"/>
              </w:rPr>
            </w:pPr>
            <w:r>
              <w:rPr>
                <w:rFonts w:hint="eastAsia"/>
                <w:lang w:eastAsia="zh-CN"/>
              </w:rPr>
              <w:t>0</w:t>
            </w:r>
          </w:p>
        </w:tc>
      </w:tr>
      <w:tr w:rsidR="008F1EC7" w:rsidRPr="00E062F1" w14:paraId="70CF44F7"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69430039" w14:textId="77777777" w:rsidR="008F1EC7" w:rsidRPr="00E062F1" w:rsidRDefault="008F1EC7" w:rsidP="007D68F6">
            <w:pPr>
              <w:pStyle w:val="TAC"/>
              <w:rPr>
                <w:lang w:eastAsia="zh-CN"/>
              </w:rPr>
            </w:pPr>
          </w:p>
        </w:tc>
        <w:tc>
          <w:tcPr>
            <w:tcW w:w="1634" w:type="dxa"/>
            <w:tcBorders>
              <w:top w:val="nil"/>
              <w:left w:val="single" w:sz="4" w:space="0" w:color="auto"/>
              <w:bottom w:val="nil"/>
              <w:right w:val="single" w:sz="4" w:space="0" w:color="auto"/>
            </w:tcBorders>
            <w:shd w:val="clear" w:color="auto" w:fill="auto"/>
          </w:tcPr>
          <w:p w14:paraId="4A6C7315"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3D87C771" w14:textId="77777777" w:rsidR="008F1EC7" w:rsidRPr="00E062F1" w:rsidRDefault="008F1EC7" w:rsidP="007D68F6">
            <w:pPr>
              <w:pStyle w:val="TAC"/>
            </w:pPr>
            <w:r w:rsidRPr="00E062F1">
              <w:rPr>
                <w:lang w:eastAsia="zh-CN"/>
              </w:rPr>
              <w:t>n28</w:t>
            </w:r>
          </w:p>
        </w:tc>
        <w:tc>
          <w:tcPr>
            <w:tcW w:w="610" w:type="dxa"/>
            <w:tcBorders>
              <w:top w:val="single" w:sz="4" w:space="0" w:color="auto"/>
              <w:left w:val="single" w:sz="4" w:space="0" w:color="auto"/>
              <w:bottom w:val="single" w:sz="4" w:space="0" w:color="auto"/>
              <w:right w:val="single" w:sz="4" w:space="0" w:color="auto"/>
            </w:tcBorders>
          </w:tcPr>
          <w:p w14:paraId="681159AB" w14:textId="77777777" w:rsidR="008F1EC7" w:rsidRPr="00E062F1" w:rsidRDefault="008F1EC7" w:rsidP="007D68F6">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7CA9EE94"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1E328E77"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149037E3"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7BBCABF8"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101E4541"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74538156"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4295BF52"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05D98908"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056A9C07"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65F05AC9"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50D7AB3C"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7CD0EAF2"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75D2310F"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1BB10310" w14:textId="77777777" w:rsidR="008F1EC7" w:rsidRPr="00E062F1" w:rsidRDefault="008F1EC7" w:rsidP="007D68F6">
            <w:pPr>
              <w:pStyle w:val="TAC"/>
              <w:rPr>
                <w:lang w:eastAsia="ja-JP"/>
              </w:rPr>
            </w:pPr>
          </w:p>
        </w:tc>
      </w:tr>
      <w:tr w:rsidR="008F1EC7" w:rsidRPr="00E062F1" w14:paraId="431747C0"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5A95B4DC" w14:textId="77777777" w:rsidR="008F1EC7" w:rsidRPr="00E062F1" w:rsidRDefault="008F1EC7" w:rsidP="007D68F6">
            <w:pPr>
              <w:pStyle w:val="TAC"/>
              <w:rPr>
                <w:lang w:eastAsia="zh-CN"/>
              </w:rPr>
            </w:pPr>
          </w:p>
        </w:tc>
        <w:tc>
          <w:tcPr>
            <w:tcW w:w="1634" w:type="dxa"/>
            <w:tcBorders>
              <w:top w:val="nil"/>
              <w:left w:val="single" w:sz="4" w:space="0" w:color="auto"/>
              <w:bottom w:val="nil"/>
              <w:right w:val="single" w:sz="4" w:space="0" w:color="auto"/>
            </w:tcBorders>
            <w:shd w:val="clear" w:color="auto" w:fill="auto"/>
          </w:tcPr>
          <w:p w14:paraId="3C4842F3"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3B3D34C0" w14:textId="77777777" w:rsidR="008F1EC7" w:rsidRPr="00E062F1" w:rsidRDefault="008F1EC7" w:rsidP="007D68F6">
            <w:pPr>
              <w:pStyle w:val="TAC"/>
            </w:pPr>
            <w:r w:rsidRPr="00E062F1">
              <w:rPr>
                <w:lang w:eastAsia="zh-CN"/>
              </w:rPr>
              <w:t>n77</w:t>
            </w:r>
          </w:p>
        </w:tc>
        <w:tc>
          <w:tcPr>
            <w:tcW w:w="610" w:type="dxa"/>
            <w:tcBorders>
              <w:top w:val="single" w:sz="4" w:space="0" w:color="auto"/>
              <w:left w:val="single" w:sz="4" w:space="0" w:color="auto"/>
              <w:bottom w:val="single" w:sz="4" w:space="0" w:color="auto"/>
              <w:right w:val="single" w:sz="4" w:space="0" w:color="auto"/>
            </w:tcBorders>
          </w:tcPr>
          <w:p w14:paraId="25C6C419"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555DB8D7"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0788EE12"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2B21D379"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4BBAA5DE"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527A187A"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3109F090" w14:textId="77777777" w:rsidR="008F1EC7" w:rsidRPr="00E062F1" w:rsidRDefault="008F1EC7" w:rsidP="007D68F6">
            <w:pPr>
              <w:pStyle w:val="TAC"/>
              <w:rPr>
                <w:rFonts w:eastAsia="MS Mincho"/>
              </w:rPr>
            </w:pPr>
            <w:r>
              <w:rPr>
                <w:rFonts w:hint="eastAsia"/>
                <w:lang w:eastAsia="zh-CN"/>
              </w:rPr>
              <w:t>40</w:t>
            </w:r>
          </w:p>
        </w:tc>
        <w:tc>
          <w:tcPr>
            <w:tcW w:w="610" w:type="dxa"/>
            <w:tcBorders>
              <w:top w:val="single" w:sz="4" w:space="0" w:color="auto"/>
              <w:left w:val="single" w:sz="4" w:space="0" w:color="auto"/>
              <w:bottom w:val="single" w:sz="4" w:space="0" w:color="auto"/>
              <w:right w:val="single" w:sz="4" w:space="0" w:color="auto"/>
            </w:tcBorders>
          </w:tcPr>
          <w:p w14:paraId="655EA1E5" w14:textId="77777777" w:rsidR="008F1EC7" w:rsidRPr="00E062F1" w:rsidRDefault="008F1EC7" w:rsidP="007D68F6">
            <w:pPr>
              <w:pStyle w:val="TAC"/>
              <w:rPr>
                <w:rFonts w:eastAsia="MS Mincho"/>
              </w:rPr>
            </w:pPr>
            <w:r>
              <w:rPr>
                <w:rFonts w:hint="eastAsia"/>
                <w:lang w:eastAsia="zh-CN"/>
              </w:rPr>
              <w:t>50</w:t>
            </w:r>
          </w:p>
        </w:tc>
        <w:tc>
          <w:tcPr>
            <w:tcW w:w="610" w:type="dxa"/>
            <w:tcBorders>
              <w:top w:val="single" w:sz="4" w:space="0" w:color="auto"/>
              <w:left w:val="single" w:sz="4" w:space="0" w:color="auto"/>
              <w:bottom w:val="single" w:sz="4" w:space="0" w:color="auto"/>
              <w:right w:val="single" w:sz="4" w:space="0" w:color="auto"/>
            </w:tcBorders>
          </w:tcPr>
          <w:p w14:paraId="7A75C95F" w14:textId="77777777" w:rsidR="008F1EC7" w:rsidRPr="00E062F1" w:rsidRDefault="008F1EC7" w:rsidP="007D68F6">
            <w:pPr>
              <w:pStyle w:val="TAC"/>
            </w:pPr>
            <w:r>
              <w:rPr>
                <w:rFonts w:hint="eastAsia"/>
                <w:lang w:eastAsia="zh-CN"/>
              </w:rPr>
              <w:t>60</w:t>
            </w:r>
          </w:p>
        </w:tc>
        <w:tc>
          <w:tcPr>
            <w:tcW w:w="619" w:type="dxa"/>
            <w:tcBorders>
              <w:top w:val="single" w:sz="4" w:space="0" w:color="auto"/>
              <w:left w:val="single" w:sz="4" w:space="0" w:color="auto"/>
              <w:bottom w:val="single" w:sz="4" w:space="0" w:color="auto"/>
              <w:right w:val="single" w:sz="4" w:space="0" w:color="auto"/>
            </w:tcBorders>
          </w:tcPr>
          <w:p w14:paraId="13BB3308" w14:textId="77777777" w:rsidR="008F1EC7" w:rsidRPr="00E062F1" w:rsidRDefault="008F1EC7" w:rsidP="007D68F6">
            <w:pPr>
              <w:pStyle w:val="TAC"/>
            </w:pPr>
            <w:r>
              <w:rPr>
                <w:rFonts w:hint="eastAsia"/>
                <w:lang w:eastAsia="zh-CN"/>
              </w:rPr>
              <w:t>80</w:t>
            </w:r>
          </w:p>
        </w:tc>
        <w:tc>
          <w:tcPr>
            <w:tcW w:w="618" w:type="dxa"/>
            <w:tcBorders>
              <w:top w:val="single" w:sz="4" w:space="0" w:color="auto"/>
              <w:left w:val="single" w:sz="4" w:space="0" w:color="auto"/>
              <w:bottom w:val="single" w:sz="4" w:space="0" w:color="auto"/>
              <w:right w:val="single" w:sz="4" w:space="0" w:color="auto"/>
            </w:tcBorders>
          </w:tcPr>
          <w:p w14:paraId="0FA17494" w14:textId="77777777" w:rsidR="008F1EC7" w:rsidRPr="00E062F1" w:rsidRDefault="008F1EC7" w:rsidP="007D68F6">
            <w:pPr>
              <w:pStyle w:val="TAC"/>
            </w:pPr>
            <w:r>
              <w:rPr>
                <w:rFonts w:hint="eastAsia"/>
                <w:lang w:eastAsia="zh-CN"/>
              </w:rPr>
              <w:t>90</w:t>
            </w:r>
          </w:p>
        </w:tc>
        <w:tc>
          <w:tcPr>
            <w:tcW w:w="614" w:type="dxa"/>
            <w:tcBorders>
              <w:top w:val="single" w:sz="4" w:space="0" w:color="auto"/>
              <w:left w:val="single" w:sz="4" w:space="0" w:color="auto"/>
              <w:bottom w:val="single" w:sz="4" w:space="0" w:color="auto"/>
              <w:right w:val="single" w:sz="4" w:space="0" w:color="auto"/>
            </w:tcBorders>
          </w:tcPr>
          <w:p w14:paraId="40020DDC" w14:textId="77777777" w:rsidR="008F1EC7" w:rsidRPr="00E062F1" w:rsidRDefault="008F1EC7" w:rsidP="007D68F6">
            <w:pPr>
              <w:pStyle w:val="TAC"/>
            </w:pPr>
            <w:r>
              <w:rPr>
                <w:rFonts w:hint="eastAsia"/>
                <w:lang w:eastAsia="zh-CN"/>
              </w:rPr>
              <w:t>100</w:t>
            </w:r>
          </w:p>
        </w:tc>
        <w:tc>
          <w:tcPr>
            <w:tcW w:w="618" w:type="dxa"/>
            <w:tcBorders>
              <w:top w:val="single" w:sz="4" w:space="0" w:color="auto"/>
              <w:left w:val="single" w:sz="4" w:space="0" w:color="auto"/>
              <w:bottom w:val="single" w:sz="4" w:space="0" w:color="auto"/>
              <w:right w:val="single" w:sz="4" w:space="0" w:color="auto"/>
            </w:tcBorders>
          </w:tcPr>
          <w:p w14:paraId="29DA7E53"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3E2D01FB"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5FB1CD21" w14:textId="77777777" w:rsidR="008F1EC7" w:rsidRPr="00E062F1" w:rsidRDefault="008F1EC7" w:rsidP="007D68F6">
            <w:pPr>
              <w:pStyle w:val="TAC"/>
              <w:rPr>
                <w:lang w:eastAsia="ja-JP"/>
              </w:rPr>
            </w:pPr>
          </w:p>
        </w:tc>
      </w:tr>
      <w:tr w:rsidR="008F1EC7" w:rsidRPr="00E062F1" w14:paraId="019B90BD" w14:textId="77777777" w:rsidTr="008F1EC7">
        <w:trPr>
          <w:trHeight w:val="125"/>
          <w:jc w:val="center"/>
        </w:trPr>
        <w:tc>
          <w:tcPr>
            <w:tcW w:w="1634" w:type="dxa"/>
            <w:tcBorders>
              <w:top w:val="nil"/>
              <w:left w:val="single" w:sz="4" w:space="0" w:color="auto"/>
              <w:bottom w:val="single" w:sz="4" w:space="0" w:color="auto"/>
              <w:right w:val="single" w:sz="4" w:space="0" w:color="auto"/>
            </w:tcBorders>
            <w:shd w:val="clear" w:color="auto" w:fill="auto"/>
          </w:tcPr>
          <w:p w14:paraId="6F2865A4" w14:textId="77777777" w:rsidR="008F1EC7" w:rsidRPr="00E062F1" w:rsidRDefault="008F1EC7" w:rsidP="007D68F6">
            <w:pPr>
              <w:pStyle w:val="TAC"/>
              <w:rPr>
                <w:lang w:eastAsia="zh-CN"/>
              </w:rPr>
            </w:pPr>
          </w:p>
        </w:tc>
        <w:tc>
          <w:tcPr>
            <w:tcW w:w="1634" w:type="dxa"/>
            <w:tcBorders>
              <w:top w:val="nil"/>
              <w:left w:val="single" w:sz="4" w:space="0" w:color="auto"/>
              <w:bottom w:val="single" w:sz="4" w:space="0" w:color="auto"/>
              <w:right w:val="single" w:sz="4" w:space="0" w:color="auto"/>
            </w:tcBorders>
            <w:shd w:val="clear" w:color="auto" w:fill="auto"/>
          </w:tcPr>
          <w:p w14:paraId="7BD03D0F"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7EC36BA5" w14:textId="77777777" w:rsidR="008F1EC7" w:rsidRPr="00E062F1" w:rsidRDefault="008F1EC7" w:rsidP="007D68F6">
            <w:pPr>
              <w:pStyle w:val="TAC"/>
            </w:pPr>
            <w:r w:rsidRPr="00E062F1">
              <w:rPr>
                <w:lang w:eastAsia="zh-CN"/>
              </w:rPr>
              <w:t>n257</w:t>
            </w:r>
          </w:p>
        </w:tc>
        <w:tc>
          <w:tcPr>
            <w:tcW w:w="8581" w:type="dxa"/>
            <w:gridSpan w:val="14"/>
            <w:tcBorders>
              <w:top w:val="single" w:sz="4" w:space="0" w:color="auto"/>
              <w:left w:val="single" w:sz="4" w:space="0" w:color="auto"/>
              <w:bottom w:val="single" w:sz="4" w:space="0" w:color="auto"/>
              <w:right w:val="single" w:sz="4" w:space="0" w:color="auto"/>
            </w:tcBorders>
          </w:tcPr>
          <w:p w14:paraId="2A059B3E" w14:textId="4BC69C32" w:rsidR="008F1EC7" w:rsidRPr="00E062F1" w:rsidRDefault="008F1EC7" w:rsidP="007D68F6">
            <w:pPr>
              <w:pStyle w:val="TAC"/>
            </w:pPr>
            <w:r w:rsidRPr="00E062F1">
              <w:t>See CA_n257I BCS0 in Table 5.5A.1-1 in TS 38.101-2</w:t>
            </w:r>
          </w:p>
        </w:tc>
        <w:tc>
          <w:tcPr>
            <w:tcW w:w="1286" w:type="dxa"/>
            <w:tcBorders>
              <w:top w:val="nil"/>
              <w:left w:val="single" w:sz="4" w:space="0" w:color="auto"/>
              <w:bottom w:val="single" w:sz="4" w:space="0" w:color="auto"/>
              <w:right w:val="single" w:sz="4" w:space="0" w:color="auto"/>
            </w:tcBorders>
            <w:shd w:val="clear" w:color="auto" w:fill="auto"/>
          </w:tcPr>
          <w:p w14:paraId="34216E91" w14:textId="77777777" w:rsidR="008F1EC7" w:rsidRPr="00E062F1" w:rsidRDefault="008F1EC7" w:rsidP="007D68F6">
            <w:pPr>
              <w:pStyle w:val="TAC"/>
              <w:rPr>
                <w:lang w:eastAsia="ja-JP"/>
              </w:rPr>
            </w:pPr>
          </w:p>
        </w:tc>
      </w:tr>
      <w:tr w:rsidR="008F1EC7" w:rsidRPr="00E062F1" w14:paraId="484DCF57" w14:textId="77777777" w:rsidTr="008F1EC7">
        <w:trPr>
          <w:trHeight w:val="125"/>
          <w:jc w:val="center"/>
        </w:trPr>
        <w:tc>
          <w:tcPr>
            <w:tcW w:w="1634" w:type="dxa"/>
            <w:tcBorders>
              <w:left w:val="single" w:sz="4" w:space="0" w:color="auto"/>
              <w:bottom w:val="nil"/>
              <w:right w:val="single" w:sz="4" w:space="0" w:color="auto"/>
            </w:tcBorders>
            <w:shd w:val="clear" w:color="auto" w:fill="auto"/>
          </w:tcPr>
          <w:p w14:paraId="464E25E7" w14:textId="77777777" w:rsidR="008F1EC7" w:rsidRPr="00E062F1" w:rsidRDefault="008F1EC7" w:rsidP="007D68F6">
            <w:pPr>
              <w:pStyle w:val="TAC"/>
            </w:pPr>
            <w:r w:rsidRPr="00E062F1">
              <w:rPr>
                <w:lang w:eastAsia="zh-CN"/>
              </w:rPr>
              <w:t>CA_n3A-n28A-n77(2A)-n257A</w:t>
            </w:r>
          </w:p>
        </w:tc>
        <w:tc>
          <w:tcPr>
            <w:tcW w:w="1634" w:type="dxa"/>
            <w:tcBorders>
              <w:left w:val="single" w:sz="4" w:space="0" w:color="auto"/>
              <w:bottom w:val="nil"/>
              <w:right w:val="single" w:sz="4" w:space="0" w:color="auto"/>
            </w:tcBorders>
            <w:shd w:val="clear" w:color="auto" w:fill="auto"/>
          </w:tcPr>
          <w:p w14:paraId="3F10ECCE" w14:textId="77777777" w:rsidR="008F1EC7" w:rsidRPr="00E062F1" w:rsidRDefault="008F1EC7" w:rsidP="007D68F6">
            <w:pPr>
              <w:pStyle w:val="TAC"/>
            </w:pPr>
            <w:r w:rsidRPr="00E062F1">
              <w:t>-</w:t>
            </w:r>
          </w:p>
        </w:tc>
        <w:tc>
          <w:tcPr>
            <w:tcW w:w="663" w:type="dxa"/>
            <w:tcBorders>
              <w:left w:val="single" w:sz="4" w:space="0" w:color="auto"/>
              <w:right w:val="single" w:sz="4" w:space="0" w:color="auto"/>
            </w:tcBorders>
          </w:tcPr>
          <w:p w14:paraId="0759652B" w14:textId="77777777" w:rsidR="008F1EC7" w:rsidRPr="00E062F1" w:rsidRDefault="008F1EC7" w:rsidP="007D68F6">
            <w:pPr>
              <w:pStyle w:val="TAC"/>
            </w:pPr>
            <w:r w:rsidRPr="00E062F1">
              <w:rPr>
                <w:lang w:eastAsia="zh-CN"/>
              </w:rPr>
              <w:t>n3</w:t>
            </w:r>
          </w:p>
        </w:tc>
        <w:tc>
          <w:tcPr>
            <w:tcW w:w="610" w:type="dxa"/>
            <w:tcBorders>
              <w:top w:val="single" w:sz="4" w:space="0" w:color="auto"/>
              <w:left w:val="single" w:sz="4" w:space="0" w:color="auto"/>
              <w:bottom w:val="single" w:sz="4" w:space="0" w:color="auto"/>
              <w:right w:val="single" w:sz="4" w:space="0" w:color="auto"/>
            </w:tcBorders>
          </w:tcPr>
          <w:p w14:paraId="69584256" w14:textId="77777777" w:rsidR="008F1EC7" w:rsidRPr="00E062F1" w:rsidRDefault="008F1EC7" w:rsidP="007D68F6">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79F5D101"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6660058D"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0CC1EB89"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06759D2C" w14:textId="77777777" w:rsidR="008F1EC7" w:rsidRPr="00E062F1" w:rsidRDefault="008F1EC7" w:rsidP="007D68F6">
            <w:pPr>
              <w:pStyle w:val="TAC"/>
            </w:pPr>
            <w:r>
              <w:rPr>
                <w:rFonts w:hint="eastAsia"/>
                <w:lang w:eastAsia="zh-CN"/>
              </w:rPr>
              <w:t>25</w:t>
            </w:r>
          </w:p>
        </w:tc>
        <w:tc>
          <w:tcPr>
            <w:tcW w:w="610" w:type="dxa"/>
            <w:tcBorders>
              <w:top w:val="single" w:sz="4" w:space="0" w:color="auto"/>
              <w:left w:val="single" w:sz="4" w:space="0" w:color="auto"/>
              <w:bottom w:val="single" w:sz="4" w:space="0" w:color="auto"/>
              <w:right w:val="single" w:sz="4" w:space="0" w:color="auto"/>
            </w:tcBorders>
          </w:tcPr>
          <w:p w14:paraId="691B4F83" w14:textId="77777777" w:rsidR="008F1EC7" w:rsidRPr="00E062F1" w:rsidRDefault="008F1EC7" w:rsidP="007D68F6">
            <w:pPr>
              <w:pStyle w:val="TAC"/>
            </w:pPr>
            <w:r>
              <w:rPr>
                <w:rFonts w:hint="eastAsia"/>
                <w:lang w:eastAsia="zh-CN"/>
              </w:rPr>
              <w:t>30</w:t>
            </w:r>
          </w:p>
        </w:tc>
        <w:tc>
          <w:tcPr>
            <w:tcW w:w="610" w:type="dxa"/>
            <w:tcBorders>
              <w:top w:val="single" w:sz="4" w:space="0" w:color="auto"/>
              <w:left w:val="single" w:sz="4" w:space="0" w:color="auto"/>
              <w:bottom w:val="single" w:sz="4" w:space="0" w:color="auto"/>
              <w:right w:val="single" w:sz="4" w:space="0" w:color="auto"/>
            </w:tcBorders>
          </w:tcPr>
          <w:p w14:paraId="57C64D13"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6D87AEBC"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9476487"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12E836D5"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718C4E29"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2E9F715C"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35CC90A4"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03D5C297" w14:textId="77777777" w:rsidR="008F1EC7" w:rsidRPr="00E062F1" w:rsidRDefault="008F1EC7" w:rsidP="007D68F6">
            <w:pPr>
              <w:pStyle w:val="TAC"/>
            </w:pPr>
          </w:p>
        </w:tc>
        <w:tc>
          <w:tcPr>
            <w:tcW w:w="1286" w:type="dxa"/>
            <w:tcBorders>
              <w:left w:val="single" w:sz="4" w:space="0" w:color="auto"/>
              <w:bottom w:val="nil"/>
              <w:right w:val="single" w:sz="4" w:space="0" w:color="auto"/>
            </w:tcBorders>
            <w:shd w:val="clear" w:color="auto" w:fill="auto"/>
          </w:tcPr>
          <w:p w14:paraId="3A96DA9F" w14:textId="77777777" w:rsidR="008F1EC7" w:rsidRPr="00E062F1" w:rsidRDefault="008F1EC7" w:rsidP="007D68F6">
            <w:pPr>
              <w:pStyle w:val="TAC"/>
              <w:rPr>
                <w:lang w:eastAsia="zh-CN"/>
              </w:rPr>
            </w:pPr>
            <w:r>
              <w:rPr>
                <w:rFonts w:hint="eastAsia"/>
                <w:lang w:eastAsia="zh-CN"/>
              </w:rPr>
              <w:t>0</w:t>
            </w:r>
          </w:p>
        </w:tc>
      </w:tr>
      <w:tr w:rsidR="008F1EC7" w:rsidRPr="00E062F1" w14:paraId="4191DB2E"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6C1824AE" w14:textId="77777777" w:rsidR="008F1EC7" w:rsidRPr="00E062F1" w:rsidRDefault="008F1EC7" w:rsidP="007D68F6">
            <w:pPr>
              <w:pStyle w:val="TAC"/>
            </w:pPr>
          </w:p>
        </w:tc>
        <w:tc>
          <w:tcPr>
            <w:tcW w:w="1634" w:type="dxa"/>
            <w:tcBorders>
              <w:top w:val="nil"/>
              <w:left w:val="single" w:sz="4" w:space="0" w:color="auto"/>
              <w:bottom w:val="nil"/>
              <w:right w:val="single" w:sz="4" w:space="0" w:color="auto"/>
            </w:tcBorders>
            <w:shd w:val="clear" w:color="auto" w:fill="auto"/>
          </w:tcPr>
          <w:p w14:paraId="75440C83" w14:textId="77777777" w:rsidR="008F1EC7" w:rsidRPr="00E062F1" w:rsidRDefault="008F1EC7" w:rsidP="007D68F6">
            <w:pPr>
              <w:pStyle w:val="TAC"/>
            </w:pPr>
          </w:p>
        </w:tc>
        <w:tc>
          <w:tcPr>
            <w:tcW w:w="663" w:type="dxa"/>
            <w:tcBorders>
              <w:left w:val="single" w:sz="4" w:space="0" w:color="auto"/>
              <w:right w:val="single" w:sz="4" w:space="0" w:color="auto"/>
            </w:tcBorders>
          </w:tcPr>
          <w:p w14:paraId="4EA0ED9B" w14:textId="77777777" w:rsidR="008F1EC7" w:rsidRPr="00E062F1" w:rsidRDefault="008F1EC7" w:rsidP="007D68F6">
            <w:pPr>
              <w:pStyle w:val="TAC"/>
            </w:pPr>
            <w:r w:rsidRPr="00E062F1">
              <w:rPr>
                <w:lang w:eastAsia="zh-CN"/>
              </w:rPr>
              <w:t>n28</w:t>
            </w:r>
          </w:p>
        </w:tc>
        <w:tc>
          <w:tcPr>
            <w:tcW w:w="610" w:type="dxa"/>
            <w:tcBorders>
              <w:top w:val="single" w:sz="4" w:space="0" w:color="auto"/>
              <w:left w:val="single" w:sz="4" w:space="0" w:color="auto"/>
              <w:bottom w:val="single" w:sz="4" w:space="0" w:color="auto"/>
              <w:right w:val="single" w:sz="4" w:space="0" w:color="auto"/>
            </w:tcBorders>
          </w:tcPr>
          <w:p w14:paraId="33A937C0" w14:textId="77777777" w:rsidR="008F1EC7" w:rsidRPr="00E062F1" w:rsidRDefault="008F1EC7" w:rsidP="007D68F6">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7DCC86A8"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2A56C6EE"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5E1A6184"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351BE29D"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9D17CD3"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4AE71AF"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734C27E7"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BA3C73F"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651F9F51"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092FC1B1"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08265FEC"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433A9230"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390710C8"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5F1B9E39" w14:textId="77777777" w:rsidR="008F1EC7" w:rsidRPr="00E062F1" w:rsidRDefault="008F1EC7" w:rsidP="007D68F6">
            <w:pPr>
              <w:pStyle w:val="TAC"/>
            </w:pPr>
          </w:p>
        </w:tc>
      </w:tr>
      <w:tr w:rsidR="008F1EC7" w:rsidRPr="00E062F1" w14:paraId="6AE905FC"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139251D3" w14:textId="77777777" w:rsidR="008F1EC7" w:rsidRPr="00E062F1" w:rsidRDefault="008F1EC7" w:rsidP="007D68F6">
            <w:pPr>
              <w:pStyle w:val="TAC"/>
            </w:pPr>
          </w:p>
        </w:tc>
        <w:tc>
          <w:tcPr>
            <w:tcW w:w="1634" w:type="dxa"/>
            <w:tcBorders>
              <w:top w:val="nil"/>
              <w:left w:val="single" w:sz="4" w:space="0" w:color="auto"/>
              <w:bottom w:val="nil"/>
              <w:right w:val="single" w:sz="4" w:space="0" w:color="auto"/>
            </w:tcBorders>
            <w:shd w:val="clear" w:color="auto" w:fill="auto"/>
          </w:tcPr>
          <w:p w14:paraId="6F59C485" w14:textId="77777777" w:rsidR="008F1EC7" w:rsidRPr="00E062F1" w:rsidRDefault="008F1EC7" w:rsidP="007D68F6">
            <w:pPr>
              <w:pStyle w:val="TAC"/>
            </w:pPr>
          </w:p>
        </w:tc>
        <w:tc>
          <w:tcPr>
            <w:tcW w:w="663" w:type="dxa"/>
            <w:tcBorders>
              <w:left w:val="single" w:sz="4" w:space="0" w:color="auto"/>
              <w:right w:val="single" w:sz="4" w:space="0" w:color="auto"/>
            </w:tcBorders>
          </w:tcPr>
          <w:p w14:paraId="61D51D59" w14:textId="77777777" w:rsidR="008F1EC7" w:rsidRPr="00E062F1" w:rsidRDefault="008F1EC7" w:rsidP="007D68F6">
            <w:pPr>
              <w:pStyle w:val="TAC"/>
            </w:pPr>
            <w:r w:rsidRPr="00E062F1">
              <w:rPr>
                <w:lang w:eastAsia="zh-CN"/>
              </w:rPr>
              <w:t>n77</w:t>
            </w:r>
          </w:p>
        </w:tc>
        <w:tc>
          <w:tcPr>
            <w:tcW w:w="8581" w:type="dxa"/>
            <w:gridSpan w:val="14"/>
            <w:tcBorders>
              <w:top w:val="single" w:sz="4" w:space="0" w:color="auto"/>
              <w:left w:val="single" w:sz="4" w:space="0" w:color="auto"/>
              <w:bottom w:val="single" w:sz="4" w:space="0" w:color="auto"/>
              <w:right w:val="single" w:sz="4" w:space="0" w:color="auto"/>
            </w:tcBorders>
          </w:tcPr>
          <w:p w14:paraId="47D3C310" w14:textId="24411DCC" w:rsidR="008F1EC7" w:rsidRPr="00E062F1" w:rsidRDefault="008F1EC7" w:rsidP="007D68F6">
            <w:pPr>
              <w:pStyle w:val="TAC"/>
            </w:pPr>
            <w:r w:rsidRPr="00E062F1">
              <w:t>See CA_n77(2A) BCS0 in Table 5.5A.2-1 in TS 38.101-1</w:t>
            </w:r>
          </w:p>
        </w:tc>
        <w:tc>
          <w:tcPr>
            <w:tcW w:w="1286" w:type="dxa"/>
            <w:tcBorders>
              <w:top w:val="nil"/>
              <w:left w:val="single" w:sz="4" w:space="0" w:color="auto"/>
              <w:bottom w:val="nil"/>
              <w:right w:val="single" w:sz="4" w:space="0" w:color="auto"/>
            </w:tcBorders>
            <w:shd w:val="clear" w:color="auto" w:fill="auto"/>
          </w:tcPr>
          <w:p w14:paraId="21EF0D96" w14:textId="77777777" w:rsidR="008F1EC7" w:rsidRPr="00E062F1" w:rsidRDefault="008F1EC7" w:rsidP="007D68F6">
            <w:pPr>
              <w:pStyle w:val="TAC"/>
            </w:pPr>
          </w:p>
        </w:tc>
      </w:tr>
      <w:tr w:rsidR="008F1EC7" w:rsidRPr="00E062F1" w14:paraId="0BC1D9CC" w14:textId="77777777" w:rsidTr="008F1EC7">
        <w:trPr>
          <w:trHeight w:val="125"/>
          <w:jc w:val="center"/>
        </w:trPr>
        <w:tc>
          <w:tcPr>
            <w:tcW w:w="1634" w:type="dxa"/>
            <w:tcBorders>
              <w:top w:val="nil"/>
              <w:left w:val="single" w:sz="4" w:space="0" w:color="auto"/>
              <w:bottom w:val="single" w:sz="4" w:space="0" w:color="auto"/>
              <w:right w:val="single" w:sz="4" w:space="0" w:color="auto"/>
            </w:tcBorders>
            <w:shd w:val="clear" w:color="auto" w:fill="auto"/>
          </w:tcPr>
          <w:p w14:paraId="0897943A" w14:textId="77777777" w:rsidR="008F1EC7" w:rsidRPr="00E062F1" w:rsidRDefault="008F1EC7" w:rsidP="007D68F6">
            <w:pPr>
              <w:pStyle w:val="TAC"/>
            </w:pPr>
          </w:p>
        </w:tc>
        <w:tc>
          <w:tcPr>
            <w:tcW w:w="1634" w:type="dxa"/>
            <w:tcBorders>
              <w:top w:val="nil"/>
              <w:left w:val="single" w:sz="4" w:space="0" w:color="auto"/>
              <w:bottom w:val="single" w:sz="4" w:space="0" w:color="auto"/>
              <w:right w:val="single" w:sz="4" w:space="0" w:color="auto"/>
            </w:tcBorders>
            <w:shd w:val="clear" w:color="auto" w:fill="auto"/>
          </w:tcPr>
          <w:p w14:paraId="3A1E3C54" w14:textId="77777777" w:rsidR="008F1EC7" w:rsidRPr="00E062F1" w:rsidRDefault="008F1EC7" w:rsidP="007D68F6">
            <w:pPr>
              <w:pStyle w:val="TAC"/>
            </w:pPr>
          </w:p>
        </w:tc>
        <w:tc>
          <w:tcPr>
            <w:tcW w:w="663" w:type="dxa"/>
            <w:tcBorders>
              <w:left w:val="single" w:sz="4" w:space="0" w:color="auto"/>
              <w:right w:val="single" w:sz="4" w:space="0" w:color="auto"/>
            </w:tcBorders>
          </w:tcPr>
          <w:p w14:paraId="34FD3264" w14:textId="77777777" w:rsidR="008F1EC7" w:rsidRPr="00E062F1" w:rsidRDefault="008F1EC7" w:rsidP="007D68F6">
            <w:pPr>
              <w:pStyle w:val="TAC"/>
            </w:pPr>
            <w:r w:rsidRPr="00E062F1">
              <w:rPr>
                <w:lang w:eastAsia="zh-CN"/>
              </w:rPr>
              <w:t>n257</w:t>
            </w:r>
          </w:p>
        </w:tc>
        <w:tc>
          <w:tcPr>
            <w:tcW w:w="610" w:type="dxa"/>
            <w:tcBorders>
              <w:top w:val="single" w:sz="4" w:space="0" w:color="auto"/>
              <w:left w:val="single" w:sz="4" w:space="0" w:color="auto"/>
              <w:bottom w:val="single" w:sz="4" w:space="0" w:color="auto"/>
              <w:right w:val="single" w:sz="4" w:space="0" w:color="auto"/>
            </w:tcBorders>
          </w:tcPr>
          <w:p w14:paraId="6A881BDD"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2A1D66A"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15AB4DEB"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67D8E6B2"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7171F99"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1D23D766"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30B1AFB"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5C16C821" w14:textId="77777777" w:rsidR="008F1EC7" w:rsidRPr="00E062F1" w:rsidRDefault="008F1EC7" w:rsidP="007D68F6">
            <w:pPr>
              <w:pStyle w:val="TAC"/>
              <w:rPr>
                <w:lang w:eastAsia="zh-CN"/>
              </w:rPr>
            </w:pPr>
            <w:r>
              <w:rPr>
                <w:rFonts w:hint="eastAsia"/>
                <w:lang w:eastAsia="zh-CN"/>
              </w:rPr>
              <w:t>50</w:t>
            </w:r>
          </w:p>
        </w:tc>
        <w:tc>
          <w:tcPr>
            <w:tcW w:w="610" w:type="dxa"/>
            <w:tcBorders>
              <w:top w:val="single" w:sz="4" w:space="0" w:color="auto"/>
              <w:left w:val="single" w:sz="4" w:space="0" w:color="auto"/>
              <w:bottom w:val="single" w:sz="4" w:space="0" w:color="auto"/>
              <w:right w:val="single" w:sz="4" w:space="0" w:color="auto"/>
            </w:tcBorders>
          </w:tcPr>
          <w:p w14:paraId="710875A0"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6C957196"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3C336813"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1B2C7FFD" w14:textId="77777777" w:rsidR="008F1EC7" w:rsidRPr="00E062F1" w:rsidRDefault="008F1EC7" w:rsidP="007D68F6">
            <w:pPr>
              <w:pStyle w:val="TAC"/>
              <w:rPr>
                <w:lang w:eastAsia="zh-CN"/>
              </w:rPr>
            </w:pPr>
            <w:r>
              <w:rPr>
                <w:rFonts w:hint="eastAsia"/>
                <w:lang w:eastAsia="zh-CN"/>
              </w:rPr>
              <w:t>100</w:t>
            </w:r>
          </w:p>
        </w:tc>
        <w:tc>
          <w:tcPr>
            <w:tcW w:w="618" w:type="dxa"/>
            <w:tcBorders>
              <w:top w:val="single" w:sz="4" w:space="0" w:color="auto"/>
              <w:left w:val="single" w:sz="4" w:space="0" w:color="auto"/>
              <w:bottom w:val="single" w:sz="4" w:space="0" w:color="auto"/>
              <w:right w:val="single" w:sz="4" w:space="0" w:color="auto"/>
            </w:tcBorders>
          </w:tcPr>
          <w:p w14:paraId="1536D3A5" w14:textId="77777777" w:rsidR="008F1EC7" w:rsidRPr="00E062F1" w:rsidRDefault="008F1EC7" w:rsidP="007D68F6">
            <w:pPr>
              <w:pStyle w:val="TAC"/>
              <w:rPr>
                <w:lang w:eastAsia="zh-CN"/>
              </w:rPr>
            </w:pPr>
            <w:r>
              <w:rPr>
                <w:rFonts w:hint="eastAsia"/>
                <w:lang w:eastAsia="zh-CN"/>
              </w:rPr>
              <w:t>200</w:t>
            </w:r>
          </w:p>
        </w:tc>
        <w:tc>
          <w:tcPr>
            <w:tcW w:w="622" w:type="dxa"/>
            <w:tcBorders>
              <w:top w:val="single" w:sz="4" w:space="0" w:color="auto"/>
              <w:left w:val="single" w:sz="4" w:space="0" w:color="auto"/>
              <w:bottom w:val="single" w:sz="4" w:space="0" w:color="auto"/>
              <w:right w:val="single" w:sz="4" w:space="0" w:color="auto"/>
            </w:tcBorders>
          </w:tcPr>
          <w:p w14:paraId="73622666" w14:textId="77777777" w:rsidR="008F1EC7" w:rsidRPr="00E062F1" w:rsidRDefault="008F1EC7" w:rsidP="007D68F6">
            <w:pPr>
              <w:pStyle w:val="TAC"/>
              <w:rPr>
                <w:lang w:eastAsia="zh-CN"/>
              </w:rPr>
            </w:pPr>
            <w:r>
              <w:rPr>
                <w:rFonts w:hint="eastAsia"/>
                <w:lang w:eastAsia="zh-CN"/>
              </w:rPr>
              <w:t>400</w:t>
            </w:r>
          </w:p>
        </w:tc>
        <w:tc>
          <w:tcPr>
            <w:tcW w:w="1286" w:type="dxa"/>
            <w:tcBorders>
              <w:top w:val="nil"/>
              <w:left w:val="single" w:sz="4" w:space="0" w:color="auto"/>
              <w:bottom w:val="single" w:sz="4" w:space="0" w:color="auto"/>
              <w:right w:val="single" w:sz="4" w:space="0" w:color="auto"/>
            </w:tcBorders>
            <w:shd w:val="clear" w:color="auto" w:fill="auto"/>
          </w:tcPr>
          <w:p w14:paraId="1767FF82" w14:textId="77777777" w:rsidR="008F1EC7" w:rsidRPr="00E062F1" w:rsidRDefault="008F1EC7" w:rsidP="007D68F6">
            <w:pPr>
              <w:pStyle w:val="TAC"/>
            </w:pPr>
          </w:p>
        </w:tc>
      </w:tr>
      <w:tr w:rsidR="008F1EC7" w:rsidRPr="00E062F1" w14:paraId="24A1E72C" w14:textId="77777777" w:rsidTr="008F1EC7">
        <w:trPr>
          <w:trHeight w:val="125"/>
          <w:jc w:val="center"/>
        </w:trPr>
        <w:tc>
          <w:tcPr>
            <w:tcW w:w="1634" w:type="dxa"/>
            <w:tcBorders>
              <w:top w:val="single" w:sz="4" w:space="0" w:color="auto"/>
              <w:left w:val="single" w:sz="4" w:space="0" w:color="auto"/>
              <w:bottom w:val="nil"/>
              <w:right w:val="single" w:sz="4" w:space="0" w:color="auto"/>
            </w:tcBorders>
            <w:shd w:val="clear" w:color="auto" w:fill="auto"/>
          </w:tcPr>
          <w:p w14:paraId="04AAC7BD" w14:textId="77777777" w:rsidR="008F1EC7" w:rsidRPr="00E062F1" w:rsidRDefault="008F1EC7" w:rsidP="007D68F6">
            <w:pPr>
              <w:pStyle w:val="TAC"/>
              <w:rPr>
                <w:lang w:eastAsia="zh-CN"/>
              </w:rPr>
            </w:pPr>
            <w:r w:rsidRPr="00E062F1">
              <w:rPr>
                <w:lang w:eastAsia="zh-CN"/>
              </w:rPr>
              <w:t>CA_n3A-n28A-n77(2A)-n257D</w:t>
            </w:r>
          </w:p>
        </w:tc>
        <w:tc>
          <w:tcPr>
            <w:tcW w:w="1634" w:type="dxa"/>
            <w:tcBorders>
              <w:top w:val="single" w:sz="4" w:space="0" w:color="auto"/>
              <w:left w:val="single" w:sz="4" w:space="0" w:color="auto"/>
              <w:bottom w:val="nil"/>
              <w:right w:val="single" w:sz="4" w:space="0" w:color="auto"/>
            </w:tcBorders>
            <w:shd w:val="clear" w:color="auto" w:fill="auto"/>
          </w:tcPr>
          <w:p w14:paraId="26BD5363" w14:textId="77777777" w:rsidR="008F1EC7" w:rsidRPr="00E062F1" w:rsidRDefault="008F1EC7" w:rsidP="007D68F6">
            <w:pPr>
              <w:pStyle w:val="TAC"/>
            </w:pPr>
            <w:r w:rsidRPr="00E062F1">
              <w:t>-</w:t>
            </w:r>
          </w:p>
        </w:tc>
        <w:tc>
          <w:tcPr>
            <w:tcW w:w="663" w:type="dxa"/>
            <w:tcBorders>
              <w:left w:val="single" w:sz="4" w:space="0" w:color="auto"/>
              <w:right w:val="single" w:sz="4" w:space="0" w:color="auto"/>
            </w:tcBorders>
          </w:tcPr>
          <w:p w14:paraId="4834B982" w14:textId="77777777" w:rsidR="008F1EC7" w:rsidRPr="00E062F1" w:rsidRDefault="008F1EC7" w:rsidP="007D68F6">
            <w:pPr>
              <w:pStyle w:val="TAC"/>
            </w:pPr>
            <w:r w:rsidRPr="00E062F1">
              <w:rPr>
                <w:lang w:eastAsia="zh-CN"/>
              </w:rPr>
              <w:t>n3</w:t>
            </w:r>
          </w:p>
        </w:tc>
        <w:tc>
          <w:tcPr>
            <w:tcW w:w="610" w:type="dxa"/>
            <w:tcBorders>
              <w:top w:val="single" w:sz="4" w:space="0" w:color="auto"/>
              <w:left w:val="single" w:sz="4" w:space="0" w:color="auto"/>
              <w:bottom w:val="single" w:sz="4" w:space="0" w:color="auto"/>
              <w:right w:val="single" w:sz="4" w:space="0" w:color="auto"/>
            </w:tcBorders>
          </w:tcPr>
          <w:p w14:paraId="660D8F5D" w14:textId="77777777" w:rsidR="008F1EC7" w:rsidRPr="00E062F1" w:rsidRDefault="008F1EC7" w:rsidP="007D68F6">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3141DE58"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46FB9D9A"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3DD9E94C"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6BD7E5F8" w14:textId="77777777" w:rsidR="008F1EC7" w:rsidRPr="00E062F1" w:rsidRDefault="008F1EC7" w:rsidP="007D68F6">
            <w:pPr>
              <w:pStyle w:val="TAC"/>
            </w:pPr>
            <w:r>
              <w:rPr>
                <w:rFonts w:hint="eastAsia"/>
                <w:lang w:eastAsia="zh-CN"/>
              </w:rPr>
              <w:t>25</w:t>
            </w:r>
          </w:p>
        </w:tc>
        <w:tc>
          <w:tcPr>
            <w:tcW w:w="610" w:type="dxa"/>
            <w:tcBorders>
              <w:top w:val="single" w:sz="4" w:space="0" w:color="auto"/>
              <w:left w:val="single" w:sz="4" w:space="0" w:color="auto"/>
              <w:bottom w:val="single" w:sz="4" w:space="0" w:color="auto"/>
              <w:right w:val="single" w:sz="4" w:space="0" w:color="auto"/>
            </w:tcBorders>
          </w:tcPr>
          <w:p w14:paraId="549E415F" w14:textId="77777777" w:rsidR="008F1EC7" w:rsidRPr="00E062F1" w:rsidRDefault="008F1EC7" w:rsidP="007D68F6">
            <w:pPr>
              <w:pStyle w:val="TAC"/>
            </w:pPr>
            <w:r>
              <w:rPr>
                <w:rFonts w:hint="eastAsia"/>
                <w:lang w:eastAsia="zh-CN"/>
              </w:rPr>
              <w:t>30</w:t>
            </w:r>
          </w:p>
        </w:tc>
        <w:tc>
          <w:tcPr>
            <w:tcW w:w="610" w:type="dxa"/>
            <w:tcBorders>
              <w:top w:val="single" w:sz="4" w:space="0" w:color="auto"/>
              <w:left w:val="single" w:sz="4" w:space="0" w:color="auto"/>
              <w:bottom w:val="single" w:sz="4" w:space="0" w:color="auto"/>
              <w:right w:val="single" w:sz="4" w:space="0" w:color="auto"/>
            </w:tcBorders>
          </w:tcPr>
          <w:p w14:paraId="563EB11A"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3E1D193F"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7D5E67D1"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29C1A647"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0514B442"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0653FFE0"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5F8BFB2E"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18300681" w14:textId="77777777" w:rsidR="008F1EC7" w:rsidRPr="00E062F1" w:rsidRDefault="008F1EC7" w:rsidP="007D68F6">
            <w:pPr>
              <w:pStyle w:val="TAC"/>
            </w:pPr>
          </w:p>
        </w:tc>
        <w:tc>
          <w:tcPr>
            <w:tcW w:w="1286" w:type="dxa"/>
            <w:tcBorders>
              <w:left w:val="single" w:sz="4" w:space="0" w:color="auto"/>
              <w:bottom w:val="nil"/>
              <w:right w:val="single" w:sz="4" w:space="0" w:color="auto"/>
            </w:tcBorders>
            <w:shd w:val="clear" w:color="auto" w:fill="auto"/>
          </w:tcPr>
          <w:p w14:paraId="057640D5" w14:textId="77777777" w:rsidR="008F1EC7" w:rsidRPr="00E062F1" w:rsidRDefault="008F1EC7" w:rsidP="007D68F6">
            <w:pPr>
              <w:pStyle w:val="TAC"/>
              <w:rPr>
                <w:lang w:eastAsia="zh-CN"/>
              </w:rPr>
            </w:pPr>
            <w:r>
              <w:rPr>
                <w:rFonts w:hint="eastAsia"/>
                <w:lang w:eastAsia="zh-CN"/>
              </w:rPr>
              <w:t>0</w:t>
            </w:r>
          </w:p>
        </w:tc>
      </w:tr>
      <w:tr w:rsidR="008F1EC7" w:rsidRPr="00E062F1" w14:paraId="5DD66681"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722E5ADF" w14:textId="77777777" w:rsidR="008F1EC7" w:rsidRPr="00E062F1" w:rsidRDefault="008F1EC7" w:rsidP="007D68F6">
            <w:pPr>
              <w:pStyle w:val="TAC"/>
              <w:rPr>
                <w:lang w:eastAsia="zh-CN"/>
              </w:rPr>
            </w:pPr>
          </w:p>
        </w:tc>
        <w:tc>
          <w:tcPr>
            <w:tcW w:w="1634" w:type="dxa"/>
            <w:tcBorders>
              <w:top w:val="nil"/>
              <w:left w:val="single" w:sz="4" w:space="0" w:color="auto"/>
              <w:bottom w:val="nil"/>
              <w:right w:val="single" w:sz="4" w:space="0" w:color="auto"/>
            </w:tcBorders>
            <w:shd w:val="clear" w:color="auto" w:fill="auto"/>
          </w:tcPr>
          <w:p w14:paraId="77611FAF" w14:textId="77777777" w:rsidR="008F1EC7" w:rsidRPr="00E062F1" w:rsidRDefault="008F1EC7" w:rsidP="007D68F6">
            <w:pPr>
              <w:pStyle w:val="TAC"/>
            </w:pPr>
          </w:p>
        </w:tc>
        <w:tc>
          <w:tcPr>
            <w:tcW w:w="663" w:type="dxa"/>
            <w:tcBorders>
              <w:left w:val="single" w:sz="4" w:space="0" w:color="auto"/>
              <w:right w:val="single" w:sz="4" w:space="0" w:color="auto"/>
            </w:tcBorders>
          </w:tcPr>
          <w:p w14:paraId="64097462" w14:textId="77777777" w:rsidR="008F1EC7" w:rsidRPr="00E062F1" w:rsidRDefault="008F1EC7" w:rsidP="007D68F6">
            <w:pPr>
              <w:pStyle w:val="TAC"/>
            </w:pPr>
            <w:r w:rsidRPr="00E062F1">
              <w:rPr>
                <w:lang w:eastAsia="zh-CN"/>
              </w:rPr>
              <w:t>n28</w:t>
            </w:r>
          </w:p>
        </w:tc>
        <w:tc>
          <w:tcPr>
            <w:tcW w:w="610" w:type="dxa"/>
            <w:tcBorders>
              <w:top w:val="single" w:sz="4" w:space="0" w:color="auto"/>
              <w:left w:val="single" w:sz="4" w:space="0" w:color="auto"/>
              <w:bottom w:val="single" w:sz="4" w:space="0" w:color="auto"/>
              <w:right w:val="single" w:sz="4" w:space="0" w:color="auto"/>
            </w:tcBorders>
          </w:tcPr>
          <w:p w14:paraId="1F13FC3D" w14:textId="77777777" w:rsidR="008F1EC7" w:rsidRPr="00E062F1" w:rsidRDefault="008F1EC7" w:rsidP="007D68F6">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5CC076AB"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5E955509"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21EC2F16"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7CD71948"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62F1EB7F"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75E44937"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51D9BA44"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28CBA323"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273E46CA"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1B2E7B64"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61407428"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00B511A7"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3D72F575"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7E3F4F69" w14:textId="77777777" w:rsidR="008F1EC7" w:rsidRPr="00E062F1" w:rsidRDefault="008F1EC7" w:rsidP="007D68F6">
            <w:pPr>
              <w:pStyle w:val="TAC"/>
              <w:rPr>
                <w:lang w:eastAsia="ja-JP"/>
              </w:rPr>
            </w:pPr>
          </w:p>
        </w:tc>
      </w:tr>
      <w:tr w:rsidR="008F1EC7" w:rsidRPr="00E062F1" w14:paraId="624EE89E"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05274A58" w14:textId="77777777" w:rsidR="008F1EC7" w:rsidRPr="00E062F1" w:rsidRDefault="008F1EC7" w:rsidP="007D68F6">
            <w:pPr>
              <w:pStyle w:val="TAC"/>
              <w:rPr>
                <w:lang w:eastAsia="zh-CN"/>
              </w:rPr>
            </w:pPr>
          </w:p>
        </w:tc>
        <w:tc>
          <w:tcPr>
            <w:tcW w:w="1634" w:type="dxa"/>
            <w:tcBorders>
              <w:top w:val="nil"/>
              <w:left w:val="single" w:sz="4" w:space="0" w:color="auto"/>
              <w:bottom w:val="nil"/>
              <w:right w:val="single" w:sz="4" w:space="0" w:color="auto"/>
            </w:tcBorders>
            <w:shd w:val="clear" w:color="auto" w:fill="auto"/>
          </w:tcPr>
          <w:p w14:paraId="4F5BBF86" w14:textId="77777777" w:rsidR="008F1EC7" w:rsidRPr="00E062F1" w:rsidRDefault="008F1EC7" w:rsidP="007D68F6">
            <w:pPr>
              <w:pStyle w:val="TAC"/>
            </w:pPr>
          </w:p>
        </w:tc>
        <w:tc>
          <w:tcPr>
            <w:tcW w:w="663" w:type="dxa"/>
            <w:tcBorders>
              <w:left w:val="single" w:sz="4" w:space="0" w:color="auto"/>
              <w:right w:val="single" w:sz="4" w:space="0" w:color="auto"/>
            </w:tcBorders>
          </w:tcPr>
          <w:p w14:paraId="0DCF624E" w14:textId="77777777" w:rsidR="008F1EC7" w:rsidRPr="00E062F1" w:rsidRDefault="008F1EC7" w:rsidP="007D68F6">
            <w:pPr>
              <w:pStyle w:val="TAC"/>
            </w:pPr>
            <w:r w:rsidRPr="00E062F1">
              <w:rPr>
                <w:lang w:eastAsia="zh-CN"/>
              </w:rPr>
              <w:t>n77</w:t>
            </w:r>
          </w:p>
        </w:tc>
        <w:tc>
          <w:tcPr>
            <w:tcW w:w="8581" w:type="dxa"/>
            <w:gridSpan w:val="14"/>
            <w:tcBorders>
              <w:top w:val="single" w:sz="4" w:space="0" w:color="auto"/>
              <w:left w:val="single" w:sz="4" w:space="0" w:color="auto"/>
              <w:bottom w:val="single" w:sz="4" w:space="0" w:color="auto"/>
              <w:right w:val="single" w:sz="4" w:space="0" w:color="auto"/>
            </w:tcBorders>
          </w:tcPr>
          <w:p w14:paraId="67FB1004" w14:textId="3CCE49FA" w:rsidR="008F1EC7" w:rsidRPr="00E062F1" w:rsidRDefault="008F1EC7" w:rsidP="007D68F6">
            <w:pPr>
              <w:pStyle w:val="TAC"/>
            </w:pPr>
            <w:r w:rsidRPr="00E062F1">
              <w:t>See CA_n77(2A) BCS0 in Table 5.5A.2-1 in TS 38.101-1</w:t>
            </w:r>
          </w:p>
        </w:tc>
        <w:tc>
          <w:tcPr>
            <w:tcW w:w="1286" w:type="dxa"/>
            <w:tcBorders>
              <w:top w:val="nil"/>
              <w:left w:val="single" w:sz="4" w:space="0" w:color="auto"/>
              <w:bottom w:val="nil"/>
              <w:right w:val="single" w:sz="4" w:space="0" w:color="auto"/>
            </w:tcBorders>
            <w:shd w:val="clear" w:color="auto" w:fill="auto"/>
          </w:tcPr>
          <w:p w14:paraId="25A266CF" w14:textId="77777777" w:rsidR="008F1EC7" w:rsidRPr="00E062F1" w:rsidRDefault="008F1EC7" w:rsidP="007D68F6">
            <w:pPr>
              <w:pStyle w:val="TAC"/>
              <w:rPr>
                <w:lang w:eastAsia="ja-JP"/>
              </w:rPr>
            </w:pPr>
          </w:p>
        </w:tc>
      </w:tr>
      <w:tr w:rsidR="008F1EC7" w:rsidRPr="00E062F1" w14:paraId="14D34EE0" w14:textId="77777777" w:rsidTr="008F1EC7">
        <w:trPr>
          <w:trHeight w:val="125"/>
          <w:jc w:val="center"/>
        </w:trPr>
        <w:tc>
          <w:tcPr>
            <w:tcW w:w="1634" w:type="dxa"/>
            <w:tcBorders>
              <w:top w:val="nil"/>
              <w:left w:val="single" w:sz="4" w:space="0" w:color="auto"/>
              <w:bottom w:val="single" w:sz="4" w:space="0" w:color="auto"/>
              <w:right w:val="single" w:sz="4" w:space="0" w:color="auto"/>
            </w:tcBorders>
            <w:shd w:val="clear" w:color="auto" w:fill="auto"/>
          </w:tcPr>
          <w:p w14:paraId="083ED1F0" w14:textId="77777777" w:rsidR="008F1EC7" w:rsidRPr="00E062F1" w:rsidRDefault="008F1EC7" w:rsidP="007D68F6">
            <w:pPr>
              <w:pStyle w:val="TAC"/>
              <w:rPr>
                <w:lang w:eastAsia="zh-CN"/>
              </w:rPr>
            </w:pPr>
          </w:p>
        </w:tc>
        <w:tc>
          <w:tcPr>
            <w:tcW w:w="1634" w:type="dxa"/>
            <w:tcBorders>
              <w:top w:val="nil"/>
              <w:left w:val="single" w:sz="4" w:space="0" w:color="auto"/>
              <w:bottom w:val="single" w:sz="4" w:space="0" w:color="auto"/>
              <w:right w:val="single" w:sz="4" w:space="0" w:color="auto"/>
            </w:tcBorders>
            <w:shd w:val="clear" w:color="auto" w:fill="auto"/>
          </w:tcPr>
          <w:p w14:paraId="6D08A42D" w14:textId="77777777" w:rsidR="008F1EC7" w:rsidRPr="00E062F1" w:rsidRDefault="008F1EC7" w:rsidP="007D68F6">
            <w:pPr>
              <w:pStyle w:val="TAC"/>
            </w:pPr>
          </w:p>
        </w:tc>
        <w:tc>
          <w:tcPr>
            <w:tcW w:w="663" w:type="dxa"/>
            <w:tcBorders>
              <w:left w:val="single" w:sz="4" w:space="0" w:color="auto"/>
              <w:right w:val="single" w:sz="4" w:space="0" w:color="auto"/>
            </w:tcBorders>
          </w:tcPr>
          <w:p w14:paraId="7F8F30D4" w14:textId="77777777" w:rsidR="008F1EC7" w:rsidRPr="00E062F1" w:rsidRDefault="008F1EC7" w:rsidP="007D68F6">
            <w:pPr>
              <w:pStyle w:val="TAC"/>
            </w:pPr>
            <w:r w:rsidRPr="00E062F1">
              <w:rPr>
                <w:lang w:eastAsia="zh-CN"/>
              </w:rPr>
              <w:t>n257</w:t>
            </w:r>
          </w:p>
        </w:tc>
        <w:tc>
          <w:tcPr>
            <w:tcW w:w="8581" w:type="dxa"/>
            <w:gridSpan w:val="14"/>
            <w:tcBorders>
              <w:top w:val="single" w:sz="4" w:space="0" w:color="auto"/>
              <w:left w:val="single" w:sz="4" w:space="0" w:color="auto"/>
              <w:bottom w:val="single" w:sz="4" w:space="0" w:color="auto"/>
              <w:right w:val="single" w:sz="4" w:space="0" w:color="auto"/>
            </w:tcBorders>
          </w:tcPr>
          <w:p w14:paraId="3351372B" w14:textId="652E2452" w:rsidR="008F1EC7" w:rsidRPr="00E062F1" w:rsidRDefault="008F1EC7" w:rsidP="007D68F6">
            <w:pPr>
              <w:pStyle w:val="TAC"/>
            </w:pPr>
            <w:r w:rsidRPr="00E062F1">
              <w:t>See CA_n257D BCS0 in Table 5.5A.1-1 in TS 38.101-2</w:t>
            </w:r>
          </w:p>
        </w:tc>
        <w:tc>
          <w:tcPr>
            <w:tcW w:w="1286" w:type="dxa"/>
            <w:tcBorders>
              <w:top w:val="nil"/>
              <w:left w:val="single" w:sz="4" w:space="0" w:color="auto"/>
              <w:bottom w:val="single" w:sz="4" w:space="0" w:color="auto"/>
              <w:right w:val="single" w:sz="4" w:space="0" w:color="auto"/>
            </w:tcBorders>
            <w:shd w:val="clear" w:color="auto" w:fill="auto"/>
          </w:tcPr>
          <w:p w14:paraId="4DBE33BA" w14:textId="77777777" w:rsidR="008F1EC7" w:rsidRPr="00E062F1" w:rsidRDefault="008F1EC7" w:rsidP="007D68F6">
            <w:pPr>
              <w:pStyle w:val="TAC"/>
              <w:rPr>
                <w:lang w:eastAsia="ja-JP"/>
              </w:rPr>
            </w:pPr>
          </w:p>
        </w:tc>
      </w:tr>
      <w:tr w:rsidR="008F1EC7" w:rsidRPr="00E062F1" w14:paraId="20F426A5" w14:textId="77777777" w:rsidTr="008F1EC7">
        <w:trPr>
          <w:trHeight w:val="125"/>
          <w:jc w:val="center"/>
        </w:trPr>
        <w:tc>
          <w:tcPr>
            <w:tcW w:w="1634" w:type="dxa"/>
            <w:tcBorders>
              <w:top w:val="single" w:sz="4" w:space="0" w:color="auto"/>
              <w:left w:val="single" w:sz="4" w:space="0" w:color="auto"/>
              <w:bottom w:val="nil"/>
              <w:right w:val="single" w:sz="4" w:space="0" w:color="auto"/>
            </w:tcBorders>
            <w:shd w:val="clear" w:color="auto" w:fill="auto"/>
          </w:tcPr>
          <w:p w14:paraId="0C0E330B" w14:textId="77777777" w:rsidR="008F1EC7" w:rsidRPr="00E062F1" w:rsidRDefault="008F1EC7" w:rsidP="007D68F6">
            <w:pPr>
              <w:pStyle w:val="TAC"/>
              <w:rPr>
                <w:lang w:eastAsia="zh-CN"/>
              </w:rPr>
            </w:pPr>
            <w:r w:rsidRPr="00E062F1">
              <w:rPr>
                <w:lang w:eastAsia="zh-CN"/>
              </w:rPr>
              <w:t>CA_n3A-n28A-n77(2A)-n257G</w:t>
            </w:r>
          </w:p>
        </w:tc>
        <w:tc>
          <w:tcPr>
            <w:tcW w:w="1634" w:type="dxa"/>
            <w:tcBorders>
              <w:top w:val="single" w:sz="4" w:space="0" w:color="auto"/>
              <w:left w:val="single" w:sz="4" w:space="0" w:color="auto"/>
              <w:bottom w:val="nil"/>
              <w:right w:val="single" w:sz="4" w:space="0" w:color="auto"/>
            </w:tcBorders>
            <w:shd w:val="clear" w:color="auto" w:fill="auto"/>
          </w:tcPr>
          <w:p w14:paraId="17C8EEA3" w14:textId="77777777" w:rsidR="008F1EC7" w:rsidRPr="00E062F1" w:rsidRDefault="008F1EC7" w:rsidP="007D68F6">
            <w:pPr>
              <w:pStyle w:val="TAC"/>
            </w:pPr>
            <w:r w:rsidRPr="00E062F1">
              <w:t>-</w:t>
            </w:r>
          </w:p>
        </w:tc>
        <w:tc>
          <w:tcPr>
            <w:tcW w:w="663" w:type="dxa"/>
            <w:tcBorders>
              <w:left w:val="single" w:sz="4" w:space="0" w:color="auto"/>
              <w:right w:val="single" w:sz="4" w:space="0" w:color="auto"/>
            </w:tcBorders>
          </w:tcPr>
          <w:p w14:paraId="12779B30" w14:textId="77777777" w:rsidR="008F1EC7" w:rsidRPr="00E062F1" w:rsidRDefault="008F1EC7" w:rsidP="007D68F6">
            <w:pPr>
              <w:pStyle w:val="TAC"/>
            </w:pPr>
            <w:r w:rsidRPr="00E062F1">
              <w:rPr>
                <w:lang w:eastAsia="zh-CN"/>
              </w:rPr>
              <w:t>n3</w:t>
            </w:r>
          </w:p>
        </w:tc>
        <w:tc>
          <w:tcPr>
            <w:tcW w:w="610" w:type="dxa"/>
            <w:tcBorders>
              <w:top w:val="single" w:sz="4" w:space="0" w:color="auto"/>
              <w:left w:val="single" w:sz="4" w:space="0" w:color="auto"/>
              <w:bottom w:val="single" w:sz="4" w:space="0" w:color="auto"/>
              <w:right w:val="single" w:sz="4" w:space="0" w:color="auto"/>
            </w:tcBorders>
          </w:tcPr>
          <w:p w14:paraId="5B8A5C49" w14:textId="77777777" w:rsidR="008F1EC7" w:rsidRPr="00E062F1" w:rsidRDefault="008F1EC7" w:rsidP="007D68F6">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66034139"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25EA0658"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1E022142"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52C298CC" w14:textId="77777777" w:rsidR="008F1EC7" w:rsidRPr="00E062F1" w:rsidRDefault="008F1EC7" w:rsidP="007D68F6">
            <w:pPr>
              <w:pStyle w:val="TAC"/>
            </w:pPr>
            <w:r>
              <w:rPr>
                <w:rFonts w:hint="eastAsia"/>
                <w:lang w:eastAsia="zh-CN"/>
              </w:rPr>
              <w:t>25</w:t>
            </w:r>
          </w:p>
        </w:tc>
        <w:tc>
          <w:tcPr>
            <w:tcW w:w="610" w:type="dxa"/>
            <w:tcBorders>
              <w:top w:val="single" w:sz="4" w:space="0" w:color="auto"/>
              <w:left w:val="single" w:sz="4" w:space="0" w:color="auto"/>
              <w:bottom w:val="single" w:sz="4" w:space="0" w:color="auto"/>
              <w:right w:val="single" w:sz="4" w:space="0" w:color="auto"/>
            </w:tcBorders>
          </w:tcPr>
          <w:p w14:paraId="0E6CB051" w14:textId="77777777" w:rsidR="008F1EC7" w:rsidRPr="00E062F1" w:rsidRDefault="008F1EC7" w:rsidP="007D68F6">
            <w:pPr>
              <w:pStyle w:val="TAC"/>
            </w:pPr>
            <w:r>
              <w:rPr>
                <w:rFonts w:hint="eastAsia"/>
                <w:lang w:eastAsia="zh-CN"/>
              </w:rPr>
              <w:t>30</w:t>
            </w:r>
          </w:p>
        </w:tc>
        <w:tc>
          <w:tcPr>
            <w:tcW w:w="610" w:type="dxa"/>
            <w:tcBorders>
              <w:top w:val="single" w:sz="4" w:space="0" w:color="auto"/>
              <w:left w:val="single" w:sz="4" w:space="0" w:color="auto"/>
              <w:bottom w:val="single" w:sz="4" w:space="0" w:color="auto"/>
              <w:right w:val="single" w:sz="4" w:space="0" w:color="auto"/>
            </w:tcBorders>
          </w:tcPr>
          <w:p w14:paraId="7AB4BD9B"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02DAEDA1"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23DAF8F4"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228D7CB7"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28F63B51"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094E6D2B"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20BEBCD3"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505EB8F4" w14:textId="77777777" w:rsidR="008F1EC7" w:rsidRPr="00E062F1" w:rsidRDefault="008F1EC7" w:rsidP="007D68F6">
            <w:pPr>
              <w:pStyle w:val="TAC"/>
            </w:pPr>
          </w:p>
        </w:tc>
        <w:tc>
          <w:tcPr>
            <w:tcW w:w="1286" w:type="dxa"/>
            <w:tcBorders>
              <w:left w:val="single" w:sz="4" w:space="0" w:color="auto"/>
              <w:bottom w:val="nil"/>
              <w:right w:val="single" w:sz="4" w:space="0" w:color="auto"/>
            </w:tcBorders>
            <w:shd w:val="clear" w:color="auto" w:fill="auto"/>
          </w:tcPr>
          <w:p w14:paraId="5CEA3B5C" w14:textId="77777777" w:rsidR="008F1EC7" w:rsidRPr="00E062F1" w:rsidRDefault="008F1EC7" w:rsidP="007D68F6">
            <w:pPr>
              <w:pStyle w:val="TAC"/>
              <w:rPr>
                <w:lang w:eastAsia="zh-CN"/>
              </w:rPr>
            </w:pPr>
            <w:r>
              <w:rPr>
                <w:rFonts w:hint="eastAsia"/>
                <w:lang w:eastAsia="zh-CN"/>
              </w:rPr>
              <w:t>0</w:t>
            </w:r>
          </w:p>
        </w:tc>
      </w:tr>
      <w:tr w:rsidR="008F1EC7" w:rsidRPr="00E062F1" w14:paraId="4995EAEC"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517B42D6" w14:textId="77777777" w:rsidR="008F1EC7" w:rsidRPr="00E062F1" w:rsidRDefault="008F1EC7" w:rsidP="007D68F6">
            <w:pPr>
              <w:pStyle w:val="TAC"/>
              <w:rPr>
                <w:lang w:eastAsia="zh-CN"/>
              </w:rPr>
            </w:pPr>
          </w:p>
        </w:tc>
        <w:tc>
          <w:tcPr>
            <w:tcW w:w="1634" w:type="dxa"/>
            <w:tcBorders>
              <w:top w:val="nil"/>
              <w:left w:val="single" w:sz="4" w:space="0" w:color="auto"/>
              <w:bottom w:val="nil"/>
              <w:right w:val="single" w:sz="4" w:space="0" w:color="auto"/>
            </w:tcBorders>
            <w:shd w:val="clear" w:color="auto" w:fill="auto"/>
          </w:tcPr>
          <w:p w14:paraId="00BFDCBE" w14:textId="77777777" w:rsidR="008F1EC7" w:rsidRPr="00E062F1" w:rsidRDefault="008F1EC7" w:rsidP="007D68F6">
            <w:pPr>
              <w:pStyle w:val="TAC"/>
            </w:pPr>
          </w:p>
        </w:tc>
        <w:tc>
          <w:tcPr>
            <w:tcW w:w="663" w:type="dxa"/>
            <w:tcBorders>
              <w:left w:val="single" w:sz="4" w:space="0" w:color="auto"/>
              <w:right w:val="single" w:sz="4" w:space="0" w:color="auto"/>
            </w:tcBorders>
          </w:tcPr>
          <w:p w14:paraId="5B84260F" w14:textId="77777777" w:rsidR="008F1EC7" w:rsidRPr="00E062F1" w:rsidRDefault="008F1EC7" w:rsidP="007D68F6">
            <w:pPr>
              <w:pStyle w:val="TAC"/>
            </w:pPr>
            <w:r w:rsidRPr="00E062F1">
              <w:rPr>
                <w:lang w:eastAsia="zh-CN"/>
              </w:rPr>
              <w:t>n28</w:t>
            </w:r>
          </w:p>
        </w:tc>
        <w:tc>
          <w:tcPr>
            <w:tcW w:w="610" w:type="dxa"/>
            <w:tcBorders>
              <w:top w:val="single" w:sz="4" w:space="0" w:color="auto"/>
              <w:left w:val="single" w:sz="4" w:space="0" w:color="auto"/>
              <w:bottom w:val="single" w:sz="4" w:space="0" w:color="auto"/>
              <w:right w:val="single" w:sz="4" w:space="0" w:color="auto"/>
            </w:tcBorders>
          </w:tcPr>
          <w:p w14:paraId="75EB330C" w14:textId="77777777" w:rsidR="008F1EC7" w:rsidRPr="00E062F1" w:rsidRDefault="008F1EC7" w:rsidP="007D68F6">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5B123716"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64D83E34"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56D72A5B"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1780BA41"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076173F"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D66983E"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33EB3986"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620A8997"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494D63BC"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38F80322"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1D9CEF0B"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288B3B9C"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007A9582"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79C65ACA" w14:textId="77777777" w:rsidR="008F1EC7" w:rsidRPr="00E062F1" w:rsidRDefault="008F1EC7" w:rsidP="007D68F6">
            <w:pPr>
              <w:pStyle w:val="TAC"/>
              <w:rPr>
                <w:lang w:eastAsia="ja-JP"/>
              </w:rPr>
            </w:pPr>
          </w:p>
        </w:tc>
      </w:tr>
      <w:tr w:rsidR="008F1EC7" w:rsidRPr="00E062F1" w14:paraId="2A617B76"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17624890" w14:textId="77777777" w:rsidR="008F1EC7" w:rsidRPr="00E062F1" w:rsidRDefault="008F1EC7" w:rsidP="007D68F6">
            <w:pPr>
              <w:pStyle w:val="TAC"/>
              <w:rPr>
                <w:lang w:eastAsia="zh-CN"/>
              </w:rPr>
            </w:pPr>
          </w:p>
        </w:tc>
        <w:tc>
          <w:tcPr>
            <w:tcW w:w="1634" w:type="dxa"/>
            <w:tcBorders>
              <w:top w:val="nil"/>
              <w:left w:val="single" w:sz="4" w:space="0" w:color="auto"/>
              <w:bottom w:val="nil"/>
              <w:right w:val="single" w:sz="4" w:space="0" w:color="auto"/>
            </w:tcBorders>
            <w:shd w:val="clear" w:color="auto" w:fill="auto"/>
          </w:tcPr>
          <w:p w14:paraId="30867436" w14:textId="77777777" w:rsidR="008F1EC7" w:rsidRPr="00E062F1" w:rsidRDefault="008F1EC7" w:rsidP="007D68F6">
            <w:pPr>
              <w:pStyle w:val="TAC"/>
            </w:pPr>
          </w:p>
        </w:tc>
        <w:tc>
          <w:tcPr>
            <w:tcW w:w="663" w:type="dxa"/>
            <w:tcBorders>
              <w:left w:val="single" w:sz="4" w:space="0" w:color="auto"/>
              <w:right w:val="single" w:sz="4" w:space="0" w:color="auto"/>
            </w:tcBorders>
          </w:tcPr>
          <w:p w14:paraId="3125026D" w14:textId="77777777" w:rsidR="008F1EC7" w:rsidRPr="00E062F1" w:rsidRDefault="008F1EC7" w:rsidP="007D68F6">
            <w:pPr>
              <w:pStyle w:val="TAC"/>
            </w:pPr>
            <w:r w:rsidRPr="00E062F1">
              <w:rPr>
                <w:lang w:eastAsia="zh-CN"/>
              </w:rPr>
              <w:t>n77</w:t>
            </w:r>
          </w:p>
        </w:tc>
        <w:tc>
          <w:tcPr>
            <w:tcW w:w="8581" w:type="dxa"/>
            <w:gridSpan w:val="14"/>
            <w:tcBorders>
              <w:top w:val="single" w:sz="4" w:space="0" w:color="auto"/>
              <w:left w:val="single" w:sz="4" w:space="0" w:color="auto"/>
              <w:bottom w:val="single" w:sz="4" w:space="0" w:color="auto"/>
              <w:right w:val="single" w:sz="4" w:space="0" w:color="auto"/>
            </w:tcBorders>
          </w:tcPr>
          <w:p w14:paraId="73DADC06" w14:textId="0BB418AB" w:rsidR="008F1EC7" w:rsidRPr="00E062F1" w:rsidRDefault="008F1EC7" w:rsidP="007D68F6">
            <w:pPr>
              <w:pStyle w:val="TAC"/>
            </w:pPr>
            <w:r w:rsidRPr="00E062F1">
              <w:t>See CA_n77(2A) BCS0 in Table 5.5A.2-1 in TS 38.101-1</w:t>
            </w:r>
          </w:p>
        </w:tc>
        <w:tc>
          <w:tcPr>
            <w:tcW w:w="1286" w:type="dxa"/>
            <w:tcBorders>
              <w:top w:val="nil"/>
              <w:left w:val="single" w:sz="4" w:space="0" w:color="auto"/>
              <w:bottom w:val="nil"/>
              <w:right w:val="single" w:sz="4" w:space="0" w:color="auto"/>
            </w:tcBorders>
            <w:shd w:val="clear" w:color="auto" w:fill="auto"/>
          </w:tcPr>
          <w:p w14:paraId="2E37B683" w14:textId="77777777" w:rsidR="008F1EC7" w:rsidRPr="00E062F1" w:rsidRDefault="008F1EC7" w:rsidP="007D68F6">
            <w:pPr>
              <w:pStyle w:val="TAC"/>
              <w:rPr>
                <w:lang w:eastAsia="ja-JP"/>
              </w:rPr>
            </w:pPr>
          </w:p>
        </w:tc>
      </w:tr>
      <w:tr w:rsidR="008F1EC7" w:rsidRPr="00E062F1" w14:paraId="1B50E04D" w14:textId="77777777" w:rsidTr="008F1EC7">
        <w:trPr>
          <w:trHeight w:val="125"/>
          <w:jc w:val="center"/>
        </w:trPr>
        <w:tc>
          <w:tcPr>
            <w:tcW w:w="1634" w:type="dxa"/>
            <w:tcBorders>
              <w:top w:val="nil"/>
              <w:left w:val="single" w:sz="4" w:space="0" w:color="auto"/>
              <w:bottom w:val="single" w:sz="4" w:space="0" w:color="auto"/>
              <w:right w:val="single" w:sz="4" w:space="0" w:color="auto"/>
            </w:tcBorders>
            <w:shd w:val="clear" w:color="auto" w:fill="auto"/>
          </w:tcPr>
          <w:p w14:paraId="78CA165C" w14:textId="77777777" w:rsidR="008F1EC7" w:rsidRPr="00E062F1" w:rsidRDefault="008F1EC7" w:rsidP="007D68F6">
            <w:pPr>
              <w:pStyle w:val="TAC"/>
              <w:rPr>
                <w:lang w:eastAsia="zh-CN"/>
              </w:rPr>
            </w:pPr>
          </w:p>
        </w:tc>
        <w:tc>
          <w:tcPr>
            <w:tcW w:w="1634" w:type="dxa"/>
            <w:tcBorders>
              <w:top w:val="nil"/>
              <w:left w:val="single" w:sz="4" w:space="0" w:color="auto"/>
              <w:bottom w:val="single" w:sz="4" w:space="0" w:color="auto"/>
              <w:right w:val="single" w:sz="4" w:space="0" w:color="auto"/>
            </w:tcBorders>
            <w:shd w:val="clear" w:color="auto" w:fill="auto"/>
          </w:tcPr>
          <w:p w14:paraId="7BC8C5F9" w14:textId="77777777" w:rsidR="008F1EC7" w:rsidRPr="00E062F1" w:rsidRDefault="008F1EC7" w:rsidP="007D68F6">
            <w:pPr>
              <w:pStyle w:val="TAC"/>
            </w:pPr>
          </w:p>
        </w:tc>
        <w:tc>
          <w:tcPr>
            <w:tcW w:w="663" w:type="dxa"/>
            <w:tcBorders>
              <w:left w:val="single" w:sz="4" w:space="0" w:color="auto"/>
              <w:right w:val="single" w:sz="4" w:space="0" w:color="auto"/>
            </w:tcBorders>
          </w:tcPr>
          <w:p w14:paraId="605FD9B7" w14:textId="77777777" w:rsidR="008F1EC7" w:rsidRPr="00E062F1" w:rsidRDefault="008F1EC7" w:rsidP="007D68F6">
            <w:pPr>
              <w:pStyle w:val="TAC"/>
            </w:pPr>
            <w:r w:rsidRPr="00E062F1">
              <w:rPr>
                <w:lang w:eastAsia="zh-CN"/>
              </w:rPr>
              <w:t>n257</w:t>
            </w:r>
          </w:p>
        </w:tc>
        <w:tc>
          <w:tcPr>
            <w:tcW w:w="8581" w:type="dxa"/>
            <w:gridSpan w:val="14"/>
            <w:tcBorders>
              <w:top w:val="single" w:sz="4" w:space="0" w:color="auto"/>
              <w:left w:val="single" w:sz="4" w:space="0" w:color="auto"/>
              <w:bottom w:val="single" w:sz="4" w:space="0" w:color="auto"/>
              <w:right w:val="single" w:sz="4" w:space="0" w:color="auto"/>
            </w:tcBorders>
          </w:tcPr>
          <w:p w14:paraId="58302FD9" w14:textId="15BC5297" w:rsidR="008F1EC7" w:rsidRPr="00E062F1" w:rsidRDefault="008F1EC7" w:rsidP="007D68F6">
            <w:pPr>
              <w:pStyle w:val="TAC"/>
            </w:pPr>
            <w:r w:rsidRPr="00E062F1">
              <w:t>See CA_n257G BCS0 in Table 5.5A.1-1 in TS 38.101-2</w:t>
            </w:r>
          </w:p>
        </w:tc>
        <w:tc>
          <w:tcPr>
            <w:tcW w:w="1286" w:type="dxa"/>
            <w:tcBorders>
              <w:top w:val="nil"/>
              <w:left w:val="single" w:sz="4" w:space="0" w:color="auto"/>
              <w:bottom w:val="single" w:sz="4" w:space="0" w:color="auto"/>
              <w:right w:val="single" w:sz="4" w:space="0" w:color="auto"/>
            </w:tcBorders>
            <w:shd w:val="clear" w:color="auto" w:fill="auto"/>
          </w:tcPr>
          <w:p w14:paraId="4BA88706" w14:textId="77777777" w:rsidR="008F1EC7" w:rsidRPr="00E062F1" w:rsidRDefault="008F1EC7" w:rsidP="007D68F6">
            <w:pPr>
              <w:pStyle w:val="TAC"/>
              <w:rPr>
                <w:lang w:eastAsia="ja-JP"/>
              </w:rPr>
            </w:pPr>
          </w:p>
        </w:tc>
      </w:tr>
      <w:tr w:rsidR="008F1EC7" w:rsidRPr="00E062F1" w14:paraId="7243537C" w14:textId="77777777" w:rsidTr="008F1EC7">
        <w:trPr>
          <w:trHeight w:val="125"/>
          <w:jc w:val="center"/>
        </w:trPr>
        <w:tc>
          <w:tcPr>
            <w:tcW w:w="1634" w:type="dxa"/>
            <w:tcBorders>
              <w:top w:val="single" w:sz="4" w:space="0" w:color="auto"/>
              <w:left w:val="single" w:sz="4" w:space="0" w:color="auto"/>
              <w:bottom w:val="nil"/>
              <w:right w:val="single" w:sz="4" w:space="0" w:color="auto"/>
            </w:tcBorders>
            <w:shd w:val="clear" w:color="auto" w:fill="auto"/>
          </w:tcPr>
          <w:p w14:paraId="73B051B0" w14:textId="77777777" w:rsidR="008F1EC7" w:rsidRPr="00E062F1" w:rsidRDefault="008F1EC7" w:rsidP="007D68F6">
            <w:pPr>
              <w:pStyle w:val="TAC"/>
              <w:rPr>
                <w:lang w:eastAsia="zh-CN"/>
              </w:rPr>
            </w:pPr>
            <w:r w:rsidRPr="00E062F1">
              <w:rPr>
                <w:lang w:eastAsia="zh-CN"/>
              </w:rPr>
              <w:lastRenderedPageBreak/>
              <w:t>CA_n3A-n28A-n77(2A)-n257H</w:t>
            </w:r>
          </w:p>
        </w:tc>
        <w:tc>
          <w:tcPr>
            <w:tcW w:w="1634" w:type="dxa"/>
            <w:tcBorders>
              <w:top w:val="single" w:sz="4" w:space="0" w:color="auto"/>
              <w:left w:val="single" w:sz="4" w:space="0" w:color="auto"/>
              <w:bottom w:val="nil"/>
              <w:right w:val="single" w:sz="4" w:space="0" w:color="auto"/>
            </w:tcBorders>
            <w:shd w:val="clear" w:color="auto" w:fill="auto"/>
          </w:tcPr>
          <w:p w14:paraId="4E3ACDAA" w14:textId="77777777" w:rsidR="008F1EC7" w:rsidRPr="00E062F1" w:rsidRDefault="008F1EC7" w:rsidP="007D68F6">
            <w:pPr>
              <w:pStyle w:val="TAC"/>
            </w:pPr>
            <w:r w:rsidRPr="00E062F1">
              <w:t>-</w:t>
            </w:r>
          </w:p>
        </w:tc>
        <w:tc>
          <w:tcPr>
            <w:tcW w:w="663" w:type="dxa"/>
            <w:tcBorders>
              <w:left w:val="single" w:sz="4" w:space="0" w:color="auto"/>
              <w:right w:val="single" w:sz="4" w:space="0" w:color="auto"/>
            </w:tcBorders>
          </w:tcPr>
          <w:p w14:paraId="40F0CEFF" w14:textId="77777777" w:rsidR="008F1EC7" w:rsidRPr="00E062F1" w:rsidRDefault="008F1EC7" w:rsidP="007D68F6">
            <w:pPr>
              <w:pStyle w:val="TAC"/>
            </w:pPr>
            <w:r w:rsidRPr="00E062F1">
              <w:rPr>
                <w:lang w:eastAsia="zh-CN"/>
              </w:rPr>
              <w:t>n3</w:t>
            </w:r>
          </w:p>
        </w:tc>
        <w:tc>
          <w:tcPr>
            <w:tcW w:w="610" w:type="dxa"/>
            <w:tcBorders>
              <w:top w:val="single" w:sz="4" w:space="0" w:color="auto"/>
              <w:left w:val="single" w:sz="4" w:space="0" w:color="auto"/>
              <w:bottom w:val="single" w:sz="4" w:space="0" w:color="auto"/>
              <w:right w:val="single" w:sz="4" w:space="0" w:color="auto"/>
            </w:tcBorders>
          </w:tcPr>
          <w:p w14:paraId="05E66282" w14:textId="77777777" w:rsidR="008F1EC7" w:rsidRPr="00E062F1" w:rsidRDefault="008F1EC7" w:rsidP="007D68F6">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725DC926"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12FAB24A"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3696818C"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46F4A855" w14:textId="77777777" w:rsidR="008F1EC7" w:rsidRPr="00E062F1" w:rsidRDefault="008F1EC7" w:rsidP="007D68F6">
            <w:pPr>
              <w:pStyle w:val="TAC"/>
            </w:pPr>
            <w:r>
              <w:rPr>
                <w:rFonts w:hint="eastAsia"/>
                <w:lang w:eastAsia="zh-CN"/>
              </w:rPr>
              <w:t>25</w:t>
            </w:r>
          </w:p>
        </w:tc>
        <w:tc>
          <w:tcPr>
            <w:tcW w:w="610" w:type="dxa"/>
            <w:tcBorders>
              <w:top w:val="single" w:sz="4" w:space="0" w:color="auto"/>
              <w:left w:val="single" w:sz="4" w:space="0" w:color="auto"/>
              <w:bottom w:val="single" w:sz="4" w:space="0" w:color="auto"/>
              <w:right w:val="single" w:sz="4" w:space="0" w:color="auto"/>
            </w:tcBorders>
          </w:tcPr>
          <w:p w14:paraId="32EAA1DE" w14:textId="77777777" w:rsidR="008F1EC7" w:rsidRPr="00E062F1" w:rsidRDefault="008F1EC7" w:rsidP="007D68F6">
            <w:pPr>
              <w:pStyle w:val="TAC"/>
            </w:pPr>
            <w:r>
              <w:rPr>
                <w:rFonts w:hint="eastAsia"/>
                <w:lang w:eastAsia="zh-CN"/>
              </w:rPr>
              <w:t>30</w:t>
            </w:r>
          </w:p>
        </w:tc>
        <w:tc>
          <w:tcPr>
            <w:tcW w:w="610" w:type="dxa"/>
            <w:tcBorders>
              <w:top w:val="single" w:sz="4" w:space="0" w:color="auto"/>
              <w:left w:val="single" w:sz="4" w:space="0" w:color="auto"/>
              <w:bottom w:val="single" w:sz="4" w:space="0" w:color="auto"/>
              <w:right w:val="single" w:sz="4" w:space="0" w:color="auto"/>
            </w:tcBorders>
          </w:tcPr>
          <w:p w14:paraId="6E508515"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220E62C1"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1CEF3DCA"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2122204A"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353D694F"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0FFDDEE8"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195D30A4"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271FCC8F" w14:textId="77777777" w:rsidR="008F1EC7" w:rsidRPr="00E062F1" w:rsidRDefault="008F1EC7" w:rsidP="007D68F6">
            <w:pPr>
              <w:pStyle w:val="TAC"/>
            </w:pPr>
          </w:p>
        </w:tc>
        <w:tc>
          <w:tcPr>
            <w:tcW w:w="1286" w:type="dxa"/>
            <w:tcBorders>
              <w:left w:val="single" w:sz="4" w:space="0" w:color="auto"/>
              <w:bottom w:val="nil"/>
              <w:right w:val="single" w:sz="4" w:space="0" w:color="auto"/>
            </w:tcBorders>
            <w:shd w:val="clear" w:color="auto" w:fill="auto"/>
          </w:tcPr>
          <w:p w14:paraId="09F760A5" w14:textId="77777777" w:rsidR="008F1EC7" w:rsidRPr="00E062F1" w:rsidRDefault="008F1EC7" w:rsidP="007D68F6">
            <w:pPr>
              <w:pStyle w:val="TAC"/>
              <w:rPr>
                <w:lang w:eastAsia="zh-CN"/>
              </w:rPr>
            </w:pPr>
            <w:r>
              <w:rPr>
                <w:rFonts w:hint="eastAsia"/>
                <w:lang w:eastAsia="zh-CN"/>
              </w:rPr>
              <w:t>0</w:t>
            </w:r>
          </w:p>
        </w:tc>
      </w:tr>
      <w:tr w:rsidR="008F1EC7" w:rsidRPr="00E062F1" w14:paraId="13BCA56D"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1BE6A912" w14:textId="77777777" w:rsidR="008F1EC7" w:rsidRPr="00E062F1" w:rsidRDefault="008F1EC7" w:rsidP="007D68F6">
            <w:pPr>
              <w:pStyle w:val="TAC"/>
              <w:rPr>
                <w:lang w:eastAsia="zh-CN"/>
              </w:rPr>
            </w:pPr>
          </w:p>
        </w:tc>
        <w:tc>
          <w:tcPr>
            <w:tcW w:w="1634" w:type="dxa"/>
            <w:tcBorders>
              <w:top w:val="nil"/>
              <w:left w:val="single" w:sz="4" w:space="0" w:color="auto"/>
              <w:bottom w:val="nil"/>
              <w:right w:val="single" w:sz="4" w:space="0" w:color="auto"/>
            </w:tcBorders>
            <w:shd w:val="clear" w:color="auto" w:fill="auto"/>
          </w:tcPr>
          <w:p w14:paraId="7AF0D61A" w14:textId="77777777" w:rsidR="008F1EC7" w:rsidRPr="00E062F1" w:rsidRDefault="008F1EC7" w:rsidP="007D68F6">
            <w:pPr>
              <w:pStyle w:val="TAC"/>
            </w:pPr>
          </w:p>
        </w:tc>
        <w:tc>
          <w:tcPr>
            <w:tcW w:w="663" w:type="dxa"/>
            <w:tcBorders>
              <w:left w:val="single" w:sz="4" w:space="0" w:color="auto"/>
              <w:right w:val="single" w:sz="4" w:space="0" w:color="auto"/>
            </w:tcBorders>
          </w:tcPr>
          <w:p w14:paraId="045296FD" w14:textId="77777777" w:rsidR="008F1EC7" w:rsidRPr="00E062F1" w:rsidRDefault="008F1EC7" w:rsidP="007D68F6">
            <w:pPr>
              <w:pStyle w:val="TAC"/>
            </w:pPr>
            <w:r w:rsidRPr="00E062F1">
              <w:rPr>
                <w:lang w:eastAsia="zh-CN"/>
              </w:rPr>
              <w:t>n28</w:t>
            </w:r>
          </w:p>
        </w:tc>
        <w:tc>
          <w:tcPr>
            <w:tcW w:w="610" w:type="dxa"/>
            <w:tcBorders>
              <w:top w:val="single" w:sz="4" w:space="0" w:color="auto"/>
              <w:left w:val="single" w:sz="4" w:space="0" w:color="auto"/>
              <w:bottom w:val="single" w:sz="4" w:space="0" w:color="auto"/>
              <w:right w:val="single" w:sz="4" w:space="0" w:color="auto"/>
            </w:tcBorders>
          </w:tcPr>
          <w:p w14:paraId="47EC706E" w14:textId="77777777" w:rsidR="008F1EC7" w:rsidRPr="00E062F1" w:rsidRDefault="008F1EC7" w:rsidP="007D68F6">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54A1FF81"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65D3E602"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0D2BB505"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60CC2F92"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1449DB12"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7065EBA5"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110E1C4B"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65602CC1"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35A1DB34"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1D6333BB"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01C45E9C"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656E39B2"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50A85641"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6501DE5E" w14:textId="77777777" w:rsidR="008F1EC7" w:rsidRPr="00E062F1" w:rsidRDefault="008F1EC7" w:rsidP="007D68F6">
            <w:pPr>
              <w:pStyle w:val="TAC"/>
              <w:rPr>
                <w:lang w:eastAsia="ja-JP"/>
              </w:rPr>
            </w:pPr>
          </w:p>
        </w:tc>
      </w:tr>
      <w:tr w:rsidR="008F1EC7" w:rsidRPr="00E062F1" w14:paraId="663EDDC5"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472301F1" w14:textId="77777777" w:rsidR="008F1EC7" w:rsidRPr="00E062F1" w:rsidRDefault="008F1EC7" w:rsidP="007D68F6">
            <w:pPr>
              <w:pStyle w:val="TAC"/>
              <w:rPr>
                <w:lang w:eastAsia="zh-CN"/>
              </w:rPr>
            </w:pPr>
          </w:p>
        </w:tc>
        <w:tc>
          <w:tcPr>
            <w:tcW w:w="1634" w:type="dxa"/>
            <w:tcBorders>
              <w:top w:val="nil"/>
              <w:left w:val="single" w:sz="4" w:space="0" w:color="auto"/>
              <w:bottom w:val="nil"/>
              <w:right w:val="single" w:sz="4" w:space="0" w:color="auto"/>
            </w:tcBorders>
            <w:shd w:val="clear" w:color="auto" w:fill="auto"/>
          </w:tcPr>
          <w:p w14:paraId="250E4EFF" w14:textId="77777777" w:rsidR="008F1EC7" w:rsidRPr="00E062F1" w:rsidRDefault="008F1EC7" w:rsidP="007D68F6">
            <w:pPr>
              <w:pStyle w:val="TAC"/>
            </w:pPr>
          </w:p>
        </w:tc>
        <w:tc>
          <w:tcPr>
            <w:tcW w:w="663" w:type="dxa"/>
            <w:tcBorders>
              <w:left w:val="single" w:sz="4" w:space="0" w:color="auto"/>
              <w:right w:val="single" w:sz="4" w:space="0" w:color="auto"/>
            </w:tcBorders>
          </w:tcPr>
          <w:p w14:paraId="30F95B50" w14:textId="77777777" w:rsidR="008F1EC7" w:rsidRPr="00E062F1" w:rsidRDefault="008F1EC7" w:rsidP="007D68F6">
            <w:pPr>
              <w:pStyle w:val="TAC"/>
            </w:pPr>
            <w:r w:rsidRPr="00E062F1">
              <w:rPr>
                <w:lang w:eastAsia="zh-CN"/>
              </w:rPr>
              <w:t>n77</w:t>
            </w:r>
          </w:p>
        </w:tc>
        <w:tc>
          <w:tcPr>
            <w:tcW w:w="8581" w:type="dxa"/>
            <w:gridSpan w:val="14"/>
            <w:tcBorders>
              <w:top w:val="single" w:sz="4" w:space="0" w:color="auto"/>
              <w:left w:val="single" w:sz="4" w:space="0" w:color="auto"/>
              <w:bottom w:val="single" w:sz="4" w:space="0" w:color="auto"/>
              <w:right w:val="single" w:sz="4" w:space="0" w:color="auto"/>
            </w:tcBorders>
          </w:tcPr>
          <w:p w14:paraId="6930DB42" w14:textId="51731C6B" w:rsidR="008F1EC7" w:rsidRPr="00E062F1" w:rsidRDefault="008F1EC7" w:rsidP="007D68F6">
            <w:pPr>
              <w:pStyle w:val="TAC"/>
            </w:pPr>
            <w:r w:rsidRPr="00E062F1">
              <w:t>See CA_n77(2A) BCS0 in Table 5.5A.2-1 in TS 38.101-1</w:t>
            </w:r>
          </w:p>
        </w:tc>
        <w:tc>
          <w:tcPr>
            <w:tcW w:w="1286" w:type="dxa"/>
            <w:tcBorders>
              <w:top w:val="nil"/>
              <w:left w:val="single" w:sz="4" w:space="0" w:color="auto"/>
              <w:bottom w:val="nil"/>
              <w:right w:val="single" w:sz="4" w:space="0" w:color="auto"/>
            </w:tcBorders>
            <w:shd w:val="clear" w:color="auto" w:fill="auto"/>
          </w:tcPr>
          <w:p w14:paraId="125872F5" w14:textId="77777777" w:rsidR="008F1EC7" w:rsidRPr="00E062F1" w:rsidRDefault="008F1EC7" w:rsidP="007D68F6">
            <w:pPr>
              <w:pStyle w:val="TAC"/>
              <w:rPr>
                <w:lang w:eastAsia="ja-JP"/>
              </w:rPr>
            </w:pPr>
          </w:p>
        </w:tc>
      </w:tr>
      <w:tr w:rsidR="008F1EC7" w:rsidRPr="00E062F1" w14:paraId="3A8DCB8F" w14:textId="77777777" w:rsidTr="008F1EC7">
        <w:trPr>
          <w:trHeight w:val="125"/>
          <w:jc w:val="center"/>
        </w:trPr>
        <w:tc>
          <w:tcPr>
            <w:tcW w:w="1634" w:type="dxa"/>
            <w:tcBorders>
              <w:top w:val="nil"/>
              <w:left w:val="single" w:sz="4" w:space="0" w:color="auto"/>
              <w:bottom w:val="single" w:sz="4" w:space="0" w:color="auto"/>
              <w:right w:val="single" w:sz="4" w:space="0" w:color="auto"/>
            </w:tcBorders>
            <w:shd w:val="clear" w:color="auto" w:fill="auto"/>
          </w:tcPr>
          <w:p w14:paraId="14CEB452" w14:textId="77777777" w:rsidR="008F1EC7" w:rsidRPr="00E062F1" w:rsidRDefault="008F1EC7" w:rsidP="007D68F6">
            <w:pPr>
              <w:pStyle w:val="TAC"/>
              <w:rPr>
                <w:lang w:eastAsia="zh-CN"/>
              </w:rPr>
            </w:pPr>
          </w:p>
        </w:tc>
        <w:tc>
          <w:tcPr>
            <w:tcW w:w="1634" w:type="dxa"/>
            <w:tcBorders>
              <w:top w:val="nil"/>
              <w:left w:val="single" w:sz="4" w:space="0" w:color="auto"/>
              <w:bottom w:val="single" w:sz="4" w:space="0" w:color="auto"/>
              <w:right w:val="single" w:sz="4" w:space="0" w:color="auto"/>
            </w:tcBorders>
            <w:shd w:val="clear" w:color="auto" w:fill="auto"/>
          </w:tcPr>
          <w:p w14:paraId="58E87AE4" w14:textId="77777777" w:rsidR="008F1EC7" w:rsidRPr="00E062F1" w:rsidRDefault="008F1EC7" w:rsidP="007D68F6">
            <w:pPr>
              <w:pStyle w:val="TAC"/>
            </w:pPr>
          </w:p>
        </w:tc>
        <w:tc>
          <w:tcPr>
            <w:tcW w:w="663" w:type="dxa"/>
            <w:tcBorders>
              <w:left w:val="single" w:sz="4" w:space="0" w:color="auto"/>
              <w:right w:val="single" w:sz="4" w:space="0" w:color="auto"/>
            </w:tcBorders>
          </w:tcPr>
          <w:p w14:paraId="69BF5325" w14:textId="77777777" w:rsidR="008F1EC7" w:rsidRPr="00E062F1" w:rsidRDefault="008F1EC7" w:rsidP="007D68F6">
            <w:pPr>
              <w:pStyle w:val="TAC"/>
            </w:pPr>
            <w:r w:rsidRPr="00E062F1">
              <w:rPr>
                <w:lang w:eastAsia="zh-CN"/>
              </w:rPr>
              <w:t>n257</w:t>
            </w:r>
          </w:p>
        </w:tc>
        <w:tc>
          <w:tcPr>
            <w:tcW w:w="8581" w:type="dxa"/>
            <w:gridSpan w:val="14"/>
            <w:tcBorders>
              <w:top w:val="single" w:sz="4" w:space="0" w:color="auto"/>
              <w:left w:val="single" w:sz="4" w:space="0" w:color="auto"/>
              <w:bottom w:val="single" w:sz="4" w:space="0" w:color="auto"/>
              <w:right w:val="single" w:sz="4" w:space="0" w:color="auto"/>
            </w:tcBorders>
          </w:tcPr>
          <w:p w14:paraId="6BE595DE" w14:textId="4EEEBADE" w:rsidR="008F1EC7" w:rsidRPr="00E062F1" w:rsidRDefault="008F1EC7" w:rsidP="007D68F6">
            <w:pPr>
              <w:pStyle w:val="TAC"/>
            </w:pPr>
            <w:r w:rsidRPr="00E062F1">
              <w:t>See CA_n257H BCS0 in Table 5.5A.1-1 in TS 38.101-2</w:t>
            </w:r>
          </w:p>
        </w:tc>
        <w:tc>
          <w:tcPr>
            <w:tcW w:w="1286" w:type="dxa"/>
            <w:tcBorders>
              <w:top w:val="nil"/>
              <w:left w:val="single" w:sz="4" w:space="0" w:color="auto"/>
              <w:bottom w:val="single" w:sz="4" w:space="0" w:color="auto"/>
              <w:right w:val="single" w:sz="4" w:space="0" w:color="auto"/>
            </w:tcBorders>
            <w:shd w:val="clear" w:color="auto" w:fill="auto"/>
          </w:tcPr>
          <w:p w14:paraId="61B36746" w14:textId="77777777" w:rsidR="008F1EC7" w:rsidRPr="00E062F1" w:rsidRDefault="008F1EC7" w:rsidP="007D68F6">
            <w:pPr>
              <w:pStyle w:val="TAC"/>
              <w:rPr>
                <w:lang w:eastAsia="ja-JP"/>
              </w:rPr>
            </w:pPr>
          </w:p>
        </w:tc>
      </w:tr>
      <w:tr w:rsidR="008F1EC7" w:rsidRPr="00E062F1" w14:paraId="7A73E3F1" w14:textId="77777777" w:rsidTr="008F1EC7">
        <w:trPr>
          <w:trHeight w:val="125"/>
          <w:jc w:val="center"/>
        </w:trPr>
        <w:tc>
          <w:tcPr>
            <w:tcW w:w="1634" w:type="dxa"/>
            <w:tcBorders>
              <w:top w:val="single" w:sz="4" w:space="0" w:color="auto"/>
              <w:left w:val="single" w:sz="4" w:space="0" w:color="auto"/>
              <w:bottom w:val="nil"/>
              <w:right w:val="single" w:sz="4" w:space="0" w:color="auto"/>
            </w:tcBorders>
            <w:shd w:val="clear" w:color="auto" w:fill="auto"/>
          </w:tcPr>
          <w:p w14:paraId="46504D0E" w14:textId="77777777" w:rsidR="008F1EC7" w:rsidRPr="00E062F1" w:rsidRDefault="008F1EC7" w:rsidP="007D68F6">
            <w:pPr>
              <w:pStyle w:val="TAC"/>
            </w:pPr>
            <w:r w:rsidRPr="00E062F1">
              <w:rPr>
                <w:lang w:eastAsia="zh-CN"/>
              </w:rPr>
              <w:t>CA_n3A-n28A-n77(2A)-n257I</w:t>
            </w:r>
          </w:p>
        </w:tc>
        <w:tc>
          <w:tcPr>
            <w:tcW w:w="1634" w:type="dxa"/>
            <w:tcBorders>
              <w:top w:val="single" w:sz="4" w:space="0" w:color="auto"/>
              <w:left w:val="single" w:sz="4" w:space="0" w:color="auto"/>
              <w:bottom w:val="nil"/>
              <w:right w:val="single" w:sz="4" w:space="0" w:color="auto"/>
            </w:tcBorders>
            <w:shd w:val="clear" w:color="auto" w:fill="auto"/>
          </w:tcPr>
          <w:p w14:paraId="11A8D96C" w14:textId="77777777" w:rsidR="008F1EC7" w:rsidRPr="00E062F1" w:rsidRDefault="008F1EC7" w:rsidP="007D68F6">
            <w:pPr>
              <w:pStyle w:val="TAC"/>
            </w:pPr>
            <w:r w:rsidRPr="00E062F1">
              <w:t>-</w:t>
            </w:r>
          </w:p>
        </w:tc>
        <w:tc>
          <w:tcPr>
            <w:tcW w:w="663" w:type="dxa"/>
            <w:tcBorders>
              <w:top w:val="single" w:sz="4" w:space="0" w:color="auto"/>
              <w:left w:val="single" w:sz="4" w:space="0" w:color="auto"/>
              <w:right w:val="single" w:sz="4" w:space="0" w:color="auto"/>
            </w:tcBorders>
          </w:tcPr>
          <w:p w14:paraId="15A9B4B7" w14:textId="77777777" w:rsidR="008F1EC7" w:rsidRPr="00E062F1" w:rsidRDefault="008F1EC7" w:rsidP="007D68F6">
            <w:pPr>
              <w:pStyle w:val="TAC"/>
            </w:pPr>
            <w:r w:rsidRPr="00E062F1">
              <w:rPr>
                <w:lang w:eastAsia="zh-CN"/>
              </w:rPr>
              <w:t>n3</w:t>
            </w:r>
          </w:p>
        </w:tc>
        <w:tc>
          <w:tcPr>
            <w:tcW w:w="610" w:type="dxa"/>
            <w:tcBorders>
              <w:top w:val="single" w:sz="4" w:space="0" w:color="auto"/>
              <w:left w:val="single" w:sz="4" w:space="0" w:color="auto"/>
              <w:bottom w:val="single" w:sz="4" w:space="0" w:color="auto"/>
              <w:right w:val="single" w:sz="4" w:space="0" w:color="auto"/>
            </w:tcBorders>
          </w:tcPr>
          <w:p w14:paraId="08809D26" w14:textId="77777777" w:rsidR="008F1EC7" w:rsidRPr="00E062F1" w:rsidRDefault="008F1EC7" w:rsidP="007D68F6">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49197A0B"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716BDD85"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521E3C3D"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6CF9D2FD" w14:textId="77777777" w:rsidR="008F1EC7" w:rsidRPr="00E062F1" w:rsidRDefault="008F1EC7" w:rsidP="007D68F6">
            <w:pPr>
              <w:pStyle w:val="TAC"/>
            </w:pPr>
            <w:r>
              <w:rPr>
                <w:rFonts w:hint="eastAsia"/>
                <w:lang w:eastAsia="zh-CN"/>
              </w:rPr>
              <w:t>25</w:t>
            </w:r>
          </w:p>
        </w:tc>
        <w:tc>
          <w:tcPr>
            <w:tcW w:w="610" w:type="dxa"/>
            <w:tcBorders>
              <w:top w:val="single" w:sz="4" w:space="0" w:color="auto"/>
              <w:left w:val="single" w:sz="4" w:space="0" w:color="auto"/>
              <w:bottom w:val="single" w:sz="4" w:space="0" w:color="auto"/>
              <w:right w:val="single" w:sz="4" w:space="0" w:color="auto"/>
            </w:tcBorders>
          </w:tcPr>
          <w:p w14:paraId="47202427" w14:textId="77777777" w:rsidR="008F1EC7" w:rsidRPr="00E062F1" w:rsidRDefault="008F1EC7" w:rsidP="007D68F6">
            <w:pPr>
              <w:pStyle w:val="TAC"/>
            </w:pPr>
            <w:r>
              <w:rPr>
                <w:rFonts w:hint="eastAsia"/>
                <w:lang w:eastAsia="zh-CN"/>
              </w:rPr>
              <w:t>30</w:t>
            </w:r>
          </w:p>
        </w:tc>
        <w:tc>
          <w:tcPr>
            <w:tcW w:w="610" w:type="dxa"/>
            <w:tcBorders>
              <w:top w:val="single" w:sz="4" w:space="0" w:color="auto"/>
              <w:left w:val="single" w:sz="4" w:space="0" w:color="auto"/>
              <w:bottom w:val="single" w:sz="4" w:space="0" w:color="auto"/>
              <w:right w:val="single" w:sz="4" w:space="0" w:color="auto"/>
            </w:tcBorders>
          </w:tcPr>
          <w:p w14:paraId="3717C9E7"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26A985AD"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507A00C2"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737BF42E"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75538384"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1FE95411"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554AE66B"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35767355" w14:textId="77777777" w:rsidR="008F1EC7" w:rsidRPr="00E062F1" w:rsidRDefault="008F1EC7" w:rsidP="007D68F6">
            <w:pPr>
              <w:pStyle w:val="TAC"/>
            </w:pPr>
          </w:p>
        </w:tc>
        <w:tc>
          <w:tcPr>
            <w:tcW w:w="1286" w:type="dxa"/>
            <w:tcBorders>
              <w:top w:val="single" w:sz="4" w:space="0" w:color="auto"/>
              <w:left w:val="single" w:sz="4" w:space="0" w:color="auto"/>
              <w:bottom w:val="nil"/>
              <w:right w:val="single" w:sz="4" w:space="0" w:color="auto"/>
            </w:tcBorders>
            <w:shd w:val="clear" w:color="auto" w:fill="auto"/>
          </w:tcPr>
          <w:p w14:paraId="1C336344" w14:textId="77777777" w:rsidR="008F1EC7" w:rsidRPr="00E062F1" w:rsidRDefault="008F1EC7" w:rsidP="007D68F6">
            <w:pPr>
              <w:pStyle w:val="TAC"/>
              <w:rPr>
                <w:lang w:eastAsia="zh-CN"/>
              </w:rPr>
            </w:pPr>
            <w:r>
              <w:rPr>
                <w:rFonts w:hint="eastAsia"/>
                <w:lang w:eastAsia="zh-CN"/>
              </w:rPr>
              <w:t>0</w:t>
            </w:r>
          </w:p>
        </w:tc>
      </w:tr>
      <w:tr w:rsidR="008F1EC7" w:rsidRPr="00E062F1" w14:paraId="48527D33"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4AFC9640" w14:textId="77777777" w:rsidR="008F1EC7" w:rsidRPr="00E062F1" w:rsidRDefault="008F1EC7" w:rsidP="007D68F6">
            <w:pPr>
              <w:pStyle w:val="TAC"/>
            </w:pPr>
          </w:p>
        </w:tc>
        <w:tc>
          <w:tcPr>
            <w:tcW w:w="1634" w:type="dxa"/>
            <w:tcBorders>
              <w:top w:val="nil"/>
              <w:left w:val="single" w:sz="4" w:space="0" w:color="auto"/>
              <w:bottom w:val="nil"/>
              <w:right w:val="single" w:sz="4" w:space="0" w:color="auto"/>
            </w:tcBorders>
            <w:shd w:val="clear" w:color="auto" w:fill="auto"/>
          </w:tcPr>
          <w:p w14:paraId="571CFF46"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0E79FB19" w14:textId="77777777" w:rsidR="008F1EC7" w:rsidRPr="00E062F1" w:rsidRDefault="008F1EC7" w:rsidP="007D68F6">
            <w:pPr>
              <w:pStyle w:val="TAC"/>
            </w:pPr>
            <w:r w:rsidRPr="00E062F1">
              <w:rPr>
                <w:lang w:eastAsia="zh-CN"/>
              </w:rPr>
              <w:t>n28</w:t>
            </w:r>
          </w:p>
        </w:tc>
        <w:tc>
          <w:tcPr>
            <w:tcW w:w="610" w:type="dxa"/>
            <w:tcBorders>
              <w:top w:val="single" w:sz="4" w:space="0" w:color="auto"/>
              <w:left w:val="single" w:sz="4" w:space="0" w:color="auto"/>
              <w:bottom w:val="single" w:sz="4" w:space="0" w:color="auto"/>
              <w:right w:val="single" w:sz="4" w:space="0" w:color="auto"/>
            </w:tcBorders>
          </w:tcPr>
          <w:p w14:paraId="10E08ADA" w14:textId="77777777" w:rsidR="008F1EC7" w:rsidRPr="00E062F1" w:rsidRDefault="008F1EC7" w:rsidP="007D68F6">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113B792E"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31A4A517"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145E32DB"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7CD1CAAE"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17596E39"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5CE641AB"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08722979"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1EADAD19"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07D65D05"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45BB407D"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3BA5D3AD"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63B66CA3"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68728C6B"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0D81D198" w14:textId="77777777" w:rsidR="008F1EC7" w:rsidRPr="00E062F1" w:rsidRDefault="008F1EC7" w:rsidP="007D68F6">
            <w:pPr>
              <w:pStyle w:val="TAC"/>
            </w:pPr>
          </w:p>
        </w:tc>
      </w:tr>
      <w:tr w:rsidR="008F1EC7" w:rsidRPr="00E062F1" w14:paraId="52239ED9"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1F99E439" w14:textId="77777777" w:rsidR="008F1EC7" w:rsidRPr="00E062F1" w:rsidRDefault="008F1EC7" w:rsidP="007D68F6">
            <w:pPr>
              <w:pStyle w:val="TAC"/>
            </w:pPr>
          </w:p>
        </w:tc>
        <w:tc>
          <w:tcPr>
            <w:tcW w:w="1634" w:type="dxa"/>
            <w:tcBorders>
              <w:top w:val="nil"/>
              <w:left w:val="single" w:sz="4" w:space="0" w:color="auto"/>
              <w:bottom w:val="nil"/>
              <w:right w:val="single" w:sz="4" w:space="0" w:color="auto"/>
            </w:tcBorders>
            <w:shd w:val="clear" w:color="auto" w:fill="auto"/>
          </w:tcPr>
          <w:p w14:paraId="6DD51840"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23103C46" w14:textId="77777777" w:rsidR="008F1EC7" w:rsidRPr="00E062F1" w:rsidRDefault="008F1EC7" w:rsidP="007D68F6">
            <w:pPr>
              <w:pStyle w:val="TAC"/>
            </w:pPr>
            <w:r w:rsidRPr="00E062F1">
              <w:rPr>
                <w:lang w:eastAsia="zh-CN"/>
              </w:rPr>
              <w:t>n77</w:t>
            </w:r>
          </w:p>
        </w:tc>
        <w:tc>
          <w:tcPr>
            <w:tcW w:w="8581" w:type="dxa"/>
            <w:gridSpan w:val="14"/>
            <w:tcBorders>
              <w:top w:val="single" w:sz="4" w:space="0" w:color="auto"/>
              <w:left w:val="single" w:sz="4" w:space="0" w:color="auto"/>
              <w:bottom w:val="single" w:sz="4" w:space="0" w:color="auto"/>
              <w:right w:val="single" w:sz="4" w:space="0" w:color="auto"/>
            </w:tcBorders>
          </w:tcPr>
          <w:p w14:paraId="40E507FF" w14:textId="66A7A759" w:rsidR="008F1EC7" w:rsidRPr="00E062F1" w:rsidRDefault="008F1EC7" w:rsidP="007D68F6">
            <w:pPr>
              <w:pStyle w:val="TAC"/>
            </w:pPr>
            <w:r w:rsidRPr="00E062F1">
              <w:t>See CA_n77(2A) BCS0 in Table 5.5A.2-1 in TS 38.101-1</w:t>
            </w:r>
          </w:p>
        </w:tc>
        <w:tc>
          <w:tcPr>
            <w:tcW w:w="1286" w:type="dxa"/>
            <w:tcBorders>
              <w:top w:val="nil"/>
              <w:left w:val="single" w:sz="4" w:space="0" w:color="auto"/>
              <w:bottom w:val="nil"/>
              <w:right w:val="single" w:sz="4" w:space="0" w:color="auto"/>
            </w:tcBorders>
            <w:shd w:val="clear" w:color="auto" w:fill="auto"/>
          </w:tcPr>
          <w:p w14:paraId="2D708ED0" w14:textId="77777777" w:rsidR="008F1EC7" w:rsidRPr="00E062F1" w:rsidRDefault="008F1EC7" w:rsidP="007D68F6">
            <w:pPr>
              <w:pStyle w:val="TAC"/>
            </w:pPr>
          </w:p>
        </w:tc>
      </w:tr>
      <w:tr w:rsidR="008F1EC7" w:rsidRPr="00E062F1" w14:paraId="0DCE6C6A" w14:textId="77777777" w:rsidTr="008F1EC7">
        <w:trPr>
          <w:trHeight w:val="125"/>
          <w:jc w:val="center"/>
        </w:trPr>
        <w:tc>
          <w:tcPr>
            <w:tcW w:w="1634" w:type="dxa"/>
            <w:tcBorders>
              <w:top w:val="nil"/>
              <w:left w:val="single" w:sz="4" w:space="0" w:color="auto"/>
              <w:bottom w:val="single" w:sz="4" w:space="0" w:color="auto"/>
              <w:right w:val="single" w:sz="4" w:space="0" w:color="auto"/>
            </w:tcBorders>
            <w:shd w:val="clear" w:color="auto" w:fill="auto"/>
          </w:tcPr>
          <w:p w14:paraId="3B91CA24" w14:textId="77777777" w:rsidR="008F1EC7" w:rsidRPr="00E062F1" w:rsidRDefault="008F1EC7" w:rsidP="007D68F6">
            <w:pPr>
              <w:pStyle w:val="TAC"/>
            </w:pPr>
          </w:p>
        </w:tc>
        <w:tc>
          <w:tcPr>
            <w:tcW w:w="1634" w:type="dxa"/>
            <w:tcBorders>
              <w:top w:val="nil"/>
              <w:left w:val="single" w:sz="4" w:space="0" w:color="auto"/>
              <w:bottom w:val="single" w:sz="4" w:space="0" w:color="auto"/>
              <w:right w:val="single" w:sz="4" w:space="0" w:color="auto"/>
            </w:tcBorders>
            <w:shd w:val="clear" w:color="auto" w:fill="auto"/>
          </w:tcPr>
          <w:p w14:paraId="6304A2B7"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43E325F0" w14:textId="77777777" w:rsidR="008F1EC7" w:rsidRPr="00E062F1" w:rsidRDefault="008F1EC7" w:rsidP="007D68F6">
            <w:pPr>
              <w:pStyle w:val="TAC"/>
            </w:pPr>
            <w:r w:rsidRPr="00E062F1">
              <w:rPr>
                <w:lang w:eastAsia="zh-CN"/>
              </w:rPr>
              <w:t>n257</w:t>
            </w:r>
          </w:p>
        </w:tc>
        <w:tc>
          <w:tcPr>
            <w:tcW w:w="8581" w:type="dxa"/>
            <w:gridSpan w:val="14"/>
            <w:tcBorders>
              <w:top w:val="single" w:sz="4" w:space="0" w:color="auto"/>
              <w:left w:val="single" w:sz="4" w:space="0" w:color="auto"/>
              <w:bottom w:val="single" w:sz="4" w:space="0" w:color="auto"/>
              <w:right w:val="single" w:sz="4" w:space="0" w:color="auto"/>
            </w:tcBorders>
          </w:tcPr>
          <w:p w14:paraId="7C3351C2" w14:textId="3CCA6D72" w:rsidR="008F1EC7" w:rsidRPr="00E062F1" w:rsidRDefault="008F1EC7" w:rsidP="007D68F6">
            <w:pPr>
              <w:pStyle w:val="TAC"/>
            </w:pPr>
            <w:r w:rsidRPr="00E062F1">
              <w:t>See CA_n257I BCS0 in Table 5.5A.1-1 in TS 38.101-2</w:t>
            </w:r>
          </w:p>
        </w:tc>
        <w:tc>
          <w:tcPr>
            <w:tcW w:w="1286" w:type="dxa"/>
            <w:tcBorders>
              <w:top w:val="nil"/>
              <w:left w:val="single" w:sz="4" w:space="0" w:color="auto"/>
              <w:bottom w:val="single" w:sz="4" w:space="0" w:color="auto"/>
              <w:right w:val="single" w:sz="4" w:space="0" w:color="auto"/>
            </w:tcBorders>
            <w:shd w:val="clear" w:color="auto" w:fill="auto"/>
          </w:tcPr>
          <w:p w14:paraId="57D47D0E" w14:textId="77777777" w:rsidR="008F1EC7" w:rsidRPr="00E062F1" w:rsidRDefault="008F1EC7" w:rsidP="007D68F6">
            <w:pPr>
              <w:pStyle w:val="TAC"/>
            </w:pPr>
          </w:p>
        </w:tc>
      </w:tr>
      <w:tr w:rsidR="008F1EC7" w:rsidRPr="00E062F1" w14:paraId="798E9D62" w14:textId="77777777" w:rsidTr="008F1EC7">
        <w:trPr>
          <w:trHeight w:val="125"/>
          <w:jc w:val="center"/>
        </w:trPr>
        <w:tc>
          <w:tcPr>
            <w:tcW w:w="1634" w:type="dxa"/>
            <w:tcBorders>
              <w:left w:val="single" w:sz="4" w:space="0" w:color="auto"/>
              <w:bottom w:val="nil"/>
              <w:right w:val="single" w:sz="4" w:space="0" w:color="auto"/>
            </w:tcBorders>
            <w:shd w:val="clear" w:color="auto" w:fill="auto"/>
          </w:tcPr>
          <w:p w14:paraId="37667944" w14:textId="77777777" w:rsidR="008F1EC7" w:rsidRPr="00E062F1" w:rsidRDefault="008F1EC7" w:rsidP="007D68F6">
            <w:pPr>
              <w:pStyle w:val="TAC"/>
            </w:pPr>
            <w:r w:rsidRPr="00E062F1">
              <w:t>CA_n3A-n28A-n78A-n257A</w:t>
            </w:r>
          </w:p>
        </w:tc>
        <w:tc>
          <w:tcPr>
            <w:tcW w:w="1634" w:type="dxa"/>
            <w:tcBorders>
              <w:left w:val="single" w:sz="4" w:space="0" w:color="auto"/>
              <w:bottom w:val="nil"/>
              <w:right w:val="single" w:sz="4" w:space="0" w:color="auto"/>
            </w:tcBorders>
            <w:shd w:val="clear" w:color="auto" w:fill="auto"/>
          </w:tcPr>
          <w:p w14:paraId="7147053C" w14:textId="77777777" w:rsidR="008F1EC7" w:rsidRPr="00E062F1" w:rsidRDefault="008F1EC7" w:rsidP="007D68F6">
            <w:pPr>
              <w:pStyle w:val="TAC"/>
            </w:pPr>
            <w:r w:rsidRPr="00E062F1">
              <w:t>-</w:t>
            </w:r>
          </w:p>
        </w:tc>
        <w:tc>
          <w:tcPr>
            <w:tcW w:w="663" w:type="dxa"/>
            <w:tcBorders>
              <w:left w:val="single" w:sz="4" w:space="0" w:color="auto"/>
              <w:bottom w:val="single" w:sz="4" w:space="0" w:color="auto"/>
              <w:right w:val="single" w:sz="4" w:space="0" w:color="auto"/>
            </w:tcBorders>
          </w:tcPr>
          <w:p w14:paraId="4CA0BF57" w14:textId="77777777" w:rsidR="008F1EC7" w:rsidRPr="00E062F1" w:rsidRDefault="008F1EC7" w:rsidP="007D68F6">
            <w:pPr>
              <w:pStyle w:val="TAC"/>
            </w:pPr>
            <w:r w:rsidRPr="00E062F1">
              <w:rPr>
                <w:lang w:eastAsia="zh-CN"/>
              </w:rPr>
              <w:t>n3</w:t>
            </w:r>
          </w:p>
        </w:tc>
        <w:tc>
          <w:tcPr>
            <w:tcW w:w="610" w:type="dxa"/>
            <w:tcBorders>
              <w:top w:val="single" w:sz="4" w:space="0" w:color="auto"/>
              <w:left w:val="single" w:sz="4" w:space="0" w:color="auto"/>
              <w:bottom w:val="single" w:sz="4" w:space="0" w:color="auto"/>
              <w:right w:val="single" w:sz="4" w:space="0" w:color="auto"/>
            </w:tcBorders>
          </w:tcPr>
          <w:p w14:paraId="22736078" w14:textId="77777777" w:rsidR="008F1EC7" w:rsidRPr="00E062F1" w:rsidRDefault="008F1EC7" w:rsidP="007D68F6">
            <w:pPr>
              <w:pStyle w:val="TAC"/>
              <w:rPr>
                <w:lang w:eastAsia="zh-CN"/>
              </w:rPr>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3F48A001"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602F19FB"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0A04A74D"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6F92E4C6" w14:textId="77777777" w:rsidR="008F1EC7" w:rsidRPr="00E062F1" w:rsidRDefault="008F1EC7" w:rsidP="007D68F6">
            <w:pPr>
              <w:pStyle w:val="TAC"/>
              <w:rPr>
                <w:lang w:eastAsia="zh-CN"/>
              </w:rPr>
            </w:pPr>
            <w:r>
              <w:rPr>
                <w:rFonts w:hint="eastAsia"/>
                <w:lang w:eastAsia="zh-CN"/>
              </w:rPr>
              <w:t>25</w:t>
            </w:r>
          </w:p>
        </w:tc>
        <w:tc>
          <w:tcPr>
            <w:tcW w:w="610" w:type="dxa"/>
            <w:tcBorders>
              <w:top w:val="single" w:sz="4" w:space="0" w:color="auto"/>
              <w:left w:val="single" w:sz="4" w:space="0" w:color="auto"/>
              <w:bottom w:val="single" w:sz="4" w:space="0" w:color="auto"/>
              <w:right w:val="single" w:sz="4" w:space="0" w:color="auto"/>
            </w:tcBorders>
          </w:tcPr>
          <w:p w14:paraId="715F7BC9" w14:textId="77777777" w:rsidR="008F1EC7" w:rsidRPr="00E062F1" w:rsidRDefault="008F1EC7" w:rsidP="007D68F6">
            <w:pPr>
              <w:pStyle w:val="TAC"/>
              <w:rPr>
                <w:lang w:eastAsia="zh-CN"/>
              </w:rPr>
            </w:pPr>
            <w:r>
              <w:rPr>
                <w:rFonts w:hint="eastAsia"/>
                <w:lang w:eastAsia="zh-CN"/>
              </w:rPr>
              <w:t>30</w:t>
            </w:r>
          </w:p>
        </w:tc>
        <w:tc>
          <w:tcPr>
            <w:tcW w:w="610" w:type="dxa"/>
            <w:tcBorders>
              <w:top w:val="single" w:sz="4" w:space="0" w:color="auto"/>
              <w:left w:val="single" w:sz="4" w:space="0" w:color="auto"/>
              <w:bottom w:val="single" w:sz="4" w:space="0" w:color="auto"/>
              <w:right w:val="single" w:sz="4" w:space="0" w:color="auto"/>
            </w:tcBorders>
          </w:tcPr>
          <w:p w14:paraId="771CB199"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22D623DC"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C2A6A58"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523E6704"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3F02F55F"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6F8C0D15"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6ADEDB15"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0287A999" w14:textId="77777777" w:rsidR="008F1EC7" w:rsidRPr="00E062F1" w:rsidRDefault="008F1EC7" w:rsidP="007D68F6">
            <w:pPr>
              <w:pStyle w:val="TAC"/>
            </w:pPr>
          </w:p>
        </w:tc>
        <w:tc>
          <w:tcPr>
            <w:tcW w:w="1286" w:type="dxa"/>
            <w:tcBorders>
              <w:left w:val="single" w:sz="4" w:space="0" w:color="auto"/>
              <w:bottom w:val="nil"/>
              <w:right w:val="single" w:sz="4" w:space="0" w:color="auto"/>
            </w:tcBorders>
            <w:shd w:val="clear" w:color="auto" w:fill="auto"/>
          </w:tcPr>
          <w:p w14:paraId="2981F487" w14:textId="77777777" w:rsidR="008F1EC7" w:rsidRPr="00E062F1" w:rsidRDefault="008F1EC7" w:rsidP="007D68F6">
            <w:pPr>
              <w:pStyle w:val="TAC"/>
              <w:rPr>
                <w:lang w:eastAsia="zh-CN"/>
              </w:rPr>
            </w:pPr>
            <w:r>
              <w:rPr>
                <w:rFonts w:hint="eastAsia"/>
                <w:lang w:eastAsia="zh-CN"/>
              </w:rPr>
              <w:t>0</w:t>
            </w:r>
          </w:p>
        </w:tc>
      </w:tr>
      <w:tr w:rsidR="008F1EC7" w:rsidRPr="00E062F1" w14:paraId="58E763F7"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6F38AE3D" w14:textId="77777777" w:rsidR="008F1EC7" w:rsidRPr="00E062F1" w:rsidRDefault="008F1EC7" w:rsidP="007D68F6">
            <w:pPr>
              <w:pStyle w:val="TAC"/>
            </w:pPr>
          </w:p>
        </w:tc>
        <w:tc>
          <w:tcPr>
            <w:tcW w:w="1634" w:type="dxa"/>
            <w:tcBorders>
              <w:top w:val="nil"/>
              <w:left w:val="single" w:sz="4" w:space="0" w:color="auto"/>
              <w:bottom w:val="nil"/>
              <w:right w:val="single" w:sz="4" w:space="0" w:color="auto"/>
            </w:tcBorders>
            <w:shd w:val="clear" w:color="auto" w:fill="auto"/>
          </w:tcPr>
          <w:p w14:paraId="6C813AE4" w14:textId="77777777" w:rsidR="008F1EC7" w:rsidRPr="00E062F1" w:rsidRDefault="008F1EC7" w:rsidP="007D68F6">
            <w:pPr>
              <w:pStyle w:val="TAC"/>
            </w:pPr>
          </w:p>
        </w:tc>
        <w:tc>
          <w:tcPr>
            <w:tcW w:w="663" w:type="dxa"/>
            <w:tcBorders>
              <w:left w:val="single" w:sz="4" w:space="0" w:color="auto"/>
              <w:bottom w:val="single" w:sz="4" w:space="0" w:color="auto"/>
              <w:right w:val="single" w:sz="4" w:space="0" w:color="auto"/>
            </w:tcBorders>
          </w:tcPr>
          <w:p w14:paraId="34BD29DA" w14:textId="77777777" w:rsidR="008F1EC7" w:rsidRPr="00E062F1" w:rsidRDefault="008F1EC7" w:rsidP="007D68F6">
            <w:pPr>
              <w:pStyle w:val="TAC"/>
            </w:pPr>
            <w:r w:rsidRPr="00E062F1">
              <w:rPr>
                <w:lang w:eastAsia="zh-CN"/>
              </w:rPr>
              <w:t>n28</w:t>
            </w:r>
          </w:p>
        </w:tc>
        <w:tc>
          <w:tcPr>
            <w:tcW w:w="610" w:type="dxa"/>
            <w:tcBorders>
              <w:top w:val="single" w:sz="4" w:space="0" w:color="auto"/>
              <w:left w:val="single" w:sz="4" w:space="0" w:color="auto"/>
              <w:bottom w:val="single" w:sz="4" w:space="0" w:color="auto"/>
              <w:right w:val="single" w:sz="4" w:space="0" w:color="auto"/>
            </w:tcBorders>
          </w:tcPr>
          <w:p w14:paraId="5F095C04" w14:textId="77777777" w:rsidR="008F1EC7" w:rsidRPr="00E062F1" w:rsidRDefault="008F1EC7" w:rsidP="007D68F6">
            <w:pPr>
              <w:pStyle w:val="TAC"/>
              <w:rPr>
                <w:lang w:eastAsia="zh-CN"/>
              </w:rPr>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051BE2BE"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19D64BF9"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4D2D44BB"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5CB29964" w14:textId="77777777" w:rsidR="008F1EC7" w:rsidRPr="00E062F1" w:rsidRDefault="008F1EC7" w:rsidP="007D68F6">
            <w:pPr>
              <w:pStyle w:val="TAC"/>
              <w:rPr>
                <w:lang w:eastAsia="zh-CN"/>
              </w:rPr>
            </w:pPr>
          </w:p>
        </w:tc>
        <w:tc>
          <w:tcPr>
            <w:tcW w:w="610" w:type="dxa"/>
            <w:tcBorders>
              <w:top w:val="single" w:sz="4" w:space="0" w:color="auto"/>
              <w:left w:val="single" w:sz="4" w:space="0" w:color="auto"/>
              <w:bottom w:val="single" w:sz="4" w:space="0" w:color="auto"/>
              <w:right w:val="single" w:sz="4" w:space="0" w:color="auto"/>
            </w:tcBorders>
          </w:tcPr>
          <w:p w14:paraId="4AB37AE7"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627EC722"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34AA4DAD"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472B606"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3FBDC54B"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6E46A22A"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26C80FE2"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641616DC"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3E77D3E2"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16085667" w14:textId="77777777" w:rsidR="008F1EC7" w:rsidRPr="00E062F1" w:rsidRDefault="008F1EC7" w:rsidP="007D68F6">
            <w:pPr>
              <w:pStyle w:val="TAC"/>
            </w:pPr>
          </w:p>
        </w:tc>
      </w:tr>
      <w:tr w:rsidR="008F1EC7" w:rsidRPr="00E062F1" w14:paraId="28E47BDF"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3FF2DD90" w14:textId="77777777" w:rsidR="008F1EC7" w:rsidRPr="00E062F1" w:rsidRDefault="008F1EC7" w:rsidP="007D68F6">
            <w:pPr>
              <w:pStyle w:val="TAC"/>
            </w:pPr>
          </w:p>
        </w:tc>
        <w:tc>
          <w:tcPr>
            <w:tcW w:w="1634" w:type="dxa"/>
            <w:tcBorders>
              <w:top w:val="nil"/>
              <w:left w:val="single" w:sz="4" w:space="0" w:color="auto"/>
              <w:bottom w:val="nil"/>
              <w:right w:val="single" w:sz="4" w:space="0" w:color="auto"/>
            </w:tcBorders>
            <w:shd w:val="clear" w:color="auto" w:fill="auto"/>
          </w:tcPr>
          <w:p w14:paraId="632AA731" w14:textId="77777777" w:rsidR="008F1EC7" w:rsidRPr="00E062F1" w:rsidRDefault="008F1EC7" w:rsidP="007D68F6">
            <w:pPr>
              <w:pStyle w:val="TAC"/>
            </w:pPr>
          </w:p>
        </w:tc>
        <w:tc>
          <w:tcPr>
            <w:tcW w:w="663" w:type="dxa"/>
            <w:tcBorders>
              <w:left w:val="single" w:sz="4" w:space="0" w:color="auto"/>
              <w:bottom w:val="single" w:sz="4" w:space="0" w:color="auto"/>
              <w:right w:val="single" w:sz="4" w:space="0" w:color="auto"/>
            </w:tcBorders>
          </w:tcPr>
          <w:p w14:paraId="765CE062" w14:textId="77777777" w:rsidR="008F1EC7" w:rsidRPr="00E062F1" w:rsidRDefault="008F1EC7" w:rsidP="007D68F6">
            <w:pPr>
              <w:pStyle w:val="TAC"/>
            </w:pPr>
            <w:r w:rsidRPr="00E062F1">
              <w:rPr>
                <w:lang w:eastAsia="zh-CN"/>
              </w:rPr>
              <w:t>n7</w:t>
            </w:r>
            <w:r>
              <w:rPr>
                <w:lang w:eastAsia="zh-CN"/>
              </w:rPr>
              <w:t>8</w:t>
            </w:r>
          </w:p>
        </w:tc>
        <w:tc>
          <w:tcPr>
            <w:tcW w:w="610" w:type="dxa"/>
            <w:tcBorders>
              <w:top w:val="single" w:sz="4" w:space="0" w:color="auto"/>
              <w:left w:val="single" w:sz="4" w:space="0" w:color="auto"/>
              <w:bottom w:val="single" w:sz="4" w:space="0" w:color="auto"/>
              <w:right w:val="single" w:sz="4" w:space="0" w:color="auto"/>
            </w:tcBorders>
          </w:tcPr>
          <w:p w14:paraId="2FBF8C2D"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627154F1"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30D47D0A"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62CDBA27"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096B5BFD"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76B4A903"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BC4C976" w14:textId="77777777" w:rsidR="008F1EC7" w:rsidRPr="00E062F1" w:rsidRDefault="008F1EC7" w:rsidP="007D68F6">
            <w:pPr>
              <w:pStyle w:val="TAC"/>
              <w:rPr>
                <w:lang w:eastAsia="zh-CN"/>
              </w:rPr>
            </w:pPr>
            <w:r>
              <w:rPr>
                <w:rFonts w:hint="eastAsia"/>
                <w:lang w:eastAsia="zh-CN"/>
              </w:rPr>
              <w:t>40</w:t>
            </w:r>
          </w:p>
        </w:tc>
        <w:tc>
          <w:tcPr>
            <w:tcW w:w="610" w:type="dxa"/>
            <w:tcBorders>
              <w:top w:val="single" w:sz="4" w:space="0" w:color="auto"/>
              <w:left w:val="single" w:sz="4" w:space="0" w:color="auto"/>
              <w:bottom w:val="single" w:sz="4" w:space="0" w:color="auto"/>
              <w:right w:val="single" w:sz="4" w:space="0" w:color="auto"/>
            </w:tcBorders>
          </w:tcPr>
          <w:p w14:paraId="1771609A" w14:textId="77777777" w:rsidR="008F1EC7" w:rsidRPr="00E062F1" w:rsidRDefault="008F1EC7" w:rsidP="007D68F6">
            <w:pPr>
              <w:pStyle w:val="TAC"/>
              <w:rPr>
                <w:lang w:eastAsia="zh-CN"/>
              </w:rPr>
            </w:pPr>
            <w:r>
              <w:rPr>
                <w:rFonts w:hint="eastAsia"/>
                <w:lang w:eastAsia="zh-CN"/>
              </w:rPr>
              <w:t>50</w:t>
            </w:r>
          </w:p>
        </w:tc>
        <w:tc>
          <w:tcPr>
            <w:tcW w:w="610" w:type="dxa"/>
            <w:tcBorders>
              <w:top w:val="single" w:sz="4" w:space="0" w:color="auto"/>
              <w:left w:val="single" w:sz="4" w:space="0" w:color="auto"/>
              <w:bottom w:val="single" w:sz="4" w:space="0" w:color="auto"/>
              <w:right w:val="single" w:sz="4" w:space="0" w:color="auto"/>
            </w:tcBorders>
          </w:tcPr>
          <w:p w14:paraId="7393B847" w14:textId="77777777" w:rsidR="008F1EC7" w:rsidRPr="00E062F1" w:rsidRDefault="008F1EC7" w:rsidP="007D68F6">
            <w:pPr>
              <w:pStyle w:val="TAC"/>
              <w:rPr>
                <w:lang w:eastAsia="zh-CN"/>
              </w:rPr>
            </w:pPr>
            <w:r>
              <w:rPr>
                <w:rFonts w:hint="eastAsia"/>
                <w:lang w:eastAsia="zh-CN"/>
              </w:rPr>
              <w:t>60</w:t>
            </w:r>
          </w:p>
        </w:tc>
        <w:tc>
          <w:tcPr>
            <w:tcW w:w="619" w:type="dxa"/>
            <w:tcBorders>
              <w:top w:val="single" w:sz="4" w:space="0" w:color="auto"/>
              <w:left w:val="single" w:sz="4" w:space="0" w:color="auto"/>
              <w:bottom w:val="single" w:sz="4" w:space="0" w:color="auto"/>
              <w:right w:val="single" w:sz="4" w:space="0" w:color="auto"/>
            </w:tcBorders>
          </w:tcPr>
          <w:p w14:paraId="05116ED0" w14:textId="77777777" w:rsidR="008F1EC7" w:rsidRPr="00E062F1" w:rsidRDefault="008F1EC7" w:rsidP="007D68F6">
            <w:pPr>
              <w:pStyle w:val="TAC"/>
              <w:rPr>
                <w:lang w:eastAsia="zh-CN"/>
              </w:rPr>
            </w:pPr>
            <w:r>
              <w:rPr>
                <w:rFonts w:hint="eastAsia"/>
                <w:lang w:eastAsia="zh-CN"/>
              </w:rPr>
              <w:t>80</w:t>
            </w:r>
          </w:p>
        </w:tc>
        <w:tc>
          <w:tcPr>
            <w:tcW w:w="618" w:type="dxa"/>
            <w:tcBorders>
              <w:top w:val="single" w:sz="4" w:space="0" w:color="auto"/>
              <w:left w:val="single" w:sz="4" w:space="0" w:color="auto"/>
              <w:bottom w:val="single" w:sz="4" w:space="0" w:color="auto"/>
              <w:right w:val="single" w:sz="4" w:space="0" w:color="auto"/>
            </w:tcBorders>
          </w:tcPr>
          <w:p w14:paraId="08D4CE26" w14:textId="77777777" w:rsidR="008F1EC7" w:rsidRPr="00E062F1" w:rsidRDefault="008F1EC7" w:rsidP="007D68F6">
            <w:pPr>
              <w:pStyle w:val="TAC"/>
              <w:rPr>
                <w:lang w:eastAsia="zh-CN"/>
              </w:rPr>
            </w:pPr>
            <w:r>
              <w:rPr>
                <w:rFonts w:hint="eastAsia"/>
                <w:lang w:eastAsia="zh-CN"/>
              </w:rPr>
              <w:t>90</w:t>
            </w:r>
          </w:p>
        </w:tc>
        <w:tc>
          <w:tcPr>
            <w:tcW w:w="614" w:type="dxa"/>
            <w:tcBorders>
              <w:top w:val="single" w:sz="4" w:space="0" w:color="auto"/>
              <w:left w:val="single" w:sz="4" w:space="0" w:color="auto"/>
              <w:bottom w:val="single" w:sz="4" w:space="0" w:color="auto"/>
              <w:right w:val="single" w:sz="4" w:space="0" w:color="auto"/>
            </w:tcBorders>
          </w:tcPr>
          <w:p w14:paraId="66F53E33" w14:textId="77777777" w:rsidR="008F1EC7" w:rsidRPr="00E062F1" w:rsidRDefault="008F1EC7" w:rsidP="007D68F6">
            <w:pPr>
              <w:pStyle w:val="TAC"/>
              <w:rPr>
                <w:lang w:eastAsia="zh-CN"/>
              </w:rPr>
            </w:pPr>
            <w:r>
              <w:rPr>
                <w:rFonts w:hint="eastAsia"/>
                <w:lang w:eastAsia="zh-CN"/>
              </w:rPr>
              <w:t>100</w:t>
            </w:r>
          </w:p>
        </w:tc>
        <w:tc>
          <w:tcPr>
            <w:tcW w:w="618" w:type="dxa"/>
            <w:tcBorders>
              <w:top w:val="single" w:sz="4" w:space="0" w:color="auto"/>
              <w:left w:val="single" w:sz="4" w:space="0" w:color="auto"/>
              <w:bottom w:val="single" w:sz="4" w:space="0" w:color="auto"/>
              <w:right w:val="single" w:sz="4" w:space="0" w:color="auto"/>
            </w:tcBorders>
          </w:tcPr>
          <w:p w14:paraId="696025C8"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28966225"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2C3FDBEA" w14:textId="77777777" w:rsidR="008F1EC7" w:rsidRPr="00E062F1" w:rsidRDefault="008F1EC7" w:rsidP="007D68F6">
            <w:pPr>
              <w:pStyle w:val="TAC"/>
            </w:pPr>
          </w:p>
        </w:tc>
      </w:tr>
      <w:tr w:rsidR="008F1EC7" w:rsidRPr="00E062F1" w14:paraId="30E08A2C" w14:textId="77777777" w:rsidTr="008F1EC7">
        <w:trPr>
          <w:trHeight w:val="125"/>
          <w:jc w:val="center"/>
        </w:trPr>
        <w:tc>
          <w:tcPr>
            <w:tcW w:w="1634" w:type="dxa"/>
            <w:tcBorders>
              <w:top w:val="nil"/>
              <w:left w:val="single" w:sz="4" w:space="0" w:color="auto"/>
              <w:bottom w:val="single" w:sz="4" w:space="0" w:color="auto"/>
              <w:right w:val="single" w:sz="4" w:space="0" w:color="auto"/>
            </w:tcBorders>
            <w:shd w:val="clear" w:color="auto" w:fill="auto"/>
          </w:tcPr>
          <w:p w14:paraId="6070E803" w14:textId="77777777" w:rsidR="008F1EC7" w:rsidRPr="00E062F1" w:rsidRDefault="008F1EC7" w:rsidP="007D68F6">
            <w:pPr>
              <w:pStyle w:val="TAC"/>
            </w:pPr>
          </w:p>
        </w:tc>
        <w:tc>
          <w:tcPr>
            <w:tcW w:w="1634" w:type="dxa"/>
            <w:tcBorders>
              <w:top w:val="nil"/>
              <w:left w:val="single" w:sz="4" w:space="0" w:color="auto"/>
              <w:bottom w:val="single" w:sz="4" w:space="0" w:color="auto"/>
              <w:right w:val="single" w:sz="4" w:space="0" w:color="auto"/>
            </w:tcBorders>
            <w:shd w:val="clear" w:color="auto" w:fill="auto"/>
          </w:tcPr>
          <w:p w14:paraId="6681984C" w14:textId="77777777" w:rsidR="008F1EC7" w:rsidRPr="00E062F1" w:rsidRDefault="008F1EC7" w:rsidP="007D68F6">
            <w:pPr>
              <w:pStyle w:val="TAC"/>
            </w:pPr>
          </w:p>
        </w:tc>
        <w:tc>
          <w:tcPr>
            <w:tcW w:w="663" w:type="dxa"/>
            <w:tcBorders>
              <w:left w:val="single" w:sz="4" w:space="0" w:color="auto"/>
              <w:bottom w:val="single" w:sz="4" w:space="0" w:color="auto"/>
              <w:right w:val="single" w:sz="4" w:space="0" w:color="auto"/>
            </w:tcBorders>
          </w:tcPr>
          <w:p w14:paraId="14BC9A51" w14:textId="77777777" w:rsidR="008F1EC7" w:rsidRPr="00E062F1" w:rsidRDefault="008F1EC7" w:rsidP="007D68F6">
            <w:pPr>
              <w:pStyle w:val="TAC"/>
            </w:pPr>
            <w:r w:rsidRPr="00E062F1">
              <w:rPr>
                <w:lang w:eastAsia="zh-CN"/>
              </w:rPr>
              <w:t>n257</w:t>
            </w:r>
          </w:p>
        </w:tc>
        <w:tc>
          <w:tcPr>
            <w:tcW w:w="610" w:type="dxa"/>
            <w:tcBorders>
              <w:top w:val="single" w:sz="4" w:space="0" w:color="auto"/>
              <w:left w:val="single" w:sz="4" w:space="0" w:color="auto"/>
              <w:bottom w:val="single" w:sz="4" w:space="0" w:color="auto"/>
              <w:right w:val="single" w:sz="4" w:space="0" w:color="auto"/>
            </w:tcBorders>
          </w:tcPr>
          <w:p w14:paraId="0FA32D60"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210829D"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E6F6021"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21C7BA71"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648537A"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1FB71B4E"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E9F4AB7"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50021DFB" w14:textId="77777777" w:rsidR="008F1EC7" w:rsidRPr="00E062F1" w:rsidRDefault="008F1EC7" w:rsidP="007D68F6">
            <w:pPr>
              <w:pStyle w:val="TAC"/>
              <w:rPr>
                <w:lang w:eastAsia="zh-CN"/>
              </w:rPr>
            </w:pPr>
            <w:r>
              <w:rPr>
                <w:rFonts w:hint="eastAsia"/>
                <w:lang w:eastAsia="zh-CN"/>
              </w:rPr>
              <w:t>50</w:t>
            </w:r>
          </w:p>
        </w:tc>
        <w:tc>
          <w:tcPr>
            <w:tcW w:w="610" w:type="dxa"/>
            <w:tcBorders>
              <w:top w:val="single" w:sz="4" w:space="0" w:color="auto"/>
              <w:left w:val="single" w:sz="4" w:space="0" w:color="auto"/>
              <w:bottom w:val="single" w:sz="4" w:space="0" w:color="auto"/>
              <w:right w:val="single" w:sz="4" w:space="0" w:color="auto"/>
            </w:tcBorders>
          </w:tcPr>
          <w:p w14:paraId="7C44F54E"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7C83AA57"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622AD94B"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20DEFEAB" w14:textId="77777777" w:rsidR="008F1EC7" w:rsidRPr="00E062F1" w:rsidRDefault="008F1EC7" w:rsidP="007D68F6">
            <w:pPr>
              <w:pStyle w:val="TAC"/>
              <w:rPr>
                <w:lang w:eastAsia="zh-CN"/>
              </w:rPr>
            </w:pPr>
            <w:r>
              <w:rPr>
                <w:rFonts w:hint="eastAsia"/>
                <w:lang w:eastAsia="zh-CN"/>
              </w:rPr>
              <w:t>100</w:t>
            </w:r>
          </w:p>
        </w:tc>
        <w:tc>
          <w:tcPr>
            <w:tcW w:w="618" w:type="dxa"/>
            <w:tcBorders>
              <w:top w:val="single" w:sz="4" w:space="0" w:color="auto"/>
              <w:left w:val="single" w:sz="4" w:space="0" w:color="auto"/>
              <w:bottom w:val="single" w:sz="4" w:space="0" w:color="auto"/>
              <w:right w:val="single" w:sz="4" w:space="0" w:color="auto"/>
            </w:tcBorders>
          </w:tcPr>
          <w:p w14:paraId="25DCB998" w14:textId="77777777" w:rsidR="008F1EC7" w:rsidRPr="00E062F1" w:rsidRDefault="008F1EC7" w:rsidP="007D68F6">
            <w:pPr>
              <w:pStyle w:val="TAC"/>
              <w:rPr>
                <w:lang w:eastAsia="zh-CN"/>
              </w:rPr>
            </w:pPr>
            <w:r>
              <w:rPr>
                <w:rFonts w:hint="eastAsia"/>
                <w:lang w:eastAsia="zh-CN"/>
              </w:rPr>
              <w:t>200</w:t>
            </w:r>
          </w:p>
        </w:tc>
        <w:tc>
          <w:tcPr>
            <w:tcW w:w="622" w:type="dxa"/>
            <w:tcBorders>
              <w:top w:val="single" w:sz="4" w:space="0" w:color="auto"/>
              <w:left w:val="single" w:sz="4" w:space="0" w:color="auto"/>
              <w:bottom w:val="single" w:sz="4" w:space="0" w:color="auto"/>
              <w:right w:val="single" w:sz="4" w:space="0" w:color="auto"/>
            </w:tcBorders>
          </w:tcPr>
          <w:p w14:paraId="1FC8BD09" w14:textId="77777777" w:rsidR="008F1EC7" w:rsidRPr="00E062F1" w:rsidRDefault="008F1EC7" w:rsidP="007D68F6">
            <w:pPr>
              <w:pStyle w:val="TAC"/>
              <w:rPr>
                <w:lang w:eastAsia="zh-CN"/>
              </w:rPr>
            </w:pPr>
            <w:r>
              <w:rPr>
                <w:rFonts w:hint="eastAsia"/>
                <w:lang w:eastAsia="zh-CN"/>
              </w:rPr>
              <w:t>400</w:t>
            </w:r>
          </w:p>
        </w:tc>
        <w:tc>
          <w:tcPr>
            <w:tcW w:w="1286" w:type="dxa"/>
            <w:tcBorders>
              <w:top w:val="nil"/>
              <w:left w:val="single" w:sz="4" w:space="0" w:color="auto"/>
              <w:bottom w:val="single" w:sz="4" w:space="0" w:color="auto"/>
              <w:right w:val="single" w:sz="4" w:space="0" w:color="auto"/>
            </w:tcBorders>
            <w:shd w:val="clear" w:color="auto" w:fill="auto"/>
          </w:tcPr>
          <w:p w14:paraId="7308BA50" w14:textId="77777777" w:rsidR="008F1EC7" w:rsidRPr="00E062F1" w:rsidRDefault="008F1EC7" w:rsidP="007D68F6">
            <w:pPr>
              <w:pStyle w:val="TAC"/>
            </w:pPr>
          </w:p>
        </w:tc>
      </w:tr>
      <w:tr w:rsidR="008F1EC7" w:rsidRPr="00E062F1" w14:paraId="757A98A5" w14:textId="77777777" w:rsidTr="008F1EC7">
        <w:trPr>
          <w:trHeight w:val="125"/>
          <w:jc w:val="center"/>
        </w:trPr>
        <w:tc>
          <w:tcPr>
            <w:tcW w:w="1634" w:type="dxa"/>
            <w:tcBorders>
              <w:top w:val="single" w:sz="4" w:space="0" w:color="auto"/>
              <w:left w:val="single" w:sz="4" w:space="0" w:color="auto"/>
              <w:bottom w:val="nil"/>
              <w:right w:val="single" w:sz="4" w:space="0" w:color="auto"/>
            </w:tcBorders>
            <w:shd w:val="clear" w:color="auto" w:fill="auto"/>
          </w:tcPr>
          <w:p w14:paraId="2F5FAE9B" w14:textId="77777777" w:rsidR="008F1EC7" w:rsidRPr="00E062F1" w:rsidRDefault="008F1EC7" w:rsidP="007D68F6">
            <w:pPr>
              <w:pStyle w:val="TAC"/>
            </w:pPr>
            <w:r w:rsidRPr="00E062F1">
              <w:t>CA_n3A-n28A-n78A-n257D</w:t>
            </w:r>
          </w:p>
        </w:tc>
        <w:tc>
          <w:tcPr>
            <w:tcW w:w="1634" w:type="dxa"/>
            <w:tcBorders>
              <w:top w:val="single" w:sz="4" w:space="0" w:color="auto"/>
              <w:left w:val="single" w:sz="4" w:space="0" w:color="auto"/>
              <w:bottom w:val="nil"/>
              <w:right w:val="single" w:sz="4" w:space="0" w:color="auto"/>
            </w:tcBorders>
            <w:shd w:val="clear" w:color="auto" w:fill="auto"/>
          </w:tcPr>
          <w:p w14:paraId="04BA389E" w14:textId="77777777" w:rsidR="008F1EC7" w:rsidRPr="00E062F1" w:rsidRDefault="008F1EC7" w:rsidP="007D68F6">
            <w:pPr>
              <w:pStyle w:val="TAC"/>
            </w:pPr>
            <w:r w:rsidRPr="00E062F1">
              <w:t>-</w:t>
            </w:r>
          </w:p>
        </w:tc>
        <w:tc>
          <w:tcPr>
            <w:tcW w:w="663" w:type="dxa"/>
            <w:tcBorders>
              <w:top w:val="single" w:sz="4" w:space="0" w:color="auto"/>
              <w:left w:val="single" w:sz="4" w:space="0" w:color="auto"/>
              <w:right w:val="single" w:sz="4" w:space="0" w:color="auto"/>
            </w:tcBorders>
          </w:tcPr>
          <w:p w14:paraId="771AC3BC" w14:textId="77777777" w:rsidR="008F1EC7" w:rsidRPr="00E062F1" w:rsidRDefault="008F1EC7" w:rsidP="007D68F6">
            <w:pPr>
              <w:pStyle w:val="TAC"/>
            </w:pPr>
            <w:r w:rsidRPr="00E062F1">
              <w:rPr>
                <w:lang w:eastAsia="zh-CN"/>
              </w:rPr>
              <w:t>n3</w:t>
            </w:r>
          </w:p>
        </w:tc>
        <w:tc>
          <w:tcPr>
            <w:tcW w:w="610" w:type="dxa"/>
            <w:tcBorders>
              <w:top w:val="single" w:sz="4" w:space="0" w:color="auto"/>
              <w:left w:val="single" w:sz="4" w:space="0" w:color="auto"/>
              <w:bottom w:val="single" w:sz="4" w:space="0" w:color="auto"/>
              <w:right w:val="single" w:sz="4" w:space="0" w:color="auto"/>
            </w:tcBorders>
          </w:tcPr>
          <w:p w14:paraId="594F0EF8" w14:textId="77777777" w:rsidR="008F1EC7" w:rsidRPr="00E062F1" w:rsidRDefault="008F1EC7" w:rsidP="007D68F6">
            <w:pPr>
              <w:pStyle w:val="TAC"/>
              <w:rPr>
                <w:lang w:eastAsia="zh-CN"/>
              </w:rPr>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48FE253F"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58E7C3F7"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4E55D204"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4D66C3E3" w14:textId="77777777" w:rsidR="008F1EC7" w:rsidRPr="00E062F1" w:rsidRDefault="008F1EC7" w:rsidP="007D68F6">
            <w:pPr>
              <w:pStyle w:val="TAC"/>
              <w:rPr>
                <w:lang w:eastAsia="zh-CN"/>
              </w:rPr>
            </w:pPr>
            <w:r>
              <w:rPr>
                <w:rFonts w:hint="eastAsia"/>
                <w:lang w:eastAsia="zh-CN"/>
              </w:rPr>
              <w:t>25</w:t>
            </w:r>
          </w:p>
        </w:tc>
        <w:tc>
          <w:tcPr>
            <w:tcW w:w="610" w:type="dxa"/>
            <w:tcBorders>
              <w:top w:val="single" w:sz="4" w:space="0" w:color="auto"/>
              <w:left w:val="single" w:sz="4" w:space="0" w:color="auto"/>
              <w:bottom w:val="single" w:sz="4" w:space="0" w:color="auto"/>
              <w:right w:val="single" w:sz="4" w:space="0" w:color="auto"/>
            </w:tcBorders>
          </w:tcPr>
          <w:p w14:paraId="7A75AC89" w14:textId="77777777" w:rsidR="008F1EC7" w:rsidRPr="00E062F1" w:rsidRDefault="008F1EC7" w:rsidP="007D68F6">
            <w:pPr>
              <w:pStyle w:val="TAC"/>
              <w:rPr>
                <w:lang w:eastAsia="zh-CN"/>
              </w:rPr>
            </w:pPr>
            <w:r>
              <w:rPr>
                <w:rFonts w:hint="eastAsia"/>
                <w:lang w:eastAsia="zh-CN"/>
              </w:rPr>
              <w:t>30</w:t>
            </w:r>
          </w:p>
        </w:tc>
        <w:tc>
          <w:tcPr>
            <w:tcW w:w="610" w:type="dxa"/>
            <w:tcBorders>
              <w:top w:val="single" w:sz="4" w:space="0" w:color="auto"/>
              <w:left w:val="single" w:sz="4" w:space="0" w:color="auto"/>
              <w:bottom w:val="single" w:sz="4" w:space="0" w:color="auto"/>
              <w:right w:val="single" w:sz="4" w:space="0" w:color="auto"/>
            </w:tcBorders>
          </w:tcPr>
          <w:p w14:paraId="0F68F224"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481E17FC"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458AEE45"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7DE3B118"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230DD25E"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644C224F"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57CD1973"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72562811" w14:textId="77777777" w:rsidR="008F1EC7" w:rsidRPr="00E062F1" w:rsidRDefault="008F1EC7" w:rsidP="007D68F6">
            <w:pPr>
              <w:pStyle w:val="TAC"/>
            </w:pPr>
          </w:p>
        </w:tc>
        <w:tc>
          <w:tcPr>
            <w:tcW w:w="1286" w:type="dxa"/>
            <w:tcBorders>
              <w:top w:val="single" w:sz="4" w:space="0" w:color="auto"/>
              <w:left w:val="single" w:sz="4" w:space="0" w:color="auto"/>
              <w:bottom w:val="nil"/>
              <w:right w:val="single" w:sz="4" w:space="0" w:color="auto"/>
            </w:tcBorders>
            <w:shd w:val="clear" w:color="auto" w:fill="auto"/>
          </w:tcPr>
          <w:p w14:paraId="6E4C0577" w14:textId="77777777" w:rsidR="008F1EC7" w:rsidRPr="00E062F1" w:rsidRDefault="008F1EC7" w:rsidP="007D68F6">
            <w:pPr>
              <w:pStyle w:val="TAC"/>
              <w:rPr>
                <w:lang w:eastAsia="zh-CN"/>
              </w:rPr>
            </w:pPr>
            <w:r>
              <w:rPr>
                <w:rFonts w:hint="eastAsia"/>
                <w:lang w:eastAsia="zh-CN"/>
              </w:rPr>
              <w:t>0</w:t>
            </w:r>
          </w:p>
        </w:tc>
      </w:tr>
      <w:tr w:rsidR="008F1EC7" w:rsidRPr="00E062F1" w14:paraId="23DDAA83"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7B3ED9DD" w14:textId="77777777" w:rsidR="008F1EC7" w:rsidRPr="00E062F1" w:rsidRDefault="008F1EC7" w:rsidP="007D68F6">
            <w:pPr>
              <w:pStyle w:val="TAC"/>
            </w:pPr>
          </w:p>
        </w:tc>
        <w:tc>
          <w:tcPr>
            <w:tcW w:w="1634" w:type="dxa"/>
            <w:tcBorders>
              <w:top w:val="nil"/>
              <w:left w:val="single" w:sz="4" w:space="0" w:color="auto"/>
              <w:bottom w:val="nil"/>
              <w:right w:val="single" w:sz="4" w:space="0" w:color="auto"/>
            </w:tcBorders>
            <w:shd w:val="clear" w:color="auto" w:fill="auto"/>
          </w:tcPr>
          <w:p w14:paraId="3538F117"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6485D84B" w14:textId="77777777" w:rsidR="008F1EC7" w:rsidRPr="00E062F1" w:rsidRDefault="008F1EC7" w:rsidP="007D68F6">
            <w:pPr>
              <w:pStyle w:val="TAC"/>
            </w:pPr>
            <w:r w:rsidRPr="00E062F1">
              <w:rPr>
                <w:lang w:eastAsia="zh-CN"/>
              </w:rPr>
              <w:t>n28</w:t>
            </w:r>
          </w:p>
        </w:tc>
        <w:tc>
          <w:tcPr>
            <w:tcW w:w="610" w:type="dxa"/>
            <w:tcBorders>
              <w:top w:val="single" w:sz="4" w:space="0" w:color="auto"/>
              <w:left w:val="single" w:sz="4" w:space="0" w:color="auto"/>
              <w:bottom w:val="single" w:sz="4" w:space="0" w:color="auto"/>
              <w:right w:val="single" w:sz="4" w:space="0" w:color="auto"/>
            </w:tcBorders>
          </w:tcPr>
          <w:p w14:paraId="6F470871" w14:textId="77777777" w:rsidR="008F1EC7" w:rsidRPr="00E062F1" w:rsidRDefault="008F1EC7" w:rsidP="007D68F6">
            <w:pPr>
              <w:pStyle w:val="TAC"/>
              <w:rPr>
                <w:lang w:eastAsia="zh-CN"/>
              </w:rPr>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131BC739"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2BB6860A"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1440E72E"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18F1965F"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7227901"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5088E192"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2E427F72"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48201759"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122C907E"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52AFFF79"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44E8ACA8"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2D3491DB"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54CC5CD1"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3F11AB19" w14:textId="77777777" w:rsidR="008F1EC7" w:rsidRPr="00E062F1" w:rsidRDefault="008F1EC7" w:rsidP="007D68F6">
            <w:pPr>
              <w:pStyle w:val="TAC"/>
            </w:pPr>
          </w:p>
        </w:tc>
      </w:tr>
      <w:tr w:rsidR="008F1EC7" w:rsidRPr="00E062F1" w14:paraId="34231241"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09E3218F" w14:textId="77777777" w:rsidR="008F1EC7" w:rsidRPr="00E062F1" w:rsidRDefault="008F1EC7" w:rsidP="007D68F6">
            <w:pPr>
              <w:pStyle w:val="TAC"/>
            </w:pPr>
          </w:p>
        </w:tc>
        <w:tc>
          <w:tcPr>
            <w:tcW w:w="1634" w:type="dxa"/>
            <w:tcBorders>
              <w:top w:val="nil"/>
              <w:left w:val="single" w:sz="4" w:space="0" w:color="auto"/>
              <w:bottom w:val="nil"/>
              <w:right w:val="single" w:sz="4" w:space="0" w:color="auto"/>
            </w:tcBorders>
            <w:shd w:val="clear" w:color="auto" w:fill="auto"/>
          </w:tcPr>
          <w:p w14:paraId="698B26BD"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1A5A1EEB" w14:textId="77777777" w:rsidR="008F1EC7" w:rsidRPr="00E062F1" w:rsidRDefault="008F1EC7" w:rsidP="007D68F6">
            <w:pPr>
              <w:pStyle w:val="TAC"/>
            </w:pPr>
            <w:r w:rsidRPr="00E062F1">
              <w:rPr>
                <w:lang w:eastAsia="zh-CN"/>
              </w:rPr>
              <w:t>n7</w:t>
            </w:r>
            <w:r>
              <w:rPr>
                <w:lang w:eastAsia="zh-CN"/>
              </w:rPr>
              <w:t>8</w:t>
            </w:r>
          </w:p>
        </w:tc>
        <w:tc>
          <w:tcPr>
            <w:tcW w:w="610" w:type="dxa"/>
            <w:tcBorders>
              <w:top w:val="single" w:sz="4" w:space="0" w:color="auto"/>
              <w:left w:val="single" w:sz="4" w:space="0" w:color="auto"/>
              <w:bottom w:val="single" w:sz="4" w:space="0" w:color="auto"/>
              <w:right w:val="single" w:sz="4" w:space="0" w:color="auto"/>
            </w:tcBorders>
          </w:tcPr>
          <w:p w14:paraId="3397C23D"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600362A5" w14:textId="77777777" w:rsidR="008F1EC7" w:rsidRPr="00E062F1" w:rsidRDefault="008F1EC7" w:rsidP="007D68F6">
            <w:pPr>
              <w:pStyle w:val="TAC"/>
              <w:rPr>
                <w:lang w:eastAsia="zh-CN"/>
              </w:rPr>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7CEC2E87" w14:textId="77777777" w:rsidR="008F1EC7" w:rsidRPr="00E062F1" w:rsidRDefault="008F1EC7" w:rsidP="007D68F6">
            <w:pPr>
              <w:pStyle w:val="TAC"/>
              <w:rPr>
                <w:lang w:eastAsia="zh-CN"/>
              </w:rPr>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0BC1E20A" w14:textId="77777777" w:rsidR="008F1EC7" w:rsidRPr="00E062F1" w:rsidRDefault="008F1EC7" w:rsidP="007D68F6">
            <w:pPr>
              <w:pStyle w:val="TAC"/>
              <w:rPr>
                <w:lang w:eastAsia="zh-CN"/>
              </w:rPr>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280949D0"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761828A"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2D990AB" w14:textId="77777777" w:rsidR="008F1EC7" w:rsidRPr="005F427A" w:rsidRDefault="008F1EC7" w:rsidP="007D68F6">
            <w:pPr>
              <w:pStyle w:val="TAC"/>
              <w:rPr>
                <w:rFonts w:eastAsiaTheme="minorEastAsia"/>
                <w:lang w:eastAsia="zh-CN"/>
              </w:rPr>
            </w:pPr>
            <w:r>
              <w:rPr>
                <w:rFonts w:hint="eastAsia"/>
                <w:lang w:eastAsia="zh-CN"/>
              </w:rPr>
              <w:t>40</w:t>
            </w:r>
          </w:p>
        </w:tc>
        <w:tc>
          <w:tcPr>
            <w:tcW w:w="610" w:type="dxa"/>
            <w:tcBorders>
              <w:top w:val="single" w:sz="4" w:space="0" w:color="auto"/>
              <w:left w:val="single" w:sz="4" w:space="0" w:color="auto"/>
              <w:bottom w:val="single" w:sz="4" w:space="0" w:color="auto"/>
              <w:right w:val="single" w:sz="4" w:space="0" w:color="auto"/>
            </w:tcBorders>
          </w:tcPr>
          <w:p w14:paraId="2F8FD43A" w14:textId="77777777" w:rsidR="008F1EC7" w:rsidRPr="005F427A" w:rsidRDefault="008F1EC7" w:rsidP="007D68F6">
            <w:pPr>
              <w:pStyle w:val="TAC"/>
              <w:rPr>
                <w:rFonts w:eastAsiaTheme="minorEastAsia"/>
                <w:lang w:eastAsia="zh-CN"/>
              </w:rPr>
            </w:pPr>
            <w:r>
              <w:rPr>
                <w:rFonts w:hint="eastAsia"/>
                <w:lang w:eastAsia="zh-CN"/>
              </w:rPr>
              <w:t>50</w:t>
            </w:r>
          </w:p>
        </w:tc>
        <w:tc>
          <w:tcPr>
            <w:tcW w:w="610" w:type="dxa"/>
            <w:tcBorders>
              <w:top w:val="single" w:sz="4" w:space="0" w:color="auto"/>
              <w:left w:val="single" w:sz="4" w:space="0" w:color="auto"/>
              <w:bottom w:val="single" w:sz="4" w:space="0" w:color="auto"/>
              <w:right w:val="single" w:sz="4" w:space="0" w:color="auto"/>
            </w:tcBorders>
          </w:tcPr>
          <w:p w14:paraId="3BCD8252" w14:textId="77777777" w:rsidR="008F1EC7" w:rsidRPr="00E062F1" w:rsidRDefault="008F1EC7" w:rsidP="007D68F6">
            <w:pPr>
              <w:pStyle w:val="TAC"/>
              <w:rPr>
                <w:lang w:eastAsia="zh-CN"/>
              </w:rPr>
            </w:pPr>
            <w:r>
              <w:rPr>
                <w:rFonts w:hint="eastAsia"/>
                <w:lang w:eastAsia="zh-CN"/>
              </w:rPr>
              <w:t>60</w:t>
            </w:r>
          </w:p>
        </w:tc>
        <w:tc>
          <w:tcPr>
            <w:tcW w:w="619" w:type="dxa"/>
            <w:tcBorders>
              <w:top w:val="single" w:sz="4" w:space="0" w:color="auto"/>
              <w:left w:val="single" w:sz="4" w:space="0" w:color="auto"/>
              <w:bottom w:val="single" w:sz="4" w:space="0" w:color="auto"/>
              <w:right w:val="single" w:sz="4" w:space="0" w:color="auto"/>
            </w:tcBorders>
          </w:tcPr>
          <w:p w14:paraId="560D680B" w14:textId="77777777" w:rsidR="008F1EC7" w:rsidRPr="00E062F1" w:rsidRDefault="008F1EC7" w:rsidP="007D68F6">
            <w:pPr>
              <w:pStyle w:val="TAC"/>
              <w:rPr>
                <w:lang w:eastAsia="zh-CN"/>
              </w:rPr>
            </w:pPr>
            <w:r>
              <w:rPr>
                <w:rFonts w:hint="eastAsia"/>
                <w:lang w:eastAsia="zh-CN"/>
              </w:rPr>
              <w:t>80</w:t>
            </w:r>
          </w:p>
        </w:tc>
        <w:tc>
          <w:tcPr>
            <w:tcW w:w="618" w:type="dxa"/>
            <w:tcBorders>
              <w:top w:val="single" w:sz="4" w:space="0" w:color="auto"/>
              <w:left w:val="single" w:sz="4" w:space="0" w:color="auto"/>
              <w:bottom w:val="single" w:sz="4" w:space="0" w:color="auto"/>
              <w:right w:val="single" w:sz="4" w:space="0" w:color="auto"/>
            </w:tcBorders>
          </w:tcPr>
          <w:p w14:paraId="5B5D492F" w14:textId="77777777" w:rsidR="008F1EC7" w:rsidRPr="00E062F1" w:rsidRDefault="008F1EC7" w:rsidP="007D68F6">
            <w:pPr>
              <w:pStyle w:val="TAC"/>
              <w:rPr>
                <w:lang w:eastAsia="zh-CN"/>
              </w:rPr>
            </w:pPr>
            <w:r>
              <w:rPr>
                <w:rFonts w:hint="eastAsia"/>
                <w:lang w:eastAsia="zh-CN"/>
              </w:rPr>
              <w:t>90</w:t>
            </w:r>
          </w:p>
        </w:tc>
        <w:tc>
          <w:tcPr>
            <w:tcW w:w="614" w:type="dxa"/>
            <w:tcBorders>
              <w:top w:val="single" w:sz="4" w:space="0" w:color="auto"/>
              <w:left w:val="single" w:sz="4" w:space="0" w:color="auto"/>
              <w:bottom w:val="single" w:sz="4" w:space="0" w:color="auto"/>
              <w:right w:val="single" w:sz="4" w:space="0" w:color="auto"/>
            </w:tcBorders>
          </w:tcPr>
          <w:p w14:paraId="24CD6C17" w14:textId="77777777" w:rsidR="008F1EC7" w:rsidRPr="00E062F1" w:rsidRDefault="008F1EC7" w:rsidP="007D68F6">
            <w:pPr>
              <w:pStyle w:val="TAC"/>
              <w:rPr>
                <w:lang w:eastAsia="zh-CN"/>
              </w:rPr>
            </w:pPr>
            <w:r>
              <w:rPr>
                <w:rFonts w:hint="eastAsia"/>
                <w:lang w:eastAsia="zh-CN"/>
              </w:rPr>
              <w:t>100</w:t>
            </w:r>
          </w:p>
        </w:tc>
        <w:tc>
          <w:tcPr>
            <w:tcW w:w="618" w:type="dxa"/>
            <w:tcBorders>
              <w:top w:val="single" w:sz="4" w:space="0" w:color="auto"/>
              <w:left w:val="single" w:sz="4" w:space="0" w:color="auto"/>
              <w:bottom w:val="single" w:sz="4" w:space="0" w:color="auto"/>
              <w:right w:val="single" w:sz="4" w:space="0" w:color="auto"/>
            </w:tcBorders>
          </w:tcPr>
          <w:p w14:paraId="77B863ED"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77DE766D"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2C723334" w14:textId="77777777" w:rsidR="008F1EC7" w:rsidRPr="00E062F1" w:rsidRDefault="008F1EC7" w:rsidP="007D68F6">
            <w:pPr>
              <w:pStyle w:val="TAC"/>
            </w:pPr>
          </w:p>
        </w:tc>
      </w:tr>
      <w:tr w:rsidR="008F1EC7" w:rsidRPr="00E062F1" w14:paraId="1B6208FF" w14:textId="77777777" w:rsidTr="008F1EC7">
        <w:trPr>
          <w:trHeight w:val="125"/>
          <w:jc w:val="center"/>
        </w:trPr>
        <w:tc>
          <w:tcPr>
            <w:tcW w:w="1634" w:type="dxa"/>
            <w:tcBorders>
              <w:top w:val="nil"/>
              <w:left w:val="single" w:sz="4" w:space="0" w:color="auto"/>
              <w:bottom w:val="single" w:sz="4" w:space="0" w:color="auto"/>
              <w:right w:val="single" w:sz="4" w:space="0" w:color="auto"/>
            </w:tcBorders>
            <w:shd w:val="clear" w:color="auto" w:fill="auto"/>
          </w:tcPr>
          <w:p w14:paraId="40802294" w14:textId="77777777" w:rsidR="008F1EC7" w:rsidRPr="00E062F1" w:rsidRDefault="008F1EC7" w:rsidP="007D68F6">
            <w:pPr>
              <w:pStyle w:val="TAC"/>
            </w:pPr>
          </w:p>
        </w:tc>
        <w:tc>
          <w:tcPr>
            <w:tcW w:w="1634" w:type="dxa"/>
            <w:tcBorders>
              <w:top w:val="nil"/>
              <w:left w:val="single" w:sz="4" w:space="0" w:color="auto"/>
              <w:bottom w:val="single" w:sz="4" w:space="0" w:color="auto"/>
              <w:right w:val="single" w:sz="4" w:space="0" w:color="auto"/>
            </w:tcBorders>
            <w:shd w:val="clear" w:color="auto" w:fill="auto"/>
          </w:tcPr>
          <w:p w14:paraId="0EBB4EE0"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42CDA950" w14:textId="77777777" w:rsidR="008F1EC7" w:rsidRPr="00E062F1" w:rsidRDefault="008F1EC7" w:rsidP="007D68F6">
            <w:pPr>
              <w:pStyle w:val="TAC"/>
            </w:pPr>
            <w:r w:rsidRPr="00E062F1">
              <w:rPr>
                <w:lang w:eastAsia="zh-CN"/>
              </w:rPr>
              <w:t>n257</w:t>
            </w:r>
          </w:p>
        </w:tc>
        <w:tc>
          <w:tcPr>
            <w:tcW w:w="8581" w:type="dxa"/>
            <w:gridSpan w:val="14"/>
            <w:tcBorders>
              <w:top w:val="single" w:sz="4" w:space="0" w:color="auto"/>
              <w:left w:val="single" w:sz="4" w:space="0" w:color="auto"/>
              <w:bottom w:val="single" w:sz="4" w:space="0" w:color="auto"/>
              <w:right w:val="single" w:sz="4" w:space="0" w:color="auto"/>
            </w:tcBorders>
          </w:tcPr>
          <w:p w14:paraId="66E535E8" w14:textId="43B28B23" w:rsidR="008F1EC7" w:rsidRPr="00E062F1" w:rsidRDefault="008F1EC7" w:rsidP="007D68F6">
            <w:pPr>
              <w:pStyle w:val="TAC"/>
            </w:pPr>
            <w:r w:rsidRPr="00E062F1">
              <w:t>See CA_n257D BCS0 in Table 5.5A.1-1 in TS 38.101-2</w:t>
            </w:r>
          </w:p>
        </w:tc>
        <w:tc>
          <w:tcPr>
            <w:tcW w:w="1286" w:type="dxa"/>
            <w:tcBorders>
              <w:top w:val="nil"/>
              <w:left w:val="single" w:sz="4" w:space="0" w:color="auto"/>
              <w:bottom w:val="single" w:sz="4" w:space="0" w:color="auto"/>
              <w:right w:val="single" w:sz="4" w:space="0" w:color="auto"/>
            </w:tcBorders>
            <w:shd w:val="clear" w:color="auto" w:fill="auto"/>
          </w:tcPr>
          <w:p w14:paraId="0251E8F1" w14:textId="77777777" w:rsidR="008F1EC7" w:rsidRPr="00E062F1" w:rsidRDefault="008F1EC7" w:rsidP="007D68F6">
            <w:pPr>
              <w:pStyle w:val="TAC"/>
            </w:pPr>
          </w:p>
        </w:tc>
      </w:tr>
      <w:tr w:rsidR="008F1EC7" w:rsidRPr="00E062F1" w14:paraId="74481E6B" w14:textId="77777777" w:rsidTr="008F1EC7">
        <w:trPr>
          <w:trHeight w:val="125"/>
          <w:jc w:val="center"/>
        </w:trPr>
        <w:tc>
          <w:tcPr>
            <w:tcW w:w="1634" w:type="dxa"/>
            <w:tcBorders>
              <w:top w:val="single" w:sz="4" w:space="0" w:color="auto"/>
              <w:left w:val="single" w:sz="4" w:space="0" w:color="auto"/>
              <w:bottom w:val="nil"/>
              <w:right w:val="single" w:sz="4" w:space="0" w:color="auto"/>
            </w:tcBorders>
            <w:shd w:val="clear" w:color="auto" w:fill="auto"/>
          </w:tcPr>
          <w:p w14:paraId="6F08B370" w14:textId="77777777" w:rsidR="008F1EC7" w:rsidRPr="00E062F1" w:rsidRDefault="008F1EC7" w:rsidP="007D68F6">
            <w:pPr>
              <w:pStyle w:val="TAC"/>
            </w:pPr>
            <w:r w:rsidRPr="00E062F1">
              <w:t>CA_n3A-n28A-n78A-n257G</w:t>
            </w:r>
          </w:p>
        </w:tc>
        <w:tc>
          <w:tcPr>
            <w:tcW w:w="1634" w:type="dxa"/>
            <w:tcBorders>
              <w:top w:val="single" w:sz="4" w:space="0" w:color="auto"/>
              <w:left w:val="single" w:sz="4" w:space="0" w:color="auto"/>
              <w:bottom w:val="nil"/>
              <w:right w:val="single" w:sz="4" w:space="0" w:color="auto"/>
            </w:tcBorders>
            <w:shd w:val="clear" w:color="auto" w:fill="auto"/>
          </w:tcPr>
          <w:p w14:paraId="3BD8C5C6" w14:textId="77777777" w:rsidR="008F1EC7" w:rsidRPr="00E062F1" w:rsidRDefault="008F1EC7" w:rsidP="007D68F6">
            <w:pPr>
              <w:pStyle w:val="TAC"/>
            </w:pPr>
            <w:r w:rsidRPr="00E062F1">
              <w:t>-</w:t>
            </w:r>
          </w:p>
        </w:tc>
        <w:tc>
          <w:tcPr>
            <w:tcW w:w="663" w:type="dxa"/>
            <w:tcBorders>
              <w:top w:val="single" w:sz="4" w:space="0" w:color="auto"/>
              <w:left w:val="single" w:sz="4" w:space="0" w:color="auto"/>
              <w:right w:val="single" w:sz="4" w:space="0" w:color="auto"/>
            </w:tcBorders>
          </w:tcPr>
          <w:p w14:paraId="062820F6" w14:textId="77777777" w:rsidR="008F1EC7" w:rsidRPr="00E062F1" w:rsidRDefault="008F1EC7" w:rsidP="007D68F6">
            <w:pPr>
              <w:pStyle w:val="TAC"/>
            </w:pPr>
            <w:r w:rsidRPr="00E062F1">
              <w:rPr>
                <w:lang w:eastAsia="zh-CN"/>
              </w:rPr>
              <w:t>n3</w:t>
            </w:r>
          </w:p>
        </w:tc>
        <w:tc>
          <w:tcPr>
            <w:tcW w:w="610" w:type="dxa"/>
            <w:tcBorders>
              <w:top w:val="single" w:sz="4" w:space="0" w:color="auto"/>
              <w:left w:val="single" w:sz="4" w:space="0" w:color="auto"/>
              <w:bottom w:val="single" w:sz="4" w:space="0" w:color="auto"/>
              <w:right w:val="single" w:sz="4" w:space="0" w:color="auto"/>
            </w:tcBorders>
          </w:tcPr>
          <w:p w14:paraId="2F811FAE" w14:textId="77777777" w:rsidR="008F1EC7" w:rsidRPr="00E062F1" w:rsidRDefault="008F1EC7" w:rsidP="007D68F6">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07A93107"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00CA92B8"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766B40A8"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0B9C667F" w14:textId="77777777" w:rsidR="008F1EC7" w:rsidRPr="00E062F1" w:rsidRDefault="008F1EC7" w:rsidP="007D68F6">
            <w:pPr>
              <w:pStyle w:val="TAC"/>
            </w:pPr>
            <w:r>
              <w:rPr>
                <w:rFonts w:hint="eastAsia"/>
                <w:lang w:eastAsia="zh-CN"/>
              </w:rPr>
              <w:t>25</w:t>
            </w:r>
          </w:p>
        </w:tc>
        <w:tc>
          <w:tcPr>
            <w:tcW w:w="610" w:type="dxa"/>
            <w:tcBorders>
              <w:top w:val="single" w:sz="4" w:space="0" w:color="auto"/>
              <w:left w:val="single" w:sz="4" w:space="0" w:color="auto"/>
              <w:bottom w:val="single" w:sz="4" w:space="0" w:color="auto"/>
              <w:right w:val="single" w:sz="4" w:space="0" w:color="auto"/>
            </w:tcBorders>
          </w:tcPr>
          <w:p w14:paraId="0A14BFBA" w14:textId="77777777" w:rsidR="008F1EC7" w:rsidRPr="00E062F1" w:rsidRDefault="008F1EC7" w:rsidP="007D68F6">
            <w:pPr>
              <w:pStyle w:val="TAC"/>
            </w:pPr>
            <w:r>
              <w:rPr>
                <w:rFonts w:hint="eastAsia"/>
                <w:lang w:eastAsia="zh-CN"/>
              </w:rPr>
              <w:t>30</w:t>
            </w:r>
          </w:p>
        </w:tc>
        <w:tc>
          <w:tcPr>
            <w:tcW w:w="610" w:type="dxa"/>
            <w:tcBorders>
              <w:top w:val="single" w:sz="4" w:space="0" w:color="auto"/>
              <w:left w:val="single" w:sz="4" w:space="0" w:color="auto"/>
              <w:bottom w:val="single" w:sz="4" w:space="0" w:color="auto"/>
              <w:right w:val="single" w:sz="4" w:space="0" w:color="auto"/>
            </w:tcBorders>
          </w:tcPr>
          <w:p w14:paraId="590BEEC7"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39D42894"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1B2578E7"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079C062C"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07A567B5"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6F883430"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5747006F"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59E88AD9" w14:textId="77777777" w:rsidR="008F1EC7" w:rsidRPr="00E062F1" w:rsidRDefault="008F1EC7" w:rsidP="007D68F6">
            <w:pPr>
              <w:pStyle w:val="TAC"/>
            </w:pPr>
          </w:p>
        </w:tc>
        <w:tc>
          <w:tcPr>
            <w:tcW w:w="1286" w:type="dxa"/>
            <w:tcBorders>
              <w:top w:val="single" w:sz="4" w:space="0" w:color="auto"/>
              <w:left w:val="single" w:sz="4" w:space="0" w:color="auto"/>
              <w:bottom w:val="nil"/>
              <w:right w:val="single" w:sz="4" w:space="0" w:color="auto"/>
            </w:tcBorders>
            <w:shd w:val="clear" w:color="auto" w:fill="auto"/>
          </w:tcPr>
          <w:p w14:paraId="49238F95" w14:textId="77777777" w:rsidR="008F1EC7" w:rsidRPr="00E062F1" w:rsidRDefault="008F1EC7" w:rsidP="007D68F6">
            <w:pPr>
              <w:pStyle w:val="TAC"/>
              <w:rPr>
                <w:lang w:eastAsia="zh-CN"/>
              </w:rPr>
            </w:pPr>
            <w:r>
              <w:rPr>
                <w:rFonts w:hint="eastAsia"/>
                <w:lang w:eastAsia="zh-CN"/>
              </w:rPr>
              <w:t>0</w:t>
            </w:r>
          </w:p>
        </w:tc>
      </w:tr>
      <w:tr w:rsidR="008F1EC7" w:rsidRPr="00E062F1" w14:paraId="621CB6B9"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0DC3E02B" w14:textId="77777777" w:rsidR="008F1EC7" w:rsidRPr="00E062F1" w:rsidRDefault="008F1EC7" w:rsidP="007D68F6">
            <w:pPr>
              <w:pStyle w:val="TAC"/>
            </w:pPr>
          </w:p>
        </w:tc>
        <w:tc>
          <w:tcPr>
            <w:tcW w:w="1634" w:type="dxa"/>
            <w:tcBorders>
              <w:top w:val="nil"/>
              <w:left w:val="single" w:sz="4" w:space="0" w:color="auto"/>
              <w:bottom w:val="nil"/>
              <w:right w:val="single" w:sz="4" w:space="0" w:color="auto"/>
            </w:tcBorders>
            <w:shd w:val="clear" w:color="auto" w:fill="auto"/>
          </w:tcPr>
          <w:p w14:paraId="2E7B7750"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519CF98D" w14:textId="77777777" w:rsidR="008F1EC7" w:rsidRPr="00E062F1" w:rsidRDefault="008F1EC7" w:rsidP="007D68F6">
            <w:pPr>
              <w:pStyle w:val="TAC"/>
            </w:pPr>
            <w:r w:rsidRPr="00E062F1">
              <w:rPr>
                <w:lang w:eastAsia="zh-CN"/>
              </w:rPr>
              <w:t>n28</w:t>
            </w:r>
          </w:p>
        </w:tc>
        <w:tc>
          <w:tcPr>
            <w:tcW w:w="610" w:type="dxa"/>
            <w:tcBorders>
              <w:top w:val="single" w:sz="4" w:space="0" w:color="auto"/>
              <w:left w:val="single" w:sz="4" w:space="0" w:color="auto"/>
              <w:bottom w:val="single" w:sz="4" w:space="0" w:color="auto"/>
              <w:right w:val="single" w:sz="4" w:space="0" w:color="auto"/>
            </w:tcBorders>
          </w:tcPr>
          <w:p w14:paraId="3F53B7C8" w14:textId="77777777" w:rsidR="008F1EC7" w:rsidRPr="00E062F1" w:rsidRDefault="008F1EC7" w:rsidP="007D68F6">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09BE3B37"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61F2725D"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2D1A3B45"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6260859B"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2BF26659"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D4D3269"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6593A3F5"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6C05E896"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39B8A2A0"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7B43AFC2"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6EBAAB4C"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0A4A6C56"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642ADE1B"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5B979ADB" w14:textId="77777777" w:rsidR="008F1EC7" w:rsidRPr="00E062F1" w:rsidRDefault="008F1EC7" w:rsidP="007D68F6">
            <w:pPr>
              <w:pStyle w:val="TAC"/>
            </w:pPr>
          </w:p>
        </w:tc>
      </w:tr>
      <w:tr w:rsidR="008F1EC7" w:rsidRPr="00E062F1" w14:paraId="7BBB4ACE"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029AB805" w14:textId="77777777" w:rsidR="008F1EC7" w:rsidRPr="00E062F1" w:rsidRDefault="008F1EC7" w:rsidP="007D68F6">
            <w:pPr>
              <w:pStyle w:val="TAC"/>
            </w:pPr>
          </w:p>
        </w:tc>
        <w:tc>
          <w:tcPr>
            <w:tcW w:w="1634" w:type="dxa"/>
            <w:tcBorders>
              <w:top w:val="nil"/>
              <w:left w:val="single" w:sz="4" w:space="0" w:color="auto"/>
              <w:bottom w:val="nil"/>
              <w:right w:val="single" w:sz="4" w:space="0" w:color="auto"/>
            </w:tcBorders>
            <w:shd w:val="clear" w:color="auto" w:fill="auto"/>
          </w:tcPr>
          <w:p w14:paraId="04923F02"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7987E320" w14:textId="77777777" w:rsidR="008F1EC7" w:rsidRPr="00E062F1" w:rsidRDefault="008F1EC7" w:rsidP="007D68F6">
            <w:pPr>
              <w:pStyle w:val="TAC"/>
            </w:pPr>
            <w:r w:rsidRPr="00E062F1">
              <w:rPr>
                <w:lang w:eastAsia="zh-CN"/>
              </w:rPr>
              <w:t>n7</w:t>
            </w:r>
            <w:r>
              <w:rPr>
                <w:lang w:eastAsia="zh-CN"/>
              </w:rPr>
              <w:t>8</w:t>
            </w:r>
          </w:p>
        </w:tc>
        <w:tc>
          <w:tcPr>
            <w:tcW w:w="610" w:type="dxa"/>
            <w:tcBorders>
              <w:top w:val="single" w:sz="4" w:space="0" w:color="auto"/>
              <w:left w:val="single" w:sz="4" w:space="0" w:color="auto"/>
              <w:bottom w:val="single" w:sz="4" w:space="0" w:color="auto"/>
              <w:right w:val="single" w:sz="4" w:space="0" w:color="auto"/>
            </w:tcBorders>
          </w:tcPr>
          <w:p w14:paraId="313B073F"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091D67A"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35DDD0F3"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19A5D0D2"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0948DA44"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AEA0B3D"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FBE0745" w14:textId="77777777" w:rsidR="008F1EC7" w:rsidRPr="00E062F1" w:rsidRDefault="008F1EC7" w:rsidP="007D68F6">
            <w:pPr>
              <w:pStyle w:val="TAC"/>
              <w:rPr>
                <w:rFonts w:eastAsia="MS Mincho"/>
              </w:rPr>
            </w:pPr>
            <w:r>
              <w:rPr>
                <w:rFonts w:hint="eastAsia"/>
                <w:lang w:eastAsia="zh-CN"/>
              </w:rPr>
              <w:t>40</w:t>
            </w:r>
          </w:p>
        </w:tc>
        <w:tc>
          <w:tcPr>
            <w:tcW w:w="610" w:type="dxa"/>
            <w:tcBorders>
              <w:top w:val="single" w:sz="4" w:space="0" w:color="auto"/>
              <w:left w:val="single" w:sz="4" w:space="0" w:color="auto"/>
              <w:bottom w:val="single" w:sz="4" w:space="0" w:color="auto"/>
              <w:right w:val="single" w:sz="4" w:space="0" w:color="auto"/>
            </w:tcBorders>
          </w:tcPr>
          <w:p w14:paraId="082988F5" w14:textId="77777777" w:rsidR="008F1EC7" w:rsidRPr="00E062F1" w:rsidRDefault="008F1EC7" w:rsidP="007D68F6">
            <w:pPr>
              <w:pStyle w:val="TAC"/>
              <w:rPr>
                <w:rFonts w:eastAsia="MS Mincho"/>
              </w:rPr>
            </w:pPr>
            <w:r>
              <w:rPr>
                <w:rFonts w:hint="eastAsia"/>
                <w:lang w:eastAsia="zh-CN"/>
              </w:rPr>
              <w:t>50</w:t>
            </w:r>
          </w:p>
        </w:tc>
        <w:tc>
          <w:tcPr>
            <w:tcW w:w="610" w:type="dxa"/>
            <w:tcBorders>
              <w:top w:val="single" w:sz="4" w:space="0" w:color="auto"/>
              <w:left w:val="single" w:sz="4" w:space="0" w:color="auto"/>
              <w:bottom w:val="single" w:sz="4" w:space="0" w:color="auto"/>
              <w:right w:val="single" w:sz="4" w:space="0" w:color="auto"/>
            </w:tcBorders>
          </w:tcPr>
          <w:p w14:paraId="3C77DCE5" w14:textId="77777777" w:rsidR="008F1EC7" w:rsidRPr="00E062F1" w:rsidRDefault="008F1EC7" w:rsidP="007D68F6">
            <w:pPr>
              <w:pStyle w:val="TAC"/>
            </w:pPr>
            <w:r>
              <w:rPr>
                <w:rFonts w:hint="eastAsia"/>
                <w:lang w:eastAsia="zh-CN"/>
              </w:rPr>
              <w:t>60</w:t>
            </w:r>
          </w:p>
        </w:tc>
        <w:tc>
          <w:tcPr>
            <w:tcW w:w="619" w:type="dxa"/>
            <w:tcBorders>
              <w:top w:val="single" w:sz="4" w:space="0" w:color="auto"/>
              <w:left w:val="single" w:sz="4" w:space="0" w:color="auto"/>
              <w:bottom w:val="single" w:sz="4" w:space="0" w:color="auto"/>
              <w:right w:val="single" w:sz="4" w:space="0" w:color="auto"/>
            </w:tcBorders>
          </w:tcPr>
          <w:p w14:paraId="5D621861" w14:textId="77777777" w:rsidR="008F1EC7" w:rsidRPr="00E062F1" w:rsidRDefault="008F1EC7" w:rsidP="007D68F6">
            <w:pPr>
              <w:pStyle w:val="TAC"/>
            </w:pPr>
            <w:r>
              <w:rPr>
                <w:rFonts w:hint="eastAsia"/>
                <w:lang w:eastAsia="zh-CN"/>
              </w:rPr>
              <w:t>80</w:t>
            </w:r>
          </w:p>
        </w:tc>
        <w:tc>
          <w:tcPr>
            <w:tcW w:w="618" w:type="dxa"/>
            <w:tcBorders>
              <w:top w:val="single" w:sz="4" w:space="0" w:color="auto"/>
              <w:left w:val="single" w:sz="4" w:space="0" w:color="auto"/>
              <w:bottom w:val="single" w:sz="4" w:space="0" w:color="auto"/>
              <w:right w:val="single" w:sz="4" w:space="0" w:color="auto"/>
            </w:tcBorders>
          </w:tcPr>
          <w:p w14:paraId="174E1D41" w14:textId="77777777" w:rsidR="008F1EC7" w:rsidRPr="00E062F1" w:rsidRDefault="008F1EC7" w:rsidP="007D68F6">
            <w:pPr>
              <w:pStyle w:val="TAC"/>
            </w:pPr>
            <w:r>
              <w:rPr>
                <w:rFonts w:hint="eastAsia"/>
                <w:lang w:eastAsia="zh-CN"/>
              </w:rPr>
              <w:t>90</w:t>
            </w:r>
          </w:p>
        </w:tc>
        <w:tc>
          <w:tcPr>
            <w:tcW w:w="614" w:type="dxa"/>
            <w:tcBorders>
              <w:top w:val="single" w:sz="4" w:space="0" w:color="auto"/>
              <w:left w:val="single" w:sz="4" w:space="0" w:color="auto"/>
              <w:bottom w:val="single" w:sz="4" w:space="0" w:color="auto"/>
              <w:right w:val="single" w:sz="4" w:space="0" w:color="auto"/>
            </w:tcBorders>
          </w:tcPr>
          <w:p w14:paraId="2AC4FC30" w14:textId="77777777" w:rsidR="008F1EC7" w:rsidRPr="00E062F1" w:rsidRDefault="008F1EC7" w:rsidP="007D68F6">
            <w:pPr>
              <w:pStyle w:val="TAC"/>
            </w:pPr>
            <w:r>
              <w:rPr>
                <w:rFonts w:hint="eastAsia"/>
                <w:lang w:eastAsia="zh-CN"/>
              </w:rPr>
              <w:t>100</w:t>
            </w:r>
          </w:p>
        </w:tc>
        <w:tc>
          <w:tcPr>
            <w:tcW w:w="618" w:type="dxa"/>
            <w:tcBorders>
              <w:top w:val="single" w:sz="4" w:space="0" w:color="auto"/>
              <w:left w:val="single" w:sz="4" w:space="0" w:color="auto"/>
              <w:bottom w:val="single" w:sz="4" w:space="0" w:color="auto"/>
              <w:right w:val="single" w:sz="4" w:space="0" w:color="auto"/>
            </w:tcBorders>
          </w:tcPr>
          <w:p w14:paraId="620B9268"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70FC78DE"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20B5DBBB" w14:textId="77777777" w:rsidR="008F1EC7" w:rsidRPr="00E062F1" w:rsidRDefault="008F1EC7" w:rsidP="007D68F6">
            <w:pPr>
              <w:pStyle w:val="TAC"/>
            </w:pPr>
          </w:p>
        </w:tc>
      </w:tr>
      <w:tr w:rsidR="008F1EC7" w:rsidRPr="00E062F1" w14:paraId="26591E2F" w14:textId="77777777" w:rsidTr="008F1EC7">
        <w:trPr>
          <w:trHeight w:val="125"/>
          <w:jc w:val="center"/>
        </w:trPr>
        <w:tc>
          <w:tcPr>
            <w:tcW w:w="1634" w:type="dxa"/>
            <w:tcBorders>
              <w:top w:val="nil"/>
              <w:left w:val="single" w:sz="4" w:space="0" w:color="auto"/>
              <w:bottom w:val="single" w:sz="4" w:space="0" w:color="auto"/>
              <w:right w:val="single" w:sz="4" w:space="0" w:color="auto"/>
            </w:tcBorders>
            <w:shd w:val="clear" w:color="auto" w:fill="auto"/>
          </w:tcPr>
          <w:p w14:paraId="5B31B1AD" w14:textId="77777777" w:rsidR="008F1EC7" w:rsidRPr="00E062F1" w:rsidRDefault="008F1EC7" w:rsidP="007D68F6">
            <w:pPr>
              <w:pStyle w:val="TAC"/>
            </w:pPr>
          </w:p>
        </w:tc>
        <w:tc>
          <w:tcPr>
            <w:tcW w:w="1634" w:type="dxa"/>
            <w:tcBorders>
              <w:top w:val="nil"/>
              <w:left w:val="single" w:sz="4" w:space="0" w:color="auto"/>
              <w:bottom w:val="single" w:sz="4" w:space="0" w:color="auto"/>
              <w:right w:val="single" w:sz="4" w:space="0" w:color="auto"/>
            </w:tcBorders>
            <w:shd w:val="clear" w:color="auto" w:fill="auto"/>
          </w:tcPr>
          <w:p w14:paraId="1C7A28F8" w14:textId="77777777" w:rsidR="008F1EC7" w:rsidRPr="00E062F1" w:rsidRDefault="008F1EC7" w:rsidP="007D68F6">
            <w:pPr>
              <w:pStyle w:val="TAC"/>
            </w:pPr>
          </w:p>
        </w:tc>
        <w:tc>
          <w:tcPr>
            <w:tcW w:w="663" w:type="dxa"/>
            <w:tcBorders>
              <w:top w:val="single" w:sz="4" w:space="0" w:color="auto"/>
              <w:left w:val="single" w:sz="4" w:space="0" w:color="auto"/>
              <w:right w:val="single" w:sz="4" w:space="0" w:color="auto"/>
            </w:tcBorders>
          </w:tcPr>
          <w:p w14:paraId="158273E2" w14:textId="77777777" w:rsidR="008F1EC7" w:rsidRPr="00E062F1" w:rsidRDefault="008F1EC7" w:rsidP="007D68F6">
            <w:pPr>
              <w:pStyle w:val="TAC"/>
            </w:pPr>
            <w:r w:rsidRPr="00E062F1">
              <w:rPr>
                <w:lang w:eastAsia="zh-CN"/>
              </w:rPr>
              <w:t>n257</w:t>
            </w:r>
          </w:p>
        </w:tc>
        <w:tc>
          <w:tcPr>
            <w:tcW w:w="8581" w:type="dxa"/>
            <w:gridSpan w:val="14"/>
            <w:tcBorders>
              <w:top w:val="single" w:sz="4" w:space="0" w:color="auto"/>
              <w:left w:val="single" w:sz="4" w:space="0" w:color="auto"/>
              <w:bottom w:val="single" w:sz="4" w:space="0" w:color="auto"/>
              <w:right w:val="single" w:sz="4" w:space="0" w:color="auto"/>
            </w:tcBorders>
          </w:tcPr>
          <w:p w14:paraId="48A46B02" w14:textId="4BB9854C" w:rsidR="008F1EC7" w:rsidRPr="00E062F1" w:rsidRDefault="008F1EC7" w:rsidP="007D68F6">
            <w:pPr>
              <w:pStyle w:val="TAC"/>
            </w:pPr>
            <w:r w:rsidRPr="00E062F1">
              <w:t>See CA_n257G BCS0 in Table 5.5A.1-1 in TS 38.101-2</w:t>
            </w:r>
          </w:p>
        </w:tc>
        <w:tc>
          <w:tcPr>
            <w:tcW w:w="1286" w:type="dxa"/>
            <w:tcBorders>
              <w:top w:val="nil"/>
              <w:left w:val="single" w:sz="4" w:space="0" w:color="auto"/>
              <w:bottom w:val="single" w:sz="4" w:space="0" w:color="auto"/>
              <w:right w:val="single" w:sz="4" w:space="0" w:color="auto"/>
            </w:tcBorders>
            <w:shd w:val="clear" w:color="auto" w:fill="auto"/>
          </w:tcPr>
          <w:p w14:paraId="66AA179F" w14:textId="77777777" w:rsidR="008F1EC7" w:rsidRPr="00E062F1" w:rsidRDefault="008F1EC7" w:rsidP="007D68F6">
            <w:pPr>
              <w:pStyle w:val="TAC"/>
            </w:pPr>
          </w:p>
        </w:tc>
      </w:tr>
      <w:tr w:rsidR="008F1EC7" w:rsidRPr="00E062F1" w14:paraId="490EC381" w14:textId="77777777" w:rsidTr="008F1EC7">
        <w:trPr>
          <w:trHeight w:val="125"/>
          <w:jc w:val="center"/>
        </w:trPr>
        <w:tc>
          <w:tcPr>
            <w:tcW w:w="1634" w:type="dxa"/>
            <w:tcBorders>
              <w:top w:val="single" w:sz="4" w:space="0" w:color="auto"/>
              <w:left w:val="single" w:sz="4" w:space="0" w:color="auto"/>
              <w:bottom w:val="nil"/>
              <w:right w:val="single" w:sz="4" w:space="0" w:color="auto"/>
            </w:tcBorders>
            <w:shd w:val="clear" w:color="auto" w:fill="auto"/>
          </w:tcPr>
          <w:p w14:paraId="00A32EB6" w14:textId="77777777" w:rsidR="008F1EC7" w:rsidRPr="00E062F1" w:rsidRDefault="008F1EC7" w:rsidP="007D68F6">
            <w:pPr>
              <w:pStyle w:val="TAC"/>
            </w:pPr>
            <w:r w:rsidRPr="00E062F1">
              <w:t>CA_n3A-n28A-n78A-n257H</w:t>
            </w:r>
          </w:p>
        </w:tc>
        <w:tc>
          <w:tcPr>
            <w:tcW w:w="1634" w:type="dxa"/>
            <w:tcBorders>
              <w:top w:val="single" w:sz="4" w:space="0" w:color="auto"/>
              <w:left w:val="single" w:sz="4" w:space="0" w:color="auto"/>
              <w:bottom w:val="nil"/>
              <w:right w:val="single" w:sz="4" w:space="0" w:color="auto"/>
            </w:tcBorders>
            <w:shd w:val="clear" w:color="auto" w:fill="auto"/>
          </w:tcPr>
          <w:p w14:paraId="0F439C0A" w14:textId="77777777" w:rsidR="008F1EC7" w:rsidRPr="00E062F1" w:rsidRDefault="008F1EC7" w:rsidP="007D68F6">
            <w:pPr>
              <w:pStyle w:val="TAC"/>
              <w:rPr>
                <w:rFonts w:eastAsia="MS Mincho"/>
              </w:rPr>
            </w:pPr>
            <w:r w:rsidRPr="00E062F1">
              <w:t>-</w:t>
            </w:r>
          </w:p>
        </w:tc>
        <w:tc>
          <w:tcPr>
            <w:tcW w:w="663" w:type="dxa"/>
            <w:tcBorders>
              <w:top w:val="single" w:sz="4" w:space="0" w:color="auto"/>
              <w:left w:val="single" w:sz="4" w:space="0" w:color="auto"/>
              <w:right w:val="single" w:sz="4" w:space="0" w:color="auto"/>
            </w:tcBorders>
          </w:tcPr>
          <w:p w14:paraId="2FC5EDA6" w14:textId="77777777" w:rsidR="008F1EC7" w:rsidRPr="00E062F1" w:rsidRDefault="008F1EC7" w:rsidP="007D68F6">
            <w:pPr>
              <w:pStyle w:val="TAC"/>
            </w:pPr>
            <w:r w:rsidRPr="00E062F1">
              <w:rPr>
                <w:lang w:eastAsia="zh-CN"/>
              </w:rPr>
              <w:t>n3</w:t>
            </w:r>
          </w:p>
        </w:tc>
        <w:tc>
          <w:tcPr>
            <w:tcW w:w="610" w:type="dxa"/>
            <w:tcBorders>
              <w:top w:val="single" w:sz="4" w:space="0" w:color="auto"/>
              <w:left w:val="single" w:sz="4" w:space="0" w:color="auto"/>
              <w:bottom w:val="single" w:sz="4" w:space="0" w:color="auto"/>
              <w:right w:val="single" w:sz="4" w:space="0" w:color="auto"/>
            </w:tcBorders>
          </w:tcPr>
          <w:p w14:paraId="02E1E0CD" w14:textId="77777777" w:rsidR="008F1EC7" w:rsidRPr="00E062F1" w:rsidRDefault="008F1EC7" w:rsidP="007D68F6">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2E79BCBD"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0F4A7535"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367F34DE"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491BEE7B" w14:textId="77777777" w:rsidR="008F1EC7" w:rsidRPr="00E062F1" w:rsidRDefault="008F1EC7" w:rsidP="007D68F6">
            <w:pPr>
              <w:pStyle w:val="TAC"/>
            </w:pPr>
            <w:r>
              <w:rPr>
                <w:rFonts w:hint="eastAsia"/>
                <w:lang w:eastAsia="zh-CN"/>
              </w:rPr>
              <w:t>25</w:t>
            </w:r>
          </w:p>
        </w:tc>
        <w:tc>
          <w:tcPr>
            <w:tcW w:w="610" w:type="dxa"/>
            <w:tcBorders>
              <w:top w:val="single" w:sz="4" w:space="0" w:color="auto"/>
              <w:left w:val="single" w:sz="4" w:space="0" w:color="auto"/>
              <w:bottom w:val="single" w:sz="4" w:space="0" w:color="auto"/>
              <w:right w:val="single" w:sz="4" w:space="0" w:color="auto"/>
            </w:tcBorders>
          </w:tcPr>
          <w:p w14:paraId="4F98C99D" w14:textId="77777777" w:rsidR="008F1EC7" w:rsidRPr="00E062F1" w:rsidRDefault="008F1EC7" w:rsidP="007D68F6">
            <w:pPr>
              <w:pStyle w:val="TAC"/>
            </w:pPr>
            <w:r>
              <w:rPr>
                <w:rFonts w:hint="eastAsia"/>
                <w:lang w:eastAsia="zh-CN"/>
              </w:rPr>
              <w:t>30</w:t>
            </w:r>
          </w:p>
        </w:tc>
        <w:tc>
          <w:tcPr>
            <w:tcW w:w="610" w:type="dxa"/>
            <w:tcBorders>
              <w:top w:val="single" w:sz="4" w:space="0" w:color="auto"/>
              <w:left w:val="single" w:sz="4" w:space="0" w:color="auto"/>
              <w:bottom w:val="single" w:sz="4" w:space="0" w:color="auto"/>
              <w:right w:val="single" w:sz="4" w:space="0" w:color="auto"/>
            </w:tcBorders>
          </w:tcPr>
          <w:p w14:paraId="337B5936"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1E1A49E8"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71920239"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096C46B6"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19E16D4A"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782A7A0F"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10998AE9"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6D72D10D" w14:textId="77777777" w:rsidR="008F1EC7" w:rsidRPr="00E062F1" w:rsidRDefault="008F1EC7" w:rsidP="007D68F6">
            <w:pPr>
              <w:pStyle w:val="TAC"/>
            </w:pPr>
          </w:p>
        </w:tc>
        <w:tc>
          <w:tcPr>
            <w:tcW w:w="1286" w:type="dxa"/>
            <w:tcBorders>
              <w:top w:val="single" w:sz="4" w:space="0" w:color="auto"/>
              <w:left w:val="single" w:sz="4" w:space="0" w:color="auto"/>
              <w:bottom w:val="nil"/>
              <w:right w:val="single" w:sz="4" w:space="0" w:color="auto"/>
            </w:tcBorders>
            <w:shd w:val="clear" w:color="auto" w:fill="auto"/>
          </w:tcPr>
          <w:p w14:paraId="68CAD9B4" w14:textId="77777777" w:rsidR="008F1EC7" w:rsidRPr="00E062F1" w:rsidRDefault="008F1EC7" w:rsidP="007D68F6">
            <w:pPr>
              <w:pStyle w:val="TAC"/>
              <w:rPr>
                <w:lang w:eastAsia="zh-CN"/>
              </w:rPr>
            </w:pPr>
            <w:r>
              <w:rPr>
                <w:rFonts w:hint="eastAsia"/>
                <w:lang w:eastAsia="zh-CN"/>
              </w:rPr>
              <w:t>0</w:t>
            </w:r>
          </w:p>
        </w:tc>
      </w:tr>
      <w:tr w:rsidR="008F1EC7" w:rsidRPr="00E062F1" w14:paraId="3DB44E82"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566F0208" w14:textId="77777777" w:rsidR="008F1EC7" w:rsidRPr="00E062F1" w:rsidRDefault="008F1EC7" w:rsidP="007D68F6">
            <w:pPr>
              <w:pStyle w:val="TAC"/>
            </w:pPr>
          </w:p>
        </w:tc>
        <w:tc>
          <w:tcPr>
            <w:tcW w:w="1634" w:type="dxa"/>
            <w:tcBorders>
              <w:top w:val="nil"/>
              <w:left w:val="single" w:sz="4" w:space="0" w:color="auto"/>
              <w:bottom w:val="nil"/>
              <w:right w:val="single" w:sz="4" w:space="0" w:color="auto"/>
            </w:tcBorders>
            <w:shd w:val="clear" w:color="auto" w:fill="auto"/>
          </w:tcPr>
          <w:p w14:paraId="7BADC265" w14:textId="77777777" w:rsidR="008F1EC7" w:rsidRPr="00E062F1" w:rsidRDefault="008F1EC7" w:rsidP="007D68F6">
            <w:pPr>
              <w:pStyle w:val="TAC"/>
              <w:rPr>
                <w:rFonts w:eastAsia="MS Mincho"/>
              </w:rPr>
            </w:pPr>
          </w:p>
        </w:tc>
        <w:tc>
          <w:tcPr>
            <w:tcW w:w="663" w:type="dxa"/>
            <w:tcBorders>
              <w:top w:val="single" w:sz="4" w:space="0" w:color="auto"/>
              <w:left w:val="single" w:sz="4" w:space="0" w:color="auto"/>
              <w:right w:val="single" w:sz="4" w:space="0" w:color="auto"/>
            </w:tcBorders>
          </w:tcPr>
          <w:p w14:paraId="5407A68F" w14:textId="77777777" w:rsidR="008F1EC7" w:rsidRPr="00E062F1" w:rsidRDefault="008F1EC7" w:rsidP="007D68F6">
            <w:pPr>
              <w:pStyle w:val="TAC"/>
            </w:pPr>
            <w:r w:rsidRPr="00E062F1">
              <w:rPr>
                <w:lang w:eastAsia="zh-CN"/>
              </w:rPr>
              <w:t>n28</w:t>
            </w:r>
          </w:p>
        </w:tc>
        <w:tc>
          <w:tcPr>
            <w:tcW w:w="610" w:type="dxa"/>
            <w:tcBorders>
              <w:top w:val="single" w:sz="4" w:space="0" w:color="auto"/>
              <w:left w:val="single" w:sz="4" w:space="0" w:color="auto"/>
              <w:bottom w:val="single" w:sz="4" w:space="0" w:color="auto"/>
              <w:right w:val="single" w:sz="4" w:space="0" w:color="auto"/>
            </w:tcBorders>
          </w:tcPr>
          <w:p w14:paraId="07FA2993" w14:textId="77777777" w:rsidR="008F1EC7" w:rsidRPr="00E062F1" w:rsidRDefault="008F1EC7" w:rsidP="007D68F6">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23199E3B"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28D80F42"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03CE17F2"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14793E89"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0A60DA46"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0A2745D"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3356F1D2" w14:textId="77777777" w:rsidR="008F1EC7" w:rsidRPr="00E062F1" w:rsidRDefault="008F1EC7" w:rsidP="007D68F6">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2987DD8E" w14:textId="77777777" w:rsidR="008F1EC7" w:rsidRPr="00E062F1" w:rsidRDefault="008F1EC7" w:rsidP="007D68F6">
            <w:pPr>
              <w:pStyle w:val="TAC"/>
            </w:pPr>
          </w:p>
        </w:tc>
        <w:tc>
          <w:tcPr>
            <w:tcW w:w="619" w:type="dxa"/>
            <w:tcBorders>
              <w:top w:val="single" w:sz="4" w:space="0" w:color="auto"/>
              <w:left w:val="single" w:sz="4" w:space="0" w:color="auto"/>
              <w:bottom w:val="single" w:sz="4" w:space="0" w:color="auto"/>
              <w:right w:val="single" w:sz="4" w:space="0" w:color="auto"/>
            </w:tcBorders>
          </w:tcPr>
          <w:p w14:paraId="5C4B6960"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54166B14" w14:textId="77777777" w:rsidR="008F1EC7" w:rsidRPr="00E062F1" w:rsidRDefault="008F1EC7" w:rsidP="007D68F6">
            <w:pPr>
              <w:pStyle w:val="TAC"/>
            </w:pPr>
          </w:p>
        </w:tc>
        <w:tc>
          <w:tcPr>
            <w:tcW w:w="614" w:type="dxa"/>
            <w:tcBorders>
              <w:top w:val="single" w:sz="4" w:space="0" w:color="auto"/>
              <w:left w:val="single" w:sz="4" w:space="0" w:color="auto"/>
              <w:bottom w:val="single" w:sz="4" w:space="0" w:color="auto"/>
              <w:right w:val="single" w:sz="4" w:space="0" w:color="auto"/>
            </w:tcBorders>
          </w:tcPr>
          <w:p w14:paraId="7B16CAFC" w14:textId="77777777" w:rsidR="008F1EC7" w:rsidRPr="00E062F1" w:rsidRDefault="008F1EC7" w:rsidP="007D68F6">
            <w:pPr>
              <w:pStyle w:val="TAC"/>
            </w:pPr>
          </w:p>
        </w:tc>
        <w:tc>
          <w:tcPr>
            <w:tcW w:w="618" w:type="dxa"/>
            <w:tcBorders>
              <w:top w:val="single" w:sz="4" w:space="0" w:color="auto"/>
              <w:left w:val="single" w:sz="4" w:space="0" w:color="auto"/>
              <w:bottom w:val="single" w:sz="4" w:space="0" w:color="auto"/>
              <w:right w:val="single" w:sz="4" w:space="0" w:color="auto"/>
            </w:tcBorders>
          </w:tcPr>
          <w:p w14:paraId="347614E4"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310C45AC"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3ED99EF7" w14:textId="77777777" w:rsidR="008F1EC7" w:rsidRPr="00E062F1" w:rsidRDefault="008F1EC7" w:rsidP="007D68F6">
            <w:pPr>
              <w:pStyle w:val="TAC"/>
            </w:pPr>
          </w:p>
        </w:tc>
      </w:tr>
      <w:tr w:rsidR="008F1EC7" w:rsidRPr="00E062F1" w14:paraId="71DDF975"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4934B6D4" w14:textId="77777777" w:rsidR="008F1EC7" w:rsidRPr="00E062F1" w:rsidRDefault="008F1EC7" w:rsidP="007D68F6">
            <w:pPr>
              <w:pStyle w:val="TAC"/>
            </w:pPr>
          </w:p>
        </w:tc>
        <w:tc>
          <w:tcPr>
            <w:tcW w:w="1634" w:type="dxa"/>
            <w:tcBorders>
              <w:top w:val="nil"/>
              <w:left w:val="single" w:sz="4" w:space="0" w:color="auto"/>
              <w:bottom w:val="nil"/>
              <w:right w:val="single" w:sz="4" w:space="0" w:color="auto"/>
            </w:tcBorders>
            <w:shd w:val="clear" w:color="auto" w:fill="auto"/>
          </w:tcPr>
          <w:p w14:paraId="0656C88C" w14:textId="77777777" w:rsidR="008F1EC7" w:rsidRPr="00E062F1" w:rsidRDefault="008F1EC7" w:rsidP="007D68F6">
            <w:pPr>
              <w:pStyle w:val="TAC"/>
              <w:rPr>
                <w:rFonts w:eastAsia="MS Mincho"/>
              </w:rPr>
            </w:pPr>
          </w:p>
        </w:tc>
        <w:tc>
          <w:tcPr>
            <w:tcW w:w="663" w:type="dxa"/>
            <w:tcBorders>
              <w:top w:val="single" w:sz="4" w:space="0" w:color="auto"/>
              <w:left w:val="single" w:sz="4" w:space="0" w:color="auto"/>
              <w:right w:val="single" w:sz="4" w:space="0" w:color="auto"/>
            </w:tcBorders>
          </w:tcPr>
          <w:p w14:paraId="4A585B0E" w14:textId="77777777" w:rsidR="008F1EC7" w:rsidRPr="00E062F1" w:rsidRDefault="008F1EC7" w:rsidP="007D68F6">
            <w:pPr>
              <w:pStyle w:val="TAC"/>
            </w:pPr>
            <w:r w:rsidRPr="00E062F1">
              <w:rPr>
                <w:lang w:eastAsia="zh-CN"/>
              </w:rPr>
              <w:t>n7</w:t>
            </w:r>
            <w:r>
              <w:rPr>
                <w:lang w:eastAsia="zh-CN"/>
              </w:rPr>
              <w:t>8</w:t>
            </w:r>
          </w:p>
        </w:tc>
        <w:tc>
          <w:tcPr>
            <w:tcW w:w="610" w:type="dxa"/>
            <w:tcBorders>
              <w:top w:val="single" w:sz="4" w:space="0" w:color="auto"/>
              <w:left w:val="single" w:sz="4" w:space="0" w:color="auto"/>
              <w:bottom w:val="single" w:sz="4" w:space="0" w:color="auto"/>
              <w:right w:val="single" w:sz="4" w:space="0" w:color="auto"/>
            </w:tcBorders>
          </w:tcPr>
          <w:p w14:paraId="286BE383"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4E03D80E" w14:textId="77777777" w:rsidR="008F1EC7" w:rsidRPr="00E062F1" w:rsidRDefault="008F1EC7" w:rsidP="007D68F6">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04846529" w14:textId="77777777" w:rsidR="008F1EC7" w:rsidRPr="00E062F1" w:rsidRDefault="008F1EC7" w:rsidP="007D68F6">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662981BA" w14:textId="77777777" w:rsidR="008F1EC7" w:rsidRPr="00E062F1" w:rsidRDefault="008F1EC7" w:rsidP="007D68F6">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6162A060"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1FAF5A9E" w14:textId="77777777" w:rsidR="008F1EC7" w:rsidRPr="00E062F1" w:rsidRDefault="008F1EC7" w:rsidP="007D68F6">
            <w:pPr>
              <w:pStyle w:val="TAC"/>
            </w:pPr>
          </w:p>
        </w:tc>
        <w:tc>
          <w:tcPr>
            <w:tcW w:w="610" w:type="dxa"/>
            <w:tcBorders>
              <w:top w:val="single" w:sz="4" w:space="0" w:color="auto"/>
              <w:left w:val="single" w:sz="4" w:space="0" w:color="auto"/>
              <w:bottom w:val="single" w:sz="4" w:space="0" w:color="auto"/>
              <w:right w:val="single" w:sz="4" w:space="0" w:color="auto"/>
            </w:tcBorders>
          </w:tcPr>
          <w:p w14:paraId="25342DC7" w14:textId="77777777" w:rsidR="008F1EC7" w:rsidRPr="00E062F1" w:rsidRDefault="008F1EC7" w:rsidP="007D68F6">
            <w:pPr>
              <w:pStyle w:val="TAC"/>
              <w:rPr>
                <w:rFonts w:eastAsia="MS Mincho"/>
              </w:rPr>
            </w:pPr>
            <w:r>
              <w:rPr>
                <w:rFonts w:hint="eastAsia"/>
                <w:lang w:eastAsia="zh-CN"/>
              </w:rPr>
              <w:t>40</w:t>
            </w:r>
          </w:p>
        </w:tc>
        <w:tc>
          <w:tcPr>
            <w:tcW w:w="610" w:type="dxa"/>
            <w:tcBorders>
              <w:top w:val="single" w:sz="4" w:space="0" w:color="auto"/>
              <w:left w:val="single" w:sz="4" w:space="0" w:color="auto"/>
              <w:bottom w:val="single" w:sz="4" w:space="0" w:color="auto"/>
              <w:right w:val="single" w:sz="4" w:space="0" w:color="auto"/>
            </w:tcBorders>
          </w:tcPr>
          <w:p w14:paraId="5DCCDE9E" w14:textId="77777777" w:rsidR="008F1EC7" w:rsidRPr="00E062F1" w:rsidRDefault="008F1EC7" w:rsidP="007D68F6">
            <w:pPr>
              <w:pStyle w:val="TAC"/>
              <w:rPr>
                <w:rFonts w:eastAsia="MS Mincho"/>
              </w:rPr>
            </w:pPr>
            <w:r>
              <w:rPr>
                <w:rFonts w:hint="eastAsia"/>
                <w:lang w:eastAsia="zh-CN"/>
              </w:rPr>
              <w:t>50</w:t>
            </w:r>
          </w:p>
        </w:tc>
        <w:tc>
          <w:tcPr>
            <w:tcW w:w="610" w:type="dxa"/>
            <w:tcBorders>
              <w:top w:val="single" w:sz="4" w:space="0" w:color="auto"/>
              <w:left w:val="single" w:sz="4" w:space="0" w:color="auto"/>
              <w:bottom w:val="single" w:sz="4" w:space="0" w:color="auto"/>
              <w:right w:val="single" w:sz="4" w:space="0" w:color="auto"/>
            </w:tcBorders>
          </w:tcPr>
          <w:p w14:paraId="17853D80" w14:textId="77777777" w:rsidR="008F1EC7" w:rsidRPr="00E062F1" w:rsidRDefault="008F1EC7" w:rsidP="007D68F6">
            <w:pPr>
              <w:pStyle w:val="TAC"/>
            </w:pPr>
            <w:r>
              <w:rPr>
                <w:rFonts w:hint="eastAsia"/>
                <w:lang w:eastAsia="zh-CN"/>
              </w:rPr>
              <w:t>60</w:t>
            </w:r>
          </w:p>
        </w:tc>
        <w:tc>
          <w:tcPr>
            <w:tcW w:w="619" w:type="dxa"/>
            <w:tcBorders>
              <w:top w:val="single" w:sz="4" w:space="0" w:color="auto"/>
              <w:left w:val="single" w:sz="4" w:space="0" w:color="auto"/>
              <w:bottom w:val="single" w:sz="4" w:space="0" w:color="auto"/>
              <w:right w:val="single" w:sz="4" w:space="0" w:color="auto"/>
            </w:tcBorders>
          </w:tcPr>
          <w:p w14:paraId="6D9512C4" w14:textId="77777777" w:rsidR="008F1EC7" w:rsidRPr="00E062F1" w:rsidRDefault="008F1EC7" w:rsidP="007D68F6">
            <w:pPr>
              <w:pStyle w:val="TAC"/>
            </w:pPr>
            <w:r>
              <w:rPr>
                <w:rFonts w:hint="eastAsia"/>
                <w:lang w:eastAsia="zh-CN"/>
              </w:rPr>
              <w:t>80</w:t>
            </w:r>
          </w:p>
        </w:tc>
        <w:tc>
          <w:tcPr>
            <w:tcW w:w="618" w:type="dxa"/>
            <w:tcBorders>
              <w:top w:val="single" w:sz="4" w:space="0" w:color="auto"/>
              <w:left w:val="single" w:sz="4" w:space="0" w:color="auto"/>
              <w:bottom w:val="single" w:sz="4" w:space="0" w:color="auto"/>
              <w:right w:val="single" w:sz="4" w:space="0" w:color="auto"/>
            </w:tcBorders>
          </w:tcPr>
          <w:p w14:paraId="0AFDDD0C" w14:textId="77777777" w:rsidR="008F1EC7" w:rsidRPr="00E062F1" w:rsidRDefault="008F1EC7" w:rsidP="007D68F6">
            <w:pPr>
              <w:pStyle w:val="TAC"/>
            </w:pPr>
            <w:r>
              <w:rPr>
                <w:rFonts w:hint="eastAsia"/>
                <w:lang w:eastAsia="zh-CN"/>
              </w:rPr>
              <w:t>90</w:t>
            </w:r>
          </w:p>
        </w:tc>
        <w:tc>
          <w:tcPr>
            <w:tcW w:w="614" w:type="dxa"/>
            <w:tcBorders>
              <w:top w:val="single" w:sz="4" w:space="0" w:color="auto"/>
              <w:left w:val="single" w:sz="4" w:space="0" w:color="auto"/>
              <w:bottom w:val="single" w:sz="4" w:space="0" w:color="auto"/>
              <w:right w:val="single" w:sz="4" w:space="0" w:color="auto"/>
            </w:tcBorders>
          </w:tcPr>
          <w:p w14:paraId="4815C1F1" w14:textId="77777777" w:rsidR="008F1EC7" w:rsidRPr="00E062F1" w:rsidRDefault="008F1EC7" w:rsidP="007D68F6">
            <w:pPr>
              <w:pStyle w:val="TAC"/>
            </w:pPr>
            <w:r>
              <w:rPr>
                <w:rFonts w:hint="eastAsia"/>
                <w:lang w:eastAsia="zh-CN"/>
              </w:rPr>
              <w:t>100</w:t>
            </w:r>
          </w:p>
        </w:tc>
        <w:tc>
          <w:tcPr>
            <w:tcW w:w="618" w:type="dxa"/>
            <w:tcBorders>
              <w:top w:val="single" w:sz="4" w:space="0" w:color="auto"/>
              <w:left w:val="single" w:sz="4" w:space="0" w:color="auto"/>
              <w:bottom w:val="single" w:sz="4" w:space="0" w:color="auto"/>
              <w:right w:val="single" w:sz="4" w:space="0" w:color="auto"/>
            </w:tcBorders>
          </w:tcPr>
          <w:p w14:paraId="05BE1751" w14:textId="77777777" w:rsidR="008F1EC7" w:rsidRPr="00E062F1" w:rsidRDefault="008F1EC7" w:rsidP="007D68F6">
            <w:pPr>
              <w:pStyle w:val="TAC"/>
            </w:pPr>
          </w:p>
        </w:tc>
        <w:tc>
          <w:tcPr>
            <w:tcW w:w="622" w:type="dxa"/>
            <w:tcBorders>
              <w:top w:val="single" w:sz="4" w:space="0" w:color="auto"/>
              <w:left w:val="single" w:sz="4" w:space="0" w:color="auto"/>
              <w:bottom w:val="single" w:sz="4" w:space="0" w:color="auto"/>
              <w:right w:val="single" w:sz="4" w:space="0" w:color="auto"/>
            </w:tcBorders>
          </w:tcPr>
          <w:p w14:paraId="68912CF4" w14:textId="77777777" w:rsidR="008F1EC7" w:rsidRPr="00E062F1" w:rsidRDefault="008F1EC7" w:rsidP="007D68F6">
            <w:pPr>
              <w:pStyle w:val="TAC"/>
            </w:pPr>
          </w:p>
        </w:tc>
        <w:tc>
          <w:tcPr>
            <w:tcW w:w="1286" w:type="dxa"/>
            <w:tcBorders>
              <w:top w:val="nil"/>
              <w:left w:val="single" w:sz="4" w:space="0" w:color="auto"/>
              <w:bottom w:val="nil"/>
              <w:right w:val="single" w:sz="4" w:space="0" w:color="auto"/>
            </w:tcBorders>
            <w:shd w:val="clear" w:color="auto" w:fill="auto"/>
          </w:tcPr>
          <w:p w14:paraId="24768521" w14:textId="77777777" w:rsidR="008F1EC7" w:rsidRPr="00E062F1" w:rsidRDefault="008F1EC7" w:rsidP="007D68F6">
            <w:pPr>
              <w:pStyle w:val="TAC"/>
            </w:pPr>
          </w:p>
        </w:tc>
      </w:tr>
      <w:tr w:rsidR="008F1EC7" w:rsidRPr="00E062F1" w14:paraId="41E19622"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76F388F5" w14:textId="77777777" w:rsidR="008F1EC7" w:rsidRPr="00E062F1" w:rsidRDefault="008F1EC7" w:rsidP="008F1EC7">
            <w:pPr>
              <w:pStyle w:val="TAC"/>
            </w:pPr>
          </w:p>
        </w:tc>
        <w:tc>
          <w:tcPr>
            <w:tcW w:w="1634" w:type="dxa"/>
            <w:tcBorders>
              <w:top w:val="nil"/>
              <w:left w:val="single" w:sz="4" w:space="0" w:color="auto"/>
              <w:bottom w:val="nil"/>
              <w:right w:val="single" w:sz="4" w:space="0" w:color="auto"/>
            </w:tcBorders>
            <w:shd w:val="clear" w:color="auto" w:fill="auto"/>
          </w:tcPr>
          <w:p w14:paraId="77DA238D" w14:textId="77777777" w:rsidR="008F1EC7" w:rsidRPr="00E062F1" w:rsidRDefault="008F1EC7" w:rsidP="008F1EC7">
            <w:pPr>
              <w:pStyle w:val="TAC"/>
              <w:rPr>
                <w:rFonts w:eastAsia="MS Mincho"/>
              </w:rPr>
            </w:pPr>
          </w:p>
        </w:tc>
        <w:tc>
          <w:tcPr>
            <w:tcW w:w="663" w:type="dxa"/>
            <w:tcBorders>
              <w:top w:val="single" w:sz="4" w:space="0" w:color="auto"/>
              <w:left w:val="single" w:sz="4" w:space="0" w:color="auto"/>
              <w:right w:val="single" w:sz="4" w:space="0" w:color="auto"/>
            </w:tcBorders>
          </w:tcPr>
          <w:p w14:paraId="0692CA0B" w14:textId="18674F1B" w:rsidR="008F1EC7" w:rsidRPr="00E062F1" w:rsidRDefault="008F1EC7" w:rsidP="008F1EC7">
            <w:pPr>
              <w:pStyle w:val="TAC"/>
              <w:rPr>
                <w:lang w:eastAsia="zh-CN"/>
              </w:rPr>
            </w:pPr>
            <w:r w:rsidRPr="00E062F1">
              <w:rPr>
                <w:lang w:eastAsia="zh-CN"/>
              </w:rPr>
              <w:t>n257</w:t>
            </w:r>
          </w:p>
        </w:tc>
        <w:tc>
          <w:tcPr>
            <w:tcW w:w="8581" w:type="dxa"/>
            <w:gridSpan w:val="14"/>
            <w:tcBorders>
              <w:top w:val="single" w:sz="4" w:space="0" w:color="auto"/>
              <w:left w:val="single" w:sz="4" w:space="0" w:color="auto"/>
              <w:bottom w:val="single" w:sz="4" w:space="0" w:color="auto"/>
              <w:right w:val="single" w:sz="4" w:space="0" w:color="auto"/>
            </w:tcBorders>
          </w:tcPr>
          <w:p w14:paraId="20BABBAC" w14:textId="44C7DC84" w:rsidR="008F1EC7" w:rsidRPr="00E062F1" w:rsidRDefault="008F1EC7" w:rsidP="008F1EC7">
            <w:pPr>
              <w:pStyle w:val="TAC"/>
            </w:pPr>
            <w:r w:rsidRPr="00E062F1">
              <w:t>See CA_n257H BCS0 in Table 5.5A.1-1 in TS 38.101-2</w:t>
            </w:r>
          </w:p>
        </w:tc>
        <w:tc>
          <w:tcPr>
            <w:tcW w:w="1286" w:type="dxa"/>
            <w:tcBorders>
              <w:top w:val="nil"/>
              <w:left w:val="single" w:sz="4" w:space="0" w:color="auto"/>
              <w:bottom w:val="nil"/>
              <w:right w:val="single" w:sz="4" w:space="0" w:color="auto"/>
            </w:tcBorders>
            <w:shd w:val="clear" w:color="auto" w:fill="auto"/>
          </w:tcPr>
          <w:p w14:paraId="36BE697C" w14:textId="77777777" w:rsidR="008F1EC7" w:rsidRPr="00E062F1" w:rsidRDefault="008F1EC7" w:rsidP="008F1EC7">
            <w:pPr>
              <w:pStyle w:val="TAC"/>
            </w:pPr>
          </w:p>
        </w:tc>
      </w:tr>
      <w:tr w:rsidR="008F1EC7" w:rsidRPr="00E062F1" w14:paraId="48F6042E" w14:textId="77777777" w:rsidTr="008F1EC7">
        <w:trPr>
          <w:trHeight w:val="125"/>
          <w:jc w:val="center"/>
        </w:trPr>
        <w:tc>
          <w:tcPr>
            <w:tcW w:w="1634" w:type="dxa"/>
            <w:tcBorders>
              <w:top w:val="single" w:sz="4" w:space="0" w:color="auto"/>
              <w:left w:val="single" w:sz="4" w:space="0" w:color="auto"/>
              <w:bottom w:val="nil"/>
              <w:right w:val="single" w:sz="4" w:space="0" w:color="auto"/>
            </w:tcBorders>
            <w:shd w:val="clear" w:color="auto" w:fill="auto"/>
          </w:tcPr>
          <w:p w14:paraId="14B6FA1C" w14:textId="77777777" w:rsidR="008F1EC7" w:rsidRPr="00E062F1" w:rsidRDefault="008F1EC7" w:rsidP="008F1EC7">
            <w:pPr>
              <w:pStyle w:val="TAC"/>
            </w:pPr>
            <w:r w:rsidRPr="00E062F1">
              <w:t>CA_n3A-n28A-n78A-n257I</w:t>
            </w:r>
          </w:p>
        </w:tc>
        <w:tc>
          <w:tcPr>
            <w:tcW w:w="1634" w:type="dxa"/>
            <w:tcBorders>
              <w:top w:val="single" w:sz="4" w:space="0" w:color="auto"/>
              <w:left w:val="single" w:sz="4" w:space="0" w:color="auto"/>
              <w:bottom w:val="nil"/>
              <w:right w:val="single" w:sz="4" w:space="0" w:color="auto"/>
            </w:tcBorders>
            <w:shd w:val="clear" w:color="auto" w:fill="auto"/>
          </w:tcPr>
          <w:p w14:paraId="4AA5B733" w14:textId="77777777" w:rsidR="008F1EC7" w:rsidRPr="00E062F1" w:rsidRDefault="008F1EC7" w:rsidP="008F1EC7">
            <w:pPr>
              <w:pStyle w:val="TAC"/>
              <w:rPr>
                <w:rFonts w:eastAsia="MS Mincho"/>
              </w:rPr>
            </w:pPr>
            <w:r w:rsidRPr="00E062F1">
              <w:rPr>
                <w:rFonts w:eastAsia="MS Mincho"/>
              </w:rPr>
              <w:t>-</w:t>
            </w:r>
          </w:p>
        </w:tc>
        <w:tc>
          <w:tcPr>
            <w:tcW w:w="663" w:type="dxa"/>
            <w:tcBorders>
              <w:top w:val="single" w:sz="4" w:space="0" w:color="auto"/>
              <w:left w:val="single" w:sz="4" w:space="0" w:color="auto"/>
              <w:right w:val="single" w:sz="4" w:space="0" w:color="auto"/>
            </w:tcBorders>
          </w:tcPr>
          <w:p w14:paraId="5271EDC0" w14:textId="77777777" w:rsidR="008F1EC7" w:rsidRPr="00E062F1" w:rsidRDefault="008F1EC7" w:rsidP="008F1EC7">
            <w:pPr>
              <w:pStyle w:val="TAC"/>
            </w:pPr>
            <w:r w:rsidRPr="00E062F1">
              <w:rPr>
                <w:lang w:eastAsia="zh-CN"/>
              </w:rPr>
              <w:t>n3</w:t>
            </w:r>
          </w:p>
        </w:tc>
        <w:tc>
          <w:tcPr>
            <w:tcW w:w="610" w:type="dxa"/>
            <w:tcBorders>
              <w:top w:val="single" w:sz="4" w:space="0" w:color="auto"/>
              <w:left w:val="single" w:sz="4" w:space="0" w:color="auto"/>
              <w:bottom w:val="single" w:sz="4" w:space="0" w:color="auto"/>
              <w:right w:val="single" w:sz="4" w:space="0" w:color="auto"/>
            </w:tcBorders>
          </w:tcPr>
          <w:p w14:paraId="54EBA0A0" w14:textId="77777777" w:rsidR="008F1EC7" w:rsidRPr="00E062F1" w:rsidRDefault="008F1EC7" w:rsidP="008F1EC7">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6E7DFB28" w14:textId="77777777" w:rsidR="008F1EC7" w:rsidRPr="00E062F1" w:rsidRDefault="008F1EC7" w:rsidP="008F1EC7">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72190FFC" w14:textId="77777777" w:rsidR="008F1EC7" w:rsidRPr="00E062F1" w:rsidRDefault="008F1EC7" w:rsidP="008F1EC7">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46872A76" w14:textId="77777777" w:rsidR="008F1EC7" w:rsidRPr="00E062F1" w:rsidRDefault="008F1EC7" w:rsidP="008F1EC7">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4A74CAB5" w14:textId="77777777" w:rsidR="008F1EC7" w:rsidRPr="00E062F1" w:rsidRDefault="008F1EC7" w:rsidP="008F1EC7">
            <w:pPr>
              <w:pStyle w:val="TAC"/>
            </w:pPr>
            <w:r>
              <w:rPr>
                <w:rFonts w:hint="eastAsia"/>
                <w:lang w:eastAsia="zh-CN"/>
              </w:rPr>
              <w:t>25</w:t>
            </w:r>
          </w:p>
        </w:tc>
        <w:tc>
          <w:tcPr>
            <w:tcW w:w="610" w:type="dxa"/>
            <w:tcBorders>
              <w:top w:val="single" w:sz="4" w:space="0" w:color="auto"/>
              <w:left w:val="single" w:sz="4" w:space="0" w:color="auto"/>
              <w:bottom w:val="single" w:sz="4" w:space="0" w:color="auto"/>
              <w:right w:val="single" w:sz="4" w:space="0" w:color="auto"/>
            </w:tcBorders>
          </w:tcPr>
          <w:p w14:paraId="7D91536C" w14:textId="77777777" w:rsidR="008F1EC7" w:rsidRPr="00E062F1" w:rsidRDefault="008F1EC7" w:rsidP="008F1EC7">
            <w:pPr>
              <w:pStyle w:val="TAC"/>
            </w:pPr>
            <w:r>
              <w:rPr>
                <w:rFonts w:hint="eastAsia"/>
                <w:lang w:eastAsia="zh-CN"/>
              </w:rPr>
              <w:t>30</w:t>
            </w:r>
          </w:p>
        </w:tc>
        <w:tc>
          <w:tcPr>
            <w:tcW w:w="610" w:type="dxa"/>
            <w:tcBorders>
              <w:top w:val="single" w:sz="4" w:space="0" w:color="auto"/>
              <w:left w:val="single" w:sz="4" w:space="0" w:color="auto"/>
              <w:bottom w:val="single" w:sz="4" w:space="0" w:color="auto"/>
              <w:right w:val="single" w:sz="4" w:space="0" w:color="auto"/>
            </w:tcBorders>
          </w:tcPr>
          <w:p w14:paraId="4B3A55FD" w14:textId="77777777" w:rsidR="008F1EC7" w:rsidRPr="00E062F1" w:rsidRDefault="008F1EC7" w:rsidP="008F1EC7">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18019937" w14:textId="77777777" w:rsidR="008F1EC7" w:rsidRPr="00E062F1" w:rsidRDefault="008F1EC7" w:rsidP="008F1EC7">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105F7F57" w14:textId="77777777" w:rsidR="008F1EC7" w:rsidRPr="00E062F1" w:rsidRDefault="008F1EC7" w:rsidP="008F1EC7">
            <w:pPr>
              <w:pStyle w:val="TAC"/>
            </w:pPr>
          </w:p>
        </w:tc>
        <w:tc>
          <w:tcPr>
            <w:tcW w:w="619" w:type="dxa"/>
            <w:tcBorders>
              <w:top w:val="single" w:sz="4" w:space="0" w:color="auto"/>
              <w:left w:val="single" w:sz="4" w:space="0" w:color="auto"/>
              <w:bottom w:val="single" w:sz="4" w:space="0" w:color="auto"/>
              <w:right w:val="single" w:sz="4" w:space="0" w:color="auto"/>
            </w:tcBorders>
          </w:tcPr>
          <w:p w14:paraId="3AA4F476" w14:textId="77777777" w:rsidR="008F1EC7" w:rsidRPr="00E062F1" w:rsidRDefault="008F1EC7" w:rsidP="008F1EC7">
            <w:pPr>
              <w:pStyle w:val="TAC"/>
            </w:pPr>
          </w:p>
        </w:tc>
        <w:tc>
          <w:tcPr>
            <w:tcW w:w="618" w:type="dxa"/>
            <w:tcBorders>
              <w:top w:val="single" w:sz="4" w:space="0" w:color="auto"/>
              <w:left w:val="single" w:sz="4" w:space="0" w:color="auto"/>
              <w:bottom w:val="single" w:sz="4" w:space="0" w:color="auto"/>
              <w:right w:val="single" w:sz="4" w:space="0" w:color="auto"/>
            </w:tcBorders>
          </w:tcPr>
          <w:p w14:paraId="6543341F" w14:textId="77777777" w:rsidR="008F1EC7" w:rsidRPr="00E062F1" w:rsidRDefault="008F1EC7" w:rsidP="008F1EC7">
            <w:pPr>
              <w:pStyle w:val="TAC"/>
            </w:pPr>
          </w:p>
        </w:tc>
        <w:tc>
          <w:tcPr>
            <w:tcW w:w="614" w:type="dxa"/>
            <w:tcBorders>
              <w:top w:val="single" w:sz="4" w:space="0" w:color="auto"/>
              <w:left w:val="single" w:sz="4" w:space="0" w:color="auto"/>
              <w:bottom w:val="single" w:sz="4" w:space="0" w:color="auto"/>
              <w:right w:val="single" w:sz="4" w:space="0" w:color="auto"/>
            </w:tcBorders>
          </w:tcPr>
          <w:p w14:paraId="5E33809F" w14:textId="77777777" w:rsidR="008F1EC7" w:rsidRPr="00E062F1" w:rsidRDefault="008F1EC7" w:rsidP="008F1EC7">
            <w:pPr>
              <w:pStyle w:val="TAC"/>
            </w:pPr>
          </w:p>
        </w:tc>
        <w:tc>
          <w:tcPr>
            <w:tcW w:w="618" w:type="dxa"/>
            <w:tcBorders>
              <w:top w:val="single" w:sz="4" w:space="0" w:color="auto"/>
              <w:left w:val="single" w:sz="4" w:space="0" w:color="auto"/>
              <w:bottom w:val="single" w:sz="4" w:space="0" w:color="auto"/>
              <w:right w:val="single" w:sz="4" w:space="0" w:color="auto"/>
            </w:tcBorders>
          </w:tcPr>
          <w:p w14:paraId="78DA3B29" w14:textId="77777777" w:rsidR="008F1EC7" w:rsidRPr="00E062F1" w:rsidRDefault="008F1EC7" w:rsidP="008F1EC7">
            <w:pPr>
              <w:pStyle w:val="TAC"/>
            </w:pPr>
          </w:p>
        </w:tc>
        <w:tc>
          <w:tcPr>
            <w:tcW w:w="622" w:type="dxa"/>
            <w:tcBorders>
              <w:top w:val="single" w:sz="4" w:space="0" w:color="auto"/>
              <w:left w:val="single" w:sz="4" w:space="0" w:color="auto"/>
              <w:bottom w:val="single" w:sz="4" w:space="0" w:color="auto"/>
              <w:right w:val="single" w:sz="4" w:space="0" w:color="auto"/>
            </w:tcBorders>
          </w:tcPr>
          <w:p w14:paraId="671C8735" w14:textId="77777777" w:rsidR="008F1EC7" w:rsidRPr="00E062F1" w:rsidRDefault="008F1EC7" w:rsidP="008F1EC7">
            <w:pPr>
              <w:pStyle w:val="TAC"/>
            </w:pPr>
          </w:p>
        </w:tc>
        <w:tc>
          <w:tcPr>
            <w:tcW w:w="1286" w:type="dxa"/>
            <w:tcBorders>
              <w:top w:val="single" w:sz="4" w:space="0" w:color="auto"/>
              <w:left w:val="single" w:sz="4" w:space="0" w:color="auto"/>
              <w:bottom w:val="nil"/>
              <w:right w:val="single" w:sz="4" w:space="0" w:color="auto"/>
            </w:tcBorders>
            <w:shd w:val="clear" w:color="auto" w:fill="auto"/>
          </w:tcPr>
          <w:p w14:paraId="4C7BEB13" w14:textId="77777777" w:rsidR="008F1EC7" w:rsidRPr="00E062F1" w:rsidRDefault="008F1EC7" w:rsidP="008F1EC7">
            <w:pPr>
              <w:pStyle w:val="TAC"/>
              <w:rPr>
                <w:lang w:eastAsia="zh-CN"/>
              </w:rPr>
            </w:pPr>
            <w:r>
              <w:rPr>
                <w:rFonts w:hint="eastAsia"/>
                <w:lang w:eastAsia="zh-CN"/>
              </w:rPr>
              <w:t>0</w:t>
            </w:r>
          </w:p>
        </w:tc>
      </w:tr>
      <w:tr w:rsidR="008F1EC7" w:rsidRPr="00E062F1" w14:paraId="4DFFB6EC"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210B2F1B" w14:textId="77777777" w:rsidR="008F1EC7" w:rsidRPr="00E062F1" w:rsidRDefault="008F1EC7" w:rsidP="008F1EC7">
            <w:pPr>
              <w:pStyle w:val="TAC"/>
            </w:pPr>
          </w:p>
        </w:tc>
        <w:tc>
          <w:tcPr>
            <w:tcW w:w="1634" w:type="dxa"/>
            <w:tcBorders>
              <w:top w:val="nil"/>
              <w:left w:val="single" w:sz="4" w:space="0" w:color="auto"/>
              <w:bottom w:val="nil"/>
              <w:right w:val="single" w:sz="4" w:space="0" w:color="auto"/>
            </w:tcBorders>
            <w:shd w:val="clear" w:color="auto" w:fill="auto"/>
          </w:tcPr>
          <w:p w14:paraId="451AE2D8" w14:textId="77777777" w:rsidR="008F1EC7" w:rsidRPr="00E062F1" w:rsidRDefault="008F1EC7" w:rsidP="008F1EC7">
            <w:pPr>
              <w:pStyle w:val="TAC"/>
              <w:rPr>
                <w:rFonts w:eastAsia="MS Mincho"/>
              </w:rPr>
            </w:pPr>
          </w:p>
        </w:tc>
        <w:tc>
          <w:tcPr>
            <w:tcW w:w="663" w:type="dxa"/>
            <w:tcBorders>
              <w:top w:val="single" w:sz="4" w:space="0" w:color="auto"/>
              <w:left w:val="single" w:sz="4" w:space="0" w:color="auto"/>
              <w:right w:val="single" w:sz="4" w:space="0" w:color="auto"/>
            </w:tcBorders>
          </w:tcPr>
          <w:p w14:paraId="337D4F9D" w14:textId="77777777" w:rsidR="008F1EC7" w:rsidRPr="00E062F1" w:rsidRDefault="008F1EC7" w:rsidP="008F1EC7">
            <w:pPr>
              <w:pStyle w:val="TAC"/>
            </w:pPr>
            <w:r w:rsidRPr="00E062F1">
              <w:rPr>
                <w:lang w:eastAsia="zh-CN"/>
              </w:rPr>
              <w:t>n28</w:t>
            </w:r>
          </w:p>
        </w:tc>
        <w:tc>
          <w:tcPr>
            <w:tcW w:w="610" w:type="dxa"/>
            <w:tcBorders>
              <w:top w:val="single" w:sz="4" w:space="0" w:color="auto"/>
              <w:left w:val="single" w:sz="4" w:space="0" w:color="auto"/>
              <w:bottom w:val="single" w:sz="4" w:space="0" w:color="auto"/>
              <w:right w:val="single" w:sz="4" w:space="0" w:color="auto"/>
            </w:tcBorders>
          </w:tcPr>
          <w:p w14:paraId="3B089BD7" w14:textId="77777777" w:rsidR="008F1EC7" w:rsidRPr="00E062F1" w:rsidRDefault="008F1EC7" w:rsidP="008F1EC7">
            <w:pPr>
              <w:pStyle w:val="TAC"/>
            </w:pPr>
            <w:r>
              <w:rPr>
                <w:rFonts w:hint="eastAsia"/>
                <w:lang w:eastAsia="zh-CN"/>
              </w:rPr>
              <w:t>5</w:t>
            </w:r>
          </w:p>
        </w:tc>
        <w:tc>
          <w:tcPr>
            <w:tcW w:w="610" w:type="dxa"/>
            <w:tcBorders>
              <w:top w:val="single" w:sz="4" w:space="0" w:color="auto"/>
              <w:left w:val="single" w:sz="4" w:space="0" w:color="auto"/>
              <w:bottom w:val="single" w:sz="4" w:space="0" w:color="auto"/>
              <w:right w:val="single" w:sz="4" w:space="0" w:color="auto"/>
            </w:tcBorders>
          </w:tcPr>
          <w:p w14:paraId="544F47D8" w14:textId="77777777" w:rsidR="008F1EC7" w:rsidRPr="00E062F1" w:rsidRDefault="008F1EC7" w:rsidP="008F1EC7">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008400EA" w14:textId="77777777" w:rsidR="008F1EC7" w:rsidRPr="00E062F1" w:rsidRDefault="008F1EC7" w:rsidP="008F1EC7">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6323C382" w14:textId="77777777" w:rsidR="008F1EC7" w:rsidRPr="00E062F1" w:rsidRDefault="008F1EC7" w:rsidP="008F1EC7">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6E103C66" w14:textId="77777777" w:rsidR="008F1EC7" w:rsidRPr="00E062F1" w:rsidRDefault="008F1EC7" w:rsidP="008F1EC7">
            <w:pPr>
              <w:pStyle w:val="TAC"/>
            </w:pPr>
          </w:p>
        </w:tc>
        <w:tc>
          <w:tcPr>
            <w:tcW w:w="610" w:type="dxa"/>
            <w:tcBorders>
              <w:top w:val="single" w:sz="4" w:space="0" w:color="auto"/>
              <w:left w:val="single" w:sz="4" w:space="0" w:color="auto"/>
              <w:bottom w:val="single" w:sz="4" w:space="0" w:color="auto"/>
              <w:right w:val="single" w:sz="4" w:space="0" w:color="auto"/>
            </w:tcBorders>
          </w:tcPr>
          <w:p w14:paraId="7FEA091D" w14:textId="77777777" w:rsidR="008F1EC7" w:rsidRPr="00E062F1" w:rsidRDefault="008F1EC7" w:rsidP="008F1EC7">
            <w:pPr>
              <w:pStyle w:val="TAC"/>
            </w:pPr>
          </w:p>
        </w:tc>
        <w:tc>
          <w:tcPr>
            <w:tcW w:w="610" w:type="dxa"/>
            <w:tcBorders>
              <w:top w:val="single" w:sz="4" w:space="0" w:color="auto"/>
              <w:left w:val="single" w:sz="4" w:space="0" w:color="auto"/>
              <w:bottom w:val="single" w:sz="4" w:space="0" w:color="auto"/>
              <w:right w:val="single" w:sz="4" w:space="0" w:color="auto"/>
            </w:tcBorders>
          </w:tcPr>
          <w:p w14:paraId="506CABAC" w14:textId="77777777" w:rsidR="008F1EC7" w:rsidRPr="00E062F1" w:rsidRDefault="008F1EC7" w:rsidP="008F1EC7">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7402D559" w14:textId="77777777" w:rsidR="008F1EC7" w:rsidRPr="00E062F1" w:rsidRDefault="008F1EC7" w:rsidP="008F1EC7">
            <w:pPr>
              <w:pStyle w:val="TAC"/>
              <w:rPr>
                <w:rFonts w:eastAsia="MS Mincho"/>
              </w:rPr>
            </w:pPr>
          </w:p>
        </w:tc>
        <w:tc>
          <w:tcPr>
            <w:tcW w:w="610" w:type="dxa"/>
            <w:tcBorders>
              <w:top w:val="single" w:sz="4" w:space="0" w:color="auto"/>
              <w:left w:val="single" w:sz="4" w:space="0" w:color="auto"/>
              <w:bottom w:val="single" w:sz="4" w:space="0" w:color="auto"/>
              <w:right w:val="single" w:sz="4" w:space="0" w:color="auto"/>
            </w:tcBorders>
          </w:tcPr>
          <w:p w14:paraId="2BBFBECE" w14:textId="77777777" w:rsidR="008F1EC7" w:rsidRPr="00E062F1" w:rsidRDefault="008F1EC7" w:rsidP="008F1EC7">
            <w:pPr>
              <w:pStyle w:val="TAC"/>
            </w:pPr>
          </w:p>
        </w:tc>
        <w:tc>
          <w:tcPr>
            <w:tcW w:w="619" w:type="dxa"/>
            <w:tcBorders>
              <w:top w:val="single" w:sz="4" w:space="0" w:color="auto"/>
              <w:left w:val="single" w:sz="4" w:space="0" w:color="auto"/>
              <w:bottom w:val="single" w:sz="4" w:space="0" w:color="auto"/>
              <w:right w:val="single" w:sz="4" w:space="0" w:color="auto"/>
            </w:tcBorders>
          </w:tcPr>
          <w:p w14:paraId="7607A7E5" w14:textId="77777777" w:rsidR="008F1EC7" w:rsidRPr="00E062F1" w:rsidRDefault="008F1EC7" w:rsidP="008F1EC7">
            <w:pPr>
              <w:pStyle w:val="TAC"/>
            </w:pPr>
          </w:p>
        </w:tc>
        <w:tc>
          <w:tcPr>
            <w:tcW w:w="618" w:type="dxa"/>
            <w:tcBorders>
              <w:top w:val="single" w:sz="4" w:space="0" w:color="auto"/>
              <w:left w:val="single" w:sz="4" w:space="0" w:color="auto"/>
              <w:bottom w:val="single" w:sz="4" w:space="0" w:color="auto"/>
              <w:right w:val="single" w:sz="4" w:space="0" w:color="auto"/>
            </w:tcBorders>
          </w:tcPr>
          <w:p w14:paraId="1EC0EBD6" w14:textId="77777777" w:rsidR="008F1EC7" w:rsidRPr="00E062F1" w:rsidRDefault="008F1EC7" w:rsidP="008F1EC7">
            <w:pPr>
              <w:pStyle w:val="TAC"/>
            </w:pPr>
          </w:p>
        </w:tc>
        <w:tc>
          <w:tcPr>
            <w:tcW w:w="614" w:type="dxa"/>
            <w:tcBorders>
              <w:top w:val="single" w:sz="4" w:space="0" w:color="auto"/>
              <w:left w:val="single" w:sz="4" w:space="0" w:color="auto"/>
              <w:bottom w:val="single" w:sz="4" w:space="0" w:color="auto"/>
              <w:right w:val="single" w:sz="4" w:space="0" w:color="auto"/>
            </w:tcBorders>
          </w:tcPr>
          <w:p w14:paraId="6A243D18" w14:textId="77777777" w:rsidR="008F1EC7" w:rsidRPr="00E062F1" w:rsidRDefault="008F1EC7" w:rsidP="008F1EC7">
            <w:pPr>
              <w:pStyle w:val="TAC"/>
            </w:pPr>
          </w:p>
        </w:tc>
        <w:tc>
          <w:tcPr>
            <w:tcW w:w="618" w:type="dxa"/>
            <w:tcBorders>
              <w:top w:val="single" w:sz="4" w:space="0" w:color="auto"/>
              <w:left w:val="single" w:sz="4" w:space="0" w:color="auto"/>
              <w:bottom w:val="single" w:sz="4" w:space="0" w:color="auto"/>
              <w:right w:val="single" w:sz="4" w:space="0" w:color="auto"/>
            </w:tcBorders>
          </w:tcPr>
          <w:p w14:paraId="0B489F15" w14:textId="77777777" w:rsidR="008F1EC7" w:rsidRPr="00E062F1" w:rsidRDefault="008F1EC7" w:rsidP="008F1EC7">
            <w:pPr>
              <w:pStyle w:val="TAC"/>
            </w:pPr>
          </w:p>
        </w:tc>
        <w:tc>
          <w:tcPr>
            <w:tcW w:w="622" w:type="dxa"/>
            <w:tcBorders>
              <w:top w:val="single" w:sz="4" w:space="0" w:color="auto"/>
              <w:left w:val="single" w:sz="4" w:space="0" w:color="auto"/>
              <w:bottom w:val="single" w:sz="4" w:space="0" w:color="auto"/>
              <w:right w:val="single" w:sz="4" w:space="0" w:color="auto"/>
            </w:tcBorders>
          </w:tcPr>
          <w:p w14:paraId="7C0BA88A" w14:textId="77777777" w:rsidR="008F1EC7" w:rsidRPr="00E062F1" w:rsidRDefault="008F1EC7" w:rsidP="008F1EC7">
            <w:pPr>
              <w:pStyle w:val="TAC"/>
            </w:pPr>
          </w:p>
        </w:tc>
        <w:tc>
          <w:tcPr>
            <w:tcW w:w="1286" w:type="dxa"/>
            <w:tcBorders>
              <w:top w:val="nil"/>
              <w:left w:val="single" w:sz="4" w:space="0" w:color="auto"/>
              <w:bottom w:val="nil"/>
              <w:right w:val="single" w:sz="4" w:space="0" w:color="auto"/>
            </w:tcBorders>
            <w:shd w:val="clear" w:color="auto" w:fill="auto"/>
          </w:tcPr>
          <w:p w14:paraId="664DB403" w14:textId="77777777" w:rsidR="008F1EC7" w:rsidRPr="00E062F1" w:rsidRDefault="008F1EC7" w:rsidP="008F1EC7">
            <w:pPr>
              <w:pStyle w:val="TAC"/>
            </w:pPr>
          </w:p>
        </w:tc>
      </w:tr>
      <w:tr w:rsidR="008F1EC7" w:rsidRPr="00E062F1" w14:paraId="5AB4E525" w14:textId="77777777" w:rsidTr="008F1EC7">
        <w:trPr>
          <w:trHeight w:val="125"/>
          <w:jc w:val="center"/>
        </w:trPr>
        <w:tc>
          <w:tcPr>
            <w:tcW w:w="1634" w:type="dxa"/>
            <w:tcBorders>
              <w:top w:val="nil"/>
              <w:left w:val="single" w:sz="4" w:space="0" w:color="auto"/>
              <w:bottom w:val="nil"/>
              <w:right w:val="single" w:sz="4" w:space="0" w:color="auto"/>
            </w:tcBorders>
            <w:shd w:val="clear" w:color="auto" w:fill="auto"/>
          </w:tcPr>
          <w:p w14:paraId="661961C9" w14:textId="77777777" w:rsidR="008F1EC7" w:rsidRPr="00E062F1" w:rsidRDefault="008F1EC7" w:rsidP="008F1EC7">
            <w:pPr>
              <w:pStyle w:val="TAC"/>
            </w:pPr>
          </w:p>
        </w:tc>
        <w:tc>
          <w:tcPr>
            <w:tcW w:w="1634" w:type="dxa"/>
            <w:tcBorders>
              <w:top w:val="nil"/>
              <w:left w:val="single" w:sz="4" w:space="0" w:color="auto"/>
              <w:bottom w:val="nil"/>
              <w:right w:val="single" w:sz="4" w:space="0" w:color="auto"/>
            </w:tcBorders>
            <w:shd w:val="clear" w:color="auto" w:fill="auto"/>
          </w:tcPr>
          <w:p w14:paraId="76C944FE" w14:textId="77777777" w:rsidR="008F1EC7" w:rsidRPr="00E062F1" w:rsidRDefault="008F1EC7" w:rsidP="008F1EC7">
            <w:pPr>
              <w:pStyle w:val="TAC"/>
              <w:rPr>
                <w:rFonts w:eastAsia="MS Mincho"/>
              </w:rPr>
            </w:pPr>
          </w:p>
        </w:tc>
        <w:tc>
          <w:tcPr>
            <w:tcW w:w="663" w:type="dxa"/>
            <w:tcBorders>
              <w:top w:val="single" w:sz="4" w:space="0" w:color="auto"/>
              <w:left w:val="single" w:sz="4" w:space="0" w:color="auto"/>
              <w:right w:val="single" w:sz="4" w:space="0" w:color="auto"/>
            </w:tcBorders>
          </w:tcPr>
          <w:p w14:paraId="2268B079" w14:textId="77777777" w:rsidR="008F1EC7" w:rsidRPr="00E062F1" w:rsidRDefault="008F1EC7" w:rsidP="008F1EC7">
            <w:pPr>
              <w:pStyle w:val="TAC"/>
            </w:pPr>
            <w:r w:rsidRPr="00E062F1">
              <w:rPr>
                <w:lang w:eastAsia="zh-CN"/>
              </w:rPr>
              <w:t>n7</w:t>
            </w:r>
            <w:r>
              <w:rPr>
                <w:lang w:eastAsia="zh-CN"/>
              </w:rPr>
              <w:t>8</w:t>
            </w:r>
          </w:p>
        </w:tc>
        <w:tc>
          <w:tcPr>
            <w:tcW w:w="610" w:type="dxa"/>
            <w:tcBorders>
              <w:top w:val="single" w:sz="4" w:space="0" w:color="auto"/>
              <w:left w:val="single" w:sz="4" w:space="0" w:color="auto"/>
              <w:bottom w:val="single" w:sz="4" w:space="0" w:color="auto"/>
              <w:right w:val="single" w:sz="4" w:space="0" w:color="auto"/>
            </w:tcBorders>
          </w:tcPr>
          <w:p w14:paraId="28BA71DC" w14:textId="77777777" w:rsidR="008F1EC7" w:rsidRPr="00E062F1" w:rsidRDefault="008F1EC7" w:rsidP="008F1EC7">
            <w:pPr>
              <w:pStyle w:val="TAC"/>
            </w:pPr>
          </w:p>
        </w:tc>
        <w:tc>
          <w:tcPr>
            <w:tcW w:w="610" w:type="dxa"/>
            <w:tcBorders>
              <w:top w:val="single" w:sz="4" w:space="0" w:color="auto"/>
              <w:left w:val="single" w:sz="4" w:space="0" w:color="auto"/>
              <w:bottom w:val="single" w:sz="4" w:space="0" w:color="auto"/>
              <w:right w:val="single" w:sz="4" w:space="0" w:color="auto"/>
            </w:tcBorders>
          </w:tcPr>
          <w:p w14:paraId="13AEBBD9" w14:textId="77777777" w:rsidR="008F1EC7" w:rsidRPr="00E062F1" w:rsidRDefault="008F1EC7" w:rsidP="008F1EC7">
            <w:pPr>
              <w:pStyle w:val="TAC"/>
            </w:pPr>
            <w:r>
              <w:rPr>
                <w:rFonts w:hint="eastAsia"/>
                <w:lang w:eastAsia="zh-CN"/>
              </w:rPr>
              <w:t>10</w:t>
            </w:r>
          </w:p>
        </w:tc>
        <w:tc>
          <w:tcPr>
            <w:tcW w:w="610" w:type="dxa"/>
            <w:tcBorders>
              <w:top w:val="single" w:sz="4" w:space="0" w:color="auto"/>
              <w:left w:val="single" w:sz="4" w:space="0" w:color="auto"/>
              <w:bottom w:val="single" w:sz="4" w:space="0" w:color="auto"/>
              <w:right w:val="single" w:sz="4" w:space="0" w:color="auto"/>
            </w:tcBorders>
          </w:tcPr>
          <w:p w14:paraId="31692CC7" w14:textId="77777777" w:rsidR="008F1EC7" w:rsidRPr="00E062F1" w:rsidRDefault="008F1EC7" w:rsidP="008F1EC7">
            <w:pPr>
              <w:pStyle w:val="TAC"/>
            </w:pPr>
            <w:r>
              <w:rPr>
                <w:rFonts w:hint="eastAsia"/>
                <w:lang w:eastAsia="zh-CN"/>
              </w:rPr>
              <w:t>15</w:t>
            </w:r>
          </w:p>
        </w:tc>
        <w:tc>
          <w:tcPr>
            <w:tcW w:w="610" w:type="dxa"/>
            <w:tcBorders>
              <w:top w:val="single" w:sz="4" w:space="0" w:color="auto"/>
              <w:left w:val="single" w:sz="4" w:space="0" w:color="auto"/>
              <w:bottom w:val="single" w:sz="4" w:space="0" w:color="auto"/>
              <w:right w:val="single" w:sz="4" w:space="0" w:color="auto"/>
            </w:tcBorders>
          </w:tcPr>
          <w:p w14:paraId="2AE7A9EF" w14:textId="77777777" w:rsidR="008F1EC7" w:rsidRPr="00E062F1" w:rsidRDefault="008F1EC7" w:rsidP="008F1EC7">
            <w:pPr>
              <w:pStyle w:val="TAC"/>
            </w:pPr>
            <w:r>
              <w:rPr>
                <w:rFonts w:hint="eastAsia"/>
                <w:lang w:eastAsia="zh-CN"/>
              </w:rPr>
              <w:t>20</w:t>
            </w:r>
          </w:p>
        </w:tc>
        <w:tc>
          <w:tcPr>
            <w:tcW w:w="610" w:type="dxa"/>
            <w:tcBorders>
              <w:top w:val="single" w:sz="4" w:space="0" w:color="auto"/>
              <w:left w:val="single" w:sz="4" w:space="0" w:color="auto"/>
              <w:bottom w:val="single" w:sz="4" w:space="0" w:color="auto"/>
              <w:right w:val="single" w:sz="4" w:space="0" w:color="auto"/>
            </w:tcBorders>
          </w:tcPr>
          <w:p w14:paraId="146EEEEC" w14:textId="77777777" w:rsidR="008F1EC7" w:rsidRPr="00E062F1" w:rsidRDefault="008F1EC7" w:rsidP="008F1EC7">
            <w:pPr>
              <w:pStyle w:val="TAC"/>
            </w:pPr>
          </w:p>
        </w:tc>
        <w:tc>
          <w:tcPr>
            <w:tcW w:w="610" w:type="dxa"/>
            <w:tcBorders>
              <w:top w:val="single" w:sz="4" w:space="0" w:color="auto"/>
              <w:left w:val="single" w:sz="4" w:space="0" w:color="auto"/>
              <w:bottom w:val="single" w:sz="4" w:space="0" w:color="auto"/>
              <w:right w:val="single" w:sz="4" w:space="0" w:color="auto"/>
            </w:tcBorders>
          </w:tcPr>
          <w:p w14:paraId="7ED096F1" w14:textId="77777777" w:rsidR="008F1EC7" w:rsidRPr="00E062F1" w:rsidRDefault="008F1EC7" w:rsidP="008F1EC7">
            <w:pPr>
              <w:pStyle w:val="TAC"/>
            </w:pPr>
          </w:p>
        </w:tc>
        <w:tc>
          <w:tcPr>
            <w:tcW w:w="610" w:type="dxa"/>
            <w:tcBorders>
              <w:top w:val="single" w:sz="4" w:space="0" w:color="auto"/>
              <w:left w:val="single" w:sz="4" w:space="0" w:color="auto"/>
              <w:bottom w:val="single" w:sz="4" w:space="0" w:color="auto"/>
              <w:right w:val="single" w:sz="4" w:space="0" w:color="auto"/>
            </w:tcBorders>
          </w:tcPr>
          <w:p w14:paraId="233B9922" w14:textId="77777777" w:rsidR="008F1EC7" w:rsidRPr="00E062F1" w:rsidRDefault="008F1EC7" w:rsidP="008F1EC7">
            <w:pPr>
              <w:pStyle w:val="TAC"/>
              <w:rPr>
                <w:rFonts w:eastAsia="MS Mincho"/>
              </w:rPr>
            </w:pPr>
            <w:r>
              <w:rPr>
                <w:rFonts w:hint="eastAsia"/>
                <w:lang w:eastAsia="zh-CN"/>
              </w:rPr>
              <w:t>40</w:t>
            </w:r>
          </w:p>
        </w:tc>
        <w:tc>
          <w:tcPr>
            <w:tcW w:w="610" w:type="dxa"/>
            <w:tcBorders>
              <w:top w:val="single" w:sz="4" w:space="0" w:color="auto"/>
              <w:left w:val="single" w:sz="4" w:space="0" w:color="auto"/>
              <w:bottom w:val="single" w:sz="4" w:space="0" w:color="auto"/>
              <w:right w:val="single" w:sz="4" w:space="0" w:color="auto"/>
            </w:tcBorders>
          </w:tcPr>
          <w:p w14:paraId="406E7150" w14:textId="77777777" w:rsidR="008F1EC7" w:rsidRPr="00E062F1" w:rsidRDefault="008F1EC7" w:rsidP="008F1EC7">
            <w:pPr>
              <w:pStyle w:val="TAC"/>
              <w:rPr>
                <w:rFonts w:eastAsia="MS Mincho"/>
              </w:rPr>
            </w:pPr>
            <w:r>
              <w:rPr>
                <w:rFonts w:hint="eastAsia"/>
                <w:lang w:eastAsia="zh-CN"/>
              </w:rPr>
              <w:t>50</w:t>
            </w:r>
          </w:p>
        </w:tc>
        <w:tc>
          <w:tcPr>
            <w:tcW w:w="610" w:type="dxa"/>
            <w:tcBorders>
              <w:top w:val="single" w:sz="4" w:space="0" w:color="auto"/>
              <w:left w:val="single" w:sz="4" w:space="0" w:color="auto"/>
              <w:bottom w:val="single" w:sz="4" w:space="0" w:color="auto"/>
              <w:right w:val="single" w:sz="4" w:space="0" w:color="auto"/>
            </w:tcBorders>
          </w:tcPr>
          <w:p w14:paraId="67FDDA3C" w14:textId="77777777" w:rsidR="008F1EC7" w:rsidRPr="00E062F1" w:rsidRDefault="008F1EC7" w:rsidP="008F1EC7">
            <w:pPr>
              <w:pStyle w:val="TAC"/>
            </w:pPr>
            <w:r>
              <w:rPr>
                <w:rFonts w:hint="eastAsia"/>
                <w:lang w:eastAsia="zh-CN"/>
              </w:rPr>
              <w:t>60</w:t>
            </w:r>
          </w:p>
        </w:tc>
        <w:tc>
          <w:tcPr>
            <w:tcW w:w="619" w:type="dxa"/>
            <w:tcBorders>
              <w:top w:val="single" w:sz="4" w:space="0" w:color="auto"/>
              <w:left w:val="single" w:sz="4" w:space="0" w:color="auto"/>
              <w:bottom w:val="single" w:sz="4" w:space="0" w:color="auto"/>
              <w:right w:val="single" w:sz="4" w:space="0" w:color="auto"/>
            </w:tcBorders>
          </w:tcPr>
          <w:p w14:paraId="10AA1747" w14:textId="77777777" w:rsidR="008F1EC7" w:rsidRPr="00E062F1" w:rsidRDefault="008F1EC7" w:rsidP="008F1EC7">
            <w:pPr>
              <w:pStyle w:val="TAC"/>
            </w:pPr>
            <w:r>
              <w:rPr>
                <w:rFonts w:hint="eastAsia"/>
                <w:lang w:eastAsia="zh-CN"/>
              </w:rPr>
              <w:t>80</w:t>
            </w:r>
          </w:p>
        </w:tc>
        <w:tc>
          <w:tcPr>
            <w:tcW w:w="618" w:type="dxa"/>
            <w:tcBorders>
              <w:top w:val="single" w:sz="4" w:space="0" w:color="auto"/>
              <w:left w:val="single" w:sz="4" w:space="0" w:color="auto"/>
              <w:bottom w:val="single" w:sz="4" w:space="0" w:color="auto"/>
              <w:right w:val="single" w:sz="4" w:space="0" w:color="auto"/>
            </w:tcBorders>
          </w:tcPr>
          <w:p w14:paraId="684BAC59" w14:textId="77777777" w:rsidR="008F1EC7" w:rsidRPr="00E062F1" w:rsidRDefault="008F1EC7" w:rsidP="008F1EC7">
            <w:pPr>
              <w:pStyle w:val="TAC"/>
            </w:pPr>
            <w:r>
              <w:rPr>
                <w:rFonts w:hint="eastAsia"/>
                <w:lang w:eastAsia="zh-CN"/>
              </w:rPr>
              <w:t>90</w:t>
            </w:r>
          </w:p>
        </w:tc>
        <w:tc>
          <w:tcPr>
            <w:tcW w:w="614" w:type="dxa"/>
            <w:tcBorders>
              <w:top w:val="single" w:sz="4" w:space="0" w:color="auto"/>
              <w:left w:val="single" w:sz="4" w:space="0" w:color="auto"/>
              <w:bottom w:val="single" w:sz="4" w:space="0" w:color="auto"/>
              <w:right w:val="single" w:sz="4" w:space="0" w:color="auto"/>
            </w:tcBorders>
          </w:tcPr>
          <w:p w14:paraId="3A1FBCF5" w14:textId="77777777" w:rsidR="008F1EC7" w:rsidRPr="00E062F1" w:rsidRDefault="008F1EC7" w:rsidP="008F1EC7">
            <w:pPr>
              <w:pStyle w:val="TAC"/>
            </w:pPr>
            <w:r>
              <w:rPr>
                <w:rFonts w:hint="eastAsia"/>
                <w:lang w:eastAsia="zh-CN"/>
              </w:rPr>
              <w:t>100</w:t>
            </w:r>
          </w:p>
        </w:tc>
        <w:tc>
          <w:tcPr>
            <w:tcW w:w="618" w:type="dxa"/>
            <w:tcBorders>
              <w:top w:val="single" w:sz="4" w:space="0" w:color="auto"/>
              <w:left w:val="single" w:sz="4" w:space="0" w:color="auto"/>
              <w:bottom w:val="single" w:sz="4" w:space="0" w:color="auto"/>
              <w:right w:val="single" w:sz="4" w:space="0" w:color="auto"/>
            </w:tcBorders>
          </w:tcPr>
          <w:p w14:paraId="6EA0C8AF" w14:textId="77777777" w:rsidR="008F1EC7" w:rsidRPr="00E062F1" w:rsidRDefault="008F1EC7" w:rsidP="008F1EC7">
            <w:pPr>
              <w:pStyle w:val="TAC"/>
            </w:pPr>
          </w:p>
        </w:tc>
        <w:tc>
          <w:tcPr>
            <w:tcW w:w="622" w:type="dxa"/>
            <w:tcBorders>
              <w:top w:val="single" w:sz="4" w:space="0" w:color="auto"/>
              <w:left w:val="single" w:sz="4" w:space="0" w:color="auto"/>
              <w:bottom w:val="single" w:sz="4" w:space="0" w:color="auto"/>
              <w:right w:val="single" w:sz="4" w:space="0" w:color="auto"/>
            </w:tcBorders>
          </w:tcPr>
          <w:p w14:paraId="293FDEEE" w14:textId="77777777" w:rsidR="008F1EC7" w:rsidRPr="00E062F1" w:rsidRDefault="008F1EC7" w:rsidP="008F1EC7">
            <w:pPr>
              <w:pStyle w:val="TAC"/>
            </w:pPr>
          </w:p>
        </w:tc>
        <w:tc>
          <w:tcPr>
            <w:tcW w:w="1286" w:type="dxa"/>
            <w:tcBorders>
              <w:top w:val="nil"/>
              <w:left w:val="single" w:sz="4" w:space="0" w:color="auto"/>
              <w:bottom w:val="nil"/>
              <w:right w:val="single" w:sz="4" w:space="0" w:color="auto"/>
            </w:tcBorders>
            <w:shd w:val="clear" w:color="auto" w:fill="auto"/>
          </w:tcPr>
          <w:p w14:paraId="125825F5" w14:textId="77777777" w:rsidR="008F1EC7" w:rsidRPr="00E062F1" w:rsidRDefault="008F1EC7" w:rsidP="008F1EC7">
            <w:pPr>
              <w:pStyle w:val="TAC"/>
            </w:pPr>
          </w:p>
        </w:tc>
      </w:tr>
      <w:tr w:rsidR="008F1EC7" w:rsidRPr="00E062F1" w14:paraId="1CF3CBC1" w14:textId="77777777" w:rsidTr="008F1EC7">
        <w:trPr>
          <w:trHeight w:val="125"/>
          <w:jc w:val="center"/>
        </w:trPr>
        <w:tc>
          <w:tcPr>
            <w:tcW w:w="1634" w:type="dxa"/>
            <w:tcBorders>
              <w:top w:val="nil"/>
              <w:left w:val="single" w:sz="4" w:space="0" w:color="auto"/>
              <w:bottom w:val="single" w:sz="4" w:space="0" w:color="auto"/>
              <w:right w:val="single" w:sz="4" w:space="0" w:color="auto"/>
            </w:tcBorders>
            <w:shd w:val="clear" w:color="auto" w:fill="auto"/>
          </w:tcPr>
          <w:p w14:paraId="671679AF" w14:textId="77777777" w:rsidR="008F1EC7" w:rsidRPr="00E062F1" w:rsidRDefault="008F1EC7" w:rsidP="008F1EC7">
            <w:pPr>
              <w:pStyle w:val="TAC"/>
            </w:pPr>
          </w:p>
        </w:tc>
        <w:tc>
          <w:tcPr>
            <w:tcW w:w="1634" w:type="dxa"/>
            <w:tcBorders>
              <w:top w:val="nil"/>
              <w:left w:val="single" w:sz="4" w:space="0" w:color="auto"/>
              <w:bottom w:val="single" w:sz="4" w:space="0" w:color="auto"/>
              <w:right w:val="single" w:sz="4" w:space="0" w:color="auto"/>
            </w:tcBorders>
            <w:shd w:val="clear" w:color="auto" w:fill="auto"/>
          </w:tcPr>
          <w:p w14:paraId="64472482" w14:textId="77777777" w:rsidR="008F1EC7" w:rsidRPr="00E062F1" w:rsidRDefault="008F1EC7" w:rsidP="008F1EC7">
            <w:pPr>
              <w:pStyle w:val="TAC"/>
              <w:rPr>
                <w:rFonts w:eastAsia="MS Mincho"/>
              </w:rPr>
            </w:pPr>
          </w:p>
        </w:tc>
        <w:tc>
          <w:tcPr>
            <w:tcW w:w="663" w:type="dxa"/>
            <w:tcBorders>
              <w:top w:val="single" w:sz="4" w:space="0" w:color="auto"/>
              <w:left w:val="single" w:sz="4" w:space="0" w:color="auto"/>
              <w:bottom w:val="single" w:sz="4" w:space="0" w:color="auto"/>
              <w:right w:val="single" w:sz="4" w:space="0" w:color="auto"/>
            </w:tcBorders>
          </w:tcPr>
          <w:p w14:paraId="18508BAF" w14:textId="15EBAB72" w:rsidR="008F1EC7" w:rsidRPr="00E062F1" w:rsidRDefault="008F1EC7" w:rsidP="008F1EC7">
            <w:pPr>
              <w:pStyle w:val="TAC"/>
              <w:rPr>
                <w:lang w:eastAsia="zh-CN"/>
              </w:rPr>
            </w:pPr>
            <w:r w:rsidRPr="00E062F1">
              <w:rPr>
                <w:lang w:eastAsia="zh-CN"/>
              </w:rPr>
              <w:t>n257</w:t>
            </w:r>
          </w:p>
        </w:tc>
        <w:tc>
          <w:tcPr>
            <w:tcW w:w="8581" w:type="dxa"/>
            <w:gridSpan w:val="14"/>
            <w:tcBorders>
              <w:top w:val="single" w:sz="4" w:space="0" w:color="auto"/>
              <w:left w:val="single" w:sz="4" w:space="0" w:color="auto"/>
              <w:bottom w:val="single" w:sz="4" w:space="0" w:color="auto"/>
              <w:right w:val="single" w:sz="4" w:space="0" w:color="auto"/>
            </w:tcBorders>
          </w:tcPr>
          <w:p w14:paraId="015058BF" w14:textId="0D1CF36F" w:rsidR="008F1EC7" w:rsidRPr="00E062F1" w:rsidRDefault="008F1EC7" w:rsidP="008F1EC7">
            <w:pPr>
              <w:pStyle w:val="TAC"/>
            </w:pPr>
            <w:r w:rsidRPr="00E062F1">
              <w:t>See CA_n257I BCS0 in Table 5.5A.1-1 in TS 38.101-2</w:t>
            </w:r>
          </w:p>
        </w:tc>
        <w:tc>
          <w:tcPr>
            <w:tcW w:w="1286" w:type="dxa"/>
            <w:tcBorders>
              <w:top w:val="nil"/>
              <w:left w:val="single" w:sz="4" w:space="0" w:color="auto"/>
              <w:bottom w:val="single" w:sz="4" w:space="0" w:color="auto"/>
              <w:right w:val="single" w:sz="4" w:space="0" w:color="auto"/>
            </w:tcBorders>
            <w:shd w:val="clear" w:color="auto" w:fill="auto"/>
          </w:tcPr>
          <w:p w14:paraId="02694E77" w14:textId="77777777" w:rsidR="008F1EC7" w:rsidRPr="00E062F1" w:rsidRDefault="008F1EC7" w:rsidP="008F1EC7">
            <w:pPr>
              <w:pStyle w:val="TAC"/>
            </w:pPr>
          </w:p>
        </w:tc>
      </w:tr>
      <w:tr w:rsidR="008F1EC7" w:rsidRPr="00E062F1" w14:paraId="05D9D750" w14:textId="77777777" w:rsidTr="00082D62">
        <w:trPr>
          <w:trHeight w:val="125"/>
          <w:jc w:val="center"/>
        </w:trPr>
        <w:tc>
          <w:tcPr>
            <w:tcW w:w="13798"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14:paraId="6B03A4E5" w14:textId="2C137536" w:rsidR="008F1EC7" w:rsidRPr="00E062F1" w:rsidRDefault="008F1EC7" w:rsidP="008F1EC7">
            <w:pPr>
              <w:pStyle w:val="TAN"/>
            </w:pPr>
            <w:r>
              <w:t>NOTE 1:</w:t>
            </w:r>
            <w:r>
              <w:rPr>
                <w:rFonts w:eastAsia="Yu Mincho"/>
              </w:rPr>
              <w:t xml:space="preserve"> </w:t>
            </w:r>
            <w:r>
              <w:rPr>
                <w:rFonts w:eastAsia="Yu Mincho"/>
              </w:rPr>
              <w:tab/>
              <w:t xml:space="preserve">The SCS of each </w:t>
            </w:r>
            <w:r>
              <w:t>channel bandwidth for NR FR1 and NR FR2 band refers to Table 5.3.5-1 of TS 38.101-1 and TS 38.101-2 respectively.</w:t>
            </w:r>
          </w:p>
        </w:tc>
      </w:tr>
    </w:tbl>
    <w:p w14:paraId="11696B60" w14:textId="77777777" w:rsidR="00D86DBD" w:rsidRPr="00E062F1" w:rsidRDefault="00D86DBD" w:rsidP="00203397"/>
    <w:p w14:paraId="0EFF1692" w14:textId="77777777" w:rsidR="00203397" w:rsidRPr="00E062F1" w:rsidRDefault="00203397" w:rsidP="00203397">
      <w:pPr>
        <w:pStyle w:val="Heading2"/>
        <w:sectPr w:rsidR="00203397" w:rsidRPr="00E062F1" w:rsidSect="005779EE">
          <w:footnotePr>
            <w:numRestart w:val="eachSect"/>
          </w:footnotePr>
          <w:pgSz w:w="16840" w:h="11907" w:orient="landscape" w:code="9"/>
          <w:pgMar w:top="1133" w:right="1416" w:bottom="1133" w:left="1133" w:header="850" w:footer="340" w:gutter="0"/>
          <w:cols w:space="720"/>
          <w:formProt w:val="0"/>
          <w:docGrid w:linePitch="272"/>
        </w:sectPr>
      </w:pPr>
    </w:p>
    <w:p w14:paraId="6B119908" w14:textId="77777777" w:rsidR="00203397" w:rsidRPr="00E062F1" w:rsidRDefault="00203397" w:rsidP="00203397">
      <w:pPr>
        <w:pStyle w:val="Heading2"/>
      </w:pPr>
      <w:bookmarkStart w:id="1034" w:name="_Toc21351517"/>
      <w:bookmarkStart w:id="1035" w:name="_Toc29807099"/>
      <w:bookmarkStart w:id="1036" w:name="_Toc36648813"/>
      <w:bookmarkStart w:id="1037" w:name="_Toc36651538"/>
      <w:bookmarkStart w:id="1038" w:name="_Toc37256472"/>
      <w:bookmarkStart w:id="1039" w:name="_Toc37256813"/>
      <w:bookmarkStart w:id="1040" w:name="_Toc45890510"/>
      <w:bookmarkStart w:id="1041" w:name="_Toc45891734"/>
      <w:bookmarkStart w:id="1042" w:name="_Toc45892144"/>
      <w:bookmarkStart w:id="1043" w:name="_Toc45892554"/>
      <w:bookmarkStart w:id="1044" w:name="_Toc52352967"/>
      <w:bookmarkStart w:id="1045" w:name="_Toc53174790"/>
      <w:bookmarkStart w:id="1046" w:name="_Toc61375939"/>
      <w:bookmarkStart w:id="1047" w:name="_Toc61376351"/>
      <w:bookmarkStart w:id="1048" w:name="_Toc67938624"/>
      <w:bookmarkStart w:id="1049" w:name="_Toc76454226"/>
      <w:bookmarkStart w:id="1050" w:name="_Toc76719646"/>
      <w:bookmarkStart w:id="1051" w:name="_Toc76720166"/>
      <w:bookmarkStart w:id="1052" w:name="_Toc83742863"/>
      <w:bookmarkStart w:id="1053" w:name="_Toc83887238"/>
      <w:bookmarkStart w:id="1054" w:name="_Toc83888039"/>
      <w:bookmarkStart w:id="1055" w:name="_Toc90588693"/>
      <w:r w:rsidRPr="00E062F1">
        <w:lastRenderedPageBreak/>
        <w:t>5.5B</w:t>
      </w:r>
      <w:r w:rsidRPr="00E062F1">
        <w:tab/>
        <w:t>Configuration for DC</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14:paraId="3543B853" w14:textId="77777777" w:rsidR="001310A1" w:rsidRPr="00E062F1" w:rsidRDefault="001310A1" w:rsidP="001310A1">
      <w:pPr>
        <w:pStyle w:val="Heading3"/>
      </w:pPr>
      <w:bookmarkStart w:id="1056" w:name="_Toc21351518"/>
      <w:bookmarkStart w:id="1057" w:name="_Toc29807100"/>
      <w:bookmarkStart w:id="1058" w:name="_Toc36648814"/>
      <w:bookmarkStart w:id="1059" w:name="_Toc36651539"/>
      <w:bookmarkStart w:id="1060" w:name="_Toc37256473"/>
      <w:bookmarkStart w:id="1061" w:name="_Toc37256814"/>
      <w:bookmarkStart w:id="1062" w:name="_Toc45890511"/>
      <w:bookmarkStart w:id="1063" w:name="_Toc45891735"/>
      <w:bookmarkStart w:id="1064" w:name="_Toc45892145"/>
      <w:bookmarkStart w:id="1065" w:name="_Toc45892555"/>
      <w:bookmarkStart w:id="1066" w:name="_Toc52352968"/>
      <w:bookmarkStart w:id="1067" w:name="_Toc53174791"/>
      <w:bookmarkStart w:id="1068" w:name="_Toc61375940"/>
      <w:bookmarkStart w:id="1069" w:name="_Toc61376352"/>
      <w:bookmarkStart w:id="1070" w:name="_Toc67938625"/>
      <w:bookmarkStart w:id="1071" w:name="_Toc76454227"/>
      <w:bookmarkStart w:id="1072" w:name="_Toc76719647"/>
      <w:bookmarkStart w:id="1073" w:name="_Toc76720167"/>
      <w:bookmarkStart w:id="1074" w:name="_Toc83742864"/>
      <w:bookmarkStart w:id="1075" w:name="_Toc83887239"/>
      <w:bookmarkStart w:id="1076" w:name="_Toc83888040"/>
      <w:bookmarkStart w:id="1077" w:name="_Toc90588694"/>
      <w:r w:rsidRPr="00E062F1">
        <w:t>5.5B.1</w:t>
      </w:r>
      <w:r w:rsidRPr="00E062F1">
        <w:tab/>
        <w:t>General</w:t>
      </w:r>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14:paraId="0203103D" w14:textId="5520A1D6" w:rsidR="001310A1" w:rsidRPr="00E062F1" w:rsidRDefault="001310A1" w:rsidP="001310A1">
      <w:r w:rsidRPr="00E062F1">
        <w:t xml:space="preserve">The </w:t>
      </w:r>
      <w:r w:rsidR="00033DAD" w:rsidRPr="00E062F1">
        <w:t xml:space="preserve">operating bands </w:t>
      </w:r>
      <w:r w:rsidRPr="00E062F1">
        <w:t>and bandwidth classes are specified for operation with EN-DC</w:t>
      </w:r>
      <w:r w:rsidR="00B478E0" w:rsidRPr="00E062F1">
        <w:t>,</w:t>
      </w:r>
      <w:r w:rsidRPr="00E062F1">
        <w:t xml:space="preserve"> NGEN-DC</w:t>
      </w:r>
      <w:r w:rsidR="004D4582" w:rsidRPr="00E062F1">
        <w:t>, NE-DC</w:t>
      </w:r>
      <w:r w:rsidR="00B478E0" w:rsidRPr="00E062F1">
        <w:t xml:space="preserve"> or NR-DC</w:t>
      </w:r>
      <w:r w:rsidRPr="00E062F1">
        <w:t xml:space="preserve"> configured.</w:t>
      </w:r>
      <w:r w:rsidR="00660A5D" w:rsidRPr="00E062F1">
        <w:t xml:space="preserve"> The EN-DC</w:t>
      </w:r>
      <w:r w:rsidR="004D4582" w:rsidRPr="00E062F1">
        <w:t xml:space="preserve">, </w:t>
      </w:r>
      <w:r w:rsidR="00660A5D" w:rsidRPr="00E062F1">
        <w:t>NGEN-DC</w:t>
      </w:r>
      <w:r w:rsidR="004D4582" w:rsidRPr="00E062F1">
        <w:t xml:space="preserve"> or NE-DC</w:t>
      </w:r>
      <w:r w:rsidR="00660A5D" w:rsidRPr="00E062F1">
        <w:t xml:space="preserve"> band combinations include at least one E-UTRA operating band.</w:t>
      </w:r>
    </w:p>
    <w:p w14:paraId="1B8E5810" w14:textId="273670AB" w:rsidR="00726270" w:rsidRPr="00E062F1" w:rsidRDefault="00726270" w:rsidP="00726270">
      <w:r w:rsidRPr="00E062F1">
        <w:t xml:space="preserve">For EN-DC or NE-DC configurations indicated by column "Single Uplink allowed" (e.g., problematic band combinations as defined in TS 38.306 [11]) in tables in this </w:t>
      </w:r>
      <w:r w:rsidR="003922B7" w:rsidRPr="00E062F1">
        <w:t>clause</w:t>
      </w:r>
      <w:r w:rsidRPr="00E062F1">
        <w:t xml:space="preserve"> the UE may indicate capability of not supporting simultaneous dual and triple uplink operation due to possible intermodulation interference to its own primary downlink channel bandwidth of PCell or PSCell if the intermodulation order is 2 or if the intermodulation order is 3 for the combinations when both operating bands are between 450 MHz – 960 MHz or between 1427 MHz – 2690 MHz. </w:t>
      </w:r>
      <w:r w:rsidR="0020151C">
        <w:t>When LTE and NR transmissions collide, simultaneous dual transmissions may not be supported by UE for these EN-DC band combinations for which only single switched UL is supported.</w:t>
      </w:r>
    </w:p>
    <w:p w14:paraId="479BAE02" w14:textId="6C2CDA5B" w:rsidR="00D2526B" w:rsidRPr="00E062F1" w:rsidRDefault="00726270" w:rsidP="00726270">
      <w:r w:rsidRPr="00E062F1">
        <w:t xml:space="preserve">In the case for EN-DC or NE-DC configurations listed in tables in this </w:t>
      </w:r>
      <w:r w:rsidR="003922B7" w:rsidRPr="00E062F1">
        <w:t>clause</w:t>
      </w:r>
      <w:r w:rsidRPr="00E062F1">
        <w:t xml:space="preserve"> for which the intermodulation products caused by the dual and triple uplink operation fall into the receive band but do not interfere with its own primary downlink channel bandwidth of PCell or PSCell as defined in Annex I the UE is mandated to operate in dual and triple uplink mode. Single Uplink is also allowed for certain band combinations where intermodulation or reverse intermodulation products could create difficulty for meeting emission requirements</w:t>
      </w:r>
      <w:r w:rsidR="00D2526B" w:rsidRPr="00E062F1">
        <w:t xml:space="preserve">For EN-DC combinations of order 3 or higher, </w:t>
      </w:r>
      <w:r w:rsidR="00070AB5" w:rsidRPr="00E062F1">
        <w:t>"</w:t>
      </w:r>
      <w:r w:rsidR="00D2526B" w:rsidRPr="00E062F1">
        <w:t>Single Uplink allowed</w:t>
      </w:r>
      <w:r w:rsidR="00070AB5" w:rsidRPr="00E062F1">
        <w:t>"</w:t>
      </w:r>
      <w:r w:rsidR="00D2526B" w:rsidRPr="00E062F1">
        <w:t xml:space="preserve"> UL configurations captured in Table 5.5B.2-1, Table 5.5B.3-1, and Table 5.5B.4-1 apply.</w:t>
      </w:r>
    </w:p>
    <w:p w14:paraId="6F254929" w14:textId="5391FC59" w:rsidR="00EF214F" w:rsidRPr="00E062F1" w:rsidRDefault="00D2526B" w:rsidP="00D2526B">
      <w:r w:rsidRPr="00E062F1">
        <w:t>If multiple UL DC configurations are listed for multiple DL DC configurations, valid uplink configurations are such that uplink does not have more carriers than downlink.</w:t>
      </w:r>
    </w:p>
    <w:p w14:paraId="690EDEF4" w14:textId="0B60E72F" w:rsidR="00747AED" w:rsidRPr="00E062F1" w:rsidRDefault="00747AED" w:rsidP="00747AED">
      <w:r w:rsidRPr="00E062F1">
        <w:t>The configurations for operating bands for DC including Band n41 also apply for the corresponding operating bands for DC with Band n90 replacing Band n41 but with otherwise identical parameters. For brevity the said configuration for operating bands for DC with Band n90 are not listed in the tables below but are covered by this specification.</w:t>
      </w:r>
    </w:p>
    <w:p w14:paraId="228AC610" w14:textId="35C9FDF4" w:rsidR="008F097C" w:rsidRDefault="00A17B3A" w:rsidP="00A17B3A">
      <w:r w:rsidRPr="00E062F1">
        <w:t>Non contiguous resource allocation and almost contiguous allocation are not applicable for E UTRA or NR carrier part of intra band EN DC configuration.</w:t>
      </w:r>
    </w:p>
    <w:p w14:paraId="197BC549" w14:textId="72B9B089" w:rsidR="001C02D2" w:rsidRDefault="001C02D2" w:rsidP="001C02D2">
      <w:r>
        <w:t>If the mandatory simultaneous Rx/Tx capability applies for a lower order DC configuration, when the applicable lower order DC configuration is a band pair in a higher order DC configuration, the mandatory simultaneous Rx/Tx capability also applies for the band pair in the higher order DC configuration.</w:t>
      </w:r>
    </w:p>
    <w:p w14:paraId="2120441F" w14:textId="77777777" w:rsidR="00B2695D" w:rsidRPr="00E062F1" w:rsidRDefault="00B2695D" w:rsidP="00A17B3A"/>
    <w:p w14:paraId="4A929D98" w14:textId="77777777" w:rsidR="001310A1" w:rsidRPr="00E062F1" w:rsidRDefault="001310A1" w:rsidP="001310A1">
      <w:pPr>
        <w:pStyle w:val="Heading3"/>
      </w:pPr>
      <w:bookmarkStart w:id="1078" w:name="_Toc21351519"/>
      <w:bookmarkStart w:id="1079" w:name="_Toc29807101"/>
      <w:bookmarkStart w:id="1080" w:name="_Toc36648815"/>
      <w:bookmarkStart w:id="1081" w:name="_Toc36651540"/>
      <w:bookmarkStart w:id="1082" w:name="_Toc37256474"/>
      <w:bookmarkStart w:id="1083" w:name="_Toc37256815"/>
      <w:bookmarkStart w:id="1084" w:name="_Toc45890512"/>
      <w:bookmarkStart w:id="1085" w:name="_Toc45891736"/>
      <w:bookmarkStart w:id="1086" w:name="_Toc45892146"/>
      <w:bookmarkStart w:id="1087" w:name="_Toc45892556"/>
      <w:bookmarkStart w:id="1088" w:name="_Toc52352969"/>
      <w:bookmarkStart w:id="1089" w:name="_Toc53174792"/>
      <w:bookmarkStart w:id="1090" w:name="_Toc61375941"/>
      <w:bookmarkStart w:id="1091" w:name="_Toc61376353"/>
      <w:bookmarkStart w:id="1092" w:name="_Toc67938626"/>
      <w:bookmarkStart w:id="1093" w:name="_Toc76454228"/>
      <w:bookmarkStart w:id="1094" w:name="_Toc76719648"/>
      <w:bookmarkStart w:id="1095" w:name="_Toc76720168"/>
      <w:bookmarkStart w:id="1096" w:name="_Toc83742865"/>
      <w:bookmarkStart w:id="1097" w:name="_Toc83887240"/>
      <w:bookmarkStart w:id="1098" w:name="_Toc83888041"/>
      <w:bookmarkStart w:id="1099" w:name="_Toc90588695"/>
      <w:r w:rsidRPr="00E062F1">
        <w:lastRenderedPageBreak/>
        <w:t>5.5B.2</w:t>
      </w:r>
      <w:r w:rsidRPr="00E062F1">
        <w:tab/>
        <w:t>Intra-band contiguous EN-DC</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14:paraId="628C38B4" w14:textId="77777777" w:rsidR="00E2014B" w:rsidRPr="00E062F1" w:rsidRDefault="00E2014B" w:rsidP="00E2014B">
      <w:pPr>
        <w:pStyle w:val="TH"/>
      </w:pPr>
      <w:r w:rsidRPr="00E062F1">
        <w:t>Table 5.5B.2-1: Intra-band contiguous EN-DC configurations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88"/>
        <w:gridCol w:w="3359"/>
        <w:gridCol w:w="2884"/>
      </w:tblGrid>
      <w:tr w:rsidR="00252A01" w:rsidRPr="00E062F1" w14:paraId="58843F37" w14:textId="77777777" w:rsidTr="006B3BD2">
        <w:trPr>
          <w:trHeight w:val="187"/>
          <w:jc w:val="center"/>
        </w:trPr>
        <w:tc>
          <w:tcPr>
            <w:tcW w:w="1760" w:type="pct"/>
            <w:shd w:val="clear" w:color="auto" w:fill="auto"/>
            <w:hideMark/>
          </w:tcPr>
          <w:p w14:paraId="1C4BE8C5" w14:textId="77777777" w:rsidR="00252A01" w:rsidRPr="00E062F1" w:rsidRDefault="00252A01" w:rsidP="006B3BD2">
            <w:pPr>
              <w:pStyle w:val="TAH"/>
              <w:rPr>
                <w:lang w:eastAsia="fi-FI"/>
              </w:rPr>
            </w:pPr>
            <w:bookmarkStart w:id="1100" w:name="_Hlk515953743"/>
            <w:r w:rsidRPr="00E062F1">
              <w:rPr>
                <w:lang w:eastAsia="fi-FI"/>
              </w:rPr>
              <w:t>EN-DC</w:t>
            </w:r>
          </w:p>
          <w:p w14:paraId="272D920D" w14:textId="77777777" w:rsidR="00252A01" w:rsidRPr="00E062F1" w:rsidRDefault="00252A01" w:rsidP="006B3BD2">
            <w:pPr>
              <w:pStyle w:val="TAH"/>
              <w:rPr>
                <w:lang w:eastAsia="fi-FI"/>
              </w:rPr>
            </w:pPr>
            <w:r w:rsidRPr="00E062F1">
              <w:rPr>
                <w:lang w:eastAsia="fi-FI"/>
              </w:rPr>
              <w:t>configuration</w:t>
            </w:r>
          </w:p>
        </w:tc>
        <w:tc>
          <w:tcPr>
            <w:tcW w:w="1745" w:type="pct"/>
          </w:tcPr>
          <w:p w14:paraId="1A48D750" w14:textId="77777777" w:rsidR="00252A01" w:rsidRPr="00E16B5B" w:rsidRDefault="00252A01" w:rsidP="006B3BD2">
            <w:pPr>
              <w:pStyle w:val="TAH"/>
              <w:rPr>
                <w:lang w:val="fr-FR" w:eastAsia="fi-FI"/>
              </w:rPr>
            </w:pPr>
            <w:r w:rsidRPr="00E16B5B">
              <w:rPr>
                <w:lang w:val="fr-FR" w:eastAsia="fi-FI"/>
              </w:rPr>
              <w:t>Uplink EN-DC</w:t>
            </w:r>
          </w:p>
          <w:p w14:paraId="7778E2B0" w14:textId="77777777" w:rsidR="00252A01" w:rsidRPr="00E16B5B" w:rsidRDefault="00252A01" w:rsidP="006B3BD2">
            <w:pPr>
              <w:pStyle w:val="TAH"/>
              <w:rPr>
                <w:lang w:val="fr-FR" w:eastAsia="fi-FI"/>
              </w:rPr>
            </w:pPr>
            <w:r w:rsidRPr="00E16B5B">
              <w:rPr>
                <w:lang w:val="fr-FR" w:eastAsia="fi-FI"/>
              </w:rPr>
              <w:t>confi</w:t>
            </w:r>
            <w:bookmarkEnd w:id="1100"/>
            <w:r w:rsidRPr="00E16B5B">
              <w:rPr>
                <w:lang w:val="fr-FR" w:eastAsia="fi-FI"/>
              </w:rPr>
              <w:t>guration</w:t>
            </w:r>
          </w:p>
          <w:p w14:paraId="739D76D7" w14:textId="77777777" w:rsidR="00252A01" w:rsidRPr="00E16B5B" w:rsidRDefault="00252A01" w:rsidP="006B3BD2">
            <w:pPr>
              <w:pStyle w:val="TAH"/>
              <w:rPr>
                <w:lang w:val="fr-FR" w:eastAsia="fi-FI"/>
              </w:rPr>
            </w:pPr>
            <w:r w:rsidRPr="00E16B5B">
              <w:rPr>
                <w:lang w:val="fr-FR" w:eastAsia="fi-FI"/>
              </w:rPr>
              <w:t>(NOTE 1)</w:t>
            </w:r>
          </w:p>
        </w:tc>
        <w:tc>
          <w:tcPr>
            <w:tcW w:w="1495" w:type="pct"/>
            <w:shd w:val="clear" w:color="auto" w:fill="auto"/>
            <w:hideMark/>
          </w:tcPr>
          <w:p w14:paraId="7AE50E83" w14:textId="77777777" w:rsidR="00252A01" w:rsidRPr="00E062F1" w:rsidRDefault="00252A01" w:rsidP="006B3BD2">
            <w:pPr>
              <w:pStyle w:val="TAH"/>
              <w:rPr>
                <w:lang w:eastAsia="fi-FI"/>
              </w:rPr>
            </w:pPr>
            <w:r w:rsidRPr="00E062F1">
              <w:rPr>
                <w:lang w:eastAsia="fi-FI"/>
              </w:rPr>
              <w:t>Single UL allowed</w:t>
            </w:r>
          </w:p>
          <w:p w14:paraId="406AB3E5" w14:textId="77777777" w:rsidR="00252A01" w:rsidRPr="00E062F1" w:rsidRDefault="00252A01" w:rsidP="006B3BD2">
            <w:pPr>
              <w:pStyle w:val="TAH"/>
              <w:rPr>
                <w:rFonts w:cs="Arial"/>
                <w:bCs/>
                <w:szCs w:val="18"/>
                <w:lang w:eastAsia="fi-FI"/>
              </w:rPr>
            </w:pPr>
          </w:p>
        </w:tc>
      </w:tr>
      <w:tr w:rsidR="00252A01" w:rsidRPr="00E062F1" w14:paraId="27F6702D" w14:textId="77777777" w:rsidTr="006B3BD2">
        <w:trPr>
          <w:trHeight w:val="187"/>
          <w:jc w:val="center"/>
        </w:trPr>
        <w:tc>
          <w:tcPr>
            <w:tcW w:w="1760" w:type="pct"/>
            <w:shd w:val="clear" w:color="auto" w:fill="auto"/>
            <w:noWrap/>
          </w:tcPr>
          <w:p w14:paraId="647A17D1" w14:textId="77777777" w:rsidR="00252A01" w:rsidRPr="00E062F1" w:rsidRDefault="00252A01" w:rsidP="006B3BD2">
            <w:pPr>
              <w:pStyle w:val="TAC"/>
              <w:rPr>
                <w:lang w:eastAsia="fi-FI"/>
              </w:rPr>
            </w:pPr>
            <w:r w:rsidRPr="00E062F1">
              <w:rPr>
                <w:lang w:eastAsia="fi-FI"/>
              </w:rPr>
              <w:t>DC_(n)5AA</w:t>
            </w:r>
          </w:p>
        </w:tc>
        <w:tc>
          <w:tcPr>
            <w:tcW w:w="1745" w:type="pct"/>
          </w:tcPr>
          <w:p w14:paraId="3AF089EA" w14:textId="77777777" w:rsidR="00252A01" w:rsidRPr="00E062F1" w:rsidRDefault="00252A01" w:rsidP="006B3BD2">
            <w:pPr>
              <w:pStyle w:val="TAC"/>
              <w:rPr>
                <w:lang w:eastAsia="zh-TW"/>
              </w:rPr>
            </w:pPr>
            <w:r w:rsidRPr="00E062F1">
              <w:rPr>
                <w:lang w:eastAsia="zh-CN"/>
              </w:rPr>
              <w:t>DC_(n)5AA</w:t>
            </w:r>
            <w:r w:rsidRPr="00E062F1">
              <w:rPr>
                <w:vertAlign w:val="superscript"/>
                <w:lang w:eastAsia="zh-TW"/>
              </w:rPr>
              <w:t>6</w:t>
            </w:r>
          </w:p>
        </w:tc>
        <w:tc>
          <w:tcPr>
            <w:tcW w:w="1495" w:type="pct"/>
            <w:shd w:val="clear" w:color="auto" w:fill="auto"/>
            <w:noWrap/>
          </w:tcPr>
          <w:p w14:paraId="38E79972" w14:textId="77777777" w:rsidR="00252A01" w:rsidRPr="00E062F1" w:rsidRDefault="00252A01" w:rsidP="006B3BD2">
            <w:pPr>
              <w:pStyle w:val="TAC"/>
              <w:rPr>
                <w:lang w:eastAsia="zh-TW"/>
              </w:rPr>
            </w:pPr>
            <w:r w:rsidRPr="00E062F1">
              <w:rPr>
                <w:lang w:eastAsia="zh-TW"/>
              </w:rPr>
              <w:t>Yes</w:t>
            </w:r>
            <w:r w:rsidRPr="00E062F1">
              <w:rPr>
                <w:vertAlign w:val="superscript"/>
                <w:lang w:eastAsia="zh-TW"/>
              </w:rPr>
              <w:t>6</w:t>
            </w:r>
          </w:p>
        </w:tc>
      </w:tr>
      <w:tr w:rsidR="00252A01" w:rsidRPr="00E062F1" w14:paraId="400AF7E0" w14:textId="77777777" w:rsidTr="006B3BD2">
        <w:trPr>
          <w:trHeight w:val="187"/>
          <w:jc w:val="center"/>
        </w:trPr>
        <w:tc>
          <w:tcPr>
            <w:tcW w:w="1760" w:type="pct"/>
            <w:shd w:val="clear" w:color="auto" w:fill="auto"/>
            <w:noWrap/>
          </w:tcPr>
          <w:p w14:paraId="343A25F2" w14:textId="77777777" w:rsidR="00252A01" w:rsidRPr="00E062F1" w:rsidRDefault="00252A01" w:rsidP="006B3BD2">
            <w:pPr>
              <w:pStyle w:val="TAC"/>
              <w:rPr>
                <w:lang w:eastAsia="fi-FI"/>
              </w:rPr>
            </w:pPr>
            <w:r w:rsidRPr="00E062F1">
              <w:rPr>
                <w:lang w:eastAsia="fi-FI"/>
              </w:rPr>
              <w:t>DC_(n)12AA</w:t>
            </w:r>
          </w:p>
        </w:tc>
        <w:tc>
          <w:tcPr>
            <w:tcW w:w="1745" w:type="pct"/>
          </w:tcPr>
          <w:p w14:paraId="35CE8636" w14:textId="2373B4CF" w:rsidR="00252A01" w:rsidRPr="00E062F1" w:rsidRDefault="00252A01" w:rsidP="006B3BD2">
            <w:pPr>
              <w:pStyle w:val="TAC"/>
              <w:rPr>
                <w:lang w:eastAsia="zh-TW"/>
              </w:rPr>
            </w:pPr>
            <w:r w:rsidRPr="00E062F1">
              <w:rPr>
                <w:lang w:eastAsia="zh-CN"/>
              </w:rPr>
              <w:t>DC_(n)12AA</w:t>
            </w:r>
            <w:r w:rsidRPr="00E062F1">
              <w:rPr>
                <w:vertAlign w:val="superscript"/>
                <w:lang w:eastAsia="zh-TW"/>
              </w:rPr>
              <w:t>6</w:t>
            </w:r>
          </w:p>
        </w:tc>
        <w:tc>
          <w:tcPr>
            <w:tcW w:w="1495" w:type="pct"/>
            <w:shd w:val="clear" w:color="auto" w:fill="auto"/>
            <w:noWrap/>
          </w:tcPr>
          <w:p w14:paraId="4EFFA287" w14:textId="77777777" w:rsidR="00252A01" w:rsidRPr="00E062F1" w:rsidRDefault="00252A01" w:rsidP="006B3BD2">
            <w:pPr>
              <w:pStyle w:val="TAC"/>
              <w:rPr>
                <w:lang w:eastAsia="zh-TW"/>
              </w:rPr>
            </w:pPr>
            <w:r w:rsidRPr="00E062F1">
              <w:rPr>
                <w:lang w:eastAsia="zh-TW"/>
              </w:rPr>
              <w:t>Yes</w:t>
            </w:r>
            <w:r w:rsidRPr="00E062F1">
              <w:rPr>
                <w:vertAlign w:val="superscript"/>
                <w:lang w:eastAsia="zh-TW"/>
              </w:rPr>
              <w:t>6</w:t>
            </w:r>
          </w:p>
        </w:tc>
      </w:tr>
      <w:tr w:rsidR="00252A01" w:rsidRPr="00E062F1" w14:paraId="6806175B" w14:textId="77777777" w:rsidTr="006B3BD2">
        <w:trPr>
          <w:trHeight w:val="187"/>
          <w:jc w:val="center"/>
        </w:trPr>
        <w:tc>
          <w:tcPr>
            <w:tcW w:w="1760" w:type="pct"/>
            <w:shd w:val="clear" w:color="auto" w:fill="auto"/>
            <w:noWrap/>
          </w:tcPr>
          <w:p w14:paraId="7FD41640" w14:textId="77777777" w:rsidR="00252A01" w:rsidRPr="00E062F1" w:rsidRDefault="00252A01" w:rsidP="006B3BD2">
            <w:pPr>
              <w:pStyle w:val="TAC"/>
              <w:rPr>
                <w:lang w:eastAsia="fi-FI"/>
              </w:rPr>
            </w:pPr>
            <w:r w:rsidRPr="00E062F1">
              <w:rPr>
                <w:lang w:eastAsia="fi-FI"/>
              </w:rPr>
              <w:t>DC_(n)38AA</w:t>
            </w:r>
            <w:r w:rsidRPr="00E062F1">
              <w:rPr>
                <w:vertAlign w:val="superscript"/>
                <w:lang w:eastAsia="fi-FI"/>
              </w:rPr>
              <w:t>5</w:t>
            </w:r>
          </w:p>
        </w:tc>
        <w:tc>
          <w:tcPr>
            <w:tcW w:w="1745" w:type="pct"/>
          </w:tcPr>
          <w:p w14:paraId="06669934" w14:textId="77777777" w:rsidR="00252A01" w:rsidRPr="00E062F1" w:rsidRDefault="00252A01" w:rsidP="006B3BD2">
            <w:pPr>
              <w:pStyle w:val="TAC"/>
              <w:rPr>
                <w:lang w:eastAsia="zh-TW"/>
              </w:rPr>
            </w:pPr>
            <w:r w:rsidRPr="00E062F1">
              <w:rPr>
                <w:lang w:eastAsia="fi-FI"/>
              </w:rPr>
              <w:t>DC_(n)38AA</w:t>
            </w:r>
            <w:r w:rsidRPr="00E062F1">
              <w:rPr>
                <w:vertAlign w:val="superscript"/>
                <w:lang w:eastAsia="zh-TW"/>
              </w:rPr>
              <w:t>6</w:t>
            </w:r>
          </w:p>
        </w:tc>
        <w:tc>
          <w:tcPr>
            <w:tcW w:w="1495" w:type="pct"/>
            <w:shd w:val="clear" w:color="auto" w:fill="auto"/>
            <w:noWrap/>
          </w:tcPr>
          <w:p w14:paraId="29100E6C" w14:textId="77777777" w:rsidR="00252A01" w:rsidRPr="00E062F1" w:rsidRDefault="00252A01" w:rsidP="006B3BD2">
            <w:pPr>
              <w:pStyle w:val="TAC"/>
              <w:rPr>
                <w:lang w:eastAsia="zh-TW"/>
              </w:rPr>
            </w:pPr>
            <w:r w:rsidRPr="00E062F1">
              <w:rPr>
                <w:lang w:eastAsia="zh-TW"/>
              </w:rPr>
              <w:t>Yes</w:t>
            </w:r>
            <w:r w:rsidRPr="00E062F1">
              <w:rPr>
                <w:vertAlign w:val="superscript"/>
                <w:lang w:eastAsia="zh-TW"/>
              </w:rPr>
              <w:t>6</w:t>
            </w:r>
          </w:p>
        </w:tc>
      </w:tr>
      <w:tr w:rsidR="00252A01" w:rsidRPr="00E062F1" w14:paraId="27390409" w14:textId="77777777" w:rsidTr="006B3BD2">
        <w:trPr>
          <w:trHeight w:val="187"/>
          <w:jc w:val="center"/>
        </w:trPr>
        <w:tc>
          <w:tcPr>
            <w:tcW w:w="1760" w:type="pct"/>
            <w:shd w:val="clear" w:color="auto" w:fill="auto"/>
            <w:noWrap/>
          </w:tcPr>
          <w:p w14:paraId="4CBADAE5" w14:textId="77777777" w:rsidR="00252A01" w:rsidRPr="00C25B7D" w:rsidRDefault="00252A01" w:rsidP="006B3BD2">
            <w:pPr>
              <w:pStyle w:val="TAC"/>
              <w:rPr>
                <w:lang w:val="fi-FI" w:eastAsia="fi-FI"/>
              </w:rPr>
            </w:pPr>
            <w:r w:rsidRPr="00C25B7D">
              <w:rPr>
                <w:lang w:val="fi-FI" w:eastAsia="fi-FI"/>
              </w:rPr>
              <w:t>DC_(n)41AA</w:t>
            </w:r>
            <w:r w:rsidRPr="00C25B7D">
              <w:rPr>
                <w:vertAlign w:val="superscript"/>
                <w:lang w:val="fi-FI" w:eastAsia="fi-FI"/>
              </w:rPr>
              <w:t>5</w:t>
            </w:r>
          </w:p>
          <w:p w14:paraId="376C5F0E" w14:textId="77777777" w:rsidR="00252A01" w:rsidRPr="00C25B7D" w:rsidRDefault="00252A01" w:rsidP="006B3BD2">
            <w:pPr>
              <w:pStyle w:val="TAC"/>
              <w:rPr>
                <w:lang w:val="fi-FI" w:eastAsia="zh-TW"/>
              </w:rPr>
            </w:pPr>
            <w:r w:rsidRPr="00C25B7D">
              <w:rPr>
                <w:lang w:val="fi-FI" w:eastAsia="fi-FI"/>
              </w:rPr>
              <w:t>DC_(n)41A</w:t>
            </w:r>
            <w:r w:rsidRPr="00C25B7D">
              <w:rPr>
                <w:lang w:val="fi-FI" w:eastAsia="zh-CN"/>
              </w:rPr>
              <w:t>B</w:t>
            </w:r>
            <w:r w:rsidRPr="00C25B7D">
              <w:rPr>
                <w:vertAlign w:val="superscript"/>
                <w:lang w:val="fi-FI" w:eastAsia="fi-FI"/>
              </w:rPr>
              <w:t>5</w:t>
            </w:r>
          </w:p>
          <w:p w14:paraId="53876A16" w14:textId="77777777" w:rsidR="00252A01" w:rsidRPr="003D465D" w:rsidRDefault="00252A01" w:rsidP="006B3BD2">
            <w:pPr>
              <w:pStyle w:val="TAC"/>
              <w:rPr>
                <w:lang w:eastAsia="fi-FI"/>
              </w:rPr>
            </w:pPr>
            <w:r w:rsidRPr="003D465D">
              <w:rPr>
                <w:lang w:eastAsia="fi-FI"/>
              </w:rPr>
              <w:t>DC_(n)41CA</w:t>
            </w:r>
            <w:r w:rsidRPr="003D465D">
              <w:rPr>
                <w:vertAlign w:val="superscript"/>
                <w:lang w:eastAsia="fi-FI"/>
              </w:rPr>
              <w:t>5</w:t>
            </w:r>
          </w:p>
          <w:p w14:paraId="0CFDAB35" w14:textId="77777777" w:rsidR="00252A01" w:rsidRPr="003D465D" w:rsidRDefault="00252A01" w:rsidP="006B3BD2">
            <w:pPr>
              <w:pStyle w:val="TAC"/>
              <w:rPr>
                <w:lang w:eastAsia="fi-FI"/>
              </w:rPr>
            </w:pPr>
            <w:r w:rsidRPr="002808B4">
              <w:rPr>
                <w:lang w:eastAsia="fi-FI"/>
              </w:rPr>
              <w:t>DC_(n)41DA</w:t>
            </w:r>
            <w:r w:rsidRPr="003D120B">
              <w:rPr>
                <w:vertAlign w:val="superscript"/>
                <w:lang w:eastAsia="fi-FI"/>
              </w:rPr>
              <w:t>5</w:t>
            </w:r>
          </w:p>
        </w:tc>
        <w:tc>
          <w:tcPr>
            <w:tcW w:w="1745" w:type="pct"/>
          </w:tcPr>
          <w:p w14:paraId="7A9DC23A" w14:textId="77777777" w:rsidR="00252A01" w:rsidRPr="00E062F1" w:rsidRDefault="00252A01" w:rsidP="006B3BD2">
            <w:pPr>
              <w:pStyle w:val="TAC"/>
              <w:rPr>
                <w:lang w:eastAsia="fi-FI"/>
              </w:rPr>
            </w:pPr>
            <w:r w:rsidRPr="00E062F1">
              <w:rPr>
                <w:lang w:eastAsia="fi-FI"/>
              </w:rPr>
              <w:t>DC_(n)41AA</w:t>
            </w:r>
          </w:p>
        </w:tc>
        <w:tc>
          <w:tcPr>
            <w:tcW w:w="1495" w:type="pct"/>
            <w:shd w:val="clear" w:color="auto" w:fill="auto"/>
            <w:noWrap/>
          </w:tcPr>
          <w:p w14:paraId="11313132" w14:textId="77777777" w:rsidR="00252A01" w:rsidRPr="00E062F1" w:rsidRDefault="00252A01" w:rsidP="006B3BD2">
            <w:pPr>
              <w:pStyle w:val="TAC"/>
              <w:rPr>
                <w:lang w:eastAsia="fi-FI"/>
              </w:rPr>
            </w:pPr>
            <w:r w:rsidRPr="00E062F1">
              <w:rPr>
                <w:lang w:eastAsia="fi-FI"/>
              </w:rPr>
              <w:t>Yes</w:t>
            </w:r>
            <w:r w:rsidRPr="00E062F1">
              <w:rPr>
                <w:vertAlign w:val="superscript"/>
                <w:lang w:eastAsia="fi-FI"/>
              </w:rPr>
              <w:t>3</w:t>
            </w:r>
          </w:p>
        </w:tc>
      </w:tr>
      <w:tr w:rsidR="00252A01" w:rsidRPr="00E062F1" w14:paraId="68533188" w14:textId="77777777" w:rsidTr="006B3BD2">
        <w:trPr>
          <w:trHeight w:val="187"/>
          <w:jc w:val="center"/>
        </w:trPr>
        <w:tc>
          <w:tcPr>
            <w:tcW w:w="1760" w:type="pct"/>
            <w:shd w:val="clear" w:color="auto" w:fill="auto"/>
            <w:noWrap/>
          </w:tcPr>
          <w:p w14:paraId="515CA1F0" w14:textId="77777777" w:rsidR="00252A01" w:rsidRPr="003D465D" w:rsidRDefault="00252A01" w:rsidP="006B3BD2">
            <w:pPr>
              <w:pStyle w:val="TAC"/>
              <w:rPr>
                <w:vertAlign w:val="superscript"/>
                <w:lang w:eastAsia="zh-TW"/>
              </w:rPr>
            </w:pPr>
            <w:r w:rsidRPr="003D465D">
              <w:rPr>
                <w:lang w:eastAsia="fi-FI"/>
              </w:rPr>
              <w:t>DC_(n)41A</w:t>
            </w:r>
            <w:r w:rsidRPr="003D465D">
              <w:rPr>
                <w:lang w:eastAsia="zh-CN"/>
              </w:rPr>
              <w:t>B</w:t>
            </w:r>
            <w:r w:rsidRPr="003D465D">
              <w:rPr>
                <w:vertAlign w:val="superscript"/>
                <w:lang w:eastAsia="fi-FI"/>
              </w:rPr>
              <w:t>5</w:t>
            </w:r>
          </w:p>
          <w:p w14:paraId="69BD57C4" w14:textId="77777777" w:rsidR="00252A01" w:rsidRPr="003D120B" w:rsidRDefault="00252A01" w:rsidP="006B3BD2">
            <w:pPr>
              <w:pStyle w:val="TAC"/>
              <w:rPr>
                <w:lang w:eastAsia="fi-FI"/>
              </w:rPr>
            </w:pPr>
            <w:r w:rsidRPr="002808B4">
              <w:rPr>
                <w:lang w:eastAsia="fi-FI"/>
              </w:rPr>
              <w:t>DC_</w:t>
            </w:r>
            <w:r w:rsidRPr="003D465D">
              <w:rPr>
                <w:lang w:eastAsia="fi-FI"/>
              </w:rPr>
              <w:t>(n)41CA</w:t>
            </w:r>
            <w:r w:rsidRPr="002808B4">
              <w:rPr>
                <w:vertAlign w:val="superscript"/>
                <w:lang w:eastAsia="fi-FI"/>
              </w:rPr>
              <w:t>5</w:t>
            </w:r>
          </w:p>
          <w:p w14:paraId="1FDCE368" w14:textId="77777777" w:rsidR="00252A01" w:rsidRPr="003D465D" w:rsidRDefault="00252A01" w:rsidP="006B3BD2">
            <w:pPr>
              <w:pStyle w:val="TAC"/>
              <w:rPr>
                <w:lang w:eastAsia="fi-FI"/>
              </w:rPr>
            </w:pPr>
            <w:r w:rsidRPr="003D465D">
              <w:rPr>
                <w:lang w:eastAsia="fi-FI"/>
              </w:rPr>
              <w:t>DC_(n)41DA</w:t>
            </w:r>
            <w:r w:rsidRPr="003D465D">
              <w:rPr>
                <w:vertAlign w:val="superscript"/>
                <w:lang w:eastAsia="fi-FI"/>
              </w:rPr>
              <w:t>5</w:t>
            </w:r>
          </w:p>
        </w:tc>
        <w:tc>
          <w:tcPr>
            <w:tcW w:w="1745" w:type="pct"/>
          </w:tcPr>
          <w:p w14:paraId="780CC127" w14:textId="77777777" w:rsidR="00252A01" w:rsidRPr="00E062F1" w:rsidRDefault="00252A01" w:rsidP="006B3BD2">
            <w:pPr>
              <w:pStyle w:val="TAC"/>
              <w:rPr>
                <w:lang w:eastAsia="fi-FI"/>
              </w:rPr>
            </w:pPr>
            <w:r w:rsidRPr="00E062F1">
              <w:rPr>
                <w:lang w:eastAsia="fi-FI"/>
              </w:rPr>
              <w:t>DC_41A_n41A</w:t>
            </w:r>
          </w:p>
        </w:tc>
        <w:tc>
          <w:tcPr>
            <w:tcW w:w="1495" w:type="pct"/>
            <w:shd w:val="clear" w:color="auto" w:fill="auto"/>
            <w:noWrap/>
          </w:tcPr>
          <w:p w14:paraId="1C5AF419" w14:textId="77777777" w:rsidR="00252A01" w:rsidRPr="00E062F1" w:rsidRDefault="00252A01" w:rsidP="006B3BD2">
            <w:pPr>
              <w:pStyle w:val="TAC"/>
              <w:rPr>
                <w:lang w:eastAsia="fi-FI"/>
              </w:rPr>
            </w:pPr>
            <w:r w:rsidRPr="00E062F1">
              <w:rPr>
                <w:lang w:eastAsia="fi-FI"/>
              </w:rPr>
              <w:t>Yes</w:t>
            </w:r>
            <w:r w:rsidRPr="00E062F1">
              <w:rPr>
                <w:vertAlign w:val="superscript"/>
                <w:lang w:eastAsia="fi-FI"/>
              </w:rPr>
              <w:t>3</w:t>
            </w:r>
          </w:p>
        </w:tc>
      </w:tr>
      <w:tr w:rsidR="00252A01" w:rsidRPr="00E062F1" w14:paraId="0DCC1F49" w14:textId="77777777" w:rsidTr="006B3BD2">
        <w:trPr>
          <w:trHeight w:val="187"/>
          <w:jc w:val="center"/>
        </w:trPr>
        <w:tc>
          <w:tcPr>
            <w:tcW w:w="1760" w:type="pct"/>
            <w:shd w:val="clear" w:color="auto" w:fill="auto"/>
            <w:noWrap/>
          </w:tcPr>
          <w:p w14:paraId="5AA00F10" w14:textId="77777777" w:rsidR="00252A01" w:rsidRPr="00E062F1" w:rsidRDefault="00252A01" w:rsidP="006B3BD2">
            <w:pPr>
              <w:pStyle w:val="TAC"/>
              <w:rPr>
                <w:lang w:eastAsia="zh-TW"/>
              </w:rPr>
            </w:pPr>
            <w:r w:rsidRPr="00E062F1">
              <w:rPr>
                <w:rFonts w:cs="Arial"/>
                <w:lang w:eastAsia="zh-CN"/>
              </w:rPr>
              <w:t>DC_(n)48AA</w:t>
            </w:r>
            <w:r w:rsidRPr="00E062F1">
              <w:rPr>
                <w:rFonts w:cs="Arial"/>
                <w:vertAlign w:val="superscript"/>
                <w:lang w:eastAsia="zh-TW"/>
              </w:rPr>
              <w:t>5</w:t>
            </w:r>
          </w:p>
        </w:tc>
        <w:tc>
          <w:tcPr>
            <w:tcW w:w="1745" w:type="pct"/>
          </w:tcPr>
          <w:p w14:paraId="496EBECA" w14:textId="77777777" w:rsidR="00252A01" w:rsidRPr="00E062F1" w:rsidRDefault="00252A01" w:rsidP="006B3BD2">
            <w:pPr>
              <w:pStyle w:val="TAC"/>
              <w:rPr>
                <w:lang w:eastAsia="zh-TW"/>
              </w:rPr>
            </w:pPr>
            <w:r w:rsidRPr="00E062F1">
              <w:rPr>
                <w:rFonts w:cs="Arial"/>
                <w:lang w:eastAsia="zh-CN"/>
              </w:rPr>
              <w:t>DC_(n)48AA</w:t>
            </w:r>
            <w:r w:rsidRPr="00E062F1">
              <w:rPr>
                <w:rFonts w:cs="Arial"/>
                <w:vertAlign w:val="superscript"/>
                <w:lang w:eastAsia="zh-TW"/>
              </w:rPr>
              <w:t>6</w:t>
            </w:r>
          </w:p>
        </w:tc>
        <w:tc>
          <w:tcPr>
            <w:tcW w:w="1495" w:type="pct"/>
            <w:shd w:val="clear" w:color="auto" w:fill="auto"/>
            <w:noWrap/>
          </w:tcPr>
          <w:p w14:paraId="389A2D64" w14:textId="77777777" w:rsidR="00252A01" w:rsidRPr="00E062F1" w:rsidRDefault="00252A01" w:rsidP="006B3BD2">
            <w:pPr>
              <w:pStyle w:val="TAC"/>
              <w:rPr>
                <w:lang w:eastAsia="zh-TW"/>
              </w:rPr>
            </w:pPr>
            <w:r w:rsidRPr="00E062F1">
              <w:rPr>
                <w:lang w:eastAsia="fi-FI"/>
              </w:rPr>
              <w:t>Yes</w:t>
            </w:r>
            <w:r w:rsidRPr="00E062F1">
              <w:rPr>
                <w:vertAlign w:val="superscript"/>
                <w:lang w:eastAsia="zh-TW"/>
              </w:rPr>
              <w:t>6</w:t>
            </w:r>
          </w:p>
        </w:tc>
      </w:tr>
      <w:tr w:rsidR="00252A01" w:rsidRPr="00E062F1" w14:paraId="09D8358B" w14:textId="77777777" w:rsidTr="006B3BD2">
        <w:trPr>
          <w:trHeight w:val="187"/>
          <w:jc w:val="center"/>
        </w:trPr>
        <w:tc>
          <w:tcPr>
            <w:tcW w:w="1760" w:type="pct"/>
            <w:shd w:val="clear" w:color="auto" w:fill="auto"/>
            <w:noWrap/>
          </w:tcPr>
          <w:p w14:paraId="6AD8F1B5" w14:textId="77777777" w:rsidR="00252A01" w:rsidRPr="00E062F1" w:rsidRDefault="00252A01" w:rsidP="006B3BD2">
            <w:pPr>
              <w:pStyle w:val="TAC"/>
              <w:rPr>
                <w:lang w:eastAsia="zh-TW"/>
              </w:rPr>
            </w:pPr>
            <w:r w:rsidRPr="00E062F1">
              <w:rPr>
                <w:rFonts w:cs="Arial"/>
                <w:lang w:eastAsia="zh-CN"/>
              </w:rPr>
              <w:t>DC_(n)48CA</w:t>
            </w:r>
            <w:r w:rsidRPr="00E062F1">
              <w:rPr>
                <w:rFonts w:cs="Arial"/>
                <w:vertAlign w:val="superscript"/>
                <w:lang w:eastAsia="zh-TW"/>
              </w:rPr>
              <w:t>5</w:t>
            </w:r>
          </w:p>
        </w:tc>
        <w:tc>
          <w:tcPr>
            <w:tcW w:w="1745" w:type="pct"/>
          </w:tcPr>
          <w:p w14:paraId="1FBDA3D1" w14:textId="77777777" w:rsidR="00252A01" w:rsidRPr="00E062F1" w:rsidRDefault="00252A01" w:rsidP="006B3BD2">
            <w:pPr>
              <w:pStyle w:val="TAC"/>
              <w:rPr>
                <w:rFonts w:cs="Arial"/>
                <w:vertAlign w:val="superscript"/>
                <w:lang w:eastAsia="zh-TW"/>
              </w:rPr>
            </w:pPr>
            <w:r w:rsidRPr="00E062F1">
              <w:rPr>
                <w:rFonts w:cs="Arial"/>
                <w:lang w:eastAsia="zh-CN"/>
              </w:rPr>
              <w:t>DC_(n)48AA</w:t>
            </w:r>
            <w:r w:rsidRPr="00E062F1">
              <w:rPr>
                <w:rFonts w:cs="Arial"/>
                <w:vertAlign w:val="superscript"/>
                <w:lang w:eastAsia="zh-TW"/>
              </w:rPr>
              <w:t>6</w:t>
            </w:r>
          </w:p>
          <w:p w14:paraId="49425487" w14:textId="77777777" w:rsidR="00252A01" w:rsidRPr="00E062F1" w:rsidRDefault="00252A01" w:rsidP="006B3BD2">
            <w:pPr>
              <w:pStyle w:val="TAC"/>
              <w:rPr>
                <w:lang w:eastAsia="zh-TW"/>
              </w:rPr>
            </w:pPr>
            <w:r w:rsidRPr="00E062F1">
              <w:rPr>
                <w:rFonts w:eastAsia="PMingLiU" w:cs="Arial"/>
                <w:lang w:eastAsia="zh-TW"/>
              </w:rPr>
              <w:t>DC_</w:t>
            </w:r>
            <w:r w:rsidRPr="00E062F1">
              <w:rPr>
                <w:rFonts w:cs="Arial"/>
                <w:lang w:eastAsia="zh-CN"/>
              </w:rPr>
              <w:t>48A_n48A</w:t>
            </w:r>
            <w:r w:rsidRPr="00E062F1">
              <w:rPr>
                <w:rFonts w:cs="Arial"/>
                <w:vertAlign w:val="superscript"/>
                <w:lang w:eastAsia="zh-TW"/>
              </w:rPr>
              <w:t>6</w:t>
            </w:r>
          </w:p>
        </w:tc>
        <w:tc>
          <w:tcPr>
            <w:tcW w:w="1495" w:type="pct"/>
            <w:shd w:val="clear" w:color="auto" w:fill="auto"/>
            <w:noWrap/>
          </w:tcPr>
          <w:p w14:paraId="10B1A373" w14:textId="77777777" w:rsidR="00252A01" w:rsidRPr="00E062F1" w:rsidRDefault="00252A01" w:rsidP="006B3BD2">
            <w:pPr>
              <w:pStyle w:val="TAC"/>
              <w:rPr>
                <w:lang w:eastAsia="zh-TW"/>
              </w:rPr>
            </w:pPr>
            <w:r w:rsidRPr="00E062F1">
              <w:rPr>
                <w:lang w:eastAsia="fi-FI"/>
              </w:rPr>
              <w:t>Yes</w:t>
            </w:r>
            <w:r w:rsidRPr="00E062F1">
              <w:rPr>
                <w:vertAlign w:val="superscript"/>
                <w:lang w:eastAsia="zh-TW"/>
              </w:rPr>
              <w:t>6</w:t>
            </w:r>
          </w:p>
        </w:tc>
      </w:tr>
      <w:tr w:rsidR="00252A01" w:rsidRPr="00E062F1" w14:paraId="693A6C18" w14:textId="77777777" w:rsidTr="006B3BD2">
        <w:trPr>
          <w:trHeight w:val="187"/>
          <w:jc w:val="center"/>
        </w:trPr>
        <w:tc>
          <w:tcPr>
            <w:tcW w:w="1760" w:type="pct"/>
            <w:shd w:val="clear" w:color="auto" w:fill="auto"/>
            <w:noWrap/>
          </w:tcPr>
          <w:p w14:paraId="468AC2E7" w14:textId="77777777" w:rsidR="00252A01" w:rsidRPr="00E062F1" w:rsidRDefault="00252A01" w:rsidP="006B3BD2">
            <w:pPr>
              <w:pStyle w:val="TAC"/>
              <w:rPr>
                <w:lang w:eastAsia="zh-TW"/>
              </w:rPr>
            </w:pPr>
            <w:r w:rsidRPr="00E062F1">
              <w:rPr>
                <w:rFonts w:cs="Arial"/>
                <w:lang w:eastAsia="zh-CN"/>
              </w:rPr>
              <w:t>DC_(n)48DA</w:t>
            </w:r>
            <w:r w:rsidRPr="00E062F1">
              <w:rPr>
                <w:rFonts w:cs="Arial"/>
                <w:vertAlign w:val="superscript"/>
                <w:lang w:eastAsia="zh-TW"/>
              </w:rPr>
              <w:t>5</w:t>
            </w:r>
          </w:p>
        </w:tc>
        <w:tc>
          <w:tcPr>
            <w:tcW w:w="1745" w:type="pct"/>
          </w:tcPr>
          <w:p w14:paraId="5463F49A" w14:textId="77777777" w:rsidR="00252A01" w:rsidRPr="00E062F1" w:rsidRDefault="00252A01" w:rsidP="006B3BD2">
            <w:pPr>
              <w:pStyle w:val="TAC"/>
              <w:rPr>
                <w:rFonts w:cs="Arial"/>
                <w:vertAlign w:val="superscript"/>
                <w:lang w:eastAsia="zh-TW"/>
              </w:rPr>
            </w:pPr>
            <w:r w:rsidRPr="00E062F1">
              <w:rPr>
                <w:rFonts w:cs="Arial"/>
                <w:lang w:eastAsia="zh-CN"/>
              </w:rPr>
              <w:t>DC_(n)48AA</w:t>
            </w:r>
            <w:r w:rsidRPr="00E062F1">
              <w:rPr>
                <w:rFonts w:cs="Arial"/>
                <w:vertAlign w:val="superscript"/>
                <w:lang w:eastAsia="zh-TW"/>
              </w:rPr>
              <w:t>6</w:t>
            </w:r>
          </w:p>
          <w:p w14:paraId="19ABAC3D" w14:textId="77777777" w:rsidR="00252A01" w:rsidRPr="00E062F1" w:rsidRDefault="00252A01" w:rsidP="006B3BD2">
            <w:pPr>
              <w:pStyle w:val="TAC"/>
              <w:rPr>
                <w:lang w:eastAsia="zh-TW"/>
              </w:rPr>
            </w:pPr>
            <w:r w:rsidRPr="00E062F1">
              <w:rPr>
                <w:rFonts w:eastAsia="PMingLiU" w:cs="Arial"/>
                <w:lang w:eastAsia="zh-TW"/>
              </w:rPr>
              <w:t>DC_</w:t>
            </w:r>
            <w:r w:rsidRPr="00E062F1">
              <w:rPr>
                <w:rFonts w:cs="Arial"/>
                <w:lang w:eastAsia="zh-CN"/>
              </w:rPr>
              <w:t>48A_n48A</w:t>
            </w:r>
            <w:r w:rsidRPr="00E062F1">
              <w:rPr>
                <w:rFonts w:cs="Arial"/>
                <w:vertAlign w:val="superscript"/>
                <w:lang w:eastAsia="zh-TW"/>
              </w:rPr>
              <w:t>6</w:t>
            </w:r>
          </w:p>
        </w:tc>
        <w:tc>
          <w:tcPr>
            <w:tcW w:w="1495" w:type="pct"/>
            <w:shd w:val="clear" w:color="auto" w:fill="auto"/>
            <w:noWrap/>
          </w:tcPr>
          <w:p w14:paraId="69FB5009" w14:textId="77777777" w:rsidR="00252A01" w:rsidRPr="00E062F1" w:rsidRDefault="00252A01" w:rsidP="006B3BD2">
            <w:pPr>
              <w:pStyle w:val="TAC"/>
              <w:rPr>
                <w:lang w:eastAsia="zh-TW"/>
              </w:rPr>
            </w:pPr>
            <w:r w:rsidRPr="00E062F1">
              <w:rPr>
                <w:lang w:eastAsia="fi-FI"/>
              </w:rPr>
              <w:t>Yes</w:t>
            </w:r>
            <w:r w:rsidRPr="00E062F1">
              <w:rPr>
                <w:vertAlign w:val="superscript"/>
                <w:lang w:eastAsia="zh-TW"/>
              </w:rPr>
              <w:t>6</w:t>
            </w:r>
          </w:p>
        </w:tc>
      </w:tr>
      <w:tr w:rsidR="00252A01" w:rsidRPr="00E062F1" w14:paraId="351196DD" w14:textId="77777777" w:rsidTr="006B3BD2">
        <w:trPr>
          <w:trHeight w:val="187"/>
          <w:jc w:val="center"/>
        </w:trPr>
        <w:tc>
          <w:tcPr>
            <w:tcW w:w="1760" w:type="pct"/>
            <w:shd w:val="clear" w:color="auto" w:fill="auto"/>
            <w:noWrap/>
          </w:tcPr>
          <w:p w14:paraId="0151B41B" w14:textId="77777777" w:rsidR="00252A01" w:rsidRPr="00E062F1" w:rsidRDefault="00252A01" w:rsidP="006B3BD2">
            <w:pPr>
              <w:pStyle w:val="TAC"/>
              <w:rPr>
                <w:lang w:eastAsia="fi-FI"/>
              </w:rPr>
            </w:pPr>
            <w:r w:rsidRPr="00E062F1">
              <w:rPr>
                <w:lang w:eastAsia="fi-FI"/>
              </w:rPr>
              <w:t>DC_(n)71AA</w:t>
            </w:r>
            <w:r w:rsidRPr="00E062F1">
              <w:rPr>
                <w:vertAlign w:val="superscript"/>
                <w:lang w:eastAsia="fi-FI"/>
              </w:rPr>
              <w:t>2</w:t>
            </w:r>
          </w:p>
        </w:tc>
        <w:tc>
          <w:tcPr>
            <w:tcW w:w="1745" w:type="pct"/>
          </w:tcPr>
          <w:p w14:paraId="36772C0D" w14:textId="77777777" w:rsidR="00252A01" w:rsidRPr="00E062F1" w:rsidRDefault="00252A01" w:rsidP="006B3BD2">
            <w:pPr>
              <w:pStyle w:val="TAC"/>
              <w:rPr>
                <w:lang w:eastAsia="fi-FI"/>
              </w:rPr>
            </w:pPr>
            <w:r w:rsidRPr="00E062F1">
              <w:rPr>
                <w:lang w:eastAsia="fi-FI"/>
              </w:rPr>
              <w:t>DC_(n)71AA</w:t>
            </w:r>
          </w:p>
        </w:tc>
        <w:tc>
          <w:tcPr>
            <w:tcW w:w="1495" w:type="pct"/>
            <w:shd w:val="clear" w:color="auto" w:fill="auto"/>
            <w:noWrap/>
          </w:tcPr>
          <w:p w14:paraId="14E1CA10" w14:textId="77777777" w:rsidR="00252A01" w:rsidRPr="00E062F1" w:rsidRDefault="00252A01" w:rsidP="006B3BD2">
            <w:pPr>
              <w:pStyle w:val="TAC"/>
              <w:rPr>
                <w:lang w:eastAsia="fi-FI"/>
              </w:rPr>
            </w:pPr>
            <w:r w:rsidRPr="00E062F1">
              <w:rPr>
                <w:lang w:eastAsia="fi-FI"/>
              </w:rPr>
              <w:t>No</w:t>
            </w:r>
            <w:r w:rsidRPr="00E062F1">
              <w:rPr>
                <w:vertAlign w:val="superscript"/>
                <w:lang w:eastAsia="fi-FI"/>
              </w:rPr>
              <w:t>4</w:t>
            </w:r>
          </w:p>
        </w:tc>
      </w:tr>
      <w:tr w:rsidR="00252A01" w:rsidRPr="00E062F1" w14:paraId="0594A2A1" w14:textId="77777777" w:rsidTr="006B3BD2">
        <w:trPr>
          <w:trHeight w:val="187"/>
          <w:jc w:val="center"/>
        </w:trPr>
        <w:tc>
          <w:tcPr>
            <w:tcW w:w="5000" w:type="pct"/>
            <w:gridSpan w:val="3"/>
            <w:shd w:val="clear" w:color="auto" w:fill="auto"/>
            <w:noWrap/>
            <w:vAlign w:val="center"/>
          </w:tcPr>
          <w:p w14:paraId="7ED567F6" w14:textId="77777777" w:rsidR="00252A01" w:rsidRPr="00E062F1" w:rsidRDefault="00252A01" w:rsidP="00252A01">
            <w:pPr>
              <w:pStyle w:val="TAN"/>
              <w:rPr>
                <w:rFonts w:cs="Arial"/>
              </w:rPr>
            </w:pPr>
            <w:r w:rsidRPr="00E062F1">
              <w:rPr>
                <w:rFonts w:cs="Arial"/>
              </w:rPr>
              <w:t>NOTE 1:</w:t>
            </w:r>
            <w:r w:rsidRPr="00E062F1">
              <w:rPr>
                <w:rFonts w:cs="Arial"/>
              </w:rPr>
              <w:tab/>
              <w:t>Uplink EN-DC configurations are the configurations supported by the present release of specifications.</w:t>
            </w:r>
          </w:p>
          <w:p w14:paraId="5C0233BD" w14:textId="77777777" w:rsidR="00252A01" w:rsidRPr="00E062F1" w:rsidRDefault="00252A01" w:rsidP="00252A01">
            <w:pPr>
              <w:pStyle w:val="TAN"/>
              <w:rPr>
                <w:rFonts w:cs="Arial"/>
              </w:rPr>
            </w:pPr>
            <w:r w:rsidRPr="00E062F1">
              <w:rPr>
                <w:rFonts w:cs="Arial"/>
              </w:rPr>
              <w:t>NOTE 2:</w:t>
            </w:r>
            <w:r w:rsidRPr="00E062F1">
              <w:rPr>
                <w:rFonts w:cs="Arial"/>
              </w:rPr>
              <w:tab/>
              <w:t>Requirements in this specification apply for NR SCS of 15 kHz only.</w:t>
            </w:r>
          </w:p>
          <w:p w14:paraId="5B87BEBD" w14:textId="77777777" w:rsidR="00252A01" w:rsidRPr="00E062F1" w:rsidRDefault="00252A01" w:rsidP="00252A01">
            <w:pPr>
              <w:pStyle w:val="TAN"/>
              <w:rPr>
                <w:lang w:eastAsia="fi-FI"/>
              </w:rPr>
            </w:pPr>
            <w:r w:rsidRPr="00E062F1">
              <w:rPr>
                <w:lang w:eastAsia="fi-FI"/>
              </w:rPr>
              <w:t>NOTE 3:</w:t>
            </w:r>
            <w:r w:rsidRPr="00E062F1">
              <w:rPr>
                <w:lang w:eastAsia="fi-FI"/>
              </w:rPr>
              <w:tab/>
              <w:t>Single UL allowed due to potential emission issues, not self-interference.</w:t>
            </w:r>
          </w:p>
          <w:p w14:paraId="01AD33C7" w14:textId="77777777" w:rsidR="00252A01" w:rsidRPr="00E062F1" w:rsidRDefault="00252A01" w:rsidP="00252A01">
            <w:pPr>
              <w:pStyle w:val="TAN"/>
              <w:rPr>
                <w:lang w:eastAsia="fi-FI"/>
              </w:rPr>
            </w:pPr>
            <w:r w:rsidRPr="00E062F1">
              <w:rPr>
                <w:lang w:eastAsia="fi-FI"/>
              </w:rPr>
              <w:t>NOTE 4:</w:t>
            </w:r>
            <w:r w:rsidRPr="00E062F1">
              <w:rPr>
                <w:lang w:eastAsia="fi-FI"/>
              </w:rPr>
              <w:tab/>
              <w:t>For UE(s) supporting dynamic power sharing it is mandatory to do dual simultaneous UL. For UE(s) not supporting dynamic power sharing single UL is allowed.</w:t>
            </w:r>
          </w:p>
          <w:p w14:paraId="6CA807F9" w14:textId="77777777" w:rsidR="00252A01" w:rsidRPr="00E062F1" w:rsidRDefault="00252A01" w:rsidP="00252A01">
            <w:pPr>
              <w:pStyle w:val="TAN"/>
              <w:rPr>
                <w:lang w:eastAsia="zh-TW"/>
              </w:rPr>
            </w:pPr>
            <w:r w:rsidRPr="00E062F1">
              <w:rPr>
                <w:lang w:eastAsia="fi-FI"/>
              </w:rPr>
              <w:t>NOTE 5:</w:t>
            </w:r>
            <w:r w:rsidRPr="00E062F1">
              <w:rPr>
                <w:lang w:eastAsia="fi-FI"/>
              </w:rPr>
              <w:tab/>
              <w:t>The minimum requirements only apply for non-simultaneous Tx/Rx between all carriers.</w:t>
            </w:r>
          </w:p>
          <w:p w14:paraId="0546BB85" w14:textId="77777777" w:rsidR="00252A01" w:rsidRPr="00E062F1" w:rsidRDefault="00252A01" w:rsidP="00252A01">
            <w:pPr>
              <w:pStyle w:val="TAN"/>
              <w:rPr>
                <w:lang w:eastAsia="zh-TW"/>
              </w:rPr>
            </w:pPr>
            <w:r w:rsidRPr="00E062F1">
              <w:rPr>
                <w:lang w:eastAsia="zh-TW"/>
              </w:rPr>
              <w:t>NOTE 6:</w:t>
            </w:r>
            <w:r w:rsidRPr="00E062F1">
              <w:rPr>
                <w:lang w:eastAsia="fi-FI"/>
              </w:rPr>
              <w:tab/>
            </w:r>
            <w:r w:rsidRPr="00E062F1">
              <w:rPr>
                <w:lang w:eastAsia="zh-TW"/>
              </w:rPr>
              <w:t>Only single switched UL is supported</w:t>
            </w:r>
          </w:p>
        </w:tc>
      </w:tr>
    </w:tbl>
    <w:p w14:paraId="149165EB" w14:textId="77777777" w:rsidR="001310A1" w:rsidRPr="00E062F1" w:rsidRDefault="001310A1" w:rsidP="001310A1"/>
    <w:p w14:paraId="28FF9E8C" w14:textId="77777777" w:rsidR="001310A1" w:rsidRPr="00E16B5B" w:rsidRDefault="001310A1" w:rsidP="001310A1">
      <w:pPr>
        <w:pStyle w:val="Heading3"/>
        <w:rPr>
          <w:lang w:val="fr-FR"/>
        </w:rPr>
      </w:pPr>
      <w:bookmarkStart w:id="1101" w:name="_Toc21351520"/>
      <w:bookmarkStart w:id="1102" w:name="_Toc29807102"/>
      <w:bookmarkStart w:id="1103" w:name="_Toc36648816"/>
      <w:bookmarkStart w:id="1104" w:name="_Toc36651541"/>
      <w:bookmarkStart w:id="1105" w:name="_Toc37256475"/>
      <w:bookmarkStart w:id="1106" w:name="_Toc37256816"/>
      <w:bookmarkStart w:id="1107" w:name="_Toc45890513"/>
      <w:bookmarkStart w:id="1108" w:name="_Toc45891737"/>
      <w:bookmarkStart w:id="1109" w:name="_Toc45892147"/>
      <w:bookmarkStart w:id="1110" w:name="_Toc45892557"/>
      <w:bookmarkStart w:id="1111" w:name="_Toc52352970"/>
      <w:bookmarkStart w:id="1112" w:name="_Toc53174793"/>
      <w:bookmarkStart w:id="1113" w:name="_Toc61375942"/>
      <w:bookmarkStart w:id="1114" w:name="_Toc61376354"/>
      <w:bookmarkStart w:id="1115" w:name="_Toc67938627"/>
      <w:bookmarkStart w:id="1116" w:name="_Toc76454229"/>
      <w:bookmarkStart w:id="1117" w:name="_Toc76719649"/>
      <w:bookmarkStart w:id="1118" w:name="_Toc76720169"/>
      <w:bookmarkStart w:id="1119" w:name="_Toc83742866"/>
      <w:bookmarkStart w:id="1120" w:name="_Toc83887241"/>
      <w:bookmarkStart w:id="1121" w:name="_Toc83888042"/>
      <w:bookmarkStart w:id="1122" w:name="_Toc90588696"/>
      <w:r w:rsidRPr="00E16B5B">
        <w:rPr>
          <w:lang w:val="fr-FR"/>
        </w:rPr>
        <w:t>5.5B.3</w:t>
      </w:r>
      <w:r w:rsidRPr="00E16B5B">
        <w:rPr>
          <w:lang w:val="fr-FR"/>
        </w:rPr>
        <w:tab/>
        <w:t>Intra-band non-contiguous EN-DC</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14:paraId="01CED3C7" w14:textId="77777777" w:rsidR="00D92C23" w:rsidRDefault="00D92C23" w:rsidP="00D92C23">
      <w:pPr>
        <w:pStyle w:val="TH"/>
      </w:pPr>
      <w:bookmarkStart w:id="1123" w:name="_Toc21351521"/>
      <w:bookmarkStart w:id="1124" w:name="_Toc29807103"/>
      <w:bookmarkStart w:id="1125" w:name="_Toc36648817"/>
      <w:bookmarkStart w:id="1126" w:name="_Toc36651542"/>
      <w:bookmarkStart w:id="1127" w:name="_Toc37256476"/>
      <w:bookmarkStart w:id="1128" w:name="_Toc37256817"/>
      <w:bookmarkStart w:id="1129" w:name="_Toc45890514"/>
      <w:bookmarkStart w:id="1130" w:name="_Toc45891738"/>
      <w:bookmarkStart w:id="1131" w:name="_Toc45892148"/>
      <w:bookmarkStart w:id="1132" w:name="_Toc45892558"/>
      <w:bookmarkStart w:id="1133" w:name="_Toc52352971"/>
      <w:bookmarkStart w:id="1134" w:name="_Toc53174794"/>
      <w:bookmarkStart w:id="1135" w:name="_Toc61375943"/>
      <w:bookmarkStart w:id="1136" w:name="_Toc61376355"/>
      <w:bookmarkStart w:id="1137" w:name="_Toc67938628"/>
      <w:bookmarkStart w:id="1138" w:name="_Toc76454230"/>
      <w:bookmarkStart w:id="1139" w:name="_Toc76719650"/>
      <w:bookmarkStart w:id="1140" w:name="_Toc76720170"/>
      <w:bookmarkStart w:id="1141" w:name="_Toc83742867"/>
      <w:bookmarkStart w:id="1142" w:name="_Toc83887242"/>
      <w:bookmarkStart w:id="1143" w:name="_Toc83888043"/>
      <w:bookmarkStart w:id="1144" w:name="_Toc90588697"/>
      <w:r>
        <w:t>Table 5.5B.3-1: Intra-band non-contiguous EN-DC configurations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4"/>
        <w:gridCol w:w="3381"/>
        <w:gridCol w:w="3134"/>
      </w:tblGrid>
      <w:tr w:rsidR="00D92C23" w14:paraId="2E7D028F" w14:textId="77777777" w:rsidTr="00005EC3">
        <w:trPr>
          <w:trHeight w:val="187"/>
          <w:jc w:val="center"/>
        </w:trPr>
        <w:tc>
          <w:tcPr>
            <w:tcW w:w="3114" w:type="dxa"/>
            <w:tcBorders>
              <w:top w:val="single" w:sz="4" w:space="0" w:color="auto"/>
              <w:left w:val="single" w:sz="4" w:space="0" w:color="auto"/>
              <w:bottom w:val="single" w:sz="4" w:space="0" w:color="auto"/>
              <w:right w:val="single" w:sz="4" w:space="0" w:color="auto"/>
            </w:tcBorders>
            <w:hideMark/>
          </w:tcPr>
          <w:p w14:paraId="769F2F17" w14:textId="77777777" w:rsidR="00D92C23" w:rsidRDefault="00D92C23" w:rsidP="0026746F">
            <w:pPr>
              <w:pStyle w:val="TAH"/>
              <w:rPr>
                <w:lang w:eastAsia="fi-FI"/>
              </w:rPr>
            </w:pPr>
            <w:r>
              <w:rPr>
                <w:lang w:eastAsia="fi-FI"/>
              </w:rPr>
              <w:t>EN-DC</w:t>
            </w:r>
          </w:p>
          <w:p w14:paraId="53DE6F3B" w14:textId="77777777" w:rsidR="00D92C23" w:rsidRDefault="00D92C23" w:rsidP="0026746F">
            <w:pPr>
              <w:pStyle w:val="TAH"/>
              <w:rPr>
                <w:lang w:eastAsia="fi-FI"/>
              </w:rPr>
            </w:pPr>
            <w:r>
              <w:rPr>
                <w:lang w:eastAsia="fi-FI"/>
              </w:rPr>
              <w:t>configuration</w:t>
            </w:r>
          </w:p>
        </w:tc>
        <w:tc>
          <w:tcPr>
            <w:tcW w:w="3381" w:type="dxa"/>
            <w:tcBorders>
              <w:top w:val="single" w:sz="4" w:space="0" w:color="auto"/>
              <w:left w:val="single" w:sz="4" w:space="0" w:color="auto"/>
              <w:bottom w:val="single" w:sz="4" w:space="0" w:color="auto"/>
              <w:right w:val="single" w:sz="4" w:space="0" w:color="auto"/>
            </w:tcBorders>
            <w:hideMark/>
          </w:tcPr>
          <w:p w14:paraId="175E0E2A" w14:textId="77777777" w:rsidR="00D92C23" w:rsidRDefault="00D92C23" w:rsidP="0026746F">
            <w:pPr>
              <w:pStyle w:val="TAH"/>
              <w:rPr>
                <w:lang w:eastAsia="fi-FI"/>
              </w:rPr>
            </w:pPr>
            <w:r>
              <w:rPr>
                <w:lang w:eastAsia="fi-FI"/>
              </w:rPr>
              <w:t>Uplink EN-DC</w:t>
            </w:r>
          </w:p>
          <w:p w14:paraId="0E523209" w14:textId="77777777" w:rsidR="00D92C23" w:rsidRDefault="00D92C23" w:rsidP="0026746F">
            <w:pPr>
              <w:pStyle w:val="TAH"/>
              <w:rPr>
                <w:lang w:eastAsia="fi-FI"/>
              </w:rPr>
            </w:pPr>
            <w:r>
              <w:rPr>
                <w:lang w:eastAsia="fi-FI"/>
              </w:rPr>
              <w:t>configuration</w:t>
            </w:r>
          </w:p>
          <w:p w14:paraId="02562F68" w14:textId="77777777" w:rsidR="00D92C23" w:rsidRDefault="00D92C23" w:rsidP="0026746F">
            <w:pPr>
              <w:pStyle w:val="TAH"/>
              <w:rPr>
                <w:lang w:eastAsia="fi-FI"/>
              </w:rPr>
            </w:pPr>
            <w:r>
              <w:rPr>
                <w:lang w:eastAsia="fi-FI"/>
              </w:rPr>
              <w:t>(NOTE 1)</w:t>
            </w:r>
          </w:p>
        </w:tc>
        <w:tc>
          <w:tcPr>
            <w:tcW w:w="3134" w:type="dxa"/>
            <w:tcBorders>
              <w:top w:val="single" w:sz="4" w:space="0" w:color="auto"/>
              <w:left w:val="single" w:sz="4" w:space="0" w:color="auto"/>
              <w:bottom w:val="single" w:sz="4" w:space="0" w:color="auto"/>
              <w:right w:val="single" w:sz="4" w:space="0" w:color="auto"/>
            </w:tcBorders>
            <w:hideMark/>
          </w:tcPr>
          <w:p w14:paraId="3F655BBC" w14:textId="77777777" w:rsidR="00D92C23" w:rsidRDefault="00D92C23" w:rsidP="0026746F">
            <w:pPr>
              <w:pStyle w:val="TAH"/>
              <w:rPr>
                <w:lang w:eastAsia="fi-FI"/>
              </w:rPr>
            </w:pPr>
            <w:r>
              <w:rPr>
                <w:lang w:eastAsia="fi-FI"/>
              </w:rPr>
              <w:t>Single UL allowed</w:t>
            </w:r>
          </w:p>
        </w:tc>
      </w:tr>
      <w:tr w:rsidR="00D92C23" w14:paraId="6E873002" w14:textId="77777777" w:rsidTr="00005EC3">
        <w:trPr>
          <w:trHeight w:val="187"/>
          <w:jc w:val="center"/>
        </w:trPr>
        <w:tc>
          <w:tcPr>
            <w:tcW w:w="3114" w:type="dxa"/>
            <w:tcBorders>
              <w:top w:val="single" w:sz="4" w:space="0" w:color="auto"/>
              <w:left w:val="single" w:sz="4" w:space="0" w:color="auto"/>
              <w:bottom w:val="single" w:sz="4" w:space="0" w:color="auto"/>
              <w:right w:val="single" w:sz="4" w:space="0" w:color="auto"/>
            </w:tcBorders>
            <w:noWrap/>
            <w:hideMark/>
          </w:tcPr>
          <w:p w14:paraId="0CD7E877" w14:textId="77777777" w:rsidR="00D92C23" w:rsidRDefault="00D92C23" w:rsidP="0026746F">
            <w:pPr>
              <w:pStyle w:val="TAC"/>
              <w:rPr>
                <w:lang w:eastAsia="zh-TW"/>
              </w:rPr>
            </w:pPr>
            <w:r>
              <w:rPr>
                <w:lang w:eastAsia="fi-FI"/>
              </w:rPr>
              <w:t>DC_</w:t>
            </w:r>
            <w:r>
              <w:rPr>
                <w:lang w:eastAsia="zh-TW"/>
              </w:rPr>
              <w:t>2</w:t>
            </w:r>
            <w:r>
              <w:rPr>
                <w:lang w:eastAsia="fi-FI"/>
              </w:rPr>
              <w:t>A_n</w:t>
            </w:r>
            <w:r>
              <w:rPr>
                <w:lang w:eastAsia="zh-TW"/>
              </w:rPr>
              <w:t>2A</w:t>
            </w:r>
          </w:p>
        </w:tc>
        <w:tc>
          <w:tcPr>
            <w:tcW w:w="3381" w:type="dxa"/>
            <w:tcBorders>
              <w:top w:val="single" w:sz="4" w:space="0" w:color="auto"/>
              <w:left w:val="single" w:sz="4" w:space="0" w:color="auto"/>
              <w:bottom w:val="single" w:sz="4" w:space="0" w:color="auto"/>
              <w:right w:val="single" w:sz="4" w:space="0" w:color="auto"/>
            </w:tcBorders>
            <w:hideMark/>
          </w:tcPr>
          <w:p w14:paraId="51FDDFC4" w14:textId="77777777" w:rsidR="00D92C23" w:rsidRDefault="00D92C23" w:rsidP="0026746F">
            <w:pPr>
              <w:pStyle w:val="TAC"/>
              <w:rPr>
                <w:lang w:eastAsia="zh-TW"/>
              </w:rPr>
            </w:pPr>
            <w:r>
              <w:rPr>
                <w:lang w:eastAsia="fi-FI"/>
              </w:rPr>
              <w:t>DC_</w:t>
            </w:r>
            <w:r>
              <w:rPr>
                <w:lang w:eastAsia="zh-TW"/>
              </w:rPr>
              <w:t>2</w:t>
            </w:r>
            <w:r>
              <w:rPr>
                <w:lang w:eastAsia="fi-FI"/>
              </w:rPr>
              <w:t>A_n</w:t>
            </w:r>
            <w:r>
              <w:rPr>
                <w:lang w:eastAsia="zh-TW"/>
              </w:rPr>
              <w:t>2A</w:t>
            </w:r>
            <w:r>
              <w:rPr>
                <w:vertAlign w:val="superscript"/>
                <w:lang w:eastAsia="zh-TW"/>
              </w:rPr>
              <w:t>5</w:t>
            </w:r>
          </w:p>
        </w:tc>
        <w:tc>
          <w:tcPr>
            <w:tcW w:w="3134" w:type="dxa"/>
            <w:tcBorders>
              <w:top w:val="single" w:sz="4" w:space="0" w:color="auto"/>
              <w:left w:val="single" w:sz="4" w:space="0" w:color="auto"/>
              <w:bottom w:val="single" w:sz="4" w:space="0" w:color="auto"/>
              <w:right w:val="single" w:sz="4" w:space="0" w:color="auto"/>
            </w:tcBorders>
            <w:noWrap/>
            <w:hideMark/>
          </w:tcPr>
          <w:p w14:paraId="137E476F" w14:textId="77777777" w:rsidR="00D92C23" w:rsidRDefault="00D92C23" w:rsidP="0026746F">
            <w:pPr>
              <w:pStyle w:val="TAC"/>
              <w:rPr>
                <w:lang w:eastAsia="zh-TW"/>
              </w:rPr>
            </w:pPr>
            <w:r>
              <w:rPr>
                <w:lang w:eastAsia="zh-TW"/>
              </w:rPr>
              <w:t>Yes</w:t>
            </w:r>
            <w:r>
              <w:rPr>
                <w:vertAlign w:val="superscript"/>
                <w:lang w:eastAsia="zh-TW"/>
              </w:rPr>
              <w:t>5</w:t>
            </w:r>
          </w:p>
        </w:tc>
      </w:tr>
      <w:tr w:rsidR="00D92C23" w14:paraId="22C9C2DC" w14:textId="77777777" w:rsidTr="00005EC3">
        <w:trPr>
          <w:trHeight w:val="187"/>
          <w:jc w:val="center"/>
        </w:trPr>
        <w:tc>
          <w:tcPr>
            <w:tcW w:w="3114" w:type="dxa"/>
            <w:tcBorders>
              <w:top w:val="single" w:sz="4" w:space="0" w:color="auto"/>
              <w:left w:val="single" w:sz="4" w:space="0" w:color="auto"/>
              <w:bottom w:val="single" w:sz="4" w:space="0" w:color="auto"/>
              <w:right w:val="single" w:sz="4" w:space="0" w:color="auto"/>
            </w:tcBorders>
            <w:noWrap/>
            <w:hideMark/>
          </w:tcPr>
          <w:p w14:paraId="5349AFE4" w14:textId="77777777" w:rsidR="00D92C23" w:rsidRDefault="00D92C23" w:rsidP="0026746F">
            <w:pPr>
              <w:pStyle w:val="TAC"/>
              <w:rPr>
                <w:lang w:eastAsia="fi-FI"/>
              </w:rPr>
            </w:pPr>
            <w:r>
              <w:rPr>
                <w:lang w:eastAsia="zh-TW"/>
              </w:rPr>
              <w:t>DC_3A_n3A</w:t>
            </w:r>
          </w:p>
        </w:tc>
        <w:tc>
          <w:tcPr>
            <w:tcW w:w="3381" w:type="dxa"/>
            <w:tcBorders>
              <w:top w:val="single" w:sz="4" w:space="0" w:color="auto"/>
              <w:left w:val="single" w:sz="4" w:space="0" w:color="auto"/>
              <w:bottom w:val="single" w:sz="4" w:space="0" w:color="auto"/>
              <w:right w:val="single" w:sz="4" w:space="0" w:color="auto"/>
            </w:tcBorders>
            <w:hideMark/>
          </w:tcPr>
          <w:p w14:paraId="4CED9EB6" w14:textId="77777777" w:rsidR="00D92C23" w:rsidRDefault="00D92C23" w:rsidP="0026746F">
            <w:pPr>
              <w:pStyle w:val="TAC"/>
              <w:rPr>
                <w:lang w:eastAsia="fi-FI"/>
              </w:rPr>
            </w:pPr>
            <w:r>
              <w:rPr>
                <w:lang w:eastAsia="zh-TW"/>
              </w:rPr>
              <w:t>DC_3A_n3A</w:t>
            </w:r>
          </w:p>
        </w:tc>
        <w:tc>
          <w:tcPr>
            <w:tcW w:w="3134" w:type="dxa"/>
            <w:tcBorders>
              <w:top w:val="single" w:sz="4" w:space="0" w:color="auto"/>
              <w:left w:val="single" w:sz="4" w:space="0" w:color="auto"/>
              <w:bottom w:val="single" w:sz="4" w:space="0" w:color="auto"/>
              <w:right w:val="single" w:sz="4" w:space="0" w:color="auto"/>
            </w:tcBorders>
            <w:noWrap/>
            <w:hideMark/>
          </w:tcPr>
          <w:p w14:paraId="52EE80A3" w14:textId="77777777" w:rsidR="00D92C23" w:rsidRDefault="00D92C23" w:rsidP="0026746F">
            <w:pPr>
              <w:pStyle w:val="TAC"/>
              <w:rPr>
                <w:lang w:eastAsia="fi-FI"/>
              </w:rPr>
            </w:pPr>
            <w:r>
              <w:rPr>
                <w:lang w:eastAsia="zh-TW"/>
              </w:rPr>
              <w:t>Yes</w:t>
            </w:r>
            <w:r>
              <w:rPr>
                <w:vertAlign w:val="superscript"/>
                <w:lang w:eastAsia="zh-TW"/>
              </w:rPr>
              <w:t>7</w:t>
            </w:r>
          </w:p>
        </w:tc>
      </w:tr>
      <w:tr w:rsidR="00D92C23" w14:paraId="7BB75676" w14:textId="77777777" w:rsidTr="00005EC3">
        <w:trPr>
          <w:trHeight w:val="187"/>
          <w:jc w:val="center"/>
        </w:trPr>
        <w:tc>
          <w:tcPr>
            <w:tcW w:w="3114" w:type="dxa"/>
            <w:tcBorders>
              <w:top w:val="single" w:sz="4" w:space="0" w:color="auto"/>
              <w:left w:val="single" w:sz="4" w:space="0" w:color="auto"/>
              <w:bottom w:val="single" w:sz="4" w:space="0" w:color="auto"/>
              <w:right w:val="single" w:sz="4" w:space="0" w:color="auto"/>
            </w:tcBorders>
            <w:noWrap/>
            <w:hideMark/>
          </w:tcPr>
          <w:p w14:paraId="31453D00" w14:textId="77777777" w:rsidR="00D92C23" w:rsidRDefault="00D92C23" w:rsidP="0026746F">
            <w:pPr>
              <w:pStyle w:val="TAC"/>
              <w:rPr>
                <w:lang w:eastAsia="zh-TW"/>
              </w:rPr>
            </w:pPr>
            <w:r>
              <w:rPr>
                <w:lang w:eastAsia="fi-FI"/>
              </w:rPr>
              <w:t>DC_5A_n5</w:t>
            </w:r>
            <w:r>
              <w:rPr>
                <w:lang w:eastAsia="zh-TW"/>
              </w:rPr>
              <w:t>A</w:t>
            </w:r>
          </w:p>
        </w:tc>
        <w:tc>
          <w:tcPr>
            <w:tcW w:w="3381" w:type="dxa"/>
            <w:tcBorders>
              <w:top w:val="single" w:sz="4" w:space="0" w:color="auto"/>
              <w:left w:val="single" w:sz="4" w:space="0" w:color="auto"/>
              <w:bottom w:val="single" w:sz="4" w:space="0" w:color="auto"/>
              <w:right w:val="single" w:sz="4" w:space="0" w:color="auto"/>
            </w:tcBorders>
            <w:hideMark/>
          </w:tcPr>
          <w:p w14:paraId="484202FD" w14:textId="77777777" w:rsidR="00D92C23" w:rsidRDefault="00D92C23" w:rsidP="0026746F">
            <w:pPr>
              <w:pStyle w:val="TAC"/>
              <w:rPr>
                <w:lang w:eastAsia="zh-TW"/>
              </w:rPr>
            </w:pPr>
            <w:r>
              <w:rPr>
                <w:lang w:eastAsia="fi-FI"/>
              </w:rPr>
              <w:t>DC_5A_n5</w:t>
            </w:r>
            <w:r>
              <w:rPr>
                <w:lang w:eastAsia="zh-TW"/>
              </w:rPr>
              <w:t>A</w:t>
            </w:r>
            <w:r>
              <w:rPr>
                <w:vertAlign w:val="superscript"/>
                <w:lang w:eastAsia="zh-TW"/>
              </w:rPr>
              <w:t>5</w:t>
            </w:r>
          </w:p>
        </w:tc>
        <w:tc>
          <w:tcPr>
            <w:tcW w:w="3134" w:type="dxa"/>
            <w:tcBorders>
              <w:top w:val="single" w:sz="4" w:space="0" w:color="auto"/>
              <w:left w:val="single" w:sz="4" w:space="0" w:color="auto"/>
              <w:bottom w:val="single" w:sz="4" w:space="0" w:color="auto"/>
              <w:right w:val="single" w:sz="4" w:space="0" w:color="auto"/>
            </w:tcBorders>
            <w:noWrap/>
            <w:hideMark/>
          </w:tcPr>
          <w:p w14:paraId="27798385" w14:textId="77777777" w:rsidR="00D92C23" w:rsidRDefault="00D92C23" w:rsidP="0026746F">
            <w:pPr>
              <w:pStyle w:val="TAC"/>
              <w:rPr>
                <w:lang w:eastAsia="zh-TW"/>
              </w:rPr>
            </w:pPr>
            <w:r>
              <w:rPr>
                <w:lang w:eastAsia="zh-TW"/>
              </w:rPr>
              <w:t>Yes</w:t>
            </w:r>
            <w:r>
              <w:rPr>
                <w:vertAlign w:val="superscript"/>
                <w:lang w:eastAsia="zh-TW"/>
              </w:rPr>
              <w:t>5</w:t>
            </w:r>
          </w:p>
        </w:tc>
      </w:tr>
      <w:tr w:rsidR="00D92C23" w14:paraId="7CFD5354" w14:textId="77777777" w:rsidTr="00005EC3">
        <w:trPr>
          <w:trHeight w:val="187"/>
          <w:jc w:val="center"/>
        </w:trPr>
        <w:tc>
          <w:tcPr>
            <w:tcW w:w="3114" w:type="dxa"/>
            <w:tcBorders>
              <w:top w:val="single" w:sz="4" w:space="0" w:color="auto"/>
              <w:left w:val="single" w:sz="4" w:space="0" w:color="auto"/>
              <w:bottom w:val="single" w:sz="4" w:space="0" w:color="auto"/>
              <w:right w:val="single" w:sz="4" w:space="0" w:color="auto"/>
            </w:tcBorders>
            <w:noWrap/>
            <w:hideMark/>
          </w:tcPr>
          <w:p w14:paraId="437CE234" w14:textId="77777777" w:rsidR="00D92C23" w:rsidRDefault="00D92C23" w:rsidP="0026746F">
            <w:pPr>
              <w:pStyle w:val="TAC"/>
              <w:rPr>
                <w:lang w:eastAsia="zh-TW"/>
              </w:rPr>
            </w:pPr>
            <w:r>
              <w:rPr>
                <w:lang w:eastAsia="zh-TW"/>
              </w:rPr>
              <w:t>DC_7A_n7A</w:t>
            </w:r>
            <w:r>
              <w:rPr>
                <w:vertAlign w:val="superscript"/>
                <w:lang w:eastAsia="zh-TW"/>
              </w:rPr>
              <w:t>6</w:t>
            </w:r>
          </w:p>
        </w:tc>
        <w:tc>
          <w:tcPr>
            <w:tcW w:w="3381" w:type="dxa"/>
            <w:tcBorders>
              <w:top w:val="single" w:sz="4" w:space="0" w:color="auto"/>
              <w:left w:val="single" w:sz="4" w:space="0" w:color="auto"/>
              <w:bottom w:val="single" w:sz="4" w:space="0" w:color="auto"/>
              <w:right w:val="single" w:sz="4" w:space="0" w:color="auto"/>
            </w:tcBorders>
            <w:hideMark/>
          </w:tcPr>
          <w:p w14:paraId="28FED01D" w14:textId="77777777" w:rsidR="00D92C23" w:rsidRDefault="00D92C23" w:rsidP="0026746F">
            <w:pPr>
              <w:pStyle w:val="TAC"/>
              <w:rPr>
                <w:lang w:eastAsia="zh-TW"/>
              </w:rPr>
            </w:pPr>
            <w:r>
              <w:rPr>
                <w:lang w:eastAsia="zh-TW"/>
              </w:rPr>
              <w:t>DC_7A_n7A</w:t>
            </w:r>
            <w:r>
              <w:rPr>
                <w:vertAlign w:val="superscript"/>
                <w:lang w:eastAsia="zh-TW"/>
              </w:rPr>
              <w:t>5</w:t>
            </w:r>
          </w:p>
        </w:tc>
        <w:tc>
          <w:tcPr>
            <w:tcW w:w="3134" w:type="dxa"/>
            <w:tcBorders>
              <w:top w:val="single" w:sz="4" w:space="0" w:color="auto"/>
              <w:left w:val="single" w:sz="4" w:space="0" w:color="auto"/>
              <w:bottom w:val="single" w:sz="4" w:space="0" w:color="auto"/>
              <w:right w:val="single" w:sz="4" w:space="0" w:color="auto"/>
            </w:tcBorders>
            <w:noWrap/>
            <w:hideMark/>
          </w:tcPr>
          <w:p w14:paraId="5282BF9A" w14:textId="77777777" w:rsidR="00D92C23" w:rsidRDefault="00D92C23" w:rsidP="0026746F">
            <w:pPr>
              <w:pStyle w:val="TAC"/>
              <w:rPr>
                <w:lang w:eastAsia="zh-TW"/>
              </w:rPr>
            </w:pPr>
            <w:r>
              <w:rPr>
                <w:lang w:eastAsia="zh-TW"/>
              </w:rPr>
              <w:t>Yes</w:t>
            </w:r>
            <w:r>
              <w:rPr>
                <w:vertAlign w:val="superscript"/>
                <w:lang w:eastAsia="zh-TW"/>
              </w:rPr>
              <w:t>5</w:t>
            </w:r>
          </w:p>
        </w:tc>
      </w:tr>
      <w:tr w:rsidR="00D92C23" w14:paraId="2F61C121" w14:textId="77777777" w:rsidTr="00005EC3">
        <w:trPr>
          <w:trHeight w:val="187"/>
          <w:jc w:val="center"/>
        </w:trPr>
        <w:tc>
          <w:tcPr>
            <w:tcW w:w="3114" w:type="dxa"/>
            <w:tcBorders>
              <w:top w:val="single" w:sz="4" w:space="0" w:color="auto"/>
              <w:left w:val="single" w:sz="4" w:space="0" w:color="auto"/>
              <w:bottom w:val="single" w:sz="4" w:space="0" w:color="auto"/>
              <w:right w:val="single" w:sz="4" w:space="0" w:color="auto"/>
            </w:tcBorders>
            <w:noWrap/>
            <w:hideMark/>
          </w:tcPr>
          <w:p w14:paraId="1D72BC4C" w14:textId="77777777" w:rsidR="00D92C23" w:rsidRDefault="00D92C23" w:rsidP="0026746F">
            <w:pPr>
              <w:pStyle w:val="TAC"/>
              <w:rPr>
                <w:lang w:eastAsia="fi-FI"/>
              </w:rPr>
            </w:pPr>
            <w:r>
              <w:rPr>
                <w:lang w:eastAsia="fi-FI"/>
              </w:rPr>
              <w:t>DC_41A_n41A</w:t>
            </w:r>
            <w:r>
              <w:rPr>
                <w:vertAlign w:val="superscript"/>
                <w:lang w:eastAsia="fi-FI"/>
              </w:rPr>
              <w:t>3</w:t>
            </w:r>
          </w:p>
          <w:p w14:paraId="55AE6FF9" w14:textId="77777777" w:rsidR="00D92C23" w:rsidRDefault="00D92C23" w:rsidP="0026746F">
            <w:pPr>
              <w:pStyle w:val="TAC"/>
              <w:rPr>
                <w:lang w:eastAsia="fi-FI"/>
              </w:rPr>
            </w:pPr>
            <w:r>
              <w:rPr>
                <w:lang w:eastAsia="fi-FI"/>
              </w:rPr>
              <w:t>DC_41C_n41A</w:t>
            </w:r>
            <w:r>
              <w:rPr>
                <w:vertAlign w:val="superscript"/>
                <w:lang w:eastAsia="fi-FI"/>
              </w:rPr>
              <w:t>3</w:t>
            </w:r>
          </w:p>
          <w:p w14:paraId="200A7E6C" w14:textId="77777777" w:rsidR="00D92C23" w:rsidRDefault="00D92C23" w:rsidP="0026746F">
            <w:pPr>
              <w:pStyle w:val="TAC"/>
              <w:rPr>
                <w:lang w:eastAsia="fi-FI"/>
              </w:rPr>
            </w:pPr>
            <w:r>
              <w:rPr>
                <w:lang w:eastAsia="fi-FI"/>
              </w:rPr>
              <w:t>DC_41D_n41A</w:t>
            </w:r>
            <w:r>
              <w:rPr>
                <w:vertAlign w:val="superscript"/>
                <w:lang w:eastAsia="fi-FI"/>
              </w:rPr>
              <w:t>3</w:t>
            </w:r>
          </w:p>
        </w:tc>
        <w:tc>
          <w:tcPr>
            <w:tcW w:w="3381" w:type="dxa"/>
            <w:tcBorders>
              <w:top w:val="single" w:sz="4" w:space="0" w:color="auto"/>
              <w:left w:val="single" w:sz="4" w:space="0" w:color="auto"/>
              <w:bottom w:val="single" w:sz="4" w:space="0" w:color="auto"/>
              <w:right w:val="single" w:sz="4" w:space="0" w:color="auto"/>
            </w:tcBorders>
            <w:hideMark/>
          </w:tcPr>
          <w:p w14:paraId="4DA0BC57" w14:textId="77777777" w:rsidR="00D92C23" w:rsidRDefault="00D92C23" w:rsidP="0026746F">
            <w:pPr>
              <w:pStyle w:val="TAC"/>
              <w:rPr>
                <w:lang w:eastAsia="fi-FI"/>
              </w:rPr>
            </w:pPr>
            <w:r>
              <w:rPr>
                <w:lang w:eastAsia="fi-FI"/>
              </w:rPr>
              <w:t>DC_41A_n41A</w:t>
            </w:r>
          </w:p>
        </w:tc>
        <w:tc>
          <w:tcPr>
            <w:tcW w:w="3134" w:type="dxa"/>
            <w:tcBorders>
              <w:top w:val="single" w:sz="4" w:space="0" w:color="auto"/>
              <w:left w:val="single" w:sz="4" w:space="0" w:color="auto"/>
              <w:bottom w:val="single" w:sz="4" w:space="0" w:color="auto"/>
              <w:right w:val="single" w:sz="4" w:space="0" w:color="auto"/>
            </w:tcBorders>
            <w:noWrap/>
            <w:hideMark/>
          </w:tcPr>
          <w:p w14:paraId="2A663DE8" w14:textId="77777777" w:rsidR="00D92C23" w:rsidRDefault="00D92C23" w:rsidP="0026746F">
            <w:pPr>
              <w:pStyle w:val="TAC"/>
              <w:rPr>
                <w:lang w:eastAsia="fi-FI"/>
              </w:rPr>
            </w:pPr>
            <w:r>
              <w:rPr>
                <w:lang w:eastAsia="fi-FI"/>
              </w:rPr>
              <w:t>Yes</w:t>
            </w:r>
            <w:r>
              <w:rPr>
                <w:vertAlign w:val="superscript"/>
                <w:lang w:eastAsia="fi-FI"/>
              </w:rPr>
              <w:t>4</w:t>
            </w:r>
          </w:p>
        </w:tc>
      </w:tr>
      <w:tr w:rsidR="00D92C23" w14:paraId="6F620A7C" w14:textId="77777777" w:rsidTr="00005EC3">
        <w:trPr>
          <w:trHeight w:val="187"/>
          <w:jc w:val="center"/>
        </w:trPr>
        <w:tc>
          <w:tcPr>
            <w:tcW w:w="3114" w:type="dxa"/>
            <w:tcBorders>
              <w:top w:val="single" w:sz="4" w:space="0" w:color="auto"/>
              <w:left w:val="single" w:sz="4" w:space="0" w:color="auto"/>
              <w:bottom w:val="single" w:sz="4" w:space="0" w:color="auto"/>
              <w:right w:val="single" w:sz="4" w:space="0" w:color="auto"/>
            </w:tcBorders>
            <w:noWrap/>
            <w:hideMark/>
          </w:tcPr>
          <w:p w14:paraId="543ACC47" w14:textId="77777777" w:rsidR="00D92C23" w:rsidRDefault="00D92C23" w:rsidP="0026746F">
            <w:pPr>
              <w:pStyle w:val="TAC"/>
              <w:rPr>
                <w:lang w:eastAsia="zh-TW"/>
              </w:rPr>
            </w:pPr>
            <w:r>
              <w:rPr>
                <w:lang w:eastAsia="fi-FI"/>
              </w:rPr>
              <w:t>DC_</w:t>
            </w:r>
            <w:r>
              <w:rPr>
                <w:lang w:eastAsia="zh-CN"/>
              </w:rPr>
              <w:t>48</w:t>
            </w:r>
            <w:r>
              <w:rPr>
                <w:lang w:eastAsia="fi-FI"/>
              </w:rPr>
              <w:t>A_n</w:t>
            </w:r>
            <w:r>
              <w:rPr>
                <w:lang w:eastAsia="zh-CN"/>
              </w:rPr>
              <w:t>48</w:t>
            </w:r>
            <w:r>
              <w:rPr>
                <w:lang w:eastAsia="zh-TW"/>
              </w:rPr>
              <w:t>A</w:t>
            </w:r>
            <w:r>
              <w:rPr>
                <w:vertAlign w:val="superscript"/>
                <w:lang w:eastAsia="zh-TW"/>
              </w:rPr>
              <w:t>3</w:t>
            </w:r>
          </w:p>
        </w:tc>
        <w:tc>
          <w:tcPr>
            <w:tcW w:w="3381" w:type="dxa"/>
            <w:tcBorders>
              <w:top w:val="single" w:sz="4" w:space="0" w:color="auto"/>
              <w:left w:val="single" w:sz="4" w:space="0" w:color="auto"/>
              <w:bottom w:val="single" w:sz="4" w:space="0" w:color="auto"/>
              <w:right w:val="single" w:sz="4" w:space="0" w:color="auto"/>
            </w:tcBorders>
            <w:hideMark/>
          </w:tcPr>
          <w:p w14:paraId="6EBBAFF5" w14:textId="77777777" w:rsidR="00D92C23" w:rsidRDefault="00D92C23" w:rsidP="0026746F">
            <w:pPr>
              <w:pStyle w:val="TAC"/>
              <w:rPr>
                <w:lang w:eastAsia="zh-TW"/>
              </w:rPr>
            </w:pPr>
            <w:r>
              <w:rPr>
                <w:lang w:eastAsia="fi-FI"/>
              </w:rPr>
              <w:t>DC_</w:t>
            </w:r>
            <w:r>
              <w:rPr>
                <w:lang w:eastAsia="zh-CN"/>
              </w:rPr>
              <w:t>48</w:t>
            </w:r>
            <w:r>
              <w:rPr>
                <w:lang w:eastAsia="fi-FI"/>
              </w:rPr>
              <w:t>A_n</w:t>
            </w:r>
            <w:r>
              <w:rPr>
                <w:lang w:eastAsia="zh-CN"/>
              </w:rPr>
              <w:t>48</w:t>
            </w:r>
            <w:r>
              <w:rPr>
                <w:lang w:eastAsia="zh-TW"/>
              </w:rPr>
              <w:t>A</w:t>
            </w:r>
            <w:r>
              <w:rPr>
                <w:vertAlign w:val="superscript"/>
                <w:lang w:eastAsia="zh-TW"/>
              </w:rPr>
              <w:t>5</w:t>
            </w:r>
          </w:p>
        </w:tc>
        <w:tc>
          <w:tcPr>
            <w:tcW w:w="3134" w:type="dxa"/>
            <w:tcBorders>
              <w:top w:val="single" w:sz="4" w:space="0" w:color="auto"/>
              <w:left w:val="single" w:sz="4" w:space="0" w:color="auto"/>
              <w:bottom w:val="single" w:sz="4" w:space="0" w:color="auto"/>
              <w:right w:val="single" w:sz="4" w:space="0" w:color="auto"/>
            </w:tcBorders>
            <w:noWrap/>
            <w:hideMark/>
          </w:tcPr>
          <w:p w14:paraId="315A46FC" w14:textId="77777777" w:rsidR="00D92C23" w:rsidRDefault="00D92C23" w:rsidP="0026746F">
            <w:pPr>
              <w:pStyle w:val="TAC"/>
              <w:rPr>
                <w:lang w:eastAsia="zh-TW"/>
              </w:rPr>
            </w:pPr>
            <w:r>
              <w:rPr>
                <w:lang w:eastAsia="zh-TW"/>
              </w:rPr>
              <w:t>Yes</w:t>
            </w:r>
            <w:r>
              <w:rPr>
                <w:vertAlign w:val="superscript"/>
                <w:lang w:eastAsia="zh-TW"/>
              </w:rPr>
              <w:t>5</w:t>
            </w:r>
          </w:p>
        </w:tc>
      </w:tr>
      <w:tr w:rsidR="00D92C23" w14:paraId="4B13876F" w14:textId="77777777" w:rsidTr="00005EC3">
        <w:trPr>
          <w:trHeight w:val="187"/>
          <w:jc w:val="center"/>
        </w:trPr>
        <w:tc>
          <w:tcPr>
            <w:tcW w:w="3114" w:type="dxa"/>
            <w:tcBorders>
              <w:top w:val="single" w:sz="4" w:space="0" w:color="auto"/>
              <w:left w:val="single" w:sz="4" w:space="0" w:color="auto"/>
              <w:bottom w:val="single" w:sz="4" w:space="0" w:color="auto"/>
              <w:right w:val="single" w:sz="4" w:space="0" w:color="auto"/>
            </w:tcBorders>
            <w:noWrap/>
            <w:hideMark/>
          </w:tcPr>
          <w:p w14:paraId="28EDF587" w14:textId="77777777" w:rsidR="00D92C23" w:rsidRDefault="00D92C23" w:rsidP="0026746F">
            <w:pPr>
              <w:pStyle w:val="TAC"/>
              <w:rPr>
                <w:lang w:eastAsia="zh-TW"/>
              </w:rPr>
            </w:pPr>
            <w:r>
              <w:rPr>
                <w:lang w:eastAsia="fi-FI"/>
              </w:rPr>
              <w:t>DC_48A-48A_n48A</w:t>
            </w:r>
            <w:r>
              <w:rPr>
                <w:vertAlign w:val="superscript"/>
                <w:lang w:eastAsia="zh-TW"/>
              </w:rPr>
              <w:t>3</w:t>
            </w:r>
          </w:p>
        </w:tc>
        <w:tc>
          <w:tcPr>
            <w:tcW w:w="3381" w:type="dxa"/>
            <w:tcBorders>
              <w:top w:val="single" w:sz="4" w:space="0" w:color="auto"/>
              <w:left w:val="single" w:sz="4" w:space="0" w:color="auto"/>
              <w:bottom w:val="single" w:sz="4" w:space="0" w:color="auto"/>
              <w:right w:val="single" w:sz="4" w:space="0" w:color="auto"/>
            </w:tcBorders>
            <w:hideMark/>
          </w:tcPr>
          <w:p w14:paraId="4BF0FE81" w14:textId="77777777" w:rsidR="00D92C23" w:rsidRDefault="00D92C23" w:rsidP="0026746F">
            <w:pPr>
              <w:pStyle w:val="TAC"/>
              <w:rPr>
                <w:lang w:eastAsia="zh-TW"/>
              </w:rPr>
            </w:pPr>
            <w:r>
              <w:rPr>
                <w:lang w:eastAsia="fi-FI"/>
              </w:rPr>
              <w:t>DC_</w:t>
            </w:r>
            <w:r>
              <w:rPr>
                <w:lang w:eastAsia="zh-CN"/>
              </w:rPr>
              <w:t>48</w:t>
            </w:r>
            <w:r>
              <w:rPr>
                <w:lang w:eastAsia="fi-FI"/>
              </w:rPr>
              <w:t>A_n</w:t>
            </w:r>
            <w:r>
              <w:rPr>
                <w:lang w:eastAsia="zh-CN"/>
              </w:rPr>
              <w:t>48</w:t>
            </w:r>
            <w:r>
              <w:rPr>
                <w:lang w:eastAsia="zh-TW"/>
              </w:rPr>
              <w:t>A</w:t>
            </w:r>
            <w:r>
              <w:rPr>
                <w:vertAlign w:val="superscript"/>
                <w:lang w:eastAsia="zh-TW"/>
              </w:rPr>
              <w:t>5</w:t>
            </w:r>
          </w:p>
        </w:tc>
        <w:tc>
          <w:tcPr>
            <w:tcW w:w="3134" w:type="dxa"/>
            <w:tcBorders>
              <w:top w:val="single" w:sz="4" w:space="0" w:color="auto"/>
              <w:left w:val="single" w:sz="4" w:space="0" w:color="auto"/>
              <w:bottom w:val="single" w:sz="4" w:space="0" w:color="auto"/>
              <w:right w:val="single" w:sz="4" w:space="0" w:color="auto"/>
            </w:tcBorders>
            <w:noWrap/>
            <w:hideMark/>
          </w:tcPr>
          <w:p w14:paraId="7760791F" w14:textId="77777777" w:rsidR="00D92C23" w:rsidRDefault="00D92C23" w:rsidP="0026746F">
            <w:pPr>
              <w:pStyle w:val="TAC"/>
              <w:rPr>
                <w:lang w:eastAsia="zh-TW"/>
              </w:rPr>
            </w:pPr>
            <w:r>
              <w:rPr>
                <w:lang w:eastAsia="zh-TW"/>
              </w:rPr>
              <w:t>Yes</w:t>
            </w:r>
            <w:r>
              <w:rPr>
                <w:vertAlign w:val="superscript"/>
                <w:lang w:eastAsia="zh-TW"/>
              </w:rPr>
              <w:t>5</w:t>
            </w:r>
          </w:p>
        </w:tc>
      </w:tr>
      <w:tr w:rsidR="00D92C23" w14:paraId="7091EB53" w14:textId="77777777" w:rsidTr="00005EC3">
        <w:trPr>
          <w:trHeight w:val="187"/>
          <w:jc w:val="center"/>
        </w:trPr>
        <w:tc>
          <w:tcPr>
            <w:tcW w:w="3114" w:type="dxa"/>
            <w:tcBorders>
              <w:top w:val="single" w:sz="4" w:space="0" w:color="auto"/>
              <w:left w:val="single" w:sz="4" w:space="0" w:color="auto"/>
              <w:bottom w:val="single" w:sz="4" w:space="0" w:color="auto"/>
              <w:right w:val="single" w:sz="4" w:space="0" w:color="auto"/>
            </w:tcBorders>
            <w:noWrap/>
            <w:hideMark/>
          </w:tcPr>
          <w:p w14:paraId="473F79D3" w14:textId="77777777" w:rsidR="00D92C23" w:rsidRDefault="00D92C23" w:rsidP="0026746F">
            <w:pPr>
              <w:pStyle w:val="TAC"/>
              <w:rPr>
                <w:lang w:eastAsia="zh-TW"/>
              </w:rPr>
            </w:pPr>
            <w:r>
              <w:rPr>
                <w:lang w:eastAsia="fi-FI"/>
              </w:rPr>
              <w:t>DC_48</w:t>
            </w:r>
            <w:r>
              <w:rPr>
                <w:lang w:eastAsia="zh-TW"/>
              </w:rPr>
              <w:t>C_n48A</w:t>
            </w:r>
            <w:r>
              <w:rPr>
                <w:vertAlign w:val="superscript"/>
                <w:lang w:eastAsia="zh-TW"/>
              </w:rPr>
              <w:t>3</w:t>
            </w:r>
          </w:p>
        </w:tc>
        <w:tc>
          <w:tcPr>
            <w:tcW w:w="3381" w:type="dxa"/>
            <w:tcBorders>
              <w:top w:val="single" w:sz="4" w:space="0" w:color="auto"/>
              <w:left w:val="single" w:sz="4" w:space="0" w:color="auto"/>
              <w:bottom w:val="single" w:sz="4" w:space="0" w:color="auto"/>
              <w:right w:val="single" w:sz="4" w:space="0" w:color="auto"/>
            </w:tcBorders>
            <w:hideMark/>
          </w:tcPr>
          <w:p w14:paraId="69317EF3" w14:textId="77777777" w:rsidR="00D92C23" w:rsidRDefault="00D92C23" w:rsidP="0026746F">
            <w:pPr>
              <w:pStyle w:val="TAC"/>
              <w:rPr>
                <w:lang w:eastAsia="zh-TW"/>
              </w:rPr>
            </w:pPr>
            <w:r>
              <w:rPr>
                <w:lang w:eastAsia="fi-FI"/>
              </w:rPr>
              <w:t>DC_</w:t>
            </w:r>
            <w:r>
              <w:rPr>
                <w:lang w:eastAsia="zh-CN"/>
              </w:rPr>
              <w:t>48</w:t>
            </w:r>
            <w:r>
              <w:rPr>
                <w:lang w:eastAsia="fi-FI"/>
              </w:rPr>
              <w:t>A_n</w:t>
            </w:r>
            <w:r>
              <w:rPr>
                <w:lang w:eastAsia="zh-CN"/>
              </w:rPr>
              <w:t>48</w:t>
            </w:r>
            <w:r>
              <w:rPr>
                <w:lang w:eastAsia="zh-TW"/>
              </w:rPr>
              <w:t>A</w:t>
            </w:r>
            <w:r>
              <w:rPr>
                <w:vertAlign w:val="superscript"/>
                <w:lang w:eastAsia="zh-TW"/>
              </w:rPr>
              <w:t>5</w:t>
            </w:r>
          </w:p>
        </w:tc>
        <w:tc>
          <w:tcPr>
            <w:tcW w:w="3134" w:type="dxa"/>
            <w:tcBorders>
              <w:top w:val="single" w:sz="4" w:space="0" w:color="auto"/>
              <w:left w:val="single" w:sz="4" w:space="0" w:color="auto"/>
              <w:bottom w:val="single" w:sz="4" w:space="0" w:color="auto"/>
              <w:right w:val="single" w:sz="4" w:space="0" w:color="auto"/>
            </w:tcBorders>
            <w:noWrap/>
            <w:hideMark/>
          </w:tcPr>
          <w:p w14:paraId="2AE00E50" w14:textId="77777777" w:rsidR="00D92C23" w:rsidRDefault="00D92C23" w:rsidP="0026746F">
            <w:pPr>
              <w:pStyle w:val="TAC"/>
              <w:rPr>
                <w:lang w:eastAsia="zh-TW"/>
              </w:rPr>
            </w:pPr>
            <w:r>
              <w:rPr>
                <w:lang w:eastAsia="zh-TW"/>
              </w:rPr>
              <w:t>Yes</w:t>
            </w:r>
            <w:r>
              <w:rPr>
                <w:vertAlign w:val="superscript"/>
                <w:lang w:eastAsia="zh-TW"/>
              </w:rPr>
              <w:t>5</w:t>
            </w:r>
          </w:p>
        </w:tc>
      </w:tr>
      <w:tr w:rsidR="00D92C23" w14:paraId="593C676E" w14:textId="77777777" w:rsidTr="00005EC3">
        <w:trPr>
          <w:trHeight w:val="187"/>
          <w:jc w:val="center"/>
        </w:trPr>
        <w:tc>
          <w:tcPr>
            <w:tcW w:w="3114" w:type="dxa"/>
            <w:tcBorders>
              <w:top w:val="single" w:sz="4" w:space="0" w:color="auto"/>
              <w:left w:val="single" w:sz="4" w:space="0" w:color="auto"/>
              <w:bottom w:val="single" w:sz="4" w:space="0" w:color="auto"/>
              <w:right w:val="single" w:sz="4" w:space="0" w:color="auto"/>
            </w:tcBorders>
            <w:noWrap/>
            <w:hideMark/>
          </w:tcPr>
          <w:p w14:paraId="28FDCE4F" w14:textId="77777777" w:rsidR="00D92C23" w:rsidRDefault="00D92C23" w:rsidP="0026746F">
            <w:pPr>
              <w:pStyle w:val="TAC"/>
              <w:rPr>
                <w:lang w:eastAsia="fi-FI"/>
              </w:rPr>
            </w:pPr>
            <w:r>
              <w:rPr>
                <w:lang w:eastAsia="fi-FI"/>
              </w:rPr>
              <w:t>DC_48</w:t>
            </w:r>
            <w:r>
              <w:rPr>
                <w:lang w:eastAsia="zh-TW"/>
              </w:rPr>
              <w:t>D_n48A</w:t>
            </w:r>
            <w:r>
              <w:rPr>
                <w:vertAlign w:val="superscript"/>
                <w:lang w:eastAsia="zh-TW"/>
              </w:rPr>
              <w:t>3</w:t>
            </w:r>
          </w:p>
        </w:tc>
        <w:tc>
          <w:tcPr>
            <w:tcW w:w="3381" w:type="dxa"/>
            <w:tcBorders>
              <w:top w:val="single" w:sz="4" w:space="0" w:color="auto"/>
              <w:left w:val="single" w:sz="4" w:space="0" w:color="auto"/>
              <w:bottom w:val="single" w:sz="4" w:space="0" w:color="auto"/>
              <w:right w:val="single" w:sz="4" w:space="0" w:color="auto"/>
            </w:tcBorders>
            <w:hideMark/>
          </w:tcPr>
          <w:p w14:paraId="2BE0699E" w14:textId="77777777" w:rsidR="00D92C23" w:rsidRDefault="00D92C23" w:rsidP="0026746F">
            <w:pPr>
              <w:pStyle w:val="TAC"/>
              <w:rPr>
                <w:lang w:eastAsia="fi-FI"/>
              </w:rPr>
            </w:pPr>
            <w:r>
              <w:rPr>
                <w:lang w:eastAsia="fi-FI"/>
              </w:rPr>
              <w:t>DC_</w:t>
            </w:r>
            <w:r>
              <w:rPr>
                <w:lang w:eastAsia="zh-CN"/>
              </w:rPr>
              <w:t>48</w:t>
            </w:r>
            <w:r>
              <w:rPr>
                <w:lang w:eastAsia="fi-FI"/>
              </w:rPr>
              <w:t>A_n</w:t>
            </w:r>
            <w:r>
              <w:rPr>
                <w:lang w:eastAsia="zh-CN"/>
              </w:rPr>
              <w:t>48</w:t>
            </w:r>
            <w:r>
              <w:rPr>
                <w:lang w:eastAsia="zh-TW"/>
              </w:rPr>
              <w:t>A</w:t>
            </w:r>
            <w:r>
              <w:rPr>
                <w:vertAlign w:val="superscript"/>
                <w:lang w:eastAsia="zh-TW"/>
              </w:rPr>
              <w:t>5</w:t>
            </w:r>
          </w:p>
        </w:tc>
        <w:tc>
          <w:tcPr>
            <w:tcW w:w="3134" w:type="dxa"/>
            <w:tcBorders>
              <w:top w:val="single" w:sz="4" w:space="0" w:color="auto"/>
              <w:left w:val="single" w:sz="4" w:space="0" w:color="auto"/>
              <w:bottom w:val="single" w:sz="4" w:space="0" w:color="auto"/>
              <w:right w:val="single" w:sz="4" w:space="0" w:color="auto"/>
            </w:tcBorders>
            <w:noWrap/>
            <w:hideMark/>
          </w:tcPr>
          <w:p w14:paraId="5B409FB9" w14:textId="77777777" w:rsidR="00D92C23" w:rsidRDefault="00D92C23" w:rsidP="0026746F">
            <w:pPr>
              <w:pStyle w:val="TAC"/>
              <w:rPr>
                <w:lang w:eastAsia="zh-TW"/>
              </w:rPr>
            </w:pPr>
            <w:r>
              <w:rPr>
                <w:lang w:eastAsia="zh-TW"/>
              </w:rPr>
              <w:t>Yes</w:t>
            </w:r>
            <w:r>
              <w:rPr>
                <w:vertAlign w:val="superscript"/>
                <w:lang w:eastAsia="zh-TW"/>
              </w:rPr>
              <w:t>5</w:t>
            </w:r>
          </w:p>
        </w:tc>
      </w:tr>
      <w:tr w:rsidR="00D92C23" w14:paraId="2A7B6FF9" w14:textId="77777777" w:rsidTr="00005EC3">
        <w:trPr>
          <w:trHeight w:val="187"/>
          <w:jc w:val="center"/>
        </w:trPr>
        <w:tc>
          <w:tcPr>
            <w:tcW w:w="3114" w:type="dxa"/>
            <w:tcBorders>
              <w:top w:val="single" w:sz="4" w:space="0" w:color="auto"/>
              <w:left w:val="single" w:sz="4" w:space="0" w:color="auto"/>
              <w:bottom w:val="single" w:sz="4" w:space="0" w:color="auto"/>
              <w:right w:val="single" w:sz="4" w:space="0" w:color="auto"/>
            </w:tcBorders>
            <w:noWrap/>
            <w:hideMark/>
          </w:tcPr>
          <w:p w14:paraId="7D58BE06" w14:textId="77777777" w:rsidR="00D92C23" w:rsidRDefault="00D92C23" w:rsidP="0026746F">
            <w:pPr>
              <w:pStyle w:val="TAC"/>
              <w:rPr>
                <w:lang w:eastAsia="fi-FI"/>
              </w:rPr>
            </w:pPr>
            <w:r>
              <w:rPr>
                <w:lang w:eastAsia="zh-TW"/>
              </w:rPr>
              <w:t>DC_</w:t>
            </w:r>
            <w:r>
              <w:rPr>
                <w:lang w:eastAsia="zh-CN"/>
              </w:rPr>
              <w:t>66A</w:t>
            </w:r>
            <w:r>
              <w:rPr>
                <w:lang w:eastAsia="zh-TW"/>
              </w:rPr>
              <w:t>_n</w:t>
            </w:r>
            <w:r>
              <w:rPr>
                <w:lang w:eastAsia="zh-CN"/>
              </w:rPr>
              <w:t>66A</w:t>
            </w:r>
          </w:p>
        </w:tc>
        <w:tc>
          <w:tcPr>
            <w:tcW w:w="3381" w:type="dxa"/>
            <w:tcBorders>
              <w:top w:val="single" w:sz="4" w:space="0" w:color="auto"/>
              <w:left w:val="single" w:sz="4" w:space="0" w:color="auto"/>
              <w:bottom w:val="single" w:sz="4" w:space="0" w:color="auto"/>
              <w:right w:val="single" w:sz="4" w:space="0" w:color="auto"/>
            </w:tcBorders>
            <w:hideMark/>
          </w:tcPr>
          <w:p w14:paraId="507EEEEE" w14:textId="77777777" w:rsidR="00D92C23" w:rsidRDefault="00D92C23" w:rsidP="0026746F">
            <w:pPr>
              <w:pStyle w:val="TAC"/>
              <w:rPr>
                <w:lang w:eastAsia="fi-FI"/>
              </w:rPr>
            </w:pPr>
            <w:r>
              <w:rPr>
                <w:lang w:eastAsia="zh-TW"/>
              </w:rPr>
              <w:t>DC_</w:t>
            </w:r>
            <w:r>
              <w:rPr>
                <w:lang w:eastAsia="zh-CN"/>
              </w:rPr>
              <w:t>66A</w:t>
            </w:r>
            <w:r>
              <w:rPr>
                <w:lang w:eastAsia="zh-TW"/>
              </w:rPr>
              <w:t>_n</w:t>
            </w:r>
            <w:r>
              <w:rPr>
                <w:lang w:eastAsia="zh-CN"/>
              </w:rPr>
              <w:t>66A</w:t>
            </w:r>
            <w:r>
              <w:rPr>
                <w:vertAlign w:val="superscript"/>
                <w:lang w:eastAsia="zh-CN"/>
              </w:rPr>
              <w:t>5</w:t>
            </w:r>
          </w:p>
        </w:tc>
        <w:tc>
          <w:tcPr>
            <w:tcW w:w="3134" w:type="dxa"/>
            <w:tcBorders>
              <w:top w:val="single" w:sz="4" w:space="0" w:color="auto"/>
              <w:left w:val="single" w:sz="4" w:space="0" w:color="auto"/>
              <w:bottom w:val="single" w:sz="4" w:space="0" w:color="auto"/>
              <w:right w:val="single" w:sz="4" w:space="0" w:color="auto"/>
            </w:tcBorders>
            <w:noWrap/>
            <w:hideMark/>
          </w:tcPr>
          <w:p w14:paraId="30A0F8F4" w14:textId="77777777" w:rsidR="00D92C23" w:rsidRDefault="00D92C23" w:rsidP="0026746F">
            <w:pPr>
              <w:pStyle w:val="TAC"/>
              <w:rPr>
                <w:lang w:eastAsia="fi-FI"/>
              </w:rPr>
            </w:pPr>
            <w:r>
              <w:rPr>
                <w:lang w:eastAsia="zh-TW"/>
              </w:rPr>
              <w:t>Yes</w:t>
            </w:r>
            <w:r>
              <w:rPr>
                <w:vertAlign w:val="superscript"/>
                <w:lang w:eastAsia="zh-TW"/>
              </w:rPr>
              <w:t>5</w:t>
            </w:r>
          </w:p>
        </w:tc>
      </w:tr>
      <w:tr w:rsidR="00246CFF" w14:paraId="6B4F6B76" w14:textId="77777777" w:rsidTr="00005EC3">
        <w:trPr>
          <w:trHeight w:val="187"/>
          <w:jc w:val="center"/>
        </w:trPr>
        <w:tc>
          <w:tcPr>
            <w:tcW w:w="3114" w:type="dxa"/>
            <w:tcBorders>
              <w:top w:val="single" w:sz="4" w:space="0" w:color="auto"/>
              <w:left w:val="single" w:sz="4" w:space="0" w:color="auto"/>
              <w:bottom w:val="single" w:sz="4" w:space="0" w:color="auto"/>
              <w:right w:val="single" w:sz="4" w:space="0" w:color="auto"/>
            </w:tcBorders>
            <w:noWrap/>
          </w:tcPr>
          <w:p w14:paraId="65012B99" w14:textId="39BD3333" w:rsidR="00246CFF" w:rsidRDefault="00246CFF" w:rsidP="00246CFF">
            <w:pPr>
              <w:pStyle w:val="TAC"/>
              <w:rPr>
                <w:lang w:eastAsia="zh-TW"/>
              </w:rPr>
            </w:pPr>
            <w:r>
              <w:rPr>
                <w:lang w:eastAsia="zh-TW"/>
              </w:rPr>
              <w:t>DC_</w:t>
            </w:r>
            <w:r>
              <w:rPr>
                <w:lang w:eastAsia="zh-CN"/>
              </w:rPr>
              <w:t>66A-66A</w:t>
            </w:r>
            <w:r>
              <w:rPr>
                <w:lang w:eastAsia="zh-TW"/>
              </w:rPr>
              <w:t>_n</w:t>
            </w:r>
            <w:r>
              <w:rPr>
                <w:lang w:eastAsia="zh-CN"/>
              </w:rPr>
              <w:t>66A</w:t>
            </w:r>
          </w:p>
        </w:tc>
        <w:tc>
          <w:tcPr>
            <w:tcW w:w="3381" w:type="dxa"/>
            <w:tcBorders>
              <w:top w:val="single" w:sz="4" w:space="0" w:color="auto"/>
              <w:left w:val="single" w:sz="4" w:space="0" w:color="auto"/>
              <w:bottom w:val="single" w:sz="4" w:space="0" w:color="auto"/>
              <w:right w:val="single" w:sz="4" w:space="0" w:color="auto"/>
            </w:tcBorders>
          </w:tcPr>
          <w:p w14:paraId="78F279C0" w14:textId="2A620F69" w:rsidR="00246CFF" w:rsidRDefault="00246CFF" w:rsidP="00246CFF">
            <w:pPr>
              <w:pStyle w:val="TAC"/>
              <w:rPr>
                <w:lang w:eastAsia="zh-TW"/>
              </w:rPr>
            </w:pPr>
            <w:r>
              <w:rPr>
                <w:lang w:eastAsia="zh-TW"/>
              </w:rPr>
              <w:t>DC_</w:t>
            </w:r>
            <w:r>
              <w:rPr>
                <w:lang w:eastAsia="zh-CN"/>
              </w:rPr>
              <w:t>66A</w:t>
            </w:r>
            <w:r>
              <w:rPr>
                <w:lang w:eastAsia="zh-TW"/>
              </w:rPr>
              <w:t>_n</w:t>
            </w:r>
            <w:r>
              <w:rPr>
                <w:lang w:eastAsia="zh-CN"/>
              </w:rPr>
              <w:t>66A</w:t>
            </w:r>
            <w:r>
              <w:rPr>
                <w:vertAlign w:val="superscript"/>
                <w:lang w:eastAsia="zh-CN"/>
              </w:rPr>
              <w:t>5</w:t>
            </w:r>
          </w:p>
        </w:tc>
        <w:tc>
          <w:tcPr>
            <w:tcW w:w="3134" w:type="dxa"/>
            <w:tcBorders>
              <w:top w:val="single" w:sz="4" w:space="0" w:color="auto"/>
              <w:left w:val="single" w:sz="4" w:space="0" w:color="auto"/>
              <w:bottom w:val="single" w:sz="4" w:space="0" w:color="auto"/>
              <w:right w:val="single" w:sz="4" w:space="0" w:color="auto"/>
            </w:tcBorders>
            <w:noWrap/>
          </w:tcPr>
          <w:p w14:paraId="0935AD8B" w14:textId="0EF5E77E" w:rsidR="00246CFF" w:rsidRDefault="00246CFF" w:rsidP="00246CFF">
            <w:pPr>
              <w:pStyle w:val="TAC"/>
              <w:rPr>
                <w:lang w:eastAsia="zh-TW"/>
              </w:rPr>
            </w:pPr>
            <w:r>
              <w:rPr>
                <w:lang w:eastAsia="zh-TW"/>
              </w:rPr>
              <w:t>Yes</w:t>
            </w:r>
            <w:r>
              <w:rPr>
                <w:vertAlign w:val="superscript"/>
                <w:lang w:eastAsia="zh-TW"/>
              </w:rPr>
              <w:t>5</w:t>
            </w:r>
          </w:p>
        </w:tc>
      </w:tr>
      <w:tr w:rsidR="00D92C23" w14:paraId="1BF6A376" w14:textId="77777777" w:rsidTr="0026746F">
        <w:trPr>
          <w:trHeight w:val="187"/>
          <w:jc w:val="center"/>
        </w:trPr>
        <w:tc>
          <w:tcPr>
            <w:tcW w:w="0" w:type="auto"/>
            <w:gridSpan w:val="3"/>
            <w:tcBorders>
              <w:top w:val="single" w:sz="4" w:space="0" w:color="auto"/>
              <w:left w:val="single" w:sz="4" w:space="0" w:color="auto"/>
              <w:bottom w:val="single" w:sz="4" w:space="0" w:color="auto"/>
              <w:right w:val="single" w:sz="4" w:space="0" w:color="auto"/>
            </w:tcBorders>
            <w:noWrap/>
            <w:vAlign w:val="center"/>
            <w:hideMark/>
          </w:tcPr>
          <w:p w14:paraId="5C837A4C" w14:textId="77777777" w:rsidR="00D92C23" w:rsidRDefault="00D92C23" w:rsidP="0026746F">
            <w:pPr>
              <w:pStyle w:val="TAN"/>
            </w:pPr>
            <w:r>
              <w:t>NOTE 1:</w:t>
            </w:r>
            <w:r>
              <w:tab/>
              <w:t>Uplink EN-DC configurations are the configurations supported by the present release of specifications.</w:t>
            </w:r>
          </w:p>
          <w:p w14:paraId="3AF7A374" w14:textId="77777777" w:rsidR="00D92C23" w:rsidRDefault="00D92C23" w:rsidP="0026746F">
            <w:pPr>
              <w:pStyle w:val="TAN"/>
              <w:rPr>
                <w:rFonts w:eastAsia="PMingLiU"/>
                <w:lang w:eastAsia="zh-TW"/>
              </w:rPr>
            </w:pPr>
            <w:r>
              <w:rPr>
                <w:rFonts w:eastAsia="PMingLiU"/>
                <w:lang w:eastAsia="zh-TW"/>
              </w:rPr>
              <w:t>NOTE 2:</w:t>
            </w:r>
            <w:r>
              <w:tab/>
            </w:r>
            <w:r>
              <w:rPr>
                <w:rFonts w:eastAsia="PMingLiU"/>
                <w:lang w:eastAsia="zh-TW"/>
              </w:rPr>
              <w:t>Void</w:t>
            </w:r>
          </w:p>
          <w:p w14:paraId="49467DEB" w14:textId="77777777" w:rsidR="00D92C23" w:rsidRDefault="00D92C23" w:rsidP="0026746F">
            <w:pPr>
              <w:pStyle w:val="TAN"/>
              <w:rPr>
                <w:lang w:eastAsia="fi-FI"/>
              </w:rPr>
            </w:pPr>
            <w:r>
              <w:rPr>
                <w:lang w:eastAsia="fi-FI"/>
              </w:rPr>
              <w:t>NOTE 3:</w:t>
            </w:r>
            <w:r>
              <w:rPr>
                <w:lang w:eastAsia="fi-FI"/>
              </w:rPr>
              <w:tab/>
              <w:t>The minimum requirements only apply for non-simultaneous Tx/Rx between all carriers.</w:t>
            </w:r>
          </w:p>
          <w:p w14:paraId="305985FA" w14:textId="77777777" w:rsidR="00D92C23" w:rsidRDefault="00D92C23" w:rsidP="0026746F">
            <w:pPr>
              <w:pStyle w:val="TAN"/>
              <w:rPr>
                <w:lang w:eastAsia="fi-FI"/>
              </w:rPr>
            </w:pPr>
            <w:r>
              <w:rPr>
                <w:lang w:eastAsia="fi-FI"/>
              </w:rPr>
              <w:t>NOTE 4:</w:t>
            </w:r>
            <w:r>
              <w:rPr>
                <w:lang w:eastAsia="fi-FI"/>
              </w:rPr>
              <w:tab/>
              <w:t>Single UL allowed due to potential emission issues, not self-interference.</w:t>
            </w:r>
          </w:p>
          <w:p w14:paraId="757586FB" w14:textId="77777777" w:rsidR="00D92C23" w:rsidRDefault="00D92C23" w:rsidP="0026746F">
            <w:pPr>
              <w:pStyle w:val="TAN"/>
              <w:rPr>
                <w:rFonts w:eastAsia="PMingLiU"/>
                <w:lang w:eastAsia="zh-TW"/>
              </w:rPr>
            </w:pPr>
            <w:r>
              <w:rPr>
                <w:rFonts w:eastAsia="PMingLiU"/>
                <w:lang w:eastAsia="zh-TW"/>
              </w:rPr>
              <w:t>NOTE 5:</w:t>
            </w:r>
            <w:r>
              <w:tab/>
            </w:r>
            <w:r>
              <w:rPr>
                <w:rFonts w:eastAsia="PMingLiU"/>
                <w:lang w:eastAsia="zh-TW"/>
              </w:rPr>
              <w:t>Only single switched UL is supported.</w:t>
            </w:r>
          </w:p>
          <w:p w14:paraId="38C8501B" w14:textId="77777777" w:rsidR="00D92C23" w:rsidRDefault="00D92C23" w:rsidP="0026746F">
            <w:pPr>
              <w:pStyle w:val="TAN"/>
              <w:rPr>
                <w:rFonts w:eastAsia="PMingLiU"/>
                <w:lang w:eastAsia="zh-TW"/>
              </w:rPr>
            </w:pPr>
            <w:r>
              <w:rPr>
                <w:rFonts w:eastAsia="PMingLiU"/>
                <w:lang w:eastAsia="zh-TW"/>
              </w:rPr>
              <w:t>NOTE 6:</w:t>
            </w:r>
            <w:r>
              <w:t xml:space="preserve"> </w:t>
            </w:r>
            <w:r>
              <w:tab/>
            </w:r>
            <w:r>
              <w:rPr>
                <w:rFonts w:eastAsia="PMingLiU"/>
                <w:lang w:eastAsia="zh-TW"/>
              </w:rPr>
              <w:t>Requirements in this specification apply for NR SCS of 15 kHz only.</w:t>
            </w:r>
          </w:p>
          <w:p w14:paraId="77B5FEA3" w14:textId="77777777" w:rsidR="00D92C23" w:rsidRDefault="00D92C23" w:rsidP="0026746F">
            <w:pPr>
              <w:pStyle w:val="TAN"/>
              <w:rPr>
                <w:lang w:eastAsia="fi-FI"/>
              </w:rPr>
            </w:pPr>
            <w:r>
              <w:rPr>
                <w:rFonts w:eastAsia="PMingLiU"/>
                <w:lang w:eastAsia="zh-TW"/>
              </w:rPr>
              <w:t xml:space="preserve">NOTE 7:  </w:t>
            </w:r>
            <w:r>
              <w:rPr>
                <w:lang w:eastAsia="fi-FI"/>
              </w:rPr>
              <w:t>Single UL allowed due to potential emission issues</w:t>
            </w:r>
            <w:r>
              <w:rPr>
                <w:rFonts w:eastAsia="PMingLiU"/>
                <w:lang w:eastAsia="zh-TW"/>
              </w:rPr>
              <w:t xml:space="preserve"> and</w:t>
            </w:r>
            <w:r>
              <w:rPr>
                <w:lang w:eastAsia="fi-FI"/>
              </w:rPr>
              <w:t xml:space="preserve"> self-interference.</w:t>
            </w:r>
          </w:p>
        </w:tc>
      </w:tr>
    </w:tbl>
    <w:p w14:paraId="5FE99D3D" w14:textId="77777777" w:rsidR="00D92C23" w:rsidRDefault="00D92C23" w:rsidP="00005EC3"/>
    <w:p w14:paraId="20420FEB" w14:textId="77777777" w:rsidR="00D92C23" w:rsidRDefault="00D92C23" w:rsidP="00D92C23">
      <w:pPr>
        <w:pStyle w:val="TH"/>
      </w:pPr>
      <w:r>
        <w:lastRenderedPageBreak/>
        <w:t>Table 5.5B.3-2: Intra-band EN-DC configurations for mixed intra-band contiguous and non-contiguous EN-DC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4"/>
        <w:gridCol w:w="3381"/>
        <w:gridCol w:w="3134"/>
      </w:tblGrid>
      <w:tr w:rsidR="00D92C23" w14:paraId="43D00220" w14:textId="77777777" w:rsidTr="0026746F">
        <w:trPr>
          <w:trHeight w:val="187"/>
          <w:jc w:val="center"/>
        </w:trPr>
        <w:tc>
          <w:tcPr>
            <w:tcW w:w="3114" w:type="dxa"/>
            <w:tcBorders>
              <w:top w:val="single" w:sz="4" w:space="0" w:color="auto"/>
              <w:left w:val="single" w:sz="4" w:space="0" w:color="auto"/>
              <w:bottom w:val="single" w:sz="4" w:space="0" w:color="auto"/>
              <w:right w:val="single" w:sz="4" w:space="0" w:color="auto"/>
            </w:tcBorders>
            <w:hideMark/>
          </w:tcPr>
          <w:p w14:paraId="21696D49" w14:textId="77777777" w:rsidR="00D92C23" w:rsidRDefault="00D92C23" w:rsidP="0026746F">
            <w:pPr>
              <w:pStyle w:val="TAH"/>
              <w:rPr>
                <w:lang w:eastAsia="fi-FI"/>
              </w:rPr>
            </w:pPr>
            <w:r>
              <w:rPr>
                <w:lang w:eastAsia="fi-FI"/>
              </w:rPr>
              <w:t>EN-DC</w:t>
            </w:r>
          </w:p>
          <w:p w14:paraId="649244DC" w14:textId="77777777" w:rsidR="00D92C23" w:rsidRDefault="00D92C23" w:rsidP="0026746F">
            <w:pPr>
              <w:pStyle w:val="TAH"/>
              <w:rPr>
                <w:lang w:eastAsia="fi-FI"/>
              </w:rPr>
            </w:pPr>
            <w:r>
              <w:rPr>
                <w:lang w:eastAsia="fi-FI"/>
              </w:rPr>
              <w:t>configuration</w:t>
            </w:r>
          </w:p>
        </w:tc>
        <w:tc>
          <w:tcPr>
            <w:tcW w:w="3381" w:type="dxa"/>
            <w:tcBorders>
              <w:top w:val="single" w:sz="4" w:space="0" w:color="auto"/>
              <w:left w:val="single" w:sz="4" w:space="0" w:color="auto"/>
              <w:bottom w:val="single" w:sz="4" w:space="0" w:color="auto"/>
              <w:right w:val="single" w:sz="4" w:space="0" w:color="auto"/>
            </w:tcBorders>
            <w:hideMark/>
          </w:tcPr>
          <w:p w14:paraId="5A68A6BA" w14:textId="77777777" w:rsidR="00D92C23" w:rsidRDefault="00D92C23" w:rsidP="0026746F">
            <w:pPr>
              <w:pStyle w:val="TAH"/>
              <w:rPr>
                <w:lang w:eastAsia="fi-FI"/>
              </w:rPr>
            </w:pPr>
            <w:r>
              <w:rPr>
                <w:lang w:eastAsia="fi-FI"/>
              </w:rPr>
              <w:t>Uplink EN-DC</w:t>
            </w:r>
          </w:p>
          <w:p w14:paraId="7BD1229B" w14:textId="77777777" w:rsidR="00D92C23" w:rsidRDefault="00D92C23" w:rsidP="0026746F">
            <w:pPr>
              <w:pStyle w:val="TAH"/>
              <w:rPr>
                <w:lang w:eastAsia="fi-FI"/>
              </w:rPr>
            </w:pPr>
            <w:r>
              <w:rPr>
                <w:lang w:eastAsia="fi-FI"/>
              </w:rPr>
              <w:t>configuration</w:t>
            </w:r>
          </w:p>
          <w:p w14:paraId="212989E0" w14:textId="77777777" w:rsidR="00D92C23" w:rsidRDefault="00D92C23" w:rsidP="0026746F">
            <w:pPr>
              <w:pStyle w:val="TAH"/>
              <w:rPr>
                <w:lang w:eastAsia="fi-FI"/>
              </w:rPr>
            </w:pPr>
            <w:r>
              <w:rPr>
                <w:lang w:eastAsia="fi-FI"/>
              </w:rPr>
              <w:t>(NOTE 1)</w:t>
            </w:r>
          </w:p>
        </w:tc>
        <w:tc>
          <w:tcPr>
            <w:tcW w:w="3134" w:type="dxa"/>
            <w:tcBorders>
              <w:top w:val="single" w:sz="4" w:space="0" w:color="auto"/>
              <w:left w:val="single" w:sz="4" w:space="0" w:color="auto"/>
              <w:bottom w:val="single" w:sz="4" w:space="0" w:color="auto"/>
              <w:right w:val="single" w:sz="4" w:space="0" w:color="auto"/>
            </w:tcBorders>
            <w:hideMark/>
          </w:tcPr>
          <w:p w14:paraId="519B09B3" w14:textId="77777777" w:rsidR="00D92C23" w:rsidRDefault="00D92C23" w:rsidP="0026746F">
            <w:pPr>
              <w:pStyle w:val="TAH"/>
              <w:rPr>
                <w:lang w:eastAsia="fi-FI"/>
              </w:rPr>
            </w:pPr>
            <w:r>
              <w:rPr>
                <w:lang w:eastAsia="fi-FI"/>
              </w:rPr>
              <w:t>Single UL allowed</w:t>
            </w:r>
          </w:p>
        </w:tc>
      </w:tr>
      <w:tr w:rsidR="00D92C23" w14:paraId="7C109E39" w14:textId="77777777" w:rsidTr="0026746F">
        <w:trPr>
          <w:trHeight w:val="187"/>
          <w:jc w:val="center"/>
        </w:trPr>
        <w:tc>
          <w:tcPr>
            <w:tcW w:w="3114" w:type="dxa"/>
            <w:tcBorders>
              <w:top w:val="single" w:sz="4" w:space="0" w:color="auto"/>
              <w:left w:val="single" w:sz="4" w:space="0" w:color="auto"/>
              <w:bottom w:val="single" w:sz="4" w:space="0" w:color="auto"/>
              <w:right w:val="single" w:sz="4" w:space="0" w:color="auto"/>
            </w:tcBorders>
            <w:noWrap/>
            <w:hideMark/>
          </w:tcPr>
          <w:p w14:paraId="1DEE6742" w14:textId="77777777" w:rsidR="00D92C23" w:rsidRDefault="00D92C23" w:rsidP="0026746F">
            <w:pPr>
              <w:pStyle w:val="TAC"/>
              <w:rPr>
                <w:lang w:eastAsia="zh-TW"/>
              </w:rPr>
            </w:pPr>
            <w:r>
              <w:rPr>
                <w:lang w:eastAsia="fi-FI"/>
              </w:rPr>
              <w:t>DC_48A-(n)48AA</w:t>
            </w:r>
            <w:r>
              <w:rPr>
                <w:vertAlign w:val="superscript"/>
                <w:lang w:eastAsia="zh-TW"/>
              </w:rPr>
              <w:t>3</w:t>
            </w:r>
          </w:p>
        </w:tc>
        <w:tc>
          <w:tcPr>
            <w:tcW w:w="3381" w:type="dxa"/>
            <w:tcBorders>
              <w:top w:val="single" w:sz="4" w:space="0" w:color="auto"/>
              <w:left w:val="single" w:sz="4" w:space="0" w:color="auto"/>
              <w:bottom w:val="single" w:sz="4" w:space="0" w:color="auto"/>
              <w:right w:val="single" w:sz="4" w:space="0" w:color="auto"/>
            </w:tcBorders>
            <w:hideMark/>
          </w:tcPr>
          <w:p w14:paraId="5DFC1C73" w14:textId="77777777" w:rsidR="00D92C23" w:rsidRDefault="00D92C23" w:rsidP="0026746F">
            <w:pPr>
              <w:pStyle w:val="TAC"/>
              <w:rPr>
                <w:b/>
                <w:lang w:eastAsia="zh-TW"/>
              </w:rPr>
            </w:pPr>
            <w:r>
              <w:rPr>
                <w:lang w:eastAsia="fi-FI"/>
              </w:rPr>
              <w:t>DC_</w:t>
            </w:r>
            <w:r>
              <w:rPr>
                <w:lang w:eastAsia="zh-CN"/>
              </w:rPr>
              <w:t>(</w:t>
            </w:r>
            <w:r>
              <w:rPr>
                <w:lang w:eastAsia="fi-FI"/>
              </w:rPr>
              <w:t>n)</w:t>
            </w:r>
            <w:r>
              <w:rPr>
                <w:lang w:eastAsia="zh-CN"/>
              </w:rPr>
              <w:t>48</w:t>
            </w:r>
            <w:r>
              <w:rPr>
                <w:lang w:eastAsia="zh-TW"/>
              </w:rPr>
              <w:t>AA</w:t>
            </w:r>
            <w:r>
              <w:rPr>
                <w:vertAlign w:val="superscript"/>
                <w:lang w:eastAsia="zh-TW"/>
              </w:rPr>
              <w:t>5</w:t>
            </w:r>
          </w:p>
          <w:p w14:paraId="2BDC60F0" w14:textId="77777777" w:rsidR="00D92C23" w:rsidRDefault="00D92C23" w:rsidP="0026746F">
            <w:pPr>
              <w:pStyle w:val="TAC"/>
              <w:rPr>
                <w:lang w:eastAsia="zh-TW"/>
              </w:rPr>
            </w:pPr>
            <w:r>
              <w:rPr>
                <w:lang w:eastAsia="fi-FI"/>
              </w:rPr>
              <w:t>DC_</w:t>
            </w:r>
            <w:r>
              <w:rPr>
                <w:lang w:eastAsia="zh-CN"/>
              </w:rPr>
              <w:t>48</w:t>
            </w:r>
            <w:r>
              <w:rPr>
                <w:lang w:eastAsia="fi-FI"/>
              </w:rPr>
              <w:t>A_n</w:t>
            </w:r>
            <w:r>
              <w:rPr>
                <w:lang w:eastAsia="zh-CN"/>
              </w:rPr>
              <w:t>48</w:t>
            </w:r>
            <w:r>
              <w:rPr>
                <w:lang w:eastAsia="zh-TW"/>
              </w:rPr>
              <w:t>A</w:t>
            </w:r>
            <w:r>
              <w:rPr>
                <w:vertAlign w:val="superscript"/>
                <w:lang w:eastAsia="zh-TW"/>
              </w:rPr>
              <w:t>5</w:t>
            </w:r>
          </w:p>
        </w:tc>
        <w:tc>
          <w:tcPr>
            <w:tcW w:w="3134" w:type="dxa"/>
            <w:tcBorders>
              <w:top w:val="single" w:sz="4" w:space="0" w:color="auto"/>
              <w:left w:val="single" w:sz="4" w:space="0" w:color="auto"/>
              <w:bottom w:val="single" w:sz="4" w:space="0" w:color="auto"/>
              <w:right w:val="single" w:sz="4" w:space="0" w:color="auto"/>
            </w:tcBorders>
            <w:noWrap/>
            <w:hideMark/>
          </w:tcPr>
          <w:p w14:paraId="407FA603" w14:textId="77777777" w:rsidR="00D92C23" w:rsidRDefault="00D92C23" w:rsidP="0026746F">
            <w:pPr>
              <w:pStyle w:val="TAC"/>
              <w:rPr>
                <w:lang w:eastAsia="zh-TW"/>
              </w:rPr>
            </w:pPr>
            <w:r>
              <w:rPr>
                <w:lang w:eastAsia="zh-TW"/>
              </w:rPr>
              <w:t>Yes</w:t>
            </w:r>
            <w:r>
              <w:rPr>
                <w:vertAlign w:val="superscript"/>
                <w:lang w:eastAsia="zh-TW"/>
              </w:rPr>
              <w:t>5</w:t>
            </w:r>
          </w:p>
        </w:tc>
      </w:tr>
      <w:tr w:rsidR="00D92C23" w14:paraId="21CC3F06" w14:textId="77777777" w:rsidTr="0026746F">
        <w:trPr>
          <w:trHeight w:val="187"/>
          <w:jc w:val="center"/>
        </w:trPr>
        <w:tc>
          <w:tcPr>
            <w:tcW w:w="0" w:type="auto"/>
            <w:gridSpan w:val="3"/>
            <w:tcBorders>
              <w:top w:val="single" w:sz="4" w:space="0" w:color="auto"/>
              <w:left w:val="single" w:sz="4" w:space="0" w:color="auto"/>
              <w:bottom w:val="single" w:sz="4" w:space="0" w:color="auto"/>
              <w:right w:val="single" w:sz="4" w:space="0" w:color="auto"/>
            </w:tcBorders>
            <w:noWrap/>
            <w:vAlign w:val="center"/>
            <w:hideMark/>
          </w:tcPr>
          <w:p w14:paraId="2492E872" w14:textId="77777777" w:rsidR="00D92C23" w:rsidRDefault="00D92C23" w:rsidP="0026746F">
            <w:pPr>
              <w:pStyle w:val="TAN"/>
            </w:pPr>
            <w:r>
              <w:t>NOTE 1:</w:t>
            </w:r>
            <w:r>
              <w:tab/>
              <w:t>Uplink EN-DC configurations are the configurations supported by the present release of specifications.</w:t>
            </w:r>
          </w:p>
          <w:p w14:paraId="32EC1B15" w14:textId="77777777" w:rsidR="00D92C23" w:rsidRDefault="00D92C23" w:rsidP="0026746F">
            <w:pPr>
              <w:pStyle w:val="TAN"/>
              <w:rPr>
                <w:rFonts w:eastAsia="PMingLiU"/>
                <w:lang w:eastAsia="zh-TW"/>
              </w:rPr>
            </w:pPr>
            <w:r>
              <w:rPr>
                <w:rFonts w:eastAsia="PMingLiU"/>
                <w:lang w:eastAsia="zh-TW"/>
              </w:rPr>
              <w:t>NOTE 2:</w:t>
            </w:r>
            <w:r>
              <w:tab/>
            </w:r>
            <w:r>
              <w:rPr>
                <w:rFonts w:eastAsia="PMingLiU"/>
                <w:lang w:eastAsia="zh-TW"/>
              </w:rPr>
              <w:t>Void</w:t>
            </w:r>
          </w:p>
          <w:p w14:paraId="26D7BAEA" w14:textId="77777777" w:rsidR="00D92C23" w:rsidRDefault="00D92C23" w:rsidP="0026746F">
            <w:pPr>
              <w:pStyle w:val="TAN"/>
              <w:rPr>
                <w:lang w:eastAsia="fi-FI"/>
              </w:rPr>
            </w:pPr>
            <w:r>
              <w:rPr>
                <w:lang w:eastAsia="fi-FI"/>
              </w:rPr>
              <w:t>NOTE 3:</w:t>
            </w:r>
            <w:r>
              <w:rPr>
                <w:lang w:eastAsia="fi-FI"/>
              </w:rPr>
              <w:tab/>
              <w:t>The minimum requirements only apply for non-simultaneous Tx/Rx between all carriers.</w:t>
            </w:r>
          </w:p>
          <w:p w14:paraId="3D2A6505" w14:textId="77777777" w:rsidR="00D92C23" w:rsidRDefault="00D92C23" w:rsidP="0026746F">
            <w:pPr>
              <w:pStyle w:val="TAN"/>
              <w:rPr>
                <w:lang w:eastAsia="fi-FI"/>
              </w:rPr>
            </w:pPr>
            <w:r>
              <w:rPr>
                <w:lang w:eastAsia="fi-FI"/>
              </w:rPr>
              <w:t>NOTE 4:</w:t>
            </w:r>
            <w:r>
              <w:rPr>
                <w:lang w:eastAsia="fi-FI"/>
              </w:rPr>
              <w:tab/>
              <w:t>Single UL allowed due to potential emission issues, not self-interference.</w:t>
            </w:r>
          </w:p>
          <w:p w14:paraId="1E724BA2" w14:textId="77777777" w:rsidR="00D92C23" w:rsidRDefault="00D92C23" w:rsidP="0026746F">
            <w:pPr>
              <w:pStyle w:val="TAN"/>
              <w:rPr>
                <w:rFonts w:eastAsia="PMingLiU"/>
                <w:lang w:eastAsia="zh-TW"/>
              </w:rPr>
            </w:pPr>
            <w:r>
              <w:rPr>
                <w:rFonts w:eastAsia="PMingLiU"/>
                <w:lang w:eastAsia="zh-TW"/>
              </w:rPr>
              <w:t>NOTE 5:</w:t>
            </w:r>
            <w:r>
              <w:tab/>
            </w:r>
            <w:r>
              <w:rPr>
                <w:rFonts w:eastAsia="PMingLiU"/>
                <w:lang w:eastAsia="zh-TW"/>
              </w:rPr>
              <w:t>Only single switched UL is supported.</w:t>
            </w:r>
          </w:p>
        </w:tc>
      </w:tr>
    </w:tbl>
    <w:p w14:paraId="339A935C" w14:textId="77777777" w:rsidR="00D92C23" w:rsidRDefault="00D92C23" w:rsidP="00D92C23"/>
    <w:p w14:paraId="02BCD003" w14:textId="77777777" w:rsidR="001310A1" w:rsidRPr="00E062F1" w:rsidRDefault="001310A1" w:rsidP="001310A1">
      <w:pPr>
        <w:pStyle w:val="Heading3"/>
      </w:pPr>
      <w:r w:rsidRPr="00E062F1">
        <w:lastRenderedPageBreak/>
        <w:t>5.5B.4</w:t>
      </w:r>
      <w:r w:rsidRPr="00E062F1">
        <w:tab/>
        <w:t>Inter-band EN-DC within FR1</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14:paraId="2084B25F" w14:textId="5D7A9CBF" w:rsidR="001310A1" w:rsidRPr="00E062F1" w:rsidRDefault="001310A1" w:rsidP="001310A1">
      <w:pPr>
        <w:pStyle w:val="Heading4"/>
      </w:pPr>
      <w:bookmarkStart w:id="1145" w:name="_Toc21351522"/>
      <w:bookmarkStart w:id="1146" w:name="_Toc29807104"/>
      <w:bookmarkStart w:id="1147" w:name="_Toc36648818"/>
      <w:bookmarkStart w:id="1148" w:name="_Toc36651543"/>
      <w:bookmarkStart w:id="1149" w:name="_Toc37256477"/>
      <w:bookmarkStart w:id="1150" w:name="_Toc37256818"/>
      <w:bookmarkStart w:id="1151" w:name="_Toc45890515"/>
      <w:bookmarkStart w:id="1152" w:name="_Toc45891739"/>
      <w:bookmarkStart w:id="1153" w:name="_Toc45892149"/>
      <w:bookmarkStart w:id="1154" w:name="_Toc45892559"/>
      <w:bookmarkStart w:id="1155" w:name="_Toc52352972"/>
      <w:bookmarkStart w:id="1156" w:name="_Toc53174795"/>
      <w:bookmarkStart w:id="1157" w:name="_Toc61375944"/>
      <w:bookmarkStart w:id="1158" w:name="_Toc61376356"/>
      <w:bookmarkStart w:id="1159" w:name="_Toc67938629"/>
      <w:bookmarkStart w:id="1160" w:name="_Toc76454231"/>
      <w:bookmarkStart w:id="1161" w:name="_Toc76719651"/>
      <w:bookmarkStart w:id="1162" w:name="_Toc76720171"/>
      <w:bookmarkStart w:id="1163" w:name="_Toc83742868"/>
      <w:bookmarkStart w:id="1164" w:name="_Toc83887243"/>
      <w:bookmarkStart w:id="1165" w:name="_Toc83888044"/>
      <w:bookmarkStart w:id="1166" w:name="_Toc90588698"/>
      <w:r w:rsidRPr="00E062F1">
        <w:t>5.5B.4.1</w:t>
      </w:r>
      <w:r w:rsidRPr="00E062F1">
        <w:tab/>
        <w:t xml:space="preserve">Inter-band EN-DC configurations </w:t>
      </w:r>
      <w:r w:rsidR="00B92927" w:rsidRPr="00E062F1">
        <w:t xml:space="preserve">within FR1 </w:t>
      </w:r>
      <w:r w:rsidRPr="00E062F1">
        <w:t>(two bands)</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14:paraId="1DBBB198" w14:textId="4ED4C425" w:rsidR="001310A1" w:rsidRPr="00E062F1" w:rsidRDefault="001310A1" w:rsidP="001310A1">
      <w:pPr>
        <w:pStyle w:val="TH"/>
      </w:pPr>
      <w:r w:rsidRPr="00E062F1">
        <w:t xml:space="preserve">Table 5.5B.4.1-1: Inter-band EN-DC configurations </w:t>
      </w:r>
      <w:r w:rsidR="00B92927" w:rsidRPr="00E062F1">
        <w:t xml:space="preserve">within FR1 </w:t>
      </w:r>
      <w:r w:rsidRPr="00E062F1">
        <w:t>(two bands)</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37"/>
        <w:gridCol w:w="2280"/>
        <w:gridCol w:w="2738"/>
        <w:gridCol w:w="2738"/>
      </w:tblGrid>
      <w:tr w:rsidR="00D44AD9" w14:paraId="4124099F" w14:textId="77777777" w:rsidTr="00AC3FE8">
        <w:trPr>
          <w:trHeight w:val="187"/>
          <w:tblHeader/>
          <w:jc w:val="center"/>
        </w:trPr>
        <w:tc>
          <w:tcPr>
            <w:tcW w:w="2537" w:type="dxa"/>
            <w:tcBorders>
              <w:top w:val="single" w:sz="4" w:space="0" w:color="auto"/>
              <w:left w:val="single" w:sz="4" w:space="0" w:color="auto"/>
              <w:bottom w:val="single" w:sz="4" w:space="0" w:color="auto"/>
              <w:right w:val="single" w:sz="4" w:space="0" w:color="auto"/>
            </w:tcBorders>
            <w:hideMark/>
          </w:tcPr>
          <w:p w14:paraId="374D24D9" w14:textId="77777777" w:rsidR="00D44AD9" w:rsidRDefault="00D44AD9" w:rsidP="00AC3FE8">
            <w:pPr>
              <w:pStyle w:val="TAH"/>
              <w:rPr>
                <w:lang w:eastAsia="fi-FI"/>
              </w:rPr>
            </w:pPr>
            <w:bookmarkStart w:id="1167" w:name="_Hlk516090533"/>
            <w:r>
              <w:rPr>
                <w:lang w:eastAsia="fi-FI"/>
              </w:rPr>
              <w:lastRenderedPageBreak/>
              <w:t>EN-DC</w:t>
            </w:r>
          </w:p>
          <w:p w14:paraId="258B77C5" w14:textId="77777777" w:rsidR="00D44AD9" w:rsidRDefault="00D44AD9" w:rsidP="00AC3FE8">
            <w:pPr>
              <w:pStyle w:val="TAH"/>
              <w:rPr>
                <w:lang w:eastAsia="fi-FI"/>
              </w:rPr>
            </w:pPr>
            <w:r>
              <w:rPr>
                <w:lang w:eastAsia="fi-FI"/>
              </w:rPr>
              <w:t>configuration</w:t>
            </w:r>
          </w:p>
        </w:tc>
        <w:tc>
          <w:tcPr>
            <w:tcW w:w="2280" w:type="dxa"/>
            <w:tcBorders>
              <w:top w:val="single" w:sz="4" w:space="0" w:color="auto"/>
              <w:left w:val="single" w:sz="4" w:space="0" w:color="auto"/>
              <w:bottom w:val="single" w:sz="4" w:space="0" w:color="auto"/>
              <w:right w:val="single" w:sz="4" w:space="0" w:color="auto"/>
            </w:tcBorders>
            <w:hideMark/>
          </w:tcPr>
          <w:p w14:paraId="727E795C" w14:textId="77777777" w:rsidR="00D44AD9" w:rsidRDefault="00D44AD9" w:rsidP="00AC3FE8">
            <w:pPr>
              <w:pStyle w:val="TAH"/>
              <w:rPr>
                <w:lang w:val="fr-FR" w:eastAsia="fi-FI"/>
              </w:rPr>
            </w:pPr>
            <w:r>
              <w:rPr>
                <w:lang w:val="fr-FR" w:eastAsia="fi-FI"/>
              </w:rPr>
              <w:t>Uplink EN-DC</w:t>
            </w:r>
          </w:p>
          <w:p w14:paraId="7902B27C" w14:textId="77777777" w:rsidR="00D44AD9" w:rsidRDefault="00D44AD9" w:rsidP="00AC3FE8">
            <w:pPr>
              <w:pStyle w:val="TAH"/>
              <w:rPr>
                <w:lang w:val="fr-FR" w:eastAsia="fi-FI"/>
              </w:rPr>
            </w:pPr>
            <w:r>
              <w:rPr>
                <w:lang w:val="fr-FR" w:eastAsia="fi-FI"/>
              </w:rPr>
              <w:t>configuration</w:t>
            </w:r>
          </w:p>
          <w:p w14:paraId="778626D2" w14:textId="77777777" w:rsidR="00D44AD9" w:rsidRDefault="00D44AD9" w:rsidP="00AC3FE8">
            <w:pPr>
              <w:pStyle w:val="TAH"/>
              <w:rPr>
                <w:lang w:val="fr-FR" w:eastAsia="fi-FI"/>
              </w:rPr>
            </w:pPr>
            <w:r>
              <w:rPr>
                <w:lang w:val="fr-FR" w:eastAsia="fi-FI"/>
              </w:rPr>
              <w:t>(NOTE 1)</w:t>
            </w:r>
          </w:p>
        </w:tc>
        <w:tc>
          <w:tcPr>
            <w:tcW w:w="2738" w:type="dxa"/>
            <w:tcBorders>
              <w:top w:val="single" w:sz="4" w:space="0" w:color="auto"/>
              <w:left w:val="single" w:sz="4" w:space="0" w:color="auto"/>
              <w:bottom w:val="single" w:sz="4" w:space="0" w:color="auto"/>
              <w:right w:val="single" w:sz="4" w:space="0" w:color="auto"/>
            </w:tcBorders>
            <w:hideMark/>
          </w:tcPr>
          <w:p w14:paraId="708C3628" w14:textId="77777777" w:rsidR="00D44AD9" w:rsidRDefault="00D44AD9" w:rsidP="00AC3FE8">
            <w:pPr>
              <w:pStyle w:val="TAH"/>
              <w:rPr>
                <w:lang w:eastAsia="fi-FI"/>
              </w:rPr>
            </w:pPr>
            <w:r>
              <w:rPr>
                <w:lang w:eastAsia="fi-FI"/>
              </w:rPr>
              <w:t>Single UL allowed</w:t>
            </w:r>
          </w:p>
        </w:tc>
        <w:tc>
          <w:tcPr>
            <w:tcW w:w="2738" w:type="dxa"/>
            <w:tcBorders>
              <w:top w:val="single" w:sz="4" w:space="0" w:color="auto"/>
              <w:left w:val="single" w:sz="4" w:space="0" w:color="auto"/>
              <w:bottom w:val="single" w:sz="4" w:space="0" w:color="auto"/>
              <w:right w:val="single" w:sz="4" w:space="0" w:color="auto"/>
            </w:tcBorders>
            <w:hideMark/>
          </w:tcPr>
          <w:p w14:paraId="4E067DB6" w14:textId="77777777" w:rsidR="00D44AD9" w:rsidRDefault="00D44AD9" w:rsidP="00AC3FE8">
            <w:pPr>
              <w:pStyle w:val="TAH"/>
              <w:rPr>
                <w:lang w:eastAsia="fi-FI"/>
              </w:rPr>
            </w:pPr>
            <w:r>
              <w:rPr>
                <w:lang w:eastAsia="fi-FI"/>
              </w:rPr>
              <w:t>DL interruption allowed</w:t>
            </w:r>
          </w:p>
          <w:p w14:paraId="6A119F95" w14:textId="77777777" w:rsidR="00D44AD9" w:rsidRDefault="00D44AD9" w:rsidP="00AC3FE8">
            <w:pPr>
              <w:pStyle w:val="TAH"/>
              <w:rPr>
                <w:lang w:eastAsia="fi-FI"/>
              </w:rPr>
            </w:pPr>
            <w:r>
              <w:rPr>
                <w:lang w:eastAsia="fi-FI"/>
              </w:rPr>
              <w:t xml:space="preserve">(Note </w:t>
            </w:r>
            <w:r>
              <w:rPr>
                <w:lang w:eastAsia="zh-CN"/>
              </w:rPr>
              <w:t>14</w:t>
            </w:r>
            <w:r>
              <w:rPr>
                <w:lang w:eastAsia="fi-FI"/>
              </w:rPr>
              <w:t>)</w:t>
            </w:r>
          </w:p>
        </w:tc>
        <w:bookmarkEnd w:id="1167"/>
      </w:tr>
      <w:tr w:rsidR="00D44AD9" w14:paraId="7464B57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hideMark/>
          </w:tcPr>
          <w:p w14:paraId="1E91E138" w14:textId="77777777" w:rsidR="00D44AD9" w:rsidRDefault="00D44AD9" w:rsidP="00AC3FE8">
            <w:pPr>
              <w:pStyle w:val="TAC"/>
              <w:rPr>
                <w:lang w:eastAsia="fi-FI"/>
              </w:rPr>
            </w:pPr>
            <w:r>
              <w:rPr>
                <w:lang w:eastAsia="fi-FI"/>
              </w:rPr>
              <w:t>DC_</w:t>
            </w:r>
            <w:r>
              <w:rPr>
                <w:lang w:eastAsia="zh-CN"/>
              </w:rPr>
              <w:t>1A_n3A</w:t>
            </w:r>
          </w:p>
          <w:p w14:paraId="5D79ED9F" w14:textId="77777777" w:rsidR="00D44AD9" w:rsidRDefault="00D44AD9" w:rsidP="00AC3FE8">
            <w:pPr>
              <w:pStyle w:val="TAC"/>
              <w:rPr>
                <w:lang w:eastAsia="fi-FI"/>
              </w:rPr>
            </w:pPr>
            <w:r>
              <w:rPr>
                <w:lang w:eastAsia="fi-FI"/>
              </w:rPr>
              <w:t>DC_</w:t>
            </w:r>
            <w:r>
              <w:rPr>
                <w:lang w:eastAsia="zh-CN"/>
              </w:rPr>
              <w:t>1C_n3A</w:t>
            </w:r>
          </w:p>
        </w:tc>
        <w:tc>
          <w:tcPr>
            <w:tcW w:w="2280" w:type="dxa"/>
            <w:tcBorders>
              <w:top w:val="single" w:sz="4" w:space="0" w:color="auto"/>
              <w:left w:val="single" w:sz="4" w:space="0" w:color="auto"/>
              <w:bottom w:val="single" w:sz="4" w:space="0" w:color="auto"/>
              <w:right w:val="single" w:sz="4" w:space="0" w:color="auto"/>
            </w:tcBorders>
            <w:hideMark/>
          </w:tcPr>
          <w:p w14:paraId="299DC328" w14:textId="77777777" w:rsidR="00D44AD9" w:rsidRDefault="00D44AD9" w:rsidP="00AC3FE8">
            <w:pPr>
              <w:pStyle w:val="TAC"/>
              <w:rPr>
                <w:lang w:eastAsia="fi-FI"/>
              </w:rPr>
            </w:pPr>
            <w:r>
              <w:rPr>
                <w:lang w:eastAsia="fi-FI"/>
              </w:rPr>
              <w:t>DC_</w:t>
            </w:r>
            <w:r>
              <w:rPr>
                <w:lang w:eastAsia="zh-CN"/>
              </w:rPr>
              <w:t>1A_n3A</w:t>
            </w:r>
          </w:p>
          <w:p w14:paraId="24549991" w14:textId="77777777" w:rsidR="00D44AD9" w:rsidRDefault="00D44AD9" w:rsidP="00AC3FE8">
            <w:pPr>
              <w:pStyle w:val="TAC"/>
              <w:rPr>
                <w:lang w:eastAsia="fi-FI"/>
              </w:rPr>
            </w:pPr>
            <w:r>
              <w:rPr>
                <w:lang w:eastAsia="fi-FI"/>
              </w:rPr>
              <w:t>DC_</w:t>
            </w:r>
            <w:r>
              <w:rPr>
                <w:lang w:eastAsia="zh-CN"/>
              </w:rPr>
              <w:t>1C_n3A</w:t>
            </w:r>
          </w:p>
        </w:tc>
        <w:tc>
          <w:tcPr>
            <w:tcW w:w="2738" w:type="dxa"/>
            <w:tcBorders>
              <w:top w:val="single" w:sz="4" w:space="0" w:color="auto"/>
              <w:left w:val="single" w:sz="4" w:space="0" w:color="auto"/>
              <w:bottom w:val="single" w:sz="4" w:space="0" w:color="auto"/>
              <w:right w:val="single" w:sz="4" w:space="0" w:color="auto"/>
            </w:tcBorders>
            <w:hideMark/>
          </w:tcPr>
          <w:p w14:paraId="5C9426D1" w14:textId="77777777" w:rsidR="00D44AD9" w:rsidRDefault="00D44AD9" w:rsidP="00AC3FE8">
            <w:pPr>
              <w:pStyle w:val="TAC"/>
              <w:rPr>
                <w:lang w:eastAsia="fi-FI"/>
              </w:rPr>
            </w:pPr>
            <w:r>
              <w:rPr>
                <w:lang w:eastAsia="fi-FI"/>
              </w:rPr>
              <w:t>DC_1_n3</w:t>
            </w:r>
          </w:p>
        </w:tc>
        <w:tc>
          <w:tcPr>
            <w:tcW w:w="2738" w:type="dxa"/>
            <w:tcBorders>
              <w:top w:val="single" w:sz="4" w:space="0" w:color="auto"/>
              <w:left w:val="single" w:sz="4" w:space="0" w:color="auto"/>
              <w:bottom w:val="single" w:sz="4" w:space="0" w:color="auto"/>
              <w:right w:val="single" w:sz="4" w:space="0" w:color="auto"/>
            </w:tcBorders>
          </w:tcPr>
          <w:p w14:paraId="3AA20348" w14:textId="77777777" w:rsidR="00D44AD9" w:rsidRDefault="00D44AD9" w:rsidP="00AC3FE8">
            <w:pPr>
              <w:pStyle w:val="TAC"/>
              <w:rPr>
                <w:lang w:eastAsia="fi-FI"/>
              </w:rPr>
            </w:pPr>
          </w:p>
        </w:tc>
      </w:tr>
      <w:tr w:rsidR="00D44AD9" w14:paraId="02B3001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hideMark/>
          </w:tcPr>
          <w:p w14:paraId="5691E3E1" w14:textId="77777777" w:rsidR="00D44AD9" w:rsidRDefault="00D44AD9" w:rsidP="00AC3FE8">
            <w:pPr>
              <w:pStyle w:val="TAC"/>
              <w:rPr>
                <w:lang w:eastAsia="fi-FI"/>
              </w:rPr>
            </w:pPr>
            <w:r>
              <w:rPr>
                <w:lang w:eastAsia="fi-FI"/>
              </w:rPr>
              <w:t>DC_</w:t>
            </w:r>
            <w:r>
              <w:rPr>
                <w:lang w:eastAsia="zh-CN"/>
              </w:rPr>
              <w:t>1A_n5A</w:t>
            </w:r>
          </w:p>
        </w:tc>
        <w:tc>
          <w:tcPr>
            <w:tcW w:w="2280" w:type="dxa"/>
            <w:tcBorders>
              <w:top w:val="single" w:sz="4" w:space="0" w:color="auto"/>
              <w:left w:val="single" w:sz="4" w:space="0" w:color="auto"/>
              <w:bottom w:val="single" w:sz="4" w:space="0" w:color="auto"/>
              <w:right w:val="single" w:sz="4" w:space="0" w:color="auto"/>
            </w:tcBorders>
            <w:hideMark/>
          </w:tcPr>
          <w:p w14:paraId="35E0062E" w14:textId="77777777" w:rsidR="00D44AD9" w:rsidRDefault="00D44AD9" w:rsidP="00AC3FE8">
            <w:pPr>
              <w:pStyle w:val="TAC"/>
              <w:rPr>
                <w:lang w:eastAsia="fi-FI"/>
              </w:rPr>
            </w:pPr>
            <w:r>
              <w:rPr>
                <w:lang w:eastAsia="fi-FI"/>
              </w:rPr>
              <w:t>DC_</w:t>
            </w:r>
            <w:r>
              <w:rPr>
                <w:lang w:eastAsia="zh-CN"/>
              </w:rPr>
              <w:t>1A_n5A</w:t>
            </w:r>
          </w:p>
        </w:tc>
        <w:tc>
          <w:tcPr>
            <w:tcW w:w="2738" w:type="dxa"/>
            <w:tcBorders>
              <w:top w:val="single" w:sz="4" w:space="0" w:color="auto"/>
              <w:left w:val="single" w:sz="4" w:space="0" w:color="auto"/>
              <w:bottom w:val="single" w:sz="4" w:space="0" w:color="auto"/>
              <w:right w:val="single" w:sz="4" w:space="0" w:color="auto"/>
            </w:tcBorders>
            <w:hideMark/>
          </w:tcPr>
          <w:p w14:paraId="6E59EB93"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0AAF5094" w14:textId="77777777" w:rsidR="00D44AD9" w:rsidRDefault="00D44AD9" w:rsidP="00AC3FE8">
            <w:pPr>
              <w:pStyle w:val="TAC"/>
              <w:rPr>
                <w:lang w:eastAsia="fi-FI"/>
              </w:rPr>
            </w:pPr>
          </w:p>
        </w:tc>
      </w:tr>
      <w:tr w:rsidR="00D44AD9" w14:paraId="3715C42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hideMark/>
          </w:tcPr>
          <w:p w14:paraId="2816CF97" w14:textId="77777777" w:rsidR="00D44AD9" w:rsidRDefault="00D44AD9" w:rsidP="00AC3FE8">
            <w:pPr>
              <w:pStyle w:val="TAC"/>
              <w:rPr>
                <w:lang w:eastAsia="fi-FI"/>
              </w:rPr>
            </w:pPr>
            <w:r>
              <w:rPr>
                <w:lang w:eastAsia="fi-FI"/>
              </w:rPr>
              <w:t>DC_</w:t>
            </w:r>
            <w:r>
              <w:rPr>
                <w:lang w:eastAsia="zh-CN"/>
              </w:rPr>
              <w:t>1</w:t>
            </w:r>
            <w:r>
              <w:rPr>
                <w:lang w:eastAsia="fi-FI"/>
              </w:rPr>
              <w:t>A_n</w:t>
            </w:r>
            <w:r>
              <w:rPr>
                <w:lang w:eastAsia="zh-CN"/>
              </w:rPr>
              <w:t>7</w:t>
            </w:r>
            <w:r>
              <w:rPr>
                <w:lang w:eastAsia="fi-FI"/>
              </w:rPr>
              <w:t>A</w:t>
            </w:r>
          </w:p>
          <w:p w14:paraId="0E26A2E9" w14:textId="77777777" w:rsidR="00D44AD9" w:rsidRDefault="00D44AD9" w:rsidP="00AC3FE8">
            <w:pPr>
              <w:pStyle w:val="TAC"/>
              <w:rPr>
                <w:lang w:eastAsia="fi-FI"/>
              </w:rPr>
            </w:pPr>
            <w:r>
              <w:rPr>
                <w:lang w:eastAsia="fi-FI"/>
              </w:rPr>
              <w:t>DC_</w:t>
            </w:r>
            <w:r>
              <w:rPr>
                <w:lang w:eastAsia="zh-CN"/>
              </w:rPr>
              <w:t>1</w:t>
            </w:r>
            <w:r>
              <w:rPr>
                <w:lang w:eastAsia="fi-FI"/>
              </w:rPr>
              <w:t>A_n</w:t>
            </w:r>
            <w:r>
              <w:rPr>
                <w:lang w:eastAsia="zh-CN"/>
              </w:rPr>
              <w:t>7</w:t>
            </w:r>
            <w:r>
              <w:rPr>
                <w:lang w:eastAsia="fi-FI"/>
              </w:rPr>
              <w:t>B</w:t>
            </w:r>
          </w:p>
        </w:tc>
        <w:tc>
          <w:tcPr>
            <w:tcW w:w="2280" w:type="dxa"/>
            <w:tcBorders>
              <w:top w:val="single" w:sz="4" w:space="0" w:color="auto"/>
              <w:left w:val="single" w:sz="4" w:space="0" w:color="auto"/>
              <w:bottom w:val="single" w:sz="4" w:space="0" w:color="auto"/>
              <w:right w:val="single" w:sz="4" w:space="0" w:color="auto"/>
            </w:tcBorders>
            <w:hideMark/>
          </w:tcPr>
          <w:p w14:paraId="7B4480F5" w14:textId="77777777" w:rsidR="00D44AD9" w:rsidRDefault="00D44AD9" w:rsidP="00AC3FE8">
            <w:pPr>
              <w:pStyle w:val="TAC"/>
              <w:rPr>
                <w:lang w:eastAsia="fi-FI"/>
              </w:rPr>
            </w:pPr>
            <w:r>
              <w:rPr>
                <w:lang w:eastAsia="fi-FI"/>
              </w:rPr>
              <w:t>DC_</w:t>
            </w:r>
            <w:r>
              <w:rPr>
                <w:lang w:eastAsia="zh-CN"/>
              </w:rPr>
              <w:t>1</w:t>
            </w:r>
            <w:r>
              <w:rPr>
                <w:lang w:eastAsia="fi-FI"/>
              </w:rPr>
              <w:t>A_n</w:t>
            </w:r>
            <w:r>
              <w:rPr>
                <w:lang w:eastAsia="zh-CN"/>
              </w:rPr>
              <w:t>7</w:t>
            </w:r>
            <w:r>
              <w:rPr>
                <w:lang w:eastAsia="fi-FI"/>
              </w:rPr>
              <w:t>A</w:t>
            </w:r>
          </w:p>
        </w:tc>
        <w:tc>
          <w:tcPr>
            <w:tcW w:w="2738" w:type="dxa"/>
            <w:tcBorders>
              <w:top w:val="single" w:sz="4" w:space="0" w:color="auto"/>
              <w:left w:val="single" w:sz="4" w:space="0" w:color="auto"/>
              <w:bottom w:val="single" w:sz="4" w:space="0" w:color="auto"/>
              <w:right w:val="single" w:sz="4" w:space="0" w:color="auto"/>
            </w:tcBorders>
            <w:hideMark/>
          </w:tcPr>
          <w:p w14:paraId="0E143FAD"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39DB8F50" w14:textId="77777777" w:rsidR="00D44AD9" w:rsidRDefault="00D44AD9" w:rsidP="00AC3FE8">
            <w:pPr>
              <w:pStyle w:val="TAC"/>
              <w:rPr>
                <w:lang w:eastAsia="fi-FI"/>
              </w:rPr>
            </w:pPr>
          </w:p>
        </w:tc>
      </w:tr>
      <w:tr w:rsidR="00D44AD9" w14:paraId="34C4A3E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hideMark/>
          </w:tcPr>
          <w:p w14:paraId="59121E8C" w14:textId="77777777" w:rsidR="00D44AD9" w:rsidRDefault="00D44AD9" w:rsidP="00AC3FE8">
            <w:pPr>
              <w:pStyle w:val="TAC"/>
              <w:rPr>
                <w:lang w:eastAsia="fi-FI"/>
              </w:rPr>
            </w:pPr>
            <w:r>
              <w:rPr>
                <w:lang w:eastAsia="fi-FI"/>
              </w:rPr>
              <w:t>DC_1A-1A_n7A</w:t>
            </w:r>
          </w:p>
          <w:p w14:paraId="272AC4AA" w14:textId="77777777" w:rsidR="00D44AD9" w:rsidRDefault="00D44AD9" w:rsidP="00AC3FE8">
            <w:pPr>
              <w:pStyle w:val="TAC"/>
              <w:rPr>
                <w:lang w:eastAsia="fi-FI"/>
              </w:rPr>
            </w:pPr>
            <w:r>
              <w:rPr>
                <w:lang w:eastAsia="fi-FI"/>
              </w:rPr>
              <w:t>DC_1A-1A_n7B</w:t>
            </w:r>
          </w:p>
        </w:tc>
        <w:tc>
          <w:tcPr>
            <w:tcW w:w="2280" w:type="dxa"/>
            <w:tcBorders>
              <w:top w:val="single" w:sz="4" w:space="0" w:color="auto"/>
              <w:left w:val="single" w:sz="4" w:space="0" w:color="auto"/>
              <w:bottom w:val="single" w:sz="4" w:space="0" w:color="auto"/>
              <w:right w:val="single" w:sz="4" w:space="0" w:color="auto"/>
            </w:tcBorders>
            <w:hideMark/>
          </w:tcPr>
          <w:p w14:paraId="2EC78580" w14:textId="77777777" w:rsidR="00D44AD9" w:rsidRDefault="00D44AD9" w:rsidP="00AC3FE8">
            <w:pPr>
              <w:pStyle w:val="TAC"/>
              <w:rPr>
                <w:lang w:eastAsia="fi-FI"/>
              </w:rPr>
            </w:pPr>
            <w:r>
              <w:rPr>
                <w:lang w:eastAsia="fi-FI"/>
              </w:rPr>
              <w:t>DC_</w:t>
            </w:r>
            <w:r>
              <w:rPr>
                <w:lang w:eastAsia="zh-CN"/>
              </w:rPr>
              <w:t>1</w:t>
            </w:r>
            <w:r>
              <w:rPr>
                <w:lang w:eastAsia="fi-FI"/>
              </w:rPr>
              <w:t>A_n</w:t>
            </w:r>
            <w:r>
              <w:rPr>
                <w:lang w:eastAsia="zh-CN"/>
              </w:rPr>
              <w:t>7</w:t>
            </w:r>
            <w:r>
              <w:rPr>
                <w:lang w:eastAsia="fi-FI"/>
              </w:rPr>
              <w:t>A</w:t>
            </w:r>
          </w:p>
        </w:tc>
        <w:tc>
          <w:tcPr>
            <w:tcW w:w="2738" w:type="dxa"/>
            <w:tcBorders>
              <w:top w:val="single" w:sz="4" w:space="0" w:color="auto"/>
              <w:left w:val="single" w:sz="4" w:space="0" w:color="auto"/>
              <w:bottom w:val="single" w:sz="4" w:space="0" w:color="auto"/>
              <w:right w:val="single" w:sz="4" w:space="0" w:color="auto"/>
            </w:tcBorders>
            <w:hideMark/>
          </w:tcPr>
          <w:p w14:paraId="37594DE0" w14:textId="77777777" w:rsidR="00D44AD9" w:rsidRDefault="00D44AD9" w:rsidP="00AC3FE8">
            <w:pPr>
              <w:pStyle w:val="TAC"/>
              <w:rPr>
                <w:lang w:eastAsia="fi-FI"/>
              </w:rPr>
            </w:pPr>
            <w:r>
              <w:rPr>
                <w:rFonts w:eastAsia="MS Mincho"/>
              </w:rPr>
              <w:t>No</w:t>
            </w:r>
          </w:p>
        </w:tc>
        <w:tc>
          <w:tcPr>
            <w:tcW w:w="2738" w:type="dxa"/>
            <w:tcBorders>
              <w:top w:val="single" w:sz="4" w:space="0" w:color="auto"/>
              <w:left w:val="single" w:sz="4" w:space="0" w:color="auto"/>
              <w:bottom w:val="single" w:sz="4" w:space="0" w:color="auto"/>
              <w:right w:val="single" w:sz="4" w:space="0" w:color="auto"/>
            </w:tcBorders>
          </w:tcPr>
          <w:p w14:paraId="780D6410" w14:textId="77777777" w:rsidR="00D44AD9" w:rsidRDefault="00D44AD9" w:rsidP="00AC3FE8">
            <w:pPr>
              <w:pStyle w:val="TAC"/>
              <w:rPr>
                <w:rFonts w:eastAsia="MS Mincho"/>
              </w:rPr>
            </w:pPr>
          </w:p>
        </w:tc>
      </w:tr>
      <w:tr w:rsidR="00D44AD9" w14:paraId="1184D518"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hideMark/>
          </w:tcPr>
          <w:p w14:paraId="76D10346" w14:textId="77777777" w:rsidR="00D44AD9" w:rsidRDefault="00D44AD9" w:rsidP="00AC3FE8">
            <w:pPr>
              <w:pStyle w:val="TAC"/>
              <w:rPr>
                <w:lang w:eastAsia="fi-FI"/>
              </w:rPr>
            </w:pPr>
            <w:r>
              <w:rPr>
                <w:lang w:eastAsia="fi-FI"/>
              </w:rPr>
              <w:t>DC_</w:t>
            </w:r>
            <w:r>
              <w:rPr>
                <w:lang w:eastAsia="zh-CN"/>
              </w:rPr>
              <w:t>1</w:t>
            </w:r>
            <w:r>
              <w:rPr>
                <w:lang w:eastAsia="fi-FI"/>
              </w:rPr>
              <w:t>A_n</w:t>
            </w:r>
            <w:r>
              <w:rPr>
                <w:lang w:eastAsia="zh-CN"/>
              </w:rPr>
              <w:t>8</w:t>
            </w:r>
            <w:r>
              <w:rPr>
                <w:lang w:eastAsia="fi-FI"/>
              </w:rPr>
              <w:t>A</w:t>
            </w:r>
          </w:p>
        </w:tc>
        <w:tc>
          <w:tcPr>
            <w:tcW w:w="2280" w:type="dxa"/>
            <w:tcBorders>
              <w:top w:val="single" w:sz="4" w:space="0" w:color="auto"/>
              <w:left w:val="single" w:sz="4" w:space="0" w:color="auto"/>
              <w:bottom w:val="single" w:sz="4" w:space="0" w:color="auto"/>
              <w:right w:val="single" w:sz="4" w:space="0" w:color="auto"/>
            </w:tcBorders>
            <w:hideMark/>
          </w:tcPr>
          <w:p w14:paraId="4B778845" w14:textId="77777777" w:rsidR="00D44AD9" w:rsidRDefault="00D44AD9" w:rsidP="00AC3FE8">
            <w:pPr>
              <w:pStyle w:val="TAC"/>
              <w:rPr>
                <w:lang w:eastAsia="fi-FI"/>
              </w:rPr>
            </w:pPr>
            <w:r>
              <w:rPr>
                <w:lang w:eastAsia="fi-FI"/>
              </w:rPr>
              <w:t>DC_</w:t>
            </w:r>
            <w:r>
              <w:rPr>
                <w:lang w:eastAsia="zh-CN"/>
              </w:rPr>
              <w:t>1</w:t>
            </w:r>
            <w:r>
              <w:rPr>
                <w:lang w:eastAsia="fi-FI"/>
              </w:rPr>
              <w:t>A_n</w:t>
            </w:r>
            <w:r>
              <w:rPr>
                <w:lang w:eastAsia="zh-CN"/>
              </w:rPr>
              <w:t>8</w:t>
            </w:r>
            <w:r>
              <w:rPr>
                <w:lang w:eastAsia="fi-FI"/>
              </w:rPr>
              <w:t>A</w:t>
            </w:r>
          </w:p>
        </w:tc>
        <w:tc>
          <w:tcPr>
            <w:tcW w:w="2738" w:type="dxa"/>
            <w:tcBorders>
              <w:top w:val="single" w:sz="4" w:space="0" w:color="auto"/>
              <w:left w:val="single" w:sz="4" w:space="0" w:color="auto"/>
              <w:bottom w:val="single" w:sz="4" w:space="0" w:color="auto"/>
              <w:right w:val="single" w:sz="4" w:space="0" w:color="auto"/>
            </w:tcBorders>
            <w:hideMark/>
          </w:tcPr>
          <w:p w14:paraId="43B39203" w14:textId="77777777" w:rsidR="00D44AD9" w:rsidRDefault="00D44AD9" w:rsidP="00AC3FE8">
            <w:pPr>
              <w:pStyle w:val="TAC"/>
              <w:rPr>
                <w:lang w:eastAsia="fi-FI"/>
              </w:rPr>
            </w:pPr>
            <w:r>
              <w:rPr>
                <w:rFonts w:eastAsia="MS Mincho"/>
              </w:rPr>
              <w:t>No</w:t>
            </w:r>
          </w:p>
        </w:tc>
        <w:tc>
          <w:tcPr>
            <w:tcW w:w="2738" w:type="dxa"/>
            <w:tcBorders>
              <w:top w:val="single" w:sz="4" w:space="0" w:color="auto"/>
              <w:left w:val="single" w:sz="4" w:space="0" w:color="auto"/>
              <w:bottom w:val="single" w:sz="4" w:space="0" w:color="auto"/>
              <w:right w:val="single" w:sz="4" w:space="0" w:color="auto"/>
            </w:tcBorders>
          </w:tcPr>
          <w:p w14:paraId="5AF559DA" w14:textId="77777777" w:rsidR="00D44AD9" w:rsidRDefault="00D44AD9" w:rsidP="00AC3FE8">
            <w:pPr>
              <w:pStyle w:val="TAC"/>
              <w:rPr>
                <w:rFonts w:eastAsia="MS Mincho"/>
              </w:rPr>
            </w:pPr>
          </w:p>
        </w:tc>
      </w:tr>
      <w:tr w:rsidR="00D44AD9" w14:paraId="76392B8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hideMark/>
          </w:tcPr>
          <w:p w14:paraId="2FEFA57A" w14:textId="77777777" w:rsidR="00D44AD9" w:rsidRDefault="00D44AD9" w:rsidP="00AC3FE8">
            <w:pPr>
              <w:pStyle w:val="TAC"/>
              <w:rPr>
                <w:lang w:eastAsia="fi-FI"/>
              </w:rPr>
            </w:pPr>
            <w:r>
              <w:rPr>
                <w:lang w:eastAsia="fi-FI"/>
              </w:rPr>
              <w:t>DC_1A_n20A</w:t>
            </w:r>
          </w:p>
        </w:tc>
        <w:tc>
          <w:tcPr>
            <w:tcW w:w="2280" w:type="dxa"/>
            <w:tcBorders>
              <w:top w:val="single" w:sz="4" w:space="0" w:color="auto"/>
              <w:left w:val="single" w:sz="4" w:space="0" w:color="auto"/>
              <w:bottom w:val="single" w:sz="4" w:space="0" w:color="auto"/>
              <w:right w:val="single" w:sz="4" w:space="0" w:color="auto"/>
            </w:tcBorders>
            <w:hideMark/>
          </w:tcPr>
          <w:p w14:paraId="17AC1629" w14:textId="77777777" w:rsidR="00D44AD9" w:rsidRDefault="00D44AD9" w:rsidP="00AC3FE8">
            <w:pPr>
              <w:pStyle w:val="TAC"/>
              <w:rPr>
                <w:lang w:eastAsia="fi-FI"/>
              </w:rPr>
            </w:pPr>
            <w:r>
              <w:rPr>
                <w:lang w:eastAsia="fi-FI"/>
              </w:rPr>
              <w:t>DC_1A_n20A</w:t>
            </w:r>
          </w:p>
        </w:tc>
        <w:tc>
          <w:tcPr>
            <w:tcW w:w="2738" w:type="dxa"/>
            <w:tcBorders>
              <w:top w:val="single" w:sz="4" w:space="0" w:color="auto"/>
              <w:left w:val="single" w:sz="4" w:space="0" w:color="auto"/>
              <w:bottom w:val="single" w:sz="4" w:space="0" w:color="auto"/>
              <w:right w:val="single" w:sz="4" w:space="0" w:color="auto"/>
            </w:tcBorders>
            <w:hideMark/>
          </w:tcPr>
          <w:p w14:paraId="3FDAD865" w14:textId="77777777" w:rsidR="00D44AD9" w:rsidRDefault="00D44AD9" w:rsidP="00AC3FE8">
            <w:pPr>
              <w:pStyle w:val="TAC"/>
              <w:rPr>
                <w:rFonts w:eastAsia="MS Mincho"/>
              </w:rPr>
            </w:pPr>
            <w:r>
              <w:rPr>
                <w:rFonts w:eastAsia="MS Mincho"/>
              </w:rPr>
              <w:t>No</w:t>
            </w:r>
          </w:p>
        </w:tc>
        <w:tc>
          <w:tcPr>
            <w:tcW w:w="2738" w:type="dxa"/>
            <w:tcBorders>
              <w:top w:val="single" w:sz="4" w:space="0" w:color="auto"/>
              <w:left w:val="single" w:sz="4" w:space="0" w:color="auto"/>
              <w:bottom w:val="single" w:sz="4" w:space="0" w:color="auto"/>
              <w:right w:val="single" w:sz="4" w:space="0" w:color="auto"/>
            </w:tcBorders>
          </w:tcPr>
          <w:p w14:paraId="49AC68B1" w14:textId="77777777" w:rsidR="00D44AD9" w:rsidRDefault="00D44AD9" w:rsidP="00AC3FE8">
            <w:pPr>
              <w:pStyle w:val="TAC"/>
              <w:rPr>
                <w:rFonts w:eastAsia="MS Mincho"/>
              </w:rPr>
            </w:pPr>
          </w:p>
        </w:tc>
      </w:tr>
      <w:tr w:rsidR="00D44AD9" w14:paraId="737EA15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hideMark/>
          </w:tcPr>
          <w:p w14:paraId="0A4718EF" w14:textId="77777777" w:rsidR="00D44AD9" w:rsidRDefault="00D44AD9" w:rsidP="00AC3FE8">
            <w:pPr>
              <w:pStyle w:val="TAC"/>
              <w:rPr>
                <w:lang w:eastAsia="fi-FI"/>
              </w:rPr>
            </w:pPr>
            <w:r>
              <w:rPr>
                <w:lang w:eastAsia="fi-FI"/>
              </w:rPr>
              <w:t>DC_1A_n28A</w:t>
            </w:r>
          </w:p>
        </w:tc>
        <w:tc>
          <w:tcPr>
            <w:tcW w:w="2280" w:type="dxa"/>
            <w:tcBorders>
              <w:top w:val="single" w:sz="4" w:space="0" w:color="auto"/>
              <w:left w:val="single" w:sz="4" w:space="0" w:color="auto"/>
              <w:bottom w:val="single" w:sz="4" w:space="0" w:color="auto"/>
              <w:right w:val="single" w:sz="4" w:space="0" w:color="auto"/>
            </w:tcBorders>
            <w:hideMark/>
          </w:tcPr>
          <w:p w14:paraId="6494424B" w14:textId="77777777" w:rsidR="00D44AD9" w:rsidRDefault="00D44AD9" w:rsidP="00AC3FE8">
            <w:pPr>
              <w:pStyle w:val="TAC"/>
              <w:rPr>
                <w:lang w:eastAsia="fi-FI"/>
              </w:rPr>
            </w:pPr>
            <w:r>
              <w:rPr>
                <w:lang w:eastAsia="fi-FI"/>
              </w:rPr>
              <w:t>DC_1A_n28A</w:t>
            </w:r>
          </w:p>
        </w:tc>
        <w:tc>
          <w:tcPr>
            <w:tcW w:w="2738" w:type="dxa"/>
            <w:tcBorders>
              <w:top w:val="single" w:sz="4" w:space="0" w:color="auto"/>
              <w:left w:val="single" w:sz="4" w:space="0" w:color="auto"/>
              <w:bottom w:val="single" w:sz="4" w:space="0" w:color="auto"/>
              <w:right w:val="single" w:sz="4" w:space="0" w:color="auto"/>
            </w:tcBorders>
            <w:hideMark/>
          </w:tcPr>
          <w:p w14:paraId="26C01D4D"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3330D596" w14:textId="77777777" w:rsidR="00D44AD9" w:rsidRDefault="00D44AD9" w:rsidP="00AC3FE8">
            <w:pPr>
              <w:pStyle w:val="TAC"/>
              <w:rPr>
                <w:lang w:eastAsia="fi-FI"/>
              </w:rPr>
            </w:pPr>
          </w:p>
        </w:tc>
      </w:tr>
      <w:tr w:rsidR="00D44AD9" w14:paraId="01D46AE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hideMark/>
          </w:tcPr>
          <w:p w14:paraId="5BFFD214" w14:textId="77777777" w:rsidR="00D44AD9" w:rsidRDefault="00D44AD9" w:rsidP="00AC3FE8">
            <w:pPr>
              <w:pStyle w:val="TAC"/>
              <w:rPr>
                <w:lang w:eastAsia="fi-FI"/>
              </w:rPr>
            </w:pPr>
            <w:r>
              <w:rPr>
                <w:lang w:eastAsia="fi-FI"/>
              </w:rPr>
              <w:t>DC</w:t>
            </w:r>
            <w:r>
              <w:rPr>
                <w:lang w:eastAsia="zh-CN"/>
              </w:rPr>
              <w:t>_</w:t>
            </w:r>
            <w:r>
              <w:rPr>
                <w:lang w:eastAsia="fi-FI"/>
              </w:rPr>
              <w:t>1A</w:t>
            </w:r>
            <w:r>
              <w:rPr>
                <w:lang w:eastAsia="zh-CN"/>
              </w:rPr>
              <w:t>_</w:t>
            </w:r>
            <w:r>
              <w:rPr>
                <w:lang w:eastAsia="fi-FI"/>
              </w:rPr>
              <w:t>n38A</w:t>
            </w:r>
          </w:p>
          <w:p w14:paraId="002B3CE2" w14:textId="77777777" w:rsidR="00D44AD9" w:rsidRDefault="00D44AD9" w:rsidP="00AC3FE8">
            <w:pPr>
              <w:pStyle w:val="TAC"/>
              <w:rPr>
                <w:lang w:eastAsia="fi-FI"/>
              </w:rPr>
            </w:pPr>
            <w:r>
              <w:rPr>
                <w:lang w:eastAsia="fi-FI"/>
              </w:rPr>
              <w:t>DC</w:t>
            </w:r>
            <w:r>
              <w:rPr>
                <w:lang w:eastAsia="zh-CN"/>
              </w:rPr>
              <w:t>_</w:t>
            </w:r>
            <w:r>
              <w:rPr>
                <w:lang w:eastAsia="fi-FI"/>
              </w:rPr>
              <w:t>1C</w:t>
            </w:r>
            <w:r>
              <w:rPr>
                <w:lang w:eastAsia="zh-CN"/>
              </w:rPr>
              <w:t>_</w:t>
            </w:r>
            <w:r>
              <w:rPr>
                <w:lang w:eastAsia="fi-FI"/>
              </w:rPr>
              <w:t>n38A</w:t>
            </w:r>
          </w:p>
        </w:tc>
        <w:tc>
          <w:tcPr>
            <w:tcW w:w="2280" w:type="dxa"/>
            <w:tcBorders>
              <w:top w:val="single" w:sz="4" w:space="0" w:color="auto"/>
              <w:left w:val="single" w:sz="4" w:space="0" w:color="auto"/>
              <w:bottom w:val="single" w:sz="4" w:space="0" w:color="auto"/>
              <w:right w:val="single" w:sz="4" w:space="0" w:color="auto"/>
            </w:tcBorders>
            <w:hideMark/>
          </w:tcPr>
          <w:p w14:paraId="15CB67FF" w14:textId="77777777" w:rsidR="00D44AD9" w:rsidRDefault="00D44AD9" w:rsidP="00AC3FE8">
            <w:pPr>
              <w:pStyle w:val="TAC"/>
              <w:rPr>
                <w:lang w:eastAsia="fi-FI"/>
              </w:rPr>
            </w:pPr>
            <w:r>
              <w:rPr>
                <w:lang w:eastAsia="fi-FI"/>
              </w:rPr>
              <w:t>DC</w:t>
            </w:r>
            <w:r>
              <w:rPr>
                <w:lang w:eastAsia="zh-CN"/>
              </w:rPr>
              <w:t>_</w:t>
            </w:r>
            <w:r>
              <w:rPr>
                <w:lang w:eastAsia="fi-FI"/>
              </w:rPr>
              <w:t>1A</w:t>
            </w:r>
            <w:r>
              <w:rPr>
                <w:lang w:eastAsia="zh-CN"/>
              </w:rPr>
              <w:t>_</w:t>
            </w:r>
            <w:r>
              <w:rPr>
                <w:lang w:eastAsia="fi-FI"/>
              </w:rPr>
              <w:t>n38A</w:t>
            </w:r>
          </w:p>
        </w:tc>
        <w:tc>
          <w:tcPr>
            <w:tcW w:w="2738" w:type="dxa"/>
            <w:tcBorders>
              <w:top w:val="single" w:sz="4" w:space="0" w:color="auto"/>
              <w:left w:val="single" w:sz="4" w:space="0" w:color="auto"/>
              <w:bottom w:val="single" w:sz="4" w:space="0" w:color="auto"/>
              <w:right w:val="single" w:sz="4" w:space="0" w:color="auto"/>
            </w:tcBorders>
            <w:hideMark/>
          </w:tcPr>
          <w:p w14:paraId="37615677"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2C3ED740" w14:textId="77777777" w:rsidR="00D44AD9" w:rsidRDefault="00D44AD9" w:rsidP="00AC3FE8">
            <w:pPr>
              <w:pStyle w:val="TAC"/>
              <w:rPr>
                <w:lang w:eastAsia="fi-FI"/>
              </w:rPr>
            </w:pPr>
          </w:p>
        </w:tc>
      </w:tr>
      <w:tr w:rsidR="00D44AD9" w14:paraId="2A1FBF2E"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D15B951" w14:textId="77777777" w:rsidR="00D44AD9" w:rsidRDefault="00D44AD9" w:rsidP="00AC3FE8">
            <w:pPr>
              <w:pStyle w:val="TAC"/>
              <w:rPr>
                <w:lang w:eastAsia="fi-FI"/>
              </w:rPr>
            </w:pPr>
            <w:r>
              <w:rPr>
                <w:lang w:eastAsia="fi-FI"/>
              </w:rPr>
              <w:t>DC_1A_n40A</w:t>
            </w:r>
          </w:p>
        </w:tc>
        <w:tc>
          <w:tcPr>
            <w:tcW w:w="2280" w:type="dxa"/>
            <w:tcBorders>
              <w:top w:val="single" w:sz="4" w:space="0" w:color="auto"/>
              <w:left w:val="single" w:sz="4" w:space="0" w:color="auto"/>
              <w:bottom w:val="single" w:sz="4" w:space="0" w:color="auto"/>
              <w:right w:val="single" w:sz="4" w:space="0" w:color="auto"/>
            </w:tcBorders>
            <w:hideMark/>
          </w:tcPr>
          <w:p w14:paraId="5573485F" w14:textId="77777777" w:rsidR="00D44AD9" w:rsidRDefault="00D44AD9" w:rsidP="00AC3FE8">
            <w:pPr>
              <w:pStyle w:val="TAC"/>
              <w:rPr>
                <w:lang w:eastAsia="fi-FI"/>
              </w:rPr>
            </w:pPr>
            <w:r>
              <w:rPr>
                <w:lang w:eastAsia="fi-FI"/>
              </w:rPr>
              <w:t>DC_1A_n40A</w:t>
            </w:r>
          </w:p>
        </w:tc>
        <w:tc>
          <w:tcPr>
            <w:tcW w:w="2738" w:type="dxa"/>
            <w:tcBorders>
              <w:top w:val="single" w:sz="4" w:space="0" w:color="auto"/>
              <w:left w:val="single" w:sz="4" w:space="0" w:color="auto"/>
              <w:bottom w:val="single" w:sz="4" w:space="0" w:color="auto"/>
              <w:right w:val="single" w:sz="4" w:space="0" w:color="auto"/>
            </w:tcBorders>
            <w:noWrap/>
            <w:hideMark/>
          </w:tcPr>
          <w:p w14:paraId="42AC3D3A" w14:textId="77777777" w:rsidR="00D44AD9" w:rsidRDefault="00D44AD9" w:rsidP="00AC3FE8">
            <w:pPr>
              <w:pStyle w:val="TAC"/>
              <w:rPr>
                <w:lang w:eastAsia="fi-FI"/>
              </w:rPr>
            </w:pPr>
            <w:r>
              <w:rPr>
                <w:rFonts w:eastAsia="Yu Mincho"/>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64B5B64E" w14:textId="77777777" w:rsidR="00D44AD9" w:rsidRDefault="00D44AD9" w:rsidP="00AC3FE8">
            <w:pPr>
              <w:pStyle w:val="TAC"/>
              <w:rPr>
                <w:rFonts w:eastAsia="Yu Mincho"/>
                <w:lang w:eastAsia="ja-JP"/>
              </w:rPr>
            </w:pPr>
          </w:p>
        </w:tc>
      </w:tr>
      <w:tr w:rsidR="00D44AD9" w14:paraId="2A63EEF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EF61052" w14:textId="77777777" w:rsidR="00D44AD9" w:rsidRDefault="00D44AD9" w:rsidP="00AC3FE8">
            <w:pPr>
              <w:pStyle w:val="TAC"/>
              <w:rPr>
                <w:lang w:eastAsia="fi-FI"/>
              </w:rPr>
            </w:pPr>
            <w:r>
              <w:rPr>
                <w:lang w:eastAsia="fi-FI"/>
              </w:rPr>
              <w:t>DC_1A_n4</w:t>
            </w:r>
            <w:r>
              <w:rPr>
                <w:lang w:eastAsia="ja-JP"/>
              </w:rPr>
              <w:t>1</w:t>
            </w:r>
            <w:r>
              <w:rPr>
                <w:lang w:eastAsia="fi-FI"/>
              </w:rPr>
              <w:t>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60DCCDA3" w14:textId="77777777" w:rsidR="00D44AD9" w:rsidRDefault="00D44AD9" w:rsidP="00AC3FE8">
            <w:pPr>
              <w:pStyle w:val="TAC"/>
              <w:rPr>
                <w:lang w:eastAsia="fi-FI"/>
              </w:rPr>
            </w:pPr>
            <w:r>
              <w:rPr>
                <w:lang w:eastAsia="fi-FI"/>
              </w:rPr>
              <w:t>DC_1A_n41A</w:t>
            </w:r>
          </w:p>
        </w:tc>
        <w:tc>
          <w:tcPr>
            <w:tcW w:w="2738" w:type="dxa"/>
            <w:tcBorders>
              <w:top w:val="single" w:sz="4" w:space="0" w:color="auto"/>
              <w:left w:val="single" w:sz="4" w:space="0" w:color="auto"/>
              <w:bottom w:val="single" w:sz="4" w:space="0" w:color="auto"/>
              <w:right w:val="single" w:sz="4" w:space="0" w:color="auto"/>
            </w:tcBorders>
            <w:noWrap/>
            <w:hideMark/>
          </w:tcPr>
          <w:p w14:paraId="11C9DABB" w14:textId="77777777" w:rsidR="00D44AD9" w:rsidRDefault="00D44AD9" w:rsidP="00AC3FE8">
            <w:pPr>
              <w:pStyle w:val="TAC"/>
              <w:rPr>
                <w:rFonts w:eastAsia="Yu Mincho"/>
                <w:lang w:eastAsia="ja-JP"/>
              </w:rPr>
            </w:pPr>
            <w:r>
              <w:rPr>
                <w:rFonts w:eastAsia="Yu Mincho"/>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07D8FCB9" w14:textId="77777777" w:rsidR="00D44AD9" w:rsidRDefault="00D44AD9" w:rsidP="00AC3FE8">
            <w:pPr>
              <w:pStyle w:val="TAC"/>
              <w:rPr>
                <w:rFonts w:eastAsia="Yu Mincho"/>
                <w:lang w:eastAsia="ja-JP"/>
              </w:rPr>
            </w:pPr>
          </w:p>
        </w:tc>
      </w:tr>
      <w:tr w:rsidR="00D44AD9" w14:paraId="388DB92E"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6D2740F" w14:textId="77777777" w:rsidR="00D44AD9" w:rsidRDefault="00D44AD9" w:rsidP="00AC3FE8">
            <w:pPr>
              <w:pStyle w:val="TAC"/>
              <w:rPr>
                <w:lang w:eastAsia="fi-FI"/>
              </w:rPr>
            </w:pPr>
            <w:r>
              <w:rPr>
                <w:lang w:eastAsia="fi-FI"/>
              </w:rPr>
              <w:t>DC_</w:t>
            </w:r>
            <w:r>
              <w:rPr>
                <w:lang w:eastAsia="zh-TW"/>
              </w:rPr>
              <w:t>1</w:t>
            </w:r>
            <w:r>
              <w:rPr>
                <w:lang w:eastAsia="fi-FI"/>
              </w:rPr>
              <w:t>A_n</w:t>
            </w:r>
            <w:r>
              <w:rPr>
                <w:lang w:eastAsia="zh-TW"/>
              </w:rPr>
              <w:t>50A</w:t>
            </w:r>
          </w:p>
        </w:tc>
        <w:tc>
          <w:tcPr>
            <w:tcW w:w="2280" w:type="dxa"/>
            <w:tcBorders>
              <w:top w:val="single" w:sz="4" w:space="0" w:color="auto"/>
              <w:left w:val="single" w:sz="4" w:space="0" w:color="auto"/>
              <w:bottom w:val="single" w:sz="4" w:space="0" w:color="auto"/>
              <w:right w:val="single" w:sz="4" w:space="0" w:color="auto"/>
            </w:tcBorders>
            <w:hideMark/>
          </w:tcPr>
          <w:p w14:paraId="62BB3B7D" w14:textId="77777777" w:rsidR="00D44AD9" w:rsidRDefault="00D44AD9" w:rsidP="00AC3FE8">
            <w:pPr>
              <w:pStyle w:val="TAC"/>
              <w:rPr>
                <w:lang w:eastAsia="fi-FI"/>
              </w:rPr>
            </w:pPr>
            <w:r>
              <w:rPr>
                <w:lang w:eastAsia="fi-FI"/>
              </w:rPr>
              <w:t>DC_</w:t>
            </w:r>
            <w:r>
              <w:rPr>
                <w:lang w:eastAsia="zh-TW"/>
              </w:rPr>
              <w:t>1</w:t>
            </w:r>
            <w:r>
              <w:rPr>
                <w:lang w:eastAsia="fi-FI"/>
              </w:rPr>
              <w:t>A_n</w:t>
            </w:r>
            <w:r>
              <w:rPr>
                <w:lang w:eastAsia="zh-TW"/>
              </w:rPr>
              <w:t>50A</w:t>
            </w:r>
          </w:p>
        </w:tc>
        <w:tc>
          <w:tcPr>
            <w:tcW w:w="2738" w:type="dxa"/>
            <w:tcBorders>
              <w:top w:val="single" w:sz="4" w:space="0" w:color="auto"/>
              <w:left w:val="single" w:sz="4" w:space="0" w:color="auto"/>
              <w:bottom w:val="single" w:sz="4" w:space="0" w:color="auto"/>
              <w:right w:val="single" w:sz="4" w:space="0" w:color="auto"/>
            </w:tcBorders>
            <w:noWrap/>
            <w:hideMark/>
          </w:tcPr>
          <w:p w14:paraId="43E614A9" w14:textId="77777777" w:rsidR="00D44AD9" w:rsidRDefault="00D44AD9" w:rsidP="00AC3FE8">
            <w:pPr>
              <w:pStyle w:val="TAC"/>
              <w:rPr>
                <w:rFonts w:eastAsia="Yu Mincho"/>
                <w:lang w:eastAsia="ja-JP"/>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6CB36099" w14:textId="77777777" w:rsidR="00D44AD9" w:rsidRDefault="00D44AD9" w:rsidP="00AC3FE8">
            <w:pPr>
              <w:pStyle w:val="TAC"/>
              <w:rPr>
                <w:lang w:eastAsia="zh-TW"/>
              </w:rPr>
            </w:pPr>
          </w:p>
        </w:tc>
      </w:tr>
      <w:tr w:rsidR="00D44AD9" w14:paraId="7D8A14AF"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005ED42" w14:textId="77777777" w:rsidR="00D44AD9" w:rsidRDefault="00D44AD9" w:rsidP="00AC3FE8">
            <w:pPr>
              <w:pStyle w:val="TAC"/>
              <w:rPr>
                <w:lang w:eastAsia="fi-FI"/>
              </w:rPr>
            </w:pPr>
            <w:r>
              <w:rPr>
                <w:lang w:eastAsia="fi-FI"/>
              </w:rPr>
              <w:t>DC_1A_n51A</w:t>
            </w:r>
          </w:p>
        </w:tc>
        <w:tc>
          <w:tcPr>
            <w:tcW w:w="2280" w:type="dxa"/>
            <w:tcBorders>
              <w:top w:val="single" w:sz="4" w:space="0" w:color="auto"/>
              <w:left w:val="single" w:sz="4" w:space="0" w:color="auto"/>
              <w:bottom w:val="single" w:sz="4" w:space="0" w:color="auto"/>
              <w:right w:val="single" w:sz="4" w:space="0" w:color="auto"/>
            </w:tcBorders>
            <w:hideMark/>
          </w:tcPr>
          <w:p w14:paraId="6E6BC4C1" w14:textId="77777777" w:rsidR="00D44AD9" w:rsidRDefault="00D44AD9" w:rsidP="00AC3FE8">
            <w:pPr>
              <w:pStyle w:val="TAC"/>
              <w:rPr>
                <w:lang w:eastAsia="fi-FI"/>
              </w:rPr>
            </w:pPr>
            <w:r>
              <w:rPr>
                <w:lang w:eastAsia="fi-FI"/>
              </w:rPr>
              <w:t>DC_1A_n51A</w:t>
            </w:r>
          </w:p>
        </w:tc>
        <w:tc>
          <w:tcPr>
            <w:tcW w:w="2738" w:type="dxa"/>
            <w:tcBorders>
              <w:top w:val="single" w:sz="4" w:space="0" w:color="auto"/>
              <w:left w:val="single" w:sz="4" w:space="0" w:color="auto"/>
              <w:bottom w:val="single" w:sz="4" w:space="0" w:color="auto"/>
              <w:right w:val="single" w:sz="4" w:space="0" w:color="auto"/>
            </w:tcBorders>
            <w:noWrap/>
            <w:hideMark/>
          </w:tcPr>
          <w:p w14:paraId="376820C4" w14:textId="77777777" w:rsidR="00D44AD9" w:rsidRDefault="00D44AD9" w:rsidP="00AC3FE8">
            <w:pPr>
              <w:pStyle w:val="TAC"/>
              <w:rPr>
                <w:lang w:eastAsia="fi-FI"/>
              </w:rPr>
            </w:pPr>
            <w:r>
              <w:rPr>
                <w:rFonts w:eastAsia="Yu Mincho"/>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30BDD466" w14:textId="77777777" w:rsidR="00D44AD9" w:rsidRDefault="00D44AD9" w:rsidP="00AC3FE8">
            <w:pPr>
              <w:pStyle w:val="TAC"/>
              <w:rPr>
                <w:rFonts w:eastAsia="Yu Mincho"/>
                <w:lang w:eastAsia="ja-JP"/>
              </w:rPr>
            </w:pPr>
          </w:p>
        </w:tc>
      </w:tr>
      <w:tr w:rsidR="00D44AD9" w14:paraId="10D2567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548704A" w14:textId="77777777" w:rsidR="00D44AD9" w:rsidRDefault="00D44AD9" w:rsidP="00AC3FE8">
            <w:pPr>
              <w:pStyle w:val="TAC"/>
              <w:rPr>
                <w:lang w:eastAsia="fi-FI"/>
              </w:rPr>
            </w:pPr>
            <w:r>
              <w:rPr>
                <w:lang w:eastAsia="fi-FI"/>
              </w:rPr>
              <w:t>DC_1A_n71A</w:t>
            </w:r>
          </w:p>
          <w:p w14:paraId="3708A452" w14:textId="77777777" w:rsidR="00D44AD9" w:rsidRDefault="00D44AD9" w:rsidP="00AC3FE8">
            <w:pPr>
              <w:pStyle w:val="TAC"/>
              <w:rPr>
                <w:lang w:eastAsia="fi-FI"/>
              </w:rPr>
            </w:pPr>
            <w:r>
              <w:rPr>
                <w:lang w:eastAsia="fi-FI"/>
              </w:rPr>
              <w:t>DC_1A_n71B</w:t>
            </w:r>
          </w:p>
        </w:tc>
        <w:tc>
          <w:tcPr>
            <w:tcW w:w="2280" w:type="dxa"/>
            <w:tcBorders>
              <w:top w:val="single" w:sz="4" w:space="0" w:color="auto"/>
              <w:left w:val="single" w:sz="4" w:space="0" w:color="auto"/>
              <w:bottom w:val="single" w:sz="4" w:space="0" w:color="auto"/>
              <w:right w:val="single" w:sz="4" w:space="0" w:color="auto"/>
            </w:tcBorders>
            <w:hideMark/>
          </w:tcPr>
          <w:p w14:paraId="6194A4AB" w14:textId="77777777" w:rsidR="00D44AD9" w:rsidRDefault="00D44AD9" w:rsidP="00AC3FE8">
            <w:pPr>
              <w:pStyle w:val="TAC"/>
              <w:rPr>
                <w:lang w:eastAsia="fi-FI"/>
              </w:rPr>
            </w:pPr>
            <w:r>
              <w:rPr>
                <w:lang w:eastAsia="fi-FI"/>
              </w:rPr>
              <w:t>DC_1A_n71A</w:t>
            </w:r>
          </w:p>
        </w:tc>
        <w:tc>
          <w:tcPr>
            <w:tcW w:w="2738" w:type="dxa"/>
            <w:tcBorders>
              <w:top w:val="single" w:sz="4" w:space="0" w:color="auto"/>
              <w:left w:val="single" w:sz="4" w:space="0" w:color="auto"/>
              <w:bottom w:val="single" w:sz="4" w:space="0" w:color="auto"/>
              <w:right w:val="single" w:sz="4" w:space="0" w:color="auto"/>
            </w:tcBorders>
            <w:noWrap/>
            <w:hideMark/>
          </w:tcPr>
          <w:p w14:paraId="1E7E2DE2" w14:textId="77777777" w:rsidR="00D44AD9" w:rsidRDefault="00D44AD9" w:rsidP="00AC3FE8">
            <w:pPr>
              <w:pStyle w:val="TAC"/>
              <w:rPr>
                <w:rFonts w:eastAsia="Yu Mincho"/>
                <w:lang w:eastAsia="ja-JP"/>
              </w:rPr>
            </w:pPr>
            <w:r>
              <w:rPr>
                <w:lang w:eastAsia="zh-CN"/>
              </w:rPr>
              <w:t>No</w:t>
            </w:r>
          </w:p>
        </w:tc>
        <w:tc>
          <w:tcPr>
            <w:tcW w:w="2738" w:type="dxa"/>
            <w:tcBorders>
              <w:top w:val="single" w:sz="4" w:space="0" w:color="auto"/>
              <w:left w:val="single" w:sz="4" w:space="0" w:color="auto"/>
              <w:bottom w:val="single" w:sz="4" w:space="0" w:color="auto"/>
              <w:right w:val="single" w:sz="4" w:space="0" w:color="auto"/>
            </w:tcBorders>
          </w:tcPr>
          <w:p w14:paraId="69B2F0F2" w14:textId="77777777" w:rsidR="00D44AD9" w:rsidRDefault="00D44AD9" w:rsidP="00AC3FE8">
            <w:pPr>
              <w:pStyle w:val="TAC"/>
              <w:rPr>
                <w:lang w:eastAsia="zh-CN"/>
              </w:rPr>
            </w:pPr>
          </w:p>
        </w:tc>
      </w:tr>
      <w:tr w:rsidR="00D44AD9" w14:paraId="2981D237"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04B27C8" w14:textId="77777777" w:rsidR="00D44AD9" w:rsidRDefault="00D44AD9" w:rsidP="00AC3FE8">
            <w:pPr>
              <w:pStyle w:val="TAC"/>
              <w:rPr>
                <w:lang w:eastAsia="fi-FI"/>
              </w:rPr>
            </w:pPr>
            <w:r>
              <w:rPr>
                <w:lang w:eastAsia="fi-FI"/>
              </w:rPr>
              <w:t>DC_1A_n77A</w:t>
            </w:r>
            <w:r>
              <w:rPr>
                <w:vertAlign w:val="superscript"/>
                <w:lang w:eastAsia="fi-FI"/>
              </w:rPr>
              <w:t>7</w:t>
            </w:r>
          </w:p>
          <w:p w14:paraId="0E4211BB" w14:textId="77777777" w:rsidR="00D44AD9" w:rsidRDefault="00D44AD9" w:rsidP="00AC3FE8">
            <w:pPr>
              <w:pStyle w:val="TAC"/>
              <w:rPr>
                <w:lang w:eastAsia="fi-FI"/>
              </w:rPr>
            </w:pPr>
            <w:r>
              <w:rPr>
                <w:lang w:eastAsia="fi-FI"/>
              </w:rPr>
              <w:t>DC_1A_n77C</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17AEDFF8" w14:textId="77777777" w:rsidR="00D44AD9" w:rsidRDefault="00D44AD9" w:rsidP="00AC3FE8">
            <w:pPr>
              <w:pStyle w:val="TAC"/>
              <w:rPr>
                <w:lang w:eastAsia="fi-FI"/>
              </w:rPr>
            </w:pPr>
            <w:r>
              <w:rPr>
                <w:lang w:eastAsia="fi-FI"/>
              </w:rPr>
              <w:t>DC_1A_n77A</w:t>
            </w:r>
          </w:p>
        </w:tc>
        <w:tc>
          <w:tcPr>
            <w:tcW w:w="2738" w:type="dxa"/>
            <w:tcBorders>
              <w:top w:val="single" w:sz="4" w:space="0" w:color="auto"/>
              <w:left w:val="single" w:sz="4" w:space="0" w:color="auto"/>
              <w:bottom w:val="single" w:sz="4" w:space="0" w:color="auto"/>
              <w:right w:val="single" w:sz="4" w:space="0" w:color="auto"/>
            </w:tcBorders>
            <w:noWrap/>
            <w:hideMark/>
          </w:tcPr>
          <w:p w14:paraId="2AD2E6F1" w14:textId="77777777" w:rsidR="00D44AD9" w:rsidRDefault="00D44AD9" w:rsidP="00AC3FE8">
            <w:pPr>
              <w:pStyle w:val="TAC"/>
              <w:rPr>
                <w:lang w:eastAsia="fi-FI"/>
              </w:rPr>
            </w:pPr>
            <w:r>
              <w:rPr>
                <w:lang w:eastAsia="fi-FI"/>
              </w:rPr>
              <w:t>DC_1_n77</w:t>
            </w:r>
          </w:p>
        </w:tc>
        <w:tc>
          <w:tcPr>
            <w:tcW w:w="2738" w:type="dxa"/>
            <w:tcBorders>
              <w:top w:val="single" w:sz="4" w:space="0" w:color="auto"/>
              <w:left w:val="single" w:sz="4" w:space="0" w:color="auto"/>
              <w:bottom w:val="single" w:sz="4" w:space="0" w:color="auto"/>
              <w:right w:val="single" w:sz="4" w:space="0" w:color="auto"/>
            </w:tcBorders>
            <w:hideMark/>
          </w:tcPr>
          <w:p w14:paraId="77F267B7" w14:textId="77777777" w:rsidR="00D44AD9" w:rsidRDefault="00D44AD9" w:rsidP="00AC3FE8">
            <w:pPr>
              <w:pStyle w:val="TAC"/>
              <w:rPr>
                <w:lang w:eastAsia="fi-FI"/>
              </w:rPr>
            </w:pPr>
            <w:r>
              <w:rPr>
                <w:lang w:eastAsia="zh-CN"/>
              </w:rPr>
              <w:t>No</w:t>
            </w:r>
          </w:p>
        </w:tc>
      </w:tr>
      <w:tr w:rsidR="00D44AD9" w14:paraId="718C948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46A4FD5" w14:textId="77777777" w:rsidR="00D44AD9" w:rsidRDefault="00D44AD9" w:rsidP="00AC3FE8">
            <w:pPr>
              <w:pStyle w:val="TAC"/>
              <w:rPr>
                <w:lang w:eastAsia="fi-FI"/>
              </w:rPr>
            </w:pPr>
            <w:r>
              <w:rPr>
                <w:lang w:eastAsia="fi-FI"/>
              </w:rPr>
              <w:t>DC_</w:t>
            </w:r>
            <w:r>
              <w:rPr>
                <w:lang w:eastAsia="zh-CN"/>
              </w:rPr>
              <w:t>1</w:t>
            </w:r>
            <w:r>
              <w:rPr>
                <w:lang w:eastAsia="fi-FI"/>
              </w:rPr>
              <w:t>A_n</w:t>
            </w:r>
            <w:r>
              <w:rPr>
                <w:lang w:eastAsia="zh-CN"/>
              </w:rPr>
              <w:t>77(2</w:t>
            </w:r>
            <w:r>
              <w:rPr>
                <w:lang w:eastAsia="fi-FI"/>
              </w:rPr>
              <w:t>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2D85A600" w14:textId="77777777" w:rsidR="00D44AD9" w:rsidRDefault="00D44AD9" w:rsidP="00AC3FE8">
            <w:pPr>
              <w:pStyle w:val="TAC"/>
              <w:rPr>
                <w:lang w:eastAsia="fi-FI"/>
              </w:rPr>
            </w:pPr>
            <w:r>
              <w:rPr>
                <w:lang w:eastAsia="fi-FI"/>
              </w:rPr>
              <w:t>DC_</w:t>
            </w:r>
            <w:r>
              <w:rPr>
                <w:lang w:eastAsia="zh-CN"/>
              </w:rPr>
              <w:t>1</w:t>
            </w:r>
            <w:r>
              <w:rPr>
                <w:lang w:eastAsia="fi-FI"/>
              </w:rPr>
              <w:t>A_n</w:t>
            </w:r>
            <w:r>
              <w:rPr>
                <w:lang w:eastAsia="zh-CN"/>
              </w:rPr>
              <w:t>77</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7B3E1F25" w14:textId="77777777" w:rsidR="00D44AD9" w:rsidRDefault="00D44AD9" w:rsidP="00AC3FE8">
            <w:pPr>
              <w:pStyle w:val="TAC"/>
              <w:rPr>
                <w:lang w:eastAsia="fi-FI"/>
              </w:rPr>
            </w:pPr>
            <w:r>
              <w:rPr>
                <w:lang w:eastAsia="fi-FI"/>
              </w:rPr>
              <w:t>DC_1_n77</w:t>
            </w:r>
          </w:p>
        </w:tc>
        <w:tc>
          <w:tcPr>
            <w:tcW w:w="2738" w:type="dxa"/>
            <w:tcBorders>
              <w:top w:val="single" w:sz="4" w:space="0" w:color="auto"/>
              <w:left w:val="single" w:sz="4" w:space="0" w:color="auto"/>
              <w:bottom w:val="single" w:sz="4" w:space="0" w:color="auto"/>
              <w:right w:val="single" w:sz="4" w:space="0" w:color="auto"/>
            </w:tcBorders>
            <w:hideMark/>
          </w:tcPr>
          <w:p w14:paraId="193DC3C8" w14:textId="77777777" w:rsidR="00D44AD9" w:rsidRDefault="00D44AD9" w:rsidP="00AC3FE8">
            <w:pPr>
              <w:pStyle w:val="TAC"/>
              <w:rPr>
                <w:lang w:eastAsia="fi-FI"/>
              </w:rPr>
            </w:pPr>
            <w:r>
              <w:rPr>
                <w:lang w:eastAsia="zh-CN"/>
              </w:rPr>
              <w:t>No</w:t>
            </w:r>
          </w:p>
        </w:tc>
      </w:tr>
      <w:tr w:rsidR="00D44AD9" w14:paraId="3DD4290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92A6305" w14:textId="77777777" w:rsidR="00D44AD9" w:rsidRDefault="00D44AD9" w:rsidP="00AC3FE8">
            <w:pPr>
              <w:pStyle w:val="TAC"/>
              <w:rPr>
                <w:lang w:eastAsia="fi-FI"/>
              </w:rPr>
            </w:pPr>
            <w:r>
              <w:rPr>
                <w:lang w:eastAsia="fi-FI"/>
              </w:rPr>
              <w:t>DC_1A_n78A</w:t>
            </w:r>
            <w:r>
              <w:rPr>
                <w:vertAlign w:val="superscript"/>
                <w:lang w:eastAsia="fi-FI"/>
              </w:rPr>
              <w:t>7</w:t>
            </w:r>
          </w:p>
          <w:p w14:paraId="2A25935B" w14:textId="77777777" w:rsidR="00D44AD9" w:rsidRDefault="00D44AD9" w:rsidP="00AC3FE8">
            <w:pPr>
              <w:pStyle w:val="TAC"/>
              <w:rPr>
                <w:lang w:eastAsia="fi-FI"/>
              </w:rPr>
            </w:pPr>
            <w:r>
              <w:rPr>
                <w:lang w:eastAsia="fi-FI"/>
              </w:rPr>
              <w:t>DC_1A_n78C</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7E92CA0B" w14:textId="77777777" w:rsidR="00D44AD9" w:rsidRDefault="00D44AD9" w:rsidP="00AC3FE8">
            <w:pPr>
              <w:pStyle w:val="TAC"/>
              <w:rPr>
                <w:lang w:eastAsia="fi-FI"/>
              </w:rPr>
            </w:pPr>
            <w:r>
              <w:rPr>
                <w:lang w:eastAsia="fi-FI"/>
              </w:rPr>
              <w:t>DC_1A_n78A</w:t>
            </w:r>
          </w:p>
        </w:tc>
        <w:tc>
          <w:tcPr>
            <w:tcW w:w="2738" w:type="dxa"/>
            <w:tcBorders>
              <w:top w:val="single" w:sz="4" w:space="0" w:color="auto"/>
              <w:left w:val="single" w:sz="4" w:space="0" w:color="auto"/>
              <w:bottom w:val="single" w:sz="4" w:space="0" w:color="auto"/>
              <w:right w:val="single" w:sz="4" w:space="0" w:color="auto"/>
            </w:tcBorders>
            <w:noWrap/>
            <w:hideMark/>
          </w:tcPr>
          <w:p w14:paraId="605E0CD8"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131F9642" w14:textId="77777777" w:rsidR="00D44AD9" w:rsidRDefault="00D44AD9" w:rsidP="00AC3FE8">
            <w:pPr>
              <w:pStyle w:val="TAC"/>
              <w:rPr>
                <w:lang w:eastAsia="fi-FI"/>
              </w:rPr>
            </w:pPr>
            <w:r>
              <w:rPr>
                <w:lang w:eastAsia="zh-CN"/>
              </w:rPr>
              <w:t>No</w:t>
            </w:r>
          </w:p>
        </w:tc>
      </w:tr>
      <w:tr w:rsidR="00D44AD9" w14:paraId="338F37FA"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F361310" w14:textId="77777777" w:rsidR="00D44AD9" w:rsidRDefault="00D44AD9" w:rsidP="00AC3FE8">
            <w:pPr>
              <w:pStyle w:val="TAC"/>
              <w:rPr>
                <w:lang w:eastAsia="fi-FI"/>
              </w:rPr>
            </w:pPr>
            <w:r>
              <w:rPr>
                <w:lang w:eastAsia="fi-FI"/>
              </w:rPr>
              <w:t>DC_1A_n78(2A)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2885FE6B" w14:textId="77777777" w:rsidR="00D44AD9" w:rsidRDefault="00D44AD9" w:rsidP="00AC3FE8">
            <w:pPr>
              <w:pStyle w:val="TAC"/>
              <w:rPr>
                <w:lang w:eastAsia="fi-FI"/>
              </w:rPr>
            </w:pPr>
            <w:r>
              <w:rPr>
                <w:lang w:eastAsia="fi-FI"/>
              </w:rPr>
              <w:t>DC_1A_n78A</w:t>
            </w:r>
          </w:p>
        </w:tc>
        <w:tc>
          <w:tcPr>
            <w:tcW w:w="2738" w:type="dxa"/>
            <w:tcBorders>
              <w:top w:val="single" w:sz="4" w:space="0" w:color="auto"/>
              <w:left w:val="single" w:sz="4" w:space="0" w:color="auto"/>
              <w:bottom w:val="single" w:sz="4" w:space="0" w:color="auto"/>
              <w:right w:val="single" w:sz="4" w:space="0" w:color="auto"/>
            </w:tcBorders>
            <w:noWrap/>
            <w:hideMark/>
          </w:tcPr>
          <w:p w14:paraId="377E0BCA"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799711B5" w14:textId="77777777" w:rsidR="00D44AD9" w:rsidRDefault="00D44AD9" w:rsidP="00AC3FE8">
            <w:pPr>
              <w:pStyle w:val="TAC"/>
              <w:rPr>
                <w:lang w:eastAsia="fi-FI"/>
              </w:rPr>
            </w:pPr>
            <w:r>
              <w:rPr>
                <w:lang w:eastAsia="zh-CN"/>
              </w:rPr>
              <w:t>No</w:t>
            </w:r>
          </w:p>
        </w:tc>
      </w:tr>
      <w:tr w:rsidR="00D44AD9" w14:paraId="0455B3D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86348F7" w14:textId="77777777" w:rsidR="00D44AD9" w:rsidRDefault="00D44AD9" w:rsidP="00AC3FE8">
            <w:pPr>
              <w:pStyle w:val="TAC"/>
              <w:rPr>
                <w:lang w:eastAsia="fi-FI"/>
              </w:rPr>
            </w:pPr>
            <w:r>
              <w:rPr>
                <w:lang w:eastAsia="fi-FI"/>
              </w:rPr>
              <w:t>DC_1A_n79A</w:t>
            </w:r>
            <w:r>
              <w:rPr>
                <w:vertAlign w:val="superscript"/>
                <w:lang w:eastAsia="fi-FI"/>
              </w:rPr>
              <w:t>7</w:t>
            </w:r>
          </w:p>
          <w:p w14:paraId="33F2E8B9" w14:textId="77777777" w:rsidR="00D44AD9" w:rsidRDefault="00D44AD9" w:rsidP="00AC3FE8">
            <w:pPr>
              <w:pStyle w:val="TAC"/>
              <w:rPr>
                <w:lang w:eastAsia="fi-FI"/>
              </w:rPr>
            </w:pPr>
            <w:r>
              <w:rPr>
                <w:lang w:eastAsia="fi-FI"/>
              </w:rPr>
              <w:t>DC_1A_n79C</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08D6D581" w14:textId="77777777" w:rsidR="00D44AD9" w:rsidRDefault="00D44AD9" w:rsidP="00AC3FE8">
            <w:pPr>
              <w:pStyle w:val="TAC"/>
              <w:rPr>
                <w:lang w:eastAsia="fi-FI"/>
              </w:rPr>
            </w:pPr>
            <w:r>
              <w:rPr>
                <w:lang w:eastAsia="fi-FI"/>
              </w:rPr>
              <w:t>DC_1A_n79A</w:t>
            </w:r>
          </w:p>
        </w:tc>
        <w:tc>
          <w:tcPr>
            <w:tcW w:w="2738" w:type="dxa"/>
            <w:tcBorders>
              <w:top w:val="single" w:sz="4" w:space="0" w:color="auto"/>
              <w:left w:val="single" w:sz="4" w:space="0" w:color="auto"/>
              <w:bottom w:val="single" w:sz="4" w:space="0" w:color="auto"/>
              <w:right w:val="single" w:sz="4" w:space="0" w:color="auto"/>
            </w:tcBorders>
            <w:noWrap/>
            <w:hideMark/>
          </w:tcPr>
          <w:p w14:paraId="34C9769A"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2FD7C963" w14:textId="77777777" w:rsidR="00D44AD9" w:rsidRDefault="00D44AD9" w:rsidP="00AC3FE8">
            <w:pPr>
              <w:pStyle w:val="TAC"/>
              <w:rPr>
                <w:lang w:eastAsia="fi-FI"/>
              </w:rPr>
            </w:pPr>
            <w:r>
              <w:rPr>
                <w:lang w:eastAsia="zh-CN"/>
              </w:rPr>
              <w:t>No</w:t>
            </w:r>
          </w:p>
        </w:tc>
      </w:tr>
      <w:tr w:rsidR="00D44AD9" w14:paraId="564E39EE"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6E0B630" w14:textId="77777777" w:rsidR="00D44AD9" w:rsidRDefault="00D44AD9" w:rsidP="00AC3FE8">
            <w:pPr>
              <w:pStyle w:val="TAC"/>
              <w:rPr>
                <w:lang w:eastAsia="fi-FI"/>
              </w:rPr>
            </w:pPr>
            <w:r>
              <w:rPr>
                <w:lang w:eastAsia="fi-FI"/>
              </w:rPr>
              <w:t>DC_2A_n5A</w:t>
            </w:r>
          </w:p>
        </w:tc>
        <w:tc>
          <w:tcPr>
            <w:tcW w:w="2280" w:type="dxa"/>
            <w:tcBorders>
              <w:top w:val="single" w:sz="4" w:space="0" w:color="auto"/>
              <w:left w:val="single" w:sz="4" w:space="0" w:color="auto"/>
              <w:bottom w:val="single" w:sz="4" w:space="0" w:color="auto"/>
              <w:right w:val="single" w:sz="4" w:space="0" w:color="auto"/>
            </w:tcBorders>
            <w:hideMark/>
          </w:tcPr>
          <w:p w14:paraId="55BA3809" w14:textId="77777777" w:rsidR="00D44AD9" w:rsidRDefault="00D44AD9" w:rsidP="00AC3FE8">
            <w:pPr>
              <w:pStyle w:val="TAC"/>
              <w:rPr>
                <w:lang w:eastAsia="fi-FI"/>
              </w:rPr>
            </w:pPr>
            <w:r>
              <w:rPr>
                <w:lang w:eastAsia="fi-FI"/>
              </w:rPr>
              <w:t>DC_2A_n5A</w:t>
            </w:r>
          </w:p>
        </w:tc>
        <w:tc>
          <w:tcPr>
            <w:tcW w:w="2738" w:type="dxa"/>
            <w:tcBorders>
              <w:top w:val="single" w:sz="4" w:space="0" w:color="auto"/>
              <w:left w:val="single" w:sz="4" w:space="0" w:color="auto"/>
              <w:bottom w:val="single" w:sz="4" w:space="0" w:color="auto"/>
              <w:right w:val="single" w:sz="4" w:space="0" w:color="auto"/>
            </w:tcBorders>
            <w:noWrap/>
            <w:hideMark/>
          </w:tcPr>
          <w:p w14:paraId="6404A0FC" w14:textId="77777777" w:rsidR="00D44AD9" w:rsidRDefault="00D44AD9" w:rsidP="00AC3FE8">
            <w:pPr>
              <w:pStyle w:val="TAC"/>
              <w:rPr>
                <w:lang w:eastAsia="ja-JP"/>
              </w:rPr>
            </w:pPr>
            <w:r>
              <w:rPr>
                <w:rFonts w:eastAsia="Yu Mincho"/>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20A0DD15" w14:textId="77777777" w:rsidR="00D44AD9" w:rsidRDefault="00D44AD9" w:rsidP="00AC3FE8">
            <w:pPr>
              <w:pStyle w:val="TAC"/>
              <w:rPr>
                <w:rFonts w:eastAsia="Yu Mincho"/>
                <w:lang w:eastAsia="ja-JP"/>
              </w:rPr>
            </w:pPr>
          </w:p>
        </w:tc>
      </w:tr>
      <w:tr w:rsidR="00D44AD9" w14:paraId="1D1E7840"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2114E5C" w14:textId="77777777" w:rsidR="00D44AD9" w:rsidRDefault="00D44AD9" w:rsidP="00AC3FE8">
            <w:pPr>
              <w:pStyle w:val="TAC"/>
              <w:rPr>
                <w:lang w:eastAsia="fi-FI"/>
              </w:rPr>
            </w:pPr>
            <w:r>
              <w:rPr>
                <w:lang w:eastAsia="fi-FI"/>
              </w:rPr>
              <w:t>DC_2A-2A_n5A</w:t>
            </w:r>
          </w:p>
        </w:tc>
        <w:tc>
          <w:tcPr>
            <w:tcW w:w="2280" w:type="dxa"/>
            <w:tcBorders>
              <w:top w:val="single" w:sz="4" w:space="0" w:color="auto"/>
              <w:left w:val="single" w:sz="4" w:space="0" w:color="auto"/>
              <w:bottom w:val="single" w:sz="4" w:space="0" w:color="auto"/>
              <w:right w:val="single" w:sz="4" w:space="0" w:color="auto"/>
            </w:tcBorders>
            <w:hideMark/>
          </w:tcPr>
          <w:p w14:paraId="3CF7CC4E" w14:textId="77777777" w:rsidR="00D44AD9" w:rsidRDefault="00D44AD9" w:rsidP="00AC3FE8">
            <w:pPr>
              <w:pStyle w:val="TAC"/>
              <w:rPr>
                <w:lang w:eastAsia="fi-FI"/>
              </w:rPr>
            </w:pPr>
            <w:r>
              <w:rPr>
                <w:lang w:eastAsia="fi-FI"/>
              </w:rPr>
              <w:t>DC_2A_n5A</w:t>
            </w:r>
          </w:p>
        </w:tc>
        <w:tc>
          <w:tcPr>
            <w:tcW w:w="2738" w:type="dxa"/>
            <w:tcBorders>
              <w:top w:val="single" w:sz="4" w:space="0" w:color="auto"/>
              <w:left w:val="single" w:sz="4" w:space="0" w:color="auto"/>
              <w:bottom w:val="single" w:sz="4" w:space="0" w:color="auto"/>
              <w:right w:val="single" w:sz="4" w:space="0" w:color="auto"/>
            </w:tcBorders>
            <w:noWrap/>
            <w:hideMark/>
          </w:tcPr>
          <w:p w14:paraId="09659E9C" w14:textId="77777777" w:rsidR="00D44AD9" w:rsidRDefault="00D44AD9" w:rsidP="00AC3FE8">
            <w:pPr>
              <w:pStyle w:val="TAC"/>
              <w:rPr>
                <w:rFonts w:eastAsia="Yu Mincho"/>
                <w:lang w:eastAsia="ja-JP"/>
              </w:rPr>
            </w:pPr>
            <w:r>
              <w:rPr>
                <w:lang w:eastAsia="zh-CN"/>
              </w:rPr>
              <w:t>No</w:t>
            </w:r>
          </w:p>
        </w:tc>
        <w:tc>
          <w:tcPr>
            <w:tcW w:w="2738" w:type="dxa"/>
            <w:tcBorders>
              <w:top w:val="single" w:sz="4" w:space="0" w:color="auto"/>
              <w:left w:val="single" w:sz="4" w:space="0" w:color="auto"/>
              <w:bottom w:val="single" w:sz="4" w:space="0" w:color="auto"/>
              <w:right w:val="single" w:sz="4" w:space="0" w:color="auto"/>
            </w:tcBorders>
          </w:tcPr>
          <w:p w14:paraId="1A828B16" w14:textId="77777777" w:rsidR="00D44AD9" w:rsidRDefault="00D44AD9" w:rsidP="00AC3FE8">
            <w:pPr>
              <w:pStyle w:val="TAC"/>
              <w:rPr>
                <w:lang w:eastAsia="zh-CN"/>
              </w:rPr>
            </w:pPr>
          </w:p>
        </w:tc>
      </w:tr>
      <w:tr w:rsidR="00D44AD9" w14:paraId="2BDF78DE"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4F7FE00" w14:textId="77777777" w:rsidR="00D44AD9" w:rsidRDefault="00D44AD9" w:rsidP="00AC3FE8">
            <w:pPr>
              <w:pStyle w:val="TAC"/>
              <w:rPr>
                <w:lang w:eastAsia="fi-FI"/>
              </w:rPr>
            </w:pPr>
            <w:r>
              <w:rPr>
                <w:lang w:eastAsia="zh-CN"/>
              </w:rPr>
              <w:t>DC_2A_n7A</w:t>
            </w:r>
          </w:p>
        </w:tc>
        <w:tc>
          <w:tcPr>
            <w:tcW w:w="2280" w:type="dxa"/>
            <w:tcBorders>
              <w:top w:val="single" w:sz="4" w:space="0" w:color="auto"/>
              <w:left w:val="single" w:sz="4" w:space="0" w:color="auto"/>
              <w:bottom w:val="single" w:sz="4" w:space="0" w:color="auto"/>
              <w:right w:val="single" w:sz="4" w:space="0" w:color="auto"/>
            </w:tcBorders>
            <w:hideMark/>
          </w:tcPr>
          <w:p w14:paraId="28D81C2B" w14:textId="77777777" w:rsidR="00D44AD9" w:rsidRDefault="00D44AD9" w:rsidP="00AC3FE8">
            <w:pPr>
              <w:pStyle w:val="TAC"/>
              <w:rPr>
                <w:lang w:eastAsia="fi-FI"/>
              </w:rPr>
            </w:pPr>
            <w:r>
              <w:rPr>
                <w:lang w:eastAsia="fi-FI"/>
              </w:rPr>
              <w:t>DC_</w:t>
            </w:r>
            <w:r>
              <w:rPr>
                <w:lang w:eastAsia="zh-CN"/>
              </w:rPr>
              <w:t>2</w:t>
            </w:r>
            <w:r>
              <w:rPr>
                <w:lang w:eastAsia="fi-FI"/>
              </w:rPr>
              <w:t>A_n</w:t>
            </w:r>
            <w:r>
              <w:rPr>
                <w:lang w:eastAsia="zh-CN"/>
              </w:rPr>
              <w:t>7</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05BD731E" w14:textId="77777777" w:rsidR="00D44AD9" w:rsidRDefault="00D44AD9" w:rsidP="00AC3FE8">
            <w:pPr>
              <w:pStyle w:val="TAC"/>
              <w:rPr>
                <w:rFonts w:eastAsia="Yu Mincho"/>
                <w:lang w:eastAsia="ja-JP"/>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4FF6030A" w14:textId="77777777" w:rsidR="00D44AD9" w:rsidRDefault="00D44AD9" w:rsidP="00AC3FE8">
            <w:pPr>
              <w:pStyle w:val="TAC"/>
              <w:rPr>
                <w:lang w:eastAsia="fi-FI"/>
              </w:rPr>
            </w:pPr>
          </w:p>
        </w:tc>
      </w:tr>
      <w:tr w:rsidR="00D44AD9" w14:paraId="69CB368B"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72C9525" w14:textId="77777777" w:rsidR="00D44AD9" w:rsidRDefault="00D44AD9" w:rsidP="00AC3FE8">
            <w:pPr>
              <w:pStyle w:val="TAC"/>
              <w:rPr>
                <w:lang w:eastAsia="zh-CN"/>
              </w:rPr>
            </w:pPr>
            <w:r>
              <w:rPr>
                <w:lang w:eastAsia="zh-CN"/>
              </w:rPr>
              <w:t>DC_2A_n7</w:t>
            </w:r>
            <w:r>
              <w:rPr>
                <w:lang w:eastAsia="zh-TW"/>
              </w:rPr>
              <w:t>(2A)</w:t>
            </w:r>
          </w:p>
        </w:tc>
        <w:tc>
          <w:tcPr>
            <w:tcW w:w="2280" w:type="dxa"/>
            <w:tcBorders>
              <w:top w:val="single" w:sz="4" w:space="0" w:color="auto"/>
              <w:left w:val="single" w:sz="4" w:space="0" w:color="auto"/>
              <w:bottom w:val="single" w:sz="4" w:space="0" w:color="auto"/>
              <w:right w:val="single" w:sz="4" w:space="0" w:color="auto"/>
            </w:tcBorders>
            <w:hideMark/>
          </w:tcPr>
          <w:p w14:paraId="446284A2" w14:textId="77777777" w:rsidR="00D44AD9" w:rsidRDefault="00D44AD9" w:rsidP="00AC3FE8">
            <w:pPr>
              <w:pStyle w:val="TAC"/>
              <w:rPr>
                <w:lang w:eastAsia="fi-FI"/>
              </w:rPr>
            </w:pPr>
            <w:r>
              <w:rPr>
                <w:lang w:eastAsia="fi-FI"/>
              </w:rPr>
              <w:t>DC_</w:t>
            </w:r>
            <w:r>
              <w:rPr>
                <w:lang w:eastAsia="zh-CN"/>
              </w:rPr>
              <w:t>2</w:t>
            </w:r>
            <w:r>
              <w:rPr>
                <w:lang w:eastAsia="fi-FI"/>
              </w:rPr>
              <w:t>A_n</w:t>
            </w:r>
            <w:r>
              <w:rPr>
                <w:lang w:eastAsia="zh-CN"/>
              </w:rPr>
              <w:t>7</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12870CAD"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61FE09CF" w14:textId="77777777" w:rsidR="00D44AD9" w:rsidRDefault="00D44AD9" w:rsidP="00AC3FE8">
            <w:pPr>
              <w:pStyle w:val="TAC"/>
              <w:rPr>
                <w:lang w:eastAsia="fi-FI"/>
              </w:rPr>
            </w:pPr>
          </w:p>
        </w:tc>
      </w:tr>
      <w:tr w:rsidR="00D44AD9" w14:paraId="605A384D"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3F8655D" w14:textId="77777777" w:rsidR="00D44AD9" w:rsidRDefault="00D44AD9" w:rsidP="00AC3FE8">
            <w:pPr>
              <w:pStyle w:val="TAC"/>
              <w:rPr>
                <w:lang w:eastAsia="zh-CN"/>
              </w:rPr>
            </w:pPr>
            <w:r>
              <w:rPr>
                <w:lang w:eastAsia="fi-FI"/>
              </w:rPr>
              <w:t>DC_</w:t>
            </w:r>
            <w:r>
              <w:rPr>
                <w:lang w:eastAsia="zh-CN"/>
              </w:rPr>
              <w:t>2</w:t>
            </w:r>
            <w:r>
              <w:rPr>
                <w:lang w:eastAsia="fi-FI"/>
              </w:rPr>
              <w:t>A_n12A</w:t>
            </w:r>
          </w:p>
        </w:tc>
        <w:tc>
          <w:tcPr>
            <w:tcW w:w="2280" w:type="dxa"/>
            <w:tcBorders>
              <w:top w:val="single" w:sz="4" w:space="0" w:color="auto"/>
              <w:left w:val="single" w:sz="4" w:space="0" w:color="auto"/>
              <w:bottom w:val="single" w:sz="4" w:space="0" w:color="auto"/>
              <w:right w:val="single" w:sz="4" w:space="0" w:color="auto"/>
            </w:tcBorders>
            <w:hideMark/>
          </w:tcPr>
          <w:p w14:paraId="5B5565B8" w14:textId="77777777" w:rsidR="00D44AD9" w:rsidRDefault="00D44AD9" w:rsidP="00AC3FE8">
            <w:pPr>
              <w:pStyle w:val="TAC"/>
              <w:rPr>
                <w:lang w:eastAsia="fi-FI"/>
              </w:rPr>
            </w:pPr>
            <w:r>
              <w:rPr>
                <w:lang w:eastAsia="fi-FI"/>
              </w:rPr>
              <w:t>DC_</w:t>
            </w:r>
            <w:r>
              <w:rPr>
                <w:lang w:eastAsia="zh-CN"/>
              </w:rPr>
              <w:t>2</w:t>
            </w:r>
            <w:r>
              <w:rPr>
                <w:lang w:eastAsia="fi-FI"/>
              </w:rPr>
              <w:t>A_n12A</w:t>
            </w:r>
          </w:p>
        </w:tc>
        <w:tc>
          <w:tcPr>
            <w:tcW w:w="2738" w:type="dxa"/>
            <w:tcBorders>
              <w:top w:val="single" w:sz="4" w:space="0" w:color="auto"/>
              <w:left w:val="single" w:sz="4" w:space="0" w:color="auto"/>
              <w:bottom w:val="single" w:sz="4" w:space="0" w:color="auto"/>
              <w:right w:val="single" w:sz="4" w:space="0" w:color="auto"/>
            </w:tcBorders>
            <w:noWrap/>
            <w:hideMark/>
          </w:tcPr>
          <w:p w14:paraId="762C21E0"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161C8D02" w14:textId="77777777" w:rsidR="00D44AD9" w:rsidRDefault="00D44AD9" w:rsidP="00AC3FE8">
            <w:pPr>
              <w:pStyle w:val="TAC"/>
              <w:rPr>
                <w:lang w:eastAsia="zh-TW"/>
              </w:rPr>
            </w:pPr>
          </w:p>
        </w:tc>
      </w:tr>
      <w:tr w:rsidR="00D44AD9" w14:paraId="0599DE71"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02ED31E" w14:textId="77777777" w:rsidR="00D44AD9" w:rsidRDefault="00D44AD9" w:rsidP="00AC3FE8">
            <w:pPr>
              <w:pStyle w:val="TAC"/>
              <w:rPr>
                <w:lang w:eastAsia="fi-FI"/>
              </w:rPr>
            </w:pPr>
            <w:r>
              <w:rPr>
                <w:lang w:eastAsia="fi-FI"/>
              </w:rPr>
              <w:t>DC_2A_n38A</w:t>
            </w:r>
          </w:p>
        </w:tc>
        <w:tc>
          <w:tcPr>
            <w:tcW w:w="2280" w:type="dxa"/>
            <w:tcBorders>
              <w:top w:val="single" w:sz="4" w:space="0" w:color="auto"/>
              <w:left w:val="single" w:sz="4" w:space="0" w:color="auto"/>
              <w:bottom w:val="single" w:sz="4" w:space="0" w:color="auto"/>
              <w:right w:val="single" w:sz="4" w:space="0" w:color="auto"/>
            </w:tcBorders>
            <w:hideMark/>
          </w:tcPr>
          <w:p w14:paraId="1F65E404" w14:textId="77777777" w:rsidR="00D44AD9" w:rsidRDefault="00D44AD9" w:rsidP="00AC3FE8">
            <w:pPr>
              <w:pStyle w:val="TAC"/>
              <w:rPr>
                <w:lang w:eastAsia="fi-FI"/>
              </w:rPr>
            </w:pPr>
            <w:r>
              <w:rPr>
                <w:lang w:eastAsia="fi-FI"/>
              </w:rPr>
              <w:t>DC_2A_n38A</w:t>
            </w:r>
          </w:p>
        </w:tc>
        <w:tc>
          <w:tcPr>
            <w:tcW w:w="2738" w:type="dxa"/>
            <w:tcBorders>
              <w:top w:val="single" w:sz="4" w:space="0" w:color="auto"/>
              <w:left w:val="single" w:sz="4" w:space="0" w:color="auto"/>
              <w:bottom w:val="single" w:sz="4" w:space="0" w:color="auto"/>
              <w:right w:val="single" w:sz="4" w:space="0" w:color="auto"/>
            </w:tcBorders>
            <w:noWrap/>
            <w:hideMark/>
          </w:tcPr>
          <w:p w14:paraId="22E93730" w14:textId="77777777" w:rsidR="00D44AD9" w:rsidRDefault="00D44AD9" w:rsidP="00AC3FE8">
            <w:pPr>
              <w:pStyle w:val="TAC"/>
              <w:rPr>
                <w:rFonts w:eastAsia="Yu Mincho"/>
                <w:lang w:eastAsia="ja-JP"/>
              </w:rPr>
            </w:pPr>
            <w:r>
              <w:rPr>
                <w:rFonts w:eastAsia="MS Mincho"/>
              </w:rPr>
              <w:t>No</w:t>
            </w:r>
          </w:p>
        </w:tc>
        <w:tc>
          <w:tcPr>
            <w:tcW w:w="2738" w:type="dxa"/>
            <w:tcBorders>
              <w:top w:val="single" w:sz="4" w:space="0" w:color="auto"/>
              <w:left w:val="single" w:sz="4" w:space="0" w:color="auto"/>
              <w:bottom w:val="single" w:sz="4" w:space="0" w:color="auto"/>
              <w:right w:val="single" w:sz="4" w:space="0" w:color="auto"/>
            </w:tcBorders>
          </w:tcPr>
          <w:p w14:paraId="67F6E41B" w14:textId="77777777" w:rsidR="00D44AD9" w:rsidRDefault="00D44AD9" w:rsidP="00AC3FE8">
            <w:pPr>
              <w:pStyle w:val="TAC"/>
              <w:rPr>
                <w:rFonts w:eastAsia="MS Mincho"/>
              </w:rPr>
            </w:pPr>
          </w:p>
        </w:tc>
      </w:tr>
      <w:tr w:rsidR="00D44AD9" w14:paraId="21FBEE9F"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AF74779" w14:textId="77777777" w:rsidR="00D44AD9" w:rsidRDefault="00D44AD9" w:rsidP="00AC3FE8">
            <w:pPr>
              <w:pStyle w:val="TAC"/>
              <w:rPr>
                <w:lang w:eastAsia="fi-FI"/>
              </w:rPr>
            </w:pPr>
            <w:r>
              <w:rPr>
                <w:noProof/>
                <w:szCs w:val="18"/>
              </w:rPr>
              <w:t>DC_2A-2A_n38A</w:t>
            </w:r>
          </w:p>
        </w:tc>
        <w:tc>
          <w:tcPr>
            <w:tcW w:w="2280" w:type="dxa"/>
            <w:tcBorders>
              <w:top w:val="single" w:sz="4" w:space="0" w:color="auto"/>
              <w:left w:val="single" w:sz="4" w:space="0" w:color="auto"/>
              <w:bottom w:val="single" w:sz="4" w:space="0" w:color="auto"/>
              <w:right w:val="single" w:sz="4" w:space="0" w:color="auto"/>
            </w:tcBorders>
            <w:hideMark/>
          </w:tcPr>
          <w:p w14:paraId="7B7DF686" w14:textId="77777777" w:rsidR="00D44AD9" w:rsidRDefault="00D44AD9" w:rsidP="00AC3FE8">
            <w:pPr>
              <w:pStyle w:val="TAC"/>
              <w:rPr>
                <w:lang w:eastAsia="fi-FI"/>
              </w:rPr>
            </w:pPr>
            <w:r>
              <w:rPr>
                <w:szCs w:val="18"/>
                <w:lang w:eastAsia="fi-FI"/>
              </w:rPr>
              <w:t>DC_2A_n38A</w:t>
            </w:r>
          </w:p>
        </w:tc>
        <w:tc>
          <w:tcPr>
            <w:tcW w:w="2738" w:type="dxa"/>
            <w:tcBorders>
              <w:top w:val="single" w:sz="4" w:space="0" w:color="auto"/>
              <w:left w:val="single" w:sz="4" w:space="0" w:color="auto"/>
              <w:bottom w:val="single" w:sz="4" w:space="0" w:color="auto"/>
              <w:right w:val="single" w:sz="4" w:space="0" w:color="auto"/>
            </w:tcBorders>
            <w:noWrap/>
            <w:hideMark/>
          </w:tcPr>
          <w:p w14:paraId="2A675F67" w14:textId="77777777" w:rsidR="00D44AD9" w:rsidRDefault="00D44AD9" w:rsidP="00AC3FE8">
            <w:pPr>
              <w:pStyle w:val="TAC"/>
              <w:rPr>
                <w:rFonts w:eastAsia="MS Mincho"/>
              </w:rPr>
            </w:pPr>
            <w:r>
              <w:rPr>
                <w:rFonts w:eastAsia="MS Mincho"/>
                <w:szCs w:val="18"/>
              </w:rPr>
              <w:t>No</w:t>
            </w:r>
          </w:p>
        </w:tc>
        <w:tc>
          <w:tcPr>
            <w:tcW w:w="2738" w:type="dxa"/>
            <w:tcBorders>
              <w:top w:val="single" w:sz="4" w:space="0" w:color="auto"/>
              <w:left w:val="single" w:sz="4" w:space="0" w:color="auto"/>
              <w:bottom w:val="single" w:sz="4" w:space="0" w:color="auto"/>
              <w:right w:val="single" w:sz="4" w:space="0" w:color="auto"/>
            </w:tcBorders>
          </w:tcPr>
          <w:p w14:paraId="5AC3BB79" w14:textId="77777777" w:rsidR="00D44AD9" w:rsidRDefault="00D44AD9" w:rsidP="00AC3FE8">
            <w:pPr>
              <w:pStyle w:val="TAC"/>
              <w:rPr>
                <w:rFonts w:eastAsia="MS Mincho"/>
                <w:szCs w:val="18"/>
              </w:rPr>
            </w:pPr>
          </w:p>
        </w:tc>
      </w:tr>
      <w:tr w:rsidR="00D44AD9" w14:paraId="7949C04C"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8FDFF2F" w14:textId="77777777" w:rsidR="00D44AD9" w:rsidRDefault="00D44AD9" w:rsidP="00AC3FE8">
            <w:pPr>
              <w:pStyle w:val="TAC"/>
              <w:rPr>
                <w:lang w:eastAsia="zh-TW"/>
              </w:rPr>
            </w:pPr>
            <w:r>
              <w:rPr>
                <w:lang w:eastAsia="fi-FI"/>
              </w:rPr>
              <w:t>DC_2A_n41A</w:t>
            </w:r>
          </w:p>
          <w:p w14:paraId="23339B79" w14:textId="77777777" w:rsidR="00D44AD9" w:rsidRDefault="00D44AD9" w:rsidP="00AC3FE8">
            <w:pPr>
              <w:pStyle w:val="TAC"/>
              <w:rPr>
                <w:lang w:eastAsia="zh-TW"/>
              </w:rPr>
            </w:pPr>
            <w:r>
              <w:rPr>
                <w:lang w:eastAsia="fi-FI"/>
              </w:rPr>
              <w:t>DC_2A_n41C</w:t>
            </w:r>
          </w:p>
          <w:p w14:paraId="0DE02BEE" w14:textId="77777777" w:rsidR="00D44AD9" w:rsidRDefault="00D44AD9" w:rsidP="00AC3FE8">
            <w:pPr>
              <w:pStyle w:val="TAC"/>
              <w:rPr>
                <w:noProof/>
                <w:szCs w:val="18"/>
              </w:rPr>
            </w:pPr>
            <w:r>
              <w:rPr>
                <w:lang w:eastAsia="fi-FI"/>
              </w:rPr>
              <w:t>DC_2C_n41A</w:t>
            </w:r>
          </w:p>
        </w:tc>
        <w:tc>
          <w:tcPr>
            <w:tcW w:w="2280" w:type="dxa"/>
            <w:tcBorders>
              <w:top w:val="single" w:sz="4" w:space="0" w:color="auto"/>
              <w:left w:val="single" w:sz="4" w:space="0" w:color="auto"/>
              <w:bottom w:val="single" w:sz="4" w:space="0" w:color="auto"/>
              <w:right w:val="single" w:sz="4" w:space="0" w:color="auto"/>
            </w:tcBorders>
            <w:hideMark/>
          </w:tcPr>
          <w:p w14:paraId="6C01FB10" w14:textId="77777777" w:rsidR="00D44AD9" w:rsidRDefault="00D44AD9" w:rsidP="00AC3FE8">
            <w:pPr>
              <w:pStyle w:val="TAC"/>
              <w:rPr>
                <w:lang w:eastAsia="fi-FI"/>
              </w:rPr>
            </w:pPr>
            <w:r>
              <w:rPr>
                <w:lang w:eastAsia="fi-FI"/>
              </w:rPr>
              <w:t>DC_2A_n41A</w:t>
            </w:r>
          </w:p>
          <w:p w14:paraId="23097818" w14:textId="77777777" w:rsidR="00D44AD9" w:rsidRDefault="00D44AD9" w:rsidP="00AC3FE8">
            <w:pPr>
              <w:pStyle w:val="TAC"/>
              <w:rPr>
                <w:szCs w:val="18"/>
                <w:lang w:eastAsia="fi-FI"/>
              </w:rPr>
            </w:pPr>
            <w:r>
              <w:rPr>
                <w:lang w:eastAsia="fi-FI"/>
              </w:rPr>
              <w:t>DC_2C_n41A</w:t>
            </w:r>
          </w:p>
        </w:tc>
        <w:tc>
          <w:tcPr>
            <w:tcW w:w="2738" w:type="dxa"/>
            <w:tcBorders>
              <w:top w:val="single" w:sz="4" w:space="0" w:color="auto"/>
              <w:left w:val="single" w:sz="4" w:space="0" w:color="auto"/>
              <w:bottom w:val="single" w:sz="4" w:space="0" w:color="auto"/>
              <w:right w:val="single" w:sz="4" w:space="0" w:color="auto"/>
            </w:tcBorders>
            <w:noWrap/>
            <w:hideMark/>
          </w:tcPr>
          <w:p w14:paraId="3D50FE1F" w14:textId="77777777" w:rsidR="00D44AD9" w:rsidRDefault="00D44AD9" w:rsidP="00AC3FE8">
            <w:pPr>
              <w:pStyle w:val="TAC"/>
              <w:rPr>
                <w:rFonts w:eastAsia="MS Mincho"/>
                <w:szCs w:val="18"/>
              </w:rPr>
            </w:pPr>
            <w:r>
              <w:rPr>
                <w:rFonts w:eastAsia="Yu Mincho"/>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6731B716" w14:textId="77777777" w:rsidR="00D44AD9" w:rsidRDefault="00D44AD9" w:rsidP="00AC3FE8">
            <w:pPr>
              <w:pStyle w:val="TAC"/>
              <w:rPr>
                <w:rFonts w:eastAsia="Yu Mincho"/>
                <w:lang w:eastAsia="ja-JP"/>
              </w:rPr>
            </w:pPr>
          </w:p>
        </w:tc>
      </w:tr>
      <w:tr w:rsidR="00D44AD9" w14:paraId="7933909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D6326BD" w14:textId="77777777" w:rsidR="00D44AD9" w:rsidRDefault="00D44AD9" w:rsidP="00AC3FE8">
            <w:pPr>
              <w:pStyle w:val="TAC"/>
              <w:rPr>
                <w:noProof/>
                <w:lang w:eastAsia="zh-TW"/>
              </w:rPr>
            </w:pPr>
            <w:r>
              <w:rPr>
                <w:noProof/>
              </w:rPr>
              <w:t>DC_2A-2A_n41A</w:t>
            </w:r>
          </w:p>
          <w:p w14:paraId="7FD1CF56" w14:textId="77777777" w:rsidR="00D44AD9" w:rsidRDefault="00D44AD9" w:rsidP="00AC3FE8">
            <w:pPr>
              <w:pStyle w:val="TAC"/>
              <w:rPr>
                <w:noProof/>
                <w:szCs w:val="18"/>
              </w:rPr>
            </w:pPr>
            <w:r>
              <w:rPr>
                <w:noProof/>
              </w:rPr>
              <w:t>DC_2A_n41(2A)</w:t>
            </w:r>
          </w:p>
        </w:tc>
        <w:tc>
          <w:tcPr>
            <w:tcW w:w="2280" w:type="dxa"/>
            <w:tcBorders>
              <w:top w:val="single" w:sz="4" w:space="0" w:color="auto"/>
              <w:left w:val="single" w:sz="4" w:space="0" w:color="auto"/>
              <w:bottom w:val="single" w:sz="4" w:space="0" w:color="auto"/>
              <w:right w:val="single" w:sz="4" w:space="0" w:color="auto"/>
            </w:tcBorders>
            <w:hideMark/>
          </w:tcPr>
          <w:p w14:paraId="2F0C1CAA" w14:textId="77777777" w:rsidR="00D44AD9" w:rsidRDefault="00D44AD9" w:rsidP="00AC3FE8">
            <w:pPr>
              <w:pStyle w:val="TAC"/>
              <w:rPr>
                <w:szCs w:val="18"/>
                <w:lang w:eastAsia="fi-FI"/>
              </w:rPr>
            </w:pPr>
            <w:r>
              <w:rPr>
                <w:lang w:eastAsia="fi-FI"/>
              </w:rPr>
              <w:t>DC_2A_n41A</w:t>
            </w:r>
          </w:p>
        </w:tc>
        <w:tc>
          <w:tcPr>
            <w:tcW w:w="2738" w:type="dxa"/>
            <w:tcBorders>
              <w:top w:val="single" w:sz="4" w:space="0" w:color="auto"/>
              <w:left w:val="single" w:sz="4" w:space="0" w:color="auto"/>
              <w:bottom w:val="single" w:sz="4" w:space="0" w:color="auto"/>
              <w:right w:val="single" w:sz="4" w:space="0" w:color="auto"/>
            </w:tcBorders>
            <w:noWrap/>
            <w:hideMark/>
          </w:tcPr>
          <w:p w14:paraId="7EB47A80" w14:textId="77777777" w:rsidR="00D44AD9" w:rsidRDefault="00D44AD9" w:rsidP="00AC3FE8">
            <w:pPr>
              <w:pStyle w:val="TAC"/>
              <w:rPr>
                <w:rFonts w:eastAsia="MS Mincho"/>
                <w:szCs w:val="18"/>
              </w:rPr>
            </w:pPr>
            <w:r>
              <w:rPr>
                <w:rFonts w:eastAsia="Yu Mincho"/>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6CCC6B0C" w14:textId="77777777" w:rsidR="00D44AD9" w:rsidRDefault="00D44AD9" w:rsidP="00AC3FE8">
            <w:pPr>
              <w:pStyle w:val="TAC"/>
              <w:rPr>
                <w:rFonts w:eastAsia="Yu Mincho"/>
                <w:lang w:eastAsia="ja-JP"/>
              </w:rPr>
            </w:pPr>
          </w:p>
        </w:tc>
      </w:tr>
      <w:tr w:rsidR="00D44AD9" w14:paraId="6A2E9A91"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A3EB39E" w14:textId="77777777" w:rsidR="00D44AD9" w:rsidRDefault="00D44AD9" w:rsidP="00AC3FE8">
            <w:pPr>
              <w:pStyle w:val="TAC"/>
              <w:rPr>
                <w:lang w:eastAsia="fi-FI"/>
              </w:rPr>
            </w:pPr>
            <w:r>
              <w:rPr>
                <w:lang w:val="fi-FI" w:eastAsia="fi-FI"/>
              </w:rPr>
              <w:t>DC_</w:t>
            </w:r>
            <w:r>
              <w:rPr>
                <w:lang w:val="fi-FI" w:eastAsia="zh-CN"/>
              </w:rPr>
              <w:t>2</w:t>
            </w:r>
            <w:r>
              <w:rPr>
                <w:lang w:val="fi-FI" w:eastAsia="fi-FI"/>
              </w:rPr>
              <w:t>A_n46A</w:t>
            </w:r>
          </w:p>
        </w:tc>
        <w:tc>
          <w:tcPr>
            <w:tcW w:w="2280" w:type="dxa"/>
            <w:tcBorders>
              <w:top w:val="single" w:sz="4" w:space="0" w:color="auto"/>
              <w:left w:val="single" w:sz="4" w:space="0" w:color="auto"/>
              <w:bottom w:val="single" w:sz="4" w:space="0" w:color="auto"/>
              <w:right w:val="single" w:sz="4" w:space="0" w:color="auto"/>
            </w:tcBorders>
            <w:hideMark/>
          </w:tcPr>
          <w:p w14:paraId="627D883E" w14:textId="77777777" w:rsidR="00D44AD9" w:rsidRDefault="00D44AD9" w:rsidP="00AC3FE8">
            <w:pPr>
              <w:pStyle w:val="TAC"/>
              <w:rPr>
                <w:lang w:eastAsia="fi-FI"/>
              </w:rPr>
            </w:pPr>
            <w:r>
              <w:rPr>
                <w:lang w:val="fi-FI" w:eastAsia="fi-FI"/>
              </w:rPr>
              <w:t>DC_</w:t>
            </w:r>
            <w:r>
              <w:rPr>
                <w:lang w:val="fi-FI" w:eastAsia="zh-CN"/>
              </w:rPr>
              <w:t>2</w:t>
            </w:r>
            <w:r>
              <w:rPr>
                <w:lang w:val="fi-FI" w:eastAsia="fi-FI"/>
              </w:rPr>
              <w:t>A_n46A</w:t>
            </w:r>
          </w:p>
        </w:tc>
        <w:tc>
          <w:tcPr>
            <w:tcW w:w="2738" w:type="dxa"/>
            <w:tcBorders>
              <w:top w:val="single" w:sz="4" w:space="0" w:color="auto"/>
              <w:left w:val="single" w:sz="4" w:space="0" w:color="auto"/>
              <w:bottom w:val="single" w:sz="4" w:space="0" w:color="auto"/>
              <w:right w:val="single" w:sz="4" w:space="0" w:color="auto"/>
            </w:tcBorders>
            <w:noWrap/>
            <w:hideMark/>
          </w:tcPr>
          <w:p w14:paraId="04E0962F" w14:textId="77777777" w:rsidR="00D44AD9" w:rsidRDefault="00D44AD9" w:rsidP="00AC3FE8">
            <w:pPr>
              <w:pStyle w:val="TAC"/>
              <w:rPr>
                <w:lang w:eastAsia="zh-TW"/>
              </w:rPr>
            </w:pPr>
            <w:r>
              <w:rPr>
                <w:rFonts w:eastAsia="Yu Mincho"/>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36EE2C84" w14:textId="77777777" w:rsidR="00D44AD9" w:rsidRDefault="00D44AD9" w:rsidP="00AC3FE8">
            <w:pPr>
              <w:pStyle w:val="TAC"/>
              <w:rPr>
                <w:lang w:val="en-US" w:eastAsia="zh-CN"/>
              </w:rPr>
            </w:pPr>
          </w:p>
        </w:tc>
      </w:tr>
      <w:tr w:rsidR="00D44AD9" w14:paraId="7C901A6D"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8ECABFB" w14:textId="77777777" w:rsidR="00D44AD9" w:rsidRDefault="00D44AD9" w:rsidP="00AC3FE8">
            <w:pPr>
              <w:pStyle w:val="TAC"/>
              <w:rPr>
                <w:lang w:eastAsia="zh-TW"/>
              </w:rPr>
            </w:pPr>
            <w:r>
              <w:rPr>
                <w:lang w:eastAsia="fi-FI"/>
              </w:rPr>
              <w:t>DC_2A_n48A</w:t>
            </w:r>
          </w:p>
          <w:p w14:paraId="4A8E86F6" w14:textId="77777777" w:rsidR="00D44AD9" w:rsidRDefault="00D44AD9" w:rsidP="00AC3FE8">
            <w:pPr>
              <w:pStyle w:val="TAC"/>
              <w:rPr>
                <w:noProof/>
                <w:szCs w:val="18"/>
              </w:rPr>
            </w:pPr>
            <w:r>
              <w:rPr>
                <w:lang w:eastAsia="zh-TW"/>
              </w:rPr>
              <w:t>DC_2A_n48B</w:t>
            </w:r>
          </w:p>
        </w:tc>
        <w:tc>
          <w:tcPr>
            <w:tcW w:w="2280" w:type="dxa"/>
            <w:tcBorders>
              <w:top w:val="single" w:sz="4" w:space="0" w:color="auto"/>
              <w:left w:val="single" w:sz="4" w:space="0" w:color="auto"/>
              <w:bottom w:val="single" w:sz="4" w:space="0" w:color="auto"/>
              <w:right w:val="single" w:sz="4" w:space="0" w:color="auto"/>
            </w:tcBorders>
            <w:hideMark/>
          </w:tcPr>
          <w:p w14:paraId="58DC6FD8" w14:textId="77777777" w:rsidR="00D44AD9" w:rsidRDefault="00D44AD9" w:rsidP="00AC3FE8">
            <w:pPr>
              <w:pStyle w:val="TAC"/>
              <w:rPr>
                <w:szCs w:val="18"/>
                <w:lang w:eastAsia="fi-FI"/>
              </w:rPr>
            </w:pPr>
            <w:r>
              <w:rPr>
                <w:lang w:eastAsia="fi-FI"/>
              </w:rPr>
              <w:t>DC_2A_n48A</w:t>
            </w:r>
          </w:p>
        </w:tc>
        <w:tc>
          <w:tcPr>
            <w:tcW w:w="2738" w:type="dxa"/>
            <w:tcBorders>
              <w:top w:val="single" w:sz="4" w:space="0" w:color="auto"/>
              <w:left w:val="single" w:sz="4" w:space="0" w:color="auto"/>
              <w:bottom w:val="single" w:sz="4" w:space="0" w:color="auto"/>
              <w:right w:val="single" w:sz="4" w:space="0" w:color="auto"/>
            </w:tcBorders>
            <w:noWrap/>
            <w:hideMark/>
          </w:tcPr>
          <w:p w14:paraId="1BBBA190" w14:textId="77777777" w:rsidR="00D44AD9" w:rsidRDefault="00D44AD9" w:rsidP="00AC3FE8">
            <w:pPr>
              <w:pStyle w:val="TAC"/>
              <w:rPr>
                <w:rFonts w:eastAsia="MS Mincho"/>
                <w:szCs w:val="18"/>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0831E0F7" w14:textId="77777777" w:rsidR="00D44AD9" w:rsidRDefault="00D44AD9" w:rsidP="00AC3FE8">
            <w:pPr>
              <w:pStyle w:val="TAC"/>
              <w:rPr>
                <w:lang w:eastAsia="zh-TW"/>
              </w:rPr>
            </w:pPr>
          </w:p>
        </w:tc>
      </w:tr>
      <w:tr w:rsidR="00D44AD9" w14:paraId="674BEA40"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F52B85D" w14:textId="77777777" w:rsidR="00D44AD9" w:rsidRDefault="00D44AD9" w:rsidP="00AC3FE8">
            <w:pPr>
              <w:pStyle w:val="TAC"/>
              <w:rPr>
                <w:noProof/>
                <w:szCs w:val="18"/>
              </w:rPr>
            </w:pPr>
            <w:r>
              <w:rPr>
                <w:lang w:eastAsia="fi-FI"/>
              </w:rPr>
              <w:t>DC_2A_n66A</w:t>
            </w:r>
          </w:p>
        </w:tc>
        <w:tc>
          <w:tcPr>
            <w:tcW w:w="2280" w:type="dxa"/>
            <w:tcBorders>
              <w:top w:val="single" w:sz="4" w:space="0" w:color="auto"/>
              <w:left w:val="single" w:sz="4" w:space="0" w:color="auto"/>
              <w:bottom w:val="single" w:sz="4" w:space="0" w:color="auto"/>
              <w:right w:val="single" w:sz="4" w:space="0" w:color="auto"/>
            </w:tcBorders>
            <w:hideMark/>
          </w:tcPr>
          <w:p w14:paraId="6377AFDC" w14:textId="77777777" w:rsidR="00D44AD9" w:rsidRDefault="00D44AD9" w:rsidP="00AC3FE8">
            <w:pPr>
              <w:pStyle w:val="TAC"/>
              <w:rPr>
                <w:szCs w:val="18"/>
                <w:lang w:eastAsia="fi-FI"/>
              </w:rPr>
            </w:pPr>
            <w:r>
              <w:rPr>
                <w:lang w:eastAsia="fi-FI"/>
              </w:rPr>
              <w:t>DC_2A_n66A</w:t>
            </w:r>
          </w:p>
        </w:tc>
        <w:tc>
          <w:tcPr>
            <w:tcW w:w="2738" w:type="dxa"/>
            <w:tcBorders>
              <w:top w:val="single" w:sz="4" w:space="0" w:color="auto"/>
              <w:left w:val="single" w:sz="4" w:space="0" w:color="auto"/>
              <w:bottom w:val="single" w:sz="4" w:space="0" w:color="auto"/>
              <w:right w:val="single" w:sz="4" w:space="0" w:color="auto"/>
            </w:tcBorders>
            <w:noWrap/>
            <w:hideMark/>
          </w:tcPr>
          <w:p w14:paraId="01A2703B" w14:textId="77777777" w:rsidR="00D44AD9" w:rsidRDefault="00D44AD9" w:rsidP="00AC3FE8">
            <w:pPr>
              <w:pStyle w:val="TAC"/>
              <w:rPr>
                <w:rFonts w:eastAsia="MS Mincho"/>
                <w:szCs w:val="18"/>
              </w:rPr>
            </w:pPr>
            <w:r>
              <w:rPr>
                <w:rFonts w:eastAsia="Yu Mincho"/>
                <w:lang w:eastAsia="ja-JP"/>
              </w:rPr>
              <w:t>DC_2_n66</w:t>
            </w:r>
          </w:p>
        </w:tc>
        <w:tc>
          <w:tcPr>
            <w:tcW w:w="2738" w:type="dxa"/>
            <w:tcBorders>
              <w:top w:val="single" w:sz="4" w:space="0" w:color="auto"/>
              <w:left w:val="single" w:sz="4" w:space="0" w:color="auto"/>
              <w:bottom w:val="single" w:sz="4" w:space="0" w:color="auto"/>
              <w:right w:val="single" w:sz="4" w:space="0" w:color="auto"/>
            </w:tcBorders>
          </w:tcPr>
          <w:p w14:paraId="4FB82AB9" w14:textId="77777777" w:rsidR="00D44AD9" w:rsidRDefault="00D44AD9" w:rsidP="00AC3FE8">
            <w:pPr>
              <w:pStyle w:val="TAC"/>
              <w:rPr>
                <w:rFonts w:eastAsia="Yu Mincho"/>
                <w:lang w:eastAsia="ja-JP"/>
              </w:rPr>
            </w:pPr>
          </w:p>
        </w:tc>
      </w:tr>
      <w:tr w:rsidR="00D44AD9" w14:paraId="0859AF1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66685E5" w14:textId="77777777" w:rsidR="00D44AD9" w:rsidRDefault="00D44AD9" w:rsidP="00AC3FE8">
            <w:pPr>
              <w:pStyle w:val="TAC"/>
              <w:rPr>
                <w:noProof/>
                <w:szCs w:val="18"/>
              </w:rPr>
            </w:pPr>
            <w:r>
              <w:rPr>
                <w:lang w:eastAsia="fi-FI"/>
              </w:rPr>
              <w:t>DC_2A-2A_n66A</w:t>
            </w:r>
          </w:p>
        </w:tc>
        <w:tc>
          <w:tcPr>
            <w:tcW w:w="2280" w:type="dxa"/>
            <w:tcBorders>
              <w:top w:val="single" w:sz="4" w:space="0" w:color="auto"/>
              <w:left w:val="single" w:sz="4" w:space="0" w:color="auto"/>
              <w:bottom w:val="single" w:sz="4" w:space="0" w:color="auto"/>
              <w:right w:val="single" w:sz="4" w:space="0" w:color="auto"/>
            </w:tcBorders>
            <w:hideMark/>
          </w:tcPr>
          <w:p w14:paraId="062B8A92" w14:textId="77777777" w:rsidR="00D44AD9" w:rsidRDefault="00D44AD9" w:rsidP="00AC3FE8">
            <w:pPr>
              <w:pStyle w:val="TAC"/>
              <w:rPr>
                <w:szCs w:val="18"/>
                <w:lang w:eastAsia="fi-FI"/>
              </w:rPr>
            </w:pPr>
            <w:r>
              <w:rPr>
                <w:lang w:eastAsia="fi-FI"/>
              </w:rPr>
              <w:t>DC_2A_n66A</w:t>
            </w:r>
          </w:p>
        </w:tc>
        <w:tc>
          <w:tcPr>
            <w:tcW w:w="2738" w:type="dxa"/>
            <w:tcBorders>
              <w:top w:val="single" w:sz="4" w:space="0" w:color="auto"/>
              <w:left w:val="single" w:sz="4" w:space="0" w:color="auto"/>
              <w:bottom w:val="single" w:sz="4" w:space="0" w:color="auto"/>
              <w:right w:val="single" w:sz="4" w:space="0" w:color="auto"/>
            </w:tcBorders>
            <w:noWrap/>
            <w:hideMark/>
          </w:tcPr>
          <w:p w14:paraId="4F6FB77D" w14:textId="77777777" w:rsidR="00D44AD9" w:rsidRDefault="00D44AD9" w:rsidP="00AC3FE8">
            <w:pPr>
              <w:pStyle w:val="TAC"/>
              <w:rPr>
                <w:rFonts w:eastAsia="MS Mincho"/>
                <w:szCs w:val="18"/>
              </w:rPr>
            </w:pPr>
            <w:r>
              <w:rPr>
                <w:rFonts w:eastAsia="Yu Mincho"/>
                <w:lang w:eastAsia="ja-JP"/>
              </w:rPr>
              <w:t>DC_2_n66</w:t>
            </w:r>
          </w:p>
        </w:tc>
        <w:tc>
          <w:tcPr>
            <w:tcW w:w="2738" w:type="dxa"/>
            <w:tcBorders>
              <w:top w:val="single" w:sz="4" w:space="0" w:color="auto"/>
              <w:left w:val="single" w:sz="4" w:space="0" w:color="auto"/>
              <w:bottom w:val="single" w:sz="4" w:space="0" w:color="auto"/>
              <w:right w:val="single" w:sz="4" w:space="0" w:color="auto"/>
            </w:tcBorders>
          </w:tcPr>
          <w:p w14:paraId="0BDF15F2" w14:textId="77777777" w:rsidR="00D44AD9" w:rsidRDefault="00D44AD9" w:rsidP="00AC3FE8">
            <w:pPr>
              <w:pStyle w:val="TAC"/>
              <w:rPr>
                <w:rFonts w:eastAsia="Yu Mincho"/>
                <w:lang w:eastAsia="ja-JP"/>
              </w:rPr>
            </w:pPr>
          </w:p>
        </w:tc>
      </w:tr>
      <w:tr w:rsidR="00D44AD9" w14:paraId="21F661F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39EFED0" w14:textId="77777777" w:rsidR="00D44AD9" w:rsidRDefault="00D44AD9" w:rsidP="00AC3FE8">
            <w:pPr>
              <w:pStyle w:val="TAC"/>
              <w:rPr>
                <w:lang w:eastAsia="fi-FI"/>
              </w:rPr>
            </w:pPr>
            <w:r>
              <w:rPr>
                <w:lang w:eastAsia="fi-FI"/>
              </w:rPr>
              <w:t>DC_2A_n71A</w:t>
            </w:r>
          </w:p>
          <w:p w14:paraId="35A25C43" w14:textId="77777777" w:rsidR="00D44AD9" w:rsidRDefault="00D44AD9" w:rsidP="00AC3FE8">
            <w:pPr>
              <w:pStyle w:val="TAC"/>
              <w:rPr>
                <w:lang w:eastAsia="zh-TW"/>
              </w:rPr>
            </w:pPr>
            <w:r>
              <w:rPr>
                <w:lang w:eastAsia="fi-FI"/>
              </w:rPr>
              <w:t>DC_2A_n71B</w:t>
            </w:r>
          </w:p>
          <w:p w14:paraId="30BA42FE" w14:textId="77777777" w:rsidR="00D44AD9" w:rsidRDefault="00D44AD9" w:rsidP="00AC3FE8">
            <w:pPr>
              <w:pStyle w:val="TAC"/>
              <w:rPr>
                <w:noProof/>
                <w:szCs w:val="18"/>
              </w:rPr>
            </w:pPr>
            <w:r>
              <w:rPr>
                <w:noProof/>
              </w:rPr>
              <w:t>DC_2C_n71A</w:t>
            </w:r>
          </w:p>
        </w:tc>
        <w:tc>
          <w:tcPr>
            <w:tcW w:w="2280" w:type="dxa"/>
            <w:tcBorders>
              <w:top w:val="single" w:sz="4" w:space="0" w:color="auto"/>
              <w:left w:val="single" w:sz="4" w:space="0" w:color="auto"/>
              <w:bottom w:val="single" w:sz="4" w:space="0" w:color="auto"/>
              <w:right w:val="single" w:sz="4" w:space="0" w:color="auto"/>
            </w:tcBorders>
            <w:hideMark/>
          </w:tcPr>
          <w:p w14:paraId="74A8DD24" w14:textId="77777777" w:rsidR="00D44AD9" w:rsidRDefault="00D44AD9" w:rsidP="00AC3FE8">
            <w:pPr>
              <w:pStyle w:val="TAC"/>
              <w:rPr>
                <w:lang w:eastAsia="zh-TW"/>
              </w:rPr>
            </w:pPr>
            <w:r>
              <w:rPr>
                <w:lang w:eastAsia="fi-FI"/>
              </w:rPr>
              <w:t>DC_2A_n71A</w:t>
            </w:r>
          </w:p>
          <w:p w14:paraId="0D38AA3D" w14:textId="77777777" w:rsidR="00D44AD9" w:rsidRDefault="00D44AD9" w:rsidP="00AC3FE8">
            <w:pPr>
              <w:pStyle w:val="TAC"/>
              <w:rPr>
                <w:szCs w:val="18"/>
                <w:lang w:eastAsia="fi-FI"/>
              </w:rPr>
            </w:pPr>
            <w:r>
              <w:rPr>
                <w:noProof/>
              </w:rPr>
              <w:t>DC_2C_n71A</w:t>
            </w:r>
          </w:p>
        </w:tc>
        <w:tc>
          <w:tcPr>
            <w:tcW w:w="2738" w:type="dxa"/>
            <w:tcBorders>
              <w:top w:val="single" w:sz="4" w:space="0" w:color="auto"/>
              <w:left w:val="single" w:sz="4" w:space="0" w:color="auto"/>
              <w:bottom w:val="single" w:sz="4" w:space="0" w:color="auto"/>
              <w:right w:val="single" w:sz="4" w:space="0" w:color="auto"/>
            </w:tcBorders>
            <w:noWrap/>
            <w:hideMark/>
          </w:tcPr>
          <w:p w14:paraId="51E798E3" w14:textId="77777777" w:rsidR="00D44AD9" w:rsidRDefault="00D44AD9" w:rsidP="00AC3FE8">
            <w:pPr>
              <w:pStyle w:val="TAC"/>
              <w:rPr>
                <w:rFonts w:eastAsia="MS Mincho"/>
                <w:szCs w:val="18"/>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3CE1152E" w14:textId="77777777" w:rsidR="00D44AD9" w:rsidRDefault="00D44AD9" w:rsidP="00AC3FE8">
            <w:pPr>
              <w:pStyle w:val="TAC"/>
              <w:rPr>
                <w:lang w:eastAsia="ja-JP"/>
              </w:rPr>
            </w:pPr>
          </w:p>
        </w:tc>
      </w:tr>
      <w:tr w:rsidR="00D44AD9" w14:paraId="083C538D"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41871C3" w14:textId="77777777" w:rsidR="00D44AD9" w:rsidRDefault="00D44AD9" w:rsidP="00AC3FE8">
            <w:pPr>
              <w:pStyle w:val="TAC"/>
              <w:rPr>
                <w:noProof/>
                <w:szCs w:val="18"/>
              </w:rPr>
            </w:pPr>
            <w:r>
              <w:rPr>
                <w:noProof/>
              </w:rPr>
              <w:t>DC_2A-2A_n71A</w:t>
            </w:r>
          </w:p>
        </w:tc>
        <w:tc>
          <w:tcPr>
            <w:tcW w:w="2280" w:type="dxa"/>
            <w:tcBorders>
              <w:top w:val="single" w:sz="4" w:space="0" w:color="auto"/>
              <w:left w:val="single" w:sz="4" w:space="0" w:color="auto"/>
              <w:bottom w:val="single" w:sz="4" w:space="0" w:color="auto"/>
              <w:right w:val="single" w:sz="4" w:space="0" w:color="auto"/>
            </w:tcBorders>
            <w:hideMark/>
          </w:tcPr>
          <w:p w14:paraId="38D0E815" w14:textId="77777777" w:rsidR="00D44AD9" w:rsidRDefault="00D44AD9" w:rsidP="00AC3FE8">
            <w:pPr>
              <w:pStyle w:val="TAC"/>
              <w:rPr>
                <w:szCs w:val="18"/>
                <w:lang w:eastAsia="fi-FI"/>
              </w:rPr>
            </w:pPr>
            <w:r>
              <w:rPr>
                <w:lang w:eastAsia="fi-FI"/>
              </w:rPr>
              <w:t>DC_2A_n71A</w:t>
            </w:r>
          </w:p>
        </w:tc>
        <w:tc>
          <w:tcPr>
            <w:tcW w:w="2738" w:type="dxa"/>
            <w:tcBorders>
              <w:top w:val="single" w:sz="4" w:space="0" w:color="auto"/>
              <w:left w:val="single" w:sz="4" w:space="0" w:color="auto"/>
              <w:bottom w:val="single" w:sz="4" w:space="0" w:color="auto"/>
              <w:right w:val="single" w:sz="4" w:space="0" w:color="auto"/>
            </w:tcBorders>
            <w:noWrap/>
            <w:hideMark/>
          </w:tcPr>
          <w:p w14:paraId="416447D8" w14:textId="77777777" w:rsidR="00D44AD9" w:rsidRDefault="00D44AD9" w:rsidP="00AC3FE8">
            <w:pPr>
              <w:pStyle w:val="TAC"/>
              <w:rPr>
                <w:rFonts w:eastAsia="MS Mincho"/>
                <w:szCs w:val="18"/>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3F24F79F" w14:textId="77777777" w:rsidR="00D44AD9" w:rsidRDefault="00D44AD9" w:rsidP="00AC3FE8">
            <w:pPr>
              <w:pStyle w:val="TAC"/>
              <w:rPr>
                <w:lang w:eastAsia="ja-JP"/>
              </w:rPr>
            </w:pPr>
          </w:p>
        </w:tc>
      </w:tr>
      <w:tr w:rsidR="00D44AD9" w14:paraId="148672DF"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D5DF1F6" w14:textId="77777777" w:rsidR="00D44AD9" w:rsidRDefault="00D44AD9" w:rsidP="00AC3FE8">
            <w:pPr>
              <w:pStyle w:val="TAC"/>
              <w:rPr>
                <w:noProof/>
                <w:szCs w:val="18"/>
              </w:rPr>
            </w:pPr>
            <w:r>
              <w:rPr>
                <w:lang w:eastAsia="fi-FI"/>
              </w:rPr>
              <w:t>DC_2A_n78A</w:t>
            </w:r>
          </w:p>
        </w:tc>
        <w:tc>
          <w:tcPr>
            <w:tcW w:w="2280" w:type="dxa"/>
            <w:tcBorders>
              <w:top w:val="single" w:sz="4" w:space="0" w:color="auto"/>
              <w:left w:val="single" w:sz="4" w:space="0" w:color="auto"/>
              <w:bottom w:val="single" w:sz="4" w:space="0" w:color="auto"/>
              <w:right w:val="single" w:sz="4" w:space="0" w:color="auto"/>
            </w:tcBorders>
            <w:hideMark/>
          </w:tcPr>
          <w:p w14:paraId="68182482" w14:textId="77777777" w:rsidR="00D44AD9" w:rsidRDefault="00D44AD9" w:rsidP="00AC3FE8">
            <w:pPr>
              <w:pStyle w:val="TAC"/>
              <w:rPr>
                <w:szCs w:val="18"/>
                <w:lang w:eastAsia="fi-FI"/>
              </w:rPr>
            </w:pPr>
            <w:r>
              <w:rPr>
                <w:lang w:eastAsia="fi-FI"/>
              </w:rPr>
              <w:t>DC_2A_n78A</w:t>
            </w:r>
          </w:p>
        </w:tc>
        <w:tc>
          <w:tcPr>
            <w:tcW w:w="2738" w:type="dxa"/>
            <w:tcBorders>
              <w:top w:val="single" w:sz="4" w:space="0" w:color="auto"/>
              <w:left w:val="single" w:sz="4" w:space="0" w:color="auto"/>
              <w:bottom w:val="single" w:sz="4" w:space="0" w:color="auto"/>
              <w:right w:val="single" w:sz="4" w:space="0" w:color="auto"/>
            </w:tcBorders>
            <w:noWrap/>
            <w:hideMark/>
          </w:tcPr>
          <w:p w14:paraId="013D8DA2" w14:textId="77777777" w:rsidR="00D44AD9" w:rsidRDefault="00D44AD9" w:rsidP="00AC3FE8">
            <w:pPr>
              <w:pStyle w:val="TAC"/>
              <w:rPr>
                <w:rFonts w:eastAsia="MS Mincho"/>
                <w:szCs w:val="18"/>
              </w:rPr>
            </w:pPr>
            <w:r>
              <w:rPr>
                <w:lang w:eastAsia="ja-JP"/>
              </w:rPr>
              <w:t>DC_2_n78</w:t>
            </w:r>
          </w:p>
        </w:tc>
        <w:tc>
          <w:tcPr>
            <w:tcW w:w="2738" w:type="dxa"/>
            <w:tcBorders>
              <w:top w:val="single" w:sz="4" w:space="0" w:color="auto"/>
              <w:left w:val="single" w:sz="4" w:space="0" w:color="auto"/>
              <w:bottom w:val="single" w:sz="4" w:space="0" w:color="auto"/>
              <w:right w:val="single" w:sz="4" w:space="0" w:color="auto"/>
            </w:tcBorders>
          </w:tcPr>
          <w:p w14:paraId="316F43BD" w14:textId="77777777" w:rsidR="00D44AD9" w:rsidRDefault="00D44AD9" w:rsidP="00AC3FE8">
            <w:pPr>
              <w:pStyle w:val="TAC"/>
              <w:rPr>
                <w:lang w:eastAsia="ja-JP"/>
              </w:rPr>
            </w:pPr>
          </w:p>
        </w:tc>
      </w:tr>
      <w:tr w:rsidR="00D44AD9" w14:paraId="3837607B"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4F17F63" w14:textId="77777777" w:rsidR="00D44AD9" w:rsidRDefault="00D44AD9" w:rsidP="00AC3FE8">
            <w:pPr>
              <w:pStyle w:val="TAC"/>
              <w:rPr>
                <w:noProof/>
                <w:szCs w:val="18"/>
              </w:rPr>
            </w:pPr>
            <w:r>
              <w:rPr>
                <w:rFonts w:eastAsia="MS Mincho" w:cs="Arial"/>
                <w:szCs w:val="18"/>
                <w:lang w:eastAsia="ja-JP"/>
              </w:rPr>
              <w:t>DC_2A_n78(2A)</w:t>
            </w:r>
          </w:p>
        </w:tc>
        <w:tc>
          <w:tcPr>
            <w:tcW w:w="2280" w:type="dxa"/>
            <w:tcBorders>
              <w:top w:val="single" w:sz="4" w:space="0" w:color="auto"/>
              <w:left w:val="single" w:sz="4" w:space="0" w:color="auto"/>
              <w:bottom w:val="single" w:sz="4" w:space="0" w:color="auto"/>
              <w:right w:val="single" w:sz="4" w:space="0" w:color="auto"/>
            </w:tcBorders>
            <w:hideMark/>
          </w:tcPr>
          <w:p w14:paraId="3FB0B4CC" w14:textId="77777777" w:rsidR="00D44AD9" w:rsidRDefault="00D44AD9" w:rsidP="00AC3FE8">
            <w:pPr>
              <w:pStyle w:val="TAC"/>
              <w:rPr>
                <w:szCs w:val="18"/>
                <w:lang w:eastAsia="fi-FI"/>
              </w:rPr>
            </w:pPr>
            <w:r>
              <w:rPr>
                <w:lang w:eastAsia="fi-FI"/>
              </w:rPr>
              <w:t>DC_2A_n78A</w:t>
            </w:r>
          </w:p>
        </w:tc>
        <w:tc>
          <w:tcPr>
            <w:tcW w:w="2738" w:type="dxa"/>
            <w:tcBorders>
              <w:top w:val="single" w:sz="4" w:space="0" w:color="auto"/>
              <w:left w:val="single" w:sz="4" w:space="0" w:color="auto"/>
              <w:bottom w:val="single" w:sz="4" w:space="0" w:color="auto"/>
              <w:right w:val="single" w:sz="4" w:space="0" w:color="auto"/>
            </w:tcBorders>
            <w:noWrap/>
            <w:hideMark/>
          </w:tcPr>
          <w:p w14:paraId="7914BE4D" w14:textId="77777777" w:rsidR="00D44AD9" w:rsidRDefault="00D44AD9" w:rsidP="00AC3FE8">
            <w:pPr>
              <w:pStyle w:val="TAC"/>
              <w:rPr>
                <w:rFonts w:eastAsia="MS Mincho"/>
                <w:szCs w:val="18"/>
              </w:rPr>
            </w:pPr>
            <w:r>
              <w:rPr>
                <w:lang w:eastAsia="ja-JP"/>
              </w:rPr>
              <w:t>DC_2_n78</w:t>
            </w:r>
          </w:p>
        </w:tc>
        <w:tc>
          <w:tcPr>
            <w:tcW w:w="2738" w:type="dxa"/>
            <w:tcBorders>
              <w:top w:val="single" w:sz="4" w:space="0" w:color="auto"/>
              <w:left w:val="single" w:sz="4" w:space="0" w:color="auto"/>
              <w:bottom w:val="single" w:sz="4" w:space="0" w:color="auto"/>
              <w:right w:val="single" w:sz="4" w:space="0" w:color="auto"/>
            </w:tcBorders>
          </w:tcPr>
          <w:p w14:paraId="2BD57D5F" w14:textId="77777777" w:rsidR="00D44AD9" w:rsidRDefault="00D44AD9" w:rsidP="00AC3FE8">
            <w:pPr>
              <w:pStyle w:val="TAC"/>
              <w:rPr>
                <w:lang w:eastAsia="ja-JP"/>
              </w:rPr>
            </w:pPr>
          </w:p>
        </w:tc>
      </w:tr>
      <w:tr w:rsidR="00D44AD9" w14:paraId="0EDB45E0"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F7D26A6" w14:textId="77777777" w:rsidR="00D44AD9" w:rsidRDefault="00D44AD9" w:rsidP="00AC3FE8">
            <w:pPr>
              <w:pStyle w:val="TAC"/>
              <w:rPr>
                <w:noProof/>
                <w:szCs w:val="18"/>
              </w:rPr>
            </w:pPr>
            <w:r>
              <w:rPr>
                <w:noProof/>
                <w:szCs w:val="18"/>
              </w:rPr>
              <w:t>DC_2A-2A_n78A</w:t>
            </w:r>
          </w:p>
        </w:tc>
        <w:tc>
          <w:tcPr>
            <w:tcW w:w="2280" w:type="dxa"/>
            <w:tcBorders>
              <w:top w:val="single" w:sz="4" w:space="0" w:color="auto"/>
              <w:left w:val="single" w:sz="4" w:space="0" w:color="auto"/>
              <w:bottom w:val="single" w:sz="4" w:space="0" w:color="auto"/>
              <w:right w:val="single" w:sz="4" w:space="0" w:color="auto"/>
            </w:tcBorders>
            <w:hideMark/>
          </w:tcPr>
          <w:p w14:paraId="3F409196" w14:textId="77777777" w:rsidR="00D44AD9" w:rsidRDefault="00D44AD9" w:rsidP="00AC3FE8">
            <w:pPr>
              <w:pStyle w:val="TAC"/>
              <w:rPr>
                <w:szCs w:val="18"/>
                <w:lang w:eastAsia="fi-FI"/>
              </w:rPr>
            </w:pPr>
            <w:r>
              <w:rPr>
                <w:lang w:eastAsia="fi-FI"/>
              </w:rPr>
              <w:t>DC_2A_n78A</w:t>
            </w:r>
          </w:p>
        </w:tc>
        <w:tc>
          <w:tcPr>
            <w:tcW w:w="2738" w:type="dxa"/>
            <w:tcBorders>
              <w:top w:val="single" w:sz="4" w:space="0" w:color="auto"/>
              <w:left w:val="single" w:sz="4" w:space="0" w:color="auto"/>
              <w:bottom w:val="single" w:sz="4" w:space="0" w:color="auto"/>
              <w:right w:val="single" w:sz="4" w:space="0" w:color="auto"/>
            </w:tcBorders>
            <w:noWrap/>
            <w:hideMark/>
          </w:tcPr>
          <w:p w14:paraId="2B1DF4D2" w14:textId="77777777" w:rsidR="00D44AD9" w:rsidRDefault="00D44AD9" w:rsidP="00AC3FE8">
            <w:pPr>
              <w:pStyle w:val="TAC"/>
              <w:rPr>
                <w:rFonts w:eastAsia="MS Mincho"/>
                <w:szCs w:val="18"/>
              </w:rPr>
            </w:pPr>
            <w:r>
              <w:rPr>
                <w:lang w:eastAsia="ja-JP"/>
              </w:rPr>
              <w:t>DC_2_n78</w:t>
            </w:r>
          </w:p>
        </w:tc>
        <w:tc>
          <w:tcPr>
            <w:tcW w:w="2738" w:type="dxa"/>
            <w:tcBorders>
              <w:top w:val="single" w:sz="4" w:space="0" w:color="auto"/>
              <w:left w:val="single" w:sz="4" w:space="0" w:color="auto"/>
              <w:bottom w:val="single" w:sz="4" w:space="0" w:color="auto"/>
              <w:right w:val="single" w:sz="4" w:space="0" w:color="auto"/>
            </w:tcBorders>
          </w:tcPr>
          <w:p w14:paraId="3745E126" w14:textId="77777777" w:rsidR="00D44AD9" w:rsidRDefault="00D44AD9" w:rsidP="00AC3FE8">
            <w:pPr>
              <w:pStyle w:val="TAC"/>
              <w:rPr>
                <w:lang w:eastAsia="ja-JP"/>
              </w:rPr>
            </w:pPr>
          </w:p>
        </w:tc>
      </w:tr>
      <w:tr w:rsidR="00D44AD9" w14:paraId="23940FCA"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D145867" w14:textId="77777777" w:rsidR="00D44AD9" w:rsidRDefault="00D44AD9" w:rsidP="00AC3FE8">
            <w:pPr>
              <w:pStyle w:val="TAC"/>
              <w:rPr>
                <w:lang w:eastAsia="zh-TW"/>
              </w:rPr>
            </w:pPr>
            <w:r>
              <w:t>DC_3A_n1A</w:t>
            </w:r>
          </w:p>
          <w:p w14:paraId="60901978" w14:textId="77777777" w:rsidR="00D44AD9" w:rsidRDefault="00D44AD9" w:rsidP="00AC3FE8">
            <w:pPr>
              <w:pStyle w:val="TAC"/>
              <w:rPr>
                <w:noProof/>
                <w:szCs w:val="18"/>
              </w:rPr>
            </w:pPr>
            <w:r>
              <w:t>DC_3C_n1A</w:t>
            </w:r>
          </w:p>
        </w:tc>
        <w:tc>
          <w:tcPr>
            <w:tcW w:w="2280" w:type="dxa"/>
            <w:tcBorders>
              <w:top w:val="single" w:sz="4" w:space="0" w:color="auto"/>
              <w:left w:val="single" w:sz="4" w:space="0" w:color="auto"/>
              <w:bottom w:val="single" w:sz="4" w:space="0" w:color="auto"/>
              <w:right w:val="single" w:sz="4" w:space="0" w:color="auto"/>
            </w:tcBorders>
            <w:hideMark/>
          </w:tcPr>
          <w:p w14:paraId="132DF753" w14:textId="77777777" w:rsidR="00D44AD9" w:rsidRDefault="00D44AD9" w:rsidP="00AC3FE8">
            <w:pPr>
              <w:pStyle w:val="TAC"/>
              <w:rPr>
                <w:lang w:eastAsia="zh-TW"/>
              </w:rPr>
            </w:pPr>
            <w:r>
              <w:t>DC_3A_n1A</w:t>
            </w:r>
          </w:p>
          <w:p w14:paraId="6575DFC0" w14:textId="77777777" w:rsidR="00D44AD9" w:rsidRDefault="00D44AD9" w:rsidP="00AC3FE8">
            <w:pPr>
              <w:pStyle w:val="TAC"/>
              <w:rPr>
                <w:szCs w:val="18"/>
                <w:lang w:eastAsia="fi-FI"/>
              </w:rPr>
            </w:pPr>
            <w:r>
              <w:t>DC_3C_n1A</w:t>
            </w:r>
          </w:p>
        </w:tc>
        <w:tc>
          <w:tcPr>
            <w:tcW w:w="2738" w:type="dxa"/>
            <w:tcBorders>
              <w:top w:val="single" w:sz="4" w:space="0" w:color="auto"/>
              <w:left w:val="single" w:sz="4" w:space="0" w:color="auto"/>
              <w:bottom w:val="single" w:sz="4" w:space="0" w:color="auto"/>
              <w:right w:val="single" w:sz="4" w:space="0" w:color="auto"/>
            </w:tcBorders>
            <w:noWrap/>
            <w:hideMark/>
          </w:tcPr>
          <w:p w14:paraId="7615B638" w14:textId="77777777" w:rsidR="00D44AD9" w:rsidRDefault="00D44AD9" w:rsidP="00AC3FE8">
            <w:pPr>
              <w:pStyle w:val="TAC"/>
              <w:rPr>
                <w:rFonts w:eastAsia="MS Mincho"/>
                <w:szCs w:val="18"/>
              </w:rPr>
            </w:pPr>
            <w:r>
              <w:rPr>
                <w:lang w:eastAsia="zh-TW"/>
              </w:rPr>
              <w:t>DC_3_n1</w:t>
            </w:r>
          </w:p>
        </w:tc>
        <w:tc>
          <w:tcPr>
            <w:tcW w:w="2738" w:type="dxa"/>
            <w:tcBorders>
              <w:top w:val="single" w:sz="4" w:space="0" w:color="auto"/>
              <w:left w:val="single" w:sz="4" w:space="0" w:color="auto"/>
              <w:bottom w:val="single" w:sz="4" w:space="0" w:color="auto"/>
              <w:right w:val="single" w:sz="4" w:space="0" w:color="auto"/>
            </w:tcBorders>
          </w:tcPr>
          <w:p w14:paraId="39FC6AA5" w14:textId="77777777" w:rsidR="00D44AD9" w:rsidRDefault="00D44AD9" w:rsidP="00AC3FE8">
            <w:pPr>
              <w:pStyle w:val="TAC"/>
              <w:rPr>
                <w:lang w:eastAsia="zh-TW"/>
              </w:rPr>
            </w:pPr>
          </w:p>
        </w:tc>
      </w:tr>
      <w:tr w:rsidR="00D44AD9" w14:paraId="06E08EF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22E75AE" w14:textId="77777777" w:rsidR="00D44AD9" w:rsidRDefault="00D44AD9" w:rsidP="00AC3FE8">
            <w:pPr>
              <w:pStyle w:val="TAC"/>
              <w:rPr>
                <w:noProof/>
                <w:szCs w:val="18"/>
              </w:rPr>
            </w:pPr>
            <w:r>
              <w:t>DC_3A-3A_n1A</w:t>
            </w:r>
          </w:p>
        </w:tc>
        <w:tc>
          <w:tcPr>
            <w:tcW w:w="2280" w:type="dxa"/>
            <w:tcBorders>
              <w:top w:val="single" w:sz="4" w:space="0" w:color="auto"/>
              <w:left w:val="single" w:sz="4" w:space="0" w:color="auto"/>
              <w:bottom w:val="single" w:sz="4" w:space="0" w:color="auto"/>
              <w:right w:val="single" w:sz="4" w:space="0" w:color="auto"/>
            </w:tcBorders>
            <w:hideMark/>
          </w:tcPr>
          <w:p w14:paraId="4B6537A7" w14:textId="77777777" w:rsidR="00D44AD9" w:rsidRDefault="00D44AD9" w:rsidP="00AC3FE8">
            <w:pPr>
              <w:pStyle w:val="TAC"/>
              <w:rPr>
                <w:szCs w:val="18"/>
                <w:lang w:eastAsia="fi-FI"/>
              </w:rPr>
            </w:pPr>
            <w:r>
              <w:t>DC_3A_n1A</w:t>
            </w:r>
          </w:p>
        </w:tc>
        <w:tc>
          <w:tcPr>
            <w:tcW w:w="2738" w:type="dxa"/>
            <w:tcBorders>
              <w:top w:val="single" w:sz="4" w:space="0" w:color="auto"/>
              <w:left w:val="single" w:sz="4" w:space="0" w:color="auto"/>
              <w:bottom w:val="single" w:sz="4" w:space="0" w:color="auto"/>
              <w:right w:val="single" w:sz="4" w:space="0" w:color="auto"/>
            </w:tcBorders>
            <w:noWrap/>
            <w:hideMark/>
          </w:tcPr>
          <w:p w14:paraId="0514D84B" w14:textId="77777777" w:rsidR="00D44AD9" w:rsidRDefault="00D44AD9" w:rsidP="00AC3FE8">
            <w:pPr>
              <w:pStyle w:val="TAC"/>
              <w:rPr>
                <w:rFonts w:eastAsia="MS Mincho"/>
                <w:szCs w:val="18"/>
              </w:rPr>
            </w:pPr>
            <w:r>
              <w:rPr>
                <w:lang w:eastAsia="zh-TW"/>
              </w:rPr>
              <w:t>DC_3_n1</w:t>
            </w:r>
          </w:p>
        </w:tc>
        <w:tc>
          <w:tcPr>
            <w:tcW w:w="2738" w:type="dxa"/>
            <w:tcBorders>
              <w:top w:val="single" w:sz="4" w:space="0" w:color="auto"/>
              <w:left w:val="single" w:sz="4" w:space="0" w:color="auto"/>
              <w:bottom w:val="single" w:sz="4" w:space="0" w:color="auto"/>
              <w:right w:val="single" w:sz="4" w:space="0" w:color="auto"/>
            </w:tcBorders>
          </w:tcPr>
          <w:p w14:paraId="0BBA5877" w14:textId="77777777" w:rsidR="00D44AD9" w:rsidRDefault="00D44AD9" w:rsidP="00AC3FE8">
            <w:pPr>
              <w:pStyle w:val="TAC"/>
              <w:rPr>
                <w:lang w:eastAsia="zh-TW"/>
              </w:rPr>
            </w:pPr>
          </w:p>
        </w:tc>
      </w:tr>
      <w:tr w:rsidR="00D44AD9" w14:paraId="45D5C60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FD898DA" w14:textId="77777777" w:rsidR="00D44AD9" w:rsidRDefault="00D44AD9" w:rsidP="00AC3FE8">
            <w:pPr>
              <w:pStyle w:val="TAC"/>
              <w:rPr>
                <w:lang w:eastAsia="fi-FI"/>
              </w:rPr>
            </w:pPr>
            <w:r>
              <w:rPr>
                <w:lang w:eastAsia="fi-FI"/>
              </w:rPr>
              <w:t>DC_</w:t>
            </w:r>
            <w:r>
              <w:rPr>
                <w:lang w:eastAsia="zh-CN"/>
              </w:rPr>
              <w:t>3A_n5A</w:t>
            </w:r>
          </w:p>
          <w:p w14:paraId="636CD336" w14:textId="77777777" w:rsidR="00D44AD9" w:rsidRDefault="00D44AD9" w:rsidP="00AC3FE8">
            <w:pPr>
              <w:pStyle w:val="TAC"/>
              <w:rPr>
                <w:noProof/>
                <w:szCs w:val="18"/>
              </w:rPr>
            </w:pPr>
            <w:r>
              <w:rPr>
                <w:lang w:eastAsia="fi-FI"/>
              </w:rPr>
              <w:t>DC_</w:t>
            </w:r>
            <w:r>
              <w:rPr>
                <w:lang w:eastAsia="zh-CN"/>
              </w:rPr>
              <w:t>3C_n5A</w:t>
            </w:r>
          </w:p>
        </w:tc>
        <w:tc>
          <w:tcPr>
            <w:tcW w:w="2280" w:type="dxa"/>
            <w:tcBorders>
              <w:top w:val="single" w:sz="4" w:space="0" w:color="auto"/>
              <w:left w:val="single" w:sz="4" w:space="0" w:color="auto"/>
              <w:bottom w:val="single" w:sz="4" w:space="0" w:color="auto"/>
              <w:right w:val="single" w:sz="4" w:space="0" w:color="auto"/>
            </w:tcBorders>
            <w:hideMark/>
          </w:tcPr>
          <w:p w14:paraId="60EFADBC" w14:textId="77777777" w:rsidR="00D44AD9" w:rsidRDefault="00D44AD9" w:rsidP="00AC3FE8">
            <w:pPr>
              <w:pStyle w:val="TAC"/>
              <w:rPr>
                <w:lang w:eastAsia="zh-CN"/>
              </w:rPr>
            </w:pPr>
            <w:r>
              <w:rPr>
                <w:lang w:eastAsia="fi-FI"/>
              </w:rPr>
              <w:t>DC_</w:t>
            </w:r>
            <w:r>
              <w:rPr>
                <w:lang w:eastAsia="zh-CN"/>
              </w:rPr>
              <w:t>3A_n5A</w:t>
            </w:r>
          </w:p>
          <w:p w14:paraId="65E8ED72" w14:textId="77777777" w:rsidR="00D44AD9" w:rsidRDefault="00D44AD9" w:rsidP="00AC3FE8">
            <w:pPr>
              <w:pStyle w:val="TAC"/>
              <w:rPr>
                <w:szCs w:val="18"/>
                <w:lang w:eastAsia="fi-FI"/>
              </w:rPr>
            </w:pPr>
            <w:r>
              <w:rPr>
                <w:lang w:eastAsia="fi-FI"/>
              </w:rPr>
              <w:t>DC_</w:t>
            </w:r>
            <w:r>
              <w:rPr>
                <w:lang w:eastAsia="zh-CN"/>
              </w:rPr>
              <w:t>3C_n5A</w:t>
            </w:r>
          </w:p>
        </w:tc>
        <w:tc>
          <w:tcPr>
            <w:tcW w:w="2738" w:type="dxa"/>
            <w:tcBorders>
              <w:top w:val="single" w:sz="4" w:space="0" w:color="auto"/>
              <w:left w:val="single" w:sz="4" w:space="0" w:color="auto"/>
              <w:bottom w:val="single" w:sz="4" w:space="0" w:color="auto"/>
              <w:right w:val="single" w:sz="4" w:space="0" w:color="auto"/>
            </w:tcBorders>
            <w:noWrap/>
            <w:hideMark/>
          </w:tcPr>
          <w:p w14:paraId="33EA1AB0" w14:textId="77777777" w:rsidR="00D44AD9" w:rsidRDefault="00D44AD9" w:rsidP="00AC3FE8">
            <w:pPr>
              <w:pStyle w:val="TAC"/>
              <w:rPr>
                <w:rFonts w:eastAsia="MS Mincho"/>
                <w:szCs w:val="18"/>
              </w:rPr>
            </w:pPr>
            <w:r>
              <w:t>DC_</w:t>
            </w:r>
            <w:r>
              <w:rPr>
                <w:lang w:eastAsia="zh-CN"/>
              </w:rPr>
              <w:t>3_n5</w:t>
            </w:r>
          </w:p>
        </w:tc>
        <w:tc>
          <w:tcPr>
            <w:tcW w:w="2738" w:type="dxa"/>
            <w:tcBorders>
              <w:top w:val="single" w:sz="4" w:space="0" w:color="auto"/>
              <w:left w:val="single" w:sz="4" w:space="0" w:color="auto"/>
              <w:bottom w:val="single" w:sz="4" w:space="0" w:color="auto"/>
              <w:right w:val="single" w:sz="4" w:space="0" w:color="auto"/>
            </w:tcBorders>
          </w:tcPr>
          <w:p w14:paraId="370E9779" w14:textId="77777777" w:rsidR="00D44AD9" w:rsidRDefault="00D44AD9" w:rsidP="00AC3FE8">
            <w:pPr>
              <w:pStyle w:val="TAC"/>
            </w:pPr>
          </w:p>
        </w:tc>
      </w:tr>
      <w:tr w:rsidR="00D44AD9" w14:paraId="5B6D0A71"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51A3EC0" w14:textId="77777777" w:rsidR="00D44AD9" w:rsidRDefault="00D44AD9" w:rsidP="00AC3FE8">
            <w:pPr>
              <w:pStyle w:val="TAC"/>
              <w:rPr>
                <w:lang w:eastAsia="zh-TW"/>
              </w:rPr>
            </w:pPr>
            <w:r>
              <w:rPr>
                <w:lang w:eastAsia="fi-FI"/>
              </w:rPr>
              <w:t>DC_3A_n7A</w:t>
            </w:r>
          </w:p>
          <w:p w14:paraId="4AE62789" w14:textId="77777777" w:rsidR="00D44AD9" w:rsidRDefault="00D44AD9" w:rsidP="00AC3FE8">
            <w:pPr>
              <w:pStyle w:val="TAC"/>
              <w:rPr>
                <w:lang w:eastAsia="zh-TW"/>
              </w:rPr>
            </w:pPr>
            <w:r>
              <w:t>DC_3A_n7B</w:t>
            </w:r>
          </w:p>
          <w:p w14:paraId="7A87A029" w14:textId="77777777" w:rsidR="00D44AD9" w:rsidRDefault="00D44AD9" w:rsidP="00AC3FE8">
            <w:pPr>
              <w:pStyle w:val="TAC"/>
              <w:rPr>
                <w:lang w:eastAsia="zh-TW"/>
              </w:rPr>
            </w:pPr>
            <w:r>
              <w:rPr>
                <w:lang w:eastAsia="fi-FI"/>
              </w:rPr>
              <w:t>DC_3C_n7A</w:t>
            </w:r>
          </w:p>
          <w:p w14:paraId="40184C97" w14:textId="77777777" w:rsidR="00D44AD9" w:rsidRDefault="00D44AD9" w:rsidP="00AC3FE8">
            <w:pPr>
              <w:pStyle w:val="TAC"/>
              <w:rPr>
                <w:noProof/>
                <w:szCs w:val="18"/>
              </w:rPr>
            </w:pPr>
            <w:r>
              <w:t>DC_3C_n7B</w:t>
            </w:r>
          </w:p>
        </w:tc>
        <w:tc>
          <w:tcPr>
            <w:tcW w:w="2280" w:type="dxa"/>
            <w:tcBorders>
              <w:top w:val="single" w:sz="4" w:space="0" w:color="auto"/>
              <w:left w:val="single" w:sz="4" w:space="0" w:color="auto"/>
              <w:bottom w:val="single" w:sz="4" w:space="0" w:color="auto"/>
              <w:right w:val="single" w:sz="4" w:space="0" w:color="auto"/>
            </w:tcBorders>
            <w:hideMark/>
          </w:tcPr>
          <w:p w14:paraId="7F3F14E5" w14:textId="77777777" w:rsidR="00D44AD9" w:rsidRDefault="00D44AD9" w:rsidP="00AC3FE8">
            <w:pPr>
              <w:pStyle w:val="TAC"/>
              <w:rPr>
                <w:lang w:eastAsia="zh-TW"/>
              </w:rPr>
            </w:pPr>
            <w:r>
              <w:rPr>
                <w:lang w:eastAsia="fi-FI"/>
              </w:rPr>
              <w:t>DC_3A_n7A</w:t>
            </w:r>
          </w:p>
          <w:p w14:paraId="32117F71" w14:textId="77777777" w:rsidR="00D44AD9" w:rsidRDefault="00D44AD9" w:rsidP="00AC3FE8">
            <w:pPr>
              <w:pStyle w:val="TAC"/>
              <w:rPr>
                <w:lang w:eastAsia="zh-TW"/>
              </w:rPr>
            </w:pPr>
            <w:r>
              <w:t>DC_3A_n7B</w:t>
            </w:r>
          </w:p>
          <w:p w14:paraId="6452DB67" w14:textId="77777777" w:rsidR="00D44AD9" w:rsidRDefault="00D44AD9" w:rsidP="00AC3FE8">
            <w:pPr>
              <w:pStyle w:val="TAC"/>
              <w:rPr>
                <w:szCs w:val="18"/>
                <w:lang w:eastAsia="fi-FI"/>
              </w:rPr>
            </w:pPr>
            <w:r>
              <w:rPr>
                <w:lang w:eastAsia="fi-FI"/>
              </w:rPr>
              <w:t>DC_3C_n7A</w:t>
            </w:r>
          </w:p>
        </w:tc>
        <w:tc>
          <w:tcPr>
            <w:tcW w:w="2738" w:type="dxa"/>
            <w:tcBorders>
              <w:top w:val="single" w:sz="4" w:space="0" w:color="auto"/>
              <w:left w:val="single" w:sz="4" w:space="0" w:color="auto"/>
              <w:bottom w:val="single" w:sz="4" w:space="0" w:color="auto"/>
              <w:right w:val="single" w:sz="4" w:space="0" w:color="auto"/>
            </w:tcBorders>
            <w:noWrap/>
            <w:hideMark/>
          </w:tcPr>
          <w:p w14:paraId="59B7F7F3" w14:textId="77777777" w:rsidR="00D44AD9" w:rsidRDefault="00D44AD9" w:rsidP="00AC3FE8">
            <w:pPr>
              <w:pStyle w:val="TAC"/>
              <w:rPr>
                <w:rFonts w:eastAsia="MS Mincho"/>
                <w:szCs w:val="18"/>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01B016F3" w14:textId="77777777" w:rsidR="00D44AD9" w:rsidRDefault="00D44AD9" w:rsidP="00AC3FE8">
            <w:pPr>
              <w:pStyle w:val="TAC"/>
              <w:rPr>
                <w:lang w:eastAsia="fi-FI"/>
              </w:rPr>
            </w:pPr>
          </w:p>
        </w:tc>
      </w:tr>
      <w:tr w:rsidR="00D44AD9" w14:paraId="79AF5ED8"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1368AAA" w14:textId="77777777" w:rsidR="00D44AD9" w:rsidRDefault="00D44AD9" w:rsidP="00AC3FE8">
            <w:pPr>
              <w:pStyle w:val="TAC"/>
            </w:pPr>
            <w:r>
              <w:t>DC_3A-3A_n7A</w:t>
            </w:r>
          </w:p>
          <w:p w14:paraId="24725EAC" w14:textId="77777777" w:rsidR="00D44AD9" w:rsidRDefault="00D44AD9" w:rsidP="00AC3FE8">
            <w:pPr>
              <w:pStyle w:val="TAC"/>
              <w:rPr>
                <w:noProof/>
                <w:szCs w:val="18"/>
              </w:rPr>
            </w:pPr>
            <w:r>
              <w:t>DC_3A-3A_n7B</w:t>
            </w:r>
          </w:p>
        </w:tc>
        <w:tc>
          <w:tcPr>
            <w:tcW w:w="2280" w:type="dxa"/>
            <w:tcBorders>
              <w:top w:val="single" w:sz="4" w:space="0" w:color="auto"/>
              <w:left w:val="single" w:sz="4" w:space="0" w:color="auto"/>
              <w:bottom w:val="single" w:sz="4" w:space="0" w:color="auto"/>
              <w:right w:val="single" w:sz="4" w:space="0" w:color="auto"/>
            </w:tcBorders>
            <w:hideMark/>
          </w:tcPr>
          <w:p w14:paraId="52A6A7D4" w14:textId="77777777" w:rsidR="00D44AD9" w:rsidRDefault="00D44AD9" w:rsidP="00AC3FE8">
            <w:pPr>
              <w:pStyle w:val="TAC"/>
              <w:rPr>
                <w:szCs w:val="18"/>
                <w:lang w:eastAsia="fi-FI"/>
              </w:rPr>
            </w:pPr>
            <w:r>
              <w:rPr>
                <w:lang w:eastAsia="fi-FI"/>
              </w:rPr>
              <w:t>DC_3A_n7A</w:t>
            </w:r>
          </w:p>
        </w:tc>
        <w:tc>
          <w:tcPr>
            <w:tcW w:w="2738" w:type="dxa"/>
            <w:tcBorders>
              <w:top w:val="single" w:sz="4" w:space="0" w:color="auto"/>
              <w:left w:val="single" w:sz="4" w:space="0" w:color="auto"/>
              <w:bottom w:val="single" w:sz="4" w:space="0" w:color="auto"/>
              <w:right w:val="single" w:sz="4" w:space="0" w:color="auto"/>
            </w:tcBorders>
            <w:noWrap/>
            <w:hideMark/>
          </w:tcPr>
          <w:p w14:paraId="5E814FF6" w14:textId="77777777" w:rsidR="00D44AD9" w:rsidRDefault="00D44AD9" w:rsidP="00AC3FE8">
            <w:pPr>
              <w:pStyle w:val="TAC"/>
              <w:rPr>
                <w:rFonts w:eastAsia="MS Mincho"/>
                <w:szCs w:val="18"/>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21E56DBB" w14:textId="77777777" w:rsidR="00D44AD9" w:rsidRDefault="00D44AD9" w:rsidP="00AC3FE8">
            <w:pPr>
              <w:pStyle w:val="TAC"/>
              <w:rPr>
                <w:lang w:eastAsia="fi-FI"/>
              </w:rPr>
            </w:pPr>
          </w:p>
        </w:tc>
      </w:tr>
      <w:tr w:rsidR="00D44AD9" w14:paraId="63DDBEAE"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7D68259" w14:textId="77777777" w:rsidR="00D44AD9" w:rsidRDefault="00D44AD9" w:rsidP="00AC3FE8">
            <w:pPr>
              <w:pStyle w:val="TAC"/>
            </w:pPr>
            <w:r>
              <w:rPr>
                <w:lang w:eastAsia="fi-FI"/>
              </w:rPr>
              <w:t>DC_3A_n8A</w:t>
            </w:r>
          </w:p>
        </w:tc>
        <w:tc>
          <w:tcPr>
            <w:tcW w:w="2280" w:type="dxa"/>
            <w:tcBorders>
              <w:top w:val="single" w:sz="4" w:space="0" w:color="auto"/>
              <w:left w:val="single" w:sz="4" w:space="0" w:color="auto"/>
              <w:bottom w:val="single" w:sz="4" w:space="0" w:color="auto"/>
              <w:right w:val="single" w:sz="4" w:space="0" w:color="auto"/>
            </w:tcBorders>
            <w:hideMark/>
          </w:tcPr>
          <w:p w14:paraId="5B53702A" w14:textId="77777777" w:rsidR="00D44AD9" w:rsidRDefault="00D44AD9" w:rsidP="00AC3FE8">
            <w:pPr>
              <w:pStyle w:val="TAC"/>
              <w:rPr>
                <w:lang w:eastAsia="fi-FI"/>
              </w:rPr>
            </w:pPr>
            <w:r>
              <w:rPr>
                <w:lang w:eastAsia="fi-FI"/>
              </w:rPr>
              <w:t>DC_3A_n8A</w:t>
            </w:r>
          </w:p>
        </w:tc>
        <w:tc>
          <w:tcPr>
            <w:tcW w:w="2738" w:type="dxa"/>
            <w:tcBorders>
              <w:top w:val="single" w:sz="4" w:space="0" w:color="auto"/>
              <w:left w:val="single" w:sz="4" w:space="0" w:color="auto"/>
              <w:bottom w:val="single" w:sz="4" w:space="0" w:color="auto"/>
              <w:right w:val="single" w:sz="4" w:space="0" w:color="auto"/>
            </w:tcBorders>
            <w:noWrap/>
            <w:hideMark/>
          </w:tcPr>
          <w:p w14:paraId="2B02E150" w14:textId="77777777" w:rsidR="00D44AD9" w:rsidRDefault="00D44AD9" w:rsidP="00AC3FE8">
            <w:pPr>
              <w:pStyle w:val="TAC"/>
              <w:rPr>
                <w:lang w:eastAsia="fi-FI"/>
              </w:rPr>
            </w:pPr>
            <w:r>
              <w:rPr>
                <w:lang w:eastAsia="zh-CN"/>
              </w:rPr>
              <w:t>No</w:t>
            </w:r>
          </w:p>
        </w:tc>
        <w:tc>
          <w:tcPr>
            <w:tcW w:w="2738" w:type="dxa"/>
            <w:tcBorders>
              <w:top w:val="single" w:sz="4" w:space="0" w:color="auto"/>
              <w:left w:val="single" w:sz="4" w:space="0" w:color="auto"/>
              <w:bottom w:val="single" w:sz="4" w:space="0" w:color="auto"/>
              <w:right w:val="single" w:sz="4" w:space="0" w:color="auto"/>
            </w:tcBorders>
          </w:tcPr>
          <w:p w14:paraId="288A7CAD" w14:textId="77777777" w:rsidR="00D44AD9" w:rsidRDefault="00D44AD9" w:rsidP="00AC3FE8">
            <w:pPr>
              <w:pStyle w:val="TAC"/>
              <w:rPr>
                <w:lang w:eastAsia="zh-CN"/>
              </w:rPr>
            </w:pPr>
          </w:p>
        </w:tc>
      </w:tr>
      <w:tr w:rsidR="00D44AD9" w14:paraId="196979ED"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CE8FE24" w14:textId="77777777" w:rsidR="00D44AD9" w:rsidRDefault="00D44AD9" w:rsidP="00AC3FE8">
            <w:pPr>
              <w:pStyle w:val="TAC"/>
              <w:rPr>
                <w:noProof/>
                <w:szCs w:val="18"/>
              </w:rPr>
            </w:pPr>
            <w:r>
              <w:rPr>
                <w:lang w:eastAsia="fi-FI"/>
              </w:rPr>
              <w:t>DC_</w:t>
            </w:r>
            <w:r>
              <w:rPr>
                <w:lang w:eastAsia="zh-CN"/>
              </w:rPr>
              <w:t>3A_n20A</w:t>
            </w:r>
          </w:p>
        </w:tc>
        <w:tc>
          <w:tcPr>
            <w:tcW w:w="2280" w:type="dxa"/>
            <w:tcBorders>
              <w:top w:val="single" w:sz="4" w:space="0" w:color="auto"/>
              <w:left w:val="single" w:sz="4" w:space="0" w:color="auto"/>
              <w:bottom w:val="single" w:sz="4" w:space="0" w:color="auto"/>
              <w:right w:val="single" w:sz="4" w:space="0" w:color="auto"/>
            </w:tcBorders>
            <w:hideMark/>
          </w:tcPr>
          <w:p w14:paraId="216A7842" w14:textId="77777777" w:rsidR="00D44AD9" w:rsidRDefault="00D44AD9" w:rsidP="00AC3FE8">
            <w:pPr>
              <w:pStyle w:val="TAC"/>
              <w:rPr>
                <w:szCs w:val="18"/>
                <w:lang w:eastAsia="fi-FI"/>
              </w:rPr>
            </w:pPr>
            <w:r>
              <w:rPr>
                <w:lang w:eastAsia="fi-FI"/>
              </w:rPr>
              <w:t>DC_</w:t>
            </w:r>
            <w:r>
              <w:rPr>
                <w:lang w:eastAsia="zh-CN"/>
              </w:rPr>
              <w:t>3A_n20A</w:t>
            </w:r>
          </w:p>
        </w:tc>
        <w:tc>
          <w:tcPr>
            <w:tcW w:w="2738" w:type="dxa"/>
            <w:tcBorders>
              <w:top w:val="single" w:sz="4" w:space="0" w:color="auto"/>
              <w:left w:val="single" w:sz="4" w:space="0" w:color="auto"/>
              <w:bottom w:val="single" w:sz="4" w:space="0" w:color="auto"/>
              <w:right w:val="single" w:sz="4" w:space="0" w:color="auto"/>
            </w:tcBorders>
            <w:noWrap/>
            <w:hideMark/>
          </w:tcPr>
          <w:p w14:paraId="0C9432E7" w14:textId="77777777" w:rsidR="00D44AD9" w:rsidRDefault="00D44AD9" w:rsidP="00AC3FE8">
            <w:pPr>
              <w:pStyle w:val="TAC"/>
              <w:rPr>
                <w:rFonts w:eastAsia="MS Mincho"/>
                <w:szCs w:val="18"/>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2C7180DD" w14:textId="77777777" w:rsidR="00D44AD9" w:rsidRDefault="00D44AD9" w:rsidP="00AC3FE8">
            <w:pPr>
              <w:pStyle w:val="TAC"/>
              <w:rPr>
                <w:lang w:eastAsia="fi-FI"/>
              </w:rPr>
            </w:pPr>
          </w:p>
        </w:tc>
      </w:tr>
      <w:tr w:rsidR="00D44AD9" w14:paraId="3BC20C8F"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E773231" w14:textId="77777777" w:rsidR="00D44AD9" w:rsidRDefault="00D44AD9" w:rsidP="00AC3FE8">
            <w:pPr>
              <w:pStyle w:val="TAC"/>
              <w:rPr>
                <w:lang w:eastAsia="fi-FI"/>
              </w:rPr>
            </w:pPr>
            <w:r>
              <w:rPr>
                <w:lang w:eastAsia="fi-FI"/>
              </w:rPr>
              <w:lastRenderedPageBreak/>
              <w:t>DC_3A_n28A</w:t>
            </w:r>
          </w:p>
          <w:p w14:paraId="3DCD6B60" w14:textId="77777777" w:rsidR="00D44AD9" w:rsidRDefault="00D44AD9" w:rsidP="00AC3FE8">
            <w:pPr>
              <w:pStyle w:val="TAC"/>
              <w:rPr>
                <w:lang w:eastAsia="fi-FI"/>
              </w:rPr>
            </w:pPr>
            <w:r>
              <w:rPr>
                <w:lang w:eastAsia="fi-FI"/>
              </w:rPr>
              <w:t>DC_3C_n28A</w:t>
            </w:r>
          </w:p>
        </w:tc>
        <w:tc>
          <w:tcPr>
            <w:tcW w:w="2280" w:type="dxa"/>
            <w:tcBorders>
              <w:top w:val="single" w:sz="4" w:space="0" w:color="auto"/>
              <w:left w:val="single" w:sz="4" w:space="0" w:color="auto"/>
              <w:bottom w:val="single" w:sz="4" w:space="0" w:color="auto"/>
              <w:right w:val="single" w:sz="4" w:space="0" w:color="auto"/>
            </w:tcBorders>
            <w:hideMark/>
          </w:tcPr>
          <w:p w14:paraId="0C9D192C" w14:textId="77777777" w:rsidR="00D44AD9" w:rsidRDefault="00D44AD9" w:rsidP="00AC3FE8">
            <w:pPr>
              <w:pStyle w:val="TAC"/>
              <w:rPr>
                <w:lang w:eastAsia="fi-FI"/>
              </w:rPr>
            </w:pPr>
            <w:r>
              <w:rPr>
                <w:lang w:eastAsia="fi-FI"/>
              </w:rPr>
              <w:t>DC_3A_n28A</w:t>
            </w:r>
          </w:p>
          <w:p w14:paraId="01DB518E" w14:textId="77777777" w:rsidR="00D44AD9" w:rsidRDefault="00D44AD9" w:rsidP="00AC3FE8">
            <w:pPr>
              <w:pStyle w:val="TAC"/>
              <w:rPr>
                <w:lang w:eastAsia="fi-FI"/>
              </w:rPr>
            </w:pPr>
            <w:r>
              <w:rPr>
                <w:lang w:eastAsia="fi-FI"/>
              </w:rPr>
              <w:t>DC_3C_n28A</w:t>
            </w:r>
          </w:p>
        </w:tc>
        <w:tc>
          <w:tcPr>
            <w:tcW w:w="2738" w:type="dxa"/>
            <w:tcBorders>
              <w:top w:val="single" w:sz="4" w:space="0" w:color="auto"/>
              <w:left w:val="single" w:sz="4" w:space="0" w:color="auto"/>
              <w:bottom w:val="single" w:sz="4" w:space="0" w:color="auto"/>
              <w:right w:val="single" w:sz="4" w:space="0" w:color="auto"/>
            </w:tcBorders>
            <w:noWrap/>
            <w:hideMark/>
          </w:tcPr>
          <w:p w14:paraId="55D45A46"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4E981748" w14:textId="77777777" w:rsidR="00D44AD9" w:rsidRDefault="00D44AD9" w:rsidP="00AC3FE8">
            <w:pPr>
              <w:pStyle w:val="TAC"/>
              <w:rPr>
                <w:lang w:eastAsia="fi-FI"/>
              </w:rPr>
            </w:pPr>
          </w:p>
        </w:tc>
      </w:tr>
      <w:tr w:rsidR="00D44AD9" w14:paraId="67D79924"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E6896E7" w14:textId="77777777" w:rsidR="00D44AD9" w:rsidRDefault="00D44AD9" w:rsidP="00AC3FE8">
            <w:pPr>
              <w:pStyle w:val="TAC"/>
              <w:rPr>
                <w:lang w:eastAsia="fi-FI"/>
              </w:rPr>
            </w:pPr>
            <w:r>
              <w:rPr>
                <w:lang w:eastAsia="zh-CN"/>
              </w:rPr>
              <w:t>DC_3A_n34A</w:t>
            </w:r>
          </w:p>
        </w:tc>
        <w:tc>
          <w:tcPr>
            <w:tcW w:w="2280" w:type="dxa"/>
            <w:tcBorders>
              <w:top w:val="single" w:sz="4" w:space="0" w:color="auto"/>
              <w:left w:val="single" w:sz="4" w:space="0" w:color="auto"/>
              <w:bottom w:val="single" w:sz="4" w:space="0" w:color="auto"/>
              <w:right w:val="single" w:sz="4" w:space="0" w:color="auto"/>
            </w:tcBorders>
            <w:hideMark/>
          </w:tcPr>
          <w:p w14:paraId="2D71E44D" w14:textId="77777777" w:rsidR="00D44AD9" w:rsidRDefault="00D44AD9" w:rsidP="00AC3FE8">
            <w:pPr>
              <w:pStyle w:val="TAC"/>
              <w:rPr>
                <w:lang w:eastAsia="fi-FI"/>
              </w:rPr>
            </w:pPr>
            <w:r>
              <w:rPr>
                <w:lang w:eastAsia="zh-CN"/>
              </w:rPr>
              <w:t>DC_3A_n34A</w:t>
            </w:r>
          </w:p>
        </w:tc>
        <w:tc>
          <w:tcPr>
            <w:tcW w:w="2738" w:type="dxa"/>
            <w:tcBorders>
              <w:top w:val="single" w:sz="4" w:space="0" w:color="auto"/>
              <w:left w:val="single" w:sz="4" w:space="0" w:color="auto"/>
              <w:bottom w:val="single" w:sz="4" w:space="0" w:color="auto"/>
              <w:right w:val="single" w:sz="4" w:space="0" w:color="auto"/>
            </w:tcBorders>
            <w:noWrap/>
            <w:hideMark/>
          </w:tcPr>
          <w:p w14:paraId="05502349"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6E665BAB" w14:textId="77777777" w:rsidR="00D44AD9" w:rsidRDefault="00D44AD9" w:rsidP="00AC3FE8">
            <w:pPr>
              <w:pStyle w:val="TAC"/>
              <w:rPr>
                <w:lang w:eastAsia="zh-TW"/>
              </w:rPr>
            </w:pPr>
          </w:p>
        </w:tc>
      </w:tr>
      <w:tr w:rsidR="00D44AD9" w14:paraId="40DDAC8A"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51AFB2E" w14:textId="77777777" w:rsidR="00D44AD9" w:rsidRDefault="00D44AD9" w:rsidP="00AC3FE8">
            <w:pPr>
              <w:pStyle w:val="TAC"/>
              <w:rPr>
                <w:lang w:eastAsia="fi-FI"/>
              </w:rPr>
            </w:pPr>
            <w:r>
              <w:rPr>
                <w:lang w:eastAsia="fi-FI"/>
              </w:rPr>
              <w:t>DC_3A_n38A</w:t>
            </w:r>
          </w:p>
          <w:p w14:paraId="0722EC48" w14:textId="77777777" w:rsidR="00D44AD9" w:rsidRDefault="00D44AD9" w:rsidP="00AC3FE8">
            <w:pPr>
              <w:pStyle w:val="TAC"/>
              <w:rPr>
                <w:lang w:eastAsia="fi-FI"/>
              </w:rPr>
            </w:pPr>
            <w:r>
              <w:rPr>
                <w:lang w:eastAsia="fi-FI"/>
              </w:rPr>
              <w:t>DC_3C_n38A</w:t>
            </w:r>
          </w:p>
        </w:tc>
        <w:tc>
          <w:tcPr>
            <w:tcW w:w="2280" w:type="dxa"/>
            <w:tcBorders>
              <w:top w:val="single" w:sz="4" w:space="0" w:color="auto"/>
              <w:left w:val="single" w:sz="4" w:space="0" w:color="auto"/>
              <w:bottom w:val="single" w:sz="4" w:space="0" w:color="auto"/>
              <w:right w:val="single" w:sz="4" w:space="0" w:color="auto"/>
            </w:tcBorders>
            <w:hideMark/>
          </w:tcPr>
          <w:p w14:paraId="61CF2E17" w14:textId="77777777" w:rsidR="00D44AD9" w:rsidRDefault="00D44AD9" w:rsidP="00AC3FE8">
            <w:pPr>
              <w:pStyle w:val="TAC"/>
              <w:rPr>
                <w:lang w:eastAsia="fi-FI"/>
              </w:rPr>
            </w:pPr>
            <w:r>
              <w:rPr>
                <w:lang w:eastAsia="fi-FI"/>
              </w:rPr>
              <w:t>DC_3A_n38A</w:t>
            </w:r>
          </w:p>
        </w:tc>
        <w:tc>
          <w:tcPr>
            <w:tcW w:w="2738" w:type="dxa"/>
            <w:tcBorders>
              <w:top w:val="single" w:sz="4" w:space="0" w:color="auto"/>
              <w:left w:val="single" w:sz="4" w:space="0" w:color="auto"/>
              <w:bottom w:val="single" w:sz="4" w:space="0" w:color="auto"/>
              <w:right w:val="single" w:sz="4" w:space="0" w:color="auto"/>
            </w:tcBorders>
            <w:noWrap/>
            <w:hideMark/>
          </w:tcPr>
          <w:p w14:paraId="64282170"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7297B3E7" w14:textId="77777777" w:rsidR="00D44AD9" w:rsidRDefault="00D44AD9" w:rsidP="00AC3FE8">
            <w:pPr>
              <w:pStyle w:val="TAC"/>
              <w:rPr>
                <w:lang w:eastAsia="fi-FI"/>
              </w:rPr>
            </w:pPr>
          </w:p>
        </w:tc>
      </w:tr>
      <w:tr w:rsidR="00D44AD9" w14:paraId="56B0252E"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330FB49" w14:textId="77777777" w:rsidR="00D44AD9" w:rsidRDefault="00D44AD9" w:rsidP="00AC3FE8">
            <w:pPr>
              <w:pStyle w:val="TAC"/>
              <w:rPr>
                <w:lang w:eastAsia="fi-FI"/>
              </w:rPr>
            </w:pPr>
            <w:r>
              <w:rPr>
                <w:lang w:eastAsia="fi-FI"/>
              </w:rPr>
              <w:t>DC_3A_n40A</w:t>
            </w:r>
          </w:p>
        </w:tc>
        <w:tc>
          <w:tcPr>
            <w:tcW w:w="2280" w:type="dxa"/>
            <w:tcBorders>
              <w:top w:val="single" w:sz="4" w:space="0" w:color="auto"/>
              <w:left w:val="single" w:sz="4" w:space="0" w:color="auto"/>
              <w:bottom w:val="single" w:sz="4" w:space="0" w:color="auto"/>
              <w:right w:val="single" w:sz="4" w:space="0" w:color="auto"/>
            </w:tcBorders>
            <w:hideMark/>
          </w:tcPr>
          <w:p w14:paraId="5924C821" w14:textId="77777777" w:rsidR="00D44AD9" w:rsidRDefault="00D44AD9" w:rsidP="00AC3FE8">
            <w:pPr>
              <w:pStyle w:val="TAC"/>
              <w:rPr>
                <w:lang w:eastAsia="fi-FI"/>
              </w:rPr>
            </w:pPr>
            <w:r>
              <w:rPr>
                <w:lang w:eastAsia="fi-FI"/>
              </w:rPr>
              <w:t>DC_3A_n40A</w:t>
            </w:r>
          </w:p>
        </w:tc>
        <w:tc>
          <w:tcPr>
            <w:tcW w:w="2738" w:type="dxa"/>
            <w:tcBorders>
              <w:top w:val="single" w:sz="4" w:space="0" w:color="auto"/>
              <w:left w:val="single" w:sz="4" w:space="0" w:color="auto"/>
              <w:bottom w:val="single" w:sz="4" w:space="0" w:color="auto"/>
              <w:right w:val="single" w:sz="4" w:space="0" w:color="auto"/>
            </w:tcBorders>
            <w:noWrap/>
            <w:hideMark/>
          </w:tcPr>
          <w:p w14:paraId="731E850F"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74E37FF1" w14:textId="77777777" w:rsidR="00D44AD9" w:rsidRDefault="00D44AD9" w:rsidP="00AC3FE8">
            <w:pPr>
              <w:pStyle w:val="TAC"/>
              <w:rPr>
                <w:lang w:eastAsia="fi-FI"/>
              </w:rPr>
            </w:pPr>
          </w:p>
        </w:tc>
      </w:tr>
      <w:tr w:rsidR="00D44AD9" w14:paraId="386D38B1"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E8F2D74" w14:textId="77777777" w:rsidR="00D44AD9" w:rsidRDefault="00D44AD9" w:rsidP="00AC3FE8">
            <w:pPr>
              <w:pStyle w:val="TAC"/>
            </w:pPr>
            <w:r>
              <w:t>DC_3A_n41A</w:t>
            </w:r>
            <w:r>
              <w:rPr>
                <w:vertAlign w:val="superscript"/>
                <w:lang w:eastAsia="fi-FI"/>
              </w:rPr>
              <w:t>7</w:t>
            </w:r>
          </w:p>
          <w:p w14:paraId="15CF8985" w14:textId="77777777" w:rsidR="00D44AD9" w:rsidRDefault="00D44AD9" w:rsidP="00AC3FE8">
            <w:pPr>
              <w:pStyle w:val="TAC"/>
              <w:rPr>
                <w:lang w:eastAsia="fi-FI"/>
              </w:rPr>
            </w:pPr>
            <w:r>
              <w:t>DC_3C_n41A</w:t>
            </w:r>
          </w:p>
        </w:tc>
        <w:tc>
          <w:tcPr>
            <w:tcW w:w="2280" w:type="dxa"/>
            <w:tcBorders>
              <w:top w:val="single" w:sz="4" w:space="0" w:color="auto"/>
              <w:left w:val="single" w:sz="4" w:space="0" w:color="auto"/>
              <w:bottom w:val="single" w:sz="4" w:space="0" w:color="auto"/>
              <w:right w:val="single" w:sz="4" w:space="0" w:color="auto"/>
            </w:tcBorders>
            <w:hideMark/>
          </w:tcPr>
          <w:p w14:paraId="55DB66A4" w14:textId="77777777" w:rsidR="00D44AD9" w:rsidRDefault="00D44AD9" w:rsidP="00AC3FE8">
            <w:pPr>
              <w:pStyle w:val="TAC"/>
            </w:pPr>
            <w:r>
              <w:t>DC_3A_n41A</w:t>
            </w:r>
          </w:p>
          <w:p w14:paraId="5CFD8BAD" w14:textId="77777777" w:rsidR="00D44AD9" w:rsidRDefault="00D44AD9" w:rsidP="00AC3FE8">
            <w:pPr>
              <w:pStyle w:val="TAC"/>
              <w:rPr>
                <w:lang w:eastAsia="fi-FI"/>
              </w:rPr>
            </w:pPr>
            <w:r>
              <w:t>DC_3C_n41A</w:t>
            </w:r>
          </w:p>
        </w:tc>
        <w:tc>
          <w:tcPr>
            <w:tcW w:w="2738" w:type="dxa"/>
            <w:tcBorders>
              <w:top w:val="single" w:sz="4" w:space="0" w:color="auto"/>
              <w:left w:val="single" w:sz="4" w:space="0" w:color="auto"/>
              <w:bottom w:val="single" w:sz="4" w:space="0" w:color="auto"/>
              <w:right w:val="single" w:sz="4" w:space="0" w:color="auto"/>
            </w:tcBorders>
            <w:noWrap/>
            <w:hideMark/>
          </w:tcPr>
          <w:p w14:paraId="05E44D7C" w14:textId="77777777" w:rsidR="00D44AD9" w:rsidRDefault="00D44AD9" w:rsidP="00AC3FE8">
            <w:pPr>
              <w:pStyle w:val="TAC"/>
              <w:rPr>
                <w:lang w:eastAsia="fi-FI"/>
              </w:rPr>
            </w:pPr>
            <w:r>
              <w:rPr>
                <w:lang w:eastAsia="zh-CN"/>
              </w:rPr>
              <w:t>DC_3_n41</w:t>
            </w:r>
          </w:p>
        </w:tc>
        <w:tc>
          <w:tcPr>
            <w:tcW w:w="2738" w:type="dxa"/>
            <w:tcBorders>
              <w:top w:val="single" w:sz="4" w:space="0" w:color="auto"/>
              <w:left w:val="single" w:sz="4" w:space="0" w:color="auto"/>
              <w:bottom w:val="single" w:sz="4" w:space="0" w:color="auto"/>
              <w:right w:val="single" w:sz="4" w:space="0" w:color="auto"/>
            </w:tcBorders>
            <w:hideMark/>
          </w:tcPr>
          <w:p w14:paraId="227D3529" w14:textId="77777777" w:rsidR="00D44AD9" w:rsidRDefault="00D44AD9" w:rsidP="00AC3FE8">
            <w:pPr>
              <w:pStyle w:val="TAC"/>
              <w:rPr>
                <w:lang w:eastAsia="zh-CN"/>
              </w:rPr>
            </w:pPr>
            <w:r>
              <w:rPr>
                <w:lang w:eastAsia="zh-CN"/>
              </w:rPr>
              <w:t>No</w:t>
            </w:r>
          </w:p>
        </w:tc>
      </w:tr>
      <w:tr w:rsidR="00D44AD9" w14:paraId="4D8974EC"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124AD20" w14:textId="77777777" w:rsidR="00D44AD9" w:rsidRDefault="00D44AD9" w:rsidP="00AC3FE8">
            <w:pPr>
              <w:pStyle w:val="TAC"/>
            </w:pPr>
            <w:r>
              <w:rPr>
                <w:lang w:eastAsia="fi-FI"/>
              </w:rPr>
              <w:t>DC_</w:t>
            </w:r>
            <w:r>
              <w:rPr>
                <w:lang w:eastAsia="zh-TW"/>
              </w:rPr>
              <w:t>3</w:t>
            </w:r>
            <w:r>
              <w:rPr>
                <w:lang w:eastAsia="fi-FI"/>
              </w:rPr>
              <w:t>A_n</w:t>
            </w:r>
            <w:r>
              <w:rPr>
                <w:lang w:eastAsia="zh-TW"/>
              </w:rPr>
              <w:t>50A</w:t>
            </w:r>
          </w:p>
        </w:tc>
        <w:tc>
          <w:tcPr>
            <w:tcW w:w="2280" w:type="dxa"/>
            <w:tcBorders>
              <w:top w:val="single" w:sz="4" w:space="0" w:color="auto"/>
              <w:left w:val="single" w:sz="4" w:space="0" w:color="auto"/>
              <w:bottom w:val="single" w:sz="4" w:space="0" w:color="auto"/>
              <w:right w:val="single" w:sz="4" w:space="0" w:color="auto"/>
            </w:tcBorders>
            <w:hideMark/>
          </w:tcPr>
          <w:p w14:paraId="071281C4" w14:textId="77777777" w:rsidR="00D44AD9" w:rsidRDefault="00D44AD9" w:rsidP="00AC3FE8">
            <w:pPr>
              <w:pStyle w:val="TAC"/>
            </w:pPr>
            <w:r>
              <w:rPr>
                <w:lang w:eastAsia="fi-FI"/>
              </w:rPr>
              <w:t>DC_</w:t>
            </w:r>
            <w:r>
              <w:rPr>
                <w:lang w:eastAsia="zh-TW"/>
              </w:rPr>
              <w:t>3</w:t>
            </w:r>
            <w:r>
              <w:rPr>
                <w:lang w:eastAsia="fi-FI"/>
              </w:rPr>
              <w:t>A_n</w:t>
            </w:r>
            <w:r>
              <w:rPr>
                <w:lang w:eastAsia="zh-TW"/>
              </w:rPr>
              <w:t>50A</w:t>
            </w:r>
          </w:p>
        </w:tc>
        <w:tc>
          <w:tcPr>
            <w:tcW w:w="2738" w:type="dxa"/>
            <w:tcBorders>
              <w:top w:val="single" w:sz="4" w:space="0" w:color="auto"/>
              <w:left w:val="single" w:sz="4" w:space="0" w:color="auto"/>
              <w:bottom w:val="single" w:sz="4" w:space="0" w:color="auto"/>
              <w:right w:val="single" w:sz="4" w:space="0" w:color="auto"/>
            </w:tcBorders>
            <w:noWrap/>
            <w:hideMark/>
          </w:tcPr>
          <w:p w14:paraId="6C08E736" w14:textId="77777777" w:rsidR="00D44AD9" w:rsidRDefault="00D44AD9" w:rsidP="00AC3FE8">
            <w:pPr>
              <w:pStyle w:val="TAC"/>
              <w:rPr>
                <w:lang w:eastAsia="zh-CN"/>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2C9AE680" w14:textId="77777777" w:rsidR="00D44AD9" w:rsidRDefault="00D44AD9" w:rsidP="00AC3FE8">
            <w:pPr>
              <w:pStyle w:val="TAC"/>
              <w:rPr>
                <w:lang w:eastAsia="zh-TW"/>
              </w:rPr>
            </w:pPr>
          </w:p>
        </w:tc>
      </w:tr>
      <w:tr w:rsidR="00D44AD9" w14:paraId="541D774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D5752F5" w14:textId="77777777" w:rsidR="00D44AD9" w:rsidRDefault="00D44AD9" w:rsidP="00AC3FE8">
            <w:pPr>
              <w:pStyle w:val="TAC"/>
              <w:rPr>
                <w:lang w:eastAsia="fi-FI"/>
              </w:rPr>
            </w:pPr>
            <w:r>
              <w:rPr>
                <w:lang w:eastAsia="fi-FI"/>
              </w:rPr>
              <w:t>DC_3A_n51A</w:t>
            </w:r>
          </w:p>
        </w:tc>
        <w:tc>
          <w:tcPr>
            <w:tcW w:w="2280" w:type="dxa"/>
            <w:tcBorders>
              <w:top w:val="single" w:sz="4" w:space="0" w:color="auto"/>
              <w:left w:val="single" w:sz="4" w:space="0" w:color="auto"/>
              <w:bottom w:val="single" w:sz="4" w:space="0" w:color="auto"/>
              <w:right w:val="single" w:sz="4" w:space="0" w:color="auto"/>
            </w:tcBorders>
            <w:hideMark/>
          </w:tcPr>
          <w:p w14:paraId="0A1656F3" w14:textId="77777777" w:rsidR="00D44AD9" w:rsidRDefault="00D44AD9" w:rsidP="00AC3FE8">
            <w:pPr>
              <w:pStyle w:val="TAC"/>
              <w:rPr>
                <w:lang w:eastAsia="fi-FI"/>
              </w:rPr>
            </w:pPr>
            <w:r>
              <w:rPr>
                <w:lang w:eastAsia="fi-FI"/>
              </w:rPr>
              <w:t>DC_3A_n51A</w:t>
            </w:r>
          </w:p>
        </w:tc>
        <w:tc>
          <w:tcPr>
            <w:tcW w:w="2738" w:type="dxa"/>
            <w:tcBorders>
              <w:top w:val="single" w:sz="4" w:space="0" w:color="auto"/>
              <w:left w:val="single" w:sz="4" w:space="0" w:color="auto"/>
              <w:bottom w:val="single" w:sz="4" w:space="0" w:color="auto"/>
              <w:right w:val="single" w:sz="4" w:space="0" w:color="auto"/>
            </w:tcBorders>
            <w:noWrap/>
            <w:hideMark/>
          </w:tcPr>
          <w:p w14:paraId="161268DE" w14:textId="77777777" w:rsidR="00D44AD9" w:rsidRDefault="00D44AD9" w:rsidP="00AC3FE8">
            <w:pPr>
              <w:pStyle w:val="TAC"/>
              <w:rPr>
                <w:lang w:eastAsia="fi-FI"/>
              </w:rPr>
            </w:pPr>
            <w:r>
              <w:rPr>
                <w:rFonts w:eastAsia="Yu Mincho"/>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5B4DD627" w14:textId="77777777" w:rsidR="00D44AD9" w:rsidRDefault="00D44AD9" w:rsidP="00AC3FE8">
            <w:pPr>
              <w:pStyle w:val="TAC"/>
              <w:rPr>
                <w:rFonts w:eastAsia="Yu Mincho"/>
                <w:lang w:eastAsia="ja-JP"/>
              </w:rPr>
            </w:pPr>
          </w:p>
        </w:tc>
      </w:tr>
      <w:tr w:rsidR="00D44AD9" w14:paraId="3B54A39C"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975A1DC" w14:textId="77777777" w:rsidR="00D44AD9" w:rsidRDefault="00D44AD9" w:rsidP="00AC3FE8">
            <w:pPr>
              <w:pStyle w:val="TAC"/>
              <w:rPr>
                <w:lang w:eastAsia="fi-FI"/>
              </w:rPr>
            </w:pPr>
            <w:r>
              <w:rPr>
                <w:lang w:eastAsia="fi-FI"/>
              </w:rPr>
              <w:t>DC_3A_n71A</w:t>
            </w:r>
          </w:p>
          <w:p w14:paraId="00CF17D8" w14:textId="77777777" w:rsidR="00D44AD9" w:rsidRDefault="00D44AD9" w:rsidP="00AC3FE8">
            <w:pPr>
              <w:pStyle w:val="TAC"/>
              <w:rPr>
                <w:lang w:eastAsia="fi-FI"/>
              </w:rPr>
            </w:pPr>
            <w:r>
              <w:rPr>
                <w:lang w:eastAsia="fi-FI"/>
              </w:rPr>
              <w:t>DC_3A_n71B</w:t>
            </w:r>
          </w:p>
        </w:tc>
        <w:tc>
          <w:tcPr>
            <w:tcW w:w="2280" w:type="dxa"/>
            <w:tcBorders>
              <w:top w:val="single" w:sz="4" w:space="0" w:color="auto"/>
              <w:left w:val="single" w:sz="4" w:space="0" w:color="auto"/>
              <w:bottom w:val="single" w:sz="4" w:space="0" w:color="auto"/>
              <w:right w:val="single" w:sz="4" w:space="0" w:color="auto"/>
            </w:tcBorders>
            <w:hideMark/>
          </w:tcPr>
          <w:p w14:paraId="23D25F4F" w14:textId="77777777" w:rsidR="00D44AD9" w:rsidRDefault="00D44AD9" w:rsidP="00AC3FE8">
            <w:pPr>
              <w:pStyle w:val="TAC"/>
              <w:rPr>
                <w:lang w:eastAsia="fi-FI"/>
              </w:rPr>
            </w:pPr>
            <w:r>
              <w:rPr>
                <w:lang w:eastAsia="fi-FI"/>
              </w:rPr>
              <w:t>DC_3A_n71A</w:t>
            </w:r>
          </w:p>
        </w:tc>
        <w:tc>
          <w:tcPr>
            <w:tcW w:w="2738" w:type="dxa"/>
            <w:tcBorders>
              <w:top w:val="single" w:sz="4" w:space="0" w:color="auto"/>
              <w:left w:val="single" w:sz="4" w:space="0" w:color="auto"/>
              <w:bottom w:val="single" w:sz="4" w:space="0" w:color="auto"/>
              <w:right w:val="single" w:sz="4" w:space="0" w:color="auto"/>
            </w:tcBorders>
            <w:noWrap/>
            <w:hideMark/>
          </w:tcPr>
          <w:p w14:paraId="589F2920" w14:textId="77777777" w:rsidR="00D44AD9" w:rsidRDefault="00D44AD9" w:rsidP="00AC3FE8">
            <w:pPr>
              <w:pStyle w:val="TAC"/>
              <w:rPr>
                <w:rFonts w:eastAsia="Yu Mincho"/>
                <w:lang w:eastAsia="ja-JP"/>
              </w:rPr>
            </w:pPr>
            <w:r>
              <w:rPr>
                <w:lang w:eastAsia="zh-CN"/>
              </w:rPr>
              <w:t>No</w:t>
            </w:r>
          </w:p>
        </w:tc>
        <w:tc>
          <w:tcPr>
            <w:tcW w:w="2738" w:type="dxa"/>
            <w:tcBorders>
              <w:top w:val="single" w:sz="4" w:space="0" w:color="auto"/>
              <w:left w:val="single" w:sz="4" w:space="0" w:color="auto"/>
              <w:bottom w:val="single" w:sz="4" w:space="0" w:color="auto"/>
              <w:right w:val="single" w:sz="4" w:space="0" w:color="auto"/>
            </w:tcBorders>
          </w:tcPr>
          <w:p w14:paraId="6CF98448" w14:textId="77777777" w:rsidR="00D44AD9" w:rsidRDefault="00D44AD9" w:rsidP="00AC3FE8">
            <w:pPr>
              <w:pStyle w:val="TAC"/>
              <w:rPr>
                <w:lang w:eastAsia="zh-CN"/>
              </w:rPr>
            </w:pPr>
          </w:p>
        </w:tc>
      </w:tr>
      <w:tr w:rsidR="00D44AD9" w14:paraId="746CEDE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9156F6A" w14:textId="77777777" w:rsidR="00D44AD9" w:rsidRDefault="00D44AD9" w:rsidP="00AC3FE8">
            <w:pPr>
              <w:pStyle w:val="TAC"/>
              <w:rPr>
                <w:lang w:eastAsia="fi-FI"/>
              </w:rPr>
            </w:pPr>
            <w:r>
              <w:rPr>
                <w:lang w:eastAsia="fi-FI"/>
              </w:rPr>
              <w:t>DC_3A_n77A</w:t>
            </w:r>
            <w:r>
              <w:rPr>
                <w:vertAlign w:val="superscript"/>
                <w:lang w:eastAsia="fi-FI"/>
              </w:rPr>
              <w:t>7</w:t>
            </w:r>
          </w:p>
          <w:p w14:paraId="066003E3" w14:textId="77777777" w:rsidR="00D44AD9" w:rsidRDefault="00D44AD9" w:rsidP="00AC3FE8">
            <w:pPr>
              <w:pStyle w:val="TAC"/>
              <w:rPr>
                <w:lang w:eastAsia="fi-FI"/>
              </w:rPr>
            </w:pPr>
            <w:r>
              <w:rPr>
                <w:lang w:eastAsia="fi-FI"/>
              </w:rPr>
              <w:t>DC_3A_n77C</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2C81CECB" w14:textId="77777777" w:rsidR="00D44AD9" w:rsidRDefault="00D44AD9" w:rsidP="00AC3FE8">
            <w:pPr>
              <w:pStyle w:val="TAC"/>
              <w:rPr>
                <w:lang w:eastAsia="fi-FI"/>
              </w:rPr>
            </w:pPr>
            <w:r>
              <w:rPr>
                <w:lang w:eastAsia="fi-FI"/>
              </w:rPr>
              <w:t>DC_3A_n77A</w:t>
            </w:r>
          </w:p>
        </w:tc>
        <w:tc>
          <w:tcPr>
            <w:tcW w:w="2738" w:type="dxa"/>
            <w:tcBorders>
              <w:top w:val="single" w:sz="4" w:space="0" w:color="auto"/>
              <w:left w:val="single" w:sz="4" w:space="0" w:color="auto"/>
              <w:bottom w:val="single" w:sz="4" w:space="0" w:color="auto"/>
              <w:right w:val="single" w:sz="4" w:space="0" w:color="auto"/>
            </w:tcBorders>
            <w:noWrap/>
            <w:hideMark/>
          </w:tcPr>
          <w:p w14:paraId="0AE7057C" w14:textId="77777777" w:rsidR="00D44AD9" w:rsidRDefault="00D44AD9" w:rsidP="00AC3FE8">
            <w:pPr>
              <w:pStyle w:val="TAC"/>
              <w:rPr>
                <w:lang w:eastAsia="fi-FI"/>
              </w:rPr>
            </w:pPr>
            <w:r>
              <w:rPr>
                <w:lang w:eastAsia="fi-FI"/>
              </w:rPr>
              <w:t>DC_3_n77</w:t>
            </w:r>
          </w:p>
        </w:tc>
        <w:tc>
          <w:tcPr>
            <w:tcW w:w="2738" w:type="dxa"/>
            <w:tcBorders>
              <w:top w:val="single" w:sz="4" w:space="0" w:color="auto"/>
              <w:left w:val="single" w:sz="4" w:space="0" w:color="auto"/>
              <w:bottom w:val="single" w:sz="4" w:space="0" w:color="auto"/>
              <w:right w:val="single" w:sz="4" w:space="0" w:color="auto"/>
            </w:tcBorders>
            <w:hideMark/>
          </w:tcPr>
          <w:p w14:paraId="5BCA2150" w14:textId="77777777" w:rsidR="00D44AD9" w:rsidRDefault="00D44AD9" w:rsidP="00AC3FE8">
            <w:pPr>
              <w:pStyle w:val="TAC"/>
              <w:rPr>
                <w:lang w:eastAsia="fi-FI"/>
              </w:rPr>
            </w:pPr>
            <w:r>
              <w:rPr>
                <w:lang w:eastAsia="zh-CN"/>
              </w:rPr>
              <w:t>No</w:t>
            </w:r>
          </w:p>
        </w:tc>
      </w:tr>
      <w:tr w:rsidR="00D44AD9" w14:paraId="65A4C69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1EF89B8" w14:textId="77777777" w:rsidR="00D44AD9" w:rsidRDefault="00D44AD9" w:rsidP="00AC3FE8">
            <w:pPr>
              <w:pStyle w:val="TAC"/>
              <w:rPr>
                <w:lang w:eastAsia="fi-FI"/>
              </w:rPr>
            </w:pPr>
            <w:r>
              <w:rPr>
                <w:lang w:eastAsia="fi-FI"/>
              </w:rPr>
              <w:t>DC_3A_n77(2A)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2D830062" w14:textId="77777777" w:rsidR="00D44AD9" w:rsidRDefault="00D44AD9" w:rsidP="00AC3FE8">
            <w:pPr>
              <w:pStyle w:val="TAC"/>
              <w:rPr>
                <w:lang w:eastAsia="fi-FI"/>
              </w:rPr>
            </w:pPr>
            <w:r>
              <w:rPr>
                <w:lang w:eastAsia="fi-FI"/>
              </w:rPr>
              <w:t>DC_3A_n77A</w:t>
            </w:r>
          </w:p>
        </w:tc>
        <w:tc>
          <w:tcPr>
            <w:tcW w:w="2738" w:type="dxa"/>
            <w:tcBorders>
              <w:top w:val="single" w:sz="4" w:space="0" w:color="auto"/>
              <w:left w:val="single" w:sz="4" w:space="0" w:color="auto"/>
              <w:bottom w:val="single" w:sz="4" w:space="0" w:color="auto"/>
              <w:right w:val="single" w:sz="4" w:space="0" w:color="auto"/>
            </w:tcBorders>
            <w:noWrap/>
            <w:hideMark/>
          </w:tcPr>
          <w:p w14:paraId="15B26D58" w14:textId="77777777" w:rsidR="00D44AD9" w:rsidRDefault="00D44AD9" w:rsidP="00AC3FE8">
            <w:pPr>
              <w:pStyle w:val="TAC"/>
              <w:rPr>
                <w:lang w:eastAsia="fi-FI"/>
              </w:rPr>
            </w:pPr>
            <w:r>
              <w:rPr>
                <w:lang w:eastAsia="fi-FI"/>
              </w:rPr>
              <w:t>DC_3_n77</w:t>
            </w:r>
          </w:p>
        </w:tc>
        <w:tc>
          <w:tcPr>
            <w:tcW w:w="2738" w:type="dxa"/>
            <w:tcBorders>
              <w:top w:val="single" w:sz="4" w:space="0" w:color="auto"/>
              <w:left w:val="single" w:sz="4" w:space="0" w:color="auto"/>
              <w:bottom w:val="single" w:sz="4" w:space="0" w:color="auto"/>
              <w:right w:val="single" w:sz="4" w:space="0" w:color="auto"/>
            </w:tcBorders>
            <w:hideMark/>
          </w:tcPr>
          <w:p w14:paraId="79199637" w14:textId="77777777" w:rsidR="00D44AD9" w:rsidRDefault="00D44AD9" w:rsidP="00AC3FE8">
            <w:pPr>
              <w:pStyle w:val="TAC"/>
              <w:rPr>
                <w:lang w:eastAsia="fi-FI"/>
              </w:rPr>
            </w:pPr>
            <w:r>
              <w:rPr>
                <w:lang w:eastAsia="zh-CN"/>
              </w:rPr>
              <w:t>No</w:t>
            </w:r>
          </w:p>
        </w:tc>
      </w:tr>
      <w:tr w:rsidR="00D44AD9" w14:paraId="015A66FB"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D63B6EB" w14:textId="77777777" w:rsidR="00D44AD9" w:rsidRDefault="00D44AD9" w:rsidP="00AC3FE8">
            <w:pPr>
              <w:pStyle w:val="TAC"/>
              <w:rPr>
                <w:lang w:eastAsia="fi-FI"/>
              </w:rPr>
            </w:pPr>
            <w:r>
              <w:rPr>
                <w:lang w:eastAsia="fi-FI"/>
              </w:rPr>
              <w:t>DC_</w:t>
            </w:r>
            <w:r>
              <w:rPr>
                <w:lang w:eastAsia="zh-TW"/>
              </w:rPr>
              <w:t>3</w:t>
            </w:r>
            <w:r>
              <w:rPr>
                <w:lang w:eastAsia="fi-FI"/>
              </w:rPr>
              <w:t>A</w:t>
            </w:r>
            <w:r>
              <w:rPr>
                <w:lang w:eastAsia="zh-TW"/>
              </w:rPr>
              <w:t>-3A</w:t>
            </w:r>
            <w:r>
              <w:rPr>
                <w:lang w:eastAsia="fi-FI"/>
              </w:rPr>
              <w:t>_n</w:t>
            </w:r>
            <w:r>
              <w:rPr>
                <w:lang w:eastAsia="zh-TW"/>
              </w:rPr>
              <w:t>77</w:t>
            </w:r>
            <w:r>
              <w:rPr>
                <w:lang w:eastAsia="fi-FI"/>
              </w:rPr>
              <w:t>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756D3F51" w14:textId="77777777" w:rsidR="00D44AD9" w:rsidRDefault="00D44AD9" w:rsidP="00AC3FE8">
            <w:pPr>
              <w:pStyle w:val="TAC"/>
              <w:rPr>
                <w:lang w:eastAsia="fi-FI"/>
              </w:rPr>
            </w:pPr>
            <w:r>
              <w:rPr>
                <w:lang w:eastAsia="fi-FI"/>
              </w:rPr>
              <w:t>DC_</w:t>
            </w:r>
            <w:r>
              <w:rPr>
                <w:lang w:eastAsia="zh-TW"/>
              </w:rPr>
              <w:t>3</w:t>
            </w:r>
            <w:r>
              <w:rPr>
                <w:lang w:eastAsia="fi-FI"/>
              </w:rPr>
              <w:t>A_n</w:t>
            </w:r>
            <w:r>
              <w:rPr>
                <w:lang w:eastAsia="zh-TW"/>
              </w:rPr>
              <w:t>77</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7B2300A1" w14:textId="77777777" w:rsidR="00D44AD9" w:rsidRDefault="00D44AD9" w:rsidP="00AC3FE8">
            <w:pPr>
              <w:pStyle w:val="TAC"/>
              <w:rPr>
                <w:lang w:eastAsia="fi-FI"/>
              </w:rPr>
            </w:pPr>
            <w:r>
              <w:rPr>
                <w:rFonts w:eastAsia="MS Mincho"/>
              </w:rPr>
              <w:t>DC_3_n77</w:t>
            </w:r>
          </w:p>
        </w:tc>
        <w:tc>
          <w:tcPr>
            <w:tcW w:w="2738" w:type="dxa"/>
            <w:tcBorders>
              <w:top w:val="single" w:sz="4" w:space="0" w:color="auto"/>
              <w:left w:val="single" w:sz="4" w:space="0" w:color="auto"/>
              <w:bottom w:val="single" w:sz="4" w:space="0" w:color="auto"/>
              <w:right w:val="single" w:sz="4" w:space="0" w:color="auto"/>
            </w:tcBorders>
            <w:hideMark/>
          </w:tcPr>
          <w:p w14:paraId="08DC2A96" w14:textId="77777777" w:rsidR="00D44AD9" w:rsidRDefault="00D44AD9" w:rsidP="00AC3FE8">
            <w:pPr>
              <w:pStyle w:val="TAC"/>
              <w:rPr>
                <w:rFonts w:eastAsia="MS Mincho"/>
              </w:rPr>
            </w:pPr>
            <w:r>
              <w:rPr>
                <w:lang w:eastAsia="zh-CN"/>
              </w:rPr>
              <w:t>No</w:t>
            </w:r>
          </w:p>
        </w:tc>
      </w:tr>
      <w:tr w:rsidR="00D44AD9" w14:paraId="359EC4B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42D5E4A" w14:textId="77777777" w:rsidR="00D44AD9" w:rsidRDefault="00D44AD9" w:rsidP="00AC3FE8">
            <w:pPr>
              <w:pStyle w:val="TAC"/>
              <w:rPr>
                <w:lang w:eastAsia="fi-FI"/>
              </w:rPr>
            </w:pPr>
            <w:r>
              <w:rPr>
                <w:lang w:eastAsia="fi-FI"/>
              </w:rPr>
              <w:t>DC_3A_n78A</w:t>
            </w:r>
            <w:r>
              <w:rPr>
                <w:vertAlign w:val="superscript"/>
                <w:lang w:eastAsia="fi-FI"/>
              </w:rPr>
              <w:t>7</w:t>
            </w:r>
          </w:p>
          <w:p w14:paraId="5B86EBB6" w14:textId="77777777" w:rsidR="00D44AD9" w:rsidRDefault="00D44AD9" w:rsidP="00AC3FE8">
            <w:pPr>
              <w:pStyle w:val="TAC"/>
              <w:rPr>
                <w:vertAlign w:val="superscript"/>
                <w:lang w:eastAsia="fi-FI"/>
              </w:rPr>
            </w:pPr>
            <w:r>
              <w:rPr>
                <w:lang w:eastAsia="fi-FI"/>
              </w:rPr>
              <w:t>DC_3A_n78C</w:t>
            </w:r>
            <w:r>
              <w:rPr>
                <w:vertAlign w:val="superscript"/>
                <w:lang w:eastAsia="fi-FI"/>
              </w:rPr>
              <w:t>7</w:t>
            </w:r>
          </w:p>
          <w:p w14:paraId="620D9E9B" w14:textId="77777777" w:rsidR="00D44AD9" w:rsidRDefault="00D44AD9" w:rsidP="00AC3FE8">
            <w:pPr>
              <w:pStyle w:val="TAC"/>
              <w:rPr>
                <w:lang w:eastAsia="fi-FI"/>
              </w:rPr>
            </w:pPr>
            <w:r>
              <w:rPr>
                <w:lang w:eastAsia="fi-FI"/>
              </w:rPr>
              <w:t>DC_3C_n78A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3F8A9A11" w14:textId="77777777" w:rsidR="00D44AD9" w:rsidRDefault="00D44AD9" w:rsidP="00AC3FE8">
            <w:pPr>
              <w:pStyle w:val="TAC"/>
              <w:rPr>
                <w:lang w:eastAsia="fi-FI"/>
              </w:rPr>
            </w:pPr>
            <w:r>
              <w:rPr>
                <w:lang w:eastAsia="fi-FI"/>
              </w:rPr>
              <w:t>DC_3A_n78A</w:t>
            </w:r>
          </w:p>
        </w:tc>
        <w:tc>
          <w:tcPr>
            <w:tcW w:w="2738" w:type="dxa"/>
            <w:tcBorders>
              <w:top w:val="single" w:sz="4" w:space="0" w:color="auto"/>
              <w:left w:val="single" w:sz="4" w:space="0" w:color="auto"/>
              <w:bottom w:val="single" w:sz="4" w:space="0" w:color="auto"/>
              <w:right w:val="single" w:sz="4" w:space="0" w:color="auto"/>
            </w:tcBorders>
            <w:noWrap/>
            <w:hideMark/>
          </w:tcPr>
          <w:p w14:paraId="43455E62" w14:textId="77777777" w:rsidR="00D44AD9" w:rsidRDefault="00D44AD9" w:rsidP="00AC3FE8">
            <w:pPr>
              <w:pStyle w:val="TAC"/>
              <w:rPr>
                <w:lang w:eastAsia="fi-FI"/>
              </w:rPr>
            </w:pPr>
            <w:r>
              <w:rPr>
                <w:rFonts w:eastAsia="MS Mincho"/>
              </w:rPr>
              <w:t>DC_3_n78</w:t>
            </w:r>
          </w:p>
        </w:tc>
        <w:tc>
          <w:tcPr>
            <w:tcW w:w="2738" w:type="dxa"/>
            <w:tcBorders>
              <w:top w:val="single" w:sz="4" w:space="0" w:color="auto"/>
              <w:left w:val="single" w:sz="4" w:space="0" w:color="auto"/>
              <w:bottom w:val="single" w:sz="4" w:space="0" w:color="auto"/>
              <w:right w:val="single" w:sz="4" w:space="0" w:color="auto"/>
            </w:tcBorders>
            <w:hideMark/>
          </w:tcPr>
          <w:p w14:paraId="5742B822" w14:textId="77777777" w:rsidR="00D44AD9" w:rsidRDefault="00D44AD9" w:rsidP="00AC3FE8">
            <w:pPr>
              <w:pStyle w:val="TAC"/>
              <w:rPr>
                <w:rFonts w:eastAsia="MS Mincho"/>
              </w:rPr>
            </w:pPr>
            <w:r>
              <w:rPr>
                <w:lang w:eastAsia="zh-CN"/>
              </w:rPr>
              <w:t>No</w:t>
            </w:r>
          </w:p>
        </w:tc>
      </w:tr>
      <w:tr w:rsidR="00D44AD9" w14:paraId="6B2C8B7F"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6EDB4EA" w14:textId="77777777" w:rsidR="00D44AD9" w:rsidRDefault="00D44AD9" w:rsidP="00AC3FE8">
            <w:pPr>
              <w:pStyle w:val="TAC"/>
              <w:rPr>
                <w:vertAlign w:val="superscript"/>
                <w:lang w:eastAsia="zh-TW"/>
              </w:rPr>
            </w:pPr>
            <w:r>
              <w:rPr>
                <w:lang w:eastAsia="fi-FI"/>
              </w:rPr>
              <w:t>DC_3A_n78(2A)</w:t>
            </w:r>
            <w:r>
              <w:rPr>
                <w:vertAlign w:val="superscript"/>
                <w:lang w:eastAsia="fi-FI"/>
              </w:rPr>
              <w:t>7</w:t>
            </w:r>
          </w:p>
          <w:p w14:paraId="08424855" w14:textId="77777777" w:rsidR="00D44AD9" w:rsidRDefault="00D44AD9" w:rsidP="00AC3FE8">
            <w:pPr>
              <w:pStyle w:val="TAC"/>
              <w:rPr>
                <w:lang w:eastAsia="fi-FI"/>
              </w:rPr>
            </w:pPr>
            <w:r>
              <w:rPr>
                <w:lang w:eastAsia="fi-FI"/>
              </w:rPr>
              <w:t>DC_3C_n78(2A)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71DD97C1" w14:textId="77777777" w:rsidR="00D44AD9" w:rsidRDefault="00D44AD9" w:rsidP="00AC3FE8">
            <w:pPr>
              <w:pStyle w:val="TAC"/>
              <w:rPr>
                <w:lang w:eastAsia="fi-FI"/>
              </w:rPr>
            </w:pPr>
            <w:r>
              <w:rPr>
                <w:lang w:eastAsia="fi-FI"/>
              </w:rPr>
              <w:t>DC_3A_n78A</w:t>
            </w:r>
          </w:p>
        </w:tc>
        <w:tc>
          <w:tcPr>
            <w:tcW w:w="2738" w:type="dxa"/>
            <w:tcBorders>
              <w:top w:val="single" w:sz="4" w:space="0" w:color="auto"/>
              <w:left w:val="single" w:sz="4" w:space="0" w:color="auto"/>
              <w:bottom w:val="single" w:sz="4" w:space="0" w:color="auto"/>
              <w:right w:val="single" w:sz="4" w:space="0" w:color="auto"/>
            </w:tcBorders>
            <w:noWrap/>
            <w:hideMark/>
          </w:tcPr>
          <w:p w14:paraId="5D13ADC3" w14:textId="77777777" w:rsidR="00D44AD9" w:rsidRDefault="00D44AD9" w:rsidP="00AC3FE8">
            <w:pPr>
              <w:pStyle w:val="TAC"/>
              <w:rPr>
                <w:lang w:eastAsia="zh-TW"/>
              </w:rPr>
            </w:pPr>
            <w:r>
              <w:rPr>
                <w:rFonts w:eastAsia="MS Mincho"/>
              </w:rPr>
              <w:t>DC_3_n78</w:t>
            </w:r>
          </w:p>
        </w:tc>
        <w:tc>
          <w:tcPr>
            <w:tcW w:w="2738" w:type="dxa"/>
            <w:tcBorders>
              <w:top w:val="single" w:sz="4" w:space="0" w:color="auto"/>
              <w:left w:val="single" w:sz="4" w:space="0" w:color="auto"/>
              <w:bottom w:val="single" w:sz="4" w:space="0" w:color="auto"/>
              <w:right w:val="single" w:sz="4" w:space="0" w:color="auto"/>
            </w:tcBorders>
            <w:hideMark/>
          </w:tcPr>
          <w:p w14:paraId="56FE0C59" w14:textId="77777777" w:rsidR="00D44AD9" w:rsidRDefault="00D44AD9" w:rsidP="00AC3FE8">
            <w:pPr>
              <w:pStyle w:val="TAC"/>
              <w:rPr>
                <w:rFonts w:eastAsia="MS Mincho"/>
              </w:rPr>
            </w:pPr>
            <w:r>
              <w:rPr>
                <w:lang w:eastAsia="zh-CN"/>
              </w:rPr>
              <w:t>No</w:t>
            </w:r>
          </w:p>
        </w:tc>
      </w:tr>
      <w:tr w:rsidR="00D44AD9" w14:paraId="3625FFC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6F066D2" w14:textId="77777777" w:rsidR="00D44AD9" w:rsidRDefault="00D44AD9" w:rsidP="00AC3FE8">
            <w:pPr>
              <w:pStyle w:val="TAC"/>
              <w:rPr>
                <w:lang w:eastAsia="fi-FI"/>
              </w:rPr>
            </w:pPr>
            <w:r>
              <w:rPr>
                <w:lang w:eastAsia="fi-FI"/>
              </w:rPr>
              <w:t>DC_</w:t>
            </w:r>
            <w:r>
              <w:rPr>
                <w:lang w:eastAsia="zh-TW"/>
              </w:rPr>
              <w:t>3</w:t>
            </w:r>
            <w:r>
              <w:rPr>
                <w:lang w:eastAsia="fi-FI"/>
              </w:rPr>
              <w:t>A</w:t>
            </w:r>
            <w:r>
              <w:rPr>
                <w:lang w:eastAsia="zh-TW"/>
              </w:rPr>
              <w:t>-3A</w:t>
            </w:r>
            <w:r>
              <w:rPr>
                <w:lang w:eastAsia="fi-FI"/>
              </w:rPr>
              <w:t>_n</w:t>
            </w:r>
            <w:r>
              <w:rPr>
                <w:lang w:eastAsia="zh-TW"/>
              </w:rPr>
              <w:t>78</w:t>
            </w:r>
            <w:r>
              <w:rPr>
                <w:lang w:eastAsia="fi-FI"/>
              </w:rPr>
              <w:t>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6FA55E7A" w14:textId="77777777" w:rsidR="00D44AD9" w:rsidRDefault="00D44AD9" w:rsidP="00AC3FE8">
            <w:pPr>
              <w:pStyle w:val="TAC"/>
              <w:rPr>
                <w:lang w:eastAsia="fi-FI"/>
              </w:rPr>
            </w:pPr>
            <w:r>
              <w:rPr>
                <w:lang w:eastAsia="fi-FI"/>
              </w:rPr>
              <w:t>DC_</w:t>
            </w:r>
            <w:r>
              <w:rPr>
                <w:lang w:eastAsia="zh-TW"/>
              </w:rPr>
              <w:t>3</w:t>
            </w:r>
            <w:r>
              <w:rPr>
                <w:lang w:eastAsia="fi-FI"/>
              </w:rPr>
              <w:t>A_n</w:t>
            </w:r>
            <w:r>
              <w:rPr>
                <w:lang w:eastAsia="zh-TW"/>
              </w:rPr>
              <w:t>78</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36266682" w14:textId="77777777" w:rsidR="00D44AD9" w:rsidRDefault="00D44AD9" w:rsidP="00AC3FE8">
            <w:pPr>
              <w:pStyle w:val="TAC"/>
              <w:rPr>
                <w:lang w:eastAsia="fi-FI"/>
              </w:rPr>
            </w:pPr>
            <w:r>
              <w:rPr>
                <w:rFonts w:eastAsia="MS Mincho"/>
              </w:rPr>
              <w:t>DC_3_n78</w:t>
            </w:r>
          </w:p>
        </w:tc>
        <w:tc>
          <w:tcPr>
            <w:tcW w:w="2738" w:type="dxa"/>
            <w:tcBorders>
              <w:top w:val="single" w:sz="4" w:space="0" w:color="auto"/>
              <w:left w:val="single" w:sz="4" w:space="0" w:color="auto"/>
              <w:bottom w:val="single" w:sz="4" w:space="0" w:color="auto"/>
              <w:right w:val="single" w:sz="4" w:space="0" w:color="auto"/>
            </w:tcBorders>
            <w:hideMark/>
          </w:tcPr>
          <w:p w14:paraId="7A374A30" w14:textId="77777777" w:rsidR="00D44AD9" w:rsidRDefault="00D44AD9" w:rsidP="00AC3FE8">
            <w:pPr>
              <w:pStyle w:val="TAC"/>
              <w:rPr>
                <w:rFonts w:eastAsia="MS Mincho"/>
              </w:rPr>
            </w:pPr>
            <w:r>
              <w:rPr>
                <w:lang w:eastAsia="zh-CN"/>
              </w:rPr>
              <w:t>No</w:t>
            </w:r>
          </w:p>
        </w:tc>
      </w:tr>
      <w:tr w:rsidR="00D44AD9" w14:paraId="3034883F"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AD28EAB" w14:textId="77777777" w:rsidR="00D44AD9" w:rsidRDefault="00D44AD9" w:rsidP="00AC3FE8">
            <w:pPr>
              <w:pStyle w:val="TAC"/>
              <w:rPr>
                <w:lang w:eastAsia="fi-FI"/>
              </w:rPr>
            </w:pPr>
            <w:r>
              <w:rPr>
                <w:lang w:eastAsia="fi-FI"/>
              </w:rPr>
              <w:t>DC_3A_n79A</w:t>
            </w:r>
            <w:r>
              <w:rPr>
                <w:vertAlign w:val="superscript"/>
                <w:lang w:eastAsia="fi-FI"/>
              </w:rPr>
              <w:t>7</w:t>
            </w:r>
          </w:p>
          <w:p w14:paraId="2AB82F5B" w14:textId="77777777" w:rsidR="00D44AD9" w:rsidRDefault="00D44AD9" w:rsidP="00AC3FE8">
            <w:pPr>
              <w:pStyle w:val="TAC"/>
              <w:rPr>
                <w:vertAlign w:val="superscript"/>
                <w:lang w:eastAsia="fi-FI"/>
              </w:rPr>
            </w:pPr>
            <w:r>
              <w:rPr>
                <w:lang w:eastAsia="fi-FI"/>
              </w:rPr>
              <w:t>DC_3A_n79C</w:t>
            </w:r>
            <w:r>
              <w:rPr>
                <w:vertAlign w:val="superscript"/>
                <w:lang w:eastAsia="fi-FI"/>
              </w:rPr>
              <w:t>7</w:t>
            </w:r>
          </w:p>
          <w:p w14:paraId="76FD8C00" w14:textId="77777777" w:rsidR="00D44AD9" w:rsidRDefault="00D44AD9" w:rsidP="00AC3FE8">
            <w:pPr>
              <w:pStyle w:val="TAC"/>
              <w:rPr>
                <w:lang w:eastAsia="fi-FI"/>
              </w:rPr>
            </w:pPr>
            <w:r>
              <w:rPr>
                <w:lang w:eastAsia="fi-FI"/>
              </w:rPr>
              <w:t>DC_3C_n7</w:t>
            </w:r>
            <w:r>
              <w:rPr>
                <w:lang w:eastAsia="zh-CN"/>
              </w:rPr>
              <w:t>9</w:t>
            </w:r>
            <w:r>
              <w:rPr>
                <w:lang w:eastAsia="fi-FI"/>
              </w:rPr>
              <w:t>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77F0C2F3" w14:textId="77777777" w:rsidR="00D44AD9" w:rsidRDefault="00D44AD9" w:rsidP="00AC3FE8">
            <w:pPr>
              <w:pStyle w:val="TAC"/>
              <w:rPr>
                <w:lang w:eastAsia="fi-FI"/>
              </w:rPr>
            </w:pPr>
            <w:r>
              <w:rPr>
                <w:lang w:eastAsia="fi-FI"/>
              </w:rPr>
              <w:t>DC_3A_n79A</w:t>
            </w:r>
          </w:p>
          <w:p w14:paraId="6A73D44B" w14:textId="77777777" w:rsidR="00D44AD9" w:rsidRDefault="00D44AD9" w:rsidP="00AC3FE8">
            <w:pPr>
              <w:pStyle w:val="TAC"/>
              <w:rPr>
                <w:lang w:eastAsia="fi-FI"/>
              </w:rPr>
            </w:pPr>
            <w:r>
              <w:rPr>
                <w:lang w:eastAsia="fi-FI"/>
              </w:rPr>
              <w:t>DC_3C_n7</w:t>
            </w:r>
            <w:r>
              <w:rPr>
                <w:lang w:eastAsia="zh-CN"/>
              </w:rPr>
              <w:t>9</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78A4305D"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4DE047EF" w14:textId="77777777" w:rsidR="00D44AD9" w:rsidRDefault="00D44AD9" w:rsidP="00AC3FE8">
            <w:pPr>
              <w:pStyle w:val="TAC"/>
              <w:rPr>
                <w:lang w:eastAsia="fi-FI"/>
              </w:rPr>
            </w:pPr>
            <w:r>
              <w:rPr>
                <w:lang w:eastAsia="zh-CN"/>
              </w:rPr>
              <w:t>No</w:t>
            </w:r>
          </w:p>
        </w:tc>
      </w:tr>
      <w:tr w:rsidR="00D44AD9" w14:paraId="4AF28C2F"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A5BAC5B" w14:textId="77777777" w:rsidR="00D44AD9" w:rsidRDefault="00D44AD9" w:rsidP="00AC3FE8">
            <w:pPr>
              <w:pStyle w:val="TAC"/>
              <w:rPr>
                <w:lang w:eastAsia="fi-FI"/>
              </w:rPr>
            </w:pPr>
            <w:r>
              <w:rPr>
                <w:lang w:eastAsia="fi-FI"/>
              </w:rPr>
              <w:t>DC_4A_n38A</w:t>
            </w:r>
          </w:p>
        </w:tc>
        <w:tc>
          <w:tcPr>
            <w:tcW w:w="2280" w:type="dxa"/>
            <w:tcBorders>
              <w:top w:val="single" w:sz="4" w:space="0" w:color="auto"/>
              <w:left w:val="single" w:sz="4" w:space="0" w:color="auto"/>
              <w:bottom w:val="single" w:sz="4" w:space="0" w:color="auto"/>
              <w:right w:val="single" w:sz="4" w:space="0" w:color="auto"/>
            </w:tcBorders>
            <w:hideMark/>
          </w:tcPr>
          <w:p w14:paraId="59F0063C" w14:textId="77777777" w:rsidR="00D44AD9" w:rsidRDefault="00D44AD9" w:rsidP="00AC3FE8">
            <w:pPr>
              <w:pStyle w:val="TAC"/>
              <w:rPr>
                <w:lang w:eastAsia="fi-FI"/>
              </w:rPr>
            </w:pPr>
            <w:r>
              <w:rPr>
                <w:lang w:eastAsia="fi-FI"/>
              </w:rPr>
              <w:t>DC_4A_n38A</w:t>
            </w:r>
          </w:p>
        </w:tc>
        <w:tc>
          <w:tcPr>
            <w:tcW w:w="2738" w:type="dxa"/>
            <w:tcBorders>
              <w:top w:val="single" w:sz="4" w:space="0" w:color="auto"/>
              <w:left w:val="single" w:sz="4" w:space="0" w:color="auto"/>
              <w:bottom w:val="single" w:sz="4" w:space="0" w:color="auto"/>
              <w:right w:val="single" w:sz="4" w:space="0" w:color="auto"/>
            </w:tcBorders>
            <w:noWrap/>
            <w:hideMark/>
          </w:tcPr>
          <w:p w14:paraId="682C0A34"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7C9067FF" w14:textId="77777777" w:rsidR="00D44AD9" w:rsidRDefault="00D44AD9" w:rsidP="00AC3FE8">
            <w:pPr>
              <w:pStyle w:val="TAC"/>
              <w:rPr>
                <w:lang w:eastAsia="zh-TW"/>
              </w:rPr>
            </w:pPr>
          </w:p>
        </w:tc>
      </w:tr>
      <w:tr w:rsidR="00D44AD9" w14:paraId="57C7D3D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5F8CC4D" w14:textId="77777777" w:rsidR="00D44AD9" w:rsidRDefault="00D44AD9" w:rsidP="00AC3FE8">
            <w:pPr>
              <w:pStyle w:val="TAC"/>
              <w:rPr>
                <w:lang w:eastAsia="fi-FI"/>
              </w:rPr>
            </w:pPr>
            <w:r>
              <w:rPr>
                <w:lang w:eastAsia="fi-FI"/>
              </w:rPr>
              <w:t>DC_4A_n41A</w:t>
            </w:r>
          </w:p>
        </w:tc>
        <w:tc>
          <w:tcPr>
            <w:tcW w:w="2280" w:type="dxa"/>
            <w:tcBorders>
              <w:top w:val="single" w:sz="4" w:space="0" w:color="auto"/>
              <w:left w:val="single" w:sz="4" w:space="0" w:color="auto"/>
              <w:bottom w:val="single" w:sz="4" w:space="0" w:color="auto"/>
              <w:right w:val="single" w:sz="4" w:space="0" w:color="auto"/>
            </w:tcBorders>
            <w:hideMark/>
          </w:tcPr>
          <w:p w14:paraId="44C28F06" w14:textId="77777777" w:rsidR="00D44AD9" w:rsidRDefault="00D44AD9" w:rsidP="00AC3FE8">
            <w:pPr>
              <w:pStyle w:val="TAC"/>
              <w:rPr>
                <w:lang w:eastAsia="fi-FI"/>
              </w:rPr>
            </w:pPr>
            <w:r>
              <w:rPr>
                <w:lang w:eastAsia="fi-FI"/>
              </w:rPr>
              <w:t>DC_4A_n41A</w:t>
            </w:r>
          </w:p>
        </w:tc>
        <w:tc>
          <w:tcPr>
            <w:tcW w:w="2738" w:type="dxa"/>
            <w:tcBorders>
              <w:top w:val="single" w:sz="4" w:space="0" w:color="auto"/>
              <w:left w:val="single" w:sz="4" w:space="0" w:color="auto"/>
              <w:bottom w:val="single" w:sz="4" w:space="0" w:color="auto"/>
              <w:right w:val="single" w:sz="4" w:space="0" w:color="auto"/>
            </w:tcBorders>
            <w:noWrap/>
            <w:hideMark/>
          </w:tcPr>
          <w:p w14:paraId="76F5A5FA" w14:textId="77777777" w:rsidR="00D44AD9" w:rsidRDefault="00D44AD9" w:rsidP="00AC3FE8">
            <w:pPr>
              <w:pStyle w:val="TAC"/>
              <w:rPr>
                <w:lang w:eastAsia="fi-FI"/>
              </w:rPr>
            </w:pPr>
            <w:r>
              <w:rPr>
                <w:rFonts w:eastAsia="MS Mincho"/>
              </w:rPr>
              <w:t>No</w:t>
            </w:r>
          </w:p>
        </w:tc>
        <w:tc>
          <w:tcPr>
            <w:tcW w:w="2738" w:type="dxa"/>
            <w:tcBorders>
              <w:top w:val="single" w:sz="4" w:space="0" w:color="auto"/>
              <w:left w:val="single" w:sz="4" w:space="0" w:color="auto"/>
              <w:bottom w:val="single" w:sz="4" w:space="0" w:color="auto"/>
              <w:right w:val="single" w:sz="4" w:space="0" w:color="auto"/>
            </w:tcBorders>
          </w:tcPr>
          <w:p w14:paraId="48ED6EFE" w14:textId="77777777" w:rsidR="00D44AD9" w:rsidRDefault="00D44AD9" w:rsidP="00AC3FE8">
            <w:pPr>
              <w:pStyle w:val="TAC"/>
              <w:rPr>
                <w:rFonts w:eastAsia="MS Mincho"/>
              </w:rPr>
            </w:pPr>
          </w:p>
        </w:tc>
      </w:tr>
      <w:tr w:rsidR="00D44AD9" w14:paraId="392EDF3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8161F6B" w14:textId="77777777" w:rsidR="00D44AD9" w:rsidRDefault="00D44AD9" w:rsidP="00AC3FE8">
            <w:pPr>
              <w:pStyle w:val="TAC"/>
              <w:rPr>
                <w:lang w:eastAsia="fi-FI"/>
              </w:rPr>
            </w:pPr>
            <w:r>
              <w:rPr>
                <w:lang w:eastAsia="fi-FI"/>
              </w:rPr>
              <w:t>DC_4A_n78A</w:t>
            </w:r>
          </w:p>
        </w:tc>
        <w:tc>
          <w:tcPr>
            <w:tcW w:w="2280" w:type="dxa"/>
            <w:tcBorders>
              <w:top w:val="single" w:sz="4" w:space="0" w:color="auto"/>
              <w:left w:val="single" w:sz="4" w:space="0" w:color="auto"/>
              <w:bottom w:val="single" w:sz="4" w:space="0" w:color="auto"/>
              <w:right w:val="single" w:sz="4" w:space="0" w:color="auto"/>
            </w:tcBorders>
            <w:hideMark/>
          </w:tcPr>
          <w:p w14:paraId="73C01692" w14:textId="77777777" w:rsidR="00D44AD9" w:rsidRDefault="00D44AD9" w:rsidP="00AC3FE8">
            <w:pPr>
              <w:pStyle w:val="TAC"/>
              <w:rPr>
                <w:lang w:eastAsia="fi-FI"/>
              </w:rPr>
            </w:pPr>
            <w:r>
              <w:rPr>
                <w:lang w:eastAsia="fi-FI"/>
              </w:rPr>
              <w:t>DC_4A_n78A</w:t>
            </w:r>
          </w:p>
        </w:tc>
        <w:tc>
          <w:tcPr>
            <w:tcW w:w="2738" w:type="dxa"/>
            <w:tcBorders>
              <w:top w:val="single" w:sz="4" w:space="0" w:color="auto"/>
              <w:left w:val="single" w:sz="4" w:space="0" w:color="auto"/>
              <w:bottom w:val="single" w:sz="4" w:space="0" w:color="auto"/>
              <w:right w:val="single" w:sz="4" w:space="0" w:color="auto"/>
            </w:tcBorders>
            <w:noWrap/>
            <w:hideMark/>
          </w:tcPr>
          <w:p w14:paraId="2B2EE2EA" w14:textId="77777777" w:rsidR="00D44AD9" w:rsidRDefault="00D44AD9" w:rsidP="00AC3FE8">
            <w:pPr>
              <w:pStyle w:val="TAC"/>
              <w:rPr>
                <w:lang w:eastAsia="fi-FI"/>
              </w:rPr>
            </w:pPr>
            <w:r>
              <w:rPr>
                <w:rFonts w:eastAsia="MS Mincho"/>
              </w:rPr>
              <w:t>No</w:t>
            </w:r>
          </w:p>
        </w:tc>
        <w:tc>
          <w:tcPr>
            <w:tcW w:w="2738" w:type="dxa"/>
            <w:tcBorders>
              <w:top w:val="single" w:sz="4" w:space="0" w:color="auto"/>
              <w:left w:val="single" w:sz="4" w:space="0" w:color="auto"/>
              <w:bottom w:val="single" w:sz="4" w:space="0" w:color="auto"/>
              <w:right w:val="single" w:sz="4" w:space="0" w:color="auto"/>
            </w:tcBorders>
          </w:tcPr>
          <w:p w14:paraId="40C3F8DC" w14:textId="77777777" w:rsidR="00D44AD9" w:rsidRDefault="00D44AD9" w:rsidP="00AC3FE8">
            <w:pPr>
              <w:pStyle w:val="TAC"/>
              <w:rPr>
                <w:rFonts w:eastAsia="MS Mincho"/>
              </w:rPr>
            </w:pPr>
          </w:p>
        </w:tc>
      </w:tr>
      <w:tr w:rsidR="00D44AD9" w14:paraId="46ACB8B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63561BF" w14:textId="77777777" w:rsidR="00D44AD9" w:rsidRDefault="00D44AD9" w:rsidP="00AC3FE8">
            <w:pPr>
              <w:pStyle w:val="TAC"/>
              <w:rPr>
                <w:lang w:eastAsia="fi-FI"/>
              </w:rPr>
            </w:pPr>
            <w:r>
              <w:rPr>
                <w:lang w:eastAsia="fi-FI"/>
              </w:rPr>
              <w:t>DC_4A_n78(2A)</w:t>
            </w:r>
          </w:p>
        </w:tc>
        <w:tc>
          <w:tcPr>
            <w:tcW w:w="2280" w:type="dxa"/>
            <w:tcBorders>
              <w:top w:val="single" w:sz="4" w:space="0" w:color="auto"/>
              <w:left w:val="single" w:sz="4" w:space="0" w:color="auto"/>
              <w:bottom w:val="single" w:sz="4" w:space="0" w:color="auto"/>
              <w:right w:val="single" w:sz="4" w:space="0" w:color="auto"/>
            </w:tcBorders>
            <w:hideMark/>
          </w:tcPr>
          <w:p w14:paraId="58F3BB65" w14:textId="77777777" w:rsidR="00D44AD9" w:rsidRDefault="00D44AD9" w:rsidP="00AC3FE8">
            <w:pPr>
              <w:pStyle w:val="TAC"/>
              <w:rPr>
                <w:lang w:eastAsia="fi-FI"/>
              </w:rPr>
            </w:pPr>
            <w:r>
              <w:rPr>
                <w:lang w:eastAsia="fi-FI"/>
              </w:rPr>
              <w:t>DC_4A_n78A</w:t>
            </w:r>
          </w:p>
        </w:tc>
        <w:tc>
          <w:tcPr>
            <w:tcW w:w="2738" w:type="dxa"/>
            <w:tcBorders>
              <w:top w:val="single" w:sz="4" w:space="0" w:color="auto"/>
              <w:left w:val="single" w:sz="4" w:space="0" w:color="auto"/>
              <w:bottom w:val="single" w:sz="4" w:space="0" w:color="auto"/>
              <w:right w:val="single" w:sz="4" w:space="0" w:color="auto"/>
            </w:tcBorders>
            <w:noWrap/>
            <w:hideMark/>
          </w:tcPr>
          <w:p w14:paraId="1968F7D2" w14:textId="77777777" w:rsidR="00D44AD9" w:rsidRDefault="00D44AD9" w:rsidP="00AC3FE8">
            <w:pPr>
              <w:pStyle w:val="TAC"/>
              <w:rPr>
                <w:lang w:eastAsia="fi-FI"/>
              </w:rPr>
            </w:pPr>
            <w:r>
              <w:rPr>
                <w:rFonts w:eastAsia="MS Mincho"/>
              </w:rPr>
              <w:t>No</w:t>
            </w:r>
          </w:p>
        </w:tc>
        <w:tc>
          <w:tcPr>
            <w:tcW w:w="2738" w:type="dxa"/>
            <w:tcBorders>
              <w:top w:val="single" w:sz="4" w:space="0" w:color="auto"/>
              <w:left w:val="single" w:sz="4" w:space="0" w:color="auto"/>
              <w:bottom w:val="single" w:sz="4" w:space="0" w:color="auto"/>
              <w:right w:val="single" w:sz="4" w:space="0" w:color="auto"/>
            </w:tcBorders>
          </w:tcPr>
          <w:p w14:paraId="6AF7FCDE" w14:textId="77777777" w:rsidR="00D44AD9" w:rsidRDefault="00D44AD9" w:rsidP="00AC3FE8">
            <w:pPr>
              <w:pStyle w:val="TAC"/>
              <w:rPr>
                <w:rFonts w:eastAsia="MS Mincho"/>
              </w:rPr>
            </w:pPr>
          </w:p>
        </w:tc>
      </w:tr>
      <w:tr w:rsidR="00D44AD9" w14:paraId="2DF31EB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B377695" w14:textId="77777777" w:rsidR="00D44AD9" w:rsidRDefault="00D44AD9" w:rsidP="00AC3FE8">
            <w:pPr>
              <w:pStyle w:val="TAC"/>
              <w:rPr>
                <w:lang w:eastAsia="zh-TW"/>
              </w:rPr>
            </w:pPr>
            <w:r>
              <w:rPr>
                <w:lang w:eastAsia="fi-FI"/>
              </w:rPr>
              <w:t>DC_</w:t>
            </w:r>
            <w:r>
              <w:rPr>
                <w:lang w:eastAsia="zh-CN"/>
              </w:rPr>
              <w:t>5A_n2A</w:t>
            </w:r>
          </w:p>
          <w:p w14:paraId="49CD291D" w14:textId="77777777" w:rsidR="00D44AD9" w:rsidRDefault="00D44AD9" w:rsidP="00AC3FE8">
            <w:pPr>
              <w:pStyle w:val="TAC"/>
              <w:rPr>
                <w:lang w:eastAsia="fi-FI"/>
              </w:rPr>
            </w:pPr>
            <w:r>
              <w:rPr>
                <w:lang w:eastAsia="zh-TW"/>
              </w:rPr>
              <w:t>DC_5B_n2A</w:t>
            </w:r>
          </w:p>
        </w:tc>
        <w:tc>
          <w:tcPr>
            <w:tcW w:w="2280" w:type="dxa"/>
            <w:tcBorders>
              <w:top w:val="single" w:sz="4" w:space="0" w:color="auto"/>
              <w:left w:val="single" w:sz="4" w:space="0" w:color="auto"/>
              <w:bottom w:val="single" w:sz="4" w:space="0" w:color="auto"/>
              <w:right w:val="single" w:sz="4" w:space="0" w:color="auto"/>
            </w:tcBorders>
            <w:hideMark/>
          </w:tcPr>
          <w:p w14:paraId="5EAF2875" w14:textId="77777777" w:rsidR="00D44AD9" w:rsidRDefault="00D44AD9" w:rsidP="00AC3FE8">
            <w:pPr>
              <w:pStyle w:val="TAC"/>
              <w:rPr>
                <w:lang w:eastAsia="fi-FI"/>
              </w:rPr>
            </w:pPr>
            <w:r>
              <w:rPr>
                <w:lang w:eastAsia="fi-FI"/>
              </w:rPr>
              <w:t>DC_</w:t>
            </w:r>
            <w:r>
              <w:rPr>
                <w:lang w:eastAsia="zh-CN"/>
              </w:rPr>
              <w:t>5A_n2A</w:t>
            </w:r>
          </w:p>
        </w:tc>
        <w:tc>
          <w:tcPr>
            <w:tcW w:w="2738" w:type="dxa"/>
            <w:tcBorders>
              <w:top w:val="single" w:sz="4" w:space="0" w:color="auto"/>
              <w:left w:val="single" w:sz="4" w:space="0" w:color="auto"/>
              <w:bottom w:val="single" w:sz="4" w:space="0" w:color="auto"/>
              <w:right w:val="single" w:sz="4" w:space="0" w:color="auto"/>
            </w:tcBorders>
            <w:noWrap/>
            <w:hideMark/>
          </w:tcPr>
          <w:p w14:paraId="00AFF211"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78E61651" w14:textId="77777777" w:rsidR="00D44AD9" w:rsidRDefault="00D44AD9" w:rsidP="00AC3FE8">
            <w:pPr>
              <w:pStyle w:val="TAC"/>
              <w:rPr>
                <w:lang w:eastAsia="fi-FI"/>
              </w:rPr>
            </w:pPr>
          </w:p>
        </w:tc>
      </w:tr>
      <w:tr w:rsidR="00D44AD9" w14:paraId="25BFB088"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2EDDFBE" w14:textId="77777777" w:rsidR="00D44AD9" w:rsidRDefault="00D44AD9" w:rsidP="00AC3FE8">
            <w:pPr>
              <w:pStyle w:val="TAC"/>
              <w:rPr>
                <w:lang w:eastAsia="fi-FI"/>
              </w:rPr>
            </w:pPr>
            <w:r>
              <w:rPr>
                <w:lang w:eastAsia="fi-FI"/>
              </w:rPr>
              <w:t>DC_5A-5A_n2A</w:t>
            </w:r>
          </w:p>
        </w:tc>
        <w:tc>
          <w:tcPr>
            <w:tcW w:w="2280" w:type="dxa"/>
            <w:tcBorders>
              <w:top w:val="single" w:sz="4" w:space="0" w:color="auto"/>
              <w:left w:val="single" w:sz="4" w:space="0" w:color="auto"/>
              <w:bottom w:val="single" w:sz="4" w:space="0" w:color="auto"/>
              <w:right w:val="single" w:sz="4" w:space="0" w:color="auto"/>
            </w:tcBorders>
            <w:hideMark/>
          </w:tcPr>
          <w:p w14:paraId="5AAD5BA1" w14:textId="77777777" w:rsidR="00D44AD9" w:rsidRDefault="00D44AD9" w:rsidP="00AC3FE8">
            <w:pPr>
              <w:pStyle w:val="TAC"/>
              <w:rPr>
                <w:lang w:eastAsia="fi-FI"/>
              </w:rPr>
            </w:pPr>
            <w:r>
              <w:rPr>
                <w:lang w:eastAsia="fi-FI"/>
              </w:rPr>
              <w:t>DC_5A_n2A</w:t>
            </w:r>
          </w:p>
        </w:tc>
        <w:tc>
          <w:tcPr>
            <w:tcW w:w="2738" w:type="dxa"/>
            <w:tcBorders>
              <w:top w:val="single" w:sz="4" w:space="0" w:color="auto"/>
              <w:left w:val="single" w:sz="4" w:space="0" w:color="auto"/>
              <w:bottom w:val="single" w:sz="4" w:space="0" w:color="auto"/>
              <w:right w:val="single" w:sz="4" w:space="0" w:color="auto"/>
            </w:tcBorders>
            <w:noWrap/>
            <w:hideMark/>
          </w:tcPr>
          <w:p w14:paraId="47A12700"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0C61F9FA" w14:textId="77777777" w:rsidR="00D44AD9" w:rsidRDefault="00D44AD9" w:rsidP="00AC3FE8">
            <w:pPr>
              <w:pStyle w:val="TAC"/>
              <w:rPr>
                <w:lang w:eastAsia="zh-TW"/>
              </w:rPr>
            </w:pPr>
          </w:p>
        </w:tc>
      </w:tr>
      <w:tr w:rsidR="00D44AD9" w14:paraId="26465AD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5E41A89" w14:textId="77777777" w:rsidR="00D44AD9" w:rsidRDefault="00D44AD9" w:rsidP="00AC3FE8">
            <w:pPr>
              <w:pStyle w:val="TAC"/>
              <w:rPr>
                <w:lang w:eastAsia="fi-FI"/>
              </w:rPr>
            </w:pPr>
            <w:r>
              <w:rPr>
                <w:lang w:eastAsia="zh-CN"/>
              </w:rPr>
              <w:t>DC_5A_n7A</w:t>
            </w:r>
          </w:p>
        </w:tc>
        <w:tc>
          <w:tcPr>
            <w:tcW w:w="2280" w:type="dxa"/>
            <w:tcBorders>
              <w:top w:val="single" w:sz="4" w:space="0" w:color="auto"/>
              <w:left w:val="single" w:sz="4" w:space="0" w:color="auto"/>
              <w:bottom w:val="single" w:sz="4" w:space="0" w:color="auto"/>
              <w:right w:val="single" w:sz="4" w:space="0" w:color="auto"/>
            </w:tcBorders>
            <w:hideMark/>
          </w:tcPr>
          <w:p w14:paraId="5ADADE66" w14:textId="77777777" w:rsidR="00D44AD9" w:rsidRDefault="00D44AD9" w:rsidP="00AC3FE8">
            <w:pPr>
              <w:pStyle w:val="TAC"/>
              <w:rPr>
                <w:lang w:eastAsia="fi-FI"/>
              </w:rPr>
            </w:pPr>
            <w:r>
              <w:rPr>
                <w:lang w:eastAsia="fi-FI"/>
              </w:rPr>
              <w:t>DC_</w:t>
            </w:r>
            <w:r>
              <w:rPr>
                <w:lang w:eastAsia="zh-CN"/>
              </w:rPr>
              <w:t>5</w:t>
            </w:r>
            <w:r>
              <w:rPr>
                <w:lang w:eastAsia="fi-FI"/>
              </w:rPr>
              <w:t>A_n</w:t>
            </w:r>
            <w:r>
              <w:rPr>
                <w:lang w:eastAsia="zh-CN"/>
              </w:rPr>
              <w:t>7</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1992C6B9" w14:textId="77777777" w:rsidR="00D44AD9" w:rsidRDefault="00D44AD9" w:rsidP="00AC3FE8">
            <w:pPr>
              <w:pStyle w:val="TAC"/>
              <w:rPr>
                <w:lang w:eastAsia="fi-FI"/>
              </w:rPr>
            </w:pPr>
            <w:r>
              <w:rPr>
                <w:lang w:eastAsia="fi-FI"/>
              </w:rPr>
              <w:t>DC_</w:t>
            </w:r>
            <w:r>
              <w:rPr>
                <w:lang w:eastAsia="zh-CN"/>
              </w:rPr>
              <w:t>5</w:t>
            </w:r>
            <w:r>
              <w:rPr>
                <w:lang w:eastAsia="fi-FI"/>
              </w:rPr>
              <w:t>_n</w:t>
            </w:r>
            <w:r>
              <w:rPr>
                <w:lang w:eastAsia="zh-CN"/>
              </w:rPr>
              <w:t>7</w:t>
            </w:r>
          </w:p>
        </w:tc>
        <w:tc>
          <w:tcPr>
            <w:tcW w:w="2738" w:type="dxa"/>
            <w:tcBorders>
              <w:top w:val="single" w:sz="4" w:space="0" w:color="auto"/>
              <w:left w:val="single" w:sz="4" w:space="0" w:color="auto"/>
              <w:bottom w:val="single" w:sz="4" w:space="0" w:color="auto"/>
              <w:right w:val="single" w:sz="4" w:space="0" w:color="auto"/>
            </w:tcBorders>
          </w:tcPr>
          <w:p w14:paraId="2EDE6E9D" w14:textId="77777777" w:rsidR="00D44AD9" w:rsidRDefault="00D44AD9" w:rsidP="00AC3FE8">
            <w:pPr>
              <w:pStyle w:val="TAC"/>
              <w:rPr>
                <w:lang w:eastAsia="fi-FI"/>
              </w:rPr>
            </w:pPr>
          </w:p>
        </w:tc>
      </w:tr>
      <w:tr w:rsidR="00D44AD9" w14:paraId="3A3F9034"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417FA31" w14:textId="77777777" w:rsidR="00D44AD9" w:rsidRDefault="00D44AD9" w:rsidP="00AC3FE8">
            <w:pPr>
              <w:pStyle w:val="TAC"/>
              <w:rPr>
                <w:lang w:eastAsia="zh-CN"/>
              </w:rPr>
            </w:pPr>
            <w:r>
              <w:rPr>
                <w:lang w:eastAsia="zh-CN"/>
              </w:rPr>
              <w:t>DC_5A_n7</w:t>
            </w:r>
            <w:r>
              <w:rPr>
                <w:lang w:eastAsia="zh-TW"/>
              </w:rPr>
              <w:t>(2A)</w:t>
            </w:r>
          </w:p>
        </w:tc>
        <w:tc>
          <w:tcPr>
            <w:tcW w:w="2280" w:type="dxa"/>
            <w:tcBorders>
              <w:top w:val="single" w:sz="4" w:space="0" w:color="auto"/>
              <w:left w:val="single" w:sz="4" w:space="0" w:color="auto"/>
              <w:bottom w:val="single" w:sz="4" w:space="0" w:color="auto"/>
              <w:right w:val="single" w:sz="4" w:space="0" w:color="auto"/>
            </w:tcBorders>
            <w:hideMark/>
          </w:tcPr>
          <w:p w14:paraId="56E60EF4" w14:textId="77777777" w:rsidR="00D44AD9" w:rsidRDefault="00D44AD9" w:rsidP="00AC3FE8">
            <w:pPr>
              <w:pStyle w:val="TAC"/>
              <w:rPr>
                <w:lang w:eastAsia="fi-FI"/>
              </w:rPr>
            </w:pPr>
            <w:r>
              <w:rPr>
                <w:lang w:eastAsia="fi-FI"/>
              </w:rPr>
              <w:t>DC_</w:t>
            </w:r>
            <w:r>
              <w:rPr>
                <w:lang w:eastAsia="zh-CN"/>
              </w:rPr>
              <w:t>5</w:t>
            </w:r>
            <w:r>
              <w:rPr>
                <w:lang w:eastAsia="fi-FI"/>
              </w:rPr>
              <w:t>A_n</w:t>
            </w:r>
            <w:r>
              <w:rPr>
                <w:lang w:eastAsia="zh-CN"/>
              </w:rPr>
              <w:t>7</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52D888DF" w14:textId="77777777" w:rsidR="00D44AD9" w:rsidRDefault="00D44AD9" w:rsidP="00AC3FE8">
            <w:pPr>
              <w:pStyle w:val="TAC"/>
              <w:rPr>
                <w:lang w:eastAsia="fi-FI"/>
              </w:rPr>
            </w:pPr>
            <w:r>
              <w:rPr>
                <w:lang w:eastAsia="fi-FI"/>
              </w:rPr>
              <w:t>DC_</w:t>
            </w:r>
            <w:r>
              <w:rPr>
                <w:lang w:eastAsia="zh-CN"/>
              </w:rPr>
              <w:t>5</w:t>
            </w:r>
            <w:r>
              <w:rPr>
                <w:lang w:eastAsia="fi-FI"/>
              </w:rPr>
              <w:t>_n</w:t>
            </w:r>
            <w:r>
              <w:rPr>
                <w:lang w:eastAsia="zh-CN"/>
              </w:rPr>
              <w:t>7</w:t>
            </w:r>
          </w:p>
        </w:tc>
        <w:tc>
          <w:tcPr>
            <w:tcW w:w="2738" w:type="dxa"/>
            <w:tcBorders>
              <w:top w:val="single" w:sz="4" w:space="0" w:color="auto"/>
              <w:left w:val="single" w:sz="4" w:space="0" w:color="auto"/>
              <w:bottom w:val="single" w:sz="4" w:space="0" w:color="auto"/>
              <w:right w:val="single" w:sz="4" w:space="0" w:color="auto"/>
            </w:tcBorders>
          </w:tcPr>
          <w:p w14:paraId="5807B1DF" w14:textId="77777777" w:rsidR="00D44AD9" w:rsidRDefault="00D44AD9" w:rsidP="00AC3FE8">
            <w:pPr>
              <w:pStyle w:val="TAC"/>
              <w:rPr>
                <w:lang w:eastAsia="fi-FI"/>
              </w:rPr>
            </w:pPr>
          </w:p>
        </w:tc>
      </w:tr>
      <w:tr w:rsidR="00D44AD9" w14:paraId="3CB453E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38BECB7" w14:textId="77777777" w:rsidR="00D44AD9" w:rsidRDefault="00D44AD9" w:rsidP="00AC3FE8">
            <w:pPr>
              <w:pStyle w:val="TAC"/>
              <w:rPr>
                <w:lang w:eastAsia="zh-CN"/>
              </w:rPr>
            </w:pPr>
            <w:r>
              <w:rPr>
                <w:lang w:eastAsia="fi-FI"/>
              </w:rPr>
              <w:t>DC_</w:t>
            </w:r>
            <w:r>
              <w:rPr>
                <w:lang w:eastAsia="zh-CN"/>
              </w:rPr>
              <w:t>5</w:t>
            </w:r>
            <w:r>
              <w:rPr>
                <w:lang w:eastAsia="fi-FI"/>
              </w:rPr>
              <w:t>A_n12A</w:t>
            </w:r>
          </w:p>
        </w:tc>
        <w:tc>
          <w:tcPr>
            <w:tcW w:w="2280" w:type="dxa"/>
            <w:tcBorders>
              <w:top w:val="single" w:sz="4" w:space="0" w:color="auto"/>
              <w:left w:val="single" w:sz="4" w:space="0" w:color="auto"/>
              <w:bottom w:val="single" w:sz="4" w:space="0" w:color="auto"/>
              <w:right w:val="single" w:sz="4" w:space="0" w:color="auto"/>
            </w:tcBorders>
            <w:hideMark/>
          </w:tcPr>
          <w:p w14:paraId="1A04E972" w14:textId="77777777" w:rsidR="00D44AD9" w:rsidRDefault="00D44AD9" w:rsidP="00AC3FE8">
            <w:pPr>
              <w:pStyle w:val="TAC"/>
              <w:rPr>
                <w:lang w:eastAsia="fi-FI"/>
              </w:rPr>
            </w:pPr>
            <w:r>
              <w:rPr>
                <w:lang w:eastAsia="fi-FI"/>
              </w:rPr>
              <w:t>DC_</w:t>
            </w:r>
            <w:r>
              <w:rPr>
                <w:lang w:eastAsia="zh-CN"/>
              </w:rPr>
              <w:t>5</w:t>
            </w:r>
            <w:r>
              <w:rPr>
                <w:lang w:eastAsia="fi-FI"/>
              </w:rPr>
              <w:t>A_n12A</w:t>
            </w:r>
          </w:p>
        </w:tc>
        <w:tc>
          <w:tcPr>
            <w:tcW w:w="2738" w:type="dxa"/>
            <w:tcBorders>
              <w:top w:val="single" w:sz="4" w:space="0" w:color="auto"/>
              <w:left w:val="single" w:sz="4" w:space="0" w:color="auto"/>
              <w:bottom w:val="single" w:sz="4" w:space="0" w:color="auto"/>
              <w:right w:val="single" w:sz="4" w:space="0" w:color="auto"/>
            </w:tcBorders>
            <w:noWrap/>
            <w:hideMark/>
          </w:tcPr>
          <w:p w14:paraId="497C8066"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4856958E" w14:textId="77777777" w:rsidR="00D44AD9" w:rsidRDefault="00D44AD9" w:rsidP="00AC3FE8">
            <w:pPr>
              <w:pStyle w:val="TAC"/>
              <w:rPr>
                <w:lang w:eastAsia="zh-TW"/>
              </w:rPr>
            </w:pPr>
          </w:p>
        </w:tc>
      </w:tr>
      <w:tr w:rsidR="00D44AD9" w14:paraId="05BB38E7"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D02E322" w14:textId="77777777" w:rsidR="00D44AD9" w:rsidRDefault="00D44AD9" w:rsidP="00AC3FE8">
            <w:pPr>
              <w:pStyle w:val="TAC"/>
              <w:rPr>
                <w:lang w:eastAsia="zh-CN"/>
              </w:rPr>
            </w:pPr>
            <w:r>
              <w:rPr>
                <w:lang w:eastAsia="fi-FI"/>
              </w:rPr>
              <w:t>DC_</w:t>
            </w:r>
            <w:r>
              <w:rPr>
                <w:lang w:eastAsia="zh-CN"/>
              </w:rPr>
              <w:t>5</w:t>
            </w:r>
            <w:r>
              <w:rPr>
                <w:lang w:eastAsia="fi-FI"/>
              </w:rPr>
              <w:t>A_n38A</w:t>
            </w:r>
          </w:p>
        </w:tc>
        <w:tc>
          <w:tcPr>
            <w:tcW w:w="2280" w:type="dxa"/>
            <w:tcBorders>
              <w:top w:val="single" w:sz="4" w:space="0" w:color="auto"/>
              <w:left w:val="single" w:sz="4" w:space="0" w:color="auto"/>
              <w:bottom w:val="single" w:sz="4" w:space="0" w:color="auto"/>
              <w:right w:val="single" w:sz="4" w:space="0" w:color="auto"/>
            </w:tcBorders>
            <w:hideMark/>
          </w:tcPr>
          <w:p w14:paraId="22D08DFC" w14:textId="77777777" w:rsidR="00D44AD9" w:rsidRDefault="00D44AD9" w:rsidP="00AC3FE8">
            <w:pPr>
              <w:pStyle w:val="TAC"/>
              <w:rPr>
                <w:lang w:eastAsia="fi-FI"/>
              </w:rPr>
            </w:pPr>
            <w:r>
              <w:rPr>
                <w:lang w:eastAsia="fi-FI"/>
              </w:rPr>
              <w:t>DC_</w:t>
            </w:r>
            <w:r>
              <w:rPr>
                <w:lang w:eastAsia="zh-CN"/>
              </w:rPr>
              <w:t>5</w:t>
            </w:r>
            <w:r>
              <w:rPr>
                <w:lang w:eastAsia="fi-FI"/>
              </w:rPr>
              <w:t>A_n38A</w:t>
            </w:r>
          </w:p>
        </w:tc>
        <w:tc>
          <w:tcPr>
            <w:tcW w:w="2738" w:type="dxa"/>
            <w:tcBorders>
              <w:top w:val="single" w:sz="4" w:space="0" w:color="auto"/>
              <w:left w:val="single" w:sz="4" w:space="0" w:color="auto"/>
              <w:bottom w:val="single" w:sz="4" w:space="0" w:color="auto"/>
              <w:right w:val="single" w:sz="4" w:space="0" w:color="auto"/>
            </w:tcBorders>
            <w:noWrap/>
            <w:hideMark/>
          </w:tcPr>
          <w:p w14:paraId="35E3AF20" w14:textId="77777777" w:rsidR="00D44AD9" w:rsidRDefault="00D44AD9" w:rsidP="00AC3FE8">
            <w:pPr>
              <w:pStyle w:val="TAC"/>
              <w:rPr>
                <w:lang w:eastAsia="fi-FI"/>
              </w:rPr>
            </w:pPr>
            <w:r>
              <w:t>DC_</w:t>
            </w:r>
            <w:r>
              <w:rPr>
                <w:lang w:eastAsia="zh-CN"/>
              </w:rPr>
              <w:t>5</w:t>
            </w:r>
            <w:r>
              <w:t>_n38</w:t>
            </w:r>
          </w:p>
        </w:tc>
        <w:tc>
          <w:tcPr>
            <w:tcW w:w="2738" w:type="dxa"/>
            <w:tcBorders>
              <w:top w:val="single" w:sz="4" w:space="0" w:color="auto"/>
              <w:left w:val="single" w:sz="4" w:space="0" w:color="auto"/>
              <w:bottom w:val="single" w:sz="4" w:space="0" w:color="auto"/>
              <w:right w:val="single" w:sz="4" w:space="0" w:color="auto"/>
            </w:tcBorders>
          </w:tcPr>
          <w:p w14:paraId="7AC22966" w14:textId="77777777" w:rsidR="00D44AD9" w:rsidRDefault="00D44AD9" w:rsidP="00AC3FE8">
            <w:pPr>
              <w:pStyle w:val="TAC"/>
            </w:pPr>
          </w:p>
        </w:tc>
      </w:tr>
      <w:tr w:rsidR="00D44AD9" w14:paraId="03D71410"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A82995B" w14:textId="77777777" w:rsidR="00D44AD9" w:rsidRDefault="00D44AD9" w:rsidP="00AC3FE8">
            <w:pPr>
              <w:pStyle w:val="TAC"/>
              <w:rPr>
                <w:lang w:eastAsia="fi-FI"/>
              </w:rPr>
            </w:pPr>
            <w:r>
              <w:rPr>
                <w:lang w:eastAsia="fi-FI"/>
              </w:rPr>
              <w:t>DC_5A_n40A</w:t>
            </w:r>
          </w:p>
        </w:tc>
        <w:tc>
          <w:tcPr>
            <w:tcW w:w="2280" w:type="dxa"/>
            <w:tcBorders>
              <w:top w:val="single" w:sz="4" w:space="0" w:color="auto"/>
              <w:left w:val="single" w:sz="4" w:space="0" w:color="auto"/>
              <w:bottom w:val="single" w:sz="4" w:space="0" w:color="auto"/>
              <w:right w:val="single" w:sz="4" w:space="0" w:color="auto"/>
            </w:tcBorders>
            <w:hideMark/>
          </w:tcPr>
          <w:p w14:paraId="7F423509" w14:textId="77777777" w:rsidR="00D44AD9" w:rsidRDefault="00D44AD9" w:rsidP="00AC3FE8">
            <w:pPr>
              <w:pStyle w:val="TAC"/>
              <w:rPr>
                <w:lang w:eastAsia="fi-FI"/>
              </w:rPr>
            </w:pPr>
            <w:r>
              <w:rPr>
                <w:lang w:eastAsia="fi-FI"/>
              </w:rPr>
              <w:t>DC_5A_n40A</w:t>
            </w:r>
          </w:p>
        </w:tc>
        <w:tc>
          <w:tcPr>
            <w:tcW w:w="2738" w:type="dxa"/>
            <w:tcBorders>
              <w:top w:val="single" w:sz="4" w:space="0" w:color="auto"/>
              <w:left w:val="single" w:sz="4" w:space="0" w:color="auto"/>
              <w:bottom w:val="single" w:sz="4" w:space="0" w:color="auto"/>
              <w:right w:val="single" w:sz="4" w:space="0" w:color="auto"/>
            </w:tcBorders>
            <w:noWrap/>
            <w:hideMark/>
          </w:tcPr>
          <w:p w14:paraId="29F99993"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67856741" w14:textId="77777777" w:rsidR="00D44AD9" w:rsidRDefault="00D44AD9" w:rsidP="00AC3FE8">
            <w:pPr>
              <w:pStyle w:val="TAC"/>
              <w:rPr>
                <w:lang w:eastAsia="fi-FI"/>
              </w:rPr>
            </w:pPr>
          </w:p>
        </w:tc>
      </w:tr>
      <w:tr w:rsidR="00D44AD9" w14:paraId="7020E9DE"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D296F6B" w14:textId="77777777" w:rsidR="00D44AD9" w:rsidRDefault="00D44AD9" w:rsidP="00AC3FE8">
            <w:pPr>
              <w:pStyle w:val="TAC"/>
              <w:rPr>
                <w:lang w:eastAsia="zh-TW"/>
              </w:rPr>
            </w:pPr>
            <w:r>
              <w:rPr>
                <w:lang w:eastAsia="fi-FI"/>
              </w:rPr>
              <w:t>DC_5A_n48A</w:t>
            </w:r>
          </w:p>
          <w:p w14:paraId="69A45241" w14:textId="77777777" w:rsidR="00D44AD9" w:rsidRDefault="00D44AD9" w:rsidP="00AC3FE8">
            <w:pPr>
              <w:pStyle w:val="TAC"/>
              <w:rPr>
                <w:lang w:eastAsia="fi-FI"/>
              </w:rPr>
            </w:pPr>
            <w:r>
              <w:rPr>
                <w:lang w:eastAsia="zh-CN"/>
              </w:rPr>
              <w:t>DC_5A_n48B</w:t>
            </w:r>
          </w:p>
        </w:tc>
        <w:tc>
          <w:tcPr>
            <w:tcW w:w="2280" w:type="dxa"/>
            <w:tcBorders>
              <w:top w:val="single" w:sz="4" w:space="0" w:color="auto"/>
              <w:left w:val="single" w:sz="4" w:space="0" w:color="auto"/>
              <w:bottom w:val="single" w:sz="4" w:space="0" w:color="auto"/>
              <w:right w:val="single" w:sz="4" w:space="0" w:color="auto"/>
            </w:tcBorders>
            <w:hideMark/>
          </w:tcPr>
          <w:p w14:paraId="5FF48784" w14:textId="77777777" w:rsidR="00D44AD9" w:rsidRDefault="00D44AD9" w:rsidP="00AC3FE8">
            <w:pPr>
              <w:pStyle w:val="TAC"/>
              <w:rPr>
                <w:lang w:eastAsia="fi-FI"/>
              </w:rPr>
            </w:pPr>
            <w:r>
              <w:rPr>
                <w:lang w:eastAsia="fi-FI"/>
              </w:rPr>
              <w:t>DC_5A_n48A</w:t>
            </w:r>
          </w:p>
        </w:tc>
        <w:tc>
          <w:tcPr>
            <w:tcW w:w="2738" w:type="dxa"/>
            <w:tcBorders>
              <w:top w:val="single" w:sz="4" w:space="0" w:color="auto"/>
              <w:left w:val="single" w:sz="4" w:space="0" w:color="auto"/>
              <w:bottom w:val="single" w:sz="4" w:space="0" w:color="auto"/>
              <w:right w:val="single" w:sz="4" w:space="0" w:color="auto"/>
            </w:tcBorders>
            <w:noWrap/>
            <w:hideMark/>
          </w:tcPr>
          <w:p w14:paraId="42FFAF1D"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65EDD568" w14:textId="77777777" w:rsidR="00D44AD9" w:rsidRDefault="00D44AD9" w:rsidP="00AC3FE8">
            <w:pPr>
              <w:pStyle w:val="TAC"/>
              <w:rPr>
                <w:lang w:eastAsia="zh-TW"/>
              </w:rPr>
            </w:pPr>
          </w:p>
        </w:tc>
      </w:tr>
      <w:tr w:rsidR="00D44AD9" w14:paraId="6C156331"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9B8E9DA" w14:textId="77777777" w:rsidR="00D44AD9" w:rsidRDefault="00D44AD9" w:rsidP="00AC3FE8">
            <w:pPr>
              <w:pStyle w:val="TAC"/>
              <w:rPr>
                <w:lang w:eastAsia="zh-TW"/>
              </w:rPr>
            </w:pPr>
            <w:r>
              <w:rPr>
                <w:lang w:eastAsia="fi-FI"/>
              </w:rPr>
              <w:t>DC_5A_n66A</w:t>
            </w:r>
          </w:p>
          <w:p w14:paraId="05F021F2" w14:textId="77777777" w:rsidR="00D44AD9" w:rsidRDefault="00D44AD9" w:rsidP="00AC3FE8">
            <w:pPr>
              <w:pStyle w:val="TAC"/>
              <w:rPr>
                <w:lang w:eastAsia="fi-FI"/>
              </w:rPr>
            </w:pPr>
            <w:r>
              <w:rPr>
                <w:lang w:eastAsia="zh-TW"/>
              </w:rPr>
              <w:t>DC_5B_n66A</w:t>
            </w:r>
          </w:p>
        </w:tc>
        <w:tc>
          <w:tcPr>
            <w:tcW w:w="2280" w:type="dxa"/>
            <w:tcBorders>
              <w:top w:val="single" w:sz="4" w:space="0" w:color="auto"/>
              <w:left w:val="single" w:sz="4" w:space="0" w:color="auto"/>
              <w:bottom w:val="single" w:sz="4" w:space="0" w:color="auto"/>
              <w:right w:val="single" w:sz="4" w:space="0" w:color="auto"/>
            </w:tcBorders>
            <w:hideMark/>
          </w:tcPr>
          <w:p w14:paraId="6852FAE8" w14:textId="77777777" w:rsidR="00D44AD9" w:rsidRDefault="00D44AD9" w:rsidP="00AC3FE8">
            <w:pPr>
              <w:pStyle w:val="TAC"/>
              <w:rPr>
                <w:lang w:eastAsia="fi-FI"/>
              </w:rPr>
            </w:pPr>
            <w:r>
              <w:rPr>
                <w:lang w:eastAsia="fi-FI"/>
              </w:rPr>
              <w:t>DC_5A_n66A</w:t>
            </w:r>
          </w:p>
        </w:tc>
        <w:tc>
          <w:tcPr>
            <w:tcW w:w="2738" w:type="dxa"/>
            <w:tcBorders>
              <w:top w:val="single" w:sz="4" w:space="0" w:color="auto"/>
              <w:left w:val="single" w:sz="4" w:space="0" w:color="auto"/>
              <w:bottom w:val="single" w:sz="4" w:space="0" w:color="auto"/>
              <w:right w:val="single" w:sz="4" w:space="0" w:color="auto"/>
            </w:tcBorders>
            <w:noWrap/>
            <w:hideMark/>
          </w:tcPr>
          <w:p w14:paraId="527086BF" w14:textId="77777777" w:rsidR="00D44AD9" w:rsidRDefault="00D44AD9" w:rsidP="00AC3FE8">
            <w:pPr>
              <w:pStyle w:val="TAC"/>
              <w:rPr>
                <w:lang w:eastAsia="fi-FI"/>
              </w:rPr>
            </w:pPr>
            <w:r>
              <w:rPr>
                <w:lang w:eastAsia="fi-FI"/>
              </w:rPr>
              <w:t>DC_5_n66</w:t>
            </w:r>
          </w:p>
        </w:tc>
        <w:tc>
          <w:tcPr>
            <w:tcW w:w="2738" w:type="dxa"/>
            <w:tcBorders>
              <w:top w:val="single" w:sz="4" w:space="0" w:color="auto"/>
              <w:left w:val="single" w:sz="4" w:space="0" w:color="auto"/>
              <w:bottom w:val="single" w:sz="4" w:space="0" w:color="auto"/>
              <w:right w:val="single" w:sz="4" w:space="0" w:color="auto"/>
            </w:tcBorders>
          </w:tcPr>
          <w:p w14:paraId="41EE3FE1" w14:textId="77777777" w:rsidR="00D44AD9" w:rsidRDefault="00D44AD9" w:rsidP="00AC3FE8">
            <w:pPr>
              <w:pStyle w:val="TAC"/>
              <w:rPr>
                <w:lang w:eastAsia="fi-FI"/>
              </w:rPr>
            </w:pPr>
          </w:p>
        </w:tc>
      </w:tr>
      <w:tr w:rsidR="00D44AD9" w14:paraId="695F4FDF"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B8B4172" w14:textId="77777777" w:rsidR="00D44AD9" w:rsidRDefault="00D44AD9" w:rsidP="00AC3FE8">
            <w:pPr>
              <w:pStyle w:val="TAC"/>
              <w:rPr>
                <w:lang w:eastAsia="fi-FI"/>
              </w:rPr>
            </w:pPr>
            <w:r>
              <w:rPr>
                <w:rFonts w:cs="Arial"/>
                <w:color w:val="000000"/>
                <w:szCs w:val="18"/>
                <w:lang w:eastAsia="zh-CN"/>
              </w:rPr>
              <w:t>DC_5A-5A_n66A</w:t>
            </w:r>
          </w:p>
        </w:tc>
        <w:tc>
          <w:tcPr>
            <w:tcW w:w="2280" w:type="dxa"/>
            <w:tcBorders>
              <w:top w:val="single" w:sz="4" w:space="0" w:color="auto"/>
              <w:left w:val="single" w:sz="4" w:space="0" w:color="auto"/>
              <w:bottom w:val="single" w:sz="4" w:space="0" w:color="auto"/>
              <w:right w:val="single" w:sz="4" w:space="0" w:color="auto"/>
            </w:tcBorders>
            <w:hideMark/>
          </w:tcPr>
          <w:p w14:paraId="785A6297" w14:textId="77777777" w:rsidR="00D44AD9" w:rsidRDefault="00D44AD9" w:rsidP="00AC3FE8">
            <w:pPr>
              <w:pStyle w:val="TAC"/>
              <w:rPr>
                <w:lang w:eastAsia="fi-FI"/>
              </w:rPr>
            </w:pPr>
            <w:r>
              <w:rPr>
                <w:lang w:eastAsia="fi-FI"/>
              </w:rPr>
              <w:t>DC_5A_n66A</w:t>
            </w:r>
          </w:p>
        </w:tc>
        <w:tc>
          <w:tcPr>
            <w:tcW w:w="2738" w:type="dxa"/>
            <w:tcBorders>
              <w:top w:val="single" w:sz="4" w:space="0" w:color="auto"/>
              <w:left w:val="single" w:sz="4" w:space="0" w:color="auto"/>
              <w:bottom w:val="single" w:sz="4" w:space="0" w:color="auto"/>
              <w:right w:val="single" w:sz="4" w:space="0" w:color="auto"/>
            </w:tcBorders>
            <w:noWrap/>
            <w:hideMark/>
          </w:tcPr>
          <w:p w14:paraId="3E853331" w14:textId="77777777" w:rsidR="00D44AD9" w:rsidRDefault="00D44AD9" w:rsidP="00AC3FE8">
            <w:pPr>
              <w:pStyle w:val="TAC"/>
              <w:rPr>
                <w:lang w:eastAsia="fi-FI"/>
              </w:rPr>
            </w:pPr>
            <w:r>
              <w:rPr>
                <w:lang w:eastAsia="fi-FI"/>
              </w:rPr>
              <w:t>DC_5_n66</w:t>
            </w:r>
          </w:p>
        </w:tc>
        <w:tc>
          <w:tcPr>
            <w:tcW w:w="2738" w:type="dxa"/>
            <w:tcBorders>
              <w:top w:val="single" w:sz="4" w:space="0" w:color="auto"/>
              <w:left w:val="single" w:sz="4" w:space="0" w:color="auto"/>
              <w:bottom w:val="single" w:sz="4" w:space="0" w:color="auto"/>
              <w:right w:val="single" w:sz="4" w:space="0" w:color="auto"/>
            </w:tcBorders>
          </w:tcPr>
          <w:p w14:paraId="1709ADDA" w14:textId="77777777" w:rsidR="00D44AD9" w:rsidRDefault="00D44AD9" w:rsidP="00AC3FE8">
            <w:pPr>
              <w:pStyle w:val="TAC"/>
              <w:rPr>
                <w:lang w:eastAsia="fi-FI"/>
              </w:rPr>
            </w:pPr>
          </w:p>
        </w:tc>
      </w:tr>
      <w:tr w:rsidR="00D44AD9" w14:paraId="33533A0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8880963" w14:textId="77777777" w:rsidR="00D44AD9" w:rsidRDefault="00D44AD9" w:rsidP="00AC3FE8">
            <w:pPr>
              <w:pStyle w:val="TAC"/>
              <w:rPr>
                <w:lang w:eastAsia="fi-FI"/>
              </w:rPr>
            </w:pPr>
            <w:r>
              <w:rPr>
                <w:lang w:eastAsia="fi-FI"/>
              </w:rPr>
              <w:t>DC_</w:t>
            </w:r>
            <w:r>
              <w:rPr>
                <w:lang w:eastAsia="zh-CN"/>
              </w:rPr>
              <w:t>5</w:t>
            </w:r>
            <w:r>
              <w:rPr>
                <w:lang w:eastAsia="fi-FI"/>
              </w:rPr>
              <w:t>A_n</w:t>
            </w:r>
            <w:r>
              <w:rPr>
                <w:lang w:eastAsia="zh-CN"/>
              </w:rPr>
              <w:t>71</w:t>
            </w:r>
            <w:r>
              <w:rPr>
                <w:lang w:eastAsia="fi-FI"/>
              </w:rPr>
              <w:t>A</w:t>
            </w:r>
          </w:p>
        </w:tc>
        <w:tc>
          <w:tcPr>
            <w:tcW w:w="2280" w:type="dxa"/>
            <w:tcBorders>
              <w:top w:val="single" w:sz="4" w:space="0" w:color="auto"/>
              <w:left w:val="single" w:sz="4" w:space="0" w:color="auto"/>
              <w:bottom w:val="single" w:sz="4" w:space="0" w:color="auto"/>
              <w:right w:val="single" w:sz="4" w:space="0" w:color="auto"/>
            </w:tcBorders>
            <w:hideMark/>
          </w:tcPr>
          <w:p w14:paraId="65DCD99A" w14:textId="77777777" w:rsidR="00D44AD9" w:rsidRDefault="00D44AD9" w:rsidP="00AC3FE8">
            <w:pPr>
              <w:pStyle w:val="TAC"/>
              <w:rPr>
                <w:lang w:eastAsia="fi-FI"/>
              </w:rPr>
            </w:pPr>
            <w:r>
              <w:rPr>
                <w:lang w:eastAsia="fi-FI"/>
              </w:rPr>
              <w:t>DC_</w:t>
            </w:r>
            <w:r>
              <w:rPr>
                <w:lang w:eastAsia="zh-CN"/>
              </w:rPr>
              <w:t>5</w:t>
            </w:r>
            <w:r>
              <w:rPr>
                <w:lang w:eastAsia="fi-FI"/>
              </w:rPr>
              <w:t>A_n</w:t>
            </w:r>
            <w:r>
              <w:rPr>
                <w:lang w:eastAsia="zh-CN"/>
              </w:rPr>
              <w:t>71</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6494E373" w14:textId="77777777" w:rsidR="00D44AD9" w:rsidRDefault="00D44AD9" w:rsidP="00AC3FE8">
            <w:pPr>
              <w:pStyle w:val="TAC"/>
              <w:rPr>
                <w:lang w:eastAsia="fi-FI"/>
              </w:rPr>
            </w:pPr>
            <w:r>
              <w:rPr>
                <w:rFonts w:eastAsia="MS Mincho"/>
              </w:rPr>
              <w:t>No</w:t>
            </w:r>
          </w:p>
        </w:tc>
        <w:tc>
          <w:tcPr>
            <w:tcW w:w="2738" w:type="dxa"/>
            <w:tcBorders>
              <w:top w:val="single" w:sz="4" w:space="0" w:color="auto"/>
              <w:left w:val="single" w:sz="4" w:space="0" w:color="auto"/>
              <w:bottom w:val="single" w:sz="4" w:space="0" w:color="auto"/>
              <w:right w:val="single" w:sz="4" w:space="0" w:color="auto"/>
            </w:tcBorders>
          </w:tcPr>
          <w:p w14:paraId="3EE6B24E" w14:textId="77777777" w:rsidR="00D44AD9" w:rsidRDefault="00D44AD9" w:rsidP="00AC3FE8">
            <w:pPr>
              <w:pStyle w:val="TAC"/>
              <w:rPr>
                <w:rFonts w:eastAsia="MS Mincho"/>
              </w:rPr>
            </w:pPr>
          </w:p>
        </w:tc>
      </w:tr>
      <w:tr w:rsidR="00D44AD9" w14:paraId="6E78712E"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AE5A9EF" w14:textId="77777777" w:rsidR="00D44AD9" w:rsidRDefault="00D44AD9" w:rsidP="00AC3FE8">
            <w:pPr>
              <w:pStyle w:val="TAC"/>
              <w:rPr>
                <w:lang w:eastAsia="fi-FI"/>
              </w:rPr>
            </w:pPr>
            <w:r>
              <w:rPr>
                <w:lang w:eastAsia="fi-FI"/>
              </w:rPr>
              <w:t>DC_5A_n78A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77B500AD" w14:textId="77777777" w:rsidR="00D44AD9" w:rsidRDefault="00D44AD9" w:rsidP="00AC3FE8">
            <w:pPr>
              <w:pStyle w:val="TAC"/>
              <w:rPr>
                <w:lang w:eastAsia="fi-FI"/>
              </w:rPr>
            </w:pPr>
            <w:r>
              <w:rPr>
                <w:lang w:eastAsia="fi-FI"/>
              </w:rPr>
              <w:t>DC_5A_n78A</w:t>
            </w:r>
          </w:p>
        </w:tc>
        <w:tc>
          <w:tcPr>
            <w:tcW w:w="2738" w:type="dxa"/>
            <w:tcBorders>
              <w:top w:val="single" w:sz="4" w:space="0" w:color="auto"/>
              <w:left w:val="single" w:sz="4" w:space="0" w:color="auto"/>
              <w:bottom w:val="single" w:sz="4" w:space="0" w:color="auto"/>
              <w:right w:val="single" w:sz="4" w:space="0" w:color="auto"/>
            </w:tcBorders>
            <w:noWrap/>
            <w:hideMark/>
          </w:tcPr>
          <w:p w14:paraId="75E7D84B"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5A61A15E" w14:textId="77777777" w:rsidR="00D44AD9" w:rsidRDefault="00D44AD9" w:rsidP="00AC3FE8">
            <w:pPr>
              <w:pStyle w:val="TAC"/>
              <w:rPr>
                <w:lang w:eastAsia="fi-FI"/>
              </w:rPr>
            </w:pPr>
            <w:r>
              <w:rPr>
                <w:lang w:eastAsia="zh-CN"/>
              </w:rPr>
              <w:t>No</w:t>
            </w:r>
          </w:p>
        </w:tc>
      </w:tr>
      <w:tr w:rsidR="00D44AD9" w14:paraId="40CFEA78"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D9AF058" w14:textId="77777777" w:rsidR="00D44AD9" w:rsidRDefault="00D44AD9" w:rsidP="00AC3FE8">
            <w:pPr>
              <w:pStyle w:val="TAC"/>
              <w:rPr>
                <w:lang w:eastAsia="fi-FI"/>
              </w:rPr>
            </w:pPr>
            <w:r>
              <w:rPr>
                <w:lang w:eastAsia="fi-FI"/>
              </w:rPr>
              <w:t>DC_5A_n78(2A)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5C03128B" w14:textId="77777777" w:rsidR="00D44AD9" w:rsidRDefault="00D44AD9" w:rsidP="00AC3FE8">
            <w:pPr>
              <w:pStyle w:val="TAC"/>
              <w:rPr>
                <w:lang w:eastAsia="fi-FI"/>
              </w:rPr>
            </w:pPr>
            <w:r>
              <w:rPr>
                <w:lang w:eastAsia="fi-FI"/>
              </w:rPr>
              <w:t>DC_5A_n78A</w:t>
            </w:r>
          </w:p>
        </w:tc>
        <w:tc>
          <w:tcPr>
            <w:tcW w:w="2738" w:type="dxa"/>
            <w:tcBorders>
              <w:top w:val="single" w:sz="4" w:space="0" w:color="auto"/>
              <w:left w:val="single" w:sz="4" w:space="0" w:color="auto"/>
              <w:bottom w:val="single" w:sz="4" w:space="0" w:color="auto"/>
              <w:right w:val="single" w:sz="4" w:space="0" w:color="auto"/>
            </w:tcBorders>
            <w:noWrap/>
            <w:hideMark/>
          </w:tcPr>
          <w:p w14:paraId="7CEB4FA2"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6A5B04B1" w14:textId="77777777" w:rsidR="00D44AD9" w:rsidRDefault="00D44AD9" w:rsidP="00AC3FE8">
            <w:pPr>
              <w:pStyle w:val="TAC"/>
              <w:rPr>
                <w:lang w:eastAsia="fi-FI"/>
              </w:rPr>
            </w:pPr>
            <w:r>
              <w:rPr>
                <w:lang w:eastAsia="zh-CN"/>
              </w:rPr>
              <w:t>No</w:t>
            </w:r>
          </w:p>
        </w:tc>
      </w:tr>
      <w:tr w:rsidR="00D44AD9" w14:paraId="190FB7EB"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362D437" w14:textId="77777777" w:rsidR="00D44AD9" w:rsidRDefault="00D44AD9" w:rsidP="00AC3FE8">
            <w:pPr>
              <w:pStyle w:val="TAC"/>
              <w:rPr>
                <w:lang w:eastAsia="fi-FI"/>
              </w:rPr>
            </w:pPr>
            <w:r>
              <w:t>DC_5A_n79A</w:t>
            </w:r>
          </w:p>
        </w:tc>
        <w:tc>
          <w:tcPr>
            <w:tcW w:w="2280" w:type="dxa"/>
            <w:tcBorders>
              <w:top w:val="single" w:sz="4" w:space="0" w:color="auto"/>
              <w:left w:val="single" w:sz="4" w:space="0" w:color="auto"/>
              <w:bottom w:val="single" w:sz="4" w:space="0" w:color="auto"/>
              <w:right w:val="single" w:sz="4" w:space="0" w:color="auto"/>
            </w:tcBorders>
            <w:hideMark/>
          </w:tcPr>
          <w:p w14:paraId="0173F490" w14:textId="77777777" w:rsidR="00D44AD9" w:rsidRDefault="00D44AD9" w:rsidP="00AC3FE8">
            <w:pPr>
              <w:pStyle w:val="TAC"/>
              <w:rPr>
                <w:lang w:eastAsia="fi-FI"/>
              </w:rPr>
            </w:pPr>
            <w:r>
              <w:t>DC_5A_n79A</w:t>
            </w:r>
          </w:p>
        </w:tc>
        <w:tc>
          <w:tcPr>
            <w:tcW w:w="2738" w:type="dxa"/>
            <w:tcBorders>
              <w:top w:val="single" w:sz="4" w:space="0" w:color="auto"/>
              <w:left w:val="single" w:sz="4" w:space="0" w:color="auto"/>
              <w:bottom w:val="single" w:sz="4" w:space="0" w:color="auto"/>
              <w:right w:val="single" w:sz="4" w:space="0" w:color="auto"/>
            </w:tcBorders>
            <w:noWrap/>
            <w:hideMark/>
          </w:tcPr>
          <w:p w14:paraId="5879DCBA" w14:textId="77777777" w:rsidR="00D44AD9" w:rsidRDefault="00D44AD9" w:rsidP="00AC3FE8">
            <w:pPr>
              <w:pStyle w:val="TAC"/>
              <w:rPr>
                <w:lang w:eastAsia="fi-FI"/>
              </w:rPr>
            </w:pPr>
            <w:r>
              <w:rPr>
                <w:rFonts w:eastAsia="MS Mincho"/>
              </w:rPr>
              <w:t>No</w:t>
            </w:r>
          </w:p>
        </w:tc>
        <w:tc>
          <w:tcPr>
            <w:tcW w:w="2738" w:type="dxa"/>
            <w:tcBorders>
              <w:top w:val="single" w:sz="4" w:space="0" w:color="auto"/>
              <w:left w:val="single" w:sz="4" w:space="0" w:color="auto"/>
              <w:bottom w:val="single" w:sz="4" w:space="0" w:color="auto"/>
              <w:right w:val="single" w:sz="4" w:space="0" w:color="auto"/>
            </w:tcBorders>
            <w:hideMark/>
          </w:tcPr>
          <w:p w14:paraId="5615B00D" w14:textId="77777777" w:rsidR="00D44AD9" w:rsidRDefault="00D44AD9" w:rsidP="00AC3FE8">
            <w:pPr>
              <w:pStyle w:val="TAC"/>
              <w:rPr>
                <w:rFonts w:eastAsia="MS Mincho"/>
              </w:rPr>
            </w:pPr>
            <w:r>
              <w:rPr>
                <w:lang w:eastAsia="zh-CN"/>
              </w:rPr>
              <w:t>No</w:t>
            </w:r>
          </w:p>
        </w:tc>
      </w:tr>
      <w:tr w:rsidR="00D44AD9" w14:paraId="627E3E48"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B0F7A02" w14:textId="77777777" w:rsidR="00D44AD9" w:rsidRDefault="00D44AD9" w:rsidP="00AC3FE8">
            <w:pPr>
              <w:pStyle w:val="TAC"/>
              <w:rPr>
                <w:lang w:eastAsia="zh-TW"/>
              </w:rPr>
            </w:pPr>
            <w:r>
              <w:t>DC_7A_n1A</w:t>
            </w:r>
          </w:p>
          <w:p w14:paraId="6BC844B6" w14:textId="77777777" w:rsidR="00D44AD9" w:rsidRDefault="00D44AD9" w:rsidP="00AC3FE8">
            <w:pPr>
              <w:pStyle w:val="TAC"/>
              <w:rPr>
                <w:lang w:eastAsia="fi-FI"/>
              </w:rPr>
            </w:pPr>
            <w:r>
              <w:rPr>
                <w:szCs w:val="18"/>
                <w:lang w:eastAsia="fi-FI"/>
              </w:rPr>
              <w:t>DC_</w:t>
            </w:r>
            <w:r>
              <w:rPr>
                <w:szCs w:val="18"/>
                <w:lang w:eastAsia="zh-CN"/>
              </w:rPr>
              <w:t>7C_n1A</w:t>
            </w:r>
          </w:p>
        </w:tc>
        <w:tc>
          <w:tcPr>
            <w:tcW w:w="2280" w:type="dxa"/>
            <w:tcBorders>
              <w:top w:val="single" w:sz="4" w:space="0" w:color="auto"/>
              <w:left w:val="single" w:sz="4" w:space="0" w:color="auto"/>
              <w:bottom w:val="single" w:sz="4" w:space="0" w:color="auto"/>
              <w:right w:val="single" w:sz="4" w:space="0" w:color="auto"/>
            </w:tcBorders>
            <w:hideMark/>
          </w:tcPr>
          <w:p w14:paraId="7D00FDD6" w14:textId="77777777" w:rsidR="00D44AD9" w:rsidRDefault="00D44AD9" w:rsidP="00AC3FE8">
            <w:pPr>
              <w:pStyle w:val="TAC"/>
              <w:rPr>
                <w:lang w:eastAsia="zh-TW"/>
              </w:rPr>
            </w:pPr>
            <w:r>
              <w:t>DC_7A_n1A</w:t>
            </w:r>
          </w:p>
          <w:p w14:paraId="2A170789" w14:textId="77777777" w:rsidR="00D44AD9" w:rsidRDefault="00D44AD9" w:rsidP="00AC3FE8">
            <w:pPr>
              <w:pStyle w:val="TAC"/>
              <w:rPr>
                <w:lang w:eastAsia="fi-FI"/>
              </w:rPr>
            </w:pPr>
            <w:r>
              <w:rPr>
                <w:szCs w:val="18"/>
                <w:lang w:eastAsia="fi-FI"/>
              </w:rPr>
              <w:t>DC_</w:t>
            </w:r>
            <w:r>
              <w:rPr>
                <w:szCs w:val="18"/>
                <w:lang w:eastAsia="zh-CN"/>
              </w:rPr>
              <w:t>7C_n1A</w:t>
            </w:r>
          </w:p>
        </w:tc>
        <w:tc>
          <w:tcPr>
            <w:tcW w:w="2738" w:type="dxa"/>
            <w:tcBorders>
              <w:top w:val="single" w:sz="4" w:space="0" w:color="auto"/>
              <w:left w:val="single" w:sz="4" w:space="0" w:color="auto"/>
              <w:bottom w:val="single" w:sz="4" w:space="0" w:color="auto"/>
              <w:right w:val="single" w:sz="4" w:space="0" w:color="auto"/>
            </w:tcBorders>
            <w:noWrap/>
            <w:hideMark/>
          </w:tcPr>
          <w:p w14:paraId="5088D1EF"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2BEA9C63" w14:textId="77777777" w:rsidR="00D44AD9" w:rsidRDefault="00D44AD9" w:rsidP="00AC3FE8">
            <w:pPr>
              <w:pStyle w:val="TAC"/>
              <w:rPr>
                <w:lang w:eastAsia="zh-TW"/>
              </w:rPr>
            </w:pPr>
          </w:p>
        </w:tc>
      </w:tr>
      <w:tr w:rsidR="00D44AD9" w14:paraId="1E63419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0283277" w14:textId="77777777" w:rsidR="00D44AD9" w:rsidRDefault="00D44AD9" w:rsidP="00AC3FE8">
            <w:pPr>
              <w:pStyle w:val="TAC"/>
              <w:rPr>
                <w:lang w:eastAsia="fi-FI"/>
              </w:rPr>
            </w:pPr>
            <w:r>
              <w:t>DC_7A-7A_n1A</w:t>
            </w:r>
          </w:p>
        </w:tc>
        <w:tc>
          <w:tcPr>
            <w:tcW w:w="2280" w:type="dxa"/>
            <w:tcBorders>
              <w:top w:val="single" w:sz="4" w:space="0" w:color="auto"/>
              <w:left w:val="single" w:sz="4" w:space="0" w:color="auto"/>
              <w:bottom w:val="single" w:sz="4" w:space="0" w:color="auto"/>
              <w:right w:val="single" w:sz="4" w:space="0" w:color="auto"/>
            </w:tcBorders>
            <w:hideMark/>
          </w:tcPr>
          <w:p w14:paraId="4124BEB2" w14:textId="77777777" w:rsidR="00D44AD9" w:rsidRDefault="00D44AD9" w:rsidP="00AC3FE8">
            <w:pPr>
              <w:pStyle w:val="TAC"/>
              <w:rPr>
                <w:lang w:eastAsia="fi-FI"/>
              </w:rPr>
            </w:pPr>
            <w:r>
              <w:t>DC_7A_n1A</w:t>
            </w:r>
          </w:p>
        </w:tc>
        <w:tc>
          <w:tcPr>
            <w:tcW w:w="2738" w:type="dxa"/>
            <w:tcBorders>
              <w:top w:val="single" w:sz="4" w:space="0" w:color="auto"/>
              <w:left w:val="single" w:sz="4" w:space="0" w:color="auto"/>
              <w:bottom w:val="single" w:sz="4" w:space="0" w:color="auto"/>
              <w:right w:val="single" w:sz="4" w:space="0" w:color="auto"/>
            </w:tcBorders>
            <w:noWrap/>
            <w:hideMark/>
          </w:tcPr>
          <w:p w14:paraId="39B486BC"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5DA1AC7E" w14:textId="77777777" w:rsidR="00D44AD9" w:rsidRDefault="00D44AD9" w:rsidP="00AC3FE8">
            <w:pPr>
              <w:pStyle w:val="TAC"/>
              <w:rPr>
                <w:lang w:eastAsia="zh-TW"/>
              </w:rPr>
            </w:pPr>
          </w:p>
        </w:tc>
      </w:tr>
      <w:tr w:rsidR="00D44AD9" w14:paraId="68E2070E"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0D7A281" w14:textId="77777777" w:rsidR="00D44AD9" w:rsidRDefault="00D44AD9" w:rsidP="00AC3FE8">
            <w:pPr>
              <w:pStyle w:val="TAC"/>
              <w:rPr>
                <w:lang w:eastAsia="zh-TW"/>
              </w:rPr>
            </w:pPr>
            <w:r>
              <w:rPr>
                <w:lang w:eastAsia="fi-FI"/>
              </w:rPr>
              <w:t>DC_</w:t>
            </w:r>
            <w:r>
              <w:rPr>
                <w:lang w:eastAsia="zh-CN"/>
              </w:rPr>
              <w:t>7A_n3A</w:t>
            </w:r>
          </w:p>
          <w:p w14:paraId="4B82239A" w14:textId="77777777" w:rsidR="00D44AD9" w:rsidRDefault="00D44AD9" w:rsidP="00AC3FE8">
            <w:pPr>
              <w:pStyle w:val="TAC"/>
            </w:pPr>
            <w:r>
              <w:rPr>
                <w:szCs w:val="18"/>
                <w:lang w:eastAsia="fi-FI"/>
              </w:rPr>
              <w:t>DC_</w:t>
            </w:r>
            <w:r>
              <w:rPr>
                <w:szCs w:val="18"/>
                <w:lang w:eastAsia="zh-CN"/>
              </w:rPr>
              <w:t>7C_n3A</w:t>
            </w:r>
          </w:p>
        </w:tc>
        <w:tc>
          <w:tcPr>
            <w:tcW w:w="2280" w:type="dxa"/>
            <w:tcBorders>
              <w:top w:val="single" w:sz="4" w:space="0" w:color="auto"/>
              <w:left w:val="single" w:sz="4" w:space="0" w:color="auto"/>
              <w:bottom w:val="single" w:sz="4" w:space="0" w:color="auto"/>
              <w:right w:val="single" w:sz="4" w:space="0" w:color="auto"/>
            </w:tcBorders>
            <w:hideMark/>
          </w:tcPr>
          <w:p w14:paraId="5A9CA4A2" w14:textId="77777777" w:rsidR="00D44AD9" w:rsidRDefault="00D44AD9" w:rsidP="00AC3FE8">
            <w:pPr>
              <w:pStyle w:val="TAC"/>
              <w:rPr>
                <w:lang w:eastAsia="zh-TW"/>
              </w:rPr>
            </w:pPr>
            <w:r>
              <w:rPr>
                <w:lang w:eastAsia="fi-FI"/>
              </w:rPr>
              <w:t>DC_</w:t>
            </w:r>
            <w:r>
              <w:rPr>
                <w:lang w:eastAsia="zh-CN"/>
              </w:rPr>
              <w:t>7A_n3A</w:t>
            </w:r>
          </w:p>
          <w:p w14:paraId="4664C4F3" w14:textId="77777777" w:rsidR="00D44AD9" w:rsidRDefault="00D44AD9" w:rsidP="00AC3FE8">
            <w:pPr>
              <w:pStyle w:val="TAC"/>
            </w:pPr>
            <w:r>
              <w:rPr>
                <w:szCs w:val="18"/>
                <w:lang w:eastAsia="fi-FI"/>
              </w:rPr>
              <w:t>DC_</w:t>
            </w:r>
            <w:r>
              <w:rPr>
                <w:szCs w:val="18"/>
                <w:lang w:eastAsia="zh-CN"/>
              </w:rPr>
              <w:t>7C_n3A</w:t>
            </w:r>
          </w:p>
        </w:tc>
        <w:tc>
          <w:tcPr>
            <w:tcW w:w="2738" w:type="dxa"/>
            <w:tcBorders>
              <w:top w:val="single" w:sz="4" w:space="0" w:color="auto"/>
              <w:left w:val="single" w:sz="4" w:space="0" w:color="auto"/>
              <w:bottom w:val="single" w:sz="4" w:space="0" w:color="auto"/>
              <w:right w:val="single" w:sz="4" w:space="0" w:color="auto"/>
            </w:tcBorders>
            <w:noWrap/>
            <w:hideMark/>
          </w:tcPr>
          <w:p w14:paraId="22E47FE9" w14:textId="77777777" w:rsidR="00D44AD9" w:rsidRDefault="00D44AD9" w:rsidP="00AC3FE8">
            <w:pPr>
              <w:pStyle w:val="TAC"/>
              <w:rPr>
                <w:lang w:eastAsia="zh-TW"/>
              </w:rPr>
            </w:pPr>
            <w:r>
              <w:t>No</w:t>
            </w:r>
          </w:p>
        </w:tc>
        <w:tc>
          <w:tcPr>
            <w:tcW w:w="2738" w:type="dxa"/>
            <w:tcBorders>
              <w:top w:val="single" w:sz="4" w:space="0" w:color="auto"/>
              <w:left w:val="single" w:sz="4" w:space="0" w:color="auto"/>
              <w:bottom w:val="single" w:sz="4" w:space="0" w:color="auto"/>
              <w:right w:val="single" w:sz="4" w:space="0" w:color="auto"/>
            </w:tcBorders>
          </w:tcPr>
          <w:p w14:paraId="330BDB1F" w14:textId="77777777" w:rsidR="00D44AD9" w:rsidRDefault="00D44AD9" w:rsidP="00AC3FE8">
            <w:pPr>
              <w:pStyle w:val="TAC"/>
            </w:pPr>
          </w:p>
        </w:tc>
      </w:tr>
      <w:tr w:rsidR="00D44AD9" w14:paraId="5E13DCC4"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2359946" w14:textId="77777777" w:rsidR="00D44AD9" w:rsidRDefault="00D44AD9" w:rsidP="00AC3FE8">
            <w:pPr>
              <w:pStyle w:val="TAC"/>
              <w:rPr>
                <w:lang w:eastAsia="zh-CN"/>
              </w:rPr>
            </w:pPr>
            <w:r>
              <w:rPr>
                <w:lang w:eastAsia="fi-FI"/>
              </w:rPr>
              <w:t>DC_</w:t>
            </w:r>
            <w:r>
              <w:rPr>
                <w:lang w:eastAsia="zh-CN"/>
              </w:rPr>
              <w:t>7A_n5A</w:t>
            </w:r>
          </w:p>
          <w:p w14:paraId="1D45EF91" w14:textId="77777777" w:rsidR="00D44AD9" w:rsidRDefault="00D44AD9" w:rsidP="00AC3FE8">
            <w:pPr>
              <w:pStyle w:val="TAC"/>
              <w:rPr>
                <w:lang w:eastAsia="fi-FI"/>
              </w:rPr>
            </w:pPr>
            <w:r>
              <w:rPr>
                <w:lang w:eastAsia="fi-FI"/>
              </w:rPr>
              <w:t>DC_</w:t>
            </w:r>
            <w:r>
              <w:rPr>
                <w:lang w:eastAsia="zh-CN"/>
              </w:rPr>
              <w:t>7C_n5A</w:t>
            </w:r>
          </w:p>
        </w:tc>
        <w:tc>
          <w:tcPr>
            <w:tcW w:w="2280" w:type="dxa"/>
            <w:tcBorders>
              <w:top w:val="single" w:sz="4" w:space="0" w:color="auto"/>
              <w:left w:val="single" w:sz="4" w:space="0" w:color="auto"/>
              <w:bottom w:val="single" w:sz="4" w:space="0" w:color="auto"/>
              <w:right w:val="single" w:sz="4" w:space="0" w:color="auto"/>
            </w:tcBorders>
            <w:hideMark/>
          </w:tcPr>
          <w:p w14:paraId="1F045F0D" w14:textId="77777777" w:rsidR="00D44AD9" w:rsidRDefault="00D44AD9" w:rsidP="00AC3FE8">
            <w:pPr>
              <w:pStyle w:val="TAC"/>
              <w:rPr>
                <w:lang w:eastAsia="zh-CN"/>
              </w:rPr>
            </w:pPr>
            <w:r>
              <w:rPr>
                <w:lang w:eastAsia="fi-FI"/>
              </w:rPr>
              <w:t>DC_</w:t>
            </w:r>
            <w:r>
              <w:rPr>
                <w:lang w:eastAsia="zh-CN"/>
              </w:rPr>
              <w:t>7A_n5A</w:t>
            </w:r>
          </w:p>
          <w:p w14:paraId="05BF333E" w14:textId="77777777" w:rsidR="00D44AD9" w:rsidRDefault="00D44AD9" w:rsidP="00AC3FE8">
            <w:pPr>
              <w:pStyle w:val="TAC"/>
              <w:rPr>
                <w:lang w:eastAsia="fi-FI"/>
              </w:rPr>
            </w:pPr>
            <w:r>
              <w:rPr>
                <w:lang w:eastAsia="fi-FI"/>
              </w:rPr>
              <w:t>DC_</w:t>
            </w:r>
            <w:r>
              <w:rPr>
                <w:lang w:eastAsia="zh-CN"/>
              </w:rPr>
              <w:t>7C_n5A</w:t>
            </w:r>
          </w:p>
        </w:tc>
        <w:tc>
          <w:tcPr>
            <w:tcW w:w="2738" w:type="dxa"/>
            <w:tcBorders>
              <w:top w:val="single" w:sz="4" w:space="0" w:color="auto"/>
              <w:left w:val="single" w:sz="4" w:space="0" w:color="auto"/>
              <w:bottom w:val="single" w:sz="4" w:space="0" w:color="auto"/>
              <w:right w:val="single" w:sz="4" w:space="0" w:color="auto"/>
            </w:tcBorders>
            <w:noWrap/>
            <w:hideMark/>
          </w:tcPr>
          <w:p w14:paraId="131D89DF" w14:textId="77777777" w:rsidR="00D44AD9" w:rsidRDefault="00D44AD9" w:rsidP="00AC3FE8">
            <w:pPr>
              <w:pStyle w:val="TAC"/>
              <w:rPr>
                <w:lang w:eastAsia="fi-FI"/>
              </w:rPr>
            </w:pPr>
            <w:r>
              <w:t>DC_</w:t>
            </w:r>
            <w:r>
              <w:rPr>
                <w:lang w:eastAsia="zh-CN"/>
              </w:rPr>
              <w:t>7_n5</w:t>
            </w:r>
          </w:p>
        </w:tc>
        <w:tc>
          <w:tcPr>
            <w:tcW w:w="2738" w:type="dxa"/>
            <w:tcBorders>
              <w:top w:val="single" w:sz="4" w:space="0" w:color="auto"/>
              <w:left w:val="single" w:sz="4" w:space="0" w:color="auto"/>
              <w:bottom w:val="single" w:sz="4" w:space="0" w:color="auto"/>
              <w:right w:val="single" w:sz="4" w:space="0" w:color="auto"/>
            </w:tcBorders>
          </w:tcPr>
          <w:p w14:paraId="6F3EFA43" w14:textId="77777777" w:rsidR="00D44AD9" w:rsidRDefault="00D44AD9" w:rsidP="00AC3FE8">
            <w:pPr>
              <w:pStyle w:val="TAC"/>
            </w:pPr>
          </w:p>
        </w:tc>
      </w:tr>
      <w:tr w:rsidR="00D44AD9" w14:paraId="23A68D0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B0931EE" w14:textId="77777777" w:rsidR="00D44AD9" w:rsidRDefault="00D44AD9" w:rsidP="00AC3FE8">
            <w:pPr>
              <w:pStyle w:val="TAC"/>
              <w:rPr>
                <w:lang w:eastAsia="fi-FI"/>
              </w:rPr>
            </w:pPr>
            <w:r>
              <w:rPr>
                <w:lang w:eastAsia="fi-FI"/>
              </w:rPr>
              <w:t>DC_7A-7A_n5A</w:t>
            </w:r>
          </w:p>
        </w:tc>
        <w:tc>
          <w:tcPr>
            <w:tcW w:w="2280" w:type="dxa"/>
            <w:tcBorders>
              <w:top w:val="single" w:sz="4" w:space="0" w:color="auto"/>
              <w:left w:val="single" w:sz="4" w:space="0" w:color="auto"/>
              <w:bottom w:val="single" w:sz="4" w:space="0" w:color="auto"/>
              <w:right w:val="single" w:sz="4" w:space="0" w:color="auto"/>
            </w:tcBorders>
            <w:hideMark/>
          </w:tcPr>
          <w:p w14:paraId="6ACD526C" w14:textId="77777777" w:rsidR="00D44AD9" w:rsidRDefault="00D44AD9" w:rsidP="00AC3FE8">
            <w:pPr>
              <w:pStyle w:val="TAC"/>
              <w:rPr>
                <w:lang w:eastAsia="fi-FI"/>
              </w:rPr>
            </w:pPr>
            <w:r>
              <w:rPr>
                <w:lang w:eastAsia="fi-FI"/>
              </w:rPr>
              <w:t>DC_</w:t>
            </w:r>
            <w:r>
              <w:rPr>
                <w:lang w:eastAsia="zh-CN"/>
              </w:rPr>
              <w:t>7A_n5A</w:t>
            </w:r>
          </w:p>
        </w:tc>
        <w:tc>
          <w:tcPr>
            <w:tcW w:w="2738" w:type="dxa"/>
            <w:tcBorders>
              <w:top w:val="single" w:sz="4" w:space="0" w:color="auto"/>
              <w:left w:val="single" w:sz="4" w:space="0" w:color="auto"/>
              <w:bottom w:val="single" w:sz="4" w:space="0" w:color="auto"/>
              <w:right w:val="single" w:sz="4" w:space="0" w:color="auto"/>
            </w:tcBorders>
            <w:noWrap/>
            <w:hideMark/>
          </w:tcPr>
          <w:p w14:paraId="61DFE6B4" w14:textId="77777777" w:rsidR="00D44AD9" w:rsidRDefault="00D44AD9" w:rsidP="00AC3FE8">
            <w:pPr>
              <w:pStyle w:val="TAC"/>
            </w:pPr>
            <w:r>
              <w:t>DC_</w:t>
            </w:r>
            <w:r>
              <w:rPr>
                <w:lang w:eastAsia="zh-CN"/>
              </w:rPr>
              <w:t>7_n5</w:t>
            </w:r>
          </w:p>
        </w:tc>
        <w:tc>
          <w:tcPr>
            <w:tcW w:w="2738" w:type="dxa"/>
            <w:tcBorders>
              <w:top w:val="single" w:sz="4" w:space="0" w:color="auto"/>
              <w:left w:val="single" w:sz="4" w:space="0" w:color="auto"/>
              <w:bottom w:val="single" w:sz="4" w:space="0" w:color="auto"/>
              <w:right w:val="single" w:sz="4" w:space="0" w:color="auto"/>
            </w:tcBorders>
          </w:tcPr>
          <w:p w14:paraId="65A26FC4" w14:textId="77777777" w:rsidR="00D44AD9" w:rsidRDefault="00D44AD9" w:rsidP="00AC3FE8">
            <w:pPr>
              <w:pStyle w:val="TAC"/>
            </w:pPr>
          </w:p>
        </w:tc>
      </w:tr>
      <w:tr w:rsidR="00D44AD9" w14:paraId="550F14F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77CB1FD" w14:textId="77777777" w:rsidR="00D44AD9" w:rsidRDefault="00D44AD9" w:rsidP="00AC3FE8">
            <w:pPr>
              <w:pStyle w:val="TAC"/>
              <w:rPr>
                <w:lang w:eastAsia="fi-FI"/>
              </w:rPr>
            </w:pPr>
            <w:r>
              <w:rPr>
                <w:lang w:eastAsia="fi-FI"/>
              </w:rPr>
              <w:t>DC_7A_n8A</w:t>
            </w:r>
          </w:p>
        </w:tc>
        <w:tc>
          <w:tcPr>
            <w:tcW w:w="2280" w:type="dxa"/>
            <w:tcBorders>
              <w:top w:val="single" w:sz="4" w:space="0" w:color="auto"/>
              <w:left w:val="single" w:sz="4" w:space="0" w:color="auto"/>
              <w:bottom w:val="single" w:sz="4" w:space="0" w:color="auto"/>
              <w:right w:val="single" w:sz="4" w:space="0" w:color="auto"/>
            </w:tcBorders>
            <w:hideMark/>
          </w:tcPr>
          <w:p w14:paraId="15C50118" w14:textId="77777777" w:rsidR="00D44AD9" w:rsidRDefault="00D44AD9" w:rsidP="00AC3FE8">
            <w:pPr>
              <w:pStyle w:val="TAC"/>
              <w:rPr>
                <w:lang w:eastAsia="fi-FI"/>
              </w:rPr>
            </w:pPr>
            <w:r>
              <w:rPr>
                <w:lang w:eastAsia="fi-FI"/>
              </w:rPr>
              <w:t>DC_7A_n8A</w:t>
            </w:r>
          </w:p>
        </w:tc>
        <w:tc>
          <w:tcPr>
            <w:tcW w:w="2738" w:type="dxa"/>
            <w:tcBorders>
              <w:top w:val="single" w:sz="4" w:space="0" w:color="auto"/>
              <w:left w:val="single" w:sz="4" w:space="0" w:color="auto"/>
              <w:bottom w:val="single" w:sz="4" w:space="0" w:color="auto"/>
              <w:right w:val="single" w:sz="4" w:space="0" w:color="auto"/>
            </w:tcBorders>
            <w:noWrap/>
            <w:hideMark/>
          </w:tcPr>
          <w:p w14:paraId="41C7A273" w14:textId="77777777" w:rsidR="00D44AD9" w:rsidRDefault="00D44AD9" w:rsidP="00AC3FE8">
            <w:pPr>
              <w:pStyle w:val="TAC"/>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22B0007A" w14:textId="77777777" w:rsidR="00D44AD9" w:rsidRDefault="00D44AD9" w:rsidP="00AC3FE8">
            <w:pPr>
              <w:pStyle w:val="TAC"/>
              <w:rPr>
                <w:lang w:eastAsia="fi-FI"/>
              </w:rPr>
            </w:pPr>
          </w:p>
        </w:tc>
      </w:tr>
      <w:tr w:rsidR="00D44AD9" w14:paraId="1404B16E"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EA46754" w14:textId="77777777" w:rsidR="00D44AD9" w:rsidRDefault="00D44AD9" w:rsidP="00AC3FE8">
            <w:pPr>
              <w:pStyle w:val="TAC"/>
              <w:rPr>
                <w:lang w:eastAsia="fi-FI"/>
              </w:rPr>
            </w:pPr>
            <w:r>
              <w:t>DC_7A-7A_n78A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441CD74F" w14:textId="77777777" w:rsidR="00D44AD9" w:rsidRDefault="00D44AD9" w:rsidP="00AC3FE8">
            <w:pPr>
              <w:pStyle w:val="TAC"/>
              <w:rPr>
                <w:lang w:eastAsia="fi-FI"/>
              </w:rPr>
            </w:pPr>
            <w:r>
              <w:t>DC_7A_n78A</w:t>
            </w:r>
          </w:p>
        </w:tc>
        <w:tc>
          <w:tcPr>
            <w:tcW w:w="2738" w:type="dxa"/>
            <w:tcBorders>
              <w:top w:val="single" w:sz="4" w:space="0" w:color="auto"/>
              <w:left w:val="single" w:sz="4" w:space="0" w:color="auto"/>
              <w:bottom w:val="single" w:sz="4" w:space="0" w:color="auto"/>
              <w:right w:val="single" w:sz="4" w:space="0" w:color="auto"/>
            </w:tcBorders>
            <w:noWrap/>
            <w:hideMark/>
          </w:tcPr>
          <w:p w14:paraId="217CCAB7"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4B79A03A" w14:textId="77777777" w:rsidR="00D44AD9" w:rsidRDefault="00D44AD9" w:rsidP="00AC3FE8">
            <w:pPr>
              <w:pStyle w:val="TAC"/>
              <w:rPr>
                <w:lang w:eastAsia="fi-FI"/>
              </w:rPr>
            </w:pPr>
          </w:p>
        </w:tc>
      </w:tr>
      <w:tr w:rsidR="00D44AD9" w14:paraId="4150079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3179311" w14:textId="77777777" w:rsidR="00D44AD9" w:rsidRDefault="00D44AD9" w:rsidP="00AC3FE8">
            <w:pPr>
              <w:pStyle w:val="TAC"/>
            </w:pPr>
            <w:r>
              <w:rPr>
                <w:noProof/>
              </w:rPr>
              <w:t>DC_7A-7A_n78(2A)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0A71BF4E" w14:textId="77777777" w:rsidR="00D44AD9" w:rsidRDefault="00D44AD9" w:rsidP="00AC3FE8">
            <w:pPr>
              <w:pStyle w:val="TAC"/>
            </w:pPr>
            <w:r>
              <w:t>DC_7A_n78A</w:t>
            </w:r>
          </w:p>
        </w:tc>
        <w:tc>
          <w:tcPr>
            <w:tcW w:w="2738" w:type="dxa"/>
            <w:tcBorders>
              <w:top w:val="single" w:sz="4" w:space="0" w:color="auto"/>
              <w:left w:val="single" w:sz="4" w:space="0" w:color="auto"/>
              <w:bottom w:val="single" w:sz="4" w:space="0" w:color="auto"/>
              <w:right w:val="single" w:sz="4" w:space="0" w:color="auto"/>
            </w:tcBorders>
            <w:noWrap/>
            <w:hideMark/>
          </w:tcPr>
          <w:p w14:paraId="48C4DBCB"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4330C706" w14:textId="77777777" w:rsidR="00D44AD9" w:rsidRDefault="00D44AD9" w:rsidP="00AC3FE8">
            <w:pPr>
              <w:pStyle w:val="TAC"/>
              <w:rPr>
                <w:lang w:eastAsia="fi-FI"/>
              </w:rPr>
            </w:pPr>
          </w:p>
        </w:tc>
      </w:tr>
      <w:tr w:rsidR="00D44AD9" w14:paraId="5C93CEF0"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63F5670" w14:textId="77777777" w:rsidR="00D44AD9" w:rsidRDefault="00D44AD9" w:rsidP="00AC3FE8">
            <w:pPr>
              <w:pStyle w:val="TAC"/>
              <w:rPr>
                <w:lang w:eastAsia="fi-FI"/>
              </w:rPr>
            </w:pPr>
            <w:r>
              <w:rPr>
                <w:lang w:eastAsia="fi-FI"/>
              </w:rPr>
              <w:t>DC_7A_n20A</w:t>
            </w:r>
          </w:p>
        </w:tc>
        <w:tc>
          <w:tcPr>
            <w:tcW w:w="2280" w:type="dxa"/>
            <w:tcBorders>
              <w:top w:val="single" w:sz="4" w:space="0" w:color="auto"/>
              <w:left w:val="single" w:sz="4" w:space="0" w:color="auto"/>
              <w:bottom w:val="single" w:sz="4" w:space="0" w:color="auto"/>
              <w:right w:val="single" w:sz="4" w:space="0" w:color="auto"/>
            </w:tcBorders>
            <w:hideMark/>
          </w:tcPr>
          <w:p w14:paraId="36E3DDD4" w14:textId="77777777" w:rsidR="00D44AD9" w:rsidRDefault="00D44AD9" w:rsidP="00AC3FE8">
            <w:pPr>
              <w:pStyle w:val="TAC"/>
              <w:rPr>
                <w:lang w:eastAsia="fi-FI"/>
              </w:rPr>
            </w:pPr>
            <w:r>
              <w:rPr>
                <w:lang w:eastAsia="fi-FI"/>
              </w:rPr>
              <w:t>DC_7A_n20A</w:t>
            </w:r>
          </w:p>
        </w:tc>
        <w:tc>
          <w:tcPr>
            <w:tcW w:w="2738" w:type="dxa"/>
            <w:tcBorders>
              <w:top w:val="single" w:sz="4" w:space="0" w:color="auto"/>
              <w:left w:val="single" w:sz="4" w:space="0" w:color="auto"/>
              <w:bottom w:val="single" w:sz="4" w:space="0" w:color="auto"/>
              <w:right w:val="single" w:sz="4" w:space="0" w:color="auto"/>
            </w:tcBorders>
            <w:noWrap/>
            <w:hideMark/>
          </w:tcPr>
          <w:p w14:paraId="5EC1F15E" w14:textId="77777777" w:rsidR="00D44AD9" w:rsidRDefault="00D44AD9" w:rsidP="00AC3FE8">
            <w:pPr>
              <w:pStyle w:val="TAC"/>
              <w:rPr>
                <w:lang w:eastAsia="zh-TW"/>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51559DCE" w14:textId="77777777" w:rsidR="00D44AD9" w:rsidRDefault="00D44AD9" w:rsidP="00AC3FE8">
            <w:pPr>
              <w:pStyle w:val="TAC"/>
              <w:rPr>
                <w:lang w:eastAsia="zh-TW"/>
              </w:rPr>
            </w:pPr>
          </w:p>
        </w:tc>
      </w:tr>
      <w:tr w:rsidR="00D44AD9" w14:paraId="7C2A0E7C"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D76A4A1" w14:textId="77777777" w:rsidR="00D44AD9" w:rsidRDefault="00D44AD9" w:rsidP="00AC3FE8">
            <w:pPr>
              <w:pStyle w:val="TAC"/>
              <w:rPr>
                <w:lang w:eastAsia="fi-FI"/>
              </w:rPr>
            </w:pPr>
            <w:r>
              <w:rPr>
                <w:lang w:eastAsia="fi-FI"/>
              </w:rPr>
              <w:t>DC_7A_n28A</w:t>
            </w:r>
          </w:p>
          <w:p w14:paraId="3B968D5B" w14:textId="77777777" w:rsidR="00D44AD9" w:rsidRDefault="00D44AD9" w:rsidP="00AC3FE8">
            <w:pPr>
              <w:pStyle w:val="TAC"/>
              <w:rPr>
                <w:lang w:eastAsia="fi-FI"/>
              </w:rPr>
            </w:pPr>
            <w:r>
              <w:rPr>
                <w:lang w:eastAsia="fi-FI"/>
              </w:rPr>
              <w:t>DC_7C_n28A</w:t>
            </w:r>
          </w:p>
        </w:tc>
        <w:tc>
          <w:tcPr>
            <w:tcW w:w="2280" w:type="dxa"/>
            <w:tcBorders>
              <w:top w:val="single" w:sz="4" w:space="0" w:color="auto"/>
              <w:left w:val="single" w:sz="4" w:space="0" w:color="auto"/>
              <w:bottom w:val="single" w:sz="4" w:space="0" w:color="auto"/>
              <w:right w:val="single" w:sz="4" w:space="0" w:color="auto"/>
            </w:tcBorders>
            <w:hideMark/>
          </w:tcPr>
          <w:p w14:paraId="19B99FDF" w14:textId="77777777" w:rsidR="00D44AD9" w:rsidRDefault="00D44AD9" w:rsidP="00AC3FE8">
            <w:pPr>
              <w:pStyle w:val="TAC"/>
              <w:rPr>
                <w:lang w:eastAsia="fi-FI"/>
              </w:rPr>
            </w:pPr>
            <w:r>
              <w:rPr>
                <w:lang w:eastAsia="fi-FI"/>
              </w:rPr>
              <w:t>DC_7A_n28A</w:t>
            </w:r>
          </w:p>
          <w:p w14:paraId="0136F041" w14:textId="77777777" w:rsidR="00D44AD9" w:rsidRDefault="00D44AD9" w:rsidP="00AC3FE8">
            <w:pPr>
              <w:pStyle w:val="TAC"/>
              <w:rPr>
                <w:lang w:eastAsia="fi-FI"/>
              </w:rPr>
            </w:pPr>
            <w:r>
              <w:rPr>
                <w:lang w:eastAsia="fi-FI"/>
              </w:rPr>
              <w:t>DC_7C_n28A</w:t>
            </w:r>
          </w:p>
        </w:tc>
        <w:tc>
          <w:tcPr>
            <w:tcW w:w="2738" w:type="dxa"/>
            <w:tcBorders>
              <w:top w:val="single" w:sz="4" w:space="0" w:color="auto"/>
              <w:left w:val="single" w:sz="4" w:space="0" w:color="auto"/>
              <w:bottom w:val="single" w:sz="4" w:space="0" w:color="auto"/>
              <w:right w:val="single" w:sz="4" w:space="0" w:color="auto"/>
            </w:tcBorders>
            <w:noWrap/>
            <w:hideMark/>
          </w:tcPr>
          <w:p w14:paraId="33AB909B"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57D75D7B" w14:textId="77777777" w:rsidR="00D44AD9" w:rsidRDefault="00D44AD9" w:rsidP="00AC3FE8">
            <w:pPr>
              <w:pStyle w:val="TAC"/>
              <w:rPr>
                <w:lang w:eastAsia="fi-FI"/>
              </w:rPr>
            </w:pPr>
          </w:p>
        </w:tc>
      </w:tr>
      <w:tr w:rsidR="00D44AD9" w14:paraId="21A9D5ED"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47AA8A0" w14:textId="77777777" w:rsidR="00D44AD9" w:rsidRDefault="00D44AD9" w:rsidP="00AC3FE8">
            <w:pPr>
              <w:pStyle w:val="TAC"/>
              <w:rPr>
                <w:lang w:eastAsia="zh-TW"/>
              </w:rPr>
            </w:pPr>
            <w:r>
              <w:rPr>
                <w:lang w:eastAsia="zh-TW"/>
              </w:rPr>
              <w:t>DC_7A_n40A</w:t>
            </w:r>
          </w:p>
        </w:tc>
        <w:tc>
          <w:tcPr>
            <w:tcW w:w="2280" w:type="dxa"/>
            <w:tcBorders>
              <w:top w:val="single" w:sz="4" w:space="0" w:color="auto"/>
              <w:left w:val="single" w:sz="4" w:space="0" w:color="auto"/>
              <w:bottom w:val="single" w:sz="4" w:space="0" w:color="auto"/>
              <w:right w:val="single" w:sz="4" w:space="0" w:color="auto"/>
            </w:tcBorders>
            <w:hideMark/>
          </w:tcPr>
          <w:p w14:paraId="20A3EC73" w14:textId="77777777" w:rsidR="00D44AD9" w:rsidRDefault="00D44AD9" w:rsidP="00AC3FE8">
            <w:pPr>
              <w:pStyle w:val="TAC"/>
              <w:rPr>
                <w:lang w:eastAsia="fi-FI"/>
              </w:rPr>
            </w:pPr>
            <w:r>
              <w:rPr>
                <w:lang w:eastAsia="zh-TW"/>
              </w:rPr>
              <w:t>DC_7A_n40A</w:t>
            </w:r>
          </w:p>
        </w:tc>
        <w:tc>
          <w:tcPr>
            <w:tcW w:w="2738" w:type="dxa"/>
            <w:tcBorders>
              <w:top w:val="single" w:sz="4" w:space="0" w:color="auto"/>
              <w:left w:val="single" w:sz="4" w:space="0" w:color="auto"/>
              <w:bottom w:val="single" w:sz="4" w:space="0" w:color="auto"/>
              <w:right w:val="single" w:sz="4" w:space="0" w:color="auto"/>
            </w:tcBorders>
            <w:noWrap/>
            <w:hideMark/>
          </w:tcPr>
          <w:p w14:paraId="4BB2C806" w14:textId="77777777" w:rsidR="00D44AD9" w:rsidRDefault="00D44AD9" w:rsidP="00AC3FE8">
            <w:pPr>
              <w:pStyle w:val="TAC"/>
              <w:rPr>
                <w:lang w:eastAsia="zh-TW"/>
              </w:rPr>
            </w:pPr>
            <w:r>
              <w:rPr>
                <w:lang w:eastAsia="zh-TW"/>
              </w:rPr>
              <w:t>Yes</w:t>
            </w:r>
          </w:p>
        </w:tc>
        <w:tc>
          <w:tcPr>
            <w:tcW w:w="2738" w:type="dxa"/>
            <w:tcBorders>
              <w:top w:val="single" w:sz="4" w:space="0" w:color="auto"/>
              <w:left w:val="single" w:sz="4" w:space="0" w:color="auto"/>
              <w:bottom w:val="single" w:sz="4" w:space="0" w:color="auto"/>
              <w:right w:val="single" w:sz="4" w:space="0" w:color="auto"/>
            </w:tcBorders>
          </w:tcPr>
          <w:p w14:paraId="24B07CA0" w14:textId="77777777" w:rsidR="00D44AD9" w:rsidRDefault="00D44AD9" w:rsidP="00AC3FE8">
            <w:pPr>
              <w:pStyle w:val="TAC"/>
              <w:rPr>
                <w:lang w:eastAsia="zh-TW"/>
              </w:rPr>
            </w:pPr>
          </w:p>
        </w:tc>
      </w:tr>
      <w:tr w:rsidR="00D44AD9" w14:paraId="5374AB3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B80A9BC" w14:textId="77777777" w:rsidR="00D44AD9" w:rsidRDefault="00D44AD9" w:rsidP="00AC3FE8">
            <w:pPr>
              <w:pStyle w:val="TAC"/>
              <w:rPr>
                <w:lang w:eastAsia="fi-FI"/>
              </w:rPr>
            </w:pPr>
            <w:r>
              <w:rPr>
                <w:lang w:eastAsia="fi-FI"/>
              </w:rPr>
              <w:t>DC_7A_n51A</w:t>
            </w:r>
          </w:p>
        </w:tc>
        <w:tc>
          <w:tcPr>
            <w:tcW w:w="2280" w:type="dxa"/>
            <w:tcBorders>
              <w:top w:val="single" w:sz="4" w:space="0" w:color="auto"/>
              <w:left w:val="single" w:sz="4" w:space="0" w:color="auto"/>
              <w:bottom w:val="single" w:sz="4" w:space="0" w:color="auto"/>
              <w:right w:val="single" w:sz="4" w:space="0" w:color="auto"/>
            </w:tcBorders>
            <w:hideMark/>
          </w:tcPr>
          <w:p w14:paraId="61FC5375" w14:textId="77777777" w:rsidR="00D44AD9" w:rsidRDefault="00D44AD9" w:rsidP="00AC3FE8">
            <w:pPr>
              <w:pStyle w:val="TAC"/>
              <w:rPr>
                <w:lang w:eastAsia="fi-FI"/>
              </w:rPr>
            </w:pPr>
            <w:r>
              <w:rPr>
                <w:lang w:eastAsia="fi-FI"/>
              </w:rPr>
              <w:t>DC_7A_n51A</w:t>
            </w:r>
          </w:p>
        </w:tc>
        <w:tc>
          <w:tcPr>
            <w:tcW w:w="2738" w:type="dxa"/>
            <w:tcBorders>
              <w:top w:val="single" w:sz="4" w:space="0" w:color="auto"/>
              <w:left w:val="single" w:sz="4" w:space="0" w:color="auto"/>
              <w:bottom w:val="single" w:sz="4" w:space="0" w:color="auto"/>
              <w:right w:val="single" w:sz="4" w:space="0" w:color="auto"/>
            </w:tcBorders>
            <w:noWrap/>
            <w:hideMark/>
          </w:tcPr>
          <w:p w14:paraId="281A9841"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1F4FCCE8" w14:textId="77777777" w:rsidR="00D44AD9" w:rsidRDefault="00D44AD9" w:rsidP="00AC3FE8">
            <w:pPr>
              <w:pStyle w:val="TAC"/>
              <w:rPr>
                <w:lang w:eastAsia="fi-FI"/>
              </w:rPr>
            </w:pPr>
          </w:p>
        </w:tc>
      </w:tr>
      <w:tr w:rsidR="00D44AD9" w14:paraId="626C068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DD902AB" w14:textId="77777777" w:rsidR="00D44AD9" w:rsidRDefault="00D44AD9" w:rsidP="00AC3FE8">
            <w:pPr>
              <w:pStyle w:val="TAC"/>
              <w:rPr>
                <w:lang w:eastAsia="zh-TW"/>
              </w:rPr>
            </w:pPr>
            <w:r>
              <w:rPr>
                <w:lang w:eastAsia="fi-FI"/>
              </w:rPr>
              <w:lastRenderedPageBreak/>
              <w:t>DC_</w:t>
            </w:r>
            <w:r>
              <w:rPr>
                <w:lang w:eastAsia="zh-CN"/>
              </w:rPr>
              <w:t>7</w:t>
            </w:r>
            <w:r>
              <w:rPr>
                <w:lang w:eastAsia="fi-FI"/>
              </w:rPr>
              <w:t>A_n</w:t>
            </w:r>
            <w:r>
              <w:rPr>
                <w:lang w:eastAsia="zh-CN"/>
              </w:rPr>
              <w:t>66</w:t>
            </w:r>
            <w:r>
              <w:rPr>
                <w:lang w:eastAsia="zh-TW"/>
              </w:rPr>
              <w:t>A</w:t>
            </w:r>
          </w:p>
          <w:p w14:paraId="494841F9" w14:textId="77777777" w:rsidR="00D44AD9" w:rsidRDefault="00D44AD9" w:rsidP="00AC3FE8">
            <w:pPr>
              <w:pStyle w:val="TAC"/>
              <w:rPr>
                <w:lang w:eastAsia="fi-FI"/>
              </w:rPr>
            </w:pPr>
            <w:r>
              <w:rPr>
                <w:lang w:eastAsia="fi-FI"/>
              </w:rPr>
              <w:t>DC_</w:t>
            </w:r>
            <w:r>
              <w:rPr>
                <w:lang w:eastAsia="zh-CN"/>
              </w:rPr>
              <w:t>7</w:t>
            </w:r>
            <w:r>
              <w:rPr>
                <w:lang w:eastAsia="fi-FI"/>
              </w:rPr>
              <w:t>C_n</w:t>
            </w:r>
            <w:r>
              <w:rPr>
                <w:lang w:eastAsia="zh-CN"/>
              </w:rPr>
              <w:t>66</w:t>
            </w:r>
            <w:r>
              <w:rPr>
                <w:lang w:eastAsia="zh-TW"/>
              </w:rPr>
              <w:t>A</w:t>
            </w:r>
          </w:p>
        </w:tc>
        <w:tc>
          <w:tcPr>
            <w:tcW w:w="2280" w:type="dxa"/>
            <w:tcBorders>
              <w:top w:val="single" w:sz="4" w:space="0" w:color="auto"/>
              <w:left w:val="single" w:sz="4" w:space="0" w:color="auto"/>
              <w:bottom w:val="single" w:sz="4" w:space="0" w:color="auto"/>
              <w:right w:val="single" w:sz="4" w:space="0" w:color="auto"/>
            </w:tcBorders>
            <w:hideMark/>
          </w:tcPr>
          <w:p w14:paraId="7417BDDA" w14:textId="77777777" w:rsidR="00D44AD9" w:rsidRDefault="00D44AD9" w:rsidP="00AC3FE8">
            <w:pPr>
              <w:pStyle w:val="TAC"/>
              <w:rPr>
                <w:lang w:eastAsia="fi-FI"/>
              </w:rPr>
            </w:pPr>
            <w:r>
              <w:rPr>
                <w:lang w:eastAsia="fi-FI"/>
              </w:rPr>
              <w:t>DC_</w:t>
            </w:r>
            <w:r>
              <w:rPr>
                <w:lang w:eastAsia="zh-CN"/>
              </w:rPr>
              <w:t>7</w:t>
            </w:r>
            <w:r>
              <w:rPr>
                <w:lang w:eastAsia="fi-FI"/>
              </w:rPr>
              <w:t>A_n</w:t>
            </w:r>
            <w:r>
              <w:rPr>
                <w:lang w:eastAsia="zh-CN"/>
              </w:rPr>
              <w:t>66</w:t>
            </w:r>
            <w:r>
              <w:rPr>
                <w:lang w:eastAsia="zh-TW"/>
              </w:rPr>
              <w:t>A</w:t>
            </w:r>
          </w:p>
        </w:tc>
        <w:tc>
          <w:tcPr>
            <w:tcW w:w="2738" w:type="dxa"/>
            <w:tcBorders>
              <w:top w:val="single" w:sz="4" w:space="0" w:color="auto"/>
              <w:left w:val="single" w:sz="4" w:space="0" w:color="auto"/>
              <w:bottom w:val="single" w:sz="4" w:space="0" w:color="auto"/>
              <w:right w:val="single" w:sz="4" w:space="0" w:color="auto"/>
            </w:tcBorders>
            <w:noWrap/>
            <w:hideMark/>
          </w:tcPr>
          <w:p w14:paraId="4DDB5093" w14:textId="77777777" w:rsidR="00D44AD9" w:rsidRDefault="00D44AD9" w:rsidP="00AC3FE8">
            <w:pPr>
              <w:pStyle w:val="TAC"/>
              <w:rPr>
                <w:lang w:eastAsia="fi-FI"/>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71AF0552" w14:textId="77777777" w:rsidR="00D44AD9" w:rsidRDefault="00D44AD9" w:rsidP="00AC3FE8">
            <w:pPr>
              <w:pStyle w:val="TAC"/>
              <w:rPr>
                <w:lang w:eastAsia="ja-JP"/>
              </w:rPr>
            </w:pPr>
          </w:p>
        </w:tc>
      </w:tr>
      <w:tr w:rsidR="00D44AD9" w14:paraId="0E1EAF4F"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5439766" w14:textId="77777777" w:rsidR="00D44AD9" w:rsidRDefault="00D44AD9" w:rsidP="00AC3FE8">
            <w:pPr>
              <w:pStyle w:val="TAC"/>
              <w:rPr>
                <w:lang w:eastAsia="fi-FI"/>
              </w:rPr>
            </w:pPr>
            <w:r>
              <w:rPr>
                <w:lang w:eastAsia="fi-FI"/>
              </w:rPr>
              <w:t>DC_</w:t>
            </w:r>
            <w:r>
              <w:rPr>
                <w:lang w:eastAsia="zh-CN"/>
              </w:rPr>
              <w:t>7</w:t>
            </w:r>
            <w:r>
              <w:rPr>
                <w:lang w:eastAsia="fi-FI"/>
              </w:rPr>
              <w:t>A-7A_n</w:t>
            </w:r>
            <w:r>
              <w:rPr>
                <w:lang w:eastAsia="zh-CN"/>
              </w:rPr>
              <w:t>66</w:t>
            </w:r>
            <w:r>
              <w:rPr>
                <w:lang w:eastAsia="zh-TW"/>
              </w:rPr>
              <w:t>A</w:t>
            </w:r>
          </w:p>
        </w:tc>
        <w:tc>
          <w:tcPr>
            <w:tcW w:w="2280" w:type="dxa"/>
            <w:tcBorders>
              <w:top w:val="single" w:sz="4" w:space="0" w:color="auto"/>
              <w:left w:val="single" w:sz="4" w:space="0" w:color="auto"/>
              <w:bottom w:val="single" w:sz="4" w:space="0" w:color="auto"/>
              <w:right w:val="single" w:sz="4" w:space="0" w:color="auto"/>
            </w:tcBorders>
            <w:hideMark/>
          </w:tcPr>
          <w:p w14:paraId="6D1417E4" w14:textId="77777777" w:rsidR="00D44AD9" w:rsidRDefault="00D44AD9" w:rsidP="00AC3FE8">
            <w:pPr>
              <w:pStyle w:val="TAC"/>
              <w:rPr>
                <w:lang w:eastAsia="fi-FI"/>
              </w:rPr>
            </w:pPr>
            <w:r>
              <w:rPr>
                <w:lang w:eastAsia="fi-FI"/>
              </w:rPr>
              <w:t>DC_</w:t>
            </w:r>
            <w:r>
              <w:rPr>
                <w:lang w:eastAsia="zh-CN"/>
              </w:rPr>
              <w:t>7</w:t>
            </w:r>
            <w:r>
              <w:rPr>
                <w:lang w:eastAsia="fi-FI"/>
              </w:rPr>
              <w:t>A_n</w:t>
            </w:r>
            <w:r>
              <w:rPr>
                <w:lang w:eastAsia="zh-CN"/>
              </w:rPr>
              <w:t>66</w:t>
            </w:r>
            <w:r>
              <w:rPr>
                <w:lang w:eastAsia="zh-TW"/>
              </w:rPr>
              <w:t>A</w:t>
            </w:r>
          </w:p>
        </w:tc>
        <w:tc>
          <w:tcPr>
            <w:tcW w:w="2738" w:type="dxa"/>
            <w:tcBorders>
              <w:top w:val="single" w:sz="4" w:space="0" w:color="auto"/>
              <w:left w:val="single" w:sz="4" w:space="0" w:color="auto"/>
              <w:bottom w:val="single" w:sz="4" w:space="0" w:color="auto"/>
              <w:right w:val="single" w:sz="4" w:space="0" w:color="auto"/>
            </w:tcBorders>
            <w:noWrap/>
            <w:hideMark/>
          </w:tcPr>
          <w:p w14:paraId="36E57EFD" w14:textId="77777777" w:rsidR="00D44AD9" w:rsidRDefault="00D44AD9" w:rsidP="00AC3FE8">
            <w:pPr>
              <w:pStyle w:val="TAC"/>
              <w:rPr>
                <w:lang w:eastAsia="fi-FI"/>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1D457ED0" w14:textId="77777777" w:rsidR="00D44AD9" w:rsidRDefault="00D44AD9" w:rsidP="00AC3FE8">
            <w:pPr>
              <w:pStyle w:val="TAC"/>
              <w:rPr>
                <w:lang w:eastAsia="ja-JP"/>
              </w:rPr>
            </w:pPr>
          </w:p>
        </w:tc>
      </w:tr>
      <w:tr w:rsidR="00D44AD9" w14:paraId="6673E571"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A381096" w14:textId="77777777" w:rsidR="00D44AD9" w:rsidRDefault="00D44AD9" w:rsidP="00AC3FE8">
            <w:pPr>
              <w:pStyle w:val="TAC"/>
              <w:rPr>
                <w:lang w:eastAsia="fi-FI"/>
              </w:rPr>
            </w:pPr>
            <w:r>
              <w:rPr>
                <w:lang w:eastAsia="fi-FI"/>
              </w:rPr>
              <w:t>DC_7A_n71A</w:t>
            </w:r>
          </w:p>
        </w:tc>
        <w:tc>
          <w:tcPr>
            <w:tcW w:w="2280" w:type="dxa"/>
            <w:tcBorders>
              <w:top w:val="single" w:sz="4" w:space="0" w:color="auto"/>
              <w:left w:val="single" w:sz="4" w:space="0" w:color="auto"/>
              <w:bottom w:val="single" w:sz="4" w:space="0" w:color="auto"/>
              <w:right w:val="single" w:sz="4" w:space="0" w:color="auto"/>
            </w:tcBorders>
            <w:hideMark/>
          </w:tcPr>
          <w:p w14:paraId="63E12EBF" w14:textId="77777777" w:rsidR="00D44AD9" w:rsidRDefault="00D44AD9" w:rsidP="00AC3FE8">
            <w:pPr>
              <w:pStyle w:val="TAC"/>
              <w:rPr>
                <w:lang w:eastAsia="fi-FI"/>
              </w:rPr>
            </w:pPr>
            <w:r>
              <w:rPr>
                <w:lang w:eastAsia="fi-FI"/>
              </w:rPr>
              <w:t>DC_7A_n71A</w:t>
            </w:r>
          </w:p>
        </w:tc>
        <w:tc>
          <w:tcPr>
            <w:tcW w:w="2738" w:type="dxa"/>
            <w:tcBorders>
              <w:top w:val="single" w:sz="4" w:space="0" w:color="auto"/>
              <w:left w:val="single" w:sz="4" w:space="0" w:color="auto"/>
              <w:bottom w:val="single" w:sz="4" w:space="0" w:color="auto"/>
              <w:right w:val="single" w:sz="4" w:space="0" w:color="auto"/>
            </w:tcBorders>
            <w:noWrap/>
            <w:hideMark/>
          </w:tcPr>
          <w:p w14:paraId="50CB3093" w14:textId="77777777" w:rsidR="00D44AD9" w:rsidRDefault="00D44AD9" w:rsidP="00AC3FE8">
            <w:pPr>
              <w:pStyle w:val="TAC"/>
              <w:rPr>
                <w:lang w:eastAsia="fi-FI"/>
              </w:rPr>
            </w:pPr>
            <w:r>
              <w:t>No</w:t>
            </w:r>
          </w:p>
        </w:tc>
        <w:tc>
          <w:tcPr>
            <w:tcW w:w="2738" w:type="dxa"/>
            <w:tcBorders>
              <w:top w:val="single" w:sz="4" w:space="0" w:color="auto"/>
              <w:left w:val="single" w:sz="4" w:space="0" w:color="auto"/>
              <w:bottom w:val="single" w:sz="4" w:space="0" w:color="auto"/>
              <w:right w:val="single" w:sz="4" w:space="0" w:color="auto"/>
            </w:tcBorders>
          </w:tcPr>
          <w:p w14:paraId="1E13536B" w14:textId="77777777" w:rsidR="00D44AD9" w:rsidRDefault="00D44AD9" w:rsidP="00AC3FE8">
            <w:pPr>
              <w:pStyle w:val="TAC"/>
            </w:pPr>
          </w:p>
        </w:tc>
      </w:tr>
      <w:tr w:rsidR="00D44AD9" w14:paraId="5C481BC7"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7361B63" w14:textId="77777777" w:rsidR="00D44AD9" w:rsidRDefault="00D44AD9" w:rsidP="00AC3FE8">
            <w:pPr>
              <w:pStyle w:val="TAC"/>
              <w:rPr>
                <w:lang w:eastAsia="fi-FI"/>
              </w:rPr>
            </w:pPr>
            <w:r>
              <w:rPr>
                <w:lang w:eastAsia="fi-FI"/>
              </w:rPr>
              <w:t>DC_7A_n77A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41C557B1" w14:textId="77777777" w:rsidR="00D44AD9" w:rsidRDefault="00D44AD9" w:rsidP="00AC3FE8">
            <w:pPr>
              <w:pStyle w:val="TAC"/>
              <w:rPr>
                <w:lang w:eastAsia="fi-FI"/>
              </w:rPr>
            </w:pPr>
            <w:r>
              <w:rPr>
                <w:lang w:eastAsia="fi-FI"/>
              </w:rPr>
              <w:t>DC_7A_n77A</w:t>
            </w:r>
          </w:p>
        </w:tc>
        <w:tc>
          <w:tcPr>
            <w:tcW w:w="2738" w:type="dxa"/>
            <w:tcBorders>
              <w:top w:val="single" w:sz="4" w:space="0" w:color="auto"/>
              <w:left w:val="single" w:sz="4" w:space="0" w:color="auto"/>
              <w:bottom w:val="single" w:sz="4" w:space="0" w:color="auto"/>
              <w:right w:val="single" w:sz="4" w:space="0" w:color="auto"/>
            </w:tcBorders>
            <w:noWrap/>
            <w:hideMark/>
          </w:tcPr>
          <w:p w14:paraId="4AC1FA04" w14:textId="77777777" w:rsidR="00D44AD9" w:rsidRDefault="00D44AD9" w:rsidP="00AC3FE8">
            <w:pPr>
              <w:pStyle w:val="TAC"/>
              <w:rPr>
                <w:lang w:eastAsia="fi-FI"/>
              </w:rPr>
            </w:pPr>
            <w:r>
              <w:rPr>
                <w:rFonts w:eastAsia="MS Mincho"/>
              </w:rPr>
              <w:t>No</w:t>
            </w:r>
          </w:p>
        </w:tc>
        <w:tc>
          <w:tcPr>
            <w:tcW w:w="2738" w:type="dxa"/>
            <w:tcBorders>
              <w:top w:val="single" w:sz="4" w:space="0" w:color="auto"/>
              <w:left w:val="single" w:sz="4" w:space="0" w:color="auto"/>
              <w:bottom w:val="single" w:sz="4" w:space="0" w:color="auto"/>
              <w:right w:val="single" w:sz="4" w:space="0" w:color="auto"/>
            </w:tcBorders>
          </w:tcPr>
          <w:p w14:paraId="0EA147B1" w14:textId="77777777" w:rsidR="00D44AD9" w:rsidRDefault="00D44AD9" w:rsidP="00AC3FE8">
            <w:pPr>
              <w:pStyle w:val="TAC"/>
              <w:rPr>
                <w:rFonts w:eastAsia="MS Mincho"/>
              </w:rPr>
            </w:pPr>
          </w:p>
        </w:tc>
      </w:tr>
      <w:tr w:rsidR="00D44AD9" w14:paraId="486EC18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55E9043" w14:textId="77777777" w:rsidR="00D44AD9" w:rsidRDefault="00D44AD9" w:rsidP="00AC3FE8">
            <w:pPr>
              <w:pStyle w:val="TAC"/>
              <w:rPr>
                <w:lang w:eastAsia="fi-FI"/>
              </w:rPr>
            </w:pPr>
            <w:r>
              <w:rPr>
                <w:lang w:eastAsia="fi-FI"/>
              </w:rPr>
              <w:t>DC_7A-7A_n77A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27D1348E" w14:textId="77777777" w:rsidR="00D44AD9" w:rsidRDefault="00D44AD9" w:rsidP="00AC3FE8">
            <w:pPr>
              <w:pStyle w:val="TAC"/>
              <w:rPr>
                <w:lang w:eastAsia="fi-FI"/>
              </w:rPr>
            </w:pPr>
            <w:r>
              <w:rPr>
                <w:lang w:eastAsia="fi-FI"/>
              </w:rPr>
              <w:t>DC_7A_n77A</w:t>
            </w:r>
          </w:p>
        </w:tc>
        <w:tc>
          <w:tcPr>
            <w:tcW w:w="2738" w:type="dxa"/>
            <w:tcBorders>
              <w:top w:val="single" w:sz="4" w:space="0" w:color="auto"/>
              <w:left w:val="single" w:sz="4" w:space="0" w:color="auto"/>
              <w:bottom w:val="single" w:sz="4" w:space="0" w:color="auto"/>
              <w:right w:val="single" w:sz="4" w:space="0" w:color="auto"/>
            </w:tcBorders>
            <w:noWrap/>
            <w:hideMark/>
          </w:tcPr>
          <w:p w14:paraId="1FD9F9BD" w14:textId="77777777" w:rsidR="00D44AD9" w:rsidRDefault="00D44AD9" w:rsidP="00AC3FE8">
            <w:pPr>
              <w:pStyle w:val="TAC"/>
              <w:rPr>
                <w:lang w:eastAsia="fi-FI"/>
              </w:rPr>
            </w:pPr>
            <w:r>
              <w:rPr>
                <w:rFonts w:eastAsia="MS Mincho"/>
              </w:rPr>
              <w:t>No</w:t>
            </w:r>
          </w:p>
        </w:tc>
        <w:tc>
          <w:tcPr>
            <w:tcW w:w="2738" w:type="dxa"/>
            <w:tcBorders>
              <w:top w:val="single" w:sz="4" w:space="0" w:color="auto"/>
              <w:left w:val="single" w:sz="4" w:space="0" w:color="auto"/>
              <w:bottom w:val="single" w:sz="4" w:space="0" w:color="auto"/>
              <w:right w:val="single" w:sz="4" w:space="0" w:color="auto"/>
            </w:tcBorders>
          </w:tcPr>
          <w:p w14:paraId="084E8C73" w14:textId="77777777" w:rsidR="00D44AD9" w:rsidRDefault="00D44AD9" w:rsidP="00AC3FE8">
            <w:pPr>
              <w:pStyle w:val="TAC"/>
              <w:rPr>
                <w:rFonts w:eastAsia="MS Mincho"/>
              </w:rPr>
            </w:pPr>
          </w:p>
        </w:tc>
      </w:tr>
      <w:tr w:rsidR="00D44AD9" w14:paraId="6DE2B92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C029F19" w14:textId="77777777" w:rsidR="00D44AD9" w:rsidRDefault="00D44AD9" w:rsidP="00AC3FE8">
            <w:pPr>
              <w:pStyle w:val="TAC"/>
              <w:rPr>
                <w:lang w:eastAsia="fi-FI"/>
              </w:rPr>
            </w:pPr>
            <w:r>
              <w:rPr>
                <w:lang w:eastAsia="fi-FI"/>
              </w:rPr>
              <w:t>DC_7A_n78A</w:t>
            </w:r>
            <w:r>
              <w:rPr>
                <w:vertAlign w:val="superscript"/>
                <w:lang w:eastAsia="fi-FI"/>
              </w:rPr>
              <w:t>7</w:t>
            </w:r>
          </w:p>
          <w:p w14:paraId="6B9E5A1F" w14:textId="77777777" w:rsidR="00D44AD9" w:rsidRDefault="00D44AD9" w:rsidP="00AC3FE8">
            <w:pPr>
              <w:pStyle w:val="TAC"/>
              <w:rPr>
                <w:lang w:eastAsia="fi-FI"/>
              </w:rPr>
            </w:pPr>
            <w:r>
              <w:t>DC_7C_n78A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34F44183" w14:textId="77777777" w:rsidR="00D44AD9" w:rsidRDefault="00D44AD9" w:rsidP="00AC3FE8">
            <w:pPr>
              <w:pStyle w:val="TAC"/>
            </w:pPr>
            <w:r>
              <w:t>DC_7A_n78A</w:t>
            </w:r>
          </w:p>
          <w:p w14:paraId="198207F3" w14:textId="77777777" w:rsidR="00D44AD9" w:rsidRDefault="00D44AD9" w:rsidP="00AC3FE8">
            <w:pPr>
              <w:pStyle w:val="TAC"/>
              <w:rPr>
                <w:lang w:eastAsia="fi-FI"/>
              </w:rPr>
            </w:pPr>
            <w:r>
              <w:t>DC_7C_n78A</w:t>
            </w:r>
          </w:p>
        </w:tc>
        <w:tc>
          <w:tcPr>
            <w:tcW w:w="2738" w:type="dxa"/>
            <w:tcBorders>
              <w:top w:val="single" w:sz="4" w:space="0" w:color="auto"/>
              <w:left w:val="single" w:sz="4" w:space="0" w:color="auto"/>
              <w:bottom w:val="single" w:sz="4" w:space="0" w:color="auto"/>
              <w:right w:val="single" w:sz="4" w:space="0" w:color="auto"/>
            </w:tcBorders>
            <w:noWrap/>
            <w:hideMark/>
          </w:tcPr>
          <w:p w14:paraId="2C77A216"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0491F14D" w14:textId="77777777" w:rsidR="00D44AD9" w:rsidRDefault="00D44AD9" w:rsidP="00AC3FE8">
            <w:pPr>
              <w:pStyle w:val="TAC"/>
              <w:rPr>
                <w:lang w:eastAsia="fi-FI"/>
              </w:rPr>
            </w:pPr>
          </w:p>
        </w:tc>
      </w:tr>
      <w:tr w:rsidR="00D44AD9" w14:paraId="7A0BE96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DE56D53" w14:textId="77777777" w:rsidR="00D44AD9" w:rsidRDefault="00D44AD9" w:rsidP="00AC3FE8">
            <w:pPr>
              <w:pStyle w:val="TAC"/>
              <w:rPr>
                <w:vertAlign w:val="superscript"/>
                <w:lang w:eastAsia="zh-TW"/>
              </w:rPr>
            </w:pPr>
            <w:r>
              <w:rPr>
                <w:lang w:eastAsia="fi-FI"/>
              </w:rPr>
              <w:t>DC_7A_n78(2A)</w:t>
            </w:r>
            <w:r>
              <w:rPr>
                <w:vertAlign w:val="superscript"/>
                <w:lang w:eastAsia="fi-FI"/>
              </w:rPr>
              <w:t>7</w:t>
            </w:r>
          </w:p>
          <w:p w14:paraId="559FDB7F" w14:textId="77777777" w:rsidR="00D44AD9" w:rsidRDefault="00D44AD9" w:rsidP="00AC3FE8">
            <w:pPr>
              <w:pStyle w:val="TAC"/>
              <w:rPr>
                <w:lang w:eastAsia="fi-FI"/>
              </w:rPr>
            </w:pPr>
            <w:bookmarkStart w:id="1168" w:name="OLE_LINK55"/>
            <w:r>
              <w:rPr>
                <w:lang w:eastAsia="fi-FI"/>
              </w:rPr>
              <w:t>DC_7C_n78(2A)</w:t>
            </w:r>
            <w:bookmarkEnd w:id="1168"/>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70B488E0" w14:textId="77777777" w:rsidR="00D44AD9" w:rsidRDefault="00D44AD9" w:rsidP="00AC3FE8">
            <w:pPr>
              <w:pStyle w:val="TAC"/>
              <w:rPr>
                <w:lang w:eastAsia="zh-TW"/>
              </w:rPr>
            </w:pPr>
            <w:r>
              <w:t>DC_7A_n78A</w:t>
            </w:r>
          </w:p>
          <w:p w14:paraId="58F3EF3C" w14:textId="77777777" w:rsidR="00D44AD9" w:rsidRDefault="00D44AD9" w:rsidP="00AC3FE8">
            <w:pPr>
              <w:pStyle w:val="TAC"/>
              <w:rPr>
                <w:lang w:eastAsia="fi-FI"/>
              </w:rPr>
            </w:pPr>
            <w:r>
              <w:rPr>
                <w:lang w:eastAsia="fi-FI"/>
              </w:rPr>
              <w:t>DC_7C_n78A</w:t>
            </w:r>
          </w:p>
        </w:tc>
        <w:tc>
          <w:tcPr>
            <w:tcW w:w="2738" w:type="dxa"/>
            <w:tcBorders>
              <w:top w:val="single" w:sz="4" w:space="0" w:color="auto"/>
              <w:left w:val="single" w:sz="4" w:space="0" w:color="auto"/>
              <w:bottom w:val="single" w:sz="4" w:space="0" w:color="auto"/>
              <w:right w:val="single" w:sz="4" w:space="0" w:color="auto"/>
            </w:tcBorders>
            <w:noWrap/>
            <w:hideMark/>
          </w:tcPr>
          <w:p w14:paraId="212DC65D" w14:textId="77777777" w:rsidR="00D44AD9" w:rsidRDefault="00D44AD9" w:rsidP="00AC3FE8">
            <w:pPr>
              <w:pStyle w:val="TAC"/>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741F9109" w14:textId="77777777" w:rsidR="00D44AD9" w:rsidRDefault="00D44AD9" w:rsidP="00AC3FE8">
            <w:pPr>
              <w:pStyle w:val="TAC"/>
              <w:rPr>
                <w:lang w:eastAsia="fi-FI"/>
              </w:rPr>
            </w:pPr>
          </w:p>
        </w:tc>
      </w:tr>
      <w:tr w:rsidR="00D44AD9" w14:paraId="1D6C8EE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605D3E2" w14:textId="77777777" w:rsidR="00D44AD9" w:rsidRDefault="00D44AD9" w:rsidP="00AC3FE8">
            <w:pPr>
              <w:pStyle w:val="TAC"/>
            </w:pPr>
            <w:r>
              <w:rPr>
                <w:lang w:eastAsia="fi-FI"/>
              </w:rPr>
              <w:t>DC_8A_n1A</w:t>
            </w:r>
          </w:p>
        </w:tc>
        <w:tc>
          <w:tcPr>
            <w:tcW w:w="2280" w:type="dxa"/>
            <w:tcBorders>
              <w:top w:val="single" w:sz="4" w:space="0" w:color="auto"/>
              <w:left w:val="single" w:sz="4" w:space="0" w:color="auto"/>
              <w:bottom w:val="single" w:sz="4" w:space="0" w:color="auto"/>
              <w:right w:val="single" w:sz="4" w:space="0" w:color="auto"/>
            </w:tcBorders>
            <w:hideMark/>
          </w:tcPr>
          <w:p w14:paraId="189E5940" w14:textId="77777777" w:rsidR="00D44AD9" w:rsidRDefault="00D44AD9" w:rsidP="00AC3FE8">
            <w:pPr>
              <w:pStyle w:val="TAC"/>
            </w:pPr>
            <w:r>
              <w:rPr>
                <w:lang w:eastAsia="fi-FI"/>
              </w:rPr>
              <w:t>DC_8A_n1A</w:t>
            </w:r>
          </w:p>
        </w:tc>
        <w:tc>
          <w:tcPr>
            <w:tcW w:w="2738" w:type="dxa"/>
            <w:tcBorders>
              <w:top w:val="single" w:sz="4" w:space="0" w:color="auto"/>
              <w:left w:val="single" w:sz="4" w:space="0" w:color="auto"/>
              <w:bottom w:val="single" w:sz="4" w:space="0" w:color="auto"/>
              <w:right w:val="single" w:sz="4" w:space="0" w:color="auto"/>
            </w:tcBorders>
            <w:noWrap/>
            <w:hideMark/>
          </w:tcPr>
          <w:p w14:paraId="0DD29F0E" w14:textId="77777777" w:rsidR="00D44AD9" w:rsidRDefault="00D44AD9" w:rsidP="00AC3FE8">
            <w:pPr>
              <w:pStyle w:val="TAC"/>
              <w:rPr>
                <w:lang w:eastAsia="fi-FI"/>
              </w:rPr>
            </w:pPr>
            <w:r>
              <w:t>No</w:t>
            </w:r>
          </w:p>
        </w:tc>
        <w:tc>
          <w:tcPr>
            <w:tcW w:w="2738" w:type="dxa"/>
            <w:tcBorders>
              <w:top w:val="single" w:sz="4" w:space="0" w:color="auto"/>
              <w:left w:val="single" w:sz="4" w:space="0" w:color="auto"/>
              <w:bottom w:val="single" w:sz="4" w:space="0" w:color="auto"/>
              <w:right w:val="single" w:sz="4" w:space="0" w:color="auto"/>
            </w:tcBorders>
          </w:tcPr>
          <w:p w14:paraId="642C9567" w14:textId="77777777" w:rsidR="00D44AD9" w:rsidRDefault="00D44AD9" w:rsidP="00AC3FE8">
            <w:pPr>
              <w:pStyle w:val="TAC"/>
            </w:pPr>
          </w:p>
        </w:tc>
      </w:tr>
      <w:tr w:rsidR="00D44AD9" w14:paraId="7EF4995A"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8B2D868" w14:textId="77777777" w:rsidR="00D44AD9" w:rsidRDefault="00D44AD9" w:rsidP="00AC3FE8">
            <w:pPr>
              <w:pStyle w:val="TAC"/>
            </w:pPr>
            <w:r>
              <w:rPr>
                <w:lang w:eastAsia="fi-FI"/>
              </w:rPr>
              <w:t>DC_8A_n3A</w:t>
            </w:r>
          </w:p>
        </w:tc>
        <w:tc>
          <w:tcPr>
            <w:tcW w:w="2280" w:type="dxa"/>
            <w:tcBorders>
              <w:top w:val="single" w:sz="4" w:space="0" w:color="auto"/>
              <w:left w:val="single" w:sz="4" w:space="0" w:color="auto"/>
              <w:bottom w:val="single" w:sz="4" w:space="0" w:color="auto"/>
              <w:right w:val="single" w:sz="4" w:space="0" w:color="auto"/>
            </w:tcBorders>
            <w:hideMark/>
          </w:tcPr>
          <w:p w14:paraId="3024F93B" w14:textId="77777777" w:rsidR="00D44AD9" w:rsidRDefault="00D44AD9" w:rsidP="00AC3FE8">
            <w:pPr>
              <w:pStyle w:val="TAC"/>
            </w:pPr>
            <w:r>
              <w:rPr>
                <w:lang w:eastAsia="fi-FI"/>
              </w:rPr>
              <w:t>DC_8A_n3A</w:t>
            </w:r>
          </w:p>
        </w:tc>
        <w:tc>
          <w:tcPr>
            <w:tcW w:w="2738" w:type="dxa"/>
            <w:tcBorders>
              <w:top w:val="single" w:sz="4" w:space="0" w:color="auto"/>
              <w:left w:val="single" w:sz="4" w:space="0" w:color="auto"/>
              <w:bottom w:val="single" w:sz="4" w:space="0" w:color="auto"/>
              <w:right w:val="single" w:sz="4" w:space="0" w:color="auto"/>
            </w:tcBorders>
            <w:noWrap/>
            <w:hideMark/>
          </w:tcPr>
          <w:p w14:paraId="157A120B" w14:textId="77777777" w:rsidR="00D44AD9" w:rsidRDefault="00D44AD9" w:rsidP="00AC3FE8">
            <w:pPr>
              <w:pStyle w:val="TAC"/>
              <w:rPr>
                <w:lang w:eastAsia="fi-FI"/>
              </w:rPr>
            </w:pPr>
            <w:r>
              <w:t>No</w:t>
            </w:r>
          </w:p>
        </w:tc>
        <w:tc>
          <w:tcPr>
            <w:tcW w:w="2738" w:type="dxa"/>
            <w:tcBorders>
              <w:top w:val="single" w:sz="4" w:space="0" w:color="auto"/>
              <w:left w:val="single" w:sz="4" w:space="0" w:color="auto"/>
              <w:bottom w:val="single" w:sz="4" w:space="0" w:color="auto"/>
              <w:right w:val="single" w:sz="4" w:space="0" w:color="auto"/>
            </w:tcBorders>
          </w:tcPr>
          <w:p w14:paraId="07130006" w14:textId="77777777" w:rsidR="00D44AD9" w:rsidRDefault="00D44AD9" w:rsidP="00AC3FE8">
            <w:pPr>
              <w:pStyle w:val="TAC"/>
            </w:pPr>
          </w:p>
        </w:tc>
      </w:tr>
      <w:tr w:rsidR="00D44AD9" w14:paraId="03D52A5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8AC1439" w14:textId="77777777" w:rsidR="00D44AD9" w:rsidRDefault="00D44AD9" w:rsidP="00AC3FE8">
            <w:pPr>
              <w:pStyle w:val="TAC"/>
              <w:rPr>
                <w:lang w:eastAsia="fi-FI"/>
              </w:rPr>
            </w:pPr>
            <w:r>
              <w:rPr>
                <w:lang w:eastAsia="fi-FI"/>
              </w:rPr>
              <w:t>DC_8A_n20A</w:t>
            </w:r>
          </w:p>
        </w:tc>
        <w:tc>
          <w:tcPr>
            <w:tcW w:w="2280" w:type="dxa"/>
            <w:tcBorders>
              <w:top w:val="single" w:sz="4" w:space="0" w:color="auto"/>
              <w:left w:val="single" w:sz="4" w:space="0" w:color="auto"/>
              <w:bottom w:val="single" w:sz="4" w:space="0" w:color="auto"/>
              <w:right w:val="single" w:sz="4" w:space="0" w:color="auto"/>
            </w:tcBorders>
            <w:hideMark/>
          </w:tcPr>
          <w:p w14:paraId="4C90925E" w14:textId="77777777" w:rsidR="00D44AD9" w:rsidRDefault="00D44AD9" w:rsidP="00AC3FE8">
            <w:pPr>
              <w:pStyle w:val="TAC"/>
              <w:rPr>
                <w:lang w:eastAsia="fi-FI"/>
              </w:rPr>
            </w:pPr>
            <w:r>
              <w:rPr>
                <w:lang w:eastAsia="fi-FI"/>
              </w:rPr>
              <w:t>DC_8A_n20A</w:t>
            </w:r>
          </w:p>
        </w:tc>
        <w:tc>
          <w:tcPr>
            <w:tcW w:w="2738" w:type="dxa"/>
            <w:tcBorders>
              <w:top w:val="single" w:sz="4" w:space="0" w:color="auto"/>
              <w:left w:val="single" w:sz="4" w:space="0" w:color="auto"/>
              <w:bottom w:val="single" w:sz="4" w:space="0" w:color="auto"/>
              <w:right w:val="single" w:sz="4" w:space="0" w:color="auto"/>
            </w:tcBorders>
            <w:noWrap/>
            <w:hideMark/>
          </w:tcPr>
          <w:p w14:paraId="614BFACF" w14:textId="77777777" w:rsidR="00D44AD9" w:rsidRDefault="00D44AD9" w:rsidP="00AC3FE8">
            <w:pPr>
              <w:pStyle w:val="TAC"/>
              <w:rPr>
                <w:lang w:eastAsia="zh-TW"/>
              </w:rPr>
            </w:pPr>
            <w:r>
              <w:rPr>
                <w:lang w:eastAsia="zh-TW"/>
              </w:rPr>
              <w:t>Yes</w:t>
            </w:r>
          </w:p>
        </w:tc>
        <w:tc>
          <w:tcPr>
            <w:tcW w:w="2738" w:type="dxa"/>
            <w:tcBorders>
              <w:top w:val="single" w:sz="4" w:space="0" w:color="auto"/>
              <w:left w:val="single" w:sz="4" w:space="0" w:color="auto"/>
              <w:bottom w:val="single" w:sz="4" w:space="0" w:color="auto"/>
              <w:right w:val="single" w:sz="4" w:space="0" w:color="auto"/>
            </w:tcBorders>
          </w:tcPr>
          <w:p w14:paraId="3AE1CF29" w14:textId="77777777" w:rsidR="00D44AD9" w:rsidRDefault="00D44AD9" w:rsidP="00AC3FE8">
            <w:pPr>
              <w:pStyle w:val="TAC"/>
              <w:rPr>
                <w:lang w:eastAsia="zh-TW"/>
              </w:rPr>
            </w:pPr>
          </w:p>
        </w:tc>
      </w:tr>
      <w:tr w:rsidR="00D44AD9" w14:paraId="047D3051"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3C537C6" w14:textId="77777777" w:rsidR="00D44AD9" w:rsidRDefault="00D44AD9" w:rsidP="00AC3FE8">
            <w:pPr>
              <w:pStyle w:val="TAC"/>
              <w:rPr>
                <w:lang w:eastAsia="fi-FI"/>
              </w:rPr>
            </w:pPr>
            <w:r>
              <w:rPr>
                <w:lang w:eastAsia="fi-FI"/>
              </w:rPr>
              <w:t>DC_8</w:t>
            </w:r>
            <w:r>
              <w:rPr>
                <w:lang w:eastAsia="zh-CN"/>
              </w:rPr>
              <w:t>A_n28A</w:t>
            </w:r>
          </w:p>
        </w:tc>
        <w:tc>
          <w:tcPr>
            <w:tcW w:w="2280" w:type="dxa"/>
            <w:tcBorders>
              <w:top w:val="single" w:sz="4" w:space="0" w:color="auto"/>
              <w:left w:val="single" w:sz="4" w:space="0" w:color="auto"/>
              <w:bottom w:val="single" w:sz="4" w:space="0" w:color="auto"/>
              <w:right w:val="single" w:sz="4" w:space="0" w:color="auto"/>
            </w:tcBorders>
            <w:hideMark/>
          </w:tcPr>
          <w:p w14:paraId="5FF9724E" w14:textId="77777777" w:rsidR="00D44AD9" w:rsidRDefault="00D44AD9" w:rsidP="00AC3FE8">
            <w:pPr>
              <w:pStyle w:val="TAC"/>
              <w:rPr>
                <w:lang w:eastAsia="fi-FI"/>
              </w:rPr>
            </w:pPr>
            <w:r>
              <w:rPr>
                <w:lang w:eastAsia="fi-FI"/>
              </w:rPr>
              <w:t>DC_</w:t>
            </w:r>
            <w:r>
              <w:rPr>
                <w:lang w:eastAsia="zh-CN"/>
              </w:rPr>
              <w:t>8A_n28A</w:t>
            </w:r>
          </w:p>
        </w:tc>
        <w:tc>
          <w:tcPr>
            <w:tcW w:w="2738" w:type="dxa"/>
            <w:tcBorders>
              <w:top w:val="single" w:sz="4" w:space="0" w:color="auto"/>
              <w:left w:val="single" w:sz="4" w:space="0" w:color="auto"/>
              <w:bottom w:val="single" w:sz="4" w:space="0" w:color="auto"/>
              <w:right w:val="single" w:sz="4" w:space="0" w:color="auto"/>
            </w:tcBorders>
            <w:noWrap/>
            <w:hideMark/>
          </w:tcPr>
          <w:p w14:paraId="7FA31032" w14:textId="77777777" w:rsidR="00D44AD9" w:rsidRDefault="00D44AD9" w:rsidP="00AC3FE8">
            <w:pPr>
              <w:pStyle w:val="TAC"/>
            </w:pPr>
            <w:r>
              <w:t>No</w:t>
            </w:r>
          </w:p>
        </w:tc>
        <w:tc>
          <w:tcPr>
            <w:tcW w:w="2738" w:type="dxa"/>
            <w:tcBorders>
              <w:top w:val="single" w:sz="4" w:space="0" w:color="auto"/>
              <w:left w:val="single" w:sz="4" w:space="0" w:color="auto"/>
              <w:bottom w:val="single" w:sz="4" w:space="0" w:color="auto"/>
              <w:right w:val="single" w:sz="4" w:space="0" w:color="auto"/>
            </w:tcBorders>
          </w:tcPr>
          <w:p w14:paraId="2DB143A7" w14:textId="77777777" w:rsidR="00D44AD9" w:rsidRDefault="00D44AD9" w:rsidP="00AC3FE8">
            <w:pPr>
              <w:pStyle w:val="TAC"/>
            </w:pPr>
          </w:p>
        </w:tc>
      </w:tr>
      <w:tr w:rsidR="00D44AD9" w14:paraId="100EB957"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1B35450" w14:textId="77777777" w:rsidR="00D44AD9" w:rsidRDefault="00D44AD9" w:rsidP="00AC3FE8">
            <w:pPr>
              <w:pStyle w:val="TAC"/>
              <w:rPr>
                <w:lang w:eastAsia="fi-FI"/>
              </w:rPr>
            </w:pPr>
            <w:r>
              <w:rPr>
                <w:lang w:eastAsia="zh-CN"/>
              </w:rPr>
              <w:t>DC_8A_n34A</w:t>
            </w:r>
          </w:p>
        </w:tc>
        <w:tc>
          <w:tcPr>
            <w:tcW w:w="2280" w:type="dxa"/>
            <w:tcBorders>
              <w:top w:val="single" w:sz="4" w:space="0" w:color="auto"/>
              <w:left w:val="single" w:sz="4" w:space="0" w:color="auto"/>
              <w:bottom w:val="single" w:sz="4" w:space="0" w:color="auto"/>
              <w:right w:val="single" w:sz="4" w:space="0" w:color="auto"/>
            </w:tcBorders>
            <w:hideMark/>
          </w:tcPr>
          <w:p w14:paraId="67B66670" w14:textId="77777777" w:rsidR="00D44AD9" w:rsidRDefault="00D44AD9" w:rsidP="00AC3FE8">
            <w:pPr>
              <w:pStyle w:val="TAC"/>
              <w:rPr>
                <w:lang w:eastAsia="fi-FI"/>
              </w:rPr>
            </w:pPr>
            <w:r>
              <w:rPr>
                <w:lang w:eastAsia="zh-CN"/>
              </w:rPr>
              <w:t>DC_8A_n34A</w:t>
            </w:r>
          </w:p>
        </w:tc>
        <w:tc>
          <w:tcPr>
            <w:tcW w:w="2738" w:type="dxa"/>
            <w:tcBorders>
              <w:top w:val="single" w:sz="4" w:space="0" w:color="auto"/>
              <w:left w:val="single" w:sz="4" w:space="0" w:color="auto"/>
              <w:bottom w:val="single" w:sz="4" w:space="0" w:color="auto"/>
              <w:right w:val="single" w:sz="4" w:space="0" w:color="auto"/>
            </w:tcBorders>
            <w:noWrap/>
            <w:hideMark/>
          </w:tcPr>
          <w:p w14:paraId="5B84CDAC" w14:textId="77777777" w:rsidR="00D44AD9" w:rsidRDefault="00D44AD9" w:rsidP="00AC3FE8">
            <w:pPr>
              <w:pStyle w:val="TAC"/>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10D32A69" w14:textId="77777777" w:rsidR="00D44AD9" w:rsidRDefault="00D44AD9" w:rsidP="00AC3FE8">
            <w:pPr>
              <w:pStyle w:val="TAC"/>
              <w:rPr>
                <w:lang w:eastAsia="zh-TW"/>
              </w:rPr>
            </w:pPr>
          </w:p>
        </w:tc>
      </w:tr>
      <w:tr w:rsidR="00D44AD9" w14:paraId="3F9E1491"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FE9051E" w14:textId="77777777" w:rsidR="00D44AD9" w:rsidRDefault="00D44AD9" w:rsidP="00AC3FE8">
            <w:pPr>
              <w:pStyle w:val="TAC"/>
              <w:rPr>
                <w:lang w:eastAsia="fi-FI"/>
              </w:rPr>
            </w:pPr>
            <w:r>
              <w:rPr>
                <w:lang w:eastAsia="fi-FI"/>
              </w:rPr>
              <w:t>DC_</w:t>
            </w:r>
            <w:r>
              <w:rPr>
                <w:lang w:eastAsia="zh-CN"/>
              </w:rPr>
              <w:t>8</w:t>
            </w:r>
            <w:r>
              <w:rPr>
                <w:lang w:eastAsia="fi-FI"/>
              </w:rPr>
              <w:t>A_n</w:t>
            </w:r>
            <w:r>
              <w:rPr>
                <w:lang w:eastAsia="zh-CN"/>
              </w:rPr>
              <w:t>39</w:t>
            </w:r>
            <w:r>
              <w:rPr>
                <w:lang w:eastAsia="fi-FI"/>
              </w:rPr>
              <w:t>A</w:t>
            </w:r>
          </w:p>
        </w:tc>
        <w:tc>
          <w:tcPr>
            <w:tcW w:w="2280" w:type="dxa"/>
            <w:tcBorders>
              <w:top w:val="single" w:sz="4" w:space="0" w:color="auto"/>
              <w:left w:val="single" w:sz="4" w:space="0" w:color="auto"/>
              <w:bottom w:val="single" w:sz="4" w:space="0" w:color="auto"/>
              <w:right w:val="single" w:sz="4" w:space="0" w:color="auto"/>
            </w:tcBorders>
            <w:hideMark/>
          </w:tcPr>
          <w:p w14:paraId="49760074" w14:textId="77777777" w:rsidR="00D44AD9" w:rsidRDefault="00D44AD9" w:rsidP="00AC3FE8">
            <w:pPr>
              <w:pStyle w:val="TAC"/>
              <w:rPr>
                <w:lang w:eastAsia="fi-FI"/>
              </w:rPr>
            </w:pPr>
            <w:r>
              <w:rPr>
                <w:lang w:eastAsia="fi-FI"/>
              </w:rPr>
              <w:t>DC_</w:t>
            </w:r>
            <w:r>
              <w:rPr>
                <w:lang w:eastAsia="zh-CN"/>
              </w:rPr>
              <w:t>8</w:t>
            </w:r>
            <w:r>
              <w:rPr>
                <w:lang w:eastAsia="fi-FI"/>
              </w:rPr>
              <w:t>A_n</w:t>
            </w:r>
            <w:r>
              <w:rPr>
                <w:lang w:eastAsia="zh-CN"/>
              </w:rPr>
              <w:t>39</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4EFC3097" w14:textId="77777777" w:rsidR="00D44AD9" w:rsidRDefault="00D44AD9" w:rsidP="00AC3FE8">
            <w:pPr>
              <w:pStyle w:val="TAC"/>
            </w:pPr>
            <w:r>
              <w:rPr>
                <w:rFonts w:eastAsia="MS Mincho"/>
              </w:rPr>
              <w:t>No</w:t>
            </w:r>
          </w:p>
        </w:tc>
        <w:tc>
          <w:tcPr>
            <w:tcW w:w="2738" w:type="dxa"/>
            <w:tcBorders>
              <w:top w:val="single" w:sz="4" w:space="0" w:color="auto"/>
              <w:left w:val="single" w:sz="4" w:space="0" w:color="auto"/>
              <w:bottom w:val="single" w:sz="4" w:space="0" w:color="auto"/>
              <w:right w:val="single" w:sz="4" w:space="0" w:color="auto"/>
            </w:tcBorders>
          </w:tcPr>
          <w:p w14:paraId="3BE0F183" w14:textId="77777777" w:rsidR="00D44AD9" w:rsidRDefault="00D44AD9" w:rsidP="00AC3FE8">
            <w:pPr>
              <w:pStyle w:val="TAC"/>
              <w:rPr>
                <w:rFonts w:eastAsia="MS Mincho"/>
              </w:rPr>
            </w:pPr>
          </w:p>
        </w:tc>
      </w:tr>
      <w:tr w:rsidR="00D44AD9" w14:paraId="4A54E1AF"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E87E0AF" w14:textId="77777777" w:rsidR="00D44AD9" w:rsidRDefault="00D44AD9" w:rsidP="00AC3FE8">
            <w:pPr>
              <w:pStyle w:val="TAC"/>
            </w:pPr>
            <w:r>
              <w:rPr>
                <w:lang w:eastAsia="fi-FI"/>
              </w:rPr>
              <w:t>DC_8A_n40A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2DC36388" w14:textId="77777777" w:rsidR="00D44AD9" w:rsidRDefault="00D44AD9" w:rsidP="00AC3FE8">
            <w:pPr>
              <w:pStyle w:val="TAC"/>
            </w:pPr>
            <w:r>
              <w:rPr>
                <w:lang w:eastAsia="fi-FI"/>
              </w:rPr>
              <w:t>DC_8A_n40A</w:t>
            </w:r>
          </w:p>
        </w:tc>
        <w:tc>
          <w:tcPr>
            <w:tcW w:w="2738" w:type="dxa"/>
            <w:tcBorders>
              <w:top w:val="single" w:sz="4" w:space="0" w:color="auto"/>
              <w:left w:val="single" w:sz="4" w:space="0" w:color="auto"/>
              <w:bottom w:val="single" w:sz="4" w:space="0" w:color="auto"/>
              <w:right w:val="single" w:sz="4" w:space="0" w:color="auto"/>
            </w:tcBorders>
            <w:noWrap/>
            <w:hideMark/>
          </w:tcPr>
          <w:p w14:paraId="3BCE1699" w14:textId="77777777" w:rsidR="00D44AD9" w:rsidRDefault="00D44AD9" w:rsidP="00AC3FE8">
            <w:pPr>
              <w:pStyle w:val="TAC"/>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6C45BC47" w14:textId="77777777" w:rsidR="00D44AD9" w:rsidRDefault="00D44AD9" w:rsidP="00AC3FE8">
            <w:pPr>
              <w:pStyle w:val="TAC"/>
              <w:rPr>
                <w:lang w:eastAsia="fi-FI"/>
              </w:rPr>
            </w:pPr>
          </w:p>
        </w:tc>
      </w:tr>
      <w:tr w:rsidR="00D44AD9" w14:paraId="001D4ABA"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562D403" w14:textId="77777777" w:rsidR="00D44AD9" w:rsidRDefault="00D44AD9" w:rsidP="00AC3FE8">
            <w:pPr>
              <w:pStyle w:val="TAC"/>
              <w:rPr>
                <w:lang w:eastAsia="fi-FI"/>
              </w:rPr>
            </w:pPr>
            <w:r>
              <w:rPr>
                <w:lang w:eastAsia="fi-FI"/>
              </w:rPr>
              <w:t>DC_</w:t>
            </w:r>
            <w:r>
              <w:rPr>
                <w:lang w:eastAsia="zh-CN"/>
              </w:rPr>
              <w:t>8</w:t>
            </w:r>
            <w:r>
              <w:rPr>
                <w:lang w:eastAsia="fi-FI"/>
              </w:rPr>
              <w:t>A_n</w:t>
            </w:r>
            <w:r>
              <w:rPr>
                <w:lang w:eastAsia="zh-CN"/>
              </w:rPr>
              <w:t>41</w:t>
            </w:r>
            <w:r>
              <w:rPr>
                <w:lang w:eastAsia="fi-FI"/>
              </w:rPr>
              <w:t>A</w:t>
            </w:r>
            <w:r>
              <w:rPr>
                <w:vertAlign w:val="superscript"/>
                <w:lang w:eastAsia="fi-FI"/>
              </w:rPr>
              <w:t>7</w:t>
            </w:r>
          </w:p>
          <w:p w14:paraId="2B6C3DF9" w14:textId="77777777" w:rsidR="00D44AD9" w:rsidRDefault="00D44AD9" w:rsidP="00AC3FE8">
            <w:pPr>
              <w:pStyle w:val="TAC"/>
              <w:rPr>
                <w:lang w:eastAsia="fi-FI"/>
              </w:rPr>
            </w:pPr>
            <w:r>
              <w:rPr>
                <w:lang w:eastAsia="fi-FI"/>
              </w:rPr>
              <w:t>DC_8A_n41C</w:t>
            </w:r>
          </w:p>
        </w:tc>
        <w:tc>
          <w:tcPr>
            <w:tcW w:w="2280" w:type="dxa"/>
            <w:tcBorders>
              <w:top w:val="single" w:sz="4" w:space="0" w:color="auto"/>
              <w:left w:val="single" w:sz="4" w:space="0" w:color="auto"/>
              <w:bottom w:val="single" w:sz="4" w:space="0" w:color="auto"/>
              <w:right w:val="single" w:sz="4" w:space="0" w:color="auto"/>
            </w:tcBorders>
            <w:hideMark/>
          </w:tcPr>
          <w:p w14:paraId="72924CD9" w14:textId="77777777" w:rsidR="00D44AD9" w:rsidRDefault="00D44AD9" w:rsidP="00AC3FE8">
            <w:pPr>
              <w:pStyle w:val="TAC"/>
              <w:rPr>
                <w:lang w:eastAsia="fi-FI"/>
              </w:rPr>
            </w:pPr>
            <w:r>
              <w:rPr>
                <w:lang w:eastAsia="fi-FI"/>
              </w:rPr>
              <w:t>DC_</w:t>
            </w:r>
            <w:r>
              <w:rPr>
                <w:lang w:eastAsia="zh-CN"/>
              </w:rPr>
              <w:t>8</w:t>
            </w:r>
            <w:r>
              <w:rPr>
                <w:lang w:eastAsia="fi-FI"/>
              </w:rPr>
              <w:t>A_n</w:t>
            </w:r>
            <w:r>
              <w:rPr>
                <w:lang w:eastAsia="zh-CN"/>
              </w:rPr>
              <w:t>41</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719B2767" w14:textId="77777777" w:rsidR="00D44AD9" w:rsidRDefault="00D44AD9" w:rsidP="00AC3FE8">
            <w:pPr>
              <w:pStyle w:val="TAC"/>
              <w:rPr>
                <w:lang w:eastAsia="fi-FI"/>
              </w:rPr>
            </w:pPr>
            <w:r>
              <w:rPr>
                <w:rFonts w:eastAsia="MS Mincho"/>
              </w:rPr>
              <w:t>No</w:t>
            </w:r>
          </w:p>
        </w:tc>
        <w:tc>
          <w:tcPr>
            <w:tcW w:w="2738" w:type="dxa"/>
            <w:tcBorders>
              <w:top w:val="single" w:sz="4" w:space="0" w:color="auto"/>
              <w:left w:val="single" w:sz="4" w:space="0" w:color="auto"/>
              <w:bottom w:val="single" w:sz="4" w:space="0" w:color="auto"/>
              <w:right w:val="single" w:sz="4" w:space="0" w:color="auto"/>
            </w:tcBorders>
            <w:hideMark/>
          </w:tcPr>
          <w:p w14:paraId="68437CF2" w14:textId="77777777" w:rsidR="00D44AD9" w:rsidRDefault="00D44AD9" w:rsidP="00AC3FE8">
            <w:pPr>
              <w:pStyle w:val="TAC"/>
              <w:rPr>
                <w:rFonts w:eastAsia="MS Mincho"/>
              </w:rPr>
            </w:pPr>
            <w:r>
              <w:rPr>
                <w:lang w:eastAsia="zh-CN"/>
              </w:rPr>
              <w:t>No</w:t>
            </w:r>
          </w:p>
        </w:tc>
      </w:tr>
      <w:tr w:rsidR="00D44AD9" w14:paraId="580C2C6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EC869E1" w14:textId="77777777" w:rsidR="00D44AD9" w:rsidRDefault="00D44AD9" w:rsidP="00AC3FE8">
            <w:pPr>
              <w:pStyle w:val="TAC"/>
              <w:rPr>
                <w:lang w:eastAsia="fi-FI"/>
              </w:rPr>
            </w:pPr>
            <w:r>
              <w:rPr>
                <w:lang w:eastAsia="fi-FI"/>
              </w:rPr>
              <w:t>DC_8A_n41(2A)</w:t>
            </w:r>
          </w:p>
        </w:tc>
        <w:tc>
          <w:tcPr>
            <w:tcW w:w="2280" w:type="dxa"/>
            <w:tcBorders>
              <w:top w:val="single" w:sz="4" w:space="0" w:color="auto"/>
              <w:left w:val="single" w:sz="4" w:space="0" w:color="auto"/>
              <w:bottom w:val="single" w:sz="4" w:space="0" w:color="auto"/>
              <w:right w:val="single" w:sz="4" w:space="0" w:color="auto"/>
            </w:tcBorders>
            <w:hideMark/>
          </w:tcPr>
          <w:p w14:paraId="6992D24D" w14:textId="77777777" w:rsidR="00D44AD9" w:rsidRDefault="00D44AD9" w:rsidP="00AC3FE8">
            <w:pPr>
              <w:pStyle w:val="TAC"/>
              <w:rPr>
                <w:lang w:eastAsia="fi-FI"/>
              </w:rPr>
            </w:pPr>
            <w:r>
              <w:rPr>
                <w:lang w:eastAsia="fi-FI"/>
              </w:rPr>
              <w:t>DC_</w:t>
            </w:r>
            <w:r>
              <w:rPr>
                <w:lang w:eastAsia="zh-CN"/>
              </w:rPr>
              <w:t>8</w:t>
            </w:r>
            <w:r>
              <w:rPr>
                <w:lang w:eastAsia="fi-FI"/>
              </w:rPr>
              <w:t>A_n</w:t>
            </w:r>
            <w:r>
              <w:rPr>
                <w:lang w:eastAsia="zh-CN"/>
              </w:rPr>
              <w:t>41</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409ABC0C" w14:textId="77777777" w:rsidR="00D44AD9" w:rsidRDefault="00D44AD9" w:rsidP="00AC3FE8">
            <w:pPr>
              <w:pStyle w:val="TAC"/>
              <w:rPr>
                <w:rFonts w:eastAsia="MS Mincho"/>
              </w:rPr>
            </w:pPr>
            <w:r>
              <w:rPr>
                <w:rFonts w:eastAsia="MS Mincho"/>
              </w:rPr>
              <w:t>No</w:t>
            </w:r>
          </w:p>
        </w:tc>
        <w:tc>
          <w:tcPr>
            <w:tcW w:w="2738" w:type="dxa"/>
            <w:tcBorders>
              <w:top w:val="single" w:sz="4" w:space="0" w:color="auto"/>
              <w:left w:val="single" w:sz="4" w:space="0" w:color="auto"/>
              <w:bottom w:val="single" w:sz="4" w:space="0" w:color="auto"/>
              <w:right w:val="single" w:sz="4" w:space="0" w:color="auto"/>
            </w:tcBorders>
            <w:hideMark/>
          </w:tcPr>
          <w:p w14:paraId="0B2CFDAA" w14:textId="77777777" w:rsidR="00D44AD9" w:rsidRDefault="00D44AD9" w:rsidP="00AC3FE8">
            <w:pPr>
              <w:pStyle w:val="TAC"/>
              <w:rPr>
                <w:rFonts w:eastAsia="MS Mincho"/>
              </w:rPr>
            </w:pPr>
            <w:r>
              <w:rPr>
                <w:lang w:eastAsia="zh-CN"/>
              </w:rPr>
              <w:t>No</w:t>
            </w:r>
          </w:p>
        </w:tc>
      </w:tr>
      <w:tr w:rsidR="00D44AD9" w14:paraId="4FE5F6EF"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610A730" w14:textId="77777777" w:rsidR="00D44AD9" w:rsidRDefault="00D44AD9" w:rsidP="00AC3FE8">
            <w:pPr>
              <w:pStyle w:val="TAC"/>
              <w:rPr>
                <w:lang w:eastAsia="fi-FI"/>
              </w:rPr>
            </w:pPr>
            <w:r>
              <w:rPr>
                <w:lang w:eastAsia="fi-FI"/>
              </w:rPr>
              <w:t>DC_8A_n77A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27EABD9F" w14:textId="77777777" w:rsidR="00D44AD9" w:rsidRDefault="00D44AD9" w:rsidP="00AC3FE8">
            <w:pPr>
              <w:pStyle w:val="TAC"/>
              <w:rPr>
                <w:lang w:eastAsia="fi-FI"/>
              </w:rPr>
            </w:pPr>
            <w:r>
              <w:rPr>
                <w:lang w:eastAsia="fi-FI"/>
              </w:rPr>
              <w:t>DC_8A_n77A</w:t>
            </w:r>
          </w:p>
        </w:tc>
        <w:tc>
          <w:tcPr>
            <w:tcW w:w="2738" w:type="dxa"/>
            <w:tcBorders>
              <w:top w:val="single" w:sz="4" w:space="0" w:color="auto"/>
              <w:left w:val="single" w:sz="4" w:space="0" w:color="auto"/>
              <w:bottom w:val="single" w:sz="4" w:space="0" w:color="auto"/>
              <w:right w:val="single" w:sz="4" w:space="0" w:color="auto"/>
            </w:tcBorders>
            <w:noWrap/>
            <w:hideMark/>
          </w:tcPr>
          <w:p w14:paraId="737946CA"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0E9D9EE9" w14:textId="77777777" w:rsidR="00D44AD9" w:rsidRDefault="00D44AD9" w:rsidP="00AC3FE8">
            <w:pPr>
              <w:pStyle w:val="TAC"/>
              <w:rPr>
                <w:lang w:eastAsia="fi-FI"/>
              </w:rPr>
            </w:pPr>
            <w:r>
              <w:rPr>
                <w:lang w:eastAsia="zh-CN"/>
              </w:rPr>
              <w:t>No</w:t>
            </w:r>
          </w:p>
        </w:tc>
      </w:tr>
      <w:tr w:rsidR="00D44AD9" w14:paraId="26188A2C"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43F01B2" w14:textId="77777777" w:rsidR="00D44AD9" w:rsidRDefault="00D44AD9" w:rsidP="00AC3FE8">
            <w:pPr>
              <w:pStyle w:val="TAC"/>
              <w:rPr>
                <w:lang w:eastAsia="fi-FI"/>
              </w:rPr>
            </w:pPr>
            <w:r>
              <w:rPr>
                <w:lang w:eastAsia="fi-FI"/>
              </w:rPr>
              <w:t>DC_8A_n77(2A)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4030DF75" w14:textId="77777777" w:rsidR="00D44AD9" w:rsidRDefault="00D44AD9" w:rsidP="00AC3FE8">
            <w:pPr>
              <w:pStyle w:val="TAC"/>
              <w:rPr>
                <w:lang w:eastAsia="fi-FI"/>
              </w:rPr>
            </w:pPr>
            <w:r>
              <w:rPr>
                <w:lang w:eastAsia="fi-FI"/>
              </w:rPr>
              <w:t>DC_8A_n77A</w:t>
            </w:r>
          </w:p>
        </w:tc>
        <w:tc>
          <w:tcPr>
            <w:tcW w:w="2738" w:type="dxa"/>
            <w:tcBorders>
              <w:top w:val="single" w:sz="4" w:space="0" w:color="auto"/>
              <w:left w:val="single" w:sz="4" w:space="0" w:color="auto"/>
              <w:bottom w:val="single" w:sz="4" w:space="0" w:color="auto"/>
              <w:right w:val="single" w:sz="4" w:space="0" w:color="auto"/>
            </w:tcBorders>
            <w:noWrap/>
            <w:hideMark/>
          </w:tcPr>
          <w:p w14:paraId="2DF96485"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53921410" w14:textId="77777777" w:rsidR="00D44AD9" w:rsidRDefault="00D44AD9" w:rsidP="00AC3FE8">
            <w:pPr>
              <w:pStyle w:val="TAC"/>
              <w:rPr>
                <w:lang w:eastAsia="fi-FI"/>
              </w:rPr>
            </w:pPr>
            <w:r>
              <w:rPr>
                <w:lang w:eastAsia="zh-CN"/>
              </w:rPr>
              <w:t>No</w:t>
            </w:r>
          </w:p>
        </w:tc>
      </w:tr>
      <w:tr w:rsidR="00D44AD9" w14:paraId="1FFF377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6798417" w14:textId="77777777" w:rsidR="00D44AD9" w:rsidRDefault="00D44AD9" w:rsidP="00AC3FE8">
            <w:pPr>
              <w:pStyle w:val="TAC"/>
              <w:rPr>
                <w:lang w:eastAsia="fi-FI"/>
              </w:rPr>
            </w:pPr>
            <w:r>
              <w:rPr>
                <w:lang w:eastAsia="fi-FI"/>
              </w:rPr>
              <w:t>DC_8A_n78A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4ECD327B" w14:textId="77777777" w:rsidR="00D44AD9" w:rsidRDefault="00D44AD9" w:rsidP="00AC3FE8">
            <w:pPr>
              <w:pStyle w:val="TAC"/>
              <w:rPr>
                <w:lang w:eastAsia="fi-FI"/>
              </w:rPr>
            </w:pPr>
            <w:r>
              <w:rPr>
                <w:lang w:eastAsia="fi-FI"/>
              </w:rPr>
              <w:t>DC_8A_n78A</w:t>
            </w:r>
          </w:p>
        </w:tc>
        <w:tc>
          <w:tcPr>
            <w:tcW w:w="2738" w:type="dxa"/>
            <w:tcBorders>
              <w:top w:val="single" w:sz="4" w:space="0" w:color="auto"/>
              <w:left w:val="single" w:sz="4" w:space="0" w:color="auto"/>
              <w:bottom w:val="single" w:sz="4" w:space="0" w:color="auto"/>
              <w:right w:val="single" w:sz="4" w:space="0" w:color="auto"/>
            </w:tcBorders>
            <w:noWrap/>
            <w:hideMark/>
          </w:tcPr>
          <w:p w14:paraId="31168781"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48592C24" w14:textId="77777777" w:rsidR="00D44AD9" w:rsidRDefault="00D44AD9" w:rsidP="00AC3FE8">
            <w:pPr>
              <w:pStyle w:val="TAC"/>
              <w:rPr>
                <w:lang w:eastAsia="fi-FI"/>
              </w:rPr>
            </w:pPr>
            <w:r>
              <w:rPr>
                <w:lang w:eastAsia="zh-CN"/>
              </w:rPr>
              <w:t>No</w:t>
            </w:r>
          </w:p>
        </w:tc>
      </w:tr>
      <w:tr w:rsidR="00D44AD9" w14:paraId="58BD7538"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CFFE0FF" w14:textId="77777777" w:rsidR="00D44AD9" w:rsidRDefault="00D44AD9" w:rsidP="00AC3FE8">
            <w:pPr>
              <w:pStyle w:val="TAC"/>
              <w:rPr>
                <w:vertAlign w:val="superscript"/>
                <w:lang w:eastAsia="fi-FI"/>
              </w:rPr>
            </w:pPr>
            <w:r>
              <w:rPr>
                <w:lang w:eastAsia="fi-FI"/>
              </w:rPr>
              <w:t>DC_8A_n79A</w:t>
            </w:r>
            <w:r>
              <w:rPr>
                <w:vertAlign w:val="superscript"/>
                <w:lang w:eastAsia="fi-FI"/>
              </w:rPr>
              <w:t>7</w:t>
            </w:r>
          </w:p>
          <w:p w14:paraId="1F67476B" w14:textId="77777777" w:rsidR="00D44AD9" w:rsidRDefault="00D44AD9" w:rsidP="00AC3FE8">
            <w:pPr>
              <w:pStyle w:val="TAC"/>
              <w:rPr>
                <w:lang w:eastAsia="fi-FI"/>
              </w:rPr>
            </w:pPr>
            <w:r>
              <w:rPr>
                <w:lang w:eastAsia="fi-FI"/>
              </w:rPr>
              <w:t>DC_8A_n79</w:t>
            </w:r>
            <w:r>
              <w:rPr>
                <w:lang w:eastAsia="zh-CN"/>
              </w:rPr>
              <w:t>C</w:t>
            </w:r>
          </w:p>
        </w:tc>
        <w:tc>
          <w:tcPr>
            <w:tcW w:w="2280" w:type="dxa"/>
            <w:tcBorders>
              <w:top w:val="single" w:sz="4" w:space="0" w:color="auto"/>
              <w:left w:val="single" w:sz="4" w:space="0" w:color="auto"/>
              <w:bottom w:val="single" w:sz="4" w:space="0" w:color="auto"/>
              <w:right w:val="single" w:sz="4" w:space="0" w:color="auto"/>
            </w:tcBorders>
            <w:hideMark/>
          </w:tcPr>
          <w:p w14:paraId="582B90DD" w14:textId="77777777" w:rsidR="00D44AD9" w:rsidRDefault="00D44AD9" w:rsidP="00AC3FE8">
            <w:pPr>
              <w:pStyle w:val="TAC"/>
              <w:rPr>
                <w:lang w:eastAsia="fi-FI"/>
              </w:rPr>
            </w:pPr>
            <w:r>
              <w:rPr>
                <w:lang w:eastAsia="fi-FI"/>
              </w:rPr>
              <w:t>DC_8A_n79A</w:t>
            </w:r>
          </w:p>
          <w:p w14:paraId="1A614295" w14:textId="77777777" w:rsidR="00D44AD9" w:rsidRDefault="00D44AD9" w:rsidP="00AC3FE8">
            <w:pPr>
              <w:pStyle w:val="TAC"/>
              <w:rPr>
                <w:lang w:eastAsia="fi-FI"/>
              </w:rPr>
            </w:pPr>
            <w:r>
              <w:rPr>
                <w:lang w:eastAsia="fi-FI"/>
              </w:rPr>
              <w:t>DC_8A_n79</w:t>
            </w:r>
            <w:r>
              <w:rPr>
                <w:lang w:eastAsia="zh-CN"/>
              </w:rPr>
              <w:t>C</w:t>
            </w:r>
          </w:p>
        </w:tc>
        <w:tc>
          <w:tcPr>
            <w:tcW w:w="2738" w:type="dxa"/>
            <w:tcBorders>
              <w:top w:val="single" w:sz="4" w:space="0" w:color="auto"/>
              <w:left w:val="single" w:sz="4" w:space="0" w:color="auto"/>
              <w:bottom w:val="single" w:sz="4" w:space="0" w:color="auto"/>
              <w:right w:val="single" w:sz="4" w:space="0" w:color="auto"/>
            </w:tcBorders>
            <w:noWrap/>
            <w:hideMark/>
          </w:tcPr>
          <w:p w14:paraId="20440EDF" w14:textId="77777777" w:rsidR="00D44AD9" w:rsidRDefault="00D44AD9" w:rsidP="00AC3FE8">
            <w:pPr>
              <w:pStyle w:val="TAC"/>
              <w:rPr>
                <w:lang w:eastAsia="ja-JP"/>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6DFB3216" w14:textId="77777777" w:rsidR="00D44AD9" w:rsidRDefault="00D44AD9" w:rsidP="00AC3FE8">
            <w:pPr>
              <w:pStyle w:val="TAC"/>
              <w:rPr>
                <w:lang w:eastAsia="fi-FI"/>
              </w:rPr>
            </w:pPr>
            <w:r>
              <w:rPr>
                <w:lang w:eastAsia="zh-CN"/>
              </w:rPr>
              <w:t>No</w:t>
            </w:r>
          </w:p>
        </w:tc>
      </w:tr>
      <w:tr w:rsidR="00D44AD9" w14:paraId="6C2B15E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746CFAA" w14:textId="77777777" w:rsidR="00D44AD9" w:rsidRDefault="00D44AD9" w:rsidP="00AC3FE8">
            <w:pPr>
              <w:pStyle w:val="TAC"/>
              <w:rPr>
                <w:lang w:eastAsia="fi-FI"/>
              </w:rPr>
            </w:pPr>
            <w:r>
              <w:rPr>
                <w:lang w:eastAsia="fi-FI"/>
              </w:rPr>
              <w:t>DC_8A_n93A</w:t>
            </w:r>
          </w:p>
        </w:tc>
        <w:tc>
          <w:tcPr>
            <w:tcW w:w="2280" w:type="dxa"/>
            <w:tcBorders>
              <w:top w:val="single" w:sz="4" w:space="0" w:color="auto"/>
              <w:left w:val="single" w:sz="4" w:space="0" w:color="auto"/>
              <w:bottom w:val="single" w:sz="4" w:space="0" w:color="auto"/>
              <w:right w:val="single" w:sz="4" w:space="0" w:color="auto"/>
            </w:tcBorders>
            <w:hideMark/>
          </w:tcPr>
          <w:p w14:paraId="7299A34B" w14:textId="77777777" w:rsidR="00D44AD9" w:rsidRDefault="00D44AD9" w:rsidP="00AC3FE8">
            <w:pPr>
              <w:pStyle w:val="TAC"/>
              <w:rPr>
                <w:lang w:eastAsia="fi-FI"/>
              </w:rPr>
            </w:pPr>
            <w:r>
              <w:rPr>
                <w:lang w:eastAsia="fi-FI"/>
              </w:rPr>
              <w:t>DC_8A_n93A_ULSUP-TDM</w:t>
            </w:r>
          </w:p>
        </w:tc>
        <w:tc>
          <w:tcPr>
            <w:tcW w:w="2738" w:type="dxa"/>
            <w:tcBorders>
              <w:top w:val="single" w:sz="4" w:space="0" w:color="auto"/>
              <w:left w:val="single" w:sz="4" w:space="0" w:color="auto"/>
              <w:bottom w:val="single" w:sz="4" w:space="0" w:color="auto"/>
              <w:right w:val="single" w:sz="4" w:space="0" w:color="auto"/>
            </w:tcBorders>
            <w:noWrap/>
            <w:hideMark/>
          </w:tcPr>
          <w:p w14:paraId="0B1A5BE0" w14:textId="77777777" w:rsidR="00D44AD9" w:rsidRDefault="00D44AD9" w:rsidP="00AC3FE8">
            <w:pPr>
              <w:pStyle w:val="TAC"/>
              <w:rPr>
                <w:lang w:eastAsia="fi-FI"/>
              </w:rPr>
            </w:pPr>
            <w:r>
              <w:rPr>
                <w:lang w:eastAsia="fi-FI"/>
              </w:rPr>
              <w:t>N/A</w:t>
            </w:r>
          </w:p>
        </w:tc>
        <w:tc>
          <w:tcPr>
            <w:tcW w:w="2738" w:type="dxa"/>
            <w:tcBorders>
              <w:top w:val="single" w:sz="4" w:space="0" w:color="auto"/>
              <w:left w:val="single" w:sz="4" w:space="0" w:color="auto"/>
              <w:bottom w:val="single" w:sz="4" w:space="0" w:color="auto"/>
              <w:right w:val="single" w:sz="4" w:space="0" w:color="auto"/>
            </w:tcBorders>
          </w:tcPr>
          <w:p w14:paraId="0D435BF2" w14:textId="77777777" w:rsidR="00D44AD9" w:rsidRDefault="00D44AD9" w:rsidP="00AC3FE8">
            <w:pPr>
              <w:pStyle w:val="TAC"/>
              <w:rPr>
                <w:lang w:eastAsia="fi-FI"/>
              </w:rPr>
            </w:pPr>
          </w:p>
        </w:tc>
      </w:tr>
      <w:tr w:rsidR="00D44AD9" w14:paraId="63D6B96B"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BF4013B" w14:textId="77777777" w:rsidR="00D44AD9" w:rsidRDefault="00D44AD9" w:rsidP="00AC3FE8">
            <w:pPr>
              <w:pStyle w:val="TAC"/>
              <w:rPr>
                <w:lang w:eastAsia="fi-FI"/>
              </w:rPr>
            </w:pPr>
            <w:r>
              <w:rPr>
                <w:lang w:eastAsia="fi-FI"/>
              </w:rPr>
              <w:t>DC_8A_n94A</w:t>
            </w:r>
          </w:p>
        </w:tc>
        <w:tc>
          <w:tcPr>
            <w:tcW w:w="2280" w:type="dxa"/>
            <w:tcBorders>
              <w:top w:val="single" w:sz="4" w:space="0" w:color="auto"/>
              <w:left w:val="single" w:sz="4" w:space="0" w:color="auto"/>
              <w:bottom w:val="single" w:sz="4" w:space="0" w:color="auto"/>
              <w:right w:val="single" w:sz="4" w:space="0" w:color="auto"/>
            </w:tcBorders>
            <w:hideMark/>
          </w:tcPr>
          <w:p w14:paraId="6AE004D4" w14:textId="77777777" w:rsidR="00D44AD9" w:rsidRDefault="00D44AD9" w:rsidP="00AC3FE8">
            <w:pPr>
              <w:pStyle w:val="TAC"/>
              <w:rPr>
                <w:lang w:eastAsia="fi-FI"/>
              </w:rPr>
            </w:pPr>
            <w:r>
              <w:rPr>
                <w:lang w:eastAsia="fi-FI"/>
              </w:rPr>
              <w:t>DC_8A_n94A_ULSUP-TDM</w:t>
            </w:r>
          </w:p>
        </w:tc>
        <w:tc>
          <w:tcPr>
            <w:tcW w:w="2738" w:type="dxa"/>
            <w:tcBorders>
              <w:top w:val="single" w:sz="4" w:space="0" w:color="auto"/>
              <w:left w:val="single" w:sz="4" w:space="0" w:color="auto"/>
              <w:bottom w:val="single" w:sz="4" w:space="0" w:color="auto"/>
              <w:right w:val="single" w:sz="4" w:space="0" w:color="auto"/>
            </w:tcBorders>
            <w:noWrap/>
            <w:hideMark/>
          </w:tcPr>
          <w:p w14:paraId="2F263566" w14:textId="77777777" w:rsidR="00D44AD9" w:rsidRDefault="00D44AD9" w:rsidP="00AC3FE8">
            <w:pPr>
              <w:pStyle w:val="TAC"/>
              <w:rPr>
                <w:lang w:eastAsia="fi-FI"/>
              </w:rPr>
            </w:pPr>
            <w:r>
              <w:rPr>
                <w:lang w:eastAsia="fi-FI"/>
              </w:rPr>
              <w:t>N/A</w:t>
            </w:r>
          </w:p>
        </w:tc>
        <w:tc>
          <w:tcPr>
            <w:tcW w:w="2738" w:type="dxa"/>
            <w:tcBorders>
              <w:top w:val="single" w:sz="4" w:space="0" w:color="auto"/>
              <w:left w:val="single" w:sz="4" w:space="0" w:color="auto"/>
              <w:bottom w:val="single" w:sz="4" w:space="0" w:color="auto"/>
              <w:right w:val="single" w:sz="4" w:space="0" w:color="auto"/>
            </w:tcBorders>
          </w:tcPr>
          <w:p w14:paraId="67DB519C" w14:textId="77777777" w:rsidR="00D44AD9" w:rsidRDefault="00D44AD9" w:rsidP="00AC3FE8">
            <w:pPr>
              <w:pStyle w:val="TAC"/>
              <w:rPr>
                <w:lang w:eastAsia="fi-FI"/>
              </w:rPr>
            </w:pPr>
          </w:p>
        </w:tc>
      </w:tr>
      <w:tr w:rsidR="00D44AD9" w14:paraId="239BB3EC"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F941F5A" w14:textId="77777777" w:rsidR="00D44AD9" w:rsidRDefault="00D44AD9" w:rsidP="00AC3FE8">
            <w:pPr>
              <w:pStyle w:val="TAC"/>
              <w:rPr>
                <w:lang w:eastAsia="fi-FI"/>
              </w:rPr>
            </w:pPr>
            <w:r>
              <w:rPr>
                <w:lang w:eastAsia="fi-FI"/>
              </w:rPr>
              <w:t>DC_11</w:t>
            </w:r>
            <w:r>
              <w:rPr>
                <w:lang w:eastAsia="zh-CN"/>
              </w:rPr>
              <w:t>A_n3A</w:t>
            </w:r>
          </w:p>
        </w:tc>
        <w:tc>
          <w:tcPr>
            <w:tcW w:w="2280" w:type="dxa"/>
            <w:tcBorders>
              <w:top w:val="single" w:sz="4" w:space="0" w:color="auto"/>
              <w:left w:val="single" w:sz="4" w:space="0" w:color="auto"/>
              <w:bottom w:val="single" w:sz="4" w:space="0" w:color="auto"/>
              <w:right w:val="single" w:sz="4" w:space="0" w:color="auto"/>
            </w:tcBorders>
            <w:hideMark/>
          </w:tcPr>
          <w:p w14:paraId="3083A599" w14:textId="77777777" w:rsidR="00D44AD9" w:rsidRDefault="00D44AD9" w:rsidP="00AC3FE8">
            <w:pPr>
              <w:pStyle w:val="TAC"/>
              <w:rPr>
                <w:lang w:eastAsia="fi-FI"/>
              </w:rPr>
            </w:pPr>
            <w:r>
              <w:rPr>
                <w:lang w:eastAsia="fi-FI"/>
              </w:rPr>
              <w:t>DC_11</w:t>
            </w:r>
            <w:r>
              <w:rPr>
                <w:lang w:eastAsia="zh-CN"/>
              </w:rPr>
              <w:t>A_n3A</w:t>
            </w:r>
          </w:p>
        </w:tc>
        <w:tc>
          <w:tcPr>
            <w:tcW w:w="2738" w:type="dxa"/>
            <w:tcBorders>
              <w:top w:val="single" w:sz="4" w:space="0" w:color="auto"/>
              <w:left w:val="single" w:sz="4" w:space="0" w:color="auto"/>
              <w:bottom w:val="single" w:sz="4" w:space="0" w:color="auto"/>
              <w:right w:val="single" w:sz="4" w:space="0" w:color="auto"/>
            </w:tcBorders>
            <w:noWrap/>
            <w:hideMark/>
          </w:tcPr>
          <w:p w14:paraId="4574B99F"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2A01D6D7" w14:textId="77777777" w:rsidR="00D44AD9" w:rsidRDefault="00D44AD9" w:rsidP="00AC3FE8">
            <w:pPr>
              <w:pStyle w:val="TAC"/>
              <w:rPr>
                <w:lang w:eastAsia="zh-TW"/>
              </w:rPr>
            </w:pPr>
          </w:p>
        </w:tc>
      </w:tr>
      <w:tr w:rsidR="00D44AD9" w14:paraId="4467710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75238F5" w14:textId="77777777" w:rsidR="00D44AD9" w:rsidRDefault="00D44AD9" w:rsidP="00AC3FE8">
            <w:pPr>
              <w:pStyle w:val="TAC"/>
              <w:rPr>
                <w:lang w:eastAsia="fi-FI"/>
              </w:rPr>
            </w:pPr>
            <w:r>
              <w:rPr>
                <w:rFonts w:eastAsia="MS Mincho"/>
                <w:lang w:eastAsia="fi-FI"/>
              </w:rPr>
              <w:t>DC_11</w:t>
            </w:r>
            <w:r>
              <w:rPr>
                <w:rFonts w:eastAsia="MS Mincho"/>
                <w:lang w:eastAsia="zh-CN"/>
              </w:rPr>
              <w:t>A_n28A</w:t>
            </w:r>
          </w:p>
        </w:tc>
        <w:tc>
          <w:tcPr>
            <w:tcW w:w="2280" w:type="dxa"/>
            <w:tcBorders>
              <w:top w:val="single" w:sz="4" w:space="0" w:color="auto"/>
              <w:left w:val="single" w:sz="4" w:space="0" w:color="auto"/>
              <w:bottom w:val="single" w:sz="4" w:space="0" w:color="auto"/>
              <w:right w:val="single" w:sz="4" w:space="0" w:color="auto"/>
            </w:tcBorders>
            <w:hideMark/>
          </w:tcPr>
          <w:p w14:paraId="185FC8C7" w14:textId="77777777" w:rsidR="00D44AD9" w:rsidRDefault="00D44AD9" w:rsidP="00AC3FE8">
            <w:pPr>
              <w:pStyle w:val="TAC"/>
              <w:rPr>
                <w:lang w:eastAsia="fi-FI"/>
              </w:rPr>
            </w:pPr>
            <w:r>
              <w:rPr>
                <w:rFonts w:eastAsia="MS Mincho"/>
                <w:lang w:eastAsia="fi-FI"/>
              </w:rPr>
              <w:t>DC_11</w:t>
            </w:r>
            <w:r>
              <w:rPr>
                <w:rFonts w:eastAsia="MS Mincho"/>
                <w:lang w:eastAsia="zh-CN"/>
              </w:rPr>
              <w:t>A_n28A</w:t>
            </w:r>
          </w:p>
        </w:tc>
        <w:tc>
          <w:tcPr>
            <w:tcW w:w="2738" w:type="dxa"/>
            <w:tcBorders>
              <w:top w:val="single" w:sz="4" w:space="0" w:color="auto"/>
              <w:left w:val="single" w:sz="4" w:space="0" w:color="auto"/>
              <w:bottom w:val="single" w:sz="4" w:space="0" w:color="auto"/>
              <w:right w:val="single" w:sz="4" w:space="0" w:color="auto"/>
            </w:tcBorders>
            <w:noWrap/>
            <w:hideMark/>
          </w:tcPr>
          <w:p w14:paraId="2DA62F7E" w14:textId="77777777" w:rsidR="00D44AD9" w:rsidRDefault="00D44AD9" w:rsidP="00AC3FE8">
            <w:pPr>
              <w:pStyle w:val="TAC"/>
              <w:rPr>
                <w:lang w:eastAsia="zh-TW"/>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5B78CD43" w14:textId="77777777" w:rsidR="00D44AD9" w:rsidRDefault="00D44AD9" w:rsidP="00AC3FE8">
            <w:pPr>
              <w:pStyle w:val="TAC"/>
              <w:rPr>
                <w:lang w:eastAsia="zh-TW"/>
              </w:rPr>
            </w:pPr>
          </w:p>
        </w:tc>
      </w:tr>
      <w:tr w:rsidR="00D44AD9" w14:paraId="0E9D22AC"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F683D1C" w14:textId="77777777" w:rsidR="00D44AD9" w:rsidRDefault="00D44AD9" w:rsidP="00AC3FE8">
            <w:pPr>
              <w:pStyle w:val="TAC"/>
              <w:rPr>
                <w:lang w:eastAsia="fi-FI"/>
              </w:rPr>
            </w:pPr>
            <w:r>
              <w:rPr>
                <w:lang w:eastAsia="ja-JP"/>
              </w:rPr>
              <w:t>DC_11A_n77A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6CFD4904" w14:textId="77777777" w:rsidR="00D44AD9" w:rsidRDefault="00D44AD9" w:rsidP="00AC3FE8">
            <w:pPr>
              <w:pStyle w:val="TAC"/>
              <w:rPr>
                <w:lang w:eastAsia="fi-FI"/>
              </w:rPr>
            </w:pPr>
            <w:r>
              <w:rPr>
                <w:lang w:eastAsia="ja-JP"/>
              </w:rPr>
              <w:t>DC_11A_n77A</w:t>
            </w:r>
          </w:p>
        </w:tc>
        <w:tc>
          <w:tcPr>
            <w:tcW w:w="2738" w:type="dxa"/>
            <w:tcBorders>
              <w:top w:val="single" w:sz="4" w:space="0" w:color="auto"/>
              <w:left w:val="single" w:sz="4" w:space="0" w:color="auto"/>
              <w:bottom w:val="single" w:sz="4" w:space="0" w:color="auto"/>
              <w:right w:val="single" w:sz="4" w:space="0" w:color="auto"/>
            </w:tcBorders>
            <w:noWrap/>
            <w:hideMark/>
          </w:tcPr>
          <w:p w14:paraId="4BE7033B"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7873D41C" w14:textId="77777777" w:rsidR="00D44AD9" w:rsidRDefault="00D44AD9" w:rsidP="00AC3FE8">
            <w:pPr>
              <w:pStyle w:val="TAC"/>
              <w:rPr>
                <w:lang w:eastAsia="fi-FI"/>
              </w:rPr>
            </w:pPr>
            <w:r>
              <w:rPr>
                <w:lang w:eastAsia="zh-CN"/>
              </w:rPr>
              <w:t>No</w:t>
            </w:r>
          </w:p>
        </w:tc>
      </w:tr>
      <w:tr w:rsidR="00D44AD9" w14:paraId="4D070F7C"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D47D48F" w14:textId="77777777" w:rsidR="00D44AD9" w:rsidRDefault="00D44AD9" w:rsidP="00AC3FE8">
            <w:pPr>
              <w:pStyle w:val="TAC"/>
              <w:rPr>
                <w:lang w:eastAsia="ja-JP"/>
              </w:rPr>
            </w:pPr>
            <w:r>
              <w:rPr>
                <w:lang w:eastAsia="ja-JP"/>
              </w:rPr>
              <w:t>DC_11A_n77(2A)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07B25502" w14:textId="77777777" w:rsidR="00D44AD9" w:rsidRDefault="00D44AD9" w:rsidP="00AC3FE8">
            <w:pPr>
              <w:pStyle w:val="TAC"/>
              <w:rPr>
                <w:lang w:eastAsia="ja-JP"/>
              </w:rPr>
            </w:pPr>
            <w:r>
              <w:rPr>
                <w:lang w:eastAsia="ja-JP"/>
              </w:rPr>
              <w:t>DC_11A_n77A</w:t>
            </w:r>
          </w:p>
        </w:tc>
        <w:tc>
          <w:tcPr>
            <w:tcW w:w="2738" w:type="dxa"/>
            <w:tcBorders>
              <w:top w:val="single" w:sz="4" w:space="0" w:color="auto"/>
              <w:left w:val="single" w:sz="4" w:space="0" w:color="auto"/>
              <w:bottom w:val="single" w:sz="4" w:space="0" w:color="auto"/>
              <w:right w:val="single" w:sz="4" w:space="0" w:color="auto"/>
            </w:tcBorders>
            <w:noWrap/>
            <w:hideMark/>
          </w:tcPr>
          <w:p w14:paraId="5F73E625"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7C511106" w14:textId="77777777" w:rsidR="00D44AD9" w:rsidRDefault="00D44AD9" w:rsidP="00AC3FE8">
            <w:pPr>
              <w:pStyle w:val="TAC"/>
              <w:rPr>
                <w:lang w:eastAsia="fi-FI"/>
              </w:rPr>
            </w:pPr>
            <w:r>
              <w:rPr>
                <w:lang w:eastAsia="zh-CN"/>
              </w:rPr>
              <w:t>No</w:t>
            </w:r>
          </w:p>
        </w:tc>
      </w:tr>
      <w:tr w:rsidR="00D44AD9" w14:paraId="3F9C1EF7"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2E9EF13" w14:textId="77777777" w:rsidR="00D44AD9" w:rsidRDefault="00D44AD9" w:rsidP="00AC3FE8">
            <w:pPr>
              <w:pStyle w:val="TAC"/>
              <w:rPr>
                <w:lang w:eastAsia="fi-FI"/>
              </w:rPr>
            </w:pPr>
            <w:r>
              <w:rPr>
                <w:lang w:eastAsia="ja-JP"/>
              </w:rPr>
              <w:t>DC_11A_n78A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03857C61" w14:textId="77777777" w:rsidR="00D44AD9" w:rsidRDefault="00D44AD9" w:rsidP="00AC3FE8">
            <w:pPr>
              <w:pStyle w:val="TAC"/>
              <w:rPr>
                <w:lang w:eastAsia="fi-FI"/>
              </w:rPr>
            </w:pPr>
            <w:r>
              <w:rPr>
                <w:lang w:eastAsia="ja-JP"/>
              </w:rPr>
              <w:t>DC_11A_n78A</w:t>
            </w:r>
          </w:p>
        </w:tc>
        <w:tc>
          <w:tcPr>
            <w:tcW w:w="2738" w:type="dxa"/>
            <w:tcBorders>
              <w:top w:val="single" w:sz="4" w:space="0" w:color="auto"/>
              <w:left w:val="single" w:sz="4" w:space="0" w:color="auto"/>
              <w:bottom w:val="single" w:sz="4" w:space="0" w:color="auto"/>
              <w:right w:val="single" w:sz="4" w:space="0" w:color="auto"/>
            </w:tcBorders>
            <w:noWrap/>
            <w:hideMark/>
          </w:tcPr>
          <w:p w14:paraId="33014BDD"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53C820B8" w14:textId="77777777" w:rsidR="00D44AD9" w:rsidRDefault="00D44AD9" w:rsidP="00AC3FE8">
            <w:pPr>
              <w:pStyle w:val="TAC"/>
              <w:rPr>
                <w:lang w:eastAsia="fi-FI"/>
              </w:rPr>
            </w:pPr>
            <w:r>
              <w:rPr>
                <w:lang w:eastAsia="zh-CN"/>
              </w:rPr>
              <w:t>No</w:t>
            </w:r>
          </w:p>
        </w:tc>
      </w:tr>
      <w:tr w:rsidR="00D44AD9" w14:paraId="698DFC30"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35CC7B0" w14:textId="77777777" w:rsidR="00D44AD9" w:rsidRDefault="00D44AD9" w:rsidP="00AC3FE8">
            <w:pPr>
              <w:pStyle w:val="TAC"/>
              <w:rPr>
                <w:lang w:eastAsia="fi-FI"/>
              </w:rPr>
            </w:pPr>
            <w:r>
              <w:rPr>
                <w:lang w:eastAsia="ja-JP"/>
              </w:rPr>
              <w:t>DC_11A_n79A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7965A298" w14:textId="77777777" w:rsidR="00D44AD9" w:rsidRDefault="00D44AD9" w:rsidP="00AC3FE8">
            <w:pPr>
              <w:pStyle w:val="TAC"/>
              <w:rPr>
                <w:lang w:eastAsia="fi-FI"/>
              </w:rPr>
            </w:pPr>
            <w:r>
              <w:rPr>
                <w:lang w:eastAsia="ja-JP"/>
              </w:rPr>
              <w:t>DC_11A_n79A</w:t>
            </w:r>
          </w:p>
        </w:tc>
        <w:tc>
          <w:tcPr>
            <w:tcW w:w="2738" w:type="dxa"/>
            <w:tcBorders>
              <w:top w:val="single" w:sz="4" w:space="0" w:color="auto"/>
              <w:left w:val="single" w:sz="4" w:space="0" w:color="auto"/>
              <w:bottom w:val="single" w:sz="4" w:space="0" w:color="auto"/>
              <w:right w:val="single" w:sz="4" w:space="0" w:color="auto"/>
            </w:tcBorders>
            <w:noWrap/>
            <w:hideMark/>
          </w:tcPr>
          <w:p w14:paraId="4B1BA47E"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7E82589A" w14:textId="77777777" w:rsidR="00D44AD9" w:rsidRDefault="00D44AD9" w:rsidP="00AC3FE8">
            <w:pPr>
              <w:pStyle w:val="TAC"/>
              <w:rPr>
                <w:lang w:eastAsia="fi-FI"/>
              </w:rPr>
            </w:pPr>
          </w:p>
        </w:tc>
      </w:tr>
      <w:tr w:rsidR="00D44AD9" w14:paraId="1EC91FDA"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7109B2D" w14:textId="77777777" w:rsidR="00D44AD9" w:rsidRDefault="00D44AD9" w:rsidP="00AC3FE8">
            <w:pPr>
              <w:pStyle w:val="TAC"/>
              <w:rPr>
                <w:lang w:eastAsia="ja-JP"/>
              </w:rPr>
            </w:pPr>
            <w:r>
              <w:rPr>
                <w:lang w:eastAsia="fi-FI"/>
              </w:rPr>
              <w:t>DC_</w:t>
            </w:r>
            <w:r>
              <w:rPr>
                <w:lang w:eastAsia="zh-CN"/>
              </w:rPr>
              <w:t>12A_n2A</w:t>
            </w:r>
          </w:p>
        </w:tc>
        <w:tc>
          <w:tcPr>
            <w:tcW w:w="2280" w:type="dxa"/>
            <w:tcBorders>
              <w:top w:val="single" w:sz="4" w:space="0" w:color="auto"/>
              <w:left w:val="single" w:sz="4" w:space="0" w:color="auto"/>
              <w:bottom w:val="single" w:sz="4" w:space="0" w:color="auto"/>
              <w:right w:val="single" w:sz="4" w:space="0" w:color="auto"/>
            </w:tcBorders>
            <w:hideMark/>
          </w:tcPr>
          <w:p w14:paraId="231DC9BE" w14:textId="77777777" w:rsidR="00D44AD9" w:rsidRDefault="00D44AD9" w:rsidP="00AC3FE8">
            <w:pPr>
              <w:pStyle w:val="TAC"/>
              <w:rPr>
                <w:lang w:eastAsia="ja-JP"/>
              </w:rPr>
            </w:pPr>
            <w:r>
              <w:rPr>
                <w:lang w:eastAsia="fi-FI"/>
              </w:rPr>
              <w:t>DC_</w:t>
            </w:r>
            <w:r>
              <w:rPr>
                <w:lang w:eastAsia="zh-CN"/>
              </w:rPr>
              <w:t>12A_n2A</w:t>
            </w:r>
          </w:p>
        </w:tc>
        <w:tc>
          <w:tcPr>
            <w:tcW w:w="2738" w:type="dxa"/>
            <w:tcBorders>
              <w:top w:val="single" w:sz="4" w:space="0" w:color="auto"/>
              <w:left w:val="single" w:sz="4" w:space="0" w:color="auto"/>
              <w:bottom w:val="single" w:sz="4" w:space="0" w:color="auto"/>
              <w:right w:val="single" w:sz="4" w:space="0" w:color="auto"/>
            </w:tcBorders>
            <w:noWrap/>
            <w:hideMark/>
          </w:tcPr>
          <w:p w14:paraId="48D140EF"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1EB4F288" w14:textId="77777777" w:rsidR="00D44AD9" w:rsidRDefault="00D44AD9" w:rsidP="00AC3FE8">
            <w:pPr>
              <w:pStyle w:val="TAC"/>
              <w:rPr>
                <w:lang w:eastAsia="fi-FI"/>
              </w:rPr>
            </w:pPr>
          </w:p>
        </w:tc>
      </w:tr>
      <w:tr w:rsidR="00D44AD9" w14:paraId="07FCE31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4D7BCDF" w14:textId="77777777" w:rsidR="00D44AD9" w:rsidRDefault="00D44AD9" w:rsidP="00AC3FE8">
            <w:pPr>
              <w:pStyle w:val="TAC"/>
              <w:rPr>
                <w:lang w:eastAsia="ja-JP"/>
              </w:rPr>
            </w:pPr>
            <w:r>
              <w:rPr>
                <w:lang w:eastAsia="fi-FI"/>
              </w:rPr>
              <w:t>DC_12A_n5A</w:t>
            </w:r>
          </w:p>
        </w:tc>
        <w:tc>
          <w:tcPr>
            <w:tcW w:w="2280" w:type="dxa"/>
            <w:tcBorders>
              <w:top w:val="single" w:sz="4" w:space="0" w:color="auto"/>
              <w:left w:val="single" w:sz="4" w:space="0" w:color="auto"/>
              <w:bottom w:val="single" w:sz="4" w:space="0" w:color="auto"/>
              <w:right w:val="single" w:sz="4" w:space="0" w:color="auto"/>
            </w:tcBorders>
            <w:hideMark/>
          </w:tcPr>
          <w:p w14:paraId="03758637" w14:textId="77777777" w:rsidR="00D44AD9" w:rsidRDefault="00D44AD9" w:rsidP="00AC3FE8">
            <w:pPr>
              <w:pStyle w:val="TAC"/>
              <w:rPr>
                <w:lang w:eastAsia="ja-JP"/>
              </w:rPr>
            </w:pPr>
            <w:r>
              <w:rPr>
                <w:lang w:eastAsia="fi-FI"/>
              </w:rPr>
              <w:t>DC_12A_n5A</w:t>
            </w:r>
          </w:p>
        </w:tc>
        <w:tc>
          <w:tcPr>
            <w:tcW w:w="2738" w:type="dxa"/>
            <w:tcBorders>
              <w:top w:val="single" w:sz="4" w:space="0" w:color="auto"/>
              <w:left w:val="single" w:sz="4" w:space="0" w:color="auto"/>
              <w:bottom w:val="single" w:sz="4" w:space="0" w:color="auto"/>
              <w:right w:val="single" w:sz="4" w:space="0" w:color="auto"/>
            </w:tcBorders>
            <w:noWrap/>
            <w:hideMark/>
          </w:tcPr>
          <w:p w14:paraId="4EAA9F3B" w14:textId="77777777" w:rsidR="00D44AD9" w:rsidRDefault="00D44AD9" w:rsidP="00AC3FE8">
            <w:pPr>
              <w:pStyle w:val="TAC"/>
              <w:rPr>
                <w:lang w:eastAsia="ja-JP"/>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02AB7D91" w14:textId="77777777" w:rsidR="00D44AD9" w:rsidRDefault="00D44AD9" w:rsidP="00AC3FE8">
            <w:pPr>
              <w:pStyle w:val="TAC"/>
              <w:rPr>
                <w:lang w:eastAsia="fi-FI"/>
              </w:rPr>
            </w:pPr>
          </w:p>
        </w:tc>
      </w:tr>
      <w:tr w:rsidR="00D44AD9" w14:paraId="41872B0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B9FD048" w14:textId="77777777" w:rsidR="00D44AD9" w:rsidRDefault="00D44AD9" w:rsidP="00AC3FE8">
            <w:pPr>
              <w:pStyle w:val="TAC"/>
              <w:rPr>
                <w:rFonts w:cs="Arial"/>
                <w:lang w:eastAsia="zh-CN"/>
              </w:rPr>
            </w:pPr>
            <w:r>
              <w:rPr>
                <w:rFonts w:cs="Arial"/>
                <w:lang w:eastAsia="zh-CN"/>
              </w:rPr>
              <w:t>DC_12A_n7A</w:t>
            </w:r>
          </w:p>
          <w:p w14:paraId="0D06211B" w14:textId="77777777" w:rsidR="00D44AD9" w:rsidRDefault="00D44AD9" w:rsidP="00AC3FE8">
            <w:pPr>
              <w:pStyle w:val="TAC"/>
              <w:rPr>
                <w:lang w:eastAsia="fi-FI"/>
              </w:rPr>
            </w:pPr>
            <w:r>
              <w:rPr>
                <w:rFonts w:cs="Arial"/>
                <w:lang w:eastAsia="zh-CN"/>
              </w:rPr>
              <w:t>DC_12A_n7(2A)</w:t>
            </w:r>
          </w:p>
        </w:tc>
        <w:tc>
          <w:tcPr>
            <w:tcW w:w="2280" w:type="dxa"/>
            <w:tcBorders>
              <w:top w:val="single" w:sz="4" w:space="0" w:color="auto"/>
              <w:left w:val="single" w:sz="4" w:space="0" w:color="auto"/>
              <w:bottom w:val="single" w:sz="4" w:space="0" w:color="auto"/>
              <w:right w:val="single" w:sz="4" w:space="0" w:color="auto"/>
            </w:tcBorders>
            <w:hideMark/>
          </w:tcPr>
          <w:p w14:paraId="3F30D3EA" w14:textId="77777777" w:rsidR="00D44AD9" w:rsidRDefault="00D44AD9" w:rsidP="00AC3FE8">
            <w:pPr>
              <w:pStyle w:val="TAC"/>
              <w:rPr>
                <w:lang w:eastAsia="fi-FI"/>
              </w:rPr>
            </w:pPr>
            <w:r>
              <w:rPr>
                <w:rFonts w:cs="Arial"/>
                <w:lang w:eastAsia="fi-FI"/>
              </w:rPr>
              <w:t>DC_12A_n</w:t>
            </w:r>
            <w:r>
              <w:rPr>
                <w:rFonts w:cs="Arial"/>
                <w:lang w:eastAsia="zh-CN"/>
              </w:rPr>
              <w:t>7</w:t>
            </w:r>
            <w:r>
              <w:rPr>
                <w:rFonts w:cs="Arial"/>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4F3E9968" w14:textId="77777777" w:rsidR="00D44AD9" w:rsidRDefault="00D44AD9" w:rsidP="00AC3FE8">
            <w:pPr>
              <w:pStyle w:val="TAC"/>
              <w:rPr>
                <w:lang w:eastAsia="fi-FI"/>
              </w:rPr>
            </w:pPr>
            <w:r>
              <w:rPr>
                <w:rFonts w:cs="Arial"/>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2F8FFA6E" w14:textId="77777777" w:rsidR="00D44AD9" w:rsidRDefault="00D44AD9" w:rsidP="00AC3FE8">
            <w:pPr>
              <w:pStyle w:val="TAC"/>
              <w:rPr>
                <w:rFonts w:cs="Arial"/>
                <w:lang w:eastAsia="fi-FI"/>
              </w:rPr>
            </w:pPr>
          </w:p>
        </w:tc>
      </w:tr>
      <w:tr w:rsidR="00D44AD9" w14:paraId="0C3996C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98A4F95" w14:textId="77777777" w:rsidR="00D44AD9" w:rsidRDefault="00D44AD9" w:rsidP="00AC3FE8">
            <w:pPr>
              <w:pStyle w:val="TAC"/>
              <w:rPr>
                <w:rFonts w:cs="Arial"/>
                <w:lang w:eastAsia="zh-CN"/>
              </w:rPr>
            </w:pPr>
            <w:r>
              <w:rPr>
                <w:lang w:eastAsia="fi-FI"/>
              </w:rPr>
              <w:t>DC_12A_n25A</w:t>
            </w:r>
          </w:p>
        </w:tc>
        <w:tc>
          <w:tcPr>
            <w:tcW w:w="2280" w:type="dxa"/>
            <w:tcBorders>
              <w:top w:val="single" w:sz="4" w:space="0" w:color="auto"/>
              <w:left w:val="single" w:sz="4" w:space="0" w:color="auto"/>
              <w:bottom w:val="single" w:sz="4" w:space="0" w:color="auto"/>
              <w:right w:val="single" w:sz="4" w:space="0" w:color="auto"/>
            </w:tcBorders>
            <w:hideMark/>
          </w:tcPr>
          <w:p w14:paraId="4A1BEF21" w14:textId="77777777" w:rsidR="00D44AD9" w:rsidRDefault="00D44AD9" w:rsidP="00AC3FE8">
            <w:pPr>
              <w:pStyle w:val="TAC"/>
              <w:rPr>
                <w:rFonts w:cs="Arial"/>
                <w:lang w:eastAsia="fi-FI"/>
              </w:rPr>
            </w:pPr>
            <w:r>
              <w:rPr>
                <w:lang w:eastAsia="fi-FI"/>
              </w:rPr>
              <w:t>DC_12A_n25A</w:t>
            </w:r>
          </w:p>
        </w:tc>
        <w:tc>
          <w:tcPr>
            <w:tcW w:w="2738" w:type="dxa"/>
            <w:tcBorders>
              <w:top w:val="single" w:sz="4" w:space="0" w:color="auto"/>
              <w:left w:val="single" w:sz="4" w:space="0" w:color="auto"/>
              <w:bottom w:val="single" w:sz="4" w:space="0" w:color="auto"/>
              <w:right w:val="single" w:sz="4" w:space="0" w:color="auto"/>
            </w:tcBorders>
            <w:noWrap/>
            <w:hideMark/>
          </w:tcPr>
          <w:p w14:paraId="2CB1A353" w14:textId="77777777" w:rsidR="00D44AD9" w:rsidRDefault="00D44AD9" w:rsidP="00AC3FE8">
            <w:pPr>
              <w:pStyle w:val="TAC"/>
              <w:rPr>
                <w:rFonts w:cs="Arial"/>
                <w:lang w:eastAsia="fi-FI"/>
              </w:rPr>
            </w:pPr>
            <w:r>
              <w:rPr>
                <w:rFonts w:cs="Arial"/>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35D374EE" w14:textId="77777777" w:rsidR="00D44AD9" w:rsidRDefault="00D44AD9" w:rsidP="00AC3FE8">
            <w:pPr>
              <w:pStyle w:val="TAC"/>
              <w:rPr>
                <w:rFonts w:cs="Arial"/>
                <w:lang w:eastAsia="zh-TW"/>
              </w:rPr>
            </w:pPr>
          </w:p>
        </w:tc>
      </w:tr>
      <w:tr w:rsidR="00D44AD9" w14:paraId="4A32284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859C1E9" w14:textId="77777777" w:rsidR="00D44AD9" w:rsidRDefault="00D44AD9" w:rsidP="00AC3FE8">
            <w:pPr>
              <w:pStyle w:val="TAC"/>
              <w:rPr>
                <w:rFonts w:cs="Arial"/>
                <w:lang w:eastAsia="zh-CN"/>
              </w:rPr>
            </w:pPr>
            <w:r>
              <w:rPr>
                <w:lang w:eastAsia="fi-FI"/>
              </w:rPr>
              <w:t>DC_</w:t>
            </w:r>
            <w:r>
              <w:rPr>
                <w:lang w:eastAsia="zh-CN"/>
              </w:rPr>
              <w:t>12</w:t>
            </w:r>
            <w:r>
              <w:rPr>
                <w:lang w:eastAsia="fi-FI"/>
              </w:rPr>
              <w:t>A_n38A</w:t>
            </w:r>
          </w:p>
        </w:tc>
        <w:tc>
          <w:tcPr>
            <w:tcW w:w="2280" w:type="dxa"/>
            <w:tcBorders>
              <w:top w:val="single" w:sz="4" w:space="0" w:color="auto"/>
              <w:left w:val="single" w:sz="4" w:space="0" w:color="auto"/>
              <w:bottom w:val="single" w:sz="4" w:space="0" w:color="auto"/>
              <w:right w:val="single" w:sz="4" w:space="0" w:color="auto"/>
            </w:tcBorders>
            <w:hideMark/>
          </w:tcPr>
          <w:p w14:paraId="4670BFEA" w14:textId="77777777" w:rsidR="00D44AD9" w:rsidRDefault="00D44AD9" w:rsidP="00AC3FE8">
            <w:pPr>
              <w:pStyle w:val="TAC"/>
              <w:rPr>
                <w:rFonts w:cs="Arial"/>
                <w:lang w:eastAsia="fi-FI"/>
              </w:rPr>
            </w:pPr>
            <w:r>
              <w:rPr>
                <w:lang w:eastAsia="fi-FI"/>
              </w:rPr>
              <w:t>DC_</w:t>
            </w:r>
            <w:r>
              <w:rPr>
                <w:lang w:eastAsia="zh-CN"/>
              </w:rPr>
              <w:t>12</w:t>
            </w:r>
            <w:r>
              <w:rPr>
                <w:lang w:eastAsia="fi-FI"/>
              </w:rPr>
              <w:t>A_n38A</w:t>
            </w:r>
          </w:p>
        </w:tc>
        <w:tc>
          <w:tcPr>
            <w:tcW w:w="2738" w:type="dxa"/>
            <w:tcBorders>
              <w:top w:val="single" w:sz="4" w:space="0" w:color="auto"/>
              <w:left w:val="single" w:sz="4" w:space="0" w:color="auto"/>
              <w:bottom w:val="single" w:sz="4" w:space="0" w:color="auto"/>
              <w:right w:val="single" w:sz="4" w:space="0" w:color="auto"/>
            </w:tcBorders>
            <w:noWrap/>
            <w:hideMark/>
          </w:tcPr>
          <w:p w14:paraId="6E7F5DA7" w14:textId="77777777" w:rsidR="00D44AD9" w:rsidRDefault="00D44AD9" w:rsidP="00AC3FE8">
            <w:pPr>
              <w:pStyle w:val="TAC"/>
              <w:rPr>
                <w:rFonts w:cs="Arial"/>
                <w:lang w:eastAsia="fi-FI"/>
              </w:rPr>
            </w:pPr>
            <w:r>
              <w:rPr>
                <w:rFonts w:cs="Arial"/>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2738D438" w14:textId="77777777" w:rsidR="00D44AD9" w:rsidRDefault="00D44AD9" w:rsidP="00AC3FE8">
            <w:pPr>
              <w:pStyle w:val="TAC"/>
              <w:rPr>
                <w:rFonts w:cs="Arial"/>
                <w:lang w:eastAsia="zh-TW"/>
              </w:rPr>
            </w:pPr>
          </w:p>
        </w:tc>
      </w:tr>
      <w:tr w:rsidR="00D44AD9" w14:paraId="08F3FCFA"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13F437F" w14:textId="77777777" w:rsidR="00D44AD9" w:rsidRDefault="00D44AD9" w:rsidP="00AC3FE8">
            <w:pPr>
              <w:pStyle w:val="TAC"/>
              <w:rPr>
                <w:lang w:eastAsia="fi-FI"/>
              </w:rPr>
            </w:pPr>
            <w:r>
              <w:rPr>
                <w:lang w:eastAsia="fi-FI"/>
              </w:rPr>
              <w:t>DC_12A_n41A</w:t>
            </w:r>
          </w:p>
        </w:tc>
        <w:tc>
          <w:tcPr>
            <w:tcW w:w="2280" w:type="dxa"/>
            <w:tcBorders>
              <w:top w:val="single" w:sz="4" w:space="0" w:color="auto"/>
              <w:left w:val="single" w:sz="4" w:space="0" w:color="auto"/>
              <w:bottom w:val="single" w:sz="4" w:space="0" w:color="auto"/>
              <w:right w:val="single" w:sz="4" w:space="0" w:color="auto"/>
            </w:tcBorders>
            <w:hideMark/>
          </w:tcPr>
          <w:p w14:paraId="730D189B" w14:textId="77777777" w:rsidR="00D44AD9" w:rsidRDefault="00D44AD9" w:rsidP="00AC3FE8">
            <w:pPr>
              <w:pStyle w:val="TAC"/>
              <w:rPr>
                <w:lang w:eastAsia="fi-FI"/>
              </w:rPr>
            </w:pPr>
            <w:r>
              <w:rPr>
                <w:lang w:eastAsia="fi-FI"/>
              </w:rPr>
              <w:t>DC_12A_n41A</w:t>
            </w:r>
          </w:p>
        </w:tc>
        <w:tc>
          <w:tcPr>
            <w:tcW w:w="2738" w:type="dxa"/>
            <w:tcBorders>
              <w:top w:val="single" w:sz="4" w:space="0" w:color="auto"/>
              <w:left w:val="single" w:sz="4" w:space="0" w:color="auto"/>
              <w:bottom w:val="single" w:sz="4" w:space="0" w:color="auto"/>
              <w:right w:val="single" w:sz="4" w:space="0" w:color="auto"/>
            </w:tcBorders>
            <w:noWrap/>
            <w:hideMark/>
          </w:tcPr>
          <w:p w14:paraId="5875D85C" w14:textId="77777777" w:rsidR="00D44AD9" w:rsidRDefault="00D44AD9" w:rsidP="00AC3FE8">
            <w:pPr>
              <w:pStyle w:val="TAC"/>
              <w:rPr>
                <w:rFonts w:cs="Arial"/>
                <w:lang w:eastAsia="zh-TW"/>
              </w:rPr>
            </w:pPr>
            <w:r>
              <w:rPr>
                <w:rFonts w:cs="Arial"/>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3BFA35F0" w14:textId="77777777" w:rsidR="00D44AD9" w:rsidRDefault="00D44AD9" w:rsidP="00AC3FE8">
            <w:pPr>
              <w:pStyle w:val="TAC"/>
              <w:rPr>
                <w:rFonts w:cs="Arial"/>
                <w:lang w:eastAsia="zh-TW"/>
              </w:rPr>
            </w:pPr>
          </w:p>
        </w:tc>
      </w:tr>
      <w:tr w:rsidR="00D44AD9" w14:paraId="741058C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33CAC8F" w14:textId="77777777" w:rsidR="00D44AD9" w:rsidRDefault="00D44AD9" w:rsidP="00AC3FE8">
            <w:pPr>
              <w:pStyle w:val="TAC"/>
              <w:rPr>
                <w:lang w:eastAsia="ja-JP"/>
              </w:rPr>
            </w:pPr>
            <w:r>
              <w:rPr>
                <w:lang w:eastAsia="fi-FI"/>
              </w:rPr>
              <w:t>DC_12A_n66A</w:t>
            </w:r>
          </w:p>
        </w:tc>
        <w:tc>
          <w:tcPr>
            <w:tcW w:w="2280" w:type="dxa"/>
            <w:tcBorders>
              <w:top w:val="single" w:sz="4" w:space="0" w:color="auto"/>
              <w:left w:val="single" w:sz="4" w:space="0" w:color="auto"/>
              <w:bottom w:val="single" w:sz="4" w:space="0" w:color="auto"/>
              <w:right w:val="single" w:sz="4" w:space="0" w:color="auto"/>
            </w:tcBorders>
            <w:hideMark/>
          </w:tcPr>
          <w:p w14:paraId="19B4A419" w14:textId="77777777" w:rsidR="00D44AD9" w:rsidRDefault="00D44AD9" w:rsidP="00AC3FE8">
            <w:pPr>
              <w:pStyle w:val="TAC"/>
              <w:rPr>
                <w:lang w:eastAsia="ja-JP"/>
              </w:rPr>
            </w:pPr>
            <w:r>
              <w:rPr>
                <w:lang w:eastAsia="fi-FI"/>
              </w:rPr>
              <w:t>DC_12A_n66A</w:t>
            </w:r>
          </w:p>
        </w:tc>
        <w:tc>
          <w:tcPr>
            <w:tcW w:w="2738" w:type="dxa"/>
            <w:tcBorders>
              <w:top w:val="single" w:sz="4" w:space="0" w:color="auto"/>
              <w:left w:val="single" w:sz="4" w:space="0" w:color="auto"/>
              <w:bottom w:val="single" w:sz="4" w:space="0" w:color="auto"/>
              <w:right w:val="single" w:sz="4" w:space="0" w:color="auto"/>
            </w:tcBorders>
            <w:noWrap/>
            <w:hideMark/>
          </w:tcPr>
          <w:p w14:paraId="420804C2" w14:textId="77777777" w:rsidR="00D44AD9" w:rsidRDefault="00D44AD9" w:rsidP="00AC3FE8">
            <w:pPr>
              <w:pStyle w:val="TAC"/>
              <w:rPr>
                <w:lang w:eastAsia="ja-JP"/>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48AB70BA" w14:textId="77777777" w:rsidR="00D44AD9" w:rsidRDefault="00D44AD9" w:rsidP="00AC3FE8">
            <w:pPr>
              <w:pStyle w:val="TAC"/>
              <w:rPr>
                <w:lang w:eastAsia="fi-FI"/>
              </w:rPr>
            </w:pPr>
          </w:p>
        </w:tc>
      </w:tr>
      <w:tr w:rsidR="00D44AD9" w14:paraId="0AA10137"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22A8F87" w14:textId="77777777" w:rsidR="00D44AD9" w:rsidRDefault="00D44AD9" w:rsidP="00AC3FE8">
            <w:pPr>
              <w:pStyle w:val="TAC"/>
              <w:rPr>
                <w:lang w:eastAsia="zh-CN"/>
              </w:rPr>
            </w:pPr>
            <w:r>
              <w:rPr>
                <w:lang w:eastAsia="zh-CN"/>
              </w:rPr>
              <w:t>DC_12A_n78A</w:t>
            </w:r>
          </w:p>
          <w:p w14:paraId="25D10197" w14:textId="77777777" w:rsidR="00D44AD9" w:rsidRDefault="00D44AD9" w:rsidP="00AC3FE8">
            <w:pPr>
              <w:pStyle w:val="TAC"/>
              <w:rPr>
                <w:lang w:eastAsia="fi-FI"/>
              </w:rPr>
            </w:pPr>
            <w:r>
              <w:rPr>
                <w:lang w:eastAsia="zh-CN"/>
              </w:rPr>
              <w:t>DC_12A_n78(2A)</w:t>
            </w:r>
          </w:p>
        </w:tc>
        <w:tc>
          <w:tcPr>
            <w:tcW w:w="2280" w:type="dxa"/>
            <w:tcBorders>
              <w:top w:val="single" w:sz="4" w:space="0" w:color="auto"/>
              <w:left w:val="single" w:sz="4" w:space="0" w:color="auto"/>
              <w:bottom w:val="single" w:sz="4" w:space="0" w:color="auto"/>
              <w:right w:val="single" w:sz="4" w:space="0" w:color="auto"/>
            </w:tcBorders>
            <w:hideMark/>
          </w:tcPr>
          <w:p w14:paraId="5E36C5A3" w14:textId="77777777" w:rsidR="00D44AD9" w:rsidRDefault="00D44AD9" w:rsidP="00AC3FE8">
            <w:pPr>
              <w:pStyle w:val="TAC"/>
              <w:rPr>
                <w:lang w:eastAsia="fi-FI"/>
              </w:rPr>
            </w:pPr>
            <w:r>
              <w:rPr>
                <w:lang w:eastAsia="fi-FI"/>
              </w:rPr>
              <w:t>DC_</w:t>
            </w:r>
            <w:r>
              <w:rPr>
                <w:lang w:eastAsia="zh-CN"/>
              </w:rPr>
              <w:t>12A_n78A</w:t>
            </w:r>
          </w:p>
        </w:tc>
        <w:tc>
          <w:tcPr>
            <w:tcW w:w="2738" w:type="dxa"/>
            <w:tcBorders>
              <w:top w:val="single" w:sz="4" w:space="0" w:color="auto"/>
              <w:left w:val="single" w:sz="4" w:space="0" w:color="auto"/>
              <w:bottom w:val="single" w:sz="4" w:space="0" w:color="auto"/>
              <w:right w:val="single" w:sz="4" w:space="0" w:color="auto"/>
            </w:tcBorders>
            <w:noWrap/>
            <w:hideMark/>
          </w:tcPr>
          <w:p w14:paraId="7648D880" w14:textId="77777777" w:rsidR="00D44AD9" w:rsidRDefault="00D44AD9" w:rsidP="00AC3FE8">
            <w:pPr>
              <w:pStyle w:val="TAC"/>
              <w:rPr>
                <w:lang w:eastAsia="fi-FI"/>
              </w:rPr>
            </w:pPr>
            <w:r>
              <w:rPr>
                <w:lang w:eastAsia="fi-FI"/>
              </w:rPr>
              <w:t>DC_</w:t>
            </w:r>
            <w:r>
              <w:rPr>
                <w:lang w:eastAsia="zh-CN"/>
              </w:rPr>
              <w:t>12_n78</w:t>
            </w:r>
          </w:p>
        </w:tc>
        <w:tc>
          <w:tcPr>
            <w:tcW w:w="2738" w:type="dxa"/>
            <w:tcBorders>
              <w:top w:val="single" w:sz="4" w:space="0" w:color="auto"/>
              <w:left w:val="single" w:sz="4" w:space="0" w:color="auto"/>
              <w:bottom w:val="single" w:sz="4" w:space="0" w:color="auto"/>
              <w:right w:val="single" w:sz="4" w:space="0" w:color="auto"/>
            </w:tcBorders>
          </w:tcPr>
          <w:p w14:paraId="63A6A1FB" w14:textId="77777777" w:rsidR="00D44AD9" w:rsidRDefault="00D44AD9" w:rsidP="00AC3FE8">
            <w:pPr>
              <w:pStyle w:val="TAC"/>
              <w:rPr>
                <w:lang w:eastAsia="fi-FI"/>
              </w:rPr>
            </w:pPr>
          </w:p>
        </w:tc>
      </w:tr>
      <w:tr w:rsidR="00D44AD9" w14:paraId="0FF451B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DB84517" w14:textId="77777777" w:rsidR="00D44AD9" w:rsidRDefault="00D44AD9" w:rsidP="00AC3FE8">
            <w:pPr>
              <w:pStyle w:val="TAC"/>
              <w:rPr>
                <w:lang w:eastAsia="zh-CN"/>
              </w:rPr>
            </w:pPr>
            <w:r>
              <w:rPr>
                <w:lang w:eastAsia="fi-FI"/>
              </w:rPr>
              <w:t>DC_</w:t>
            </w:r>
            <w:r>
              <w:rPr>
                <w:lang w:eastAsia="zh-CN"/>
              </w:rPr>
              <w:t>13</w:t>
            </w:r>
            <w:r>
              <w:rPr>
                <w:lang w:eastAsia="fi-FI"/>
              </w:rPr>
              <w:t>A_n</w:t>
            </w:r>
            <w:r>
              <w:rPr>
                <w:lang w:eastAsia="zh-CN"/>
              </w:rPr>
              <w:t>2</w:t>
            </w:r>
            <w:r>
              <w:rPr>
                <w:lang w:eastAsia="fi-FI"/>
              </w:rPr>
              <w:t>A</w:t>
            </w:r>
          </w:p>
        </w:tc>
        <w:tc>
          <w:tcPr>
            <w:tcW w:w="2280" w:type="dxa"/>
            <w:tcBorders>
              <w:top w:val="single" w:sz="4" w:space="0" w:color="auto"/>
              <w:left w:val="single" w:sz="4" w:space="0" w:color="auto"/>
              <w:bottom w:val="single" w:sz="4" w:space="0" w:color="auto"/>
              <w:right w:val="single" w:sz="4" w:space="0" w:color="auto"/>
            </w:tcBorders>
            <w:hideMark/>
          </w:tcPr>
          <w:p w14:paraId="013F6058" w14:textId="77777777" w:rsidR="00D44AD9" w:rsidRDefault="00D44AD9" w:rsidP="00AC3FE8">
            <w:pPr>
              <w:pStyle w:val="TAC"/>
              <w:rPr>
                <w:lang w:eastAsia="fi-FI"/>
              </w:rPr>
            </w:pPr>
            <w:r>
              <w:rPr>
                <w:lang w:eastAsia="zh-CN"/>
              </w:rPr>
              <w:t>DC_13A_n2A</w:t>
            </w:r>
          </w:p>
        </w:tc>
        <w:tc>
          <w:tcPr>
            <w:tcW w:w="2738" w:type="dxa"/>
            <w:tcBorders>
              <w:top w:val="single" w:sz="4" w:space="0" w:color="auto"/>
              <w:left w:val="single" w:sz="4" w:space="0" w:color="auto"/>
              <w:bottom w:val="single" w:sz="4" w:space="0" w:color="auto"/>
              <w:right w:val="single" w:sz="4" w:space="0" w:color="auto"/>
            </w:tcBorders>
            <w:noWrap/>
            <w:hideMark/>
          </w:tcPr>
          <w:p w14:paraId="775FD367" w14:textId="77777777" w:rsidR="00D44AD9" w:rsidRDefault="00D44AD9" w:rsidP="00AC3FE8">
            <w:pPr>
              <w:pStyle w:val="TAC"/>
              <w:rPr>
                <w:lang w:eastAsia="fi-FI"/>
              </w:rPr>
            </w:pPr>
            <w:r>
              <w:rPr>
                <w:rFonts w:cs="Arial"/>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323E028B" w14:textId="77777777" w:rsidR="00D44AD9" w:rsidRDefault="00D44AD9" w:rsidP="00AC3FE8">
            <w:pPr>
              <w:pStyle w:val="TAC"/>
              <w:rPr>
                <w:rFonts w:cs="Arial"/>
                <w:lang w:eastAsia="zh-TW"/>
              </w:rPr>
            </w:pPr>
          </w:p>
        </w:tc>
      </w:tr>
      <w:tr w:rsidR="00D44AD9" w14:paraId="7710C6E0"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AEF63F9" w14:textId="77777777" w:rsidR="00D44AD9" w:rsidRDefault="00D44AD9" w:rsidP="00AC3FE8">
            <w:pPr>
              <w:pStyle w:val="TAC"/>
              <w:rPr>
                <w:lang w:eastAsia="fi-FI"/>
              </w:rPr>
            </w:pPr>
            <w:r>
              <w:rPr>
                <w:lang w:eastAsia="fi-FI"/>
              </w:rPr>
              <w:t>DC_</w:t>
            </w:r>
            <w:r>
              <w:rPr>
                <w:lang w:eastAsia="zh-CN"/>
              </w:rPr>
              <w:t>13A_n5A</w:t>
            </w:r>
          </w:p>
        </w:tc>
        <w:tc>
          <w:tcPr>
            <w:tcW w:w="2280" w:type="dxa"/>
            <w:tcBorders>
              <w:top w:val="single" w:sz="4" w:space="0" w:color="auto"/>
              <w:left w:val="single" w:sz="4" w:space="0" w:color="auto"/>
              <w:bottom w:val="single" w:sz="4" w:space="0" w:color="auto"/>
              <w:right w:val="single" w:sz="4" w:space="0" w:color="auto"/>
            </w:tcBorders>
            <w:hideMark/>
          </w:tcPr>
          <w:p w14:paraId="3CDB0B6B" w14:textId="77777777" w:rsidR="00D44AD9" w:rsidRDefault="00D44AD9" w:rsidP="00AC3FE8">
            <w:pPr>
              <w:pStyle w:val="TAC"/>
              <w:rPr>
                <w:lang w:eastAsia="zh-CN"/>
              </w:rPr>
            </w:pPr>
            <w:r>
              <w:rPr>
                <w:lang w:eastAsia="fi-FI"/>
              </w:rPr>
              <w:t>DC_</w:t>
            </w:r>
            <w:r>
              <w:rPr>
                <w:lang w:eastAsia="zh-CN"/>
              </w:rPr>
              <w:t>13A_n5A</w:t>
            </w:r>
          </w:p>
        </w:tc>
        <w:tc>
          <w:tcPr>
            <w:tcW w:w="2738" w:type="dxa"/>
            <w:tcBorders>
              <w:top w:val="single" w:sz="4" w:space="0" w:color="auto"/>
              <w:left w:val="single" w:sz="4" w:space="0" w:color="auto"/>
              <w:bottom w:val="single" w:sz="4" w:space="0" w:color="auto"/>
              <w:right w:val="single" w:sz="4" w:space="0" w:color="auto"/>
            </w:tcBorders>
            <w:noWrap/>
            <w:hideMark/>
          </w:tcPr>
          <w:p w14:paraId="3A51D80C" w14:textId="77777777" w:rsidR="00D44AD9" w:rsidRDefault="00D44AD9" w:rsidP="00AC3FE8">
            <w:pPr>
              <w:pStyle w:val="TAC"/>
              <w:rPr>
                <w:rFonts w:cs="Arial"/>
                <w:lang w:eastAsia="zh-TW"/>
              </w:rPr>
            </w:pPr>
            <w:r>
              <w:t>DC_</w:t>
            </w:r>
            <w:r>
              <w:rPr>
                <w:lang w:eastAsia="zh-CN"/>
              </w:rPr>
              <w:t>13_n5</w:t>
            </w:r>
          </w:p>
        </w:tc>
        <w:tc>
          <w:tcPr>
            <w:tcW w:w="2738" w:type="dxa"/>
            <w:tcBorders>
              <w:top w:val="single" w:sz="4" w:space="0" w:color="auto"/>
              <w:left w:val="single" w:sz="4" w:space="0" w:color="auto"/>
              <w:bottom w:val="single" w:sz="4" w:space="0" w:color="auto"/>
              <w:right w:val="single" w:sz="4" w:space="0" w:color="auto"/>
            </w:tcBorders>
          </w:tcPr>
          <w:p w14:paraId="70DA0578" w14:textId="77777777" w:rsidR="00D44AD9" w:rsidRDefault="00D44AD9" w:rsidP="00AC3FE8">
            <w:pPr>
              <w:pStyle w:val="TAC"/>
            </w:pPr>
          </w:p>
        </w:tc>
      </w:tr>
      <w:tr w:rsidR="00D44AD9" w14:paraId="509F271D"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9AA69FF" w14:textId="77777777" w:rsidR="00D44AD9" w:rsidRDefault="00D44AD9" w:rsidP="00AC3FE8">
            <w:pPr>
              <w:pStyle w:val="TAC"/>
              <w:rPr>
                <w:rFonts w:cs="Arial"/>
                <w:lang w:eastAsia="zh-CN"/>
              </w:rPr>
            </w:pPr>
            <w:r>
              <w:rPr>
                <w:rFonts w:cs="Arial"/>
                <w:lang w:eastAsia="zh-CN"/>
              </w:rPr>
              <w:t>DC_13A_n7A</w:t>
            </w:r>
          </w:p>
          <w:p w14:paraId="79B147C1" w14:textId="77777777" w:rsidR="00D44AD9" w:rsidRDefault="00D44AD9" w:rsidP="00AC3FE8">
            <w:pPr>
              <w:pStyle w:val="TAC"/>
              <w:rPr>
                <w:lang w:eastAsia="zh-CN"/>
              </w:rPr>
            </w:pPr>
            <w:r>
              <w:rPr>
                <w:rFonts w:cs="Arial"/>
                <w:lang w:eastAsia="fi-FI"/>
              </w:rPr>
              <w:t>DC_13A_n7(2A)</w:t>
            </w:r>
          </w:p>
        </w:tc>
        <w:tc>
          <w:tcPr>
            <w:tcW w:w="2280" w:type="dxa"/>
            <w:tcBorders>
              <w:top w:val="single" w:sz="4" w:space="0" w:color="auto"/>
              <w:left w:val="single" w:sz="4" w:space="0" w:color="auto"/>
              <w:bottom w:val="single" w:sz="4" w:space="0" w:color="auto"/>
              <w:right w:val="single" w:sz="4" w:space="0" w:color="auto"/>
            </w:tcBorders>
            <w:hideMark/>
          </w:tcPr>
          <w:p w14:paraId="211ABB70" w14:textId="77777777" w:rsidR="00D44AD9" w:rsidRDefault="00D44AD9" w:rsidP="00AC3FE8">
            <w:pPr>
              <w:pStyle w:val="TAC"/>
              <w:rPr>
                <w:lang w:eastAsia="fi-FI"/>
              </w:rPr>
            </w:pPr>
            <w:r>
              <w:rPr>
                <w:rFonts w:cs="Arial"/>
                <w:lang w:eastAsia="fi-FI"/>
              </w:rPr>
              <w:t>DC_13A_n7A</w:t>
            </w:r>
          </w:p>
        </w:tc>
        <w:tc>
          <w:tcPr>
            <w:tcW w:w="2738" w:type="dxa"/>
            <w:tcBorders>
              <w:top w:val="single" w:sz="4" w:space="0" w:color="auto"/>
              <w:left w:val="single" w:sz="4" w:space="0" w:color="auto"/>
              <w:bottom w:val="single" w:sz="4" w:space="0" w:color="auto"/>
              <w:right w:val="single" w:sz="4" w:space="0" w:color="auto"/>
            </w:tcBorders>
            <w:noWrap/>
            <w:hideMark/>
          </w:tcPr>
          <w:p w14:paraId="19958923" w14:textId="77777777" w:rsidR="00D44AD9" w:rsidRDefault="00D44AD9" w:rsidP="00AC3FE8">
            <w:pPr>
              <w:pStyle w:val="TAC"/>
              <w:rPr>
                <w:lang w:eastAsia="fi-FI"/>
              </w:rPr>
            </w:pPr>
            <w:r>
              <w:rPr>
                <w:rFonts w:cs="Arial"/>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18BAC834" w14:textId="77777777" w:rsidR="00D44AD9" w:rsidRDefault="00D44AD9" w:rsidP="00AC3FE8">
            <w:pPr>
              <w:pStyle w:val="TAC"/>
              <w:rPr>
                <w:rFonts w:cs="Arial"/>
                <w:lang w:eastAsia="fi-FI"/>
              </w:rPr>
            </w:pPr>
          </w:p>
        </w:tc>
      </w:tr>
      <w:tr w:rsidR="00D44AD9" w14:paraId="002FA8F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4AC7488" w14:textId="77777777" w:rsidR="00D44AD9" w:rsidRDefault="00D44AD9" w:rsidP="00AC3FE8">
            <w:pPr>
              <w:pStyle w:val="TAC"/>
              <w:rPr>
                <w:lang w:eastAsia="zh-TW"/>
              </w:rPr>
            </w:pPr>
            <w:r>
              <w:rPr>
                <w:lang w:eastAsia="fi-FI"/>
              </w:rPr>
              <w:t>DC_13A_n48A</w:t>
            </w:r>
          </w:p>
          <w:p w14:paraId="66FF3595" w14:textId="77777777" w:rsidR="00D44AD9" w:rsidRDefault="00D44AD9" w:rsidP="00AC3FE8">
            <w:pPr>
              <w:pStyle w:val="TAC"/>
              <w:rPr>
                <w:lang w:eastAsia="fi-FI"/>
              </w:rPr>
            </w:pPr>
            <w:r>
              <w:rPr>
                <w:lang w:eastAsia="zh-TW"/>
              </w:rPr>
              <w:t>DC_13A_n48B</w:t>
            </w:r>
          </w:p>
        </w:tc>
        <w:tc>
          <w:tcPr>
            <w:tcW w:w="2280" w:type="dxa"/>
            <w:tcBorders>
              <w:top w:val="single" w:sz="4" w:space="0" w:color="auto"/>
              <w:left w:val="single" w:sz="4" w:space="0" w:color="auto"/>
              <w:bottom w:val="single" w:sz="4" w:space="0" w:color="auto"/>
              <w:right w:val="single" w:sz="4" w:space="0" w:color="auto"/>
            </w:tcBorders>
            <w:hideMark/>
          </w:tcPr>
          <w:p w14:paraId="67B78D76" w14:textId="77777777" w:rsidR="00D44AD9" w:rsidRDefault="00D44AD9" w:rsidP="00AC3FE8">
            <w:pPr>
              <w:pStyle w:val="TAC"/>
              <w:rPr>
                <w:lang w:eastAsia="fi-FI"/>
              </w:rPr>
            </w:pPr>
            <w:r>
              <w:rPr>
                <w:lang w:eastAsia="fi-FI"/>
              </w:rPr>
              <w:t>DC_13A_n48A</w:t>
            </w:r>
          </w:p>
        </w:tc>
        <w:tc>
          <w:tcPr>
            <w:tcW w:w="2738" w:type="dxa"/>
            <w:tcBorders>
              <w:top w:val="single" w:sz="4" w:space="0" w:color="auto"/>
              <w:left w:val="single" w:sz="4" w:space="0" w:color="auto"/>
              <w:bottom w:val="single" w:sz="4" w:space="0" w:color="auto"/>
              <w:right w:val="single" w:sz="4" w:space="0" w:color="auto"/>
            </w:tcBorders>
            <w:noWrap/>
            <w:hideMark/>
          </w:tcPr>
          <w:p w14:paraId="07BADD22"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26C21F18" w14:textId="77777777" w:rsidR="00D44AD9" w:rsidRDefault="00D44AD9" w:rsidP="00AC3FE8">
            <w:pPr>
              <w:pStyle w:val="TAC"/>
              <w:rPr>
                <w:lang w:eastAsia="zh-TW"/>
              </w:rPr>
            </w:pPr>
          </w:p>
        </w:tc>
      </w:tr>
      <w:tr w:rsidR="00D44AD9" w14:paraId="7AC1911D"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F721659" w14:textId="77777777" w:rsidR="00D44AD9" w:rsidRDefault="00D44AD9" w:rsidP="00AC3FE8">
            <w:pPr>
              <w:pStyle w:val="TAC"/>
              <w:rPr>
                <w:lang w:eastAsia="fi-FI"/>
              </w:rPr>
            </w:pPr>
            <w:r>
              <w:rPr>
                <w:lang w:eastAsia="fi-FI"/>
              </w:rPr>
              <w:t>DC_</w:t>
            </w:r>
            <w:r>
              <w:rPr>
                <w:lang w:eastAsia="zh-CN"/>
              </w:rPr>
              <w:t>13</w:t>
            </w:r>
            <w:r>
              <w:rPr>
                <w:lang w:eastAsia="fi-FI"/>
              </w:rPr>
              <w:t>A_n</w:t>
            </w:r>
            <w:r>
              <w:rPr>
                <w:lang w:eastAsia="zh-CN"/>
              </w:rPr>
              <w:t>66</w:t>
            </w:r>
            <w:r>
              <w:rPr>
                <w:lang w:eastAsia="fi-FI"/>
              </w:rPr>
              <w:t>A</w:t>
            </w:r>
          </w:p>
        </w:tc>
        <w:tc>
          <w:tcPr>
            <w:tcW w:w="2280" w:type="dxa"/>
            <w:tcBorders>
              <w:top w:val="single" w:sz="4" w:space="0" w:color="auto"/>
              <w:left w:val="single" w:sz="4" w:space="0" w:color="auto"/>
              <w:bottom w:val="single" w:sz="4" w:space="0" w:color="auto"/>
              <w:right w:val="single" w:sz="4" w:space="0" w:color="auto"/>
            </w:tcBorders>
            <w:hideMark/>
          </w:tcPr>
          <w:p w14:paraId="16D02F86" w14:textId="77777777" w:rsidR="00D44AD9" w:rsidRDefault="00D44AD9" w:rsidP="00AC3FE8">
            <w:pPr>
              <w:pStyle w:val="TAC"/>
              <w:rPr>
                <w:lang w:eastAsia="fi-FI"/>
              </w:rPr>
            </w:pPr>
            <w:r>
              <w:rPr>
                <w:lang w:eastAsia="fi-FI"/>
              </w:rPr>
              <w:t>DC_</w:t>
            </w:r>
            <w:r>
              <w:rPr>
                <w:lang w:eastAsia="zh-CN"/>
              </w:rPr>
              <w:t>13A</w:t>
            </w:r>
            <w:r>
              <w:rPr>
                <w:lang w:eastAsia="fi-FI"/>
              </w:rPr>
              <w:t>_n</w:t>
            </w:r>
            <w:r>
              <w:rPr>
                <w:lang w:eastAsia="zh-CN"/>
              </w:rPr>
              <w:t>66</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4BBBEBB7"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034EA2A0" w14:textId="77777777" w:rsidR="00D44AD9" w:rsidRDefault="00D44AD9" w:rsidP="00AC3FE8">
            <w:pPr>
              <w:pStyle w:val="TAC"/>
              <w:rPr>
                <w:lang w:eastAsia="fi-FI"/>
              </w:rPr>
            </w:pPr>
          </w:p>
        </w:tc>
      </w:tr>
      <w:tr w:rsidR="00D44AD9" w14:paraId="34503FB4"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EE90031" w14:textId="77777777" w:rsidR="00D44AD9" w:rsidRDefault="00D44AD9" w:rsidP="00AC3FE8">
            <w:pPr>
              <w:pStyle w:val="TAC"/>
              <w:rPr>
                <w:lang w:eastAsia="ja-JP"/>
              </w:rPr>
            </w:pPr>
            <w:r>
              <w:rPr>
                <w:lang w:eastAsia="fi-FI"/>
              </w:rPr>
              <w:t>DC_</w:t>
            </w:r>
            <w:r>
              <w:rPr>
                <w:lang w:eastAsia="zh-CN"/>
              </w:rPr>
              <w:t>13</w:t>
            </w:r>
            <w:r>
              <w:rPr>
                <w:lang w:eastAsia="fi-FI"/>
              </w:rPr>
              <w:t>A_n</w:t>
            </w:r>
            <w:r>
              <w:rPr>
                <w:lang w:eastAsia="zh-CN"/>
              </w:rPr>
              <w:t>71</w:t>
            </w:r>
            <w:r>
              <w:rPr>
                <w:lang w:eastAsia="fi-FI"/>
              </w:rPr>
              <w:t>A</w:t>
            </w:r>
          </w:p>
        </w:tc>
        <w:tc>
          <w:tcPr>
            <w:tcW w:w="2280" w:type="dxa"/>
            <w:tcBorders>
              <w:top w:val="single" w:sz="4" w:space="0" w:color="auto"/>
              <w:left w:val="single" w:sz="4" w:space="0" w:color="auto"/>
              <w:bottom w:val="single" w:sz="4" w:space="0" w:color="auto"/>
              <w:right w:val="single" w:sz="4" w:space="0" w:color="auto"/>
            </w:tcBorders>
            <w:hideMark/>
          </w:tcPr>
          <w:p w14:paraId="7BB955E7" w14:textId="77777777" w:rsidR="00D44AD9" w:rsidRDefault="00D44AD9" w:rsidP="00AC3FE8">
            <w:pPr>
              <w:pStyle w:val="TAC"/>
              <w:rPr>
                <w:lang w:eastAsia="ja-JP"/>
              </w:rPr>
            </w:pPr>
            <w:r>
              <w:rPr>
                <w:lang w:eastAsia="fi-FI"/>
              </w:rPr>
              <w:t>DC_</w:t>
            </w:r>
            <w:r>
              <w:rPr>
                <w:lang w:eastAsia="zh-CN"/>
              </w:rPr>
              <w:t>13</w:t>
            </w:r>
            <w:r>
              <w:rPr>
                <w:lang w:eastAsia="fi-FI"/>
              </w:rPr>
              <w:t>A_n</w:t>
            </w:r>
            <w:r>
              <w:rPr>
                <w:lang w:eastAsia="zh-CN"/>
              </w:rPr>
              <w:t>71</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102173BC"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6E61ADAA" w14:textId="77777777" w:rsidR="00D44AD9" w:rsidRDefault="00D44AD9" w:rsidP="00AC3FE8">
            <w:pPr>
              <w:pStyle w:val="TAC"/>
              <w:rPr>
                <w:lang w:eastAsia="zh-TW"/>
              </w:rPr>
            </w:pPr>
          </w:p>
        </w:tc>
      </w:tr>
      <w:tr w:rsidR="00D44AD9" w14:paraId="2DD8A07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5A8BA6E" w14:textId="77777777" w:rsidR="00D44AD9" w:rsidRDefault="00D44AD9" w:rsidP="00AC3FE8">
            <w:pPr>
              <w:pStyle w:val="TAC"/>
              <w:rPr>
                <w:rFonts w:cs="Arial"/>
                <w:lang w:eastAsia="zh-CN"/>
              </w:rPr>
            </w:pPr>
            <w:r>
              <w:rPr>
                <w:rFonts w:cs="Arial"/>
                <w:lang w:eastAsia="zh-CN"/>
              </w:rPr>
              <w:t>DC_13A_n78A</w:t>
            </w:r>
          </w:p>
          <w:p w14:paraId="3504BFDD" w14:textId="77777777" w:rsidR="00D44AD9" w:rsidRDefault="00D44AD9" w:rsidP="00AC3FE8">
            <w:pPr>
              <w:pStyle w:val="TAC"/>
              <w:rPr>
                <w:lang w:eastAsia="fi-FI"/>
              </w:rPr>
            </w:pPr>
            <w:r>
              <w:rPr>
                <w:rFonts w:cs="Arial"/>
                <w:lang w:eastAsia="fi-FI"/>
              </w:rPr>
              <w:t>DC_13A_n78(2A)</w:t>
            </w:r>
          </w:p>
        </w:tc>
        <w:tc>
          <w:tcPr>
            <w:tcW w:w="2280" w:type="dxa"/>
            <w:tcBorders>
              <w:top w:val="single" w:sz="4" w:space="0" w:color="auto"/>
              <w:left w:val="single" w:sz="4" w:space="0" w:color="auto"/>
              <w:bottom w:val="single" w:sz="4" w:space="0" w:color="auto"/>
              <w:right w:val="single" w:sz="4" w:space="0" w:color="auto"/>
            </w:tcBorders>
            <w:hideMark/>
          </w:tcPr>
          <w:p w14:paraId="12415A14" w14:textId="77777777" w:rsidR="00D44AD9" w:rsidRDefault="00D44AD9" w:rsidP="00AC3FE8">
            <w:pPr>
              <w:pStyle w:val="TAC"/>
              <w:rPr>
                <w:lang w:eastAsia="fi-FI"/>
              </w:rPr>
            </w:pPr>
            <w:r>
              <w:rPr>
                <w:rFonts w:cs="Arial"/>
                <w:lang w:eastAsia="fi-FI"/>
              </w:rPr>
              <w:t>DC_13A_n78A</w:t>
            </w:r>
          </w:p>
        </w:tc>
        <w:tc>
          <w:tcPr>
            <w:tcW w:w="2738" w:type="dxa"/>
            <w:tcBorders>
              <w:top w:val="single" w:sz="4" w:space="0" w:color="auto"/>
              <w:left w:val="single" w:sz="4" w:space="0" w:color="auto"/>
              <w:bottom w:val="single" w:sz="4" w:space="0" w:color="auto"/>
              <w:right w:val="single" w:sz="4" w:space="0" w:color="auto"/>
            </w:tcBorders>
            <w:noWrap/>
            <w:hideMark/>
          </w:tcPr>
          <w:p w14:paraId="70296E1B" w14:textId="77777777" w:rsidR="00D44AD9" w:rsidRDefault="00D44AD9" w:rsidP="00AC3FE8">
            <w:pPr>
              <w:pStyle w:val="TAC"/>
              <w:rPr>
                <w:lang w:eastAsia="zh-TW"/>
              </w:rPr>
            </w:pPr>
            <w:r>
              <w:rPr>
                <w:rFonts w:cs="Arial"/>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0071EE89" w14:textId="77777777" w:rsidR="00D44AD9" w:rsidRDefault="00D44AD9" w:rsidP="00AC3FE8">
            <w:pPr>
              <w:pStyle w:val="TAC"/>
              <w:rPr>
                <w:rFonts w:cs="Arial"/>
                <w:lang w:eastAsia="fi-FI"/>
              </w:rPr>
            </w:pPr>
          </w:p>
        </w:tc>
      </w:tr>
      <w:tr w:rsidR="00D44AD9" w14:paraId="00DF115C"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A90AC87" w14:textId="77777777" w:rsidR="00D44AD9" w:rsidRDefault="00D44AD9" w:rsidP="00AC3FE8">
            <w:pPr>
              <w:pStyle w:val="TAC"/>
              <w:rPr>
                <w:lang w:eastAsia="fi-FI"/>
              </w:rPr>
            </w:pPr>
            <w:r>
              <w:rPr>
                <w:lang w:eastAsia="fi-FI"/>
              </w:rPr>
              <w:t>DC_14A_n2A</w:t>
            </w:r>
          </w:p>
        </w:tc>
        <w:tc>
          <w:tcPr>
            <w:tcW w:w="2280" w:type="dxa"/>
            <w:tcBorders>
              <w:top w:val="single" w:sz="4" w:space="0" w:color="auto"/>
              <w:left w:val="single" w:sz="4" w:space="0" w:color="auto"/>
              <w:bottom w:val="single" w:sz="4" w:space="0" w:color="auto"/>
              <w:right w:val="single" w:sz="4" w:space="0" w:color="auto"/>
            </w:tcBorders>
            <w:hideMark/>
          </w:tcPr>
          <w:p w14:paraId="4B379E55" w14:textId="77777777" w:rsidR="00D44AD9" w:rsidRDefault="00D44AD9" w:rsidP="00AC3FE8">
            <w:pPr>
              <w:pStyle w:val="TAC"/>
              <w:rPr>
                <w:lang w:eastAsia="fi-FI"/>
              </w:rPr>
            </w:pPr>
            <w:r>
              <w:rPr>
                <w:lang w:eastAsia="fi-FI"/>
              </w:rPr>
              <w:t>DC_14A_n2A</w:t>
            </w:r>
          </w:p>
        </w:tc>
        <w:tc>
          <w:tcPr>
            <w:tcW w:w="2738" w:type="dxa"/>
            <w:tcBorders>
              <w:top w:val="single" w:sz="4" w:space="0" w:color="auto"/>
              <w:left w:val="single" w:sz="4" w:space="0" w:color="auto"/>
              <w:bottom w:val="single" w:sz="4" w:space="0" w:color="auto"/>
              <w:right w:val="single" w:sz="4" w:space="0" w:color="auto"/>
            </w:tcBorders>
            <w:noWrap/>
            <w:hideMark/>
          </w:tcPr>
          <w:p w14:paraId="2FC1F899" w14:textId="77777777" w:rsidR="00D44AD9" w:rsidRDefault="00D44AD9" w:rsidP="00AC3FE8">
            <w:pPr>
              <w:pStyle w:val="TAC"/>
              <w:rPr>
                <w:rFonts w:cs="Arial"/>
                <w:lang w:eastAsia="zh-TW"/>
              </w:rPr>
            </w:pPr>
            <w:r>
              <w:rPr>
                <w:rFonts w:cs="Arial"/>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3F6AD7A1" w14:textId="77777777" w:rsidR="00D44AD9" w:rsidRDefault="00D44AD9" w:rsidP="00AC3FE8">
            <w:pPr>
              <w:pStyle w:val="TAC"/>
              <w:rPr>
                <w:rFonts w:cs="Arial"/>
                <w:lang w:eastAsia="zh-TW"/>
              </w:rPr>
            </w:pPr>
          </w:p>
        </w:tc>
      </w:tr>
      <w:tr w:rsidR="00D44AD9" w14:paraId="74B557D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8A9B00C" w14:textId="77777777" w:rsidR="00D44AD9" w:rsidRDefault="00D44AD9" w:rsidP="00AC3FE8">
            <w:pPr>
              <w:pStyle w:val="TAC"/>
              <w:rPr>
                <w:rFonts w:cs="Arial"/>
                <w:lang w:eastAsia="zh-CN"/>
              </w:rPr>
            </w:pPr>
            <w:r>
              <w:rPr>
                <w:lang w:eastAsia="fi-FI"/>
              </w:rPr>
              <w:t>DC_14A_n66A</w:t>
            </w:r>
          </w:p>
        </w:tc>
        <w:tc>
          <w:tcPr>
            <w:tcW w:w="2280" w:type="dxa"/>
            <w:tcBorders>
              <w:top w:val="single" w:sz="4" w:space="0" w:color="auto"/>
              <w:left w:val="single" w:sz="4" w:space="0" w:color="auto"/>
              <w:bottom w:val="single" w:sz="4" w:space="0" w:color="auto"/>
              <w:right w:val="single" w:sz="4" w:space="0" w:color="auto"/>
            </w:tcBorders>
            <w:hideMark/>
          </w:tcPr>
          <w:p w14:paraId="70D3639F" w14:textId="77777777" w:rsidR="00D44AD9" w:rsidRDefault="00D44AD9" w:rsidP="00AC3FE8">
            <w:pPr>
              <w:pStyle w:val="TAC"/>
              <w:rPr>
                <w:rFonts w:cs="Arial"/>
                <w:lang w:eastAsia="fi-FI"/>
              </w:rPr>
            </w:pPr>
            <w:r>
              <w:rPr>
                <w:lang w:eastAsia="fi-FI"/>
              </w:rPr>
              <w:t>DC_14A_n66A</w:t>
            </w:r>
          </w:p>
        </w:tc>
        <w:tc>
          <w:tcPr>
            <w:tcW w:w="2738" w:type="dxa"/>
            <w:tcBorders>
              <w:top w:val="single" w:sz="4" w:space="0" w:color="auto"/>
              <w:left w:val="single" w:sz="4" w:space="0" w:color="auto"/>
              <w:bottom w:val="single" w:sz="4" w:space="0" w:color="auto"/>
              <w:right w:val="single" w:sz="4" w:space="0" w:color="auto"/>
            </w:tcBorders>
            <w:noWrap/>
            <w:hideMark/>
          </w:tcPr>
          <w:p w14:paraId="78A1B6FE" w14:textId="77777777" w:rsidR="00D44AD9" w:rsidRDefault="00D44AD9" w:rsidP="00AC3FE8">
            <w:pPr>
              <w:pStyle w:val="TAC"/>
              <w:rPr>
                <w:rFonts w:cs="Arial"/>
                <w:lang w:eastAsia="zh-TW"/>
              </w:rPr>
            </w:pPr>
            <w:r>
              <w:rPr>
                <w:rFonts w:cs="Arial"/>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6EF629FA" w14:textId="77777777" w:rsidR="00D44AD9" w:rsidRDefault="00D44AD9" w:rsidP="00AC3FE8">
            <w:pPr>
              <w:pStyle w:val="TAC"/>
              <w:rPr>
                <w:rFonts w:cs="Arial"/>
                <w:lang w:eastAsia="zh-TW"/>
              </w:rPr>
            </w:pPr>
          </w:p>
        </w:tc>
      </w:tr>
      <w:tr w:rsidR="00D44AD9" w14:paraId="4CBF7D4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BF72B2B" w14:textId="77777777" w:rsidR="00D44AD9" w:rsidRDefault="00D44AD9" w:rsidP="00AC3FE8">
            <w:pPr>
              <w:pStyle w:val="TAC"/>
              <w:rPr>
                <w:lang w:eastAsia="ja-JP"/>
              </w:rPr>
            </w:pPr>
            <w:r>
              <w:rPr>
                <w:lang w:eastAsia="fi-FI"/>
              </w:rPr>
              <w:t>DC_18A_n3A</w:t>
            </w:r>
          </w:p>
        </w:tc>
        <w:tc>
          <w:tcPr>
            <w:tcW w:w="2280" w:type="dxa"/>
            <w:tcBorders>
              <w:top w:val="single" w:sz="4" w:space="0" w:color="auto"/>
              <w:left w:val="single" w:sz="4" w:space="0" w:color="auto"/>
              <w:bottom w:val="single" w:sz="4" w:space="0" w:color="auto"/>
              <w:right w:val="single" w:sz="4" w:space="0" w:color="auto"/>
            </w:tcBorders>
            <w:hideMark/>
          </w:tcPr>
          <w:p w14:paraId="043FF1A8" w14:textId="77777777" w:rsidR="00D44AD9" w:rsidRDefault="00D44AD9" w:rsidP="00AC3FE8">
            <w:pPr>
              <w:pStyle w:val="TAC"/>
              <w:rPr>
                <w:lang w:eastAsia="ja-JP"/>
              </w:rPr>
            </w:pPr>
            <w:r>
              <w:rPr>
                <w:lang w:eastAsia="fi-FI"/>
              </w:rPr>
              <w:t>DC_18A_n3A</w:t>
            </w:r>
          </w:p>
        </w:tc>
        <w:tc>
          <w:tcPr>
            <w:tcW w:w="2738" w:type="dxa"/>
            <w:tcBorders>
              <w:top w:val="single" w:sz="4" w:space="0" w:color="auto"/>
              <w:left w:val="single" w:sz="4" w:space="0" w:color="auto"/>
              <w:bottom w:val="single" w:sz="4" w:space="0" w:color="auto"/>
              <w:right w:val="single" w:sz="4" w:space="0" w:color="auto"/>
            </w:tcBorders>
            <w:noWrap/>
            <w:hideMark/>
          </w:tcPr>
          <w:p w14:paraId="24267633"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729156E5" w14:textId="77777777" w:rsidR="00D44AD9" w:rsidRDefault="00D44AD9" w:rsidP="00AC3FE8">
            <w:pPr>
              <w:pStyle w:val="TAC"/>
              <w:rPr>
                <w:lang w:eastAsia="zh-TW"/>
              </w:rPr>
            </w:pPr>
          </w:p>
        </w:tc>
      </w:tr>
      <w:tr w:rsidR="00D44AD9" w14:paraId="499D798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93546BC" w14:textId="77777777" w:rsidR="00D44AD9" w:rsidRDefault="00D44AD9" w:rsidP="00AC3FE8">
            <w:pPr>
              <w:pStyle w:val="TAC"/>
              <w:rPr>
                <w:lang w:eastAsia="ja-JP"/>
              </w:rPr>
            </w:pPr>
            <w:r>
              <w:rPr>
                <w:lang w:eastAsia="ja-JP"/>
              </w:rPr>
              <w:t>DC_18A_n77A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3BE77A81" w14:textId="77777777" w:rsidR="00D44AD9" w:rsidRDefault="00D44AD9" w:rsidP="00AC3FE8">
            <w:pPr>
              <w:pStyle w:val="TAC"/>
              <w:rPr>
                <w:lang w:eastAsia="ja-JP"/>
              </w:rPr>
            </w:pPr>
            <w:r>
              <w:rPr>
                <w:lang w:eastAsia="ja-JP"/>
              </w:rPr>
              <w:t>DC_18A_n77A</w:t>
            </w:r>
          </w:p>
        </w:tc>
        <w:tc>
          <w:tcPr>
            <w:tcW w:w="2738" w:type="dxa"/>
            <w:tcBorders>
              <w:top w:val="single" w:sz="4" w:space="0" w:color="auto"/>
              <w:left w:val="single" w:sz="4" w:space="0" w:color="auto"/>
              <w:bottom w:val="single" w:sz="4" w:space="0" w:color="auto"/>
              <w:right w:val="single" w:sz="4" w:space="0" w:color="auto"/>
            </w:tcBorders>
            <w:noWrap/>
            <w:hideMark/>
          </w:tcPr>
          <w:p w14:paraId="3A538965" w14:textId="77777777" w:rsidR="00D44AD9" w:rsidRDefault="00D44AD9" w:rsidP="00AC3FE8">
            <w:pPr>
              <w:pStyle w:val="TAC"/>
              <w:rPr>
                <w:lang w:eastAsia="ja-JP"/>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31CABC10" w14:textId="77777777" w:rsidR="00D44AD9" w:rsidRDefault="00D44AD9" w:rsidP="00AC3FE8">
            <w:pPr>
              <w:pStyle w:val="TAC"/>
              <w:rPr>
                <w:lang w:eastAsia="fi-FI"/>
              </w:rPr>
            </w:pPr>
            <w:r>
              <w:rPr>
                <w:lang w:eastAsia="zh-CN"/>
              </w:rPr>
              <w:t>No</w:t>
            </w:r>
          </w:p>
        </w:tc>
      </w:tr>
      <w:tr w:rsidR="00D44AD9" w14:paraId="189BA341"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94BB6A3" w14:textId="77777777" w:rsidR="00D44AD9" w:rsidRDefault="00D44AD9" w:rsidP="00AC3FE8">
            <w:pPr>
              <w:pStyle w:val="TAC"/>
              <w:rPr>
                <w:lang w:eastAsia="ja-JP"/>
              </w:rPr>
            </w:pPr>
            <w:r>
              <w:rPr>
                <w:lang w:eastAsia="ja-JP"/>
              </w:rPr>
              <w:t>DC_18A_n78A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28AA6475" w14:textId="77777777" w:rsidR="00D44AD9" w:rsidRDefault="00D44AD9" w:rsidP="00AC3FE8">
            <w:pPr>
              <w:pStyle w:val="TAC"/>
              <w:rPr>
                <w:lang w:eastAsia="ja-JP"/>
              </w:rPr>
            </w:pPr>
            <w:r>
              <w:rPr>
                <w:lang w:eastAsia="ja-JP"/>
              </w:rPr>
              <w:t>DC_18A_n78A</w:t>
            </w:r>
          </w:p>
        </w:tc>
        <w:tc>
          <w:tcPr>
            <w:tcW w:w="2738" w:type="dxa"/>
            <w:tcBorders>
              <w:top w:val="single" w:sz="4" w:space="0" w:color="auto"/>
              <w:left w:val="single" w:sz="4" w:space="0" w:color="auto"/>
              <w:bottom w:val="single" w:sz="4" w:space="0" w:color="auto"/>
              <w:right w:val="single" w:sz="4" w:space="0" w:color="auto"/>
            </w:tcBorders>
            <w:noWrap/>
            <w:hideMark/>
          </w:tcPr>
          <w:p w14:paraId="2BDC9CCB" w14:textId="77777777" w:rsidR="00D44AD9" w:rsidRDefault="00D44AD9" w:rsidP="00AC3FE8">
            <w:pPr>
              <w:pStyle w:val="TAC"/>
              <w:rPr>
                <w:lang w:eastAsia="ja-JP"/>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4977EBBE" w14:textId="77777777" w:rsidR="00D44AD9" w:rsidRDefault="00D44AD9" w:rsidP="00AC3FE8">
            <w:pPr>
              <w:pStyle w:val="TAC"/>
              <w:rPr>
                <w:lang w:eastAsia="fi-FI"/>
              </w:rPr>
            </w:pPr>
            <w:r>
              <w:rPr>
                <w:lang w:eastAsia="zh-CN"/>
              </w:rPr>
              <w:t>No</w:t>
            </w:r>
          </w:p>
        </w:tc>
      </w:tr>
      <w:tr w:rsidR="00D44AD9" w14:paraId="576EF3D8"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5D2B62D" w14:textId="77777777" w:rsidR="00D44AD9" w:rsidRDefault="00D44AD9" w:rsidP="00AC3FE8">
            <w:pPr>
              <w:pStyle w:val="TAC"/>
              <w:rPr>
                <w:lang w:eastAsia="ja-JP"/>
              </w:rPr>
            </w:pPr>
            <w:r>
              <w:rPr>
                <w:lang w:eastAsia="fi-FI"/>
              </w:rPr>
              <w:t>DC_20A_n91A</w:t>
            </w:r>
          </w:p>
        </w:tc>
        <w:tc>
          <w:tcPr>
            <w:tcW w:w="2280" w:type="dxa"/>
            <w:tcBorders>
              <w:top w:val="single" w:sz="4" w:space="0" w:color="auto"/>
              <w:left w:val="single" w:sz="4" w:space="0" w:color="auto"/>
              <w:bottom w:val="single" w:sz="4" w:space="0" w:color="auto"/>
              <w:right w:val="single" w:sz="4" w:space="0" w:color="auto"/>
            </w:tcBorders>
            <w:hideMark/>
          </w:tcPr>
          <w:p w14:paraId="1FA3B3B7" w14:textId="77777777" w:rsidR="00D44AD9" w:rsidRDefault="00D44AD9" w:rsidP="00AC3FE8">
            <w:pPr>
              <w:pStyle w:val="TAC"/>
              <w:rPr>
                <w:lang w:eastAsia="ja-JP"/>
              </w:rPr>
            </w:pPr>
            <w:r>
              <w:rPr>
                <w:lang w:eastAsia="fi-FI"/>
              </w:rPr>
              <w:t>DC_20A_n91A_ULSUP-TDM</w:t>
            </w:r>
          </w:p>
        </w:tc>
        <w:tc>
          <w:tcPr>
            <w:tcW w:w="2738" w:type="dxa"/>
            <w:tcBorders>
              <w:top w:val="single" w:sz="4" w:space="0" w:color="auto"/>
              <w:left w:val="single" w:sz="4" w:space="0" w:color="auto"/>
              <w:bottom w:val="single" w:sz="4" w:space="0" w:color="auto"/>
              <w:right w:val="single" w:sz="4" w:space="0" w:color="auto"/>
            </w:tcBorders>
            <w:noWrap/>
            <w:hideMark/>
          </w:tcPr>
          <w:p w14:paraId="66324560" w14:textId="77777777" w:rsidR="00D44AD9" w:rsidRDefault="00D44AD9" w:rsidP="00AC3FE8">
            <w:pPr>
              <w:pStyle w:val="TAC"/>
              <w:rPr>
                <w:lang w:eastAsia="fi-FI"/>
              </w:rPr>
            </w:pPr>
            <w:r>
              <w:rPr>
                <w:lang w:eastAsia="fi-FI"/>
              </w:rPr>
              <w:t>N/A</w:t>
            </w:r>
          </w:p>
        </w:tc>
        <w:tc>
          <w:tcPr>
            <w:tcW w:w="2738" w:type="dxa"/>
            <w:tcBorders>
              <w:top w:val="single" w:sz="4" w:space="0" w:color="auto"/>
              <w:left w:val="single" w:sz="4" w:space="0" w:color="auto"/>
              <w:bottom w:val="single" w:sz="4" w:space="0" w:color="auto"/>
              <w:right w:val="single" w:sz="4" w:space="0" w:color="auto"/>
            </w:tcBorders>
          </w:tcPr>
          <w:p w14:paraId="319C622C" w14:textId="77777777" w:rsidR="00D44AD9" w:rsidRDefault="00D44AD9" w:rsidP="00AC3FE8">
            <w:pPr>
              <w:pStyle w:val="TAC"/>
              <w:rPr>
                <w:lang w:eastAsia="fi-FI"/>
              </w:rPr>
            </w:pPr>
          </w:p>
        </w:tc>
      </w:tr>
      <w:tr w:rsidR="00D44AD9" w14:paraId="786F3948"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68D98B5" w14:textId="77777777" w:rsidR="00D44AD9" w:rsidRDefault="00D44AD9" w:rsidP="00AC3FE8">
            <w:pPr>
              <w:pStyle w:val="TAC"/>
              <w:rPr>
                <w:lang w:eastAsia="ja-JP"/>
              </w:rPr>
            </w:pPr>
            <w:r>
              <w:rPr>
                <w:lang w:eastAsia="fi-FI"/>
              </w:rPr>
              <w:lastRenderedPageBreak/>
              <w:t>DC_20A_n92A</w:t>
            </w:r>
          </w:p>
        </w:tc>
        <w:tc>
          <w:tcPr>
            <w:tcW w:w="2280" w:type="dxa"/>
            <w:tcBorders>
              <w:top w:val="single" w:sz="4" w:space="0" w:color="auto"/>
              <w:left w:val="single" w:sz="4" w:space="0" w:color="auto"/>
              <w:bottom w:val="single" w:sz="4" w:space="0" w:color="auto"/>
              <w:right w:val="single" w:sz="4" w:space="0" w:color="auto"/>
            </w:tcBorders>
            <w:hideMark/>
          </w:tcPr>
          <w:p w14:paraId="11283F88" w14:textId="77777777" w:rsidR="00D44AD9" w:rsidRDefault="00D44AD9" w:rsidP="00AC3FE8">
            <w:pPr>
              <w:pStyle w:val="TAC"/>
              <w:rPr>
                <w:lang w:eastAsia="ja-JP"/>
              </w:rPr>
            </w:pPr>
            <w:r>
              <w:rPr>
                <w:lang w:eastAsia="fi-FI"/>
              </w:rPr>
              <w:t>DC_20A_n92A_ULSUP-TDM</w:t>
            </w:r>
          </w:p>
        </w:tc>
        <w:tc>
          <w:tcPr>
            <w:tcW w:w="2738" w:type="dxa"/>
            <w:tcBorders>
              <w:top w:val="single" w:sz="4" w:space="0" w:color="auto"/>
              <w:left w:val="single" w:sz="4" w:space="0" w:color="auto"/>
              <w:bottom w:val="single" w:sz="4" w:space="0" w:color="auto"/>
              <w:right w:val="single" w:sz="4" w:space="0" w:color="auto"/>
            </w:tcBorders>
            <w:noWrap/>
            <w:hideMark/>
          </w:tcPr>
          <w:p w14:paraId="501A0DD6" w14:textId="77777777" w:rsidR="00D44AD9" w:rsidRDefault="00D44AD9" w:rsidP="00AC3FE8">
            <w:pPr>
              <w:pStyle w:val="TAC"/>
              <w:rPr>
                <w:lang w:eastAsia="fi-FI"/>
              </w:rPr>
            </w:pPr>
            <w:r>
              <w:rPr>
                <w:lang w:eastAsia="fi-FI"/>
              </w:rPr>
              <w:t>N/A</w:t>
            </w:r>
          </w:p>
        </w:tc>
        <w:tc>
          <w:tcPr>
            <w:tcW w:w="2738" w:type="dxa"/>
            <w:tcBorders>
              <w:top w:val="single" w:sz="4" w:space="0" w:color="auto"/>
              <w:left w:val="single" w:sz="4" w:space="0" w:color="auto"/>
              <w:bottom w:val="single" w:sz="4" w:space="0" w:color="auto"/>
              <w:right w:val="single" w:sz="4" w:space="0" w:color="auto"/>
            </w:tcBorders>
          </w:tcPr>
          <w:p w14:paraId="1291A4E2" w14:textId="77777777" w:rsidR="00D44AD9" w:rsidRDefault="00D44AD9" w:rsidP="00AC3FE8">
            <w:pPr>
              <w:pStyle w:val="TAC"/>
              <w:rPr>
                <w:lang w:eastAsia="fi-FI"/>
              </w:rPr>
            </w:pPr>
          </w:p>
        </w:tc>
      </w:tr>
      <w:tr w:rsidR="00D44AD9" w14:paraId="7ECD7B9D"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DF56E6C" w14:textId="77777777" w:rsidR="00D44AD9" w:rsidRDefault="00D44AD9" w:rsidP="00AC3FE8">
            <w:pPr>
              <w:pStyle w:val="TAC"/>
              <w:rPr>
                <w:lang w:eastAsia="ja-JP"/>
              </w:rPr>
            </w:pPr>
            <w:r>
              <w:rPr>
                <w:lang w:eastAsia="ja-JP"/>
              </w:rPr>
              <w:t>DC_18A_n79A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2B9A1B66" w14:textId="77777777" w:rsidR="00D44AD9" w:rsidRDefault="00D44AD9" w:rsidP="00AC3FE8">
            <w:pPr>
              <w:pStyle w:val="TAC"/>
              <w:rPr>
                <w:lang w:eastAsia="ja-JP"/>
              </w:rPr>
            </w:pPr>
            <w:r>
              <w:rPr>
                <w:lang w:eastAsia="ja-JP"/>
              </w:rPr>
              <w:t>DC_18A_n79A</w:t>
            </w:r>
          </w:p>
        </w:tc>
        <w:tc>
          <w:tcPr>
            <w:tcW w:w="2738" w:type="dxa"/>
            <w:tcBorders>
              <w:top w:val="single" w:sz="4" w:space="0" w:color="auto"/>
              <w:left w:val="single" w:sz="4" w:space="0" w:color="auto"/>
              <w:bottom w:val="single" w:sz="4" w:space="0" w:color="auto"/>
              <w:right w:val="single" w:sz="4" w:space="0" w:color="auto"/>
            </w:tcBorders>
            <w:noWrap/>
            <w:hideMark/>
          </w:tcPr>
          <w:p w14:paraId="5219DCB0" w14:textId="77777777" w:rsidR="00D44AD9" w:rsidRDefault="00D44AD9" w:rsidP="00AC3FE8">
            <w:pPr>
              <w:pStyle w:val="TAC"/>
              <w:rPr>
                <w:lang w:eastAsia="ja-JP"/>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45343476" w14:textId="77777777" w:rsidR="00D44AD9" w:rsidRDefault="00D44AD9" w:rsidP="00AC3FE8">
            <w:pPr>
              <w:pStyle w:val="TAC"/>
              <w:rPr>
                <w:lang w:eastAsia="fi-FI"/>
              </w:rPr>
            </w:pPr>
          </w:p>
        </w:tc>
      </w:tr>
      <w:tr w:rsidR="00D44AD9" w14:paraId="6003CBE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C0C33B1" w14:textId="77777777" w:rsidR="00D44AD9" w:rsidRDefault="00D44AD9" w:rsidP="00AC3FE8">
            <w:pPr>
              <w:pStyle w:val="TAC"/>
              <w:rPr>
                <w:lang w:eastAsia="fi-FI"/>
              </w:rPr>
            </w:pPr>
            <w:r>
              <w:rPr>
                <w:lang w:eastAsia="fi-FI"/>
              </w:rPr>
              <w:t>DC_19A_n77A</w:t>
            </w:r>
            <w:r>
              <w:rPr>
                <w:vertAlign w:val="superscript"/>
                <w:lang w:eastAsia="fi-FI"/>
              </w:rPr>
              <w:t>7</w:t>
            </w:r>
          </w:p>
          <w:p w14:paraId="6B27D84D" w14:textId="77777777" w:rsidR="00D44AD9" w:rsidRDefault="00D44AD9" w:rsidP="00AC3FE8">
            <w:pPr>
              <w:pStyle w:val="TAC"/>
              <w:rPr>
                <w:lang w:eastAsia="fi-FI"/>
              </w:rPr>
            </w:pPr>
            <w:r>
              <w:rPr>
                <w:lang w:eastAsia="fi-FI"/>
              </w:rPr>
              <w:t>DC_19A_n77C</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72A1FB5B" w14:textId="77777777" w:rsidR="00D44AD9" w:rsidRDefault="00D44AD9" w:rsidP="00AC3FE8">
            <w:pPr>
              <w:pStyle w:val="TAC"/>
              <w:rPr>
                <w:lang w:eastAsia="fi-FI"/>
              </w:rPr>
            </w:pPr>
            <w:r>
              <w:rPr>
                <w:lang w:eastAsia="fi-FI"/>
              </w:rPr>
              <w:t>DC_19A_n77A</w:t>
            </w:r>
          </w:p>
        </w:tc>
        <w:tc>
          <w:tcPr>
            <w:tcW w:w="2738" w:type="dxa"/>
            <w:tcBorders>
              <w:top w:val="single" w:sz="4" w:space="0" w:color="auto"/>
              <w:left w:val="single" w:sz="4" w:space="0" w:color="auto"/>
              <w:bottom w:val="single" w:sz="4" w:space="0" w:color="auto"/>
              <w:right w:val="single" w:sz="4" w:space="0" w:color="auto"/>
            </w:tcBorders>
            <w:noWrap/>
            <w:hideMark/>
          </w:tcPr>
          <w:p w14:paraId="4B34B5CA"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402ED73B" w14:textId="77777777" w:rsidR="00D44AD9" w:rsidRDefault="00D44AD9" w:rsidP="00AC3FE8">
            <w:pPr>
              <w:pStyle w:val="TAC"/>
              <w:rPr>
                <w:lang w:eastAsia="fi-FI"/>
              </w:rPr>
            </w:pPr>
          </w:p>
        </w:tc>
      </w:tr>
      <w:tr w:rsidR="00D44AD9" w14:paraId="23211A50"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CB20BC0" w14:textId="77777777" w:rsidR="00D44AD9" w:rsidRDefault="00D44AD9" w:rsidP="00AC3FE8">
            <w:pPr>
              <w:pStyle w:val="TAC"/>
              <w:rPr>
                <w:lang w:eastAsia="fi-FI"/>
              </w:rPr>
            </w:pPr>
            <w:r>
              <w:rPr>
                <w:lang w:eastAsia="fi-FI"/>
              </w:rPr>
              <w:t>DC_19A_n78A</w:t>
            </w:r>
            <w:r>
              <w:rPr>
                <w:vertAlign w:val="superscript"/>
                <w:lang w:eastAsia="fi-FI"/>
              </w:rPr>
              <w:t>7</w:t>
            </w:r>
          </w:p>
          <w:p w14:paraId="25798C62" w14:textId="77777777" w:rsidR="00D44AD9" w:rsidRDefault="00D44AD9" w:rsidP="00AC3FE8">
            <w:pPr>
              <w:pStyle w:val="TAC"/>
              <w:rPr>
                <w:lang w:eastAsia="fi-FI"/>
              </w:rPr>
            </w:pPr>
            <w:r>
              <w:rPr>
                <w:lang w:eastAsia="fi-FI"/>
              </w:rPr>
              <w:t>DC_19A_n78C</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430B57F4" w14:textId="77777777" w:rsidR="00D44AD9" w:rsidRDefault="00D44AD9" w:rsidP="00AC3FE8">
            <w:pPr>
              <w:pStyle w:val="TAC"/>
              <w:rPr>
                <w:lang w:eastAsia="fi-FI"/>
              </w:rPr>
            </w:pPr>
            <w:r>
              <w:rPr>
                <w:lang w:eastAsia="fi-FI"/>
              </w:rPr>
              <w:t>DC_19A_n78A</w:t>
            </w:r>
          </w:p>
        </w:tc>
        <w:tc>
          <w:tcPr>
            <w:tcW w:w="2738" w:type="dxa"/>
            <w:tcBorders>
              <w:top w:val="single" w:sz="4" w:space="0" w:color="auto"/>
              <w:left w:val="single" w:sz="4" w:space="0" w:color="auto"/>
              <w:bottom w:val="single" w:sz="4" w:space="0" w:color="auto"/>
              <w:right w:val="single" w:sz="4" w:space="0" w:color="auto"/>
            </w:tcBorders>
            <w:noWrap/>
            <w:hideMark/>
          </w:tcPr>
          <w:p w14:paraId="253A0901"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3E782B47" w14:textId="77777777" w:rsidR="00D44AD9" w:rsidRDefault="00D44AD9" w:rsidP="00AC3FE8">
            <w:pPr>
              <w:pStyle w:val="TAC"/>
              <w:rPr>
                <w:lang w:eastAsia="fi-FI"/>
              </w:rPr>
            </w:pPr>
            <w:r>
              <w:rPr>
                <w:lang w:eastAsia="zh-CN"/>
              </w:rPr>
              <w:t>No</w:t>
            </w:r>
          </w:p>
        </w:tc>
      </w:tr>
      <w:tr w:rsidR="00D44AD9" w14:paraId="11F92F48"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7FB2888" w14:textId="77777777" w:rsidR="00D44AD9" w:rsidRDefault="00D44AD9" w:rsidP="00AC3FE8">
            <w:pPr>
              <w:pStyle w:val="TAC"/>
              <w:rPr>
                <w:lang w:eastAsia="fi-FI"/>
              </w:rPr>
            </w:pPr>
            <w:r>
              <w:rPr>
                <w:lang w:eastAsia="fi-FI"/>
              </w:rPr>
              <w:t>DC_19A_n79A</w:t>
            </w:r>
            <w:r>
              <w:rPr>
                <w:vertAlign w:val="superscript"/>
                <w:lang w:eastAsia="fi-FI"/>
              </w:rPr>
              <w:t>7</w:t>
            </w:r>
          </w:p>
          <w:p w14:paraId="094ECF76" w14:textId="77777777" w:rsidR="00D44AD9" w:rsidRDefault="00D44AD9" w:rsidP="00AC3FE8">
            <w:pPr>
              <w:pStyle w:val="TAC"/>
              <w:rPr>
                <w:lang w:eastAsia="fi-FI"/>
              </w:rPr>
            </w:pPr>
            <w:r>
              <w:rPr>
                <w:lang w:eastAsia="fi-FI"/>
              </w:rPr>
              <w:t>DC_19A_n79C</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2F79A47B" w14:textId="77777777" w:rsidR="00D44AD9" w:rsidRDefault="00D44AD9" w:rsidP="00AC3FE8">
            <w:pPr>
              <w:pStyle w:val="TAC"/>
              <w:rPr>
                <w:lang w:eastAsia="fi-FI"/>
              </w:rPr>
            </w:pPr>
            <w:r>
              <w:rPr>
                <w:lang w:eastAsia="fi-FI"/>
              </w:rPr>
              <w:t>DC_19A_n79A</w:t>
            </w:r>
          </w:p>
        </w:tc>
        <w:tc>
          <w:tcPr>
            <w:tcW w:w="2738" w:type="dxa"/>
            <w:tcBorders>
              <w:top w:val="single" w:sz="4" w:space="0" w:color="auto"/>
              <w:left w:val="single" w:sz="4" w:space="0" w:color="auto"/>
              <w:bottom w:val="single" w:sz="4" w:space="0" w:color="auto"/>
              <w:right w:val="single" w:sz="4" w:space="0" w:color="auto"/>
            </w:tcBorders>
            <w:noWrap/>
            <w:hideMark/>
          </w:tcPr>
          <w:p w14:paraId="68A7C884"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07C454E3" w14:textId="77777777" w:rsidR="00D44AD9" w:rsidRDefault="00D44AD9" w:rsidP="00AC3FE8">
            <w:pPr>
              <w:pStyle w:val="TAC"/>
              <w:rPr>
                <w:lang w:eastAsia="fi-FI"/>
              </w:rPr>
            </w:pPr>
            <w:r>
              <w:rPr>
                <w:lang w:eastAsia="zh-CN"/>
              </w:rPr>
              <w:t>No</w:t>
            </w:r>
          </w:p>
        </w:tc>
      </w:tr>
      <w:tr w:rsidR="00D44AD9" w14:paraId="2C69441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F979415" w14:textId="77777777" w:rsidR="00D44AD9" w:rsidRDefault="00D44AD9" w:rsidP="00AC3FE8">
            <w:pPr>
              <w:pStyle w:val="TAC"/>
              <w:rPr>
                <w:lang w:eastAsia="fi-FI"/>
              </w:rPr>
            </w:pPr>
            <w:r>
              <w:rPr>
                <w:lang w:eastAsia="fi-FI"/>
              </w:rPr>
              <w:t>DC_20A_n1A</w:t>
            </w:r>
          </w:p>
        </w:tc>
        <w:tc>
          <w:tcPr>
            <w:tcW w:w="2280" w:type="dxa"/>
            <w:tcBorders>
              <w:top w:val="single" w:sz="4" w:space="0" w:color="auto"/>
              <w:left w:val="single" w:sz="4" w:space="0" w:color="auto"/>
              <w:bottom w:val="single" w:sz="4" w:space="0" w:color="auto"/>
              <w:right w:val="single" w:sz="4" w:space="0" w:color="auto"/>
            </w:tcBorders>
            <w:hideMark/>
          </w:tcPr>
          <w:p w14:paraId="1518A294" w14:textId="77777777" w:rsidR="00D44AD9" w:rsidRDefault="00D44AD9" w:rsidP="00AC3FE8">
            <w:pPr>
              <w:pStyle w:val="TAC"/>
              <w:rPr>
                <w:lang w:eastAsia="fi-FI"/>
              </w:rPr>
            </w:pPr>
            <w:r>
              <w:rPr>
                <w:lang w:eastAsia="fi-FI"/>
              </w:rPr>
              <w:t>DC_20A_n1A</w:t>
            </w:r>
          </w:p>
        </w:tc>
        <w:tc>
          <w:tcPr>
            <w:tcW w:w="2738" w:type="dxa"/>
            <w:tcBorders>
              <w:top w:val="single" w:sz="4" w:space="0" w:color="auto"/>
              <w:left w:val="single" w:sz="4" w:space="0" w:color="auto"/>
              <w:bottom w:val="single" w:sz="4" w:space="0" w:color="auto"/>
              <w:right w:val="single" w:sz="4" w:space="0" w:color="auto"/>
            </w:tcBorders>
            <w:noWrap/>
            <w:hideMark/>
          </w:tcPr>
          <w:p w14:paraId="6D21BD0A" w14:textId="77777777" w:rsidR="00D44AD9" w:rsidRDefault="00D44AD9" w:rsidP="00AC3FE8">
            <w:pPr>
              <w:pStyle w:val="TAC"/>
              <w:rPr>
                <w:lang w:eastAsia="fi-FI"/>
              </w:rPr>
            </w:pPr>
            <w:r>
              <w:t>No</w:t>
            </w:r>
          </w:p>
        </w:tc>
        <w:tc>
          <w:tcPr>
            <w:tcW w:w="2738" w:type="dxa"/>
            <w:tcBorders>
              <w:top w:val="single" w:sz="4" w:space="0" w:color="auto"/>
              <w:left w:val="single" w:sz="4" w:space="0" w:color="auto"/>
              <w:bottom w:val="single" w:sz="4" w:space="0" w:color="auto"/>
              <w:right w:val="single" w:sz="4" w:space="0" w:color="auto"/>
            </w:tcBorders>
          </w:tcPr>
          <w:p w14:paraId="425E0817" w14:textId="77777777" w:rsidR="00D44AD9" w:rsidRDefault="00D44AD9" w:rsidP="00AC3FE8">
            <w:pPr>
              <w:pStyle w:val="TAC"/>
            </w:pPr>
          </w:p>
        </w:tc>
      </w:tr>
      <w:tr w:rsidR="00D44AD9" w14:paraId="5DC16788"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D65986B" w14:textId="77777777" w:rsidR="00D44AD9" w:rsidRDefault="00D44AD9" w:rsidP="00AC3FE8">
            <w:pPr>
              <w:pStyle w:val="TAC"/>
              <w:rPr>
                <w:lang w:eastAsia="fi-FI"/>
              </w:rPr>
            </w:pPr>
            <w:r>
              <w:rPr>
                <w:lang w:eastAsia="fi-FI"/>
              </w:rPr>
              <w:t>DC_20A_n3A</w:t>
            </w:r>
          </w:p>
        </w:tc>
        <w:tc>
          <w:tcPr>
            <w:tcW w:w="2280" w:type="dxa"/>
            <w:tcBorders>
              <w:top w:val="single" w:sz="4" w:space="0" w:color="auto"/>
              <w:left w:val="single" w:sz="4" w:space="0" w:color="auto"/>
              <w:bottom w:val="single" w:sz="4" w:space="0" w:color="auto"/>
              <w:right w:val="single" w:sz="4" w:space="0" w:color="auto"/>
            </w:tcBorders>
            <w:hideMark/>
          </w:tcPr>
          <w:p w14:paraId="1D9522F4" w14:textId="77777777" w:rsidR="00D44AD9" w:rsidRDefault="00D44AD9" w:rsidP="00AC3FE8">
            <w:pPr>
              <w:pStyle w:val="TAC"/>
              <w:rPr>
                <w:lang w:eastAsia="fi-FI"/>
              </w:rPr>
            </w:pPr>
            <w:r>
              <w:rPr>
                <w:lang w:eastAsia="fi-FI"/>
              </w:rPr>
              <w:t>DC_20A_n3A</w:t>
            </w:r>
          </w:p>
        </w:tc>
        <w:tc>
          <w:tcPr>
            <w:tcW w:w="2738" w:type="dxa"/>
            <w:tcBorders>
              <w:top w:val="single" w:sz="4" w:space="0" w:color="auto"/>
              <w:left w:val="single" w:sz="4" w:space="0" w:color="auto"/>
              <w:bottom w:val="single" w:sz="4" w:space="0" w:color="auto"/>
              <w:right w:val="single" w:sz="4" w:space="0" w:color="auto"/>
            </w:tcBorders>
            <w:noWrap/>
            <w:hideMark/>
          </w:tcPr>
          <w:p w14:paraId="7D6ABB8F" w14:textId="77777777" w:rsidR="00D44AD9" w:rsidRDefault="00D44AD9" w:rsidP="00AC3FE8">
            <w:pPr>
              <w:pStyle w:val="TAC"/>
              <w:rPr>
                <w:lang w:eastAsia="fi-FI"/>
              </w:rPr>
            </w:pPr>
            <w:r>
              <w:t>No</w:t>
            </w:r>
          </w:p>
        </w:tc>
        <w:tc>
          <w:tcPr>
            <w:tcW w:w="2738" w:type="dxa"/>
            <w:tcBorders>
              <w:top w:val="single" w:sz="4" w:space="0" w:color="auto"/>
              <w:left w:val="single" w:sz="4" w:space="0" w:color="auto"/>
              <w:bottom w:val="single" w:sz="4" w:space="0" w:color="auto"/>
              <w:right w:val="single" w:sz="4" w:space="0" w:color="auto"/>
            </w:tcBorders>
          </w:tcPr>
          <w:p w14:paraId="02AA63C0" w14:textId="77777777" w:rsidR="00D44AD9" w:rsidRDefault="00D44AD9" w:rsidP="00AC3FE8">
            <w:pPr>
              <w:pStyle w:val="TAC"/>
            </w:pPr>
          </w:p>
        </w:tc>
      </w:tr>
      <w:tr w:rsidR="00D44AD9" w14:paraId="5F754FCD"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FADC1BF" w14:textId="77777777" w:rsidR="00D44AD9" w:rsidRDefault="00D44AD9" w:rsidP="00AC3FE8">
            <w:pPr>
              <w:pStyle w:val="TAC"/>
              <w:rPr>
                <w:lang w:eastAsia="fi-FI"/>
              </w:rPr>
            </w:pPr>
            <w:r>
              <w:rPr>
                <w:lang w:eastAsia="fi-FI"/>
              </w:rPr>
              <w:t>DC_</w:t>
            </w:r>
            <w:r>
              <w:rPr>
                <w:lang w:eastAsia="zh-CN"/>
              </w:rPr>
              <w:t>20A_n7A</w:t>
            </w:r>
          </w:p>
        </w:tc>
        <w:tc>
          <w:tcPr>
            <w:tcW w:w="2280" w:type="dxa"/>
            <w:tcBorders>
              <w:top w:val="single" w:sz="4" w:space="0" w:color="auto"/>
              <w:left w:val="single" w:sz="4" w:space="0" w:color="auto"/>
              <w:bottom w:val="single" w:sz="4" w:space="0" w:color="auto"/>
              <w:right w:val="single" w:sz="4" w:space="0" w:color="auto"/>
            </w:tcBorders>
            <w:hideMark/>
          </w:tcPr>
          <w:p w14:paraId="27EE981A" w14:textId="77777777" w:rsidR="00D44AD9" w:rsidRDefault="00D44AD9" w:rsidP="00AC3FE8">
            <w:pPr>
              <w:pStyle w:val="TAC"/>
              <w:rPr>
                <w:lang w:eastAsia="fi-FI"/>
              </w:rPr>
            </w:pPr>
            <w:r>
              <w:rPr>
                <w:lang w:eastAsia="fi-FI"/>
              </w:rPr>
              <w:t>DC_</w:t>
            </w:r>
            <w:r>
              <w:rPr>
                <w:lang w:eastAsia="zh-CN"/>
              </w:rPr>
              <w:t>20A_n7A</w:t>
            </w:r>
          </w:p>
        </w:tc>
        <w:tc>
          <w:tcPr>
            <w:tcW w:w="2738" w:type="dxa"/>
            <w:tcBorders>
              <w:top w:val="single" w:sz="4" w:space="0" w:color="auto"/>
              <w:left w:val="single" w:sz="4" w:space="0" w:color="auto"/>
              <w:bottom w:val="single" w:sz="4" w:space="0" w:color="auto"/>
              <w:right w:val="single" w:sz="4" w:space="0" w:color="auto"/>
            </w:tcBorders>
            <w:noWrap/>
            <w:hideMark/>
          </w:tcPr>
          <w:p w14:paraId="074DDD83" w14:textId="77777777" w:rsidR="00D44AD9" w:rsidRDefault="00D44AD9" w:rsidP="00AC3FE8">
            <w:pPr>
              <w:pStyle w:val="TAC"/>
            </w:pPr>
            <w:r>
              <w:t>DC_20_n7</w:t>
            </w:r>
          </w:p>
        </w:tc>
        <w:tc>
          <w:tcPr>
            <w:tcW w:w="2738" w:type="dxa"/>
            <w:tcBorders>
              <w:top w:val="single" w:sz="4" w:space="0" w:color="auto"/>
              <w:left w:val="single" w:sz="4" w:space="0" w:color="auto"/>
              <w:bottom w:val="single" w:sz="4" w:space="0" w:color="auto"/>
              <w:right w:val="single" w:sz="4" w:space="0" w:color="auto"/>
            </w:tcBorders>
          </w:tcPr>
          <w:p w14:paraId="5137A9AE" w14:textId="77777777" w:rsidR="00D44AD9" w:rsidRDefault="00D44AD9" w:rsidP="00AC3FE8">
            <w:pPr>
              <w:pStyle w:val="TAC"/>
            </w:pPr>
          </w:p>
        </w:tc>
      </w:tr>
      <w:tr w:rsidR="00D44AD9" w14:paraId="7B1A5F9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2835247" w14:textId="77777777" w:rsidR="00D44AD9" w:rsidRDefault="00D44AD9" w:rsidP="00AC3FE8">
            <w:pPr>
              <w:pStyle w:val="TAC"/>
              <w:rPr>
                <w:lang w:eastAsia="fi-FI"/>
              </w:rPr>
            </w:pPr>
            <w:r>
              <w:rPr>
                <w:noProof/>
                <w:lang w:eastAsia="ja-JP"/>
              </w:rPr>
              <w:t>DC_20A_n8A</w:t>
            </w:r>
          </w:p>
        </w:tc>
        <w:tc>
          <w:tcPr>
            <w:tcW w:w="2280" w:type="dxa"/>
            <w:tcBorders>
              <w:top w:val="single" w:sz="4" w:space="0" w:color="auto"/>
              <w:left w:val="single" w:sz="4" w:space="0" w:color="auto"/>
              <w:bottom w:val="single" w:sz="4" w:space="0" w:color="auto"/>
              <w:right w:val="single" w:sz="4" w:space="0" w:color="auto"/>
            </w:tcBorders>
            <w:hideMark/>
          </w:tcPr>
          <w:p w14:paraId="72F8295C" w14:textId="77777777" w:rsidR="00D44AD9" w:rsidRDefault="00D44AD9" w:rsidP="00AC3FE8">
            <w:pPr>
              <w:pStyle w:val="TAC"/>
              <w:rPr>
                <w:lang w:eastAsia="fi-FI"/>
              </w:rPr>
            </w:pPr>
            <w:r>
              <w:rPr>
                <w:noProof/>
                <w:lang w:eastAsia="ja-JP"/>
              </w:rPr>
              <w:t>DC_20A_n8A</w:t>
            </w:r>
          </w:p>
        </w:tc>
        <w:tc>
          <w:tcPr>
            <w:tcW w:w="2738" w:type="dxa"/>
            <w:tcBorders>
              <w:top w:val="single" w:sz="4" w:space="0" w:color="auto"/>
              <w:left w:val="single" w:sz="4" w:space="0" w:color="auto"/>
              <w:bottom w:val="single" w:sz="4" w:space="0" w:color="auto"/>
              <w:right w:val="single" w:sz="4" w:space="0" w:color="auto"/>
            </w:tcBorders>
            <w:noWrap/>
            <w:hideMark/>
          </w:tcPr>
          <w:p w14:paraId="355797C6" w14:textId="77777777" w:rsidR="00D44AD9" w:rsidRDefault="00D44AD9" w:rsidP="00AC3FE8">
            <w:pPr>
              <w:pStyle w:val="TAC"/>
              <w:rPr>
                <w:lang w:eastAsia="fi-FI"/>
              </w:rPr>
            </w:pPr>
            <w:r>
              <w:rPr>
                <w:lang w:eastAsia="ja-JP"/>
              </w:rPr>
              <w:t>DC_20_n8</w:t>
            </w:r>
          </w:p>
        </w:tc>
        <w:tc>
          <w:tcPr>
            <w:tcW w:w="2738" w:type="dxa"/>
            <w:tcBorders>
              <w:top w:val="single" w:sz="4" w:space="0" w:color="auto"/>
              <w:left w:val="single" w:sz="4" w:space="0" w:color="auto"/>
              <w:bottom w:val="single" w:sz="4" w:space="0" w:color="auto"/>
              <w:right w:val="single" w:sz="4" w:space="0" w:color="auto"/>
            </w:tcBorders>
          </w:tcPr>
          <w:p w14:paraId="7C664963" w14:textId="77777777" w:rsidR="00D44AD9" w:rsidRDefault="00D44AD9" w:rsidP="00AC3FE8">
            <w:pPr>
              <w:pStyle w:val="TAC"/>
              <w:rPr>
                <w:lang w:eastAsia="ja-JP"/>
              </w:rPr>
            </w:pPr>
          </w:p>
        </w:tc>
      </w:tr>
      <w:tr w:rsidR="00D44AD9" w14:paraId="520F5A3C"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DD1EAD0" w14:textId="77777777" w:rsidR="00D44AD9" w:rsidRDefault="00D44AD9" w:rsidP="00AC3FE8">
            <w:pPr>
              <w:pStyle w:val="TAC"/>
              <w:rPr>
                <w:lang w:eastAsia="fi-FI"/>
              </w:rPr>
            </w:pPr>
            <w:r>
              <w:rPr>
                <w:noProof/>
                <w:lang w:eastAsia="ja-JP"/>
              </w:rPr>
              <w:t>DC_20A_n28A</w:t>
            </w:r>
            <w:r>
              <w:rPr>
                <w:noProof/>
                <w:vertAlign w:val="superscript"/>
                <w:lang w:eastAsia="ja-JP"/>
              </w:rPr>
              <w:t>8, 11,13</w:t>
            </w:r>
          </w:p>
        </w:tc>
        <w:tc>
          <w:tcPr>
            <w:tcW w:w="2280" w:type="dxa"/>
            <w:tcBorders>
              <w:top w:val="single" w:sz="4" w:space="0" w:color="auto"/>
              <w:left w:val="single" w:sz="4" w:space="0" w:color="auto"/>
              <w:bottom w:val="single" w:sz="4" w:space="0" w:color="auto"/>
              <w:right w:val="single" w:sz="4" w:space="0" w:color="auto"/>
            </w:tcBorders>
            <w:hideMark/>
          </w:tcPr>
          <w:p w14:paraId="392A0800" w14:textId="77777777" w:rsidR="00D44AD9" w:rsidRDefault="00D44AD9" w:rsidP="00AC3FE8">
            <w:pPr>
              <w:pStyle w:val="TAC"/>
              <w:rPr>
                <w:lang w:eastAsia="fi-FI"/>
              </w:rPr>
            </w:pPr>
            <w:r>
              <w:rPr>
                <w:noProof/>
                <w:lang w:eastAsia="ja-JP"/>
              </w:rPr>
              <w:t>DC_20A_n28A</w:t>
            </w:r>
          </w:p>
        </w:tc>
        <w:tc>
          <w:tcPr>
            <w:tcW w:w="2738" w:type="dxa"/>
            <w:tcBorders>
              <w:top w:val="single" w:sz="4" w:space="0" w:color="auto"/>
              <w:left w:val="single" w:sz="4" w:space="0" w:color="auto"/>
              <w:bottom w:val="single" w:sz="4" w:space="0" w:color="auto"/>
              <w:right w:val="single" w:sz="4" w:space="0" w:color="auto"/>
            </w:tcBorders>
            <w:noWrap/>
            <w:hideMark/>
          </w:tcPr>
          <w:p w14:paraId="1C81CB0F" w14:textId="77777777" w:rsidR="00D44AD9" w:rsidRDefault="00D44AD9" w:rsidP="00AC3FE8">
            <w:pPr>
              <w:pStyle w:val="TAC"/>
              <w:rPr>
                <w:lang w:eastAsia="fi-FI"/>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3A57B6DF" w14:textId="77777777" w:rsidR="00D44AD9" w:rsidRDefault="00D44AD9" w:rsidP="00AC3FE8">
            <w:pPr>
              <w:pStyle w:val="TAC"/>
              <w:rPr>
                <w:lang w:eastAsia="ja-JP"/>
              </w:rPr>
            </w:pPr>
          </w:p>
        </w:tc>
      </w:tr>
      <w:tr w:rsidR="00D44AD9" w14:paraId="266E829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20585BE" w14:textId="77777777" w:rsidR="00D44AD9" w:rsidRDefault="00D44AD9" w:rsidP="00AC3FE8">
            <w:pPr>
              <w:pStyle w:val="TAC"/>
              <w:rPr>
                <w:noProof/>
                <w:lang w:eastAsia="ja-JP"/>
              </w:rPr>
            </w:pPr>
            <w:r>
              <w:rPr>
                <w:lang w:eastAsia="fi-FI"/>
              </w:rPr>
              <w:t>DC_</w:t>
            </w:r>
            <w:r>
              <w:rPr>
                <w:lang w:eastAsia="zh-CN"/>
              </w:rPr>
              <w:t>20A_n38A</w:t>
            </w:r>
          </w:p>
        </w:tc>
        <w:tc>
          <w:tcPr>
            <w:tcW w:w="2280" w:type="dxa"/>
            <w:tcBorders>
              <w:top w:val="single" w:sz="4" w:space="0" w:color="auto"/>
              <w:left w:val="single" w:sz="4" w:space="0" w:color="auto"/>
              <w:bottom w:val="single" w:sz="4" w:space="0" w:color="auto"/>
              <w:right w:val="single" w:sz="4" w:space="0" w:color="auto"/>
            </w:tcBorders>
            <w:hideMark/>
          </w:tcPr>
          <w:p w14:paraId="18E88A9D" w14:textId="77777777" w:rsidR="00D44AD9" w:rsidRDefault="00D44AD9" w:rsidP="00AC3FE8">
            <w:pPr>
              <w:pStyle w:val="TAC"/>
              <w:rPr>
                <w:noProof/>
                <w:lang w:eastAsia="ja-JP"/>
              </w:rPr>
            </w:pPr>
            <w:r>
              <w:rPr>
                <w:lang w:eastAsia="fi-FI"/>
              </w:rPr>
              <w:t>DC_</w:t>
            </w:r>
            <w:r>
              <w:rPr>
                <w:lang w:eastAsia="zh-CN"/>
              </w:rPr>
              <w:t>20A_n38A</w:t>
            </w:r>
          </w:p>
        </w:tc>
        <w:tc>
          <w:tcPr>
            <w:tcW w:w="2738" w:type="dxa"/>
            <w:tcBorders>
              <w:top w:val="single" w:sz="4" w:space="0" w:color="auto"/>
              <w:left w:val="single" w:sz="4" w:space="0" w:color="auto"/>
              <w:bottom w:val="single" w:sz="4" w:space="0" w:color="auto"/>
              <w:right w:val="single" w:sz="4" w:space="0" w:color="auto"/>
            </w:tcBorders>
            <w:noWrap/>
            <w:hideMark/>
          </w:tcPr>
          <w:p w14:paraId="2C1A728B" w14:textId="77777777" w:rsidR="00D44AD9" w:rsidRDefault="00D44AD9" w:rsidP="00AC3FE8">
            <w:pPr>
              <w:pStyle w:val="TAC"/>
              <w:rPr>
                <w:lang w:eastAsia="ja-JP"/>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0DA8F93E" w14:textId="77777777" w:rsidR="00D44AD9" w:rsidRDefault="00D44AD9" w:rsidP="00AC3FE8">
            <w:pPr>
              <w:pStyle w:val="TAC"/>
              <w:rPr>
                <w:lang w:eastAsia="zh-TW"/>
              </w:rPr>
            </w:pPr>
          </w:p>
        </w:tc>
      </w:tr>
      <w:tr w:rsidR="00D44AD9" w14:paraId="7970124D"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8947DC5" w14:textId="77777777" w:rsidR="00D44AD9" w:rsidRDefault="00D44AD9" w:rsidP="00AC3FE8">
            <w:pPr>
              <w:pStyle w:val="TAC"/>
              <w:rPr>
                <w:lang w:eastAsia="fi-FI"/>
              </w:rPr>
            </w:pPr>
            <w:r>
              <w:rPr>
                <w:lang w:eastAsia="fi-FI"/>
              </w:rPr>
              <w:t>DC_</w:t>
            </w:r>
            <w:r>
              <w:rPr>
                <w:lang w:eastAsia="zh-TW"/>
              </w:rPr>
              <w:t>20</w:t>
            </w:r>
            <w:r>
              <w:rPr>
                <w:lang w:eastAsia="fi-FI"/>
              </w:rPr>
              <w:t>A_n</w:t>
            </w:r>
            <w:r>
              <w:rPr>
                <w:lang w:eastAsia="zh-TW"/>
              </w:rPr>
              <w:t>41A</w:t>
            </w:r>
          </w:p>
        </w:tc>
        <w:tc>
          <w:tcPr>
            <w:tcW w:w="2280" w:type="dxa"/>
            <w:tcBorders>
              <w:top w:val="single" w:sz="4" w:space="0" w:color="auto"/>
              <w:left w:val="single" w:sz="4" w:space="0" w:color="auto"/>
              <w:bottom w:val="single" w:sz="4" w:space="0" w:color="auto"/>
              <w:right w:val="single" w:sz="4" w:space="0" w:color="auto"/>
            </w:tcBorders>
            <w:hideMark/>
          </w:tcPr>
          <w:p w14:paraId="73A9E121" w14:textId="77777777" w:rsidR="00D44AD9" w:rsidRDefault="00D44AD9" w:rsidP="00AC3FE8">
            <w:pPr>
              <w:pStyle w:val="TAC"/>
              <w:rPr>
                <w:lang w:eastAsia="fi-FI"/>
              </w:rPr>
            </w:pPr>
            <w:r>
              <w:rPr>
                <w:lang w:eastAsia="fi-FI"/>
              </w:rPr>
              <w:t>DC_</w:t>
            </w:r>
            <w:r>
              <w:rPr>
                <w:lang w:eastAsia="zh-TW"/>
              </w:rPr>
              <w:t>20</w:t>
            </w:r>
            <w:r>
              <w:rPr>
                <w:lang w:eastAsia="fi-FI"/>
              </w:rPr>
              <w:t>A_n</w:t>
            </w:r>
            <w:r>
              <w:rPr>
                <w:lang w:eastAsia="zh-TW"/>
              </w:rPr>
              <w:t>41A</w:t>
            </w:r>
          </w:p>
        </w:tc>
        <w:tc>
          <w:tcPr>
            <w:tcW w:w="2738" w:type="dxa"/>
            <w:tcBorders>
              <w:top w:val="single" w:sz="4" w:space="0" w:color="auto"/>
              <w:left w:val="single" w:sz="4" w:space="0" w:color="auto"/>
              <w:bottom w:val="single" w:sz="4" w:space="0" w:color="auto"/>
              <w:right w:val="single" w:sz="4" w:space="0" w:color="auto"/>
            </w:tcBorders>
            <w:noWrap/>
            <w:hideMark/>
          </w:tcPr>
          <w:p w14:paraId="572EA4D9" w14:textId="77777777" w:rsidR="00D44AD9" w:rsidRDefault="00D44AD9" w:rsidP="00AC3FE8">
            <w:pPr>
              <w:pStyle w:val="TAC"/>
              <w:rPr>
                <w:lang w:eastAsia="zh-TW"/>
              </w:rPr>
            </w:pPr>
            <w:r>
              <w:t>DC_</w:t>
            </w:r>
            <w:r>
              <w:rPr>
                <w:lang w:eastAsia="zh-TW"/>
              </w:rPr>
              <w:t>20</w:t>
            </w:r>
            <w:r>
              <w:t>_n</w:t>
            </w:r>
            <w:r>
              <w:rPr>
                <w:lang w:eastAsia="zh-TW"/>
              </w:rPr>
              <w:t>41</w:t>
            </w:r>
          </w:p>
        </w:tc>
        <w:tc>
          <w:tcPr>
            <w:tcW w:w="2738" w:type="dxa"/>
            <w:tcBorders>
              <w:top w:val="single" w:sz="4" w:space="0" w:color="auto"/>
              <w:left w:val="single" w:sz="4" w:space="0" w:color="auto"/>
              <w:bottom w:val="single" w:sz="4" w:space="0" w:color="auto"/>
              <w:right w:val="single" w:sz="4" w:space="0" w:color="auto"/>
            </w:tcBorders>
          </w:tcPr>
          <w:p w14:paraId="33770E65" w14:textId="77777777" w:rsidR="00D44AD9" w:rsidRDefault="00D44AD9" w:rsidP="00AC3FE8">
            <w:pPr>
              <w:pStyle w:val="TAC"/>
            </w:pPr>
          </w:p>
        </w:tc>
      </w:tr>
      <w:tr w:rsidR="00D44AD9" w14:paraId="62428464"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B7B1D77" w14:textId="77777777" w:rsidR="00D44AD9" w:rsidRDefault="00D44AD9" w:rsidP="00AC3FE8">
            <w:pPr>
              <w:pStyle w:val="TAC"/>
              <w:rPr>
                <w:noProof/>
                <w:lang w:eastAsia="ja-JP"/>
              </w:rPr>
            </w:pPr>
            <w:r>
              <w:rPr>
                <w:lang w:eastAsia="fi-FI"/>
              </w:rPr>
              <w:t>DC_</w:t>
            </w:r>
            <w:r>
              <w:rPr>
                <w:lang w:eastAsia="zh-TW"/>
              </w:rPr>
              <w:t>20</w:t>
            </w:r>
            <w:r>
              <w:rPr>
                <w:lang w:eastAsia="fi-FI"/>
              </w:rPr>
              <w:t>A_n</w:t>
            </w:r>
            <w:r>
              <w:rPr>
                <w:lang w:eastAsia="zh-TW"/>
              </w:rPr>
              <w:t>50A</w:t>
            </w:r>
          </w:p>
        </w:tc>
        <w:tc>
          <w:tcPr>
            <w:tcW w:w="2280" w:type="dxa"/>
            <w:tcBorders>
              <w:top w:val="single" w:sz="4" w:space="0" w:color="auto"/>
              <w:left w:val="single" w:sz="4" w:space="0" w:color="auto"/>
              <w:bottom w:val="single" w:sz="4" w:space="0" w:color="auto"/>
              <w:right w:val="single" w:sz="4" w:space="0" w:color="auto"/>
            </w:tcBorders>
            <w:hideMark/>
          </w:tcPr>
          <w:p w14:paraId="1D26440F" w14:textId="77777777" w:rsidR="00D44AD9" w:rsidRDefault="00D44AD9" w:rsidP="00AC3FE8">
            <w:pPr>
              <w:pStyle w:val="TAC"/>
              <w:rPr>
                <w:noProof/>
                <w:lang w:eastAsia="ja-JP"/>
              </w:rPr>
            </w:pPr>
            <w:r>
              <w:rPr>
                <w:lang w:eastAsia="fi-FI"/>
              </w:rPr>
              <w:t>DC_</w:t>
            </w:r>
            <w:r>
              <w:rPr>
                <w:lang w:eastAsia="zh-TW"/>
              </w:rPr>
              <w:t>20</w:t>
            </w:r>
            <w:r>
              <w:rPr>
                <w:lang w:eastAsia="fi-FI"/>
              </w:rPr>
              <w:t>A_n</w:t>
            </w:r>
            <w:r>
              <w:rPr>
                <w:lang w:eastAsia="zh-TW"/>
              </w:rPr>
              <w:t>50A</w:t>
            </w:r>
          </w:p>
        </w:tc>
        <w:tc>
          <w:tcPr>
            <w:tcW w:w="2738" w:type="dxa"/>
            <w:tcBorders>
              <w:top w:val="single" w:sz="4" w:space="0" w:color="auto"/>
              <w:left w:val="single" w:sz="4" w:space="0" w:color="auto"/>
              <w:bottom w:val="single" w:sz="4" w:space="0" w:color="auto"/>
              <w:right w:val="single" w:sz="4" w:space="0" w:color="auto"/>
            </w:tcBorders>
            <w:noWrap/>
            <w:hideMark/>
          </w:tcPr>
          <w:p w14:paraId="600DC784" w14:textId="77777777" w:rsidR="00D44AD9" w:rsidRDefault="00D44AD9" w:rsidP="00AC3FE8">
            <w:pPr>
              <w:pStyle w:val="TAC"/>
              <w:rPr>
                <w:lang w:eastAsia="ja-JP"/>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0BAC0B84" w14:textId="77777777" w:rsidR="00D44AD9" w:rsidRDefault="00D44AD9" w:rsidP="00AC3FE8">
            <w:pPr>
              <w:pStyle w:val="TAC"/>
              <w:rPr>
                <w:lang w:eastAsia="zh-TW"/>
              </w:rPr>
            </w:pPr>
          </w:p>
        </w:tc>
      </w:tr>
      <w:tr w:rsidR="00D44AD9" w14:paraId="68B4D76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CDDEE6F" w14:textId="77777777" w:rsidR="00D44AD9" w:rsidRDefault="00D44AD9" w:rsidP="00AC3FE8">
            <w:pPr>
              <w:pStyle w:val="TAC"/>
              <w:rPr>
                <w:noProof/>
                <w:lang w:eastAsia="ja-JP"/>
              </w:rPr>
            </w:pPr>
            <w:r>
              <w:rPr>
                <w:lang w:eastAsia="fi-FI"/>
              </w:rPr>
              <w:t>DC_20A_n51A</w:t>
            </w:r>
          </w:p>
        </w:tc>
        <w:tc>
          <w:tcPr>
            <w:tcW w:w="2280" w:type="dxa"/>
            <w:tcBorders>
              <w:top w:val="single" w:sz="4" w:space="0" w:color="auto"/>
              <w:left w:val="single" w:sz="4" w:space="0" w:color="auto"/>
              <w:bottom w:val="single" w:sz="4" w:space="0" w:color="auto"/>
              <w:right w:val="single" w:sz="4" w:space="0" w:color="auto"/>
            </w:tcBorders>
            <w:hideMark/>
          </w:tcPr>
          <w:p w14:paraId="5910E6B3" w14:textId="77777777" w:rsidR="00D44AD9" w:rsidRDefault="00D44AD9" w:rsidP="00AC3FE8">
            <w:pPr>
              <w:pStyle w:val="TAC"/>
              <w:rPr>
                <w:noProof/>
                <w:lang w:eastAsia="ja-JP"/>
              </w:rPr>
            </w:pPr>
            <w:r>
              <w:rPr>
                <w:lang w:eastAsia="fi-FI"/>
              </w:rPr>
              <w:t>DC_20A_n51A</w:t>
            </w:r>
          </w:p>
        </w:tc>
        <w:tc>
          <w:tcPr>
            <w:tcW w:w="2738" w:type="dxa"/>
            <w:tcBorders>
              <w:top w:val="single" w:sz="4" w:space="0" w:color="auto"/>
              <w:left w:val="single" w:sz="4" w:space="0" w:color="auto"/>
              <w:bottom w:val="single" w:sz="4" w:space="0" w:color="auto"/>
              <w:right w:val="single" w:sz="4" w:space="0" w:color="auto"/>
            </w:tcBorders>
            <w:noWrap/>
            <w:hideMark/>
          </w:tcPr>
          <w:p w14:paraId="786F3AB7" w14:textId="77777777" w:rsidR="00D44AD9" w:rsidRDefault="00D44AD9" w:rsidP="00AC3FE8">
            <w:pPr>
              <w:pStyle w:val="TAC"/>
              <w:rPr>
                <w:lang w:eastAsia="ja-JP"/>
              </w:rPr>
            </w:pPr>
            <w:r>
              <w:rPr>
                <w:rFonts w:eastAsia="Yu Mincho"/>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5E2C6894" w14:textId="77777777" w:rsidR="00D44AD9" w:rsidRDefault="00D44AD9" w:rsidP="00AC3FE8">
            <w:pPr>
              <w:pStyle w:val="TAC"/>
              <w:rPr>
                <w:rFonts w:eastAsia="Yu Mincho"/>
                <w:lang w:eastAsia="ja-JP"/>
              </w:rPr>
            </w:pPr>
          </w:p>
        </w:tc>
      </w:tr>
      <w:tr w:rsidR="00D44AD9" w14:paraId="636193A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CB83187" w14:textId="77777777" w:rsidR="00D44AD9" w:rsidRDefault="00D44AD9" w:rsidP="00AC3FE8">
            <w:pPr>
              <w:pStyle w:val="TAC"/>
              <w:rPr>
                <w:lang w:eastAsia="fi-FI"/>
              </w:rPr>
            </w:pPr>
            <w:r>
              <w:rPr>
                <w:lang w:eastAsia="fi-FI"/>
              </w:rPr>
              <w:t>DC_20A_n77A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41510134" w14:textId="77777777" w:rsidR="00D44AD9" w:rsidRDefault="00D44AD9" w:rsidP="00AC3FE8">
            <w:pPr>
              <w:pStyle w:val="TAC"/>
              <w:rPr>
                <w:lang w:eastAsia="fi-FI"/>
              </w:rPr>
            </w:pPr>
            <w:r>
              <w:rPr>
                <w:lang w:eastAsia="fi-FI"/>
              </w:rPr>
              <w:t>DC_20A_n77A</w:t>
            </w:r>
          </w:p>
        </w:tc>
        <w:tc>
          <w:tcPr>
            <w:tcW w:w="2738" w:type="dxa"/>
            <w:tcBorders>
              <w:top w:val="single" w:sz="4" w:space="0" w:color="auto"/>
              <w:left w:val="single" w:sz="4" w:space="0" w:color="auto"/>
              <w:bottom w:val="single" w:sz="4" w:space="0" w:color="auto"/>
              <w:right w:val="single" w:sz="4" w:space="0" w:color="auto"/>
            </w:tcBorders>
            <w:noWrap/>
            <w:hideMark/>
          </w:tcPr>
          <w:p w14:paraId="5BA7F6CA" w14:textId="77777777" w:rsidR="00D44AD9" w:rsidRDefault="00D44AD9" w:rsidP="00AC3FE8">
            <w:pPr>
              <w:pStyle w:val="TAC"/>
              <w:rPr>
                <w:lang w:eastAsia="fi-FI"/>
              </w:rPr>
            </w:pPr>
            <w:r>
              <w:rPr>
                <w:rFonts w:eastAsia="Yu Mincho"/>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55B3877C" w14:textId="77777777" w:rsidR="00D44AD9" w:rsidRDefault="00D44AD9" w:rsidP="00AC3FE8">
            <w:pPr>
              <w:pStyle w:val="TAC"/>
              <w:rPr>
                <w:rFonts w:eastAsia="Yu Mincho"/>
                <w:lang w:eastAsia="ja-JP"/>
              </w:rPr>
            </w:pPr>
          </w:p>
        </w:tc>
      </w:tr>
      <w:tr w:rsidR="00D44AD9" w14:paraId="38D0680C"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16A9EA6" w14:textId="77777777" w:rsidR="00D44AD9" w:rsidRDefault="00D44AD9" w:rsidP="00AC3FE8">
            <w:pPr>
              <w:pStyle w:val="TAC"/>
              <w:rPr>
                <w:lang w:eastAsia="fi-FI"/>
              </w:rPr>
            </w:pPr>
            <w:r>
              <w:rPr>
                <w:lang w:eastAsia="fi-FI"/>
              </w:rPr>
              <w:t>DC_20A_n78A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6255217E" w14:textId="77777777" w:rsidR="00D44AD9" w:rsidRDefault="00D44AD9" w:rsidP="00AC3FE8">
            <w:pPr>
              <w:pStyle w:val="TAC"/>
              <w:rPr>
                <w:lang w:eastAsia="fi-FI"/>
              </w:rPr>
            </w:pPr>
            <w:r>
              <w:rPr>
                <w:lang w:eastAsia="fi-FI"/>
              </w:rPr>
              <w:t>DC_20A_n78A</w:t>
            </w:r>
          </w:p>
        </w:tc>
        <w:tc>
          <w:tcPr>
            <w:tcW w:w="2738" w:type="dxa"/>
            <w:tcBorders>
              <w:top w:val="single" w:sz="4" w:space="0" w:color="auto"/>
              <w:left w:val="single" w:sz="4" w:space="0" w:color="auto"/>
              <w:bottom w:val="single" w:sz="4" w:space="0" w:color="auto"/>
              <w:right w:val="single" w:sz="4" w:space="0" w:color="auto"/>
            </w:tcBorders>
            <w:noWrap/>
            <w:hideMark/>
          </w:tcPr>
          <w:p w14:paraId="76F2BAC8" w14:textId="77777777" w:rsidR="00D44AD9" w:rsidRDefault="00D44AD9" w:rsidP="00AC3FE8">
            <w:pPr>
              <w:pStyle w:val="TAC"/>
              <w:rPr>
                <w:lang w:eastAsia="fi-FI"/>
              </w:rPr>
            </w:pPr>
            <w:r>
              <w:rPr>
                <w:rFonts w:eastAsia="Yu Mincho"/>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58F48CF5" w14:textId="77777777" w:rsidR="00D44AD9" w:rsidRDefault="00D44AD9" w:rsidP="00AC3FE8">
            <w:pPr>
              <w:pStyle w:val="TAC"/>
              <w:rPr>
                <w:rFonts w:eastAsia="Yu Mincho"/>
                <w:lang w:eastAsia="ja-JP"/>
              </w:rPr>
            </w:pPr>
          </w:p>
        </w:tc>
      </w:tr>
      <w:tr w:rsidR="00D44AD9" w14:paraId="3F7E9EF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E34746B" w14:textId="77777777" w:rsidR="00D44AD9" w:rsidRDefault="00D44AD9" w:rsidP="00AC3FE8">
            <w:pPr>
              <w:pStyle w:val="TAC"/>
              <w:rPr>
                <w:lang w:eastAsia="fi-FI"/>
              </w:rPr>
            </w:pPr>
            <w:r>
              <w:rPr>
                <w:lang w:eastAsia="fi-FI"/>
              </w:rPr>
              <w:t>DC_20A_n78(2A)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2D630177" w14:textId="77777777" w:rsidR="00D44AD9" w:rsidRDefault="00D44AD9" w:rsidP="00AC3FE8">
            <w:pPr>
              <w:pStyle w:val="TAC"/>
              <w:rPr>
                <w:lang w:eastAsia="fi-FI"/>
              </w:rPr>
            </w:pPr>
            <w:r>
              <w:rPr>
                <w:lang w:eastAsia="fi-FI"/>
              </w:rPr>
              <w:t>DC_20A_n78A</w:t>
            </w:r>
          </w:p>
        </w:tc>
        <w:tc>
          <w:tcPr>
            <w:tcW w:w="2738" w:type="dxa"/>
            <w:tcBorders>
              <w:top w:val="single" w:sz="4" w:space="0" w:color="auto"/>
              <w:left w:val="single" w:sz="4" w:space="0" w:color="auto"/>
              <w:bottom w:val="single" w:sz="4" w:space="0" w:color="auto"/>
              <w:right w:val="single" w:sz="4" w:space="0" w:color="auto"/>
            </w:tcBorders>
            <w:noWrap/>
            <w:hideMark/>
          </w:tcPr>
          <w:p w14:paraId="4A3C0ED7" w14:textId="77777777" w:rsidR="00D44AD9" w:rsidRDefault="00D44AD9" w:rsidP="00AC3FE8">
            <w:pPr>
              <w:pStyle w:val="TAC"/>
              <w:rPr>
                <w:rFonts w:eastAsia="Yu Mincho"/>
                <w:lang w:eastAsia="ja-JP"/>
              </w:rPr>
            </w:pPr>
            <w:r>
              <w:rPr>
                <w:rFonts w:eastAsia="Yu Mincho"/>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7D123B6C" w14:textId="77777777" w:rsidR="00D44AD9" w:rsidRDefault="00D44AD9" w:rsidP="00AC3FE8">
            <w:pPr>
              <w:pStyle w:val="TAC"/>
              <w:rPr>
                <w:rFonts w:eastAsia="Yu Mincho"/>
                <w:lang w:eastAsia="ja-JP"/>
              </w:rPr>
            </w:pPr>
          </w:p>
        </w:tc>
      </w:tr>
      <w:tr w:rsidR="00D44AD9" w14:paraId="4511E87C"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7A51F9A" w14:textId="77777777" w:rsidR="00D44AD9" w:rsidRDefault="00D44AD9" w:rsidP="00AC3FE8">
            <w:pPr>
              <w:pStyle w:val="TAC"/>
              <w:rPr>
                <w:lang w:eastAsia="fi-FI"/>
              </w:rPr>
            </w:pPr>
            <w:r>
              <w:rPr>
                <w:lang w:eastAsia="fi-FI"/>
              </w:rPr>
              <w:t>DC_21A_n77A</w:t>
            </w:r>
            <w:r>
              <w:rPr>
                <w:vertAlign w:val="superscript"/>
                <w:lang w:eastAsia="fi-FI"/>
              </w:rPr>
              <w:t>7</w:t>
            </w:r>
          </w:p>
          <w:p w14:paraId="14BA47CA" w14:textId="77777777" w:rsidR="00D44AD9" w:rsidRDefault="00D44AD9" w:rsidP="00AC3FE8">
            <w:pPr>
              <w:pStyle w:val="TAC"/>
              <w:rPr>
                <w:lang w:eastAsia="fi-FI"/>
              </w:rPr>
            </w:pPr>
            <w:r>
              <w:rPr>
                <w:lang w:eastAsia="fi-FI"/>
              </w:rPr>
              <w:t>DC_21A_n77C</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4960D923" w14:textId="77777777" w:rsidR="00D44AD9" w:rsidRDefault="00D44AD9" w:rsidP="00AC3FE8">
            <w:pPr>
              <w:pStyle w:val="TAC"/>
              <w:rPr>
                <w:lang w:eastAsia="fi-FI"/>
              </w:rPr>
            </w:pPr>
            <w:r>
              <w:rPr>
                <w:lang w:eastAsia="fi-FI"/>
              </w:rPr>
              <w:t>DC_21A_n77A</w:t>
            </w:r>
          </w:p>
        </w:tc>
        <w:tc>
          <w:tcPr>
            <w:tcW w:w="2738" w:type="dxa"/>
            <w:tcBorders>
              <w:top w:val="single" w:sz="4" w:space="0" w:color="auto"/>
              <w:left w:val="single" w:sz="4" w:space="0" w:color="auto"/>
              <w:bottom w:val="single" w:sz="4" w:space="0" w:color="auto"/>
              <w:right w:val="single" w:sz="4" w:space="0" w:color="auto"/>
            </w:tcBorders>
            <w:noWrap/>
            <w:hideMark/>
          </w:tcPr>
          <w:p w14:paraId="2376FBDE"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26A9398F" w14:textId="77777777" w:rsidR="00D44AD9" w:rsidRDefault="00D44AD9" w:rsidP="00AC3FE8">
            <w:pPr>
              <w:pStyle w:val="TAC"/>
              <w:rPr>
                <w:lang w:eastAsia="fi-FI"/>
              </w:rPr>
            </w:pPr>
          </w:p>
        </w:tc>
      </w:tr>
      <w:tr w:rsidR="00D44AD9" w14:paraId="09F36E1E"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B10A61A" w14:textId="77777777" w:rsidR="00D44AD9" w:rsidRDefault="00D44AD9" w:rsidP="00AC3FE8">
            <w:pPr>
              <w:pStyle w:val="TAC"/>
              <w:rPr>
                <w:lang w:eastAsia="fi-FI"/>
              </w:rPr>
            </w:pPr>
            <w:r>
              <w:rPr>
                <w:lang w:eastAsia="fi-FI"/>
              </w:rPr>
              <w:t>DC_21A_n78A</w:t>
            </w:r>
            <w:r>
              <w:rPr>
                <w:vertAlign w:val="superscript"/>
                <w:lang w:eastAsia="fi-FI"/>
              </w:rPr>
              <w:t>7</w:t>
            </w:r>
          </w:p>
          <w:p w14:paraId="28C1111B" w14:textId="77777777" w:rsidR="00D44AD9" w:rsidRDefault="00D44AD9" w:rsidP="00AC3FE8">
            <w:pPr>
              <w:pStyle w:val="TAC"/>
              <w:rPr>
                <w:lang w:eastAsia="fi-FI"/>
              </w:rPr>
            </w:pPr>
            <w:r>
              <w:rPr>
                <w:lang w:eastAsia="fi-FI"/>
              </w:rPr>
              <w:t>DC_21A_n78C</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11BA1499" w14:textId="77777777" w:rsidR="00D44AD9" w:rsidRDefault="00D44AD9" w:rsidP="00AC3FE8">
            <w:pPr>
              <w:pStyle w:val="TAC"/>
              <w:rPr>
                <w:lang w:eastAsia="fi-FI"/>
              </w:rPr>
            </w:pPr>
            <w:r>
              <w:rPr>
                <w:lang w:eastAsia="fi-FI"/>
              </w:rPr>
              <w:t>DC_21A_n78A</w:t>
            </w:r>
          </w:p>
        </w:tc>
        <w:tc>
          <w:tcPr>
            <w:tcW w:w="2738" w:type="dxa"/>
            <w:tcBorders>
              <w:top w:val="single" w:sz="4" w:space="0" w:color="auto"/>
              <w:left w:val="single" w:sz="4" w:space="0" w:color="auto"/>
              <w:bottom w:val="single" w:sz="4" w:space="0" w:color="auto"/>
              <w:right w:val="single" w:sz="4" w:space="0" w:color="auto"/>
            </w:tcBorders>
            <w:noWrap/>
            <w:hideMark/>
          </w:tcPr>
          <w:p w14:paraId="2AB4F89E"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7BB2805D" w14:textId="77777777" w:rsidR="00D44AD9" w:rsidRDefault="00D44AD9" w:rsidP="00AC3FE8">
            <w:pPr>
              <w:pStyle w:val="TAC"/>
              <w:rPr>
                <w:lang w:eastAsia="fi-FI"/>
              </w:rPr>
            </w:pPr>
            <w:r>
              <w:rPr>
                <w:lang w:eastAsia="zh-CN"/>
              </w:rPr>
              <w:t>No</w:t>
            </w:r>
          </w:p>
        </w:tc>
      </w:tr>
      <w:tr w:rsidR="00D44AD9" w14:paraId="45CD49E7"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AD431F7" w14:textId="77777777" w:rsidR="00D44AD9" w:rsidRDefault="00D44AD9" w:rsidP="00AC3FE8">
            <w:pPr>
              <w:pStyle w:val="TAC"/>
              <w:rPr>
                <w:lang w:eastAsia="fi-FI"/>
              </w:rPr>
            </w:pPr>
            <w:r>
              <w:rPr>
                <w:lang w:eastAsia="fi-FI"/>
              </w:rPr>
              <w:t>DC_21A_n79A</w:t>
            </w:r>
            <w:r>
              <w:rPr>
                <w:vertAlign w:val="superscript"/>
                <w:lang w:eastAsia="fi-FI"/>
              </w:rPr>
              <w:t>7</w:t>
            </w:r>
          </w:p>
          <w:p w14:paraId="198DABFF" w14:textId="77777777" w:rsidR="00D44AD9" w:rsidRDefault="00D44AD9" w:rsidP="00AC3FE8">
            <w:pPr>
              <w:pStyle w:val="TAC"/>
              <w:rPr>
                <w:lang w:eastAsia="fi-FI"/>
              </w:rPr>
            </w:pPr>
            <w:r>
              <w:rPr>
                <w:lang w:eastAsia="fi-FI"/>
              </w:rPr>
              <w:t>DC_21A_n79C</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6B0C1240" w14:textId="77777777" w:rsidR="00D44AD9" w:rsidRDefault="00D44AD9" w:rsidP="00AC3FE8">
            <w:pPr>
              <w:pStyle w:val="TAC"/>
              <w:rPr>
                <w:lang w:eastAsia="fi-FI"/>
              </w:rPr>
            </w:pPr>
            <w:r>
              <w:rPr>
                <w:lang w:eastAsia="fi-FI"/>
              </w:rPr>
              <w:t>DC_21A_n79A</w:t>
            </w:r>
          </w:p>
        </w:tc>
        <w:tc>
          <w:tcPr>
            <w:tcW w:w="2738" w:type="dxa"/>
            <w:tcBorders>
              <w:top w:val="single" w:sz="4" w:space="0" w:color="auto"/>
              <w:left w:val="single" w:sz="4" w:space="0" w:color="auto"/>
              <w:bottom w:val="single" w:sz="4" w:space="0" w:color="auto"/>
              <w:right w:val="single" w:sz="4" w:space="0" w:color="auto"/>
            </w:tcBorders>
            <w:noWrap/>
            <w:hideMark/>
          </w:tcPr>
          <w:p w14:paraId="49251F6E"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3033944E" w14:textId="77777777" w:rsidR="00D44AD9" w:rsidRDefault="00D44AD9" w:rsidP="00AC3FE8">
            <w:pPr>
              <w:pStyle w:val="TAC"/>
              <w:rPr>
                <w:lang w:eastAsia="fi-FI"/>
              </w:rPr>
            </w:pPr>
            <w:r>
              <w:rPr>
                <w:lang w:eastAsia="zh-CN"/>
              </w:rPr>
              <w:t>No</w:t>
            </w:r>
          </w:p>
        </w:tc>
      </w:tr>
      <w:tr w:rsidR="00D44AD9" w14:paraId="32A77B00"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F990D63" w14:textId="77777777" w:rsidR="00D44AD9" w:rsidRDefault="00D44AD9" w:rsidP="00AC3FE8">
            <w:pPr>
              <w:pStyle w:val="TAC"/>
              <w:rPr>
                <w:lang w:eastAsia="fi-FI"/>
              </w:rPr>
            </w:pPr>
            <w:r>
              <w:rPr>
                <w:lang w:eastAsia="fi-FI"/>
              </w:rPr>
              <w:t>DC_25A_n41A</w:t>
            </w:r>
          </w:p>
        </w:tc>
        <w:tc>
          <w:tcPr>
            <w:tcW w:w="2280" w:type="dxa"/>
            <w:tcBorders>
              <w:top w:val="single" w:sz="4" w:space="0" w:color="auto"/>
              <w:left w:val="single" w:sz="4" w:space="0" w:color="auto"/>
              <w:bottom w:val="single" w:sz="4" w:space="0" w:color="auto"/>
              <w:right w:val="single" w:sz="4" w:space="0" w:color="auto"/>
            </w:tcBorders>
            <w:hideMark/>
          </w:tcPr>
          <w:p w14:paraId="5DA39370" w14:textId="77777777" w:rsidR="00D44AD9" w:rsidRDefault="00D44AD9" w:rsidP="00AC3FE8">
            <w:pPr>
              <w:pStyle w:val="TAC"/>
              <w:rPr>
                <w:lang w:eastAsia="fi-FI"/>
              </w:rPr>
            </w:pPr>
            <w:r>
              <w:rPr>
                <w:lang w:eastAsia="fi-FI"/>
              </w:rPr>
              <w:t>DC_25A_n41A</w:t>
            </w:r>
          </w:p>
        </w:tc>
        <w:tc>
          <w:tcPr>
            <w:tcW w:w="2738" w:type="dxa"/>
            <w:tcBorders>
              <w:top w:val="single" w:sz="4" w:space="0" w:color="auto"/>
              <w:left w:val="single" w:sz="4" w:space="0" w:color="auto"/>
              <w:bottom w:val="single" w:sz="4" w:space="0" w:color="auto"/>
              <w:right w:val="single" w:sz="4" w:space="0" w:color="auto"/>
            </w:tcBorders>
            <w:noWrap/>
            <w:hideMark/>
          </w:tcPr>
          <w:p w14:paraId="675C0EEB"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51B54867" w14:textId="77777777" w:rsidR="00D44AD9" w:rsidRDefault="00D44AD9" w:rsidP="00AC3FE8">
            <w:pPr>
              <w:pStyle w:val="TAC"/>
              <w:rPr>
                <w:lang w:eastAsia="fi-FI"/>
              </w:rPr>
            </w:pPr>
          </w:p>
        </w:tc>
      </w:tr>
      <w:tr w:rsidR="00D44AD9" w14:paraId="3A5640F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E2671D6" w14:textId="77777777" w:rsidR="00D44AD9" w:rsidRDefault="00D44AD9" w:rsidP="00AC3FE8">
            <w:pPr>
              <w:pStyle w:val="TAC"/>
              <w:rPr>
                <w:lang w:eastAsia="fi-FI"/>
              </w:rPr>
            </w:pPr>
            <w:r>
              <w:rPr>
                <w:lang w:eastAsia="fi-FI"/>
              </w:rPr>
              <w:t>DC_25A-25A_n</w:t>
            </w:r>
            <w:r>
              <w:rPr>
                <w:lang w:eastAsia="zh-TW"/>
              </w:rPr>
              <w:t>41A</w:t>
            </w:r>
          </w:p>
        </w:tc>
        <w:tc>
          <w:tcPr>
            <w:tcW w:w="2280" w:type="dxa"/>
            <w:tcBorders>
              <w:top w:val="single" w:sz="4" w:space="0" w:color="auto"/>
              <w:left w:val="single" w:sz="4" w:space="0" w:color="auto"/>
              <w:bottom w:val="single" w:sz="4" w:space="0" w:color="auto"/>
              <w:right w:val="single" w:sz="4" w:space="0" w:color="auto"/>
            </w:tcBorders>
            <w:hideMark/>
          </w:tcPr>
          <w:p w14:paraId="03E9F97C" w14:textId="77777777" w:rsidR="00D44AD9" w:rsidRDefault="00D44AD9" w:rsidP="00AC3FE8">
            <w:pPr>
              <w:pStyle w:val="TAC"/>
              <w:rPr>
                <w:lang w:eastAsia="fi-FI"/>
              </w:rPr>
            </w:pPr>
            <w:r>
              <w:rPr>
                <w:lang w:eastAsia="fi-FI"/>
              </w:rPr>
              <w:t>DC_25A_n</w:t>
            </w:r>
            <w:r>
              <w:rPr>
                <w:lang w:eastAsia="zh-TW"/>
              </w:rPr>
              <w:t>41A</w:t>
            </w:r>
          </w:p>
        </w:tc>
        <w:tc>
          <w:tcPr>
            <w:tcW w:w="2738" w:type="dxa"/>
            <w:tcBorders>
              <w:top w:val="single" w:sz="4" w:space="0" w:color="auto"/>
              <w:left w:val="single" w:sz="4" w:space="0" w:color="auto"/>
              <w:bottom w:val="single" w:sz="4" w:space="0" w:color="auto"/>
              <w:right w:val="single" w:sz="4" w:space="0" w:color="auto"/>
            </w:tcBorders>
            <w:noWrap/>
            <w:hideMark/>
          </w:tcPr>
          <w:p w14:paraId="4214BC40"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3086B18D" w14:textId="77777777" w:rsidR="00D44AD9" w:rsidRDefault="00D44AD9" w:rsidP="00AC3FE8">
            <w:pPr>
              <w:pStyle w:val="TAC"/>
              <w:rPr>
                <w:lang w:eastAsia="zh-TW"/>
              </w:rPr>
            </w:pPr>
          </w:p>
        </w:tc>
      </w:tr>
      <w:tr w:rsidR="00D44AD9" w14:paraId="6918779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A064BC6" w14:textId="77777777" w:rsidR="00D44AD9" w:rsidRDefault="00D44AD9" w:rsidP="00AC3FE8">
            <w:pPr>
              <w:pStyle w:val="TAC"/>
              <w:rPr>
                <w:lang w:eastAsia="fi-FI"/>
              </w:rPr>
            </w:pPr>
            <w:r>
              <w:rPr>
                <w:lang w:eastAsia="fi-FI"/>
              </w:rPr>
              <w:t>DC_26</w:t>
            </w:r>
            <w:r>
              <w:rPr>
                <w:lang w:eastAsia="zh-CN"/>
              </w:rPr>
              <w:t>A_n25A</w:t>
            </w:r>
          </w:p>
        </w:tc>
        <w:tc>
          <w:tcPr>
            <w:tcW w:w="2280" w:type="dxa"/>
            <w:tcBorders>
              <w:top w:val="single" w:sz="4" w:space="0" w:color="auto"/>
              <w:left w:val="single" w:sz="4" w:space="0" w:color="auto"/>
              <w:bottom w:val="single" w:sz="4" w:space="0" w:color="auto"/>
              <w:right w:val="single" w:sz="4" w:space="0" w:color="auto"/>
            </w:tcBorders>
            <w:hideMark/>
          </w:tcPr>
          <w:p w14:paraId="7E95A5D2" w14:textId="77777777" w:rsidR="00D44AD9" w:rsidRDefault="00D44AD9" w:rsidP="00AC3FE8">
            <w:pPr>
              <w:pStyle w:val="TAC"/>
              <w:rPr>
                <w:lang w:eastAsia="fi-FI"/>
              </w:rPr>
            </w:pPr>
            <w:r>
              <w:rPr>
                <w:lang w:eastAsia="fi-FI"/>
              </w:rPr>
              <w:t>DC_26</w:t>
            </w:r>
            <w:r>
              <w:rPr>
                <w:lang w:eastAsia="zh-CN"/>
              </w:rPr>
              <w:t>A_n25A</w:t>
            </w:r>
          </w:p>
        </w:tc>
        <w:tc>
          <w:tcPr>
            <w:tcW w:w="2738" w:type="dxa"/>
            <w:tcBorders>
              <w:top w:val="single" w:sz="4" w:space="0" w:color="auto"/>
              <w:left w:val="single" w:sz="4" w:space="0" w:color="auto"/>
              <w:bottom w:val="single" w:sz="4" w:space="0" w:color="auto"/>
              <w:right w:val="single" w:sz="4" w:space="0" w:color="auto"/>
            </w:tcBorders>
            <w:noWrap/>
            <w:hideMark/>
          </w:tcPr>
          <w:p w14:paraId="4E0760A6" w14:textId="77777777" w:rsidR="00D44AD9" w:rsidRDefault="00D44AD9" w:rsidP="00AC3FE8">
            <w:pPr>
              <w:pStyle w:val="TAC"/>
              <w:rPr>
                <w:lang w:eastAsia="zh-TW"/>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0C13A7C9" w14:textId="77777777" w:rsidR="00D44AD9" w:rsidRDefault="00D44AD9" w:rsidP="00AC3FE8">
            <w:pPr>
              <w:pStyle w:val="TAC"/>
              <w:rPr>
                <w:lang w:eastAsia="zh-TW"/>
              </w:rPr>
            </w:pPr>
          </w:p>
        </w:tc>
      </w:tr>
      <w:tr w:rsidR="00D44AD9" w14:paraId="58F4C1F8"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AB02D06" w14:textId="77777777" w:rsidR="00D44AD9" w:rsidRDefault="00D44AD9" w:rsidP="00AC3FE8">
            <w:pPr>
              <w:pStyle w:val="TAC"/>
              <w:rPr>
                <w:lang w:eastAsia="fi-FI"/>
              </w:rPr>
            </w:pPr>
            <w:r>
              <w:rPr>
                <w:lang w:eastAsia="fi-FI"/>
              </w:rPr>
              <w:t>DC_26A_n41A</w:t>
            </w:r>
          </w:p>
        </w:tc>
        <w:tc>
          <w:tcPr>
            <w:tcW w:w="2280" w:type="dxa"/>
            <w:tcBorders>
              <w:top w:val="single" w:sz="4" w:space="0" w:color="auto"/>
              <w:left w:val="single" w:sz="4" w:space="0" w:color="auto"/>
              <w:bottom w:val="single" w:sz="4" w:space="0" w:color="auto"/>
              <w:right w:val="single" w:sz="4" w:space="0" w:color="auto"/>
            </w:tcBorders>
            <w:hideMark/>
          </w:tcPr>
          <w:p w14:paraId="03BC2B3B" w14:textId="77777777" w:rsidR="00D44AD9" w:rsidRDefault="00D44AD9" w:rsidP="00AC3FE8">
            <w:pPr>
              <w:pStyle w:val="TAC"/>
              <w:rPr>
                <w:lang w:eastAsia="fi-FI"/>
              </w:rPr>
            </w:pPr>
            <w:r>
              <w:rPr>
                <w:lang w:eastAsia="fi-FI"/>
              </w:rPr>
              <w:t>DC_26A_n41A</w:t>
            </w:r>
          </w:p>
        </w:tc>
        <w:tc>
          <w:tcPr>
            <w:tcW w:w="2738" w:type="dxa"/>
            <w:tcBorders>
              <w:top w:val="single" w:sz="4" w:space="0" w:color="auto"/>
              <w:left w:val="single" w:sz="4" w:space="0" w:color="auto"/>
              <w:bottom w:val="single" w:sz="4" w:space="0" w:color="auto"/>
              <w:right w:val="single" w:sz="4" w:space="0" w:color="auto"/>
            </w:tcBorders>
            <w:noWrap/>
            <w:hideMark/>
          </w:tcPr>
          <w:p w14:paraId="64D3270F"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138E663C" w14:textId="77777777" w:rsidR="00D44AD9" w:rsidRDefault="00D44AD9" w:rsidP="00AC3FE8">
            <w:pPr>
              <w:pStyle w:val="TAC"/>
              <w:rPr>
                <w:lang w:eastAsia="fi-FI"/>
              </w:rPr>
            </w:pPr>
          </w:p>
        </w:tc>
      </w:tr>
      <w:tr w:rsidR="00D44AD9" w14:paraId="6A5DD970"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0C22D72" w14:textId="77777777" w:rsidR="00D44AD9" w:rsidRDefault="00D44AD9" w:rsidP="00AC3FE8">
            <w:pPr>
              <w:pStyle w:val="TAC"/>
              <w:rPr>
                <w:lang w:eastAsia="fi-FI"/>
              </w:rPr>
            </w:pPr>
            <w:r>
              <w:rPr>
                <w:lang w:eastAsia="ja-JP"/>
              </w:rPr>
              <w:t>DC_26A_n77A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74564CE5" w14:textId="77777777" w:rsidR="00D44AD9" w:rsidRDefault="00D44AD9" w:rsidP="00AC3FE8">
            <w:pPr>
              <w:pStyle w:val="TAC"/>
              <w:rPr>
                <w:lang w:eastAsia="fi-FI"/>
              </w:rPr>
            </w:pPr>
            <w:r>
              <w:rPr>
                <w:lang w:eastAsia="ja-JP"/>
              </w:rPr>
              <w:t>DC_26A_n77A</w:t>
            </w:r>
          </w:p>
        </w:tc>
        <w:tc>
          <w:tcPr>
            <w:tcW w:w="2738" w:type="dxa"/>
            <w:tcBorders>
              <w:top w:val="single" w:sz="4" w:space="0" w:color="auto"/>
              <w:left w:val="single" w:sz="4" w:space="0" w:color="auto"/>
              <w:bottom w:val="single" w:sz="4" w:space="0" w:color="auto"/>
              <w:right w:val="single" w:sz="4" w:space="0" w:color="auto"/>
            </w:tcBorders>
            <w:noWrap/>
            <w:hideMark/>
          </w:tcPr>
          <w:p w14:paraId="2DD0EF45" w14:textId="77777777" w:rsidR="00D44AD9" w:rsidRDefault="00D44AD9" w:rsidP="00AC3FE8">
            <w:pPr>
              <w:pStyle w:val="TAC"/>
              <w:rPr>
                <w:lang w:eastAsia="fi-FI"/>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4377EA21" w14:textId="77777777" w:rsidR="00D44AD9" w:rsidRDefault="00D44AD9" w:rsidP="00AC3FE8">
            <w:pPr>
              <w:pStyle w:val="TAC"/>
              <w:rPr>
                <w:lang w:eastAsia="ja-JP"/>
              </w:rPr>
            </w:pPr>
          </w:p>
        </w:tc>
      </w:tr>
      <w:tr w:rsidR="00D44AD9" w14:paraId="495DB4C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D6B9BA5" w14:textId="77777777" w:rsidR="00D44AD9" w:rsidRDefault="00D44AD9" w:rsidP="00AC3FE8">
            <w:pPr>
              <w:pStyle w:val="TAC"/>
              <w:rPr>
                <w:lang w:eastAsia="fi-FI"/>
              </w:rPr>
            </w:pPr>
            <w:r>
              <w:rPr>
                <w:lang w:eastAsia="ja-JP"/>
              </w:rPr>
              <w:t>DC_26A_n78A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143EC962" w14:textId="77777777" w:rsidR="00D44AD9" w:rsidRDefault="00D44AD9" w:rsidP="00AC3FE8">
            <w:pPr>
              <w:pStyle w:val="TAC"/>
              <w:rPr>
                <w:lang w:eastAsia="fi-FI"/>
              </w:rPr>
            </w:pPr>
            <w:r>
              <w:rPr>
                <w:lang w:eastAsia="ja-JP"/>
              </w:rPr>
              <w:t>DC_26A_n78A</w:t>
            </w:r>
          </w:p>
        </w:tc>
        <w:tc>
          <w:tcPr>
            <w:tcW w:w="2738" w:type="dxa"/>
            <w:tcBorders>
              <w:top w:val="single" w:sz="4" w:space="0" w:color="auto"/>
              <w:left w:val="single" w:sz="4" w:space="0" w:color="auto"/>
              <w:bottom w:val="single" w:sz="4" w:space="0" w:color="auto"/>
              <w:right w:val="single" w:sz="4" w:space="0" w:color="auto"/>
            </w:tcBorders>
            <w:noWrap/>
            <w:hideMark/>
          </w:tcPr>
          <w:p w14:paraId="47C0702B" w14:textId="77777777" w:rsidR="00D44AD9" w:rsidRDefault="00D44AD9" w:rsidP="00AC3FE8">
            <w:pPr>
              <w:pStyle w:val="TAC"/>
              <w:rPr>
                <w:lang w:eastAsia="fi-FI"/>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3C9C0AF9" w14:textId="77777777" w:rsidR="00D44AD9" w:rsidRDefault="00D44AD9" w:rsidP="00AC3FE8">
            <w:pPr>
              <w:pStyle w:val="TAC"/>
              <w:rPr>
                <w:lang w:eastAsia="ja-JP"/>
              </w:rPr>
            </w:pPr>
          </w:p>
        </w:tc>
      </w:tr>
      <w:tr w:rsidR="00D44AD9" w14:paraId="0573D6D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AECB9E4" w14:textId="77777777" w:rsidR="00D44AD9" w:rsidRDefault="00D44AD9" w:rsidP="00AC3FE8">
            <w:pPr>
              <w:pStyle w:val="TAC"/>
              <w:rPr>
                <w:lang w:eastAsia="fi-FI"/>
              </w:rPr>
            </w:pPr>
            <w:r>
              <w:rPr>
                <w:lang w:eastAsia="ja-JP"/>
              </w:rPr>
              <w:t>DC_26A_n79A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56A42EE0" w14:textId="77777777" w:rsidR="00D44AD9" w:rsidRDefault="00D44AD9" w:rsidP="00AC3FE8">
            <w:pPr>
              <w:pStyle w:val="TAC"/>
              <w:rPr>
                <w:lang w:eastAsia="fi-FI"/>
              </w:rPr>
            </w:pPr>
            <w:r>
              <w:rPr>
                <w:lang w:eastAsia="ja-JP"/>
              </w:rPr>
              <w:t>DC_26A_n79A</w:t>
            </w:r>
          </w:p>
        </w:tc>
        <w:tc>
          <w:tcPr>
            <w:tcW w:w="2738" w:type="dxa"/>
            <w:tcBorders>
              <w:top w:val="single" w:sz="4" w:space="0" w:color="auto"/>
              <w:left w:val="single" w:sz="4" w:space="0" w:color="auto"/>
              <w:bottom w:val="single" w:sz="4" w:space="0" w:color="auto"/>
              <w:right w:val="single" w:sz="4" w:space="0" w:color="auto"/>
            </w:tcBorders>
            <w:noWrap/>
            <w:hideMark/>
          </w:tcPr>
          <w:p w14:paraId="73A7396A" w14:textId="77777777" w:rsidR="00D44AD9" w:rsidRDefault="00D44AD9" w:rsidP="00AC3FE8">
            <w:pPr>
              <w:pStyle w:val="TAC"/>
              <w:rPr>
                <w:lang w:eastAsia="fi-FI"/>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715282E1" w14:textId="77777777" w:rsidR="00D44AD9" w:rsidRDefault="00D44AD9" w:rsidP="00AC3FE8">
            <w:pPr>
              <w:pStyle w:val="TAC"/>
              <w:rPr>
                <w:lang w:eastAsia="ja-JP"/>
              </w:rPr>
            </w:pPr>
          </w:p>
        </w:tc>
      </w:tr>
      <w:tr w:rsidR="00D44AD9" w14:paraId="5837083A"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804EB1D" w14:textId="77777777" w:rsidR="00D44AD9" w:rsidRDefault="00D44AD9" w:rsidP="00AC3FE8">
            <w:pPr>
              <w:pStyle w:val="TAC"/>
              <w:rPr>
                <w:lang w:eastAsia="ja-JP"/>
              </w:rPr>
            </w:pPr>
            <w:r>
              <w:rPr>
                <w:lang w:eastAsia="fi-FI"/>
              </w:rPr>
              <w:t>DC_28A_n3A</w:t>
            </w:r>
          </w:p>
        </w:tc>
        <w:tc>
          <w:tcPr>
            <w:tcW w:w="2280" w:type="dxa"/>
            <w:tcBorders>
              <w:top w:val="single" w:sz="4" w:space="0" w:color="auto"/>
              <w:left w:val="single" w:sz="4" w:space="0" w:color="auto"/>
              <w:bottom w:val="single" w:sz="4" w:space="0" w:color="auto"/>
              <w:right w:val="single" w:sz="4" w:space="0" w:color="auto"/>
            </w:tcBorders>
            <w:hideMark/>
          </w:tcPr>
          <w:p w14:paraId="7FBC938B" w14:textId="77777777" w:rsidR="00D44AD9" w:rsidRDefault="00D44AD9" w:rsidP="00AC3FE8">
            <w:pPr>
              <w:pStyle w:val="TAC"/>
              <w:rPr>
                <w:lang w:eastAsia="ja-JP"/>
              </w:rPr>
            </w:pPr>
            <w:r>
              <w:rPr>
                <w:lang w:eastAsia="fi-FI"/>
              </w:rPr>
              <w:t>DC_28A_n3A</w:t>
            </w:r>
          </w:p>
        </w:tc>
        <w:tc>
          <w:tcPr>
            <w:tcW w:w="2738" w:type="dxa"/>
            <w:tcBorders>
              <w:top w:val="single" w:sz="4" w:space="0" w:color="auto"/>
              <w:left w:val="single" w:sz="4" w:space="0" w:color="auto"/>
              <w:bottom w:val="single" w:sz="4" w:space="0" w:color="auto"/>
              <w:right w:val="single" w:sz="4" w:space="0" w:color="auto"/>
            </w:tcBorders>
            <w:noWrap/>
            <w:hideMark/>
          </w:tcPr>
          <w:p w14:paraId="00753DCD" w14:textId="77777777" w:rsidR="00D44AD9" w:rsidRDefault="00D44AD9" w:rsidP="00AC3FE8">
            <w:pPr>
              <w:pStyle w:val="TAC"/>
              <w:rPr>
                <w:lang w:eastAsia="ja-JP"/>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2CD09028" w14:textId="77777777" w:rsidR="00D44AD9" w:rsidRDefault="00D44AD9" w:rsidP="00AC3FE8">
            <w:pPr>
              <w:pStyle w:val="TAC"/>
              <w:rPr>
                <w:lang w:eastAsia="zh-TW"/>
              </w:rPr>
            </w:pPr>
          </w:p>
        </w:tc>
      </w:tr>
      <w:tr w:rsidR="00D44AD9" w14:paraId="015D50E0"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243792A" w14:textId="674E848B" w:rsidR="00D44AD9" w:rsidRDefault="001C02D2" w:rsidP="00AC3FE8">
            <w:pPr>
              <w:pStyle w:val="TAC"/>
              <w:rPr>
                <w:lang w:eastAsia="ja-JP"/>
              </w:rPr>
            </w:pPr>
            <w:r>
              <w:rPr>
                <w:lang w:eastAsia="fi-FI"/>
              </w:rPr>
              <w:t>DC_28</w:t>
            </w:r>
            <w:r>
              <w:rPr>
                <w:lang w:eastAsia="zh-CN"/>
              </w:rPr>
              <w:t>A_n5A</w:t>
            </w:r>
          </w:p>
        </w:tc>
        <w:tc>
          <w:tcPr>
            <w:tcW w:w="2280" w:type="dxa"/>
            <w:tcBorders>
              <w:top w:val="single" w:sz="4" w:space="0" w:color="auto"/>
              <w:left w:val="single" w:sz="4" w:space="0" w:color="auto"/>
              <w:bottom w:val="single" w:sz="4" w:space="0" w:color="auto"/>
              <w:right w:val="single" w:sz="4" w:space="0" w:color="auto"/>
            </w:tcBorders>
            <w:hideMark/>
          </w:tcPr>
          <w:p w14:paraId="018C2B8F" w14:textId="77777777" w:rsidR="00D44AD9" w:rsidRDefault="00D44AD9" w:rsidP="00AC3FE8">
            <w:pPr>
              <w:pStyle w:val="TAC"/>
              <w:rPr>
                <w:lang w:eastAsia="ja-JP"/>
              </w:rPr>
            </w:pPr>
            <w:r>
              <w:rPr>
                <w:lang w:eastAsia="fi-FI"/>
              </w:rPr>
              <w:t>DC_</w:t>
            </w:r>
            <w:r>
              <w:rPr>
                <w:lang w:eastAsia="zh-CN"/>
              </w:rPr>
              <w:t>28A_n5A</w:t>
            </w:r>
          </w:p>
        </w:tc>
        <w:tc>
          <w:tcPr>
            <w:tcW w:w="2738" w:type="dxa"/>
            <w:tcBorders>
              <w:top w:val="single" w:sz="4" w:space="0" w:color="auto"/>
              <w:left w:val="single" w:sz="4" w:space="0" w:color="auto"/>
              <w:bottom w:val="single" w:sz="4" w:space="0" w:color="auto"/>
              <w:right w:val="single" w:sz="4" w:space="0" w:color="auto"/>
            </w:tcBorders>
            <w:noWrap/>
            <w:hideMark/>
          </w:tcPr>
          <w:p w14:paraId="796FC49E" w14:textId="77777777" w:rsidR="00D44AD9" w:rsidRDefault="00D44AD9" w:rsidP="00AC3FE8">
            <w:pPr>
              <w:pStyle w:val="TAC"/>
              <w:rPr>
                <w:lang w:eastAsia="ja-JP"/>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4FD6E007" w14:textId="77777777" w:rsidR="00D44AD9" w:rsidRDefault="00D44AD9" w:rsidP="00AC3FE8">
            <w:pPr>
              <w:pStyle w:val="TAC"/>
              <w:rPr>
                <w:lang w:eastAsia="zh-TW"/>
              </w:rPr>
            </w:pPr>
          </w:p>
        </w:tc>
      </w:tr>
      <w:tr w:rsidR="00D44AD9" w14:paraId="517CA70D"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3F45D2A" w14:textId="77777777" w:rsidR="00D44AD9" w:rsidRDefault="00D44AD9" w:rsidP="00AC3FE8">
            <w:pPr>
              <w:pStyle w:val="TAC"/>
              <w:rPr>
                <w:lang w:eastAsia="zh-TW"/>
              </w:rPr>
            </w:pPr>
            <w:r>
              <w:rPr>
                <w:lang w:eastAsia="zh-TW"/>
              </w:rPr>
              <w:t>DC_28A_n7A</w:t>
            </w:r>
          </w:p>
          <w:p w14:paraId="00A71284" w14:textId="77777777" w:rsidR="00D44AD9" w:rsidRDefault="00D44AD9" w:rsidP="00AC3FE8">
            <w:pPr>
              <w:pStyle w:val="TAC"/>
              <w:rPr>
                <w:lang w:eastAsia="fi-FI"/>
              </w:rPr>
            </w:pPr>
            <w:r>
              <w:rPr>
                <w:lang w:eastAsia="zh-TW"/>
              </w:rPr>
              <w:t>DC_28A_n7B</w:t>
            </w:r>
          </w:p>
        </w:tc>
        <w:tc>
          <w:tcPr>
            <w:tcW w:w="2280" w:type="dxa"/>
            <w:tcBorders>
              <w:top w:val="single" w:sz="4" w:space="0" w:color="auto"/>
              <w:left w:val="single" w:sz="4" w:space="0" w:color="auto"/>
              <w:bottom w:val="single" w:sz="4" w:space="0" w:color="auto"/>
              <w:right w:val="single" w:sz="4" w:space="0" w:color="auto"/>
            </w:tcBorders>
            <w:hideMark/>
          </w:tcPr>
          <w:p w14:paraId="247E1384" w14:textId="77777777" w:rsidR="00D44AD9" w:rsidRDefault="00D44AD9" w:rsidP="00AC3FE8">
            <w:pPr>
              <w:pStyle w:val="TAC"/>
              <w:rPr>
                <w:lang w:eastAsia="fi-FI"/>
              </w:rPr>
            </w:pPr>
            <w:r>
              <w:rPr>
                <w:lang w:eastAsia="fi-FI"/>
              </w:rPr>
              <w:t>DC_28A_n7A</w:t>
            </w:r>
          </w:p>
          <w:p w14:paraId="13BF8653" w14:textId="77777777" w:rsidR="00D44AD9" w:rsidRDefault="00D44AD9" w:rsidP="00AC3FE8">
            <w:pPr>
              <w:pStyle w:val="TAC"/>
              <w:rPr>
                <w:lang w:eastAsia="fi-FI"/>
              </w:rPr>
            </w:pPr>
            <w:r>
              <w:rPr>
                <w:lang w:eastAsia="fi-FI"/>
              </w:rPr>
              <w:t>DC_28A_n7B</w:t>
            </w:r>
          </w:p>
        </w:tc>
        <w:tc>
          <w:tcPr>
            <w:tcW w:w="2738" w:type="dxa"/>
            <w:tcBorders>
              <w:top w:val="single" w:sz="4" w:space="0" w:color="auto"/>
              <w:left w:val="single" w:sz="4" w:space="0" w:color="auto"/>
              <w:bottom w:val="single" w:sz="4" w:space="0" w:color="auto"/>
              <w:right w:val="single" w:sz="4" w:space="0" w:color="auto"/>
            </w:tcBorders>
            <w:noWrap/>
            <w:hideMark/>
          </w:tcPr>
          <w:p w14:paraId="3590D530" w14:textId="77777777" w:rsidR="00D44AD9" w:rsidRDefault="00D44AD9" w:rsidP="00AC3FE8">
            <w:pPr>
              <w:pStyle w:val="TAC"/>
              <w:rPr>
                <w:lang w:eastAsia="zh-TW"/>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104F6905" w14:textId="77777777" w:rsidR="00D44AD9" w:rsidRDefault="00D44AD9" w:rsidP="00AC3FE8">
            <w:pPr>
              <w:pStyle w:val="TAC"/>
              <w:rPr>
                <w:lang w:eastAsia="zh-TW"/>
              </w:rPr>
            </w:pPr>
          </w:p>
        </w:tc>
      </w:tr>
      <w:tr w:rsidR="00D44AD9" w14:paraId="1237830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6218D71" w14:textId="77777777" w:rsidR="00D44AD9" w:rsidRDefault="00D44AD9" w:rsidP="00AC3FE8">
            <w:pPr>
              <w:pStyle w:val="TAC"/>
              <w:rPr>
                <w:lang w:eastAsia="ja-JP"/>
              </w:rPr>
            </w:pPr>
            <w:r>
              <w:rPr>
                <w:lang w:eastAsia="ja-JP"/>
              </w:rPr>
              <w:t>DC_28A_n51A</w:t>
            </w:r>
          </w:p>
        </w:tc>
        <w:tc>
          <w:tcPr>
            <w:tcW w:w="2280" w:type="dxa"/>
            <w:tcBorders>
              <w:top w:val="single" w:sz="4" w:space="0" w:color="auto"/>
              <w:left w:val="single" w:sz="4" w:space="0" w:color="auto"/>
              <w:bottom w:val="single" w:sz="4" w:space="0" w:color="auto"/>
              <w:right w:val="single" w:sz="4" w:space="0" w:color="auto"/>
            </w:tcBorders>
            <w:hideMark/>
          </w:tcPr>
          <w:p w14:paraId="403BFB39" w14:textId="77777777" w:rsidR="00D44AD9" w:rsidRDefault="00D44AD9" w:rsidP="00AC3FE8">
            <w:pPr>
              <w:pStyle w:val="TAC"/>
              <w:rPr>
                <w:lang w:eastAsia="ja-JP"/>
              </w:rPr>
            </w:pPr>
            <w:r>
              <w:rPr>
                <w:lang w:eastAsia="ja-JP"/>
              </w:rPr>
              <w:t>DC_28A_n51A</w:t>
            </w:r>
          </w:p>
        </w:tc>
        <w:tc>
          <w:tcPr>
            <w:tcW w:w="2738" w:type="dxa"/>
            <w:tcBorders>
              <w:top w:val="single" w:sz="4" w:space="0" w:color="auto"/>
              <w:left w:val="single" w:sz="4" w:space="0" w:color="auto"/>
              <w:bottom w:val="single" w:sz="4" w:space="0" w:color="auto"/>
              <w:right w:val="single" w:sz="4" w:space="0" w:color="auto"/>
            </w:tcBorders>
            <w:noWrap/>
            <w:hideMark/>
          </w:tcPr>
          <w:p w14:paraId="58218502" w14:textId="77777777" w:rsidR="00D44AD9" w:rsidRDefault="00D44AD9" w:rsidP="00AC3FE8">
            <w:pPr>
              <w:pStyle w:val="TAC"/>
              <w:rPr>
                <w:lang w:eastAsia="ja-JP"/>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18F88CA0" w14:textId="77777777" w:rsidR="00D44AD9" w:rsidRDefault="00D44AD9" w:rsidP="00AC3FE8">
            <w:pPr>
              <w:pStyle w:val="TAC"/>
              <w:rPr>
                <w:lang w:eastAsia="ja-JP"/>
              </w:rPr>
            </w:pPr>
          </w:p>
        </w:tc>
      </w:tr>
      <w:tr w:rsidR="00D44AD9" w14:paraId="2F9EDAB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6A9B5FF" w14:textId="77777777" w:rsidR="00D44AD9" w:rsidRDefault="00D44AD9" w:rsidP="00AC3FE8">
            <w:pPr>
              <w:pStyle w:val="TAC"/>
              <w:rPr>
                <w:lang w:eastAsia="ja-JP"/>
              </w:rPr>
            </w:pPr>
            <w:r>
              <w:rPr>
                <w:lang w:eastAsia="fi-FI"/>
              </w:rPr>
              <w:t>DC_</w:t>
            </w:r>
            <w:r>
              <w:rPr>
                <w:lang w:eastAsia="zh-CN"/>
              </w:rPr>
              <w:t>28A_n8A</w:t>
            </w:r>
          </w:p>
        </w:tc>
        <w:tc>
          <w:tcPr>
            <w:tcW w:w="2280" w:type="dxa"/>
            <w:tcBorders>
              <w:top w:val="single" w:sz="4" w:space="0" w:color="auto"/>
              <w:left w:val="single" w:sz="4" w:space="0" w:color="auto"/>
              <w:bottom w:val="single" w:sz="4" w:space="0" w:color="auto"/>
              <w:right w:val="single" w:sz="4" w:space="0" w:color="auto"/>
            </w:tcBorders>
            <w:hideMark/>
          </w:tcPr>
          <w:p w14:paraId="67B7E268" w14:textId="77777777" w:rsidR="00D44AD9" w:rsidRDefault="00D44AD9" w:rsidP="00AC3FE8">
            <w:pPr>
              <w:pStyle w:val="TAC"/>
              <w:rPr>
                <w:lang w:eastAsia="ja-JP"/>
              </w:rPr>
            </w:pPr>
            <w:r>
              <w:rPr>
                <w:lang w:eastAsia="fi-FI"/>
              </w:rPr>
              <w:t>DC_</w:t>
            </w:r>
            <w:r>
              <w:rPr>
                <w:lang w:eastAsia="zh-CN"/>
              </w:rPr>
              <w:t>28A_n8A</w:t>
            </w:r>
          </w:p>
        </w:tc>
        <w:tc>
          <w:tcPr>
            <w:tcW w:w="2738" w:type="dxa"/>
            <w:tcBorders>
              <w:top w:val="single" w:sz="4" w:space="0" w:color="auto"/>
              <w:left w:val="single" w:sz="4" w:space="0" w:color="auto"/>
              <w:bottom w:val="single" w:sz="4" w:space="0" w:color="auto"/>
              <w:right w:val="single" w:sz="4" w:space="0" w:color="auto"/>
            </w:tcBorders>
            <w:noWrap/>
            <w:hideMark/>
          </w:tcPr>
          <w:p w14:paraId="1475A9D8" w14:textId="77777777" w:rsidR="00D44AD9" w:rsidRDefault="00D44AD9" w:rsidP="00AC3FE8">
            <w:pPr>
              <w:pStyle w:val="TAC"/>
              <w:rPr>
                <w:lang w:eastAsia="ja-JP"/>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010172D4" w14:textId="77777777" w:rsidR="00D44AD9" w:rsidRDefault="00D44AD9" w:rsidP="00AC3FE8">
            <w:pPr>
              <w:pStyle w:val="TAC"/>
              <w:rPr>
                <w:lang w:eastAsia="zh-TW"/>
              </w:rPr>
            </w:pPr>
          </w:p>
        </w:tc>
      </w:tr>
      <w:tr w:rsidR="00D44AD9" w14:paraId="078CB35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C38DAE5" w14:textId="77777777" w:rsidR="00D44AD9" w:rsidRDefault="00D44AD9" w:rsidP="00AC3FE8">
            <w:pPr>
              <w:pStyle w:val="TAC"/>
              <w:rPr>
                <w:lang w:eastAsia="fi-FI"/>
              </w:rPr>
            </w:pPr>
            <w:r>
              <w:rPr>
                <w:lang w:eastAsia="fi-FI"/>
              </w:rPr>
              <w:t>DC_28A_n40A</w:t>
            </w:r>
          </w:p>
        </w:tc>
        <w:tc>
          <w:tcPr>
            <w:tcW w:w="2280" w:type="dxa"/>
            <w:tcBorders>
              <w:top w:val="single" w:sz="4" w:space="0" w:color="auto"/>
              <w:left w:val="single" w:sz="4" w:space="0" w:color="auto"/>
              <w:bottom w:val="single" w:sz="4" w:space="0" w:color="auto"/>
              <w:right w:val="single" w:sz="4" w:space="0" w:color="auto"/>
            </w:tcBorders>
            <w:hideMark/>
          </w:tcPr>
          <w:p w14:paraId="2C326EAD" w14:textId="77777777" w:rsidR="00D44AD9" w:rsidRDefault="00D44AD9" w:rsidP="00AC3FE8">
            <w:pPr>
              <w:pStyle w:val="TAC"/>
              <w:rPr>
                <w:lang w:eastAsia="fi-FI"/>
              </w:rPr>
            </w:pPr>
            <w:r>
              <w:rPr>
                <w:lang w:eastAsia="fi-FI"/>
              </w:rPr>
              <w:t>DC_28A_n40A</w:t>
            </w:r>
          </w:p>
        </w:tc>
        <w:tc>
          <w:tcPr>
            <w:tcW w:w="2738" w:type="dxa"/>
            <w:tcBorders>
              <w:top w:val="single" w:sz="4" w:space="0" w:color="auto"/>
              <w:left w:val="single" w:sz="4" w:space="0" w:color="auto"/>
              <w:bottom w:val="single" w:sz="4" w:space="0" w:color="auto"/>
              <w:right w:val="single" w:sz="4" w:space="0" w:color="auto"/>
            </w:tcBorders>
            <w:noWrap/>
            <w:hideMark/>
          </w:tcPr>
          <w:p w14:paraId="25CCBF3C" w14:textId="77777777" w:rsidR="00D44AD9" w:rsidRDefault="00D44AD9" w:rsidP="00AC3FE8">
            <w:pPr>
              <w:pStyle w:val="TAC"/>
              <w:rPr>
                <w:lang w:eastAsia="zh-TW"/>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3AD13937" w14:textId="77777777" w:rsidR="00D44AD9" w:rsidRDefault="00D44AD9" w:rsidP="00AC3FE8">
            <w:pPr>
              <w:pStyle w:val="TAC"/>
              <w:rPr>
                <w:lang w:eastAsia="zh-TW"/>
              </w:rPr>
            </w:pPr>
          </w:p>
        </w:tc>
      </w:tr>
      <w:tr w:rsidR="00D44AD9" w14:paraId="220AEF3B"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BC911EF" w14:textId="77777777" w:rsidR="00D44AD9" w:rsidRDefault="00D44AD9" w:rsidP="00AC3FE8">
            <w:pPr>
              <w:pStyle w:val="TAC"/>
              <w:rPr>
                <w:lang w:eastAsia="fi-FI"/>
              </w:rPr>
            </w:pPr>
            <w:r>
              <w:rPr>
                <w:lang w:eastAsia="fi-FI"/>
              </w:rPr>
              <w:t>DC_</w:t>
            </w:r>
            <w:r>
              <w:rPr>
                <w:lang w:eastAsia="zh-TW"/>
              </w:rPr>
              <w:t>28</w:t>
            </w:r>
            <w:r>
              <w:rPr>
                <w:lang w:eastAsia="fi-FI"/>
              </w:rPr>
              <w:t>A_n</w:t>
            </w:r>
            <w:r>
              <w:rPr>
                <w:lang w:eastAsia="zh-TW"/>
              </w:rPr>
              <w:t>41A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2BC1C4EF" w14:textId="77777777" w:rsidR="00D44AD9" w:rsidRDefault="00D44AD9" w:rsidP="00AC3FE8">
            <w:pPr>
              <w:pStyle w:val="TAC"/>
              <w:rPr>
                <w:lang w:eastAsia="fi-FI"/>
              </w:rPr>
            </w:pPr>
            <w:r>
              <w:rPr>
                <w:lang w:eastAsia="fi-FI"/>
              </w:rPr>
              <w:t>DC_</w:t>
            </w:r>
            <w:r>
              <w:rPr>
                <w:lang w:eastAsia="zh-TW"/>
              </w:rPr>
              <w:t>28</w:t>
            </w:r>
            <w:r>
              <w:rPr>
                <w:lang w:eastAsia="fi-FI"/>
              </w:rPr>
              <w:t>A_n</w:t>
            </w:r>
            <w:r>
              <w:rPr>
                <w:lang w:eastAsia="zh-TW"/>
              </w:rPr>
              <w:t>41A</w:t>
            </w:r>
          </w:p>
        </w:tc>
        <w:tc>
          <w:tcPr>
            <w:tcW w:w="2738" w:type="dxa"/>
            <w:tcBorders>
              <w:top w:val="single" w:sz="4" w:space="0" w:color="auto"/>
              <w:left w:val="single" w:sz="4" w:space="0" w:color="auto"/>
              <w:bottom w:val="single" w:sz="4" w:space="0" w:color="auto"/>
              <w:right w:val="single" w:sz="4" w:space="0" w:color="auto"/>
            </w:tcBorders>
            <w:noWrap/>
            <w:hideMark/>
          </w:tcPr>
          <w:p w14:paraId="43ACC6C3" w14:textId="77777777" w:rsidR="00D44AD9" w:rsidRDefault="00D44AD9" w:rsidP="00AC3FE8">
            <w:pPr>
              <w:pStyle w:val="TAC"/>
              <w:rPr>
                <w:lang w:eastAsia="ja-JP"/>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5651FAAF" w14:textId="77777777" w:rsidR="00D44AD9" w:rsidRDefault="00D44AD9" w:rsidP="00AC3FE8">
            <w:pPr>
              <w:pStyle w:val="TAC"/>
              <w:rPr>
                <w:lang w:eastAsia="ja-JP"/>
              </w:rPr>
            </w:pPr>
          </w:p>
        </w:tc>
      </w:tr>
      <w:tr w:rsidR="00D44AD9" w14:paraId="464C6CE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888743E" w14:textId="77777777" w:rsidR="00D44AD9" w:rsidRDefault="00D44AD9" w:rsidP="00AC3FE8">
            <w:pPr>
              <w:pStyle w:val="TAC"/>
              <w:rPr>
                <w:lang w:eastAsia="fi-FI"/>
              </w:rPr>
            </w:pPr>
            <w:r>
              <w:rPr>
                <w:lang w:eastAsia="fi-FI"/>
              </w:rPr>
              <w:t>DC_</w:t>
            </w:r>
            <w:r>
              <w:rPr>
                <w:lang w:eastAsia="zh-TW"/>
              </w:rPr>
              <w:t>28</w:t>
            </w:r>
            <w:r>
              <w:rPr>
                <w:lang w:eastAsia="fi-FI"/>
              </w:rPr>
              <w:t>A_n</w:t>
            </w:r>
            <w:r>
              <w:rPr>
                <w:lang w:eastAsia="zh-TW"/>
              </w:rPr>
              <w:t>50A</w:t>
            </w:r>
          </w:p>
        </w:tc>
        <w:tc>
          <w:tcPr>
            <w:tcW w:w="2280" w:type="dxa"/>
            <w:tcBorders>
              <w:top w:val="single" w:sz="4" w:space="0" w:color="auto"/>
              <w:left w:val="single" w:sz="4" w:space="0" w:color="auto"/>
              <w:bottom w:val="single" w:sz="4" w:space="0" w:color="auto"/>
              <w:right w:val="single" w:sz="4" w:space="0" w:color="auto"/>
            </w:tcBorders>
            <w:hideMark/>
          </w:tcPr>
          <w:p w14:paraId="45E01EC7" w14:textId="77777777" w:rsidR="00D44AD9" w:rsidRDefault="00D44AD9" w:rsidP="00AC3FE8">
            <w:pPr>
              <w:pStyle w:val="TAC"/>
              <w:rPr>
                <w:lang w:eastAsia="fi-FI"/>
              </w:rPr>
            </w:pPr>
            <w:r>
              <w:rPr>
                <w:lang w:eastAsia="fi-FI"/>
              </w:rPr>
              <w:t>DC_</w:t>
            </w:r>
            <w:r>
              <w:rPr>
                <w:lang w:eastAsia="zh-TW"/>
              </w:rPr>
              <w:t>28</w:t>
            </w:r>
            <w:r>
              <w:rPr>
                <w:lang w:eastAsia="fi-FI"/>
              </w:rPr>
              <w:t>A_n</w:t>
            </w:r>
            <w:r>
              <w:rPr>
                <w:lang w:eastAsia="zh-TW"/>
              </w:rPr>
              <w:t>50A</w:t>
            </w:r>
          </w:p>
        </w:tc>
        <w:tc>
          <w:tcPr>
            <w:tcW w:w="2738" w:type="dxa"/>
            <w:tcBorders>
              <w:top w:val="single" w:sz="4" w:space="0" w:color="auto"/>
              <w:left w:val="single" w:sz="4" w:space="0" w:color="auto"/>
              <w:bottom w:val="single" w:sz="4" w:space="0" w:color="auto"/>
              <w:right w:val="single" w:sz="4" w:space="0" w:color="auto"/>
            </w:tcBorders>
            <w:noWrap/>
            <w:hideMark/>
          </w:tcPr>
          <w:p w14:paraId="4209913C" w14:textId="77777777" w:rsidR="00D44AD9" w:rsidRDefault="00D44AD9" w:rsidP="00AC3FE8">
            <w:pPr>
              <w:pStyle w:val="TAC"/>
              <w:rPr>
                <w:lang w:eastAsia="ja-JP"/>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04157594" w14:textId="77777777" w:rsidR="00D44AD9" w:rsidRDefault="00D44AD9" w:rsidP="00AC3FE8">
            <w:pPr>
              <w:pStyle w:val="TAC"/>
              <w:rPr>
                <w:lang w:eastAsia="ja-JP"/>
              </w:rPr>
            </w:pPr>
          </w:p>
        </w:tc>
      </w:tr>
      <w:tr w:rsidR="00D44AD9" w14:paraId="541FE66F"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CF9E3D4" w14:textId="77777777" w:rsidR="00D44AD9" w:rsidRDefault="00D44AD9" w:rsidP="00AC3FE8">
            <w:pPr>
              <w:pStyle w:val="TAC"/>
              <w:rPr>
                <w:lang w:eastAsia="fi-FI"/>
              </w:rPr>
            </w:pPr>
            <w:r>
              <w:rPr>
                <w:lang w:eastAsia="fi-FI"/>
              </w:rPr>
              <w:t>DC_28A_n77A</w:t>
            </w:r>
            <w:r>
              <w:rPr>
                <w:vertAlign w:val="superscript"/>
                <w:lang w:eastAsia="fi-FI"/>
              </w:rPr>
              <w:t>7</w:t>
            </w:r>
          </w:p>
          <w:p w14:paraId="19A63208" w14:textId="77777777" w:rsidR="00D44AD9" w:rsidRDefault="00D44AD9" w:rsidP="00AC3FE8">
            <w:pPr>
              <w:pStyle w:val="TAC"/>
              <w:rPr>
                <w:lang w:eastAsia="fi-FI"/>
              </w:rPr>
            </w:pPr>
            <w:r>
              <w:rPr>
                <w:lang w:eastAsia="fi-FI"/>
              </w:rPr>
              <w:t>DC_28A_n77C</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17DA13AE" w14:textId="77777777" w:rsidR="00D44AD9" w:rsidRDefault="00D44AD9" w:rsidP="00AC3FE8">
            <w:pPr>
              <w:pStyle w:val="TAC"/>
              <w:rPr>
                <w:lang w:eastAsia="fi-FI"/>
              </w:rPr>
            </w:pPr>
            <w:r>
              <w:rPr>
                <w:lang w:eastAsia="fi-FI"/>
              </w:rPr>
              <w:t>DC_28A_n77A</w:t>
            </w:r>
          </w:p>
        </w:tc>
        <w:tc>
          <w:tcPr>
            <w:tcW w:w="2738" w:type="dxa"/>
            <w:tcBorders>
              <w:top w:val="single" w:sz="4" w:space="0" w:color="auto"/>
              <w:left w:val="single" w:sz="4" w:space="0" w:color="auto"/>
              <w:bottom w:val="single" w:sz="4" w:space="0" w:color="auto"/>
              <w:right w:val="single" w:sz="4" w:space="0" w:color="auto"/>
            </w:tcBorders>
            <w:noWrap/>
            <w:hideMark/>
          </w:tcPr>
          <w:p w14:paraId="2431CB96"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255BF703" w14:textId="77777777" w:rsidR="00D44AD9" w:rsidRDefault="00D44AD9" w:rsidP="00AC3FE8">
            <w:pPr>
              <w:pStyle w:val="TAC"/>
              <w:rPr>
                <w:lang w:eastAsia="fi-FI"/>
              </w:rPr>
            </w:pPr>
            <w:r>
              <w:rPr>
                <w:lang w:eastAsia="zh-CN"/>
              </w:rPr>
              <w:t>No</w:t>
            </w:r>
          </w:p>
        </w:tc>
      </w:tr>
      <w:tr w:rsidR="00D44AD9" w14:paraId="2C0B412A"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6D820F0" w14:textId="77777777" w:rsidR="00D44AD9" w:rsidRDefault="00D44AD9" w:rsidP="00AC3FE8">
            <w:pPr>
              <w:pStyle w:val="TAC"/>
              <w:rPr>
                <w:lang w:eastAsia="fi-FI"/>
              </w:rPr>
            </w:pPr>
            <w:r>
              <w:rPr>
                <w:lang w:eastAsia="ja-JP"/>
              </w:rPr>
              <w:t>DC_28A_n77(2A)</w:t>
            </w:r>
            <w:r>
              <w:rPr>
                <w:vertAlign w:val="superscript"/>
                <w:lang w:eastAsia="ja-JP"/>
              </w:rPr>
              <w:t>7</w:t>
            </w:r>
          </w:p>
        </w:tc>
        <w:tc>
          <w:tcPr>
            <w:tcW w:w="2280" w:type="dxa"/>
            <w:tcBorders>
              <w:top w:val="single" w:sz="4" w:space="0" w:color="auto"/>
              <w:left w:val="single" w:sz="4" w:space="0" w:color="auto"/>
              <w:bottom w:val="single" w:sz="4" w:space="0" w:color="auto"/>
              <w:right w:val="single" w:sz="4" w:space="0" w:color="auto"/>
            </w:tcBorders>
            <w:hideMark/>
          </w:tcPr>
          <w:p w14:paraId="0C74979E" w14:textId="77777777" w:rsidR="00D44AD9" w:rsidRDefault="00D44AD9" w:rsidP="00AC3FE8">
            <w:pPr>
              <w:pStyle w:val="TAC"/>
              <w:rPr>
                <w:lang w:eastAsia="fi-FI"/>
              </w:rPr>
            </w:pPr>
            <w:r>
              <w:rPr>
                <w:lang w:eastAsia="fi-FI"/>
              </w:rPr>
              <w:t>DC_28A_n77A</w:t>
            </w:r>
          </w:p>
        </w:tc>
        <w:tc>
          <w:tcPr>
            <w:tcW w:w="2738" w:type="dxa"/>
            <w:tcBorders>
              <w:top w:val="single" w:sz="4" w:space="0" w:color="auto"/>
              <w:left w:val="single" w:sz="4" w:space="0" w:color="auto"/>
              <w:bottom w:val="single" w:sz="4" w:space="0" w:color="auto"/>
              <w:right w:val="single" w:sz="4" w:space="0" w:color="auto"/>
            </w:tcBorders>
            <w:noWrap/>
            <w:hideMark/>
          </w:tcPr>
          <w:p w14:paraId="6FE9489C"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63937C0F" w14:textId="77777777" w:rsidR="00D44AD9" w:rsidRDefault="00D44AD9" w:rsidP="00AC3FE8">
            <w:pPr>
              <w:pStyle w:val="TAC"/>
              <w:rPr>
                <w:lang w:eastAsia="fi-FI"/>
              </w:rPr>
            </w:pPr>
            <w:r>
              <w:rPr>
                <w:lang w:eastAsia="zh-CN"/>
              </w:rPr>
              <w:t>No</w:t>
            </w:r>
          </w:p>
        </w:tc>
      </w:tr>
      <w:tr w:rsidR="00D44AD9" w14:paraId="38CF061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6CFA972" w14:textId="77777777" w:rsidR="00D44AD9" w:rsidRDefault="00D44AD9" w:rsidP="00AC3FE8">
            <w:pPr>
              <w:pStyle w:val="TAC"/>
              <w:rPr>
                <w:lang w:eastAsia="fi-FI"/>
              </w:rPr>
            </w:pPr>
            <w:r>
              <w:rPr>
                <w:lang w:eastAsia="fi-FI"/>
              </w:rPr>
              <w:t>DC_28A_n78A</w:t>
            </w:r>
            <w:r>
              <w:rPr>
                <w:vertAlign w:val="superscript"/>
                <w:lang w:eastAsia="fi-FI"/>
              </w:rPr>
              <w:t>7</w:t>
            </w:r>
          </w:p>
          <w:p w14:paraId="27A4554E" w14:textId="77777777" w:rsidR="00D44AD9" w:rsidRDefault="00D44AD9" w:rsidP="00AC3FE8">
            <w:pPr>
              <w:pStyle w:val="TAC"/>
              <w:rPr>
                <w:lang w:eastAsia="fi-FI"/>
              </w:rPr>
            </w:pPr>
            <w:r>
              <w:rPr>
                <w:lang w:eastAsia="fi-FI"/>
              </w:rPr>
              <w:t>DC_28A_n78C</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66695179" w14:textId="77777777" w:rsidR="00D44AD9" w:rsidRDefault="00D44AD9" w:rsidP="00AC3FE8">
            <w:pPr>
              <w:pStyle w:val="TAC"/>
              <w:rPr>
                <w:lang w:eastAsia="fi-FI"/>
              </w:rPr>
            </w:pPr>
            <w:r>
              <w:rPr>
                <w:lang w:eastAsia="fi-FI"/>
              </w:rPr>
              <w:t>DC_28A_n78A</w:t>
            </w:r>
          </w:p>
        </w:tc>
        <w:tc>
          <w:tcPr>
            <w:tcW w:w="2738" w:type="dxa"/>
            <w:tcBorders>
              <w:top w:val="single" w:sz="4" w:space="0" w:color="auto"/>
              <w:left w:val="single" w:sz="4" w:space="0" w:color="auto"/>
              <w:bottom w:val="single" w:sz="4" w:space="0" w:color="auto"/>
              <w:right w:val="single" w:sz="4" w:space="0" w:color="auto"/>
            </w:tcBorders>
            <w:noWrap/>
            <w:hideMark/>
          </w:tcPr>
          <w:p w14:paraId="71677B60"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29F50BB6" w14:textId="77777777" w:rsidR="00D44AD9" w:rsidRDefault="00D44AD9" w:rsidP="00AC3FE8">
            <w:pPr>
              <w:pStyle w:val="TAC"/>
              <w:rPr>
                <w:lang w:eastAsia="fi-FI"/>
              </w:rPr>
            </w:pPr>
            <w:r>
              <w:rPr>
                <w:lang w:eastAsia="zh-CN"/>
              </w:rPr>
              <w:t>No</w:t>
            </w:r>
          </w:p>
        </w:tc>
      </w:tr>
      <w:tr w:rsidR="00D44AD9" w14:paraId="59052EC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929199C" w14:textId="77777777" w:rsidR="00D44AD9" w:rsidRDefault="00D44AD9" w:rsidP="00AC3FE8">
            <w:pPr>
              <w:pStyle w:val="TAC"/>
              <w:rPr>
                <w:lang w:eastAsia="fi-FI"/>
              </w:rPr>
            </w:pPr>
            <w:r>
              <w:rPr>
                <w:lang w:eastAsia="zh-CN"/>
              </w:rPr>
              <w:t>DC_28A_n78(2A)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38C8688A" w14:textId="77777777" w:rsidR="00D44AD9" w:rsidRDefault="00D44AD9" w:rsidP="00AC3FE8">
            <w:pPr>
              <w:pStyle w:val="TAC"/>
              <w:rPr>
                <w:lang w:eastAsia="fi-FI"/>
              </w:rPr>
            </w:pPr>
            <w:r>
              <w:rPr>
                <w:lang w:eastAsia="fi-FI"/>
              </w:rPr>
              <w:t>DC_28A_n78A</w:t>
            </w:r>
          </w:p>
        </w:tc>
        <w:tc>
          <w:tcPr>
            <w:tcW w:w="2738" w:type="dxa"/>
            <w:tcBorders>
              <w:top w:val="single" w:sz="4" w:space="0" w:color="auto"/>
              <w:left w:val="single" w:sz="4" w:space="0" w:color="auto"/>
              <w:bottom w:val="single" w:sz="4" w:space="0" w:color="auto"/>
              <w:right w:val="single" w:sz="4" w:space="0" w:color="auto"/>
            </w:tcBorders>
            <w:noWrap/>
            <w:hideMark/>
          </w:tcPr>
          <w:p w14:paraId="7B5F3B23"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0F6CB916" w14:textId="77777777" w:rsidR="00D44AD9" w:rsidRDefault="00D44AD9" w:rsidP="00AC3FE8">
            <w:pPr>
              <w:pStyle w:val="TAC"/>
              <w:rPr>
                <w:lang w:eastAsia="fi-FI"/>
              </w:rPr>
            </w:pPr>
            <w:r>
              <w:rPr>
                <w:lang w:eastAsia="zh-CN"/>
              </w:rPr>
              <w:t>No</w:t>
            </w:r>
          </w:p>
        </w:tc>
      </w:tr>
      <w:tr w:rsidR="00D44AD9" w14:paraId="70259C5F"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6E03B18" w14:textId="77777777" w:rsidR="00D44AD9" w:rsidRDefault="00D44AD9" w:rsidP="00AC3FE8">
            <w:pPr>
              <w:pStyle w:val="TAC"/>
              <w:rPr>
                <w:lang w:eastAsia="fi-FI"/>
              </w:rPr>
            </w:pPr>
            <w:r>
              <w:rPr>
                <w:lang w:eastAsia="fi-FI"/>
              </w:rPr>
              <w:t>DC_28A_n79A</w:t>
            </w:r>
            <w:r>
              <w:rPr>
                <w:vertAlign w:val="superscript"/>
                <w:lang w:eastAsia="fi-FI"/>
              </w:rPr>
              <w:t>7</w:t>
            </w:r>
          </w:p>
          <w:p w14:paraId="5347E767" w14:textId="77777777" w:rsidR="00D44AD9" w:rsidRDefault="00D44AD9" w:rsidP="00AC3FE8">
            <w:pPr>
              <w:pStyle w:val="TAC"/>
              <w:rPr>
                <w:lang w:eastAsia="fi-FI"/>
              </w:rPr>
            </w:pPr>
            <w:r>
              <w:rPr>
                <w:lang w:eastAsia="fi-FI"/>
              </w:rPr>
              <w:t>DC_28A_n79C</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0885328A" w14:textId="77777777" w:rsidR="00D44AD9" w:rsidRDefault="00D44AD9" w:rsidP="00AC3FE8">
            <w:pPr>
              <w:pStyle w:val="TAC"/>
              <w:rPr>
                <w:lang w:eastAsia="fi-FI"/>
              </w:rPr>
            </w:pPr>
            <w:r>
              <w:rPr>
                <w:lang w:eastAsia="fi-FI"/>
              </w:rPr>
              <w:t>DC_28A_n79A</w:t>
            </w:r>
          </w:p>
        </w:tc>
        <w:tc>
          <w:tcPr>
            <w:tcW w:w="2738" w:type="dxa"/>
            <w:tcBorders>
              <w:top w:val="single" w:sz="4" w:space="0" w:color="auto"/>
              <w:left w:val="single" w:sz="4" w:space="0" w:color="auto"/>
              <w:bottom w:val="single" w:sz="4" w:space="0" w:color="auto"/>
              <w:right w:val="single" w:sz="4" w:space="0" w:color="auto"/>
            </w:tcBorders>
            <w:noWrap/>
            <w:hideMark/>
          </w:tcPr>
          <w:p w14:paraId="78F07C9F"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3CE9CB36" w14:textId="77777777" w:rsidR="00D44AD9" w:rsidRDefault="00D44AD9" w:rsidP="00AC3FE8">
            <w:pPr>
              <w:pStyle w:val="TAC"/>
              <w:rPr>
                <w:lang w:eastAsia="fi-FI"/>
              </w:rPr>
            </w:pPr>
          </w:p>
        </w:tc>
      </w:tr>
      <w:tr w:rsidR="00D44AD9" w14:paraId="2C2D3CD8"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DECECD5" w14:textId="77777777" w:rsidR="00D44AD9" w:rsidRDefault="00D44AD9" w:rsidP="00AC3FE8">
            <w:pPr>
              <w:pStyle w:val="TAC"/>
              <w:rPr>
                <w:lang w:eastAsia="fi-FI"/>
              </w:rPr>
            </w:pPr>
            <w:r>
              <w:rPr>
                <w:lang w:eastAsia="fi-FI"/>
              </w:rPr>
              <w:t>DC_</w:t>
            </w:r>
            <w:r>
              <w:rPr>
                <w:lang w:eastAsia="zh-CN"/>
              </w:rPr>
              <w:t>30A_n2A</w:t>
            </w:r>
          </w:p>
        </w:tc>
        <w:tc>
          <w:tcPr>
            <w:tcW w:w="2280" w:type="dxa"/>
            <w:tcBorders>
              <w:top w:val="single" w:sz="4" w:space="0" w:color="auto"/>
              <w:left w:val="single" w:sz="4" w:space="0" w:color="auto"/>
              <w:bottom w:val="single" w:sz="4" w:space="0" w:color="auto"/>
              <w:right w:val="single" w:sz="4" w:space="0" w:color="auto"/>
            </w:tcBorders>
            <w:hideMark/>
          </w:tcPr>
          <w:p w14:paraId="35469F31" w14:textId="77777777" w:rsidR="00D44AD9" w:rsidRDefault="00D44AD9" w:rsidP="00AC3FE8">
            <w:pPr>
              <w:pStyle w:val="TAC"/>
              <w:rPr>
                <w:lang w:eastAsia="fi-FI"/>
              </w:rPr>
            </w:pPr>
            <w:r>
              <w:rPr>
                <w:lang w:eastAsia="fi-FI"/>
              </w:rPr>
              <w:t>DC_</w:t>
            </w:r>
            <w:r>
              <w:rPr>
                <w:lang w:eastAsia="zh-CN"/>
              </w:rPr>
              <w:t>30A_n2A</w:t>
            </w:r>
          </w:p>
        </w:tc>
        <w:tc>
          <w:tcPr>
            <w:tcW w:w="2738" w:type="dxa"/>
            <w:tcBorders>
              <w:top w:val="single" w:sz="4" w:space="0" w:color="auto"/>
              <w:left w:val="single" w:sz="4" w:space="0" w:color="auto"/>
              <w:bottom w:val="single" w:sz="4" w:space="0" w:color="auto"/>
              <w:right w:val="single" w:sz="4" w:space="0" w:color="auto"/>
            </w:tcBorders>
            <w:noWrap/>
            <w:hideMark/>
          </w:tcPr>
          <w:p w14:paraId="7155DF5C"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0666ADFB" w14:textId="77777777" w:rsidR="00D44AD9" w:rsidRDefault="00D44AD9" w:rsidP="00AC3FE8">
            <w:pPr>
              <w:pStyle w:val="TAC"/>
              <w:rPr>
                <w:lang w:eastAsia="zh-TW"/>
              </w:rPr>
            </w:pPr>
          </w:p>
        </w:tc>
      </w:tr>
      <w:tr w:rsidR="00D44AD9" w14:paraId="0DE48A84"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E83E8F5" w14:textId="77777777" w:rsidR="00D44AD9" w:rsidRDefault="00D44AD9" w:rsidP="00AC3FE8">
            <w:pPr>
              <w:pStyle w:val="TAC"/>
              <w:rPr>
                <w:lang w:eastAsia="fi-FI"/>
              </w:rPr>
            </w:pPr>
            <w:r>
              <w:rPr>
                <w:lang w:eastAsia="fi-FI"/>
              </w:rPr>
              <w:t>DC_30A_n5A</w:t>
            </w:r>
          </w:p>
        </w:tc>
        <w:tc>
          <w:tcPr>
            <w:tcW w:w="2280" w:type="dxa"/>
            <w:tcBorders>
              <w:top w:val="single" w:sz="4" w:space="0" w:color="auto"/>
              <w:left w:val="single" w:sz="4" w:space="0" w:color="auto"/>
              <w:bottom w:val="single" w:sz="4" w:space="0" w:color="auto"/>
              <w:right w:val="single" w:sz="4" w:space="0" w:color="auto"/>
            </w:tcBorders>
            <w:hideMark/>
          </w:tcPr>
          <w:p w14:paraId="058CEB94" w14:textId="77777777" w:rsidR="00D44AD9" w:rsidRDefault="00D44AD9" w:rsidP="00AC3FE8">
            <w:pPr>
              <w:pStyle w:val="TAC"/>
              <w:rPr>
                <w:lang w:eastAsia="fi-FI"/>
              </w:rPr>
            </w:pPr>
            <w:r>
              <w:rPr>
                <w:lang w:eastAsia="fi-FI"/>
              </w:rPr>
              <w:t>DC_30A_n5A</w:t>
            </w:r>
          </w:p>
        </w:tc>
        <w:tc>
          <w:tcPr>
            <w:tcW w:w="2738" w:type="dxa"/>
            <w:tcBorders>
              <w:top w:val="single" w:sz="4" w:space="0" w:color="auto"/>
              <w:left w:val="single" w:sz="4" w:space="0" w:color="auto"/>
              <w:bottom w:val="single" w:sz="4" w:space="0" w:color="auto"/>
              <w:right w:val="single" w:sz="4" w:space="0" w:color="auto"/>
            </w:tcBorders>
            <w:noWrap/>
            <w:hideMark/>
          </w:tcPr>
          <w:p w14:paraId="0A3647D0" w14:textId="77777777" w:rsidR="00D44AD9" w:rsidRDefault="00D44AD9" w:rsidP="00AC3FE8">
            <w:pPr>
              <w:pStyle w:val="TAC"/>
              <w:rPr>
                <w:lang w:eastAsia="fi-FI"/>
              </w:rPr>
            </w:pPr>
            <w:r>
              <w:rPr>
                <w:rFonts w:eastAsia="Yu Mincho"/>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5F6DAF22" w14:textId="77777777" w:rsidR="00D44AD9" w:rsidRDefault="00D44AD9" w:rsidP="00AC3FE8">
            <w:pPr>
              <w:pStyle w:val="TAC"/>
              <w:rPr>
                <w:rFonts w:eastAsia="Yu Mincho"/>
                <w:lang w:eastAsia="ja-JP"/>
              </w:rPr>
            </w:pPr>
          </w:p>
        </w:tc>
      </w:tr>
      <w:tr w:rsidR="00D44AD9" w14:paraId="1865CDBA"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3A2914B" w14:textId="77777777" w:rsidR="00D44AD9" w:rsidRDefault="00D44AD9" w:rsidP="00AC3FE8">
            <w:pPr>
              <w:pStyle w:val="TAC"/>
              <w:rPr>
                <w:lang w:eastAsia="fi-FI"/>
              </w:rPr>
            </w:pPr>
            <w:r>
              <w:rPr>
                <w:lang w:eastAsia="fi-FI"/>
              </w:rPr>
              <w:t>DC_30A_n66A</w:t>
            </w:r>
          </w:p>
        </w:tc>
        <w:tc>
          <w:tcPr>
            <w:tcW w:w="2280" w:type="dxa"/>
            <w:tcBorders>
              <w:top w:val="single" w:sz="4" w:space="0" w:color="auto"/>
              <w:left w:val="single" w:sz="4" w:space="0" w:color="auto"/>
              <w:bottom w:val="single" w:sz="4" w:space="0" w:color="auto"/>
              <w:right w:val="single" w:sz="4" w:space="0" w:color="auto"/>
            </w:tcBorders>
            <w:hideMark/>
          </w:tcPr>
          <w:p w14:paraId="5EACAB95" w14:textId="77777777" w:rsidR="00D44AD9" w:rsidRDefault="00D44AD9" w:rsidP="00AC3FE8">
            <w:pPr>
              <w:pStyle w:val="TAC"/>
              <w:rPr>
                <w:lang w:eastAsia="fi-FI"/>
              </w:rPr>
            </w:pPr>
            <w:r>
              <w:rPr>
                <w:lang w:eastAsia="fi-FI"/>
              </w:rPr>
              <w:t>DC_30A_n66A</w:t>
            </w:r>
          </w:p>
        </w:tc>
        <w:tc>
          <w:tcPr>
            <w:tcW w:w="2738" w:type="dxa"/>
            <w:tcBorders>
              <w:top w:val="single" w:sz="4" w:space="0" w:color="auto"/>
              <w:left w:val="single" w:sz="4" w:space="0" w:color="auto"/>
              <w:bottom w:val="single" w:sz="4" w:space="0" w:color="auto"/>
              <w:right w:val="single" w:sz="4" w:space="0" w:color="auto"/>
            </w:tcBorders>
            <w:noWrap/>
            <w:hideMark/>
          </w:tcPr>
          <w:p w14:paraId="213F5BF5" w14:textId="77777777" w:rsidR="00D44AD9" w:rsidRDefault="00D44AD9" w:rsidP="00AC3FE8">
            <w:pPr>
              <w:pStyle w:val="TAC"/>
              <w:rPr>
                <w:lang w:eastAsia="fi-FI"/>
              </w:rPr>
            </w:pPr>
            <w:r>
              <w:rPr>
                <w:rFonts w:eastAsia="Yu Mincho"/>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16B77DE7" w14:textId="77777777" w:rsidR="00D44AD9" w:rsidRDefault="00D44AD9" w:rsidP="00AC3FE8">
            <w:pPr>
              <w:pStyle w:val="TAC"/>
              <w:rPr>
                <w:rFonts w:eastAsia="Yu Mincho"/>
                <w:lang w:eastAsia="ja-JP"/>
              </w:rPr>
            </w:pPr>
          </w:p>
        </w:tc>
      </w:tr>
      <w:tr w:rsidR="00D44AD9" w14:paraId="75211E71"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4922500" w14:textId="77777777" w:rsidR="00D44AD9" w:rsidRDefault="00D44AD9" w:rsidP="00AC3FE8">
            <w:pPr>
              <w:pStyle w:val="TAC"/>
              <w:rPr>
                <w:lang w:eastAsia="fi-FI"/>
              </w:rPr>
            </w:pPr>
            <w:r>
              <w:rPr>
                <w:lang w:eastAsia="fi-FI"/>
              </w:rPr>
              <w:t>DC_38A_n78A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45A22EF7" w14:textId="77777777" w:rsidR="00D44AD9" w:rsidRDefault="00D44AD9" w:rsidP="00AC3FE8">
            <w:pPr>
              <w:pStyle w:val="TAC"/>
              <w:rPr>
                <w:lang w:eastAsia="fi-FI"/>
              </w:rPr>
            </w:pPr>
            <w:r>
              <w:rPr>
                <w:lang w:eastAsia="fi-FI"/>
              </w:rPr>
              <w:t>DC_38A_n78A</w:t>
            </w:r>
          </w:p>
        </w:tc>
        <w:tc>
          <w:tcPr>
            <w:tcW w:w="2738" w:type="dxa"/>
            <w:tcBorders>
              <w:top w:val="single" w:sz="4" w:space="0" w:color="auto"/>
              <w:left w:val="single" w:sz="4" w:space="0" w:color="auto"/>
              <w:bottom w:val="single" w:sz="4" w:space="0" w:color="auto"/>
              <w:right w:val="single" w:sz="4" w:space="0" w:color="auto"/>
            </w:tcBorders>
            <w:noWrap/>
            <w:hideMark/>
          </w:tcPr>
          <w:p w14:paraId="79F09BE2"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1E992B5C" w14:textId="77777777" w:rsidR="00D44AD9" w:rsidRDefault="00D44AD9" w:rsidP="00AC3FE8">
            <w:pPr>
              <w:pStyle w:val="TAC"/>
              <w:rPr>
                <w:lang w:eastAsia="fi-FI"/>
              </w:rPr>
            </w:pPr>
          </w:p>
        </w:tc>
      </w:tr>
      <w:tr w:rsidR="00D44AD9" w14:paraId="176893C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299D3D5" w14:textId="77777777" w:rsidR="00D44AD9" w:rsidRDefault="00D44AD9" w:rsidP="00AC3FE8">
            <w:pPr>
              <w:pStyle w:val="TAC"/>
              <w:rPr>
                <w:lang w:eastAsia="fi-FI"/>
              </w:rPr>
            </w:pPr>
            <w:r>
              <w:rPr>
                <w:lang w:eastAsia="zh-CN"/>
              </w:rPr>
              <w:t>DC_39A_n40A</w:t>
            </w:r>
            <w:r>
              <w:rPr>
                <w:vertAlign w:val="superscript"/>
                <w:lang w:eastAsia="zh-CN"/>
              </w:rPr>
              <w:t>3</w:t>
            </w:r>
          </w:p>
        </w:tc>
        <w:tc>
          <w:tcPr>
            <w:tcW w:w="2280" w:type="dxa"/>
            <w:tcBorders>
              <w:top w:val="single" w:sz="4" w:space="0" w:color="auto"/>
              <w:left w:val="single" w:sz="4" w:space="0" w:color="auto"/>
              <w:bottom w:val="single" w:sz="4" w:space="0" w:color="auto"/>
              <w:right w:val="single" w:sz="4" w:space="0" w:color="auto"/>
            </w:tcBorders>
            <w:hideMark/>
          </w:tcPr>
          <w:p w14:paraId="326052BE" w14:textId="77777777" w:rsidR="00D44AD9" w:rsidRDefault="00D44AD9" w:rsidP="00AC3FE8">
            <w:pPr>
              <w:pStyle w:val="TAC"/>
              <w:rPr>
                <w:lang w:eastAsia="fi-FI"/>
              </w:rPr>
            </w:pPr>
            <w:r>
              <w:rPr>
                <w:lang w:eastAsia="zh-CN"/>
              </w:rPr>
              <w:t>DC_39A_n40A</w:t>
            </w:r>
          </w:p>
        </w:tc>
        <w:tc>
          <w:tcPr>
            <w:tcW w:w="2738" w:type="dxa"/>
            <w:tcBorders>
              <w:top w:val="single" w:sz="4" w:space="0" w:color="auto"/>
              <w:left w:val="single" w:sz="4" w:space="0" w:color="auto"/>
              <w:bottom w:val="single" w:sz="4" w:space="0" w:color="auto"/>
              <w:right w:val="single" w:sz="4" w:space="0" w:color="auto"/>
            </w:tcBorders>
            <w:noWrap/>
            <w:hideMark/>
          </w:tcPr>
          <w:p w14:paraId="34531DFD"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73B23A04" w14:textId="77777777" w:rsidR="00D44AD9" w:rsidRDefault="00D44AD9" w:rsidP="00AC3FE8">
            <w:pPr>
              <w:pStyle w:val="TAC"/>
              <w:rPr>
                <w:lang w:eastAsia="zh-TW"/>
              </w:rPr>
            </w:pPr>
          </w:p>
        </w:tc>
      </w:tr>
      <w:tr w:rsidR="00D44AD9" w14:paraId="4942EFEB"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1F926F6" w14:textId="77777777" w:rsidR="00D44AD9" w:rsidRDefault="00D44AD9" w:rsidP="00AC3FE8">
            <w:pPr>
              <w:pStyle w:val="TAC"/>
              <w:rPr>
                <w:vertAlign w:val="superscript"/>
                <w:lang w:eastAsia="fi-FI"/>
              </w:rPr>
            </w:pPr>
            <w:r>
              <w:rPr>
                <w:lang w:eastAsia="fi-FI"/>
              </w:rPr>
              <w:t>DC_</w:t>
            </w:r>
            <w:r>
              <w:rPr>
                <w:lang w:eastAsia="zh-CN"/>
              </w:rPr>
              <w:t>39</w:t>
            </w:r>
            <w:r>
              <w:rPr>
                <w:lang w:eastAsia="fi-FI"/>
              </w:rPr>
              <w:t>A_n</w:t>
            </w:r>
            <w:r>
              <w:rPr>
                <w:lang w:eastAsia="zh-CN"/>
              </w:rPr>
              <w:t>41</w:t>
            </w:r>
            <w:r>
              <w:rPr>
                <w:lang w:eastAsia="fi-FI"/>
              </w:rPr>
              <w:t>A</w:t>
            </w:r>
            <w:r>
              <w:rPr>
                <w:vertAlign w:val="superscript"/>
                <w:lang w:eastAsia="fi-FI"/>
              </w:rPr>
              <w:t>3</w:t>
            </w:r>
          </w:p>
          <w:p w14:paraId="6E5868A8" w14:textId="77777777" w:rsidR="00D44AD9" w:rsidRDefault="00D44AD9" w:rsidP="00AC3FE8">
            <w:pPr>
              <w:pStyle w:val="TAC"/>
              <w:rPr>
                <w:lang w:eastAsia="fi-FI"/>
              </w:rPr>
            </w:pPr>
            <w:r>
              <w:rPr>
                <w:lang w:eastAsia="zh-CN"/>
              </w:rPr>
              <w:t>DC_39C_n41A</w:t>
            </w:r>
            <w:r>
              <w:rPr>
                <w:vertAlign w:val="superscript"/>
                <w:lang w:eastAsia="zh-CN"/>
              </w:rPr>
              <w:t>3</w:t>
            </w:r>
          </w:p>
        </w:tc>
        <w:tc>
          <w:tcPr>
            <w:tcW w:w="2280" w:type="dxa"/>
            <w:tcBorders>
              <w:top w:val="single" w:sz="4" w:space="0" w:color="auto"/>
              <w:left w:val="single" w:sz="4" w:space="0" w:color="auto"/>
              <w:bottom w:val="single" w:sz="4" w:space="0" w:color="auto"/>
              <w:right w:val="single" w:sz="4" w:space="0" w:color="auto"/>
            </w:tcBorders>
            <w:hideMark/>
          </w:tcPr>
          <w:p w14:paraId="50B3E533" w14:textId="77777777" w:rsidR="00D44AD9" w:rsidRDefault="00D44AD9" w:rsidP="00AC3FE8">
            <w:pPr>
              <w:pStyle w:val="TAC"/>
              <w:rPr>
                <w:lang w:eastAsia="fi-FI"/>
              </w:rPr>
            </w:pPr>
            <w:r>
              <w:rPr>
                <w:lang w:eastAsia="fi-FI"/>
              </w:rPr>
              <w:t>DC_</w:t>
            </w:r>
            <w:r>
              <w:rPr>
                <w:lang w:eastAsia="zh-CN"/>
              </w:rPr>
              <w:t>39A</w:t>
            </w:r>
            <w:r>
              <w:rPr>
                <w:lang w:eastAsia="fi-FI"/>
              </w:rPr>
              <w:t>_n</w:t>
            </w:r>
            <w:r>
              <w:rPr>
                <w:lang w:eastAsia="zh-CN"/>
              </w:rPr>
              <w:t>41</w:t>
            </w:r>
            <w:r>
              <w:rPr>
                <w:lang w:eastAsia="fi-FI"/>
              </w:rPr>
              <w:t>A</w:t>
            </w:r>
          </w:p>
          <w:p w14:paraId="206CAC39" w14:textId="77777777" w:rsidR="00D44AD9" w:rsidRDefault="00D44AD9" w:rsidP="00AC3FE8">
            <w:pPr>
              <w:pStyle w:val="TAC"/>
              <w:rPr>
                <w:lang w:eastAsia="fi-FI"/>
              </w:rPr>
            </w:pPr>
            <w:r>
              <w:rPr>
                <w:lang w:eastAsia="zh-CN"/>
              </w:rPr>
              <w:t>DC_39C_n41A</w:t>
            </w:r>
          </w:p>
        </w:tc>
        <w:tc>
          <w:tcPr>
            <w:tcW w:w="2738" w:type="dxa"/>
            <w:tcBorders>
              <w:top w:val="single" w:sz="4" w:space="0" w:color="auto"/>
              <w:left w:val="single" w:sz="4" w:space="0" w:color="auto"/>
              <w:bottom w:val="single" w:sz="4" w:space="0" w:color="auto"/>
              <w:right w:val="single" w:sz="4" w:space="0" w:color="auto"/>
            </w:tcBorders>
            <w:noWrap/>
            <w:hideMark/>
          </w:tcPr>
          <w:p w14:paraId="0417C042"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hideMark/>
          </w:tcPr>
          <w:p w14:paraId="1E374446" w14:textId="77777777" w:rsidR="00D44AD9" w:rsidRDefault="00D44AD9" w:rsidP="00AC3FE8">
            <w:pPr>
              <w:pStyle w:val="TAC"/>
              <w:rPr>
                <w:lang w:eastAsia="zh-TW"/>
              </w:rPr>
            </w:pPr>
            <w:r>
              <w:rPr>
                <w:lang w:eastAsia="zh-CN"/>
              </w:rPr>
              <w:t>No</w:t>
            </w:r>
          </w:p>
        </w:tc>
      </w:tr>
      <w:tr w:rsidR="00D44AD9" w14:paraId="60CCAB2E"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7FAF6F2" w14:textId="77777777" w:rsidR="00D44AD9" w:rsidRDefault="00D44AD9" w:rsidP="00AC3FE8">
            <w:pPr>
              <w:pStyle w:val="TAC"/>
              <w:rPr>
                <w:lang w:eastAsia="fi-FI"/>
              </w:rPr>
            </w:pPr>
            <w:r>
              <w:rPr>
                <w:lang w:eastAsia="fi-FI"/>
              </w:rPr>
              <w:t>DC_39A_n78A</w:t>
            </w:r>
            <w:r>
              <w:rPr>
                <w:vertAlign w:val="superscript"/>
                <w:lang w:eastAsia="fi-FI"/>
              </w:rPr>
              <w:t>5,7</w:t>
            </w:r>
          </w:p>
        </w:tc>
        <w:tc>
          <w:tcPr>
            <w:tcW w:w="2280" w:type="dxa"/>
            <w:tcBorders>
              <w:top w:val="single" w:sz="4" w:space="0" w:color="auto"/>
              <w:left w:val="single" w:sz="4" w:space="0" w:color="auto"/>
              <w:bottom w:val="single" w:sz="4" w:space="0" w:color="auto"/>
              <w:right w:val="single" w:sz="4" w:space="0" w:color="auto"/>
            </w:tcBorders>
            <w:hideMark/>
          </w:tcPr>
          <w:p w14:paraId="61E05CF5" w14:textId="77777777" w:rsidR="00D44AD9" w:rsidRDefault="00D44AD9" w:rsidP="00AC3FE8">
            <w:pPr>
              <w:pStyle w:val="TAC"/>
              <w:rPr>
                <w:lang w:eastAsia="fi-FI"/>
              </w:rPr>
            </w:pPr>
            <w:r>
              <w:rPr>
                <w:lang w:eastAsia="fi-FI"/>
              </w:rPr>
              <w:t>DC_39A_n78A</w:t>
            </w:r>
          </w:p>
        </w:tc>
        <w:tc>
          <w:tcPr>
            <w:tcW w:w="2738" w:type="dxa"/>
            <w:tcBorders>
              <w:top w:val="single" w:sz="4" w:space="0" w:color="auto"/>
              <w:left w:val="single" w:sz="4" w:space="0" w:color="auto"/>
              <w:bottom w:val="single" w:sz="4" w:space="0" w:color="auto"/>
              <w:right w:val="single" w:sz="4" w:space="0" w:color="auto"/>
            </w:tcBorders>
            <w:noWrap/>
            <w:hideMark/>
          </w:tcPr>
          <w:p w14:paraId="775B01EF"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79663358" w14:textId="77777777" w:rsidR="00D44AD9" w:rsidRDefault="00D44AD9" w:rsidP="00AC3FE8">
            <w:pPr>
              <w:pStyle w:val="TAC"/>
              <w:rPr>
                <w:lang w:eastAsia="fi-FI"/>
              </w:rPr>
            </w:pPr>
          </w:p>
        </w:tc>
      </w:tr>
      <w:tr w:rsidR="00D44AD9" w14:paraId="09EED5D0"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6CFF96D" w14:textId="77777777" w:rsidR="00D44AD9" w:rsidRDefault="00D44AD9" w:rsidP="00AC3FE8">
            <w:pPr>
              <w:pStyle w:val="TAC"/>
              <w:rPr>
                <w:vertAlign w:val="superscript"/>
                <w:lang w:eastAsia="zh-TW"/>
              </w:rPr>
            </w:pPr>
            <w:r>
              <w:rPr>
                <w:lang w:eastAsia="fi-FI"/>
              </w:rPr>
              <w:t>DC_39A_n79A</w:t>
            </w:r>
            <w:r>
              <w:rPr>
                <w:vertAlign w:val="superscript"/>
                <w:lang w:eastAsia="fi-FI"/>
              </w:rPr>
              <w:t>7</w:t>
            </w:r>
          </w:p>
          <w:p w14:paraId="13A08BCA" w14:textId="77777777" w:rsidR="00D44AD9" w:rsidRDefault="00D44AD9" w:rsidP="00AC3FE8">
            <w:pPr>
              <w:pStyle w:val="TAC"/>
              <w:rPr>
                <w:lang w:eastAsia="zh-TW"/>
              </w:rPr>
            </w:pPr>
            <w:r>
              <w:rPr>
                <w:lang w:eastAsia="fi-FI"/>
              </w:rPr>
              <w:t>DC_39A_n79C</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111F78E9" w14:textId="77777777" w:rsidR="00D44AD9" w:rsidRDefault="00D44AD9" w:rsidP="00AC3FE8">
            <w:pPr>
              <w:pStyle w:val="TAC"/>
              <w:rPr>
                <w:lang w:eastAsia="fi-FI"/>
              </w:rPr>
            </w:pPr>
            <w:r>
              <w:rPr>
                <w:lang w:eastAsia="fi-FI"/>
              </w:rPr>
              <w:t>DC_39A_n79A</w:t>
            </w:r>
          </w:p>
        </w:tc>
        <w:tc>
          <w:tcPr>
            <w:tcW w:w="2738" w:type="dxa"/>
            <w:tcBorders>
              <w:top w:val="single" w:sz="4" w:space="0" w:color="auto"/>
              <w:left w:val="single" w:sz="4" w:space="0" w:color="auto"/>
              <w:bottom w:val="single" w:sz="4" w:space="0" w:color="auto"/>
              <w:right w:val="single" w:sz="4" w:space="0" w:color="auto"/>
            </w:tcBorders>
            <w:noWrap/>
            <w:hideMark/>
          </w:tcPr>
          <w:p w14:paraId="7F6E42C8"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4404DF14" w14:textId="77777777" w:rsidR="00D44AD9" w:rsidRDefault="00D44AD9" w:rsidP="00AC3FE8">
            <w:pPr>
              <w:pStyle w:val="TAC"/>
              <w:rPr>
                <w:lang w:eastAsia="fi-FI"/>
              </w:rPr>
            </w:pPr>
            <w:r>
              <w:rPr>
                <w:lang w:eastAsia="zh-CN"/>
              </w:rPr>
              <w:t>No</w:t>
            </w:r>
          </w:p>
        </w:tc>
      </w:tr>
      <w:tr w:rsidR="00D44AD9" w14:paraId="2CED99DC"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A8D5458" w14:textId="77777777" w:rsidR="00D44AD9" w:rsidRDefault="00D44AD9" w:rsidP="00AC3FE8">
            <w:pPr>
              <w:pStyle w:val="TAC"/>
              <w:rPr>
                <w:lang w:eastAsia="fi-FI"/>
              </w:rPr>
            </w:pPr>
            <w:r>
              <w:rPr>
                <w:lang w:eastAsia="fi-FI"/>
              </w:rPr>
              <w:t>DC</w:t>
            </w:r>
            <w:r>
              <w:rPr>
                <w:lang w:eastAsia="zh-CN"/>
              </w:rPr>
              <w:t>_</w:t>
            </w:r>
            <w:r>
              <w:rPr>
                <w:lang w:eastAsia="fi-FI"/>
              </w:rPr>
              <w:t>40A</w:t>
            </w:r>
            <w:r>
              <w:rPr>
                <w:lang w:eastAsia="zh-CN"/>
              </w:rPr>
              <w:t>_</w:t>
            </w:r>
            <w:r>
              <w:rPr>
                <w:lang w:eastAsia="fi-FI"/>
              </w:rPr>
              <w:t>n1A</w:t>
            </w:r>
          </w:p>
        </w:tc>
        <w:tc>
          <w:tcPr>
            <w:tcW w:w="2280" w:type="dxa"/>
            <w:tcBorders>
              <w:top w:val="single" w:sz="4" w:space="0" w:color="auto"/>
              <w:left w:val="single" w:sz="4" w:space="0" w:color="auto"/>
              <w:bottom w:val="single" w:sz="4" w:space="0" w:color="auto"/>
              <w:right w:val="single" w:sz="4" w:space="0" w:color="auto"/>
            </w:tcBorders>
            <w:hideMark/>
          </w:tcPr>
          <w:p w14:paraId="0AE98E43" w14:textId="77777777" w:rsidR="00D44AD9" w:rsidRDefault="00D44AD9" w:rsidP="00AC3FE8">
            <w:pPr>
              <w:pStyle w:val="TAC"/>
              <w:rPr>
                <w:lang w:eastAsia="fi-FI"/>
              </w:rPr>
            </w:pPr>
            <w:r>
              <w:rPr>
                <w:lang w:eastAsia="fi-FI"/>
              </w:rPr>
              <w:t>DC</w:t>
            </w:r>
            <w:r>
              <w:rPr>
                <w:lang w:eastAsia="zh-CN"/>
              </w:rPr>
              <w:t>_</w:t>
            </w:r>
            <w:r>
              <w:rPr>
                <w:lang w:eastAsia="fi-FI"/>
              </w:rPr>
              <w:t>40A</w:t>
            </w:r>
            <w:r>
              <w:rPr>
                <w:lang w:eastAsia="zh-CN"/>
              </w:rPr>
              <w:t>_</w:t>
            </w:r>
            <w:r>
              <w:rPr>
                <w:lang w:eastAsia="fi-FI"/>
              </w:rPr>
              <w:t>n1A</w:t>
            </w:r>
          </w:p>
        </w:tc>
        <w:tc>
          <w:tcPr>
            <w:tcW w:w="2738" w:type="dxa"/>
            <w:tcBorders>
              <w:top w:val="single" w:sz="4" w:space="0" w:color="auto"/>
              <w:left w:val="single" w:sz="4" w:space="0" w:color="auto"/>
              <w:bottom w:val="single" w:sz="4" w:space="0" w:color="auto"/>
              <w:right w:val="single" w:sz="4" w:space="0" w:color="auto"/>
            </w:tcBorders>
            <w:noWrap/>
            <w:hideMark/>
          </w:tcPr>
          <w:p w14:paraId="3D034F18" w14:textId="77777777" w:rsidR="00D44AD9" w:rsidRDefault="00D44AD9" w:rsidP="00AC3FE8">
            <w:pPr>
              <w:pStyle w:val="TAC"/>
              <w:rPr>
                <w:lang w:eastAsia="fi-FI"/>
              </w:rPr>
            </w:pPr>
            <w:r>
              <w:rPr>
                <w:rFonts w:eastAsia="MS Mincho"/>
              </w:rPr>
              <w:t>No</w:t>
            </w:r>
          </w:p>
        </w:tc>
        <w:tc>
          <w:tcPr>
            <w:tcW w:w="2738" w:type="dxa"/>
            <w:tcBorders>
              <w:top w:val="single" w:sz="4" w:space="0" w:color="auto"/>
              <w:left w:val="single" w:sz="4" w:space="0" w:color="auto"/>
              <w:bottom w:val="single" w:sz="4" w:space="0" w:color="auto"/>
              <w:right w:val="single" w:sz="4" w:space="0" w:color="auto"/>
            </w:tcBorders>
          </w:tcPr>
          <w:p w14:paraId="42FE32BF" w14:textId="77777777" w:rsidR="00D44AD9" w:rsidRDefault="00D44AD9" w:rsidP="00AC3FE8">
            <w:pPr>
              <w:pStyle w:val="TAC"/>
              <w:rPr>
                <w:rFonts w:eastAsia="MS Mincho"/>
              </w:rPr>
            </w:pPr>
          </w:p>
        </w:tc>
      </w:tr>
      <w:tr w:rsidR="00D44AD9" w14:paraId="0FA75C9C"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23469E9" w14:textId="77777777" w:rsidR="00D44AD9" w:rsidRDefault="00D44AD9" w:rsidP="00AC3FE8">
            <w:pPr>
              <w:pStyle w:val="TAC"/>
              <w:rPr>
                <w:vertAlign w:val="superscript"/>
                <w:lang w:eastAsia="zh-TW"/>
              </w:rPr>
            </w:pPr>
            <w:r>
              <w:rPr>
                <w:lang w:eastAsia="fi-FI"/>
              </w:rPr>
              <w:lastRenderedPageBreak/>
              <w:t>DC_</w:t>
            </w:r>
            <w:r>
              <w:rPr>
                <w:lang w:eastAsia="zh-CN"/>
              </w:rPr>
              <w:t>40</w:t>
            </w:r>
            <w:r>
              <w:rPr>
                <w:lang w:eastAsia="fi-FI"/>
              </w:rPr>
              <w:t>A_n</w:t>
            </w:r>
            <w:r>
              <w:rPr>
                <w:lang w:eastAsia="zh-CN"/>
              </w:rPr>
              <w:t>41</w:t>
            </w:r>
            <w:r>
              <w:rPr>
                <w:lang w:eastAsia="fi-FI"/>
              </w:rPr>
              <w:t>A</w:t>
            </w:r>
            <w:r>
              <w:rPr>
                <w:vertAlign w:val="superscript"/>
                <w:lang w:eastAsia="fi-FI"/>
              </w:rPr>
              <w:t>3</w:t>
            </w:r>
          </w:p>
          <w:p w14:paraId="1FCFD315" w14:textId="77777777" w:rsidR="00D44AD9" w:rsidRDefault="00D44AD9" w:rsidP="00AC3FE8">
            <w:pPr>
              <w:pStyle w:val="TAC"/>
              <w:rPr>
                <w:lang w:eastAsia="fi-FI"/>
              </w:rPr>
            </w:pPr>
            <w:r>
              <w:rPr>
                <w:lang w:eastAsia="fi-FI"/>
              </w:rPr>
              <w:t>DC_40C_n41A</w:t>
            </w:r>
            <w:r>
              <w:rPr>
                <w:vertAlign w:val="superscript"/>
                <w:lang w:eastAsia="fi-FI"/>
              </w:rPr>
              <w:t>3</w:t>
            </w:r>
          </w:p>
        </w:tc>
        <w:tc>
          <w:tcPr>
            <w:tcW w:w="2280" w:type="dxa"/>
            <w:tcBorders>
              <w:top w:val="single" w:sz="4" w:space="0" w:color="auto"/>
              <w:left w:val="single" w:sz="4" w:space="0" w:color="auto"/>
              <w:bottom w:val="single" w:sz="4" w:space="0" w:color="auto"/>
              <w:right w:val="single" w:sz="4" w:space="0" w:color="auto"/>
            </w:tcBorders>
            <w:hideMark/>
          </w:tcPr>
          <w:p w14:paraId="02E19264" w14:textId="77777777" w:rsidR="00D44AD9" w:rsidRDefault="00D44AD9" w:rsidP="00AC3FE8">
            <w:pPr>
              <w:pStyle w:val="TAC"/>
              <w:rPr>
                <w:lang w:eastAsia="fi-FI"/>
              </w:rPr>
            </w:pPr>
            <w:r>
              <w:rPr>
                <w:lang w:eastAsia="fi-FI"/>
              </w:rPr>
              <w:t>DC_</w:t>
            </w:r>
            <w:r>
              <w:rPr>
                <w:lang w:eastAsia="zh-CN"/>
              </w:rPr>
              <w:t>40</w:t>
            </w:r>
            <w:r>
              <w:rPr>
                <w:lang w:eastAsia="fi-FI"/>
              </w:rPr>
              <w:t>A_n</w:t>
            </w:r>
            <w:r>
              <w:rPr>
                <w:lang w:eastAsia="zh-CN"/>
              </w:rPr>
              <w:t>41</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22B9BDED"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4AB7FE66" w14:textId="77777777" w:rsidR="00D44AD9" w:rsidRDefault="00D44AD9" w:rsidP="00AC3FE8">
            <w:pPr>
              <w:pStyle w:val="TAC"/>
              <w:rPr>
                <w:lang w:eastAsia="zh-TW"/>
              </w:rPr>
            </w:pPr>
          </w:p>
        </w:tc>
      </w:tr>
      <w:tr w:rsidR="00D44AD9" w14:paraId="5B83605A"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2988013" w14:textId="77777777" w:rsidR="00D44AD9" w:rsidRDefault="00D44AD9" w:rsidP="00AC3FE8">
            <w:pPr>
              <w:pStyle w:val="TAC"/>
              <w:rPr>
                <w:lang w:eastAsia="fi-FI"/>
              </w:rPr>
            </w:pPr>
            <w:r>
              <w:rPr>
                <w:lang w:eastAsia="fi-FI"/>
              </w:rPr>
              <w:t>DC_40A_n77A</w:t>
            </w:r>
          </w:p>
        </w:tc>
        <w:tc>
          <w:tcPr>
            <w:tcW w:w="2280" w:type="dxa"/>
            <w:tcBorders>
              <w:top w:val="single" w:sz="4" w:space="0" w:color="auto"/>
              <w:left w:val="single" w:sz="4" w:space="0" w:color="auto"/>
              <w:bottom w:val="single" w:sz="4" w:space="0" w:color="auto"/>
              <w:right w:val="single" w:sz="4" w:space="0" w:color="auto"/>
            </w:tcBorders>
            <w:hideMark/>
          </w:tcPr>
          <w:p w14:paraId="4F76239B" w14:textId="77777777" w:rsidR="00D44AD9" w:rsidRDefault="00D44AD9" w:rsidP="00AC3FE8">
            <w:pPr>
              <w:pStyle w:val="TAC"/>
              <w:rPr>
                <w:lang w:eastAsia="fi-FI"/>
              </w:rPr>
            </w:pPr>
            <w:r>
              <w:rPr>
                <w:lang w:eastAsia="fi-FI"/>
              </w:rPr>
              <w:t>DC_40A_n77A</w:t>
            </w:r>
          </w:p>
        </w:tc>
        <w:tc>
          <w:tcPr>
            <w:tcW w:w="2738" w:type="dxa"/>
            <w:tcBorders>
              <w:top w:val="single" w:sz="4" w:space="0" w:color="auto"/>
              <w:left w:val="single" w:sz="4" w:space="0" w:color="auto"/>
              <w:bottom w:val="single" w:sz="4" w:space="0" w:color="auto"/>
              <w:right w:val="single" w:sz="4" w:space="0" w:color="auto"/>
            </w:tcBorders>
            <w:noWrap/>
            <w:hideMark/>
          </w:tcPr>
          <w:p w14:paraId="0240CED3" w14:textId="77777777" w:rsidR="00D44AD9" w:rsidRDefault="00D44AD9" w:rsidP="00AC3FE8">
            <w:pPr>
              <w:pStyle w:val="TAC"/>
              <w:rPr>
                <w:lang w:eastAsia="fi-FI"/>
              </w:rPr>
            </w:pPr>
            <w:r>
              <w:rPr>
                <w:rFonts w:eastAsia="Yu Mincho"/>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0B4B1C25" w14:textId="77777777" w:rsidR="00D44AD9" w:rsidRDefault="00D44AD9" w:rsidP="00AC3FE8">
            <w:pPr>
              <w:pStyle w:val="TAC"/>
              <w:rPr>
                <w:rFonts w:eastAsia="Yu Mincho"/>
                <w:lang w:eastAsia="ja-JP"/>
              </w:rPr>
            </w:pPr>
          </w:p>
        </w:tc>
      </w:tr>
      <w:tr w:rsidR="00D44AD9" w14:paraId="79EDB7D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A145445" w14:textId="77777777" w:rsidR="00D44AD9" w:rsidRDefault="00D44AD9" w:rsidP="00AC3FE8">
            <w:pPr>
              <w:pStyle w:val="TAC"/>
              <w:rPr>
                <w:lang w:eastAsia="zh-CN"/>
              </w:rPr>
            </w:pPr>
            <w:r>
              <w:rPr>
                <w:lang w:eastAsia="fi-FI"/>
              </w:rPr>
              <w:t>DC_</w:t>
            </w:r>
            <w:r>
              <w:rPr>
                <w:lang w:eastAsia="zh-CN"/>
              </w:rPr>
              <w:t>40A_n78A</w:t>
            </w:r>
          </w:p>
          <w:p w14:paraId="58F1C816" w14:textId="77777777" w:rsidR="00D44AD9" w:rsidRDefault="00D44AD9" w:rsidP="00AC3FE8">
            <w:pPr>
              <w:pStyle w:val="TAC"/>
              <w:rPr>
                <w:lang w:eastAsia="fi-FI"/>
              </w:rPr>
            </w:pPr>
            <w:r>
              <w:rPr>
                <w:lang w:eastAsia="fi-FI"/>
              </w:rPr>
              <w:t>DC_</w:t>
            </w:r>
            <w:r>
              <w:rPr>
                <w:lang w:eastAsia="zh-CN"/>
              </w:rPr>
              <w:t>40C_n78A</w:t>
            </w:r>
          </w:p>
        </w:tc>
        <w:tc>
          <w:tcPr>
            <w:tcW w:w="2280" w:type="dxa"/>
            <w:tcBorders>
              <w:top w:val="single" w:sz="4" w:space="0" w:color="auto"/>
              <w:left w:val="single" w:sz="4" w:space="0" w:color="auto"/>
              <w:bottom w:val="single" w:sz="4" w:space="0" w:color="auto"/>
              <w:right w:val="single" w:sz="4" w:space="0" w:color="auto"/>
            </w:tcBorders>
            <w:hideMark/>
          </w:tcPr>
          <w:p w14:paraId="4E95D8D8" w14:textId="77777777" w:rsidR="00D44AD9" w:rsidRDefault="00D44AD9" w:rsidP="00AC3FE8">
            <w:pPr>
              <w:pStyle w:val="TAC"/>
              <w:rPr>
                <w:lang w:eastAsia="zh-CN"/>
              </w:rPr>
            </w:pPr>
            <w:r>
              <w:rPr>
                <w:lang w:eastAsia="fi-FI"/>
              </w:rPr>
              <w:t>DC_</w:t>
            </w:r>
            <w:r>
              <w:rPr>
                <w:lang w:eastAsia="zh-CN"/>
              </w:rPr>
              <w:t>40A_n78A</w:t>
            </w:r>
          </w:p>
          <w:p w14:paraId="65ACC30A" w14:textId="77777777" w:rsidR="00D44AD9" w:rsidRDefault="00D44AD9" w:rsidP="00AC3FE8">
            <w:pPr>
              <w:pStyle w:val="TAC"/>
              <w:rPr>
                <w:lang w:eastAsia="fi-FI"/>
              </w:rPr>
            </w:pPr>
            <w:r>
              <w:rPr>
                <w:lang w:eastAsia="fi-FI"/>
              </w:rPr>
              <w:t>DC_</w:t>
            </w:r>
            <w:r>
              <w:rPr>
                <w:lang w:eastAsia="zh-CN"/>
              </w:rPr>
              <w:t>40C_n78A</w:t>
            </w:r>
          </w:p>
        </w:tc>
        <w:tc>
          <w:tcPr>
            <w:tcW w:w="2738" w:type="dxa"/>
            <w:tcBorders>
              <w:top w:val="single" w:sz="4" w:space="0" w:color="auto"/>
              <w:left w:val="single" w:sz="4" w:space="0" w:color="auto"/>
              <w:bottom w:val="single" w:sz="4" w:space="0" w:color="auto"/>
              <w:right w:val="single" w:sz="4" w:space="0" w:color="auto"/>
            </w:tcBorders>
            <w:noWrap/>
            <w:hideMark/>
          </w:tcPr>
          <w:p w14:paraId="2FC3380A" w14:textId="77777777" w:rsidR="00D44AD9" w:rsidRDefault="00D44AD9" w:rsidP="00AC3FE8">
            <w:pPr>
              <w:pStyle w:val="TAC"/>
              <w:rPr>
                <w:rFonts w:eastAsia="Yu Mincho"/>
                <w:lang w:eastAsia="ja-JP"/>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6F49B690" w14:textId="77777777" w:rsidR="00D44AD9" w:rsidRDefault="00D44AD9" w:rsidP="00AC3FE8">
            <w:pPr>
              <w:pStyle w:val="TAC"/>
              <w:rPr>
                <w:lang w:eastAsia="zh-TW"/>
              </w:rPr>
            </w:pPr>
          </w:p>
        </w:tc>
      </w:tr>
      <w:tr w:rsidR="00D44AD9" w14:paraId="5DD75F48"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FB25A98" w14:textId="77777777" w:rsidR="00D44AD9" w:rsidRDefault="00D44AD9" w:rsidP="00AC3FE8">
            <w:pPr>
              <w:pStyle w:val="TAC"/>
              <w:rPr>
                <w:lang w:eastAsia="zh-CN"/>
              </w:rPr>
            </w:pPr>
            <w:r>
              <w:rPr>
                <w:lang w:eastAsia="fi-FI"/>
              </w:rPr>
              <w:t>DC_</w:t>
            </w:r>
            <w:r>
              <w:rPr>
                <w:lang w:eastAsia="zh-CN"/>
              </w:rPr>
              <w:t>40</w:t>
            </w:r>
            <w:r>
              <w:rPr>
                <w:lang w:eastAsia="fi-FI"/>
              </w:rPr>
              <w:t>A_</w:t>
            </w:r>
            <w:r>
              <w:rPr>
                <w:lang w:eastAsia="zh-CN"/>
              </w:rPr>
              <w:t>n79</w:t>
            </w:r>
            <w:r>
              <w:rPr>
                <w:lang w:eastAsia="fi-FI"/>
              </w:rPr>
              <w:t>A</w:t>
            </w:r>
            <w:r>
              <w:rPr>
                <w:vertAlign w:val="superscript"/>
                <w:lang w:eastAsia="zh-CN"/>
              </w:rPr>
              <w:t>7,12</w:t>
            </w:r>
          </w:p>
          <w:p w14:paraId="684A4891" w14:textId="77777777" w:rsidR="00D44AD9" w:rsidRDefault="00D44AD9" w:rsidP="00AC3FE8">
            <w:pPr>
              <w:pStyle w:val="TAC"/>
              <w:rPr>
                <w:lang w:eastAsia="fi-FI"/>
              </w:rPr>
            </w:pPr>
            <w:r>
              <w:rPr>
                <w:lang w:eastAsia="zh-CN"/>
              </w:rPr>
              <w:t>DC_40C_n79A</w:t>
            </w:r>
            <w:r>
              <w:rPr>
                <w:vertAlign w:val="superscript"/>
                <w:lang w:eastAsia="zh-CN"/>
              </w:rPr>
              <w:t>7,12</w:t>
            </w:r>
          </w:p>
        </w:tc>
        <w:tc>
          <w:tcPr>
            <w:tcW w:w="2280" w:type="dxa"/>
            <w:tcBorders>
              <w:top w:val="single" w:sz="4" w:space="0" w:color="auto"/>
              <w:left w:val="single" w:sz="4" w:space="0" w:color="auto"/>
              <w:bottom w:val="single" w:sz="4" w:space="0" w:color="auto"/>
              <w:right w:val="single" w:sz="4" w:space="0" w:color="auto"/>
            </w:tcBorders>
            <w:hideMark/>
          </w:tcPr>
          <w:p w14:paraId="04CECA3B" w14:textId="77777777" w:rsidR="00D44AD9" w:rsidRDefault="00D44AD9" w:rsidP="00AC3FE8">
            <w:pPr>
              <w:pStyle w:val="TAC"/>
              <w:rPr>
                <w:lang w:eastAsia="fi-FI"/>
              </w:rPr>
            </w:pPr>
            <w:r>
              <w:rPr>
                <w:lang w:eastAsia="fi-FI"/>
              </w:rPr>
              <w:t>DC_</w:t>
            </w:r>
            <w:r>
              <w:rPr>
                <w:lang w:eastAsia="zh-CN"/>
              </w:rPr>
              <w:t>40</w:t>
            </w:r>
            <w:r>
              <w:rPr>
                <w:lang w:eastAsia="fi-FI"/>
              </w:rPr>
              <w:t>A_</w:t>
            </w:r>
            <w:r>
              <w:rPr>
                <w:lang w:eastAsia="zh-CN"/>
              </w:rPr>
              <w:t>n79</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0C30EDF6" w14:textId="77777777" w:rsidR="00D44AD9" w:rsidRDefault="00D44AD9" w:rsidP="00AC3FE8">
            <w:pPr>
              <w:pStyle w:val="TAC"/>
              <w:rPr>
                <w:rFonts w:eastAsia="Yu Mincho"/>
                <w:lang w:eastAsia="ja-JP"/>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hideMark/>
          </w:tcPr>
          <w:p w14:paraId="4C25B681" w14:textId="77777777" w:rsidR="00D44AD9" w:rsidRDefault="00D44AD9" w:rsidP="00AC3FE8">
            <w:pPr>
              <w:pStyle w:val="TAC"/>
              <w:rPr>
                <w:lang w:eastAsia="zh-TW"/>
              </w:rPr>
            </w:pPr>
            <w:r>
              <w:rPr>
                <w:lang w:eastAsia="zh-CN"/>
              </w:rPr>
              <w:t>No</w:t>
            </w:r>
          </w:p>
        </w:tc>
      </w:tr>
      <w:tr w:rsidR="00D44AD9" w14:paraId="6274891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A6F46FE" w14:textId="77777777" w:rsidR="00D44AD9" w:rsidRDefault="00D44AD9" w:rsidP="00AC3FE8">
            <w:pPr>
              <w:pStyle w:val="TAC"/>
              <w:rPr>
                <w:lang w:eastAsia="zh-TW"/>
              </w:rPr>
            </w:pPr>
            <w:r>
              <w:rPr>
                <w:lang w:eastAsia="fi-FI"/>
              </w:rPr>
              <w:t>DC_</w:t>
            </w:r>
            <w:r>
              <w:rPr>
                <w:lang w:eastAsia="zh-CN"/>
              </w:rPr>
              <w:t>41</w:t>
            </w:r>
            <w:r>
              <w:rPr>
                <w:lang w:eastAsia="fi-FI"/>
              </w:rPr>
              <w:t>A_n</w:t>
            </w:r>
            <w:r>
              <w:rPr>
                <w:lang w:eastAsia="zh-CN"/>
              </w:rPr>
              <w:t>3</w:t>
            </w:r>
            <w:r>
              <w:rPr>
                <w:lang w:eastAsia="fi-FI"/>
              </w:rPr>
              <w:t>A</w:t>
            </w:r>
            <w:r>
              <w:rPr>
                <w:vertAlign w:val="superscript"/>
                <w:lang w:eastAsia="fi-FI"/>
              </w:rPr>
              <w:t>7</w:t>
            </w:r>
          </w:p>
          <w:p w14:paraId="0A033F17" w14:textId="77777777" w:rsidR="00D44AD9" w:rsidRDefault="00D44AD9" w:rsidP="00AC3FE8">
            <w:pPr>
              <w:pStyle w:val="TAC"/>
              <w:rPr>
                <w:lang w:eastAsia="zh-TW"/>
              </w:rPr>
            </w:pPr>
            <w:r>
              <w:rPr>
                <w:lang w:eastAsia="fi-FI"/>
              </w:rPr>
              <w:t>DC_</w:t>
            </w:r>
            <w:r>
              <w:rPr>
                <w:lang w:eastAsia="zh-CN"/>
              </w:rPr>
              <w:t>41C</w:t>
            </w:r>
            <w:r>
              <w:rPr>
                <w:lang w:eastAsia="fi-FI"/>
              </w:rPr>
              <w:t>_n</w:t>
            </w:r>
            <w:r>
              <w:rPr>
                <w:lang w:eastAsia="zh-CN"/>
              </w:rPr>
              <w:t>3</w:t>
            </w:r>
            <w:r>
              <w:rPr>
                <w:lang w:eastAsia="fi-FI"/>
              </w:rPr>
              <w:t>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39980D67" w14:textId="77777777" w:rsidR="00D44AD9" w:rsidRDefault="00D44AD9" w:rsidP="00AC3FE8">
            <w:pPr>
              <w:pStyle w:val="TAC"/>
              <w:rPr>
                <w:lang w:eastAsia="zh-TW"/>
              </w:rPr>
            </w:pPr>
            <w:r>
              <w:rPr>
                <w:lang w:eastAsia="fi-FI"/>
              </w:rPr>
              <w:t>DC_</w:t>
            </w:r>
            <w:r>
              <w:rPr>
                <w:lang w:eastAsia="zh-CN"/>
              </w:rPr>
              <w:t>41A</w:t>
            </w:r>
            <w:r>
              <w:rPr>
                <w:lang w:eastAsia="fi-FI"/>
              </w:rPr>
              <w:t>_n</w:t>
            </w:r>
            <w:r>
              <w:rPr>
                <w:lang w:eastAsia="zh-CN"/>
              </w:rPr>
              <w:t>3</w:t>
            </w:r>
            <w:r>
              <w:rPr>
                <w:lang w:eastAsia="fi-FI"/>
              </w:rPr>
              <w:t>A</w:t>
            </w:r>
          </w:p>
          <w:p w14:paraId="1946FD2A" w14:textId="77777777" w:rsidR="00D44AD9" w:rsidRDefault="00D44AD9" w:rsidP="00AC3FE8">
            <w:pPr>
              <w:pStyle w:val="TAC"/>
              <w:rPr>
                <w:lang w:eastAsia="zh-TW"/>
              </w:rPr>
            </w:pPr>
            <w:r>
              <w:rPr>
                <w:lang w:eastAsia="fi-FI"/>
              </w:rPr>
              <w:t>DC_</w:t>
            </w:r>
            <w:r>
              <w:rPr>
                <w:lang w:eastAsia="zh-CN"/>
              </w:rPr>
              <w:t>41C</w:t>
            </w:r>
            <w:r>
              <w:rPr>
                <w:lang w:eastAsia="fi-FI"/>
              </w:rPr>
              <w:t>_n</w:t>
            </w:r>
            <w:r>
              <w:rPr>
                <w:lang w:eastAsia="zh-CN"/>
              </w:rPr>
              <w:t>3</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536AF871" w14:textId="77777777" w:rsidR="00D44AD9" w:rsidRDefault="00D44AD9" w:rsidP="00AC3FE8">
            <w:pPr>
              <w:pStyle w:val="TAC"/>
              <w:rPr>
                <w:lang w:eastAsia="zh-TW"/>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49C9EC21" w14:textId="77777777" w:rsidR="00D44AD9" w:rsidRDefault="00D44AD9" w:rsidP="00AC3FE8">
            <w:pPr>
              <w:pStyle w:val="TAC"/>
              <w:rPr>
                <w:lang w:eastAsia="zh-TW"/>
              </w:rPr>
            </w:pPr>
          </w:p>
        </w:tc>
      </w:tr>
      <w:tr w:rsidR="00D44AD9" w14:paraId="40C089B1"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BBC7F7E" w14:textId="77777777" w:rsidR="00D44AD9" w:rsidRDefault="00D44AD9" w:rsidP="00AC3FE8">
            <w:pPr>
              <w:pStyle w:val="TAC"/>
              <w:rPr>
                <w:lang w:eastAsia="zh-TW"/>
              </w:rPr>
            </w:pPr>
            <w:r>
              <w:rPr>
                <w:lang w:eastAsia="fi-FI"/>
              </w:rPr>
              <w:t>DC_41A_n28A</w:t>
            </w:r>
            <w:r>
              <w:rPr>
                <w:vertAlign w:val="superscript"/>
                <w:lang w:eastAsia="fi-FI"/>
              </w:rPr>
              <w:t>7</w:t>
            </w:r>
          </w:p>
          <w:p w14:paraId="7973BE77" w14:textId="77777777" w:rsidR="00D44AD9" w:rsidRDefault="00D44AD9" w:rsidP="00AC3FE8">
            <w:pPr>
              <w:pStyle w:val="TAC"/>
              <w:rPr>
                <w:lang w:eastAsia="fi-FI"/>
              </w:rPr>
            </w:pPr>
            <w:r>
              <w:rPr>
                <w:lang w:eastAsia="fi-FI"/>
              </w:rPr>
              <w:t>DC_41</w:t>
            </w:r>
            <w:r>
              <w:rPr>
                <w:lang w:eastAsia="zh-CN"/>
              </w:rPr>
              <w:t>C</w:t>
            </w:r>
            <w:r>
              <w:rPr>
                <w:lang w:eastAsia="fi-FI"/>
              </w:rPr>
              <w:t>_n28A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685ED630" w14:textId="77777777" w:rsidR="00D44AD9" w:rsidRDefault="00D44AD9" w:rsidP="00AC3FE8">
            <w:pPr>
              <w:pStyle w:val="TAC"/>
              <w:rPr>
                <w:lang w:eastAsia="zh-CN"/>
              </w:rPr>
            </w:pPr>
            <w:r>
              <w:rPr>
                <w:lang w:eastAsia="fi-FI"/>
              </w:rPr>
              <w:t>DC_41A_n28A</w:t>
            </w:r>
          </w:p>
          <w:p w14:paraId="194BCC20" w14:textId="77777777" w:rsidR="00D44AD9" w:rsidRDefault="00D44AD9" w:rsidP="00AC3FE8">
            <w:pPr>
              <w:pStyle w:val="TAC"/>
              <w:rPr>
                <w:lang w:eastAsia="fi-FI"/>
              </w:rPr>
            </w:pPr>
            <w:r>
              <w:rPr>
                <w:lang w:eastAsia="fi-FI"/>
              </w:rPr>
              <w:t>DC_41</w:t>
            </w:r>
            <w:r>
              <w:rPr>
                <w:lang w:eastAsia="zh-CN"/>
              </w:rPr>
              <w:t>C</w:t>
            </w:r>
            <w:r>
              <w:rPr>
                <w:lang w:eastAsia="fi-FI"/>
              </w:rPr>
              <w:t>_n28A</w:t>
            </w:r>
          </w:p>
        </w:tc>
        <w:tc>
          <w:tcPr>
            <w:tcW w:w="2738" w:type="dxa"/>
            <w:tcBorders>
              <w:top w:val="single" w:sz="4" w:space="0" w:color="auto"/>
              <w:left w:val="single" w:sz="4" w:space="0" w:color="auto"/>
              <w:bottom w:val="single" w:sz="4" w:space="0" w:color="auto"/>
              <w:right w:val="single" w:sz="4" w:space="0" w:color="auto"/>
            </w:tcBorders>
            <w:noWrap/>
            <w:hideMark/>
          </w:tcPr>
          <w:p w14:paraId="0BE2B58E" w14:textId="77777777" w:rsidR="00D44AD9" w:rsidRDefault="00D44AD9" w:rsidP="00AC3FE8">
            <w:pPr>
              <w:pStyle w:val="TAC"/>
              <w:rPr>
                <w:lang w:eastAsia="zh-TW"/>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135BB878" w14:textId="77777777" w:rsidR="00D44AD9" w:rsidRDefault="00D44AD9" w:rsidP="00AC3FE8">
            <w:pPr>
              <w:pStyle w:val="TAC"/>
              <w:rPr>
                <w:lang w:eastAsia="zh-TW"/>
              </w:rPr>
            </w:pPr>
          </w:p>
        </w:tc>
      </w:tr>
      <w:tr w:rsidR="00D44AD9" w14:paraId="4191542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56F2AAF" w14:textId="77777777" w:rsidR="00D44AD9" w:rsidRDefault="00D44AD9" w:rsidP="00AC3FE8">
            <w:pPr>
              <w:pStyle w:val="TAC"/>
              <w:rPr>
                <w:lang w:eastAsia="fi-FI"/>
              </w:rPr>
            </w:pPr>
            <w:r>
              <w:rPr>
                <w:lang w:eastAsia="fi-FI"/>
              </w:rPr>
              <w:t>DC_41A_n77A</w:t>
            </w:r>
          </w:p>
          <w:p w14:paraId="04C55E2F" w14:textId="77777777" w:rsidR="00D44AD9" w:rsidRDefault="00D44AD9" w:rsidP="00AC3FE8">
            <w:pPr>
              <w:pStyle w:val="TAC"/>
              <w:rPr>
                <w:lang w:eastAsia="fi-FI"/>
              </w:rPr>
            </w:pPr>
            <w:r>
              <w:t>DC_41C_n77A</w:t>
            </w:r>
          </w:p>
        </w:tc>
        <w:tc>
          <w:tcPr>
            <w:tcW w:w="2280" w:type="dxa"/>
            <w:tcBorders>
              <w:top w:val="single" w:sz="4" w:space="0" w:color="auto"/>
              <w:left w:val="single" w:sz="4" w:space="0" w:color="auto"/>
              <w:bottom w:val="single" w:sz="4" w:space="0" w:color="auto"/>
              <w:right w:val="single" w:sz="4" w:space="0" w:color="auto"/>
            </w:tcBorders>
            <w:hideMark/>
          </w:tcPr>
          <w:p w14:paraId="22BAE60D" w14:textId="77777777" w:rsidR="00D44AD9" w:rsidRDefault="00D44AD9" w:rsidP="00AC3FE8">
            <w:pPr>
              <w:pStyle w:val="TAC"/>
              <w:rPr>
                <w:lang w:eastAsia="fi-FI"/>
              </w:rPr>
            </w:pPr>
            <w:r>
              <w:rPr>
                <w:lang w:eastAsia="fi-FI"/>
              </w:rPr>
              <w:t>DC_41A_n77A</w:t>
            </w:r>
          </w:p>
          <w:p w14:paraId="7718444E" w14:textId="77777777" w:rsidR="00D44AD9" w:rsidRDefault="00D44AD9" w:rsidP="00AC3FE8">
            <w:pPr>
              <w:pStyle w:val="TAC"/>
              <w:rPr>
                <w:lang w:eastAsia="fi-FI"/>
              </w:rPr>
            </w:pPr>
            <w:r>
              <w:rPr>
                <w:lang w:eastAsia="ja-JP"/>
              </w:rPr>
              <w:t>DC_41C_n77A</w:t>
            </w:r>
          </w:p>
        </w:tc>
        <w:tc>
          <w:tcPr>
            <w:tcW w:w="2738" w:type="dxa"/>
            <w:tcBorders>
              <w:top w:val="single" w:sz="4" w:space="0" w:color="auto"/>
              <w:left w:val="single" w:sz="4" w:space="0" w:color="auto"/>
              <w:bottom w:val="single" w:sz="4" w:space="0" w:color="auto"/>
              <w:right w:val="single" w:sz="4" w:space="0" w:color="auto"/>
            </w:tcBorders>
            <w:noWrap/>
            <w:hideMark/>
          </w:tcPr>
          <w:p w14:paraId="79015E64"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448F1E7C" w14:textId="77777777" w:rsidR="00D44AD9" w:rsidRDefault="00D44AD9" w:rsidP="00AC3FE8">
            <w:pPr>
              <w:pStyle w:val="TAC"/>
              <w:rPr>
                <w:lang w:eastAsia="fi-FI"/>
              </w:rPr>
            </w:pPr>
          </w:p>
        </w:tc>
      </w:tr>
      <w:tr w:rsidR="00D44AD9" w14:paraId="7892472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F559B6D" w14:textId="77777777" w:rsidR="00D44AD9" w:rsidRDefault="00D44AD9" w:rsidP="00AC3FE8">
            <w:pPr>
              <w:pStyle w:val="TAC"/>
              <w:rPr>
                <w:lang w:eastAsia="fi-FI"/>
              </w:rPr>
            </w:pPr>
            <w:r>
              <w:rPr>
                <w:lang w:eastAsia="fi-FI"/>
              </w:rPr>
              <w:t>DC_4</w:t>
            </w:r>
            <w:r>
              <w:rPr>
                <w:lang w:eastAsia="zh-CN"/>
              </w:rPr>
              <w:t>1</w:t>
            </w:r>
            <w:r>
              <w:rPr>
                <w:lang w:eastAsia="fi-FI"/>
              </w:rPr>
              <w:t>A_n</w:t>
            </w:r>
            <w:r>
              <w:rPr>
                <w:lang w:eastAsia="zh-CN"/>
              </w:rPr>
              <w:t>77(2</w:t>
            </w:r>
            <w:r>
              <w:rPr>
                <w:lang w:eastAsia="fi-FI"/>
              </w:rPr>
              <w:t>A)</w:t>
            </w:r>
          </w:p>
          <w:p w14:paraId="1238A733" w14:textId="77777777" w:rsidR="00D44AD9" w:rsidRDefault="00D44AD9" w:rsidP="00AC3FE8">
            <w:pPr>
              <w:pStyle w:val="TAC"/>
              <w:rPr>
                <w:lang w:eastAsia="fi-FI"/>
              </w:rPr>
            </w:pPr>
            <w:r>
              <w:rPr>
                <w:lang w:eastAsia="fi-FI"/>
              </w:rPr>
              <w:t>DC_4</w:t>
            </w:r>
            <w:r>
              <w:rPr>
                <w:lang w:eastAsia="zh-CN"/>
              </w:rPr>
              <w:t>1</w:t>
            </w:r>
            <w:r>
              <w:rPr>
                <w:lang w:eastAsia="fi-FI"/>
              </w:rPr>
              <w:t>C_n</w:t>
            </w:r>
            <w:r>
              <w:rPr>
                <w:lang w:eastAsia="zh-CN"/>
              </w:rPr>
              <w:t>77(2</w:t>
            </w:r>
            <w:r>
              <w:rPr>
                <w:lang w:eastAsia="fi-FI"/>
              </w:rPr>
              <w:t>A)</w:t>
            </w:r>
          </w:p>
        </w:tc>
        <w:tc>
          <w:tcPr>
            <w:tcW w:w="2280" w:type="dxa"/>
            <w:tcBorders>
              <w:top w:val="single" w:sz="4" w:space="0" w:color="auto"/>
              <w:left w:val="single" w:sz="4" w:space="0" w:color="auto"/>
              <w:bottom w:val="single" w:sz="4" w:space="0" w:color="auto"/>
              <w:right w:val="single" w:sz="4" w:space="0" w:color="auto"/>
            </w:tcBorders>
            <w:hideMark/>
          </w:tcPr>
          <w:p w14:paraId="22731A15" w14:textId="77777777" w:rsidR="00D44AD9" w:rsidRDefault="00D44AD9" w:rsidP="00AC3FE8">
            <w:pPr>
              <w:pStyle w:val="TAC"/>
              <w:rPr>
                <w:lang w:eastAsia="fi-FI"/>
              </w:rPr>
            </w:pPr>
            <w:r>
              <w:rPr>
                <w:lang w:eastAsia="fi-FI"/>
              </w:rPr>
              <w:t>DC_4</w:t>
            </w:r>
            <w:r>
              <w:rPr>
                <w:lang w:eastAsia="zh-CN"/>
              </w:rPr>
              <w:t>1</w:t>
            </w:r>
            <w:r>
              <w:rPr>
                <w:lang w:eastAsia="fi-FI"/>
              </w:rPr>
              <w:t>A_n</w:t>
            </w:r>
            <w:r>
              <w:rPr>
                <w:lang w:eastAsia="zh-CN"/>
              </w:rPr>
              <w:t>77</w:t>
            </w:r>
            <w:r>
              <w:rPr>
                <w:lang w:eastAsia="fi-FI"/>
              </w:rPr>
              <w:t>A</w:t>
            </w:r>
          </w:p>
          <w:p w14:paraId="34BC6734" w14:textId="77777777" w:rsidR="00D44AD9" w:rsidRDefault="00D44AD9" w:rsidP="00AC3FE8">
            <w:pPr>
              <w:pStyle w:val="TAC"/>
              <w:rPr>
                <w:lang w:eastAsia="fi-FI"/>
              </w:rPr>
            </w:pPr>
            <w:r>
              <w:rPr>
                <w:lang w:eastAsia="fi-FI"/>
              </w:rPr>
              <w:t>DC_4</w:t>
            </w:r>
            <w:r>
              <w:rPr>
                <w:lang w:eastAsia="zh-CN"/>
              </w:rPr>
              <w:t>1</w:t>
            </w:r>
            <w:r>
              <w:rPr>
                <w:lang w:eastAsia="fi-FI"/>
              </w:rPr>
              <w:t>C_n</w:t>
            </w:r>
            <w:r>
              <w:rPr>
                <w:lang w:eastAsia="zh-CN"/>
              </w:rPr>
              <w:t>77</w:t>
            </w:r>
            <w:r>
              <w:rPr>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3AD00BFC" w14:textId="77777777" w:rsidR="00D44AD9" w:rsidRDefault="00D44AD9" w:rsidP="00AC3FE8">
            <w:pPr>
              <w:pStyle w:val="TAC"/>
              <w:rPr>
                <w:lang w:eastAsia="fi-FI"/>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5A689112" w14:textId="77777777" w:rsidR="00D44AD9" w:rsidRDefault="00D44AD9" w:rsidP="00AC3FE8">
            <w:pPr>
              <w:pStyle w:val="TAC"/>
              <w:rPr>
                <w:lang w:eastAsia="ja-JP"/>
              </w:rPr>
            </w:pPr>
          </w:p>
        </w:tc>
      </w:tr>
      <w:tr w:rsidR="00D44AD9" w14:paraId="36E0E00F"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EC0F81E" w14:textId="77777777" w:rsidR="00D44AD9" w:rsidRDefault="00D44AD9" w:rsidP="00AC3FE8">
            <w:pPr>
              <w:pStyle w:val="TAC"/>
              <w:rPr>
                <w:lang w:eastAsia="fi-FI"/>
              </w:rPr>
            </w:pPr>
            <w:r>
              <w:rPr>
                <w:lang w:eastAsia="fi-FI"/>
              </w:rPr>
              <w:t>DC_41A_n78A</w:t>
            </w:r>
          </w:p>
          <w:p w14:paraId="6BFB5310" w14:textId="77777777" w:rsidR="00D44AD9" w:rsidRDefault="00D44AD9" w:rsidP="00AC3FE8">
            <w:pPr>
              <w:pStyle w:val="TAC"/>
              <w:rPr>
                <w:lang w:eastAsia="zh-TW"/>
              </w:rPr>
            </w:pPr>
            <w:r>
              <w:t>DC_41C_n78A</w:t>
            </w:r>
          </w:p>
          <w:p w14:paraId="23AE878C" w14:textId="77777777" w:rsidR="00D44AD9" w:rsidRDefault="00D44AD9" w:rsidP="00AC3FE8">
            <w:pPr>
              <w:pStyle w:val="TAC"/>
              <w:rPr>
                <w:lang w:eastAsia="zh-TW"/>
              </w:rPr>
            </w:pPr>
            <w:r>
              <w:rPr>
                <w:lang w:eastAsia="zh-CN"/>
              </w:rPr>
              <w:t>DC_41D_n78A</w:t>
            </w:r>
          </w:p>
        </w:tc>
        <w:tc>
          <w:tcPr>
            <w:tcW w:w="2280" w:type="dxa"/>
            <w:tcBorders>
              <w:top w:val="single" w:sz="4" w:space="0" w:color="auto"/>
              <w:left w:val="single" w:sz="4" w:space="0" w:color="auto"/>
              <w:bottom w:val="single" w:sz="4" w:space="0" w:color="auto"/>
              <w:right w:val="single" w:sz="4" w:space="0" w:color="auto"/>
            </w:tcBorders>
            <w:hideMark/>
          </w:tcPr>
          <w:p w14:paraId="7992CDB6" w14:textId="77777777" w:rsidR="00D44AD9" w:rsidRDefault="00D44AD9" w:rsidP="00AC3FE8">
            <w:pPr>
              <w:pStyle w:val="TAC"/>
              <w:rPr>
                <w:lang w:eastAsia="fi-FI"/>
              </w:rPr>
            </w:pPr>
            <w:r>
              <w:rPr>
                <w:lang w:eastAsia="fi-FI"/>
              </w:rPr>
              <w:t>DC_41A_n78A</w:t>
            </w:r>
          </w:p>
          <w:p w14:paraId="0FEAC6BE" w14:textId="77777777" w:rsidR="00D44AD9" w:rsidRDefault="00D44AD9" w:rsidP="00AC3FE8">
            <w:pPr>
              <w:pStyle w:val="TAC"/>
              <w:rPr>
                <w:lang w:eastAsia="fi-FI"/>
              </w:rPr>
            </w:pPr>
            <w:r>
              <w:rPr>
                <w:lang w:eastAsia="ja-JP"/>
              </w:rPr>
              <w:t>DC_41C_n78A</w:t>
            </w:r>
          </w:p>
        </w:tc>
        <w:tc>
          <w:tcPr>
            <w:tcW w:w="2738" w:type="dxa"/>
            <w:tcBorders>
              <w:top w:val="single" w:sz="4" w:space="0" w:color="auto"/>
              <w:left w:val="single" w:sz="4" w:space="0" w:color="auto"/>
              <w:bottom w:val="single" w:sz="4" w:space="0" w:color="auto"/>
              <w:right w:val="single" w:sz="4" w:space="0" w:color="auto"/>
            </w:tcBorders>
            <w:noWrap/>
            <w:hideMark/>
          </w:tcPr>
          <w:p w14:paraId="3CD711CF"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21D3012D" w14:textId="77777777" w:rsidR="00D44AD9" w:rsidRDefault="00D44AD9" w:rsidP="00AC3FE8">
            <w:pPr>
              <w:pStyle w:val="TAC"/>
              <w:rPr>
                <w:lang w:eastAsia="fi-FI"/>
              </w:rPr>
            </w:pPr>
          </w:p>
        </w:tc>
      </w:tr>
      <w:tr w:rsidR="00D44AD9" w14:paraId="656A756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C006894" w14:textId="77777777" w:rsidR="00D44AD9" w:rsidRDefault="00D44AD9" w:rsidP="00AC3FE8">
            <w:pPr>
              <w:pStyle w:val="TAC"/>
              <w:rPr>
                <w:lang w:eastAsia="zh-TW"/>
              </w:rPr>
            </w:pPr>
            <w:r>
              <w:rPr>
                <w:lang w:eastAsia="fi-FI"/>
              </w:rPr>
              <w:t>DC_4</w:t>
            </w:r>
            <w:r>
              <w:rPr>
                <w:lang w:eastAsia="zh-CN"/>
              </w:rPr>
              <w:t>1</w:t>
            </w:r>
            <w:r>
              <w:rPr>
                <w:lang w:eastAsia="zh-TW"/>
              </w:rPr>
              <w:t>A</w:t>
            </w:r>
            <w:r>
              <w:rPr>
                <w:lang w:eastAsia="fi-FI"/>
              </w:rPr>
              <w:t>_n</w:t>
            </w:r>
            <w:r>
              <w:rPr>
                <w:lang w:eastAsia="zh-CN"/>
              </w:rPr>
              <w:t>78(2</w:t>
            </w:r>
            <w:r>
              <w:rPr>
                <w:lang w:eastAsia="fi-FI"/>
              </w:rPr>
              <w:t>A)</w:t>
            </w:r>
          </w:p>
          <w:p w14:paraId="66B8DA64" w14:textId="77777777" w:rsidR="00D44AD9" w:rsidRDefault="00D44AD9" w:rsidP="00AC3FE8">
            <w:pPr>
              <w:pStyle w:val="TAC"/>
              <w:rPr>
                <w:lang w:eastAsia="fi-FI"/>
              </w:rPr>
            </w:pPr>
            <w:r>
              <w:rPr>
                <w:lang w:eastAsia="fi-FI"/>
              </w:rPr>
              <w:t>DC_4</w:t>
            </w:r>
            <w:r>
              <w:rPr>
                <w:lang w:eastAsia="zh-CN"/>
              </w:rPr>
              <w:t>1</w:t>
            </w:r>
            <w:r>
              <w:rPr>
                <w:lang w:eastAsia="fi-FI"/>
              </w:rPr>
              <w:t>C_n</w:t>
            </w:r>
            <w:r>
              <w:rPr>
                <w:lang w:eastAsia="zh-CN"/>
              </w:rPr>
              <w:t>78(2</w:t>
            </w:r>
            <w:r>
              <w:rPr>
                <w:lang w:eastAsia="fi-FI"/>
              </w:rPr>
              <w:t>A)</w:t>
            </w:r>
          </w:p>
        </w:tc>
        <w:tc>
          <w:tcPr>
            <w:tcW w:w="2280" w:type="dxa"/>
            <w:tcBorders>
              <w:top w:val="single" w:sz="4" w:space="0" w:color="auto"/>
              <w:left w:val="single" w:sz="4" w:space="0" w:color="auto"/>
              <w:bottom w:val="single" w:sz="4" w:space="0" w:color="auto"/>
              <w:right w:val="single" w:sz="4" w:space="0" w:color="auto"/>
            </w:tcBorders>
            <w:hideMark/>
          </w:tcPr>
          <w:p w14:paraId="5C9F2C6E" w14:textId="77777777" w:rsidR="00D44AD9" w:rsidRDefault="00D44AD9" w:rsidP="00AC3FE8">
            <w:pPr>
              <w:pStyle w:val="TAC"/>
              <w:rPr>
                <w:lang w:eastAsia="fi-FI"/>
              </w:rPr>
            </w:pPr>
            <w:r>
              <w:rPr>
                <w:lang w:eastAsia="fi-FI"/>
              </w:rPr>
              <w:t>DC_4</w:t>
            </w:r>
            <w:r>
              <w:rPr>
                <w:lang w:eastAsia="zh-CN"/>
              </w:rPr>
              <w:t>1</w:t>
            </w:r>
            <w:r>
              <w:rPr>
                <w:lang w:eastAsia="fi-FI"/>
              </w:rPr>
              <w:t>A_n78A</w:t>
            </w:r>
          </w:p>
          <w:p w14:paraId="61786CB3" w14:textId="77777777" w:rsidR="00D44AD9" w:rsidRDefault="00D44AD9" w:rsidP="00AC3FE8">
            <w:pPr>
              <w:pStyle w:val="TAC"/>
              <w:rPr>
                <w:lang w:eastAsia="fi-FI"/>
              </w:rPr>
            </w:pPr>
            <w:r>
              <w:rPr>
                <w:lang w:eastAsia="fi-FI"/>
              </w:rPr>
              <w:t>DC_4</w:t>
            </w:r>
            <w:r>
              <w:rPr>
                <w:lang w:eastAsia="zh-CN"/>
              </w:rPr>
              <w:t>1</w:t>
            </w:r>
            <w:r>
              <w:rPr>
                <w:lang w:eastAsia="fi-FI"/>
              </w:rPr>
              <w:t>C_n78A</w:t>
            </w:r>
          </w:p>
        </w:tc>
        <w:tc>
          <w:tcPr>
            <w:tcW w:w="2738" w:type="dxa"/>
            <w:tcBorders>
              <w:top w:val="single" w:sz="4" w:space="0" w:color="auto"/>
              <w:left w:val="single" w:sz="4" w:space="0" w:color="auto"/>
              <w:bottom w:val="single" w:sz="4" w:space="0" w:color="auto"/>
              <w:right w:val="single" w:sz="4" w:space="0" w:color="auto"/>
            </w:tcBorders>
            <w:noWrap/>
            <w:hideMark/>
          </w:tcPr>
          <w:p w14:paraId="63EEE8B7" w14:textId="77777777" w:rsidR="00D44AD9" w:rsidRDefault="00D44AD9" w:rsidP="00AC3FE8">
            <w:pPr>
              <w:pStyle w:val="TAC"/>
              <w:rPr>
                <w:lang w:eastAsia="zh-TW"/>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5F629E94" w14:textId="77777777" w:rsidR="00D44AD9" w:rsidRDefault="00D44AD9" w:rsidP="00AC3FE8">
            <w:pPr>
              <w:pStyle w:val="TAC"/>
              <w:rPr>
                <w:lang w:eastAsia="zh-TW"/>
              </w:rPr>
            </w:pPr>
          </w:p>
        </w:tc>
      </w:tr>
      <w:tr w:rsidR="00D44AD9" w14:paraId="24A1A9AA"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0269788" w14:textId="77777777" w:rsidR="00D44AD9" w:rsidRDefault="00D44AD9" w:rsidP="00AC3FE8">
            <w:pPr>
              <w:pStyle w:val="TAC"/>
              <w:rPr>
                <w:vertAlign w:val="superscript"/>
                <w:lang w:eastAsia="zh-TW"/>
              </w:rPr>
            </w:pPr>
            <w:r>
              <w:rPr>
                <w:lang w:eastAsia="fi-FI"/>
              </w:rPr>
              <w:t>DC_41A_n79A</w:t>
            </w:r>
            <w:r>
              <w:rPr>
                <w:vertAlign w:val="superscript"/>
                <w:lang w:eastAsia="fi-FI"/>
              </w:rPr>
              <w:t>6,7</w:t>
            </w:r>
          </w:p>
          <w:p w14:paraId="23900F34" w14:textId="77777777" w:rsidR="00D44AD9" w:rsidRDefault="00D44AD9" w:rsidP="00AC3FE8">
            <w:pPr>
              <w:pStyle w:val="TAC"/>
              <w:rPr>
                <w:lang w:eastAsia="zh-TW"/>
              </w:rPr>
            </w:pPr>
            <w:r>
              <w:t>DC_41A_n79C</w:t>
            </w:r>
            <w:r>
              <w:rPr>
                <w:vertAlign w:val="superscript"/>
                <w:lang w:eastAsia="fi-FI"/>
              </w:rPr>
              <w:t>6,7</w:t>
            </w:r>
          </w:p>
          <w:p w14:paraId="68A40CB7" w14:textId="77777777" w:rsidR="00D44AD9" w:rsidRDefault="00D44AD9" w:rsidP="00AC3FE8">
            <w:pPr>
              <w:pStyle w:val="TAC"/>
              <w:rPr>
                <w:lang w:eastAsia="fi-FI"/>
              </w:rPr>
            </w:pPr>
            <w:r>
              <w:t>DC_41C_n79A</w:t>
            </w:r>
            <w:r>
              <w:rPr>
                <w:vertAlign w:val="superscript"/>
                <w:lang w:eastAsia="fi-FI"/>
              </w:rPr>
              <w:t>6,7</w:t>
            </w:r>
          </w:p>
        </w:tc>
        <w:tc>
          <w:tcPr>
            <w:tcW w:w="2280" w:type="dxa"/>
            <w:tcBorders>
              <w:top w:val="single" w:sz="4" w:space="0" w:color="auto"/>
              <w:left w:val="single" w:sz="4" w:space="0" w:color="auto"/>
              <w:bottom w:val="single" w:sz="4" w:space="0" w:color="auto"/>
              <w:right w:val="single" w:sz="4" w:space="0" w:color="auto"/>
            </w:tcBorders>
            <w:hideMark/>
          </w:tcPr>
          <w:p w14:paraId="7888A59D" w14:textId="77777777" w:rsidR="00D44AD9" w:rsidRDefault="00D44AD9" w:rsidP="00AC3FE8">
            <w:pPr>
              <w:pStyle w:val="TAC"/>
              <w:rPr>
                <w:lang w:eastAsia="fi-FI"/>
              </w:rPr>
            </w:pPr>
            <w:r>
              <w:rPr>
                <w:lang w:eastAsia="fi-FI"/>
              </w:rPr>
              <w:t>DC_41A_n79A</w:t>
            </w:r>
          </w:p>
          <w:p w14:paraId="2D466FC6" w14:textId="77777777" w:rsidR="00D44AD9" w:rsidRDefault="00D44AD9" w:rsidP="00AC3FE8">
            <w:pPr>
              <w:pStyle w:val="TAC"/>
              <w:rPr>
                <w:lang w:eastAsia="fi-FI"/>
              </w:rPr>
            </w:pPr>
            <w:r>
              <w:rPr>
                <w:lang w:eastAsia="ja-JP"/>
              </w:rPr>
              <w:t>DC_41C_n79A</w:t>
            </w:r>
          </w:p>
        </w:tc>
        <w:tc>
          <w:tcPr>
            <w:tcW w:w="2738" w:type="dxa"/>
            <w:tcBorders>
              <w:top w:val="single" w:sz="4" w:space="0" w:color="auto"/>
              <w:left w:val="single" w:sz="4" w:space="0" w:color="auto"/>
              <w:bottom w:val="single" w:sz="4" w:space="0" w:color="auto"/>
              <w:right w:val="single" w:sz="4" w:space="0" w:color="auto"/>
            </w:tcBorders>
            <w:noWrap/>
            <w:hideMark/>
          </w:tcPr>
          <w:p w14:paraId="023ABC9A" w14:textId="77777777" w:rsidR="00D44AD9" w:rsidRDefault="00D44AD9" w:rsidP="00AC3FE8">
            <w:pPr>
              <w:pStyle w:val="TAC"/>
              <w:rPr>
                <w:lang w:eastAsia="fi-FI"/>
              </w:rPr>
            </w:pPr>
            <w:r>
              <w:rPr>
                <w:lang w:eastAsia="fi-FI"/>
              </w:rPr>
              <w:t>No</w:t>
            </w:r>
          </w:p>
        </w:tc>
        <w:tc>
          <w:tcPr>
            <w:tcW w:w="2738" w:type="dxa"/>
            <w:tcBorders>
              <w:top w:val="single" w:sz="4" w:space="0" w:color="auto"/>
              <w:left w:val="single" w:sz="4" w:space="0" w:color="auto"/>
              <w:bottom w:val="single" w:sz="4" w:space="0" w:color="auto"/>
              <w:right w:val="single" w:sz="4" w:space="0" w:color="auto"/>
            </w:tcBorders>
            <w:hideMark/>
          </w:tcPr>
          <w:p w14:paraId="2261FFDE" w14:textId="77777777" w:rsidR="00D44AD9" w:rsidRDefault="00D44AD9" w:rsidP="00AC3FE8">
            <w:pPr>
              <w:pStyle w:val="TAC"/>
              <w:rPr>
                <w:lang w:eastAsia="fi-FI"/>
              </w:rPr>
            </w:pPr>
            <w:r>
              <w:rPr>
                <w:lang w:eastAsia="zh-CN"/>
              </w:rPr>
              <w:t>No</w:t>
            </w:r>
          </w:p>
        </w:tc>
      </w:tr>
      <w:tr w:rsidR="00D44AD9" w14:paraId="65D7216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8F6AA35" w14:textId="77777777" w:rsidR="00D44AD9" w:rsidRDefault="00D44AD9" w:rsidP="00AC3FE8">
            <w:pPr>
              <w:pStyle w:val="TAC"/>
              <w:rPr>
                <w:lang w:eastAsia="zh-TW"/>
              </w:rPr>
            </w:pPr>
            <w:r>
              <w:rPr>
                <w:lang w:eastAsia="fi-FI"/>
              </w:rPr>
              <w:t>DC_42</w:t>
            </w:r>
            <w:r>
              <w:rPr>
                <w:lang w:eastAsia="zh-CN"/>
              </w:rPr>
              <w:t>A_n28A</w:t>
            </w:r>
            <w:r>
              <w:rPr>
                <w:vertAlign w:val="superscript"/>
                <w:lang w:eastAsia="fi-FI"/>
              </w:rPr>
              <w:t>7</w:t>
            </w:r>
          </w:p>
          <w:p w14:paraId="59ECB015" w14:textId="77777777" w:rsidR="00D44AD9" w:rsidRDefault="00D44AD9" w:rsidP="00AC3FE8">
            <w:pPr>
              <w:pStyle w:val="TAC"/>
              <w:rPr>
                <w:lang w:eastAsia="zh-TW"/>
              </w:rPr>
            </w:pPr>
            <w:r>
              <w:rPr>
                <w:lang w:eastAsia="fi-FI"/>
              </w:rPr>
              <w:t>DC_42</w:t>
            </w:r>
            <w:r>
              <w:rPr>
                <w:lang w:eastAsia="zh-CN"/>
              </w:rPr>
              <w:t>C_n28A</w:t>
            </w:r>
            <w:r>
              <w:rPr>
                <w:vertAlign w:val="superscript"/>
                <w:lang w:eastAsia="fi-FI"/>
              </w:rPr>
              <w:t>7</w:t>
            </w:r>
          </w:p>
        </w:tc>
        <w:tc>
          <w:tcPr>
            <w:tcW w:w="2280" w:type="dxa"/>
            <w:tcBorders>
              <w:top w:val="single" w:sz="4" w:space="0" w:color="auto"/>
              <w:left w:val="single" w:sz="4" w:space="0" w:color="auto"/>
              <w:bottom w:val="single" w:sz="4" w:space="0" w:color="auto"/>
              <w:right w:val="single" w:sz="4" w:space="0" w:color="auto"/>
            </w:tcBorders>
            <w:hideMark/>
          </w:tcPr>
          <w:p w14:paraId="682C06FE" w14:textId="77777777" w:rsidR="00D44AD9" w:rsidRDefault="00D44AD9" w:rsidP="00AC3FE8">
            <w:pPr>
              <w:pStyle w:val="TAC"/>
              <w:rPr>
                <w:lang w:eastAsia="zh-TW"/>
              </w:rPr>
            </w:pPr>
            <w:r>
              <w:rPr>
                <w:lang w:eastAsia="fi-FI"/>
              </w:rPr>
              <w:t>DC_42</w:t>
            </w:r>
            <w:r>
              <w:rPr>
                <w:lang w:eastAsia="zh-CN"/>
              </w:rPr>
              <w:t>A_n28A</w:t>
            </w:r>
          </w:p>
          <w:p w14:paraId="7C1537A7" w14:textId="77777777" w:rsidR="00D44AD9" w:rsidRDefault="00D44AD9" w:rsidP="00AC3FE8">
            <w:pPr>
              <w:pStyle w:val="TAC"/>
              <w:rPr>
                <w:lang w:eastAsia="zh-TW"/>
              </w:rPr>
            </w:pPr>
            <w:r>
              <w:rPr>
                <w:lang w:eastAsia="fi-FI"/>
              </w:rPr>
              <w:t>DC_42</w:t>
            </w:r>
            <w:r>
              <w:rPr>
                <w:lang w:eastAsia="zh-CN"/>
              </w:rPr>
              <w:t>C_n28A</w:t>
            </w:r>
          </w:p>
        </w:tc>
        <w:tc>
          <w:tcPr>
            <w:tcW w:w="2738" w:type="dxa"/>
            <w:tcBorders>
              <w:top w:val="single" w:sz="4" w:space="0" w:color="auto"/>
              <w:left w:val="single" w:sz="4" w:space="0" w:color="auto"/>
              <w:bottom w:val="single" w:sz="4" w:space="0" w:color="auto"/>
              <w:right w:val="single" w:sz="4" w:space="0" w:color="auto"/>
            </w:tcBorders>
            <w:noWrap/>
            <w:hideMark/>
          </w:tcPr>
          <w:p w14:paraId="55050BC3" w14:textId="77777777" w:rsidR="00D44AD9" w:rsidRDefault="00D44AD9" w:rsidP="00AC3FE8">
            <w:pPr>
              <w:pStyle w:val="TAC"/>
              <w:rPr>
                <w:lang w:eastAsia="fi-FI"/>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3DA108B0" w14:textId="77777777" w:rsidR="00D44AD9" w:rsidRDefault="00D44AD9" w:rsidP="00AC3FE8">
            <w:pPr>
              <w:pStyle w:val="TAC"/>
              <w:rPr>
                <w:lang w:eastAsia="zh-TW"/>
              </w:rPr>
            </w:pPr>
          </w:p>
        </w:tc>
      </w:tr>
      <w:tr w:rsidR="00D44AD9" w14:paraId="34970FB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929419D" w14:textId="77777777" w:rsidR="00D44AD9" w:rsidRDefault="00D44AD9" w:rsidP="00AC3FE8">
            <w:pPr>
              <w:pStyle w:val="TAC"/>
            </w:pPr>
            <w:r>
              <w:rPr>
                <w:lang w:eastAsia="fi-FI"/>
              </w:rPr>
              <w:t>DC_42A_n51A</w:t>
            </w:r>
          </w:p>
        </w:tc>
        <w:tc>
          <w:tcPr>
            <w:tcW w:w="2280" w:type="dxa"/>
            <w:tcBorders>
              <w:top w:val="single" w:sz="4" w:space="0" w:color="auto"/>
              <w:left w:val="single" w:sz="4" w:space="0" w:color="auto"/>
              <w:bottom w:val="single" w:sz="4" w:space="0" w:color="auto"/>
              <w:right w:val="single" w:sz="4" w:space="0" w:color="auto"/>
            </w:tcBorders>
            <w:hideMark/>
          </w:tcPr>
          <w:p w14:paraId="0EC6EBAC" w14:textId="77777777" w:rsidR="00D44AD9" w:rsidRDefault="00D44AD9" w:rsidP="00AC3FE8">
            <w:pPr>
              <w:pStyle w:val="TAC"/>
            </w:pPr>
            <w:r>
              <w:rPr>
                <w:lang w:eastAsia="fi-FI"/>
              </w:rPr>
              <w:t>DC_42A_n51A</w:t>
            </w:r>
          </w:p>
        </w:tc>
        <w:tc>
          <w:tcPr>
            <w:tcW w:w="2738" w:type="dxa"/>
            <w:tcBorders>
              <w:top w:val="single" w:sz="4" w:space="0" w:color="auto"/>
              <w:left w:val="single" w:sz="4" w:space="0" w:color="auto"/>
              <w:bottom w:val="single" w:sz="4" w:space="0" w:color="auto"/>
              <w:right w:val="single" w:sz="4" w:space="0" w:color="auto"/>
            </w:tcBorders>
            <w:noWrap/>
            <w:hideMark/>
          </w:tcPr>
          <w:p w14:paraId="004BCB7A" w14:textId="77777777" w:rsidR="00D44AD9" w:rsidRDefault="00D44AD9" w:rsidP="00AC3FE8">
            <w:pPr>
              <w:pStyle w:val="TAC"/>
            </w:pPr>
            <w:r>
              <w:rPr>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76C9BE51" w14:textId="77777777" w:rsidR="00D44AD9" w:rsidRDefault="00D44AD9" w:rsidP="00AC3FE8">
            <w:pPr>
              <w:pStyle w:val="TAC"/>
              <w:rPr>
                <w:lang w:eastAsia="fi-FI"/>
              </w:rPr>
            </w:pPr>
          </w:p>
        </w:tc>
      </w:tr>
      <w:tr w:rsidR="00D44AD9" w14:paraId="6B42B9DC"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242525F" w14:textId="77777777" w:rsidR="00D44AD9" w:rsidRDefault="00D44AD9" w:rsidP="00AC3FE8">
            <w:pPr>
              <w:pStyle w:val="TAC"/>
              <w:rPr>
                <w:lang w:eastAsia="fi-FI"/>
              </w:rPr>
            </w:pPr>
            <w:r>
              <w:rPr>
                <w:lang w:eastAsia="fi-FI"/>
              </w:rPr>
              <w:t>DC_42A_n77A</w:t>
            </w:r>
            <w:r>
              <w:rPr>
                <w:vertAlign w:val="superscript"/>
                <w:lang w:eastAsia="fi-FI"/>
              </w:rPr>
              <w:t>3,4,9,11</w:t>
            </w:r>
          </w:p>
          <w:p w14:paraId="655EC227" w14:textId="77777777" w:rsidR="00D44AD9" w:rsidRDefault="00D44AD9" w:rsidP="00AC3FE8">
            <w:pPr>
              <w:pStyle w:val="TAC"/>
              <w:rPr>
                <w:vertAlign w:val="superscript"/>
                <w:lang w:eastAsia="fi-FI"/>
              </w:rPr>
            </w:pPr>
            <w:r>
              <w:rPr>
                <w:lang w:eastAsia="fi-FI"/>
              </w:rPr>
              <w:t>DC_42A_n77C</w:t>
            </w:r>
            <w:r>
              <w:rPr>
                <w:vertAlign w:val="superscript"/>
                <w:lang w:eastAsia="fi-FI"/>
              </w:rPr>
              <w:t>3,4,9,11</w:t>
            </w:r>
          </w:p>
          <w:p w14:paraId="7F4B427B" w14:textId="77777777" w:rsidR="00D44AD9" w:rsidRDefault="00D44AD9" w:rsidP="00AC3FE8">
            <w:pPr>
              <w:pStyle w:val="TAC"/>
              <w:rPr>
                <w:vertAlign w:val="superscript"/>
                <w:lang w:eastAsia="fi-FI"/>
              </w:rPr>
            </w:pPr>
            <w:r>
              <w:t>DC_42C_n77A</w:t>
            </w:r>
            <w:r>
              <w:rPr>
                <w:vertAlign w:val="superscript"/>
                <w:lang w:eastAsia="fi-FI"/>
              </w:rPr>
              <w:t>3,4,9,11</w:t>
            </w:r>
          </w:p>
          <w:p w14:paraId="0542739B" w14:textId="77777777" w:rsidR="00D44AD9" w:rsidRDefault="00D44AD9" w:rsidP="00AC3FE8">
            <w:pPr>
              <w:pStyle w:val="TAC"/>
              <w:rPr>
                <w:vertAlign w:val="superscript"/>
                <w:lang w:eastAsia="fi-FI"/>
              </w:rPr>
            </w:pPr>
            <w:r>
              <w:rPr>
                <w:noProof/>
                <w:lang w:eastAsia="zh-CN"/>
              </w:rPr>
              <w:t>DC_42C_n77C</w:t>
            </w:r>
            <w:r>
              <w:rPr>
                <w:vertAlign w:val="superscript"/>
                <w:lang w:eastAsia="fi-FI"/>
              </w:rPr>
              <w:t>3,4,9,11</w:t>
            </w:r>
          </w:p>
          <w:p w14:paraId="6159ABCB" w14:textId="77777777" w:rsidR="00D44AD9" w:rsidRDefault="00D44AD9" w:rsidP="00AC3FE8">
            <w:pPr>
              <w:pStyle w:val="TAC"/>
              <w:rPr>
                <w:vertAlign w:val="superscript"/>
                <w:lang w:eastAsia="fi-FI"/>
              </w:rPr>
            </w:pPr>
            <w:r>
              <w:rPr>
                <w:lang w:eastAsia="fi-FI"/>
              </w:rPr>
              <w:t>DC_42D_n77A</w:t>
            </w:r>
            <w:r>
              <w:rPr>
                <w:vertAlign w:val="superscript"/>
                <w:lang w:eastAsia="fi-FI"/>
              </w:rPr>
              <w:t>3,4,9,11</w:t>
            </w:r>
          </w:p>
          <w:p w14:paraId="48206436" w14:textId="77777777" w:rsidR="00D44AD9" w:rsidRDefault="00D44AD9" w:rsidP="00AC3FE8">
            <w:pPr>
              <w:pStyle w:val="TAC"/>
              <w:rPr>
                <w:vertAlign w:val="superscript"/>
                <w:lang w:eastAsia="fi-FI"/>
              </w:rPr>
            </w:pPr>
            <w:r>
              <w:rPr>
                <w:lang w:eastAsia="fi-FI"/>
              </w:rPr>
              <w:t>DC_42D_n77C</w:t>
            </w:r>
            <w:r>
              <w:rPr>
                <w:vertAlign w:val="superscript"/>
                <w:lang w:eastAsia="fi-FI"/>
              </w:rPr>
              <w:t>3,4,9,11</w:t>
            </w:r>
          </w:p>
          <w:p w14:paraId="1DB140D0" w14:textId="77777777" w:rsidR="00D44AD9" w:rsidRDefault="00D44AD9" w:rsidP="00AC3FE8">
            <w:pPr>
              <w:pStyle w:val="TAC"/>
              <w:rPr>
                <w:vertAlign w:val="superscript"/>
                <w:lang w:eastAsia="fi-FI"/>
              </w:rPr>
            </w:pPr>
            <w:r>
              <w:rPr>
                <w:rFonts w:cs="Arial"/>
                <w:lang w:eastAsia="ja-JP"/>
              </w:rPr>
              <w:t>DC</w:t>
            </w:r>
            <w:r>
              <w:rPr>
                <w:rFonts w:cs="Arial"/>
              </w:rPr>
              <w:t>_</w:t>
            </w:r>
            <w:r>
              <w:rPr>
                <w:rFonts w:cs="Arial"/>
                <w:lang w:eastAsia="ja-JP"/>
              </w:rPr>
              <w:t>42E_n77A</w:t>
            </w:r>
            <w:r>
              <w:rPr>
                <w:vertAlign w:val="superscript"/>
                <w:lang w:eastAsia="fi-FI"/>
              </w:rPr>
              <w:t>3,4,9,11</w:t>
            </w:r>
          </w:p>
          <w:p w14:paraId="34103332" w14:textId="77777777" w:rsidR="00D44AD9" w:rsidRDefault="00D44AD9" w:rsidP="00AC3FE8">
            <w:pPr>
              <w:pStyle w:val="TAC"/>
              <w:rPr>
                <w:lang w:eastAsia="fi-FI"/>
              </w:rPr>
            </w:pPr>
            <w:r>
              <w:rPr>
                <w:lang w:eastAsia="fi-FI"/>
              </w:rPr>
              <w:t>DC_42E_n77C</w:t>
            </w:r>
            <w:r>
              <w:rPr>
                <w:vertAlign w:val="superscript"/>
                <w:lang w:eastAsia="fi-FI"/>
              </w:rPr>
              <w:t>3,4,9,11</w:t>
            </w:r>
          </w:p>
        </w:tc>
        <w:tc>
          <w:tcPr>
            <w:tcW w:w="2280" w:type="dxa"/>
            <w:tcBorders>
              <w:top w:val="single" w:sz="4" w:space="0" w:color="auto"/>
              <w:left w:val="single" w:sz="4" w:space="0" w:color="auto"/>
              <w:bottom w:val="single" w:sz="4" w:space="0" w:color="auto"/>
              <w:right w:val="single" w:sz="4" w:space="0" w:color="auto"/>
            </w:tcBorders>
            <w:hideMark/>
          </w:tcPr>
          <w:p w14:paraId="6C88D183" w14:textId="77777777" w:rsidR="00D44AD9" w:rsidRDefault="00D44AD9" w:rsidP="00AC3FE8">
            <w:pPr>
              <w:pStyle w:val="TAC"/>
              <w:rPr>
                <w:lang w:eastAsia="fi-FI"/>
              </w:rPr>
            </w:pPr>
            <w:r>
              <w:rPr>
                <w:lang w:eastAsia="fi-FI"/>
              </w:rPr>
              <w:t>N/A</w:t>
            </w:r>
          </w:p>
        </w:tc>
        <w:tc>
          <w:tcPr>
            <w:tcW w:w="2738" w:type="dxa"/>
            <w:tcBorders>
              <w:top w:val="single" w:sz="4" w:space="0" w:color="auto"/>
              <w:left w:val="single" w:sz="4" w:space="0" w:color="auto"/>
              <w:bottom w:val="single" w:sz="4" w:space="0" w:color="auto"/>
              <w:right w:val="single" w:sz="4" w:space="0" w:color="auto"/>
            </w:tcBorders>
            <w:noWrap/>
            <w:hideMark/>
          </w:tcPr>
          <w:p w14:paraId="57DA9250" w14:textId="77777777" w:rsidR="00D44AD9" w:rsidRDefault="00D44AD9" w:rsidP="00AC3FE8">
            <w:pPr>
              <w:pStyle w:val="TAC"/>
              <w:rPr>
                <w:lang w:eastAsia="fi-FI"/>
              </w:rPr>
            </w:pPr>
            <w:r>
              <w:rPr>
                <w:lang w:eastAsia="fi-FI"/>
              </w:rPr>
              <w:t>N/A</w:t>
            </w:r>
          </w:p>
        </w:tc>
        <w:tc>
          <w:tcPr>
            <w:tcW w:w="2738" w:type="dxa"/>
            <w:tcBorders>
              <w:top w:val="single" w:sz="4" w:space="0" w:color="auto"/>
              <w:left w:val="single" w:sz="4" w:space="0" w:color="auto"/>
              <w:bottom w:val="single" w:sz="4" w:space="0" w:color="auto"/>
              <w:right w:val="single" w:sz="4" w:space="0" w:color="auto"/>
            </w:tcBorders>
          </w:tcPr>
          <w:p w14:paraId="772BED7D" w14:textId="77777777" w:rsidR="00D44AD9" w:rsidRDefault="00D44AD9" w:rsidP="00AC3FE8">
            <w:pPr>
              <w:pStyle w:val="TAC"/>
              <w:rPr>
                <w:lang w:eastAsia="fi-FI"/>
              </w:rPr>
            </w:pPr>
          </w:p>
        </w:tc>
      </w:tr>
      <w:tr w:rsidR="00D44AD9" w14:paraId="7A741D48"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9E12B06" w14:textId="77777777" w:rsidR="00D44AD9" w:rsidRDefault="00D44AD9" w:rsidP="00AC3FE8">
            <w:pPr>
              <w:pStyle w:val="TAC"/>
              <w:rPr>
                <w:lang w:eastAsia="fi-FI"/>
              </w:rPr>
            </w:pPr>
            <w:r>
              <w:rPr>
                <w:lang w:eastAsia="fi-FI"/>
              </w:rPr>
              <w:t>DC_42A_n77(2A)</w:t>
            </w:r>
            <w:r>
              <w:rPr>
                <w:vertAlign w:val="superscript"/>
                <w:lang w:eastAsia="fi-FI"/>
              </w:rPr>
              <w:t>3,4,9,11</w:t>
            </w:r>
          </w:p>
          <w:p w14:paraId="4E3C79FE" w14:textId="77777777" w:rsidR="00D44AD9" w:rsidRDefault="00D44AD9" w:rsidP="00AC3FE8">
            <w:pPr>
              <w:pStyle w:val="TAC"/>
              <w:rPr>
                <w:lang w:eastAsia="fi-FI"/>
              </w:rPr>
            </w:pPr>
            <w:r>
              <w:t>DC_42C_n77(2A)</w:t>
            </w:r>
            <w:r>
              <w:rPr>
                <w:vertAlign w:val="superscript"/>
                <w:lang w:eastAsia="fi-FI"/>
              </w:rPr>
              <w:t>3,4,9,11</w:t>
            </w:r>
          </w:p>
        </w:tc>
        <w:tc>
          <w:tcPr>
            <w:tcW w:w="2280" w:type="dxa"/>
            <w:tcBorders>
              <w:top w:val="single" w:sz="4" w:space="0" w:color="auto"/>
              <w:left w:val="single" w:sz="4" w:space="0" w:color="auto"/>
              <w:bottom w:val="single" w:sz="4" w:space="0" w:color="auto"/>
              <w:right w:val="single" w:sz="4" w:space="0" w:color="auto"/>
            </w:tcBorders>
            <w:hideMark/>
          </w:tcPr>
          <w:p w14:paraId="0120E603" w14:textId="77777777" w:rsidR="00D44AD9" w:rsidRDefault="00D44AD9" w:rsidP="00AC3FE8">
            <w:pPr>
              <w:pStyle w:val="TAC"/>
              <w:rPr>
                <w:lang w:eastAsia="fi-FI"/>
              </w:rPr>
            </w:pPr>
            <w:r>
              <w:rPr>
                <w:lang w:eastAsia="fi-FI"/>
              </w:rPr>
              <w:t>N/A</w:t>
            </w:r>
          </w:p>
        </w:tc>
        <w:tc>
          <w:tcPr>
            <w:tcW w:w="2738" w:type="dxa"/>
            <w:tcBorders>
              <w:top w:val="single" w:sz="4" w:space="0" w:color="auto"/>
              <w:left w:val="single" w:sz="4" w:space="0" w:color="auto"/>
              <w:bottom w:val="single" w:sz="4" w:space="0" w:color="auto"/>
              <w:right w:val="single" w:sz="4" w:space="0" w:color="auto"/>
            </w:tcBorders>
            <w:noWrap/>
            <w:hideMark/>
          </w:tcPr>
          <w:p w14:paraId="6624A14F" w14:textId="77777777" w:rsidR="00D44AD9" w:rsidRDefault="00D44AD9" w:rsidP="00AC3FE8">
            <w:pPr>
              <w:pStyle w:val="TAC"/>
              <w:rPr>
                <w:lang w:eastAsia="fi-FI"/>
              </w:rPr>
            </w:pPr>
            <w:r>
              <w:rPr>
                <w:lang w:eastAsia="fi-FI"/>
              </w:rPr>
              <w:t>N/A</w:t>
            </w:r>
          </w:p>
        </w:tc>
        <w:tc>
          <w:tcPr>
            <w:tcW w:w="2738" w:type="dxa"/>
            <w:tcBorders>
              <w:top w:val="single" w:sz="4" w:space="0" w:color="auto"/>
              <w:left w:val="single" w:sz="4" w:space="0" w:color="auto"/>
              <w:bottom w:val="single" w:sz="4" w:space="0" w:color="auto"/>
              <w:right w:val="single" w:sz="4" w:space="0" w:color="auto"/>
            </w:tcBorders>
          </w:tcPr>
          <w:p w14:paraId="264D3196" w14:textId="77777777" w:rsidR="00D44AD9" w:rsidRDefault="00D44AD9" w:rsidP="00AC3FE8">
            <w:pPr>
              <w:pStyle w:val="TAC"/>
              <w:rPr>
                <w:lang w:eastAsia="fi-FI"/>
              </w:rPr>
            </w:pPr>
          </w:p>
        </w:tc>
      </w:tr>
      <w:tr w:rsidR="00D44AD9" w14:paraId="71189B07"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3945289" w14:textId="77777777" w:rsidR="00D44AD9" w:rsidRDefault="00D44AD9" w:rsidP="00AC3FE8">
            <w:pPr>
              <w:pStyle w:val="TAC"/>
              <w:rPr>
                <w:lang w:eastAsia="fi-FI"/>
              </w:rPr>
            </w:pPr>
            <w:r>
              <w:rPr>
                <w:lang w:eastAsia="fi-FI"/>
              </w:rPr>
              <w:t>DC_42A_n78A</w:t>
            </w:r>
            <w:r>
              <w:rPr>
                <w:vertAlign w:val="superscript"/>
                <w:lang w:eastAsia="fi-FI"/>
              </w:rPr>
              <w:t>3,4,9,11</w:t>
            </w:r>
          </w:p>
          <w:p w14:paraId="7C2F2383" w14:textId="77777777" w:rsidR="00D44AD9" w:rsidRDefault="00D44AD9" w:rsidP="00AC3FE8">
            <w:pPr>
              <w:pStyle w:val="TAC"/>
              <w:rPr>
                <w:vertAlign w:val="superscript"/>
                <w:lang w:eastAsia="fi-FI"/>
              </w:rPr>
            </w:pPr>
            <w:r>
              <w:rPr>
                <w:lang w:eastAsia="fi-FI"/>
              </w:rPr>
              <w:t>DC_42A_n78C</w:t>
            </w:r>
            <w:r>
              <w:rPr>
                <w:vertAlign w:val="superscript"/>
                <w:lang w:eastAsia="fi-FI"/>
              </w:rPr>
              <w:t>3,4,9,11</w:t>
            </w:r>
          </w:p>
          <w:p w14:paraId="37725F50" w14:textId="77777777" w:rsidR="00D44AD9" w:rsidRDefault="00D44AD9" w:rsidP="00AC3FE8">
            <w:pPr>
              <w:pStyle w:val="TAC"/>
              <w:rPr>
                <w:vertAlign w:val="superscript"/>
                <w:lang w:eastAsia="fi-FI"/>
              </w:rPr>
            </w:pPr>
            <w:r>
              <w:t>DC_42C_n78A</w:t>
            </w:r>
            <w:r>
              <w:rPr>
                <w:vertAlign w:val="superscript"/>
                <w:lang w:eastAsia="fi-FI"/>
              </w:rPr>
              <w:t>3,4,9,11</w:t>
            </w:r>
          </w:p>
          <w:p w14:paraId="39BF4A51" w14:textId="77777777" w:rsidR="00D44AD9" w:rsidRDefault="00D44AD9" w:rsidP="00AC3FE8">
            <w:pPr>
              <w:pStyle w:val="TAC"/>
              <w:rPr>
                <w:vertAlign w:val="superscript"/>
                <w:lang w:eastAsia="fi-FI"/>
              </w:rPr>
            </w:pPr>
            <w:r>
              <w:rPr>
                <w:noProof/>
                <w:lang w:eastAsia="zh-CN"/>
              </w:rPr>
              <w:t>DC_42C_n78C</w:t>
            </w:r>
            <w:r>
              <w:rPr>
                <w:vertAlign w:val="superscript"/>
                <w:lang w:eastAsia="fi-FI"/>
              </w:rPr>
              <w:t>3,4,9,11</w:t>
            </w:r>
          </w:p>
          <w:p w14:paraId="7A92DF7D" w14:textId="77777777" w:rsidR="00D44AD9" w:rsidRDefault="00D44AD9" w:rsidP="00AC3FE8">
            <w:pPr>
              <w:pStyle w:val="TAC"/>
              <w:rPr>
                <w:vertAlign w:val="superscript"/>
                <w:lang w:eastAsia="fi-FI"/>
              </w:rPr>
            </w:pPr>
            <w:r>
              <w:rPr>
                <w:lang w:eastAsia="fi-FI"/>
              </w:rPr>
              <w:t>DC_42D_n78A</w:t>
            </w:r>
            <w:r>
              <w:rPr>
                <w:vertAlign w:val="superscript"/>
                <w:lang w:eastAsia="fi-FI"/>
              </w:rPr>
              <w:t>3,4,9,11</w:t>
            </w:r>
          </w:p>
          <w:p w14:paraId="6F94A4FC" w14:textId="77777777" w:rsidR="00D44AD9" w:rsidRDefault="00D44AD9" w:rsidP="00AC3FE8">
            <w:pPr>
              <w:pStyle w:val="TAC"/>
              <w:rPr>
                <w:vertAlign w:val="superscript"/>
                <w:lang w:eastAsia="fi-FI"/>
              </w:rPr>
            </w:pPr>
            <w:r>
              <w:rPr>
                <w:lang w:eastAsia="fi-FI"/>
              </w:rPr>
              <w:t>DC_42D_n78C</w:t>
            </w:r>
            <w:r>
              <w:rPr>
                <w:vertAlign w:val="superscript"/>
                <w:lang w:eastAsia="fi-FI"/>
              </w:rPr>
              <w:t>3,4,9,11</w:t>
            </w:r>
          </w:p>
          <w:p w14:paraId="348A4B03" w14:textId="77777777" w:rsidR="00D44AD9" w:rsidRDefault="00D44AD9" w:rsidP="00AC3FE8">
            <w:pPr>
              <w:pStyle w:val="TAC"/>
              <w:rPr>
                <w:vertAlign w:val="superscript"/>
                <w:lang w:eastAsia="fi-FI"/>
              </w:rPr>
            </w:pPr>
            <w:r>
              <w:rPr>
                <w:rFonts w:cs="Arial"/>
                <w:lang w:eastAsia="ja-JP"/>
              </w:rPr>
              <w:t>DC</w:t>
            </w:r>
            <w:r>
              <w:rPr>
                <w:rFonts w:cs="Arial"/>
              </w:rPr>
              <w:t>_</w:t>
            </w:r>
            <w:r>
              <w:rPr>
                <w:rFonts w:cs="Arial"/>
                <w:lang w:eastAsia="ja-JP"/>
              </w:rPr>
              <w:t>42E_n78A</w:t>
            </w:r>
            <w:r>
              <w:rPr>
                <w:vertAlign w:val="superscript"/>
                <w:lang w:eastAsia="fi-FI"/>
              </w:rPr>
              <w:t>3,4,9,11</w:t>
            </w:r>
          </w:p>
          <w:p w14:paraId="386C887C" w14:textId="77777777" w:rsidR="00D44AD9" w:rsidRDefault="00D44AD9" w:rsidP="00AC3FE8">
            <w:pPr>
              <w:pStyle w:val="TAC"/>
              <w:rPr>
                <w:lang w:eastAsia="fi-FI"/>
              </w:rPr>
            </w:pPr>
            <w:r>
              <w:rPr>
                <w:lang w:eastAsia="fi-FI"/>
              </w:rPr>
              <w:t>DC_42E_n78C</w:t>
            </w:r>
            <w:r>
              <w:rPr>
                <w:vertAlign w:val="superscript"/>
                <w:lang w:eastAsia="fi-FI"/>
              </w:rPr>
              <w:t>3,4,9,11</w:t>
            </w:r>
          </w:p>
        </w:tc>
        <w:tc>
          <w:tcPr>
            <w:tcW w:w="2280" w:type="dxa"/>
            <w:tcBorders>
              <w:top w:val="single" w:sz="4" w:space="0" w:color="auto"/>
              <w:left w:val="single" w:sz="4" w:space="0" w:color="auto"/>
              <w:bottom w:val="single" w:sz="4" w:space="0" w:color="auto"/>
              <w:right w:val="single" w:sz="4" w:space="0" w:color="auto"/>
            </w:tcBorders>
            <w:hideMark/>
          </w:tcPr>
          <w:p w14:paraId="36BCC115" w14:textId="77777777" w:rsidR="00D44AD9" w:rsidRDefault="00D44AD9" w:rsidP="00AC3FE8">
            <w:pPr>
              <w:pStyle w:val="TAC"/>
              <w:rPr>
                <w:lang w:eastAsia="fi-FI"/>
              </w:rPr>
            </w:pPr>
            <w:r>
              <w:rPr>
                <w:lang w:eastAsia="fi-FI"/>
              </w:rPr>
              <w:t>N/A</w:t>
            </w:r>
          </w:p>
        </w:tc>
        <w:tc>
          <w:tcPr>
            <w:tcW w:w="2738" w:type="dxa"/>
            <w:tcBorders>
              <w:top w:val="single" w:sz="4" w:space="0" w:color="auto"/>
              <w:left w:val="single" w:sz="4" w:space="0" w:color="auto"/>
              <w:bottom w:val="single" w:sz="4" w:space="0" w:color="auto"/>
              <w:right w:val="single" w:sz="4" w:space="0" w:color="auto"/>
            </w:tcBorders>
            <w:noWrap/>
            <w:hideMark/>
          </w:tcPr>
          <w:p w14:paraId="024819C6" w14:textId="77777777" w:rsidR="00D44AD9" w:rsidRDefault="00D44AD9" w:rsidP="00AC3FE8">
            <w:pPr>
              <w:pStyle w:val="TAC"/>
              <w:rPr>
                <w:lang w:eastAsia="fi-FI"/>
              </w:rPr>
            </w:pPr>
            <w:r>
              <w:rPr>
                <w:lang w:eastAsia="fi-FI"/>
              </w:rPr>
              <w:t>N/A</w:t>
            </w:r>
          </w:p>
        </w:tc>
        <w:tc>
          <w:tcPr>
            <w:tcW w:w="2738" w:type="dxa"/>
            <w:tcBorders>
              <w:top w:val="single" w:sz="4" w:space="0" w:color="auto"/>
              <w:left w:val="single" w:sz="4" w:space="0" w:color="auto"/>
              <w:bottom w:val="single" w:sz="4" w:space="0" w:color="auto"/>
              <w:right w:val="single" w:sz="4" w:space="0" w:color="auto"/>
            </w:tcBorders>
          </w:tcPr>
          <w:p w14:paraId="23117DEC" w14:textId="77777777" w:rsidR="00D44AD9" w:rsidRDefault="00D44AD9" w:rsidP="00AC3FE8">
            <w:pPr>
              <w:pStyle w:val="TAC"/>
              <w:rPr>
                <w:lang w:eastAsia="fi-FI"/>
              </w:rPr>
            </w:pPr>
          </w:p>
        </w:tc>
      </w:tr>
      <w:tr w:rsidR="00D44AD9" w14:paraId="1C60C71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80059A5" w14:textId="77777777" w:rsidR="00D44AD9" w:rsidRDefault="00D44AD9" w:rsidP="00AC3FE8">
            <w:pPr>
              <w:pStyle w:val="TAC"/>
              <w:rPr>
                <w:lang w:eastAsia="fi-FI"/>
              </w:rPr>
            </w:pPr>
            <w:r>
              <w:rPr>
                <w:lang w:eastAsia="fi-FI"/>
              </w:rPr>
              <w:t>DC_42A_n79A</w:t>
            </w:r>
            <w:r>
              <w:rPr>
                <w:vertAlign w:val="superscript"/>
                <w:lang w:eastAsia="fi-FI"/>
              </w:rPr>
              <w:t>9,15</w:t>
            </w:r>
          </w:p>
          <w:p w14:paraId="207C03C2" w14:textId="77777777" w:rsidR="00D44AD9" w:rsidRDefault="00D44AD9" w:rsidP="00AC3FE8">
            <w:pPr>
              <w:pStyle w:val="TAC"/>
              <w:rPr>
                <w:lang w:eastAsia="fi-FI"/>
              </w:rPr>
            </w:pPr>
            <w:r>
              <w:rPr>
                <w:lang w:eastAsia="fi-FI"/>
              </w:rPr>
              <w:t>DC_42A_n79C</w:t>
            </w:r>
            <w:r>
              <w:rPr>
                <w:vertAlign w:val="superscript"/>
                <w:lang w:eastAsia="fi-FI"/>
              </w:rPr>
              <w:t>9,15</w:t>
            </w:r>
          </w:p>
          <w:p w14:paraId="50A8E3C5" w14:textId="77777777" w:rsidR="00D44AD9" w:rsidRDefault="00D44AD9" w:rsidP="00AC3FE8">
            <w:pPr>
              <w:pStyle w:val="TAC"/>
            </w:pPr>
            <w:r>
              <w:t>DC_42C_n79A</w:t>
            </w:r>
            <w:r>
              <w:rPr>
                <w:vertAlign w:val="superscript"/>
                <w:lang w:eastAsia="fi-FI"/>
              </w:rPr>
              <w:t>9,15</w:t>
            </w:r>
          </w:p>
          <w:p w14:paraId="7A36E28A" w14:textId="77777777" w:rsidR="00D44AD9" w:rsidRDefault="00D44AD9" w:rsidP="00AC3FE8">
            <w:pPr>
              <w:pStyle w:val="TAC"/>
              <w:rPr>
                <w:noProof/>
                <w:lang w:eastAsia="zh-CN"/>
              </w:rPr>
            </w:pPr>
            <w:r>
              <w:rPr>
                <w:noProof/>
                <w:lang w:eastAsia="zh-CN"/>
              </w:rPr>
              <w:t>DC_42C_n79C</w:t>
            </w:r>
            <w:r>
              <w:rPr>
                <w:vertAlign w:val="superscript"/>
                <w:lang w:eastAsia="fi-FI"/>
              </w:rPr>
              <w:t>9,15</w:t>
            </w:r>
          </w:p>
          <w:p w14:paraId="269DD081" w14:textId="77777777" w:rsidR="00D44AD9" w:rsidRDefault="00D44AD9" w:rsidP="00AC3FE8">
            <w:pPr>
              <w:pStyle w:val="TAC"/>
              <w:rPr>
                <w:vertAlign w:val="superscript"/>
                <w:lang w:eastAsia="fi-FI"/>
              </w:rPr>
            </w:pPr>
            <w:r>
              <w:rPr>
                <w:lang w:eastAsia="fi-FI"/>
              </w:rPr>
              <w:t>DC_42D_n79A</w:t>
            </w:r>
            <w:r>
              <w:rPr>
                <w:vertAlign w:val="superscript"/>
                <w:lang w:eastAsia="fi-FI"/>
              </w:rPr>
              <w:t>9,15</w:t>
            </w:r>
          </w:p>
          <w:p w14:paraId="0F54AED2" w14:textId="77777777" w:rsidR="00D44AD9" w:rsidRDefault="00D44AD9" w:rsidP="00AC3FE8">
            <w:pPr>
              <w:pStyle w:val="TAC"/>
              <w:rPr>
                <w:lang w:eastAsia="fi-FI"/>
              </w:rPr>
            </w:pPr>
            <w:r>
              <w:rPr>
                <w:lang w:eastAsia="fi-FI"/>
              </w:rPr>
              <w:t>DC_42D_n79C</w:t>
            </w:r>
            <w:r>
              <w:rPr>
                <w:vertAlign w:val="superscript"/>
                <w:lang w:eastAsia="fi-FI"/>
              </w:rPr>
              <w:t>9,15</w:t>
            </w:r>
          </w:p>
          <w:p w14:paraId="3EC36C7B" w14:textId="77777777" w:rsidR="00D44AD9" w:rsidRDefault="00D44AD9" w:rsidP="00AC3FE8">
            <w:pPr>
              <w:pStyle w:val="TAC"/>
              <w:rPr>
                <w:vertAlign w:val="superscript"/>
                <w:lang w:eastAsia="fi-FI"/>
              </w:rPr>
            </w:pPr>
            <w:r>
              <w:rPr>
                <w:rFonts w:cs="Arial"/>
                <w:lang w:eastAsia="ja-JP"/>
              </w:rPr>
              <w:t>DC</w:t>
            </w:r>
            <w:r>
              <w:rPr>
                <w:rFonts w:cs="Arial"/>
              </w:rPr>
              <w:t>_</w:t>
            </w:r>
            <w:r>
              <w:rPr>
                <w:rFonts w:cs="Arial"/>
                <w:lang w:eastAsia="ja-JP"/>
              </w:rPr>
              <w:t>42E_n79A</w:t>
            </w:r>
            <w:r>
              <w:rPr>
                <w:vertAlign w:val="superscript"/>
                <w:lang w:eastAsia="fi-FI"/>
              </w:rPr>
              <w:t>9,15</w:t>
            </w:r>
          </w:p>
          <w:p w14:paraId="6A257B61" w14:textId="77777777" w:rsidR="00D44AD9" w:rsidRDefault="00D44AD9" w:rsidP="00AC3FE8">
            <w:pPr>
              <w:pStyle w:val="TAC"/>
              <w:rPr>
                <w:lang w:eastAsia="fi-FI"/>
              </w:rPr>
            </w:pPr>
            <w:r>
              <w:rPr>
                <w:lang w:eastAsia="fi-FI"/>
              </w:rPr>
              <w:t>DC_42E_n79C</w:t>
            </w:r>
            <w:r>
              <w:rPr>
                <w:vertAlign w:val="superscript"/>
                <w:lang w:eastAsia="fi-FI"/>
              </w:rPr>
              <w:t>9,15</w:t>
            </w:r>
          </w:p>
        </w:tc>
        <w:tc>
          <w:tcPr>
            <w:tcW w:w="2280" w:type="dxa"/>
            <w:tcBorders>
              <w:top w:val="single" w:sz="4" w:space="0" w:color="auto"/>
              <w:left w:val="single" w:sz="4" w:space="0" w:color="auto"/>
              <w:bottom w:val="single" w:sz="4" w:space="0" w:color="auto"/>
              <w:right w:val="single" w:sz="4" w:space="0" w:color="auto"/>
            </w:tcBorders>
            <w:hideMark/>
          </w:tcPr>
          <w:p w14:paraId="3AFB2A21" w14:textId="77777777" w:rsidR="00D44AD9" w:rsidRDefault="00D44AD9" w:rsidP="00AC3FE8">
            <w:pPr>
              <w:pStyle w:val="TAC"/>
              <w:rPr>
                <w:lang w:eastAsia="fi-FI"/>
              </w:rPr>
            </w:pPr>
            <w:r>
              <w:rPr>
                <w:lang w:eastAsia="fi-FI"/>
              </w:rPr>
              <w:t>N/A</w:t>
            </w:r>
          </w:p>
        </w:tc>
        <w:tc>
          <w:tcPr>
            <w:tcW w:w="2738" w:type="dxa"/>
            <w:tcBorders>
              <w:top w:val="single" w:sz="4" w:space="0" w:color="auto"/>
              <w:left w:val="single" w:sz="4" w:space="0" w:color="auto"/>
              <w:bottom w:val="single" w:sz="4" w:space="0" w:color="auto"/>
              <w:right w:val="single" w:sz="4" w:space="0" w:color="auto"/>
            </w:tcBorders>
            <w:noWrap/>
            <w:hideMark/>
          </w:tcPr>
          <w:p w14:paraId="508C116C" w14:textId="77777777" w:rsidR="00D44AD9" w:rsidRDefault="00D44AD9" w:rsidP="00AC3FE8">
            <w:pPr>
              <w:pStyle w:val="TAC"/>
              <w:rPr>
                <w:lang w:eastAsia="fi-FI"/>
              </w:rPr>
            </w:pPr>
            <w:r>
              <w:rPr>
                <w:lang w:eastAsia="fi-FI"/>
              </w:rPr>
              <w:t>N/A</w:t>
            </w:r>
          </w:p>
        </w:tc>
        <w:tc>
          <w:tcPr>
            <w:tcW w:w="2738" w:type="dxa"/>
            <w:tcBorders>
              <w:top w:val="single" w:sz="4" w:space="0" w:color="auto"/>
              <w:left w:val="single" w:sz="4" w:space="0" w:color="auto"/>
              <w:bottom w:val="single" w:sz="4" w:space="0" w:color="auto"/>
              <w:right w:val="single" w:sz="4" w:space="0" w:color="auto"/>
            </w:tcBorders>
          </w:tcPr>
          <w:p w14:paraId="2885497B" w14:textId="77777777" w:rsidR="00D44AD9" w:rsidRDefault="00D44AD9" w:rsidP="00AC3FE8">
            <w:pPr>
              <w:pStyle w:val="TAC"/>
              <w:rPr>
                <w:lang w:eastAsia="fi-FI"/>
              </w:rPr>
            </w:pPr>
          </w:p>
        </w:tc>
      </w:tr>
      <w:tr w:rsidR="00D44AD9" w14:paraId="7FF791D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7C22A79" w14:textId="77777777" w:rsidR="00D44AD9" w:rsidRDefault="00D44AD9" w:rsidP="00AC3FE8">
            <w:pPr>
              <w:pStyle w:val="TAC"/>
              <w:rPr>
                <w:rFonts w:cs="Arial"/>
                <w:vertAlign w:val="superscript"/>
                <w:lang w:eastAsia="zh-CN"/>
              </w:rPr>
            </w:pPr>
            <w:r>
              <w:rPr>
                <w:rFonts w:cs="Arial"/>
                <w:lang w:eastAsia="ja-JP"/>
              </w:rPr>
              <w:t>DC</w:t>
            </w:r>
            <w:r>
              <w:rPr>
                <w:rFonts w:cs="Arial"/>
              </w:rPr>
              <w:t>_</w:t>
            </w:r>
            <w:r>
              <w:rPr>
                <w:rFonts w:cs="Arial"/>
                <w:lang w:eastAsia="zh-CN"/>
              </w:rPr>
              <w:t>46A_n78</w:t>
            </w:r>
            <w:r>
              <w:rPr>
                <w:rFonts w:cs="Arial"/>
                <w:lang w:eastAsia="ja-JP"/>
              </w:rPr>
              <w:t>A</w:t>
            </w:r>
            <w:r>
              <w:rPr>
                <w:rFonts w:cs="Arial"/>
                <w:vertAlign w:val="superscript"/>
                <w:lang w:eastAsia="zh-CN"/>
              </w:rPr>
              <w:t>2</w:t>
            </w:r>
          </w:p>
          <w:p w14:paraId="7EE4467C" w14:textId="77777777" w:rsidR="00D44AD9" w:rsidRDefault="00D44AD9" w:rsidP="00AC3FE8">
            <w:pPr>
              <w:pStyle w:val="TAC"/>
              <w:rPr>
                <w:rFonts w:cs="Arial"/>
                <w:vertAlign w:val="superscript"/>
                <w:lang w:eastAsia="zh-CN"/>
              </w:rPr>
            </w:pPr>
            <w:r>
              <w:rPr>
                <w:rFonts w:cs="Arial"/>
                <w:lang w:eastAsia="ja-JP"/>
              </w:rPr>
              <w:t>DC</w:t>
            </w:r>
            <w:r>
              <w:rPr>
                <w:rFonts w:cs="Arial"/>
              </w:rPr>
              <w:t>_</w:t>
            </w:r>
            <w:r>
              <w:rPr>
                <w:rFonts w:cs="Arial"/>
                <w:lang w:eastAsia="zh-CN"/>
              </w:rPr>
              <w:t>46C_n78</w:t>
            </w:r>
            <w:r>
              <w:rPr>
                <w:rFonts w:cs="Arial"/>
                <w:lang w:eastAsia="ja-JP"/>
              </w:rPr>
              <w:t>A</w:t>
            </w:r>
            <w:r>
              <w:rPr>
                <w:rFonts w:cs="Arial"/>
                <w:vertAlign w:val="superscript"/>
                <w:lang w:eastAsia="zh-CN"/>
              </w:rPr>
              <w:t>2</w:t>
            </w:r>
          </w:p>
          <w:p w14:paraId="1670FDC8" w14:textId="77777777" w:rsidR="00D44AD9" w:rsidRDefault="00D44AD9" w:rsidP="00AC3FE8">
            <w:pPr>
              <w:pStyle w:val="TAC"/>
              <w:rPr>
                <w:rFonts w:cs="Arial"/>
                <w:vertAlign w:val="superscript"/>
                <w:lang w:eastAsia="zh-CN"/>
              </w:rPr>
            </w:pPr>
            <w:r>
              <w:rPr>
                <w:rFonts w:cs="Arial"/>
                <w:lang w:eastAsia="ja-JP"/>
              </w:rPr>
              <w:t>DC</w:t>
            </w:r>
            <w:r>
              <w:rPr>
                <w:rFonts w:cs="Arial"/>
              </w:rPr>
              <w:t>_</w:t>
            </w:r>
            <w:r>
              <w:rPr>
                <w:rFonts w:cs="Arial"/>
                <w:lang w:eastAsia="zh-CN"/>
              </w:rPr>
              <w:t>46D_n78</w:t>
            </w:r>
            <w:r>
              <w:rPr>
                <w:rFonts w:cs="Arial"/>
                <w:lang w:eastAsia="ja-JP"/>
              </w:rPr>
              <w:t>A</w:t>
            </w:r>
            <w:r>
              <w:rPr>
                <w:rFonts w:cs="Arial"/>
                <w:vertAlign w:val="superscript"/>
                <w:lang w:eastAsia="zh-CN"/>
              </w:rPr>
              <w:t>2</w:t>
            </w:r>
          </w:p>
          <w:p w14:paraId="07C4A984" w14:textId="77777777" w:rsidR="00D44AD9" w:rsidRDefault="00D44AD9" w:rsidP="00AC3FE8">
            <w:pPr>
              <w:pStyle w:val="TAC"/>
              <w:rPr>
                <w:rFonts w:cs="Arial"/>
                <w:lang w:eastAsia="ja-JP"/>
              </w:rPr>
            </w:pPr>
            <w:r>
              <w:rPr>
                <w:rFonts w:cs="Arial"/>
                <w:lang w:eastAsia="ja-JP"/>
              </w:rPr>
              <w:t>DC</w:t>
            </w:r>
            <w:r>
              <w:rPr>
                <w:rFonts w:cs="Arial"/>
              </w:rPr>
              <w:t>_</w:t>
            </w:r>
            <w:r>
              <w:rPr>
                <w:rFonts w:cs="Arial"/>
                <w:lang w:eastAsia="zh-CN"/>
              </w:rPr>
              <w:t>46E_n78</w:t>
            </w:r>
            <w:r>
              <w:rPr>
                <w:rFonts w:cs="Arial"/>
                <w:lang w:eastAsia="ja-JP"/>
              </w:rPr>
              <w:t>A</w:t>
            </w:r>
            <w:r>
              <w:rPr>
                <w:rFonts w:cs="Arial"/>
                <w:vertAlign w:val="superscript"/>
                <w:lang w:eastAsia="zh-CN"/>
              </w:rPr>
              <w:t>2</w:t>
            </w:r>
          </w:p>
        </w:tc>
        <w:tc>
          <w:tcPr>
            <w:tcW w:w="2280" w:type="dxa"/>
            <w:tcBorders>
              <w:top w:val="single" w:sz="4" w:space="0" w:color="auto"/>
              <w:left w:val="single" w:sz="4" w:space="0" w:color="auto"/>
              <w:bottom w:val="single" w:sz="4" w:space="0" w:color="auto"/>
              <w:right w:val="single" w:sz="4" w:space="0" w:color="auto"/>
            </w:tcBorders>
            <w:hideMark/>
          </w:tcPr>
          <w:p w14:paraId="1EA7E7D9" w14:textId="77777777" w:rsidR="00D44AD9" w:rsidRDefault="00D44AD9" w:rsidP="00AC3FE8">
            <w:pPr>
              <w:pStyle w:val="TAC"/>
              <w:rPr>
                <w:lang w:eastAsia="fi-FI"/>
              </w:rPr>
            </w:pPr>
            <w:r>
              <w:rPr>
                <w:lang w:eastAsia="zh-CN"/>
              </w:rPr>
              <w:t>N/A</w:t>
            </w:r>
          </w:p>
        </w:tc>
        <w:tc>
          <w:tcPr>
            <w:tcW w:w="2738" w:type="dxa"/>
            <w:tcBorders>
              <w:top w:val="single" w:sz="4" w:space="0" w:color="auto"/>
              <w:left w:val="single" w:sz="4" w:space="0" w:color="auto"/>
              <w:bottom w:val="single" w:sz="4" w:space="0" w:color="auto"/>
              <w:right w:val="single" w:sz="4" w:space="0" w:color="auto"/>
            </w:tcBorders>
            <w:noWrap/>
            <w:hideMark/>
          </w:tcPr>
          <w:p w14:paraId="2A7640D5" w14:textId="77777777" w:rsidR="00D44AD9" w:rsidRDefault="00D44AD9" w:rsidP="00AC3FE8">
            <w:pPr>
              <w:pStyle w:val="TAC"/>
              <w:rPr>
                <w:lang w:eastAsia="fi-FI"/>
              </w:rPr>
            </w:pPr>
            <w:r>
              <w:rPr>
                <w:lang w:eastAsia="zh-CN"/>
              </w:rPr>
              <w:t>N/A</w:t>
            </w:r>
          </w:p>
        </w:tc>
        <w:tc>
          <w:tcPr>
            <w:tcW w:w="2738" w:type="dxa"/>
            <w:tcBorders>
              <w:top w:val="single" w:sz="4" w:space="0" w:color="auto"/>
              <w:left w:val="single" w:sz="4" w:space="0" w:color="auto"/>
              <w:bottom w:val="single" w:sz="4" w:space="0" w:color="auto"/>
              <w:right w:val="single" w:sz="4" w:space="0" w:color="auto"/>
            </w:tcBorders>
          </w:tcPr>
          <w:p w14:paraId="15A1EC6B" w14:textId="77777777" w:rsidR="00D44AD9" w:rsidRDefault="00D44AD9" w:rsidP="00AC3FE8">
            <w:pPr>
              <w:pStyle w:val="TAC"/>
              <w:rPr>
                <w:lang w:eastAsia="zh-CN"/>
              </w:rPr>
            </w:pPr>
          </w:p>
        </w:tc>
      </w:tr>
      <w:tr w:rsidR="00D44AD9" w14:paraId="25C4F7BD"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7A21408" w14:textId="77777777" w:rsidR="00D44AD9" w:rsidRDefault="00D44AD9" w:rsidP="00AC3FE8">
            <w:pPr>
              <w:pStyle w:val="TAC"/>
              <w:rPr>
                <w:lang w:eastAsia="fi-FI"/>
              </w:rPr>
            </w:pPr>
            <w:r>
              <w:rPr>
                <w:lang w:eastAsia="fi-FI"/>
              </w:rPr>
              <w:t>DC_48A_n5A</w:t>
            </w:r>
          </w:p>
        </w:tc>
        <w:tc>
          <w:tcPr>
            <w:tcW w:w="2280" w:type="dxa"/>
            <w:tcBorders>
              <w:top w:val="single" w:sz="4" w:space="0" w:color="auto"/>
              <w:left w:val="single" w:sz="4" w:space="0" w:color="auto"/>
              <w:bottom w:val="single" w:sz="4" w:space="0" w:color="auto"/>
              <w:right w:val="single" w:sz="4" w:space="0" w:color="auto"/>
            </w:tcBorders>
            <w:hideMark/>
          </w:tcPr>
          <w:p w14:paraId="7FE762B9" w14:textId="77777777" w:rsidR="00D44AD9" w:rsidRDefault="00D44AD9" w:rsidP="00AC3FE8">
            <w:pPr>
              <w:pStyle w:val="TAC"/>
              <w:rPr>
                <w:lang w:eastAsia="fi-FI"/>
              </w:rPr>
            </w:pPr>
            <w:r>
              <w:rPr>
                <w:lang w:eastAsia="fi-FI"/>
              </w:rPr>
              <w:t>DC_48A_n5A</w:t>
            </w:r>
          </w:p>
        </w:tc>
        <w:tc>
          <w:tcPr>
            <w:tcW w:w="2738" w:type="dxa"/>
            <w:tcBorders>
              <w:top w:val="single" w:sz="4" w:space="0" w:color="auto"/>
              <w:left w:val="single" w:sz="4" w:space="0" w:color="auto"/>
              <w:bottom w:val="single" w:sz="4" w:space="0" w:color="auto"/>
              <w:right w:val="single" w:sz="4" w:space="0" w:color="auto"/>
            </w:tcBorders>
            <w:noWrap/>
            <w:hideMark/>
          </w:tcPr>
          <w:p w14:paraId="6AC36205" w14:textId="77777777" w:rsidR="00D44AD9" w:rsidRDefault="00D44AD9" w:rsidP="00AC3FE8">
            <w:pPr>
              <w:pStyle w:val="TAC"/>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64943BBF" w14:textId="77777777" w:rsidR="00D44AD9" w:rsidRDefault="00D44AD9" w:rsidP="00AC3FE8">
            <w:pPr>
              <w:pStyle w:val="TAC"/>
              <w:rPr>
                <w:lang w:eastAsia="zh-TW"/>
              </w:rPr>
            </w:pPr>
          </w:p>
        </w:tc>
      </w:tr>
      <w:tr w:rsidR="00D44AD9" w14:paraId="0B50843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060CFFA" w14:textId="77777777" w:rsidR="00D44AD9" w:rsidRDefault="00D44AD9" w:rsidP="00AC3FE8">
            <w:pPr>
              <w:pStyle w:val="TAC"/>
              <w:rPr>
                <w:lang w:eastAsia="fi-FI"/>
              </w:rPr>
            </w:pPr>
            <w:r>
              <w:rPr>
                <w:lang w:eastAsia="fi-FI"/>
              </w:rPr>
              <w:t>DC_</w:t>
            </w:r>
            <w:r>
              <w:rPr>
                <w:lang w:eastAsia="zh-CN"/>
              </w:rPr>
              <w:t>48</w:t>
            </w:r>
            <w:r>
              <w:rPr>
                <w:lang w:eastAsia="fi-FI"/>
              </w:rPr>
              <w:t>A_n12A</w:t>
            </w:r>
          </w:p>
        </w:tc>
        <w:tc>
          <w:tcPr>
            <w:tcW w:w="2280" w:type="dxa"/>
            <w:tcBorders>
              <w:top w:val="single" w:sz="4" w:space="0" w:color="auto"/>
              <w:left w:val="single" w:sz="4" w:space="0" w:color="auto"/>
              <w:bottom w:val="single" w:sz="4" w:space="0" w:color="auto"/>
              <w:right w:val="single" w:sz="4" w:space="0" w:color="auto"/>
            </w:tcBorders>
            <w:hideMark/>
          </w:tcPr>
          <w:p w14:paraId="6D1753C7" w14:textId="77777777" w:rsidR="00D44AD9" w:rsidRDefault="00D44AD9" w:rsidP="00AC3FE8">
            <w:pPr>
              <w:pStyle w:val="TAC"/>
              <w:rPr>
                <w:lang w:eastAsia="fi-FI"/>
              </w:rPr>
            </w:pPr>
            <w:r>
              <w:rPr>
                <w:lang w:eastAsia="fi-FI"/>
              </w:rPr>
              <w:t>DC_</w:t>
            </w:r>
            <w:r>
              <w:rPr>
                <w:lang w:eastAsia="zh-CN"/>
              </w:rPr>
              <w:t>48</w:t>
            </w:r>
            <w:r>
              <w:rPr>
                <w:lang w:eastAsia="fi-FI"/>
              </w:rPr>
              <w:t>A_n12A</w:t>
            </w:r>
          </w:p>
        </w:tc>
        <w:tc>
          <w:tcPr>
            <w:tcW w:w="2738" w:type="dxa"/>
            <w:tcBorders>
              <w:top w:val="single" w:sz="4" w:space="0" w:color="auto"/>
              <w:left w:val="single" w:sz="4" w:space="0" w:color="auto"/>
              <w:bottom w:val="single" w:sz="4" w:space="0" w:color="auto"/>
              <w:right w:val="single" w:sz="4" w:space="0" w:color="auto"/>
            </w:tcBorders>
            <w:noWrap/>
            <w:hideMark/>
          </w:tcPr>
          <w:p w14:paraId="32F5EEB5" w14:textId="77777777" w:rsidR="00D44AD9" w:rsidRDefault="00D44AD9" w:rsidP="00AC3FE8">
            <w:pPr>
              <w:pStyle w:val="TAC"/>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1FD36182" w14:textId="77777777" w:rsidR="00D44AD9" w:rsidRDefault="00D44AD9" w:rsidP="00AC3FE8">
            <w:pPr>
              <w:pStyle w:val="TAC"/>
              <w:rPr>
                <w:lang w:eastAsia="zh-TW"/>
              </w:rPr>
            </w:pPr>
          </w:p>
        </w:tc>
      </w:tr>
      <w:tr w:rsidR="00D44AD9" w14:paraId="5C202A54"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AEC9FC6" w14:textId="77777777" w:rsidR="00D44AD9" w:rsidRDefault="00D44AD9" w:rsidP="00AC3FE8">
            <w:pPr>
              <w:pStyle w:val="TAC"/>
              <w:rPr>
                <w:sz w:val="16"/>
                <w:szCs w:val="16"/>
                <w:lang w:eastAsia="ja-JP"/>
              </w:rPr>
            </w:pPr>
            <w:r>
              <w:lastRenderedPageBreak/>
              <w:t>DC_48A_n46A</w:t>
            </w:r>
          </w:p>
          <w:p w14:paraId="52BA4373" w14:textId="77777777" w:rsidR="00D44AD9" w:rsidRDefault="00D44AD9" w:rsidP="00AC3FE8">
            <w:pPr>
              <w:pStyle w:val="TAC"/>
              <w:rPr>
                <w:sz w:val="16"/>
                <w:szCs w:val="16"/>
                <w:lang w:eastAsia="ja-JP"/>
              </w:rPr>
            </w:pPr>
            <w:r>
              <w:t>DC_48B_n46A</w:t>
            </w:r>
          </w:p>
          <w:p w14:paraId="4EBA686B" w14:textId="77777777" w:rsidR="00D44AD9" w:rsidRDefault="00D44AD9" w:rsidP="00AC3FE8">
            <w:pPr>
              <w:pStyle w:val="TAC"/>
              <w:rPr>
                <w:sz w:val="16"/>
                <w:szCs w:val="16"/>
                <w:lang w:eastAsia="ja-JP"/>
              </w:rPr>
            </w:pPr>
            <w:r>
              <w:t>DC_48C_n46A</w:t>
            </w:r>
          </w:p>
          <w:p w14:paraId="6044C250" w14:textId="77777777" w:rsidR="00D44AD9" w:rsidRDefault="00D44AD9" w:rsidP="00AC3FE8">
            <w:pPr>
              <w:pStyle w:val="TAC"/>
              <w:rPr>
                <w:sz w:val="16"/>
                <w:szCs w:val="16"/>
                <w:lang w:eastAsia="ja-JP"/>
              </w:rPr>
            </w:pPr>
            <w:r>
              <w:t>DC_48D_n46A</w:t>
            </w:r>
          </w:p>
          <w:p w14:paraId="48DF510D" w14:textId="77777777" w:rsidR="00D44AD9" w:rsidRDefault="00D44AD9" w:rsidP="00AC3FE8">
            <w:pPr>
              <w:pStyle w:val="TAC"/>
              <w:rPr>
                <w:sz w:val="16"/>
                <w:szCs w:val="16"/>
                <w:lang w:eastAsia="ja-JP"/>
              </w:rPr>
            </w:pPr>
            <w:r>
              <w:t>DC_48E_n46A</w:t>
            </w:r>
          </w:p>
          <w:p w14:paraId="3A353F55" w14:textId="77777777" w:rsidR="00D44AD9" w:rsidRDefault="00D44AD9" w:rsidP="00AC3FE8">
            <w:pPr>
              <w:pStyle w:val="TAC"/>
              <w:rPr>
                <w:sz w:val="16"/>
                <w:szCs w:val="16"/>
                <w:lang w:eastAsia="ja-JP"/>
              </w:rPr>
            </w:pPr>
            <w:r>
              <w:t>DC_48A_n46B</w:t>
            </w:r>
          </w:p>
          <w:p w14:paraId="27CB7107" w14:textId="77777777" w:rsidR="00D44AD9" w:rsidRDefault="00D44AD9" w:rsidP="00AC3FE8">
            <w:pPr>
              <w:pStyle w:val="TAC"/>
              <w:rPr>
                <w:sz w:val="16"/>
                <w:szCs w:val="16"/>
                <w:lang w:eastAsia="ja-JP"/>
              </w:rPr>
            </w:pPr>
            <w:r>
              <w:t>DC_48B_n46B</w:t>
            </w:r>
          </w:p>
          <w:p w14:paraId="42BBE884" w14:textId="77777777" w:rsidR="00D44AD9" w:rsidRDefault="00D44AD9" w:rsidP="00AC3FE8">
            <w:pPr>
              <w:pStyle w:val="TAC"/>
              <w:rPr>
                <w:sz w:val="16"/>
                <w:szCs w:val="16"/>
                <w:lang w:eastAsia="ja-JP"/>
              </w:rPr>
            </w:pPr>
            <w:r>
              <w:t>DC_48C_n46B</w:t>
            </w:r>
          </w:p>
          <w:p w14:paraId="3DD3FB07" w14:textId="77777777" w:rsidR="00D44AD9" w:rsidRDefault="00D44AD9" w:rsidP="00AC3FE8">
            <w:pPr>
              <w:pStyle w:val="TAC"/>
              <w:rPr>
                <w:sz w:val="16"/>
                <w:szCs w:val="16"/>
                <w:lang w:eastAsia="ja-JP"/>
              </w:rPr>
            </w:pPr>
            <w:r>
              <w:t>DC_48D_n46B</w:t>
            </w:r>
          </w:p>
          <w:p w14:paraId="085204AD" w14:textId="77777777" w:rsidR="00D44AD9" w:rsidRDefault="00D44AD9" w:rsidP="00AC3FE8">
            <w:pPr>
              <w:pStyle w:val="TAC"/>
              <w:rPr>
                <w:sz w:val="16"/>
                <w:szCs w:val="16"/>
                <w:lang w:eastAsia="ja-JP"/>
              </w:rPr>
            </w:pPr>
            <w:r>
              <w:t>DC_48E_n46B</w:t>
            </w:r>
          </w:p>
          <w:p w14:paraId="4D8A1F1D" w14:textId="77777777" w:rsidR="00D44AD9" w:rsidRDefault="00D44AD9" w:rsidP="00AC3FE8">
            <w:pPr>
              <w:pStyle w:val="TAC"/>
              <w:rPr>
                <w:sz w:val="16"/>
                <w:szCs w:val="16"/>
                <w:lang w:eastAsia="ja-JP"/>
              </w:rPr>
            </w:pPr>
            <w:r>
              <w:t>DC_48A_n46C</w:t>
            </w:r>
          </w:p>
          <w:p w14:paraId="46D87333" w14:textId="77777777" w:rsidR="00D44AD9" w:rsidRDefault="00D44AD9" w:rsidP="00AC3FE8">
            <w:pPr>
              <w:pStyle w:val="TAC"/>
              <w:rPr>
                <w:sz w:val="16"/>
                <w:szCs w:val="16"/>
                <w:lang w:val="sv-FI" w:eastAsia="ja-JP"/>
              </w:rPr>
            </w:pPr>
            <w:r>
              <w:rPr>
                <w:lang w:val="sv-FI"/>
              </w:rPr>
              <w:t>DC_48B_n46C</w:t>
            </w:r>
          </w:p>
          <w:p w14:paraId="78C8594B" w14:textId="77777777" w:rsidR="00D44AD9" w:rsidRDefault="00D44AD9" w:rsidP="00AC3FE8">
            <w:pPr>
              <w:pStyle w:val="TAC"/>
              <w:rPr>
                <w:sz w:val="16"/>
                <w:szCs w:val="16"/>
                <w:lang w:val="sv-FI" w:eastAsia="ja-JP"/>
              </w:rPr>
            </w:pPr>
            <w:r>
              <w:rPr>
                <w:lang w:val="sv-FI"/>
              </w:rPr>
              <w:t>DC_48C_n46C</w:t>
            </w:r>
          </w:p>
          <w:p w14:paraId="3916966C" w14:textId="77777777" w:rsidR="00D44AD9" w:rsidRDefault="00D44AD9" w:rsidP="00AC3FE8">
            <w:pPr>
              <w:pStyle w:val="TAC"/>
              <w:rPr>
                <w:sz w:val="16"/>
                <w:szCs w:val="16"/>
                <w:lang w:val="sv-FI" w:eastAsia="ja-JP"/>
              </w:rPr>
            </w:pPr>
            <w:r>
              <w:rPr>
                <w:lang w:val="sv-FI"/>
              </w:rPr>
              <w:t>DC_48D_n46C</w:t>
            </w:r>
          </w:p>
          <w:p w14:paraId="32957099" w14:textId="77777777" w:rsidR="00D44AD9" w:rsidRDefault="00D44AD9" w:rsidP="00AC3FE8">
            <w:pPr>
              <w:pStyle w:val="TAC"/>
              <w:rPr>
                <w:sz w:val="16"/>
                <w:szCs w:val="16"/>
                <w:lang w:eastAsia="ja-JP"/>
              </w:rPr>
            </w:pPr>
            <w:r>
              <w:t>DC_48E_n46C</w:t>
            </w:r>
          </w:p>
          <w:p w14:paraId="2A0D5C60" w14:textId="77777777" w:rsidR="00D44AD9" w:rsidRDefault="00D44AD9" w:rsidP="00AC3FE8">
            <w:pPr>
              <w:pStyle w:val="TAC"/>
              <w:rPr>
                <w:sz w:val="16"/>
                <w:szCs w:val="16"/>
                <w:lang w:eastAsia="ja-JP"/>
              </w:rPr>
            </w:pPr>
            <w:r>
              <w:t>DC_48A_n46D</w:t>
            </w:r>
          </w:p>
          <w:p w14:paraId="5D9D8A97" w14:textId="77777777" w:rsidR="00D44AD9" w:rsidRDefault="00D44AD9" w:rsidP="00AC3FE8">
            <w:pPr>
              <w:pStyle w:val="TAC"/>
              <w:rPr>
                <w:sz w:val="16"/>
                <w:szCs w:val="16"/>
                <w:lang w:eastAsia="ja-JP"/>
              </w:rPr>
            </w:pPr>
            <w:r>
              <w:t>DC_48B_n46D</w:t>
            </w:r>
          </w:p>
          <w:p w14:paraId="7FDABA23" w14:textId="77777777" w:rsidR="00D44AD9" w:rsidRDefault="00D44AD9" w:rsidP="00AC3FE8">
            <w:pPr>
              <w:pStyle w:val="TAC"/>
              <w:rPr>
                <w:sz w:val="16"/>
                <w:szCs w:val="16"/>
                <w:lang w:eastAsia="ja-JP"/>
              </w:rPr>
            </w:pPr>
            <w:r>
              <w:t>DC_48C_n46D</w:t>
            </w:r>
          </w:p>
          <w:p w14:paraId="0523D784" w14:textId="77777777" w:rsidR="00D44AD9" w:rsidRDefault="00D44AD9" w:rsidP="00AC3FE8">
            <w:pPr>
              <w:pStyle w:val="TAC"/>
              <w:rPr>
                <w:sz w:val="16"/>
                <w:szCs w:val="16"/>
                <w:lang w:eastAsia="ja-JP"/>
              </w:rPr>
            </w:pPr>
            <w:r>
              <w:t>DC_48D_n46D</w:t>
            </w:r>
          </w:p>
          <w:p w14:paraId="4B0F8DBD" w14:textId="77777777" w:rsidR="00D44AD9" w:rsidRDefault="00D44AD9" w:rsidP="00AC3FE8">
            <w:pPr>
              <w:pStyle w:val="TAC"/>
              <w:rPr>
                <w:sz w:val="16"/>
                <w:szCs w:val="16"/>
                <w:lang w:eastAsia="ja-JP"/>
              </w:rPr>
            </w:pPr>
            <w:r>
              <w:t>DC_48E_n46D</w:t>
            </w:r>
          </w:p>
          <w:p w14:paraId="2EBD5AA3" w14:textId="77777777" w:rsidR="00D44AD9" w:rsidRDefault="00D44AD9" w:rsidP="00AC3FE8">
            <w:pPr>
              <w:pStyle w:val="TAC"/>
              <w:rPr>
                <w:sz w:val="16"/>
                <w:szCs w:val="16"/>
                <w:lang w:eastAsia="ja-JP"/>
              </w:rPr>
            </w:pPr>
            <w:r>
              <w:t>DC_48A_n46E</w:t>
            </w:r>
          </w:p>
          <w:p w14:paraId="314AE3ED" w14:textId="77777777" w:rsidR="00D44AD9" w:rsidRDefault="00D44AD9" w:rsidP="00AC3FE8">
            <w:pPr>
              <w:pStyle w:val="TAC"/>
              <w:rPr>
                <w:sz w:val="16"/>
                <w:szCs w:val="16"/>
                <w:lang w:eastAsia="ja-JP"/>
              </w:rPr>
            </w:pPr>
            <w:r>
              <w:t>DC_48B_n46E</w:t>
            </w:r>
          </w:p>
          <w:p w14:paraId="2116C43B" w14:textId="77777777" w:rsidR="00D44AD9" w:rsidRDefault="00D44AD9" w:rsidP="00AC3FE8">
            <w:pPr>
              <w:pStyle w:val="TAC"/>
              <w:rPr>
                <w:sz w:val="16"/>
                <w:szCs w:val="16"/>
                <w:lang w:eastAsia="ja-JP"/>
              </w:rPr>
            </w:pPr>
            <w:r>
              <w:t>DC_48C_n46E</w:t>
            </w:r>
          </w:p>
          <w:p w14:paraId="0172C9B4" w14:textId="77777777" w:rsidR="00D44AD9" w:rsidRDefault="00D44AD9" w:rsidP="00AC3FE8">
            <w:pPr>
              <w:pStyle w:val="TAC"/>
              <w:rPr>
                <w:lang w:val="fr-FR"/>
              </w:rPr>
            </w:pPr>
            <w:r>
              <w:rPr>
                <w:lang w:val="fr-FR"/>
              </w:rPr>
              <w:t>DC_48D_n46E</w:t>
            </w:r>
          </w:p>
          <w:p w14:paraId="2BB0AFB2" w14:textId="77777777" w:rsidR="00D44AD9" w:rsidRDefault="00D44AD9" w:rsidP="00AC3FE8">
            <w:pPr>
              <w:pStyle w:val="TAC"/>
              <w:rPr>
                <w:lang w:val="fr-FR" w:eastAsia="fi-FI"/>
              </w:rPr>
            </w:pPr>
            <w:r>
              <w:rPr>
                <w:lang w:val="fr-FR"/>
              </w:rPr>
              <w:t>DC_48E_n46E</w:t>
            </w:r>
          </w:p>
        </w:tc>
        <w:tc>
          <w:tcPr>
            <w:tcW w:w="2280" w:type="dxa"/>
            <w:tcBorders>
              <w:top w:val="single" w:sz="4" w:space="0" w:color="auto"/>
              <w:left w:val="single" w:sz="4" w:space="0" w:color="auto"/>
              <w:bottom w:val="single" w:sz="4" w:space="0" w:color="auto"/>
              <w:right w:val="single" w:sz="4" w:space="0" w:color="auto"/>
            </w:tcBorders>
            <w:hideMark/>
          </w:tcPr>
          <w:p w14:paraId="34510713" w14:textId="77777777" w:rsidR="00D44AD9" w:rsidRDefault="00D44AD9" w:rsidP="00AC3FE8">
            <w:pPr>
              <w:pStyle w:val="TAC"/>
              <w:rPr>
                <w:sz w:val="16"/>
                <w:szCs w:val="16"/>
              </w:rPr>
            </w:pPr>
            <w:r>
              <w:t>DC_48A_n46A</w:t>
            </w:r>
          </w:p>
          <w:p w14:paraId="238926DA" w14:textId="77777777" w:rsidR="00D44AD9" w:rsidRDefault="00D44AD9" w:rsidP="00AC3FE8">
            <w:pPr>
              <w:pStyle w:val="TAC"/>
              <w:rPr>
                <w:lang w:eastAsia="fi-FI"/>
              </w:rPr>
            </w:pPr>
            <w:r>
              <w:t>DC_48B_n46A</w:t>
            </w:r>
          </w:p>
        </w:tc>
        <w:tc>
          <w:tcPr>
            <w:tcW w:w="2738" w:type="dxa"/>
            <w:tcBorders>
              <w:top w:val="single" w:sz="4" w:space="0" w:color="auto"/>
              <w:left w:val="single" w:sz="4" w:space="0" w:color="auto"/>
              <w:bottom w:val="single" w:sz="4" w:space="0" w:color="auto"/>
              <w:right w:val="single" w:sz="4" w:space="0" w:color="auto"/>
            </w:tcBorders>
            <w:noWrap/>
            <w:hideMark/>
          </w:tcPr>
          <w:p w14:paraId="5FA44B34" w14:textId="77777777" w:rsidR="00D44AD9" w:rsidRDefault="00D44AD9" w:rsidP="00AC3FE8">
            <w:pPr>
              <w:pStyle w:val="TAC"/>
              <w:rPr>
                <w:lang w:eastAsia="zh-TW"/>
              </w:rPr>
            </w:pPr>
            <w:r>
              <w:rPr>
                <w:lang w:val="fi-FI" w:eastAsia="zh-TW"/>
              </w:rPr>
              <w:t>No</w:t>
            </w:r>
          </w:p>
        </w:tc>
        <w:tc>
          <w:tcPr>
            <w:tcW w:w="2738" w:type="dxa"/>
            <w:tcBorders>
              <w:top w:val="single" w:sz="4" w:space="0" w:color="auto"/>
              <w:left w:val="single" w:sz="4" w:space="0" w:color="auto"/>
              <w:bottom w:val="single" w:sz="4" w:space="0" w:color="auto"/>
              <w:right w:val="single" w:sz="4" w:space="0" w:color="auto"/>
            </w:tcBorders>
          </w:tcPr>
          <w:p w14:paraId="3CE5EF75" w14:textId="77777777" w:rsidR="00D44AD9" w:rsidRDefault="00D44AD9" w:rsidP="00AC3FE8">
            <w:pPr>
              <w:pStyle w:val="TAC"/>
              <w:rPr>
                <w:lang w:val="en-US" w:eastAsia="zh-CN"/>
              </w:rPr>
            </w:pPr>
          </w:p>
        </w:tc>
      </w:tr>
      <w:tr w:rsidR="00D44AD9" w14:paraId="55718C3A"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904B5A6" w14:textId="77777777" w:rsidR="00D44AD9" w:rsidRDefault="00D44AD9" w:rsidP="00AC3FE8">
            <w:pPr>
              <w:pStyle w:val="TAC"/>
              <w:rPr>
                <w:lang w:eastAsia="fi-FI"/>
              </w:rPr>
            </w:pPr>
            <w:r>
              <w:rPr>
                <w:lang w:eastAsia="fi-FI"/>
              </w:rPr>
              <w:t>DC_48A_n66A</w:t>
            </w:r>
          </w:p>
        </w:tc>
        <w:tc>
          <w:tcPr>
            <w:tcW w:w="2280" w:type="dxa"/>
            <w:tcBorders>
              <w:top w:val="single" w:sz="4" w:space="0" w:color="auto"/>
              <w:left w:val="single" w:sz="4" w:space="0" w:color="auto"/>
              <w:bottom w:val="single" w:sz="4" w:space="0" w:color="auto"/>
              <w:right w:val="single" w:sz="4" w:space="0" w:color="auto"/>
            </w:tcBorders>
            <w:hideMark/>
          </w:tcPr>
          <w:p w14:paraId="24B9990B" w14:textId="77777777" w:rsidR="00D44AD9" w:rsidRDefault="00D44AD9" w:rsidP="00AC3FE8">
            <w:pPr>
              <w:pStyle w:val="TAC"/>
              <w:rPr>
                <w:lang w:eastAsia="fi-FI"/>
              </w:rPr>
            </w:pPr>
            <w:r>
              <w:rPr>
                <w:lang w:eastAsia="fi-FI"/>
              </w:rPr>
              <w:t>DC_48A_n66A</w:t>
            </w:r>
          </w:p>
        </w:tc>
        <w:tc>
          <w:tcPr>
            <w:tcW w:w="2738" w:type="dxa"/>
            <w:tcBorders>
              <w:top w:val="single" w:sz="4" w:space="0" w:color="auto"/>
              <w:left w:val="single" w:sz="4" w:space="0" w:color="auto"/>
              <w:bottom w:val="single" w:sz="4" w:space="0" w:color="auto"/>
              <w:right w:val="single" w:sz="4" w:space="0" w:color="auto"/>
            </w:tcBorders>
            <w:noWrap/>
            <w:hideMark/>
          </w:tcPr>
          <w:p w14:paraId="7F30F882" w14:textId="77777777" w:rsidR="00D44AD9" w:rsidRDefault="00D44AD9" w:rsidP="00AC3FE8">
            <w:pPr>
              <w:pStyle w:val="TAC"/>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14BA984D" w14:textId="77777777" w:rsidR="00D44AD9" w:rsidRDefault="00D44AD9" w:rsidP="00AC3FE8">
            <w:pPr>
              <w:pStyle w:val="TAC"/>
              <w:rPr>
                <w:lang w:eastAsia="zh-TW"/>
              </w:rPr>
            </w:pPr>
          </w:p>
        </w:tc>
      </w:tr>
      <w:tr w:rsidR="00D44AD9" w14:paraId="47D72BE4"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01D6723" w14:textId="77777777" w:rsidR="00D44AD9" w:rsidRDefault="00D44AD9" w:rsidP="00AC3FE8">
            <w:pPr>
              <w:pStyle w:val="TAC"/>
              <w:rPr>
                <w:lang w:eastAsia="zh-TW"/>
              </w:rPr>
            </w:pPr>
            <w:r>
              <w:rPr>
                <w:lang w:eastAsia="fi-FI"/>
              </w:rPr>
              <w:t>DC_48A_n71A</w:t>
            </w:r>
          </w:p>
          <w:p w14:paraId="030A69EF" w14:textId="77777777" w:rsidR="00D44AD9" w:rsidRDefault="00D44AD9" w:rsidP="00AC3FE8">
            <w:pPr>
              <w:pStyle w:val="TAC"/>
              <w:rPr>
                <w:rFonts w:cs="Arial"/>
                <w:lang w:eastAsia="zh-TW"/>
              </w:rPr>
            </w:pPr>
            <w:r>
              <w:rPr>
                <w:rFonts w:cs="Arial"/>
                <w:lang w:eastAsia="zh-TW"/>
              </w:rPr>
              <w:t>DC_48B_n71A</w:t>
            </w:r>
          </w:p>
          <w:p w14:paraId="418E9C7D" w14:textId="77777777" w:rsidR="00D44AD9" w:rsidRDefault="00D44AD9" w:rsidP="00AC3FE8">
            <w:pPr>
              <w:pStyle w:val="TAC"/>
              <w:rPr>
                <w:rFonts w:cs="Arial"/>
                <w:lang w:eastAsia="zh-TW"/>
              </w:rPr>
            </w:pPr>
            <w:r>
              <w:rPr>
                <w:rFonts w:cs="Arial"/>
                <w:lang w:eastAsia="zh-TW"/>
              </w:rPr>
              <w:t>DC_48C_n71A</w:t>
            </w:r>
          </w:p>
          <w:p w14:paraId="17164523" w14:textId="77777777" w:rsidR="00D44AD9" w:rsidRDefault="00D44AD9" w:rsidP="00AC3FE8">
            <w:pPr>
              <w:pStyle w:val="TAC"/>
              <w:rPr>
                <w:lang w:eastAsia="fi-FI"/>
              </w:rPr>
            </w:pPr>
            <w:r>
              <w:rPr>
                <w:rFonts w:cs="Arial"/>
                <w:lang w:eastAsia="zh-TW"/>
              </w:rPr>
              <w:t>DC_48D_n71A</w:t>
            </w:r>
          </w:p>
        </w:tc>
        <w:tc>
          <w:tcPr>
            <w:tcW w:w="2280" w:type="dxa"/>
            <w:tcBorders>
              <w:top w:val="single" w:sz="4" w:space="0" w:color="auto"/>
              <w:left w:val="single" w:sz="4" w:space="0" w:color="auto"/>
              <w:bottom w:val="single" w:sz="4" w:space="0" w:color="auto"/>
              <w:right w:val="single" w:sz="4" w:space="0" w:color="auto"/>
            </w:tcBorders>
            <w:hideMark/>
          </w:tcPr>
          <w:p w14:paraId="4C670C2E" w14:textId="77777777" w:rsidR="00D44AD9" w:rsidRDefault="00D44AD9" w:rsidP="00AC3FE8">
            <w:pPr>
              <w:pStyle w:val="TAC"/>
              <w:rPr>
                <w:lang w:eastAsia="fi-FI"/>
              </w:rPr>
            </w:pPr>
            <w:r>
              <w:rPr>
                <w:lang w:eastAsia="fi-FI"/>
              </w:rPr>
              <w:t>DC_48A_n71A</w:t>
            </w:r>
          </w:p>
        </w:tc>
        <w:tc>
          <w:tcPr>
            <w:tcW w:w="2738" w:type="dxa"/>
            <w:tcBorders>
              <w:top w:val="single" w:sz="4" w:space="0" w:color="auto"/>
              <w:left w:val="single" w:sz="4" w:space="0" w:color="auto"/>
              <w:bottom w:val="single" w:sz="4" w:space="0" w:color="auto"/>
              <w:right w:val="single" w:sz="4" w:space="0" w:color="auto"/>
            </w:tcBorders>
            <w:noWrap/>
            <w:hideMark/>
          </w:tcPr>
          <w:p w14:paraId="284B30F5" w14:textId="77777777" w:rsidR="00D44AD9" w:rsidRDefault="00D44AD9" w:rsidP="00AC3FE8">
            <w:pPr>
              <w:pStyle w:val="TAC"/>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67A1DE39" w14:textId="77777777" w:rsidR="00D44AD9" w:rsidRDefault="00D44AD9" w:rsidP="00AC3FE8">
            <w:pPr>
              <w:pStyle w:val="TAC"/>
              <w:rPr>
                <w:lang w:eastAsia="zh-TW"/>
              </w:rPr>
            </w:pPr>
          </w:p>
        </w:tc>
      </w:tr>
      <w:tr w:rsidR="00D44AD9" w14:paraId="6632D4A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4BB94FC" w14:textId="77777777" w:rsidR="00D44AD9" w:rsidRDefault="00D44AD9" w:rsidP="00AC3FE8">
            <w:pPr>
              <w:pStyle w:val="TAC"/>
              <w:rPr>
                <w:lang w:eastAsia="zh-TW"/>
              </w:rPr>
            </w:pPr>
            <w:r>
              <w:t>DC_48A-48A_n71A</w:t>
            </w:r>
          </w:p>
          <w:p w14:paraId="4B4F4224" w14:textId="77777777" w:rsidR="00D44AD9" w:rsidRDefault="00D44AD9" w:rsidP="00AC3FE8">
            <w:pPr>
              <w:pStyle w:val="TAC"/>
              <w:rPr>
                <w:lang w:eastAsia="zh-TW"/>
              </w:rPr>
            </w:pPr>
            <w:r>
              <w:t>DC_48A-48A-48A_n71A</w:t>
            </w:r>
          </w:p>
        </w:tc>
        <w:tc>
          <w:tcPr>
            <w:tcW w:w="2280" w:type="dxa"/>
            <w:tcBorders>
              <w:top w:val="single" w:sz="4" w:space="0" w:color="auto"/>
              <w:left w:val="single" w:sz="4" w:space="0" w:color="auto"/>
              <w:bottom w:val="single" w:sz="4" w:space="0" w:color="auto"/>
              <w:right w:val="single" w:sz="4" w:space="0" w:color="auto"/>
            </w:tcBorders>
            <w:hideMark/>
          </w:tcPr>
          <w:p w14:paraId="3AA93A91" w14:textId="77777777" w:rsidR="00D44AD9" w:rsidRDefault="00D44AD9" w:rsidP="00AC3FE8">
            <w:pPr>
              <w:pStyle w:val="TAC"/>
              <w:rPr>
                <w:lang w:eastAsia="fi-FI"/>
              </w:rPr>
            </w:pPr>
            <w:r>
              <w:t>DC_48A_n71A</w:t>
            </w:r>
          </w:p>
        </w:tc>
        <w:tc>
          <w:tcPr>
            <w:tcW w:w="2738" w:type="dxa"/>
            <w:tcBorders>
              <w:top w:val="single" w:sz="4" w:space="0" w:color="auto"/>
              <w:left w:val="single" w:sz="4" w:space="0" w:color="auto"/>
              <w:bottom w:val="single" w:sz="4" w:space="0" w:color="auto"/>
              <w:right w:val="single" w:sz="4" w:space="0" w:color="auto"/>
            </w:tcBorders>
            <w:noWrap/>
            <w:hideMark/>
          </w:tcPr>
          <w:p w14:paraId="09389E34" w14:textId="77777777" w:rsidR="00D44AD9" w:rsidRDefault="00D44AD9" w:rsidP="00AC3FE8">
            <w:pPr>
              <w:pStyle w:val="TAC"/>
              <w:rPr>
                <w:lang w:eastAsia="zh-TW"/>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5C19D5FB" w14:textId="77777777" w:rsidR="00D44AD9" w:rsidRDefault="00D44AD9" w:rsidP="00AC3FE8">
            <w:pPr>
              <w:pStyle w:val="TAC"/>
              <w:rPr>
                <w:lang w:eastAsia="zh-TW"/>
              </w:rPr>
            </w:pPr>
          </w:p>
        </w:tc>
      </w:tr>
      <w:tr w:rsidR="00D44AD9" w14:paraId="712C97C4"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714D5AC" w14:textId="77777777" w:rsidR="00D44AD9" w:rsidRDefault="00D44AD9" w:rsidP="00AC3FE8">
            <w:pPr>
              <w:pStyle w:val="TAC"/>
              <w:rPr>
                <w:rFonts w:cs="Arial"/>
                <w:lang w:eastAsia="ja-JP"/>
              </w:rPr>
            </w:pPr>
            <w:r>
              <w:rPr>
                <w:lang w:eastAsia="fi-FI"/>
              </w:rPr>
              <w:t>DC_</w:t>
            </w:r>
            <w:r>
              <w:rPr>
                <w:lang w:eastAsia="zh-CN"/>
              </w:rPr>
              <w:t>66A_n2A</w:t>
            </w:r>
          </w:p>
        </w:tc>
        <w:tc>
          <w:tcPr>
            <w:tcW w:w="2280" w:type="dxa"/>
            <w:tcBorders>
              <w:top w:val="single" w:sz="4" w:space="0" w:color="auto"/>
              <w:left w:val="single" w:sz="4" w:space="0" w:color="auto"/>
              <w:bottom w:val="single" w:sz="4" w:space="0" w:color="auto"/>
              <w:right w:val="single" w:sz="4" w:space="0" w:color="auto"/>
            </w:tcBorders>
            <w:hideMark/>
          </w:tcPr>
          <w:p w14:paraId="0555FA82" w14:textId="77777777" w:rsidR="00D44AD9" w:rsidRDefault="00D44AD9" w:rsidP="00AC3FE8">
            <w:pPr>
              <w:pStyle w:val="TAC"/>
              <w:rPr>
                <w:lang w:eastAsia="zh-CN"/>
              </w:rPr>
            </w:pPr>
            <w:r>
              <w:rPr>
                <w:lang w:eastAsia="fi-FI"/>
              </w:rPr>
              <w:t>DC_</w:t>
            </w:r>
            <w:r>
              <w:rPr>
                <w:lang w:eastAsia="zh-CN"/>
              </w:rPr>
              <w:t>66A_n2A</w:t>
            </w:r>
          </w:p>
        </w:tc>
        <w:tc>
          <w:tcPr>
            <w:tcW w:w="2738" w:type="dxa"/>
            <w:tcBorders>
              <w:top w:val="single" w:sz="4" w:space="0" w:color="auto"/>
              <w:left w:val="single" w:sz="4" w:space="0" w:color="auto"/>
              <w:bottom w:val="single" w:sz="4" w:space="0" w:color="auto"/>
              <w:right w:val="single" w:sz="4" w:space="0" w:color="auto"/>
            </w:tcBorders>
            <w:noWrap/>
            <w:hideMark/>
          </w:tcPr>
          <w:p w14:paraId="4E780A98" w14:textId="77777777" w:rsidR="00D44AD9" w:rsidRDefault="00D44AD9" w:rsidP="00AC3FE8">
            <w:pPr>
              <w:pStyle w:val="TAC"/>
              <w:rPr>
                <w:lang w:eastAsia="zh-CN"/>
              </w:rPr>
            </w:pPr>
            <w:r>
              <w:t>DC_</w:t>
            </w:r>
            <w:r>
              <w:rPr>
                <w:lang w:eastAsia="zh-CN"/>
              </w:rPr>
              <w:t>66_n2</w:t>
            </w:r>
          </w:p>
        </w:tc>
        <w:tc>
          <w:tcPr>
            <w:tcW w:w="2738" w:type="dxa"/>
            <w:tcBorders>
              <w:top w:val="single" w:sz="4" w:space="0" w:color="auto"/>
              <w:left w:val="single" w:sz="4" w:space="0" w:color="auto"/>
              <w:bottom w:val="single" w:sz="4" w:space="0" w:color="auto"/>
              <w:right w:val="single" w:sz="4" w:space="0" w:color="auto"/>
            </w:tcBorders>
          </w:tcPr>
          <w:p w14:paraId="6E3B39FD" w14:textId="77777777" w:rsidR="00D44AD9" w:rsidRDefault="00D44AD9" w:rsidP="00AC3FE8">
            <w:pPr>
              <w:pStyle w:val="TAC"/>
            </w:pPr>
          </w:p>
        </w:tc>
      </w:tr>
      <w:tr w:rsidR="00D44AD9" w14:paraId="3E021998"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6C739F4" w14:textId="77777777" w:rsidR="00D44AD9" w:rsidRDefault="00D44AD9" w:rsidP="00AC3FE8">
            <w:pPr>
              <w:pStyle w:val="TAC"/>
              <w:rPr>
                <w:lang w:eastAsia="fi-FI"/>
              </w:rPr>
            </w:pPr>
            <w:r>
              <w:rPr>
                <w:lang w:eastAsia="fi-FI"/>
              </w:rPr>
              <w:t>DC_66A-</w:t>
            </w:r>
            <w:r>
              <w:rPr>
                <w:lang w:eastAsia="zh-CN"/>
              </w:rPr>
              <w:t>66A_n2A</w:t>
            </w:r>
          </w:p>
        </w:tc>
        <w:tc>
          <w:tcPr>
            <w:tcW w:w="2280" w:type="dxa"/>
            <w:tcBorders>
              <w:top w:val="single" w:sz="4" w:space="0" w:color="auto"/>
              <w:left w:val="single" w:sz="4" w:space="0" w:color="auto"/>
              <w:bottom w:val="single" w:sz="4" w:space="0" w:color="auto"/>
              <w:right w:val="single" w:sz="4" w:space="0" w:color="auto"/>
            </w:tcBorders>
            <w:hideMark/>
          </w:tcPr>
          <w:p w14:paraId="34073A4E" w14:textId="77777777" w:rsidR="00D44AD9" w:rsidRDefault="00D44AD9" w:rsidP="00AC3FE8">
            <w:pPr>
              <w:pStyle w:val="TAC"/>
              <w:rPr>
                <w:lang w:eastAsia="fi-FI"/>
              </w:rPr>
            </w:pPr>
            <w:r>
              <w:rPr>
                <w:lang w:eastAsia="fi-FI"/>
              </w:rPr>
              <w:t>DC_</w:t>
            </w:r>
            <w:r>
              <w:rPr>
                <w:lang w:eastAsia="zh-CN"/>
              </w:rPr>
              <w:t>66A_n2A</w:t>
            </w:r>
          </w:p>
        </w:tc>
        <w:tc>
          <w:tcPr>
            <w:tcW w:w="2738" w:type="dxa"/>
            <w:tcBorders>
              <w:top w:val="single" w:sz="4" w:space="0" w:color="auto"/>
              <w:left w:val="single" w:sz="4" w:space="0" w:color="auto"/>
              <w:bottom w:val="single" w:sz="4" w:space="0" w:color="auto"/>
              <w:right w:val="single" w:sz="4" w:space="0" w:color="auto"/>
            </w:tcBorders>
            <w:noWrap/>
            <w:hideMark/>
          </w:tcPr>
          <w:p w14:paraId="1454950F" w14:textId="77777777" w:rsidR="00D44AD9" w:rsidRDefault="00D44AD9" w:rsidP="00AC3FE8">
            <w:pPr>
              <w:pStyle w:val="TAC"/>
            </w:pPr>
            <w:r>
              <w:t>DC_</w:t>
            </w:r>
            <w:r>
              <w:rPr>
                <w:lang w:eastAsia="zh-CN"/>
              </w:rPr>
              <w:t>66_n2</w:t>
            </w:r>
          </w:p>
        </w:tc>
        <w:tc>
          <w:tcPr>
            <w:tcW w:w="2738" w:type="dxa"/>
            <w:tcBorders>
              <w:top w:val="single" w:sz="4" w:space="0" w:color="auto"/>
              <w:left w:val="single" w:sz="4" w:space="0" w:color="auto"/>
              <w:bottom w:val="single" w:sz="4" w:space="0" w:color="auto"/>
              <w:right w:val="single" w:sz="4" w:space="0" w:color="auto"/>
            </w:tcBorders>
          </w:tcPr>
          <w:p w14:paraId="0BE7284F" w14:textId="77777777" w:rsidR="00D44AD9" w:rsidRDefault="00D44AD9" w:rsidP="00AC3FE8">
            <w:pPr>
              <w:pStyle w:val="TAC"/>
            </w:pPr>
          </w:p>
        </w:tc>
      </w:tr>
      <w:tr w:rsidR="00D44AD9" w14:paraId="66476D7C"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19CAD37" w14:textId="77777777" w:rsidR="00D44AD9" w:rsidRDefault="00D44AD9" w:rsidP="00AC3FE8">
            <w:pPr>
              <w:pStyle w:val="TAC"/>
              <w:rPr>
                <w:lang w:eastAsia="zh-TW"/>
              </w:rPr>
            </w:pPr>
            <w:r>
              <w:rPr>
                <w:lang w:eastAsia="ja-JP"/>
              </w:rPr>
              <w:t>DC_66A_n5A</w:t>
            </w:r>
          </w:p>
          <w:p w14:paraId="22ADFE62" w14:textId="77777777" w:rsidR="00D44AD9" w:rsidRDefault="00D44AD9" w:rsidP="00AC3FE8">
            <w:pPr>
              <w:pStyle w:val="TAC"/>
              <w:rPr>
                <w:rFonts w:cs="Arial"/>
                <w:szCs w:val="18"/>
                <w:lang w:eastAsia="zh-TW"/>
              </w:rPr>
            </w:pPr>
            <w:r>
              <w:rPr>
                <w:rFonts w:cs="Arial"/>
                <w:szCs w:val="18"/>
              </w:rPr>
              <w:t>DC_66B_n5A</w:t>
            </w:r>
          </w:p>
          <w:p w14:paraId="0804C28F" w14:textId="77777777" w:rsidR="00D44AD9" w:rsidRDefault="00D44AD9" w:rsidP="00AC3FE8">
            <w:pPr>
              <w:pStyle w:val="TAC"/>
              <w:rPr>
                <w:rFonts w:cs="Arial"/>
                <w:lang w:eastAsia="zh-TW"/>
              </w:rPr>
            </w:pPr>
            <w:r>
              <w:rPr>
                <w:rFonts w:cs="Arial"/>
                <w:szCs w:val="18"/>
              </w:rPr>
              <w:t>DC_66C_n5A</w:t>
            </w:r>
          </w:p>
        </w:tc>
        <w:tc>
          <w:tcPr>
            <w:tcW w:w="2280" w:type="dxa"/>
            <w:tcBorders>
              <w:top w:val="single" w:sz="4" w:space="0" w:color="auto"/>
              <w:left w:val="single" w:sz="4" w:space="0" w:color="auto"/>
              <w:bottom w:val="single" w:sz="4" w:space="0" w:color="auto"/>
              <w:right w:val="single" w:sz="4" w:space="0" w:color="auto"/>
            </w:tcBorders>
            <w:hideMark/>
          </w:tcPr>
          <w:p w14:paraId="39A889F8" w14:textId="77777777" w:rsidR="00D44AD9" w:rsidRDefault="00D44AD9" w:rsidP="00AC3FE8">
            <w:pPr>
              <w:pStyle w:val="TAC"/>
              <w:rPr>
                <w:lang w:eastAsia="fi-FI"/>
              </w:rPr>
            </w:pPr>
            <w:r>
              <w:rPr>
                <w:lang w:eastAsia="ja-JP"/>
              </w:rPr>
              <w:t>DC_66A_n5A</w:t>
            </w:r>
          </w:p>
        </w:tc>
        <w:tc>
          <w:tcPr>
            <w:tcW w:w="2738" w:type="dxa"/>
            <w:tcBorders>
              <w:top w:val="single" w:sz="4" w:space="0" w:color="auto"/>
              <w:left w:val="single" w:sz="4" w:space="0" w:color="auto"/>
              <w:bottom w:val="single" w:sz="4" w:space="0" w:color="auto"/>
              <w:right w:val="single" w:sz="4" w:space="0" w:color="auto"/>
            </w:tcBorders>
            <w:noWrap/>
            <w:hideMark/>
          </w:tcPr>
          <w:p w14:paraId="11C1B468" w14:textId="77777777" w:rsidR="00D44AD9" w:rsidRDefault="00D44AD9" w:rsidP="00AC3FE8">
            <w:pPr>
              <w:pStyle w:val="TAC"/>
              <w:rPr>
                <w:lang w:eastAsia="fi-FI"/>
              </w:rPr>
            </w:pPr>
            <w:r>
              <w:rPr>
                <w:lang w:eastAsia="ja-JP"/>
              </w:rPr>
              <w:t>DC_66_n5</w:t>
            </w:r>
          </w:p>
        </w:tc>
        <w:tc>
          <w:tcPr>
            <w:tcW w:w="2738" w:type="dxa"/>
            <w:tcBorders>
              <w:top w:val="single" w:sz="4" w:space="0" w:color="auto"/>
              <w:left w:val="single" w:sz="4" w:space="0" w:color="auto"/>
              <w:bottom w:val="single" w:sz="4" w:space="0" w:color="auto"/>
              <w:right w:val="single" w:sz="4" w:space="0" w:color="auto"/>
            </w:tcBorders>
          </w:tcPr>
          <w:p w14:paraId="4F32ADEE" w14:textId="77777777" w:rsidR="00D44AD9" w:rsidRDefault="00D44AD9" w:rsidP="00AC3FE8">
            <w:pPr>
              <w:pStyle w:val="TAC"/>
              <w:rPr>
                <w:lang w:eastAsia="ja-JP"/>
              </w:rPr>
            </w:pPr>
          </w:p>
        </w:tc>
      </w:tr>
      <w:tr w:rsidR="00D44AD9" w14:paraId="531CD647"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D4008B5" w14:textId="77777777" w:rsidR="00D44AD9" w:rsidRDefault="00D44AD9" w:rsidP="00AC3FE8">
            <w:pPr>
              <w:pStyle w:val="TAC"/>
              <w:rPr>
                <w:lang w:eastAsia="fi-FI"/>
              </w:rPr>
            </w:pPr>
            <w:r>
              <w:rPr>
                <w:lang w:eastAsia="fi-FI"/>
              </w:rPr>
              <w:t>DC_66A-66A_n5A</w:t>
            </w:r>
          </w:p>
          <w:p w14:paraId="7C9AFFB6" w14:textId="77777777" w:rsidR="00D44AD9" w:rsidRDefault="00D44AD9" w:rsidP="00AC3FE8">
            <w:pPr>
              <w:pStyle w:val="TAC"/>
              <w:rPr>
                <w:lang w:eastAsia="ja-JP"/>
              </w:rPr>
            </w:pPr>
            <w:r>
              <w:rPr>
                <w:lang w:eastAsia="fi-FI"/>
              </w:rPr>
              <w:t>DC_66A-66A-66A_n5A</w:t>
            </w:r>
          </w:p>
        </w:tc>
        <w:tc>
          <w:tcPr>
            <w:tcW w:w="2280" w:type="dxa"/>
            <w:tcBorders>
              <w:top w:val="single" w:sz="4" w:space="0" w:color="auto"/>
              <w:left w:val="single" w:sz="4" w:space="0" w:color="auto"/>
              <w:bottom w:val="single" w:sz="4" w:space="0" w:color="auto"/>
              <w:right w:val="single" w:sz="4" w:space="0" w:color="auto"/>
            </w:tcBorders>
            <w:hideMark/>
          </w:tcPr>
          <w:p w14:paraId="6150E1E6" w14:textId="77777777" w:rsidR="00D44AD9" w:rsidRDefault="00D44AD9" w:rsidP="00AC3FE8">
            <w:pPr>
              <w:pStyle w:val="TAC"/>
              <w:rPr>
                <w:lang w:eastAsia="ja-JP"/>
              </w:rPr>
            </w:pPr>
            <w:r>
              <w:rPr>
                <w:lang w:eastAsia="fi-FI"/>
              </w:rPr>
              <w:t>DC_66A_n5A</w:t>
            </w:r>
          </w:p>
        </w:tc>
        <w:tc>
          <w:tcPr>
            <w:tcW w:w="2738" w:type="dxa"/>
            <w:tcBorders>
              <w:top w:val="single" w:sz="4" w:space="0" w:color="auto"/>
              <w:left w:val="single" w:sz="4" w:space="0" w:color="auto"/>
              <w:bottom w:val="single" w:sz="4" w:space="0" w:color="auto"/>
              <w:right w:val="single" w:sz="4" w:space="0" w:color="auto"/>
            </w:tcBorders>
            <w:noWrap/>
            <w:hideMark/>
          </w:tcPr>
          <w:p w14:paraId="76F72D43" w14:textId="77777777" w:rsidR="00D44AD9" w:rsidRDefault="00D44AD9" w:rsidP="00AC3FE8">
            <w:pPr>
              <w:pStyle w:val="TAC"/>
              <w:rPr>
                <w:lang w:eastAsia="ja-JP"/>
              </w:rPr>
            </w:pPr>
            <w:r>
              <w:rPr>
                <w:lang w:eastAsia="ja-JP"/>
              </w:rPr>
              <w:t>DC_66_n5</w:t>
            </w:r>
          </w:p>
        </w:tc>
        <w:tc>
          <w:tcPr>
            <w:tcW w:w="2738" w:type="dxa"/>
            <w:tcBorders>
              <w:top w:val="single" w:sz="4" w:space="0" w:color="auto"/>
              <w:left w:val="single" w:sz="4" w:space="0" w:color="auto"/>
              <w:bottom w:val="single" w:sz="4" w:space="0" w:color="auto"/>
              <w:right w:val="single" w:sz="4" w:space="0" w:color="auto"/>
            </w:tcBorders>
          </w:tcPr>
          <w:p w14:paraId="03905516" w14:textId="77777777" w:rsidR="00D44AD9" w:rsidRDefault="00D44AD9" w:rsidP="00AC3FE8">
            <w:pPr>
              <w:pStyle w:val="TAC"/>
              <w:rPr>
                <w:lang w:eastAsia="ja-JP"/>
              </w:rPr>
            </w:pPr>
          </w:p>
        </w:tc>
      </w:tr>
      <w:tr w:rsidR="00D44AD9" w14:paraId="30F71B64"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4553EDB" w14:textId="77777777" w:rsidR="00D44AD9" w:rsidRDefault="00D44AD9" w:rsidP="00AC3FE8">
            <w:pPr>
              <w:pStyle w:val="TAC"/>
              <w:rPr>
                <w:rFonts w:cs="Arial"/>
                <w:lang w:eastAsia="zh-CN"/>
              </w:rPr>
            </w:pPr>
            <w:r>
              <w:rPr>
                <w:rFonts w:cs="Arial"/>
                <w:lang w:eastAsia="zh-CN"/>
              </w:rPr>
              <w:t>DC_66A_n7A</w:t>
            </w:r>
          </w:p>
          <w:p w14:paraId="255921F7" w14:textId="77777777" w:rsidR="00D44AD9" w:rsidRDefault="00D44AD9" w:rsidP="00AC3FE8">
            <w:pPr>
              <w:pStyle w:val="TAC"/>
              <w:rPr>
                <w:rFonts w:cs="Arial"/>
                <w:lang w:eastAsia="zh-TW"/>
              </w:rPr>
            </w:pPr>
            <w:r>
              <w:rPr>
                <w:rFonts w:cs="Arial"/>
                <w:lang w:eastAsia="zh-CN"/>
              </w:rPr>
              <w:t>DC_66A-66A_n7A</w:t>
            </w:r>
          </w:p>
          <w:p w14:paraId="6778C25E" w14:textId="77777777" w:rsidR="00D44AD9" w:rsidRDefault="00D44AD9" w:rsidP="00AC3FE8">
            <w:pPr>
              <w:pStyle w:val="TAC"/>
              <w:rPr>
                <w:rFonts w:cs="Arial"/>
                <w:lang w:eastAsia="zh-TW"/>
              </w:rPr>
            </w:pPr>
            <w:r>
              <w:rPr>
                <w:rFonts w:cs="Arial"/>
                <w:lang w:eastAsia="zh-CN"/>
              </w:rPr>
              <w:t>DC_66A_n7(2A)</w:t>
            </w:r>
          </w:p>
          <w:p w14:paraId="1EC56E7C" w14:textId="77777777" w:rsidR="00D44AD9" w:rsidRDefault="00D44AD9" w:rsidP="00AC3FE8">
            <w:pPr>
              <w:pStyle w:val="TAC"/>
              <w:rPr>
                <w:lang w:eastAsia="fi-FI"/>
              </w:rPr>
            </w:pPr>
            <w:r>
              <w:rPr>
                <w:rFonts w:cs="Arial"/>
                <w:lang w:eastAsia="zh-CN"/>
              </w:rPr>
              <w:t>DC_66A-66A_n7(2A)</w:t>
            </w:r>
          </w:p>
        </w:tc>
        <w:tc>
          <w:tcPr>
            <w:tcW w:w="2280" w:type="dxa"/>
            <w:tcBorders>
              <w:top w:val="single" w:sz="4" w:space="0" w:color="auto"/>
              <w:left w:val="single" w:sz="4" w:space="0" w:color="auto"/>
              <w:bottom w:val="single" w:sz="4" w:space="0" w:color="auto"/>
              <w:right w:val="single" w:sz="4" w:space="0" w:color="auto"/>
            </w:tcBorders>
            <w:hideMark/>
          </w:tcPr>
          <w:p w14:paraId="172C58D3" w14:textId="77777777" w:rsidR="00D44AD9" w:rsidRDefault="00D44AD9" w:rsidP="00AC3FE8">
            <w:pPr>
              <w:pStyle w:val="TAC"/>
              <w:rPr>
                <w:lang w:eastAsia="fi-FI"/>
              </w:rPr>
            </w:pPr>
            <w:r>
              <w:rPr>
                <w:rFonts w:cs="Arial"/>
                <w:lang w:eastAsia="fi-FI"/>
              </w:rPr>
              <w:t>DC_66A_n</w:t>
            </w:r>
            <w:r>
              <w:rPr>
                <w:rFonts w:cs="Arial"/>
                <w:lang w:eastAsia="zh-CN"/>
              </w:rPr>
              <w:t>7</w:t>
            </w:r>
            <w:r>
              <w:rPr>
                <w:rFonts w:cs="Arial"/>
                <w:lang w:eastAsia="fi-FI"/>
              </w:rPr>
              <w:t>A</w:t>
            </w:r>
          </w:p>
        </w:tc>
        <w:tc>
          <w:tcPr>
            <w:tcW w:w="2738" w:type="dxa"/>
            <w:tcBorders>
              <w:top w:val="single" w:sz="4" w:space="0" w:color="auto"/>
              <w:left w:val="single" w:sz="4" w:space="0" w:color="auto"/>
              <w:bottom w:val="single" w:sz="4" w:space="0" w:color="auto"/>
              <w:right w:val="single" w:sz="4" w:space="0" w:color="auto"/>
            </w:tcBorders>
            <w:noWrap/>
            <w:hideMark/>
          </w:tcPr>
          <w:p w14:paraId="1B585EF6" w14:textId="77777777" w:rsidR="00D44AD9" w:rsidRDefault="00D44AD9" w:rsidP="00AC3FE8">
            <w:pPr>
              <w:pStyle w:val="TAC"/>
              <w:rPr>
                <w:lang w:eastAsia="ja-JP"/>
              </w:rPr>
            </w:pPr>
            <w:r>
              <w:rPr>
                <w:rFonts w:cs="Arial"/>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283FC1B6" w14:textId="77777777" w:rsidR="00D44AD9" w:rsidRDefault="00D44AD9" w:rsidP="00AC3FE8">
            <w:pPr>
              <w:pStyle w:val="TAC"/>
              <w:rPr>
                <w:rFonts w:cs="Arial"/>
                <w:lang w:eastAsia="fi-FI"/>
              </w:rPr>
            </w:pPr>
          </w:p>
        </w:tc>
      </w:tr>
      <w:tr w:rsidR="00D44AD9" w14:paraId="339439BD"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2E28E9E" w14:textId="77777777" w:rsidR="00D44AD9" w:rsidRDefault="00D44AD9" w:rsidP="00AC3FE8">
            <w:pPr>
              <w:pStyle w:val="TAC"/>
              <w:rPr>
                <w:rFonts w:cs="Arial"/>
                <w:lang w:eastAsia="zh-CN"/>
              </w:rPr>
            </w:pPr>
            <w:r>
              <w:rPr>
                <w:rFonts w:cs="Arial"/>
                <w:lang w:eastAsia="zh-TW"/>
              </w:rPr>
              <w:t>DC_66A_n12A</w:t>
            </w:r>
          </w:p>
        </w:tc>
        <w:tc>
          <w:tcPr>
            <w:tcW w:w="2280" w:type="dxa"/>
            <w:tcBorders>
              <w:top w:val="single" w:sz="4" w:space="0" w:color="auto"/>
              <w:left w:val="single" w:sz="4" w:space="0" w:color="auto"/>
              <w:bottom w:val="single" w:sz="4" w:space="0" w:color="auto"/>
              <w:right w:val="single" w:sz="4" w:space="0" w:color="auto"/>
            </w:tcBorders>
            <w:hideMark/>
          </w:tcPr>
          <w:p w14:paraId="1885FB39" w14:textId="77777777" w:rsidR="00D44AD9" w:rsidRDefault="00D44AD9" w:rsidP="00AC3FE8">
            <w:pPr>
              <w:pStyle w:val="TAC"/>
              <w:rPr>
                <w:rFonts w:cs="Arial"/>
                <w:lang w:eastAsia="fi-FI"/>
              </w:rPr>
            </w:pPr>
            <w:r>
              <w:rPr>
                <w:rFonts w:cs="Arial"/>
                <w:lang w:eastAsia="fi-FI"/>
              </w:rPr>
              <w:t>DC_66A_n12A</w:t>
            </w:r>
          </w:p>
        </w:tc>
        <w:tc>
          <w:tcPr>
            <w:tcW w:w="2738" w:type="dxa"/>
            <w:tcBorders>
              <w:top w:val="single" w:sz="4" w:space="0" w:color="auto"/>
              <w:left w:val="single" w:sz="4" w:space="0" w:color="auto"/>
              <w:bottom w:val="single" w:sz="4" w:space="0" w:color="auto"/>
              <w:right w:val="single" w:sz="4" w:space="0" w:color="auto"/>
            </w:tcBorders>
            <w:noWrap/>
            <w:hideMark/>
          </w:tcPr>
          <w:p w14:paraId="6703798B" w14:textId="77777777" w:rsidR="00D44AD9" w:rsidRDefault="00D44AD9" w:rsidP="00AC3FE8">
            <w:pPr>
              <w:pStyle w:val="TAC"/>
              <w:rPr>
                <w:rFonts w:cs="Arial"/>
                <w:lang w:eastAsia="fi-FI"/>
              </w:rPr>
            </w:pPr>
            <w:r>
              <w:rPr>
                <w:rFonts w:cs="Arial"/>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0B5AC069" w14:textId="77777777" w:rsidR="00D44AD9" w:rsidRDefault="00D44AD9" w:rsidP="00AC3FE8">
            <w:pPr>
              <w:pStyle w:val="TAC"/>
              <w:rPr>
                <w:rFonts w:cs="Arial"/>
                <w:lang w:eastAsia="zh-TW"/>
              </w:rPr>
            </w:pPr>
          </w:p>
        </w:tc>
      </w:tr>
      <w:tr w:rsidR="00D44AD9" w14:paraId="5B84179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877C6F9" w14:textId="77777777" w:rsidR="00D44AD9" w:rsidRDefault="00D44AD9" w:rsidP="00AC3FE8">
            <w:pPr>
              <w:pStyle w:val="TAC"/>
              <w:rPr>
                <w:lang w:eastAsia="ja-JP"/>
              </w:rPr>
            </w:pPr>
            <w:r>
              <w:rPr>
                <w:lang w:eastAsia="fi-FI"/>
              </w:rPr>
              <w:t>DC_66A_n25A</w:t>
            </w:r>
          </w:p>
        </w:tc>
        <w:tc>
          <w:tcPr>
            <w:tcW w:w="2280" w:type="dxa"/>
            <w:tcBorders>
              <w:top w:val="single" w:sz="4" w:space="0" w:color="auto"/>
              <w:left w:val="single" w:sz="4" w:space="0" w:color="auto"/>
              <w:bottom w:val="single" w:sz="4" w:space="0" w:color="auto"/>
              <w:right w:val="single" w:sz="4" w:space="0" w:color="auto"/>
            </w:tcBorders>
            <w:hideMark/>
          </w:tcPr>
          <w:p w14:paraId="06192AF5" w14:textId="77777777" w:rsidR="00D44AD9" w:rsidRDefault="00D44AD9" w:rsidP="00AC3FE8">
            <w:pPr>
              <w:pStyle w:val="TAC"/>
              <w:rPr>
                <w:lang w:eastAsia="ja-JP"/>
              </w:rPr>
            </w:pPr>
            <w:r>
              <w:rPr>
                <w:lang w:eastAsia="fi-FI"/>
              </w:rPr>
              <w:t>DC_66A_n25A</w:t>
            </w:r>
          </w:p>
        </w:tc>
        <w:tc>
          <w:tcPr>
            <w:tcW w:w="2738" w:type="dxa"/>
            <w:tcBorders>
              <w:top w:val="single" w:sz="4" w:space="0" w:color="auto"/>
              <w:left w:val="single" w:sz="4" w:space="0" w:color="auto"/>
              <w:bottom w:val="single" w:sz="4" w:space="0" w:color="auto"/>
              <w:right w:val="single" w:sz="4" w:space="0" w:color="auto"/>
            </w:tcBorders>
            <w:noWrap/>
            <w:hideMark/>
          </w:tcPr>
          <w:p w14:paraId="0E91AD15" w14:textId="77777777" w:rsidR="00D44AD9" w:rsidRDefault="00D44AD9" w:rsidP="00AC3FE8">
            <w:pPr>
              <w:pStyle w:val="TAC"/>
              <w:rPr>
                <w:lang w:eastAsia="ja-JP"/>
              </w:rPr>
            </w:pPr>
            <w:r>
              <w:t>DC_66_n25</w:t>
            </w:r>
          </w:p>
        </w:tc>
        <w:tc>
          <w:tcPr>
            <w:tcW w:w="2738" w:type="dxa"/>
            <w:tcBorders>
              <w:top w:val="single" w:sz="4" w:space="0" w:color="auto"/>
              <w:left w:val="single" w:sz="4" w:space="0" w:color="auto"/>
              <w:bottom w:val="single" w:sz="4" w:space="0" w:color="auto"/>
              <w:right w:val="single" w:sz="4" w:space="0" w:color="auto"/>
            </w:tcBorders>
          </w:tcPr>
          <w:p w14:paraId="05A9BB53" w14:textId="77777777" w:rsidR="00D44AD9" w:rsidRDefault="00D44AD9" w:rsidP="00AC3FE8">
            <w:pPr>
              <w:pStyle w:val="TAC"/>
            </w:pPr>
          </w:p>
        </w:tc>
      </w:tr>
      <w:tr w:rsidR="00D44AD9" w14:paraId="376119C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589339F" w14:textId="77777777" w:rsidR="00D44AD9" w:rsidRDefault="00D44AD9" w:rsidP="00AC3FE8">
            <w:pPr>
              <w:pStyle w:val="TAC"/>
              <w:rPr>
                <w:lang w:eastAsia="fi-FI"/>
              </w:rPr>
            </w:pPr>
            <w:r>
              <w:rPr>
                <w:rFonts w:cs="Arial"/>
                <w:lang w:eastAsia="zh-CN"/>
              </w:rPr>
              <w:t>DC_66A_n38A</w:t>
            </w:r>
          </w:p>
        </w:tc>
        <w:tc>
          <w:tcPr>
            <w:tcW w:w="2280" w:type="dxa"/>
            <w:tcBorders>
              <w:top w:val="single" w:sz="4" w:space="0" w:color="auto"/>
              <w:left w:val="single" w:sz="4" w:space="0" w:color="auto"/>
              <w:bottom w:val="single" w:sz="4" w:space="0" w:color="auto"/>
              <w:right w:val="single" w:sz="4" w:space="0" w:color="auto"/>
            </w:tcBorders>
            <w:hideMark/>
          </w:tcPr>
          <w:p w14:paraId="2B8E5712" w14:textId="77777777" w:rsidR="00D44AD9" w:rsidRDefault="00D44AD9" w:rsidP="00AC3FE8">
            <w:pPr>
              <w:pStyle w:val="TAC"/>
              <w:rPr>
                <w:lang w:eastAsia="fi-FI"/>
              </w:rPr>
            </w:pPr>
            <w:r>
              <w:rPr>
                <w:rFonts w:cs="Arial"/>
                <w:lang w:eastAsia="fi-FI"/>
              </w:rPr>
              <w:t>DC_66A_n38A</w:t>
            </w:r>
          </w:p>
        </w:tc>
        <w:tc>
          <w:tcPr>
            <w:tcW w:w="2738" w:type="dxa"/>
            <w:tcBorders>
              <w:top w:val="single" w:sz="4" w:space="0" w:color="auto"/>
              <w:left w:val="single" w:sz="4" w:space="0" w:color="auto"/>
              <w:bottom w:val="single" w:sz="4" w:space="0" w:color="auto"/>
              <w:right w:val="single" w:sz="4" w:space="0" w:color="auto"/>
            </w:tcBorders>
            <w:noWrap/>
            <w:hideMark/>
          </w:tcPr>
          <w:p w14:paraId="0EAF0E35" w14:textId="77777777" w:rsidR="00D44AD9" w:rsidRDefault="00D44AD9" w:rsidP="00AC3FE8">
            <w:pPr>
              <w:pStyle w:val="TAC"/>
            </w:pPr>
            <w:r>
              <w:rPr>
                <w:rFonts w:cs="Arial"/>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6CC0B15C" w14:textId="77777777" w:rsidR="00D44AD9" w:rsidRDefault="00D44AD9" w:rsidP="00AC3FE8">
            <w:pPr>
              <w:pStyle w:val="TAC"/>
              <w:rPr>
                <w:rFonts w:cs="Arial"/>
                <w:lang w:eastAsia="fi-FI"/>
              </w:rPr>
            </w:pPr>
          </w:p>
        </w:tc>
      </w:tr>
      <w:tr w:rsidR="00D44AD9" w14:paraId="57033891"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3268471" w14:textId="77777777" w:rsidR="00D44AD9" w:rsidRDefault="00D44AD9" w:rsidP="00AC3FE8">
            <w:pPr>
              <w:pStyle w:val="TAC"/>
              <w:rPr>
                <w:lang w:eastAsia="fi-FI"/>
              </w:rPr>
            </w:pPr>
            <w:r>
              <w:rPr>
                <w:rFonts w:cs="Arial"/>
                <w:lang w:eastAsia="fi-FI"/>
              </w:rPr>
              <w:t>DC_66A-66A_n38A</w:t>
            </w:r>
          </w:p>
        </w:tc>
        <w:tc>
          <w:tcPr>
            <w:tcW w:w="2280" w:type="dxa"/>
            <w:tcBorders>
              <w:top w:val="single" w:sz="4" w:space="0" w:color="auto"/>
              <w:left w:val="single" w:sz="4" w:space="0" w:color="auto"/>
              <w:bottom w:val="single" w:sz="4" w:space="0" w:color="auto"/>
              <w:right w:val="single" w:sz="4" w:space="0" w:color="auto"/>
            </w:tcBorders>
            <w:hideMark/>
          </w:tcPr>
          <w:p w14:paraId="17B3AFC8" w14:textId="77777777" w:rsidR="00D44AD9" w:rsidRDefault="00D44AD9" w:rsidP="00AC3FE8">
            <w:pPr>
              <w:pStyle w:val="TAC"/>
              <w:rPr>
                <w:lang w:eastAsia="fi-FI"/>
              </w:rPr>
            </w:pPr>
            <w:r>
              <w:rPr>
                <w:rFonts w:cs="Arial"/>
                <w:lang w:eastAsia="fi-FI"/>
              </w:rPr>
              <w:t>DC_66A_n38A</w:t>
            </w:r>
          </w:p>
        </w:tc>
        <w:tc>
          <w:tcPr>
            <w:tcW w:w="2738" w:type="dxa"/>
            <w:tcBorders>
              <w:top w:val="single" w:sz="4" w:space="0" w:color="auto"/>
              <w:left w:val="single" w:sz="4" w:space="0" w:color="auto"/>
              <w:bottom w:val="single" w:sz="4" w:space="0" w:color="auto"/>
              <w:right w:val="single" w:sz="4" w:space="0" w:color="auto"/>
            </w:tcBorders>
            <w:noWrap/>
            <w:hideMark/>
          </w:tcPr>
          <w:p w14:paraId="636B3F21" w14:textId="77777777" w:rsidR="00D44AD9" w:rsidRDefault="00D44AD9" w:rsidP="00AC3FE8">
            <w:pPr>
              <w:pStyle w:val="TAC"/>
            </w:pPr>
            <w:r>
              <w:rPr>
                <w:rFonts w:cs="Arial"/>
                <w:lang w:eastAsia="fi-FI"/>
              </w:rPr>
              <w:t>No</w:t>
            </w:r>
          </w:p>
        </w:tc>
        <w:tc>
          <w:tcPr>
            <w:tcW w:w="2738" w:type="dxa"/>
            <w:tcBorders>
              <w:top w:val="single" w:sz="4" w:space="0" w:color="auto"/>
              <w:left w:val="single" w:sz="4" w:space="0" w:color="auto"/>
              <w:bottom w:val="single" w:sz="4" w:space="0" w:color="auto"/>
              <w:right w:val="single" w:sz="4" w:space="0" w:color="auto"/>
            </w:tcBorders>
          </w:tcPr>
          <w:p w14:paraId="2461CD07" w14:textId="77777777" w:rsidR="00D44AD9" w:rsidRDefault="00D44AD9" w:rsidP="00AC3FE8">
            <w:pPr>
              <w:pStyle w:val="TAC"/>
              <w:rPr>
                <w:rFonts w:cs="Arial"/>
                <w:lang w:eastAsia="fi-FI"/>
              </w:rPr>
            </w:pPr>
          </w:p>
        </w:tc>
      </w:tr>
      <w:tr w:rsidR="00D44AD9" w14:paraId="029428D0"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19E0744" w14:textId="77777777" w:rsidR="00D44AD9" w:rsidRDefault="00D44AD9" w:rsidP="00AC3FE8">
            <w:pPr>
              <w:pStyle w:val="TAC"/>
              <w:rPr>
                <w:lang w:eastAsia="zh-TW"/>
              </w:rPr>
            </w:pPr>
            <w:r>
              <w:rPr>
                <w:lang w:eastAsia="fi-FI"/>
              </w:rPr>
              <w:t>DC_66A_n41A</w:t>
            </w:r>
          </w:p>
          <w:p w14:paraId="16898775" w14:textId="77777777" w:rsidR="00D44AD9" w:rsidRDefault="00D44AD9" w:rsidP="00AC3FE8">
            <w:pPr>
              <w:pStyle w:val="TAC"/>
              <w:rPr>
                <w:lang w:eastAsia="fi-FI"/>
              </w:rPr>
            </w:pPr>
            <w:r>
              <w:rPr>
                <w:lang w:eastAsia="fi-FI"/>
              </w:rPr>
              <w:t>DC_66A_n41C</w:t>
            </w:r>
          </w:p>
        </w:tc>
        <w:tc>
          <w:tcPr>
            <w:tcW w:w="2280" w:type="dxa"/>
            <w:tcBorders>
              <w:top w:val="single" w:sz="4" w:space="0" w:color="auto"/>
              <w:left w:val="single" w:sz="4" w:space="0" w:color="auto"/>
              <w:bottom w:val="single" w:sz="4" w:space="0" w:color="auto"/>
              <w:right w:val="single" w:sz="4" w:space="0" w:color="auto"/>
            </w:tcBorders>
            <w:hideMark/>
          </w:tcPr>
          <w:p w14:paraId="351E5F7B" w14:textId="77777777" w:rsidR="00D44AD9" w:rsidRDefault="00D44AD9" w:rsidP="00AC3FE8">
            <w:pPr>
              <w:pStyle w:val="TAC"/>
              <w:rPr>
                <w:lang w:eastAsia="fi-FI"/>
              </w:rPr>
            </w:pPr>
            <w:r>
              <w:rPr>
                <w:lang w:eastAsia="fi-FI"/>
              </w:rPr>
              <w:t>DC_66A_n41A</w:t>
            </w:r>
          </w:p>
        </w:tc>
        <w:tc>
          <w:tcPr>
            <w:tcW w:w="2738" w:type="dxa"/>
            <w:tcBorders>
              <w:top w:val="single" w:sz="4" w:space="0" w:color="auto"/>
              <w:left w:val="single" w:sz="4" w:space="0" w:color="auto"/>
              <w:bottom w:val="single" w:sz="4" w:space="0" w:color="auto"/>
              <w:right w:val="single" w:sz="4" w:space="0" w:color="auto"/>
            </w:tcBorders>
            <w:noWrap/>
            <w:hideMark/>
          </w:tcPr>
          <w:p w14:paraId="6941D290" w14:textId="77777777" w:rsidR="00D44AD9" w:rsidRDefault="00D44AD9" w:rsidP="00AC3FE8">
            <w:pPr>
              <w:pStyle w:val="TAC"/>
              <w:rPr>
                <w:lang w:eastAsia="ja-JP"/>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1D37D933" w14:textId="77777777" w:rsidR="00D44AD9" w:rsidRDefault="00D44AD9" w:rsidP="00AC3FE8">
            <w:pPr>
              <w:pStyle w:val="TAC"/>
              <w:rPr>
                <w:lang w:eastAsia="ja-JP"/>
              </w:rPr>
            </w:pPr>
          </w:p>
        </w:tc>
      </w:tr>
      <w:tr w:rsidR="00D44AD9" w14:paraId="438CD36A"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8EE5848" w14:textId="77777777" w:rsidR="00D44AD9" w:rsidRDefault="00D44AD9" w:rsidP="00AC3FE8">
            <w:pPr>
              <w:pStyle w:val="TAC"/>
              <w:rPr>
                <w:lang w:eastAsia="fi-FI"/>
              </w:rPr>
            </w:pPr>
            <w:r>
              <w:rPr>
                <w:lang w:eastAsia="fi-FI"/>
              </w:rPr>
              <w:t>DC_66A_n41(2A)</w:t>
            </w:r>
          </w:p>
        </w:tc>
        <w:tc>
          <w:tcPr>
            <w:tcW w:w="2280" w:type="dxa"/>
            <w:tcBorders>
              <w:top w:val="single" w:sz="4" w:space="0" w:color="auto"/>
              <w:left w:val="single" w:sz="4" w:space="0" w:color="auto"/>
              <w:bottom w:val="single" w:sz="4" w:space="0" w:color="auto"/>
              <w:right w:val="single" w:sz="4" w:space="0" w:color="auto"/>
            </w:tcBorders>
            <w:hideMark/>
          </w:tcPr>
          <w:p w14:paraId="3ABD75C9" w14:textId="77777777" w:rsidR="00D44AD9" w:rsidRDefault="00D44AD9" w:rsidP="00AC3FE8">
            <w:pPr>
              <w:pStyle w:val="TAC"/>
              <w:rPr>
                <w:lang w:eastAsia="fi-FI"/>
              </w:rPr>
            </w:pPr>
            <w:r>
              <w:rPr>
                <w:lang w:eastAsia="fi-FI"/>
              </w:rPr>
              <w:t>DC_66A_n41A</w:t>
            </w:r>
          </w:p>
        </w:tc>
        <w:tc>
          <w:tcPr>
            <w:tcW w:w="2738" w:type="dxa"/>
            <w:tcBorders>
              <w:top w:val="single" w:sz="4" w:space="0" w:color="auto"/>
              <w:left w:val="single" w:sz="4" w:space="0" w:color="auto"/>
              <w:bottom w:val="single" w:sz="4" w:space="0" w:color="auto"/>
              <w:right w:val="single" w:sz="4" w:space="0" w:color="auto"/>
            </w:tcBorders>
            <w:noWrap/>
            <w:hideMark/>
          </w:tcPr>
          <w:p w14:paraId="115C7043" w14:textId="77777777" w:rsidR="00D44AD9" w:rsidRDefault="00D44AD9" w:rsidP="00AC3FE8">
            <w:pPr>
              <w:pStyle w:val="TAC"/>
              <w:rPr>
                <w:lang w:eastAsia="ja-JP"/>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224B7323" w14:textId="77777777" w:rsidR="00D44AD9" w:rsidRDefault="00D44AD9" w:rsidP="00AC3FE8">
            <w:pPr>
              <w:pStyle w:val="TAC"/>
              <w:rPr>
                <w:lang w:eastAsia="ja-JP"/>
              </w:rPr>
            </w:pPr>
          </w:p>
        </w:tc>
      </w:tr>
      <w:tr w:rsidR="00D44AD9" w14:paraId="0AC0DCA0"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C977136" w14:textId="77777777" w:rsidR="00D44AD9" w:rsidRDefault="00D44AD9" w:rsidP="00AC3FE8">
            <w:pPr>
              <w:pStyle w:val="TAC"/>
              <w:rPr>
                <w:lang w:eastAsia="fi-FI"/>
              </w:rPr>
            </w:pPr>
            <w:r>
              <w:rPr>
                <w:lang w:val="fi-FI" w:eastAsia="fi-FI"/>
              </w:rPr>
              <w:t>DC_66A_n46A</w:t>
            </w:r>
          </w:p>
        </w:tc>
        <w:tc>
          <w:tcPr>
            <w:tcW w:w="2280" w:type="dxa"/>
            <w:tcBorders>
              <w:top w:val="single" w:sz="4" w:space="0" w:color="auto"/>
              <w:left w:val="single" w:sz="4" w:space="0" w:color="auto"/>
              <w:bottom w:val="single" w:sz="4" w:space="0" w:color="auto"/>
              <w:right w:val="single" w:sz="4" w:space="0" w:color="auto"/>
            </w:tcBorders>
            <w:hideMark/>
          </w:tcPr>
          <w:p w14:paraId="28DEE715" w14:textId="77777777" w:rsidR="00D44AD9" w:rsidRDefault="00D44AD9" w:rsidP="00AC3FE8">
            <w:pPr>
              <w:pStyle w:val="TAC"/>
              <w:rPr>
                <w:lang w:eastAsia="fi-FI"/>
              </w:rPr>
            </w:pPr>
            <w:r>
              <w:rPr>
                <w:lang w:val="fi-FI" w:eastAsia="fi-FI"/>
              </w:rPr>
              <w:t>DC_66A_n46A</w:t>
            </w:r>
          </w:p>
        </w:tc>
        <w:tc>
          <w:tcPr>
            <w:tcW w:w="2738" w:type="dxa"/>
            <w:tcBorders>
              <w:top w:val="single" w:sz="4" w:space="0" w:color="auto"/>
              <w:left w:val="single" w:sz="4" w:space="0" w:color="auto"/>
              <w:bottom w:val="single" w:sz="4" w:space="0" w:color="auto"/>
              <w:right w:val="single" w:sz="4" w:space="0" w:color="auto"/>
            </w:tcBorders>
            <w:noWrap/>
            <w:hideMark/>
          </w:tcPr>
          <w:p w14:paraId="0A53C887" w14:textId="77777777" w:rsidR="00D44AD9" w:rsidRDefault="00D44AD9" w:rsidP="00AC3FE8">
            <w:pPr>
              <w:pStyle w:val="TAC"/>
              <w:rPr>
                <w:lang w:eastAsia="ja-JP"/>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4B40A9DA" w14:textId="77777777" w:rsidR="00D44AD9" w:rsidRDefault="00D44AD9" w:rsidP="00AC3FE8">
            <w:pPr>
              <w:pStyle w:val="TAC"/>
              <w:rPr>
                <w:lang w:val="en-US" w:eastAsia="zh-CN"/>
              </w:rPr>
            </w:pPr>
          </w:p>
        </w:tc>
      </w:tr>
      <w:tr w:rsidR="00D44AD9" w14:paraId="29FBD77B"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3DCA418" w14:textId="77777777" w:rsidR="00D44AD9" w:rsidRDefault="00D44AD9" w:rsidP="00AC3FE8">
            <w:pPr>
              <w:pStyle w:val="TAC"/>
              <w:rPr>
                <w:lang w:eastAsia="zh-TW"/>
              </w:rPr>
            </w:pPr>
            <w:r>
              <w:rPr>
                <w:lang w:eastAsia="fi-FI"/>
              </w:rPr>
              <w:t>DC_66A_n48A</w:t>
            </w:r>
          </w:p>
          <w:p w14:paraId="628FE882" w14:textId="77777777" w:rsidR="00D44AD9" w:rsidRDefault="00D44AD9" w:rsidP="00AC3FE8">
            <w:pPr>
              <w:pStyle w:val="TAC"/>
              <w:rPr>
                <w:lang w:eastAsia="fi-FI"/>
              </w:rPr>
            </w:pPr>
            <w:r>
              <w:rPr>
                <w:lang w:eastAsia="fi-FI"/>
              </w:rPr>
              <w:t>DC_66A_n48B</w:t>
            </w:r>
          </w:p>
        </w:tc>
        <w:tc>
          <w:tcPr>
            <w:tcW w:w="2280" w:type="dxa"/>
            <w:tcBorders>
              <w:top w:val="single" w:sz="4" w:space="0" w:color="auto"/>
              <w:left w:val="single" w:sz="4" w:space="0" w:color="auto"/>
              <w:bottom w:val="single" w:sz="4" w:space="0" w:color="auto"/>
              <w:right w:val="single" w:sz="4" w:space="0" w:color="auto"/>
            </w:tcBorders>
            <w:hideMark/>
          </w:tcPr>
          <w:p w14:paraId="45D7C17B" w14:textId="77777777" w:rsidR="00D44AD9" w:rsidRDefault="00D44AD9" w:rsidP="00AC3FE8">
            <w:pPr>
              <w:pStyle w:val="TAC"/>
              <w:rPr>
                <w:lang w:eastAsia="fi-FI"/>
              </w:rPr>
            </w:pPr>
            <w:r>
              <w:rPr>
                <w:lang w:eastAsia="fi-FI"/>
              </w:rPr>
              <w:t>DC_66A_n48A</w:t>
            </w:r>
          </w:p>
        </w:tc>
        <w:tc>
          <w:tcPr>
            <w:tcW w:w="2738" w:type="dxa"/>
            <w:tcBorders>
              <w:top w:val="single" w:sz="4" w:space="0" w:color="auto"/>
              <w:left w:val="single" w:sz="4" w:space="0" w:color="auto"/>
              <w:bottom w:val="single" w:sz="4" w:space="0" w:color="auto"/>
              <w:right w:val="single" w:sz="4" w:space="0" w:color="auto"/>
            </w:tcBorders>
            <w:noWrap/>
            <w:hideMark/>
          </w:tcPr>
          <w:p w14:paraId="01266800" w14:textId="77777777" w:rsidR="00D44AD9" w:rsidRDefault="00D44AD9" w:rsidP="00AC3FE8">
            <w:pPr>
              <w:pStyle w:val="TAC"/>
              <w:rPr>
                <w:lang w:eastAsia="ja-JP"/>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39707316" w14:textId="77777777" w:rsidR="00D44AD9" w:rsidRDefault="00D44AD9" w:rsidP="00AC3FE8">
            <w:pPr>
              <w:pStyle w:val="TAC"/>
              <w:rPr>
                <w:lang w:eastAsia="zh-TW"/>
              </w:rPr>
            </w:pPr>
          </w:p>
        </w:tc>
      </w:tr>
      <w:tr w:rsidR="00D44AD9" w14:paraId="7B8749B5"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3D864960" w14:textId="77777777" w:rsidR="00D44AD9" w:rsidRDefault="00D44AD9" w:rsidP="00AC3FE8">
            <w:pPr>
              <w:pStyle w:val="TAC"/>
              <w:rPr>
                <w:lang w:eastAsia="fi-FI"/>
              </w:rPr>
            </w:pPr>
            <w:r>
              <w:rPr>
                <w:lang w:eastAsia="fi-FI"/>
              </w:rPr>
              <w:t>DC_66A-66A_n48A</w:t>
            </w:r>
          </w:p>
          <w:p w14:paraId="63B9AA7C" w14:textId="77777777" w:rsidR="00D44AD9" w:rsidRDefault="00D44AD9" w:rsidP="00AC3FE8">
            <w:pPr>
              <w:pStyle w:val="TAC"/>
              <w:rPr>
                <w:lang w:eastAsia="fi-FI"/>
              </w:rPr>
            </w:pPr>
            <w:r>
              <w:rPr>
                <w:lang w:eastAsia="fi-FI"/>
              </w:rPr>
              <w:t>DC_66A-66A_n48B</w:t>
            </w:r>
          </w:p>
        </w:tc>
        <w:tc>
          <w:tcPr>
            <w:tcW w:w="2280" w:type="dxa"/>
            <w:tcBorders>
              <w:top w:val="single" w:sz="4" w:space="0" w:color="auto"/>
              <w:left w:val="single" w:sz="4" w:space="0" w:color="auto"/>
              <w:bottom w:val="single" w:sz="4" w:space="0" w:color="auto"/>
              <w:right w:val="single" w:sz="4" w:space="0" w:color="auto"/>
            </w:tcBorders>
            <w:hideMark/>
          </w:tcPr>
          <w:p w14:paraId="64CE433E" w14:textId="77777777" w:rsidR="00D44AD9" w:rsidRDefault="00D44AD9" w:rsidP="00AC3FE8">
            <w:pPr>
              <w:pStyle w:val="TAC"/>
              <w:rPr>
                <w:lang w:eastAsia="fi-FI"/>
              </w:rPr>
            </w:pPr>
            <w:r>
              <w:rPr>
                <w:lang w:eastAsia="fi-FI"/>
              </w:rPr>
              <w:t>DC_66A_n48A</w:t>
            </w:r>
          </w:p>
        </w:tc>
        <w:tc>
          <w:tcPr>
            <w:tcW w:w="2738" w:type="dxa"/>
            <w:tcBorders>
              <w:top w:val="single" w:sz="4" w:space="0" w:color="auto"/>
              <w:left w:val="single" w:sz="4" w:space="0" w:color="auto"/>
              <w:bottom w:val="single" w:sz="4" w:space="0" w:color="auto"/>
              <w:right w:val="single" w:sz="4" w:space="0" w:color="auto"/>
            </w:tcBorders>
            <w:noWrap/>
            <w:hideMark/>
          </w:tcPr>
          <w:p w14:paraId="57F68673" w14:textId="77777777" w:rsidR="00D44AD9" w:rsidRDefault="00D44AD9" w:rsidP="00AC3FE8">
            <w:pPr>
              <w:pStyle w:val="TAC"/>
              <w:rPr>
                <w:lang w:eastAsia="zh-TW"/>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2790DD52" w14:textId="77777777" w:rsidR="00D44AD9" w:rsidRDefault="00D44AD9" w:rsidP="00AC3FE8">
            <w:pPr>
              <w:pStyle w:val="TAC"/>
              <w:rPr>
                <w:lang w:eastAsia="zh-TW"/>
              </w:rPr>
            </w:pPr>
          </w:p>
        </w:tc>
      </w:tr>
      <w:tr w:rsidR="00D44AD9" w14:paraId="3D88FF72"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1023AA6E" w14:textId="77777777" w:rsidR="00D44AD9" w:rsidRDefault="00D44AD9" w:rsidP="00AC3FE8">
            <w:pPr>
              <w:pStyle w:val="TAC"/>
              <w:rPr>
                <w:lang w:eastAsia="ja-JP"/>
              </w:rPr>
            </w:pPr>
            <w:r>
              <w:rPr>
                <w:lang w:eastAsia="ja-JP"/>
              </w:rPr>
              <w:t>DC_66A_n71A</w:t>
            </w:r>
          </w:p>
          <w:p w14:paraId="434DF33C" w14:textId="77777777" w:rsidR="00D44AD9" w:rsidRDefault="00D44AD9" w:rsidP="00AC3FE8">
            <w:pPr>
              <w:pStyle w:val="TAC"/>
              <w:rPr>
                <w:lang w:eastAsia="ja-JP"/>
              </w:rPr>
            </w:pPr>
            <w:r>
              <w:rPr>
                <w:lang w:eastAsia="ja-JP"/>
              </w:rPr>
              <w:t>DC_66C_n71A</w:t>
            </w:r>
          </w:p>
          <w:p w14:paraId="20792442" w14:textId="77777777" w:rsidR="00D44AD9" w:rsidRDefault="00D44AD9" w:rsidP="00AC3FE8">
            <w:pPr>
              <w:pStyle w:val="TAC"/>
              <w:rPr>
                <w:lang w:eastAsia="fi-FI"/>
              </w:rPr>
            </w:pPr>
            <w:r>
              <w:rPr>
                <w:lang w:eastAsia="ja-JP"/>
              </w:rPr>
              <w:t>DC_66A_n71B</w:t>
            </w:r>
          </w:p>
        </w:tc>
        <w:tc>
          <w:tcPr>
            <w:tcW w:w="2280" w:type="dxa"/>
            <w:tcBorders>
              <w:top w:val="single" w:sz="4" w:space="0" w:color="auto"/>
              <w:left w:val="single" w:sz="4" w:space="0" w:color="auto"/>
              <w:bottom w:val="single" w:sz="4" w:space="0" w:color="auto"/>
              <w:right w:val="single" w:sz="4" w:space="0" w:color="auto"/>
            </w:tcBorders>
            <w:hideMark/>
          </w:tcPr>
          <w:p w14:paraId="6270BB2F" w14:textId="77777777" w:rsidR="00D44AD9" w:rsidRDefault="00D44AD9" w:rsidP="00AC3FE8">
            <w:pPr>
              <w:pStyle w:val="TAC"/>
              <w:rPr>
                <w:lang w:eastAsia="fi-FI"/>
              </w:rPr>
            </w:pPr>
            <w:r>
              <w:rPr>
                <w:lang w:eastAsia="ja-JP"/>
              </w:rPr>
              <w:t>DC_66A_n71A</w:t>
            </w:r>
          </w:p>
        </w:tc>
        <w:tc>
          <w:tcPr>
            <w:tcW w:w="2738" w:type="dxa"/>
            <w:tcBorders>
              <w:top w:val="single" w:sz="4" w:space="0" w:color="auto"/>
              <w:left w:val="single" w:sz="4" w:space="0" w:color="auto"/>
              <w:bottom w:val="single" w:sz="4" w:space="0" w:color="auto"/>
              <w:right w:val="single" w:sz="4" w:space="0" w:color="auto"/>
            </w:tcBorders>
            <w:noWrap/>
            <w:hideMark/>
          </w:tcPr>
          <w:p w14:paraId="19C9F7A8" w14:textId="77777777" w:rsidR="00D44AD9" w:rsidRDefault="00D44AD9" w:rsidP="00AC3FE8">
            <w:pPr>
              <w:pStyle w:val="TAC"/>
              <w:rPr>
                <w:lang w:eastAsia="fi-FI"/>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742EABFD" w14:textId="77777777" w:rsidR="00D44AD9" w:rsidRDefault="00D44AD9" w:rsidP="00AC3FE8">
            <w:pPr>
              <w:pStyle w:val="TAC"/>
              <w:rPr>
                <w:lang w:eastAsia="ja-JP"/>
              </w:rPr>
            </w:pPr>
          </w:p>
        </w:tc>
      </w:tr>
      <w:tr w:rsidR="00D44AD9" w14:paraId="185AA8AA"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4BBCA00A" w14:textId="77777777" w:rsidR="00D44AD9" w:rsidRDefault="00D44AD9" w:rsidP="00AC3FE8">
            <w:pPr>
              <w:pStyle w:val="TAC"/>
              <w:rPr>
                <w:lang w:eastAsia="zh-CN"/>
              </w:rPr>
            </w:pPr>
            <w:r>
              <w:rPr>
                <w:noProof/>
                <w:szCs w:val="18"/>
              </w:rPr>
              <w:t>DC_66A-66A_n71A</w:t>
            </w:r>
          </w:p>
        </w:tc>
        <w:tc>
          <w:tcPr>
            <w:tcW w:w="2280" w:type="dxa"/>
            <w:tcBorders>
              <w:top w:val="single" w:sz="4" w:space="0" w:color="auto"/>
              <w:left w:val="single" w:sz="4" w:space="0" w:color="auto"/>
              <w:bottom w:val="single" w:sz="4" w:space="0" w:color="auto"/>
              <w:right w:val="single" w:sz="4" w:space="0" w:color="auto"/>
            </w:tcBorders>
            <w:hideMark/>
          </w:tcPr>
          <w:p w14:paraId="1E54817E" w14:textId="77777777" w:rsidR="00D44AD9" w:rsidRDefault="00D44AD9" w:rsidP="00AC3FE8">
            <w:pPr>
              <w:pStyle w:val="TAC"/>
              <w:rPr>
                <w:lang w:eastAsia="zh-CN"/>
              </w:rPr>
            </w:pPr>
            <w:r>
              <w:rPr>
                <w:noProof/>
                <w:szCs w:val="18"/>
              </w:rPr>
              <w:t>DC_66A_n71A</w:t>
            </w:r>
          </w:p>
        </w:tc>
        <w:tc>
          <w:tcPr>
            <w:tcW w:w="2738" w:type="dxa"/>
            <w:tcBorders>
              <w:top w:val="single" w:sz="4" w:space="0" w:color="auto"/>
              <w:left w:val="single" w:sz="4" w:space="0" w:color="auto"/>
              <w:bottom w:val="single" w:sz="4" w:space="0" w:color="auto"/>
              <w:right w:val="single" w:sz="4" w:space="0" w:color="auto"/>
            </w:tcBorders>
            <w:noWrap/>
            <w:hideMark/>
          </w:tcPr>
          <w:p w14:paraId="2AF87ACB" w14:textId="77777777" w:rsidR="00D44AD9" w:rsidRDefault="00D44AD9" w:rsidP="00AC3FE8">
            <w:pPr>
              <w:pStyle w:val="TAC"/>
              <w:rPr>
                <w:lang w:eastAsia="ja-JP"/>
              </w:rPr>
            </w:pPr>
            <w:r>
              <w:rPr>
                <w:noProof/>
                <w:szCs w:val="18"/>
              </w:rPr>
              <w:t>No</w:t>
            </w:r>
          </w:p>
        </w:tc>
        <w:tc>
          <w:tcPr>
            <w:tcW w:w="2738" w:type="dxa"/>
            <w:tcBorders>
              <w:top w:val="single" w:sz="4" w:space="0" w:color="auto"/>
              <w:left w:val="single" w:sz="4" w:space="0" w:color="auto"/>
              <w:bottom w:val="single" w:sz="4" w:space="0" w:color="auto"/>
              <w:right w:val="single" w:sz="4" w:space="0" w:color="auto"/>
            </w:tcBorders>
          </w:tcPr>
          <w:p w14:paraId="198B842E" w14:textId="77777777" w:rsidR="00D44AD9" w:rsidRDefault="00D44AD9" w:rsidP="00AC3FE8">
            <w:pPr>
              <w:pStyle w:val="TAC"/>
              <w:rPr>
                <w:noProof/>
                <w:szCs w:val="18"/>
              </w:rPr>
            </w:pPr>
          </w:p>
        </w:tc>
      </w:tr>
      <w:tr w:rsidR="00D44AD9" w14:paraId="588E4DE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9052DF7" w14:textId="77777777" w:rsidR="00D44AD9" w:rsidRDefault="00D44AD9" w:rsidP="00AC3FE8">
            <w:pPr>
              <w:pStyle w:val="TAC"/>
              <w:rPr>
                <w:lang w:eastAsia="ja-JP"/>
              </w:rPr>
            </w:pPr>
            <w:r>
              <w:rPr>
                <w:lang w:eastAsia="ja-JP"/>
              </w:rPr>
              <w:t>DC_66A_n78A</w:t>
            </w:r>
          </w:p>
        </w:tc>
        <w:tc>
          <w:tcPr>
            <w:tcW w:w="2280" w:type="dxa"/>
            <w:tcBorders>
              <w:top w:val="single" w:sz="4" w:space="0" w:color="auto"/>
              <w:left w:val="single" w:sz="4" w:space="0" w:color="auto"/>
              <w:bottom w:val="single" w:sz="4" w:space="0" w:color="auto"/>
              <w:right w:val="single" w:sz="4" w:space="0" w:color="auto"/>
            </w:tcBorders>
            <w:hideMark/>
          </w:tcPr>
          <w:p w14:paraId="06C13D04" w14:textId="77777777" w:rsidR="00D44AD9" w:rsidRDefault="00D44AD9" w:rsidP="00AC3FE8">
            <w:pPr>
              <w:pStyle w:val="TAC"/>
              <w:rPr>
                <w:lang w:eastAsia="ja-JP"/>
              </w:rPr>
            </w:pPr>
            <w:r>
              <w:rPr>
                <w:lang w:eastAsia="ja-JP"/>
              </w:rPr>
              <w:t>DC_66A_n78A</w:t>
            </w:r>
          </w:p>
        </w:tc>
        <w:tc>
          <w:tcPr>
            <w:tcW w:w="2738" w:type="dxa"/>
            <w:tcBorders>
              <w:top w:val="single" w:sz="4" w:space="0" w:color="auto"/>
              <w:left w:val="single" w:sz="4" w:space="0" w:color="auto"/>
              <w:bottom w:val="single" w:sz="4" w:space="0" w:color="auto"/>
              <w:right w:val="single" w:sz="4" w:space="0" w:color="auto"/>
            </w:tcBorders>
            <w:noWrap/>
            <w:hideMark/>
          </w:tcPr>
          <w:p w14:paraId="3E4E8597" w14:textId="77777777" w:rsidR="00D44AD9" w:rsidRDefault="00D44AD9" w:rsidP="00AC3FE8">
            <w:pPr>
              <w:pStyle w:val="TAC"/>
              <w:rPr>
                <w:lang w:eastAsia="ja-JP"/>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6567C21A" w14:textId="77777777" w:rsidR="00D44AD9" w:rsidRDefault="00D44AD9" w:rsidP="00AC3FE8">
            <w:pPr>
              <w:pStyle w:val="TAC"/>
              <w:rPr>
                <w:lang w:eastAsia="ja-JP"/>
              </w:rPr>
            </w:pPr>
          </w:p>
        </w:tc>
      </w:tr>
      <w:tr w:rsidR="00D44AD9" w14:paraId="099358BB"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64EF3A0" w14:textId="77777777" w:rsidR="00D44AD9" w:rsidRDefault="00D44AD9" w:rsidP="00AC3FE8">
            <w:pPr>
              <w:pStyle w:val="TAC"/>
              <w:rPr>
                <w:lang w:eastAsia="ja-JP"/>
              </w:rPr>
            </w:pPr>
            <w:r>
              <w:rPr>
                <w:lang w:eastAsia="ja-JP"/>
              </w:rPr>
              <w:t>DC_66A_n78(2A)</w:t>
            </w:r>
          </w:p>
        </w:tc>
        <w:tc>
          <w:tcPr>
            <w:tcW w:w="2280" w:type="dxa"/>
            <w:tcBorders>
              <w:top w:val="single" w:sz="4" w:space="0" w:color="auto"/>
              <w:left w:val="single" w:sz="4" w:space="0" w:color="auto"/>
              <w:bottom w:val="single" w:sz="4" w:space="0" w:color="auto"/>
              <w:right w:val="single" w:sz="4" w:space="0" w:color="auto"/>
            </w:tcBorders>
            <w:hideMark/>
          </w:tcPr>
          <w:p w14:paraId="7DE52C1F" w14:textId="77777777" w:rsidR="00D44AD9" w:rsidRDefault="00D44AD9" w:rsidP="00AC3FE8">
            <w:pPr>
              <w:pStyle w:val="TAC"/>
              <w:rPr>
                <w:lang w:eastAsia="ja-JP"/>
              </w:rPr>
            </w:pPr>
            <w:r>
              <w:rPr>
                <w:lang w:eastAsia="ja-JP"/>
              </w:rPr>
              <w:t>DC_66A_n78A</w:t>
            </w:r>
          </w:p>
        </w:tc>
        <w:tc>
          <w:tcPr>
            <w:tcW w:w="2738" w:type="dxa"/>
            <w:tcBorders>
              <w:top w:val="single" w:sz="4" w:space="0" w:color="auto"/>
              <w:left w:val="single" w:sz="4" w:space="0" w:color="auto"/>
              <w:bottom w:val="single" w:sz="4" w:space="0" w:color="auto"/>
              <w:right w:val="single" w:sz="4" w:space="0" w:color="auto"/>
            </w:tcBorders>
            <w:noWrap/>
            <w:hideMark/>
          </w:tcPr>
          <w:p w14:paraId="5BDA89C9" w14:textId="77777777" w:rsidR="00D44AD9" w:rsidRDefault="00D44AD9" w:rsidP="00AC3FE8">
            <w:pPr>
              <w:pStyle w:val="TAC"/>
              <w:rPr>
                <w:lang w:eastAsia="ja-JP"/>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69E4CCD8" w14:textId="77777777" w:rsidR="00D44AD9" w:rsidRDefault="00D44AD9" w:rsidP="00AC3FE8">
            <w:pPr>
              <w:pStyle w:val="TAC"/>
              <w:rPr>
                <w:lang w:eastAsia="ja-JP"/>
              </w:rPr>
            </w:pPr>
          </w:p>
        </w:tc>
      </w:tr>
      <w:tr w:rsidR="00D44AD9" w14:paraId="78F1517D"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74BFC4BD" w14:textId="77777777" w:rsidR="00D44AD9" w:rsidRDefault="00D44AD9" w:rsidP="00AC3FE8">
            <w:pPr>
              <w:pStyle w:val="TAC"/>
              <w:rPr>
                <w:lang w:eastAsia="ja-JP"/>
              </w:rPr>
            </w:pPr>
            <w:r>
              <w:rPr>
                <w:lang w:eastAsia="ja-JP"/>
              </w:rPr>
              <w:t>DC_66A-66A_n78A</w:t>
            </w:r>
          </w:p>
        </w:tc>
        <w:tc>
          <w:tcPr>
            <w:tcW w:w="2280" w:type="dxa"/>
            <w:tcBorders>
              <w:top w:val="single" w:sz="4" w:space="0" w:color="auto"/>
              <w:left w:val="single" w:sz="4" w:space="0" w:color="auto"/>
              <w:bottom w:val="single" w:sz="4" w:space="0" w:color="auto"/>
              <w:right w:val="single" w:sz="4" w:space="0" w:color="auto"/>
            </w:tcBorders>
            <w:hideMark/>
          </w:tcPr>
          <w:p w14:paraId="7BEB7972" w14:textId="77777777" w:rsidR="00D44AD9" w:rsidRDefault="00D44AD9" w:rsidP="00AC3FE8">
            <w:pPr>
              <w:pStyle w:val="TAC"/>
              <w:rPr>
                <w:lang w:eastAsia="ja-JP"/>
              </w:rPr>
            </w:pPr>
            <w:r>
              <w:rPr>
                <w:lang w:eastAsia="ja-JP"/>
              </w:rPr>
              <w:t>DC_66A_n78A</w:t>
            </w:r>
          </w:p>
        </w:tc>
        <w:tc>
          <w:tcPr>
            <w:tcW w:w="2738" w:type="dxa"/>
            <w:tcBorders>
              <w:top w:val="single" w:sz="4" w:space="0" w:color="auto"/>
              <w:left w:val="single" w:sz="4" w:space="0" w:color="auto"/>
              <w:bottom w:val="single" w:sz="4" w:space="0" w:color="auto"/>
              <w:right w:val="single" w:sz="4" w:space="0" w:color="auto"/>
            </w:tcBorders>
            <w:noWrap/>
            <w:hideMark/>
          </w:tcPr>
          <w:p w14:paraId="139F151C" w14:textId="77777777" w:rsidR="00D44AD9" w:rsidRDefault="00D44AD9" w:rsidP="00AC3FE8">
            <w:pPr>
              <w:pStyle w:val="TAC"/>
              <w:rPr>
                <w:lang w:eastAsia="ja-JP"/>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58F98F0A" w14:textId="77777777" w:rsidR="00D44AD9" w:rsidRDefault="00D44AD9" w:rsidP="00AC3FE8">
            <w:pPr>
              <w:pStyle w:val="TAC"/>
              <w:rPr>
                <w:lang w:eastAsia="ja-JP"/>
              </w:rPr>
            </w:pPr>
          </w:p>
        </w:tc>
      </w:tr>
      <w:tr w:rsidR="00D44AD9" w14:paraId="32366FF6"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5CD026F6" w14:textId="77777777" w:rsidR="00D44AD9" w:rsidRDefault="00D44AD9" w:rsidP="00AC3FE8">
            <w:pPr>
              <w:pStyle w:val="TAC"/>
              <w:rPr>
                <w:lang w:eastAsia="ja-JP"/>
              </w:rPr>
            </w:pPr>
            <w:r>
              <w:rPr>
                <w:noProof/>
              </w:rPr>
              <w:t>DC_66A-66A_n78(2A)</w:t>
            </w:r>
          </w:p>
        </w:tc>
        <w:tc>
          <w:tcPr>
            <w:tcW w:w="2280" w:type="dxa"/>
            <w:tcBorders>
              <w:top w:val="single" w:sz="4" w:space="0" w:color="auto"/>
              <w:left w:val="single" w:sz="4" w:space="0" w:color="auto"/>
              <w:bottom w:val="single" w:sz="4" w:space="0" w:color="auto"/>
              <w:right w:val="single" w:sz="4" w:space="0" w:color="auto"/>
            </w:tcBorders>
            <w:hideMark/>
          </w:tcPr>
          <w:p w14:paraId="3873A3A1" w14:textId="77777777" w:rsidR="00D44AD9" w:rsidRDefault="00D44AD9" w:rsidP="00AC3FE8">
            <w:pPr>
              <w:pStyle w:val="TAC"/>
              <w:rPr>
                <w:lang w:eastAsia="ja-JP"/>
              </w:rPr>
            </w:pPr>
            <w:r>
              <w:rPr>
                <w:lang w:eastAsia="ja-JP"/>
              </w:rPr>
              <w:t>DC_66A_n78A</w:t>
            </w:r>
          </w:p>
        </w:tc>
        <w:tc>
          <w:tcPr>
            <w:tcW w:w="2738" w:type="dxa"/>
            <w:tcBorders>
              <w:top w:val="single" w:sz="4" w:space="0" w:color="auto"/>
              <w:left w:val="single" w:sz="4" w:space="0" w:color="auto"/>
              <w:bottom w:val="single" w:sz="4" w:space="0" w:color="auto"/>
              <w:right w:val="single" w:sz="4" w:space="0" w:color="auto"/>
            </w:tcBorders>
            <w:noWrap/>
            <w:hideMark/>
          </w:tcPr>
          <w:p w14:paraId="47591F6B" w14:textId="77777777" w:rsidR="00D44AD9" w:rsidRDefault="00D44AD9" w:rsidP="00AC3FE8">
            <w:pPr>
              <w:pStyle w:val="TAC"/>
              <w:rPr>
                <w:lang w:eastAsia="ja-JP"/>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41173419" w14:textId="77777777" w:rsidR="00D44AD9" w:rsidRDefault="00D44AD9" w:rsidP="00AC3FE8">
            <w:pPr>
              <w:pStyle w:val="TAC"/>
              <w:rPr>
                <w:lang w:eastAsia="ja-JP"/>
              </w:rPr>
            </w:pPr>
          </w:p>
        </w:tc>
      </w:tr>
      <w:tr w:rsidR="00D44AD9" w14:paraId="44D7B4AD"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D71F1C7" w14:textId="77777777" w:rsidR="00D44AD9" w:rsidRDefault="00D44AD9" w:rsidP="00AC3FE8">
            <w:pPr>
              <w:pStyle w:val="TAC"/>
              <w:rPr>
                <w:lang w:eastAsia="ja-JP"/>
              </w:rPr>
            </w:pPr>
            <w:r>
              <w:rPr>
                <w:lang w:eastAsia="fi-FI"/>
              </w:rPr>
              <w:t>DC_71A_n5A</w:t>
            </w:r>
          </w:p>
        </w:tc>
        <w:tc>
          <w:tcPr>
            <w:tcW w:w="2280" w:type="dxa"/>
            <w:tcBorders>
              <w:top w:val="single" w:sz="4" w:space="0" w:color="auto"/>
              <w:left w:val="single" w:sz="4" w:space="0" w:color="auto"/>
              <w:bottom w:val="single" w:sz="4" w:space="0" w:color="auto"/>
              <w:right w:val="single" w:sz="4" w:space="0" w:color="auto"/>
            </w:tcBorders>
            <w:hideMark/>
          </w:tcPr>
          <w:p w14:paraId="47554F16" w14:textId="77777777" w:rsidR="00D44AD9" w:rsidRDefault="00D44AD9" w:rsidP="00AC3FE8">
            <w:pPr>
              <w:pStyle w:val="TAC"/>
              <w:rPr>
                <w:lang w:eastAsia="ja-JP"/>
              </w:rPr>
            </w:pPr>
            <w:r>
              <w:rPr>
                <w:lang w:eastAsia="fi-FI"/>
              </w:rPr>
              <w:t>DC_71A_n5A</w:t>
            </w:r>
          </w:p>
        </w:tc>
        <w:tc>
          <w:tcPr>
            <w:tcW w:w="2738" w:type="dxa"/>
            <w:tcBorders>
              <w:top w:val="single" w:sz="4" w:space="0" w:color="auto"/>
              <w:left w:val="single" w:sz="4" w:space="0" w:color="auto"/>
              <w:bottom w:val="single" w:sz="4" w:space="0" w:color="auto"/>
              <w:right w:val="single" w:sz="4" w:space="0" w:color="auto"/>
            </w:tcBorders>
            <w:noWrap/>
            <w:hideMark/>
          </w:tcPr>
          <w:p w14:paraId="2EC7D922" w14:textId="77777777" w:rsidR="00D44AD9" w:rsidRDefault="00D44AD9" w:rsidP="00AC3FE8">
            <w:pPr>
              <w:pStyle w:val="TAC"/>
              <w:rPr>
                <w:lang w:eastAsia="ja-JP"/>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43E1B489" w14:textId="77777777" w:rsidR="00D44AD9" w:rsidRDefault="00D44AD9" w:rsidP="00AC3FE8">
            <w:pPr>
              <w:pStyle w:val="TAC"/>
              <w:rPr>
                <w:lang w:eastAsia="ja-JP"/>
              </w:rPr>
            </w:pPr>
          </w:p>
        </w:tc>
      </w:tr>
      <w:tr w:rsidR="00D44AD9" w14:paraId="0FFD6593"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223B2093" w14:textId="77777777" w:rsidR="00D44AD9" w:rsidRDefault="00D44AD9" w:rsidP="00AC3FE8">
            <w:pPr>
              <w:pStyle w:val="TAC"/>
              <w:rPr>
                <w:lang w:eastAsia="fi-FI"/>
              </w:rPr>
            </w:pPr>
            <w:r>
              <w:rPr>
                <w:lang w:eastAsia="fi-FI"/>
              </w:rPr>
              <w:lastRenderedPageBreak/>
              <w:t>DC_</w:t>
            </w:r>
            <w:r>
              <w:rPr>
                <w:lang w:eastAsia="zh-CN"/>
              </w:rPr>
              <w:t>71</w:t>
            </w:r>
            <w:r>
              <w:rPr>
                <w:lang w:eastAsia="fi-FI"/>
              </w:rPr>
              <w:t>A_n38A</w:t>
            </w:r>
          </w:p>
        </w:tc>
        <w:tc>
          <w:tcPr>
            <w:tcW w:w="2280" w:type="dxa"/>
            <w:tcBorders>
              <w:top w:val="single" w:sz="4" w:space="0" w:color="auto"/>
              <w:left w:val="single" w:sz="4" w:space="0" w:color="auto"/>
              <w:bottom w:val="single" w:sz="4" w:space="0" w:color="auto"/>
              <w:right w:val="single" w:sz="4" w:space="0" w:color="auto"/>
            </w:tcBorders>
            <w:hideMark/>
          </w:tcPr>
          <w:p w14:paraId="515D6511" w14:textId="77777777" w:rsidR="00D44AD9" w:rsidRDefault="00D44AD9" w:rsidP="00AC3FE8">
            <w:pPr>
              <w:pStyle w:val="TAC"/>
              <w:rPr>
                <w:lang w:eastAsia="fi-FI"/>
              </w:rPr>
            </w:pPr>
            <w:r>
              <w:rPr>
                <w:lang w:eastAsia="fi-FI"/>
              </w:rPr>
              <w:t>DC_</w:t>
            </w:r>
            <w:r>
              <w:rPr>
                <w:lang w:eastAsia="zh-CN"/>
              </w:rPr>
              <w:t>71</w:t>
            </w:r>
            <w:r>
              <w:rPr>
                <w:lang w:eastAsia="fi-FI"/>
              </w:rPr>
              <w:t>A_n38A</w:t>
            </w:r>
          </w:p>
        </w:tc>
        <w:tc>
          <w:tcPr>
            <w:tcW w:w="2738" w:type="dxa"/>
            <w:tcBorders>
              <w:top w:val="single" w:sz="4" w:space="0" w:color="auto"/>
              <w:left w:val="single" w:sz="4" w:space="0" w:color="auto"/>
              <w:bottom w:val="single" w:sz="4" w:space="0" w:color="auto"/>
              <w:right w:val="single" w:sz="4" w:space="0" w:color="auto"/>
            </w:tcBorders>
            <w:noWrap/>
            <w:hideMark/>
          </w:tcPr>
          <w:p w14:paraId="06FB29D3" w14:textId="77777777" w:rsidR="00D44AD9" w:rsidRDefault="00D44AD9" w:rsidP="00AC3FE8">
            <w:pPr>
              <w:pStyle w:val="TAC"/>
              <w:rPr>
                <w:lang w:eastAsia="ja-JP"/>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6C8045A9" w14:textId="77777777" w:rsidR="00D44AD9" w:rsidRDefault="00D44AD9" w:rsidP="00AC3FE8">
            <w:pPr>
              <w:pStyle w:val="TAC"/>
              <w:rPr>
                <w:lang w:eastAsia="zh-TW"/>
              </w:rPr>
            </w:pPr>
          </w:p>
        </w:tc>
      </w:tr>
      <w:tr w:rsidR="00D44AD9" w14:paraId="2701D86F"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72E7194" w14:textId="77777777" w:rsidR="00D44AD9" w:rsidRDefault="00D44AD9" w:rsidP="00AC3FE8">
            <w:pPr>
              <w:pStyle w:val="TAC"/>
              <w:rPr>
                <w:lang w:eastAsia="fi-FI"/>
              </w:rPr>
            </w:pPr>
            <w:r>
              <w:rPr>
                <w:lang w:eastAsia="fi-FI"/>
              </w:rPr>
              <w:t>DC_71A_n48A</w:t>
            </w:r>
          </w:p>
        </w:tc>
        <w:tc>
          <w:tcPr>
            <w:tcW w:w="2280" w:type="dxa"/>
            <w:tcBorders>
              <w:top w:val="single" w:sz="4" w:space="0" w:color="auto"/>
              <w:left w:val="single" w:sz="4" w:space="0" w:color="auto"/>
              <w:bottom w:val="single" w:sz="4" w:space="0" w:color="auto"/>
              <w:right w:val="single" w:sz="4" w:space="0" w:color="auto"/>
            </w:tcBorders>
            <w:hideMark/>
          </w:tcPr>
          <w:p w14:paraId="1BC7DE95" w14:textId="77777777" w:rsidR="00D44AD9" w:rsidRDefault="00D44AD9" w:rsidP="00AC3FE8">
            <w:pPr>
              <w:pStyle w:val="TAC"/>
              <w:rPr>
                <w:lang w:eastAsia="fi-FI"/>
              </w:rPr>
            </w:pPr>
            <w:r>
              <w:rPr>
                <w:lang w:eastAsia="fi-FI"/>
              </w:rPr>
              <w:t>DC_71A_n48A</w:t>
            </w:r>
          </w:p>
        </w:tc>
        <w:tc>
          <w:tcPr>
            <w:tcW w:w="2738" w:type="dxa"/>
            <w:tcBorders>
              <w:top w:val="single" w:sz="4" w:space="0" w:color="auto"/>
              <w:left w:val="single" w:sz="4" w:space="0" w:color="auto"/>
              <w:bottom w:val="single" w:sz="4" w:space="0" w:color="auto"/>
              <w:right w:val="single" w:sz="4" w:space="0" w:color="auto"/>
            </w:tcBorders>
            <w:noWrap/>
            <w:hideMark/>
          </w:tcPr>
          <w:p w14:paraId="5DB2CD39" w14:textId="77777777" w:rsidR="00D44AD9" w:rsidRDefault="00D44AD9" w:rsidP="00AC3FE8">
            <w:pPr>
              <w:pStyle w:val="TAC"/>
              <w:rPr>
                <w:lang w:eastAsia="ja-JP"/>
              </w:rPr>
            </w:pPr>
            <w:r>
              <w:rPr>
                <w:lang w:eastAsia="ja-JP"/>
              </w:rPr>
              <w:t>No</w:t>
            </w:r>
          </w:p>
        </w:tc>
        <w:tc>
          <w:tcPr>
            <w:tcW w:w="2738" w:type="dxa"/>
            <w:tcBorders>
              <w:top w:val="single" w:sz="4" w:space="0" w:color="auto"/>
              <w:left w:val="single" w:sz="4" w:space="0" w:color="auto"/>
              <w:bottom w:val="single" w:sz="4" w:space="0" w:color="auto"/>
              <w:right w:val="single" w:sz="4" w:space="0" w:color="auto"/>
            </w:tcBorders>
          </w:tcPr>
          <w:p w14:paraId="2F77EE68" w14:textId="77777777" w:rsidR="00D44AD9" w:rsidRDefault="00D44AD9" w:rsidP="00AC3FE8">
            <w:pPr>
              <w:pStyle w:val="TAC"/>
              <w:rPr>
                <w:lang w:eastAsia="ja-JP"/>
              </w:rPr>
            </w:pPr>
          </w:p>
        </w:tc>
      </w:tr>
      <w:tr w:rsidR="00D44AD9" w14:paraId="09824DAD"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0CD8ED33" w14:textId="77777777" w:rsidR="00D44AD9" w:rsidRDefault="00D44AD9" w:rsidP="00AC3FE8">
            <w:pPr>
              <w:pStyle w:val="TAC"/>
              <w:rPr>
                <w:lang w:eastAsia="fi-FI"/>
              </w:rPr>
            </w:pPr>
            <w:r>
              <w:rPr>
                <w:lang w:eastAsia="fi-FI"/>
              </w:rPr>
              <w:t>DC_</w:t>
            </w:r>
            <w:r>
              <w:rPr>
                <w:lang w:eastAsia="zh-CN"/>
              </w:rPr>
              <w:t>71</w:t>
            </w:r>
            <w:r>
              <w:rPr>
                <w:lang w:eastAsia="fi-FI"/>
              </w:rPr>
              <w:t>A_n66A</w:t>
            </w:r>
          </w:p>
        </w:tc>
        <w:tc>
          <w:tcPr>
            <w:tcW w:w="2280" w:type="dxa"/>
            <w:tcBorders>
              <w:top w:val="single" w:sz="4" w:space="0" w:color="auto"/>
              <w:left w:val="single" w:sz="4" w:space="0" w:color="auto"/>
              <w:bottom w:val="single" w:sz="4" w:space="0" w:color="auto"/>
              <w:right w:val="single" w:sz="4" w:space="0" w:color="auto"/>
            </w:tcBorders>
            <w:hideMark/>
          </w:tcPr>
          <w:p w14:paraId="79106CF4" w14:textId="77777777" w:rsidR="00D44AD9" w:rsidRDefault="00D44AD9" w:rsidP="00AC3FE8">
            <w:pPr>
              <w:pStyle w:val="TAC"/>
              <w:rPr>
                <w:lang w:eastAsia="fi-FI"/>
              </w:rPr>
            </w:pPr>
            <w:r>
              <w:rPr>
                <w:lang w:eastAsia="fi-FI"/>
              </w:rPr>
              <w:t>DC_</w:t>
            </w:r>
            <w:r>
              <w:rPr>
                <w:lang w:eastAsia="zh-CN"/>
              </w:rPr>
              <w:t>71</w:t>
            </w:r>
            <w:r>
              <w:rPr>
                <w:lang w:eastAsia="fi-FI"/>
              </w:rPr>
              <w:t>A_n66A</w:t>
            </w:r>
          </w:p>
        </w:tc>
        <w:tc>
          <w:tcPr>
            <w:tcW w:w="2738" w:type="dxa"/>
            <w:tcBorders>
              <w:top w:val="single" w:sz="4" w:space="0" w:color="auto"/>
              <w:left w:val="single" w:sz="4" w:space="0" w:color="auto"/>
              <w:bottom w:val="single" w:sz="4" w:space="0" w:color="auto"/>
              <w:right w:val="single" w:sz="4" w:space="0" w:color="auto"/>
            </w:tcBorders>
            <w:noWrap/>
            <w:hideMark/>
          </w:tcPr>
          <w:p w14:paraId="0630CC06" w14:textId="77777777" w:rsidR="00D44AD9" w:rsidRDefault="00D44AD9" w:rsidP="00AC3FE8">
            <w:pPr>
              <w:pStyle w:val="TAC"/>
              <w:rPr>
                <w:lang w:eastAsia="ja-JP"/>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190FAD91" w14:textId="77777777" w:rsidR="00D44AD9" w:rsidRDefault="00D44AD9" w:rsidP="00AC3FE8">
            <w:pPr>
              <w:pStyle w:val="TAC"/>
              <w:rPr>
                <w:lang w:eastAsia="zh-TW"/>
              </w:rPr>
            </w:pPr>
          </w:p>
        </w:tc>
      </w:tr>
      <w:tr w:rsidR="00D44AD9" w14:paraId="357B34F9" w14:textId="77777777" w:rsidTr="00AC3FE8">
        <w:trPr>
          <w:trHeight w:val="187"/>
          <w:jc w:val="center"/>
        </w:trPr>
        <w:tc>
          <w:tcPr>
            <w:tcW w:w="2537" w:type="dxa"/>
            <w:tcBorders>
              <w:top w:val="single" w:sz="4" w:space="0" w:color="auto"/>
              <w:left w:val="single" w:sz="4" w:space="0" w:color="auto"/>
              <w:bottom w:val="single" w:sz="4" w:space="0" w:color="auto"/>
              <w:right w:val="single" w:sz="4" w:space="0" w:color="auto"/>
            </w:tcBorders>
            <w:noWrap/>
            <w:hideMark/>
          </w:tcPr>
          <w:p w14:paraId="66EA8996" w14:textId="77777777" w:rsidR="00D44AD9" w:rsidRDefault="00D44AD9" w:rsidP="00AC3FE8">
            <w:pPr>
              <w:pStyle w:val="TAC"/>
              <w:rPr>
                <w:lang w:eastAsia="fi-FI"/>
              </w:rPr>
            </w:pPr>
            <w:r>
              <w:rPr>
                <w:lang w:eastAsia="fi-FI"/>
              </w:rPr>
              <w:t>DC_</w:t>
            </w:r>
            <w:r>
              <w:rPr>
                <w:lang w:eastAsia="zh-CN"/>
              </w:rPr>
              <w:t>71</w:t>
            </w:r>
            <w:r>
              <w:rPr>
                <w:lang w:eastAsia="fi-FI"/>
              </w:rPr>
              <w:t>A_n78A</w:t>
            </w:r>
          </w:p>
        </w:tc>
        <w:tc>
          <w:tcPr>
            <w:tcW w:w="2280" w:type="dxa"/>
            <w:tcBorders>
              <w:top w:val="single" w:sz="4" w:space="0" w:color="auto"/>
              <w:left w:val="single" w:sz="4" w:space="0" w:color="auto"/>
              <w:bottom w:val="single" w:sz="4" w:space="0" w:color="auto"/>
              <w:right w:val="single" w:sz="4" w:space="0" w:color="auto"/>
            </w:tcBorders>
            <w:hideMark/>
          </w:tcPr>
          <w:p w14:paraId="4EAD31FB" w14:textId="77777777" w:rsidR="00D44AD9" w:rsidRDefault="00D44AD9" w:rsidP="00AC3FE8">
            <w:pPr>
              <w:pStyle w:val="TAC"/>
              <w:rPr>
                <w:lang w:eastAsia="fi-FI"/>
              </w:rPr>
            </w:pPr>
            <w:r>
              <w:rPr>
                <w:lang w:eastAsia="fi-FI"/>
              </w:rPr>
              <w:t>DC_</w:t>
            </w:r>
            <w:r>
              <w:rPr>
                <w:lang w:eastAsia="zh-CN"/>
              </w:rPr>
              <w:t>71</w:t>
            </w:r>
            <w:r>
              <w:rPr>
                <w:lang w:eastAsia="fi-FI"/>
              </w:rPr>
              <w:t>A_n78A</w:t>
            </w:r>
          </w:p>
        </w:tc>
        <w:tc>
          <w:tcPr>
            <w:tcW w:w="2738" w:type="dxa"/>
            <w:tcBorders>
              <w:top w:val="single" w:sz="4" w:space="0" w:color="auto"/>
              <w:left w:val="single" w:sz="4" w:space="0" w:color="auto"/>
              <w:bottom w:val="single" w:sz="4" w:space="0" w:color="auto"/>
              <w:right w:val="single" w:sz="4" w:space="0" w:color="auto"/>
            </w:tcBorders>
            <w:noWrap/>
            <w:hideMark/>
          </w:tcPr>
          <w:p w14:paraId="65635900" w14:textId="77777777" w:rsidR="00D44AD9" w:rsidRDefault="00D44AD9" w:rsidP="00AC3FE8">
            <w:pPr>
              <w:pStyle w:val="TAC"/>
              <w:rPr>
                <w:lang w:eastAsia="ja-JP"/>
              </w:rPr>
            </w:pPr>
            <w:r>
              <w:rPr>
                <w:lang w:eastAsia="zh-TW"/>
              </w:rPr>
              <w:t>No</w:t>
            </w:r>
          </w:p>
        </w:tc>
        <w:tc>
          <w:tcPr>
            <w:tcW w:w="2738" w:type="dxa"/>
            <w:tcBorders>
              <w:top w:val="single" w:sz="4" w:space="0" w:color="auto"/>
              <w:left w:val="single" w:sz="4" w:space="0" w:color="auto"/>
              <w:bottom w:val="single" w:sz="4" w:space="0" w:color="auto"/>
              <w:right w:val="single" w:sz="4" w:space="0" w:color="auto"/>
            </w:tcBorders>
          </w:tcPr>
          <w:p w14:paraId="2F5A47A4" w14:textId="77777777" w:rsidR="00D44AD9" w:rsidRDefault="00D44AD9" w:rsidP="00AC3FE8">
            <w:pPr>
              <w:pStyle w:val="TAC"/>
              <w:rPr>
                <w:lang w:eastAsia="zh-TW"/>
              </w:rPr>
            </w:pPr>
          </w:p>
        </w:tc>
      </w:tr>
      <w:tr w:rsidR="00D44AD9" w14:paraId="364C0202" w14:textId="77777777" w:rsidTr="00AC3FE8">
        <w:trPr>
          <w:trHeight w:val="187"/>
          <w:jc w:val="center"/>
        </w:trPr>
        <w:tc>
          <w:tcPr>
            <w:tcW w:w="10293" w:type="dxa"/>
            <w:gridSpan w:val="4"/>
            <w:tcBorders>
              <w:top w:val="single" w:sz="4" w:space="0" w:color="auto"/>
              <w:left w:val="single" w:sz="4" w:space="0" w:color="auto"/>
              <w:bottom w:val="single" w:sz="4" w:space="0" w:color="auto"/>
              <w:right w:val="single" w:sz="4" w:space="0" w:color="auto"/>
            </w:tcBorders>
            <w:noWrap/>
            <w:vAlign w:val="center"/>
            <w:hideMark/>
          </w:tcPr>
          <w:p w14:paraId="52ABF87E" w14:textId="77777777" w:rsidR="00D44AD9" w:rsidRDefault="00D44AD9" w:rsidP="00AC3FE8">
            <w:pPr>
              <w:pStyle w:val="TAN"/>
            </w:pPr>
            <w:r>
              <w:t>NOTE 1:</w:t>
            </w:r>
            <w:r>
              <w:tab/>
              <w:t>Uplink EN-DC configurations are the configurations supported by the present release of specifications.</w:t>
            </w:r>
          </w:p>
          <w:p w14:paraId="2A68D0EB" w14:textId="77777777" w:rsidR="00D44AD9" w:rsidRDefault="00D44AD9" w:rsidP="00AC3FE8">
            <w:pPr>
              <w:pStyle w:val="TAN"/>
            </w:pPr>
            <w:r>
              <w:t>NOTE 2:</w:t>
            </w:r>
            <w:r>
              <w:tab/>
              <w:t>Restricted to E-UTRA operation when inter-band carrier aggregation is configured. The downlink operating band for Band 46 is paired with the uplink operating band (external E-UTRA band) of the carrier aggregation configuration that is supporting the configured Pcell.</w:t>
            </w:r>
          </w:p>
          <w:p w14:paraId="1223845E" w14:textId="77777777" w:rsidR="00D44AD9" w:rsidRDefault="00D44AD9" w:rsidP="00AC3FE8">
            <w:pPr>
              <w:pStyle w:val="TAN"/>
            </w:pPr>
            <w:r>
              <w:t xml:space="preserve">NOTE 3: </w:t>
            </w:r>
            <w:r>
              <w:tab/>
              <w:t>The minimum requirements apply only when there is non-simultaneous Tx/Rx operation between E-UTRA and NR carriers. This restriction applies also for these carriers when applicable EN-DC configuration is part of a higher order EN-DC configuration.</w:t>
            </w:r>
          </w:p>
          <w:p w14:paraId="7799B814" w14:textId="77777777" w:rsidR="00D44AD9" w:rsidRDefault="00D44AD9" w:rsidP="00AC3FE8">
            <w:pPr>
              <w:pStyle w:val="TAN"/>
            </w:pPr>
            <w:r>
              <w:t xml:space="preserve">NOTE 4: </w:t>
            </w:r>
            <w:r>
              <w:tab/>
              <w:t xml:space="preserve">For UEs not indicating </w:t>
            </w:r>
            <w:r>
              <w:rPr>
                <w:i/>
                <w:iCs/>
              </w:rPr>
              <w:t>interBandMRDC-WithOverlapDL-Bands-r16</w:t>
            </w:r>
            <w:r>
              <w:t xml:space="preserve">, the minimum requirements for intra-band non-contiguous EN-DC apply for the Band 42 and Band n77/n78 combination. For UEs not indicating </w:t>
            </w:r>
            <w:r>
              <w:rPr>
                <w:i/>
                <w:iCs/>
              </w:rPr>
              <w:t>interBandMRDC-WithOverlapDL-Bands-r16</w:t>
            </w:r>
            <w:r>
              <w:t xml:space="preserve">, </w:t>
            </w:r>
            <w:r>
              <w:rPr>
                <w:noProof/>
                <w:lang w:eastAsia="ja-JP"/>
              </w:rPr>
              <w:t xml:space="preserve">when UE capability </w:t>
            </w:r>
            <w:r>
              <w:rPr>
                <w:i/>
                <w:iCs/>
                <w:noProof/>
                <w:lang w:eastAsia="ja-JP"/>
              </w:rPr>
              <w:t>interBandContiguousMRDC</w:t>
            </w:r>
            <w:r>
              <w:rPr>
                <w:noProof/>
                <w:lang w:eastAsia="ja-JP"/>
              </w:rPr>
              <w:t xml:space="preserve"> is indicated, the minimum requirements for intra-band-contiguous EN-DC also should be met in addtion to intra-band non-contiguous EN-DC</w:t>
            </w:r>
            <w:r>
              <w:rPr>
                <w:i/>
                <w:iCs/>
                <w:noProof/>
                <w:lang w:eastAsia="ja-JP"/>
              </w:rPr>
              <w:t xml:space="preserve">. </w:t>
            </w:r>
            <w:r>
              <w:t>For these UEs, the said intra-band requirements also apply for these carriers when applicable EN-DC configuration is a subset of a higher order EN-DC configuration.</w:t>
            </w:r>
          </w:p>
          <w:p w14:paraId="5F37BE5E" w14:textId="77777777" w:rsidR="00D44AD9" w:rsidRDefault="00D44AD9" w:rsidP="00AC3FE8">
            <w:pPr>
              <w:pStyle w:val="TAN"/>
            </w:pPr>
            <w:r>
              <w:t>NOTE 5:</w:t>
            </w:r>
            <w:r>
              <w:tab/>
              <w:t>The frequency range above 3600 MHz for Band n78 is not used in this combination.</w:t>
            </w:r>
          </w:p>
          <w:p w14:paraId="788EF396" w14:textId="77777777" w:rsidR="00D44AD9" w:rsidRDefault="00D44AD9" w:rsidP="00AC3FE8">
            <w:pPr>
              <w:pStyle w:val="TAN"/>
            </w:pPr>
            <w:r>
              <w:t>NOTE 6:</w:t>
            </w:r>
            <w:r>
              <w:tab/>
              <w:t>The frequency range below 2506 MHz for Band 41 is not used in this combination.</w:t>
            </w:r>
          </w:p>
          <w:p w14:paraId="1F23C0B9" w14:textId="77777777" w:rsidR="00D44AD9" w:rsidRDefault="00D44AD9" w:rsidP="00AC3FE8">
            <w:pPr>
              <w:pStyle w:val="TAN"/>
            </w:pPr>
            <w:r>
              <w:t>NOTE 7:</w:t>
            </w:r>
            <w:r>
              <w:tab/>
              <w:t>Applicable for UE supporting inter-band EN-DC with mandatory simultaneous Rx/Tx capability.</w:t>
            </w:r>
          </w:p>
          <w:p w14:paraId="1887BCEF" w14:textId="77777777" w:rsidR="00A72836" w:rsidRDefault="00A72836" w:rsidP="00A72836">
            <w:pPr>
              <w:pStyle w:val="TAN"/>
            </w:pPr>
            <w:r>
              <w:t>NOTE 8:</w:t>
            </w:r>
            <w:r>
              <w:tab/>
              <w:t>The frequency range in band n28 / 28 is restricted for this band combination to 703 - 733 MHz for the UL and 758-788 MHz for the DL.</w:t>
            </w:r>
            <w:r w:rsidRPr="00C95BC6">
              <w:t xml:space="preserve"> This restriction also apply for any band combinations when </w:t>
            </w:r>
            <w:r>
              <w:t>DC</w:t>
            </w:r>
            <w:r w:rsidRPr="00C95BC6">
              <w:t>_20</w:t>
            </w:r>
            <w:r>
              <w:t>_n</w:t>
            </w:r>
            <w:r w:rsidRPr="00C95BC6">
              <w:t>28</w:t>
            </w:r>
            <w:r>
              <w:t>/ DC</w:t>
            </w:r>
            <w:r w:rsidRPr="00C95BC6">
              <w:t>_</w:t>
            </w:r>
            <w:r>
              <w:t>28_n</w:t>
            </w:r>
            <w:r w:rsidRPr="00C95BC6">
              <w:t>2</w:t>
            </w:r>
            <w:r>
              <w:t>0/ CA_20-28/ CA_n20-n28</w:t>
            </w:r>
            <w:r w:rsidRPr="00C95BC6">
              <w:t xml:space="preserve"> </w:t>
            </w:r>
            <w:r>
              <w:t>is</w:t>
            </w:r>
            <w:r w:rsidRPr="00C95BC6">
              <w:t xml:space="preserve"> a subset of a higher order band combination.</w:t>
            </w:r>
          </w:p>
          <w:p w14:paraId="13286ACC" w14:textId="77777777" w:rsidR="00D44AD9" w:rsidRDefault="00D44AD9" w:rsidP="00AC3FE8">
            <w:pPr>
              <w:pStyle w:val="TAN"/>
            </w:pPr>
            <w:r>
              <w:t>NOTE 9:</w:t>
            </w:r>
            <w:r>
              <w:tab/>
              <w:t>The combination is not used alone as fall back mode of other band combinations in which UL in Band 42 is not used.</w:t>
            </w:r>
          </w:p>
          <w:p w14:paraId="1095D53A" w14:textId="77777777" w:rsidR="00D44AD9" w:rsidRDefault="00D44AD9" w:rsidP="00AC3FE8">
            <w:pPr>
              <w:pStyle w:val="TAN"/>
              <w:keepNext w:val="0"/>
            </w:pPr>
            <w:r>
              <w:t>NOTE 10:</w:t>
            </w:r>
            <w:r>
              <w:tab/>
              <w:t>Void.</w:t>
            </w:r>
          </w:p>
          <w:p w14:paraId="565BB5B9" w14:textId="4D351EA6" w:rsidR="001C02D2" w:rsidRDefault="001C02D2" w:rsidP="001C02D2">
            <w:pPr>
              <w:keepNext/>
              <w:keepLines/>
              <w:spacing w:after="0"/>
              <w:ind w:left="851" w:hanging="851"/>
              <w:rPr>
                <w:rFonts w:ascii="Arial" w:hAnsi="Arial"/>
                <w:sz w:val="18"/>
              </w:rPr>
            </w:pPr>
            <w:r>
              <w:rPr>
                <w:rFonts w:ascii="Arial" w:hAnsi="Arial"/>
                <w:sz w:val="18"/>
              </w:rPr>
              <w:t>NOTE 11:</w:t>
            </w:r>
            <w:r>
              <w:rPr>
                <w:rFonts w:ascii="Arial" w:hAnsi="Arial"/>
                <w:sz w:val="18"/>
              </w:rPr>
              <w:tab/>
              <w:t xml:space="preserve">For UEs not indicating </w:t>
            </w:r>
            <w:r>
              <w:rPr>
                <w:rFonts w:ascii="Arial" w:hAnsi="Arial"/>
                <w:i/>
                <w:iCs/>
                <w:sz w:val="18"/>
              </w:rPr>
              <w:t>interBandMRDC-WithOverlapDL-Bands-r16</w:t>
            </w:r>
            <w:r>
              <w:rPr>
                <w:rFonts w:ascii="Arial" w:hAnsi="Arial"/>
                <w:sz w:val="18"/>
              </w:rPr>
              <w:t>, the minimum requirements apply when the maximum power spectral density imbalance between downlink carriers is within 6 dB. For UEs indicating interBandMRDC-WithOverlapDL-Bands-r16, the power imbalance requirement defined in clause 7.6B.2.6 apply.For these UEs, the power spectral density imbalance condition also applies for these carriers when applicable EN-DC configuration is a subset of a higher order EN-DC configuration.</w:t>
            </w:r>
          </w:p>
          <w:p w14:paraId="2CC147C0" w14:textId="77777777" w:rsidR="00D44AD9" w:rsidRDefault="00D44AD9" w:rsidP="00AC3FE8">
            <w:pPr>
              <w:pStyle w:val="TAN"/>
              <w:rPr>
                <w:rFonts w:cs="Arial"/>
                <w:szCs w:val="18"/>
                <w:lang w:eastAsia="zh-CN"/>
              </w:rPr>
            </w:pPr>
            <w:r>
              <w:t>NOTE 1</w:t>
            </w:r>
            <w:r>
              <w:rPr>
                <w:lang w:eastAsia="zh-CN"/>
              </w:rPr>
              <w:t>2</w:t>
            </w:r>
            <w:r>
              <w:rPr>
                <w:rStyle w:val="TANChar"/>
              </w:rPr>
              <w:t>:</w:t>
            </w:r>
            <w:r>
              <w:tab/>
            </w:r>
            <w:r>
              <w:rPr>
                <w:rFonts w:cs="Arial"/>
                <w:szCs w:val="18"/>
                <w:lang w:eastAsia="ko-KR"/>
              </w:rPr>
              <w:t>Applicable for frequency range above 4800 MHz for Band n79 in this combination</w:t>
            </w:r>
            <w:r>
              <w:rPr>
                <w:rFonts w:cs="Arial"/>
                <w:szCs w:val="18"/>
                <w:lang w:eastAsia="zh-CN"/>
              </w:rPr>
              <w:t>.</w:t>
            </w:r>
          </w:p>
          <w:p w14:paraId="0DEA5670" w14:textId="77777777" w:rsidR="00D44AD9" w:rsidRDefault="00D44AD9" w:rsidP="00AC3FE8">
            <w:pPr>
              <w:pStyle w:val="TAN"/>
              <w:rPr>
                <w:lang w:eastAsia="zh-CN"/>
              </w:rPr>
            </w:pPr>
            <w:r>
              <w:t>NOTE 13:</w:t>
            </w:r>
            <w:r>
              <w:tab/>
              <w:t xml:space="preserve">For UEs not indicating </w:t>
            </w:r>
            <w:r>
              <w:rPr>
                <w:i/>
                <w:iCs/>
              </w:rPr>
              <w:t>interBandMRDC-WithOverlapDL-Bands-r16</w:t>
            </w:r>
            <w:r>
              <w:t xml:space="preserve">, the minimum requirements apply for synchronized DL carriers with a maximum receive time difference </w:t>
            </w:r>
            <w:r>
              <w:rPr>
                <w:rFonts w:cs="Arial"/>
              </w:rPr>
              <w:t>≤</w:t>
            </w:r>
            <w:r>
              <w:t xml:space="preserve"> 3 usec. The requirements also apply for these carriers when applicable EN-DC configuration is a subset of a higher order EN-DC configuration.</w:t>
            </w:r>
          </w:p>
          <w:p w14:paraId="7202B750" w14:textId="77777777" w:rsidR="00D44AD9" w:rsidRDefault="00D44AD9" w:rsidP="00AC3FE8">
            <w:pPr>
              <w:pStyle w:val="TAN"/>
              <w:rPr>
                <w:lang w:eastAsia="zh-CN"/>
              </w:rPr>
            </w:pPr>
            <w:r>
              <w:t xml:space="preserve">NOTE </w:t>
            </w:r>
            <w:r>
              <w:rPr>
                <w:lang w:eastAsia="zh-CN"/>
              </w:rPr>
              <w:t>14</w:t>
            </w:r>
            <w:r>
              <w:t>:</w:t>
            </w:r>
            <w:r>
              <w:tab/>
            </w:r>
            <w:r>
              <w:rPr>
                <w:lang w:eastAsia="zh-CN"/>
              </w:rPr>
              <w:t>Applicable w</w:t>
            </w:r>
            <w:r>
              <w:rPr>
                <w:rFonts w:eastAsia="MS Mincho"/>
                <w:lang w:eastAsia="zh-CN"/>
              </w:rPr>
              <w:t xml:space="preserve">hen dynamic </w:t>
            </w:r>
            <w:r>
              <w:t>switching between two uplink carriers is conducted</w:t>
            </w:r>
            <w:r>
              <w:rPr>
                <w:lang w:eastAsia="zh-CN"/>
              </w:rPr>
              <w:t>. The DL interruption requirements for NR DL carrier(s) and E-UTRA DL carrier(s) are specified in clause 8.2.1.2.14 of 38.133 [15] and clause 7.32.2.12 of 36.133 [16] respectively.</w:t>
            </w:r>
          </w:p>
          <w:p w14:paraId="6D3F73D7" w14:textId="77777777" w:rsidR="00D44AD9" w:rsidRDefault="00D44AD9" w:rsidP="00AC3FE8">
            <w:pPr>
              <w:pStyle w:val="TAN"/>
            </w:pPr>
            <w:r>
              <w:t>NOTE 15:</w:t>
            </w:r>
            <w:r>
              <w:tab/>
              <w:t xml:space="preserve">Simultaneous Rx/Tx capability does not apply for UEs supporting band 42 with a n77 implementation only. </w:t>
            </w:r>
            <w:r>
              <w:rPr>
                <w:lang w:eastAsia="ja-JP"/>
              </w:rPr>
              <w:t xml:space="preserve">Same restrictions are applied to related </w:t>
            </w:r>
            <w:r>
              <w:rPr>
                <w:rFonts w:cs="Arial"/>
                <w:szCs w:val="18"/>
              </w:rPr>
              <w:t>higher order configurations.</w:t>
            </w:r>
          </w:p>
        </w:tc>
      </w:tr>
    </w:tbl>
    <w:p w14:paraId="2EDA6782" w14:textId="77777777" w:rsidR="00D44AD9" w:rsidRPr="00E062F1" w:rsidRDefault="00D44AD9" w:rsidP="001310A1"/>
    <w:p w14:paraId="69BBB3B7" w14:textId="15F7F77A" w:rsidR="001310A1" w:rsidRPr="00E062F1" w:rsidRDefault="001310A1" w:rsidP="001310A1">
      <w:pPr>
        <w:pStyle w:val="Heading4"/>
      </w:pPr>
      <w:bookmarkStart w:id="1169" w:name="_Toc21351523"/>
      <w:bookmarkStart w:id="1170" w:name="_Toc29807105"/>
      <w:bookmarkStart w:id="1171" w:name="_Toc36648819"/>
      <w:bookmarkStart w:id="1172" w:name="_Toc36651544"/>
      <w:bookmarkStart w:id="1173" w:name="_Toc37256478"/>
      <w:bookmarkStart w:id="1174" w:name="_Toc37256819"/>
      <w:bookmarkStart w:id="1175" w:name="_Toc45890516"/>
      <w:bookmarkStart w:id="1176" w:name="_Toc45891740"/>
      <w:bookmarkStart w:id="1177" w:name="_Toc45892150"/>
      <w:bookmarkStart w:id="1178" w:name="_Toc45892560"/>
      <w:bookmarkStart w:id="1179" w:name="_Toc52352973"/>
      <w:bookmarkStart w:id="1180" w:name="_Toc53174796"/>
      <w:bookmarkStart w:id="1181" w:name="_Toc61375945"/>
      <w:bookmarkStart w:id="1182" w:name="_Toc61376357"/>
      <w:bookmarkStart w:id="1183" w:name="_Toc67938630"/>
      <w:bookmarkStart w:id="1184" w:name="_Toc76454232"/>
      <w:bookmarkStart w:id="1185" w:name="_Toc76719652"/>
      <w:bookmarkStart w:id="1186" w:name="_Toc76720172"/>
      <w:bookmarkStart w:id="1187" w:name="_Toc83742869"/>
      <w:bookmarkStart w:id="1188" w:name="_Toc83887244"/>
      <w:bookmarkStart w:id="1189" w:name="_Toc83888045"/>
      <w:bookmarkStart w:id="1190" w:name="_Toc90588699"/>
      <w:r w:rsidRPr="00E062F1">
        <w:lastRenderedPageBreak/>
        <w:t>5.5B.4.2</w:t>
      </w:r>
      <w:r w:rsidRPr="00E062F1">
        <w:tab/>
        <w:t xml:space="preserve">Inter-band EN-DC configurations </w:t>
      </w:r>
      <w:r w:rsidR="000349A6" w:rsidRPr="00E062F1">
        <w:t xml:space="preserve">within FR1 </w:t>
      </w:r>
      <w:r w:rsidRPr="00E062F1">
        <w:t>(three bands)</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14:paraId="60EA6884" w14:textId="1D4FE7FC" w:rsidR="001310A1" w:rsidRPr="00E062F1" w:rsidRDefault="001310A1" w:rsidP="001310A1">
      <w:pPr>
        <w:pStyle w:val="TH"/>
      </w:pPr>
      <w:r w:rsidRPr="00E062F1">
        <w:t xml:space="preserve">Table 5.5B.4.2-1: Inter-band EN-DC configurations </w:t>
      </w:r>
      <w:r w:rsidR="000349A6" w:rsidRPr="00E062F1">
        <w:t xml:space="preserve">within FR1 </w:t>
      </w:r>
      <w:r w:rsidRPr="00E062F1">
        <w:t>(three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67"/>
        <w:gridCol w:w="5862"/>
      </w:tblGrid>
      <w:tr w:rsidR="00B45972" w14:paraId="1761D560" w14:textId="77777777" w:rsidTr="00AC3FE8">
        <w:trPr>
          <w:trHeight w:val="187"/>
          <w:tblHeader/>
          <w:jc w:val="center"/>
        </w:trPr>
        <w:tc>
          <w:tcPr>
            <w:tcW w:w="0" w:type="auto"/>
            <w:tcBorders>
              <w:top w:val="single" w:sz="4" w:space="0" w:color="auto"/>
              <w:left w:val="single" w:sz="4" w:space="0" w:color="auto"/>
              <w:bottom w:val="single" w:sz="4" w:space="0" w:color="auto"/>
              <w:right w:val="single" w:sz="4" w:space="0" w:color="auto"/>
            </w:tcBorders>
            <w:hideMark/>
          </w:tcPr>
          <w:p w14:paraId="1A312A30" w14:textId="77777777" w:rsidR="00B45972" w:rsidRDefault="00B45972" w:rsidP="00AC3FE8">
            <w:pPr>
              <w:pStyle w:val="TAH"/>
              <w:keepNext w:val="0"/>
              <w:rPr>
                <w:lang w:eastAsia="fi-FI"/>
              </w:rPr>
            </w:pPr>
            <w:r>
              <w:rPr>
                <w:lang w:eastAsia="fi-FI"/>
              </w:rPr>
              <w:lastRenderedPageBreak/>
              <w:t>EN-DC</w:t>
            </w:r>
          </w:p>
          <w:p w14:paraId="6B2C36DF" w14:textId="77777777" w:rsidR="00B45972" w:rsidRDefault="00B45972" w:rsidP="00AC3FE8">
            <w:pPr>
              <w:pStyle w:val="TAH"/>
              <w:keepNext w:val="0"/>
              <w:rPr>
                <w:lang w:eastAsia="fi-FI"/>
              </w:rPr>
            </w:pPr>
            <w:r>
              <w:rPr>
                <w:lang w:eastAsia="fi-FI"/>
              </w:rPr>
              <w:t>configuration</w:t>
            </w:r>
          </w:p>
        </w:tc>
        <w:tc>
          <w:tcPr>
            <w:tcW w:w="5862" w:type="dxa"/>
            <w:tcBorders>
              <w:top w:val="single" w:sz="4" w:space="0" w:color="auto"/>
              <w:left w:val="single" w:sz="4" w:space="0" w:color="auto"/>
              <w:bottom w:val="single" w:sz="4" w:space="0" w:color="auto"/>
              <w:right w:val="single" w:sz="4" w:space="0" w:color="auto"/>
            </w:tcBorders>
            <w:hideMark/>
          </w:tcPr>
          <w:p w14:paraId="1A41F523" w14:textId="77777777" w:rsidR="00B45972" w:rsidRDefault="00B45972" w:rsidP="00AC3FE8">
            <w:pPr>
              <w:pStyle w:val="TAH"/>
              <w:keepNext w:val="0"/>
              <w:rPr>
                <w:lang w:val="fr-FR" w:eastAsia="fi-FI"/>
              </w:rPr>
            </w:pPr>
            <w:r>
              <w:rPr>
                <w:lang w:val="fr-FR" w:eastAsia="fi-FI"/>
              </w:rPr>
              <w:t>Uplink EN-DC</w:t>
            </w:r>
          </w:p>
          <w:p w14:paraId="6F65F762" w14:textId="77777777" w:rsidR="00B45972" w:rsidRDefault="00B45972" w:rsidP="00AC3FE8">
            <w:pPr>
              <w:pStyle w:val="TAH"/>
              <w:keepNext w:val="0"/>
              <w:rPr>
                <w:lang w:val="fr-FR" w:eastAsia="fi-FI"/>
              </w:rPr>
            </w:pPr>
            <w:r>
              <w:rPr>
                <w:lang w:val="fr-FR" w:eastAsia="fi-FI"/>
              </w:rPr>
              <w:t>configuration</w:t>
            </w:r>
          </w:p>
          <w:p w14:paraId="35D0693B" w14:textId="77777777" w:rsidR="00B45972" w:rsidRDefault="00B45972" w:rsidP="00AC3FE8">
            <w:pPr>
              <w:pStyle w:val="TAH"/>
              <w:keepNext w:val="0"/>
              <w:rPr>
                <w:lang w:val="fr-FR" w:eastAsia="fi-FI"/>
              </w:rPr>
            </w:pPr>
            <w:r>
              <w:rPr>
                <w:lang w:val="fr-FR" w:eastAsia="fi-FI"/>
              </w:rPr>
              <w:t>(NOTE 1)</w:t>
            </w:r>
          </w:p>
        </w:tc>
      </w:tr>
      <w:tr w:rsidR="00B45972" w14:paraId="47E1B31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F438EA8" w14:textId="77777777" w:rsidR="00B45972" w:rsidRDefault="00B45972" w:rsidP="00AC3FE8">
            <w:pPr>
              <w:pStyle w:val="TAC"/>
            </w:pPr>
            <w:r>
              <w:t>DC_1A-3A_n5A</w:t>
            </w:r>
          </w:p>
          <w:p w14:paraId="7DC48125" w14:textId="77777777" w:rsidR="00B45972" w:rsidRDefault="00B45972" w:rsidP="00AC3FE8">
            <w:pPr>
              <w:pStyle w:val="TAC"/>
              <w:rPr>
                <w:lang w:eastAsia="fr-FR"/>
              </w:rPr>
            </w:pPr>
            <w:r>
              <w:t>DC_1A-3C_n5A</w:t>
            </w:r>
          </w:p>
        </w:tc>
        <w:tc>
          <w:tcPr>
            <w:tcW w:w="5862" w:type="dxa"/>
            <w:tcBorders>
              <w:top w:val="single" w:sz="4" w:space="0" w:color="auto"/>
              <w:left w:val="single" w:sz="4" w:space="0" w:color="auto"/>
              <w:bottom w:val="single" w:sz="4" w:space="0" w:color="auto"/>
              <w:right w:val="single" w:sz="4" w:space="0" w:color="auto"/>
            </w:tcBorders>
            <w:hideMark/>
          </w:tcPr>
          <w:p w14:paraId="769B5888" w14:textId="77777777" w:rsidR="00B45972" w:rsidRDefault="00B45972" w:rsidP="00AC3FE8">
            <w:pPr>
              <w:pStyle w:val="TAC"/>
            </w:pPr>
            <w:r>
              <w:t>DC_1A_n5A</w:t>
            </w:r>
          </w:p>
          <w:p w14:paraId="40A04F6B" w14:textId="77777777" w:rsidR="00B45972" w:rsidRDefault="00B45972" w:rsidP="00AC3FE8">
            <w:pPr>
              <w:pStyle w:val="TAC"/>
            </w:pPr>
            <w:r>
              <w:t>DC_3A_n5A</w:t>
            </w:r>
          </w:p>
          <w:p w14:paraId="61139901" w14:textId="77777777" w:rsidR="00B45972" w:rsidRDefault="00B45972" w:rsidP="00AC3FE8">
            <w:pPr>
              <w:pStyle w:val="TAC"/>
            </w:pPr>
            <w:r>
              <w:t>DC_3C_n5A</w:t>
            </w:r>
          </w:p>
        </w:tc>
      </w:tr>
      <w:tr w:rsidR="00B45972" w14:paraId="1CABA37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8A0A9F6" w14:textId="77777777" w:rsidR="00B45972" w:rsidRDefault="00B45972" w:rsidP="00AC3FE8">
            <w:pPr>
              <w:pStyle w:val="TAC"/>
            </w:pPr>
            <w:r>
              <w:t>DC_1A-3A_n7A</w:t>
            </w:r>
          </w:p>
          <w:p w14:paraId="06A52115" w14:textId="77777777" w:rsidR="00B45972" w:rsidRDefault="00B45972" w:rsidP="00AC3FE8">
            <w:pPr>
              <w:pStyle w:val="TAC"/>
            </w:pPr>
            <w:r>
              <w:rPr>
                <w:rFonts w:cs="Arial"/>
                <w:szCs w:val="18"/>
                <w:lang w:eastAsia="ja-JP"/>
              </w:rPr>
              <w:t>DC_1A-3A_n7B</w:t>
            </w:r>
          </w:p>
          <w:p w14:paraId="07F2C686" w14:textId="77777777" w:rsidR="00B45972" w:rsidRDefault="00B45972" w:rsidP="00AC3FE8">
            <w:pPr>
              <w:pStyle w:val="TAC"/>
            </w:pPr>
            <w:r>
              <w:t>DC_1A-3C_n7A</w:t>
            </w:r>
          </w:p>
          <w:p w14:paraId="07B6B662" w14:textId="77777777" w:rsidR="00B45972" w:rsidRDefault="00B45972" w:rsidP="00AC3FE8">
            <w:pPr>
              <w:pStyle w:val="TAC"/>
            </w:pPr>
            <w:r>
              <w:rPr>
                <w:rFonts w:cs="Arial"/>
                <w:szCs w:val="18"/>
                <w:lang w:eastAsia="ja-JP"/>
              </w:rPr>
              <w:t>DC_1A-3C_n7B</w:t>
            </w:r>
          </w:p>
        </w:tc>
        <w:tc>
          <w:tcPr>
            <w:tcW w:w="5862" w:type="dxa"/>
            <w:tcBorders>
              <w:top w:val="single" w:sz="4" w:space="0" w:color="auto"/>
              <w:left w:val="single" w:sz="4" w:space="0" w:color="auto"/>
              <w:bottom w:val="single" w:sz="4" w:space="0" w:color="auto"/>
              <w:right w:val="single" w:sz="4" w:space="0" w:color="auto"/>
            </w:tcBorders>
            <w:hideMark/>
          </w:tcPr>
          <w:p w14:paraId="077F8DD2" w14:textId="77777777" w:rsidR="00B45972" w:rsidRDefault="00B45972" w:rsidP="00AC3FE8">
            <w:pPr>
              <w:pStyle w:val="TAC"/>
            </w:pPr>
            <w:r>
              <w:t>DC_1A_n7A</w:t>
            </w:r>
          </w:p>
          <w:p w14:paraId="437057F4" w14:textId="77777777" w:rsidR="00B45972" w:rsidRDefault="00B45972" w:rsidP="00AC3FE8">
            <w:pPr>
              <w:pStyle w:val="TAC"/>
            </w:pPr>
            <w:r>
              <w:t>DC_3A_n7A</w:t>
            </w:r>
          </w:p>
          <w:p w14:paraId="47EAFAFD" w14:textId="77777777" w:rsidR="00B45972" w:rsidRDefault="00B45972" w:rsidP="00AC3FE8">
            <w:pPr>
              <w:pStyle w:val="TAC"/>
            </w:pPr>
            <w:r>
              <w:t>DC_3C_n7A</w:t>
            </w:r>
          </w:p>
        </w:tc>
      </w:tr>
      <w:tr w:rsidR="00B45972" w14:paraId="057B4CD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FAAC0C0" w14:textId="77777777" w:rsidR="00B45972" w:rsidRDefault="00B45972" w:rsidP="00AC3FE8">
            <w:pPr>
              <w:pStyle w:val="TAC"/>
              <w:rPr>
                <w:rFonts w:cs="Arial"/>
                <w:szCs w:val="18"/>
                <w:lang w:eastAsia="ja-JP"/>
              </w:rPr>
            </w:pPr>
            <w:r>
              <w:rPr>
                <w:rFonts w:cs="Arial"/>
                <w:szCs w:val="18"/>
                <w:lang w:eastAsia="ja-JP"/>
              </w:rPr>
              <w:t>DC_1A-1A-3A_n7A</w:t>
            </w:r>
          </w:p>
          <w:p w14:paraId="54B1929D" w14:textId="77777777" w:rsidR="00B45972" w:rsidRDefault="00B45972" w:rsidP="00AC3FE8">
            <w:pPr>
              <w:pStyle w:val="TAC"/>
              <w:rPr>
                <w:rFonts w:cs="Arial"/>
                <w:szCs w:val="18"/>
                <w:lang w:eastAsia="ja-JP"/>
              </w:rPr>
            </w:pPr>
            <w:r>
              <w:rPr>
                <w:rFonts w:cs="Arial"/>
                <w:szCs w:val="18"/>
                <w:lang w:eastAsia="ja-JP"/>
              </w:rPr>
              <w:t>DC_1A-1A-3A_n7B</w:t>
            </w:r>
          </w:p>
          <w:p w14:paraId="3B527D75" w14:textId="77777777" w:rsidR="00B45972" w:rsidRDefault="00B45972" w:rsidP="00AC3FE8">
            <w:pPr>
              <w:pStyle w:val="TAC"/>
              <w:rPr>
                <w:rFonts w:cs="Arial"/>
                <w:szCs w:val="18"/>
                <w:lang w:eastAsia="ja-JP"/>
              </w:rPr>
            </w:pPr>
            <w:r>
              <w:rPr>
                <w:rFonts w:cs="Arial"/>
                <w:szCs w:val="18"/>
                <w:lang w:eastAsia="ja-JP"/>
              </w:rPr>
              <w:t>DC_1A-1A-3C_n7A</w:t>
            </w:r>
          </w:p>
          <w:p w14:paraId="66A3C4F9" w14:textId="77777777" w:rsidR="00B45972" w:rsidRDefault="00B45972" w:rsidP="00AC3FE8">
            <w:pPr>
              <w:pStyle w:val="TAC"/>
              <w:rPr>
                <w:rFonts w:cs="Arial"/>
                <w:szCs w:val="18"/>
                <w:lang w:eastAsia="ja-JP"/>
              </w:rPr>
            </w:pPr>
            <w:r>
              <w:rPr>
                <w:rFonts w:cs="Arial"/>
                <w:szCs w:val="18"/>
                <w:lang w:eastAsia="ja-JP"/>
              </w:rPr>
              <w:t>DC_1A-1A-3C_n7B</w:t>
            </w:r>
          </w:p>
          <w:p w14:paraId="33C86BA2" w14:textId="77777777" w:rsidR="00B45972" w:rsidRDefault="00B45972" w:rsidP="00AC3FE8">
            <w:pPr>
              <w:pStyle w:val="TAC"/>
              <w:rPr>
                <w:rFonts w:cs="Arial"/>
                <w:szCs w:val="18"/>
                <w:lang w:eastAsia="ja-JP"/>
              </w:rPr>
            </w:pPr>
            <w:r>
              <w:rPr>
                <w:rFonts w:cs="Arial"/>
                <w:szCs w:val="18"/>
                <w:lang w:eastAsia="ja-JP"/>
              </w:rPr>
              <w:t>DC_1A-3A-3A_n7A</w:t>
            </w:r>
          </w:p>
          <w:p w14:paraId="2AD60443" w14:textId="77777777" w:rsidR="00B45972" w:rsidRDefault="00B45972" w:rsidP="00AC3FE8">
            <w:pPr>
              <w:pStyle w:val="TAC"/>
              <w:rPr>
                <w:rFonts w:cs="Arial"/>
                <w:szCs w:val="18"/>
                <w:lang w:eastAsia="ja-JP"/>
              </w:rPr>
            </w:pPr>
            <w:r>
              <w:rPr>
                <w:rFonts w:cs="Arial"/>
                <w:szCs w:val="18"/>
                <w:lang w:eastAsia="ja-JP"/>
              </w:rPr>
              <w:t>DC_1A-3A-3A_n7B</w:t>
            </w:r>
          </w:p>
          <w:p w14:paraId="6F6E5315" w14:textId="77777777" w:rsidR="00B45972" w:rsidRDefault="00B45972" w:rsidP="00AC3FE8">
            <w:pPr>
              <w:pStyle w:val="TAC"/>
            </w:pPr>
            <w:r>
              <w:rPr>
                <w:rFonts w:cs="Arial"/>
                <w:szCs w:val="18"/>
                <w:lang w:eastAsia="ja-JP"/>
              </w:rPr>
              <w:t>DC_1A-1A-3A-3A_n7A</w:t>
            </w:r>
          </w:p>
        </w:tc>
        <w:tc>
          <w:tcPr>
            <w:tcW w:w="5862" w:type="dxa"/>
            <w:tcBorders>
              <w:top w:val="single" w:sz="4" w:space="0" w:color="auto"/>
              <w:left w:val="single" w:sz="4" w:space="0" w:color="auto"/>
              <w:bottom w:val="single" w:sz="4" w:space="0" w:color="auto"/>
              <w:right w:val="single" w:sz="4" w:space="0" w:color="auto"/>
            </w:tcBorders>
            <w:hideMark/>
          </w:tcPr>
          <w:p w14:paraId="7676372D" w14:textId="77777777" w:rsidR="00B45972" w:rsidRDefault="00B45972" w:rsidP="00AC3FE8">
            <w:pPr>
              <w:pStyle w:val="TAC"/>
              <w:rPr>
                <w:lang w:eastAsia="fr-FR"/>
              </w:rPr>
            </w:pPr>
            <w:r>
              <w:t>DC_1A_n7A</w:t>
            </w:r>
          </w:p>
          <w:p w14:paraId="302F9E94" w14:textId="77777777" w:rsidR="00B45972" w:rsidRDefault="00B45972" w:rsidP="00AC3FE8">
            <w:pPr>
              <w:pStyle w:val="TAC"/>
            </w:pPr>
            <w:r>
              <w:t>DC_3A_n7A</w:t>
            </w:r>
          </w:p>
          <w:p w14:paraId="2DE35687" w14:textId="77777777" w:rsidR="00B45972" w:rsidRDefault="00B45972" w:rsidP="00AC3FE8">
            <w:pPr>
              <w:pStyle w:val="TAC"/>
            </w:pPr>
            <w:r>
              <w:t>DC_3C_n7A</w:t>
            </w:r>
          </w:p>
        </w:tc>
      </w:tr>
      <w:tr w:rsidR="00B45972" w14:paraId="1CB7C25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63EA43F" w14:textId="77777777" w:rsidR="00B45972" w:rsidRDefault="00B45972" w:rsidP="00AC3FE8">
            <w:pPr>
              <w:pStyle w:val="TAC"/>
              <w:rPr>
                <w:rFonts w:cs="Arial"/>
                <w:szCs w:val="18"/>
                <w:lang w:eastAsia="ja-JP"/>
              </w:rPr>
            </w:pPr>
            <w:r>
              <w:rPr>
                <w:rFonts w:cs="Arial"/>
                <w:lang w:eastAsia="ja-JP"/>
              </w:rPr>
              <w:t>DC_1A-3A_n8A</w:t>
            </w:r>
          </w:p>
        </w:tc>
        <w:tc>
          <w:tcPr>
            <w:tcW w:w="5862" w:type="dxa"/>
            <w:tcBorders>
              <w:top w:val="single" w:sz="4" w:space="0" w:color="auto"/>
              <w:left w:val="single" w:sz="4" w:space="0" w:color="auto"/>
              <w:bottom w:val="single" w:sz="4" w:space="0" w:color="auto"/>
              <w:right w:val="single" w:sz="4" w:space="0" w:color="auto"/>
            </w:tcBorders>
            <w:hideMark/>
          </w:tcPr>
          <w:p w14:paraId="0C2FF92E" w14:textId="77777777" w:rsidR="00B45972" w:rsidRDefault="00B45972" w:rsidP="00AC3FE8">
            <w:pPr>
              <w:pStyle w:val="TAC"/>
              <w:rPr>
                <w:lang w:eastAsia="ja-JP"/>
              </w:rPr>
            </w:pPr>
            <w:r>
              <w:rPr>
                <w:lang w:eastAsia="fi-FI"/>
              </w:rPr>
              <w:t>DC_1A_</w:t>
            </w:r>
            <w:r>
              <w:rPr>
                <w:lang w:eastAsia="ja-JP"/>
              </w:rPr>
              <w:t>n8A</w:t>
            </w:r>
          </w:p>
          <w:p w14:paraId="27770998" w14:textId="77777777" w:rsidR="00B45972" w:rsidRDefault="00B45972" w:rsidP="00AC3FE8">
            <w:pPr>
              <w:pStyle w:val="TAC"/>
            </w:pPr>
            <w:r>
              <w:rPr>
                <w:lang w:eastAsia="fi-FI"/>
              </w:rPr>
              <w:t>DC_</w:t>
            </w:r>
            <w:r>
              <w:rPr>
                <w:lang w:eastAsia="ja-JP"/>
              </w:rPr>
              <w:t>3</w:t>
            </w:r>
            <w:r>
              <w:rPr>
                <w:lang w:eastAsia="fi-FI"/>
              </w:rPr>
              <w:t>A_</w:t>
            </w:r>
            <w:r>
              <w:rPr>
                <w:lang w:eastAsia="ja-JP"/>
              </w:rPr>
              <w:t>n8</w:t>
            </w:r>
            <w:r>
              <w:rPr>
                <w:lang w:eastAsia="fi-FI"/>
              </w:rPr>
              <w:t>A</w:t>
            </w:r>
          </w:p>
        </w:tc>
      </w:tr>
      <w:tr w:rsidR="00B45972" w14:paraId="08D5A60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0A67CCF" w14:textId="77777777" w:rsidR="00B45972" w:rsidRDefault="00B45972" w:rsidP="00AC3FE8">
            <w:pPr>
              <w:pStyle w:val="TAC"/>
              <w:rPr>
                <w:noProof/>
                <w:lang w:eastAsia="fr-FR"/>
              </w:rPr>
            </w:pPr>
            <w:r>
              <w:t>DC_1A-</w:t>
            </w:r>
            <w:r>
              <w:rPr>
                <w:rFonts w:eastAsia="Malgun Gothic"/>
              </w:rPr>
              <w:t>3A_</w:t>
            </w:r>
            <w:r>
              <w:t>n</w:t>
            </w:r>
            <w:r>
              <w:rPr>
                <w:rFonts w:eastAsia="Malgun Gothic"/>
              </w:rPr>
              <w:t>28</w:t>
            </w:r>
            <w:r>
              <w:t>A</w:t>
            </w:r>
          </w:p>
          <w:p w14:paraId="1E0EF3CF" w14:textId="77777777" w:rsidR="00B45972" w:rsidRDefault="00B45972" w:rsidP="00AC3FE8">
            <w:pPr>
              <w:pStyle w:val="TAC"/>
            </w:pPr>
            <w:r>
              <w:rPr>
                <w:noProof/>
              </w:rPr>
              <w:t>DC_1A-3C_n28A</w:t>
            </w:r>
          </w:p>
        </w:tc>
        <w:tc>
          <w:tcPr>
            <w:tcW w:w="5862" w:type="dxa"/>
            <w:tcBorders>
              <w:top w:val="single" w:sz="4" w:space="0" w:color="auto"/>
              <w:left w:val="single" w:sz="4" w:space="0" w:color="auto"/>
              <w:bottom w:val="single" w:sz="4" w:space="0" w:color="auto"/>
              <w:right w:val="single" w:sz="4" w:space="0" w:color="auto"/>
            </w:tcBorders>
            <w:hideMark/>
          </w:tcPr>
          <w:p w14:paraId="3EAC012D" w14:textId="77777777" w:rsidR="00B45972" w:rsidRDefault="00B45972" w:rsidP="00AC3FE8">
            <w:pPr>
              <w:pStyle w:val="TAC"/>
            </w:pPr>
            <w:r>
              <w:t>DC_1A_n28A</w:t>
            </w:r>
          </w:p>
          <w:p w14:paraId="67B5DEEE" w14:textId="77777777" w:rsidR="00B45972" w:rsidRDefault="00B45972" w:rsidP="00AC3FE8">
            <w:pPr>
              <w:pStyle w:val="TAC"/>
            </w:pPr>
            <w:r>
              <w:t>DC_3A_n28A</w:t>
            </w:r>
          </w:p>
          <w:p w14:paraId="47364A85" w14:textId="77777777" w:rsidR="00B45972" w:rsidRDefault="00B45972" w:rsidP="00AC3FE8">
            <w:pPr>
              <w:pStyle w:val="TAC"/>
            </w:pPr>
            <w:r>
              <w:t>DC_3C_n28A</w:t>
            </w:r>
          </w:p>
        </w:tc>
      </w:tr>
      <w:tr w:rsidR="00B45972" w14:paraId="7AAC0C0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74F7952" w14:textId="77777777" w:rsidR="00B45972" w:rsidRDefault="00B45972" w:rsidP="00AC3FE8">
            <w:pPr>
              <w:pStyle w:val="TAC"/>
            </w:pPr>
            <w:r>
              <w:rPr>
                <w:rFonts w:eastAsia="Malgun Gothic"/>
                <w:lang w:eastAsia="ko-KR"/>
              </w:rPr>
              <w:t>DC_1A_n3A-n28A</w:t>
            </w:r>
          </w:p>
        </w:tc>
        <w:tc>
          <w:tcPr>
            <w:tcW w:w="5862" w:type="dxa"/>
            <w:tcBorders>
              <w:top w:val="single" w:sz="4" w:space="0" w:color="auto"/>
              <w:left w:val="single" w:sz="4" w:space="0" w:color="auto"/>
              <w:bottom w:val="single" w:sz="4" w:space="0" w:color="auto"/>
              <w:right w:val="single" w:sz="4" w:space="0" w:color="auto"/>
            </w:tcBorders>
            <w:hideMark/>
          </w:tcPr>
          <w:p w14:paraId="0EEDEE4C" w14:textId="77777777" w:rsidR="00B45972" w:rsidRDefault="00B45972" w:rsidP="00AC3FE8">
            <w:pPr>
              <w:pStyle w:val="TAC"/>
              <w:rPr>
                <w:rFonts w:eastAsia="Malgun Gothic"/>
                <w:lang w:eastAsia="ko-KR"/>
              </w:rPr>
            </w:pPr>
            <w:r>
              <w:rPr>
                <w:rFonts w:eastAsia="Malgun Gothic"/>
                <w:lang w:eastAsia="ko-KR"/>
              </w:rPr>
              <w:t>DC_1A_n3A</w:t>
            </w:r>
          </w:p>
          <w:p w14:paraId="58DB933A" w14:textId="77777777" w:rsidR="00B45972" w:rsidRDefault="00B45972" w:rsidP="00AC3FE8">
            <w:pPr>
              <w:pStyle w:val="TAC"/>
            </w:pPr>
            <w:r>
              <w:rPr>
                <w:rFonts w:eastAsia="Malgun Gothic"/>
                <w:lang w:eastAsia="ko-KR"/>
              </w:rPr>
              <w:t>DC_1A_n28A</w:t>
            </w:r>
          </w:p>
        </w:tc>
      </w:tr>
      <w:tr w:rsidR="00B45972" w14:paraId="763592B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5577C2F" w14:textId="77777777" w:rsidR="00B45972" w:rsidRDefault="00B45972" w:rsidP="00AC3FE8">
            <w:pPr>
              <w:pStyle w:val="TAC"/>
              <w:rPr>
                <w:rFonts w:eastAsia="Malgun Gothic"/>
                <w:lang w:eastAsia="ko-KR"/>
              </w:rPr>
            </w:pPr>
            <w:r>
              <w:t>DC_1A-3A_n38A</w:t>
            </w:r>
          </w:p>
        </w:tc>
        <w:tc>
          <w:tcPr>
            <w:tcW w:w="5862" w:type="dxa"/>
            <w:tcBorders>
              <w:top w:val="single" w:sz="4" w:space="0" w:color="auto"/>
              <w:left w:val="single" w:sz="4" w:space="0" w:color="auto"/>
              <w:bottom w:val="single" w:sz="4" w:space="0" w:color="auto"/>
              <w:right w:val="single" w:sz="4" w:space="0" w:color="auto"/>
            </w:tcBorders>
            <w:hideMark/>
          </w:tcPr>
          <w:p w14:paraId="7843DDBA" w14:textId="77777777" w:rsidR="00B45972" w:rsidRDefault="00B45972" w:rsidP="00AC3FE8">
            <w:pPr>
              <w:pStyle w:val="TAC"/>
            </w:pPr>
            <w:r>
              <w:t>DC_1A_n38A</w:t>
            </w:r>
          </w:p>
          <w:p w14:paraId="5E9E33C9" w14:textId="77777777" w:rsidR="00B45972" w:rsidRDefault="00B45972" w:rsidP="00AC3FE8">
            <w:pPr>
              <w:pStyle w:val="TAC"/>
              <w:rPr>
                <w:rFonts w:eastAsia="Malgun Gothic"/>
                <w:lang w:eastAsia="ko-KR"/>
              </w:rPr>
            </w:pPr>
            <w:r>
              <w:t>DC_3A_n38A</w:t>
            </w:r>
          </w:p>
        </w:tc>
      </w:tr>
      <w:tr w:rsidR="00B45972" w14:paraId="14D4187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04B4C02" w14:textId="77777777" w:rsidR="00B45972" w:rsidRDefault="00B45972" w:rsidP="00AC3FE8">
            <w:pPr>
              <w:pStyle w:val="TAC"/>
              <w:rPr>
                <w:lang w:eastAsia="fr-FR"/>
              </w:rPr>
            </w:pPr>
            <w:r>
              <w:rPr>
                <w:rFonts w:cs="Arial"/>
                <w:lang w:eastAsia="ja-JP"/>
              </w:rPr>
              <w:t>DC_1A-3A_n40A</w:t>
            </w:r>
          </w:p>
        </w:tc>
        <w:tc>
          <w:tcPr>
            <w:tcW w:w="5862" w:type="dxa"/>
            <w:tcBorders>
              <w:top w:val="single" w:sz="4" w:space="0" w:color="auto"/>
              <w:left w:val="single" w:sz="4" w:space="0" w:color="auto"/>
              <w:bottom w:val="single" w:sz="4" w:space="0" w:color="auto"/>
              <w:right w:val="single" w:sz="4" w:space="0" w:color="auto"/>
            </w:tcBorders>
            <w:hideMark/>
          </w:tcPr>
          <w:p w14:paraId="63AF9934" w14:textId="77777777" w:rsidR="00B45972" w:rsidRDefault="00B45972" w:rsidP="00AC3FE8">
            <w:pPr>
              <w:pStyle w:val="TAC"/>
              <w:rPr>
                <w:rFonts w:cs="Arial"/>
                <w:lang w:eastAsia="ja-JP"/>
              </w:rPr>
            </w:pPr>
            <w:r>
              <w:rPr>
                <w:rFonts w:cs="Arial"/>
                <w:lang w:eastAsia="ja-JP"/>
              </w:rPr>
              <w:t>DC_1A_n40A</w:t>
            </w:r>
          </w:p>
          <w:p w14:paraId="62954DBC" w14:textId="77777777" w:rsidR="00B45972" w:rsidRDefault="00B45972" w:rsidP="00AC3FE8">
            <w:pPr>
              <w:pStyle w:val="TAC"/>
            </w:pPr>
            <w:r>
              <w:rPr>
                <w:rFonts w:cs="Arial"/>
                <w:lang w:eastAsia="ja-JP"/>
              </w:rPr>
              <w:t>DC_3A_n40A</w:t>
            </w:r>
          </w:p>
        </w:tc>
      </w:tr>
      <w:tr w:rsidR="00B45972" w14:paraId="666816D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7BB47AD" w14:textId="77777777" w:rsidR="00B45972" w:rsidRDefault="00B45972" w:rsidP="00AC3FE8">
            <w:pPr>
              <w:pStyle w:val="TAC"/>
              <w:rPr>
                <w:lang w:eastAsia="ja-JP"/>
              </w:rPr>
            </w:pPr>
            <w:r>
              <w:rPr>
                <w:lang w:eastAsia="ja-JP"/>
              </w:rPr>
              <w:t>DC_1A-3A_n41A</w:t>
            </w:r>
            <w:r>
              <w:rPr>
                <w:noProof/>
                <w:vertAlign w:val="superscript"/>
                <w:lang w:eastAsia="zh-CN"/>
              </w:rPr>
              <w:t>5</w:t>
            </w:r>
          </w:p>
          <w:p w14:paraId="56B98566" w14:textId="77777777" w:rsidR="00B45972" w:rsidRDefault="00B45972" w:rsidP="00AC3FE8">
            <w:pPr>
              <w:pStyle w:val="TAC"/>
              <w:rPr>
                <w:rFonts w:eastAsia="Malgun Gothic"/>
                <w:lang w:eastAsia="ko-KR"/>
              </w:rPr>
            </w:pPr>
            <w:r>
              <w:rPr>
                <w:lang w:eastAsia="ja-JP"/>
              </w:rPr>
              <w:t>DC_1A-3C_n41A</w:t>
            </w:r>
          </w:p>
        </w:tc>
        <w:tc>
          <w:tcPr>
            <w:tcW w:w="5862" w:type="dxa"/>
            <w:tcBorders>
              <w:top w:val="single" w:sz="4" w:space="0" w:color="auto"/>
              <w:left w:val="single" w:sz="4" w:space="0" w:color="auto"/>
              <w:bottom w:val="single" w:sz="4" w:space="0" w:color="auto"/>
              <w:right w:val="single" w:sz="4" w:space="0" w:color="auto"/>
            </w:tcBorders>
            <w:hideMark/>
          </w:tcPr>
          <w:p w14:paraId="263F73D2" w14:textId="77777777" w:rsidR="00B45972" w:rsidRDefault="00B45972" w:rsidP="00AC3FE8">
            <w:pPr>
              <w:pStyle w:val="TAC"/>
              <w:rPr>
                <w:lang w:eastAsia="ja-JP"/>
              </w:rPr>
            </w:pPr>
            <w:r>
              <w:rPr>
                <w:lang w:eastAsia="fi-FI"/>
              </w:rPr>
              <w:t>DC_1A_</w:t>
            </w:r>
            <w:r>
              <w:rPr>
                <w:lang w:eastAsia="ja-JP"/>
              </w:rPr>
              <w:t>n41A</w:t>
            </w:r>
          </w:p>
          <w:p w14:paraId="6B4B09FE" w14:textId="77777777" w:rsidR="00B45972" w:rsidRDefault="00B45972" w:rsidP="00AC3FE8">
            <w:pPr>
              <w:pStyle w:val="TAC"/>
              <w:rPr>
                <w:lang w:eastAsia="fi-FI"/>
              </w:rPr>
            </w:pPr>
            <w:r>
              <w:rPr>
                <w:lang w:eastAsia="fi-FI"/>
              </w:rPr>
              <w:t>DC_</w:t>
            </w:r>
            <w:r>
              <w:rPr>
                <w:lang w:eastAsia="ja-JP"/>
              </w:rPr>
              <w:t>3</w:t>
            </w:r>
            <w:r>
              <w:rPr>
                <w:lang w:eastAsia="fi-FI"/>
              </w:rPr>
              <w:t>A_</w:t>
            </w:r>
            <w:r>
              <w:rPr>
                <w:lang w:eastAsia="ja-JP"/>
              </w:rPr>
              <w:t>n41</w:t>
            </w:r>
            <w:r>
              <w:rPr>
                <w:lang w:eastAsia="fi-FI"/>
              </w:rPr>
              <w:t>A</w:t>
            </w:r>
          </w:p>
          <w:p w14:paraId="38CB32C9" w14:textId="77777777" w:rsidR="00B45972" w:rsidRDefault="00B45972" w:rsidP="00AC3FE8">
            <w:pPr>
              <w:pStyle w:val="TAC"/>
              <w:rPr>
                <w:rFonts w:eastAsia="Malgun Gothic"/>
                <w:lang w:eastAsia="ko-KR"/>
              </w:rPr>
            </w:pPr>
            <w:r>
              <w:rPr>
                <w:rFonts w:eastAsia="Malgun Gothic"/>
                <w:lang w:eastAsia="ko-KR"/>
              </w:rPr>
              <w:t>DC_3C_n41A</w:t>
            </w:r>
          </w:p>
        </w:tc>
      </w:tr>
      <w:tr w:rsidR="00B45972" w14:paraId="72FC052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2423849" w14:textId="77777777" w:rsidR="00B45972" w:rsidRDefault="00B45972" w:rsidP="00AC3FE8">
            <w:pPr>
              <w:pStyle w:val="TAC"/>
              <w:rPr>
                <w:lang w:eastAsia="ja-JP"/>
              </w:rPr>
            </w:pPr>
            <w:r>
              <w:rPr>
                <w:lang w:eastAsia="ja-JP"/>
              </w:rPr>
              <w:t>DC_1A-3A_n71A</w:t>
            </w:r>
          </w:p>
          <w:p w14:paraId="0176291B" w14:textId="77777777" w:rsidR="00B45972" w:rsidRDefault="00B45972" w:rsidP="00AC3FE8">
            <w:pPr>
              <w:pStyle w:val="TAC"/>
              <w:rPr>
                <w:lang w:eastAsia="ja-JP"/>
              </w:rPr>
            </w:pPr>
            <w:r>
              <w:rPr>
                <w:lang w:eastAsia="ja-JP"/>
              </w:rPr>
              <w:t>DC_1A-3A_n71B</w:t>
            </w:r>
          </w:p>
        </w:tc>
        <w:tc>
          <w:tcPr>
            <w:tcW w:w="5862" w:type="dxa"/>
            <w:tcBorders>
              <w:top w:val="single" w:sz="4" w:space="0" w:color="auto"/>
              <w:left w:val="single" w:sz="4" w:space="0" w:color="auto"/>
              <w:bottom w:val="single" w:sz="4" w:space="0" w:color="auto"/>
              <w:right w:val="single" w:sz="4" w:space="0" w:color="auto"/>
            </w:tcBorders>
            <w:hideMark/>
          </w:tcPr>
          <w:p w14:paraId="2D13A975" w14:textId="77777777" w:rsidR="00B45972" w:rsidRDefault="00B45972" w:rsidP="00AC3FE8">
            <w:pPr>
              <w:pStyle w:val="TAC"/>
              <w:rPr>
                <w:lang w:eastAsia="ja-JP"/>
              </w:rPr>
            </w:pPr>
            <w:r>
              <w:rPr>
                <w:lang w:eastAsia="fi-FI"/>
              </w:rPr>
              <w:t>DC_1A_</w:t>
            </w:r>
            <w:r>
              <w:rPr>
                <w:lang w:eastAsia="ja-JP"/>
              </w:rPr>
              <w:t>n71A</w:t>
            </w:r>
          </w:p>
          <w:p w14:paraId="6658AD44" w14:textId="77777777" w:rsidR="00B45972" w:rsidRDefault="00B45972" w:rsidP="00AC3FE8">
            <w:pPr>
              <w:pStyle w:val="TAC"/>
              <w:rPr>
                <w:lang w:eastAsia="fi-FI"/>
              </w:rPr>
            </w:pPr>
            <w:r>
              <w:rPr>
                <w:lang w:eastAsia="fi-FI"/>
              </w:rPr>
              <w:t>DC_3A_</w:t>
            </w:r>
            <w:r>
              <w:rPr>
                <w:lang w:eastAsia="ja-JP"/>
              </w:rPr>
              <w:t>n71A</w:t>
            </w:r>
          </w:p>
        </w:tc>
      </w:tr>
      <w:tr w:rsidR="00B45972" w14:paraId="12F97C8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95E5321" w14:textId="77777777" w:rsidR="00B45972" w:rsidRDefault="00B45972" w:rsidP="00AC3FE8">
            <w:pPr>
              <w:pStyle w:val="TAC"/>
              <w:rPr>
                <w:noProof/>
                <w:lang w:eastAsia="zh-CN"/>
              </w:rPr>
            </w:pPr>
            <w:r>
              <w:rPr>
                <w:noProof/>
                <w:lang w:eastAsia="zh-CN"/>
              </w:rPr>
              <w:t>DC_1A-3A_n77A</w:t>
            </w:r>
            <w:r>
              <w:rPr>
                <w:noProof/>
                <w:vertAlign w:val="superscript"/>
                <w:lang w:eastAsia="zh-CN"/>
              </w:rPr>
              <w:t>5</w:t>
            </w:r>
          </w:p>
          <w:p w14:paraId="42A7E80A" w14:textId="77777777" w:rsidR="00B45972" w:rsidRDefault="00B45972" w:rsidP="00AC3FE8">
            <w:pPr>
              <w:pStyle w:val="TAC"/>
            </w:pPr>
            <w:r>
              <w:rPr>
                <w:noProof/>
                <w:lang w:eastAsia="zh-CN"/>
              </w:rPr>
              <w:t>DC_1A-3A_n77C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3E7D9350" w14:textId="77777777" w:rsidR="00B45972" w:rsidRDefault="00B45972" w:rsidP="00AC3FE8">
            <w:pPr>
              <w:pStyle w:val="TAC"/>
              <w:rPr>
                <w:noProof/>
                <w:lang w:eastAsia="zh-CN"/>
              </w:rPr>
            </w:pPr>
            <w:r>
              <w:rPr>
                <w:noProof/>
                <w:lang w:eastAsia="zh-CN"/>
              </w:rPr>
              <w:t>DC_1A_n77A</w:t>
            </w:r>
          </w:p>
          <w:p w14:paraId="72892912" w14:textId="77777777" w:rsidR="00B45972" w:rsidRDefault="00B45972" w:rsidP="00AC3FE8">
            <w:pPr>
              <w:pStyle w:val="TAC"/>
              <w:rPr>
                <w:lang w:eastAsia="fi-FI"/>
              </w:rPr>
            </w:pPr>
            <w:r>
              <w:rPr>
                <w:noProof/>
                <w:lang w:eastAsia="zh-CN"/>
              </w:rPr>
              <w:t>DC_3A_n77A</w:t>
            </w:r>
          </w:p>
        </w:tc>
      </w:tr>
      <w:tr w:rsidR="00B45972" w14:paraId="4AD53FD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82BB4A5" w14:textId="77777777" w:rsidR="00B45972" w:rsidRDefault="00B45972" w:rsidP="00AC3FE8">
            <w:pPr>
              <w:pStyle w:val="TAC"/>
              <w:rPr>
                <w:noProof/>
                <w:lang w:eastAsia="zh-CN"/>
              </w:rPr>
            </w:pPr>
            <w:r>
              <w:rPr>
                <w:lang w:eastAsia="ja-JP"/>
              </w:rPr>
              <w:t>DC_1A-3A_n77(2A)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0FBDD0BF" w14:textId="77777777" w:rsidR="00B45972" w:rsidRDefault="00B45972" w:rsidP="00AC3FE8">
            <w:pPr>
              <w:pStyle w:val="TAC"/>
              <w:rPr>
                <w:lang w:eastAsia="fi-FI"/>
              </w:rPr>
            </w:pPr>
            <w:r>
              <w:rPr>
                <w:lang w:eastAsia="fi-FI"/>
              </w:rPr>
              <w:t>DC_1A_n77A</w:t>
            </w:r>
          </w:p>
          <w:p w14:paraId="7FFDE8B4" w14:textId="77777777" w:rsidR="00B45972" w:rsidRDefault="00B45972" w:rsidP="00AC3FE8">
            <w:pPr>
              <w:pStyle w:val="TAC"/>
              <w:rPr>
                <w:noProof/>
                <w:lang w:eastAsia="zh-CN"/>
              </w:rPr>
            </w:pPr>
            <w:r>
              <w:rPr>
                <w:lang w:eastAsia="fi-FI"/>
              </w:rPr>
              <w:t>DC_3A_n77A</w:t>
            </w:r>
          </w:p>
        </w:tc>
      </w:tr>
      <w:tr w:rsidR="00B45972" w14:paraId="6BA54CF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20018DD" w14:textId="77777777" w:rsidR="00B45972" w:rsidRDefault="00B45972" w:rsidP="00AC3FE8">
            <w:pPr>
              <w:pStyle w:val="TAC"/>
              <w:rPr>
                <w:noProof/>
                <w:lang w:eastAsia="zh-CN"/>
              </w:rPr>
            </w:pPr>
            <w:r>
              <w:rPr>
                <w:noProof/>
                <w:lang w:eastAsia="zh-CN"/>
              </w:rPr>
              <w:t>DC_1A-3A_n78A</w:t>
            </w:r>
            <w:r>
              <w:rPr>
                <w:noProof/>
                <w:vertAlign w:val="superscript"/>
                <w:lang w:eastAsia="zh-CN"/>
              </w:rPr>
              <w:t>5</w:t>
            </w:r>
          </w:p>
          <w:p w14:paraId="08C6C1BC" w14:textId="77777777" w:rsidR="00B45972" w:rsidRDefault="00B45972" w:rsidP="00AC3FE8">
            <w:pPr>
              <w:pStyle w:val="TAC"/>
              <w:rPr>
                <w:noProof/>
                <w:lang w:eastAsia="zh-CN"/>
              </w:rPr>
            </w:pPr>
            <w:r>
              <w:rPr>
                <w:noProof/>
                <w:lang w:eastAsia="zh-CN"/>
              </w:rPr>
              <w:t>DC_1A-3A_n78C</w:t>
            </w:r>
            <w:r>
              <w:rPr>
                <w:noProof/>
                <w:vertAlign w:val="superscript"/>
                <w:lang w:eastAsia="zh-CN"/>
              </w:rPr>
              <w:t>5</w:t>
            </w:r>
          </w:p>
          <w:p w14:paraId="4C030F0E" w14:textId="77777777" w:rsidR="00B45972" w:rsidRDefault="00B45972" w:rsidP="00AC3FE8">
            <w:pPr>
              <w:pStyle w:val="TAC"/>
              <w:rPr>
                <w:noProof/>
                <w:lang w:eastAsia="zh-CN"/>
              </w:rPr>
            </w:pPr>
            <w:r>
              <w:rPr>
                <w:lang w:eastAsia="zh-CN"/>
              </w:rPr>
              <w:t>DC_1A-3C_n78A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2C656A0C" w14:textId="77777777" w:rsidR="00B45972" w:rsidRDefault="00B45972" w:rsidP="00AC3FE8">
            <w:pPr>
              <w:pStyle w:val="TAC"/>
              <w:rPr>
                <w:noProof/>
                <w:lang w:eastAsia="zh-CN"/>
              </w:rPr>
            </w:pPr>
            <w:r>
              <w:rPr>
                <w:noProof/>
                <w:lang w:eastAsia="zh-CN"/>
              </w:rPr>
              <w:t>DC_1A_n78A</w:t>
            </w:r>
          </w:p>
          <w:p w14:paraId="49A21FA8" w14:textId="77777777" w:rsidR="00B45972" w:rsidRDefault="00B45972" w:rsidP="00AC3FE8">
            <w:pPr>
              <w:pStyle w:val="TAC"/>
              <w:rPr>
                <w:noProof/>
                <w:lang w:eastAsia="zh-CN"/>
              </w:rPr>
            </w:pPr>
            <w:r>
              <w:rPr>
                <w:noProof/>
                <w:lang w:eastAsia="zh-CN"/>
              </w:rPr>
              <w:t>DC_3A_n78A</w:t>
            </w:r>
          </w:p>
        </w:tc>
      </w:tr>
      <w:tr w:rsidR="00B45972" w14:paraId="4CCDEC9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F859C62" w14:textId="77777777" w:rsidR="00B45972" w:rsidRDefault="00B45972" w:rsidP="00AC3FE8">
            <w:pPr>
              <w:pStyle w:val="TAC"/>
              <w:rPr>
                <w:noProof/>
                <w:vertAlign w:val="superscript"/>
                <w:lang w:eastAsia="zh-CN"/>
              </w:rPr>
            </w:pPr>
            <w:r>
              <w:rPr>
                <w:lang w:eastAsia="zh-CN"/>
              </w:rPr>
              <w:t>DC_1A-3A_n78(2A)</w:t>
            </w:r>
            <w:r>
              <w:rPr>
                <w:noProof/>
                <w:vertAlign w:val="superscript"/>
                <w:lang w:eastAsia="zh-CN"/>
              </w:rPr>
              <w:t>5</w:t>
            </w:r>
          </w:p>
          <w:p w14:paraId="03CD258F" w14:textId="77777777" w:rsidR="00B45972" w:rsidRDefault="00B45972" w:rsidP="00AC3FE8">
            <w:pPr>
              <w:pStyle w:val="TAC"/>
              <w:rPr>
                <w:noProof/>
                <w:lang w:eastAsia="zh-CN"/>
              </w:rPr>
            </w:pPr>
            <w:r>
              <w:rPr>
                <w:lang w:eastAsia="zh-CN"/>
              </w:rPr>
              <w:t>DC_1A-3C_n78(2A)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70269D23" w14:textId="77777777" w:rsidR="00B45972" w:rsidRDefault="00B45972" w:rsidP="00AC3FE8">
            <w:pPr>
              <w:pStyle w:val="TAC"/>
              <w:rPr>
                <w:noProof/>
                <w:lang w:eastAsia="zh-CN"/>
              </w:rPr>
            </w:pPr>
            <w:r>
              <w:rPr>
                <w:noProof/>
                <w:lang w:eastAsia="zh-CN"/>
              </w:rPr>
              <w:t>DC_1A_n78A</w:t>
            </w:r>
          </w:p>
          <w:p w14:paraId="14673EC7" w14:textId="77777777" w:rsidR="00B45972" w:rsidRDefault="00B45972" w:rsidP="00AC3FE8">
            <w:pPr>
              <w:pStyle w:val="TAC"/>
              <w:rPr>
                <w:noProof/>
                <w:lang w:eastAsia="zh-CN"/>
              </w:rPr>
            </w:pPr>
            <w:r>
              <w:rPr>
                <w:noProof/>
                <w:lang w:eastAsia="zh-CN"/>
              </w:rPr>
              <w:t>DC_3A_n78A</w:t>
            </w:r>
          </w:p>
          <w:p w14:paraId="57E023E5" w14:textId="77777777" w:rsidR="00B45972" w:rsidRDefault="00B45972" w:rsidP="00AC3FE8">
            <w:pPr>
              <w:pStyle w:val="TAC"/>
              <w:rPr>
                <w:noProof/>
                <w:lang w:eastAsia="zh-CN"/>
              </w:rPr>
            </w:pPr>
            <w:r>
              <w:rPr>
                <w:noProof/>
                <w:lang w:eastAsia="zh-CN"/>
              </w:rPr>
              <w:t>DC_3C_n78A</w:t>
            </w:r>
          </w:p>
        </w:tc>
      </w:tr>
      <w:tr w:rsidR="00B45972" w14:paraId="55F1AE4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2FA6C59" w14:textId="77777777" w:rsidR="00B45972" w:rsidRDefault="00B45972" w:rsidP="00AC3FE8">
            <w:pPr>
              <w:pStyle w:val="TAC"/>
              <w:rPr>
                <w:noProof/>
                <w:lang w:eastAsia="zh-CN"/>
              </w:rPr>
            </w:pPr>
            <w:r>
              <w:rPr>
                <w:rFonts w:eastAsia="Malgun Gothic"/>
                <w:lang w:eastAsia="ko-KR"/>
              </w:rPr>
              <w:t>DC_1A_n3A-n78A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2C1B3FBD" w14:textId="77777777" w:rsidR="00B45972" w:rsidRDefault="00B45972" w:rsidP="00AC3FE8">
            <w:pPr>
              <w:pStyle w:val="TAC"/>
              <w:rPr>
                <w:rFonts w:eastAsia="Malgun Gothic"/>
                <w:lang w:eastAsia="ko-KR"/>
              </w:rPr>
            </w:pPr>
            <w:r>
              <w:rPr>
                <w:rFonts w:eastAsia="Malgun Gothic"/>
                <w:lang w:eastAsia="ko-KR"/>
              </w:rPr>
              <w:t>DC_1A_n3A</w:t>
            </w:r>
          </w:p>
          <w:p w14:paraId="2C691259" w14:textId="77777777" w:rsidR="00B45972" w:rsidRDefault="00B45972" w:rsidP="00AC3FE8">
            <w:pPr>
              <w:pStyle w:val="TAC"/>
              <w:rPr>
                <w:noProof/>
                <w:lang w:eastAsia="zh-CN"/>
              </w:rPr>
            </w:pPr>
            <w:r>
              <w:rPr>
                <w:rFonts w:eastAsia="Malgun Gothic"/>
                <w:lang w:eastAsia="ko-KR"/>
              </w:rPr>
              <w:t>DC_1A_n78A</w:t>
            </w:r>
          </w:p>
        </w:tc>
      </w:tr>
      <w:tr w:rsidR="00B45972" w14:paraId="3142119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3B6F038" w14:textId="77777777" w:rsidR="00B45972" w:rsidRDefault="00B45972" w:rsidP="00AC3FE8">
            <w:pPr>
              <w:pStyle w:val="TAC"/>
              <w:rPr>
                <w:noProof/>
                <w:lang w:eastAsia="zh-CN"/>
              </w:rPr>
            </w:pPr>
            <w:r>
              <w:rPr>
                <w:noProof/>
                <w:lang w:eastAsia="zh-CN"/>
              </w:rPr>
              <w:t>DC_1A-3A_n79A</w:t>
            </w:r>
            <w:r>
              <w:rPr>
                <w:noProof/>
                <w:vertAlign w:val="superscript"/>
                <w:lang w:eastAsia="zh-CN"/>
              </w:rPr>
              <w:t>5</w:t>
            </w:r>
          </w:p>
          <w:p w14:paraId="0C2A70CF" w14:textId="77777777" w:rsidR="00B45972" w:rsidRDefault="00B45972" w:rsidP="00AC3FE8">
            <w:pPr>
              <w:pStyle w:val="TAC"/>
              <w:rPr>
                <w:noProof/>
                <w:lang w:eastAsia="zh-CN"/>
              </w:rPr>
            </w:pPr>
            <w:r>
              <w:rPr>
                <w:noProof/>
                <w:lang w:eastAsia="zh-CN"/>
              </w:rPr>
              <w:t>DC_1A-3A_n79C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3366E38" w14:textId="77777777" w:rsidR="00B45972" w:rsidRDefault="00B45972" w:rsidP="00AC3FE8">
            <w:pPr>
              <w:pStyle w:val="TAC"/>
              <w:rPr>
                <w:noProof/>
                <w:lang w:eastAsia="zh-CN"/>
              </w:rPr>
            </w:pPr>
            <w:r>
              <w:rPr>
                <w:noProof/>
                <w:lang w:eastAsia="zh-CN"/>
              </w:rPr>
              <w:t>DC_1A_n79A</w:t>
            </w:r>
          </w:p>
          <w:p w14:paraId="6A2F3CF2" w14:textId="77777777" w:rsidR="00B45972" w:rsidRDefault="00B45972" w:rsidP="00AC3FE8">
            <w:pPr>
              <w:pStyle w:val="TAC"/>
              <w:rPr>
                <w:noProof/>
                <w:lang w:eastAsia="zh-CN"/>
              </w:rPr>
            </w:pPr>
            <w:r>
              <w:rPr>
                <w:noProof/>
                <w:lang w:eastAsia="zh-CN"/>
              </w:rPr>
              <w:t>DC_3A_n79A</w:t>
            </w:r>
          </w:p>
        </w:tc>
      </w:tr>
      <w:tr w:rsidR="00B45972" w14:paraId="53105C9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EAA9DFC" w14:textId="77777777" w:rsidR="00B45972" w:rsidRDefault="00B45972" w:rsidP="00AC3FE8">
            <w:pPr>
              <w:pStyle w:val="TAC"/>
              <w:rPr>
                <w:noProof/>
                <w:lang w:eastAsia="zh-CN"/>
              </w:rPr>
            </w:pPr>
            <w:r>
              <w:rPr>
                <w:noProof/>
                <w:lang w:eastAsia="zh-CN"/>
              </w:rPr>
              <w:t>DC_1A-5A_n78A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027BA03F" w14:textId="77777777" w:rsidR="00B45972" w:rsidRDefault="00B45972" w:rsidP="00AC3FE8">
            <w:pPr>
              <w:pStyle w:val="TAC"/>
              <w:rPr>
                <w:noProof/>
                <w:lang w:eastAsia="zh-CN"/>
              </w:rPr>
            </w:pPr>
            <w:r>
              <w:rPr>
                <w:noProof/>
                <w:lang w:eastAsia="zh-CN"/>
              </w:rPr>
              <w:t>DC_1A_n78A</w:t>
            </w:r>
          </w:p>
          <w:p w14:paraId="5BBF403D" w14:textId="77777777" w:rsidR="00B45972" w:rsidRDefault="00B45972" w:rsidP="00AC3FE8">
            <w:pPr>
              <w:pStyle w:val="TAC"/>
              <w:rPr>
                <w:noProof/>
                <w:lang w:eastAsia="zh-CN"/>
              </w:rPr>
            </w:pPr>
            <w:r>
              <w:rPr>
                <w:noProof/>
                <w:lang w:eastAsia="zh-CN"/>
              </w:rPr>
              <w:t>DC_5A_n78A</w:t>
            </w:r>
          </w:p>
        </w:tc>
      </w:tr>
      <w:tr w:rsidR="00B45972" w14:paraId="3E64597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5BC39E9" w14:textId="77777777" w:rsidR="00B45972" w:rsidRDefault="00B45972" w:rsidP="00AC3FE8">
            <w:pPr>
              <w:pStyle w:val="TAC"/>
              <w:rPr>
                <w:noProof/>
                <w:lang w:eastAsia="zh-CN"/>
              </w:rPr>
            </w:pPr>
            <w:r>
              <w:rPr>
                <w:noProof/>
                <w:kern w:val="2"/>
                <w:lang w:eastAsia="zh-CN"/>
              </w:rPr>
              <w:t>DC_1A-5A_n79A</w:t>
            </w:r>
          </w:p>
        </w:tc>
        <w:tc>
          <w:tcPr>
            <w:tcW w:w="5862" w:type="dxa"/>
            <w:tcBorders>
              <w:top w:val="single" w:sz="4" w:space="0" w:color="auto"/>
              <w:left w:val="single" w:sz="4" w:space="0" w:color="auto"/>
              <w:bottom w:val="single" w:sz="4" w:space="0" w:color="auto"/>
              <w:right w:val="single" w:sz="4" w:space="0" w:color="auto"/>
            </w:tcBorders>
            <w:hideMark/>
          </w:tcPr>
          <w:p w14:paraId="11067691" w14:textId="77777777" w:rsidR="00B45972" w:rsidRDefault="00B45972" w:rsidP="00AC3FE8">
            <w:pPr>
              <w:pStyle w:val="TAC"/>
              <w:rPr>
                <w:noProof/>
                <w:kern w:val="2"/>
                <w:lang w:eastAsia="zh-CN"/>
              </w:rPr>
            </w:pPr>
            <w:r>
              <w:rPr>
                <w:noProof/>
                <w:kern w:val="2"/>
                <w:lang w:eastAsia="zh-CN"/>
              </w:rPr>
              <w:t>DC_1A_n79A</w:t>
            </w:r>
          </w:p>
          <w:p w14:paraId="3FFF40C3" w14:textId="77777777" w:rsidR="00B45972" w:rsidRDefault="00B45972" w:rsidP="00AC3FE8">
            <w:pPr>
              <w:pStyle w:val="TAC"/>
              <w:rPr>
                <w:noProof/>
                <w:lang w:eastAsia="zh-CN"/>
              </w:rPr>
            </w:pPr>
            <w:r>
              <w:rPr>
                <w:noProof/>
                <w:lang w:eastAsia="zh-CN"/>
              </w:rPr>
              <w:t>DC_5A_n79A</w:t>
            </w:r>
          </w:p>
        </w:tc>
      </w:tr>
      <w:tr w:rsidR="00B45972" w14:paraId="456C5F5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ACA431E" w14:textId="77777777" w:rsidR="00B45972" w:rsidRDefault="00B45972" w:rsidP="00AC3FE8">
            <w:pPr>
              <w:pStyle w:val="TAC"/>
              <w:rPr>
                <w:noProof/>
                <w:kern w:val="2"/>
                <w:lang w:eastAsia="zh-CN"/>
              </w:rPr>
            </w:pPr>
            <w:r>
              <w:rPr>
                <w:lang w:eastAsia="zh-CN"/>
              </w:rPr>
              <w:t>DC_1A_n5A-n78A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2C7D918B" w14:textId="77777777" w:rsidR="00B45972" w:rsidRDefault="00B45972" w:rsidP="00AC3FE8">
            <w:pPr>
              <w:pStyle w:val="TAC"/>
              <w:rPr>
                <w:lang w:eastAsia="zh-CN"/>
              </w:rPr>
            </w:pPr>
            <w:r>
              <w:rPr>
                <w:lang w:eastAsia="zh-CN"/>
              </w:rPr>
              <w:t>DC_1A_n5A</w:t>
            </w:r>
          </w:p>
          <w:p w14:paraId="68454B73" w14:textId="77777777" w:rsidR="00B45972" w:rsidRDefault="00B45972" w:rsidP="00AC3FE8">
            <w:pPr>
              <w:pStyle w:val="TAC"/>
              <w:rPr>
                <w:noProof/>
                <w:kern w:val="2"/>
                <w:lang w:eastAsia="zh-CN"/>
              </w:rPr>
            </w:pPr>
            <w:r>
              <w:rPr>
                <w:lang w:eastAsia="zh-CN"/>
              </w:rPr>
              <w:t>DC_1A_n78A</w:t>
            </w:r>
          </w:p>
        </w:tc>
      </w:tr>
      <w:tr w:rsidR="00B45972" w14:paraId="16D501C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9921093" w14:textId="77777777" w:rsidR="00B45972" w:rsidRDefault="00B45972" w:rsidP="00AC3FE8">
            <w:pPr>
              <w:pStyle w:val="TAC"/>
              <w:rPr>
                <w:lang w:eastAsia="ja-JP"/>
              </w:rPr>
            </w:pPr>
            <w:r>
              <w:rPr>
                <w:lang w:eastAsia="ja-JP"/>
              </w:rPr>
              <w:t>DC_1A-7A_n3A</w:t>
            </w:r>
          </w:p>
          <w:p w14:paraId="2392C94C" w14:textId="77777777" w:rsidR="00B45972" w:rsidRDefault="00B45972" w:rsidP="00AC3FE8">
            <w:pPr>
              <w:pStyle w:val="TAC"/>
              <w:rPr>
                <w:lang w:eastAsia="zh-CN"/>
              </w:rPr>
            </w:pPr>
            <w:r>
              <w:rPr>
                <w:lang w:eastAsia="ja-JP"/>
              </w:rPr>
              <w:t>DC_1A-7C_n3A</w:t>
            </w:r>
          </w:p>
        </w:tc>
        <w:tc>
          <w:tcPr>
            <w:tcW w:w="5862" w:type="dxa"/>
            <w:tcBorders>
              <w:top w:val="single" w:sz="4" w:space="0" w:color="auto"/>
              <w:left w:val="single" w:sz="4" w:space="0" w:color="auto"/>
              <w:bottom w:val="single" w:sz="4" w:space="0" w:color="auto"/>
              <w:right w:val="single" w:sz="4" w:space="0" w:color="auto"/>
            </w:tcBorders>
            <w:hideMark/>
          </w:tcPr>
          <w:p w14:paraId="51411FAE" w14:textId="77777777" w:rsidR="00B45972" w:rsidRDefault="00B45972" w:rsidP="00AC3FE8">
            <w:pPr>
              <w:pStyle w:val="TAC"/>
              <w:rPr>
                <w:lang w:eastAsia="fi-FI"/>
              </w:rPr>
            </w:pPr>
            <w:r>
              <w:rPr>
                <w:lang w:eastAsia="fi-FI"/>
              </w:rPr>
              <w:t>DC_1A_n3A</w:t>
            </w:r>
          </w:p>
          <w:p w14:paraId="4A694375" w14:textId="77777777" w:rsidR="00B45972" w:rsidRDefault="00B45972" w:rsidP="00AC3FE8">
            <w:pPr>
              <w:pStyle w:val="TAC"/>
              <w:rPr>
                <w:lang w:eastAsia="fi-FI"/>
              </w:rPr>
            </w:pPr>
            <w:r>
              <w:rPr>
                <w:lang w:eastAsia="fi-FI"/>
              </w:rPr>
              <w:t>DC_7A_n3A</w:t>
            </w:r>
          </w:p>
          <w:p w14:paraId="434DB2E6" w14:textId="77777777" w:rsidR="00B45972" w:rsidRDefault="00B45972" w:rsidP="00AC3FE8">
            <w:pPr>
              <w:pStyle w:val="TAC"/>
              <w:rPr>
                <w:lang w:eastAsia="zh-CN"/>
              </w:rPr>
            </w:pPr>
            <w:r>
              <w:rPr>
                <w:lang w:eastAsia="fi-FI"/>
              </w:rPr>
              <w:t>DC_7C_n3A</w:t>
            </w:r>
          </w:p>
        </w:tc>
      </w:tr>
      <w:tr w:rsidR="00B45972" w14:paraId="683E723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4B17860" w14:textId="77777777" w:rsidR="00B45972" w:rsidRDefault="00B45972" w:rsidP="00AC3FE8">
            <w:pPr>
              <w:pStyle w:val="TAC"/>
              <w:rPr>
                <w:lang w:eastAsia="ja-JP"/>
              </w:rPr>
            </w:pPr>
            <w:r>
              <w:rPr>
                <w:lang w:eastAsia="ja-JP"/>
              </w:rPr>
              <w:t>DC_1A-7A_n5A</w:t>
            </w:r>
          </w:p>
          <w:p w14:paraId="2763A8E2" w14:textId="77777777" w:rsidR="00B45972" w:rsidRDefault="00B45972" w:rsidP="00AC3FE8">
            <w:pPr>
              <w:pStyle w:val="TAC"/>
              <w:rPr>
                <w:noProof/>
                <w:kern w:val="2"/>
                <w:lang w:eastAsia="zh-CN"/>
              </w:rPr>
            </w:pPr>
            <w:r>
              <w:rPr>
                <w:lang w:eastAsia="ja-JP"/>
              </w:rPr>
              <w:t>DC_1A-7C_n5A</w:t>
            </w:r>
          </w:p>
        </w:tc>
        <w:tc>
          <w:tcPr>
            <w:tcW w:w="5862" w:type="dxa"/>
            <w:tcBorders>
              <w:top w:val="single" w:sz="4" w:space="0" w:color="auto"/>
              <w:left w:val="single" w:sz="4" w:space="0" w:color="auto"/>
              <w:bottom w:val="single" w:sz="4" w:space="0" w:color="auto"/>
              <w:right w:val="single" w:sz="4" w:space="0" w:color="auto"/>
            </w:tcBorders>
            <w:hideMark/>
          </w:tcPr>
          <w:p w14:paraId="3552ADCF" w14:textId="77777777" w:rsidR="00B45972" w:rsidRDefault="00B45972" w:rsidP="00AC3FE8">
            <w:pPr>
              <w:pStyle w:val="TAC"/>
              <w:rPr>
                <w:lang w:eastAsia="fi-FI"/>
              </w:rPr>
            </w:pPr>
            <w:r>
              <w:rPr>
                <w:lang w:eastAsia="fi-FI"/>
              </w:rPr>
              <w:t>DC_1A_n5A</w:t>
            </w:r>
          </w:p>
          <w:p w14:paraId="3FE2B185" w14:textId="77777777" w:rsidR="00B45972" w:rsidRDefault="00B45972" w:rsidP="00AC3FE8">
            <w:pPr>
              <w:pStyle w:val="TAC"/>
              <w:rPr>
                <w:lang w:eastAsia="fi-FI"/>
              </w:rPr>
            </w:pPr>
            <w:r>
              <w:rPr>
                <w:lang w:eastAsia="fi-FI"/>
              </w:rPr>
              <w:t>DC_7A_n5A</w:t>
            </w:r>
          </w:p>
          <w:p w14:paraId="76C1148E" w14:textId="77777777" w:rsidR="00B45972" w:rsidRDefault="00B45972" w:rsidP="00AC3FE8">
            <w:pPr>
              <w:pStyle w:val="TAC"/>
              <w:rPr>
                <w:noProof/>
                <w:kern w:val="2"/>
                <w:lang w:eastAsia="zh-CN"/>
              </w:rPr>
            </w:pPr>
            <w:r>
              <w:rPr>
                <w:lang w:eastAsia="fi-FI"/>
              </w:rPr>
              <w:t>DC_7C_n5A</w:t>
            </w:r>
          </w:p>
        </w:tc>
      </w:tr>
      <w:tr w:rsidR="00B45972" w14:paraId="663C743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EB1624E" w14:textId="77777777" w:rsidR="00B45972" w:rsidRDefault="00B45972" w:rsidP="00AC3FE8">
            <w:pPr>
              <w:pStyle w:val="TAC"/>
              <w:rPr>
                <w:lang w:eastAsia="ja-JP"/>
              </w:rPr>
            </w:pPr>
            <w:r>
              <w:rPr>
                <w:lang w:eastAsia="ja-JP"/>
              </w:rPr>
              <w:t>DC_1A-7A_n7A</w:t>
            </w:r>
          </w:p>
        </w:tc>
        <w:tc>
          <w:tcPr>
            <w:tcW w:w="5862" w:type="dxa"/>
            <w:tcBorders>
              <w:top w:val="single" w:sz="4" w:space="0" w:color="auto"/>
              <w:left w:val="single" w:sz="4" w:space="0" w:color="auto"/>
              <w:bottom w:val="single" w:sz="4" w:space="0" w:color="auto"/>
              <w:right w:val="single" w:sz="4" w:space="0" w:color="auto"/>
            </w:tcBorders>
            <w:hideMark/>
          </w:tcPr>
          <w:p w14:paraId="36152380" w14:textId="77777777" w:rsidR="00B45972" w:rsidRDefault="00B45972" w:rsidP="00AC3FE8">
            <w:pPr>
              <w:pStyle w:val="TAC"/>
              <w:rPr>
                <w:lang w:eastAsia="fi-FI"/>
              </w:rPr>
            </w:pPr>
            <w:r>
              <w:rPr>
                <w:lang w:eastAsia="fi-FI"/>
              </w:rPr>
              <w:t>DC_1A_n7A</w:t>
            </w:r>
          </w:p>
          <w:p w14:paraId="63FFC52E" w14:textId="77777777" w:rsidR="00B45972" w:rsidRDefault="00B45972" w:rsidP="00AC3FE8">
            <w:pPr>
              <w:pStyle w:val="TAC"/>
              <w:rPr>
                <w:lang w:eastAsia="fi-FI"/>
              </w:rPr>
            </w:pPr>
            <w:r>
              <w:rPr>
                <w:lang w:eastAsia="fi-FI"/>
              </w:rPr>
              <w:t>DC_7A_n7A</w:t>
            </w:r>
            <w:r>
              <w:rPr>
                <w:vertAlign w:val="superscript"/>
                <w:lang w:eastAsia="fi-FI"/>
              </w:rPr>
              <w:t>2</w:t>
            </w:r>
          </w:p>
        </w:tc>
      </w:tr>
      <w:tr w:rsidR="00B45972" w14:paraId="74EE5F3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84246A8" w14:textId="77777777" w:rsidR="00B45972" w:rsidRDefault="00B45972" w:rsidP="00AC3FE8">
            <w:pPr>
              <w:pStyle w:val="TAC"/>
              <w:rPr>
                <w:lang w:eastAsia="ja-JP"/>
              </w:rPr>
            </w:pPr>
            <w:r>
              <w:rPr>
                <w:lang w:eastAsia="ja-JP"/>
              </w:rPr>
              <w:t>DC_1A-1A-7A_n7A</w:t>
            </w:r>
          </w:p>
        </w:tc>
        <w:tc>
          <w:tcPr>
            <w:tcW w:w="5862" w:type="dxa"/>
            <w:tcBorders>
              <w:top w:val="single" w:sz="4" w:space="0" w:color="auto"/>
              <w:left w:val="single" w:sz="4" w:space="0" w:color="auto"/>
              <w:bottom w:val="single" w:sz="4" w:space="0" w:color="auto"/>
              <w:right w:val="single" w:sz="4" w:space="0" w:color="auto"/>
            </w:tcBorders>
            <w:hideMark/>
          </w:tcPr>
          <w:p w14:paraId="619D601D" w14:textId="77777777" w:rsidR="00B45972" w:rsidRDefault="00B45972" w:rsidP="00AC3FE8">
            <w:pPr>
              <w:pStyle w:val="TAC"/>
              <w:rPr>
                <w:lang w:eastAsia="fi-FI"/>
              </w:rPr>
            </w:pPr>
            <w:r>
              <w:rPr>
                <w:lang w:eastAsia="fi-FI"/>
              </w:rPr>
              <w:t>DC_1A_n7A</w:t>
            </w:r>
          </w:p>
          <w:p w14:paraId="6D7D2481" w14:textId="77777777" w:rsidR="00B45972" w:rsidRDefault="00B45972" w:rsidP="00AC3FE8">
            <w:pPr>
              <w:pStyle w:val="TAC"/>
              <w:rPr>
                <w:lang w:eastAsia="fi-FI"/>
              </w:rPr>
            </w:pPr>
            <w:r>
              <w:rPr>
                <w:lang w:eastAsia="fi-FI"/>
              </w:rPr>
              <w:t>DC_7A_n7A</w:t>
            </w:r>
            <w:r>
              <w:rPr>
                <w:vertAlign w:val="superscript"/>
                <w:lang w:eastAsia="fi-FI"/>
              </w:rPr>
              <w:t>2</w:t>
            </w:r>
          </w:p>
        </w:tc>
      </w:tr>
      <w:tr w:rsidR="00B45972" w14:paraId="4FD9011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7C8F3C9" w14:textId="77777777" w:rsidR="00B45972" w:rsidRDefault="00B45972" w:rsidP="00AC3FE8">
            <w:pPr>
              <w:pStyle w:val="TAC"/>
              <w:rPr>
                <w:lang w:eastAsia="ja-JP"/>
              </w:rPr>
            </w:pPr>
            <w:r>
              <w:rPr>
                <w:lang w:eastAsia="ja-JP"/>
              </w:rPr>
              <w:t>DC_1A-7A_n8A</w:t>
            </w:r>
          </w:p>
        </w:tc>
        <w:tc>
          <w:tcPr>
            <w:tcW w:w="5862" w:type="dxa"/>
            <w:tcBorders>
              <w:top w:val="single" w:sz="4" w:space="0" w:color="auto"/>
              <w:left w:val="single" w:sz="4" w:space="0" w:color="auto"/>
              <w:bottom w:val="single" w:sz="4" w:space="0" w:color="auto"/>
              <w:right w:val="single" w:sz="4" w:space="0" w:color="auto"/>
            </w:tcBorders>
            <w:hideMark/>
          </w:tcPr>
          <w:p w14:paraId="733D689E" w14:textId="77777777" w:rsidR="00B45972" w:rsidRDefault="00B45972" w:rsidP="00AC3FE8">
            <w:pPr>
              <w:pStyle w:val="TAC"/>
              <w:rPr>
                <w:lang w:eastAsia="ja-JP"/>
              </w:rPr>
            </w:pPr>
            <w:r>
              <w:rPr>
                <w:lang w:eastAsia="fi-FI"/>
              </w:rPr>
              <w:t>DC_1A_</w:t>
            </w:r>
            <w:r>
              <w:rPr>
                <w:lang w:eastAsia="ja-JP"/>
              </w:rPr>
              <w:t>n8A</w:t>
            </w:r>
          </w:p>
          <w:p w14:paraId="15E36651" w14:textId="77777777" w:rsidR="00B45972" w:rsidRDefault="00B45972" w:rsidP="00AC3FE8">
            <w:pPr>
              <w:pStyle w:val="TAC"/>
              <w:rPr>
                <w:lang w:eastAsia="fi-FI"/>
              </w:rPr>
            </w:pPr>
            <w:r>
              <w:rPr>
                <w:lang w:eastAsia="fi-FI"/>
              </w:rPr>
              <w:t>DC_</w:t>
            </w:r>
            <w:r>
              <w:rPr>
                <w:lang w:eastAsia="ja-JP"/>
              </w:rPr>
              <w:t>7</w:t>
            </w:r>
            <w:r>
              <w:rPr>
                <w:lang w:eastAsia="fi-FI"/>
              </w:rPr>
              <w:t>A_</w:t>
            </w:r>
            <w:r>
              <w:rPr>
                <w:lang w:eastAsia="ja-JP"/>
              </w:rPr>
              <w:t>n8</w:t>
            </w:r>
            <w:r>
              <w:rPr>
                <w:lang w:eastAsia="fi-FI"/>
              </w:rPr>
              <w:t>A</w:t>
            </w:r>
          </w:p>
        </w:tc>
      </w:tr>
      <w:tr w:rsidR="00B45972" w14:paraId="787A4CE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30B12F6" w14:textId="77777777" w:rsidR="00B45972" w:rsidRDefault="00B45972" w:rsidP="00AC3FE8">
            <w:pPr>
              <w:pStyle w:val="TAC"/>
              <w:rPr>
                <w:noProof/>
                <w:lang w:eastAsia="zh-CN"/>
              </w:rPr>
            </w:pPr>
            <w:r>
              <w:rPr>
                <w:noProof/>
                <w:lang w:eastAsia="zh-CN"/>
              </w:rPr>
              <w:lastRenderedPageBreak/>
              <w:t>DC_1A-7A_n28A</w:t>
            </w:r>
            <w:r>
              <w:rPr>
                <w:noProof/>
                <w:vertAlign w:val="superscript"/>
                <w:lang w:eastAsia="zh-CN"/>
              </w:rPr>
              <w:t>5</w:t>
            </w:r>
          </w:p>
          <w:p w14:paraId="6AE35822" w14:textId="77777777" w:rsidR="00B45972" w:rsidRDefault="00B45972" w:rsidP="00AC3FE8">
            <w:pPr>
              <w:pStyle w:val="TAC"/>
              <w:rPr>
                <w:noProof/>
                <w:lang w:eastAsia="zh-CN"/>
              </w:rPr>
            </w:pPr>
            <w:r>
              <w:rPr>
                <w:noProof/>
              </w:rPr>
              <w:t>DC_1A-7C_n28A</w:t>
            </w:r>
          </w:p>
        </w:tc>
        <w:tc>
          <w:tcPr>
            <w:tcW w:w="5862" w:type="dxa"/>
            <w:tcBorders>
              <w:top w:val="single" w:sz="4" w:space="0" w:color="auto"/>
              <w:left w:val="single" w:sz="4" w:space="0" w:color="auto"/>
              <w:bottom w:val="single" w:sz="4" w:space="0" w:color="auto"/>
              <w:right w:val="single" w:sz="4" w:space="0" w:color="auto"/>
            </w:tcBorders>
            <w:hideMark/>
          </w:tcPr>
          <w:p w14:paraId="2EB8F85A" w14:textId="77777777" w:rsidR="00B45972" w:rsidRDefault="00B45972" w:rsidP="00AC3FE8">
            <w:pPr>
              <w:pStyle w:val="TAC"/>
              <w:rPr>
                <w:noProof/>
                <w:lang w:eastAsia="zh-CN"/>
              </w:rPr>
            </w:pPr>
            <w:r>
              <w:rPr>
                <w:noProof/>
                <w:lang w:eastAsia="zh-CN"/>
              </w:rPr>
              <w:t>DC_1A_n28A</w:t>
            </w:r>
          </w:p>
          <w:p w14:paraId="091C7309" w14:textId="77777777" w:rsidR="00B45972" w:rsidRDefault="00B45972" w:rsidP="00AC3FE8">
            <w:pPr>
              <w:pStyle w:val="TAC"/>
              <w:rPr>
                <w:noProof/>
                <w:lang w:eastAsia="zh-CN"/>
              </w:rPr>
            </w:pPr>
            <w:r>
              <w:rPr>
                <w:noProof/>
                <w:lang w:eastAsia="zh-CN"/>
              </w:rPr>
              <w:t>DC_7A_n28A</w:t>
            </w:r>
          </w:p>
          <w:p w14:paraId="2375C7AF" w14:textId="77777777" w:rsidR="00B45972" w:rsidRDefault="00B45972" w:rsidP="00AC3FE8">
            <w:pPr>
              <w:pStyle w:val="TAC"/>
              <w:rPr>
                <w:noProof/>
                <w:lang w:eastAsia="zh-CN"/>
              </w:rPr>
            </w:pPr>
            <w:r>
              <w:rPr>
                <w:noProof/>
              </w:rPr>
              <w:t>DC_7C_n28A</w:t>
            </w:r>
          </w:p>
        </w:tc>
      </w:tr>
      <w:tr w:rsidR="00B45972" w14:paraId="1B732D0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6E43872" w14:textId="77777777" w:rsidR="00B45972" w:rsidRDefault="00B45972" w:rsidP="00AC3FE8">
            <w:pPr>
              <w:pStyle w:val="TAC"/>
              <w:rPr>
                <w:noProof/>
                <w:lang w:eastAsia="zh-CN"/>
              </w:rPr>
            </w:pPr>
            <w:r>
              <w:t>DC_1A-7A_n40A</w:t>
            </w:r>
          </w:p>
        </w:tc>
        <w:tc>
          <w:tcPr>
            <w:tcW w:w="5862" w:type="dxa"/>
            <w:tcBorders>
              <w:top w:val="single" w:sz="4" w:space="0" w:color="auto"/>
              <w:left w:val="single" w:sz="4" w:space="0" w:color="auto"/>
              <w:bottom w:val="single" w:sz="4" w:space="0" w:color="auto"/>
              <w:right w:val="single" w:sz="4" w:space="0" w:color="auto"/>
            </w:tcBorders>
            <w:hideMark/>
          </w:tcPr>
          <w:p w14:paraId="7C5625AF" w14:textId="77777777" w:rsidR="00B45972" w:rsidRDefault="00B45972" w:rsidP="00AC3FE8">
            <w:pPr>
              <w:pStyle w:val="TAC"/>
              <w:rPr>
                <w:lang w:eastAsia="fr-FR"/>
              </w:rPr>
            </w:pPr>
            <w:r>
              <w:t>DC_1A_n40A</w:t>
            </w:r>
          </w:p>
          <w:p w14:paraId="0FF0943A" w14:textId="77777777" w:rsidR="00B45972" w:rsidRDefault="00B45972" w:rsidP="00AC3FE8">
            <w:pPr>
              <w:pStyle w:val="TAC"/>
              <w:rPr>
                <w:noProof/>
                <w:lang w:eastAsia="zh-CN"/>
              </w:rPr>
            </w:pPr>
            <w:r>
              <w:t>DC_7A_n40A</w:t>
            </w:r>
          </w:p>
        </w:tc>
      </w:tr>
      <w:tr w:rsidR="00B45972" w14:paraId="649CC72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C93CCC6" w14:textId="77777777" w:rsidR="00B45972" w:rsidRDefault="00B45972" w:rsidP="00AC3FE8">
            <w:pPr>
              <w:pStyle w:val="TAC"/>
              <w:rPr>
                <w:noProof/>
                <w:lang w:eastAsia="zh-CN"/>
              </w:rPr>
            </w:pPr>
            <w:r>
              <w:rPr>
                <w:noProof/>
                <w:lang w:eastAsia="zh-CN"/>
              </w:rPr>
              <w:t>DC_1A-7A_n78A</w:t>
            </w:r>
            <w:r>
              <w:rPr>
                <w:noProof/>
                <w:vertAlign w:val="superscript"/>
                <w:lang w:eastAsia="zh-CN"/>
              </w:rPr>
              <w:t>5</w:t>
            </w:r>
          </w:p>
          <w:p w14:paraId="3D23903C" w14:textId="77777777" w:rsidR="00B45972" w:rsidRDefault="00B45972" w:rsidP="00AC3FE8">
            <w:pPr>
              <w:pStyle w:val="TAC"/>
              <w:rPr>
                <w:noProof/>
                <w:lang w:eastAsia="zh-CN"/>
              </w:rPr>
            </w:pPr>
            <w:r>
              <w:rPr>
                <w:szCs w:val="18"/>
              </w:rPr>
              <w:t>DC_1A-7C_n78A</w:t>
            </w:r>
          </w:p>
        </w:tc>
        <w:tc>
          <w:tcPr>
            <w:tcW w:w="5862" w:type="dxa"/>
            <w:tcBorders>
              <w:top w:val="single" w:sz="4" w:space="0" w:color="auto"/>
              <w:left w:val="single" w:sz="4" w:space="0" w:color="auto"/>
              <w:bottom w:val="single" w:sz="4" w:space="0" w:color="auto"/>
              <w:right w:val="single" w:sz="4" w:space="0" w:color="auto"/>
            </w:tcBorders>
            <w:hideMark/>
          </w:tcPr>
          <w:p w14:paraId="18613281" w14:textId="77777777" w:rsidR="00B45972" w:rsidRDefault="00B45972" w:rsidP="00AC3FE8">
            <w:pPr>
              <w:pStyle w:val="TAC"/>
              <w:rPr>
                <w:noProof/>
                <w:lang w:eastAsia="zh-CN"/>
              </w:rPr>
            </w:pPr>
            <w:r>
              <w:rPr>
                <w:noProof/>
                <w:lang w:eastAsia="zh-CN"/>
              </w:rPr>
              <w:t>DC_1A_n78A</w:t>
            </w:r>
          </w:p>
          <w:p w14:paraId="63DB3722" w14:textId="77777777" w:rsidR="00B45972" w:rsidRDefault="00B45972" w:rsidP="00AC3FE8">
            <w:pPr>
              <w:pStyle w:val="TAC"/>
              <w:rPr>
                <w:noProof/>
                <w:lang w:eastAsia="zh-CN"/>
              </w:rPr>
            </w:pPr>
            <w:r>
              <w:rPr>
                <w:noProof/>
                <w:lang w:eastAsia="zh-CN"/>
              </w:rPr>
              <w:t>DC_7A_n78A</w:t>
            </w:r>
          </w:p>
          <w:p w14:paraId="6BDEFD00" w14:textId="77777777" w:rsidR="00B45972" w:rsidRDefault="00B45972" w:rsidP="00AC3FE8">
            <w:pPr>
              <w:pStyle w:val="TAC"/>
              <w:rPr>
                <w:noProof/>
                <w:lang w:eastAsia="zh-CN"/>
              </w:rPr>
            </w:pPr>
            <w:r>
              <w:rPr>
                <w:noProof/>
                <w:lang w:eastAsia="zh-CN"/>
              </w:rPr>
              <w:t>DC_7C_n78A</w:t>
            </w:r>
          </w:p>
        </w:tc>
      </w:tr>
      <w:tr w:rsidR="00B45972" w14:paraId="163D8B1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D923C59" w14:textId="77777777" w:rsidR="00B45972" w:rsidRDefault="00B45972" w:rsidP="00AC3FE8">
            <w:pPr>
              <w:pStyle w:val="TAC"/>
              <w:rPr>
                <w:noProof/>
                <w:lang w:eastAsia="zh-CN"/>
              </w:rPr>
            </w:pPr>
            <w:r>
              <w:rPr>
                <w:noProof/>
                <w:lang w:eastAsia="zh-CN"/>
              </w:rPr>
              <w:t>DC_1A-7A_n78(2A)</w:t>
            </w:r>
            <w:r>
              <w:rPr>
                <w:noProof/>
                <w:vertAlign w:val="superscript"/>
                <w:lang w:eastAsia="zh-CN"/>
              </w:rPr>
              <w:t>5</w:t>
            </w:r>
          </w:p>
          <w:p w14:paraId="1E222037" w14:textId="77777777" w:rsidR="00B45972" w:rsidRDefault="00B45972" w:rsidP="00AC3FE8">
            <w:pPr>
              <w:pStyle w:val="TAC"/>
              <w:rPr>
                <w:noProof/>
                <w:lang w:eastAsia="zh-CN"/>
              </w:rPr>
            </w:pPr>
            <w:r>
              <w:rPr>
                <w:szCs w:val="18"/>
              </w:rPr>
              <w:t>DC_1A-7C_n78(2A)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E3A9774" w14:textId="77777777" w:rsidR="00B45972" w:rsidRDefault="00B45972" w:rsidP="00AC3FE8">
            <w:pPr>
              <w:pStyle w:val="TAC"/>
              <w:rPr>
                <w:noProof/>
                <w:lang w:eastAsia="zh-CN"/>
              </w:rPr>
            </w:pPr>
            <w:r>
              <w:rPr>
                <w:noProof/>
                <w:lang w:eastAsia="zh-CN"/>
              </w:rPr>
              <w:t>DC_1A_n78A</w:t>
            </w:r>
          </w:p>
          <w:p w14:paraId="48D0FCD4" w14:textId="77777777" w:rsidR="00B45972" w:rsidRDefault="00B45972" w:rsidP="00AC3FE8">
            <w:pPr>
              <w:pStyle w:val="TAC"/>
              <w:rPr>
                <w:noProof/>
                <w:lang w:eastAsia="zh-CN"/>
              </w:rPr>
            </w:pPr>
            <w:r>
              <w:rPr>
                <w:noProof/>
                <w:lang w:eastAsia="zh-CN"/>
              </w:rPr>
              <w:t>DC_7A_n78A</w:t>
            </w:r>
          </w:p>
          <w:p w14:paraId="148039FE" w14:textId="77777777" w:rsidR="00B45972" w:rsidRDefault="00B45972" w:rsidP="00AC3FE8">
            <w:pPr>
              <w:pStyle w:val="TAC"/>
              <w:rPr>
                <w:noProof/>
                <w:lang w:eastAsia="zh-CN"/>
              </w:rPr>
            </w:pPr>
            <w:r>
              <w:rPr>
                <w:noProof/>
                <w:lang w:eastAsia="zh-CN"/>
              </w:rPr>
              <w:t>DC_7C_n78A</w:t>
            </w:r>
          </w:p>
        </w:tc>
      </w:tr>
      <w:tr w:rsidR="00B45972" w14:paraId="540740D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20E6FBC" w14:textId="77777777" w:rsidR="00B45972" w:rsidRDefault="00B45972" w:rsidP="00AC3FE8">
            <w:pPr>
              <w:pStyle w:val="TAC"/>
              <w:rPr>
                <w:noProof/>
                <w:lang w:eastAsia="zh-CN"/>
              </w:rPr>
            </w:pPr>
            <w:r>
              <w:rPr>
                <w:noProof/>
                <w:lang w:eastAsia="zh-CN"/>
              </w:rPr>
              <w:t>DC_1A-7A-7A_n78A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0EE172D7" w14:textId="77777777" w:rsidR="00B45972" w:rsidRDefault="00B45972" w:rsidP="00AC3FE8">
            <w:pPr>
              <w:pStyle w:val="TAC"/>
              <w:rPr>
                <w:noProof/>
                <w:lang w:eastAsia="zh-CN"/>
              </w:rPr>
            </w:pPr>
            <w:r>
              <w:rPr>
                <w:noProof/>
                <w:lang w:eastAsia="zh-CN"/>
              </w:rPr>
              <w:t>DC_1A_n78A</w:t>
            </w:r>
          </w:p>
          <w:p w14:paraId="79FF5906" w14:textId="77777777" w:rsidR="00B45972" w:rsidRDefault="00B45972" w:rsidP="00AC3FE8">
            <w:pPr>
              <w:pStyle w:val="TAC"/>
              <w:rPr>
                <w:noProof/>
                <w:lang w:eastAsia="zh-CN"/>
              </w:rPr>
            </w:pPr>
            <w:r>
              <w:rPr>
                <w:noProof/>
                <w:lang w:eastAsia="zh-CN"/>
              </w:rPr>
              <w:t>DC_7A_n78A</w:t>
            </w:r>
          </w:p>
        </w:tc>
      </w:tr>
      <w:tr w:rsidR="00B45972" w14:paraId="5B6EFAE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54FC6D5" w14:textId="77777777" w:rsidR="00B45972" w:rsidRDefault="00B45972" w:rsidP="00AC3FE8">
            <w:pPr>
              <w:pStyle w:val="TAC"/>
              <w:rPr>
                <w:noProof/>
                <w:lang w:eastAsia="ko-KR"/>
              </w:rPr>
            </w:pPr>
            <w:r>
              <w:rPr>
                <w:noProof/>
                <w:lang w:eastAsia="ko-KR"/>
              </w:rPr>
              <w:t>DC_1A_n7A-n78A</w:t>
            </w:r>
          </w:p>
          <w:p w14:paraId="508BB8D6" w14:textId="77777777" w:rsidR="00B45972" w:rsidRDefault="00B45972" w:rsidP="00AC3FE8">
            <w:pPr>
              <w:pStyle w:val="TAC"/>
              <w:rPr>
                <w:noProof/>
                <w:lang w:eastAsia="zh-CN"/>
              </w:rPr>
            </w:pPr>
            <w:r>
              <w:rPr>
                <w:noProof/>
                <w:lang w:eastAsia="zh-CN"/>
              </w:rPr>
              <w:t>DC_1A_n7B-n78A</w:t>
            </w:r>
          </w:p>
        </w:tc>
        <w:tc>
          <w:tcPr>
            <w:tcW w:w="5862" w:type="dxa"/>
            <w:tcBorders>
              <w:top w:val="single" w:sz="4" w:space="0" w:color="auto"/>
              <w:left w:val="single" w:sz="4" w:space="0" w:color="auto"/>
              <w:bottom w:val="single" w:sz="4" w:space="0" w:color="auto"/>
              <w:right w:val="single" w:sz="4" w:space="0" w:color="auto"/>
            </w:tcBorders>
            <w:hideMark/>
          </w:tcPr>
          <w:p w14:paraId="1B3ED352" w14:textId="77777777" w:rsidR="00B45972" w:rsidRDefault="00B45972" w:rsidP="00AC3FE8">
            <w:pPr>
              <w:pStyle w:val="TAC"/>
              <w:rPr>
                <w:rFonts w:eastAsia="Malgun Gothic"/>
                <w:lang w:eastAsia="ko-KR"/>
              </w:rPr>
            </w:pPr>
            <w:r>
              <w:rPr>
                <w:rFonts w:eastAsia="Malgun Gothic"/>
                <w:lang w:eastAsia="ko-KR"/>
              </w:rPr>
              <w:t>DC_1A_n7A</w:t>
            </w:r>
          </w:p>
          <w:p w14:paraId="543DA1A4" w14:textId="77777777" w:rsidR="00B45972" w:rsidRDefault="00B45972" w:rsidP="00AC3FE8">
            <w:pPr>
              <w:pStyle w:val="TAC"/>
              <w:rPr>
                <w:noProof/>
                <w:lang w:eastAsia="zh-CN"/>
              </w:rPr>
            </w:pPr>
            <w:r>
              <w:rPr>
                <w:rFonts w:eastAsia="Malgun Gothic"/>
                <w:lang w:eastAsia="ko-KR"/>
              </w:rPr>
              <w:t>DC_1A_n78A</w:t>
            </w:r>
          </w:p>
        </w:tc>
      </w:tr>
      <w:tr w:rsidR="00B45972" w14:paraId="234BD23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B9C4017" w14:textId="77777777" w:rsidR="00B45972" w:rsidRDefault="00B45972" w:rsidP="00AC3FE8">
            <w:pPr>
              <w:pStyle w:val="TAC"/>
              <w:rPr>
                <w:noProof/>
                <w:lang w:eastAsia="zh-CN"/>
              </w:rPr>
            </w:pPr>
            <w:bookmarkStart w:id="1191" w:name="OLE_LINK9"/>
            <w:r>
              <w:t>DC_1A-8</w:t>
            </w:r>
            <w:r>
              <w:rPr>
                <w:rFonts w:eastAsia="Malgun Gothic"/>
              </w:rPr>
              <w:t>A_</w:t>
            </w:r>
            <w:r>
              <w:t>n3A</w:t>
            </w:r>
            <w:bookmarkEnd w:id="1191"/>
          </w:p>
        </w:tc>
        <w:tc>
          <w:tcPr>
            <w:tcW w:w="5862" w:type="dxa"/>
            <w:tcBorders>
              <w:top w:val="single" w:sz="4" w:space="0" w:color="auto"/>
              <w:left w:val="single" w:sz="4" w:space="0" w:color="auto"/>
              <w:bottom w:val="single" w:sz="4" w:space="0" w:color="auto"/>
              <w:right w:val="single" w:sz="4" w:space="0" w:color="auto"/>
            </w:tcBorders>
            <w:hideMark/>
          </w:tcPr>
          <w:p w14:paraId="445399D5" w14:textId="77777777" w:rsidR="00B45972" w:rsidRDefault="00B45972" w:rsidP="00AC3FE8">
            <w:pPr>
              <w:pStyle w:val="TAC"/>
            </w:pPr>
            <w:r>
              <w:t>DC_1A_n3A</w:t>
            </w:r>
          </w:p>
          <w:p w14:paraId="5641544C" w14:textId="77777777" w:rsidR="00B45972" w:rsidRDefault="00B45972" w:rsidP="00AC3FE8">
            <w:pPr>
              <w:pStyle w:val="TAC"/>
              <w:rPr>
                <w:noProof/>
                <w:lang w:eastAsia="zh-CN"/>
              </w:rPr>
            </w:pPr>
            <w:r>
              <w:t>DC_8A_n3A</w:t>
            </w:r>
          </w:p>
        </w:tc>
      </w:tr>
      <w:tr w:rsidR="00B45972" w14:paraId="689EF53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ECD0D7B" w14:textId="77777777" w:rsidR="00B45972" w:rsidRDefault="00B45972" w:rsidP="00AC3FE8">
            <w:pPr>
              <w:pStyle w:val="TAC"/>
              <w:rPr>
                <w:noProof/>
                <w:lang w:eastAsia="zh-CN"/>
              </w:rPr>
            </w:pPr>
            <w:r>
              <w:t>DC_1A-8</w:t>
            </w:r>
            <w:r>
              <w:rPr>
                <w:rFonts w:eastAsia="Malgun Gothic"/>
              </w:rPr>
              <w:t>A_</w:t>
            </w:r>
            <w:r>
              <w:t>n28A</w:t>
            </w:r>
          </w:p>
        </w:tc>
        <w:tc>
          <w:tcPr>
            <w:tcW w:w="5862" w:type="dxa"/>
            <w:tcBorders>
              <w:top w:val="single" w:sz="4" w:space="0" w:color="auto"/>
              <w:left w:val="single" w:sz="4" w:space="0" w:color="auto"/>
              <w:bottom w:val="single" w:sz="4" w:space="0" w:color="auto"/>
              <w:right w:val="single" w:sz="4" w:space="0" w:color="auto"/>
            </w:tcBorders>
            <w:hideMark/>
          </w:tcPr>
          <w:p w14:paraId="0B8AFEAE" w14:textId="77777777" w:rsidR="00B45972" w:rsidRDefault="00B45972" w:rsidP="00AC3FE8">
            <w:pPr>
              <w:pStyle w:val="TAC"/>
            </w:pPr>
            <w:r>
              <w:t>DC_1A_n28A</w:t>
            </w:r>
          </w:p>
          <w:p w14:paraId="6E590843" w14:textId="77777777" w:rsidR="00B45972" w:rsidRDefault="00B45972" w:rsidP="00AC3FE8">
            <w:pPr>
              <w:pStyle w:val="TAC"/>
              <w:rPr>
                <w:noProof/>
                <w:lang w:eastAsia="zh-CN"/>
              </w:rPr>
            </w:pPr>
            <w:r>
              <w:t>DC_8A_n28A</w:t>
            </w:r>
          </w:p>
        </w:tc>
      </w:tr>
      <w:tr w:rsidR="00B45972" w14:paraId="0E78D8A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5330B97" w14:textId="77777777" w:rsidR="00B45972" w:rsidRDefault="00B45972" w:rsidP="00AC3FE8">
            <w:pPr>
              <w:pStyle w:val="TAC"/>
            </w:pPr>
            <w:r>
              <w:rPr>
                <w:rFonts w:eastAsia="MS Mincho" w:cs="Arial"/>
                <w:bCs/>
              </w:rPr>
              <w:t>DC_1A_n8A-n40A</w:t>
            </w:r>
          </w:p>
        </w:tc>
        <w:tc>
          <w:tcPr>
            <w:tcW w:w="5862" w:type="dxa"/>
            <w:tcBorders>
              <w:top w:val="single" w:sz="4" w:space="0" w:color="auto"/>
              <w:left w:val="single" w:sz="4" w:space="0" w:color="auto"/>
              <w:bottom w:val="single" w:sz="4" w:space="0" w:color="auto"/>
              <w:right w:val="single" w:sz="4" w:space="0" w:color="auto"/>
            </w:tcBorders>
            <w:hideMark/>
          </w:tcPr>
          <w:p w14:paraId="02505EF3" w14:textId="77777777" w:rsidR="00B45972" w:rsidRDefault="00B45972" w:rsidP="00AC3FE8">
            <w:pPr>
              <w:pStyle w:val="TAC"/>
            </w:pPr>
            <w:r>
              <w:t>DC_1A_n8A</w:t>
            </w:r>
          </w:p>
          <w:p w14:paraId="60574181" w14:textId="77777777" w:rsidR="00B45972" w:rsidRDefault="00B45972" w:rsidP="00AC3FE8">
            <w:pPr>
              <w:pStyle w:val="TAC"/>
            </w:pPr>
            <w:r>
              <w:t>DC_1A_n40A</w:t>
            </w:r>
          </w:p>
        </w:tc>
      </w:tr>
      <w:tr w:rsidR="00B45972" w14:paraId="2A9DC1B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D1CEAB1" w14:textId="77777777" w:rsidR="00B45972" w:rsidRDefault="00B45972" w:rsidP="00AC3FE8">
            <w:pPr>
              <w:pStyle w:val="TAC"/>
              <w:rPr>
                <w:noProof/>
                <w:lang w:eastAsia="zh-CN"/>
              </w:rPr>
            </w:pPr>
            <w:r>
              <w:t>DC_1A-</w:t>
            </w:r>
            <w:r>
              <w:rPr>
                <w:rFonts w:eastAsia="Malgun Gothic"/>
              </w:rPr>
              <w:t>8A_</w:t>
            </w:r>
            <w:r>
              <w:t>n</w:t>
            </w:r>
            <w:r>
              <w:rPr>
                <w:rFonts w:eastAsia="Malgun Gothic"/>
              </w:rPr>
              <w:t>77</w:t>
            </w:r>
            <w: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69646895" w14:textId="77777777" w:rsidR="00B45972" w:rsidRDefault="00B45972" w:rsidP="00AC3FE8">
            <w:pPr>
              <w:pStyle w:val="TAC"/>
            </w:pPr>
            <w:r>
              <w:t>DC_1A_n77A</w:t>
            </w:r>
          </w:p>
          <w:p w14:paraId="4C0D05A1" w14:textId="77777777" w:rsidR="00B45972" w:rsidRDefault="00B45972" w:rsidP="00AC3FE8">
            <w:pPr>
              <w:pStyle w:val="TAC"/>
              <w:rPr>
                <w:noProof/>
                <w:lang w:eastAsia="zh-CN"/>
              </w:rPr>
            </w:pPr>
            <w:r>
              <w:t>DC_8A_n77A</w:t>
            </w:r>
          </w:p>
        </w:tc>
      </w:tr>
      <w:tr w:rsidR="00B45972" w14:paraId="0C0A769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11E37BF" w14:textId="77777777" w:rsidR="00B45972" w:rsidRDefault="00B45972" w:rsidP="00AC3FE8">
            <w:pPr>
              <w:pStyle w:val="TAC"/>
            </w:pPr>
            <w:r>
              <w:t>DC_1A-</w:t>
            </w:r>
            <w:r>
              <w:rPr>
                <w:rFonts w:eastAsia="Malgun Gothic"/>
              </w:rPr>
              <w:t>8A_</w:t>
            </w:r>
            <w:r>
              <w:t>n</w:t>
            </w:r>
            <w:r>
              <w:rPr>
                <w:rFonts w:eastAsia="Malgun Gothic"/>
              </w:rPr>
              <w:t>77(2</w:t>
            </w:r>
            <w: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7F4D43D2" w14:textId="77777777" w:rsidR="00B45972" w:rsidRDefault="00B45972" w:rsidP="00AC3FE8">
            <w:pPr>
              <w:pStyle w:val="TAC"/>
              <w:rPr>
                <w:lang w:eastAsia="fr-FR"/>
              </w:rPr>
            </w:pPr>
            <w:r>
              <w:t>DC_1A_n77A</w:t>
            </w:r>
          </w:p>
          <w:p w14:paraId="522FBA49" w14:textId="77777777" w:rsidR="00B45972" w:rsidRDefault="00B45972" w:rsidP="00AC3FE8">
            <w:pPr>
              <w:pStyle w:val="TAC"/>
            </w:pPr>
            <w:r>
              <w:t>DC_8A_n77A</w:t>
            </w:r>
          </w:p>
        </w:tc>
      </w:tr>
      <w:tr w:rsidR="00B45972" w14:paraId="09592CF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87419D5" w14:textId="77777777" w:rsidR="00B45972" w:rsidRDefault="00B45972" w:rsidP="00AC3FE8">
            <w:pPr>
              <w:pStyle w:val="TAC"/>
              <w:rPr>
                <w:noProof/>
                <w:lang w:eastAsia="zh-CN"/>
              </w:rPr>
            </w:pPr>
            <w:r>
              <w:rPr>
                <w:noProof/>
                <w:lang w:eastAsia="zh-CN"/>
              </w:rPr>
              <w:t>DC_1A-8A_n78A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690FC2D7" w14:textId="77777777" w:rsidR="00B45972" w:rsidRDefault="00B45972" w:rsidP="00AC3FE8">
            <w:pPr>
              <w:pStyle w:val="TAC"/>
              <w:rPr>
                <w:noProof/>
                <w:lang w:eastAsia="zh-CN"/>
              </w:rPr>
            </w:pPr>
            <w:r>
              <w:rPr>
                <w:noProof/>
                <w:lang w:eastAsia="zh-CN"/>
              </w:rPr>
              <w:t>DC_1A_n78A</w:t>
            </w:r>
          </w:p>
          <w:p w14:paraId="1CB2905E" w14:textId="77777777" w:rsidR="00B45972" w:rsidRDefault="00B45972" w:rsidP="00AC3FE8">
            <w:pPr>
              <w:pStyle w:val="TAC"/>
              <w:rPr>
                <w:noProof/>
                <w:lang w:eastAsia="zh-CN"/>
              </w:rPr>
            </w:pPr>
            <w:r>
              <w:rPr>
                <w:noProof/>
                <w:lang w:eastAsia="zh-CN"/>
              </w:rPr>
              <w:t>DC_8A_n78A</w:t>
            </w:r>
          </w:p>
        </w:tc>
      </w:tr>
      <w:tr w:rsidR="00B45972" w14:paraId="4D7AA78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D1E7F6E" w14:textId="77777777" w:rsidR="00B45972" w:rsidRDefault="00B45972" w:rsidP="00AC3FE8">
            <w:pPr>
              <w:pStyle w:val="TAC"/>
              <w:rPr>
                <w:noProof/>
                <w:lang w:eastAsia="zh-CN"/>
              </w:rPr>
            </w:pPr>
            <w:r>
              <w:rPr>
                <w:rFonts w:eastAsia="MS Mincho"/>
              </w:rPr>
              <w:t>DC_1A_n8A-n78A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60B834A" w14:textId="77777777" w:rsidR="00B45972" w:rsidRDefault="00B45972" w:rsidP="00AC3FE8">
            <w:pPr>
              <w:pStyle w:val="TAC"/>
            </w:pPr>
            <w:r>
              <w:t>DC_1A_n8A</w:t>
            </w:r>
          </w:p>
          <w:p w14:paraId="12B8900B" w14:textId="77777777" w:rsidR="00B45972" w:rsidRDefault="00B45972" w:rsidP="00AC3FE8">
            <w:pPr>
              <w:pStyle w:val="TAC"/>
              <w:rPr>
                <w:noProof/>
                <w:lang w:eastAsia="zh-CN"/>
              </w:rPr>
            </w:pPr>
            <w:r>
              <w:t>DC_1A_n78A</w:t>
            </w:r>
          </w:p>
        </w:tc>
      </w:tr>
      <w:tr w:rsidR="00B45972" w14:paraId="52F559C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5799BFD" w14:textId="77777777" w:rsidR="00B45972" w:rsidRDefault="00B45972" w:rsidP="00AC3FE8">
            <w:pPr>
              <w:pStyle w:val="TAC"/>
              <w:rPr>
                <w:noProof/>
                <w:lang w:eastAsia="zh-CN"/>
              </w:rPr>
            </w:pPr>
            <w:r>
              <w:t>DC_1A-</w:t>
            </w:r>
            <w:r>
              <w:rPr>
                <w:rFonts w:eastAsia="Malgun Gothic"/>
              </w:rPr>
              <w:t>8A_</w:t>
            </w:r>
            <w:r>
              <w:t>n</w:t>
            </w:r>
            <w:r>
              <w:rPr>
                <w:rFonts w:eastAsia="Malgun Gothic"/>
              </w:rPr>
              <w:t>79</w:t>
            </w:r>
            <w: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56230B8" w14:textId="77777777" w:rsidR="00B45972" w:rsidRDefault="00B45972" w:rsidP="00AC3FE8">
            <w:pPr>
              <w:pStyle w:val="TAC"/>
            </w:pPr>
            <w:r>
              <w:t>DC_1A_n79A</w:t>
            </w:r>
          </w:p>
          <w:p w14:paraId="32F3EDC4" w14:textId="77777777" w:rsidR="00B45972" w:rsidRDefault="00B45972" w:rsidP="00AC3FE8">
            <w:pPr>
              <w:pStyle w:val="TAC"/>
              <w:rPr>
                <w:noProof/>
                <w:lang w:eastAsia="zh-CN"/>
              </w:rPr>
            </w:pPr>
            <w:r>
              <w:t>DC_8A_n79A</w:t>
            </w:r>
          </w:p>
        </w:tc>
      </w:tr>
      <w:tr w:rsidR="00B45972" w14:paraId="08355DB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9815459" w14:textId="77777777" w:rsidR="00B45972" w:rsidRDefault="00B45972" w:rsidP="00AC3FE8">
            <w:pPr>
              <w:pStyle w:val="TAC"/>
              <w:rPr>
                <w:lang w:eastAsia="fr-FR"/>
              </w:rPr>
            </w:pPr>
            <w:r>
              <w:t>DC_1A-11</w:t>
            </w:r>
            <w:r>
              <w:rPr>
                <w:rFonts w:eastAsia="Malgun Gothic"/>
              </w:rPr>
              <w:t>A_</w:t>
            </w:r>
            <w:r>
              <w:t>n3A</w:t>
            </w:r>
          </w:p>
        </w:tc>
        <w:tc>
          <w:tcPr>
            <w:tcW w:w="5862" w:type="dxa"/>
            <w:tcBorders>
              <w:top w:val="single" w:sz="4" w:space="0" w:color="auto"/>
              <w:left w:val="single" w:sz="4" w:space="0" w:color="auto"/>
              <w:bottom w:val="single" w:sz="4" w:space="0" w:color="auto"/>
              <w:right w:val="single" w:sz="4" w:space="0" w:color="auto"/>
            </w:tcBorders>
            <w:hideMark/>
          </w:tcPr>
          <w:p w14:paraId="618DB13F" w14:textId="77777777" w:rsidR="00B45972" w:rsidRDefault="00B45972" w:rsidP="00AC3FE8">
            <w:pPr>
              <w:pStyle w:val="TAC"/>
            </w:pPr>
            <w:r>
              <w:t>DC_1A_n3A</w:t>
            </w:r>
          </w:p>
          <w:p w14:paraId="13D5B2B4" w14:textId="77777777" w:rsidR="00B45972" w:rsidRDefault="00B45972" w:rsidP="00AC3FE8">
            <w:pPr>
              <w:pStyle w:val="TAC"/>
            </w:pPr>
            <w:r>
              <w:t>DC_11A_n3A</w:t>
            </w:r>
          </w:p>
        </w:tc>
      </w:tr>
      <w:tr w:rsidR="00B45972" w14:paraId="3FC0318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257E88E" w14:textId="77777777" w:rsidR="00B45972" w:rsidRDefault="00B45972" w:rsidP="00AC3FE8">
            <w:pPr>
              <w:pStyle w:val="TAC"/>
              <w:rPr>
                <w:noProof/>
                <w:lang w:eastAsia="zh-CN"/>
              </w:rPr>
            </w:pPr>
            <w:r>
              <w:t>DC_1A-</w:t>
            </w:r>
            <w:r>
              <w:rPr>
                <w:rFonts w:eastAsia="Malgun Gothic"/>
              </w:rPr>
              <w:t>11A_</w:t>
            </w:r>
            <w:r>
              <w:t>n</w:t>
            </w:r>
            <w:r>
              <w:rPr>
                <w:rFonts w:eastAsia="Malgun Gothic"/>
              </w:rPr>
              <w:t>77</w:t>
            </w:r>
            <w: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01814B3C" w14:textId="77777777" w:rsidR="00B45972" w:rsidRDefault="00B45972" w:rsidP="00AC3FE8">
            <w:pPr>
              <w:pStyle w:val="TAC"/>
            </w:pPr>
            <w:r>
              <w:t>DC_1A_n77A</w:t>
            </w:r>
          </w:p>
          <w:p w14:paraId="582FE064" w14:textId="77777777" w:rsidR="00B45972" w:rsidRDefault="00B45972" w:rsidP="00AC3FE8">
            <w:pPr>
              <w:pStyle w:val="TAC"/>
              <w:rPr>
                <w:noProof/>
                <w:lang w:eastAsia="zh-CN"/>
              </w:rPr>
            </w:pPr>
            <w:r>
              <w:t>DC_11A_n77A</w:t>
            </w:r>
          </w:p>
        </w:tc>
      </w:tr>
      <w:tr w:rsidR="00B45972" w14:paraId="6853606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B386FD7" w14:textId="77777777" w:rsidR="00B45972" w:rsidRDefault="00B45972" w:rsidP="00AC3FE8">
            <w:pPr>
              <w:pStyle w:val="TAC"/>
            </w:pPr>
            <w:r>
              <w:t>DC_1A-</w:t>
            </w:r>
            <w:r>
              <w:rPr>
                <w:rFonts w:eastAsia="Malgun Gothic"/>
              </w:rPr>
              <w:t>11A_</w:t>
            </w:r>
            <w:r>
              <w:t>n</w:t>
            </w:r>
            <w:r>
              <w:rPr>
                <w:rFonts w:eastAsia="Malgun Gothic"/>
              </w:rPr>
              <w:t>77(2</w:t>
            </w:r>
            <w: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4F27719B" w14:textId="77777777" w:rsidR="00B45972" w:rsidRDefault="00B45972" w:rsidP="00AC3FE8">
            <w:pPr>
              <w:pStyle w:val="TAC"/>
              <w:rPr>
                <w:lang w:eastAsia="fr-FR"/>
              </w:rPr>
            </w:pPr>
            <w:r>
              <w:t>DC_1A_n77A</w:t>
            </w:r>
          </w:p>
          <w:p w14:paraId="373E33BB" w14:textId="77777777" w:rsidR="00B45972" w:rsidRDefault="00B45972" w:rsidP="00AC3FE8">
            <w:pPr>
              <w:pStyle w:val="TAC"/>
            </w:pPr>
            <w:r>
              <w:t>DC_11A_n77A</w:t>
            </w:r>
          </w:p>
        </w:tc>
      </w:tr>
      <w:tr w:rsidR="00B45972" w14:paraId="731D5DF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1A63698" w14:textId="77777777" w:rsidR="00B45972" w:rsidRDefault="00B45972" w:rsidP="00AC3FE8">
            <w:pPr>
              <w:pStyle w:val="TAC"/>
              <w:rPr>
                <w:noProof/>
                <w:lang w:eastAsia="zh-CN"/>
              </w:rPr>
            </w:pPr>
            <w:r>
              <w:t>DC_1A-</w:t>
            </w:r>
            <w:r>
              <w:rPr>
                <w:rFonts w:eastAsia="Malgun Gothic"/>
              </w:rPr>
              <w:t>11A_</w:t>
            </w:r>
            <w:r>
              <w:t>n</w:t>
            </w:r>
            <w:r>
              <w:rPr>
                <w:rFonts w:eastAsia="Malgun Gothic"/>
              </w:rPr>
              <w:t>78</w:t>
            </w:r>
            <w: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408943A1" w14:textId="77777777" w:rsidR="00B45972" w:rsidRDefault="00B45972" w:rsidP="00AC3FE8">
            <w:pPr>
              <w:pStyle w:val="TAC"/>
            </w:pPr>
            <w:r>
              <w:t>DC_1A_n78A</w:t>
            </w:r>
          </w:p>
          <w:p w14:paraId="6CF44C3B" w14:textId="77777777" w:rsidR="00B45972" w:rsidRDefault="00B45972" w:rsidP="00AC3FE8">
            <w:pPr>
              <w:pStyle w:val="TAC"/>
              <w:rPr>
                <w:noProof/>
                <w:lang w:eastAsia="zh-CN"/>
              </w:rPr>
            </w:pPr>
            <w:r>
              <w:t>DC_11A_n78A</w:t>
            </w:r>
          </w:p>
        </w:tc>
      </w:tr>
      <w:tr w:rsidR="00B45972" w14:paraId="7C12349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8AB4B69" w14:textId="77777777" w:rsidR="00B45972" w:rsidRDefault="00B45972" w:rsidP="00AC3FE8">
            <w:pPr>
              <w:pStyle w:val="TAC"/>
            </w:pPr>
            <w:r>
              <w:rPr>
                <w:lang w:eastAsia="ja-JP"/>
              </w:rPr>
              <w:t>DC_1A-18A_n3A</w:t>
            </w:r>
          </w:p>
        </w:tc>
        <w:tc>
          <w:tcPr>
            <w:tcW w:w="5862" w:type="dxa"/>
            <w:tcBorders>
              <w:top w:val="single" w:sz="4" w:space="0" w:color="auto"/>
              <w:left w:val="single" w:sz="4" w:space="0" w:color="auto"/>
              <w:bottom w:val="single" w:sz="4" w:space="0" w:color="auto"/>
              <w:right w:val="single" w:sz="4" w:space="0" w:color="auto"/>
            </w:tcBorders>
            <w:hideMark/>
          </w:tcPr>
          <w:p w14:paraId="6E78E444" w14:textId="77777777" w:rsidR="00B45972" w:rsidRDefault="00B45972" w:rsidP="00AC3FE8">
            <w:pPr>
              <w:pStyle w:val="TAC"/>
              <w:rPr>
                <w:lang w:eastAsia="ja-JP"/>
              </w:rPr>
            </w:pPr>
            <w:r>
              <w:rPr>
                <w:lang w:eastAsia="ja-JP"/>
              </w:rPr>
              <w:t>DC_1A_n3A</w:t>
            </w:r>
          </w:p>
          <w:p w14:paraId="2ED9FED6" w14:textId="77777777" w:rsidR="00B45972" w:rsidRDefault="00B45972" w:rsidP="00AC3FE8">
            <w:pPr>
              <w:pStyle w:val="TAC"/>
            </w:pPr>
            <w:r>
              <w:rPr>
                <w:lang w:eastAsia="ja-JP"/>
              </w:rPr>
              <w:t>DC_18A_n3A</w:t>
            </w:r>
          </w:p>
        </w:tc>
      </w:tr>
      <w:tr w:rsidR="00B45972" w14:paraId="17F036E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177EDA0" w14:textId="77777777" w:rsidR="00B45972" w:rsidRDefault="00B45972" w:rsidP="00AC3FE8">
            <w:pPr>
              <w:pStyle w:val="TAC"/>
              <w:rPr>
                <w:noProof/>
                <w:lang w:eastAsia="zh-CN"/>
              </w:rPr>
            </w:pPr>
            <w:r>
              <w:t>DC_1A-18A_n77A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0E407A3" w14:textId="77777777" w:rsidR="00B45972" w:rsidRDefault="00B45972" w:rsidP="00AC3FE8">
            <w:pPr>
              <w:pStyle w:val="TAC"/>
              <w:rPr>
                <w:noProof/>
                <w:lang w:eastAsia="zh-CN"/>
              </w:rPr>
            </w:pPr>
            <w:r>
              <w:rPr>
                <w:noProof/>
                <w:lang w:eastAsia="zh-CN"/>
              </w:rPr>
              <w:t>DC_1A_n77A</w:t>
            </w:r>
          </w:p>
          <w:p w14:paraId="5705E35C" w14:textId="77777777" w:rsidR="00B45972" w:rsidRDefault="00B45972" w:rsidP="00AC3FE8">
            <w:pPr>
              <w:pStyle w:val="TAC"/>
              <w:rPr>
                <w:noProof/>
                <w:lang w:eastAsia="zh-CN"/>
              </w:rPr>
            </w:pPr>
            <w:r>
              <w:rPr>
                <w:noProof/>
                <w:lang w:eastAsia="zh-CN"/>
              </w:rPr>
              <w:t>DC_18A_n77A</w:t>
            </w:r>
          </w:p>
        </w:tc>
      </w:tr>
      <w:tr w:rsidR="00B45972" w14:paraId="5BCEF33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5765C9B" w14:textId="77777777" w:rsidR="00B45972" w:rsidRDefault="00B45972" w:rsidP="00AC3FE8">
            <w:pPr>
              <w:pStyle w:val="TAC"/>
              <w:rPr>
                <w:noProof/>
                <w:lang w:eastAsia="zh-CN"/>
              </w:rPr>
            </w:pPr>
            <w:r>
              <w:t>DC_1A-18A_n78A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8CBA4B6" w14:textId="77777777" w:rsidR="00B45972" w:rsidRDefault="00B45972" w:rsidP="00AC3FE8">
            <w:pPr>
              <w:pStyle w:val="TAC"/>
              <w:rPr>
                <w:noProof/>
                <w:lang w:eastAsia="zh-CN"/>
              </w:rPr>
            </w:pPr>
            <w:r>
              <w:rPr>
                <w:noProof/>
                <w:lang w:eastAsia="zh-CN"/>
              </w:rPr>
              <w:t>DC_1A_n78A</w:t>
            </w:r>
          </w:p>
          <w:p w14:paraId="177AC471" w14:textId="77777777" w:rsidR="00B45972" w:rsidRDefault="00B45972" w:rsidP="00AC3FE8">
            <w:pPr>
              <w:pStyle w:val="TAC"/>
              <w:rPr>
                <w:noProof/>
                <w:lang w:eastAsia="zh-CN"/>
              </w:rPr>
            </w:pPr>
            <w:r>
              <w:rPr>
                <w:noProof/>
                <w:lang w:eastAsia="zh-CN"/>
              </w:rPr>
              <w:t>DC_18A_n78A</w:t>
            </w:r>
          </w:p>
        </w:tc>
      </w:tr>
      <w:tr w:rsidR="00B45972" w14:paraId="7383FA3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D55B92F" w14:textId="77777777" w:rsidR="00B45972" w:rsidRDefault="00B45972" w:rsidP="00AC3FE8">
            <w:pPr>
              <w:pStyle w:val="TAC"/>
            </w:pPr>
            <w:r>
              <w:t>DC_1A-18A_n79A</w:t>
            </w:r>
          </w:p>
        </w:tc>
        <w:tc>
          <w:tcPr>
            <w:tcW w:w="5862" w:type="dxa"/>
            <w:tcBorders>
              <w:top w:val="single" w:sz="4" w:space="0" w:color="auto"/>
              <w:left w:val="single" w:sz="4" w:space="0" w:color="auto"/>
              <w:bottom w:val="single" w:sz="4" w:space="0" w:color="auto"/>
              <w:right w:val="single" w:sz="4" w:space="0" w:color="auto"/>
            </w:tcBorders>
            <w:hideMark/>
          </w:tcPr>
          <w:p w14:paraId="4CAE13FE" w14:textId="77777777" w:rsidR="00B45972" w:rsidRDefault="00B45972" w:rsidP="00AC3FE8">
            <w:pPr>
              <w:pStyle w:val="TAC"/>
              <w:rPr>
                <w:noProof/>
                <w:lang w:eastAsia="zh-CN"/>
              </w:rPr>
            </w:pPr>
            <w:r>
              <w:rPr>
                <w:noProof/>
                <w:lang w:eastAsia="zh-CN"/>
              </w:rPr>
              <w:t>DC_1A_n79A</w:t>
            </w:r>
          </w:p>
          <w:p w14:paraId="4D41E1E5" w14:textId="77777777" w:rsidR="00B45972" w:rsidRDefault="00B45972" w:rsidP="00AC3FE8">
            <w:pPr>
              <w:pStyle w:val="TAC"/>
              <w:rPr>
                <w:noProof/>
                <w:lang w:eastAsia="zh-CN"/>
              </w:rPr>
            </w:pPr>
            <w:r>
              <w:rPr>
                <w:noProof/>
                <w:lang w:eastAsia="zh-CN"/>
              </w:rPr>
              <w:t>DC_18A_n79A</w:t>
            </w:r>
          </w:p>
        </w:tc>
      </w:tr>
      <w:tr w:rsidR="00B45972" w14:paraId="26AD76E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923CD27" w14:textId="77777777" w:rsidR="00B45972" w:rsidRDefault="00B45972" w:rsidP="00AC3FE8">
            <w:pPr>
              <w:pStyle w:val="TAC"/>
              <w:rPr>
                <w:noProof/>
                <w:lang w:eastAsia="zh-CN"/>
              </w:rPr>
            </w:pPr>
            <w:r>
              <w:rPr>
                <w:noProof/>
                <w:lang w:eastAsia="zh-CN"/>
              </w:rPr>
              <w:t>DC_1A-19A_n77A</w:t>
            </w:r>
            <w:r>
              <w:rPr>
                <w:noProof/>
                <w:vertAlign w:val="superscript"/>
                <w:lang w:eastAsia="zh-CN"/>
              </w:rPr>
              <w:t>5</w:t>
            </w:r>
          </w:p>
          <w:p w14:paraId="5D8226A9" w14:textId="77777777" w:rsidR="00B45972" w:rsidRDefault="00B45972" w:rsidP="00AC3FE8">
            <w:pPr>
              <w:pStyle w:val="TAC"/>
              <w:rPr>
                <w:noProof/>
                <w:lang w:eastAsia="zh-CN"/>
              </w:rPr>
            </w:pPr>
            <w:r>
              <w:rPr>
                <w:noProof/>
                <w:lang w:eastAsia="zh-CN"/>
              </w:rPr>
              <w:t>DC_1A-19A_n77C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651204E6" w14:textId="77777777" w:rsidR="00B45972" w:rsidRDefault="00B45972" w:rsidP="00AC3FE8">
            <w:pPr>
              <w:pStyle w:val="TAC"/>
              <w:rPr>
                <w:noProof/>
                <w:lang w:eastAsia="zh-CN"/>
              </w:rPr>
            </w:pPr>
            <w:r>
              <w:rPr>
                <w:noProof/>
                <w:lang w:eastAsia="zh-CN"/>
              </w:rPr>
              <w:t>DC_1A_n77A</w:t>
            </w:r>
          </w:p>
          <w:p w14:paraId="7F52CDC8" w14:textId="77777777" w:rsidR="00B45972" w:rsidRDefault="00B45972" w:rsidP="00AC3FE8">
            <w:pPr>
              <w:pStyle w:val="TAC"/>
              <w:rPr>
                <w:noProof/>
                <w:lang w:eastAsia="zh-CN"/>
              </w:rPr>
            </w:pPr>
            <w:r>
              <w:rPr>
                <w:noProof/>
                <w:lang w:eastAsia="zh-CN"/>
              </w:rPr>
              <w:t>DC_19A_n77A</w:t>
            </w:r>
          </w:p>
        </w:tc>
      </w:tr>
      <w:tr w:rsidR="00B45972" w14:paraId="4B191F2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7B66E14" w14:textId="77777777" w:rsidR="00B45972" w:rsidRDefault="00B45972" w:rsidP="00AC3FE8">
            <w:pPr>
              <w:pStyle w:val="TAC"/>
              <w:rPr>
                <w:noProof/>
                <w:lang w:eastAsia="zh-CN"/>
              </w:rPr>
            </w:pPr>
            <w:r>
              <w:rPr>
                <w:noProof/>
                <w:lang w:eastAsia="zh-CN"/>
              </w:rPr>
              <w:t>DC_1A-19A_n78A</w:t>
            </w:r>
            <w:r>
              <w:rPr>
                <w:noProof/>
                <w:vertAlign w:val="superscript"/>
                <w:lang w:eastAsia="zh-CN"/>
              </w:rPr>
              <w:t>5</w:t>
            </w:r>
          </w:p>
          <w:p w14:paraId="5CA9D506" w14:textId="77777777" w:rsidR="00B45972" w:rsidRDefault="00B45972" w:rsidP="00AC3FE8">
            <w:pPr>
              <w:pStyle w:val="TAC"/>
              <w:rPr>
                <w:noProof/>
                <w:lang w:eastAsia="zh-CN"/>
              </w:rPr>
            </w:pPr>
            <w:r>
              <w:rPr>
                <w:noProof/>
                <w:lang w:eastAsia="zh-CN"/>
              </w:rPr>
              <w:t>DC_1A-19A_n78C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7A5E2643" w14:textId="77777777" w:rsidR="00B45972" w:rsidRDefault="00B45972" w:rsidP="00AC3FE8">
            <w:pPr>
              <w:pStyle w:val="TAC"/>
              <w:rPr>
                <w:noProof/>
                <w:lang w:eastAsia="zh-CN"/>
              </w:rPr>
            </w:pPr>
            <w:r>
              <w:rPr>
                <w:noProof/>
                <w:lang w:eastAsia="zh-CN"/>
              </w:rPr>
              <w:t>DC_1A_n78A</w:t>
            </w:r>
          </w:p>
          <w:p w14:paraId="08EEC570" w14:textId="77777777" w:rsidR="00B45972" w:rsidRDefault="00B45972" w:rsidP="00AC3FE8">
            <w:pPr>
              <w:pStyle w:val="TAC"/>
              <w:rPr>
                <w:noProof/>
                <w:lang w:eastAsia="zh-CN"/>
              </w:rPr>
            </w:pPr>
            <w:r>
              <w:rPr>
                <w:noProof/>
                <w:lang w:eastAsia="zh-CN"/>
              </w:rPr>
              <w:t>DC_19A_n78A</w:t>
            </w:r>
          </w:p>
        </w:tc>
      </w:tr>
      <w:tr w:rsidR="00B45972" w14:paraId="45A2B66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DCCB6E5" w14:textId="77777777" w:rsidR="00B45972" w:rsidRDefault="00B45972" w:rsidP="00AC3FE8">
            <w:pPr>
              <w:pStyle w:val="TAC"/>
              <w:rPr>
                <w:noProof/>
                <w:lang w:eastAsia="zh-CN"/>
              </w:rPr>
            </w:pPr>
            <w:r>
              <w:rPr>
                <w:noProof/>
                <w:lang w:eastAsia="zh-CN"/>
              </w:rPr>
              <w:t>DC_1A-19A_n79A</w:t>
            </w:r>
            <w:r>
              <w:rPr>
                <w:noProof/>
                <w:vertAlign w:val="superscript"/>
                <w:lang w:eastAsia="zh-CN"/>
              </w:rPr>
              <w:t>5</w:t>
            </w:r>
          </w:p>
          <w:p w14:paraId="51912A9C" w14:textId="77777777" w:rsidR="00B45972" w:rsidRDefault="00B45972" w:rsidP="00AC3FE8">
            <w:pPr>
              <w:pStyle w:val="TAC"/>
              <w:rPr>
                <w:noProof/>
                <w:lang w:eastAsia="zh-CN"/>
              </w:rPr>
            </w:pPr>
            <w:r>
              <w:rPr>
                <w:noProof/>
                <w:lang w:eastAsia="zh-CN"/>
              </w:rPr>
              <w:t>DC_1A-19A_n79C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491C7E16" w14:textId="77777777" w:rsidR="00B45972" w:rsidRDefault="00B45972" w:rsidP="00AC3FE8">
            <w:pPr>
              <w:pStyle w:val="TAC"/>
              <w:rPr>
                <w:noProof/>
                <w:lang w:eastAsia="zh-CN"/>
              </w:rPr>
            </w:pPr>
            <w:r>
              <w:rPr>
                <w:noProof/>
                <w:lang w:eastAsia="zh-CN"/>
              </w:rPr>
              <w:t>DC_1A_n79A</w:t>
            </w:r>
          </w:p>
          <w:p w14:paraId="651DDC8B" w14:textId="77777777" w:rsidR="00B45972" w:rsidRDefault="00B45972" w:rsidP="00AC3FE8">
            <w:pPr>
              <w:pStyle w:val="TAC"/>
              <w:rPr>
                <w:noProof/>
                <w:lang w:eastAsia="zh-CN"/>
              </w:rPr>
            </w:pPr>
            <w:r>
              <w:rPr>
                <w:noProof/>
                <w:lang w:eastAsia="zh-CN"/>
              </w:rPr>
              <w:t>DC_19A_n79A</w:t>
            </w:r>
          </w:p>
        </w:tc>
      </w:tr>
      <w:tr w:rsidR="00B45972" w14:paraId="087EE06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E3D966C" w14:textId="77777777" w:rsidR="00B45972" w:rsidRDefault="00B45972" w:rsidP="00AC3FE8">
            <w:pPr>
              <w:pStyle w:val="TAC"/>
              <w:rPr>
                <w:lang w:eastAsia="ja-JP"/>
              </w:rPr>
            </w:pPr>
            <w:r>
              <w:rPr>
                <w:lang w:eastAsia="ja-JP"/>
              </w:rPr>
              <w:t>DC_1A-20A_n3A</w:t>
            </w:r>
          </w:p>
          <w:p w14:paraId="6BC05565" w14:textId="77777777" w:rsidR="00B45972" w:rsidRDefault="00B45972" w:rsidP="00AC3FE8">
            <w:pPr>
              <w:pStyle w:val="TAC"/>
              <w:rPr>
                <w:noProof/>
                <w:lang w:eastAsia="zh-CN"/>
              </w:rPr>
            </w:pPr>
            <w:r>
              <w:rPr>
                <w:lang w:eastAsia="ja-JP"/>
              </w:rPr>
              <w:t>DC_1C-20A_n3A</w:t>
            </w:r>
          </w:p>
        </w:tc>
        <w:tc>
          <w:tcPr>
            <w:tcW w:w="5862" w:type="dxa"/>
            <w:tcBorders>
              <w:top w:val="single" w:sz="4" w:space="0" w:color="auto"/>
              <w:left w:val="single" w:sz="4" w:space="0" w:color="auto"/>
              <w:bottom w:val="single" w:sz="4" w:space="0" w:color="auto"/>
              <w:right w:val="single" w:sz="4" w:space="0" w:color="auto"/>
            </w:tcBorders>
            <w:hideMark/>
          </w:tcPr>
          <w:p w14:paraId="4C98EB51" w14:textId="77777777" w:rsidR="00B45972" w:rsidRDefault="00B45972" w:rsidP="00AC3FE8">
            <w:pPr>
              <w:pStyle w:val="TAC"/>
              <w:rPr>
                <w:lang w:eastAsia="fi-FI"/>
              </w:rPr>
            </w:pPr>
            <w:r>
              <w:rPr>
                <w:lang w:eastAsia="fi-FI"/>
              </w:rPr>
              <w:t>DC_1A_n3A</w:t>
            </w:r>
          </w:p>
          <w:p w14:paraId="2188645C" w14:textId="77777777" w:rsidR="00B45972" w:rsidRDefault="00B45972" w:rsidP="00AC3FE8">
            <w:pPr>
              <w:pStyle w:val="TAC"/>
              <w:rPr>
                <w:noProof/>
                <w:lang w:eastAsia="zh-CN"/>
              </w:rPr>
            </w:pPr>
            <w:r>
              <w:rPr>
                <w:lang w:eastAsia="fi-FI"/>
              </w:rPr>
              <w:t>DC_20A_n3A</w:t>
            </w:r>
          </w:p>
        </w:tc>
      </w:tr>
      <w:tr w:rsidR="00B45972" w14:paraId="11B789D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673DE76" w14:textId="77777777" w:rsidR="00B45972" w:rsidRDefault="00B45972" w:rsidP="00AC3FE8">
            <w:pPr>
              <w:pStyle w:val="TAC"/>
              <w:rPr>
                <w:lang w:eastAsia="ja-JP"/>
              </w:rPr>
            </w:pPr>
            <w:r>
              <w:rPr>
                <w:lang w:eastAsia="ja-JP"/>
              </w:rPr>
              <w:t>DC_1A-20A_n8A</w:t>
            </w:r>
          </w:p>
        </w:tc>
        <w:tc>
          <w:tcPr>
            <w:tcW w:w="5862" w:type="dxa"/>
            <w:tcBorders>
              <w:top w:val="single" w:sz="4" w:space="0" w:color="auto"/>
              <w:left w:val="single" w:sz="4" w:space="0" w:color="auto"/>
              <w:bottom w:val="single" w:sz="4" w:space="0" w:color="auto"/>
              <w:right w:val="single" w:sz="4" w:space="0" w:color="auto"/>
            </w:tcBorders>
            <w:hideMark/>
          </w:tcPr>
          <w:p w14:paraId="2629FED4" w14:textId="77777777" w:rsidR="00B45972" w:rsidRDefault="00B45972" w:rsidP="00AC3FE8">
            <w:pPr>
              <w:pStyle w:val="TAC"/>
              <w:rPr>
                <w:lang w:eastAsia="ja-JP"/>
              </w:rPr>
            </w:pPr>
            <w:r>
              <w:rPr>
                <w:lang w:eastAsia="fi-FI"/>
              </w:rPr>
              <w:t>DC_1A_</w:t>
            </w:r>
            <w:r>
              <w:rPr>
                <w:lang w:eastAsia="ja-JP"/>
              </w:rPr>
              <w:t>n8A</w:t>
            </w:r>
          </w:p>
          <w:p w14:paraId="3421DA11" w14:textId="77777777" w:rsidR="00B45972" w:rsidRDefault="00B45972" w:rsidP="00AC3FE8">
            <w:pPr>
              <w:pStyle w:val="TAC"/>
              <w:rPr>
                <w:lang w:eastAsia="fi-FI"/>
              </w:rPr>
            </w:pPr>
            <w:r>
              <w:rPr>
                <w:lang w:eastAsia="fi-FI"/>
              </w:rPr>
              <w:t>DC_</w:t>
            </w:r>
            <w:r>
              <w:rPr>
                <w:lang w:eastAsia="ja-JP"/>
              </w:rPr>
              <w:t>20</w:t>
            </w:r>
            <w:r>
              <w:rPr>
                <w:lang w:eastAsia="fi-FI"/>
              </w:rPr>
              <w:t>A_</w:t>
            </w:r>
            <w:r>
              <w:rPr>
                <w:lang w:eastAsia="ja-JP"/>
              </w:rPr>
              <w:t>n8</w:t>
            </w:r>
            <w:r>
              <w:rPr>
                <w:lang w:eastAsia="fi-FI"/>
              </w:rPr>
              <w:t>A</w:t>
            </w:r>
          </w:p>
        </w:tc>
      </w:tr>
      <w:tr w:rsidR="00B45972" w14:paraId="7322053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9305B91" w14:textId="77777777" w:rsidR="00B45972" w:rsidRDefault="00B45972" w:rsidP="00AC3FE8">
            <w:pPr>
              <w:pStyle w:val="TAC"/>
              <w:rPr>
                <w:noProof/>
                <w:lang w:eastAsia="zh-CN"/>
              </w:rPr>
            </w:pPr>
            <w:r>
              <w:rPr>
                <w:noProof/>
                <w:lang w:eastAsia="zh-CN"/>
              </w:rPr>
              <w:t>DC_1A-20A_n28A</w:t>
            </w:r>
            <w:r>
              <w:rPr>
                <w:noProof/>
                <w:vertAlign w:val="superscript"/>
                <w:lang w:eastAsia="zh-CN"/>
              </w:rPr>
              <w:t>6,11,12</w:t>
            </w:r>
          </w:p>
        </w:tc>
        <w:tc>
          <w:tcPr>
            <w:tcW w:w="5862" w:type="dxa"/>
            <w:tcBorders>
              <w:top w:val="single" w:sz="4" w:space="0" w:color="auto"/>
              <w:left w:val="single" w:sz="4" w:space="0" w:color="auto"/>
              <w:bottom w:val="single" w:sz="4" w:space="0" w:color="auto"/>
              <w:right w:val="single" w:sz="4" w:space="0" w:color="auto"/>
            </w:tcBorders>
            <w:hideMark/>
          </w:tcPr>
          <w:p w14:paraId="5F35AEAD" w14:textId="77777777" w:rsidR="00B45972" w:rsidRDefault="00B45972" w:rsidP="00AC3FE8">
            <w:pPr>
              <w:pStyle w:val="TAC"/>
              <w:rPr>
                <w:noProof/>
                <w:lang w:eastAsia="zh-CN"/>
              </w:rPr>
            </w:pPr>
            <w:r>
              <w:rPr>
                <w:noProof/>
                <w:lang w:eastAsia="zh-CN"/>
              </w:rPr>
              <w:t>DC_1A_n28A</w:t>
            </w:r>
          </w:p>
          <w:p w14:paraId="297B1D5B" w14:textId="77777777" w:rsidR="00B45972" w:rsidRDefault="00B45972" w:rsidP="00AC3FE8">
            <w:pPr>
              <w:pStyle w:val="TAC"/>
              <w:rPr>
                <w:noProof/>
                <w:lang w:eastAsia="zh-CN"/>
              </w:rPr>
            </w:pPr>
            <w:r>
              <w:rPr>
                <w:noProof/>
                <w:lang w:eastAsia="zh-CN"/>
              </w:rPr>
              <w:t>DC_20A_n28A</w:t>
            </w:r>
          </w:p>
        </w:tc>
      </w:tr>
      <w:tr w:rsidR="00B45972" w14:paraId="41DC60E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B2F3B63" w14:textId="77777777" w:rsidR="00B45972" w:rsidRDefault="00B45972" w:rsidP="00AC3FE8">
            <w:pPr>
              <w:pStyle w:val="TAC"/>
              <w:rPr>
                <w:noProof/>
                <w:lang w:eastAsia="zh-CN"/>
              </w:rPr>
            </w:pPr>
            <w:r>
              <w:rPr>
                <w:szCs w:val="22"/>
                <w:lang w:eastAsia="zh-CN"/>
              </w:rPr>
              <w:t>DC_1A-20A_n38A</w:t>
            </w:r>
          </w:p>
        </w:tc>
        <w:tc>
          <w:tcPr>
            <w:tcW w:w="5862" w:type="dxa"/>
            <w:tcBorders>
              <w:top w:val="single" w:sz="4" w:space="0" w:color="auto"/>
              <w:left w:val="single" w:sz="4" w:space="0" w:color="auto"/>
              <w:bottom w:val="single" w:sz="4" w:space="0" w:color="auto"/>
              <w:right w:val="single" w:sz="4" w:space="0" w:color="auto"/>
            </w:tcBorders>
            <w:hideMark/>
          </w:tcPr>
          <w:p w14:paraId="5E064384" w14:textId="77777777" w:rsidR="00B45972" w:rsidRDefault="00B45972" w:rsidP="00AC3FE8">
            <w:pPr>
              <w:pStyle w:val="TAC"/>
              <w:rPr>
                <w:lang w:eastAsia="ja-JP"/>
              </w:rPr>
            </w:pPr>
            <w:bookmarkStart w:id="1192" w:name="OLE_LINK40"/>
            <w:bookmarkStart w:id="1193" w:name="OLE_LINK41"/>
            <w:r>
              <w:rPr>
                <w:lang w:eastAsia="ja-JP"/>
              </w:rPr>
              <w:t>DC_1A_n38A</w:t>
            </w:r>
            <w:bookmarkEnd w:id="1192"/>
            <w:bookmarkEnd w:id="1193"/>
          </w:p>
          <w:p w14:paraId="31591737" w14:textId="77777777" w:rsidR="00B45972" w:rsidRDefault="00B45972" w:rsidP="00AC3FE8">
            <w:pPr>
              <w:pStyle w:val="TAC"/>
              <w:rPr>
                <w:noProof/>
                <w:lang w:eastAsia="zh-CN"/>
              </w:rPr>
            </w:pPr>
            <w:r>
              <w:rPr>
                <w:lang w:eastAsia="ja-JP"/>
              </w:rPr>
              <w:t>DC_</w:t>
            </w:r>
            <w:r>
              <w:rPr>
                <w:lang w:eastAsia="zh-CN"/>
              </w:rPr>
              <w:t>20</w:t>
            </w:r>
            <w:r>
              <w:rPr>
                <w:lang w:eastAsia="ja-JP"/>
              </w:rPr>
              <w:t>A_n</w:t>
            </w:r>
            <w:r>
              <w:rPr>
                <w:lang w:eastAsia="zh-CN"/>
              </w:rPr>
              <w:t>38</w:t>
            </w:r>
            <w:r>
              <w:rPr>
                <w:lang w:eastAsia="ja-JP"/>
              </w:rPr>
              <w:t>A</w:t>
            </w:r>
          </w:p>
        </w:tc>
      </w:tr>
      <w:tr w:rsidR="00B45972" w14:paraId="5A9778F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E7EB2DF" w14:textId="77777777" w:rsidR="00B45972" w:rsidRDefault="00B45972" w:rsidP="00AC3FE8">
            <w:pPr>
              <w:pStyle w:val="TAC"/>
              <w:rPr>
                <w:noProof/>
                <w:lang w:eastAsia="zh-CN"/>
              </w:rPr>
            </w:pPr>
            <w:r>
              <w:rPr>
                <w:noProof/>
                <w:lang w:eastAsia="zh-CN"/>
              </w:rPr>
              <w:t>DC_1A-20A_n41A</w:t>
            </w:r>
          </w:p>
        </w:tc>
        <w:tc>
          <w:tcPr>
            <w:tcW w:w="5862" w:type="dxa"/>
            <w:tcBorders>
              <w:top w:val="single" w:sz="4" w:space="0" w:color="auto"/>
              <w:left w:val="single" w:sz="4" w:space="0" w:color="auto"/>
              <w:bottom w:val="single" w:sz="4" w:space="0" w:color="auto"/>
              <w:right w:val="single" w:sz="4" w:space="0" w:color="auto"/>
            </w:tcBorders>
            <w:hideMark/>
          </w:tcPr>
          <w:p w14:paraId="1DA0E1E4" w14:textId="77777777" w:rsidR="00B45972" w:rsidRDefault="00B45972" w:rsidP="00AC3FE8">
            <w:pPr>
              <w:pStyle w:val="TAC"/>
              <w:rPr>
                <w:noProof/>
                <w:lang w:eastAsia="zh-CN"/>
              </w:rPr>
            </w:pPr>
            <w:r>
              <w:rPr>
                <w:noProof/>
                <w:lang w:eastAsia="zh-CN"/>
              </w:rPr>
              <w:t>DC_1A_n41A</w:t>
            </w:r>
          </w:p>
          <w:p w14:paraId="4006A93E" w14:textId="77777777" w:rsidR="00B45972" w:rsidRDefault="00B45972" w:rsidP="00AC3FE8">
            <w:pPr>
              <w:pStyle w:val="TAC"/>
              <w:rPr>
                <w:noProof/>
                <w:lang w:eastAsia="zh-CN"/>
              </w:rPr>
            </w:pPr>
            <w:r>
              <w:rPr>
                <w:noProof/>
                <w:lang w:eastAsia="zh-CN"/>
              </w:rPr>
              <w:t>DC_20A_n41A</w:t>
            </w:r>
          </w:p>
        </w:tc>
      </w:tr>
      <w:tr w:rsidR="00B45972" w14:paraId="74D7AE7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00802C9" w14:textId="77777777" w:rsidR="00B45972" w:rsidRDefault="00B45972" w:rsidP="00AC3FE8">
            <w:pPr>
              <w:pStyle w:val="TAC"/>
              <w:rPr>
                <w:noProof/>
                <w:lang w:eastAsia="zh-CN"/>
              </w:rPr>
            </w:pPr>
            <w:r>
              <w:rPr>
                <w:noProof/>
                <w:lang w:eastAsia="zh-CN"/>
              </w:rPr>
              <w:lastRenderedPageBreak/>
              <w:t>DC_1A-20A_n78A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4E5F79D6" w14:textId="77777777" w:rsidR="00B45972" w:rsidRDefault="00B45972" w:rsidP="00AC3FE8">
            <w:pPr>
              <w:pStyle w:val="TAC"/>
              <w:rPr>
                <w:noProof/>
                <w:lang w:eastAsia="zh-CN"/>
              </w:rPr>
            </w:pPr>
            <w:r>
              <w:rPr>
                <w:noProof/>
                <w:lang w:eastAsia="zh-CN"/>
              </w:rPr>
              <w:t>DC_1A_n78A</w:t>
            </w:r>
          </w:p>
          <w:p w14:paraId="3FD1F603" w14:textId="77777777" w:rsidR="00B45972" w:rsidRDefault="00B45972" w:rsidP="00AC3FE8">
            <w:pPr>
              <w:pStyle w:val="TAC"/>
              <w:rPr>
                <w:noProof/>
                <w:lang w:eastAsia="zh-CN"/>
              </w:rPr>
            </w:pPr>
            <w:r>
              <w:rPr>
                <w:noProof/>
                <w:lang w:eastAsia="zh-CN"/>
              </w:rPr>
              <w:t>DC_20A_n78A</w:t>
            </w:r>
          </w:p>
        </w:tc>
      </w:tr>
      <w:tr w:rsidR="00B45972" w14:paraId="5462942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14C580F" w14:textId="77777777" w:rsidR="00B45972" w:rsidRDefault="00B45972" w:rsidP="00AC3FE8">
            <w:pPr>
              <w:pStyle w:val="TAC"/>
              <w:rPr>
                <w:noProof/>
                <w:lang w:eastAsia="zh-CN"/>
              </w:rPr>
            </w:pPr>
            <w:r>
              <w:rPr>
                <w:noProof/>
                <w:lang w:eastAsia="zh-CN"/>
              </w:rPr>
              <w:t>DC_1A-21A_n77A</w:t>
            </w:r>
            <w:r>
              <w:rPr>
                <w:noProof/>
                <w:vertAlign w:val="superscript"/>
                <w:lang w:eastAsia="zh-CN"/>
              </w:rPr>
              <w:t>5</w:t>
            </w:r>
          </w:p>
          <w:p w14:paraId="38DAE8AE" w14:textId="77777777" w:rsidR="00B45972" w:rsidRDefault="00B45972" w:rsidP="00AC3FE8">
            <w:pPr>
              <w:pStyle w:val="TAC"/>
              <w:rPr>
                <w:noProof/>
                <w:lang w:eastAsia="zh-CN"/>
              </w:rPr>
            </w:pPr>
            <w:r>
              <w:rPr>
                <w:noProof/>
                <w:lang w:eastAsia="zh-CN"/>
              </w:rPr>
              <w:t>DC_1A-21A_n77C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411D1BA6" w14:textId="77777777" w:rsidR="00B45972" w:rsidRDefault="00B45972" w:rsidP="00AC3FE8">
            <w:pPr>
              <w:pStyle w:val="TAC"/>
              <w:rPr>
                <w:noProof/>
                <w:lang w:eastAsia="zh-CN"/>
              </w:rPr>
            </w:pPr>
            <w:r>
              <w:rPr>
                <w:noProof/>
                <w:lang w:eastAsia="zh-CN"/>
              </w:rPr>
              <w:t>DC_1A_n77A</w:t>
            </w:r>
          </w:p>
          <w:p w14:paraId="14BA913D" w14:textId="77777777" w:rsidR="00B45972" w:rsidRDefault="00B45972" w:rsidP="00AC3FE8">
            <w:pPr>
              <w:pStyle w:val="TAC"/>
              <w:rPr>
                <w:noProof/>
                <w:lang w:eastAsia="zh-CN"/>
              </w:rPr>
            </w:pPr>
            <w:r>
              <w:rPr>
                <w:noProof/>
                <w:lang w:eastAsia="zh-CN"/>
              </w:rPr>
              <w:t>DC_21A_n77A</w:t>
            </w:r>
          </w:p>
        </w:tc>
      </w:tr>
      <w:tr w:rsidR="00B45972" w14:paraId="6A728D8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4DA381D" w14:textId="77777777" w:rsidR="00B45972" w:rsidRDefault="00B45972" w:rsidP="00AC3FE8">
            <w:pPr>
              <w:pStyle w:val="TAC"/>
              <w:rPr>
                <w:noProof/>
                <w:lang w:eastAsia="zh-CN"/>
              </w:rPr>
            </w:pPr>
            <w:r>
              <w:rPr>
                <w:noProof/>
                <w:lang w:eastAsia="zh-CN"/>
              </w:rPr>
              <w:t>DC_1A-21A_n78A</w:t>
            </w:r>
            <w:r>
              <w:rPr>
                <w:noProof/>
                <w:vertAlign w:val="superscript"/>
                <w:lang w:eastAsia="zh-CN"/>
              </w:rPr>
              <w:t>5</w:t>
            </w:r>
          </w:p>
          <w:p w14:paraId="22A7A739" w14:textId="77777777" w:rsidR="00B45972" w:rsidRDefault="00B45972" w:rsidP="00AC3FE8">
            <w:pPr>
              <w:pStyle w:val="TAC"/>
              <w:rPr>
                <w:noProof/>
                <w:lang w:eastAsia="zh-CN"/>
              </w:rPr>
            </w:pPr>
            <w:r>
              <w:rPr>
                <w:noProof/>
                <w:lang w:eastAsia="zh-CN"/>
              </w:rPr>
              <w:t>DC_1A-21A_n78C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4C704C2" w14:textId="77777777" w:rsidR="00B45972" w:rsidRDefault="00B45972" w:rsidP="00AC3FE8">
            <w:pPr>
              <w:pStyle w:val="TAC"/>
              <w:rPr>
                <w:noProof/>
                <w:lang w:eastAsia="zh-CN"/>
              </w:rPr>
            </w:pPr>
            <w:r>
              <w:rPr>
                <w:noProof/>
                <w:lang w:eastAsia="zh-CN"/>
              </w:rPr>
              <w:t>DC_1A_n78A</w:t>
            </w:r>
          </w:p>
          <w:p w14:paraId="320E5228" w14:textId="77777777" w:rsidR="00B45972" w:rsidRDefault="00B45972" w:rsidP="00AC3FE8">
            <w:pPr>
              <w:pStyle w:val="TAC"/>
              <w:rPr>
                <w:noProof/>
                <w:lang w:eastAsia="zh-CN"/>
              </w:rPr>
            </w:pPr>
            <w:r>
              <w:rPr>
                <w:noProof/>
                <w:lang w:eastAsia="zh-CN"/>
              </w:rPr>
              <w:t>DC_21A_n78A</w:t>
            </w:r>
          </w:p>
        </w:tc>
      </w:tr>
      <w:tr w:rsidR="00B45972" w14:paraId="753F62F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7ACCC23" w14:textId="77777777" w:rsidR="00B45972" w:rsidRDefault="00B45972" w:rsidP="00AC3FE8">
            <w:pPr>
              <w:pStyle w:val="TAC"/>
              <w:rPr>
                <w:noProof/>
                <w:lang w:eastAsia="zh-CN"/>
              </w:rPr>
            </w:pPr>
            <w:r>
              <w:rPr>
                <w:noProof/>
                <w:lang w:eastAsia="zh-CN"/>
              </w:rPr>
              <w:t>DC_1A-21A_n79A</w:t>
            </w:r>
            <w:r>
              <w:rPr>
                <w:noProof/>
                <w:vertAlign w:val="superscript"/>
                <w:lang w:eastAsia="zh-CN"/>
              </w:rPr>
              <w:t>5</w:t>
            </w:r>
          </w:p>
          <w:p w14:paraId="4B202EDC" w14:textId="77777777" w:rsidR="00B45972" w:rsidRDefault="00B45972" w:rsidP="00AC3FE8">
            <w:pPr>
              <w:pStyle w:val="TAC"/>
              <w:rPr>
                <w:noProof/>
                <w:lang w:eastAsia="zh-CN"/>
              </w:rPr>
            </w:pPr>
            <w:r>
              <w:rPr>
                <w:noProof/>
                <w:lang w:eastAsia="zh-CN"/>
              </w:rPr>
              <w:t>DC_1A-21A_n79C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2CB28717" w14:textId="77777777" w:rsidR="00B45972" w:rsidRDefault="00B45972" w:rsidP="00AC3FE8">
            <w:pPr>
              <w:pStyle w:val="TAC"/>
              <w:rPr>
                <w:noProof/>
                <w:lang w:eastAsia="zh-CN"/>
              </w:rPr>
            </w:pPr>
            <w:r>
              <w:rPr>
                <w:noProof/>
                <w:lang w:eastAsia="zh-CN"/>
              </w:rPr>
              <w:t>DC_1A_n79A</w:t>
            </w:r>
          </w:p>
          <w:p w14:paraId="57F536AD" w14:textId="77777777" w:rsidR="00B45972" w:rsidRDefault="00B45972" w:rsidP="00AC3FE8">
            <w:pPr>
              <w:pStyle w:val="TAC"/>
              <w:rPr>
                <w:noProof/>
                <w:lang w:eastAsia="zh-CN"/>
              </w:rPr>
            </w:pPr>
            <w:r>
              <w:rPr>
                <w:noProof/>
                <w:lang w:eastAsia="zh-CN"/>
              </w:rPr>
              <w:t>DC_21A_n79A</w:t>
            </w:r>
          </w:p>
        </w:tc>
      </w:tr>
      <w:tr w:rsidR="00B45972" w14:paraId="1E6B62C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BC46896" w14:textId="77777777" w:rsidR="00B45972" w:rsidRDefault="00B45972" w:rsidP="00AC3FE8">
            <w:pPr>
              <w:pStyle w:val="TAC"/>
              <w:rPr>
                <w:noProof/>
                <w:lang w:eastAsia="zh-CN"/>
              </w:rPr>
            </w:pPr>
            <w:r>
              <w:rPr>
                <w:lang w:eastAsia="ja-JP"/>
              </w:rPr>
              <w:t>DC_1A-28A_n3A</w:t>
            </w:r>
          </w:p>
        </w:tc>
        <w:tc>
          <w:tcPr>
            <w:tcW w:w="5862" w:type="dxa"/>
            <w:tcBorders>
              <w:top w:val="single" w:sz="4" w:space="0" w:color="auto"/>
              <w:left w:val="single" w:sz="4" w:space="0" w:color="auto"/>
              <w:bottom w:val="single" w:sz="4" w:space="0" w:color="auto"/>
              <w:right w:val="single" w:sz="4" w:space="0" w:color="auto"/>
            </w:tcBorders>
            <w:hideMark/>
          </w:tcPr>
          <w:p w14:paraId="58ED07A6" w14:textId="77777777" w:rsidR="00B45972" w:rsidRDefault="00B45972" w:rsidP="00AC3FE8">
            <w:pPr>
              <w:pStyle w:val="TAC"/>
              <w:rPr>
                <w:lang w:eastAsia="ja-JP"/>
              </w:rPr>
            </w:pPr>
            <w:r>
              <w:rPr>
                <w:lang w:eastAsia="ja-JP"/>
              </w:rPr>
              <w:t>DC_1A_n3A</w:t>
            </w:r>
          </w:p>
          <w:p w14:paraId="184B5E3F" w14:textId="77777777" w:rsidR="00B45972" w:rsidRDefault="00B45972" w:rsidP="00AC3FE8">
            <w:pPr>
              <w:pStyle w:val="TAC"/>
              <w:rPr>
                <w:noProof/>
                <w:lang w:eastAsia="zh-CN"/>
              </w:rPr>
            </w:pPr>
            <w:r>
              <w:rPr>
                <w:lang w:eastAsia="ja-JP"/>
              </w:rPr>
              <w:t>DC_28A_n3A</w:t>
            </w:r>
          </w:p>
        </w:tc>
      </w:tr>
      <w:tr w:rsidR="00B45972" w14:paraId="43C9B1E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8B9B94D" w14:textId="77777777" w:rsidR="00B45972" w:rsidRDefault="00B45972" w:rsidP="00AC3FE8">
            <w:pPr>
              <w:pStyle w:val="TAC"/>
              <w:rPr>
                <w:noProof/>
                <w:lang w:eastAsia="zh-CN"/>
              </w:rPr>
            </w:pPr>
            <w:r>
              <w:rPr>
                <w:lang w:eastAsia="ja-JP"/>
              </w:rPr>
              <w:t>DC_1A-28A_n5A</w:t>
            </w:r>
            <w:r>
              <w:rPr>
                <w:noProof/>
                <w:vertAlign w:val="superscript"/>
                <w:lang w:eastAsia="zh-CN"/>
              </w:rPr>
              <w:t>6</w:t>
            </w:r>
          </w:p>
        </w:tc>
        <w:tc>
          <w:tcPr>
            <w:tcW w:w="5862" w:type="dxa"/>
            <w:tcBorders>
              <w:top w:val="single" w:sz="4" w:space="0" w:color="auto"/>
              <w:left w:val="single" w:sz="4" w:space="0" w:color="auto"/>
              <w:bottom w:val="single" w:sz="4" w:space="0" w:color="auto"/>
              <w:right w:val="single" w:sz="4" w:space="0" w:color="auto"/>
            </w:tcBorders>
            <w:hideMark/>
          </w:tcPr>
          <w:p w14:paraId="28067140" w14:textId="77777777" w:rsidR="00B45972" w:rsidRDefault="00B45972" w:rsidP="00AC3FE8">
            <w:pPr>
              <w:pStyle w:val="TAC"/>
              <w:rPr>
                <w:lang w:eastAsia="fi-FI"/>
              </w:rPr>
            </w:pPr>
            <w:r>
              <w:rPr>
                <w:lang w:eastAsia="fi-FI"/>
              </w:rPr>
              <w:t>DC_1A_n5A</w:t>
            </w:r>
          </w:p>
          <w:p w14:paraId="1A337985" w14:textId="77777777" w:rsidR="00B45972" w:rsidRDefault="00B45972" w:rsidP="00AC3FE8">
            <w:pPr>
              <w:pStyle w:val="TAC"/>
              <w:rPr>
                <w:noProof/>
                <w:lang w:eastAsia="zh-CN"/>
              </w:rPr>
            </w:pPr>
            <w:r>
              <w:rPr>
                <w:lang w:eastAsia="fi-FI"/>
              </w:rPr>
              <w:t>DC_28A_n5A</w:t>
            </w:r>
          </w:p>
        </w:tc>
      </w:tr>
      <w:tr w:rsidR="00B45972" w14:paraId="2BACB73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BBB4C9B" w14:textId="77777777" w:rsidR="00B45972" w:rsidRDefault="00B45972" w:rsidP="00AC3FE8">
            <w:pPr>
              <w:pStyle w:val="TAC"/>
              <w:rPr>
                <w:lang w:eastAsia="ja-JP"/>
              </w:rPr>
            </w:pPr>
            <w:r>
              <w:rPr>
                <w:lang w:eastAsia="ja-JP"/>
              </w:rPr>
              <w:t>DC_1A-28A_n7A</w:t>
            </w:r>
          </w:p>
          <w:p w14:paraId="4B768DAE" w14:textId="77777777" w:rsidR="00B45972" w:rsidRDefault="00B45972" w:rsidP="00AC3FE8">
            <w:pPr>
              <w:pStyle w:val="TAC"/>
              <w:rPr>
                <w:lang w:eastAsia="ja-JP"/>
              </w:rPr>
            </w:pPr>
            <w:r>
              <w:rPr>
                <w:lang w:eastAsia="ja-JP"/>
              </w:rPr>
              <w:t>DC_1A-28A_n7B</w:t>
            </w:r>
          </w:p>
        </w:tc>
        <w:tc>
          <w:tcPr>
            <w:tcW w:w="5862" w:type="dxa"/>
            <w:tcBorders>
              <w:top w:val="single" w:sz="4" w:space="0" w:color="auto"/>
              <w:left w:val="single" w:sz="4" w:space="0" w:color="auto"/>
              <w:bottom w:val="single" w:sz="4" w:space="0" w:color="auto"/>
              <w:right w:val="single" w:sz="4" w:space="0" w:color="auto"/>
            </w:tcBorders>
            <w:hideMark/>
          </w:tcPr>
          <w:p w14:paraId="1E262EF8" w14:textId="77777777" w:rsidR="00B45972" w:rsidRDefault="00B45972" w:rsidP="00AC3FE8">
            <w:pPr>
              <w:pStyle w:val="TAC"/>
              <w:rPr>
                <w:lang w:eastAsia="fi-FI"/>
              </w:rPr>
            </w:pPr>
            <w:r>
              <w:rPr>
                <w:lang w:eastAsia="fi-FI"/>
              </w:rPr>
              <w:t>DC_1A_n7A</w:t>
            </w:r>
          </w:p>
          <w:p w14:paraId="39E4A301" w14:textId="77777777" w:rsidR="00B45972" w:rsidRDefault="00B45972" w:rsidP="00AC3FE8">
            <w:pPr>
              <w:pStyle w:val="TAC"/>
              <w:rPr>
                <w:lang w:eastAsia="fi-FI"/>
              </w:rPr>
            </w:pPr>
            <w:r>
              <w:rPr>
                <w:lang w:eastAsia="fi-FI"/>
              </w:rPr>
              <w:t>DC_28A_n7A</w:t>
            </w:r>
          </w:p>
          <w:p w14:paraId="134E3F13" w14:textId="77777777" w:rsidR="00B45972" w:rsidRDefault="00B45972" w:rsidP="00AC3FE8">
            <w:pPr>
              <w:pStyle w:val="TAC"/>
              <w:rPr>
                <w:lang w:eastAsia="fi-FI"/>
              </w:rPr>
            </w:pPr>
            <w:r>
              <w:rPr>
                <w:lang w:eastAsia="fi-FI"/>
              </w:rPr>
              <w:t>DC_1A_n7B</w:t>
            </w:r>
          </w:p>
          <w:p w14:paraId="3BD669FC" w14:textId="77777777" w:rsidR="00B45972" w:rsidRDefault="00B45972" w:rsidP="00AC3FE8">
            <w:pPr>
              <w:pStyle w:val="TAC"/>
              <w:rPr>
                <w:lang w:eastAsia="fi-FI"/>
              </w:rPr>
            </w:pPr>
            <w:r>
              <w:rPr>
                <w:lang w:eastAsia="fi-FI"/>
              </w:rPr>
              <w:t>DC_28A_n7B</w:t>
            </w:r>
          </w:p>
        </w:tc>
      </w:tr>
      <w:tr w:rsidR="00B45972" w14:paraId="1EC5573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BFDD4E9" w14:textId="77777777" w:rsidR="00B45972" w:rsidRDefault="00B45972" w:rsidP="00AC3FE8">
            <w:pPr>
              <w:pStyle w:val="TAC"/>
              <w:rPr>
                <w:lang w:eastAsia="ja-JP"/>
              </w:rPr>
            </w:pPr>
            <w:r>
              <w:rPr>
                <w:lang w:eastAsia="ja-JP"/>
              </w:rPr>
              <w:t>DC_1A-1A-28A_n7A</w:t>
            </w:r>
          </w:p>
          <w:p w14:paraId="73DDA1E5" w14:textId="77777777" w:rsidR="00B45972" w:rsidRDefault="00B45972" w:rsidP="00AC3FE8">
            <w:pPr>
              <w:pStyle w:val="TAC"/>
              <w:rPr>
                <w:lang w:eastAsia="ja-JP"/>
              </w:rPr>
            </w:pPr>
            <w:r>
              <w:rPr>
                <w:lang w:eastAsia="ja-JP"/>
              </w:rPr>
              <w:t>DC_1A-1A-28A_n7B</w:t>
            </w:r>
          </w:p>
        </w:tc>
        <w:tc>
          <w:tcPr>
            <w:tcW w:w="5862" w:type="dxa"/>
            <w:tcBorders>
              <w:top w:val="single" w:sz="4" w:space="0" w:color="auto"/>
              <w:left w:val="single" w:sz="4" w:space="0" w:color="auto"/>
              <w:bottom w:val="single" w:sz="4" w:space="0" w:color="auto"/>
              <w:right w:val="single" w:sz="4" w:space="0" w:color="auto"/>
            </w:tcBorders>
            <w:hideMark/>
          </w:tcPr>
          <w:p w14:paraId="1898B153" w14:textId="77777777" w:rsidR="00B45972" w:rsidRDefault="00B45972" w:rsidP="00AC3FE8">
            <w:pPr>
              <w:pStyle w:val="TAC"/>
              <w:rPr>
                <w:lang w:eastAsia="fi-FI"/>
              </w:rPr>
            </w:pPr>
            <w:r>
              <w:rPr>
                <w:lang w:eastAsia="fi-FI"/>
              </w:rPr>
              <w:t>DC_1A_n7A</w:t>
            </w:r>
          </w:p>
          <w:p w14:paraId="34D77C9E" w14:textId="77777777" w:rsidR="00B45972" w:rsidRDefault="00B45972" w:rsidP="00AC3FE8">
            <w:pPr>
              <w:pStyle w:val="TAC"/>
              <w:rPr>
                <w:lang w:eastAsia="fi-FI"/>
              </w:rPr>
            </w:pPr>
            <w:r>
              <w:rPr>
                <w:lang w:eastAsia="fi-FI"/>
              </w:rPr>
              <w:t>DC_28A_n7A</w:t>
            </w:r>
          </w:p>
          <w:p w14:paraId="49D48D78" w14:textId="77777777" w:rsidR="00B45972" w:rsidRDefault="00B45972" w:rsidP="00AC3FE8">
            <w:pPr>
              <w:pStyle w:val="TAC"/>
              <w:rPr>
                <w:lang w:eastAsia="fi-FI"/>
              </w:rPr>
            </w:pPr>
            <w:r>
              <w:rPr>
                <w:lang w:eastAsia="fi-FI"/>
              </w:rPr>
              <w:t>DC_1A_n7B</w:t>
            </w:r>
          </w:p>
          <w:p w14:paraId="7A4406C9" w14:textId="77777777" w:rsidR="00B45972" w:rsidRDefault="00B45972" w:rsidP="00AC3FE8">
            <w:pPr>
              <w:pStyle w:val="TAC"/>
              <w:rPr>
                <w:lang w:eastAsia="fi-FI"/>
              </w:rPr>
            </w:pPr>
            <w:r>
              <w:rPr>
                <w:lang w:eastAsia="fi-FI"/>
              </w:rPr>
              <w:t>DC_28A_n7B</w:t>
            </w:r>
          </w:p>
        </w:tc>
      </w:tr>
      <w:tr w:rsidR="00B45972" w14:paraId="2EAA2D5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3AEA42E" w14:textId="77777777" w:rsidR="00B45972" w:rsidRDefault="00B45972" w:rsidP="00AC3FE8">
            <w:pPr>
              <w:pStyle w:val="TAC"/>
              <w:rPr>
                <w:lang w:eastAsia="ja-JP"/>
              </w:rPr>
            </w:pPr>
            <w:r>
              <w:rPr>
                <w:rFonts w:cs="Arial"/>
                <w:lang w:eastAsia="ja-JP"/>
              </w:rPr>
              <w:t>DC_1A_n28A-n40A</w:t>
            </w:r>
          </w:p>
        </w:tc>
        <w:tc>
          <w:tcPr>
            <w:tcW w:w="5862" w:type="dxa"/>
            <w:tcBorders>
              <w:top w:val="single" w:sz="4" w:space="0" w:color="auto"/>
              <w:left w:val="single" w:sz="4" w:space="0" w:color="auto"/>
              <w:bottom w:val="single" w:sz="4" w:space="0" w:color="auto"/>
              <w:right w:val="single" w:sz="4" w:space="0" w:color="auto"/>
            </w:tcBorders>
            <w:hideMark/>
          </w:tcPr>
          <w:p w14:paraId="2DDD4716" w14:textId="77777777" w:rsidR="00B45972" w:rsidRDefault="00B45972" w:rsidP="00AC3FE8">
            <w:pPr>
              <w:pStyle w:val="TAC"/>
              <w:rPr>
                <w:rFonts w:cs="Arial"/>
                <w:lang w:eastAsia="ja-JP"/>
              </w:rPr>
            </w:pPr>
            <w:r>
              <w:rPr>
                <w:rFonts w:cs="Arial"/>
                <w:lang w:eastAsia="ja-JP"/>
              </w:rPr>
              <w:t>DC_1A_n28A</w:t>
            </w:r>
          </w:p>
          <w:p w14:paraId="1CFCF0AF" w14:textId="77777777" w:rsidR="00B45972" w:rsidRDefault="00B45972" w:rsidP="00AC3FE8">
            <w:pPr>
              <w:pStyle w:val="TAC"/>
              <w:rPr>
                <w:lang w:eastAsia="ja-JP"/>
              </w:rPr>
            </w:pPr>
            <w:r>
              <w:rPr>
                <w:rFonts w:cs="Arial"/>
                <w:lang w:eastAsia="ja-JP"/>
              </w:rPr>
              <w:t>DC_1A_n40A</w:t>
            </w:r>
          </w:p>
        </w:tc>
      </w:tr>
      <w:tr w:rsidR="00B45972" w14:paraId="295CD07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1991154" w14:textId="77777777" w:rsidR="00B45972" w:rsidRDefault="00B45972" w:rsidP="00AC3FE8">
            <w:pPr>
              <w:pStyle w:val="TAC"/>
              <w:rPr>
                <w:lang w:eastAsia="ja-JP"/>
              </w:rPr>
            </w:pPr>
            <w:r>
              <w:rPr>
                <w:lang w:eastAsia="ja-JP"/>
              </w:rPr>
              <w:t>DC_1A-28A_n40A</w:t>
            </w:r>
          </w:p>
        </w:tc>
        <w:tc>
          <w:tcPr>
            <w:tcW w:w="5862" w:type="dxa"/>
            <w:tcBorders>
              <w:top w:val="single" w:sz="4" w:space="0" w:color="auto"/>
              <w:left w:val="single" w:sz="4" w:space="0" w:color="auto"/>
              <w:bottom w:val="single" w:sz="4" w:space="0" w:color="auto"/>
              <w:right w:val="single" w:sz="4" w:space="0" w:color="auto"/>
            </w:tcBorders>
            <w:hideMark/>
          </w:tcPr>
          <w:p w14:paraId="783AB75A" w14:textId="77777777" w:rsidR="00B45972" w:rsidRDefault="00B45972" w:rsidP="00AC3FE8">
            <w:pPr>
              <w:pStyle w:val="TAC"/>
              <w:rPr>
                <w:lang w:eastAsia="ja-JP"/>
              </w:rPr>
            </w:pPr>
            <w:r>
              <w:rPr>
                <w:lang w:eastAsia="ja-JP"/>
              </w:rPr>
              <w:t>DC_1A_n40A</w:t>
            </w:r>
          </w:p>
          <w:p w14:paraId="7F98F0DA" w14:textId="77777777" w:rsidR="00B45972" w:rsidRDefault="00B45972" w:rsidP="00AC3FE8">
            <w:pPr>
              <w:pStyle w:val="TAC"/>
              <w:rPr>
                <w:lang w:eastAsia="fi-FI"/>
              </w:rPr>
            </w:pPr>
            <w:r>
              <w:rPr>
                <w:lang w:eastAsia="ja-JP"/>
              </w:rPr>
              <w:t>DC_28A_n40A</w:t>
            </w:r>
          </w:p>
        </w:tc>
      </w:tr>
      <w:tr w:rsidR="00B45972" w14:paraId="1B14A97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8B5FCAE" w14:textId="77777777" w:rsidR="00B45972" w:rsidRDefault="00B45972" w:rsidP="00AC3FE8">
            <w:pPr>
              <w:pStyle w:val="TAC"/>
              <w:rPr>
                <w:noProof/>
                <w:lang w:eastAsia="zh-CN"/>
              </w:rPr>
            </w:pPr>
            <w:r>
              <w:rPr>
                <w:noProof/>
                <w:lang w:eastAsia="zh-CN"/>
              </w:rPr>
              <w:t>DC_1A-28A_n77A</w:t>
            </w:r>
            <w:r>
              <w:rPr>
                <w:noProof/>
                <w:vertAlign w:val="superscript"/>
                <w:lang w:eastAsia="zh-CN"/>
              </w:rPr>
              <w:t>5</w:t>
            </w:r>
          </w:p>
          <w:p w14:paraId="28AB99CC" w14:textId="77777777" w:rsidR="00B45972" w:rsidRDefault="00B45972" w:rsidP="00AC3FE8">
            <w:pPr>
              <w:pStyle w:val="TAC"/>
              <w:rPr>
                <w:noProof/>
                <w:lang w:eastAsia="zh-CN"/>
              </w:rPr>
            </w:pPr>
            <w:r>
              <w:rPr>
                <w:noProof/>
                <w:lang w:eastAsia="zh-CN"/>
              </w:rPr>
              <w:t>DC_1A-28A_n77C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A37E0E1" w14:textId="77777777" w:rsidR="00B45972" w:rsidRDefault="00B45972" w:rsidP="00AC3FE8">
            <w:pPr>
              <w:pStyle w:val="TAC"/>
              <w:rPr>
                <w:noProof/>
                <w:lang w:eastAsia="zh-CN"/>
              </w:rPr>
            </w:pPr>
            <w:r>
              <w:rPr>
                <w:noProof/>
                <w:lang w:eastAsia="zh-CN"/>
              </w:rPr>
              <w:t>DC_1A_n77A</w:t>
            </w:r>
          </w:p>
          <w:p w14:paraId="2CBAF34D" w14:textId="77777777" w:rsidR="00B45972" w:rsidRDefault="00B45972" w:rsidP="00AC3FE8">
            <w:pPr>
              <w:pStyle w:val="TAC"/>
              <w:rPr>
                <w:noProof/>
                <w:lang w:eastAsia="zh-CN"/>
              </w:rPr>
            </w:pPr>
            <w:r>
              <w:rPr>
                <w:noProof/>
                <w:lang w:eastAsia="zh-CN"/>
              </w:rPr>
              <w:t>DC_28A_n77A</w:t>
            </w:r>
          </w:p>
        </w:tc>
      </w:tr>
      <w:tr w:rsidR="00B45972" w14:paraId="72909B8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2B60191" w14:textId="77777777" w:rsidR="00B45972" w:rsidRDefault="00B45972" w:rsidP="00AC3FE8">
            <w:pPr>
              <w:pStyle w:val="TAC"/>
              <w:rPr>
                <w:noProof/>
                <w:lang w:eastAsia="zh-CN"/>
              </w:rPr>
            </w:pPr>
            <w:r>
              <w:rPr>
                <w:noProof/>
                <w:lang w:eastAsia="zh-CN"/>
              </w:rPr>
              <w:t>DC_1A-28A_n78A</w:t>
            </w:r>
            <w:r>
              <w:rPr>
                <w:noProof/>
                <w:vertAlign w:val="superscript"/>
                <w:lang w:eastAsia="zh-CN"/>
              </w:rPr>
              <w:t>5</w:t>
            </w:r>
          </w:p>
          <w:p w14:paraId="1B66C828" w14:textId="77777777" w:rsidR="00B45972" w:rsidRDefault="00B45972" w:rsidP="00AC3FE8">
            <w:pPr>
              <w:pStyle w:val="TAC"/>
              <w:rPr>
                <w:noProof/>
                <w:lang w:eastAsia="zh-CN"/>
              </w:rPr>
            </w:pPr>
            <w:r>
              <w:rPr>
                <w:noProof/>
                <w:lang w:eastAsia="zh-CN"/>
              </w:rPr>
              <w:t>DC_1A-28A_n78C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1196E04" w14:textId="77777777" w:rsidR="00B45972" w:rsidRDefault="00B45972" w:rsidP="00AC3FE8">
            <w:pPr>
              <w:pStyle w:val="TAC"/>
              <w:rPr>
                <w:noProof/>
                <w:lang w:eastAsia="zh-CN"/>
              </w:rPr>
            </w:pPr>
            <w:r>
              <w:rPr>
                <w:noProof/>
                <w:lang w:eastAsia="zh-CN"/>
              </w:rPr>
              <w:t>DC_1A_n78A</w:t>
            </w:r>
          </w:p>
          <w:p w14:paraId="579E64DF" w14:textId="77777777" w:rsidR="00B45972" w:rsidRDefault="00B45972" w:rsidP="00AC3FE8">
            <w:pPr>
              <w:pStyle w:val="TAC"/>
              <w:rPr>
                <w:noProof/>
                <w:lang w:eastAsia="zh-CN"/>
              </w:rPr>
            </w:pPr>
            <w:r>
              <w:rPr>
                <w:noProof/>
                <w:lang w:eastAsia="zh-CN"/>
              </w:rPr>
              <w:t>DC_28A_n78A</w:t>
            </w:r>
          </w:p>
        </w:tc>
      </w:tr>
      <w:tr w:rsidR="00B45972" w14:paraId="109F97D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0AC3036" w14:textId="77777777" w:rsidR="00B45972" w:rsidRDefault="00B45972" w:rsidP="00AC3FE8">
            <w:pPr>
              <w:pStyle w:val="TAC"/>
              <w:rPr>
                <w:noProof/>
                <w:vertAlign w:val="superscript"/>
                <w:lang w:eastAsia="zh-CN"/>
              </w:rPr>
            </w:pPr>
            <w:r>
              <w:rPr>
                <w:rFonts w:eastAsia="Malgun Gothic"/>
                <w:noProof/>
                <w:lang w:eastAsia="ko-KR"/>
              </w:rPr>
              <w:t>DC_1A_n28A-n77A</w:t>
            </w:r>
            <w:r>
              <w:rPr>
                <w:noProof/>
                <w:vertAlign w:val="superscript"/>
                <w:lang w:eastAsia="zh-CN"/>
              </w:rPr>
              <w:t>5</w:t>
            </w:r>
          </w:p>
          <w:p w14:paraId="58C26640" w14:textId="77777777" w:rsidR="00B45972" w:rsidRDefault="00B45972" w:rsidP="00AC3FE8">
            <w:pPr>
              <w:pStyle w:val="TAC"/>
              <w:rPr>
                <w:noProof/>
                <w:lang w:eastAsia="zh-CN"/>
              </w:rPr>
            </w:pPr>
            <w:r>
              <w:rPr>
                <w:rFonts w:eastAsia="Malgun Gothic"/>
                <w:noProof/>
                <w:lang w:eastAsia="ko-KR"/>
              </w:rPr>
              <w:t>DC_1A_n28A-n77(2A)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34D98EE6" w14:textId="77777777" w:rsidR="00B45972" w:rsidRDefault="00B45972" w:rsidP="00AC3FE8">
            <w:pPr>
              <w:pStyle w:val="TAC"/>
              <w:rPr>
                <w:rFonts w:eastAsia="Malgun Gothic"/>
                <w:noProof/>
                <w:lang w:eastAsia="ko-KR"/>
              </w:rPr>
            </w:pPr>
            <w:r>
              <w:rPr>
                <w:rFonts w:eastAsia="Malgun Gothic"/>
                <w:noProof/>
                <w:lang w:eastAsia="ko-KR"/>
              </w:rPr>
              <w:t>DC_1A_n28A</w:t>
            </w:r>
          </w:p>
          <w:p w14:paraId="194BEBBE" w14:textId="77777777" w:rsidR="00B45972" w:rsidRDefault="00B45972" w:rsidP="00AC3FE8">
            <w:pPr>
              <w:pStyle w:val="TAC"/>
              <w:rPr>
                <w:noProof/>
                <w:lang w:eastAsia="zh-CN"/>
              </w:rPr>
            </w:pPr>
            <w:r>
              <w:rPr>
                <w:rFonts w:eastAsia="Malgun Gothic"/>
                <w:noProof/>
                <w:lang w:eastAsia="ko-KR"/>
              </w:rPr>
              <w:t>DC_1A_n77A</w:t>
            </w:r>
          </w:p>
        </w:tc>
      </w:tr>
      <w:tr w:rsidR="00B45972" w14:paraId="5960821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591C9D5" w14:textId="77777777" w:rsidR="00B45972" w:rsidRDefault="00B45972" w:rsidP="00AC3FE8">
            <w:pPr>
              <w:pStyle w:val="TAC"/>
              <w:rPr>
                <w:noProof/>
                <w:lang w:eastAsia="zh-CN"/>
              </w:rPr>
            </w:pPr>
            <w:r>
              <w:rPr>
                <w:rFonts w:eastAsia="Malgun Gothic"/>
                <w:noProof/>
                <w:lang w:eastAsia="ko-KR"/>
              </w:rPr>
              <w:t>DC_1A_n28A-n78A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4F8D455" w14:textId="77777777" w:rsidR="00B45972" w:rsidRDefault="00B45972" w:rsidP="00AC3FE8">
            <w:pPr>
              <w:pStyle w:val="TAC"/>
              <w:rPr>
                <w:rFonts w:eastAsia="Malgun Gothic"/>
                <w:noProof/>
                <w:lang w:eastAsia="ko-KR"/>
              </w:rPr>
            </w:pPr>
            <w:r>
              <w:rPr>
                <w:rFonts w:eastAsia="Malgun Gothic"/>
                <w:noProof/>
                <w:lang w:eastAsia="ko-KR"/>
              </w:rPr>
              <w:t>DC_1A_n28A</w:t>
            </w:r>
          </w:p>
          <w:p w14:paraId="68F6A68E" w14:textId="77777777" w:rsidR="00B45972" w:rsidRDefault="00B45972" w:rsidP="00AC3FE8">
            <w:pPr>
              <w:pStyle w:val="TAC"/>
              <w:rPr>
                <w:noProof/>
                <w:lang w:eastAsia="zh-CN"/>
              </w:rPr>
            </w:pPr>
            <w:r>
              <w:rPr>
                <w:rFonts w:eastAsia="Malgun Gothic"/>
                <w:noProof/>
                <w:lang w:eastAsia="ko-KR"/>
              </w:rPr>
              <w:t>DC_1A_n78A</w:t>
            </w:r>
          </w:p>
        </w:tc>
      </w:tr>
      <w:tr w:rsidR="00B45972" w14:paraId="42043C9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66B3A11" w14:textId="77777777" w:rsidR="00B45972" w:rsidRDefault="00B45972" w:rsidP="00AC3FE8">
            <w:pPr>
              <w:pStyle w:val="TAC"/>
              <w:rPr>
                <w:noProof/>
                <w:lang w:eastAsia="zh-CN"/>
              </w:rPr>
            </w:pPr>
            <w:r>
              <w:rPr>
                <w:noProof/>
                <w:lang w:eastAsia="zh-CN"/>
              </w:rPr>
              <w:t>DC_1A-28A_n79A</w:t>
            </w:r>
            <w:r>
              <w:rPr>
                <w:noProof/>
                <w:vertAlign w:val="superscript"/>
                <w:lang w:eastAsia="zh-CN"/>
              </w:rPr>
              <w:t>5</w:t>
            </w:r>
          </w:p>
          <w:p w14:paraId="3A9F813B" w14:textId="77777777" w:rsidR="00B45972" w:rsidRDefault="00B45972" w:rsidP="00AC3FE8">
            <w:pPr>
              <w:pStyle w:val="TAC"/>
              <w:rPr>
                <w:noProof/>
                <w:lang w:eastAsia="zh-CN"/>
              </w:rPr>
            </w:pPr>
            <w:r>
              <w:rPr>
                <w:noProof/>
                <w:lang w:eastAsia="zh-CN"/>
              </w:rPr>
              <w:t>DC_1A-28A_n79C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42D9339" w14:textId="77777777" w:rsidR="00B45972" w:rsidRDefault="00B45972" w:rsidP="00AC3FE8">
            <w:pPr>
              <w:pStyle w:val="TAC"/>
              <w:rPr>
                <w:noProof/>
                <w:lang w:eastAsia="zh-CN"/>
              </w:rPr>
            </w:pPr>
            <w:r>
              <w:rPr>
                <w:noProof/>
                <w:lang w:eastAsia="zh-CN"/>
              </w:rPr>
              <w:t>DC_1A_n79A</w:t>
            </w:r>
          </w:p>
          <w:p w14:paraId="33759C91" w14:textId="77777777" w:rsidR="00B45972" w:rsidRDefault="00B45972" w:rsidP="00AC3FE8">
            <w:pPr>
              <w:pStyle w:val="TAC"/>
              <w:rPr>
                <w:noProof/>
                <w:lang w:eastAsia="zh-CN"/>
              </w:rPr>
            </w:pPr>
            <w:r>
              <w:rPr>
                <w:noProof/>
                <w:lang w:eastAsia="zh-CN"/>
              </w:rPr>
              <w:t>DC_28A_n79A</w:t>
            </w:r>
          </w:p>
        </w:tc>
      </w:tr>
      <w:tr w:rsidR="00B45972" w14:paraId="1596574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796605A" w14:textId="77777777" w:rsidR="00B45972" w:rsidRDefault="00B45972" w:rsidP="00AC3FE8">
            <w:pPr>
              <w:pStyle w:val="TAC"/>
              <w:rPr>
                <w:lang w:eastAsia="ja-JP"/>
              </w:rPr>
            </w:pPr>
            <w:r>
              <w:rPr>
                <w:lang w:eastAsia="ja-JP"/>
              </w:rPr>
              <w:t>DC_1A-32A_n78A</w:t>
            </w:r>
          </w:p>
          <w:p w14:paraId="1EFB2634" w14:textId="77777777" w:rsidR="00B45972" w:rsidRDefault="00B45972" w:rsidP="00AC3FE8">
            <w:pPr>
              <w:pStyle w:val="TAC"/>
              <w:rPr>
                <w:noProof/>
                <w:lang w:eastAsia="zh-CN"/>
              </w:rPr>
            </w:pPr>
            <w:r>
              <w:rPr>
                <w:lang w:eastAsia="ja-JP"/>
              </w:rPr>
              <w:t>DC_1A-32A_n78(2A)</w:t>
            </w:r>
          </w:p>
        </w:tc>
        <w:tc>
          <w:tcPr>
            <w:tcW w:w="5862" w:type="dxa"/>
            <w:tcBorders>
              <w:top w:val="single" w:sz="4" w:space="0" w:color="auto"/>
              <w:left w:val="single" w:sz="4" w:space="0" w:color="auto"/>
              <w:bottom w:val="single" w:sz="4" w:space="0" w:color="auto"/>
              <w:right w:val="single" w:sz="4" w:space="0" w:color="auto"/>
            </w:tcBorders>
            <w:hideMark/>
          </w:tcPr>
          <w:p w14:paraId="23F553A3" w14:textId="77777777" w:rsidR="00B45972" w:rsidRDefault="00B45972" w:rsidP="00AC3FE8">
            <w:pPr>
              <w:pStyle w:val="TAC"/>
              <w:rPr>
                <w:noProof/>
                <w:lang w:eastAsia="zh-CN"/>
              </w:rPr>
            </w:pPr>
            <w:r>
              <w:rPr>
                <w:lang w:eastAsia="fi-FI"/>
              </w:rPr>
              <w:t>DC_1A_</w:t>
            </w:r>
            <w:r>
              <w:rPr>
                <w:lang w:eastAsia="ja-JP"/>
              </w:rPr>
              <w:t>n78A</w:t>
            </w:r>
          </w:p>
        </w:tc>
      </w:tr>
      <w:tr w:rsidR="00B45972" w14:paraId="3B03143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39F0813" w14:textId="77777777" w:rsidR="00B45972" w:rsidRDefault="00B45972" w:rsidP="00AC3FE8">
            <w:pPr>
              <w:pStyle w:val="TAC"/>
              <w:rPr>
                <w:noProof/>
                <w:lang w:eastAsia="zh-CN"/>
              </w:rPr>
            </w:pPr>
            <w:r>
              <w:t>DC_1A-(n)38AA</w:t>
            </w:r>
          </w:p>
        </w:tc>
        <w:tc>
          <w:tcPr>
            <w:tcW w:w="5862" w:type="dxa"/>
            <w:tcBorders>
              <w:top w:val="single" w:sz="4" w:space="0" w:color="auto"/>
              <w:left w:val="single" w:sz="4" w:space="0" w:color="auto"/>
              <w:bottom w:val="single" w:sz="4" w:space="0" w:color="auto"/>
              <w:right w:val="single" w:sz="4" w:space="0" w:color="auto"/>
            </w:tcBorders>
            <w:hideMark/>
          </w:tcPr>
          <w:p w14:paraId="47058D1B" w14:textId="77777777" w:rsidR="00B45972" w:rsidRDefault="00B45972" w:rsidP="00AC3FE8">
            <w:pPr>
              <w:pStyle w:val="TAC"/>
              <w:rPr>
                <w:noProof/>
                <w:lang w:eastAsia="zh-CN"/>
              </w:rPr>
            </w:pPr>
            <w:r>
              <w:t>DC_1A_n38A</w:t>
            </w:r>
          </w:p>
        </w:tc>
      </w:tr>
      <w:tr w:rsidR="00B45972" w14:paraId="7736CFD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02C09F5" w14:textId="77777777" w:rsidR="00B45972" w:rsidRDefault="00B45972" w:rsidP="00AC3FE8">
            <w:pPr>
              <w:pStyle w:val="TAC"/>
              <w:rPr>
                <w:rFonts w:eastAsia="Malgun Gothic"/>
                <w:noProof/>
                <w:lang w:eastAsia="ko-KR"/>
              </w:rPr>
            </w:pPr>
            <w:r>
              <w:rPr>
                <w:rFonts w:eastAsia="Malgun Gothic"/>
                <w:noProof/>
                <w:lang w:eastAsia="ko-KR"/>
              </w:rPr>
              <w:t>DC_1A_n40A-n78A</w:t>
            </w:r>
          </w:p>
          <w:p w14:paraId="3486AC69" w14:textId="77777777" w:rsidR="00B45972" w:rsidRDefault="00B45972" w:rsidP="00AC3FE8">
            <w:pPr>
              <w:pStyle w:val="TAC"/>
              <w:rPr>
                <w:noProof/>
                <w:lang w:eastAsia="zh-CN"/>
              </w:rPr>
            </w:pPr>
            <w:r>
              <w:rPr>
                <w:rFonts w:eastAsia="Malgun Gothic"/>
                <w:noProof/>
                <w:lang w:eastAsia="ko-KR"/>
              </w:rPr>
              <w:t>DC_1A_n40A-n78(2A)</w:t>
            </w:r>
          </w:p>
        </w:tc>
        <w:tc>
          <w:tcPr>
            <w:tcW w:w="5862" w:type="dxa"/>
            <w:tcBorders>
              <w:top w:val="single" w:sz="4" w:space="0" w:color="auto"/>
              <w:left w:val="single" w:sz="4" w:space="0" w:color="auto"/>
              <w:bottom w:val="single" w:sz="4" w:space="0" w:color="auto"/>
              <w:right w:val="single" w:sz="4" w:space="0" w:color="auto"/>
            </w:tcBorders>
            <w:hideMark/>
          </w:tcPr>
          <w:p w14:paraId="2D90F8A9" w14:textId="77777777" w:rsidR="00B45972" w:rsidRDefault="00B45972" w:rsidP="00AC3FE8">
            <w:pPr>
              <w:pStyle w:val="TAC"/>
              <w:rPr>
                <w:rFonts w:eastAsia="Malgun Gothic"/>
                <w:noProof/>
                <w:lang w:eastAsia="ko-KR"/>
              </w:rPr>
            </w:pPr>
            <w:r>
              <w:rPr>
                <w:rFonts w:eastAsia="Malgun Gothic"/>
                <w:noProof/>
                <w:lang w:eastAsia="ko-KR"/>
              </w:rPr>
              <w:t>DC_1A_n40A</w:t>
            </w:r>
          </w:p>
          <w:p w14:paraId="2DA03C52" w14:textId="77777777" w:rsidR="00B45972" w:rsidRDefault="00B45972" w:rsidP="00AC3FE8">
            <w:pPr>
              <w:pStyle w:val="TAC"/>
              <w:rPr>
                <w:noProof/>
                <w:lang w:eastAsia="zh-CN"/>
              </w:rPr>
            </w:pPr>
            <w:r>
              <w:rPr>
                <w:rFonts w:eastAsia="Malgun Gothic"/>
                <w:noProof/>
                <w:lang w:eastAsia="ko-KR"/>
              </w:rPr>
              <w:t>DC_1A_n78A</w:t>
            </w:r>
          </w:p>
        </w:tc>
      </w:tr>
      <w:tr w:rsidR="00B45972" w14:paraId="70D9D92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CD0FBFF" w14:textId="77777777" w:rsidR="00B45972" w:rsidRDefault="00B45972" w:rsidP="00AC3FE8">
            <w:pPr>
              <w:pStyle w:val="TAC"/>
              <w:rPr>
                <w:lang w:eastAsia="fi-FI"/>
              </w:rPr>
            </w:pPr>
            <w:r>
              <w:rPr>
                <w:lang w:eastAsia="fi-FI"/>
              </w:rPr>
              <w:t>DC_</w:t>
            </w:r>
            <w:r>
              <w:rPr>
                <w:lang w:eastAsia="zh-CN"/>
              </w:rPr>
              <w:t>1</w:t>
            </w:r>
            <w:r>
              <w:rPr>
                <w:lang w:eastAsia="fi-FI"/>
              </w:rPr>
              <w:t>A-</w:t>
            </w:r>
            <w:r>
              <w:rPr>
                <w:lang w:eastAsia="zh-CN"/>
              </w:rPr>
              <w:t>41</w:t>
            </w:r>
            <w:r>
              <w:rPr>
                <w:lang w:eastAsia="fi-FI"/>
              </w:rPr>
              <w:t>A_n</w:t>
            </w:r>
            <w:r>
              <w:rPr>
                <w:lang w:eastAsia="zh-CN"/>
              </w:rPr>
              <w:t>3</w:t>
            </w:r>
            <w:r>
              <w:rPr>
                <w:lang w:eastAsia="fi-FI"/>
              </w:rPr>
              <w:t>A</w:t>
            </w:r>
            <w:r>
              <w:rPr>
                <w:noProof/>
                <w:vertAlign w:val="superscript"/>
                <w:lang w:eastAsia="zh-CN"/>
              </w:rPr>
              <w:t>5</w:t>
            </w:r>
          </w:p>
          <w:p w14:paraId="48602DCB" w14:textId="77777777" w:rsidR="00B45972" w:rsidRDefault="00B45972" w:rsidP="00AC3FE8">
            <w:pPr>
              <w:pStyle w:val="TAC"/>
              <w:rPr>
                <w:rFonts w:eastAsia="Malgun Gothic"/>
                <w:noProof/>
                <w:lang w:eastAsia="ko-KR"/>
              </w:rPr>
            </w:pPr>
            <w:r>
              <w:rPr>
                <w:lang w:eastAsia="fi-FI"/>
              </w:rPr>
              <w:t>DC_</w:t>
            </w:r>
            <w:r>
              <w:rPr>
                <w:lang w:eastAsia="zh-CN"/>
              </w:rPr>
              <w:t>1</w:t>
            </w:r>
            <w:r>
              <w:rPr>
                <w:lang w:eastAsia="fi-FI"/>
              </w:rPr>
              <w:t>A-</w:t>
            </w:r>
            <w:r>
              <w:rPr>
                <w:lang w:eastAsia="zh-CN"/>
              </w:rPr>
              <w:t>41C</w:t>
            </w:r>
            <w:r>
              <w:rPr>
                <w:lang w:eastAsia="fi-FI"/>
              </w:rPr>
              <w:t>_n</w:t>
            </w:r>
            <w:r>
              <w:rPr>
                <w:lang w:eastAsia="zh-CN"/>
              </w:rPr>
              <w:t>3</w:t>
            </w:r>
            <w:r>
              <w:rPr>
                <w:lang w:eastAsia="fi-FI"/>
              </w:rP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2CC99B84" w14:textId="77777777" w:rsidR="00B45972" w:rsidRDefault="00B45972" w:rsidP="00AC3FE8">
            <w:pPr>
              <w:pStyle w:val="TAC"/>
              <w:rPr>
                <w:lang w:eastAsia="zh-CN"/>
              </w:rPr>
            </w:pPr>
            <w:r>
              <w:rPr>
                <w:lang w:eastAsia="fi-FI"/>
              </w:rPr>
              <w:t>DC_</w:t>
            </w:r>
            <w:r>
              <w:rPr>
                <w:lang w:eastAsia="zh-CN"/>
              </w:rPr>
              <w:t>41</w:t>
            </w:r>
            <w:r>
              <w:rPr>
                <w:lang w:eastAsia="fi-FI"/>
              </w:rPr>
              <w:t>A_n</w:t>
            </w:r>
            <w:r>
              <w:rPr>
                <w:lang w:eastAsia="zh-CN"/>
              </w:rPr>
              <w:t>3</w:t>
            </w:r>
            <w:r>
              <w:rPr>
                <w:lang w:eastAsia="fi-FI"/>
              </w:rPr>
              <w:t>A</w:t>
            </w:r>
          </w:p>
          <w:p w14:paraId="4D5FD777" w14:textId="77777777" w:rsidR="00B45972" w:rsidRDefault="00B45972" w:rsidP="00AC3FE8">
            <w:pPr>
              <w:pStyle w:val="TAC"/>
              <w:rPr>
                <w:rFonts w:eastAsia="Malgun Gothic"/>
                <w:noProof/>
                <w:lang w:eastAsia="ko-KR"/>
              </w:rPr>
            </w:pPr>
            <w:r>
              <w:rPr>
                <w:lang w:eastAsia="fi-FI"/>
              </w:rPr>
              <w:t>DC_</w:t>
            </w:r>
            <w:r>
              <w:rPr>
                <w:lang w:eastAsia="zh-CN"/>
              </w:rPr>
              <w:t>41C</w:t>
            </w:r>
            <w:r>
              <w:rPr>
                <w:lang w:eastAsia="fi-FI"/>
              </w:rPr>
              <w:t>_n</w:t>
            </w:r>
            <w:r>
              <w:rPr>
                <w:lang w:eastAsia="zh-CN"/>
              </w:rPr>
              <w:t>3</w:t>
            </w:r>
            <w:r>
              <w:rPr>
                <w:lang w:eastAsia="fi-FI"/>
              </w:rPr>
              <w:t>A</w:t>
            </w:r>
          </w:p>
        </w:tc>
      </w:tr>
      <w:tr w:rsidR="00B45972" w14:paraId="141ED48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06BAC37" w14:textId="77777777" w:rsidR="00B45972" w:rsidRDefault="00B45972" w:rsidP="00AC3FE8">
            <w:pPr>
              <w:pStyle w:val="TAC"/>
              <w:rPr>
                <w:rFonts w:eastAsia="Malgun Gothic"/>
                <w:noProof/>
                <w:lang w:eastAsia="ko-KR"/>
              </w:rPr>
            </w:pPr>
            <w:r>
              <w:rPr>
                <w:rFonts w:eastAsia="Malgun Gothic"/>
                <w:noProof/>
                <w:lang w:eastAsia="ko-KR"/>
              </w:rPr>
              <w:t>DC_1A-41A_n28A</w:t>
            </w:r>
            <w:r>
              <w:rPr>
                <w:noProof/>
                <w:vertAlign w:val="superscript"/>
                <w:lang w:eastAsia="zh-CN"/>
              </w:rPr>
              <w:t>5</w:t>
            </w:r>
          </w:p>
          <w:p w14:paraId="6DBAA31A" w14:textId="77777777" w:rsidR="00B45972" w:rsidRDefault="00B45972" w:rsidP="00AC3FE8">
            <w:pPr>
              <w:pStyle w:val="TAC"/>
              <w:rPr>
                <w:rFonts w:eastAsia="Malgun Gothic"/>
                <w:noProof/>
                <w:lang w:eastAsia="ko-KR"/>
              </w:rPr>
            </w:pPr>
            <w:r>
              <w:rPr>
                <w:lang w:eastAsia="fi-FI"/>
              </w:rPr>
              <w:t>DC_</w:t>
            </w:r>
            <w:r>
              <w:rPr>
                <w:lang w:eastAsia="zh-CN"/>
              </w:rPr>
              <w:t>1</w:t>
            </w:r>
            <w:r>
              <w:rPr>
                <w:lang w:eastAsia="fi-FI"/>
              </w:rPr>
              <w:t>A-</w:t>
            </w:r>
            <w:r>
              <w:rPr>
                <w:lang w:eastAsia="zh-CN"/>
              </w:rPr>
              <w:t>41C</w:t>
            </w:r>
            <w:r>
              <w:rPr>
                <w:lang w:eastAsia="fi-FI"/>
              </w:rPr>
              <w:t>_n28A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2C1016A8" w14:textId="77777777" w:rsidR="00B45972" w:rsidRDefault="00B45972" w:rsidP="00AC3FE8">
            <w:pPr>
              <w:pStyle w:val="TAC"/>
              <w:rPr>
                <w:rFonts w:eastAsia="Malgun Gothic"/>
                <w:noProof/>
                <w:lang w:eastAsia="ko-KR"/>
              </w:rPr>
            </w:pPr>
            <w:r>
              <w:rPr>
                <w:rFonts w:eastAsia="Malgun Gothic"/>
                <w:noProof/>
                <w:lang w:eastAsia="ko-KR"/>
              </w:rPr>
              <w:t>DC_1A_n28A</w:t>
            </w:r>
          </w:p>
          <w:p w14:paraId="0041E867" w14:textId="77777777" w:rsidR="00B45972" w:rsidRDefault="00B45972" w:rsidP="00AC3FE8">
            <w:pPr>
              <w:pStyle w:val="TAC"/>
              <w:rPr>
                <w:rFonts w:eastAsia="Malgun Gothic"/>
                <w:noProof/>
                <w:lang w:eastAsia="ko-KR"/>
              </w:rPr>
            </w:pPr>
            <w:r>
              <w:rPr>
                <w:rFonts w:eastAsia="Malgun Gothic"/>
                <w:noProof/>
                <w:lang w:eastAsia="ko-KR"/>
              </w:rPr>
              <w:t>DC_41A_n28A</w:t>
            </w:r>
          </w:p>
          <w:p w14:paraId="7B7D61D3" w14:textId="77777777" w:rsidR="00B45972" w:rsidRDefault="00B45972" w:rsidP="00AC3FE8">
            <w:pPr>
              <w:pStyle w:val="TAC"/>
              <w:rPr>
                <w:rFonts w:eastAsia="Malgun Gothic"/>
                <w:noProof/>
                <w:lang w:eastAsia="ko-KR"/>
              </w:rPr>
            </w:pPr>
            <w:r>
              <w:rPr>
                <w:rFonts w:eastAsia="Malgun Gothic"/>
                <w:noProof/>
                <w:lang w:eastAsia="ko-KR"/>
              </w:rPr>
              <w:t>DC_41C_n28A</w:t>
            </w:r>
          </w:p>
        </w:tc>
      </w:tr>
      <w:tr w:rsidR="00B45972" w14:paraId="7959142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DCB8D5D" w14:textId="77777777" w:rsidR="00B45972" w:rsidRDefault="00B45972" w:rsidP="00AC3FE8">
            <w:pPr>
              <w:pStyle w:val="TAC"/>
              <w:rPr>
                <w:lang w:eastAsia="ja-JP"/>
              </w:rPr>
            </w:pPr>
            <w:r>
              <w:rPr>
                <w:lang w:eastAsia="ja-JP"/>
              </w:rPr>
              <w:t>DC_1A-(n)41AA</w:t>
            </w:r>
          </w:p>
          <w:p w14:paraId="04FB1895" w14:textId="77777777" w:rsidR="00B45972" w:rsidRDefault="00B45972" w:rsidP="00AC3FE8">
            <w:pPr>
              <w:pStyle w:val="TAC"/>
              <w:rPr>
                <w:lang w:eastAsia="ja-JP"/>
              </w:rPr>
            </w:pPr>
            <w:r>
              <w:rPr>
                <w:lang w:eastAsia="ja-JP"/>
              </w:rPr>
              <w:t>DC_1A-(n)41CA</w:t>
            </w:r>
          </w:p>
          <w:p w14:paraId="2FEABFE8" w14:textId="77777777" w:rsidR="00B45972" w:rsidRDefault="00B45972" w:rsidP="00AC3FE8">
            <w:pPr>
              <w:pStyle w:val="TAC"/>
              <w:rPr>
                <w:rFonts w:eastAsia="Malgun Gothic"/>
                <w:noProof/>
                <w:lang w:eastAsia="ko-KR"/>
              </w:rPr>
            </w:pPr>
            <w:r>
              <w:rPr>
                <w:rFonts w:eastAsia="Malgun Gothic"/>
                <w:noProof/>
                <w:lang w:eastAsia="ko-KR"/>
              </w:rPr>
              <w:t>DC_1A-(n)41DA</w:t>
            </w:r>
          </w:p>
        </w:tc>
        <w:tc>
          <w:tcPr>
            <w:tcW w:w="5862" w:type="dxa"/>
            <w:tcBorders>
              <w:top w:val="single" w:sz="4" w:space="0" w:color="auto"/>
              <w:left w:val="single" w:sz="4" w:space="0" w:color="auto"/>
              <w:bottom w:val="single" w:sz="4" w:space="0" w:color="auto"/>
              <w:right w:val="single" w:sz="4" w:space="0" w:color="auto"/>
            </w:tcBorders>
            <w:hideMark/>
          </w:tcPr>
          <w:p w14:paraId="5BD0EE76" w14:textId="77777777" w:rsidR="00B45972" w:rsidRDefault="00B45972" w:rsidP="00AC3FE8">
            <w:pPr>
              <w:pStyle w:val="TAC"/>
              <w:rPr>
                <w:rFonts w:eastAsia="Malgun Gothic"/>
                <w:noProof/>
                <w:lang w:eastAsia="ko-KR"/>
              </w:rPr>
            </w:pPr>
            <w:r>
              <w:rPr>
                <w:lang w:eastAsia="fi-FI"/>
              </w:rPr>
              <w:t>DC_1A_</w:t>
            </w:r>
            <w:r>
              <w:rPr>
                <w:lang w:eastAsia="ja-JP"/>
              </w:rPr>
              <w:t>n41A</w:t>
            </w:r>
          </w:p>
        </w:tc>
      </w:tr>
      <w:tr w:rsidR="00B45972" w14:paraId="1147AF0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9665270" w14:textId="77777777" w:rsidR="00B45972" w:rsidRDefault="00B45972" w:rsidP="00AC3FE8">
            <w:pPr>
              <w:pStyle w:val="TAC"/>
              <w:rPr>
                <w:lang w:eastAsia="ja-JP"/>
              </w:rPr>
            </w:pPr>
            <w:r>
              <w:rPr>
                <w:lang w:eastAsia="ja-JP"/>
              </w:rPr>
              <w:t>DC_1A-41A_n41A</w:t>
            </w:r>
          </w:p>
          <w:p w14:paraId="157576B8" w14:textId="77777777" w:rsidR="00B45972" w:rsidRDefault="00B45972" w:rsidP="00AC3FE8">
            <w:pPr>
              <w:pStyle w:val="TAC"/>
              <w:rPr>
                <w:rFonts w:eastAsia="Malgun Gothic"/>
                <w:noProof/>
                <w:lang w:eastAsia="ko-KR"/>
              </w:rPr>
            </w:pPr>
            <w:r>
              <w:rPr>
                <w:lang w:eastAsia="ja-JP"/>
              </w:rPr>
              <w:t>DC_1A-41C_n41A</w:t>
            </w:r>
          </w:p>
        </w:tc>
        <w:tc>
          <w:tcPr>
            <w:tcW w:w="5862" w:type="dxa"/>
            <w:tcBorders>
              <w:top w:val="single" w:sz="4" w:space="0" w:color="auto"/>
              <w:left w:val="single" w:sz="4" w:space="0" w:color="auto"/>
              <w:bottom w:val="single" w:sz="4" w:space="0" w:color="auto"/>
              <w:right w:val="single" w:sz="4" w:space="0" w:color="auto"/>
            </w:tcBorders>
            <w:hideMark/>
          </w:tcPr>
          <w:p w14:paraId="56583720" w14:textId="77777777" w:rsidR="00B45972" w:rsidRDefault="00B45972" w:rsidP="00AC3FE8">
            <w:pPr>
              <w:pStyle w:val="TAC"/>
              <w:rPr>
                <w:rFonts w:eastAsia="Malgun Gothic"/>
                <w:noProof/>
                <w:lang w:eastAsia="ko-KR"/>
              </w:rPr>
            </w:pPr>
            <w:r>
              <w:rPr>
                <w:lang w:eastAsia="fi-FI"/>
              </w:rPr>
              <w:t>DC_1A_</w:t>
            </w:r>
            <w:r>
              <w:rPr>
                <w:lang w:eastAsia="ja-JP"/>
              </w:rPr>
              <w:t>n41A</w:t>
            </w:r>
          </w:p>
        </w:tc>
      </w:tr>
      <w:tr w:rsidR="00B45972" w14:paraId="1BE39B1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6116DD1" w14:textId="77777777" w:rsidR="00B45972" w:rsidRDefault="00B45972" w:rsidP="00AC3FE8">
            <w:pPr>
              <w:pStyle w:val="TAC"/>
              <w:rPr>
                <w:lang w:eastAsia="ja-JP"/>
              </w:rPr>
            </w:pPr>
            <w:r>
              <w:rPr>
                <w:lang w:eastAsia="ja-JP"/>
              </w:rPr>
              <w:t>DC_1A-41A_n77A</w:t>
            </w:r>
          </w:p>
          <w:p w14:paraId="65AEA418" w14:textId="77777777" w:rsidR="00B45972" w:rsidRDefault="00B45972" w:rsidP="00AC3FE8">
            <w:pPr>
              <w:pStyle w:val="TAC"/>
              <w:rPr>
                <w:noProof/>
                <w:lang w:eastAsia="zh-CN"/>
              </w:rPr>
            </w:pPr>
            <w:r>
              <w:rPr>
                <w:lang w:eastAsia="ja-JP"/>
              </w:rPr>
              <w:t>DC_1A-41C_n77A</w:t>
            </w:r>
          </w:p>
        </w:tc>
        <w:tc>
          <w:tcPr>
            <w:tcW w:w="5862" w:type="dxa"/>
            <w:tcBorders>
              <w:top w:val="single" w:sz="4" w:space="0" w:color="auto"/>
              <w:left w:val="single" w:sz="4" w:space="0" w:color="auto"/>
              <w:bottom w:val="single" w:sz="4" w:space="0" w:color="auto"/>
              <w:right w:val="single" w:sz="4" w:space="0" w:color="auto"/>
            </w:tcBorders>
            <w:hideMark/>
          </w:tcPr>
          <w:p w14:paraId="77DA1D42" w14:textId="77777777" w:rsidR="00B45972" w:rsidRDefault="00B45972" w:rsidP="00AC3FE8">
            <w:pPr>
              <w:pStyle w:val="TAC"/>
              <w:rPr>
                <w:lang w:eastAsia="ja-JP"/>
              </w:rPr>
            </w:pPr>
            <w:r>
              <w:rPr>
                <w:lang w:eastAsia="ja-JP"/>
              </w:rPr>
              <w:t>DC_1A_n77A</w:t>
            </w:r>
          </w:p>
          <w:p w14:paraId="05A16670" w14:textId="77777777" w:rsidR="00B45972" w:rsidRDefault="00B45972" w:rsidP="00AC3FE8">
            <w:pPr>
              <w:pStyle w:val="TAC"/>
              <w:rPr>
                <w:noProof/>
                <w:lang w:eastAsia="zh-CN"/>
              </w:rPr>
            </w:pPr>
            <w:r>
              <w:rPr>
                <w:lang w:eastAsia="ja-JP"/>
              </w:rPr>
              <w:t>DC_41A_n77A</w:t>
            </w:r>
          </w:p>
        </w:tc>
      </w:tr>
      <w:tr w:rsidR="00B45972" w14:paraId="09FE1D0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5C1E1B5" w14:textId="77777777" w:rsidR="00B45972" w:rsidRDefault="00B45972" w:rsidP="00AC3FE8">
            <w:pPr>
              <w:pStyle w:val="TAC"/>
              <w:rPr>
                <w:lang w:eastAsia="zh-CN"/>
              </w:rPr>
            </w:pPr>
            <w:r>
              <w:rPr>
                <w:lang w:eastAsia="ja-JP"/>
              </w:rPr>
              <w:t>DC_1A-41A_n77</w:t>
            </w:r>
            <w:r>
              <w:rPr>
                <w:lang w:eastAsia="zh-CN"/>
              </w:rPr>
              <w:t>(2</w:t>
            </w:r>
            <w:r>
              <w:rPr>
                <w:lang w:eastAsia="ja-JP"/>
              </w:rPr>
              <w:t>A</w:t>
            </w:r>
            <w:r>
              <w:rPr>
                <w:lang w:eastAsia="zh-CN"/>
              </w:rPr>
              <w:t>)</w:t>
            </w:r>
          </w:p>
          <w:p w14:paraId="79FC8523" w14:textId="77777777" w:rsidR="00B45972" w:rsidRDefault="00B45972" w:rsidP="00AC3FE8">
            <w:pPr>
              <w:pStyle w:val="TAC"/>
              <w:rPr>
                <w:lang w:eastAsia="ja-JP"/>
              </w:rPr>
            </w:pPr>
            <w:r>
              <w:rPr>
                <w:lang w:eastAsia="ja-JP"/>
              </w:rPr>
              <w:t>DC_1A-41C_n77</w:t>
            </w:r>
            <w:r>
              <w:rPr>
                <w:lang w:eastAsia="zh-CN"/>
              </w:rPr>
              <w:t>(2</w:t>
            </w:r>
            <w:r>
              <w:rPr>
                <w:lang w:eastAsia="ja-JP"/>
              </w:rPr>
              <w:t>A</w:t>
            </w:r>
            <w:r>
              <w:rPr>
                <w:lang w:eastAsia="zh-CN"/>
              </w:rPr>
              <w:t>)</w:t>
            </w:r>
          </w:p>
        </w:tc>
        <w:tc>
          <w:tcPr>
            <w:tcW w:w="5862" w:type="dxa"/>
            <w:tcBorders>
              <w:top w:val="single" w:sz="4" w:space="0" w:color="auto"/>
              <w:left w:val="single" w:sz="4" w:space="0" w:color="auto"/>
              <w:bottom w:val="single" w:sz="4" w:space="0" w:color="auto"/>
              <w:right w:val="single" w:sz="4" w:space="0" w:color="auto"/>
            </w:tcBorders>
            <w:hideMark/>
          </w:tcPr>
          <w:p w14:paraId="678C8C3E" w14:textId="77777777" w:rsidR="00B45972" w:rsidRDefault="00B45972" w:rsidP="00AC3FE8">
            <w:pPr>
              <w:pStyle w:val="TAC"/>
              <w:rPr>
                <w:lang w:eastAsia="ja-JP"/>
              </w:rPr>
            </w:pPr>
            <w:r>
              <w:rPr>
                <w:lang w:eastAsia="ja-JP"/>
              </w:rPr>
              <w:t>DC_1A_n77A</w:t>
            </w:r>
          </w:p>
          <w:p w14:paraId="15ED2288" w14:textId="77777777" w:rsidR="00B45972" w:rsidRDefault="00B45972" w:rsidP="00AC3FE8">
            <w:pPr>
              <w:pStyle w:val="TAC"/>
              <w:rPr>
                <w:lang w:eastAsia="ja-JP"/>
              </w:rPr>
            </w:pPr>
            <w:r>
              <w:rPr>
                <w:lang w:eastAsia="ja-JP"/>
              </w:rPr>
              <w:t>DC_41A_n77A</w:t>
            </w:r>
          </w:p>
          <w:p w14:paraId="4552867C" w14:textId="77777777" w:rsidR="00B45972" w:rsidRDefault="00B45972" w:rsidP="00AC3FE8">
            <w:pPr>
              <w:pStyle w:val="TAC"/>
              <w:rPr>
                <w:lang w:eastAsia="ja-JP"/>
              </w:rPr>
            </w:pPr>
            <w:r>
              <w:rPr>
                <w:lang w:eastAsia="ja-JP"/>
              </w:rPr>
              <w:t>DC_41</w:t>
            </w:r>
            <w:r>
              <w:rPr>
                <w:lang w:eastAsia="zh-CN"/>
              </w:rPr>
              <w:t>C</w:t>
            </w:r>
            <w:r>
              <w:rPr>
                <w:lang w:eastAsia="ja-JP"/>
              </w:rPr>
              <w:t>_n77A</w:t>
            </w:r>
          </w:p>
        </w:tc>
      </w:tr>
      <w:tr w:rsidR="00B45972" w14:paraId="7F3056D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4ACC1E0" w14:textId="77777777" w:rsidR="00B45972" w:rsidRDefault="00B45972" w:rsidP="00AC3FE8">
            <w:pPr>
              <w:pStyle w:val="TAC"/>
              <w:rPr>
                <w:lang w:eastAsia="ja-JP"/>
              </w:rPr>
            </w:pPr>
            <w:r>
              <w:rPr>
                <w:lang w:eastAsia="ja-JP"/>
              </w:rPr>
              <w:t>DC_1A-41A_n78A</w:t>
            </w:r>
          </w:p>
          <w:p w14:paraId="2296A5E3" w14:textId="77777777" w:rsidR="00B45972" w:rsidRDefault="00B45972" w:rsidP="00AC3FE8">
            <w:pPr>
              <w:pStyle w:val="TAC"/>
              <w:rPr>
                <w:noProof/>
                <w:lang w:eastAsia="zh-CN"/>
              </w:rPr>
            </w:pPr>
            <w:r>
              <w:rPr>
                <w:lang w:eastAsia="ja-JP"/>
              </w:rPr>
              <w:t>DC_1A-41C_n78A</w:t>
            </w:r>
          </w:p>
        </w:tc>
        <w:tc>
          <w:tcPr>
            <w:tcW w:w="5862" w:type="dxa"/>
            <w:tcBorders>
              <w:top w:val="single" w:sz="4" w:space="0" w:color="auto"/>
              <w:left w:val="single" w:sz="4" w:space="0" w:color="auto"/>
              <w:bottom w:val="single" w:sz="4" w:space="0" w:color="auto"/>
              <w:right w:val="single" w:sz="4" w:space="0" w:color="auto"/>
            </w:tcBorders>
            <w:hideMark/>
          </w:tcPr>
          <w:p w14:paraId="0866C485" w14:textId="77777777" w:rsidR="00B45972" w:rsidRDefault="00B45972" w:rsidP="00AC3FE8">
            <w:pPr>
              <w:pStyle w:val="TAC"/>
              <w:rPr>
                <w:lang w:eastAsia="ja-JP"/>
              </w:rPr>
            </w:pPr>
            <w:r>
              <w:rPr>
                <w:lang w:eastAsia="ja-JP"/>
              </w:rPr>
              <w:t>DC_1A_n78A</w:t>
            </w:r>
          </w:p>
          <w:p w14:paraId="698DC7A1" w14:textId="77777777" w:rsidR="00B45972" w:rsidRDefault="00B45972" w:rsidP="00AC3FE8">
            <w:pPr>
              <w:pStyle w:val="TAC"/>
              <w:rPr>
                <w:noProof/>
                <w:lang w:eastAsia="zh-CN"/>
              </w:rPr>
            </w:pPr>
            <w:r>
              <w:rPr>
                <w:lang w:eastAsia="ja-JP"/>
              </w:rPr>
              <w:t>DC_41A_n78A</w:t>
            </w:r>
          </w:p>
        </w:tc>
      </w:tr>
      <w:tr w:rsidR="00B45972" w14:paraId="2629709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C811AEC" w14:textId="77777777" w:rsidR="00B45972" w:rsidRDefault="00B45972" w:rsidP="00AC3FE8">
            <w:pPr>
              <w:pStyle w:val="TAC"/>
              <w:rPr>
                <w:lang w:eastAsia="ja-JP"/>
              </w:rPr>
            </w:pPr>
            <w:r>
              <w:rPr>
                <w:rFonts w:cs="Arial"/>
                <w:lang w:eastAsia="ja-JP"/>
              </w:rPr>
              <w:t>DC_1A_n41A-n78A</w:t>
            </w:r>
          </w:p>
        </w:tc>
        <w:tc>
          <w:tcPr>
            <w:tcW w:w="5862" w:type="dxa"/>
            <w:tcBorders>
              <w:top w:val="single" w:sz="4" w:space="0" w:color="auto"/>
              <w:left w:val="single" w:sz="4" w:space="0" w:color="auto"/>
              <w:bottom w:val="single" w:sz="4" w:space="0" w:color="auto"/>
              <w:right w:val="single" w:sz="4" w:space="0" w:color="auto"/>
            </w:tcBorders>
            <w:hideMark/>
          </w:tcPr>
          <w:p w14:paraId="7FF2CA3D" w14:textId="77777777" w:rsidR="00B45972" w:rsidRDefault="00B45972" w:rsidP="00AC3FE8">
            <w:pPr>
              <w:pStyle w:val="TAC"/>
              <w:rPr>
                <w:rFonts w:cs="Arial"/>
                <w:lang w:eastAsia="ja-JP"/>
              </w:rPr>
            </w:pPr>
            <w:r>
              <w:rPr>
                <w:rFonts w:cs="Arial"/>
                <w:lang w:eastAsia="ja-JP"/>
              </w:rPr>
              <w:t>DC_1A_n41A</w:t>
            </w:r>
          </w:p>
          <w:p w14:paraId="204585C4" w14:textId="77777777" w:rsidR="00B45972" w:rsidRDefault="00B45972" w:rsidP="00AC3FE8">
            <w:pPr>
              <w:pStyle w:val="TAC"/>
              <w:rPr>
                <w:lang w:eastAsia="ja-JP"/>
              </w:rPr>
            </w:pPr>
            <w:r>
              <w:rPr>
                <w:rFonts w:cs="Arial"/>
                <w:lang w:eastAsia="ja-JP"/>
              </w:rPr>
              <w:t>DC_1A_n78A</w:t>
            </w:r>
          </w:p>
        </w:tc>
      </w:tr>
      <w:tr w:rsidR="00B45972" w14:paraId="2A351EA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ED045A4" w14:textId="77777777" w:rsidR="00B45972" w:rsidRDefault="00B45972" w:rsidP="00AC3FE8">
            <w:pPr>
              <w:pStyle w:val="TAC"/>
              <w:rPr>
                <w:lang w:eastAsia="zh-CN"/>
              </w:rPr>
            </w:pPr>
            <w:r>
              <w:rPr>
                <w:lang w:eastAsia="ja-JP"/>
              </w:rPr>
              <w:t>DC_1A-41A_n7</w:t>
            </w:r>
            <w:r>
              <w:rPr>
                <w:lang w:eastAsia="zh-CN"/>
              </w:rPr>
              <w:t>8(2</w:t>
            </w:r>
            <w:r>
              <w:rPr>
                <w:lang w:eastAsia="ja-JP"/>
              </w:rPr>
              <w:t>A</w:t>
            </w:r>
            <w:r>
              <w:rPr>
                <w:lang w:eastAsia="zh-CN"/>
              </w:rPr>
              <w:t>)</w:t>
            </w:r>
          </w:p>
          <w:p w14:paraId="370C6BB0" w14:textId="77777777" w:rsidR="00B45972" w:rsidRDefault="00B45972" w:rsidP="00AC3FE8">
            <w:pPr>
              <w:pStyle w:val="TAC"/>
              <w:rPr>
                <w:lang w:eastAsia="ja-JP"/>
              </w:rPr>
            </w:pPr>
            <w:r>
              <w:rPr>
                <w:lang w:eastAsia="ja-JP"/>
              </w:rPr>
              <w:t>DC_1A-41C_n7</w:t>
            </w:r>
            <w:r>
              <w:rPr>
                <w:lang w:eastAsia="zh-CN"/>
              </w:rPr>
              <w:t>8(2</w:t>
            </w:r>
            <w:r>
              <w:rPr>
                <w:lang w:eastAsia="ja-JP"/>
              </w:rPr>
              <w:t>A</w:t>
            </w:r>
            <w:r>
              <w:rPr>
                <w:lang w:eastAsia="zh-CN"/>
              </w:rPr>
              <w:t>)</w:t>
            </w:r>
          </w:p>
        </w:tc>
        <w:tc>
          <w:tcPr>
            <w:tcW w:w="5862" w:type="dxa"/>
            <w:tcBorders>
              <w:top w:val="single" w:sz="4" w:space="0" w:color="auto"/>
              <w:left w:val="single" w:sz="4" w:space="0" w:color="auto"/>
              <w:bottom w:val="single" w:sz="4" w:space="0" w:color="auto"/>
              <w:right w:val="single" w:sz="4" w:space="0" w:color="auto"/>
            </w:tcBorders>
            <w:hideMark/>
          </w:tcPr>
          <w:p w14:paraId="728C00DF" w14:textId="77777777" w:rsidR="00B45972" w:rsidRDefault="00B45972" w:rsidP="00AC3FE8">
            <w:pPr>
              <w:pStyle w:val="TAC"/>
              <w:rPr>
                <w:lang w:eastAsia="ja-JP"/>
              </w:rPr>
            </w:pPr>
            <w:r>
              <w:rPr>
                <w:lang w:eastAsia="ja-JP"/>
              </w:rPr>
              <w:t>DC_1A_n78A</w:t>
            </w:r>
          </w:p>
          <w:p w14:paraId="000A6539" w14:textId="77777777" w:rsidR="00B45972" w:rsidRDefault="00B45972" w:rsidP="00AC3FE8">
            <w:pPr>
              <w:pStyle w:val="TAC"/>
              <w:rPr>
                <w:lang w:eastAsia="ja-JP"/>
              </w:rPr>
            </w:pPr>
            <w:r>
              <w:rPr>
                <w:lang w:eastAsia="ja-JP"/>
              </w:rPr>
              <w:t>DC_41A_n78A</w:t>
            </w:r>
          </w:p>
          <w:p w14:paraId="29D9F913" w14:textId="77777777" w:rsidR="00B45972" w:rsidRDefault="00B45972" w:rsidP="00AC3FE8">
            <w:pPr>
              <w:pStyle w:val="TAC"/>
              <w:rPr>
                <w:lang w:eastAsia="ja-JP"/>
              </w:rPr>
            </w:pPr>
            <w:r>
              <w:rPr>
                <w:lang w:eastAsia="ja-JP"/>
              </w:rPr>
              <w:t>DC_41</w:t>
            </w:r>
            <w:r>
              <w:rPr>
                <w:lang w:eastAsia="zh-CN"/>
              </w:rPr>
              <w:t>C</w:t>
            </w:r>
            <w:r>
              <w:rPr>
                <w:lang w:eastAsia="ja-JP"/>
              </w:rPr>
              <w:t>_n7</w:t>
            </w:r>
            <w:r>
              <w:rPr>
                <w:lang w:eastAsia="zh-CN"/>
              </w:rPr>
              <w:t>8</w:t>
            </w:r>
            <w:r>
              <w:rPr>
                <w:lang w:eastAsia="ja-JP"/>
              </w:rPr>
              <w:t>A</w:t>
            </w:r>
          </w:p>
        </w:tc>
      </w:tr>
      <w:tr w:rsidR="00B45972" w14:paraId="55B26C2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2E6B2FB" w14:textId="77777777" w:rsidR="00B45972" w:rsidRDefault="00B45972" w:rsidP="00AC3FE8">
            <w:pPr>
              <w:pStyle w:val="TAC"/>
              <w:rPr>
                <w:lang w:eastAsia="ja-JP"/>
              </w:rPr>
            </w:pPr>
            <w:r>
              <w:rPr>
                <w:lang w:eastAsia="ja-JP"/>
              </w:rPr>
              <w:t>DC_1A-41A_n79A</w:t>
            </w:r>
            <w:r>
              <w:rPr>
                <w:noProof/>
                <w:vertAlign w:val="superscript"/>
                <w:lang w:eastAsia="zh-CN"/>
              </w:rPr>
              <w:t>5</w:t>
            </w:r>
          </w:p>
          <w:p w14:paraId="776D22BE" w14:textId="77777777" w:rsidR="00B45972" w:rsidRDefault="00B45972" w:rsidP="00AC3FE8">
            <w:pPr>
              <w:pStyle w:val="TAC"/>
              <w:rPr>
                <w:noProof/>
                <w:lang w:eastAsia="zh-CN"/>
              </w:rPr>
            </w:pPr>
            <w:r>
              <w:rPr>
                <w:lang w:eastAsia="ja-JP"/>
              </w:rPr>
              <w:t>DC_1A-41C_n79A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30DAD1E1" w14:textId="77777777" w:rsidR="00B45972" w:rsidRDefault="00B45972" w:rsidP="00AC3FE8">
            <w:pPr>
              <w:pStyle w:val="TAC"/>
              <w:rPr>
                <w:noProof/>
                <w:lang w:eastAsia="zh-CN"/>
              </w:rPr>
            </w:pPr>
            <w:r>
              <w:rPr>
                <w:lang w:eastAsia="ja-JP"/>
              </w:rPr>
              <w:t>DC_1A_n79A</w:t>
            </w:r>
          </w:p>
        </w:tc>
      </w:tr>
      <w:tr w:rsidR="00B45972" w14:paraId="05EC3CC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8EBA541" w14:textId="77777777" w:rsidR="00B45972" w:rsidRDefault="00B45972" w:rsidP="00AC3FE8">
            <w:pPr>
              <w:pStyle w:val="TAC"/>
              <w:rPr>
                <w:lang w:eastAsia="ja-JP"/>
              </w:rPr>
            </w:pPr>
            <w:r>
              <w:lastRenderedPageBreak/>
              <w:t>DC_1A-42</w:t>
            </w:r>
            <w:r>
              <w:rPr>
                <w:rFonts w:eastAsia="Malgun Gothic"/>
              </w:rPr>
              <w:t>A_</w:t>
            </w:r>
            <w:r>
              <w:t>n28A</w:t>
            </w:r>
            <w:r>
              <w:rPr>
                <w:vertAlign w:val="superscript"/>
                <w:lang w:eastAsia="fi-FI"/>
              </w:rPr>
              <w:t>5</w:t>
            </w:r>
          </w:p>
        </w:tc>
        <w:tc>
          <w:tcPr>
            <w:tcW w:w="5862" w:type="dxa"/>
            <w:tcBorders>
              <w:top w:val="single" w:sz="4" w:space="0" w:color="auto"/>
              <w:left w:val="single" w:sz="4" w:space="0" w:color="auto"/>
              <w:bottom w:val="single" w:sz="4" w:space="0" w:color="auto"/>
              <w:right w:val="single" w:sz="4" w:space="0" w:color="auto"/>
            </w:tcBorders>
            <w:hideMark/>
          </w:tcPr>
          <w:p w14:paraId="432F71F9" w14:textId="77777777" w:rsidR="00B45972" w:rsidRDefault="00B45972" w:rsidP="00AC3FE8">
            <w:pPr>
              <w:pStyle w:val="TAC"/>
              <w:rPr>
                <w:lang w:eastAsia="fr-FR"/>
              </w:rPr>
            </w:pPr>
            <w:r>
              <w:t>DC_1A_n28A</w:t>
            </w:r>
          </w:p>
          <w:p w14:paraId="0E34429D" w14:textId="77777777" w:rsidR="00B45972" w:rsidRDefault="00B45972" w:rsidP="00AC3FE8">
            <w:pPr>
              <w:pStyle w:val="TAC"/>
              <w:rPr>
                <w:lang w:eastAsia="ja-JP"/>
              </w:rPr>
            </w:pPr>
            <w:r>
              <w:t>DC_42A_n28A</w:t>
            </w:r>
          </w:p>
        </w:tc>
      </w:tr>
      <w:tr w:rsidR="00B45972" w14:paraId="5F9945B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2E38909" w14:textId="77777777" w:rsidR="00B45972" w:rsidRDefault="00B45972" w:rsidP="00AC3FE8">
            <w:pPr>
              <w:pStyle w:val="TAC"/>
              <w:rPr>
                <w:lang w:eastAsia="ja-JP"/>
              </w:rPr>
            </w:pPr>
            <w:r>
              <w:t>DC_1A-42C</w:t>
            </w:r>
            <w:r>
              <w:rPr>
                <w:rFonts w:eastAsia="Malgun Gothic"/>
              </w:rPr>
              <w:t>_</w:t>
            </w:r>
            <w:r>
              <w:t>n28A</w:t>
            </w:r>
            <w:r>
              <w:rPr>
                <w:vertAlign w:val="superscript"/>
                <w:lang w:eastAsia="fi-FI"/>
              </w:rPr>
              <w:t>5</w:t>
            </w:r>
          </w:p>
        </w:tc>
        <w:tc>
          <w:tcPr>
            <w:tcW w:w="5862" w:type="dxa"/>
            <w:tcBorders>
              <w:top w:val="single" w:sz="4" w:space="0" w:color="auto"/>
              <w:left w:val="single" w:sz="4" w:space="0" w:color="auto"/>
              <w:bottom w:val="single" w:sz="4" w:space="0" w:color="auto"/>
              <w:right w:val="single" w:sz="4" w:space="0" w:color="auto"/>
            </w:tcBorders>
            <w:hideMark/>
          </w:tcPr>
          <w:p w14:paraId="7E0CFEB3" w14:textId="77777777" w:rsidR="00B45972" w:rsidRDefault="00B45972" w:rsidP="00AC3FE8">
            <w:pPr>
              <w:pStyle w:val="TAC"/>
              <w:rPr>
                <w:lang w:eastAsia="fr-FR"/>
              </w:rPr>
            </w:pPr>
            <w:r>
              <w:t>DC_1A_n28A</w:t>
            </w:r>
          </w:p>
          <w:p w14:paraId="53941076" w14:textId="77777777" w:rsidR="00B45972" w:rsidRDefault="00B45972" w:rsidP="00AC3FE8">
            <w:pPr>
              <w:pStyle w:val="TAC"/>
            </w:pPr>
            <w:r>
              <w:t>DC_42A_n28A</w:t>
            </w:r>
          </w:p>
          <w:p w14:paraId="72486D62" w14:textId="77777777" w:rsidR="00B45972" w:rsidRDefault="00B45972" w:rsidP="00AC3FE8">
            <w:pPr>
              <w:pStyle w:val="TAC"/>
              <w:rPr>
                <w:lang w:eastAsia="ja-JP"/>
              </w:rPr>
            </w:pPr>
            <w:r>
              <w:t>DC_42C_n28A</w:t>
            </w:r>
          </w:p>
        </w:tc>
      </w:tr>
      <w:tr w:rsidR="00B45972" w14:paraId="0F6C090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614FDF6" w14:textId="77777777" w:rsidR="00B45972" w:rsidRDefault="00B45972" w:rsidP="00AC3FE8">
            <w:pPr>
              <w:pStyle w:val="TAC"/>
              <w:rPr>
                <w:noProof/>
                <w:lang w:eastAsia="zh-CN"/>
              </w:rPr>
            </w:pPr>
            <w:r>
              <w:rPr>
                <w:noProof/>
                <w:lang w:eastAsia="zh-CN"/>
              </w:rPr>
              <w:t>DC_1A-42A_n77A</w:t>
            </w:r>
            <w:r>
              <w:rPr>
                <w:noProof/>
                <w:vertAlign w:val="superscript"/>
                <w:lang w:eastAsia="zh-CN"/>
              </w:rPr>
              <w:t>10,11</w:t>
            </w:r>
          </w:p>
          <w:p w14:paraId="3E5F96D7" w14:textId="77777777" w:rsidR="00B45972" w:rsidRDefault="00B45972" w:rsidP="00AC3FE8">
            <w:pPr>
              <w:pStyle w:val="TAC"/>
              <w:rPr>
                <w:noProof/>
                <w:lang w:eastAsia="zh-CN"/>
              </w:rPr>
            </w:pPr>
            <w:r>
              <w:rPr>
                <w:noProof/>
                <w:lang w:eastAsia="zh-CN"/>
              </w:rPr>
              <w:t>DC_1A-42A_n77C</w:t>
            </w:r>
            <w:r>
              <w:rPr>
                <w:noProof/>
                <w:vertAlign w:val="superscript"/>
                <w:lang w:eastAsia="zh-CN"/>
              </w:rPr>
              <w:t>10,11</w:t>
            </w:r>
          </w:p>
          <w:p w14:paraId="742A9317" w14:textId="77777777" w:rsidR="00B45972" w:rsidRDefault="00B45972" w:rsidP="00AC3FE8">
            <w:pPr>
              <w:pStyle w:val="TAC"/>
              <w:rPr>
                <w:lang w:eastAsia="ja-JP"/>
              </w:rPr>
            </w:pPr>
            <w:r>
              <w:rPr>
                <w:lang w:eastAsia="ja-JP"/>
              </w:rPr>
              <w:t>DC_1A-42C_n77A</w:t>
            </w:r>
            <w:r>
              <w:rPr>
                <w:noProof/>
                <w:vertAlign w:val="superscript"/>
                <w:lang w:eastAsia="zh-CN"/>
              </w:rPr>
              <w:t>10,11</w:t>
            </w:r>
          </w:p>
          <w:p w14:paraId="2059C328" w14:textId="77777777" w:rsidR="00B45972" w:rsidRDefault="00B45972" w:rsidP="00AC3FE8">
            <w:pPr>
              <w:pStyle w:val="TAC"/>
              <w:rPr>
                <w:lang w:eastAsia="ja-JP"/>
              </w:rPr>
            </w:pPr>
            <w:r>
              <w:rPr>
                <w:lang w:eastAsia="ja-JP"/>
              </w:rPr>
              <w:t>DC_1A-42C_n77C</w:t>
            </w:r>
            <w:r>
              <w:rPr>
                <w:noProof/>
                <w:vertAlign w:val="superscript"/>
                <w:lang w:eastAsia="zh-CN"/>
              </w:rPr>
              <w:t>10,11</w:t>
            </w:r>
          </w:p>
          <w:p w14:paraId="2EA09B4A" w14:textId="77777777" w:rsidR="00B45972" w:rsidRDefault="00B45972" w:rsidP="00AC3FE8">
            <w:pPr>
              <w:pStyle w:val="TAC"/>
              <w:rPr>
                <w:lang w:eastAsia="ja-JP"/>
              </w:rPr>
            </w:pPr>
            <w:r>
              <w:rPr>
                <w:lang w:eastAsia="ja-JP"/>
              </w:rPr>
              <w:t>DC_1A-42D_n77A</w:t>
            </w:r>
            <w:r>
              <w:rPr>
                <w:noProof/>
                <w:vertAlign w:val="superscript"/>
                <w:lang w:eastAsia="zh-CN"/>
              </w:rPr>
              <w:t>10,11</w:t>
            </w:r>
          </w:p>
          <w:p w14:paraId="627243D7" w14:textId="77777777" w:rsidR="00B45972" w:rsidRDefault="00B45972" w:rsidP="00AC3FE8">
            <w:pPr>
              <w:pStyle w:val="TAC"/>
              <w:rPr>
                <w:lang w:eastAsia="ja-JP"/>
              </w:rPr>
            </w:pPr>
            <w:r>
              <w:t>DC_1A-42D_n77C</w:t>
            </w:r>
            <w:r>
              <w:rPr>
                <w:noProof/>
                <w:vertAlign w:val="superscript"/>
                <w:lang w:eastAsia="zh-CN"/>
              </w:rPr>
              <w:t>10,11</w:t>
            </w:r>
          </w:p>
          <w:p w14:paraId="54A186C4" w14:textId="77777777" w:rsidR="00B45972" w:rsidRDefault="00B45972" w:rsidP="00AC3FE8">
            <w:pPr>
              <w:pStyle w:val="TAC"/>
              <w:rPr>
                <w:noProof/>
                <w:lang w:eastAsia="ja-JP"/>
              </w:rPr>
            </w:pPr>
            <w:r>
              <w:rPr>
                <w:noProof/>
              </w:rPr>
              <w:t>DC_1A-42E_n77A</w:t>
            </w:r>
            <w:r>
              <w:rPr>
                <w:noProof/>
                <w:vertAlign w:val="superscript"/>
                <w:lang w:eastAsia="zh-CN"/>
              </w:rPr>
              <w:t>10,11</w:t>
            </w:r>
          </w:p>
          <w:p w14:paraId="53BBEA1D" w14:textId="77777777" w:rsidR="00B45972" w:rsidRDefault="00B45972" w:rsidP="00AC3FE8">
            <w:pPr>
              <w:pStyle w:val="TAC"/>
              <w:rPr>
                <w:noProof/>
                <w:lang w:eastAsia="zh-CN"/>
              </w:rPr>
            </w:pPr>
            <w:r>
              <w:t>DC_1A-42</w:t>
            </w:r>
            <w:r>
              <w:rPr>
                <w:lang w:eastAsia="ja-JP"/>
              </w:rPr>
              <w:t>E</w:t>
            </w:r>
            <w:r>
              <w:t>_n77C</w:t>
            </w:r>
            <w:r>
              <w:rPr>
                <w:noProof/>
                <w:vertAlign w:val="superscript"/>
                <w:lang w:eastAsia="zh-CN"/>
              </w:rPr>
              <w:t>10,11</w:t>
            </w:r>
          </w:p>
        </w:tc>
        <w:tc>
          <w:tcPr>
            <w:tcW w:w="5862" w:type="dxa"/>
            <w:tcBorders>
              <w:top w:val="single" w:sz="4" w:space="0" w:color="auto"/>
              <w:left w:val="single" w:sz="4" w:space="0" w:color="auto"/>
              <w:bottom w:val="single" w:sz="4" w:space="0" w:color="auto"/>
              <w:right w:val="single" w:sz="4" w:space="0" w:color="auto"/>
            </w:tcBorders>
            <w:hideMark/>
          </w:tcPr>
          <w:p w14:paraId="6B113D5D" w14:textId="77777777" w:rsidR="00B45972" w:rsidRDefault="00B45972" w:rsidP="00AC3FE8">
            <w:pPr>
              <w:pStyle w:val="TAC"/>
            </w:pPr>
            <w:r>
              <w:t>DC_1A_n77A</w:t>
            </w:r>
          </w:p>
        </w:tc>
      </w:tr>
      <w:tr w:rsidR="00B45972" w14:paraId="0E87EF1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EA32F47" w14:textId="77777777" w:rsidR="00B45972" w:rsidRDefault="00B45972" w:rsidP="00AC3FE8">
            <w:pPr>
              <w:pStyle w:val="TAC"/>
              <w:rPr>
                <w:noProof/>
                <w:lang w:eastAsia="ja-JP"/>
              </w:rPr>
            </w:pPr>
            <w:r>
              <w:rPr>
                <w:noProof/>
                <w:lang w:eastAsia="ja-JP"/>
              </w:rPr>
              <w:t>DC_1A-42A_n77(2A)</w:t>
            </w:r>
            <w:r>
              <w:rPr>
                <w:noProof/>
                <w:vertAlign w:val="superscript"/>
                <w:lang w:eastAsia="zh-CN"/>
              </w:rPr>
              <w:t xml:space="preserve"> 10,11</w:t>
            </w:r>
          </w:p>
          <w:p w14:paraId="1559998D" w14:textId="77777777" w:rsidR="00B45972" w:rsidRDefault="00B45972" w:rsidP="00AC3FE8">
            <w:pPr>
              <w:pStyle w:val="TAC"/>
              <w:rPr>
                <w:noProof/>
                <w:lang w:eastAsia="zh-CN"/>
              </w:rPr>
            </w:pPr>
            <w:r>
              <w:rPr>
                <w:noProof/>
                <w:lang w:eastAsia="ja-JP"/>
              </w:rPr>
              <w:t>DC_1A-42C_n77(2A)</w:t>
            </w:r>
            <w:r>
              <w:rPr>
                <w:noProof/>
                <w:vertAlign w:val="superscript"/>
                <w:lang w:eastAsia="zh-CN"/>
              </w:rPr>
              <w:t xml:space="preserve"> 10,11</w:t>
            </w:r>
          </w:p>
        </w:tc>
        <w:tc>
          <w:tcPr>
            <w:tcW w:w="5862" w:type="dxa"/>
            <w:tcBorders>
              <w:top w:val="single" w:sz="4" w:space="0" w:color="auto"/>
              <w:left w:val="single" w:sz="4" w:space="0" w:color="auto"/>
              <w:bottom w:val="single" w:sz="4" w:space="0" w:color="auto"/>
              <w:right w:val="single" w:sz="4" w:space="0" w:color="auto"/>
            </w:tcBorders>
            <w:hideMark/>
          </w:tcPr>
          <w:p w14:paraId="29647923" w14:textId="77777777" w:rsidR="00B45972" w:rsidRDefault="00B45972" w:rsidP="00AC3FE8">
            <w:pPr>
              <w:pStyle w:val="TAC"/>
              <w:rPr>
                <w:lang w:eastAsia="fr-FR"/>
              </w:rPr>
            </w:pPr>
            <w:r>
              <w:t>DC_1A_n77A</w:t>
            </w:r>
          </w:p>
        </w:tc>
      </w:tr>
      <w:tr w:rsidR="00B45972" w14:paraId="399CF9F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FEAE6E6" w14:textId="77777777" w:rsidR="00B45972" w:rsidRDefault="00B45972" w:rsidP="00AC3FE8">
            <w:pPr>
              <w:pStyle w:val="TAC"/>
              <w:rPr>
                <w:noProof/>
                <w:lang w:eastAsia="zh-CN"/>
              </w:rPr>
            </w:pPr>
            <w:r>
              <w:rPr>
                <w:noProof/>
                <w:lang w:eastAsia="zh-CN"/>
              </w:rPr>
              <w:t>DC_1A-42A_n78A</w:t>
            </w:r>
            <w:r>
              <w:rPr>
                <w:noProof/>
                <w:vertAlign w:val="superscript"/>
                <w:lang w:eastAsia="zh-CN"/>
              </w:rPr>
              <w:t>10,11</w:t>
            </w:r>
          </w:p>
          <w:p w14:paraId="41A8ADDE" w14:textId="77777777" w:rsidR="00B45972" w:rsidRDefault="00B45972" w:rsidP="00AC3FE8">
            <w:pPr>
              <w:pStyle w:val="TAC"/>
              <w:rPr>
                <w:noProof/>
                <w:lang w:eastAsia="zh-CN"/>
              </w:rPr>
            </w:pPr>
            <w:r>
              <w:rPr>
                <w:noProof/>
                <w:lang w:eastAsia="zh-CN"/>
              </w:rPr>
              <w:t>DC_1A-42A_n78C</w:t>
            </w:r>
            <w:r>
              <w:rPr>
                <w:noProof/>
                <w:vertAlign w:val="superscript"/>
                <w:lang w:eastAsia="zh-CN"/>
              </w:rPr>
              <w:t>10,11</w:t>
            </w:r>
          </w:p>
          <w:p w14:paraId="7F22ECD8" w14:textId="77777777" w:rsidR="00B45972" w:rsidRDefault="00B45972" w:rsidP="00AC3FE8">
            <w:pPr>
              <w:pStyle w:val="TAC"/>
              <w:rPr>
                <w:lang w:eastAsia="ja-JP"/>
              </w:rPr>
            </w:pPr>
            <w:r>
              <w:rPr>
                <w:lang w:eastAsia="ja-JP"/>
              </w:rPr>
              <w:t>DC_1A-42C_n78A</w:t>
            </w:r>
            <w:r>
              <w:rPr>
                <w:noProof/>
                <w:vertAlign w:val="superscript"/>
                <w:lang w:eastAsia="zh-CN"/>
              </w:rPr>
              <w:t>10,11</w:t>
            </w:r>
          </w:p>
          <w:p w14:paraId="79E51A71" w14:textId="77777777" w:rsidR="00B45972" w:rsidRDefault="00B45972" w:rsidP="00AC3FE8">
            <w:pPr>
              <w:pStyle w:val="TAC"/>
              <w:rPr>
                <w:lang w:eastAsia="ja-JP"/>
              </w:rPr>
            </w:pPr>
            <w:r>
              <w:rPr>
                <w:lang w:eastAsia="ja-JP"/>
              </w:rPr>
              <w:t>DC_1A-42C_n78C</w:t>
            </w:r>
            <w:r>
              <w:rPr>
                <w:noProof/>
                <w:vertAlign w:val="superscript"/>
                <w:lang w:eastAsia="zh-CN"/>
              </w:rPr>
              <w:t>10,11</w:t>
            </w:r>
          </w:p>
          <w:p w14:paraId="65346A8B" w14:textId="77777777" w:rsidR="00B45972" w:rsidRDefault="00B45972" w:rsidP="00AC3FE8">
            <w:pPr>
              <w:pStyle w:val="TAC"/>
              <w:rPr>
                <w:lang w:eastAsia="ja-JP"/>
              </w:rPr>
            </w:pPr>
            <w:r>
              <w:rPr>
                <w:lang w:eastAsia="ja-JP"/>
              </w:rPr>
              <w:t>DC_1A-42D_n78A</w:t>
            </w:r>
            <w:r>
              <w:rPr>
                <w:noProof/>
                <w:vertAlign w:val="superscript"/>
                <w:lang w:eastAsia="zh-CN"/>
              </w:rPr>
              <w:t>10,11</w:t>
            </w:r>
          </w:p>
          <w:p w14:paraId="26E83C53" w14:textId="77777777" w:rsidR="00B45972" w:rsidRDefault="00B45972" w:rsidP="00AC3FE8">
            <w:pPr>
              <w:pStyle w:val="TAC"/>
              <w:rPr>
                <w:lang w:eastAsia="ja-JP"/>
              </w:rPr>
            </w:pPr>
            <w:r>
              <w:t>DC_1A-42D_n7</w:t>
            </w:r>
            <w:r>
              <w:rPr>
                <w:lang w:eastAsia="ja-JP"/>
              </w:rPr>
              <w:t>8</w:t>
            </w:r>
            <w:r>
              <w:t>C</w:t>
            </w:r>
            <w:r>
              <w:rPr>
                <w:noProof/>
                <w:vertAlign w:val="superscript"/>
                <w:lang w:eastAsia="zh-CN"/>
              </w:rPr>
              <w:t>10,11</w:t>
            </w:r>
          </w:p>
          <w:p w14:paraId="365F1039" w14:textId="77777777" w:rsidR="00B45972" w:rsidRDefault="00B45972" w:rsidP="00AC3FE8">
            <w:pPr>
              <w:pStyle w:val="TAC"/>
              <w:rPr>
                <w:noProof/>
                <w:lang w:eastAsia="ja-JP"/>
              </w:rPr>
            </w:pPr>
            <w:r>
              <w:rPr>
                <w:noProof/>
              </w:rPr>
              <w:t>DC_1A-42E_n78A</w:t>
            </w:r>
            <w:r>
              <w:rPr>
                <w:noProof/>
                <w:vertAlign w:val="superscript"/>
                <w:lang w:eastAsia="zh-CN"/>
              </w:rPr>
              <w:t>10,11</w:t>
            </w:r>
          </w:p>
          <w:p w14:paraId="77FE2CE6" w14:textId="77777777" w:rsidR="00B45972" w:rsidRDefault="00B45972" w:rsidP="00AC3FE8">
            <w:pPr>
              <w:pStyle w:val="TAC"/>
              <w:rPr>
                <w:noProof/>
                <w:lang w:eastAsia="zh-CN"/>
              </w:rPr>
            </w:pPr>
            <w:r>
              <w:t>DC_1A-42</w:t>
            </w:r>
            <w:r>
              <w:rPr>
                <w:lang w:eastAsia="ja-JP"/>
              </w:rPr>
              <w:t>E</w:t>
            </w:r>
            <w:r>
              <w:t>_n7</w:t>
            </w:r>
            <w:r>
              <w:rPr>
                <w:lang w:eastAsia="ja-JP"/>
              </w:rPr>
              <w:t>8</w:t>
            </w:r>
            <w:r>
              <w:t>C</w:t>
            </w:r>
            <w:r>
              <w:rPr>
                <w:noProof/>
                <w:vertAlign w:val="superscript"/>
                <w:lang w:eastAsia="zh-CN"/>
              </w:rPr>
              <w:t>10,11</w:t>
            </w:r>
          </w:p>
        </w:tc>
        <w:tc>
          <w:tcPr>
            <w:tcW w:w="5862" w:type="dxa"/>
            <w:tcBorders>
              <w:top w:val="single" w:sz="4" w:space="0" w:color="auto"/>
              <w:left w:val="single" w:sz="4" w:space="0" w:color="auto"/>
              <w:bottom w:val="single" w:sz="4" w:space="0" w:color="auto"/>
              <w:right w:val="single" w:sz="4" w:space="0" w:color="auto"/>
            </w:tcBorders>
            <w:hideMark/>
          </w:tcPr>
          <w:p w14:paraId="6D0D7DB8" w14:textId="77777777" w:rsidR="00B45972" w:rsidRDefault="00B45972" w:rsidP="00AC3FE8">
            <w:pPr>
              <w:pStyle w:val="TAC"/>
            </w:pPr>
            <w:r>
              <w:t>DC_1A_n78A</w:t>
            </w:r>
          </w:p>
        </w:tc>
      </w:tr>
      <w:tr w:rsidR="00B45972" w14:paraId="1D3CC07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62DADBA" w14:textId="77777777" w:rsidR="00B45972" w:rsidRDefault="00B45972" w:rsidP="00AC3FE8">
            <w:pPr>
              <w:pStyle w:val="TAC"/>
              <w:rPr>
                <w:noProof/>
                <w:lang w:eastAsia="zh-CN"/>
              </w:rPr>
            </w:pPr>
            <w:r>
              <w:rPr>
                <w:noProof/>
                <w:lang w:eastAsia="zh-CN"/>
              </w:rPr>
              <w:t>DC_1A-42A_n79A</w:t>
            </w:r>
          </w:p>
          <w:p w14:paraId="316E993B" w14:textId="77777777" w:rsidR="00B45972" w:rsidRDefault="00B45972" w:rsidP="00AC3FE8">
            <w:pPr>
              <w:pStyle w:val="TAC"/>
              <w:rPr>
                <w:noProof/>
                <w:lang w:eastAsia="zh-CN"/>
              </w:rPr>
            </w:pPr>
            <w:r>
              <w:rPr>
                <w:noProof/>
                <w:lang w:eastAsia="zh-CN"/>
              </w:rPr>
              <w:t>DC_1A-42A_n79C</w:t>
            </w:r>
          </w:p>
          <w:p w14:paraId="7AF92C0B" w14:textId="77777777" w:rsidR="00B45972" w:rsidRDefault="00B45972" w:rsidP="00AC3FE8">
            <w:pPr>
              <w:pStyle w:val="TAC"/>
              <w:rPr>
                <w:lang w:eastAsia="ja-JP"/>
              </w:rPr>
            </w:pPr>
            <w:r>
              <w:rPr>
                <w:lang w:eastAsia="ja-JP"/>
              </w:rPr>
              <w:t>DC_1A-42C_n79A</w:t>
            </w:r>
          </w:p>
          <w:p w14:paraId="441BAA5E" w14:textId="77777777" w:rsidR="00B45972" w:rsidRDefault="00B45972" w:rsidP="00AC3FE8">
            <w:pPr>
              <w:pStyle w:val="TAC"/>
              <w:rPr>
                <w:lang w:eastAsia="ja-JP"/>
              </w:rPr>
            </w:pPr>
            <w:r>
              <w:rPr>
                <w:lang w:eastAsia="ja-JP"/>
              </w:rPr>
              <w:t>DC_1A-42C_n79C</w:t>
            </w:r>
          </w:p>
          <w:p w14:paraId="7463A21A" w14:textId="77777777" w:rsidR="00B45972" w:rsidRDefault="00B45972" w:rsidP="00AC3FE8">
            <w:pPr>
              <w:pStyle w:val="TAC"/>
              <w:rPr>
                <w:lang w:eastAsia="ja-JP"/>
              </w:rPr>
            </w:pPr>
            <w:r>
              <w:rPr>
                <w:lang w:eastAsia="ja-JP"/>
              </w:rPr>
              <w:t>DC_1A-42D_n79A</w:t>
            </w:r>
          </w:p>
          <w:p w14:paraId="2D4EA400" w14:textId="77777777" w:rsidR="00B45972" w:rsidRDefault="00B45972" w:rsidP="00AC3FE8">
            <w:pPr>
              <w:pStyle w:val="TAC"/>
              <w:rPr>
                <w:lang w:eastAsia="ja-JP"/>
              </w:rPr>
            </w:pPr>
            <w:r>
              <w:t>DC_1A-42D_n7</w:t>
            </w:r>
            <w:r>
              <w:rPr>
                <w:lang w:eastAsia="ja-JP"/>
              </w:rPr>
              <w:t>9</w:t>
            </w:r>
            <w:r>
              <w:t>C</w:t>
            </w:r>
          </w:p>
          <w:p w14:paraId="3CF664D9" w14:textId="77777777" w:rsidR="00B45972" w:rsidRDefault="00B45972" w:rsidP="00AC3FE8">
            <w:pPr>
              <w:pStyle w:val="TAC"/>
              <w:rPr>
                <w:noProof/>
                <w:lang w:eastAsia="ja-JP"/>
              </w:rPr>
            </w:pPr>
            <w:r>
              <w:rPr>
                <w:noProof/>
              </w:rPr>
              <w:t>DC_1A-42E_n79A</w:t>
            </w:r>
          </w:p>
          <w:p w14:paraId="5387B24C" w14:textId="77777777" w:rsidR="00B45972" w:rsidRDefault="00B45972" w:rsidP="00AC3FE8">
            <w:pPr>
              <w:pStyle w:val="TAC"/>
              <w:rPr>
                <w:noProof/>
                <w:lang w:eastAsia="zh-CN"/>
              </w:rPr>
            </w:pPr>
            <w:r>
              <w:t>DC_1A-42</w:t>
            </w:r>
            <w:r>
              <w:rPr>
                <w:lang w:eastAsia="ja-JP"/>
              </w:rPr>
              <w:t>E</w:t>
            </w:r>
            <w:r>
              <w:t>_n7</w:t>
            </w:r>
            <w:r>
              <w:rPr>
                <w:lang w:eastAsia="ja-JP"/>
              </w:rPr>
              <w:t>9</w:t>
            </w:r>
            <w:r>
              <w:t>C</w:t>
            </w:r>
          </w:p>
        </w:tc>
        <w:tc>
          <w:tcPr>
            <w:tcW w:w="5862" w:type="dxa"/>
            <w:tcBorders>
              <w:top w:val="single" w:sz="4" w:space="0" w:color="auto"/>
              <w:left w:val="single" w:sz="4" w:space="0" w:color="auto"/>
              <w:bottom w:val="single" w:sz="4" w:space="0" w:color="auto"/>
              <w:right w:val="single" w:sz="4" w:space="0" w:color="auto"/>
            </w:tcBorders>
            <w:hideMark/>
          </w:tcPr>
          <w:p w14:paraId="17CFE2CE" w14:textId="77777777" w:rsidR="00B45972" w:rsidRDefault="00B45972" w:rsidP="00AC3FE8">
            <w:pPr>
              <w:pStyle w:val="TAC"/>
            </w:pPr>
            <w:r>
              <w:t>DC_1A_n79A</w:t>
            </w:r>
          </w:p>
        </w:tc>
      </w:tr>
      <w:tr w:rsidR="00B45972" w14:paraId="11337A4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EB087F2" w14:textId="77777777" w:rsidR="00B45972" w:rsidRDefault="00B45972" w:rsidP="00AC3FE8">
            <w:pPr>
              <w:pStyle w:val="TAC"/>
              <w:rPr>
                <w:rFonts w:eastAsia="Malgun Gothic"/>
                <w:noProof/>
                <w:lang w:eastAsia="ko-KR"/>
              </w:rPr>
            </w:pPr>
            <w:r>
              <w:rPr>
                <w:rFonts w:eastAsia="Malgun Gothic"/>
                <w:noProof/>
                <w:lang w:eastAsia="ko-KR"/>
              </w:rPr>
              <w:t>DC_1A_n75A-n78A</w:t>
            </w:r>
          </w:p>
          <w:p w14:paraId="155C2C47" w14:textId="77777777" w:rsidR="00B45972" w:rsidRDefault="00B45972" w:rsidP="00AC3FE8">
            <w:pPr>
              <w:pStyle w:val="TAC"/>
              <w:rPr>
                <w:rFonts w:eastAsia="Malgun Gothic"/>
                <w:lang w:eastAsia="ko-KR"/>
              </w:rPr>
            </w:pPr>
            <w:r>
              <w:rPr>
                <w:rFonts w:eastAsia="Malgun Gothic"/>
                <w:noProof/>
                <w:lang w:eastAsia="ko-KR"/>
              </w:rPr>
              <w:t>DC_1A_n75A-n78(2A)</w:t>
            </w:r>
          </w:p>
        </w:tc>
        <w:tc>
          <w:tcPr>
            <w:tcW w:w="5862" w:type="dxa"/>
            <w:tcBorders>
              <w:top w:val="single" w:sz="4" w:space="0" w:color="auto"/>
              <w:left w:val="single" w:sz="4" w:space="0" w:color="auto"/>
              <w:bottom w:val="single" w:sz="4" w:space="0" w:color="auto"/>
              <w:right w:val="single" w:sz="4" w:space="0" w:color="auto"/>
            </w:tcBorders>
            <w:hideMark/>
          </w:tcPr>
          <w:p w14:paraId="0C1B5FB6" w14:textId="77777777" w:rsidR="00B45972" w:rsidRDefault="00B45972" w:rsidP="00AC3FE8">
            <w:pPr>
              <w:pStyle w:val="TAC"/>
              <w:rPr>
                <w:rFonts w:eastAsia="Malgun Gothic"/>
                <w:lang w:eastAsia="ko-KR"/>
              </w:rPr>
            </w:pPr>
            <w:r>
              <w:rPr>
                <w:rFonts w:eastAsia="Malgun Gothic"/>
                <w:lang w:eastAsia="ko-KR"/>
              </w:rPr>
              <w:t>DC_1A_n78A</w:t>
            </w:r>
          </w:p>
        </w:tc>
      </w:tr>
      <w:tr w:rsidR="00B45972" w14:paraId="3409DA2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EE688E5" w14:textId="77777777" w:rsidR="00B45972" w:rsidRDefault="00B45972" w:rsidP="00AC3FE8">
            <w:pPr>
              <w:pStyle w:val="TAC"/>
              <w:rPr>
                <w:lang w:eastAsia="ja-JP"/>
              </w:rPr>
            </w:pPr>
            <w:r>
              <w:rPr>
                <w:rFonts w:eastAsia="Malgun Gothic"/>
                <w:lang w:eastAsia="ko-KR"/>
              </w:rPr>
              <w:t>DC_1A_n77A-n79A</w:t>
            </w:r>
          </w:p>
        </w:tc>
        <w:tc>
          <w:tcPr>
            <w:tcW w:w="5862" w:type="dxa"/>
            <w:tcBorders>
              <w:top w:val="single" w:sz="4" w:space="0" w:color="auto"/>
              <w:left w:val="single" w:sz="4" w:space="0" w:color="auto"/>
              <w:bottom w:val="single" w:sz="4" w:space="0" w:color="auto"/>
              <w:right w:val="single" w:sz="4" w:space="0" w:color="auto"/>
            </w:tcBorders>
            <w:hideMark/>
          </w:tcPr>
          <w:p w14:paraId="6D1EC59B" w14:textId="77777777" w:rsidR="00B45972" w:rsidRDefault="00B45972" w:rsidP="00AC3FE8">
            <w:pPr>
              <w:pStyle w:val="TAC"/>
              <w:rPr>
                <w:rFonts w:eastAsia="Malgun Gothic"/>
                <w:lang w:eastAsia="ko-KR"/>
              </w:rPr>
            </w:pPr>
            <w:r>
              <w:rPr>
                <w:rFonts w:eastAsia="Malgun Gothic"/>
                <w:lang w:eastAsia="ko-KR"/>
              </w:rPr>
              <w:t>DC_1A_n77A</w:t>
            </w:r>
          </w:p>
          <w:p w14:paraId="508FB46F" w14:textId="77777777" w:rsidR="00B45972" w:rsidRDefault="00B45972" w:rsidP="00AC3FE8">
            <w:pPr>
              <w:pStyle w:val="TAC"/>
              <w:rPr>
                <w:lang w:eastAsia="ja-JP"/>
              </w:rPr>
            </w:pPr>
            <w:r>
              <w:rPr>
                <w:rFonts w:eastAsia="Malgun Gothic"/>
                <w:lang w:eastAsia="ko-KR"/>
              </w:rPr>
              <w:t>DC_1A_n79A</w:t>
            </w:r>
          </w:p>
        </w:tc>
      </w:tr>
      <w:tr w:rsidR="00B45972" w14:paraId="0D94C95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9038746" w14:textId="77777777" w:rsidR="00B45972" w:rsidRDefault="00B45972" w:rsidP="00AC3FE8">
            <w:pPr>
              <w:pStyle w:val="TAC"/>
              <w:rPr>
                <w:rFonts w:eastAsia="Malgun Gothic"/>
                <w:lang w:eastAsia="ko-KR"/>
              </w:rPr>
            </w:pPr>
            <w:r>
              <w:rPr>
                <w:rFonts w:eastAsia="Malgun Gothic"/>
                <w:lang w:eastAsia="ko-KR"/>
              </w:rPr>
              <w:t>DC_1A_SUL_n77A-n80A</w:t>
            </w:r>
          </w:p>
        </w:tc>
        <w:tc>
          <w:tcPr>
            <w:tcW w:w="5862" w:type="dxa"/>
            <w:tcBorders>
              <w:top w:val="single" w:sz="4" w:space="0" w:color="auto"/>
              <w:left w:val="single" w:sz="4" w:space="0" w:color="auto"/>
              <w:bottom w:val="single" w:sz="4" w:space="0" w:color="auto"/>
              <w:right w:val="single" w:sz="4" w:space="0" w:color="auto"/>
            </w:tcBorders>
            <w:hideMark/>
          </w:tcPr>
          <w:p w14:paraId="1769789A" w14:textId="77777777" w:rsidR="00B45972" w:rsidRDefault="00B45972" w:rsidP="00AC3FE8">
            <w:pPr>
              <w:pStyle w:val="TAC"/>
              <w:rPr>
                <w:rFonts w:eastAsia="Malgun Gothic"/>
                <w:lang w:eastAsia="ko-KR"/>
              </w:rPr>
            </w:pPr>
            <w:r>
              <w:rPr>
                <w:rFonts w:eastAsia="Malgun Gothic"/>
                <w:lang w:eastAsia="ko-KR"/>
              </w:rPr>
              <w:t>DC_1A_n77A</w:t>
            </w:r>
          </w:p>
          <w:p w14:paraId="44445C46" w14:textId="77777777" w:rsidR="00B45972" w:rsidRDefault="00B45972" w:rsidP="00AC3FE8">
            <w:pPr>
              <w:pStyle w:val="TAC"/>
              <w:rPr>
                <w:rFonts w:eastAsia="Malgun Gothic"/>
                <w:lang w:eastAsia="ko-KR"/>
              </w:rPr>
            </w:pPr>
            <w:r>
              <w:rPr>
                <w:rFonts w:eastAsia="Malgun Gothic"/>
                <w:lang w:eastAsia="ko-KR"/>
              </w:rPr>
              <w:t>DC_1A_n80A</w:t>
            </w:r>
          </w:p>
        </w:tc>
      </w:tr>
      <w:tr w:rsidR="00B45972" w14:paraId="2D5CA1E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FFCD544" w14:textId="77777777" w:rsidR="00B45972" w:rsidRDefault="00B45972" w:rsidP="00AC3FE8">
            <w:pPr>
              <w:pStyle w:val="TAC"/>
              <w:rPr>
                <w:rFonts w:eastAsia="Malgun Gothic"/>
                <w:lang w:eastAsia="ko-KR"/>
              </w:rPr>
            </w:pPr>
            <w:r>
              <w:rPr>
                <w:rFonts w:eastAsia="Malgun Gothic"/>
                <w:lang w:eastAsia="ko-KR"/>
              </w:rPr>
              <w:t>DC_1A_SUL_n77A-n84A</w:t>
            </w:r>
          </w:p>
        </w:tc>
        <w:tc>
          <w:tcPr>
            <w:tcW w:w="5862" w:type="dxa"/>
            <w:tcBorders>
              <w:top w:val="single" w:sz="4" w:space="0" w:color="auto"/>
              <w:left w:val="single" w:sz="4" w:space="0" w:color="auto"/>
              <w:bottom w:val="single" w:sz="4" w:space="0" w:color="auto"/>
              <w:right w:val="single" w:sz="4" w:space="0" w:color="auto"/>
            </w:tcBorders>
            <w:hideMark/>
          </w:tcPr>
          <w:p w14:paraId="418E5032" w14:textId="77777777" w:rsidR="00B45972" w:rsidRDefault="00B45972" w:rsidP="00AC3FE8">
            <w:pPr>
              <w:pStyle w:val="TAC"/>
              <w:rPr>
                <w:rFonts w:eastAsia="Malgun Gothic"/>
                <w:lang w:eastAsia="ko-KR"/>
              </w:rPr>
            </w:pPr>
            <w:r>
              <w:rPr>
                <w:rFonts w:eastAsia="Malgun Gothic"/>
                <w:lang w:eastAsia="ko-KR"/>
              </w:rPr>
              <w:t>DC_1A_n77A</w:t>
            </w:r>
          </w:p>
          <w:p w14:paraId="0BA75460" w14:textId="77777777" w:rsidR="00B45972" w:rsidRDefault="00B45972" w:rsidP="00AC3FE8">
            <w:pPr>
              <w:pStyle w:val="TAC"/>
              <w:rPr>
                <w:rFonts w:eastAsia="Malgun Gothic"/>
                <w:lang w:eastAsia="ko-KR"/>
              </w:rPr>
            </w:pPr>
            <w:r>
              <w:rPr>
                <w:rFonts w:eastAsia="Malgun Gothic"/>
                <w:lang w:eastAsia="ko-KR"/>
              </w:rPr>
              <w:t>DC_1A_n84A_ULSUP-TDM_n77A</w:t>
            </w:r>
          </w:p>
        </w:tc>
      </w:tr>
      <w:tr w:rsidR="00B45972" w14:paraId="70BD807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5BC934E" w14:textId="77777777" w:rsidR="00B45972" w:rsidRDefault="00B45972" w:rsidP="00AC3FE8">
            <w:pPr>
              <w:pStyle w:val="TAC"/>
              <w:rPr>
                <w:lang w:eastAsia="ja-JP"/>
              </w:rPr>
            </w:pPr>
            <w:r>
              <w:rPr>
                <w:rFonts w:eastAsia="Malgun Gothic"/>
                <w:lang w:eastAsia="ko-KR"/>
              </w:rPr>
              <w:t>DC_1A_n78A-n79A</w:t>
            </w:r>
          </w:p>
        </w:tc>
        <w:tc>
          <w:tcPr>
            <w:tcW w:w="5862" w:type="dxa"/>
            <w:tcBorders>
              <w:top w:val="single" w:sz="4" w:space="0" w:color="auto"/>
              <w:left w:val="single" w:sz="4" w:space="0" w:color="auto"/>
              <w:bottom w:val="single" w:sz="4" w:space="0" w:color="auto"/>
              <w:right w:val="single" w:sz="4" w:space="0" w:color="auto"/>
            </w:tcBorders>
            <w:hideMark/>
          </w:tcPr>
          <w:p w14:paraId="3E6BF67F" w14:textId="77777777" w:rsidR="00B45972" w:rsidRDefault="00B45972" w:rsidP="00AC3FE8">
            <w:pPr>
              <w:pStyle w:val="TAC"/>
              <w:rPr>
                <w:rFonts w:eastAsia="Malgun Gothic"/>
                <w:lang w:eastAsia="ko-KR"/>
              </w:rPr>
            </w:pPr>
            <w:r>
              <w:rPr>
                <w:rFonts w:eastAsia="Malgun Gothic"/>
                <w:lang w:eastAsia="ko-KR"/>
              </w:rPr>
              <w:t>DC_1A_n78A</w:t>
            </w:r>
          </w:p>
          <w:p w14:paraId="4EDC33D6" w14:textId="77777777" w:rsidR="00B45972" w:rsidRDefault="00B45972" w:rsidP="00AC3FE8">
            <w:pPr>
              <w:pStyle w:val="TAC"/>
              <w:rPr>
                <w:lang w:eastAsia="ja-JP"/>
              </w:rPr>
            </w:pPr>
            <w:r>
              <w:rPr>
                <w:rFonts w:eastAsia="Malgun Gothic"/>
                <w:lang w:eastAsia="ko-KR"/>
              </w:rPr>
              <w:t>DC_1A_n79A</w:t>
            </w:r>
          </w:p>
        </w:tc>
      </w:tr>
      <w:tr w:rsidR="00B45972" w14:paraId="31BADA8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0F557E0" w14:textId="77777777" w:rsidR="00B45972" w:rsidRDefault="00B45972" w:rsidP="00AC3FE8">
            <w:pPr>
              <w:pStyle w:val="TAC"/>
              <w:rPr>
                <w:rFonts w:eastAsia="Malgun Gothic"/>
                <w:lang w:eastAsia="ko-KR"/>
              </w:rPr>
            </w:pPr>
            <w:r>
              <w:rPr>
                <w:kern w:val="2"/>
                <w:szCs w:val="24"/>
                <w:lang w:eastAsia="ja-JP"/>
              </w:rPr>
              <w:t>DC_1A_SUL_n78A-n80A</w:t>
            </w:r>
          </w:p>
        </w:tc>
        <w:tc>
          <w:tcPr>
            <w:tcW w:w="5862" w:type="dxa"/>
            <w:tcBorders>
              <w:top w:val="single" w:sz="4" w:space="0" w:color="auto"/>
              <w:left w:val="single" w:sz="4" w:space="0" w:color="auto"/>
              <w:bottom w:val="single" w:sz="4" w:space="0" w:color="auto"/>
              <w:right w:val="single" w:sz="4" w:space="0" w:color="auto"/>
            </w:tcBorders>
            <w:hideMark/>
          </w:tcPr>
          <w:p w14:paraId="4F390AB6" w14:textId="77777777" w:rsidR="00B45972" w:rsidRDefault="00B45972" w:rsidP="00AC3FE8">
            <w:pPr>
              <w:pStyle w:val="TAC"/>
            </w:pPr>
            <w:r>
              <w:t>DC_1A_n78A</w:t>
            </w:r>
          </w:p>
          <w:p w14:paraId="5A5CB5E4" w14:textId="77777777" w:rsidR="00B45972" w:rsidRDefault="00B45972" w:rsidP="00AC3FE8">
            <w:pPr>
              <w:pStyle w:val="TAC"/>
              <w:rPr>
                <w:rFonts w:eastAsia="Malgun Gothic"/>
                <w:lang w:eastAsia="ko-KR"/>
              </w:rPr>
            </w:pPr>
            <w:r>
              <w:t>DC_1A_n80A</w:t>
            </w:r>
          </w:p>
        </w:tc>
      </w:tr>
      <w:tr w:rsidR="00B45972" w14:paraId="24E15CE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85D1ED7" w14:textId="77777777" w:rsidR="00B45972" w:rsidRDefault="00B45972" w:rsidP="00AC3FE8">
            <w:pPr>
              <w:pStyle w:val="TAC"/>
              <w:rPr>
                <w:lang w:eastAsia="ja-JP"/>
              </w:rPr>
            </w:pPr>
            <w:r>
              <w:t>DC_</w:t>
            </w:r>
            <w:r>
              <w:rPr>
                <w:lang w:eastAsia="zh-CN"/>
              </w:rPr>
              <w:t>1A</w:t>
            </w:r>
            <w:r>
              <w:t>_SUL_n78</w:t>
            </w:r>
            <w:r>
              <w:rPr>
                <w:lang w:eastAsia="zh-CN"/>
              </w:rPr>
              <w:t>A</w:t>
            </w:r>
            <w:r>
              <w:t>-n8</w:t>
            </w:r>
            <w:r>
              <w:rPr>
                <w:lang w:eastAsia="zh-CN"/>
              </w:rPr>
              <w:t>4A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774FCBD" w14:textId="77777777" w:rsidR="00B45972" w:rsidRDefault="00B45972" w:rsidP="00AC3FE8">
            <w:pPr>
              <w:pStyle w:val="TAC"/>
              <w:rPr>
                <w:lang w:eastAsia="zh-CN"/>
              </w:rPr>
            </w:pPr>
            <w:r>
              <w:rPr>
                <w:lang w:eastAsia="fi-FI"/>
              </w:rPr>
              <w:t>DC_</w:t>
            </w:r>
            <w:r>
              <w:rPr>
                <w:lang w:eastAsia="zh-CN"/>
              </w:rPr>
              <w:t>1A</w:t>
            </w:r>
            <w:r>
              <w:rPr>
                <w:lang w:eastAsia="fi-FI"/>
              </w:rPr>
              <w:t>_n78</w:t>
            </w:r>
            <w:r>
              <w:rPr>
                <w:lang w:eastAsia="zh-CN"/>
              </w:rPr>
              <w:t>A,</w:t>
            </w:r>
          </w:p>
          <w:p w14:paraId="3E10C84F" w14:textId="77777777" w:rsidR="00B45972" w:rsidRDefault="00B45972" w:rsidP="00AC3FE8">
            <w:pPr>
              <w:pStyle w:val="TAC"/>
              <w:rPr>
                <w:lang w:eastAsia="zh-CN"/>
              </w:rPr>
            </w:pPr>
            <w:r>
              <w:t>DC_</w:t>
            </w:r>
            <w:r>
              <w:rPr>
                <w:lang w:eastAsia="zh-CN"/>
              </w:rPr>
              <w:t>1A</w:t>
            </w:r>
            <w:r>
              <w:t>_n84A_ULSUP-TDM_n78</w:t>
            </w:r>
            <w:r>
              <w:rPr>
                <w:lang w:eastAsia="zh-CN"/>
              </w:rPr>
              <w:t>A</w:t>
            </w:r>
          </w:p>
        </w:tc>
      </w:tr>
      <w:tr w:rsidR="00B45972" w14:paraId="2DA0C8A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4B5304D" w14:textId="77777777" w:rsidR="00B45972" w:rsidRDefault="00B45972" w:rsidP="00AC3FE8">
            <w:pPr>
              <w:pStyle w:val="TAC"/>
            </w:pPr>
            <w:r>
              <w:t>DC_</w:t>
            </w:r>
            <w:r>
              <w:rPr>
                <w:lang w:eastAsia="zh-CN"/>
              </w:rPr>
              <w:t>1A</w:t>
            </w:r>
            <w:r>
              <w:t>_SUL_n79</w:t>
            </w:r>
            <w:r>
              <w:rPr>
                <w:lang w:eastAsia="zh-CN"/>
              </w:rPr>
              <w:t>A</w:t>
            </w:r>
            <w:r>
              <w:t>-n8</w:t>
            </w:r>
            <w:r>
              <w:rPr>
                <w:lang w:eastAsia="zh-CN"/>
              </w:rPr>
              <w:t>4A</w:t>
            </w:r>
          </w:p>
        </w:tc>
        <w:tc>
          <w:tcPr>
            <w:tcW w:w="5862" w:type="dxa"/>
            <w:tcBorders>
              <w:top w:val="single" w:sz="4" w:space="0" w:color="auto"/>
              <w:left w:val="single" w:sz="4" w:space="0" w:color="auto"/>
              <w:bottom w:val="single" w:sz="4" w:space="0" w:color="auto"/>
              <w:right w:val="single" w:sz="4" w:space="0" w:color="auto"/>
            </w:tcBorders>
            <w:hideMark/>
          </w:tcPr>
          <w:p w14:paraId="660AF0E2" w14:textId="77777777" w:rsidR="00B45972" w:rsidRDefault="00B45972" w:rsidP="00AC3FE8">
            <w:pPr>
              <w:pStyle w:val="TAC"/>
              <w:rPr>
                <w:lang w:eastAsia="zh-CN"/>
              </w:rPr>
            </w:pPr>
            <w:r>
              <w:rPr>
                <w:lang w:eastAsia="fi-FI"/>
              </w:rPr>
              <w:t>DC_</w:t>
            </w:r>
            <w:r>
              <w:rPr>
                <w:lang w:eastAsia="zh-CN"/>
              </w:rPr>
              <w:t>1A</w:t>
            </w:r>
            <w:r>
              <w:rPr>
                <w:lang w:eastAsia="fi-FI"/>
              </w:rPr>
              <w:t>_n79</w:t>
            </w:r>
            <w:r>
              <w:rPr>
                <w:lang w:eastAsia="zh-CN"/>
              </w:rPr>
              <w:t>A,</w:t>
            </w:r>
          </w:p>
          <w:p w14:paraId="4CC7F221" w14:textId="77777777" w:rsidR="00B45972" w:rsidRDefault="00B45972" w:rsidP="00AC3FE8">
            <w:pPr>
              <w:pStyle w:val="TAC"/>
              <w:rPr>
                <w:lang w:eastAsia="fi-FI"/>
              </w:rPr>
            </w:pPr>
            <w:r>
              <w:t>DC_</w:t>
            </w:r>
            <w:r>
              <w:rPr>
                <w:lang w:eastAsia="zh-CN"/>
              </w:rPr>
              <w:t>1A</w:t>
            </w:r>
            <w:r>
              <w:t>_n84A_ULSUP-TDM_n79</w:t>
            </w:r>
            <w:r>
              <w:rPr>
                <w:lang w:eastAsia="zh-CN"/>
              </w:rPr>
              <w:t>A</w:t>
            </w:r>
          </w:p>
        </w:tc>
      </w:tr>
      <w:tr w:rsidR="00B45972" w14:paraId="0DE4366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C3DD73B" w14:textId="77777777" w:rsidR="00B45972" w:rsidRDefault="00B45972" w:rsidP="00AC3FE8">
            <w:pPr>
              <w:pStyle w:val="TAC"/>
            </w:pPr>
            <w:r>
              <w:rPr>
                <w:lang w:eastAsia="ja-JP"/>
              </w:rPr>
              <w:t>DC_2A-4A_n38A</w:t>
            </w:r>
          </w:p>
        </w:tc>
        <w:tc>
          <w:tcPr>
            <w:tcW w:w="5862" w:type="dxa"/>
            <w:tcBorders>
              <w:top w:val="single" w:sz="4" w:space="0" w:color="auto"/>
              <w:left w:val="single" w:sz="4" w:space="0" w:color="auto"/>
              <w:bottom w:val="single" w:sz="4" w:space="0" w:color="auto"/>
              <w:right w:val="single" w:sz="4" w:space="0" w:color="auto"/>
            </w:tcBorders>
            <w:hideMark/>
          </w:tcPr>
          <w:p w14:paraId="3B76A6E2" w14:textId="77777777" w:rsidR="00B45972" w:rsidRDefault="00B45972" w:rsidP="00AC3FE8">
            <w:pPr>
              <w:pStyle w:val="TAC"/>
              <w:rPr>
                <w:lang w:eastAsia="ja-JP"/>
              </w:rPr>
            </w:pPr>
            <w:r>
              <w:rPr>
                <w:lang w:eastAsia="fi-FI"/>
              </w:rPr>
              <w:t>DC_2A_</w:t>
            </w:r>
            <w:r>
              <w:rPr>
                <w:lang w:eastAsia="ja-JP"/>
              </w:rPr>
              <w:t>n38A</w:t>
            </w:r>
          </w:p>
          <w:p w14:paraId="51ED0BA2" w14:textId="77777777" w:rsidR="00B45972" w:rsidRDefault="00B45972" w:rsidP="00AC3FE8">
            <w:pPr>
              <w:pStyle w:val="TAC"/>
              <w:rPr>
                <w:lang w:eastAsia="fi-FI"/>
              </w:rPr>
            </w:pPr>
            <w:r>
              <w:rPr>
                <w:lang w:eastAsia="fi-FI"/>
              </w:rPr>
              <w:t>DC_</w:t>
            </w:r>
            <w:r>
              <w:rPr>
                <w:lang w:eastAsia="ja-JP"/>
              </w:rPr>
              <w:t>4</w:t>
            </w:r>
            <w:r>
              <w:rPr>
                <w:lang w:eastAsia="fi-FI"/>
              </w:rPr>
              <w:t>A_</w:t>
            </w:r>
            <w:r>
              <w:rPr>
                <w:lang w:eastAsia="ja-JP"/>
              </w:rPr>
              <w:t>n38</w:t>
            </w:r>
            <w:r>
              <w:rPr>
                <w:lang w:eastAsia="fi-FI"/>
              </w:rPr>
              <w:t>A</w:t>
            </w:r>
          </w:p>
        </w:tc>
      </w:tr>
      <w:tr w:rsidR="00B45972" w14:paraId="7F514E0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70793CA" w14:textId="77777777" w:rsidR="00B45972" w:rsidRDefault="00B45972" w:rsidP="00AC3FE8">
            <w:pPr>
              <w:pStyle w:val="TAC"/>
            </w:pPr>
            <w:r>
              <w:rPr>
                <w:lang w:eastAsia="ja-JP"/>
              </w:rPr>
              <w:t>DC_2A-4A_n41A</w:t>
            </w:r>
          </w:p>
        </w:tc>
        <w:tc>
          <w:tcPr>
            <w:tcW w:w="5862" w:type="dxa"/>
            <w:tcBorders>
              <w:top w:val="single" w:sz="4" w:space="0" w:color="auto"/>
              <w:left w:val="single" w:sz="4" w:space="0" w:color="auto"/>
              <w:bottom w:val="single" w:sz="4" w:space="0" w:color="auto"/>
              <w:right w:val="single" w:sz="4" w:space="0" w:color="auto"/>
            </w:tcBorders>
            <w:hideMark/>
          </w:tcPr>
          <w:p w14:paraId="48BD70B8" w14:textId="77777777" w:rsidR="00B45972" w:rsidRDefault="00B45972" w:rsidP="00AC3FE8">
            <w:pPr>
              <w:pStyle w:val="TAC"/>
              <w:rPr>
                <w:lang w:eastAsia="ja-JP"/>
              </w:rPr>
            </w:pPr>
            <w:r>
              <w:rPr>
                <w:lang w:eastAsia="fi-FI"/>
              </w:rPr>
              <w:t>DC_2A_</w:t>
            </w:r>
            <w:r>
              <w:rPr>
                <w:lang w:eastAsia="ja-JP"/>
              </w:rPr>
              <w:t>n41A</w:t>
            </w:r>
          </w:p>
          <w:p w14:paraId="269A0F7F" w14:textId="77777777" w:rsidR="00B45972" w:rsidRDefault="00B45972" w:rsidP="00AC3FE8">
            <w:pPr>
              <w:pStyle w:val="TAC"/>
              <w:rPr>
                <w:lang w:eastAsia="fi-FI"/>
              </w:rPr>
            </w:pPr>
            <w:r>
              <w:rPr>
                <w:lang w:eastAsia="fi-FI"/>
              </w:rPr>
              <w:t>DC_</w:t>
            </w:r>
            <w:r>
              <w:rPr>
                <w:lang w:eastAsia="ja-JP"/>
              </w:rPr>
              <w:t>4</w:t>
            </w:r>
            <w:r>
              <w:rPr>
                <w:lang w:eastAsia="fi-FI"/>
              </w:rPr>
              <w:t>A_</w:t>
            </w:r>
            <w:r>
              <w:rPr>
                <w:lang w:eastAsia="ja-JP"/>
              </w:rPr>
              <w:t>n41</w:t>
            </w:r>
            <w:r>
              <w:rPr>
                <w:lang w:eastAsia="fi-FI"/>
              </w:rPr>
              <w:t>A</w:t>
            </w:r>
          </w:p>
        </w:tc>
      </w:tr>
      <w:tr w:rsidR="00B45972" w14:paraId="6C7EF19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D2A7884" w14:textId="77777777" w:rsidR="00B45972" w:rsidRDefault="00B45972" w:rsidP="00AC3FE8">
            <w:pPr>
              <w:pStyle w:val="TAC"/>
            </w:pPr>
            <w:r>
              <w:rPr>
                <w:lang w:eastAsia="fi-FI"/>
              </w:rPr>
              <w:t>DC_</w:t>
            </w:r>
            <w:r>
              <w:rPr>
                <w:lang w:eastAsia="zh-CN"/>
              </w:rPr>
              <w:t>2A</w:t>
            </w:r>
            <w:r>
              <w:rPr>
                <w:lang w:eastAsia="fi-FI"/>
              </w:rPr>
              <w:t>-</w:t>
            </w:r>
            <w:r>
              <w:rPr>
                <w:lang w:eastAsia="zh-CN"/>
              </w:rPr>
              <w:t>5</w:t>
            </w:r>
            <w:r>
              <w:rPr>
                <w:lang w:eastAsia="fi-FI"/>
              </w:rPr>
              <w:t>A_n</w:t>
            </w:r>
            <w:r>
              <w:rPr>
                <w:lang w:eastAsia="zh-CN"/>
              </w:rPr>
              <w:t>2</w:t>
            </w:r>
            <w:r>
              <w:rPr>
                <w:lang w:eastAsia="fi-FI"/>
              </w:rPr>
              <w:t>A</w:t>
            </w:r>
          </w:p>
        </w:tc>
        <w:tc>
          <w:tcPr>
            <w:tcW w:w="5862" w:type="dxa"/>
            <w:tcBorders>
              <w:top w:val="single" w:sz="4" w:space="0" w:color="auto"/>
              <w:left w:val="single" w:sz="4" w:space="0" w:color="auto"/>
              <w:bottom w:val="single" w:sz="4" w:space="0" w:color="auto"/>
              <w:right w:val="single" w:sz="4" w:space="0" w:color="auto"/>
            </w:tcBorders>
            <w:hideMark/>
          </w:tcPr>
          <w:p w14:paraId="115E5F69" w14:textId="77777777" w:rsidR="00B45972" w:rsidRDefault="00B45972" w:rsidP="00AC3FE8">
            <w:pPr>
              <w:pStyle w:val="TAC"/>
              <w:rPr>
                <w:noProof/>
                <w:lang w:eastAsia="zh-CN"/>
              </w:rPr>
            </w:pPr>
            <w:r>
              <w:rPr>
                <w:lang w:eastAsia="zh-CN"/>
              </w:rPr>
              <w:t>DC_5A_n2A</w:t>
            </w:r>
          </w:p>
        </w:tc>
      </w:tr>
      <w:tr w:rsidR="00B45972" w14:paraId="6114CDD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D06513E" w14:textId="77777777" w:rsidR="00B45972" w:rsidRDefault="00B45972" w:rsidP="00AC3FE8">
            <w:pPr>
              <w:pStyle w:val="TAC"/>
            </w:pPr>
            <w:r>
              <w:rPr>
                <w:lang w:eastAsia="fi-FI"/>
              </w:rPr>
              <w:t>DC_</w:t>
            </w:r>
            <w:r>
              <w:rPr>
                <w:lang w:eastAsia="zh-CN"/>
              </w:rPr>
              <w:t>2A</w:t>
            </w:r>
            <w:r>
              <w:rPr>
                <w:lang w:eastAsia="fi-FI"/>
              </w:rPr>
              <w:t>-</w:t>
            </w:r>
            <w:r>
              <w:rPr>
                <w:lang w:eastAsia="zh-CN"/>
              </w:rPr>
              <w:t>5B</w:t>
            </w:r>
            <w:r>
              <w:rPr>
                <w:lang w:eastAsia="fi-FI"/>
              </w:rPr>
              <w:t>_n</w:t>
            </w:r>
            <w:r>
              <w:rPr>
                <w:lang w:eastAsia="zh-CN"/>
              </w:rPr>
              <w:t>2</w:t>
            </w:r>
            <w:r>
              <w:rPr>
                <w:lang w:eastAsia="fi-FI"/>
              </w:rPr>
              <w:t>A</w:t>
            </w:r>
          </w:p>
        </w:tc>
        <w:tc>
          <w:tcPr>
            <w:tcW w:w="5862" w:type="dxa"/>
            <w:tcBorders>
              <w:top w:val="single" w:sz="4" w:space="0" w:color="auto"/>
              <w:left w:val="single" w:sz="4" w:space="0" w:color="auto"/>
              <w:bottom w:val="single" w:sz="4" w:space="0" w:color="auto"/>
              <w:right w:val="single" w:sz="4" w:space="0" w:color="auto"/>
            </w:tcBorders>
            <w:hideMark/>
          </w:tcPr>
          <w:p w14:paraId="5667A43E" w14:textId="77777777" w:rsidR="00B45972" w:rsidRDefault="00B45972" w:rsidP="00AC3FE8">
            <w:pPr>
              <w:pStyle w:val="TAC"/>
              <w:rPr>
                <w:noProof/>
                <w:lang w:eastAsia="zh-CN"/>
              </w:rPr>
            </w:pPr>
            <w:r>
              <w:rPr>
                <w:lang w:eastAsia="zh-CN"/>
              </w:rPr>
              <w:t>DC_5A_n2A</w:t>
            </w:r>
          </w:p>
        </w:tc>
      </w:tr>
      <w:tr w:rsidR="00B45972" w14:paraId="6ED2679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62A9456" w14:textId="77777777" w:rsidR="00B45972" w:rsidRDefault="00B45972" w:rsidP="00AC3FE8">
            <w:pPr>
              <w:pStyle w:val="TAC"/>
            </w:pPr>
            <w:r>
              <w:rPr>
                <w:lang w:eastAsia="fi-FI"/>
              </w:rPr>
              <w:t>DC_</w:t>
            </w:r>
            <w:r>
              <w:rPr>
                <w:lang w:eastAsia="zh-CN"/>
              </w:rPr>
              <w:t>2A</w:t>
            </w:r>
            <w:r>
              <w:rPr>
                <w:lang w:eastAsia="fi-FI"/>
              </w:rPr>
              <w:t>-</w:t>
            </w:r>
            <w:r>
              <w:rPr>
                <w:lang w:eastAsia="zh-CN"/>
              </w:rPr>
              <w:t>5A-5</w:t>
            </w:r>
            <w:r>
              <w:rPr>
                <w:lang w:eastAsia="fi-FI"/>
              </w:rPr>
              <w:t>A_n</w:t>
            </w:r>
            <w:r>
              <w:rPr>
                <w:lang w:eastAsia="zh-CN"/>
              </w:rPr>
              <w:t>2</w:t>
            </w:r>
            <w:r>
              <w:rPr>
                <w:lang w:eastAsia="fi-FI"/>
              </w:rPr>
              <w:t>A</w:t>
            </w:r>
          </w:p>
        </w:tc>
        <w:tc>
          <w:tcPr>
            <w:tcW w:w="5862" w:type="dxa"/>
            <w:tcBorders>
              <w:top w:val="single" w:sz="4" w:space="0" w:color="auto"/>
              <w:left w:val="single" w:sz="4" w:space="0" w:color="auto"/>
              <w:bottom w:val="single" w:sz="4" w:space="0" w:color="auto"/>
              <w:right w:val="single" w:sz="4" w:space="0" w:color="auto"/>
            </w:tcBorders>
            <w:hideMark/>
          </w:tcPr>
          <w:p w14:paraId="5A89AD83" w14:textId="77777777" w:rsidR="00B45972" w:rsidRDefault="00B45972" w:rsidP="00AC3FE8">
            <w:pPr>
              <w:pStyle w:val="TAC"/>
              <w:rPr>
                <w:noProof/>
                <w:lang w:eastAsia="zh-CN"/>
              </w:rPr>
            </w:pPr>
            <w:r>
              <w:rPr>
                <w:lang w:eastAsia="zh-CN"/>
              </w:rPr>
              <w:t>DC_5A_n2A</w:t>
            </w:r>
          </w:p>
        </w:tc>
      </w:tr>
      <w:tr w:rsidR="00B45972" w14:paraId="5D3EC56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8DDB087" w14:textId="77777777" w:rsidR="00B45972" w:rsidRDefault="00B45972" w:rsidP="00AC3FE8">
            <w:pPr>
              <w:pStyle w:val="TAC"/>
            </w:pPr>
            <w:r>
              <w:rPr>
                <w:lang w:eastAsia="fi-FI"/>
              </w:rPr>
              <w:t>DC_2A-5A_n5A</w:t>
            </w:r>
          </w:p>
        </w:tc>
        <w:tc>
          <w:tcPr>
            <w:tcW w:w="5862" w:type="dxa"/>
            <w:tcBorders>
              <w:top w:val="single" w:sz="4" w:space="0" w:color="auto"/>
              <w:left w:val="single" w:sz="4" w:space="0" w:color="auto"/>
              <w:bottom w:val="single" w:sz="4" w:space="0" w:color="auto"/>
              <w:right w:val="single" w:sz="4" w:space="0" w:color="auto"/>
            </w:tcBorders>
            <w:hideMark/>
          </w:tcPr>
          <w:p w14:paraId="0BC9F167" w14:textId="77777777" w:rsidR="00B45972" w:rsidRDefault="00B45972" w:rsidP="00AC3FE8">
            <w:pPr>
              <w:pStyle w:val="TAC"/>
              <w:rPr>
                <w:noProof/>
                <w:lang w:eastAsia="zh-CN"/>
              </w:rPr>
            </w:pPr>
            <w:r>
              <w:rPr>
                <w:lang w:eastAsia="fi-FI"/>
              </w:rPr>
              <w:t>DC_2A_n5A</w:t>
            </w:r>
          </w:p>
        </w:tc>
      </w:tr>
      <w:tr w:rsidR="00B45972" w14:paraId="0A1E7D4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C27B0BF" w14:textId="77777777" w:rsidR="00B45972" w:rsidRDefault="00B45972" w:rsidP="00AC3FE8">
            <w:pPr>
              <w:pStyle w:val="TAC"/>
            </w:pPr>
            <w:r>
              <w:rPr>
                <w:lang w:eastAsia="zh-CN"/>
              </w:rPr>
              <w:t>DC_2A-2A-5A_n5A</w:t>
            </w:r>
          </w:p>
        </w:tc>
        <w:tc>
          <w:tcPr>
            <w:tcW w:w="5862" w:type="dxa"/>
            <w:tcBorders>
              <w:top w:val="single" w:sz="4" w:space="0" w:color="auto"/>
              <w:left w:val="single" w:sz="4" w:space="0" w:color="auto"/>
              <w:bottom w:val="single" w:sz="4" w:space="0" w:color="auto"/>
              <w:right w:val="single" w:sz="4" w:space="0" w:color="auto"/>
            </w:tcBorders>
            <w:hideMark/>
          </w:tcPr>
          <w:p w14:paraId="29B46F4C" w14:textId="77777777" w:rsidR="00B45972" w:rsidRDefault="00B45972" w:rsidP="00AC3FE8">
            <w:pPr>
              <w:pStyle w:val="TAC"/>
              <w:rPr>
                <w:noProof/>
                <w:lang w:eastAsia="zh-CN"/>
              </w:rPr>
            </w:pPr>
            <w:r>
              <w:rPr>
                <w:lang w:eastAsia="fi-FI"/>
              </w:rPr>
              <w:t>DC_2A_n5</w:t>
            </w:r>
            <w:r>
              <w:rPr>
                <w:lang w:eastAsia="zh-CN"/>
              </w:rPr>
              <w:t>A</w:t>
            </w:r>
          </w:p>
        </w:tc>
      </w:tr>
      <w:tr w:rsidR="00B45972" w14:paraId="28A33B6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EB87E8E" w14:textId="77777777" w:rsidR="00B45972" w:rsidRDefault="00B45972" w:rsidP="00AC3FE8">
            <w:pPr>
              <w:pStyle w:val="TAC"/>
            </w:pPr>
            <w:r>
              <w:t>DC_2A-5A_n66A</w:t>
            </w:r>
          </w:p>
          <w:p w14:paraId="16DBFA29" w14:textId="77777777" w:rsidR="00B45972" w:rsidRDefault="00B45972" w:rsidP="00AC3FE8">
            <w:pPr>
              <w:pStyle w:val="TAC"/>
              <w:rPr>
                <w:lang w:eastAsia="fr-FR"/>
              </w:rPr>
            </w:pPr>
            <w:r>
              <w:rPr>
                <w:lang w:eastAsia="fi-FI"/>
              </w:rPr>
              <w:t>DC_2</w:t>
            </w:r>
            <w:r>
              <w:rPr>
                <w:lang w:eastAsia="zh-CN"/>
              </w:rPr>
              <w:t>A</w:t>
            </w:r>
            <w:r>
              <w:rPr>
                <w:lang w:eastAsia="fi-FI"/>
              </w:rPr>
              <w:t>-5</w:t>
            </w:r>
            <w:r>
              <w:rPr>
                <w:lang w:eastAsia="zh-CN"/>
              </w:rPr>
              <w:t>B</w:t>
            </w:r>
            <w:r>
              <w:rPr>
                <w:lang w:eastAsia="fi-FI"/>
              </w:rPr>
              <w:t>_n66</w:t>
            </w:r>
            <w:r>
              <w:rPr>
                <w:lang w:eastAsia="zh-CN"/>
              </w:rPr>
              <w:t>A</w:t>
            </w:r>
          </w:p>
        </w:tc>
        <w:tc>
          <w:tcPr>
            <w:tcW w:w="5862" w:type="dxa"/>
            <w:tcBorders>
              <w:top w:val="single" w:sz="4" w:space="0" w:color="auto"/>
              <w:left w:val="single" w:sz="4" w:space="0" w:color="auto"/>
              <w:bottom w:val="single" w:sz="4" w:space="0" w:color="auto"/>
              <w:right w:val="single" w:sz="4" w:space="0" w:color="auto"/>
            </w:tcBorders>
            <w:hideMark/>
          </w:tcPr>
          <w:p w14:paraId="1018B1F1" w14:textId="77777777" w:rsidR="00B45972" w:rsidRDefault="00B45972" w:rsidP="00AC3FE8">
            <w:pPr>
              <w:pStyle w:val="TAC"/>
              <w:rPr>
                <w:noProof/>
                <w:lang w:eastAsia="zh-CN"/>
              </w:rPr>
            </w:pPr>
            <w:r>
              <w:rPr>
                <w:noProof/>
                <w:lang w:eastAsia="zh-CN"/>
              </w:rPr>
              <w:t>DC_2A_n66A</w:t>
            </w:r>
          </w:p>
          <w:p w14:paraId="1E6F2320" w14:textId="77777777" w:rsidR="00B45972" w:rsidRDefault="00B45972" w:rsidP="00AC3FE8">
            <w:pPr>
              <w:pStyle w:val="TAC"/>
              <w:rPr>
                <w:lang w:eastAsia="fi-FI"/>
              </w:rPr>
            </w:pPr>
            <w:r>
              <w:rPr>
                <w:noProof/>
                <w:lang w:eastAsia="zh-CN"/>
              </w:rPr>
              <w:t>DC_5A_n66A</w:t>
            </w:r>
          </w:p>
        </w:tc>
      </w:tr>
      <w:tr w:rsidR="00B45972" w14:paraId="0F33AB2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92B6BF0" w14:textId="77777777" w:rsidR="00B45972" w:rsidRDefault="00B45972" w:rsidP="00AC3FE8">
            <w:pPr>
              <w:pStyle w:val="TAC"/>
              <w:rPr>
                <w:lang w:eastAsia="zh-CN"/>
              </w:rPr>
            </w:pPr>
            <w:r>
              <w:rPr>
                <w:lang w:eastAsia="fi-FI"/>
              </w:rPr>
              <w:t>DC_2</w:t>
            </w:r>
            <w:r>
              <w:rPr>
                <w:lang w:eastAsia="zh-CN"/>
              </w:rPr>
              <w:t>A</w:t>
            </w:r>
            <w:r>
              <w:rPr>
                <w:lang w:eastAsia="fi-FI"/>
              </w:rPr>
              <w:t>-5</w:t>
            </w:r>
            <w:r>
              <w:rPr>
                <w:lang w:eastAsia="zh-CN"/>
              </w:rPr>
              <w:t>A-5A</w:t>
            </w:r>
            <w:r>
              <w:rPr>
                <w:lang w:eastAsia="fi-FI"/>
              </w:rPr>
              <w:t>_n66</w:t>
            </w:r>
            <w:r>
              <w:rPr>
                <w:lang w:eastAsia="zh-CN"/>
              </w:rPr>
              <w:t>A</w:t>
            </w:r>
          </w:p>
        </w:tc>
        <w:tc>
          <w:tcPr>
            <w:tcW w:w="5862" w:type="dxa"/>
            <w:tcBorders>
              <w:top w:val="single" w:sz="4" w:space="0" w:color="auto"/>
              <w:left w:val="single" w:sz="4" w:space="0" w:color="auto"/>
              <w:bottom w:val="single" w:sz="4" w:space="0" w:color="auto"/>
              <w:right w:val="single" w:sz="4" w:space="0" w:color="auto"/>
            </w:tcBorders>
            <w:hideMark/>
          </w:tcPr>
          <w:p w14:paraId="31D89787" w14:textId="77777777" w:rsidR="00B45972" w:rsidRDefault="00B45972" w:rsidP="00AC3FE8">
            <w:pPr>
              <w:pStyle w:val="TAC"/>
              <w:rPr>
                <w:lang w:eastAsia="fi-FI"/>
              </w:rPr>
            </w:pPr>
            <w:r>
              <w:rPr>
                <w:lang w:eastAsia="fi-FI"/>
              </w:rPr>
              <w:t>DC_2A_n66A</w:t>
            </w:r>
          </w:p>
          <w:p w14:paraId="5D39D881" w14:textId="77777777" w:rsidR="00B45972" w:rsidRDefault="00B45972" w:rsidP="00AC3FE8">
            <w:pPr>
              <w:pStyle w:val="TAC"/>
              <w:rPr>
                <w:lang w:eastAsia="zh-CN"/>
              </w:rPr>
            </w:pPr>
            <w:r>
              <w:rPr>
                <w:lang w:eastAsia="fi-FI"/>
              </w:rPr>
              <w:t>DC_5A_n66A</w:t>
            </w:r>
          </w:p>
        </w:tc>
      </w:tr>
      <w:tr w:rsidR="00B45972" w14:paraId="6923766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C38B16F" w14:textId="77777777" w:rsidR="00B45972" w:rsidRDefault="00B45972" w:rsidP="00AC3FE8">
            <w:pPr>
              <w:pStyle w:val="TAC"/>
              <w:rPr>
                <w:lang w:eastAsia="zh-CN"/>
              </w:rPr>
            </w:pPr>
            <w:r>
              <w:rPr>
                <w:lang w:eastAsia="fi-FI"/>
              </w:rPr>
              <w:t>DC_2A-5A_n71A</w:t>
            </w:r>
          </w:p>
        </w:tc>
        <w:tc>
          <w:tcPr>
            <w:tcW w:w="5862" w:type="dxa"/>
            <w:tcBorders>
              <w:top w:val="single" w:sz="4" w:space="0" w:color="auto"/>
              <w:left w:val="single" w:sz="4" w:space="0" w:color="auto"/>
              <w:bottom w:val="single" w:sz="4" w:space="0" w:color="auto"/>
              <w:right w:val="single" w:sz="4" w:space="0" w:color="auto"/>
            </w:tcBorders>
            <w:hideMark/>
          </w:tcPr>
          <w:p w14:paraId="35FBBBC1" w14:textId="77777777" w:rsidR="00B45972" w:rsidRDefault="00B45972" w:rsidP="00AC3FE8">
            <w:pPr>
              <w:pStyle w:val="TAC"/>
              <w:rPr>
                <w:lang w:eastAsia="fi-FI"/>
              </w:rPr>
            </w:pPr>
            <w:r>
              <w:rPr>
                <w:lang w:eastAsia="fi-FI"/>
              </w:rPr>
              <w:t>DC_2A_n71A</w:t>
            </w:r>
          </w:p>
          <w:p w14:paraId="155E9915" w14:textId="77777777" w:rsidR="00B45972" w:rsidRDefault="00B45972" w:rsidP="00AC3FE8">
            <w:pPr>
              <w:pStyle w:val="TAC"/>
              <w:rPr>
                <w:lang w:eastAsia="zh-CN"/>
              </w:rPr>
            </w:pPr>
            <w:r>
              <w:rPr>
                <w:lang w:eastAsia="fi-FI"/>
              </w:rPr>
              <w:t>DC_5A_n71A</w:t>
            </w:r>
          </w:p>
        </w:tc>
      </w:tr>
      <w:tr w:rsidR="00B45972" w14:paraId="043B40A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082E521" w14:textId="77777777" w:rsidR="00B45972" w:rsidRDefault="00B45972" w:rsidP="00AC3FE8">
            <w:pPr>
              <w:pStyle w:val="TAC"/>
              <w:rPr>
                <w:lang w:eastAsia="zh-CN"/>
              </w:rPr>
            </w:pPr>
            <w:r>
              <w:rPr>
                <w:lang w:eastAsia="ja-JP"/>
              </w:rPr>
              <w:t>DC_2A-7A_n38A</w:t>
            </w:r>
          </w:p>
        </w:tc>
        <w:tc>
          <w:tcPr>
            <w:tcW w:w="5862" w:type="dxa"/>
            <w:tcBorders>
              <w:top w:val="single" w:sz="4" w:space="0" w:color="auto"/>
              <w:left w:val="single" w:sz="4" w:space="0" w:color="auto"/>
              <w:bottom w:val="single" w:sz="4" w:space="0" w:color="auto"/>
              <w:right w:val="single" w:sz="4" w:space="0" w:color="auto"/>
            </w:tcBorders>
            <w:hideMark/>
          </w:tcPr>
          <w:p w14:paraId="089CD8F1" w14:textId="77777777" w:rsidR="00B45972" w:rsidRDefault="00B45972" w:rsidP="00AC3FE8">
            <w:pPr>
              <w:pStyle w:val="TAC"/>
              <w:rPr>
                <w:lang w:eastAsia="zh-CN"/>
              </w:rPr>
            </w:pPr>
            <w:r>
              <w:rPr>
                <w:lang w:eastAsia="ja-JP"/>
              </w:rPr>
              <w:t>2A</w:t>
            </w:r>
            <w:r>
              <w:rPr>
                <w:vertAlign w:val="superscript"/>
              </w:rPr>
              <w:t>8</w:t>
            </w:r>
          </w:p>
        </w:tc>
      </w:tr>
      <w:tr w:rsidR="00B45972" w14:paraId="4FC50A1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02B71B2" w14:textId="77777777" w:rsidR="00B45972" w:rsidRDefault="00B45972" w:rsidP="00AC3FE8">
            <w:pPr>
              <w:pStyle w:val="TAC"/>
              <w:rPr>
                <w:lang w:eastAsia="zh-CN"/>
              </w:rPr>
            </w:pPr>
            <w:r>
              <w:rPr>
                <w:lang w:eastAsia="ja-JP"/>
              </w:rPr>
              <w:t>DC_2A-2A-7A_n38A</w:t>
            </w:r>
          </w:p>
        </w:tc>
        <w:tc>
          <w:tcPr>
            <w:tcW w:w="5862" w:type="dxa"/>
            <w:tcBorders>
              <w:top w:val="single" w:sz="4" w:space="0" w:color="auto"/>
              <w:left w:val="single" w:sz="4" w:space="0" w:color="auto"/>
              <w:bottom w:val="single" w:sz="4" w:space="0" w:color="auto"/>
              <w:right w:val="single" w:sz="4" w:space="0" w:color="auto"/>
            </w:tcBorders>
            <w:hideMark/>
          </w:tcPr>
          <w:p w14:paraId="4DB5BA9D" w14:textId="77777777" w:rsidR="00B45972" w:rsidRDefault="00B45972" w:rsidP="00AC3FE8">
            <w:pPr>
              <w:pStyle w:val="TAC"/>
              <w:rPr>
                <w:lang w:eastAsia="zh-CN"/>
              </w:rPr>
            </w:pPr>
            <w:r>
              <w:rPr>
                <w:lang w:eastAsia="ja-JP"/>
              </w:rPr>
              <w:t>2A</w:t>
            </w:r>
            <w:r>
              <w:rPr>
                <w:vertAlign w:val="superscript"/>
              </w:rPr>
              <w:t>8</w:t>
            </w:r>
          </w:p>
        </w:tc>
      </w:tr>
      <w:tr w:rsidR="00B45972" w14:paraId="7928133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52164F4" w14:textId="77777777" w:rsidR="00B45972" w:rsidRDefault="00B45972" w:rsidP="00AC3FE8">
            <w:pPr>
              <w:pStyle w:val="TAC"/>
              <w:rPr>
                <w:lang w:eastAsia="zh-CN"/>
              </w:rPr>
            </w:pPr>
            <w:r>
              <w:rPr>
                <w:lang w:eastAsia="zh-CN"/>
              </w:rPr>
              <w:lastRenderedPageBreak/>
              <w:t>DC_2A-7A_n66A</w:t>
            </w:r>
          </w:p>
          <w:p w14:paraId="7D2AD8DA" w14:textId="77777777" w:rsidR="00B45972" w:rsidRDefault="00B45972" w:rsidP="00AC3FE8">
            <w:pPr>
              <w:pStyle w:val="TAC"/>
            </w:pPr>
            <w:r>
              <w:rPr>
                <w:lang w:eastAsia="zh-CN"/>
              </w:rPr>
              <w:t>DC_2A-7C_n66A</w:t>
            </w:r>
          </w:p>
        </w:tc>
        <w:tc>
          <w:tcPr>
            <w:tcW w:w="5862" w:type="dxa"/>
            <w:tcBorders>
              <w:top w:val="single" w:sz="4" w:space="0" w:color="auto"/>
              <w:left w:val="single" w:sz="4" w:space="0" w:color="auto"/>
              <w:bottom w:val="single" w:sz="4" w:space="0" w:color="auto"/>
              <w:right w:val="single" w:sz="4" w:space="0" w:color="auto"/>
            </w:tcBorders>
            <w:hideMark/>
          </w:tcPr>
          <w:p w14:paraId="6FCE18D5" w14:textId="77777777" w:rsidR="00B45972" w:rsidRDefault="00B45972" w:rsidP="00AC3FE8">
            <w:pPr>
              <w:pStyle w:val="TAC"/>
              <w:rPr>
                <w:vertAlign w:val="superscript"/>
                <w:lang w:eastAsia="zh-CN"/>
              </w:rPr>
            </w:pPr>
            <w:r>
              <w:rPr>
                <w:lang w:eastAsia="zh-CN"/>
              </w:rPr>
              <w:t>DC_2A_n66A</w:t>
            </w:r>
          </w:p>
          <w:p w14:paraId="509B841C" w14:textId="77777777" w:rsidR="00B45972" w:rsidRDefault="00B45972" w:rsidP="00AC3FE8">
            <w:pPr>
              <w:pStyle w:val="TAC"/>
              <w:rPr>
                <w:noProof/>
                <w:lang w:eastAsia="zh-CN"/>
              </w:rPr>
            </w:pPr>
            <w:r>
              <w:rPr>
                <w:lang w:eastAsia="zh-CN"/>
              </w:rPr>
              <w:t>DC_7A_n66A</w:t>
            </w:r>
          </w:p>
        </w:tc>
      </w:tr>
      <w:tr w:rsidR="00B45972" w14:paraId="194BB43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17523A8" w14:textId="77777777" w:rsidR="00B45972" w:rsidRDefault="00B45972" w:rsidP="00AC3FE8">
            <w:pPr>
              <w:pStyle w:val="TAC"/>
              <w:rPr>
                <w:lang w:eastAsia="zh-CN"/>
              </w:rPr>
            </w:pPr>
            <w:r>
              <w:rPr>
                <w:lang w:eastAsia="zh-CN"/>
              </w:rPr>
              <w:t>DC_2A-7A-7A_n66A</w:t>
            </w:r>
          </w:p>
          <w:p w14:paraId="55E5AA63" w14:textId="77777777" w:rsidR="00B45972" w:rsidRDefault="00B45972" w:rsidP="00AC3FE8">
            <w:pPr>
              <w:pStyle w:val="TAC"/>
              <w:rPr>
                <w:lang w:eastAsia="zh-CN"/>
              </w:rPr>
            </w:pPr>
            <w:r>
              <w:rPr>
                <w:szCs w:val="18"/>
                <w:lang w:eastAsia="fi-FI"/>
              </w:rPr>
              <w:t>DC_2A-2A-7A_n66A</w:t>
            </w:r>
          </w:p>
        </w:tc>
        <w:tc>
          <w:tcPr>
            <w:tcW w:w="5862" w:type="dxa"/>
            <w:tcBorders>
              <w:top w:val="single" w:sz="4" w:space="0" w:color="auto"/>
              <w:left w:val="single" w:sz="4" w:space="0" w:color="auto"/>
              <w:bottom w:val="single" w:sz="4" w:space="0" w:color="auto"/>
              <w:right w:val="single" w:sz="4" w:space="0" w:color="auto"/>
            </w:tcBorders>
            <w:hideMark/>
          </w:tcPr>
          <w:p w14:paraId="66C6874E" w14:textId="77777777" w:rsidR="00B45972" w:rsidRDefault="00B45972" w:rsidP="00AC3FE8">
            <w:pPr>
              <w:pStyle w:val="TAC"/>
              <w:rPr>
                <w:vertAlign w:val="superscript"/>
                <w:lang w:eastAsia="zh-CN"/>
              </w:rPr>
            </w:pPr>
            <w:r>
              <w:rPr>
                <w:lang w:eastAsia="zh-CN"/>
              </w:rPr>
              <w:t>DC_2A_n66A</w:t>
            </w:r>
          </w:p>
          <w:p w14:paraId="6941B864" w14:textId="77777777" w:rsidR="00B45972" w:rsidRDefault="00B45972" w:rsidP="00AC3FE8">
            <w:pPr>
              <w:pStyle w:val="TAC"/>
              <w:rPr>
                <w:lang w:eastAsia="zh-CN"/>
              </w:rPr>
            </w:pPr>
            <w:r>
              <w:rPr>
                <w:lang w:eastAsia="zh-CN"/>
              </w:rPr>
              <w:t>DC_7A_n66A</w:t>
            </w:r>
          </w:p>
        </w:tc>
      </w:tr>
      <w:tr w:rsidR="00B45972" w14:paraId="35F4F1B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84E4ED2" w14:textId="77777777" w:rsidR="00B45972" w:rsidRDefault="00B45972" w:rsidP="00AC3FE8">
            <w:pPr>
              <w:pStyle w:val="TAC"/>
            </w:pPr>
            <w:r>
              <w:rPr>
                <w:lang w:eastAsia="zh-CN"/>
              </w:rPr>
              <w:t>DC_2A-7A_n71A</w:t>
            </w:r>
          </w:p>
        </w:tc>
        <w:tc>
          <w:tcPr>
            <w:tcW w:w="5862" w:type="dxa"/>
            <w:tcBorders>
              <w:top w:val="single" w:sz="4" w:space="0" w:color="auto"/>
              <w:left w:val="single" w:sz="4" w:space="0" w:color="auto"/>
              <w:bottom w:val="single" w:sz="4" w:space="0" w:color="auto"/>
              <w:right w:val="single" w:sz="4" w:space="0" w:color="auto"/>
            </w:tcBorders>
            <w:hideMark/>
          </w:tcPr>
          <w:p w14:paraId="3F328CC8" w14:textId="77777777" w:rsidR="00B45972" w:rsidRDefault="00B45972" w:rsidP="00AC3FE8">
            <w:pPr>
              <w:pStyle w:val="TAC"/>
              <w:rPr>
                <w:noProof/>
                <w:kern w:val="2"/>
                <w:lang w:eastAsia="zh-CN"/>
              </w:rPr>
            </w:pPr>
            <w:r>
              <w:rPr>
                <w:noProof/>
                <w:kern w:val="2"/>
                <w:lang w:eastAsia="zh-CN"/>
              </w:rPr>
              <w:t>DC_2A_n71A</w:t>
            </w:r>
          </w:p>
          <w:p w14:paraId="114F9ADE" w14:textId="77777777" w:rsidR="00B45972" w:rsidRDefault="00B45972" w:rsidP="00AC3FE8">
            <w:pPr>
              <w:pStyle w:val="TAC"/>
              <w:rPr>
                <w:noProof/>
                <w:lang w:eastAsia="zh-CN"/>
              </w:rPr>
            </w:pPr>
            <w:r>
              <w:rPr>
                <w:noProof/>
                <w:lang w:eastAsia="zh-CN"/>
              </w:rPr>
              <w:t>DC_7A_n71A</w:t>
            </w:r>
          </w:p>
        </w:tc>
      </w:tr>
      <w:tr w:rsidR="00B45972" w14:paraId="28EF4B1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0E8F23D" w14:textId="77777777" w:rsidR="00B45972" w:rsidRDefault="00B45972" w:rsidP="00AC3FE8">
            <w:pPr>
              <w:pStyle w:val="TAC"/>
              <w:rPr>
                <w:lang w:eastAsia="zh-CN"/>
              </w:rPr>
            </w:pPr>
            <w:r>
              <w:rPr>
                <w:szCs w:val="18"/>
                <w:lang w:eastAsia="fi-FI"/>
              </w:rPr>
              <w:t>DC_2A-2A-7A_n71A</w:t>
            </w:r>
          </w:p>
        </w:tc>
        <w:tc>
          <w:tcPr>
            <w:tcW w:w="5862" w:type="dxa"/>
            <w:tcBorders>
              <w:top w:val="single" w:sz="4" w:space="0" w:color="auto"/>
              <w:left w:val="single" w:sz="4" w:space="0" w:color="auto"/>
              <w:bottom w:val="single" w:sz="4" w:space="0" w:color="auto"/>
              <w:right w:val="single" w:sz="4" w:space="0" w:color="auto"/>
            </w:tcBorders>
            <w:hideMark/>
          </w:tcPr>
          <w:p w14:paraId="53A1C6F4" w14:textId="77777777" w:rsidR="00B45972" w:rsidRDefault="00B45972" w:rsidP="00AC3FE8">
            <w:pPr>
              <w:pStyle w:val="TAC"/>
              <w:rPr>
                <w:noProof/>
                <w:kern w:val="2"/>
                <w:lang w:eastAsia="zh-CN"/>
              </w:rPr>
            </w:pPr>
            <w:r>
              <w:rPr>
                <w:noProof/>
                <w:kern w:val="2"/>
                <w:lang w:eastAsia="zh-CN"/>
              </w:rPr>
              <w:t>DC_2A_n71A</w:t>
            </w:r>
          </w:p>
          <w:p w14:paraId="005A72B5" w14:textId="77777777" w:rsidR="00B45972" w:rsidRDefault="00B45972" w:rsidP="00AC3FE8">
            <w:pPr>
              <w:pStyle w:val="TAC"/>
              <w:rPr>
                <w:noProof/>
                <w:kern w:val="2"/>
                <w:lang w:eastAsia="zh-CN"/>
              </w:rPr>
            </w:pPr>
            <w:r>
              <w:rPr>
                <w:noProof/>
                <w:lang w:eastAsia="zh-CN"/>
              </w:rPr>
              <w:t>DC_7A_n71A</w:t>
            </w:r>
          </w:p>
        </w:tc>
      </w:tr>
      <w:tr w:rsidR="00B45972" w14:paraId="722BC29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F209A2E" w14:textId="77777777" w:rsidR="00B45972" w:rsidRDefault="00B45972" w:rsidP="00AC3FE8">
            <w:pPr>
              <w:pStyle w:val="TAC"/>
            </w:pPr>
            <w:r>
              <w:t>DC_2A-7A_n78A</w:t>
            </w:r>
          </w:p>
          <w:p w14:paraId="20C7C35C" w14:textId="77777777" w:rsidR="00B45972" w:rsidRDefault="00B45972" w:rsidP="00AC3FE8">
            <w:pPr>
              <w:pStyle w:val="TAC"/>
              <w:rPr>
                <w:lang w:eastAsia="fr-FR"/>
              </w:rPr>
            </w:pPr>
            <w:r>
              <w:t>DC_2A-7C_n78A</w:t>
            </w:r>
          </w:p>
          <w:p w14:paraId="2A9E6296" w14:textId="77777777" w:rsidR="00B45972" w:rsidRDefault="00B45972" w:rsidP="00AC3FE8">
            <w:pPr>
              <w:pStyle w:val="TAC"/>
              <w:rPr>
                <w:lang w:eastAsia="zh-CN"/>
              </w:rPr>
            </w:pPr>
            <w:r>
              <w:rPr>
                <w:lang w:eastAsia="zh-CN"/>
              </w:rPr>
              <w:t>DC_2A-7A_n78(2A)</w:t>
            </w:r>
          </w:p>
          <w:p w14:paraId="1938D6E2" w14:textId="77777777" w:rsidR="00B45972" w:rsidRDefault="00B45972" w:rsidP="00AC3FE8">
            <w:pPr>
              <w:pStyle w:val="TAC"/>
              <w:rPr>
                <w:lang w:eastAsia="zh-CN"/>
              </w:rPr>
            </w:pPr>
            <w:r>
              <w:rPr>
                <w:lang w:eastAsia="zh-CN"/>
              </w:rPr>
              <w:t>DC_2A-7C_n78(2A)</w:t>
            </w:r>
          </w:p>
        </w:tc>
        <w:tc>
          <w:tcPr>
            <w:tcW w:w="5862" w:type="dxa"/>
            <w:tcBorders>
              <w:top w:val="single" w:sz="4" w:space="0" w:color="auto"/>
              <w:left w:val="single" w:sz="4" w:space="0" w:color="auto"/>
              <w:bottom w:val="single" w:sz="4" w:space="0" w:color="auto"/>
              <w:right w:val="single" w:sz="4" w:space="0" w:color="auto"/>
            </w:tcBorders>
            <w:hideMark/>
          </w:tcPr>
          <w:p w14:paraId="34984D08" w14:textId="77777777" w:rsidR="00B45972" w:rsidRDefault="00B45972" w:rsidP="00AC3FE8">
            <w:pPr>
              <w:pStyle w:val="TAC"/>
              <w:rPr>
                <w:noProof/>
                <w:kern w:val="2"/>
              </w:rPr>
            </w:pPr>
            <w:r>
              <w:rPr>
                <w:noProof/>
                <w:kern w:val="2"/>
              </w:rPr>
              <w:t>DC_2A_n78A</w:t>
            </w:r>
          </w:p>
          <w:p w14:paraId="51CFF6D5" w14:textId="77777777" w:rsidR="00B45972" w:rsidRDefault="00B45972" w:rsidP="00AC3FE8">
            <w:pPr>
              <w:pStyle w:val="TAC"/>
              <w:rPr>
                <w:noProof/>
                <w:lang w:eastAsia="fr-FR"/>
              </w:rPr>
            </w:pPr>
            <w:r>
              <w:rPr>
                <w:noProof/>
              </w:rPr>
              <w:t>DC_7A_n78A</w:t>
            </w:r>
          </w:p>
          <w:p w14:paraId="323D3BCC" w14:textId="77777777" w:rsidR="00B45972" w:rsidRDefault="00B45972" w:rsidP="00AC3FE8">
            <w:pPr>
              <w:pStyle w:val="TAC"/>
              <w:rPr>
                <w:noProof/>
                <w:kern w:val="2"/>
                <w:lang w:eastAsia="zh-CN"/>
              </w:rPr>
            </w:pPr>
            <w:r>
              <w:rPr>
                <w:noProof/>
              </w:rPr>
              <w:t>DC_7C_n78A</w:t>
            </w:r>
          </w:p>
        </w:tc>
      </w:tr>
      <w:tr w:rsidR="00B45972" w14:paraId="1F2ED30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3D537FC" w14:textId="77777777" w:rsidR="00B45972" w:rsidRDefault="00B45972" w:rsidP="00AC3FE8">
            <w:pPr>
              <w:pStyle w:val="TAC"/>
            </w:pPr>
            <w:r>
              <w:rPr>
                <w:lang w:eastAsia="ja-JP"/>
              </w:rPr>
              <w:t>DC</w:t>
            </w:r>
            <w:r>
              <w:t>_</w:t>
            </w:r>
            <w:r>
              <w:rPr>
                <w:rFonts w:eastAsia="Malgun Gothic"/>
                <w:lang w:eastAsia="ko-KR"/>
              </w:rPr>
              <w:t>2</w:t>
            </w:r>
            <w:r>
              <w:t>A</w:t>
            </w:r>
            <w:r>
              <w:rPr>
                <w:rFonts w:eastAsia="Malgun Gothic"/>
                <w:lang w:eastAsia="ko-KR"/>
              </w:rPr>
              <w:t>_</w:t>
            </w:r>
            <w:r>
              <w:rPr>
                <w:lang w:eastAsia="zh-CN"/>
              </w:rPr>
              <w:t>n</w:t>
            </w:r>
            <w:r>
              <w:rPr>
                <w:rFonts w:eastAsia="Malgun Gothic"/>
                <w:lang w:eastAsia="ko-KR"/>
              </w:rPr>
              <w:t>7A</w:t>
            </w:r>
            <w:r>
              <w:rPr>
                <w:lang w:eastAsia="zh-CN"/>
              </w:rPr>
              <w:t>-</w:t>
            </w:r>
            <w:r>
              <w:rPr>
                <w:lang w:eastAsia="ja-JP"/>
              </w:rPr>
              <w:t>n</w:t>
            </w:r>
            <w:r>
              <w:rPr>
                <w:rFonts w:eastAsia="Malgun Gothic"/>
                <w:lang w:eastAsia="ko-KR"/>
              </w:rPr>
              <w:t>78</w:t>
            </w:r>
            <w:r>
              <w:t>A</w:t>
            </w:r>
          </w:p>
        </w:tc>
        <w:tc>
          <w:tcPr>
            <w:tcW w:w="5862" w:type="dxa"/>
            <w:tcBorders>
              <w:top w:val="single" w:sz="4" w:space="0" w:color="auto"/>
              <w:left w:val="single" w:sz="4" w:space="0" w:color="auto"/>
              <w:bottom w:val="single" w:sz="4" w:space="0" w:color="auto"/>
              <w:right w:val="single" w:sz="4" w:space="0" w:color="auto"/>
            </w:tcBorders>
            <w:hideMark/>
          </w:tcPr>
          <w:p w14:paraId="75D16E46" w14:textId="77777777" w:rsidR="00B45972" w:rsidRDefault="00B45972" w:rsidP="00AC3FE8">
            <w:pPr>
              <w:pStyle w:val="TAC"/>
              <w:rPr>
                <w:lang w:eastAsia="zh-CN"/>
              </w:rPr>
            </w:pPr>
            <w:r>
              <w:rPr>
                <w:lang w:eastAsia="zh-CN"/>
              </w:rPr>
              <w:t>DC_2A_n7A</w:t>
            </w:r>
          </w:p>
          <w:p w14:paraId="7E806850" w14:textId="77777777" w:rsidR="00B45972" w:rsidRDefault="00B45972" w:rsidP="00AC3FE8">
            <w:pPr>
              <w:pStyle w:val="TAC"/>
              <w:rPr>
                <w:noProof/>
                <w:kern w:val="2"/>
              </w:rPr>
            </w:pPr>
            <w:r>
              <w:rPr>
                <w:lang w:eastAsia="zh-CN"/>
              </w:rPr>
              <w:t>DC_2A_n78A</w:t>
            </w:r>
          </w:p>
        </w:tc>
      </w:tr>
      <w:tr w:rsidR="00B45972" w14:paraId="5848D34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2637BA7" w14:textId="77777777" w:rsidR="00B45972" w:rsidRDefault="00B45972" w:rsidP="00AC3FE8">
            <w:pPr>
              <w:pStyle w:val="TAC"/>
              <w:rPr>
                <w:lang w:eastAsia="ja-JP"/>
              </w:rPr>
            </w:pPr>
            <w:r>
              <w:rPr>
                <w:rFonts w:cs="Arial"/>
                <w:lang w:eastAsia="ja-JP"/>
              </w:rPr>
              <w:t>DC_2A_n7(2A)-n78A</w:t>
            </w:r>
          </w:p>
        </w:tc>
        <w:tc>
          <w:tcPr>
            <w:tcW w:w="5862" w:type="dxa"/>
            <w:tcBorders>
              <w:top w:val="single" w:sz="4" w:space="0" w:color="auto"/>
              <w:left w:val="single" w:sz="4" w:space="0" w:color="auto"/>
              <w:bottom w:val="single" w:sz="4" w:space="0" w:color="auto"/>
              <w:right w:val="single" w:sz="4" w:space="0" w:color="auto"/>
            </w:tcBorders>
            <w:hideMark/>
          </w:tcPr>
          <w:p w14:paraId="1D8B9F05" w14:textId="77777777" w:rsidR="00B45972" w:rsidRDefault="00B45972" w:rsidP="00AC3FE8">
            <w:pPr>
              <w:pStyle w:val="TAC"/>
              <w:rPr>
                <w:rFonts w:cs="Arial"/>
                <w:lang w:eastAsia="zh-CN"/>
              </w:rPr>
            </w:pPr>
            <w:r>
              <w:rPr>
                <w:rFonts w:cs="Arial"/>
                <w:lang w:eastAsia="zh-CN"/>
              </w:rPr>
              <w:t>DC_2A_n7A</w:t>
            </w:r>
          </w:p>
          <w:p w14:paraId="10604522" w14:textId="77777777" w:rsidR="00B45972" w:rsidRDefault="00B45972" w:rsidP="00AC3FE8">
            <w:pPr>
              <w:pStyle w:val="TAC"/>
              <w:rPr>
                <w:lang w:eastAsia="zh-CN"/>
              </w:rPr>
            </w:pPr>
            <w:r>
              <w:rPr>
                <w:rFonts w:cs="Arial"/>
                <w:lang w:eastAsia="zh-CN"/>
              </w:rPr>
              <w:t>DC_2A_n78A</w:t>
            </w:r>
          </w:p>
        </w:tc>
      </w:tr>
      <w:tr w:rsidR="00B45972" w14:paraId="1F64CBA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CDF731C" w14:textId="77777777" w:rsidR="00B45972" w:rsidRDefault="00B45972" w:rsidP="00AC3FE8">
            <w:pPr>
              <w:pStyle w:val="TAC"/>
              <w:rPr>
                <w:lang w:eastAsia="ja-JP"/>
              </w:rPr>
            </w:pPr>
            <w:r>
              <w:rPr>
                <w:rFonts w:cs="Arial"/>
                <w:lang w:eastAsia="ja-JP"/>
              </w:rPr>
              <w:t>DC_2A_n7A-n78(2A)</w:t>
            </w:r>
          </w:p>
        </w:tc>
        <w:tc>
          <w:tcPr>
            <w:tcW w:w="5862" w:type="dxa"/>
            <w:tcBorders>
              <w:top w:val="single" w:sz="4" w:space="0" w:color="auto"/>
              <w:left w:val="single" w:sz="4" w:space="0" w:color="auto"/>
              <w:bottom w:val="single" w:sz="4" w:space="0" w:color="auto"/>
              <w:right w:val="single" w:sz="4" w:space="0" w:color="auto"/>
            </w:tcBorders>
            <w:hideMark/>
          </w:tcPr>
          <w:p w14:paraId="234FEB37" w14:textId="77777777" w:rsidR="00B45972" w:rsidRDefault="00B45972" w:rsidP="00AC3FE8">
            <w:pPr>
              <w:pStyle w:val="TAC"/>
              <w:rPr>
                <w:rFonts w:cs="Arial"/>
                <w:lang w:eastAsia="zh-CN"/>
              </w:rPr>
            </w:pPr>
            <w:r>
              <w:rPr>
                <w:rFonts w:cs="Arial"/>
                <w:lang w:eastAsia="zh-CN"/>
              </w:rPr>
              <w:t>DC_2A_n7A</w:t>
            </w:r>
          </w:p>
          <w:p w14:paraId="4BFF6224" w14:textId="77777777" w:rsidR="00B45972" w:rsidRDefault="00B45972" w:rsidP="00AC3FE8">
            <w:pPr>
              <w:pStyle w:val="TAC"/>
              <w:rPr>
                <w:lang w:eastAsia="zh-CN"/>
              </w:rPr>
            </w:pPr>
            <w:r>
              <w:rPr>
                <w:rFonts w:cs="Arial"/>
                <w:lang w:eastAsia="zh-CN"/>
              </w:rPr>
              <w:t>DC_2A_n78A</w:t>
            </w:r>
          </w:p>
        </w:tc>
      </w:tr>
      <w:tr w:rsidR="00B45972" w14:paraId="5A9B0B3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8E5B7EE" w14:textId="77777777" w:rsidR="00B45972" w:rsidRDefault="00B45972" w:rsidP="00AC3FE8">
            <w:pPr>
              <w:pStyle w:val="TAC"/>
              <w:rPr>
                <w:lang w:eastAsia="ja-JP"/>
              </w:rPr>
            </w:pPr>
            <w:r>
              <w:rPr>
                <w:rFonts w:cs="Arial"/>
                <w:lang w:eastAsia="ja-JP"/>
              </w:rPr>
              <w:t>DC_2A_n7(2A)-n78(2A)</w:t>
            </w:r>
          </w:p>
        </w:tc>
        <w:tc>
          <w:tcPr>
            <w:tcW w:w="5862" w:type="dxa"/>
            <w:tcBorders>
              <w:top w:val="single" w:sz="4" w:space="0" w:color="auto"/>
              <w:left w:val="single" w:sz="4" w:space="0" w:color="auto"/>
              <w:bottom w:val="single" w:sz="4" w:space="0" w:color="auto"/>
              <w:right w:val="single" w:sz="4" w:space="0" w:color="auto"/>
            </w:tcBorders>
            <w:hideMark/>
          </w:tcPr>
          <w:p w14:paraId="1FCE25BE" w14:textId="77777777" w:rsidR="00B45972" w:rsidRDefault="00B45972" w:rsidP="00AC3FE8">
            <w:pPr>
              <w:pStyle w:val="TAC"/>
              <w:rPr>
                <w:rFonts w:cs="Arial"/>
                <w:lang w:eastAsia="zh-CN"/>
              </w:rPr>
            </w:pPr>
            <w:r>
              <w:rPr>
                <w:rFonts w:cs="Arial"/>
                <w:lang w:eastAsia="zh-CN"/>
              </w:rPr>
              <w:t>DC_2A_n7A</w:t>
            </w:r>
          </w:p>
          <w:p w14:paraId="428A9C4D" w14:textId="77777777" w:rsidR="00B45972" w:rsidRDefault="00B45972" w:rsidP="00AC3FE8">
            <w:pPr>
              <w:pStyle w:val="TAC"/>
              <w:rPr>
                <w:lang w:eastAsia="zh-CN"/>
              </w:rPr>
            </w:pPr>
            <w:r>
              <w:rPr>
                <w:rFonts w:cs="Arial"/>
                <w:lang w:eastAsia="zh-CN"/>
              </w:rPr>
              <w:t>DC_2A_n78A</w:t>
            </w:r>
          </w:p>
        </w:tc>
      </w:tr>
      <w:tr w:rsidR="00B45972" w14:paraId="6D88674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90B1820" w14:textId="77777777" w:rsidR="00B45972" w:rsidRDefault="00B45972" w:rsidP="00AC3FE8">
            <w:pPr>
              <w:pStyle w:val="TAC"/>
              <w:rPr>
                <w:lang w:eastAsia="fr-FR"/>
              </w:rPr>
            </w:pPr>
            <w:r>
              <w:t>DC_2A-7A-7A_n78A</w:t>
            </w:r>
          </w:p>
          <w:p w14:paraId="09A94BDC" w14:textId="77777777" w:rsidR="00B45972" w:rsidRDefault="00B45972" w:rsidP="00AC3FE8">
            <w:pPr>
              <w:pStyle w:val="TAC"/>
              <w:rPr>
                <w:lang w:eastAsia="zh-CN"/>
              </w:rPr>
            </w:pPr>
            <w:r>
              <w:rPr>
                <w:lang w:eastAsia="zh-CN"/>
              </w:rPr>
              <w:t>DC_2A-7A-7A_n78(2A)</w:t>
            </w:r>
          </w:p>
        </w:tc>
        <w:tc>
          <w:tcPr>
            <w:tcW w:w="5862" w:type="dxa"/>
            <w:tcBorders>
              <w:top w:val="single" w:sz="4" w:space="0" w:color="auto"/>
              <w:left w:val="single" w:sz="4" w:space="0" w:color="auto"/>
              <w:bottom w:val="single" w:sz="4" w:space="0" w:color="auto"/>
              <w:right w:val="single" w:sz="4" w:space="0" w:color="auto"/>
            </w:tcBorders>
            <w:hideMark/>
          </w:tcPr>
          <w:p w14:paraId="3ECFEE4B" w14:textId="77777777" w:rsidR="00B45972" w:rsidRDefault="00B45972" w:rsidP="00AC3FE8">
            <w:pPr>
              <w:pStyle w:val="TAC"/>
              <w:rPr>
                <w:noProof/>
                <w:kern w:val="2"/>
              </w:rPr>
            </w:pPr>
            <w:r>
              <w:rPr>
                <w:noProof/>
                <w:kern w:val="2"/>
              </w:rPr>
              <w:t>DC_2A_n78A</w:t>
            </w:r>
          </w:p>
          <w:p w14:paraId="49F59600" w14:textId="77777777" w:rsidR="00B45972" w:rsidRDefault="00B45972" w:rsidP="00AC3FE8">
            <w:pPr>
              <w:pStyle w:val="TAC"/>
              <w:rPr>
                <w:noProof/>
                <w:kern w:val="2"/>
                <w:lang w:eastAsia="zh-CN"/>
              </w:rPr>
            </w:pPr>
            <w:r>
              <w:rPr>
                <w:noProof/>
              </w:rPr>
              <w:t>DC_7A_n78A</w:t>
            </w:r>
          </w:p>
        </w:tc>
      </w:tr>
      <w:tr w:rsidR="00B45972" w14:paraId="2014749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4EECA23" w14:textId="77777777" w:rsidR="00B45972" w:rsidRDefault="00B45972" w:rsidP="00AC3FE8">
            <w:pPr>
              <w:pStyle w:val="TAC"/>
            </w:pPr>
            <w:r>
              <w:rPr>
                <w:lang w:eastAsia="fi-FI"/>
              </w:rPr>
              <w:t>DC_2A-12A_n2A</w:t>
            </w:r>
          </w:p>
        </w:tc>
        <w:tc>
          <w:tcPr>
            <w:tcW w:w="5862" w:type="dxa"/>
            <w:tcBorders>
              <w:top w:val="single" w:sz="4" w:space="0" w:color="auto"/>
              <w:left w:val="single" w:sz="4" w:space="0" w:color="auto"/>
              <w:bottom w:val="single" w:sz="4" w:space="0" w:color="auto"/>
              <w:right w:val="single" w:sz="4" w:space="0" w:color="auto"/>
            </w:tcBorders>
            <w:hideMark/>
          </w:tcPr>
          <w:p w14:paraId="77CD7528" w14:textId="77777777" w:rsidR="00B45972" w:rsidRDefault="00B45972" w:rsidP="00AC3FE8">
            <w:pPr>
              <w:pStyle w:val="TAC"/>
              <w:rPr>
                <w:noProof/>
                <w:kern w:val="2"/>
                <w:lang w:eastAsia="fr-FR"/>
              </w:rPr>
            </w:pPr>
            <w:r>
              <w:rPr>
                <w:lang w:eastAsia="fi-FI"/>
              </w:rPr>
              <w:t>DC_12A_n2A</w:t>
            </w:r>
          </w:p>
        </w:tc>
      </w:tr>
      <w:tr w:rsidR="00B45972" w14:paraId="30F081A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BC8D463" w14:textId="77777777" w:rsidR="00B45972" w:rsidRDefault="00B45972" w:rsidP="00AC3FE8">
            <w:pPr>
              <w:pStyle w:val="TAC"/>
              <w:rPr>
                <w:lang w:eastAsia="fi-FI"/>
              </w:rPr>
            </w:pPr>
            <w:r>
              <w:rPr>
                <w:lang w:eastAsia="fi-FI"/>
              </w:rPr>
              <w:t>DC_2A-(n)12AA</w:t>
            </w:r>
          </w:p>
        </w:tc>
        <w:tc>
          <w:tcPr>
            <w:tcW w:w="5862" w:type="dxa"/>
            <w:tcBorders>
              <w:top w:val="single" w:sz="4" w:space="0" w:color="auto"/>
              <w:left w:val="single" w:sz="4" w:space="0" w:color="auto"/>
              <w:bottom w:val="single" w:sz="4" w:space="0" w:color="auto"/>
              <w:right w:val="single" w:sz="4" w:space="0" w:color="auto"/>
            </w:tcBorders>
            <w:hideMark/>
          </w:tcPr>
          <w:p w14:paraId="7288C183" w14:textId="77777777" w:rsidR="00B45972" w:rsidRDefault="00B45972" w:rsidP="00AC3FE8">
            <w:pPr>
              <w:pStyle w:val="TAC"/>
              <w:rPr>
                <w:lang w:eastAsia="fi-FI"/>
              </w:rPr>
            </w:pPr>
            <w:r>
              <w:rPr>
                <w:lang w:eastAsia="fi-FI"/>
              </w:rPr>
              <w:t>DC_2A_n12A</w:t>
            </w:r>
          </w:p>
          <w:p w14:paraId="0374BFD8" w14:textId="77777777" w:rsidR="00B45972" w:rsidRDefault="00B45972" w:rsidP="00AC3FE8">
            <w:pPr>
              <w:pStyle w:val="TAC"/>
              <w:rPr>
                <w:lang w:eastAsia="fi-FI"/>
              </w:rPr>
            </w:pPr>
            <w:r>
              <w:rPr>
                <w:lang w:eastAsia="fi-FI"/>
              </w:rPr>
              <w:t>DC_(n)12AA</w:t>
            </w:r>
            <w:r>
              <w:rPr>
                <w:vertAlign w:val="superscript"/>
                <w:lang w:eastAsia="fi-FI"/>
              </w:rPr>
              <w:t>2</w:t>
            </w:r>
          </w:p>
        </w:tc>
      </w:tr>
      <w:tr w:rsidR="00B45972" w14:paraId="01C02B2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5ABE39A" w14:textId="77777777" w:rsidR="00B45972" w:rsidRDefault="00B45972" w:rsidP="00AC3FE8">
            <w:pPr>
              <w:pStyle w:val="TAC"/>
              <w:rPr>
                <w:lang w:eastAsia="fr-FR"/>
              </w:rPr>
            </w:pPr>
            <w:r>
              <w:t>DC_2A-12A_n66A</w:t>
            </w:r>
          </w:p>
        </w:tc>
        <w:tc>
          <w:tcPr>
            <w:tcW w:w="5862" w:type="dxa"/>
            <w:tcBorders>
              <w:top w:val="single" w:sz="4" w:space="0" w:color="auto"/>
              <w:left w:val="single" w:sz="4" w:space="0" w:color="auto"/>
              <w:bottom w:val="single" w:sz="4" w:space="0" w:color="auto"/>
              <w:right w:val="single" w:sz="4" w:space="0" w:color="auto"/>
            </w:tcBorders>
            <w:hideMark/>
          </w:tcPr>
          <w:p w14:paraId="7E475A4A" w14:textId="77777777" w:rsidR="00B45972" w:rsidRDefault="00B45972" w:rsidP="00AC3FE8">
            <w:pPr>
              <w:pStyle w:val="TAC"/>
              <w:rPr>
                <w:noProof/>
                <w:lang w:eastAsia="zh-CN"/>
              </w:rPr>
            </w:pPr>
            <w:r>
              <w:rPr>
                <w:noProof/>
                <w:lang w:eastAsia="zh-CN"/>
              </w:rPr>
              <w:t>DC_2A_n66A</w:t>
            </w:r>
          </w:p>
          <w:p w14:paraId="125FD6CD" w14:textId="77777777" w:rsidR="00B45972" w:rsidRDefault="00B45972" w:rsidP="00AC3FE8">
            <w:pPr>
              <w:pStyle w:val="TAC"/>
              <w:rPr>
                <w:lang w:eastAsia="fi-FI"/>
              </w:rPr>
            </w:pPr>
            <w:r>
              <w:rPr>
                <w:noProof/>
                <w:lang w:eastAsia="zh-CN"/>
              </w:rPr>
              <w:t>DC_12A_n66A</w:t>
            </w:r>
          </w:p>
        </w:tc>
      </w:tr>
      <w:tr w:rsidR="00B45972" w14:paraId="4C77414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4441EE1" w14:textId="77777777" w:rsidR="00B45972" w:rsidRDefault="00B45972" w:rsidP="00AC3FE8">
            <w:pPr>
              <w:pStyle w:val="TAC"/>
            </w:pPr>
            <w:r>
              <w:t>DC_2A-2A-12A_n66A</w:t>
            </w:r>
          </w:p>
        </w:tc>
        <w:tc>
          <w:tcPr>
            <w:tcW w:w="5862" w:type="dxa"/>
            <w:tcBorders>
              <w:top w:val="single" w:sz="4" w:space="0" w:color="auto"/>
              <w:left w:val="single" w:sz="4" w:space="0" w:color="auto"/>
              <w:bottom w:val="single" w:sz="4" w:space="0" w:color="auto"/>
              <w:right w:val="single" w:sz="4" w:space="0" w:color="auto"/>
            </w:tcBorders>
            <w:hideMark/>
          </w:tcPr>
          <w:p w14:paraId="046181EC" w14:textId="77777777" w:rsidR="00B45972" w:rsidRDefault="00B45972" w:rsidP="00AC3FE8">
            <w:pPr>
              <w:pStyle w:val="TAC"/>
              <w:rPr>
                <w:noProof/>
                <w:lang w:eastAsia="zh-CN"/>
              </w:rPr>
            </w:pPr>
            <w:r>
              <w:rPr>
                <w:noProof/>
                <w:lang w:eastAsia="zh-CN"/>
              </w:rPr>
              <w:t>DC_2A_n66A</w:t>
            </w:r>
          </w:p>
          <w:p w14:paraId="2BC1FF98" w14:textId="77777777" w:rsidR="00B45972" w:rsidRDefault="00B45972" w:rsidP="00AC3FE8">
            <w:pPr>
              <w:pStyle w:val="TAC"/>
              <w:rPr>
                <w:noProof/>
                <w:lang w:eastAsia="zh-CN"/>
              </w:rPr>
            </w:pPr>
            <w:r>
              <w:rPr>
                <w:noProof/>
                <w:lang w:eastAsia="zh-CN"/>
              </w:rPr>
              <w:t>DC_12A_n66A</w:t>
            </w:r>
          </w:p>
        </w:tc>
      </w:tr>
      <w:tr w:rsidR="00B45972" w14:paraId="5402B06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61069E9" w14:textId="77777777" w:rsidR="00B45972" w:rsidRDefault="00B45972" w:rsidP="00AC3FE8">
            <w:pPr>
              <w:pStyle w:val="TAC"/>
            </w:pPr>
            <w:r>
              <w:rPr>
                <w:lang w:eastAsia="fi-FI"/>
              </w:rPr>
              <w:t>DC_</w:t>
            </w:r>
            <w:r>
              <w:rPr>
                <w:lang w:eastAsia="zh-CN"/>
              </w:rPr>
              <w:t>2A</w:t>
            </w:r>
            <w:r>
              <w:rPr>
                <w:lang w:eastAsia="fi-FI"/>
              </w:rPr>
              <w:t>-</w:t>
            </w:r>
            <w:r>
              <w:rPr>
                <w:lang w:eastAsia="zh-CN"/>
              </w:rPr>
              <w:t>13</w:t>
            </w:r>
            <w:r>
              <w:rPr>
                <w:lang w:eastAsia="fi-FI"/>
              </w:rPr>
              <w:t>A_n</w:t>
            </w:r>
            <w:r>
              <w:rPr>
                <w:lang w:eastAsia="zh-CN"/>
              </w:rPr>
              <w:t>2</w:t>
            </w:r>
            <w:r>
              <w:rPr>
                <w:lang w:eastAsia="fi-FI"/>
              </w:rPr>
              <w:t>A</w:t>
            </w:r>
          </w:p>
        </w:tc>
        <w:tc>
          <w:tcPr>
            <w:tcW w:w="5862" w:type="dxa"/>
            <w:tcBorders>
              <w:top w:val="single" w:sz="4" w:space="0" w:color="auto"/>
              <w:left w:val="single" w:sz="4" w:space="0" w:color="auto"/>
              <w:bottom w:val="single" w:sz="4" w:space="0" w:color="auto"/>
              <w:right w:val="single" w:sz="4" w:space="0" w:color="auto"/>
            </w:tcBorders>
            <w:hideMark/>
          </w:tcPr>
          <w:p w14:paraId="0EBBC1B3" w14:textId="77777777" w:rsidR="00B45972" w:rsidRDefault="00B45972" w:rsidP="00AC3FE8">
            <w:pPr>
              <w:pStyle w:val="TAC"/>
              <w:rPr>
                <w:noProof/>
                <w:lang w:eastAsia="zh-CN"/>
              </w:rPr>
            </w:pPr>
            <w:r>
              <w:rPr>
                <w:lang w:eastAsia="zh-CN"/>
              </w:rPr>
              <w:t>DC_13A_n2A</w:t>
            </w:r>
          </w:p>
        </w:tc>
      </w:tr>
      <w:tr w:rsidR="00B45972" w14:paraId="1090180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635C74C" w14:textId="77777777" w:rsidR="00B45972" w:rsidRDefault="00B45972" w:rsidP="00AC3FE8">
            <w:pPr>
              <w:pStyle w:val="TAC"/>
            </w:pPr>
            <w:r>
              <w:rPr>
                <w:lang w:eastAsia="fi-FI"/>
              </w:rPr>
              <w:t>DC_2A-13A_n5A</w:t>
            </w:r>
          </w:p>
        </w:tc>
        <w:tc>
          <w:tcPr>
            <w:tcW w:w="5862" w:type="dxa"/>
            <w:tcBorders>
              <w:top w:val="single" w:sz="4" w:space="0" w:color="auto"/>
              <w:left w:val="single" w:sz="4" w:space="0" w:color="auto"/>
              <w:bottom w:val="single" w:sz="4" w:space="0" w:color="auto"/>
              <w:right w:val="single" w:sz="4" w:space="0" w:color="auto"/>
            </w:tcBorders>
            <w:hideMark/>
          </w:tcPr>
          <w:p w14:paraId="582B4F5A" w14:textId="77777777" w:rsidR="00B45972" w:rsidRDefault="00B45972" w:rsidP="00AC3FE8">
            <w:pPr>
              <w:pStyle w:val="TAC"/>
              <w:rPr>
                <w:noProof/>
                <w:lang w:eastAsia="zh-CN"/>
              </w:rPr>
            </w:pPr>
            <w:r>
              <w:rPr>
                <w:lang w:eastAsia="fi-FI"/>
              </w:rPr>
              <w:t>DC_2A_n5A</w:t>
            </w:r>
          </w:p>
        </w:tc>
      </w:tr>
      <w:tr w:rsidR="00B45972" w14:paraId="74E3EA6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2F5657C" w14:textId="77777777" w:rsidR="00B45972" w:rsidRDefault="00B45972" w:rsidP="00AC3FE8">
            <w:pPr>
              <w:pStyle w:val="TAC"/>
            </w:pPr>
            <w:r>
              <w:rPr>
                <w:lang w:eastAsia="zh-CN"/>
              </w:rPr>
              <w:t>DC_2A-2A-13A_n5A</w:t>
            </w:r>
          </w:p>
        </w:tc>
        <w:tc>
          <w:tcPr>
            <w:tcW w:w="5862" w:type="dxa"/>
            <w:tcBorders>
              <w:top w:val="single" w:sz="4" w:space="0" w:color="auto"/>
              <w:left w:val="single" w:sz="4" w:space="0" w:color="auto"/>
              <w:bottom w:val="single" w:sz="4" w:space="0" w:color="auto"/>
              <w:right w:val="single" w:sz="4" w:space="0" w:color="auto"/>
            </w:tcBorders>
            <w:hideMark/>
          </w:tcPr>
          <w:p w14:paraId="1B430357" w14:textId="77777777" w:rsidR="00B45972" w:rsidRDefault="00B45972" w:rsidP="00AC3FE8">
            <w:pPr>
              <w:pStyle w:val="TAC"/>
              <w:rPr>
                <w:noProof/>
                <w:lang w:eastAsia="zh-CN"/>
              </w:rPr>
            </w:pPr>
            <w:r>
              <w:rPr>
                <w:lang w:eastAsia="fi-FI"/>
              </w:rPr>
              <w:t>DC_2A_n5</w:t>
            </w:r>
            <w:r>
              <w:rPr>
                <w:lang w:eastAsia="zh-CN"/>
              </w:rPr>
              <w:t>A</w:t>
            </w:r>
          </w:p>
        </w:tc>
      </w:tr>
      <w:tr w:rsidR="00B45972" w14:paraId="57CE32F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6A4ABC3" w14:textId="77777777" w:rsidR="00B45972" w:rsidRDefault="00B45972" w:rsidP="00AC3FE8">
            <w:pPr>
              <w:pStyle w:val="TAC"/>
            </w:pPr>
            <w:r>
              <w:rPr>
                <w:lang w:eastAsia="fi-FI"/>
              </w:rPr>
              <w:t>DC_2A-13A_n66A</w:t>
            </w:r>
          </w:p>
        </w:tc>
        <w:tc>
          <w:tcPr>
            <w:tcW w:w="5862" w:type="dxa"/>
            <w:tcBorders>
              <w:top w:val="single" w:sz="4" w:space="0" w:color="auto"/>
              <w:left w:val="single" w:sz="4" w:space="0" w:color="auto"/>
              <w:bottom w:val="single" w:sz="4" w:space="0" w:color="auto"/>
              <w:right w:val="single" w:sz="4" w:space="0" w:color="auto"/>
            </w:tcBorders>
            <w:hideMark/>
          </w:tcPr>
          <w:p w14:paraId="565E4E27" w14:textId="77777777" w:rsidR="00B45972" w:rsidRDefault="00B45972" w:rsidP="00AC3FE8">
            <w:pPr>
              <w:pStyle w:val="TAC"/>
              <w:rPr>
                <w:lang w:eastAsia="fi-FI"/>
              </w:rPr>
            </w:pPr>
            <w:r>
              <w:rPr>
                <w:lang w:eastAsia="fi-FI"/>
              </w:rPr>
              <w:t>DC_2A_n66A</w:t>
            </w:r>
          </w:p>
          <w:p w14:paraId="7AE900BC" w14:textId="77777777" w:rsidR="00B45972" w:rsidRDefault="00B45972" w:rsidP="00AC3FE8">
            <w:pPr>
              <w:pStyle w:val="TAC"/>
              <w:rPr>
                <w:noProof/>
                <w:lang w:eastAsia="zh-CN"/>
              </w:rPr>
            </w:pPr>
            <w:r>
              <w:rPr>
                <w:lang w:eastAsia="fi-FI"/>
              </w:rPr>
              <w:t>DC_13A_n66A</w:t>
            </w:r>
          </w:p>
        </w:tc>
      </w:tr>
      <w:tr w:rsidR="00B45972" w14:paraId="50E2CD2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C853121" w14:textId="77777777" w:rsidR="00B45972" w:rsidRDefault="00B45972" w:rsidP="00AC3FE8">
            <w:pPr>
              <w:pStyle w:val="TAC"/>
              <w:rPr>
                <w:lang w:eastAsia="fi-FI"/>
              </w:rPr>
            </w:pPr>
            <w:r>
              <w:rPr>
                <w:lang w:eastAsia="zh-CN"/>
              </w:rPr>
              <w:t>DC_2A-2A-13A_n66A</w:t>
            </w:r>
          </w:p>
        </w:tc>
        <w:tc>
          <w:tcPr>
            <w:tcW w:w="5862" w:type="dxa"/>
            <w:tcBorders>
              <w:top w:val="single" w:sz="4" w:space="0" w:color="auto"/>
              <w:left w:val="single" w:sz="4" w:space="0" w:color="auto"/>
              <w:bottom w:val="single" w:sz="4" w:space="0" w:color="auto"/>
              <w:right w:val="single" w:sz="4" w:space="0" w:color="auto"/>
            </w:tcBorders>
            <w:hideMark/>
          </w:tcPr>
          <w:p w14:paraId="3CBA6FD8" w14:textId="77777777" w:rsidR="00B45972" w:rsidRDefault="00B45972" w:rsidP="00AC3FE8">
            <w:pPr>
              <w:pStyle w:val="TAC"/>
              <w:rPr>
                <w:lang w:eastAsia="fi-FI"/>
              </w:rPr>
            </w:pPr>
            <w:r>
              <w:rPr>
                <w:lang w:eastAsia="fi-FI"/>
              </w:rPr>
              <w:t>DC_2A_n66A</w:t>
            </w:r>
          </w:p>
          <w:p w14:paraId="5761756D" w14:textId="77777777" w:rsidR="00B45972" w:rsidRDefault="00B45972" w:rsidP="00AC3FE8">
            <w:pPr>
              <w:pStyle w:val="TAC"/>
              <w:rPr>
                <w:lang w:eastAsia="fi-FI"/>
              </w:rPr>
            </w:pPr>
            <w:r>
              <w:rPr>
                <w:lang w:eastAsia="fi-FI"/>
              </w:rPr>
              <w:t>DC_13A_n66A</w:t>
            </w:r>
          </w:p>
        </w:tc>
      </w:tr>
      <w:tr w:rsidR="00B45972" w14:paraId="0F05A07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7E478D4" w14:textId="77777777" w:rsidR="00B45972" w:rsidRDefault="00B45972" w:rsidP="00AC3FE8">
            <w:pPr>
              <w:pStyle w:val="TAC"/>
              <w:rPr>
                <w:lang w:eastAsia="zh-CN"/>
              </w:rPr>
            </w:pPr>
            <w:r>
              <w:rPr>
                <w:lang w:eastAsia="ja-JP"/>
              </w:rPr>
              <w:t>DC_2A-14A_n2A</w:t>
            </w:r>
          </w:p>
        </w:tc>
        <w:tc>
          <w:tcPr>
            <w:tcW w:w="5862" w:type="dxa"/>
            <w:tcBorders>
              <w:top w:val="single" w:sz="4" w:space="0" w:color="auto"/>
              <w:left w:val="single" w:sz="4" w:space="0" w:color="auto"/>
              <w:bottom w:val="single" w:sz="4" w:space="0" w:color="auto"/>
              <w:right w:val="single" w:sz="4" w:space="0" w:color="auto"/>
            </w:tcBorders>
            <w:hideMark/>
          </w:tcPr>
          <w:p w14:paraId="02FC30F0" w14:textId="77777777" w:rsidR="00B45972" w:rsidRDefault="00B45972" w:rsidP="00AC3FE8">
            <w:pPr>
              <w:pStyle w:val="TAC"/>
              <w:rPr>
                <w:lang w:eastAsia="ja-JP"/>
              </w:rPr>
            </w:pPr>
            <w:r>
              <w:rPr>
                <w:lang w:eastAsia="ja-JP"/>
              </w:rPr>
              <w:t>DC_2A_n2A</w:t>
            </w:r>
            <w:r>
              <w:rPr>
                <w:vertAlign w:val="superscript"/>
                <w:lang w:eastAsia="fi-FI"/>
              </w:rPr>
              <w:t>2</w:t>
            </w:r>
          </w:p>
          <w:p w14:paraId="1FEE2B73" w14:textId="77777777" w:rsidR="00B45972" w:rsidRDefault="00B45972" w:rsidP="00AC3FE8">
            <w:pPr>
              <w:pStyle w:val="TAC"/>
              <w:rPr>
                <w:lang w:eastAsia="fi-FI"/>
              </w:rPr>
            </w:pPr>
            <w:r>
              <w:rPr>
                <w:lang w:eastAsia="ja-JP"/>
              </w:rPr>
              <w:t>DC_14A_n2A</w:t>
            </w:r>
          </w:p>
        </w:tc>
      </w:tr>
      <w:tr w:rsidR="00B45972" w14:paraId="5FEA35A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5E9BCDC" w14:textId="77777777" w:rsidR="00B45972" w:rsidRDefault="00B45972" w:rsidP="00AC3FE8">
            <w:pPr>
              <w:pStyle w:val="TAC"/>
              <w:rPr>
                <w:lang w:eastAsia="zh-CN"/>
              </w:rPr>
            </w:pPr>
            <w:r>
              <w:rPr>
                <w:lang w:eastAsia="ja-JP"/>
              </w:rPr>
              <w:t>DC_2A-14A_n66A</w:t>
            </w:r>
          </w:p>
        </w:tc>
        <w:tc>
          <w:tcPr>
            <w:tcW w:w="5862" w:type="dxa"/>
            <w:tcBorders>
              <w:top w:val="single" w:sz="4" w:space="0" w:color="auto"/>
              <w:left w:val="single" w:sz="4" w:space="0" w:color="auto"/>
              <w:bottom w:val="single" w:sz="4" w:space="0" w:color="auto"/>
              <w:right w:val="single" w:sz="4" w:space="0" w:color="auto"/>
            </w:tcBorders>
            <w:hideMark/>
          </w:tcPr>
          <w:p w14:paraId="52FF36A3" w14:textId="77777777" w:rsidR="00B45972" w:rsidRDefault="00B45972" w:rsidP="00AC3FE8">
            <w:pPr>
              <w:pStyle w:val="TAC"/>
              <w:rPr>
                <w:lang w:eastAsia="ja-JP"/>
              </w:rPr>
            </w:pPr>
            <w:r>
              <w:rPr>
                <w:lang w:eastAsia="ja-JP"/>
              </w:rPr>
              <w:t>DC_2A_n66A</w:t>
            </w:r>
          </w:p>
          <w:p w14:paraId="23DFE894" w14:textId="77777777" w:rsidR="00B45972" w:rsidRDefault="00B45972" w:rsidP="00AC3FE8">
            <w:pPr>
              <w:pStyle w:val="TAC"/>
              <w:rPr>
                <w:lang w:eastAsia="fi-FI"/>
              </w:rPr>
            </w:pPr>
            <w:r>
              <w:rPr>
                <w:lang w:eastAsia="ja-JP"/>
              </w:rPr>
              <w:t>DC_14A_n66A</w:t>
            </w:r>
          </w:p>
        </w:tc>
      </w:tr>
      <w:tr w:rsidR="00B45972" w14:paraId="0823939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71A2BBA" w14:textId="77777777" w:rsidR="00B45972" w:rsidRDefault="00B45972" w:rsidP="00AC3FE8">
            <w:pPr>
              <w:pStyle w:val="TAC"/>
              <w:rPr>
                <w:lang w:eastAsia="zh-CN"/>
              </w:rPr>
            </w:pPr>
            <w:r>
              <w:rPr>
                <w:lang w:eastAsia="ja-JP"/>
              </w:rPr>
              <w:t>DC_2A-2A-14A_n66A</w:t>
            </w:r>
          </w:p>
        </w:tc>
        <w:tc>
          <w:tcPr>
            <w:tcW w:w="5862" w:type="dxa"/>
            <w:tcBorders>
              <w:top w:val="single" w:sz="4" w:space="0" w:color="auto"/>
              <w:left w:val="single" w:sz="4" w:space="0" w:color="auto"/>
              <w:bottom w:val="single" w:sz="4" w:space="0" w:color="auto"/>
              <w:right w:val="single" w:sz="4" w:space="0" w:color="auto"/>
            </w:tcBorders>
            <w:hideMark/>
          </w:tcPr>
          <w:p w14:paraId="020C5E68" w14:textId="77777777" w:rsidR="00B45972" w:rsidRDefault="00B45972" w:rsidP="00AC3FE8">
            <w:pPr>
              <w:pStyle w:val="TAC"/>
              <w:rPr>
                <w:lang w:eastAsia="ja-JP"/>
              </w:rPr>
            </w:pPr>
            <w:r>
              <w:rPr>
                <w:lang w:eastAsia="ja-JP"/>
              </w:rPr>
              <w:t>DC_2A_n66A</w:t>
            </w:r>
          </w:p>
          <w:p w14:paraId="2F8E7B79" w14:textId="77777777" w:rsidR="00B45972" w:rsidRDefault="00B45972" w:rsidP="00AC3FE8">
            <w:pPr>
              <w:pStyle w:val="TAC"/>
              <w:rPr>
                <w:lang w:eastAsia="fi-FI"/>
              </w:rPr>
            </w:pPr>
            <w:r>
              <w:rPr>
                <w:lang w:eastAsia="ja-JP"/>
              </w:rPr>
              <w:t>DC_14A_n66A</w:t>
            </w:r>
          </w:p>
        </w:tc>
      </w:tr>
      <w:tr w:rsidR="00B45972" w14:paraId="727ACF2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7E124E0" w14:textId="77777777" w:rsidR="00B45972" w:rsidRDefault="00B45972" w:rsidP="00AC3FE8">
            <w:pPr>
              <w:pStyle w:val="TAC"/>
              <w:rPr>
                <w:lang w:eastAsia="zh-CN"/>
              </w:rPr>
            </w:pPr>
            <w:r>
              <w:rPr>
                <w:lang w:eastAsia="ja-JP"/>
              </w:rPr>
              <w:t>DC_2A-29A_n66A</w:t>
            </w:r>
          </w:p>
        </w:tc>
        <w:tc>
          <w:tcPr>
            <w:tcW w:w="5862" w:type="dxa"/>
            <w:tcBorders>
              <w:top w:val="single" w:sz="4" w:space="0" w:color="auto"/>
              <w:left w:val="single" w:sz="4" w:space="0" w:color="auto"/>
              <w:bottom w:val="single" w:sz="4" w:space="0" w:color="auto"/>
              <w:right w:val="single" w:sz="4" w:space="0" w:color="auto"/>
            </w:tcBorders>
            <w:hideMark/>
          </w:tcPr>
          <w:p w14:paraId="7350813C" w14:textId="77777777" w:rsidR="00B45972" w:rsidRDefault="00B45972" w:rsidP="00AC3FE8">
            <w:pPr>
              <w:pStyle w:val="TAC"/>
              <w:rPr>
                <w:lang w:eastAsia="fi-FI"/>
              </w:rPr>
            </w:pPr>
            <w:r>
              <w:rPr>
                <w:lang w:eastAsia="ja-JP"/>
              </w:rPr>
              <w:t>DC_2A_n66A</w:t>
            </w:r>
          </w:p>
        </w:tc>
      </w:tr>
      <w:tr w:rsidR="00B45972" w14:paraId="73DB4C6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C6A352E" w14:textId="77777777" w:rsidR="00B45972" w:rsidRDefault="00B45972" w:rsidP="00AC3FE8">
            <w:pPr>
              <w:pStyle w:val="TAC"/>
              <w:rPr>
                <w:lang w:eastAsia="zh-CN"/>
              </w:rPr>
            </w:pPr>
            <w:r>
              <w:rPr>
                <w:lang w:eastAsia="ja-JP"/>
              </w:rPr>
              <w:t>DC_2A-2A-29A_n66A</w:t>
            </w:r>
          </w:p>
        </w:tc>
        <w:tc>
          <w:tcPr>
            <w:tcW w:w="5862" w:type="dxa"/>
            <w:tcBorders>
              <w:top w:val="single" w:sz="4" w:space="0" w:color="auto"/>
              <w:left w:val="single" w:sz="4" w:space="0" w:color="auto"/>
              <w:bottom w:val="single" w:sz="4" w:space="0" w:color="auto"/>
              <w:right w:val="single" w:sz="4" w:space="0" w:color="auto"/>
            </w:tcBorders>
            <w:hideMark/>
          </w:tcPr>
          <w:p w14:paraId="41870518" w14:textId="77777777" w:rsidR="00B45972" w:rsidRDefault="00B45972" w:rsidP="00AC3FE8">
            <w:pPr>
              <w:pStyle w:val="TAC"/>
              <w:rPr>
                <w:lang w:eastAsia="fi-FI"/>
              </w:rPr>
            </w:pPr>
            <w:r>
              <w:rPr>
                <w:lang w:eastAsia="ja-JP"/>
              </w:rPr>
              <w:t>DC_2A_n66A</w:t>
            </w:r>
          </w:p>
        </w:tc>
      </w:tr>
      <w:tr w:rsidR="00B45972" w14:paraId="1E0844F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3F0EC75C" w14:textId="77777777" w:rsidR="00B45972" w:rsidRDefault="00B45972" w:rsidP="00AC3FE8">
            <w:pPr>
              <w:pStyle w:val="TAC"/>
              <w:rPr>
                <w:lang w:eastAsia="ja-JP"/>
              </w:rPr>
            </w:pPr>
            <w:r>
              <w:rPr>
                <w:lang w:eastAsia="fr-FR"/>
              </w:rPr>
              <w:t>DC_2A-30A_n2A</w:t>
            </w:r>
          </w:p>
        </w:tc>
        <w:tc>
          <w:tcPr>
            <w:tcW w:w="5862" w:type="dxa"/>
            <w:tcBorders>
              <w:top w:val="single" w:sz="4" w:space="0" w:color="auto"/>
              <w:left w:val="single" w:sz="4" w:space="0" w:color="auto"/>
              <w:bottom w:val="single" w:sz="4" w:space="0" w:color="auto"/>
              <w:right w:val="single" w:sz="4" w:space="0" w:color="auto"/>
            </w:tcBorders>
            <w:vAlign w:val="center"/>
            <w:hideMark/>
          </w:tcPr>
          <w:p w14:paraId="3502FA40" w14:textId="77777777" w:rsidR="00B45972" w:rsidRDefault="00B45972" w:rsidP="00AC3FE8">
            <w:pPr>
              <w:pStyle w:val="TAC"/>
              <w:rPr>
                <w:vertAlign w:val="superscript"/>
              </w:rPr>
            </w:pPr>
            <w:r>
              <w:t>DC_2A_n2A</w:t>
            </w:r>
            <w:r>
              <w:rPr>
                <w:vertAlign w:val="superscript"/>
              </w:rPr>
              <w:t>2</w:t>
            </w:r>
          </w:p>
          <w:p w14:paraId="4E473D52" w14:textId="77777777" w:rsidR="00B45972" w:rsidRDefault="00B45972" w:rsidP="00AC3FE8">
            <w:pPr>
              <w:pStyle w:val="TAC"/>
              <w:rPr>
                <w:lang w:eastAsia="ja-JP"/>
              </w:rPr>
            </w:pPr>
            <w:r>
              <w:t>DC_30A_n2A</w:t>
            </w:r>
          </w:p>
        </w:tc>
      </w:tr>
      <w:tr w:rsidR="00B45972" w14:paraId="5479D5A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E4B5B5A" w14:textId="77777777" w:rsidR="00B45972" w:rsidRDefault="00B45972" w:rsidP="00AC3FE8">
            <w:pPr>
              <w:pStyle w:val="TAC"/>
            </w:pPr>
            <w:r>
              <w:rPr>
                <w:lang w:eastAsia="fi-FI"/>
              </w:rPr>
              <w:t>DC_2A-30A_n5A</w:t>
            </w:r>
          </w:p>
        </w:tc>
        <w:tc>
          <w:tcPr>
            <w:tcW w:w="5862" w:type="dxa"/>
            <w:tcBorders>
              <w:top w:val="single" w:sz="4" w:space="0" w:color="auto"/>
              <w:left w:val="single" w:sz="4" w:space="0" w:color="auto"/>
              <w:bottom w:val="single" w:sz="4" w:space="0" w:color="auto"/>
              <w:right w:val="single" w:sz="4" w:space="0" w:color="auto"/>
            </w:tcBorders>
            <w:hideMark/>
          </w:tcPr>
          <w:p w14:paraId="6BFC636F" w14:textId="77777777" w:rsidR="00B45972" w:rsidRDefault="00B45972" w:rsidP="00AC3FE8">
            <w:pPr>
              <w:pStyle w:val="TAC"/>
              <w:rPr>
                <w:lang w:eastAsia="fi-FI"/>
              </w:rPr>
            </w:pPr>
            <w:r>
              <w:rPr>
                <w:lang w:eastAsia="fi-FI"/>
              </w:rPr>
              <w:t>DC_2A_n5A</w:t>
            </w:r>
          </w:p>
          <w:p w14:paraId="4C7F8E10" w14:textId="77777777" w:rsidR="00B45972" w:rsidRDefault="00B45972" w:rsidP="00AC3FE8">
            <w:pPr>
              <w:pStyle w:val="TAC"/>
              <w:rPr>
                <w:noProof/>
                <w:lang w:eastAsia="zh-CN"/>
              </w:rPr>
            </w:pPr>
            <w:r>
              <w:rPr>
                <w:lang w:eastAsia="fi-FI"/>
              </w:rPr>
              <w:t>DC_30A_n5A</w:t>
            </w:r>
          </w:p>
        </w:tc>
      </w:tr>
      <w:tr w:rsidR="00B45972" w14:paraId="4D21ED0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1063957" w14:textId="77777777" w:rsidR="00B45972" w:rsidRDefault="00B45972" w:rsidP="00AC3FE8">
            <w:pPr>
              <w:pStyle w:val="TAC"/>
            </w:pPr>
            <w:r>
              <w:rPr>
                <w:lang w:eastAsia="fi-FI"/>
              </w:rPr>
              <w:t>DC_2A-2A-30A_n5A</w:t>
            </w:r>
          </w:p>
        </w:tc>
        <w:tc>
          <w:tcPr>
            <w:tcW w:w="5862" w:type="dxa"/>
            <w:tcBorders>
              <w:top w:val="single" w:sz="4" w:space="0" w:color="auto"/>
              <w:left w:val="single" w:sz="4" w:space="0" w:color="auto"/>
              <w:bottom w:val="single" w:sz="4" w:space="0" w:color="auto"/>
              <w:right w:val="single" w:sz="4" w:space="0" w:color="auto"/>
            </w:tcBorders>
            <w:hideMark/>
          </w:tcPr>
          <w:p w14:paraId="46D297FF" w14:textId="77777777" w:rsidR="00B45972" w:rsidRDefault="00B45972" w:rsidP="00AC3FE8">
            <w:pPr>
              <w:pStyle w:val="TAC"/>
              <w:rPr>
                <w:lang w:eastAsia="fi-FI"/>
              </w:rPr>
            </w:pPr>
            <w:r>
              <w:rPr>
                <w:lang w:eastAsia="fi-FI"/>
              </w:rPr>
              <w:t>DC_2A_n5A</w:t>
            </w:r>
          </w:p>
          <w:p w14:paraId="181DDFDD" w14:textId="77777777" w:rsidR="00B45972" w:rsidRDefault="00B45972" w:rsidP="00AC3FE8">
            <w:pPr>
              <w:pStyle w:val="TAC"/>
              <w:rPr>
                <w:noProof/>
                <w:lang w:eastAsia="zh-CN"/>
              </w:rPr>
            </w:pPr>
            <w:r>
              <w:rPr>
                <w:lang w:eastAsia="fi-FI"/>
              </w:rPr>
              <w:t>DC_30A_n5A</w:t>
            </w:r>
          </w:p>
        </w:tc>
      </w:tr>
      <w:tr w:rsidR="00B45972" w14:paraId="5AFE0A7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98F649D" w14:textId="77777777" w:rsidR="00B45972" w:rsidRDefault="00B45972" w:rsidP="00AC3FE8">
            <w:pPr>
              <w:pStyle w:val="TAC"/>
            </w:pPr>
            <w:r>
              <w:t>DC_2A-30A_n66A</w:t>
            </w:r>
          </w:p>
        </w:tc>
        <w:tc>
          <w:tcPr>
            <w:tcW w:w="5862" w:type="dxa"/>
            <w:tcBorders>
              <w:top w:val="single" w:sz="4" w:space="0" w:color="auto"/>
              <w:left w:val="single" w:sz="4" w:space="0" w:color="auto"/>
              <w:bottom w:val="single" w:sz="4" w:space="0" w:color="auto"/>
              <w:right w:val="single" w:sz="4" w:space="0" w:color="auto"/>
            </w:tcBorders>
            <w:hideMark/>
          </w:tcPr>
          <w:p w14:paraId="7D13958D" w14:textId="77777777" w:rsidR="00B45972" w:rsidRDefault="00B45972" w:rsidP="00AC3FE8">
            <w:pPr>
              <w:pStyle w:val="TAC"/>
              <w:rPr>
                <w:noProof/>
                <w:lang w:eastAsia="zh-CN"/>
              </w:rPr>
            </w:pPr>
            <w:r>
              <w:rPr>
                <w:noProof/>
                <w:lang w:eastAsia="zh-CN"/>
              </w:rPr>
              <w:t>DC_2A_n66A</w:t>
            </w:r>
          </w:p>
          <w:p w14:paraId="735D3D1A" w14:textId="77777777" w:rsidR="00B45972" w:rsidRDefault="00B45972" w:rsidP="00AC3FE8">
            <w:pPr>
              <w:pStyle w:val="TAC"/>
              <w:rPr>
                <w:lang w:eastAsia="fi-FI"/>
              </w:rPr>
            </w:pPr>
            <w:r>
              <w:rPr>
                <w:noProof/>
                <w:lang w:eastAsia="zh-CN"/>
              </w:rPr>
              <w:t>DC_30A_n66A</w:t>
            </w:r>
          </w:p>
        </w:tc>
      </w:tr>
      <w:tr w:rsidR="00B45972" w14:paraId="698041C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EE3CF4B" w14:textId="77777777" w:rsidR="00B45972" w:rsidRDefault="00B45972" w:rsidP="00AC3FE8">
            <w:pPr>
              <w:pStyle w:val="TAC"/>
            </w:pPr>
            <w:r>
              <w:t>DC_2A-2A-30A_n66A</w:t>
            </w:r>
          </w:p>
        </w:tc>
        <w:tc>
          <w:tcPr>
            <w:tcW w:w="5862" w:type="dxa"/>
            <w:tcBorders>
              <w:top w:val="single" w:sz="4" w:space="0" w:color="auto"/>
              <w:left w:val="single" w:sz="4" w:space="0" w:color="auto"/>
              <w:bottom w:val="single" w:sz="4" w:space="0" w:color="auto"/>
              <w:right w:val="single" w:sz="4" w:space="0" w:color="auto"/>
            </w:tcBorders>
            <w:hideMark/>
          </w:tcPr>
          <w:p w14:paraId="64945134" w14:textId="77777777" w:rsidR="00B45972" w:rsidRDefault="00B45972" w:rsidP="00AC3FE8">
            <w:pPr>
              <w:pStyle w:val="TAC"/>
              <w:rPr>
                <w:noProof/>
                <w:lang w:eastAsia="zh-CN"/>
              </w:rPr>
            </w:pPr>
            <w:r>
              <w:rPr>
                <w:noProof/>
                <w:lang w:eastAsia="zh-CN"/>
              </w:rPr>
              <w:t>DC_2A_n66A</w:t>
            </w:r>
          </w:p>
          <w:p w14:paraId="28FC1361" w14:textId="77777777" w:rsidR="00B45972" w:rsidRDefault="00B45972" w:rsidP="00AC3FE8">
            <w:pPr>
              <w:pStyle w:val="TAC"/>
              <w:rPr>
                <w:noProof/>
                <w:lang w:eastAsia="zh-CN"/>
              </w:rPr>
            </w:pPr>
            <w:r>
              <w:rPr>
                <w:noProof/>
                <w:lang w:eastAsia="zh-CN"/>
              </w:rPr>
              <w:t>DC_30A_n66A</w:t>
            </w:r>
          </w:p>
        </w:tc>
      </w:tr>
      <w:tr w:rsidR="00B45972" w14:paraId="2CA732C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867A14A" w14:textId="77777777" w:rsidR="00B45972" w:rsidRDefault="00B45972" w:rsidP="00AC3FE8">
            <w:pPr>
              <w:pStyle w:val="TAC"/>
            </w:pPr>
            <w:r>
              <w:rPr>
                <w:rFonts w:cs="Arial"/>
                <w:lang w:eastAsia="ja-JP"/>
              </w:rPr>
              <w:t>DC_2A_n38A-n78A</w:t>
            </w:r>
          </w:p>
        </w:tc>
        <w:tc>
          <w:tcPr>
            <w:tcW w:w="5862" w:type="dxa"/>
            <w:tcBorders>
              <w:top w:val="single" w:sz="4" w:space="0" w:color="auto"/>
              <w:left w:val="single" w:sz="4" w:space="0" w:color="auto"/>
              <w:bottom w:val="single" w:sz="4" w:space="0" w:color="auto"/>
              <w:right w:val="single" w:sz="4" w:space="0" w:color="auto"/>
            </w:tcBorders>
            <w:hideMark/>
          </w:tcPr>
          <w:p w14:paraId="3AA390B7" w14:textId="77777777" w:rsidR="00B45972" w:rsidRDefault="00B45972" w:rsidP="00AC3FE8">
            <w:pPr>
              <w:pStyle w:val="TAC"/>
              <w:rPr>
                <w:rFonts w:cs="Arial"/>
                <w:lang w:eastAsia="zh-CN"/>
              </w:rPr>
            </w:pPr>
            <w:r>
              <w:rPr>
                <w:rFonts w:cs="Arial"/>
                <w:lang w:eastAsia="zh-CN"/>
              </w:rPr>
              <w:t>DC_2A_n38A</w:t>
            </w:r>
          </w:p>
          <w:p w14:paraId="2FF387A3" w14:textId="77777777" w:rsidR="00B45972" w:rsidRDefault="00B45972" w:rsidP="00AC3FE8">
            <w:pPr>
              <w:pStyle w:val="TAC"/>
              <w:rPr>
                <w:noProof/>
                <w:lang w:eastAsia="zh-CN"/>
              </w:rPr>
            </w:pPr>
            <w:r>
              <w:rPr>
                <w:rFonts w:cs="Arial"/>
                <w:lang w:eastAsia="zh-CN"/>
              </w:rPr>
              <w:t>DC_2A_n78A</w:t>
            </w:r>
          </w:p>
        </w:tc>
      </w:tr>
      <w:tr w:rsidR="00B45972" w14:paraId="797637F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5550AB0" w14:textId="77777777" w:rsidR="00B45972" w:rsidRDefault="00B45972" w:rsidP="00AC3FE8">
            <w:pPr>
              <w:pStyle w:val="TAC"/>
              <w:rPr>
                <w:lang w:eastAsia="ja-JP"/>
              </w:rPr>
            </w:pPr>
            <w:r>
              <w:rPr>
                <w:lang w:eastAsia="ja-JP"/>
              </w:rPr>
              <w:t>DC_2A_n41A-n66A</w:t>
            </w:r>
          </w:p>
          <w:p w14:paraId="4A87D376" w14:textId="77777777" w:rsidR="00B45972" w:rsidRDefault="00B45972" w:rsidP="00AC3FE8">
            <w:pPr>
              <w:pStyle w:val="TAC"/>
            </w:pPr>
            <w:r>
              <w:rPr>
                <w:lang w:eastAsia="ja-JP"/>
              </w:rPr>
              <w:t>DC_2A_n41C-n66A</w:t>
            </w:r>
          </w:p>
        </w:tc>
        <w:tc>
          <w:tcPr>
            <w:tcW w:w="5862" w:type="dxa"/>
            <w:tcBorders>
              <w:top w:val="single" w:sz="4" w:space="0" w:color="auto"/>
              <w:left w:val="single" w:sz="4" w:space="0" w:color="auto"/>
              <w:bottom w:val="single" w:sz="4" w:space="0" w:color="auto"/>
              <w:right w:val="single" w:sz="4" w:space="0" w:color="auto"/>
            </w:tcBorders>
            <w:hideMark/>
          </w:tcPr>
          <w:p w14:paraId="57C82152" w14:textId="77777777" w:rsidR="00B45972" w:rsidRDefault="00B45972" w:rsidP="00AC3FE8">
            <w:pPr>
              <w:pStyle w:val="TAC"/>
              <w:rPr>
                <w:lang w:eastAsia="ja-JP"/>
              </w:rPr>
            </w:pPr>
            <w:r>
              <w:rPr>
                <w:lang w:eastAsia="ja-JP"/>
              </w:rPr>
              <w:t>DC_2A_n41A</w:t>
            </w:r>
          </w:p>
          <w:p w14:paraId="33B31D42" w14:textId="77777777" w:rsidR="00B45972" w:rsidRDefault="00B45972" w:rsidP="00AC3FE8">
            <w:pPr>
              <w:pStyle w:val="TAC"/>
              <w:rPr>
                <w:noProof/>
                <w:lang w:eastAsia="zh-CN"/>
              </w:rPr>
            </w:pPr>
            <w:r>
              <w:rPr>
                <w:lang w:eastAsia="ja-JP"/>
              </w:rPr>
              <w:t>DC_2A_n66A</w:t>
            </w:r>
          </w:p>
        </w:tc>
      </w:tr>
      <w:tr w:rsidR="00B45972" w14:paraId="1A9BA34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74E6B34" w14:textId="77777777" w:rsidR="00B45972" w:rsidRDefault="00B45972" w:rsidP="00AC3FE8">
            <w:pPr>
              <w:pStyle w:val="TAC"/>
            </w:pPr>
            <w:r>
              <w:rPr>
                <w:lang w:eastAsia="ja-JP"/>
              </w:rPr>
              <w:t>DC_2A_n41(2A)-n66A</w:t>
            </w:r>
          </w:p>
        </w:tc>
        <w:tc>
          <w:tcPr>
            <w:tcW w:w="5862" w:type="dxa"/>
            <w:tcBorders>
              <w:top w:val="single" w:sz="4" w:space="0" w:color="auto"/>
              <w:left w:val="single" w:sz="4" w:space="0" w:color="auto"/>
              <w:bottom w:val="single" w:sz="4" w:space="0" w:color="auto"/>
              <w:right w:val="single" w:sz="4" w:space="0" w:color="auto"/>
            </w:tcBorders>
            <w:hideMark/>
          </w:tcPr>
          <w:p w14:paraId="26738D9F" w14:textId="77777777" w:rsidR="00B45972" w:rsidRDefault="00B45972" w:rsidP="00AC3FE8">
            <w:pPr>
              <w:pStyle w:val="TAC"/>
              <w:rPr>
                <w:lang w:eastAsia="ja-JP"/>
              </w:rPr>
            </w:pPr>
            <w:r>
              <w:rPr>
                <w:lang w:eastAsia="ja-JP"/>
              </w:rPr>
              <w:t>DC_2A_n41A</w:t>
            </w:r>
          </w:p>
          <w:p w14:paraId="3A0CDD89" w14:textId="77777777" w:rsidR="00B45972" w:rsidRDefault="00B45972" w:rsidP="00AC3FE8">
            <w:pPr>
              <w:pStyle w:val="TAC"/>
              <w:rPr>
                <w:noProof/>
                <w:lang w:eastAsia="zh-CN"/>
              </w:rPr>
            </w:pPr>
            <w:r>
              <w:rPr>
                <w:lang w:eastAsia="ja-JP"/>
              </w:rPr>
              <w:t>DC_2A_n66A</w:t>
            </w:r>
          </w:p>
        </w:tc>
      </w:tr>
      <w:tr w:rsidR="00B45972" w14:paraId="2BA5DA9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FD34104" w14:textId="77777777" w:rsidR="00B45972" w:rsidRDefault="00B45972" w:rsidP="00AC3FE8">
            <w:pPr>
              <w:pStyle w:val="TAC"/>
              <w:rPr>
                <w:lang w:eastAsia="ko-KR"/>
              </w:rPr>
            </w:pPr>
            <w:r>
              <w:rPr>
                <w:lang w:eastAsia="ko-KR"/>
              </w:rPr>
              <w:t>DC_2A_n41A-n71A</w:t>
            </w:r>
          </w:p>
          <w:p w14:paraId="46722413" w14:textId="77777777" w:rsidR="00B45972" w:rsidRDefault="00B45972" w:rsidP="00AC3FE8">
            <w:pPr>
              <w:pStyle w:val="TAC"/>
            </w:pPr>
            <w:r>
              <w:rPr>
                <w:lang w:eastAsia="ko-KR"/>
              </w:rPr>
              <w:t>DC_2A_n41C-n71A</w:t>
            </w:r>
          </w:p>
        </w:tc>
        <w:tc>
          <w:tcPr>
            <w:tcW w:w="5862" w:type="dxa"/>
            <w:tcBorders>
              <w:top w:val="single" w:sz="4" w:space="0" w:color="auto"/>
              <w:left w:val="single" w:sz="4" w:space="0" w:color="auto"/>
              <w:bottom w:val="single" w:sz="4" w:space="0" w:color="auto"/>
              <w:right w:val="single" w:sz="4" w:space="0" w:color="auto"/>
            </w:tcBorders>
            <w:hideMark/>
          </w:tcPr>
          <w:p w14:paraId="23DEBCC7" w14:textId="77777777" w:rsidR="00B45972" w:rsidRDefault="00B45972" w:rsidP="00AC3FE8">
            <w:pPr>
              <w:pStyle w:val="TAC"/>
              <w:rPr>
                <w:noProof/>
                <w:lang w:eastAsia="ko-KR"/>
              </w:rPr>
            </w:pPr>
            <w:r>
              <w:rPr>
                <w:noProof/>
                <w:lang w:eastAsia="ko-KR"/>
              </w:rPr>
              <w:t>DC_2A_n41A</w:t>
            </w:r>
          </w:p>
          <w:p w14:paraId="32FCE9E6" w14:textId="77777777" w:rsidR="00B45972" w:rsidRDefault="00B45972" w:rsidP="00AC3FE8">
            <w:pPr>
              <w:pStyle w:val="TAC"/>
              <w:rPr>
                <w:noProof/>
                <w:lang w:eastAsia="zh-CN"/>
              </w:rPr>
            </w:pPr>
            <w:r>
              <w:rPr>
                <w:noProof/>
                <w:lang w:eastAsia="ko-KR"/>
              </w:rPr>
              <w:t>DC_2A_n71A</w:t>
            </w:r>
          </w:p>
        </w:tc>
      </w:tr>
      <w:tr w:rsidR="00B45972" w14:paraId="64FCFC4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4BFE259" w14:textId="77777777" w:rsidR="00B45972" w:rsidRDefault="00B45972" w:rsidP="00AC3FE8">
            <w:pPr>
              <w:pStyle w:val="TAC"/>
              <w:rPr>
                <w:lang w:eastAsia="ko-KR"/>
              </w:rPr>
            </w:pPr>
            <w:r>
              <w:rPr>
                <w:lang w:eastAsia="ko-KR"/>
              </w:rPr>
              <w:t>DC_2A_n41(2A)-n71A</w:t>
            </w:r>
          </w:p>
        </w:tc>
        <w:tc>
          <w:tcPr>
            <w:tcW w:w="5862" w:type="dxa"/>
            <w:tcBorders>
              <w:top w:val="single" w:sz="4" w:space="0" w:color="auto"/>
              <w:left w:val="single" w:sz="4" w:space="0" w:color="auto"/>
              <w:bottom w:val="single" w:sz="4" w:space="0" w:color="auto"/>
              <w:right w:val="single" w:sz="4" w:space="0" w:color="auto"/>
            </w:tcBorders>
            <w:hideMark/>
          </w:tcPr>
          <w:p w14:paraId="205B1DBE" w14:textId="77777777" w:rsidR="00B45972" w:rsidRDefault="00B45972" w:rsidP="00AC3FE8">
            <w:pPr>
              <w:pStyle w:val="TAC"/>
              <w:rPr>
                <w:noProof/>
                <w:lang w:eastAsia="ko-KR"/>
              </w:rPr>
            </w:pPr>
            <w:r>
              <w:rPr>
                <w:noProof/>
                <w:lang w:eastAsia="ko-KR"/>
              </w:rPr>
              <w:t>DC_2A_n41A</w:t>
            </w:r>
          </w:p>
          <w:p w14:paraId="6290B858" w14:textId="77777777" w:rsidR="00B45972" w:rsidRDefault="00B45972" w:rsidP="00AC3FE8">
            <w:pPr>
              <w:pStyle w:val="TAC"/>
              <w:rPr>
                <w:noProof/>
                <w:lang w:eastAsia="ko-KR"/>
              </w:rPr>
            </w:pPr>
            <w:r>
              <w:rPr>
                <w:noProof/>
                <w:lang w:eastAsia="ko-KR"/>
              </w:rPr>
              <w:t>DC_2A_n71A</w:t>
            </w:r>
          </w:p>
        </w:tc>
      </w:tr>
      <w:tr w:rsidR="00B45972" w14:paraId="7001479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8664638" w14:textId="77777777" w:rsidR="00B45972" w:rsidRDefault="00B45972" w:rsidP="00AC3FE8">
            <w:pPr>
              <w:pStyle w:val="TAC"/>
              <w:rPr>
                <w:noProof/>
                <w:lang w:eastAsia="zh-CN"/>
              </w:rPr>
            </w:pPr>
            <w:r>
              <w:rPr>
                <w:noProof/>
                <w:lang w:eastAsia="zh-CN"/>
              </w:rPr>
              <w:lastRenderedPageBreak/>
              <w:t>DC_2A-46A_n41A</w:t>
            </w:r>
          </w:p>
          <w:p w14:paraId="66A0AECE" w14:textId="77777777" w:rsidR="00B45972" w:rsidRDefault="00B45972" w:rsidP="00AC3FE8">
            <w:pPr>
              <w:pStyle w:val="TAC"/>
              <w:rPr>
                <w:noProof/>
                <w:lang w:eastAsia="zh-CN"/>
              </w:rPr>
            </w:pPr>
            <w:r>
              <w:rPr>
                <w:noProof/>
                <w:lang w:eastAsia="zh-CN"/>
              </w:rPr>
              <w:t>DC_2A-46C_n41A</w:t>
            </w:r>
          </w:p>
          <w:p w14:paraId="3D5EF438" w14:textId="77777777" w:rsidR="00B45972" w:rsidRDefault="00B45972" w:rsidP="00AC3FE8">
            <w:pPr>
              <w:pStyle w:val="TAC"/>
              <w:rPr>
                <w:lang w:eastAsia="ko-KR"/>
              </w:rPr>
            </w:pPr>
            <w:r>
              <w:rPr>
                <w:noProof/>
                <w:lang w:eastAsia="zh-CN"/>
              </w:rPr>
              <w:t>DC_2A-46D_n41A</w:t>
            </w:r>
          </w:p>
        </w:tc>
        <w:tc>
          <w:tcPr>
            <w:tcW w:w="5862" w:type="dxa"/>
            <w:tcBorders>
              <w:top w:val="single" w:sz="4" w:space="0" w:color="auto"/>
              <w:left w:val="single" w:sz="4" w:space="0" w:color="auto"/>
              <w:bottom w:val="single" w:sz="4" w:space="0" w:color="auto"/>
              <w:right w:val="single" w:sz="4" w:space="0" w:color="auto"/>
            </w:tcBorders>
            <w:hideMark/>
          </w:tcPr>
          <w:p w14:paraId="7ECBEAF2" w14:textId="77777777" w:rsidR="00B45972" w:rsidRDefault="00B45972" w:rsidP="00AC3FE8">
            <w:pPr>
              <w:pStyle w:val="TAC"/>
              <w:rPr>
                <w:noProof/>
                <w:lang w:eastAsia="ko-KR"/>
              </w:rPr>
            </w:pPr>
            <w:r>
              <w:rPr>
                <w:noProof/>
                <w:lang w:eastAsia="zh-CN"/>
              </w:rPr>
              <w:t>DC_2A_n41A</w:t>
            </w:r>
          </w:p>
        </w:tc>
      </w:tr>
      <w:tr w:rsidR="00B45972" w14:paraId="649CB25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C253C0E" w14:textId="77777777" w:rsidR="00B45972" w:rsidRDefault="00B45972" w:rsidP="00AC3FE8">
            <w:pPr>
              <w:pStyle w:val="TAC"/>
              <w:rPr>
                <w:noProof/>
                <w:lang w:eastAsia="zh-CN"/>
              </w:rPr>
            </w:pPr>
            <w:r>
              <w:rPr>
                <w:noProof/>
                <w:lang w:eastAsia="zh-CN"/>
              </w:rPr>
              <w:t>DC_2A-46A_n41(2A)</w:t>
            </w:r>
          </w:p>
          <w:p w14:paraId="3B7DE630" w14:textId="77777777" w:rsidR="00B45972" w:rsidRDefault="00B45972" w:rsidP="00AC3FE8">
            <w:pPr>
              <w:pStyle w:val="TAC"/>
              <w:rPr>
                <w:noProof/>
                <w:lang w:eastAsia="zh-CN"/>
              </w:rPr>
            </w:pPr>
            <w:r>
              <w:rPr>
                <w:noProof/>
                <w:lang w:eastAsia="zh-CN"/>
              </w:rPr>
              <w:t>DC_2A-46C_n41(2A)</w:t>
            </w:r>
          </w:p>
          <w:p w14:paraId="67F49813" w14:textId="77777777" w:rsidR="00B45972" w:rsidRDefault="00B45972" w:rsidP="00AC3FE8">
            <w:pPr>
              <w:pStyle w:val="TAC"/>
              <w:rPr>
                <w:noProof/>
                <w:lang w:eastAsia="zh-CN"/>
              </w:rPr>
            </w:pPr>
            <w:r>
              <w:rPr>
                <w:noProof/>
                <w:lang w:eastAsia="zh-CN"/>
              </w:rPr>
              <w:t>DC_2A-46D_n41(2A)</w:t>
            </w:r>
          </w:p>
        </w:tc>
        <w:tc>
          <w:tcPr>
            <w:tcW w:w="5862" w:type="dxa"/>
            <w:tcBorders>
              <w:top w:val="single" w:sz="4" w:space="0" w:color="auto"/>
              <w:left w:val="single" w:sz="4" w:space="0" w:color="auto"/>
              <w:bottom w:val="single" w:sz="4" w:space="0" w:color="auto"/>
              <w:right w:val="single" w:sz="4" w:space="0" w:color="auto"/>
            </w:tcBorders>
            <w:hideMark/>
          </w:tcPr>
          <w:p w14:paraId="2D7B0C89" w14:textId="77777777" w:rsidR="00B45972" w:rsidRDefault="00B45972" w:rsidP="00AC3FE8">
            <w:pPr>
              <w:pStyle w:val="TAC"/>
              <w:rPr>
                <w:noProof/>
                <w:lang w:eastAsia="zh-CN"/>
              </w:rPr>
            </w:pPr>
            <w:r>
              <w:rPr>
                <w:noProof/>
                <w:lang w:eastAsia="zh-CN"/>
              </w:rPr>
              <w:t>DC_2A_n41A</w:t>
            </w:r>
          </w:p>
        </w:tc>
      </w:tr>
      <w:tr w:rsidR="00B45972" w14:paraId="2DD89A3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A73AEBE" w14:textId="77777777" w:rsidR="00B45972" w:rsidRDefault="00B45972" w:rsidP="00AC3FE8">
            <w:pPr>
              <w:pStyle w:val="TAC"/>
              <w:rPr>
                <w:lang w:eastAsia="ja-JP"/>
              </w:rPr>
            </w:pPr>
            <w:r>
              <w:rPr>
                <w:lang w:eastAsia="ja-JP"/>
              </w:rPr>
              <w:t>DC_2A-46A_n66A</w:t>
            </w:r>
          </w:p>
          <w:p w14:paraId="73038CC2" w14:textId="77777777" w:rsidR="00B45972" w:rsidRDefault="00B45972" w:rsidP="00AC3FE8">
            <w:pPr>
              <w:pStyle w:val="TAC"/>
              <w:rPr>
                <w:lang w:eastAsia="ja-JP"/>
              </w:rPr>
            </w:pPr>
            <w:r>
              <w:rPr>
                <w:lang w:eastAsia="ja-JP"/>
              </w:rPr>
              <w:t>DC_2A-46C_n66A</w:t>
            </w:r>
          </w:p>
          <w:p w14:paraId="6A3BD13B" w14:textId="77777777" w:rsidR="00B45972" w:rsidRDefault="00B45972" w:rsidP="00AC3FE8">
            <w:pPr>
              <w:pStyle w:val="TAC"/>
              <w:rPr>
                <w:noProof/>
                <w:lang w:eastAsia="zh-CN"/>
              </w:rPr>
            </w:pPr>
            <w:r>
              <w:rPr>
                <w:lang w:eastAsia="ja-JP"/>
              </w:rPr>
              <w:t>DC_2A-46D_n66A</w:t>
            </w:r>
          </w:p>
        </w:tc>
        <w:tc>
          <w:tcPr>
            <w:tcW w:w="5862" w:type="dxa"/>
            <w:tcBorders>
              <w:top w:val="single" w:sz="4" w:space="0" w:color="auto"/>
              <w:left w:val="single" w:sz="4" w:space="0" w:color="auto"/>
              <w:bottom w:val="single" w:sz="4" w:space="0" w:color="auto"/>
              <w:right w:val="single" w:sz="4" w:space="0" w:color="auto"/>
            </w:tcBorders>
            <w:hideMark/>
          </w:tcPr>
          <w:p w14:paraId="13D6ADDC" w14:textId="77777777" w:rsidR="00B45972" w:rsidRDefault="00B45972" w:rsidP="00AC3FE8">
            <w:pPr>
              <w:pStyle w:val="TAC"/>
              <w:rPr>
                <w:noProof/>
                <w:lang w:eastAsia="zh-CN"/>
              </w:rPr>
            </w:pPr>
            <w:r>
              <w:rPr>
                <w:lang w:eastAsia="ja-JP"/>
              </w:rPr>
              <w:t>DC_2A_n66A</w:t>
            </w:r>
          </w:p>
        </w:tc>
      </w:tr>
      <w:tr w:rsidR="00B45972" w14:paraId="7F9B7D3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9A08917" w14:textId="77777777" w:rsidR="00B45972" w:rsidRDefault="00B45972" w:rsidP="00AC3FE8">
            <w:pPr>
              <w:pStyle w:val="TAC"/>
              <w:rPr>
                <w:noProof/>
                <w:lang w:eastAsia="zh-CN"/>
              </w:rPr>
            </w:pPr>
            <w:r>
              <w:rPr>
                <w:noProof/>
                <w:lang w:eastAsia="zh-CN"/>
              </w:rPr>
              <w:t>DC_2A-46A_n71A</w:t>
            </w:r>
          </w:p>
          <w:p w14:paraId="4EB82D24" w14:textId="77777777" w:rsidR="00B45972" w:rsidRDefault="00B45972" w:rsidP="00AC3FE8">
            <w:pPr>
              <w:pStyle w:val="TAC"/>
              <w:rPr>
                <w:noProof/>
                <w:lang w:eastAsia="zh-CN"/>
              </w:rPr>
            </w:pPr>
            <w:r>
              <w:rPr>
                <w:noProof/>
                <w:lang w:eastAsia="zh-CN"/>
              </w:rPr>
              <w:t>DC_2A-46C_n71A</w:t>
            </w:r>
          </w:p>
          <w:p w14:paraId="0AA8AC9A" w14:textId="77777777" w:rsidR="00B45972" w:rsidRDefault="00B45972" w:rsidP="00AC3FE8">
            <w:pPr>
              <w:pStyle w:val="TAC"/>
              <w:rPr>
                <w:lang w:eastAsia="ko-KR"/>
              </w:rPr>
            </w:pPr>
            <w:r>
              <w:rPr>
                <w:noProof/>
                <w:lang w:eastAsia="zh-CN"/>
              </w:rPr>
              <w:t>DC_2A-46D_n71A</w:t>
            </w:r>
          </w:p>
        </w:tc>
        <w:tc>
          <w:tcPr>
            <w:tcW w:w="5862" w:type="dxa"/>
            <w:tcBorders>
              <w:top w:val="single" w:sz="4" w:space="0" w:color="auto"/>
              <w:left w:val="single" w:sz="4" w:space="0" w:color="auto"/>
              <w:bottom w:val="single" w:sz="4" w:space="0" w:color="auto"/>
              <w:right w:val="single" w:sz="4" w:space="0" w:color="auto"/>
            </w:tcBorders>
            <w:hideMark/>
          </w:tcPr>
          <w:p w14:paraId="03F2405A" w14:textId="77777777" w:rsidR="00B45972" w:rsidRDefault="00B45972" w:rsidP="00AC3FE8">
            <w:pPr>
              <w:pStyle w:val="TAC"/>
              <w:rPr>
                <w:noProof/>
                <w:lang w:eastAsia="ko-KR"/>
              </w:rPr>
            </w:pPr>
            <w:r>
              <w:rPr>
                <w:noProof/>
                <w:lang w:eastAsia="zh-CN"/>
              </w:rPr>
              <w:t>DC_2A_n71A</w:t>
            </w:r>
          </w:p>
        </w:tc>
      </w:tr>
      <w:tr w:rsidR="00B45972" w14:paraId="152EF8D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B1F4328" w14:textId="77777777" w:rsidR="00B45972" w:rsidRDefault="00B45972" w:rsidP="00AC3FE8">
            <w:pPr>
              <w:pStyle w:val="TAC"/>
              <w:rPr>
                <w:noProof/>
                <w:lang w:eastAsia="zh-CN"/>
              </w:rPr>
            </w:pPr>
            <w:r>
              <w:rPr>
                <w:lang w:eastAsia="fi-FI"/>
              </w:rPr>
              <w:t>DC_2A-48A_n71A</w:t>
            </w:r>
          </w:p>
        </w:tc>
        <w:tc>
          <w:tcPr>
            <w:tcW w:w="5862" w:type="dxa"/>
            <w:tcBorders>
              <w:top w:val="single" w:sz="4" w:space="0" w:color="auto"/>
              <w:left w:val="single" w:sz="4" w:space="0" w:color="auto"/>
              <w:bottom w:val="single" w:sz="4" w:space="0" w:color="auto"/>
              <w:right w:val="single" w:sz="4" w:space="0" w:color="auto"/>
            </w:tcBorders>
            <w:hideMark/>
          </w:tcPr>
          <w:p w14:paraId="49601465" w14:textId="77777777" w:rsidR="00B45972" w:rsidRDefault="00B45972" w:rsidP="00AC3FE8">
            <w:pPr>
              <w:pStyle w:val="TAC"/>
              <w:rPr>
                <w:lang w:eastAsia="fi-FI"/>
              </w:rPr>
            </w:pPr>
            <w:r>
              <w:rPr>
                <w:lang w:eastAsia="fi-FI"/>
              </w:rPr>
              <w:t>DC_2A_n71A</w:t>
            </w:r>
          </w:p>
          <w:p w14:paraId="05FB4FBF" w14:textId="77777777" w:rsidR="00B45972" w:rsidRDefault="00B45972" w:rsidP="00AC3FE8">
            <w:pPr>
              <w:pStyle w:val="TAC"/>
              <w:rPr>
                <w:noProof/>
                <w:lang w:eastAsia="zh-CN"/>
              </w:rPr>
            </w:pPr>
            <w:r>
              <w:rPr>
                <w:lang w:eastAsia="fi-FI"/>
              </w:rPr>
              <w:t>DC_48A_n71A</w:t>
            </w:r>
          </w:p>
        </w:tc>
      </w:tr>
      <w:tr w:rsidR="00B45972" w14:paraId="37E1A11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60C9776" w14:textId="77777777" w:rsidR="00B45972" w:rsidRDefault="00B45972" w:rsidP="00AC3FE8">
            <w:pPr>
              <w:pStyle w:val="TAC"/>
              <w:rPr>
                <w:noProof/>
                <w:lang w:eastAsia="zh-CN"/>
              </w:rPr>
            </w:pPr>
            <w:r>
              <w:rPr>
                <w:szCs w:val="18"/>
                <w:lang w:eastAsia="ja-JP"/>
              </w:rPr>
              <w:t>DC_2A-48A_n12A</w:t>
            </w:r>
          </w:p>
        </w:tc>
        <w:tc>
          <w:tcPr>
            <w:tcW w:w="5862" w:type="dxa"/>
            <w:tcBorders>
              <w:top w:val="single" w:sz="4" w:space="0" w:color="auto"/>
              <w:left w:val="single" w:sz="4" w:space="0" w:color="auto"/>
              <w:bottom w:val="single" w:sz="4" w:space="0" w:color="auto"/>
              <w:right w:val="single" w:sz="4" w:space="0" w:color="auto"/>
            </w:tcBorders>
            <w:hideMark/>
          </w:tcPr>
          <w:p w14:paraId="6C1B576A" w14:textId="77777777" w:rsidR="00B45972" w:rsidRDefault="00B45972" w:rsidP="00AC3FE8">
            <w:pPr>
              <w:pStyle w:val="TAC"/>
              <w:rPr>
                <w:szCs w:val="18"/>
                <w:lang w:eastAsia="ja-JP"/>
              </w:rPr>
            </w:pPr>
            <w:r>
              <w:rPr>
                <w:szCs w:val="18"/>
                <w:lang w:eastAsia="ja-JP"/>
              </w:rPr>
              <w:t>DC_2A_n12A</w:t>
            </w:r>
          </w:p>
          <w:p w14:paraId="6FF57DA2" w14:textId="77777777" w:rsidR="00B45972" w:rsidRDefault="00B45972" w:rsidP="00AC3FE8">
            <w:pPr>
              <w:pStyle w:val="TAC"/>
              <w:rPr>
                <w:noProof/>
                <w:lang w:eastAsia="zh-CN"/>
              </w:rPr>
            </w:pPr>
            <w:r>
              <w:rPr>
                <w:szCs w:val="18"/>
                <w:lang w:eastAsia="ja-JP"/>
              </w:rPr>
              <w:t>DC_48A_n12A</w:t>
            </w:r>
          </w:p>
        </w:tc>
      </w:tr>
      <w:tr w:rsidR="00B45972" w14:paraId="3BCEBA8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5ECF4B2" w14:textId="77777777" w:rsidR="00B45972" w:rsidRDefault="00B45972" w:rsidP="00AC3FE8">
            <w:pPr>
              <w:pStyle w:val="TAC"/>
              <w:rPr>
                <w:szCs w:val="18"/>
                <w:lang w:eastAsia="ja-JP"/>
              </w:rPr>
            </w:pPr>
            <w:r>
              <w:rPr>
                <w:color w:val="000000"/>
                <w:sz w:val="16"/>
                <w:szCs w:val="16"/>
                <w:lang w:eastAsia="zh-CN"/>
              </w:rPr>
              <w:t>DC_2A-48A_n66A</w:t>
            </w:r>
          </w:p>
        </w:tc>
        <w:tc>
          <w:tcPr>
            <w:tcW w:w="5862" w:type="dxa"/>
            <w:tcBorders>
              <w:top w:val="single" w:sz="4" w:space="0" w:color="auto"/>
              <w:left w:val="single" w:sz="4" w:space="0" w:color="auto"/>
              <w:bottom w:val="single" w:sz="4" w:space="0" w:color="auto"/>
              <w:right w:val="single" w:sz="4" w:space="0" w:color="auto"/>
            </w:tcBorders>
            <w:hideMark/>
          </w:tcPr>
          <w:p w14:paraId="4E74439A" w14:textId="77777777" w:rsidR="00B45972" w:rsidRDefault="00B45972" w:rsidP="00AC3FE8">
            <w:pPr>
              <w:pStyle w:val="TAC"/>
              <w:rPr>
                <w:noProof/>
                <w:lang w:eastAsia="zh-CN"/>
              </w:rPr>
            </w:pPr>
            <w:r>
              <w:rPr>
                <w:noProof/>
                <w:lang w:eastAsia="zh-CN"/>
              </w:rPr>
              <w:t>DC_2A_n66A</w:t>
            </w:r>
          </w:p>
          <w:p w14:paraId="5D525D36" w14:textId="77777777" w:rsidR="00B45972" w:rsidRDefault="00B45972" w:rsidP="00AC3FE8">
            <w:pPr>
              <w:pStyle w:val="TAC"/>
              <w:rPr>
                <w:szCs w:val="18"/>
                <w:lang w:eastAsia="ja-JP"/>
              </w:rPr>
            </w:pPr>
            <w:r>
              <w:rPr>
                <w:noProof/>
                <w:kern w:val="2"/>
                <w:lang w:eastAsia="zh-CN"/>
              </w:rPr>
              <w:t>DC_48A_n66A</w:t>
            </w:r>
          </w:p>
        </w:tc>
      </w:tr>
      <w:tr w:rsidR="00B45972" w14:paraId="28E0729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04D6CC0D" w14:textId="77777777" w:rsidR="00B45972" w:rsidRDefault="00B45972" w:rsidP="00AC3FE8">
            <w:pPr>
              <w:pStyle w:val="TAC"/>
              <w:rPr>
                <w:color w:val="000000"/>
                <w:sz w:val="16"/>
                <w:szCs w:val="16"/>
                <w:lang w:eastAsia="zh-CN"/>
              </w:rPr>
            </w:pPr>
            <w:r>
              <w:rPr>
                <w:lang w:eastAsia="fr-FR"/>
              </w:rPr>
              <w:t>DC_2A-66A_n2A</w:t>
            </w:r>
          </w:p>
        </w:tc>
        <w:tc>
          <w:tcPr>
            <w:tcW w:w="5862" w:type="dxa"/>
            <w:tcBorders>
              <w:top w:val="single" w:sz="4" w:space="0" w:color="auto"/>
              <w:left w:val="single" w:sz="4" w:space="0" w:color="auto"/>
              <w:bottom w:val="single" w:sz="4" w:space="0" w:color="auto"/>
              <w:right w:val="single" w:sz="4" w:space="0" w:color="auto"/>
            </w:tcBorders>
            <w:vAlign w:val="center"/>
            <w:hideMark/>
          </w:tcPr>
          <w:p w14:paraId="3F5EBDA1" w14:textId="77777777" w:rsidR="00B45972" w:rsidRDefault="00B45972" w:rsidP="00AC3FE8">
            <w:pPr>
              <w:pStyle w:val="TAC"/>
              <w:rPr>
                <w:vertAlign w:val="superscript"/>
              </w:rPr>
            </w:pPr>
            <w:r>
              <w:t>DC_2A_n2A</w:t>
            </w:r>
            <w:r>
              <w:rPr>
                <w:vertAlign w:val="superscript"/>
              </w:rPr>
              <w:t>2</w:t>
            </w:r>
          </w:p>
          <w:p w14:paraId="309D9817" w14:textId="77777777" w:rsidR="00B45972" w:rsidRDefault="00B45972" w:rsidP="00AC3FE8">
            <w:pPr>
              <w:pStyle w:val="TAC"/>
              <w:rPr>
                <w:noProof/>
                <w:lang w:eastAsia="zh-CN"/>
              </w:rPr>
            </w:pPr>
            <w:r>
              <w:t>DC_66A_n2A</w:t>
            </w:r>
          </w:p>
        </w:tc>
      </w:tr>
      <w:tr w:rsidR="00B45972" w14:paraId="0E6AA5C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598C23A" w14:textId="77777777" w:rsidR="00B45972" w:rsidRDefault="00B45972" w:rsidP="00AC3FE8">
            <w:pPr>
              <w:pStyle w:val="TAC"/>
              <w:rPr>
                <w:lang w:eastAsia="fi-FI"/>
              </w:rPr>
            </w:pPr>
            <w:r>
              <w:rPr>
                <w:lang w:eastAsia="fi-FI"/>
              </w:rPr>
              <w:t>DC_2A-66A_n5A</w:t>
            </w:r>
          </w:p>
        </w:tc>
        <w:tc>
          <w:tcPr>
            <w:tcW w:w="5862" w:type="dxa"/>
            <w:tcBorders>
              <w:top w:val="single" w:sz="4" w:space="0" w:color="auto"/>
              <w:left w:val="single" w:sz="4" w:space="0" w:color="auto"/>
              <w:bottom w:val="single" w:sz="4" w:space="0" w:color="auto"/>
              <w:right w:val="single" w:sz="4" w:space="0" w:color="auto"/>
            </w:tcBorders>
            <w:hideMark/>
          </w:tcPr>
          <w:p w14:paraId="10600DD4" w14:textId="77777777" w:rsidR="00B45972" w:rsidRDefault="00B45972" w:rsidP="00AC3FE8">
            <w:pPr>
              <w:pStyle w:val="TAC"/>
              <w:rPr>
                <w:lang w:eastAsia="fi-FI"/>
              </w:rPr>
            </w:pPr>
            <w:r>
              <w:rPr>
                <w:lang w:eastAsia="fi-FI"/>
              </w:rPr>
              <w:t>DC_2A_n5A</w:t>
            </w:r>
          </w:p>
          <w:p w14:paraId="4FFF40ED" w14:textId="77777777" w:rsidR="00B45972" w:rsidRDefault="00B45972" w:rsidP="00AC3FE8">
            <w:pPr>
              <w:pStyle w:val="TAC"/>
              <w:rPr>
                <w:lang w:eastAsia="fi-FI"/>
              </w:rPr>
            </w:pPr>
            <w:r>
              <w:rPr>
                <w:lang w:eastAsia="fi-FI"/>
              </w:rPr>
              <w:t>DC_66A_n5A</w:t>
            </w:r>
          </w:p>
        </w:tc>
      </w:tr>
      <w:tr w:rsidR="00B45972" w14:paraId="20DA1F2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C67A448" w14:textId="77777777" w:rsidR="00B45972" w:rsidRDefault="00B45972" w:rsidP="00AC3FE8">
            <w:pPr>
              <w:pStyle w:val="TAC"/>
            </w:pPr>
            <w:r>
              <w:rPr>
                <w:lang w:eastAsia="fi-FI"/>
              </w:rPr>
              <w:t>DC_2A-2A-66A_n5A</w:t>
            </w:r>
          </w:p>
          <w:p w14:paraId="1F162CD5" w14:textId="77777777" w:rsidR="00B45972" w:rsidRDefault="00B45972" w:rsidP="00AC3FE8">
            <w:pPr>
              <w:pStyle w:val="TAC"/>
              <w:rPr>
                <w:lang w:eastAsia="fr-FR"/>
              </w:rPr>
            </w:pPr>
            <w:r>
              <w:rPr>
                <w:lang w:eastAsia="fi-FI"/>
              </w:rPr>
              <w:t>DC_2A-66A-66A_n5A</w:t>
            </w:r>
          </w:p>
          <w:p w14:paraId="30C2B694" w14:textId="77777777" w:rsidR="00B45972" w:rsidRDefault="00B45972" w:rsidP="00AC3FE8">
            <w:pPr>
              <w:pStyle w:val="TAC"/>
            </w:pPr>
            <w:r>
              <w:rPr>
                <w:lang w:eastAsia="fi-FI"/>
              </w:rPr>
              <w:t>DC_2A-2A-66A-66A_n5A</w:t>
            </w:r>
          </w:p>
          <w:p w14:paraId="38E32561" w14:textId="77777777" w:rsidR="00B45972" w:rsidRDefault="00B45972" w:rsidP="00AC3FE8">
            <w:pPr>
              <w:pStyle w:val="TAC"/>
              <w:rPr>
                <w:lang w:eastAsia="fi-FI"/>
              </w:rPr>
            </w:pPr>
            <w:r>
              <w:rPr>
                <w:lang w:eastAsia="fi-FI"/>
              </w:rPr>
              <w:t>DC_2A-66A-66A-66A_n5A</w:t>
            </w:r>
          </w:p>
        </w:tc>
        <w:tc>
          <w:tcPr>
            <w:tcW w:w="5862" w:type="dxa"/>
            <w:tcBorders>
              <w:top w:val="single" w:sz="4" w:space="0" w:color="auto"/>
              <w:left w:val="single" w:sz="4" w:space="0" w:color="auto"/>
              <w:bottom w:val="single" w:sz="4" w:space="0" w:color="auto"/>
              <w:right w:val="single" w:sz="4" w:space="0" w:color="auto"/>
            </w:tcBorders>
            <w:hideMark/>
          </w:tcPr>
          <w:p w14:paraId="7D1DDD5D" w14:textId="77777777" w:rsidR="00B45972" w:rsidRDefault="00B45972" w:rsidP="00AC3FE8">
            <w:pPr>
              <w:pStyle w:val="TAC"/>
              <w:rPr>
                <w:lang w:eastAsia="fi-FI"/>
              </w:rPr>
            </w:pPr>
            <w:r>
              <w:rPr>
                <w:lang w:eastAsia="fi-FI"/>
              </w:rPr>
              <w:t>DC_2A_n5A</w:t>
            </w:r>
          </w:p>
          <w:p w14:paraId="7DC244E6" w14:textId="77777777" w:rsidR="00B45972" w:rsidRDefault="00B45972" w:rsidP="00AC3FE8">
            <w:pPr>
              <w:pStyle w:val="TAC"/>
              <w:rPr>
                <w:lang w:eastAsia="fi-FI"/>
              </w:rPr>
            </w:pPr>
            <w:r>
              <w:rPr>
                <w:lang w:eastAsia="fi-FI"/>
              </w:rPr>
              <w:t>DC_66A_n5A</w:t>
            </w:r>
          </w:p>
        </w:tc>
      </w:tr>
      <w:tr w:rsidR="00B45972" w14:paraId="6D11D00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AEA98F3" w14:textId="77777777" w:rsidR="00B45972" w:rsidRDefault="00B45972" w:rsidP="00AC3FE8">
            <w:pPr>
              <w:pStyle w:val="TAC"/>
              <w:rPr>
                <w:lang w:eastAsia="fi-FI"/>
              </w:rPr>
            </w:pPr>
            <w:r>
              <w:rPr>
                <w:lang w:eastAsia="ja-JP"/>
              </w:rPr>
              <w:t>DC_2A-66A_n12A</w:t>
            </w:r>
          </w:p>
        </w:tc>
        <w:tc>
          <w:tcPr>
            <w:tcW w:w="5862" w:type="dxa"/>
            <w:tcBorders>
              <w:top w:val="single" w:sz="4" w:space="0" w:color="auto"/>
              <w:left w:val="single" w:sz="4" w:space="0" w:color="auto"/>
              <w:bottom w:val="single" w:sz="4" w:space="0" w:color="auto"/>
              <w:right w:val="single" w:sz="4" w:space="0" w:color="auto"/>
            </w:tcBorders>
            <w:hideMark/>
          </w:tcPr>
          <w:p w14:paraId="44FA846F" w14:textId="77777777" w:rsidR="00B45972" w:rsidRDefault="00B45972" w:rsidP="00AC3FE8">
            <w:pPr>
              <w:pStyle w:val="TAC"/>
              <w:rPr>
                <w:lang w:eastAsia="ja-JP"/>
              </w:rPr>
            </w:pPr>
            <w:r>
              <w:rPr>
                <w:lang w:eastAsia="ja-JP"/>
              </w:rPr>
              <w:t>DC_2A_n12A</w:t>
            </w:r>
          </w:p>
          <w:p w14:paraId="59B76E5D" w14:textId="77777777" w:rsidR="00B45972" w:rsidRDefault="00B45972" w:rsidP="00AC3FE8">
            <w:pPr>
              <w:pStyle w:val="TAC"/>
              <w:rPr>
                <w:lang w:eastAsia="fi-FI"/>
              </w:rPr>
            </w:pPr>
            <w:r>
              <w:rPr>
                <w:lang w:eastAsia="ja-JP"/>
              </w:rPr>
              <w:t>DC_66A_n12A</w:t>
            </w:r>
          </w:p>
        </w:tc>
      </w:tr>
      <w:tr w:rsidR="00B45972" w14:paraId="1866760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F66B279" w14:textId="77777777" w:rsidR="00B45972" w:rsidRDefault="00B45972" w:rsidP="00AC3FE8">
            <w:pPr>
              <w:pStyle w:val="TAC"/>
              <w:rPr>
                <w:lang w:eastAsia="fi-FI"/>
              </w:rPr>
            </w:pPr>
            <w:r>
              <w:t>DC_2A-66A_n25A</w:t>
            </w:r>
            <w:r w:rsidRPr="00864966">
              <w:rPr>
                <w:vertAlign w:val="superscript"/>
              </w:rPr>
              <w:t>11,12</w:t>
            </w:r>
          </w:p>
        </w:tc>
        <w:tc>
          <w:tcPr>
            <w:tcW w:w="5862" w:type="dxa"/>
            <w:tcBorders>
              <w:top w:val="single" w:sz="4" w:space="0" w:color="auto"/>
              <w:left w:val="single" w:sz="4" w:space="0" w:color="auto"/>
              <w:bottom w:val="single" w:sz="4" w:space="0" w:color="auto"/>
              <w:right w:val="single" w:sz="4" w:space="0" w:color="auto"/>
            </w:tcBorders>
            <w:hideMark/>
          </w:tcPr>
          <w:p w14:paraId="01D9B7A2" w14:textId="77777777" w:rsidR="00B45972" w:rsidRDefault="00B45972" w:rsidP="00AC3FE8">
            <w:pPr>
              <w:pStyle w:val="TAC"/>
              <w:rPr>
                <w:lang w:eastAsia="fi-FI"/>
              </w:rPr>
            </w:pPr>
            <w:r>
              <w:t>DC_66A_n25A</w:t>
            </w:r>
          </w:p>
        </w:tc>
      </w:tr>
      <w:tr w:rsidR="00B45972" w14:paraId="73C7730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DC9C807" w14:textId="77777777" w:rsidR="00B45972" w:rsidRDefault="00B45972" w:rsidP="00AC3FE8">
            <w:pPr>
              <w:pStyle w:val="TAC"/>
              <w:rPr>
                <w:lang w:eastAsia="fi-FI"/>
              </w:rPr>
            </w:pPr>
            <w:r>
              <w:rPr>
                <w:lang w:eastAsia="zh-TW"/>
              </w:rPr>
              <w:t>DC_2A-66A_n38A</w:t>
            </w:r>
          </w:p>
        </w:tc>
        <w:tc>
          <w:tcPr>
            <w:tcW w:w="5862" w:type="dxa"/>
            <w:tcBorders>
              <w:top w:val="single" w:sz="4" w:space="0" w:color="auto"/>
              <w:left w:val="single" w:sz="4" w:space="0" w:color="auto"/>
              <w:bottom w:val="single" w:sz="4" w:space="0" w:color="auto"/>
              <w:right w:val="single" w:sz="4" w:space="0" w:color="auto"/>
            </w:tcBorders>
            <w:hideMark/>
          </w:tcPr>
          <w:p w14:paraId="310B7FD9" w14:textId="77777777" w:rsidR="00B45972" w:rsidRDefault="00B45972" w:rsidP="00AC3FE8">
            <w:pPr>
              <w:pStyle w:val="TAC"/>
              <w:rPr>
                <w:lang w:eastAsia="zh-TW"/>
              </w:rPr>
            </w:pPr>
            <w:r>
              <w:rPr>
                <w:lang w:eastAsia="zh-TW"/>
              </w:rPr>
              <w:t>DC_2A_n38A</w:t>
            </w:r>
          </w:p>
          <w:p w14:paraId="2134705D" w14:textId="77777777" w:rsidR="00B45972" w:rsidRDefault="00B45972" w:rsidP="00AC3FE8">
            <w:pPr>
              <w:pStyle w:val="TAC"/>
              <w:rPr>
                <w:lang w:eastAsia="fi-FI"/>
              </w:rPr>
            </w:pPr>
            <w:r>
              <w:rPr>
                <w:lang w:eastAsia="zh-TW"/>
              </w:rPr>
              <w:t>DC_66A_n38A</w:t>
            </w:r>
          </w:p>
        </w:tc>
      </w:tr>
      <w:tr w:rsidR="00B45972" w14:paraId="78906E8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594CC2D" w14:textId="77777777" w:rsidR="00B45972" w:rsidRDefault="00B45972" w:rsidP="00AC3FE8">
            <w:pPr>
              <w:pStyle w:val="TAC"/>
              <w:rPr>
                <w:lang w:eastAsia="zh-TW"/>
              </w:rPr>
            </w:pPr>
            <w:r>
              <w:rPr>
                <w:lang w:eastAsia="ja-JP"/>
              </w:rPr>
              <w:t>DC_2A-2A-66A_n38A</w:t>
            </w:r>
          </w:p>
          <w:p w14:paraId="7869C544" w14:textId="77777777" w:rsidR="00B45972" w:rsidRDefault="00B45972" w:rsidP="00AC3FE8">
            <w:pPr>
              <w:pStyle w:val="TAC"/>
              <w:rPr>
                <w:lang w:eastAsia="ja-JP"/>
              </w:rPr>
            </w:pPr>
            <w:r>
              <w:rPr>
                <w:lang w:eastAsia="zh-TW"/>
              </w:rPr>
              <w:t>DC_2A-66A-66A_n38A</w:t>
            </w:r>
          </w:p>
        </w:tc>
        <w:tc>
          <w:tcPr>
            <w:tcW w:w="5862" w:type="dxa"/>
            <w:tcBorders>
              <w:top w:val="single" w:sz="4" w:space="0" w:color="auto"/>
              <w:left w:val="single" w:sz="4" w:space="0" w:color="auto"/>
              <w:bottom w:val="single" w:sz="4" w:space="0" w:color="auto"/>
              <w:right w:val="single" w:sz="4" w:space="0" w:color="auto"/>
            </w:tcBorders>
            <w:hideMark/>
          </w:tcPr>
          <w:p w14:paraId="0CC1C9A0" w14:textId="77777777" w:rsidR="00B45972" w:rsidRDefault="00B45972" w:rsidP="00AC3FE8">
            <w:pPr>
              <w:pStyle w:val="TAC"/>
              <w:rPr>
                <w:lang w:eastAsia="zh-TW"/>
              </w:rPr>
            </w:pPr>
            <w:r>
              <w:rPr>
                <w:lang w:eastAsia="zh-TW"/>
              </w:rPr>
              <w:t>DC_2A_n38A</w:t>
            </w:r>
          </w:p>
          <w:p w14:paraId="0160C5C9" w14:textId="77777777" w:rsidR="00B45972" w:rsidRDefault="00B45972" w:rsidP="00AC3FE8">
            <w:pPr>
              <w:pStyle w:val="TAC"/>
              <w:rPr>
                <w:lang w:eastAsia="fi-FI"/>
              </w:rPr>
            </w:pPr>
            <w:r>
              <w:rPr>
                <w:lang w:eastAsia="zh-TW"/>
              </w:rPr>
              <w:t>DC_66A_n38A</w:t>
            </w:r>
          </w:p>
        </w:tc>
      </w:tr>
      <w:tr w:rsidR="00B45972" w14:paraId="580BAC8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7EC5DCC" w14:textId="77777777" w:rsidR="00B45972" w:rsidRDefault="00B45972" w:rsidP="00AC3FE8">
            <w:pPr>
              <w:pStyle w:val="TAC"/>
              <w:rPr>
                <w:lang w:eastAsia="ja-JP"/>
              </w:rPr>
            </w:pPr>
            <w:r>
              <w:rPr>
                <w:lang w:eastAsia="ja-JP"/>
              </w:rPr>
              <w:t>DC_2A-66A_n41A</w:t>
            </w:r>
          </w:p>
          <w:p w14:paraId="21D74822" w14:textId="77777777" w:rsidR="00B45972" w:rsidRDefault="00B45972" w:rsidP="00AC3FE8">
            <w:pPr>
              <w:pStyle w:val="TAC"/>
              <w:rPr>
                <w:lang w:eastAsia="ja-JP"/>
              </w:rPr>
            </w:pPr>
            <w:r>
              <w:rPr>
                <w:lang w:eastAsia="ja-JP"/>
              </w:rPr>
              <w:t>DC_2A-66A_n41C</w:t>
            </w:r>
          </w:p>
          <w:p w14:paraId="5AF6FED7" w14:textId="77777777" w:rsidR="00B45972" w:rsidRDefault="00B45972" w:rsidP="00AC3FE8">
            <w:pPr>
              <w:pStyle w:val="TAC"/>
              <w:rPr>
                <w:lang w:eastAsia="fi-FI"/>
              </w:rPr>
            </w:pPr>
            <w:r>
              <w:rPr>
                <w:noProof/>
              </w:rPr>
              <w:t>DC_2C-66A_n41A</w:t>
            </w:r>
          </w:p>
        </w:tc>
        <w:tc>
          <w:tcPr>
            <w:tcW w:w="5862" w:type="dxa"/>
            <w:tcBorders>
              <w:top w:val="single" w:sz="4" w:space="0" w:color="auto"/>
              <w:left w:val="single" w:sz="4" w:space="0" w:color="auto"/>
              <w:bottom w:val="single" w:sz="4" w:space="0" w:color="auto"/>
              <w:right w:val="single" w:sz="4" w:space="0" w:color="auto"/>
            </w:tcBorders>
            <w:hideMark/>
          </w:tcPr>
          <w:p w14:paraId="509B6AAD" w14:textId="77777777" w:rsidR="00B45972" w:rsidRDefault="00B45972" w:rsidP="00AC3FE8">
            <w:pPr>
              <w:pStyle w:val="TAC"/>
              <w:rPr>
                <w:lang w:eastAsia="fi-FI"/>
              </w:rPr>
            </w:pPr>
            <w:r>
              <w:rPr>
                <w:lang w:eastAsia="fi-FI"/>
              </w:rPr>
              <w:t>DC_2A_n41A</w:t>
            </w:r>
          </w:p>
          <w:p w14:paraId="75585040" w14:textId="77777777" w:rsidR="00B45972" w:rsidRDefault="00B45972" w:rsidP="00AC3FE8">
            <w:pPr>
              <w:pStyle w:val="TAC"/>
              <w:rPr>
                <w:lang w:eastAsia="fi-FI"/>
              </w:rPr>
            </w:pPr>
            <w:r>
              <w:rPr>
                <w:lang w:eastAsia="fi-FI"/>
              </w:rPr>
              <w:t>DC_66A_n41A</w:t>
            </w:r>
          </w:p>
        </w:tc>
      </w:tr>
      <w:tr w:rsidR="00B45972" w14:paraId="75C1C86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2E75618" w14:textId="77777777" w:rsidR="00B45972" w:rsidRDefault="00B45972" w:rsidP="00AC3FE8">
            <w:pPr>
              <w:pStyle w:val="TAC"/>
              <w:rPr>
                <w:noProof/>
                <w:lang w:eastAsia="fr-FR"/>
              </w:rPr>
            </w:pPr>
            <w:r>
              <w:rPr>
                <w:noProof/>
              </w:rPr>
              <w:t>DC_2A-2A-66A_n41A</w:t>
            </w:r>
          </w:p>
          <w:p w14:paraId="0FDEAB64" w14:textId="77777777" w:rsidR="00B45972" w:rsidRDefault="00B45972" w:rsidP="00AC3FE8">
            <w:pPr>
              <w:pStyle w:val="TAC"/>
              <w:rPr>
                <w:lang w:eastAsia="ja-JP"/>
              </w:rPr>
            </w:pPr>
            <w:r>
              <w:rPr>
                <w:lang w:eastAsia="ja-JP"/>
              </w:rPr>
              <w:t>DC_2A-66A_n41(2A)</w:t>
            </w:r>
          </w:p>
        </w:tc>
        <w:tc>
          <w:tcPr>
            <w:tcW w:w="5862" w:type="dxa"/>
            <w:tcBorders>
              <w:top w:val="single" w:sz="4" w:space="0" w:color="auto"/>
              <w:left w:val="single" w:sz="4" w:space="0" w:color="auto"/>
              <w:bottom w:val="single" w:sz="4" w:space="0" w:color="auto"/>
              <w:right w:val="single" w:sz="4" w:space="0" w:color="auto"/>
            </w:tcBorders>
            <w:hideMark/>
          </w:tcPr>
          <w:p w14:paraId="6C61D88B" w14:textId="77777777" w:rsidR="00B45972" w:rsidRDefault="00B45972" w:rsidP="00AC3FE8">
            <w:pPr>
              <w:pStyle w:val="TAC"/>
              <w:rPr>
                <w:lang w:eastAsia="fi-FI"/>
              </w:rPr>
            </w:pPr>
            <w:r>
              <w:rPr>
                <w:lang w:eastAsia="fi-FI"/>
              </w:rPr>
              <w:t>DC_2A_n41A</w:t>
            </w:r>
          </w:p>
          <w:p w14:paraId="00BD35B3" w14:textId="77777777" w:rsidR="00B45972" w:rsidRDefault="00B45972" w:rsidP="00AC3FE8">
            <w:pPr>
              <w:pStyle w:val="TAC"/>
              <w:rPr>
                <w:lang w:eastAsia="fi-FI"/>
              </w:rPr>
            </w:pPr>
            <w:r>
              <w:rPr>
                <w:lang w:eastAsia="fi-FI"/>
              </w:rPr>
              <w:t>DC_66A_n41A</w:t>
            </w:r>
          </w:p>
        </w:tc>
      </w:tr>
      <w:tr w:rsidR="00B45972" w14:paraId="2952E19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631EFFC" w14:textId="77777777" w:rsidR="00B45972" w:rsidRDefault="00B45972" w:rsidP="00AC3FE8">
            <w:pPr>
              <w:pStyle w:val="TAC"/>
              <w:rPr>
                <w:noProof/>
              </w:rPr>
            </w:pPr>
            <w:r>
              <w:rPr>
                <w:color w:val="000000"/>
                <w:szCs w:val="18"/>
                <w:lang w:eastAsia="zh-CN"/>
              </w:rPr>
              <w:t>DC_2A-66A_n48A</w:t>
            </w:r>
          </w:p>
        </w:tc>
        <w:tc>
          <w:tcPr>
            <w:tcW w:w="5862" w:type="dxa"/>
            <w:tcBorders>
              <w:top w:val="single" w:sz="4" w:space="0" w:color="auto"/>
              <w:left w:val="single" w:sz="4" w:space="0" w:color="auto"/>
              <w:bottom w:val="single" w:sz="4" w:space="0" w:color="auto"/>
              <w:right w:val="single" w:sz="4" w:space="0" w:color="auto"/>
            </w:tcBorders>
            <w:hideMark/>
          </w:tcPr>
          <w:p w14:paraId="64D07062" w14:textId="77777777" w:rsidR="00B45972" w:rsidRDefault="00B45972" w:rsidP="00AC3FE8">
            <w:pPr>
              <w:pStyle w:val="TAC"/>
              <w:rPr>
                <w:noProof/>
                <w:szCs w:val="18"/>
                <w:lang w:eastAsia="zh-CN"/>
              </w:rPr>
            </w:pPr>
            <w:r>
              <w:rPr>
                <w:noProof/>
                <w:szCs w:val="18"/>
                <w:lang w:eastAsia="zh-CN"/>
              </w:rPr>
              <w:t>DC_2A_n48A</w:t>
            </w:r>
          </w:p>
          <w:p w14:paraId="2B7457A3" w14:textId="77777777" w:rsidR="00B45972" w:rsidRDefault="00B45972" w:rsidP="00AC3FE8">
            <w:pPr>
              <w:pStyle w:val="TAC"/>
              <w:rPr>
                <w:lang w:eastAsia="fi-FI"/>
              </w:rPr>
            </w:pPr>
            <w:r>
              <w:rPr>
                <w:noProof/>
                <w:kern w:val="2"/>
                <w:szCs w:val="18"/>
                <w:lang w:eastAsia="zh-CN"/>
              </w:rPr>
              <w:t>DC_66A_n48A</w:t>
            </w:r>
          </w:p>
        </w:tc>
      </w:tr>
      <w:tr w:rsidR="00B45972" w14:paraId="26F051C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BA5C588" w14:textId="77777777" w:rsidR="00B45972" w:rsidRDefault="00B45972" w:rsidP="00AC3FE8">
            <w:pPr>
              <w:pStyle w:val="TAC"/>
              <w:rPr>
                <w:noProof/>
              </w:rPr>
            </w:pPr>
            <w:r>
              <w:rPr>
                <w:color w:val="000000"/>
                <w:szCs w:val="18"/>
                <w:lang w:eastAsia="zh-CN"/>
              </w:rPr>
              <w:t>DC_2A-66A_n48B</w:t>
            </w:r>
          </w:p>
        </w:tc>
        <w:tc>
          <w:tcPr>
            <w:tcW w:w="5862" w:type="dxa"/>
            <w:tcBorders>
              <w:top w:val="single" w:sz="4" w:space="0" w:color="auto"/>
              <w:left w:val="single" w:sz="4" w:space="0" w:color="auto"/>
              <w:bottom w:val="single" w:sz="4" w:space="0" w:color="auto"/>
              <w:right w:val="single" w:sz="4" w:space="0" w:color="auto"/>
            </w:tcBorders>
            <w:hideMark/>
          </w:tcPr>
          <w:p w14:paraId="5197E485" w14:textId="77777777" w:rsidR="00B45972" w:rsidRDefault="00B45972" w:rsidP="00AC3FE8">
            <w:pPr>
              <w:pStyle w:val="TAC"/>
              <w:rPr>
                <w:noProof/>
                <w:szCs w:val="18"/>
                <w:lang w:eastAsia="zh-CN"/>
              </w:rPr>
            </w:pPr>
            <w:r>
              <w:rPr>
                <w:noProof/>
                <w:szCs w:val="18"/>
                <w:lang w:eastAsia="zh-CN"/>
              </w:rPr>
              <w:t>DC_2A_n48A</w:t>
            </w:r>
          </w:p>
          <w:p w14:paraId="4B26B4BB" w14:textId="77777777" w:rsidR="00B45972" w:rsidRDefault="00B45972" w:rsidP="00AC3FE8">
            <w:pPr>
              <w:pStyle w:val="TAC"/>
              <w:rPr>
                <w:lang w:eastAsia="fi-FI"/>
              </w:rPr>
            </w:pPr>
            <w:r>
              <w:rPr>
                <w:noProof/>
                <w:kern w:val="2"/>
                <w:szCs w:val="18"/>
                <w:lang w:eastAsia="zh-CN"/>
              </w:rPr>
              <w:t>DC_66A_n48A</w:t>
            </w:r>
          </w:p>
        </w:tc>
      </w:tr>
      <w:tr w:rsidR="00B45972" w14:paraId="58FD9F5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C7E5C6A" w14:textId="77777777" w:rsidR="00B45972" w:rsidRDefault="00B45972" w:rsidP="00AC3FE8">
            <w:pPr>
              <w:pStyle w:val="TAC"/>
              <w:rPr>
                <w:noProof/>
              </w:rPr>
            </w:pPr>
            <w:r>
              <w:rPr>
                <w:color w:val="000000"/>
                <w:szCs w:val="18"/>
                <w:lang w:eastAsia="zh-CN"/>
              </w:rPr>
              <w:t>DC_2A-66A-66A_n48A</w:t>
            </w:r>
          </w:p>
        </w:tc>
        <w:tc>
          <w:tcPr>
            <w:tcW w:w="5862" w:type="dxa"/>
            <w:tcBorders>
              <w:top w:val="single" w:sz="4" w:space="0" w:color="auto"/>
              <w:left w:val="single" w:sz="4" w:space="0" w:color="auto"/>
              <w:bottom w:val="single" w:sz="4" w:space="0" w:color="auto"/>
              <w:right w:val="single" w:sz="4" w:space="0" w:color="auto"/>
            </w:tcBorders>
            <w:hideMark/>
          </w:tcPr>
          <w:p w14:paraId="46AC4AE4" w14:textId="77777777" w:rsidR="00B45972" w:rsidRDefault="00B45972" w:rsidP="00AC3FE8">
            <w:pPr>
              <w:pStyle w:val="TAC"/>
              <w:rPr>
                <w:noProof/>
                <w:szCs w:val="18"/>
                <w:lang w:eastAsia="zh-CN"/>
              </w:rPr>
            </w:pPr>
            <w:r>
              <w:rPr>
                <w:noProof/>
                <w:szCs w:val="18"/>
                <w:lang w:eastAsia="zh-CN"/>
              </w:rPr>
              <w:t>DC_2A_n48A</w:t>
            </w:r>
          </w:p>
          <w:p w14:paraId="5AC1D462" w14:textId="77777777" w:rsidR="00B45972" w:rsidRDefault="00B45972" w:rsidP="00AC3FE8">
            <w:pPr>
              <w:pStyle w:val="TAC"/>
              <w:rPr>
                <w:lang w:eastAsia="fi-FI"/>
              </w:rPr>
            </w:pPr>
            <w:r>
              <w:rPr>
                <w:noProof/>
                <w:kern w:val="2"/>
                <w:szCs w:val="18"/>
                <w:lang w:eastAsia="zh-CN"/>
              </w:rPr>
              <w:t>DC_66A_n48A</w:t>
            </w:r>
          </w:p>
        </w:tc>
      </w:tr>
      <w:tr w:rsidR="00B45972" w14:paraId="7A06502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4D6FAD1" w14:textId="77777777" w:rsidR="00B45972" w:rsidRDefault="00B45972" w:rsidP="00AC3FE8">
            <w:pPr>
              <w:pStyle w:val="TAC"/>
              <w:rPr>
                <w:noProof/>
              </w:rPr>
            </w:pPr>
            <w:r>
              <w:rPr>
                <w:color w:val="000000"/>
                <w:szCs w:val="18"/>
                <w:lang w:eastAsia="zh-CN"/>
              </w:rPr>
              <w:t>DC_2A-66A-66A_n48B</w:t>
            </w:r>
          </w:p>
        </w:tc>
        <w:tc>
          <w:tcPr>
            <w:tcW w:w="5862" w:type="dxa"/>
            <w:tcBorders>
              <w:top w:val="single" w:sz="4" w:space="0" w:color="auto"/>
              <w:left w:val="single" w:sz="4" w:space="0" w:color="auto"/>
              <w:bottom w:val="single" w:sz="4" w:space="0" w:color="auto"/>
              <w:right w:val="single" w:sz="4" w:space="0" w:color="auto"/>
            </w:tcBorders>
            <w:hideMark/>
          </w:tcPr>
          <w:p w14:paraId="1660E378" w14:textId="77777777" w:rsidR="00B45972" w:rsidRDefault="00B45972" w:rsidP="00AC3FE8">
            <w:pPr>
              <w:pStyle w:val="TAC"/>
              <w:rPr>
                <w:noProof/>
                <w:szCs w:val="18"/>
                <w:lang w:eastAsia="zh-CN"/>
              </w:rPr>
            </w:pPr>
            <w:r>
              <w:rPr>
                <w:noProof/>
                <w:szCs w:val="18"/>
                <w:lang w:eastAsia="zh-CN"/>
              </w:rPr>
              <w:t>DC_2A_n48A</w:t>
            </w:r>
          </w:p>
          <w:p w14:paraId="1E032745" w14:textId="77777777" w:rsidR="00B45972" w:rsidRDefault="00B45972" w:rsidP="00AC3FE8">
            <w:pPr>
              <w:pStyle w:val="TAC"/>
              <w:rPr>
                <w:lang w:eastAsia="fi-FI"/>
              </w:rPr>
            </w:pPr>
            <w:r>
              <w:rPr>
                <w:noProof/>
                <w:kern w:val="2"/>
                <w:szCs w:val="18"/>
                <w:lang w:eastAsia="zh-CN"/>
              </w:rPr>
              <w:t>DC_66A_n48A</w:t>
            </w:r>
          </w:p>
        </w:tc>
      </w:tr>
      <w:tr w:rsidR="00B45972" w14:paraId="5D22041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F3D5941" w14:textId="77777777" w:rsidR="00B45972" w:rsidRDefault="00B45972" w:rsidP="00AC3FE8">
            <w:pPr>
              <w:pStyle w:val="TAC"/>
              <w:rPr>
                <w:lang w:eastAsia="fi-FI"/>
              </w:rPr>
            </w:pPr>
            <w:r>
              <w:rPr>
                <w:szCs w:val="18"/>
                <w:lang w:eastAsia="zh-CN"/>
              </w:rPr>
              <w:t>DC_2A-66A_n66A</w:t>
            </w:r>
          </w:p>
        </w:tc>
        <w:tc>
          <w:tcPr>
            <w:tcW w:w="5862" w:type="dxa"/>
            <w:tcBorders>
              <w:top w:val="single" w:sz="4" w:space="0" w:color="auto"/>
              <w:left w:val="single" w:sz="4" w:space="0" w:color="auto"/>
              <w:bottom w:val="single" w:sz="4" w:space="0" w:color="auto"/>
              <w:right w:val="single" w:sz="4" w:space="0" w:color="auto"/>
            </w:tcBorders>
            <w:hideMark/>
          </w:tcPr>
          <w:p w14:paraId="4F960D45" w14:textId="77777777" w:rsidR="00B45972" w:rsidRDefault="00B45972" w:rsidP="00AC3FE8">
            <w:pPr>
              <w:pStyle w:val="TAC"/>
              <w:rPr>
                <w:szCs w:val="18"/>
                <w:vertAlign w:val="superscript"/>
                <w:lang w:eastAsia="zh-CN"/>
              </w:rPr>
            </w:pPr>
            <w:r>
              <w:rPr>
                <w:szCs w:val="18"/>
                <w:lang w:eastAsia="zh-CN"/>
              </w:rPr>
              <w:t>DC_2A_n66A</w:t>
            </w:r>
          </w:p>
          <w:p w14:paraId="4A87F72B" w14:textId="77777777" w:rsidR="00B45972" w:rsidRDefault="00B45972" w:rsidP="00AC3FE8">
            <w:pPr>
              <w:pStyle w:val="TAC"/>
              <w:rPr>
                <w:lang w:eastAsia="fi-FI"/>
              </w:rPr>
            </w:pPr>
            <w:r>
              <w:rPr>
                <w:szCs w:val="18"/>
                <w:lang w:eastAsia="zh-CN"/>
              </w:rPr>
              <w:t>DC_66A_n66A</w:t>
            </w:r>
            <w:r>
              <w:rPr>
                <w:szCs w:val="18"/>
                <w:vertAlign w:val="superscript"/>
                <w:lang w:eastAsia="zh-CN"/>
              </w:rPr>
              <w:t>2</w:t>
            </w:r>
          </w:p>
        </w:tc>
      </w:tr>
      <w:tr w:rsidR="00B45972" w14:paraId="1F5D032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D02B2AD" w14:textId="77777777" w:rsidR="00B45972" w:rsidRDefault="00B45972" w:rsidP="00AC3FE8">
            <w:pPr>
              <w:pStyle w:val="TAC"/>
              <w:rPr>
                <w:szCs w:val="18"/>
                <w:lang w:eastAsia="zh-CN"/>
              </w:rPr>
            </w:pPr>
            <w:r>
              <w:rPr>
                <w:szCs w:val="18"/>
                <w:lang w:eastAsia="fi-FI"/>
              </w:rPr>
              <w:t>DC_2A-2A-66A_n66A</w:t>
            </w:r>
          </w:p>
        </w:tc>
        <w:tc>
          <w:tcPr>
            <w:tcW w:w="5862" w:type="dxa"/>
            <w:tcBorders>
              <w:top w:val="single" w:sz="4" w:space="0" w:color="auto"/>
              <w:left w:val="single" w:sz="4" w:space="0" w:color="auto"/>
              <w:bottom w:val="single" w:sz="4" w:space="0" w:color="auto"/>
              <w:right w:val="single" w:sz="4" w:space="0" w:color="auto"/>
            </w:tcBorders>
            <w:hideMark/>
          </w:tcPr>
          <w:p w14:paraId="6B8D8105" w14:textId="77777777" w:rsidR="00B45972" w:rsidRDefault="00B45972" w:rsidP="00AC3FE8">
            <w:pPr>
              <w:pStyle w:val="TAC"/>
              <w:rPr>
                <w:szCs w:val="18"/>
                <w:vertAlign w:val="superscript"/>
                <w:lang w:eastAsia="zh-CN"/>
              </w:rPr>
            </w:pPr>
            <w:r>
              <w:rPr>
                <w:szCs w:val="18"/>
                <w:lang w:eastAsia="zh-CN"/>
              </w:rPr>
              <w:t>DC_2A_n66A</w:t>
            </w:r>
          </w:p>
          <w:p w14:paraId="2E9B857E" w14:textId="77777777" w:rsidR="00B45972" w:rsidRDefault="00B45972" w:rsidP="00AC3FE8">
            <w:pPr>
              <w:pStyle w:val="TAC"/>
              <w:rPr>
                <w:szCs w:val="18"/>
                <w:lang w:eastAsia="zh-CN"/>
              </w:rPr>
            </w:pPr>
            <w:r>
              <w:rPr>
                <w:szCs w:val="18"/>
                <w:lang w:eastAsia="zh-CN"/>
              </w:rPr>
              <w:t>DC_66A_n66A</w:t>
            </w:r>
            <w:r>
              <w:rPr>
                <w:szCs w:val="18"/>
                <w:vertAlign w:val="superscript"/>
                <w:lang w:eastAsia="zh-CN"/>
              </w:rPr>
              <w:t>2</w:t>
            </w:r>
          </w:p>
        </w:tc>
      </w:tr>
      <w:tr w:rsidR="00B45972" w14:paraId="253FA3F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E4F8500" w14:textId="77777777" w:rsidR="00B45972" w:rsidRDefault="00B45972" w:rsidP="00AC3FE8">
            <w:pPr>
              <w:pStyle w:val="TAC"/>
              <w:rPr>
                <w:lang w:eastAsia="zh-CN"/>
              </w:rPr>
            </w:pPr>
            <w:r>
              <w:rPr>
                <w:lang w:eastAsia="zh-CN"/>
              </w:rPr>
              <w:t>DC</w:t>
            </w:r>
            <w:r>
              <w:t>_</w:t>
            </w:r>
            <w:r>
              <w:rPr>
                <w:lang w:eastAsia="zh-CN"/>
              </w:rPr>
              <w:t>2</w:t>
            </w:r>
            <w:r>
              <w:t>A-</w:t>
            </w:r>
            <w:r>
              <w:rPr>
                <w:lang w:eastAsia="zh-CN"/>
              </w:rPr>
              <w:t>66A_</w:t>
            </w:r>
            <w:r>
              <w:t>n</w:t>
            </w:r>
            <w:r>
              <w:rPr>
                <w:lang w:eastAsia="zh-CN"/>
              </w:rPr>
              <w:t>71A</w:t>
            </w:r>
          </w:p>
          <w:p w14:paraId="5BAE3EEB" w14:textId="77777777" w:rsidR="00B45972" w:rsidRDefault="00B45972" w:rsidP="00AC3FE8">
            <w:pPr>
              <w:pStyle w:val="TAC"/>
              <w:rPr>
                <w:lang w:eastAsia="zh-CN"/>
              </w:rPr>
            </w:pPr>
            <w:r>
              <w:rPr>
                <w:lang w:eastAsia="zh-CN"/>
              </w:rPr>
              <w:t>DC</w:t>
            </w:r>
            <w:r>
              <w:t>_</w:t>
            </w:r>
            <w:r>
              <w:rPr>
                <w:lang w:eastAsia="zh-CN"/>
              </w:rPr>
              <w:t>2</w:t>
            </w:r>
            <w:r>
              <w:t>A-</w:t>
            </w:r>
            <w:r>
              <w:rPr>
                <w:lang w:eastAsia="zh-CN"/>
              </w:rPr>
              <w:t>66A_</w:t>
            </w:r>
            <w:r>
              <w:t>n</w:t>
            </w:r>
            <w:r>
              <w:rPr>
                <w:lang w:eastAsia="zh-CN"/>
              </w:rPr>
              <w:t>71B</w:t>
            </w:r>
          </w:p>
          <w:p w14:paraId="46B0A91E" w14:textId="77777777" w:rsidR="00B45972" w:rsidRDefault="00B45972" w:rsidP="00AC3FE8">
            <w:pPr>
              <w:pStyle w:val="TAC"/>
              <w:rPr>
                <w:lang w:eastAsia="zh-CN"/>
              </w:rPr>
            </w:pPr>
            <w:r>
              <w:rPr>
                <w:lang w:eastAsia="zh-CN"/>
              </w:rPr>
              <w:t>DC_2A-66C_n71A</w:t>
            </w:r>
          </w:p>
          <w:p w14:paraId="0254C562" w14:textId="77777777" w:rsidR="00B45972" w:rsidRDefault="00B45972" w:rsidP="00AC3FE8">
            <w:pPr>
              <w:pStyle w:val="TAC"/>
              <w:rPr>
                <w:noProof/>
                <w:lang w:eastAsia="zh-CN"/>
              </w:rPr>
            </w:pPr>
            <w:r>
              <w:rPr>
                <w:noProof/>
              </w:rPr>
              <w:t>DC_2C-66A_n71A</w:t>
            </w:r>
          </w:p>
        </w:tc>
        <w:tc>
          <w:tcPr>
            <w:tcW w:w="5862" w:type="dxa"/>
            <w:tcBorders>
              <w:top w:val="single" w:sz="4" w:space="0" w:color="auto"/>
              <w:left w:val="single" w:sz="4" w:space="0" w:color="auto"/>
              <w:bottom w:val="single" w:sz="4" w:space="0" w:color="auto"/>
              <w:right w:val="single" w:sz="4" w:space="0" w:color="auto"/>
            </w:tcBorders>
            <w:hideMark/>
          </w:tcPr>
          <w:p w14:paraId="09250025" w14:textId="77777777" w:rsidR="00B45972" w:rsidRDefault="00B45972" w:rsidP="00AC3FE8">
            <w:pPr>
              <w:pStyle w:val="TAC"/>
              <w:rPr>
                <w:noProof/>
                <w:lang w:eastAsia="zh-CN"/>
              </w:rPr>
            </w:pPr>
            <w:r>
              <w:rPr>
                <w:noProof/>
                <w:lang w:eastAsia="zh-CN"/>
              </w:rPr>
              <w:t>DC_2A_n71A</w:t>
            </w:r>
          </w:p>
          <w:p w14:paraId="6B83401E" w14:textId="77777777" w:rsidR="00B45972" w:rsidRDefault="00B45972" w:rsidP="00AC3FE8">
            <w:pPr>
              <w:pStyle w:val="TAC"/>
              <w:rPr>
                <w:noProof/>
                <w:lang w:eastAsia="zh-CN"/>
              </w:rPr>
            </w:pPr>
            <w:r>
              <w:rPr>
                <w:noProof/>
                <w:lang w:eastAsia="zh-CN"/>
              </w:rPr>
              <w:t>DC_66A_n71A</w:t>
            </w:r>
          </w:p>
        </w:tc>
      </w:tr>
      <w:tr w:rsidR="00B45972" w14:paraId="0D596BA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5822D00" w14:textId="77777777" w:rsidR="00B45972" w:rsidRDefault="00B45972" w:rsidP="00AC3FE8">
            <w:pPr>
              <w:pStyle w:val="TAC"/>
              <w:rPr>
                <w:noProof/>
              </w:rPr>
            </w:pPr>
            <w:r>
              <w:rPr>
                <w:noProof/>
              </w:rPr>
              <w:t>DC_2A-2A-66A_n71A</w:t>
            </w:r>
          </w:p>
          <w:p w14:paraId="3E050C8D" w14:textId="77777777" w:rsidR="00B45972" w:rsidRDefault="00B45972" w:rsidP="00AC3FE8">
            <w:pPr>
              <w:pStyle w:val="TAC"/>
              <w:rPr>
                <w:lang w:eastAsia="zh-CN"/>
              </w:rPr>
            </w:pPr>
            <w:r>
              <w:rPr>
                <w:lang w:eastAsia="zh-CN"/>
              </w:rPr>
              <w:t>DC_2A-66A-66A_n71A</w:t>
            </w:r>
          </w:p>
          <w:p w14:paraId="62BF55DC" w14:textId="77777777" w:rsidR="00B45972" w:rsidRDefault="00B45972" w:rsidP="00AC3FE8">
            <w:pPr>
              <w:pStyle w:val="TAC"/>
              <w:rPr>
                <w:lang w:eastAsia="zh-CN"/>
              </w:rPr>
            </w:pPr>
            <w:r>
              <w:rPr>
                <w:lang w:eastAsia="zh-CN"/>
              </w:rPr>
              <w:t>DC_2A-2A-66A-66A_n71A</w:t>
            </w:r>
          </w:p>
        </w:tc>
        <w:tc>
          <w:tcPr>
            <w:tcW w:w="5862" w:type="dxa"/>
            <w:tcBorders>
              <w:top w:val="single" w:sz="4" w:space="0" w:color="auto"/>
              <w:left w:val="single" w:sz="4" w:space="0" w:color="auto"/>
              <w:bottom w:val="single" w:sz="4" w:space="0" w:color="auto"/>
              <w:right w:val="single" w:sz="4" w:space="0" w:color="auto"/>
            </w:tcBorders>
            <w:hideMark/>
          </w:tcPr>
          <w:p w14:paraId="614DD48D" w14:textId="77777777" w:rsidR="00B45972" w:rsidRDefault="00B45972" w:rsidP="00AC3FE8">
            <w:pPr>
              <w:pStyle w:val="TAC"/>
              <w:rPr>
                <w:noProof/>
                <w:lang w:eastAsia="zh-CN"/>
              </w:rPr>
            </w:pPr>
            <w:r>
              <w:rPr>
                <w:noProof/>
                <w:lang w:eastAsia="zh-CN"/>
              </w:rPr>
              <w:t>DC_2A_n71A</w:t>
            </w:r>
          </w:p>
          <w:p w14:paraId="01E01A31" w14:textId="77777777" w:rsidR="00B45972" w:rsidRDefault="00B45972" w:rsidP="00AC3FE8">
            <w:pPr>
              <w:pStyle w:val="TAC"/>
              <w:rPr>
                <w:noProof/>
                <w:lang w:eastAsia="zh-CN"/>
              </w:rPr>
            </w:pPr>
            <w:r>
              <w:rPr>
                <w:noProof/>
                <w:lang w:eastAsia="zh-CN"/>
              </w:rPr>
              <w:t>DC_66A_n71A</w:t>
            </w:r>
          </w:p>
        </w:tc>
      </w:tr>
      <w:tr w:rsidR="00B45972" w14:paraId="24F66F6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A845CDC" w14:textId="77777777" w:rsidR="00B45972" w:rsidRDefault="00B45972" w:rsidP="00AC3FE8">
            <w:pPr>
              <w:pStyle w:val="TAC"/>
              <w:rPr>
                <w:noProof/>
              </w:rPr>
            </w:pPr>
            <w:r>
              <w:rPr>
                <w:lang w:eastAsia="ja-JP"/>
              </w:rPr>
              <w:t>DC_2A_n66A-n71A</w:t>
            </w:r>
          </w:p>
        </w:tc>
        <w:tc>
          <w:tcPr>
            <w:tcW w:w="5862" w:type="dxa"/>
            <w:tcBorders>
              <w:top w:val="single" w:sz="4" w:space="0" w:color="auto"/>
              <w:left w:val="single" w:sz="4" w:space="0" w:color="auto"/>
              <w:bottom w:val="single" w:sz="4" w:space="0" w:color="auto"/>
              <w:right w:val="single" w:sz="4" w:space="0" w:color="auto"/>
            </w:tcBorders>
            <w:hideMark/>
          </w:tcPr>
          <w:p w14:paraId="02EB3752" w14:textId="77777777" w:rsidR="00B45972" w:rsidRDefault="00B45972" w:rsidP="00AC3FE8">
            <w:pPr>
              <w:pStyle w:val="TAC"/>
              <w:rPr>
                <w:lang w:eastAsia="ja-JP"/>
              </w:rPr>
            </w:pPr>
            <w:r>
              <w:rPr>
                <w:lang w:eastAsia="ja-JP"/>
              </w:rPr>
              <w:t>DC_2A_n66A</w:t>
            </w:r>
          </w:p>
          <w:p w14:paraId="14B5FEA3" w14:textId="77777777" w:rsidR="00B45972" w:rsidRDefault="00B45972" w:rsidP="00AC3FE8">
            <w:pPr>
              <w:pStyle w:val="TAC"/>
              <w:rPr>
                <w:noProof/>
                <w:lang w:eastAsia="zh-CN"/>
              </w:rPr>
            </w:pPr>
            <w:r>
              <w:rPr>
                <w:lang w:eastAsia="ja-JP"/>
              </w:rPr>
              <w:t>DC_2A_n71A</w:t>
            </w:r>
          </w:p>
        </w:tc>
      </w:tr>
      <w:tr w:rsidR="00B45972" w14:paraId="07699A4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D1BEDFA" w14:textId="77777777" w:rsidR="00B45972" w:rsidRDefault="00B45972" w:rsidP="00AC3FE8">
            <w:pPr>
              <w:pStyle w:val="TAC"/>
              <w:rPr>
                <w:lang w:eastAsia="zh-CN"/>
              </w:rPr>
            </w:pPr>
            <w:r>
              <w:rPr>
                <w:lang w:eastAsia="zh-CN"/>
              </w:rPr>
              <w:t>DC_2A-66A_n78A</w:t>
            </w:r>
          </w:p>
          <w:p w14:paraId="53854E76" w14:textId="77777777" w:rsidR="00B45972" w:rsidRDefault="00B45972" w:rsidP="00AC3FE8">
            <w:pPr>
              <w:pStyle w:val="TAC"/>
              <w:rPr>
                <w:lang w:eastAsia="zh-CN"/>
              </w:rPr>
            </w:pPr>
            <w:r>
              <w:rPr>
                <w:lang w:eastAsia="zh-CN"/>
              </w:rPr>
              <w:t>DC_2A-66A_n78(2A)</w:t>
            </w:r>
          </w:p>
        </w:tc>
        <w:tc>
          <w:tcPr>
            <w:tcW w:w="5862" w:type="dxa"/>
            <w:tcBorders>
              <w:top w:val="single" w:sz="4" w:space="0" w:color="auto"/>
              <w:left w:val="single" w:sz="4" w:space="0" w:color="auto"/>
              <w:bottom w:val="single" w:sz="4" w:space="0" w:color="auto"/>
              <w:right w:val="single" w:sz="4" w:space="0" w:color="auto"/>
            </w:tcBorders>
            <w:hideMark/>
          </w:tcPr>
          <w:p w14:paraId="3C1FD903" w14:textId="77777777" w:rsidR="00B45972" w:rsidRDefault="00B45972" w:rsidP="00AC3FE8">
            <w:pPr>
              <w:pStyle w:val="TAC"/>
              <w:rPr>
                <w:noProof/>
                <w:lang w:eastAsia="zh-CN"/>
              </w:rPr>
            </w:pPr>
            <w:r>
              <w:rPr>
                <w:noProof/>
                <w:lang w:eastAsia="zh-CN"/>
              </w:rPr>
              <w:t>DC_2A_n78A</w:t>
            </w:r>
          </w:p>
          <w:p w14:paraId="2CD52142" w14:textId="77777777" w:rsidR="00B45972" w:rsidRDefault="00B45972" w:rsidP="00AC3FE8">
            <w:pPr>
              <w:pStyle w:val="TAC"/>
              <w:rPr>
                <w:noProof/>
                <w:lang w:eastAsia="zh-CN"/>
              </w:rPr>
            </w:pPr>
            <w:r>
              <w:rPr>
                <w:noProof/>
                <w:kern w:val="2"/>
                <w:lang w:eastAsia="zh-CN"/>
              </w:rPr>
              <w:t>DC_66A_n78A</w:t>
            </w:r>
          </w:p>
        </w:tc>
      </w:tr>
      <w:tr w:rsidR="00B45972" w14:paraId="55C5AC0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9512DB9" w14:textId="77777777" w:rsidR="00B45972" w:rsidRDefault="00B45972" w:rsidP="00AC3FE8">
            <w:pPr>
              <w:pStyle w:val="TAC"/>
              <w:rPr>
                <w:lang w:eastAsia="zh-CN"/>
              </w:rPr>
            </w:pPr>
            <w:r>
              <w:rPr>
                <w:lang w:eastAsia="zh-CN"/>
              </w:rPr>
              <w:t>DC_2A_n66A-n78A</w:t>
            </w:r>
          </w:p>
        </w:tc>
        <w:tc>
          <w:tcPr>
            <w:tcW w:w="5862" w:type="dxa"/>
            <w:tcBorders>
              <w:top w:val="single" w:sz="4" w:space="0" w:color="auto"/>
              <w:left w:val="single" w:sz="4" w:space="0" w:color="auto"/>
              <w:bottom w:val="single" w:sz="4" w:space="0" w:color="auto"/>
              <w:right w:val="single" w:sz="4" w:space="0" w:color="auto"/>
            </w:tcBorders>
            <w:hideMark/>
          </w:tcPr>
          <w:p w14:paraId="3A54036D" w14:textId="77777777" w:rsidR="00B45972" w:rsidRDefault="00B45972" w:rsidP="00AC3FE8">
            <w:pPr>
              <w:pStyle w:val="TAC"/>
              <w:rPr>
                <w:noProof/>
                <w:lang w:eastAsia="zh-CN"/>
              </w:rPr>
            </w:pPr>
            <w:r>
              <w:rPr>
                <w:noProof/>
                <w:lang w:eastAsia="zh-CN"/>
              </w:rPr>
              <w:t>DC_2A_n66A</w:t>
            </w:r>
          </w:p>
          <w:p w14:paraId="441431C2" w14:textId="77777777" w:rsidR="00B45972" w:rsidRDefault="00B45972" w:rsidP="00AC3FE8">
            <w:pPr>
              <w:pStyle w:val="TAC"/>
              <w:rPr>
                <w:noProof/>
                <w:lang w:eastAsia="zh-CN"/>
              </w:rPr>
            </w:pPr>
            <w:r>
              <w:rPr>
                <w:noProof/>
                <w:kern w:val="2"/>
                <w:lang w:eastAsia="zh-CN"/>
              </w:rPr>
              <w:t>DC_2A_n78A</w:t>
            </w:r>
          </w:p>
        </w:tc>
      </w:tr>
      <w:tr w:rsidR="00B45972" w14:paraId="70D9BE8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B6660FE" w14:textId="77777777" w:rsidR="00B45972" w:rsidRDefault="00B45972" w:rsidP="00AC3FE8">
            <w:pPr>
              <w:pStyle w:val="TAC"/>
              <w:rPr>
                <w:lang w:eastAsia="zh-CN"/>
              </w:rPr>
            </w:pPr>
            <w:r>
              <w:rPr>
                <w:lang w:eastAsia="zh-CN"/>
              </w:rPr>
              <w:lastRenderedPageBreak/>
              <w:t>DC_2A-66A-66A_n78A</w:t>
            </w:r>
          </w:p>
          <w:p w14:paraId="41A3A3D3" w14:textId="77777777" w:rsidR="00B45972" w:rsidRDefault="00B45972" w:rsidP="00AC3FE8">
            <w:pPr>
              <w:pStyle w:val="TAC"/>
              <w:rPr>
                <w:lang w:eastAsia="zh-CN"/>
              </w:rPr>
            </w:pPr>
            <w:r>
              <w:rPr>
                <w:lang w:eastAsia="zh-CN"/>
              </w:rPr>
              <w:t>DC_2A-66A-66A_n78(2A)</w:t>
            </w:r>
          </w:p>
        </w:tc>
        <w:tc>
          <w:tcPr>
            <w:tcW w:w="5862" w:type="dxa"/>
            <w:tcBorders>
              <w:top w:val="single" w:sz="4" w:space="0" w:color="auto"/>
              <w:left w:val="single" w:sz="4" w:space="0" w:color="auto"/>
              <w:bottom w:val="single" w:sz="4" w:space="0" w:color="auto"/>
              <w:right w:val="single" w:sz="4" w:space="0" w:color="auto"/>
            </w:tcBorders>
            <w:hideMark/>
          </w:tcPr>
          <w:p w14:paraId="3DD0AE4B" w14:textId="77777777" w:rsidR="00B45972" w:rsidRDefault="00B45972" w:rsidP="00AC3FE8">
            <w:pPr>
              <w:pStyle w:val="TAC"/>
              <w:rPr>
                <w:noProof/>
                <w:lang w:eastAsia="zh-CN"/>
              </w:rPr>
            </w:pPr>
            <w:r>
              <w:rPr>
                <w:noProof/>
                <w:lang w:eastAsia="zh-CN"/>
              </w:rPr>
              <w:t>DC_2A_n78A</w:t>
            </w:r>
          </w:p>
          <w:p w14:paraId="09BB4885" w14:textId="77777777" w:rsidR="00B45972" w:rsidRDefault="00B45972" w:rsidP="00AC3FE8">
            <w:pPr>
              <w:pStyle w:val="TAC"/>
              <w:rPr>
                <w:noProof/>
                <w:lang w:eastAsia="zh-CN"/>
              </w:rPr>
            </w:pPr>
            <w:r>
              <w:rPr>
                <w:noProof/>
                <w:kern w:val="2"/>
                <w:lang w:eastAsia="zh-CN"/>
              </w:rPr>
              <w:t>DC_66A_n78A</w:t>
            </w:r>
          </w:p>
        </w:tc>
      </w:tr>
      <w:tr w:rsidR="00B45972" w14:paraId="26F768F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C7015D0" w14:textId="77777777" w:rsidR="00B45972" w:rsidRDefault="00B45972" w:rsidP="00AC3FE8">
            <w:pPr>
              <w:pStyle w:val="TAC"/>
              <w:rPr>
                <w:lang w:eastAsia="zh-CN"/>
              </w:rPr>
            </w:pPr>
            <w:r>
              <w:rPr>
                <w:lang w:eastAsia="ja-JP"/>
              </w:rPr>
              <w:t>DC_2A-71A_n38A</w:t>
            </w:r>
          </w:p>
        </w:tc>
        <w:tc>
          <w:tcPr>
            <w:tcW w:w="5862" w:type="dxa"/>
            <w:tcBorders>
              <w:top w:val="single" w:sz="4" w:space="0" w:color="auto"/>
              <w:left w:val="single" w:sz="4" w:space="0" w:color="auto"/>
              <w:bottom w:val="single" w:sz="4" w:space="0" w:color="auto"/>
              <w:right w:val="single" w:sz="4" w:space="0" w:color="auto"/>
            </w:tcBorders>
            <w:hideMark/>
          </w:tcPr>
          <w:p w14:paraId="2301D0AA" w14:textId="77777777" w:rsidR="00B45972" w:rsidRDefault="00B45972" w:rsidP="00AC3FE8">
            <w:pPr>
              <w:pStyle w:val="TAC"/>
              <w:rPr>
                <w:lang w:eastAsia="ja-JP"/>
              </w:rPr>
            </w:pPr>
            <w:r>
              <w:rPr>
                <w:lang w:eastAsia="ja-JP"/>
              </w:rPr>
              <w:t>DC_71A_n38A</w:t>
            </w:r>
          </w:p>
          <w:p w14:paraId="17AEC63A" w14:textId="77777777" w:rsidR="00B45972" w:rsidRDefault="00B45972" w:rsidP="00AC3FE8">
            <w:pPr>
              <w:pStyle w:val="TAC"/>
              <w:rPr>
                <w:noProof/>
                <w:lang w:eastAsia="zh-CN"/>
              </w:rPr>
            </w:pPr>
            <w:r>
              <w:rPr>
                <w:lang w:eastAsia="ja-JP"/>
              </w:rPr>
              <w:t>DC_2A_n38A</w:t>
            </w:r>
          </w:p>
        </w:tc>
      </w:tr>
      <w:tr w:rsidR="00B45972" w14:paraId="67D0925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C820FDC" w14:textId="77777777" w:rsidR="00B45972" w:rsidRDefault="00B45972" w:rsidP="00AC3FE8">
            <w:pPr>
              <w:pStyle w:val="TAC"/>
              <w:rPr>
                <w:lang w:eastAsia="zh-CN"/>
              </w:rPr>
            </w:pPr>
            <w:r>
              <w:rPr>
                <w:lang w:eastAsia="ja-JP"/>
              </w:rPr>
              <w:t>DC_2A-2A-71A_n38A</w:t>
            </w:r>
          </w:p>
        </w:tc>
        <w:tc>
          <w:tcPr>
            <w:tcW w:w="5862" w:type="dxa"/>
            <w:tcBorders>
              <w:top w:val="single" w:sz="4" w:space="0" w:color="auto"/>
              <w:left w:val="single" w:sz="4" w:space="0" w:color="auto"/>
              <w:bottom w:val="single" w:sz="4" w:space="0" w:color="auto"/>
              <w:right w:val="single" w:sz="4" w:space="0" w:color="auto"/>
            </w:tcBorders>
            <w:hideMark/>
          </w:tcPr>
          <w:p w14:paraId="24A7661B" w14:textId="77777777" w:rsidR="00B45972" w:rsidRDefault="00B45972" w:rsidP="00AC3FE8">
            <w:pPr>
              <w:pStyle w:val="TAC"/>
              <w:rPr>
                <w:lang w:eastAsia="ja-JP"/>
              </w:rPr>
            </w:pPr>
            <w:r>
              <w:rPr>
                <w:lang w:eastAsia="ja-JP"/>
              </w:rPr>
              <w:t>DC_71A_n38A</w:t>
            </w:r>
          </w:p>
          <w:p w14:paraId="4504E4F6" w14:textId="77777777" w:rsidR="00B45972" w:rsidRDefault="00B45972" w:rsidP="00AC3FE8">
            <w:pPr>
              <w:pStyle w:val="TAC"/>
              <w:rPr>
                <w:noProof/>
                <w:lang w:eastAsia="zh-CN"/>
              </w:rPr>
            </w:pPr>
            <w:r>
              <w:rPr>
                <w:lang w:eastAsia="ja-JP"/>
              </w:rPr>
              <w:t>DC_2A_n38A</w:t>
            </w:r>
          </w:p>
        </w:tc>
      </w:tr>
      <w:tr w:rsidR="00B45972" w14:paraId="3868340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78A55A4" w14:textId="77777777" w:rsidR="00B45972" w:rsidRDefault="00B45972" w:rsidP="00AC3FE8">
            <w:pPr>
              <w:pStyle w:val="TAC"/>
              <w:rPr>
                <w:lang w:eastAsia="zh-CN"/>
              </w:rPr>
            </w:pPr>
            <w:r>
              <w:rPr>
                <w:lang w:eastAsia="ja-JP"/>
              </w:rPr>
              <w:t>DC_2A-71A_n66A</w:t>
            </w:r>
          </w:p>
        </w:tc>
        <w:tc>
          <w:tcPr>
            <w:tcW w:w="5862" w:type="dxa"/>
            <w:tcBorders>
              <w:top w:val="single" w:sz="4" w:space="0" w:color="auto"/>
              <w:left w:val="single" w:sz="4" w:space="0" w:color="auto"/>
              <w:bottom w:val="single" w:sz="4" w:space="0" w:color="auto"/>
              <w:right w:val="single" w:sz="4" w:space="0" w:color="auto"/>
            </w:tcBorders>
            <w:hideMark/>
          </w:tcPr>
          <w:p w14:paraId="2104461A" w14:textId="77777777" w:rsidR="00B45972" w:rsidRDefault="00B45972" w:rsidP="00AC3FE8">
            <w:pPr>
              <w:pStyle w:val="TAC"/>
              <w:rPr>
                <w:lang w:eastAsia="ja-JP"/>
              </w:rPr>
            </w:pPr>
            <w:r>
              <w:rPr>
                <w:lang w:eastAsia="ja-JP"/>
              </w:rPr>
              <w:t>DC_2A_n66A</w:t>
            </w:r>
          </w:p>
          <w:p w14:paraId="3C021EE6" w14:textId="77777777" w:rsidR="00B45972" w:rsidRDefault="00B45972" w:rsidP="00AC3FE8">
            <w:pPr>
              <w:pStyle w:val="TAC"/>
              <w:rPr>
                <w:noProof/>
                <w:lang w:eastAsia="zh-CN"/>
              </w:rPr>
            </w:pPr>
            <w:r>
              <w:rPr>
                <w:lang w:eastAsia="ja-JP"/>
              </w:rPr>
              <w:t>DC_71A_n66A</w:t>
            </w:r>
          </w:p>
        </w:tc>
      </w:tr>
      <w:tr w:rsidR="00B45972" w14:paraId="088D4FA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0A09530" w14:textId="77777777" w:rsidR="00B45972" w:rsidRDefault="00B45972" w:rsidP="00AC3FE8">
            <w:pPr>
              <w:pStyle w:val="TAC"/>
              <w:rPr>
                <w:lang w:eastAsia="zh-CN"/>
              </w:rPr>
            </w:pPr>
            <w:r>
              <w:rPr>
                <w:lang w:eastAsia="ja-JP"/>
              </w:rPr>
              <w:t>DC_2A-2A-71A_n66A</w:t>
            </w:r>
          </w:p>
        </w:tc>
        <w:tc>
          <w:tcPr>
            <w:tcW w:w="5862" w:type="dxa"/>
            <w:tcBorders>
              <w:top w:val="single" w:sz="4" w:space="0" w:color="auto"/>
              <w:left w:val="single" w:sz="4" w:space="0" w:color="auto"/>
              <w:bottom w:val="single" w:sz="4" w:space="0" w:color="auto"/>
              <w:right w:val="single" w:sz="4" w:space="0" w:color="auto"/>
            </w:tcBorders>
            <w:hideMark/>
          </w:tcPr>
          <w:p w14:paraId="7B87FF17" w14:textId="77777777" w:rsidR="00B45972" w:rsidRDefault="00B45972" w:rsidP="00AC3FE8">
            <w:pPr>
              <w:pStyle w:val="TAC"/>
              <w:rPr>
                <w:lang w:eastAsia="ja-JP"/>
              </w:rPr>
            </w:pPr>
            <w:r>
              <w:rPr>
                <w:lang w:eastAsia="ja-JP"/>
              </w:rPr>
              <w:t>DC_2A_n66A</w:t>
            </w:r>
          </w:p>
          <w:p w14:paraId="2B521F73" w14:textId="77777777" w:rsidR="00B45972" w:rsidRDefault="00B45972" w:rsidP="00AC3FE8">
            <w:pPr>
              <w:pStyle w:val="TAC"/>
              <w:rPr>
                <w:noProof/>
                <w:lang w:eastAsia="zh-CN"/>
              </w:rPr>
            </w:pPr>
            <w:r>
              <w:rPr>
                <w:lang w:eastAsia="ja-JP"/>
              </w:rPr>
              <w:t>DC_71A_n66A</w:t>
            </w:r>
          </w:p>
        </w:tc>
      </w:tr>
      <w:tr w:rsidR="00B45972" w14:paraId="11BC456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0348697" w14:textId="77777777" w:rsidR="00B45972" w:rsidRDefault="00B45972" w:rsidP="00AC3FE8">
            <w:pPr>
              <w:pStyle w:val="TAC"/>
              <w:rPr>
                <w:lang w:eastAsia="zh-CN"/>
              </w:rPr>
            </w:pPr>
            <w:r>
              <w:rPr>
                <w:lang w:eastAsia="ja-JP"/>
              </w:rPr>
              <w:t>DC_2A-71A_n78A</w:t>
            </w:r>
          </w:p>
        </w:tc>
        <w:tc>
          <w:tcPr>
            <w:tcW w:w="5862" w:type="dxa"/>
            <w:tcBorders>
              <w:top w:val="single" w:sz="4" w:space="0" w:color="auto"/>
              <w:left w:val="single" w:sz="4" w:space="0" w:color="auto"/>
              <w:bottom w:val="single" w:sz="4" w:space="0" w:color="auto"/>
              <w:right w:val="single" w:sz="4" w:space="0" w:color="auto"/>
            </w:tcBorders>
            <w:hideMark/>
          </w:tcPr>
          <w:p w14:paraId="6A1C240C" w14:textId="77777777" w:rsidR="00B45972" w:rsidRDefault="00B45972" w:rsidP="00AC3FE8">
            <w:pPr>
              <w:pStyle w:val="TAC"/>
              <w:rPr>
                <w:lang w:eastAsia="ja-JP"/>
              </w:rPr>
            </w:pPr>
            <w:r>
              <w:rPr>
                <w:lang w:eastAsia="ja-JP"/>
              </w:rPr>
              <w:t>DC_71A_n78A</w:t>
            </w:r>
          </w:p>
          <w:p w14:paraId="549FCE5A" w14:textId="77777777" w:rsidR="00B45972" w:rsidRDefault="00B45972" w:rsidP="00AC3FE8">
            <w:pPr>
              <w:pStyle w:val="TAC"/>
              <w:rPr>
                <w:noProof/>
                <w:lang w:eastAsia="zh-CN"/>
              </w:rPr>
            </w:pPr>
            <w:r>
              <w:rPr>
                <w:lang w:eastAsia="ja-JP"/>
              </w:rPr>
              <w:t>DC_2A_n78A</w:t>
            </w:r>
          </w:p>
        </w:tc>
      </w:tr>
      <w:tr w:rsidR="00B45972" w14:paraId="1719F7E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EBFAA80" w14:textId="77777777" w:rsidR="00B45972" w:rsidRDefault="00B45972" w:rsidP="00AC3FE8">
            <w:pPr>
              <w:pStyle w:val="TAC"/>
              <w:rPr>
                <w:lang w:eastAsia="zh-CN"/>
              </w:rPr>
            </w:pPr>
            <w:r>
              <w:rPr>
                <w:lang w:eastAsia="ja-JP"/>
              </w:rPr>
              <w:t>DC_2A-2A-71A_n78A</w:t>
            </w:r>
          </w:p>
        </w:tc>
        <w:tc>
          <w:tcPr>
            <w:tcW w:w="5862" w:type="dxa"/>
            <w:tcBorders>
              <w:top w:val="single" w:sz="4" w:space="0" w:color="auto"/>
              <w:left w:val="single" w:sz="4" w:space="0" w:color="auto"/>
              <w:bottom w:val="single" w:sz="4" w:space="0" w:color="auto"/>
              <w:right w:val="single" w:sz="4" w:space="0" w:color="auto"/>
            </w:tcBorders>
            <w:hideMark/>
          </w:tcPr>
          <w:p w14:paraId="19FCFD25" w14:textId="77777777" w:rsidR="00B45972" w:rsidRDefault="00B45972" w:rsidP="00AC3FE8">
            <w:pPr>
              <w:pStyle w:val="TAC"/>
              <w:rPr>
                <w:lang w:eastAsia="ja-JP"/>
              </w:rPr>
            </w:pPr>
            <w:r>
              <w:rPr>
                <w:lang w:eastAsia="ja-JP"/>
              </w:rPr>
              <w:t>DC_71A_n78A</w:t>
            </w:r>
          </w:p>
          <w:p w14:paraId="198825AC" w14:textId="77777777" w:rsidR="00B45972" w:rsidRDefault="00B45972" w:rsidP="00AC3FE8">
            <w:pPr>
              <w:pStyle w:val="TAC"/>
              <w:rPr>
                <w:noProof/>
                <w:lang w:eastAsia="zh-CN"/>
              </w:rPr>
            </w:pPr>
            <w:r>
              <w:rPr>
                <w:lang w:eastAsia="ja-JP"/>
              </w:rPr>
              <w:t>DC_2A_n78A</w:t>
            </w:r>
          </w:p>
        </w:tc>
      </w:tr>
      <w:tr w:rsidR="00B45972" w14:paraId="4E77A65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A48FAAA" w14:textId="77777777" w:rsidR="00B45972" w:rsidRDefault="00B45972" w:rsidP="00AC3FE8">
            <w:pPr>
              <w:pStyle w:val="TAC"/>
              <w:rPr>
                <w:noProof/>
                <w:lang w:eastAsia="zh-CN"/>
              </w:rPr>
            </w:pPr>
            <w:r>
              <w:rPr>
                <w:noProof/>
                <w:lang w:eastAsia="zh-CN"/>
              </w:rPr>
              <w:t>DC_2A-(n)71AA</w:t>
            </w:r>
          </w:p>
        </w:tc>
        <w:tc>
          <w:tcPr>
            <w:tcW w:w="5862" w:type="dxa"/>
            <w:tcBorders>
              <w:top w:val="single" w:sz="4" w:space="0" w:color="auto"/>
              <w:left w:val="single" w:sz="4" w:space="0" w:color="auto"/>
              <w:bottom w:val="single" w:sz="4" w:space="0" w:color="auto"/>
              <w:right w:val="single" w:sz="4" w:space="0" w:color="auto"/>
            </w:tcBorders>
            <w:hideMark/>
          </w:tcPr>
          <w:p w14:paraId="3CC5351C" w14:textId="77777777" w:rsidR="00B45972" w:rsidRDefault="00B45972" w:rsidP="00AC3FE8">
            <w:pPr>
              <w:pStyle w:val="TAC"/>
              <w:rPr>
                <w:noProof/>
                <w:lang w:eastAsia="zh-CN"/>
              </w:rPr>
            </w:pPr>
            <w:r>
              <w:rPr>
                <w:noProof/>
                <w:lang w:eastAsia="zh-CN"/>
              </w:rPr>
              <w:t>DC_2A_n71A</w:t>
            </w:r>
          </w:p>
          <w:p w14:paraId="7493357B" w14:textId="77777777" w:rsidR="00B45972" w:rsidRDefault="00B45972" w:rsidP="00AC3FE8">
            <w:pPr>
              <w:pStyle w:val="TAC"/>
              <w:rPr>
                <w:noProof/>
                <w:lang w:eastAsia="zh-CN"/>
              </w:rPr>
            </w:pPr>
            <w:r>
              <w:rPr>
                <w:noProof/>
                <w:lang w:eastAsia="zh-CN"/>
              </w:rPr>
              <w:t>DC_(n)71AA</w:t>
            </w:r>
          </w:p>
        </w:tc>
      </w:tr>
      <w:tr w:rsidR="00B45972" w14:paraId="43E4642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F36598F" w14:textId="77777777" w:rsidR="00B45972" w:rsidRDefault="00B45972" w:rsidP="00AC3FE8">
            <w:pPr>
              <w:pStyle w:val="TAC"/>
              <w:rPr>
                <w:noProof/>
                <w:lang w:eastAsia="zh-CN"/>
              </w:rPr>
            </w:pPr>
            <w:r>
              <w:rPr>
                <w:lang w:eastAsia="zh-CN"/>
              </w:rPr>
              <w:t>DC_3A_n1A-n7A</w:t>
            </w:r>
          </w:p>
        </w:tc>
        <w:tc>
          <w:tcPr>
            <w:tcW w:w="5862" w:type="dxa"/>
            <w:tcBorders>
              <w:top w:val="single" w:sz="4" w:space="0" w:color="auto"/>
              <w:left w:val="single" w:sz="4" w:space="0" w:color="auto"/>
              <w:bottom w:val="single" w:sz="4" w:space="0" w:color="auto"/>
              <w:right w:val="single" w:sz="4" w:space="0" w:color="auto"/>
            </w:tcBorders>
            <w:hideMark/>
          </w:tcPr>
          <w:p w14:paraId="4316B4FD" w14:textId="77777777" w:rsidR="00B45972" w:rsidRDefault="00B45972" w:rsidP="00AC3FE8">
            <w:pPr>
              <w:pStyle w:val="TAC"/>
              <w:rPr>
                <w:lang w:eastAsia="zh-CN"/>
              </w:rPr>
            </w:pPr>
            <w:r>
              <w:rPr>
                <w:lang w:eastAsia="zh-CN"/>
              </w:rPr>
              <w:t>DC_3A_n1A</w:t>
            </w:r>
          </w:p>
          <w:p w14:paraId="592A3948" w14:textId="77777777" w:rsidR="00B45972" w:rsidRDefault="00B45972" w:rsidP="00AC3FE8">
            <w:pPr>
              <w:pStyle w:val="TAC"/>
              <w:rPr>
                <w:noProof/>
                <w:lang w:eastAsia="zh-CN"/>
              </w:rPr>
            </w:pPr>
            <w:r>
              <w:rPr>
                <w:lang w:eastAsia="zh-CN"/>
              </w:rPr>
              <w:t>DC_3A_n7A</w:t>
            </w:r>
          </w:p>
        </w:tc>
      </w:tr>
      <w:tr w:rsidR="00B45972" w14:paraId="68FDC02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BE34D0A" w14:textId="77777777" w:rsidR="00B45972" w:rsidRDefault="00B45972" w:rsidP="00AC3FE8">
            <w:pPr>
              <w:pStyle w:val="TAC"/>
              <w:rPr>
                <w:noProof/>
                <w:lang w:eastAsia="zh-CN"/>
              </w:rPr>
            </w:pPr>
            <w:r>
              <w:rPr>
                <w:lang w:eastAsia="zh-CN"/>
              </w:rPr>
              <w:t>DC_3C_n1A-n7A</w:t>
            </w:r>
          </w:p>
        </w:tc>
        <w:tc>
          <w:tcPr>
            <w:tcW w:w="5862" w:type="dxa"/>
            <w:tcBorders>
              <w:top w:val="single" w:sz="4" w:space="0" w:color="auto"/>
              <w:left w:val="single" w:sz="4" w:space="0" w:color="auto"/>
              <w:bottom w:val="single" w:sz="4" w:space="0" w:color="auto"/>
              <w:right w:val="single" w:sz="4" w:space="0" w:color="auto"/>
            </w:tcBorders>
            <w:hideMark/>
          </w:tcPr>
          <w:p w14:paraId="4A0F51CC" w14:textId="77777777" w:rsidR="00B45972" w:rsidRDefault="00B45972" w:rsidP="00AC3FE8">
            <w:pPr>
              <w:pStyle w:val="TAC"/>
              <w:rPr>
                <w:lang w:eastAsia="zh-CN"/>
              </w:rPr>
            </w:pPr>
            <w:r>
              <w:rPr>
                <w:lang w:eastAsia="zh-CN"/>
              </w:rPr>
              <w:t>DC_3A_n1A</w:t>
            </w:r>
          </w:p>
          <w:p w14:paraId="48C1DECB" w14:textId="77777777" w:rsidR="00B45972" w:rsidRDefault="00B45972" w:rsidP="00AC3FE8">
            <w:pPr>
              <w:pStyle w:val="TAC"/>
              <w:rPr>
                <w:lang w:eastAsia="zh-CN"/>
              </w:rPr>
            </w:pPr>
            <w:r>
              <w:rPr>
                <w:lang w:eastAsia="zh-CN"/>
              </w:rPr>
              <w:t>DC_3A_n7A</w:t>
            </w:r>
          </w:p>
          <w:p w14:paraId="508CE9DC" w14:textId="77777777" w:rsidR="00B45972" w:rsidRDefault="00B45972" w:rsidP="00AC3FE8">
            <w:pPr>
              <w:pStyle w:val="TAC"/>
              <w:rPr>
                <w:lang w:eastAsia="zh-CN"/>
              </w:rPr>
            </w:pPr>
            <w:r>
              <w:rPr>
                <w:lang w:eastAsia="zh-CN"/>
              </w:rPr>
              <w:t>DC_3C_n1A</w:t>
            </w:r>
          </w:p>
          <w:p w14:paraId="48F48E23" w14:textId="77777777" w:rsidR="00B45972" w:rsidRDefault="00B45972" w:rsidP="00AC3FE8">
            <w:pPr>
              <w:pStyle w:val="TAC"/>
              <w:rPr>
                <w:noProof/>
                <w:lang w:eastAsia="zh-CN"/>
              </w:rPr>
            </w:pPr>
            <w:r>
              <w:rPr>
                <w:lang w:eastAsia="zh-CN"/>
              </w:rPr>
              <w:t>DC_3C_n7A</w:t>
            </w:r>
          </w:p>
        </w:tc>
      </w:tr>
      <w:tr w:rsidR="00B45972" w14:paraId="6710A65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9C1D0DD" w14:textId="77777777" w:rsidR="00B45972" w:rsidRDefault="00B45972" w:rsidP="00AC3FE8">
            <w:pPr>
              <w:pStyle w:val="TAC"/>
              <w:rPr>
                <w:noProof/>
                <w:lang w:eastAsia="zh-CN"/>
              </w:rPr>
            </w:pPr>
            <w:r>
              <w:rPr>
                <w:lang w:eastAsia="ja-JP"/>
              </w:rPr>
              <w:t>DC</w:t>
            </w:r>
            <w:r>
              <w:t>_</w:t>
            </w:r>
            <w:r>
              <w:rPr>
                <w:lang w:eastAsia="zh-TW"/>
              </w:rPr>
              <w:t>3</w:t>
            </w:r>
            <w:r>
              <w:t>A</w:t>
            </w:r>
            <w:r>
              <w:rPr>
                <w:lang w:eastAsia="zh-TW"/>
              </w:rPr>
              <w:t>_n1</w:t>
            </w:r>
            <w:r>
              <w:rPr>
                <w:lang w:eastAsia="ja-JP"/>
              </w:rPr>
              <w:t>A-n28</w:t>
            </w:r>
            <w:r>
              <w:t>A</w:t>
            </w:r>
          </w:p>
        </w:tc>
        <w:tc>
          <w:tcPr>
            <w:tcW w:w="5862" w:type="dxa"/>
            <w:tcBorders>
              <w:top w:val="single" w:sz="4" w:space="0" w:color="auto"/>
              <w:left w:val="single" w:sz="4" w:space="0" w:color="auto"/>
              <w:bottom w:val="single" w:sz="4" w:space="0" w:color="auto"/>
              <w:right w:val="single" w:sz="4" w:space="0" w:color="auto"/>
            </w:tcBorders>
            <w:hideMark/>
          </w:tcPr>
          <w:p w14:paraId="4B76A4AC" w14:textId="77777777" w:rsidR="00B45972" w:rsidRDefault="00B45972" w:rsidP="00AC3FE8">
            <w:pPr>
              <w:pStyle w:val="TAC"/>
              <w:rPr>
                <w:lang w:eastAsia="ja-JP"/>
              </w:rPr>
            </w:pPr>
            <w:r>
              <w:rPr>
                <w:lang w:eastAsia="ja-JP"/>
              </w:rPr>
              <w:t>DC</w:t>
            </w:r>
            <w:r>
              <w:t>_</w:t>
            </w:r>
            <w:r>
              <w:rPr>
                <w:lang w:eastAsia="zh-TW"/>
              </w:rPr>
              <w:t>3</w:t>
            </w:r>
            <w:r>
              <w:t>A</w:t>
            </w:r>
            <w:r>
              <w:rPr>
                <w:lang w:eastAsia="zh-TW"/>
              </w:rPr>
              <w:t>_n1</w:t>
            </w:r>
            <w:r>
              <w:rPr>
                <w:lang w:eastAsia="ja-JP"/>
              </w:rPr>
              <w:t>A</w:t>
            </w:r>
          </w:p>
          <w:p w14:paraId="21983407" w14:textId="77777777" w:rsidR="00B45972" w:rsidRDefault="00B45972" w:rsidP="00AC3FE8">
            <w:pPr>
              <w:pStyle w:val="TAC"/>
              <w:rPr>
                <w:noProof/>
                <w:lang w:eastAsia="zh-CN"/>
              </w:rPr>
            </w:pPr>
            <w:r>
              <w:rPr>
                <w:lang w:eastAsia="ja-JP"/>
              </w:rPr>
              <w:t>DC</w:t>
            </w:r>
            <w:r>
              <w:t>_</w:t>
            </w:r>
            <w:r>
              <w:rPr>
                <w:lang w:eastAsia="zh-TW"/>
              </w:rPr>
              <w:t>3</w:t>
            </w:r>
            <w:r>
              <w:t>A</w:t>
            </w:r>
            <w:r>
              <w:rPr>
                <w:lang w:eastAsia="zh-TW"/>
              </w:rPr>
              <w:t>_</w:t>
            </w:r>
            <w:r>
              <w:rPr>
                <w:lang w:eastAsia="ja-JP"/>
              </w:rPr>
              <w:t>n28</w:t>
            </w:r>
            <w:r>
              <w:t>A</w:t>
            </w:r>
          </w:p>
        </w:tc>
      </w:tr>
      <w:tr w:rsidR="00B45972" w14:paraId="5BD3618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4CA417C" w14:textId="77777777" w:rsidR="00B45972" w:rsidRDefault="00B45972" w:rsidP="00AC3FE8">
            <w:pPr>
              <w:pStyle w:val="TAC"/>
              <w:rPr>
                <w:noProof/>
                <w:lang w:eastAsia="zh-CN"/>
              </w:rPr>
            </w:pPr>
            <w:r>
              <w:rPr>
                <w:lang w:eastAsia="ja-JP"/>
              </w:rPr>
              <w:t>DC</w:t>
            </w:r>
            <w:r>
              <w:t>_</w:t>
            </w:r>
            <w:r>
              <w:rPr>
                <w:lang w:eastAsia="zh-TW"/>
              </w:rPr>
              <w:t>3</w:t>
            </w:r>
            <w:r>
              <w:t>C</w:t>
            </w:r>
            <w:r>
              <w:rPr>
                <w:lang w:eastAsia="zh-TW"/>
              </w:rPr>
              <w:t>_n1</w:t>
            </w:r>
            <w:r>
              <w:rPr>
                <w:lang w:eastAsia="ja-JP"/>
              </w:rPr>
              <w:t>A-n28</w:t>
            </w:r>
            <w:r>
              <w:t>A</w:t>
            </w:r>
          </w:p>
        </w:tc>
        <w:tc>
          <w:tcPr>
            <w:tcW w:w="5862" w:type="dxa"/>
            <w:tcBorders>
              <w:top w:val="single" w:sz="4" w:space="0" w:color="auto"/>
              <w:left w:val="single" w:sz="4" w:space="0" w:color="auto"/>
              <w:bottom w:val="single" w:sz="4" w:space="0" w:color="auto"/>
              <w:right w:val="single" w:sz="4" w:space="0" w:color="auto"/>
            </w:tcBorders>
            <w:hideMark/>
          </w:tcPr>
          <w:p w14:paraId="5E3ED869" w14:textId="77777777" w:rsidR="00B45972" w:rsidRDefault="00B45972" w:rsidP="00AC3FE8">
            <w:pPr>
              <w:pStyle w:val="TAC"/>
              <w:rPr>
                <w:lang w:eastAsia="ja-JP"/>
              </w:rPr>
            </w:pPr>
            <w:r>
              <w:rPr>
                <w:lang w:eastAsia="ja-JP"/>
              </w:rPr>
              <w:t>DC</w:t>
            </w:r>
            <w:r>
              <w:t>_</w:t>
            </w:r>
            <w:r>
              <w:rPr>
                <w:lang w:eastAsia="zh-TW"/>
              </w:rPr>
              <w:t>3</w:t>
            </w:r>
            <w:r>
              <w:t>A</w:t>
            </w:r>
            <w:r>
              <w:rPr>
                <w:lang w:eastAsia="zh-TW"/>
              </w:rPr>
              <w:t>_n1</w:t>
            </w:r>
            <w:r>
              <w:rPr>
                <w:lang w:eastAsia="ja-JP"/>
              </w:rPr>
              <w:t>A</w:t>
            </w:r>
          </w:p>
          <w:p w14:paraId="2C010DFC" w14:textId="77777777" w:rsidR="00B45972" w:rsidRDefault="00B45972" w:rsidP="00AC3FE8">
            <w:pPr>
              <w:pStyle w:val="TAC"/>
            </w:pPr>
            <w:r>
              <w:rPr>
                <w:lang w:eastAsia="ja-JP"/>
              </w:rPr>
              <w:t>DC</w:t>
            </w:r>
            <w:r>
              <w:t>_</w:t>
            </w:r>
            <w:r>
              <w:rPr>
                <w:lang w:eastAsia="zh-TW"/>
              </w:rPr>
              <w:t>3</w:t>
            </w:r>
            <w:r>
              <w:t>A</w:t>
            </w:r>
            <w:r>
              <w:rPr>
                <w:lang w:eastAsia="zh-TW"/>
              </w:rPr>
              <w:t>_</w:t>
            </w:r>
            <w:r>
              <w:rPr>
                <w:lang w:eastAsia="ja-JP"/>
              </w:rPr>
              <w:t>n28</w:t>
            </w:r>
            <w:r>
              <w:t>A</w:t>
            </w:r>
          </w:p>
          <w:p w14:paraId="3F824E38" w14:textId="77777777" w:rsidR="00B45972" w:rsidRDefault="00B45972" w:rsidP="00AC3FE8">
            <w:pPr>
              <w:pStyle w:val="TAC"/>
              <w:rPr>
                <w:lang w:eastAsia="ja-JP"/>
              </w:rPr>
            </w:pPr>
            <w:r>
              <w:rPr>
                <w:lang w:eastAsia="ja-JP"/>
              </w:rPr>
              <w:t>DC</w:t>
            </w:r>
            <w:r>
              <w:t>_</w:t>
            </w:r>
            <w:r>
              <w:rPr>
                <w:lang w:eastAsia="zh-TW"/>
              </w:rPr>
              <w:t>3</w:t>
            </w:r>
            <w:r>
              <w:t>C</w:t>
            </w:r>
            <w:r>
              <w:rPr>
                <w:lang w:eastAsia="zh-TW"/>
              </w:rPr>
              <w:t>_n1</w:t>
            </w:r>
            <w:r>
              <w:rPr>
                <w:lang w:eastAsia="ja-JP"/>
              </w:rPr>
              <w:t>A</w:t>
            </w:r>
          </w:p>
          <w:p w14:paraId="04FF93BD" w14:textId="77777777" w:rsidR="00B45972" w:rsidRDefault="00B45972" w:rsidP="00AC3FE8">
            <w:pPr>
              <w:pStyle w:val="TAC"/>
              <w:rPr>
                <w:noProof/>
                <w:lang w:eastAsia="zh-CN"/>
              </w:rPr>
            </w:pPr>
            <w:r>
              <w:rPr>
                <w:lang w:eastAsia="ja-JP"/>
              </w:rPr>
              <w:t>DC</w:t>
            </w:r>
            <w:r>
              <w:t>_</w:t>
            </w:r>
            <w:r>
              <w:rPr>
                <w:lang w:eastAsia="zh-TW"/>
              </w:rPr>
              <w:t>3</w:t>
            </w:r>
            <w:r>
              <w:t>C</w:t>
            </w:r>
            <w:r>
              <w:rPr>
                <w:lang w:eastAsia="zh-TW"/>
              </w:rPr>
              <w:t>_</w:t>
            </w:r>
            <w:r>
              <w:rPr>
                <w:lang w:eastAsia="ja-JP"/>
              </w:rPr>
              <w:t>n28</w:t>
            </w:r>
            <w:r>
              <w:t>A</w:t>
            </w:r>
          </w:p>
        </w:tc>
      </w:tr>
      <w:tr w:rsidR="00B45972" w14:paraId="2357171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7511D6E" w14:textId="77777777" w:rsidR="00B45972" w:rsidRDefault="00B45972" w:rsidP="00AC3FE8">
            <w:pPr>
              <w:pStyle w:val="TAC"/>
              <w:rPr>
                <w:lang w:eastAsia="ja-JP"/>
              </w:rPr>
            </w:pPr>
            <w:r>
              <w:rPr>
                <w:rFonts w:cs="Arial"/>
                <w:lang w:eastAsia="ja-JP"/>
              </w:rPr>
              <w:t>DC</w:t>
            </w:r>
            <w:r>
              <w:rPr>
                <w:rFonts w:cs="Arial"/>
              </w:rPr>
              <w:t>_</w:t>
            </w:r>
            <w:r>
              <w:rPr>
                <w:rFonts w:cs="Arial"/>
                <w:lang w:eastAsia="zh-TW"/>
              </w:rPr>
              <w:t>3</w:t>
            </w:r>
            <w:r>
              <w:rPr>
                <w:rFonts w:cs="Arial"/>
              </w:rPr>
              <w:t>A</w:t>
            </w:r>
            <w:r>
              <w:rPr>
                <w:rFonts w:cs="Arial"/>
                <w:lang w:eastAsia="zh-TW"/>
              </w:rPr>
              <w:t>_n1</w:t>
            </w:r>
            <w:r>
              <w:rPr>
                <w:rFonts w:cs="Arial"/>
                <w:lang w:eastAsia="ja-JP"/>
              </w:rPr>
              <w:t>A-n40</w:t>
            </w:r>
            <w:r>
              <w:rPr>
                <w:rFonts w:cs="Arial"/>
              </w:rPr>
              <w:t>A</w:t>
            </w:r>
          </w:p>
        </w:tc>
        <w:tc>
          <w:tcPr>
            <w:tcW w:w="5862" w:type="dxa"/>
            <w:tcBorders>
              <w:top w:val="single" w:sz="4" w:space="0" w:color="auto"/>
              <w:left w:val="single" w:sz="4" w:space="0" w:color="auto"/>
              <w:bottom w:val="single" w:sz="4" w:space="0" w:color="auto"/>
              <w:right w:val="single" w:sz="4" w:space="0" w:color="auto"/>
            </w:tcBorders>
            <w:hideMark/>
          </w:tcPr>
          <w:p w14:paraId="5DE2F74D" w14:textId="77777777" w:rsidR="00B45972" w:rsidRDefault="00B45972" w:rsidP="00AC3FE8">
            <w:pPr>
              <w:pStyle w:val="TAC"/>
              <w:rPr>
                <w:rFonts w:cs="Arial"/>
                <w:lang w:eastAsia="ja-JP"/>
              </w:rPr>
            </w:pPr>
            <w:r>
              <w:rPr>
                <w:rFonts w:cs="Arial"/>
                <w:lang w:eastAsia="ja-JP"/>
              </w:rPr>
              <w:t>DC</w:t>
            </w:r>
            <w:r>
              <w:rPr>
                <w:rFonts w:cs="Arial"/>
              </w:rPr>
              <w:t>_</w:t>
            </w:r>
            <w:r>
              <w:rPr>
                <w:rFonts w:cs="Arial"/>
                <w:lang w:eastAsia="zh-TW"/>
              </w:rPr>
              <w:t>3</w:t>
            </w:r>
            <w:r>
              <w:rPr>
                <w:rFonts w:cs="Arial"/>
              </w:rPr>
              <w:t>A</w:t>
            </w:r>
            <w:r>
              <w:rPr>
                <w:rFonts w:cs="Arial"/>
                <w:lang w:eastAsia="zh-TW"/>
              </w:rPr>
              <w:t>_n1</w:t>
            </w:r>
            <w:r>
              <w:rPr>
                <w:rFonts w:cs="Arial"/>
                <w:lang w:eastAsia="ja-JP"/>
              </w:rPr>
              <w:t>A</w:t>
            </w:r>
          </w:p>
          <w:p w14:paraId="673625DA" w14:textId="77777777" w:rsidR="00B45972" w:rsidRDefault="00B45972" w:rsidP="00AC3FE8">
            <w:pPr>
              <w:pStyle w:val="TAC"/>
              <w:rPr>
                <w:lang w:eastAsia="ja-JP"/>
              </w:rPr>
            </w:pPr>
            <w:r>
              <w:rPr>
                <w:rFonts w:cs="Arial"/>
                <w:lang w:eastAsia="ja-JP"/>
              </w:rPr>
              <w:t>DC</w:t>
            </w:r>
            <w:r>
              <w:rPr>
                <w:rFonts w:cs="Arial"/>
              </w:rPr>
              <w:t>_</w:t>
            </w:r>
            <w:r>
              <w:rPr>
                <w:rFonts w:cs="Arial"/>
                <w:lang w:eastAsia="zh-TW"/>
              </w:rPr>
              <w:t>3</w:t>
            </w:r>
            <w:r>
              <w:rPr>
                <w:rFonts w:cs="Arial"/>
              </w:rPr>
              <w:t>A</w:t>
            </w:r>
            <w:r>
              <w:rPr>
                <w:rFonts w:cs="Arial"/>
                <w:lang w:eastAsia="zh-TW"/>
              </w:rPr>
              <w:t>_</w:t>
            </w:r>
            <w:r>
              <w:rPr>
                <w:rFonts w:cs="Arial"/>
                <w:lang w:eastAsia="ja-JP"/>
              </w:rPr>
              <w:t>n40</w:t>
            </w:r>
            <w:r>
              <w:rPr>
                <w:rFonts w:cs="Arial"/>
              </w:rPr>
              <w:t>A</w:t>
            </w:r>
          </w:p>
        </w:tc>
      </w:tr>
      <w:tr w:rsidR="00B45972" w14:paraId="0003CCD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F1D2FE8" w14:textId="77777777" w:rsidR="00B45972" w:rsidRDefault="00B45972" w:rsidP="00AC3FE8">
            <w:pPr>
              <w:pStyle w:val="TAC"/>
              <w:rPr>
                <w:noProof/>
                <w:lang w:eastAsia="zh-CN"/>
              </w:rPr>
            </w:pPr>
            <w:r>
              <w:rPr>
                <w:rFonts w:eastAsia="Malgun Gothic"/>
                <w:lang w:eastAsia="ko-KR"/>
              </w:rPr>
              <w:t>DC_3A_n1A-n77A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7DC3C8B8" w14:textId="77777777" w:rsidR="00B45972" w:rsidRDefault="00B45972" w:rsidP="00AC3FE8">
            <w:pPr>
              <w:pStyle w:val="TAC"/>
              <w:rPr>
                <w:rFonts w:eastAsia="Malgun Gothic"/>
                <w:noProof/>
                <w:lang w:eastAsia="ko-KR"/>
              </w:rPr>
            </w:pPr>
            <w:r>
              <w:rPr>
                <w:rFonts w:eastAsia="Malgun Gothic"/>
                <w:noProof/>
                <w:lang w:eastAsia="ko-KR"/>
              </w:rPr>
              <w:t>DC_3A_n1A</w:t>
            </w:r>
          </w:p>
          <w:p w14:paraId="5AF83B32" w14:textId="77777777" w:rsidR="00B45972" w:rsidRDefault="00B45972" w:rsidP="00AC3FE8">
            <w:pPr>
              <w:pStyle w:val="TAC"/>
              <w:rPr>
                <w:noProof/>
                <w:lang w:eastAsia="zh-CN"/>
              </w:rPr>
            </w:pPr>
            <w:r>
              <w:rPr>
                <w:rFonts w:eastAsia="PMingLiU"/>
                <w:noProof/>
                <w:lang w:eastAsia="zh-TW"/>
              </w:rPr>
              <w:t>DC_3A_n77A</w:t>
            </w:r>
          </w:p>
        </w:tc>
      </w:tr>
      <w:tr w:rsidR="00B45972" w14:paraId="3397106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CD678F3" w14:textId="77777777" w:rsidR="00B45972" w:rsidRDefault="00B45972" w:rsidP="00AC3FE8">
            <w:pPr>
              <w:pStyle w:val="TAC"/>
              <w:rPr>
                <w:rFonts w:eastAsia="Malgun Gothic"/>
                <w:lang w:eastAsia="ko-KR"/>
              </w:rPr>
            </w:pPr>
            <w:r>
              <w:rPr>
                <w:rFonts w:eastAsia="Malgun Gothic"/>
                <w:lang w:eastAsia="ko-KR"/>
              </w:rPr>
              <w:t>DC_3A_n1A-n78A</w:t>
            </w:r>
            <w:r>
              <w:rPr>
                <w:noProof/>
                <w:vertAlign w:val="superscript"/>
                <w:lang w:eastAsia="zh-CN"/>
              </w:rPr>
              <w:t>5</w:t>
            </w:r>
          </w:p>
          <w:p w14:paraId="3AEACD22" w14:textId="77777777" w:rsidR="00B45972" w:rsidRDefault="00B45972" w:rsidP="00AC3FE8">
            <w:pPr>
              <w:pStyle w:val="TAC"/>
              <w:rPr>
                <w:noProof/>
                <w:lang w:eastAsia="zh-CN"/>
              </w:rPr>
            </w:pPr>
            <w:r>
              <w:rPr>
                <w:rFonts w:eastAsia="Malgun Gothic"/>
                <w:lang w:eastAsia="ko-KR"/>
              </w:rPr>
              <w:t>DC_3C_n1A-n78A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CCC6442" w14:textId="77777777" w:rsidR="00B45972" w:rsidRDefault="00B45972" w:rsidP="00AC3FE8">
            <w:pPr>
              <w:pStyle w:val="TAC"/>
              <w:rPr>
                <w:rFonts w:eastAsia="Malgun Gothic"/>
                <w:noProof/>
                <w:lang w:eastAsia="ko-KR"/>
              </w:rPr>
            </w:pPr>
            <w:r>
              <w:rPr>
                <w:rFonts w:eastAsia="Malgun Gothic"/>
                <w:noProof/>
                <w:lang w:eastAsia="ko-KR"/>
              </w:rPr>
              <w:t>DC_3A_n1A</w:t>
            </w:r>
          </w:p>
          <w:p w14:paraId="282F2479" w14:textId="77777777" w:rsidR="00B45972" w:rsidRDefault="00B45972" w:rsidP="00AC3FE8">
            <w:pPr>
              <w:pStyle w:val="TAC"/>
              <w:rPr>
                <w:noProof/>
                <w:lang w:eastAsia="zh-CN"/>
              </w:rPr>
            </w:pPr>
            <w:r>
              <w:rPr>
                <w:rFonts w:eastAsia="PMingLiU"/>
                <w:noProof/>
                <w:lang w:eastAsia="zh-TW"/>
              </w:rPr>
              <w:t>DC_3A_n78A</w:t>
            </w:r>
          </w:p>
        </w:tc>
      </w:tr>
      <w:tr w:rsidR="00B45972" w14:paraId="3A8A033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55CD5BF" w14:textId="77777777" w:rsidR="00B45972" w:rsidRDefault="00B45972" w:rsidP="00AC3FE8">
            <w:pPr>
              <w:pStyle w:val="TAC"/>
              <w:rPr>
                <w:rFonts w:eastAsia="Malgun Gothic"/>
                <w:lang w:eastAsia="ko-KR"/>
              </w:rPr>
            </w:pPr>
            <w:r>
              <w:rPr>
                <w:rFonts w:eastAsia="Malgun Gothic"/>
                <w:lang w:eastAsia="ko-KR"/>
              </w:rPr>
              <w:t>DC_3A-3A_n1A-n78A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580DF2D" w14:textId="77777777" w:rsidR="00B45972" w:rsidRDefault="00B45972" w:rsidP="00AC3FE8">
            <w:pPr>
              <w:pStyle w:val="TAC"/>
              <w:rPr>
                <w:rFonts w:eastAsia="Malgun Gothic"/>
                <w:noProof/>
                <w:lang w:eastAsia="ko-KR"/>
              </w:rPr>
            </w:pPr>
            <w:r>
              <w:rPr>
                <w:rFonts w:eastAsia="Malgun Gothic"/>
                <w:noProof/>
                <w:lang w:eastAsia="ko-KR"/>
              </w:rPr>
              <w:t>DC_3A_n1A</w:t>
            </w:r>
          </w:p>
          <w:p w14:paraId="0BFE6C36" w14:textId="77777777" w:rsidR="00B45972" w:rsidRDefault="00B45972" w:rsidP="00AC3FE8">
            <w:pPr>
              <w:pStyle w:val="TAC"/>
              <w:rPr>
                <w:rFonts w:eastAsia="Malgun Gothic"/>
                <w:noProof/>
                <w:lang w:eastAsia="ko-KR"/>
              </w:rPr>
            </w:pPr>
            <w:r>
              <w:rPr>
                <w:rFonts w:eastAsia="Malgun Gothic"/>
                <w:noProof/>
                <w:lang w:eastAsia="ko-KR"/>
              </w:rPr>
              <w:t>DC_3A_n78A</w:t>
            </w:r>
          </w:p>
        </w:tc>
      </w:tr>
      <w:tr w:rsidR="00B45972" w14:paraId="4A33021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BA97C1D" w14:textId="77777777" w:rsidR="00B45972" w:rsidRDefault="00B45972" w:rsidP="00AC3FE8">
            <w:pPr>
              <w:pStyle w:val="TAC"/>
              <w:rPr>
                <w:rFonts w:eastAsia="Malgun Gothic"/>
                <w:lang w:eastAsia="ko-KR"/>
              </w:rPr>
            </w:pPr>
            <w:r>
              <w:rPr>
                <w:rFonts w:eastAsia="Malgun Gothic"/>
                <w:lang w:eastAsia="ko-KR"/>
              </w:rPr>
              <w:t>DC_3A_n1A-n79A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00B5468" w14:textId="77777777" w:rsidR="00B45972" w:rsidRDefault="00B45972" w:rsidP="00AC3FE8">
            <w:pPr>
              <w:pStyle w:val="TAC"/>
              <w:rPr>
                <w:rFonts w:eastAsia="Malgun Gothic"/>
                <w:noProof/>
                <w:lang w:eastAsia="ko-KR"/>
              </w:rPr>
            </w:pPr>
            <w:r>
              <w:rPr>
                <w:rFonts w:eastAsia="Malgun Gothic"/>
                <w:noProof/>
                <w:lang w:eastAsia="ko-KR"/>
              </w:rPr>
              <w:t>DC_3A_n1A</w:t>
            </w:r>
          </w:p>
          <w:p w14:paraId="1DB1D487" w14:textId="77777777" w:rsidR="00B45972" w:rsidRDefault="00B45972" w:rsidP="00AC3FE8">
            <w:pPr>
              <w:pStyle w:val="TAC"/>
              <w:rPr>
                <w:rFonts w:eastAsia="Malgun Gothic"/>
                <w:noProof/>
                <w:lang w:eastAsia="ko-KR"/>
              </w:rPr>
            </w:pPr>
            <w:r>
              <w:rPr>
                <w:rFonts w:eastAsia="PMingLiU"/>
                <w:noProof/>
                <w:lang w:eastAsia="zh-TW"/>
              </w:rPr>
              <w:t>DC_3A_n79A</w:t>
            </w:r>
          </w:p>
        </w:tc>
      </w:tr>
      <w:tr w:rsidR="00B45972" w14:paraId="214ECD0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1E48F17" w14:textId="77777777" w:rsidR="00B45972" w:rsidRDefault="00B45972" w:rsidP="00AC3FE8">
            <w:pPr>
              <w:pStyle w:val="TAC"/>
              <w:rPr>
                <w:noProof/>
                <w:lang w:eastAsia="zh-CN"/>
              </w:rPr>
            </w:pPr>
            <w:r>
              <w:rPr>
                <w:rFonts w:eastAsia="Malgun Gothic"/>
                <w:lang w:eastAsia="ko-KR"/>
              </w:rPr>
              <w:t>DC_3A_n3A-n77A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852318E" w14:textId="77777777" w:rsidR="00B45972" w:rsidRDefault="00B45972" w:rsidP="00AC3FE8">
            <w:pPr>
              <w:pStyle w:val="TAC"/>
              <w:rPr>
                <w:rFonts w:eastAsia="Malgun Gothic"/>
                <w:noProof/>
                <w:lang w:eastAsia="ko-KR"/>
              </w:rPr>
            </w:pPr>
            <w:r>
              <w:rPr>
                <w:rFonts w:eastAsia="Malgun Gothic"/>
                <w:noProof/>
                <w:lang w:eastAsia="ko-KR"/>
              </w:rPr>
              <w:t>DC_3A_n77A</w:t>
            </w:r>
          </w:p>
          <w:p w14:paraId="64440A5F" w14:textId="77777777" w:rsidR="00B45972" w:rsidRDefault="00B45972" w:rsidP="00AC3FE8">
            <w:pPr>
              <w:pStyle w:val="TAC"/>
              <w:rPr>
                <w:noProof/>
                <w:lang w:eastAsia="zh-CN"/>
              </w:rPr>
            </w:pPr>
            <w:r>
              <w:rPr>
                <w:rFonts w:eastAsia="PMingLiU"/>
                <w:noProof/>
                <w:lang w:eastAsia="zh-TW"/>
              </w:rPr>
              <w:t>DC_3A_n3A</w:t>
            </w:r>
            <w:r>
              <w:rPr>
                <w:rFonts w:eastAsia="PMingLiU"/>
                <w:vertAlign w:val="superscript"/>
                <w:lang w:eastAsia="zh-TW"/>
              </w:rPr>
              <w:t>2</w:t>
            </w:r>
          </w:p>
        </w:tc>
      </w:tr>
      <w:tr w:rsidR="00B45972" w14:paraId="4B6D380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71C82AC" w14:textId="77777777" w:rsidR="00B45972" w:rsidRDefault="00B45972" w:rsidP="00AC3FE8">
            <w:pPr>
              <w:pStyle w:val="TAC"/>
              <w:rPr>
                <w:noProof/>
                <w:lang w:eastAsia="zh-CN"/>
              </w:rPr>
            </w:pPr>
            <w:r>
              <w:rPr>
                <w:rFonts w:eastAsia="Malgun Gothic"/>
                <w:lang w:eastAsia="ko-KR"/>
              </w:rPr>
              <w:t>DC_3A_n3A-n78A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4BCDE75C" w14:textId="77777777" w:rsidR="00B45972" w:rsidRDefault="00B45972" w:rsidP="00AC3FE8">
            <w:pPr>
              <w:pStyle w:val="TAC"/>
              <w:rPr>
                <w:rFonts w:eastAsia="Malgun Gothic"/>
                <w:noProof/>
                <w:lang w:eastAsia="ko-KR"/>
              </w:rPr>
            </w:pPr>
            <w:r>
              <w:rPr>
                <w:rFonts w:eastAsia="Malgun Gothic"/>
                <w:noProof/>
                <w:lang w:eastAsia="ko-KR"/>
              </w:rPr>
              <w:t>DC_3A_n78A</w:t>
            </w:r>
          </w:p>
          <w:p w14:paraId="35319D53" w14:textId="77777777" w:rsidR="00B45972" w:rsidRDefault="00B45972" w:rsidP="00AC3FE8">
            <w:pPr>
              <w:pStyle w:val="TAC"/>
              <w:rPr>
                <w:noProof/>
                <w:lang w:eastAsia="zh-CN"/>
              </w:rPr>
            </w:pPr>
            <w:r>
              <w:rPr>
                <w:rFonts w:eastAsia="PMingLiU"/>
                <w:noProof/>
                <w:lang w:eastAsia="zh-TW"/>
              </w:rPr>
              <w:t>DC_3A_n3A</w:t>
            </w:r>
            <w:r>
              <w:rPr>
                <w:rFonts w:eastAsia="PMingLiU"/>
                <w:vertAlign w:val="superscript"/>
                <w:lang w:eastAsia="zh-TW"/>
              </w:rPr>
              <w:t>2</w:t>
            </w:r>
          </w:p>
        </w:tc>
      </w:tr>
      <w:tr w:rsidR="00B45972" w14:paraId="0D8A653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80ADA81" w14:textId="77777777" w:rsidR="00B45972" w:rsidRDefault="00B45972" w:rsidP="00AC3FE8">
            <w:pPr>
              <w:pStyle w:val="TAC"/>
              <w:rPr>
                <w:noProof/>
                <w:lang w:eastAsia="zh-CN"/>
              </w:rPr>
            </w:pPr>
            <w:r>
              <w:rPr>
                <w:noProof/>
                <w:lang w:eastAsia="zh-CN"/>
              </w:rPr>
              <w:t>DC_3A-5A_n78A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36D53AB" w14:textId="77777777" w:rsidR="00B45972" w:rsidRDefault="00B45972" w:rsidP="00AC3FE8">
            <w:pPr>
              <w:pStyle w:val="TAC"/>
              <w:rPr>
                <w:noProof/>
                <w:lang w:eastAsia="zh-CN"/>
              </w:rPr>
            </w:pPr>
            <w:r>
              <w:rPr>
                <w:noProof/>
                <w:lang w:eastAsia="zh-CN"/>
              </w:rPr>
              <w:t>DC_3A_n78A</w:t>
            </w:r>
          </w:p>
          <w:p w14:paraId="642F8190" w14:textId="77777777" w:rsidR="00B45972" w:rsidRDefault="00B45972" w:rsidP="00AC3FE8">
            <w:pPr>
              <w:pStyle w:val="TAC"/>
              <w:rPr>
                <w:noProof/>
                <w:lang w:eastAsia="zh-CN"/>
              </w:rPr>
            </w:pPr>
            <w:r>
              <w:rPr>
                <w:noProof/>
                <w:lang w:eastAsia="zh-CN"/>
              </w:rPr>
              <w:t>DC_5A_n78A</w:t>
            </w:r>
          </w:p>
        </w:tc>
      </w:tr>
      <w:tr w:rsidR="00B45972" w14:paraId="7F4E319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15A3BD6" w14:textId="77777777" w:rsidR="00B45972" w:rsidRDefault="00B45972" w:rsidP="00AC3FE8">
            <w:pPr>
              <w:pStyle w:val="TAC"/>
              <w:rPr>
                <w:lang w:eastAsia="zh-CN"/>
              </w:rPr>
            </w:pPr>
            <w:r>
              <w:rPr>
                <w:lang w:eastAsia="zh-CN"/>
              </w:rPr>
              <w:t>DC_3A_n5A-n78A</w:t>
            </w:r>
            <w:r>
              <w:rPr>
                <w:noProof/>
                <w:vertAlign w:val="superscript"/>
                <w:lang w:eastAsia="zh-CN"/>
              </w:rPr>
              <w:t>5</w:t>
            </w:r>
          </w:p>
          <w:p w14:paraId="4DB64B72" w14:textId="77777777" w:rsidR="00B45972" w:rsidRDefault="00B45972" w:rsidP="00AC3FE8">
            <w:pPr>
              <w:pStyle w:val="TAC"/>
              <w:rPr>
                <w:noProof/>
                <w:lang w:eastAsia="zh-CN"/>
              </w:rPr>
            </w:pPr>
            <w:r>
              <w:rPr>
                <w:lang w:eastAsia="zh-CN"/>
              </w:rPr>
              <w:t>DC_3C_n5A-n78A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657931EC" w14:textId="77777777" w:rsidR="00B45972" w:rsidRDefault="00B45972" w:rsidP="00AC3FE8">
            <w:pPr>
              <w:pStyle w:val="TAC"/>
              <w:rPr>
                <w:lang w:eastAsia="zh-CN"/>
              </w:rPr>
            </w:pPr>
            <w:r>
              <w:rPr>
                <w:lang w:eastAsia="zh-CN"/>
              </w:rPr>
              <w:t>DC_3A_n5A</w:t>
            </w:r>
          </w:p>
          <w:p w14:paraId="757D1EF2" w14:textId="77777777" w:rsidR="00B45972" w:rsidRDefault="00B45972" w:rsidP="00AC3FE8">
            <w:pPr>
              <w:pStyle w:val="TAC"/>
              <w:rPr>
                <w:lang w:eastAsia="zh-CN"/>
              </w:rPr>
            </w:pPr>
            <w:r>
              <w:rPr>
                <w:lang w:eastAsia="zh-CN"/>
              </w:rPr>
              <w:t>DC_3A_n78A</w:t>
            </w:r>
          </w:p>
          <w:p w14:paraId="5C191F8D" w14:textId="77777777" w:rsidR="00B45972" w:rsidRDefault="00B45972" w:rsidP="00AC3FE8">
            <w:pPr>
              <w:pStyle w:val="TAC"/>
              <w:rPr>
                <w:lang w:eastAsia="zh-CN"/>
              </w:rPr>
            </w:pPr>
            <w:r>
              <w:rPr>
                <w:lang w:eastAsia="zh-CN"/>
              </w:rPr>
              <w:t>DC_3C_n5A</w:t>
            </w:r>
          </w:p>
          <w:p w14:paraId="4ADC44F4" w14:textId="77777777" w:rsidR="00B45972" w:rsidRDefault="00B45972" w:rsidP="00AC3FE8">
            <w:pPr>
              <w:pStyle w:val="TAC"/>
              <w:rPr>
                <w:noProof/>
                <w:lang w:eastAsia="zh-CN"/>
              </w:rPr>
            </w:pPr>
            <w:r>
              <w:rPr>
                <w:lang w:eastAsia="zh-CN"/>
              </w:rPr>
              <w:t>DC_3C_n78A</w:t>
            </w:r>
          </w:p>
        </w:tc>
      </w:tr>
      <w:tr w:rsidR="00B45972" w14:paraId="1ABE7F0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5D12560" w14:textId="77777777" w:rsidR="00B45972" w:rsidRDefault="00B45972" w:rsidP="00AC3FE8">
            <w:pPr>
              <w:pStyle w:val="TAC"/>
              <w:rPr>
                <w:noProof/>
                <w:lang w:eastAsia="zh-CN"/>
              </w:rPr>
            </w:pPr>
            <w:r>
              <w:rPr>
                <w:noProof/>
                <w:kern w:val="2"/>
                <w:lang w:eastAsia="zh-CN"/>
              </w:rPr>
              <w:t>DC_3A-5A_n79A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7393C4A4" w14:textId="77777777" w:rsidR="00B45972" w:rsidRDefault="00B45972" w:rsidP="00AC3FE8">
            <w:pPr>
              <w:pStyle w:val="TAC"/>
              <w:rPr>
                <w:noProof/>
                <w:kern w:val="2"/>
                <w:lang w:eastAsia="zh-CN"/>
              </w:rPr>
            </w:pPr>
            <w:r>
              <w:rPr>
                <w:noProof/>
                <w:kern w:val="2"/>
                <w:lang w:eastAsia="zh-CN"/>
              </w:rPr>
              <w:t>DC_3A_n79A</w:t>
            </w:r>
          </w:p>
          <w:p w14:paraId="06EBAFA8" w14:textId="77777777" w:rsidR="00B45972" w:rsidRDefault="00B45972" w:rsidP="00AC3FE8">
            <w:pPr>
              <w:pStyle w:val="TAC"/>
              <w:rPr>
                <w:noProof/>
                <w:lang w:eastAsia="zh-CN"/>
              </w:rPr>
            </w:pPr>
            <w:r>
              <w:rPr>
                <w:noProof/>
                <w:lang w:eastAsia="zh-CN"/>
              </w:rPr>
              <w:t>DC_5A_n79A</w:t>
            </w:r>
          </w:p>
        </w:tc>
      </w:tr>
      <w:tr w:rsidR="00B45972" w14:paraId="08BA99C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91CBFFC" w14:textId="77777777" w:rsidR="00B45972" w:rsidRDefault="00B45972" w:rsidP="00AC3FE8">
            <w:pPr>
              <w:pStyle w:val="TAC"/>
              <w:rPr>
                <w:lang w:eastAsia="zh-CN"/>
              </w:rPr>
            </w:pPr>
            <w:r>
              <w:rPr>
                <w:lang w:eastAsia="zh-CN"/>
              </w:rPr>
              <w:t>DC_3A-7A_n1A</w:t>
            </w:r>
          </w:p>
          <w:p w14:paraId="7EFDEB1A" w14:textId="77777777" w:rsidR="00B45972" w:rsidRDefault="00B45972" w:rsidP="00AC3FE8">
            <w:pPr>
              <w:pStyle w:val="TAC"/>
              <w:rPr>
                <w:noProof/>
                <w:lang w:eastAsia="zh-CN"/>
              </w:rPr>
            </w:pPr>
            <w:r>
              <w:rPr>
                <w:noProof/>
                <w:lang w:eastAsia="zh-CN"/>
              </w:rPr>
              <w:t>DC_3A-7C_n1A</w:t>
            </w:r>
          </w:p>
          <w:p w14:paraId="6E314C5D" w14:textId="77777777" w:rsidR="00B45972" w:rsidRDefault="00B45972" w:rsidP="00AC3FE8">
            <w:pPr>
              <w:pStyle w:val="TAC"/>
              <w:rPr>
                <w:noProof/>
                <w:lang w:eastAsia="zh-CN"/>
              </w:rPr>
            </w:pPr>
            <w:r>
              <w:rPr>
                <w:noProof/>
                <w:lang w:eastAsia="zh-CN"/>
              </w:rPr>
              <w:t>DC_3C-7A_n1A</w:t>
            </w:r>
          </w:p>
          <w:p w14:paraId="744B78CE" w14:textId="77777777" w:rsidR="00B45972" w:rsidRDefault="00B45972" w:rsidP="00AC3FE8">
            <w:pPr>
              <w:pStyle w:val="TAC"/>
              <w:rPr>
                <w:noProof/>
                <w:lang w:eastAsia="zh-CN"/>
              </w:rPr>
            </w:pPr>
            <w:r>
              <w:rPr>
                <w:noProof/>
                <w:lang w:eastAsia="zh-CN"/>
              </w:rPr>
              <w:t>DC_3C-7C_n1A</w:t>
            </w:r>
          </w:p>
        </w:tc>
        <w:tc>
          <w:tcPr>
            <w:tcW w:w="5862" w:type="dxa"/>
            <w:tcBorders>
              <w:top w:val="single" w:sz="4" w:space="0" w:color="auto"/>
              <w:left w:val="single" w:sz="4" w:space="0" w:color="auto"/>
              <w:bottom w:val="single" w:sz="4" w:space="0" w:color="auto"/>
              <w:right w:val="single" w:sz="4" w:space="0" w:color="auto"/>
            </w:tcBorders>
            <w:hideMark/>
          </w:tcPr>
          <w:p w14:paraId="0E665BC5" w14:textId="77777777" w:rsidR="00B45972" w:rsidRDefault="00B45972" w:rsidP="00AC3FE8">
            <w:pPr>
              <w:pStyle w:val="TAC"/>
              <w:rPr>
                <w:lang w:eastAsia="zh-CN"/>
              </w:rPr>
            </w:pPr>
            <w:r>
              <w:rPr>
                <w:lang w:eastAsia="zh-CN"/>
              </w:rPr>
              <w:t>DC_3A_n1A</w:t>
            </w:r>
          </w:p>
          <w:p w14:paraId="07DB3B75" w14:textId="77777777" w:rsidR="00B45972" w:rsidRDefault="00B45972" w:rsidP="00AC3FE8">
            <w:pPr>
              <w:pStyle w:val="TAC"/>
              <w:rPr>
                <w:lang w:eastAsia="zh-CN"/>
              </w:rPr>
            </w:pPr>
            <w:r>
              <w:rPr>
                <w:lang w:eastAsia="zh-CN"/>
              </w:rPr>
              <w:t>DC_3C_n1A</w:t>
            </w:r>
          </w:p>
          <w:p w14:paraId="0084B566" w14:textId="77777777" w:rsidR="00B45972" w:rsidRDefault="00B45972" w:rsidP="00AC3FE8">
            <w:pPr>
              <w:pStyle w:val="TAC"/>
              <w:rPr>
                <w:lang w:eastAsia="zh-CN"/>
              </w:rPr>
            </w:pPr>
            <w:r>
              <w:rPr>
                <w:lang w:eastAsia="zh-CN"/>
              </w:rPr>
              <w:t>DC_7A_n1A</w:t>
            </w:r>
          </w:p>
          <w:p w14:paraId="7E2FBEE0" w14:textId="77777777" w:rsidR="00B45972" w:rsidRDefault="00B45972" w:rsidP="00AC3FE8">
            <w:pPr>
              <w:pStyle w:val="TAC"/>
              <w:rPr>
                <w:noProof/>
                <w:lang w:eastAsia="zh-CN"/>
              </w:rPr>
            </w:pPr>
            <w:r>
              <w:rPr>
                <w:lang w:eastAsia="zh-CN"/>
              </w:rPr>
              <w:t>DC_7C_n1A</w:t>
            </w:r>
          </w:p>
        </w:tc>
      </w:tr>
      <w:tr w:rsidR="00B45972" w14:paraId="3E3C83A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9A94239" w14:textId="77777777" w:rsidR="00B45972" w:rsidRDefault="00B45972" w:rsidP="00AC3FE8">
            <w:pPr>
              <w:pStyle w:val="TAC"/>
              <w:rPr>
                <w:lang w:eastAsia="zh-CN"/>
              </w:rPr>
            </w:pPr>
            <w:r>
              <w:rPr>
                <w:lang w:eastAsia="zh-CN"/>
              </w:rPr>
              <w:t>DC_3A-3A-7A_n1A</w:t>
            </w:r>
          </w:p>
          <w:p w14:paraId="6D5E7EFD" w14:textId="77777777" w:rsidR="00B45972" w:rsidRDefault="00B45972" w:rsidP="00AC3FE8">
            <w:pPr>
              <w:pStyle w:val="TAC"/>
              <w:rPr>
                <w:lang w:eastAsia="zh-CN"/>
              </w:rPr>
            </w:pPr>
            <w:r>
              <w:rPr>
                <w:lang w:eastAsia="zh-CN"/>
              </w:rPr>
              <w:t>DC_3A-7A-7A_n1A</w:t>
            </w:r>
          </w:p>
          <w:p w14:paraId="5D3A9A88" w14:textId="77777777" w:rsidR="00B45972" w:rsidRDefault="00B45972" w:rsidP="00AC3FE8">
            <w:pPr>
              <w:pStyle w:val="TAC"/>
              <w:rPr>
                <w:noProof/>
                <w:lang w:eastAsia="zh-CN"/>
              </w:rPr>
            </w:pPr>
            <w:r>
              <w:rPr>
                <w:lang w:eastAsia="zh-CN"/>
              </w:rPr>
              <w:t>DC_3A-3A-7A-7A_n1A</w:t>
            </w:r>
          </w:p>
        </w:tc>
        <w:tc>
          <w:tcPr>
            <w:tcW w:w="5862" w:type="dxa"/>
            <w:tcBorders>
              <w:top w:val="single" w:sz="4" w:space="0" w:color="auto"/>
              <w:left w:val="single" w:sz="4" w:space="0" w:color="auto"/>
              <w:bottom w:val="single" w:sz="4" w:space="0" w:color="auto"/>
              <w:right w:val="single" w:sz="4" w:space="0" w:color="auto"/>
            </w:tcBorders>
            <w:hideMark/>
          </w:tcPr>
          <w:p w14:paraId="2C473F88" w14:textId="77777777" w:rsidR="00B45972" w:rsidRDefault="00B45972" w:rsidP="00AC3FE8">
            <w:pPr>
              <w:pStyle w:val="TAC"/>
              <w:rPr>
                <w:lang w:eastAsia="zh-CN"/>
              </w:rPr>
            </w:pPr>
            <w:r>
              <w:rPr>
                <w:lang w:eastAsia="zh-CN"/>
              </w:rPr>
              <w:t>DC_3A_n1A</w:t>
            </w:r>
          </w:p>
          <w:p w14:paraId="445CFC01" w14:textId="77777777" w:rsidR="00B45972" w:rsidRDefault="00B45972" w:rsidP="00AC3FE8">
            <w:pPr>
              <w:pStyle w:val="TAC"/>
              <w:rPr>
                <w:noProof/>
                <w:lang w:eastAsia="zh-CN"/>
              </w:rPr>
            </w:pPr>
            <w:r>
              <w:rPr>
                <w:lang w:eastAsia="zh-CN"/>
              </w:rPr>
              <w:t>DC_7A_n1A</w:t>
            </w:r>
          </w:p>
        </w:tc>
      </w:tr>
      <w:tr w:rsidR="00B45972" w14:paraId="4E489BD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293C74F" w14:textId="77777777" w:rsidR="00B45972" w:rsidRDefault="00B45972" w:rsidP="00AC3FE8">
            <w:pPr>
              <w:pStyle w:val="TAC"/>
              <w:rPr>
                <w:lang w:eastAsia="fi-FI"/>
              </w:rPr>
            </w:pPr>
            <w:r>
              <w:rPr>
                <w:lang w:eastAsia="fi-FI"/>
              </w:rPr>
              <w:t>DC_3A-7A_n5A</w:t>
            </w:r>
          </w:p>
          <w:p w14:paraId="6A51DE2A" w14:textId="77777777" w:rsidR="00B45972" w:rsidRDefault="00B45972" w:rsidP="00AC3FE8">
            <w:pPr>
              <w:pStyle w:val="TAC"/>
              <w:rPr>
                <w:lang w:eastAsia="fi-FI"/>
              </w:rPr>
            </w:pPr>
            <w:r>
              <w:rPr>
                <w:lang w:eastAsia="fi-FI"/>
              </w:rPr>
              <w:t>DC_3C-7A_n5A</w:t>
            </w:r>
          </w:p>
          <w:p w14:paraId="61C4E180" w14:textId="77777777" w:rsidR="00B45972" w:rsidRDefault="00B45972" w:rsidP="00AC3FE8">
            <w:pPr>
              <w:pStyle w:val="TAC"/>
              <w:rPr>
                <w:lang w:eastAsia="fi-FI"/>
              </w:rPr>
            </w:pPr>
            <w:r>
              <w:rPr>
                <w:lang w:eastAsia="fi-FI"/>
              </w:rPr>
              <w:t>DC_3A-7C_n5A</w:t>
            </w:r>
          </w:p>
          <w:p w14:paraId="590BC916" w14:textId="77777777" w:rsidR="00B45972" w:rsidRDefault="00B45972" w:rsidP="00AC3FE8">
            <w:pPr>
              <w:pStyle w:val="TAC"/>
              <w:rPr>
                <w:noProof/>
                <w:lang w:eastAsia="zh-CN"/>
              </w:rPr>
            </w:pPr>
            <w:r>
              <w:rPr>
                <w:lang w:eastAsia="fi-FI"/>
              </w:rPr>
              <w:t>DC_3C-7C_n5A</w:t>
            </w:r>
          </w:p>
        </w:tc>
        <w:tc>
          <w:tcPr>
            <w:tcW w:w="5862" w:type="dxa"/>
            <w:tcBorders>
              <w:top w:val="single" w:sz="4" w:space="0" w:color="auto"/>
              <w:left w:val="single" w:sz="4" w:space="0" w:color="auto"/>
              <w:bottom w:val="single" w:sz="4" w:space="0" w:color="auto"/>
              <w:right w:val="single" w:sz="4" w:space="0" w:color="auto"/>
            </w:tcBorders>
            <w:hideMark/>
          </w:tcPr>
          <w:p w14:paraId="342E25D0" w14:textId="77777777" w:rsidR="00B45972" w:rsidRDefault="00B45972" w:rsidP="00AC3FE8">
            <w:pPr>
              <w:pStyle w:val="TAC"/>
              <w:rPr>
                <w:lang w:eastAsia="fi-FI"/>
              </w:rPr>
            </w:pPr>
            <w:r>
              <w:rPr>
                <w:lang w:eastAsia="fi-FI"/>
              </w:rPr>
              <w:t>DC_3A_n5A</w:t>
            </w:r>
          </w:p>
          <w:p w14:paraId="696D67B7" w14:textId="77777777" w:rsidR="00B45972" w:rsidRDefault="00B45972" w:rsidP="00AC3FE8">
            <w:pPr>
              <w:pStyle w:val="TAC"/>
              <w:rPr>
                <w:lang w:eastAsia="fi-FI"/>
              </w:rPr>
            </w:pPr>
            <w:r>
              <w:rPr>
                <w:lang w:eastAsia="fi-FI"/>
              </w:rPr>
              <w:t>DC_3C_n5A</w:t>
            </w:r>
          </w:p>
          <w:p w14:paraId="2530B871" w14:textId="77777777" w:rsidR="00B45972" w:rsidRDefault="00B45972" w:rsidP="00AC3FE8">
            <w:pPr>
              <w:pStyle w:val="TAC"/>
              <w:rPr>
                <w:lang w:eastAsia="fi-FI"/>
              </w:rPr>
            </w:pPr>
            <w:r>
              <w:rPr>
                <w:lang w:eastAsia="fi-FI"/>
              </w:rPr>
              <w:t>DC_7A_n5A</w:t>
            </w:r>
          </w:p>
          <w:p w14:paraId="59207C2C" w14:textId="77777777" w:rsidR="00B45972" w:rsidRDefault="00B45972" w:rsidP="00AC3FE8">
            <w:pPr>
              <w:pStyle w:val="TAC"/>
              <w:rPr>
                <w:noProof/>
                <w:lang w:eastAsia="zh-CN"/>
              </w:rPr>
            </w:pPr>
            <w:r>
              <w:rPr>
                <w:lang w:eastAsia="fi-FI"/>
              </w:rPr>
              <w:t>DC_7C_n5A</w:t>
            </w:r>
          </w:p>
        </w:tc>
      </w:tr>
      <w:tr w:rsidR="00B45972" w14:paraId="0542BFC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2908577" w14:textId="77777777" w:rsidR="00B45972" w:rsidRDefault="00B45972" w:rsidP="00AC3FE8">
            <w:pPr>
              <w:pStyle w:val="TAC"/>
              <w:rPr>
                <w:lang w:eastAsia="ja-JP"/>
              </w:rPr>
            </w:pPr>
            <w:r>
              <w:rPr>
                <w:lang w:eastAsia="ja-JP"/>
              </w:rPr>
              <w:t>DC_3A-7A_n7A</w:t>
            </w:r>
          </w:p>
          <w:p w14:paraId="0D5CFCB3" w14:textId="77777777" w:rsidR="00B45972" w:rsidRDefault="00B45972" w:rsidP="00AC3FE8">
            <w:pPr>
              <w:pStyle w:val="TAC"/>
              <w:rPr>
                <w:lang w:eastAsia="fi-FI"/>
              </w:rPr>
            </w:pPr>
            <w:r>
              <w:rPr>
                <w:lang w:eastAsia="ja-JP"/>
              </w:rPr>
              <w:t>DC_3C-7A_n7A</w:t>
            </w:r>
          </w:p>
        </w:tc>
        <w:tc>
          <w:tcPr>
            <w:tcW w:w="5862" w:type="dxa"/>
            <w:tcBorders>
              <w:top w:val="single" w:sz="4" w:space="0" w:color="auto"/>
              <w:left w:val="single" w:sz="4" w:space="0" w:color="auto"/>
              <w:bottom w:val="single" w:sz="4" w:space="0" w:color="auto"/>
              <w:right w:val="single" w:sz="4" w:space="0" w:color="auto"/>
            </w:tcBorders>
            <w:hideMark/>
          </w:tcPr>
          <w:p w14:paraId="43572A08" w14:textId="77777777" w:rsidR="00B45972" w:rsidRDefault="00B45972" w:rsidP="00AC3FE8">
            <w:pPr>
              <w:pStyle w:val="TAC"/>
              <w:rPr>
                <w:lang w:eastAsia="fi-FI"/>
              </w:rPr>
            </w:pPr>
            <w:r>
              <w:rPr>
                <w:lang w:eastAsia="fi-FI"/>
              </w:rPr>
              <w:t>DC_3A_n7A</w:t>
            </w:r>
          </w:p>
          <w:p w14:paraId="01F447EE" w14:textId="77777777" w:rsidR="00B45972" w:rsidRDefault="00B45972" w:rsidP="00AC3FE8">
            <w:pPr>
              <w:pStyle w:val="TAC"/>
              <w:rPr>
                <w:lang w:eastAsia="fi-FI"/>
              </w:rPr>
            </w:pPr>
            <w:r>
              <w:rPr>
                <w:lang w:eastAsia="fi-FI"/>
              </w:rPr>
              <w:t>DC_3C_n7A</w:t>
            </w:r>
          </w:p>
          <w:p w14:paraId="137832D5" w14:textId="77777777" w:rsidR="00B45972" w:rsidRDefault="00B45972" w:rsidP="00AC3FE8">
            <w:pPr>
              <w:pStyle w:val="TAC"/>
              <w:rPr>
                <w:lang w:eastAsia="fi-FI"/>
              </w:rPr>
            </w:pPr>
            <w:r>
              <w:rPr>
                <w:lang w:eastAsia="fi-FI"/>
              </w:rPr>
              <w:t>DC_7A_n7A</w:t>
            </w:r>
            <w:r>
              <w:rPr>
                <w:vertAlign w:val="superscript"/>
                <w:lang w:eastAsia="fi-FI"/>
              </w:rPr>
              <w:t>2</w:t>
            </w:r>
          </w:p>
        </w:tc>
      </w:tr>
      <w:tr w:rsidR="00B45972" w14:paraId="2E0BA8F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CC491E1" w14:textId="77777777" w:rsidR="00B45972" w:rsidRDefault="00B45972" w:rsidP="00AC3FE8">
            <w:pPr>
              <w:pStyle w:val="TAC"/>
              <w:rPr>
                <w:lang w:eastAsia="fi-FI"/>
              </w:rPr>
            </w:pPr>
            <w:r>
              <w:rPr>
                <w:lang w:eastAsia="ja-JP"/>
              </w:rPr>
              <w:lastRenderedPageBreak/>
              <w:t>DC_3A-3A-7A_n7A</w:t>
            </w:r>
          </w:p>
        </w:tc>
        <w:tc>
          <w:tcPr>
            <w:tcW w:w="5862" w:type="dxa"/>
            <w:tcBorders>
              <w:top w:val="single" w:sz="4" w:space="0" w:color="auto"/>
              <w:left w:val="single" w:sz="4" w:space="0" w:color="auto"/>
              <w:bottom w:val="single" w:sz="4" w:space="0" w:color="auto"/>
              <w:right w:val="single" w:sz="4" w:space="0" w:color="auto"/>
            </w:tcBorders>
            <w:hideMark/>
          </w:tcPr>
          <w:p w14:paraId="4C1D5B59" w14:textId="77777777" w:rsidR="00B45972" w:rsidRDefault="00B45972" w:rsidP="00AC3FE8">
            <w:pPr>
              <w:pStyle w:val="TAC"/>
              <w:rPr>
                <w:lang w:eastAsia="fi-FI"/>
              </w:rPr>
            </w:pPr>
            <w:r>
              <w:rPr>
                <w:lang w:eastAsia="fi-FI"/>
              </w:rPr>
              <w:t>DC_3A_n7A</w:t>
            </w:r>
          </w:p>
          <w:p w14:paraId="1D4653DB" w14:textId="77777777" w:rsidR="00B45972" w:rsidRDefault="00B45972" w:rsidP="00AC3FE8">
            <w:pPr>
              <w:pStyle w:val="TAC"/>
              <w:rPr>
                <w:lang w:eastAsia="fi-FI"/>
              </w:rPr>
            </w:pPr>
            <w:r>
              <w:rPr>
                <w:lang w:eastAsia="fi-FI"/>
              </w:rPr>
              <w:t>DC_7A_n7A</w:t>
            </w:r>
            <w:r>
              <w:rPr>
                <w:vertAlign w:val="superscript"/>
                <w:lang w:eastAsia="fi-FI"/>
              </w:rPr>
              <w:t>2</w:t>
            </w:r>
          </w:p>
        </w:tc>
      </w:tr>
      <w:tr w:rsidR="00B45972" w14:paraId="37F0E2F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05DCC3F" w14:textId="77777777" w:rsidR="00B45972" w:rsidRDefault="00B45972" w:rsidP="00AC3FE8">
            <w:pPr>
              <w:pStyle w:val="TAC"/>
              <w:rPr>
                <w:lang w:eastAsia="ja-JP"/>
              </w:rPr>
            </w:pPr>
            <w:r>
              <w:rPr>
                <w:lang w:eastAsia="ja-JP"/>
              </w:rPr>
              <w:t>DC_3A-7A_n8A</w:t>
            </w:r>
          </w:p>
        </w:tc>
        <w:tc>
          <w:tcPr>
            <w:tcW w:w="5862" w:type="dxa"/>
            <w:tcBorders>
              <w:top w:val="single" w:sz="4" w:space="0" w:color="auto"/>
              <w:left w:val="single" w:sz="4" w:space="0" w:color="auto"/>
              <w:bottom w:val="single" w:sz="4" w:space="0" w:color="auto"/>
              <w:right w:val="single" w:sz="4" w:space="0" w:color="auto"/>
            </w:tcBorders>
            <w:hideMark/>
          </w:tcPr>
          <w:p w14:paraId="79714F6B" w14:textId="77777777" w:rsidR="00B45972" w:rsidRDefault="00B45972" w:rsidP="00AC3FE8">
            <w:pPr>
              <w:pStyle w:val="TAC"/>
              <w:rPr>
                <w:lang w:eastAsia="ja-JP"/>
              </w:rPr>
            </w:pPr>
            <w:r>
              <w:rPr>
                <w:lang w:eastAsia="fi-FI"/>
              </w:rPr>
              <w:t>DC_3A_</w:t>
            </w:r>
            <w:r>
              <w:rPr>
                <w:lang w:eastAsia="ja-JP"/>
              </w:rPr>
              <w:t>n8A</w:t>
            </w:r>
          </w:p>
          <w:p w14:paraId="0B00C777" w14:textId="77777777" w:rsidR="00B45972" w:rsidRDefault="00B45972" w:rsidP="00AC3FE8">
            <w:pPr>
              <w:pStyle w:val="TAC"/>
              <w:rPr>
                <w:lang w:eastAsia="fi-FI"/>
              </w:rPr>
            </w:pPr>
            <w:r>
              <w:rPr>
                <w:lang w:eastAsia="fi-FI"/>
              </w:rPr>
              <w:t>DC_</w:t>
            </w:r>
            <w:r>
              <w:rPr>
                <w:lang w:eastAsia="ja-JP"/>
              </w:rPr>
              <w:t>7</w:t>
            </w:r>
            <w:r>
              <w:rPr>
                <w:lang w:eastAsia="fi-FI"/>
              </w:rPr>
              <w:t>A_</w:t>
            </w:r>
            <w:r>
              <w:rPr>
                <w:lang w:eastAsia="ja-JP"/>
              </w:rPr>
              <w:t>n8</w:t>
            </w:r>
            <w:r>
              <w:rPr>
                <w:lang w:eastAsia="fi-FI"/>
              </w:rPr>
              <w:t>A</w:t>
            </w:r>
          </w:p>
        </w:tc>
      </w:tr>
      <w:tr w:rsidR="00B45972" w14:paraId="3D171D0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F40FE0B" w14:textId="77777777" w:rsidR="00B45972" w:rsidRDefault="00B45972" w:rsidP="00AC3FE8">
            <w:pPr>
              <w:pStyle w:val="TAC"/>
              <w:rPr>
                <w:noProof/>
                <w:lang w:eastAsia="zh-CN"/>
              </w:rPr>
            </w:pPr>
            <w:r>
              <w:rPr>
                <w:noProof/>
                <w:lang w:eastAsia="zh-CN"/>
              </w:rPr>
              <w:t>DC_3A-7A_n28A</w:t>
            </w:r>
          </w:p>
          <w:p w14:paraId="6B5EC8AE" w14:textId="77777777" w:rsidR="00B45972" w:rsidRDefault="00B45972" w:rsidP="00AC3FE8">
            <w:pPr>
              <w:pStyle w:val="TAC"/>
              <w:rPr>
                <w:noProof/>
              </w:rPr>
            </w:pPr>
            <w:r>
              <w:rPr>
                <w:noProof/>
              </w:rPr>
              <w:t>DC_3A-7C_n28A</w:t>
            </w:r>
          </w:p>
          <w:p w14:paraId="2E45AF80" w14:textId="77777777" w:rsidR="00B45972" w:rsidRDefault="00B45972" w:rsidP="00AC3FE8">
            <w:pPr>
              <w:pStyle w:val="TAC"/>
              <w:rPr>
                <w:noProof/>
                <w:lang w:eastAsia="fr-FR"/>
              </w:rPr>
            </w:pPr>
            <w:r>
              <w:rPr>
                <w:noProof/>
              </w:rPr>
              <w:t>DC_3C-7A_n28A</w:t>
            </w:r>
          </w:p>
          <w:p w14:paraId="426A97BE" w14:textId="77777777" w:rsidR="00B45972" w:rsidRDefault="00B45972" w:rsidP="00AC3FE8">
            <w:pPr>
              <w:pStyle w:val="TAC"/>
              <w:rPr>
                <w:noProof/>
                <w:lang w:eastAsia="zh-CN"/>
              </w:rPr>
            </w:pPr>
            <w:r>
              <w:rPr>
                <w:noProof/>
              </w:rPr>
              <w:t>DC_3C-7C_n28A</w:t>
            </w:r>
          </w:p>
        </w:tc>
        <w:tc>
          <w:tcPr>
            <w:tcW w:w="5862" w:type="dxa"/>
            <w:tcBorders>
              <w:top w:val="single" w:sz="4" w:space="0" w:color="auto"/>
              <w:left w:val="single" w:sz="4" w:space="0" w:color="auto"/>
              <w:bottom w:val="single" w:sz="4" w:space="0" w:color="auto"/>
              <w:right w:val="single" w:sz="4" w:space="0" w:color="auto"/>
            </w:tcBorders>
            <w:hideMark/>
          </w:tcPr>
          <w:p w14:paraId="0E4C307D" w14:textId="77777777" w:rsidR="00B45972" w:rsidRDefault="00B45972" w:rsidP="00AC3FE8">
            <w:pPr>
              <w:pStyle w:val="TAC"/>
              <w:rPr>
                <w:noProof/>
                <w:lang w:eastAsia="zh-CN"/>
              </w:rPr>
            </w:pPr>
            <w:r>
              <w:rPr>
                <w:noProof/>
                <w:lang w:eastAsia="zh-CN"/>
              </w:rPr>
              <w:t>DC_3A_n28A</w:t>
            </w:r>
          </w:p>
          <w:p w14:paraId="1BECE46F" w14:textId="77777777" w:rsidR="00B45972" w:rsidRDefault="00B45972" w:rsidP="00AC3FE8">
            <w:pPr>
              <w:pStyle w:val="TAC"/>
              <w:rPr>
                <w:noProof/>
                <w:lang w:eastAsia="zh-CN"/>
              </w:rPr>
            </w:pPr>
            <w:r>
              <w:rPr>
                <w:noProof/>
                <w:lang w:eastAsia="zh-CN"/>
              </w:rPr>
              <w:t>DC_3C_n28A</w:t>
            </w:r>
          </w:p>
          <w:p w14:paraId="6A043290" w14:textId="77777777" w:rsidR="00B45972" w:rsidRDefault="00B45972" w:rsidP="00AC3FE8">
            <w:pPr>
              <w:pStyle w:val="TAC"/>
              <w:rPr>
                <w:noProof/>
                <w:lang w:eastAsia="zh-CN"/>
              </w:rPr>
            </w:pPr>
            <w:r>
              <w:rPr>
                <w:noProof/>
                <w:lang w:eastAsia="zh-CN"/>
              </w:rPr>
              <w:t>DC_7A_n28A</w:t>
            </w:r>
          </w:p>
          <w:p w14:paraId="3E14C004" w14:textId="77777777" w:rsidR="00B45972" w:rsidRDefault="00B45972" w:rsidP="00AC3FE8">
            <w:pPr>
              <w:pStyle w:val="TAC"/>
              <w:rPr>
                <w:noProof/>
                <w:lang w:eastAsia="zh-CN"/>
              </w:rPr>
            </w:pPr>
            <w:r>
              <w:rPr>
                <w:noProof/>
              </w:rPr>
              <w:t>DC_7C_n28A</w:t>
            </w:r>
          </w:p>
        </w:tc>
      </w:tr>
      <w:tr w:rsidR="00B45972" w14:paraId="3C2E7F5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AC1DC54" w14:textId="77777777" w:rsidR="00B45972" w:rsidRDefault="00B45972" w:rsidP="00AC3FE8">
            <w:pPr>
              <w:pStyle w:val="TAC"/>
              <w:rPr>
                <w:noProof/>
                <w:lang w:eastAsia="zh-CN"/>
              </w:rPr>
            </w:pPr>
            <w:r>
              <w:t>DC_3A-7A_n40A</w:t>
            </w:r>
          </w:p>
        </w:tc>
        <w:tc>
          <w:tcPr>
            <w:tcW w:w="5862" w:type="dxa"/>
            <w:tcBorders>
              <w:top w:val="single" w:sz="4" w:space="0" w:color="auto"/>
              <w:left w:val="single" w:sz="4" w:space="0" w:color="auto"/>
              <w:bottom w:val="single" w:sz="4" w:space="0" w:color="auto"/>
              <w:right w:val="single" w:sz="4" w:space="0" w:color="auto"/>
            </w:tcBorders>
            <w:hideMark/>
          </w:tcPr>
          <w:p w14:paraId="3A2E583C" w14:textId="77777777" w:rsidR="00B45972" w:rsidRDefault="00B45972" w:rsidP="00AC3FE8">
            <w:pPr>
              <w:pStyle w:val="TAC"/>
              <w:rPr>
                <w:lang w:eastAsia="fr-FR"/>
              </w:rPr>
            </w:pPr>
            <w:r>
              <w:t>DC_3A_n40A</w:t>
            </w:r>
          </w:p>
          <w:p w14:paraId="1EFBC7D8" w14:textId="77777777" w:rsidR="00B45972" w:rsidRDefault="00B45972" w:rsidP="00AC3FE8">
            <w:pPr>
              <w:pStyle w:val="TAC"/>
              <w:rPr>
                <w:noProof/>
                <w:lang w:eastAsia="zh-CN"/>
              </w:rPr>
            </w:pPr>
            <w:r>
              <w:t>DC_7A_n40A</w:t>
            </w:r>
          </w:p>
        </w:tc>
      </w:tr>
      <w:tr w:rsidR="00B45972" w14:paraId="1335B4A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ED7E639" w14:textId="77777777" w:rsidR="00B45972" w:rsidRDefault="00B45972" w:rsidP="00AC3FE8">
            <w:pPr>
              <w:pStyle w:val="TAC"/>
              <w:rPr>
                <w:noProof/>
                <w:lang w:eastAsia="zh-CN"/>
              </w:rPr>
            </w:pPr>
            <w:r>
              <w:rPr>
                <w:lang w:eastAsia="fi-FI"/>
              </w:rPr>
              <w:t>DC_</w:t>
            </w:r>
            <w:r>
              <w:rPr>
                <w:lang w:eastAsia="zh-TW"/>
              </w:rPr>
              <w:t>3</w:t>
            </w:r>
            <w:r>
              <w:rPr>
                <w:lang w:eastAsia="fi-FI"/>
              </w:rPr>
              <w:t>A</w:t>
            </w:r>
            <w:r>
              <w:rPr>
                <w:lang w:eastAsia="zh-TW"/>
              </w:rPr>
              <w:t>-7A</w:t>
            </w:r>
            <w:r>
              <w:rPr>
                <w:lang w:eastAsia="fi-FI"/>
              </w:rPr>
              <w:t>_n</w:t>
            </w:r>
            <w:r>
              <w:rPr>
                <w:lang w:eastAsia="zh-TW"/>
              </w:rPr>
              <w:t>77</w:t>
            </w:r>
            <w:r>
              <w:rPr>
                <w:lang w:eastAsia="fi-FI"/>
              </w:rP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BA80CB3" w14:textId="77777777" w:rsidR="00B45972" w:rsidRDefault="00B45972" w:rsidP="00AC3FE8">
            <w:pPr>
              <w:pStyle w:val="TAC"/>
              <w:rPr>
                <w:lang w:eastAsia="fi-FI"/>
              </w:rPr>
            </w:pPr>
            <w:r>
              <w:rPr>
                <w:lang w:eastAsia="fi-FI"/>
              </w:rPr>
              <w:t>DC_</w:t>
            </w:r>
            <w:r>
              <w:rPr>
                <w:lang w:eastAsia="zh-TW"/>
              </w:rPr>
              <w:t>3</w:t>
            </w:r>
            <w:r>
              <w:rPr>
                <w:lang w:eastAsia="fi-FI"/>
              </w:rPr>
              <w:t>A_n</w:t>
            </w:r>
            <w:r>
              <w:rPr>
                <w:lang w:eastAsia="zh-TW"/>
              </w:rPr>
              <w:t>77</w:t>
            </w:r>
            <w:r>
              <w:rPr>
                <w:lang w:eastAsia="fi-FI"/>
              </w:rPr>
              <w:t>A</w:t>
            </w:r>
          </w:p>
          <w:p w14:paraId="18FBE966" w14:textId="77777777" w:rsidR="00B45972" w:rsidRDefault="00B45972" w:rsidP="00AC3FE8">
            <w:pPr>
              <w:pStyle w:val="TAC"/>
              <w:rPr>
                <w:noProof/>
                <w:lang w:eastAsia="zh-CN"/>
              </w:rPr>
            </w:pPr>
            <w:r>
              <w:rPr>
                <w:lang w:eastAsia="fi-FI"/>
              </w:rPr>
              <w:t>DC_</w:t>
            </w:r>
            <w:r>
              <w:rPr>
                <w:lang w:eastAsia="zh-TW"/>
              </w:rPr>
              <w:t>7</w:t>
            </w:r>
            <w:r>
              <w:rPr>
                <w:lang w:eastAsia="fi-FI"/>
              </w:rPr>
              <w:t>A_n</w:t>
            </w:r>
            <w:r>
              <w:rPr>
                <w:lang w:eastAsia="zh-TW"/>
              </w:rPr>
              <w:t>77</w:t>
            </w:r>
            <w:r>
              <w:rPr>
                <w:lang w:eastAsia="fi-FI"/>
              </w:rPr>
              <w:t>A</w:t>
            </w:r>
          </w:p>
        </w:tc>
      </w:tr>
      <w:tr w:rsidR="00B45972" w14:paraId="04A1B5E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E5FAF1A" w14:textId="77777777" w:rsidR="00B45972" w:rsidRDefault="00B45972" w:rsidP="00AC3FE8">
            <w:pPr>
              <w:pStyle w:val="TAC"/>
              <w:rPr>
                <w:lang w:eastAsia="fr-FR"/>
              </w:rPr>
            </w:pPr>
            <w:r>
              <w:t>DC_3A-3A-7A_n77A</w:t>
            </w:r>
            <w:r>
              <w:rPr>
                <w:noProof/>
                <w:vertAlign w:val="superscript"/>
                <w:lang w:eastAsia="zh-CN"/>
              </w:rPr>
              <w:t>5</w:t>
            </w:r>
          </w:p>
          <w:p w14:paraId="07CD42C7" w14:textId="77777777" w:rsidR="00B45972" w:rsidRDefault="00B45972" w:rsidP="00AC3FE8">
            <w:pPr>
              <w:pStyle w:val="TAC"/>
              <w:rPr>
                <w:lang w:eastAsia="fi-FI"/>
              </w:rPr>
            </w:pPr>
            <w:r>
              <w:rPr>
                <w:lang w:eastAsia="fi-FI"/>
              </w:rPr>
              <w:t>DC_3A-7A-7A_n77A</w:t>
            </w:r>
            <w:r>
              <w:rPr>
                <w:noProof/>
                <w:vertAlign w:val="superscript"/>
                <w:lang w:eastAsia="zh-CN"/>
              </w:rPr>
              <w:t>5</w:t>
            </w:r>
          </w:p>
          <w:p w14:paraId="688786F6" w14:textId="77777777" w:rsidR="00B45972" w:rsidRDefault="00B45972" w:rsidP="00AC3FE8">
            <w:pPr>
              <w:pStyle w:val="TAC"/>
              <w:rPr>
                <w:lang w:eastAsia="fi-FI"/>
              </w:rPr>
            </w:pPr>
            <w:r>
              <w:rPr>
                <w:lang w:eastAsia="fi-FI"/>
              </w:rPr>
              <w:t>DC_3A-3A-7A-7A_n77A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32516DD3" w14:textId="77777777" w:rsidR="00B45972" w:rsidRDefault="00B45972" w:rsidP="00AC3FE8">
            <w:pPr>
              <w:pStyle w:val="TAC"/>
              <w:rPr>
                <w:lang w:eastAsia="fr-FR"/>
              </w:rPr>
            </w:pPr>
            <w:r>
              <w:t>DC_3A_n77A</w:t>
            </w:r>
          </w:p>
          <w:p w14:paraId="78EF050D" w14:textId="77777777" w:rsidR="00B45972" w:rsidRDefault="00B45972" w:rsidP="00AC3FE8">
            <w:pPr>
              <w:pStyle w:val="TAC"/>
              <w:rPr>
                <w:lang w:eastAsia="fi-FI"/>
              </w:rPr>
            </w:pPr>
            <w:r>
              <w:t>DC_7A_n77A</w:t>
            </w:r>
          </w:p>
        </w:tc>
      </w:tr>
      <w:tr w:rsidR="00B45972" w14:paraId="6DD05A7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ACCA4F4" w14:textId="77777777" w:rsidR="00B45972" w:rsidRDefault="00B45972" w:rsidP="00AC3FE8">
            <w:pPr>
              <w:pStyle w:val="TAC"/>
              <w:rPr>
                <w:noProof/>
                <w:lang w:eastAsia="zh-CN"/>
              </w:rPr>
            </w:pPr>
            <w:r>
              <w:rPr>
                <w:noProof/>
                <w:lang w:eastAsia="zh-CN"/>
              </w:rPr>
              <w:t>DC_3A-7A_n78A</w:t>
            </w:r>
            <w:r>
              <w:rPr>
                <w:noProof/>
                <w:vertAlign w:val="superscript"/>
                <w:lang w:eastAsia="zh-CN"/>
              </w:rPr>
              <w:t>5</w:t>
            </w:r>
          </w:p>
          <w:p w14:paraId="27E10167" w14:textId="77777777" w:rsidR="00B45972" w:rsidRDefault="00B45972" w:rsidP="00AC3FE8">
            <w:pPr>
              <w:pStyle w:val="TAC"/>
              <w:rPr>
                <w:noProof/>
                <w:vertAlign w:val="superscript"/>
                <w:lang w:eastAsia="zh-CN"/>
              </w:rPr>
            </w:pPr>
            <w:r>
              <w:rPr>
                <w:lang w:eastAsia="zh-CN"/>
              </w:rPr>
              <w:t>DC_3C-7A_n78A</w:t>
            </w:r>
            <w:r>
              <w:rPr>
                <w:noProof/>
                <w:vertAlign w:val="superscript"/>
                <w:lang w:eastAsia="zh-CN"/>
              </w:rPr>
              <w:t>5</w:t>
            </w:r>
          </w:p>
          <w:p w14:paraId="7DFFA14F" w14:textId="77777777" w:rsidR="00B45972" w:rsidRDefault="00B45972" w:rsidP="00AC3FE8">
            <w:pPr>
              <w:pStyle w:val="TAC"/>
              <w:rPr>
                <w:noProof/>
                <w:lang w:eastAsia="zh-CN"/>
              </w:rPr>
            </w:pPr>
            <w:r>
              <w:rPr>
                <w:noProof/>
                <w:lang w:eastAsia="zh-CN"/>
              </w:rPr>
              <w:t>DC_3A-7C_n78A</w:t>
            </w:r>
            <w:r>
              <w:rPr>
                <w:noProof/>
                <w:vertAlign w:val="superscript"/>
                <w:lang w:eastAsia="zh-CN"/>
              </w:rPr>
              <w:t>5</w:t>
            </w:r>
          </w:p>
          <w:p w14:paraId="52DC4C2F" w14:textId="77777777" w:rsidR="00B45972" w:rsidRDefault="00B45972" w:rsidP="00AC3FE8">
            <w:pPr>
              <w:pStyle w:val="TAC"/>
              <w:rPr>
                <w:noProof/>
                <w:lang w:eastAsia="zh-CN"/>
              </w:rPr>
            </w:pPr>
            <w:r>
              <w:rPr>
                <w:noProof/>
                <w:lang w:eastAsia="zh-CN"/>
              </w:rPr>
              <w:t>DC_3C-7C_n78A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686383E9" w14:textId="77777777" w:rsidR="00B45972" w:rsidRDefault="00B45972" w:rsidP="00AC3FE8">
            <w:pPr>
              <w:pStyle w:val="TAC"/>
              <w:rPr>
                <w:noProof/>
                <w:lang w:eastAsia="zh-CN"/>
              </w:rPr>
            </w:pPr>
            <w:r>
              <w:rPr>
                <w:noProof/>
                <w:lang w:eastAsia="zh-CN"/>
              </w:rPr>
              <w:t>DC_3A_n78A</w:t>
            </w:r>
          </w:p>
          <w:p w14:paraId="4CC85D82" w14:textId="77777777" w:rsidR="00B45972" w:rsidRDefault="00B45972" w:rsidP="00AC3FE8">
            <w:pPr>
              <w:pStyle w:val="TAC"/>
              <w:rPr>
                <w:noProof/>
                <w:lang w:eastAsia="zh-CN"/>
              </w:rPr>
            </w:pPr>
            <w:r>
              <w:rPr>
                <w:noProof/>
                <w:lang w:eastAsia="zh-CN"/>
              </w:rPr>
              <w:t>DC_3C_n78A</w:t>
            </w:r>
          </w:p>
          <w:p w14:paraId="3DB8123A" w14:textId="77777777" w:rsidR="00B45972" w:rsidRDefault="00B45972" w:rsidP="00AC3FE8">
            <w:pPr>
              <w:pStyle w:val="TAC"/>
              <w:rPr>
                <w:noProof/>
                <w:lang w:eastAsia="zh-CN"/>
              </w:rPr>
            </w:pPr>
            <w:r>
              <w:rPr>
                <w:noProof/>
                <w:lang w:eastAsia="zh-CN"/>
              </w:rPr>
              <w:t>DC_7A_n78A</w:t>
            </w:r>
          </w:p>
          <w:p w14:paraId="59A01848" w14:textId="77777777" w:rsidR="00B45972" w:rsidRDefault="00B45972" w:rsidP="00AC3FE8">
            <w:pPr>
              <w:pStyle w:val="TAC"/>
              <w:rPr>
                <w:noProof/>
                <w:lang w:eastAsia="zh-CN"/>
              </w:rPr>
            </w:pPr>
            <w:r>
              <w:rPr>
                <w:noProof/>
                <w:lang w:eastAsia="zh-CN"/>
              </w:rPr>
              <w:t>DC_7C_n78A</w:t>
            </w:r>
          </w:p>
        </w:tc>
      </w:tr>
      <w:tr w:rsidR="00B45972" w14:paraId="01B7C8A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D2C99E5" w14:textId="77777777" w:rsidR="00B45972" w:rsidRDefault="00B45972" w:rsidP="00AC3FE8">
            <w:pPr>
              <w:pStyle w:val="TAC"/>
              <w:rPr>
                <w:noProof/>
                <w:lang w:eastAsia="zh-CN"/>
              </w:rPr>
            </w:pPr>
            <w:r>
              <w:rPr>
                <w:noProof/>
                <w:lang w:eastAsia="zh-CN"/>
              </w:rPr>
              <w:t>DC_3A-7A_n78(2A)</w:t>
            </w:r>
            <w:r>
              <w:rPr>
                <w:noProof/>
                <w:vertAlign w:val="superscript"/>
                <w:lang w:eastAsia="zh-CN"/>
              </w:rPr>
              <w:t>5</w:t>
            </w:r>
          </w:p>
          <w:p w14:paraId="6318C56C" w14:textId="77777777" w:rsidR="00B45972" w:rsidRDefault="00B45972" w:rsidP="00AC3FE8">
            <w:pPr>
              <w:pStyle w:val="TAC"/>
              <w:rPr>
                <w:noProof/>
                <w:vertAlign w:val="superscript"/>
                <w:lang w:eastAsia="zh-CN"/>
              </w:rPr>
            </w:pPr>
            <w:r>
              <w:rPr>
                <w:noProof/>
                <w:lang w:eastAsia="zh-CN"/>
              </w:rPr>
              <w:t>DC_3C-7A_n78(2A)</w:t>
            </w:r>
            <w:r>
              <w:rPr>
                <w:noProof/>
                <w:vertAlign w:val="superscript"/>
                <w:lang w:eastAsia="zh-CN"/>
              </w:rPr>
              <w:t>5</w:t>
            </w:r>
          </w:p>
          <w:p w14:paraId="485ABB57" w14:textId="77777777" w:rsidR="00B45972" w:rsidRDefault="00B45972" w:rsidP="00AC3FE8">
            <w:pPr>
              <w:pStyle w:val="TAC"/>
              <w:rPr>
                <w:noProof/>
                <w:lang w:eastAsia="zh-CN"/>
              </w:rPr>
            </w:pPr>
            <w:r>
              <w:rPr>
                <w:noProof/>
                <w:lang w:eastAsia="zh-CN"/>
              </w:rPr>
              <w:t>DC_3A-7C_n78(2A)</w:t>
            </w:r>
            <w:r>
              <w:rPr>
                <w:noProof/>
                <w:vertAlign w:val="superscript"/>
                <w:lang w:eastAsia="zh-CN"/>
              </w:rPr>
              <w:t>5</w:t>
            </w:r>
          </w:p>
          <w:p w14:paraId="5BD1E327" w14:textId="77777777" w:rsidR="00B45972" w:rsidRDefault="00B45972" w:rsidP="00AC3FE8">
            <w:pPr>
              <w:pStyle w:val="TAC"/>
              <w:rPr>
                <w:noProof/>
                <w:lang w:eastAsia="zh-CN"/>
              </w:rPr>
            </w:pPr>
            <w:r>
              <w:rPr>
                <w:noProof/>
                <w:lang w:eastAsia="zh-CN"/>
              </w:rPr>
              <w:t>DC_3C-7C_n78(2A)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E043440" w14:textId="77777777" w:rsidR="00B45972" w:rsidRDefault="00B45972" w:rsidP="00AC3FE8">
            <w:pPr>
              <w:pStyle w:val="TAC"/>
              <w:rPr>
                <w:noProof/>
                <w:lang w:eastAsia="zh-CN"/>
              </w:rPr>
            </w:pPr>
            <w:r>
              <w:rPr>
                <w:noProof/>
                <w:lang w:eastAsia="zh-CN"/>
              </w:rPr>
              <w:t>DC_3A_n78A</w:t>
            </w:r>
          </w:p>
          <w:p w14:paraId="22553000" w14:textId="77777777" w:rsidR="00B45972" w:rsidRDefault="00B45972" w:rsidP="00AC3FE8">
            <w:pPr>
              <w:pStyle w:val="TAC"/>
              <w:rPr>
                <w:noProof/>
                <w:lang w:eastAsia="zh-CN"/>
              </w:rPr>
            </w:pPr>
            <w:r>
              <w:rPr>
                <w:noProof/>
                <w:lang w:eastAsia="zh-CN"/>
              </w:rPr>
              <w:t>DC_7A_n78A</w:t>
            </w:r>
          </w:p>
          <w:p w14:paraId="391F450B" w14:textId="77777777" w:rsidR="00B45972" w:rsidRDefault="00B45972" w:rsidP="00AC3FE8">
            <w:pPr>
              <w:pStyle w:val="TAC"/>
              <w:rPr>
                <w:noProof/>
                <w:lang w:eastAsia="zh-CN"/>
              </w:rPr>
            </w:pPr>
            <w:r>
              <w:rPr>
                <w:noProof/>
                <w:lang w:eastAsia="zh-CN"/>
              </w:rPr>
              <w:t>DC_3C_n78A</w:t>
            </w:r>
          </w:p>
          <w:p w14:paraId="7FA8970D" w14:textId="77777777" w:rsidR="00B45972" w:rsidRDefault="00B45972" w:rsidP="00AC3FE8">
            <w:pPr>
              <w:pStyle w:val="TAC"/>
              <w:rPr>
                <w:noProof/>
                <w:lang w:eastAsia="zh-CN"/>
              </w:rPr>
            </w:pPr>
            <w:r>
              <w:rPr>
                <w:noProof/>
                <w:lang w:eastAsia="zh-CN"/>
              </w:rPr>
              <w:t>DC_7C_n78A</w:t>
            </w:r>
          </w:p>
        </w:tc>
      </w:tr>
      <w:tr w:rsidR="00B45972" w14:paraId="274E369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29A97E7" w14:textId="77777777" w:rsidR="00B45972" w:rsidRDefault="00B45972" w:rsidP="00AC3FE8">
            <w:pPr>
              <w:pStyle w:val="TAC"/>
              <w:rPr>
                <w:noProof/>
                <w:lang w:eastAsia="zh-CN"/>
              </w:rPr>
            </w:pPr>
            <w:r>
              <w:rPr>
                <w:noProof/>
                <w:lang w:eastAsia="zh-CN"/>
              </w:rPr>
              <w:t>DC_3A_n7A-n28A</w:t>
            </w:r>
          </w:p>
          <w:p w14:paraId="7FC2207B" w14:textId="77777777" w:rsidR="00B45972" w:rsidRDefault="00B45972" w:rsidP="00AC3FE8">
            <w:pPr>
              <w:pStyle w:val="TAC"/>
              <w:rPr>
                <w:noProof/>
                <w:lang w:eastAsia="zh-CN"/>
              </w:rPr>
            </w:pPr>
            <w:r>
              <w:rPr>
                <w:noProof/>
                <w:lang w:eastAsia="zh-CN"/>
              </w:rPr>
              <w:t>DC_3C_n7A-n28A</w:t>
            </w:r>
          </w:p>
        </w:tc>
        <w:tc>
          <w:tcPr>
            <w:tcW w:w="5862" w:type="dxa"/>
            <w:tcBorders>
              <w:top w:val="single" w:sz="4" w:space="0" w:color="auto"/>
              <w:left w:val="single" w:sz="4" w:space="0" w:color="auto"/>
              <w:bottom w:val="single" w:sz="4" w:space="0" w:color="auto"/>
              <w:right w:val="single" w:sz="4" w:space="0" w:color="auto"/>
            </w:tcBorders>
            <w:hideMark/>
          </w:tcPr>
          <w:p w14:paraId="5564FBEC" w14:textId="77777777" w:rsidR="00B45972" w:rsidRDefault="00B45972" w:rsidP="00AC3FE8">
            <w:pPr>
              <w:pStyle w:val="TAC"/>
              <w:rPr>
                <w:noProof/>
                <w:lang w:eastAsia="zh-CN"/>
              </w:rPr>
            </w:pPr>
            <w:r>
              <w:rPr>
                <w:noProof/>
                <w:lang w:eastAsia="zh-CN"/>
              </w:rPr>
              <w:t>DC_3A_n7A</w:t>
            </w:r>
          </w:p>
          <w:p w14:paraId="1E217F01" w14:textId="77777777" w:rsidR="00B45972" w:rsidRDefault="00B45972" w:rsidP="00AC3FE8">
            <w:pPr>
              <w:pStyle w:val="TAC"/>
              <w:rPr>
                <w:noProof/>
                <w:lang w:eastAsia="zh-CN"/>
              </w:rPr>
            </w:pPr>
            <w:r>
              <w:rPr>
                <w:noProof/>
                <w:lang w:eastAsia="zh-CN"/>
              </w:rPr>
              <w:t>DC_3A_n28A</w:t>
            </w:r>
          </w:p>
          <w:p w14:paraId="0611FCEB" w14:textId="77777777" w:rsidR="00B45972" w:rsidRDefault="00B45972" w:rsidP="00AC3FE8">
            <w:pPr>
              <w:pStyle w:val="TAC"/>
              <w:rPr>
                <w:noProof/>
                <w:lang w:eastAsia="zh-CN"/>
              </w:rPr>
            </w:pPr>
            <w:r>
              <w:rPr>
                <w:noProof/>
                <w:lang w:eastAsia="zh-CN"/>
              </w:rPr>
              <w:t>DC_3C_n7A</w:t>
            </w:r>
          </w:p>
          <w:p w14:paraId="7B2075A5" w14:textId="77777777" w:rsidR="00B45972" w:rsidRDefault="00B45972" w:rsidP="00AC3FE8">
            <w:pPr>
              <w:pStyle w:val="TAC"/>
              <w:rPr>
                <w:noProof/>
                <w:lang w:eastAsia="zh-CN"/>
              </w:rPr>
            </w:pPr>
            <w:r>
              <w:rPr>
                <w:noProof/>
                <w:lang w:eastAsia="zh-CN"/>
              </w:rPr>
              <w:t>DC_3C_n28A</w:t>
            </w:r>
          </w:p>
        </w:tc>
      </w:tr>
      <w:tr w:rsidR="00B45972" w14:paraId="0C313BA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E907426" w14:textId="77777777" w:rsidR="00B45972" w:rsidRDefault="00B45972" w:rsidP="00AC3FE8">
            <w:pPr>
              <w:pStyle w:val="TAC"/>
              <w:rPr>
                <w:noProof/>
                <w:lang w:eastAsia="zh-CN"/>
              </w:rPr>
            </w:pPr>
            <w:r>
              <w:rPr>
                <w:noProof/>
                <w:lang w:eastAsia="zh-CN"/>
              </w:rPr>
              <w:t>DC_3A-3A-7A_n78A</w:t>
            </w:r>
            <w:r>
              <w:rPr>
                <w:noProof/>
                <w:vertAlign w:val="superscript"/>
                <w:lang w:eastAsia="zh-CN"/>
              </w:rPr>
              <w:t>5</w:t>
            </w:r>
          </w:p>
          <w:p w14:paraId="06C4D257" w14:textId="77777777" w:rsidR="00B45972" w:rsidRDefault="00B45972" w:rsidP="00AC3FE8">
            <w:pPr>
              <w:pStyle w:val="TAC"/>
              <w:rPr>
                <w:noProof/>
                <w:lang w:eastAsia="zh-CN"/>
              </w:rPr>
            </w:pPr>
            <w:r>
              <w:rPr>
                <w:noProof/>
                <w:lang w:eastAsia="zh-CN"/>
              </w:rPr>
              <w:t>DC_3A-7A-7A_n78A</w:t>
            </w:r>
            <w:r>
              <w:rPr>
                <w:noProof/>
                <w:vertAlign w:val="superscript"/>
                <w:lang w:eastAsia="zh-CN"/>
              </w:rPr>
              <w:t>5</w:t>
            </w:r>
          </w:p>
          <w:p w14:paraId="47C602E3" w14:textId="77777777" w:rsidR="00B45972" w:rsidRDefault="00B45972" w:rsidP="00AC3FE8">
            <w:pPr>
              <w:pStyle w:val="TAC"/>
              <w:rPr>
                <w:noProof/>
                <w:lang w:eastAsia="zh-CN"/>
              </w:rPr>
            </w:pPr>
            <w:r>
              <w:rPr>
                <w:noProof/>
                <w:lang w:eastAsia="zh-CN"/>
              </w:rPr>
              <w:t>DC_3A-3A-7A-7A_n78A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269898C" w14:textId="77777777" w:rsidR="00B45972" w:rsidRDefault="00B45972" w:rsidP="00AC3FE8">
            <w:pPr>
              <w:pStyle w:val="TAC"/>
              <w:rPr>
                <w:noProof/>
                <w:lang w:eastAsia="zh-CN"/>
              </w:rPr>
            </w:pPr>
            <w:r>
              <w:rPr>
                <w:noProof/>
                <w:lang w:eastAsia="zh-CN"/>
              </w:rPr>
              <w:t>DC_3A_n78A</w:t>
            </w:r>
          </w:p>
          <w:p w14:paraId="75CE737B" w14:textId="77777777" w:rsidR="00B45972" w:rsidRDefault="00B45972" w:rsidP="00AC3FE8">
            <w:pPr>
              <w:pStyle w:val="TAC"/>
              <w:rPr>
                <w:noProof/>
                <w:lang w:eastAsia="zh-CN"/>
              </w:rPr>
            </w:pPr>
            <w:r>
              <w:rPr>
                <w:noProof/>
                <w:lang w:eastAsia="zh-CN"/>
              </w:rPr>
              <w:t>DC_7A_n78A</w:t>
            </w:r>
          </w:p>
        </w:tc>
      </w:tr>
      <w:tr w:rsidR="00B45972" w14:paraId="2B514E9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7CA6D2D" w14:textId="77777777" w:rsidR="00B45972" w:rsidRDefault="00B45972" w:rsidP="00AC3FE8">
            <w:pPr>
              <w:pStyle w:val="TAC"/>
              <w:rPr>
                <w:lang w:eastAsia="zh-CN"/>
              </w:rPr>
            </w:pPr>
            <w:r>
              <w:rPr>
                <w:lang w:eastAsia="zh-CN"/>
              </w:rPr>
              <w:t>DC_3A_n7A-n78A</w:t>
            </w:r>
            <w:r>
              <w:rPr>
                <w:noProof/>
                <w:vertAlign w:val="superscript"/>
                <w:lang w:eastAsia="zh-CN"/>
              </w:rPr>
              <w:t>5</w:t>
            </w:r>
          </w:p>
          <w:p w14:paraId="0BCB4CB0" w14:textId="77777777" w:rsidR="00B45972" w:rsidRDefault="00B45972" w:rsidP="00AC3FE8">
            <w:pPr>
              <w:pStyle w:val="TAC"/>
              <w:rPr>
                <w:lang w:eastAsia="zh-CN"/>
              </w:rPr>
            </w:pPr>
            <w:r>
              <w:rPr>
                <w:lang w:eastAsia="zh-CN"/>
              </w:rPr>
              <w:t>DC_3A_n7B-n78A</w:t>
            </w:r>
            <w:r>
              <w:rPr>
                <w:noProof/>
                <w:vertAlign w:val="superscript"/>
                <w:lang w:eastAsia="zh-CN"/>
              </w:rPr>
              <w:t>5</w:t>
            </w:r>
          </w:p>
          <w:p w14:paraId="1149C0A6" w14:textId="77777777" w:rsidR="00B45972" w:rsidRDefault="00B45972" w:rsidP="00AC3FE8">
            <w:pPr>
              <w:pStyle w:val="TAC"/>
              <w:rPr>
                <w:lang w:eastAsia="zh-CN"/>
              </w:rPr>
            </w:pPr>
            <w:r>
              <w:rPr>
                <w:lang w:eastAsia="zh-CN"/>
              </w:rPr>
              <w:t>DC_3C_n7A-n78A</w:t>
            </w:r>
            <w:r>
              <w:rPr>
                <w:noProof/>
                <w:vertAlign w:val="superscript"/>
                <w:lang w:eastAsia="zh-CN"/>
              </w:rPr>
              <w:t>5</w:t>
            </w:r>
          </w:p>
          <w:p w14:paraId="5570696F" w14:textId="77777777" w:rsidR="00B45972" w:rsidRDefault="00B45972" w:rsidP="00AC3FE8">
            <w:pPr>
              <w:pStyle w:val="TAC"/>
              <w:rPr>
                <w:noProof/>
                <w:lang w:eastAsia="zh-CN"/>
              </w:rPr>
            </w:pPr>
            <w:r>
              <w:rPr>
                <w:noProof/>
                <w:lang w:eastAsia="zh-CN"/>
              </w:rPr>
              <w:t>DC_3C_n7B-n78A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489ABF4" w14:textId="77777777" w:rsidR="00B45972" w:rsidRDefault="00B45972" w:rsidP="00AC3FE8">
            <w:pPr>
              <w:pStyle w:val="TAC"/>
              <w:rPr>
                <w:lang w:eastAsia="zh-CN"/>
              </w:rPr>
            </w:pPr>
            <w:r>
              <w:rPr>
                <w:lang w:eastAsia="zh-CN"/>
              </w:rPr>
              <w:t>DC_3A_n7A</w:t>
            </w:r>
          </w:p>
          <w:p w14:paraId="4096874F" w14:textId="77777777" w:rsidR="00B45972" w:rsidRDefault="00B45972" w:rsidP="00AC3FE8">
            <w:pPr>
              <w:pStyle w:val="TAC"/>
              <w:rPr>
                <w:lang w:eastAsia="zh-CN"/>
              </w:rPr>
            </w:pPr>
            <w:r>
              <w:rPr>
                <w:lang w:eastAsia="zh-CN"/>
              </w:rPr>
              <w:t>DC_3C_n7A</w:t>
            </w:r>
          </w:p>
          <w:p w14:paraId="69D1A91B" w14:textId="77777777" w:rsidR="00B45972" w:rsidRDefault="00B45972" w:rsidP="00AC3FE8">
            <w:pPr>
              <w:pStyle w:val="TAC"/>
              <w:rPr>
                <w:lang w:eastAsia="zh-CN"/>
              </w:rPr>
            </w:pPr>
            <w:r>
              <w:rPr>
                <w:lang w:eastAsia="zh-CN"/>
              </w:rPr>
              <w:t>DC_3A_n78A</w:t>
            </w:r>
          </w:p>
        </w:tc>
      </w:tr>
      <w:tr w:rsidR="00B45972" w14:paraId="7EF3FAA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941ED1F" w14:textId="77777777" w:rsidR="00B45972" w:rsidRDefault="00B45972" w:rsidP="00AC3FE8">
            <w:pPr>
              <w:pStyle w:val="TAC"/>
              <w:rPr>
                <w:lang w:eastAsia="zh-CN"/>
              </w:rPr>
            </w:pPr>
            <w:r>
              <w:rPr>
                <w:lang w:eastAsia="zh-CN"/>
              </w:rPr>
              <w:t>DC_3A-3A_n7A-n78A</w:t>
            </w:r>
            <w:r>
              <w:rPr>
                <w:noProof/>
                <w:vertAlign w:val="superscript"/>
                <w:lang w:eastAsia="zh-CN"/>
              </w:rPr>
              <w:t>5</w:t>
            </w:r>
          </w:p>
          <w:p w14:paraId="2132A36B" w14:textId="77777777" w:rsidR="00B45972" w:rsidRDefault="00B45972" w:rsidP="00AC3FE8">
            <w:pPr>
              <w:pStyle w:val="TAC"/>
              <w:rPr>
                <w:lang w:eastAsia="zh-CN"/>
              </w:rPr>
            </w:pPr>
            <w:r>
              <w:rPr>
                <w:lang w:eastAsia="zh-CN"/>
              </w:rPr>
              <w:t>DC_3A-3A_n7B-n78A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2EB3FB97" w14:textId="77777777" w:rsidR="00B45972" w:rsidRDefault="00B45972" w:rsidP="00AC3FE8">
            <w:pPr>
              <w:pStyle w:val="TAC"/>
              <w:rPr>
                <w:lang w:eastAsia="zh-CN"/>
              </w:rPr>
            </w:pPr>
            <w:r>
              <w:rPr>
                <w:lang w:eastAsia="zh-CN"/>
              </w:rPr>
              <w:t>DC_3A_n7A</w:t>
            </w:r>
          </w:p>
          <w:p w14:paraId="49C7A0C7" w14:textId="77777777" w:rsidR="00B45972" w:rsidRDefault="00B45972" w:rsidP="00AC3FE8">
            <w:pPr>
              <w:pStyle w:val="TAC"/>
              <w:rPr>
                <w:lang w:eastAsia="zh-CN"/>
              </w:rPr>
            </w:pPr>
            <w:r>
              <w:rPr>
                <w:lang w:eastAsia="zh-CN"/>
              </w:rPr>
              <w:t>DC_3A_n7B</w:t>
            </w:r>
          </w:p>
          <w:p w14:paraId="0A6FD2BB" w14:textId="77777777" w:rsidR="00B45972" w:rsidRDefault="00B45972" w:rsidP="00AC3FE8">
            <w:pPr>
              <w:pStyle w:val="TAC"/>
              <w:rPr>
                <w:lang w:eastAsia="zh-CN"/>
              </w:rPr>
            </w:pPr>
            <w:r>
              <w:rPr>
                <w:lang w:eastAsia="zh-CN"/>
              </w:rPr>
              <w:t>DC_3A_n78A</w:t>
            </w:r>
          </w:p>
        </w:tc>
      </w:tr>
      <w:tr w:rsidR="00B45972" w14:paraId="175EEE7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0E353F2" w14:textId="77777777" w:rsidR="00B45972" w:rsidRDefault="00B45972" w:rsidP="00AC3FE8">
            <w:pPr>
              <w:pStyle w:val="TAC"/>
              <w:rPr>
                <w:lang w:eastAsia="zh-CN"/>
              </w:rPr>
            </w:pPr>
            <w:r>
              <w:rPr>
                <w:lang w:eastAsia="zh-CN"/>
              </w:rPr>
              <w:t>DC_3A_n7A-n78(2A)</w:t>
            </w:r>
          </w:p>
          <w:p w14:paraId="5C185A2E" w14:textId="77777777" w:rsidR="00B45972" w:rsidRDefault="00B45972" w:rsidP="00AC3FE8">
            <w:pPr>
              <w:pStyle w:val="TAC"/>
              <w:rPr>
                <w:lang w:eastAsia="zh-CN"/>
              </w:rPr>
            </w:pPr>
            <w:r>
              <w:rPr>
                <w:lang w:eastAsia="zh-CN"/>
              </w:rPr>
              <w:t>DC_3C_n7A-n78(2A)</w:t>
            </w:r>
          </w:p>
        </w:tc>
        <w:tc>
          <w:tcPr>
            <w:tcW w:w="5862" w:type="dxa"/>
            <w:tcBorders>
              <w:top w:val="single" w:sz="4" w:space="0" w:color="auto"/>
              <w:left w:val="single" w:sz="4" w:space="0" w:color="auto"/>
              <w:bottom w:val="single" w:sz="4" w:space="0" w:color="auto"/>
              <w:right w:val="single" w:sz="4" w:space="0" w:color="auto"/>
            </w:tcBorders>
            <w:hideMark/>
          </w:tcPr>
          <w:p w14:paraId="2D488CE0" w14:textId="77777777" w:rsidR="00B45972" w:rsidRDefault="00B45972" w:rsidP="00AC3FE8">
            <w:pPr>
              <w:pStyle w:val="TAC"/>
              <w:rPr>
                <w:lang w:eastAsia="zh-CN"/>
              </w:rPr>
            </w:pPr>
            <w:r>
              <w:rPr>
                <w:lang w:eastAsia="zh-CN"/>
              </w:rPr>
              <w:t>DC_3A_n7A</w:t>
            </w:r>
          </w:p>
          <w:p w14:paraId="53513202" w14:textId="77777777" w:rsidR="00B45972" w:rsidRDefault="00B45972" w:rsidP="00AC3FE8">
            <w:pPr>
              <w:pStyle w:val="TAC"/>
              <w:rPr>
                <w:lang w:eastAsia="zh-CN"/>
              </w:rPr>
            </w:pPr>
            <w:r>
              <w:rPr>
                <w:lang w:eastAsia="zh-CN"/>
              </w:rPr>
              <w:t>DC_3A_n78A</w:t>
            </w:r>
          </w:p>
          <w:p w14:paraId="6CF85F40" w14:textId="77777777" w:rsidR="00B45972" w:rsidRDefault="00B45972" w:rsidP="00AC3FE8">
            <w:pPr>
              <w:pStyle w:val="TAC"/>
              <w:rPr>
                <w:lang w:eastAsia="zh-CN"/>
              </w:rPr>
            </w:pPr>
            <w:r>
              <w:rPr>
                <w:lang w:eastAsia="zh-CN"/>
              </w:rPr>
              <w:t>DC_3C_n7A</w:t>
            </w:r>
          </w:p>
          <w:p w14:paraId="0F6B0301" w14:textId="77777777" w:rsidR="00B45972" w:rsidRDefault="00B45972" w:rsidP="00AC3FE8">
            <w:pPr>
              <w:pStyle w:val="TAC"/>
              <w:rPr>
                <w:lang w:eastAsia="zh-CN"/>
              </w:rPr>
            </w:pPr>
            <w:r>
              <w:rPr>
                <w:lang w:eastAsia="zh-CN"/>
              </w:rPr>
              <w:t>DC_3C_n78A</w:t>
            </w:r>
          </w:p>
        </w:tc>
      </w:tr>
      <w:tr w:rsidR="00B45972" w14:paraId="7578730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FEE3DEB" w14:textId="77777777" w:rsidR="00B45972" w:rsidRDefault="00B45972" w:rsidP="00AC3FE8">
            <w:pPr>
              <w:pStyle w:val="TAC"/>
              <w:rPr>
                <w:lang w:eastAsia="zh-CN"/>
              </w:rPr>
            </w:pPr>
            <w:r>
              <w:rPr>
                <w:lang w:eastAsia="zh-CN"/>
              </w:rPr>
              <w:t>DC_3A-8A_n1A</w:t>
            </w:r>
          </w:p>
          <w:p w14:paraId="61CA242E" w14:textId="77777777" w:rsidR="00B45972" w:rsidRDefault="00B45972" w:rsidP="00AC3FE8">
            <w:pPr>
              <w:pStyle w:val="TAC"/>
              <w:rPr>
                <w:lang w:eastAsia="zh-CN"/>
              </w:rPr>
            </w:pPr>
            <w:r>
              <w:rPr>
                <w:lang w:eastAsia="zh-CN"/>
              </w:rPr>
              <w:t>DC_3C-8A_n1A</w:t>
            </w:r>
          </w:p>
        </w:tc>
        <w:tc>
          <w:tcPr>
            <w:tcW w:w="5862" w:type="dxa"/>
            <w:tcBorders>
              <w:top w:val="single" w:sz="4" w:space="0" w:color="auto"/>
              <w:left w:val="single" w:sz="4" w:space="0" w:color="auto"/>
              <w:bottom w:val="single" w:sz="4" w:space="0" w:color="auto"/>
              <w:right w:val="single" w:sz="4" w:space="0" w:color="auto"/>
            </w:tcBorders>
            <w:hideMark/>
          </w:tcPr>
          <w:p w14:paraId="22DAE150" w14:textId="77777777" w:rsidR="00B45972" w:rsidRDefault="00B45972" w:rsidP="00AC3FE8">
            <w:pPr>
              <w:pStyle w:val="TAC"/>
              <w:rPr>
                <w:lang w:eastAsia="zh-CN"/>
              </w:rPr>
            </w:pPr>
            <w:r>
              <w:rPr>
                <w:lang w:eastAsia="zh-CN"/>
              </w:rPr>
              <w:t>DC_3A_n1A</w:t>
            </w:r>
          </w:p>
          <w:p w14:paraId="4202836B" w14:textId="77777777" w:rsidR="00B45972" w:rsidRDefault="00B45972" w:rsidP="00AC3FE8">
            <w:pPr>
              <w:pStyle w:val="TAC"/>
              <w:rPr>
                <w:lang w:eastAsia="zh-CN"/>
              </w:rPr>
            </w:pPr>
            <w:r>
              <w:rPr>
                <w:lang w:eastAsia="zh-CN"/>
              </w:rPr>
              <w:t>DC_8A_n1A</w:t>
            </w:r>
          </w:p>
        </w:tc>
      </w:tr>
      <w:tr w:rsidR="00B45972" w14:paraId="42C3705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8E2384D" w14:textId="77777777" w:rsidR="00B45972" w:rsidRDefault="00B45972" w:rsidP="00AC3FE8">
            <w:pPr>
              <w:pStyle w:val="TAC"/>
              <w:rPr>
                <w:lang w:eastAsia="zh-CN"/>
              </w:rPr>
            </w:pPr>
            <w:r>
              <w:rPr>
                <w:lang w:eastAsia="zh-CN"/>
              </w:rPr>
              <w:t>DC_3A-3A-8A_n1A</w:t>
            </w:r>
          </w:p>
        </w:tc>
        <w:tc>
          <w:tcPr>
            <w:tcW w:w="5862" w:type="dxa"/>
            <w:tcBorders>
              <w:top w:val="single" w:sz="4" w:space="0" w:color="auto"/>
              <w:left w:val="single" w:sz="4" w:space="0" w:color="auto"/>
              <w:bottom w:val="single" w:sz="4" w:space="0" w:color="auto"/>
              <w:right w:val="single" w:sz="4" w:space="0" w:color="auto"/>
            </w:tcBorders>
            <w:hideMark/>
          </w:tcPr>
          <w:p w14:paraId="0996AA95" w14:textId="77777777" w:rsidR="00B45972" w:rsidRDefault="00B45972" w:rsidP="00AC3FE8">
            <w:pPr>
              <w:pStyle w:val="TAC"/>
              <w:rPr>
                <w:lang w:eastAsia="zh-CN"/>
              </w:rPr>
            </w:pPr>
            <w:r>
              <w:rPr>
                <w:lang w:eastAsia="zh-CN"/>
              </w:rPr>
              <w:t>DC_3A_n1A</w:t>
            </w:r>
          </w:p>
          <w:p w14:paraId="741AC9FA" w14:textId="77777777" w:rsidR="00B45972" w:rsidRDefault="00B45972" w:rsidP="00AC3FE8">
            <w:pPr>
              <w:pStyle w:val="TAC"/>
              <w:rPr>
                <w:lang w:eastAsia="zh-CN"/>
              </w:rPr>
            </w:pPr>
            <w:r>
              <w:rPr>
                <w:lang w:eastAsia="zh-CN"/>
              </w:rPr>
              <w:t>DC_8A_n1A</w:t>
            </w:r>
          </w:p>
        </w:tc>
      </w:tr>
      <w:tr w:rsidR="00B45972" w14:paraId="55DC0C3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EB9581A" w14:textId="77777777" w:rsidR="00B45972" w:rsidRDefault="00B45972" w:rsidP="00AC3FE8">
            <w:pPr>
              <w:pStyle w:val="TAC"/>
              <w:rPr>
                <w:lang w:eastAsia="zh-CN"/>
              </w:rPr>
            </w:pPr>
            <w:r>
              <w:rPr>
                <w:rFonts w:cs="Arial"/>
                <w:lang w:eastAsia="ja-JP"/>
              </w:rPr>
              <w:t>DC_3A_n8A-n40A</w:t>
            </w:r>
          </w:p>
        </w:tc>
        <w:tc>
          <w:tcPr>
            <w:tcW w:w="5862" w:type="dxa"/>
            <w:tcBorders>
              <w:top w:val="single" w:sz="4" w:space="0" w:color="auto"/>
              <w:left w:val="single" w:sz="4" w:space="0" w:color="auto"/>
              <w:bottom w:val="single" w:sz="4" w:space="0" w:color="auto"/>
              <w:right w:val="single" w:sz="4" w:space="0" w:color="auto"/>
            </w:tcBorders>
            <w:hideMark/>
          </w:tcPr>
          <w:p w14:paraId="0775B484" w14:textId="77777777" w:rsidR="00B45972" w:rsidRDefault="00B45972" w:rsidP="00AC3FE8">
            <w:pPr>
              <w:pStyle w:val="TAC"/>
              <w:rPr>
                <w:rFonts w:cs="Arial"/>
                <w:lang w:eastAsia="ja-JP"/>
              </w:rPr>
            </w:pPr>
            <w:r>
              <w:rPr>
                <w:rFonts w:cs="Arial"/>
                <w:lang w:eastAsia="ja-JP"/>
              </w:rPr>
              <w:t>DC_3A_n8A</w:t>
            </w:r>
          </w:p>
          <w:p w14:paraId="499AE1FA" w14:textId="77777777" w:rsidR="00B45972" w:rsidRDefault="00B45972" w:rsidP="00AC3FE8">
            <w:pPr>
              <w:pStyle w:val="TAC"/>
              <w:rPr>
                <w:lang w:eastAsia="zh-CN"/>
              </w:rPr>
            </w:pPr>
            <w:r>
              <w:rPr>
                <w:rFonts w:cs="Arial"/>
                <w:lang w:eastAsia="ja-JP"/>
              </w:rPr>
              <w:t>DC_3A_n40A</w:t>
            </w:r>
          </w:p>
        </w:tc>
      </w:tr>
      <w:tr w:rsidR="00B45972" w14:paraId="2630386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5CE4085" w14:textId="77777777" w:rsidR="00B45972" w:rsidRDefault="00B45972" w:rsidP="00AC3FE8">
            <w:pPr>
              <w:pStyle w:val="TAC"/>
              <w:rPr>
                <w:lang w:eastAsia="zh-CN"/>
              </w:rPr>
            </w:pPr>
            <w:r>
              <w:t>DC_3A-8</w:t>
            </w:r>
            <w:r>
              <w:rPr>
                <w:rFonts w:eastAsia="Malgun Gothic"/>
              </w:rPr>
              <w:t>A_</w:t>
            </w:r>
            <w:r>
              <w:t>n28A</w:t>
            </w:r>
          </w:p>
        </w:tc>
        <w:tc>
          <w:tcPr>
            <w:tcW w:w="5862" w:type="dxa"/>
            <w:tcBorders>
              <w:top w:val="single" w:sz="4" w:space="0" w:color="auto"/>
              <w:left w:val="single" w:sz="4" w:space="0" w:color="auto"/>
              <w:bottom w:val="single" w:sz="4" w:space="0" w:color="auto"/>
              <w:right w:val="single" w:sz="4" w:space="0" w:color="auto"/>
            </w:tcBorders>
            <w:hideMark/>
          </w:tcPr>
          <w:p w14:paraId="048E2FA6" w14:textId="77777777" w:rsidR="00B45972" w:rsidRDefault="00B45972" w:rsidP="00AC3FE8">
            <w:pPr>
              <w:pStyle w:val="TAC"/>
              <w:rPr>
                <w:lang w:eastAsia="fr-FR"/>
              </w:rPr>
            </w:pPr>
            <w:r>
              <w:t>DC_3A_n28A</w:t>
            </w:r>
          </w:p>
          <w:p w14:paraId="5DC69432" w14:textId="77777777" w:rsidR="00B45972" w:rsidRDefault="00B45972" w:rsidP="00AC3FE8">
            <w:pPr>
              <w:pStyle w:val="TAC"/>
              <w:rPr>
                <w:lang w:eastAsia="zh-CN"/>
              </w:rPr>
            </w:pPr>
            <w:r>
              <w:t>DC_8A_n28A</w:t>
            </w:r>
          </w:p>
        </w:tc>
      </w:tr>
      <w:tr w:rsidR="00B45972" w14:paraId="119E6B5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2F09306" w14:textId="77777777" w:rsidR="00B45972" w:rsidRDefault="00B45972" w:rsidP="00AC3FE8">
            <w:pPr>
              <w:pStyle w:val="TAC"/>
              <w:rPr>
                <w:noProof/>
                <w:lang w:eastAsia="zh-CN"/>
              </w:rPr>
            </w:pPr>
            <w:r>
              <w:t>DC_3A-</w:t>
            </w:r>
            <w:r>
              <w:rPr>
                <w:rFonts w:eastAsia="Malgun Gothic"/>
              </w:rPr>
              <w:t>8A_</w:t>
            </w:r>
            <w:r>
              <w:t>n</w:t>
            </w:r>
            <w:r>
              <w:rPr>
                <w:rFonts w:eastAsia="Malgun Gothic"/>
              </w:rPr>
              <w:t>77</w:t>
            </w:r>
            <w: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02450B39" w14:textId="77777777" w:rsidR="00B45972" w:rsidRDefault="00B45972" w:rsidP="00AC3FE8">
            <w:pPr>
              <w:pStyle w:val="TAC"/>
            </w:pPr>
            <w:r>
              <w:t>DC_3A_n77A</w:t>
            </w:r>
          </w:p>
          <w:p w14:paraId="2DCC4C78" w14:textId="77777777" w:rsidR="00B45972" w:rsidRDefault="00B45972" w:rsidP="00AC3FE8">
            <w:pPr>
              <w:pStyle w:val="TAC"/>
              <w:rPr>
                <w:lang w:eastAsia="fi-FI"/>
              </w:rPr>
            </w:pPr>
            <w:r>
              <w:t>DC_8A_n77A</w:t>
            </w:r>
          </w:p>
        </w:tc>
      </w:tr>
      <w:tr w:rsidR="00B45972" w14:paraId="6B529CA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589C27A" w14:textId="77777777" w:rsidR="00B45972" w:rsidRDefault="00B45972" w:rsidP="00AC3FE8">
            <w:pPr>
              <w:pStyle w:val="TAC"/>
              <w:rPr>
                <w:lang w:eastAsia="fr-FR"/>
              </w:rPr>
            </w:pPr>
            <w:r>
              <w:t>DC_3A-</w:t>
            </w:r>
            <w:r>
              <w:rPr>
                <w:rFonts w:eastAsia="Malgun Gothic"/>
              </w:rPr>
              <w:t>8A_</w:t>
            </w:r>
            <w:r>
              <w:t>n</w:t>
            </w:r>
            <w:r>
              <w:rPr>
                <w:rFonts w:eastAsia="Malgun Gothic"/>
              </w:rPr>
              <w:t>77(2</w:t>
            </w:r>
            <w: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0F6872F" w14:textId="77777777" w:rsidR="00B45972" w:rsidRDefault="00B45972" w:rsidP="00AC3FE8">
            <w:pPr>
              <w:pStyle w:val="TAC"/>
            </w:pPr>
            <w:r>
              <w:t>DC_3A_n77A</w:t>
            </w:r>
          </w:p>
          <w:p w14:paraId="5CACC6C7" w14:textId="77777777" w:rsidR="00B45972" w:rsidRDefault="00B45972" w:rsidP="00AC3FE8">
            <w:pPr>
              <w:pStyle w:val="TAC"/>
            </w:pPr>
            <w:r>
              <w:t>DC_8A_n77A</w:t>
            </w:r>
          </w:p>
        </w:tc>
      </w:tr>
      <w:tr w:rsidR="00B45972" w14:paraId="64B6814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B5197A0" w14:textId="77777777" w:rsidR="00B45972" w:rsidRDefault="00B45972" w:rsidP="00AC3FE8">
            <w:pPr>
              <w:pStyle w:val="TAC"/>
              <w:rPr>
                <w:noProof/>
                <w:lang w:eastAsia="zh-CN"/>
              </w:rPr>
            </w:pPr>
            <w:r>
              <w:rPr>
                <w:noProof/>
                <w:lang w:eastAsia="zh-CN"/>
              </w:rPr>
              <w:t>DC_3A-8A_n78A</w:t>
            </w:r>
            <w:r>
              <w:rPr>
                <w:noProof/>
                <w:vertAlign w:val="superscript"/>
                <w:lang w:eastAsia="zh-CN"/>
              </w:rPr>
              <w:t>5</w:t>
            </w:r>
          </w:p>
          <w:p w14:paraId="6432BBDA" w14:textId="77777777" w:rsidR="00B45972" w:rsidRDefault="00B45972" w:rsidP="00AC3FE8">
            <w:pPr>
              <w:pStyle w:val="TAC"/>
              <w:rPr>
                <w:noProof/>
                <w:lang w:eastAsia="zh-CN"/>
              </w:rPr>
            </w:pPr>
            <w:r>
              <w:rPr>
                <w:noProof/>
                <w:lang w:eastAsia="zh-CN"/>
              </w:rPr>
              <w:t>DC_3C-8A_n78A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095D7529" w14:textId="77777777" w:rsidR="00B45972" w:rsidRDefault="00B45972" w:rsidP="00AC3FE8">
            <w:pPr>
              <w:pStyle w:val="TAC"/>
              <w:rPr>
                <w:noProof/>
                <w:lang w:eastAsia="zh-CN"/>
              </w:rPr>
            </w:pPr>
            <w:r>
              <w:rPr>
                <w:noProof/>
                <w:lang w:eastAsia="zh-CN"/>
              </w:rPr>
              <w:t>DC_3A_n78A</w:t>
            </w:r>
          </w:p>
          <w:p w14:paraId="61646D00" w14:textId="77777777" w:rsidR="00B45972" w:rsidRDefault="00B45972" w:rsidP="00AC3FE8">
            <w:pPr>
              <w:pStyle w:val="TAC"/>
              <w:rPr>
                <w:noProof/>
                <w:lang w:eastAsia="zh-CN"/>
              </w:rPr>
            </w:pPr>
            <w:r>
              <w:rPr>
                <w:noProof/>
                <w:lang w:eastAsia="zh-CN"/>
              </w:rPr>
              <w:t>DC_8A_n78A</w:t>
            </w:r>
          </w:p>
        </w:tc>
      </w:tr>
      <w:tr w:rsidR="00B45972" w14:paraId="2F1EEF7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88B3AD1" w14:textId="77777777" w:rsidR="00B45972" w:rsidRDefault="00B45972" w:rsidP="00AC3FE8">
            <w:pPr>
              <w:pStyle w:val="TAC"/>
              <w:rPr>
                <w:noProof/>
                <w:lang w:eastAsia="zh-CN"/>
              </w:rPr>
            </w:pPr>
            <w:r>
              <w:rPr>
                <w:noProof/>
                <w:lang w:eastAsia="zh-CN"/>
              </w:rPr>
              <w:t>DC_3A-3A-8A_n78A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205C4795" w14:textId="77777777" w:rsidR="00B45972" w:rsidRDefault="00B45972" w:rsidP="00AC3FE8">
            <w:pPr>
              <w:pStyle w:val="TAC"/>
              <w:rPr>
                <w:noProof/>
                <w:lang w:eastAsia="zh-CN"/>
              </w:rPr>
            </w:pPr>
            <w:r>
              <w:rPr>
                <w:noProof/>
                <w:lang w:eastAsia="zh-CN"/>
              </w:rPr>
              <w:t>DC_3A_n78A</w:t>
            </w:r>
          </w:p>
          <w:p w14:paraId="0F32E8F0" w14:textId="77777777" w:rsidR="00B45972" w:rsidRDefault="00B45972" w:rsidP="00AC3FE8">
            <w:pPr>
              <w:pStyle w:val="TAC"/>
              <w:rPr>
                <w:noProof/>
                <w:lang w:eastAsia="zh-CN"/>
              </w:rPr>
            </w:pPr>
            <w:r>
              <w:rPr>
                <w:noProof/>
                <w:lang w:eastAsia="zh-CN"/>
              </w:rPr>
              <w:t>DC_8A_n78A</w:t>
            </w:r>
          </w:p>
        </w:tc>
      </w:tr>
      <w:tr w:rsidR="00B45972" w14:paraId="0976A4A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0D49AFD" w14:textId="77777777" w:rsidR="00B45972" w:rsidRDefault="00B45972" w:rsidP="00AC3FE8">
            <w:pPr>
              <w:pStyle w:val="TAC"/>
              <w:rPr>
                <w:noProof/>
                <w:lang w:eastAsia="zh-CN"/>
              </w:rPr>
            </w:pPr>
            <w:r>
              <w:t>DC_3A-</w:t>
            </w:r>
            <w:r>
              <w:rPr>
                <w:rFonts w:eastAsia="Malgun Gothic"/>
              </w:rPr>
              <w:t>8A_</w:t>
            </w:r>
            <w:r>
              <w:t>n</w:t>
            </w:r>
            <w:r>
              <w:rPr>
                <w:rFonts w:eastAsia="Malgun Gothic"/>
              </w:rPr>
              <w:t>79</w:t>
            </w:r>
            <w: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074ACD0E" w14:textId="77777777" w:rsidR="00B45972" w:rsidRDefault="00B45972" w:rsidP="00AC3FE8">
            <w:pPr>
              <w:pStyle w:val="TAC"/>
            </w:pPr>
            <w:r>
              <w:t>DC_3A_n79A</w:t>
            </w:r>
          </w:p>
          <w:p w14:paraId="5BA95033" w14:textId="77777777" w:rsidR="00B45972" w:rsidRDefault="00B45972" w:rsidP="00AC3FE8">
            <w:pPr>
              <w:pStyle w:val="TAC"/>
              <w:rPr>
                <w:noProof/>
                <w:lang w:eastAsia="zh-CN"/>
              </w:rPr>
            </w:pPr>
            <w:r>
              <w:t>DC_8A_n79A</w:t>
            </w:r>
          </w:p>
        </w:tc>
      </w:tr>
      <w:tr w:rsidR="00B45972" w14:paraId="08C0380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796376A" w14:textId="77777777" w:rsidR="00B45972" w:rsidRDefault="00B45972" w:rsidP="00AC3FE8">
            <w:pPr>
              <w:pStyle w:val="TAC"/>
            </w:pPr>
            <w:r>
              <w:rPr>
                <w:rFonts w:cs="Arial"/>
                <w:lang w:eastAsia="ja-JP"/>
              </w:rPr>
              <w:t>DC_3A_n8A-n78A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48D89435" w14:textId="77777777" w:rsidR="00B45972" w:rsidRDefault="00B45972" w:rsidP="00AC3FE8">
            <w:pPr>
              <w:pStyle w:val="TAC"/>
              <w:rPr>
                <w:rFonts w:cs="Arial"/>
                <w:lang w:eastAsia="ja-JP"/>
              </w:rPr>
            </w:pPr>
            <w:r>
              <w:rPr>
                <w:rFonts w:cs="Arial"/>
                <w:lang w:eastAsia="ja-JP"/>
              </w:rPr>
              <w:t>DC_3A_n8A</w:t>
            </w:r>
          </w:p>
          <w:p w14:paraId="37BA7FA9" w14:textId="77777777" w:rsidR="00B45972" w:rsidRDefault="00B45972" w:rsidP="00AC3FE8">
            <w:pPr>
              <w:pStyle w:val="TAC"/>
            </w:pPr>
            <w:r>
              <w:rPr>
                <w:rFonts w:cs="Arial"/>
                <w:lang w:eastAsia="ja-JP"/>
              </w:rPr>
              <w:t>DC_3A_n78A</w:t>
            </w:r>
          </w:p>
        </w:tc>
      </w:tr>
      <w:tr w:rsidR="00B45972" w14:paraId="0E2E378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132693E" w14:textId="77777777" w:rsidR="00B45972" w:rsidRDefault="00B45972" w:rsidP="00AC3FE8">
            <w:pPr>
              <w:pStyle w:val="TAC"/>
            </w:pPr>
            <w:r>
              <w:rPr>
                <w:rFonts w:eastAsia="MS Mincho"/>
                <w:lang w:eastAsia="ja-JP"/>
              </w:rPr>
              <w:t>DC_3A-18A_n77A</w:t>
            </w:r>
          </w:p>
        </w:tc>
        <w:tc>
          <w:tcPr>
            <w:tcW w:w="5862" w:type="dxa"/>
            <w:tcBorders>
              <w:top w:val="single" w:sz="4" w:space="0" w:color="auto"/>
              <w:left w:val="single" w:sz="4" w:space="0" w:color="auto"/>
              <w:bottom w:val="single" w:sz="4" w:space="0" w:color="auto"/>
              <w:right w:val="single" w:sz="4" w:space="0" w:color="auto"/>
            </w:tcBorders>
            <w:hideMark/>
          </w:tcPr>
          <w:p w14:paraId="15FC3D4D" w14:textId="77777777" w:rsidR="00B45972" w:rsidRDefault="00B45972" w:rsidP="00AC3FE8">
            <w:pPr>
              <w:pStyle w:val="TAC"/>
              <w:rPr>
                <w:rFonts w:eastAsia="MS Mincho"/>
                <w:lang w:eastAsia="ja-JP"/>
              </w:rPr>
            </w:pPr>
            <w:r>
              <w:rPr>
                <w:rFonts w:eastAsia="MS Mincho"/>
                <w:lang w:eastAsia="ja-JP"/>
              </w:rPr>
              <w:t>DC_3A_n77A</w:t>
            </w:r>
          </w:p>
          <w:p w14:paraId="08C87B48" w14:textId="77777777" w:rsidR="00B45972" w:rsidRDefault="00B45972" w:rsidP="00AC3FE8">
            <w:pPr>
              <w:pStyle w:val="TAC"/>
            </w:pPr>
            <w:r>
              <w:rPr>
                <w:rFonts w:eastAsia="MS Mincho"/>
                <w:lang w:eastAsia="ja-JP"/>
              </w:rPr>
              <w:t>DC_18A_n77A</w:t>
            </w:r>
          </w:p>
        </w:tc>
      </w:tr>
      <w:tr w:rsidR="00B45972" w14:paraId="1E55E98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E13E1C6" w14:textId="77777777" w:rsidR="00B45972" w:rsidRDefault="00B45972" w:rsidP="00AC3FE8">
            <w:pPr>
              <w:pStyle w:val="TAC"/>
              <w:rPr>
                <w:lang w:eastAsia="fr-FR"/>
              </w:rPr>
            </w:pPr>
            <w:r>
              <w:rPr>
                <w:lang w:eastAsia="ja-JP"/>
              </w:rPr>
              <w:lastRenderedPageBreak/>
              <w:t>DC_3A-18A_n78A</w:t>
            </w:r>
          </w:p>
        </w:tc>
        <w:tc>
          <w:tcPr>
            <w:tcW w:w="5862" w:type="dxa"/>
            <w:tcBorders>
              <w:top w:val="single" w:sz="4" w:space="0" w:color="auto"/>
              <w:left w:val="single" w:sz="4" w:space="0" w:color="auto"/>
              <w:bottom w:val="single" w:sz="4" w:space="0" w:color="auto"/>
              <w:right w:val="single" w:sz="4" w:space="0" w:color="auto"/>
            </w:tcBorders>
            <w:hideMark/>
          </w:tcPr>
          <w:p w14:paraId="7BC92C36" w14:textId="77777777" w:rsidR="00B45972" w:rsidRDefault="00B45972" w:rsidP="00AC3FE8">
            <w:pPr>
              <w:pStyle w:val="TAC"/>
              <w:rPr>
                <w:lang w:eastAsia="ja-JP"/>
              </w:rPr>
            </w:pPr>
            <w:r>
              <w:rPr>
                <w:lang w:eastAsia="ja-JP"/>
              </w:rPr>
              <w:t>DC_3A_n78A</w:t>
            </w:r>
          </w:p>
          <w:p w14:paraId="6FB2182A" w14:textId="77777777" w:rsidR="00B45972" w:rsidRDefault="00B45972" w:rsidP="00AC3FE8">
            <w:pPr>
              <w:pStyle w:val="TAC"/>
            </w:pPr>
            <w:r>
              <w:rPr>
                <w:lang w:eastAsia="ja-JP"/>
              </w:rPr>
              <w:t>DC_18A_n78A</w:t>
            </w:r>
          </w:p>
        </w:tc>
      </w:tr>
      <w:tr w:rsidR="00B45972" w14:paraId="479AD6A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0ED045C" w14:textId="77777777" w:rsidR="00B45972" w:rsidRDefault="00B45972" w:rsidP="00AC3FE8">
            <w:pPr>
              <w:pStyle w:val="TAC"/>
              <w:rPr>
                <w:lang w:eastAsia="fr-FR"/>
              </w:rPr>
            </w:pPr>
            <w:r>
              <w:rPr>
                <w:lang w:eastAsia="ja-JP"/>
              </w:rPr>
              <w:t>DC_3A-18A_n79A</w:t>
            </w:r>
          </w:p>
        </w:tc>
        <w:tc>
          <w:tcPr>
            <w:tcW w:w="5862" w:type="dxa"/>
            <w:tcBorders>
              <w:top w:val="single" w:sz="4" w:space="0" w:color="auto"/>
              <w:left w:val="single" w:sz="4" w:space="0" w:color="auto"/>
              <w:bottom w:val="single" w:sz="4" w:space="0" w:color="auto"/>
              <w:right w:val="single" w:sz="4" w:space="0" w:color="auto"/>
            </w:tcBorders>
            <w:hideMark/>
          </w:tcPr>
          <w:p w14:paraId="7FCD2438" w14:textId="77777777" w:rsidR="00B45972" w:rsidRDefault="00B45972" w:rsidP="00AC3FE8">
            <w:pPr>
              <w:pStyle w:val="TAC"/>
              <w:rPr>
                <w:lang w:eastAsia="ja-JP"/>
              </w:rPr>
            </w:pPr>
            <w:r>
              <w:rPr>
                <w:lang w:eastAsia="ja-JP"/>
              </w:rPr>
              <w:t>DC_3A_n79A</w:t>
            </w:r>
          </w:p>
          <w:p w14:paraId="7BF380A3" w14:textId="77777777" w:rsidR="00B45972" w:rsidRDefault="00B45972" w:rsidP="00AC3FE8">
            <w:pPr>
              <w:pStyle w:val="TAC"/>
            </w:pPr>
            <w:r>
              <w:rPr>
                <w:lang w:eastAsia="ja-JP"/>
              </w:rPr>
              <w:t>DC_18A_n79A</w:t>
            </w:r>
          </w:p>
        </w:tc>
      </w:tr>
      <w:tr w:rsidR="00B45972" w14:paraId="050FB8E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A291AF0" w14:textId="77777777" w:rsidR="00B45972" w:rsidRDefault="00B45972" w:rsidP="00AC3FE8">
            <w:pPr>
              <w:pStyle w:val="TAC"/>
              <w:rPr>
                <w:noProof/>
                <w:lang w:eastAsia="zh-CN"/>
              </w:rPr>
            </w:pPr>
            <w:r>
              <w:rPr>
                <w:noProof/>
                <w:lang w:eastAsia="zh-CN"/>
              </w:rPr>
              <w:t>DC_3A-19A_n77A</w:t>
            </w:r>
            <w:r>
              <w:rPr>
                <w:noProof/>
                <w:vertAlign w:val="superscript"/>
                <w:lang w:eastAsia="zh-CN"/>
              </w:rPr>
              <w:t>5</w:t>
            </w:r>
          </w:p>
          <w:p w14:paraId="35FB15FF" w14:textId="77777777" w:rsidR="00B45972" w:rsidRDefault="00B45972" w:rsidP="00AC3FE8">
            <w:pPr>
              <w:pStyle w:val="TAC"/>
              <w:rPr>
                <w:noProof/>
                <w:lang w:eastAsia="zh-CN"/>
              </w:rPr>
            </w:pPr>
            <w:r>
              <w:rPr>
                <w:noProof/>
                <w:lang w:eastAsia="zh-CN"/>
              </w:rPr>
              <w:t>DC_3A-19A_n77C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7C87A2F0" w14:textId="77777777" w:rsidR="00B45972" w:rsidRDefault="00B45972" w:rsidP="00AC3FE8">
            <w:pPr>
              <w:pStyle w:val="TAC"/>
              <w:rPr>
                <w:noProof/>
                <w:lang w:eastAsia="zh-CN"/>
              </w:rPr>
            </w:pPr>
            <w:r>
              <w:rPr>
                <w:noProof/>
                <w:lang w:eastAsia="zh-CN"/>
              </w:rPr>
              <w:t>DC_3A_n77A</w:t>
            </w:r>
          </w:p>
          <w:p w14:paraId="7A82C014" w14:textId="77777777" w:rsidR="00B45972" w:rsidRDefault="00B45972" w:rsidP="00AC3FE8">
            <w:pPr>
              <w:pStyle w:val="TAC"/>
              <w:rPr>
                <w:noProof/>
                <w:lang w:eastAsia="zh-CN"/>
              </w:rPr>
            </w:pPr>
            <w:r>
              <w:rPr>
                <w:noProof/>
                <w:lang w:eastAsia="zh-CN"/>
              </w:rPr>
              <w:t>DC_19A_n77A</w:t>
            </w:r>
          </w:p>
        </w:tc>
      </w:tr>
      <w:tr w:rsidR="00B45972" w14:paraId="5C962EB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7343BB9" w14:textId="77777777" w:rsidR="00B45972" w:rsidRDefault="00B45972" w:rsidP="00AC3FE8">
            <w:pPr>
              <w:pStyle w:val="TAC"/>
              <w:rPr>
                <w:noProof/>
                <w:lang w:eastAsia="zh-CN"/>
              </w:rPr>
            </w:pPr>
            <w:r>
              <w:rPr>
                <w:noProof/>
                <w:lang w:eastAsia="zh-CN"/>
              </w:rPr>
              <w:t>DC_3A-19A_n78A</w:t>
            </w:r>
            <w:r>
              <w:rPr>
                <w:noProof/>
                <w:vertAlign w:val="superscript"/>
                <w:lang w:eastAsia="zh-CN"/>
              </w:rPr>
              <w:t>5</w:t>
            </w:r>
          </w:p>
          <w:p w14:paraId="39E3F396" w14:textId="77777777" w:rsidR="00B45972" w:rsidRDefault="00B45972" w:rsidP="00AC3FE8">
            <w:pPr>
              <w:pStyle w:val="TAC"/>
              <w:rPr>
                <w:noProof/>
                <w:lang w:eastAsia="zh-CN"/>
              </w:rPr>
            </w:pPr>
            <w:r>
              <w:rPr>
                <w:noProof/>
                <w:lang w:eastAsia="zh-CN"/>
              </w:rPr>
              <w:t>DC_3A-19A_n78C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790490FD" w14:textId="77777777" w:rsidR="00B45972" w:rsidRDefault="00B45972" w:rsidP="00AC3FE8">
            <w:pPr>
              <w:pStyle w:val="TAC"/>
              <w:rPr>
                <w:noProof/>
                <w:lang w:eastAsia="zh-CN"/>
              </w:rPr>
            </w:pPr>
            <w:r>
              <w:rPr>
                <w:noProof/>
                <w:lang w:eastAsia="zh-CN"/>
              </w:rPr>
              <w:t>DC_3A_n78A</w:t>
            </w:r>
          </w:p>
          <w:p w14:paraId="3F3B2F66" w14:textId="77777777" w:rsidR="00B45972" w:rsidRDefault="00B45972" w:rsidP="00AC3FE8">
            <w:pPr>
              <w:pStyle w:val="TAC"/>
              <w:rPr>
                <w:noProof/>
                <w:lang w:eastAsia="zh-CN"/>
              </w:rPr>
            </w:pPr>
            <w:r>
              <w:rPr>
                <w:noProof/>
                <w:lang w:eastAsia="zh-CN"/>
              </w:rPr>
              <w:t>DC_19A_n78A</w:t>
            </w:r>
          </w:p>
        </w:tc>
      </w:tr>
      <w:tr w:rsidR="00B45972" w14:paraId="044CEEF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88A7048" w14:textId="77777777" w:rsidR="00B45972" w:rsidRDefault="00B45972" w:rsidP="00AC3FE8">
            <w:pPr>
              <w:pStyle w:val="TAC"/>
              <w:rPr>
                <w:noProof/>
                <w:lang w:eastAsia="zh-CN"/>
              </w:rPr>
            </w:pPr>
            <w:r>
              <w:rPr>
                <w:noProof/>
                <w:lang w:eastAsia="zh-CN"/>
              </w:rPr>
              <w:t>DC_3A-19A_n79A</w:t>
            </w:r>
            <w:r>
              <w:rPr>
                <w:noProof/>
                <w:vertAlign w:val="superscript"/>
                <w:lang w:eastAsia="zh-CN"/>
              </w:rPr>
              <w:t>5</w:t>
            </w:r>
          </w:p>
          <w:p w14:paraId="4202392C" w14:textId="77777777" w:rsidR="00B45972" w:rsidRDefault="00B45972" w:rsidP="00AC3FE8">
            <w:pPr>
              <w:pStyle w:val="TAC"/>
              <w:rPr>
                <w:noProof/>
                <w:lang w:eastAsia="zh-CN"/>
              </w:rPr>
            </w:pPr>
            <w:r>
              <w:rPr>
                <w:noProof/>
                <w:lang w:eastAsia="zh-CN"/>
              </w:rPr>
              <w:t>DC_3A-19A_n79C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6A581D9B" w14:textId="77777777" w:rsidR="00B45972" w:rsidRDefault="00B45972" w:rsidP="00AC3FE8">
            <w:pPr>
              <w:pStyle w:val="TAC"/>
              <w:rPr>
                <w:noProof/>
                <w:lang w:eastAsia="zh-CN"/>
              </w:rPr>
            </w:pPr>
            <w:r>
              <w:rPr>
                <w:noProof/>
                <w:lang w:eastAsia="zh-CN"/>
              </w:rPr>
              <w:t>DC_3A_n79A</w:t>
            </w:r>
          </w:p>
          <w:p w14:paraId="5174AE3B" w14:textId="77777777" w:rsidR="00B45972" w:rsidRDefault="00B45972" w:rsidP="00AC3FE8">
            <w:pPr>
              <w:pStyle w:val="TAC"/>
              <w:rPr>
                <w:noProof/>
                <w:lang w:eastAsia="zh-CN"/>
              </w:rPr>
            </w:pPr>
            <w:r>
              <w:rPr>
                <w:noProof/>
                <w:lang w:eastAsia="zh-CN"/>
              </w:rPr>
              <w:t>DC_19A_n79A</w:t>
            </w:r>
          </w:p>
        </w:tc>
      </w:tr>
      <w:tr w:rsidR="00B45972" w14:paraId="07F5CDF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6794CC9" w14:textId="77777777" w:rsidR="00B45972" w:rsidRDefault="00B45972" w:rsidP="00AC3FE8">
            <w:pPr>
              <w:pStyle w:val="TAC"/>
              <w:rPr>
                <w:lang w:eastAsia="ja-JP"/>
              </w:rPr>
            </w:pPr>
            <w:r>
              <w:rPr>
                <w:lang w:eastAsia="ja-JP"/>
              </w:rPr>
              <w:t>DC_3A-20A_n1A</w:t>
            </w:r>
          </w:p>
          <w:p w14:paraId="46836B93" w14:textId="77777777" w:rsidR="00B45972" w:rsidRDefault="00B45972" w:rsidP="00AC3FE8">
            <w:pPr>
              <w:pStyle w:val="TAC"/>
              <w:rPr>
                <w:noProof/>
                <w:lang w:eastAsia="zh-CN"/>
              </w:rPr>
            </w:pPr>
            <w:r>
              <w:rPr>
                <w:noProof/>
                <w:lang w:eastAsia="zh-CN"/>
              </w:rPr>
              <w:t>DC_3C-20A_n1A</w:t>
            </w:r>
          </w:p>
        </w:tc>
        <w:tc>
          <w:tcPr>
            <w:tcW w:w="5862" w:type="dxa"/>
            <w:tcBorders>
              <w:top w:val="single" w:sz="4" w:space="0" w:color="auto"/>
              <w:left w:val="single" w:sz="4" w:space="0" w:color="auto"/>
              <w:bottom w:val="single" w:sz="4" w:space="0" w:color="auto"/>
              <w:right w:val="single" w:sz="4" w:space="0" w:color="auto"/>
            </w:tcBorders>
            <w:hideMark/>
          </w:tcPr>
          <w:p w14:paraId="3AC2B4DA" w14:textId="77777777" w:rsidR="00B45972" w:rsidRDefault="00B45972" w:rsidP="00AC3FE8">
            <w:pPr>
              <w:pStyle w:val="TAC"/>
              <w:rPr>
                <w:lang w:eastAsia="fi-FI"/>
              </w:rPr>
            </w:pPr>
            <w:r>
              <w:rPr>
                <w:lang w:eastAsia="fi-FI"/>
              </w:rPr>
              <w:t>DC_3A_n1A</w:t>
            </w:r>
          </w:p>
          <w:p w14:paraId="5AA0EFDA" w14:textId="77777777" w:rsidR="00B45972" w:rsidRDefault="00B45972" w:rsidP="00AC3FE8">
            <w:pPr>
              <w:pStyle w:val="TAC"/>
              <w:rPr>
                <w:lang w:eastAsia="fi-FI"/>
              </w:rPr>
            </w:pPr>
            <w:r>
              <w:rPr>
                <w:lang w:eastAsia="fi-FI"/>
              </w:rPr>
              <w:t>DC_3C_n1A</w:t>
            </w:r>
          </w:p>
          <w:p w14:paraId="6B1E642C" w14:textId="77777777" w:rsidR="00B45972" w:rsidRDefault="00B45972" w:rsidP="00AC3FE8">
            <w:pPr>
              <w:pStyle w:val="TAC"/>
              <w:rPr>
                <w:noProof/>
                <w:lang w:eastAsia="zh-CN"/>
              </w:rPr>
            </w:pPr>
            <w:r>
              <w:rPr>
                <w:lang w:eastAsia="fi-FI"/>
              </w:rPr>
              <w:t>DC_20A_n1A</w:t>
            </w:r>
          </w:p>
        </w:tc>
      </w:tr>
      <w:tr w:rsidR="00B45972" w14:paraId="7C9C3B1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BEC5339" w14:textId="77777777" w:rsidR="00B45972" w:rsidRDefault="00B45972" w:rsidP="00AC3FE8">
            <w:pPr>
              <w:pStyle w:val="TAC"/>
            </w:pPr>
            <w:r>
              <w:t>DC_3A-20A_n7A</w:t>
            </w:r>
          </w:p>
          <w:p w14:paraId="3441BCA0" w14:textId="77777777" w:rsidR="00B45972" w:rsidRDefault="00B45972" w:rsidP="00AC3FE8">
            <w:pPr>
              <w:pStyle w:val="TAC"/>
              <w:rPr>
                <w:lang w:eastAsia="ja-JP"/>
              </w:rPr>
            </w:pPr>
            <w:r>
              <w:t>DC_3C-20A_n7A</w:t>
            </w:r>
          </w:p>
        </w:tc>
        <w:tc>
          <w:tcPr>
            <w:tcW w:w="5862" w:type="dxa"/>
            <w:tcBorders>
              <w:top w:val="single" w:sz="4" w:space="0" w:color="auto"/>
              <w:left w:val="single" w:sz="4" w:space="0" w:color="auto"/>
              <w:bottom w:val="single" w:sz="4" w:space="0" w:color="auto"/>
              <w:right w:val="single" w:sz="4" w:space="0" w:color="auto"/>
            </w:tcBorders>
            <w:hideMark/>
          </w:tcPr>
          <w:p w14:paraId="58EE16F9" w14:textId="77777777" w:rsidR="00B45972" w:rsidRDefault="00B45972" w:rsidP="00AC3FE8">
            <w:pPr>
              <w:pStyle w:val="TAC"/>
              <w:rPr>
                <w:lang w:eastAsia="fi-FI"/>
              </w:rPr>
            </w:pPr>
            <w:r>
              <w:rPr>
                <w:lang w:eastAsia="fi-FI"/>
              </w:rPr>
              <w:t>DC_3A_n7A</w:t>
            </w:r>
          </w:p>
          <w:p w14:paraId="40F427EC" w14:textId="77777777" w:rsidR="00B45972" w:rsidRDefault="00B45972" w:rsidP="00AC3FE8">
            <w:pPr>
              <w:pStyle w:val="TAC"/>
              <w:rPr>
                <w:lang w:eastAsia="fi-FI"/>
              </w:rPr>
            </w:pPr>
            <w:r>
              <w:rPr>
                <w:lang w:eastAsia="fi-FI"/>
              </w:rPr>
              <w:t>DC_3C_n7A</w:t>
            </w:r>
          </w:p>
          <w:p w14:paraId="71AC5DED" w14:textId="77777777" w:rsidR="00B45972" w:rsidRDefault="00B45972" w:rsidP="00AC3FE8">
            <w:pPr>
              <w:pStyle w:val="TAC"/>
              <w:rPr>
                <w:lang w:eastAsia="fi-FI"/>
              </w:rPr>
            </w:pPr>
            <w:r>
              <w:rPr>
                <w:lang w:eastAsia="fi-FI"/>
              </w:rPr>
              <w:t>DC_20A_n7A</w:t>
            </w:r>
          </w:p>
        </w:tc>
      </w:tr>
      <w:tr w:rsidR="00B45972" w14:paraId="6AC360C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093D413" w14:textId="77777777" w:rsidR="00B45972" w:rsidRDefault="00B45972" w:rsidP="00AC3FE8">
            <w:pPr>
              <w:pStyle w:val="TAC"/>
              <w:rPr>
                <w:lang w:eastAsia="ja-JP"/>
              </w:rPr>
            </w:pPr>
            <w:r>
              <w:rPr>
                <w:szCs w:val="18"/>
                <w:lang w:eastAsia="ja-JP"/>
              </w:rPr>
              <w:t>DC_3A-20A_n8A</w:t>
            </w:r>
          </w:p>
        </w:tc>
        <w:tc>
          <w:tcPr>
            <w:tcW w:w="5862" w:type="dxa"/>
            <w:tcBorders>
              <w:top w:val="single" w:sz="4" w:space="0" w:color="auto"/>
              <w:left w:val="single" w:sz="4" w:space="0" w:color="auto"/>
              <w:bottom w:val="single" w:sz="4" w:space="0" w:color="auto"/>
              <w:right w:val="single" w:sz="4" w:space="0" w:color="auto"/>
            </w:tcBorders>
            <w:hideMark/>
          </w:tcPr>
          <w:p w14:paraId="123B93FA" w14:textId="77777777" w:rsidR="00B45972" w:rsidRDefault="00B45972" w:rsidP="00AC3FE8">
            <w:pPr>
              <w:pStyle w:val="TAC"/>
              <w:rPr>
                <w:szCs w:val="18"/>
                <w:lang w:eastAsia="ja-JP"/>
              </w:rPr>
            </w:pPr>
            <w:r>
              <w:rPr>
                <w:szCs w:val="18"/>
                <w:lang w:eastAsia="fi-FI"/>
              </w:rPr>
              <w:t>DC_3A_</w:t>
            </w:r>
            <w:r>
              <w:rPr>
                <w:szCs w:val="18"/>
                <w:lang w:eastAsia="ja-JP"/>
              </w:rPr>
              <w:t>n8A</w:t>
            </w:r>
          </w:p>
          <w:p w14:paraId="12A8A4B5" w14:textId="77777777" w:rsidR="00B45972" w:rsidRDefault="00B45972" w:rsidP="00AC3FE8">
            <w:pPr>
              <w:pStyle w:val="TAC"/>
              <w:rPr>
                <w:lang w:eastAsia="fi-FI"/>
              </w:rPr>
            </w:pPr>
            <w:r>
              <w:rPr>
                <w:szCs w:val="18"/>
                <w:lang w:eastAsia="fi-FI"/>
              </w:rPr>
              <w:t>DC_</w:t>
            </w:r>
            <w:r>
              <w:rPr>
                <w:szCs w:val="18"/>
                <w:lang w:eastAsia="ja-JP"/>
              </w:rPr>
              <w:t>20</w:t>
            </w:r>
            <w:r>
              <w:rPr>
                <w:szCs w:val="18"/>
                <w:lang w:eastAsia="fi-FI"/>
              </w:rPr>
              <w:t>A_</w:t>
            </w:r>
            <w:r>
              <w:rPr>
                <w:szCs w:val="18"/>
                <w:lang w:eastAsia="ja-JP"/>
              </w:rPr>
              <w:t>n8</w:t>
            </w:r>
            <w:r>
              <w:rPr>
                <w:szCs w:val="18"/>
                <w:lang w:eastAsia="fi-FI"/>
              </w:rPr>
              <w:t>A</w:t>
            </w:r>
          </w:p>
        </w:tc>
      </w:tr>
      <w:tr w:rsidR="00B45972" w14:paraId="29767FB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464DF3A" w14:textId="77777777" w:rsidR="00B45972" w:rsidRDefault="00B45972" w:rsidP="00AC3FE8">
            <w:pPr>
              <w:pStyle w:val="TAC"/>
              <w:rPr>
                <w:noProof/>
                <w:lang w:eastAsia="zh-CN"/>
              </w:rPr>
            </w:pPr>
            <w:r>
              <w:rPr>
                <w:noProof/>
                <w:lang w:eastAsia="zh-CN"/>
              </w:rPr>
              <w:t>DC_3A-20A_n28A</w:t>
            </w:r>
            <w:r>
              <w:rPr>
                <w:noProof/>
                <w:vertAlign w:val="superscript"/>
                <w:lang w:eastAsia="zh-CN"/>
              </w:rPr>
              <w:t>5,6,11,12</w:t>
            </w:r>
          </w:p>
          <w:p w14:paraId="0CD4969B" w14:textId="77777777" w:rsidR="00B45972" w:rsidRDefault="00B45972" w:rsidP="00AC3FE8">
            <w:pPr>
              <w:pStyle w:val="TAC"/>
              <w:rPr>
                <w:noProof/>
                <w:lang w:eastAsia="zh-CN"/>
              </w:rPr>
            </w:pPr>
            <w:r>
              <w:rPr>
                <w:noProof/>
              </w:rPr>
              <w:t>DC_3C-20A_n28A</w:t>
            </w:r>
            <w:r>
              <w:rPr>
                <w:noProof/>
                <w:vertAlign w:val="superscript"/>
                <w:lang w:eastAsia="zh-CN"/>
              </w:rPr>
              <w:t>5,6,11,12</w:t>
            </w:r>
          </w:p>
        </w:tc>
        <w:tc>
          <w:tcPr>
            <w:tcW w:w="5862" w:type="dxa"/>
            <w:tcBorders>
              <w:top w:val="single" w:sz="4" w:space="0" w:color="auto"/>
              <w:left w:val="single" w:sz="4" w:space="0" w:color="auto"/>
              <w:bottom w:val="single" w:sz="4" w:space="0" w:color="auto"/>
              <w:right w:val="single" w:sz="4" w:space="0" w:color="auto"/>
            </w:tcBorders>
            <w:hideMark/>
          </w:tcPr>
          <w:p w14:paraId="52A26650" w14:textId="77777777" w:rsidR="00B45972" w:rsidRDefault="00B45972" w:rsidP="00AC3FE8">
            <w:pPr>
              <w:pStyle w:val="TAC"/>
              <w:rPr>
                <w:noProof/>
                <w:lang w:eastAsia="zh-CN"/>
              </w:rPr>
            </w:pPr>
            <w:r>
              <w:rPr>
                <w:noProof/>
                <w:lang w:eastAsia="zh-CN"/>
              </w:rPr>
              <w:t>DC_3A_n28A</w:t>
            </w:r>
          </w:p>
          <w:p w14:paraId="3B3BF922" w14:textId="77777777" w:rsidR="00B45972" w:rsidRDefault="00B45972" w:rsidP="00AC3FE8">
            <w:pPr>
              <w:pStyle w:val="TAC"/>
              <w:rPr>
                <w:noProof/>
                <w:lang w:eastAsia="zh-CN"/>
              </w:rPr>
            </w:pPr>
            <w:r>
              <w:rPr>
                <w:noProof/>
              </w:rPr>
              <w:t>DC_3C_n28A</w:t>
            </w:r>
          </w:p>
          <w:p w14:paraId="06D160AD" w14:textId="77777777" w:rsidR="00B45972" w:rsidRDefault="00B45972" w:rsidP="00AC3FE8">
            <w:pPr>
              <w:pStyle w:val="TAC"/>
              <w:rPr>
                <w:noProof/>
                <w:lang w:eastAsia="zh-CN"/>
              </w:rPr>
            </w:pPr>
            <w:r>
              <w:rPr>
                <w:noProof/>
                <w:lang w:eastAsia="zh-CN"/>
              </w:rPr>
              <w:t>DC_20A_n28A</w:t>
            </w:r>
          </w:p>
        </w:tc>
      </w:tr>
      <w:tr w:rsidR="00B45972" w14:paraId="6E8DBC8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20EC2DC" w14:textId="77777777" w:rsidR="00B45972" w:rsidRDefault="00B45972" w:rsidP="00AC3FE8">
            <w:pPr>
              <w:pStyle w:val="TAC"/>
              <w:rPr>
                <w:noProof/>
                <w:lang w:eastAsia="zh-CN"/>
              </w:rPr>
            </w:pPr>
            <w:r>
              <w:rPr>
                <w:noProof/>
                <w:lang w:eastAsia="zh-CN"/>
              </w:rPr>
              <w:t>DC_3A-20A_n41A</w:t>
            </w:r>
          </w:p>
        </w:tc>
        <w:tc>
          <w:tcPr>
            <w:tcW w:w="5862" w:type="dxa"/>
            <w:tcBorders>
              <w:top w:val="single" w:sz="4" w:space="0" w:color="auto"/>
              <w:left w:val="single" w:sz="4" w:space="0" w:color="auto"/>
              <w:bottom w:val="single" w:sz="4" w:space="0" w:color="auto"/>
              <w:right w:val="single" w:sz="4" w:space="0" w:color="auto"/>
            </w:tcBorders>
            <w:hideMark/>
          </w:tcPr>
          <w:p w14:paraId="4B5645EB" w14:textId="77777777" w:rsidR="00B45972" w:rsidRDefault="00B45972" w:rsidP="00AC3FE8">
            <w:pPr>
              <w:pStyle w:val="TAC"/>
              <w:rPr>
                <w:noProof/>
                <w:lang w:eastAsia="zh-CN"/>
              </w:rPr>
            </w:pPr>
            <w:r>
              <w:rPr>
                <w:noProof/>
                <w:lang w:eastAsia="zh-CN"/>
              </w:rPr>
              <w:t>DC_3A_n41A</w:t>
            </w:r>
          </w:p>
          <w:p w14:paraId="47C51399" w14:textId="77777777" w:rsidR="00B45972" w:rsidRDefault="00B45972" w:rsidP="00AC3FE8">
            <w:pPr>
              <w:pStyle w:val="TAC"/>
              <w:rPr>
                <w:noProof/>
                <w:lang w:eastAsia="zh-CN"/>
              </w:rPr>
            </w:pPr>
            <w:r>
              <w:rPr>
                <w:noProof/>
                <w:lang w:eastAsia="zh-CN"/>
              </w:rPr>
              <w:t>DC_20A_n41A</w:t>
            </w:r>
          </w:p>
        </w:tc>
      </w:tr>
      <w:tr w:rsidR="00B45972" w14:paraId="4158262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E859E98" w14:textId="77777777" w:rsidR="00B45972" w:rsidRDefault="00B45972" w:rsidP="00AC3FE8">
            <w:pPr>
              <w:pStyle w:val="TAC"/>
              <w:rPr>
                <w:noProof/>
                <w:lang w:eastAsia="zh-CN"/>
              </w:rPr>
            </w:pPr>
            <w:r>
              <w:rPr>
                <w:lang w:eastAsia="fi-FI"/>
              </w:rPr>
              <w:t>DC_3C-20A_n41A</w:t>
            </w:r>
          </w:p>
        </w:tc>
        <w:tc>
          <w:tcPr>
            <w:tcW w:w="5862" w:type="dxa"/>
            <w:tcBorders>
              <w:top w:val="single" w:sz="4" w:space="0" w:color="auto"/>
              <w:left w:val="single" w:sz="4" w:space="0" w:color="auto"/>
              <w:bottom w:val="single" w:sz="4" w:space="0" w:color="auto"/>
              <w:right w:val="single" w:sz="4" w:space="0" w:color="auto"/>
            </w:tcBorders>
            <w:hideMark/>
          </w:tcPr>
          <w:p w14:paraId="7721FF43" w14:textId="77777777" w:rsidR="00B45972" w:rsidRDefault="00B45972" w:rsidP="00AC3FE8">
            <w:pPr>
              <w:pStyle w:val="TAC"/>
              <w:rPr>
                <w:lang w:eastAsia="fi-FI"/>
              </w:rPr>
            </w:pPr>
            <w:r>
              <w:rPr>
                <w:lang w:eastAsia="fi-FI"/>
              </w:rPr>
              <w:t>DC_3C_n41A</w:t>
            </w:r>
          </w:p>
          <w:p w14:paraId="6E4AA992" w14:textId="77777777" w:rsidR="00B45972" w:rsidRDefault="00B45972" w:rsidP="00AC3FE8">
            <w:pPr>
              <w:pStyle w:val="TAC"/>
              <w:rPr>
                <w:noProof/>
                <w:lang w:eastAsia="zh-CN"/>
              </w:rPr>
            </w:pPr>
            <w:r>
              <w:rPr>
                <w:lang w:eastAsia="fi-FI"/>
              </w:rPr>
              <w:t>DC_20A_n41A</w:t>
            </w:r>
          </w:p>
        </w:tc>
      </w:tr>
      <w:tr w:rsidR="00B45972" w14:paraId="22D2975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DBD419F" w14:textId="77777777" w:rsidR="00B45972" w:rsidRDefault="00B45972" w:rsidP="00AC3FE8">
            <w:pPr>
              <w:pStyle w:val="TAC"/>
              <w:rPr>
                <w:noProof/>
                <w:lang w:eastAsia="zh-CN"/>
              </w:rPr>
            </w:pPr>
            <w:r>
              <w:rPr>
                <w:lang w:eastAsia="ja-JP"/>
              </w:rPr>
              <w:t>DC_3A-20A_n38A</w:t>
            </w:r>
          </w:p>
        </w:tc>
        <w:tc>
          <w:tcPr>
            <w:tcW w:w="5862" w:type="dxa"/>
            <w:tcBorders>
              <w:top w:val="single" w:sz="4" w:space="0" w:color="auto"/>
              <w:left w:val="single" w:sz="4" w:space="0" w:color="auto"/>
              <w:bottom w:val="single" w:sz="4" w:space="0" w:color="auto"/>
              <w:right w:val="single" w:sz="4" w:space="0" w:color="auto"/>
            </w:tcBorders>
            <w:hideMark/>
          </w:tcPr>
          <w:p w14:paraId="108B5039" w14:textId="77777777" w:rsidR="00B45972" w:rsidRDefault="00B45972" w:rsidP="00AC3FE8">
            <w:pPr>
              <w:pStyle w:val="TAC"/>
              <w:rPr>
                <w:lang w:eastAsia="fi-FI"/>
              </w:rPr>
            </w:pPr>
            <w:r>
              <w:rPr>
                <w:lang w:eastAsia="fi-FI"/>
              </w:rPr>
              <w:t>DC_3A_n38A</w:t>
            </w:r>
          </w:p>
          <w:p w14:paraId="4B915E11" w14:textId="77777777" w:rsidR="00B45972" w:rsidRDefault="00B45972" w:rsidP="00AC3FE8">
            <w:pPr>
              <w:pStyle w:val="TAC"/>
              <w:rPr>
                <w:noProof/>
                <w:lang w:eastAsia="zh-CN"/>
              </w:rPr>
            </w:pPr>
            <w:r>
              <w:rPr>
                <w:lang w:eastAsia="fi-FI"/>
              </w:rPr>
              <w:t>DC_20A_n38A</w:t>
            </w:r>
          </w:p>
        </w:tc>
      </w:tr>
      <w:tr w:rsidR="00B45972" w14:paraId="1C23FB9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404539A" w14:textId="77777777" w:rsidR="00B45972" w:rsidRDefault="00B45972" w:rsidP="00AC3FE8">
            <w:pPr>
              <w:pStyle w:val="TAC"/>
              <w:rPr>
                <w:noProof/>
                <w:lang w:eastAsia="zh-CN"/>
              </w:rPr>
            </w:pPr>
            <w:r>
              <w:rPr>
                <w:noProof/>
                <w:lang w:eastAsia="zh-CN"/>
              </w:rPr>
              <w:t>DC_3A-20A_n78A</w:t>
            </w:r>
            <w:r>
              <w:rPr>
                <w:noProof/>
                <w:vertAlign w:val="superscript"/>
                <w:lang w:eastAsia="zh-CN"/>
              </w:rPr>
              <w:t>5</w:t>
            </w:r>
          </w:p>
          <w:p w14:paraId="3507E581" w14:textId="77777777" w:rsidR="00B45972" w:rsidRDefault="00B45972" w:rsidP="00AC3FE8">
            <w:pPr>
              <w:pStyle w:val="TAC"/>
              <w:rPr>
                <w:noProof/>
                <w:lang w:eastAsia="zh-CN"/>
              </w:rPr>
            </w:pPr>
            <w:r>
              <w:rPr>
                <w:lang w:eastAsia="zh-CN"/>
              </w:rPr>
              <w:t>DC_3C-20A_n78A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0AFC664D" w14:textId="77777777" w:rsidR="00B45972" w:rsidRDefault="00B45972" w:rsidP="00AC3FE8">
            <w:pPr>
              <w:pStyle w:val="TAC"/>
              <w:rPr>
                <w:noProof/>
                <w:lang w:eastAsia="zh-CN"/>
              </w:rPr>
            </w:pPr>
            <w:r>
              <w:rPr>
                <w:noProof/>
                <w:lang w:eastAsia="zh-CN"/>
              </w:rPr>
              <w:t>DC_3A_n78A</w:t>
            </w:r>
          </w:p>
          <w:p w14:paraId="0FED42AF" w14:textId="77777777" w:rsidR="00B45972" w:rsidRDefault="00B45972" w:rsidP="00AC3FE8">
            <w:pPr>
              <w:pStyle w:val="TAC"/>
              <w:rPr>
                <w:noProof/>
                <w:lang w:eastAsia="zh-CN"/>
              </w:rPr>
            </w:pPr>
            <w:r>
              <w:rPr>
                <w:noProof/>
                <w:lang w:eastAsia="zh-CN"/>
              </w:rPr>
              <w:t>DC_20A_n78A</w:t>
            </w:r>
          </w:p>
        </w:tc>
      </w:tr>
      <w:tr w:rsidR="00B45972" w14:paraId="43E0AE6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B774BF6" w14:textId="77777777" w:rsidR="00B45972" w:rsidRDefault="00B45972" w:rsidP="00AC3FE8">
            <w:pPr>
              <w:pStyle w:val="TAC"/>
              <w:rPr>
                <w:noProof/>
                <w:lang w:eastAsia="zh-CN"/>
              </w:rPr>
            </w:pPr>
            <w:r>
              <w:rPr>
                <w:lang w:eastAsia="zh-CN"/>
              </w:rPr>
              <w:t>DC_3A_n20A-n78A</w:t>
            </w:r>
          </w:p>
        </w:tc>
        <w:tc>
          <w:tcPr>
            <w:tcW w:w="5862" w:type="dxa"/>
            <w:tcBorders>
              <w:top w:val="single" w:sz="4" w:space="0" w:color="auto"/>
              <w:left w:val="single" w:sz="4" w:space="0" w:color="auto"/>
              <w:bottom w:val="single" w:sz="4" w:space="0" w:color="auto"/>
              <w:right w:val="single" w:sz="4" w:space="0" w:color="auto"/>
            </w:tcBorders>
            <w:hideMark/>
          </w:tcPr>
          <w:p w14:paraId="1AA9E520" w14:textId="77777777" w:rsidR="00B45972" w:rsidRDefault="00B45972" w:rsidP="00AC3FE8">
            <w:pPr>
              <w:pStyle w:val="TAC"/>
              <w:rPr>
                <w:noProof/>
                <w:lang w:eastAsia="zh-CN"/>
              </w:rPr>
            </w:pPr>
            <w:r>
              <w:rPr>
                <w:noProof/>
                <w:lang w:eastAsia="zh-CN"/>
              </w:rPr>
              <w:t>DC_3A_n20A</w:t>
            </w:r>
          </w:p>
          <w:p w14:paraId="02C7BE6B" w14:textId="77777777" w:rsidR="00B45972" w:rsidRDefault="00B45972" w:rsidP="00AC3FE8">
            <w:pPr>
              <w:pStyle w:val="TAC"/>
              <w:rPr>
                <w:noProof/>
                <w:lang w:eastAsia="zh-CN"/>
              </w:rPr>
            </w:pPr>
            <w:r>
              <w:rPr>
                <w:noProof/>
                <w:lang w:eastAsia="zh-CN"/>
              </w:rPr>
              <w:t>DC_3A_n78A</w:t>
            </w:r>
          </w:p>
        </w:tc>
      </w:tr>
      <w:tr w:rsidR="00B45972" w14:paraId="2EE9E68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D900469" w14:textId="77777777" w:rsidR="00B45972" w:rsidRDefault="00B45972" w:rsidP="00AC3FE8">
            <w:pPr>
              <w:pStyle w:val="TAC"/>
              <w:rPr>
                <w:noProof/>
                <w:lang w:eastAsia="zh-CN"/>
              </w:rPr>
            </w:pPr>
            <w:r>
              <w:rPr>
                <w:noProof/>
                <w:lang w:eastAsia="zh-CN"/>
              </w:rPr>
              <w:t>DC_3A-21A_n77A</w:t>
            </w:r>
            <w:r>
              <w:rPr>
                <w:noProof/>
                <w:vertAlign w:val="superscript"/>
                <w:lang w:eastAsia="zh-CN"/>
              </w:rPr>
              <w:t>5</w:t>
            </w:r>
          </w:p>
          <w:p w14:paraId="3905E9D7" w14:textId="77777777" w:rsidR="00B45972" w:rsidRDefault="00B45972" w:rsidP="00AC3FE8">
            <w:pPr>
              <w:pStyle w:val="TAC"/>
              <w:rPr>
                <w:noProof/>
                <w:lang w:eastAsia="zh-CN"/>
              </w:rPr>
            </w:pPr>
            <w:r>
              <w:rPr>
                <w:noProof/>
                <w:lang w:eastAsia="zh-CN"/>
              </w:rPr>
              <w:t>DC_3A-21A_n77C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32E8B1B3" w14:textId="77777777" w:rsidR="00B45972" w:rsidRDefault="00B45972" w:rsidP="00AC3FE8">
            <w:pPr>
              <w:pStyle w:val="TAC"/>
              <w:rPr>
                <w:noProof/>
                <w:lang w:eastAsia="zh-CN"/>
              </w:rPr>
            </w:pPr>
            <w:r>
              <w:rPr>
                <w:noProof/>
                <w:lang w:eastAsia="zh-CN"/>
              </w:rPr>
              <w:t>DC_3A_n77A</w:t>
            </w:r>
          </w:p>
          <w:p w14:paraId="23F5FCA4" w14:textId="77777777" w:rsidR="00B45972" w:rsidRDefault="00B45972" w:rsidP="00AC3FE8">
            <w:pPr>
              <w:pStyle w:val="TAC"/>
              <w:rPr>
                <w:noProof/>
                <w:lang w:eastAsia="zh-CN"/>
              </w:rPr>
            </w:pPr>
            <w:r>
              <w:rPr>
                <w:noProof/>
                <w:lang w:eastAsia="zh-CN"/>
              </w:rPr>
              <w:t>DC_21A_n77A</w:t>
            </w:r>
          </w:p>
        </w:tc>
      </w:tr>
      <w:tr w:rsidR="00B45972" w14:paraId="0C3294A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E3DF022" w14:textId="77777777" w:rsidR="00B45972" w:rsidRDefault="00B45972" w:rsidP="00AC3FE8">
            <w:pPr>
              <w:pStyle w:val="TAC"/>
              <w:rPr>
                <w:noProof/>
                <w:lang w:eastAsia="zh-CN"/>
              </w:rPr>
            </w:pPr>
            <w:r>
              <w:rPr>
                <w:noProof/>
                <w:lang w:eastAsia="zh-CN"/>
              </w:rPr>
              <w:t>DC_3A-21A_n78A</w:t>
            </w:r>
            <w:r>
              <w:rPr>
                <w:noProof/>
                <w:vertAlign w:val="superscript"/>
                <w:lang w:eastAsia="zh-CN"/>
              </w:rPr>
              <w:t>5</w:t>
            </w:r>
          </w:p>
          <w:p w14:paraId="09322471" w14:textId="77777777" w:rsidR="00B45972" w:rsidRDefault="00B45972" w:rsidP="00AC3FE8">
            <w:pPr>
              <w:pStyle w:val="TAC"/>
              <w:rPr>
                <w:noProof/>
                <w:lang w:eastAsia="zh-CN"/>
              </w:rPr>
            </w:pPr>
            <w:r>
              <w:rPr>
                <w:noProof/>
                <w:lang w:eastAsia="zh-CN"/>
              </w:rPr>
              <w:t>DC_3A-21A_n78C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63ACBF97" w14:textId="77777777" w:rsidR="00B45972" w:rsidRDefault="00B45972" w:rsidP="00AC3FE8">
            <w:pPr>
              <w:pStyle w:val="TAC"/>
              <w:rPr>
                <w:noProof/>
                <w:lang w:eastAsia="zh-CN"/>
              </w:rPr>
            </w:pPr>
            <w:r>
              <w:rPr>
                <w:noProof/>
                <w:lang w:eastAsia="zh-CN"/>
              </w:rPr>
              <w:t>DC_3A_n78A</w:t>
            </w:r>
          </w:p>
          <w:p w14:paraId="753EFB10" w14:textId="77777777" w:rsidR="00B45972" w:rsidRDefault="00B45972" w:rsidP="00AC3FE8">
            <w:pPr>
              <w:pStyle w:val="TAC"/>
              <w:rPr>
                <w:noProof/>
                <w:lang w:eastAsia="zh-CN"/>
              </w:rPr>
            </w:pPr>
            <w:r>
              <w:rPr>
                <w:noProof/>
                <w:lang w:eastAsia="zh-CN"/>
              </w:rPr>
              <w:t>DC_21A_n78A</w:t>
            </w:r>
          </w:p>
        </w:tc>
      </w:tr>
      <w:tr w:rsidR="00B45972" w14:paraId="3D9939E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B7D2CED" w14:textId="77777777" w:rsidR="00B45972" w:rsidRDefault="00B45972" w:rsidP="00AC3FE8">
            <w:pPr>
              <w:pStyle w:val="TAC"/>
              <w:rPr>
                <w:noProof/>
                <w:lang w:eastAsia="zh-CN"/>
              </w:rPr>
            </w:pPr>
            <w:r>
              <w:rPr>
                <w:noProof/>
                <w:lang w:eastAsia="zh-CN"/>
              </w:rPr>
              <w:t>DC_3A-21A_n79A</w:t>
            </w:r>
            <w:r>
              <w:rPr>
                <w:noProof/>
                <w:vertAlign w:val="superscript"/>
                <w:lang w:eastAsia="zh-CN"/>
              </w:rPr>
              <w:t>5</w:t>
            </w:r>
          </w:p>
          <w:p w14:paraId="5C312F4D" w14:textId="77777777" w:rsidR="00B45972" w:rsidRDefault="00B45972" w:rsidP="00AC3FE8">
            <w:pPr>
              <w:pStyle w:val="TAC"/>
              <w:rPr>
                <w:noProof/>
                <w:lang w:eastAsia="zh-CN"/>
              </w:rPr>
            </w:pPr>
            <w:r>
              <w:rPr>
                <w:noProof/>
                <w:lang w:eastAsia="zh-CN"/>
              </w:rPr>
              <w:t>DC_3A-21A_n79C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65F08772" w14:textId="77777777" w:rsidR="00B45972" w:rsidRDefault="00B45972" w:rsidP="00AC3FE8">
            <w:pPr>
              <w:pStyle w:val="TAC"/>
              <w:rPr>
                <w:noProof/>
                <w:lang w:eastAsia="zh-CN"/>
              </w:rPr>
            </w:pPr>
            <w:r>
              <w:rPr>
                <w:noProof/>
                <w:lang w:eastAsia="zh-CN"/>
              </w:rPr>
              <w:t>DC_3A_n79A</w:t>
            </w:r>
          </w:p>
          <w:p w14:paraId="5788FE86" w14:textId="77777777" w:rsidR="00B45972" w:rsidRDefault="00B45972" w:rsidP="00AC3FE8">
            <w:pPr>
              <w:pStyle w:val="TAC"/>
              <w:rPr>
                <w:noProof/>
                <w:lang w:eastAsia="zh-CN"/>
              </w:rPr>
            </w:pPr>
            <w:r>
              <w:rPr>
                <w:noProof/>
                <w:lang w:eastAsia="zh-CN"/>
              </w:rPr>
              <w:t>DC_21A_n79A</w:t>
            </w:r>
          </w:p>
        </w:tc>
      </w:tr>
      <w:tr w:rsidR="00B45972" w14:paraId="0D64445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A4F9AAD" w14:textId="77777777" w:rsidR="00B45972" w:rsidRDefault="00B45972" w:rsidP="00AC3FE8">
            <w:pPr>
              <w:pStyle w:val="TAC"/>
              <w:rPr>
                <w:lang w:eastAsia="fi-FI"/>
              </w:rPr>
            </w:pPr>
            <w:r>
              <w:rPr>
                <w:lang w:eastAsia="fi-FI"/>
              </w:rPr>
              <w:t>DC_3A-28A_n5A</w:t>
            </w:r>
          </w:p>
          <w:p w14:paraId="1AEDC26E" w14:textId="77777777" w:rsidR="00B45972" w:rsidRDefault="00B45972" w:rsidP="00AC3FE8">
            <w:pPr>
              <w:pStyle w:val="TAC"/>
              <w:rPr>
                <w:noProof/>
                <w:lang w:eastAsia="zh-CN"/>
              </w:rPr>
            </w:pPr>
            <w:r>
              <w:rPr>
                <w:lang w:eastAsia="fi-FI"/>
              </w:rPr>
              <w:t>DC_3C-28A_n5A</w:t>
            </w:r>
          </w:p>
        </w:tc>
        <w:tc>
          <w:tcPr>
            <w:tcW w:w="5862" w:type="dxa"/>
            <w:tcBorders>
              <w:top w:val="single" w:sz="4" w:space="0" w:color="auto"/>
              <w:left w:val="single" w:sz="4" w:space="0" w:color="auto"/>
              <w:bottom w:val="single" w:sz="4" w:space="0" w:color="auto"/>
              <w:right w:val="single" w:sz="4" w:space="0" w:color="auto"/>
            </w:tcBorders>
            <w:hideMark/>
          </w:tcPr>
          <w:p w14:paraId="2E48B8CC" w14:textId="77777777" w:rsidR="00B45972" w:rsidRDefault="00B45972" w:rsidP="00AC3FE8">
            <w:pPr>
              <w:pStyle w:val="TAC"/>
              <w:rPr>
                <w:lang w:eastAsia="fi-FI"/>
              </w:rPr>
            </w:pPr>
            <w:r>
              <w:rPr>
                <w:lang w:eastAsia="fi-FI"/>
              </w:rPr>
              <w:t>DC_3A_n5A</w:t>
            </w:r>
          </w:p>
          <w:p w14:paraId="36E644D9" w14:textId="77777777" w:rsidR="00B45972" w:rsidRDefault="00B45972" w:rsidP="00AC3FE8">
            <w:pPr>
              <w:pStyle w:val="TAC"/>
              <w:rPr>
                <w:lang w:eastAsia="fi-FI"/>
              </w:rPr>
            </w:pPr>
            <w:r>
              <w:rPr>
                <w:lang w:eastAsia="fi-FI"/>
              </w:rPr>
              <w:t>DC_3C_n5A</w:t>
            </w:r>
          </w:p>
          <w:p w14:paraId="3AEC1166" w14:textId="77777777" w:rsidR="00B45972" w:rsidRDefault="00B45972" w:rsidP="00AC3FE8">
            <w:pPr>
              <w:pStyle w:val="TAC"/>
              <w:rPr>
                <w:noProof/>
                <w:lang w:eastAsia="zh-CN"/>
              </w:rPr>
            </w:pPr>
            <w:r>
              <w:rPr>
                <w:lang w:eastAsia="fi-FI"/>
              </w:rPr>
              <w:t>DC_28A_n5A</w:t>
            </w:r>
          </w:p>
        </w:tc>
      </w:tr>
      <w:tr w:rsidR="00B45972" w14:paraId="7D3FB79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A9F29C7" w14:textId="77777777" w:rsidR="00B45972" w:rsidRDefault="00B45972" w:rsidP="00AC3FE8">
            <w:pPr>
              <w:pStyle w:val="TAC"/>
              <w:rPr>
                <w:lang w:eastAsia="ja-JP"/>
              </w:rPr>
            </w:pPr>
            <w:r>
              <w:rPr>
                <w:lang w:eastAsia="ja-JP"/>
              </w:rPr>
              <w:t>DC_3A-28A_n7A</w:t>
            </w:r>
          </w:p>
          <w:p w14:paraId="2712A584" w14:textId="77777777" w:rsidR="00B45972" w:rsidRDefault="00B45972" w:rsidP="00AC3FE8">
            <w:pPr>
              <w:pStyle w:val="TAC"/>
              <w:rPr>
                <w:lang w:eastAsia="ja-JP"/>
              </w:rPr>
            </w:pPr>
            <w:r>
              <w:rPr>
                <w:lang w:eastAsia="ja-JP"/>
              </w:rPr>
              <w:t>DC_3C-28A_n7A</w:t>
            </w:r>
          </w:p>
          <w:p w14:paraId="116473DA" w14:textId="77777777" w:rsidR="00B45972" w:rsidRDefault="00B45972" w:rsidP="00AC3FE8">
            <w:pPr>
              <w:pStyle w:val="TAC"/>
              <w:rPr>
                <w:lang w:eastAsia="ja-JP"/>
              </w:rPr>
            </w:pPr>
            <w:r>
              <w:rPr>
                <w:lang w:eastAsia="ja-JP"/>
              </w:rPr>
              <w:t>DC_3A-28A_n7B</w:t>
            </w:r>
          </w:p>
          <w:p w14:paraId="55BD1CD4" w14:textId="77777777" w:rsidR="00B45972" w:rsidRDefault="00B45972" w:rsidP="00AC3FE8">
            <w:pPr>
              <w:pStyle w:val="TAC"/>
              <w:rPr>
                <w:lang w:eastAsia="fi-FI"/>
              </w:rPr>
            </w:pPr>
            <w:r>
              <w:rPr>
                <w:lang w:eastAsia="ja-JP"/>
              </w:rPr>
              <w:t>DC_3C-28A_n7B</w:t>
            </w:r>
          </w:p>
        </w:tc>
        <w:tc>
          <w:tcPr>
            <w:tcW w:w="5862" w:type="dxa"/>
            <w:tcBorders>
              <w:top w:val="single" w:sz="4" w:space="0" w:color="auto"/>
              <w:left w:val="single" w:sz="4" w:space="0" w:color="auto"/>
              <w:bottom w:val="single" w:sz="4" w:space="0" w:color="auto"/>
              <w:right w:val="single" w:sz="4" w:space="0" w:color="auto"/>
            </w:tcBorders>
            <w:hideMark/>
          </w:tcPr>
          <w:p w14:paraId="5307D86A" w14:textId="77777777" w:rsidR="00B45972" w:rsidRDefault="00B45972" w:rsidP="00AC3FE8">
            <w:pPr>
              <w:pStyle w:val="TAC"/>
              <w:rPr>
                <w:lang w:eastAsia="fi-FI"/>
              </w:rPr>
            </w:pPr>
            <w:r>
              <w:rPr>
                <w:lang w:eastAsia="fi-FI"/>
              </w:rPr>
              <w:t>DC_3A_n7A</w:t>
            </w:r>
          </w:p>
          <w:p w14:paraId="6F064DD2" w14:textId="77777777" w:rsidR="00B45972" w:rsidRDefault="00B45972" w:rsidP="00AC3FE8">
            <w:pPr>
              <w:pStyle w:val="TAC"/>
              <w:rPr>
                <w:lang w:eastAsia="fi-FI"/>
              </w:rPr>
            </w:pPr>
            <w:r>
              <w:rPr>
                <w:lang w:eastAsia="fi-FI"/>
              </w:rPr>
              <w:t>DC_3C_n7A</w:t>
            </w:r>
          </w:p>
          <w:p w14:paraId="5FE46008" w14:textId="77777777" w:rsidR="00B45972" w:rsidRDefault="00B45972" w:rsidP="00AC3FE8">
            <w:pPr>
              <w:pStyle w:val="TAC"/>
              <w:rPr>
                <w:lang w:eastAsia="fi-FI"/>
              </w:rPr>
            </w:pPr>
            <w:r>
              <w:rPr>
                <w:lang w:eastAsia="fi-FI"/>
              </w:rPr>
              <w:t>DC_28A_n7A</w:t>
            </w:r>
          </w:p>
          <w:p w14:paraId="5744FEBA" w14:textId="77777777" w:rsidR="00B45972" w:rsidRDefault="00B45972" w:rsidP="00AC3FE8">
            <w:pPr>
              <w:pStyle w:val="TAC"/>
              <w:rPr>
                <w:lang w:eastAsia="fi-FI"/>
              </w:rPr>
            </w:pPr>
            <w:r>
              <w:rPr>
                <w:lang w:eastAsia="fi-FI"/>
              </w:rPr>
              <w:t>DC_3A_n7B</w:t>
            </w:r>
          </w:p>
          <w:p w14:paraId="0CED0E06" w14:textId="77777777" w:rsidR="00B45972" w:rsidRDefault="00B45972" w:rsidP="00AC3FE8">
            <w:pPr>
              <w:pStyle w:val="TAC"/>
              <w:rPr>
                <w:lang w:eastAsia="fi-FI"/>
              </w:rPr>
            </w:pPr>
            <w:r>
              <w:rPr>
                <w:lang w:eastAsia="fi-FI"/>
              </w:rPr>
              <w:t>DC_28A_n7B</w:t>
            </w:r>
          </w:p>
        </w:tc>
      </w:tr>
      <w:tr w:rsidR="00B45972" w14:paraId="48987BF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07343FF" w14:textId="77777777" w:rsidR="00B45972" w:rsidRDefault="00B45972" w:rsidP="00AC3FE8">
            <w:pPr>
              <w:pStyle w:val="TAC"/>
              <w:rPr>
                <w:lang w:eastAsia="ja-JP"/>
              </w:rPr>
            </w:pPr>
            <w:r>
              <w:rPr>
                <w:lang w:eastAsia="ja-JP"/>
              </w:rPr>
              <w:t>DC_3A-28A_n40A</w:t>
            </w:r>
          </w:p>
        </w:tc>
        <w:tc>
          <w:tcPr>
            <w:tcW w:w="5862" w:type="dxa"/>
            <w:tcBorders>
              <w:top w:val="single" w:sz="4" w:space="0" w:color="auto"/>
              <w:left w:val="single" w:sz="4" w:space="0" w:color="auto"/>
              <w:bottom w:val="single" w:sz="4" w:space="0" w:color="auto"/>
              <w:right w:val="single" w:sz="4" w:space="0" w:color="auto"/>
            </w:tcBorders>
            <w:hideMark/>
          </w:tcPr>
          <w:p w14:paraId="31045831" w14:textId="77777777" w:rsidR="00B45972" w:rsidRDefault="00B45972" w:rsidP="00AC3FE8">
            <w:pPr>
              <w:pStyle w:val="TAC"/>
              <w:rPr>
                <w:lang w:eastAsia="ja-JP"/>
              </w:rPr>
            </w:pPr>
            <w:r>
              <w:rPr>
                <w:lang w:eastAsia="ja-JP"/>
              </w:rPr>
              <w:t>DC_3A_n40A</w:t>
            </w:r>
          </w:p>
          <w:p w14:paraId="0EB81F61" w14:textId="77777777" w:rsidR="00B45972" w:rsidRDefault="00B45972" w:rsidP="00AC3FE8">
            <w:pPr>
              <w:pStyle w:val="TAC"/>
              <w:rPr>
                <w:lang w:eastAsia="fi-FI"/>
              </w:rPr>
            </w:pPr>
            <w:r>
              <w:rPr>
                <w:lang w:eastAsia="ja-JP"/>
              </w:rPr>
              <w:t>DC_28A_n40A</w:t>
            </w:r>
          </w:p>
        </w:tc>
      </w:tr>
      <w:tr w:rsidR="00B45972" w14:paraId="5F4C5A4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CD8A79F" w14:textId="77777777" w:rsidR="00B45972" w:rsidRDefault="00B45972" w:rsidP="00AC3FE8">
            <w:pPr>
              <w:pStyle w:val="TAC"/>
              <w:rPr>
                <w:lang w:eastAsia="ja-JP"/>
              </w:rPr>
            </w:pPr>
            <w:r>
              <w:rPr>
                <w:lang w:eastAsia="ja-JP"/>
              </w:rPr>
              <w:t>DC_3A-3A-28A_n7A</w:t>
            </w:r>
          </w:p>
          <w:p w14:paraId="3EA34006" w14:textId="77777777" w:rsidR="00B45972" w:rsidRDefault="00B45972" w:rsidP="00AC3FE8">
            <w:pPr>
              <w:pStyle w:val="TAC"/>
              <w:rPr>
                <w:lang w:eastAsia="fi-FI"/>
              </w:rPr>
            </w:pPr>
            <w:r>
              <w:rPr>
                <w:lang w:eastAsia="ja-JP"/>
              </w:rPr>
              <w:t>DC_3A-3A-28A_n7B</w:t>
            </w:r>
          </w:p>
        </w:tc>
        <w:tc>
          <w:tcPr>
            <w:tcW w:w="5862" w:type="dxa"/>
            <w:tcBorders>
              <w:top w:val="single" w:sz="4" w:space="0" w:color="auto"/>
              <w:left w:val="single" w:sz="4" w:space="0" w:color="auto"/>
              <w:bottom w:val="single" w:sz="4" w:space="0" w:color="auto"/>
              <w:right w:val="single" w:sz="4" w:space="0" w:color="auto"/>
            </w:tcBorders>
            <w:hideMark/>
          </w:tcPr>
          <w:p w14:paraId="17DC080A" w14:textId="77777777" w:rsidR="00B45972" w:rsidRDefault="00B45972" w:rsidP="00AC3FE8">
            <w:pPr>
              <w:pStyle w:val="TAC"/>
              <w:rPr>
                <w:lang w:eastAsia="fi-FI"/>
              </w:rPr>
            </w:pPr>
            <w:r>
              <w:rPr>
                <w:lang w:eastAsia="fi-FI"/>
              </w:rPr>
              <w:t>DC_3A_n7A</w:t>
            </w:r>
          </w:p>
          <w:p w14:paraId="6F2D23A6" w14:textId="77777777" w:rsidR="00B45972" w:rsidRDefault="00B45972" w:rsidP="00AC3FE8">
            <w:pPr>
              <w:pStyle w:val="TAC"/>
              <w:rPr>
                <w:lang w:eastAsia="fi-FI"/>
              </w:rPr>
            </w:pPr>
            <w:r>
              <w:rPr>
                <w:lang w:eastAsia="fi-FI"/>
              </w:rPr>
              <w:t>DC_28A_n7A</w:t>
            </w:r>
          </w:p>
          <w:p w14:paraId="31BD841A" w14:textId="77777777" w:rsidR="00B45972" w:rsidRDefault="00B45972" w:rsidP="00AC3FE8">
            <w:pPr>
              <w:pStyle w:val="TAC"/>
              <w:rPr>
                <w:lang w:eastAsia="fi-FI"/>
              </w:rPr>
            </w:pPr>
            <w:r>
              <w:rPr>
                <w:lang w:eastAsia="fi-FI"/>
              </w:rPr>
              <w:t>DC_3A_n7B</w:t>
            </w:r>
          </w:p>
          <w:p w14:paraId="4E81A965" w14:textId="77777777" w:rsidR="00B45972" w:rsidRDefault="00B45972" w:rsidP="00AC3FE8">
            <w:pPr>
              <w:pStyle w:val="TAC"/>
              <w:rPr>
                <w:lang w:eastAsia="fi-FI"/>
              </w:rPr>
            </w:pPr>
            <w:r>
              <w:rPr>
                <w:lang w:eastAsia="fi-FI"/>
              </w:rPr>
              <w:t>DC_28A_n7B</w:t>
            </w:r>
          </w:p>
        </w:tc>
      </w:tr>
      <w:tr w:rsidR="00B45972" w14:paraId="5AFC0BE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F2F9CA0" w14:textId="77777777" w:rsidR="00B45972" w:rsidRDefault="00B45972" w:rsidP="00AC3FE8">
            <w:pPr>
              <w:pStyle w:val="TAC"/>
              <w:rPr>
                <w:lang w:eastAsia="ja-JP"/>
              </w:rPr>
            </w:pPr>
            <w:r>
              <w:rPr>
                <w:rFonts w:cs="Arial"/>
                <w:lang w:eastAsia="ja-JP"/>
              </w:rPr>
              <w:t>DC_3A_n28A-n40A</w:t>
            </w:r>
          </w:p>
        </w:tc>
        <w:tc>
          <w:tcPr>
            <w:tcW w:w="5862" w:type="dxa"/>
            <w:tcBorders>
              <w:top w:val="single" w:sz="4" w:space="0" w:color="auto"/>
              <w:left w:val="single" w:sz="4" w:space="0" w:color="auto"/>
              <w:bottom w:val="single" w:sz="4" w:space="0" w:color="auto"/>
              <w:right w:val="single" w:sz="4" w:space="0" w:color="auto"/>
            </w:tcBorders>
            <w:hideMark/>
          </w:tcPr>
          <w:p w14:paraId="30986943" w14:textId="77777777" w:rsidR="00B45972" w:rsidRDefault="00B45972" w:rsidP="00AC3FE8">
            <w:pPr>
              <w:pStyle w:val="TAC"/>
              <w:rPr>
                <w:rFonts w:cs="Arial"/>
                <w:lang w:eastAsia="ja-JP"/>
              </w:rPr>
            </w:pPr>
            <w:r>
              <w:rPr>
                <w:rFonts w:cs="Arial"/>
                <w:lang w:eastAsia="ja-JP"/>
              </w:rPr>
              <w:t>DC_3A_n28A</w:t>
            </w:r>
          </w:p>
          <w:p w14:paraId="620AFF96" w14:textId="77777777" w:rsidR="00B45972" w:rsidRDefault="00B45972" w:rsidP="00AC3FE8">
            <w:pPr>
              <w:pStyle w:val="TAC"/>
              <w:rPr>
                <w:bCs/>
                <w:lang w:eastAsia="fi-FI"/>
              </w:rPr>
            </w:pPr>
            <w:r>
              <w:rPr>
                <w:rFonts w:cs="Arial"/>
                <w:bCs/>
                <w:lang w:eastAsia="ja-JP"/>
              </w:rPr>
              <w:t>DC_3A_n40A</w:t>
            </w:r>
          </w:p>
        </w:tc>
      </w:tr>
      <w:tr w:rsidR="00B45972" w14:paraId="7473C8A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262C5FD" w14:textId="77777777" w:rsidR="00B45972" w:rsidRDefault="00B45972" w:rsidP="00AC3FE8">
            <w:pPr>
              <w:pStyle w:val="TAC"/>
              <w:rPr>
                <w:noProof/>
                <w:lang w:eastAsia="zh-CN"/>
              </w:rPr>
            </w:pPr>
            <w:r>
              <w:rPr>
                <w:noProof/>
                <w:lang w:eastAsia="zh-CN"/>
              </w:rPr>
              <w:t>DC_3A-28A_n41A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72523F8B" w14:textId="77777777" w:rsidR="00B45972" w:rsidRDefault="00B45972" w:rsidP="00AC3FE8">
            <w:pPr>
              <w:pStyle w:val="TAC"/>
              <w:rPr>
                <w:b/>
                <w:noProof/>
                <w:lang w:eastAsia="zh-CN"/>
              </w:rPr>
            </w:pPr>
            <w:r>
              <w:rPr>
                <w:b/>
                <w:noProof/>
                <w:lang w:eastAsia="zh-CN"/>
              </w:rPr>
              <w:t>DC_3A_n41A</w:t>
            </w:r>
          </w:p>
          <w:p w14:paraId="585CA005" w14:textId="77777777" w:rsidR="00B45972" w:rsidRDefault="00B45972" w:rsidP="00AC3FE8">
            <w:pPr>
              <w:pStyle w:val="TAC"/>
              <w:rPr>
                <w:noProof/>
                <w:lang w:eastAsia="zh-CN"/>
              </w:rPr>
            </w:pPr>
            <w:r>
              <w:rPr>
                <w:noProof/>
                <w:lang w:eastAsia="zh-CN"/>
              </w:rPr>
              <w:t>DC_28A_n41A</w:t>
            </w:r>
          </w:p>
        </w:tc>
      </w:tr>
      <w:tr w:rsidR="00B45972" w14:paraId="17831B4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8E519D7" w14:textId="77777777" w:rsidR="00B45972" w:rsidRDefault="00B45972" w:rsidP="00AC3FE8">
            <w:pPr>
              <w:pStyle w:val="TAC"/>
              <w:rPr>
                <w:noProof/>
                <w:lang w:eastAsia="zh-CN"/>
              </w:rPr>
            </w:pPr>
            <w:r>
              <w:rPr>
                <w:noProof/>
                <w:lang w:eastAsia="zh-CN"/>
              </w:rPr>
              <w:t>DC_3A-28A_n77A</w:t>
            </w:r>
            <w:r>
              <w:rPr>
                <w:noProof/>
                <w:vertAlign w:val="superscript"/>
                <w:lang w:eastAsia="zh-CN"/>
              </w:rPr>
              <w:t>5</w:t>
            </w:r>
          </w:p>
          <w:p w14:paraId="281D1410" w14:textId="77777777" w:rsidR="00B45972" w:rsidRDefault="00B45972" w:rsidP="00AC3FE8">
            <w:pPr>
              <w:pStyle w:val="TAC"/>
              <w:rPr>
                <w:noProof/>
                <w:lang w:eastAsia="zh-CN"/>
              </w:rPr>
            </w:pPr>
            <w:r>
              <w:rPr>
                <w:noProof/>
                <w:lang w:eastAsia="zh-CN"/>
              </w:rPr>
              <w:t>DC_3A-28A_n77C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7E97842C" w14:textId="77777777" w:rsidR="00B45972" w:rsidRDefault="00B45972" w:rsidP="00AC3FE8">
            <w:pPr>
              <w:pStyle w:val="TAC"/>
              <w:rPr>
                <w:noProof/>
                <w:lang w:eastAsia="zh-CN"/>
              </w:rPr>
            </w:pPr>
            <w:r>
              <w:rPr>
                <w:noProof/>
                <w:lang w:eastAsia="zh-CN"/>
              </w:rPr>
              <w:t>DC_3A_n77A</w:t>
            </w:r>
          </w:p>
          <w:p w14:paraId="15B68E70" w14:textId="77777777" w:rsidR="00B45972" w:rsidRDefault="00B45972" w:rsidP="00AC3FE8">
            <w:pPr>
              <w:pStyle w:val="TAC"/>
              <w:rPr>
                <w:noProof/>
                <w:lang w:eastAsia="zh-CN"/>
              </w:rPr>
            </w:pPr>
            <w:r>
              <w:rPr>
                <w:noProof/>
                <w:lang w:eastAsia="zh-CN"/>
              </w:rPr>
              <w:t>DC_28A_n77A</w:t>
            </w:r>
          </w:p>
        </w:tc>
      </w:tr>
      <w:tr w:rsidR="00B45972" w14:paraId="018BAC2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BBB5728" w14:textId="77777777" w:rsidR="00B45972" w:rsidRDefault="00B45972" w:rsidP="00AC3FE8">
            <w:pPr>
              <w:pStyle w:val="TAC"/>
              <w:rPr>
                <w:noProof/>
                <w:lang w:eastAsia="zh-CN"/>
              </w:rPr>
            </w:pPr>
            <w:r>
              <w:t>DC_3A-28</w:t>
            </w:r>
            <w:r>
              <w:rPr>
                <w:rFonts w:eastAsia="Malgun Gothic"/>
              </w:rPr>
              <w:t>A_</w:t>
            </w:r>
            <w:r>
              <w:t>n</w:t>
            </w:r>
            <w:r>
              <w:rPr>
                <w:rFonts w:eastAsia="Malgun Gothic"/>
              </w:rPr>
              <w:t>77(2</w:t>
            </w:r>
            <w: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7D0B4882" w14:textId="77777777" w:rsidR="00B45972" w:rsidRDefault="00B45972" w:rsidP="00AC3FE8">
            <w:pPr>
              <w:pStyle w:val="TAC"/>
            </w:pPr>
            <w:r>
              <w:t>DC_3A_n77A</w:t>
            </w:r>
          </w:p>
          <w:p w14:paraId="34E99F29" w14:textId="77777777" w:rsidR="00B45972" w:rsidRDefault="00B45972" w:rsidP="00AC3FE8">
            <w:pPr>
              <w:pStyle w:val="TAC"/>
              <w:rPr>
                <w:noProof/>
                <w:lang w:eastAsia="zh-CN"/>
              </w:rPr>
            </w:pPr>
            <w:r>
              <w:t>DC_28A_n77A</w:t>
            </w:r>
          </w:p>
        </w:tc>
      </w:tr>
      <w:tr w:rsidR="00B45972" w14:paraId="60A59F1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6584036" w14:textId="77777777" w:rsidR="00B45972" w:rsidRDefault="00B45972" w:rsidP="00AC3FE8">
            <w:pPr>
              <w:pStyle w:val="TAC"/>
              <w:rPr>
                <w:rFonts w:cs="Arial"/>
                <w:szCs w:val="18"/>
              </w:rPr>
            </w:pPr>
            <w:r>
              <w:rPr>
                <w:rFonts w:cs="Arial"/>
                <w:szCs w:val="18"/>
              </w:rPr>
              <w:t>DC_3A_n28A-n77A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62A454F9" w14:textId="77777777" w:rsidR="00B45972" w:rsidRDefault="00B45972" w:rsidP="00AC3FE8">
            <w:pPr>
              <w:pStyle w:val="TAC"/>
              <w:rPr>
                <w:rFonts w:cs="Arial"/>
                <w:lang w:eastAsia="zh-CN"/>
              </w:rPr>
            </w:pPr>
            <w:r>
              <w:rPr>
                <w:rFonts w:cs="Arial"/>
                <w:lang w:eastAsia="zh-CN"/>
              </w:rPr>
              <w:t>DC_3A</w:t>
            </w:r>
            <w:r>
              <w:rPr>
                <w:rFonts w:eastAsia="Malgun Gothic" w:cs="Arial"/>
                <w:lang w:eastAsia="ko-KR"/>
              </w:rPr>
              <w:t>_</w:t>
            </w:r>
            <w:r>
              <w:rPr>
                <w:rFonts w:cs="Arial"/>
                <w:lang w:eastAsia="zh-CN"/>
              </w:rPr>
              <w:t>n28A</w:t>
            </w:r>
          </w:p>
          <w:p w14:paraId="555CB557" w14:textId="77777777" w:rsidR="00B45972" w:rsidRDefault="00B45972" w:rsidP="00AC3FE8">
            <w:pPr>
              <w:pStyle w:val="TAC"/>
            </w:pPr>
            <w:r>
              <w:rPr>
                <w:rFonts w:cs="Arial"/>
                <w:lang w:eastAsia="zh-CN"/>
              </w:rPr>
              <w:t>DC_3A_n77A</w:t>
            </w:r>
          </w:p>
        </w:tc>
      </w:tr>
      <w:tr w:rsidR="00B45972" w14:paraId="4D5DB29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CD66445" w14:textId="77777777" w:rsidR="00B45972" w:rsidRDefault="00B45972" w:rsidP="00AC3FE8">
            <w:pPr>
              <w:pStyle w:val="TAC"/>
              <w:rPr>
                <w:rFonts w:cs="Arial"/>
                <w:szCs w:val="18"/>
              </w:rPr>
            </w:pPr>
            <w:r>
              <w:rPr>
                <w:rFonts w:cs="Arial"/>
                <w:szCs w:val="18"/>
              </w:rPr>
              <w:t>DC_3A_n28A-n77(2A)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7D17625" w14:textId="77777777" w:rsidR="00B45972" w:rsidRDefault="00B45972" w:rsidP="00AC3FE8">
            <w:pPr>
              <w:pStyle w:val="TAC"/>
              <w:rPr>
                <w:rFonts w:cs="Arial"/>
                <w:lang w:eastAsia="zh-CN"/>
              </w:rPr>
            </w:pPr>
            <w:r>
              <w:rPr>
                <w:rFonts w:cs="Arial"/>
                <w:lang w:eastAsia="zh-CN"/>
              </w:rPr>
              <w:t>DC_3A</w:t>
            </w:r>
            <w:r>
              <w:rPr>
                <w:rFonts w:eastAsia="Malgun Gothic" w:cs="Arial"/>
                <w:lang w:eastAsia="ko-KR"/>
              </w:rPr>
              <w:t>_</w:t>
            </w:r>
            <w:r>
              <w:rPr>
                <w:rFonts w:cs="Arial"/>
                <w:lang w:eastAsia="zh-CN"/>
              </w:rPr>
              <w:t>n28A</w:t>
            </w:r>
          </w:p>
          <w:p w14:paraId="19AE436F" w14:textId="77777777" w:rsidR="00B45972" w:rsidRDefault="00B45972" w:rsidP="00AC3FE8">
            <w:pPr>
              <w:pStyle w:val="TAC"/>
            </w:pPr>
            <w:r>
              <w:rPr>
                <w:rFonts w:cs="Arial"/>
                <w:lang w:eastAsia="zh-CN"/>
              </w:rPr>
              <w:t>DC_3A_n77A</w:t>
            </w:r>
          </w:p>
        </w:tc>
      </w:tr>
      <w:tr w:rsidR="00B45972" w14:paraId="7E1E442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E985C30" w14:textId="77777777" w:rsidR="00B45972" w:rsidRDefault="00B45972" w:rsidP="00AC3FE8">
            <w:pPr>
              <w:pStyle w:val="TAC"/>
              <w:rPr>
                <w:noProof/>
                <w:lang w:eastAsia="zh-CN"/>
              </w:rPr>
            </w:pPr>
            <w:r>
              <w:rPr>
                <w:noProof/>
                <w:lang w:eastAsia="zh-CN"/>
              </w:rPr>
              <w:lastRenderedPageBreak/>
              <w:t>DC_3A-28A_n78A</w:t>
            </w:r>
            <w:r>
              <w:rPr>
                <w:noProof/>
                <w:vertAlign w:val="superscript"/>
                <w:lang w:eastAsia="zh-CN"/>
              </w:rPr>
              <w:t>5</w:t>
            </w:r>
          </w:p>
          <w:p w14:paraId="56156C69" w14:textId="77777777" w:rsidR="00B45972" w:rsidRDefault="00B45972" w:rsidP="00AC3FE8">
            <w:pPr>
              <w:pStyle w:val="TAC"/>
              <w:rPr>
                <w:noProof/>
                <w:lang w:eastAsia="zh-CN"/>
              </w:rPr>
            </w:pPr>
            <w:r>
              <w:rPr>
                <w:lang w:eastAsia="fi-FI"/>
              </w:rPr>
              <w:t>DC_3C-28A_n78A</w:t>
            </w:r>
            <w:r>
              <w:rPr>
                <w:noProof/>
                <w:vertAlign w:val="superscript"/>
                <w:lang w:eastAsia="zh-CN"/>
              </w:rPr>
              <w:t>5</w:t>
            </w:r>
          </w:p>
          <w:p w14:paraId="0EECE338" w14:textId="77777777" w:rsidR="00B45972" w:rsidRDefault="00B45972" w:rsidP="00AC3FE8">
            <w:pPr>
              <w:pStyle w:val="TAC"/>
              <w:rPr>
                <w:noProof/>
                <w:lang w:eastAsia="zh-CN"/>
              </w:rPr>
            </w:pPr>
            <w:r>
              <w:rPr>
                <w:noProof/>
                <w:lang w:eastAsia="zh-CN"/>
              </w:rPr>
              <w:t>DC_3A-28A_n78C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30D5A47A" w14:textId="77777777" w:rsidR="00B45972" w:rsidRDefault="00B45972" w:rsidP="00AC3FE8">
            <w:pPr>
              <w:pStyle w:val="TAC"/>
              <w:rPr>
                <w:noProof/>
                <w:lang w:eastAsia="zh-CN"/>
              </w:rPr>
            </w:pPr>
            <w:r>
              <w:rPr>
                <w:noProof/>
                <w:lang w:eastAsia="zh-CN"/>
              </w:rPr>
              <w:t>DC_3A_n78A</w:t>
            </w:r>
          </w:p>
          <w:p w14:paraId="0F139A97" w14:textId="77777777" w:rsidR="00B45972" w:rsidRDefault="00B45972" w:rsidP="00AC3FE8">
            <w:pPr>
              <w:pStyle w:val="TAC"/>
              <w:rPr>
                <w:noProof/>
                <w:lang w:eastAsia="zh-CN"/>
              </w:rPr>
            </w:pPr>
            <w:r>
              <w:rPr>
                <w:noProof/>
                <w:lang w:eastAsia="zh-CN"/>
              </w:rPr>
              <w:t>DC_28A_n78A</w:t>
            </w:r>
          </w:p>
        </w:tc>
      </w:tr>
      <w:tr w:rsidR="00B45972" w14:paraId="6085F14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A29A04D" w14:textId="77777777" w:rsidR="00B45972" w:rsidRDefault="00B45972" w:rsidP="00AC3FE8">
            <w:pPr>
              <w:pStyle w:val="TAC"/>
              <w:rPr>
                <w:noProof/>
                <w:lang w:eastAsia="zh-CN"/>
              </w:rPr>
            </w:pPr>
            <w:r>
              <w:rPr>
                <w:lang w:eastAsia="fi-FI"/>
              </w:rPr>
              <w:t>DC_3A-3A-28A_n78A</w:t>
            </w:r>
          </w:p>
        </w:tc>
        <w:tc>
          <w:tcPr>
            <w:tcW w:w="5862" w:type="dxa"/>
            <w:tcBorders>
              <w:top w:val="single" w:sz="4" w:space="0" w:color="auto"/>
              <w:left w:val="single" w:sz="4" w:space="0" w:color="auto"/>
              <w:bottom w:val="single" w:sz="4" w:space="0" w:color="auto"/>
              <w:right w:val="single" w:sz="4" w:space="0" w:color="auto"/>
            </w:tcBorders>
            <w:hideMark/>
          </w:tcPr>
          <w:p w14:paraId="59F787DB" w14:textId="77777777" w:rsidR="00B45972" w:rsidRDefault="00B45972" w:rsidP="00AC3FE8">
            <w:pPr>
              <w:pStyle w:val="TAC"/>
              <w:rPr>
                <w:lang w:eastAsia="zh-TW"/>
              </w:rPr>
            </w:pPr>
            <w:r>
              <w:rPr>
                <w:lang w:eastAsia="fi-FI"/>
              </w:rPr>
              <w:t>DC_3A_n78A</w:t>
            </w:r>
          </w:p>
          <w:p w14:paraId="0823CD41" w14:textId="77777777" w:rsidR="00B45972" w:rsidRDefault="00B45972" w:rsidP="00AC3FE8">
            <w:pPr>
              <w:pStyle w:val="TAC"/>
              <w:rPr>
                <w:noProof/>
                <w:lang w:eastAsia="zh-CN"/>
              </w:rPr>
            </w:pPr>
            <w:r>
              <w:rPr>
                <w:lang w:eastAsia="fi-FI"/>
              </w:rPr>
              <w:t>DC_</w:t>
            </w:r>
            <w:r>
              <w:rPr>
                <w:lang w:eastAsia="zh-TW"/>
              </w:rPr>
              <w:t>28</w:t>
            </w:r>
            <w:r>
              <w:rPr>
                <w:lang w:eastAsia="fi-FI"/>
              </w:rPr>
              <w:t>A_n</w:t>
            </w:r>
            <w:r>
              <w:rPr>
                <w:lang w:eastAsia="zh-TW"/>
              </w:rPr>
              <w:t>78</w:t>
            </w:r>
            <w:r>
              <w:rPr>
                <w:lang w:eastAsia="fi-FI"/>
              </w:rPr>
              <w:t>A</w:t>
            </w:r>
          </w:p>
        </w:tc>
      </w:tr>
      <w:tr w:rsidR="00B45972" w14:paraId="00D4A35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D86399E" w14:textId="77777777" w:rsidR="00B45972" w:rsidRDefault="00B45972" w:rsidP="00AC3FE8">
            <w:pPr>
              <w:pStyle w:val="TAC"/>
              <w:rPr>
                <w:rFonts w:eastAsia="Malgun Gothic"/>
                <w:noProof/>
                <w:lang w:eastAsia="ko-KR"/>
              </w:rPr>
            </w:pPr>
            <w:r>
              <w:rPr>
                <w:rFonts w:eastAsia="Malgun Gothic"/>
                <w:noProof/>
                <w:lang w:eastAsia="ko-KR"/>
              </w:rPr>
              <w:t>DC_3A_n28A-n78A</w:t>
            </w:r>
            <w:r>
              <w:rPr>
                <w:noProof/>
                <w:vertAlign w:val="superscript"/>
                <w:lang w:eastAsia="zh-CN"/>
              </w:rPr>
              <w:t>5</w:t>
            </w:r>
          </w:p>
          <w:p w14:paraId="715D096F" w14:textId="77777777" w:rsidR="00B45972" w:rsidRDefault="00B45972" w:rsidP="00AC3FE8">
            <w:pPr>
              <w:pStyle w:val="TAC"/>
              <w:rPr>
                <w:noProof/>
                <w:lang w:eastAsia="zh-CN"/>
              </w:rPr>
            </w:pPr>
            <w:r>
              <w:rPr>
                <w:rFonts w:eastAsia="Malgun Gothic"/>
                <w:noProof/>
                <w:lang w:eastAsia="ko-KR"/>
              </w:rPr>
              <w:t>DC_3C_n28A-n78A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93FD985" w14:textId="77777777" w:rsidR="00B45972" w:rsidRDefault="00B45972" w:rsidP="00AC3FE8">
            <w:pPr>
              <w:pStyle w:val="TAC"/>
              <w:rPr>
                <w:rFonts w:eastAsia="Malgun Gothic"/>
                <w:noProof/>
                <w:lang w:eastAsia="ko-KR"/>
              </w:rPr>
            </w:pPr>
            <w:r>
              <w:rPr>
                <w:rFonts w:eastAsia="Malgun Gothic"/>
                <w:noProof/>
                <w:lang w:eastAsia="ko-KR"/>
              </w:rPr>
              <w:t>DC_3A_n28A</w:t>
            </w:r>
          </w:p>
          <w:p w14:paraId="41886FE6" w14:textId="77777777" w:rsidR="00B45972" w:rsidRDefault="00B45972" w:rsidP="00AC3FE8">
            <w:pPr>
              <w:pStyle w:val="TAC"/>
              <w:rPr>
                <w:rFonts w:eastAsia="Malgun Gothic"/>
                <w:noProof/>
                <w:lang w:eastAsia="ko-KR"/>
              </w:rPr>
            </w:pPr>
            <w:r>
              <w:rPr>
                <w:rFonts w:eastAsia="Malgun Gothic"/>
                <w:noProof/>
                <w:lang w:eastAsia="ko-KR"/>
              </w:rPr>
              <w:t>DC_3A_n78A</w:t>
            </w:r>
          </w:p>
          <w:p w14:paraId="2A39A751" w14:textId="77777777" w:rsidR="00B45972" w:rsidRDefault="00B45972" w:rsidP="00AC3FE8">
            <w:pPr>
              <w:pStyle w:val="TAC"/>
              <w:rPr>
                <w:noProof/>
                <w:lang w:eastAsia="zh-CN"/>
              </w:rPr>
            </w:pPr>
            <w:r>
              <w:rPr>
                <w:lang w:eastAsia="zh-CN"/>
              </w:rPr>
              <w:t>DC_3C_n28A</w:t>
            </w:r>
          </w:p>
        </w:tc>
      </w:tr>
      <w:tr w:rsidR="00B45972" w14:paraId="0A4D690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88A52E8" w14:textId="77777777" w:rsidR="00B45972" w:rsidRDefault="00B45972" w:rsidP="00AC3FE8">
            <w:pPr>
              <w:pStyle w:val="TAC"/>
              <w:rPr>
                <w:noProof/>
                <w:lang w:eastAsia="zh-CN"/>
              </w:rPr>
            </w:pPr>
            <w:r>
              <w:rPr>
                <w:noProof/>
                <w:lang w:eastAsia="zh-CN"/>
              </w:rPr>
              <w:t>DC_3A-28A_n79A</w:t>
            </w:r>
            <w:r>
              <w:rPr>
                <w:noProof/>
                <w:vertAlign w:val="superscript"/>
                <w:lang w:eastAsia="zh-CN"/>
              </w:rPr>
              <w:t>5</w:t>
            </w:r>
          </w:p>
          <w:p w14:paraId="6D9B917B" w14:textId="77777777" w:rsidR="00B45972" w:rsidRDefault="00B45972" w:rsidP="00AC3FE8">
            <w:pPr>
              <w:pStyle w:val="TAC"/>
              <w:rPr>
                <w:noProof/>
                <w:lang w:eastAsia="zh-CN"/>
              </w:rPr>
            </w:pPr>
            <w:r>
              <w:rPr>
                <w:noProof/>
                <w:lang w:eastAsia="zh-CN"/>
              </w:rPr>
              <w:t>DC_3A-28A_n79C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0429032A" w14:textId="77777777" w:rsidR="00B45972" w:rsidRDefault="00B45972" w:rsidP="00AC3FE8">
            <w:pPr>
              <w:pStyle w:val="TAC"/>
              <w:rPr>
                <w:noProof/>
                <w:lang w:eastAsia="zh-CN"/>
              </w:rPr>
            </w:pPr>
            <w:r>
              <w:rPr>
                <w:noProof/>
                <w:lang w:eastAsia="zh-CN"/>
              </w:rPr>
              <w:t>DC_3A_n79A</w:t>
            </w:r>
          </w:p>
          <w:p w14:paraId="346B0FE4" w14:textId="77777777" w:rsidR="00B45972" w:rsidRDefault="00B45972" w:rsidP="00AC3FE8">
            <w:pPr>
              <w:pStyle w:val="TAC"/>
              <w:rPr>
                <w:noProof/>
                <w:lang w:eastAsia="zh-CN"/>
              </w:rPr>
            </w:pPr>
            <w:r>
              <w:rPr>
                <w:noProof/>
                <w:lang w:eastAsia="zh-CN"/>
              </w:rPr>
              <w:t>DC_28A_n79A</w:t>
            </w:r>
          </w:p>
        </w:tc>
      </w:tr>
      <w:tr w:rsidR="00B45972" w14:paraId="7B14C15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6C42603" w14:textId="77777777" w:rsidR="00B45972" w:rsidRDefault="00B45972" w:rsidP="00AC3FE8">
            <w:pPr>
              <w:pStyle w:val="TAC"/>
              <w:rPr>
                <w:lang w:eastAsia="ja-JP"/>
              </w:rPr>
            </w:pPr>
            <w:r>
              <w:rPr>
                <w:lang w:eastAsia="ja-JP"/>
              </w:rPr>
              <w:t>DC_3A-32A_n78A</w:t>
            </w:r>
          </w:p>
          <w:p w14:paraId="3DF31875" w14:textId="77777777" w:rsidR="00B45972" w:rsidRDefault="00B45972" w:rsidP="00AC3FE8">
            <w:pPr>
              <w:pStyle w:val="TAC"/>
              <w:rPr>
                <w:noProof/>
                <w:lang w:eastAsia="zh-CN"/>
              </w:rPr>
            </w:pPr>
            <w:r>
              <w:rPr>
                <w:lang w:eastAsia="ja-JP"/>
              </w:rPr>
              <w:t>DC_3A-32A_n78(2A)</w:t>
            </w:r>
          </w:p>
        </w:tc>
        <w:tc>
          <w:tcPr>
            <w:tcW w:w="5862" w:type="dxa"/>
            <w:tcBorders>
              <w:top w:val="single" w:sz="4" w:space="0" w:color="auto"/>
              <w:left w:val="single" w:sz="4" w:space="0" w:color="auto"/>
              <w:bottom w:val="single" w:sz="4" w:space="0" w:color="auto"/>
              <w:right w:val="single" w:sz="4" w:space="0" w:color="auto"/>
            </w:tcBorders>
            <w:hideMark/>
          </w:tcPr>
          <w:p w14:paraId="31FE1267" w14:textId="77777777" w:rsidR="00B45972" w:rsidRDefault="00B45972" w:rsidP="00AC3FE8">
            <w:pPr>
              <w:pStyle w:val="TAC"/>
              <w:rPr>
                <w:noProof/>
                <w:lang w:eastAsia="zh-CN"/>
              </w:rPr>
            </w:pPr>
            <w:r>
              <w:rPr>
                <w:lang w:eastAsia="fi-FI"/>
              </w:rPr>
              <w:t>DC_3A_</w:t>
            </w:r>
            <w:r>
              <w:rPr>
                <w:lang w:eastAsia="ja-JP"/>
              </w:rPr>
              <w:t>n78A</w:t>
            </w:r>
          </w:p>
        </w:tc>
      </w:tr>
      <w:tr w:rsidR="00B45972" w14:paraId="25CAEB4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64A5B8E" w14:textId="77777777" w:rsidR="00B45972" w:rsidRDefault="00B45972" w:rsidP="00AC3FE8">
            <w:pPr>
              <w:pStyle w:val="TAC"/>
            </w:pPr>
            <w:r>
              <w:t>DC_3A-38A_n78A</w:t>
            </w:r>
          </w:p>
        </w:tc>
        <w:tc>
          <w:tcPr>
            <w:tcW w:w="5862" w:type="dxa"/>
            <w:tcBorders>
              <w:top w:val="single" w:sz="4" w:space="0" w:color="auto"/>
              <w:left w:val="single" w:sz="4" w:space="0" w:color="auto"/>
              <w:bottom w:val="single" w:sz="4" w:space="0" w:color="auto"/>
              <w:right w:val="single" w:sz="4" w:space="0" w:color="auto"/>
            </w:tcBorders>
            <w:hideMark/>
          </w:tcPr>
          <w:p w14:paraId="4DA749E6" w14:textId="77777777" w:rsidR="00B45972" w:rsidRDefault="00B45972" w:rsidP="00AC3FE8">
            <w:pPr>
              <w:pStyle w:val="TAC"/>
              <w:rPr>
                <w:lang w:eastAsia="fr-FR"/>
              </w:rPr>
            </w:pPr>
            <w:r>
              <w:t>DC_3A_n78A</w:t>
            </w:r>
          </w:p>
        </w:tc>
      </w:tr>
      <w:tr w:rsidR="00B45972" w14:paraId="479AB21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4B1AE47" w14:textId="77777777" w:rsidR="00B45972" w:rsidRDefault="00B45972" w:rsidP="00AC3FE8">
            <w:pPr>
              <w:pStyle w:val="TAC"/>
            </w:pPr>
            <w:r>
              <w:t>DC_3A-40A_n1A</w:t>
            </w:r>
          </w:p>
        </w:tc>
        <w:tc>
          <w:tcPr>
            <w:tcW w:w="5862" w:type="dxa"/>
            <w:tcBorders>
              <w:top w:val="single" w:sz="4" w:space="0" w:color="auto"/>
              <w:left w:val="single" w:sz="4" w:space="0" w:color="auto"/>
              <w:bottom w:val="single" w:sz="4" w:space="0" w:color="auto"/>
              <w:right w:val="single" w:sz="4" w:space="0" w:color="auto"/>
            </w:tcBorders>
            <w:hideMark/>
          </w:tcPr>
          <w:p w14:paraId="5F77DAAB" w14:textId="77777777" w:rsidR="00B45972" w:rsidRDefault="00B45972" w:rsidP="00AC3FE8">
            <w:pPr>
              <w:pStyle w:val="TAC"/>
              <w:rPr>
                <w:rFonts w:eastAsiaTheme="minorHAnsi"/>
                <w:szCs w:val="18"/>
              </w:rPr>
            </w:pPr>
            <w:r>
              <w:rPr>
                <w:rFonts w:eastAsiaTheme="minorHAnsi"/>
                <w:szCs w:val="18"/>
              </w:rPr>
              <w:t>DC_3A_n1A</w:t>
            </w:r>
          </w:p>
          <w:p w14:paraId="140CBC26" w14:textId="77777777" w:rsidR="00B45972" w:rsidRDefault="00B45972" w:rsidP="00AC3FE8">
            <w:pPr>
              <w:pStyle w:val="TAC"/>
              <w:rPr>
                <w:rFonts w:eastAsiaTheme="minorHAnsi"/>
                <w:szCs w:val="18"/>
              </w:rPr>
            </w:pPr>
            <w:r>
              <w:t>DC_40A_n1A</w:t>
            </w:r>
          </w:p>
        </w:tc>
      </w:tr>
      <w:tr w:rsidR="00B45972" w14:paraId="28DC438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4AF8769" w14:textId="77777777" w:rsidR="00B45972" w:rsidRDefault="00B45972" w:rsidP="00AC3FE8">
            <w:pPr>
              <w:pStyle w:val="TAC"/>
            </w:pPr>
            <w:r>
              <w:rPr>
                <w:rFonts w:eastAsia="Malgun Gothic"/>
                <w:lang w:eastAsia="ko-KR"/>
              </w:rPr>
              <w:t>DC_3A_n40A-n41A</w:t>
            </w:r>
          </w:p>
        </w:tc>
        <w:tc>
          <w:tcPr>
            <w:tcW w:w="5862" w:type="dxa"/>
            <w:tcBorders>
              <w:top w:val="single" w:sz="4" w:space="0" w:color="auto"/>
              <w:left w:val="single" w:sz="4" w:space="0" w:color="auto"/>
              <w:bottom w:val="single" w:sz="4" w:space="0" w:color="auto"/>
              <w:right w:val="single" w:sz="4" w:space="0" w:color="auto"/>
            </w:tcBorders>
            <w:hideMark/>
          </w:tcPr>
          <w:p w14:paraId="2CEA7334" w14:textId="77777777" w:rsidR="00B45972" w:rsidRDefault="00B45972" w:rsidP="00AC3FE8">
            <w:pPr>
              <w:pStyle w:val="TAC"/>
              <w:rPr>
                <w:rFonts w:eastAsia="Malgun Gothic"/>
                <w:szCs w:val="18"/>
                <w:lang w:eastAsia="ko-KR"/>
              </w:rPr>
            </w:pPr>
            <w:r>
              <w:rPr>
                <w:rFonts w:eastAsia="Malgun Gothic"/>
                <w:szCs w:val="18"/>
                <w:lang w:eastAsia="ko-KR"/>
              </w:rPr>
              <w:t>DC_3A_n40A</w:t>
            </w:r>
          </w:p>
          <w:p w14:paraId="3952643D" w14:textId="77777777" w:rsidR="00B45972" w:rsidRDefault="00B45972" w:rsidP="00AC3FE8">
            <w:pPr>
              <w:pStyle w:val="TAC"/>
              <w:rPr>
                <w:rFonts w:eastAsiaTheme="minorHAnsi"/>
                <w:szCs w:val="18"/>
              </w:rPr>
            </w:pPr>
            <w:r>
              <w:rPr>
                <w:rFonts w:eastAsia="Malgun Gothic"/>
                <w:szCs w:val="18"/>
                <w:lang w:eastAsia="ko-KR"/>
              </w:rPr>
              <w:t>DC_3A_n41A</w:t>
            </w:r>
          </w:p>
        </w:tc>
      </w:tr>
      <w:tr w:rsidR="00B45972" w14:paraId="61EEE27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517D4A2" w14:textId="77777777" w:rsidR="00B45972" w:rsidRDefault="00B45972" w:rsidP="00AC3FE8">
            <w:pPr>
              <w:pStyle w:val="TAC"/>
              <w:rPr>
                <w:rFonts w:eastAsiaTheme="minorHAnsi"/>
                <w:szCs w:val="18"/>
                <w:lang w:eastAsia="fr-FR"/>
              </w:rPr>
            </w:pPr>
            <w:r>
              <w:rPr>
                <w:rFonts w:eastAsia="Malgun Gothic"/>
                <w:lang w:eastAsia="ko-KR"/>
              </w:rPr>
              <w:t>DC_3A_n40A-n78A</w:t>
            </w:r>
          </w:p>
        </w:tc>
        <w:tc>
          <w:tcPr>
            <w:tcW w:w="5862" w:type="dxa"/>
            <w:tcBorders>
              <w:top w:val="single" w:sz="4" w:space="0" w:color="auto"/>
              <w:left w:val="single" w:sz="4" w:space="0" w:color="auto"/>
              <w:bottom w:val="single" w:sz="4" w:space="0" w:color="auto"/>
              <w:right w:val="single" w:sz="4" w:space="0" w:color="auto"/>
            </w:tcBorders>
            <w:hideMark/>
          </w:tcPr>
          <w:p w14:paraId="1E4519FA" w14:textId="77777777" w:rsidR="00B45972" w:rsidRDefault="00B45972" w:rsidP="00AC3FE8">
            <w:pPr>
              <w:pStyle w:val="TAC"/>
              <w:rPr>
                <w:rFonts w:eastAsia="Malgun Gothic"/>
                <w:noProof/>
                <w:lang w:eastAsia="ko-KR"/>
              </w:rPr>
            </w:pPr>
            <w:r>
              <w:rPr>
                <w:rFonts w:eastAsia="Malgun Gothic"/>
                <w:noProof/>
                <w:lang w:eastAsia="ko-KR"/>
              </w:rPr>
              <w:t>DC_3A_n40A</w:t>
            </w:r>
          </w:p>
          <w:p w14:paraId="5C025E77" w14:textId="77777777" w:rsidR="00B45972" w:rsidRDefault="00B45972" w:rsidP="00AC3FE8">
            <w:pPr>
              <w:pStyle w:val="TAC"/>
              <w:rPr>
                <w:rFonts w:eastAsiaTheme="minorHAnsi"/>
              </w:rPr>
            </w:pPr>
            <w:r>
              <w:rPr>
                <w:rFonts w:eastAsia="PMingLiU"/>
                <w:noProof/>
                <w:lang w:eastAsia="zh-TW"/>
              </w:rPr>
              <w:t>DC_3A_n78A</w:t>
            </w:r>
          </w:p>
        </w:tc>
      </w:tr>
      <w:tr w:rsidR="00B45972" w14:paraId="29C1178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4736E10" w14:textId="77777777" w:rsidR="00B45972" w:rsidRDefault="00B45972" w:rsidP="00AC3FE8">
            <w:pPr>
              <w:pStyle w:val="TAC"/>
              <w:rPr>
                <w:rFonts w:eastAsia="Malgun Gothic"/>
                <w:lang w:eastAsia="ko-KR"/>
              </w:rPr>
            </w:pPr>
            <w:r>
              <w:rPr>
                <w:rFonts w:eastAsia="Malgun Gothic"/>
                <w:lang w:eastAsia="ko-KR"/>
              </w:rPr>
              <w:t>DC_3A_n40A-n79A</w:t>
            </w:r>
          </w:p>
        </w:tc>
        <w:tc>
          <w:tcPr>
            <w:tcW w:w="5862" w:type="dxa"/>
            <w:tcBorders>
              <w:top w:val="single" w:sz="4" w:space="0" w:color="auto"/>
              <w:left w:val="single" w:sz="4" w:space="0" w:color="auto"/>
              <w:bottom w:val="single" w:sz="4" w:space="0" w:color="auto"/>
              <w:right w:val="single" w:sz="4" w:space="0" w:color="auto"/>
            </w:tcBorders>
            <w:hideMark/>
          </w:tcPr>
          <w:p w14:paraId="7B522C6F" w14:textId="77777777" w:rsidR="00B45972" w:rsidRDefault="00B45972" w:rsidP="00AC3FE8">
            <w:pPr>
              <w:pStyle w:val="TAC"/>
              <w:rPr>
                <w:rFonts w:eastAsia="Malgun Gothic" w:cs="Arial"/>
                <w:szCs w:val="18"/>
                <w:lang w:eastAsia="ko-KR"/>
              </w:rPr>
            </w:pPr>
            <w:r>
              <w:rPr>
                <w:rFonts w:eastAsia="Malgun Gothic" w:cs="Arial"/>
                <w:szCs w:val="18"/>
                <w:lang w:eastAsia="ko-KR"/>
              </w:rPr>
              <w:t>DC_3A_n40A</w:t>
            </w:r>
          </w:p>
          <w:p w14:paraId="1A7F8940" w14:textId="77777777" w:rsidR="00B45972" w:rsidRDefault="00B45972" w:rsidP="00AC3FE8">
            <w:pPr>
              <w:pStyle w:val="TAC"/>
              <w:rPr>
                <w:rFonts w:eastAsia="Malgun Gothic"/>
                <w:noProof/>
                <w:lang w:eastAsia="ko-KR"/>
              </w:rPr>
            </w:pPr>
            <w:r>
              <w:rPr>
                <w:rFonts w:eastAsia="Malgun Gothic" w:cs="Arial"/>
                <w:szCs w:val="18"/>
                <w:lang w:eastAsia="ko-KR"/>
              </w:rPr>
              <w:t>DC_3A_n79A</w:t>
            </w:r>
          </w:p>
        </w:tc>
      </w:tr>
      <w:tr w:rsidR="00B45972" w14:paraId="59E059C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FB016CA" w14:textId="77777777" w:rsidR="00B45972" w:rsidRDefault="00B45972" w:rsidP="00AC3FE8">
            <w:pPr>
              <w:pStyle w:val="TAC"/>
              <w:rPr>
                <w:lang w:eastAsia="ja-JP"/>
              </w:rPr>
            </w:pPr>
            <w:r>
              <w:rPr>
                <w:lang w:eastAsia="ja-JP"/>
              </w:rPr>
              <w:t>DC_3A-41A_n28A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1673C8B" w14:textId="77777777" w:rsidR="00B45972" w:rsidRDefault="00B45972" w:rsidP="00AC3FE8">
            <w:pPr>
              <w:pStyle w:val="TAC"/>
              <w:rPr>
                <w:lang w:eastAsia="zh-CN"/>
              </w:rPr>
            </w:pPr>
            <w:r>
              <w:rPr>
                <w:lang w:eastAsia="fi-FI"/>
              </w:rPr>
              <w:t>DC_3A_n28A</w:t>
            </w:r>
          </w:p>
          <w:p w14:paraId="008A6F66" w14:textId="77777777" w:rsidR="00B45972" w:rsidRDefault="00B45972" w:rsidP="00AC3FE8">
            <w:pPr>
              <w:pStyle w:val="TAC"/>
              <w:rPr>
                <w:rFonts w:eastAsia="Malgun Gothic"/>
                <w:noProof/>
                <w:lang w:eastAsia="ko-KR"/>
              </w:rPr>
            </w:pPr>
            <w:r>
              <w:rPr>
                <w:lang w:eastAsia="fi-FI"/>
              </w:rPr>
              <w:t>DC_</w:t>
            </w:r>
            <w:r>
              <w:rPr>
                <w:lang w:eastAsia="zh-CN"/>
              </w:rPr>
              <w:t>41</w:t>
            </w:r>
            <w:r>
              <w:rPr>
                <w:lang w:eastAsia="fi-FI"/>
              </w:rPr>
              <w:t>A_n28A</w:t>
            </w:r>
          </w:p>
        </w:tc>
      </w:tr>
      <w:tr w:rsidR="00B45972" w14:paraId="1A33331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EE1B45D" w14:textId="77777777" w:rsidR="00B45972" w:rsidRDefault="00B45972" w:rsidP="00AC3FE8">
            <w:pPr>
              <w:pStyle w:val="TAC"/>
              <w:rPr>
                <w:lang w:eastAsia="ja-JP"/>
              </w:rPr>
            </w:pPr>
            <w:r>
              <w:rPr>
                <w:lang w:eastAsia="ja-JP"/>
              </w:rPr>
              <w:t>DC_3A-41C_n28A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03D11D25" w14:textId="77777777" w:rsidR="00B45972" w:rsidRDefault="00B45972" w:rsidP="00AC3FE8">
            <w:pPr>
              <w:pStyle w:val="TAC"/>
              <w:rPr>
                <w:lang w:eastAsia="zh-CN"/>
              </w:rPr>
            </w:pPr>
            <w:r>
              <w:rPr>
                <w:lang w:eastAsia="fi-FI"/>
              </w:rPr>
              <w:t>DC_3A_n28A</w:t>
            </w:r>
          </w:p>
          <w:p w14:paraId="0857C141" w14:textId="77777777" w:rsidR="00B45972" w:rsidRDefault="00B45972" w:rsidP="00AC3FE8">
            <w:pPr>
              <w:pStyle w:val="TAC"/>
              <w:rPr>
                <w:lang w:eastAsia="zh-CN"/>
              </w:rPr>
            </w:pPr>
            <w:r>
              <w:rPr>
                <w:lang w:eastAsia="fi-FI"/>
              </w:rPr>
              <w:t>DC_</w:t>
            </w:r>
            <w:r>
              <w:rPr>
                <w:lang w:eastAsia="zh-CN"/>
              </w:rPr>
              <w:t>41</w:t>
            </w:r>
            <w:r>
              <w:rPr>
                <w:lang w:eastAsia="fi-FI"/>
              </w:rPr>
              <w:t>A_n28A</w:t>
            </w:r>
          </w:p>
          <w:p w14:paraId="299D7F8E" w14:textId="77777777" w:rsidR="00B45972" w:rsidRDefault="00B45972" w:rsidP="00AC3FE8">
            <w:pPr>
              <w:pStyle w:val="TAC"/>
              <w:rPr>
                <w:rFonts w:eastAsia="Malgun Gothic"/>
                <w:noProof/>
                <w:lang w:eastAsia="ko-KR"/>
              </w:rPr>
            </w:pPr>
            <w:r>
              <w:rPr>
                <w:lang w:eastAsia="fi-FI"/>
              </w:rPr>
              <w:t>DC_</w:t>
            </w:r>
            <w:r>
              <w:rPr>
                <w:lang w:eastAsia="zh-CN"/>
              </w:rPr>
              <w:t>41C</w:t>
            </w:r>
            <w:r>
              <w:rPr>
                <w:lang w:eastAsia="fi-FI"/>
              </w:rPr>
              <w:t>_n28A</w:t>
            </w:r>
          </w:p>
        </w:tc>
      </w:tr>
      <w:tr w:rsidR="00B45972" w14:paraId="1FE4DA7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93CD925" w14:textId="77777777" w:rsidR="00B45972" w:rsidRDefault="00B45972" w:rsidP="00AC3FE8">
            <w:pPr>
              <w:pStyle w:val="TAC"/>
              <w:rPr>
                <w:rFonts w:eastAsia="Times New Roman"/>
                <w:lang w:eastAsia="ja-JP"/>
              </w:rPr>
            </w:pPr>
            <w:r>
              <w:rPr>
                <w:lang w:eastAsia="ja-JP"/>
              </w:rPr>
              <w:t>DC_3A-41A_n41A</w:t>
            </w:r>
          </w:p>
          <w:p w14:paraId="6E6332B6" w14:textId="77777777" w:rsidR="00B45972" w:rsidRDefault="00B45972" w:rsidP="00AC3FE8">
            <w:pPr>
              <w:pStyle w:val="TAC"/>
              <w:rPr>
                <w:lang w:eastAsia="ja-JP"/>
              </w:rPr>
            </w:pPr>
            <w:r>
              <w:rPr>
                <w:lang w:eastAsia="ja-JP"/>
              </w:rPr>
              <w:t>DC_3A-41C_n41A</w:t>
            </w:r>
          </w:p>
          <w:p w14:paraId="6E9D5AE3" w14:textId="77777777" w:rsidR="00B45972" w:rsidRDefault="00B45972" w:rsidP="00AC3FE8">
            <w:pPr>
              <w:pStyle w:val="TAC"/>
              <w:rPr>
                <w:lang w:eastAsia="ja-JP"/>
              </w:rPr>
            </w:pPr>
            <w:r>
              <w:rPr>
                <w:lang w:eastAsia="ja-JP"/>
              </w:rPr>
              <w:t>DC_3A-41D_n41A</w:t>
            </w:r>
          </w:p>
        </w:tc>
        <w:tc>
          <w:tcPr>
            <w:tcW w:w="5862" w:type="dxa"/>
            <w:tcBorders>
              <w:top w:val="single" w:sz="4" w:space="0" w:color="auto"/>
              <w:left w:val="single" w:sz="4" w:space="0" w:color="auto"/>
              <w:bottom w:val="single" w:sz="4" w:space="0" w:color="auto"/>
              <w:right w:val="single" w:sz="4" w:space="0" w:color="auto"/>
            </w:tcBorders>
            <w:hideMark/>
          </w:tcPr>
          <w:p w14:paraId="25B4B086" w14:textId="77777777" w:rsidR="00B45972" w:rsidRDefault="00B45972" w:rsidP="00AC3FE8">
            <w:pPr>
              <w:pStyle w:val="TAC"/>
              <w:rPr>
                <w:lang w:eastAsia="fi-FI"/>
              </w:rPr>
            </w:pPr>
            <w:r>
              <w:rPr>
                <w:lang w:eastAsia="fi-FI"/>
              </w:rPr>
              <w:t>DC_3A_</w:t>
            </w:r>
            <w:r>
              <w:rPr>
                <w:lang w:eastAsia="ja-JP"/>
              </w:rPr>
              <w:t>n41A</w:t>
            </w:r>
          </w:p>
        </w:tc>
      </w:tr>
      <w:tr w:rsidR="00B45972" w14:paraId="357B853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99E2CF9" w14:textId="77777777" w:rsidR="00B45972" w:rsidRDefault="00B45972" w:rsidP="00AC3FE8">
            <w:pPr>
              <w:pStyle w:val="TAC"/>
              <w:rPr>
                <w:rFonts w:eastAsia="Times New Roman"/>
                <w:lang w:eastAsia="ja-JP"/>
              </w:rPr>
            </w:pPr>
            <w:r>
              <w:rPr>
                <w:lang w:eastAsia="ja-JP"/>
              </w:rPr>
              <w:t>DC_3A-(n)41AA</w:t>
            </w:r>
          </w:p>
          <w:p w14:paraId="34301E34" w14:textId="77777777" w:rsidR="00B45972" w:rsidRDefault="00B45972" w:rsidP="00AC3FE8">
            <w:pPr>
              <w:pStyle w:val="TAC"/>
              <w:rPr>
                <w:lang w:eastAsia="ja-JP"/>
              </w:rPr>
            </w:pPr>
            <w:r>
              <w:rPr>
                <w:lang w:eastAsia="ja-JP"/>
              </w:rPr>
              <w:t>DC_3A-(n)41CA</w:t>
            </w:r>
          </w:p>
          <w:p w14:paraId="35039140" w14:textId="77777777" w:rsidR="00B45972" w:rsidRDefault="00B45972" w:rsidP="00AC3FE8">
            <w:pPr>
              <w:pStyle w:val="TAC"/>
              <w:rPr>
                <w:lang w:eastAsia="fi-FI"/>
              </w:rPr>
            </w:pPr>
            <w:r>
              <w:rPr>
                <w:lang w:eastAsia="ja-JP"/>
              </w:rPr>
              <w:t>DC_3A-(n)41DA</w:t>
            </w:r>
          </w:p>
        </w:tc>
        <w:tc>
          <w:tcPr>
            <w:tcW w:w="5862" w:type="dxa"/>
            <w:tcBorders>
              <w:top w:val="single" w:sz="4" w:space="0" w:color="auto"/>
              <w:left w:val="single" w:sz="4" w:space="0" w:color="auto"/>
              <w:bottom w:val="single" w:sz="4" w:space="0" w:color="auto"/>
              <w:right w:val="single" w:sz="4" w:space="0" w:color="auto"/>
            </w:tcBorders>
            <w:hideMark/>
          </w:tcPr>
          <w:p w14:paraId="64E80E5A" w14:textId="77777777" w:rsidR="00B45972" w:rsidRDefault="00B45972" w:rsidP="00AC3FE8">
            <w:pPr>
              <w:pStyle w:val="TAC"/>
              <w:rPr>
                <w:lang w:eastAsia="fi-FI"/>
              </w:rPr>
            </w:pPr>
            <w:r>
              <w:rPr>
                <w:lang w:eastAsia="fi-FI"/>
              </w:rPr>
              <w:t>DC_3A_</w:t>
            </w:r>
            <w:r>
              <w:rPr>
                <w:lang w:eastAsia="ja-JP"/>
              </w:rPr>
              <w:t>n41A</w:t>
            </w:r>
          </w:p>
        </w:tc>
      </w:tr>
      <w:tr w:rsidR="00B45972" w14:paraId="1DDE080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EB14AE4" w14:textId="77777777" w:rsidR="00B45972" w:rsidRDefault="00B45972" w:rsidP="00AC3FE8">
            <w:pPr>
              <w:pStyle w:val="TAC"/>
              <w:rPr>
                <w:lang w:eastAsia="ja-JP"/>
              </w:rPr>
            </w:pPr>
            <w:r>
              <w:rPr>
                <w:lang w:eastAsia="ja-JP"/>
              </w:rPr>
              <w:t>DC_3A-41A_n77A</w:t>
            </w:r>
          </w:p>
          <w:p w14:paraId="5292FF78" w14:textId="77777777" w:rsidR="00B45972" w:rsidRDefault="00B45972" w:rsidP="00AC3FE8">
            <w:pPr>
              <w:pStyle w:val="TAC"/>
            </w:pPr>
            <w:r>
              <w:rPr>
                <w:lang w:eastAsia="ja-JP"/>
              </w:rPr>
              <w:t>DC_3A-41C_n77A</w:t>
            </w:r>
          </w:p>
        </w:tc>
        <w:tc>
          <w:tcPr>
            <w:tcW w:w="5862" w:type="dxa"/>
            <w:tcBorders>
              <w:top w:val="single" w:sz="4" w:space="0" w:color="auto"/>
              <w:left w:val="single" w:sz="4" w:space="0" w:color="auto"/>
              <w:bottom w:val="single" w:sz="4" w:space="0" w:color="auto"/>
              <w:right w:val="single" w:sz="4" w:space="0" w:color="auto"/>
            </w:tcBorders>
            <w:hideMark/>
          </w:tcPr>
          <w:p w14:paraId="6C5F74FC" w14:textId="77777777" w:rsidR="00B45972" w:rsidRDefault="00B45972" w:rsidP="00AC3FE8">
            <w:pPr>
              <w:pStyle w:val="TAC"/>
              <w:rPr>
                <w:lang w:eastAsia="ja-JP"/>
              </w:rPr>
            </w:pPr>
            <w:r>
              <w:rPr>
                <w:lang w:eastAsia="ja-JP"/>
              </w:rPr>
              <w:t>DC_3A_n77A</w:t>
            </w:r>
          </w:p>
          <w:p w14:paraId="2517D1F2" w14:textId="77777777" w:rsidR="00B45972" w:rsidRDefault="00B45972" w:rsidP="00AC3FE8">
            <w:pPr>
              <w:pStyle w:val="TAC"/>
            </w:pPr>
            <w:r>
              <w:rPr>
                <w:lang w:eastAsia="ja-JP"/>
              </w:rPr>
              <w:t>DC_41A_n77A</w:t>
            </w:r>
          </w:p>
        </w:tc>
      </w:tr>
      <w:tr w:rsidR="00B45972" w14:paraId="14C0C6B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9E7E470" w14:textId="77777777" w:rsidR="00B45972" w:rsidRDefault="00B45972" w:rsidP="00AC3FE8">
            <w:pPr>
              <w:pStyle w:val="TAC"/>
              <w:rPr>
                <w:lang w:eastAsia="zh-CN"/>
              </w:rPr>
            </w:pPr>
            <w:r>
              <w:rPr>
                <w:lang w:eastAsia="ja-JP"/>
              </w:rPr>
              <w:t>DC_</w:t>
            </w:r>
            <w:r>
              <w:rPr>
                <w:lang w:eastAsia="zh-CN"/>
              </w:rPr>
              <w:t>3</w:t>
            </w:r>
            <w:r>
              <w:rPr>
                <w:lang w:eastAsia="ja-JP"/>
              </w:rPr>
              <w:t>A-41A_n77</w:t>
            </w:r>
            <w:r>
              <w:rPr>
                <w:lang w:eastAsia="zh-CN"/>
              </w:rPr>
              <w:t>(2</w:t>
            </w:r>
            <w:r>
              <w:rPr>
                <w:lang w:eastAsia="ja-JP"/>
              </w:rPr>
              <w:t>A</w:t>
            </w:r>
            <w:r>
              <w:rPr>
                <w:lang w:eastAsia="zh-CN"/>
              </w:rPr>
              <w:t>)</w:t>
            </w:r>
          </w:p>
          <w:p w14:paraId="00339759" w14:textId="77777777" w:rsidR="00B45972" w:rsidRDefault="00B45972" w:rsidP="00AC3FE8">
            <w:pPr>
              <w:pStyle w:val="TAC"/>
              <w:rPr>
                <w:lang w:eastAsia="ja-JP"/>
              </w:rPr>
            </w:pPr>
            <w:r>
              <w:rPr>
                <w:lang w:eastAsia="ja-JP"/>
              </w:rPr>
              <w:t>DC_</w:t>
            </w:r>
            <w:r>
              <w:rPr>
                <w:lang w:eastAsia="zh-CN"/>
              </w:rPr>
              <w:t>3</w:t>
            </w:r>
            <w:r>
              <w:rPr>
                <w:lang w:eastAsia="ja-JP"/>
              </w:rPr>
              <w:t>A-41C_n77</w:t>
            </w:r>
            <w:r>
              <w:rPr>
                <w:lang w:eastAsia="zh-CN"/>
              </w:rPr>
              <w:t>(2</w:t>
            </w:r>
            <w:r>
              <w:rPr>
                <w:lang w:eastAsia="ja-JP"/>
              </w:rPr>
              <w:t>A</w:t>
            </w:r>
            <w:r>
              <w:rPr>
                <w:lang w:eastAsia="zh-CN"/>
              </w:rPr>
              <w:t>)</w:t>
            </w:r>
          </w:p>
        </w:tc>
        <w:tc>
          <w:tcPr>
            <w:tcW w:w="5862" w:type="dxa"/>
            <w:tcBorders>
              <w:top w:val="single" w:sz="4" w:space="0" w:color="auto"/>
              <w:left w:val="single" w:sz="4" w:space="0" w:color="auto"/>
              <w:bottom w:val="single" w:sz="4" w:space="0" w:color="auto"/>
              <w:right w:val="single" w:sz="4" w:space="0" w:color="auto"/>
            </w:tcBorders>
            <w:hideMark/>
          </w:tcPr>
          <w:p w14:paraId="5641F212" w14:textId="77777777" w:rsidR="00B45972" w:rsidRDefault="00B45972" w:rsidP="00AC3FE8">
            <w:pPr>
              <w:pStyle w:val="TAC"/>
              <w:rPr>
                <w:lang w:eastAsia="ja-JP"/>
              </w:rPr>
            </w:pPr>
            <w:r>
              <w:rPr>
                <w:lang w:eastAsia="ja-JP"/>
              </w:rPr>
              <w:t>DC_3A_n77A</w:t>
            </w:r>
          </w:p>
          <w:p w14:paraId="3AF073FC" w14:textId="77777777" w:rsidR="00B45972" w:rsidRDefault="00B45972" w:rsidP="00AC3FE8">
            <w:pPr>
              <w:pStyle w:val="TAC"/>
              <w:rPr>
                <w:lang w:eastAsia="zh-CN"/>
              </w:rPr>
            </w:pPr>
            <w:r>
              <w:rPr>
                <w:lang w:eastAsia="ja-JP"/>
              </w:rPr>
              <w:t>DC_41A_n77A</w:t>
            </w:r>
          </w:p>
          <w:p w14:paraId="359E4B70" w14:textId="77777777" w:rsidR="00B45972" w:rsidRDefault="00B45972" w:rsidP="00AC3FE8">
            <w:pPr>
              <w:pStyle w:val="TAC"/>
              <w:rPr>
                <w:lang w:eastAsia="ja-JP"/>
              </w:rPr>
            </w:pPr>
            <w:r>
              <w:rPr>
                <w:lang w:eastAsia="ja-JP"/>
              </w:rPr>
              <w:t>DC_41</w:t>
            </w:r>
            <w:r>
              <w:rPr>
                <w:lang w:eastAsia="zh-CN"/>
              </w:rPr>
              <w:t>C</w:t>
            </w:r>
            <w:r>
              <w:rPr>
                <w:lang w:eastAsia="ja-JP"/>
              </w:rPr>
              <w:t>_n77A</w:t>
            </w:r>
          </w:p>
        </w:tc>
      </w:tr>
      <w:tr w:rsidR="00B45972" w14:paraId="0A05072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293B803" w14:textId="77777777" w:rsidR="00B45972" w:rsidRDefault="00B45972" w:rsidP="00AC3FE8">
            <w:pPr>
              <w:pStyle w:val="TAC"/>
              <w:rPr>
                <w:noProof/>
                <w:lang w:eastAsia="ja-JP"/>
              </w:rPr>
            </w:pPr>
            <w:r>
              <w:rPr>
                <w:noProof/>
                <w:lang w:eastAsia="zh-CN"/>
              </w:rPr>
              <w:t>DC_3A-41A_n78A</w:t>
            </w:r>
          </w:p>
          <w:p w14:paraId="38073603" w14:textId="77777777" w:rsidR="00B45972" w:rsidRDefault="00B45972" w:rsidP="00AC3FE8">
            <w:pPr>
              <w:pStyle w:val="TAC"/>
              <w:rPr>
                <w:noProof/>
                <w:lang w:eastAsia="zh-CN"/>
              </w:rPr>
            </w:pPr>
            <w:r>
              <w:rPr>
                <w:noProof/>
                <w:lang w:eastAsia="zh-CN"/>
              </w:rPr>
              <w:t>DC_3A-41</w:t>
            </w:r>
            <w:r>
              <w:rPr>
                <w:noProof/>
                <w:lang w:eastAsia="ja-JP"/>
              </w:rPr>
              <w:t>C</w:t>
            </w:r>
            <w:r>
              <w:rPr>
                <w:noProof/>
                <w:lang w:eastAsia="zh-CN"/>
              </w:rPr>
              <w:t>_n78A</w:t>
            </w:r>
          </w:p>
        </w:tc>
        <w:tc>
          <w:tcPr>
            <w:tcW w:w="5862" w:type="dxa"/>
            <w:tcBorders>
              <w:top w:val="single" w:sz="4" w:space="0" w:color="auto"/>
              <w:left w:val="single" w:sz="4" w:space="0" w:color="auto"/>
              <w:bottom w:val="single" w:sz="4" w:space="0" w:color="auto"/>
              <w:right w:val="single" w:sz="4" w:space="0" w:color="auto"/>
            </w:tcBorders>
            <w:hideMark/>
          </w:tcPr>
          <w:p w14:paraId="07AFF2A6" w14:textId="77777777" w:rsidR="00B45972" w:rsidRDefault="00B45972" w:rsidP="00AC3FE8">
            <w:pPr>
              <w:pStyle w:val="TAC"/>
              <w:rPr>
                <w:noProof/>
                <w:lang w:eastAsia="zh-CN"/>
              </w:rPr>
            </w:pPr>
            <w:r>
              <w:rPr>
                <w:noProof/>
                <w:lang w:eastAsia="zh-CN"/>
              </w:rPr>
              <w:t>DC_3A_n78A</w:t>
            </w:r>
          </w:p>
          <w:p w14:paraId="03FC90D1" w14:textId="77777777" w:rsidR="00B45972" w:rsidRDefault="00B45972" w:rsidP="00AC3FE8">
            <w:pPr>
              <w:pStyle w:val="TAC"/>
              <w:rPr>
                <w:noProof/>
                <w:lang w:eastAsia="ja-JP"/>
              </w:rPr>
            </w:pPr>
            <w:r>
              <w:rPr>
                <w:noProof/>
                <w:lang w:eastAsia="zh-CN"/>
              </w:rPr>
              <w:t>DC_41A_n78A</w:t>
            </w:r>
          </w:p>
          <w:p w14:paraId="0B4C527C" w14:textId="77777777" w:rsidR="00B45972" w:rsidRDefault="00B45972" w:rsidP="00AC3FE8">
            <w:pPr>
              <w:pStyle w:val="TAC"/>
            </w:pPr>
            <w:r>
              <w:rPr>
                <w:noProof/>
                <w:lang w:eastAsia="zh-CN"/>
              </w:rPr>
              <w:t>DC_41</w:t>
            </w:r>
            <w:r>
              <w:rPr>
                <w:noProof/>
                <w:lang w:eastAsia="ja-JP"/>
              </w:rPr>
              <w:t>C</w:t>
            </w:r>
            <w:r>
              <w:rPr>
                <w:noProof/>
                <w:lang w:eastAsia="zh-CN"/>
              </w:rPr>
              <w:t>_n78A</w:t>
            </w:r>
          </w:p>
        </w:tc>
      </w:tr>
      <w:tr w:rsidR="00B45972" w14:paraId="0D2F57E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DEF8401" w14:textId="77777777" w:rsidR="00B45972" w:rsidRDefault="00B45972" w:rsidP="00AC3FE8">
            <w:pPr>
              <w:pStyle w:val="TAC"/>
              <w:rPr>
                <w:lang w:eastAsia="ja-JP"/>
              </w:rPr>
            </w:pPr>
            <w:r>
              <w:rPr>
                <w:rFonts w:eastAsia="Malgun Gothic"/>
                <w:lang w:eastAsia="ko-KR"/>
              </w:rPr>
              <w:t>DC_3A_n41A-n78A</w:t>
            </w:r>
          </w:p>
        </w:tc>
        <w:tc>
          <w:tcPr>
            <w:tcW w:w="5862" w:type="dxa"/>
            <w:tcBorders>
              <w:top w:val="single" w:sz="4" w:space="0" w:color="auto"/>
              <w:left w:val="single" w:sz="4" w:space="0" w:color="auto"/>
              <w:bottom w:val="single" w:sz="4" w:space="0" w:color="auto"/>
              <w:right w:val="single" w:sz="4" w:space="0" w:color="auto"/>
            </w:tcBorders>
            <w:hideMark/>
          </w:tcPr>
          <w:p w14:paraId="68A826B4" w14:textId="77777777" w:rsidR="00B45972" w:rsidRDefault="00B45972" w:rsidP="00AC3FE8">
            <w:pPr>
              <w:pStyle w:val="TAC"/>
              <w:rPr>
                <w:rFonts w:eastAsia="Malgun Gothic"/>
                <w:lang w:eastAsia="ko-KR"/>
              </w:rPr>
            </w:pPr>
            <w:r>
              <w:rPr>
                <w:rFonts w:eastAsia="Malgun Gothic"/>
                <w:lang w:eastAsia="ko-KR"/>
              </w:rPr>
              <w:t>DC_3A_n41A</w:t>
            </w:r>
          </w:p>
          <w:p w14:paraId="15E1A97A" w14:textId="77777777" w:rsidR="00B45972" w:rsidRDefault="00B45972" w:rsidP="00AC3FE8">
            <w:pPr>
              <w:pStyle w:val="TAC"/>
              <w:rPr>
                <w:lang w:eastAsia="ja-JP"/>
              </w:rPr>
            </w:pPr>
            <w:r>
              <w:rPr>
                <w:rFonts w:eastAsia="Malgun Gothic"/>
                <w:lang w:eastAsia="ko-KR"/>
              </w:rPr>
              <w:t>DC_3A_n78A</w:t>
            </w:r>
          </w:p>
        </w:tc>
      </w:tr>
      <w:tr w:rsidR="00B45972" w14:paraId="1E0E4A0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C4B332B" w14:textId="77777777" w:rsidR="00B45972" w:rsidRDefault="00B45972" w:rsidP="00AC3FE8">
            <w:pPr>
              <w:pStyle w:val="TAC"/>
              <w:rPr>
                <w:lang w:eastAsia="zh-CN"/>
              </w:rPr>
            </w:pPr>
            <w:r>
              <w:rPr>
                <w:lang w:eastAsia="ja-JP"/>
              </w:rPr>
              <w:t>DC_</w:t>
            </w:r>
            <w:r>
              <w:rPr>
                <w:lang w:eastAsia="zh-CN"/>
              </w:rPr>
              <w:t>3</w:t>
            </w:r>
            <w:r>
              <w:rPr>
                <w:lang w:eastAsia="ja-JP"/>
              </w:rPr>
              <w:t>A-41A_n7</w:t>
            </w:r>
            <w:r>
              <w:rPr>
                <w:lang w:eastAsia="zh-CN"/>
              </w:rPr>
              <w:t>8(2</w:t>
            </w:r>
            <w:r>
              <w:rPr>
                <w:lang w:eastAsia="ja-JP"/>
              </w:rPr>
              <w:t>A</w:t>
            </w:r>
            <w:r>
              <w:rPr>
                <w:lang w:eastAsia="zh-CN"/>
              </w:rPr>
              <w:t>)</w:t>
            </w:r>
          </w:p>
          <w:p w14:paraId="1BF6F00F" w14:textId="77777777" w:rsidR="00B45972" w:rsidRDefault="00B45972" w:rsidP="00AC3FE8">
            <w:pPr>
              <w:pStyle w:val="TAC"/>
              <w:rPr>
                <w:noProof/>
                <w:lang w:eastAsia="zh-CN"/>
              </w:rPr>
            </w:pPr>
            <w:r>
              <w:rPr>
                <w:lang w:eastAsia="ja-JP"/>
              </w:rPr>
              <w:t>DC_</w:t>
            </w:r>
            <w:r>
              <w:rPr>
                <w:lang w:eastAsia="zh-CN"/>
              </w:rPr>
              <w:t>3</w:t>
            </w:r>
            <w:r>
              <w:rPr>
                <w:lang w:eastAsia="ja-JP"/>
              </w:rPr>
              <w:t>A-41C_n7</w:t>
            </w:r>
            <w:r>
              <w:rPr>
                <w:lang w:eastAsia="zh-CN"/>
              </w:rPr>
              <w:t>8(2</w:t>
            </w:r>
            <w:r>
              <w:rPr>
                <w:lang w:eastAsia="ja-JP"/>
              </w:rPr>
              <w:t>A</w:t>
            </w:r>
            <w:r>
              <w:rPr>
                <w:lang w:eastAsia="zh-CN"/>
              </w:rPr>
              <w:t>)</w:t>
            </w:r>
          </w:p>
        </w:tc>
        <w:tc>
          <w:tcPr>
            <w:tcW w:w="5862" w:type="dxa"/>
            <w:tcBorders>
              <w:top w:val="single" w:sz="4" w:space="0" w:color="auto"/>
              <w:left w:val="single" w:sz="4" w:space="0" w:color="auto"/>
              <w:bottom w:val="single" w:sz="4" w:space="0" w:color="auto"/>
              <w:right w:val="single" w:sz="4" w:space="0" w:color="auto"/>
            </w:tcBorders>
            <w:hideMark/>
          </w:tcPr>
          <w:p w14:paraId="6B64379A" w14:textId="77777777" w:rsidR="00B45972" w:rsidRDefault="00B45972" w:rsidP="00AC3FE8">
            <w:pPr>
              <w:pStyle w:val="TAC"/>
              <w:rPr>
                <w:lang w:eastAsia="ja-JP"/>
              </w:rPr>
            </w:pPr>
            <w:r>
              <w:rPr>
                <w:lang w:eastAsia="ja-JP"/>
              </w:rPr>
              <w:t>DC_3A_n7</w:t>
            </w:r>
            <w:r>
              <w:rPr>
                <w:lang w:eastAsia="zh-CN"/>
              </w:rPr>
              <w:t>8</w:t>
            </w:r>
            <w:r>
              <w:rPr>
                <w:lang w:eastAsia="ja-JP"/>
              </w:rPr>
              <w:t>A</w:t>
            </w:r>
          </w:p>
          <w:p w14:paraId="7EB60C12" w14:textId="77777777" w:rsidR="00B45972" w:rsidRDefault="00B45972" w:rsidP="00AC3FE8">
            <w:pPr>
              <w:pStyle w:val="TAC"/>
              <w:rPr>
                <w:lang w:eastAsia="zh-CN"/>
              </w:rPr>
            </w:pPr>
            <w:r>
              <w:rPr>
                <w:lang w:eastAsia="ja-JP"/>
              </w:rPr>
              <w:t>DC_41A_n7</w:t>
            </w:r>
            <w:r>
              <w:rPr>
                <w:lang w:eastAsia="zh-CN"/>
              </w:rPr>
              <w:t>8</w:t>
            </w:r>
            <w:r>
              <w:rPr>
                <w:lang w:eastAsia="ja-JP"/>
              </w:rPr>
              <w:t>A</w:t>
            </w:r>
          </w:p>
          <w:p w14:paraId="28FA1BEE" w14:textId="77777777" w:rsidR="00B45972" w:rsidRDefault="00B45972" w:rsidP="00AC3FE8">
            <w:pPr>
              <w:pStyle w:val="TAC"/>
              <w:rPr>
                <w:noProof/>
                <w:lang w:eastAsia="zh-CN"/>
              </w:rPr>
            </w:pPr>
            <w:r>
              <w:rPr>
                <w:lang w:eastAsia="ja-JP"/>
              </w:rPr>
              <w:t>DC_41</w:t>
            </w:r>
            <w:r>
              <w:rPr>
                <w:lang w:eastAsia="zh-CN"/>
              </w:rPr>
              <w:t>C</w:t>
            </w:r>
            <w:r>
              <w:rPr>
                <w:lang w:eastAsia="ja-JP"/>
              </w:rPr>
              <w:t>_n7</w:t>
            </w:r>
            <w:r>
              <w:rPr>
                <w:lang w:eastAsia="zh-CN"/>
              </w:rPr>
              <w:t>8</w:t>
            </w:r>
            <w:r>
              <w:rPr>
                <w:lang w:eastAsia="ja-JP"/>
              </w:rPr>
              <w:t>A</w:t>
            </w:r>
          </w:p>
        </w:tc>
      </w:tr>
      <w:tr w:rsidR="00B45972" w14:paraId="7FC1F9C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53A12AF" w14:textId="77777777" w:rsidR="00B45972" w:rsidRDefault="00B45972" w:rsidP="00AC3FE8">
            <w:pPr>
              <w:pStyle w:val="TAC"/>
              <w:rPr>
                <w:lang w:eastAsia="ja-JP"/>
              </w:rPr>
            </w:pPr>
            <w:r>
              <w:t>DC_3A-42</w:t>
            </w:r>
            <w:r>
              <w:rPr>
                <w:rFonts w:eastAsia="Malgun Gothic"/>
              </w:rPr>
              <w:t>A_</w:t>
            </w:r>
            <w:r>
              <w:t>n28A</w:t>
            </w:r>
            <w:r>
              <w:rPr>
                <w:vertAlign w:val="superscript"/>
                <w:lang w:eastAsia="fi-FI"/>
              </w:rPr>
              <w:t>5</w:t>
            </w:r>
          </w:p>
        </w:tc>
        <w:tc>
          <w:tcPr>
            <w:tcW w:w="5862" w:type="dxa"/>
            <w:tcBorders>
              <w:top w:val="single" w:sz="4" w:space="0" w:color="auto"/>
              <w:left w:val="single" w:sz="4" w:space="0" w:color="auto"/>
              <w:bottom w:val="single" w:sz="4" w:space="0" w:color="auto"/>
              <w:right w:val="single" w:sz="4" w:space="0" w:color="auto"/>
            </w:tcBorders>
            <w:hideMark/>
          </w:tcPr>
          <w:p w14:paraId="3FEB82E4" w14:textId="77777777" w:rsidR="00B45972" w:rsidRDefault="00B45972" w:rsidP="00AC3FE8">
            <w:pPr>
              <w:pStyle w:val="TAC"/>
              <w:rPr>
                <w:lang w:eastAsia="fr-FR"/>
              </w:rPr>
            </w:pPr>
            <w:r>
              <w:t>DC_3A_n28A</w:t>
            </w:r>
          </w:p>
          <w:p w14:paraId="49092AF6" w14:textId="77777777" w:rsidR="00B45972" w:rsidRDefault="00B45972" w:rsidP="00AC3FE8">
            <w:pPr>
              <w:pStyle w:val="TAC"/>
              <w:rPr>
                <w:lang w:eastAsia="ja-JP"/>
              </w:rPr>
            </w:pPr>
            <w:r>
              <w:t>DC_42A_n28A</w:t>
            </w:r>
          </w:p>
        </w:tc>
      </w:tr>
      <w:tr w:rsidR="00B45972" w14:paraId="37C34EB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F9936E4" w14:textId="77777777" w:rsidR="00B45972" w:rsidRDefault="00B45972" w:rsidP="00AC3FE8">
            <w:pPr>
              <w:pStyle w:val="TAC"/>
              <w:rPr>
                <w:lang w:eastAsia="ja-JP"/>
              </w:rPr>
            </w:pPr>
            <w:r>
              <w:t>DC_3A-42C</w:t>
            </w:r>
            <w:r>
              <w:rPr>
                <w:rFonts w:eastAsia="Malgun Gothic"/>
              </w:rPr>
              <w:t>_</w:t>
            </w:r>
            <w:r>
              <w:t>n28A</w:t>
            </w:r>
            <w:r>
              <w:rPr>
                <w:vertAlign w:val="superscript"/>
                <w:lang w:eastAsia="fi-FI"/>
              </w:rPr>
              <w:t>5</w:t>
            </w:r>
          </w:p>
        </w:tc>
        <w:tc>
          <w:tcPr>
            <w:tcW w:w="5862" w:type="dxa"/>
            <w:tcBorders>
              <w:top w:val="single" w:sz="4" w:space="0" w:color="auto"/>
              <w:left w:val="single" w:sz="4" w:space="0" w:color="auto"/>
              <w:bottom w:val="single" w:sz="4" w:space="0" w:color="auto"/>
              <w:right w:val="single" w:sz="4" w:space="0" w:color="auto"/>
            </w:tcBorders>
            <w:hideMark/>
          </w:tcPr>
          <w:p w14:paraId="43DBA7C3" w14:textId="77777777" w:rsidR="00B45972" w:rsidRDefault="00B45972" w:rsidP="00AC3FE8">
            <w:pPr>
              <w:pStyle w:val="TAC"/>
              <w:rPr>
                <w:lang w:eastAsia="fr-FR"/>
              </w:rPr>
            </w:pPr>
            <w:r>
              <w:t>DC_3A_n28A</w:t>
            </w:r>
          </w:p>
          <w:p w14:paraId="5CBFC2FF" w14:textId="77777777" w:rsidR="00B45972" w:rsidRDefault="00B45972" w:rsidP="00AC3FE8">
            <w:pPr>
              <w:pStyle w:val="TAC"/>
            </w:pPr>
            <w:r>
              <w:t>DC_42A_n28A</w:t>
            </w:r>
          </w:p>
          <w:p w14:paraId="43A8A4B3" w14:textId="77777777" w:rsidR="00B45972" w:rsidRDefault="00B45972" w:rsidP="00AC3FE8">
            <w:pPr>
              <w:pStyle w:val="TAC"/>
              <w:rPr>
                <w:lang w:eastAsia="ja-JP"/>
              </w:rPr>
            </w:pPr>
            <w:r>
              <w:t>DC_42C_n28A</w:t>
            </w:r>
          </w:p>
        </w:tc>
      </w:tr>
      <w:tr w:rsidR="00B45972" w14:paraId="278C643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AB01E65" w14:textId="77777777" w:rsidR="00B45972" w:rsidRDefault="00B45972" w:rsidP="00AC3FE8">
            <w:pPr>
              <w:pStyle w:val="TAC"/>
              <w:rPr>
                <w:rFonts w:eastAsia="MS Mincho"/>
                <w:lang w:eastAsia="ja-JP"/>
              </w:rPr>
            </w:pPr>
            <w:r>
              <w:rPr>
                <w:rFonts w:eastAsia="MS Mincho"/>
                <w:lang w:eastAsia="ja-JP"/>
              </w:rPr>
              <w:t>DC_3A-41A_n79A</w:t>
            </w:r>
            <w:r>
              <w:rPr>
                <w:noProof/>
                <w:vertAlign w:val="superscript"/>
                <w:lang w:eastAsia="zh-CN"/>
              </w:rPr>
              <w:t>5</w:t>
            </w:r>
          </w:p>
          <w:p w14:paraId="318AE6F4" w14:textId="77777777" w:rsidR="00B45972" w:rsidRDefault="00B45972" w:rsidP="00AC3FE8">
            <w:pPr>
              <w:pStyle w:val="TAC"/>
              <w:rPr>
                <w:noProof/>
                <w:lang w:eastAsia="zh-CN"/>
              </w:rPr>
            </w:pPr>
            <w:r>
              <w:rPr>
                <w:rFonts w:eastAsia="MS Mincho"/>
                <w:lang w:eastAsia="ja-JP"/>
              </w:rPr>
              <w:t>DC_3A-41C_n79A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38CAE573" w14:textId="77777777" w:rsidR="00B45972" w:rsidRDefault="00B45972" w:rsidP="00AC3FE8">
            <w:pPr>
              <w:pStyle w:val="TAC"/>
              <w:rPr>
                <w:rFonts w:eastAsia="MS Mincho"/>
                <w:lang w:eastAsia="ja-JP"/>
              </w:rPr>
            </w:pPr>
            <w:r>
              <w:rPr>
                <w:rFonts w:eastAsia="MS Mincho"/>
                <w:lang w:eastAsia="ja-JP"/>
              </w:rPr>
              <w:t>DC_3A_n79A</w:t>
            </w:r>
          </w:p>
          <w:p w14:paraId="5AD13934" w14:textId="77777777" w:rsidR="00B45972" w:rsidRDefault="00B45972" w:rsidP="00AC3FE8">
            <w:pPr>
              <w:pStyle w:val="TAC"/>
              <w:rPr>
                <w:noProof/>
                <w:lang w:eastAsia="zh-CN"/>
              </w:rPr>
            </w:pPr>
            <w:r>
              <w:rPr>
                <w:rFonts w:eastAsia="MS Mincho"/>
                <w:lang w:eastAsia="ja-JP"/>
              </w:rPr>
              <w:t>DC_41A_n79A</w:t>
            </w:r>
          </w:p>
        </w:tc>
      </w:tr>
      <w:tr w:rsidR="00B45972" w14:paraId="1ED9950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FED9A80" w14:textId="77777777" w:rsidR="00B45972" w:rsidRDefault="00B45972" w:rsidP="00AC3FE8">
            <w:pPr>
              <w:pStyle w:val="TAC"/>
              <w:rPr>
                <w:kern w:val="2"/>
                <w:szCs w:val="24"/>
                <w:lang w:eastAsia="ja-JP"/>
              </w:rPr>
            </w:pPr>
            <w:r>
              <w:rPr>
                <w:rFonts w:eastAsia="Malgun Gothic"/>
                <w:lang w:eastAsia="ko-KR"/>
              </w:rPr>
              <w:t>DC_3A_n41A-n79A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694CF864" w14:textId="77777777" w:rsidR="00B45972" w:rsidRDefault="00B45972" w:rsidP="00AC3FE8">
            <w:pPr>
              <w:pStyle w:val="TAC"/>
              <w:rPr>
                <w:rFonts w:eastAsia="Malgun Gothic"/>
                <w:lang w:eastAsia="ko-KR"/>
              </w:rPr>
            </w:pPr>
            <w:r>
              <w:rPr>
                <w:rFonts w:eastAsia="Malgun Gothic"/>
                <w:lang w:eastAsia="ko-KR"/>
              </w:rPr>
              <w:t>DC_3A_n41A</w:t>
            </w:r>
          </w:p>
          <w:p w14:paraId="48E1F0A4" w14:textId="77777777" w:rsidR="00B45972" w:rsidRDefault="00B45972" w:rsidP="00AC3FE8">
            <w:pPr>
              <w:pStyle w:val="TAC"/>
            </w:pPr>
            <w:r>
              <w:rPr>
                <w:rFonts w:eastAsia="Malgun Gothic"/>
                <w:lang w:eastAsia="ko-KR"/>
              </w:rPr>
              <w:t>DC_3A_n79A</w:t>
            </w:r>
          </w:p>
        </w:tc>
      </w:tr>
      <w:tr w:rsidR="00B45972" w14:paraId="4973713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C36F208" w14:textId="77777777" w:rsidR="00B45972" w:rsidRDefault="00B45972" w:rsidP="00AC3FE8">
            <w:pPr>
              <w:pStyle w:val="TAC"/>
              <w:rPr>
                <w:kern w:val="2"/>
                <w:szCs w:val="24"/>
                <w:lang w:eastAsia="ja-JP"/>
              </w:rPr>
            </w:pPr>
            <w:r>
              <w:rPr>
                <w:kern w:val="2"/>
                <w:szCs w:val="24"/>
                <w:lang w:eastAsia="ja-JP"/>
              </w:rPr>
              <w:t>DC_3A_SUL_n41A-n80A</w:t>
            </w:r>
          </w:p>
          <w:p w14:paraId="02EFD123" w14:textId="77777777" w:rsidR="00B45972" w:rsidRDefault="00B45972" w:rsidP="00AC3FE8">
            <w:pPr>
              <w:pStyle w:val="TAC"/>
              <w:rPr>
                <w:noProof/>
                <w:lang w:eastAsia="zh-CN"/>
              </w:rPr>
            </w:pPr>
            <w:r>
              <w:rPr>
                <w:kern w:val="2"/>
                <w:szCs w:val="24"/>
                <w:lang w:eastAsia="ja-JP"/>
              </w:rPr>
              <w:t>DC_3C_SUL_n41A-n80A</w:t>
            </w:r>
          </w:p>
        </w:tc>
        <w:tc>
          <w:tcPr>
            <w:tcW w:w="5862" w:type="dxa"/>
            <w:tcBorders>
              <w:top w:val="single" w:sz="4" w:space="0" w:color="auto"/>
              <w:left w:val="single" w:sz="4" w:space="0" w:color="auto"/>
              <w:bottom w:val="single" w:sz="4" w:space="0" w:color="auto"/>
              <w:right w:val="single" w:sz="4" w:space="0" w:color="auto"/>
            </w:tcBorders>
            <w:hideMark/>
          </w:tcPr>
          <w:p w14:paraId="4536CFFB" w14:textId="77777777" w:rsidR="00B45972" w:rsidRDefault="00B45972" w:rsidP="00AC3FE8">
            <w:pPr>
              <w:pStyle w:val="TAC"/>
            </w:pPr>
            <w:r>
              <w:t>DC_3A_n41A</w:t>
            </w:r>
          </w:p>
          <w:p w14:paraId="62D5A6BA" w14:textId="77777777" w:rsidR="00B45972" w:rsidRDefault="00B45972" w:rsidP="00AC3FE8">
            <w:pPr>
              <w:pStyle w:val="TAC"/>
              <w:rPr>
                <w:lang w:eastAsia="fr-FR"/>
              </w:rPr>
            </w:pPr>
            <w:r>
              <w:t>DC_3C_n41A</w:t>
            </w:r>
          </w:p>
          <w:p w14:paraId="396A168C" w14:textId="77777777" w:rsidR="00B45972" w:rsidRDefault="00B45972" w:rsidP="00AC3FE8">
            <w:pPr>
              <w:pStyle w:val="TAC"/>
              <w:rPr>
                <w:lang w:eastAsia="zh-CN"/>
              </w:rPr>
            </w:pPr>
            <w:r>
              <w:t>DC_</w:t>
            </w:r>
            <w:r>
              <w:rPr>
                <w:lang w:eastAsia="zh-CN"/>
              </w:rPr>
              <w:t>3A</w:t>
            </w:r>
            <w:r>
              <w:t>_n80A_ULSUP-TDM_n41A</w:t>
            </w:r>
          </w:p>
          <w:p w14:paraId="35EFBEB2" w14:textId="77777777" w:rsidR="00B45972" w:rsidRDefault="00B45972" w:rsidP="00AC3FE8">
            <w:pPr>
              <w:pStyle w:val="TAC"/>
              <w:rPr>
                <w:lang w:eastAsia="zh-CN"/>
              </w:rPr>
            </w:pPr>
            <w:r>
              <w:t>DC_</w:t>
            </w:r>
            <w:r>
              <w:rPr>
                <w:lang w:eastAsia="zh-CN"/>
              </w:rPr>
              <w:t>3C</w:t>
            </w:r>
            <w:r>
              <w:t>_n80A_ULSUP-TDM_n41A</w:t>
            </w:r>
          </w:p>
        </w:tc>
      </w:tr>
      <w:tr w:rsidR="00B45972" w14:paraId="63A41DD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CCBB19B" w14:textId="77777777" w:rsidR="00B45972" w:rsidRDefault="00B45972" w:rsidP="00AC3FE8">
            <w:pPr>
              <w:pStyle w:val="TAC"/>
              <w:rPr>
                <w:noProof/>
                <w:lang w:eastAsia="zh-CN"/>
              </w:rPr>
            </w:pPr>
            <w:r>
              <w:rPr>
                <w:noProof/>
                <w:lang w:eastAsia="zh-CN"/>
              </w:rPr>
              <w:lastRenderedPageBreak/>
              <w:t>DC_3A-42A_n77A</w:t>
            </w:r>
            <w:r>
              <w:rPr>
                <w:noProof/>
                <w:vertAlign w:val="superscript"/>
                <w:lang w:eastAsia="zh-CN"/>
              </w:rPr>
              <w:t>10,11</w:t>
            </w:r>
          </w:p>
          <w:p w14:paraId="5D698AF5" w14:textId="77777777" w:rsidR="00B45972" w:rsidRDefault="00B45972" w:rsidP="00AC3FE8">
            <w:pPr>
              <w:pStyle w:val="TAC"/>
              <w:rPr>
                <w:noProof/>
                <w:lang w:eastAsia="zh-CN"/>
              </w:rPr>
            </w:pPr>
            <w:r>
              <w:rPr>
                <w:noProof/>
                <w:lang w:eastAsia="zh-CN"/>
              </w:rPr>
              <w:t>DC_3A-42A_n77C</w:t>
            </w:r>
            <w:r>
              <w:rPr>
                <w:noProof/>
                <w:vertAlign w:val="superscript"/>
                <w:lang w:eastAsia="zh-CN"/>
              </w:rPr>
              <w:t>10,11</w:t>
            </w:r>
          </w:p>
          <w:p w14:paraId="3504B863" w14:textId="77777777" w:rsidR="00B45972" w:rsidRDefault="00B45972" w:rsidP="00AC3FE8">
            <w:pPr>
              <w:pStyle w:val="TAC"/>
              <w:rPr>
                <w:lang w:eastAsia="ja-JP"/>
              </w:rPr>
            </w:pPr>
            <w:r>
              <w:rPr>
                <w:lang w:eastAsia="ja-JP"/>
              </w:rPr>
              <w:t>DC_3A-42C_n77A</w:t>
            </w:r>
            <w:r>
              <w:rPr>
                <w:noProof/>
                <w:vertAlign w:val="superscript"/>
                <w:lang w:eastAsia="zh-CN"/>
              </w:rPr>
              <w:t>10,11</w:t>
            </w:r>
          </w:p>
          <w:p w14:paraId="11229093" w14:textId="77777777" w:rsidR="00B45972" w:rsidRDefault="00B45972" w:rsidP="00AC3FE8">
            <w:pPr>
              <w:pStyle w:val="TAC"/>
              <w:rPr>
                <w:lang w:eastAsia="ja-JP"/>
              </w:rPr>
            </w:pPr>
            <w:r>
              <w:rPr>
                <w:lang w:eastAsia="ja-JP"/>
              </w:rPr>
              <w:t>DC_3A-42C_n77C</w:t>
            </w:r>
            <w:r>
              <w:rPr>
                <w:noProof/>
                <w:vertAlign w:val="superscript"/>
                <w:lang w:eastAsia="zh-CN"/>
              </w:rPr>
              <w:t>10,11</w:t>
            </w:r>
          </w:p>
          <w:p w14:paraId="76110C60" w14:textId="77777777" w:rsidR="00B45972" w:rsidRDefault="00B45972" w:rsidP="00AC3FE8">
            <w:pPr>
              <w:pStyle w:val="TAC"/>
              <w:rPr>
                <w:noProof/>
                <w:lang w:eastAsia="zh-CN"/>
              </w:rPr>
            </w:pPr>
            <w:r>
              <w:rPr>
                <w:noProof/>
                <w:lang w:eastAsia="zh-CN"/>
              </w:rPr>
              <w:t>DC_3A-42D_n77A</w:t>
            </w:r>
            <w:r>
              <w:rPr>
                <w:noProof/>
                <w:vertAlign w:val="superscript"/>
                <w:lang w:eastAsia="zh-CN"/>
              </w:rPr>
              <w:t>10,11</w:t>
            </w:r>
          </w:p>
          <w:p w14:paraId="0714A8D4" w14:textId="77777777" w:rsidR="00B45972" w:rsidRDefault="00B45972" w:rsidP="00AC3FE8">
            <w:pPr>
              <w:pStyle w:val="TAC"/>
              <w:rPr>
                <w:noProof/>
                <w:lang w:eastAsia="zh-CN"/>
              </w:rPr>
            </w:pPr>
            <w:r>
              <w:rPr>
                <w:noProof/>
                <w:lang w:eastAsia="zh-CN"/>
              </w:rPr>
              <w:t>DC_3A-42D_n77</w:t>
            </w:r>
            <w:r>
              <w:rPr>
                <w:noProof/>
                <w:lang w:eastAsia="ja-JP"/>
              </w:rPr>
              <w:t>C</w:t>
            </w:r>
            <w:r>
              <w:rPr>
                <w:noProof/>
                <w:vertAlign w:val="superscript"/>
                <w:lang w:eastAsia="zh-CN"/>
              </w:rPr>
              <w:t>10,11</w:t>
            </w:r>
          </w:p>
          <w:p w14:paraId="3E9D7A7F" w14:textId="77777777" w:rsidR="00B45972" w:rsidRDefault="00B45972" w:rsidP="00AC3FE8">
            <w:pPr>
              <w:pStyle w:val="TAC"/>
              <w:rPr>
                <w:noProof/>
                <w:lang w:eastAsia="ja-JP"/>
              </w:rPr>
            </w:pPr>
            <w:r>
              <w:rPr>
                <w:noProof/>
              </w:rPr>
              <w:t>DC_3A-42E_n77A</w:t>
            </w:r>
            <w:r>
              <w:rPr>
                <w:noProof/>
                <w:vertAlign w:val="superscript"/>
                <w:lang w:eastAsia="zh-CN"/>
              </w:rPr>
              <w:t>10,11</w:t>
            </w:r>
          </w:p>
          <w:p w14:paraId="3A713DCB" w14:textId="77777777" w:rsidR="00B45972" w:rsidRDefault="00B45972" w:rsidP="00AC3FE8">
            <w:pPr>
              <w:pStyle w:val="TAC"/>
              <w:rPr>
                <w:noProof/>
                <w:lang w:eastAsia="zh-CN"/>
              </w:rPr>
            </w:pPr>
            <w:r>
              <w:rPr>
                <w:noProof/>
                <w:lang w:eastAsia="zh-CN"/>
              </w:rPr>
              <w:t>DC_3A-42</w:t>
            </w:r>
            <w:r>
              <w:rPr>
                <w:noProof/>
                <w:lang w:eastAsia="ja-JP"/>
              </w:rPr>
              <w:t>E</w:t>
            </w:r>
            <w:r>
              <w:rPr>
                <w:noProof/>
                <w:lang w:eastAsia="zh-CN"/>
              </w:rPr>
              <w:t>_n77</w:t>
            </w:r>
            <w:r>
              <w:rPr>
                <w:noProof/>
                <w:lang w:eastAsia="ja-JP"/>
              </w:rPr>
              <w:t>C</w:t>
            </w:r>
            <w:r>
              <w:rPr>
                <w:noProof/>
                <w:vertAlign w:val="superscript"/>
                <w:lang w:eastAsia="zh-CN"/>
              </w:rPr>
              <w:t>10,11</w:t>
            </w:r>
          </w:p>
        </w:tc>
        <w:tc>
          <w:tcPr>
            <w:tcW w:w="5862" w:type="dxa"/>
            <w:tcBorders>
              <w:top w:val="single" w:sz="4" w:space="0" w:color="auto"/>
              <w:left w:val="single" w:sz="4" w:space="0" w:color="auto"/>
              <w:bottom w:val="single" w:sz="4" w:space="0" w:color="auto"/>
              <w:right w:val="single" w:sz="4" w:space="0" w:color="auto"/>
            </w:tcBorders>
            <w:hideMark/>
          </w:tcPr>
          <w:p w14:paraId="255C5E8D" w14:textId="77777777" w:rsidR="00B45972" w:rsidRDefault="00B45972" w:rsidP="00AC3FE8">
            <w:pPr>
              <w:pStyle w:val="TAC"/>
              <w:rPr>
                <w:noProof/>
                <w:lang w:eastAsia="zh-CN"/>
              </w:rPr>
            </w:pPr>
            <w:r>
              <w:rPr>
                <w:noProof/>
                <w:lang w:eastAsia="zh-CN"/>
              </w:rPr>
              <w:t>DC_3A_n77A</w:t>
            </w:r>
          </w:p>
        </w:tc>
      </w:tr>
      <w:tr w:rsidR="00B45972" w14:paraId="0F9C8FE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A199A0C" w14:textId="77777777" w:rsidR="00B45972" w:rsidRDefault="00B45972" w:rsidP="00AC3FE8">
            <w:pPr>
              <w:pStyle w:val="TAC"/>
              <w:rPr>
                <w:noProof/>
                <w:lang w:eastAsia="ja-JP"/>
              </w:rPr>
            </w:pPr>
            <w:r>
              <w:rPr>
                <w:noProof/>
                <w:lang w:eastAsia="ja-JP"/>
              </w:rPr>
              <w:t>DC_3A-42A_n77(2A)</w:t>
            </w:r>
            <w:r>
              <w:rPr>
                <w:noProof/>
                <w:vertAlign w:val="superscript"/>
                <w:lang w:eastAsia="zh-CN"/>
              </w:rPr>
              <w:t xml:space="preserve"> 10,11</w:t>
            </w:r>
          </w:p>
          <w:p w14:paraId="33378924" w14:textId="77777777" w:rsidR="00B45972" w:rsidRDefault="00B45972" w:rsidP="00AC3FE8">
            <w:pPr>
              <w:pStyle w:val="TAC"/>
              <w:rPr>
                <w:noProof/>
                <w:lang w:eastAsia="zh-CN"/>
              </w:rPr>
            </w:pPr>
            <w:r>
              <w:rPr>
                <w:noProof/>
                <w:lang w:eastAsia="ja-JP"/>
              </w:rPr>
              <w:t>DC_3A-42C_n77(2A)</w:t>
            </w:r>
            <w:r>
              <w:rPr>
                <w:noProof/>
                <w:vertAlign w:val="superscript"/>
                <w:lang w:eastAsia="zh-CN"/>
              </w:rPr>
              <w:t xml:space="preserve"> 10,11</w:t>
            </w:r>
          </w:p>
        </w:tc>
        <w:tc>
          <w:tcPr>
            <w:tcW w:w="5862" w:type="dxa"/>
            <w:tcBorders>
              <w:top w:val="single" w:sz="4" w:space="0" w:color="auto"/>
              <w:left w:val="single" w:sz="4" w:space="0" w:color="auto"/>
              <w:bottom w:val="single" w:sz="4" w:space="0" w:color="auto"/>
              <w:right w:val="single" w:sz="4" w:space="0" w:color="auto"/>
            </w:tcBorders>
            <w:hideMark/>
          </w:tcPr>
          <w:p w14:paraId="7494E831" w14:textId="77777777" w:rsidR="00B45972" w:rsidRDefault="00B45972" w:rsidP="00AC3FE8">
            <w:pPr>
              <w:pStyle w:val="TAC"/>
              <w:rPr>
                <w:noProof/>
                <w:lang w:eastAsia="zh-CN"/>
              </w:rPr>
            </w:pPr>
            <w:r>
              <w:t>DC_3A_n77A</w:t>
            </w:r>
          </w:p>
        </w:tc>
      </w:tr>
      <w:tr w:rsidR="00B45972" w14:paraId="1B1E08F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44913D8" w14:textId="77777777" w:rsidR="00B45972" w:rsidRDefault="00B45972" w:rsidP="00AC3FE8">
            <w:pPr>
              <w:pStyle w:val="TAC"/>
              <w:rPr>
                <w:noProof/>
                <w:lang w:eastAsia="zh-CN"/>
              </w:rPr>
            </w:pPr>
            <w:r>
              <w:rPr>
                <w:noProof/>
                <w:lang w:eastAsia="zh-CN"/>
              </w:rPr>
              <w:t>DC_3A-42A_n78A</w:t>
            </w:r>
            <w:r>
              <w:rPr>
                <w:noProof/>
                <w:vertAlign w:val="superscript"/>
                <w:lang w:eastAsia="zh-CN"/>
              </w:rPr>
              <w:t>10,11</w:t>
            </w:r>
          </w:p>
          <w:p w14:paraId="028AFC2C" w14:textId="77777777" w:rsidR="00B45972" w:rsidRDefault="00B45972" w:rsidP="00AC3FE8">
            <w:pPr>
              <w:pStyle w:val="TAC"/>
              <w:rPr>
                <w:noProof/>
                <w:lang w:eastAsia="zh-CN"/>
              </w:rPr>
            </w:pPr>
            <w:r>
              <w:rPr>
                <w:noProof/>
                <w:lang w:eastAsia="zh-CN"/>
              </w:rPr>
              <w:t>DC_3A-42A_n78C</w:t>
            </w:r>
            <w:r>
              <w:rPr>
                <w:noProof/>
                <w:vertAlign w:val="superscript"/>
                <w:lang w:eastAsia="zh-CN"/>
              </w:rPr>
              <w:t>10,11</w:t>
            </w:r>
          </w:p>
          <w:p w14:paraId="28F8C807" w14:textId="77777777" w:rsidR="00B45972" w:rsidRDefault="00B45972" w:rsidP="00AC3FE8">
            <w:pPr>
              <w:pStyle w:val="TAC"/>
              <w:rPr>
                <w:lang w:eastAsia="ja-JP"/>
              </w:rPr>
            </w:pPr>
            <w:r>
              <w:rPr>
                <w:lang w:eastAsia="ja-JP"/>
              </w:rPr>
              <w:t>DC_3A-42C_n78A</w:t>
            </w:r>
            <w:r>
              <w:rPr>
                <w:noProof/>
                <w:vertAlign w:val="superscript"/>
                <w:lang w:eastAsia="zh-CN"/>
              </w:rPr>
              <w:t>10,11</w:t>
            </w:r>
          </w:p>
          <w:p w14:paraId="6B1E762E" w14:textId="77777777" w:rsidR="00B45972" w:rsidRDefault="00B45972" w:rsidP="00AC3FE8">
            <w:pPr>
              <w:pStyle w:val="TAC"/>
              <w:rPr>
                <w:lang w:eastAsia="ja-JP"/>
              </w:rPr>
            </w:pPr>
            <w:r>
              <w:rPr>
                <w:lang w:eastAsia="ja-JP"/>
              </w:rPr>
              <w:t>DC_3A-42C_n78C</w:t>
            </w:r>
            <w:r>
              <w:rPr>
                <w:noProof/>
                <w:vertAlign w:val="superscript"/>
                <w:lang w:eastAsia="zh-CN"/>
              </w:rPr>
              <w:t>10,11</w:t>
            </w:r>
          </w:p>
          <w:p w14:paraId="0AA8B80D" w14:textId="77777777" w:rsidR="00B45972" w:rsidRDefault="00B45972" w:rsidP="00AC3FE8">
            <w:pPr>
              <w:pStyle w:val="TAC"/>
              <w:rPr>
                <w:noProof/>
                <w:lang w:eastAsia="ja-JP"/>
              </w:rPr>
            </w:pPr>
            <w:r>
              <w:rPr>
                <w:noProof/>
                <w:lang w:eastAsia="zh-CN"/>
              </w:rPr>
              <w:t>DC_3A-42D_n78A</w:t>
            </w:r>
            <w:r>
              <w:rPr>
                <w:noProof/>
                <w:vertAlign w:val="superscript"/>
                <w:lang w:eastAsia="zh-CN"/>
              </w:rPr>
              <w:t>10,11</w:t>
            </w:r>
          </w:p>
          <w:p w14:paraId="05A98F96" w14:textId="77777777" w:rsidR="00B45972" w:rsidRDefault="00B45972" w:rsidP="00AC3FE8">
            <w:pPr>
              <w:pStyle w:val="TAC"/>
              <w:rPr>
                <w:noProof/>
                <w:lang w:eastAsia="zh-CN"/>
              </w:rPr>
            </w:pPr>
            <w:r>
              <w:rPr>
                <w:noProof/>
                <w:lang w:eastAsia="zh-CN"/>
              </w:rPr>
              <w:t>DC_3A-42D_n7</w:t>
            </w:r>
            <w:r>
              <w:rPr>
                <w:noProof/>
                <w:lang w:eastAsia="ja-JP"/>
              </w:rPr>
              <w:t>8C</w:t>
            </w:r>
            <w:r>
              <w:rPr>
                <w:noProof/>
                <w:vertAlign w:val="superscript"/>
                <w:lang w:eastAsia="zh-CN"/>
              </w:rPr>
              <w:t>10,11</w:t>
            </w:r>
          </w:p>
          <w:p w14:paraId="54F61E32" w14:textId="77777777" w:rsidR="00B45972" w:rsidRDefault="00B45972" w:rsidP="00AC3FE8">
            <w:pPr>
              <w:pStyle w:val="TAC"/>
              <w:rPr>
                <w:noProof/>
                <w:lang w:eastAsia="ja-JP"/>
              </w:rPr>
            </w:pPr>
            <w:r>
              <w:rPr>
                <w:noProof/>
              </w:rPr>
              <w:t>DC_3A-42E_n78A</w:t>
            </w:r>
            <w:r>
              <w:rPr>
                <w:noProof/>
                <w:vertAlign w:val="superscript"/>
                <w:lang w:eastAsia="zh-CN"/>
              </w:rPr>
              <w:t>10,11</w:t>
            </w:r>
          </w:p>
          <w:p w14:paraId="00F1408E" w14:textId="77777777" w:rsidR="00B45972" w:rsidRDefault="00B45972" w:rsidP="00AC3FE8">
            <w:pPr>
              <w:pStyle w:val="TAC"/>
              <w:rPr>
                <w:noProof/>
                <w:lang w:eastAsia="zh-CN"/>
              </w:rPr>
            </w:pPr>
            <w:r>
              <w:rPr>
                <w:noProof/>
                <w:lang w:eastAsia="zh-CN"/>
              </w:rPr>
              <w:t>DC_3A-42</w:t>
            </w:r>
            <w:r>
              <w:rPr>
                <w:noProof/>
                <w:lang w:eastAsia="ja-JP"/>
              </w:rPr>
              <w:t>E</w:t>
            </w:r>
            <w:r>
              <w:rPr>
                <w:noProof/>
                <w:lang w:eastAsia="zh-CN"/>
              </w:rPr>
              <w:t>_n7</w:t>
            </w:r>
            <w:r>
              <w:rPr>
                <w:noProof/>
                <w:lang w:eastAsia="ja-JP"/>
              </w:rPr>
              <w:t>8C</w:t>
            </w:r>
            <w:r>
              <w:rPr>
                <w:noProof/>
                <w:vertAlign w:val="superscript"/>
                <w:lang w:eastAsia="zh-CN"/>
              </w:rPr>
              <w:t>10,11</w:t>
            </w:r>
          </w:p>
        </w:tc>
        <w:tc>
          <w:tcPr>
            <w:tcW w:w="5862" w:type="dxa"/>
            <w:tcBorders>
              <w:top w:val="single" w:sz="4" w:space="0" w:color="auto"/>
              <w:left w:val="single" w:sz="4" w:space="0" w:color="auto"/>
              <w:bottom w:val="single" w:sz="4" w:space="0" w:color="auto"/>
              <w:right w:val="single" w:sz="4" w:space="0" w:color="auto"/>
            </w:tcBorders>
            <w:hideMark/>
          </w:tcPr>
          <w:p w14:paraId="424639A3" w14:textId="77777777" w:rsidR="00B45972" w:rsidRDefault="00B45972" w:rsidP="00AC3FE8">
            <w:pPr>
              <w:pStyle w:val="TAC"/>
              <w:rPr>
                <w:noProof/>
                <w:lang w:eastAsia="zh-CN"/>
              </w:rPr>
            </w:pPr>
            <w:r>
              <w:rPr>
                <w:noProof/>
                <w:lang w:eastAsia="zh-CN"/>
              </w:rPr>
              <w:t>DC_3A_n78A</w:t>
            </w:r>
          </w:p>
        </w:tc>
      </w:tr>
      <w:tr w:rsidR="00B45972" w14:paraId="67F698C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A49EBFA" w14:textId="77777777" w:rsidR="00B45972" w:rsidRDefault="00B45972" w:rsidP="00AC3FE8">
            <w:pPr>
              <w:pStyle w:val="TAC"/>
              <w:rPr>
                <w:noProof/>
                <w:lang w:eastAsia="zh-CN"/>
              </w:rPr>
            </w:pPr>
            <w:r>
              <w:rPr>
                <w:noProof/>
                <w:lang w:eastAsia="zh-CN"/>
              </w:rPr>
              <w:t>DC_3A-42A_n79A</w:t>
            </w:r>
          </w:p>
          <w:p w14:paraId="30EEBB46" w14:textId="77777777" w:rsidR="00B45972" w:rsidRDefault="00B45972" w:rsidP="00AC3FE8">
            <w:pPr>
              <w:pStyle w:val="TAC"/>
              <w:rPr>
                <w:noProof/>
                <w:lang w:eastAsia="zh-CN"/>
              </w:rPr>
            </w:pPr>
            <w:r>
              <w:rPr>
                <w:noProof/>
                <w:lang w:eastAsia="zh-CN"/>
              </w:rPr>
              <w:t>DC_3A-42A_n79C</w:t>
            </w:r>
          </w:p>
          <w:p w14:paraId="51934405" w14:textId="77777777" w:rsidR="00B45972" w:rsidRDefault="00B45972" w:rsidP="00AC3FE8">
            <w:pPr>
              <w:pStyle w:val="TAC"/>
              <w:rPr>
                <w:lang w:eastAsia="ja-JP"/>
              </w:rPr>
            </w:pPr>
            <w:r>
              <w:rPr>
                <w:lang w:eastAsia="ja-JP"/>
              </w:rPr>
              <w:t>DC_3A-42C_n79A</w:t>
            </w:r>
          </w:p>
          <w:p w14:paraId="19A55A9F" w14:textId="77777777" w:rsidR="00B45972" w:rsidRDefault="00B45972" w:rsidP="00AC3FE8">
            <w:pPr>
              <w:pStyle w:val="TAC"/>
              <w:rPr>
                <w:lang w:eastAsia="ja-JP"/>
              </w:rPr>
            </w:pPr>
            <w:r>
              <w:rPr>
                <w:lang w:eastAsia="ja-JP"/>
              </w:rPr>
              <w:t>DC_3A-42C_n79C</w:t>
            </w:r>
          </w:p>
          <w:p w14:paraId="77924154" w14:textId="77777777" w:rsidR="00B45972" w:rsidRDefault="00B45972" w:rsidP="00AC3FE8">
            <w:pPr>
              <w:pStyle w:val="TAC"/>
              <w:rPr>
                <w:noProof/>
                <w:lang w:eastAsia="ja-JP"/>
              </w:rPr>
            </w:pPr>
            <w:r>
              <w:rPr>
                <w:noProof/>
                <w:lang w:eastAsia="zh-CN"/>
              </w:rPr>
              <w:t>DC_3A-42D_n79A</w:t>
            </w:r>
          </w:p>
          <w:p w14:paraId="40E11CDD" w14:textId="77777777" w:rsidR="00B45972" w:rsidRDefault="00B45972" w:rsidP="00AC3FE8">
            <w:pPr>
              <w:pStyle w:val="TAC"/>
              <w:rPr>
                <w:noProof/>
                <w:lang w:eastAsia="zh-CN"/>
              </w:rPr>
            </w:pPr>
            <w:r>
              <w:rPr>
                <w:noProof/>
                <w:lang w:eastAsia="zh-CN"/>
              </w:rPr>
              <w:t>DC_3A-42D_n7</w:t>
            </w:r>
            <w:r>
              <w:rPr>
                <w:noProof/>
                <w:lang w:eastAsia="ja-JP"/>
              </w:rPr>
              <w:t>9C</w:t>
            </w:r>
          </w:p>
          <w:p w14:paraId="171D331D" w14:textId="77777777" w:rsidR="00B45972" w:rsidRDefault="00B45972" w:rsidP="00AC3FE8">
            <w:pPr>
              <w:pStyle w:val="TAC"/>
              <w:rPr>
                <w:noProof/>
                <w:lang w:eastAsia="ja-JP"/>
              </w:rPr>
            </w:pPr>
            <w:r>
              <w:rPr>
                <w:noProof/>
              </w:rPr>
              <w:t>DC_3A-42E_n79A</w:t>
            </w:r>
          </w:p>
          <w:p w14:paraId="563E976E" w14:textId="77777777" w:rsidR="00B45972" w:rsidRDefault="00B45972" w:rsidP="00AC3FE8">
            <w:pPr>
              <w:pStyle w:val="TAC"/>
              <w:rPr>
                <w:noProof/>
                <w:lang w:eastAsia="zh-CN"/>
              </w:rPr>
            </w:pPr>
            <w:r>
              <w:rPr>
                <w:noProof/>
                <w:lang w:eastAsia="zh-CN"/>
              </w:rPr>
              <w:t>DC_3A-42</w:t>
            </w:r>
            <w:r>
              <w:rPr>
                <w:noProof/>
                <w:lang w:eastAsia="ja-JP"/>
              </w:rPr>
              <w:t>E</w:t>
            </w:r>
            <w:r>
              <w:rPr>
                <w:noProof/>
                <w:lang w:eastAsia="zh-CN"/>
              </w:rPr>
              <w:t>_n7</w:t>
            </w:r>
            <w:r>
              <w:rPr>
                <w:noProof/>
                <w:lang w:eastAsia="ja-JP"/>
              </w:rPr>
              <w:t>9C</w:t>
            </w:r>
          </w:p>
        </w:tc>
        <w:tc>
          <w:tcPr>
            <w:tcW w:w="5862" w:type="dxa"/>
            <w:tcBorders>
              <w:top w:val="single" w:sz="4" w:space="0" w:color="auto"/>
              <w:left w:val="single" w:sz="4" w:space="0" w:color="auto"/>
              <w:bottom w:val="single" w:sz="4" w:space="0" w:color="auto"/>
              <w:right w:val="single" w:sz="4" w:space="0" w:color="auto"/>
            </w:tcBorders>
            <w:hideMark/>
          </w:tcPr>
          <w:p w14:paraId="3A444422" w14:textId="77777777" w:rsidR="00B45972" w:rsidRDefault="00B45972" w:rsidP="00AC3FE8">
            <w:pPr>
              <w:pStyle w:val="TAC"/>
              <w:rPr>
                <w:noProof/>
                <w:lang w:eastAsia="zh-CN"/>
              </w:rPr>
            </w:pPr>
            <w:r>
              <w:rPr>
                <w:noProof/>
                <w:lang w:eastAsia="zh-CN"/>
              </w:rPr>
              <w:t>DC_3A_n79A</w:t>
            </w:r>
          </w:p>
        </w:tc>
      </w:tr>
      <w:tr w:rsidR="00B45972" w14:paraId="07DBAE6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A4FEE9E" w14:textId="77777777" w:rsidR="00B45972" w:rsidRDefault="00B45972" w:rsidP="00AC3FE8">
            <w:pPr>
              <w:pStyle w:val="TAC"/>
              <w:rPr>
                <w:rFonts w:eastAsia="Malgun Gothic"/>
                <w:lang w:eastAsia="ko-KR"/>
              </w:rPr>
            </w:pPr>
            <w:r>
              <w:rPr>
                <w:rFonts w:eastAsia="Malgun Gothic"/>
                <w:noProof/>
                <w:lang w:eastAsia="ko-KR"/>
              </w:rPr>
              <w:t>DC_3A_n75A-n78A</w:t>
            </w:r>
          </w:p>
        </w:tc>
        <w:tc>
          <w:tcPr>
            <w:tcW w:w="5862" w:type="dxa"/>
            <w:tcBorders>
              <w:top w:val="single" w:sz="4" w:space="0" w:color="auto"/>
              <w:left w:val="single" w:sz="4" w:space="0" w:color="auto"/>
              <w:bottom w:val="single" w:sz="4" w:space="0" w:color="auto"/>
              <w:right w:val="single" w:sz="4" w:space="0" w:color="auto"/>
            </w:tcBorders>
            <w:hideMark/>
          </w:tcPr>
          <w:p w14:paraId="67822BEA" w14:textId="77777777" w:rsidR="00B45972" w:rsidRDefault="00B45972" w:rsidP="00AC3FE8">
            <w:pPr>
              <w:pStyle w:val="TAC"/>
              <w:rPr>
                <w:noProof/>
                <w:lang w:eastAsia="ko-KR"/>
              </w:rPr>
            </w:pPr>
            <w:r>
              <w:rPr>
                <w:rFonts w:eastAsia="Malgun Gothic"/>
                <w:noProof/>
                <w:lang w:eastAsia="ko-KR"/>
              </w:rPr>
              <w:t>DC_3A_n78A</w:t>
            </w:r>
          </w:p>
        </w:tc>
      </w:tr>
      <w:tr w:rsidR="00B45972" w14:paraId="147C57C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1BEDC65" w14:textId="77777777" w:rsidR="00B45972" w:rsidRDefault="00B45972" w:rsidP="00AC3FE8">
            <w:pPr>
              <w:pStyle w:val="TAC"/>
              <w:rPr>
                <w:rFonts w:eastAsia="Malgun Gothic"/>
                <w:lang w:eastAsia="ko-KR"/>
              </w:rPr>
            </w:pPr>
            <w:r>
              <w:rPr>
                <w:rFonts w:eastAsia="Malgun Gothic"/>
                <w:noProof/>
                <w:lang w:eastAsia="ko-KR"/>
              </w:rPr>
              <w:t>DC_3A_n75A-n78(2A)</w:t>
            </w:r>
          </w:p>
        </w:tc>
        <w:tc>
          <w:tcPr>
            <w:tcW w:w="5862" w:type="dxa"/>
            <w:tcBorders>
              <w:top w:val="single" w:sz="4" w:space="0" w:color="auto"/>
              <w:left w:val="single" w:sz="4" w:space="0" w:color="auto"/>
              <w:bottom w:val="single" w:sz="4" w:space="0" w:color="auto"/>
              <w:right w:val="single" w:sz="4" w:space="0" w:color="auto"/>
            </w:tcBorders>
            <w:hideMark/>
          </w:tcPr>
          <w:p w14:paraId="6219D7E5" w14:textId="77777777" w:rsidR="00B45972" w:rsidRDefault="00B45972" w:rsidP="00AC3FE8">
            <w:pPr>
              <w:pStyle w:val="TAC"/>
              <w:rPr>
                <w:noProof/>
                <w:lang w:eastAsia="ko-KR"/>
              </w:rPr>
            </w:pPr>
            <w:r>
              <w:rPr>
                <w:rFonts w:eastAsia="Malgun Gothic"/>
                <w:noProof/>
                <w:lang w:eastAsia="ko-KR"/>
              </w:rPr>
              <w:t>DC_3A_n78A</w:t>
            </w:r>
          </w:p>
        </w:tc>
      </w:tr>
      <w:tr w:rsidR="00B45972" w14:paraId="01DE213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140B3EF" w14:textId="77777777" w:rsidR="00B45972" w:rsidRDefault="00B45972" w:rsidP="00AC3FE8">
            <w:pPr>
              <w:pStyle w:val="TAC"/>
            </w:pPr>
            <w:r>
              <w:rPr>
                <w:rFonts w:eastAsia="Malgun Gothic"/>
                <w:lang w:eastAsia="ko-KR"/>
              </w:rPr>
              <w:t>DC_3A_n77A-n79A</w:t>
            </w:r>
          </w:p>
        </w:tc>
        <w:tc>
          <w:tcPr>
            <w:tcW w:w="5862" w:type="dxa"/>
            <w:tcBorders>
              <w:top w:val="single" w:sz="4" w:space="0" w:color="auto"/>
              <w:left w:val="single" w:sz="4" w:space="0" w:color="auto"/>
              <w:bottom w:val="single" w:sz="4" w:space="0" w:color="auto"/>
              <w:right w:val="single" w:sz="4" w:space="0" w:color="auto"/>
            </w:tcBorders>
            <w:hideMark/>
          </w:tcPr>
          <w:p w14:paraId="2A43793E" w14:textId="77777777" w:rsidR="00B45972" w:rsidRDefault="00B45972" w:rsidP="00AC3FE8">
            <w:pPr>
              <w:pStyle w:val="TAC"/>
              <w:rPr>
                <w:noProof/>
                <w:lang w:eastAsia="ko-KR"/>
              </w:rPr>
            </w:pPr>
            <w:r>
              <w:rPr>
                <w:noProof/>
                <w:lang w:eastAsia="ko-KR"/>
              </w:rPr>
              <w:t>DC_3A_n77A</w:t>
            </w:r>
          </w:p>
          <w:p w14:paraId="798F19CF" w14:textId="77777777" w:rsidR="00B45972" w:rsidRDefault="00B45972" w:rsidP="00AC3FE8">
            <w:pPr>
              <w:pStyle w:val="TAC"/>
            </w:pPr>
            <w:r>
              <w:rPr>
                <w:noProof/>
                <w:lang w:eastAsia="ko-KR"/>
              </w:rPr>
              <w:t>DC_3A_n79A</w:t>
            </w:r>
          </w:p>
        </w:tc>
      </w:tr>
      <w:tr w:rsidR="00B45972" w14:paraId="489C111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1ABD76C" w14:textId="77777777" w:rsidR="00B45972" w:rsidRDefault="00B45972" w:rsidP="00AC3FE8">
            <w:pPr>
              <w:pStyle w:val="TAC"/>
              <w:rPr>
                <w:lang w:eastAsia="fr-FR"/>
              </w:rPr>
            </w:pPr>
            <w:r>
              <w:rPr>
                <w:rFonts w:eastAsia="Malgun Gothic"/>
                <w:lang w:eastAsia="ko-KR"/>
              </w:rPr>
              <w:t>DC_3A_n78A-n79A</w:t>
            </w:r>
          </w:p>
        </w:tc>
        <w:tc>
          <w:tcPr>
            <w:tcW w:w="5862" w:type="dxa"/>
            <w:tcBorders>
              <w:top w:val="single" w:sz="4" w:space="0" w:color="auto"/>
              <w:left w:val="single" w:sz="4" w:space="0" w:color="auto"/>
              <w:bottom w:val="single" w:sz="4" w:space="0" w:color="auto"/>
              <w:right w:val="single" w:sz="4" w:space="0" w:color="auto"/>
            </w:tcBorders>
            <w:hideMark/>
          </w:tcPr>
          <w:p w14:paraId="787431C9" w14:textId="77777777" w:rsidR="00B45972" w:rsidRDefault="00B45972" w:rsidP="00AC3FE8">
            <w:pPr>
              <w:pStyle w:val="TAC"/>
              <w:rPr>
                <w:noProof/>
                <w:lang w:eastAsia="ko-KR"/>
              </w:rPr>
            </w:pPr>
            <w:r>
              <w:rPr>
                <w:noProof/>
                <w:lang w:eastAsia="ko-KR"/>
              </w:rPr>
              <w:t>DC_3A_n78A</w:t>
            </w:r>
          </w:p>
          <w:p w14:paraId="1CA6DDEA" w14:textId="77777777" w:rsidR="00B45972" w:rsidRDefault="00B45972" w:rsidP="00AC3FE8">
            <w:pPr>
              <w:pStyle w:val="TAC"/>
            </w:pPr>
            <w:r>
              <w:rPr>
                <w:noProof/>
                <w:lang w:eastAsia="ko-KR"/>
              </w:rPr>
              <w:t>DC_3A_n79A</w:t>
            </w:r>
          </w:p>
        </w:tc>
      </w:tr>
      <w:tr w:rsidR="00B45972" w14:paraId="7CD096A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6481983" w14:textId="77777777" w:rsidR="00B45972" w:rsidRDefault="00B45972" w:rsidP="00AC3FE8">
            <w:pPr>
              <w:pStyle w:val="TAC"/>
              <w:rPr>
                <w:rFonts w:eastAsia="Malgun Gothic"/>
                <w:lang w:eastAsia="ko-KR"/>
              </w:rPr>
            </w:pPr>
            <w:r>
              <w:rPr>
                <w:noProof/>
                <w:lang w:eastAsia="zh-CN"/>
              </w:rPr>
              <w:t>DC_3A_SUL_n77A-n80A</w:t>
            </w:r>
          </w:p>
        </w:tc>
        <w:tc>
          <w:tcPr>
            <w:tcW w:w="5862" w:type="dxa"/>
            <w:tcBorders>
              <w:top w:val="single" w:sz="4" w:space="0" w:color="auto"/>
              <w:left w:val="single" w:sz="4" w:space="0" w:color="auto"/>
              <w:bottom w:val="single" w:sz="4" w:space="0" w:color="auto"/>
              <w:right w:val="single" w:sz="4" w:space="0" w:color="auto"/>
            </w:tcBorders>
            <w:hideMark/>
          </w:tcPr>
          <w:p w14:paraId="370789FC" w14:textId="77777777" w:rsidR="00B45972" w:rsidRDefault="00B45972" w:rsidP="00AC3FE8">
            <w:pPr>
              <w:pStyle w:val="TAC"/>
              <w:rPr>
                <w:noProof/>
                <w:lang w:eastAsia="zh-CN"/>
              </w:rPr>
            </w:pPr>
            <w:r>
              <w:rPr>
                <w:noProof/>
                <w:lang w:eastAsia="zh-CN"/>
              </w:rPr>
              <w:t>DC_3A_n77A</w:t>
            </w:r>
          </w:p>
          <w:p w14:paraId="374568C1" w14:textId="77777777" w:rsidR="00B45972" w:rsidRDefault="00B45972" w:rsidP="00AC3FE8">
            <w:pPr>
              <w:pStyle w:val="TAC"/>
              <w:rPr>
                <w:noProof/>
                <w:lang w:eastAsia="zh-CN"/>
              </w:rPr>
            </w:pPr>
            <w:r>
              <w:rPr>
                <w:noProof/>
                <w:lang w:eastAsia="zh-CN"/>
              </w:rPr>
              <w:t>DC_3A_n80A_ULSUP-TDM_n77A</w:t>
            </w:r>
          </w:p>
        </w:tc>
      </w:tr>
      <w:tr w:rsidR="00B45972" w14:paraId="65A3C9A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9300C4F" w14:textId="77777777" w:rsidR="00B45972" w:rsidRDefault="00B45972" w:rsidP="00AC3FE8">
            <w:pPr>
              <w:pStyle w:val="TAC"/>
              <w:rPr>
                <w:rFonts w:eastAsia="Malgun Gothic"/>
                <w:lang w:eastAsia="ko-KR"/>
              </w:rPr>
            </w:pPr>
            <w:r>
              <w:rPr>
                <w:noProof/>
                <w:lang w:eastAsia="zh-CN"/>
              </w:rPr>
              <w:t>DC_3A_SUL_n77A-n84A</w:t>
            </w:r>
          </w:p>
        </w:tc>
        <w:tc>
          <w:tcPr>
            <w:tcW w:w="5862" w:type="dxa"/>
            <w:tcBorders>
              <w:top w:val="single" w:sz="4" w:space="0" w:color="auto"/>
              <w:left w:val="single" w:sz="4" w:space="0" w:color="auto"/>
              <w:bottom w:val="single" w:sz="4" w:space="0" w:color="auto"/>
              <w:right w:val="single" w:sz="4" w:space="0" w:color="auto"/>
            </w:tcBorders>
            <w:hideMark/>
          </w:tcPr>
          <w:p w14:paraId="735520EA" w14:textId="77777777" w:rsidR="00B45972" w:rsidRDefault="00B45972" w:rsidP="00AC3FE8">
            <w:pPr>
              <w:pStyle w:val="TAC"/>
              <w:rPr>
                <w:noProof/>
                <w:lang w:eastAsia="zh-CN"/>
              </w:rPr>
            </w:pPr>
            <w:r>
              <w:rPr>
                <w:noProof/>
                <w:lang w:eastAsia="zh-CN"/>
              </w:rPr>
              <w:t>DC_3A_n77A</w:t>
            </w:r>
          </w:p>
          <w:p w14:paraId="23DCB8A1" w14:textId="77777777" w:rsidR="00B45972" w:rsidRDefault="00B45972" w:rsidP="00AC3FE8">
            <w:pPr>
              <w:pStyle w:val="TAC"/>
              <w:rPr>
                <w:noProof/>
                <w:lang w:eastAsia="ko-KR"/>
              </w:rPr>
            </w:pPr>
            <w:r>
              <w:rPr>
                <w:noProof/>
                <w:lang w:eastAsia="zh-CN"/>
              </w:rPr>
              <w:t>DC_3A_n84A</w:t>
            </w:r>
          </w:p>
        </w:tc>
      </w:tr>
      <w:tr w:rsidR="00B45972" w14:paraId="3F3D0BA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77B4130" w14:textId="77777777" w:rsidR="00B45972" w:rsidRDefault="00B45972" w:rsidP="00AC3FE8">
            <w:pPr>
              <w:pStyle w:val="TAC"/>
              <w:rPr>
                <w:noProof/>
                <w:vertAlign w:val="superscript"/>
                <w:lang w:eastAsia="zh-CN"/>
              </w:rPr>
            </w:pPr>
            <w:r>
              <w:t>DC_3A_SUL_n78A-n80A</w:t>
            </w:r>
            <w:r>
              <w:rPr>
                <w:noProof/>
                <w:vertAlign w:val="superscript"/>
                <w:lang w:eastAsia="zh-CN"/>
              </w:rPr>
              <w:t>5</w:t>
            </w:r>
          </w:p>
          <w:p w14:paraId="2E80B983" w14:textId="77777777" w:rsidR="00B45972" w:rsidRDefault="00B45972" w:rsidP="00AC3FE8">
            <w:pPr>
              <w:pStyle w:val="TAC"/>
            </w:pPr>
            <w:r>
              <w:rPr>
                <w:lang w:eastAsia="ja-JP"/>
              </w:rPr>
              <w:t>DC_3C_SUL_n78A-n80A</w:t>
            </w:r>
          </w:p>
        </w:tc>
        <w:tc>
          <w:tcPr>
            <w:tcW w:w="5862" w:type="dxa"/>
            <w:tcBorders>
              <w:top w:val="single" w:sz="4" w:space="0" w:color="auto"/>
              <w:left w:val="single" w:sz="4" w:space="0" w:color="auto"/>
              <w:bottom w:val="single" w:sz="4" w:space="0" w:color="auto"/>
              <w:right w:val="single" w:sz="4" w:space="0" w:color="auto"/>
            </w:tcBorders>
            <w:hideMark/>
          </w:tcPr>
          <w:p w14:paraId="1B599FB9" w14:textId="77777777" w:rsidR="00B45972" w:rsidRDefault="00B45972" w:rsidP="00AC3FE8">
            <w:pPr>
              <w:pStyle w:val="TAC"/>
              <w:rPr>
                <w:lang w:eastAsia="fr-FR"/>
              </w:rPr>
            </w:pPr>
            <w:r>
              <w:t>DC_3A_n78A</w:t>
            </w:r>
          </w:p>
          <w:p w14:paraId="58513A79" w14:textId="77777777" w:rsidR="00B45972" w:rsidRDefault="00B45972" w:rsidP="00AC3FE8">
            <w:pPr>
              <w:pStyle w:val="TAC"/>
            </w:pPr>
            <w:r>
              <w:t>DC_3A_n80A_ULSUP-TDM_n78A</w:t>
            </w:r>
          </w:p>
        </w:tc>
      </w:tr>
      <w:tr w:rsidR="00B45972" w14:paraId="5101408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3F3C089" w14:textId="77777777" w:rsidR="00B45972" w:rsidRDefault="00B45972" w:rsidP="00AC3FE8">
            <w:pPr>
              <w:pStyle w:val="TAC"/>
            </w:pPr>
            <w:r>
              <w:t>DC_3</w:t>
            </w:r>
            <w:r>
              <w:rPr>
                <w:lang w:eastAsia="zh-CN"/>
              </w:rPr>
              <w:t>A</w:t>
            </w:r>
            <w:r>
              <w:t>_SUL_n7</w:t>
            </w:r>
            <w:r>
              <w:rPr>
                <w:lang w:eastAsia="zh-CN"/>
              </w:rPr>
              <w:t>8A</w:t>
            </w:r>
            <w:r>
              <w:t>-n82</w:t>
            </w:r>
            <w:r>
              <w:rPr>
                <w:lang w:eastAsia="zh-CN"/>
              </w:rP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92DFF37" w14:textId="77777777" w:rsidR="00B45972" w:rsidRDefault="00B45972" w:rsidP="00AC3FE8">
            <w:pPr>
              <w:pStyle w:val="TAC"/>
              <w:rPr>
                <w:lang w:eastAsia="zh-CN"/>
              </w:rPr>
            </w:pPr>
            <w:r>
              <w:rPr>
                <w:lang w:eastAsia="zh-CN"/>
              </w:rPr>
              <w:t>DC_3A_n78A</w:t>
            </w:r>
          </w:p>
          <w:p w14:paraId="54A4CAB4" w14:textId="77777777" w:rsidR="00B45972" w:rsidRDefault="00B45972" w:rsidP="00AC3FE8">
            <w:pPr>
              <w:pStyle w:val="TAC"/>
            </w:pPr>
            <w:r>
              <w:rPr>
                <w:lang w:eastAsia="zh-CN"/>
              </w:rPr>
              <w:t>DC_3A_n82A</w:t>
            </w:r>
          </w:p>
        </w:tc>
      </w:tr>
      <w:tr w:rsidR="00B45972" w14:paraId="747A899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815F694" w14:textId="77777777" w:rsidR="00B45972" w:rsidRDefault="00B45972" w:rsidP="00AC3FE8">
            <w:pPr>
              <w:pStyle w:val="TAC"/>
              <w:rPr>
                <w:lang w:eastAsia="fr-FR"/>
              </w:rPr>
            </w:pPr>
            <w:r>
              <w:rPr>
                <w:lang w:eastAsia="fi-FI"/>
              </w:rPr>
              <w:t>DC_3A_SUL_n78A-n84A</w:t>
            </w:r>
          </w:p>
        </w:tc>
        <w:tc>
          <w:tcPr>
            <w:tcW w:w="5862" w:type="dxa"/>
            <w:tcBorders>
              <w:top w:val="single" w:sz="4" w:space="0" w:color="auto"/>
              <w:left w:val="single" w:sz="4" w:space="0" w:color="auto"/>
              <w:bottom w:val="single" w:sz="4" w:space="0" w:color="auto"/>
              <w:right w:val="single" w:sz="4" w:space="0" w:color="auto"/>
            </w:tcBorders>
            <w:hideMark/>
          </w:tcPr>
          <w:p w14:paraId="3DA15CB0" w14:textId="77777777" w:rsidR="00B45972" w:rsidRDefault="00B45972" w:rsidP="00AC3FE8">
            <w:pPr>
              <w:pStyle w:val="TAC"/>
              <w:rPr>
                <w:lang w:eastAsia="fi-FI"/>
              </w:rPr>
            </w:pPr>
            <w:r>
              <w:rPr>
                <w:lang w:eastAsia="fi-FI"/>
              </w:rPr>
              <w:t>DC_3A_n78A</w:t>
            </w:r>
          </w:p>
          <w:p w14:paraId="726DAC5E" w14:textId="77777777" w:rsidR="00B45972" w:rsidRDefault="00B45972" w:rsidP="00AC3FE8">
            <w:pPr>
              <w:pStyle w:val="TAC"/>
              <w:rPr>
                <w:lang w:eastAsia="zh-CN"/>
              </w:rPr>
            </w:pPr>
            <w:r>
              <w:rPr>
                <w:lang w:eastAsia="fi-FI"/>
              </w:rPr>
              <w:t>DC_3A_n84A</w:t>
            </w:r>
          </w:p>
        </w:tc>
      </w:tr>
      <w:tr w:rsidR="00B45972" w14:paraId="5EE49C4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BFD07A7" w14:textId="77777777" w:rsidR="00B45972" w:rsidRDefault="00B45972" w:rsidP="00AC3FE8">
            <w:pPr>
              <w:pStyle w:val="TAC"/>
            </w:pPr>
            <w:r>
              <w:t>DC_3</w:t>
            </w:r>
            <w:r>
              <w:rPr>
                <w:lang w:eastAsia="zh-CN"/>
              </w:rPr>
              <w:t>A</w:t>
            </w:r>
            <w:r>
              <w:t>_SUL_n7</w:t>
            </w:r>
            <w:r>
              <w:rPr>
                <w:lang w:eastAsia="zh-CN"/>
              </w:rPr>
              <w:t>9A</w:t>
            </w:r>
            <w:r>
              <w:t>-n80</w:t>
            </w:r>
            <w:r>
              <w:rPr>
                <w:lang w:eastAsia="zh-CN"/>
              </w:rP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51B4225" w14:textId="77777777" w:rsidR="00B45972" w:rsidRDefault="00B45972" w:rsidP="00AC3FE8">
            <w:pPr>
              <w:pStyle w:val="TAC"/>
              <w:rPr>
                <w:lang w:eastAsia="zh-CN"/>
              </w:rPr>
            </w:pPr>
            <w:r>
              <w:rPr>
                <w:lang w:eastAsia="zh-CN"/>
              </w:rPr>
              <w:t>DC_3A_n79A,</w:t>
            </w:r>
          </w:p>
          <w:p w14:paraId="11C5734A" w14:textId="77777777" w:rsidR="00B45972" w:rsidRDefault="00B45972" w:rsidP="00AC3FE8">
            <w:pPr>
              <w:pStyle w:val="TAC"/>
              <w:rPr>
                <w:lang w:eastAsia="zh-CN"/>
              </w:rPr>
            </w:pPr>
            <w:r>
              <w:rPr>
                <w:lang w:eastAsia="zh-CN"/>
              </w:rPr>
              <w:t>DC_3A_n80A_ULSUP-TDM_n79A</w:t>
            </w:r>
          </w:p>
        </w:tc>
      </w:tr>
      <w:tr w:rsidR="00B45972" w14:paraId="50A5E9A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34CF537" w14:textId="77777777" w:rsidR="00B45972" w:rsidRDefault="00B45972" w:rsidP="00AC3FE8">
            <w:pPr>
              <w:pStyle w:val="TAC"/>
              <w:rPr>
                <w:lang w:eastAsia="fr-FR"/>
              </w:rPr>
            </w:pPr>
            <w:r>
              <w:rPr>
                <w:lang w:eastAsia="zh-CN"/>
              </w:rPr>
              <w:t>DC_5A-7A_n71A</w:t>
            </w:r>
          </w:p>
        </w:tc>
        <w:tc>
          <w:tcPr>
            <w:tcW w:w="5862" w:type="dxa"/>
            <w:tcBorders>
              <w:top w:val="single" w:sz="4" w:space="0" w:color="auto"/>
              <w:left w:val="single" w:sz="4" w:space="0" w:color="auto"/>
              <w:bottom w:val="single" w:sz="4" w:space="0" w:color="auto"/>
              <w:right w:val="single" w:sz="4" w:space="0" w:color="auto"/>
            </w:tcBorders>
            <w:hideMark/>
          </w:tcPr>
          <w:p w14:paraId="3A67FE25" w14:textId="77777777" w:rsidR="00B45972" w:rsidRDefault="00B45972" w:rsidP="00AC3FE8">
            <w:pPr>
              <w:pStyle w:val="TAC"/>
              <w:rPr>
                <w:noProof/>
                <w:kern w:val="2"/>
                <w:lang w:eastAsia="zh-CN"/>
              </w:rPr>
            </w:pPr>
            <w:r>
              <w:rPr>
                <w:noProof/>
                <w:kern w:val="2"/>
                <w:lang w:eastAsia="zh-CN"/>
              </w:rPr>
              <w:t>DC_5A_n71A</w:t>
            </w:r>
          </w:p>
          <w:p w14:paraId="428DB001" w14:textId="77777777" w:rsidR="00B45972" w:rsidRDefault="00B45972" w:rsidP="00AC3FE8">
            <w:pPr>
              <w:pStyle w:val="TAC"/>
              <w:rPr>
                <w:lang w:eastAsia="zh-CN"/>
              </w:rPr>
            </w:pPr>
            <w:r>
              <w:rPr>
                <w:noProof/>
                <w:lang w:eastAsia="zh-CN"/>
              </w:rPr>
              <w:t>DC_7A_n71A</w:t>
            </w:r>
          </w:p>
        </w:tc>
      </w:tr>
      <w:tr w:rsidR="00B45972" w14:paraId="7B49241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802B7D1" w14:textId="77777777" w:rsidR="00B45972" w:rsidRDefault="00B45972" w:rsidP="00AC3FE8">
            <w:pPr>
              <w:pStyle w:val="TAC"/>
            </w:pPr>
            <w:r>
              <w:rPr>
                <w:noProof/>
                <w:lang w:eastAsia="zh-CN"/>
              </w:rPr>
              <w:t>DC_5A-7A_n78A</w:t>
            </w:r>
          </w:p>
        </w:tc>
        <w:tc>
          <w:tcPr>
            <w:tcW w:w="5862" w:type="dxa"/>
            <w:tcBorders>
              <w:top w:val="single" w:sz="4" w:space="0" w:color="auto"/>
              <w:left w:val="single" w:sz="4" w:space="0" w:color="auto"/>
              <w:bottom w:val="single" w:sz="4" w:space="0" w:color="auto"/>
              <w:right w:val="single" w:sz="4" w:space="0" w:color="auto"/>
            </w:tcBorders>
            <w:hideMark/>
          </w:tcPr>
          <w:p w14:paraId="6B528D36" w14:textId="77777777" w:rsidR="00B45972" w:rsidRDefault="00B45972" w:rsidP="00AC3FE8">
            <w:pPr>
              <w:pStyle w:val="TAC"/>
              <w:rPr>
                <w:noProof/>
                <w:lang w:eastAsia="zh-CN"/>
              </w:rPr>
            </w:pPr>
            <w:r>
              <w:rPr>
                <w:noProof/>
                <w:lang w:eastAsia="zh-CN"/>
              </w:rPr>
              <w:t>DC_5A_n78A</w:t>
            </w:r>
          </w:p>
          <w:p w14:paraId="59004AF9" w14:textId="77777777" w:rsidR="00B45972" w:rsidRDefault="00B45972" w:rsidP="00AC3FE8">
            <w:pPr>
              <w:pStyle w:val="TAC"/>
              <w:rPr>
                <w:lang w:eastAsia="zh-CN"/>
              </w:rPr>
            </w:pPr>
            <w:r>
              <w:rPr>
                <w:noProof/>
                <w:lang w:eastAsia="zh-CN"/>
              </w:rPr>
              <w:t>DC_7A_n78A</w:t>
            </w:r>
          </w:p>
        </w:tc>
      </w:tr>
      <w:tr w:rsidR="00B45972" w14:paraId="3635741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FFBA828" w14:textId="77777777" w:rsidR="00B45972" w:rsidRDefault="00B45972" w:rsidP="00AC3FE8">
            <w:pPr>
              <w:pStyle w:val="TAC"/>
              <w:rPr>
                <w:noProof/>
                <w:lang w:eastAsia="zh-CN"/>
              </w:rPr>
            </w:pPr>
            <w:r>
              <w:rPr>
                <w:noProof/>
                <w:lang w:eastAsia="zh-CN"/>
              </w:rPr>
              <w:t>DC_5A_n7A-n78A</w:t>
            </w:r>
          </w:p>
        </w:tc>
        <w:tc>
          <w:tcPr>
            <w:tcW w:w="5862" w:type="dxa"/>
            <w:tcBorders>
              <w:top w:val="single" w:sz="4" w:space="0" w:color="auto"/>
              <w:left w:val="single" w:sz="4" w:space="0" w:color="auto"/>
              <w:bottom w:val="single" w:sz="4" w:space="0" w:color="auto"/>
              <w:right w:val="single" w:sz="4" w:space="0" w:color="auto"/>
            </w:tcBorders>
            <w:hideMark/>
          </w:tcPr>
          <w:p w14:paraId="346ED9C7" w14:textId="77777777" w:rsidR="00B45972" w:rsidRDefault="00B45972" w:rsidP="00AC3FE8">
            <w:pPr>
              <w:pStyle w:val="TAC"/>
              <w:rPr>
                <w:noProof/>
                <w:lang w:eastAsia="zh-CN"/>
              </w:rPr>
            </w:pPr>
            <w:r>
              <w:rPr>
                <w:noProof/>
                <w:lang w:eastAsia="zh-CN"/>
              </w:rPr>
              <w:t>DC_5A_n7A</w:t>
            </w:r>
          </w:p>
          <w:p w14:paraId="1BA57991" w14:textId="77777777" w:rsidR="00B45972" w:rsidRDefault="00B45972" w:rsidP="00AC3FE8">
            <w:pPr>
              <w:pStyle w:val="TAC"/>
              <w:rPr>
                <w:noProof/>
                <w:lang w:eastAsia="zh-CN"/>
              </w:rPr>
            </w:pPr>
            <w:r>
              <w:rPr>
                <w:noProof/>
                <w:lang w:eastAsia="zh-CN"/>
              </w:rPr>
              <w:t>DC_5A_n78A</w:t>
            </w:r>
          </w:p>
        </w:tc>
      </w:tr>
      <w:tr w:rsidR="00B45972" w14:paraId="572D13E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BB3439D" w14:textId="77777777" w:rsidR="00B45972" w:rsidRDefault="00B45972" w:rsidP="00AC3FE8">
            <w:pPr>
              <w:pStyle w:val="TAC"/>
              <w:rPr>
                <w:noProof/>
                <w:lang w:eastAsia="zh-CN"/>
              </w:rPr>
            </w:pPr>
            <w:r>
              <w:rPr>
                <w:noProof/>
                <w:lang w:eastAsia="zh-CN"/>
              </w:rPr>
              <w:t>DC_5A_n7(2A)-n78A</w:t>
            </w:r>
          </w:p>
        </w:tc>
        <w:tc>
          <w:tcPr>
            <w:tcW w:w="5862" w:type="dxa"/>
            <w:tcBorders>
              <w:top w:val="single" w:sz="4" w:space="0" w:color="auto"/>
              <w:left w:val="single" w:sz="4" w:space="0" w:color="auto"/>
              <w:bottom w:val="single" w:sz="4" w:space="0" w:color="auto"/>
              <w:right w:val="single" w:sz="4" w:space="0" w:color="auto"/>
            </w:tcBorders>
            <w:hideMark/>
          </w:tcPr>
          <w:p w14:paraId="6735ACC8" w14:textId="77777777" w:rsidR="00B45972" w:rsidRDefault="00B45972" w:rsidP="00AC3FE8">
            <w:pPr>
              <w:pStyle w:val="TAC"/>
              <w:rPr>
                <w:noProof/>
                <w:lang w:eastAsia="zh-CN"/>
              </w:rPr>
            </w:pPr>
            <w:r>
              <w:rPr>
                <w:noProof/>
                <w:lang w:eastAsia="zh-CN"/>
              </w:rPr>
              <w:t>DC_5A_n7A</w:t>
            </w:r>
          </w:p>
          <w:p w14:paraId="11327131" w14:textId="77777777" w:rsidR="00B45972" w:rsidRDefault="00B45972" w:rsidP="00AC3FE8">
            <w:pPr>
              <w:pStyle w:val="TAC"/>
              <w:rPr>
                <w:noProof/>
                <w:lang w:eastAsia="zh-CN"/>
              </w:rPr>
            </w:pPr>
            <w:r>
              <w:rPr>
                <w:noProof/>
                <w:lang w:eastAsia="zh-CN"/>
              </w:rPr>
              <w:t>DC_5A_n78A</w:t>
            </w:r>
          </w:p>
        </w:tc>
      </w:tr>
      <w:tr w:rsidR="00B45972" w14:paraId="44DBC62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76274F6" w14:textId="77777777" w:rsidR="00B45972" w:rsidRDefault="00B45972" w:rsidP="00AC3FE8">
            <w:pPr>
              <w:pStyle w:val="TAC"/>
              <w:rPr>
                <w:noProof/>
                <w:lang w:eastAsia="zh-CN"/>
              </w:rPr>
            </w:pPr>
            <w:r>
              <w:rPr>
                <w:noProof/>
                <w:lang w:eastAsia="zh-CN"/>
              </w:rPr>
              <w:t>DC_5A_n7A-n78(2A)</w:t>
            </w:r>
          </w:p>
        </w:tc>
        <w:tc>
          <w:tcPr>
            <w:tcW w:w="5862" w:type="dxa"/>
            <w:tcBorders>
              <w:top w:val="single" w:sz="4" w:space="0" w:color="auto"/>
              <w:left w:val="single" w:sz="4" w:space="0" w:color="auto"/>
              <w:bottom w:val="single" w:sz="4" w:space="0" w:color="auto"/>
              <w:right w:val="single" w:sz="4" w:space="0" w:color="auto"/>
            </w:tcBorders>
            <w:hideMark/>
          </w:tcPr>
          <w:p w14:paraId="172E09F7" w14:textId="77777777" w:rsidR="00B45972" w:rsidRDefault="00B45972" w:rsidP="00AC3FE8">
            <w:pPr>
              <w:pStyle w:val="TAC"/>
              <w:rPr>
                <w:noProof/>
                <w:lang w:eastAsia="zh-CN"/>
              </w:rPr>
            </w:pPr>
            <w:r>
              <w:rPr>
                <w:noProof/>
                <w:lang w:eastAsia="zh-CN"/>
              </w:rPr>
              <w:t>DC_5A_n7A</w:t>
            </w:r>
          </w:p>
          <w:p w14:paraId="5C41014D" w14:textId="77777777" w:rsidR="00B45972" w:rsidRDefault="00B45972" w:rsidP="00AC3FE8">
            <w:pPr>
              <w:pStyle w:val="TAC"/>
              <w:rPr>
                <w:noProof/>
                <w:lang w:eastAsia="zh-CN"/>
              </w:rPr>
            </w:pPr>
            <w:r>
              <w:rPr>
                <w:noProof/>
                <w:lang w:eastAsia="zh-CN"/>
              </w:rPr>
              <w:t>DC_5A_n78A</w:t>
            </w:r>
          </w:p>
        </w:tc>
      </w:tr>
      <w:tr w:rsidR="00B45972" w14:paraId="1AEC23B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E4CD40D" w14:textId="77777777" w:rsidR="00B45972" w:rsidRDefault="00B45972" w:rsidP="00AC3FE8">
            <w:pPr>
              <w:pStyle w:val="TAC"/>
              <w:rPr>
                <w:noProof/>
                <w:lang w:eastAsia="zh-CN"/>
              </w:rPr>
            </w:pPr>
            <w:r>
              <w:rPr>
                <w:noProof/>
                <w:lang w:eastAsia="zh-CN"/>
              </w:rPr>
              <w:t>DC_5A_n7(2A)-n78(2A)</w:t>
            </w:r>
          </w:p>
        </w:tc>
        <w:tc>
          <w:tcPr>
            <w:tcW w:w="5862" w:type="dxa"/>
            <w:tcBorders>
              <w:top w:val="single" w:sz="4" w:space="0" w:color="auto"/>
              <w:left w:val="single" w:sz="4" w:space="0" w:color="auto"/>
              <w:bottom w:val="single" w:sz="4" w:space="0" w:color="auto"/>
              <w:right w:val="single" w:sz="4" w:space="0" w:color="auto"/>
            </w:tcBorders>
            <w:hideMark/>
          </w:tcPr>
          <w:p w14:paraId="246FDE6D" w14:textId="77777777" w:rsidR="00B45972" w:rsidRDefault="00B45972" w:rsidP="00AC3FE8">
            <w:pPr>
              <w:pStyle w:val="TAC"/>
              <w:rPr>
                <w:noProof/>
                <w:lang w:eastAsia="zh-CN"/>
              </w:rPr>
            </w:pPr>
            <w:r>
              <w:rPr>
                <w:noProof/>
                <w:lang w:eastAsia="zh-CN"/>
              </w:rPr>
              <w:t>DC_5A_n7A</w:t>
            </w:r>
          </w:p>
          <w:p w14:paraId="72B4BE0E" w14:textId="77777777" w:rsidR="00B45972" w:rsidRDefault="00B45972" w:rsidP="00AC3FE8">
            <w:pPr>
              <w:pStyle w:val="TAC"/>
              <w:rPr>
                <w:noProof/>
                <w:lang w:eastAsia="zh-CN"/>
              </w:rPr>
            </w:pPr>
            <w:r>
              <w:rPr>
                <w:noProof/>
                <w:lang w:eastAsia="zh-CN"/>
              </w:rPr>
              <w:t>DC_5A_n78A</w:t>
            </w:r>
          </w:p>
        </w:tc>
      </w:tr>
      <w:tr w:rsidR="00B45972" w14:paraId="27A0A30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022C412" w14:textId="77777777" w:rsidR="00B45972" w:rsidRDefault="00B45972" w:rsidP="00AC3FE8">
            <w:pPr>
              <w:pStyle w:val="TAC"/>
              <w:rPr>
                <w:noProof/>
                <w:lang w:eastAsia="zh-CN"/>
              </w:rPr>
            </w:pPr>
            <w:r>
              <w:rPr>
                <w:lang w:eastAsia="fi-FI"/>
              </w:rPr>
              <w:t>DC_5A-7A-7A_n78A</w:t>
            </w:r>
          </w:p>
        </w:tc>
        <w:tc>
          <w:tcPr>
            <w:tcW w:w="5862" w:type="dxa"/>
            <w:tcBorders>
              <w:top w:val="single" w:sz="4" w:space="0" w:color="auto"/>
              <w:left w:val="single" w:sz="4" w:space="0" w:color="auto"/>
              <w:bottom w:val="single" w:sz="4" w:space="0" w:color="auto"/>
              <w:right w:val="single" w:sz="4" w:space="0" w:color="auto"/>
            </w:tcBorders>
            <w:hideMark/>
          </w:tcPr>
          <w:p w14:paraId="00C8E745" w14:textId="77777777" w:rsidR="00B45972" w:rsidRDefault="00B45972" w:rsidP="00AC3FE8">
            <w:pPr>
              <w:pStyle w:val="TAC"/>
              <w:rPr>
                <w:lang w:eastAsia="fi-FI"/>
              </w:rPr>
            </w:pPr>
            <w:r>
              <w:rPr>
                <w:lang w:eastAsia="fi-FI"/>
              </w:rPr>
              <w:t>DC_5A_n78A</w:t>
            </w:r>
          </w:p>
          <w:p w14:paraId="365CF7F1" w14:textId="77777777" w:rsidR="00B45972" w:rsidRDefault="00B45972" w:rsidP="00AC3FE8">
            <w:pPr>
              <w:pStyle w:val="TAC"/>
              <w:rPr>
                <w:noProof/>
                <w:lang w:eastAsia="zh-CN"/>
              </w:rPr>
            </w:pPr>
            <w:r>
              <w:rPr>
                <w:lang w:eastAsia="fi-FI"/>
              </w:rPr>
              <w:t>DC_7A_n78A</w:t>
            </w:r>
          </w:p>
        </w:tc>
      </w:tr>
      <w:tr w:rsidR="00B45972" w14:paraId="2A9BA6B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89B3DFA" w14:textId="77777777" w:rsidR="00B45972" w:rsidRDefault="00B45972" w:rsidP="00AC3FE8">
            <w:pPr>
              <w:pStyle w:val="TAC"/>
              <w:rPr>
                <w:lang w:eastAsia="fi-FI"/>
              </w:rPr>
            </w:pPr>
            <w:r>
              <w:rPr>
                <w:lang w:eastAsia="fi-FI"/>
              </w:rPr>
              <w:t>DC_5A-(n)12AA</w:t>
            </w:r>
          </w:p>
        </w:tc>
        <w:tc>
          <w:tcPr>
            <w:tcW w:w="5862" w:type="dxa"/>
            <w:tcBorders>
              <w:top w:val="single" w:sz="4" w:space="0" w:color="auto"/>
              <w:left w:val="single" w:sz="4" w:space="0" w:color="auto"/>
              <w:bottom w:val="single" w:sz="4" w:space="0" w:color="auto"/>
              <w:right w:val="single" w:sz="4" w:space="0" w:color="auto"/>
            </w:tcBorders>
            <w:hideMark/>
          </w:tcPr>
          <w:p w14:paraId="56A57204" w14:textId="77777777" w:rsidR="00B45972" w:rsidRDefault="00B45972" w:rsidP="00AC3FE8">
            <w:pPr>
              <w:pStyle w:val="TAC"/>
              <w:rPr>
                <w:lang w:eastAsia="fi-FI"/>
              </w:rPr>
            </w:pPr>
            <w:r>
              <w:rPr>
                <w:lang w:eastAsia="fi-FI"/>
              </w:rPr>
              <w:t>DC_5A_n12A</w:t>
            </w:r>
          </w:p>
          <w:p w14:paraId="2413E742" w14:textId="77777777" w:rsidR="00B45972" w:rsidRDefault="00B45972" w:rsidP="00AC3FE8">
            <w:pPr>
              <w:pStyle w:val="TAC"/>
              <w:rPr>
                <w:lang w:eastAsia="fi-FI"/>
              </w:rPr>
            </w:pPr>
            <w:r>
              <w:rPr>
                <w:lang w:eastAsia="fi-FI"/>
              </w:rPr>
              <w:t>DC_(n)12AA</w:t>
            </w:r>
            <w:r>
              <w:rPr>
                <w:vertAlign w:val="superscript"/>
                <w:lang w:eastAsia="fi-FI"/>
              </w:rPr>
              <w:t>2</w:t>
            </w:r>
          </w:p>
        </w:tc>
      </w:tr>
      <w:tr w:rsidR="00B45972" w14:paraId="6B5DA9F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057AF38" w14:textId="77777777" w:rsidR="00B45972" w:rsidRDefault="00B45972" w:rsidP="00AC3FE8">
            <w:pPr>
              <w:pStyle w:val="TAC"/>
              <w:rPr>
                <w:noProof/>
                <w:lang w:eastAsia="zh-CN"/>
              </w:rPr>
            </w:pPr>
            <w:r>
              <w:rPr>
                <w:noProof/>
                <w:lang w:eastAsia="zh-CN"/>
              </w:rPr>
              <w:t>DC_5A-30A_n66A</w:t>
            </w:r>
          </w:p>
        </w:tc>
        <w:tc>
          <w:tcPr>
            <w:tcW w:w="5862" w:type="dxa"/>
            <w:tcBorders>
              <w:top w:val="single" w:sz="4" w:space="0" w:color="auto"/>
              <w:left w:val="single" w:sz="4" w:space="0" w:color="auto"/>
              <w:bottom w:val="single" w:sz="4" w:space="0" w:color="auto"/>
              <w:right w:val="single" w:sz="4" w:space="0" w:color="auto"/>
            </w:tcBorders>
            <w:hideMark/>
          </w:tcPr>
          <w:p w14:paraId="2EE9D109" w14:textId="77777777" w:rsidR="00B45972" w:rsidRDefault="00B45972" w:rsidP="00AC3FE8">
            <w:pPr>
              <w:pStyle w:val="TAC"/>
              <w:rPr>
                <w:noProof/>
                <w:lang w:eastAsia="zh-CN"/>
              </w:rPr>
            </w:pPr>
            <w:r>
              <w:rPr>
                <w:noProof/>
                <w:lang w:eastAsia="zh-CN"/>
              </w:rPr>
              <w:t>DC_5A_n66A</w:t>
            </w:r>
          </w:p>
          <w:p w14:paraId="5B050A01" w14:textId="77777777" w:rsidR="00B45972" w:rsidRDefault="00B45972" w:rsidP="00AC3FE8">
            <w:pPr>
              <w:pStyle w:val="TAC"/>
              <w:rPr>
                <w:noProof/>
                <w:lang w:eastAsia="zh-CN"/>
              </w:rPr>
            </w:pPr>
            <w:r>
              <w:rPr>
                <w:noProof/>
                <w:lang w:eastAsia="zh-CN"/>
              </w:rPr>
              <w:t>DC_30A_n66A</w:t>
            </w:r>
          </w:p>
        </w:tc>
      </w:tr>
      <w:tr w:rsidR="00B45972" w14:paraId="426D105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34F691E" w14:textId="77777777" w:rsidR="00B45972" w:rsidRDefault="00B45972" w:rsidP="00AC3FE8">
            <w:pPr>
              <w:pStyle w:val="TAC"/>
              <w:rPr>
                <w:noProof/>
                <w:lang w:eastAsia="zh-CN"/>
              </w:rPr>
            </w:pPr>
            <w:r>
              <w:rPr>
                <w:noProof/>
                <w:kern w:val="2"/>
                <w:lang w:eastAsia="zh-CN"/>
              </w:rPr>
              <w:t>DC_5A-41A_n79A</w:t>
            </w:r>
          </w:p>
        </w:tc>
        <w:tc>
          <w:tcPr>
            <w:tcW w:w="5862" w:type="dxa"/>
            <w:tcBorders>
              <w:top w:val="single" w:sz="4" w:space="0" w:color="auto"/>
              <w:left w:val="single" w:sz="4" w:space="0" w:color="auto"/>
              <w:bottom w:val="single" w:sz="4" w:space="0" w:color="auto"/>
              <w:right w:val="single" w:sz="4" w:space="0" w:color="auto"/>
            </w:tcBorders>
            <w:hideMark/>
          </w:tcPr>
          <w:p w14:paraId="1880507C" w14:textId="77777777" w:rsidR="00B45972" w:rsidRDefault="00B45972" w:rsidP="00AC3FE8">
            <w:pPr>
              <w:pStyle w:val="TAC"/>
              <w:rPr>
                <w:noProof/>
                <w:kern w:val="2"/>
                <w:lang w:eastAsia="zh-CN"/>
              </w:rPr>
            </w:pPr>
            <w:r>
              <w:rPr>
                <w:noProof/>
                <w:kern w:val="2"/>
                <w:lang w:eastAsia="zh-CN"/>
              </w:rPr>
              <w:t>DC_5A_n79A</w:t>
            </w:r>
          </w:p>
          <w:p w14:paraId="0D9C5B73" w14:textId="77777777" w:rsidR="00B45972" w:rsidRDefault="00B45972" w:rsidP="00AC3FE8">
            <w:pPr>
              <w:pStyle w:val="TAC"/>
              <w:rPr>
                <w:noProof/>
                <w:lang w:eastAsia="zh-CN"/>
              </w:rPr>
            </w:pPr>
            <w:r>
              <w:rPr>
                <w:noProof/>
                <w:lang w:eastAsia="zh-CN"/>
              </w:rPr>
              <w:t>DC_41A_n79A</w:t>
            </w:r>
          </w:p>
        </w:tc>
      </w:tr>
      <w:tr w:rsidR="00B45972" w14:paraId="73AC886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D17961D" w14:textId="77777777" w:rsidR="00B45972" w:rsidRDefault="00B45972" w:rsidP="00AC3FE8">
            <w:pPr>
              <w:pStyle w:val="TAC"/>
              <w:rPr>
                <w:lang w:eastAsia="fi-FI"/>
              </w:rPr>
            </w:pPr>
            <w:r>
              <w:rPr>
                <w:lang w:eastAsia="fi-FI"/>
              </w:rPr>
              <w:lastRenderedPageBreak/>
              <w:t>DC_</w:t>
            </w:r>
            <w:r>
              <w:rPr>
                <w:lang w:eastAsia="zh-CN"/>
              </w:rPr>
              <w:t>5A</w:t>
            </w:r>
            <w:r>
              <w:rPr>
                <w:lang w:eastAsia="fi-FI"/>
              </w:rPr>
              <w:t>-66A_n2A</w:t>
            </w:r>
          </w:p>
          <w:p w14:paraId="3CE6DA8F" w14:textId="77777777" w:rsidR="00B45972" w:rsidRDefault="00B45972" w:rsidP="00AC3FE8">
            <w:pPr>
              <w:pStyle w:val="TAC"/>
              <w:rPr>
                <w:noProof/>
                <w:kern w:val="2"/>
                <w:lang w:eastAsia="zh-CN"/>
              </w:rPr>
            </w:pPr>
            <w:r>
              <w:rPr>
                <w:lang w:eastAsia="fi-FI"/>
              </w:rPr>
              <w:t>DC_</w:t>
            </w:r>
            <w:r>
              <w:rPr>
                <w:lang w:eastAsia="zh-CN"/>
              </w:rPr>
              <w:t>5B</w:t>
            </w:r>
            <w:r>
              <w:rPr>
                <w:lang w:eastAsia="fi-FI"/>
              </w:rPr>
              <w:t>-66A_n2A</w:t>
            </w:r>
          </w:p>
        </w:tc>
        <w:tc>
          <w:tcPr>
            <w:tcW w:w="5862" w:type="dxa"/>
            <w:tcBorders>
              <w:top w:val="single" w:sz="4" w:space="0" w:color="auto"/>
              <w:left w:val="single" w:sz="4" w:space="0" w:color="auto"/>
              <w:bottom w:val="single" w:sz="4" w:space="0" w:color="auto"/>
              <w:right w:val="single" w:sz="4" w:space="0" w:color="auto"/>
            </w:tcBorders>
            <w:hideMark/>
          </w:tcPr>
          <w:p w14:paraId="7F5B7BE2" w14:textId="77777777" w:rsidR="00B45972" w:rsidRDefault="00B45972" w:rsidP="00AC3FE8">
            <w:pPr>
              <w:pStyle w:val="TAC"/>
              <w:rPr>
                <w:noProof/>
                <w:kern w:val="2"/>
                <w:lang w:eastAsia="zh-CN"/>
              </w:rPr>
            </w:pPr>
            <w:r>
              <w:rPr>
                <w:lang w:eastAsia="fi-FI"/>
              </w:rPr>
              <w:t>DC_</w:t>
            </w:r>
            <w:r>
              <w:rPr>
                <w:lang w:eastAsia="zh-CN"/>
              </w:rPr>
              <w:t>5A</w:t>
            </w:r>
            <w:r>
              <w:rPr>
                <w:lang w:eastAsia="fi-FI"/>
              </w:rPr>
              <w:t>_n2A</w:t>
            </w:r>
          </w:p>
        </w:tc>
      </w:tr>
      <w:tr w:rsidR="00B45972" w14:paraId="6FB79BC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CFAE390" w14:textId="77777777" w:rsidR="00B45972" w:rsidRDefault="00B45972" w:rsidP="00AC3FE8">
            <w:pPr>
              <w:pStyle w:val="TAC"/>
              <w:rPr>
                <w:lang w:eastAsia="zh-CN"/>
              </w:rPr>
            </w:pPr>
            <w:r>
              <w:rPr>
                <w:lang w:eastAsia="zh-CN"/>
              </w:rPr>
              <w:t>DC_5A-5A-66A_n2A</w:t>
            </w:r>
          </w:p>
          <w:p w14:paraId="7FF8F209" w14:textId="77777777" w:rsidR="00B45972" w:rsidRDefault="00B45972" w:rsidP="00AC3FE8">
            <w:pPr>
              <w:pStyle w:val="TAC"/>
              <w:rPr>
                <w:lang w:eastAsia="fi-FI"/>
              </w:rPr>
            </w:pPr>
            <w:r>
              <w:rPr>
                <w:lang w:eastAsia="fi-FI"/>
              </w:rPr>
              <w:t>DC_</w:t>
            </w:r>
            <w:r>
              <w:rPr>
                <w:lang w:eastAsia="zh-CN"/>
              </w:rPr>
              <w:t>5</w:t>
            </w:r>
            <w:r>
              <w:rPr>
                <w:lang w:eastAsia="fi-FI"/>
              </w:rPr>
              <w:t>A-</w:t>
            </w:r>
            <w:r>
              <w:rPr>
                <w:lang w:eastAsia="zh-CN"/>
              </w:rPr>
              <w:t>66A-</w:t>
            </w:r>
            <w:r>
              <w:rPr>
                <w:lang w:eastAsia="fi-FI"/>
              </w:rPr>
              <w:t>66A_n2A</w:t>
            </w:r>
          </w:p>
          <w:p w14:paraId="0C6A4499" w14:textId="77777777" w:rsidR="00B45972" w:rsidRDefault="00B45972" w:rsidP="00AC3FE8">
            <w:pPr>
              <w:pStyle w:val="TAC"/>
              <w:rPr>
                <w:lang w:eastAsia="fi-FI"/>
              </w:rPr>
            </w:pPr>
            <w:r>
              <w:rPr>
                <w:lang w:eastAsia="fi-FI"/>
              </w:rPr>
              <w:t>DC_</w:t>
            </w:r>
            <w:r>
              <w:rPr>
                <w:lang w:eastAsia="zh-CN"/>
              </w:rPr>
              <w:t>5B</w:t>
            </w:r>
            <w:r>
              <w:rPr>
                <w:lang w:eastAsia="fi-FI"/>
              </w:rPr>
              <w:t>-</w:t>
            </w:r>
            <w:r>
              <w:rPr>
                <w:lang w:eastAsia="zh-CN"/>
              </w:rPr>
              <w:t>66A-</w:t>
            </w:r>
            <w:r>
              <w:rPr>
                <w:lang w:eastAsia="fi-FI"/>
              </w:rPr>
              <w:t>66A_n2A</w:t>
            </w:r>
          </w:p>
          <w:p w14:paraId="63D668D6" w14:textId="77777777" w:rsidR="00B45972" w:rsidRDefault="00B45972" w:rsidP="00AC3FE8">
            <w:pPr>
              <w:pStyle w:val="TAC"/>
              <w:rPr>
                <w:noProof/>
                <w:kern w:val="2"/>
                <w:lang w:eastAsia="zh-CN"/>
              </w:rPr>
            </w:pPr>
            <w:r>
              <w:rPr>
                <w:lang w:eastAsia="zh-CN"/>
              </w:rPr>
              <w:t>DC_5A-5A-66A-66A_n2A</w:t>
            </w:r>
          </w:p>
        </w:tc>
        <w:tc>
          <w:tcPr>
            <w:tcW w:w="5862" w:type="dxa"/>
            <w:tcBorders>
              <w:top w:val="single" w:sz="4" w:space="0" w:color="auto"/>
              <w:left w:val="single" w:sz="4" w:space="0" w:color="auto"/>
              <w:bottom w:val="single" w:sz="4" w:space="0" w:color="auto"/>
              <w:right w:val="single" w:sz="4" w:space="0" w:color="auto"/>
            </w:tcBorders>
            <w:hideMark/>
          </w:tcPr>
          <w:p w14:paraId="3380CFFB" w14:textId="77777777" w:rsidR="00B45972" w:rsidRDefault="00B45972" w:rsidP="00AC3FE8">
            <w:pPr>
              <w:pStyle w:val="TAC"/>
              <w:rPr>
                <w:noProof/>
                <w:kern w:val="2"/>
                <w:lang w:eastAsia="zh-CN"/>
              </w:rPr>
            </w:pPr>
            <w:r>
              <w:rPr>
                <w:lang w:eastAsia="fi-FI"/>
              </w:rPr>
              <w:t>DC_</w:t>
            </w:r>
            <w:r>
              <w:rPr>
                <w:lang w:eastAsia="zh-CN"/>
              </w:rPr>
              <w:t>5A</w:t>
            </w:r>
            <w:r>
              <w:rPr>
                <w:lang w:eastAsia="fi-FI"/>
              </w:rPr>
              <w:t>_n2A</w:t>
            </w:r>
          </w:p>
        </w:tc>
      </w:tr>
      <w:tr w:rsidR="00B45972" w14:paraId="79E6B74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1E0526C" w14:textId="77777777" w:rsidR="00B45972" w:rsidRDefault="00B45972" w:rsidP="00AC3FE8">
            <w:pPr>
              <w:pStyle w:val="TAC"/>
              <w:rPr>
                <w:noProof/>
                <w:kern w:val="2"/>
                <w:lang w:eastAsia="zh-CN"/>
              </w:rPr>
            </w:pPr>
            <w:r>
              <w:rPr>
                <w:lang w:eastAsia="fi-FI"/>
              </w:rPr>
              <w:t>DC_5A-66A_n5A</w:t>
            </w:r>
          </w:p>
        </w:tc>
        <w:tc>
          <w:tcPr>
            <w:tcW w:w="5862" w:type="dxa"/>
            <w:tcBorders>
              <w:top w:val="single" w:sz="4" w:space="0" w:color="auto"/>
              <w:left w:val="single" w:sz="4" w:space="0" w:color="auto"/>
              <w:bottom w:val="single" w:sz="4" w:space="0" w:color="auto"/>
              <w:right w:val="single" w:sz="4" w:space="0" w:color="auto"/>
            </w:tcBorders>
            <w:hideMark/>
          </w:tcPr>
          <w:p w14:paraId="45C6E25C" w14:textId="77777777" w:rsidR="00B45972" w:rsidRDefault="00B45972" w:rsidP="00AC3FE8">
            <w:pPr>
              <w:pStyle w:val="TAC"/>
              <w:rPr>
                <w:noProof/>
                <w:kern w:val="2"/>
                <w:lang w:eastAsia="zh-CN"/>
              </w:rPr>
            </w:pPr>
            <w:r>
              <w:rPr>
                <w:lang w:eastAsia="fi-FI"/>
              </w:rPr>
              <w:t>DC_66A_n5A</w:t>
            </w:r>
          </w:p>
        </w:tc>
      </w:tr>
      <w:tr w:rsidR="00B45972" w14:paraId="15F0F56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3118F5C" w14:textId="77777777" w:rsidR="00B45972" w:rsidRDefault="00B45972" w:rsidP="00AC3FE8">
            <w:pPr>
              <w:pStyle w:val="TAC"/>
              <w:rPr>
                <w:lang w:eastAsia="fi-FI"/>
              </w:rPr>
            </w:pPr>
            <w:r>
              <w:rPr>
                <w:lang w:eastAsia="fi-FI"/>
              </w:rPr>
              <w:t>DC_5A-66A</w:t>
            </w:r>
            <w:r>
              <w:rPr>
                <w:lang w:eastAsia="zh-CN"/>
              </w:rPr>
              <w:t>-66A</w:t>
            </w:r>
            <w:r>
              <w:rPr>
                <w:lang w:eastAsia="fi-FI"/>
              </w:rPr>
              <w:t>_n5A</w:t>
            </w:r>
          </w:p>
        </w:tc>
        <w:tc>
          <w:tcPr>
            <w:tcW w:w="5862" w:type="dxa"/>
            <w:tcBorders>
              <w:top w:val="single" w:sz="4" w:space="0" w:color="auto"/>
              <w:left w:val="single" w:sz="4" w:space="0" w:color="auto"/>
              <w:bottom w:val="single" w:sz="4" w:space="0" w:color="auto"/>
              <w:right w:val="single" w:sz="4" w:space="0" w:color="auto"/>
            </w:tcBorders>
            <w:hideMark/>
          </w:tcPr>
          <w:p w14:paraId="73B58660" w14:textId="77777777" w:rsidR="00B45972" w:rsidRDefault="00B45972" w:rsidP="00AC3FE8">
            <w:pPr>
              <w:pStyle w:val="TAC"/>
              <w:rPr>
                <w:lang w:eastAsia="fi-FI"/>
              </w:rPr>
            </w:pPr>
            <w:r>
              <w:rPr>
                <w:lang w:eastAsia="fi-FI"/>
              </w:rPr>
              <w:t>DC_66A_n5A</w:t>
            </w:r>
          </w:p>
        </w:tc>
      </w:tr>
      <w:tr w:rsidR="00B45972" w14:paraId="384369F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8044DCF" w14:textId="77777777" w:rsidR="00B45972" w:rsidRDefault="00B45972" w:rsidP="00AC3FE8">
            <w:pPr>
              <w:pStyle w:val="TAC"/>
              <w:rPr>
                <w:noProof/>
                <w:kern w:val="2"/>
                <w:lang w:eastAsia="zh-CN"/>
              </w:rPr>
            </w:pPr>
            <w:r>
              <w:rPr>
                <w:lang w:eastAsia="fi-FI"/>
              </w:rPr>
              <w:t>DC_5A-66A_n66A</w:t>
            </w:r>
          </w:p>
        </w:tc>
        <w:tc>
          <w:tcPr>
            <w:tcW w:w="5862" w:type="dxa"/>
            <w:tcBorders>
              <w:top w:val="single" w:sz="4" w:space="0" w:color="auto"/>
              <w:left w:val="single" w:sz="4" w:space="0" w:color="auto"/>
              <w:bottom w:val="single" w:sz="4" w:space="0" w:color="auto"/>
              <w:right w:val="single" w:sz="4" w:space="0" w:color="auto"/>
            </w:tcBorders>
            <w:hideMark/>
          </w:tcPr>
          <w:p w14:paraId="3829D7AA" w14:textId="77777777" w:rsidR="00B45972" w:rsidRDefault="00B45972" w:rsidP="00AC3FE8">
            <w:pPr>
              <w:pStyle w:val="TAC"/>
              <w:rPr>
                <w:noProof/>
                <w:kern w:val="2"/>
                <w:lang w:eastAsia="zh-CN"/>
              </w:rPr>
            </w:pPr>
            <w:r>
              <w:rPr>
                <w:lang w:eastAsia="fi-FI"/>
              </w:rPr>
              <w:t>DC_5A_n66A</w:t>
            </w:r>
          </w:p>
        </w:tc>
      </w:tr>
      <w:tr w:rsidR="00B45972" w14:paraId="0D8CFFB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D447D47" w14:textId="77777777" w:rsidR="00B45972" w:rsidRDefault="00B45972" w:rsidP="00AC3FE8">
            <w:pPr>
              <w:pStyle w:val="TAC"/>
              <w:rPr>
                <w:lang w:eastAsia="fi-FI"/>
              </w:rPr>
            </w:pPr>
            <w:r>
              <w:rPr>
                <w:lang w:eastAsia="fi-FI"/>
              </w:rPr>
              <w:t>DC_</w:t>
            </w:r>
            <w:r>
              <w:rPr>
                <w:lang w:eastAsia="zh-CN"/>
              </w:rPr>
              <w:t>5A-5A</w:t>
            </w:r>
            <w:r>
              <w:rPr>
                <w:lang w:eastAsia="fi-FI"/>
              </w:rPr>
              <w:t>-66A_n66A</w:t>
            </w:r>
          </w:p>
          <w:p w14:paraId="1786B2C9" w14:textId="77777777" w:rsidR="00B45972" w:rsidRDefault="00B45972" w:rsidP="00AC3FE8">
            <w:pPr>
              <w:pStyle w:val="TAC"/>
              <w:rPr>
                <w:lang w:eastAsia="fi-FI"/>
              </w:rPr>
            </w:pPr>
            <w:r>
              <w:rPr>
                <w:lang w:eastAsia="fi-FI"/>
              </w:rPr>
              <w:t>DC_</w:t>
            </w:r>
            <w:r>
              <w:rPr>
                <w:lang w:eastAsia="zh-CN"/>
              </w:rPr>
              <w:t>5B</w:t>
            </w:r>
            <w:r>
              <w:rPr>
                <w:lang w:eastAsia="fi-FI"/>
              </w:rPr>
              <w:t>-66A_n66A</w:t>
            </w:r>
          </w:p>
        </w:tc>
        <w:tc>
          <w:tcPr>
            <w:tcW w:w="5862" w:type="dxa"/>
            <w:tcBorders>
              <w:top w:val="single" w:sz="4" w:space="0" w:color="auto"/>
              <w:left w:val="single" w:sz="4" w:space="0" w:color="auto"/>
              <w:bottom w:val="single" w:sz="4" w:space="0" w:color="auto"/>
              <w:right w:val="single" w:sz="4" w:space="0" w:color="auto"/>
            </w:tcBorders>
            <w:hideMark/>
          </w:tcPr>
          <w:p w14:paraId="25858005" w14:textId="77777777" w:rsidR="00B45972" w:rsidRDefault="00B45972" w:rsidP="00AC3FE8">
            <w:pPr>
              <w:pStyle w:val="TAC"/>
              <w:rPr>
                <w:lang w:eastAsia="fi-FI"/>
              </w:rPr>
            </w:pPr>
            <w:r>
              <w:rPr>
                <w:lang w:eastAsia="fi-FI"/>
              </w:rPr>
              <w:t>DC_</w:t>
            </w:r>
            <w:r>
              <w:rPr>
                <w:lang w:eastAsia="zh-CN"/>
              </w:rPr>
              <w:t>5A</w:t>
            </w:r>
            <w:r>
              <w:rPr>
                <w:lang w:eastAsia="fi-FI"/>
              </w:rPr>
              <w:t>_n66A</w:t>
            </w:r>
          </w:p>
        </w:tc>
      </w:tr>
      <w:tr w:rsidR="00B45972" w14:paraId="341411C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53B8072" w14:textId="77777777" w:rsidR="00B45972" w:rsidRDefault="00B45972" w:rsidP="00AC3FE8">
            <w:pPr>
              <w:pStyle w:val="TAC"/>
              <w:rPr>
                <w:lang w:eastAsia="fi-FI"/>
              </w:rPr>
            </w:pPr>
            <w:r>
              <w:rPr>
                <w:lang w:eastAsia="fi-FI"/>
              </w:rPr>
              <w:t>DC_</w:t>
            </w:r>
            <w:r>
              <w:rPr>
                <w:lang w:eastAsia="zh-CN"/>
              </w:rPr>
              <w:t>5</w:t>
            </w:r>
            <w:r>
              <w:rPr>
                <w:lang w:eastAsia="fi-FI"/>
              </w:rPr>
              <w:t>A</w:t>
            </w:r>
            <w:r>
              <w:rPr>
                <w:lang w:eastAsia="zh-CN"/>
              </w:rPr>
              <w:t>-5A</w:t>
            </w:r>
            <w:r>
              <w:rPr>
                <w:lang w:eastAsia="fi-FI"/>
              </w:rPr>
              <w:t>-</w:t>
            </w:r>
            <w:r>
              <w:rPr>
                <w:lang w:eastAsia="zh-CN"/>
              </w:rPr>
              <w:t>66A-</w:t>
            </w:r>
            <w:r>
              <w:rPr>
                <w:lang w:eastAsia="fi-FI"/>
              </w:rPr>
              <w:t>66A_n66A</w:t>
            </w:r>
          </w:p>
          <w:p w14:paraId="06BB9B9D" w14:textId="77777777" w:rsidR="00B45972" w:rsidRDefault="00B45972" w:rsidP="00AC3FE8">
            <w:pPr>
              <w:pStyle w:val="TAC"/>
              <w:rPr>
                <w:lang w:eastAsia="fi-FI"/>
              </w:rPr>
            </w:pPr>
            <w:r>
              <w:rPr>
                <w:lang w:eastAsia="fi-FI"/>
              </w:rPr>
              <w:t>DC_</w:t>
            </w:r>
            <w:r>
              <w:rPr>
                <w:lang w:eastAsia="zh-CN"/>
              </w:rPr>
              <w:t>5</w:t>
            </w:r>
            <w:r>
              <w:rPr>
                <w:lang w:eastAsia="fi-FI"/>
              </w:rPr>
              <w:t>A-</w:t>
            </w:r>
            <w:r>
              <w:rPr>
                <w:lang w:eastAsia="zh-CN"/>
              </w:rPr>
              <w:t>66A-</w:t>
            </w:r>
            <w:r>
              <w:rPr>
                <w:lang w:eastAsia="fi-FI"/>
              </w:rPr>
              <w:t>66A_n66A</w:t>
            </w:r>
          </w:p>
          <w:p w14:paraId="664D95CC" w14:textId="77777777" w:rsidR="00B45972" w:rsidRDefault="00B45972" w:rsidP="00AC3FE8">
            <w:pPr>
              <w:pStyle w:val="TAC"/>
              <w:rPr>
                <w:noProof/>
                <w:lang w:eastAsia="ko-KR"/>
              </w:rPr>
            </w:pPr>
            <w:r>
              <w:rPr>
                <w:lang w:eastAsia="fi-FI"/>
              </w:rPr>
              <w:t>DC_</w:t>
            </w:r>
            <w:r>
              <w:rPr>
                <w:lang w:eastAsia="zh-CN"/>
              </w:rPr>
              <w:t>5B</w:t>
            </w:r>
            <w:r>
              <w:rPr>
                <w:lang w:eastAsia="fi-FI"/>
              </w:rPr>
              <w:t>-</w:t>
            </w:r>
            <w:r>
              <w:rPr>
                <w:lang w:eastAsia="zh-CN"/>
              </w:rPr>
              <w:t>66A-</w:t>
            </w:r>
            <w:r>
              <w:rPr>
                <w:lang w:eastAsia="fi-FI"/>
              </w:rPr>
              <w:t>66A_n66A</w:t>
            </w:r>
          </w:p>
        </w:tc>
        <w:tc>
          <w:tcPr>
            <w:tcW w:w="5862" w:type="dxa"/>
            <w:tcBorders>
              <w:top w:val="single" w:sz="4" w:space="0" w:color="auto"/>
              <w:left w:val="single" w:sz="4" w:space="0" w:color="auto"/>
              <w:bottom w:val="single" w:sz="4" w:space="0" w:color="auto"/>
              <w:right w:val="single" w:sz="4" w:space="0" w:color="auto"/>
            </w:tcBorders>
            <w:hideMark/>
          </w:tcPr>
          <w:p w14:paraId="4978A30D" w14:textId="77777777" w:rsidR="00B45972" w:rsidRDefault="00B45972" w:rsidP="00AC3FE8">
            <w:pPr>
              <w:pStyle w:val="TAC"/>
              <w:rPr>
                <w:noProof/>
                <w:lang w:eastAsia="ko-KR"/>
              </w:rPr>
            </w:pPr>
            <w:r>
              <w:rPr>
                <w:lang w:eastAsia="fi-FI"/>
              </w:rPr>
              <w:t>DC_</w:t>
            </w:r>
            <w:r>
              <w:rPr>
                <w:lang w:eastAsia="zh-CN"/>
              </w:rPr>
              <w:t>5</w:t>
            </w:r>
            <w:r>
              <w:rPr>
                <w:lang w:eastAsia="fi-FI"/>
              </w:rPr>
              <w:t>A_n66A</w:t>
            </w:r>
          </w:p>
        </w:tc>
      </w:tr>
      <w:tr w:rsidR="00B45972" w14:paraId="577A0AD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0FBA46B" w14:textId="77777777" w:rsidR="00B45972" w:rsidRDefault="00B45972" w:rsidP="00AC3FE8">
            <w:pPr>
              <w:pStyle w:val="TAC"/>
              <w:rPr>
                <w:noProof/>
                <w:lang w:eastAsia="ko-KR"/>
              </w:rPr>
            </w:pPr>
            <w:r>
              <w:rPr>
                <w:lang w:eastAsia="ja-JP"/>
              </w:rPr>
              <w:t>DC_5A-66A_n71A</w:t>
            </w:r>
          </w:p>
        </w:tc>
        <w:tc>
          <w:tcPr>
            <w:tcW w:w="5862" w:type="dxa"/>
            <w:tcBorders>
              <w:top w:val="single" w:sz="4" w:space="0" w:color="auto"/>
              <w:left w:val="single" w:sz="4" w:space="0" w:color="auto"/>
              <w:bottom w:val="single" w:sz="4" w:space="0" w:color="auto"/>
              <w:right w:val="single" w:sz="4" w:space="0" w:color="auto"/>
            </w:tcBorders>
            <w:hideMark/>
          </w:tcPr>
          <w:p w14:paraId="50DF4029" w14:textId="77777777" w:rsidR="00B45972" w:rsidRDefault="00B45972" w:rsidP="00AC3FE8">
            <w:pPr>
              <w:pStyle w:val="TAC"/>
              <w:rPr>
                <w:lang w:eastAsia="ja-JP"/>
              </w:rPr>
            </w:pPr>
            <w:r>
              <w:rPr>
                <w:lang w:eastAsia="ja-JP"/>
              </w:rPr>
              <w:t>DC_5A_n71A</w:t>
            </w:r>
          </w:p>
          <w:p w14:paraId="1FAD53F1" w14:textId="77777777" w:rsidR="00B45972" w:rsidRDefault="00B45972" w:rsidP="00AC3FE8">
            <w:pPr>
              <w:pStyle w:val="TAC"/>
              <w:rPr>
                <w:noProof/>
                <w:lang w:eastAsia="ko-KR"/>
              </w:rPr>
            </w:pPr>
            <w:r>
              <w:rPr>
                <w:lang w:eastAsia="ja-JP"/>
              </w:rPr>
              <w:t>DC_66A_n71A</w:t>
            </w:r>
          </w:p>
        </w:tc>
      </w:tr>
      <w:tr w:rsidR="00B45972" w14:paraId="4371510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FFE75C0" w14:textId="77777777" w:rsidR="00B45972" w:rsidRDefault="00B45972" w:rsidP="00AC3FE8">
            <w:pPr>
              <w:pStyle w:val="TAC"/>
              <w:rPr>
                <w:kern w:val="2"/>
                <w:szCs w:val="22"/>
                <w:lang w:eastAsia="zh-CN"/>
              </w:rPr>
            </w:pPr>
            <w:r>
              <w:rPr>
                <w:kern w:val="2"/>
                <w:szCs w:val="22"/>
                <w:lang w:eastAsia="zh-CN"/>
              </w:rPr>
              <w:t>DC_5A-66A_n78A</w:t>
            </w:r>
          </w:p>
          <w:p w14:paraId="5FF847ED" w14:textId="77777777" w:rsidR="00B45972" w:rsidRDefault="00B45972" w:rsidP="00AC3FE8">
            <w:pPr>
              <w:pStyle w:val="TAC"/>
              <w:rPr>
                <w:noProof/>
                <w:lang w:eastAsia="ko-KR"/>
              </w:rPr>
            </w:pPr>
            <w:r>
              <w:rPr>
                <w:kern w:val="2"/>
                <w:szCs w:val="22"/>
                <w:lang w:eastAsia="zh-CN"/>
              </w:rPr>
              <w:t>DC_5A-66A_n78(2A)</w:t>
            </w:r>
          </w:p>
        </w:tc>
        <w:tc>
          <w:tcPr>
            <w:tcW w:w="5862" w:type="dxa"/>
            <w:tcBorders>
              <w:top w:val="single" w:sz="4" w:space="0" w:color="auto"/>
              <w:left w:val="single" w:sz="4" w:space="0" w:color="auto"/>
              <w:bottom w:val="single" w:sz="4" w:space="0" w:color="auto"/>
              <w:right w:val="single" w:sz="4" w:space="0" w:color="auto"/>
            </w:tcBorders>
            <w:hideMark/>
          </w:tcPr>
          <w:p w14:paraId="52EC2EA1" w14:textId="77777777" w:rsidR="00B45972" w:rsidRDefault="00B45972" w:rsidP="00AC3FE8">
            <w:pPr>
              <w:pStyle w:val="TAC"/>
              <w:rPr>
                <w:kern w:val="2"/>
                <w:szCs w:val="22"/>
                <w:lang w:eastAsia="zh-CN"/>
              </w:rPr>
            </w:pPr>
            <w:r>
              <w:rPr>
                <w:kern w:val="2"/>
                <w:szCs w:val="22"/>
                <w:lang w:eastAsia="zh-CN"/>
              </w:rPr>
              <w:t>DC_5A_n78A</w:t>
            </w:r>
          </w:p>
          <w:p w14:paraId="49C5C708" w14:textId="77777777" w:rsidR="00B45972" w:rsidRDefault="00B45972" w:rsidP="00AC3FE8">
            <w:pPr>
              <w:pStyle w:val="TAC"/>
              <w:rPr>
                <w:noProof/>
                <w:lang w:eastAsia="ko-KR"/>
              </w:rPr>
            </w:pPr>
            <w:r>
              <w:rPr>
                <w:kern w:val="2"/>
                <w:szCs w:val="22"/>
                <w:lang w:eastAsia="zh-CN"/>
              </w:rPr>
              <w:t>DC_66A_n78A</w:t>
            </w:r>
          </w:p>
        </w:tc>
      </w:tr>
      <w:tr w:rsidR="00B45972" w14:paraId="3501F34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D3D57B2" w14:textId="77777777" w:rsidR="00B45972" w:rsidRDefault="00B45972" w:rsidP="00AC3FE8">
            <w:pPr>
              <w:pStyle w:val="TAC"/>
              <w:rPr>
                <w:noProof/>
                <w:lang w:eastAsia="ko-KR"/>
              </w:rPr>
            </w:pPr>
            <w:r>
              <w:rPr>
                <w:lang w:eastAsia="fi-FI"/>
              </w:rPr>
              <w:t>DC_</w:t>
            </w:r>
            <w:r>
              <w:rPr>
                <w:lang w:eastAsia="zh-CN"/>
              </w:rPr>
              <w:t>5A</w:t>
            </w:r>
            <w:r>
              <w:rPr>
                <w:lang w:eastAsia="fi-FI"/>
              </w:rPr>
              <w:t>-</w:t>
            </w:r>
            <w:r>
              <w:rPr>
                <w:lang w:eastAsia="zh-CN"/>
              </w:rPr>
              <w:t>13</w:t>
            </w:r>
            <w:r>
              <w:rPr>
                <w:lang w:eastAsia="fi-FI"/>
              </w:rPr>
              <w:t>A_n</w:t>
            </w:r>
            <w:r>
              <w:rPr>
                <w:lang w:eastAsia="zh-CN"/>
              </w:rPr>
              <w:t>2</w:t>
            </w:r>
            <w:r>
              <w:rPr>
                <w:lang w:eastAsia="fi-FI"/>
              </w:rPr>
              <w:t>A</w:t>
            </w:r>
          </w:p>
        </w:tc>
        <w:tc>
          <w:tcPr>
            <w:tcW w:w="5862" w:type="dxa"/>
            <w:tcBorders>
              <w:top w:val="single" w:sz="4" w:space="0" w:color="auto"/>
              <w:left w:val="single" w:sz="4" w:space="0" w:color="auto"/>
              <w:bottom w:val="single" w:sz="4" w:space="0" w:color="auto"/>
              <w:right w:val="single" w:sz="4" w:space="0" w:color="auto"/>
            </w:tcBorders>
            <w:hideMark/>
          </w:tcPr>
          <w:p w14:paraId="655A3AAD" w14:textId="77777777" w:rsidR="00B45972" w:rsidRDefault="00B45972" w:rsidP="00AC3FE8">
            <w:pPr>
              <w:pStyle w:val="TAC"/>
              <w:rPr>
                <w:lang w:eastAsia="zh-CN"/>
              </w:rPr>
            </w:pPr>
            <w:r>
              <w:rPr>
                <w:lang w:eastAsia="fi-FI"/>
              </w:rPr>
              <w:t>DC_</w:t>
            </w:r>
            <w:r>
              <w:rPr>
                <w:lang w:eastAsia="zh-CN"/>
              </w:rPr>
              <w:t>5A</w:t>
            </w:r>
            <w:r>
              <w:rPr>
                <w:lang w:eastAsia="fi-FI"/>
              </w:rPr>
              <w:t>_n</w:t>
            </w:r>
            <w:r>
              <w:rPr>
                <w:lang w:eastAsia="zh-CN"/>
              </w:rPr>
              <w:t>2</w:t>
            </w:r>
            <w:r>
              <w:rPr>
                <w:lang w:eastAsia="fi-FI"/>
              </w:rPr>
              <w:t>A</w:t>
            </w:r>
          </w:p>
          <w:p w14:paraId="5189F828" w14:textId="77777777" w:rsidR="00B45972" w:rsidRDefault="00B45972" w:rsidP="00AC3FE8">
            <w:pPr>
              <w:pStyle w:val="TAC"/>
              <w:rPr>
                <w:noProof/>
                <w:lang w:eastAsia="ko-KR"/>
              </w:rPr>
            </w:pPr>
            <w:r>
              <w:rPr>
                <w:lang w:eastAsia="zh-CN"/>
              </w:rPr>
              <w:t>DC_13A_n2A</w:t>
            </w:r>
          </w:p>
        </w:tc>
      </w:tr>
      <w:tr w:rsidR="00B45972" w14:paraId="548094A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6DF5924" w14:textId="77777777" w:rsidR="00B45972" w:rsidRDefault="00B45972" w:rsidP="00AC3FE8">
            <w:pPr>
              <w:pStyle w:val="TAC"/>
              <w:rPr>
                <w:lang w:eastAsia="fi-FI"/>
              </w:rPr>
            </w:pPr>
            <w:r>
              <w:rPr>
                <w:rFonts w:cs="Arial"/>
                <w:lang w:eastAsia="ja-JP"/>
              </w:rPr>
              <w:t>DC_7A_n1A-n40A</w:t>
            </w:r>
          </w:p>
        </w:tc>
        <w:tc>
          <w:tcPr>
            <w:tcW w:w="5862" w:type="dxa"/>
            <w:tcBorders>
              <w:top w:val="single" w:sz="4" w:space="0" w:color="auto"/>
              <w:left w:val="single" w:sz="4" w:space="0" w:color="auto"/>
              <w:bottom w:val="single" w:sz="4" w:space="0" w:color="auto"/>
              <w:right w:val="single" w:sz="4" w:space="0" w:color="auto"/>
            </w:tcBorders>
            <w:hideMark/>
          </w:tcPr>
          <w:p w14:paraId="616B8C33" w14:textId="77777777" w:rsidR="00B45972" w:rsidRDefault="00B45972" w:rsidP="00AC3FE8">
            <w:pPr>
              <w:pStyle w:val="TAC"/>
              <w:rPr>
                <w:rFonts w:cs="Arial"/>
                <w:lang w:eastAsia="ja-JP"/>
              </w:rPr>
            </w:pPr>
            <w:r>
              <w:rPr>
                <w:rFonts w:cs="Arial"/>
                <w:lang w:eastAsia="ja-JP"/>
              </w:rPr>
              <w:t>DC_7A_n1A</w:t>
            </w:r>
          </w:p>
          <w:p w14:paraId="75EE5D5C" w14:textId="77777777" w:rsidR="00B45972" w:rsidRDefault="00B45972" w:rsidP="00AC3FE8">
            <w:pPr>
              <w:pStyle w:val="TAC"/>
              <w:rPr>
                <w:lang w:eastAsia="fi-FI"/>
              </w:rPr>
            </w:pPr>
            <w:r>
              <w:rPr>
                <w:rFonts w:cs="Arial"/>
                <w:lang w:eastAsia="ja-JP"/>
              </w:rPr>
              <w:t>DC_7A_n40A</w:t>
            </w:r>
          </w:p>
        </w:tc>
      </w:tr>
      <w:tr w:rsidR="00B45972" w14:paraId="468C51E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3D37274" w14:textId="77777777" w:rsidR="00B45972" w:rsidRDefault="00B45972" w:rsidP="00AC3FE8">
            <w:pPr>
              <w:pStyle w:val="TAC"/>
              <w:rPr>
                <w:noProof/>
                <w:lang w:eastAsia="ko-KR"/>
              </w:rPr>
            </w:pPr>
            <w:r>
              <w:rPr>
                <w:noProof/>
                <w:lang w:eastAsia="ko-KR"/>
              </w:rPr>
              <w:t>DC_7A_n1A-n78A</w:t>
            </w:r>
            <w:r>
              <w:rPr>
                <w:noProof/>
                <w:vertAlign w:val="superscript"/>
                <w:lang w:eastAsia="zh-CN"/>
              </w:rPr>
              <w:t>5</w:t>
            </w:r>
          </w:p>
          <w:p w14:paraId="41DAB74A" w14:textId="77777777" w:rsidR="00B45972" w:rsidRDefault="00B45972" w:rsidP="00AC3FE8">
            <w:pPr>
              <w:pStyle w:val="TAC"/>
              <w:rPr>
                <w:noProof/>
                <w:kern w:val="2"/>
                <w:lang w:eastAsia="zh-CN"/>
              </w:rPr>
            </w:pPr>
            <w:r>
              <w:rPr>
                <w:noProof/>
                <w:lang w:eastAsia="ko-KR"/>
              </w:rPr>
              <w:t>DC_7C_n1A-n78A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7EB661FA" w14:textId="77777777" w:rsidR="00B45972" w:rsidRDefault="00B45972" w:rsidP="00AC3FE8">
            <w:pPr>
              <w:pStyle w:val="TAC"/>
              <w:rPr>
                <w:noProof/>
                <w:lang w:eastAsia="ko-KR"/>
              </w:rPr>
            </w:pPr>
            <w:r>
              <w:rPr>
                <w:noProof/>
                <w:lang w:eastAsia="ko-KR"/>
              </w:rPr>
              <w:t>DC_7A_n1A</w:t>
            </w:r>
          </w:p>
          <w:p w14:paraId="35D9BAB1" w14:textId="77777777" w:rsidR="00B45972" w:rsidRDefault="00B45972" w:rsidP="00AC3FE8">
            <w:pPr>
              <w:pStyle w:val="TAC"/>
              <w:rPr>
                <w:noProof/>
                <w:lang w:eastAsia="ko-KR"/>
              </w:rPr>
            </w:pPr>
            <w:r>
              <w:rPr>
                <w:noProof/>
                <w:lang w:eastAsia="ko-KR"/>
              </w:rPr>
              <w:t>DC_7A_n78A</w:t>
            </w:r>
          </w:p>
          <w:p w14:paraId="7CDBF057" w14:textId="77777777" w:rsidR="00B45972" w:rsidRDefault="00B45972" w:rsidP="00AC3FE8">
            <w:pPr>
              <w:pStyle w:val="TAC"/>
              <w:rPr>
                <w:noProof/>
                <w:lang w:eastAsia="ko-KR"/>
              </w:rPr>
            </w:pPr>
            <w:r>
              <w:rPr>
                <w:noProof/>
                <w:lang w:eastAsia="ko-KR"/>
              </w:rPr>
              <w:t>DC_7C_n1A</w:t>
            </w:r>
          </w:p>
          <w:p w14:paraId="1CA023DB" w14:textId="77777777" w:rsidR="00B45972" w:rsidRDefault="00B45972" w:rsidP="00AC3FE8">
            <w:pPr>
              <w:pStyle w:val="TAC"/>
              <w:rPr>
                <w:noProof/>
                <w:kern w:val="2"/>
                <w:lang w:eastAsia="zh-CN"/>
              </w:rPr>
            </w:pPr>
            <w:r>
              <w:rPr>
                <w:noProof/>
                <w:lang w:eastAsia="ko-KR"/>
              </w:rPr>
              <w:t>DC_7C_n78A</w:t>
            </w:r>
          </w:p>
        </w:tc>
      </w:tr>
      <w:tr w:rsidR="00B45972" w14:paraId="120E98C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02F512E" w14:textId="77777777" w:rsidR="00B45972" w:rsidRDefault="00B45972" w:rsidP="00AC3FE8">
            <w:pPr>
              <w:pStyle w:val="TAC"/>
              <w:rPr>
                <w:noProof/>
                <w:lang w:eastAsia="ko-KR"/>
              </w:rPr>
            </w:pPr>
            <w:r>
              <w:rPr>
                <w:noProof/>
                <w:lang w:eastAsia="ko-KR"/>
              </w:rPr>
              <w:t>DC_7A-7A_n1A-n78A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024A1D05" w14:textId="77777777" w:rsidR="00B45972" w:rsidRDefault="00B45972" w:rsidP="00AC3FE8">
            <w:pPr>
              <w:pStyle w:val="TAC"/>
              <w:rPr>
                <w:noProof/>
                <w:lang w:eastAsia="ko-KR"/>
              </w:rPr>
            </w:pPr>
            <w:r>
              <w:rPr>
                <w:noProof/>
                <w:lang w:eastAsia="ko-KR"/>
              </w:rPr>
              <w:t>DC_7A_n1A</w:t>
            </w:r>
          </w:p>
          <w:p w14:paraId="7047EAFB" w14:textId="77777777" w:rsidR="00B45972" w:rsidRDefault="00B45972" w:rsidP="00AC3FE8">
            <w:pPr>
              <w:pStyle w:val="TAC"/>
              <w:rPr>
                <w:noProof/>
                <w:lang w:eastAsia="ko-KR"/>
              </w:rPr>
            </w:pPr>
            <w:r>
              <w:rPr>
                <w:noProof/>
                <w:lang w:eastAsia="ko-KR"/>
              </w:rPr>
              <w:t>DC_7A_n78A</w:t>
            </w:r>
          </w:p>
        </w:tc>
      </w:tr>
      <w:tr w:rsidR="00B45972" w14:paraId="3151CBB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5088D05" w14:textId="77777777" w:rsidR="00B45972" w:rsidRDefault="00B45972" w:rsidP="00AC3FE8">
            <w:pPr>
              <w:pStyle w:val="TAC"/>
              <w:rPr>
                <w:noProof/>
                <w:lang w:eastAsia="ko-KR"/>
              </w:rPr>
            </w:pPr>
            <w:r>
              <w:rPr>
                <w:noProof/>
                <w:lang w:eastAsia="ko-KR"/>
              </w:rPr>
              <w:t>DC_7A_n3A-n78A</w:t>
            </w:r>
          </w:p>
          <w:p w14:paraId="4416DA86" w14:textId="77777777" w:rsidR="00B45972" w:rsidRDefault="00B45972" w:rsidP="00AC3FE8">
            <w:pPr>
              <w:pStyle w:val="TAC"/>
              <w:rPr>
                <w:noProof/>
                <w:kern w:val="2"/>
                <w:lang w:eastAsia="zh-CN"/>
              </w:rPr>
            </w:pPr>
            <w:r>
              <w:rPr>
                <w:noProof/>
                <w:lang w:eastAsia="ko-KR"/>
              </w:rPr>
              <w:t>DC_7C_n3A-n78A</w:t>
            </w:r>
          </w:p>
        </w:tc>
        <w:tc>
          <w:tcPr>
            <w:tcW w:w="5862" w:type="dxa"/>
            <w:tcBorders>
              <w:top w:val="single" w:sz="4" w:space="0" w:color="auto"/>
              <w:left w:val="single" w:sz="4" w:space="0" w:color="auto"/>
              <w:bottom w:val="single" w:sz="4" w:space="0" w:color="auto"/>
              <w:right w:val="single" w:sz="4" w:space="0" w:color="auto"/>
            </w:tcBorders>
            <w:hideMark/>
          </w:tcPr>
          <w:p w14:paraId="3BCA1B20" w14:textId="77777777" w:rsidR="00B45972" w:rsidRDefault="00B45972" w:rsidP="00AC3FE8">
            <w:pPr>
              <w:pStyle w:val="TAC"/>
              <w:rPr>
                <w:noProof/>
                <w:lang w:eastAsia="ko-KR"/>
              </w:rPr>
            </w:pPr>
            <w:r>
              <w:rPr>
                <w:noProof/>
                <w:lang w:eastAsia="ko-KR"/>
              </w:rPr>
              <w:t>DC_7A_n3A</w:t>
            </w:r>
          </w:p>
          <w:p w14:paraId="537F694D" w14:textId="77777777" w:rsidR="00B45972" w:rsidRDefault="00B45972" w:rsidP="00AC3FE8">
            <w:pPr>
              <w:pStyle w:val="TAC"/>
              <w:rPr>
                <w:noProof/>
                <w:lang w:eastAsia="ko-KR"/>
              </w:rPr>
            </w:pPr>
            <w:r>
              <w:rPr>
                <w:noProof/>
                <w:lang w:eastAsia="ko-KR"/>
              </w:rPr>
              <w:t>DC_7A_n78A</w:t>
            </w:r>
          </w:p>
          <w:p w14:paraId="59F77E2C" w14:textId="77777777" w:rsidR="00B45972" w:rsidRDefault="00B45972" w:rsidP="00AC3FE8">
            <w:pPr>
              <w:pStyle w:val="TAC"/>
              <w:rPr>
                <w:noProof/>
                <w:lang w:eastAsia="ko-KR"/>
              </w:rPr>
            </w:pPr>
            <w:r>
              <w:rPr>
                <w:noProof/>
                <w:lang w:eastAsia="ko-KR"/>
              </w:rPr>
              <w:t>DC_7C_n3A</w:t>
            </w:r>
          </w:p>
          <w:p w14:paraId="06B0379A" w14:textId="77777777" w:rsidR="00B45972" w:rsidRDefault="00B45972" w:rsidP="00AC3FE8">
            <w:pPr>
              <w:pStyle w:val="TAC"/>
              <w:rPr>
                <w:noProof/>
                <w:kern w:val="2"/>
                <w:lang w:eastAsia="zh-CN"/>
              </w:rPr>
            </w:pPr>
            <w:r>
              <w:rPr>
                <w:noProof/>
                <w:lang w:eastAsia="ko-KR"/>
              </w:rPr>
              <w:t>DC_7C_n78A</w:t>
            </w:r>
          </w:p>
        </w:tc>
      </w:tr>
      <w:tr w:rsidR="00B45972" w14:paraId="177ABF3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A00EADF" w14:textId="77777777" w:rsidR="00B45972" w:rsidRDefault="00B45972" w:rsidP="00AC3FE8">
            <w:pPr>
              <w:pStyle w:val="TAC"/>
              <w:rPr>
                <w:lang w:eastAsia="zh-CN"/>
              </w:rPr>
            </w:pPr>
            <w:r>
              <w:rPr>
                <w:lang w:eastAsia="zh-CN"/>
              </w:rPr>
              <w:t>DC_7A_n5A-n78A</w:t>
            </w:r>
          </w:p>
          <w:p w14:paraId="003F3A1E" w14:textId="77777777" w:rsidR="00B45972" w:rsidRDefault="00B45972" w:rsidP="00AC3FE8">
            <w:pPr>
              <w:pStyle w:val="TAC"/>
              <w:rPr>
                <w:noProof/>
                <w:lang w:eastAsia="ko-KR"/>
              </w:rPr>
            </w:pPr>
            <w:r>
              <w:rPr>
                <w:lang w:eastAsia="zh-CN"/>
              </w:rPr>
              <w:t>DC_7C_n5A-n78A</w:t>
            </w:r>
          </w:p>
        </w:tc>
        <w:tc>
          <w:tcPr>
            <w:tcW w:w="5862" w:type="dxa"/>
            <w:tcBorders>
              <w:top w:val="single" w:sz="4" w:space="0" w:color="auto"/>
              <w:left w:val="single" w:sz="4" w:space="0" w:color="auto"/>
              <w:bottom w:val="single" w:sz="4" w:space="0" w:color="auto"/>
              <w:right w:val="single" w:sz="4" w:space="0" w:color="auto"/>
            </w:tcBorders>
            <w:hideMark/>
          </w:tcPr>
          <w:p w14:paraId="14A540DB" w14:textId="77777777" w:rsidR="00B45972" w:rsidRDefault="00B45972" w:rsidP="00AC3FE8">
            <w:pPr>
              <w:pStyle w:val="TAC"/>
              <w:rPr>
                <w:lang w:eastAsia="zh-CN"/>
              </w:rPr>
            </w:pPr>
            <w:r>
              <w:rPr>
                <w:lang w:eastAsia="zh-CN"/>
              </w:rPr>
              <w:t>DC_7A_n5A</w:t>
            </w:r>
          </w:p>
          <w:p w14:paraId="22B5CEA1" w14:textId="77777777" w:rsidR="00B45972" w:rsidRDefault="00B45972" w:rsidP="00AC3FE8">
            <w:pPr>
              <w:pStyle w:val="TAC"/>
              <w:rPr>
                <w:lang w:eastAsia="zh-CN"/>
              </w:rPr>
            </w:pPr>
            <w:r>
              <w:rPr>
                <w:lang w:eastAsia="zh-CN"/>
              </w:rPr>
              <w:t>DC_7C_n5A</w:t>
            </w:r>
          </w:p>
          <w:p w14:paraId="33C4B9C2" w14:textId="77777777" w:rsidR="00B45972" w:rsidRDefault="00B45972" w:rsidP="00AC3FE8">
            <w:pPr>
              <w:pStyle w:val="TAC"/>
              <w:rPr>
                <w:lang w:eastAsia="zh-CN"/>
              </w:rPr>
            </w:pPr>
            <w:r>
              <w:rPr>
                <w:lang w:eastAsia="zh-CN"/>
              </w:rPr>
              <w:t>DC_7A_n78A</w:t>
            </w:r>
          </w:p>
          <w:p w14:paraId="1D17072B" w14:textId="77777777" w:rsidR="00B45972" w:rsidRDefault="00B45972" w:rsidP="00AC3FE8">
            <w:pPr>
              <w:pStyle w:val="TAC"/>
              <w:rPr>
                <w:noProof/>
                <w:lang w:eastAsia="ko-KR"/>
              </w:rPr>
            </w:pPr>
            <w:r>
              <w:rPr>
                <w:lang w:eastAsia="zh-CN"/>
              </w:rPr>
              <w:t>DC_7C_n78A</w:t>
            </w:r>
          </w:p>
        </w:tc>
      </w:tr>
      <w:tr w:rsidR="00B45972" w14:paraId="4AE212A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B0726A1" w14:textId="77777777" w:rsidR="00B45972" w:rsidRDefault="00B45972" w:rsidP="00AC3FE8">
            <w:pPr>
              <w:pStyle w:val="TAC"/>
              <w:rPr>
                <w:lang w:eastAsia="zh-CN"/>
              </w:rPr>
            </w:pPr>
            <w:r>
              <w:rPr>
                <w:lang w:eastAsia="ja-JP"/>
              </w:rPr>
              <w:t>DC</w:t>
            </w:r>
            <w:r>
              <w:t>_</w:t>
            </w:r>
            <w:r>
              <w:rPr>
                <w:rFonts w:eastAsia="Malgun Gothic"/>
                <w:lang w:eastAsia="ko-KR"/>
              </w:rPr>
              <w:t>7</w:t>
            </w:r>
            <w:r>
              <w:t>A</w:t>
            </w:r>
            <w:r>
              <w:rPr>
                <w:rFonts w:eastAsia="Malgun Gothic"/>
                <w:lang w:eastAsia="ko-KR"/>
              </w:rPr>
              <w:t>_</w:t>
            </w:r>
            <w:r>
              <w:rPr>
                <w:lang w:eastAsia="zh-CN"/>
              </w:rPr>
              <w:t>n</w:t>
            </w:r>
            <w:r>
              <w:rPr>
                <w:rFonts w:eastAsia="Malgun Gothic"/>
                <w:lang w:eastAsia="ko-KR"/>
              </w:rPr>
              <w:t>7A</w:t>
            </w:r>
            <w:r>
              <w:rPr>
                <w:lang w:eastAsia="zh-CN"/>
              </w:rPr>
              <w:t>-</w:t>
            </w:r>
            <w:r>
              <w:rPr>
                <w:lang w:eastAsia="ja-JP"/>
              </w:rPr>
              <w:t>n</w:t>
            </w:r>
            <w:r>
              <w:rPr>
                <w:rFonts w:eastAsia="Malgun Gothic"/>
                <w:lang w:eastAsia="ko-KR"/>
              </w:rPr>
              <w:t>78</w:t>
            </w:r>
            <w: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3C61D36B" w14:textId="77777777" w:rsidR="00B45972" w:rsidRDefault="00B45972" w:rsidP="00AC3FE8">
            <w:pPr>
              <w:pStyle w:val="TAC"/>
              <w:rPr>
                <w:rFonts w:eastAsia="Malgun Gothic"/>
                <w:szCs w:val="18"/>
                <w:lang w:eastAsia="ko-KR"/>
              </w:rPr>
            </w:pPr>
            <w:r>
              <w:rPr>
                <w:lang w:eastAsia="ja-JP"/>
              </w:rPr>
              <w:t>DC</w:t>
            </w:r>
            <w:r>
              <w:t>_</w:t>
            </w:r>
            <w:r>
              <w:rPr>
                <w:rFonts w:eastAsia="Malgun Gothic"/>
                <w:szCs w:val="18"/>
                <w:lang w:eastAsia="ko-KR"/>
              </w:rPr>
              <w:t>7A_n78A</w:t>
            </w:r>
          </w:p>
          <w:p w14:paraId="0FF87D0D" w14:textId="77777777" w:rsidR="00B45972" w:rsidRDefault="00B45972" w:rsidP="00AC3FE8">
            <w:pPr>
              <w:pStyle w:val="TAC"/>
              <w:rPr>
                <w:lang w:eastAsia="zh-CN"/>
              </w:rPr>
            </w:pPr>
            <w:r>
              <w:rPr>
                <w:lang w:eastAsia="ja-JP"/>
              </w:rPr>
              <w:t>DC</w:t>
            </w:r>
            <w:r>
              <w:t>_</w:t>
            </w:r>
            <w:r>
              <w:rPr>
                <w:rFonts w:eastAsia="Malgun Gothic"/>
                <w:szCs w:val="18"/>
                <w:lang w:eastAsia="ko-KR"/>
              </w:rPr>
              <w:t>7A_n7A</w:t>
            </w:r>
            <w:r>
              <w:rPr>
                <w:rFonts w:eastAsia="Malgun Gothic"/>
                <w:szCs w:val="18"/>
                <w:vertAlign w:val="superscript"/>
                <w:lang w:eastAsia="ko-KR"/>
              </w:rPr>
              <w:t>2</w:t>
            </w:r>
          </w:p>
        </w:tc>
      </w:tr>
      <w:tr w:rsidR="00B45972" w14:paraId="2FC6EF4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DF22340" w14:textId="77777777" w:rsidR="00B45972" w:rsidRDefault="00B45972" w:rsidP="00AC3FE8">
            <w:pPr>
              <w:pStyle w:val="TAC"/>
              <w:rPr>
                <w:lang w:eastAsia="zh-CN"/>
              </w:rPr>
            </w:pPr>
            <w:r>
              <w:rPr>
                <w:rFonts w:eastAsia="Malgun Gothic"/>
                <w:szCs w:val="18"/>
                <w:lang w:eastAsia="ko-KR"/>
              </w:rPr>
              <w:t>DC_7A_n7A-n78(2A)</w:t>
            </w:r>
          </w:p>
        </w:tc>
        <w:tc>
          <w:tcPr>
            <w:tcW w:w="5862" w:type="dxa"/>
            <w:tcBorders>
              <w:top w:val="single" w:sz="4" w:space="0" w:color="auto"/>
              <w:left w:val="single" w:sz="4" w:space="0" w:color="auto"/>
              <w:bottom w:val="single" w:sz="4" w:space="0" w:color="auto"/>
              <w:right w:val="single" w:sz="4" w:space="0" w:color="auto"/>
            </w:tcBorders>
            <w:hideMark/>
          </w:tcPr>
          <w:p w14:paraId="2D3F29E4" w14:textId="77777777" w:rsidR="00B45972" w:rsidRDefault="00B45972" w:rsidP="00AC3FE8">
            <w:pPr>
              <w:pStyle w:val="TAC"/>
              <w:rPr>
                <w:rFonts w:eastAsia="Malgun Gothic"/>
                <w:szCs w:val="18"/>
                <w:lang w:eastAsia="ko-KR"/>
              </w:rPr>
            </w:pPr>
            <w:r>
              <w:rPr>
                <w:lang w:eastAsia="ja-JP"/>
              </w:rPr>
              <w:t>DC</w:t>
            </w:r>
            <w:r>
              <w:t>_</w:t>
            </w:r>
            <w:r>
              <w:rPr>
                <w:rFonts w:eastAsia="Malgun Gothic"/>
                <w:szCs w:val="18"/>
                <w:lang w:eastAsia="ko-KR"/>
              </w:rPr>
              <w:t>7A_n78A</w:t>
            </w:r>
          </w:p>
          <w:p w14:paraId="6B36C8EC" w14:textId="77777777" w:rsidR="00B45972" w:rsidRDefault="00B45972" w:rsidP="00AC3FE8">
            <w:pPr>
              <w:pStyle w:val="TAC"/>
              <w:rPr>
                <w:lang w:eastAsia="zh-CN"/>
              </w:rPr>
            </w:pPr>
            <w:r>
              <w:rPr>
                <w:lang w:eastAsia="ja-JP"/>
              </w:rPr>
              <w:t>DC</w:t>
            </w:r>
            <w:r>
              <w:t>_</w:t>
            </w:r>
            <w:r>
              <w:rPr>
                <w:rFonts w:eastAsia="Malgun Gothic"/>
                <w:szCs w:val="18"/>
                <w:lang w:eastAsia="ko-KR"/>
              </w:rPr>
              <w:t>7A_n7A</w:t>
            </w:r>
            <w:r>
              <w:rPr>
                <w:rFonts w:eastAsia="Malgun Gothic"/>
                <w:szCs w:val="18"/>
                <w:vertAlign w:val="superscript"/>
                <w:lang w:eastAsia="ko-KR"/>
              </w:rPr>
              <w:t>2</w:t>
            </w:r>
          </w:p>
        </w:tc>
      </w:tr>
      <w:tr w:rsidR="00B45972" w14:paraId="1CC1F66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DD780FD" w14:textId="77777777" w:rsidR="00B45972" w:rsidRDefault="00B45972" w:rsidP="00AC3FE8">
            <w:pPr>
              <w:pStyle w:val="TAC"/>
              <w:rPr>
                <w:noProof/>
                <w:lang w:eastAsia="ko-KR"/>
              </w:rPr>
            </w:pPr>
            <w:r>
              <w:rPr>
                <w:noProof/>
                <w:lang w:eastAsia="ko-KR"/>
              </w:rPr>
              <w:t>DC_7A-8A_n1A</w:t>
            </w:r>
          </w:p>
        </w:tc>
        <w:tc>
          <w:tcPr>
            <w:tcW w:w="5862" w:type="dxa"/>
            <w:tcBorders>
              <w:top w:val="single" w:sz="4" w:space="0" w:color="auto"/>
              <w:left w:val="single" w:sz="4" w:space="0" w:color="auto"/>
              <w:bottom w:val="single" w:sz="4" w:space="0" w:color="auto"/>
              <w:right w:val="single" w:sz="4" w:space="0" w:color="auto"/>
            </w:tcBorders>
            <w:hideMark/>
          </w:tcPr>
          <w:p w14:paraId="4F7C5B33" w14:textId="77777777" w:rsidR="00B45972" w:rsidRDefault="00B45972" w:rsidP="00AC3FE8">
            <w:pPr>
              <w:pStyle w:val="TAC"/>
              <w:rPr>
                <w:noProof/>
                <w:lang w:eastAsia="ko-KR"/>
              </w:rPr>
            </w:pPr>
            <w:r>
              <w:rPr>
                <w:noProof/>
                <w:lang w:eastAsia="ko-KR"/>
              </w:rPr>
              <w:t>DC_7A_n1A</w:t>
            </w:r>
          </w:p>
          <w:p w14:paraId="70C3A5F1" w14:textId="77777777" w:rsidR="00B45972" w:rsidRDefault="00B45972" w:rsidP="00AC3FE8">
            <w:pPr>
              <w:pStyle w:val="TAC"/>
              <w:rPr>
                <w:noProof/>
                <w:lang w:eastAsia="ko-KR"/>
              </w:rPr>
            </w:pPr>
            <w:r>
              <w:rPr>
                <w:noProof/>
                <w:lang w:eastAsia="ko-KR"/>
              </w:rPr>
              <w:t>DC_8A_n1A</w:t>
            </w:r>
          </w:p>
        </w:tc>
      </w:tr>
      <w:tr w:rsidR="00B45972" w14:paraId="1BB936D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8169DF7" w14:textId="77777777" w:rsidR="00B45972" w:rsidRDefault="00B45972" w:rsidP="00AC3FE8">
            <w:pPr>
              <w:pStyle w:val="TAC"/>
              <w:rPr>
                <w:noProof/>
                <w:lang w:eastAsia="ko-KR"/>
              </w:rPr>
            </w:pPr>
            <w:r>
              <w:rPr>
                <w:noProof/>
                <w:lang w:eastAsia="ko-KR"/>
              </w:rPr>
              <w:t>DC_7A-7A-8A_n1A</w:t>
            </w:r>
          </w:p>
        </w:tc>
        <w:tc>
          <w:tcPr>
            <w:tcW w:w="5862" w:type="dxa"/>
            <w:tcBorders>
              <w:top w:val="single" w:sz="4" w:space="0" w:color="auto"/>
              <w:left w:val="single" w:sz="4" w:space="0" w:color="auto"/>
              <w:bottom w:val="single" w:sz="4" w:space="0" w:color="auto"/>
              <w:right w:val="single" w:sz="4" w:space="0" w:color="auto"/>
            </w:tcBorders>
            <w:hideMark/>
          </w:tcPr>
          <w:p w14:paraId="76B6F0AF" w14:textId="77777777" w:rsidR="00B45972" w:rsidRDefault="00B45972" w:rsidP="00AC3FE8">
            <w:pPr>
              <w:pStyle w:val="TAC"/>
              <w:rPr>
                <w:noProof/>
                <w:lang w:eastAsia="ko-KR"/>
              </w:rPr>
            </w:pPr>
            <w:r>
              <w:rPr>
                <w:noProof/>
                <w:lang w:eastAsia="ko-KR"/>
              </w:rPr>
              <w:t>DC_7A_n1A</w:t>
            </w:r>
          </w:p>
          <w:p w14:paraId="633C4F40" w14:textId="77777777" w:rsidR="00B45972" w:rsidRDefault="00B45972" w:rsidP="00AC3FE8">
            <w:pPr>
              <w:pStyle w:val="TAC"/>
              <w:rPr>
                <w:noProof/>
                <w:lang w:eastAsia="ko-KR"/>
              </w:rPr>
            </w:pPr>
            <w:r>
              <w:rPr>
                <w:noProof/>
                <w:lang w:eastAsia="ko-KR"/>
              </w:rPr>
              <w:t>DC_8A_n1A</w:t>
            </w:r>
          </w:p>
        </w:tc>
      </w:tr>
      <w:tr w:rsidR="00B45972" w14:paraId="6F7258B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B78F7B3" w14:textId="77777777" w:rsidR="00B45972" w:rsidRDefault="00B45972" w:rsidP="00AC3FE8">
            <w:pPr>
              <w:pStyle w:val="TAC"/>
              <w:rPr>
                <w:noProof/>
                <w:lang w:eastAsia="ko-KR"/>
              </w:rPr>
            </w:pPr>
            <w:r>
              <w:rPr>
                <w:lang w:eastAsia="ja-JP"/>
              </w:rPr>
              <w:t>DC_7A-8A_n3A</w:t>
            </w:r>
          </w:p>
        </w:tc>
        <w:tc>
          <w:tcPr>
            <w:tcW w:w="5862" w:type="dxa"/>
            <w:tcBorders>
              <w:top w:val="single" w:sz="4" w:space="0" w:color="auto"/>
              <w:left w:val="single" w:sz="4" w:space="0" w:color="auto"/>
              <w:bottom w:val="single" w:sz="4" w:space="0" w:color="auto"/>
              <w:right w:val="single" w:sz="4" w:space="0" w:color="auto"/>
            </w:tcBorders>
            <w:hideMark/>
          </w:tcPr>
          <w:p w14:paraId="5AC34699" w14:textId="77777777" w:rsidR="00B45972" w:rsidRDefault="00B45972" w:rsidP="00AC3FE8">
            <w:pPr>
              <w:pStyle w:val="TAC"/>
              <w:rPr>
                <w:lang w:eastAsia="ja-JP"/>
              </w:rPr>
            </w:pPr>
            <w:r>
              <w:rPr>
                <w:lang w:eastAsia="fi-FI"/>
              </w:rPr>
              <w:t>DC_7A_</w:t>
            </w:r>
            <w:r>
              <w:rPr>
                <w:lang w:eastAsia="ja-JP"/>
              </w:rPr>
              <w:t>n3A</w:t>
            </w:r>
          </w:p>
          <w:p w14:paraId="10783ABF" w14:textId="77777777" w:rsidR="00B45972" w:rsidRDefault="00B45972" w:rsidP="00AC3FE8">
            <w:pPr>
              <w:pStyle w:val="TAC"/>
              <w:rPr>
                <w:noProof/>
                <w:lang w:eastAsia="ko-KR"/>
              </w:rPr>
            </w:pPr>
            <w:r>
              <w:rPr>
                <w:lang w:eastAsia="fi-FI"/>
              </w:rPr>
              <w:t>DC_8A_</w:t>
            </w:r>
            <w:r>
              <w:rPr>
                <w:lang w:eastAsia="ja-JP"/>
              </w:rPr>
              <w:t>n3A</w:t>
            </w:r>
          </w:p>
        </w:tc>
      </w:tr>
      <w:tr w:rsidR="00B45972" w14:paraId="33A5485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0C298E9" w14:textId="77777777" w:rsidR="00B45972" w:rsidRDefault="00B45972" w:rsidP="00AC3FE8">
            <w:pPr>
              <w:pStyle w:val="TAC"/>
              <w:rPr>
                <w:lang w:eastAsia="ja-JP"/>
              </w:rPr>
            </w:pPr>
            <w:r>
              <w:rPr>
                <w:rFonts w:cs="Arial"/>
                <w:lang w:eastAsia="ja-JP"/>
              </w:rPr>
              <w:t>DC_7A_n8A-n40A</w:t>
            </w:r>
          </w:p>
        </w:tc>
        <w:tc>
          <w:tcPr>
            <w:tcW w:w="5862" w:type="dxa"/>
            <w:tcBorders>
              <w:top w:val="single" w:sz="4" w:space="0" w:color="auto"/>
              <w:left w:val="single" w:sz="4" w:space="0" w:color="auto"/>
              <w:bottom w:val="single" w:sz="4" w:space="0" w:color="auto"/>
              <w:right w:val="single" w:sz="4" w:space="0" w:color="auto"/>
            </w:tcBorders>
            <w:hideMark/>
          </w:tcPr>
          <w:p w14:paraId="1470E51C" w14:textId="77777777" w:rsidR="00B45972" w:rsidRDefault="00B45972" w:rsidP="00AC3FE8">
            <w:pPr>
              <w:pStyle w:val="TAC"/>
              <w:rPr>
                <w:rFonts w:cs="Arial"/>
                <w:lang w:eastAsia="ja-JP"/>
              </w:rPr>
            </w:pPr>
            <w:r>
              <w:rPr>
                <w:rFonts w:cs="Arial"/>
                <w:lang w:eastAsia="ja-JP"/>
              </w:rPr>
              <w:t>DC_7A_n8A</w:t>
            </w:r>
          </w:p>
          <w:p w14:paraId="4A121B11" w14:textId="77777777" w:rsidR="00B45972" w:rsidRDefault="00B45972" w:rsidP="00AC3FE8">
            <w:pPr>
              <w:pStyle w:val="TAC"/>
              <w:rPr>
                <w:lang w:eastAsia="fi-FI"/>
              </w:rPr>
            </w:pPr>
            <w:r>
              <w:rPr>
                <w:rFonts w:cs="Arial"/>
                <w:lang w:eastAsia="ja-JP"/>
              </w:rPr>
              <w:t>DC_7A_n40A</w:t>
            </w:r>
          </w:p>
        </w:tc>
      </w:tr>
      <w:tr w:rsidR="00B45972" w14:paraId="7322402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6D54AC2" w14:textId="77777777" w:rsidR="00B45972" w:rsidRDefault="00B45972" w:rsidP="00AC3FE8">
            <w:pPr>
              <w:pStyle w:val="TAC"/>
              <w:rPr>
                <w:noProof/>
                <w:lang w:eastAsia="zh-CN"/>
              </w:rPr>
            </w:pPr>
            <w:r>
              <w:rPr>
                <w:lang w:eastAsia="fi-FI"/>
              </w:rPr>
              <w:t>DC_</w:t>
            </w:r>
            <w:r>
              <w:rPr>
                <w:lang w:eastAsia="zh-TW"/>
              </w:rPr>
              <w:t>7</w:t>
            </w:r>
            <w:r>
              <w:rPr>
                <w:lang w:eastAsia="fi-FI"/>
              </w:rPr>
              <w:t>A</w:t>
            </w:r>
            <w:r>
              <w:rPr>
                <w:lang w:eastAsia="zh-TW"/>
              </w:rPr>
              <w:t>-8A</w:t>
            </w:r>
            <w:r>
              <w:rPr>
                <w:lang w:eastAsia="fi-FI"/>
              </w:rPr>
              <w:t>_n</w:t>
            </w:r>
            <w:r>
              <w:rPr>
                <w:lang w:eastAsia="zh-TW"/>
              </w:rPr>
              <w:t>77</w:t>
            </w:r>
            <w:r>
              <w:rPr>
                <w:lang w:eastAsia="fi-FI"/>
              </w:rP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FA1D8CF" w14:textId="77777777" w:rsidR="00B45972" w:rsidRDefault="00B45972" w:rsidP="00AC3FE8">
            <w:pPr>
              <w:pStyle w:val="TAC"/>
              <w:rPr>
                <w:lang w:eastAsia="fi-FI"/>
              </w:rPr>
            </w:pPr>
            <w:r>
              <w:rPr>
                <w:lang w:eastAsia="fi-FI"/>
              </w:rPr>
              <w:t>DC_</w:t>
            </w:r>
            <w:r>
              <w:rPr>
                <w:lang w:eastAsia="zh-TW"/>
              </w:rPr>
              <w:t>7</w:t>
            </w:r>
            <w:r>
              <w:rPr>
                <w:lang w:eastAsia="fi-FI"/>
              </w:rPr>
              <w:t>A_n7</w:t>
            </w:r>
            <w:r>
              <w:rPr>
                <w:lang w:eastAsia="zh-TW"/>
              </w:rPr>
              <w:t>7</w:t>
            </w:r>
            <w:r>
              <w:rPr>
                <w:lang w:eastAsia="fi-FI"/>
              </w:rPr>
              <w:t>A</w:t>
            </w:r>
          </w:p>
          <w:p w14:paraId="1F0738FF" w14:textId="77777777" w:rsidR="00B45972" w:rsidRDefault="00B45972" w:rsidP="00AC3FE8">
            <w:pPr>
              <w:pStyle w:val="TAC"/>
              <w:rPr>
                <w:noProof/>
                <w:lang w:eastAsia="zh-CN"/>
              </w:rPr>
            </w:pPr>
            <w:r>
              <w:rPr>
                <w:lang w:eastAsia="fi-FI"/>
              </w:rPr>
              <w:t>DC_</w:t>
            </w:r>
            <w:r>
              <w:rPr>
                <w:lang w:eastAsia="zh-TW"/>
              </w:rPr>
              <w:t>8</w:t>
            </w:r>
            <w:r>
              <w:rPr>
                <w:lang w:eastAsia="fi-FI"/>
              </w:rPr>
              <w:t>A_n</w:t>
            </w:r>
            <w:r>
              <w:rPr>
                <w:lang w:eastAsia="zh-TW"/>
              </w:rPr>
              <w:t>77</w:t>
            </w:r>
            <w:r>
              <w:rPr>
                <w:lang w:eastAsia="fi-FI"/>
              </w:rPr>
              <w:t>A</w:t>
            </w:r>
          </w:p>
        </w:tc>
      </w:tr>
      <w:tr w:rsidR="00B45972" w14:paraId="45B013C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4046793" w14:textId="77777777" w:rsidR="00B45972" w:rsidRDefault="00B45972" w:rsidP="00AC3FE8">
            <w:pPr>
              <w:pStyle w:val="TAC"/>
              <w:rPr>
                <w:noProof/>
                <w:lang w:eastAsia="zh-CN"/>
              </w:rPr>
            </w:pPr>
            <w:r>
              <w:rPr>
                <w:lang w:eastAsia="fi-FI"/>
              </w:rPr>
              <w:t>DC_</w:t>
            </w:r>
            <w:r>
              <w:rPr>
                <w:lang w:eastAsia="zh-TW"/>
              </w:rPr>
              <w:t>7</w:t>
            </w:r>
            <w:r>
              <w:rPr>
                <w:lang w:eastAsia="fi-FI"/>
              </w:rPr>
              <w:t>A</w:t>
            </w:r>
            <w:r>
              <w:rPr>
                <w:lang w:eastAsia="zh-TW"/>
              </w:rPr>
              <w:t>-8A</w:t>
            </w:r>
            <w:r>
              <w:rPr>
                <w:lang w:eastAsia="fi-FI"/>
              </w:rPr>
              <w:t>_n</w:t>
            </w:r>
            <w:r>
              <w:rPr>
                <w:lang w:eastAsia="zh-TW"/>
              </w:rPr>
              <w:t>78</w:t>
            </w:r>
            <w:r>
              <w:rPr>
                <w:lang w:eastAsia="fi-FI"/>
              </w:rP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38061D7D" w14:textId="77777777" w:rsidR="00B45972" w:rsidRDefault="00B45972" w:rsidP="00AC3FE8">
            <w:pPr>
              <w:pStyle w:val="TAC"/>
              <w:rPr>
                <w:lang w:eastAsia="fi-FI"/>
              </w:rPr>
            </w:pPr>
            <w:r>
              <w:rPr>
                <w:lang w:eastAsia="fi-FI"/>
              </w:rPr>
              <w:t>DC_</w:t>
            </w:r>
            <w:r>
              <w:rPr>
                <w:lang w:eastAsia="zh-TW"/>
              </w:rPr>
              <w:t>7</w:t>
            </w:r>
            <w:r>
              <w:rPr>
                <w:lang w:eastAsia="fi-FI"/>
              </w:rPr>
              <w:t>A_n78A</w:t>
            </w:r>
          </w:p>
          <w:p w14:paraId="5DA608E5" w14:textId="77777777" w:rsidR="00B45972" w:rsidRDefault="00B45972" w:rsidP="00AC3FE8">
            <w:pPr>
              <w:pStyle w:val="TAC"/>
              <w:rPr>
                <w:noProof/>
                <w:lang w:eastAsia="zh-CN"/>
              </w:rPr>
            </w:pPr>
            <w:r>
              <w:rPr>
                <w:lang w:eastAsia="fi-FI"/>
              </w:rPr>
              <w:t>DC_</w:t>
            </w:r>
            <w:r>
              <w:rPr>
                <w:lang w:eastAsia="zh-TW"/>
              </w:rPr>
              <w:t>8</w:t>
            </w:r>
            <w:r>
              <w:rPr>
                <w:lang w:eastAsia="fi-FI"/>
              </w:rPr>
              <w:t>A_n</w:t>
            </w:r>
            <w:r>
              <w:rPr>
                <w:lang w:eastAsia="zh-TW"/>
              </w:rPr>
              <w:t>78</w:t>
            </w:r>
            <w:r>
              <w:rPr>
                <w:lang w:eastAsia="fi-FI"/>
              </w:rPr>
              <w:t>A</w:t>
            </w:r>
          </w:p>
        </w:tc>
      </w:tr>
      <w:tr w:rsidR="00B45972" w14:paraId="440479E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EF3AA4A" w14:textId="77777777" w:rsidR="00B45972" w:rsidRDefault="00B45972" w:rsidP="00AC3FE8">
            <w:pPr>
              <w:pStyle w:val="TAC"/>
              <w:rPr>
                <w:lang w:eastAsia="fi-FI"/>
              </w:rPr>
            </w:pPr>
            <w:r>
              <w:rPr>
                <w:lang w:eastAsia="fi-FI"/>
              </w:rPr>
              <w:t>DC_7A-7A-8A_n78A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34D88910" w14:textId="77777777" w:rsidR="00B45972" w:rsidRDefault="00B45972" w:rsidP="00AC3FE8">
            <w:pPr>
              <w:pStyle w:val="TAC"/>
              <w:rPr>
                <w:lang w:eastAsia="fi-FI"/>
              </w:rPr>
            </w:pPr>
            <w:r>
              <w:rPr>
                <w:lang w:eastAsia="fi-FI"/>
              </w:rPr>
              <w:t>DC_7A_n78A</w:t>
            </w:r>
          </w:p>
          <w:p w14:paraId="720EFCC8" w14:textId="77777777" w:rsidR="00B45972" w:rsidRDefault="00B45972" w:rsidP="00AC3FE8">
            <w:pPr>
              <w:pStyle w:val="TAC"/>
              <w:rPr>
                <w:lang w:eastAsia="fi-FI"/>
              </w:rPr>
            </w:pPr>
            <w:r>
              <w:rPr>
                <w:lang w:eastAsia="fi-FI"/>
              </w:rPr>
              <w:t>DC_8A_n78A</w:t>
            </w:r>
          </w:p>
        </w:tc>
      </w:tr>
      <w:tr w:rsidR="00B45972" w14:paraId="5E8AC6A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AC6108C" w14:textId="77777777" w:rsidR="00B45972" w:rsidRDefault="00B45972" w:rsidP="00AC3FE8">
            <w:pPr>
              <w:pStyle w:val="TAC"/>
              <w:rPr>
                <w:lang w:eastAsia="fi-FI"/>
              </w:rPr>
            </w:pPr>
            <w:r>
              <w:rPr>
                <w:rFonts w:cs="Arial"/>
                <w:lang w:eastAsia="ja-JP"/>
              </w:rPr>
              <w:t>DC_7A_n8A-n78A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B75C572" w14:textId="77777777" w:rsidR="00B45972" w:rsidRDefault="00B45972" w:rsidP="00AC3FE8">
            <w:pPr>
              <w:pStyle w:val="TAC"/>
              <w:rPr>
                <w:rFonts w:cs="Arial"/>
                <w:lang w:eastAsia="ja-JP"/>
              </w:rPr>
            </w:pPr>
            <w:r>
              <w:rPr>
                <w:rFonts w:cs="Arial"/>
                <w:lang w:eastAsia="ja-JP"/>
              </w:rPr>
              <w:t>DC_7A_n8A</w:t>
            </w:r>
          </w:p>
          <w:p w14:paraId="10246030" w14:textId="77777777" w:rsidR="00B45972" w:rsidRDefault="00B45972" w:rsidP="00AC3FE8">
            <w:pPr>
              <w:pStyle w:val="TAC"/>
              <w:rPr>
                <w:lang w:eastAsia="fi-FI"/>
              </w:rPr>
            </w:pPr>
            <w:r>
              <w:rPr>
                <w:rFonts w:cs="Arial"/>
                <w:lang w:eastAsia="ja-JP"/>
              </w:rPr>
              <w:t>DC_7A_n78A</w:t>
            </w:r>
          </w:p>
        </w:tc>
      </w:tr>
      <w:tr w:rsidR="00B45972" w14:paraId="7BCDA6A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CF333B5" w14:textId="77777777" w:rsidR="00B45972" w:rsidRDefault="00B45972" w:rsidP="00AC3FE8">
            <w:pPr>
              <w:pStyle w:val="TAC"/>
              <w:rPr>
                <w:lang w:eastAsia="fi-FI"/>
              </w:rPr>
            </w:pPr>
            <w:r>
              <w:rPr>
                <w:lang w:eastAsia="fi-FI"/>
              </w:rPr>
              <w:t>DC_7A-13A_n66A</w:t>
            </w:r>
          </w:p>
          <w:p w14:paraId="69136E15" w14:textId="77777777" w:rsidR="00B45972" w:rsidRDefault="00B45972" w:rsidP="00AC3FE8">
            <w:pPr>
              <w:pStyle w:val="TAC"/>
              <w:rPr>
                <w:lang w:eastAsia="fi-FI"/>
              </w:rPr>
            </w:pPr>
            <w:r>
              <w:rPr>
                <w:lang w:eastAsia="fi-FI"/>
              </w:rPr>
              <w:t>DC_7A-7A-13A_n66A</w:t>
            </w:r>
          </w:p>
          <w:p w14:paraId="297318D6" w14:textId="77777777" w:rsidR="00B45972" w:rsidRDefault="00B45972" w:rsidP="00AC3FE8">
            <w:pPr>
              <w:pStyle w:val="TAC"/>
              <w:rPr>
                <w:lang w:eastAsia="fi-FI"/>
              </w:rPr>
            </w:pPr>
            <w:r>
              <w:rPr>
                <w:lang w:eastAsia="fi-FI"/>
              </w:rPr>
              <w:t>DC_7C-13A_n66A</w:t>
            </w:r>
          </w:p>
        </w:tc>
        <w:tc>
          <w:tcPr>
            <w:tcW w:w="5862" w:type="dxa"/>
            <w:tcBorders>
              <w:top w:val="single" w:sz="4" w:space="0" w:color="auto"/>
              <w:left w:val="single" w:sz="4" w:space="0" w:color="auto"/>
              <w:bottom w:val="single" w:sz="4" w:space="0" w:color="auto"/>
              <w:right w:val="single" w:sz="4" w:space="0" w:color="auto"/>
            </w:tcBorders>
            <w:hideMark/>
          </w:tcPr>
          <w:p w14:paraId="3F8C9139" w14:textId="77777777" w:rsidR="00B45972" w:rsidRDefault="00B45972" w:rsidP="00AC3FE8">
            <w:pPr>
              <w:pStyle w:val="TAC"/>
              <w:rPr>
                <w:lang w:eastAsia="fi-FI"/>
              </w:rPr>
            </w:pPr>
            <w:r>
              <w:rPr>
                <w:lang w:eastAsia="fi-FI"/>
              </w:rPr>
              <w:t>DC_7A_n66A</w:t>
            </w:r>
          </w:p>
          <w:p w14:paraId="0EAC1C7D" w14:textId="77777777" w:rsidR="00B45972" w:rsidRDefault="00B45972" w:rsidP="00AC3FE8">
            <w:pPr>
              <w:pStyle w:val="TAC"/>
              <w:rPr>
                <w:lang w:eastAsia="fi-FI"/>
              </w:rPr>
            </w:pPr>
            <w:r>
              <w:rPr>
                <w:lang w:eastAsia="fi-FI"/>
              </w:rPr>
              <w:t>DC_13A_n66A</w:t>
            </w:r>
          </w:p>
        </w:tc>
      </w:tr>
      <w:tr w:rsidR="00B45972" w14:paraId="0B961BD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B7F13D6" w14:textId="77777777" w:rsidR="00B45972" w:rsidRDefault="00B45972" w:rsidP="00AC3FE8">
            <w:pPr>
              <w:pStyle w:val="TAC"/>
              <w:rPr>
                <w:lang w:eastAsia="ja-JP"/>
              </w:rPr>
            </w:pPr>
            <w:r>
              <w:rPr>
                <w:lang w:eastAsia="ja-JP"/>
              </w:rPr>
              <w:t>DC_7A-20A_n1A</w:t>
            </w:r>
          </w:p>
          <w:p w14:paraId="7528B103" w14:textId="77777777" w:rsidR="00B45972" w:rsidRDefault="00B45972" w:rsidP="00AC3FE8">
            <w:pPr>
              <w:pStyle w:val="TAC"/>
              <w:rPr>
                <w:lang w:eastAsia="fi-FI"/>
              </w:rPr>
            </w:pPr>
            <w:r>
              <w:rPr>
                <w:lang w:eastAsia="ja-JP"/>
              </w:rPr>
              <w:t>DC_7C-20A_n1A</w:t>
            </w:r>
          </w:p>
        </w:tc>
        <w:tc>
          <w:tcPr>
            <w:tcW w:w="5862" w:type="dxa"/>
            <w:tcBorders>
              <w:top w:val="single" w:sz="4" w:space="0" w:color="auto"/>
              <w:left w:val="single" w:sz="4" w:space="0" w:color="auto"/>
              <w:bottom w:val="single" w:sz="4" w:space="0" w:color="auto"/>
              <w:right w:val="single" w:sz="4" w:space="0" w:color="auto"/>
            </w:tcBorders>
            <w:hideMark/>
          </w:tcPr>
          <w:p w14:paraId="351BA9BD" w14:textId="77777777" w:rsidR="00B45972" w:rsidRDefault="00B45972" w:rsidP="00AC3FE8">
            <w:pPr>
              <w:pStyle w:val="TAC"/>
              <w:rPr>
                <w:lang w:eastAsia="ja-JP"/>
              </w:rPr>
            </w:pPr>
            <w:r>
              <w:rPr>
                <w:lang w:eastAsia="fi-FI"/>
              </w:rPr>
              <w:t>DC_7A_</w:t>
            </w:r>
            <w:r>
              <w:rPr>
                <w:lang w:eastAsia="ja-JP"/>
              </w:rPr>
              <w:t>n1A</w:t>
            </w:r>
          </w:p>
          <w:p w14:paraId="014B9600" w14:textId="77777777" w:rsidR="00B45972" w:rsidRDefault="00B45972" w:rsidP="00AC3FE8">
            <w:pPr>
              <w:pStyle w:val="TAC"/>
              <w:rPr>
                <w:lang w:eastAsia="ja-JP"/>
              </w:rPr>
            </w:pPr>
            <w:r>
              <w:rPr>
                <w:lang w:eastAsia="ja-JP"/>
              </w:rPr>
              <w:t>DC_7C_n1A</w:t>
            </w:r>
          </w:p>
          <w:p w14:paraId="4BC62569" w14:textId="77777777" w:rsidR="00B45972" w:rsidRDefault="00B45972" w:rsidP="00AC3FE8">
            <w:pPr>
              <w:pStyle w:val="TAC"/>
              <w:rPr>
                <w:lang w:eastAsia="fi-FI"/>
              </w:rPr>
            </w:pPr>
            <w:r>
              <w:rPr>
                <w:lang w:eastAsia="fi-FI"/>
              </w:rPr>
              <w:t>DC_</w:t>
            </w:r>
            <w:r>
              <w:rPr>
                <w:lang w:eastAsia="ja-JP"/>
              </w:rPr>
              <w:t>20</w:t>
            </w:r>
            <w:r>
              <w:rPr>
                <w:lang w:eastAsia="fi-FI"/>
              </w:rPr>
              <w:t>A_</w:t>
            </w:r>
            <w:r>
              <w:rPr>
                <w:lang w:eastAsia="ja-JP"/>
              </w:rPr>
              <w:t>n1</w:t>
            </w:r>
            <w:r>
              <w:rPr>
                <w:lang w:eastAsia="fi-FI"/>
              </w:rPr>
              <w:t>A</w:t>
            </w:r>
          </w:p>
        </w:tc>
      </w:tr>
      <w:tr w:rsidR="00B45972" w14:paraId="11B91E7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8B5EABC" w14:textId="77777777" w:rsidR="00B45972" w:rsidRDefault="00B45972" w:rsidP="00AC3FE8">
            <w:pPr>
              <w:pStyle w:val="TAC"/>
              <w:rPr>
                <w:lang w:eastAsia="ja-JP"/>
              </w:rPr>
            </w:pPr>
            <w:r>
              <w:rPr>
                <w:lang w:eastAsia="ja-JP"/>
              </w:rPr>
              <w:lastRenderedPageBreak/>
              <w:t>DC_7A-20A_n3A</w:t>
            </w:r>
          </w:p>
          <w:p w14:paraId="15FADE8E" w14:textId="77777777" w:rsidR="00B45972" w:rsidRDefault="00B45972" w:rsidP="00AC3FE8">
            <w:pPr>
              <w:pStyle w:val="TAC"/>
              <w:rPr>
                <w:lang w:eastAsia="fi-FI"/>
              </w:rPr>
            </w:pPr>
            <w:r>
              <w:rPr>
                <w:lang w:eastAsia="ja-JP"/>
              </w:rPr>
              <w:t>DC_7C-20A_n3A</w:t>
            </w:r>
          </w:p>
        </w:tc>
        <w:tc>
          <w:tcPr>
            <w:tcW w:w="5862" w:type="dxa"/>
            <w:tcBorders>
              <w:top w:val="single" w:sz="4" w:space="0" w:color="auto"/>
              <w:left w:val="single" w:sz="4" w:space="0" w:color="auto"/>
              <w:bottom w:val="single" w:sz="4" w:space="0" w:color="auto"/>
              <w:right w:val="single" w:sz="4" w:space="0" w:color="auto"/>
            </w:tcBorders>
            <w:hideMark/>
          </w:tcPr>
          <w:p w14:paraId="5438A029" w14:textId="77777777" w:rsidR="00B45972" w:rsidRDefault="00B45972" w:rsidP="00AC3FE8">
            <w:pPr>
              <w:pStyle w:val="TAC"/>
              <w:rPr>
                <w:lang w:eastAsia="fi-FI"/>
              </w:rPr>
            </w:pPr>
            <w:r>
              <w:rPr>
                <w:lang w:eastAsia="fi-FI"/>
              </w:rPr>
              <w:t>DC_7A_n3A</w:t>
            </w:r>
          </w:p>
          <w:p w14:paraId="1B65360A" w14:textId="77777777" w:rsidR="00B45972" w:rsidRDefault="00B45972" w:rsidP="00AC3FE8">
            <w:pPr>
              <w:pStyle w:val="TAC"/>
              <w:rPr>
                <w:lang w:eastAsia="fi-FI"/>
              </w:rPr>
            </w:pPr>
            <w:r>
              <w:rPr>
                <w:lang w:eastAsia="fi-FI"/>
              </w:rPr>
              <w:t>DC_7C_n3A</w:t>
            </w:r>
          </w:p>
          <w:p w14:paraId="14D6DBC0" w14:textId="77777777" w:rsidR="00B45972" w:rsidRDefault="00B45972" w:rsidP="00AC3FE8">
            <w:pPr>
              <w:pStyle w:val="TAC"/>
              <w:rPr>
                <w:lang w:eastAsia="fi-FI"/>
              </w:rPr>
            </w:pPr>
            <w:r>
              <w:rPr>
                <w:lang w:eastAsia="fi-FI"/>
              </w:rPr>
              <w:t>DC_20A_n3A</w:t>
            </w:r>
          </w:p>
        </w:tc>
      </w:tr>
      <w:tr w:rsidR="00B45972" w14:paraId="4F8D38A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5D32456" w14:textId="77777777" w:rsidR="00B45972" w:rsidRDefault="00B45972" w:rsidP="00AC3FE8">
            <w:pPr>
              <w:pStyle w:val="TAC"/>
              <w:rPr>
                <w:lang w:eastAsia="ja-JP"/>
              </w:rPr>
            </w:pPr>
            <w:r>
              <w:rPr>
                <w:lang w:eastAsia="ja-JP"/>
              </w:rPr>
              <w:t>DC_7A-20A_n8A</w:t>
            </w:r>
          </w:p>
        </w:tc>
        <w:tc>
          <w:tcPr>
            <w:tcW w:w="5862" w:type="dxa"/>
            <w:tcBorders>
              <w:top w:val="single" w:sz="4" w:space="0" w:color="auto"/>
              <w:left w:val="single" w:sz="4" w:space="0" w:color="auto"/>
              <w:bottom w:val="single" w:sz="4" w:space="0" w:color="auto"/>
              <w:right w:val="single" w:sz="4" w:space="0" w:color="auto"/>
            </w:tcBorders>
            <w:hideMark/>
          </w:tcPr>
          <w:p w14:paraId="1025ADF1" w14:textId="77777777" w:rsidR="00B45972" w:rsidRDefault="00B45972" w:rsidP="00AC3FE8">
            <w:pPr>
              <w:pStyle w:val="TAC"/>
              <w:rPr>
                <w:lang w:eastAsia="ja-JP"/>
              </w:rPr>
            </w:pPr>
            <w:r>
              <w:rPr>
                <w:lang w:eastAsia="fi-FI"/>
              </w:rPr>
              <w:t>DC_7A_</w:t>
            </w:r>
            <w:r>
              <w:rPr>
                <w:lang w:eastAsia="ja-JP"/>
              </w:rPr>
              <w:t>n8A</w:t>
            </w:r>
          </w:p>
          <w:p w14:paraId="108EC0F5" w14:textId="77777777" w:rsidR="00B45972" w:rsidRDefault="00B45972" w:rsidP="00AC3FE8">
            <w:pPr>
              <w:pStyle w:val="TAC"/>
              <w:rPr>
                <w:lang w:eastAsia="fi-FI"/>
              </w:rPr>
            </w:pPr>
            <w:r>
              <w:rPr>
                <w:lang w:eastAsia="fi-FI"/>
              </w:rPr>
              <w:t>DC_</w:t>
            </w:r>
            <w:r>
              <w:rPr>
                <w:lang w:eastAsia="ja-JP"/>
              </w:rPr>
              <w:t>20</w:t>
            </w:r>
            <w:r>
              <w:rPr>
                <w:lang w:eastAsia="fi-FI"/>
              </w:rPr>
              <w:t>A_</w:t>
            </w:r>
            <w:r>
              <w:rPr>
                <w:lang w:eastAsia="ja-JP"/>
              </w:rPr>
              <w:t>n8</w:t>
            </w:r>
            <w:r>
              <w:rPr>
                <w:lang w:eastAsia="fi-FI"/>
              </w:rPr>
              <w:t>A</w:t>
            </w:r>
          </w:p>
        </w:tc>
      </w:tr>
      <w:tr w:rsidR="00B45972" w14:paraId="58503A9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7C2C9E9" w14:textId="77777777" w:rsidR="00B45972" w:rsidRDefault="00B45972" w:rsidP="00AC3FE8">
            <w:pPr>
              <w:pStyle w:val="TAC"/>
              <w:rPr>
                <w:noProof/>
                <w:lang w:eastAsia="zh-CN"/>
              </w:rPr>
            </w:pPr>
            <w:r>
              <w:rPr>
                <w:noProof/>
                <w:lang w:eastAsia="zh-CN"/>
              </w:rPr>
              <w:t>DC_7A-20A_n28A</w:t>
            </w:r>
            <w:r>
              <w:rPr>
                <w:noProof/>
                <w:vertAlign w:val="superscript"/>
                <w:lang w:eastAsia="zh-CN"/>
              </w:rPr>
              <w:t>6,11,12</w:t>
            </w:r>
          </w:p>
        </w:tc>
        <w:tc>
          <w:tcPr>
            <w:tcW w:w="5862" w:type="dxa"/>
            <w:tcBorders>
              <w:top w:val="single" w:sz="4" w:space="0" w:color="auto"/>
              <w:left w:val="single" w:sz="4" w:space="0" w:color="auto"/>
              <w:bottom w:val="single" w:sz="4" w:space="0" w:color="auto"/>
              <w:right w:val="single" w:sz="4" w:space="0" w:color="auto"/>
            </w:tcBorders>
            <w:hideMark/>
          </w:tcPr>
          <w:p w14:paraId="06C8E3CA" w14:textId="77777777" w:rsidR="00B45972" w:rsidRDefault="00B45972" w:rsidP="00AC3FE8">
            <w:pPr>
              <w:pStyle w:val="TAC"/>
              <w:rPr>
                <w:noProof/>
                <w:lang w:eastAsia="zh-CN"/>
              </w:rPr>
            </w:pPr>
            <w:r>
              <w:rPr>
                <w:noProof/>
                <w:lang w:eastAsia="zh-CN"/>
              </w:rPr>
              <w:t>DC_7A_n28A</w:t>
            </w:r>
          </w:p>
          <w:p w14:paraId="63D75E79" w14:textId="77777777" w:rsidR="00B45972" w:rsidRDefault="00B45972" w:rsidP="00AC3FE8">
            <w:pPr>
              <w:pStyle w:val="TAC"/>
              <w:rPr>
                <w:noProof/>
                <w:lang w:eastAsia="zh-CN"/>
              </w:rPr>
            </w:pPr>
            <w:r>
              <w:rPr>
                <w:noProof/>
                <w:lang w:eastAsia="zh-CN"/>
              </w:rPr>
              <w:t>DC_20A_n28A</w:t>
            </w:r>
          </w:p>
        </w:tc>
      </w:tr>
      <w:tr w:rsidR="00B45972" w14:paraId="48CF716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8E4D5FA" w14:textId="77777777" w:rsidR="00B45972" w:rsidRDefault="00B45972" w:rsidP="00AC3FE8">
            <w:pPr>
              <w:pStyle w:val="TAC"/>
              <w:rPr>
                <w:noProof/>
                <w:lang w:eastAsia="zh-CN"/>
              </w:rPr>
            </w:pPr>
            <w:r>
              <w:rPr>
                <w:noProof/>
                <w:lang w:eastAsia="zh-CN"/>
              </w:rPr>
              <w:t>DC_7A-20A_n78A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DF19BDC" w14:textId="77777777" w:rsidR="00B45972" w:rsidRDefault="00B45972" w:rsidP="00AC3FE8">
            <w:pPr>
              <w:pStyle w:val="TAC"/>
              <w:rPr>
                <w:noProof/>
                <w:lang w:eastAsia="zh-CN"/>
              </w:rPr>
            </w:pPr>
            <w:r>
              <w:rPr>
                <w:noProof/>
                <w:lang w:eastAsia="zh-CN"/>
              </w:rPr>
              <w:t>DC_7A_n78A</w:t>
            </w:r>
          </w:p>
          <w:p w14:paraId="58F4F7B3" w14:textId="77777777" w:rsidR="00B45972" w:rsidRDefault="00B45972" w:rsidP="00AC3FE8">
            <w:pPr>
              <w:pStyle w:val="TAC"/>
              <w:rPr>
                <w:noProof/>
                <w:lang w:eastAsia="zh-CN"/>
              </w:rPr>
            </w:pPr>
            <w:r>
              <w:rPr>
                <w:noProof/>
                <w:lang w:eastAsia="zh-CN"/>
              </w:rPr>
              <w:t>DC_20A_n78A</w:t>
            </w:r>
          </w:p>
        </w:tc>
      </w:tr>
      <w:tr w:rsidR="00B45972" w14:paraId="3A1FA04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93D90E5" w14:textId="77777777" w:rsidR="00B45972" w:rsidRDefault="00B45972" w:rsidP="00AC3FE8">
            <w:pPr>
              <w:pStyle w:val="TAC"/>
              <w:rPr>
                <w:lang w:eastAsia="ja-JP"/>
              </w:rPr>
            </w:pPr>
            <w:r>
              <w:rPr>
                <w:lang w:eastAsia="ja-JP"/>
              </w:rPr>
              <w:t>DC_7A-28A_n3A</w:t>
            </w:r>
          </w:p>
          <w:p w14:paraId="29EC884B" w14:textId="77777777" w:rsidR="00B45972" w:rsidRDefault="00B45972" w:rsidP="00AC3FE8">
            <w:pPr>
              <w:pStyle w:val="TAC"/>
              <w:rPr>
                <w:noProof/>
                <w:lang w:eastAsia="zh-CN"/>
              </w:rPr>
            </w:pPr>
            <w:r>
              <w:rPr>
                <w:lang w:eastAsia="ja-JP"/>
              </w:rPr>
              <w:t>DC_7C-28A_n3A</w:t>
            </w:r>
          </w:p>
        </w:tc>
        <w:tc>
          <w:tcPr>
            <w:tcW w:w="5862" w:type="dxa"/>
            <w:tcBorders>
              <w:top w:val="single" w:sz="4" w:space="0" w:color="auto"/>
              <w:left w:val="single" w:sz="4" w:space="0" w:color="auto"/>
              <w:bottom w:val="single" w:sz="4" w:space="0" w:color="auto"/>
              <w:right w:val="single" w:sz="4" w:space="0" w:color="auto"/>
            </w:tcBorders>
            <w:hideMark/>
          </w:tcPr>
          <w:p w14:paraId="72357CAF" w14:textId="77777777" w:rsidR="00B45972" w:rsidRDefault="00B45972" w:rsidP="00AC3FE8">
            <w:pPr>
              <w:pStyle w:val="TAC"/>
              <w:rPr>
                <w:lang w:eastAsia="ja-JP"/>
              </w:rPr>
            </w:pPr>
            <w:r>
              <w:rPr>
                <w:lang w:eastAsia="ja-JP"/>
              </w:rPr>
              <w:t>DC_7A_n3A</w:t>
            </w:r>
          </w:p>
          <w:p w14:paraId="08FD44CE" w14:textId="77777777" w:rsidR="00B45972" w:rsidRDefault="00B45972" w:rsidP="00AC3FE8">
            <w:pPr>
              <w:pStyle w:val="TAC"/>
              <w:rPr>
                <w:lang w:eastAsia="ja-JP"/>
              </w:rPr>
            </w:pPr>
            <w:r>
              <w:rPr>
                <w:lang w:eastAsia="ja-JP"/>
              </w:rPr>
              <w:t>DC_7C_n3A</w:t>
            </w:r>
          </w:p>
          <w:p w14:paraId="774556CB" w14:textId="77777777" w:rsidR="00B45972" w:rsidRDefault="00B45972" w:rsidP="00AC3FE8">
            <w:pPr>
              <w:pStyle w:val="TAC"/>
              <w:rPr>
                <w:noProof/>
                <w:lang w:eastAsia="zh-CN"/>
              </w:rPr>
            </w:pPr>
            <w:r>
              <w:rPr>
                <w:lang w:eastAsia="ja-JP"/>
              </w:rPr>
              <w:t>DC_28A_n3A</w:t>
            </w:r>
          </w:p>
        </w:tc>
      </w:tr>
      <w:tr w:rsidR="00B45972" w14:paraId="0D96C2D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A54D1C8" w14:textId="77777777" w:rsidR="00B45972" w:rsidRDefault="00B45972" w:rsidP="00AC3FE8">
            <w:pPr>
              <w:pStyle w:val="TAC"/>
              <w:rPr>
                <w:lang w:eastAsia="ja-JP"/>
              </w:rPr>
            </w:pPr>
            <w:r>
              <w:rPr>
                <w:lang w:eastAsia="fi-FI"/>
              </w:rPr>
              <w:t>DC_7A-28A_n5A</w:t>
            </w:r>
            <w:r>
              <w:rPr>
                <w:vertAlign w:val="superscript"/>
                <w:lang w:eastAsia="zh-CN"/>
              </w:rPr>
              <w:t>6</w:t>
            </w:r>
          </w:p>
          <w:p w14:paraId="5300C783" w14:textId="77777777" w:rsidR="00B45972" w:rsidRDefault="00B45972" w:rsidP="00AC3FE8">
            <w:pPr>
              <w:pStyle w:val="TAC"/>
              <w:rPr>
                <w:noProof/>
                <w:lang w:eastAsia="zh-CN"/>
              </w:rPr>
            </w:pPr>
            <w:r>
              <w:rPr>
                <w:lang w:eastAsia="fi-FI"/>
              </w:rPr>
              <w:t>DC_7C-28A_n5A</w:t>
            </w:r>
            <w:r>
              <w:rPr>
                <w:vertAlign w:val="superscript"/>
                <w:lang w:eastAsia="zh-CN"/>
              </w:rPr>
              <w:t>6</w:t>
            </w:r>
          </w:p>
        </w:tc>
        <w:tc>
          <w:tcPr>
            <w:tcW w:w="5862" w:type="dxa"/>
            <w:tcBorders>
              <w:top w:val="single" w:sz="4" w:space="0" w:color="auto"/>
              <w:left w:val="single" w:sz="4" w:space="0" w:color="auto"/>
              <w:bottom w:val="single" w:sz="4" w:space="0" w:color="auto"/>
              <w:right w:val="single" w:sz="4" w:space="0" w:color="auto"/>
            </w:tcBorders>
            <w:hideMark/>
          </w:tcPr>
          <w:p w14:paraId="5FF2CEF8" w14:textId="77777777" w:rsidR="00B45972" w:rsidRDefault="00B45972" w:rsidP="00AC3FE8">
            <w:pPr>
              <w:pStyle w:val="TAC"/>
              <w:rPr>
                <w:lang w:eastAsia="fi-FI"/>
              </w:rPr>
            </w:pPr>
            <w:r>
              <w:rPr>
                <w:lang w:eastAsia="fi-FI"/>
              </w:rPr>
              <w:t>DC_7A_n5A</w:t>
            </w:r>
          </w:p>
          <w:p w14:paraId="00FAECE5" w14:textId="77777777" w:rsidR="00B45972" w:rsidRDefault="00B45972" w:rsidP="00AC3FE8">
            <w:pPr>
              <w:pStyle w:val="TAC"/>
              <w:rPr>
                <w:lang w:eastAsia="fi-FI"/>
              </w:rPr>
            </w:pPr>
            <w:r>
              <w:rPr>
                <w:lang w:eastAsia="fi-FI"/>
              </w:rPr>
              <w:t>DC_7C_n5A</w:t>
            </w:r>
          </w:p>
          <w:p w14:paraId="355EB6C7" w14:textId="77777777" w:rsidR="00B45972" w:rsidRDefault="00B45972" w:rsidP="00AC3FE8">
            <w:pPr>
              <w:pStyle w:val="TAC"/>
              <w:rPr>
                <w:noProof/>
                <w:lang w:eastAsia="zh-CN"/>
              </w:rPr>
            </w:pPr>
            <w:r>
              <w:rPr>
                <w:lang w:eastAsia="fi-FI"/>
              </w:rPr>
              <w:t>DC_28A_n5A</w:t>
            </w:r>
          </w:p>
        </w:tc>
      </w:tr>
      <w:tr w:rsidR="00B45972" w14:paraId="2054EEB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BBE8411" w14:textId="77777777" w:rsidR="00B45972" w:rsidRDefault="00B45972" w:rsidP="00AC3FE8">
            <w:pPr>
              <w:pStyle w:val="TAC"/>
              <w:rPr>
                <w:lang w:eastAsia="fi-FI"/>
              </w:rPr>
            </w:pPr>
            <w:r>
              <w:rPr>
                <w:lang w:eastAsia="ja-JP"/>
              </w:rPr>
              <w:t>DC_7A-28A_n7A</w:t>
            </w:r>
          </w:p>
        </w:tc>
        <w:tc>
          <w:tcPr>
            <w:tcW w:w="5862" w:type="dxa"/>
            <w:tcBorders>
              <w:top w:val="single" w:sz="4" w:space="0" w:color="auto"/>
              <w:left w:val="single" w:sz="4" w:space="0" w:color="auto"/>
              <w:bottom w:val="single" w:sz="4" w:space="0" w:color="auto"/>
              <w:right w:val="single" w:sz="4" w:space="0" w:color="auto"/>
            </w:tcBorders>
            <w:hideMark/>
          </w:tcPr>
          <w:p w14:paraId="06DD7854" w14:textId="77777777" w:rsidR="00B45972" w:rsidRDefault="00B45972" w:rsidP="00AC3FE8">
            <w:pPr>
              <w:pStyle w:val="TAC"/>
              <w:rPr>
                <w:lang w:eastAsia="fi-FI"/>
              </w:rPr>
            </w:pPr>
            <w:r>
              <w:rPr>
                <w:lang w:eastAsia="fi-FI"/>
              </w:rPr>
              <w:t>DC_7A_n7A</w:t>
            </w:r>
            <w:r>
              <w:rPr>
                <w:vertAlign w:val="superscript"/>
                <w:lang w:eastAsia="fi-FI"/>
              </w:rPr>
              <w:t>2</w:t>
            </w:r>
          </w:p>
          <w:p w14:paraId="795DD8D9" w14:textId="77777777" w:rsidR="00B45972" w:rsidRDefault="00B45972" w:rsidP="00AC3FE8">
            <w:pPr>
              <w:pStyle w:val="TAC"/>
              <w:rPr>
                <w:lang w:eastAsia="fi-FI"/>
              </w:rPr>
            </w:pPr>
            <w:r>
              <w:rPr>
                <w:lang w:eastAsia="fi-FI"/>
              </w:rPr>
              <w:t>DC_28A_n7A</w:t>
            </w:r>
          </w:p>
        </w:tc>
      </w:tr>
      <w:tr w:rsidR="00B45972" w14:paraId="432A924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5570CA4" w14:textId="77777777" w:rsidR="00B45972" w:rsidRDefault="00B45972" w:rsidP="00AC3FE8">
            <w:pPr>
              <w:pStyle w:val="TAC"/>
              <w:rPr>
                <w:lang w:eastAsia="ja-JP"/>
              </w:rPr>
            </w:pPr>
            <w:r>
              <w:rPr>
                <w:lang w:eastAsia="ja-JP"/>
              </w:rPr>
              <w:t>DC_7A_n28A-n40A</w:t>
            </w:r>
          </w:p>
        </w:tc>
        <w:tc>
          <w:tcPr>
            <w:tcW w:w="5862" w:type="dxa"/>
            <w:tcBorders>
              <w:top w:val="single" w:sz="4" w:space="0" w:color="auto"/>
              <w:left w:val="single" w:sz="4" w:space="0" w:color="auto"/>
              <w:bottom w:val="single" w:sz="4" w:space="0" w:color="auto"/>
              <w:right w:val="single" w:sz="4" w:space="0" w:color="auto"/>
            </w:tcBorders>
            <w:hideMark/>
          </w:tcPr>
          <w:p w14:paraId="278CDCD3" w14:textId="77777777" w:rsidR="00B45972" w:rsidRDefault="00B45972" w:rsidP="00AC3FE8">
            <w:pPr>
              <w:pStyle w:val="TAC"/>
              <w:rPr>
                <w:lang w:eastAsia="ja-JP"/>
              </w:rPr>
            </w:pPr>
            <w:r>
              <w:rPr>
                <w:lang w:eastAsia="ja-JP"/>
              </w:rPr>
              <w:t>DC_7A_n28A</w:t>
            </w:r>
          </w:p>
          <w:p w14:paraId="62005E32" w14:textId="77777777" w:rsidR="00B45972" w:rsidRDefault="00B45972" w:rsidP="00AC3FE8">
            <w:pPr>
              <w:pStyle w:val="TAC"/>
              <w:rPr>
                <w:bCs/>
                <w:lang w:eastAsia="fi-FI"/>
              </w:rPr>
            </w:pPr>
            <w:r>
              <w:rPr>
                <w:bCs/>
                <w:lang w:eastAsia="ja-JP"/>
              </w:rPr>
              <w:t>DC_7A_n40A</w:t>
            </w:r>
          </w:p>
        </w:tc>
      </w:tr>
      <w:tr w:rsidR="00B45972" w14:paraId="6B9B918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33BBAFD" w14:textId="77777777" w:rsidR="00B45972" w:rsidRDefault="00B45972" w:rsidP="00AC3FE8">
            <w:pPr>
              <w:pStyle w:val="TAC"/>
              <w:rPr>
                <w:lang w:eastAsia="ja-JP"/>
              </w:rPr>
            </w:pPr>
            <w:r>
              <w:rPr>
                <w:lang w:eastAsia="ja-JP"/>
              </w:rPr>
              <w:t>DC_7A-28A_n40A</w:t>
            </w:r>
          </w:p>
        </w:tc>
        <w:tc>
          <w:tcPr>
            <w:tcW w:w="5862" w:type="dxa"/>
            <w:tcBorders>
              <w:top w:val="single" w:sz="4" w:space="0" w:color="auto"/>
              <w:left w:val="single" w:sz="4" w:space="0" w:color="auto"/>
              <w:bottom w:val="single" w:sz="4" w:space="0" w:color="auto"/>
              <w:right w:val="single" w:sz="4" w:space="0" w:color="auto"/>
            </w:tcBorders>
            <w:hideMark/>
          </w:tcPr>
          <w:p w14:paraId="35815108" w14:textId="77777777" w:rsidR="00B45972" w:rsidRDefault="00B45972" w:rsidP="00AC3FE8">
            <w:pPr>
              <w:pStyle w:val="TAC"/>
              <w:rPr>
                <w:lang w:eastAsia="ja-JP"/>
              </w:rPr>
            </w:pPr>
            <w:r>
              <w:rPr>
                <w:lang w:eastAsia="ja-JP"/>
              </w:rPr>
              <w:t>DC_7A_n40A</w:t>
            </w:r>
          </w:p>
          <w:p w14:paraId="3D0E6092" w14:textId="77777777" w:rsidR="00B45972" w:rsidRDefault="00B45972" w:rsidP="00AC3FE8">
            <w:pPr>
              <w:pStyle w:val="TAC"/>
              <w:rPr>
                <w:lang w:eastAsia="ja-JP"/>
              </w:rPr>
            </w:pPr>
            <w:r>
              <w:rPr>
                <w:lang w:eastAsia="ja-JP"/>
              </w:rPr>
              <w:t>DC_28A_n40A</w:t>
            </w:r>
          </w:p>
        </w:tc>
      </w:tr>
      <w:tr w:rsidR="00B45972" w14:paraId="4C3FFC4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A2A2B93" w14:textId="77777777" w:rsidR="00B45972" w:rsidRDefault="00B45972" w:rsidP="00AC3FE8">
            <w:pPr>
              <w:pStyle w:val="TAC"/>
              <w:rPr>
                <w:noProof/>
                <w:vertAlign w:val="superscript"/>
                <w:lang w:eastAsia="zh-CN"/>
              </w:rPr>
            </w:pPr>
            <w:r>
              <w:rPr>
                <w:noProof/>
                <w:lang w:eastAsia="zh-CN"/>
              </w:rPr>
              <w:t>DC_7A-28A_n78A</w:t>
            </w:r>
            <w:r>
              <w:rPr>
                <w:noProof/>
                <w:vertAlign w:val="superscript"/>
                <w:lang w:eastAsia="zh-CN"/>
              </w:rPr>
              <w:t>5</w:t>
            </w:r>
          </w:p>
          <w:p w14:paraId="4ED69047" w14:textId="77777777" w:rsidR="00B45972" w:rsidRDefault="00B45972" w:rsidP="00AC3FE8">
            <w:pPr>
              <w:pStyle w:val="TAC"/>
              <w:rPr>
                <w:noProof/>
                <w:lang w:eastAsia="zh-CN"/>
              </w:rPr>
            </w:pPr>
            <w:r>
              <w:rPr>
                <w:noProof/>
                <w:lang w:eastAsia="zh-CN"/>
              </w:rPr>
              <w:t>DC_7C-28A_n78A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869C086" w14:textId="77777777" w:rsidR="00B45972" w:rsidRDefault="00B45972" w:rsidP="00AC3FE8">
            <w:pPr>
              <w:pStyle w:val="TAC"/>
              <w:rPr>
                <w:noProof/>
                <w:lang w:eastAsia="zh-CN"/>
              </w:rPr>
            </w:pPr>
            <w:r>
              <w:rPr>
                <w:noProof/>
                <w:lang w:eastAsia="zh-CN"/>
              </w:rPr>
              <w:t>DC_7A_n78A</w:t>
            </w:r>
          </w:p>
          <w:p w14:paraId="2C0B8828" w14:textId="77777777" w:rsidR="00B45972" w:rsidRDefault="00B45972" w:rsidP="00AC3FE8">
            <w:pPr>
              <w:pStyle w:val="TAC"/>
              <w:rPr>
                <w:noProof/>
                <w:lang w:eastAsia="zh-CN"/>
              </w:rPr>
            </w:pPr>
            <w:r>
              <w:rPr>
                <w:noProof/>
                <w:lang w:eastAsia="zh-CN"/>
              </w:rPr>
              <w:t>DC_7C_n78A</w:t>
            </w:r>
          </w:p>
          <w:p w14:paraId="51733834" w14:textId="77777777" w:rsidR="00B45972" w:rsidRDefault="00B45972" w:rsidP="00AC3FE8">
            <w:pPr>
              <w:pStyle w:val="TAC"/>
              <w:rPr>
                <w:noProof/>
                <w:lang w:eastAsia="zh-CN"/>
              </w:rPr>
            </w:pPr>
            <w:r>
              <w:rPr>
                <w:noProof/>
                <w:lang w:eastAsia="zh-CN"/>
              </w:rPr>
              <w:t>DC_28A_n78A</w:t>
            </w:r>
          </w:p>
        </w:tc>
      </w:tr>
      <w:tr w:rsidR="00B45972" w14:paraId="684F903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DBE2462" w14:textId="77777777" w:rsidR="00B45972" w:rsidRDefault="00B45972" w:rsidP="00AC3FE8">
            <w:pPr>
              <w:pStyle w:val="TAC"/>
              <w:rPr>
                <w:noProof/>
                <w:vertAlign w:val="superscript"/>
                <w:lang w:eastAsia="zh-CN"/>
              </w:rPr>
            </w:pPr>
            <w:r>
              <w:rPr>
                <w:rFonts w:eastAsia="Malgun Gothic"/>
                <w:noProof/>
                <w:lang w:eastAsia="ko-KR"/>
              </w:rPr>
              <w:t>DC_7A_n28A-n78A</w:t>
            </w:r>
            <w:r>
              <w:rPr>
                <w:noProof/>
                <w:vertAlign w:val="superscript"/>
                <w:lang w:eastAsia="zh-CN"/>
              </w:rPr>
              <w:t>5</w:t>
            </w:r>
          </w:p>
          <w:p w14:paraId="12868F5B" w14:textId="77777777" w:rsidR="00B45972" w:rsidRDefault="00B45972" w:rsidP="00AC3FE8">
            <w:pPr>
              <w:pStyle w:val="TAC"/>
              <w:rPr>
                <w:noProof/>
                <w:lang w:eastAsia="zh-CN"/>
              </w:rPr>
            </w:pPr>
            <w:r>
              <w:rPr>
                <w:rFonts w:eastAsia="Malgun Gothic"/>
                <w:noProof/>
                <w:lang w:eastAsia="ko-KR"/>
              </w:rPr>
              <w:t>DC_7C_n28A-n78A</w:t>
            </w:r>
          </w:p>
        </w:tc>
        <w:tc>
          <w:tcPr>
            <w:tcW w:w="5862" w:type="dxa"/>
            <w:tcBorders>
              <w:top w:val="single" w:sz="4" w:space="0" w:color="auto"/>
              <w:left w:val="single" w:sz="4" w:space="0" w:color="auto"/>
              <w:bottom w:val="single" w:sz="4" w:space="0" w:color="auto"/>
              <w:right w:val="single" w:sz="4" w:space="0" w:color="auto"/>
            </w:tcBorders>
            <w:hideMark/>
          </w:tcPr>
          <w:p w14:paraId="4F366209" w14:textId="77777777" w:rsidR="00B45972" w:rsidRDefault="00B45972" w:rsidP="00AC3FE8">
            <w:pPr>
              <w:pStyle w:val="TAC"/>
              <w:rPr>
                <w:rFonts w:eastAsia="Malgun Gothic"/>
                <w:noProof/>
                <w:lang w:eastAsia="ko-KR"/>
              </w:rPr>
            </w:pPr>
            <w:r>
              <w:rPr>
                <w:rFonts w:eastAsia="Malgun Gothic"/>
                <w:noProof/>
                <w:lang w:eastAsia="ko-KR"/>
              </w:rPr>
              <w:t>DC_7A_n28A</w:t>
            </w:r>
          </w:p>
          <w:p w14:paraId="745BD426" w14:textId="77777777" w:rsidR="00B45972" w:rsidRDefault="00B45972" w:rsidP="00AC3FE8">
            <w:pPr>
              <w:pStyle w:val="TAC"/>
              <w:rPr>
                <w:rFonts w:eastAsia="Malgun Gothic"/>
                <w:noProof/>
                <w:lang w:eastAsia="ko-KR"/>
              </w:rPr>
            </w:pPr>
            <w:r>
              <w:rPr>
                <w:rFonts w:eastAsia="Malgun Gothic"/>
                <w:noProof/>
                <w:lang w:eastAsia="ko-KR"/>
              </w:rPr>
              <w:t>DC_7A_n78A</w:t>
            </w:r>
          </w:p>
          <w:p w14:paraId="01E6B0B1" w14:textId="77777777" w:rsidR="00B45972" w:rsidRDefault="00B45972" w:rsidP="00AC3FE8">
            <w:pPr>
              <w:pStyle w:val="TAC"/>
              <w:rPr>
                <w:rFonts w:eastAsia="Malgun Gothic"/>
                <w:noProof/>
                <w:lang w:eastAsia="ko-KR"/>
              </w:rPr>
            </w:pPr>
            <w:r>
              <w:rPr>
                <w:noProof/>
                <w:lang w:eastAsia="zh-CN"/>
              </w:rPr>
              <w:t>DC_7C_n28A</w:t>
            </w:r>
          </w:p>
          <w:p w14:paraId="0A152596" w14:textId="77777777" w:rsidR="00B45972" w:rsidRDefault="00B45972" w:rsidP="00AC3FE8">
            <w:pPr>
              <w:pStyle w:val="TAC"/>
              <w:rPr>
                <w:noProof/>
                <w:lang w:eastAsia="zh-CN"/>
              </w:rPr>
            </w:pPr>
            <w:r>
              <w:rPr>
                <w:noProof/>
                <w:lang w:eastAsia="zh-CN"/>
              </w:rPr>
              <w:t>DC_7C_n78A</w:t>
            </w:r>
          </w:p>
        </w:tc>
      </w:tr>
      <w:tr w:rsidR="00B45972" w14:paraId="4E455FF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F5C323C" w14:textId="77777777" w:rsidR="00B45972" w:rsidRDefault="00B45972" w:rsidP="00AC3FE8">
            <w:pPr>
              <w:pStyle w:val="TAC"/>
              <w:rPr>
                <w:rFonts w:eastAsia="Malgun Gothic"/>
                <w:noProof/>
                <w:lang w:eastAsia="ko-KR"/>
              </w:rPr>
            </w:pPr>
            <w:r>
              <w:rPr>
                <w:noProof/>
                <w:lang w:eastAsia="zh-CN"/>
              </w:rPr>
              <w:t>DC_7A-40A_n1A</w:t>
            </w:r>
          </w:p>
        </w:tc>
        <w:tc>
          <w:tcPr>
            <w:tcW w:w="5862" w:type="dxa"/>
            <w:tcBorders>
              <w:top w:val="single" w:sz="4" w:space="0" w:color="auto"/>
              <w:left w:val="single" w:sz="4" w:space="0" w:color="auto"/>
              <w:bottom w:val="single" w:sz="4" w:space="0" w:color="auto"/>
              <w:right w:val="single" w:sz="4" w:space="0" w:color="auto"/>
            </w:tcBorders>
            <w:hideMark/>
          </w:tcPr>
          <w:p w14:paraId="1F00156B" w14:textId="77777777" w:rsidR="00B45972" w:rsidRDefault="00B45972" w:rsidP="00AC3FE8">
            <w:pPr>
              <w:pStyle w:val="TAC"/>
              <w:rPr>
                <w:noProof/>
                <w:lang w:eastAsia="zh-CN"/>
              </w:rPr>
            </w:pPr>
            <w:r>
              <w:rPr>
                <w:noProof/>
                <w:lang w:eastAsia="zh-CN"/>
              </w:rPr>
              <w:t>DC_7A_n1A</w:t>
            </w:r>
          </w:p>
          <w:p w14:paraId="614279BE" w14:textId="77777777" w:rsidR="00B45972" w:rsidRDefault="00B45972" w:rsidP="00AC3FE8">
            <w:pPr>
              <w:pStyle w:val="TAC"/>
              <w:rPr>
                <w:rFonts w:eastAsia="Malgun Gothic"/>
                <w:noProof/>
                <w:lang w:eastAsia="ko-KR"/>
              </w:rPr>
            </w:pPr>
            <w:r>
              <w:rPr>
                <w:noProof/>
                <w:lang w:eastAsia="zh-CN"/>
              </w:rPr>
              <w:t>DC_40A_n1A</w:t>
            </w:r>
          </w:p>
        </w:tc>
      </w:tr>
      <w:tr w:rsidR="00B45972" w14:paraId="5CE54E9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6805150" w14:textId="77777777" w:rsidR="00B45972" w:rsidRDefault="00B45972" w:rsidP="00AC3FE8">
            <w:pPr>
              <w:pStyle w:val="TAC"/>
              <w:rPr>
                <w:noProof/>
                <w:vertAlign w:val="superscript"/>
                <w:lang w:eastAsia="zh-CN"/>
              </w:rPr>
            </w:pPr>
            <w:r>
              <w:rPr>
                <w:noProof/>
                <w:lang w:eastAsia="zh-CN"/>
              </w:rPr>
              <w:t>DC_7A-46A_n78A</w:t>
            </w:r>
            <w:r>
              <w:rPr>
                <w:noProof/>
                <w:vertAlign w:val="superscript"/>
                <w:lang w:eastAsia="zh-CN"/>
              </w:rPr>
              <w:t>3</w:t>
            </w:r>
          </w:p>
          <w:p w14:paraId="13BC5331" w14:textId="77777777" w:rsidR="00B45972" w:rsidRDefault="00B45972" w:rsidP="00AC3FE8">
            <w:pPr>
              <w:pStyle w:val="TAC"/>
              <w:rPr>
                <w:noProof/>
                <w:vertAlign w:val="superscript"/>
                <w:lang w:eastAsia="zh-CN"/>
              </w:rPr>
            </w:pPr>
            <w:r>
              <w:rPr>
                <w:noProof/>
                <w:lang w:eastAsia="zh-CN"/>
              </w:rPr>
              <w:t>DC_7A-46C_n78A</w:t>
            </w:r>
            <w:r>
              <w:rPr>
                <w:noProof/>
                <w:vertAlign w:val="superscript"/>
                <w:lang w:eastAsia="zh-CN"/>
              </w:rPr>
              <w:t>3</w:t>
            </w:r>
          </w:p>
          <w:p w14:paraId="3AD02C35" w14:textId="77777777" w:rsidR="00B45972" w:rsidRDefault="00B45972" w:rsidP="00AC3FE8">
            <w:pPr>
              <w:pStyle w:val="TAC"/>
              <w:rPr>
                <w:noProof/>
                <w:vertAlign w:val="superscript"/>
                <w:lang w:eastAsia="zh-CN"/>
              </w:rPr>
            </w:pPr>
            <w:r>
              <w:rPr>
                <w:lang w:eastAsia="fi-FI"/>
              </w:rPr>
              <w:t>DC_</w:t>
            </w:r>
            <w:r>
              <w:rPr>
                <w:lang w:eastAsia="zh-CN"/>
              </w:rPr>
              <w:t>7</w:t>
            </w:r>
            <w:r>
              <w:rPr>
                <w:lang w:eastAsia="fi-FI"/>
              </w:rPr>
              <w:t>A-</w:t>
            </w:r>
            <w:r>
              <w:rPr>
                <w:lang w:eastAsia="zh-CN"/>
              </w:rPr>
              <w:t>46D</w:t>
            </w:r>
            <w:r>
              <w:rPr>
                <w:lang w:eastAsia="fi-FI"/>
              </w:rPr>
              <w:t>_n78A</w:t>
            </w:r>
            <w:r>
              <w:rPr>
                <w:noProof/>
                <w:vertAlign w:val="superscript"/>
                <w:lang w:eastAsia="zh-CN"/>
              </w:rPr>
              <w:t>3</w:t>
            </w:r>
          </w:p>
          <w:p w14:paraId="5F3CC9F0" w14:textId="77777777" w:rsidR="00B45972" w:rsidRDefault="00B45972" w:rsidP="00AC3FE8">
            <w:pPr>
              <w:pStyle w:val="TAC"/>
              <w:rPr>
                <w:noProof/>
                <w:lang w:eastAsia="zh-CN"/>
              </w:rPr>
            </w:pPr>
            <w:r>
              <w:rPr>
                <w:lang w:eastAsia="fi-FI"/>
              </w:rPr>
              <w:t>DC_</w:t>
            </w:r>
            <w:r>
              <w:rPr>
                <w:lang w:eastAsia="zh-CN"/>
              </w:rPr>
              <w:t>7</w:t>
            </w:r>
            <w:r>
              <w:rPr>
                <w:lang w:eastAsia="fi-FI"/>
              </w:rPr>
              <w:t>A-</w:t>
            </w:r>
            <w:r>
              <w:rPr>
                <w:lang w:eastAsia="zh-CN"/>
              </w:rPr>
              <w:t>46E</w:t>
            </w:r>
            <w:r>
              <w:rPr>
                <w:lang w:eastAsia="fi-FI"/>
              </w:rPr>
              <w:t>_n78A</w:t>
            </w:r>
            <w:r>
              <w:rPr>
                <w:noProof/>
                <w:vertAlign w:val="superscript"/>
                <w:lang w:eastAsia="zh-CN"/>
              </w:rPr>
              <w:t>3</w:t>
            </w:r>
          </w:p>
        </w:tc>
        <w:tc>
          <w:tcPr>
            <w:tcW w:w="5862" w:type="dxa"/>
            <w:tcBorders>
              <w:top w:val="single" w:sz="4" w:space="0" w:color="auto"/>
              <w:left w:val="single" w:sz="4" w:space="0" w:color="auto"/>
              <w:bottom w:val="single" w:sz="4" w:space="0" w:color="auto"/>
              <w:right w:val="single" w:sz="4" w:space="0" w:color="auto"/>
            </w:tcBorders>
            <w:hideMark/>
          </w:tcPr>
          <w:p w14:paraId="3A1BF07A" w14:textId="77777777" w:rsidR="00B45972" w:rsidRDefault="00B45972" w:rsidP="00AC3FE8">
            <w:pPr>
              <w:pStyle w:val="TAC"/>
              <w:rPr>
                <w:noProof/>
                <w:lang w:eastAsia="zh-CN"/>
              </w:rPr>
            </w:pPr>
            <w:r>
              <w:rPr>
                <w:noProof/>
                <w:lang w:eastAsia="zh-CN"/>
              </w:rPr>
              <w:t>DC_7A_n78A</w:t>
            </w:r>
          </w:p>
        </w:tc>
      </w:tr>
      <w:tr w:rsidR="00B45972" w14:paraId="5453D4A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403C6C6" w14:textId="77777777" w:rsidR="00B45972" w:rsidRDefault="00B45972" w:rsidP="00AC3FE8">
            <w:pPr>
              <w:pStyle w:val="TAC"/>
              <w:rPr>
                <w:noProof/>
                <w:lang w:eastAsia="zh-CN"/>
              </w:rPr>
            </w:pPr>
            <w:r>
              <w:rPr>
                <w:lang w:eastAsia="ja-JP"/>
              </w:rPr>
              <w:t>DC_7A-66A_n38A</w:t>
            </w:r>
          </w:p>
        </w:tc>
        <w:tc>
          <w:tcPr>
            <w:tcW w:w="5862" w:type="dxa"/>
            <w:tcBorders>
              <w:top w:val="single" w:sz="4" w:space="0" w:color="auto"/>
              <w:left w:val="single" w:sz="4" w:space="0" w:color="auto"/>
              <w:bottom w:val="single" w:sz="4" w:space="0" w:color="auto"/>
              <w:right w:val="single" w:sz="4" w:space="0" w:color="auto"/>
            </w:tcBorders>
            <w:hideMark/>
          </w:tcPr>
          <w:p w14:paraId="7FED794F" w14:textId="77777777" w:rsidR="00B45972" w:rsidRDefault="00B45972" w:rsidP="00AC3FE8">
            <w:pPr>
              <w:pStyle w:val="TAC"/>
              <w:rPr>
                <w:noProof/>
                <w:lang w:eastAsia="zh-CN"/>
              </w:rPr>
            </w:pPr>
            <w:r>
              <w:rPr>
                <w:lang w:eastAsia="ja-JP"/>
              </w:rPr>
              <w:t>66A</w:t>
            </w:r>
            <w:r>
              <w:rPr>
                <w:vertAlign w:val="superscript"/>
              </w:rPr>
              <w:t>9</w:t>
            </w:r>
          </w:p>
        </w:tc>
      </w:tr>
      <w:tr w:rsidR="00B45972" w14:paraId="4D6ED1C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F127F76" w14:textId="77777777" w:rsidR="00B45972" w:rsidRDefault="00B45972" w:rsidP="00AC3FE8">
            <w:pPr>
              <w:pStyle w:val="TAC"/>
              <w:rPr>
                <w:szCs w:val="18"/>
                <w:lang w:eastAsia="zh-CN"/>
              </w:rPr>
            </w:pPr>
            <w:r>
              <w:rPr>
                <w:szCs w:val="18"/>
                <w:lang w:eastAsia="zh-CN"/>
              </w:rPr>
              <w:t>DC_7A-66A_n66A</w:t>
            </w:r>
          </w:p>
          <w:p w14:paraId="73B09573" w14:textId="77777777" w:rsidR="00B45972" w:rsidRDefault="00B45972" w:rsidP="00AC3FE8">
            <w:pPr>
              <w:pStyle w:val="TAC"/>
              <w:rPr>
                <w:szCs w:val="18"/>
                <w:lang w:eastAsia="zh-CN"/>
              </w:rPr>
            </w:pPr>
            <w:r>
              <w:rPr>
                <w:szCs w:val="18"/>
                <w:lang w:eastAsia="zh-CN"/>
              </w:rPr>
              <w:t>DC_7C-66A_n66A</w:t>
            </w:r>
          </w:p>
        </w:tc>
        <w:tc>
          <w:tcPr>
            <w:tcW w:w="5862" w:type="dxa"/>
            <w:tcBorders>
              <w:top w:val="single" w:sz="4" w:space="0" w:color="auto"/>
              <w:left w:val="single" w:sz="4" w:space="0" w:color="auto"/>
              <w:bottom w:val="single" w:sz="4" w:space="0" w:color="auto"/>
              <w:right w:val="single" w:sz="4" w:space="0" w:color="auto"/>
            </w:tcBorders>
            <w:hideMark/>
          </w:tcPr>
          <w:p w14:paraId="586256D6" w14:textId="77777777" w:rsidR="00B45972" w:rsidRDefault="00B45972" w:rsidP="00AC3FE8">
            <w:pPr>
              <w:pStyle w:val="TAC"/>
              <w:rPr>
                <w:szCs w:val="18"/>
                <w:lang w:eastAsia="zh-CN"/>
              </w:rPr>
            </w:pPr>
            <w:r>
              <w:rPr>
                <w:szCs w:val="18"/>
                <w:lang w:eastAsia="zh-CN"/>
              </w:rPr>
              <w:t>DC_7A_n66A</w:t>
            </w:r>
          </w:p>
          <w:p w14:paraId="4FAA2589" w14:textId="77777777" w:rsidR="00B45972" w:rsidRDefault="00B45972" w:rsidP="00AC3FE8">
            <w:pPr>
              <w:pStyle w:val="TAC"/>
              <w:rPr>
                <w:noProof/>
                <w:lang w:eastAsia="zh-CN"/>
              </w:rPr>
            </w:pPr>
            <w:r>
              <w:rPr>
                <w:szCs w:val="18"/>
                <w:lang w:eastAsia="zh-CN"/>
              </w:rPr>
              <w:t>DC_66A_n66A</w:t>
            </w:r>
            <w:r>
              <w:rPr>
                <w:szCs w:val="18"/>
                <w:vertAlign w:val="superscript"/>
                <w:lang w:eastAsia="zh-CN"/>
              </w:rPr>
              <w:t>2</w:t>
            </w:r>
          </w:p>
        </w:tc>
      </w:tr>
      <w:tr w:rsidR="00B45972" w14:paraId="6721C2F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F72DDC5" w14:textId="77777777" w:rsidR="00B45972" w:rsidRDefault="00B45972" w:rsidP="00AC3FE8">
            <w:pPr>
              <w:pStyle w:val="TAC"/>
              <w:rPr>
                <w:szCs w:val="18"/>
                <w:lang w:eastAsia="zh-CN"/>
              </w:rPr>
            </w:pPr>
            <w:r>
              <w:rPr>
                <w:szCs w:val="18"/>
                <w:lang w:eastAsia="zh-CN"/>
              </w:rPr>
              <w:t>DC_7A-7A-66A_n66A</w:t>
            </w:r>
          </w:p>
        </w:tc>
        <w:tc>
          <w:tcPr>
            <w:tcW w:w="5862" w:type="dxa"/>
            <w:tcBorders>
              <w:top w:val="single" w:sz="4" w:space="0" w:color="auto"/>
              <w:left w:val="single" w:sz="4" w:space="0" w:color="auto"/>
              <w:bottom w:val="single" w:sz="4" w:space="0" w:color="auto"/>
              <w:right w:val="single" w:sz="4" w:space="0" w:color="auto"/>
            </w:tcBorders>
            <w:hideMark/>
          </w:tcPr>
          <w:p w14:paraId="64B2888F" w14:textId="77777777" w:rsidR="00B45972" w:rsidRDefault="00B45972" w:rsidP="00AC3FE8">
            <w:pPr>
              <w:pStyle w:val="TAC"/>
              <w:rPr>
                <w:szCs w:val="18"/>
                <w:lang w:eastAsia="zh-CN"/>
              </w:rPr>
            </w:pPr>
            <w:r>
              <w:rPr>
                <w:szCs w:val="18"/>
                <w:lang w:eastAsia="zh-CN"/>
              </w:rPr>
              <w:t>DC_7A_n66A</w:t>
            </w:r>
          </w:p>
          <w:p w14:paraId="302DC66B" w14:textId="77777777" w:rsidR="00B45972" w:rsidRDefault="00B45972" w:rsidP="00AC3FE8">
            <w:pPr>
              <w:pStyle w:val="TAC"/>
              <w:rPr>
                <w:szCs w:val="18"/>
                <w:lang w:eastAsia="zh-CN"/>
              </w:rPr>
            </w:pPr>
            <w:r>
              <w:rPr>
                <w:szCs w:val="18"/>
                <w:lang w:eastAsia="zh-CN"/>
              </w:rPr>
              <w:t>DC_66A_n66A</w:t>
            </w:r>
            <w:r>
              <w:rPr>
                <w:szCs w:val="18"/>
                <w:vertAlign w:val="superscript"/>
                <w:lang w:eastAsia="zh-CN"/>
              </w:rPr>
              <w:t>2</w:t>
            </w:r>
          </w:p>
        </w:tc>
      </w:tr>
      <w:tr w:rsidR="00B45972" w14:paraId="32AEF8C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5429F75" w14:textId="77777777" w:rsidR="00B45972" w:rsidRDefault="00B45972" w:rsidP="00AC3FE8">
            <w:pPr>
              <w:pStyle w:val="TAC"/>
              <w:rPr>
                <w:szCs w:val="18"/>
                <w:lang w:eastAsia="zh-CN"/>
              </w:rPr>
            </w:pPr>
            <w:r>
              <w:rPr>
                <w:lang w:eastAsia="ja-JP"/>
              </w:rPr>
              <w:t>DC_7A-66A_n71A</w:t>
            </w:r>
          </w:p>
        </w:tc>
        <w:tc>
          <w:tcPr>
            <w:tcW w:w="5862" w:type="dxa"/>
            <w:tcBorders>
              <w:top w:val="single" w:sz="4" w:space="0" w:color="auto"/>
              <w:left w:val="single" w:sz="4" w:space="0" w:color="auto"/>
              <w:bottom w:val="single" w:sz="4" w:space="0" w:color="auto"/>
              <w:right w:val="single" w:sz="4" w:space="0" w:color="auto"/>
            </w:tcBorders>
            <w:hideMark/>
          </w:tcPr>
          <w:p w14:paraId="37EC17C8" w14:textId="77777777" w:rsidR="00B45972" w:rsidRDefault="00B45972" w:rsidP="00AC3FE8">
            <w:pPr>
              <w:pStyle w:val="TAC"/>
              <w:rPr>
                <w:lang w:eastAsia="ja-JP"/>
              </w:rPr>
            </w:pPr>
            <w:r>
              <w:rPr>
                <w:lang w:eastAsia="ja-JP"/>
              </w:rPr>
              <w:t>DC_7A_n71A</w:t>
            </w:r>
          </w:p>
          <w:p w14:paraId="77592A0C" w14:textId="77777777" w:rsidR="00B45972" w:rsidRDefault="00B45972" w:rsidP="00AC3FE8">
            <w:pPr>
              <w:pStyle w:val="TAC"/>
              <w:rPr>
                <w:szCs w:val="18"/>
                <w:lang w:eastAsia="zh-CN"/>
              </w:rPr>
            </w:pPr>
            <w:r>
              <w:rPr>
                <w:lang w:eastAsia="ja-JP"/>
              </w:rPr>
              <w:t>DC_66A_n71A</w:t>
            </w:r>
          </w:p>
        </w:tc>
      </w:tr>
      <w:tr w:rsidR="00B45972" w14:paraId="014C11A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D8A019D" w14:textId="77777777" w:rsidR="00B45972" w:rsidRDefault="00B45972" w:rsidP="00AC3FE8">
            <w:pPr>
              <w:pStyle w:val="TAC"/>
              <w:rPr>
                <w:szCs w:val="18"/>
                <w:lang w:eastAsia="zh-CN"/>
              </w:rPr>
            </w:pPr>
            <w:r>
              <w:rPr>
                <w:lang w:eastAsia="ja-JP"/>
              </w:rPr>
              <w:t>DC_7A-66A-66A_n71A</w:t>
            </w:r>
          </w:p>
        </w:tc>
        <w:tc>
          <w:tcPr>
            <w:tcW w:w="5862" w:type="dxa"/>
            <w:tcBorders>
              <w:top w:val="single" w:sz="4" w:space="0" w:color="auto"/>
              <w:left w:val="single" w:sz="4" w:space="0" w:color="auto"/>
              <w:bottom w:val="single" w:sz="4" w:space="0" w:color="auto"/>
              <w:right w:val="single" w:sz="4" w:space="0" w:color="auto"/>
            </w:tcBorders>
            <w:hideMark/>
          </w:tcPr>
          <w:p w14:paraId="326CEDC1" w14:textId="77777777" w:rsidR="00B45972" w:rsidRDefault="00B45972" w:rsidP="00AC3FE8">
            <w:pPr>
              <w:pStyle w:val="TAC"/>
              <w:rPr>
                <w:lang w:eastAsia="ja-JP"/>
              </w:rPr>
            </w:pPr>
            <w:r>
              <w:rPr>
                <w:lang w:eastAsia="ja-JP"/>
              </w:rPr>
              <w:t>DC_7A_n71A</w:t>
            </w:r>
          </w:p>
          <w:p w14:paraId="17E9D98F" w14:textId="77777777" w:rsidR="00B45972" w:rsidRDefault="00B45972" w:rsidP="00AC3FE8">
            <w:pPr>
              <w:pStyle w:val="TAC"/>
              <w:rPr>
                <w:szCs w:val="18"/>
                <w:lang w:eastAsia="zh-CN"/>
              </w:rPr>
            </w:pPr>
            <w:r>
              <w:rPr>
                <w:lang w:eastAsia="ja-JP"/>
              </w:rPr>
              <w:t>DC_66A_n71A</w:t>
            </w:r>
          </w:p>
        </w:tc>
      </w:tr>
      <w:tr w:rsidR="00B45972" w14:paraId="66200FF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E4CF653" w14:textId="77777777" w:rsidR="00B45972" w:rsidRDefault="00B45972" w:rsidP="00AC3FE8">
            <w:pPr>
              <w:pStyle w:val="TAC"/>
            </w:pPr>
            <w:r>
              <w:t>DC_7A_n66A-n78A</w:t>
            </w:r>
          </w:p>
          <w:p w14:paraId="4992A7C4" w14:textId="77777777" w:rsidR="00B45972" w:rsidRDefault="00B45972" w:rsidP="00AC3FE8">
            <w:pPr>
              <w:pStyle w:val="TAC"/>
            </w:pPr>
            <w:r>
              <w:t>DC_7A-7A_n66A-n78A</w:t>
            </w:r>
          </w:p>
          <w:p w14:paraId="1A3AF8CD" w14:textId="77777777" w:rsidR="00B45972" w:rsidRDefault="00B45972" w:rsidP="00AC3FE8">
            <w:pPr>
              <w:pStyle w:val="TAC"/>
              <w:rPr>
                <w:lang w:eastAsia="ja-JP"/>
              </w:rPr>
            </w:pPr>
            <w:r>
              <w:t>DC_7C_n66A-n78A</w:t>
            </w:r>
          </w:p>
        </w:tc>
        <w:tc>
          <w:tcPr>
            <w:tcW w:w="5862" w:type="dxa"/>
            <w:tcBorders>
              <w:top w:val="single" w:sz="4" w:space="0" w:color="auto"/>
              <w:left w:val="single" w:sz="4" w:space="0" w:color="auto"/>
              <w:bottom w:val="single" w:sz="4" w:space="0" w:color="auto"/>
              <w:right w:val="single" w:sz="4" w:space="0" w:color="auto"/>
            </w:tcBorders>
            <w:hideMark/>
          </w:tcPr>
          <w:p w14:paraId="636787D8" w14:textId="77777777" w:rsidR="00B45972" w:rsidRDefault="00B45972" w:rsidP="00AC3FE8">
            <w:pPr>
              <w:pStyle w:val="TAC"/>
            </w:pPr>
            <w:r>
              <w:t>DC_</w:t>
            </w:r>
            <w:r>
              <w:rPr>
                <w:lang w:eastAsia="zh-CN"/>
              </w:rPr>
              <w:t>7</w:t>
            </w:r>
            <w:r>
              <w:t>A_n</w:t>
            </w:r>
            <w:r>
              <w:rPr>
                <w:lang w:eastAsia="zh-CN"/>
              </w:rPr>
              <w:t>66</w:t>
            </w:r>
            <w:r>
              <w:t>A</w:t>
            </w:r>
          </w:p>
          <w:p w14:paraId="15D34C3A" w14:textId="77777777" w:rsidR="00B45972" w:rsidRDefault="00B45972" w:rsidP="00AC3FE8">
            <w:pPr>
              <w:pStyle w:val="TAC"/>
              <w:rPr>
                <w:lang w:eastAsia="ja-JP"/>
              </w:rPr>
            </w:pPr>
            <w:r>
              <w:t>DC_</w:t>
            </w:r>
            <w:r>
              <w:rPr>
                <w:lang w:eastAsia="zh-CN"/>
              </w:rPr>
              <w:t>7</w:t>
            </w:r>
            <w:r>
              <w:t>A_n78A</w:t>
            </w:r>
          </w:p>
        </w:tc>
      </w:tr>
      <w:tr w:rsidR="00B45972" w14:paraId="1683B1D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711F1E3" w14:textId="77777777" w:rsidR="00B45972" w:rsidRDefault="00B45972" w:rsidP="00AC3FE8">
            <w:pPr>
              <w:pStyle w:val="TAC"/>
            </w:pPr>
            <w:r>
              <w:t>DC_7A-66A_n78A</w:t>
            </w:r>
          </w:p>
          <w:p w14:paraId="06798C47" w14:textId="77777777" w:rsidR="00B45972" w:rsidRDefault="00B45972" w:rsidP="00AC3FE8">
            <w:pPr>
              <w:pStyle w:val="TAC"/>
              <w:rPr>
                <w:lang w:eastAsia="fr-FR"/>
              </w:rPr>
            </w:pPr>
            <w:r>
              <w:t>DC_7C-66A_n78A</w:t>
            </w:r>
          </w:p>
          <w:p w14:paraId="0007282F" w14:textId="77777777" w:rsidR="00B45972" w:rsidRDefault="00B45972" w:rsidP="00AC3FE8">
            <w:pPr>
              <w:pStyle w:val="TAC"/>
              <w:rPr>
                <w:noProof/>
                <w:lang w:eastAsia="zh-CN"/>
              </w:rPr>
            </w:pPr>
            <w:r>
              <w:rPr>
                <w:noProof/>
                <w:lang w:eastAsia="zh-CN"/>
              </w:rPr>
              <w:t>DC_7A-66A_n78(2A)</w:t>
            </w:r>
          </w:p>
          <w:p w14:paraId="2D9D42E1" w14:textId="77777777" w:rsidR="00B45972" w:rsidRDefault="00B45972" w:rsidP="00AC3FE8">
            <w:pPr>
              <w:pStyle w:val="TAC"/>
              <w:rPr>
                <w:noProof/>
                <w:lang w:eastAsia="zh-CN"/>
              </w:rPr>
            </w:pPr>
            <w:r>
              <w:rPr>
                <w:noProof/>
                <w:lang w:eastAsia="zh-CN"/>
              </w:rPr>
              <w:t>DC_7C-66A_n78(2A)</w:t>
            </w:r>
          </w:p>
        </w:tc>
        <w:tc>
          <w:tcPr>
            <w:tcW w:w="5862" w:type="dxa"/>
            <w:tcBorders>
              <w:top w:val="single" w:sz="4" w:space="0" w:color="auto"/>
              <w:left w:val="single" w:sz="4" w:space="0" w:color="auto"/>
              <w:bottom w:val="single" w:sz="4" w:space="0" w:color="auto"/>
              <w:right w:val="single" w:sz="4" w:space="0" w:color="auto"/>
            </w:tcBorders>
            <w:hideMark/>
          </w:tcPr>
          <w:p w14:paraId="051B873D" w14:textId="77777777" w:rsidR="00B45972" w:rsidRDefault="00B45972" w:rsidP="00AC3FE8">
            <w:pPr>
              <w:pStyle w:val="TAC"/>
              <w:rPr>
                <w:noProof/>
              </w:rPr>
            </w:pPr>
            <w:r>
              <w:rPr>
                <w:noProof/>
              </w:rPr>
              <w:t>DC_7A_n78A</w:t>
            </w:r>
          </w:p>
          <w:p w14:paraId="0C1FD394" w14:textId="77777777" w:rsidR="00B45972" w:rsidRDefault="00B45972" w:rsidP="00AC3FE8">
            <w:pPr>
              <w:pStyle w:val="TAC"/>
              <w:rPr>
                <w:noProof/>
                <w:lang w:eastAsia="fr-FR"/>
              </w:rPr>
            </w:pPr>
            <w:r>
              <w:rPr>
                <w:noProof/>
              </w:rPr>
              <w:t>DC_7C_n78A</w:t>
            </w:r>
          </w:p>
          <w:p w14:paraId="3C0492E2" w14:textId="77777777" w:rsidR="00B45972" w:rsidRDefault="00B45972" w:rsidP="00AC3FE8">
            <w:pPr>
              <w:pStyle w:val="TAC"/>
              <w:rPr>
                <w:noProof/>
                <w:lang w:eastAsia="zh-CN"/>
              </w:rPr>
            </w:pPr>
            <w:r>
              <w:rPr>
                <w:noProof/>
                <w:kern w:val="2"/>
              </w:rPr>
              <w:t>DC_66A_n78A</w:t>
            </w:r>
          </w:p>
        </w:tc>
      </w:tr>
      <w:tr w:rsidR="00B45972" w14:paraId="2CAF4C3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54A0807" w14:textId="77777777" w:rsidR="00B45972" w:rsidRDefault="00B45972" w:rsidP="00AC3FE8">
            <w:pPr>
              <w:pStyle w:val="TAC"/>
              <w:rPr>
                <w:lang w:eastAsia="fr-FR"/>
              </w:rPr>
            </w:pPr>
            <w:r>
              <w:t>DC_7A-7A-66A_n78A</w:t>
            </w:r>
          </w:p>
          <w:p w14:paraId="1422D19B" w14:textId="77777777" w:rsidR="00B45972" w:rsidRDefault="00B45972" w:rsidP="00AC3FE8">
            <w:pPr>
              <w:pStyle w:val="TAC"/>
              <w:rPr>
                <w:noProof/>
                <w:lang w:eastAsia="zh-CN"/>
              </w:rPr>
            </w:pPr>
            <w:r>
              <w:rPr>
                <w:noProof/>
                <w:lang w:eastAsia="zh-CN"/>
              </w:rPr>
              <w:t>DC_7A-7A-66A_n78(2A)</w:t>
            </w:r>
          </w:p>
        </w:tc>
        <w:tc>
          <w:tcPr>
            <w:tcW w:w="5862" w:type="dxa"/>
            <w:tcBorders>
              <w:top w:val="single" w:sz="4" w:space="0" w:color="auto"/>
              <w:left w:val="single" w:sz="4" w:space="0" w:color="auto"/>
              <w:bottom w:val="single" w:sz="4" w:space="0" w:color="auto"/>
              <w:right w:val="single" w:sz="4" w:space="0" w:color="auto"/>
            </w:tcBorders>
            <w:hideMark/>
          </w:tcPr>
          <w:p w14:paraId="16CFF1B7" w14:textId="77777777" w:rsidR="00B45972" w:rsidRDefault="00B45972" w:rsidP="00AC3FE8">
            <w:pPr>
              <w:pStyle w:val="TAC"/>
              <w:rPr>
                <w:noProof/>
              </w:rPr>
            </w:pPr>
            <w:r>
              <w:rPr>
                <w:noProof/>
              </w:rPr>
              <w:t>DC_7A_n78A</w:t>
            </w:r>
          </w:p>
          <w:p w14:paraId="4278BB1E" w14:textId="77777777" w:rsidR="00B45972" w:rsidRDefault="00B45972" w:rsidP="00AC3FE8">
            <w:pPr>
              <w:pStyle w:val="TAC"/>
              <w:rPr>
                <w:noProof/>
                <w:lang w:eastAsia="zh-CN"/>
              </w:rPr>
            </w:pPr>
            <w:r>
              <w:rPr>
                <w:noProof/>
                <w:kern w:val="2"/>
              </w:rPr>
              <w:t>DC_66A_n78A</w:t>
            </w:r>
          </w:p>
        </w:tc>
      </w:tr>
      <w:tr w:rsidR="00B45972" w14:paraId="2BBDD95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C0C6792" w14:textId="77777777" w:rsidR="00B45972" w:rsidRDefault="00B45972" w:rsidP="00AC3FE8">
            <w:pPr>
              <w:pStyle w:val="TAC"/>
              <w:rPr>
                <w:lang w:eastAsia="fr-FR"/>
              </w:rPr>
            </w:pPr>
            <w:r>
              <w:t>DC_7A-7A-66A-66A_n78A</w:t>
            </w:r>
          </w:p>
          <w:p w14:paraId="62EE3AB5" w14:textId="77777777" w:rsidR="00B45972" w:rsidRDefault="00B45972" w:rsidP="00AC3FE8">
            <w:pPr>
              <w:pStyle w:val="TAC"/>
            </w:pPr>
            <w:r>
              <w:t>DC_7A-7A-66A-66A_n78(2A)</w:t>
            </w:r>
          </w:p>
        </w:tc>
        <w:tc>
          <w:tcPr>
            <w:tcW w:w="5862" w:type="dxa"/>
            <w:tcBorders>
              <w:top w:val="single" w:sz="4" w:space="0" w:color="auto"/>
              <w:left w:val="single" w:sz="4" w:space="0" w:color="auto"/>
              <w:bottom w:val="single" w:sz="4" w:space="0" w:color="auto"/>
              <w:right w:val="single" w:sz="4" w:space="0" w:color="auto"/>
            </w:tcBorders>
            <w:hideMark/>
          </w:tcPr>
          <w:p w14:paraId="684F1675" w14:textId="77777777" w:rsidR="00B45972" w:rsidRDefault="00B45972" w:rsidP="00AC3FE8">
            <w:pPr>
              <w:pStyle w:val="TAC"/>
              <w:rPr>
                <w:noProof/>
              </w:rPr>
            </w:pPr>
            <w:r>
              <w:rPr>
                <w:noProof/>
              </w:rPr>
              <w:t>DC_7A_n78A</w:t>
            </w:r>
          </w:p>
          <w:p w14:paraId="3D1D6524" w14:textId="77777777" w:rsidR="00B45972" w:rsidRDefault="00B45972" w:rsidP="00AC3FE8">
            <w:pPr>
              <w:pStyle w:val="TAC"/>
              <w:rPr>
                <w:noProof/>
              </w:rPr>
            </w:pPr>
            <w:r>
              <w:rPr>
                <w:noProof/>
              </w:rPr>
              <w:t>DC_66A_n78A</w:t>
            </w:r>
          </w:p>
        </w:tc>
      </w:tr>
      <w:tr w:rsidR="00B45972" w14:paraId="412FC28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D48A2F9" w14:textId="77777777" w:rsidR="00B45972" w:rsidRDefault="00B45972" w:rsidP="00AC3FE8">
            <w:pPr>
              <w:pStyle w:val="TAC"/>
              <w:rPr>
                <w:lang w:eastAsia="zh-CN"/>
              </w:rPr>
            </w:pPr>
            <w:r>
              <w:rPr>
                <w:lang w:eastAsia="zh-CN"/>
              </w:rPr>
              <w:t>DC_7A-66A-66A_n78A</w:t>
            </w:r>
          </w:p>
          <w:p w14:paraId="56A0EA4B" w14:textId="77777777" w:rsidR="00B45972" w:rsidRDefault="00B45972" w:rsidP="00AC3FE8">
            <w:pPr>
              <w:pStyle w:val="TAC"/>
              <w:rPr>
                <w:lang w:eastAsia="zh-CN"/>
              </w:rPr>
            </w:pPr>
            <w:r>
              <w:rPr>
                <w:lang w:eastAsia="zh-CN"/>
              </w:rPr>
              <w:t>DC_7C-66A-66A_n78A</w:t>
            </w:r>
          </w:p>
          <w:p w14:paraId="76493628" w14:textId="77777777" w:rsidR="00B45972" w:rsidRDefault="00B45972" w:rsidP="00AC3FE8">
            <w:pPr>
              <w:pStyle w:val="TAC"/>
              <w:rPr>
                <w:noProof/>
                <w:lang w:eastAsia="zh-CN"/>
              </w:rPr>
            </w:pPr>
            <w:r>
              <w:rPr>
                <w:noProof/>
                <w:lang w:eastAsia="zh-CN"/>
              </w:rPr>
              <w:t>DC_7A-66A-66A_n78(2A)</w:t>
            </w:r>
          </w:p>
          <w:p w14:paraId="71AF807C" w14:textId="77777777" w:rsidR="00B45972" w:rsidRDefault="00B45972" w:rsidP="00AC3FE8">
            <w:pPr>
              <w:pStyle w:val="TAC"/>
              <w:rPr>
                <w:noProof/>
                <w:lang w:eastAsia="zh-CN"/>
              </w:rPr>
            </w:pPr>
            <w:r>
              <w:rPr>
                <w:noProof/>
                <w:lang w:eastAsia="zh-CN"/>
              </w:rPr>
              <w:t>DC_7C-66A-66A_n78(2A)</w:t>
            </w:r>
          </w:p>
        </w:tc>
        <w:tc>
          <w:tcPr>
            <w:tcW w:w="5862" w:type="dxa"/>
            <w:tcBorders>
              <w:top w:val="single" w:sz="4" w:space="0" w:color="auto"/>
              <w:left w:val="single" w:sz="4" w:space="0" w:color="auto"/>
              <w:bottom w:val="single" w:sz="4" w:space="0" w:color="auto"/>
              <w:right w:val="single" w:sz="4" w:space="0" w:color="auto"/>
            </w:tcBorders>
            <w:hideMark/>
          </w:tcPr>
          <w:p w14:paraId="74E0FADF" w14:textId="77777777" w:rsidR="00B45972" w:rsidRDefault="00B45972" w:rsidP="00AC3FE8">
            <w:pPr>
              <w:pStyle w:val="TAC"/>
              <w:rPr>
                <w:noProof/>
                <w:lang w:eastAsia="zh-CN"/>
              </w:rPr>
            </w:pPr>
            <w:r>
              <w:rPr>
                <w:noProof/>
                <w:lang w:eastAsia="zh-CN"/>
              </w:rPr>
              <w:t>DC_7A_n78A</w:t>
            </w:r>
          </w:p>
          <w:p w14:paraId="76053784" w14:textId="77777777" w:rsidR="00B45972" w:rsidRDefault="00B45972" w:rsidP="00AC3FE8">
            <w:pPr>
              <w:pStyle w:val="TAC"/>
              <w:rPr>
                <w:noProof/>
                <w:lang w:eastAsia="zh-CN"/>
              </w:rPr>
            </w:pPr>
            <w:r>
              <w:rPr>
                <w:noProof/>
                <w:kern w:val="2"/>
                <w:lang w:eastAsia="zh-CN"/>
              </w:rPr>
              <w:t>DC_66A_n78A</w:t>
            </w:r>
          </w:p>
        </w:tc>
      </w:tr>
      <w:tr w:rsidR="00B45972" w14:paraId="171D4F9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047A850" w14:textId="77777777" w:rsidR="00B45972" w:rsidRDefault="00B45972" w:rsidP="00AC3FE8">
            <w:pPr>
              <w:pStyle w:val="TAC"/>
              <w:rPr>
                <w:noProof/>
                <w:lang w:eastAsia="zh-CN"/>
              </w:rPr>
            </w:pPr>
            <w:r>
              <w:rPr>
                <w:kern w:val="2"/>
                <w:szCs w:val="24"/>
                <w:lang w:eastAsia="ja-JP"/>
              </w:rPr>
              <w:t>DC_7A_SUL_n78A-n80A</w:t>
            </w:r>
          </w:p>
        </w:tc>
        <w:tc>
          <w:tcPr>
            <w:tcW w:w="5862" w:type="dxa"/>
            <w:tcBorders>
              <w:top w:val="single" w:sz="4" w:space="0" w:color="auto"/>
              <w:left w:val="single" w:sz="4" w:space="0" w:color="auto"/>
              <w:bottom w:val="single" w:sz="4" w:space="0" w:color="auto"/>
              <w:right w:val="single" w:sz="4" w:space="0" w:color="auto"/>
            </w:tcBorders>
            <w:hideMark/>
          </w:tcPr>
          <w:p w14:paraId="3810E007" w14:textId="77777777" w:rsidR="00B45972" w:rsidRDefault="00B45972" w:rsidP="00AC3FE8">
            <w:pPr>
              <w:pStyle w:val="TAC"/>
            </w:pPr>
            <w:r>
              <w:t>DC_7A_n78A</w:t>
            </w:r>
          </w:p>
          <w:p w14:paraId="7A6F33A6" w14:textId="77777777" w:rsidR="00B45972" w:rsidRDefault="00B45972" w:rsidP="00AC3FE8">
            <w:pPr>
              <w:pStyle w:val="TAC"/>
              <w:rPr>
                <w:noProof/>
                <w:lang w:eastAsia="zh-CN"/>
              </w:rPr>
            </w:pPr>
            <w:r>
              <w:t>DC_7A_n80A</w:t>
            </w:r>
          </w:p>
        </w:tc>
      </w:tr>
      <w:tr w:rsidR="00B45972" w14:paraId="72CEBF1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A83C127" w14:textId="77777777" w:rsidR="00B45972" w:rsidRDefault="00B45972" w:rsidP="00AC3FE8">
            <w:pPr>
              <w:pStyle w:val="TAC"/>
              <w:rPr>
                <w:kern w:val="2"/>
                <w:szCs w:val="24"/>
                <w:lang w:eastAsia="ja-JP"/>
              </w:rPr>
            </w:pPr>
            <w:r>
              <w:rPr>
                <w:rFonts w:eastAsia="Malgun Gothic"/>
                <w:kern w:val="2"/>
                <w:szCs w:val="24"/>
                <w:lang w:eastAsia="ko-KR"/>
              </w:rPr>
              <w:t>DC_8A_n1A-n78A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0B95D8D3" w14:textId="77777777" w:rsidR="00B45972" w:rsidRDefault="00B45972" w:rsidP="00AC3FE8">
            <w:pPr>
              <w:pStyle w:val="TAC"/>
              <w:rPr>
                <w:rFonts w:eastAsia="Malgun Gothic"/>
                <w:lang w:eastAsia="ko-KR"/>
              </w:rPr>
            </w:pPr>
            <w:r>
              <w:rPr>
                <w:rFonts w:eastAsia="Malgun Gothic"/>
                <w:lang w:eastAsia="ko-KR"/>
              </w:rPr>
              <w:t>DC_8A_n1A</w:t>
            </w:r>
          </w:p>
          <w:p w14:paraId="0EABE076" w14:textId="77777777" w:rsidR="00B45972" w:rsidRDefault="00B45972" w:rsidP="00AC3FE8">
            <w:pPr>
              <w:pStyle w:val="TAC"/>
            </w:pPr>
            <w:r>
              <w:rPr>
                <w:rFonts w:eastAsia="Malgun Gothic"/>
                <w:lang w:eastAsia="ko-KR"/>
              </w:rPr>
              <w:t>DC_8A_n78A</w:t>
            </w:r>
          </w:p>
        </w:tc>
      </w:tr>
      <w:tr w:rsidR="00B45972" w14:paraId="1394A90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086E135" w14:textId="77777777" w:rsidR="00B45972" w:rsidRDefault="00B45972" w:rsidP="00AC3FE8">
            <w:pPr>
              <w:pStyle w:val="TAC"/>
              <w:rPr>
                <w:kern w:val="2"/>
                <w:szCs w:val="24"/>
                <w:lang w:eastAsia="ja-JP"/>
              </w:rPr>
            </w:pPr>
            <w:r>
              <w:rPr>
                <w:rFonts w:eastAsia="Malgun Gothic"/>
                <w:kern w:val="2"/>
                <w:szCs w:val="24"/>
                <w:lang w:eastAsia="ko-KR"/>
              </w:rPr>
              <w:t>DC_8A_n3A-n28A</w:t>
            </w:r>
          </w:p>
        </w:tc>
        <w:tc>
          <w:tcPr>
            <w:tcW w:w="5862" w:type="dxa"/>
            <w:tcBorders>
              <w:top w:val="single" w:sz="4" w:space="0" w:color="auto"/>
              <w:left w:val="single" w:sz="4" w:space="0" w:color="auto"/>
              <w:bottom w:val="single" w:sz="4" w:space="0" w:color="auto"/>
              <w:right w:val="single" w:sz="4" w:space="0" w:color="auto"/>
            </w:tcBorders>
            <w:hideMark/>
          </w:tcPr>
          <w:p w14:paraId="517A52BE" w14:textId="77777777" w:rsidR="00B45972" w:rsidRDefault="00B45972" w:rsidP="00AC3FE8">
            <w:pPr>
              <w:pStyle w:val="TAC"/>
              <w:rPr>
                <w:rFonts w:eastAsia="Malgun Gothic"/>
                <w:lang w:eastAsia="ko-KR"/>
              </w:rPr>
            </w:pPr>
            <w:r>
              <w:rPr>
                <w:rFonts w:eastAsia="Malgun Gothic"/>
                <w:lang w:eastAsia="ko-KR"/>
              </w:rPr>
              <w:t>DC_8A_n3A</w:t>
            </w:r>
          </w:p>
          <w:p w14:paraId="5CC52E78" w14:textId="77777777" w:rsidR="00B45972" w:rsidRDefault="00B45972" w:rsidP="00AC3FE8">
            <w:pPr>
              <w:pStyle w:val="TAC"/>
            </w:pPr>
            <w:r>
              <w:rPr>
                <w:rFonts w:eastAsia="Malgun Gothic"/>
                <w:lang w:eastAsia="ko-KR"/>
              </w:rPr>
              <w:t>DC_8A_n28A</w:t>
            </w:r>
          </w:p>
        </w:tc>
      </w:tr>
      <w:tr w:rsidR="00B45972" w14:paraId="28401C1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9255FE9" w14:textId="77777777" w:rsidR="00B45972" w:rsidRDefault="00B45972" w:rsidP="00AC3FE8">
            <w:pPr>
              <w:pStyle w:val="TAC"/>
              <w:rPr>
                <w:rFonts w:eastAsia="Malgun Gothic"/>
                <w:kern w:val="2"/>
                <w:szCs w:val="24"/>
                <w:lang w:eastAsia="ko-KR"/>
              </w:rPr>
            </w:pPr>
            <w:r>
              <w:lastRenderedPageBreak/>
              <w:t>DC_8A-11</w:t>
            </w:r>
            <w:r>
              <w:rPr>
                <w:rFonts w:eastAsia="Malgun Gothic"/>
              </w:rPr>
              <w:t>A_</w:t>
            </w:r>
            <w:r>
              <w:t>n3A</w:t>
            </w:r>
          </w:p>
        </w:tc>
        <w:tc>
          <w:tcPr>
            <w:tcW w:w="5862" w:type="dxa"/>
            <w:tcBorders>
              <w:top w:val="single" w:sz="4" w:space="0" w:color="auto"/>
              <w:left w:val="single" w:sz="4" w:space="0" w:color="auto"/>
              <w:bottom w:val="single" w:sz="4" w:space="0" w:color="auto"/>
              <w:right w:val="single" w:sz="4" w:space="0" w:color="auto"/>
            </w:tcBorders>
            <w:hideMark/>
          </w:tcPr>
          <w:p w14:paraId="39DD5CD7" w14:textId="77777777" w:rsidR="00B45972" w:rsidRDefault="00B45972" w:rsidP="00AC3FE8">
            <w:pPr>
              <w:pStyle w:val="TAC"/>
              <w:rPr>
                <w:lang w:eastAsia="fr-FR"/>
              </w:rPr>
            </w:pPr>
            <w:r>
              <w:t>DC_8A_n3A</w:t>
            </w:r>
          </w:p>
          <w:p w14:paraId="7C3F6CDC" w14:textId="77777777" w:rsidR="00B45972" w:rsidRDefault="00B45972" w:rsidP="00AC3FE8">
            <w:pPr>
              <w:pStyle w:val="TAC"/>
              <w:rPr>
                <w:rFonts w:eastAsia="Malgun Gothic"/>
                <w:lang w:eastAsia="ko-KR"/>
              </w:rPr>
            </w:pPr>
            <w:r>
              <w:t>DC_11A_n3A</w:t>
            </w:r>
          </w:p>
        </w:tc>
      </w:tr>
      <w:tr w:rsidR="00B45972" w14:paraId="1CA24FC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E81CAF6" w14:textId="77777777" w:rsidR="00B45972" w:rsidRDefault="00B45972" w:rsidP="00AC3FE8">
            <w:pPr>
              <w:pStyle w:val="TAC"/>
              <w:rPr>
                <w:noProof/>
                <w:lang w:eastAsia="zh-CN"/>
              </w:rPr>
            </w:pPr>
            <w:r>
              <w:t>DC_8A-</w:t>
            </w:r>
            <w:r>
              <w:rPr>
                <w:rFonts w:eastAsia="Malgun Gothic"/>
              </w:rPr>
              <w:t>11A_</w:t>
            </w:r>
            <w:r>
              <w:t>n</w:t>
            </w:r>
            <w:r>
              <w:rPr>
                <w:rFonts w:eastAsia="Malgun Gothic"/>
              </w:rPr>
              <w:t>77</w:t>
            </w:r>
            <w: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45412D7" w14:textId="77777777" w:rsidR="00B45972" w:rsidRDefault="00B45972" w:rsidP="00AC3FE8">
            <w:pPr>
              <w:pStyle w:val="TAC"/>
            </w:pPr>
            <w:r>
              <w:t>DC_8A_n77A</w:t>
            </w:r>
          </w:p>
          <w:p w14:paraId="786382EA" w14:textId="77777777" w:rsidR="00B45972" w:rsidRDefault="00B45972" w:rsidP="00AC3FE8">
            <w:pPr>
              <w:pStyle w:val="TAC"/>
              <w:rPr>
                <w:noProof/>
                <w:lang w:eastAsia="zh-CN"/>
              </w:rPr>
            </w:pPr>
            <w:r>
              <w:t>DC_11A_n77A</w:t>
            </w:r>
          </w:p>
        </w:tc>
      </w:tr>
      <w:tr w:rsidR="00B45972" w14:paraId="7329C14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9DB8067" w14:textId="77777777" w:rsidR="00B45972" w:rsidRDefault="00B45972" w:rsidP="00AC3FE8">
            <w:pPr>
              <w:pStyle w:val="TAC"/>
            </w:pPr>
            <w:r>
              <w:t>DC_8A-</w:t>
            </w:r>
            <w:r>
              <w:rPr>
                <w:rFonts w:eastAsia="Malgun Gothic"/>
              </w:rPr>
              <w:t>11A_</w:t>
            </w:r>
            <w:r>
              <w:t>n</w:t>
            </w:r>
            <w:r>
              <w:rPr>
                <w:rFonts w:eastAsia="Malgun Gothic"/>
              </w:rPr>
              <w:t>77(2</w:t>
            </w:r>
            <w: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4D9B39B" w14:textId="77777777" w:rsidR="00B45972" w:rsidRDefault="00B45972" w:rsidP="00AC3FE8">
            <w:pPr>
              <w:pStyle w:val="TAC"/>
              <w:rPr>
                <w:lang w:eastAsia="fr-FR"/>
              </w:rPr>
            </w:pPr>
            <w:r>
              <w:t>DC_8A_n77A</w:t>
            </w:r>
          </w:p>
          <w:p w14:paraId="7ECC0005" w14:textId="77777777" w:rsidR="00B45972" w:rsidRDefault="00B45972" w:rsidP="00AC3FE8">
            <w:pPr>
              <w:pStyle w:val="TAC"/>
            </w:pPr>
            <w:r>
              <w:t>DC_11A_n77A</w:t>
            </w:r>
          </w:p>
        </w:tc>
      </w:tr>
      <w:tr w:rsidR="00B45972" w14:paraId="4BC0CCF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3E92F4B" w14:textId="77777777" w:rsidR="00B45972" w:rsidRDefault="00B45972" w:rsidP="00AC3FE8">
            <w:pPr>
              <w:pStyle w:val="TAC"/>
              <w:rPr>
                <w:noProof/>
                <w:lang w:eastAsia="zh-CN"/>
              </w:rPr>
            </w:pPr>
            <w:r>
              <w:t>DC_8A-</w:t>
            </w:r>
            <w:r>
              <w:rPr>
                <w:rFonts w:eastAsia="Malgun Gothic"/>
              </w:rPr>
              <w:t>11A_</w:t>
            </w:r>
            <w:r>
              <w:t>n</w:t>
            </w:r>
            <w:r>
              <w:rPr>
                <w:rFonts w:eastAsia="Malgun Gothic"/>
              </w:rPr>
              <w:t>78</w:t>
            </w:r>
            <w: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43C80A04" w14:textId="77777777" w:rsidR="00B45972" w:rsidRDefault="00B45972" w:rsidP="00AC3FE8">
            <w:pPr>
              <w:pStyle w:val="TAC"/>
            </w:pPr>
            <w:r>
              <w:t>DC_8A_n78A</w:t>
            </w:r>
          </w:p>
          <w:p w14:paraId="6C351703" w14:textId="77777777" w:rsidR="00B45972" w:rsidRDefault="00B45972" w:rsidP="00AC3FE8">
            <w:pPr>
              <w:pStyle w:val="TAC"/>
              <w:rPr>
                <w:noProof/>
                <w:lang w:eastAsia="zh-CN"/>
              </w:rPr>
            </w:pPr>
            <w:r>
              <w:t>DC_11A_n78A</w:t>
            </w:r>
          </w:p>
        </w:tc>
      </w:tr>
      <w:tr w:rsidR="00B45972" w14:paraId="0E9A127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E832752" w14:textId="77777777" w:rsidR="00B45972" w:rsidRDefault="00B45972" w:rsidP="00AC3FE8">
            <w:pPr>
              <w:pStyle w:val="TAC"/>
              <w:rPr>
                <w:noProof/>
                <w:lang w:eastAsia="zh-CN"/>
              </w:rPr>
            </w:pPr>
            <w:r>
              <w:rPr>
                <w:szCs w:val="18"/>
                <w:lang w:eastAsia="ja-JP"/>
              </w:rPr>
              <w:t>DC_8A-20A_n78A</w:t>
            </w:r>
          </w:p>
        </w:tc>
        <w:tc>
          <w:tcPr>
            <w:tcW w:w="5862" w:type="dxa"/>
            <w:tcBorders>
              <w:top w:val="single" w:sz="4" w:space="0" w:color="auto"/>
              <w:left w:val="single" w:sz="4" w:space="0" w:color="auto"/>
              <w:bottom w:val="single" w:sz="4" w:space="0" w:color="auto"/>
              <w:right w:val="single" w:sz="4" w:space="0" w:color="auto"/>
            </w:tcBorders>
            <w:hideMark/>
          </w:tcPr>
          <w:p w14:paraId="48885299" w14:textId="77777777" w:rsidR="00B45972" w:rsidRDefault="00B45972" w:rsidP="00AC3FE8">
            <w:pPr>
              <w:pStyle w:val="TAC"/>
              <w:rPr>
                <w:szCs w:val="18"/>
                <w:lang w:eastAsia="ja-JP"/>
              </w:rPr>
            </w:pPr>
            <w:r>
              <w:rPr>
                <w:szCs w:val="18"/>
                <w:lang w:eastAsia="ja-JP"/>
              </w:rPr>
              <w:t>DC_8A_n78A</w:t>
            </w:r>
          </w:p>
          <w:p w14:paraId="30D5A14F" w14:textId="77777777" w:rsidR="00B45972" w:rsidRDefault="00B45972" w:rsidP="00AC3FE8">
            <w:pPr>
              <w:pStyle w:val="TAC"/>
              <w:rPr>
                <w:noProof/>
                <w:lang w:eastAsia="zh-CN"/>
              </w:rPr>
            </w:pPr>
            <w:r>
              <w:rPr>
                <w:szCs w:val="18"/>
                <w:lang w:eastAsia="ja-JP"/>
              </w:rPr>
              <w:t>DC_20A_n78A</w:t>
            </w:r>
          </w:p>
        </w:tc>
      </w:tr>
      <w:tr w:rsidR="00B45972" w14:paraId="21F64E2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7C4277E" w14:textId="77777777" w:rsidR="00B45972" w:rsidRDefault="00B45972" w:rsidP="00AC3FE8">
            <w:pPr>
              <w:pStyle w:val="TAC"/>
              <w:rPr>
                <w:szCs w:val="18"/>
                <w:lang w:eastAsia="ja-JP"/>
              </w:rPr>
            </w:pPr>
            <w:r>
              <w:rPr>
                <w:rFonts w:cs="Arial"/>
                <w:szCs w:val="18"/>
              </w:rPr>
              <w:t>DC_8A_n28A-n77A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4B2BDDB2" w14:textId="77777777" w:rsidR="00B45972" w:rsidRDefault="00B45972" w:rsidP="00AC3FE8">
            <w:pPr>
              <w:pStyle w:val="TAC"/>
              <w:rPr>
                <w:rFonts w:cs="Arial"/>
                <w:lang w:eastAsia="zh-CN"/>
              </w:rPr>
            </w:pPr>
            <w:r>
              <w:rPr>
                <w:rFonts w:cs="Arial"/>
                <w:lang w:eastAsia="zh-CN"/>
              </w:rPr>
              <w:t>DC_8A</w:t>
            </w:r>
            <w:r>
              <w:rPr>
                <w:rFonts w:eastAsia="Malgun Gothic" w:cs="Arial"/>
                <w:lang w:eastAsia="ko-KR"/>
              </w:rPr>
              <w:t>_</w:t>
            </w:r>
            <w:r>
              <w:rPr>
                <w:rFonts w:cs="Arial"/>
                <w:lang w:eastAsia="zh-CN"/>
              </w:rPr>
              <w:t>n28A</w:t>
            </w:r>
          </w:p>
          <w:p w14:paraId="6CE4D618" w14:textId="77777777" w:rsidR="00B45972" w:rsidRDefault="00B45972" w:rsidP="00AC3FE8">
            <w:pPr>
              <w:pStyle w:val="TAC"/>
              <w:rPr>
                <w:szCs w:val="18"/>
                <w:lang w:eastAsia="ja-JP"/>
              </w:rPr>
            </w:pPr>
            <w:r>
              <w:rPr>
                <w:rFonts w:cs="Arial"/>
                <w:lang w:eastAsia="zh-CN"/>
              </w:rPr>
              <w:t>DC_8A_n77A</w:t>
            </w:r>
          </w:p>
        </w:tc>
      </w:tr>
      <w:tr w:rsidR="00B45972" w14:paraId="6A00773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1211CB1" w14:textId="77777777" w:rsidR="00B45972" w:rsidRDefault="00B45972" w:rsidP="00AC3FE8">
            <w:pPr>
              <w:pStyle w:val="TAC"/>
              <w:rPr>
                <w:szCs w:val="18"/>
                <w:lang w:eastAsia="ja-JP"/>
              </w:rPr>
            </w:pPr>
            <w:r>
              <w:rPr>
                <w:rFonts w:cs="Arial"/>
                <w:szCs w:val="18"/>
              </w:rPr>
              <w:t>DC_8A_n28A-n77(2A)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6E5662B4" w14:textId="77777777" w:rsidR="00B45972" w:rsidRDefault="00B45972" w:rsidP="00AC3FE8">
            <w:pPr>
              <w:pStyle w:val="TAC"/>
              <w:rPr>
                <w:rFonts w:cs="Arial"/>
                <w:lang w:eastAsia="zh-CN"/>
              </w:rPr>
            </w:pPr>
            <w:r>
              <w:rPr>
                <w:rFonts w:cs="Arial"/>
                <w:lang w:eastAsia="zh-CN"/>
              </w:rPr>
              <w:t>DC_8A</w:t>
            </w:r>
            <w:r>
              <w:rPr>
                <w:rFonts w:eastAsia="Malgun Gothic" w:cs="Arial"/>
                <w:lang w:eastAsia="ko-KR"/>
              </w:rPr>
              <w:t>_</w:t>
            </w:r>
            <w:r>
              <w:rPr>
                <w:rFonts w:cs="Arial"/>
                <w:lang w:eastAsia="zh-CN"/>
              </w:rPr>
              <w:t>n28A</w:t>
            </w:r>
          </w:p>
          <w:p w14:paraId="03157A46" w14:textId="77777777" w:rsidR="00B45972" w:rsidRDefault="00B45972" w:rsidP="00AC3FE8">
            <w:pPr>
              <w:pStyle w:val="TAC"/>
              <w:rPr>
                <w:szCs w:val="18"/>
                <w:lang w:eastAsia="ja-JP"/>
              </w:rPr>
            </w:pPr>
            <w:r>
              <w:rPr>
                <w:rFonts w:cs="Arial"/>
                <w:lang w:eastAsia="zh-CN"/>
              </w:rPr>
              <w:t>DC_8A_n77A</w:t>
            </w:r>
          </w:p>
        </w:tc>
      </w:tr>
      <w:tr w:rsidR="00B45972" w14:paraId="24D8450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EEA6422" w14:textId="77777777" w:rsidR="00B45972" w:rsidRDefault="00B45972" w:rsidP="00AC3FE8">
            <w:pPr>
              <w:pStyle w:val="TAC"/>
              <w:rPr>
                <w:szCs w:val="18"/>
                <w:lang w:eastAsia="ja-JP"/>
              </w:rPr>
            </w:pPr>
            <w:r>
              <w:rPr>
                <w:rFonts w:cs="Arial"/>
                <w:szCs w:val="16"/>
                <w:lang w:eastAsia="zh-CN"/>
              </w:rPr>
              <w:t>DC_8A_n40A-n41A</w:t>
            </w:r>
          </w:p>
        </w:tc>
        <w:tc>
          <w:tcPr>
            <w:tcW w:w="5862" w:type="dxa"/>
            <w:tcBorders>
              <w:top w:val="single" w:sz="4" w:space="0" w:color="auto"/>
              <w:left w:val="single" w:sz="4" w:space="0" w:color="auto"/>
              <w:bottom w:val="single" w:sz="4" w:space="0" w:color="auto"/>
              <w:right w:val="single" w:sz="4" w:space="0" w:color="auto"/>
            </w:tcBorders>
            <w:hideMark/>
          </w:tcPr>
          <w:p w14:paraId="71102D16" w14:textId="77777777" w:rsidR="00B45972" w:rsidRDefault="00B45972" w:rsidP="00AC3FE8">
            <w:pPr>
              <w:pStyle w:val="TAC"/>
              <w:rPr>
                <w:rFonts w:cs="Arial"/>
                <w:szCs w:val="16"/>
                <w:lang w:eastAsia="zh-CN"/>
              </w:rPr>
            </w:pPr>
            <w:r>
              <w:rPr>
                <w:rFonts w:cs="Arial"/>
                <w:szCs w:val="16"/>
                <w:lang w:eastAsia="zh-CN"/>
              </w:rPr>
              <w:t>DC_8A_n40A</w:t>
            </w:r>
          </w:p>
          <w:p w14:paraId="149EA2CD" w14:textId="77777777" w:rsidR="00B45972" w:rsidRDefault="00B45972" w:rsidP="00AC3FE8">
            <w:pPr>
              <w:pStyle w:val="TAC"/>
              <w:rPr>
                <w:szCs w:val="18"/>
                <w:lang w:eastAsia="ja-JP"/>
              </w:rPr>
            </w:pPr>
            <w:r>
              <w:rPr>
                <w:rFonts w:cs="Arial"/>
                <w:szCs w:val="16"/>
                <w:lang w:eastAsia="zh-CN"/>
              </w:rPr>
              <w:t>DC_8A_n41A</w:t>
            </w:r>
          </w:p>
        </w:tc>
      </w:tr>
      <w:tr w:rsidR="00B45972" w14:paraId="696016A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7DDCE81" w14:textId="77777777" w:rsidR="00B45972" w:rsidRDefault="00B45972" w:rsidP="00AC3FE8">
            <w:pPr>
              <w:pStyle w:val="TAC"/>
              <w:rPr>
                <w:szCs w:val="18"/>
                <w:lang w:eastAsia="ja-JP"/>
              </w:rPr>
            </w:pPr>
            <w:r>
              <w:rPr>
                <w:szCs w:val="18"/>
                <w:lang w:eastAsia="ja-JP"/>
              </w:rPr>
              <w:t>DC_8A_n40A-n79A</w:t>
            </w:r>
          </w:p>
        </w:tc>
        <w:tc>
          <w:tcPr>
            <w:tcW w:w="5862" w:type="dxa"/>
            <w:tcBorders>
              <w:top w:val="single" w:sz="4" w:space="0" w:color="auto"/>
              <w:left w:val="single" w:sz="4" w:space="0" w:color="auto"/>
              <w:bottom w:val="single" w:sz="4" w:space="0" w:color="auto"/>
              <w:right w:val="single" w:sz="4" w:space="0" w:color="auto"/>
            </w:tcBorders>
            <w:hideMark/>
          </w:tcPr>
          <w:p w14:paraId="3347E8FB" w14:textId="77777777" w:rsidR="00B45972" w:rsidRDefault="00B45972" w:rsidP="00AC3FE8">
            <w:pPr>
              <w:pStyle w:val="TAC"/>
              <w:rPr>
                <w:szCs w:val="18"/>
                <w:lang w:eastAsia="ja-JP"/>
              </w:rPr>
            </w:pPr>
            <w:r>
              <w:rPr>
                <w:szCs w:val="18"/>
                <w:lang w:eastAsia="ja-JP"/>
              </w:rPr>
              <w:t>DC_8A_n40A</w:t>
            </w:r>
          </w:p>
          <w:p w14:paraId="68C1AEE9" w14:textId="77777777" w:rsidR="00B45972" w:rsidRDefault="00B45972" w:rsidP="00AC3FE8">
            <w:pPr>
              <w:pStyle w:val="TAC"/>
              <w:rPr>
                <w:szCs w:val="18"/>
                <w:lang w:eastAsia="ja-JP"/>
              </w:rPr>
            </w:pPr>
            <w:r>
              <w:rPr>
                <w:szCs w:val="18"/>
                <w:lang w:eastAsia="ja-JP"/>
              </w:rPr>
              <w:t>DC_8A_n79A</w:t>
            </w:r>
          </w:p>
        </w:tc>
      </w:tr>
      <w:tr w:rsidR="00B45972" w14:paraId="2F3404A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6520818" w14:textId="77777777" w:rsidR="00B45972" w:rsidRDefault="00B45972" w:rsidP="00AC3FE8">
            <w:pPr>
              <w:pStyle w:val="TAC"/>
              <w:rPr>
                <w:szCs w:val="18"/>
                <w:lang w:eastAsia="ja-JP"/>
              </w:rPr>
            </w:pPr>
            <w:r>
              <w:rPr>
                <w:szCs w:val="18"/>
                <w:lang w:eastAsia="ja-JP"/>
              </w:rPr>
              <w:t>DC_8A_n41A-n79A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340D4B20" w14:textId="77777777" w:rsidR="00B45972" w:rsidRDefault="00B45972" w:rsidP="00AC3FE8">
            <w:pPr>
              <w:pStyle w:val="TAC"/>
              <w:rPr>
                <w:szCs w:val="18"/>
                <w:lang w:eastAsia="ja-JP"/>
              </w:rPr>
            </w:pPr>
            <w:r>
              <w:rPr>
                <w:szCs w:val="18"/>
                <w:lang w:eastAsia="ja-JP"/>
              </w:rPr>
              <w:t>DC_8A_n41A</w:t>
            </w:r>
          </w:p>
          <w:p w14:paraId="7D07CC42" w14:textId="77777777" w:rsidR="00B45972" w:rsidRDefault="00B45972" w:rsidP="00AC3FE8">
            <w:pPr>
              <w:pStyle w:val="TAC"/>
              <w:rPr>
                <w:szCs w:val="18"/>
                <w:lang w:eastAsia="ja-JP"/>
              </w:rPr>
            </w:pPr>
            <w:r>
              <w:rPr>
                <w:szCs w:val="18"/>
                <w:lang w:eastAsia="ja-JP"/>
              </w:rPr>
              <w:t>DC_8A_n79A</w:t>
            </w:r>
          </w:p>
        </w:tc>
      </w:tr>
      <w:tr w:rsidR="00B45972" w14:paraId="139F805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9A42EB2" w14:textId="77777777" w:rsidR="00B45972" w:rsidRDefault="00B45972" w:rsidP="00AC3FE8">
            <w:pPr>
              <w:pStyle w:val="TAC"/>
              <w:rPr>
                <w:szCs w:val="18"/>
                <w:lang w:eastAsia="ja-JP"/>
              </w:rPr>
            </w:pPr>
            <w:r>
              <w:t>DC_8A-42</w:t>
            </w:r>
            <w:r>
              <w:rPr>
                <w:rFonts w:eastAsia="Malgun Gothic"/>
              </w:rPr>
              <w:t>A_</w:t>
            </w:r>
            <w:r>
              <w:t>n28A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2AA0584E" w14:textId="77777777" w:rsidR="00B45972" w:rsidRDefault="00B45972" w:rsidP="00AC3FE8">
            <w:pPr>
              <w:pStyle w:val="TAC"/>
              <w:rPr>
                <w:lang w:eastAsia="fr-FR"/>
              </w:rPr>
            </w:pPr>
            <w:r>
              <w:t>DC_8A_n28A</w:t>
            </w:r>
          </w:p>
          <w:p w14:paraId="646862B4" w14:textId="77777777" w:rsidR="00B45972" w:rsidRDefault="00B45972" w:rsidP="00AC3FE8">
            <w:pPr>
              <w:pStyle w:val="TAC"/>
              <w:rPr>
                <w:szCs w:val="18"/>
                <w:lang w:eastAsia="ja-JP"/>
              </w:rPr>
            </w:pPr>
            <w:r>
              <w:t>DC_42A_n28A</w:t>
            </w:r>
          </w:p>
        </w:tc>
      </w:tr>
      <w:tr w:rsidR="00B45972" w14:paraId="7324EDA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90B4120" w14:textId="77777777" w:rsidR="00B45972" w:rsidRDefault="00B45972" w:rsidP="00AC3FE8">
            <w:pPr>
              <w:pStyle w:val="TAC"/>
              <w:rPr>
                <w:szCs w:val="18"/>
                <w:lang w:eastAsia="ja-JP"/>
              </w:rPr>
            </w:pPr>
            <w:r>
              <w:t>DC_8A-42C</w:t>
            </w:r>
            <w:r>
              <w:rPr>
                <w:rFonts w:eastAsia="Malgun Gothic"/>
              </w:rPr>
              <w:t>_</w:t>
            </w:r>
            <w:r>
              <w:t>n28A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6FCE5951" w14:textId="77777777" w:rsidR="00B45972" w:rsidRDefault="00B45972" w:rsidP="00AC3FE8">
            <w:pPr>
              <w:pStyle w:val="TAC"/>
              <w:rPr>
                <w:lang w:eastAsia="fr-FR"/>
              </w:rPr>
            </w:pPr>
            <w:r>
              <w:t>DC_8A_n28A</w:t>
            </w:r>
          </w:p>
          <w:p w14:paraId="5A455975" w14:textId="77777777" w:rsidR="00B45972" w:rsidRDefault="00B45972" w:rsidP="00AC3FE8">
            <w:pPr>
              <w:pStyle w:val="TAC"/>
            </w:pPr>
            <w:r>
              <w:t>DC_42A_n28A</w:t>
            </w:r>
          </w:p>
          <w:p w14:paraId="3185C009" w14:textId="77777777" w:rsidR="00B45972" w:rsidRDefault="00B45972" w:rsidP="00AC3FE8">
            <w:pPr>
              <w:pStyle w:val="TAC"/>
              <w:rPr>
                <w:szCs w:val="18"/>
                <w:lang w:eastAsia="ja-JP"/>
              </w:rPr>
            </w:pPr>
            <w:r>
              <w:t>DC_42C_n28A</w:t>
            </w:r>
          </w:p>
        </w:tc>
      </w:tr>
      <w:tr w:rsidR="00B45972" w14:paraId="1B380C8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ABD7448" w14:textId="77777777" w:rsidR="00B45972" w:rsidRPr="009452BA" w:rsidRDefault="00B45972" w:rsidP="00AC3FE8">
            <w:pPr>
              <w:pStyle w:val="TAC"/>
              <w:rPr>
                <w:vertAlign w:val="superscript"/>
              </w:rPr>
            </w:pPr>
            <w:r>
              <w:t>DC_8A-42</w:t>
            </w:r>
            <w:r>
              <w:rPr>
                <w:rFonts w:eastAsia="Malgun Gothic"/>
              </w:rPr>
              <w:t>A_</w:t>
            </w:r>
            <w:r>
              <w:t>n77A</w:t>
            </w:r>
            <w:r>
              <w:rPr>
                <w:vertAlign w:val="superscript"/>
              </w:rPr>
              <w:t>10,11</w:t>
            </w:r>
          </w:p>
          <w:p w14:paraId="0122E7EB" w14:textId="77777777" w:rsidR="00B45972" w:rsidRDefault="00B45972" w:rsidP="00AC3FE8">
            <w:pPr>
              <w:pStyle w:val="TAC"/>
              <w:rPr>
                <w:szCs w:val="18"/>
                <w:lang w:eastAsia="ja-JP"/>
              </w:rPr>
            </w:pPr>
            <w:r>
              <w:t>DC_8A-42</w:t>
            </w:r>
            <w:r>
              <w:rPr>
                <w:rFonts w:eastAsia="Malgun Gothic"/>
              </w:rPr>
              <w:t>C_</w:t>
            </w:r>
            <w:r>
              <w:t>n77A</w:t>
            </w:r>
            <w:r>
              <w:rPr>
                <w:vertAlign w:val="superscript"/>
              </w:rPr>
              <w:t>10,11</w:t>
            </w:r>
          </w:p>
        </w:tc>
        <w:tc>
          <w:tcPr>
            <w:tcW w:w="5862" w:type="dxa"/>
            <w:tcBorders>
              <w:top w:val="single" w:sz="4" w:space="0" w:color="auto"/>
              <w:left w:val="single" w:sz="4" w:space="0" w:color="auto"/>
              <w:bottom w:val="single" w:sz="4" w:space="0" w:color="auto"/>
              <w:right w:val="single" w:sz="4" w:space="0" w:color="auto"/>
            </w:tcBorders>
            <w:hideMark/>
          </w:tcPr>
          <w:p w14:paraId="3327DC38" w14:textId="77777777" w:rsidR="00B45972" w:rsidRDefault="00B45972" w:rsidP="00AC3FE8">
            <w:pPr>
              <w:pStyle w:val="TAC"/>
              <w:rPr>
                <w:szCs w:val="18"/>
                <w:lang w:eastAsia="ja-JP"/>
              </w:rPr>
            </w:pPr>
            <w:r>
              <w:t>DC_8A_n77A</w:t>
            </w:r>
          </w:p>
        </w:tc>
      </w:tr>
      <w:tr w:rsidR="00B45972" w14:paraId="30FE092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044DD76" w14:textId="77777777" w:rsidR="00B45972" w:rsidRDefault="00B45972" w:rsidP="00AC3FE8">
            <w:pPr>
              <w:pStyle w:val="TAC"/>
              <w:rPr>
                <w:noProof/>
                <w:lang w:eastAsia="ja-JP"/>
              </w:rPr>
            </w:pPr>
            <w:r>
              <w:rPr>
                <w:noProof/>
                <w:lang w:eastAsia="ja-JP"/>
              </w:rPr>
              <w:t>DC_8A-42A_n77(2A)</w:t>
            </w:r>
            <w:r>
              <w:rPr>
                <w:vertAlign w:val="superscript"/>
              </w:rPr>
              <w:t xml:space="preserve"> 10,11</w:t>
            </w:r>
          </w:p>
          <w:p w14:paraId="7CF0CE38" w14:textId="77777777" w:rsidR="00B45972" w:rsidRDefault="00B45972" w:rsidP="00AC3FE8">
            <w:pPr>
              <w:pStyle w:val="TAC"/>
              <w:rPr>
                <w:lang w:eastAsia="fr-FR"/>
              </w:rPr>
            </w:pPr>
            <w:r>
              <w:rPr>
                <w:noProof/>
                <w:lang w:eastAsia="ja-JP"/>
              </w:rPr>
              <w:t>DC_8A-42C_n77(2A)</w:t>
            </w:r>
            <w:r>
              <w:rPr>
                <w:vertAlign w:val="superscript"/>
              </w:rPr>
              <w:t xml:space="preserve"> 10,11</w:t>
            </w:r>
          </w:p>
        </w:tc>
        <w:tc>
          <w:tcPr>
            <w:tcW w:w="5862" w:type="dxa"/>
            <w:tcBorders>
              <w:top w:val="single" w:sz="4" w:space="0" w:color="auto"/>
              <w:left w:val="single" w:sz="4" w:space="0" w:color="auto"/>
              <w:bottom w:val="single" w:sz="4" w:space="0" w:color="auto"/>
              <w:right w:val="single" w:sz="4" w:space="0" w:color="auto"/>
            </w:tcBorders>
            <w:hideMark/>
          </w:tcPr>
          <w:p w14:paraId="3D24347A" w14:textId="77777777" w:rsidR="00B45972" w:rsidRDefault="00B45972" w:rsidP="00AC3FE8">
            <w:pPr>
              <w:pStyle w:val="TAC"/>
            </w:pPr>
            <w:r>
              <w:t>DC_8A_n77A</w:t>
            </w:r>
          </w:p>
        </w:tc>
      </w:tr>
      <w:tr w:rsidR="00B45972" w14:paraId="0EF37BE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CB21F65" w14:textId="77777777" w:rsidR="00B45972" w:rsidRDefault="00B45972" w:rsidP="00AC3FE8">
            <w:pPr>
              <w:pStyle w:val="TAC"/>
              <w:rPr>
                <w:noProof/>
                <w:lang w:eastAsia="zh-CN"/>
              </w:rPr>
            </w:pPr>
            <w:r>
              <w:rPr>
                <w:kern w:val="2"/>
                <w:szCs w:val="24"/>
                <w:lang w:eastAsia="ja-JP"/>
              </w:rPr>
              <w:t>DC_8A_SUL_n41A-n81A</w:t>
            </w:r>
          </w:p>
        </w:tc>
        <w:tc>
          <w:tcPr>
            <w:tcW w:w="5862" w:type="dxa"/>
            <w:tcBorders>
              <w:top w:val="single" w:sz="4" w:space="0" w:color="auto"/>
              <w:left w:val="single" w:sz="4" w:space="0" w:color="auto"/>
              <w:bottom w:val="single" w:sz="4" w:space="0" w:color="auto"/>
              <w:right w:val="single" w:sz="4" w:space="0" w:color="auto"/>
            </w:tcBorders>
            <w:hideMark/>
          </w:tcPr>
          <w:p w14:paraId="786B33B0" w14:textId="77777777" w:rsidR="00B45972" w:rsidRDefault="00B45972" w:rsidP="00AC3FE8">
            <w:pPr>
              <w:pStyle w:val="TAC"/>
            </w:pPr>
            <w:r>
              <w:t>DC_8A_n41A,</w:t>
            </w:r>
          </w:p>
          <w:p w14:paraId="43AAEA83" w14:textId="77777777" w:rsidR="00B45972" w:rsidRDefault="00B45972" w:rsidP="00AC3FE8">
            <w:pPr>
              <w:pStyle w:val="TAC"/>
              <w:rPr>
                <w:noProof/>
                <w:lang w:eastAsia="zh-CN"/>
              </w:rPr>
            </w:pPr>
            <w:r>
              <w:t>DC_</w:t>
            </w:r>
            <w:r>
              <w:rPr>
                <w:lang w:eastAsia="zh-CN"/>
              </w:rPr>
              <w:t>8A</w:t>
            </w:r>
            <w:r>
              <w:t>_n81A_ULSUP-TDM</w:t>
            </w:r>
            <w:r>
              <w:rPr>
                <w:lang w:eastAsia="zh-CN"/>
              </w:rPr>
              <w:t>_n41A</w:t>
            </w:r>
          </w:p>
        </w:tc>
      </w:tr>
      <w:tr w:rsidR="00B45972" w14:paraId="7CC4241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DE63939" w14:textId="77777777" w:rsidR="00B45972" w:rsidRDefault="00B45972" w:rsidP="00AC3FE8">
            <w:pPr>
              <w:pStyle w:val="TAC"/>
              <w:rPr>
                <w:noProof/>
                <w:lang w:eastAsia="zh-CN"/>
              </w:rPr>
            </w:pPr>
            <w:r>
              <w:rPr>
                <w:kern w:val="2"/>
                <w:szCs w:val="24"/>
                <w:lang w:eastAsia="ja-JP"/>
              </w:rPr>
              <w:t>DC_8A_SUL_n78A-n80A</w:t>
            </w:r>
          </w:p>
        </w:tc>
        <w:tc>
          <w:tcPr>
            <w:tcW w:w="5862" w:type="dxa"/>
            <w:tcBorders>
              <w:top w:val="single" w:sz="4" w:space="0" w:color="auto"/>
              <w:left w:val="single" w:sz="4" w:space="0" w:color="auto"/>
              <w:bottom w:val="single" w:sz="4" w:space="0" w:color="auto"/>
              <w:right w:val="single" w:sz="4" w:space="0" w:color="auto"/>
            </w:tcBorders>
            <w:hideMark/>
          </w:tcPr>
          <w:p w14:paraId="742DF86D" w14:textId="77777777" w:rsidR="00B45972" w:rsidRDefault="00B45972" w:rsidP="00AC3FE8">
            <w:pPr>
              <w:pStyle w:val="TAC"/>
            </w:pPr>
            <w:r>
              <w:t>DC_8A_n78A</w:t>
            </w:r>
          </w:p>
          <w:p w14:paraId="22A05AB2" w14:textId="77777777" w:rsidR="00B45972" w:rsidRDefault="00B45972" w:rsidP="00AC3FE8">
            <w:pPr>
              <w:pStyle w:val="TAC"/>
              <w:rPr>
                <w:noProof/>
                <w:lang w:eastAsia="zh-CN"/>
              </w:rPr>
            </w:pPr>
            <w:r>
              <w:t>DC_8A_n80A</w:t>
            </w:r>
          </w:p>
        </w:tc>
      </w:tr>
      <w:tr w:rsidR="00B45972" w14:paraId="298A566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BAAA1B7" w14:textId="77777777" w:rsidR="00B45972" w:rsidRDefault="00B45972" w:rsidP="00AC3FE8">
            <w:pPr>
              <w:pStyle w:val="TAC"/>
              <w:rPr>
                <w:noProof/>
                <w:lang w:eastAsia="zh-CN"/>
              </w:rPr>
            </w:pPr>
            <w:r>
              <w:t>DC_8</w:t>
            </w:r>
            <w:r>
              <w:rPr>
                <w:lang w:eastAsia="zh-CN"/>
              </w:rPr>
              <w:t>A</w:t>
            </w:r>
            <w:r>
              <w:t>_SUL_n7</w:t>
            </w:r>
            <w:r>
              <w:rPr>
                <w:lang w:eastAsia="zh-CN"/>
              </w:rPr>
              <w:t>8A</w:t>
            </w:r>
            <w:r>
              <w:t>-n81</w:t>
            </w:r>
            <w:r>
              <w:rPr>
                <w:lang w:eastAsia="zh-CN"/>
              </w:rP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2C0AA50D" w14:textId="77777777" w:rsidR="00B45972" w:rsidRDefault="00B45972" w:rsidP="00AC3FE8">
            <w:pPr>
              <w:pStyle w:val="TAC"/>
              <w:rPr>
                <w:lang w:eastAsia="zh-CN"/>
              </w:rPr>
            </w:pPr>
            <w:r>
              <w:rPr>
                <w:lang w:eastAsia="zh-CN"/>
              </w:rPr>
              <w:t>DC_8A_n78A,</w:t>
            </w:r>
          </w:p>
          <w:p w14:paraId="2F6AA6B6" w14:textId="77777777" w:rsidR="00B45972" w:rsidRDefault="00B45972" w:rsidP="00AC3FE8">
            <w:pPr>
              <w:pStyle w:val="TAC"/>
              <w:rPr>
                <w:noProof/>
                <w:lang w:eastAsia="zh-CN"/>
              </w:rPr>
            </w:pPr>
            <w:r>
              <w:rPr>
                <w:lang w:eastAsia="zh-CN"/>
              </w:rPr>
              <w:t>DC_8A_n81A_ULSUP-TDM_n78A</w:t>
            </w:r>
          </w:p>
        </w:tc>
      </w:tr>
      <w:tr w:rsidR="00B45972" w14:paraId="4C6D7CD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B228A49" w14:textId="77777777" w:rsidR="00B45972" w:rsidRDefault="00B45972" w:rsidP="00AC3FE8">
            <w:pPr>
              <w:pStyle w:val="TAC"/>
              <w:rPr>
                <w:noProof/>
                <w:lang w:eastAsia="zh-CN"/>
              </w:rPr>
            </w:pPr>
            <w:r>
              <w:t>DC_8</w:t>
            </w:r>
            <w:r>
              <w:rPr>
                <w:lang w:eastAsia="zh-CN"/>
              </w:rPr>
              <w:t>A</w:t>
            </w:r>
            <w:r>
              <w:t>_SUL_n7</w:t>
            </w:r>
            <w:r>
              <w:rPr>
                <w:lang w:eastAsia="zh-CN"/>
              </w:rPr>
              <w:t>9A</w:t>
            </w:r>
            <w:r>
              <w:t>-n81</w:t>
            </w:r>
            <w:r>
              <w:rPr>
                <w:lang w:eastAsia="zh-CN"/>
              </w:rP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371FE192" w14:textId="77777777" w:rsidR="00B45972" w:rsidRDefault="00B45972" w:rsidP="00AC3FE8">
            <w:pPr>
              <w:pStyle w:val="TAC"/>
              <w:rPr>
                <w:lang w:eastAsia="zh-CN"/>
              </w:rPr>
            </w:pPr>
            <w:r>
              <w:rPr>
                <w:lang w:eastAsia="zh-CN"/>
              </w:rPr>
              <w:t>DC_8A_n79A,</w:t>
            </w:r>
          </w:p>
          <w:p w14:paraId="5D1D69B7" w14:textId="77777777" w:rsidR="00B45972" w:rsidRDefault="00B45972" w:rsidP="00AC3FE8">
            <w:pPr>
              <w:pStyle w:val="TAC"/>
              <w:rPr>
                <w:noProof/>
                <w:lang w:eastAsia="zh-CN"/>
              </w:rPr>
            </w:pPr>
            <w:r>
              <w:rPr>
                <w:lang w:eastAsia="zh-CN"/>
              </w:rPr>
              <w:t>DC_8A_n81A_ULSUP-TDM_n79A</w:t>
            </w:r>
          </w:p>
        </w:tc>
      </w:tr>
      <w:tr w:rsidR="00B45972" w14:paraId="5E1BC6F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F5B9C33" w14:textId="77777777" w:rsidR="00B45972" w:rsidRDefault="00B45972" w:rsidP="00AC3FE8">
            <w:pPr>
              <w:pStyle w:val="TAC"/>
              <w:rPr>
                <w:lang w:eastAsia="fr-FR"/>
              </w:rPr>
            </w:pPr>
            <w:r>
              <w:rPr>
                <w:rFonts w:eastAsia="MS Mincho"/>
                <w:lang w:eastAsia="ja-JP"/>
              </w:rPr>
              <w:t>DC_11A-18A_n77A</w:t>
            </w:r>
          </w:p>
        </w:tc>
        <w:tc>
          <w:tcPr>
            <w:tcW w:w="5862" w:type="dxa"/>
            <w:tcBorders>
              <w:top w:val="single" w:sz="4" w:space="0" w:color="auto"/>
              <w:left w:val="single" w:sz="4" w:space="0" w:color="auto"/>
              <w:bottom w:val="single" w:sz="4" w:space="0" w:color="auto"/>
              <w:right w:val="single" w:sz="4" w:space="0" w:color="auto"/>
            </w:tcBorders>
            <w:hideMark/>
          </w:tcPr>
          <w:p w14:paraId="188424AD" w14:textId="77777777" w:rsidR="00B45972" w:rsidRDefault="00B45972" w:rsidP="00AC3FE8">
            <w:pPr>
              <w:pStyle w:val="TAC"/>
              <w:rPr>
                <w:rFonts w:eastAsia="MS Mincho"/>
                <w:lang w:eastAsia="ja-JP"/>
              </w:rPr>
            </w:pPr>
            <w:r>
              <w:rPr>
                <w:rFonts w:eastAsia="MS Mincho"/>
                <w:lang w:eastAsia="ja-JP"/>
              </w:rPr>
              <w:t>DC_11A_n77A</w:t>
            </w:r>
          </w:p>
          <w:p w14:paraId="207FB3A7" w14:textId="77777777" w:rsidR="00B45972" w:rsidRDefault="00B45972" w:rsidP="00AC3FE8">
            <w:pPr>
              <w:pStyle w:val="TAC"/>
              <w:rPr>
                <w:lang w:eastAsia="zh-CN"/>
              </w:rPr>
            </w:pPr>
            <w:r>
              <w:rPr>
                <w:rFonts w:eastAsia="MS Mincho"/>
                <w:lang w:eastAsia="ja-JP"/>
              </w:rPr>
              <w:t>DC_18A_n77A</w:t>
            </w:r>
          </w:p>
        </w:tc>
      </w:tr>
      <w:tr w:rsidR="00B45972" w14:paraId="53D47FB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AADB006" w14:textId="77777777" w:rsidR="00B45972" w:rsidRDefault="00B45972" w:rsidP="00AC3FE8">
            <w:pPr>
              <w:pStyle w:val="TAC"/>
              <w:rPr>
                <w:rFonts w:eastAsia="MS Mincho"/>
                <w:lang w:eastAsia="ja-JP"/>
              </w:rPr>
            </w:pPr>
            <w:r>
              <w:rPr>
                <w:rFonts w:eastAsia="MS Mincho"/>
                <w:lang w:eastAsia="ja-JP"/>
              </w:rPr>
              <w:t>DC_11A-18A_n78A</w:t>
            </w:r>
          </w:p>
        </w:tc>
        <w:tc>
          <w:tcPr>
            <w:tcW w:w="5862" w:type="dxa"/>
            <w:tcBorders>
              <w:top w:val="single" w:sz="4" w:space="0" w:color="auto"/>
              <w:left w:val="single" w:sz="4" w:space="0" w:color="auto"/>
              <w:bottom w:val="single" w:sz="4" w:space="0" w:color="auto"/>
              <w:right w:val="single" w:sz="4" w:space="0" w:color="auto"/>
            </w:tcBorders>
            <w:hideMark/>
          </w:tcPr>
          <w:p w14:paraId="2446C766" w14:textId="77777777" w:rsidR="00B45972" w:rsidRDefault="00B45972" w:rsidP="00AC3FE8">
            <w:pPr>
              <w:pStyle w:val="TAC"/>
              <w:rPr>
                <w:rFonts w:eastAsia="MS Mincho"/>
                <w:lang w:eastAsia="ja-JP"/>
              </w:rPr>
            </w:pPr>
            <w:r>
              <w:rPr>
                <w:rFonts w:eastAsia="MS Mincho"/>
                <w:lang w:eastAsia="ja-JP"/>
              </w:rPr>
              <w:t>DC_11A_n78A</w:t>
            </w:r>
          </w:p>
          <w:p w14:paraId="4A5C5923" w14:textId="77777777" w:rsidR="00B45972" w:rsidRDefault="00B45972" w:rsidP="00AC3FE8">
            <w:pPr>
              <w:pStyle w:val="TAC"/>
              <w:rPr>
                <w:rFonts w:eastAsia="MS Mincho"/>
                <w:lang w:eastAsia="ja-JP"/>
              </w:rPr>
            </w:pPr>
            <w:r>
              <w:rPr>
                <w:rFonts w:eastAsia="MS Mincho"/>
                <w:lang w:eastAsia="ja-JP"/>
              </w:rPr>
              <w:t>DC_18A_n78A</w:t>
            </w:r>
          </w:p>
        </w:tc>
      </w:tr>
      <w:tr w:rsidR="00B45972" w14:paraId="15A178E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A3352F7" w14:textId="77777777" w:rsidR="00B45972" w:rsidRDefault="00B45972" w:rsidP="00AC3FE8">
            <w:pPr>
              <w:pStyle w:val="TAC"/>
              <w:rPr>
                <w:rFonts w:eastAsia="MS Mincho"/>
                <w:lang w:eastAsia="ja-JP"/>
              </w:rPr>
            </w:pPr>
            <w:r>
              <w:rPr>
                <w:lang w:eastAsia="fi-FI"/>
              </w:rPr>
              <w:t>DC_12A-(n)5AA</w:t>
            </w:r>
          </w:p>
        </w:tc>
        <w:tc>
          <w:tcPr>
            <w:tcW w:w="5862" w:type="dxa"/>
            <w:tcBorders>
              <w:top w:val="single" w:sz="4" w:space="0" w:color="auto"/>
              <w:left w:val="single" w:sz="4" w:space="0" w:color="auto"/>
              <w:bottom w:val="single" w:sz="4" w:space="0" w:color="auto"/>
              <w:right w:val="single" w:sz="4" w:space="0" w:color="auto"/>
            </w:tcBorders>
            <w:hideMark/>
          </w:tcPr>
          <w:p w14:paraId="3E0280E8" w14:textId="77777777" w:rsidR="00B45972" w:rsidRDefault="00B45972" w:rsidP="00AC3FE8">
            <w:pPr>
              <w:pStyle w:val="TAC"/>
              <w:rPr>
                <w:lang w:eastAsia="fi-FI"/>
              </w:rPr>
            </w:pPr>
            <w:r>
              <w:rPr>
                <w:lang w:eastAsia="fi-FI"/>
              </w:rPr>
              <w:t>DC_12A_n5A</w:t>
            </w:r>
          </w:p>
          <w:p w14:paraId="01182072" w14:textId="77777777" w:rsidR="00B45972" w:rsidRDefault="00B45972" w:rsidP="00AC3FE8">
            <w:pPr>
              <w:pStyle w:val="TAC"/>
              <w:rPr>
                <w:rFonts w:eastAsia="MS Mincho"/>
                <w:lang w:eastAsia="ja-JP"/>
              </w:rPr>
            </w:pPr>
            <w:r>
              <w:rPr>
                <w:lang w:eastAsia="fi-FI"/>
              </w:rPr>
              <w:t>DC_(n)5AA</w:t>
            </w:r>
            <w:r>
              <w:rPr>
                <w:vertAlign w:val="superscript"/>
                <w:lang w:eastAsia="fi-FI"/>
              </w:rPr>
              <w:t>2</w:t>
            </w:r>
          </w:p>
        </w:tc>
      </w:tr>
      <w:tr w:rsidR="00B45972" w14:paraId="527F83D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EA8E8D3" w14:textId="77777777" w:rsidR="00B45972" w:rsidRDefault="00B45972" w:rsidP="00AC3FE8">
            <w:pPr>
              <w:pStyle w:val="TAC"/>
            </w:pPr>
            <w:r>
              <w:rPr>
                <w:lang w:eastAsia="ja-JP"/>
              </w:rPr>
              <w:t>DC</w:t>
            </w:r>
            <w:r>
              <w:t>_</w:t>
            </w:r>
            <w:r>
              <w:rPr>
                <w:rFonts w:eastAsia="Malgun Gothic"/>
                <w:lang w:eastAsia="ko-KR"/>
              </w:rPr>
              <w:t>12</w:t>
            </w:r>
            <w:r>
              <w:t>A</w:t>
            </w:r>
            <w:r>
              <w:rPr>
                <w:rFonts w:eastAsia="Malgun Gothic"/>
                <w:lang w:eastAsia="ko-KR"/>
              </w:rPr>
              <w:t>_</w:t>
            </w:r>
            <w:r>
              <w:rPr>
                <w:lang w:eastAsia="zh-CN"/>
              </w:rPr>
              <w:t>n</w:t>
            </w:r>
            <w:r>
              <w:rPr>
                <w:rFonts w:eastAsia="Malgun Gothic"/>
                <w:lang w:eastAsia="ko-KR"/>
              </w:rPr>
              <w:t>7A</w:t>
            </w:r>
            <w:r>
              <w:rPr>
                <w:lang w:eastAsia="zh-CN"/>
              </w:rPr>
              <w:t>-</w:t>
            </w:r>
            <w:r>
              <w:rPr>
                <w:lang w:eastAsia="ja-JP"/>
              </w:rPr>
              <w:t>n</w:t>
            </w:r>
            <w:r>
              <w:rPr>
                <w:rFonts w:eastAsia="Malgun Gothic"/>
                <w:lang w:eastAsia="ko-KR"/>
              </w:rPr>
              <w:t>78</w:t>
            </w:r>
            <w:r>
              <w:t>A</w:t>
            </w:r>
          </w:p>
        </w:tc>
        <w:tc>
          <w:tcPr>
            <w:tcW w:w="5862" w:type="dxa"/>
            <w:tcBorders>
              <w:top w:val="single" w:sz="4" w:space="0" w:color="auto"/>
              <w:left w:val="single" w:sz="4" w:space="0" w:color="auto"/>
              <w:bottom w:val="single" w:sz="4" w:space="0" w:color="auto"/>
              <w:right w:val="single" w:sz="4" w:space="0" w:color="auto"/>
            </w:tcBorders>
            <w:hideMark/>
          </w:tcPr>
          <w:p w14:paraId="60F8CBFE" w14:textId="77777777" w:rsidR="00B45972" w:rsidRDefault="00B45972" w:rsidP="00AC3FE8">
            <w:pPr>
              <w:pStyle w:val="TAC"/>
              <w:rPr>
                <w:lang w:eastAsia="zh-CN"/>
              </w:rPr>
            </w:pPr>
            <w:r>
              <w:rPr>
                <w:lang w:eastAsia="zh-CN"/>
              </w:rPr>
              <w:t>DC_12A_n7A</w:t>
            </w:r>
          </w:p>
          <w:p w14:paraId="43B6AFB5" w14:textId="77777777" w:rsidR="00B45972" w:rsidRDefault="00B45972" w:rsidP="00AC3FE8">
            <w:pPr>
              <w:pStyle w:val="TAC"/>
              <w:rPr>
                <w:lang w:eastAsia="zh-CN"/>
              </w:rPr>
            </w:pPr>
            <w:r>
              <w:rPr>
                <w:lang w:eastAsia="zh-CN"/>
              </w:rPr>
              <w:t>DC_12A_n78A</w:t>
            </w:r>
          </w:p>
        </w:tc>
      </w:tr>
      <w:tr w:rsidR="00B45972" w14:paraId="6384DC1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0F12407" w14:textId="77777777" w:rsidR="00B45972" w:rsidRDefault="00B45972" w:rsidP="00AC3FE8">
            <w:pPr>
              <w:pStyle w:val="TAC"/>
              <w:rPr>
                <w:lang w:eastAsia="ja-JP"/>
              </w:rPr>
            </w:pPr>
            <w:r>
              <w:rPr>
                <w:rFonts w:cs="Arial"/>
                <w:lang w:eastAsia="ja-JP"/>
              </w:rPr>
              <w:t>DC</w:t>
            </w:r>
            <w:r>
              <w:rPr>
                <w:rFonts w:cs="Arial"/>
              </w:rPr>
              <w:t>_</w:t>
            </w:r>
            <w:r>
              <w:rPr>
                <w:rFonts w:eastAsia="Malgun Gothic" w:cs="Arial"/>
                <w:lang w:eastAsia="ko-KR"/>
              </w:rPr>
              <w:t>12</w:t>
            </w:r>
            <w:r>
              <w:rPr>
                <w:rFonts w:cs="Arial"/>
              </w:rPr>
              <w:t>A</w:t>
            </w:r>
            <w:r>
              <w:rPr>
                <w:rFonts w:eastAsia="Malgun Gothic" w:cs="Arial"/>
                <w:lang w:eastAsia="ko-KR"/>
              </w:rPr>
              <w:t>_</w:t>
            </w:r>
            <w:r>
              <w:rPr>
                <w:rFonts w:cs="Arial"/>
                <w:lang w:eastAsia="zh-CN"/>
              </w:rPr>
              <w:t>n</w:t>
            </w:r>
            <w:r>
              <w:rPr>
                <w:rFonts w:eastAsia="Malgun Gothic" w:cs="Arial"/>
                <w:lang w:eastAsia="ko-KR"/>
              </w:rPr>
              <w:t>7(2A)</w:t>
            </w:r>
            <w:r>
              <w:rPr>
                <w:rFonts w:cs="Arial"/>
                <w:lang w:eastAsia="zh-CN"/>
              </w:rPr>
              <w:t>-</w:t>
            </w:r>
            <w:r>
              <w:rPr>
                <w:rFonts w:cs="Arial"/>
                <w:lang w:eastAsia="ja-JP"/>
              </w:rPr>
              <w:t>n</w:t>
            </w:r>
            <w:r>
              <w:rPr>
                <w:rFonts w:eastAsia="Malgun Gothic" w:cs="Arial"/>
                <w:lang w:eastAsia="ko-KR"/>
              </w:rPr>
              <w:t>78</w:t>
            </w:r>
            <w:r>
              <w:rPr>
                <w:rFonts w:cs="Arial"/>
              </w:rPr>
              <w:t>A</w:t>
            </w:r>
          </w:p>
        </w:tc>
        <w:tc>
          <w:tcPr>
            <w:tcW w:w="5862" w:type="dxa"/>
            <w:tcBorders>
              <w:top w:val="single" w:sz="4" w:space="0" w:color="auto"/>
              <w:left w:val="single" w:sz="4" w:space="0" w:color="auto"/>
              <w:bottom w:val="single" w:sz="4" w:space="0" w:color="auto"/>
              <w:right w:val="single" w:sz="4" w:space="0" w:color="auto"/>
            </w:tcBorders>
            <w:hideMark/>
          </w:tcPr>
          <w:p w14:paraId="3DFFC303" w14:textId="77777777" w:rsidR="00B45972" w:rsidRDefault="00B45972" w:rsidP="00AC3FE8">
            <w:pPr>
              <w:pStyle w:val="TAC"/>
              <w:rPr>
                <w:rFonts w:cs="Arial"/>
                <w:lang w:eastAsia="zh-CN"/>
              </w:rPr>
            </w:pPr>
            <w:r>
              <w:rPr>
                <w:rFonts w:cs="Arial"/>
                <w:lang w:eastAsia="zh-CN"/>
              </w:rPr>
              <w:t>DC_12A_n7A</w:t>
            </w:r>
          </w:p>
          <w:p w14:paraId="17E912D9" w14:textId="77777777" w:rsidR="00B45972" w:rsidRDefault="00B45972" w:rsidP="00AC3FE8">
            <w:pPr>
              <w:pStyle w:val="TAC"/>
              <w:rPr>
                <w:lang w:eastAsia="zh-CN"/>
              </w:rPr>
            </w:pPr>
            <w:r>
              <w:rPr>
                <w:rFonts w:cs="Arial"/>
                <w:lang w:eastAsia="zh-CN"/>
              </w:rPr>
              <w:t>DC_12A_n78A</w:t>
            </w:r>
          </w:p>
        </w:tc>
      </w:tr>
      <w:tr w:rsidR="00B45972" w14:paraId="0B69010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AFBF5E1" w14:textId="77777777" w:rsidR="00B45972" w:rsidRDefault="00B45972" w:rsidP="00AC3FE8">
            <w:pPr>
              <w:pStyle w:val="TAC"/>
              <w:rPr>
                <w:lang w:eastAsia="ja-JP"/>
              </w:rPr>
            </w:pPr>
            <w:r>
              <w:rPr>
                <w:rFonts w:cs="Arial"/>
                <w:lang w:eastAsia="ja-JP"/>
              </w:rPr>
              <w:t>DC</w:t>
            </w:r>
            <w:r>
              <w:rPr>
                <w:rFonts w:cs="Arial"/>
              </w:rPr>
              <w:t>_</w:t>
            </w:r>
            <w:r>
              <w:rPr>
                <w:rFonts w:eastAsia="Malgun Gothic" w:cs="Arial"/>
                <w:lang w:eastAsia="ko-KR"/>
              </w:rPr>
              <w:t>12</w:t>
            </w:r>
            <w:r>
              <w:rPr>
                <w:rFonts w:cs="Arial"/>
              </w:rPr>
              <w:t>A</w:t>
            </w:r>
            <w:r>
              <w:rPr>
                <w:rFonts w:eastAsia="Malgun Gothic" w:cs="Arial"/>
                <w:lang w:eastAsia="ko-KR"/>
              </w:rPr>
              <w:t>_</w:t>
            </w:r>
            <w:r>
              <w:rPr>
                <w:rFonts w:cs="Arial"/>
                <w:lang w:eastAsia="zh-CN"/>
              </w:rPr>
              <w:t>n</w:t>
            </w:r>
            <w:r>
              <w:rPr>
                <w:rFonts w:eastAsia="Malgun Gothic" w:cs="Arial"/>
                <w:lang w:eastAsia="ko-KR"/>
              </w:rPr>
              <w:t>7A</w:t>
            </w:r>
            <w:r>
              <w:rPr>
                <w:rFonts w:cs="Arial"/>
                <w:lang w:eastAsia="zh-CN"/>
              </w:rPr>
              <w:t>-</w:t>
            </w:r>
            <w:r>
              <w:rPr>
                <w:rFonts w:cs="Arial"/>
                <w:lang w:eastAsia="ja-JP"/>
              </w:rPr>
              <w:t>n</w:t>
            </w:r>
            <w:r>
              <w:rPr>
                <w:rFonts w:eastAsia="Malgun Gothic" w:cs="Arial"/>
                <w:lang w:eastAsia="ko-KR"/>
              </w:rPr>
              <w:t>78(2</w:t>
            </w:r>
            <w:r>
              <w:rPr>
                <w:rFonts w:cs="Arial"/>
              </w:rPr>
              <w:t>A)</w:t>
            </w:r>
          </w:p>
        </w:tc>
        <w:tc>
          <w:tcPr>
            <w:tcW w:w="5862" w:type="dxa"/>
            <w:tcBorders>
              <w:top w:val="single" w:sz="4" w:space="0" w:color="auto"/>
              <w:left w:val="single" w:sz="4" w:space="0" w:color="auto"/>
              <w:bottom w:val="single" w:sz="4" w:space="0" w:color="auto"/>
              <w:right w:val="single" w:sz="4" w:space="0" w:color="auto"/>
            </w:tcBorders>
            <w:hideMark/>
          </w:tcPr>
          <w:p w14:paraId="2F14BA4A" w14:textId="77777777" w:rsidR="00B45972" w:rsidRDefault="00B45972" w:rsidP="00AC3FE8">
            <w:pPr>
              <w:pStyle w:val="TAC"/>
              <w:rPr>
                <w:rFonts w:cs="Arial"/>
                <w:lang w:eastAsia="zh-CN"/>
              </w:rPr>
            </w:pPr>
            <w:r>
              <w:rPr>
                <w:rFonts w:cs="Arial"/>
                <w:lang w:eastAsia="zh-CN"/>
              </w:rPr>
              <w:t>DC_12A_n7A</w:t>
            </w:r>
          </w:p>
          <w:p w14:paraId="493B84F8" w14:textId="77777777" w:rsidR="00B45972" w:rsidRDefault="00B45972" w:rsidP="00AC3FE8">
            <w:pPr>
              <w:pStyle w:val="TAC"/>
              <w:rPr>
                <w:lang w:eastAsia="zh-CN"/>
              </w:rPr>
            </w:pPr>
            <w:r>
              <w:rPr>
                <w:rFonts w:cs="Arial"/>
                <w:lang w:eastAsia="zh-CN"/>
              </w:rPr>
              <w:t>DC_12A_n78A</w:t>
            </w:r>
          </w:p>
        </w:tc>
      </w:tr>
      <w:tr w:rsidR="00B45972" w14:paraId="2C2DAD7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6582DD9" w14:textId="77777777" w:rsidR="00B45972" w:rsidRDefault="00B45972" w:rsidP="00AC3FE8">
            <w:pPr>
              <w:pStyle w:val="TAC"/>
              <w:rPr>
                <w:lang w:eastAsia="ja-JP"/>
              </w:rPr>
            </w:pPr>
            <w:r>
              <w:rPr>
                <w:rFonts w:cs="Arial"/>
                <w:lang w:eastAsia="ja-JP"/>
              </w:rPr>
              <w:t>DC</w:t>
            </w:r>
            <w:r>
              <w:rPr>
                <w:rFonts w:cs="Arial"/>
              </w:rPr>
              <w:t>_</w:t>
            </w:r>
            <w:r>
              <w:rPr>
                <w:rFonts w:eastAsia="Malgun Gothic" w:cs="Arial"/>
                <w:lang w:eastAsia="ko-KR"/>
              </w:rPr>
              <w:t>12</w:t>
            </w:r>
            <w:r>
              <w:rPr>
                <w:rFonts w:cs="Arial"/>
              </w:rPr>
              <w:t>A</w:t>
            </w:r>
            <w:r>
              <w:rPr>
                <w:rFonts w:eastAsia="Malgun Gothic" w:cs="Arial"/>
                <w:lang w:eastAsia="ko-KR"/>
              </w:rPr>
              <w:t>_</w:t>
            </w:r>
            <w:r>
              <w:rPr>
                <w:rFonts w:cs="Arial"/>
                <w:lang w:eastAsia="zh-CN"/>
              </w:rPr>
              <w:t>n</w:t>
            </w:r>
            <w:r>
              <w:rPr>
                <w:rFonts w:eastAsia="Malgun Gothic" w:cs="Arial"/>
                <w:lang w:eastAsia="ko-KR"/>
              </w:rPr>
              <w:t>7(2A)</w:t>
            </w:r>
            <w:r>
              <w:rPr>
                <w:rFonts w:cs="Arial"/>
                <w:lang w:eastAsia="zh-CN"/>
              </w:rPr>
              <w:t>-</w:t>
            </w:r>
            <w:r>
              <w:rPr>
                <w:rFonts w:cs="Arial"/>
                <w:lang w:eastAsia="ja-JP"/>
              </w:rPr>
              <w:t>n</w:t>
            </w:r>
            <w:r>
              <w:rPr>
                <w:rFonts w:eastAsia="Malgun Gothic" w:cs="Arial"/>
                <w:lang w:eastAsia="ko-KR"/>
              </w:rPr>
              <w:t>78</w:t>
            </w:r>
            <w:r>
              <w:rPr>
                <w:rFonts w:cs="Arial"/>
              </w:rPr>
              <w:t>(2A)</w:t>
            </w:r>
          </w:p>
        </w:tc>
        <w:tc>
          <w:tcPr>
            <w:tcW w:w="5862" w:type="dxa"/>
            <w:tcBorders>
              <w:top w:val="single" w:sz="4" w:space="0" w:color="auto"/>
              <w:left w:val="single" w:sz="4" w:space="0" w:color="auto"/>
              <w:bottom w:val="single" w:sz="4" w:space="0" w:color="auto"/>
              <w:right w:val="single" w:sz="4" w:space="0" w:color="auto"/>
            </w:tcBorders>
            <w:hideMark/>
          </w:tcPr>
          <w:p w14:paraId="0FE3B74D" w14:textId="77777777" w:rsidR="00B45972" w:rsidRDefault="00B45972" w:rsidP="00AC3FE8">
            <w:pPr>
              <w:pStyle w:val="TAC"/>
              <w:rPr>
                <w:rFonts w:cs="Arial"/>
                <w:lang w:eastAsia="zh-CN"/>
              </w:rPr>
            </w:pPr>
            <w:r>
              <w:rPr>
                <w:rFonts w:cs="Arial"/>
                <w:lang w:eastAsia="zh-CN"/>
              </w:rPr>
              <w:t>DC_12A_n7A</w:t>
            </w:r>
          </w:p>
          <w:p w14:paraId="2DFBB3CE" w14:textId="77777777" w:rsidR="00B45972" w:rsidRDefault="00B45972" w:rsidP="00AC3FE8">
            <w:pPr>
              <w:pStyle w:val="TAC"/>
              <w:rPr>
                <w:lang w:eastAsia="zh-CN"/>
              </w:rPr>
            </w:pPr>
            <w:r>
              <w:rPr>
                <w:rFonts w:cs="Arial"/>
                <w:lang w:eastAsia="zh-CN"/>
              </w:rPr>
              <w:t>DC_12A_n78A</w:t>
            </w:r>
          </w:p>
        </w:tc>
      </w:tr>
      <w:tr w:rsidR="00B45972" w14:paraId="5345B70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F64A0F1" w14:textId="77777777" w:rsidR="00B45972" w:rsidRDefault="00B45972" w:rsidP="00AC3FE8">
            <w:pPr>
              <w:pStyle w:val="TAC"/>
            </w:pPr>
            <w:r>
              <w:rPr>
                <w:lang w:eastAsia="ja-JP"/>
              </w:rPr>
              <w:t>DC_12A-30A_n2A</w:t>
            </w:r>
          </w:p>
        </w:tc>
        <w:tc>
          <w:tcPr>
            <w:tcW w:w="5862" w:type="dxa"/>
            <w:tcBorders>
              <w:top w:val="single" w:sz="4" w:space="0" w:color="auto"/>
              <w:left w:val="single" w:sz="4" w:space="0" w:color="auto"/>
              <w:bottom w:val="single" w:sz="4" w:space="0" w:color="auto"/>
              <w:right w:val="single" w:sz="4" w:space="0" w:color="auto"/>
            </w:tcBorders>
            <w:hideMark/>
          </w:tcPr>
          <w:p w14:paraId="027F4147" w14:textId="77777777" w:rsidR="00B45972" w:rsidRDefault="00B45972" w:rsidP="00AC3FE8">
            <w:pPr>
              <w:pStyle w:val="TAC"/>
              <w:rPr>
                <w:lang w:eastAsia="fi-FI"/>
              </w:rPr>
            </w:pPr>
            <w:r>
              <w:rPr>
                <w:lang w:eastAsia="fi-FI"/>
              </w:rPr>
              <w:t>DC_12A_n2A</w:t>
            </w:r>
          </w:p>
          <w:p w14:paraId="66F800DB" w14:textId="77777777" w:rsidR="00B45972" w:rsidRDefault="00B45972" w:rsidP="00AC3FE8">
            <w:pPr>
              <w:pStyle w:val="TAC"/>
              <w:rPr>
                <w:lang w:eastAsia="zh-CN"/>
              </w:rPr>
            </w:pPr>
            <w:r>
              <w:rPr>
                <w:lang w:eastAsia="fi-FI"/>
              </w:rPr>
              <w:t>DC_30A_n2A</w:t>
            </w:r>
          </w:p>
        </w:tc>
      </w:tr>
      <w:tr w:rsidR="00B45972" w14:paraId="4BD1DB6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48ADCAF" w14:textId="77777777" w:rsidR="00B45972" w:rsidRDefault="00B45972" w:rsidP="00AC3FE8">
            <w:pPr>
              <w:pStyle w:val="TAC"/>
            </w:pPr>
            <w:r>
              <w:rPr>
                <w:noProof/>
                <w:lang w:eastAsia="zh-CN"/>
              </w:rPr>
              <w:t>DC_12A-30A_n66A</w:t>
            </w:r>
          </w:p>
        </w:tc>
        <w:tc>
          <w:tcPr>
            <w:tcW w:w="5862" w:type="dxa"/>
            <w:tcBorders>
              <w:top w:val="single" w:sz="4" w:space="0" w:color="auto"/>
              <w:left w:val="single" w:sz="4" w:space="0" w:color="auto"/>
              <w:bottom w:val="single" w:sz="4" w:space="0" w:color="auto"/>
              <w:right w:val="single" w:sz="4" w:space="0" w:color="auto"/>
            </w:tcBorders>
            <w:hideMark/>
          </w:tcPr>
          <w:p w14:paraId="4E41034F" w14:textId="77777777" w:rsidR="00B45972" w:rsidRDefault="00B45972" w:rsidP="00AC3FE8">
            <w:pPr>
              <w:pStyle w:val="TAC"/>
              <w:rPr>
                <w:noProof/>
                <w:lang w:eastAsia="zh-CN"/>
              </w:rPr>
            </w:pPr>
            <w:r>
              <w:rPr>
                <w:noProof/>
                <w:lang w:eastAsia="zh-CN"/>
              </w:rPr>
              <w:t>DC_12A_n66A</w:t>
            </w:r>
          </w:p>
          <w:p w14:paraId="2F28D075" w14:textId="77777777" w:rsidR="00B45972" w:rsidRDefault="00B45972" w:rsidP="00AC3FE8">
            <w:pPr>
              <w:pStyle w:val="TAC"/>
              <w:rPr>
                <w:lang w:eastAsia="zh-CN"/>
              </w:rPr>
            </w:pPr>
            <w:r>
              <w:rPr>
                <w:noProof/>
                <w:lang w:eastAsia="zh-CN"/>
              </w:rPr>
              <w:t>DC_30A_n66A</w:t>
            </w:r>
          </w:p>
        </w:tc>
      </w:tr>
      <w:tr w:rsidR="00B45972" w14:paraId="49FB21A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CDB5337" w14:textId="77777777" w:rsidR="00B45972" w:rsidRDefault="00B45972" w:rsidP="00AC3FE8">
            <w:pPr>
              <w:pStyle w:val="TAC"/>
              <w:rPr>
                <w:noProof/>
                <w:lang w:eastAsia="zh-CN"/>
              </w:rPr>
            </w:pPr>
            <w:r>
              <w:rPr>
                <w:lang w:eastAsia="ja-JP"/>
              </w:rPr>
              <w:t>DC_12A-66A_n2A</w:t>
            </w:r>
          </w:p>
        </w:tc>
        <w:tc>
          <w:tcPr>
            <w:tcW w:w="5862" w:type="dxa"/>
            <w:tcBorders>
              <w:top w:val="single" w:sz="4" w:space="0" w:color="auto"/>
              <w:left w:val="single" w:sz="4" w:space="0" w:color="auto"/>
              <w:bottom w:val="single" w:sz="4" w:space="0" w:color="auto"/>
              <w:right w:val="single" w:sz="4" w:space="0" w:color="auto"/>
            </w:tcBorders>
            <w:hideMark/>
          </w:tcPr>
          <w:p w14:paraId="1514396D" w14:textId="77777777" w:rsidR="00B45972" w:rsidRDefault="00B45972" w:rsidP="00AC3FE8">
            <w:pPr>
              <w:pStyle w:val="TAC"/>
              <w:rPr>
                <w:lang w:eastAsia="fi-FI"/>
              </w:rPr>
            </w:pPr>
            <w:r>
              <w:rPr>
                <w:lang w:eastAsia="fi-FI"/>
              </w:rPr>
              <w:t>DC_12A_n2A</w:t>
            </w:r>
          </w:p>
          <w:p w14:paraId="43EBD946" w14:textId="77777777" w:rsidR="00B45972" w:rsidRDefault="00B45972" w:rsidP="00AC3FE8">
            <w:pPr>
              <w:pStyle w:val="TAC"/>
              <w:rPr>
                <w:noProof/>
                <w:lang w:eastAsia="zh-CN"/>
              </w:rPr>
            </w:pPr>
            <w:r>
              <w:rPr>
                <w:lang w:eastAsia="fi-FI"/>
              </w:rPr>
              <w:t>DC_66A_n2A</w:t>
            </w:r>
          </w:p>
        </w:tc>
      </w:tr>
      <w:tr w:rsidR="00B45972" w14:paraId="0B1BBFA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245F71A" w14:textId="77777777" w:rsidR="00B45972" w:rsidRDefault="00B45972" w:rsidP="00AC3FE8">
            <w:pPr>
              <w:pStyle w:val="TAC"/>
              <w:rPr>
                <w:lang w:eastAsia="ja-JP"/>
              </w:rPr>
            </w:pPr>
            <w:r>
              <w:rPr>
                <w:lang w:eastAsia="ja-JP"/>
              </w:rPr>
              <w:t>DC_12A-66A-66A_n2A</w:t>
            </w:r>
          </w:p>
        </w:tc>
        <w:tc>
          <w:tcPr>
            <w:tcW w:w="5862" w:type="dxa"/>
            <w:tcBorders>
              <w:top w:val="single" w:sz="4" w:space="0" w:color="auto"/>
              <w:left w:val="single" w:sz="4" w:space="0" w:color="auto"/>
              <w:bottom w:val="single" w:sz="4" w:space="0" w:color="auto"/>
              <w:right w:val="single" w:sz="4" w:space="0" w:color="auto"/>
            </w:tcBorders>
            <w:hideMark/>
          </w:tcPr>
          <w:p w14:paraId="11258394" w14:textId="77777777" w:rsidR="00B45972" w:rsidRDefault="00B45972" w:rsidP="00AC3FE8">
            <w:pPr>
              <w:pStyle w:val="TAC"/>
              <w:rPr>
                <w:lang w:eastAsia="fi-FI"/>
              </w:rPr>
            </w:pPr>
            <w:r>
              <w:rPr>
                <w:lang w:eastAsia="fi-FI"/>
              </w:rPr>
              <w:t>DC_12A_n2A</w:t>
            </w:r>
          </w:p>
          <w:p w14:paraId="67358427" w14:textId="77777777" w:rsidR="00B45972" w:rsidRDefault="00B45972" w:rsidP="00AC3FE8">
            <w:pPr>
              <w:pStyle w:val="TAC"/>
              <w:rPr>
                <w:lang w:eastAsia="fi-FI"/>
              </w:rPr>
            </w:pPr>
            <w:r>
              <w:rPr>
                <w:lang w:eastAsia="fi-FI"/>
              </w:rPr>
              <w:t>DC_66A_n2A</w:t>
            </w:r>
          </w:p>
        </w:tc>
      </w:tr>
      <w:tr w:rsidR="00B45972" w14:paraId="1DD15C8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293802B" w14:textId="77777777" w:rsidR="00B45972" w:rsidRDefault="00B45972" w:rsidP="00AC3FE8">
            <w:pPr>
              <w:pStyle w:val="TAC"/>
              <w:rPr>
                <w:lang w:eastAsia="ja-JP"/>
              </w:rPr>
            </w:pPr>
            <w:r>
              <w:rPr>
                <w:szCs w:val="18"/>
              </w:rPr>
              <w:t>DC_12A-66A_n25A</w:t>
            </w:r>
          </w:p>
        </w:tc>
        <w:tc>
          <w:tcPr>
            <w:tcW w:w="5862" w:type="dxa"/>
            <w:tcBorders>
              <w:top w:val="single" w:sz="4" w:space="0" w:color="auto"/>
              <w:left w:val="single" w:sz="4" w:space="0" w:color="auto"/>
              <w:bottom w:val="single" w:sz="4" w:space="0" w:color="auto"/>
              <w:right w:val="single" w:sz="4" w:space="0" w:color="auto"/>
            </w:tcBorders>
            <w:hideMark/>
          </w:tcPr>
          <w:p w14:paraId="2FA8D50D" w14:textId="77777777" w:rsidR="00B45972" w:rsidRDefault="00B45972" w:rsidP="00AC3FE8">
            <w:pPr>
              <w:pStyle w:val="TAC"/>
              <w:rPr>
                <w:szCs w:val="18"/>
              </w:rPr>
            </w:pPr>
            <w:r>
              <w:rPr>
                <w:szCs w:val="18"/>
              </w:rPr>
              <w:t>DC_12A_n25A</w:t>
            </w:r>
          </w:p>
          <w:p w14:paraId="7B022EFB" w14:textId="77777777" w:rsidR="00B45972" w:rsidRDefault="00B45972" w:rsidP="00AC3FE8">
            <w:pPr>
              <w:pStyle w:val="TAC"/>
              <w:rPr>
                <w:lang w:eastAsia="fi-FI"/>
              </w:rPr>
            </w:pPr>
            <w:r>
              <w:rPr>
                <w:szCs w:val="18"/>
              </w:rPr>
              <w:t>DC_66A_n25A</w:t>
            </w:r>
          </w:p>
        </w:tc>
      </w:tr>
      <w:tr w:rsidR="00B45972" w14:paraId="42992AD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3D77EF0" w14:textId="77777777" w:rsidR="00B45972" w:rsidRDefault="00B45972" w:rsidP="00AC3FE8">
            <w:pPr>
              <w:pStyle w:val="TAC"/>
              <w:rPr>
                <w:lang w:eastAsia="ja-JP"/>
              </w:rPr>
            </w:pPr>
            <w:r>
              <w:rPr>
                <w:lang w:eastAsia="ja-JP"/>
              </w:rPr>
              <w:t>DC_12A-66A_n66A</w:t>
            </w:r>
          </w:p>
        </w:tc>
        <w:tc>
          <w:tcPr>
            <w:tcW w:w="5862" w:type="dxa"/>
            <w:tcBorders>
              <w:top w:val="single" w:sz="4" w:space="0" w:color="auto"/>
              <w:left w:val="single" w:sz="4" w:space="0" w:color="auto"/>
              <w:bottom w:val="single" w:sz="4" w:space="0" w:color="auto"/>
              <w:right w:val="single" w:sz="4" w:space="0" w:color="auto"/>
            </w:tcBorders>
            <w:hideMark/>
          </w:tcPr>
          <w:p w14:paraId="7D2D7322" w14:textId="77777777" w:rsidR="00B45972" w:rsidRDefault="00B45972" w:rsidP="00AC3FE8">
            <w:pPr>
              <w:pStyle w:val="TAC"/>
              <w:rPr>
                <w:lang w:eastAsia="fi-FI"/>
              </w:rPr>
            </w:pPr>
            <w:r>
              <w:rPr>
                <w:lang w:eastAsia="fi-FI"/>
              </w:rPr>
              <w:t>DC_12A_n66A</w:t>
            </w:r>
          </w:p>
          <w:p w14:paraId="53A6D729" w14:textId="77777777" w:rsidR="00B45972" w:rsidRDefault="00B45972" w:rsidP="00AC3FE8">
            <w:pPr>
              <w:pStyle w:val="TAC"/>
              <w:rPr>
                <w:lang w:eastAsia="fi-FI"/>
              </w:rPr>
            </w:pPr>
            <w:r>
              <w:rPr>
                <w:lang w:eastAsia="fi-FI"/>
              </w:rPr>
              <w:t>DC_66A_n66A</w:t>
            </w:r>
            <w:r>
              <w:rPr>
                <w:vertAlign w:val="superscript"/>
                <w:lang w:eastAsia="fi-FI"/>
              </w:rPr>
              <w:t>2</w:t>
            </w:r>
          </w:p>
        </w:tc>
      </w:tr>
      <w:tr w:rsidR="00B45972" w14:paraId="35310A8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90C757C" w14:textId="77777777" w:rsidR="00B45972" w:rsidRDefault="00B45972" w:rsidP="00AC3FE8">
            <w:pPr>
              <w:pStyle w:val="TAC"/>
              <w:rPr>
                <w:lang w:eastAsia="ja-JP"/>
              </w:rPr>
            </w:pPr>
            <w:r>
              <w:rPr>
                <w:szCs w:val="18"/>
                <w:lang w:eastAsia="fi-FI"/>
              </w:rPr>
              <w:t>DC_13A-46A_n5A</w:t>
            </w:r>
          </w:p>
        </w:tc>
        <w:tc>
          <w:tcPr>
            <w:tcW w:w="5862" w:type="dxa"/>
            <w:tcBorders>
              <w:top w:val="single" w:sz="4" w:space="0" w:color="auto"/>
              <w:left w:val="single" w:sz="4" w:space="0" w:color="auto"/>
              <w:bottom w:val="single" w:sz="4" w:space="0" w:color="auto"/>
              <w:right w:val="single" w:sz="4" w:space="0" w:color="auto"/>
            </w:tcBorders>
            <w:hideMark/>
          </w:tcPr>
          <w:p w14:paraId="3E03DC8E" w14:textId="77777777" w:rsidR="00B45972" w:rsidRDefault="00B45972" w:rsidP="00AC3FE8">
            <w:pPr>
              <w:pStyle w:val="TAC"/>
              <w:rPr>
                <w:lang w:eastAsia="fi-FI"/>
              </w:rPr>
            </w:pPr>
            <w:r>
              <w:rPr>
                <w:szCs w:val="18"/>
                <w:lang w:eastAsia="fi-FI"/>
              </w:rPr>
              <w:t>DC_</w:t>
            </w:r>
            <w:r>
              <w:rPr>
                <w:szCs w:val="18"/>
                <w:lang w:eastAsia="zh-CN"/>
              </w:rPr>
              <w:t>13</w:t>
            </w:r>
            <w:r>
              <w:rPr>
                <w:szCs w:val="18"/>
                <w:lang w:eastAsia="fi-FI"/>
              </w:rPr>
              <w:t>A_n5A</w:t>
            </w:r>
          </w:p>
        </w:tc>
      </w:tr>
      <w:tr w:rsidR="00B45972" w14:paraId="6366504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56CC550" w14:textId="77777777" w:rsidR="00B45972" w:rsidRDefault="00B45972" w:rsidP="00AC3FE8">
            <w:pPr>
              <w:pStyle w:val="TAC"/>
              <w:rPr>
                <w:lang w:eastAsia="ja-JP"/>
              </w:rPr>
            </w:pPr>
            <w:r>
              <w:rPr>
                <w:color w:val="000000"/>
                <w:szCs w:val="18"/>
                <w:lang w:eastAsia="zh-CN"/>
              </w:rPr>
              <w:lastRenderedPageBreak/>
              <w:t>DC_13A-66A_n2A</w:t>
            </w:r>
          </w:p>
        </w:tc>
        <w:tc>
          <w:tcPr>
            <w:tcW w:w="5862" w:type="dxa"/>
            <w:tcBorders>
              <w:top w:val="single" w:sz="4" w:space="0" w:color="auto"/>
              <w:left w:val="single" w:sz="4" w:space="0" w:color="auto"/>
              <w:bottom w:val="single" w:sz="4" w:space="0" w:color="auto"/>
              <w:right w:val="single" w:sz="4" w:space="0" w:color="auto"/>
            </w:tcBorders>
            <w:hideMark/>
          </w:tcPr>
          <w:p w14:paraId="28DA6EB9" w14:textId="77777777" w:rsidR="00B45972" w:rsidRDefault="00B45972" w:rsidP="00AC3FE8">
            <w:pPr>
              <w:pStyle w:val="TAC"/>
              <w:rPr>
                <w:color w:val="000000"/>
                <w:szCs w:val="18"/>
                <w:lang w:eastAsia="zh-CN"/>
              </w:rPr>
            </w:pPr>
            <w:r>
              <w:rPr>
                <w:color w:val="000000"/>
                <w:szCs w:val="18"/>
                <w:lang w:eastAsia="zh-CN"/>
              </w:rPr>
              <w:t>DC_13A_n2A</w:t>
            </w:r>
          </w:p>
          <w:p w14:paraId="5ED66ED2" w14:textId="77777777" w:rsidR="00B45972" w:rsidRDefault="00B45972" w:rsidP="00AC3FE8">
            <w:pPr>
              <w:pStyle w:val="TAC"/>
              <w:rPr>
                <w:lang w:eastAsia="fi-FI"/>
              </w:rPr>
            </w:pPr>
            <w:r>
              <w:rPr>
                <w:color w:val="000000"/>
                <w:szCs w:val="18"/>
                <w:lang w:eastAsia="zh-CN"/>
              </w:rPr>
              <w:t>DC_66A_n2A</w:t>
            </w:r>
          </w:p>
        </w:tc>
      </w:tr>
      <w:tr w:rsidR="00B45972" w14:paraId="6CF62BD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7233D90" w14:textId="77777777" w:rsidR="00B45972" w:rsidRDefault="00B45972" w:rsidP="00AC3FE8">
            <w:pPr>
              <w:pStyle w:val="TAC"/>
              <w:rPr>
                <w:lang w:eastAsia="ja-JP"/>
              </w:rPr>
            </w:pPr>
            <w:r>
              <w:rPr>
                <w:color w:val="000000"/>
                <w:szCs w:val="18"/>
                <w:lang w:eastAsia="zh-CN"/>
              </w:rPr>
              <w:t>DC_13A-66A-66A_n2A</w:t>
            </w:r>
          </w:p>
        </w:tc>
        <w:tc>
          <w:tcPr>
            <w:tcW w:w="5862" w:type="dxa"/>
            <w:tcBorders>
              <w:top w:val="single" w:sz="4" w:space="0" w:color="auto"/>
              <w:left w:val="single" w:sz="4" w:space="0" w:color="auto"/>
              <w:bottom w:val="single" w:sz="4" w:space="0" w:color="auto"/>
              <w:right w:val="single" w:sz="4" w:space="0" w:color="auto"/>
            </w:tcBorders>
            <w:hideMark/>
          </w:tcPr>
          <w:p w14:paraId="4DFDA1DE" w14:textId="77777777" w:rsidR="00B45972" w:rsidRDefault="00B45972" w:rsidP="00AC3FE8">
            <w:pPr>
              <w:pStyle w:val="TAC"/>
              <w:rPr>
                <w:color w:val="000000"/>
                <w:szCs w:val="18"/>
                <w:lang w:eastAsia="zh-CN"/>
              </w:rPr>
            </w:pPr>
            <w:r>
              <w:rPr>
                <w:color w:val="000000"/>
                <w:szCs w:val="18"/>
                <w:lang w:eastAsia="zh-CN"/>
              </w:rPr>
              <w:t>DC_13A_n2A</w:t>
            </w:r>
          </w:p>
          <w:p w14:paraId="16379259" w14:textId="77777777" w:rsidR="00B45972" w:rsidRDefault="00B45972" w:rsidP="00AC3FE8">
            <w:pPr>
              <w:pStyle w:val="TAC"/>
              <w:rPr>
                <w:lang w:eastAsia="fi-FI"/>
              </w:rPr>
            </w:pPr>
            <w:r>
              <w:rPr>
                <w:color w:val="000000"/>
                <w:szCs w:val="18"/>
                <w:lang w:eastAsia="zh-CN"/>
              </w:rPr>
              <w:t>DC_66A_n2A</w:t>
            </w:r>
          </w:p>
        </w:tc>
      </w:tr>
      <w:tr w:rsidR="00B45972" w14:paraId="44F084D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AFD745C" w14:textId="77777777" w:rsidR="00B45972" w:rsidRDefault="00B45972" w:rsidP="00AC3FE8">
            <w:pPr>
              <w:pStyle w:val="TAC"/>
              <w:rPr>
                <w:color w:val="000000"/>
                <w:szCs w:val="18"/>
                <w:lang w:eastAsia="zh-CN"/>
              </w:rPr>
            </w:pPr>
            <w:r>
              <w:rPr>
                <w:color w:val="000000"/>
                <w:szCs w:val="18"/>
                <w:lang w:eastAsia="zh-CN"/>
              </w:rPr>
              <w:t>DC_13A-66A_n48A</w:t>
            </w:r>
          </w:p>
          <w:p w14:paraId="2865B461" w14:textId="77777777" w:rsidR="00B45972" w:rsidRDefault="00B45972" w:rsidP="00AC3FE8">
            <w:pPr>
              <w:pStyle w:val="TAC"/>
              <w:rPr>
                <w:lang w:eastAsia="ja-JP"/>
              </w:rPr>
            </w:pPr>
            <w:r>
              <w:rPr>
                <w:color w:val="000000"/>
                <w:szCs w:val="18"/>
                <w:lang w:eastAsia="zh-CN"/>
              </w:rPr>
              <w:t>DC_13A-66A_n48B</w:t>
            </w:r>
          </w:p>
        </w:tc>
        <w:tc>
          <w:tcPr>
            <w:tcW w:w="5862" w:type="dxa"/>
            <w:tcBorders>
              <w:top w:val="single" w:sz="4" w:space="0" w:color="auto"/>
              <w:left w:val="single" w:sz="4" w:space="0" w:color="auto"/>
              <w:bottom w:val="single" w:sz="4" w:space="0" w:color="auto"/>
              <w:right w:val="single" w:sz="4" w:space="0" w:color="auto"/>
            </w:tcBorders>
            <w:hideMark/>
          </w:tcPr>
          <w:p w14:paraId="60C5C79A" w14:textId="77777777" w:rsidR="00B45972" w:rsidRDefault="00B45972" w:rsidP="00AC3FE8">
            <w:pPr>
              <w:pStyle w:val="TAC"/>
              <w:rPr>
                <w:noProof/>
                <w:szCs w:val="18"/>
                <w:lang w:eastAsia="zh-CN"/>
              </w:rPr>
            </w:pPr>
            <w:r>
              <w:rPr>
                <w:noProof/>
                <w:szCs w:val="18"/>
                <w:lang w:eastAsia="zh-CN"/>
              </w:rPr>
              <w:t>DC_13A_n48A</w:t>
            </w:r>
          </w:p>
          <w:p w14:paraId="1E873B09" w14:textId="77777777" w:rsidR="00B45972" w:rsidRDefault="00B45972" w:rsidP="00AC3FE8">
            <w:pPr>
              <w:pStyle w:val="TAC"/>
              <w:rPr>
                <w:lang w:eastAsia="fi-FI"/>
              </w:rPr>
            </w:pPr>
            <w:r>
              <w:rPr>
                <w:noProof/>
                <w:kern w:val="2"/>
                <w:szCs w:val="18"/>
                <w:lang w:eastAsia="zh-CN"/>
              </w:rPr>
              <w:t>DC_66A_n48A</w:t>
            </w:r>
          </w:p>
        </w:tc>
      </w:tr>
      <w:tr w:rsidR="00B45972" w14:paraId="1E06688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A23F069" w14:textId="77777777" w:rsidR="00B45972" w:rsidRDefault="00B45972" w:rsidP="00AC3FE8">
            <w:pPr>
              <w:pStyle w:val="TAC"/>
              <w:rPr>
                <w:color w:val="000000"/>
                <w:szCs w:val="18"/>
                <w:lang w:eastAsia="zh-CN"/>
              </w:rPr>
            </w:pPr>
            <w:r>
              <w:rPr>
                <w:color w:val="000000"/>
                <w:szCs w:val="18"/>
                <w:lang w:eastAsia="zh-CN"/>
              </w:rPr>
              <w:t>DC_13A-66A-66A_n48A</w:t>
            </w:r>
          </w:p>
          <w:p w14:paraId="2FCAC59C" w14:textId="77777777" w:rsidR="00B45972" w:rsidRDefault="00B45972" w:rsidP="00AC3FE8">
            <w:pPr>
              <w:pStyle w:val="TAC"/>
              <w:rPr>
                <w:lang w:eastAsia="ja-JP"/>
              </w:rPr>
            </w:pPr>
            <w:r>
              <w:rPr>
                <w:color w:val="000000"/>
                <w:szCs w:val="18"/>
                <w:lang w:eastAsia="zh-CN"/>
              </w:rPr>
              <w:t>DC_13A-66A-66A_n48B</w:t>
            </w:r>
          </w:p>
        </w:tc>
        <w:tc>
          <w:tcPr>
            <w:tcW w:w="5862" w:type="dxa"/>
            <w:tcBorders>
              <w:top w:val="single" w:sz="4" w:space="0" w:color="auto"/>
              <w:left w:val="single" w:sz="4" w:space="0" w:color="auto"/>
              <w:bottom w:val="single" w:sz="4" w:space="0" w:color="auto"/>
              <w:right w:val="single" w:sz="4" w:space="0" w:color="auto"/>
            </w:tcBorders>
            <w:hideMark/>
          </w:tcPr>
          <w:p w14:paraId="110BC6DE" w14:textId="77777777" w:rsidR="00B45972" w:rsidRDefault="00B45972" w:rsidP="00AC3FE8">
            <w:pPr>
              <w:pStyle w:val="TAC"/>
              <w:rPr>
                <w:noProof/>
                <w:szCs w:val="18"/>
                <w:lang w:eastAsia="zh-CN"/>
              </w:rPr>
            </w:pPr>
            <w:r>
              <w:rPr>
                <w:noProof/>
                <w:szCs w:val="18"/>
                <w:lang w:eastAsia="zh-CN"/>
              </w:rPr>
              <w:t>DC_13A_n48A</w:t>
            </w:r>
          </w:p>
          <w:p w14:paraId="0BD8FA49" w14:textId="77777777" w:rsidR="00B45972" w:rsidRDefault="00B45972" w:rsidP="00AC3FE8">
            <w:pPr>
              <w:pStyle w:val="TAC"/>
              <w:rPr>
                <w:lang w:eastAsia="fi-FI"/>
              </w:rPr>
            </w:pPr>
            <w:r>
              <w:rPr>
                <w:noProof/>
                <w:kern w:val="2"/>
                <w:szCs w:val="18"/>
                <w:lang w:eastAsia="zh-CN"/>
              </w:rPr>
              <w:t>DC_66A_n48A</w:t>
            </w:r>
          </w:p>
        </w:tc>
      </w:tr>
      <w:tr w:rsidR="00B45972" w14:paraId="5C015D2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6E42096" w14:textId="77777777" w:rsidR="00B45972" w:rsidRDefault="00B45972" w:rsidP="00AC3FE8">
            <w:pPr>
              <w:pStyle w:val="TAC"/>
              <w:rPr>
                <w:noProof/>
                <w:lang w:eastAsia="zh-CN"/>
              </w:rPr>
            </w:pPr>
            <w:r>
              <w:rPr>
                <w:lang w:eastAsia="fi-FI"/>
              </w:rPr>
              <w:t>DC_13A-66A_n66A</w:t>
            </w:r>
          </w:p>
        </w:tc>
        <w:tc>
          <w:tcPr>
            <w:tcW w:w="5862" w:type="dxa"/>
            <w:tcBorders>
              <w:top w:val="single" w:sz="4" w:space="0" w:color="auto"/>
              <w:left w:val="single" w:sz="4" w:space="0" w:color="auto"/>
              <w:bottom w:val="single" w:sz="4" w:space="0" w:color="auto"/>
              <w:right w:val="single" w:sz="4" w:space="0" w:color="auto"/>
            </w:tcBorders>
            <w:hideMark/>
          </w:tcPr>
          <w:p w14:paraId="28C300C5" w14:textId="77777777" w:rsidR="00B45972" w:rsidRDefault="00B45972" w:rsidP="00AC3FE8">
            <w:pPr>
              <w:pStyle w:val="TAC"/>
              <w:rPr>
                <w:noProof/>
                <w:lang w:eastAsia="zh-CN"/>
              </w:rPr>
            </w:pPr>
            <w:r>
              <w:rPr>
                <w:lang w:eastAsia="fi-FI"/>
              </w:rPr>
              <w:t>DC_13A_n66A</w:t>
            </w:r>
          </w:p>
        </w:tc>
      </w:tr>
      <w:tr w:rsidR="00B45972" w14:paraId="5483F28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B5FAE55" w14:textId="77777777" w:rsidR="00B45972" w:rsidRDefault="00B45972" w:rsidP="00AC3FE8">
            <w:pPr>
              <w:pStyle w:val="TAC"/>
              <w:rPr>
                <w:lang w:eastAsia="fi-FI"/>
              </w:rPr>
            </w:pPr>
            <w:r>
              <w:rPr>
                <w:lang w:eastAsia="fi-FI"/>
              </w:rPr>
              <w:t>DC_13A-</w:t>
            </w:r>
            <w:r>
              <w:rPr>
                <w:lang w:eastAsia="zh-CN"/>
              </w:rPr>
              <w:t>66A-</w:t>
            </w:r>
            <w:r>
              <w:rPr>
                <w:lang w:eastAsia="fi-FI"/>
              </w:rPr>
              <w:t>66A_n66A</w:t>
            </w:r>
          </w:p>
        </w:tc>
        <w:tc>
          <w:tcPr>
            <w:tcW w:w="5862" w:type="dxa"/>
            <w:tcBorders>
              <w:top w:val="single" w:sz="4" w:space="0" w:color="auto"/>
              <w:left w:val="single" w:sz="4" w:space="0" w:color="auto"/>
              <w:bottom w:val="single" w:sz="4" w:space="0" w:color="auto"/>
              <w:right w:val="single" w:sz="4" w:space="0" w:color="auto"/>
            </w:tcBorders>
            <w:hideMark/>
          </w:tcPr>
          <w:p w14:paraId="60AFD4CF" w14:textId="77777777" w:rsidR="00B45972" w:rsidRDefault="00B45972" w:rsidP="00AC3FE8">
            <w:pPr>
              <w:pStyle w:val="TAC"/>
              <w:rPr>
                <w:lang w:eastAsia="fi-FI"/>
              </w:rPr>
            </w:pPr>
            <w:r>
              <w:rPr>
                <w:lang w:eastAsia="fi-FI"/>
              </w:rPr>
              <w:t>DC_13A_n66A</w:t>
            </w:r>
          </w:p>
        </w:tc>
      </w:tr>
      <w:tr w:rsidR="00B45972" w14:paraId="62A7D53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4FCCD88" w14:textId="77777777" w:rsidR="00B45972" w:rsidRDefault="00B45972" w:rsidP="00AC3FE8">
            <w:pPr>
              <w:pStyle w:val="TAC"/>
              <w:rPr>
                <w:lang w:eastAsia="fi-FI"/>
              </w:rPr>
            </w:pPr>
            <w:r>
              <w:t>DC_18A_n3A-n78A</w:t>
            </w:r>
          </w:p>
        </w:tc>
        <w:tc>
          <w:tcPr>
            <w:tcW w:w="5862" w:type="dxa"/>
            <w:tcBorders>
              <w:top w:val="single" w:sz="4" w:space="0" w:color="auto"/>
              <w:left w:val="single" w:sz="4" w:space="0" w:color="auto"/>
              <w:bottom w:val="single" w:sz="4" w:space="0" w:color="auto"/>
              <w:right w:val="single" w:sz="4" w:space="0" w:color="auto"/>
            </w:tcBorders>
            <w:hideMark/>
          </w:tcPr>
          <w:p w14:paraId="5165D118" w14:textId="77777777" w:rsidR="00B45972" w:rsidRDefault="00B45972" w:rsidP="00AC3FE8">
            <w:pPr>
              <w:pStyle w:val="TAC"/>
              <w:rPr>
                <w:rFonts w:eastAsia="Yu Mincho"/>
                <w:szCs w:val="18"/>
                <w:lang w:eastAsia="ja-JP"/>
              </w:rPr>
            </w:pPr>
            <w:r>
              <w:rPr>
                <w:rFonts w:eastAsia="Yu Mincho"/>
                <w:szCs w:val="18"/>
                <w:lang w:eastAsia="ja-JP"/>
              </w:rPr>
              <w:t>DC_18A_n3A</w:t>
            </w:r>
          </w:p>
          <w:p w14:paraId="4A1354C5" w14:textId="77777777" w:rsidR="00B45972" w:rsidRDefault="00B45972" w:rsidP="00AC3FE8">
            <w:pPr>
              <w:pStyle w:val="TAC"/>
              <w:rPr>
                <w:lang w:eastAsia="fi-FI"/>
              </w:rPr>
            </w:pPr>
            <w:r>
              <w:rPr>
                <w:rFonts w:eastAsia="Yu Mincho"/>
                <w:szCs w:val="18"/>
                <w:lang w:eastAsia="ja-JP"/>
              </w:rPr>
              <w:t>DC_18A_n78A</w:t>
            </w:r>
          </w:p>
        </w:tc>
      </w:tr>
      <w:tr w:rsidR="00B45972" w14:paraId="5DB2E03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BAC96E5" w14:textId="77777777" w:rsidR="00B45972" w:rsidRDefault="00B45972" w:rsidP="00AC3FE8">
            <w:pPr>
              <w:pStyle w:val="TAC"/>
              <w:rPr>
                <w:color w:val="000000"/>
                <w:szCs w:val="18"/>
                <w:lang w:eastAsia="zh-CN"/>
              </w:rPr>
            </w:pPr>
            <w:r>
              <w:rPr>
                <w:color w:val="000000"/>
                <w:szCs w:val="18"/>
                <w:lang w:eastAsia="zh-CN"/>
              </w:rPr>
              <w:t>DC_13A-48A_n2A</w:t>
            </w:r>
          </w:p>
          <w:p w14:paraId="0725B433" w14:textId="77777777" w:rsidR="00B45972" w:rsidRDefault="00B45972" w:rsidP="00AC3FE8">
            <w:pPr>
              <w:pStyle w:val="TAC"/>
              <w:rPr>
                <w:color w:val="000000"/>
                <w:szCs w:val="18"/>
                <w:lang w:eastAsia="zh-CN"/>
              </w:rPr>
            </w:pPr>
            <w:r>
              <w:rPr>
                <w:color w:val="000000"/>
                <w:szCs w:val="18"/>
                <w:lang w:eastAsia="zh-CN"/>
              </w:rPr>
              <w:t>DC_13A-48B_n2A</w:t>
            </w:r>
          </w:p>
          <w:p w14:paraId="4C7EB64F" w14:textId="77777777" w:rsidR="00B45972" w:rsidRDefault="00B45972" w:rsidP="00AC3FE8">
            <w:pPr>
              <w:pStyle w:val="TAC"/>
              <w:rPr>
                <w:color w:val="000000"/>
                <w:szCs w:val="18"/>
                <w:lang w:eastAsia="zh-CN"/>
              </w:rPr>
            </w:pPr>
            <w:r>
              <w:rPr>
                <w:color w:val="000000"/>
                <w:szCs w:val="18"/>
                <w:lang w:eastAsia="zh-CN"/>
              </w:rPr>
              <w:t>DC_13A-48D_n2A</w:t>
            </w:r>
          </w:p>
          <w:p w14:paraId="3424CDDD" w14:textId="77777777" w:rsidR="00B45972" w:rsidRDefault="00B45972" w:rsidP="00AC3FE8">
            <w:pPr>
              <w:pStyle w:val="TAC"/>
            </w:pPr>
            <w:r>
              <w:rPr>
                <w:color w:val="000000"/>
                <w:szCs w:val="18"/>
                <w:lang w:eastAsia="zh-CN"/>
              </w:rPr>
              <w:t>DC_13A-48E_n2A</w:t>
            </w:r>
          </w:p>
        </w:tc>
        <w:tc>
          <w:tcPr>
            <w:tcW w:w="5862" w:type="dxa"/>
            <w:tcBorders>
              <w:top w:val="single" w:sz="4" w:space="0" w:color="auto"/>
              <w:left w:val="single" w:sz="4" w:space="0" w:color="auto"/>
              <w:bottom w:val="single" w:sz="4" w:space="0" w:color="auto"/>
              <w:right w:val="single" w:sz="4" w:space="0" w:color="auto"/>
            </w:tcBorders>
            <w:hideMark/>
          </w:tcPr>
          <w:p w14:paraId="02FA76F9" w14:textId="77777777" w:rsidR="00B45972" w:rsidRDefault="00B45972" w:rsidP="00AC3FE8">
            <w:pPr>
              <w:pStyle w:val="TAC"/>
              <w:rPr>
                <w:rFonts w:eastAsia="Yu Mincho"/>
                <w:szCs w:val="18"/>
                <w:lang w:eastAsia="ja-JP"/>
              </w:rPr>
            </w:pPr>
            <w:r>
              <w:rPr>
                <w:color w:val="000000"/>
                <w:szCs w:val="18"/>
                <w:lang w:eastAsia="zh-CN"/>
              </w:rPr>
              <w:t>DC_13A_n2A</w:t>
            </w:r>
          </w:p>
        </w:tc>
      </w:tr>
      <w:tr w:rsidR="00B45972" w14:paraId="630D4B5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2504279" w14:textId="77777777" w:rsidR="00B45972" w:rsidRDefault="00B45972" w:rsidP="00AC3FE8">
            <w:pPr>
              <w:pStyle w:val="TAC"/>
              <w:rPr>
                <w:color w:val="000000"/>
                <w:szCs w:val="18"/>
                <w:lang w:eastAsia="zh-CN"/>
              </w:rPr>
            </w:pPr>
            <w:r>
              <w:rPr>
                <w:color w:val="000000"/>
                <w:szCs w:val="18"/>
                <w:lang w:eastAsia="zh-CN"/>
              </w:rPr>
              <w:t>DC_13A-48A_n66A</w:t>
            </w:r>
          </w:p>
          <w:p w14:paraId="4C12F80B" w14:textId="77777777" w:rsidR="00B45972" w:rsidRDefault="00B45972" w:rsidP="00AC3FE8">
            <w:pPr>
              <w:pStyle w:val="TAC"/>
              <w:rPr>
                <w:color w:val="000000"/>
                <w:szCs w:val="18"/>
                <w:lang w:eastAsia="zh-CN"/>
              </w:rPr>
            </w:pPr>
            <w:r>
              <w:rPr>
                <w:color w:val="000000"/>
                <w:szCs w:val="18"/>
                <w:lang w:eastAsia="zh-CN"/>
              </w:rPr>
              <w:t>DC_13A-48B_n66A</w:t>
            </w:r>
          </w:p>
          <w:p w14:paraId="0EC2A0E8" w14:textId="77777777" w:rsidR="00B45972" w:rsidRDefault="00B45972" w:rsidP="00AC3FE8">
            <w:pPr>
              <w:pStyle w:val="TAC"/>
              <w:rPr>
                <w:color w:val="000000"/>
                <w:szCs w:val="18"/>
                <w:lang w:eastAsia="zh-CN"/>
              </w:rPr>
            </w:pPr>
            <w:r>
              <w:rPr>
                <w:color w:val="000000"/>
                <w:szCs w:val="18"/>
                <w:lang w:eastAsia="zh-CN"/>
              </w:rPr>
              <w:t>DC_13A-48D_n66A</w:t>
            </w:r>
          </w:p>
          <w:p w14:paraId="5BA38EC4" w14:textId="77777777" w:rsidR="00B45972" w:rsidRDefault="00B45972" w:rsidP="00AC3FE8">
            <w:pPr>
              <w:pStyle w:val="TAC"/>
            </w:pPr>
            <w:r>
              <w:rPr>
                <w:color w:val="000000"/>
                <w:szCs w:val="18"/>
                <w:lang w:eastAsia="zh-CN"/>
              </w:rPr>
              <w:t>DC_13A-48E_n66A</w:t>
            </w:r>
          </w:p>
        </w:tc>
        <w:tc>
          <w:tcPr>
            <w:tcW w:w="5862" w:type="dxa"/>
            <w:tcBorders>
              <w:top w:val="single" w:sz="4" w:space="0" w:color="auto"/>
              <w:left w:val="single" w:sz="4" w:space="0" w:color="auto"/>
              <w:bottom w:val="single" w:sz="4" w:space="0" w:color="auto"/>
              <w:right w:val="single" w:sz="4" w:space="0" w:color="auto"/>
            </w:tcBorders>
            <w:hideMark/>
          </w:tcPr>
          <w:p w14:paraId="2CA8CEAB" w14:textId="77777777" w:rsidR="00B45972" w:rsidRDefault="00B45972" w:rsidP="00AC3FE8">
            <w:pPr>
              <w:pStyle w:val="TAC"/>
              <w:rPr>
                <w:rFonts w:eastAsia="Yu Mincho"/>
                <w:szCs w:val="18"/>
                <w:lang w:eastAsia="ja-JP"/>
              </w:rPr>
            </w:pPr>
            <w:r>
              <w:rPr>
                <w:color w:val="000000"/>
                <w:szCs w:val="18"/>
                <w:lang w:eastAsia="zh-CN"/>
              </w:rPr>
              <w:t>DC_13A_n66A</w:t>
            </w:r>
          </w:p>
        </w:tc>
      </w:tr>
      <w:tr w:rsidR="00B45972" w14:paraId="482A67A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00F2A0F" w14:textId="77777777" w:rsidR="00B45972" w:rsidRDefault="00B45972" w:rsidP="00AC3FE8">
            <w:pPr>
              <w:pStyle w:val="TAC"/>
              <w:rPr>
                <w:lang w:eastAsia="ja-JP"/>
              </w:rPr>
            </w:pPr>
            <w:r>
              <w:rPr>
                <w:rFonts w:eastAsia="Malgun Gothic" w:cs="Arial"/>
                <w:color w:val="000000"/>
                <w:szCs w:val="18"/>
                <w:lang w:eastAsia="ko-KR"/>
              </w:rPr>
              <w:t>DC_18A_n3A-n77A</w:t>
            </w:r>
          </w:p>
        </w:tc>
        <w:tc>
          <w:tcPr>
            <w:tcW w:w="5862" w:type="dxa"/>
            <w:tcBorders>
              <w:top w:val="single" w:sz="4" w:space="0" w:color="auto"/>
              <w:left w:val="single" w:sz="4" w:space="0" w:color="auto"/>
              <w:bottom w:val="single" w:sz="4" w:space="0" w:color="auto"/>
              <w:right w:val="single" w:sz="4" w:space="0" w:color="auto"/>
            </w:tcBorders>
            <w:hideMark/>
          </w:tcPr>
          <w:p w14:paraId="30CD4DCD" w14:textId="77777777" w:rsidR="00B45972" w:rsidRDefault="00B45972" w:rsidP="00AC3FE8">
            <w:pPr>
              <w:pStyle w:val="TAC"/>
              <w:rPr>
                <w:rFonts w:eastAsia="Malgun Gothic" w:cs="Arial"/>
                <w:color w:val="000000"/>
                <w:szCs w:val="18"/>
                <w:lang w:eastAsia="ko-KR"/>
              </w:rPr>
            </w:pPr>
            <w:r>
              <w:rPr>
                <w:rFonts w:eastAsia="Malgun Gothic" w:cs="Arial"/>
                <w:color w:val="000000"/>
                <w:szCs w:val="18"/>
                <w:lang w:eastAsia="ko-KR"/>
              </w:rPr>
              <w:t>DC_18A_n3A</w:t>
            </w:r>
          </w:p>
          <w:p w14:paraId="4F2E8ED5" w14:textId="77777777" w:rsidR="00B45972" w:rsidRDefault="00B45972" w:rsidP="00AC3FE8">
            <w:pPr>
              <w:pStyle w:val="TAC"/>
              <w:rPr>
                <w:lang w:eastAsia="ja-JP"/>
              </w:rPr>
            </w:pPr>
            <w:r>
              <w:rPr>
                <w:rFonts w:eastAsia="Malgun Gothic" w:cs="Arial"/>
                <w:color w:val="000000"/>
                <w:szCs w:val="18"/>
                <w:lang w:eastAsia="ko-KR"/>
              </w:rPr>
              <w:t>DC_18A_n77A</w:t>
            </w:r>
          </w:p>
        </w:tc>
      </w:tr>
      <w:tr w:rsidR="00B45972" w14:paraId="24E7F6D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DD76F8D" w14:textId="77777777" w:rsidR="00B45972" w:rsidRDefault="00B45972" w:rsidP="00AC3FE8">
            <w:pPr>
              <w:pStyle w:val="TAC"/>
              <w:rPr>
                <w:color w:val="000000"/>
                <w:szCs w:val="18"/>
                <w:lang w:eastAsia="zh-CN"/>
              </w:rPr>
            </w:pPr>
            <w:r>
              <w:rPr>
                <w:lang w:eastAsia="ja-JP"/>
              </w:rPr>
              <w:t>DC_14A-66A_n2A</w:t>
            </w:r>
          </w:p>
        </w:tc>
        <w:tc>
          <w:tcPr>
            <w:tcW w:w="5862" w:type="dxa"/>
            <w:tcBorders>
              <w:top w:val="single" w:sz="4" w:space="0" w:color="auto"/>
              <w:left w:val="single" w:sz="4" w:space="0" w:color="auto"/>
              <w:bottom w:val="single" w:sz="4" w:space="0" w:color="auto"/>
              <w:right w:val="single" w:sz="4" w:space="0" w:color="auto"/>
            </w:tcBorders>
            <w:hideMark/>
          </w:tcPr>
          <w:p w14:paraId="6CDF2DB1" w14:textId="77777777" w:rsidR="00B45972" w:rsidRDefault="00B45972" w:rsidP="00AC3FE8">
            <w:pPr>
              <w:pStyle w:val="TAC"/>
              <w:rPr>
                <w:lang w:eastAsia="ja-JP"/>
              </w:rPr>
            </w:pPr>
            <w:r>
              <w:rPr>
                <w:lang w:eastAsia="ja-JP"/>
              </w:rPr>
              <w:t>DC_14A_n2A</w:t>
            </w:r>
          </w:p>
          <w:p w14:paraId="48E8C55A" w14:textId="77777777" w:rsidR="00B45972" w:rsidRDefault="00B45972" w:rsidP="00AC3FE8">
            <w:pPr>
              <w:pStyle w:val="TAC"/>
              <w:rPr>
                <w:color w:val="000000"/>
                <w:szCs w:val="18"/>
                <w:lang w:eastAsia="zh-CN"/>
              </w:rPr>
            </w:pPr>
            <w:r>
              <w:rPr>
                <w:lang w:eastAsia="ja-JP"/>
              </w:rPr>
              <w:t>DC_66A_n2A</w:t>
            </w:r>
          </w:p>
        </w:tc>
      </w:tr>
      <w:tr w:rsidR="00B45972" w14:paraId="659EF3B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1F4AA0E" w14:textId="77777777" w:rsidR="00B45972" w:rsidRDefault="00B45972" w:rsidP="00AC3FE8">
            <w:pPr>
              <w:pStyle w:val="TAC"/>
              <w:rPr>
                <w:color w:val="000000"/>
                <w:szCs w:val="18"/>
                <w:lang w:eastAsia="zh-CN"/>
              </w:rPr>
            </w:pPr>
            <w:r>
              <w:rPr>
                <w:lang w:eastAsia="ja-JP"/>
              </w:rPr>
              <w:t>DC_14A-66A-66A_n2A</w:t>
            </w:r>
          </w:p>
        </w:tc>
        <w:tc>
          <w:tcPr>
            <w:tcW w:w="5862" w:type="dxa"/>
            <w:tcBorders>
              <w:top w:val="single" w:sz="4" w:space="0" w:color="auto"/>
              <w:left w:val="single" w:sz="4" w:space="0" w:color="auto"/>
              <w:bottom w:val="single" w:sz="4" w:space="0" w:color="auto"/>
              <w:right w:val="single" w:sz="4" w:space="0" w:color="auto"/>
            </w:tcBorders>
            <w:hideMark/>
          </w:tcPr>
          <w:p w14:paraId="522CDE22" w14:textId="77777777" w:rsidR="00B45972" w:rsidRDefault="00B45972" w:rsidP="00AC3FE8">
            <w:pPr>
              <w:pStyle w:val="TAC"/>
              <w:rPr>
                <w:lang w:eastAsia="ja-JP"/>
              </w:rPr>
            </w:pPr>
            <w:r>
              <w:rPr>
                <w:lang w:eastAsia="ja-JP"/>
              </w:rPr>
              <w:t>DC_14A_n2A</w:t>
            </w:r>
          </w:p>
          <w:p w14:paraId="1E52B2B8" w14:textId="77777777" w:rsidR="00B45972" w:rsidRDefault="00B45972" w:rsidP="00AC3FE8">
            <w:pPr>
              <w:pStyle w:val="TAC"/>
              <w:rPr>
                <w:color w:val="000000"/>
                <w:szCs w:val="18"/>
                <w:lang w:eastAsia="zh-CN"/>
              </w:rPr>
            </w:pPr>
            <w:r>
              <w:rPr>
                <w:lang w:eastAsia="ja-JP"/>
              </w:rPr>
              <w:t>DC_66A_n2A</w:t>
            </w:r>
          </w:p>
        </w:tc>
      </w:tr>
      <w:tr w:rsidR="00B45972" w14:paraId="174D5B4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DF7A5A5" w14:textId="77777777" w:rsidR="00B45972" w:rsidRDefault="00B45972" w:rsidP="00AC3FE8">
            <w:pPr>
              <w:pStyle w:val="TAC"/>
              <w:rPr>
                <w:lang w:eastAsia="ja-JP"/>
              </w:rPr>
            </w:pPr>
            <w:r>
              <w:rPr>
                <w:lang w:eastAsia="ja-JP"/>
              </w:rPr>
              <w:t>DC_14A-66A_n66A</w:t>
            </w:r>
          </w:p>
        </w:tc>
        <w:tc>
          <w:tcPr>
            <w:tcW w:w="5862" w:type="dxa"/>
            <w:tcBorders>
              <w:top w:val="single" w:sz="4" w:space="0" w:color="auto"/>
              <w:left w:val="single" w:sz="4" w:space="0" w:color="auto"/>
              <w:bottom w:val="single" w:sz="4" w:space="0" w:color="auto"/>
              <w:right w:val="single" w:sz="4" w:space="0" w:color="auto"/>
            </w:tcBorders>
            <w:hideMark/>
          </w:tcPr>
          <w:p w14:paraId="409A6456" w14:textId="77777777" w:rsidR="00B45972" w:rsidRDefault="00B45972" w:rsidP="00AC3FE8">
            <w:pPr>
              <w:pStyle w:val="TAC"/>
              <w:rPr>
                <w:lang w:eastAsia="ja-JP"/>
              </w:rPr>
            </w:pPr>
            <w:r>
              <w:rPr>
                <w:lang w:eastAsia="ja-JP"/>
              </w:rPr>
              <w:t>DC_14A_n66A</w:t>
            </w:r>
          </w:p>
          <w:p w14:paraId="7E081653" w14:textId="77777777" w:rsidR="00B45972" w:rsidRDefault="00B45972" w:rsidP="00AC3FE8">
            <w:pPr>
              <w:pStyle w:val="TAC"/>
              <w:rPr>
                <w:lang w:eastAsia="ja-JP"/>
              </w:rPr>
            </w:pPr>
            <w:r>
              <w:rPr>
                <w:lang w:eastAsia="ja-JP"/>
              </w:rPr>
              <w:t>DC_66A_n66A</w:t>
            </w:r>
            <w:r>
              <w:rPr>
                <w:vertAlign w:val="superscript"/>
                <w:lang w:eastAsia="fi-FI"/>
              </w:rPr>
              <w:t>2</w:t>
            </w:r>
          </w:p>
        </w:tc>
      </w:tr>
      <w:tr w:rsidR="00B45972" w14:paraId="349B7CE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DB26BB6" w14:textId="77777777" w:rsidR="00B45972" w:rsidRDefault="00B45972" w:rsidP="00AC3FE8">
            <w:pPr>
              <w:pStyle w:val="TAC"/>
            </w:pPr>
            <w:r>
              <w:rPr>
                <w:rFonts w:cs="Malgun Gothic"/>
              </w:rPr>
              <w:t>DC_1</w:t>
            </w:r>
            <w:r>
              <w:rPr>
                <w:rFonts w:cs="Malgun Gothic"/>
                <w:lang w:eastAsia="ja-JP"/>
              </w:rPr>
              <w:t>8</w:t>
            </w:r>
            <w:r>
              <w:rPr>
                <w:rFonts w:cs="Malgun Gothic"/>
              </w:rPr>
              <w:t>A-</w:t>
            </w:r>
            <w:r>
              <w:rPr>
                <w:rFonts w:cs="Malgun Gothic"/>
                <w:lang w:eastAsia="ja-JP"/>
              </w:rPr>
              <w:t>2</w:t>
            </w:r>
            <w:r>
              <w:rPr>
                <w:rFonts w:cs="Malgun Gothic"/>
              </w:rPr>
              <w:t>8A_n7</w:t>
            </w:r>
            <w:r>
              <w:rPr>
                <w:rFonts w:eastAsia="MS Mincho" w:cs="Malgun Gothic"/>
                <w:lang w:eastAsia="ja-JP"/>
              </w:rPr>
              <w:t>7</w:t>
            </w:r>
            <w:r>
              <w:rPr>
                <w:rFonts w:cs="Malgun Gothic"/>
              </w:rP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0DAE735" w14:textId="77777777" w:rsidR="00B45972" w:rsidRDefault="00B45972" w:rsidP="00AC3FE8">
            <w:pPr>
              <w:pStyle w:val="TAC"/>
              <w:rPr>
                <w:noProof/>
                <w:lang w:eastAsia="zh-CN"/>
              </w:rPr>
            </w:pPr>
            <w:r>
              <w:rPr>
                <w:noProof/>
                <w:lang w:eastAsia="zh-CN"/>
              </w:rPr>
              <w:t>DC_18A_n7</w:t>
            </w:r>
            <w:r>
              <w:rPr>
                <w:rFonts w:eastAsia="MS Mincho"/>
                <w:noProof/>
                <w:lang w:eastAsia="ja-JP"/>
              </w:rPr>
              <w:t>7</w:t>
            </w:r>
            <w:r>
              <w:rPr>
                <w:noProof/>
                <w:lang w:eastAsia="zh-CN"/>
              </w:rPr>
              <w:t>A</w:t>
            </w:r>
          </w:p>
          <w:p w14:paraId="38E497AC" w14:textId="77777777" w:rsidR="00B45972" w:rsidRDefault="00B45972" w:rsidP="00AC3FE8">
            <w:pPr>
              <w:pStyle w:val="TAC"/>
              <w:rPr>
                <w:lang w:eastAsia="zh-CN"/>
              </w:rPr>
            </w:pPr>
            <w:r>
              <w:rPr>
                <w:noProof/>
                <w:lang w:eastAsia="zh-CN"/>
              </w:rPr>
              <w:t>DC_28A_n7</w:t>
            </w:r>
            <w:r>
              <w:rPr>
                <w:rFonts w:eastAsia="MS Mincho"/>
                <w:noProof/>
                <w:lang w:eastAsia="ja-JP"/>
              </w:rPr>
              <w:t>7</w:t>
            </w:r>
            <w:r>
              <w:rPr>
                <w:noProof/>
                <w:lang w:eastAsia="zh-CN"/>
              </w:rPr>
              <w:t>A</w:t>
            </w:r>
          </w:p>
        </w:tc>
      </w:tr>
      <w:tr w:rsidR="00B45972" w14:paraId="08F40D3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C134E1C" w14:textId="77777777" w:rsidR="00B45972" w:rsidRDefault="00B45972" w:rsidP="00AC3FE8">
            <w:pPr>
              <w:pStyle w:val="TAC"/>
              <w:rPr>
                <w:noProof/>
                <w:lang w:eastAsia="zh-CN"/>
              </w:rPr>
            </w:pPr>
            <w:r>
              <w:t>DC_1</w:t>
            </w:r>
            <w:r>
              <w:rPr>
                <w:lang w:eastAsia="ja-JP"/>
              </w:rPr>
              <w:t>8</w:t>
            </w:r>
            <w:r>
              <w:t>A-</w:t>
            </w:r>
            <w:r>
              <w:rPr>
                <w:lang w:eastAsia="ja-JP"/>
              </w:rPr>
              <w:t>2</w:t>
            </w:r>
            <w:r>
              <w:t>8A_n78A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BA857C0" w14:textId="77777777" w:rsidR="00B45972" w:rsidRDefault="00B45972" w:rsidP="00AC3FE8">
            <w:pPr>
              <w:pStyle w:val="TAC"/>
              <w:rPr>
                <w:noProof/>
                <w:lang w:eastAsia="zh-CN"/>
              </w:rPr>
            </w:pPr>
            <w:r>
              <w:rPr>
                <w:noProof/>
                <w:lang w:eastAsia="zh-CN"/>
              </w:rPr>
              <w:t>DC_18A_n78A</w:t>
            </w:r>
          </w:p>
          <w:p w14:paraId="243B107B" w14:textId="77777777" w:rsidR="00B45972" w:rsidRDefault="00B45972" w:rsidP="00AC3FE8">
            <w:pPr>
              <w:pStyle w:val="TAC"/>
              <w:rPr>
                <w:noProof/>
                <w:lang w:eastAsia="zh-CN"/>
              </w:rPr>
            </w:pPr>
            <w:r>
              <w:rPr>
                <w:noProof/>
                <w:lang w:eastAsia="zh-CN"/>
              </w:rPr>
              <w:t>DC_28A_n78A</w:t>
            </w:r>
          </w:p>
        </w:tc>
      </w:tr>
      <w:tr w:rsidR="00B45972" w14:paraId="205B357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5AB91E2" w14:textId="77777777" w:rsidR="00B45972" w:rsidRDefault="00B45972" w:rsidP="00AC3FE8">
            <w:pPr>
              <w:pStyle w:val="TAC"/>
              <w:rPr>
                <w:noProof/>
                <w:lang w:eastAsia="zh-CN"/>
              </w:rPr>
            </w:pPr>
            <w:r>
              <w:t>DC_1</w:t>
            </w:r>
            <w:r>
              <w:rPr>
                <w:lang w:eastAsia="ja-JP"/>
              </w:rPr>
              <w:t>8</w:t>
            </w:r>
            <w:r>
              <w:t>A-</w:t>
            </w:r>
            <w:r>
              <w:rPr>
                <w:lang w:eastAsia="ja-JP"/>
              </w:rPr>
              <w:t>2</w:t>
            </w:r>
            <w:r>
              <w:t>8A_n79A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72084698" w14:textId="77777777" w:rsidR="00B45972" w:rsidRDefault="00B45972" w:rsidP="00AC3FE8">
            <w:pPr>
              <w:pStyle w:val="TAC"/>
              <w:rPr>
                <w:noProof/>
                <w:lang w:eastAsia="zh-CN"/>
              </w:rPr>
            </w:pPr>
            <w:r>
              <w:rPr>
                <w:noProof/>
                <w:lang w:eastAsia="zh-CN"/>
              </w:rPr>
              <w:t>DC_18A_n79A</w:t>
            </w:r>
          </w:p>
          <w:p w14:paraId="4289179A" w14:textId="77777777" w:rsidR="00B45972" w:rsidRDefault="00B45972" w:rsidP="00AC3FE8">
            <w:pPr>
              <w:pStyle w:val="TAC"/>
              <w:rPr>
                <w:noProof/>
                <w:lang w:eastAsia="zh-CN"/>
              </w:rPr>
            </w:pPr>
            <w:r>
              <w:rPr>
                <w:noProof/>
                <w:lang w:eastAsia="zh-CN"/>
              </w:rPr>
              <w:t>DC_28A_n79A</w:t>
            </w:r>
          </w:p>
        </w:tc>
      </w:tr>
      <w:tr w:rsidR="00B45972" w14:paraId="7163CC0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61E7A0E" w14:textId="77777777" w:rsidR="00B45972" w:rsidRDefault="00B45972" w:rsidP="00AC3FE8">
            <w:pPr>
              <w:pStyle w:val="TAC"/>
              <w:rPr>
                <w:lang w:eastAsia="fi-FI"/>
              </w:rPr>
            </w:pPr>
            <w:r>
              <w:rPr>
                <w:lang w:eastAsia="fi-FI"/>
              </w:rPr>
              <w:t>DC_18A-</w:t>
            </w:r>
            <w:r>
              <w:rPr>
                <w:lang w:eastAsia="zh-CN"/>
              </w:rPr>
              <w:t>41</w:t>
            </w:r>
            <w:r>
              <w:rPr>
                <w:lang w:eastAsia="fi-FI"/>
              </w:rPr>
              <w:t>A_n</w:t>
            </w:r>
            <w:r>
              <w:rPr>
                <w:lang w:eastAsia="zh-CN"/>
              </w:rPr>
              <w:t>3</w:t>
            </w:r>
            <w:r>
              <w:rPr>
                <w:lang w:eastAsia="fi-FI"/>
              </w:rPr>
              <w:t>A</w:t>
            </w:r>
          </w:p>
          <w:p w14:paraId="3A3D5FE6" w14:textId="77777777" w:rsidR="00B45972" w:rsidRDefault="00B45972" w:rsidP="00AC3FE8">
            <w:pPr>
              <w:pStyle w:val="TAC"/>
              <w:rPr>
                <w:lang w:eastAsia="fr-FR"/>
              </w:rPr>
            </w:pPr>
            <w:r>
              <w:rPr>
                <w:lang w:eastAsia="fi-FI"/>
              </w:rPr>
              <w:t>DC_18A-</w:t>
            </w:r>
            <w:r>
              <w:rPr>
                <w:lang w:eastAsia="zh-CN"/>
              </w:rPr>
              <w:t>41C</w:t>
            </w:r>
            <w:r>
              <w:rPr>
                <w:lang w:eastAsia="fi-FI"/>
              </w:rPr>
              <w:t>_n</w:t>
            </w:r>
            <w:r>
              <w:rPr>
                <w:lang w:eastAsia="zh-CN"/>
              </w:rPr>
              <w:t>3</w:t>
            </w:r>
            <w:r>
              <w:rPr>
                <w:lang w:eastAsia="fi-FI"/>
              </w:rPr>
              <w:t>A</w:t>
            </w:r>
          </w:p>
        </w:tc>
        <w:tc>
          <w:tcPr>
            <w:tcW w:w="5862" w:type="dxa"/>
            <w:tcBorders>
              <w:top w:val="single" w:sz="4" w:space="0" w:color="auto"/>
              <w:left w:val="single" w:sz="4" w:space="0" w:color="auto"/>
              <w:bottom w:val="single" w:sz="4" w:space="0" w:color="auto"/>
              <w:right w:val="single" w:sz="4" w:space="0" w:color="auto"/>
            </w:tcBorders>
            <w:hideMark/>
          </w:tcPr>
          <w:p w14:paraId="5F94DB36" w14:textId="77777777" w:rsidR="00B45972" w:rsidRDefault="00B45972" w:rsidP="00AC3FE8">
            <w:pPr>
              <w:pStyle w:val="TAC"/>
              <w:rPr>
                <w:noProof/>
                <w:lang w:eastAsia="zh-CN"/>
              </w:rPr>
            </w:pPr>
            <w:r>
              <w:rPr>
                <w:noProof/>
                <w:lang w:eastAsia="zh-CN"/>
              </w:rPr>
              <w:t>DC_18A_n3A</w:t>
            </w:r>
          </w:p>
          <w:p w14:paraId="6CAA8C98" w14:textId="77777777" w:rsidR="00B45972" w:rsidRDefault="00B45972" w:rsidP="00AC3FE8">
            <w:pPr>
              <w:pStyle w:val="TAC"/>
              <w:rPr>
                <w:noProof/>
                <w:lang w:eastAsia="zh-CN"/>
              </w:rPr>
            </w:pPr>
            <w:r>
              <w:rPr>
                <w:noProof/>
                <w:lang w:eastAsia="zh-CN"/>
              </w:rPr>
              <w:t>DC_41A_n3A</w:t>
            </w:r>
          </w:p>
          <w:p w14:paraId="65E08539" w14:textId="77777777" w:rsidR="00B45972" w:rsidRDefault="00B45972" w:rsidP="00AC3FE8">
            <w:pPr>
              <w:pStyle w:val="TAC"/>
              <w:rPr>
                <w:noProof/>
                <w:lang w:eastAsia="zh-CN"/>
              </w:rPr>
            </w:pPr>
            <w:r>
              <w:rPr>
                <w:noProof/>
                <w:lang w:eastAsia="zh-CN"/>
              </w:rPr>
              <w:t>DC_41C_n3A</w:t>
            </w:r>
          </w:p>
        </w:tc>
      </w:tr>
      <w:tr w:rsidR="00B45972" w14:paraId="6D6076F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C96E6BC" w14:textId="77777777" w:rsidR="00B45972" w:rsidRDefault="00B45972" w:rsidP="00AC3FE8">
            <w:pPr>
              <w:pStyle w:val="TAC"/>
              <w:rPr>
                <w:lang w:eastAsia="fi-FI"/>
              </w:rPr>
            </w:pPr>
            <w:r>
              <w:rPr>
                <w:lang w:eastAsia="fi-FI"/>
              </w:rPr>
              <w:t>DC_18A-</w:t>
            </w:r>
            <w:r>
              <w:rPr>
                <w:lang w:eastAsia="zh-CN"/>
              </w:rPr>
              <w:t>41</w:t>
            </w:r>
            <w:r>
              <w:rPr>
                <w:lang w:eastAsia="fi-FI"/>
              </w:rPr>
              <w:t>A_n77A</w:t>
            </w:r>
          </w:p>
          <w:p w14:paraId="641E8B25" w14:textId="77777777" w:rsidR="00B45972" w:rsidRDefault="00B45972" w:rsidP="00AC3FE8">
            <w:pPr>
              <w:pStyle w:val="TAC"/>
              <w:rPr>
                <w:lang w:eastAsia="fi-FI"/>
              </w:rPr>
            </w:pPr>
            <w:r>
              <w:rPr>
                <w:lang w:eastAsia="fi-FI"/>
              </w:rPr>
              <w:t>DC_18A-</w:t>
            </w:r>
            <w:r>
              <w:rPr>
                <w:lang w:eastAsia="zh-CN"/>
              </w:rPr>
              <w:t>41C</w:t>
            </w:r>
            <w:r>
              <w:rPr>
                <w:lang w:eastAsia="fi-FI"/>
              </w:rPr>
              <w:t>_n77A</w:t>
            </w:r>
          </w:p>
        </w:tc>
        <w:tc>
          <w:tcPr>
            <w:tcW w:w="5862" w:type="dxa"/>
            <w:tcBorders>
              <w:top w:val="single" w:sz="4" w:space="0" w:color="auto"/>
              <w:left w:val="single" w:sz="4" w:space="0" w:color="auto"/>
              <w:bottom w:val="single" w:sz="4" w:space="0" w:color="auto"/>
              <w:right w:val="single" w:sz="4" w:space="0" w:color="auto"/>
            </w:tcBorders>
            <w:hideMark/>
          </w:tcPr>
          <w:p w14:paraId="02CCE3E9" w14:textId="77777777" w:rsidR="00B45972" w:rsidRDefault="00B45972" w:rsidP="00AC3FE8">
            <w:pPr>
              <w:pStyle w:val="TAC"/>
              <w:rPr>
                <w:lang w:eastAsia="zh-CN"/>
              </w:rPr>
            </w:pPr>
            <w:r>
              <w:rPr>
                <w:lang w:eastAsia="fi-FI"/>
              </w:rPr>
              <w:t>DC_</w:t>
            </w:r>
            <w:r>
              <w:rPr>
                <w:lang w:eastAsia="zh-CN"/>
              </w:rPr>
              <w:t>18</w:t>
            </w:r>
            <w:r>
              <w:rPr>
                <w:lang w:eastAsia="fi-FI"/>
              </w:rPr>
              <w:t>A_n77A</w:t>
            </w:r>
          </w:p>
          <w:p w14:paraId="0950107A" w14:textId="77777777" w:rsidR="00B45972" w:rsidRDefault="00B45972" w:rsidP="00AC3FE8">
            <w:pPr>
              <w:pStyle w:val="TAC"/>
              <w:rPr>
                <w:lang w:eastAsia="zh-CN"/>
              </w:rPr>
            </w:pPr>
            <w:r>
              <w:rPr>
                <w:lang w:eastAsia="fi-FI"/>
              </w:rPr>
              <w:t>DC_</w:t>
            </w:r>
            <w:r>
              <w:rPr>
                <w:lang w:eastAsia="zh-CN"/>
              </w:rPr>
              <w:t>41</w:t>
            </w:r>
            <w:r>
              <w:rPr>
                <w:lang w:eastAsia="fi-FI"/>
              </w:rPr>
              <w:t>A_n77A</w:t>
            </w:r>
          </w:p>
          <w:p w14:paraId="5F94DFF4" w14:textId="77777777" w:rsidR="00B45972" w:rsidRDefault="00B45972" w:rsidP="00AC3FE8">
            <w:pPr>
              <w:pStyle w:val="TAC"/>
              <w:rPr>
                <w:noProof/>
                <w:lang w:eastAsia="zh-CN"/>
              </w:rPr>
            </w:pPr>
            <w:r>
              <w:rPr>
                <w:lang w:eastAsia="fi-FI"/>
              </w:rPr>
              <w:t>DC_</w:t>
            </w:r>
            <w:r>
              <w:rPr>
                <w:lang w:eastAsia="zh-CN"/>
              </w:rPr>
              <w:t>41C</w:t>
            </w:r>
            <w:r>
              <w:rPr>
                <w:lang w:eastAsia="fi-FI"/>
              </w:rPr>
              <w:t>_n77A</w:t>
            </w:r>
          </w:p>
        </w:tc>
      </w:tr>
      <w:tr w:rsidR="00B45972" w14:paraId="637EC30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8C18CEC" w14:textId="77777777" w:rsidR="00B45972" w:rsidRDefault="00B45972" w:rsidP="00AC3FE8">
            <w:pPr>
              <w:pStyle w:val="TAC"/>
              <w:rPr>
                <w:lang w:eastAsia="fi-FI"/>
              </w:rPr>
            </w:pPr>
            <w:r>
              <w:rPr>
                <w:lang w:eastAsia="fi-FI"/>
              </w:rPr>
              <w:t>DC_18A-</w:t>
            </w:r>
            <w:r>
              <w:rPr>
                <w:lang w:eastAsia="zh-CN"/>
              </w:rPr>
              <w:t>41</w:t>
            </w:r>
            <w:r>
              <w:rPr>
                <w:lang w:eastAsia="fi-FI"/>
              </w:rPr>
              <w:t>A_n78A</w:t>
            </w:r>
          </w:p>
          <w:p w14:paraId="2447F874" w14:textId="77777777" w:rsidR="00B45972" w:rsidRDefault="00B45972" w:rsidP="00AC3FE8">
            <w:pPr>
              <w:pStyle w:val="TAC"/>
              <w:rPr>
                <w:lang w:eastAsia="fi-FI"/>
              </w:rPr>
            </w:pPr>
            <w:r>
              <w:rPr>
                <w:lang w:eastAsia="fi-FI"/>
              </w:rPr>
              <w:t>DC_18A-</w:t>
            </w:r>
            <w:r>
              <w:rPr>
                <w:lang w:eastAsia="zh-CN"/>
              </w:rPr>
              <w:t>41C</w:t>
            </w:r>
            <w:r>
              <w:rPr>
                <w:lang w:eastAsia="fi-FI"/>
              </w:rPr>
              <w:t>_n78A</w:t>
            </w:r>
          </w:p>
        </w:tc>
        <w:tc>
          <w:tcPr>
            <w:tcW w:w="5862" w:type="dxa"/>
            <w:tcBorders>
              <w:top w:val="single" w:sz="4" w:space="0" w:color="auto"/>
              <w:left w:val="single" w:sz="4" w:space="0" w:color="auto"/>
              <w:bottom w:val="single" w:sz="4" w:space="0" w:color="auto"/>
              <w:right w:val="single" w:sz="4" w:space="0" w:color="auto"/>
            </w:tcBorders>
            <w:hideMark/>
          </w:tcPr>
          <w:p w14:paraId="78132EE3" w14:textId="77777777" w:rsidR="00B45972" w:rsidRDefault="00B45972" w:rsidP="00AC3FE8">
            <w:pPr>
              <w:pStyle w:val="TAC"/>
              <w:rPr>
                <w:lang w:eastAsia="zh-CN"/>
              </w:rPr>
            </w:pPr>
            <w:r>
              <w:rPr>
                <w:lang w:eastAsia="fi-FI"/>
              </w:rPr>
              <w:t>DC_</w:t>
            </w:r>
            <w:r>
              <w:rPr>
                <w:lang w:eastAsia="zh-CN"/>
              </w:rPr>
              <w:t>18</w:t>
            </w:r>
            <w:r>
              <w:rPr>
                <w:lang w:eastAsia="fi-FI"/>
              </w:rPr>
              <w:t>A_n78A</w:t>
            </w:r>
          </w:p>
          <w:p w14:paraId="12FAB5E0" w14:textId="77777777" w:rsidR="00B45972" w:rsidRDefault="00B45972" w:rsidP="00AC3FE8">
            <w:pPr>
              <w:pStyle w:val="TAC"/>
              <w:rPr>
                <w:lang w:eastAsia="zh-CN"/>
              </w:rPr>
            </w:pPr>
            <w:r>
              <w:rPr>
                <w:lang w:eastAsia="fi-FI"/>
              </w:rPr>
              <w:t>DC_</w:t>
            </w:r>
            <w:r>
              <w:rPr>
                <w:lang w:eastAsia="zh-CN"/>
              </w:rPr>
              <w:t>41</w:t>
            </w:r>
            <w:r>
              <w:rPr>
                <w:lang w:eastAsia="fi-FI"/>
              </w:rPr>
              <w:t>A_n78A</w:t>
            </w:r>
          </w:p>
          <w:p w14:paraId="37200C25" w14:textId="77777777" w:rsidR="00B45972" w:rsidRDefault="00B45972" w:rsidP="00AC3FE8">
            <w:pPr>
              <w:pStyle w:val="TAC"/>
              <w:rPr>
                <w:lang w:eastAsia="fi-FI"/>
              </w:rPr>
            </w:pPr>
            <w:r>
              <w:rPr>
                <w:lang w:eastAsia="fi-FI"/>
              </w:rPr>
              <w:t>DC_</w:t>
            </w:r>
            <w:r>
              <w:rPr>
                <w:lang w:eastAsia="zh-CN"/>
              </w:rPr>
              <w:t>41C</w:t>
            </w:r>
            <w:r>
              <w:rPr>
                <w:lang w:eastAsia="fi-FI"/>
              </w:rPr>
              <w:t>_n78A</w:t>
            </w:r>
          </w:p>
        </w:tc>
      </w:tr>
      <w:tr w:rsidR="00B45972" w14:paraId="00076BF8"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10BD5DB" w14:textId="77777777" w:rsidR="00B45972" w:rsidRDefault="00B45972" w:rsidP="00AC3FE8">
            <w:pPr>
              <w:pStyle w:val="TAC"/>
              <w:rPr>
                <w:lang w:eastAsia="ja-JP"/>
              </w:rPr>
            </w:pPr>
            <w:r>
              <w:rPr>
                <w:lang w:eastAsia="ja-JP"/>
              </w:rPr>
              <w:t>DC_18A-42A_n77A</w:t>
            </w:r>
            <w:r>
              <w:rPr>
                <w:noProof/>
                <w:vertAlign w:val="superscript"/>
                <w:lang w:eastAsia="zh-CN"/>
              </w:rPr>
              <w:t>10,11</w:t>
            </w:r>
          </w:p>
          <w:p w14:paraId="0E17F9E5" w14:textId="77777777" w:rsidR="00B45972" w:rsidRDefault="00B45972" w:rsidP="00AC3FE8">
            <w:pPr>
              <w:pStyle w:val="TAC"/>
            </w:pPr>
            <w:r>
              <w:rPr>
                <w:lang w:eastAsia="ja-JP"/>
              </w:rPr>
              <w:t>DC_18A-42C_n77A</w:t>
            </w:r>
            <w:r>
              <w:rPr>
                <w:noProof/>
                <w:vertAlign w:val="superscript"/>
                <w:lang w:eastAsia="zh-CN"/>
              </w:rPr>
              <w:t>10,11</w:t>
            </w:r>
          </w:p>
        </w:tc>
        <w:tc>
          <w:tcPr>
            <w:tcW w:w="5862" w:type="dxa"/>
            <w:tcBorders>
              <w:top w:val="single" w:sz="4" w:space="0" w:color="auto"/>
              <w:left w:val="single" w:sz="4" w:space="0" w:color="auto"/>
              <w:bottom w:val="single" w:sz="4" w:space="0" w:color="auto"/>
              <w:right w:val="single" w:sz="4" w:space="0" w:color="auto"/>
            </w:tcBorders>
            <w:hideMark/>
          </w:tcPr>
          <w:p w14:paraId="48DA76AB" w14:textId="77777777" w:rsidR="00B45972" w:rsidRDefault="00B45972" w:rsidP="00AC3FE8">
            <w:pPr>
              <w:pStyle w:val="TAC"/>
              <w:rPr>
                <w:noProof/>
                <w:lang w:eastAsia="zh-CN"/>
              </w:rPr>
            </w:pPr>
            <w:r>
              <w:rPr>
                <w:lang w:eastAsia="ja-JP"/>
              </w:rPr>
              <w:t>DC_18A_n77A</w:t>
            </w:r>
          </w:p>
        </w:tc>
      </w:tr>
      <w:tr w:rsidR="00B45972" w14:paraId="1042E08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7C5C783" w14:textId="77777777" w:rsidR="00B45972" w:rsidRDefault="00B45972" w:rsidP="00AC3FE8">
            <w:pPr>
              <w:pStyle w:val="TAC"/>
              <w:rPr>
                <w:lang w:eastAsia="ja-JP"/>
              </w:rPr>
            </w:pPr>
            <w:r>
              <w:rPr>
                <w:lang w:eastAsia="ja-JP"/>
              </w:rPr>
              <w:t>DC_18A-42A_n78A</w:t>
            </w:r>
            <w:r>
              <w:rPr>
                <w:noProof/>
                <w:vertAlign w:val="superscript"/>
                <w:lang w:eastAsia="zh-CN"/>
              </w:rPr>
              <w:t>10,11</w:t>
            </w:r>
          </w:p>
          <w:p w14:paraId="3983ABD5" w14:textId="77777777" w:rsidR="00B45972" w:rsidRDefault="00B45972" w:rsidP="00AC3FE8">
            <w:pPr>
              <w:pStyle w:val="TAC"/>
            </w:pPr>
            <w:r>
              <w:rPr>
                <w:lang w:eastAsia="ja-JP"/>
              </w:rPr>
              <w:t>DC_18A-42C_n78A</w:t>
            </w:r>
            <w:r>
              <w:rPr>
                <w:noProof/>
                <w:vertAlign w:val="superscript"/>
                <w:lang w:eastAsia="zh-CN"/>
              </w:rPr>
              <w:t>10,11</w:t>
            </w:r>
          </w:p>
        </w:tc>
        <w:tc>
          <w:tcPr>
            <w:tcW w:w="5862" w:type="dxa"/>
            <w:tcBorders>
              <w:top w:val="single" w:sz="4" w:space="0" w:color="auto"/>
              <w:left w:val="single" w:sz="4" w:space="0" w:color="auto"/>
              <w:bottom w:val="single" w:sz="4" w:space="0" w:color="auto"/>
              <w:right w:val="single" w:sz="4" w:space="0" w:color="auto"/>
            </w:tcBorders>
            <w:hideMark/>
          </w:tcPr>
          <w:p w14:paraId="0B63D72F" w14:textId="77777777" w:rsidR="00B45972" w:rsidRDefault="00B45972" w:rsidP="00AC3FE8">
            <w:pPr>
              <w:pStyle w:val="TAC"/>
              <w:rPr>
                <w:noProof/>
                <w:lang w:eastAsia="zh-CN"/>
              </w:rPr>
            </w:pPr>
            <w:r>
              <w:rPr>
                <w:lang w:eastAsia="ja-JP"/>
              </w:rPr>
              <w:t>DC_18A_n78A</w:t>
            </w:r>
          </w:p>
        </w:tc>
      </w:tr>
      <w:tr w:rsidR="00B45972" w14:paraId="6503A2D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0AC1BDD" w14:textId="77777777" w:rsidR="00B45972" w:rsidRDefault="00B45972" w:rsidP="00AC3FE8">
            <w:pPr>
              <w:pStyle w:val="TAC"/>
              <w:rPr>
                <w:lang w:eastAsia="ja-JP"/>
              </w:rPr>
            </w:pPr>
            <w:r>
              <w:rPr>
                <w:lang w:eastAsia="ja-JP"/>
              </w:rPr>
              <w:t>DC_18A-42A_n79A</w:t>
            </w:r>
          </w:p>
          <w:p w14:paraId="15B5ED6A" w14:textId="77777777" w:rsidR="00B45972" w:rsidRDefault="00B45972" w:rsidP="00AC3FE8">
            <w:pPr>
              <w:pStyle w:val="TAC"/>
            </w:pPr>
            <w:r>
              <w:rPr>
                <w:lang w:eastAsia="ja-JP"/>
              </w:rPr>
              <w:t>DC_18A-42C_n79A</w:t>
            </w:r>
          </w:p>
        </w:tc>
        <w:tc>
          <w:tcPr>
            <w:tcW w:w="5862" w:type="dxa"/>
            <w:tcBorders>
              <w:top w:val="single" w:sz="4" w:space="0" w:color="auto"/>
              <w:left w:val="single" w:sz="4" w:space="0" w:color="auto"/>
              <w:bottom w:val="single" w:sz="4" w:space="0" w:color="auto"/>
              <w:right w:val="single" w:sz="4" w:space="0" w:color="auto"/>
            </w:tcBorders>
            <w:hideMark/>
          </w:tcPr>
          <w:p w14:paraId="7F61C65C" w14:textId="77777777" w:rsidR="00B45972" w:rsidRDefault="00B45972" w:rsidP="00AC3FE8">
            <w:pPr>
              <w:pStyle w:val="TAC"/>
              <w:rPr>
                <w:noProof/>
                <w:lang w:eastAsia="zh-CN"/>
              </w:rPr>
            </w:pPr>
            <w:r>
              <w:rPr>
                <w:lang w:eastAsia="ja-JP"/>
              </w:rPr>
              <w:t>DC_18A_n79A</w:t>
            </w:r>
          </w:p>
        </w:tc>
      </w:tr>
      <w:tr w:rsidR="00B45972" w14:paraId="4201BDC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78C0AC5" w14:textId="7254D8F3" w:rsidR="00B45972" w:rsidRDefault="00B45972" w:rsidP="00AC3FE8">
            <w:pPr>
              <w:pStyle w:val="TAC"/>
              <w:rPr>
                <w:noProof/>
                <w:lang w:eastAsia="zh-CN"/>
              </w:rPr>
            </w:pPr>
            <w:r>
              <w:rPr>
                <w:noProof/>
                <w:lang w:eastAsia="zh-CN"/>
              </w:rPr>
              <w:t>DC_19A-21A_n78A</w:t>
            </w:r>
            <w:r>
              <w:rPr>
                <w:noProof/>
                <w:vertAlign w:val="superscript"/>
                <w:lang w:eastAsia="zh-CN"/>
              </w:rPr>
              <w:t>5</w:t>
            </w:r>
          </w:p>
          <w:p w14:paraId="32860587" w14:textId="3C13D6F1" w:rsidR="00B45972" w:rsidRDefault="00B45972" w:rsidP="00AC3FE8">
            <w:pPr>
              <w:pStyle w:val="TAC"/>
            </w:pPr>
            <w:r>
              <w:rPr>
                <w:noProof/>
                <w:lang w:eastAsia="zh-CN"/>
              </w:rPr>
              <w:t>DC_19A-21A_n78C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A8EDD57" w14:textId="77777777" w:rsidR="00B45972" w:rsidRDefault="00B45972" w:rsidP="00AC3FE8">
            <w:pPr>
              <w:pStyle w:val="TAC"/>
              <w:rPr>
                <w:noProof/>
                <w:lang w:eastAsia="zh-CN"/>
              </w:rPr>
            </w:pPr>
            <w:r>
              <w:rPr>
                <w:noProof/>
                <w:lang w:eastAsia="zh-CN"/>
              </w:rPr>
              <w:t>DC_19A_n78A</w:t>
            </w:r>
          </w:p>
          <w:p w14:paraId="35CE2F84" w14:textId="77777777" w:rsidR="00B45972" w:rsidRDefault="00B45972" w:rsidP="00AC3FE8">
            <w:pPr>
              <w:pStyle w:val="TAC"/>
              <w:rPr>
                <w:noProof/>
                <w:lang w:eastAsia="zh-CN"/>
              </w:rPr>
            </w:pPr>
            <w:r>
              <w:rPr>
                <w:noProof/>
                <w:lang w:eastAsia="zh-CN"/>
              </w:rPr>
              <w:t>DC_21A_n78A</w:t>
            </w:r>
          </w:p>
        </w:tc>
      </w:tr>
      <w:tr w:rsidR="00B45972" w14:paraId="169EC5B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7DA91E6" w14:textId="77777777" w:rsidR="00B45972" w:rsidRDefault="00B45972" w:rsidP="00AC3FE8">
            <w:pPr>
              <w:pStyle w:val="TAC"/>
              <w:rPr>
                <w:noProof/>
                <w:lang w:eastAsia="zh-CN"/>
              </w:rPr>
            </w:pPr>
            <w:r>
              <w:rPr>
                <w:noProof/>
                <w:lang w:eastAsia="zh-CN"/>
              </w:rPr>
              <w:t>DC_19A-21A_n79A</w:t>
            </w:r>
            <w:r>
              <w:rPr>
                <w:noProof/>
                <w:vertAlign w:val="superscript"/>
                <w:lang w:eastAsia="zh-CN"/>
              </w:rPr>
              <w:t>5</w:t>
            </w:r>
          </w:p>
          <w:p w14:paraId="771C0223" w14:textId="77777777" w:rsidR="00B45972" w:rsidRDefault="00B45972" w:rsidP="00AC3FE8">
            <w:pPr>
              <w:pStyle w:val="TAC"/>
            </w:pPr>
            <w:r>
              <w:rPr>
                <w:noProof/>
                <w:lang w:eastAsia="zh-CN"/>
              </w:rPr>
              <w:t>DC_19A-21A_n79C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088AF3E7" w14:textId="77777777" w:rsidR="00B45972" w:rsidRDefault="00B45972" w:rsidP="00AC3FE8">
            <w:pPr>
              <w:pStyle w:val="TAC"/>
              <w:rPr>
                <w:noProof/>
                <w:lang w:eastAsia="zh-CN"/>
              </w:rPr>
            </w:pPr>
            <w:r>
              <w:rPr>
                <w:noProof/>
                <w:lang w:eastAsia="zh-CN"/>
              </w:rPr>
              <w:t>DC_19A_n79A</w:t>
            </w:r>
          </w:p>
          <w:p w14:paraId="55BB89B5" w14:textId="77777777" w:rsidR="00B45972" w:rsidRDefault="00B45972" w:rsidP="00AC3FE8">
            <w:pPr>
              <w:pStyle w:val="TAC"/>
              <w:rPr>
                <w:noProof/>
                <w:lang w:eastAsia="zh-CN"/>
              </w:rPr>
            </w:pPr>
            <w:r>
              <w:rPr>
                <w:noProof/>
                <w:lang w:eastAsia="zh-CN"/>
              </w:rPr>
              <w:t>DC_21A_n79A</w:t>
            </w:r>
          </w:p>
        </w:tc>
      </w:tr>
      <w:tr w:rsidR="00B45972" w14:paraId="638CDBD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413B29A" w14:textId="77777777" w:rsidR="00B45972" w:rsidRDefault="00B45972" w:rsidP="00AC3FE8">
            <w:pPr>
              <w:pStyle w:val="TAC"/>
              <w:rPr>
                <w:noProof/>
                <w:lang w:eastAsia="zh-CN"/>
              </w:rPr>
            </w:pPr>
            <w:r>
              <w:rPr>
                <w:noProof/>
                <w:lang w:eastAsia="zh-CN"/>
              </w:rPr>
              <w:t>DC_19A-21A_n77A</w:t>
            </w:r>
            <w:r>
              <w:rPr>
                <w:noProof/>
                <w:vertAlign w:val="superscript"/>
                <w:lang w:eastAsia="zh-CN"/>
              </w:rPr>
              <w:t>5</w:t>
            </w:r>
          </w:p>
          <w:p w14:paraId="62B7B5D4" w14:textId="77777777" w:rsidR="00B45972" w:rsidRDefault="00B45972" w:rsidP="00AC3FE8">
            <w:pPr>
              <w:pStyle w:val="TAC"/>
            </w:pPr>
            <w:r>
              <w:rPr>
                <w:noProof/>
                <w:lang w:eastAsia="zh-CN"/>
              </w:rPr>
              <w:t>DC_19A-21A_n77C</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3CC777D5" w14:textId="77777777" w:rsidR="00B45972" w:rsidRDefault="00B45972" w:rsidP="00AC3FE8">
            <w:pPr>
              <w:pStyle w:val="TAC"/>
              <w:rPr>
                <w:noProof/>
                <w:lang w:eastAsia="zh-CN"/>
              </w:rPr>
            </w:pPr>
            <w:r>
              <w:rPr>
                <w:noProof/>
                <w:lang w:eastAsia="zh-CN"/>
              </w:rPr>
              <w:t>DC_19A_n77A</w:t>
            </w:r>
          </w:p>
          <w:p w14:paraId="4B4CFCD9" w14:textId="77777777" w:rsidR="00B45972" w:rsidRDefault="00B45972" w:rsidP="00AC3FE8">
            <w:pPr>
              <w:pStyle w:val="TAC"/>
              <w:rPr>
                <w:noProof/>
                <w:lang w:eastAsia="zh-CN"/>
              </w:rPr>
            </w:pPr>
            <w:r>
              <w:rPr>
                <w:noProof/>
                <w:lang w:eastAsia="zh-CN"/>
              </w:rPr>
              <w:t>DC_21A_n77A</w:t>
            </w:r>
          </w:p>
        </w:tc>
      </w:tr>
      <w:tr w:rsidR="00B45972" w14:paraId="019DBEA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DDA73C4" w14:textId="77777777" w:rsidR="00B45972" w:rsidRDefault="00B45972" w:rsidP="00AC3FE8">
            <w:pPr>
              <w:pStyle w:val="TAC"/>
              <w:rPr>
                <w:noProof/>
                <w:lang w:eastAsia="zh-CN"/>
              </w:rPr>
            </w:pPr>
            <w:r>
              <w:rPr>
                <w:noProof/>
                <w:lang w:eastAsia="zh-CN"/>
              </w:rPr>
              <w:t>DC_19A-42A_n77A</w:t>
            </w:r>
            <w:r>
              <w:rPr>
                <w:noProof/>
                <w:vertAlign w:val="superscript"/>
                <w:lang w:eastAsia="zh-CN"/>
              </w:rPr>
              <w:t>10,11</w:t>
            </w:r>
          </w:p>
          <w:p w14:paraId="3097E392" w14:textId="77777777" w:rsidR="00B45972" w:rsidRDefault="00B45972" w:rsidP="00AC3FE8">
            <w:pPr>
              <w:pStyle w:val="TAC"/>
              <w:rPr>
                <w:noProof/>
                <w:lang w:eastAsia="zh-CN"/>
              </w:rPr>
            </w:pPr>
            <w:r>
              <w:rPr>
                <w:noProof/>
                <w:lang w:eastAsia="zh-CN"/>
              </w:rPr>
              <w:t>DC_19A-42A_n77C</w:t>
            </w:r>
            <w:r>
              <w:rPr>
                <w:noProof/>
                <w:vertAlign w:val="superscript"/>
                <w:lang w:eastAsia="zh-CN"/>
              </w:rPr>
              <w:t>10,11</w:t>
            </w:r>
          </w:p>
          <w:p w14:paraId="4E0228D0" w14:textId="77777777" w:rsidR="00B45972" w:rsidRDefault="00B45972" w:rsidP="00AC3FE8">
            <w:pPr>
              <w:pStyle w:val="TAC"/>
              <w:rPr>
                <w:lang w:eastAsia="ja-JP"/>
              </w:rPr>
            </w:pPr>
            <w:r>
              <w:rPr>
                <w:lang w:eastAsia="ja-JP"/>
              </w:rPr>
              <w:t>DC_19A-42C_n77A</w:t>
            </w:r>
            <w:r>
              <w:rPr>
                <w:noProof/>
                <w:vertAlign w:val="superscript"/>
                <w:lang w:eastAsia="zh-CN"/>
              </w:rPr>
              <w:t>10,11</w:t>
            </w:r>
          </w:p>
          <w:p w14:paraId="43E4860F" w14:textId="77777777" w:rsidR="00B45972" w:rsidRDefault="00B45972" w:rsidP="00AC3FE8">
            <w:pPr>
              <w:pStyle w:val="TAC"/>
              <w:rPr>
                <w:lang w:eastAsia="ja-JP"/>
              </w:rPr>
            </w:pPr>
            <w:r>
              <w:rPr>
                <w:lang w:eastAsia="ja-JP"/>
              </w:rPr>
              <w:t>DC_19A-42C_n77C</w:t>
            </w:r>
            <w:r>
              <w:rPr>
                <w:noProof/>
                <w:vertAlign w:val="superscript"/>
                <w:lang w:eastAsia="zh-CN"/>
              </w:rPr>
              <w:t>10,11</w:t>
            </w:r>
          </w:p>
          <w:p w14:paraId="30F7C6C4" w14:textId="77777777" w:rsidR="00B45972" w:rsidRDefault="00B45972" w:rsidP="00AC3FE8">
            <w:pPr>
              <w:pStyle w:val="TAC"/>
              <w:rPr>
                <w:noProof/>
                <w:lang w:eastAsia="ja-JP"/>
              </w:rPr>
            </w:pPr>
            <w:r>
              <w:rPr>
                <w:noProof/>
                <w:lang w:eastAsia="zh-CN"/>
              </w:rPr>
              <w:t>DC_19A-42</w:t>
            </w:r>
            <w:r>
              <w:rPr>
                <w:noProof/>
                <w:lang w:eastAsia="ja-JP"/>
              </w:rPr>
              <w:t>D</w:t>
            </w:r>
            <w:r>
              <w:rPr>
                <w:noProof/>
                <w:lang w:eastAsia="zh-CN"/>
              </w:rPr>
              <w:t>_n77A</w:t>
            </w:r>
            <w:r>
              <w:rPr>
                <w:noProof/>
                <w:vertAlign w:val="superscript"/>
                <w:lang w:eastAsia="zh-CN"/>
              </w:rPr>
              <w:t>10,11</w:t>
            </w:r>
          </w:p>
          <w:p w14:paraId="2C911476" w14:textId="77777777" w:rsidR="00B45972" w:rsidRDefault="00B45972" w:rsidP="00AC3FE8">
            <w:pPr>
              <w:pStyle w:val="TAC"/>
              <w:rPr>
                <w:noProof/>
                <w:lang w:eastAsia="zh-CN"/>
              </w:rPr>
            </w:pPr>
            <w:r>
              <w:rPr>
                <w:noProof/>
                <w:lang w:eastAsia="zh-CN"/>
              </w:rPr>
              <w:t>DC_19A-42</w:t>
            </w:r>
            <w:r>
              <w:rPr>
                <w:noProof/>
                <w:lang w:eastAsia="ja-JP"/>
              </w:rPr>
              <w:t>D</w:t>
            </w:r>
            <w:r>
              <w:rPr>
                <w:noProof/>
                <w:lang w:eastAsia="zh-CN"/>
              </w:rPr>
              <w:t>_n77</w:t>
            </w:r>
            <w:r>
              <w:rPr>
                <w:noProof/>
                <w:lang w:eastAsia="ja-JP"/>
              </w:rPr>
              <w:t>C</w:t>
            </w:r>
            <w:r>
              <w:rPr>
                <w:noProof/>
                <w:vertAlign w:val="superscript"/>
                <w:lang w:eastAsia="zh-CN"/>
              </w:rPr>
              <w:t>10,11</w:t>
            </w:r>
          </w:p>
        </w:tc>
        <w:tc>
          <w:tcPr>
            <w:tcW w:w="5862" w:type="dxa"/>
            <w:tcBorders>
              <w:top w:val="single" w:sz="4" w:space="0" w:color="auto"/>
              <w:left w:val="single" w:sz="4" w:space="0" w:color="auto"/>
              <w:bottom w:val="single" w:sz="4" w:space="0" w:color="auto"/>
              <w:right w:val="single" w:sz="4" w:space="0" w:color="auto"/>
            </w:tcBorders>
            <w:hideMark/>
          </w:tcPr>
          <w:p w14:paraId="54CAC2BD" w14:textId="77777777" w:rsidR="00B45972" w:rsidRDefault="00B45972" w:rsidP="00AC3FE8">
            <w:pPr>
              <w:pStyle w:val="TAC"/>
              <w:rPr>
                <w:noProof/>
                <w:lang w:eastAsia="zh-CN"/>
              </w:rPr>
            </w:pPr>
            <w:r>
              <w:rPr>
                <w:noProof/>
                <w:lang w:eastAsia="zh-CN"/>
              </w:rPr>
              <w:t>DC_19A_n77A</w:t>
            </w:r>
          </w:p>
        </w:tc>
      </w:tr>
      <w:tr w:rsidR="00B45972" w14:paraId="6AA9EF8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BA6E488" w14:textId="77777777" w:rsidR="00B45972" w:rsidRDefault="00B45972" w:rsidP="00AC3FE8">
            <w:pPr>
              <w:pStyle w:val="TAC"/>
              <w:rPr>
                <w:noProof/>
                <w:lang w:eastAsia="zh-CN"/>
              </w:rPr>
            </w:pPr>
            <w:r>
              <w:rPr>
                <w:noProof/>
                <w:lang w:eastAsia="zh-CN"/>
              </w:rPr>
              <w:lastRenderedPageBreak/>
              <w:t>DC_19A-42A_n78A</w:t>
            </w:r>
            <w:r>
              <w:rPr>
                <w:noProof/>
                <w:vertAlign w:val="superscript"/>
                <w:lang w:eastAsia="zh-CN"/>
              </w:rPr>
              <w:t>10,11</w:t>
            </w:r>
          </w:p>
          <w:p w14:paraId="6C99F82B" w14:textId="77777777" w:rsidR="00B45972" w:rsidRDefault="00B45972" w:rsidP="00AC3FE8">
            <w:pPr>
              <w:pStyle w:val="TAC"/>
              <w:rPr>
                <w:noProof/>
                <w:lang w:eastAsia="zh-CN"/>
              </w:rPr>
            </w:pPr>
            <w:r>
              <w:rPr>
                <w:noProof/>
                <w:lang w:eastAsia="zh-CN"/>
              </w:rPr>
              <w:t>DC_19A-42A_n78C</w:t>
            </w:r>
            <w:r>
              <w:rPr>
                <w:noProof/>
                <w:vertAlign w:val="superscript"/>
                <w:lang w:eastAsia="zh-CN"/>
              </w:rPr>
              <w:t>10,11</w:t>
            </w:r>
          </w:p>
          <w:p w14:paraId="69D268E4" w14:textId="77777777" w:rsidR="00B45972" w:rsidRDefault="00B45972" w:rsidP="00AC3FE8">
            <w:pPr>
              <w:pStyle w:val="TAC"/>
              <w:rPr>
                <w:lang w:eastAsia="ja-JP"/>
              </w:rPr>
            </w:pPr>
            <w:r>
              <w:rPr>
                <w:lang w:eastAsia="ja-JP"/>
              </w:rPr>
              <w:t>DC_19A-42C_n78A</w:t>
            </w:r>
            <w:r>
              <w:rPr>
                <w:noProof/>
                <w:vertAlign w:val="superscript"/>
                <w:lang w:eastAsia="zh-CN"/>
              </w:rPr>
              <w:t>10,11</w:t>
            </w:r>
          </w:p>
          <w:p w14:paraId="480EDE33" w14:textId="77777777" w:rsidR="00B45972" w:rsidRDefault="00B45972" w:rsidP="00AC3FE8">
            <w:pPr>
              <w:pStyle w:val="TAC"/>
              <w:rPr>
                <w:lang w:eastAsia="ja-JP"/>
              </w:rPr>
            </w:pPr>
            <w:r>
              <w:rPr>
                <w:lang w:eastAsia="ja-JP"/>
              </w:rPr>
              <w:t>DC_19A-42C_n78C</w:t>
            </w:r>
            <w:r>
              <w:rPr>
                <w:noProof/>
                <w:vertAlign w:val="superscript"/>
                <w:lang w:eastAsia="zh-CN"/>
              </w:rPr>
              <w:t>10,11</w:t>
            </w:r>
          </w:p>
          <w:p w14:paraId="7D6F2F87" w14:textId="77777777" w:rsidR="00B45972" w:rsidRDefault="00B45972" w:rsidP="00AC3FE8">
            <w:pPr>
              <w:pStyle w:val="TAC"/>
              <w:rPr>
                <w:lang w:eastAsia="ja-JP"/>
              </w:rPr>
            </w:pPr>
            <w:r>
              <w:t>DC_19A-42D_n7</w:t>
            </w:r>
            <w:r>
              <w:rPr>
                <w:lang w:eastAsia="ja-JP"/>
              </w:rPr>
              <w:t>8</w:t>
            </w:r>
            <w:r>
              <w:t>A</w:t>
            </w:r>
            <w:r>
              <w:rPr>
                <w:noProof/>
                <w:vertAlign w:val="superscript"/>
                <w:lang w:eastAsia="zh-CN"/>
              </w:rPr>
              <w:t>10,11</w:t>
            </w:r>
          </w:p>
          <w:p w14:paraId="2D7F488D" w14:textId="77777777" w:rsidR="00B45972" w:rsidRDefault="00B45972" w:rsidP="00AC3FE8">
            <w:pPr>
              <w:pStyle w:val="TAC"/>
              <w:rPr>
                <w:noProof/>
                <w:lang w:eastAsia="zh-CN"/>
              </w:rPr>
            </w:pPr>
            <w:r>
              <w:t>DC_19A-42D_n7</w:t>
            </w:r>
            <w:r>
              <w:rPr>
                <w:lang w:eastAsia="ja-JP"/>
              </w:rPr>
              <w:t>8</w:t>
            </w:r>
            <w:r>
              <w:t>C</w:t>
            </w:r>
            <w:r>
              <w:rPr>
                <w:noProof/>
                <w:vertAlign w:val="superscript"/>
                <w:lang w:eastAsia="zh-CN"/>
              </w:rPr>
              <w:t>10,11</w:t>
            </w:r>
          </w:p>
        </w:tc>
        <w:tc>
          <w:tcPr>
            <w:tcW w:w="5862" w:type="dxa"/>
            <w:tcBorders>
              <w:top w:val="single" w:sz="4" w:space="0" w:color="auto"/>
              <w:left w:val="single" w:sz="4" w:space="0" w:color="auto"/>
              <w:bottom w:val="single" w:sz="4" w:space="0" w:color="auto"/>
              <w:right w:val="single" w:sz="4" w:space="0" w:color="auto"/>
            </w:tcBorders>
            <w:hideMark/>
          </w:tcPr>
          <w:p w14:paraId="070F2277" w14:textId="77777777" w:rsidR="00B45972" w:rsidRDefault="00B45972" w:rsidP="00AC3FE8">
            <w:pPr>
              <w:pStyle w:val="TAC"/>
              <w:rPr>
                <w:noProof/>
                <w:lang w:eastAsia="zh-CN"/>
              </w:rPr>
            </w:pPr>
            <w:r>
              <w:rPr>
                <w:noProof/>
                <w:lang w:eastAsia="zh-CN"/>
              </w:rPr>
              <w:t>DC_19A_n78A</w:t>
            </w:r>
          </w:p>
        </w:tc>
      </w:tr>
      <w:tr w:rsidR="00B45972" w14:paraId="5C258FA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4569550" w14:textId="77777777" w:rsidR="00B45972" w:rsidRDefault="00B45972" w:rsidP="00AC3FE8">
            <w:pPr>
              <w:pStyle w:val="TAC"/>
              <w:rPr>
                <w:noProof/>
                <w:lang w:eastAsia="zh-CN"/>
              </w:rPr>
            </w:pPr>
            <w:r>
              <w:rPr>
                <w:noProof/>
                <w:lang w:eastAsia="zh-CN"/>
              </w:rPr>
              <w:t>DC_19A-42A_n79A</w:t>
            </w:r>
          </w:p>
          <w:p w14:paraId="58AAE94A" w14:textId="77777777" w:rsidR="00B45972" w:rsidRDefault="00B45972" w:rsidP="00AC3FE8">
            <w:pPr>
              <w:pStyle w:val="TAC"/>
              <w:rPr>
                <w:noProof/>
                <w:lang w:eastAsia="zh-CN"/>
              </w:rPr>
            </w:pPr>
            <w:r>
              <w:rPr>
                <w:noProof/>
                <w:lang w:eastAsia="zh-CN"/>
              </w:rPr>
              <w:t>DC_19A-42A_n79C</w:t>
            </w:r>
          </w:p>
          <w:p w14:paraId="2FC4A3CF" w14:textId="77777777" w:rsidR="00B45972" w:rsidRDefault="00B45972" w:rsidP="00AC3FE8">
            <w:pPr>
              <w:pStyle w:val="TAC"/>
              <w:rPr>
                <w:lang w:eastAsia="ja-JP"/>
              </w:rPr>
            </w:pPr>
            <w:r>
              <w:rPr>
                <w:lang w:eastAsia="ja-JP"/>
              </w:rPr>
              <w:t>DC_19A-42C_n79A</w:t>
            </w:r>
          </w:p>
          <w:p w14:paraId="25CD1391" w14:textId="77777777" w:rsidR="00B45972" w:rsidRDefault="00B45972" w:rsidP="00AC3FE8">
            <w:pPr>
              <w:pStyle w:val="TAC"/>
              <w:rPr>
                <w:lang w:eastAsia="ja-JP"/>
              </w:rPr>
            </w:pPr>
            <w:r>
              <w:rPr>
                <w:lang w:eastAsia="ja-JP"/>
              </w:rPr>
              <w:t>DC_19A-42C_n79C</w:t>
            </w:r>
          </w:p>
          <w:p w14:paraId="47747393" w14:textId="77777777" w:rsidR="00B45972" w:rsidRDefault="00B45972" w:rsidP="00AC3FE8">
            <w:pPr>
              <w:pStyle w:val="TAC"/>
              <w:rPr>
                <w:lang w:eastAsia="ja-JP"/>
              </w:rPr>
            </w:pPr>
            <w:r>
              <w:t>DC_19A-42D_n79A</w:t>
            </w:r>
          </w:p>
          <w:p w14:paraId="59829655" w14:textId="77777777" w:rsidR="00B45972" w:rsidRDefault="00B45972" w:rsidP="00AC3FE8">
            <w:pPr>
              <w:pStyle w:val="TAC"/>
              <w:rPr>
                <w:noProof/>
                <w:lang w:eastAsia="zh-CN"/>
              </w:rPr>
            </w:pPr>
            <w:r>
              <w:t>DC_19A-42D_n79C</w:t>
            </w:r>
          </w:p>
        </w:tc>
        <w:tc>
          <w:tcPr>
            <w:tcW w:w="5862" w:type="dxa"/>
            <w:tcBorders>
              <w:top w:val="single" w:sz="4" w:space="0" w:color="auto"/>
              <w:left w:val="single" w:sz="4" w:space="0" w:color="auto"/>
              <w:bottom w:val="single" w:sz="4" w:space="0" w:color="auto"/>
              <w:right w:val="single" w:sz="4" w:space="0" w:color="auto"/>
            </w:tcBorders>
            <w:hideMark/>
          </w:tcPr>
          <w:p w14:paraId="01CE231C" w14:textId="77777777" w:rsidR="00B45972" w:rsidRDefault="00B45972" w:rsidP="00AC3FE8">
            <w:pPr>
              <w:pStyle w:val="TAC"/>
              <w:rPr>
                <w:noProof/>
                <w:lang w:eastAsia="zh-CN"/>
              </w:rPr>
            </w:pPr>
            <w:r>
              <w:rPr>
                <w:noProof/>
                <w:lang w:eastAsia="zh-CN"/>
              </w:rPr>
              <w:t>DC_19A_n79A</w:t>
            </w:r>
          </w:p>
        </w:tc>
      </w:tr>
      <w:tr w:rsidR="00B45972" w14:paraId="388F6DD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806145B" w14:textId="77777777" w:rsidR="00B45972" w:rsidRDefault="00B45972" w:rsidP="00AC3FE8">
            <w:pPr>
              <w:pStyle w:val="TAC"/>
            </w:pPr>
            <w:r>
              <w:rPr>
                <w:rFonts w:eastAsia="Malgun Gothic"/>
                <w:lang w:eastAsia="ko-KR"/>
              </w:rPr>
              <w:t>DC_19A_n77A-n79A</w:t>
            </w:r>
          </w:p>
        </w:tc>
        <w:tc>
          <w:tcPr>
            <w:tcW w:w="5862" w:type="dxa"/>
            <w:tcBorders>
              <w:top w:val="single" w:sz="4" w:space="0" w:color="auto"/>
              <w:left w:val="single" w:sz="4" w:space="0" w:color="auto"/>
              <w:bottom w:val="single" w:sz="4" w:space="0" w:color="auto"/>
              <w:right w:val="single" w:sz="4" w:space="0" w:color="auto"/>
            </w:tcBorders>
            <w:hideMark/>
          </w:tcPr>
          <w:p w14:paraId="0C47A122" w14:textId="77777777" w:rsidR="00B45972" w:rsidRDefault="00B45972" w:rsidP="00AC3FE8">
            <w:pPr>
              <w:pStyle w:val="TAC"/>
              <w:rPr>
                <w:rFonts w:eastAsia="Malgun Gothic"/>
                <w:noProof/>
                <w:lang w:eastAsia="ko-KR"/>
              </w:rPr>
            </w:pPr>
            <w:r>
              <w:rPr>
                <w:rFonts w:eastAsia="Malgun Gothic"/>
                <w:noProof/>
                <w:lang w:eastAsia="ko-KR"/>
              </w:rPr>
              <w:t>DC_19A_n77A</w:t>
            </w:r>
          </w:p>
          <w:p w14:paraId="32FD4010" w14:textId="77777777" w:rsidR="00B45972" w:rsidRDefault="00B45972" w:rsidP="00AC3FE8">
            <w:pPr>
              <w:pStyle w:val="TAC"/>
              <w:rPr>
                <w:lang w:eastAsia="fi-FI"/>
              </w:rPr>
            </w:pPr>
            <w:r>
              <w:rPr>
                <w:rFonts w:eastAsia="Malgun Gothic"/>
                <w:noProof/>
                <w:lang w:eastAsia="ko-KR"/>
              </w:rPr>
              <w:t>DC_19A_n79A</w:t>
            </w:r>
          </w:p>
        </w:tc>
      </w:tr>
      <w:tr w:rsidR="00B45972" w14:paraId="50B25D1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174DA1E" w14:textId="77777777" w:rsidR="00B45972" w:rsidRDefault="00B45972" w:rsidP="00AC3FE8">
            <w:pPr>
              <w:pStyle w:val="TAC"/>
            </w:pPr>
            <w:r>
              <w:rPr>
                <w:rFonts w:eastAsia="Malgun Gothic"/>
                <w:lang w:eastAsia="ko-KR"/>
              </w:rPr>
              <w:t>DC_19A_n78A-n79A</w:t>
            </w:r>
          </w:p>
        </w:tc>
        <w:tc>
          <w:tcPr>
            <w:tcW w:w="5862" w:type="dxa"/>
            <w:tcBorders>
              <w:top w:val="single" w:sz="4" w:space="0" w:color="auto"/>
              <w:left w:val="single" w:sz="4" w:space="0" w:color="auto"/>
              <w:bottom w:val="single" w:sz="4" w:space="0" w:color="auto"/>
              <w:right w:val="single" w:sz="4" w:space="0" w:color="auto"/>
            </w:tcBorders>
            <w:hideMark/>
          </w:tcPr>
          <w:p w14:paraId="2AE0A005" w14:textId="77777777" w:rsidR="00B45972" w:rsidRDefault="00B45972" w:rsidP="00AC3FE8">
            <w:pPr>
              <w:pStyle w:val="TAC"/>
              <w:rPr>
                <w:rFonts w:eastAsia="Malgun Gothic"/>
                <w:noProof/>
                <w:lang w:eastAsia="ko-KR"/>
              </w:rPr>
            </w:pPr>
            <w:r>
              <w:rPr>
                <w:rFonts w:eastAsia="Malgun Gothic"/>
                <w:noProof/>
                <w:lang w:eastAsia="ko-KR"/>
              </w:rPr>
              <w:t>DC_19A_n78A</w:t>
            </w:r>
          </w:p>
          <w:p w14:paraId="0667A1AF" w14:textId="77777777" w:rsidR="00B45972" w:rsidRDefault="00B45972" w:rsidP="00AC3FE8">
            <w:pPr>
              <w:pStyle w:val="TAC"/>
              <w:rPr>
                <w:lang w:eastAsia="fi-FI"/>
              </w:rPr>
            </w:pPr>
            <w:r>
              <w:rPr>
                <w:rFonts w:eastAsia="Malgun Gothic"/>
                <w:noProof/>
                <w:lang w:eastAsia="ko-KR"/>
              </w:rPr>
              <w:t>DC_19A_n79A</w:t>
            </w:r>
          </w:p>
        </w:tc>
      </w:tr>
      <w:tr w:rsidR="00B45972" w14:paraId="5016937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5A9FCC4" w14:textId="77777777" w:rsidR="00B45972" w:rsidRDefault="00B45972" w:rsidP="00AC3FE8">
            <w:pPr>
              <w:pStyle w:val="TAC"/>
              <w:rPr>
                <w:rFonts w:eastAsia="Malgun Gothic"/>
                <w:lang w:eastAsia="ko-KR"/>
              </w:rPr>
            </w:pPr>
            <w:r>
              <w:rPr>
                <w:rFonts w:cs="Arial"/>
                <w:lang w:eastAsia="zh-TW"/>
              </w:rPr>
              <w:t>DC_20A_n1A-n7A</w:t>
            </w:r>
          </w:p>
        </w:tc>
        <w:tc>
          <w:tcPr>
            <w:tcW w:w="5862" w:type="dxa"/>
            <w:tcBorders>
              <w:top w:val="single" w:sz="4" w:space="0" w:color="auto"/>
              <w:left w:val="single" w:sz="4" w:space="0" w:color="auto"/>
              <w:bottom w:val="single" w:sz="4" w:space="0" w:color="auto"/>
              <w:right w:val="single" w:sz="4" w:space="0" w:color="auto"/>
            </w:tcBorders>
            <w:hideMark/>
          </w:tcPr>
          <w:p w14:paraId="4552DAFF" w14:textId="77777777" w:rsidR="00B45972" w:rsidRDefault="00B45972" w:rsidP="00AC3FE8">
            <w:pPr>
              <w:pStyle w:val="TAC"/>
              <w:rPr>
                <w:rFonts w:cs="Arial"/>
                <w:lang w:eastAsia="zh-TW"/>
              </w:rPr>
            </w:pPr>
            <w:r>
              <w:rPr>
                <w:rFonts w:cs="Arial"/>
                <w:lang w:eastAsia="zh-TW"/>
              </w:rPr>
              <w:t>DC_20A_n1A</w:t>
            </w:r>
          </w:p>
          <w:p w14:paraId="16A842C7" w14:textId="77777777" w:rsidR="00B45972" w:rsidRDefault="00B45972" w:rsidP="00AC3FE8">
            <w:pPr>
              <w:pStyle w:val="TAC"/>
              <w:rPr>
                <w:rFonts w:eastAsia="Malgun Gothic"/>
                <w:noProof/>
                <w:lang w:eastAsia="ko-KR"/>
              </w:rPr>
            </w:pPr>
            <w:r>
              <w:rPr>
                <w:rFonts w:cs="Arial"/>
                <w:lang w:eastAsia="zh-TW"/>
              </w:rPr>
              <w:t>DC_20A_n7A</w:t>
            </w:r>
          </w:p>
        </w:tc>
      </w:tr>
      <w:tr w:rsidR="00B45972" w14:paraId="3278239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D24783B" w14:textId="77777777" w:rsidR="00B45972" w:rsidRPr="009452BA" w:rsidRDefault="00B45972" w:rsidP="00AC3FE8">
            <w:pPr>
              <w:pStyle w:val="TAC"/>
              <w:rPr>
                <w:rFonts w:eastAsia="Malgun Gothic"/>
                <w:vertAlign w:val="superscript"/>
                <w:lang w:eastAsia="ko-KR"/>
              </w:rPr>
            </w:pPr>
            <w:r>
              <w:rPr>
                <w:lang w:eastAsia="ja-JP"/>
              </w:rPr>
              <w:t>DC_20A_n1A-n28A</w:t>
            </w:r>
            <w:r>
              <w:rPr>
                <w:vertAlign w:val="superscript"/>
                <w:lang w:eastAsia="ja-JP"/>
              </w:rPr>
              <w:t>11,12</w:t>
            </w:r>
          </w:p>
        </w:tc>
        <w:tc>
          <w:tcPr>
            <w:tcW w:w="5862" w:type="dxa"/>
            <w:tcBorders>
              <w:top w:val="single" w:sz="4" w:space="0" w:color="auto"/>
              <w:left w:val="single" w:sz="4" w:space="0" w:color="auto"/>
              <w:bottom w:val="single" w:sz="4" w:space="0" w:color="auto"/>
              <w:right w:val="single" w:sz="4" w:space="0" w:color="auto"/>
            </w:tcBorders>
            <w:hideMark/>
          </w:tcPr>
          <w:p w14:paraId="4B2518CB" w14:textId="77777777" w:rsidR="00B45972" w:rsidRDefault="00B45972" w:rsidP="00AC3FE8">
            <w:pPr>
              <w:pStyle w:val="TAC"/>
              <w:rPr>
                <w:lang w:eastAsia="ja-JP"/>
              </w:rPr>
            </w:pPr>
            <w:r>
              <w:rPr>
                <w:lang w:eastAsia="ja-JP"/>
              </w:rPr>
              <w:t>DC</w:t>
            </w:r>
            <w:r>
              <w:t>_20A</w:t>
            </w:r>
            <w:r>
              <w:rPr>
                <w:lang w:eastAsia="zh-TW"/>
              </w:rPr>
              <w:t>_n1</w:t>
            </w:r>
            <w:r>
              <w:rPr>
                <w:lang w:eastAsia="ja-JP"/>
              </w:rPr>
              <w:t>A</w:t>
            </w:r>
          </w:p>
          <w:p w14:paraId="693507C6" w14:textId="77777777" w:rsidR="00B45972" w:rsidRDefault="00B45972" w:rsidP="00AC3FE8">
            <w:pPr>
              <w:pStyle w:val="TAC"/>
              <w:rPr>
                <w:rFonts w:eastAsia="Malgun Gothic"/>
                <w:noProof/>
                <w:lang w:eastAsia="ko-KR"/>
              </w:rPr>
            </w:pPr>
            <w:r>
              <w:rPr>
                <w:lang w:eastAsia="ja-JP"/>
              </w:rPr>
              <w:t>DC</w:t>
            </w:r>
            <w:r>
              <w:t>_20A</w:t>
            </w:r>
            <w:r>
              <w:rPr>
                <w:lang w:eastAsia="zh-TW"/>
              </w:rPr>
              <w:t>_</w:t>
            </w:r>
            <w:r>
              <w:rPr>
                <w:lang w:eastAsia="ja-JP"/>
              </w:rPr>
              <w:t>n28</w:t>
            </w:r>
            <w:r>
              <w:t>A</w:t>
            </w:r>
          </w:p>
        </w:tc>
      </w:tr>
      <w:tr w:rsidR="00B45972" w14:paraId="15EC6C2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5F9A6C7" w14:textId="77777777" w:rsidR="00B45972" w:rsidRDefault="00B45972" w:rsidP="00AC3FE8">
            <w:pPr>
              <w:pStyle w:val="TAC"/>
              <w:rPr>
                <w:rFonts w:eastAsia="Malgun Gothic"/>
                <w:lang w:eastAsia="ko-KR"/>
              </w:rPr>
            </w:pPr>
            <w:r>
              <w:rPr>
                <w:rFonts w:eastAsia="Malgun Gothic"/>
                <w:lang w:eastAsia="ko-KR"/>
              </w:rPr>
              <w:t>DC_20A_n1A-n78A</w:t>
            </w:r>
          </w:p>
        </w:tc>
        <w:tc>
          <w:tcPr>
            <w:tcW w:w="5862" w:type="dxa"/>
            <w:tcBorders>
              <w:top w:val="single" w:sz="4" w:space="0" w:color="auto"/>
              <w:left w:val="single" w:sz="4" w:space="0" w:color="auto"/>
              <w:bottom w:val="single" w:sz="4" w:space="0" w:color="auto"/>
              <w:right w:val="single" w:sz="4" w:space="0" w:color="auto"/>
            </w:tcBorders>
            <w:hideMark/>
          </w:tcPr>
          <w:p w14:paraId="157FFB1C" w14:textId="77777777" w:rsidR="00B45972" w:rsidRDefault="00B45972" w:rsidP="00AC3FE8">
            <w:pPr>
              <w:pStyle w:val="TAC"/>
              <w:rPr>
                <w:rFonts w:eastAsia="Malgun Gothic"/>
                <w:noProof/>
                <w:lang w:eastAsia="ko-KR"/>
              </w:rPr>
            </w:pPr>
            <w:r>
              <w:rPr>
                <w:rFonts w:eastAsia="Malgun Gothic"/>
                <w:noProof/>
                <w:lang w:eastAsia="ko-KR"/>
              </w:rPr>
              <w:t>DC_20A_n1A</w:t>
            </w:r>
          </w:p>
          <w:p w14:paraId="69D11A57" w14:textId="77777777" w:rsidR="00B45972" w:rsidRDefault="00B45972" w:rsidP="00AC3FE8">
            <w:pPr>
              <w:pStyle w:val="TAC"/>
              <w:rPr>
                <w:rFonts w:eastAsia="Malgun Gothic"/>
                <w:noProof/>
                <w:lang w:eastAsia="ko-KR"/>
              </w:rPr>
            </w:pPr>
            <w:r>
              <w:rPr>
                <w:rFonts w:eastAsia="Malgun Gothic"/>
                <w:noProof/>
                <w:lang w:eastAsia="ko-KR"/>
              </w:rPr>
              <w:t>DC_20A_n78A</w:t>
            </w:r>
          </w:p>
        </w:tc>
      </w:tr>
      <w:tr w:rsidR="00B45972" w14:paraId="0C45D79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9FDC0E7" w14:textId="77777777" w:rsidR="00B45972" w:rsidRDefault="00B45972" w:rsidP="00AC3FE8">
            <w:pPr>
              <w:pStyle w:val="TAC"/>
              <w:rPr>
                <w:rFonts w:eastAsia="Malgun Gothic"/>
                <w:lang w:eastAsia="ko-KR"/>
              </w:rPr>
            </w:pPr>
            <w:r>
              <w:rPr>
                <w:rFonts w:eastAsia="Malgun Gothic"/>
                <w:lang w:eastAsia="ko-KR"/>
              </w:rPr>
              <w:t>DC_20A_n3A-n78A</w:t>
            </w:r>
          </w:p>
        </w:tc>
        <w:tc>
          <w:tcPr>
            <w:tcW w:w="5862" w:type="dxa"/>
            <w:tcBorders>
              <w:top w:val="single" w:sz="4" w:space="0" w:color="auto"/>
              <w:left w:val="single" w:sz="4" w:space="0" w:color="auto"/>
              <w:bottom w:val="single" w:sz="4" w:space="0" w:color="auto"/>
              <w:right w:val="single" w:sz="4" w:space="0" w:color="auto"/>
            </w:tcBorders>
            <w:hideMark/>
          </w:tcPr>
          <w:p w14:paraId="06DE2242" w14:textId="77777777" w:rsidR="00B45972" w:rsidRDefault="00B45972" w:rsidP="00AC3FE8">
            <w:pPr>
              <w:pStyle w:val="TAC"/>
              <w:rPr>
                <w:rFonts w:eastAsia="Malgun Gothic"/>
                <w:noProof/>
                <w:lang w:eastAsia="ko-KR"/>
              </w:rPr>
            </w:pPr>
            <w:r>
              <w:rPr>
                <w:rFonts w:eastAsia="Malgun Gothic"/>
                <w:noProof/>
                <w:lang w:eastAsia="ko-KR"/>
              </w:rPr>
              <w:t>DC_20A_n3A</w:t>
            </w:r>
          </w:p>
          <w:p w14:paraId="12D4E445" w14:textId="77777777" w:rsidR="00B45972" w:rsidRDefault="00B45972" w:rsidP="00AC3FE8">
            <w:pPr>
              <w:pStyle w:val="TAC"/>
              <w:rPr>
                <w:rFonts w:eastAsia="Malgun Gothic"/>
                <w:noProof/>
                <w:lang w:eastAsia="ko-KR"/>
              </w:rPr>
            </w:pPr>
            <w:r>
              <w:rPr>
                <w:rFonts w:eastAsia="Malgun Gothic"/>
                <w:noProof/>
                <w:lang w:eastAsia="ko-KR"/>
              </w:rPr>
              <w:t>DC_20A_n78A</w:t>
            </w:r>
          </w:p>
        </w:tc>
      </w:tr>
      <w:tr w:rsidR="00B45972" w14:paraId="785AADD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E6BF831" w14:textId="77777777" w:rsidR="00B45972" w:rsidRDefault="00B45972" w:rsidP="00AC3FE8">
            <w:pPr>
              <w:pStyle w:val="TAC"/>
              <w:rPr>
                <w:rFonts w:eastAsia="Malgun Gothic"/>
                <w:lang w:eastAsia="ko-KR"/>
              </w:rPr>
            </w:pPr>
            <w:r>
              <w:rPr>
                <w:rFonts w:cs="Arial"/>
                <w:lang w:eastAsia="zh-TW"/>
              </w:rPr>
              <w:t>DC_20A_n7A-n28A</w:t>
            </w:r>
            <w:r>
              <w:rPr>
                <w:rFonts w:cs="Arial"/>
                <w:vertAlign w:val="superscript"/>
                <w:lang w:eastAsia="zh-TW"/>
              </w:rPr>
              <w:t>5,6,</w:t>
            </w:r>
            <w:r>
              <w:rPr>
                <w:vertAlign w:val="superscript"/>
                <w:lang w:eastAsia="ja-JP"/>
              </w:rPr>
              <w:t>11,12</w:t>
            </w:r>
          </w:p>
        </w:tc>
        <w:tc>
          <w:tcPr>
            <w:tcW w:w="5862" w:type="dxa"/>
            <w:tcBorders>
              <w:top w:val="single" w:sz="4" w:space="0" w:color="auto"/>
              <w:left w:val="single" w:sz="4" w:space="0" w:color="auto"/>
              <w:bottom w:val="single" w:sz="4" w:space="0" w:color="auto"/>
              <w:right w:val="single" w:sz="4" w:space="0" w:color="auto"/>
            </w:tcBorders>
            <w:hideMark/>
          </w:tcPr>
          <w:p w14:paraId="3F1D6F2E" w14:textId="77777777" w:rsidR="00B45972" w:rsidRDefault="00B45972" w:rsidP="00AC3FE8">
            <w:pPr>
              <w:pStyle w:val="TAC"/>
              <w:rPr>
                <w:rFonts w:eastAsia="Malgun Gothic"/>
                <w:noProof/>
                <w:lang w:eastAsia="ko-KR"/>
              </w:rPr>
            </w:pPr>
            <w:r>
              <w:rPr>
                <w:rFonts w:eastAsia="Malgun Gothic"/>
                <w:noProof/>
                <w:lang w:eastAsia="ko-KR"/>
              </w:rPr>
              <w:t>DC_20A_n7A</w:t>
            </w:r>
          </w:p>
          <w:p w14:paraId="673F0975" w14:textId="77777777" w:rsidR="00B45972" w:rsidRDefault="00B45972" w:rsidP="00AC3FE8">
            <w:pPr>
              <w:pStyle w:val="TAC"/>
              <w:rPr>
                <w:rFonts w:eastAsia="Malgun Gothic"/>
                <w:noProof/>
                <w:lang w:eastAsia="ko-KR"/>
              </w:rPr>
            </w:pPr>
            <w:r>
              <w:rPr>
                <w:rFonts w:eastAsia="Malgun Gothic"/>
                <w:noProof/>
                <w:lang w:eastAsia="ko-KR"/>
              </w:rPr>
              <w:t>DC_20A_n28A</w:t>
            </w:r>
          </w:p>
        </w:tc>
      </w:tr>
      <w:tr w:rsidR="00B45972" w14:paraId="2F2961D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9CCC164" w14:textId="77777777" w:rsidR="00B45972" w:rsidRDefault="00B45972" w:rsidP="00AC3FE8">
            <w:pPr>
              <w:pStyle w:val="TAC"/>
            </w:pPr>
            <w:r>
              <w:rPr>
                <w:rFonts w:eastAsia="Malgun Gothic"/>
                <w:lang w:eastAsia="ko-KR"/>
              </w:rPr>
              <w:t>DC_20A_n8A-n75A</w:t>
            </w:r>
            <w:r>
              <w:rPr>
                <w:rFonts w:eastAsia="Malgun Gothic"/>
                <w:vertAlign w:val="superscript"/>
                <w:lang w:eastAsia="ko-KR"/>
              </w:rPr>
              <w:t>6</w:t>
            </w:r>
          </w:p>
        </w:tc>
        <w:tc>
          <w:tcPr>
            <w:tcW w:w="5862" w:type="dxa"/>
            <w:tcBorders>
              <w:top w:val="single" w:sz="4" w:space="0" w:color="auto"/>
              <w:left w:val="single" w:sz="4" w:space="0" w:color="auto"/>
              <w:bottom w:val="single" w:sz="4" w:space="0" w:color="auto"/>
              <w:right w:val="single" w:sz="4" w:space="0" w:color="auto"/>
            </w:tcBorders>
            <w:hideMark/>
          </w:tcPr>
          <w:p w14:paraId="4F23E588" w14:textId="77777777" w:rsidR="00B45972" w:rsidRDefault="00B45972" w:rsidP="00AC3FE8">
            <w:pPr>
              <w:pStyle w:val="TAC"/>
              <w:rPr>
                <w:lang w:eastAsia="fi-FI"/>
              </w:rPr>
            </w:pPr>
            <w:r>
              <w:rPr>
                <w:rFonts w:eastAsia="Malgun Gothic"/>
                <w:noProof/>
                <w:lang w:eastAsia="ko-KR"/>
              </w:rPr>
              <w:t>DC_20A_n8A</w:t>
            </w:r>
          </w:p>
        </w:tc>
      </w:tr>
      <w:tr w:rsidR="00B45972" w14:paraId="000B04A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19AF088" w14:textId="77777777" w:rsidR="00B45972" w:rsidRDefault="00B45972" w:rsidP="00AC3FE8">
            <w:pPr>
              <w:pStyle w:val="TAC"/>
            </w:pPr>
            <w:r>
              <w:rPr>
                <w:rFonts w:eastAsia="Malgun Gothic"/>
                <w:lang w:eastAsia="ko-KR"/>
              </w:rPr>
              <w:t>DC_20A_n28A-n75A</w:t>
            </w:r>
            <w:r>
              <w:rPr>
                <w:rFonts w:eastAsia="Malgun Gothic"/>
                <w:vertAlign w:val="superscript"/>
                <w:lang w:eastAsia="ko-KR"/>
              </w:rPr>
              <w:t>6,</w:t>
            </w:r>
            <w:r>
              <w:rPr>
                <w:vertAlign w:val="superscript"/>
              </w:rPr>
              <w:t>11,12</w:t>
            </w:r>
          </w:p>
        </w:tc>
        <w:tc>
          <w:tcPr>
            <w:tcW w:w="5862" w:type="dxa"/>
            <w:tcBorders>
              <w:top w:val="single" w:sz="4" w:space="0" w:color="auto"/>
              <w:left w:val="single" w:sz="4" w:space="0" w:color="auto"/>
              <w:bottom w:val="single" w:sz="4" w:space="0" w:color="auto"/>
              <w:right w:val="single" w:sz="4" w:space="0" w:color="auto"/>
            </w:tcBorders>
            <w:hideMark/>
          </w:tcPr>
          <w:p w14:paraId="100A8E8A" w14:textId="77777777" w:rsidR="00B45972" w:rsidRDefault="00B45972" w:rsidP="00AC3FE8">
            <w:pPr>
              <w:pStyle w:val="TAC"/>
              <w:rPr>
                <w:lang w:eastAsia="fi-FI"/>
              </w:rPr>
            </w:pPr>
            <w:r>
              <w:rPr>
                <w:rFonts w:eastAsia="Malgun Gothic"/>
                <w:noProof/>
                <w:lang w:eastAsia="ko-KR"/>
              </w:rPr>
              <w:t>DC_20A_n28A</w:t>
            </w:r>
          </w:p>
        </w:tc>
      </w:tr>
      <w:tr w:rsidR="00B45972" w14:paraId="77C5C3B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1BE16D7" w14:textId="77777777" w:rsidR="00B45972" w:rsidRDefault="00B45972" w:rsidP="00AC3FE8">
            <w:pPr>
              <w:pStyle w:val="TAC"/>
            </w:pPr>
            <w:r>
              <w:rPr>
                <w:rFonts w:eastAsia="Malgun Gothic"/>
                <w:lang w:eastAsia="ko-KR"/>
              </w:rPr>
              <w:t>DC_20A_n28A-n78A</w:t>
            </w:r>
            <w:r>
              <w:rPr>
                <w:rFonts w:eastAsia="Malgun Gothic"/>
                <w:vertAlign w:val="superscript"/>
                <w:lang w:eastAsia="ko-KR"/>
              </w:rPr>
              <w:t>5,6,</w:t>
            </w:r>
            <w:r>
              <w:rPr>
                <w:vertAlign w:val="superscript"/>
                <w:lang w:eastAsia="ja-JP"/>
              </w:rPr>
              <w:t>11,12</w:t>
            </w:r>
          </w:p>
        </w:tc>
        <w:tc>
          <w:tcPr>
            <w:tcW w:w="5862" w:type="dxa"/>
            <w:tcBorders>
              <w:top w:val="single" w:sz="4" w:space="0" w:color="auto"/>
              <w:left w:val="single" w:sz="4" w:space="0" w:color="auto"/>
              <w:bottom w:val="single" w:sz="4" w:space="0" w:color="auto"/>
              <w:right w:val="single" w:sz="4" w:space="0" w:color="auto"/>
            </w:tcBorders>
            <w:hideMark/>
          </w:tcPr>
          <w:p w14:paraId="347F1B56" w14:textId="77777777" w:rsidR="00B45972" w:rsidRDefault="00B45972" w:rsidP="00AC3FE8">
            <w:pPr>
              <w:pStyle w:val="TAC"/>
              <w:rPr>
                <w:rFonts w:eastAsia="Malgun Gothic"/>
                <w:noProof/>
                <w:lang w:eastAsia="ko-KR"/>
              </w:rPr>
            </w:pPr>
            <w:r>
              <w:rPr>
                <w:rFonts w:eastAsia="Malgun Gothic"/>
                <w:noProof/>
                <w:lang w:eastAsia="ko-KR"/>
              </w:rPr>
              <w:t>DC_20A_n28A</w:t>
            </w:r>
          </w:p>
          <w:p w14:paraId="0B488292" w14:textId="77777777" w:rsidR="00B45972" w:rsidRDefault="00B45972" w:rsidP="00AC3FE8">
            <w:pPr>
              <w:pStyle w:val="TAC"/>
              <w:rPr>
                <w:lang w:eastAsia="fi-FI"/>
              </w:rPr>
            </w:pPr>
            <w:r>
              <w:rPr>
                <w:rFonts w:eastAsia="Malgun Gothic"/>
                <w:noProof/>
                <w:lang w:eastAsia="ko-KR"/>
              </w:rPr>
              <w:t>DC_20A_n78A</w:t>
            </w:r>
          </w:p>
        </w:tc>
      </w:tr>
      <w:tr w:rsidR="00B45972" w14:paraId="137F92F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8F2823F" w14:textId="77777777" w:rsidR="00B45972" w:rsidRDefault="00B45972" w:rsidP="00AC3FE8">
            <w:pPr>
              <w:pStyle w:val="TAC"/>
              <w:rPr>
                <w:lang w:eastAsia="ja-JP"/>
              </w:rPr>
            </w:pPr>
            <w:r>
              <w:rPr>
                <w:lang w:eastAsia="ja-JP"/>
              </w:rPr>
              <w:t>DC_20A-32A_n78A</w:t>
            </w:r>
          </w:p>
          <w:p w14:paraId="0A7B966A" w14:textId="77777777" w:rsidR="00B45972" w:rsidRDefault="00B45972" w:rsidP="00AC3FE8">
            <w:pPr>
              <w:pStyle w:val="TAC"/>
              <w:rPr>
                <w:rFonts w:eastAsia="Malgun Gothic"/>
                <w:lang w:eastAsia="ko-KR"/>
              </w:rPr>
            </w:pPr>
            <w:r>
              <w:rPr>
                <w:lang w:eastAsia="ja-JP"/>
              </w:rPr>
              <w:t>DC_20A-32A_n78(2A)</w:t>
            </w:r>
          </w:p>
        </w:tc>
        <w:tc>
          <w:tcPr>
            <w:tcW w:w="5862" w:type="dxa"/>
            <w:tcBorders>
              <w:top w:val="single" w:sz="4" w:space="0" w:color="auto"/>
              <w:left w:val="single" w:sz="4" w:space="0" w:color="auto"/>
              <w:bottom w:val="single" w:sz="4" w:space="0" w:color="auto"/>
              <w:right w:val="single" w:sz="4" w:space="0" w:color="auto"/>
            </w:tcBorders>
            <w:hideMark/>
          </w:tcPr>
          <w:p w14:paraId="424606CC" w14:textId="77777777" w:rsidR="00B45972" w:rsidRDefault="00B45972" w:rsidP="00AC3FE8">
            <w:pPr>
              <w:pStyle w:val="TAC"/>
              <w:rPr>
                <w:rFonts w:eastAsia="Malgun Gothic"/>
                <w:noProof/>
                <w:lang w:eastAsia="ko-KR"/>
              </w:rPr>
            </w:pPr>
            <w:r>
              <w:rPr>
                <w:lang w:eastAsia="fi-FI"/>
              </w:rPr>
              <w:t>DC_20A_</w:t>
            </w:r>
            <w:r>
              <w:rPr>
                <w:lang w:eastAsia="ja-JP"/>
              </w:rPr>
              <w:t>n78A</w:t>
            </w:r>
          </w:p>
        </w:tc>
      </w:tr>
      <w:tr w:rsidR="00B45972" w14:paraId="7C80F27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0367CFB" w14:textId="77777777" w:rsidR="00B45972" w:rsidRDefault="00B45972" w:rsidP="00AC3FE8">
            <w:pPr>
              <w:pStyle w:val="TAC"/>
              <w:rPr>
                <w:lang w:eastAsia="zh-CN"/>
              </w:rPr>
            </w:pPr>
            <w:r>
              <w:rPr>
                <w:lang w:eastAsia="ja-JP"/>
              </w:rPr>
              <w:t>DC_20A-(n)38AA</w:t>
            </w:r>
          </w:p>
        </w:tc>
        <w:tc>
          <w:tcPr>
            <w:tcW w:w="5862" w:type="dxa"/>
            <w:tcBorders>
              <w:top w:val="single" w:sz="4" w:space="0" w:color="auto"/>
              <w:left w:val="single" w:sz="4" w:space="0" w:color="auto"/>
              <w:bottom w:val="single" w:sz="4" w:space="0" w:color="auto"/>
              <w:right w:val="single" w:sz="4" w:space="0" w:color="auto"/>
            </w:tcBorders>
            <w:hideMark/>
          </w:tcPr>
          <w:p w14:paraId="65655BD5" w14:textId="77777777" w:rsidR="00B45972" w:rsidRDefault="00B45972" w:rsidP="00AC3FE8">
            <w:pPr>
              <w:pStyle w:val="TAC"/>
              <w:rPr>
                <w:rFonts w:eastAsia="Malgun Gothic"/>
                <w:noProof/>
                <w:lang w:eastAsia="ko-KR"/>
              </w:rPr>
            </w:pPr>
            <w:r>
              <w:rPr>
                <w:lang w:eastAsia="fi-FI"/>
              </w:rPr>
              <w:t>DC_20A_</w:t>
            </w:r>
            <w:r>
              <w:rPr>
                <w:lang w:eastAsia="ja-JP"/>
              </w:rPr>
              <w:t>n38A</w:t>
            </w:r>
          </w:p>
        </w:tc>
      </w:tr>
      <w:tr w:rsidR="00B45972" w14:paraId="5047AD2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9E385C4" w14:textId="77777777" w:rsidR="00B45972" w:rsidRDefault="00B45972" w:rsidP="00AC3FE8">
            <w:pPr>
              <w:pStyle w:val="TAC"/>
              <w:rPr>
                <w:rFonts w:eastAsia="Malgun Gothic"/>
                <w:lang w:eastAsia="ko-KR"/>
              </w:rPr>
            </w:pPr>
            <w:r>
              <w:rPr>
                <w:szCs w:val="18"/>
                <w:lang w:eastAsia="ja-JP"/>
              </w:rPr>
              <w:t>DC_20A-38A_n78A</w:t>
            </w:r>
          </w:p>
        </w:tc>
        <w:tc>
          <w:tcPr>
            <w:tcW w:w="5862" w:type="dxa"/>
            <w:tcBorders>
              <w:top w:val="single" w:sz="4" w:space="0" w:color="auto"/>
              <w:left w:val="single" w:sz="4" w:space="0" w:color="auto"/>
              <w:bottom w:val="single" w:sz="4" w:space="0" w:color="auto"/>
              <w:right w:val="single" w:sz="4" w:space="0" w:color="auto"/>
            </w:tcBorders>
            <w:hideMark/>
          </w:tcPr>
          <w:p w14:paraId="288FA0D2" w14:textId="77777777" w:rsidR="00B45972" w:rsidRDefault="00B45972" w:rsidP="00AC3FE8">
            <w:pPr>
              <w:pStyle w:val="TAC"/>
              <w:rPr>
                <w:szCs w:val="18"/>
                <w:lang w:eastAsia="ja-JP"/>
              </w:rPr>
            </w:pPr>
            <w:r>
              <w:rPr>
                <w:szCs w:val="18"/>
                <w:lang w:eastAsia="ja-JP"/>
              </w:rPr>
              <w:t>DC_20A_n78A</w:t>
            </w:r>
          </w:p>
          <w:p w14:paraId="2919726E" w14:textId="77777777" w:rsidR="00B45972" w:rsidRDefault="00B45972" w:rsidP="00AC3FE8">
            <w:pPr>
              <w:pStyle w:val="TAC"/>
              <w:rPr>
                <w:rFonts w:eastAsia="Malgun Gothic"/>
                <w:noProof/>
                <w:lang w:eastAsia="ko-KR"/>
              </w:rPr>
            </w:pPr>
            <w:r>
              <w:rPr>
                <w:szCs w:val="18"/>
                <w:lang w:eastAsia="ja-JP"/>
              </w:rPr>
              <w:t>DC_38A_n78A</w:t>
            </w:r>
          </w:p>
        </w:tc>
      </w:tr>
      <w:tr w:rsidR="00B45972" w14:paraId="2EC1E52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8CA2D58" w14:textId="77777777" w:rsidR="00B45972" w:rsidRDefault="00B45972" w:rsidP="00AC3FE8">
            <w:pPr>
              <w:pStyle w:val="TAC"/>
              <w:rPr>
                <w:szCs w:val="18"/>
                <w:lang w:eastAsia="ja-JP"/>
              </w:rPr>
            </w:pPr>
            <w:r>
              <w:rPr>
                <w:rFonts w:eastAsia="Malgun Gothic" w:cs="Arial"/>
                <w:lang w:eastAsia="ko-KR"/>
              </w:rPr>
              <w:t>DC_20A_n41A-n78A</w:t>
            </w:r>
          </w:p>
        </w:tc>
        <w:tc>
          <w:tcPr>
            <w:tcW w:w="5862" w:type="dxa"/>
            <w:tcBorders>
              <w:top w:val="single" w:sz="4" w:space="0" w:color="auto"/>
              <w:left w:val="single" w:sz="4" w:space="0" w:color="auto"/>
              <w:bottom w:val="single" w:sz="4" w:space="0" w:color="auto"/>
              <w:right w:val="single" w:sz="4" w:space="0" w:color="auto"/>
            </w:tcBorders>
            <w:hideMark/>
          </w:tcPr>
          <w:p w14:paraId="2F3A7F0F" w14:textId="77777777" w:rsidR="00B45972" w:rsidRDefault="00B45972" w:rsidP="00AC3FE8">
            <w:pPr>
              <w:pStyle w:val="TAC"/>
              <w:rPr>
                <w:rFonts w:eastAsia="Malgun Gothic"/>
                <w:noProof/>
                <w:lang w:eastAsia="ko-KR"/>
              </w:rPr>
            </w:pPr>
            <w:r>
              <w:rPr>
                <w:rFonts w:eastAsia="Malgun Gothic"/>
                <w:noProof/>
                <w:lang w:eastAsia="ko-KR"/>
              </w:rPr>
              <w:t>DC_20A_n41A</w:t>
            </w:r>
          </w:p>
          <w:p w14:paraId="7229201D" w14:textId="77777777" w:rsidR="00B45972" w:rsidRDefault="00B45972" w:rsidP="00AC3FE8">
            <w:pPr>
              <w:pStyle w:val="TAC"/>
              <w:rPr>
                <w:szCs w:val="18"/>
                <w:lang w:eastAsia="ja-JP"/>
              </w:rPr>
            </w:pPr>
            <w:r>
              <w:rPr>
                <w:rFonts w:eastAsia="Malgun Gothic"/>
                <w:noProof/>
                <w:lang w:eastAsia="ko-KR"/>
              </w:rPr>
              <w:t>DC_20A_n78A</w:t>
            </w:r>
          </w:p>
        </w:tc>
      </w:tr>
      <w:tr w:rsidR="00B45972" w14:paraId="640F802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F81FE3C" w14:textId="77777777" w:rsidR="00B45972" w:rsidRDefault="00B45972" w:rsidP="00AC3FE8">
            <w:pPr>
              <w:pStyle w:val="TAC"/>
              <w:rPr>
                <w:lang w:eastAsia="ja-JP"/>
              </w:rPr>
            </w:pPr>
            <w:r>
              <w:rPr>
                <w:lang w:eastAsia="ja-JP"/>
              </w:rPr>
              <w:t>DC_20A-(n)41AA</w:t>
            </w:r>
          </w:p>
          <w:p w14:paraId="19032C8D" w14:textId="77777777" w:rsidR="00B45972" w:rsidRDefault="00B45972" w:rsidP="00AC3FE8">
            <w:pPr>
              <w:pStyle w:val="TAC"/>
              <w:rPr>
                <w:lang w:eastAsia="ja-JP"/>
              </w:rPr>
            </w:pPr>
            <w:r>
              <w:rPr>
                <w:lang w:eastAsia="ja-JP"/>
              </w:rPr>
              <w:t>DC_20A-(n)41CA</w:t>
            </w:r>
          </w:p>
          <w:p w14:paraId="29D0CE27" w14:textId="77777777" w:rsidR="00B45972" w:rsidRDefault="00B45972" w:rsidP="00AC3FE8">
            <w:pPr>
              <w:pStyle w:val="TAC"/>
              <w:rPr>
                <w:szCs w:val="18"/>
                <w:lang w:eastAsia="ja-JP"/>
              </w:rPr>
            </w:pPr>
            <w:r>
              <w:rPr>
                <w:lang w:eastAsia="ja-JP"/>
              </w:rPr>
              <w:t>DC_20A-(n)41DA</w:t>
            </w:r>
          </w:p>
        </w:tc>
        <w:tc>
          <w:tcPr>
            <w:tcW w:w="5862" w:type="dxa"/>
            <w:tcBorders>
              <w:top w:val="single" w:sz="4" w:space="0" w:color="auto"/>
              <w:left w:val="single" w:sz="4" w:space="0" w:color="auto"/>
              <w:bottom w:val="single" w:sz="4" w:space="0" w:color="auto"/>
              <w:right w:val="single" w:sz="4" w:space="0" w:color="auto"/>
            </w:tcBorders>
            <w:hideMark/>
          </w:tcPr>
          <w:p w14:paraId="4A817919" w14:textId="77777777" w:rsidR="00B45972" w:rsidRDefault="00B45972" w:rsidP="00AC3FE8">
            <w:pPr>
              <w:pStyle w:val="TAC"/>
              <w:rPr>
                <w:szCs w:val="18"/>
                <w:lang w:eastAsia="ja-JP"/>
              </w:rPr>
            </w:pPr>
            <w:r>
              <w:rPr>
                <w:lang w:eastAsia="fi-FI"/>
              </w:rPr>
              <w:t>DC_20A_</w:t>
            </w:r>
            <w:r>
              <w:rPr>
                <w:lang w:eastAsia="ja-JP"/>
              </w:rPr>
              <w:t>n41A</w:t>
            </w:r>
          </w:p>
        </w:tc>
      </w:tr>
      <w:tr w:rsidR="00B45972" w14:paraId="1C05BBE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1B38034" w14:textId="77777777" w:rsidR="00B45972" w:rsidRDefault="00B45972" w:rsidP="00AC3FE8">
            <w:pPr>
              <w:pStyle w:val="TAC"/>
            </w:pPr>
            <w:r>
              <w:rPr>
                <w:rFonts w:eastAsia="Malgun Gothic"/>
                <w:lang w:eastAsia="ko-KR"/>
              </w:rPr>
              <w:t>DC_20A_n75A-n78A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E4A1B4B" w14:textId="77777777" w:rsidR="00B45972" w:rsidRDefault="00B45972" w:rsidP="00AC3FE8">
            <w:pPr>
              <w:pStyle w:val="TAC"/>
              <w:rPr>
                <w:lang w:eastAsia="fi-FI"/>
              </w:rPr>
            </w:pPr>
            <w:r>
              <w:rPr>
                <w:rFonts w:eastAsia="Malgun Gothic"/>
                <w:noProof/>
                <w:lang w:eastAsia="ko-KR"/>
              </w:rPr>
              <w:t>DC_20A_n78A</w:t>
            </w:r>
          </w:p>
        </w:tc>
      </w:tr>
      <w:tr w:rsidR="00B45972" w14:paraId="695987D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306547A" w14:textId="77777777" w:rsidR="00B45972" w:rsidRDefault="00B45972" w:rsidP="00AC3FE8">
            <w:pPr>
              <w:pStyle w:val="TAC"/>
            </w:pPr>
            <w:r>
              <w:rPr>
                <w:rFonts w:eastAsia="Malgun Gothic"/>
                <w:lang w:eastAsia="ko-KR"/>
              </w:rPr>
              <w:t>DC_20A_n76A-n78A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44E391B4" w14:textId="77777777" w:rsidR="00B45972" w:rsidRDefault="00B45972" w:rsidP="00AC3FE8">
            <w:pPr>
              <w:pStyle w:val="TAC"/>
              <w:rPr>
                <w:lang w:eastAsia="fi-FI"/>
              </w:rPr>
            </w:pPr>
            <w:r>
              <w:rPr>
                <w:rFonts w:eastAsia="Malgun Gothic"/>
                <w:noProof/>
                <w:lang w:eastAsia="ko-KR"/>
              </w:rPr>
              <w:t>DC_20A_n78A</w:t>
            </w:r>
          </w:p>
        </w:tc>
      </w:tr>
      <w:tr w:rsidR="00B45972" w14:paraId="75F38B8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ABE5BEA" w14:textId="77777777" w:rsidR="00B45972" w:rsidRDefault="00B45972" w:rsidP="00AC3FE8">
            <w:pPr>
              <w:pStyle w:val="TAC"/>
              <w:rPr>
                <w:rFonts w:eastAsia="Malgun Gothic"/>
                <w:lang w:eastAsia="ko-KR"/>
              </w:rPr>
            </w:pPr>
            <w:r>
              <w:rPr>
                <w:kern w:val="2"/>
                <w:szCs w:val="24"/>
                <w:lang w:eastAsia="ja-JP"/>
              </w:rPr>
              <w:t>DC_20A_SUL_n78A-n80A</w:t>
            </w:r>
          </w:p>
        </w:tc>
        <w:tc>
          <w:tcPr>
            <w:tcW w:w="5862" w:type="dxa"/>
            <w:tcBorders>
              <w:top w:val="single" w:sz="4" w:space="0" w:color="auto"/>
              <w:left w:val="single" w:sz="4" w:space="0" w:color="auto"/>
              <w:bottom w:val="single" w:sz="4" w:space="0" w:color="auto"/>
              <w:right w:val="single" w:sz="4" w:space="0" w:color="auto"/>
            </w:tcBorders>
            <w:hideMark/>
          </w:tcPr>
          <w:p w14:paraId="63D8FB0B" w14:textId="77777777" w:rsidR="00B45972" w:rsidRDefault="00B45972" w:rsidP="00AC3FE8">
            <w:pPr>
              <w:pStyle w:val="TAC"/>
            </w:pPr>
            <w:r>
              <w:t>DC_20A_n78A</w:t>
            </w:r>
          </w:p>
          <w:p w14:paraId="1623C970" w14:textId="77777777" w:rsidR="00B45972" w:rsidRDefault="00B45972" w:rsidP="00AC3FE8">
            <w:pPr>
              <w:pStyle w:val="TAC"/>
              <w:rPr>
                <w:rFonts w:eastAsia="Malgun Gothic"/>
                <w:noProof/>
                <w:lang w:eastAsia="ko-KR"/>
              </w:rPr>
            </w:pPr>
            <w:r>
              <w:t>DC_20A_n80A</w:t>
            </w:r>
          </w:p>
        </w:tc>
      </w:tr>
      <w:tr w:rsidR="00B45972" w14:paraId="220CC0E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B3BA816" w14:textId="77777777" w:rsidR="00B45972" w:rsidRDefault="00B45972" w:rsidP="00AC3FE8">
            <w:pPr>
              <w:pStyle w:val="TAC"/>
              <w:rPr>
                <w:lang w:eastAsia="ja-JP"/>
              </w:rPr>
            </w:pPr>
            <w:r>
              <w:t>DC_</w:t>
            </w:r>
            <w:r>
              <w:rPr>
                <w:lang w:eastAsia="zh-CN"/>
              </w:rPr>
              <w:t>20A</w:t>
            </w:r>
            <w:r>
              <w:t>_SUL_n78</w:t>
            </w:r>
            <w:r>
              <w:rPr>
                <w:lang w:eastAsia="zh-CN"/>
              </w:rPr>
              <w:t>A</w:t>
            </w:r>
            <w:r>
              <w:t>-n8</w:t>
            </w:r>
            <w:r>
              <w:rPr>
                <w:lang w:eastAsia="zh-CN"/>
              </w:rPr>
              <w:t>2A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5AAC0DC3" w14:textId="77777777" w:rsidR="00B45972" w:rsidRDefault="00B45972" w:rsidP="00AC3FE8">
            <w:pPr>
              <w:pStyle w:val="TAC"/>
              <w:rPr>
                <w:lang w:eastAsia="zh-CN"/>
              </w:rPr>
            </w:pPr>
            <w:r>
              <w:rPr>
                <w:lang w:eastAsia="fi-FI"/>
              </w:rPr>
              <w:t>DC_</w:t>
            </w:r>
            <w:r>
              <w:rPr>
                <w:lang w:eastAsia="zh-CN"/>
              </w:rPr>
              <w:t>20A</w:t>
            </w:r>
            <w:r>
              <w:rPr>
                <w:lang w:eastAsia="fi-FI"/>
              </w:rPr>
              <w:t>_n78</w:t>
            </w:r>
            <w:r>
              <w:rPr>
                <w:lang w:eastAsia="zh-CN"/>
              </w:rPr>
              <w:t>A</w:t>
            </w:r>
          </w:p>
          <w:p w14:paraId="1598CD68" w14:textId="77777777" w:rsidR="00B45972" w:rsidRDefault="00B45972" w:rsidP="00AC3FE8">
            <w:pPr>
              <w:pStyle w:val="TAC"/>
              <w:rPr>
                <w:lang w:eastAsia="zh-CN"/>
              </w:rPr>
            </w:pPr>
            <w:r>
              <w:rPr>
                <w:lang w:eastAsia="zh-CN"/>
              </w:rPr>
              <w:t>DC_20A_n82A_ULSUP-TDM_n78A</w:t>
            </w:r>
          </w:p>
        </w:tc>
      </w:tr>
      <w:tr w:rsidR="00B45972" w14:paraId="30D8501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E5171FA" w14:textId="77777777" w:rsidR="00B45972" w:rsidRDefault="00B45972" w:rsidP="00AC3FE8">
            <w:pPr>
              <w:pStyle w:val="TAC"/>
              <w:rPr>
                <w:lang w:eastAsia="ja-JP"/>
              </w:rPr>
            </w:pPr>
            <w:r>
              <w:t>DC_</w:t>
            </w:r>
            <w:r>
              <w:rPr>
                <w:lang w:eastAsia="zh-CN"/>
              </w:rPr>
              <w:t>20A</w:t>
            </w:r>
            <w:r>
              <w:t>_SUL_n78</w:t>
            </w:r>
            <w:r>
              <w:rPr>
                <w:lang w:eastAsia="zh-CN"/>
              </w:rPr>
              <w:t>A</w:t>
            </w:r>
            <w:r>
              <w:t>-n8</w:t>
            </w:r>
            <w:r>
              <w:rPr>
                <w:lang w:eastAsia="zh-CN"/>
              </w:rPr>
              <w:t>3A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758E5AA9" w14:textId="77777777" w:rsidR="00B45972" w:rsidRDefault="00B45972" w:rsidP="00AC3FE8">
            <w:pPr>
              <w:pStyle w:val="TAC"/>
              <w:rPr>
                <w:lang w:eastAsia="zh-CN"/>
              </w:rPr>
            </w:pPr>
            <w:r>
              <w:rPr>
                <w:lang w:eastAsia="fi-FI"/>
              </w:rPr>
              <w:t>DC_</w:t>
            </w:r>
            <w:r>
              <w:rPr>
                <w:lang w:eastAsia="zh-CN"/>
              </w:rPr>
              <w:t>20A</w:t>
            </w:r>
            <w:r>
              <w:rPr>
                <w:lang w:eastAsia="fi-FI"/>
              </w:rPr>
              <w:t>_n78</w:t>
            </w:r>
            <w:r>
              <w:rPr>
                <w:lang w:eastAsia="zh-CN"/>
              </w:rPr>
              <w:t>A</w:t>
            </w:r>
          </w:p>
          <w:p w14:paraId="7138F33D" w14:textId="77777777" w:rsidR="00B45972" w:rsidRDefault="00B45972" w:rsidP="00AC3FE8">
            <w:pPr>
              <w:pStyle w:val="TAC"/>
              <w:rPr>
                <w:lang w:eastAsia="ja-JP"/>
              </w:rPr>
            </w:pPr>
            <w:r>
              <w:rPr>
                <w:lang w:eastAsia="fi-FI"/>
              </w:rPr>
              <w:t>DC_</w:t>
            </w:r>
            <w:r>
              <w:rPr>
                <w:lang w:eastAsia="zh-CN"/>
              </w:rPr>
              <w:t>20A</w:t>
            </w:r>
            <w:r>
              <w:rPr>
                <w:lang w:eastAsia="fi-FI"/>
              </w:rPr>
              <w:t>_n83</w:t>
            </w:r>
            <w:r>
              <w:rPr>
                <w:lang w:eastAsia="zh-CN"/>
              </w:rPr>
              <w:t>A</w:t>
            </w:r>
          </w:p>
        </w:tc>
      </w:tr>
      <w:tr w:rsidR="00B45972" w14:paraId="0C8C2F7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5854F9B" w14:textId="77777777" w:rsidR="00B45972" w:rsidRDefault="00B45972" w:rsidP="00AC3FE8">
            <w:pPr>
              <w:pStyle w:val="TAC"/>
              <w:rPr>
                <w:rFonts w:cs="Arial"/>
                <w:bCs/>
              </w:rPr>
            </w:pPr>
            <w:r>
              <w:rPr>
                <w:rFonts w:cs="Arial"/>
                <w:bCs/>
              </w:rPr>
              <w:t>DC_20A_n78A-n92A</w:t>
            </w:r>
          </w:p>
          <w:p w14:paraId="164BD191" w14:textId="77777777" w:rsidR="00B45972" w:rsidRDefault="00B45972" w:rsidP="00AC3FE8">
            <w:pPr>
              <w:pStyle w:val="TAC"/>
            </w:pPr>
            <w:r>
              <w:rPr>
                <w:rFonts w:cs="Arial"/>
                <w:bCs/>
              </w:rPr>
              <w:t>DC_20A_n78(2A)-n92A</w:t>
            </w:r>
          </w:p>
        </w:tc>
        <w:tc>
          <w:tcPr>
            <w:tcW w:w="5862" w:type="dxa"/>
            <w:tcBorders>
              <w:top w:val="single" w:sz="4" w:space="0" w:color="auto"/>
              <w:left w:val="single" w:sz="4" w:space="0" w:color="auto"/>
              <w:bottom w:val="single" w:sz="4" w:space="0" w:color="auto"/>
              <w:right w:val="single" w:sz="4" w:space="0" w:color="auto"/>
            </w:tcBorders>
            <w:hideMark/>
          </w:tcPr>
          <w:p w14:paraId="75B35CA6" w14:textId="77777777" w:rsidR="00B45972" w:rsidRDefault="00B45972" w:rsidP="00AC3FE8">
            <w:pPr>
              <w:pStyle w:val="TAC"/>
              <w:rPr>
                <w:rFonts w:cs="Arial"/>
                <w:bCs/>
              </w:rPr>
            </w:pPr>
            <w:r>
              <w:rPr>
                <w:rFonts w:cs="Arial"/>
                <w:bCs/>
              </w:rPr>
              <w:t>DC_20A_n78A</w:t>
            </w:r>
          </w:p>
          <w:p w14:paraId="7CF63640" w14:textId="77777777" w:rsidR="00B45972" w:rsidRDefault="00B45972" w:rsidP="00AC3FE8">
            <w:pPr>
              <w:pStyle w:val="TAC"/>
              <w:rPr>
                <w:lang w:eastAsia="ja-JP"/>
              </w:rPr>
            </w:pPr>
            <w:r>
              <w:rPr>
                <w:rFonts w:cs="Arial"/>
                <w:bCs/>
              </w:rPr>
              <w:t>DC_20A_n92A_ULSUP-TDM_n78A</w:t>
            </w:r>
          </w:p>
        </w:tc>
      </w:tr>
      <w:tr w:rsidR="00B45972" w14:paraId="7E7B640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9057F3B" w14:textId="77777777" w:rsidR="00B45972" w:rsidRDefault="00B45972" w:rsidP="00AC3FE8">
            <w:pPr>
              <w:pStyle w:val="TAC"/>
            </w:pPr>
            <w:r>
              <w:t>DC_21A-28A_n77A</w:t>
            </w:r>
          </w:p>
          <w:p w14:paraId="62EEF191" w14:textId="77777777" w:rsidR="00B45972" w:rsidRDefault="00B45972" w:rsidP="00AC3FE8">
            <w:pPr>
              <w:pStyle w:val="TAC"/>
              <w:rPr>
                <w:lang w:eastAsia="fr-FR"/>
              </w:rPr>
            </w:pPr>
            <w:r>
              <w:t>DC_21A-28A_n77C</w:t>
            </w:r>
          </w:p>
        </w:tc>
        <w:tc>
          <w:tcPr>
            <w:tcW w:w="5862" w:type="dxa"/>
            <w:tcBorders>
              <w:top w:val="single" w:sz="4" w:space="0" w:color="auto"/>
              <w:left w:val="single" w:sz="4" w:space="0" w:color="auto"/>
              <w:bottom w:val="single" w:sz="4" w:space="0" w:color="auto"/>
              <w:right w:val="single" w:sz="4" w:space="0" w:color="auto"/>
            </w:tcBorders>
            <w:hideMark/>
          </w:tcPr>
          <w:p w14:paraId="03B640B0" w14:textId="77777777" w:rsidR="00B45972" w:rsidRDefault="00B45972" w:rsidP="00AC3FE8">
            <w:pPr>
              <w:pStyle w:val="TAC"/>
              <w:rPr>
                <w:lang w:eastAsia="ja-JP"/>
              </w:rPr>
            </w:pPr>
            <w:r>
              <w:rPr>
                <w:lang w:eastAsia="ja-JP"/>
              </w:rPr>
              <w:t>DC_21A_n77A</w:t>
            </w:r>
          </w:p>
          <w:p w14:paraId="01DC60D4" w14:textId="77777777" w:rsidR="00B45972" w:rsidRDefault="00B45972" w:rsidP="00AC3FE8">
            <w:pPr>
              <w:pStyle w:val="TAC"/>
              <w:rPr>
                <w:lang w:eastAsia="fi-FI"/>
              </w:rPr>
            </w:pPr>
            <w:r>
              <w:rPr>
                <w:lang w:eastAsia="ja-JP"/>
              </w:rPr>
              <w:t>DC_28A_n77A</w:t>
            </w:r>
          </w:p>
        </w:tc>
      </w:tr>
      <w:tr w:rsidR="00B45972" w14:paraId="338227B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EB95788" w14:textId="77777777" w:rsidR="00B45972" w:rsidRDefault="00B45972" w:rsidP="00AC3FE8">
            <w:pPr>
              <w:pStyle w:val="TAC"/>
            </w:pPr>
            <w:r>
              <w:t>DC_21A-28A_n78A</w:t>
            </w:r>
          </w:p>
          <w:p w14:paraId="075FD80C" w14:textId="77777777" w:rsidR="00B45972" w:rsidRDefault="00B45972" w:rsidP="00AC3FE8">
            <w:pPr>
              <w:pStyle w:val="TAC"/>
              <w:rPr>
                <w:lang w:eastAsia="fr-FR"/>
              </w:rPr>
            </w:pPr>
            <w:r>
              <w:t>DC_21A-28A_n78C</w:t>
            </w:r>
          </w:p>
        </w:tc>
        <w:tc>
          <w:tcPr>
            <w:tcW w:w="5862" w:type="dxa"/>
            <w:tcBorders>
              <w:top w:val="single" w:sz="4" w:space="0" w:color="auto"/>
              <w:left w:val="single" w:sz="4" w:space="0" w:color="auto"/>
              <w:bottom w:val="single" w:sz="4" w:space="0" w:color="auto"/>
              <w:right w:val="single" w:sz="4" w:space="0" w:color="auto"/>
            </w:tcBorders>
            <w:hideMark/>
          </w:tcPr>
          <w:p w14:paraId="02EFFD75" w14:textId="77777777" w:rsidR="00B45972" w:rsidRDefault="00B45972" w:rsidP="00AC3FE8">
            <w:pPr>
              <w:pStyle w:val="TAC"/>
              <w:rPr>
                <w:lang w:eastAsia="ja-JP"/>
              </w:rPr>
            </w:pPr>
            <w:r>
              <w:rPr>
                <w:lang w:eastAsia="ja-JP"/>
              </w:rPr>
              <w:t>DC_21A_n78A</w:t>
            </w:r>
          </w:p>
          <w:p w14:paraId="4BDB34B7" w14:textId="77777777" w:rsidR="00B45972" w:rsidRDefault="00B45972" w:rsidP="00AC3FE8">
            <w:pPr>
              <w:pStyle w:val="TAC"/>
              <w:rPr>
                <w:lang w:eastAsia="fi-FI"/>
              </w:rPr>
            </w:pPr>
            <w:r>
              <w:rPr>
                <w:lang w:eastAsia="ja-JP"/>
              </w:rPr>
              <w:t>DC_28A_n78A</w:t>
            </w:r>
          </w:p>
        </w:tc>
      </w:tr>
      <w:tr w:rsidR="00B45972" w14:paraId="46947B7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339D8FE" w14:textId="77777777" w:rsidR="00B45972" w:rsidRDefault="00B45972" w:rsidP="00AC3FE8">
            <w:pPr>
              <w:pStyle w:val="TAC"/>
            </w:pPr>
            <w:r>
              <w:t>DC_21A-28A_n79A</w:t>
            </w:r>
          </w:p>
          <w:p w14:paraId="7D464F61" w14:textId="77777777" w:rsidR="00B45972" w:rsidRDefault="00B45972" w:rsidP="00AC3FE8">
            <w:pPr>
              <w:pStyle w:val="TAC"/>
              <w:rPr>
                <w:lang w:eastAsia="fr-FR"/>
              </w:rPr>
            </w:pPr>
            <w:r>
              <w:t>DC_21A-28A_n79C</w:t>
            </w:r>
          </w:p>
        </w:tc>
        <w:tc>
          <w:tcPr>
            <w:tcW w:w="5862" w:type="dxa"/>
            <w:tcBorders>
              <w:top w:val="single" w:sz="4" w:space="0" w:color="auto"/>
              <w:left w:val="single" w:sz="4" w:space="0" w:color="auto"/>
              <w:bottom w:val="single" w:sz="4" w:space="0" w:color="auto"/>
              <w:right w:val="single" w:sz="4" w:space="0" w:color="auto"/>
            </w:tcBorders>
            <w:hideMark/>
          </w:tcPr>
          <w:p w14:paraId="0D60248B" w14:textId="77777777" w:rsidR="00B45972" w:rsidRDefault="00B45972" w:rsidP="00AC3FE8">
            <w:pPr>
              <w:pStyle w:val="TAC"/>
              <w:rPr>
                <w:lang w:eastAsia="ja-JP"/>
              </w:rPr>
            </w:pPr>
            <w:r>
              <w:rPr>
                <w:lang w:eastAsia="ja-JP"/>
              </w:rPr>
              <w:t>DC_21A_n79A</w:t>
            </w:r>
          </w:p>
          <w:p w14:paraId="3C6695FA" w14:textId="77777777" w:rsidR="00B45972" w:rsidRDefault="00B45972" w:rsidP="00AC3FE8">
            <w:pPr>
              <w:pStyle w:val="TAC"/>
              <w:rPr>
                <w:lang w:eastAsia="fi-FI"/>
              </w:rPr>
            </w:pPr>
            <w:r>
              <w:rPr>
                <w:lang w:eastAsia="ja-JP"/>
              </w:rPr>
              <w:t>DC_28A_n79A</w:t>
            </w:r>
          </w:p>
        </w:tc>
      </w:tr>
      <w:tr w:rsidR="00B45972" w14:paraId="296D062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951C120" w14:textId="77777777" w:rsidR="00B45972" w:rsidRDefault="00B45972" w:rsidP="00AC3FE8">
            <w:pPr>
              <w:pStyle w:val="TAC"/>
              <w:rPr>
                <w:noProof/>
                <w:lang w:eastAsia="zh-CN"/>
              </w:rPr>
            </w:pPr>
            <w:r>
              <w:rPr>
                <w:noProof/>
                <w:lang w:eastAsia="zh-CN"/>
              </w:rPr>
              <w:t>DC_21A-42A_n77A</w:t>
            </w:r>
            <w:r>
              <w:rPr>
                <w:noProof/>
                <w:vertAlign w:val="superscript"/>
                <w:lang w:eastAsia="zh-CN"/>
              </w:rPr>
              <w:t>10,11</w:t>
            </w:r>
          </w:p>
          <w:p w14:paraId="606ABF3E" w14:textId="77777777" w:rsidR="00B45972" w:rsidRDefault="00B45972" w:rsidP="00AC3FE8">
            <w:pPr>
              <w:pStyle w:val="TAC"/>
              <w:rPr>
                <w:noProof/>
                <w:lang w:eastAsia="zh-CN"/>
              </w:rPr>
            </w:pPr>
            <w:r>
              <w:rPr>
                <w:noProof/>
                <w:lang w:eastAsia="zh-CN"/>
              </w:rPr>
              <w:t>DC_21A-42A_n77C</w:t>
            </w:r>
            <w:r>
              <w:rPr>
                <w:noProof/>
                <w:vertAlign w:val="superscript"/>
                <w:lang w:eastAsia="zh-CN"/>
              </w:rPr>
              <w:t>10,11</w:t>
            </w:r>
          </w:p>
          <w:p w14:paraId="7A378676" w14:textId="77777777" w:rsidR="00B45972" w:rsidRDefault="00B45972" w:rsidP="00AC3FE8">
            <w:pPr>
              <w:pStyle w:val="TAC"/>
              <w:rPr>
                <w:lang w:eastAsia="ja-JP"/>
              </w:rPr>
            </w:pPr>
            <w:r>
              <w:rPr>
                <w:lang w:eastAsia="ja-JP"/>
              </w:rPr>
              <w:t>DC_21A-42C_n77A</w:t>
            </w:r>
            <w:r>
              <w:rPr>
                <w:noProof/>
                <w:vertAlign w:val="superscript"/>
                <w:lang w:eastAsia="zh-CN"/>
              </w:rPr>
              <w:t>10,11</w:t>
            </w:r>
          </w:p>
          <w:p w14:paraId="3F2E4E02" w14:textId="77777777" w:rsidR="00B45972" w:rsidRDefault="00B45972" w:rsidP="00AC3FE8">
            <w:pPr>
              <w:pStyle w:val="TAC"/>
              <w:rPr>
                <w:lang w:eastAsia="ja-JP"/>
              </w:rPr>
            </w:pPr>
            <w:r>
              <w:rPr>
                <w:lang w:eastAsia="ja-JP"/>
              </w:rPr>
              <w:t>DC_21A-42C_n77C</w:t>
            </w:r>
            <w:r>
              <w:rPr>
                <w:noProof/>
                <w:vertAlign w:val="superscript"/>
                <w:lang w:eastAsia="zh-CN"/>
              </w:rPr>
              <w:t>10,11</w:t>
            </w:r>
          </w:p>
          <w:p w14:paraId="6E73875A" w14:textId="77777777" w:rsidR="00B45972" w:rsidRDefault="00B45972" w:rsidP="00AC3FE8">
            <w:pPr>
              <w:pStyle w:val="TAC"/>
              <w:rPr>
                <w:lang w:eastAsia="ja-JP"/>
              </w:rPr>
            </w:pPr>
            <w:r>
              <w:t>DC_21A-42D_n77A</w:t>
            </w:r>
            <w:r>
              <w:rPr>
                <w:noProof/>
                <w:vertAlign w:val="superscript"/>
                <w:lang w:eastAsia="zh-CN"/>
              </w:rPr>
              <w:t>10,11</w:t>
            </w:r>
          </w:p>
          <w:p w14:paraId="611C85B9" w14:textId="77777777" w:rsidR="00B45972" w:rsidRDefault="00B45972" w:rsidP="00AC3FE8">
            <w:pPr>
              <w:pStyle w:val="TAC"/>
            </w:pPr>
            <w:r>
              <w:t>DC_21A-42D_n77C</w:t>
            </w:r>
            <w:r>
              <w:rPr>
                <w:noProof/>
                <w:vertAlign w:val="superscript"/>
                <w:lang w:eastAsia="zh-CN"/>
              </w:rPr>
              <w:t>10,11</w:t>
            </w:r>
          </w:p>
          <w:p w14:paraId="1E42F821" w14:textId="77777777" w:rsidR="00B45972" w:rsidRDefault="00B45972" w:rsidP="00AC3FE8">
            <w:pPr>
              <w:pStyle w:val="TAC"/>
              <w:rPr>
                <w:lang w:eastAsia="ja-JP"/>
              </w:rPr>
            </w:pPr>
            <w:r>
              <w:t>DC_21A-42</w:t>
            </w:r>
            <w:r>
              <w:rPr>
                <w:lang w:eastAsia="ja-JP"/>
              </w:rPr>
              <w:t>E</w:t>
            </w:r>
            <w:r>
              <w:t>_n77A</w:t>
            </w:r>
            <w:r>
              <w:rPr>
                <w:noProof/>
                <w:vertAlign w:val="superscript"/>
                <w:lang w:eastAsia="zh-CN"/>
              </w:rPr>
              <w:t>10,11</w:t>
            </w:r>
          </w:p>
          <w:p w14:paraId="0A35CF60" w14:textId="77777777" w:rsidR="00B45972" w:rsidRDefault="00B45972" w:rsidP="00AC3FE8">
            <w:pPr>
              <w:pStyle w:val="TAC"/>
              <w:rPr>
                <w:noProof/>
                <w:lang w:eastAsia="zh-CN"/>
              </w:rPr>
            </w:pPr>
            <w:r>
              <w:t>DC_21A-42</w:t>
            </w:r>
            <w:r>
              <w:rPr>
                <w:lang w:eastAsia="ja-JP"/>
              </w:rPr>
              <w:t>E</w:t>
            </w:r>
            <w:r>
              <w:t>_n77C</w:t>
            </w:r>
            <w:r>
              <w:rPr>
                <w:noProof/>
                <w:vertAlign w:val="superscript"/>
                <w:lang w:eastAsia="zh-CN"/>
              </w:rPr>
              <w:t>10,11</w:t>
            </w:r>
          </w:p>
        </w:tc>
        <w:tc>
          <w:tcPr>
            <w:tcW w:w="5862" w:type="dxa"/>
            <w:tcBorders>
              <w:top w:val="single" w:sz="4" w:space="0" w:color="auto"/>
              <w:left w:val="single" w:sz="4" w:space="0" w:color="auto"/>
              <w:bottom w:val="single" w:sz="4" w:space="0" w:color="auto"/>
              <w:right w:val="single" w:sz="4" w:space="0" w:color="auto"/>
            </w:tcBorders>
            <w:hideMark/>
          </w:tcPr>
          <w:p w14:paraId="4D6150FE" w14:textId="77777777" w:rsidR="00B45972" w:rsidRDefault="00B45972" w:rsidP="00AC3FE8">
            <w:pPr>
              <w:pStyle w:val="TAC"/>
              <w:rPr>
                <w:noProof/>
                <w:lang w:eastAsia="zh-CN"/>
              </w:rPr>
            </w:pPr>
            <w:r>
              <w:rPr>
                <w:noProof/>
                <w:lang w:eastAsia="zh-CN"/>
              </w:rPr>
              <w:t>DC_21A_n77A</w:t>
            </w:r>
          </w:p>
        </w:tc>
      </w:tr>
      <w:tr w:rsidR="00B45972" w14:paraId="287E88A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692C762" w14:textId="77777777" w:rsidR="00B45972" w:rsidRDefault="00B45972" w:rsidP="00AC3FE8">
            <w:pPr>
              <w:pStyle w:val="TAC"/>
              <w:rPr>
                <w:noProof/>
                <w:lang w:eastAsia="zh-CN"/>
              </w:rPr>
            </w:pPr>
            <w:r>
              <w:rPr>
                <w:noProof/>
                <w:lang w:eastAsia="zh-CN"/>
              </w:rPr>
              <w:lastRenderedPageBreak/>
              <w:t>DC_21A-42A_n78A</w:t>
            </w:r>
            <w:r>
              <w:rPr>
                <w:noProof/>
                <w:vertAlign w:val="superscript"/>
                <w:lang w:eastAsia="zh-CN"/>
              </w:rPr>
              <w:t>10,11</w:t>
            </w:r>
          </w:p>
          <w:p w14:paraId="57F7EF0A" w14:textId="77777777" w:rsidR="00B45972" w:rsidRDefault="00B45972" w:rsidP="00AC3FE8">
            <w:pPr>
              <w:pStyle w:val="TAC"/>
            </w:pPr>
            <w:r>
              <w:t>DC_21A-42A_n78C</w:t>
            </w:r>
            <w:r>
              <w:rPr>
                <w:noProof/>
                <w:vertAlign w:val="superscript"/>
                <w:lang w:eastAsia="zh-CN"/>
              </w:rPr>
              <w:t>10,11</w:t>
            </w:r>
          </w:p>
          <w:p w14:paraId="5D9A36CF" w14:textId="77777777" w:rsidR="00B45972" w:rsidRDefault="00B45972" w:rsidP="00AC3FE8">
            <w:pPr>
              <w:pStyle w:val="TAC"/>
              <w:rPr>
                <w:lang w:eastAsia="fr-FR"/>
              </w:rPr>
            </w:pPr>
            <w:r>
              <w:t>DC_21A-42C_n78A</w:t>
            </w:r>
            <w:r>
              <w:rPr>
                <w:noProof/>
                <w:vertAlign w:val="superscript"/>
                <w:lang w:eastAsia="zh-CN"/>
              </w:rPr>
              <w:t>10,11</w:t>
            </w:r>
          </w:p>
          <w:p w14:paraId="00359DC9" w14:textId="77777777" w:rsidR="00B45972" w:rsidRDefault="00B45972" w:rsidP="00AC3FE8">
            <w:pPr>
              <w:pStyle w:val="TAC"/>
              <w:rPr>
                <w:lang w:eastAsia="ja-JP"/>
              </w:rPr>
            </w:pPr>
            <w:r>
              <w:rPr>
                <w:lang w:eastAsia="ja-JP"/>
              </w:rPr>
              <w:t>DC_21A-42C_n78C</w:t>
            </w:r>
            <w:r>
              <w:rPr>
                <w:noProof/>
                <w:vertAlign w:val="superscript"/>
                <w:lang w:eastAsia="zh-CN"/>
              </w:rPr>
              <w:t>10,11</w:t>
            </w:r>
          </w:p>
          <w:p w14:paraId="23F2E1CB" w14:textId="77777777" w:rsidR="00B45972" w:rsidRDefault="00B45972" w:rsidP="00AC3FE8">
            <w:pPr>
              <w:pStyle w:val="TAC"/>
              <w:rPr>
                <w:lang w:eastAsia="ja-JP"/>
              </w:rPr>
            </w:pPr>
            <w:r>
              <w:t>DC_21A-42D_n7</w:t>
            </w:r>
            <w:r>
              <w:rPr>
                <w:lang w:eastAsia="ja-JP"/>
              </w:rPr>
              <w:t>8</w:t>
            </w:r>
            <w:r>
              <w:t>A</w:t>
            </w:r>
            <w:r>
              <w:rPr>
                <w:noProof/>
                <w:vertAlign w:val="superscript"/>
                <w:lang w:eastAsia="zh-CN"/>
              </w:rPr>
              <w:t>10,11</w:t>
            </w:r>
          </w:p>
          <w:p w14:paraId="37CCDDF3" w14:textId="77777777" w:rsidR="00B45972" w:rsidRDefault="00B45972" w:rsidP="00AC3FE8">
            <w:pPr>
              <w:pStyle w:val="TAC"/>
            </w:pPr>
            <w:r>
              <w:t>DC_21A-42D_n7</w:t>
            </w:r>
            <w:r>
              <w:rPr>
                <w:lang w:eastAsia="ja-JP"/>
              </w:rPr>
              <w:t>8</w:t>
            </w:r>
            <w:r>
              <w:t>C</w:t>
            </w:r>
            <w:r>
              <w:rPr>
                <w:noProof/>
                <w:vertAlign w:val="superscript"/>
                <w:lang w:eastAsia="zh-CN"/>
              </w:rPr>
              <w:t>10,11</w:t>
            </w:r>
          </w:p>
          <w:p w14:paraId="496B73CA" w14:textId="77777777" w:rsidR="00B45972" w:rsidRDefault="00B45972" w:rsidP="00AC3FE8">
            <w:pPr>
              <w:pStyle w:val="TAC"/>
              <w:rPr>
                <w:lang w:eastAsia="ja-JP"/>
              </w:rPr>
            </w:pPr>
            <w:r>
              <w:t>DC_21A-42</w:t>
            </w:r>
            <w:r>
              <w:rPr>
                <w:lang w:eastAsia="ja-JP"/>
              </w:rPr>
              <w:t>E</w:t>
            </w:r>
            <w:r>
              <w:t>_n7</w:t>
            </w:r>
            <w:r>
              <w:rPr>
                <w:lang w:eastAsia="ja-JP"/>
              </w:rPr>
              <w:t>8</w:t>
            </w:r>
            <w:r>
              <w:t>A</w:t>
            </w:r>
            <w:r>
              <w:rPr>
                <w:noProof/>
                <w:vertAlign w:val="superscript"/>
                <w:lang w:eastAsia="zh-CN"/>
              </w:rPr>
              <w:t>10,11</w:t>
            </w:r>
          </w:p>
          <w:p w14:paraId="3A45F548" w14:textId="77777777" w:rsidR="00B45972" w:rsidRDefault="00B45972" w:rsidP="00AC3FE8">
            <w:pPr>
              <w:pStyle w:val="TAC"/>
              <w:rPr>
                <w:noProof/>
                <w:lang w:eastAsia="zh-CN"/>
              </w:rPr>
            </w:pPr>
            <w:r>
              <w:t>DC_21A-42</w:t>
            </w:r>
            <w:r>
              <w:rPr>
                <w:lang w:eastAsia="ja-JP"/>
              </w:rPr>
              <w:t>E</w:t>
            </w:r>
            <w:r>
              <w:t>_n7</w:t>
            </w:r>
            <w:r>
              <w:rPr>
                <w:lang w:eastAsia="ja-JP"/>
              </w:rPr>
              <w:t>8</w:t>
            </w:r>
            <w:r>
              <w:t>C</w:t>
            </w:r>
            <w:r>
              <w:rPr>
                <w:noProof/>
                <w:vertAlign w:val="superscript"/>
                <w:lang w:eastAsia="zh-CN"/>
              </w:rPr>
              <w:t>10,11</w:t>
            </w:r>
          </w:p>
        </w:tc>
        <w:tc>
          <w:tcPr>
            <w:tcW w:w="5862" w:type="dxa"/>
            <w:tcBorders>
              <w:top w:val="single" w:sz="4" w:space="0" w:color="auto"/>
              <w:left w:val="single" w:sz="4" w:space="0" w:color="auto"/>
              <w:bottom w:val="single" w:sz="4" w:space="0" w:color="auto"/>
              <w:right w:val="single" w:sz="4" w:space="0" w:color="auto"/>
            </w:tcBorders>
            <w:hideMark/>
          </w:tcPr>
          <w:p w14:paraId="28DFB063" w14:textId="77777777" w:rsidR="00B45972" w:rsidRDefault="00B45972" w:rsidP="00AC3FE8">
            <w:pPr>
              <w:pStyle w:val="TAC"/>
              <w:rPr>
                <w:noProof/>
                <w:lang w:eastAsia="zh-CN"/>
              </w:rPr>
            </w:pPr>
            <w:r>
              <w:rPr>
                <w:noProof/>
                <w:lang w:eastAsia="zh-CN"/>
              </w:rPr>
              <w:t>DC_21A_n78A</w:t>
            </w:r>
          </w:p>
        </w:tc>
      </w:tr>
      <w:tr w:rsidR="00B45972" w14:paraId="0E65773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94D3B79" w14:textId="77777777" w:rsidR="00B45972" w:rsidRDefault="00B45972" w:rsidP="00AC3FE8">
            <w:pPr>
              <w:pStyle w:val="TAC"/>
              <w:rPr>
                <w:noProof/>
                <w:lang w:eastAsia="zh-CN"/>
              </w:rPr>
            </w:pPr>
            <w:r>
              <w:rPr>
                <w:noProof/>
                <w:lang w:eastAsia="zh-CN"/>
              </w:rPr>
              <w:t>DC_21A-42A_n79A</w:t>
            </w:r>
          </w:p>
          <w:p w14:paraId="42EF4B67" w14:textId="77777777" w:rsidR="00B45972" w:rsidRDefault="00B45972" w:rsidP="00AC3FE8">
            <w:pPr>
              <w:pStyle w:val="TAC"/>
              <w:rPr>
                <w:noProof/>
                <w:lang w:eastAsia="zh-CN"/>
              </w:rPr>
            </w:pPr>
            <w:r>
              <w:rPr>
                <w:noProof/>
                <w:lang w:eastAsia="zh-CN"/>
              </w:rPr>
              <w:t>DC_21A-42A_n79C</w:t>
            </w:r>
          </w:p>
          <w:p w14:paraId="712C7BF7" w14:textId="77777777" w:rsidR="00B45972" w:rsidRDefault="00B45972" w:rsidP="00AC3FE8">
            <w:pPr>
              <w:pStyle w:val="TAC"/>
              <w:rPr>
                <w:lang w:eastAsia="ja-JP"/>
              </w:rPr>
            </w:pPr>
            <w:r>
              <w:rPr>
                <w:lang w:eastAsia="ja-JP"/>
              </w:rPr>
              <w:t>DC_21A-42C_n79A</w:t>
            </w:r>
          </w:p>
          <w:p w14:paraId="529CB2DB" w14:textId="77777777" w:rsidR="00B45972" w:rsidRDefault="00B45972" w:rsidP="00AC3FE8">
            <w:pPr>
              <w:pStyle w:val="TAC"/>
              <w:rPr>
                <w:lang w:eastAsia="ja-JP"/>
              </w:rPr>
            </w:pPr>
            <w:r>
              <w:rPr>
                <w:lang w:eastAsia="ja-JP"/>
              </w:rPr>
              <w:t>DC_21A-42C_n79C</w:t>
            </w:r>
          </w:p>
          <w:p w14:paraId="60866CC6" w14:textId="77777777" w:rsidR="00B45972" w:rsidRDefault="00B45972" w:rsidP="00AC3FE8">
            <w:pPr>
              <w:pStyle w:val="TAC"/>
              <w:rPr>
                <w:lang w:eastAsia="ja-JP"/>
              </w:rPr>
            </w:pPr>
            <w:r>
              <w:t>DC_21A-42D_n7</w:t>
            </w:r>
            <w:r>
              <w:rPr>
                <w:lang w:eastAsia="ja-JP"/>
              </w:rPr>
              <w:t>9</w:t>
            </w:r>
            <w:r>
              <w:t>A</w:t>
            </w:r>
          </w:p>
          <w:p w14:paraId="2007D361" w14:textId="77777777" w:rsidR="00B45972" w:rsidRDefault="00B45972" w:rsidP="00AC3FE8">
            <w:pPr>
              <w:pStyle w:val="TAC"/>
            </w:pPr>
            <w:r>
              <w:t>DC_21A-42D_n7</w:t>
            </w:r>
            <w:r>
              <w:rPr>
                <w:lang w:eastAsia="ja-JP"/>
              </w:rPr>
              <w:t>9</w:t>
            </w:r>
            <w:r>
              <w:t>C</w:t>
            </w:r>
          </w:p>
          <w:p w14:paraId="6744F5D8" w14:textId="77777777" w:rsidR="00B45972" w:rsidRDefault="00B45972" w:rsidP="00AC3FE8">
            <w:pPr>
              <w:pStyle w:val="TAC"/>
              <w:rPr>
                <w:lang w:eastAsia="ja-JP"/>
              </w:rPr>
            </w:pPr>
            <w:r>
              <w:t>DC_21A-42</w:t>
            </w:r>
            <w:r>
              <w:rPr>
                <w:lang w:eastAsia="ja-JP"/>
              </w:rPr>
              <w:t>E</w:t>
            </w:r>
            <w:r>
              <w:t>_n7</w:t>
            </w:r>
            <w:r>
              <w:rPr>
                <w:lang w:eastAsia="ja-JP"/>
              </w:rPr>
              <w:t>9</w:t>
            </w:r>
            <w:r>
              <w:t>A</w:t>
            </w:r>
          </w:p>
          <w:p w14:paraId="5B9855DB" w14:textId="77777777" w:rsidR="00B45972" w:rsidRDefault="00B45972" w:rsidP="00AC3FE8">
            <w:pPr>
              <w:pStyle w:val="TAC"/>
              <w:rPr>
                <w:noProof/>
                <w:lang w:eastAsia="zh-CN"/>
              </w:rPr>
            </w:pPr>
            <w:r>
              <w:t>DC_21A-42</w:t>
            </w:r>
            <w:r>
              <w:rPr>
                <w:lang w:eastAsia="ja-JP"/>
              </w:rPr>
              <w:t>E</w:t>
            </w:r>
            <w:r>
              <w:t>_n7</w:t>
            </w:r>
            <w:r>
              <w:rPr>
                <w:lang w:eastAsia="ja-JP"/>
              </w:rPr>
              <w:t>9</w:t>
            </w:r>
            <w:r>
              <w:t>C</w:t>
            </w:r>
          </w:p>
        </w:tc>
        <w:tc>
          <w:tcPr>
            <w:tcW w:w="5862" w:type="dxa"/>
            <w:tcBorders>
              <w:top w:val="single" w:sz="4" w:space="0" w:color="auto"/>
              <w:left w:val="single" w:sz="4" w:space="0" w:color="auto"/>
              <w:bottom w:val="single" w:sz="4" w:space="0" w:color="auto"/>
              <w:right w:val="single" w:sz="4" w:space="0" w:color="auto"/>
            </w:tcBorders>
            <w:hideMark/>
          </w:tcPr>
          <w:p w14:paraId="7E228C18" w14:textId="77777777" w:rsidR="00B45972" w:rsidRDefault="00B45972" w:rsidP="00AC3FE8">
            <w:pPr>
              <w:pStyle w:val="TAC"/>
              <w:rPr>
                <w:noProof/>
                <w:lang w:eastAsia="zh-CN"/>
              </w:rPr>
            </w:pPr>
            <w:r>
              <w:rPr>
                <w:noProof/>
                <w:lang w:eastAsia="zh-CN"/>
              </w:rPr>
              <w:t>DC_21A_n79A</w:t>
            </w:r>
          </w:p>
        </w:tc>
      </w:tr>
      <w:tr w:rsidR="00B45972" w14:paraId="3AC66C3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59C6F8C" w14:textId="77777777" w:rsidR="00B45972" w:rsidRDefault="00B45972" w:rsidP="00AC3FE8">
            <w:pPr>
              <w:pStyle w:val="TAC"/>
            </w:pPr>
            <w:r>
              <w:rPr>
                <w:rFonts w:eastAsia="Malgun Gothic"/>
                <w:lang w:eastAsia="ko-KR"/>
              </w:rPr>
              <w:t>DC_21A_n77A-n79A</w:t>
            </w:r>
          </w:p>
        </w:tc>
        <w:tc>
          <w:tcPr>
            <w:tcW w:w="5862" w:type="dxa"/>
            <w:tcBorders>
              <w:top w:val="single" w:sz="4" w:space="0" w:color="auto"/>
              <w:left w:val="single" w:sz="4" w:space="0" w:color="auto"/>
              <w:bottom w:val="single" w:sz="4" w:space="0" w:color="auto"/>
              <w:right w:val="single" w:sz="4" w:space="0" w:color="auto"/>
            </w:tcBorders>
            <w:hideMark/>
          </w:tcPr>
          <w:p w14:paraId="3D702886" w14:textId="77777777" w:rsidR="00B45972" w:rsidRDefault="00B45972" w:rsidP="00AC3FE8">
            <w:pPr>
              <w:pStyle w:val="TAC"/>
              <w:rPr>
                <w:rFonts w:eastAsia="Malgun Gothic"/>
                <w:noProof/>
                <w:lang w:eastAsia="ko-KR"/>
              </w:rPr>
            </w:pPr>
            <w:r>
              <w:rPr>
                <w:rFonts w:eastAsia="Malgun Gothic"/>
                <w:noProof/>
                <w:lang w:eastAsia="ko-KR"/>
              </w:rPr>
              <w:t>DC_21A_n77A</w:t>
            </w:r>
          </w:p>
          <w:p w14:paraId="12CF6E48" w14:textId="77777777" w:rsidR="00B45972" w:rsidRDefault="00B45972" w:rsidP="00AC3FE8">
            <w:pPr>
              <w:pStyle w:val="TAC"/>
              <w:rPr>
                <w:lang w:eastAsia="fi-FI"/>
              </w:rPr>
            </w:pPr>
            <w:r>
              <w:rPr>
                <w:rFonts w:eastAsia="Malgun Gothic"/>
                <w:noProof/>
                <w:lang w:eastAsia="ko-KR"/>
              </w:rPr>
              <w:t>DC_21A_n79A</w:t>
            </w:r>
          </w:p>
        </w:tc>
      </w:tr>
      <w:tr w:rsidR="00B45972" w14:paraId="59EB9A6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9324C53" w14:textId="77777777" w:rsidR="00B45972" w:rsidRDefault="00B45972" w:rsidP="00AC3FE8">
            <w:pPr>
              <w:pStyle w:val="TAC"/>
            </w:pPr>
            <w:r>
              <w:rPr>
                <w:rFonts w:eastAsia="Malgun Gothic"/>
                <w:lang w:eastAsia="ko-KR"/>
              </w:rPr>
              <w:t>DC_21A_n78A-n79A</w:t>
            </w:r>
          </w:p>
        </w:tc>
        <w:tc>
          <w:tcPr>
            <w:tcW w:w="5862" w:type="dxa"/>
            <w:tcBorders>
              <w:top w:val="single" w:sz="4" w:space="0" w:color="auto"/>
              <w:left w:val="single" w:sz="4" w:space="0" w:color="auto"/>
              <w:bottom w:val="single" w:sz="4" w:space="0" w:color="auto"/>
              <w:right w:val="single" w:sz="4" w:space="0" w:color="auto"/>
            </w:tcBorders>
            <w:hideMark/>
          </w:tcPr>
          <w:p w14:paraId="49A6FDE5" w14:textId="77777777" w:rsidR="00B45972" w:rsidRDefault="00B45972" w:rsidP="00AC3FE8">
            <w:pPr>
              <w:pStyle w:val="TAC"/>
              <w:rPr>
                <w:rFonts w:eastAsia="Malgun Gothic"/>
                <w:noProof/>
                <w:lang w:eastAsia="ko-KR"/>
              </w:rPr>
            </w:pPr>
            <w:r>
              <w:rPr>
                <w:rFonts w:eastAsia="Malgun Gothic"/>
                <w:noProof/>
                <w:lang w:eastAsia="ko-KR"/>
              </w:rPr>
              <w:t>DC_21A_n78A</w:t>
            </w:r>
          </w:p>
          <w:p w14:paraId="266709B1" w14:textId="77777777" w:rsidR="00B45972" w:rsidRDefault="00B45972" w:rsidP="00AC3FE8">
            <w:pPr>
              <w:pStyle w:val="TAC"/>
              <w:rPr>
                <w:lang w:eastAsia="fi-FI"/>
              </w:rPr>
            </w:pPr>
            <w:r>
              <w:rPr>
                <w:rFonts w:eastAsia="Malgun Gothic"/>
                <w:noProof/>
                <w:lang w:eastAsia="ko-KR"/>
              </w:rPr>
              <w:t>DC_21A_n79A</w:t>
            </w:r>
          </w:p>
        </w:tc>
      </w:tr>
      <w:tr w:rsidR="00B45972" w14:paraId="70001F4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E901A3E" w14:textId="77777777" w:rsidR="00B45972" w:rsidRDefault="00B45972" w:rsidP="00AC3FE8">
            <w:pPr>
              <w:pStyle w:val="TAC"/>
            </w:pPr>
            <w:r>
              <w:t>DC_25A-41A_n41A</w:t>
            </w:r>
          </w:p>
          <w:p w14:paraId="394BA3C6" w14:textId="77777777" w:rsidR="00B45972" w:rsidRDefault="00B45972" w:rsidP="00AC3FE8">
            <w:pPr>
              <w:pStyle w:val="TAC"/>
              <w:rPr>
                <w:lang w:eastAsia="fr-FR"/>
              </w:rPr>
            </w:pPr>
            <w:r>
              <w:t>DC_25A-41C_n41A</w:t>
            </w:r>
          </w:p>
          <w:p w14:paraId="25D6C84F" w14:textId="77777777" w:rsidR="00B45972" w:rsidRDefault="00B45972" w:rsidP="00AC3FE8">
            <w:pPr>
              <w:pStyle w:val="TAC"/>
            </w:pPr>
            <w:r>
              <w:t>DC_25A-41D_n41A</w:t>
            </w:r>
          </w:p>
          <w:p w14:paraId="3BCF4F53" w14:textId="77777777" w:rsidR="00B45972" w:rsidRDefault="00B45972" w:rsidP="00AC3FE8">
            <w:pPr>
              <w:pStyle w:val="TAC"/>
            </w:pPr>
            <w:r>
              <w:t>DC_25A-25A-41A_n41A</w:t>
            </w:r>
          </w:p>
          <w:p w14:paraId="1B22E7B7" w14:textId="77777777" w:rsidR="00B45972" w:rsidRDefault="00B45972" w:rsidP="00AC3FE8">
            <w:pPr>
              <w:pStyle w:val="TAC"/>
            </w:pPr>
            <w:r>
              <w:t>DC_25A-25A-41C_n41A</w:t>
            </w:r>
          </w:p>
          <w:p w14:paraId="252012AD" w14:textId="77777777" w:rsidR="00B45972" w:rsidRDefault="00B45972" w:rsidP="00AC3FE8">
            <w:pPr>
              <w:pStyle w:val="TAC"/>
              <w:rPr>
                <w:rFonts w:eastAsia="Malgun Gothic"/>
                <w:lang w:eastAsia="ko-KR"/>
              </w:rPr>
            </w:pPr>
            <w:r>
              <w:t>DC_25A-25A-41D_n41A</w:t>
            </w:r>
          </w:p>
        </w:tc>
        <w:tc>
          <w:tcPr>
            <w:tcW w:w="5862" w:type="dxa"/>
            <w:tcBorders>
              <w:top w:val="single" w:sz="4" w:space="0" w:color="auto"/>
              <w:left w:val="single" w:sz="4" w:space="0" w:color="auto"/>
              <w:bottom w:val="single" w:sz="4" w:space="0" w:color="auto"/>
              <w:right w:val="single" w:sz="4" w:space="0" w:color="auto"/>
            </w:tcBorders>
            <w:hideMark/>
          </w:tcPr>
          <w:p w14:paraId="5A793D5B" w14:textId="77777777" w:rsidR="00B45972" w:rsidRDefault="00B45972" w:rsidP="00AC3FE8">
            <w:pPr>
              <w:pStyle w:val="TAC"/>
            </w:pPr>
            <w:r>
              <w:t>DC_25A_n41A</w:t>
            </w:r>
          </w:p>
          <w:p w14:paraId="7833A2F9" w14:textId="77777777" w:rsidR="00B45972" w:rsidRDefault="00B45972" w:rsidP="00AC3FE8">
            <w:pPr>
              <w:pStyle w:val="TAC"/>
              <w:rPr>
                <w:rFonts w:eastAsia="Malgun Gothic"/>
                <w:noProof/>
                <w:lang w:eastAsia="ko-KR"/>
              </w:rPr>
            </w:pPr>
            <w:r>
              <w:t>DC_41A_n41A</w:t>
            </w:r>
          </w:p>
        </w:tc>
      </w:tr>
      <w:tr w:rsidR="00B45972" w14:paraId="21EAFD4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FBC7ACC" w14:textId="77777777" w:rsidR="00B45972" w:rsidRDefault="00B45972" w:rsidP="00AC3FE8">
            <w:pPr>
              <w:pStyle w:val="TAC"/>
            </w:pPr>
            <w:r>
              <w:t>DC_25A-(n)41AA</w:t>
            </w:r>
          </w:p>
          <w:p w14:paraId="0CBFD122" w14:textId="77777777" w:rsidR="00B45972" w:rsidRDefault="00B45972" w:rsidP="00AC3FE8">
            <w:pPr>
              <w:pStyle w:val="TAC"/>
              <w:rPr>
                <w:rFonts w:eastAsia="Malgun Gothic"/>
                <w:lang w:eastAsia="ko-KR"/>
              </w:rPr>
            </w:pPr>
            <w:r>
              <w:t>DC_25A-25A-(n)41AA</w:t>
            </w:r>
          </w:p>
        </w:tc>
        <w:tc>
          <w:tcPr>
            <w:tcW w:w="5862" w:type="dxa"/>
            <w:tcBorders>
              <w:top w:val="single" w:sz="4" w:space="0" w:color="auto"/>
              <w:left w:val="single" w:sz="4" w:space="0" w:color="auto"/>
              <w:bottom w:val="single" w:sz="4" w:space="0" w:color="auto"/>
              <w:right w:val="single" w:sz="4" w:space="0" w:color="auto"/>
            </w:tcBorders>
            <w:hideMark/>
          </w:tcPr>
          <w:p w14:paraId="35C6C3D8" w14:textId="77777777" w:rsidR="00B45972" w:rsidRDefault="00B45972" w:rsidP="00AC3FE8">
            <w:pPr>
              <w:pStyle w:val="TAC"/>
            </w:pPr>
            <w:r>
              <w:t>DC_25A_n41A</w:t>
            </w:r>
          </w:p>
          <w:p w14:paraId="2553FBAE" w14:textId="77777777" w:rsidR="00B45972" w:rsidRDefault="00B45972" w:rsidP="00AC3FE8">
            <w:pPr>
              <w:pStyle w:val="TAC"/>
              <w:rPr>
                <w:rFonts w:eastAsia="Malgun Gothic"/>
                <w:noProof/>
                <w:lang w:eastAsia="ko-KR"/>
              </w:rPr>
            </w:pPr>
            <w:r>
              <w:t>DC_(n)41AA</w:t>
            </w:r>
          </w:p>
        </w:tc>
      </w:tr>
      <w:tr w:rsidR="00B45972" w14:paraId="58F271B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F02858C" w14:textId="77777777" w:rsidR="00B45972" w:rsidRDefault="00B45972" w:rsidP="00AC3FE8">
            <w:pPr>
              <w:pStyle w:val="TAC"/>
            </w:pPr>
            <w:r>
              <w:t>DC_25A-(n)41CA</w:t>
            </w:r>
          </w:p>
          <w:p w14:paraId="2ECA2B05" w14:textId="77777777" w:rsidR="00B45972" w:rsidRDefault="00B45972" w:rsidP="00AC3FE8">
            <w:pPr>
              <w:pStyle w:val="TAC"/>
              <w:rPr>
                <w:lang w:eastAsia="fr-FR"/>
              </w:rPr>
            </w:pPr>
            <w:r>
              <w:t>DC_25A-(n)41DA</w:t>
            </w:r>
          </w:p>
          <w:p w14:paraId="1CE12C85" w14:textId="77777777" w:rsidR="00B45972" w:rsidRDefault="00B45972" w:rsidP="00AC3FE8">
            <w:pPr>
              <w:pStyle w:val="TAC"/>
            </w:pPr>
            <w:r>
              <w:t>DC_25A-25A-(n)41CA</w:t>
            </w:r>
          </w:p>
          <w:p w14:paraId="0575ABA8" w14:textId="77777777" w:rsidR="00B45972" w:rsidRDefault="00B45972" w:rsidP="00AC3FE8">
            <w:pPr>
              <w:pStyle w:val="TAC"/>
              <w:rPr>
                <w:rFonts w:eastAsia="Malgun Gothic"/>
                <w:lang w:eastAsia="ko-KR"/>
              </w:rPr>
            </w:pPr>
            <w:r>
              <w:t>DC_25A-25A-(n)41DA</w:t>
            </w:r>
          </w:p>
        </w:tc>
        <w:tc>
          <w:tcPr>
            <w:tcW w:w="5862" w:type="dxa"/>
            <w:tcBorders>
              <w:top w:val="single" w:sz="4" w:space="0" w:color="auto"/>
              <w:left w:val="single" w:sz="4" w:space="0" w:color="auto"/>
              <w:bottom w:val="single" w:sz="4" w:space="0" w:color="auto"/>
              <w:right w:val="single" w:sz="4" w:space="0" w:color="auto"/>
            </w:tcBorders>
            <w:hideMark/>
          </w:tcPr>
          <w:p w14:paraId="0E470E7F" w14:textId="77777777" w:rsidR="00B45972" w:rsidRDefault="00B45972" w:rsidP="00AC3FE8">
            <w:pPr>
              <w:pStyle w:val="TAC"/>
            </w:pPr>
            <w:r>
              <w:t>DC_25A_n41A</w:t>
            </w:r>
          </w:p>
          <w:p w14:paraId="5703D608" w14:textId="77777777" w:rsidR="00B45972" w:rsidRDefault="00B45972" w:rsidP="00AC3FE8">
            <w:pPr>
              <w:pStyle w:val="TAC"/>
              <w:rPr>
                <w:lang w:eastAsia="fr-FR"/>
              </w:rPr>
            </w:pPr>
            <w:r>
              <w:t>DC_(n)41AA</w:t>
            </w:r>
          </w:p>
          <w:p w14:paraId="4936DE14" w14:textId="77777777" w:rsidR="00B45972" w:rsidRDefault="00B45972" w:rsidP="00AC3FE8">
            <w:pPr>
              <w:pStyle w:val="TAC"/>
              <w:rPr>
                <w:rFonts w:eastAsia="Malgun Gothic"/>
                <w:noProof/>
                <w:lang w:eastAsia="ko-KR"/>
              </w:rPr>
            </w:pPr>
            <w:r>
              <w:t>DC_41A_n41A</w:t>
            </w:r>
          </w:p>
        </w:tc>
      </w:tr>
      <w:tr w:rsidR="00B45972" w14:paraId="6B0F8C9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80077A1" w14:textId="77777777" w:rsidR="00B45972" w:rsidRDefault="00B45972" w:rsidP="00AC3FE8">
            <w:pPr>
              <w:pStyle w:val="TAC"/>
            </w:pPr>
            <w:r>
              <w:t>DC_28A-</w:t>
            </w:r>
            <w:r>
              <w:rPr>
                <w:rFonts w:eastAsia="Malgun Gothic"/>
              </w:rPr>
              <w:t>41A_</w:t>
            </w:r>
            <w:r>
              <w:t>n</w:t>
            </w:r>
            <w:r>
              <w:rPr>
                <w:rFonts w:eastAsia="Malgun Gothic"/>
              </w:rPr>
              <w:t>77</w:t>
            </w:r>
            <w:r>
              <w:t>A</w:t>
            </w:r>
          </w:p>
          <w:p w14:paraId="74FA3DA4" w14:textId="77777777" w:rsidR="00B45972" w:rsidRDefault="00B45972" w:rsidP="00AC3FE8">
            <w:pPr>
              <w:pStyle w:val="TAC"/>
              <w:rPr>
                <w:rFonts w:eastAsia="Malgun Gothic"/>
                <w:lang w:eastAsia="ko-KR"/>
              </w:rPr>
            </w:pPr>
            <w:r>
              <w:rPr>
                <w:lang w:eastAsia="ja-JP"/>
              </w:rPr>
              <w:t>DC_2</w:t>
            </w:r>
            <w:r>
              <w:rPr>
                <w:lang w:eastAsia="zh-CN"/>
              </w:rPr>
              <w:t>8</w:t>
            </w:r>
            <w:r>
              <w:rPr>
                <w:lang w:eastAsia="ja-JP"/>
              </w:rPr>
              <w:t>A-41</w:t>
            </w:r>
            <w:r>
              <w:rPr>
                <w:lang w:eastAsia="zh-CN"/>
              </w:rPr>
              <w:t>C</w:t>
            </w:r>
            <w:r>
              <w:rPr>
                <w:lang w:eastAsia="ja-JP"/>
              </w:rPr>
              <w:t>_n7</w:t>
            </w:r>
            <w:r>
              <w:rPr>
                <w:lang w:eastAsia="zh-CN"/>
              </w:rPr>
              <w:t>7</w:t>
            </w:r>
            <w:r>
              <w:rPr>
                <w:lang w:eastAsia="ja-JP"/>
              </w:rPr>
              <w:t>A</w:t>
            </w:r>
          </w:p>
        </w:tc>
        <w:tc>
          <w:tcPr>
            <w:tcW w:w="5862" w:type="dxa"/>
            <w:tcBorders>
              <w:top w:val="single" w:sz="4" w:space="0" w:color="auto"/>
              <w:left w:val="single" w:sz="4" w:space="0" w:color="auto"/>
              <w:bottom w:val="single" w:sz="4" w:space="0" w:color="auto"/>
              <w:right w:val="single" w:sz="4" w:space="0" w:color="auto"/>
            </w:tcBorders>
            <w:hideMark/>
          </w:tcPr>
          <w:p w14:paraId="3F1BBAD5" w14:textId="77777777" w:rsidR="00B45972" w:rsidRDefault="00B45972" w:rsidP="00AC3FE8">
            <w:pPr>
              <w:pStyle w:val="TAC"/>
            </w:pPr>
            <w:r>
              <w:t>DC_28A_n77A</w:t>
            </w:r>
          </w:p>
          <w:p w14:paraId="25DB59C4" w14:textId="77777777" w:rsidR="00B45972" w:rsidRDefault="00B45972" w:rsidP="00AC3FE8">
            <w:pPr>
              <w:pStyle w:val="TAC"/>
              <w:rPr>
                <w:rFonts w:eastAsia="Malgun Gothic"/>
                <w:noProof/>
                <w:lang w:eastAsia="ko-KR"/>
              </w:rPr>
            </w:pPr>
            <w:r>
              <w:t>DC_41A_n77A</w:t>
            </w:r>
          </w:p>
        </w:tc>
      </w:tr>
      <w:tr w:rsidR="00B45972" w14:paraId="6141E23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E927020" w14:textId="77777777" w:rsidR="00B45972" w:rsidRDefault="00B45972" w:rsidP="00AC3FE8">
            <w:pPr>
              <w:pStyle w:val="TAC"/>
            </w:pPr>
            <w:r>
              <w:t>DC_28A-</w:t>
            </w:r>
            <w:r>
              <w:rPr>
                <w:rFonts w:eastAsia="Malgun Gothic"/>
              </w:rPr>
              <w:t>41A_</w:t>
            </w:r>
            <w:r>
              <w:t>n</w:t>
            </w:r>
            <w:r>
              <w:rPr>
                <w:rFonts w:eastAsia="Malgun Gothic"/>
              </w:rPr>
              <w:t>78</w:t>
            </w:r>
            <w:r>
              <w:t>A</w:t>
            </w:r>
          </w:p>
          <w:p w14:paraId="62E456A9" w14:textId="77777777" w:rsidR="00B45972" w:rsidRDefault="00B45972" w:rsidP="00AC3FE8">
            <w:pPr>
              <w:pStyle w:val="TAC"/>
              <w:rPr>
                <w:rFonts w:eastAsia="Malgun Gothic"/>
                <w:lang w:eastAsia="ko-KR"/>
              </w:rPr>
            </w:pPr>
            <w:r>
              <w:rPr>
                <w:lang w:eastAsia="ja-JP"/>
              </w:rPr>
              <w:t>DC_2</w:t>
            </w:r>
            <w:r>
              <w:rPr>
                <w:lang w:eastAsia="zh-CN"/>
              </w:rPr>
              <w:t>8</w:t>
            </w:r>
            <w:r>
              <w:rPr>
                <w:lang w:eastAsia="ja-JP"/>
              </w:rPr>
              <w:t>A-41</w:t>
            </w:r>
            <w:r>
              <w:rPr>
                <w:lang w:eastAsia="zh-CN"/>
              </w:rPr>
              <w:t>C</w:t>
            </w:r>
            <w:r>
              <w:rPr>
                <w:lang w:eastAsia="ja-JP"/>
              </w:rPr>
              <w:t>_n78A</w:t>
            </w:r>
          </w:p>
        </w:tc>
        <w:tc>
          <w:tcPr>
            <w:tcW w:w="5862" w:type="dxa"/>
            <w:tcBorders>
              <w:top w:val="single" w:sz="4" w:space="0" w:color="auto"/>
              <w:left w:val="single" w:sz="4" w:space="0" w:color="auto"/>
              <w:bottom w:val="single" w:sz="4" w:space="0" w:color="auto"/>
              <w:right w:val="single" w:sz="4" w:space="0" w:color="auto"/>
            </w:tcBorders>
            <w:hideMark/>
          </w:tcPr>
          <w:p w14:paraId="6CDD85D5" w14:textId="77777777" w:rsidR="00B45972" w:rsidRDefault="00B45972" w:rsidP="00AC3FE8">
            <w:pPr>
              <w:pStyle w:val="TAC"/>
            </w:pPr>
            <w:r>
              <w:t>DC_28A_n78A</w:t>
            </w:r>
          </w:p>
          <w:p w14:paraId="09642090" w14:textId="77777777" w:rsidR="00B45972" w:rsidRDefault="00B45972" w:rsidP="00AC3FE8">
            <w:pPr>
              <w:pStyle w:val="TAC"/>
              <w:rPr>
                <w:rFonts w:eastAsia="Malgun Gothic"/>
                <w:noProof/>
                <w:lang w:eastAsia="ko-KR"/>
              </w:rPr>
            </w:pPr>
            <w:r>
              <w:t>DC_41A_n78A</w:t>
            </w:r>
          </w:p>
        </w:tc>
      </w:tr>
      <w:tr w:rsidR="00B45972" w14:paraId="35548BF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7914BA0" w14:textId="77777777" w:rsidR="00B45972" w:rsidRDefault="00B45972" w:rsidP="00AC3FE8">
            <w:pPr>
              <w:pStyle w:val="TAC"/>
            </w:pPr>
            <w:r>
              <w:t>DC_28A-</w:t>
            </w:r>
            <w:r>
              <w:rPr>
                <w:rFonts w:eastAsia="Malgun Gothic"/>
              </w:rPr>
              <w:t>41A_</w:t>
            </w:r>
            <w:r>
              <w:t>n</w:t>
            </w:r>
            <w:r>
              <w:rPr>
                <w:rFonts w:eastAsia="Malgun Gothic"/>
              </w:rPr>
              <w:t>79</w:t>
            </w:r>
            <w:r>
              <w:t>A</w:t>
            </w:r>
            <w:r>
              <w:rPr>
                <w:noProof/>
                <w:vertAlign w:val="superscript"/>
                <w:lang w:eastAsia="zh-CN"/>
              </w:rPr>
              <w:t>5</w:t>
            </w:r>
          </w:p>
          <w:p w14:paraId="5C0F1091" w14:textId="77777777" w:rsidR="00B45972" w:rsidRDefault="00B45972" w:rsidP="00AC3FE8">
            <w:pPr>
              <w:pStyle w:val="TAC"/>
              <w:rPr>
                <w:rFonts w:eastAsia="Malgun Gothic"/>
                <w:lang w:eastAsia="ko-KR"/>
              </w:rPr>
            </w:pPr>
            <w:r>
              <w:rPr>
                <w:lang w:eastAsia="ja-JP"/>
              </w:rPr>
              <w:t>DC_2</w:t>
            </w:r>
            <w:r>
              <w:rPr>
                <w:lang w:eastAsia="zh-CN"/>
              </w:rPr>
              <w:t>8</w:t>
            </w:r>
            <w:r>
              <w:rPr>
                <w:lang w:eastAsia="ja-JP"/>
              </w:rPr>
              <w:t>A-41</w:t>
            </w:r>
            <w:r>
              <w:rPr>
                <w:lang w:eastAsia="zh-CN"/>
              </w:rPr>
              <w:t>C</w:t>
            </w:r>
            <w:r>
              <w:rPr>
                <w:lang w:eastAsia="ja-JP"/>
              </w:rPr>
              <w:t>_n79A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48FB638A" w14:textId="77777777" w:rsidR="00B45972" w:rsidRDefault="00B45972" w:rsidP="00AC3FE8">
            <w:pPr>
              <w:pStyle w:val="TAC"/>
            </w:pPr>
            <w:r>
              <w:t>DC_28A_n79A</w:t>
            </w:r>
          </w:p>
          <w:p w14:paraId="6F268F4E" w14:textId="77777777" w:rsidR="00B45972" w:rsidRDefault="00B45972" w:rsidP="00AC3FE8">
            <w:pPr>
              <w:pStyle w:val="TAC"/>
              <w:rPr>
                <w:rFonts w:eastAsia="Malgun Gothic"/>
                <w:noProof/>
                <w:lang w:eastAsia="ko-KR"/>
              </w:rPr>
            </w:pPr>
            <w:r>
              <w:t>DC_41A_n79A</w:t>
            </w:r>
          </w:p>
        </w:tc>
      </w:tr>
      <w:tr w:rsidR="00B45972" w14:paraId="3691572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7893F8C" w14:textId="77777777" w:rsidR="00B45972" w:rsidRDefault="00B45972" w:rsidP="00AC3FE8">
            <w:pPr>
              <w:pStyle w:val="TAC"/>
            </w:pPr>
            <w:r>
              <w:rPr>
                <w:rFonts w:cs="Arial"/>
                <w:bCs/>
              </w:rPr>
              <w:t>DC_28A_n3A-n77A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37578AAB" w14:textId="77777777" w:rsidR="00B45972" w:rsidRDefault="00B45972" w:rsidP="00AC3FE8">
            <w:pPr>
              <w:pStyle w:val="TAC"/>
              <w:rPr>
                <w:rFonts w:cs="Arial"/>
                <w:bCs/>
              </w:rPr>
            </w:pPr>
            <w:r>
              <w:rPr>
                <w:rFonts w:cs="Arial"/>
                <w:bCs/>
              </w:rPr>
              <w:t>DC_28A_n3A</w:t>
            </w:r>
          </w:p>
          <w:p w14:paraId="346F8D6D" w14:textId="77777777" w:rsidR="00B45972" w:rsidRDefault="00B45972" w:rsidP="00AC3FE8">
            <w:pPr>
              <w:pStyle w:val="TAC"/>
            </w:pPr>
            <w:r>
              <w:rPr>
                <w:rFonts w:cs="Arial"/>
                <w:bCs/>
              </w:rPr>
              <w:t>DC_28A_n77A</w:t>
            </w:r>
          </w:p>
        </w:tc>
      </w:tr>
      <w:tr w:rsidR="00B45972" w14:paraId="78ED576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0C8603D" w14:textId="77777777" w:rsidR="00B45972" w:rsidRDefault="00B45972" w:rsidP="00AC3FE8">
            <w:pPr>
              <w:pStyle w:val="TAC"/>
            </w:pPr>
            <w:r>
              <w:t>DC_28A_n3A-n78A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2220B012" w14:textId="77777777" w:rsidR="00B45972" w:rsidRDefault="00B45972" w:rsidP="00AC3FE8">
            <w:pPr>
              <w:pStyle w:val="TAC"/>
              <w:rPr>
                <w:lang w:eastAsia="fr-FR"/>
              </w:rPr>
            </w:pPr>
            <w:r>
              <w:t>DC_28A_n3A</w:t>
            </w:r>
          </w:p>
          <w:p w14:paraId="5B0F66F3" w14:textId="77777777" w:rsidR="00B45972" w:rsidRDefault="00B45972" w:rsidP="00AC3FE8">
            <w:pPr>
              <w:pStyle w:val="TAC"/>
            </w:pPr>
            <w:r>
              <w:t>DC_28A_n78A</w:t>
            </w:r>
          </w:p>
        </w:tc>
      </w:tr>
      <w:tr w:rsidR="00B45972" w14:paraId="6710666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43EC16A" w14:textId="77777777" w:rsidR="00B45972" w:rsidRDefault="00B45972" w:rsidP="00AC3FE8">
            <w:pPr>
              <w:pStyle w:val="TAC"/>
              <w:rPr>
                <w:lang w:eastAsia="ja-JP"/>
              </w:rPr>
            </w:pPr>
            <w:r>
              <w:rPr>
                <w:lang w:eastAsia="zh-CN"/>
              </w:rPr>
              <w:t>DC_28A_n5A-n78A</w:t>
            </w:r>
          </w:p>
        </w:tc>
        <w:tc>
          <w:tcPr>
            <w:tcW w:w="5862" w:type="dxa"/>
            <w:tcBorders>
              <w:top w:val="single" w:sz="4" w:space="0" w:color="auto"/>
              <w:left w:val="single" w:sz="4" w:space="0" w:color="auto"/>
              <w:bottom w:val="single" w:sz="4" w:space="0" w:color="auto"/>
              <w:right w:val="single" w:sz="4" w:space="0" w:color="auto"/>
            </w:tcBorders>
            <w:hideMark/>
          </w:tcPr>
          <w:p w14:paraId="368EE5F0" w14:textId="77777777" w:rsidR="00B45972" w:rsidRDefault="00B45972" w:rsidP="00AC3FE8">
            <w:pPr>
              <w:pStyle w:val="TAC"/>
              <w:rPr>
                <w:lang w:eastAsia="zh-CN"/>
              </w:rPr>
            </w:pPr>
            <w:r>
              <w:rPr>
                <w:lang w:eastAsia="zh-CN"/>
              </w:rPr>
              <w:t>DC_28A_n5A</w:t>
            </w:r>
          </w:p>
          <w:p w14:paraId="2317E747" w14:textId="77777777" w:rsidR="00B45972" w:rsidRDefault="00B45972" w:rsidP="00AC3FE8">
            <w:pPr>
              <w:pStyle w:val="TAC"/>
              <w:rPr>
                <w:lang w:eastAsia="ja-JP"/>
              </w:rPr>
            </w:pPr>
            <w:r>
              <w:rPr>
                <w:lang w:eastAsia="zh-CN"/>
              </w:rPr>
              <w:t>DC_28A_n78A</w:t>
            </w:r>
          </w:p>
        </w:tc>
      </w:tr>
      <w:tr w:rsidR="00B45972" w14:paraId="2D3C8BC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B34A466" w14:textId="77777777" w:rsidR="00B45972" w:rsidRDefault="00B45972" w:rsidP="00AC3FE8">
            <w:pPr>
              <w:pStyle w:val="TAC"/>
              <w:rPr>
                <w:lang w:eastAsia="zh-CN"/>
              </w:rPr>
            </w:pPr>
            <w:r>
              <w:rPr>
                <w:rFonts w:eastAsia="Malgun Gothic"/>
                <w:szCs w:val="16"/>
                <w:lang w:eastAsia="ko-KR"/>
              </w:rPr>
              <w:t>DC_28A_n7A-n78A</w:t>
            </w:r>
          </w:p>
        </w:tc>
        <w:tc>
          <w:tcPr>
            <w:tcW w:w="5862" w:type="dxa"/>
            <w:tcBorders>
              <w:top w:val="single" w:sz="4" w:space="0" w:color="auto"/>
              <w:left w:val="single" w:sz="4" w:space="0" w:color="auto"/>
              <w:bottom w:val="single" w:sz="4" w:space="0" w:color="auto"/>
              <w:right w:val="single" w:sz="4" w:space="0" w:color="auto"/>
            </w:tcBorders>
            <w:hideMark/>
          </w:tcPr>
          <w:p w14:paraId="2D93E55A" w14:textId="77777777" w:rsidR="00B45972" w:rsidRDefault="00B45972" w:rsidP="00AC3FE8">
            <w:pPr>
              <w:pStyle w:val="TAC"/>
              <w:rPr>
                <w:szCs w:val="16"/>
                <w:lang w:eastAsia="zh-CN"/>
              </w:rPr>
            </w:pPr>
            <w:r>
              <w:rPr>
                <w:szCs w:val="16"/>
                <w:lang w:eastAsia="zh-CN"/>
              </w:rPr>
              <w:t>DC_28A_n7A</w:t>
            </w:r>
          </w:p>
          <w:p w14:paraId="1DD270C2" w14:textId="77777777" w:rsidR="00B45972" w:rsidRDefault="00B45972" w:rsidP="00AC3FE8">
            <w:pPr>
              <w:pStyle w:val="TAC"/>
              <w:rPr>
                <w:lang w:eastAsia="zh-CN"/>
              </w:rPr>
            </w:pPr>
            <w:r>
              <w:rPr>
                <w:szCs w:val="16"/>
                <w:lang w:eastAsia="zh-CN"/>
              </w:rPr>
              <w:t>DC_28A_n78A</w:t>
            </w:r>
          </w:p>
        </w:tc>
      </w:tr>
      <w:tr w:rsidR="00B45972" w14:paraId="110A65A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6CA5DAF" w14:textId="77777777" w:rsidR="00B45972" w:rsidRDefault="00B45972" w:rsidP="00AC3FE8">
            <w:pPr>
              <w:pStyle w:val="TAC"/>
              <w:rPr>
                <w:lang w:eastAsia="zh-CN"/>
              </w:rPr>
            </w:pPr>
            <w:r>
              <w:rPr>
                <w:rFonts w:eastAsia="Malgun Gothic"/>
                <w:szCs w:val="16"/>
                <w:lang w:eastAsia="ko-KR"/>
              </w:rPr>
              <w:t>DC_28A_n7B-n78A</w:t>
            </w:r>
          </w:p>
        </w:tc>
        <w:tc>
          <w:tcPr>
            <w:tcW w:w="5862" w:type="dxa"/>
            <w:tcBorders>
              <w:top w:val="single" w:sz="4" w:space="0" w:color="auto"/>
              <w:left w:val="single" w:sz="4" w:space="0" w:color="auto"/>
              <w:bottom w:val="single" w:sz="4" w:space="0" w:color="auto"/>
              <w:right w:val="single" w:sz="4" w:space="0" w:color="auto"/>
            </w:tcBorders>
            <w:hideMark/>
          </w:tcPr>
          <w:p w14:paraId="1C78ABA3" w14:textId="77777777" w:rsidR="00B45972" w:rsidRDefault="00B45972" w:rsidP="00AC3FE8">
            <w:pPr>
              <w:pStyle w:val="TAC"/>
              <w:rPr>
                <w:szCs w:val="16"/>
                <w:lang w:eastAsia="zh-CN"/>
              </w:rPr>
            </w:pPr>
            <w:r>
              <w:rPr>
                <w:szCs w:val="16"/>
                <w:lang w:eastAsia="zh-CN"/>
              </w:rPr>
              <w:t>DC_28A_n7A</w:t>
            </w:r>
          </w:p>
          <w:p w14:paraId="5C5D545F" w14:textId="77777777" w:rsidR="00B45972" w:rsidRDefault="00B45972" w:rsidP="00AC3FE8">
            <w:pPr>
              <w:pStyle w:val="TAC"/>
              <w:rPr>
                <w:szCs w:val="16"/>
                <w:lang w:eastAsia="zh-CN"/>
              </w:rPr>
            </w:pPr>
            <w:r>
              <w:rPr>
                <w:szCs w:val="16"/>
                <w:lang w:eastAsia="zh-CN"/>
              </w:rPr>
              <w:t>DC_28A_n7B</w:t>
            </w:r>
          </w:p>
          <w:p w14:paraId="037A9748" w14:textId="77777777" w:rsidR="00B45972" w:rsidRDefault="00B45972" w:rsidP="00AC3FE8">
            <w:pPr>
              <w:pStyle w:val="TAC"/>
              <w:rPr>
                <w:lang w:eastAsia="zh-CN"/>
              </w:rPr>
            </w:pPr>
            <w:r>
              <w:rPr>
                <w:szCs w:val="16"/>
                <w:lang w:eastAsia="zh-CN"/>
              </w:rPr>
              <w:t>DC_28A_n78A</w:t>
            </w:r>
          </w:p>
        </w:tc>
      </w:tr>
      <w:tr w:rsidR="00B45972" w14:paraId="4A023B2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6EB3A05" w14:textId="77777777" w:rsidR="00B45972" w:rsidRDefault="00B45972" w:rsidP="00AC3FE8">
            <w:pPr>
              <w:pStyle w:val="TAC"/>
              <w:rPr>
                <w:rFonts w:eastAsia="Malgun Gothic"/>
                <w:lang w:eastAsia="ko-KR"/>
              </w:rPr>
            </w:pPr>
            <w:r>
              <w:rPr>
                <w:lang w:eastAsia="ko-KR"/>
              </w:rPr>
              <w:t>DC_28A_n8A-n78A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191DB70C" w14:textId="77777777" w:rsidR="00B45972" w:rsidRDefault="00B45972" w:rsidP="00AC3FE8">
            <w:pPr>
              <w:pStyle w:val="TAC"/>
              <w:rPr>
                <w:lang w:eastAsia="ko-KR"/>
              </w:rPr>
            </w:pPr>
            <w:r>
              <w:rPr>
                <w:lang w:eastAsia="ko-KR"/>
              </w:rPr>
              <w:t>DC_28A_n8A</w:t>
            </w:r>
          </w:p>
          <w:p w14:paraId="24040A0C" w14:textId="77777777" w:rsidR="00B45972" w:rsidRDefault="00B45972" w:rsidP="00AC3FE8">
            <w:pPr>
              <w:pStyle w:val="TAC"/>
              <w:rPr>
                <w:rFonts w:eastAsia="Malgun Gothic"/>
                <w:noProof/>
                <w:lang w:eastAsia="ko-KR"/>
              </w:rPr>
            </w:pPr>
            <w:r>
              <w:rPr>
                <w:lang w:eastAsia="ko-KR"/>
              </w:rPr>
              <w:t>DC_28A_n78A</w:t>
            </w:r>
          </w:p>
        </w:tc>
      </w:tr>
      <w:tr w:rsidR="00B45972" w14:paraId="5DCB632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2A474B3" w14:textId="77777777" w:rsidR="00B45972" w:rsidRDefault="00B45972" w:rsidP="00AC3FE8">
            <w:pPr>
              <w:pStyle w:val="TAC"/>
              <w:rPr>
                <w:lang w:eastAsia="ko-KR"/>
              </w:rPr>
            </w:pPr>
            <w:r>
              <w:rPr>
                <w:lang w:eastAsia="ko-KR"/>
              </w:rPr>
              <w:t>DC_28A_n40A-n78A</w:t>
            </w:r>
          </w:p>
        </w:tc>
        <w:tc>
          <w:tcPr>
            <w:tcW w:w="5862" w:type="dxa"/>
            <w:tcBorders>
              <w:top w:val="single" w:sz="4" w:space="0" w:color="auto"/>
              <w:left w:val="single" w:sz="4" w:space="0" w:color="auto"/>
              <w:bottom w:val="single" w:sz="4" w:space="0" w:color="auto"/>
              <w:right w:val="single" w:sz="4" w:space="0" w:color="auto"/>
            </w:tcBorders>
            <w:hideMark/>
          </w:tcPr>
          <w:p w14:paraId="0A1DEAF2" w14:textId="77777777" w:rsidR="00B45972" w:rsidRDefault="00B45972" w:rsidP="00AC3FE8">
            <w:pPr>
              <w:pStyle w:val="TAC"/>
              <w:rPr>
                <w:lang w:eastAsia="ko-KR"/>
              </w:rPr>
            </w:pPr>
            <w:r>
              <w:rPr>
                <w:lang w:eastAsia="ko-KR"/>
              </w:rPr>
              <w:t>DC_28A_n40A</w:t>
            </w:r>
          </w:p>
          <w:p w14:paraId="38CAF951" w14:textId="77777777" w:rsidR="00B45972" w:rsidRDefault="00B45972" w:rsidP="00AC3FE8">
            <w:pPr>
              <w:pStyle w:val="TAC"/>
              <w:rPr>
                <w:lang w:eastAsia="ko-KR"/>
              </w:rPr>
            </w:pPr>
            <w:r>
              <w:rPr>
                <w:lang w:eastAsia="ko-KR"/>
              </w:rPr>
              <w:t>DC_28A_n78A</w:t>
            </w:r>
          </w:p>
        </w:tc>
      </w:tr>
      <w:tr w:rsidR="00B45972" w14:paraId="6825E2D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EA6C67F" w14:textId="77777777" w:rsidR="00B45972" w:rsidRDefault="00B45972" w:rsidP="00AC3FE8">
            <w:pPr>
              <w:pStyle w:val="TAC"/>
              <w:rPr>
                <w:lang w:eastAsia="ja-JP"/>
              </w:rPr>
            </w:pPr>
            <w:r>
              <w:rPr>
                <w:lang w:eastAsia="ja-JP"/>
              </w:rPr>
              <w:t>DC_2</w:t>
            </w:r>
            <w:r>
              <w:rPr>
                <w:lang w:eastAsia="zh-CN"/>
              </w:rPr>
              <w:t>8</w:t>
            </w:r>
            <w:r>
              <w:rPr>
                <w:lang w:eastAsia="ja-JP"/>
              </w:rPr>
              <w:t>A-42</w:t>
            </w:r>
            <w:r>
              <w:rPr>
                <w:lang w:eastAsia="zh-CN"/>
              </w:rPr>
              <w:t>A</w:t>
            </w:r>
            <w:r>
              <w:rPr>
                <w:lang w:eastAsia="ja-JP"/>
              </w:rPr>
              <w:t>_n7</w:t>
            </w:r>
            <w:r>
              <w:rPr>
                <w:lang w:eastAsia="zh-CN"/>
              </w:rPr>
              <w:t>7</w:t>
            </w:r>
            <w:r>
              <w:rPr>
                <w:lang w:eastAsia="ja-JP"/>
              </w:rPr>
              <w:t>A</w:t>
            </w:r>
            <w:r>
              <w:rPr>
                <w:noProof/>
                <w:vertAlign w:val="superscript"/>
                <w:lang w:eastAsia="zh-CN"/>
              </w:rPr>
              <w:t>10,11</w:t>
            </w:r>
          </w:p>
          <w:p w14:paraId="3F19EA5A" w14:textId="77777777" w:rsidR="00B45972" w:rsidRDefault="00B45972" w:rsidP="00AC3FE8">
            <w:pPr>
              <w:pStyle w:val="TAC"/>
              <w:rPr>
                <w:lang w:eastAsia="ja-JP"/>
              </w:rPr>
            </w:pPr>
            <w:r>
              <w:rPr>
                <w:lang w:eastAsia="ja-JP"/>
              </w:rPr>
              <w:t>DC_2</w:t>
            </w:r>
            <w:r>
              <w:rPr>
                <w:lang w:eastAsia="zh-CN"/>
              </w:rPr>
              <w:t>8</w:t>
            </w:r>
            <w:r>
              <w:rPr>
                <w:lang w:eastAsia="ja-JP"/>
              </w:rPr>
              <w:t>A-42</w:t>
            </w:r>
            <w:r>
              <w:rPr>
                <w:lang w:eastAsia="zh-CN"/>
              </w:rPr>
              <w:t>A</w:t>
            </w:r>
            <w:r>
              <w:rPr>
                <w:lang w:eastAsia="ja-JP"/>
              </w:rPr>
              <w:t>_n7</w:t>
            </w:r>
            <w:r>
              <w:rPr>
                <w:lang w:eastAsia="zh-CN"/>
              </w:rPr>
              <w:t>7</w:t>
            </w:r>
            <w:r>
              <w:rPr>
                <w:lang w:eastAsia="ja-JP"/>
              </w:rPr>
              <w:t>C</w:t>
            </w:r>
            <w:r>
              <w:rPr>
                <w:noProof/>
                <w:vertAlign w:val="superscript"/>
                <w:lang w:eastAsia="zh-CN"/>
              </w:rPr>
              <w:t>10,11</w:t>
            </w:r>
          </w:p>
          <w:p w14:paraId="60404DF8" w14:textId="77777777" w:rsidR="00B45972" w:rsidRDefault="00B45972" w:rsidP="00AC3FE8">
            <w:pPr>
              <w:pStyle w:val="TAC"/>
              <w:rPr>
                <w:noProof/>
                <w:lang w:eastAsia="zh-CN"/>
              </w:rPr>
            </w:pPr>
            <w:r>
              <w:rPr>
                <w:lang w:eastAsia="ja-JP"/>
              </w:rPr>
              <w:t>DC_28A-42C_n77A</w:t>
            </w:r>
            <w:r>
              <w:rPr>
                <w:noProof/>
                <w:vertAlign w:val="superscript"/>
                <w:lang w:eastAsia="zh-CN"/>
              </w:rPr>
              <w:t>10,11</w:t>
            </w:r>
          </w:p>
        </w:tc>
        <w:tc>
          <w:tcPr>
            <w:tcW w:w="5862" w:type="dxa"/>
            <w:tcBorders>
              <w:top w:val="single" w:sz="4" w:space="0" w:color="auto"/>
              <w:left w:val="single" w:sz="4" w:space="0" w:color="auto"/>
              <w:bottom w:val="single" w:sz="4" w:space="0" w:color="auto"/>
              <w:right w:val="single" w:sz="4" w:space="0" w:color="auto"/>
            </w:tcBorders>
            <w:hideMark/>
          </w:tcPr>
          <w:p w14:paraId="1DFC03AE" w14:textId="77777777" w:rsidR="00B45972" w:rsidRDefault="00B45972" w:rsidP="00AC3FE8">
            <w:pPr>
              <w:pStyle w:val="TAC"/>
              <w:rPr>
                <w:noProof/>
                <w:lang w:eastAsia="zh-CN"/>
              </w:rPr>
            </w:pPr>
            <w:r>
              <w:rPr>
                <w:lang w:eastAsia="ja-JP"/>
              </w:rPr>
              <w:t>DC_2</w:t>
            </w:r>
            <w:r>
              <w:rPr>
                <w:lang w:eastAsia="zh-CN"/>
              </w:rPr>
              <w:t>8</w:t>
            </w:r>
            <w:r>
              <w:rPr>
                <w:lang w:eastAsia="ja-JP"/>
              </w:rPr>
              <w:t>A_n7</w:t>
            </w:r>
            <w:r>
              <w:rPr>
                <w:lang w:eastAsia="zh-CN"/>
              </w:rPr>
              <w:t>7</w:t>
            </w:r>
            <w:r>
              <w:rPr>
                <w:lang w:eastAsia="ja-JP"/>
              </w:rPr>
              <w:t>A</w:t>
            </w:r>
          </w:p>
        </w:tc>
      </w:tr>
      <w:tr w:rsidR="00B45972" w14:paraId="7867797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07CD1B0" w14:textId="77777777" w:rsidR="00B45972" w:rsidRDefault="00B45972" w:rsidP="00AC3FE8">
            <w:pPr>
              <w:pStyle w:val="TAC"/>
              <w:rPr>
                <w:lang w:eastAsia="ja-JP"/>
              </w:rPr>
            </w:pPr>
            <w:r>
              <w:rPr>
                <w:lang w:eastAsia="ja-JP"/>
              </w:rPr>
              <w:t>DC_2</w:t>
            </w:r>
            <w:r>
              <w:rPr>
                <w:lang w:eastAsia="zh-CN"/>
              </w:rPr>
              <w:t>8</w:t>
            </w:r>
            <w:r>
              <w:rPr>
                <w:lang w:eastAsia="ja-JP"/>
              </w:rPr>
              <w:t>A-42</w:t>
            </w:r>
            <w:r>
              <w:rPr>
                <w:lang w:eastAsia="zh-CN"/>
              </w:rPr>
              <w:t>A</w:t>
            </w:r>
            <w:r>
              <w:rPr>
                <w:lang w:eastAsia="ja-JP"/>
              </w:rPr>
              <w:t>_n7</w:t>
            </w:r>
            <w:r>
              <w:rPr>
                <w:lang w:eastAsia="zh-CN"/>
              </w:rPr>
              <w:t>8</w:t>
            </w:r>
            <w:r>
              <w:rPr>
                <w:lang w:eastAsia="ja-JP"/>
              </w:rPr>
              <w:t>A</w:t>
            </w:r>
            <w:r>
              <w:rPr>
                <w:noProof/>
                <w:vertAlign w:val="superscript"/>
                <w:lang w:eastAsia="zh-CN"/>
              </w:rPr>
              <w:t>10,11</w:t>
            </w:r>
          </w:p>
          <w:p w14:paraId="1F851685" w14:textId="77777777" w:rsidR="00B45972" w:rsidRDefault="00B45972" w:rsidP="00AC3FE8">
            <w:pPr>
              <w:pStyle w:val="TAC"/>
              <w:rPr>
                <w:lang w:eastAsia="ja-JP"/>
              </w:rPr>
            </w:pPr>
            <w:r>
              <w:rPr>
                <w:lang w:eastAsia="ja-JP"/>
              </w:rPr>
              <w:t>DC_2</w:t>
            </w:r>
            <w:r>
              <w:rPr>
                <w:lang w:eastAsia="zh-CN"/>
              </w:rPr>
              <w:t>8</w:t>
            </w:r>
            <w:r>
              <w:rPr>
                <w:lang w:eastAsia="ja-JP"/>
              </w:rPr>
              <w:t>A-42</w:t>
            </w:r>
            <w:r>
              <w:rPr>
                <w:lang w:eastAsia="zh-CN"/>
              </w:rPr>
              <w:t>A</w:t>
            </w:r>
            <w:r>
              <w:rPr>
                <w:lang w:eastAsia="ja-JP"/>
              </w:rPr>
              <w:t>_n78C</w:t>
            </w:r>
            <w:r>
              <w:rPr>
                <w:noProof/>
                <w:vertAlign w:val="superscript"/>
                <w:lang w:eastAsia="zh-CN"/>
              </w:rPr>
              <w:t>10,11</w:t>
            </w:r>
          </w:p>
          <w:p w14:paraId="4FBDAE07" w14:textId="77777777" w:rsidR="00B45972" w:rsidRDefault="00B45972" w:rsidP="00AC3FE8">
            <w:pPr>
              <w:pStyle w:val="TAC"/>
              <w:rPr>
                <w:noProof/>
                <w:lang w:eastAsia="zh-CN"/>
              </w:rPr>
            </w:pPr>
            <w:r>
              <w:rPr>
                <w:lang w:eastAsia="ja-JP"/>
              </w:rPr>
              <w:t>DC_28A-42C_n78A</w:t>
            </w:r>
            <w:r>
              <w:rPr>
                <w:noProof/>
                <w:vertAlign w:val="superscript"/>
                <w:lang w:eastAsia="zh-CN"/>
              </w:rPr>
              <w:t>10,11</w:t>
            </w:r>
          </w:p>
        </w:tc>
        <w:tc>
          <w:tcPr>
            <w:tcW w:w="5862" w:type="dxa"/>
            <w:tcBorders>
              <w:top w:val="single" w:sz="4" w:space="0" w:color="auto"/>
              <w:left w:val="single" w:sz="4" w:space="0" w:color="auto"/>
              <w:bottom w:val="single" w:sz="4" w:space="0" w:color="auto"/>
              <w:right w:val="single" w:sz="4" w:space="0" w:color="auto"/>
            </w:tcBorders>
            <w:hideMark/>
          </w:tcPr>
          <w:p w14:paraId="3ACA27D9" w14:textId="77777777" w:rsidR="00B45972" w:rsidRDefault="00B45972" w:rsidP="00AC3FE8">
            <w:pPr>
              <w:pStyle w:val="TAC"/>
              <w:rPr>
                <w:noProof/>
                <w:lang w:eastAsia="zh-CN"/>
              </w:rPr>
            </w:pPr>
            <w:r>
              <w:rPr>
                <w:lang w:eastAsia="ja-JP"/>
              </w:rPr>
              <w:t>DC_2</w:t>
            </w:r>
            <w:r>
              <w:rPr>
                <w:lang w:eastAsia="zh-CN"/>
              </w:rPr>
              <w:t>8</w:t>
            </w:r>
            <w:r>
              <w:rPr>
                <w:lang w:eastAsia="ja-JP"/>
              </w:rPr>
              <w:t>A_n7</w:t>
            </w:r>
            <w:r>
              <w:rPr>
                <w:lang w:eastAsia="zh-CN"/>
              </w:rPr>
              <w:t>8</w:t>
            </w:r>
            <w:r>
              <w:rPr>
                <w:lang w:eastAsia="ja-JP"/>
              </w:rPr>
              <w:t>A</w:t>
            </w:r>
          </w:p>
        </w:tc>
      </w:tr>
      <w:tr w:rsidR="00B45972" w14:paraId="0D88E5D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4AC7917" w14:textId="77777777" w:rsidR="00B45972" w:rsidRDefault="00B45972" w:rsidP="00AC3FE8">
            <w:pPr>
              <w:pStyle w:val="TAC"/>
              <w:rPr>
                <w:rFonts w:cs="Malgun Gothic"/>
                <w:lang w:eastAsia="ja-JP"/>
              </w:rPr>
            </w:pPr>
            <w:r>
              <w:rPr>
                <w:rFonts w:cs="Malgun Gothic"/>
                <w:lang w:eastAsia="ja-JP"/>
              </w:rPr>
              <w:t>DC_2</w:t>
            </w:r>
            <w:r>
              <w:rPr>
                <w:rFonts w:cs="Malgun Gothic"/>
                <w:lang w:eastAsia="zh-CN"/>
              </w:rPr>
              <w:t>8</w:t>
            </w:r>
            <w:r>
              <w:rPr>
                <w:rFonts w:cs="Malgun Gothic"/>
                <w:lang w:eastAsia="ja-JP"/>
              </w:rPr>
              <w:t>A-42</w:t>
            </w:r>
            <w:r>
              <w:rPr>
                <w:rFonts w:cs="Malgun Gothic"/>
                <w:lang w:eastAsia="zh-CN"/>
              </w:rPr>
              <w:t>A</w:t>
            </w:r>
            <w:r>
              <w:rPr>
                <w:rFonts w:cs="Malgun Gothic"/>
                <w:lang w:eastAsia="ja-JP"/>
              </w:rPr>
              <w:t>_n79A</w:t>
            </w:r>
          </w:p>
          <w:p w14:paraId="57AE48B0" w14:textId="77777777" w:rsidR="00B45972" w:rsidRDefault="00B45972" w:rsidP="00AC3FE8">
            <w:pPr>
              <w:pStyle w:val="TAC"/>
              <w:rPr>
                <w:rFonts w:cs="Malgun Gothic"/>
                <w:lang w:eastAsia="ja-JP"/>
              </w:rPr>
            </w:pPr>
            <w:r>
              <w:rPr>
                <w:rFonts w:cs="Malgun Gothic"/>
                <w:lang w:eastAsia="ja-JP"/>
              </w:rPr>
              <w:t>DC_2</w:t>
            </w:r>
            <w:r>
              <w:rPr>
                <w:rFonts w:cs="Malgun Gothic"/>
                <w:lang w:eastAsia="zh-CN"/>
              </w:rPr>
              <w:t>8</w:t>
            </w:r>
            <w:r>
              <w:rPr>
                <w:rFonts w:cs="Malgun Gothic"/>
                <w:lang w:eastAsia="ja-JP"/>
              </w:rPr>
              <w:t>A-42</w:t>
            </w:r>
            <w:r>
              <w:rPr>
                <w:rFonts w:cs="Malgun Gothic"/>
                <w:lang w:eastAsia="zh-CN"/>
              </w:rPr>
              <w:t>A</w:t>
            </w:r>
            <w:r>
              <w:rPr>
                <w:rFonts w:cs="Malgun Gothic"/>
                <w:lang w:eastAsia="ja-JP"/>
              </w:rPr>
              <w:t>_n79C</w:t>
            </w:r>
          </w:p>
          <w:p w14:paraId="54275FE7" w14:textId="77777777" w:rsidR="00B45972" w:rsidRDefault="00B45972" w:rsidP="00AC3FE8">
            <w:pPr>
              <w:pStyle w:val="TAC"/>
              <w:rPr>
                <w:lang w:eastAsia="ja-JP"/>
              </w:rPr>
            </w:pPr>
            <w:r>
              <w:rPr>
                <w:lang w:eastAsia="ja-JP"/>
              </w:rPr>
              <w:t>DC_28A-42C_n79A</w:t>
            </w:r>
          </w:p>
        </w:tc>
        <w:tc>
          <w:tcPr>
            <w:tcW w:w="5862" w:type="dxa"/>
            <w:tcBorders>
              <w:top w:val="single" w:sz="4" w:space="0" w:color="auto"/>
              <w:left w:val="single" w:sz="4" w:space="0" w:color="auto"/>
              <w:bottom w:val="single" w:sz="4" w:space="0" w:color="auto"/>
              <w:right w:val="single" w:sz="4" w:space="0" w:color="auto"/>
            </w:tcBorders>
            <w:hideMark/>
          </w:tcPr>
          <w:p w14:paraId="05970434" w14:textId="77777777" w:rsidR="00B45972" w:rsidRDefault="00B45972" w:rsidP="00AC3FE8">
            <w:pPr>
              <w:pStyle w:val="TAC"/>
              <w:rPr>
                <w:rFonts w:cs="Malgun Gothic"/>
                <w:lang w:eastAsia="ja-JP"/>
              </w:rPr>
            </w:pPr>
            <w:r>
              <w:rPr>
                <w:rFonts w:cs="Malgun Gothic"/>
                <w:lang w:eastAsia="ja-JP"/>
              </w:rPr>
              <w:t>DC_2</w:t>
            </w:r>
            <w:r>
              <w:rPr>
                <w:rFonts w:cs="Malgun Gothic"/>
                <w:lang w:eastAsia="zh-CN"/>
              </w:rPr>
              <w:t>8</w:t>
            </w:r>
            <w:r>
              <w:rPr>
                <w:rFonts w:cs="Malgun Gothic"/>
                <w:lang w:eastAsia="ja-JP"/>
              </w:rPr>
              <w:t>A_n79A</w:t>
            </w:r>
          </w:p>
        </w:tc>
      </w:tr>
      <w:tr w:rsidR="00B45972" w14:paraId="3E7980D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7E6C76B" w14:textId="77777777" w:rsidR="00B45972" w:rsidRDefault="00B45972" w:rsidP="00AC3FE8">
            <w:pPr>
              <w:pStyle w:val="TAC"/>
              <w:rPr>
                <w:lang w:eastAsia="ja-JP"/>
              </w:rPr>
            </w:pPr>
            <w:r>
              <w:t>DC_28A_SUL_n78A-n83A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4B7D2AF0" w14:textId="77777777" w:rsidR="00B45972" w:rsidRDefault="00B45972" w:rsidP="00AC3FE8">
            <w:pPr>
              <w:pStyle w:val="TAC"/>
            </w:pPr>
            <w:r>
              <w:t>DC_28A_n78A</w:t>
            </w:r>
          </w:p>
          <w:p w14:paraId="1BE51594" w14:textId="77777777" w:rsidR="00B45972" w:rsidRDefault="00B45972" w:rsidP="00AC3FE8">
            <w:pPr>
              <w:pStyle w:val="TAC"/>
              <w:rPr>
                <w:lang w:eastAsia="zh-CN"/>
              </w:rPr>
            </w:pPr>
            <w:r>
              <w:rPr>
                <w:lang w:eastAsia="zh-CN"/>
              </w:rPr>
              <w:t>DC_28A_n83A_ULSUP-TDM_n78A</w:t>
            </w:r>
          </w:p>
        </w:tc>
      </w:tr>
      <w:tr w:rsidR="00B45972" w14:paraId="7EBD42F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564FB8A7" w14:textId="77777777" w:rsidR="00B45972" w:rsidRDefault="00B45972" w:rsidP="00AC3FE8">
            <w:pPr>
              <w:pStyle w:val="TAC"/>
            </w:pPr>
            <w:r>
              <w:rPr>
                <w:lang w:eastAsia="fr-FR"/>
              </w:rPr>
              <w:lastRenderedPageBreak/>
              <w:t>DC_29A-30A_n2A</w:t>
            </w:r>
          </w:p>
        </w:tc>
        <w:tc>
          <w:tcPr>
            <w:tcW w:w="5862" w:type="dxa"/>
            <w:tcBorders>
              <w:top w:val="single" w:sz="4" w:space="0" w:color="auto"/>
              <w:left w:val="single" w:sz="4" w:space="0" w:color="auto"/>
              <w:bottom w:val="single" w:sz="4" w:space="0" w:color="auto"/>
              <w:right w:val="single" w:sz="4" w:space="0" w:color="auto"/>
            </w:tcBorders>
            <w:vAlign w:val="center"/>
            <w:hideMark/>
          </w:tcPr>
          <w:p w14:paraId="4B6BB9A1" w14:textId="77777777" w:rsidR="00B45972" w:rsidRDefault="00B45972" w:rsidP="00AC3FE8">
            <w:pPr>
              <w:pStyle w:val="TAC"/>
            </w:pPr>
            <w:r>
              <w:t>DC_30A_n2A</w:t>
            </w:r>
          </w:p>
        </w:tc>
      </w:tr>
      <w:tr w:rsidR="00B45972" w14:paraId="6F2EDD5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3DBE994E" w14:textId="77777777" w:rsidR="00B45972" w:rsidRDefault="00B45972" w:rsidP="00AC3FE8">
            <w:pPr>
              <w:pStyle w:val="TAC"/>
            </w:pPr>
            <w:r>
              <w:rPr>
                <w:lang w:eastAsia="fr-FR"/>
              </w:rPr>
              <w:t>DC_29A-30A_n66A</w:t>
            </w:r>
          </w:p>
        </w:tc>
        <w:tc>
          <w:tcPr>
            <w:tcW w:w="5862" w:type="dxa"/>
            <w:tcBorders>
              <w:top w:val="single" w:sz="4" w:space="0" w:color="auto"/>
              <w:left w:val="single" w:sz="4" w:space="0" w:color="auto"/>
              <w:bottom w:val="single" w:sz="4" w:space="0" w:color="auto"/>
              <w:right w:val="single" w:sz="4" w:space="0" w:color="auto"/>
            </w:tcBorders>
            <w:vAlign w:val="center"/>
            <w:hideMark/>
          </w:tcPr>
          <w:p w14:paraId="540C192E" w14:textId="77777777" w:rsidR="00B45972" w:rsidRDefault="00B45972" w:rsidP="00AC3FE8">
            <w:pPr>
              <w:pStyle w:val="TAC"/>
            </w:pPr>
            <w:r>
              <w:t>DC_30A_n66A</w:t>
            </w:r>
          </w:p>
        </w:tc>
      </w:tr>
      <w:tr w:rsidR="00B45972" w14:paraId="40A46FD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3EF28F3" w14:textId="77777777" w:rsidR="00B45972" w:rsidRDefault="00B45972" w:rsidP="00AC3FE8">
            <w:pPr>
              <w:pStyle w:val="TAC"/>
              <w:rPr>
                <w:lang w:eastAsia="fr-FR"/>
              </w:rPr>
            </w:pPr>
            <w:r>
              <w:rPr>
                <w:lang w:eastAsia="ja-JP"/>
              </w:rPr>
              <w:t>DC_29A-66A_n2A</w:t>
            </w:r>
          </w:p>
        </w:tc>
        <w:tc>
          <w:tcPr>
            <w:tcW w:w="5862" w:type="dxa"/>
            <w:tcBorders>
              <w:top w:val="single" w:sz="4" w:space="0" w:color="auto"/>
              <w:left w:val="single" w:sz="4" w:space="0" w:color="auto"/>
              <w:bottom w:val="single" w:sz="4" w:space="0" w:color="auto"/>
              <w:right w:val="single" w:sz="4" w:space="0" w:color="auto"/>
            </w:tcBorders>
            <w:hideMark/>
          </w:tcPr>
          <w:p w14:paraId="3902EF55" w14:textId="77777777" w:rsidR="00B45972" w:rsidRDefault="00B45972" w:rsidP="00AC3FE8">
            <w:pPr>
              <w:pStyle w:val="TAC"/>
            </w:pPr>
            <w:r>
              <w:rPr>
                <w:lang w:eastAsia="ja-JP"/>
              </w:rPr>
              <w:t>DC_66A_n2A</w:t>
            </w:r>
          </w:p>
        </w:tc>
      </w:tr>
      <w:tr w:rsidR="00B45972" w14:paraId="5D14BCE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F643EE8" w14:textId="77777777" w:rsidR="00B45972" w:rsidRDefault="00B45972" w:rsidP="00AC3FE8">
            <w:pPr>
              <w:pStyle w:val="TAC"/>
            </w:pPr>
            <w:r>
              <w:rPr>
                <w:lang w:eastAsia="ja-JP"/>
              </w:rPr>
              <w:t>DC_29A-66A-66A_n2A</w:t>
            </w:r>
          </w:p>
        </w:tc>
        <w:tc>
          <w:tcPr>
            <w:tcW w:w="5862" w:type="dxa"/>
            <w:tcBorders>
              <w:top w:val="single" w:sz="4" w:space="0" w:color="auto"/>
              <w:left w:val="single" w:sz="4" w:space="0" w:color="auto"/>
              <w:bottom w:val="single" w:sz="4" w:space="0" w:color="auto"/>
              <w:right w:val="single" w:sz="4" w:space="0" w:color="auto"/>
            </w:tcBorders>
            <w:hideMark/>
          </w:tcPr>
          <w:p w14:paraId="43CE5161" w14:textId="77777777" w:rsidR="00B45972" w:rsidRDefault="00B45972" w:rsidP="00AC3FE8">
            <w:pPr>
              <w:pStyle w:val="TAC"/>
            </w:pPr>
            <w:r>
              <w:rPr>
                <w:lang w:eastAsia="ja-JP"/>
              </w:rPr>
              <w:t>DC_66A_n2A</w:t>
            </w:r>
          </w:p>
        </w:tc>
      </w:tr>
      <w:tr w:rsidR="00B45972" w14:paraId="49B5BC6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F9F820B" w14:textId="77777777" w:rsidR="00B45972" w:rsidRDefault="00B45972" w:rsidP="00AC3FE8">
            <w:pPr>
              <w:pStyle w:val="TAC"/>
              <w:rPr>
                <w:lang w:eastAsia="ja-JP"/>
              </w:rPr>
            </w:pPr>
            <w:r>
              <w:rPr>
                <w:lang w:eastAsia="ja-JP"/>
              </w:rPr>
              <w:t>DC_30A-66A_n2A</w:t>
            </w:r>
          </w:p>
        </w:tc>
        <w:tc>
          <w:tcPr>
            <w:tcW w:w="5862" w:type="dxa"/>
            <w:tcBorders>
              <w:top w:val="single" w:sz="4" w:space="0" w:color="auto"/>
              <w:left w:val="single" w:sz="4" w:space="0" w:color="auto"/>
              <w:bottom w:val="single" w:sz="4" w:space="0" w:color="auto"/>
              <w:right w:val="single" w:sz="4" w:space="0" w:color="auto"/>
            </w:tcBorders>
            <w:hideMark/>
          </w:tcPr>
          <w:p w14:paraId="254CCC92" w14:textId="77777777" w:rsidR="00B45972" w:rsidRDefault="00B45972" w:rsidP="00AC3FE8">
            <w:pPr>
              <w:pStyle w:val="TAC"/>
              <w:rPr>
                <w:lang w:eastAsia="fi-FI"/>
              </w:rPr>
            </w:pPr>
            <w:r>
              <w:rPr>
                <w:lang w:eastAsia="fi-FI"/>
              </w:rPr>
              <w:t>DC_30A_n2A</w:t>
            </w:r>
          </w:p>
          <w:p w14:paraId="0E50B829" w14:textId="77777777" w:rsidR="00B45972" w:rsidRDefault="00B45972" w:rsidP="00AC3FE8">
            <w:pPr>
              <w:pStyle w:val="TAC"/>
            </w:pPr>
            <w:r>
              <w:rPr>
                <w:lang w:eastAsia="fi-FI"/>
              </w:rPr>
              <w:t>DC_66A_n2A</w:t>
            </w:r>
          </w:p>
        </w:tc>
      </w:tr>
      <w:tr w:rsidR="00B45972" w14:paraId="3626F7A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C0AC95C" w14:textId="77777777" w:rsidR="00B45972" w:rsidRDefault="00B45972" w:rsidP="00AC3FE8">
            <w:pPr>
              <w:pStyle w:val="TAC"/>
              <w:rPr>
                <w:lang w:eastAsia="ja-JP"/>
              </w:rPr>
            </w:pPr>
            <w:r>
              <w:rPr>
                <w:lang w:eastAsia="ja-JP"/>
              </w:rPr>
              <w:t>DC_30A-66A-66A_n2A</w:t>
            </w:r>
          </w:p>
        </w:tc>
        <w:tc>
          <w:tcPr>
            <w:tcW w:w="5862" w:type="dxa"/>
            <w:tcBorders>
              <w:top w:val="single" w:sz="4" w:space="0" w:color="auto"/>
              <w:left w:val="single" w:sz="4" w:space="0" w:color="auto"/>
              <w:bottom w:val="single" w:sz="4" w:space="0" w:color="auto"/>
              <w:right w:val="single" w:sz="4" w:space="0" w:color="auto"/>
            </w:tcBorders>
            <w:hideMark/>
          </w:tcPr>
          <w:p w14:paraId="24DBC2DD" w14:textId="77777777" w:rsidR="00B45972" w:rsidRDefault="00B45972" w:rsidP="00AC3FE8">
            <w:pPr>
              <w:pStyle w:val="TAC"/>
              <w:rPr>
                <w:lang w:eastAsia="fi-FI"/>
              </w:rPr>
            </w:pPr>
            <w:r>
              <w:rPr>
                <w:lang w:eastAsia="fi-FI"/>
              </w:rPr>
              <w:t>DC_30A_n2A</w:t>
            </w:r>
          </w:p>
          <w:p w14:paraId="1DCF561A" w14:textId="77777777" w:rsidR="00B45972" w:rsidRDefault="00B45972" w:rsidP="00AC3FE8">
            <w:pPr>
              <w:pStyle w:val="TAC"/>
              <w:rPr>
                <w:lang w:eastAsia="fi-FI"/>
              </w:rPr>
            </w:pPr>
            <w:r>
              <w:rPr>
                <w:lang w:eastAsia="fi-FI"/>
              </w:rPr>
              <w:t>DC_66A_n2A</w:t>
            </w:r>
          </w:p>
        </w:tc>
      </w:tr>
      <w:tr w:rsidR="00B45972" w14:paraId="3A925D9F"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FF814E5" w14:textId="77777777" w:rsidR="00B45972" w:rsidRDefault="00B45972" w:rsidP="00AC3FE8">
            <w:pPr>
              <w:pStyle w:val="TAC"/>
            </w:pPr>
            <w:r>
              <w:rPr>
                <w:lang w:eastAsia="fi-FI"/>
              </w:rPr>
              <w:t>DC_30A-66A_n5A</w:t>
            </w:r>
          </w:p>
        </w:tc>
        <w:tc>
          <w:tcPr>
            <w:tcW w:w="5862" w:type="dxa"/>
            <w:tcBorders>
              <w:top w:val="single" w:sz="4" w:space="0" w:color="auto"/>
              <w:left w:val="single" w:sz="4" w:space="0" w:color="auto"/>
              <w:bottom w:val="single" w:sz="4" w:space="0" w:color="auto"/>
              <w:right w:val="single" w:sz="4" w:space="0" w:color="auto"/>
            </w:tcBorders>
            <w:hideMark/>
          </w:tcPr>
          <w:p w14:paraId="3B464A64" w14:textId="77777777" w:rsidR="00B45972" w:rsidRDefault="00B45972" w:rsidP="00AC3FE8">
            <w:pPr>
              <w:pStyle w:val="TAC"/>
              <w:rPr>
                <w:lang w:eastAsia="fi-FI"/>
              </w:rPr>
            </w:pPr>
            <w:r>
              <w:rPr>
                <w:lang w:eastAsia="fi-FI"/>
              </w:rPr>
              <w:t>DC_30A_n5A</w:t>
            </w:r>
          </w:p>
          <w:p w14:paraId="12A0B6D2" w14:textId="77777777" w:rsidR="00B45972" w:rsidRDefault="00B45972" w:rsidP="00AC3FE8">
            <w:pPr>
              <w:pStyle w:val="TAC"/>
            </w:pPr>
            <w:r>
              <w:rPr>
                <w:lang w:eastAsia="fi-FI"/>
              </w:rPr>
              <w:t>DC_66A_n5A</w:t>
            </w:r>
          </w:p>
        </w:tc>
      </w:tr>
      <w:tr w:rsidR="00B45972" w14:paraId="5E0971A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1C1E739B" w14:textId="77777777" w:rsidR="00B45972" w:rsidRDefault="00B45972" w:rsidP="00AC3FE8">
            <w:pPr>
              <w:pStyle w:val="TAC"/>
              <w:rPr>
                <w:lang w:eastAsia="fr-FR"/>
              </w:rPr>
            </w:pPr>
            <w:r>
              <w:rPr>
                <w:lang w:eastAsia="fi-FI"/>
              </w:rPr>
              <w:t>DC_30A-66A-66A_n5A</w:t>
            </w:r>
          </w:p>
          <w:p w14:paraId="5745C8CA" w14:textId="77777777" w:rsidR="00B45972" w:rsidRDefault="00B45972" w:rsidP="00AC3FE8">
            <w:pPr>
              <w:pStyle w:val="TAC"/>
              <w:rPr>
                <w:lang w:eastAsia="fi-FI"/>
              </w:rPr>
            </w:pPr>
            <w:r>
              <w:rPr>
                <w:lang w:eastAsia="fi-FI"/>
              </w:rPr>
              <w:t>DC_30A-66A-66A-66A_n5A</w:t>
            </w:r>
          </w:p>
        </w:tc>
        <w:tc>
          <w:tcPr>
            <w:tcW w:w="5862" w:type="dxa"/>
            <w:tcBorders>
              <w:top w:val="single" w:sz="4" w:space="0" w:color="auto"/>
              <w:left w:val="single" w:sz="4" w:space="0" w:color="auto"/>
              <w:bottom w:val="single" w:sz="4" w:space="0" w:color="auto"/>
              <w:right w:val="single" w:sz="4" w:space="0" w:color="auto"/>
            </w:tcBorders>
            <w:hideMark/>
          </w:tcPr>
          <w:p w14:paraId="2B34D22A" w14:textId="77777777" w:rsidR="00B45972" w:rsidRDefault="00B45972" w:rsidP="00AC3FE8">
            <w:pPr>
              <w:pStyle w:val="TAC"/>
              <w:rPr>
                <w:lang w:eastAsia="fi-FI"/>
              </w:rPr>
            </w:pPr>
            <w:r>
              <w:rPr>
                <w:lang w:eastAsia="fi-FI"/>
              </w:rPr>
              <w:t>DC_30A_n5A</w:t>
            </w:r>
          </w:p>
          <w:p w14:paraId="246F5480" w14:textId="77777777" w:rsidR="00B45972" w:rsidRDefault="00B45972" w:rsidP="00AC3FE8">
            <w:pPr>
              <w:pStyle w:val="TAC"/>
              <w:rPr>
                <w:lang w:eastAsia="fi-FI"/>
              </w:rPr>
            </w:pPr>
            <w:r>
              <w:rPr>
                <w:lang w:eastAsia="fi-FI"/>
              </w:rPr>
              <w:t>DC_66A_n5A</w:t>
            </w:r>
          </w:p>
        </w:tc>
      </w:tr>
      <w:tr w:rsidR="00B45972" w14:paraId="644B635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2B5A6552" w14:textId="77777777" w:rsidR="00B45972" w:rsidRDefault="00B45972" w:rsidP="00AC3FE8">
            <w:pPr>
              <w:pStyle w:val="TAC"/>
              <w:rPr>
                <w:lang w:eastAsia="fi-FI"/>
              </w:rPr>
            </w:pPr>
            <w:r>
              <w:rPr>
                <w:lang w:eastAsia="fr-FR"/>
              </w:rPr>
              <w:t>DC_30A-66A_n66A</w:t>
            </w:r>
          </w:p>
        </w:tc>
        <w:tc>
          <w:tcPr>
            <w:tcW w:w="5862" w:type="dxa"/>
            <w:tcBorders>
              <w:top w:val="single" w:sz="4" w:space="0" w:color="auto"/>
              <w:left w:val="single" w:sz="4" w:space="0" w:color="auto"/>
              <w:bottom w:val="single" w:sz="4" w:space="0" w:color="auto"/>
              <w:right w:val="single" w:sz="4" w:space="0" w:color="auto"/>
            </w:tcBorders>
            <w:vAlign w:val="center"/>
            <w:hideMark/>
          </w:tcPr>
          <w:p w14:paraId="45EDB71B" w14:textId="77777777" w:rsidR="00B45972" w:rsidRDefault="00B45972" w:rsidP="00AC3FE8">
            <w:pPr>
              <w:pStyle w:val="TAC"/>
            </w:pPr>
            <w:r>
              <w:t>DC_30A_n66A</w:t>
            </w:r>
          </w:p>
          <w:p w14:paraId="4B96691D" w14:textId="77777777" w:rsidR="00B45972" w:rsidRDefault="00B45972" w:rsidP="00AC3FE8">
            <w:pPr>
              <w:pStyle w:val="TAC"/>
              <w:rPr>
                <w:lang w:eastAsia="fi-FI"/>
              </w:rPr>
            </w:pPr>
            <w:r>
              <w:rPr>
                <w:rFonts w:cs="Arial"/>
                <w:lang w:eastAsia="ja-JP"/>
              </w:rPr>
              <w:t>DC_66A_n66A</w:t>
            </w:r>
            <w:r>
              <w:rPr>
                <w:vertAlign w:val="superscript"/>
                <w:lang w:val="en-US" w:eastAsia="fi-FI"/>
              </w:rPr>
              <w:t>2</w:t>
            </w:r>
          </w:p>
        </w:tc>
      </w:tr>
      <w:tr w:rsidR="00B45972" w14:paraId="1284DF1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B2FBADB" w14:textId="77777777" w:rsidR="00B45972" w:rsidRDefault="00B45972" w:rsidP="00AC3FE8">
            <w:pPr>
              <w:pStyle w:val="TAC"/>
              <w:rPr>
                <w:lang w:eastAsia="fi-FI"/>
              </w:rPr>
            </w:pPr>
            <w:r>
              <w:rPr>
                <w:lang w:eastAsia="fi-FI"/>
              </w:rPr>
              <w:t>DC_39A_n40A-n41A</w:t>
            </w:r>
          </w:p>
        </w:tc>
        <w:tc>
          <w:tcPr>
            <w:tcW w:w="5862" w:type="dxa"/>
            <w:tcBorders>
              <w:top w:val="single" w:sz="4" w:space="0" w:color="auto"/>
              <w:left w:val="single" w:sz="4" w:space="0" w:color="auto"/>
              <w:bottom w:val="single" w:sz="4" w:space="0" w:color="auto"/>
              <w:right w:val="single" w:sz="4" w:space="0" w:color="auto"/>
            </w:tcBorders>
            <w:hideMark/>
          </w:tcPr>
          <w:p w14:paraId="312035C2" w14:textId="77777777" w:rsidR="00B45972" w:rsidRDefault="00B45972" w:rsidP="00AC3FE8">
            <w:pPr>
              <w:pStyle w:val="TAC"/>
              <w:rPr>
                <w:lang w:eastAsia="fi-FI"/>
              </w:rPr>
            </w:pPr>
            <w:r>
              <w:rPr>
                <w:lang w:eastAsia="fi-FI"/>
              </w:rPr>
              <w:t>DC_39A_n40A</w:t>
            </w:r>
          </w:p>
          <w:p w14:paraId="3BBB10EB" w14:textId="77777777" w:rsidR="00B45972" w:rsidRDefault="00B45972" w:rsidP="00AC3FE8">
            <w:pPr>
              <w:pStyle w:val="TAC"/>
              <w:rPr>
                <w:lang w:eastAsia="fi-FI"/>
              </w:rPr>
            </w:pPr>
            <w:r>
              <w:rPr>
                <w:lang w:eastAsia="fi-FI"/>
              </w:rPr>
              <w:t>DC_39A_n41A</w:t>
            </w:r>
          </w:p>
        </w:tc>
      </w:tr>
      <w:tr w:rsidR="00B45972" w14:paraId="4D95577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E7029EA" w14:textId="77777777" w:rsidR="00B45972" w:rsidRDefault="00B45972" w:rsidP="00AC3FE8">
            <w:pPr>
              <w:pStyle w:val="TAC"/>
              <w:rPr>
                <w:lang w:eastAsia="fi-FI"/>
              </w:rPr>
            </w:pPr>
            <w:r>
              <w:rPr>
                <w:lang w:eastAsia="fi-FI"/>
              </w:rPr>
              <w:t>DC_39A_n40A-n79A</w:t>
            </w:r>
          </w:p>
        </w:tc>
        <w:tc>
          <w:tcPr>
            <w:tcW w:w="5862" w:type="dxa"/>
            <w:tcBorders>
              <w:top w:val="single" w:sz="4" w:space="0" w:color="auto"/>
              <w:left w:val="single" w:sz="4" w:space="0" w:color="auto"/>
              <w:bottom w:val="single" w:sz="4" w:space="0" w:color="auto"/>
              <w:right w:val="single" w:sz="4" w:space="0" w:color="auto"/>
            </w:tcBorders>
            <w:hideMark/>
          </w:tcPr>
          <w:p w14:paraId="0004A957" w14:textId="77777777" w:rsidR="00B45972" w:rsidRDefault="00B45972" w:rsidP="00AC3FE8">
            <w:pPr>
              <w:pStyle w:val="TAC"/>
              <w:rPr>
                <w:lang w:eastAsia="fi-FI"/>
              </w:rPr>
            </w:pPr>
            <w:r>
              <w:rPr>
                <w:lang w:eastAsia="fi-FI"/>
              </w:rPr>
              <w:t>DC_39A_n40A</w:t>
            </w:r>
          </w:p>
          <w:p w14:paraId="4DE10BFA" w14:textId="77777777" w:rsidR="00B45972" w:rsidRDefault="00B45972" w:rsidP="00AC3FE8">
            <w:pPr>
              <w:pStyle w:val="TAC"/>
              <w:rPr>
                <w:lang w:eastAsia="fi-FI"/>
              </w:rPr>
            </w:pPr>
            <w:r>
              <w:rPr>
                <w:lang w:eastAsia="fi-FI"/>
              </w:rPr>
              <w:t>DC_39A_n79A</w:t>
            </w:r>
          </w:p>
        </w:tc>
      </w:tr>
      <w:tr w:rsidR="00B45972" w14:paraId="3F6A8A4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548D87A" w14:textId="77777777" w:rsidR="00B45972" w:rsidRDefault="00B45972" w:rsidP="00AC3FE8">
            <w:pPr>
              <w:pStyle w:val="TAC"/>
              <w:rPr>
                <w:lang w:eastAsia="fi-FI"/>
              </w:rPr>
            </w:pPr>
            <w:r>
              <w:rPr>
                <w:lang w:eastAsia="fi-FI"/>
              </w:rPr>
              <w:t>DC_39A_n41A-n79A</w:t>
            </w:r>
          </w:p>
        </w:tc>
        <w:tc>
          <w:tcPr>
            <w:tcW w:w="5862" w:type="dxa"/>
            <w:tcBorders>
              <w:top w:val="single" w:sz="4" w:space="0" w:color="auto"/>
              <w:left w:val="single" w:sz="4" w:space="0" w:color="auto"/>
              <w:bottom w:val="single" w:sz="4" w:space="0" w:color="auto"/>
              <w:right w:val="single" w:sz="4" w:space="0" w:color="auto"/>
            </w:tcBorders>
            <w:hideMark/>
          </w:tcPr>
          <w:p w14:paraId="06A5AA46" w14:textId="77777777" w:rsidR="00B45972" w:rsidRDefault="00B45972" w:rsidP="00AC3FE8">
            <w:pPr>
              <w:pStyle w:val="TAC"/>
              <w:rPr>
                <w:lang w:eastAsia="fi-FI"/>
              </w:rPr>
            </w:pPr>
            <w:r>
              <w:rPr>
                <w:lang w:eastAsia="fi-FI"/>
              </w:rPr>
              <w:t>DC_39A_n41A</w:t>
            </w:r>
          </w:p>
          <w:p w14:paraId="1C81ECEA" w14:textId="77777777" w:rsidR="00B45972" w:rsidRDefault="00B45972" w:rsidP="00AC3FE8">
            <w:pPr>
              <w:pStyle w:val="TAC"/>
              <w:rPr>
                <w:lang w:eastAsia="fi-FI"/>
              </w:rPr>
            </w:pPr>
            <w:r>
              <w:rPr>
                <w:lang w:eastAsia="fi-FI"/>
              </w:rPr>
              <w:t>DC_39A_n79A</w:t>
            </w:r>
          </w:p>
        </w:tc>
      </w:tr>
      <w:tr w:rsidR="00B45972" w14:paraId="11C74D5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54875C6" w14:textId="77777777" w:rsidR="00B45972" w:rsidRDefault="00B45972" w:rsidP="00AC3FE8">
            <w:pPr>
              <w:pStyle w:val="TAC"/>
              <w:rPr>
                <w:lang w:eastAsia="fi-FI"/>
              </w:rPr>
            </w:pPr>
            <w:r>
              <w:rPr>
                <w:rFonts w:eastAsia="MS Mincho"/>
                <w:szCs w:val="18"/>
              </w:rPr>
              <w:t>DC_</w:t>
            </w:r>
            <w:r>
              <w:rPr>
                <w:szCs w:val="18"/>
                <w:lang w:eastAsia="zh-CN"/>
              </w:rPr>
              <w:t>40</w:t>
            </w:r>
            <w:r>
              <w:rPr>
                <w:rFonts w:eastAsia="MS Mincho"/>
                <w:szCs w:val="18"/>
              </w:rPr>
              <w:t>A_n</w:t>
            </w:r>
            <w:r>
              <w:rPr>
                <w:szCs w:val="18"/>
                <w:lang w:eastAsia="zh-CN"/>
              </w:rPr>
              <w:t>41</w:t>
            </w:r>
            <w:r>
              <w:rPr>
                <w:rFonts w:eastAsia="MS Mincho"/>
                <w:szCs w:val="18"/>
              </w:rPr>
              <w:t>A-n7</w:t>
            </w:r>
            <w:r>
              <w:rPr>
                <w:szCs w:val="18"/>
                <w:lang w:eastAsia="zh-CN"/>
              </w:rPr>
              <w:t>9</w:t>
            </w:r>
            <w:r>
              <w:rPr>
                <w:rFonts w:eastAsia="MS Mincho"/>
                <w:szCs w:val="18"/>
              </w:rPr>
              <w:t>A</w:t>
            </w:r>
          </w:p>
        </w:tc>
        <w:tc>
          <w:tcPr>
            <w:tcW w:w="5862" w:type="dxa"/>
            <w:tcBorders>
              <w:top w:val="single" w:sz="4" w:space="0" w:color="auto"/>
              <w:left w:val="single" w:sz="4" w:space="0" w:color="auto"/>
              <w:bottom w:val="single" w:sz="4" w:space="0" w:color="auto"/>
              <w:right w:val="single" w:sz="4" w:space="0" w:color="auto"/>
            </w:tcBorders>
            <w:hideMark/>
          </w:tcPr>
          <w:p w14:paraId="77DB29E8" w14:textId="77777777" w:rsidR="00B45972" w:rsidRDefault="00B45972" w:rsidP="00AC3FE8">
            <w:pPr>
              <w:pStyle w:val="TAC"/>
              <w:rPr>
                <w:szCs w:val="18"/>
              </w:rPr>
            </w:pPr>
            <w:r>
              <w:rPr>
                <w:szCs w:val="18"/>
              </w:rPr>
              <w:t>DC_</w:t>
            </w:r>
            <w:r>
              <w:rPr>
                <w:szCs w:val="18"/>
                <w:lang w:eastAsia="zh-CN"/>
              </w:rPr>
              <w:t>40</w:t>
            </w:r>
            <w:r>
              <w:rPr>
                <w:szCs w:val="18"/>
              </w:rPr>
              <w:t>A_n</w:t>
            </w:r>
            <w:r>
              <w:rPr>
                <w:szCs w:val="18"/>
                <w:lang w:eastAsia="zh-CN"/>
              </w:rPr>
              <w:t>41</w:t>
            </w:r>
            <w:r>
              <w:rPr>
                <w:szCs w:val="18"/>
              </w:rPr>
              <w:t>A</w:t>
            </w:r>
          </w:p>
          <w:p w14:paraId="2DE3A896" w14:textId="77777777" w:rsidR="00B45972" w:rsidRDefault="00B45972" w:rsidP="00AC3FE8">
            <w:pPr>
              <w:pStyle w:val="TAC"/>
              <w:rPr>
                <w:lang w:eastAsia="fi-FI"/>
              </w:rPr>
            </w:pPr>
            <w:r>
              <w:rPr>
                <w:szCs w:val="18"/>
              </w:rPr>
              <w:t>DC_</w:t>
            </w:r>
            <w:r>
              <w:rPr>
                <w:szCs w:val="18"/>
                <w:lang w:eastAsia="zh-CN"/>
              </w:rPr>
              <w:t>40</w:t>
            </w:r>
            <w:r>
              <w:rPr>
                <w:szCs w:val="18"/>
              </w:rPr>
              <w:t>A_n7</w:t>
            </w:r>
            <w:r>
              <w:rPr>
                <w:szCs w:val="18"/>
                <w:lang w:eastAsia="zh-CN"/>
              </w:rPr>
              <w:t>9</w:t>
            </w:r>
            <w:r>
              <w:rPr>
                <w:szCs w:val="18"/>
              </w:rPr>
              <w:t>A</w:t>
            </w:r>
          </w:p>
        </w:tc>
      </w:tr>
      <w:tr w:rsidR="00B45972" w14:paraId="59B4A14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5EF146B" w14:textId="77777777" w:rsidR="00B45972" w:rsidRDefault="00B45972" w:rsidP="00AC3FE8">
            <w:pPr>
              <w:pStyle w:val="TAC"/>
              <w:rPr>
                <w:rFonts w:eastAsia="MS Mincho"/>
                <w:szCs w:val="18"/>
              </w:rPr>
            </w:pPr>
            <w:r>
              <w:rPr>
                <w:rFonts w:eastAsia="MS Mincho" w:cs="Arial"/>
                <w:bCs/>
                <w:szCs w:val="16"/>
              </w:rPr>
              <w:t>DC_41A_n</w:t>
            </w:r>
            <w:r>
              <w:rPr>
                <w:rFonts w:eastAsia="DengXian" w:cs="Arial"/>
                <w:bCs/>
                <w:szCs w:val="16"/>
                <w:lang w:eastAsia="zh-CN"/>
              </w:rPr>
              <w:t>3</w:t>
            </w:r>
            <w:r>
              <w:rPr>
                <w:rFonts w:eastAsia="MS Mincho" w:cs="Arial"/>
                <w:bCs/>
                <w:szCs w:val="16"/>
              </w:rPr>
              <w:t>A-n7</w:t>
            </w:r>
            <w:r>
              <w:rPr>
                <w:rFonts w:eastAsia="DengXian" w:cs="Arial"/>
                <w:bCs/>
                <w:szCs w:val="16"/>
                <w:lang w:eastAsia="zh-CN"/>
              </w:rPr>
              <w:t>7</w:t>
            </w:r>
            <w:r>
              <w:rPr>
                <w:rFonts w:eastAsia="MS Mincho" w:cs="Arial"/>
                <w:bCs/>
                <w:szCs w:val="16"/>
              </w:rPr>
              <w:t>A</w:t>
            </w:r>
          </w:p>
        </w:tc>
        <w:tc>
          <w:tcPr>
            <w:tcW w:w="5862" w:type="dxa"/>
            <w:tcBorders>
              <w:top w:val="single" w:sz="4" w:space="0" w:color="auto"/>
              <w:left w:val="single" w:sz="4" w:space="0" w:color="auto"/>
              <w:bottom w:val="single" w:sz="4" w:space="0" w:color="auto"/>
              <w:right w:val="single" w:sz="4" w:space="0" w:color="auto"/>
            </w:tcBorders>
            <w:hideMark/>
          </w:tcPr>
          <w:p w14:paraId="5FEF127A" w14:textId="77777777" w:rsidR="00B45972" w:rsidRDefault="00B45972" w:rsidP="00AC3FE8">
            <w:pPr>
              <w:pStyle w:val="TAC"/>
              <w:rPr>
                <w:szCs w:val="16"/>
              </w:rPr>
            </w:pPr>
            <w:r>
              <w:rPr>
                <w:szCs w:val="16"/>
              </w:rPr>
              <w:t>DC_41A_n</w:t>
            </w:r>
            <w:r>
              <w:rPr>
                <w:szCs w:val="16"/>
                <w:lang w:eastAsia="zh-CN"/>
              </w:rPr>
              <w:t>3</w:t>
            </w:r>
            <w:r>
              <w:rPr>
                <w:szCs w:val="16"/>
              </w:rPr>
              <w:t>A</w:t>
            </w:r>
          </w:p>
          <w:p w14:paraId="71A4C8B4" w14:textId="77777777" w:rsidR="00B45972" w:rsidRDefault="00B45972" w:rsidP="00AC3FE8">
            <w:pPr>
              <w:pStyle w:val="TAC"/>
              <w:rPr>
                <w:szCs w:val="18"/>
              </w:rPr>
            </w:pPr>
            <w:r>
              <w:rPr>
                <w:szCs w:val="16"/>
              </w:rPr>
              <w:t>DC_41A_n7</w:t>
            </w:r>
            <w:r>
              <w:rPr>
                <w:szCs w:val="16"/>
                <w:lang w:eastAsia="zh-CN"/>
              </w:rPr>
              <w:t>7</w:t>
            </w:r>
            <w:r>
              <w:rPr>
                <w:szCs w:val="16"/>
              </w:rPr>
              <w:t>A</w:t>
            </w:r>
          </w:p>
        </w:tc>
      </w:tr>
      <w:tr w:rsidR="00B45972" w14:paraId="666FAF6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19C967D" w14:textId="77777777" w:rsidR="00B45972" w:rsidRDefault="00B45972" w:rsidP="00AC3FE8">
            <w:pPr>
              <w:pStyle w:val="TAC"/>
              <w:rPr>
                <w:rFonts w:eastAsia="MS Mincho"/>
                <w:szCs w:val="18"/>
              </w:rPr>
            </w:pPr>
            <w:r>
              <w:rPr>
                <w:rFonts w:eastAsia="MS Mincho" w:cs="Arial"/>
                <w:bCs/>
                <w:szCs w:val="16"/>
              </w:rPr>
              <w:t>DC_41</w:t>
            </w:r>
            <w:r>
              <w:rPr>
                <w:rFonts w:eastAsia="DengXian" w:cs="Arial"/>
                <w:bCs/>
                <w:szCs w:val="16"/>
                <w:lang w:eastAsia="zh-CN"/>
              </w:rPr>
              <w:t>C</w:t>
            </w:r>
            <w:r>
              <w:rPr>
                <w:rFonts w:eastAsia="MS Mincho" w:cs="Arial"/>
                <w:bCs/>
                <w:szCs w:val="16"/>
              </w:rPr>
              <w:t>_n</w:t>
            </w:r>
            <w:r>
              <w:rPr>
                <w:rFonts w:eastAsia="DengXian" w:cs="Arial"/>
                <w:bCs/>
                <w:szCs w:val="16"/>
                <w:lang w:eastAsia="zh-CN"/>
              </w:rPr>
              <w:t>3</w:t>
            </w:r>
            <w:r>
              <w:rPr>
                <w:rFonts w:eastAsia="MS Mincho" w:cs="Arial"/>
                <w:bCs/>
                <w:szCs w:val="16"/>
              </w:rPr>
              <w:t>A-n7</w:t>
            </w:r>
            <w:r>
              <w:rPr>
                <w:rFonts w:eastAsia="DengXian" w:cs="Arial"/>
                <w:bCs/>
                <w:szCs w:val="16"/>
                <w:lang w:eastAsia="zh-CN"/>
              </w:rPr>
              <w:t>7</w:t>
            </w:r>
            <w:r>
              <w:rPr>
                <w:rFonts w:eastAsia="MS Mincho" w:cs="Arial"/>
                <w:bCs/>
                <w:szCs w:val="16"/>
              </w:rPr>
              <w:t>A</w:t>
            </w:r>
          </w:p>
        </w:tc>
        <w:tc>
          <w:tcPr>
            <w:tcW w:w="5862" w:type="dxa"/>
            <w:tcBorders>
              <w:top w:val="single" w:sz="4" w:space="0" w:color="auto"/>
              <w:left w:val="single" w:sz="4" w:space="0" w:color="auto"/>
              <w:bottom w:val="single" w:sz="4" w:space="0" w:color="auto"/>
              <w:right w:val="single" w:sz="4" w:space="0" w:color="auto"/>
            </w:tcBorders>
            <w:hideMark/>
          </w:tcPr>
          <w:p w14:paraId="6F45DD86" w14:textId="77777777" w:rsidR="00B45972" w:rsidRDefault="00B45972" w:rsidP="00AC3FE8">
            <w:pPr>
              <w:pStyle w:val="TAC"/>
              <w:rPr>
                <w:szCs w:val="16"/>
              </w:rPr>
            </w:pPr>
            <w:r>
              <w:rPr>
                <w:szCs w:val="16"/>
              </w:rPr>
              <w:t>DC_41A_n</w:t>
            </w:r>
            <w:r>
              <w:rPr>
                <w:szCs w:val="16"/>
                <w:lang w:eastAsia="zh-CN"/>
              </w:rPr>
              <w:t>3</w:t>
            </w:r>
            <w:r>
              <w:rPr>
                <w:szCs w:val="16"/>
              </w:rPr>
              <w:t>A</w:t>
            </w:r>
          </w:p>
          <w:p w14:paraId="66504CA6" w14:textId="77777777" w:rsidR="00B45972" w:rsidRDefault="00B45972" w:rsidP="00AC3FE8">
            <w:pPr>
              <w:pStyle w:val="TAC"/>
              <w:rPr>
                <w:szCs w:val="16"/>
                <w:lang w:eastAsia="zh-CN"/>
              </w:rPr>
            </w:pPr>
            <w:r>
              <w:rPr>
                <w:szCs w:val="16"/>
              </w:rPr>
              <w:t>DC_41A_n7</w:t>
            </w:r>
            <w:r>
              <w:rPr>
                <w:szCs w:val="16"/>
                <w:lang w:eastAsia="zh-CN"/>
              </w:rPr>
              <w:t>7</w:t>
            </w:r>
            <w:r>
              <w:rPr>
                <w:szCs w:val="16"/>
              </w:rPr>
              <w:t>A</w:t>
            </w:r>
          </w:p>
          <w:p w14:paraId="31996222" w14:textId="77777777" w:rsidR="00B45972" w:rsidRDefault="00B45972" w:rsidP="00AC3FE8">
            <w:pPr>
              <w:pStyle w:val="TAC"/>
              <w:rPr>
                <w:szCs w:val="16"/>
              </w:rPr>
            </w:pPr>
            <w:r>
              <w:rPr>
                <w:szCs w:val="16"/>
              </w:rPr>
              <w:t>DC_41</w:t>
            </w:r>
            <w:r>
              <w:rPr>
                <w:szCs w:val="16"/>
                <w:lang w:eastAsia="zh-CN"/>
              </w:rPr>
              <w:t>C</w:t>
            </w:r>
            <w:r>
              <w:rPr>
                <w:szCs w:val="16"/>
              </w:rPr>
              <w:t>_n</w:t>
            </w:r>
            <w:r>
              <w:rPr>
                <w:szCs w:val="16"/>
                <w:lang w:eastAsia="zh-CN"/>
              </w:rPr>
              <w:t>3</w:t>
            </w:r>
            <w:r>
              <w:rPr>
                <w:szCs w:val="16"/>
              </w:rPr>
              <w:t>A</w:t>
            </w:r>
          </w:p>
          <w:p w14:paraId="6456866B" w14:textId="77777777" w:rsidR="00B45972" w:rsidRDefault="00B45972" w:rsidP="00AC3FE8">
            <w:pPr>
              <w:pStyle w:val="TAC"/>
              <w:rPr>
                <w:szCs w:val="18"/>
              </w:rPr>
            </w:pPr>
            <w:r>
              <w:rPr>
                <w:szCs w:val="16"/>
              </w:rPr>
              <w:t>DC_41</w:t>
            </w:r>
            <w:r>
              <w:rPr>
                <w:szCs w:val="16"/>
                <w:lang w:eastAsia="zh-CN"/>
              </w:rPr>
              <w:t>C</w:t>
            </w:r>
            <w:r>
              <w:rPr>
                <w:szCs w:val="16"/>
              </w:rPr>
              <w:t>_n7</w:t>
            </w:r>
            <w:r>
              <w:rPr>
                <w:szCs w:val="16"/>
                <w:lang w:eastAsia="zh-CN"/>
              </w:rPr>
              <w:t>7</w:t>
            </w:r>
            <w:r>
              <w:rPr>
                <w:szCs w:val="16"/>
              </w:rPr>
              <w:t>A</w:t>
            </w:r>
          </w:p>
        </w:tc>
      </w:tr>
      <w:tr w:rsidR="00B45972" w14:paraId="43FB9A9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5A9F2C3" w14:textId="77777777" w:rsidR="00B45972" w:rsidRDefault="00B45972" w:rsidP="00AC3FE8">
            <w:pPr>
              <w:pStyle w:val="TAC"/>
              <w:rPr>
                <w:rFonts w:eastAsia="MS Mincho"/>
                <w:szCs w:val="18"/>
              </w:rPr>
            </w:pPr>
            <w:r>
              <w:rPr>
                <w:rFonts w:eastAsia="MS Mincho" w:cs="Arial"/>
                <w:bCs/>
                <w:szCs w:val="16"/>
              </w:rPr>
              <w:t>DC_41A_n</w:t>
            </w:r>
            <w:r>
              <w:rPr>
                <w:rFonts w:eastAsia="DengXian" w:cs="Arial"/>
                <w:bCs/>
                <w:szCs w:val="16"/>
                <w:lang w:eastAsia="zh-CN"/>
              </w:rPr>
              <w:t>3</w:t>
            </w:r>
            <w:r>
              <w:rPr>
                <w:rFonts w:eastAsia="MS Mincho" w:cs="Arial"/>
                <w:bCs/>
                <w:szCs w:val="16"/>
              </w:rPr>
              <w:t>A-n78A</w:t>
            </w:r>
          </w:p>
        </w:tc>
        <w:tc>
          <w:tcPr>
            <w:tcW w:w="5862" w:type="dxa"/>
            <w:tcBorders>
              <w:top w:val="single" w:sz="4" w:space="0" w:color="auto"/>
              <w:left w:val="single" w:sz="4" w:space="0" w:color="auto"/>
              <w:bottom w:val="single" w:sz="4" w:space="0" w:color="auto"/>
              <w:right w:val="single" w:sz="4" w:space="0" w:color="auto"/>
            </w:tcBorders>
            <w:hideMark/>
          </w:tcPr>
          <w:p w14:paraId="43D320F2" w14:textId="77777777" w:rsidR="00B45972" w:rsidRDefault="00B45972" w:rsidP="00AC3FE8">
            <w:pPr>
              <w:pStyle w:val="TAC"/>
              <w:rPr>
                <w:szCs w:val="16"/>
              </w:rPr>
            </w:pPr>
            <w:r>
              <w:rPr>
                <w:szCs w:val="16"/>
              </w:rPr>
              <w:t>DC_41A_n</w:t>
            </w:r>
            <w:r>
              <w:rPr>
                <w:szCs w:val="16"/>
                <w:lang w:eastAsia="zh-CN"/>
              </w:rPr>
              <w:t>3</w:t>
            </w:r>
            <w:r>
              <w:rPr>
                <w:szCs w:val="16"/>
              </w:rPr>
              <w:t>A</w:t>
            </w:r>
          </w:p>
          <w:p w14:paraId="15A3B24B" w14:textId="77777777" w:rsidR="00B45972" w:rsidRDefault="00B45972" w:rsidP="00AC3FE8">
            <w:pPr>
              <w:pStyle w:val="TAC"/>
              <w:rPr>
                <w:szCs w:val="18"/>
              </w:rPr>
            </w:pPr>
            <w:r>
              <w:rPr>
                <w:szCs w:val="16"/>
              </w:rPr>
              <w:t>DC_41A_n7</w:t>
            </w:r>
            <w:r>
              <w:rPr>
                <w:szCs w:val="16"/>
                <w:lang w:eastAsia="zh-CN"/>
              </w:rPr>
              <w:t>8</w:t>
            </w:r>
            <w:r>
              <w:rPr>
                <w:szCs w:val="16"/>
              </w:rPr>
              <w:t>A</w:t>
            </w:r>
          </w:p>
        </w:tc>
      </w:tr>
      <w:tr w:rsidR="00B45972" w14:paraId="150EF402"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665BD24" w14:textId="77777777" w:rsidR="00B45972" w:rsidRDefault="00B45972" w:rsidP="00AC3FE8">
            <w:pPr>
              <w:pStyle w:val="TAC"/>
              <w:rPr>
                <w:rFonts w:eastAsia="MS Mincho"/>
                <w:szCs w:val="18"/>
              </w:rPr>
            </w:pPr>
            <w:r>
              <w:rPr>
                <w:rFonts w:eastAsia="MS Mincho" w:cs="Arial"/>
                <w:bCs/>
                <w:szCs w:val="16"/>
              </w:rPr>
              <w:t>DC_41</w:t>
            </w:r>
            <w:r>
              <w:rPr>
                <w:rFonts w:eastAsia="DengXian" w:cs="Arial"/>
                <w:bCs/>
                <w:szCs w:val="16"/>
                <w:lang w:eastAsia="zh-CN"/>
              </w:rPr>
              <w:t>C</w:t>
            </w:r>
            <w:r>
              <w:rPr>
                <w:rFonts w:eastAsia="MS Mincho" w:cs="Arial"/>
                <w:bCs/>
                <w:szCs w:val="16"/>
              </w:rPr>
              <w:t>_n</w:t>
            </w:r>
            <w:r>
              <w:rPr>
                <w:rFonts w:eastAsia="DengXian" w:cs="Arial"/>
                <w:bCs/>
                <w:szCs w:val="16"/>
                <w:lang w:eastAsia="zh-CN"/>
              </w:rPr>
              <w:t>3</w:t>
            </w:r>
            <w:r>
              <w:rPr>
                <w:rFonts w:eastAsia="MS Mincho" w:cs="Arial"/>
                <w:bCs/>
                <w:szCs w:val="16"/>
              </w:rPr>
              <w:t>A-n7</w:t>
            </w:r>
            <w:r>
              <w:rPr>
                <w:rFonts w:eastAsia="DengXian" w:cs="Arial"/>
                <w:bCs/>
                <w:szCs w:val="16"/>
                <w:lang w:eastAsia="zh-CN"/>
              </w:rPr>
              <w:t>8</w:t>
            </w:r>
            <w:r>
              <w:rPr>
                <w:rFonts w:eastAsia="MS Mincho" w:cs="Arial"/>
                <w:bCs/>
                <w:szCs w:val="16"/>
              </w:rPr>
              <w:t>A</w:t>
            </w:r>
          </w:p>
        </w:tc>
        <w:tc>
          <w:tcPr>
            <w:tcW w:w="5862" w:type="dxa"/>
            <w:tcBorders>
              <w:top w:val="single" w:sz="4" w:space="0" w:color="auto"/>
              <w:left w:val="single" w:sz="4" w:space="0" w:color="auto"/>
              <w:bottom w:val="single" w:sz="4" w:space="0" w:color="auto"/>
              <w:right w:val="single" w:sz="4" w:space="0" w:color="auto"/>
            </w:tcBorders>
            <w:hideMark/>
          </w:tcPr>
          <w:p w14:paraId="2815C959" w14:textId="77777777" w:rsidR="00B45972" w:rsidRDefault="00B45972" w:rsidP="00AC3FE8">
            <w:pPr>
              <w:pStyle w:val="TAC"/>
              <w:rPr>
                <w:szCs w:val="16"/>
              </w:rPr>
            </w:pPr>
            <w:r>
              <w:rPr>
                <w:szCs w:val="16"/>
              </w:rPr>
              <w:t>DC_41A_n</w:t>
            </w:r>
            <w:r>
              <w:rPr>
                <w:szCs w:val="16"/>
                <w:lang w:eastAsia="zh-CN"/>
              </w:rPr>
              <w:t>3</w:t>
            </w:r>
            <w:r>
              <w:rPr>
                <w:szCs w:val="16"/>
              </w:rPr>
              <w:t>A</w:t>
            </w:r>
          </w:p>
          <w:p w14:paraId="66DA28CE" w14:textId="77777777" w:rsidR="00B45972" w:rsidRDefault="00B45972" w:rsidP="00AC3FE8">
            <w:pPr>
              <w:pStyle w:val="TAC"/>
              <w:rPr>
                <w:szCs w:val="16"/>
                <w:lang w:eastAsia="zh-CN"/>
              </w:rPr>
            </w:pPr>
            <w:r>
              <w:rPr>
                <w:szCs w:val="16"/>
              </w:rPr>
              <w:t>DC_41A_n7</w:t>
            </w:r>
            <w:r>
              <w:rPr>
                <w:szCs w:val="16"/>
                <w:lang w:eastAsia="zh-CN"/>
              </w:rPr>
              <w:t>8</w:t>
            </w:r>
            <w:r>
              <w:rPr>
                <w:szCs w:val="16"/>
              </w:rPr>
              <w:t>A</w:t>
            </w:r>
          </w:p>
          <w:p w14:paraId="5A5C5FFE" w14:textId="77777777" w:rsidR="00B45972" w:rsidRDefault="00B45972" w:rsidP="00AC3FE8">
            <w:pPr>
              <w:pStyle w:val="TAC"/>
              <w:rPr>
                <w:szCs w:val="16"/>
              </w:rPr>
            </w:pPr>
            <w:r>
              <w:rPr>
                <w:szCs w:val="16"/>
              </w:rPr>
              <w:t>DC_41</w:t>
            </w:r>
            <w:r>
              <w:rPr>
                <w:szCs w:val="16"/>
                <w:lang w:eastAsia="zh-CN"/>
              </w:rPr>
              <w:t>C</w:t>
            </w:r>
            <w:r>
              <w:rPr>
                <w:szCs w:val="16"/>
              </w:rPr>
              <w:t>_n</w:t>
            </w:r>
            <w:r>
              <w:rPr>
                <w:szCs w:val="16"/>
                <w:lang w:eastAsia="zh-CN"/>
              </w:rPr>
              <w:t>3</w:t>
            </w:r>
            <w:r>
              <w:rPr>
                <w:szCs w:val="16"/>
              </w:rPr>
              <w:t>A</w:t>
            </w:r>
          </w:p>
          <w:p w14:paraId="24DB8877" w14:textId="77777777" w:rsidR="00B45972" w:rsidRDefault="00B45972" w:rsidP="00AC3FE8">
            <w:pPr>
              <w:pStyle w:val="TAC"/>
              <w:rPr>
                <w:szCs w:val="18"/>
              </w:rPr>
            </w:pPr>
            <w:r>
              <w:rPr>
                <w:szCs w:val="16"/>
              </w:rPr>
              <w:t>DC_41</w:t>
            </w:r>
            <w:r>
              <w:rPr>
                <w:szCs w:val="16"/>
                <w:lang w:eastAsia="zh-CN"/>
              </w:rPr>
              <w:t>C</w:t>
            </w:r>
            <w:r>
              <w:rPr>
                <w:szCs w:val="16"/>
              </w:rPr>
              <w:t>_n7</w:t>
            </w:r>
            <w:r>
              <w:rPr>
                <w:szCs w:val="16"/>
                <w:lang w:eastAsia="zh-CN"/>
              </w:rPr>
              <w:t>8</w:t>
            </w:r>
            <w:r>
              <w:rPr>
                <w:szCs w:val="16"/>
              </w:rPr>
              <w:t>A</w:t>
            </w:r>
          </w:p>
        </w:tc>
      </w:tr>
      <w:tr w:rsidR="00B45972" w14:paraId="612789A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9B39BBB" w14:textId="77777777" w:rsidR="00B45972" w:rsidRDefault="00B45972" w:rsidP="00AC3FE8">
            <w:pPr>
              <w:pStyle w:val="TAC"/>
              <w:rPr>
                <w:rFonts w:eastAsia="MS Mincho"/>
                <w:szCs w:val="18"/>
              </w:rPr>
            </w:pPr>
            <w:r>
              <w:rPr>
                <w:rFonts w:eastAsia="MS Mincho" w:cs="Arial"/>
                <w:bCs/>
                <w:szCs w:val="16"/>
              </w:rPr>
              <w:t>DC_41A_n28A-n7</w:t>
            </w:r>
            <w:r>
              <w:rPr>
                <w:rFonts w:eastAsia="DengXian" w:cs="Arial"/>
                <w:bCs/>
                <w:szCs w:val="16"/>
                <w:lang w:eastAsia="zh-CN"/>
              </w:rPr>
              <w:t>7</w:t>
            </w:r>
            <w:r>
              <w:rPr>
                <w:rFonts w:eastAsia="MS Mincho" w:cs="Arial"/>
                <w:bCs/>
                <w:szCs w:val="16"/>
              </w:rPr>
              <w:t>A</w:t>
            </w:r>
          </w:p>
        </w:tc>
        <w:tc>
          <w:tcPr>
            <w:tcW w:w="5862" w:type="dxa"/>
            <w:tcBorders>
              <w:top w:val="single" w:sz="4" w:space="0" w:color="auto"/>
              <w:left w:val="single" w:sz="4" w:space="0" w:color="auto"/>
              <w:bottom w:val="single" w:sz="4" w:space="0" w:color="auto"/>
              <w:right w:val="single" w:sz="4" w:space="0" w:color="auto"/>
            </w:tcBorders>
            <w:hideMark/>
          </w:tcPr>
          <w:p w14:paraId="7A6A5F2C" w14:textId="77777777" w:rsidR="00B45972" w:rsidRDefault="00B45972" w:rsidP="00AC3FE8">
            <w:pPr>
              <w:pStyle w:val="TAC"/>
              <w:rPr>
                <w:szCs w:val="16"/>
              </w:rPr>
            </w:pPr>
            <w:r>
              <w:rPr>
                <w:szCs w:val="16"/>
              </w:rPr>
              <w:t>DC_41A_n28A</w:t>
            </w:r>
          </w:p>
          <w:p w14:paraId="5DD22021" w14:textId="77777777" w:rsidR="00B45972" w:rsidRDefault="00B45972" w:rsidP="00AC3FE8">
            <w:pPr>
              <w:pStyle w:val="TAC"/>
              <w:rPr>
                <w:szCs w:val="18"/>
              </w:rPr>
            </w:pPr>
            <w:r>
              <w:rPr>
                <w:szCs w:val="16"/>
              </w:rPr>
              <w:t>DC_41A_n7</w:t>
            </w:r>
            <w:r>
              <w:rPr>
                <w:szCs w:val="16"/>
                <w:lang w:eastAsia="zh-CN"/>
              </w:rPr>
              <w:t>7</w:t>
            </w:r>
            <w:r>
              <w:rPr>
                <w:szCs w:val="16"/>
              </w:rPr>
              <w:t>A</w:t>
            </w:r>
          </w:p>
        </w:tc>
      </w:tr>
      <w:tr w:rsidR="00B45972" w14:paraId="7FB26D4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4D88237" w14:textId="77777777" w:rsidR="00B45972" w:rsidRDefault="00B45972" w:rsidP="00AC3FE8">
            <w:pPr>
              <w:pStyle w:val="TAC"/>
              <w:rPr>
                <w:rFonts w:eastAsia="MS Mincho"/>
                <w:szCs w:val="18"/>
              </w:rPr>
            </w:pPr>
            <w:r>
              <w:rPr>
                <w:rFonts w:eastAsia="MS Mincho" w:cs="Arial"/>
                <w:bCs/>
                <w:szCs w:val="16"/>
              </w:rPr>
              <w:t>DC_41</w:t>
            </w:r>
            <w:r>
              <w:rPr>
                <w:rFonts w:eastAsia="DengXian" w:cs="Arial"/>
                <w:bCs/>
                <w:szCs w:val="16"/>
                <w:lang w:eastAsia="zh-CN"/>
              </w:rPr>
              <w:t>C</w:t>
            </w:r>
            <w:r>
              <w:rPr>
                <w:rFonts w:eastAsia="MS Mincho" w:cs="Arial"/>
                <w:bCs/>
                <w:szCs w:val="16"/>
              </w:rPr>
              <w:t>_n28A-n7</w:t>
            </w:r>
            <w:r>
              <w:rPr>
                <w:rFonts w:eastAsia="DengXian" w:cs="Arial"/>
                <w:bCs/>
                <w:szCs w:val="16"/>
                <w:lang w:eastAsia="zh-CN"/>
              </w:rPr>
              <w:t>7</w:t>
            </w:r>
            <w:r>
              <w:rPr>
                <w:rFonts w:eastAsia="MS Mincho" w:cs="Arial"/>
                <w:bCs/>
                <w:szCs w:val="16"/>
              </w:rPr>
              <w:t>A</w:t>
            </w:r>
          </w:p>
        </w:tc>
        <w:tc>
          <w:tcPr>
            <w:tcW w:w="5862" w:type="dxa"/>
            <w:tcBorders>
              <w:top w:val="single" w:sz="4" w:space="0" w:color="auto"/>
              <w:left w:val="single" w:sz="4" w:space="0" w:color="auto"/>
              <w:bottom w:val="single" w:sz="4" w:space="0" w:color="auto"/>
              <w:right w:val="single" w:sz="4" w:space="0" w:color="auto"/>
            </w:tcBorders>
            <w:hideMark/>
          </w:tcPr>
          <w:p w14:paraId="41085AD0" w14:textId="77777777" w:rsidR="00B45972" w:rsidRDefault="00B45972" w:rsidP="00AC3FE8">
            <w:pPr>
              <w:pStyle w:val="TAC"/>
              <w:rPr>
                <w:szCs w:val="16"/>
              </w:rPr>
            </w:pPr>
            <w:r>
              <w:rPr>
                <w:szCs w:val="16"/>
              </w:rPr>
              <w:t>DC_41A_n28A</w:t>
            </w:r>
          </w:p>
          <w:p w14:paraId="7890A770" w14:textId="77777777" w:rsidR="00B45972" w:rsidRDefault="00B45972" w:rsidP="00AC3FE8">
            <w:pPr>
              <w:pStyle w:val="TAC"/>
              <w:rPr>
                <w:szCs w:val="16"/>
                <w:lang w:eastAsia="zh-CN"/>
              </w:rPr>
            </w:pPr>
            <w:r>
              <w:rPr>
                <w:szCs w:val="16"/>
              </w:rPr>
              <w:t>DC_41A_n7</w:t>
            </w:r>
            <w:r>
              <w:rPr>
                <w:szCs w:val="16"/>
                <w:lang w:eastAsia="zh-CN"/>
              </w:rPr>
              <w:t>7</w:t>
            </w:r>
            <w:r>
              <w:rPr>
                <w:szCs w:val="16"/>
              </w:rPr>
              <w:t>A</w:t>
            </w:r>
          </w:p>
          <w:p w14:paraId="607477A2" w14:textId="77777777" w:rsidR="00B45972" w:rsidRDefault="00B45972" w:rsidP="00AC3FE8">
            <w:pPr>
              <w:pStyle w:val="TAC"/>
              <w:rPr>
                <w:szCs w:val="16"/>
              </w:rPr>
            </w:pPr>
            <w:r>
              <w:rPr>
                <w:szCs w:val="16"/>
              </w:rPr>
              <w:t>DC_41</w:t>
            </w:r>
            <w:r>
              <w:rPr>
                <w:szCs w:val="16"/>
                <w:lang w:eastAsia="zh-CN"/>
              </w:rPr>
              <w:t>C</w:t>
            </w:r>
            <w:r>
              <w:rPr>
                <w:szCs w:val="16"/>
              </w:rPr>
              <w:t>_n28A</w:t>
            </w:r>
          </w:p>
          <w:p w14:paraId="6F1E7D1B" w14:textId="77777777" w:rsidR="00B45972" w:rsidRDefault="00B45972" w:rsidP="00AC3FE8">
            <w:pPr>
              <w:pStyle w:val="TAC"/>
              <w:rPr>
                <w:szCs w:val="18"/>
              </w:rPr>
            </w:pPr>
            <w:r>
              <w:rPr>
                <w:szCs w:val="16"/>
              </w:rPr>
              <w:t>DC_41</w:t>
            </w:r>
            <w:r>
              <w:rPr>
                <w:szCs w:val="16"/>
                <w:lang w:eastAsia="zh-CN"/>
              </w:rPr>
              <w:t>C</w:t>
            </w:r>
            <w:r>
              <w:rPr>
                <w:szCs w:val="16"/>
              </w:rPr>
              <w:t>_n7</w:t>
            </w:r>
            <w:r>
              <w:rPr>
                <w:szCs w:val="16"/>
                <w:lang w:eastAsia="zh-CN"/>
              </w:rPr>
              <w:t>7</w:t>
            </w:r>
            <w:r>
              <w:rPr>
                <w:szCs w:val="16"/>
              </w:rPr>
              <w:t>A</w:t>
            </w:r>
          </w:p>
        </w:tc>
      </w:tr>
      <w:tr w:rsidR="00B45972" w14:paraId="5B8CADE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B17B314" w14:textId="77777777" w:rsidR="00B45972" w:rsidRDefault="00B45972" w:rsidP="00AC3FE8">
            <w:pPr>
              <w:pStyle w:val="TAC"/>
              <w:rPr>
                <w:rFonts w:eastAsia="MS Mincho"/>
                <w:szCs w:val="18"/>
              </w:rPr>
            </w:pPr>
            <w:r>
              <w:rPr>
                <w:rFonts w:eastAsia="MS Mincho" w:cs="Arial"/>
                <w:bCs/>
                <w:szCs w:val="16"/>
              </w:rPr>
              <w:t>DC_41A_n28A-n7</w:t>
            </w:r>
            <w:r>
              <w:rPr>
                <w:rFonts w:eastAsia="DengXian" w:cs="Arial"/>
                <w:bCs/>
                <w:szCs w:val="16"/>
                <w:lang w:eastAsia="zh-CN"/>
              </w:rPr>
              <w:t>8</w:t>
            </w:r>
            <w:r>
              <w:rPr>
                <w:rFonts w:eastAsia="MS Mincho" w:cs="Arial"/>
                <w:bCs/>
                <w:szCs w:val="16"/>
              </w:rPr>
              <w:t>A</w:t>
            </w:r>
          </w:p>
        </w:tc>
        <w:tc>
          <w:tcPr>
            <w:tcW w:w="5862" w:type="dxa"/>
            <w:tcBorders>
              <w:top w:val="single" w:sz="4" w:space="0" w:color="auto"/>
              <w:left w:val="single" w:sz="4" w:space="0" w:color="auto"/>
              <w:bottom w:val="single" w:sz="4" w:space="0" w:color="auto"/>
              <w:right w:val="single" w:sz="4" w:space="0" w:color="auto"/>
            </w:tcBorders>
            <w:hideMark/>
          </w:tcPr>
          <w:p w14:paraId="573E0891" w14:textId="77777777" w:rsidR="00B45972" w:rsidRDefault="00B45972" w:rsidP="00AC3FE8">
            <w:pPr>
              <w:pStyle w:val="TAC"/>
              <w:rPr>
                <w:szCs w:val="16"/>
              </w:rPr>
            </w:pPr>
            <w:r>
              <w:rPr>
                <w:szCs w:val="16"/>
              </w:rPr>
              <w:t>DC_41A_n28A</w:t>
            </w:r>
          </w:p>
          <w:p w14:paraId="01DB77B9" w14:textId="77777777" w:rsidR="00B45972" w:rsidRDefault="00B45972" w:rsidP="00AC3FE8">
            <w:pPr>
              <w:pStyle w:val="TAC"/>
              <w:rPr>
                <w:szCs w:val="18"/>
              </w:rPr>
            </w:pPr>
            <w:r>
              <w:rPr>
                <w:szCs w:val="16"/>
              </w:rPr>
              <w:t>DC_41A_n7</w:t>
            </w:r>
            <w:r>
              <w:rPr>
                <w:szCs w:val="16"/>
                <w:lang w:eastAsia="zh-CN"/>
              </w:rPr>
              <w:t>8</w:t>
            </w:r>
            <w:r>
              <w:rPr>
                <w:szCs w:val="16"/>
              </w:rPr>
              <w:t>A</w:t>
            </w:r>
          </w:p>
        </w:tc>
      </w:tr>
      <w:tr w:rsidR="00B45972" w14:paraId="515536F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EF84B84" w14:textId="77777777" w:rsidR="00B45972" w:rsidRDefault="00B45972" w:rsidP="00AC3FE8">
            <w:pPr>
              <w:pStyle w:val="TAC"/>
              <w:rPr>
                <w:szCs w:val="18"/>
              </w:rPr>
            </w:pPr>
            <w:r>
              <w:t>DC_41</w:t>
            </w:r>
            <w:r>
              <w:rPr>
                <w:rFonts w:eastAsia="DengXian"/>
                <w:lang w:eastAsia="zh-CN"/>
              </w:rPr>
              <w:t>C</w:t>
            </w:r>
            <w:r>
              <w:t>_n28A-n7</w:t>
            </w:r>
            <w:r>
              <w:rPr>
                <w:rFonts w:eastAsia="DengXian"/>
                <w:lang w:eastAsia="zh-CN"/>
              </w:rPr>
              <w:t>8</w:t>
            </w:r>
            <w:r>
              <w:t>A</w:t>
            </w:r>
          </w:p>
        </w:tc>
        <w:tc>
          <w:tcPr>
            <w:tcW w:w="5862" w:type="dxa"/>
            <w:tcBorders>
              <w:top w:val="single" w:sz="4" w:space="0" w:color="auto"/>
              <w:left w:val="single" w:sz="4" w:space="0" w:color="auto"/>
              <w:bottom w:val="single" w:sz="4" w:space="0" w:color="auto"/>
              <w:right w:val="single" w:sz="4" w:space="0" w:color="auto"/>
            </w:tcBorders>
            <w:hideMark/>
          </w:tcPr>
          <w:p w14:paraId="5675D434" w14:textId="77777777" w:rsidR="00B45972" w:rsidRDefault="00B45972" w:rsidP="00AC3FE8">
            <w:pPr>
              <w:pStyle w:val="TAC"/>
              <w:rPr>
                <w:szCs w:val="16"/>
              </w:rPr>
            </w:pPr>
            <w:r>
              <w:rPr>
                <w:szCs w:val="16"/>
              </w:rPr>
              <w:t>DC_41A_n28A</w:t>
            </w:r>
          </w:p>
          <w:p w14:paraId="015AB326" w14:textId="77777777" w:rsidR="00B45972" w:rsidRDefault="00B45972" w:rsidP="00AC3FE8">
            <w:pPr>
              <w:pStyle w:val="TAC"/>
              <w:rPr>
                <w:szCs w:val="16"/>
                <w:lang w:eastAsia="zh-CN"/>
              </w:rPr>
            </w:pPr>
            <w:r>
              <w:rPr>
                <w:szCs w:val="16"/>
              </w:rPr>
              <w:t>DC_41A_n7</w:t>
            </w:r>
            <w:r>
              <w:rPr>
                <w:szCs w:val="16"/>
                <w:lang w:eastAsia="zh-CN"/>
              </w:rPr>
              <w:t>8</w:t>
            </w:r>
            <w:r>
              <w:rPr>
                <w:szCs w:val="16"/>
              </w:rPr>
              <w:t>A</w:t>
            </w:r>
          </w:p>
          <w:p w14:paraId="0F976DA2" w14:textId="77777777" w:rsidR="00B45972" w:rsidRDefault="00B45972" w:rsidP="00AC3FE8">
            <w:pPr>
              <w:pStyle w:val="TAC"/>
              <w:rPr>
                <w:szCs w:val="16"/>
              </w:rPr>
            </w:pPr>
            <w:r>
              <w:rPr>
                <w:szCs w:val="16"/>
              </w:rPr>
              <w:t>DC_41</w:t>
            </w:r>
            <w:r>
              <w:rPr>
                <w:szCs w:val="16"/>
                <w:lang w:eastAsia="zh-CN"/>
              </w:rPr>
              <w:t>C</w:t>
            </w:r>
            <w:r>
              <w:rPr>
                <w:szCs w:val="16"/>
              </w:rPr>
              <w:t>_n28A</w:t>
            </w:r>
          </w:p>
          <w:p w14:paraId="3F559580" w14:textId="77777777" w:rsidR="00B45972" w:rsidRDefault="00B45972" w:rsidP="00AC3FE8">
            <w:pPr>
              <w:pStyle w:val="TAC"/>
              <w:rPr>
                <w:szCs w:val="18"/>
              </w:rPr>
            </w:pPr>
            <w:r>
              <w:rPr>
                <w:szCs w:val="16"/>
              </w:rPr>
              <w:t>DC_41</w:t>
            </w:r>
            <w:r>
              <w:rPr>
                <w:szCs w:val="16"/>
                <w:lang w:eastAsia="zh-CN"/>
              </w:rPr>
              <w:t>C</w:t>
            </w:r>
            <w:r>
              <w:rPr>
                <w:szCs w:val="16"/>
              </w:rPr>
              <w:t>_n7</w:t>
            </w:r>
            <w:r>
              <w:rPr>
                <w:szCs w:val="16"/>
                <w:lang w:eastAsia="zh-CN"/>
              </w:rPr>
              <w:t>8</w:t>
            </w:r>
            <w:r>
              <w:rPr>
                <w:szCs w:val="16"/>
              </w:rPr>
              <w:t>A</w:t>
            </w:r>
          </w:p>
        </w:tc>
      </w:tr>
      <w:tr w:rsidR="00B45972" w14:paraId="3B81F9C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D2978D7" w14:textId="77777777" w:rsidR="00B45972" w:rsidRDefault="00B45972" w:rsidP="00AC3FE8">
            <w:pPr>
              <w:pStyle w:val="TAC"/>
              <w:rPr>
                <w:lang w:eastAsia="zh-TW"/>
              </w:rPr>
            </w:pPr>
            <w:r>
              <w:rPr>
                <w:lang w:eastAsia="zh-TW"/>
              </w:rPr>
              <w:t>DC_(n)41AA-n78A</w:t>
            </w:r>
          </w:p>
          <w:p w14:paraId="4B0DC046" w14:textId="77777777" w:rsidR="00B45972" w:rsidRDefault="00B45972" w:rsidP="00AC3FE8">
            <w:pPr>
              <w:pStyle w:val="TAC"/>
              <w:rPr>
                <w:lang w:eastAsia="zh-TW"/>
              </w:rPr>
            </w:pPr>
            <w:r>
              <w:rPr>
                <w:lang w:eastAsia="zh-TW"/>
              </w:rPr>
              <w:t>DC_(n)41CA-n78A</w:t>
            </w:r>
          </w:p>
          <w:p w14:paraId="6996140B" w14:textId="77777777" w:rsidR="00B45972" w:rsidRDefault="00B45972" w:rsidP="00AC3FE8">
            <w:pPr>
              <w:pStyle w:val="TAC"/>
              <w:rPr>
                <w:szCs w:val="18"/>
              </w:rPr>
            </w:pPr>
            <w:r>
              <w:rPr>
                <w:lang w:eastAsia="zh-TW"/>
              </w:rPr>
              <w:t>DC_(n)41DA-n78A</w:t>
            </w:r>
          </w:p>
        </w:tc>
        <w:tc>
          <w:tcPr>
            <w:tcW w:w="5862" w:type="dxa"/>
            <w:tcBorders>
              <w:top w:val="single" w:sz="4" w:space="0" w:color="auto"/>
              <w:left w:val="single" w:sz="4" w:space="0" w:color="auto"/>
              <w:bottom w:val="single" w:sz="4" w:space="0" w:color="auto"/>
              <w:right w:val="single" w:sz="4" w:space="0" w:color="auto"/>
            </w:tcBorders>
            <w:hideMark/>
          </w:tcPr>
          <w:p w14:paraId="3D8BE94D" w14:textId="77777777" w:rsidR="00B45972" w:rsidRDefault="00B45972" w:rsidP="00AC3FE8">
            <w:pPr>
              <w:pStyle w:val="TAC"/>
              <w:rPr>
                <w:szCs w:val="18"/>
              </w:rPr>
            </w:pPr>
            <w:r>
              <w:rPr>
                <w:rFonts w:eastAsia="Malgun Gothic"/>
                <w:szCs w:val="16"/>
                <w:lang w:eastAsia="ko-KR"/>
              </w:rPr>
              <w:t>DC_41A_n78A</w:t>
            </w:r>
          </w:p>
        </w:tc>
      </w:tr>
      <w:tr w:rsidR="00B45972" w14:paraId="53741C8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4571F3C" w14:textId="77777777" w:rsidR="00B45972" w:rsidRDefault="00B45972" w:rsidP="00AC3FE8">
            <w:pPr>
              <w:pStyle w:val="TAC"/>
            </w:pPr>
            <w:r>
              <w:t>DC_41A-42A_n77A</w:t>
            </w:r>
            <w:r>
              <w:rPr>
                <w:noProof/>
                <w:vertAlign w:val="superscript"/>
                <w:lang w:eastAsia="zh-CN"/>
              </w:rPr>
              <w:t>10,11</w:t>
            </w:r>
          </w:p>
          <w:p w14:paraId="1D55E42A" w14:textId="77777777" w:rsidR="00B45972" w:rsidRDefault="00B45972" w:rsidP="00AC3FE8">
            <w:pPr>
              <w:pStyle w:val="TAC"/>
              <w:rPr>
                <w:lang w:eastAsia="fr-FR"/>
              </w:rPr>
            </w:pPr>
            <w:r>
              <w:t>DC_41A-42C_n77A</w:t>
            </w:r>
            <w:r>
              <w:rPr>
                <w:noProof/>
                <w:vertAlign w:val="superscript"/>
                <w:lang w:eastAsia="zh-CN"/>
              </w:rPr>
              <w:t>10,11</w:t>
            </w:r>
          </w:p>
          <w:p w14:paraId="031EEEE9" w14:textId="77777777" w:rsidR="00B45972" w:rsidRDefault="00B45972" w:rsidP="00AC3FE8">
            <w:pPr>
              <w:pStyle w:val="TAC"/>
            </w:pPr>
            <w:r>
              <w:t>DC_41C-42A_n77A</w:t>
            </w:r>
            <w:r>
              <w:rPr>
                <w:noProof/>
                <w:vertAlign w:val="superscript"/>
                <w:lang w:eastAsia="zh-CN"/>
              </w:rPr>
              <w:t>10,11</w:t>
            </w:r>
          </w:p>
          <w:p w14:paraId="54C01757" w14:textId="77777777" w:rsidR="00B45972" w:rsidRDefault="00B45972" w:rsidP="00AC3FE8">
            <w:pPr>
              <w:pStyle w:val="TAC"/>
              <w:rPr>
                <w:noProof/>
                <w:lang w:eastAsia="zh-CN"/>
              </w:rPr>
            </w:pPr>
            <w:r>
              <w:t>DC_41C-42C_n77A</w:t>
            </w:r>
            <w:r>
              <w:rPr>
                <w:noProof/>
                <w:vertAlign w:val="superscript"/>
                <w:lang w:eastAsia="zh-CN"/>
              </w:rPr>
              <w:t>10,11</w:t>
            </w:r>
          </w:p>
        </w:tc>
        <w:tc>
          <w:tcPr>
            <w:tcW w:w="5862" w:type="dxa"/>
            <w:tcBorders>
              <w:top w:val="single" w:sz="4" w:space="0" w:color="auto"/>
              <w:left w:val="single" w:sz="4" w:space="0" w:color="auto"/>
              <w:bottom w:val="single" w:sz="4" w:space="0" w:color="auto"/>
              <w:right w:val="single" w:sz="4" w:space="0" w:color="auto"/>
            </w:tcBorders>
            <w:hideMark/>
          </w:tcPr>
          <w:p w14:paraId="684C555F" w14:textId="77777777" w:rsidR="00B45972" w:rsidRDefault="00B45972" w:rsidP="00AC3FE8">
            <w:pPr>
              <w:pStyle w:val="TAC"/>
              <w:rPr>
                <w:noProof/>
                <w:lang w:eastAsia="zh-CN"/>
              </w:rPr>
            </w:pPr>
            <w:r>
              <w:rPr>
                <w:lang w:eastAsia="ja-JP"/>
              </w:rPr>
              <w:t>DC_</w:t>
            </w:r>
            <w:r>
              <w:rPr>
                <w:lang w:eastAsia="zh-CN"/>
              </w:rPr>
              <w:t>41</w:t>
            </w:r>
            <w:r>
              <w:rPr>
                <w:lang w:eastAsia="ja-JP"/>
              </w:rPr>
              <w:t>A_n7</w:t>
            </w:r>
            <w:r>
              <w:rPr>
                <w:lang w:eastAsia="zh-CN"/>
              </w:rPr>
              <w:t>7</w:t>
            </w:r>
            <w:r>
              <w:rPr>
                <w:lang w:eastAsia="ja-JP"/>
              </w:rPr>
              <w:t>A</w:t>
            </w:r>
          </w:p>
        </w:tc>
      </w:tr>
      <w:tr w:rsidR="00B45972" w14:paraId="3D159CA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876C939" w14:textId="77777777" w:rsidR="00B45972" w:rsidRDefault="00B45972" w:rsidP="00AC3FE8">
            <w:pPr>
              <w:pStyle w:val="TAC"/>
            </w:pPr>
            <w:r>
              <w:t>DC_41A-42A_n7</w:t>
            </w:r>
            <w:r>
              <w:rPr>
                <w:lang w:eastAsia="zh-CN"/>
              </w:rPr>
              <w:t>8</w:t>
            </w:r>
            <w:r>
              <w:t>A</w:t>
            </w:r>
            <w:r>
              <w:rPr>
                <w:noProof/>
                <w:vertAlign w:val="superscript"/>
                <w:lang w:eastAsia="zh-CN"/>
              </w:rPr>
              <w:t>10,11</w:t>
            </w:r>
          </w:p>
          <w:p w14:paraId="70125E4E" w14:textId="77777777" w:rsidR="00B45972" w:rsidRDefault="00B45972" w:rsidP="00AC3FE8">
            <w:pPr>
              <w:pStyle w:val="TAC"/>
            </w:pPr>
            <w:r>
              <w:rPr>
                <w:lang w:eastAsia="ja-JP"/>
              </w:rPr>
              <w:t>DC_41A-42C_n78A</w:t>
            </w:r>
            <w:r>
              <w:rPr>
                <w:noProof/>
                <w:vertAlign w:val="superscript"/>
                <w:lang w:eastAsia="zh-CN"/>
              </w:rPr>
              <w:t>10,11</w:t>
            </w:r>
          </w:p>
          <w:p w14:paraId="0BB8C4EF" w14:textId="77777777" w:rsidR="00B45972" w:rsidRDefault="00B45972" w:rsidP="00AC3FE8">
            <w:pPr>
              <w:pStyle w:val="TAC"/>
              <w:rPr>
                <w:lang w:eastAsia="ja-JP"/>
              </w:rPr>
            </w:pPr>
            <w:r>
              <w:rPr>
                <w:lang w:eastAsia="ja-JP"/>
              </w:rPr>
              <w:t>DC_41C-42A_n78A</w:t>
            </w:r>
            <w:r>
              <w:rPr>
                <w:noProof/>
                <w:vertAlign w:val="superscript"/>
                <w:lang w:eastAsia="zh-CN"/>
              </w:rPr>
              <w:t>10,11</w:t>
            </w:r>
          </w:p>
          <w:p w14:paraId="4A67BC32" w14:textId="77777777" w:rsidR="00B45972" w:rsidRDefault="00B45972" w:rsidP="00AC3FE8">
            <w:pPr>
              <w:pStyle w:val="TAC"/>
              <w:rPr>
                <w:noProof/>
                <w:lang w:eastAsia="zh-CN"/>
              </w:rPr>
            </w:pPr>
            <w:r>
              <w:rPr>
                <w:lang w:eastAsia="ja-JP"/>
              </w:rPr>
              <w:t>DC_41C-42C_n78A</w:t>
            </w:r>
            <w:r>
              <w:rPr>
                <w:noProof/>
                <w:vertAlign w:val="superscript"/>
                <w:lang w:eastAsia="zh-CN"/>
              </w:rPr>
              <w:t>10,11</w:t>
            </w:r>
          </w:p>
        </w:tc>
        <w:tc>
          <w:tcPr>
            <w:tcW w:w="5862" w:type="dxa"/>
            <w:tcBorders>
              <w:top w:val="single" w:sz="4" w:space="0" w:color="auto"/>
              <w:left w:val="single" w:sz="4" w:space="0" w:color="auto"/>
              <w:bottom w:val="single" w:sz="4" w:space="0" w:color="auto"/>
              <w:right w:val="single" w:sz="4" w:space="0" w:color="auto"/>
            </w:tcBorders>
            <w:hideMark/>
          </w:tcPr>
          <w:p w14:paraId="08ABACEC" w14:textId="77777777" w:rsidR="00B45972" w:rsidRDefault="00B45972" w:rsidP="00AC3FE8">
            <w:pPr>
              <w:pStyle w:val="TAC"/>
              <w:rPr>
                <w:noProof/>
                <w:lang w:eastAsia="zh-CN"/>
              </w:rPr>
            </w:pPr>
            <w:r>
              <w:rPr>
                <w:lang w:eastAsia="ja-JP"/>
              </w:rPr>
              <w:t>DC_</w:t>
            </w:r>
            <w:r>
              <w:rPr>
                <w:lang w:eastAsia="zh-CN"/>
              </w:rPr>
              <w:t>41</w:t>
            </w:r>
            <w:r>
              <w:rPr>
                <w:lang w:eastAsia="ja-JP"/>
              </w:rPr>
              <w:t>A_n7</w:t>
            </w:r>
            <w:r>
              <w:rPr>
                <w:lang w:eastAsia="zh-CN"/>
              </w:rPr>
              <w:t>8</w:t>
            </w:r>
            <w:r>
              <w:rPr>
                <w:lang w:eastAsia="ja-JP"/>
              </w:rPr>
              <w:t>A</w:t>
            </w:r>
          </w:p>
        </w:tc>
      </w:tr>
      <w:tr w:rsidR="00B45972" w14:paraId="7D855B5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12747A7" w14:textId="77777777" w:rsidR="00B45972" w:rsidRDefault="00B45972" w:rsidP="00AC3FE8">
            <w:pPr>
              <w:pStyle w:val="TAC"/>
              <w:rPr>
                <w:rFonts w:cs="Malgun Gothic"/>
                <w:lang w:eastAsia="ja-JP"/>
              </w:rPr>
            </w:pPr>
            <w:r>
              <w:rPr>
                <w:rFonts w:cs="Malgun Gothic"/>
                <w:lang w:eastAsia="ja-JP"/>
              </w:rPr>
              <w:t>DC_41A-42A_n79A</w:t>
            </w:r>
          </w:p>
          <w:p w14:paraId="5AF47FBF" w14:textId="77777777" w:rsidR="00B45972" w:rsidRDefault="00B45972" w:rsidP="00AC3FE8">
            <w:pPr>
              <w:pStyle w:val="TAC"/>
              <w:rPr>
                <w:lang w:eastAsia="ja-JP"/>
              </w:rPr>
            </w:pPr>
            <w:r>
              <w:rPr>
                <w:lang w:eastAsia="ja-JP"/>
              </w:rPr>
              <w:t>DC_41A-42C_n79A</w:t>
            </w:r>
          </w:p>
          <w:p w14:paraId="70D5B76C" w14:textId="77777777" w:rsidR="00B45972" w:rsidRDefault="00B45972" w:rsidP="00AC3FE8">
            <w:pPr>
              <w:pStyle w:val="TAC"/>
              <w:rPr>
                <w:lang w:eastAsia="ja-JP"/>
              </w:rPr>
            </w:pPr>
            <w:r>
              <w:rPr>
                <w:lang w:eastAsia="ja-JP"/>
              </w:rPr>
              <w:t>DC_41C-42A_n79A</w:t>
            </w:r>
          </w:p>
          <w:p w14:paraId="51EAAB43" w14:textId="77777777" w:rsidR="00B45972" w:rsidRDefault="00B45972" w:rsidP="00AC3FE8">
            <w:pPr>
              <w:pStyle w:val="TAC"/>
            </w:pPr>
            <w:r>
              <w:rPr>
                <w:lang w:eastAsia="ja-JP"/>
              </w:rPr>
              <w:t>DC_41C-42C_n79A</w:t>
            </w:r>
          </w:p>
        </w:tc>
        <w:tc>
          <w:tcPr>
            <w:tcW w:w="5862" w:type="dxa"/>
            <w:tcBorders>
              <w:top w:val="single" w:sz="4" w:space="0" w:color="auto"/>
              <w:left w:val="single" w:sz="4" w:space="0" w:color="auto"/>
              <w:bottom w:val="single" w:sz="4" w:space="0" w:color="auto"/>
              <w:right w:val="single" w:sz="4" w:space="0" w:color="auto"/>
            </w:tcBorders>
            <w:hideMark/>
          </w:tcPr>
          <w:p w14:paraId="32B8FB16" w14:textId="77777777" w:rsidR="00B45972" w:rsidRDefault="00B45972" w:rsidP="00AC3FE8">
            <w:pPr>
              <w:pStyle w:val="TAC"/>
              <w:rPr>
                <w:lang w:eastAsia="ja-JP"/>
              </w:rPr>
            </w:pPr>
            <w:r>
              <w:rPr>
                <w:lang w:eastAsia="ja-JP"/>
              </w:rPr>
              <w:t>DC_41A_n79A</w:t>
            </w:r>
          </w:p>
        </w:tc>
      </w:tr>
      <w:tr w:rsidR="00B45972" w14:paraId="7A8F6D4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00E55CE" w14:textId="77777777" w:rsidR="00B45972" w:rsidRPr="009452BA" w:rsidRDefault="00B45972" w:rsidP="00AC3FE8">
            <w:pPr>
              <w:pStyle w:val="TAC"/>
              <w:rPr>
                <w:rFonts w:cs="Malgun Gothic"/>
                <w:vertAlign w:val="superscript"/>
                <w:lang w:eastAsia="ja-JP"/>
              </w:rPr>
            </w:pPr>
            <w:r>
              <w:rPr>
                <w:rFonts w:cs="Arial"/>
                <w:szCs w:val="18"/>
              </w:rPr>
              <w:t>DC_42A_n28A-n77A</w:t>
            </w:r>
            <w:r>
              <w:rPr>
                <w:rFonts w:cs="Arial"/>
                <w:szCs w:val="18"/>
                <w:vertAlign w:val="superscript"/>
              </w:rPr>
              <w:t>10,11</w:t>
            </w:r>
          </w:p>
        </w:tc>
        <w:tc>
          <w:tcPr>
            <w:tcW w:w="5862" w:type="dxa"/>
            <w:tcBorders>
              <w:top w:val="single" w:sz="4" w:space="0" w:color="auto"/>
              <w:left w:val="single" w:sz="4" w:space="0" w:color="auto"/>
              <w:bottom w:val="single" w:sz="4" w:space="0" w:color="auto"/>
              <w:right w:val="single" w:sz="4" w:space="0" w:color="auto"/>
            </w:tcBorders>
            <w:hideMark/>
          </w:tcPr>
          <w:p w14:paraId="40FE65AD" w14:textId="77777777" w:rsidR="00B45972" w:rsidRDefault="00B45972" w:rsidP="00AC3FE8">
            <w:pPr>
              <w:pStyle w:val="TAC"/>
              <w:rPr>
                <w:lang w:eastAsia="ja-JP"/>
              </w:rPr>
            </w:pPr>
            <w:r>
              <w:rPr>
                <w:rFonts w:cs="Arial"/>
                <w:lang w:eastAsia="zh-CN"/>
              </w:rPr>
              <w:t>DC_42A</w:t>
            </w:r>
            <w:r>
              <w:rPr>
                <w:rFonts w:eastAsia="Malgun Gothic" w:cs="Arial"/>
                <w:lang w:eastAsia="ko-KR"/>
              </w:rPr>
              <w:t>_</w:t>
            </w:r>
            <w:r>
              <w:rPr>
                <w:rFonts w:cs="Arial"/>
                <w:lang w:eastAsia="zh-CN"/>
              </w:rPr>
              <w:t>n28A</w:t>
            </w:r>
          </w:p>
        </w:tc>
      </w:tr>
      <w:tr w:rsidR="00B45972" w14:paraId="522EADE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B5FEC38" w14:textId="77777777" w:rsidR="00B45972" w:rsidRDefault="00B45972" w:rsidP="00AC3FE8">
            <w:pPr>
              <w:pStyle w:val="TAC"/>
              <w:rPr>
                <w:rFonts w:cs="Malgun Gothic"/>
                <w:lang w:eastAsia="ja-JP"/>
              </w:rPr>
            </w:pPr>
            <w:r>
              <w:rPr>
                <w:rFonts w:cs="Arial"/>
                <w:szCs w:val="18"/>
              </w:rPr>
              <w:t>DC_42A_n28A-n77(2A)</w:t>
            </w:r>
            <w:r>
              <w:rPr>
                <w:rFonts w:cs="Arial"/>
                <w:szCs w:val="18"/>
                <w:vertAlign w:val="superscript"/>
              </w:rPr>
              <w:t>10,11</w:t>
            </w:r>
          </w:p>
        </w:tc>
        <w:tc>
          <w:tcPr>
            <w:tcW w:w="5862" w:type="dxa"/>
            <w:tcBorders>
              <w:top w:val="single" w:sz="4" w:space="0" w:color="auto"/>
              <w:left w:val="single" w:sz="4" w:space="0" w:color="auto"/>
              <w:bottom w:val="single" w:sz="4" w:space="0" w:color="auto"/>
              <w:right w:val="single" w:sz="4" w:space="0" w:color="auto"/>
            </w:tcBorders>
            <w:hideMark/>
          </w:tcPr>
          <w:p w14:paraId="59F61FCC" w14:textId="77777777" w:rsidR="00B45972" w:rsidRDefault="00B45972" w:rsidP="00AC3FE8">
            <w:pPr>
              <w:pStyle w:val="TAC"/>
              <w:rPr>
                <w:lang w:eastAsia="ja-JP"/>
              </w:rPr>
            </w:pPr>
            <w:r>
              <w:rPr>
                <w:rFonts w:cs="Arial"/>
                <w:lang w:eastAsia="zh-CN"/>
              </w:rPr>
              <w:t>DC_42A</w:t>
            </w:r>
            <w:r>
              <w:rPr>
                <w:rFonts w:eastAsia="Malgun Gothic" w:cs="Arial"/>
                <w:lang w:eastAsia="ko-KR"/>
              </w:rPr>
              <w:t>_</w:t>
            </w:r>
            <w:r>
              <w:rPr>
                <w:rFonts w:cs="Arial"/>
                <w:lang w:eastAsia="zh-CN"/>
              </w:rPr>
              <w:t>n28A</w:t>
            </w:r>
          </w:p>
        </w:tc>
      </w:tr>
      <w:tr w:rsidR="00B45972" w14:paraId="43E920E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3D233C2" w14:textId="77777777" w:rsidR="00B45972" w:rsidRDefault="00B45972" w:rsidP="00AC3FE8">
            <w:pPr>
              <w:pStyle w:val="TAC"/>
              <w:rPr>
                <w:rFonts w:cs="Malgun Gothic"/>
                <w:lang w:eastAsia="ja-JP"/>
              </w:rPr>
            </w:pPr>
            <w:r>
              <w:rPr>
                <w:rFonts w:cs="Arial"/>
                <w:szCs w:val="18"/>
              </w:rPr>
              <w:lastRenderedPageBreak/>
              <w:t>DC_42C_n28A-n77A</w:t>
            </w:r>
            <w:r>
              <w:rPr>
                <w:rFonts w:cs="Arial"/>
                <w:szCs w:val="18"/>
                <w:vertAlign w:val="superscript"/>
              </w:rPr>
              <w:t>10,11</w:t>
            </w:r>
          </w:p>
        </w:tc>
        <w:tc>
          <w:tcPr>
            <w:tcW w:w="5862" w:type="dxa"/>
            <w:tcBorders>
              <w:top w:val="single" w:sz="4" w:space="0" w:color="auto"/>
              <w:left w:val="single" w:sz="4" w:space="0" w:color="auto"/>
              <w:bottom w:val="single" w:sz="4" w:space="0" w:color="auto"/>
              <w:right w:val="single" w:sz="4" w:space="0" w:color="auto"/>
            </w:tcBorders>
            <w:hideMark/>
          </w:tcPr>
          <w:p w14:paraId="12188633" w14:textId="77777777" w:rsidR="00B45972" w:rsidRDefault="00B45972" w:rsidP="00AC3FE8">
            <w:pPr>
              <w:pStyle w:val="TAC"/>
              <w:rPr>
                <w:rFonts w:cs="Arial"/>
                <w:lang w:eastAsia="zh-CN"/>
              </w:rPr>
            </w:pPr>
            <w:r>
              <w:rPr>
                <w:rFonts w:cs="Arial"/>
                <w:lang w:eastAsia="zh-CN"/>
              </w:rPr>
              <w:t>DC_42A</w:t>
            </w:r>
            <w:r>
              <w:rPr>
                <w:rFonts w:eastAsia="Malgun Gothic" w:cs="Arial"/>
                <w:lang w:eastAsia="ko-KR"/>
              </w:rPr>
              <w:t>_</w:t>
            </w:r>
            <w:r>
              <w:rPr>
                <w:rFonts w:cs="Arial"/>
                <w:lang w:eastAsia="zh-CN"/>
              </w:rPr>
              <w:t>n28A</w:t>
            </w:r>
          </w:p>
          <w:p w14:paraId="51E11B82" w14:textId="77777777" w:rsidR="00B45972" w:rsidRDefault="00B45972" w:rsidP="00AC3FE8">
            <w:pPr>
              <w:pStyle w:val="TAC"/>
              <w:rPr>
                <w:lang w:eastAsia="ja-JP"/>
              </w:rPr>
            </w:pPr>
            <w:r>
              <w:rPr>
                <w:rFonts w:cs="Arial"/>
                <w:lang w:eastAsia="zh-CN"/>
              </w:rPr>
              <w:t>DC_42C</w:t>
            </w:r>
            <w:r>
              <w:rPr>
                <w:rFonts w:eastAsia="Malgun Gothic" w:cs="Arial"/>
                <w:lang w:eastAsia="ko-KR"/>
              </w:rPr>
              <w:t>_</w:t>
            </w:r>
            <w:r>
              <w:rPr>
                <w:rFonts w:cs="Arial"/>
                <w:lang w:eastAsia="zh-CN"/>
              </w:rPr>
              <w:t>n28A</w:t>
            </w:r>
          </w:p>
        </w:tc>
      </w:tr>
      <w:tr w:rsidR="00B45972" w14:paraId="6B6A423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1A0B747" w14:textId="77777777" w:rsidR="00B45972" w:rsidRDefault="00B45972" w:rsidP="00AC3FE8">
            <w:pPr>
              <w:pStyle w:val="TAC"/>
              <w:rPr>
                <w:rFonts w:cs="Malgun Gothic"/>
                <w:lang w:eastAsia="ja-JP"/>
              </w:rPr>
            </w:pPr>
            <w:r>
              <w:rPr>
                <w:rFonts w:cs="Arial"/>
                <w:szCs w:val="18"/>
              </w:rPr>
              <w:t>DC_42C_n28A-n77(2A)</w:t>
            </w:r>
            <w:r>
              <w:rPr>
                <w:rFonts w:cs="Arial"/>
                <w:szCs w:val="18"/>
                <w:vertAlign w:val="superscript"/>
              </w:rPr>
              <w:t>10,11</w:t>
            </w:r>
          </w:p>
        </w:tc>
        <w:tc>
          <w:tcPr>
            <w:tcW w:w="5862" w:type="dxa"/>
            <w:tcBorders>
              <w:top w:val="single" w:sz="4" w:space="0" w:color="auto"/>
              <w:left w:val="single" w:sz="4" w:space="0" w:color="auto"/>
              <w:bottom w:val="single" w:sz="4" w:space="0" w:color="auto"/>
              <w:right w:val="single" w:sz="4" w:space="0" w:color="auto"/>
            </w:tcBorders>
            <w:hideMark/>
          </w:tcPr>
          <w:p w14:paraId="6DA40BD0" w14:textId="77777777" w:rsidR="00B45972" w:rsidRDefault="00B45972" w:rsidP="00AC3FE8">
            <w:pPr>
              <w:pStyle w:val="TAC"/>
              <w:rPr>
                <w:rFonts w:cs="Arial"/>
                <w:lang w:eastAsia="zh-CN"/>
              </w:rPr>
            </w:pPr>
            <w:r>
              <w:rPr>
                <w:rFonts w:cs="Arial"/>
                <w:lang w:eastAsia="zh-CN"/>
              </w:rPr>
              <w:t>DC_42A</w:t>
            </w:r>
            <w:r>
              <w:rPr>
                <w:rFonts w:eastAsia="Malgun Gothic" w:cs="Arial"/>
                <w:lang w:eastAsia="ko-KR"/>
              </w:rPr>
              <w:t>_</w:t>
            </w:r>
            <w:r>
              <w:rPr>
                <w:rFonts w:cs="Arial"/>
                <w:lang w:eastAsia="zh-CN"/>
              </w:rPr>
              <w:t>n28A</w:t>
            </w:r>
          </w:p>
          <w:p w14:paraId="49660F6A" w14:textId="77777777" w:rsidR="00B45972" w:rsidRDefault="00B45972" w:rsidP="00AC3FE8">
            <w:pPr>
              <w:pStyle w:val="TAC"/>
              <w:rPr>
                <w:lang w:eastAsia="ja-JP"/>
              </w:rPr>
            </w:pPr>
            <w:r>
              <w:rPr>
                <w:rFonts w:cs="Arial"/>
                <w:lang w:eastAsia="zh-CN"/>
              </w:rPr>
              <w:t>DC_42C</w:t>
            </w:r>
            <w:r>
              <w:rPr>
                <w:rFonts w:eastAsia="Malgun Gothic" w:cs="Arial"/>
                <w:lang w:eastAsia="ko-KR"/>
              </w:rPr>
              <w:t>_</w:t>
            </w:r>
            <w:r>
              <w:rPr>
                <w:rFonts w:cs="Arial"/>
                <w:lang w:eastAsia="zh-CN"/>
              </w:rPr>
              <w:t>n28A</w:t>
            </w:r>
          </w:p>
        </w:tc>
      </w:tr>
      <w:tr w:rsidR="00B45972" w14:paraId="2A95CD9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67B9A69" w14:textId="77777777" w:rsidR="00B45972" w:rsidRDefault="00B45972" w:rsidP="00AC3FE8">
            <w:pPr>
              <w:pStyle w:val="TAC"/>
              <w:rPr>
                <w:rFonts w:eastAsia="MS Mincho"/>
                <w:lang w:eastAsia="ja-JP"/>
              </w:rPr>
            </w:pPr>
            <w:r>
              <w:rPr>
                <w:lang w:eastAsia="ja-JP"/>
              </w:rPr>
              <w:t>DC_46A-66A_n5A</w:t>
            </w:r>
          </w:p>
          <w:p w14:paraId="2EDFAB5A" w14:textId="77777777" w:rsidR="00B45972" w:rsidRDefault="00B45972" w:rsidP="00AC3FE8">
            <w:pPr>
              <w:pStyle w:val="TAC"/>
              <w:rPr>
                <w:lang w:eastAsia="ja-JP"/>
              </w:rPr>
            </w:pPr>
            <w:r>
              <w:rPr>
                <w:lang w:eastAsia="ja-JP"/>
              </w:rPr>
              <w:t>DC_46C-66A_n5A</w:t>
            </w:r>
          </w:p>
          <w:p w14:paraId="55BD632D" w14:textId="77777777" w:rsidR="00B45972" w:rsidRDefault="00B45972" w:rsidP="00AC3FE8">
            <w:pPr>
              <w:pStyle w:val="TAC"/>
              <w:rPr>
                <w:lang w:eastAsia="ja-JP"/>
              </w:rPr>
            </w:pPr>
            <w:r>
              <w:rPr>
                <w:lang w:eastAsia="ja-JP"/>
              </w:rPr>
              <w:t>DC_46D-66A_n5A</w:t>
            </w:r>
          </w:p>
          <w:p w14:paraId="5D929A20" w14:textId="77777777" w:rsidR="00B45972" w:rsidRDefault="00B45972" w:rsidP="00AC3FE8">
            <w:pPr>
              <w:pStyle w:val="TAC"/>
              <w:rPr>
                <w:rFonts w:cs="Malgun Gothic"/>
                <w:lang w:eastAsia="ja-JP"/>
              </w:rPr>
            </w:pPr>
            <w:r>
              <w:rPr>
                <w:lang w:eastAsia="ja-JP"/>
              </w:rPr>
              <w:t>DC_46E-66A_n5A</w:t>
            </w:r>
          </w:p>
        </w:tc>
        <w:tc>
          <w:tcPr>
            <w:tcW w:w="5862" w:type="dxa"/>
            <w:tcBorders>
              <w:top w:val="single" w:sz="4" w:space="0" w:color="auto"/>
              <w:left w:val="single" w:sz="4" w:space="0" w:color="auto"/>
              <w:bottom w:val="single" w:sz="4" w:space="0" w:color="auto"/>
              <w:right w:val="single" w:sz="4" w:space="0" w:color="auto"/>
            </w:tcBorders>
            <w:hideMark/>
          </w:tcPr>
          <w:p w14:paraId="5C2FA33A" w14:textId="77777777" w:rsidR="00B45972" w:rsidRDefault="00B45972" w:rsidP="00AC3FE8">
            <w:pPr>
              <w:pStyle w:val="TAC"/>
              <w:rPr>
                <w:lang w:eastAsia="ja-JP"/>
              </w:rPr>
            </w:pPr>
            <w:r>
              <w:rPr>
                <w:lang w:eastAsia="ja-JP"/>
              </w:rPr>
              <w:t>DC_66A_n5A</w:t>
            </w:r>
          </w:p>
        </w:tc>
      </w:tr>
      <w:tr w:rsidR="00B45972" w14:paraId="58165B3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FFD4524" w14:textId="77777777" w:rsidR="00B45972" w:rsidRDefault="00B45972" w:rsidP="00AC3FE8">
            <w:pPr>
              <w:pStyle w:val="TAC"/>
            </w:pPr>
            <w:r>
              <w:t>DC_46A-66A_n25A</w:t>
            </w:r>
          </w:p>
          <w:p w14:paraId="425258C2" w14:textId="77777777" w:rsidR="00B45972" w:rsidRDefault="00B45972" w:rsidP="00AC3FE8">
            <w:pPr>
              <w:pStyle w:val="TAC"/>
              <w:rPr>
                <w:lang w:eastAsia="fr-FR"/>
              </w:rPr>
            </w:pPr>
            <w:r>
              <w:t>DC_46C-66A_n25A</w:t>
            </w:r>
          </w:p>
          <w:p w14:paraId="6C23ECC8" w14:textId="77777777" w:rsidR="00B45972" w:rsidRDefault="00B45972" w:rsidP="00AC3FE8">
            <w:pPr>
              <w:pStyle w:val="TAC"/>
              <w:rPr>
                <w:rFonts w:cs="Malgun Gothic"/>
                <w:lang w:eastAsia="ja-JP"/>
              </w:rPr>
            </w:pPr>
            <w:r>
              <w:t>DC_46D-66A_n25A</w:t>
            </w:r>
          </w:p>
        </w:tc>
        <w:tc>
          <w:tcPr>
            <w:tcW w:w="5862" w:type="dxa"/>
            <w:tcBorders>
              <w:top w:val="single" w:sz="4" w:space="0" w:color="auto"/>
              <w:left w:val="single" w:sz="4" w:space="0" w:color="auto"/>
              <w:bottom w:val="single" w:sz="4" w:space="0" w:color="auto"/>
              <w:right w:val="single" w:sz="4" w:space="0" w:color="auto"/>
            </w:tcBorders>
            <w:hideMark/>
          </w:tcPr>
          <w:p w14:paraId="393F9A7C" w14:textId="77777777" w:rsidR="00B45972" w:rsidRDefault="00B45972" w:rsidP="00AC3FE8">
            <w:pPr>
              <w:pStyle w:val="TAC"/>
              <w:rPr>
                <w:lang w:eastAsia="ja-JP"/>
              </w:rPr>
            </w:pPr>
            <w:r>
              <w:t>DC_66A_n25A</w:t>
            </w:r>
          </w:p>
        </w:tc>
      </w:tr>
      <w:tr w:rsidR="00B45972" w14:paraId="466EF68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CB53FF7" w14:textId="77777777" w:rsidR="00B45972" w:rsidRDefault="00B45972" w:rsidP="00AC3FE8">
            <w:pPr>
              <w:pStyle w:val="TAC"/>
              <w:rPr>
                <w:lang w:eastAsia="ja-JP"/>
              </w:rPr>
            </w:pPr>
            <w:r>
              <w:rPr>
                <w:lang w:eastAsia="ja-JP"/>
              </w:rPr>
              <w:t>DC_46A-66A_n41A</w:t>
            </w:r>
          </w:p>
          <w:p w14:paraId="0063C66B" w14:textId="77777777" w:rsidR="00B45972" w:rsidRDefault="00B45972" w:rsidP="00AC3FE8">
            <w:pPr>
              <w:pStyle w:val="TAC"/>
              <w:rPr>
                <w:lang w:eastAsia="ja-JP"/>
              </w:rPr>
            </w:pPr>
            <w:r>
              <w:rPr>
                <w:lang w:eastAsia="ja-JP"/>
              </w:rPr>
              <w:t>DC_46C-66A_n41A</w:t>
            </w:r>
          </w:p>
          <w:p w14:paraId="0EBFA8B4" w14:textId="77777777" w:rsidR="00B45972" w:rsidRDefault="00B45972" w:rsidP="00AC3FE8">
            <w:pPr>
              <w:pStyle w:val="TAC"/>
              <w:rPr>
                <w:rFonts w:cs="Malgun Gothic"/>
                <w:lang w:eastAsia="ja-JP"/>
              </w:rPr>
            </w:pPr>
            <w:r>
              <w:rPr>
                <w:lang w:eastAsia="ja-JP"/>
              </w:rPr>
              <w:t>DC_46D-66A_n41A</w:t>
            </w:r>
          </w:p>
        </w:tc>
        <w:tc>
          <w:tcPr>
            <w:tcW w:w="5862" w:type="dxa"/>
            <w:tcBorders>
              <w:top w:val="single" w:sz="4" w:space="0" w:color="auto"/>
              <w:left w:val="single" w:sz="4" w:space="0" w:color="auto"/>
              <w:bottom w:val="single" w:sz="4" w:space="0" w:color="auto"/>
              <w:right w:val="single" w:sz="4" w:space="0" w:color="auto"/>
            </w:tcBorders>
            <w:hideMark/>
          </w:tcPr>
          <w:p w14:paraId="69B7ACD9" w14:textId="77777777" w:rsidR="00B45972" w:rsidRDefault="00B45972" w:rsidP="00AC3FE8">
            <w:pPr>
              <w:pStyle w:val="TAC"/>
              <w:rPr>
                <w:lang w:eastAsia="ja-JP"/>
              </w:rPr>
            </w:pPr>
            <w:r>
              <w:rPr>
                <w:lang w:eastAsia="ja-JP"/>
              </w:rPr>
              <w:t>DC_66A_n41A</w:t>
            </w:r>
          </w:p>
        </w:tc>
      </w:tr>
      <w:tr w:rsidR="00B45972" w14:paraId="6BA2948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9F4621A" w14:textId="77777777" w:rsidR="00B45972" w:rsidRDefault="00B45972" w:rsidP="00AC3FE8">
            <w:pPr>
              <w:pStyle w:val="TAC"/>
              <w:rPr>
                <w:lang w:eastAsia="ja-JP"/>
              </w:rPr>
            </w:pPr>
            <w:r>
              <w:rPr>
                <w:lang w:eastAsia="ja-JP"/>
              </w:rPr>
              <w:t>DC_46A-66A_n41(2A)</w:t>
            </w:r>
          </w:p>
          <w:p w14:paraId="1F6436BF" w14:textId="77777777" w:rsidR="00B45972" w:rsidRDefault="00B45972" w:rsidP="00AC3FE8">
            <w:pPr>
              <w:pStyle w:val="TAC"/>
              <w:rPr>
                <w:lang w:eastAsia="ja-JP"/>
              </w:rPr>
            </w:pPr>
            <w:r>
              <w:rPr>
                <w:lang w:eastAsia="ja-JP"/>
              </w:rPr>
              <w:t>DC_46C-66A_n41(2A)</w:t>
            </w:r>
          </w:p>
          <w:p w14:paraId="6294F2CF" w14:textId="77777777" w:rsidR="00B45972" w:rsidRDefault="00B45972" w:rsidP="00AC3FE8">
            <w:pPr>
              <w:pStyle w:val="TAC"/>
              <w:rPr>
                <w:lang w:eastAsia="ja-JP"/>
              </w:rPr>
            </w:pPr>
            <w:r>
              <w:rPr>
                <w:lang w:eastAsia="ja-JP"/>
              </w:rPr>
              <w:t>DC_46D-66A_n41(2A)</w:t>
            </w:r>
          </w:p>
        </w:tc>
        <w:tc>
          <w:tcPr>
            <w:tcW w:w="5862" w:type="dxa"/>
            <w:tcBorders>
              <w:top w:val="single" w:sz="4" w:space="0" w:color="auto"/>
              <w:left w:val="single" w:sz="4" w:space="0" w:color="auto"/>
              <w:bottom w:val="single" w:sz="4" w:space="0" w:color="auto"/>
              <w:right w:val="single" w:sz="4" w:space="0" w:color="auto"/>
            </w:tcBorders>
            <w:hideMark/>
          </w:tcPr>
          <w:p w14:paraId="0733DC99" w14:textId="77777777" w:rsidR="00B45972" w:rsidRDefault="00B45972" w:rsidP="00AC3FE8">
            <w:pPr>
              <w:pStyle w:val="TAC"/>
              <w:rPr>
                <w:lang w:eastAsia="ja-JP"/>
              </w:rPr>
            </w:pPr>
            <w:r>
              <w:rPr>
                <w:lang w:eastAsia="ja-JP"/>
              </w:rPr>
              <w:t>DC_66A_n41A</w:t>
            </w:r>
          </w:p>
        </w:tc>
      </w:tr>
      <w:tr w:rsidR="00B45972" w14:paraId="603212A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729BD30" w14:textId="77777777" w:rsidR="00B45972" w:rsidRDefault="00B45972" w:rsidP="00AC3FE8">
            <w:pPr>
              <w:pStyle w:val="TAC"/>
              <w:rPr>
                <w:lang w:eastAsia="ja-JP"/>
              </w:rPr>
            </w:pPr>
            <w:r>
              <w:rPr>
                <w:lang w:eastAsia="ja-JP"/>
              </w:rPr>
              <w:t>DC_46A-66A_n71A</w:t>
            </w:r>
          </w:p>
          <w:p w14:paraId="774BBDDD" w14:textId="77777777" w:rsidR="00B45972" w:rsidRDefault="00B45972" w:rsidP="00AC3FE8">
            <w:pPr>
              <w:pStyle w:val="TAC"/>
              <w:rPr>
                <w:lang w:eastAsia="ja-JP"/>
              </w:rPr>
            </w:pPr>
            <w:r>
              <w:rPr>
                <w:lang w:eastAsia="ja-JP"/>
              </w:rPr>
              <w:t>DC_46C-66A_n71A</w:t>
            </w:r>
          </w:p>
          <w:p w14:paraId="2FBFC8EA" w14:textId="77777777" w:rsidR="00B45972" w:rsidRDefault="00B45972" w:rsidP="00AC3FE8">
            <w:pPr>
              <w:pStyle w:val="TAC"/>
              <w:rPr>
                <w:rFonts w:cs="Malgun Gothic"/>
                <w:lang w:eastAsia="ja-JP"/>
              </w:rPr>
            </w:pPr>
            <w:r>
              <w:rPr>
                <w:lang w:eastAsia="ja-JP"/>
              </w:rPr>
              <w:t>DC_46D-66A_n71A</w:t>
            </w:r>
          </w:p>
        </w:tc>
        <w:tc>
          <w:tcPr>
            <w:tcW w:w="5862" w:type="dxa"/>
            <w:tcBorders>
              <w:top w:val="single" w:sz="4" w:space="0" w:color="auto"/>
              <w:left w:val="single" w:sz="4" w:space="0" w:color="auto"/>
              <w:bottom w:val="single" w:sz="4" w:space="0" w:color="auto"/>
              <w:right w:val="single" w:sz="4" w:space="0" w:color="auto"/>
            </w:tcBorders>
            <w:hideMark/>
          </w:tcPr>
          <w:p w14:paraId="6B8B75C6" w14:textId="77777777" w:rsidR="00B45972" w:rsidRDefault="00B45972" w:rsidP="00AC3FE8">
            <w:pPr>
              <w:pStyle w:val="TAC"/>
              <w:rPr>
                <w:lang w:eastAsia="ja-JP"/>
              </w:rPr>
            </w:pPr>
            <w:r>
              <w:rPr>
                <w:lang w:eastAsia="ja-JP"/>
              </w:rPr>
              <w:t>DC_66A_n71A</w:t>
            </w:r>
          </w:p>
        </w:tc>
      </w:tr>
      <w:tr w:rsidR="00B45972" w14:paraId="21893C59"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C0390D2" w14:textId="77777777" w:rsidR="00B45972" w:rsidRDefault="00B45972" w:rsidP="00AC3FE8">
            <w:pPr>
              <w:pStyle w:val="TAC"/>
              <w:rPr>
                <w:lang w:eastAsia="ja-JP"/>
              </w:rPr>
            </w:pPr>
            <w:r>
              <w:rPr>
                <w:lang w:eastAsia="fi-FI"/>
              </w:rPr>
              <w:t>DC_48A-(n)5AA</w:t>
            </w:r>
          </w:p>
        </w:tc>
        <w:tc>
          <w:tcPr>
            <w:tcW w:w="5862" w:type="dxa"/>
            <w:tcBorders>
              <w:top w:val="single" w:sz="4" w:space="0" w:color="auto"/>
              <w:left w:val="single" w:sz="4" w:space="0" w:color="auto"/>
              <w:bottom w:val="single" w:sz="4" w:space="0" w:color="auto"/>
              <w:right w:val="single" w:sz="4" w:space="0" w:color="auto"/>
            </w:tcBorders>
            <w:hideMark/>
          </w:tcPr>
          <w:p w14:paraId="2FD7D2E8" w14:textId="77777777" w:rsidR="00B45972" w:rsidRDefault="00B45972" w:rsidP="00AC3FE8">
            <w:pPr>
              <w:pStyle w:val="TAC"/>
              <w:rPr>
                <w:lang w:eastAsia="fi-FI"/>
              </w:rPr>
            </w:pPr>
            <w:r>
              <w:rPr>
                <w:lang w:eastAsia="fi-FI"/>
              </w:rPr>
              <w:t>DC_48A_n5A</w:t>
            </w:r>
          </w:p>
          <w:p w14:paraId="05C2E99F" w14:textId="77777777" w:rsidR="00B45972" w:rsidRDefault="00B45972" w:rsidP="00AC3FE8">
            <w:pPr>
              <w:pStyle w:val="TAC"/>
              <w:rPr>
                <w:lang w:eastAsia="ja-JP"/>
              </w:rPr>
            </w:pPr>
            <w:r>
              <w:rPr>
                <w:lang w:eastAsia="fi-FI"/>
              </w:rPr>
              <w:t>DC_(n)5AA</w:t>
            </w:r>
            <w:r>
              <w:rPr>
                <w:vertAlign w:val="superscript"/>
                <w:lang w:eastAsia="fi-FI"/>
              </w:rPr>
              <w:t>2</w:t>
            </w:r>
          </w:p>
        </w:tc>
      </w:tr>
      <w:tr w:rsidR="00B45972" w14:paraId="2152D7D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8DCF607" w14:textId="77777777" w:rsidR="00B45972" w:rsidRDefault="00B45972" w:rsidP="00AC3FE8">
            <w:pPr>
              <w:pStyle w:val="TAC"/>
              <w:rPr>
                <w:lang w:eastAsia="ja-JP"/>
              </w:rPr>
            </w:pPr>
            <w:r>
              <w:rPr>
                <w:lang w:eastAsia="fi-FI"/>
              </w:rPr>
              <w:t>DC_48A-(n)12AA</w:t>
            </w:r>
          </w:p>
        </w:tc>
        <w:tc>
          <w:tcPr>
            <w:tcW w:w="5862" w:type="dxa"/>
            <w:tcBorders>
              <w:top w:val="single" w:sz="4" w:space="0" w:color="auto"/>
              <w:left w:val="single" w:sz="4" w:space="0" w:color="auto"/>
              <w:bottom w:val="single" w:sz="4" w:space="0" w:color="auto"/>
              <w:right w:val="single" w:sz="4" w:space="0" w:color="auto"/>
            </w:tcBorders>
            <w:hideMark/>
          </w:tcPr>
          <w:p w14:paraId="3FD74043" w14:textId="77777777" w:rsidR="00B45972" w:rsidRDefault="00B45972" w:rsidP="00AC3FE8">
            <w:pPr>
              <w:pStyle w:val="TAC"/>
              <w:rPr>
                <w:lang w:eastAsia="fi-FI"/>
              </w:rPr>
            </w:pPr>
            <w:r>
              <w:rPr>
                <w:lang w:eastAsia="fi-FI"/>
              </w:rPr>
              <w:t>DC_48A_n12A</w:t>
            </w:r>
          </w:p>
          <w:p w14:paraId="3FC91C63" w14:textId="77777777" w:rsidR="00B45972" w:rsidRDefault="00B45972" w:rsidP="00AC3FE8">
            <w:pPr>
              <w:pStyle w:val="TAC"/>
              <w:rPr>
                <w:lang w:eastAsia="ja-JP"/>
              </w:rPr>
            </w:pPr>
            <w:r>
              <w:rPr>
                <w:lang w:eastAsia="fi-FI"/>
              </w:rPr>
              <w:t>DC_(n)12AA</w:t>
            </w:r>
            <w:r>
              <w:rPr>
                <w:vertAlign w:val="superscript"/>
                <w:lang w:eastAsia="fi-FI"/>
              </w:rPr>
              <w:t>2</w:t>
            </w:r>
          </w:p>
        </w:tc>
      </w:tr>
      <w:tr w:rsidR="00B45972" w14:paraId="5CAD139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22EE65E" w14:textId="77777777" w:rsidR="00B45972" w:rsidRDefault="00B45972" w:rsidP="00AC3FE8">
            <w:pPr>
              <w:pStyle w:val="TAC"/>
              <w:rPr>
                <w:color w:val="000000"/>
                <w:szCs w:val="18"/>
                <w:lang w:eastAsia="zh-CN"/>
              </w:rPr>
            </w:pPr>
            <w:r>
              <w:rPr>
                <w:color w:val="000000"/>
                <w:szCs w:val="18"/>
                <w:lang w:eastAsia="zh-CN"/>
              </w:rPr>
              <w:t>DC_48A-66A_n5A</w:t>
            </w:r>
          </w:p>
          <w:p w14:paraId="5C484B69" w14:textId="77777777" w:rsidR="00B45972" w:rsidRDefault="00B45972" w:rsidP="00AC3FE8">
            <w:pPr>
              <w:pStyle w:val="TAC"/>
              <w:rPr>
                <w:color w:val="000000"/>
                <w:szCs w:val="18"/>
                <w:lang w:eastAsia="zh-CN"/>
              </w:rPr>
            </w:pPr>
            <w:r>
              <w:rPr>
                <w:color w:val="000000"/>
                <w:szCs w:val="18"/>
                <w:lang w:eastAsia="zh-CN"/>
              </w:rPr>
              <w:t>DC_48B-66A_n5A</w:t>
            </w:r>
          </w:p>
          <w:p w14:paraId="5C81DBE1" w14:textId="77777777" w:rsidR="00B45972" w:rsidRDefault="00B45972" w:rsidP="00AC3FE8">
            <w:pPr>
              <w:pStyle w:val="TAC"/>
              <w:rPr>
                <w:color w:val="000000"/>
                <w:szCs w:val="18"/>
                <w:lang w:eastAsia="zh-CN"/>
              </w:rPr>
            </w:pPr>
            <w:r>
              <w:rPr>
                <w:color w:val="000000"/>
                <w:szCs w:val="18"/>
                <w:lang w:eastAsia="zh-CN"/>
              </w:rPr>
              <w:t>DC_48D-66A_n5A</w:t>
            </w:r>
          </w:p>
          <w:p w14:paraId="7CDD2452" w14:textId="77777777" w:rsidR="00B45972" w:rsidRDefault="00B45972" w:rsidP="00AC3FE8">
            <w:pPr>
              <w:pStyle w:val="TAC"/>
              <w:rPr>
                <w:rFonts w:cs="Malgun Gothic"/>
                <w:lang w:eastAsia="ja-JP"/>
              </w:rPr>
            </w:pPr>
            <w:r>
              <w:rPr>
                <w:color w:val="000000"/>
                <w:szCs w:val="18"/>
                <w:lang w:eastAsia="zh-CN"/>
              </w:rPr>
              <w:t>DC_48E-66A_n5A</w:t>
            </w:r>
          </w:p>
        </w:tc>
        <w:tc>
          <w:tcPr>
            <w:tcW w:w="5862" w:type="dxa"/>
            <w:tcBorders>
              <w:top w:val="single" w:sz="4" w:space="0" w:color="auto"/>
              <w:left w:val="single" w:sz="4" w:space="0" w:color="auto"/>
              <w:bottom w:val="single" w:sz="4" w:space="0" w:color="auto"/>
              <w:right w:val="single" w:sz="4" w:space="0" w:color="auto"/>
            </w:tcBorders>
            <w:hideMark/>
          </w:tcPr>
          <w:p w14:paraId="4AC758F9" w14:textId="77777777" w:rsidR="00B45972" w:rsidRDefault="00B45972" w:rsidP="00AC3FE8">
            <w:pPr>
              <w:pStyle w:val="TAC"/>
              <w:rPr>
                <w:lang w:eastAsia="ja-JP"/>
              </w:rPr>
            </w:pPr>
            <w:r>
              <w:rPr>
                <w:color w:val="000000"/>
                <w:szCs w:val="18"/>
                <w:lang w:eastAsia="zh-CN"/>
              </w:rPr>
              <w:t>DC_66A_n5A</w:t>
            </w:r>
          </w:p>
        </w:tc>
      </w:tr>
      <w:tr w:rsidR="00B45972" w14:paraId="6ED7DE4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6D628A0" w14:textId="77777777" w:rsidR="00B45972" w:rsidRDefault="00B45972" w:rsidP="00AC3FE8">
            <w:pPr>
              <w:pStyle w:val="TAC"/>
              <w:rPr>
                <w:color w:val="000000"/>
                <w:szCs w:val="18"/>
                <w:lang w:eastAsia="zh-CN"/>
              </w:rPr>
            </w:pPr>
            <w:r>
              <w:rPr>
                <w:lang w:eastAsia="ja-JP"/>
              </w:rPr>
              <w:t>DC_48A-66A_n12A</w:t>
            </w:r>
          </w:p>
        </w:tc>
        <w:tc>
          <w:tcPr>
            <w:tcW w:w="5862" w:type="dxa"/>
            <w:tcBorders>
              <w:top w:val="single" w:sz="4" w:space="0" w:color="auto"/>
              <w:left w:val="single" w:sz="4" w:space="0" w:color="auto"/>
              <w:bottom w:val="single" w:sz="4" w:space="0" w:color="auto"/>
              <w:right w:val="single" w:sz="4" w:space="0" w:color="auto"/>
            </w:tcBorders>
            <w:hideMark/>
          </w:tcPr>
          <w:p w14:paraId="10E183FB" w14:textId="77777777" w:rsidR="00B45972" w:rsidRDefault="00B45972" w:rsidP="00AC3FE8">
            <w:pPr>
              <w:pStyle w:val="TAC"/>
              <w:rPr>
                <w:lang w:eastAsia="ja-JP"/>
              </w:rPr>
            </w:pPr>
            <w:r>
              <w:rPr>
                <w:lang w:eastAsia="ja-JP"/>
              </w:rPr>
              <w:t>DC_48A_n12A</w:t>
            </w:r>
          </w:p>
          <w:p w14:paraId="3690DF6B" w14:textId="77777777" w:rsidR="00B45972" w:rsidRDefault="00B45972" w:rsidP="00AC3FE8">
            <w:pPr>
              <w:pStyle w:val="TAC"/>
              <w:rPr>
                <w:color w:val="000000"/>
                <w:szCs w:val="18"/>
                <w:lang w:eastAsia="zh-CN"/>
              </w:rPr>
            </w:pPr>
            <w:r>
              <w:rPr>
                <w:lang w:eastAsia="ja-JP"/>
              </w:rPr>
              <w:t>DC_66A_n12A</w:t>
            </w:r>
          </w:p>
        </w:tc>
      </w:tr>
      <w:tr w:rsidR="00B45972" w14:paraId="7BD632A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A77B597" w14:textId="77777777" w:rsidR="00B45972" w:rsidRDefault="00B45972" w:rsidP="00AC3FE8">
            <w:pPr>
              <w:pStyle w:val="TAC"/>
              <w:rPr>
                <w:color w:val="000000"/>
                <w:szCs w:val="18"/>
                <w:lang w:eastAsia="zh-CN"/>
              </w:rPr>
            </w:pPr>
            <w:r>
              <w:rPr>
                <w:lang w:eastAsia="ja-JP"/>
              </w:rPr>
              <w:t>DC_48A-66A_n71A</w:t>
            </w:r>
          </w:p>
        </w:tc>
        <w:tc>
          <w:tcPr>
            <w:tcW w:w="5862" w:type="dxa"/>
            <w:tcBorders>
              <w:top w:val="single" w:sz="4" w:space="0" w:color="auto"/>
              <w:left w:val="single" w:sz="4" w:space="0" w:color="auto"/>
              <w:bottom w:val="single" w:sz="4" w:space="0" w:color="auto"/>
              <w:right w:val="single" w:sz="4" w:space="0" w:color="auto"/>
            </w:tcBorders>
            <w:hideMark/>
          </w:tcPr>
          <w:p w14:paraId="0D7E53AD" w14:textId="77777777" w:rsidR="00B45972" w:rsidRDefault="00B45972" w:rsidP="00AC3FE8">
            <w:pPr>
              <w:pStyle w:val="TAC"/>
              <w:rPr>
                <w:lang w:eastAsia="ja-JP"/>
              </w:rPr>
            </w:pPr>
            <w:r>
              <w:rPr>
                <w:lang w:eastAsia="ja-JP"/>
              </w:rPr>
              <w:t>DC_48A_n71A</w:t>
            </w:r>
          </w:p>
          <w:p w14:paraId="425CC3F4" w14:textId="77777777" w:rsidR="00B45972" w:rsidRDefault="00B45972" w:rsidP="00AC3FE8">
            <w:pPr>
              <w:pStyle w:val="TAC"/>
              <w:rPr>
                <w:color w:val="000000"/>
                <w:szCs w:val="18"/>
                <w:lang w:eastAsia="zh-CN"/>
              </w:rPr>
            </w:pPr>
            <w:r>
              <w:rPr>
                <w:lang w:eastAsia="ja-JP"/>
              </w:rPr>
              <w:t>DC_66A_n71A</w:t>
            </w:r>
          </w:p>
        </w:tc>
      </w:tr>
      <w:tr w:rsidR="00B45972" w14:paraId="184F2867"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361B6F6" w14:textId="77777777" w:rsidR="00B45972" w:rsidRDefault="00B45972" w:rsidP="00AC3FE8">
            <w:pPr>
              <w:pStyle w:val="TAC"/>
              <w:rPr>
                <w:rFonts w:cs="Arial"/>
              </w:rPr>
            </w:pPr>
            <w:r>
              <w:rPr>
                <w:rFonts w:cs="Arial"/>
                <w:lang w:eastAsia="ja-JP"/>
              </w:rPr>
              <w:t>DC</w:t>
            </w:r>
            <w:r>
              <w:rPr>
                <w:rFonts w:cs="Arial"/>
              </w:rPr>
              <w:t>_</w:t>
            </w:r>
            <w:r>
              <w:rPr>
                <w:rFonts w:eastAsia="Calibri Light" w:cs="Arial"/>
                <w:lang w:eastAsia="ko-KR"/>
              </w:rPr>
              <w:t>66</w:t>
            </w:r>
            <w:r>
              <w:rPr>
                <w:rFonts w:cs="Arial"/>
              </w:rPr>
              <w:t>A</w:t>
            </w:r>
            <w:r>
              <w:rPr>
                <w:rFonts w:cs="Arial"/>
                <w:lang w:eastAsia="zh-CN"/>
              </w:rPr>
              <w:t>_</w:t>
            </w:r>
            <w:r>
              <w:rPr>
                <w:rFonts w:eastAsia="Calibri Light" w:cs="Arial"/>
                <w:lang w:eastAsia="zh-CN"/>
              </w:rPr>
              <w:t>n</w:t>
            </w:r>
            <w:r>
              <w:rPr>
                <w:rFonts w:eastAsia="Calibri Light" w:cs="Arial"/>
                <w:lang w:eastAsia="ko-KR"/>
              </w:rPr>
              <w:t>7A</w:t>
            </w:r>
            <w:r>
              <w:rPr>
                <w:rFonts w:cs="Arial"/>
                <w:lang w:eastAsia="zh-CN"/>
              </w:rPr>
              <w:t>-</w:t>
            </w:r>
            <w:r>
              <w:rPr>
                <w:rFonts w:cs="Arial"/>
                <w:lang w:eastAsia="ja-JP"/>
              </w:rPr>
              <w:t>n</w:t>
            </w:r>
            <w:r>
              <w:rPr>
                <w:rFonts w:eastAsia="Calibri Light" w:cs="Arial"/>
                <w:lang w:eastAsia="ko-KR"/>
              </w:rPr>
              <w:t>78</w:t>
            </w:r>
            <w:r>
              <w:rPr>
                <w:rFonts w:cs="Arial"/>
              </w:rPr>
              <w:t>A</w:t>
            </w:r>
          </w:p>
          <w:p w14:paraId="36B4DF19" w14:textId="77777777" w:rsidR="00B45972" w:rsidRDefault="00B45972" w:rsidP="00AC3FE8">
            <w:pPr>
              <w:pStyle w:val="TAC"/>
              <w:rPr>
                <w:lang w:eastAsia="ja-JP"/>
              </w:rPr>
            </w:pPr>
            <w:r>
              <w:rPr>
                <w:rFonts w:cs="Arial"/>
              </w:rPr>
              <w:t>DC_</w:t>
            </w:r>
            <w:r>
              <w:rPr>
                <w:rFonts w:eastAsia="Calibri Light" w:cs="Arial"/>
                <w:lang w:eastAsia="ko-KR"/>
              </w:rPr>
              <w:t>66</w:t>
            </w:r>
            <w:r>
              <w:rPr>
                <w:rFonts w:cs="Arial"/>
              </w:rPr>
              <w:t>A-66A</w:t>
            </w:r>
            <w:r>
              <w:rPr>
                <w:rFonts w:cs="Arial"/>
                <w:lang w:eastAsia="zh-CN"/>
              </w:rPr>
              <w:t>_</w:t>
            </w:r>
            <w:r>
              <w:rPr>
                <w:rFonts w:eastAsia="Calibri Light" w:cs="Arial"/>
                <w:lang w:eastAsia="zh-CN"/>
              </w:rPr>
              <w:t>n</w:t>
            </w:r>
            <w:r>
              <w:rPr>
                <w:rFonts w:eastAsia="Calibri Light" w:cs="Arial"/>
                <w:lang w:eastAsia="ko-KR"/>
              </w:rPr>
              <w:t>7A</w:t>
            </w:r>
            <w:r>
              <w:rPr>
                <w:rFonts w:cs="Arial"/>
                <w:lang w:eastAsia="zh-CN"/>
              </w:rPr>
              <w:t>-</w:t>
            </w:r>
            <w:r>
              <w:rPr>
                <w:rFonts w:cs="Arial"/>
                <w:lang w:eastAsia="ja-JP"/>
              </w:rPr>
              <w:t>n</w:t>
            </w:r>
            <w:r>
              <w:rPr>
                <w:rFonts w:eastAsia="Calibri Light" w:cs="Arial"/>
                <w:lang w:eastAsia="ko-KR"/>
              </w:rPr>
              <w:t>78</w:t>
            </w:r>
            <w:r>
              <w:rPr>
                <w:rFonts w:cs="Arial"/>
              </w:rPr>
              <w:t>A</w:t>
            </w:r>
          </w:p>
        </w:tc>
        <w:tc>
          <w:tcPr>
            <w:tcW w:w="5862" w:type="dxa"/>
            <w:tcBorders>
              <w:top w:val="single" w:sz="4" w:space="0" w:color="auto"/>
              <w:left w:val="single" w:sz="4" w:space="0" w:color="auto"/>
              <w:bottom w:val="single" w:sz="4" w:space="0" w:color="auto"/>
              <w:right w:val="single" w:sz="4" w:space="0" w:color="auto"/>
            </w:tcBorders>
            <w:hideMark/>
          </w:tcPr>
          <w:p w14:paraId="53DF92DB" w14:textId="77777777" w:rsidR="00B45972" w:rsidRDefault="00B45972" w:rsidP="00AC3FE8">
            <w:pPr>
              <w:pStyle w:val="TAC"/>
              <w:rPr>
                <w:lang w:eastAsia="zh-CN"/>
              </w:rPr>
            </w:pPr>
            <w:r>
              <w:rPr>
                <w:lang w:eastAsia="zh-CN"/>
              </w:rPr>
              <w:t>DC_66A_n7A</w:t>
            </w:r>
          </w:p>
          <w:p w14:paraId="4311AE0E" w14:textId="77777777" w:rsidR="00B45972" w:rsidRDefault="00B45972" w:rsidP="00AC3FE8">
            <w:pPr>
              <w:pStyle w:val="TAC"/>
              <w:rPr>
                <w:noProof/>
                <w:lang w:eastAsia="zh-CN"/>
              </w:rPr>
            </w:pPr>
            <w:r>
              <w:rPr>
                <w:lang w:eastAsia="zh-CN"/>
              </w:rPr>
              <w:t>DC_66A_n78A</w:t>
            </w:r>
          </w:p>
        </w:tc>
      </w:tr>
      <w:tr w:rsidR="00B45972" w14:paraId="03FD271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FCDBEAD" w14:textId="77777777" w:rsidR="00B45972" w:rsidRDefault="00B45972" w:rsidP="00AC3FE8">
            <w:pPr>
              <w:pStyle w:val="TAC"/>
              <w:rPr>
                <w:rFonts w:cs="Arial"/>
                <w:lang w:eastAsia="ja-JP"/>
              </w:rPr>
            </w:pPr>
            <w:r>
              <w:rPr>
                <w:rFonts w:cs="Arial"/>
                <w:lang w:eastAsia="ja-JP"/>
              </w:rPr>
              <w:t>DC_66A_n7(2A)-n78A</w:t>
            </w:r>
          </w:p>
          <w:p w14:paraId="0318C2BA" w14:textId="77777777" w:rsidR="00B45972" w:rsidRDefault="00B45972" w:rsidP="00AC3FE8">
            <w:pPr>
              <w:pStyle w:val="TAC"/>
              <w:rPr>
                <w:rFonts w:cs="Arial"/>
                <w:lang w:eastAsia="ja-JP"/>
              </w:rPr>
            </w:pPr>
            <w:r>
              <w:rPr>
                <w:rFonts w:cs="Arial"/>
                <w:lang w:eastAsia="ja-JP"/>
              </w:rPr>
              <w:t>DC_66A-66A_n7(2A)-n78A</w:t>
            </w:r>
          </w:p>
        </w:tc>
        <w:tc>
          <w:tcPr>
            <w:tcW w:w="5862" w:type="dxa"/>
            <w:tcBorders>
              <w:top w:val="single" w:sz="4" w:space="0" w:color="auto"/>
              <w:left w:val="single" w:sz="4" w:space="0" w:color="auto"/>
              <w:bottom w:val="single" w:sz="4" w:space="0" w:color="auto"/>
              <w:right w:val="single" w:sz="4" w:space="0" w:color="auto"/>
            </w:tcBorders>
            <w:hideMark/>
          </w:tcPr>
          <w:p w14:paraId="67F2FECF" w14:textId="77777777" w:rsidR="00B45972" w:rsidRDefault="00B45972" w:rsidP="00AC3FE8">
            <w:pPr>
              <w:pStyle w:val="TAC"/>
              <w:rPr>
                <w:rFonts w:cs="Arial"/>
                <w:lang w:eastAsia="zh-CN"/>
              </w:rPr>
            </w:pPr>
            <w:r>
              <w:rPr>
                <w:rFonts w:cs="Arial"/>
                <w:lang w:eastAsia="zh-CN"/>
              </w:rPr>
              <w:t>DC_66A_n7A</w:t>
            </w:r>
          </w:p>
          <w:p w14:paraId="70262F9A" w14:textId="77777777" w:rsidR="00B45972" w:rsidRDefault="00B45972" w:rsidP="00AC3FE8">
            <w:pPr>
              <w:pStyle w:val="TAC"/>
              <w:rPr>
                <w:lang w:eastAsia="zh-CN"/>
              </w:rPr>
            </w:pPr>
            <w:r>
              <w:rPr>
                <w:rFonts w:cs="Arial"/>
                <w:lang w:eastAsia="zh-CN"/>
              </w:rPr>
              <w:t>DC_66A_n78A</w:t>
            </w:r>
          </w:p>
        </w:tc>
      </w:tr>
      <w:tr w:rsidR="00B45972" w14:paraId="7E288703"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1D0CEC2" w14:textId="77777777" w:rsidR="00B45972" w:rsidRDefault="00B45972" w:rsidP="00AC3FE8">
            <w:pPr>
              <w:pStyle w:val="TAC"/>
              <w:rPr>
                <w:rFonts w:cs="Arial"/>
                <w:lang w:eastAsia="ja-JP"/>
              </w:rPr>
            </w:pPr>
            <w:r>
              <w:rPr>
                <w:rFonts w:cs="Arial"/>
                <w:lang w:eastAsia="ja-JP"/>
              </w:rPr>
              <w:t>DC_66A_n7A-n78(2A)</w:t>
            </w:r>
          </w:p>
          <w:p w14:paraId="6298AD8F" w14:textId="77777777" w:rsidR="00B45972" w:rsidRDefault="00B45972" w:rsidP="00AC3FE8">
            <w:pPr>
              <w:pStyle w:val="TAC"/>
              <w:rPr>
                <w:rFonts w:cs="Arial"/>
                <w:lang w:eastAsia="ja-JP"/>
              </w:rPr>
            </w:pPr>
            <w:r>
              <w:rPr>
                <w:rFonts w:cs="Arial"/>
                <w:lang w:eastAsia="ja-JP"/>
              </w:rPr>
              <w:t>DC_66A-66A_n7A-n78(2A)</w:t>
            </w:r>
          </w:p>
        </w:tc>
        <w:tc>
          <w:tcPr>
            <w:tcW w:w="5862" w:type="dxa"/>
            <w:tcBorders>
              <w:top w:val="single" w:sz="4" w:space="0" w:color="auto"/>
              <w:left w:val="single" w:sz="4" w:space="0" w:color="auto"/>
              <w:bottom w:val="single" w:sz="4" w:space="0" w:color="auto"/>
              <w:right w:val="single" w:sz="4" w:space="0" w:color="auto"/>
            </w:tcBorders>
            <w:hideMark/>
          </w:tcPr>
          <w:p w14:paraId="164732EC" w14:textId="77777777" w:rsidR="00B45972" w:rsidRDefault="00B45972" w:rsidP="00AC3FE8">
            <w:pPr>
              <w:pStyle w:val="TAC"/>
              <w:rPr>
                <w:rFonts w:cs="Arial"/>
                <w:lang w:eastAsia="zh-CN"/>
              </w:rPr>
            </w:pPr>
            <w:r>
              <w:rPr>
                <w:rFonts w:cs="Arial"/>
                <w:lang w:eastAsia="zh-CN"/>
              </w:rPr>
              <w:t>DC_66A_n7A</w:t>
            </w:r>
          </w:p>
          <w:p w14:paraId="447957C2" w14:textId="77777777" w:rsidR="00B45972" w:rsidRDefault="00B45972" w:rsidP="00AC3FE8">
            <w:pPr>
              <w:pStyle w:val="TAC"/>
              <w:rPr>
                <w:lang w:eastAsia="zh-CN"/>
              </w:rPr>
            </w:pPr>
            <w:r>
              <w:rPr>
                <w:rFonts w:cs="Arial"/>
                <w:lang w:eastAsia="zh-CN"/>
              </w:rPr>
              <w:t>DC_66A_n78A</w:t>
            </w:r>
          </w:p>
        </w:tc>
      </w:tr>
      <w:tr w:rsidR="00B45972" w14:paraId="4994B5A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3D0809D" w14:textId="77777777" w:rsidR="00B45972" w:rsidRDefault="00B45972" w:rsidP="00AC3FE8">
            <w:pPr>
              <w:pStyle w:val="TAC"/>
              <w:rPr>
                <w:rFonts w:cs="Arial"/>
                <w:lang w:eastAsia="ja-JP"/>
              </w:rPr>
            </w:pPr>
            <w:r>
              <w:rPr>
                <w:rFonts w:cs="Arial"/>
                <w:lang w:eastAsia="ja-JP"/>
              </w:rPr>
              <w:t>DC_66A_n7(2A)-n78(2A)</w:t>
            </w:r>
          </w:p>
          <w:p w14:paraId="20E2F110" w14:textId="77777777" w:rsidR="00B45972" w:rsidRDefault="00B45972" w:rsidP="00AC3FE8">
            <w:pPr>
              <w:pStyle w:val="TAC"/>
              <w:rPr>
                <w:rFonts w:cs="Arial"/>
                <w:lang w:eastAsia="ja-JP"/>
              </w:rPr>
            </w:pPr>
            <w:r>
              <w:rPr>
                <w:rFonts w:cs="Arial"/>
                <w:lang w:eastAsia="ja-JP"/>
              </w:rPr>
              <w:t>DC_66A-66A_n7(2A)-n78(2A)</w:t>
            </w:r>
          </w:p>
        </w:tc>
        <w:tc>
          <w:tcPr>
            <w:tcW w:w="5862" w:type="dxa"/>
            <w:tcBorders>
              <w:top w:val="single" w:sz="4" w:space="0" w:color="auto"/>
              <w:left w:val="single" w:sz="4" w:space="0" w:color="auto"/>
              <w:bottom w:val="single" w:sz="4" w:space="0" w:color="auto"/>
              <w:right w:val="single" w:sz="4" w:space="0" w:color="auto"/>
            </w:tcBorders>
            <w:hideMark/>
          </w:tcPr>
          <w:p w14:paraId="3D46A730" w14:textId="77777777" w:rsidR="00B45972" w:rsidRDefault="00B45972" w:rsidP="00AC3FE8">
            <w:pPr>
              <w:pStyle w:val="TAC"/>
              <w:rPr>
                <w:rFonts w:cs="Arial"/>
                <w:lang w:eastAsia="zh-CN"/>
              </w:rPr>
            </w:pPr>
            <w:r>
              <w:rPr>
                <w:rFonts w:cs="Arial"/>
                <w:lang w:eastAsia="zh-CN"/>
              </w:rPr>
              <w:t>DC_66A_n7A</w:t>
            </w:r>
          </w:p>
          <w:p w14:paraId="5A88B500" w14:textId="77777777" w:rsidR="00B45972" w:rsidRDefault="00B45972" w:rsidP="00AC3FE8">
            <w:pPr>
              <w:pStyle w:val="TAC"/>
              <w:rPr>
                <w:lang w:eastAsia="zh-CN"/>
              </w:rPr>
            </w:pPr>
            <w:r>
              <w:rPr>
                <w:rFonts w:cs="Arial"/>
                <w:lang w:eastAsia="zh-CN"/>
              </w:rPr>
              <w:t>DC_66A_n78A</w:t>
            </w:r>
          </w:p>
        </w:tc>
      </w:tr>
      <w:tr w:rsidR="00B45972" w14:paraId="30406754"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90A0D7A" w14:textId="77777777" w:rsidR="00B45972" w:rsidRDefault="00B45972" w:rsidP="00AC3FE8">
            <w:pPr>
              <w:pStyle w:val="TAC"/>
              <w:rPr>
                <w:lang w:eastAsia="ja-JP"/>
              </w:rPr>
            </w:pPr>
            <w:r>
              <w:rPr>
                <w:lang w:eastAsia="ja-JP"/>
              </w:rPr>
              <w:t>DC_66A_n25A-n71A</w:t>
            </w:r>
          </w:p>
        </w:tc>
        <w:tc>
          <w:tcPr>
            <w:tcW w:w="5862" w:type="dxa"/>
            <w:tcBorders>
              <w:top w:val="single" w:sz="4" w:space="0" w:color="auto"/>
              <w:left w:val="single" w:sz="4" w:space="0" w:color="auto"/>
              <w:bottom w:val="single" w:sz="4" w:space="0" w:color="auto"/>
              <w:right w:val="single" w:sz="4" w:space="0" w:color="auto"/>
            </w:tcBorders>
            <w:hideMark/>
          </w:tcPr>
          <w:p w14:paraId="41B3EF8A" w14:textId="77777777" w:rsidR="00B45972" w:rsidRDefault="00B45972" w:rsidP="00AC3FE8">
            <w:pPr>
              <w:pStyle w:val="TAC"/>
              <w:rPr>
                <w:lang w:eastAsia="ja-JP"/>
              </w:rPr>
            </w:pPr>
            <w:r>
              <w:rPr>
                <w:lang w:eastAsia="ja-JP"/>
              </w:rPr>
              <w:t>DC_66A_n25A</w:t>
            </w:r>
          </w:p>
          <w:p w14:paraId="2EF96264" w14:textId="77777777" w:rsidR="00B45972" w:rsidRDefault="00B45972" w:rsidP="00AC3FE8">
            <w:pPr>
              <w:pStyle w:val="TAC"/>
              <w:rPr>
                <w:lang w:eastAsia="zh-CN"/>
              </w:rPr>
            </w:pPr>
            <w:r>
              <w:rPr>
                <w:lang w:eastAsia="ja-JP"/>
              </w:rPr>
              <w:t>DC_66A_n71A</w:t>
            </w:r>
          </w:p>
        </w:tc>
      </w:tr>
      <w:tr w:rsidR="00B45972" w14:paraId="06CDE96A"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1C8C28E" w14:textId="77777777" w:rsidR="00B45972" w:rsidRDefault="00B45972" w:rsidP="00AC3FE8">
            <w:pPr>
              <w:pStyle w:val="TAC"/>
              <w:rPr>
                <w:lang w:eastAsia="ja-JP"/>
              </w:rPr>
            </w:pPr>
            <w:r>
              <w:rPr>
                <w:rFonts w:cs="Arial"/>
                <w:lang w:eastAsia="ja-JP"/>
              </w:rPr>
              <w:t>DC</w:t>
            </w:r>
            <w:r>
              <w:rPr>
                <w:rFonts w:cs="Arial"/>
              </w:rPr>
              <w:t>_</w:t>
            </w:r>
            <w:r>
              <w:rPr>
                <w:rFonts w:eastAsia="Calibri Light" w:cs="Arial"/>
                <w:lang w:eastAsia="ko-KR"/>
              </w:rPr>
              <w:t>66A_n38A-n78A</w:t>
            </w:r>
          </w:p>
        </w:tc>
        <w:tc>
          <w:tcPr>
            <w:tcW w:w="5862" w:type="dxa"/>
            <w:tcBorders>
              <w:top w:val="single" w:sz="4" w:space="0" w:color="auto"/>
              <w:left w:val="single" w:sz="4" w:space="0" w:color="auto"/>
              <w:bottom w:val="single" w:sz="4" w:space="0" w:color="auto"/>
              <w:right w:val="single" w:sz="4" w:space="0" w:color="auto"/>
            </w:tcBorders>
            <w:hideMark/>
          </w:tcPr>
          <w:p w14:paraId="7DDC8E89" w14:textId="77777777" w:rsidR="00B45972" w:rsidRDefault="00B45972" w:rsidP="00AC3FE8">
            <w:pPr>
              <w:pStyle w:val="TAC"/>
              <w:rPr>
                <w:rFonts w:cs="Arial"/>
                <w:lang w:eastAsia="zh-CN"/>
              </w:rPr>
            </w:pPr>
            <w:r>
              <w:rPr>
                <w:rFonts w:cs="Arial"/>
                <w:lang w:eastAsia="zh-CN"/>
              </w:rPr>
              <w:t>DC_66A_n38A</w:t>
            </w:r>
          </w:p>
          <w:p w14:paraId="11550C84" w14:textId="77777777" w:rsidR="00B45972" w:rsidRDefault="00B45972" w:rsidP="00AC3FE8">
            <w:pPr>
              <w:pStyle w:val="TAC"/>
              <w:rPr>
                <w:lang w:eastAsia="ja-JP"/>
              </w:rPr>
            </w:pPr>
            <w:r>
              <w:rPr>
                <w:rFonts w:cs="Arial"/>
                <w:lang w:eastAsia="zh-CN"/>
              </w:rPr>
              <w:t>DC_66A_n78A</w:t>
            </w:r>
          </w:p>
        </w:tc>
      </w:tr>
      <w:tr w:rsidR="00B45972" w14:paraId="2B985A1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4804999" w14:textId="77777777" w:rsidR="00B45972" w:rsidRDefault="00B45972" w:rsidP="00AC3FE8">
            <w:pPr>
              <w:pStyle w:val="TAC"/>
              <w:rPr>
                <w:lang w:eastAsia="ja-JP"/>
              </w:rPr>
            </w:pPr>
            <w:r>
              <w:rPr>
                <w:rFonts w:eastAsia="Calibri Light"/>
                <w:lang w:eastAsia="ko-KR"/>
              </w:rPr>
              <w:t>DC_66A_n66A-n78A</w:t>
            </w:r>
          </w:p>
        </w:tc>
        <w:tc>
          <w:tcPr>
            <w:tcW w:w="5862" w:type="dxa"/>
            <w:tcBorders>
              <w:top w:val="single" w:sz="4" w:space="0" w:color="auto"/>
              <w:left w:val="single" w:sz="4" w:space="0" w:color="auto"/>
              <w:bottom w:val="single" w:sz="4" w:space="0" w:color="auto"/>
              <w:right w:val="single" w:sz="4" w:space="0" w:color="auto"/>
            </w:tcBorders>
            <w:hideMark/>
          </w:tcPr>
          <w:p w14:paraId="68942DFF" w14:textId="77777777" w:rsidR="00B45972" w:rsidRDefault="00B45972" w:rsidP="00AC3FE8">
            <w:pPr>
              <w:pStyle w:val="TAC"/>
              <w:rPr>
                <w:vertAlign w:val="superscript"/>
                <w:lang w:eastAsia="zh-CN"/>
              </w:rPr>
            </w:pPr>
            <w:r>
              <w:t>DC_</w:t>
            </w:r>
            <w:r>
              <w:rPr>
                <w:lang w:eastAsia="zh-CN"/>
              </w:rPr>
              <w:t>66</w:t>
            </w:r>
            <w:r>
              <w:t>A_n</w:t>
            </w:r>
            <w:r>
              <w:rPr>
                <w:lang w:eastAsia="zh-CN"/>
              </w:rPr>
              <w:t>66</w:t>
            </w:r>
            <w:r>
              <w:t>A</w:t>
            </w:r>
            <w:r>
              <w:rPr>
                <w:vertAlign w:val="superscript"/>
                <w:lang w:eastAsia="zh-CN"/>
              </w:rPr>
              <w:t>2</w:t>
            </w:r>
          </w:p>
          <w:p w14:paraId="17B5916A" w14:textId="77777777" w:rsidR="00B45972" w:rsidRDefault="00B45972" w:rsidP="00AC3FE8">
            <w:pPr>
              <w:pStyle w:val="TAC"/>
              <w:rPr>
                <w:lang w:eastAsia="zh-CN"/>
              </w:rPr>
            </w:pPr>
            <w:r>
              <w:t>DC_</w:t>
            </w:r>
            <w:r>
              <w:rPr>
                <w:lang w:eastAsia="zh-CN"/>
              </w:rPr>
              <w:t>66</w:t>
            </w:r>
            <w:r>
              <w:t>A_n78A</w:t>
            </w:r>
          </w:p>
        </w:tc>
      </w:tr>
      <w:tr w:rsidR="00B45972" w14:paraId="71998015"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EC3E764" w14:textId="77777777" w:rsidR="00B45972" w:rsidRDefault="00B45972" w:rsidP="00AC3FE8">
            <w:pPr>
              <w:pStyle w:val="TAC"/>
              <w:rPr>
                <w:lang w:eastAsia="ja-JP"/>
              </w:rPr>
            </w:pPr>
            <w:r>
              <w:rPr>
                <w:lang w:eastAsia="fi-FI"/>
              </w:rPr>
              <w:t>DC_66A-(n)12AA</w:t>
            </w:r>
          </w:p>
        </w:tc>
        <w:tc>
          <w:tcPr>
            <w:tcW w:w="5862" w:type="dxa"/>
            <w:tcBorders>
              <w:top w:val="single" w:sz="4" w:space="0" w:color="auto"/>
              <w:left w:val="single" w:sz="4" w:space="0" w:color="auto"/>
              <w:bottom w:val="single" w:sz="4" w:space="0" w:color="auto"/>
              <w:right w:val="single" w:sz="4" w:space="0" w:color="auto"/>
            </w:tcBorders>
            <w:hideMark/>
          </w:tcPr>
          <w:p w14:paraId="0C909710" w14:textId="77777777" w:rsidR="00B45972" w:rsidRDefault="00B45972" w:rsidP="00AC3FE8">
            <w:pPr>
              <w:pStyle w:val="TAC"/>
              <w:rPr>
                <w:lang w:eastAsia="fi-FI"/>
              </w:rPr>
            </w:pPr>
            <w:r>
              <w:rPr>
                <w:lang w:eastAsia="fi-FI"/>
              </w:rPr>
              <w:t>DC_66A_n12A</w:t>
            </w:r>
          </w:p>
          <w:p w14:paraId="21FFE8FA" w14:textId="77777777" w:rsidR="00B45972" w:rsidRDefault="00B45972" w:rsidP="00AC3FE8">
            <w:pPr>
              <w:pStyle w:val="TAC"/>
              <w:rPr>
                <w:lang w:eastAsia="zh-CN"/>
              </w:rPr>
            </w:pPr>
            <w:r>
              <w:rPr>
                <w:lang w:eastAsia="fi-FI"/>
              </w:rPr>
              <w:t>DC_(n)12AA</w:t>
            </w:r>
            <w:r>
              <w:rPr>
                <w:vertAlign w:val="superscript"/>
                <w:lang w:eastAsia="fi-FI"/>
              </w:rPr>
              <w:t>2</w:t>
            </w:r>
          </w:p>
        </w:tc>
      </w:tr>
      <w:tr w:rsidR="00B45972" w14:paraId="441B4C8E"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28D3877D" w14:textId="77777777" w:rsidR="00B45972" w:rsidRDefault="00B45972" w:rsidP="00AC3FE8">
            <w:pPr>
              <w:pStyle w:val="TAC"/>
              <w:rPr>
                <w:lang w:val="fi-FI" w:eastAsia="ja-JP"/>
              </w:rPr>
            </w:pPr>
            <w:r>
              <w:rPr>
                <w:lang w:val="fi-FI" w:eastAsia="ja-JP"/>
              </w:rPr>
              <w:t>DC_66A-(n)71AA</w:t>
            </w:r>
          </w:p>
          <w:p w14:paraId="56018294" w14:textId="77777777" w:rsidR="00B45972" w:rsidRDefault="00B45972" w:rsidP="00AC3FE8">
            <w:pPr>
              <w:pStyle w:val="TAC"/>
              <w:rPr>
                <w:noProof/>
                <w:lang w:val="fi-FI" w:eastAsia="zh-CN"/>
              </w:rPr>
            </w:pPr>
            <w:r>
              <w:rPr>
                <w:lang w:val="fi-FI" w:eastAsia="ja-JP"/>
              </w:rPr>
              <w:t>DC_66</w:t>
            </w:r>
            <w:r>
              <w:rPr>
                <w:lang w:val="fi-FI" w:eastAsia="zh-CN"/>
              </w:rPr>
              <w:t>C-</w:t>
            </w:r>
            <w:r>
              <w:rPr>
                <w:lang w:val="fi-FI" w:eastAsia="ja-JP"/>
              </w:rPr>
              <w:t>(n)71</w:t>
            </w:r>
            <w:r>
              <w:rPr>
                <w:lang w:val="fi-FI" w:eastAsia="zh-CN"/>
              </w:rPr>
              <w:t>AA</w:t>
            </w:r>
          </w:p>
        </w:tc>
        <w:tc>
          <w:tcPr>
            <w:tcW w:w="5862" w:type="dxa"/>
            <w:tcBorders>
              <w:top w:val="single" w:sz="4" w:space="0" w:color="auto"/>
              <w:left w:val="single" w:sz="4" w:space="0" w:color="auto"/>
              <w:bottom w:val="single" w:sz="4" w:space="0" w:color="auto"/>
              <w:right w:val="single" w:sz="4" w:space="0" w:color="auto"/>
            </w:tcBorders>
            <w:hideMark/>
          </w:tcPr>
          <w:p w14:paraId="12FB3C23" w14:textId="77777777" w:rsidR="00B45972" w:rsidRDefault="00B45972" w:rsidP="00AC3FE8">
            <w:pPr>
              <w:pStyle w:val="TAC"/>
              <w:rPr>
                <w:noProof/>
                <w:lang w:eastAsia="zh-CN"/>
              </w:rPr>
            </w:pPr>
            <w:r>
              <w:rPr>
                <w:noProof/>
                <w:lang w:eastAsia="zh-CN"/>
              </w:rPr>
              <w:t>DC_66A_n71A</w:t>
            </w:r>
          </w:p>
          <w:p w14:paraId="4B3ED26C" w14:textId="77777777" w:rsidR="00B45972" w:rsidRDefault="00B45972" w:rsidP="00AC3FE8">
            <w:pPr>
              <w:pStyle w:val="TAC"/>
              <w:rPr>
                <w:noProof/>
                <w:lang w:eastAsia="zh-CN"/>
              </w:rPr>
            </w:pPr>
            <w:r>
              <w:rPr>
                <w:noProof/>
                <w:lang w:eastAsia="zh-CN"/>
              </w:rPr>
              <w:t>DC_(n)71AA</w:t>
            </w:r>
          </w:p>
        </w:tc>
      </w:tr>
      <w:tr w:rsidR="00B45972" w14:paraId="2AD314BC"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654BCD3" w14:textId="77777777" w:rsidR="00B45972" w:rsidRDefault="00B45972" w:rsidP="00AC3FE8">
            <w:pPr>
              <w:pStyle w:val="TAC"/>
              <w:rPr>
                <w:lang w:eastAsia="ko-KR"/>
              </w:rPr>
            </w:pPr>
            <w:r>
              <w:rPr>
                <w:lang w:eastAsia="ko-KR"/>
              </w:rPr>
              <w:t>DC_66A_n25A-n41A</w:t>
            </w:r>
          </w:p>
          <w:p w14:paraId="5BDCD14D" w14:textId="77777777" w:rsidR="00B45972" w:rsidRDefault="00B45972" w:rsidP="00AC3FE8">
            <w:pPr>
              <w:pStyle w:val="TAC"/>
              <w:rPr>
                <w:lang w:eastAsia="ja-JP"/>
              </w:rPr>
            </w:pPr>
            <w:r>
              <w:rPr>
                <w:lang w:eastAsia="ko-KR"/>
              </w:rPr>
              <w:t>DC_66A_n25A-n41C</w:t>
            </w:r>
          </w:p>
        </w:tc>
        <w:tc>
          <w:tcPr>
            <w:tcW w:w="5862" w:type="dxa"/>
            <w:tcBorders>
              <w:top w:val="single" w:sz="4" w:space="0" w:color="auto"/>
              <w:left w:val="single" w:sz="4" w:space="0" w:color="auto"/>
              <w:bottom w:val="single" w:sz="4" w:space="0" w:color="auto"/>
              <w:right w:val="single" w:sz="4" w:space="0" w:color="auto"/>
            </w:tcBorders>
            <w:hideMark/>
          </w:tcPr>
          <w:p w14:paraId="41567155" w14:textId="77777777" w:rsidR="00B45972" w:rsidRDefault="00B45972" w:rsidP="00AC3FE8">
            <w:pPr>
              <w:pStyle w:val="TAC"/>
              <w:rPr>
                <w:rFonts w:eastAsia="Malgun Gothic"/>
                <w:szCs w:val="18"/>
                <w:lang w:eastAsia="ko-KR"/>
              </w:rPr>
            </w:pPr>
            <w:r>
              <w:rPr>
                <w:rFonts w:eastAsia="Malgun Gothic"/>
                <w:szCs w:val="18"/>
                <w:lang w:eastAsia="ko-KR"/>
              </w:rPr>
              <w:t>DC_66A_n25A</w:t>
            </w:r>
          </w:p>
          <w:p w14:paraId="2C46951C" w14:textId="77777777" w:rsidR="00B45972" w:rsidRDefault="00B45972" w:rsidP="00AC3FE8">
            <w:pPr>
              <w:pStyle w:val="TAC"/>
              <w:rPr>
                <w:noProof/>
                <w:lang w:eastAsia="zh-CN"/>
              </w:rPr>
            </w:pPr>
            <w:r>
              <w:rPr>
                <w:rFonts w:eastAsia="Malgun Gothic"/>
                <w:szCs w:val="18"/>
                <w:lang w:eastAsia="ko-KR"/>
              </w:rPr>
              <w:t>DC_66A_n41A</w:t>
            </w:r>
          </w:p>
        </w:tc>
      </w:tr>
      <w:tr w:rsidR="00B45972" w14:paraId="142A8F8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ECF47A9" w14:textId="77777777" w:rsidR="00B45972" w:rsidRDefault="00B45972" w:rsidP="00AC3FE8">
            <w:pPr>
              <w:pStyle w:val="TAC"/>
              <w:rPr>
                <w:lang w:eastAsia="ko-KR"/>
              </w:rPr>
            </w:pPr>
            <w:r>
              <w:rPr>
                <w:lang w:eastAsia="ko-KR"/>
              </w:rPr>
              <w:t>DC_66A_n25A-n41(2A)</w:t>
            </w:r>
          </w:p>
        </w:tc>
        <w:tc>
          <w:tcPr>
            <w:tcW w:w="5862" w:type="dxa"/>
            <w:tcBorders>
              <w:top w:val="single" w:sz="4" w:space="0" w:color="auto"/>
              <w:left w:val="single" w:sz="4" w:space="0" w:color="auto"/>
              <w:bottom w:val="single" w:sz="4" w:space="0" w:color="auto"/>
              <w:right w:val="single" w:sz="4" w:space="0" w:color="auto"/>
            </w:tcBorders>
            <w:hideMark/>
          </w:tcPr>
          <w:p w14:paraId="70FD16A7" w14:textId="77777777" w:rsidR="00B45972" w:rsidRDefault="00B45972" w:rsidP="00AC3FE8">
            <w:pPr>
              <w:pStyle w:val="TAC"/>
              <w:rPr>
                <w:rFonts w:eastAsia="Malgun Gothic"/>
                <w:szCs w:val="18"/>
                <w:lang w:eastAsia="ko-KR"/>
              </w:rPr>
            </w:pPr>
            <w:r>
              <w:rPr>
                <w:rFonts w:eastAsia="Malgun Gothic"/>
                <w:szCs w:val="18"/>
                <w:lang w:eastAsia="ko-KR"/>
              </w:rPr>
              <w:t>DC_66A_n25A</w:t>
            </w:r>
          </w:p>
          <w:p w14:paraId="385AF30A" w14:textId="77777777" w:rsidR="00B45972" w:rsidRDefault="00B45972" w:rsidP="00AC3FE8">
            <w:pPr>
              <w:pStyle w:val="TAC"/>
              <w:rPr>
                <w:rFonts w:eastAsia="Malgun Gothic"/>
                <w:szCs w:val="18"/>
                <w:lang w:eastAsia="ko-KR"/>
              </w:rPr>
            </w:pPr>
            <w:r>
              <w:rPr>
                <w:rFonts w:eastAsia="Malgun Gothic"/>
                <w:szCs w:val="18"/>
                <w:lang w:eastAsia="ko-KR"/>
              </w:rPr>
              <w:t>DC_66A_n41A</w:t>
            </w:r>
          </w:p>
        </w:tc>
      </w:tr>
      <w:tr w:rsidR="00B45972" w14:paraId="37A2502B"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3FD170DB" w14:textId="77777777" w:rsidR="00B45972" w:rsidRDefault="00B45972" w:rsidP="00AC3FE8">
            <w:pPr>
              <w:pStyle w:val="TAC"/>
              <w:rPr>
                <w:rFonts w:eastAsia="Malgun Gothic" w:cs="Malgun Gothic"/>
                <w:lang w:eastAsia="ko-KR"/>
              </w:rPr>
            </w:pPr>
            <w:r>
              <w:rPr>
                <w:rFonts w:eastAsia="Malgun Gothic" w:cs="Malgun Gothic"/>
                <w:lang w:eastAsia="ko-KR"/>
              </w:rPr>
              <w:t>DC_66A_n41A-n71A</w:t>
            </w:r>
          </w:p>
          <w:p w14:paraId="60E36596" w14:textId="77777777" w:rsidR="00B45972" w:rsidRDefault="00B45972" w:rsidP="00AC3FE8">
            <w:pPr>
              <w:pStyle w:val="TAC"/>
              <w:rPr>
                <w:lang w:eastAsia="ko-KR"/>
              </w:rPr>
            </w:pPr>
            <w:r>
              <w:rPr>
                <w:rFonts w:eastAsia="Malgun Gothic" w:cs="Malgun Gothic"/>
                <w:lang w:eastAsia="ko-KR"/>
              </w:rPr>
              <w:t>DC_66A_n41C-n71A</w:t>
            </w:r>
          </w:p>
        </w:tc>
        <w:tc>
          <w:tcPr>
            <w:tcW w:w="5862" w:type="dxa"/>
            <w:tcBorders>
              <w:top w:val="single" w:sz="4" w:space="0" w:color="auto"/>
              <w:left w:val="single" w:sz="4" w:space="0" w:color="auto"/>
              <w:bottom w:val="single" w:sz="4" w:space="0" w:color="auto"/>
              <w:right w:val="single" w:sz="4" w:space="0" w:color="auto"/>
            </w:tcBorders>
            <w:hideMark/>
          </w:tcPr>
          <w:p w14:paraId="0EBD1824" w14:textId="77777777" w:rsidR="00B45972" w:rsidRDefault="00B45972" w:rsidP="00AC3FE8">
            <w:pPr>
              <w:pStyle w:val="TAC"/>
              <w:rPr>
                <w:rFonts w:eastAsia="Malgun Gothic"/>
                <w:lang w:eastAsia="ko-KR"/>
              </w:rPr>
            </w:pPr>
            <w:r>
              <w:rPr>
                <w:rFonts w:eastAsia="Malgun Gothic"/>
                <w:lang w:eastAsia="ko-KR"/>
              </w:rPr>
              <w:t>DC_66A_n41A</w:t>
            </w:r>
          </w:p>
          <w:p w14:paraId="0753DF18" w14:textId="77777777" w:rsidR="00B45972" w:rsidRDefault="00B45972" w:rsidP="00AC3FE8">
            <w:pPr>
              <w:pStyle w:val="TAC"/>
              <w:rPr>
                <w:rFonts w:eastAsia="Malgun Gothic"/>
                <w:szCs w:val="18"/>
                <w:lang w:eastAsia="ko-KR"/>
              </w:rPr>
            </w:pPr>
            <w:r>
              <w:rPr>
                <w:rFonts w:eastAsia="Malgun Gothic"/>
                <w:lang w:eastAsia="ko-KR"/>
              </w:rPr>
              <w:t>DC_66A_n71A</w:t>
            </w:r>
          </w:p>
        </w:tc>
      </w:tr>
      <w:tr w:rsidR="00B45972" w14:paraId="5F1F0451"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68EA6127" w14:textId="77777777" w:rsidR="00B45972" w:rsidRDefault="00B45972" w:rsidP="00AC3FE8">
            <w:pPr>
              <w:pStyle w:val="TAC"/>
              <w:rPr>
                <w:rFonts w:eastAsia="Malgun Gothic" w:cs="Malgun Gothic"/>
                <w:lang w:eastAsia="ko-KR"/>
              </w:rPr>
            </w:pPr>
            <w:r>
              <w:rPr>
                <w:rFonts w:eastAsia="Malgun Gothic" w:cs="Malgun Gothic"/>
                <w:lang w:eastAsia="ko-KR"/>
              </w:rPr>
              <w:t>DC_66A_n41(2A)-n71A</w:t>
            </w:r>
          </w:p>
        </w:tc>
        <w:tc>
          <w:tcPr>
            <w:tcW w:w="5862" w:type="dxa"/>
            <w:tcBorders>
              <w:top w:val="single" w:sz="4" w:space="0" w:color="auto"/>
              <w:left w:val="single" w:sz="4" w:space="0" w:color="auto"/>
              <w:bottom w:val="single" w:sz="4" w:space="0" w:color="auto"/>
              <w:right w:val="single" w:sz="4" w:space="0" w:color="auto"/>
            </w:tcBorders>
            <w:hideMark/>
          </w:tcPr>
          <w:p w14:paraId="029E05B7" w14:textId="77777777" w:rsidR="00B45972" w:rsidRDefault="00B45972" w:rsidP="00AC3FE8">
            <w:pPr>
              <w:pStyle w:val="TAC"/>
              <w:rPr>
                <w:rFonts w:eastAsia="Malgun Gothic"/>
                <w:lang w:eastAsia="ko-KR"/>
              </w:rPr>
            </w:pPr>
            <w:r>
              <w:rPr>
                <w:rFonts w:eastAsia="Malgun Gothic"/>
                <w:lang w:eastAsia="ko-KR"/>
              </w:rPr>
              <w:t>DC_66A_n41A</w:t>
            </w:r>
          </w:p>
          <w:p w14:paraId="034DEA37" w14:textId="77777777" w:rsidR="00B45972" w:rsidRDefault="00B45972" w:rsidP="00AC3FE8">
            <w:pPr>
              <w:pStyle w:val="TAC"/>
              <w:rPr>
                <w:rFonts w:eastAsia="Malgun Gothic"/>
                <w:lang w:eastAsia="ko-KR"/>
              </w:rPr>
            </w:pPr>
            <w:r>
              <w:rPr>
                <w:rFonts w:eastAsia="Malgun Gothic"/>
                <w:lang w:eastAsia="ko-KR"/>
              </w:rPr>
              <w:t>DC_66A_n71A</w:t>
            </w:r>
          </w:p>
        </w:tc>
      </w:tr>
      <w:tr w:rsidR="00B45972" w14:paraId="28ACA3A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43F57B13" w14:textId="77777777" w:rsidR="00B45972" w:rsidRDefault="00B45972" w:rsidP="00AC3FE8">
            <w:pPr>
              <w:pStyle w:val="TAC"/>
              <w:rPr>
                <w:rFonts w:eastAsia="Malgun Gothic" w:cs="Malgun Gothic"/>
                <w:lang w:eastAsia="ko-KR"/>
              </w:rPr>
            </w:pPr>
            <w:r>
              <w:rPr>
                <w:lang w:eastAsia="ja-JP"/>
              </w:rPr>
              <w:t>DC_66A-71A_n38A</w:t>
            </w:r>
          </w:p>
        </w:tc>
        <w:tc>
          <w:tcPr>
            <w:tcW w:w="5862" w:type="dxa"/>
            <w:tcBorders>
              <w:top w:val="single" w:sz="4" w:space="0" w:color="auto"/>
              <w:left w:val="single" w:sz="4" w:space="0" w:color="auto"/>
              <w:bottom w:val="single" w:sz="4" w:space="0" w:color="auto"/>
              <w:right w:val="single" w:sz="4" w:space="0" w:color="auto"/>
            </w:tcBorders>
            <w:hideMark/>
          </w:tcPr>
          <w:p w14:paraId="3B7F706E" w14:textId="77777777" w:rsidR="00B45972" w:rsidRDefault="00B45972" w:rsidP="00AC3FE8">
            <w:pPr>
              <w:pStyle w:val="TAC"/>
              <w:rPr>
                <w:lang w:eastAsia="ja-JP"/>
              </w:rPr>
            </w:pPr>
            <w:r>
              <w:rPr>
                <w:lang w:eastAsia="ja-JP"/>
              </w:rPr>
              <w:t>DC_71A_n38A</w:t>
            </w:r>
          </w:p>
          <w:p w14:paraId="2308EE59" w14:textId="77777777" w:rsidR="00B45972" w:rsidRDefault="00B45972" w:rsidP="00AC3FE8">
            <w:pPr>
              <w:pStyle w:val="TAC"/>
              <w:rPr>
                <w:rFonts w:eastAsia="Malgun Gothic"/>
                <w:lang w:eastAsia="ko-KR"/>
              </w:rPr>
            </w:pPr>
            <w:r>
              <w:rPr>
                <w:lang w:eastAsia="ja-JP"/>
              </w:rPr>
              <w:t>DC_66A_n38A</w:t>
            </w:r>
          </w:p>
        </w:tc>
      </w:tr>
      <w:tr w:rsidR="00B45972" w14:paraId="66472926"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020DFC0F" w14:textId="77777777" w:rsidR="00B45972" w:rsidRDefault="00B45972" w:rsidP="00AC3FE8">
            <w:pPr>
              <w:pStyle w:val="TAC"/>
              <w:rPr>
                <w:rFonts w:eastAsia="Malgun Gothic" w:cs="Malgun Gothic"/>
                <w:lang w:eastAsia="ko-KR"/>
              </w:rPr>
            </w:pPr>
            <w:r>
              <w:rPr>
                <w:lang w:eastAsia="ja-JP"/>
              </w:rPr>
              <w:t>DC_66A-71A_n66A</w:t>
            </w:r>
          </w:p>
        </w:tc>
        <w:tc>
          <w:tcPr>
            <w:tcW w:w="5862" w:type="dxa"/>
            <w:tcBorders>
              <w:top w:val="single" w:sz="4" w:space="0" w:color="auto"/>
              <w:left w:val="single" w:sz="4" w:space="0" w:color="auto"/>
              <w:bottom w:val="single" w:sz="4" w:space="0" w:color="auto"/>
              <w:right w:val="single" w:sz="4" w:space="0" w:color="auto"/>
            </w:tcBorders>
            <w:hideMark/>
          </w:tcPr>
          <w:p w14:paraId="6D8B7123" w14:textId="77777777" w:rsidR="00B45972" w:rsidRDefault="00B45972" w:rsidP="00AC3FE8">
            <w:pPr>
              <w:pStyle w:val="TAC"/>
              <w:rPr>
                <w:lang w:eastAsia="ja-JP"/>
              </w:rPr>
            </w:pPr>
            <w:r>
              <w:rPr>
                <w:lang w:eastAsia="ja-JP"/>
              </w:rPr>
              <w:t>DC_71A_n66A</w:t>
            </w:r>
          </w:p>
          <w:p w14:paraId="19803392" w14:textId="77777777" w:rsidR="00B45972" w:rsidRDefault="00B45972" w:rsidP="00AC3FE8">
            <w:pPr>
              <w:pStyle w:val="TAC"/>
              <w:rPr>
                <w:rFonts w:eastAsia="Malgun Gothic"/>
                <w:lang w:eastAsia="ko-KR"/>
              </w:rPr>
            </w:pPr>
            <w:r>
              <w:rPr>
                <w:lang w:eastAsia="ja-JP"/>
              </w:rPr>
              <w:t>DC_66A_n66A</w:t>
            </w:r>
            <w:r>
              <w:rPr>
                <w:vertAlign w:val="superscript"/>
                <w:lang w:eastAsia="fi-FI"/>
              </w:rPr>
              <w:t>2</w:t>
            </w:r>
          </w:p>
        </w:tc>
      </w:tr>
      <w:tr w:rsidR="00B45972" w14:paraId="054CFEA0"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53029116" w14:textId="77777777" w:rsidR="00B45972" w:rsidRDefault="00B45972" w:rsidP="00AC3FE8">
            <w:pPr>
              <w:pStyle w:val="TAC"/>
              <w:rPr>
                <w:rFonts w:eastAsia="Malgun Gothic" w:cs="Malgun Gothic"/>
                <w:lang w:eastAsia="ko-KR"/>
              </w:rPr>
            </w:pPr>
            <w:r>
              <w:rPr>
                <w:lang w:eastAsia="ja-JP"/>
              </w:rPr>
              <w:t>DC_66A-71A_n78A</w:t>
            </w:r>
          </w:p>
        </w:tc>
        <w:tc>
          <w:tcPr>
            <w:tcW w:w="5862" w:type="dxa"/>
            <w:tcBorders>
              <w:top w:val="single" w:sz="4" w:space="0" w:color="auto"/>
              <w:left w:val="single" w:sz="4" w:space="0" w:color="auto"/>
              <w:bottom w:val="single" w:sz="4" w:space="0" w:color="auto"/>
              <w:right w:val="single" w:sz="4" w:space="0" w:color="auto"/>
            </w:tcBorders>
            <w:hideMark/>
          </w:tcPr>
          <w:p w14:paraId="2484E39E" w14:textId="77777777" w:rsidR="00B45972" w:rsidRDefault="00B45972" w:rsidP="00AC3FE8">
            <w:pPr>
              <w:pStyle w:val="TAC"/>
              <w:rPr>
                <w:lang w:eastAsia="ja-JP"/>
              </w:rPr>
            </w:pPr>
            <w:r>
              <w:rPr>
                <w:lang w:eastAsia="ja-JP"/>
              </w:rPr>
              <w:t>DC_71A_n78A</w:t>
            </w:r>
          </w:p>
          <w:p w14:paraId="191CEA16" w14:textId="77777777" w:rsidR="00B45972" w:rsidRDefault="00B45972" w:rsidP="00AC3FE8">
            <w:pPr>
              <w:pStyle w:val="TAC"/>
              <w:rPr>
                <w:rFonts w:eastAsia="Malgun Gothic"/>
                <w:lang w:eastAsia="ko-KR"/>
              </w:rPr>
            </w:pPr>
            <w:r>
              <w:rPr>
                <w:lang w:eastAsia="ja-JP"/>
              </w:rPr>
              <w:t>DC_66A_n78A</w:t>
            </w:r>
          </w:p>
        </w:tc>
      </w:tr>
      <w:tr w:rsidR="00B45972" w14:paraId="7965CC7D" w14:textId="77777777" w:rsidTr="00AC3FE8">
        <w:trPr>
          <w:trHeight w:val="187"/>
          <w:jc w:val="center"/>
        </w:trPr>
        <w:tc>
          <w:tcPr>
            <w:tcW w:w="0" w:type="auto"/>
            <w:tcBorders>
              <w:top w:val="single" w:sz="4" w:space="0" w:color="auto"/>
              <w:left w:val="single" w:sz="4" w:space="0" w:color="auto"/>
              <w:bottom w:val="single" w:sz="4" w:space="0" w:color="auto"/>
              <w:right w:val="single" w:sz="4" w:space="0" w:color="auto"/>
            </w:tcBorders>
            <w:noWrap/>
            <w:hideMark/>
          </w:tcPr>
          <w:p w14:paraId="75D0EF2D" w14:textId="77777777" w:rsidR="00B45972" w:rsidRDefault="00B45972" w:rsidP="00AC3FE8">
            <w:pPr>
              <w:pStyle w:val="TAC"/>
              <w:rPr>
                <w:noProof/>
                <w:vertAlign w:val="superscript"/>
                <w:lang w:eastAsia="zh-CN"/>
              </w:rPr>
            </w:pPr>
            <w:r>
              <w:lastRenderedPageBreak/>
              <w:t>DC_</w:t>
            </w:r>
            <w:r>
              <w:rPr>
                <w:lang w:eastAsia="zh-CN"/>
              </w:rPr>
              <w:t>66A</w:t>
            </w:r>
            <w:r>
              <w:t>_SUL_n78</w:t>
            </w:r>
            <w:r>
              <w:rPr>
                <w:lang w:eastAsia="zh-CN"/>
              </w:rPr>
              <w:t>A</w:t>
            </w:r>
            <w:r>
              <w:t>-n86</w:t>
            </w:r>
            <w:r>
              <w:rPr>
                <w:lang w:eastAsia="zh-CN"/>
              </w:rPr>
              <w:t>A</w:t>
            </w:r>
            <w:r>
              <w:rPr>
                <w:noProof/>
                <w:vertAlign w:val="superscript"/>
                <w:lang w:eastAsia="zh-CN"/>
              </w:rPr>
              <w:t>5</w:t>
            </w:r>
          </w:p>
          <w:p w14:paraId="6B74943F" w14:textId="77777777" w:rsidR="00B45972" w:rsidRDefault="00B45972" w:rsidP="00AC3FE8">
            <w:pPr>
              <w:pStyle w:val="TAC"/>
              <w:rPr>
                <w:noProof/>
                <w:lang w:eastAsia="zh-CN"/>
              </w:rPr>
            </w:pPr>
            <w:r>
              <w:t>DC_</w:t>
            </w:r>
            <w:r>
              <w:rPr>
                <w:lang w:eastAsia="zh-CN"/>
              </w:rPr>
              <w:t>66A</w:t>
            </w:r>
            <w:r>
              <w:t>_SUL_n78(2</w:t>
            </w:r>
            <w:r>
              <w:rPr>
                <w:lang w:eastAsia="zh-CN"/>
              </w:rPr>
              <w:t>A)</w:t>
            </w:r>
            <w:r>
              <w:t>-n86</w:t>
            </w:r>
            <w:r>
              <w:rPr>
                <w:lang w:eastAsia="zh-CN"/>
              </w:rPr>
              <w:t>A</w:t>
            </w:r>
            <w:r>
              <w:rPr>
                <w:noProof/>
                <w:vertAlign w:val="superscript"/>
                <w:lang w:eastAsia="zh-CN"/>
              </w:rPr>
              <w:t>5</w:t>
            </w:r>
          </w:p>
        </w:tc>
        <w:tc>
          <w:tcPr>
            <w:tcW w:w="5862" w:type="dxa"/>
            <w:tcBorders>
              <w:top w:val="single" w:sz="4" w:space="0" w:color="auto"/>
              <w:left w:val="single" w:sz="4" w:space="0" w:color="auto"/>
              <w:bottom w:val="single" w:sz="4" w:space="0" w:color="auto"/>
              <w:right w:val="single" w:sz="4" w:space="0" w:color="auto"/>
            </w:tcBorders>
            <w:hideMark/>
          </w:tcPr>
          <w:p w14:paraId="72681B50" w14:textId="77777777" w:rsidR="00B45972" w:rsidRDefault="00B45972" w:rsidP="00AC3FE8">
            <w:pPr>
              <w:pStyle w:val="TAC"/>
              <w:rPr>
                <w:lang w:eastAsia="zh-CN"/>
              </w:rPr>
            </w:pPr>
            <w:r>
              <w:rPr>
                <w:lang w:eastAsia="zh-CN"/>
              </w:rPr>
              <w:t>DC_66A_n78A</w:t>
            </w:r>
          </w:p>
          <w:p w14:paraId="1EECB198" w14:textId="77777777" w:rsidR="00B45972" w:rsidRDefault="00B45972" w:rsidP="00AC3FE8">
            <w:pPr>
              <w:pStyle w:val="TAC"/>
              <w:rPr>
                <w:lang w:eastAsia="zh-CN"/>
              </w:rPr>
            </w:pPr>
            <w:r>
              <w:rPr>
                <w:lang w:eastAsia="zh-CN"/>
              </w:rPr>
              <w:t>DC_66A_n86A_ULSUP-TDM_n78A</w:t>
            </w:r>
          </w:p>
        </w:tc>
      </w:tr>
      <w:tr w:rsidR="00B45972" w14:paraId="106D7F08" w14:textId="77777777" w:rsidTr="00AC3FE8">
        <w:trPr>
          <w:trHeight w:val="187"/>
          <w:jc w:val="center"/>
        </w:trPr>
        <w:tc>
          <w:tcPr>
            <w:tcW w:w="9629" w:type="dxa"/>
            <w:gridSpan w:val="2"/>
            <w:tcBorders>
              <w:top w:val="single" w:sz="4" w:space="0" w:color="auto"/>
              <w:left w:val="single" w:sz="4" w:space="0" w:color="auto"/>
              <w:bottom w:val="single" w:sz="4" w:space="0" w:color="auto"/>
              <w:right w:val="single" w:sz="4" w:space="0" w:color="auto"/>
            </w:tcBorders>
            <w:noWrap/>
            <w:vAlign w:val="center"/>
            <w:hideMark/>
          </w:tcPr>
          <w:p w14:paraId="5162C10F" w14:textId="77777777" w:rsidR="00B45972" w:rsidRDefault="00B45972" w:rsidP="00AC3FE8">
            <w:pPr>
              <w:pStyle w:val="TAN"/>
              <w:keepNext w:val="0"/>
            </w:pPr>
            <w:r>
              <w:t>NOTE 1:</w:t>
            </w:r>
            <w:r>
              <w:tab/>
              <w:t>Uplink EN-DC configurations are the configurations supported by the present release of specifications.</w:t>
            </w:r>
          </w:p>
          <w:p w14:paraId="54953AC8" w14:textId="77777777" w:rsidR="00B45972" w:rsidRDefault="00B45972" w:rsidP="00AC3FE8">
            <w:pPr>
              <w:pStyle w:val="TAN"/>
              <w:keepNext w:val="0"/>
              <w:rPr>
                <w:rFonts w:eastAsia="PMingLiU" w:cs="Arial"/>
                <w:lang w:eastAsia="zh-TW"/>
              </w:rPr>
            </w:pPr>
            <w:r>
              <w:rPr>
                <w:rFonts w:eastAsia="PMingLiU"/>
                <w:lang w:eastAsia="zh-TW"/>
              </w:rPr>
              <w:t>NOTE 2:</w:t>
            </w:r>
            <w:r>
              <w:tab/>
            </w:r>
            <w:r>
              <w:rPr>
                <w:rFonts w:eastAsia="PMingLiU" w:cs="Arial"/>
                <w:lang w:eastAsia="zh-TW"/>
              </w:rPr>
              <w:t>Only single switched UL is supported</w:t>
            </w:r>
          </w:p>
          <w:p w14:paraId="7BFCFECB" w14:textId="77777777" w:rsidR="00B45972" w:rsidRDefault="00B45972" w:rsidP="00AC3FE8">
            <w:pPr>
              <w:pStyle w:val="TAN"/>
              <w:keepNext w:val="0"/>
              <w:rPr>
                <w:rFonts w:cs="Arial"/>
                <w:szCs w:val="18"/>
              </w:rPr>
            </w:pPr>
            <w:r>
              <w:rPr>
                <w:rFonts w:cs="Arial"/>
                <w:szCs w:val="18"/>
              </w:rPr>
              <w:t>N</w:t>
            </w:r>
            <w:r>
              <w:rPr>
                <w:rFonts w:cs="Arial"/>
                <w:szCs w:val="18"/>
                <w:lang w:eastAsia="zh-CN"/>
              </w:rPr>
              <w:t xml:space="preserve">OTE </w:t>
            </w:r>
            <w:r>
              <w:rPr>
                <w:rFonts w:cs="Arial"/>
                <w:szCs w:val="18"/>
              </w:rPr>
              <w:t>3:</w:t>
            </w:r>
            <w:r>
              <w:rPr>
                <w:rFonts w:cs="Arial"/>
                <w:szCs w:val="18"/>
              </w:rPr>
              <w:tab/>
              <w:t>Restricted to E-UTRA operation when inter-band carrier aggregation is configured. The downlink operating band for Band 46 is paired with the uplink operating band (external E-UTRA band) of the carrier aggregation configuration that is supporting the configured Pcell.</w:t>
            </w:r>
          </w:p>
          <w:p w14:paraId="33C7A06B" w14:textId="77777777" w:rsidR="00B45972" w:rsidRDefault="00B45972" w:rsidP="00AC3FE8">
            <w:pPr>
              <w:pStyle w:val="TAN"/>
              <w:keepNext w:val="0"/>
              <w:rPr>
                <w:rFonts w:cs="Arial"/>
                <w:szCs w:val="18"/>
                <w:lang w:eastAsia="fi-FI"/>
              </w:rPr>
            </w:pPr>
            <w:r>
              <w:rPr>
                <w:rFonts w:cs="Arial"/>
                <w:szCs w:val="18"/>
                <w:lang w:eastAsia="fi-FI"/>
              </w:rPr>
              <w:t>NOTE 4:</w:t>
            </w:r>
            <w:r>
              <w:rPr>
                <w:rFonts w:cs="Arial"/>
                <w:szCs w:val="18"/>
                <w:lang w:eastAsia="fi-FI"/>
              </w:rPr>
              <w:tab/>
              <w:t>If a UE is configured with both NR UL and NR SUL carriers in a cell, the switching time between NR UL carrier and NR SUL carrier can be up to 140us and placed in SUL resources.</w:t>
            </w:r>
          </w:p>
          <w:p w14:paraId="0C61E74A" w14:textId="77777777" w:rsidR="00B45972" w:rsidRDefault="00B45972" w:rsidP="00AC3FE8">
            <w:pPr>
              <w:pStyle w:val="TAN"/>
              <w:keepNext w:val="0"/>
              <w:rPr>
                <w:rFonts w:cs="Arial"/>
                <w:szCs w:val="18"/>
                <w:lang w:eastAsia="fi-FI"/>
              </w:rPr>
            </w:pPr>
            <w:r>
              <w:rPr>
                <w:rFonts w:cs="Arial"/>
                <w:szCs w:val="18"/>
                <w:lang w:eastAsia="fi-FI"/>
              </w:rPr>
              <w:t>NOTE 5:</w:t>
            </w:r>
            <w:r>
              <w:rPr>
                <w:rFonts w:cs="Arial"/>
                <w:szCs w:val="18"/>
                <w:lang w:eastAsia="fi-FI"/>
              </w:rPr>
              <w:tab/>
              <w:t>Applicable for UE supporting inter-band EN-DC with mandatory simultaneous Rx/Tx capability</w:t>
            </w:r>
          </w:p>
          <w:p w14:paraId="22F2C120" w14:textId="77777777" w:rsidR="00B45972" w:rsidRDefault="00B45972" w:rsidP="00AC3FE8">
            <w:pPr>
              <w:pStyle w:val="TAN"/>
              <w:keepNext w:val="0"/>
              <w:rPr>
                <w:rFonts w:cs="Arial"/>
                <w:szCs w:val="18"/>
                <w:lang w:eastAsia="fi-FI"/>
              </w:rPr>
            </w:pPr>
            <w:r>
              <w:rPr>
                <w:rFonts w:cs="Arial"/>
                <w:szCs w:val="18"/>
                <w:lang w:eastAsia="fi-FI"/>
              </w:rPr>
              <w:t>NOTE 6:</w:t>
            </w:r>
            <w:r>
              <w:rPr>
                <w:rFonts w:cs="Arial"/>
                <w:szCs w:val="18"/>
                <w:lang w:eastAsia="fi-FI"/>
              </w:rPr>
              <w:tab/>
              <w:t>The frequency range in band n28 is restricted for this band combination to 703-733 MHz for the UL and 758 – 788 MHz for the DL.</w:t>
            </w:r>
          </w:p>
          <w:p w14:paraId="55E7A7CA" w14:textId="77777777" w:rsidR="00B45972" w:rsidRDefault="00B45972" w:rsidP="00AC3FE8">
            <w:pPr>
              <w:pStyle w:val="TAN"/>
              <w:rPr>
                <w:rFonts w:eastAsia="PMingLiU" w:cs="Arial"/>
                <w:lang w:eastAsia="zh-TW"/>
              </w:rPr>
            </w:pPr>
            <w:r>
              <w:rPr>
                <w:rFonts w:eastAsia="PMingLiU"/>
                <w:lang w:eastAsia="zh-TW"/>
              </w:rPr>
              <w:t>NOTE 7:</w:t>
            </w:r>
            <w:r>
              <w:tab/>
              <w:t>Void.</w:t>
            </w:r>
          </w:p>
          <w:p w14:paraId="331CCEF2" w14:textId="77777777" w:rsidR="00B45972" w:rsidRDefault="00B45972" w:rsidP="00AC3FE8">
            <w:pPr>
              <w:keepNext/>
              <w:keepLines/>
              <w:spacing w:after="0"/>
              <w:ind w:left="851" w:hanging="851"/>
              <w:rPr>
                <w:rFonts w:ascii="Arial" w:eastAsia="PMingLiU" w:hAnsi="Arial" w:cs="Arial"/>
                <w:sz w:val="18"/>
                <w:lang w:eastAsia="zh-TW"/>
              </w:rPr>
            </w:pPr>
            <w:r>
              <w:rPr>
                <w:rFonts w:ascii="Arial" w:eastAsia="PMingLiU" w:hAnsi="Arial" w:cs="Arial"/>
                <w:sz w:val="18"/>
                <w:lang w:eastAsia="zh-TW"/>
              </w:rPr>
              <w:t>NOTE 8:</w:t>
            </w:r>
            <w:r>
              <w:rPr>
                <w:rFonts w:ascii="Arial" w:eastAsia="PMingLiU" w:hAnsi="Arial" w:cs="Arial"/>
                <w:sz w:val="18"/>
                <w:lang w:eastAsia="zh-TW"/>
              </w:rPr>
              <w:tab/>
              <w:t>UL carrier shall be supported in Band 2 only. Power imbalance between downlink carriers on Band 7 and Band 38 is assumed to be within 6dB.</w:t>
            </w:r>
          </w:p>
          <w:p w14:paraId="733BD63B" w14:textId="77777777" w:rsidR="00B45972" w:rsidRDefault="00B45972" w:rsidP="00AC3FE8">
            <w:pPr>
              <w:pStyle w:val="TAN"/>
              <w:keepNext w:val="0"/>
              <w:rPr>
                <w:rFonts w:eastAsia="PMingLiU" w:cs="Arial"/>
                <w:lang w:eastAsia="zh-TW"/>
              </w:rPr>
            </w:pPr>
            <w:r>
              <w:rPr>
                <w:rFonts w:eastAsia="PMingLiU" w:cs="Arial"/>
                <w:lang w:eastAsia="zh-TW"/>
              </w:rPr>
              <w:t>NOTE 9:</w:t>
            </w:r>
            <w:r>
              <w:rPr>
                <w:rFonts w:eastAsia="PMingLiU" w:cs="Arial"/>
                <w:lang w:eastAsia="zh-TW"/>
              </w:rPr>
              <w:tab/>
              <w:t>UL carrier shall be supported in Band 66 only. Power imbalance between downlink carriers on Band 7 and Band 38 is assumed to be within 6dB.</w:t>
            </w:r>
          </w:p>
          <w:p w14:paraId="599677BD" w14:textId="6029AE58" w:rsidR="00B45972" w:rsidRDefault="00B45972" w:rsidP="00864966">
            <w:pPr>
              <w:pStyle w:val="TAN"/>
              <w:keepNext w:val="0"/>
            </w:pPr>
            <w:r>
              <w:t xml:space="preserve">NOTE 10: </w:t>
            </w:r>
            <w:r>
              <w:tab/>
              <w:t xml:space="preserve">For UEs not indicating </w:t>
            </w:r>
            <w:r>
              <w:rPr>
                <w:i/>
                <w:iCs/>
              </w:rPr>
              <w:t>interBandMRDC-WithOverlapDL-Bands-r16</w:t>
            </w:r>
            <w:r>
              <w:t>, the minimum requirements for intra-band  non-contiguous EN-DC apply for the Band 42 and Band n77/n78 combination.</w:t>
            </w:r>
            <w:r>
              <w:rPr>
                <w:lang w:eastAsia="zh-CN"/>
              </w:rPr>
              <w:t xml:space="preserve"> </w:t>
            </w:r>
            <w:r>
              <w:t xml:space="preserve">For UEs not indicating </w:t>
            </w:r>
            <w:r>
              <w:rPr>
                <w:i/>
                <w:iCs/>
              </w:rPr>
              <w:t>interBandMRDC-WithOverlapDL-Bands-r16</w:t>
            </w:r>
            <w:r>
              <w:t xml:space="preserve">, </w:t>
            </w:r>
            <w:r>
              <w:rPr>
                <w:noProof/>
                <w:lang w:eastAsia="ja-JP"/>
              </w:rPr>
              <w:t xml:space="preserve">when UE capability </w:t>
            </w:r>
            <w:r>
              <w:rPr>
                <w:i/>
                <w:iCs/>
                <w:noProof/>
                <w:lang w:eastAsia="ja-JP"/>
              </w:rPr>
              <w:t>interBandContiguousMRDC</w:t>
            </w:r>
            <w:r>
              <w:rPr>
                <w:noProof/>
                <w:lang w:eastAsia="ja-JP"/>
              </w:rPr>
              <w:t xml:space="preserve"> is indicated, the minimum requirements for intra-band-contiguous EN-DC also should be met in addtion to intra-band non-contiguous EN-DC</w:t>
            </w:r>
            <w:r>
              <w:rPr>
                <w:i/>
                <w:iCs/>
                <w:noProof/>
                <w:lang w:eastAsia="ja-JP"/>
              </w:rPr>
              <w:t xml:space="preserve">. </w:t>
            </w:r>
          </w:p>
          <w:p w14:paraId="7C7C737C" w14:textId="77777777" w:rsidR="00B45972" w:rsidRDefault="00B45972" w:rsidP="00AC3FE8">
            <w:pPr>
              <w:pStyle w:val="TAN"/>
              <w:keepNext w:val="0"/>
            </w:pPr>
            <w:r>
              <w:t>NOTE 11:</w:t>
            </w:r>
            <w:r>
              <w:tab/>
              <w:t xml:space="preserve">For UEs not indicating </w:t>
            </w:r>
            <w:r>
              <w:rPr>
                <w:i/>
                <w:iCs/>
              </w:rPr>
              <w:t>interBandMRDC-WithOverlapDL-Bands-r16</w:t>
            </w:r>
            <w:r>
              <w:t xml:space="preserve">, the minimum requirements for inter-band EN-DC apply when the maximum power spectral density imbalance between downlink carriers contained in </w:t>
            </w:r>
            <w:r>
              <w:rPr>
                <w:noProof/>
              </w:rPr>
              <w:t>overlapping or partially overlapping DL bands</w:t>
            </w:r>
            <w:r>
              <w:t xml:space="preserve"> is within 6 dB.</w:t>
            </w:r>
          </w:p>
          <w:p w14:paraId="4D67567B" w14:textId="77777777" w:rsidR="00B45972" w:rsidRDefault="00B45972" w:rsidP="00AC3FE8">
            <w:pPr>
              <w:pStyle w:val="TAN"/>
              <w:keepNext w:val="0"/>
              <w:rPr>
                <w:rFonts w:cs="Arial"/>
                <w:szCs w:val="18"/>
                <w:lang w:eastAsia="fi-FI"/>
              </w:rPr>
            </w:pPr>
            <w:r>
              <w:t>NOTE 12:</w:t>
            </w:r>
            <w:r>
              <w:tab/>
              <w:t xml:space="preserve">For UEs not indicating </w:t>
            </w:r>
            <w:r>
              <w:rPr>
                <w:i/>
                <w:iCs/>
              </w:rPr>
              <w:t>interBandMRDC-WithOverlapDL-Bands-r16</w:t>
            </w:r>
            <w:r>
              <w:t xml:space="preserve">, the minimum requirements apply for synchronized DL carriers with a maximum receive time difference </w:t>
            </w:r>
            <w:r>
              <w:rPr>
                <w:rFonts w:cs="Arial"/>
              </w:rPr>
              <w:t>≤</w:t>
            </w:r>
            <w:r>
              <w:t xml:space="preserve"> 3 usec between </w:t>
            </w:r>
            <w:r>
              <w:rPr>
                <w:noProof/>
              </w:rPr>
              <w:t>overlapping or partially overlapping DL bands</w:t>
            </w:r>
            <w:r>
              <w:t xml:space="preserve"> contained in different cell groups.</w:t>
            </w:r>
          </w:p>
        </w:tc>
      </w:tr>
    </w:tbl>
    <w:p w14:paraId="071481CA" w14:textId="3C258702" w:rsidR="00B45972" w:rsidRDefault="00B45972" w:rsidP="001310A1"/>
    <w:p w14:paraId="5221FD62" w14:textId="1FAE9340" w:rsidR="001310A1" w:rsidRPr="00E062F1" w:rsidRDefault="001310A1" w:rsidP="001310A1">
      <w:pPr>
        <w:pStyle w:val="Heading4"/>
      </w:pPr>
      <w:bookmarkStart w:id="1194" w:name="_Toc21351524"/>
      <w:bookmarkStart w:id="1195" w:name="_Toc29807106"/>
      <w:bookmarkStart w:id="1196" w:name="_Toc36648820"/>
      <w:bookmarkStart w:id="1197" w:name="_Toc36651545"/>
      <w:bookmarkStart w:id="1198" w:name="_Toc37256479"/>
      <w:bookmarkStart w:id="1199" w:name="_Toc37256820"/>
      <w:bookmarkStart w:id="1200" w:name="_Toc45890517"/>
      <w:bookmarkStart w:id="1201" w:name="_Toc45891741"/>
      <w:bookmarkStart w:id="1202" w:name="_Toc45892151"/>
      <w:bookmarkStart w:id="1203" w:name="_Toc45892561"/>
      <w:bookmarkStart w:id="1204" w:name="_Toc52352974"/>
      <w:bookmarkStart w:id="1205" w:name="_Toc53174797"/>
      <w:bookmarkStart w:id="1206" w:name="_Toc61375946"/>
      <w:bookmarkStart w:id="1207" w:name="_Toc61376358"/>
      <w:bookmarkStart w:id="1208" w:name="_Toc67938631"/>
      <w:bookmarkStart w:id="1209" w:name="_Toc76454233"/>
      <w:bookmarkStart w:id="1210" w:name="_Toc76719653"/>
      <w:bookmarkStart w:id="1211" w:name="_Toc76720173"/>
      <w:bookmarkStart w:id="1212" w:name="_Toc83742870"/>
      <w:bookmarkStart w:id="1213" w:name="_Toc83887245"/>
      <w:bookmarkStart w:id="1214" w:name="_Toc83888046"/>
      <w:bookmarkStart w:id="1215" w:name="_Toc90588700"/>
      <w:r w:rsidRPr="00E062F1">
        <w:lastRenderedPageBreak/>
        <w:t>5.5B.4.3</w:t>
      </w:r>
      <w:r w:rsidRPr="00E062F1">
        <w:tab/>
        <w:t xml:space="preserve">Inter-band EN-DC configurations </w:t>
      </w:r>
      <w:r w:rsidR="00586440" w:rsidRPr="00E062F1">
        <w:rPr>
          <w:lang w:eastAsia="zh-CN"/>
        </w:rPr>
        <w:t xml:space="preserve">within FR1 </w:t>
      </w:r>
      <w:r w:rsidRPr="00E062F1">
        <w:t>(four bands)</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14:paraId="7D027FED" w14:textId="67A932B3" w:rsidR="001310A1" w:rsidRDefault="001310A1" w:rsidP="001310A1">
      <w:pPr>
        <w:pStyle w:val="TH"/>
      </w:pPr>
      <w:r w:rsidRPr="00E062F1">
        <w:t xml:space="preserve">Table 5.5B.4.3-1: Inter-band EN-DC configurations </w:t>
      </w:r>
      <w:r w:rsidR="00586440" w:rsidRPr="00E062F1">
        <w:rPr>
          <w:lang w:eastAsia="zh-CN"/>
        </w:rPr>
        <w:t xml:space="preserve">within FR1 </w:t>
      </w:r>
      <w:r w:rsidRPr="00E062F1">
        <w:t>(four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61"/>
        <w:gridCol w:w="3514"/>
      </w:tblGrid>
      <w:tr w:rsidR="00F044BB" w14:paraId="53C8E1B6" w14:textId="77777777" w:rsidTr="00AC3FE8">
        <w:trPr>
          <w:trHeight w:val="187"/>
          <w:tblHeader/>
          <w:jc w:val="center"/>
        </w:trPr>
        <w:tc>
          <w:tcPr>
            <w:tcW w:w="3461" w:type="dxa"/>
            <w:tcBorders>
              <w:top w:val="single" w:sz="4" w:space="0" w:color="auto"/>
              <w:left w:val="single" w:sz="4" w:space="0" w:color="auto"/>
              <w:bottom w:val="single" w:sz="4" w:space="0" w:color="auto"/>
              <w:right w:val="single" w:sz="4" w:space="0" w:color="auto"/>
            </w:tcBorders>
            <w:hideMark/>
          </w:tcPr>
          <w:p w14:paraId="7D549F74" w14:textId="77777777" w:rsidR="00F044BB" w:rsidRDefault="00F044BB" w:rsidP="00AC3FE8">
            <w:pPr>
              <w:pStyle w:val="TAH"/>
              <w:rPr>
                <w:lang w:eastAsia="fi-FI"/>
              </w:rPr>
            </w:pPr>
            <w:r>
              <w:rPr>
                <w:lang w:eastAsia="fi-FI"/>
              </w:rPr>
              <w:lastRenderedPageBreak/>
              <w:t>EN-DC</w:t>
            </w:r>
          </w:p>
          <w:p w14:paraId="32762F16" w14:textId="77777777" w:rsidR="00F044BB" w:rsidRDefault="00F044BB" w:rsidP="00AC3FE8">
            <w:pPr>
              <w:pStyle w:val="TAH"/>
              <w:rPr>
                <w:lang w:eastAsia="fi-FI"/>
              </w:rPr>
            </w:pPr>
            <w:r>
              <w:rPr>
                <w:lang w:eastAsia="fi-FI"/>
              </w:rPr>
              <w:t>configuration</w:t>
            </w:r>
          </w:p>
        </w:tc>
        <w:tc>
          <w:tcPr>
            <w:tcW w:w="3514" w:type="dxa"/>
            <w:tcBorders>
              <w:top w:val="single" w:sz="4" w:space="0" w:color="auto"/>
              <w:left w:val="single" w:sz="4" w:space="0" w:color="auto"/>
              <w:bottom w:val="single" w:sz="4" w:space="0" w:color="auto"/>
              <w:right w:val="single" w:sz="4" w:space="0" w:color="auto"/>
            </w:tcBorders>
            <w:hideMark/>
          </w:tcPr>
          <w:p w14:paraId="7AF921E6" w14:textId="77777777" w:rsidR="00F044BB" w:rsidRDefault="00F044BB" w:rsidP="00AC3FE8">
            <w:pPr>
              <w:pStyle w:val="TAH"/>
              <w:rPr>
                <w:lang w:val="fr-FR" w:eastAsia="fi-FI"/>
              </w:rPr>
            </w:pPr>
            <w:r>
              <w:rPr>
                <w:lang w:val="fr-FR" w:eastAsia="fi-FI"/>
              </w:rPr>
              <w:t>Uplink EN-DC</w:t>
            </w:r>
          </w:p>
          <w:p w14:paraId="42967CA0" w14:textId="77777777" w:rsidR="00F044BB" w:rsidRDefault="00F044BB" w:rsidP="00AC3FE8">
            <w:pPr>
              <w:pStyle w:val="TAH"/>
              <w:rPr>
                <w:lang w:val="fr-FR" w:eastAsia="fi-FI"/>
              </w:rPr>
            </w:pPr>
            <w:r>
              <w:rPr>
                <w:lang w:val="fr-FR" w:eastAsia="fi-FI"/>
              </w:rPr>
              <w:t>configuration</w:t>
            </w:r>
          </w:p>
          <w:p w14:paraId="2237DA92" w14:textId="77777777" w:rsidR="00F044BB" w:rsidRDefault="00F044BB" w:rsidP="00AC3FE8">
            <w:pPr>
              <w:pStyle w:val="TAH"/>
              <w:rPr>
                <w:lang w:val="fr-FR" w:eastAsia="fi-FI"/>
              </w:rPr>
            </w:pPr>
            <w:r>
              <w:rPr>
                <w:lang w:val="fr-FR" w:eastAsia="fi-FI"/>
              </w:rPr>
              <w:t>(NOTE 1)</w:t>
            </w:r>
          </w:p>
        </w:tc>
      </w:tr>
      <w:tr w:rsidR="00F044BB" w14:paraId="7ABD8C3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C87F8AE" w14:textId="77777777" w:rsidR="00F044BB" w:rsidRDefault="00F044BB" w:rsidP="00AC3FE8">
            <w:pPr>
              <w:pStyle w:val="TAC"/>
              <w:rPr>
                <w:lang w:eastAsia="fi-FI"/>
              </w:rPr>
            </w:pPr>
            <w:r>
              <w:rPr>
                <w:lang w:eastAsia="fi-FI"/>
              </w:rPr>
              <w:t>DC_1A-3A-5A_n78A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675C04D3" w14:textId="77777777" w:rsidR="00F044BB" w:rsidRDefault="00F044BB" w:rsidP="00AC3FE8">
            <w:pPr>
              <w:pStyle w:val="TAC"/>
              <w:rPr>
                <w:lang w:eastAsia="fi-FI"/>
              </w:rPr>
            </w:pPr>
            <w:r>
              <w:rPr>
                <w:lang w:eastAsia="fi-FI"/>
              </w:rPr>
              <w:t>DC_1A_n78A</w:t>
            </w:r>
          </w:p>
          <w:p w14:paraId="5031F5C8" w14:textId="77777777" w:rsidR="00F044BB" w:rsidRDefault="00F044BB" w:rsidP="00AC3FE8">
            <w:pPr>
              <w:pStyle w:val="TAC"/>
              <w:rPr>
                <w:lang w:eastAsia="fi-FI"/>
              </w:rPr>
            </w:pPr>
            <w:r>
              <w:rPr>
                <w:lang w:eastAsia="fi-FI"/>
              </w:rPr>
              <w:t>DC_3A_n78A</w:t>
            </w:r>
          </w:p>
          <w:p w14:paraId="27AEDF69" w14:textId="77777777" w:rsidR="00F044BB" w:rsidRDefault="00F044BB" w:rsidP="00AC3FE8">
            <w:pPr>
              <w:pStyle w:val="TAC"/>
              <w:rPr>
                <w:lang w:eastAsia="fi-FI"/>
              </w:rPr>
            </w:pPr>
            <w:r>
              <w:rPr>
                <w:lang w:eastAsia="fi-FI"/>
              </w:rPr>
              <w:t>DC_5A_n78A</w:t>
            </w:r>
          </w:p>
        </w:tc>
      </w:tr>
      <w:tr w:rsidR="00F044BB" w14:paraId="4B65DEF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4BA2334" w14:textId="77777777" w:rsidR="00F044BB" w:rsidRDefault="00F044BB" w:rsidP="00AC3FE8">
            <w:pPr>
              <w:pStyle w:val="TAC"/>
              <w:rPr>
                <w:lang w:eastAsia="zh-CN"/>
              </w:rPr>
            </w:pPr>
            <w:r>
              <w:rPr>
                <w:lang w:eastAsia="zh-CN"/>
              </w:rPr>
              <w:t>DC_1A-3A_n5A-n78A</w:t>
            </w:r>
            <w:r>
              <w:rPr>
                <w:vertAlign w:val="superscript"/>
                <w:lang w:eastAsia="fi-FI"/>
              </w:rPr>
              <w:t>2</w:t>
            </w:r>
          </w:p>
          <w:p w14:paraId="03E56553" w14:textId="77777777" w:rsidR="00F044BB" w:rsidRDefault="00F044BB" w:rsidP="00AC3FE8">
            <w:pPr>
              <w:pStyle w:val="TAC"/>
              <w:rPr>
                <w:lang w:eastAsia="fi-FI"/>
              </w:rPr>
            </w:pPr>
            <w:r>
              <w:rPr>
                <w:lang w:eastAsia="zh-CN"/>
              </w:rPr>
              <w:t>DC_1A-3C_n5A-n78A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126CD60E" w14:textId="77777777" w:rsidR="00F044BB" w:rsidRDefault="00F044BB" w:rsidP="00AC3FE8">
            <w:pPr>
              <w:pStyle w:val="TAC"/>
              <w:rPr>
                <w:lang w:eastAsia="zh-CN"/>
              </w:rPr>
            </w:pPr>
            <w:r>
              <w:rPr>
                <w:lang w:eastAsia="zh-CN"/>
              </w:rPr>
              <w:t>DC_1A_n5A</w:t>
            </w:r>
          </w:p>
          <w:p w14:paraId="745C93B3" w14:textId="77777777" w:rsidR="00F044BB" w:rsidRDefault="00F044BB" w:rsidP="00AC3FE8">
            <w:pPr>
              <w:pStyle w:val="TAC"/>
              <w:rPr>
                <w:lang w:eastAsia="zh-CN"/>
              </w:rPr>
            </w:pPr>
            <w:r>
              <w:rPr>
                <w:lang w:eastAsia="zh-CN"/>
              </w:rPr>
              <w:t>DC_1A_n78A</w:t>
            </w:r>
          </w:p>
          <w:p w14:paraId="1E9B3835" w14:textId="77777777" w:rsidR="00F044BB" w:rsidRDefault="00F044BB" w:rsidP="00AC3FE8">
            <w:pPr>
              <w:pStyle w:val="TAC"/>
              <w:rPr>
                <w:lang w:eastAsia="zh-CN"/>
              </w:rPr>
            </w:pPr>
            <w:r>
              <w:rPr>
                <w:lang w:eastAsia="zh-CN"/>
              </w:rPr>
              <w:t>DC_3A_n5A</w:t>
            </w:r>
          </w:p>
          <w:p w14:paraId="43C81E99" w14:textId="77777777" w:rsidR="00F044BB" w:rsidRDefault="00F044BB" w:rsidP="00AC3FE8">
            <w:pPr>
              <w:pStyle w:val="TAC"/>
              <w:rPr>
                <w:lang w:eastAsia="zh-CN"/>
              </w:rPr>
            </w:pPr>
            <w:r>
              <w:rPr>
                <w:lang w:eastAsia="zh-CN"/>
              </w:rPr>
              <w:t>DC_3A_n78A</w:t>
            </w:r>
          </w:p>
          <w:p w14:paraId="6F4AA926" w14:textId="77777777" w:rsidR="00F044BB" w:rsidRDefault="00F044BB" w:rsidP="00AC3FE8">
            <w:pPr>
              <w:pStyle w:val="TAC"/>
              <w:rPr>
                <w:lang w:eastAsia="zh-CN"/>
              </w:rPr>
            </w:pPr>
            <w:r>
              <w:rPr>
                <w:lang w:eastAsia="zh-CN"/>
              </w:rPr>
              <w:t>DC_3C_n5A</w:t>
            </w:r>
          </w:p>
          <w:p w14:paraId="1E480148" w14:textId="77777777" w:rsidR="00F044BB" w:rsidRDefault="00F044BB" w:rsidP="00AC3FE8">
            <w:pPr>
              <w:pStyle w:val="TAC"/>
              <w:rPr>
                <w:lang w:eastAsia="fi-FI"/>
              </w:rPr>
            </w:pPr>
            <w:r>
              <w:rPr>
                <w:lang w:eastAsia="zh-CN"/>
              </w:rPr>
              <w:t>DC_3C_n78A</w:t>
            </w:r>
          </w:p>
        </w:tc>
      </w:tr>
      <w:tr w:rsidR="00F044BB" w14:paraId="1A7D8B4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E280306" w14:textId="77777777" w:rsidR="00F044BB" w:rsidRDefault="00F044BB" w:rsidP="00AC3FE8">
            <w:pPr>
              <w:pStyle w:val="TAC"/>
              <w:rPr>
                <w:lang w:eastAsia="fi-FI"/>
              </w:rPr>
            </w:pPr>
            <w:r>
              <w:rPr>
                <w:noProof/>
                <w:lang w:eastAsia="zh-CN"/>
              </w:rPr>
              <w:t>DC_1A-3A-5A_n79A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0008CDBB" w14:textId="77777777" w:rsidR="00F044BB" w:rsidRDefault="00F044BB" w:rsidP="00AC3FE8">
            <w:pPr>
              <w:pStyle w:val="TAC"/>
              <w:rPr>
                <w:noProof/>
                <w:lang w:eastAsia="zh-CN"/>
              </w:rPr>
            </w:pPr>
            <w:r>
              <w:rPr>
                <w:noProof/>
                <w:lang w:eastAsia="zh-CN"/>
              </w:rPr>
              <w:t>DC_1A_n79A</w:t>
            </w:r>
          </w:p>
          <w:p w14:paraId="6CC93C86" w14:textId="77777777" w:rsidR="00F044BB" w:rsidRDefault="00F044BB" w:rsidP="00AC3FE8">
            <w:pPr>
              <w:pStyle w:val="TAC"/>
              <w:rPr>
                <w:noProof/>
                <w:lang w:eastAsia="zh-CN"/>
              </w:rPr>
            </w:pPr>
            <w:r>
              <w:rPr>
                <w:noProof/>
                <w:lang w:eastAsia="zh-CN"/>
              </w:rPr>
              <w:t>DC_3A_n79A</w:t>
            </w:r>
          </w:p>
          <w:p w14:paraId="7F23C65B" w14:textId="77777777" w:rsidR="00F044BB" w:rsidRDefault="00F044BB" w:rsidP="00AC3FE8">
            <w:pPr>
              <w:pStyle w:val="TAC"/>
              <w:rPr>
                <w:lang w:eastAsia="fi-FI"/>
              </w:rPr>
            </w:pPr>
            <w:r>
              <w:rPr>
                <w:noProof/>
                <w:lang w:eastAsia="zh-CN"/>
              </w:rPr>
              <w:t>DC_5A_n79A</w:t>
            </w:r>
          </w:p>
        </w:tc>
      </w:tr>
      <w:tr w:rsidR="00F044BB" w14:paraId="61E4DE3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D54936E" w14:textId="77777777" w:rsidR="00F044BB" w:rsidRDefault="00F044BB" w:rsidP="00AC3FE8">
            <w:pPr>
              <w:pStyle w:val="TAC"/>
              <w:rPr>
                <w:lang w:eastAsia="fi-FI"/>
              </w:rPr>
            </w:pPr>
            <w:r>
              <w:rPr>
                <w:lang w:eastAsia="fi-FI"/>
              </w:rPr>
              <w:t>DC_1A-3A-7A_n5A</w:t>
            </w:r>
          </w:p>
          <w:p w14:paraId="10A8DA1A" w14:textId="77777777" w:rsidR="00F044BB" w:rsidRDefault="00F044BB" w:rsidP="00AC3FE8">
            <w:pPr>
              <w:pStyle w:val="TAC"/>
              <w:rPr>
                <w:lang w:eastAsia="fi-FI"/>
              </w:rPr>
            </w:pPr>
            <w:r>
              <w:rPr>
                <w:lang w:eastAsia="fi-FI"/>
              </w:rPr>
              <w:t>DC_1A-3A-7C_n5A</w:t>
            </w:r>
          </w:p>
          <w:p w14:paraId="38C3C394" w14:textId="77777777" w:rsidR="00F044BB" w:rsidRDefault="00F044BB" w:rsidP="00AC3FE8">
            <w:pPr>
              <w:pStyle w:val="TAC"/>
              <w:rPr>
                <w:lang w:eastAsia="fi-FI"/>
              </w:rPr>
            </w:pPr>
            <w:r>
              <w:rPr>
                <w:lang w:eastAsia="fi-FI"/>
              </w:rPr>
              <w:t>DC_1A-3C-7A_n5A</w:t>
            </w:r>
          </w:p>
          <w:p w14:paraId="4932DE14" w14:textId="77777777" w:rsidR="00F044BB" w:rsidRDefault="00F044BB" w:rsidP="00AC3FE8">
            <w:pPr>
              <w:pStyle w:val="TAC"/>
              <w:rPr>
                <w:lang w:eastAsia="fi-FI"/>
              </w:rPr>
            </w:pPr>
            <w:r>
              <w:rPr>
                <w:lang w:eastAsia="fi-FI"/>
              </w:rPr>
              <w:t>DC_1A-3C-7C_n5A</w:t>
            </w:r>
          </w:p>
        </w:tc>
        <w:tc>
          <w:tcPr>
            <w:tcW w:w="3514" w:type="dxa"/>
            <w:tcBorders>
              <w:top w:val="single" w:sz="4" w:space="0" w:color="auto"/>
              <w:left w:val="single" w:sz="4" w:space="0" w:color="auto"/>
              <w:bottom w:val="single" w:sz="4" w:space="0" w:color="auto"/>
              <w:right w:val="single" w:sz="4" w:space="0" w:color="auto"/>
            </w:tcBorders>
            <w:hideMark/>
          </w:tcPr>
          <w:p w14:paraId="3F7E92E3" w14:textId="77777777" w:rsidR="00F044BB" w:rsidRDefault="00F044BB" w:rsidP="00AC3FE8">
            <w:pPr>
              <w:pStyle w:val="TAC"/>
              <w:rPr>
                <w:lang w:eastAsia="fi-FI"/>
              </w:rPr>
            </w:pPr>
            <w:r>
              <w:rPr>
                <w:lang w:eastAsia="fi-FI"/>
              </w:rPr>
              <w:t>DC_1A_n5A</w:t>
            </w:r>
          </w:p>
          <w:p w14:paraId="75D5DE56" w14:textId="77777777" w:rsidR="00F044BB" w:rsidRDefault="00F044BB" w:rsidP="00AC3FE8">
            <w:pPr>
              <w:pStyle w:val="TAC"/>
              <w:rPr>
                <w:lang w:eastAsia="fi-FI"/>
              </w:rPr>
            </w:pPr>
            <w:r>
              <w:rPr>
                <w:lang w:eastAsia="fi-FI"/>
              </w:rPr>
              <w:t>DC_3A_n5A</w:t>
            </w:r>
          </w:p>
          <w:p w14:paraId="28BF7B36" w14:textId="77777777" w:rsidR="00F044BB" w:rsidRDefault="00F044BB" w:rsidP="00AC3FE8">
            <w:pPr>
              <w:pStyle w:val="TAC"/>
              <w:rPr>
                <w:lang w:eastAsia="fi-FI"/>
              </w:rPr>
            </w:pPr>
            <w:r>
              <w:rPr>
                <w:lang w:eastAsia="fi-FI"/>
              </w:rPr>
              <w:t>DC_3C_n5A</w:t>
            </w:r>
          </w:p>
          <w:p w14:paraId="54E684BB" w14:textId="77777777" w:rsidR="00F044BB" w:rsidRDefault="00F044BB" w:rsidP="00AC3FE8">
            <w:pPr>
              <w:pStyle w:val="TAC"/>
              <w:rPr>
                <w:lang w:eastAsia="fi-FI"/>
              </w:rPr>
            </w:pPr>
            <w:r>
              <w:rPr>
                <w:lang w:eastAsia="fi-FI"/>
              </w:rPr>
              <w:t>DC_7A_n5A</w:t>
            </w:r>
          </w:p>
          <w:p w14:paraId="2A7EEA07" w14:textId="77777777" w:rsidR="00F044BB" w:rsidRDefault="00F044BB" w:rsidP="00AC3FE8">
            <w:pPr>
              <w:pStyle w:val="TAC"/>
              <w:rPr>
                <w:lang w:eastAsia="fi-FI"/>
              </w:rPr>
            </w:pPr>
            <w:r>
              <w:rPr>
                <w:lang w:eastAsia="fi-FI"/>
              </w:rPr>
              <w:t>DC_7C_n5A</w:t>
            </w:r>
          </w:p>
        </w:tc>
      </w:tr>
      <w:tr w:rsidR="00F044BB" w14:paraId="27E424A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42CDADD" w14:textId="77777777" w:rsidR="00F044BB" w:rsidRDefault="00F044BB" w:rsidP="00AC3FE8">
            <w:pPr>
              <w:pStyle w:val="TAC"/>
              <w:rPr>
                <w:lang w:eastAsia="ja-JP"/>
              </w:rPr>
            </w:pPr>
            <w:r>
              <w:rPr>
                <w:lang w:eastAsia="ja-JP"/>
              </w:rPr>
              <w:t>DC_1A-3A-7A_n7A</w:t>
            </w:r>
          </w:p>
          <w:p w14:paraId="67D51AB0" w14:textId="77777777" w:rsidR="00F044BB" w:rsidRDefault="00F044BB" w:rsidP="00AC3FE8">
            <w:pPr>
              <w:pStyle w:val="TAC"/>
              <w:rPr>
                <w:lang w:eastAsia="fi-FI"/>
              </w:rPr>
            </w:pPr>
            <w:r>
              <w:rPr>
                <w:lang w:eastAsia="ja-JP"/>
              </w:rPr>
              <w:t>DC_1A-3C-7A_n7A</w:t>
            </w:r>
          </w:p>
        </w:tc>
        <w:tc>
          <w:tcPr>
            <w:tcW w:w="3514" w:type="dxa"/>
            <w:tcBorders>
              <w:top w:val="single" w:sz="4" w:space="0" w:color="auto"/>
              <w:left w:val="single" w:sz="4" w:space="0" w:color="auto"/>
              <w:bottom w:val="single" w:sz="4" w:space="0" w:color="auto"/>
              <w:right w:val="single" w:sz="4" w:space="0" w:color="auto"/>
            </w:tcBorders>
            <w:hideMark/>
          </w:tcPr>
          <w:p w14:paraId="756DB9EF" w14:textId="77777777" w:rsidR="00F044BB" w:rsidRDefault="00F044BB" w:rsidP="00AC3FE8">
            <w:pPr>
              <w:pStyle w:val="TAC"/>
              <w:rPr>
                <w:lang w:eastAsia="zh-TW"/>
              </w:rPr>
            </w:pPr>
            <w:r>
              <w:rPr>
                <w:lang w:eastAsia="zh-TW"/>
              </w:rPr>
              <w:t>DC_1A_n7A</w:t>
            </w:r>
          </w:p>
          <w:p w14:paraId="0D830A87" w14:textId="77777777" w:rsidR="00F044BB" w:rsidRDefault="00F044BB" w:rsidP="00AC3FE8">
            <w:pPr>
              <w:pStyle w:val="TAC"/>
              <w:rPr>
                <w:lang w:eastAsia="zh-TW"/>
              </w:rPr>
            </w:pPr>
            <w:r>
              <w:rPr>
                <w:lang w:eastAsia="zh-TW"/>
              </w:rPr>
              <w:t>DC_3A_n7A</w:t>
            </w:r>
          </w:p>
          <w:p w14:paraId="77378487" w14:textId="77777777" w:rsidR="00F044BB" w:rsidRDefault="00F044BB" w:rsidP="00AC3FE8">
            <w:pPr>
              <w:pStyle w:val="TAC"/>
              <w:rPr>
                <w:lang w:eastAsia="fi-FI"/>
              </w:rPr>
            </w:pPr>
            <w:r>
              <w:rPr>
                <w:lang w:eastAsia="zh-TW"/>
              </w:rPr>
              <w:t>DC_7A_n7A</w:t>
            </w:r>
            <w:r>
              <w:rPr>
                <w:vertAlign w:val="superscript"/>
                <w:lang w:eastAsia="zh-TW"/>
              </w:rPr>
              <w:t>4</w:t>
            </w:r>
          </w:p>
        </w:tc>
      </w:tr>
      <w:tr w:rsidR="00F044BB" w14:paraId="5611F13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66007F1" w14:textId="77777777" w:rsidR="00F044BB" w:rsidRDefault="00F044BB" w:rsidP="00AC3FE8">
            <w:pPr>
              <w:pStyle w:val="TAC"/>
              <w:rPr>
                <w:lang w:eastAsia="ja-JP"/>
              </w:rPr>
            </w:pPr>
            <w:r>
              <w:rPr>
                <w:lang w:eastAsia="ja-JP"/>
              </w:rPr>
              <w:t>DC_1A-1A-3A-7A_n7A</w:t>
            </w:r>
          </w:p>
          <w:p w14:paraId="5D1D957F" w14:textId="77777777" w:rsidR="00F044BB" w:rsidRDefault="00F044BB" w:rsidP="00AC3FE8">
            <w:pPr>
              <w:pStyle w:val="TAC"/>
              <w:rPr>
                <w:lang w:eastAsia="ja-JP"/>
              </w:rPr>
            </w:pPr>
            <w:r>
              <w:rPr>
                <w:lang w:eastAsia="ja-JP"/>
              </w:rPr>
              <w:t>DC_1A-1A-3C-7A_n7A</w:t>
            </w:r>
          </w:p>
          <w:p w14:paraId="52FD072C" w14:textId="77777777" w:rsidR="00F044BB" w:rsidRDefault="00F044BB" w:rsidP="00AC3FE8">
            <w:pPr>
              <w:pStyle w:val="TAC"/>
              <w:rPr>
                <w:lang w:eastAsia="fi-FI"/>
              </w:rPr>
            </w:pPr>
            <w:r>
              <w:rPr>
                <w:lang w:eastAsia="ja-JP"/>
              </w:rPr>
              <w:t>DC_1A-3A-3A-7A_n7A</w:t>
            </w:r>
          </w:p>
        </w:tc>
        <w:tc>
          <w:tcPr>
            <w:tcW w:w="3514" w:type="dxa"/>
            <w:tcBorders>
              <w:top w:val="single" w:sz="4" w:space="0" w:color="auto"/>
              <w:left w:val="single" w:sz="4" w:space="0" w:color="auto"/>
              <w:bottom w:val="single" w:sz="4" w:space="0" w:color="auto"/>
              <w:right w:val="single" w:sz="4" w:space="0" w:color="auto"/>
            </w:tcBorders>
            <w:hideMark/>
          </w:tcPr>
          <w:p w14:paraId="5008FB40" w14:textId="77777777" w:rsidR="00F044BB" w:rsidRDefault="00F044BB" w:rsidP="00AC3FE8">
            <w:pPr>
              <w:pStyle w:val="TAC"/>
              <w:rPr>
                <w:lang w:eastAsia="zh-TW"/>
              </w:rPr>
            </w:pPr>
            <w:r>
              <w:rPr>
                <w:lang w:eastAsia="zh-TW"/>
              </w:rPr>
              <w:t>DC_1A_n7A</w:t>
            </w:r>
          </w:p>
          <w:p w14:paraId="039B9F0B" w14:textId="77777777" w:rsidR="00F044BB" w:rsidRDefault="00F044BB" w:rsidP="00AC3FE8">
            <w:pPr>
              <w:pStyle w:val="TAC"/>
              <w:rPr>
                <w:lang w:eastAsia="zh-TW"/>
              </w:rPr>
            </w:pPr>
            <w:r>
              <w:rPr>
                <w:lang w:eastAsia="zh-TW"/>
              </w:rPr>
              <w:t>DC_3A_n7A</w:t>
            </w:r>
          </w:p>
          <w:p w14:paraId="043125D8" w14:textId="77777777" w:rsidR="00F044BB" w:rsidRDefault="00F044BB" w:rsidP="00AC3FE8">
            <w:pPr>
              <w:pStyle w:val="TAC"/>
              <w:rPr>
                <w:lang w:eastAsia="zh-TW"/>
              </w:rPr>
            </w:pPr>
            <w:r>
              <w:rPr>
                <w:lang w:eastAsia="zh-TW"/>
              </w:rPr>
              <w:t>DC_3C_n7A</w:t>
            </w:r>
          </w:p>
          <w:p w14:paraId="6C856F76" w14:textId="77777777" w:rsidR="00F044BB" w:rsidRDefault="00F044BB" w:rsidP="00AC3FE8">
            <w:pPr>
              <w:pStyle w:val="TAC"/>
              <w:rPr>
                <w:lang w:eastAsia="fi-FI"/>
              </w:rPr>
            </w:pPr>
            <w:r>
              <w:rPr>
                <w:lang w:eastAsia="zh-TW"/>
              </w:rPr>
              <w:t>DC_7A_n7A</w:t>
            </w:r>
            <w:r>
              <w:rPr>
                <w:vertAlign w:val="superscript"/>
                <w:lang w:eastAsia="zh-TW"/>
              </w:rPr>
              <w:t>4</w:t>
            </w:r>
          </w:p>
        </w:tc>
      </w:tr>
      <w:tr w:rsidR="00F044BB" w14:paraId="2B29F87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95F7B76" w14:textId="77777777" w:rsidR="00F044BB" w:rsidRDefault="00F044BB" w:rsidP="00AC3FE8">
            <w:pPr>
              <w:pStyle w:val="TAC"/>
              <w:rPr>
                <w:lang w:eastAsia="ja-JP"/>
              </w:rPr>
            </w:pPr>
            <w:r>
              <w:rPr>
                <w:rFonts w:cs="Arial"/>
                <w:lang w:eastAsia="ja-JP"/>
              </w:rPr>
              <w:t>DC_1A-3A-7A_n8A</w:t>
            </w:r>
          </w:p>
        </w:tc>
        <w:tc>
          <w:tcPr>
            <w:tcW w:w="3514" w:type="dxa"/>
            <w:tcBorders>
              <w:top w:val="single" w:sz="4" w:space="0" w:color="auto"/>
              <w:left w:val="single" w:sz="4" w:space="0" w:color="auto"/>
              <w:bottom w:val="single" w:sz="4" w:space="0" w:color="auto"/>
              <w:right w:val="single" w:sz="4" w:space="0" w:color="auto"/>
            </w:tcBorders>
            <w:hideMark/>
          </w:tcPr>
          <w:p w14:paraId="2F10255A" w14:textId="77777777" w:rsidR="00F044BB" w:rsidRDefault="00F044BB" w:rsidP="00AC3FE8">
            <w:pPr>
              <w:pStyle w:val="TAC"/>
              <w:rPr>
                <w:lang w:eastAsia="fi-FI"/>
              </w:rPr>
            </w:pPr>
            <w:r>
              <w:rPr>
                <w:lang w:val="en-US" w:eastAsia="fi-FI"/>
              </w:rPr>
              <w:t>DC_</w:t>
            </w:r>
            <w:r>
              <w:rPr>
                <w:lang w:val="en-US" w:eastAsia="ja-JP"/>
              </w:rPr>
              <w:t>1</w:t>
            </w:r>
            <w:r>
              <w:rPr>
                <w:lang w:val="en-US" w:eastAsia="fi-FI"/>
              </w:rPr>
              <w:t>A_</w:t>
            </w:r>
            <w:r>
              <w:rPr>
                <w:lang w:val="en-US" w:eastAsia="ja-JP"/>
              </w:rPr>
              <w:t>n8</w:t>
            </w:r>
            <w:r>
              <w:rPr>
                <w:lang w:val="en-US" w:eastAsia="fi-FI"/>
              </w:rPr>
              <w:t>A</w:t>
            </w:r>
          </w:p>
          <w:p w14:paraId="1975AC1D" w14:textId="77777777" w:rsidR="00F044BB" w:rsidRDefault="00F044BB" w:rsidP="00AC3FE8">
            <w:pPr>
              <w:pStyle w:val="TAC"/>
              <w:rPr>
                <w:lang w:eastAsia="ja-JP"/>
              </w:rPr>
            </w:pPr>
            <w:r>
              <w:rPr>
                <w:lang w:eastAsia="fi-FI"/>
              </w:rPr>
              <w:t>DC_3A_</w:t>
            </w:r>
            <w:r>
              <w:rPr>
                <w:lang w:eastAsia="ja-JP"/>
              </w:rPr>
              <w:t>n8A</w:t>
            </w:r>
          </w:p>
          <w:p w14:paraId="525893C6" w14:textId="77777777" w:rsidR="00F044BB" w:rsidRDefault="00F044BB" w:rsidP="00AC3FE8">
            <w:pPr>
              <w:pStyle w:val="TAC"/>
              <w:rPr>
                <w:lang w:eastAsia="zh-TW"/>
              </w:rPr>
            </w:pPr>
            <w:r>
              <w:rPr>
                <w:lang w:val="en-US" w:eastAsia="fi-FI"/>
              </w:rPr>
              <w:t>DC_</w:t>
            </w:r>
            <w:r>
              <w:rPr>
                <w:lang w:val="en-US" w:eastAsia="ja-JP"/>
              </w:rPr>
              <w:t>7</w:t>
            </w:r>
            <w:r>
              <w:rPr>
                <w:lang w:val="en-US" w:eastAsia="fi-FI"/>
              </w:rPr>
              <w:t>A_</w:t>
            </w:r>
            <w:r>
              <w:rPr>
                <w:lang w:val="en-US" w:eastAsia="ja-JP"/>
              </w:rPr>
              <w:t>n8</w:t>
            </w:r>
            <w:r>
              <w:rPr>
                <w:lang w:val="en-US" w:eastAsia="fi-FI"/>
              </w:rPr>
              <w:t>A</w:t>
            </w:r>
          </w:p>
        </w:tc>
      </w:tr>
      <w:tr w:rsidR="00F044BB" w14:paraId="27D6AF2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42D7F11" w14:textId="77777777" w:rsidR="00F044BB" w:rsidRDefault="00F044BB" w:rsidP="00AC3FE8">
            <w:pPr>
              <w:pStyle w:val="TAC"/>
              <w:rPr>
                <w:lang w:val="en-US" w:eastAsia="fi-FI"/>
              </w:rPr>
            </w:pPr>
            <w:r>
              <w:rPr>
                <w:lang w:val="en-US" w:eastAsia="fi-FI"/>
              </w:rPr>
              <w:t>DC_1A-3A-7A_n28A</w:t>
            </w:r>
          </w:p>
          <w:p w14:paraId="60706B7E" w14:textId="77777777" w:rsidR="00F044BB" w:rsidRDefault="00F044BB" w:rsidP="00AC3FE8">
            <w:pPr>
              <w:pStyle w:val="TAC"/>
              <w:rPr>
                <w:noProof/>
              </w:rPr>
            </w:pPr>
            <w:r>
              <w:rPr>
                <w:noProof/>
              </w:rPr>
              <w:t>DC_1A-3A-7C_n28A</w:t>
            </w:r>
          </w:p>
          <w:p w14:paraId="53D8A314" w14:textId="77777777" w:rsidR="00F044BB" w:rsidRDefault="00F044BB" w:rsidP="00AC3FE8">
            <w:pPr>
              <w:pStyle w:val="TAC"/>
              <w:rPr>
                <w:noProof/>
              </w:rPr>
            </w:pPr>
            <w:r>
              <w:rPr>
                <w:noProof/>
              </w:rPr>
              <w:t>DC_1A-3C-7A_n28A</w:t>
            </w:r>
          </w:p>
          <w:p w14:paraId="38F51C18" w14:textId="77777777" w:rsidR="00F044BB" w:rsidRDefault="00F044BB" w:rsidP="00AC3FE8">
            <w:pPr>
              <w:pStyle w:val="TAC"/>
              <w:rPr>
                <w:lang w:eastAsia="fi-FI"/>
              </w:rPr>
            </w:pPr>
            <w:r>
              <w:rPr>
                <w:noProof/>
              </w:rPr>
              <w:t>DC_1A-3C-7C_n28A</w:t>
            </w:r>
          </w:p>
        </w:tc>
        <w:tc>
          <w:tcPr>
            <w:tcW w:w="3514" w:type="dxa"/>
            <w:tcBorders>
              <w:top w:val="single" w:sz="4" w:space="0" w:color="auto"/>
              <w:left w:val="single" w:sz="4" w:space="0" w:color="auto"/>
              <w:bottom w:val="single" w:sz="4" w:space="0" w:color="auto"/>
              <w:right w:val="single" w:sz="4" w:space="0" w:color="auto"/>
            </w:tcBorders>
            <w:hideMark/>
          </w:tcPr>
          <w:p w14:paraId="2E4398CA" w14:textId="77777777" w:rsidR="00F044BB" w:rsidRDefault="00F044BB" w:rsidP="00AC3FE8">
            <w:pPr>
              <w:pStyle w:val="TAC"/>
              <w:rPr>
                <w:lang w:val="en-US" w:eastAsia="fi-FI"/>
              </w:rPr>
            </w:pPr>
            <w:r>
              <w:rPr>
                <w:lang w:val="en-US" w:eastAsia="fi-FI"/>
              </w:rPr>
              <w:t>DC_1A_n28A</w:t>
            </w:r>
          </w:p>
          <w:p w14:paraId="72494F94" w14:textId="77777777" w:rsidR="00F044BB" w:rsidRDefault="00F044BB" w:rsidP="00AC3FE8">
            <w:pPr>
              <w:pStyle w:val="TAC"/>
              <w:rPr>
                <w:lang w:val="en-US" w:eastAsia="fi-FI"/>
              </w:rPr>
            </w:pPr>
            <w:r>
              <w:rPr>
                <w:lang w:val="en-US" w:eastAsia="fi-FI"/>
              </w:rPr>
              <w:t>DC_3A_n28A</w:t>
            </w:r>
          </w:p>
          <w:p w14:paraId="017EC493" w14:textId="77777777" w:rsidR="00F044BB" w:rsidRDefault="00F044BB" w:rsidP="00AC3FE8">
            <w:pPr>
              <w:pStyle w:val="TAC"/>
              <w:rPr>
                <w:lang w:val="en-US" w:eastAsia="fi-FI"/>
              </w:rPr>
            </w:pPr>
            <w:r>
              <w:rPr>
                <w:lang w:val="en-US" w:eastAsia="fi-FI"/>
              </w:rPr>
              <w:t>DC_3C_n28A</w:t>
            </w:r>
          </w:p>
          <w:p w14:paraId="7747ECC7" w14:textId="77777777" w:rsidR="00F044BB" w:rsidRDefault="00F044BB" w:rsidP="00AC3FE8">
            <w:pPr>
              <w:pStyle w:val="TAC"/>
              <w:rPr>
                <w:lang w:val="en-US" w:eastAsia="fi-FI"/>
              </w:rPr>
            </w:pPr>
            <w:r>
              <w:rPr>
                <w:lang w:val="en-US" w:eastAsia="fi-FI"/>
              </w:rPr>
              <w:t>DC_7A_n28A</w:t>
            </w:r>
          </w:p>
          <w:p w14:paraId="1D538309" w14:textId="77777777" w:rsidR="00F044BB" w:rsidRDefault="00F044BB" w:rsidP="00AC3FE8">
            <w:pPr>
              <w:pStyle w:val="TAC"/>
              <w:rPr>
                <w:lang w:eastAsia="fi-FI"/>
              </w:rPr>
            </w:pPr>
            <w:r>
              <w:rPr>
                <w:lang w:val="en-US" w:eastAsia="fi-FI"/>
              </w:rPr>
              <w:t>DC_7C_n28A</w:t>
            </w:r>
          </w:p>
        </w:tc>
      </w:tr>
      <w:tr w:rsidR="00F044BB" w14:paraId="1524D45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2099466" w14:textId="77777777" w:rsidR="00F044BB" w:rsidRDefault="00F044BB" w:rsidP="00AC3FE8">
            <w:pPr>
              <w:pStyle w:val="TAC"/>
              <w:rPr>
                <w:lang w:eastAsia="fi-FI"/>
              </w:rPr>
            </w:pPr>
            <w:r>
              <w:rPr>
                <w:lang w:val="fi-FI" w:eastAsia="fi-FI"/>
              </w:rPr>
              <w:t>DC_1A-3A-7A_n40A</w:t>
            </w:r>
          </w:p>
        </w:tc>
        <w:tc>
          <w:tcPr>
            <w:tcW w:w="3514" w:type="dxa"/>
            <w:tcBorders>
              <w:top w:val="single" w:sz="4" w:space="0" w:color="auto"/>
              <w:left w:val="single" w:sz="4" w:space="0" w:color="auto"/>
              <w:bottom w:val="single" w:sz="4" w:space="0" w:color="auto"/>
              <w:right w:val="single" w:sz="4" w:space="0" w:color="auto"/>
            </w:tcBorders>
            <w:hideMark/>
          </w:tcPr>
          <w:p w14:paraId="748F0037" w14:textId="77777777" w:rsidR="00F044BB" w:rsidRDefault="00F044BB" w:rsidP="00AC3FE8">
            <w:pPr>
              <w:pStyle w:val="TAC"/>
              <w:rPr>
                <w:lang w:eastAsia="fi-FI"/>
              </w:rPr>
            </w:pPr>
            <w:r>
              <w:rPr>
                <w:lang w:eastAsia="fi-FI"/>
              </w:rPr>
              <w:t>DC_1A_n40A</w:t>
            </w:r>
          </w:p>
          <w:p w14:paraId="2D08453A" w14:textId="77777777" w:rsidR="00F044BB" w:rsidRDefault="00F044BB" w:rsidP="00AC3FE8">
            <w:pPr>
              <w:pStyle w:val="TAC"/>
              <w:rPr>
                <w:lang w:eastAsia="fi-FI"/>
              </w:rPr>
            </w:pPr>
            <w:r>
              <w:rPr>
                <w:lang w:eastAsia="fi-FI"/>
              </w:rPr>
              <w:t>DC_3A_n40A</w:t>
            </w:r>
          </w:p>
          <w:p w14:paraId="315496AA" w14:textId="77777777" w:rsidR="00F044BB" w:rsidRDefault="00F044BB" w:rsidP="00AC3FE8">
            <w:pPr>
              <w:pStyle w:val="TAC"/>
              <w:rPr>
                <w:lang w:eastAsia="fi-FI"/>
              </w:rPr>
            </w:pPr>
            <w:r>
              <w:rPr>
                <w:lang w:eastAsia="fi-FI"/>
              </w:rPr>
              <w:t>DC_7A_n40A</w:t>
            </w:r>
          </w:p>
        </w:tc>
      </w:tr>
      <w:tr w:rsidR="00F044BB" w14:paraId="340C4CE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0F40778" w14:textId="77777777" w:rsidR="00F044BB" w:rsidRDefault="00F044BB" w:rsidP="00AC3FE8">
            <w:pPr>
              <w:pStyle w:val="TAC"/>
              <w:rPr>
                <w:vertAlign w:val="superscript"/>
                <w:lang w:eastAsia="fi-FI"/>
              </w:rPr>
            </w:pPr>
            <w:r>
              <w:rPr>
                <w:lang w:eastAsia="fi-FI"/>
              </w:rPr>
              <w:t>DC_1A-3A-7A_n78A</w:t>
            </w:r>
            <w:r>
              <w:rPr>
                <w:vertAlign w:val="superscript"/>
                <w:lang w:eastAsia="fi-FI"/>
              </w:rPr>
              <w:t>2</w:t>
            </w:r>
          </w:p>
          <w:p w14:paraId="6CCF60F4" w14:textId="77777777" w:rsidR="00F044BB" w:rsidRDefault="00F044BB" w:rsidP="00AC3FE8">
            <w:pPr>
              <w:pStyle w:val="TAC"/>
              <w:rPr>
                <w:lang w:eastAsia="fi-FI"/>
              </w:rPr>
            </w:pPr>
            <w:r>
              <w:rPr>
                <w:rFonts w:cs="Arial"/>
                <w:szCs w:val="18"/>
                <w:lang w:eastAsia="ja-JP"/>
              </w:rPr>
              <w:t>DC_</w:t>
            </w:r>
            <w:r>
              <w:rPr>
                <w:rFonts w:eastAsia="Malgun Gothic" w:cs="Arial"/>
                <w:szCs w:val="18"/>
                <w:lang w:eastAsia="ko-KR"/>
              </w:rPr>
              <w:t>1A-3A</w:t>
            </w:r>
            <w:r>
              <w:rPr>
                <w:rFonts w:cs="Arial"/>
                <w:szCs w:val="18"/>
                <w:lang w:eastAsia="ja-JP"/>
              </w:rPr>
              <w:t>-</w:t>
            </w:r>
            <w:r>
              <w:rPr>
                <w:rFonts w:eastAsia="Malgun Gothic" w:cs="Arial"/>
                <w:szCs w:val="18"/>
                <w:lang w:eastAsia="ko-KR"/>
              </w:rPr>
              <w:t>7C_</w:t>
            </w:r>
            <w:r>
              <w:rPr>
                <w:rFonts w:cs="Arial"/>
                <w:szCs w:val="18"/>
                <w:lang w:eastAsia="ja-JP"/>
              </w:rPr>
              <w:t>n78</w:t>
            </w:r>
            <w:r>
              <w:rPr>
                <w:rFonts w:eastAsia="Malgun Gothic" w:cs="Arial"/>
                <w:szCs w:val="18"/>
                <w:lang w:eastAsia="ko-KR"/>
              </w:rPr>
              <w:t>A</w:t>
            </w:r>
          </w:p>
          <w:p w14:paraId="6AC77317" w14:textId="77777777" w:rsidR="00F044BB" w:rsidRDefault="00F044BB" w:rsidP="00AC3FE8">
            <w:pPr>
              <w:pStyle w:val="TAC"/>
              <w:rPr>
                <w:rFonts w:eastAsia="Malgun Gothic" w:cs="Arial"/>
                <w:szCs w:val="18"/>
                <w:lang w:eastAsia="ko-KR"/>
              </w:rPr>
            </w:pPr>
            <w:r>
              <w:rPr>
                <w:rFonts w:cs="Arial"/>
                <w:szCs w:val="18"/>
                <w:lang w:eastAsia="ja-JP"/>
              </w:rPr>
              <w:t>DC_</w:t>
            </w:r>
            <w:r>
              <w:rPr>
                <w:rFonts w:eastAsia="Malgun Gothic" w:cs="Arial"/>
                <w:szCs w:val="18"/>
                <w:lang w:eastAsia="ko-KR"/>
              </w:rPr>
              <w:t>1A-3C</w:t>
            </w:r>
            <w:r>
              <w:rPr>
                <w:rFonts w:cs="Arial"/>
                <w:szCs w:val="18"/>
                <w:lang w:eastAsia="ja-JP"/>
              </w:rPr>
              <w:t>-</w:t>
            </w:r>
            <w:r>
              <w:rPr>
                <w:rFonts w:eastAsia="Malgun Gothic" w:cs="Arial"/>
                <w:szCs w:val="18"/>
                <w:lang w:eastAsia="ko-KR"/>
              </w:rPr>
              <w:t>7A_</w:t>
            </w:r>
            <w:r>
              <w:rPr>
                <w:rFonts w:cs="Arial"/>
                <w:szCs w:val="18"/>
                <w:lang w:eastAsia="ja-JP"/>
              </w:rPr>
              <w:t>n78</w:t>
            </w:r>
            <w:r>
              <w:rPr>
                <w:rFonts w:eastAsia="Malgun Gothic" w:cs="Arial"/>
                <w:szCs w:val="18"/>
                <w:lang w:eastAsia="ko-KR"/>
              </w:rPr>
              <w:t>A</w:t>
            </w:r>
            <w:r>
              <w:rPr>
                <w:vertAlign w:val="superscript"/>
                <w:lang w:eastAsia="fi-FI"/>
              </w:rPr>
              <w:t>2</w:t>
            </w:r>
          </w:p>
          <w:p w14:paraId="00971C57" w14:textId="77777777" w:rsidR="00F044BB" w:rsidRDefault="00F044BB" w:rsidP="00AC3FE8">
            <w:pPr>
              <w:pStyle w:val="TAC"/>
              <w:rPr>
                <w:lang w:eastAsia="fi-FI"/>
              </w:rPr>
            </w:pPr>
            <w:r>
              <w:rPr>
                <w:rFonts w:cs="Arial"/>
                <w:szCs w:val="18"/>
                <w:lang w:eastAsia="ja-JP"/>
              </w:rPr>
              <w:t>DC_</w:t>
            </w:r>
            <w:r>
              <w:rPr>
                <w:rFonts w:eastAsia="Malgun Gothic" w:cs="Arial"/>
                <w:szCs w:val="18"/>
                <w:lang w:eastAsia="ko-KR"/>
              </w:rPr>
              <w:t>1A-3C</w:t>
            </w:r>
            <w:r>
              <w:rPr>
                <w:rFonts w:cs="Arial"/>
                <w:szCs w:val="18"/>
                <w:lang w:eastAsia="ja-JP"/>
              </w:rPr>
              <w:t>-</w:t>
            </w:r>
            <w:r>
              <w:rPr>
                <w:rFonts w:eastAsia="Malgun Gothic" w:cs="Arial"/>
                <w:szCs w:val="18"/>
                <w:lang w:eastAsia="ko-KR"/>
              </w:rPr>
              <w:t>7C_</w:t>
            </w:r>
            <w:r>
              <w:rPr>
                <w:rFonts w:cs="Arial"/>
                <w:szCs w:val="18"/>
                <w:lang w:eastAsia="ja-JP"/>
              </w:rPr>
              <w:t>n78</w:t>
            </w:r>
            <w:r>
              <w:rPr>
                <w:rFonts w:eastAsia="Malgun Gothic" w:cs="Arial"/>
                <w:szCs w:val="18"/>
                <w:lang w:eastAsia="ko-KR"/>
              </w:rPr>
              <w:t>A</w:t>
            </w:r>
          </w:p>
        </w:tc>
        <w:tc>
          <w:tcPr>
            <w:tcW w:w="3514" w:type="dxa"/>
            <w:tcBorders>
              <w:top w:val="single" w:sz="4" w:space="0" w:color="auto"/>
              <w:left w:val="single" w:sz="4" w:space="0" w:color="auto"/>
              <w:bottom w:val="single" w:sz="4" w:space="0" w:color="auto"/>
              <w:right w:val="single" w:sz="4" w:space="0" w:color="auto"/>
            </w:tcBorders>
            <w:hideMark/>
          </w:tcPr>
          <w:p w14:paraId="4026E722" w14:textId="77777777" w:rsidR="00F044BB" w:rsidRDefault="00F044BB" w:rsidP="00AC3FE8">
            <w:pPr>
              <w:pStyle w:val="TAC"/>
              <w:rPr>
                <w:lang w:eastAsia="fi-FI"/>
              </w:rPr>
            </w:pPr>
            <w:r>
              <w:rPr>
                <w:lang w:eastAsia="fi-FI"/>
              </w:rPr>
              <w:t>DC_1A_n78A</w:t>
            </w:r>
          </w:p>
          <w:p w14:paraId="2F7DDFAA" w14:textId="77777777" w:rsidR="00F044BB" w:rsidRDefault="00F044BB" w:rsidP="00AC3FE8">
            <w:pPr>
              <w:pStyle w:val="TAC"/>
              <w:rPr>
                <w:lang w:eastAsia="fi-FI"/>
              </w:rPr>
            </w:pPr>
            <w:r>
              <w:rPr>
                <w:lang w:eastAsia="fi-FI"/>
              </w:rPr>
              <w:t>DC_3A_n78A</w:t>
            </w:r>
          </w:p>
          <w:p w14:paraId="0AFA59AC" w14:textId="77777777" w:rsidR="00F044BB" w:rsidRDefault="00F044BB" w:rsidP="00AC3FE8">
            <w:pPr>
              <w:pStyle w:val="TAC"/>
              <w:rPr>
                <w:lang w:eastAsia="fi-FI"/>
              </w:rPr>
            </w:pPr>
            <w:r>
              <w:rPr>
                <w:lang w:eastAsia="fi-FI"/>
              </w:rPr>
              <w:t>DC_3C_n78A</w:t>
            </w:r>
          </w:p>
          <w:p w14:paraId="414ED7F4" w14:textId="77777777" w:rsidR="00F044BB" w:rsidRDefault="00F044BB" w:rsidP="00AC3FE8">
            <w:pPr>
              <w:pStyle w:val="TAC"/>
              <w:rPr>
                <w:lang w:eastAsia="fi-FI"/>
              </w:rPr>
            </w:pPr>
            <w:r>
              <w:rPr>
                <w:lang w:eastAsia="fi-FI"/>
              </w:rPr>
              <w:t>DC_7A_n78A</w:t>
            </w:r>
          </w:p>
          <w:p w14:paraId="08BF7586" w14:textId="77777777" w:rsidR="00F044BB" w:rsidRDefault="00F044BB" w:rsidP="00AC3FE8">
            <w:pPr>
              <w:pStyle w:val="TAC"/>
              <w:rPr>
                <w:lang w:eastAsia="fi-FI"/>
              </w:rPr>
            </w:pPr>
            <w:r>
              <w:rPr>
                <w:lang w:eastAsia="fi-FI"/>
              </w:rPr>
              <w:t>DC_7C_n78A</w:t>
            </w:r>
          </w:p>
        </w:tc>
      </w:tr>
      <w:tr w:rsidR="00F044BB" w14:paraId="0EE5A68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6EF0EBC" w14:textId="77777777" w:rsidR="00F044BB" w:rsidRDefault="00F044BB" w:rsidP="00AC3FE8">
            <w:pPr>
              <w:pStyle w:val="TAC"/>
              <w:rPr>
                <w:rFonts w:cs="Arial"/>
                <w:lang w:eastAsia="ja-JP"/>
              </w:rPr>
            </w:pPr>
            <w:r>
              <w:rPr>
                <w:rFonts w:cs="Arial"/>
                <w:lang w:eastAsia="ja-JP"/>
              </w:rPr>
              <w:t>DC_1A-3A-7A_n78(2A)</w:t>
            </w:r>
          </w:p>
          <w:p w14:paraId="2C1533D1" w14:textId="77777777" w:rsidR="00F044BB" w:rsidRDefault="00F044BB" w:rsidP="00AC3FE8">
            <w:pPr>
              <w:pStyle w:val="TAC"/>
              <w:rPr>
                <w:rFonts w:cs="Arial"/>
                <w:lang w:eastAsia="ja-JP"/>
              </w:rPr>
            </w:pPr>
            <w:r>
              <w:rPr>
                <w:rFonts w:cs="Arial"/>
                <w:lang w:eastAsia="ja-JP"/>
              </w:rPr>
              <w:t>DC_1A-3C-7A_n78(2A)</w:t>
            </w:r>
          </w:p>
          <w:p w14:paraId="44719385" w14:textId="77777777" w:rsidR="00F044BB" w:rsidRDefault="00F044BB" w:rsidP="00AC3FE8">
            <w:pPr>
              <w:pStyle w:val="TAC"/>
              <w:rPr>
                <w:rFonts w:cs="Arial"/>
                <w:lang w:eastAsia="ja-JP"/>
              </w:rPr>
            </w:pPr>
            <w:r>
              <w:rPr>
                <w:rFonts w:cs="Arial"/>
                <w:lang w:eastAsia="ja-JP"/>
              </w:rPr>
              <w:t>DC_1A-3A-7C_n78(2A)</w:t>
            </w:r>
          </w:p>
          <w:p w14:paraId="543530CE" w14:textId="77777777" w:rsidR="00F044BB" w:rsidRDefault="00F044BB" w:rsidP="00AC3FE8">
            <w:pPr>
              <w:pStyle w:val="TAC"/>
              <w:rPr>
                <w:lang w:eastAsia="fi-FI"/>
              </w:rPr>
            </w:pPr>
            <w:r>
              <w:rPr>
                <w:rFonts w:cs="Arial"/>
                <w:lang w:eastAsia="ja-JP"/>
              </w:rPr>
              <w:t>DC_1A-3C-7C_n78(2A)</w:t>
            </w:r>
          </w:p>
        </w:tc>
        <w:tc>
          <w:tcPr>
            <w:tcW w:w="3514" w:type="dxa"/>
            <w:tcBorders>
              <w:top w:val="single" w:sz="4" w:space="0" w:color="auto"/>
              <w:left w:val="single" w:sz="4" w:space="0" w:color="auto"/>
              <w:bottom w:val="single" w:sz="4" w:space="0" w:color="auto"/>
              <w:right w:val="single" w:sz="4" w:space="0" w:color="auto"/>
            </w:tcBorders>
            <w:hideMark/>
          </w:tcPr>
          <w:p w14:paraId="179E205C" w14:textId="77777777" w:rsidR="00F044BB" w:rsidRDefault="00F044BB" w:rsidP="00AC3FE8">
            <w:pPr>
              <w:pStyle w:val="TAC"/>
              <w:rPr>
                <w:rFonts w:cs="Arial"/>
                <w:lang w:eastAsia="ja-JP"/>
              </w:rPr>
            </w:pPr>
            <w:r>
              <w:rPr>
                <w:rFonts w:cs="Arial"/>
                <w:lang w:eastAsia="ja-JP"/>
              </w:rPr>
              <w:t>DC_1A_n78A</w:t>
            </w:r>
          </w:p>
          <w:p w14:paraId="284C34E0" w14:textId="77777777" w:rsidR="00F044BB" w:rsidRDefault="00F044BB" w:rsidP="00AC3FE8">
            <w:pPr>
              <w:pStyle w:val="TAC"/>
              <w:rPr>
                <w:rFonts w:cs="Arial"/>
                <w:lang w:eastAsia="ja-JP"/>
              </w:rPr>
            </w:pPr>
            <w:r>
              <w:rPr>
                <w:rFonts w:cs="Arial"/>
                <w:lang w:eastAsia="ja-JP"/>
              </w:rPr>
              <w:t>DC_3A_n78A</w:t>
            </w:r>
          </w:p>
          <w:p w14:paraId="0E954BD8" w14:textId="77777777" w:rsidR="00F044BB" w:rsidRDefault="00F044BB" w:rsidP="00AC3FE8">
            <w:pPr>
              <w:pStyle w:val="TAC"/>
              <w:rPr>
                <w:rFonts w:cs="Arial"/>
                <w:lang w:eastAsia="ja-JP"/>
              </w:rPr>
            </w:pPr>
            <w:r>
              <w:rPr>
                <w:rFonts w:cs="Arial"/>
                <w:lang w:eastAsia="ja-JP"/>
              </w:rPr>
              <w:t>DC_3C_n78A</w:t>
            </w:r>
          </w:p>
          <w:p w14:paraId="108B687A" w14:textId="77777777" w:rsidR="00F044BB" w:rsidRDefault="00F044BB" w:rsidP="00AC3FE8">
            <w:pPr>
              <w:pStyle w:val="TAC"/>
              <w:rPr>
                <w:rFonts w:cs="Arial"/>
                <w:lang w:eastAsia="ja-JP"/>
              </w:rPr>
            </w:pPr>
            <w:r>
              <w:rPr>
                <w:rFonts w:cs="Arial"/>
                <w:lang w:eastAsia="ja-JP"/>
              </w:rPr>
              <w:t>DC_7A_n78A</w:t>
            </w:r>
          </w:p>
          <w:p w14:paraId="4F33BCFA" w14:textId="77777777" w:rsidR="00F044BB" w:rsidRDefault="00F044BB" w:rsidP="00AC3FE8">
            <w:pPr>
              <w:pStyle w:val="TAC"/>
              <w:rPr>
                <w:lang w:eastAsia="fi-FI"/>
              </w:rPr>
            </w:pPr>
            <w:r>
              <w:rPr>
                <w:rFonts w:cs="Arial"/>
                <w:lang w:eastAsia="ja-JP"/>
              </w:rPr>
              <w:t>DC_7C_n78A</w:t>
            </w:r>
          </w:p>
        </w:tc>
      </w:tr>
      <w:tr w:rsidR="00F044BB" w14:paraId="07B3583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B333FFF" w14:textId="77777777" w:rsidR="00F044BB" w:rsidRDefault="00F044BB" w:rsidP="00AC3FE8">
            <w:pPr>
              <w:pStyle w:val="TAC"/>
              <w:rPr>
                <w:rFonts w:cs="Arial"/>
                <w:szCs w:val="18"/>
                <w:lang w:eastAsia="ko-KR"/>
              </w:rPr>
            </w:pPr>
            <w:r>
              <w:rPr>
                <w:rFonts w:cs="Arial"/>
                <w:szCs w:val="18"/>
                <w:lang w:eastAsia="ko-KR"/>
              </w:rPr>
              <w:t>DC_1A-3A_n7A-n78A</w:t>
            </w:r>
          </w:p>
          <w:p w14:paraId="182AEC23" w14:textId="77777777" w:rsidR="00F044BB" w:rsidRDefault="00F044BB" w:rsidP="00AC3FE8">
            <w:pPr>
              <w:pStyle w:val="TAC"/>
              <w:rPr>
                <w:rFonts w:cs="Arial"/>
                <w:szCs w:val="18"/>
                <w:lang w:eastAsia="ja-JP"/>
              </w:rPr>
            </w:pPr>
            <w:r>
              <w:rPr>
                <w:rFonts w:cs="Arial"/>
                <w:szCs w:val="18"/>
                <w:lang w:eastAsia="ko-KR"/>
              </w:rPr>
              <w:t>DC_1A-3A_n7B-n78A</w:t>
            </w:r>
          </w:p>
        </w:tc>
        <w:tc>
          <w:tcPr>
            <w:tcW w:w="3514" w:type="dxa"/>
            <w:tcBorders>
              <w:top w:val="single" w:sz="4" w:space="0" w:color="auto"/>
              <w:left w:val="single" w:sz="4" w:space="0" w:color="auto"/>
              <w:bottom w:val="single" w:sz="4" w:space="0" w:color="auto"/>
              <w:right w:val="single" w:sz="4" w:space="0" w:color="auto"/>
            </w:tcBorders>
            <w:hideMark/>
          </w:tcPr>
          <w:p w14:paraId="41B1ADAB" w14:textId="77777777" w:rsidR="00F044BB" w:rsidRDefault="00F044BB" w:rsidP="00AC3FE8">
            <w:pPr>
              <w:pStyle w:val="TAC"/>
              <w:rPr>
                <w:lang w:eastAsia="fi-FI"/>
              </w:rPr>
            </w:pPr>
            <w:r>
              <w:rPr>
                <w:lang w:eastAsia="fi-FI"/>
              </w:rPr>
              <w:t>DC_1A_n7A</w:t>
            </w:r>
          </w:p>
          <w:p w14:paraId="58604060" w14:textId="77777777" w:rsidR="00F044BB" w:rsidRDefault="00F044BB" w:rsidP="00AC3FE8">
            <w:pPr>
              <w:pStyle w:val="TAC"/>
              <w:rPr>
                <w:lang w:eastAsia="fi-FI"/>
              </w:rPr>
            </w:pPr>
            <w:r>
              <w:rPr>
                <w:lang w:eastAsia="fi-FI"/>
              </w:rPr>
              <w:t>DC_1A_n78A</w:t>
            </w:r>
          </w:p>
          <w:p w14:paraId="7F92991C" w14:textId="77777777" w:rsidR="00F044BB" w:rsidRDefault="00F044BB" w:rsidP="00AC3FE8">
            <w:pPr>
              <w:pStyle w:val="TAC"/>
              <w:rPr>
                <w:lang w:eastAsia="fi-FI"/>
              </w:rPr>
            </w:pPr>
            <w:r>
              <w:rPr>
                <w:lang w:eastAsia="fi-FI"/>
              </w:rPr>
              <w:t>DC_3A_n7A</w:t>
            </w:r>
          </w:p>
          <w:p w14:paraId="3608B924" w14:textId="77777777" w:rsidR="00F044BB" w:rsidRDefault="00F044BB" w:rsidP="00AC3FE8">
            <w:pPr>
              <w:pStyle w:val="TAC"/>
              <w:rPr>
                <w:lang w:eastAsia="fi-FI"/>
              </w:rPr>
            </w:pPr>
            <w:r>
              <w:rPr>
                <w:lang w:eastAsia="fi-FI"/>
              </w:rPr>
              <w:t>DC_3A_n78A</w:t>
            </w:r>
          </w:p>
        </w:tc>
      </w:tr>
      <w:tr w:rsidR="00F044BB" w14:paraId="668CB10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64B3FE6" w14:textId="77777777" w:rsidR="00F044BB" w:rsidRDefault="00F044BB" w:rsidP="00AC3FE8">
            <w:pPr>
              <w:pStyle w:val="TAC"/>
              <w:rPr>
                <w:rFonts w:cs="Arial"/>
                <w:szCs w:val="18"/>
                <w:lang w:eastAsia="ko-KR"/>
              </w:rPr>
            </w:pPr>
            <w:r>
              <w:rPr>
                <w:rFonts w:cs="Arial"/>
                <w:szCs w:val="18"/>
                <w:lang w:eastAsia="ko-KR"/>
              </w:rPr>
              <w:t>DC_1A-3A_n7A-n78(2A)</w:t>
            </w:r>
          </w:p>
          <w:p w14:paraId="0FDF03D8" w14:textId="77777777" w:rsidR="00F044BB" w:rsidRDefault="00F044BB" w:rsidP="00AC3FE8">
            <w:pPr>
              <w:pStyle w:val="TAC"/>
              <w:rPr>
                <w:rFonts w:cs="Arial"/>
                <w:szCs w:val="18"/>
                <w:lang w:eastAsia="ko-KR"/>
              </w:rPr>
            </w:pPr>
            <w:r>
              <w:rPr>
                <w:rFonts w:cs="Arial"/>
                <w:szCs w:val="18"/>
                <w:lang w:eastAsia="ko-KR"/>
              </w:rPr>
              <w:t>DC_1A-3C_n7A-n78(2A)</w:t>
            </w:r>
          </w:p>
        </w:tc>
        <w:tc>
          <w:tcPr>
            <w:tcW w:w="3514" w:type="dxa"/>
            <w:tcBorders>
              <w:top w:val="single" w:sz="4" w:space="0" w:color="auto"/>
              <w:left w:val="single" w:sz="4" w:space="0" w:color="auto"/>
              <w:bottom w:val="single" w:sz="4" w:space="0" w:color="auto"/>
              <w:right w:val="single" w:sz="4" w:space="0" w:color="auto"/>
            </w:tcBorders>
            <w:hideMark/>
          </w:tcPr>
          <w:p w14:paraId="79A32C2A" w14:textId="77777777" w:rsidR="00F044BB" w:rsidRDefault="00F044BB" w:rsidP="00AC3FE8">
            <w:pPr>
              <w:pStyle w:val="TAC"/>
              <w:rPr>
                <w:lang w:eastAsia="fi-FI"/>
              </w:rPr>
            </w:pPr>
            <w:r>
              <w:rPr>
                <w:lang w:eastAsia="fi-FI"/>
              </w:rPr>
              <w:t>DC_1A_n7A</w:t>
            </w:r>
          </w:p>
          <w:p w14:paraId="03E23807" w14:textId="77777777" w:rsidR="00F044BB" w:rsidRDefault="00F044BB" w:rsidP="00AC3FE8">
            <w:pPr>
              <w:pStyle w:val="TAC"/>
              <w:rPr>
                <w:lang w:eastAsia="fi-FI"/>
              </w:rPr>
            </w:pPr>
            <w:r>
              <w:rPr>
                <w:lang w:eastAsia="fi-FI"/>
              </w:rPr>
              <w:t>DC_1A_n78A</w:t>
            </w:r>
          </w:p>
          <w:p w14:paraId="188C2642" w14:textId="77777777" w:rsidR="00F044BB" w:rsidRDefault="00F044BB" w:rsidP="00AC3FE8">
            <w:pPr>
              <w:pStyle w:val="TAC"/>
              <w:rPr>
                <w:lang w:eastAsia="fi-FI"/>
              </w:rPr>
            </w:pPr>
            <w:r>
              <w:rPr>
                <w:lang w:eastAsia="fi-FI"/>
              </w:rPr>
              <w:t>DC_3A_n7A</w:t>
            </w:r>
          </w:p>
          <w:p w14:paraId="53A470EA" w14:textId="77777777" w:rsidR="00F044BB" w:rsidRDefault="00F044BB" w:rsidP="00AC3FE8">
            <w:pPr>
              <w:pStyle w:val="TAC"/>
              <w:rPr>
                <w:lang w:eastAsia="fi-FI"/>
              </w:rPr>
            </w:pPr>
            <w:r>
              <w:rPr>
                <w:lang w:eastAsia="fi-FI"/>
              </w:rPr>
              <w:t>DC_3A_n78A</w:t>
            </w:r>
          </w:p>
        </w:tc>
      </w:tr>
      <w:tr w:rsidR="00F044BB" w14:paraId="1EE1C97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E702239" w14:textId="77777777" w:rsidR="00F044BB" w:rsidRDefault="00F044BB" w:rsidP="00AC3FE8">
            <w:pPr>
              <w:pStyle w:val="TAC"/>
              <w:rPr>
                <w:rFonts w:cs="Arial"/>
                <w:szCs w:val="18"/>
                <w:lang w:eastAsia="ko-KR"/>
              </w:rPr>
            </w:pPr>
            <w:r>
              <w:rPr>
                <w:rFonts w:cs="Arial"/>
                <w:szCs w:val="18"/>
                <w:lang w:eastAsia="ko-KR"/>
              </w:rPr>
              <w:t>DC_1A-3C_n7A-n78A</w:t>
            </w:r>
          </w:p>
        </w:tc>
        <w:tc>
          <w:tcPr>
            <w:tcW w:w="3514" w:type="dxa"/>
            <w:tcBorders>
              <w:top w:val="single" w:sz="4" w:space="0" w:color="auto"/>
              <w:left w:val="single" w:sz="4" w:space="0" w:color="auto"/>
              <w:bottom w:val="single" w:sz="4" w:space="0" w:color="auto"/>
              <w:right w:val="single" w:sz="4" w:space="0" w:color="auto"/>
            </w:tcBorders>
            <w:hideMark/>
          </w:tcPr>
          <w:p w14:paraId="6EDDC5E3" w14:textId="77777777" w:rsidR="00F044BB" w:rsidRDefault="00F044BB" w:rsidP="00AC3FE8">
            <w:pPr>
              <w:pStyle w:val="TAC"/>
              <w:rPr>
                <w:lang w:eastAsia="fi-FI"/>
              </w:rPr>
            </w:pPr>
            <w:r>
              <w:rPr>
                <w:lang w:eastAsia="fi-FI"/>
              </w:rPr>
              <w:t>DC_1A_n7A</w:t>
            </w:r>
          </w:p>
          <w:p w14:paraId="4CFD85DB" w14:textId="77777777" w:rsidR="00F044BB" w:rsidRDefault="00F044BB" w:rsidP="00AC3FE8">
            <w:pPr>
              <w:pStyle w:val="TAC"/>
              <w:rPr>
                <w:lang w:eastAsia="fi-FI"/>
              </w:rPr>
            </w:pPr>
            <w:r>
              <w:rPr>
                <w:lang w:eastAsia="fi-FI"/>
              </w:rPr>
              <w:t>DC_1A_n78A</w:t>
            </w:r>
          </w:p>
          <w:p w14:paraId="35050E15" w14:textId="77777777" w:rsidR="00F044BB" w:rsidRDefault="00F044BB" w:rsidP="00AC3FE8">
            <w:pPr>
              <w:pStyle w:val="TAC"/>
              <w:rPr>
                <w:lang w:eastAsia="fi-FI"/>
              </w:rPr>
            </w:pPr>
            <w:r>
              <w:rPr>
                <w:lang w:eastAsia="fi-FI"/>
              </w:rPr>
              <w:t>DC_3A_n7A</w:t>
            </w:r>
          </w:p>
          <w:p w14:paraId="1DFA0835" w14:textId="77777777" w:rsidR="00F044BB" w:rsidRDefault="00F044BB" w:rsidP="00AC3FE8">
            <w:pPr>
              <w:pStyle w:val="TAC"/>
              <w:rPr>
                <w:lang w:eastAsia="fi-FI"/>
              </w:rPr>
            </w:pPr>
            <w:r>
              <w:rPr>
                <w:lang w:eastAsia="fi-FI"/>
              </w:rPr>
              <w:t>DC_3A_n78A</w:t>
            </w:r>
          </w:p>
          <w:p w14:paraId="1C19A529" w14:textId="77777777" w:rsidR="00F044BB" w:rsidRDefault="00F044BB" w:rsidP="00AC3FE8">
            <w:pPr>
              <w:pStyle w:val="TAC"/>
              <w:rPr>
                <w:lang w:eastAsia="fi-FI"/>
              </w:rPr>
            </w:pPr>
            <w:r>
              <w:rPr>
                <w:lang w:eastAsia="fi-FI"/>
              </w:rPr>
              <w:t>DC_3C_n7A</w:t>
            </w:r>
          </w:p>
        </w:tc>
      </w:tr>
      <w:tr w:rsidR="00F044BB" w14:paraId="0A3D68D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6F9F30E" w14:textId="77777777" w:rsidR="00F044BB" w:rsidRDefault="00F044BB" w:rsidP="00AC3FE8">
            <w:pPr>
              <w:pStyle w:val="TAC"/>
              <w:rPr>
                <w:lang w:eastAsia="fi-FI"/>
              </w:rPr>
            </w:pPr>
            <w:r>
              <w:rPr>
                <w:rFonts w:cs="Arial"/>
                <w:szCs w:val="18"/>
                <w:lang w:eastAsia="ja-JP"/>
              </w:rPr>
              <w:t>DC_</w:t>
            </w:r>
            <w:r>
              <w:rPr>
                <w:rFonts w:eastAsia="Malgun Gothic" w:cs="Arial"/>
                <w:szCs w:val="18"/>
                <w:lang w:eastAsia="ko-KR"/>
              </w:rPr>
              <w:t>1A-3</w:t>
            </w:r>
            <w:r>
              <w:rPr>
                <w:rFonts w:cs="Arial"/>
                <w:szCs w:val="18"/>
                <w:lang w:eastAsia="ja-JP"/>
              </w:rPr>
              <w:t>A-7A-</w:t>
            </w:r>
            <w:r>
              <w:rPr>
                <w:rFonts w:eastAsia="Malgun Gothic" w:cs="Arial"/>
                <w:szCs w:val="18"/>
                <w:lang w:eastAsia="ko-KR"/>
              </w:rPr>
              <w:t>7A_</w:t>
            </w:r>
            <w:r>
              <w:rPr>
                <w:rFonts w:cs="Arial"/>
                <w:szCs w:val="18"/>
                <w:lang w:eastAsia="ja-JP"/>
              </w:rPr>
              <w:t>n78</w:t>
            </w:r>
            <w:r>
              <w:rPr>
                <w:rFonts w:eastAsia="Malgun Gothic" w:cs="Arial"/>
                <w:szCs w:val="18"/>
                <w:lang w:eastAsia="ko-KR"/>
              </w:rPr>
              <w:t>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4DEE355B" w14:textId="77777777" w:rsidR="00F044BB" w:rsidRDefault="00F044BB" w:rsidP="00AC3FE8">
            <w:pPr>
              <w:pStyle w:val="TAC"/>
              <w:rPr>
                <w:lang w:eastAsia="fi-FI"/>
              </w:rPr>
            </w:pPr>
            <w:r>
              <w:rPr>
                <w:lang w:eastAsia="fi-FI"/>
              </w:rPr>
              <w:t>DC_1A_n78A</w:t>
            </w:r>
          </w:p>
          <w:p w14:paraId="4681B2A9" w14:textId="77777777" w:rsidR="00F044BB" w:rsidRDefault="00F044BB" w:rsidP="00AC3FE8">
            <w:pPr>
              <w:pStyle w:val="TAC"/>
              <w:rPr>
                <w:lang w:eastAsia="fi-FI"/>
              </w:rPr>
            </w:pPr>
            <w:r>
              <w:rPr>
                <w:lang w:eastAsia="fi-FI"/>
              </w:rPr>
              <w:t>DC_3A_n78A</w:t>
            </w:r>
          </w:p>
          <w:p w14:paraId="78AFC59F" w14:textId="77777777" w:rsidR="00F044BB" w:rsidRDefault="00F044BB" w:rsidP="00AC3FE8">
            <w:pPr>
              <w:pStyle w:val="TAC"/>
              <w:rPr>
                <w:lang w:eastAsia="fi-FI"/>
              </w:rPr>
            </w:pPr>
            <w:r>
              <w:rPr>
                <w:lang w:eastAsia="fi-FI"/>
              </w:rPr>
              <w:t>DC_7A_n78A</w:t>
            </w:r>
          </w:p>
        </w:tc>
      </w:tr>
      <w:tr w:rsidR="00F044BB" w14:paraId="5D2D13F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0ECA2C0" w14:textId="77777777" w:rsidR="00F044BB" w:rsidRDefault="00F044BB" w:rsidP="00AC3FE8">
            <w:pPr>
              <w:pStyle w:val="TAC"/>
              <w:rPr>
                <w:rFonts w:cs="Arial"/>
                <w:szCs w:val="18"/>
                <w:lang w:eastAsia="ja-JP"/>
              </w:rPr>
            </w:pPr>
            <w:r>
              <w:rPr>
                <w:lang w:eastAsia="zh-CN"/>
              </w:rPr>
              <w:t>DC_1A-3</w:t>
            </w:r>
            <w:r>
              <w:rPr>
                <w:rFonts w:eastAsia="Malgun Gothic"/>
                <w:lang w:eastAsia="zh-CN"/>
              </w:rPr>
              <w:t>A-8A_</w:t>
            </w:r>
            <w:r>
              <w:rPr>
                <w:lang w:eastAsia="zh-CN"/>
              </w:rPr>
              <w:t>n</w:t>
            </w:r>
            <w:r>
              <w:rPr>
                <w:rFonts w:eastAsia="Malgun Gothic"/>
                <w:lang w:eastAsia="zh-CN"/>
              </w:rPr>
              <w:t>28</w:t>
            </w:r>
            <w:r>
              <w:rPr>
                <w:lang w:eastAsia="zh-CN"/>
              </w:rPr>
              <w:t>A</w:t>
            </w:r>
          </w:p>
        </w:tc>
        <w:tc>
          <w:tcPr>
            <w:tcW w:w="3514" w:type="dxa"/>
            <w:tcBorders>
              <w:top w:val="single" w:sz="4" w:space="0" w:color="auto"/>
              <w:left w:val="single" w:sz="4" w:space="0" w:color="auto"/>
              <w:bottom w:val="single" w:sz="4" w:space="0" w:color="auto"/>
              <w:right w:val="single" w:sz="4" w:space="0" w:color="auto"/>
            </w:tcBorders>
            <w:hideMark/>
          </w:tcPr>
          <w:p w14:paraId="412C8FFE" w14:textId="77777777" w:rsidR="00F044BB" w:rsidRDefault="00F044BB" w:rsidP="00AC3FE8">
            <w:pPr>
              <w:pStyle w:val="TAC"/>
              <w:rPr>
                <w:lang w:eastAsia="zh-CN"/>
              </w:rPr>
            </w:pPr>
            <w:r>
              <w:rPr>
                <w:lang w:eastAsia="zh-CN"/>
              </w:rPr>
              <w:t>DC_1A_n28A</w:t>
            </w:r>
          </w:p>
          <w:p w14:paraId="659CE102" w14:textId="77777777" w:rsidR="00F044BB" w:rsidRDefault="00F044BB" w:rsidP="00AC3FE8">
            <w:pPr>
              <w:pStyle w:val="TAC"/>
              <w:rPr>
                <w:lang w:eastAsia="zh-CN"/>
              </w:rPr>
            </w:pPr>
            <w:r>
              <w:rPr>
                <w:lang w:eastAsia="zh-CN"/>
              </w:rPr>
              <w:t>DC_3A_n28A</w:t>
            </w:r>
          </w:p>
          <w:p w14:paraId="4E70EC7B" w14:textId="77777777" w:rsidR="00F044BB" w:rsidRDefault="00F044BB" w:rsidP="00AC3FE8">
            <w:pPr>
              <w:pStyle w:val="TAC"/>
              <w:rPr>
                <w:lang w:eastAsia="fi-FI"/>
              </w:rPr>
            </w:pPr>
            <w:r>
              <w:rPr>
                <w:lang w:eastAsia="zh-CN"/>
              </w:rPr>
              <w:t>DC_8A_n28A</w:t>
            </w:r>
          </w:p>
        </w:tc>
      </w:tr>
      <w:tr w:rsidR="00F044BB" w14:paraId="0ABF239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5637FB6" w14:textId="77777777" w:rsidR="00F044BB" w:rsidRDefault="00F044BB" w:rsidP="00AC3FE8">
            <w:pPr>
              <w:pStyle w:val="TAC"/>
              <w:rPr>
                <w:rFonts w:cs="Arial"/>
                <w:szCs w:val="18"/>
                <w:lang w:eastAsia="ja-JP"/>
              </w:rPr>
            </w:pPr>
            <w:r>
              <w:lastRenderedPageBreak/>
              <w:t>DC_1A-3</w:t>
            </w:r>
            <w:r>
              <w:rPr>
                <w:rFonts w:eastAsia="Malgun Gothic"/>
              </w:rPr>
              <w:t>A-8A_</w:t>
            </w:r>
            <w:r>
              <w:t>n</w:t>
            </w:r>
            <w:r>
              <w:rPr>
                <w:rFonts w:eastAsia="Malgun Gothic"/>
              </w:rPr>
              <w:t>77</w:t>
            </w:r>
            <w:r>
              <w:t>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75273D8F" w14:textId="77777777" w:rsidR="00F044BB" w:rsidRDefault="00F044BB" w:rsidP="00AC3FE8">
            <w:pPr>
              <w:pStyle w:val="TAC"/>
            </w:pPr>
            <w:r>
              <w:t>DC_1A_n77A</w:t>
            </w:r>
          </w:p>
          <w:p w14:paraId="7D718BFC" w14:textId="77777777" w:rsidR="00F044BB" w:rsidRDefault="00F044BB" w:rsidP="00AC3FE8">
            <w:pPr>
              <w:pStyle w:val="TAC"/>
            </w:pPr>
            <w:r>
              <w:t>DC_3A_n77A</w:t>
            </w:r>
          </w:p>
          <w:p w14:paraId="08143843" w14:textId="77777777" w:rsidR="00F044BB" w:rsidRDefault="00F044BB" w:rsidP="00AC3FE8">
            <w:pPr>
              <w:pStyle w:val="TAC"/>
              <w:rPr>
                <w:lang w:eastAsia="fi-FI"/>
              </w:rPr>
            </w:pPr>
            <w:r>
              <w:t>DC_8A_n77A</w:t>
            </w:r>
          </w:p>
        </w:tc>
      </w:tr>
      <w:tr w:rsidR="00F044BB" w14:paraId="12D6BA5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1C5ACCD" w14:textId="77777777" w:rsidR="00F044BB" w:rsidRDefault="00F044BB" w:rsidP="00AC3FE8">
            <w:pPr>
              <w:pStyle w:val="TAC"/>
            </w:pPr>
            <w:r>
              <w:t>DC_1A-3</w:t>
            </w:r>
            <w:r>
              <w:rPr>
                <w:rFonts w:eastAsia="Malgun Gothic"/>
              </w:rPr>
              <w:t>A-8A_</w:t>
            </w:r>
            <w:r>
              <w:t>n</w:t>
            </w:r>
            <w:r>
              <w:rPr>
                <w:rFonts w:eastAsia="Malgun Gothic"/>
              </w:rPr>
              <w:t>77(2</w:t>
            </w:r>
            <w:r>
              <w:t>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778316DA" w14:textId="77777777" w:rsidR="00F044BB" w:rsidRDefault="00F044BB" w:rsidP="00AC3FE8">
            <w:pPr>
              <w:pStyle w:val="TAC"/>
            </w:pPr>
            <w:r>
              <w:t>DC_1A_n77A</w:t>
            </w:r>
          </w:p>
          <w:p w14:paraId="7B1095FD" w14:textId="77777777" w:rsidR="00F044BB" w:rsidRDefault="00F044BB" w:rsidP="00AC3FE8">
            <w:pPr>
              <w:pStyle w:val="TAC"/>
            </w:pPr>
            <w:r>
              <w:t>DC_3A_n77A</w:t>
            </w:r>
          </w:p>
          <w:p w14:paraId="46570139" w14:textId="77777777" w:rsidR="00F044BB" w:rsidRDefault="00F044BB" w:rsidP="00AC3FE8">
            <w:pPr>
              <w:pStyle w:val="TAC"/>
            </w:pPr>
            <w:r>
              <w:t>DC_8A_n77A</w:t>
            </w:r>
          </w:p>
        </w:tc>
      </w:tr>
      <w:tr w:rsidR="00F044BB" w14:paraId="7601A01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2B7F5F2" w14:textId="77777777" w:rsidR="00F044BB" w:rsidRDefault="00F044BB" w:rsidP="00AC3FE8">
            <w:pPr>
              <w:pStyle w:val="TAC"/>
              <w:rPr>
                <w:lang w:eastAsia="fi-FI"/>
              </w:rPr>
            </w:pPr>
            <w:r>
              <w:rPr>
                <w:lang w:eastAsia="fi-FI"/>
              </w:rPr>
              <w:t>DC_1A-3A-8A_n78A</w:t>
            </w:r>
            <w:r>
              <w:rPr>
                <w:vertAlign w:val="superscript"/>
                <w:lang w:eastAsia="fi-FI"/>
              </w:rPr>
              <w:t>2</w:t>
            </w:r>
          </w:p>
          <w:p w14:paraId="76632A4A" w14:textId="77777777" w:rsidR="00F044BB" w:rsidRDefault="00F044BB" w:rsidP="00AC3FE8">
            <w:pPr>
              <w:pStyle w:val="TAC"/>
              <w:rPr>
                <w:lang w:eastAsia="fi-FI"/>
              </w:rPr>
            </w:pPr>
            <w:r>
              <w:rPr>
                <w:rFonts w:cs="Arial"/>
                <w:lang w:eastAsia="ja-JP"/>
              </w:rPr>
              <w:t>DC_1A-3C-8A_n78A</w:t>
            </w:r>
          </w:p>
        </w:tc>
        <w:tc>
          <w:tcPr>
            <w:tcW w:w="3514" w:type="dxa"/>
            <w:tcBorders>
              <w:top w:val="single" w:sz="4" w:space="0" w:color="auto"/>
              <w:left w:val="single" w:sz="4" w:space="0" w:color="auto"/>
              <w:bottom w:val="single" w:sz="4" w:space="0" w:color="auto"/>
              <w:right w:val="single" w:sz="4" w:space="0" w:color="auto"/>
            </w:tcBorders>
            <w:hideMark/>
          </w:tcPr>
          <w:p w14:paraId="555A4FDE" w14:textId="77777777" w:rsidR="00F044BB" w:rsidRDefault="00F044BB" w:rsidP="00AC3FE8">
            <w:pPr>
              <w:pStyle w:val="TAC"/>
              <w:rPr>
                <w:lang w:eastAsia="fi-FI"/>
              </w:rPr>
            </w:pPr>
            <w:r>
              <w:rPr>
                <w:lang w:eastAsia="fi-FI"/>
              </w:rPr>
              <w:t>DC_1A_n78A</w:t>
            </w:r>
          </w:p>
          <w:p w14:paraId="04B6E293" w14:textId="77777777" w:rsidR="00F044BB" w:rsidRDefault="00F044BB" w:rsidP="00AC3FE8">
            <w:pPr>
              <w:pStyle w:val="TAC"/>
              <w:rPr>
                <w:lang w:eastAsia="fi-FI"/>
              </w:rPr>
            </w:pPr>
            <w:r>
              <w:rPr>
                <w:lang w:eastAsia="fi-FI"/>
              </w:rPr>
              <w:t>DC_3A_n78A</w:t>
            </w:r>
          </w:p>
          <w:p w14:paraId="771EDC98" w14:textId="77777777" w:rsidR="00F044BB" w:rsidRDefault="00F044BB" w:rsidP="00AC3FE8">
            <w:pPr>
              <w:pStyle w:val="TAC"/>
              <w:rPr>
                <w:lang w:eastAsia="fi-FI"/>
              </w:rPr>
            </w:pPr>
            <w:r>
              <w:rPr>
                <w:lang w:eastAsia="fi-FI"/>
              </w:rPr>
              <w:t>DC_8A_n78A</w:t>
            </w:r>
          </w:p>
        </w:tc>
      </w:tr>
      <w:tr w:rsidR="00F044BB" w14:paraId="4EF819B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7676959" w14:textId="77777777" w:rsidR="00F044BB" w:rsidRDefault="00F044BB" w:rsidP="00AC3FE8">
            <w:pPr>
              <w:pStyle w:val="TAC"/>
              <w:rPr>
                <w:lang w:eastAsia="fi-FI"/>
              </w:rPr>
            </w:pPr>
            <w:r>
              <w:t>DC_1A-3</w:t>
            </w:r>
            <w:r>
              <w:rPr>
                <w:rFonts w:eastAsia="Malgun Gothic"/>
              </w:rPr>
              <w:t>A-8A_</w:t>
            </w:r>
            <w:r>
              <w:t>n</w:t>
            </w:r>
            <w:r>
              <w:rPr>
                <w:rFonts w:eastAsia="Malgun Gothic"/>
              </w:rPr>
              <w:t>79</w:t>
            </w:r>
            <w:r>
              <w:t>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154150D4" w14:textId="77777777" w:rsidR="00F044BB" w:rsidRDefault="00F044BB" w:rsidP="00AC3FE8">
            <w:pPr>
              <w:pStyle w:val="TAC"/>
            </w:pPr>
            <w:r>
              <w:t>DC_1A_n79A</w:t>
            </w:r>
          </w:p>
          <w:p w14:paraId="05C69229" w14:textId="77777777" w:rsidR="00F044BB" w:rsidRDefault="00F044BB" w:rsidP="00AC3FE8">
            <w:pPr>
              <w:pStyle w:val="TAC"/>
            </w:pPr>
            <w:r>
              <w:t>DC_3A_n79A</w:t>
            </w:r>
          </w:p>
          <w:p w14:paraId="2DE1EAC3" w14:textId="77777777" w:rsidR="00F044BB" w:rsidRDefault="00F044BB" w:rsidP="00AC3FE8">
            <w:pPr>
              <w:pStyle w:val="TAC"/>
              <w:rPr>
                <w:lang w:eastAsia="fi-FI"/>
              </w:rPr>
            </w:pPr>
            <w:r>
              <w:t>DC_8A_n79A</w:t>
            </w:r>
          </w:p>
        </w:tc>
      </w:tr>
      <w:tr w:rsidR="00F044BB" w14:paraId="573E64D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EFEC038" w14:textId="77777777" w:rsidR="00F044BB" w:rsidRDefault="00F044BB" w:rsidP="00AC3FE8">
            <w:pPr>
              <w:pStyle w:val="TAC"/>
              <w:rPr>
                <w:lang w:eastAsia="fi-FI"/>
              </w:rPr>
            </w:pPr>
            <w:r>
              <w:rPr>
                <w:lang w:eastAsia="fi-FI"/>
              </w:rPr>
              <w:t>DC_1A-3A-18A_n77A</w:t>
            </w:r>
          </w:p>
        </w:tc>
        <w:tc>
          <w:tcPr>
            <w:tcW w:w="3514" w:type="dxa"/>
            <w:tcBorders>
              <w:top w:val="single" w:sz="4" w:space="0" w:color="auto"/>
              <w:left w:val="single" w:sz="4" w:space="0" w:color="auto"/>
              <w:bottom w:val="single" w:sz="4" w:space="0" w:color="auto"/>
              <w:right w:val="single" w:sz="4" w:space="0" w:color="auto"/>
            </w:tcBorders>
            <w:hideMark/>
          </w:tcPr>
          <w:p w14:paraId="2E20F62B" w14:textId="77777777" w:rsidR="00F044BB" w:rsidRDefault="00F044BB" w:rsidP="00AC3FE8">
            <w:pPr>
              <w:pStyle w:val="TAC"/>
              <w:rPr>
                <w:lang w:eastAsia="fi-FI"/>
              </w:rPr>
            </w:pPr>
            <w:r>
              <w:rPr>
                <w:lang w:eastAsia="fi-FI"/>
              </w:rPr>
              <w:t>DC_1A_n77A</w:t>
            </w:r>
          </w:p>
          <w:p w14:paraId="41909096" w14:textId="77777777" w:rsidR="00F044BB" w:rsidRDefault="00F044BB" w:rsidP="00AC3FE8">
            <w:pPr>
              <w:pStyle w:val="TAC"/>
              <w:rPr>
                <w:lang w:eastAsia="fi-FI"/>
              </w:rPr>
            </w:pPr>
            <w:r>
              <w:rPr>
                <w:lang w:eastAsia="fi-FI"/>
              </w:rPr>
              <w:t>DC_3A_n77A</w:t>
            </w:r>
          </w:p>
          <w:p w14:paraId="62079079" w14:textId="77777777" w:rsidR="00F044BB" w:rsidRDefault="00F044BB" w:rsidP="00AC3FE8">
            <w:pPr>
              <w:pStyle w:val="TAC"/>
              <w:rPr>
                <w:lang w:eastAsia="fi-FI"/>
              </w:rPr>
            </w:pPr>
            <w:r>
              <w:rPr>
                <w:lang w:eastAsia="fi-FI"/>
              </w:rPr>
              <w:t>DC_18A_n77A</w:t>
            </w:r>
          </w:p>
        </w:tc>
      </w:tr>
      <w:tr w:rsidR="00F044BB" w14:paraId="27C53B9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FAEB797" w14:textId="77777777" w:rsidR="00F044BB" w:rsidRDefault="00F044BB" w:rsidP="00AC3FE8">
            <w:pPr>
              <w:pStyle w:val="TAC"/>
              <w:rPr>
                <w:lang w:eastAsia="fi-FI"/>
              </w:rPr>
            </w:pPr>
            <w:r>
              <w:rPr>
                <w:lang w:eastAsia="fi-FI"/>
              </w:rPr>
              <w:t>DC_1A-3A-18A_n78A</w:t>
            </w:r>
          </w:p>
        </w:tc>
        <w:tc>
          <w:tcPr>
            <w:tcW w:w="3514" w:type="dxa"/>
            <w:tcBorders>
              <w:top w:val="single" w:sz="4" w:space="0" w:color="auto"/>
              <w:left w:val="single" w:sz="4" w:space="0" w:color="auto"/>
              <w:bottom w:val="single" w:sz="4" w:space="0" w:color="auto"/>
              <w:right w:val="single" w:sz="4" w:space="0" w:color="auto"/>
            </w:tcBorders>
            <w:hideMark/>
          </w:tcPr>
          <w:p w14:paraId="3CC5D387" w14:textId="77777777" w:rsidR="00F044BB" w:rsidRDefault="00F044BB" w:rsidP="00AC3FE8">
            <w:pPr>
              <w:pStyle w:val="TAC"/>
              <w:rPr>
                <w:lang w:eastAsia="fi-FI"/>
              </w:rPr>
            </w:pPr>
            <w:r>
              <w:rPr>
                <w:lang w:eastAsia="fi-FI"/>
              </w:rPr>
              <w:t>DC_1A_n78A</w:t>
            </w:r>
          </w:p>
          <w:p w14:paraId="0C50BA50" w14:textId="77777777" w:rsidR="00F044BB" w:rsidRDefault="00F044BB" w:rsidP="00AC3FE8">
            <w:pPr>
              <w:pStyle w:val="TAC"/>
              <w:rPr>
                <w:lang w:eastAsia="fi-FI"/>
              </w:rPr>
            </w:pPr>
            <w:r>
              <w:rPr>
                <w:lang w:eastAsia="fi-FI"/>
              </w:rPr>
              <w:t>DC_3A_n78A</w:t>
            </w:r>
          </w:p>
          <w:p w14:paraId="1008417E" w14:textId="77777777" w:rsidR="00F044BB" w:rsidRDefault="00F044BB" w:rsidP="00AC3FE8">
            <w:pPr>
              <w:pStyle w:val="TAC"/>
              <w:rPr>
                <w:lang w:eastAsia="fi-FI"/>
              </w:rPr>
            </w:pPr>
            <w:r>
              <w:rPr>
                <w:lang w:eastAsia="fi-FI"/>
              </w:rPr>
              <w:t>DC_18A_n78A</w:t>
            </w:r>
          </w:p>
        </w:tc>
      </w:tr>
      <w:tr w:rsidR="00F044BB" w14:paraId="4141258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48CE2C1" w14:textId="77777777" w:rsidR="00F044BB" w:rsidRDefault="00F044BB" w:rsidP="00AC3FE8">
            <w:pPr>
              <w:pStyle w:val="TAC"/>
              <w:rPr>
                <w:lang w:eastAsia="fi-FI"/>
              </w:rPr>
            </w:pPr>
            <w:r>
              <w:rPr>
                <w:lang w:eastAsia="fi-FI"/>
              </w:rPr>
              <w:t>DC_1A-3A-18A_n79A</w:t>
            </w:r>
          </w:p>
        </w:tc>
        <w:tc>
          <w:tcPr>
            <w:tcW w:w="3514" w:type="dxa"/>
            <w:tcBorders>
              <w:top w:val="single" w:sz="4" w:space="0" w:color="auto"/>
              <w:left w:val="single" w:sz="4" w:space="0" w:color="auto"/>
              <w:bottom w:val="single" w:sz="4" w:space="0" w:color="auto"/>
              <w:right w:val="single" w:sz="4" w:space="0" w:color="auto"/>
            </w:tcBorders>
            <w:hideMark/>
          </w:tcPr>
          <w:p w14:paraId="3BE3F575" w14:textId="77777777" w:rsidR="00F044BB" w:rsidRDefault="00F044BB" w:rsidP="00AC3FE8">
            <w:pPr>
              <w:pStyle w:val="TAC"/>
              <w:rPr>
                <w:lang w:eastAsia="fi-FI"/>
              </w:rPr>
            </w:pPr>
            <w:r>
              <w:rPr>
                <w:lang w:eastAsia="fi-FI"/>
              </w:rPr>
              <w:t>DC_1A_n79A</w:t>
            </w:r>
          </w:p>
          <w:p w14:paraId="334C6032" w14:textId="77777777" w:rsidR="00F044BB" w:rsidRDefault="00F044BB" w:rsidP="00AC3FE8">
            <w:pPr>
              <w:pStyle w:val="TAC"/>
              <w:rPr>
                <w:lang w:eastAsia="fi-FI"/>
              </w:rPr>
            </w:pPr>
            <w:r>
              <w:rPr>
                <w:lang w:eastAsia="fi-FI"/>
              </w:rPr>
              <w:t>DC_3A_n79A</w:t>
            </w:r>
          </w:p>
          <w:p w14:paraId="14133E13" w14:textId="77777777" w:rsidR="00F044BB" w:rsidRDefault="00F044BB" w:rsidP="00AC3FE8">
            <w:pPr>
              <w:pStyle w:val="TAC"/>
              <w:rPr>
                <w:lang w:eastAsia="fi-FI"/>
              </w:rPr>
            </w:pPr>
            <w:r>
              <w:rPr>
                <w:lang w:eastAsia="fi-FI"/>
              </w:rPr>
              <w:t>DC_18A_n79A</w:t>
            </w:r>
          </w:p>
        </w:tc>
      </w:tr>
      <w:tr w:rsidR="00F044BB" w14:paraId="48D76539"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B4AC3CD" w14:textId="77777777" w:rsidR="00F044BB" w:rsidRDefault="00F044BB" w:rsidP="00AC3FE8">
            <w:pPr>
              <w:pStyle w:val="TAC"/>
              <w:rPr>
                <w:lang w:eastAsia="fi-FI"/>
              </w:rPr>
            </w:pPr>
            <w:r>
              <w:rPr>
                <w:lang w:eastAsia="fi-FI"/>
              </w:rPr>
              <w:t>DC_1A-3A-19A_n77A</w:t>
            </w:r>
            <w:r>
              <w:rPr>
                <w:vertAlign w:val="superscript"/>
                <w:lang w:eastAsia="fi-FI"/>
              </w:rPr>
              <w:t>2</w:t>
            </w:r>
          </w:p>
          <w:p w14:paraId="7E467C0A" w14:textId="77777777" w:rsidR="00F044BB" w:rsidRDefault="00F044BB" w:rsidP="00AC3FE8">
            <w:pPr>
              <w:pStyle w:val="TAC"/>
              <w:rPr>
                <w:lang w:eastAsia="fi-FI"/>
              </w:rPr>
            </w:pPr>
            <w:r>
              <w:rPr>
                <w:lang w:eastAsia="fi-FI"/>
              </w:rPr>
              <w:t>DC_1A-3A-19A_n77C</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7111937A" w14:textId="77777777" w:rsidR="00F044BB" w:rsidRDefault="00F044BB" w:rsidP="00AC3FE8">
            <w:pPr>
              <w:pStyle w:val="TAC"/>
              <w:rPr>
                <w:lang w:eastAsia="fi-FI"/>
              </w:rPr>
            </w:pPr>
            <w:r>
              <w:rPr>
                <w:lang w:eastAsia="fi-FI"/>
              </w:rPr>
              <w:t>DC_1A_n77A</w:t>
            </w:r>
          </w:p>
          <w:p w14:paraId="4A53954C" w14:textId="77777777" w:rsidR="00F044BB" w:rsidRDefault="00F044BB" w:rsidP="00AC3FE8">
            <w:pPr>
              <w:pStyle w:val="TAC"/>
              <w:rPr>
                <w:lang w:eastAsia="fi-FI"/>
              </w:rPr>
            </w:pPr>
            <w:r>
              <w:rPr>
                <w:lang w:eastAsia="fi-FI"/>
              </w:rPr>
              <w:t>DC_3A_n77A</w:t>
            </w:r>
          </w:p>
          <w:p w14:paraId="039366B2" w14:textId="77777777" w:rsidR="00F044BB" w:rsidRDefault="00F044BB" w:rsidP="00AC3FE8">
            <w:pPr>
              <w:pStyle w:val="TAC"/>
              <w:rPr>
                <w:lang w:eastAsia="fi-FI"/>
              </w:rPr>
            </w:pPr>
            <w:r>
              <w:rPr>
                <w:lang w:eastAsia="fi-FI"/>
              </w:rPr>
              <w:t>DC_19A_n77A</w:t>
            </w:r>
          </w:p>
        </w:tc>
      </w:tr>
      <w:tr w:rsidR="00F044BB" w14:paraId="0468B76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A531C25" w14:textId="77777777" w:rsidR="00F044BB" w:rsidRDefault="00F044BB" w:rsidP="00AC3FE8">
            <w:pPr>
              <w:pStyle w:val="TAC"/>
              <w:rPr>
                <w:lang w:eastAsia="fi-FI"/>
              </w:rPr>
            </w:pPr>
            <w:r>
              <w:rPr>
                <w:lang w:eastAsia="fi-FI"/>
              </w:rPr>
              <w:t>DC_1A-3A-19A_n78A</w:t>
            </w:r>
            <w:r>
              <w:rPr>
                <w:vertAlign w:val="superscript"/>
                <w:lang w:eastAsia="fi-FI"/>
              </w:rPr>
              <w:t>2</w:t>
            </w:r>
          </w:p>
          <w:p w14:paraId="316B6227" w14:textId="77777777" w:rsidR="00F044BB" w:rsidRDefault="00F044BB" w:rsidP="00AC3FE8">
            <w:pPr>
              <w:pStyle w:val="TAC"/>
              <w:rPr>
                <w:lang w:eastAsia="fi-FI"/>
              </w:rPr>
            </w:pPr>
            <w:r>
              <w:rPr>
                <w:lang w:eastAsia="fi-FI"/>
              </w:rPr>
              <w:t>DC_1A-3A-19A_n78C</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7FA13A2C" w14:textId="77777777" w:rsidR="00F044BB" w:rsidRDefault="00F044BB" w:rsidP="00AC3FE8">
            <w:pPr>
              <w:pStyle w:val="TAC"/>
              <w:rPr>
                <w:lang w:eastAsia="fi-FI"/>
              </w:rPr>
            </w:pPr>
            <w:r>
              <w:rPr>
                <w:lang w:eastAsia="fi-FI"/>
              </w:rPr>
              <w:t>DC_1A_n78A</w:t>
            </w:r>
          </w:p>
          <w:p w14:paraId="6741992D" w14:textId="77777777" w:rsidR="00F044BB" w:rsidRDefault="00F044BB" w:rsidP="00AC3FE8">
            <w:pPr>
              <w:pStyle w:val="TAC"/>
              <w:rPr>
                <w:lang w:eastAsia="fi-FI"/>
              </w:rPr>
            </w:pPr>
            <w:r>
              <w:rPr>
                <w:lang w:eastAsia="fi-FI"/>
              </w:rPr>
              <w:t>DC_3A_n78A</w:t>
            </w:r>
          </w:p>
          <w:p w14:paraId="5A9E4277" w14:textId="77777777" w:rsidR="00F044BB" w:rsidRDefault="00F044BB" w:rsidP="00AC3FE8">
            <w:pPr>
              <w:pStyle w:val="TAC"/>
              <w:rPr>
                <w:lang w:eastAsia="fi-FI"/>
              </w:rPr>
            </w:pPr>
            <w:r>
              <w:rPr>
                <w:lang w:eastAsia="fi-FI"/>
              </w:rPr>
              <w:t>DC_19A_n78A</w:t>
            </w:r>
          </w:p>
        </w:tc>
      </w:tr>
      <w:tr w:rsidR="00F044BB" w14:paraId="263F888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04FF083" w14:textId="77777777" w:rsidR="00F044BB" w:rsidRDefault="00F044BB" w:rsidP="00AC3FE8">
            <w:pPr>
              <w:pStyle w:val="TAC"/>
              <w:rPr>
                <w:lang w:eastAsia="fi-FI"/>
              </w:rPr>
            </w:pPr>
            <w:r>
              <w:rPr>
                <w:lang w:eastAsia="fi-FI"/>
              </w:rPr>
              <w:t>DC_1A-3A-19A_n79A</w:t>
            </w:r>
            <w:r>
              <w:rPr>
                <w:vertAlign w:val="superscript"/>
                <w:lang w:eastAsia="fi-FI"/>
              </w:rPr>
              <w:t>2</w:t>
            </w:r>
          </w:p>
          <w:p w14:paraId="55CA971F" w14:textId="77777777" w:rsidR="00F044BB" w:rsidRDefault="00F044BB" w:rsidP="00AC3FE8">
            <w:pPr>
              <w:pStyle w:val="TAC"/>
              <w:rPr>
                <w:lang w:eastAsia="fi-FI"/>
              </w:rPr>
            </w:pPr>
            <w:r>
              <w:rPr>
                <w:lang w:eastAsia="fi-FI"/>
              </w:rPr>
              <w:t>DC_1A-3A-19A_n79C</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58146FAE" w14:textId="77777777" w:rsidR="00F044BB" w:rsidRDefault="00F044BB" w:rsidP="00AC3FE8">
            <w:pPr>
              <w:pStyle w:val="TAC"/>
              <w:rPr>
                <w:lang w:eastAsia="fi-FI"/>
              </w:rPr>
            </w:pPr>
            <w:r>
              <w:rPr>
                <w:lang w:eastAsia="fi-FI"/>
              </w:rPr>
              <w:t>DC_1A_n79A</w:t>
            </w:r>
          </w:p>
          <w:p w14:paraId="230D43E0" w14:textId="77777777" w:rsidR="00F044BB" w:rsidRDefault="00F044BB" w:rsidP="00AC3FE8">
            <w:pPr>
              <w:pStyle w:val="TAC"/>
              <w:rPr>
                <w:lang w:eastAsia="fi-FI"/>
              </w:rPr>
            </w:pPr>
            <w:r>
              <w:rPr>
                <w:lang w:eastAsia="fi-FI"/>
              </w:rPr>
              <w:t>DC_3A_n79A</w:t>
            </w:r>
          </w:p>
          <w:p w14:paraId="4EF19DCC" w14:textId="77777777" w:rsidR="00F044BB" w:rsidRDefault="00F044BB" w:rsidP="00AC3FE8">
            <w:pPr>
              <w:pStyle w:val="TAC"/>
              <w:rPr>
                <w:lang w:eastAsia="fi-FI"/>
              </w:rPr>
            </w:pPr>
            <w:r>
              <w:rPr>
                <w:lang w:eastAsia="fi-FI"/>
              </w:rPr>
              <w:t>DC_19A_n79A</w:t>
            </w:r>
          </w:p>
        </w:tc>
      </w:tr>
      <w:tr w:rsidR="00F044BB" w14:paraId="3CF6B85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E649E31" w14:textId="77777777" w:rsidR="00F044BB" w:rsidRDefault="00F044BB" w:rsidP="00AC3FE8">
            <w:pPr>
              <w:pStyle w:val="TAC"/>
              <w:rPr>
                <w:lang w:eastAsia="fi-FI"/>
              </w:rPr>
            </w:pPr>
            <w:r>
              <w:rPr>
                <w:lang w:eastAsia="ja-JP"/>
              </w:rPr>
              <w:t>DC_1A-3A-20A_n8A</w:t>
            </w:r>
          </w:p>
        </w:tc>
        <w:tc>
          <w:tcPr>
            <w:tcW w:w="3514" w:type="dxa"/>
            <w:tcBorders>
              <w:top w:val="single" w:sz="4" w:space="0" w:color="auto"/>
              <w:left w:val="single" w:sz="4" w:space="0" w:color="auto"/>
              <w:bottom w:val="single" w:sz="4" w:space="0" w:color="auto"/>
              <w:right w:val="single" w:sz="4" w:space="0" w:color="auto"/>
            </w:tcBorders>
            <w:hideMark/>
          </w:tcPr>
          <w:p w14:paraId="2515BC22" w14:textId="77777777" w:rsidR="00F044BB" w:rsidRDefault="00F044BB" w:rsidP="00AC3FE8">
            <w:pPr>
              <w:pStyle w:val="TAC"/>
              <w:rPr>
                <w:lang w:eastAsia="fi-FI"/>
              </w:rPr>
            </w:pPr>
            <w:r>
              <w:rPr>
                <w:lang w:eastAsia="fi-FI"/>
              </w:rPr>
              <w:t>DC_</w:t>
            </w:r>
            <w:r>
              <w:rPr>
                <w:lang w:eastAsia="ja-JP"/>
              </w:rPr>
              <w:t>1</w:t>
            </w:r>
            <w:r>
              <w:rPr>
                <w:lang w:eastAsia="fi-FI"/>
              </w:rPr>
              <w:t>A_</w:t>
            </w:r>
            <w:r>
              <w:rPr>
                <w:lang w:eastAsia="ja-JP"/>
              </w:rPr>
              <w:t>n8</w:t>
            </w:r>
            <w:r>
              <w:rPr>
                <w:lang w:eastAsia="fi-FI"/>
              </w:rPr>
              <w:t>A</w:t>
            </w:r>
          </w:p>
          <w:p w14:paraId="4DDF216B" w14:textId="77777777" w:rsidR="00F044BB" w:rsidRDefault="00F044BB" w:rsidP="00AC3FE8">
            <w:pPr>
              <w:pStyle w:val="TAC"/>
              <w:rPr>
                <w:lang w:eastAsia="ja-JP"/>
              </w:rPr>
            </w:pPr>
            <w:r>
              <w:rPr>
                <w:lang w:eastAsia="fi-FI"/>
              </w:rPr>
              <w:t>DC_3A_</w:t>
            </w:r>
            <w:r>
              <w:rPr>
                <w:lang w:eastAsia="ja-JP"/>
              </w:rPr>
              <w:t>n8A</w:t>
            </w:r>
          </w:p>
          <w:p w14:paraId="0411E123" w14:textId="77777777" w:rsidR="00F044BB" w:rsidRDefault="00F044BB" w:rsidP="00AC3FE8">
            <w:pPr>
              <w:pStyle w:val="TAC"/>
              <w:rPr>
                <w:lang w:eastAsia="fi-FI"/>
              </w:rPr>
            </w:pPr>
            <w:r>
              <w:rPr>
                <w:lang w:eastAsia="fi-FI"/>
              </w:rPr>
              <w:t>DC_</w:t>
            </w:r>
            <w:r>
              <w:rPr>
                <w:lang w:eastAsia="ja-JP"/>
              </w:rPr>
              <w:t>20A</w:t>
            </w:r>
            <w:r>
              <w:rPr>
                <w:lang w:eastAsia="fi-FI"/>
              </w:rPr>
              <w:t>_</w:t>
            </w:r>
            <w:r>
              <w:rPr>
                <w:lang w:eastAsia="ja-JP"/>
              </w:rPr>
              <w:t>n8</w:t>
            </w:r>
            <w:r>
              <w:rPr>
                <w:lang w:eastAsia="fi-FI"/>
              </w:rPr>
              <w:t>A</w:t>
            </w:r>
          </w:p>
        </w:tc>
      </w:tr>
      <w:tr w:rsidR="00F044BB" w14:paraId="7B6E03F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00A6CB1" w14:textId="77777777" w:rsidR="00F044BB" w:rsidRDefault="00F044BB" w:rsidP="00AC3FE8">
            <w:pPr>
              <w:pStyle w:val="TAC"/>
              <w:rPr>
                <w:lang w:eastAsia="fi-FI"/>
              </w:rPr>
            </w:pPr>
            <w:r>
              <w:rPr>
                <w:lang w:eastAsia="fi-FI"/>
              </w:rPr>
              <w:t>DC_1A-3A-20A_n28A</w:t>
            </w:r>
            <w:r>
              <w:rPr>
                <w:vertAlign w:val="superscript"/>
                <w:lang w:eastAsia="fi-FI"/>
              </w:rPr>
              <w:t>3,7,8</w:t>
            </w:r>
          </w:p>
        </w:tc>
        <w:tc>
          <w:tcPr>
            <w:tcW w:w="3514" w:type="dxa"/>
            <w:tcBorders>
              <w:top w:val="single" w:sz="4" w:space="0" w:color="auto"/>
              <w:left w:val="single" w:sz="4" w:space="0" w:color="auto"/>
              <w:bottom w:val="single" w:sz="4" w:space="0" w:color="auto"/>
              <w:right w:val="single" w:sz="4" w:space="0" w:color="auto"/>
            </w:tcBorders>
            <w:hideMark/>
          </w:tcPr>
          <w:p w14:paraId="0AF8BE03" w14:textId="77777777" w:rsidR="00F044BB" w:rsidRDefault="00F044BB" w:rsidP="00AC3FE8">
            <w:pPr>
              <w:pStyle w:val="TAC"/>
              <w:rPr>
                <w:lang w:eastAsia="fi-FI"/>
              </w:rPr>
            </w:pPr>
            <w:r>
              <w:rPr>
                <w:lang w:eastAsia="fi-FI"/>
              </w:rPr>
              <w:t>DC_1A_n28A</w:t>
            </w:r>
          </w:p>
          <w:p w14:paraId="039E284C" w14:textId="77777777" w:rsidR="00F044BB" w:rsidRDefault="00F044BB" w:rsidP="00AC3FE8">
            <w:pPr>
              <w:pStyle w:val="TAC"/>
              <w:rPr>
                <w:lang w:eastAsia="fi-FI"/>
              </w:rPr>
            </w:pPr>
            <w:r>
              <w:rPr>
                <w:lang w:eastAsia="fi-FI"/>
              </w:rPr>
              <w:t>DC_3A_n28A</w:t>
            </w:r>
          </w:p>
          <w:p w14:paraId="657CAFB8" w14:textId="77777777" w:rsidR="00F044BB" w:rsidRDefault="00F044BB" w:rsidP="00AC3FE8">
            <w:pPr>
              <w:pStyle w:val="TAC"/>
              <w:rPr>
                <w:lang w:eastAsia="fi-FI"/>
              </w:rPr>
            </w:pPr>
            <w:r>
              <w:rPr>
                <w:lang w:eastAsia="fi-FI"/>
              </w:rPr>
              <w:t>DC_20A_n28A</w:t>
            </w:r>
          </w:p>
        </w:tc>
      </w:tr>
      <w:tr w:rsidR="00F044BB" w14:paraId="4477D37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69A86E0" w14:textId="77777777" w:rsidR="00F044BB" w:rsidRDefault="00F044BB" w:rsidP="00AC3FE8">
            <w:pPr>
              <w:pStyle w:val="TAC"/>
              <w:rPr>
                <w:lang w:eastAsia="fi-FI"/>
              </w:rPr>
            </w:pPr>
            <w:r>
              <w:rPr>
                <w:rFonts w:cs="Arial"/>
                <w:lang w:eastAsia="ja-JP"/>
              </w:rPr>
              <w:t>DC_1A-3A-</w:t>
            </w:r>
            <w:r>
              <w:rPr>
                <w:rFonts w:cs="Arial"/>
                <w:lang w:eastAsia="zh-CN"/>
              </w:rPr>
              <w:t>20</w:t>
            </w:r>
            <w:r>
              <w:rPr>
                <w:rFonts w:cs="Arial"/>
                <w:lang w:eastAsia="ja-JP"/>
              </w:rPr>
              <w:t>A_n</w:t>
            </w:r>
            <w:r>
              <w:rPr>
                <w:rFonts w:cs="Arial"/>
                <w:lang w:eastAsia="zh-CN"/>
              </w:rPr>
              <w:t>38</w:t>
            </w:r>
            <w:r>
              <w:rPr>
                <w:rFonts w:cs="Arial"/>
                <w:lang w:eastAsia="ja-JP"/>
              </w:rPr>
              <w:t>A</w:t>
            </w:r>
          </w:p>
        </w:tc>
        <w:tc>
          <w:tcPr>
            <w:tcW w:w="3514" w:type="dxa"/>
            <w:tcBorders>
              <w:top w:val="single" w:sz="4" w:space="0" w:color="auto"/>
              <w:left w:val="single" w:sz="4" w:space="0" w:color="auto"/>
              <w:bottom w:val="single" w:sz="4" w:space="0" w:color="auto"/>
              <w:right w:val="single" w:sz="4" w:space="0" w:color="auto"/>
            </w:tcBorders>
            <w:hideMark/>
          </w:tcPr>
          <w:p w14:paraId="3135141F" w14:textId="77777777" w:rsidR="00F044BB" w:rsidRDefault="00F044BB" w:rsidP="00AC3FE8">
            <w:pPr>
              <w:pStyle w:val="TAC"/>
              <w:rPr>
                <w:rFonts w:cs="Arial"/>
                <w:szCs w:val="22"/>
                <w:lang w:eastAsia="zh-CN"/>
              </w:rPr>
            </w:pPr>
            <w:r>
              <w:rPr>
                <w:rFonts w:cs="Arial"/>
                <w:szCs w:val="22"/>
                <w:lang w:eastAsia="zh-CN"/>
              </w:rPr>
              <w:t>DC_3A_n38A</w:t>
            </w:r>
          </w:p>
          <w:p w14:paraId="5C51AD72" w14:textId="77777777" w:rsidR="00F044BB" w:rsidRDefault="00F044BB" w:rsidP="00AC3FE8">
            <w:pPr>
              <w:pStyle w:val="TAC"/>
              <w:rPr>
                <w:lang w:eastAsia="fi-FI"/>
              </w:rPr>
            </w:pPr>
            <w:r>
              <w:rPr>
                <w:rFonts w:cs="Arial"/>
                <w:szCs w:val="22"/>
                <w:lang w:eastAsia="zh-CN"/>
              </w:rPr>
              <w:t>DC_20A_n38A</w:t>
            </w:r>
          </w:p>
        </w:tc>
      </w:tr>
      <w:tr w:rsidR="00F044BB" w14:paraId="733EFC3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3F963E3" w14:textId="77777777" w:rsidR="00F044BB" w:rsidRDefault="00F044BB" w:rsidP="00AC3FE8">
            <w:pPr>
              <w:pStyle w:val="TAC"/>
              <w:rPr>
                <w:lang w:eastAsia="ja-JP"/>
              </w:rPr>
            </w:pPr>
            <w:r>
              <w:rPr>
                <w:lang w:val="en-US" w:eastAsia="zh-CN"/>
              </w:rPr>
              <w:t>DC_1A-3A-20A_n41A</w:t>
            </w:r>
          </w:p>
          <w:p w14:paraId="5179D082" w14:textId="77777777" w:rsidR="00F044BB" w:rsidRDefault="00F044BB" w:rsidP="00AC3FE8">
            <w:pPr>
              <w:pStyle w:val="TAC"/>
              <w:rPr>
                <w:lang w:eastAsia="ja-JP"/>
              </w:rPr>
            </w:pPr>
            <w:r>
              <w:rPr>
                <w:lang w:eastAsia="ja-JP"/>
              </w:rPr>
              <w:t>DC_1A-3C-</w:t>
            </w:r>
            <w:r>
              <w:rPr>
                <w:lang w:val="en-US" w:eastAsia="zh-CN"/>
              </w:rPr>
              <w:t>20</w:t>
            </w:r>
            <w:r>
              <w:rPr>
                <w:lang w:eastAsia="ja-JP"/>
              </w:rPr>
              <w:t>A_n</w:t>
            </w:r>
            <w:r>
              <w:rPr>
                <w:lang w:val="en-US" w:eastAsia="zh-CN"/>
              </w:rPr>
              <w:t>41</w:t>
            </w:r>
            <w:r>
              <w:rPr>
                <w:lang w:eastAsia="ja-JP"/>
              </w:rPr>
              <w:t>A</w:t>
            </w:r>
          </w:p>
        </w:tc>
        <w:tc>
          <w:tcPr>
            <w:tcW w:w="3514" w:type="dxa"/>
            <w:tcBorders>
              <w:top w:val="single" w:sz="4" w:space="0" w:color="auto"/>
              <w:left w:val="single" w:sz="4" w:space="0" w:color="auto"/>
              <w:bottom w:val="single" w:sz="4" w:space="0" w:color="auto"/>
              <w:right w:val="single" w:sz="4" w:space="0" w:color="auto"/>
            </w:tcBorders>
            <w:hideMark/>
          </w:tcPr>
          <w:p w14:paraId="4940EB49" w14:textId="77777777" w:rsidR="00F044BB" w:rsidRDefault="00F044BB" w:rsidP="00AC3FE8">
            <w:pPr>
              <w:pStyle w:val="TAC"/>
              <w:rPr>
                <w:lang w:val="en-US" w:eastAsia="zh-CN"/>
              </w:rPr>
            </w:pPr>
            <w:r>
              <w:rPr>
                <w:lang w:val="en-US" w:eastAsia="zh-CN"/>
              </w:rPr>
              <w:t>DC_1A_n41A</w:t>
            </w:r>
          </w:p>
          <w:p w14:paraId="5A8F241D" w14:textId="77777777" w:rsidR="00F044BB" w:rsidRDefault="00F044BB" w:rsidP="00AC3FE8">
            <w:pPr>
              <w:pStyle w:val="TAC"/>
              <w:rPr>
                <w:lang w:val="en-US" w:eastAsia="zh-CN"/>
              </w:rPr>
            </w:pPr>
            <w:r>
              <w:rPr>
                <w:lang w:val="en-US" w:eastAsia="zh-CN"/>
              </w:rPr>
              <w:t>DC_3A_n41A</w:t>
            </w:r>
          </w:p>
          <w:p w14:paraId="40694926" w14:textId="77777777" w:rsidR="00F044BB" w:rsidRDefault="00F044BB" w:rsidP="00AC3FE8">
            <w:pPr>
              <w:pStyle w:val="TAC"/>
              <w:rPr>
                <w:szCs w:val="22"/>
                <w:lang w:val="en-US" w:eastAsia="zh-CN"/>
              </w:rPr>
            </w:pPr>
            <w:r>
              <w:rPr>
                <w:szCs w:val="22"/>
                <w:lang w:val="en-US" w:eastAsia="zh-CN"/>
              </w:rPr>
              <w:t>DC_3C_n41A</w:t>
            </w:r>
          </w:p>
          <w:p w14:paraId="2227FDC4" w14:textId="77777777" w:rsidR="00F044BB" w:rsidRDefault="00F044BB" w:rsidP="00AC3FE8">
            <w:pPr>
              <w:pStyle w:val="TAC"/>
              <w:rPr>
                <w:szCs w:val="22"/>
                <w:lang w:eastAsia="zh-CN"/>
              </w:rPr>
            </w:pPr>
            <w:r>
              <w:rPr>
                <w:lang w:val="en-US" w:eastAsia="zh-CN"/>
              </w:rPr>
              <w:t>DC_20A_n41A</w:t>
            </w:r>
          </w:p>
        </w:tc>
      </w:tr>
      <w:tr w:rsidR="00F044BB" w14:paraId="0BDAF8A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25E32FA" w14:textId="77777777" w:rsidR="00F044BB" w:rsidRDefault="00F044BB" w:rsidP="00AC3FE8">
            <w:pPr>
              <w:pStyle w:val="TAC"/>
              <w:rPr>
                <w:lang w:eastAsia="fi-FI"/>
              </w:rPr>
            </w:pPr>
            <w:r>
              <w:rPr>
                <w:lang w:eastAsia="fi-FI"/>
              </w:rPr>
              <w:t>DC_1A-3A-20A_n78A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02D683CE" w14:textId="77777777" w:rsidR="00F044BB" w:rsidRDefault="00F044BB" w:rsidP="00AC3FE8">
            <w:pPr>
              <w:pStyle w:val="TAC"/>
              <w:rPr>
                <w:lang w:eastAsia="fi-FI"/>
              </w:rPr>
            </w:pPr>
            <w:r>
              <w:rPr>
                <w:lang w:eastAsia="fi-FI"/>
              </w:rPr>
              <w:t>DC_1A_n78A</w:t>
            </w:r>
          </w:p>
          <w:p w14:paraId="7A8B2749" w14:textId="77777777" w:rsidR="00F044BB" w:rsidRDefault="00F044BB" w:rsidP="00AC3FE8">
            <w:pPr>
              <w:pStyle w:val="TAC"/>
              <w:rPr>
                <w:lang w:eastAsia="fi-FI"/>
              </w:rPr>
            </w:pPr>
            <w:r>
              <w:rPr>
                <w:lang w:eastAsia="fi-FI"/>
              </w:rPr>
              <w:t>DC_3A_n78A</w:t>
            </w:r>
          </w:p>
          <w:p w14:paraId="476F173A" w14:textId="77777777" w:rsidR="00F044BB" w:rsidRDefault="00F044BB" w:rsidP="00AC3FE8">
            <w:pPr>
              <w:pStyle w:val="TAC"/>
              <w:rPr>
                <w:lang w:eastAsia="fi-FI"/>
              </w:rPr>
            </w:pPr>
            <w:r>
              <w:rPr>
                <w:lang w:eastAsia="fi-FI"/>
              </w:rPr>
              <w:t>DC_20A_n78A</w:t>
            </w:r>
          </w:p>
        </w:tc>
      </w:tr>
      <w:tr w:rsidR="00F044BB" w14:paraId="7F51729C"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A818CFC" w14:textId="77777777" w:rsidR="00F044BB" w:rsidRDefault="00F044BB" w:rsidP="00AC3FE8">
            <w:pPr>
              <w:pStyle w:val="TAC"/>
              <w:rPr>
                <w:lang w:eastAsia="fi-FI"/>
              </w:rPr>
            </w:pPr>
            <w:r>
              <w:rPr>
                <w:lang w:eastAsia="fi-FI"/>
              </w:rPr>
              <w:t>DC_1A-3A-21A_n77A</w:t>
            </w:r>
            <w:r>
              <w:rPr>
                <w:vertAlign w:val="superscript"/>
                <w:lang w:eastAsia="fi-FI"/>
              </w:rPr>
              <w:t>2</w:t>
            </w:r>
          </w:p>
          <w:p w14:paraId="070A7E7C" w14:textId="77777777" w:rsidR="00F044BB" w:rsidRDefault="00F044BB" w:rsidP="00AC3FE8">
            <w:pPr>
              <w:pStyle w:val="TAC"/>
              <w:rPr>
                <w:lang w:eastAsia="fi-FI"/>
              </w:rPr>
            </w:pPr>
            <w:r>
              <w:rPr>
                <w:lang w:eastAsia="fi-FI"/>
              </w:rPr>
              <w:t>DC_1A-3A-21A_n77C</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38A313D8" w14:textId="77777777" w:rsidR="00F044BB" w:rsidRDefault="00F044BB" w:rsidP="00AC3FE8">
            <w:pPr>
              <w:pStyle w:val="TAC"/>
              <w:rPr>
                <w:lang w:eastAsia="fi-FI"/>
              </w:rPr>
            </w:pPr>
            <w:r>
              <w:rPr>
                <w:lang w:eastAsia="fi-FI"/>
              </w:rPr>
              <w:t>DC_1A_n77A</w:t>
            </w:r>
          </w:p>
          <w:p w14:paraId="633D132B" w14:textId="77777777" w:rsidR="00F044BB" w:rsidRDefault="00F044BB" w:rsidP="00AC3FE8">
            <w:pPr>
              <w:pStyle w:val="TAC"/>
              <w:rPr>
                <w:lang w:eastAsia="fi-FI"/>
              </w:rPr>
            </w:pPr>
            <w:r>
              <w:rPr>
                <w:lang w:eastAsia="fi-FI"/>
              </w:rPr>
              <w:t>DC_3A_n77A</w:t>
            </w:r>
          </w:p>
          <w:p w14:paraId="39154053" w14:textId="77777777" w:rsidR="00F044BB" w:rsidRDefault="00F044BB" w:rsidP="00AC3FE8">
            <w:pPr>
              <w:pStyle w:val="TAC"/>
              <w:rPr>
                <w:lang w:eastAsia="fi-FI"/>
              </w:rPr>
            </w:pPr>
            <w:r>
              <w:rPr>
                <w:lang w:eastAsia="fi-FI"/>
              </w:rPr>
              <w:t>DC_21A_n77A</w:t>
            </w:r>
          </w:p>
        </w:tc>
      </w:tr>
      <w:tr w:rsidR="00F044BB" w14:paraId="0321B0C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2A6CF4B" w14:textId="77777777" w:rsidR="00F044BB" w:rsidRDefault="00F044BB" w:rsidP="00AC3FE8">
            <w:pPr>
              <w:pStyle w:val="TAC"/>
              <w:rPr>
                <w:lang w:eastAsia="fi-FI"/>
              </w:rPr>
            </w:pPr>
            <w:r>
              <w:rPr>
                <w:lang w:eastAsia="fi-FI"/>
              </w:rPr>
              <w:t>DC_1A-3A-21A_n78A</w:t>
            </w:r>
            <w:r>
              <w:rPr>
                <w:vertAlign w:val="superscript"/>
                <w:lang w:eastAsia="fi-FI"/>
              </w:rPr>
              <w:t>2</w:t>
            </w:r>
          </w:p>
          <w:p w14:paraId="046B5D92" w14:textId="77777777" w:rsidR="00F044BB" w:rsidRDefault="00F044BB" w:rsidP="00AC3FE8">
            <w:pPr>
              <w:pStyle w:val="TAC"/>
              <w:rPr>
                <w:lang w:eastAsia="fi-FI"/>
              </w:rPr>
            </w:pPr>
            <w:r>
              <w:rPr>
                <w:lang w:eastAsia="fi-FI"/>
              </w:rPr>
              <w:t>DC_1A-3A-21A_n78C</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25F15E1E" w14:textId="77777777" w:rsidR="00F044BB" w:rsidRDefault="00F044BB" w:rsidP="00AC3FE8">
            <w:pPr>
              <w:pStyle w:val="TAC"/>
              <w:rPr>
                <w:lang w:eastAsia="fi-FI"/>
              </w:rPr>
            </w:pPr>
            <w:r>
              <w:rPr>
                <w:lang w:eastAsia="fi-FI"/>
              </w:rPr>
              <w:t>DC_1A_n78A</w:t>
            </w:r>
          </w:p>
          <w:p w14:paraId="37B46197" w14:textId="77777777" w:rsidR="00F044BB" w:rsidRDefault="00F044BB" w:rsidP="00AC3FE8">
            <w:pPr>
              <w:pStyle w:val="TAC"/>
              <w:rPr>
                <w:lang w:eastAsia="fi-FI"/>
              </w:rPr>
            </w:pPr>
            <w:r>
              <w:rPr>
                <w:lang w:eastAsia="fi-FI"/>
              </w:rPr>
              <w:t>DC_3A_n78A</w:t>
            </w:r>
          </w:p>
          <w:p w14:paraId="1E10BCA4" w14:textId="77777777" w:rsidR="00F044BB" w:rsidRDefault="00F044BB" w:rsidP="00AC3FE8">
            <w:pPr>
              <w:pStyle w:val="TAC"/>
              <w:rPr>
                <w:lang w:eastAsia="fi-FI"/>
              </w:rPr>
            </w:pPr>
            <w:r>
              <w:rPr>
                <w:lang w:eastAsia="fi-FI"/>
              </w:rPr>
              <w:t>DC_21A_n78A</w:t>
            </w:r>
          </w:p>
        </w:tc>
      </w:tr>
      <w:tr w:rsidR="00F044BB" w14:paraId="238DF02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E887E6A" w14:textId="77777777" w:rsidR="00F044BB" w:rsidRDefault="00F044BB" w:rsidP="00AC3FE8">
            <w:pPr>
              <w:pStyle w:val="TAC"/>
              <w:rPr>
                <w:lang w:eastAsia="fi-FI"/>
              </w:rPr>
            </w:pPr>
            <w:r>
              <w:rPr>
                <w:lang w:eastAsia="fi-FI"/>
              </w:rPr>
              <w:t>DC_1A-3A-21A_n79A</w:t>
            </w:r>
            <w:r>
              <w:rPr>
                <w:vertAlign w:val="superscript"/>
                <w:lang w:eastAsia="fi-FI"/>
              </w:rPr>
              <w:t>2</w:t>
            </w:r>
          </w:p>
          <w:p w14:paraId="15668F77" w14:textId="77777777" w:rsidR="00F044BB" w:rsidRDefault="00F044BB" w:rsidP="00AC3FE8">
            <w:pPr>
              <w:pStyle w:val="TAC"/>
              <w:rPr>
                <w:lang w:eastAsia="fi-FI"/>
              </w:rPr>
            </w:pPr>
            <w:r>
              <w:rPr>
                <w:lang w:eastAsia="fi-FI"/>
              </w:rPr>
              <w:t>DC_1A-3A-21A_n79C</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1A9A8261" w14:textId="77777777" w:rsidR="00F044BB" w:rsidRDefault="00F044BB" w:rsidP="00AC3FE8">
            <w:pPr>
              <w:pStyle w:val="TAC"/>
              <w:rPr>
                <w:lang w:eastAsia="fi-FI"/>
              </w:rPr>
            </w:pPr>
            <w:r>
              <w:rPr>
                <w:lang w:eastAsia="fi-FI"/>
              </w:rPr>
              <w:t>DC_1A_n79A</w:t>
            </w:r>
          </w:p>
          <w:p w14:paraId="348874EB" w14:textId="77777777" w:rsidR="00F044BB" w:rsidRDefault="00F044BB" w:rsidP="00AC3FE8">
            <w:pPr>
              <w:pStyle w:val="TAC"/>
              <w:rPr>
                <w:lang w:eastAsia="fi-FI"/>
              </w:rPr>
            </w:pPr>
            <w:r>
              <w:rPr>
                <w:lang w:eastAsia="fi-FI"/>
              </w:rPr>
              <w:t>DC_3A_n79A</w:t>
            </w:r>
          </w:p>
          <w:p w14:paraId="71FA1F41" w14:textId="77777777" w:rsidR="00F044BB" w:rsidRDefault="00F044BB" w:rsidP="00AC3FE8">
            <w:pPr>
              <w:pStyle w:val="TAC"/>
              <w:rPr>
                <w:lang w:eastAsia="fi-FI"/>
              </w:rPr>
            </w:pPr>
            <w:r>
              <w:rPr>
                <w:lang w:eastAsia="fi-FI"/>
              </w:rPr>
              <w:t>DC_21A_n79A</w:t>
            </w:r>
          </w:p>
        </w:tc>
      </w:tr>
      <w:tr w:rsidR="00F044BB" w14:paraId="5F46012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7440063" w14:textId="77777777" w:rsidR="00F044BB" w:rsidRDefault="00F044BB" w:rsidP="00AC3FE8">
            <w:pPr>
              <w:pStyle w:val="TAC"/>
              <w:rPr>
                <w:lang w:eastAsia="fi-FI"/>
              </w:rPr>
            </w:pPr>
            <w:r>
              <w:rPr>
                <w:lang w:eastAsia="fi-FI"/>
              </w:rPr>
              <w:t>DC_1A-3A-28A_n5A</w:t>
            </w:r>
          </w:p>
          <w:p w14:paraId="26CF8A1E" w14:textId="77777777" w:rsidR="00F044BB" w:rsidRDefault="00F044BB" w:rsidP="00AC3FE8">
            <w:pPr>
              <w:pStyle w:val="TAC"/>
              <w:rPr>
                <w:lang w:eastAsia="fi-FI"/>
              </w:rPr>
            </w:pPr>
            <w:r>
              <w:rPr>
                <w:lang w:eastAsia="fi-FI"/>
              </w:rPr>
              <w:t>DC_1A-3C-28A_n5A</w:t>
            </w:r>
          </w:p>
        </w:tc>
        <w:tc>
          <w:tcPr>
            <w:tcW w:w="3514" w:type="dxa"/>
            <w:tcBorders>
              <w:top w:val="single" w:sz="4" w:space="0" w:color="auto"/>
              <w:left w:val="single" w:sz="4" w:space="0" w:color="auto"/>
              <w:bottom w:val="single" w:sz="4" w:space="0" w:color="auto"/>
              <w:right w:val="single" w:sz="4" w:space="0" w:color="auto"/>
            </w:tcBorders>
            <w:hideMark/>
          </w:tcPr>
          <w:p w14:paraId="02F26490" w14:textId="77777777" w:rsidR="00F044BB" w:rsidRDefault="00F044BB" w:rsidP="00AC3FE8">
            <w:pPr>
              <w:pStyle w:val="TAC"/>
              <w:rPr>
                <w:lang w:eastAsia="fi-FI"/>
              </w:rPr>
            </w:pPr>
            <w:r>
              <w:rPr>
                <w:lang w:eastAsia="fi-FI"/>
              </w:rPr>
              <w:t>DC_1A_n5A</w:t>
            </w:r>
          </w:p>
          <w:p w14:paraId="28089C9D" w14:textId="77777777" w:rsidR="00F044BB" w:rsidRDefault="00F044BB" w:rsidP="00AC3FE8">
            <w:pPr>
              <w:pStyle w:val="TAC"/>
              <w:rPr>
                <w:lang w:eastAsia="fi-FI"/>
              </w:rPr>
            </w:pPr>
            <w:r>
              <w:rPr>
                <w:lang w:eastAsia="fi-FI"/>
              </w:rPr>
              <w:t>DC_3A_n5A</w:t>
            </w:r>
          </w:p>
          <w:p w14:paraId="6D6D04A2" w14:textId="77777777" w:rsidR="00F044BB" w:rsidRDefault="00F044BB" w:rsidP="00AC3FE8">
            <w:pPr>
              <w:pStyle w:val="TAC"/>
              <w:rPr>
                <w:lang w:eastAsia="fi-FI"/>
              </w:rPr>
            </w:pPr>
            <w:r>
              <w:rPr>
                <w:lang w:eastAsia="fi-FI"/>
              </w:rPr>
              <w:t>DC_3C_n5A</w:t>
            </w:r>
          </w:p>
          <w:p w14:paraId="0A57A447" w14:textId="77777777" w:rsidR="00F044BB" w:rsidRDefault="00F044BB" w:rsidP="00AC3FE8">
            <w:pPr>
              <w:pStyle w:val="TAC"/>
              <w:rPr>
                <w:lang w:eastAsia="fi-FI"/>
              </w:rPr>
            </w:pPr>
            <w:r>
              <w:rPr>
                <w:lang w:eastAsia="fi-FI"/>
              </w:rPr>
              <w:t>DC_28A_n5A</w:t>
            </w:r>
          </w:p>
        </w:tc>
      </w:tr>
      <w:tr w:rsidR="00F044BB" w14:paraId="78A5D21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BA6E1FA" w14:textId="77777777" w:rsidR="00F044BB" w:rsidRDefault="00F044BB" w:rsidP="00AC3FE8">
            <w:pPr>
              <w:pStyle w:val="TAC"/>
              <w:rPr>
                <w:lang w:eastAsia="fi-FI"/>
              </w:rPr>
            </w:pPr>
            <w:r>
              <w:rPr>
                <w:lang w:eastAsia="fi-FI"/>
              </w:rPr>
              <w:t>DC_1A-3A-28A_n7A</w:t>
            </w:r>
          </w:p>
          <w:p w14:paraId="6C37FF1F" w14:textId="77777777" w:rsidR="00F044BB" w:rsidRDefault="00F044BB" w:rsidP="00AC3FE8">
            <w:pPr>
              <w:pStyle w:val="TAC"/>
              <w:rPr>
                <w:lang w:eastAsia="fi-FI"/>
              </w:rPr>
            </w:pPr>
            <w:r>
              <w:rPr>
                <w:lang w:eastAsia="fi-FI"/>
              </w:rPr>
              <w:t>DC_1A-3C-28A_n7A</w:t>
            </w:r>
          </w:p>
          <w:p w14:paraId="3B433728" w14:textId="77777777" w:rsidR="00F044BB" w:rsidRDefault="00F044BB" w:rsidP="00AC3FE8">
            <w:pPr>
              <w:pStyle w:val="TAC"/>
              <w:rPr>
                <w:lang w:eastAsia="fi-FI"/>
              </w:rPr>
            </w:pPr>
            <w:r>
              <w:rPr>
                <w:lang w:eastAsia="fi-FI"/>
              </w:rPr>
              <w:t>DC_1A-3A-28A_n7B</w:t>
            </w:r>
          </w:p>
          <w:p w14:paraId="1CA7CCC7" w14:textId="77777777" w:rsidR="00F044BB" w:rsidRDefault="00F044BB" w:rsidP="00AC3FE8">
            <w:pPr>
              <w:pStyle w:val="TAC"/>
              <w:rPr>
                <w:lang w:eastAsia="fi-FI"/>
              </w:rPr>
            </w:pPr>
            <w:r>
              <w:rPr>
                <w:lang w:eastAsia="fi-FI"/>
              </w:rPr>
              <w:t>DC_1A-3C-28A_n7B</w:t>
            </w:r>
          </w:p>
        </w:tc>
        <w:tc>
          <w:tcPr>
            <w:tcW w:w="3514" w:type="dxa"/>
            <w:tcBorders>
              <w:top w:val="single" w:sz="4" w:space="0" w:color="auto"/>
              <w:left w:val="single" w:sz="4" w:space="0" w:color="auto"/>
              <w:bottom w:val="single" w:sz="4" w:space="0" w:color="auto"/>
              <w:right w:val="single" w:sz="4" w:space="0" w:color="auto"/>
            </w:tcBorders>
            <w:hideMark/>
          </w:tcPr>
          <w:p w14:paraId="6C67C090" w14:textId="77777777" w:rsidR="00F044BB" w:rsidRDefault="00F044BB" w:rsidP="00AC3FE8">
            <w:pPr>
              <w:pStyle w:val="TAC"/>
              <w:rPr>
                <w:lang w:eastAsia="zh-TW"/>
              </w:rPr>
            </w:pPr>
            <w:r>
              <w:rPr>
                <w:lang w:eastAsia="zh-TW"/>
              </w:rPr>
              <w:t>DC_1A_n7A</w:t>
            </w:r>
          </w:p>
          <w:p w14:paraId="63533F15" w14:textId="77777777" w:rsidR="00F044BB" w:rsidRDefault="00F044BB" w:rsidP="00AC3FE8">
            <w:pPr>
              <w:pStyle w:val="TAC"/>
              <w:rPr>
                <w:lang w:eastAsia="zh-TW"/>
              </w:rPr>
            </w:pPr>
            <w:r>
              <w:rPr>
                <w:lang w:eastAsia="zh-TW"/>
              </w:rPr>
              <w:t>DC_3A_n7A</w:t>
            </w:r>
          </w:p>
          <w:p w14:paraId="0BA802B1" w14:textId="77777777" w:rsidR="00F044BB" w:rsidRDefault="00F044BB" w:rsidP="00AC3FE8">
            <w:pPr>
              <w:pStyle w:val="TAC"/>
              <w:rPr>
                <w:lang w:eastAsia="zh-TW"/>
              </w:rPr>
            </w:pPr>
            <w:r>
              <w:rPr>
                <w:lang w:eastAsia="zh-TW"/>
              </w:rPr>
              <w:t>DC_3C_n7A</w:t>
            </w:r>
          </w:p>
          <w:p w14:paraId="477BEFA8" w14:textId="77777777" w:rsidR="00F044BB" w:rsidRDefault="00F044BB" w:rsidP="00AC3FE8">
            <w:pPr>
              <w:pStyle w:val="TAC"/>
              <w:rPr>
                <w:lang w:eastAsia="fi-FI"/>
              </w:rPr>
            </w:pPr>
            <w:r>
              <w:rPr>
                <w:lang w:eastAsia="zh-TW"/>
              </w:rPr>
              <w:t>DC_28A_n7A</w:t>
            </w:r>
          </w:p>
        </w:tc>
      </w:tr>
      <w:tr w:rsidR="00F044BB" w14:paraId="6120AAE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C791F23" w14:textId="77777777" w:rsidR="00F044BB" w:rsidRDefault="00F044BB" w:rsidP="00AC3FE8">
            <w:pPr>
              <w:pStyle w:val="TAC"/>
              <w:rPr>
                <w:lang w:eastAsia="fi-FI"/>
              </w:rPr>
            </w:pPr>
            <w:r>
              <w:rPr>
                <w:lang w:eastAsia="fi-FI"/>
              </w:rPr>
              <w:lastRenderedPageBreak/>
              <w:t>DC_1A-3A-3A-28A_n7A</w:t>
            </w:r>
          </w:p>
          <w:p w14:paraId="1DAC3B7D" w14:textId="77777777" w:rsidR="00F044BB" w:rsidRDefault="00F044BB" w:rsidP="00AC3FE8">
            <w:pPr>
              <w:pStyle w:val="TAC"/>
              <w:rPr>
                <w:lang w:eastAsia="fi-FI"/>
              </w:rPr>
            </w:pPr>
            <w:r>
              <w:rPr>
                <w:lang w:eastAsia="fi-FI"/>
              </w:rPr>
              <w:t>DC_1A-1A-3A-28A_n7A</w:t>
            </w:r>
          </w:p>
          <w:p w14:paraId="7372DF9B" w14:textId="77777777" w:rsidR="00F044BB" w:rsidRDefault="00F044BB" w:rsidP="00AC3FE8">
            <w:pPr>
              <w:pStyle w:val="TAC"/>
              <w:rPr>
                <w:lang w:eastAsia="fi-FI"/>
              </w:rPr>
            </w:pPr>
            <w:r>
              <w:rPr>
                <w:lang w:eastAsia="fi-FI"/>
              </w:rPr>
              <w:t>DC_1A-1A-3C-28A_n7A</w:t>
            </w:r>
          </w:p>
          <w:p w14:paraId="18F93C2A" w14:textId="77777777" w:rsidR="00F044BB" w:rsidRDefault="00F044BB" w:rsidP="00AC3FE8">
            <w:pPr>
              <w:pStyle w:val="TAC"/>
              <w:rPr>
                <w:lang w:eastAsia="fi-FI"/>
              </w:rPr>
            </w:pPr>
            <w:r>
              <w:rPr>
                <w:lang w:eastAsia="fi-FI"/>
              </w:rPr>
              <w:t>DC_1A-1A-3A-3A-28A_n7A</w:t>
            </w:r>
          </w:p>
          <w:p w14:paraId="2C85DEAA" w14:textId="77777777" w:rsidR="00F044BB" w:rsidRDefault="00F044BB" w:rsidP="00AC3FE8">
            <w:pPr>
              <w:pStyle w:val="TAC"/>
              <w:rPr>
                <w:lang w:eastAsia="fi-FI"/>
              </w:rPr>
            </w:pPr>
            <w:r>
              <w:rPr>
                <w:lang w:eastAsia="fi-FI"/>
              </w:rPr>
              <w:t>DC_1A-3A-3A-28A_n7B</w:t>
            </w:r>
          </w:p>
          <w:p w14:paraId="26BBFD92" w14:textId="77777777" w:rsidR="00F044BB" w:rsidRDefault="00F044BB" w:rsidP="00AC3FE8">
            <w:pPr>
              <w:pStyle w:val="TAC"/>
              <w:rPr>
                <w:lang w:eastAsia="fi-FI"/>
              </w:rPr>
            </w:pPr>
            <w:r>
              <w:rPr>
                <w:lang w:eastAsia="fi-FI"/>
              </w:rPr>
              <w:t>DC_1A-1A-3A-28A_n7B</w:t>
            </w:r>
          </w:p>
          <w:p w14:paraId="14FB8D67" w14:textId="77777777" w:rsidR="00F044BB" w:rsidRDefault="00F044BB" w:rsidP="00AC3FE8">
            <w:pPr>
              <w:pStyle w:val="TAC"/>
              <w:rPr>
                <w:lang w:eastAsia="fi-FI"/>
              </w:rPr>
            </w:pPr>
            <w:r>
              <w:rPr>
                <w:lang w:eastAsia="fi-FI"/>
              </w:rPr>
              <w:t>DC_1A-1A-3C-28A_n7B</w:t>
            </w:r>
          </w:p>
          <w:p w14:paraId="116C6736" w14:textId="77777777" w:rsidR="00F044BB" w:rsidRDefault="00F044BB" w:rsidP="00AC3FE8">
            <w:pPr>
              <w:pStyle w:val="TAC"/>
              <w:rPr>
                <w:lang w:eastAsia="fi-FI"/>
              </w:rPr>
            </w:pPr>
            <w:r>
              <w:rPr>
                <w:lang w:eastAsia="fi-FI"/>
              </w:rPr>
              <w:t>DC_1A-1A-3A-3A-28A_n7B</w:t>
            </w:r>
          </w:p>
        </w:tc>
        <w:tc>
          <w:tcPr>
            <w:tcW w:w="3514" w:type="dxa"/>
            <w:tcBorders>
              <w:top w:val="single" w:sz="4" w:space="0" w:color="auto"/>
              <w:left w:val="single" w:sz="4" w:space="0" w:color="auto"/>
              <w:bottom w:val="single" w:sz="4" w:space="0" w:color="auto"/>
              <w:right w:val="single" w:sz="4" w:space="0" w:color="auto"/>
            </w:tcBorders>
            <w:hideMark/>
          </w:tcPr>
          <w:p w14:paraId="06C03E57" w14:textId="77777777" w:rsidR="00F044BB" w:rsidRDefault="00F044BB" w:rsidP="00AC3FE8">
            <w:pPr>
              <w:pStyle w:val="TAC"/>
              <w:rPr>
                <w:lang w:eastAsia="zh-TW"/>
              </w:rPr>
            </w:pPr>
            <w:r>
              <w:rPr>
                <w:lang w:eastAsia="zh-TW"/>
              </w:rPr>
              <w:t>DC_1A_n7A</w:t>
            </w:r>
          </w:p>
          <w:p w14:paraId="18243A2B" w14:textId="77777777" w:rsidR="00F044BB" w:rsidRDefault="00F044BB" w:rsidP="00AC3FE8">
            <w:pPr>
              <w:pStyle w:val="TAC"/>
              <w:rPr>
                <w:lang w:eastAsia="zh-TW"/>
              </w:rPr>
            </w:pPr>
            <w:r>
              <w:rPr>
                <w:lang w:eastAsia="zh-TW"/>
              </w:rPr>
              <w:t>DC_3A_n7A</w:t>
            </w:r>
          </w:p>
          <w:p w14:paraId="40D83DB1" w14:textId="77777777" w:rsidR="00F044BB" w:rsidRDefault="00F044BB" w:rsidP="00AC3FE8">
            <w:pPr>
              <w:pStyle w:val="TAC"/>
              <w:rPr>
                <w:lang w:eastAsia="zh-TW"/>
              </w:rPr>
            </w:pPr>
            <w:r>
              <w:rPr>
                <w:lang w:eastAsia="zh-TW"/>
              </w:rPr>
              <w:t>DC_3C_n7A</w:t>
            </w:r>
          </w:p>
          <w:p w14:paraId="42C38060" w14:textId="77777777" w:rsidR="00F044BB" w:rsidRDefault="00F044BB" w:rsidP="00AC3FE8">
            <w:pPr>
              <w:pStyle w:val="TAC"/>
              <w:rPr>
                <w:lang w:eastAsia="fi-FI"/>
              </w:rPr>
            </w:pPr>
            <w:r>
              <w:rPr>
                <w:lang w:eastAsia="zh-TW"/>
              </w:rPr>
              <w:t>DC_28A_n7A</w:t>
            </w:r>
          </w:p>
        </w:tc>
      </w:tr>
      <w:tr w:rsidR="00F044BB" w14:paraId="5D2252E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D4868EF" w14:textId="77777777" w:rsidR="00F044BB" w:rsidRDefault="00F044BB" w:rsidP="00AC3FE8">
            <w:pPr>
              <w:pStyle w:val="TAC"/>
              <w:rPr>
                <w:lang w:eastAsia="fi-FI"/>
              </w:rPr>
            </w:pPr>
            <w:r>
              <w:rPr>
                <w:lang w:eastAsia="fi-FI"/>
              </w:rPr>
              <w:t>DC_</w:t>
            </w:r>
            <w:r>
              <w:t>1A-3A-28A_n40A</w:t>
            </w:r>
          </w:p>
        </w:tc>
        <w:tc>
          <w:tcPr>
            <w:tcW w:w="3514" w:type="dxa"/>
            <w:tcBorders>
              <w:top w:val="single" w:sz="4" w:space="0" w:color="auto"/>
              <w:left w:val="single" w:sz="4" w:space="0" w:color="auto"/>
              <w:bottom w:val="single" w:sz="4" w:space="0" w:color="auto"/>
              <w:right w:val="single" w:sz="4" w:space="0" w:color="auto"/>
            </w:tcBorders>
            <w:hideMark/>
          </w:tcPr>
          <w:p w14:paraId="1DEE6195" w14:textId="77777777" w:rsidR="00F044BB" w:rsidRDefault="00F044BB" w:rsidP="00AC3FE8">
            <w:pPr>
              <w:pStyle w:val="TAC"/>
              <w:rPr>
                <w:lang w:eastAsia="zh-TW"/>
              </w:rPr>
            </w:pPr>
            <w:r>
              <w:rPr>
                <w:rFonts w:eastAsia="MS Mincho" w:cs="Arial"/>
                <w:lang w:eastAsia="ja-JP"/>
              </w:rPr>
              <w:t>DC_1A_n40A</w:t>
            </w:r>
            <w:r>
              <w:rPr>
                <w:rFonts w:eastAsia="MS Mincho" w:cs="Arial"/>
                <w:lang w:eastAsia="ja-JP"/>
              </w:rPr>
              <w:br/>
              <w:t>DC_3A_n40A</w:t>
            </w:r>
            <w:r>
              <w:rPr>
                <w:rFonts w:eastAsia="MS Mincho" w:cs="Arial"/>
                <w:lang w:eastAsia="ja-JP"/>
              </w:rPr>
              <w:br/>
              <w:t>DC_28A_n40A</w:t>
            </w:r>
          </w:p>
        </w:tc>
      </w:tr>
      <w:tr w:rsidR="00F044BB" w14:paraId="18EC08E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8D3C748" w14:textId="77777777" w:rsidR="00F044BB" w:rsidRDefault="00F044BB" w:rsidP="00AC3FE8">
            <w:pPr>
              <w:pStyle w:val="TAC"/>
              <w:rPr>
                <w:lang w:eastAsia="fi-FI"/>
              </w:rPr>
            </w:pPr>
            <w:r>
              <w:rPr>
                <w:lang w:eastAsia="fi-FI"/>
              </w:rPr>
              <w:t>DC_1A-3A-28A_n77A</w:t>
            </w:r>
            <w:r>
              <w:rPr>
                <w:vertAlign w:val="superscript"/>
                <w:lang w:eastAsia="fi-FI"/>
              </w:rPr>
              <w:t>2</w:t>
            </w:r>
          </w:p>
          <w:p w14:paraId="3F90DAB1" w14:textId="77777777" w:rsidR="00F044BB" w:rsidRDefault="00F044BB" w:rsidP="00AC3FE8">
            <w:pPr>
              <w:pStyle w:val="TAC"/>
              <w:rPr>
                <w:lang w:eastAsia="fi-FI"/>
              </w:rPr>
            </w:pPr>
            <w:r>
              <w:rPr>
                <w:lang w:eastAsia="fi-FI"/>
              </w:rPr>
              <w:t>DC_1A-3A-28A_n77C</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3322815B" w14:textId="77777777" w:rsidR="00F044BB" w:rsidRDefault="00F044BB" w:rsidP="00AC3FE8">
            <w:pPr>
              <w:pStyle w:val="TAC"/>
              <w:rPr>
                <w:lang w:eastAsia="fi-FI"/>
              </w:rPr>
            </w:pPr>
            <w:r>
              <w:rPr>
                <w:lang w:eastAsia="fi-FI"/>
              </w:rPr>
              <w:t>DC_1A_n77A</w:t>
            </w:r>
          </w:p>
          <w:p w14:paraId="4DC95DB8" w14:textId="77777777" w:rsidR="00F044BB" w:rsidRDefault="00F044BB" w:rsidP="00AC3FE8">
            <w:pPr>
              <w:pStyle w:val="TAC"/>
              <w:rPr>
                <w:lang w:eastAsia="fi-FI"/>
              </w:rPr>
            </w:pPr>
            <w:r>
              <w:rPr>
                <w:lang w:eastAsia="fi-FI"/>
              </w:rPr>
              <w:t>DC_3A_n77A</w:t>
            </w:r>
          </w:p>
          <w:p w14:paraId="411D37A2" w14:textId="77777777" w:rsidR="00F044BB" w:rsidRDefault="00F044BB" w:rsidP="00AC3FE8">
            <w:pPr>
              <w:pStyle w:val="TAC"/>
              <w:rPr>
                <w:lang w:eastAsia="fi-FI"/>
              </w:rPr>
            </w:pPr>
            <w:r>
              <w:rPr>
                <w:lang w:eastAsia="fi-FI"/>
              </w:rPr>
              <w:t>DC_28A_n77A</w:t>
            </w:r>
          </w:p>
        </w:tc>
      </w:tr>
      <w:tr w:rsidR="00F044BB" w14:paraId="32FE25C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21DA76F" w14:textId="77777777" w:rsidR="00F044BB" w:rsidRDefault="00F044BB" w:rsidP="00AC3FE8">
            <w:pPr>
              <w:pStyle w:val="TAC"/>
              <w:rPr>
                <w:lang w:eastAsia="fi-FI"/>
              </w:rPr>
            </w:pPr>
            <w:r>
              <w:rPr>
                <w:rFonts w:cs="Arial"/>
                <w:szCs w:val="18"/>
              </w:rPr>
              <w:t>DC_1A-3A_n28A-n77A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36AD254A" w14:textId="77777777" w:rsidR="00F044BB" w:rsidRDefault="00F044BB" w:rsidP="00AC3FE8">
            <w:pPr>
              <w:pStyle w:val="TAC"/>
              <w:rPr>
                <w:rFonts w:cs="Arial"/>
                <w:lang w:eastAsia="zh-CN"/>
              </w:rPr>
            </w:pPr>
            <w:r>
              <w:rPr>
                <w:rFonts w:cs="Arial"/>
                <w:lang w:eastAsia="zh-CN"/>
              </w:rPr>
              <w:t>DC_1A</w:t>
            </w:r>
            <w:r>
              <w:rPr>
                <w:rFonts w:eastAsia="Malgun Gothic" w:cs="Arial"/>
                <w:lang w:eastAsia="ko-KR"/>
              </w:rPr>
              <w:t>_</w:t>
            </w:r>
            <w:r>
              <w:rPr>
                <w:rFonts w:cs="Arial"/>
                <w:lang w:eastAsia="zh-CN"/>
              </w:rPr>
              <w:t>n28A</w:t>
            </w:r>
          </w:p>
          <w:p w14:paraId="2B7C6B2A" w14:textId="77777777" w:rsidR="00F044BB" w:rsidRDefault="00F044BB" w:rsidP="00AC3FE8">
            <w:pPr>
              <w:pStyle w:val="TAC"/>
              <w:rPr>
                <w:rFonts w:cs="Arial"/>
                <w:lang w:eastAsia="zh-CN"/>
              </w:rPr>
            </w:pPr>
            <w:r>
              <w:rPr>
                <w:rFonts w:cs="Arial"/>
                <w:lang w:eastAsia="zh-CN"/>
              </w:rPr>
              <w:t>DC_1A_n77A</w:t>
            </w:r>
          </w:p>
          <w:p w14:paraId="5F27F795" w14:textId="77777777" w:rsidR="00F044BB" w:rsidRDefault="00F044BB" w:rsidP="00AC3FE8">
            <w:pPr>
              <w:pStyle w:val="TAC"/>
              <w:rPr>
                <w:rFonts w:cs="Arial"/>
                <w:lang w:eastAsia="zh-CN"/>
              </w:rPr>
            </w:pPr>
            <w:r>
              <w:rPr>
                <w:rFonts w:cs="Arial"/>
                <w:lang w:eastAsia="zh-CN"/>
              </w:rPr>
              <w:t>DC_3A</w:t>
            </w:r>
            <w:r>
              <w:rPr>
                <w:rFonts w:eastAsia="Malgun Gothic" w:cs="Arial"/>
                <w:lang w:eastAsia="ko-KR"/>
              </w:rPr>
              <w:t>_</w:t>
            </w:r>
            <w:r>
              <w:rPr>
                <w:rFonts w:cs="Arial"/>
                <w:lang w:eastAsia="zh-CN"/>
              </w:rPr>
              <w:t>n28A</w:t>
            </w:r>
          </w:p>
          <w:p w14:paraId="1B51FA5B" w14:textId="77777777" w:rsidR="00F044BB" w:rsidRDefault="00F044BB" w:rsidP="00AC3FE8">
            <w:pPr>
              <w:pStyle w:val="TAC"/>
              <w:rPr>
                <w:lang w:eastAsia="fi-FI"/>
              </w:rPr>
            </w:pPr>
            <w:r>
              <w:rPr>
                <w:rFonts w:cs="Arial"/>
                <w:lang w:eastAsia="zh-CN"/>
              </w:rPr>
              <w:t>DC_3A_n77A</w:t>
            </w:r>
          </w:p>
        </w:tc>
      </w:tr>
      <w:tr w:rsidR="00F044BB" w14:paraId="0707F1C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AFB863A" w14:textId="77777777" w:rsidR="00F044BB" w:rsidRDefault="00F044BB" w:rsidP="00AC3FE8">
            <w:pPr>
              <w:pStyle w:val="TAC"/>
              <w:rPr>
                <w:lang w:eastAsia="fi-FI"/>
              </w:rPr>
            </w:pPr>
            <w:r>
              <w:rPr>
                <w:rFonts w:cs="Arial"/>
                <w:szCs w:val="18"/>
              </w:rPr>
              <w:t>DC_1A-3A_n28A-n77(2A)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7E59377B" w14:textId="77777777" w:rsidR="00F044BB" w:rsidRDefault="00F044BB" w:rsidP="00AC3FE8">
            <w:pPr>
              <w:pStyle w:val="TAC"/>
              <w:rPr>
                <w:rFonts w:cs="Arial"/>
                <w:lang w:eastAsia="zh-CN"/>
              </w:rPr>
            </w:pPr>
            <w:r>
              <w:rPr>
                <w:rFonts w:cs="Arial"/>
                <w:lang w:eastAsia="zh-CN"/>
              </w:rPr>
              <w:t>DC_1A</w:t>
            </w:r>
            <w:r>
              <w:rPr>
                <w:rFonts w:eastAsia="Malgun Gothic" w:cs="Arial"/>
                <w:lang w:eastAsia="ko-KR"/>
              </w:rPr>
              <w:t>_</w:t>
            </w:r>
            <w:r>
              <w:rPr>
                <w:rFonts w:cs="Arial"/>
                <w:lang w:eastAsia="zh-CN"/>
              </w:rPr>
              <w:t>n28A</w:t>
            </w:r>
          </w:p>
          <w:p w14:paraId="3FB276C6" w14:textId="77777777" w:rsidR="00F044BB" w:rsidRDefault="00F044BB" w:rsidP="00AC3FE8">
            <w:pPr>
              <w:pStyle w:val="TAC"/>
              <w:rPr>
                <w:rFonts w:cs="Arial"/>
                <w:lang w:eastAsia="zh-CN"/>
              </w:rPr>
            </w:pPr>
            <w:r>
              <w:rPr>
                <w:rFonts w:cs="Arial"/>
                <w:lang w:eastAsia="zh-CN"/>
              </w:rPr>
              <w:t>DC_1A_n77A</w:t>
            </w:r>
          </w:p>
          <w:p w14:paraId="3C8364F8" w14:textId="77777777" w:rsidR="00F044BB" w:rsidRDefault="00F044BB" w:rsidP="00AC3FE8">
            <w:pPr>
              <w:pStyle w:val="TAC"/>
              <w:rPr>
                <w:rFonts w:cs="Arial"/>
                <w:lang w:eastAsia="zh-CN"/>
              </w:rPr>
            </w:pPr>
            <w:r>
              <w:rPr>
                <w:rFonts w:cs="Arial"/>
                <w:lang w:eastAsia="zh-CN"/>
              </w:rPr>
              <w:t>DC_3A</w:t>
            </w:r>
            <w:r>
              <w:rPr>
                <w:rFonts w:eastAsia="Malgun Gothic" w:cs="Arial"/>
                <w:lang w:eastAsia="ko-KR"/>
              </w:rPr>
              <w:t>_</w:t>
            </w:r>
            <w:r>
              <w:rPr>
                <w:rFonts w:cs="Arial"/>
                <w:lang w:eastAsia="zh-CN"/>
              </w:rPr>
              <w:t>n28A</w:t>
            </w:r>
          </w:p>
          <w:p w14:paraId="17C54C2C" w14:textId="77777777" w:rsidR="00F044BB" w:rsidRDefault="00F044BB" w:rsidP="00AC3FE8">
            <w:pPr>
              <w:pStyle w:val="TAC"/>
              <w:rPr>
                <w:lang w:eastAsia="fi-FI"/>
              </w:rPr>
            </w:pPr>
            <w:r>
              <w:rPr>
                <w:rFonts w:cs="Arial"/>
                <w:lang w:eastAsia="zh-CN"/>
              </w:rPr>
              <w:t>DC_3A_n77A</w:t>
            </w:r>
          </w:p>
        </w:tc>
      </w:tr>
      <w:tr w:rsidR="00F044BB" w14:paraId="7576CB8C"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6D419B1" w14:textId="77777777" w:rsidR="00F044BB" w:rsidRDefault="00F044BB" w:rsidP="00AC3FE8">
            <w:pPr>
              <w:pStyle w:val="TAC"/>
              <w:rPr>
                <w:vertAlign w:val="superscript"/>
                <w:lang w:eastAsia="fi-FI"/>
              </w:rPr>
            </w:pPr>
            <w:r>
              <w:rPr>
                <w:lang w:eastAsia="fi-FI"/>
              </w:rPr>
              <w:t>DC_1A-3A-28A_n78A</w:t>
            </w:r>
            <w:r>
              <w:rPr>
                <w:vertAlign w:val="superscript"/>
                <w:lang w:eastAsia="fi-FI"/>
              </w:rPr>
              <w:t>2</w:t>
            </w:r>
          </w:p>
          <w:p w14:paraId="21EA7B70" w14:textId="77777777" w:rsidR="00F044BB" w:rsidRDefault="00F044BB" w:rsidP="00AC3FE8">
            <w:pPr>
              <w:pStyle w:val="TAC"/>
              <w:rPr>
                <w:lang w:eastAsia="fi-FI"/>
              </w:rPr>
            </w:pPr>
            <w:r>
              <w:rPr>
                <w:lang w:eastAsia="fi-FI"/>
              </w:rPr>
              <w:t>DC_1A-3C-28A_n78A</w:t>
            </w:r>
            <w:r>
              <w:rPr>
                <w:vertAlign w:val="superscript"/>
                <w:lang w:eastAsia="fi-FI"/>
              </w:rPr>
              <w:t>2</w:t>
            </w:r>
          </w:p>
          <w:p w14:paraId="3B8E2CE3" w14:textId="77777777" w:rsidR="00F044BB" w:rsidRDefault="00F044BB" w:rsidP="00AC3FE8">
            <w:pPr>
              <w:pStyle w:val="TAC"/>
              <w:rPr>
                <w:lang w:eastAsia="fi-FI"/>
              </w:rPr>
            </w:pPr>
            <w:r>
              <w:rPr>
                <w:lang w:eastAsia="fi-FI"/>
              </w:rPr>
              <w:t>DC_1A-3A-28A_n78C</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585CD8F4" w14:textId="77777777" w:rsidR="00F044BB" w:rsidRDefault="00F044BB" w:rsidP="00AC3FE8">
            <w:pPr>
              <w:pStyle w:val="TAC"/>
              <w:rPr>
                <w:lang w:eastAsia="fi-FI"/>
              </w:rPr>
            </w:pPr>
            <w:r>
              <w:rPr>
                <w:lang w:eastAsia="fi-FI"/>
              </w:rPr>
              <w:t>DC_1A_n78A</w:t>
            </w:r>
          </w:p>
          <w:p w14:paraId="7CFBF655" w14:textId="77777777" w:rsidR="00F044BB" w:rsidRDefault="00F044BB" w:rsidP="00AC3FE8">
            <w:pPr>
              <w:pStyle w:val="TAC"/>
              <w:rPr>
                <w:lang w:eastAsia="fi-FI"/>
              </w:rPr>
            </w:pPr>
            <w:r>
              <w:rPr>
                <w:lang w:eastAsia="fi-FI"/>
              </w:rPr>
              <w:t>DC_3A_n78A</w:t>
            </w:r>
          </w:p>
          <w:p w14:paraId="69261815" w14:textId="77777777" w:rsidR="00F044BB" w:rsidRDefault="00F044BB" w:rsidP="00AC3FE8">
            <w:pPr>
              <w:pStyle w:val="TAC"/>
              <w:rPr>
                <w:lang w:eastAsia="fi-FI"/>
              </w:rPr>
            </w:pPr>
            <w:r>
              <w:rPr>
                <w:lang w:eastAsia="fi-FI"/>
              </w:rPr>
              <w:t>DC_28A_n78A</w:t>
            </w:r>
          </w:p>
        </w:tc>
      </w:tr>
      <w:tr w:rsidR="00F044BB" w14:paraId="71CF4B19"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96BA59B" w14:textId="77777777" w:rsidR="00F044BB" w:rsidRDefault="00F044BB" w:rsidP="00AC3FE8">
            <w:pPr>
              <w:pStyle w:val="TAC"/>
              <w:rPr>
                <w:lang w:eastAsia="fi-FI"/>
              </w:rPr>
            </w:pPr>
            <w:r>
              <w:rPr>
                <w:lang w:eastAsia="fi-FI"/>
              </w:rPr>
              <w:t>DC_1A-3A-28A_n79A</w:t>
            </w:r>
            <w:r>
              <w:rPr>
                <w:vertAlign w:val="superscript"/>
                <w:lang w:eastAsia="fi-FI"/>
              </w:rPr>
              <w:t>2</w:t>
            </w:r>
          </w:p>
          <w:p w14:paraId="61BD0CF0" w14:textId="77777777" w:rsidR="00F044BB" w:rsidRDefault="00F044BB" w:rsidP="00AC3FE8">
            <w:pPr>
              <w:pStyle w:val="TAC"/>
              <w:rPr>
                <w:lang w:eastAsia="fi-FI"/>
              </w:rPr>
            </w:pPr>
            <w:r>
              <w:rPr>
                <w:lang w:eastAsia="fi-FI"/>
              </w:rPr>
              <w:t>DC_1A-3A-28A_n79C</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2CA64707" w14:textId="77777777" w:rsidR="00F044BB" w:rsidRDefault="00F044BB" w:rsidP="00AC3FE8">
            <w:pPr>
              <w:pStyle w:val="TAC"/>
              <w:rPr>
                <w:lang w:eastAsia="fi-FI"/>
              </w:rPr>
            </w:pPr>
            <w:r>
              <w:rPr>
                <w:lang w:eastAsia="fi-FI"/>
              </w:rPr>
              <w:t>DC_1A_n79A</w:t>
            </w:r>
          </w:p>
          <w:p w14:paraId="01FFAA58" w14:textId="77777777" w:rsidR="00F044BB" w:rsidRDefault="00F044BB" w:rsidP="00AC3FE8">
            <w:pPr>
              <w:pStyle w:val="TAC"/>
              <w:rPr>
                <w:lang w:eastAsia="fi-FI"/>
              </w:rPr>
            </w:pPr>
            <w:r>
              <w:rPr>
                <w:lang w:eastAsia="fi-FI"/>
              </w:rPr>
              <w:t>DC_3A_n79A</w:t>
            </w:r>
          </w:p>
          <w:p w14:paraId="48369A6E" w14:textId="77777777" w:rsidR="00F044BB" w:rsidRDefault="00F044BB" w:rsidP="00AC3FE8">
            <w:pPr>
              <w:pStyle w:val="TAC"/>
              <w:rPr>
                <w:lang w:eastAsia="fi-FI"/>
              </w:rPr>
            </w:pPr>
            <w:r>
              <w:rPr>
                <w:lang w:eastAsia="fi-FI"/>
              </w:rPr>
              <w:t>DC_28A_n79A</w:t>
            </w:r>
          </w:p>
        </w:tc>
      </w:tr>
      <w:tr w:rsidR="00F044BB" w14:paraId="5E19830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880E675" w14:textId="77777777" w:rsidR="00F044BB" w:rsidRDefault="00F044BB" w:rsidP="00AC3FE8">
            <w:pPr>
              <w:pStyle w:val="TAC"/>
              <w:rPr>
                <w:vertAlign w:val="superscript"/>
                <w:lang w:eastAsia="fi-FI"/>
              </w:rPr>
            </w:pPr>
            <w:r>
              <w:rPr>
                <w:rFonts w:eastAsia="Malgun Gothic"/>
                <w:lang w:eastAsia="ko-KR"/>
              </w:rPr>
              <w:t>DC_1A-3A_n28A-n78A</w:t>
            </w:r>
            <w:r>
              <w:rPr>
                <w:vertAlign w:val="superscript"/>
                <w:lang w:eastAsia="fi-FI"/>
              </w:rPr>
              <w:t>2</w:t>
            </w:r>
          </w:p>
          <w:p w14:paraId="4415F164" w14:textId="77777777" w:rsidR="00F044BB" w:rsidRDefault="00F044BB" w:rsidP="00AC3FE8">
            <w:pPr>
              <w:pStyle w:val="TAC"/>
              <w:rPr>
                <w:lang w:eastAsia="fi-FI"/>
              </w:rPr>
            </w:pPr>
            <w:r>
              <w:rPr>
                <w:rFonts w:eastAsia="Malgun Gothic"/>
                <w:lang w:eastAsia="ko-KR"/>
              </w:rPr>
              <w:t>DC_1A-3C_n28A-n78A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18DA6FD5" w14:textId="77777777" w:rsidR="00F044BB" w:rsidRDefault="00F044BB" w:rsidP="00AC3FE8">
            <w:pPr>
              <w:pStyle w:val="TAC"/>
              <w:rPr>
                <w:rFonts w:eastAsia="Malgun Gothic"/>
                <w:lang w:eastAsia="ko-KR"/>
              </w:rPr>
            </w:pPr>
            <w:r>
              <w:rPr>
                <w:rFonts w:eastAsia="Malgun Gothic"/>
                <w:lang w:eastAsia="ko-KR"/>
              </w:rPr>
              <w:t>DC_1A_n28A</w:t>
            </w:r>
          </w:p>
          <w:p w14:paraId="0F010471" w14:textId="77777777" w:rsidR="00F044BB" w:rsidRDefault="00F044BB" w:rsidP="00AC3FE8">
            <w:pPr>
              <w:pStyle w:val="TAC"/>
              <w:rPr>
                <w:rFonts w:eastAsia="Malgun Gothic"/>
                <w:lang w:eastAsia="ko-KR"/>
              </w:rPr>
            </w:pPr>
            <w:r>
              <w:rPr>
                <w:rFonts w:eastAsia="Malgun Gothic"/>
                <w:lang w:eastAsia="ko-KR"/>
              </w:rPr>
              <w:t>DC_1A_n78A</w:t>
            </w:r>
          </w:p>
          <w:p w14:paraId="35141029" w14:textId="77777777" w:rsidR="00F044BB" w:rsidRDefault="00F044BB" w:rsidP="00AC3FE8">
            <w:pPr>
              <w:pStyle w:val="TAC"/>
              <w:rPr>
                <w:rFonts w:eastAsia="Malgun Gothic"/>
                <w:lang w:eastAsia="ko-KR"/>
              </w:rPr>
            </w:pPr>
            <w:r>
              <w:rPr>
                <w:rFonts w:eastAsia="Malgun Gothic"/>
                <w:lang w:eastAsia="ko-KR"/>
              </w:rPr>
              <w:t>DC_3A_n28A</w:t>
            </w:r>
          </w:p>
          <w:p w14:paraId="5DBCB5B5" w14:textId="77777777" w:rsidR="00F044BB" w:rsidRDefault="00F044BB" w:rsidP="00AC3FE8">
            <w:pPr>
              <w:pStyle w:val="TAC"/>
              <w:rPr>
                <w:rFonts w:eastAsia="Malgun Gothic"/>
                <w:lang w:eastAsia="ko-KR"/>
              </w:rPr>
            </w:pPr>
            <w:r>
              <w:rPr>
                <w:rFonts w:eastAsia="Malgun Gothic"/>
                <w:lang w:eastAsia="ko-KR"/>
              </w:rPr>
              <w:t>DC_3A_n78A</w:t>
            </w:r>
          </w:p>
          <w:p w14:paraId="2B93BF2A" w14:textId="77777777" w:rsidR="00F044BB" w:rsidRDefault="00F044BB" w:rsidP="00AC3FE8">
            <w:pPr>
              <w:pStyle w:val="TAC"/>
              <w:rPr>
                <w:lang w:eastAsia="fi-FI"/>
              </w:rPr>
            </w:pPr>
            <w:r>
              <w:rPr>
                <w:rFonts w:eastAsia="Malgun Gothic"/>
                <w:lang w:eastAsia="ko-KR"/>
              </w:rPr>
              <w:t>DC_3C_n28A</w:t>
            </w:r>
          </w:p>
        </w:tc>
      </w:tr>
      <w:tr w:rsidR="00F044BB" w14:paraId="59C58A8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3C3818D" w14:textId="77777777" w:rsidR="00F044BB" w:rsidRDefault="00F044BB" w:rsidP="00AC3FE8">
            <w:pPr>
              <w:pStyle w:val="TAC"/>
              <w:rPr>
                <w:lang w:eastAsia="ja-JP"/>
              </w:rPr>
            </w:pPr>
            <w:r>
              <w:rPr>
                <w:lang w:eastAsia="ja-JP"/>
              </w:rPr>
              <w:t>DC_1A-3A-32A_n78A</w:t>
            </w:r>
          </w:p>
          <w:p w14:paraId="4E4DBCF0" w14:textId="77777777" w:rsidR="00F044BB" w:rsidRDefault="00F044BB" w:rsidP="00AC3FE8">
            <w:pPr>
              <w:pStyle w:val="TAC"/>
              <w:rPr>
                <w:rFonts w:eastAsia="Malgun Gothic"/>
                <w:lang w:eastAsia="ko-KR"/>
              </w:rPr>
            </w:pPr>
            <w:r>
              <w:rPr>
                <w:lang w:eastAsia="ja-JP"/>
              </w:rPr>
              <w:t>DC_1A-3A-32A_n78(2A)</w:t>
            </w:r>
          </w:p>
        </w:tc>
        <w:tc>
          <w:tcPr>
            <w:tcW w:w="3514" w:type="dxa"/>
            <w:tcBorders>
              <w:top w:val="single" w:sz="4" w:space="0" w:color="auto"/>
              <w:left w:val="single" w:sz="4" w:space="0" w:color="auto"/>
              <w:bottom w:val="single" w:sz="4" w:space="0" w:color="auto"/>
              <w:right w:val="single" w:sz="4" w:space="0" w:color="auto"/>
            </w:tcBorders>
            <w:hideMark/>
          </w:tcPr>
          <w:p w14:paraId="17561E4E" w14:textId="77777777" w:rsidR="00F044BB" w:rsidRDefault="00F044BB" w:rsidP="00AC3FE8">
            <w:pPr>
              <w:pStyle w:val="TAC"/>
              <w:rPr>
                <w:lang w:eastAsia="fi-FI"/>
              </w:rPr>
            </w:pPr>
            <w:r>
              <w:rPr>
                <w:lang w:eastAsia="fi-FI"/>
              </w:rPr>
              <w:t>DC_</w:t>
            </w:r>
            <w:r>
              <w:rPr>
                <w:lang w:eastAsia="ja-JP"/>
              </w:rPr>
              <w:t>1</w:t>
            </w:r>
            <w:r>
              <w:rPr>
                <w:lang w:eastAsia="fi-FI"/>
              </w:rPr>
              <w:t>A_</w:t>
            </w:r>
            <w:r>
              <w:rPr>
                <w:lang w:eastAsia="ja-JP"/>
              </w:rPr>
              <w:t>n78</w:t>
            </w:r>
            <w:r>
              <w:rPr>
                <w:lang w:eastAsia="fi-FI"/>
              </w:rPr>
              <w:t>A</w:t>
            </w:r>
          </w:p>
          <w:p w14:paraId="5DD54504" w14:textId="77777777" w:rsidR="00F044BB" w:rsidRDefault="00F044BB" w:rsidP="00AC3FE8">
            <w:pPr>
              <w:pStyle w:val="TAC"/>
              <w:rPr>
                <w:rFonts w:eastAsia="Malgun Gothic"/>
                <w:lang w:eastAsia="ko-KR"/>
              </w:rPr>
            </w:pPr>
            <w:r>
              <w:rPr>
                <w:lang w:eastAsia="fi-FI"/>
              </w:rPr>
              <w:t>DC_3A_</w:t>
            </w:r>
            <w:r>
              <w:rPr>
                <w:lang w:eastAsia="ja-JP"/>
              </w:rPr>
              <w:t>n78A</w:t>
            </w:r>
          </w:p>
        </w:tc>
      </w:tr>
      <w:tr w:rsidR="00F044BB" w14:paraId="3FD5508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A5F9830" w14:textId="77777777" w:rsidR="00F044BB" w:rsidRDefault="00F044BB" w:rsidP="00AC3FE8">
            <w:pPr>
              <w:pStyle w:val="TAC"/>
              <w:rPr>
                <w:rFonts w:eastAsia="Malgun Gothic"/>
                <w:lang w:eastAsia="ko-KR"/>
              </w:rPr>
            </w:pPr>
            <w:r>
              <w:rPr>
                <w:rFonts w:eastAsia="Malgun Gothic"/>
                <w:lang w:eastAsia="ko-KR"/>
              </w:rPr>
              <w:t>DC_1A-3A_n38A-n78A</w:t>
            </w:r>
          </w:p>
        </w:tc>
        <w:tc>
          <w:tcPr>
            <w:tcW w:w="3514" w:type="dxa"/>
            <w:tcBorders>
              <w:top w:val="single" w:sz="4" w:space="0" w:color="auto"/>
              <w:left w:val="single" w:sz="4" w:space="0" w:color="auto"/>
              <w:bottom w:val="single" w:sz="4" w:space="0" w:color="auto"/>
              <w:right w:val="single" w:sz="4" w:space="0" w:color="auto"/>
            </w:tcBorders>
            <w:hideMark/>
          </w:tcPr>
          <w:p w14:paraId="105E1FB0" w14:textId="77777777" w:rsidR="00F044BB" w:rsidRDefault="00F044BB" w:rsidP="00AC3FE8">
            <w:pPr>
              <w:pStyle w:val="TAC"/>
            </w:pPr>
            <w:r>
              <w:t>DC_3A_n</w:t>
            </w:r>
            <w:r>
              <w:rPr>
                <w:lang w:eastAsia="zh-CN"/>
              </w:rPr>
              <w:t>3</w:t>
            </w:r>
            <w:r>
              <w:t>8A</w:t>
            </w:r>
          </w:p>
          <w:p w14:paraId="05F269E6" w14:textId="77777777" w:rsidR="00F044BB" w:rsidRDefault="00F044BB" w:rsidP="00AC3FE8">
            <w:pPr>
              <w:pStyle w:val="TAC"/>
              <w:rPr>
                <w:rFonts w:eastAsia="Malgun Gothic"/>
                <w:lang w:eastAsia="ko-KR"/>
              </w:rPr>
            </w:pPr>
            <w:r>
              <w:t>DC_3A_n78A</w:t>
            </w:r>
          </w:p>
        </w:tc>
      </w:tr>
      <w:tr w:rsidR="00F044BB" w14:paraId="0A679A1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58033AB" w14:textId="77777777" w:rsidR="00F044BB" w:rsidRDefault="00F044BB" w:rsidP="00AC3FE8">
            <w:pPr>
              <w:pStyle w:val="TAC"/>
              <w:rPr>
                <w:rFonts w:eastAsia="Malgun Gothic"/>
                <w:lang w:eastAsia="ko-KR"/>
              </w:rPr>
            </w:pPr>
            <w:r>
              <w:rPr>
                <w:lang w:eastAsia="ja-JP"/>
              </w:rPr>
              <w:t>DC</w:t>
            </w:r>
            <w:r>
              <w:t>_</w:t>
            </w:r>
            <w:r>
              <w:rPr>
                <w:lang w:eastAsia="ja-JP"/>
              </w:rPr>
              <w:t>1A-3A_n40A-n78A</w:t>
            </w:r>
          </w:p>
        </w:tc>
        <w:tc>
          <w:tcPr>
            <w:tcW w:w="3514" w:type="dxa"/>
            <w:tcBorders>
              <w:top w:val="single" w:sz="4" w:space="0" w:color="auto"/>
              <w:left w:val="single" w:sz="4" w:space="0" w:color="auto"/>
              <w:bottom w:val="single" w:sz="4" w:space="0" w:color="auto"/>
              <w:right w:val="single" w:sz="4" w:space="0" w:color="auto"/>
            </w:tcBorders>
            <w:hideMark/>
          </w:tcPr>
          <w:p w14:paraId="524B3064" w14:textId="77777777" w:rsidR="00F044BB" w:rsidRDefault="00F044BB" w:rsidP="00AC3FE8">
            <w:pPr>
              <w:pStyle w:val="TAC"/>
              <w:rPr>
                <w:lang w:eastAsia="ja-JP"/>
              </w:rPr>
            </w:pPr>
            <w:r>
              <w:rPr>
                <w:lang w:eastAsia="ja-JP"/>
              </w:rPr>
              <w:t>DC</w:t>
            </w:r>
            <w:r>
              <w:t>_</w:t>
            </w:r>
            <w:r>
              <w:rPr>
                <w:lang w:eastAsia="ja-JP"/>
              </w:rPr>
              <w:t>1A_n40A</w:t>
            </w:r>
          </w:p>
          <w:p w14:paraId="298C3D2D" w14:textId="77777777" w:rsidR="00F044BB" w:rsidRDefault="00F044BB" w:rsidP="00AC3FE8">
            <w:pPr>
              <w:pStyle w:val="TAC"/>
              <w:rPr>
                <w:lang w:eastAsia="ja-JP"/>
              </w:rPr>
            </w:pPr>
            <w:r>
              <w:rPr>
                <w:lang w:eastAsia="ja-JP"/>
              </w:rPr>
              <w:t>DC</w:t>
            </w:r>
            <w:r>
              <w:t>_</w:t>
            </w:r>
            <w:r>
              <w:rPr>
                <w:lang w:eastAsia="ja-JP"/>
              </w:rPr>
              <w:t>1A_n78A</w:t>
            </w:r>
          </w:p>
          <w:p w14:paraId="0413C0D1" w14:textId="77777777" w:rsidR="00F044BB" w:rsidRDefault="00F044BB" w:rsidP="00AC3FE8">
            <w:pPr>
              <w:pStyle w:val="TAC"/>
              <w:rPr>
                <w:lang w:eastAsia="ja-JP"/>
              </w:rPr>
            </w:pPr>
            <w:r>
              <w:rPr>
                <w:lang w:eastAsia="ja-JP"/>
              </w:rPr>
              <w:t>DC</w:t>
            </w:r>
            <w:r>
              <w:t>_</w:t>
            </w:r>
            <w:r>
              <w:rPr>
                <w:lang w:eastAsia="ja-JP"/>
              </w:rPr>
              <w:t>3A_n40A</w:t>
            </w:r>
          </w:p>
          <w:p w14:paraId="04D8C0C3" w14:textId="77777777" w:rsidR="00F044BB" w:rsidRDefault="00F044BB" w:rsidP="00AC3FE8">
            <w:pPr>
              <w:pStyle w:val="TAC"/>
            </w:pPr>
            <w:r>
              <w:rPr>
                <w:lang w:eastAsia="ja-JP"/>
              </w:rPr>
              <w:t>DC_3A_n78A</w:t>
            </w:r>
          </w:p>
        </w:tc>
      </w:tr>
      <w:tr w:rsidR="00F044BB" w14:paraId="295746A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38FF086" w14:textId="77777777" w:rsidR="00F044BB" w:rsidRDefault="00F044BB" w:rsidP="00AC3FE8">
            <w:pPr>
              <w:pStyle w:val="TAC"/>
              <w:rPr>
                <w:lang w:eastAsia="ja-JP"/>
              </w:rPr>
            </w:pPr>
            <w:r>
              <w:rPr>
                <w:lang w:eastAsia="ja-JP"/>
              </w:rPr>
              <w:t>DC</w:t>
            </w:r>
            <w:r>
              <w:t>_</w:t>
            </w:r>
            <w:r>
              <w:rPr>
                <w:lang w:eastAsia="ja-JP"/>
              </w:rPr>
              <w:t>1A-3A-41A_n77A</w:t>
            </w:r>
          </w:p>
          <w:p w14:paraId="040B220B" w14:textId="77777777" w:rsidR="00F044BB" w:rsidRDefault="00F044BB" w:rsidP="00AC3FE8">
            <w:pPr>
              <w:pStyle w:val="TAC"/>
              <w:rPr>
                <w:rFonts w:eastAsia="Malgun Gothic"/>
                <w:lang w:eastAsia="ko-KR"/>
              </w:rPr>
            </w:pPr>
            <w:r>
              <w:rPr>
                <w:lang w:eastAsia="ja-JP"/>
              </w:rPr>
              <w:t>DC</w:t>
            </w:r>
            <w:r>
              <w:t>_</w:t>
            </w:r>
            <w:r>
              <w:rPr>
                <w:lang w:eastAsia="ja-JP"/>
              </w:rPr>
              <w:t>1A-3A-41C_n77A</w:t>
            </w:r>
          </w:p>
        </w:tc>
        <w:tc>
          <w:tcPr>
            <w:tcW w:w="3514" w:type="dxa"/>
            <w:tcBorders>
              <w:top w:val="single" w:sz="4" w:space="0" w:color="auto"/>
              <w:left w:val="single" w:sz="4" w:space="0" w:color="auto"/>
              <w:bottom w:val="single" w:sz="4" w:space="0" w:color="auto"/>
              <w:right w:val="single" w:sz="4" w:space="0" w:color="auto"/>
            </w:tcBorders>
            <w:hideMark/>
          </w:tcPr>
          <w:p w14:paraId="3A25BFE9" w14:textId="77777777" w:rsidR="00F044BB" w:rsidRDefault="00F044BB" w:rsidP="00AC3FE8">
            <w:pPr>
              <w:pStyle w:val="TAC"/>
              <w:rPr>
                <w:lang w:eastAsia="ja-JP"/>
              </w:rPr>
            </w:pPr>
            <w:r>
              <w:rPr>
                <w:lang w:eastAsia="ja-JP"/>
              </w:rPr>
              <w:t>DC</w:t>
            </w:r>
            <w:r>
              <w:t>_</w:t>
            </w:r>
            <w:r>
              <w:rPr>
                <w:lang w:eastAsia="ja-JP"/>
              </w:rPr>
              <w:t>1A_n77A</w:t>
            </w:r>
          </w:p>
          <w:p w14:paraId="55402529" w14:textId="77777777" w:rsidR="00F044BB" w:rsidRDefault="00F044BB" w:rsidP="00AC3FE8">
            <w:pPr>
              <w:pStyle w:val="TAC"/>
              <w:rPr>
                <w:lang w:eastAsia="ja-JP"/>
              </w:rPr>
            </w:pPr>
            <w:r>
              <w:rPr>
                <w:lang w:eastAsia="ja-JP"/>
              </w:rPr>
              <w:t>DC</w:t>
            </w:r>
            <w:r>
              <w:t>_</w:t>
            </w:r>
            <w:r>
              <w:rPr>
                <w:lang w:eastAsia="ja-JP"/>
              </w:rPr>
              <w:t>3A_n77A</w:t>
            </w:r>
          </w:p>
          <w:p w14:paraId="18DE75BB" w14:textId="77777777" w:rsidR="00F044BB" w:rsidRDefault="00F044BB" w:rsidP="00AC3FE8">
            <w:pPr>
              <w:pStyle w:val="TAC"/>
              <w:rPr>
                <w:rFonts w:eastAsia="Malgun Gothic"/>
                <w:lang w:eastAsia="ko-KR"/>
              </w:rPr>
            </w:pPr>
            <w:r>
              <w:rPr>
                <w:lang w:eastAsia="ja-JP"/>
              </w:rPr>
              <w:t>DC</w:t>
            </w:r>
            <w:r>
              <w:t>_</w:t>
            </w:r>
            <w:r>
              <w:rPr>
                <w:lang w:eastAsia="ja-JP"/>
              </w:rPr>
              <w:t>41A_n77A</w:t>
            </w:r>
          </w:p>
        </w:tc>
      </w:tr>
      <w:tr w:rsidR="00F044BB" w14:paraId="56264D4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43D2ABD" w14:textId="77777777" w:rsidR="00F044BB" w:rsidRDefault="00F044BB" w:rsidP="00AC3FE8">
            <w:pPr>
              <w:pStyle w:val="TAC"/>
              <w:rPr>
                <w:lang w:eastAsia="ja-JP"/>
              </w:rPr>
            </w:pPr>
            <w:r>
              <w:rPr>
                <w:lang w:eastAsia="ja-JP"/>
              </w:rPr>
              <w:t>DC</w:t>
            </w:r>
            <w:r>
              <w:t>_</w:t>
            </w:r>
            <w:r>
              <w:rPr>
                <w:lang w:eastAsia="ja-JP"/>
              </w:rPr>
              <w:t>1A-3A-41A_n77(2A)</w:t>
            </w:r>
          </w:p>
          <w:p w14:paraId="099D5A7F" w14:textId="77777777" w:rsidR="00F044BB" w:rsidRDefault="00F044BB" w:rsidP="00AC3FE8">
            <w:pPr>
              <w:pStyle w:val="TAC"/>
              <w:rPr>
                <w:lang w:eastAsia="ja-JP"/>
              </w:rPr>
            </w:pPr>
            <w:r>
              <w:rPr>
                <w:lang w:eastAsia="ja-JP"/>
              </w:rPr>
              <w:t>DC</w:t>
            </w:r>
            <w:r>
              <w:t>_</w:t>
            </w:r>
            <w:r>
              <w:rPr>
                <w:lang w:eastAsia="ja-JP"/>
              </w:rPr>
              <w:t>1A-3A-41C_n77(2A)</w:t>
            </w:r>
          </w:p>
        </w:tc>
        <w:tc>
          <w:tcPr>
            <w:tcW w:w="3514" w:type="dxa"/>
            <w:tcBorders>
              <w:top w:val="single" w:sz="4" w:space="0" w:color="auto"/>
              <w:left w:val="single" w:sz="4" w:space="0" w:color="auto"/>
              <w:bottom w:val="single" w:sz="4" w:space="0" w:color="auto"/>
              <w:right w:val="single" w:sz="4" w:space="0" w:color="auto"/>
            </w:tcBorders>
            <w:hideMark/>
          </w:tcPr>
          <w:p w14:paraId="74A578B3" w14:textId="77777777" w:rsidR="00F044BB" w:rsidRDefault="00F044BB" w:rsidP="00AC3FE8">
            <w:pPr>
              <w:pStyle w:val="TAC"/>
              <w:rPr>
                <w:lang w:eastAsia="ja-JP"/>
              </w:rPr>
            </w:pPr>
            <w:r>
              <w:rPr>
                <w:lang w:eastAsia="ja-JP"/>
              </w:rPr>
              <w:t>DC</w:t>
            </w:r>
            <w:r>
              <w:t>_</w:t>
            </w:r>
            <w:r>
              <w:rPr>
                <w:lang w:eastAsia="ja-JP"/>
              </w:rPr>
              <w:t>1A_n77A</w:t>
            </w:r>
          </w:p>
          <w:p w14:paraId="0B145E92" w14:textId="77777777" w:rsidR="00F044BB" w:rsidRDefault="00F044BB" w:rsidP="00AC3FE8">
            <w:pPr>
              <w:pStyle w:val="TAC"/>
              <w:rPr>
                <w:lang w:eastAsia="ja-JP"/>
              </w:rPr>
            </w:pPr>
            <w:r>
              <w:rPr>
                <w:lang w:eastAsia="ja-JP"/>
              </w:rPr>
              <w:t>DC</w:t>
            </w:r>
            <w:r>
              <w:t>_</w:t>
            </w:r>
            <w:r>
              <w:rPr>
                <w:lang w:eastAsia="ja-JP"/>
              </w:rPr>
              <w:t>3A_n77A</w:t>
            </w:r>
          </w:p>
          <w:p w14:paraId="277CBE1D" w14:textId="77777777" w:rsidR="00F044BB" w:rsidRDefault="00F044BB" w:rsidP="00AC3FE8">
            <w:pPr>
              <w:pStyle w:val="TAC"/>
              <w:rPr>
                <w:lang w:eastAsia="ja-JP"/>
              </w:rPr>
            </w:pPr>
            <w:r>
              <w:rPr>
                <w:lang w:eastAsia="ja-JP"/>
              </w:rPr>
              <w:t>DC</w:t>
            </w:r>
            <w:r>
              <w:t>_</w:t>
            </w:r>
            <w:r>
              <w:rPr>
                <w:lang w:eastAsia="ja-JP"/>
              </w:rPr>
              <w:t>41A_n77A</w:t>
            </w:r>
          </w:p>
          <w:p w14:paraId="7796256A" w14:textId="77777777" w:rsidR="00F044BB" w:rsidRDefault="00F044BB" w:rsidP="00AC3FE8">
            <w:pPr>
              <w:pStyle w:val="TAC"/>
              <w:rPr>
                <w:lang w:eastAsia="ja-JP"/>
              </w:rPr>
            </w:pPr>
            <w:r>
              <w:rPr>
                <w:lang w:eastAsia="ja-JP"/>
              </w:rPr>
              <w:t>DC</w:t>
            </w:r>
            <w:r>
              <w:t>_</w:t>
            </w:r>
            <w:r>
              <w:rPr>
                <w:lang w:eastAsia="ja-JP"/>
              </w:rPr>
              <w:t>41C_n77A</w:t>
            </w:r>
          </w:p>
        </w:tc>
      </w:tr>
      <w:tr w:rsidR="00F044BB" w14:paraId="2E90CAA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66F09FD" w14:textId="77777777" w:rsidR="00F044BB" w:rsidRDefault="00F044BB" w:rsidP="00AC3FE8">
            <w:pPr>
              <w:pStyle w:val="TAC"/>
              <w:rPr>
                <w:lang w:eastAsia="ja-JP"/>
              </w:rPr>
            </w:pPr>
            <w:r>
              <w:rPr>
                <w:lang w:eastAsia="ja-JP"/>
              </w:rPr>
              <w:t>DC</w:t>
            </w:r>
            <w:r>
              <w:t>_</w:t>
            </w:r>
            <w:r>
              <w:rPr>
                <w:lang w:eastAsia="ja-JP"/>
              </w:rPr>
              <w:t>1A-3A-41A_n78A</w:t>
            </w:r>
          </w:p>
          <w:p w14:paraId="3CDEF20C" w14:textId="77777777" w:rsidR="00F044BB" w:rsidRDefault="00F044BB" w:rsidP="00AC3FE8">
            <w:pPr>
              <w:pStyle w:val="TAC"/>
              <w:rPr>
                <w:rFonts w:eastAsia="Malgun Gothic"/>
                <w:lang w:eastAsia="ko-KR"/>
              </w:rPr>
            </w:pPr>
            <w:r>
              <w:rPr>
                <w:lang w:eastAsia="ja-JP"/>
              </w:rPr>
              <w:t>DC</w:t>
            </w:r>
            <w:r>
              <w:t>_</w:t>
            </w:r>
            <w:r>
              <w:rPr>
                <w:lang w:eastAsia="ja-JP"/>
              </w:rPr>
              <w:t>1A-3A-41C_n78A</w:t>
            </w:r>
          </w:p>
        </w:tc>
        <w:tc>
          <w:tcPr>
            <w:tcW w:w="3514" w:type="dxa"/>
            <w:tcBorders>
              <w:top w:val="single" w:sz="4" w:space="0" w:color="auto"/>
              <w:left w:val="single" w:sz="4" w:space="0" w:color="auto"/>
              <w:bottom w:val="single" w:sz="4" w:space="0" w:color="auto"/>
              <w:right w:val="single" w:sz="4" w:space="0" w:color="auto"/>
            </w:tcBorders>
            <w:hideMark/>
          </w:tcPr>
          <w:p w14:paraId="4FF8869B" w14:textId="77777777" w:rsidR="00F044BB" w:rsidRDefault="00F044BB" w:rsidP="00AC3FE8">
            <w:pPr>
              <w:pStyle w:val="TAC"/>
              <w:rPr>
                <w:lang w:eastAsia="ja-JP"/>
              </w:rPr>
            </w:pPr>
            <w:r>
              <w:rPr>
                <w:lang w:eastAsia="ja-JP"/>
              </w:rPr>
              <w:t>DC</w:t>
            </w:r>
            <w:r>
              <w:t>_</w:t>
            </w:r>
            <w:r>
              <w:rPr>
                <w:lang w:eastAsia="ja-JP"/>
              </w:rPr>
              <w:t>1A_n78A</w:t>
            </w:r>
          </w:p>
          <w:p w14:paraId="0C50D6C2" w14:textId="77777777" w:rsidR="00F044BB" w:rsidRDefault="00F044BB" w:rsidP="00AC3FE8">
            <w:pPr>
              <w:pStyle w:val="TAC"/>
              <w:rPr>
                <w:lang w:eastAsia="ja-JP"/>
              </w:rPr>
            </w:pPr>
            <w:r>
              <w:rPr>
                <w:lang w:eastAsia="ja-JP"/>
              </w:rPr>
              <w:t>DC</w:t>
            </w:r>
            <w:r>
              <w:t>_</w:t>
            </w:r>
            <w:r>
              <w:rPr>
                <w:lang w:eastAsia="ja-JP"/>
              </w:rPr>
              <w:t>3A_n78A</w:t>
            </w:r>
          </w:p>
          <w:p w14:paraId="144B79EA" w14:textId="77777777" w:rsidR="00F044BB" w:rsidRDefault="00F044BB" w:rsidP="00AC3FE8">
            <w:pPr>
              <w:pStyle w:val="TAC"/>
              <w:rPr>
                <w:rFonts w:eastAsia="Malgun Gothic"/>
                <w:lang w:eastAsia="ko-KR"/>
              </w:rPr>
            </w:pPr>
            <w:r>
              <w:rPr>
                <w:lang w:eastAsia="ja-JP"/>
              </w:rPr>
              <w:t>DC</w:t>
            </w:r>
            <w:r>
              <w:t>_</w:t>
            </w:r>
            <w:r>
              <w:rPr>
                <w:lang w:eastAsia="ja-JP"/>
              </w:rPr>
              <w:t>41A_n78A</w:t>
            </w:r>
          </w:p>
        </w:tc>
      </w:tr>
      <w:tr w:rsidR="00F044BB" w14:paraId="15A5C8B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3BADE1B" w14:textId="77777777" w:rsidR="00F044BB" w:rsidRDefault="00F044BB" w:rsidP="00AC3FE8">
            <w:pPr>
              <w:pStyle w:val="TAC"/>
              <w:rPr>
                <w:lang w:eastAsia="ja-JP"/>
              </w:rPr>
            </w:pPr>
            <w:r>
              <w:rPr>
                <w:rFonts w:eastAsia="Malgun Gothic"/>
                <w:lang w:eastAsia="ko-KR"/>
              </w:rPr>
              <w:t>DC_1A-3A_n41A-n78A</w:t>
            </w:r>
          </w:p>
        </w:tc>
        <w:tc>
          <w:tcPr>
            <w:tcW w:w="3514" w:type="dxa"/>
            <w:tcBorders>
              <w:top w:val="single" w:sz="4" w:space="0" w:color="auto"/>
              <w:left w:val="single" w:sz="4" w:space="0" w:color="auto"/>
              <w:bottom w:val="single" w:sz="4" w:space="0" w:color="auto"/>
              <w:right w:val="single" w:sz="4" w:space="0" w:color="auto"/>
            </w:tcBorders>
            <w:hideMark/>
          </w:tcPr>
          <w:p w14:paraId="32E77432" w14:textId="77777777" w:rsidR="00F044BB" w:rsidRDefault="00F044BB" w:rsidP="00AC3FE8">
            <w:pPr>
              <w:pStyle w:val="TAC"/>
              <w:rPr>
                <w:rFonts w:eastAsia="Malgun Gothic"/>
                <w:lang w:eastAsia="ko-KR"/>
              </w:rPr>
            </w:pPr>
            <w:r>
              <w:rPr>
                <w:rFonts w:eastAsia="Malgun Gothic"/>
                <w:lang w:eastAsia="ko-KR"/>
              </w:rPr>
              <w:t>DC_1A_n41A</w:t>
            </w:r>
          </w:p>
          <w:p w14:paraId="74617974" w14:textId="77777777" w:rsidR="00F044BB" w:rsidRDefault="00F044BB" w:rsidP="00AC3FE8">
            <w:pPr>
              <w:pStyle w:val="TAC"/>
              <w:rPr>
                <w:rFonts w:eastAsia="Malgun Gothic"/>
                <w:lang w:eastAsia="ko-KR"/>
              </w:rPr>
            </w:pPr>
            <w:r>
              <w:rPr>
                <w:rFonts w:eastAsia="Malgun Gothic"/>
                <w:lang w:eastAsia="ko-KR"/>
              </w:rPr>
              <w:t>DC_1A_n78A</w:t>
            </w:r>
          </w:p>
          <w:p w14:paraId="5A7D486E" w14:textId="77777777" w:rsidR="00F044BB" w:rsidRDefault="00F044BB" w:rsidP="00AC3FE8">
            <w:pPr>
              <w:pStyle w:val="TAC"/>
              <w:rPr>
                <w:rFonts w:eastAsia="Malgun Gothic"/>
                <w:lang w:eastAsia="ko-KR"/>
              </w:rPr>
            </w:pPr>
            <w:r>
              <w:rPr>
                <w:rFonts w:eastAsia="Malgun Gothic"/>
                <w:lang w:eastAsia="ko-KR"/>
              </w:rPr>
              <w:t>DC_3A_n41A</w:t>
            </w:r>
          </w:p>
          <w:p w14:paraId="13509661" w14:textId="77777777" w:rsidR="00F044BB" w:rsidRDefault="00F044BB" w:rsidP="00AC3FE8">
            <w:pPr>
              <w:pStyle w:val="TAC"/>
              <w:rPr>
                <w:lang w:eastAsia="ja-JP"/>
              </w:rPr>
            </w:pPr>
            <w:r>
              <w:rPr>
                <w:rFonts w:eastAsia="Malgun Gothic"/>
                <w:lang w:eastAsia="ko-KR"/>
              </w:rPr>
              <w:t>DC_3A_n78A</w:t>
            </w:r>
          </w:p>
        </w:tc>
      </w:tr>
      <w:tr w:rsidR="00F044BB" w14:paraId="441A480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41257F9" w14:textId="77777777" w:rsidR="00F044BB" w:rsidRDefault="00F044BB" w:rsidP="00AC3FE8">
            <w:pPr>
              <w:pStyle w:val="TAC"/>
              <w:rPr>
                <w:lang w:eastAsia="ja-JP"/>
              </w:rPr>
            </w:pPr>
            <w:r>
              <w:rPr>
                <w:lang w:eastAsia="ja-JP"/>
              </w:rPr>
              <w:t>DC</w:t>
            </w:r>
            <w:r>
              <w:t>_</w:t>
            </w:r>
            <w:r>
              <w:rPr>
                <w:lang w:eastAsia="ja-JP"/>
              </w:rPr>
              <w:t>1A-3A-41A_n78(2A)</w:t>
            </w:r>
          </w:p>
          <w:p w14:paraId="1EC59B1D" w14:textId="77777777" w:rsidR="00F044BB" w:rsidRDefault="00F044BB" w:rsidP="00AC3FE8">
            <w:pPr>
              <w:pStyle w:val="TAC"/>
              <w:rPr>
                <w:rFonts w:eastAsia="Malgun Gothic"/>
                <w:lang w:eastAsia="ko-KR"/>
              </w:rPr>
            </w:pPr>
            <w:r>
              <w:rPr>
                <w:lang w:eastAsia="ja-JP"/>
              </w:rPr>
              <w:t>DC</w:t>
            </w:r>
            <w:r>
              <w:t>_</w:t>
            </w:r>
            <w:r>
              <w:rPr>
                <w:lang w:eastAsia="ja-JP"/>
              </w:rPr>
              <w:t>1A-3A-41C_n78(2A)</w:t>
            </w:r>
          </w:p>
        </w:tc>
        <w:tc>
          <w:tcPr>
            <w:tcW w:w="3514" w:type="dxa"/>
            <w:tcBorders>
              <w:top w:val="single" w:sz="4" w:space="0" w:color="auto"/>
              <w:left w:val="single" w:sz="4" w:space="0" w:color="auto"/>
              <w:bottom w:val="single" w:sz="4" w:space="0" w:color="auto"/>
              <w:right w:val="single" w:sz="4" w:space="0" w:color="auto"/>
            </w:tcBorders>
            <w:hideMark/>
          </w:tcPr>
          <w:p w14:paraId="1DDC6F18" w14:textId="77777777" w:rsidR="00F044BB" w:rsidRDefault="00F044BB" w:rsidP="00AC3FE8">
            <w:pPr>
              <w:pStyle w:val="TAC"/>
              <w:rPr>
                <w:lang w:eastAsia="ja-JP"/>
              </w:rPr>
            </w:pPr>
            <w:r>
              <w:rPr>
                <w:lang w:eastAsia="ja-JP"/>
              </w:rPr>
              <w:t>DC</w:t>
            </w:r>
            <w:r>
              <w:t>_</w:t>
            </w:r>
            <w:r>
              <w:rPr>
                <w:lang w:eastAsia="ja-JP"/>
              </w:rPr>
              <w:t>1A_n78A</w:t>
            </w:r>
          </w:p>
          <w:p w14:paraId="2C9EB11B" w14:textId="77777777" w:rsidR="00F044BB" w:rsidRDefault="00F044BB" w:rsidP="00AC3FE8">
            <w:pPr>
              <w:pStyle w:val="TAC"/>
              <w:rPr>
                <w:lang w:eastAsia="ja-JP"/>
              </w:rPr>
            </w:pPr>
            <w:r>
              <w:rPr>
                <w:lang w:eastAsia="ja-JP"/>
              </w:rPr>
              <w:t>DC</w:t>
            </w:r>
            <w:r>
              <w:t>_</w:t>
            </w:r>
            <w:r>
              <w:rPr>
                <w:lang w:eastAsia="ja-JP"/>
              </w:rPr>
              <w:t>3A_n78A</w:t>
            </w:r>
          </w:p>
          <w:p w14:paraId="5EFD13ED" w14:textId="77777777" w:rsidR="00F044BB" w:rsidRDefault="00F044BB" w:rsidP="00AC3FE8">
            <w:pPr>
              <w:pStyle w:val="TAC"/>
              <w:rPr>
                <w:lang w:eastAsia="ja-JP"/>
              </w:rPr>
            </w:pPr>
            <w:r>
              <w:rPr>
                <w:lang w:eastAsia="ja-JP"/>
              </w:rPr>
              <w:t>DC</w:t>
            </w:r>
            <w:r>
              <w:t>_</w:t>
            </w:r>
            <w:r>
              <w:rPr>
                <w:lang w:eastAsia="ja-JP"/>
              </w:rPr>
              <w:t>41A_n78A</w:t>
            </w:r>
          </w:p>
          <w:p w14:paraId="2DF25100" w14:textId="77777777" w:rsidR="00F044BB" w:rsidRDefault="00F044BB" w:rsidP="00AC3FE8">
            <w:pPr>
              <w:pStyle w:val="TAC"/>
              <w:rPr>
                <w:rFonts w:eastAsia="Malgun Gothic"/>
                <w:lang w:eastAsia="ko-KR"/>
              </w:rPr>
            </w:pPr>
            <w:r>
              <w:rPr>
                <w:lang w:eastAsia="ja-JP"/>
              </w:rPr>
              <w:t>DC</w:t>
            </w:r>
            <w:r>
              <w:t>_</w:t>
            </w:r>
            <w:r>
              <w:rPr>
                <w:lang w:eastAsia="ja-JP"/>
              </w:rPr>
              <w:t>41C_n78A</w:t>
            </w:r>
          </w:p>
        </w:tc>
      </w:tr>
      <w:tr w:rsidR="00F044BB" w14:paraId="7EF1A5B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F4A75B5" w14:textId="77777777" w:rsidR="00F044BB" w:rsidRDefault="00F044BB" w:rsidP="00AC3FE8">
            <w:pPr>
              <w:pStyle w:val="TAC"/>
              <w:rPr>
                <w:lang w:eastAsia="ja-JP"/>
              </w:rPr>
            </w:pPr>
            <w:r>
              <w:rPr>
                <w:lang w:eastAsia="ja-JP"/>
              </w:rPr>
              <w:t>DC</w:t>
            </w:r>
            <w:r>
              <w:t>_</w:t>
            </w:r>
            <w:r>
              <w:rPr>
                <w:lang w:eastAsia="ja-JP"/>
              </w:rPr>
              <w:t>1A-3A-41A_n79A</w:t>
            </w:r>
            <w:r>
              <w:rPr>
                <w:vertAlign w:val="superscript"/>
                <w:lang w:eastAsia="fi-FI"/>
              </w:rPr>
              <w:t>2</w:t>
            </w:r>
          </w:p>
          <w:p w14:paraId="269284EF" w14:textId="77777777" w:rsidR="00F044BB" w:rsidRDefault="00F044BB" w:rsidP="00AC3FE8">
            <w:pPr>
              <w:pStyle w:val="TAC"/>
              <w:rPr>
                <w:rFonts w:eastAsia="Malgun Gothic"/>
                <w:lang w:eastAsia="ko-KR"/>
              </w:rPr>
            </w:pPr>
            <w:r>
              <w:rPr>
                <w:lang w:eastAsia="ja-JP"/>
              </w:rPr>
              <w:t>DC</w:t>
            </w:r>
            <w:r>
              <w:t>_</w:t>
            </w:r>
            <w:r>
              <w:rPr>
                <w:lang w:eastAsia="ja-JP"/>
              </w:rPr>
              <w:t>1A-3A-41C_n79A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5E02990B" w14:textId="77777777" w:rsidR="00F044BB" w:rsidRDefault="00F044BB" w:rsidP="00AC3FE8">
            <w:pPr>
              <w:pStyle w:val="TAC"/>
              <w:rPr>
                <w:lang w:eastAsia="ja-JP"/>
              </w:rPr>
            </w:pPr>
            <w:r>
              <w:rPr>
                <w:lang w:eastAsia="ja-JP"/>
              </w:rPr>
              <w:t>DC</w:t>
            </w:r>
            <w:r>
              <w:t>_</w:t>
            </w:r>
            <w:r>
              <w:rPr>
                <w:lang w:eastAsia="ja-JP"/>
              </w:rPr>
              <w:t>1A_n79A</w:t>
            </w:r>
          </w:p>
          <w:p w14:paraId="24B61B22" w14:textId="77777777" w:rsidR="00F044BB" w:rsidRDefault="00F044BB" w:rsidP="00AC3FE8">
            <w:pPr>
              <w:pStyle w:val="TAC"/>
              <w:rPr>
                <w:lang w:eastAsia="ja-JP"/>
              </w:rPr>
            </w:pPr>
            <w:r>
              <w:rPr>
                <w:lang w:eastAsia="ja-JP"/>
              </w:rPr>
              <w:t>DC</w:t>
            </w:r>
            <w:r>
              <w:t>_</w:t>
            </w:r>
            <w:r>
              <w:rPr>
                <w:lang w:eastAsia="ja-JP"/>
              </w:rPr>
              <w:t>3A_n79A</w:t>
            </w:r>
          </w:p>
          <w:p w14:paraId="793B9C8C" w14:textId="77777777" w:rsidR="00F044BB" w:rsidRDefault="00F044BB" w:rsidP="00AC3FE8">
            <w:pPr>
              <w:pStyle w:val="TAC"/>
              <w:rPr>
                <w:rFonts w:eastAsia="Malgun Gothic"/>
                <w:lang w:eastAsia="ko-KR"/>
              </w:rPr>
            </w:pPr>
            <w:r>
              <w:rPr>
                <w:lang w:eastAsia="ja-JP"/>
              </w:rPr>
              <w:t>DC</w:t>
            </w:r>
            <w:r>
              <w:t>_</w:t>
            </w:r>
            <w:r>
              <w:rPr>
                <w:lang w:eastAsia="ja-JP"/>
              </w:rPr>
              <w:t>41A_n79A</w:t>
            </w:r>
          </w:p>
        </w:tc>
      </w:tr>
      <w:tr w:rsidR="00F044BB" w14:paraId="3D269A3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76F24E4" w14:textId="77777777" w:rsidR="00F044BB" w:rsidRDefault="00F044BB" w:rsidP="00AC3FE8">
            <w:pPr>
              <w:pStyle w:val="TAC"/>
              <w:rPr>
                <w:lang w:eastAsia="ja-JP"/>
              </w:rPr>
            </w:pPr>
            <w:r>
              <w:rPr>
                <w:lang w:eastAsia="ja-JP"/>
              </w:rPr>
              <w:lastRenderedPageBreak/>
              <w:t>DC</w:t>
            </w:r>
            <w:r>
              <w:t>_</w:t>
            </w:r>
            <w:r>
              <w:rPr>
                <w:lang w:eastAsia="ja-JP"/>
              </w:rPr>
              <w:t>1A-3A-42A_n77A</w:t>
            </w:r>
            <w:r>
              <w:rPr>
                <w:vertAlign w:val="superscript"/>
                <w:lang w:eastAsia="ja-JP"/>
              </w:rPr>
              <w:t>6,7</w:t>
            </w:r>
          </w:p>
          <w:p w14:paraId="1DE6F65A"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1A-3A-42A_n77C</w:t>
            </w:r>
            <w:r>
              <w:rPr>
                <w:vertAlign w:val="superscript"/>
                <w:lang w:eastAsia="ja-JP"/>
              </w:rPr>
              <w:t>6,7</w:t>
            </w:r>
          </w:p>
          <w:p w14:paraId="4085A506" w14:textId="77777777" w:rsidR="00F044BB" w:rsidRDefault="00F044BB" w:rsidP="00AC3FE8">
            <w:pPr>
              <w:pStyle w:val="TAC"/>
              <w:rPr>
                <w:lang w:eastAsia="ja-JP"/>
              </w:rPr>
            </w:pPr>
            <w:r>
              <w:rPr>
                <w:lang w:eastAsia="ja-JP"/>
              </w:rPr>
              <w:t>DC</w:t>
            </w:r>
            <w:r>
              <w:t>_</w:t>
            </w:r>
            <w:r>
              <w:rPr>
                <w:lang w:eastAsia="ja-JP"/>
              </w:rPr>
              <w:t>1A-3A-42C_n77A</w:t>
            </w:r>
            <w:r>
              <w:rPr>
                <w:vertAlign w:val="superscript"/>
                <w:lang w:eastAsia="ja-JP"/>
              </w:rPr>
              <w:t>6,7</w:t>
            </w:r>
          </w:p>
          <w:p w14:paraId="6218B836"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1A-3A-42C_n77C</w:t>
            </w:r>
            <w:r>
              <w:rPr>
                <w:vertAlign w:val="superscript"/>
                <w:lang w:eastAsia="ja-JP"/>
              </w:rPr>
              <w:t>6,7</w:t>
            </w:r>
          </w:p>
          <w:p w14:paraId="695FD212" w14:textId="77777777" w:rsidR="00F044BB" w:rsidRDefault="00F044BB" w:rsidP="00AC3FE8">
            <w:pPr>
              <w:pStyle w:val="TAC"/>
              <w:rPr>
                <w:lang w:eastAsia="fi-FI"/>
              </w:rPr>
            </w:pPr>
            <w:r>
              <w:rPr>
                <w:lang w:eastAsia="fi-FI"/>
              </w:rPr>
              <w:t>DC_1A-3A-42D_n77A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1C0AF04E" w14:textId="77777777" w:rsidR="00F044BB" w:rsidRDefault="00F044BB" w:rsidP="00AC3FE8">
            <w:pPr>
              <w:pStyle w:val="TAC"/>
              <w:rPr>
                <w:lang w:eastAsia="ja-JP"/>
              </w:rPr>
            </w:pPr>
            <w:r>
              <w:rPr>
                <w:lang w:eastAsia="ja-JP"/>
              </w:rPr>
              <w:t>DC</w:t>
            </w:r>
            <w:r>
              <w:t>_</w:t>
            </w:r>
            <w:r>
              <w:rPr>
                <w:lang w:eastAsia="ja-JP"/>
              </w:rPr>
              <w:t>1A_n77A</w:t>
            </w:r>
          </w:p>
          <w:p w14:paraId="6AB1AC29" w14:textId="77777777" w:rsidR="00F044BB" w:rsidRDefault="00F044BB" w:rsidP="00AC3FE8">
            <w:pPr>
              <w:pStyle w:val="TAC"/>
              <w:rPr>
                <w:lang w:eastAsia="fi-FI"/>
              </w:rPr>
            </w:pPr>
            <w:r>
              <w:rPr>
                <w:lang w:eastAsia="ja-JP"/>
              </w:rPr>
              <w:t>DC</w:t>
            </w:r>
            <w:r>
              <w:t>_</w:t>
            </w:r>
            <w:r>
              <w:rPr>
                <w:lang w:eastAsia="ja-JP"/>
              </w:rPr>
              <w:t>3A_n77A</w:t>
            </w:r>
          </w:p>
        </w:tc>
      </w:tr>
      <w:tr w:rsidR="00F044BB" w14:paraId="45DDE7F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CF699A8" w14:textId="77777777" w:rsidR="00F044BB" w:rsidRDefault="00F044BB" w:rsidP="00AC3FE8">
            <w:pPr>
              <w:pStyle w:val="TAC"/>
              <w:rPr>
                <w:lang w:eastAsia="ja-JP"/>
              </w:rPr>
            </w:pPr>
            <w:r>
              <w:rPr>
                <w:lang w:eastAsia="ja-JP"/>
              </w:rPr>
              <w:t>DC</w:t>
            </w:r>
            <w:r>
              <w:t>_</w:t>
            </w:r>
            <w:r>
              <w:rPr>
                <w:lang w:eastAsia="ja-JP"/>
              </w:rPr>
              <w:t>1A-3A-42A_n78A</w:t>
            </w:r>
            <w:r>
              <w:rPr>
                <w:vertAlign w:val="superscript"/>
                <w:lang w:eastAsia="ja-JP"/>
              </w:rPr>
              <w:t>6,7</w:t>
            </w:r>
          </w:p>
          <w:p w14:paraId="6B71708F"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1A-3A-42A_n78C</w:t>
            </w:r>
            <w:r>
              <w:rPr>
                <w:vertAlign w:val="superscript"/>
                <w:lang w:eastAsia="ja-JP"/>
              </w:rPr>
              <w:t>6,7</w:t>
            </w:r>
          </w:p>
          <w:p w14:paraId="79F8166E" w14:textId="77777777" w:rsidR="00F044BB" w:rsidRDefault="00F044BB" w:rsidP="00AC3FE8">
            <w:pPr>
              <w:pStyle w:val="TAC"/>
              <w:rPr>
                <w:lang w:eastAsia="ja-JP"/>
              </w:rPr>
            </w:pPr>
            <w:r>
              <w:rPr>
                <w:lang w:eastAsia="ja-JP"/>
              </w:rPr>
              <w:t>DC</w:t>
            </w:r>
            <w:r>
              <w:t>_</w:t>
            </w:r>
            <w:r>
              <w:rPr>
                <w:lang w:eastAsia="ja-JP"/>
              </w:rPr>
              <w:t>1A-3A-42C_n78A</w:t>
            </w:r>
            <w:r>
              <w:rPr>
                <w:vertAlign w:val="superscript"/>
                <w:lang w:eastAsia="ja-JP"/>
              </w:rPr>
              <w:t>6,7</w:t>
            </w:r>
          </w:p>
          <w:p w14:paraId="3D817D29"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1A-3A-42C_n78C</w:t>
            </w:r>
            <w:r>
              <w:rPr>
                <w:vertAlign w:val="superscript"/>
                <w:lang w:eastAsia="ja-JP"/>
              </w:rPr>
              <w:t>6,7</w:t>
            </w:r>
          </w:p>
          <w:p w14:paraId="2BAB69D5" w14:textId="77777777" w:rsidR="00F044BB" w:rsidRDefault="00F044BB" w:rsidP="00AC3FE8">
            <w:pPr>
              <w:pStyle w:val="TAC"/>
              <w:rPr>
                <w:lang w:eastAsia="fi-FI"/>
              </w:rPr>
            </w:pPr>
            <w:r>
              <w:rPr>
                <w:lang w:eastAsia="ja-JP"/>
              </w:rPr>
              <w:t>DC_1A-3A-42D_n78A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6A07E558" w14:textId="77777777" w:rsidR="00F044BB" w:rsidRDefault="00F044BB" w:rsidP="00AC3FE8">
            <w:pPr>
              <w:pStyle w:val="TAC"/>
              <w:rPr>
                <w:lang w:eastAsia="ja-JP"/>
              </w:rPr>
            </w:pPr>
            <w:r>
              <w:rPr>
                <w:lang w:eastAsia="ja-JP"/>
              </w:rPr>
              <w:t>DC</w:t>
            </w:r>
            <w:r>
              <w:t>_</w:t>
            </w:r>
            <w:r>
              <w:rPr>
                <w:lang w:eastAsia="ja-JP"/>
              </w:rPr>
              <w:t>1A_n78A</w:t>
            </w:r>
          </w:p>
          <w:p w14:paraId="4BF6606C" w14:textId="77777777" w:rsidR="00F044BB" w:rsidRDefault="00F044BB" w:rsidP="00AC3FE8">
            <w:pPr>
              <w:pStyle w:val="TAC"/>
              <w:rPr>
                <w:lang w:eastAsia="fi-FI"/>
              </w:rPr>
            </w:pPr>
            <w:r>
              <w:rPr>
                <w:lang w:eastAsia="ja-JP"/>
              </w:rPr>
              <w:t>DC</w:t>
            </w:r>
            <w:r>
              <w:t>_</w:t>
            </w:r>
            <w:r>
              <w:rPr>
                <w:lang w:eastAsia="ja-JP"/>
              </w:rPr>
              <w:t>3A_n78A</w:t>
            </w:r>
          </w:p>
        </w:tc>
      </w:tr>
      <w:tr w:rsidR="00F044BB" w14:paraId="13387039"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D183183" w14:textId="77777777" w:rsidR="00F044BB" w:rsidRDefault="00F044BB" w:rsidP="00AC3FE8">
            <w:pPr>
              <w:pStyle w:val="TAC"/>
              <w:rPr>
                <w:lang w:eastAsia="ja-JP"/>
              </w:rPr>
            </w:pPr>
            <w:r>
              <w:rPr>
                <w:lang w:eastAsia="ja-JP"/>
              </w:rPr>
              <w:t>DC</w:t>
            </w:r>
            <w:r>
              <w:t>_</w:t>
            </w:r>
            <w:r>
              <w:rPr>
                <w:lang w:eastAsia="ja-JP"/>
              </w:rPr>
              <w:t>1A-3A-42A_n79A</w:t>
            </w:r>
          </w:p>
          <w:p w14:paraId="54305F6E"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1A-3A-42A_n79C</w:t>
            </w:r>
          </w:p>
          <w:p w14:paraId="5EC9EE14" w14:textId="77777777" w:rsidR="00F044BB" w:rsidRDefault="00F044BB" w:rsidP="00AC3FE8">
            <w:pPr>
              <w:pStyle w:val="TAC"/>
              <w:rPr>
                <w:lang w:eastAsia="ja-JP"/>
              </w:rPr>
            </w:pPr>
            <w:r>
              <w:rPr>
                <w:lang w:eastAsia="ja-JP"/>
              </w:rPr>
              <w:t>DC</w:t>
            </w:r>
            <w:r>
              <w:t>_</w:t>
            </w:r>
            <w:r>
              <w:rPr>
                <w:lang w:eastAsia="ja-JP"/>
              </w:rPr>
              <w:t>1A-3A-42C_n79A</w:t>
            </w:r>
          </w:p>
          <w:p w14:paraId="03BF5D6C"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1A-3A-42C_n79C</w:t>
            </w:r>
          </w:p>
          <w:p w14:paraId="5F6F97C7" w14:textId="77777777" w:rsidR="00F044BB" w:rsidRDefault="00F044BB" w:rsidP="00AC3FE8">
            <w:pPr>
              <w:pStyle w:val="TAC"/>
              <w:rPr>
                <w:lang w:eastAsia="fi-FI"/>
              </w:rPr>
            </w:pPr>
            <w:r>
              <w:rPr>
                <w:lang w:eastAsia="fi-FI"/>
              </w:rPr>
              <w:t>DC_1A-3A-42D_n79A</w:t>
            </w:r>
          </w:p>
        </w:tc>
        <w:tc>
          <w:tcPr>
            <w:tcW w:w="3514" w:type="dxa"/>
            <w:tcBorders>
              <w:top w:val="single" w:sz="4" w:space="0" w:color="auto"/>
              <w:left w:val="single" w:sz="4" w:space="0" w:color="auto"/>
              <w:bottom w:val="single" w:sz="4" w:space="0" w:color="auto"/>
              <w:right w:val="single" w:sz="4" w:space="0" w:color="auto"/>
            </w:tcBorders>
            <w:hideMark/>
          </w:tcPr>
          <w:p w14:paraId="571E9930" w14:textId="77777777" w:rsidR="00F044BB" w:rsidRDefault="00F044BB" w:rsidP="00AC3FE8">
            <w:pPr>
              <w:pStyle w:val="TAC"/>
              <w:rPr>
                <w:lang w:eastAsia="ja-JP"/>
              </w:rPr>
            </w:pPr>
            <w:r>
              <w:rPr>
                <w:lang w:eastAsia="ja-JP"/>
              </w:rPr>
              <w:t>DC</w:t>
            </w:r>
            <w:r>
              <w:t>_</w:t>
            </w:r>
            <w:r>
              <w:rPr>
                <w:lang w:eastAsia="ja-JP"/>
              </w:rPr>
              <w:t>1A_n79A</w:t>
            </w:r>
          </w:p>
          <w:p w14:paraId="4BE7B5DB" w14:textId="77777777" w:rsidR="00F044BB" w:rsidRDefault="00F044BB" w:rsidP="00AC3FE8">
            <w:pPr>
              <w:pStyle w:val="TAC"/>
              <w:rPr>
                <w:lang w:eastAsia="fi-FI"/>
              </w:rPr>
            </w:pPr>
            <w:r>
              <w:rPr>
                <w:lang w:eastAsia="ja-JP"/>
              </w:rPr>
              <w:t>DC</w:t>
            </w:r>
            <w:r>
              <w:t>_</w:t>
            </w:r>
            <w:r>
              <w:rPr>
                <w:lang w:eastAsia="ja-JP"/>
              </w:rPr>
              <w:t>3A_n79A</w:t>
            </w:r>
          </w:p>
        </w:tc>
      </w:tr>
      <w:tr w:rsidR="00F044BB" w14:paraId="70CF2FF9"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735F021" w14:textId="77777777" w:rsidR="00F044BB" w:rsidRDefault="00F044BB" w:rsidP="00AC3FE8">
            <w:pPr>
              <w:pStyle w:val="TAC"/>
              <w:rPr>
                <w:lang w:eastAsia="ja-JP"/>
              </w:rPr>
            </w:pPr>
            <w:r>
              <w:rPr>
                <w:rFonts w:cs="Arial"/>
                <w:lang w:eastAsia="ko-KR"/>
              </w:rPr>
              <w:t>DC_1A-3A_n77A-n79A</w:t>
            </w:r>
          </w:p>
        </w:tc>
        <w:tc>
          <w:tcPr>
            <w:tcW w:w="3514" w:type="dxa"/>
            <w:tcBorders>
              <w:top w:val="single" w:sz="4" w:space="0" w:color="auto"/>
              <w:left w:val="single" w:sz="4" w:space="0" w:color="auto"/>
              <w:bottom w:val="single" w:sz="4" w:space="0" w:color="auto"/>
              <w:right w:val="single" w:sz="4" w:space="0" w:color="auto"/>
            </w:tcBorders>
            <w:hideMark/>
          </w:tcPr>
          <w:p w14:paraId="6B4A0F62" w14:textId="77777777" w:rsidR="00F044BB" w:rsidRDefault="00F044BB" w:rsidP="00AC3FE8">
            <w:pPr>
              <w:pStyle w:val="TAC"/>
              <w:rPr>
                <w:lang w:eastAsia="ko-KR"/>
              </w:rPr>
            </w:pPr>
            <w:r>
              <w:rPr>
                <w:lang w:eastAsia="ko-KR"/>
              </w:rPr>
              <w:t>DC_1A_n77A</w:t>
            </w:r>
          </w:p>
          <w:p w14:paraId="133D03F0" w14:textId="77777777" w:rsidR="00F044BB" w:rsidRDefault="00F044BB" w:rsidP="00AC3FE8">
            <w:pPr>
              <w:pStyle w:val="TAC"/>
              <w:rPr>
                <w:lang w:eastAsia="ko-KR"/>
              </w:rPr>
            </w:pPr>
            <w:r>
              <w:rPr>
                <w:lang w:eastAsia="ko-KR"/>
              </w:rPr>
              <w:t>DC_1A_n79A</w:t>
            </w:r>
          </w:p>
          <w:p w14:paraId="26CCBFDE" w14:textId="77777777" w:rsidR="00F044BB" w:rsidRDefault="00F044BB" w:rsidP="00AC3FE8">
            <w:pPr>
              <w:pStyle w:val="TAC"/>
              <w:rPr>
                <w:lang w:eastAsia="ko-KR"/>
              </w:rPr>
            </w:pPr>
            <w:r>
              <w:rPr>
                <w:lang w:eastAsia="ko-KR"/>
              </w:rPr>
              <w:t>DC_3A_n77A</w:t>
            </w:r>
          </w:p>
          <w:p w14:paraId="17E96B89" w14:textId="77777777" w:rsidR="00F044BB" w:rsidRDefault="00F044BB" w:rsidP="00AC3FE8">
            <w:pPr>
              <w:pStyle w:val="TAC"/>
              <w:rPr>
                <w:lang w:eastAsia="ja-JP"/>
              </w:rPr>
            </w:pPr>
            <w:r>
              <w:rPr>
                <w:lang w:eastAsia="ko-KR"/>
              </w:rPr>
              <w:t>DC_3A_n79A</w:t>
            </w:r>
          </w:p>
        </w:tc>
      </w:tr>
      <w:tr w:rsidR="00F044BB" w14:paraId="399C753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7704F0E" w14:textId="77777777" w:rsidR="00F044BB" w:rsidRDefault="00F044BB" w:rsidP="00AC3FE8">
            <w:pPr>
              <w:pStyle w:val="TAC"/>
              <w:rPr>
                <w:lang w:eastAsia="ja-JP"/>
              </w:rPr>
            </w:pPr>
            <w:r>
              <w:rPr>
                <w:rFonts w:cs="Arial"/>
                <w:lang w:eastAsia="ko-KR"/>
              </w:rPr>
              <w:t>DC_1A-3A_n78A-n79A</w:t>
            </w:r>
          </w:p>
        </w:tc>
        <w:tc>
          <w:tcPr>
            <w:tcW w:w="3514" w:type="dxa"/>
            <w:tcBorders>
              <w:top w:val="single" w:sz="4" w:space="0" w:color="auto"/>
              <w:left w:val="single" w:sz="4" w:space="0" w:color="auto"/>
              <w:bottom w:val="single" w:sz="4" w:space="0" w:color="auto"/>
              <w:right w:val="single" w:sz="4" w:space="0" w:color="auto"/>
            </w:tcBorders>
            <w:hideMark/>
          </w:tcPr>
          <w:p w14:paraId="0A959FA2" w14:textId="77777777" w:rsidR="00F044BB" w:rsidRDefault="00F044BB" w:rsidP="00AC3FE8">
            <w:pPr>
              <w:pStyle w:val="TAC"/>
              <w:rPr>
                <w:lang w:eastAsia="ko-KR"/>
              </w:rPr>
            </w:pPr>
            <w:r>
              <w:rPr>
                <w:lang w:eastAsia="ko-KR"/>
              </w:rPr>
              <w:t>DC_1A_n78A</w:t>
            </w:r>
          </w:p>
          <w:p w14:paraId="2919D1A2" w14:textId="77777777" w:rsidR="00F044BB" w:rsidRDefault="00F044BB" w:rsidP="00AC3FE8">
            <w:pPr>
              <w:pStyle w:val="TAC"/>
              <w:rPr>
                <w:lang w:eastAsia="ko-KR"/>
              </w:rPr>
            </w:pPr>
            <w:r>
              <w:rPr>
                <w:lang w:eastAsia="ko-KR"/>
              </w:rPr>
              <w:t>DC_1A_n79A</w:t>
            </w:r>
          </w:p>
          <w:p w14:paraId="5E8C0E23" w14:textId="77777777" w:rsidR="00F044BB" w:rsidRDefault="00F044BB" w:rsidP="00AC3FE8">
            <w:pPr>
              <w:pStyle w:val="TAC"/>
              <w:rPr>
                <w:lang w:eastAsia="ko-KR"/>
              </w:rPr>
            </w:pPr>
            <w:r>
              <w:rPr>
                <w:lang w:eastAsia="ko-KR"/>
              </w:rPr>
              <w:t>DC_3A_n78A</w:t>
            </w:r>
          </w:p>
          <w:p w14:paraId="3E075032" w14:textId="77777777" w:rsidR="00F044BB" w:rsidRDefault="00F044BB" w:rsidP="00AC3FE8">
            <w:pPr>
              <w:pStyle w:val="TAC"/>
              <w:rPr>
                <w:lang w:eastAsia="ja-JP"/>
              </w:rPr>
            </w:pPr>
            <w:r>
              <w:rPr>
                <w:lang w:eastAsia="ko-KR"/>
              </w:rPr>
              <w:t>DC_3A_n79A</w:t>
            </w:r>
          </w:p>
        </w:tc>
      </w:tr>
      <w:tr w:rsidR="00F044BB" w14:paraId="53631B8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248A946" w14:textId="77777777" w:rsidR="00F044BB" w:rsidRDefault="00F044BB" w:rsidP="00AC3FE8">
            <w:pPr>
              <w:pStyle w:val="TAC"/>
              <w:rPr>
                <w:lang w:eastAsia="ja-JP"/>
              </w:rPr>
            </w:pPr>
            <w:r>
              <w:rPr>
                <w:rFonts w:cs="Arial"/>
                <w:kern w:val="2"/>
                <w:szCs w:val="24"/>
                <w:lang w:eastAsia="ja-JP"/>
              </w:rPr>
              <w:t>DC_1A-3A_SUL_n78A-n80A</w:t>
            </w:r>
          </w:p>
        </w:tc>
        <w:tc>
          <w:tcPr>
            <w:tcW w:w="3514" w:type="dxa"/>
            <w:tcBorders>
              <w:top w:val="single" w:sz="4" w:space="0" w:color="auto"/>
              <w:left w:val="single" w:sz="4" w:space="0" w:color="auto"/>
              <w:bottom w:val="single" w:sz="4" w:space="0" w:color="auto"/>
              <w:right w:val="single" w:sz="4" w:space="0" w:color="auto"/>
            </w:tcBorders>
            <w:hideMark/>
          </w:tcPr>
          <w:p w14:paraId="7892BF6A" w14:textId="77777777" w:rsidR="00F044BB" w:rsidRDefault="00F044BB" w:rsidP="00AC3FE8">
            <w:pPr>
              <w:pStyle w:val="TAC"/>
              <w:rPr>
                <w:rFonts w:cs="Arial"/>
                <w:szCs w:val="18"/>
              </w:rPr>
            </w:pPr>
            <w:r>
              <w:rPr>
                <w:rFonts w:cs="Arial"/>
                <w:szCs w:val="18"/>
              </w:rPr>
              <w:t>DC_1A_n78A</w:t>
            </w:r>
          </w:p>
          <w:p w14:paraId="30C62F4F" w14:textId="77777777" w:rsidR="00F044BB" w:rsidRDefault="00F044BB" w:rsidP="00AC3FE8">
            <w:pPr>
              <w:pStyle w:val="TAC"/>
              <w:rPr>
                <w:rFonts w:cs="Arial"/>
                <w:szCs w:val="18"/>
              </w:rPr>
            </w:pPr>
            <w:r>
              <w:rPr>
                <w:rFonts w:cs="Arial"/>
                <w:szCs w:val="18"/>
              </w:rPr>
              <w:t>DC_1A_n80A</w:t>
            </w:r>
          </w:p>
          <w:p w14:paraId="3E11AF75" w14:textId="77777777" w:rsidR="00F044BB" w:rsidRDefault="00F044BB" w:rsidP="00AC3FE8">
            <w:pPr>
              <w:pStyle w:val="TAC"/>
              <w:rPr>
                <w:rFonts w:cs="Arial"/>
                <w:szCs w:val="18"/>
              </w:rPr>
            </w:pPr>
            <w:r>
              <w:rPr>
                <w:rFonts w:cs="Arial"/>
                <w:szCs w:val="18"/>
              </w:rPr>
              <w:t>DC_3A_n78A</w:t>
            </w:r>
          </w:p>
          <w:p w14:paraId="4784F977" w14:textId="77777777" w:rsidR="00F044BB" w:rsidRDefault="00F044BB" w:rsidP="00AC3FE8">
            <w:pPr>
              <w:pStyle w:val="TAC"/>
              <w:rPr>
                <w:rFonts w:cs="Arial"/>
                <w:szCs w:val="18"/>
              </w:rPr>
            </w:pPr>
            <w:r>
              <w:rPr>
                <w:rFonts w:cs="Arial"/>
                <w:szCs w:val="18"/>
              </w:rPr>
              <w:t>DC_3A_n80A_ULSUP-TDM_n78A</w:t>
            </w:r>
          </w:p>
        </w:tc>
      </w:tr>
      <w:tr w:rsidR="00F044BB" w14:paraId="3753C65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C23E6F5" w14:textId="77777777" w:rsidR="00F044BB" w:rsidRDefault="00F044BB" w:rsidP="00AC3FE8">
            <w:pPr>
              <w:pStyle w:val="TAC"/>
              <w:rPr>
                <w:lang w:eastAsia="fi-FI"/>
              </w:rPr>
            </w:pPr>
            <w:r>
              <w:rPr>
                <w:lang w:eastAsia="fi-FI"/>
              </w:rPr>
              <w:t>DC_1A-5A-7A_n78A</w:t>
            </w:r>
          </w:p>
        </w:tc>
        <w:tc>
          <w:tcPr>
            <w:tcW w:w="3514" w:type="dxa"/>
            <w:tcBorders>
              <w:top w:val="single" w:sz="4" w:space="0" w:color="auto"/>
              <w:left w:val="single" w:sz="4" w:space="0" w:color="auto"/>
              <w:bottom w:val="single" w:sz="4" w:space="0" w:color="auto"/>
              <w:right w:val="single" w:sz="4" w:space="0" w:color="auto"/>
            </w:tcBorders>
            <w:hideMark/>
          </w:tcPr>
          <w:p w14:paraId="28600179" w14:textId="77777777" w:rsidR="00F044BB" w:rsidRDefault="00F044BB" w:rsidP="00AC3FE8">
            <w:pPr>
              <w:pStyle w:val="TAC"/>
              <w:rPr>
                <w:lang w:eastAsia="fi-FI"/>
              </w:rPr>
            </w:pPr>
            <w:r>
              <w:rPr>
                <w:lang w:eastAsia="fi-FI"/>
              </w:rPr>
              <w:t>DC_1A_n78A</w:t>
            </w:r>
          </w:p>
          <w:p w14:paraId="062548D7" w14:textId="77777777" w:rsidR="00F044BB" w:rsidRDefault="00F044BB" w:rsidP="00AC3FE8">
            <w:pPr>
              <w:pStyle w:val="TAC"/>
              <w:rPr>
                <w:lang w:eastAsia="fi-FI"/>
              </w:rPr>
            </w:pPr>
            <w:r>
              <w:rPr>
                <w:lang w:eastAsia="fi-FI"/>
              </w:rPr>
              <w:t>DC_5A_n78A</w:t>
            </w:r>
          </w:p>
          <w:p w14:paraId="5F681753" w14:textId="77777777" w:rsidR="00F044BB" w:rsidRDefault="00F044BB" w:rsidP="00AC3FE8">
            <w:pPr>
              <w:pStyle w:val="TAC"/>
              <w:rPr>
                <w:lang w:eastAsia="fi-FI"/>
              </w:rPr>
            </w:pPr>
            <w:r>
              <w:rPr>
                <w:lang w:eastAsia="fi-FI"/>
              </w:rPr>
              <w:t>DC_7A_n78A</w:t>
            </w:r>
          </w:p>
        </w:tc>
      </w:tr>
      <w:tr w:rsidR="00F044BB" w14:paraId="7F5C898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3EC9C66" w14:textId="77777777" w:rsidR="00F044BB" w:rsidRDefault="00F044BB" w:rsidP="00AC3FE8">
            <w:pPr>
              <w:pStyle w:val="TAC"/>
              <w:rPr>
                <w:lang w:eastAsia="fi-FI"/>
              </w:rPr>
            </w:pPr>
            <w:r>
              <w:rPr>
                <w:lang w:eastAsia="fi-FI"/>
              </w:rPr>
              <w:t>DC_1A-5A-7A-7A_n78A</w:t>
            </w:r>
          </w:p>
        </w:tc>
        <w:tc>
          <w:tcPr>
            <w:tcW w:w="3514" w:type="dxa"/>
            <w:tcBorders>
              <w:top w:val="single" w:sz="4" w:space="0" w:color="auto"/>
              <w:left w:val="single" w:sz="4" w:space="0" w:color="auto"/>
              <w:bottom w:val="single" w:sz="4" w:space="0" w:color="auto"/>
              <w:right w:val="single" w:sz="4" w:space="0" w:color="auto"/>
            </w:tcBorders>
            <w:hideMark/>
          </w:tcPr>
          <w:p w14:paraId="4738AFA6" w14:textId="77777777" w:rsidR="00F044BB" w:rsidRDefault="00F044BB" w:rsidP="00AC3FE8">
            <w:pPr>
              <w:pStyle w:val="TAC"/>
              <w:rPr>
                <w:lang w:eastAsia="fi-FI"/>
              </w:rPr>
            </w:pPr>
            <w:r>
              <w:rPr>
                <w:lang w:eastAsia="fi-FI"/>
              </w:rPr>
              <w:t>DC_1A_n78A</w:t>
            </w:r>
          </w:p>
          <w:p w14:paraId="64B74ECA" w14:textId="77777777" w:rsidR="00F044BB" w:rsidRDefault="00F044BB" w:rsidP="00AC3FE8">
            <w:pPr>
              <w:pStyle w:val="TAC"/>
              <w:rPr>
                <w:lang w:eastAsia="fi-FI"/>
              </w:rPr>
            </w:pPr>
            <w:r>
              <w:rPr>
                <w:lang w:eastAsia="fi-FI"/>
              </w:rPr>
              <w:t>DC_5A_n78A</w:t>
            </w:r>
          </w:p>
          <w:p w14:paraId="67569344" w14:textId="77777777" w:rsidR="00F044BB" w:rsidRDefault="00F044BB" w:rsidP="00AC3FE8">
            <w:pPr>
              <w:pStyle w:val="TAC"/>
              <w:rPr>
                <w:lang w:eastAsia="fi-FI"/>
              </w:rPr>
            </w:pPr>
            <w:r>
              <w:rPr>
                <w:lang w:eastAsia="fi-FI"/>
              </w:rPr>
              <w:t>DC_7A_n78A</w:t>
            </w:r>
          </w:p>
        </w:tc>
      </w:tr>
      <w:tr w:rsidR="00F044BB" w14:paraId="2739692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C1489C9" w14:textId="77777777" w:rsidR="00F044BB" w:rsidRDefault="00F044BB" w:rsidP="00AC3FE8">
            <w:pPr>
              <w:pStyle w:val="TAC"/>
              <w:rPr>
                <w:lang w:eastAsia="fi-FI"/>
              </w:rPr>
            </w:pPr>
            <w:r>
              <w:rPr>
                <w:noProof/>
                <w:kern w:val="2"/>
                <w:lang w:eastAsia="zh-CN"/>
              </w:rPr>
              <w:t>DC_1A-5A-41A_n79A</w:t>
            </w:r>
          </w:p>
        </w:tc>
        <w:tc>
          <w:tcPr>
            <w:tcW w:w="3514" w:type="dxa"/>
            <w:tcBorders>
              <w:top w:val="single" w:sz="4" w:space="0" w:color="auto"/>
              <w:left w:val="single" w:sz="4" w:space="0" w:color="auto"/>
              <w:bottom w:val="single" w:sz="4" w:space="0" w:color="auto"/>
              <w:right w:val="single" w:sz="4" w:space="0" w:color="auto"/>
            </w:tcBorders>
            <w:hideMark/>
          </w:tcPr>
          <w:p w14:paraId="5AF6AF2C" w14:textId="77777777" w:rsidR="00F044BB" w:rsidRDefault="00F044BB" w:rsidP="00AC3FE8">
            <w:pPr>
              <w:pStyle w:val="TAC"/>
              <w:rPr>
                <w:noProof/>
                <w:kern w:val="2"/>
                <w:lang w:eastAsia="zh-CN"/>
              </w:rPr>
            </w:pPr>
            <w:r>
              <w:rPr>
                <w:noProof/>
                <w:kern w:val="2"/>
                <w:lang w:eastAsia="zh-CN"/>
              </w:rPr>
              <w:t>DC_1A_n79A</w:t>
            </w:r>
          </w:p>
          <w:p w14:paraId="44AB0BF1" w14:textId="77777777" w:rsidR="00F044BB" w:rsidRDefault="00F044BB" w:rsidP="00AC3FE8">
            <w:pPr>
              <w:pStyle w:val="TAC"/>
              <w:rPr>
                <w:noProof/>
                <w:lang w:eastAsia="zh-CN"/>
              </w:rPr>
            </w:pPr>
            <w:r>
              <w:rPr>
                <w:noProof/>
                <w:lang w:eastAsia="zh-CN"/>
              </w:rPr>
              <w:t>DC_5A_n79A</w:t>
            </w:r>
          </w:p>
          <w:p w14:paraId="70F5F809" w14:textId="77777777" w:rsidR="00F044BB" w:rsidRDefault="00F044BB" w:rsidP="00AC3FE8">
            <w:pPr>
              <w:pStyle w:val="TAC"/>
              <w:rPr>
                <w:lang w:eastAsia="fi-FI"/>
              </w:rPr>
            </w:pPr>
            <w:r>
              <w:rPr>
                <w:noProof/>
                <w:lang w:eastAsia="zh-CN"/>
              </w:rPr>
              <w:t>DC_41A_n79A</w:t>
            </w:r>
          </w:p>
        </w:tc>
      </w:tr>
      <w:tr w:rsidR="00F044BB" w14:paraId="2E7F1BE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083EEFB" w14:textId="77777777" w:rsidR="00F044BB" w:rsidRDefault="00F044BB" w:rsidP="00AC3FE8">
            <w:pPr>
              <w:pStyle w:val="TAC"/>
              <w:rPr>
                <w:noProof/>
                <w:kern w:val="2"/>
                <w:lang w:eastAsia="zh-CN"/>
              </w:rPr>
            </w:pPr>
            <w:r>
              <w:rPr>
                <w:lang w:eastAsia="zh-CN"/>
              </w:rPr>
              <w:t>DC_1A-7A_n3A-n78A</w:t>
            </w:r>
          </w:p>
        </w:tc>
        <w:tc>
          <w:tcPr>
            <w:tcW w:w="3514" w:type="dxa"/>
            <w:tcBorders>
              <w:top w:val="single" w:sz="4" w:space="0" w:color="auto"/>
              <w:left w:val="single" w:sz="4" w:space="0" w:color="auto"/>
              <w:bottom w:val="single" w:sz="4" w:space="0" w:color="auto"/>
              <w:right w:val="single" w:sz="4" w:space="0" w:color="auto"/>
            </w:tcBorders>
            <w:hideMark/>
          </w:tcPr>
          <w:p w14:paraId="40741004" w14:textId="77777777" w:rsidR="00F044BB" w:rsidRDefault="00F044BB" w:rsidP="00AC3FE8">
            <w:pPr>
              <w:pStyle w:val="TAC"/>
              <w:rPr>
                <w:lang w:eastAsia="zh-CN"/>
              </w:rPr>
            </w:pPr>
            <w:r>
              <w:rPr>
                <w:lang w:eastAsia="zh-CN"/>
              </w:rPr>
              <w:t>DC_1A_n3A</w:t>
            </w:r>
          </w:p>
          <w:p w14:paraId="3F973475" w14:textId="77777777" w:rsidR="00F044BB" w:rsidRDefault="00F044BB" w:rsidP="00AC3FE8">
            <w:pPr>
              <w:pStyle w:val="TAC"/>
              <w:rPr>
                <w:lang w:eastAsia="zh-CN"/>
              </w:rPr>
            </w:pPr>
            <w:r>
              <w:rPr>
                <w:lang w:eastAsia="zh-CN"/>
              </w:rPr>
              <w:t>DC_1A_n78A</w:t>
            </w:r>
          </w:p>
          <w:p w14:paraId="26C43F87" w14:textId="77777777" w:rsidR="00F044BB" w:rsidRDefault="00F044BB" w:rsidP="00AC3FE8">
            <w:pPr>
              <w:pStyle w:val="TAC"/>
              <w:rPr>
                <w:lang w:eastAsia="zh-CN"/>
              </w:rPr>
            </w:pPr>
            <w:r>
              <w:rPr>
                <w:lang w:eastAsia="zh-CN"/>
              </w:rPr>
              <w:t>DC_7A_n3A</w:t>
            </w:r>
          </w:p>
          <w:p w14:paraId="51C5DB69" w14:textId="77777777" w:rsidR="00F044BB" w:rsidRDefault="00F044BB" w:rsidP="00AC3FE8">
            <w:pPr>
              <w:pStyle w:val="TAC"/>
              <w:rPr>
                <w:noProof/>
                <w:kern w:val="2"/>
                <w:lang w:eastAsia="zh-CN"/>
              </w:rPr>
            </w:pPr>
            <w:r>
              <w:rPr>
                <w:lang w:eastAsia="zh-CN"/>
              </w:rPr>
              <w:t>DC_7A_n78A</w:t>
            </w:r>
          </w:p>
        </w:tc>
      </w:tr>
      <w:tr w:rsidR="00F044BB" w14:paraId="5D195E3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D5ED8DE" w14:textId="77777777" w:rsidR="00F044BB" w:rsidRDefault="00F044BB" w:rsidP="00AC3FE8">
            <w:pPr>
              <w:pStyle w:val="TAC"/>
              <w:rPr>
                <w:lang w:eastAsia="zh-CN"/>
              </w:rPr>
            </w:pPr>
            <w:r>
              <w:rPr>
                <w:lang w:eastAsia="zh-CN"/>
              </w:rPr>
              <w:t>DC_1A-7A_n5A-n78A</w:t>
            </w:r>
          </w:p>
          <w:p w14:paraId="1AB295F7" w14:textId="77777777" w:rsidR="00F044BB" w:rsidRDefault="00F044BB" w:rsidP="00AC3FE8">
            <w:pPr>
              <w:pStyle w:val="TAC"/>
              <w:rPr>
                <w:noProof/>
                <w:kern w:val="2"/>
                <w:lang w:eastAsia="zh-CN"/>
              </w:rPr>
            </w:pPr>
            <w:r>
              <w:rPr>
                <w:lang w:eastAsia="zh-CN"/>
              </w:rPr>
              <w:t>DC_1A-7C_n5A-n78A</w:t>
            </w:r>
          </w:p>
        </w:tc>
        <w:tc>
          <w:tcPr>
            <w:tcW w:w="3514" w:type="dxa"/>
            <w:tcBorders>
              <w:top w:val="single" w:sz="4" w:space="0" w:color="auto"/>
              <w:left w:val="single" w:sz="4" w:space="0" w:color="auto"/>
              <w:bottom w:val="single" w:sz="4" w:space="0" w:color="auto"/>
              <w:right w:val="single" w:sz="4" w:space="0" w:color="auto"/>
            </w:tcBorders>
            <w:hideMark/>
          </w:tcPr>
          <w:p w14:paraId="502FEBFD" w14:textId="77777777" w:rsidR="00F044BB" w:rsidRDefault="00F044BB" w:rsidP="00AC3FE8">
            <w:pPr>
              <w:pStyle w:val="TAC"/>
              <w:rPr>
                <w:lang w:eastAsia="zh-CN"/>
              </w:rPr>
            </w:pPr>
            <w:r>
              <w:rPr>
                <w:lang w:eastAsia="zh-CN"/>
              </w:rPr>
              <w:t>DC_1A_n5A</w:t>
            </w:r>
          </w:p>
          <w:p w14:paraId="597D18C8" w14:textId="77777777" w:rsidR="00F044BB" w:rsidRDefault="00F044BB" w:rsidP="00AC3FE8">
            <w:pPr>
              <w:pStyle w:val="TAC"/>
              <w:rPr>
                <w:lang w:eastAsia="zh-CN"/>
              </w:rPr>
            </w:pPr>
            <w:r>
              <w:rPr>
                <w:lang w:eastAsia="zh-CN"/>
              </w:rPr>
              <w:t>DC_1A_n78A</w:t>
            </w:r>
          </w:p>
          <w:p w14:paraId="2F2CA2A0" w14:textId="77777777" w:rsidR="00F044BB" w:rsidRDefault="00F044BB" w:rsidP="00AC3FE8">
            <w:pPr>
              <w:pStyle w:val="TAC"/>
              <w:rPr>
                <w:lang w:eastAsia="zh-CN"/>
              </w:rPr>
            </w:pPr>
            <w:r>
              <w:rPr>
                <w:lang w:eastAsia="zh-CN"/>
              </w:rPr>
              <w:t>DC_7A_n5A</w:t>
            </w:r>
          </w:p>
          <w:p w14:paraId="5E67922A" w14:textId="77777777" w:rsidR="00F044BB" w:rsidRDefault="00F044BB" w:rsidP="00AC3FE8">
            <w:pPr>
              <w:pStyle w:val="TAC"/>
              <w:rPr>
                <w:lang w:eastAsia="zh-CN"/>
              </w:rPr>
            </w:pPr>
            <w:r>
              <w:rPr>
                <w:lang w:eastAsia="zh-CN"/>
              </w:rPr>
              <w:t>DC_7A_n78A</w:t>
            </w:r>
          </w:p>
          <w:p w14:paraId="465F3E62" w14:textId="77777777" w:rsidR="00F044BB" w:rsidRDefault="00F044BB" w:rsidP="00AC3FE8">
            <w:pPr>
              <w:pStyle w:val="TAC"/>
              <w:rPr>
                <w:lang w:eastAsia="zh-CN"/>
              </w:rPr>
            </w:pPr>
            <w:r>
              <w:rPr>
                <w:lang w:eastAsia="zh-CN"/>
              </w:rPr>
              <w:t>DC_7C_n5A</w:t>
            </w:r>
          </w:p>
          <w:p w14:paraId="4EE9095F" w14:textId="77777777" w:rsidR="00F044BB" w:rsidRDefault="00F044BB" w:rsidP="00AC3FE8">
            <w:pPr>
              <w:pStyle w:val="TAC"/>
              <w:rPr>
                <w:noProof/>
                <w:kern w:val="2"/>
                <w:lang w:eastAsia="zh-CN"/>
              </w:rPr>
            </w:pPr>
            <w:r>
              <w:rPr>
                <w:lang w:eastAsia="zh-CN"/>
              </w:rPr>
              <w:t>DC_7C_n78A</w:t>
            </w:r>
          </w:p>
        </w:tc>
      </w:tr>
      <w:tr w:rsidR="00F044BB" w14:paraId="5D4B4D9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13F9874" w14:textId="77777777" w:rsidR="00F044BB" w:rsidRDefault="00F044BB" w:rsidP="00AC3FE8">
            <w:pPr>
              <w:pStyle w:val="TAC"/>
              <w:rPr>
                <w:lang w:eastAsia="zh-CN"/>
              </w:rPr>
            </w:pPr>
            <w:r>
              <w:rPr>
                <w:lang w:eastAsia="ja-JP"/>
              </w:rPr>
              <w:t>DC_1A-7A-8A_n3A</w:t>
            </w:r>
          </w:p>
        </w:tc>
        <w:tc>
          <w:tcPr>
            <w:tcW w:w="3514" w:type="dxa"/>
            <w:tcBorders>
              <w:top w:val="single" w:sz="4" w:space="0" w:color="auto"/>
              <w:left w:val="single" w:sz="4" w:space="0" w:color="auto"/>
              <w:bottom w:val="single" w:sz="4" w:space="0" w:color="auto"/>
              <w:right w:val="single" w:sz="4" w:space="0" w:color="auto"/>
            </w:tcBorders>
            <w:hideMark/>
          </w:tcPr>
          <w:p w14:paraId="6FC87061" w14:textId="77777777" w:rsidR="00F044BB" w:rsidRDefault="00F044BB" w:rsidP="00AC3FE8">
            <w:pPr>
              <w:pStyle w:val="TAC"/>
              <w:rPr>
                <w:lang w:eastAsia="fi-FI"/>
              </w:rPr>
            </w:pPr>
            <w:r>
              <w:rPr>
                <w:lang w:eastAsia="fi-FI"/>
              </w:rPr>
              <w:t>DC_</w:t>
            </w:r>
            <w:r>
              <w:rPr>
                <w:lang w:eastAsia="ja-JP"/>
              </w:rPr>
              <w:t>1</w:t>
            </w:r>
            <w:r>
              <w:rPr>
                <w:lang w:eastAsia="fi-FI"/>
              </w:rPr>
              <w:t>A_</w:t>
            </w:r>
            <w:r>
              <w:rPr>
                <w:lang w:eastAsia="ja-JP"/>
              </w:rPr>
              <w:t>n3</w:t>
            </w:r>
            <w:r>
              <w:rPr>
                <w:lang w:eastAsia="fi-FI"/>
              </w:rPr>
              <w:t>A</w:t>
            </w:r>
          </w:p>
          <w:p w14:paraId="778C3C0F" w14:textId="77777777" w:rsidR="00F044BB" w:rsidRDefault="00F044BB" w:rsidP="00AC3FE8">
            <w:pPr>
              <w:pStyle w:val="TAC"/>
              <w:rPr>
                <w:lang w:eastAsia="ja-JP"/>
              </w:rPr>
            </w:pPr>
            <w:r>
              <w:rPr>
                <w:lang w:eastAsia="fi-FI"/>
              </w:rPr>
              <w:t>DC_7A_</w:t>
            </w:r>
            <w:r>
              <w:rPr>
                <w:lang w:eastAsia="ja-JP"/>
              </w:rPr>
              <w:t>n3A</w:t>
            </w:r>
          </w:p>
          <w:p w14:paraId="59E91158" w14:textId="77777777" w:rsidR="00F044BB" w:rsidRDefault="00F044BB" w:rsidP="00AC3FE8">
            <w:pPr>
              <w:pStyle w:val="TAC"/>
              <w:rPr>
                <w:lang w:eastAsia="zh-CN"/>
              </w:rPr>
            </w:pPr>
            <w:r>
              <w:rPr>
                <w:lang w:eastAsia="fi-FI"/>
              </w:rPr>
              <w:t>DC_</w:t>
            </w:r>
            <w:r>
              <w:rPr>
                <w:lang w:eastAsia="ja-JP"/>
              </w:rPr>
              <w:t>8</w:t>
            </w:r>
            <w:r>
              <w:rPr>
                <w:lang w:eastAsia="fi-FI"/>
              </w:rPr>
              <w:t>A_</w:t>
            </w:r>
            <w:r>
              <w:rPr>
                <w:lang w:eastAsia="ja-JP"/>
              </w:rPr>
              <w:t>n3</w:t>
            </w:r>
            <w:r>
              <w:rPr>
                <w:lang w:eastAsia="fi-FI"/>
              </w:rPr>
              <w:t>A</w:t>
            </w:r>
          </w:p>
        </w:tc>
      </w:tr>
      <w:tr w:rsidR="00F044BB" w14:paraId="7D0AA89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CEC4D8F" w14:textId="77777777" w:rsidR="00F044BB" w:rsidRDefault="00F044BB" w:rsidP="00AC3FE8">
            <w:pPr>
              <w:pStyle w:val="TAC"/>
              <w:rPr>
                <w:lang w:eastAsia="zh-CN"/>
              </w:rPr>
            </w:pPr>
            <w:r>
              <w:rPr>
                <w:rFonts w:eastAsia="Malgun Gothic" w:cs="Arial"/>
                <w:szCs w:val="18"/>
                <w:lang w:eastAsia="ko-KR"/>
              </w:rPr>
              <w:t>DC_1A-7A_n7A-n78A</w:t>
            </w:r>
          </w:p>
        </w:tc>
        <w:tc>
          <w:tcPr>
            <w:tcW w:w="3514" w:type="dxa"/>
            <w:tcBorders>
              <w:top w:val="single" w:sz="4" w:space="0" w:color="auto"/>
              <w:left w:val="single" w:sz="4" w:space="0" w:color="auto"/>
              <w:bottom w:val="single" w:sz="4" w:space="0" w:color="auto"/>
              <w:right w:val="single" w:sz="4" w:space="0" w:color="auto"/>
            </w:tcBorders>
            <w:hideMark/>
          </w:tcPr>
          <w:p w14:paraId="0068272B" w14:textId="77777777" w:rsidR="00F044BB" w:rsidRDefault="00F044BB" w:rsidP="00AC3FE8">
            <w:pPr>
              <w:pStyle w:val="TAC"/>
              <w:rPr>
                <w:rFonts w:cs="Arial"/>
                <w:lang w:eastAsia="zh-CN"/>
              </w:rPr>
            </w:pPr>
            <w:r>
              <w:rPr>
                <w:rFonts w:cs="Arial"/>
                <w:lang w:eastAsia="zh-CN"/>
              </w:rPr>
              <w:t>DC_1A_n7A</w:t>
            </w:r>
          </w:p>
          <w:p w14:paraId="36B34349" w14:textId="77777777" w:rsidR="00F044BB" w:rsidRDefault="00F044BB" w:rsidP="00AC3FE8">
            <w:pPr>
              <w:pStyle w:val="TAC"/>
              <w:rPr>
                <w:rFonts w:cs="Arial"/>
                <w:lang w:eastAsia="zh-CN"/>
              </w:rPr>
            </w:pPr>
            <w:r>
              <w:rPr>
                <w:rFonts w:cs="Arial"/>
                <w:lang w:eastAsia="zh-CN"/>
              </w:rPr>
              <w:t>DC_7A_n7A</w:t>
            </w:r>
            <w:r>
              <w:rPr>
                <w:rFonts w:cs="Arial"/>
                <w:vertAlign w:val="superscript"/>
                <w:lang w:eastAsia="zh-CN"/>
              </w:rPr>
              <w:t>4</w:t>
            </w:r>
          </w:p>
          <w:p w14:paraId="162916DF" w14:textId="77777777" w:rsidR="00F044BB" w:rsidRDefault="00F044BB" w:rsidP="00AC3FE8">
            <w:pPr>
              <w:pStyle w:val="TAC"/>
              <w:rPr>
                <w:rFonts w:cs="Arial"/>
                <w:lang w:eastAsia="zh-CN"/>
              </w:rPr>
            </w:pPr>
            <w:r>
              <w:rPr>
                <w:rFonts w:cs="Arial"/>
                <w:lang w:eastAsia="zh-CN"/>
              </w:rPr>
              <w:t>DC_1A_n78A</w:t>
            </w:r>
          </w:p>
          <w:p w14:paraId="415F3896" w14:textId="77777777" w:rsidR="00F044BB" w:rsidRDefault="00F044BB" w:rsidP="00AC3FE8">
            <w:pPr>
              <w:pStyle w:val="TAC"/>
              <w:rPr>
                <w:lang w:eastAsia="zh-CN"/>
              </w:rPr>
            </w:pPr>
            <w:r>
              <w:rPr>
                <w:rFonts w:cs="Arial"/>
                <w:lang w:eastAsia="zh-CN"/>
              </w:rPr>
              <w:t>DC_7A_n78A</w:t>
            </w:r>
          </w:p>
        </w:tc>
      </w:tr>
      <w:tr w:rsidR="00F044BB" w14:paraId="0998DA7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CF25105" w14:textId="77777777" w:rsidR="00F044BB" w:rsidRDefault="00F044BB" w:rsidP="00AC3FE8">
            <w:pPr>
              <w:pStyle w:val="TAC"/>
              <w:rPr>
                <w:rFonts w:cs="Arial"/>
                <w:lang w:eastAsia="zh-CN"/>
              </w:rPr>
            </w:pPr>
            <w:r>
              <w:rPr>
                <w:lang w:eastAsia="fi-FI"/>
              </w:rPr>
              <w:t>DC_</w:t>
            </w:r>
            <w:r>
              <w:rPr>
                <w:lang w:eastAsia="ja-JP"/>
              </w:rPr>
              <w:t>1A-7A-8A_n78A</w:t>
            </w:r>
          </w:p>
        </w:tc>
        <w:tc>
          <w:tcPr>
            <w:tcW w:w="3514" w:type="dxa"/>
            <w:tcBorders>
              <w:top w:val="single" w:sz="4" w:space="0" w:color="auto"/>
              <w:left w:val="single" w:sz="4" w:space="0" w:color="auto"/>
              <w:bottom w:val="single" w:sz="4" w:space="0" w:color="auto"/>
              <w:right w:val="single" w:sz="4" w:space="0" w:color="auto"/>
            </w:tcBorders>
            <w:hideMark/>
          </w:tcPr>
          <w:p w14:paraId="171AEE15" w14:textId="77777777" w:rsidR="00F044BB" w:rsidRDefault="00F044BB" w:rsidP="00AC3FE8">
            <w:pPr>
              <w:pStyle w:val="TAC"/>
              <w:rPr>
                <w:lang w:eastAsia="fi-FI"/>
              </w:rPr>
            </w:pPr>
            <w:r>
              <w:rPr>
                <w:lang w:eastAsia="fi-FI"/>
              </w:rPr>
              <w:t>DC_1A_n78A</w:t>
            </w:r>
          </w:p>
          <w:p w14:paraId="7F2C571E" w14:textId="77777777" w:rsidR="00F044BB" w:rsidRDefault="00F044BB" w:rsidP="00AC3FE8">
            <w:pPr>
              <w:pStyle w:val="TAC"/>
              <w:rPr>
                <w:lang w:eastAsia="fi-FI"/>
              </w:rPr>
            </w:pPr>
            <w:r>
              <w:rPr>
                <w:lang w:eastAsia="fi-FI"/>
              </w:rPr>
              <w:t>DC_7A_n78A</w:t>
            </w:r>
          </w:p>
          <w:p w14:paraId="631722A4" w14:textId="77777777" w:rsidR="00F044BB" w:rsidRDefault="00F044BB" w:rsidP="00AC3FE8">
            <w:pPr>
              <w:pStyle w:val="TAC"/>
              <w:rPr>
                <w:rFonts w:cs="Arial"/>
                <w:lang w:eastAsia="zh-CN"/>
              </w:rPr>
            </w:pPr>
            <w:r>
              <w:rPr>
                <w:lang w:eastAsia="fi-FI"/>
              </w:rPr>
              <w:t>DC_8A_n78A</w:t>
            </w:r>
          </w:p>
        </w:tc>
      </w:tr>
      <w:tr w:rsidR="00F044BB" w14:paraId="21A8C12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80144B2" w14:textId="77777777" w:rsidR="00F044BB" w:rsidRDefault="00F044BB" w:rsidP="00AC3FE8">
            <w:pPr>
              <w:pStyle w:val="TAC"/>
              <w:rPr>
                <w:rFonts w:cs="Arial"/>
                <w:szCs w:val="22"/>
                <w:lang w:eastAsia="zh-CN"/>
              </w:rPr>
            </w:pPr>
            <w:r>
              <w:rPr>
                <w:rFonts w:cs="Arial"/>
                <w:szCs w:val="22"/>
                <w:lang w:eastAsia="zh-CN"/>
              </w:rPr>
              <w:t>DC_1A-7A-20A_n3A</w:t>
            </w:r>
          </w:p>
          <w:p w14:paraId="73B52F1C" w14:textId="77777777" w:rsidR="00F044BB" w:rsidRDefault="00F044BB" w:rsidP="00AC3FE8">
            <w:pPr>
              <w:pStyle w:val="TAC"/>
              <w:rPr>
                <w:rFonts w:cs="Arial"/>
                <w:lang w:eastAsia="zh-CN"/>
              </w:rPr>
            </w:pPr>
            <w:r>
              <w:rPr>
                <w:rFonts w:cs="Arial"/>
                <w:lang w:eastAsia="zh-CN"/>
              </w:rPr>
              <w:t>DC_1A-7C-20A_n3A</w:t>
            </w:r>
          </w:p>
        </w:tc>
        <w:tc>
          <w:tcPr>
            <w:tcW w:w="3514" w:type="dxa"/>
            <w:tcBorders>
              <w:top w:val="single" w:sz="4" w:space="0" w:color="auto"/>
              <w:left w:val="single" w:sz="4" w:space="0" w:color="auto"/>
              <w:bottom w:val="single" w:sz="4" w:space="0" w:color="auto"/>
              <w:right w:val="single" w:sz="4" w:space="0" w:color="auto"/>
            </w:tcBorders>
            <w:hideMark/>
          </w:tcPr>
          <w:p w14:paraId="08DD4C32" w14:textId="77777777" w:rsidR="00F044BB" w:rsidRDefault="00F044BB" w:rsidP="00AC3FE8">
            <w:pPr>
              <w:pStyle w:val="TAC"/>
              <w:rPr>
                <w:rFonts w:cs="Arial"/>
                <w:szCs w:val="22"/>
                <w:lang w:eastAsia="zh-CN"/>
              </w:rPr>
            </w:pPr>
            <w:r>
              <w:rPr>
                <w:rFonts w:cs="Arial"/>
                <w:szCs w:val="22"/>
                <w:lang w:eastAsia="zh-CN"/>
              </w:rPr>
              <w:t>DC_1A_n3A</w:t>
            </w:r>
          </w:p>
          <w:p w14:paraId="2CC0D9EE" w14:textId="77777777" w:rsidR="00F044BB" w:rsidRDefault="00F044BB" w:rsidP="00AC3FE8">
            <w:pPr>
              <w:pStyle w:val="TAC"/>
              <w:rPr>
                <w:rFonts w:cs="Arial"/>
                <w:szCs w:val="22"/>
                <w:lang w:eastAsia="zh-CN"/>
              </w:rPr>
            </w:pPr>
            <w:r>
              <w:rPr>
                <w:rFonts w:cs="Arial"/>
                <w:szCs w:val="22"/>
                <w:lang w:eastAsia="zh-CN"/>
              </w:rPr>
              <w:t>DC_7A_n3A</w:t>
            </w:r>
          </w:p>
          <w:p w14:paraId="7D754909" w14:textId="77777777" w:rsidR="00F044BB" w:rsidRDefault="00F044BB" w:rsidP="00AC3FE8">
            <w:pPr>
              <w:pStyle w:val="TAC"/>
              <w:rPr>
                <w:rFonts w:cs="Arial"/>
                <w:szCs w:val="22"/>
                <w:lang w:eastAsia="zh-CN"/>
              </w:rPr>
            </w:pPr>
            <w:r>
              <w:rPr>
                <w:rFonts w:cs="Arial"/>
                <w:szCs w:val="22"/>
                <w:lang w:eastAsia="zh-CN"/>
              </w:rPr>
              <w:t>DC_7C_n3A</w:t>
            </w:r>
          </w:p>
          <w:p w14:paraId="177FECB6" w14:textId="77777777" w:rsidR="00F044BB" w:rsidRDefault="00F044BB" w:rsidP="00AC3FE8">
            <w:pPr>
              <w:pStyle w:val="TAC"/>
              <w:rPr>
                <w:rFonts w:cs="Arial"/>
                <w:lang w:eastAsia="zh-CN"/>
              </w:rPr>
            </w:pPr>
            <w:r>
              <w:rPr>
                <w:rFonts w:cs="Arial"/>
                <w:szCs w:val="22"/>
                <w:lang w:eastAsia="zh-CN"/>
              </w:rPr>
              <w:t>DC_20A_n3A</w:t>
            </w:r>
          </w:p>
        </w:tc>
      </w:tr>
      <w:tr w:rsidR="00F044BB" w14:paraId="7EBBF25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20605F9" w14:textId="77777777" w:rsidR="00F044BB" w:rsidRDefault="00F044BB" w:rsidP="00AC3FE8">
            <w:pPr>
              <w:pStyle w:val="TAC"/>
              <w:rPr>
                <w:szCs w:val="22"/>
                <w:lang w:eastAsia="zh-CN"/>
              </w:rPr>
            </w:pPr>
            <w:r>
              <w:rPr>
                <w:lang w:eastAsia="ja-JP"/>
              </w:rPr>
              <w:t>DC_1A-7A-20A_n8A</w:t>
            </w:r>
          </w:p>
        </w:tc>
        <w:tc>
          <w:tcPr>
            <w:tcW w:w="3514" w:type="dxa"/>
            <w:tcBorders>
              <w:top w:val="single" w:sz="4" w:space="0" w:color="auto"/>
              <w:left w:val="single" w:sz="4" w:space="0" w:color="auto"/>
              <w:bottom w:val="single" w:sz="4" w:space="0" w:color="auto"/>
              <w:right w:val="single" w:sz="4" w:space="0" w:color="auto"/>
            </w:tcBorders>
            <w:hideMark/>
          </w:tcPr>
          <w:p w14:paraId="1C200C62" w14:textId="77777777" w:rsidR="00F044BB" w:rsidRDefault="00F044BB" w:rsidP="00AC3FE8">
            <w:pPr>
              <w:pStyle w:val="TAC"/>
              <w:rPr>
                <w:lang w:eastAsia="fi-FI"/>
              </w:rPr>
            </w:pPr>
            <w:r>
              <w:rPr>
                <w:lang w:eastAsia="fi-FI"/>
              </w:rPr>
              <w:t>DC_</w:t>
            </w:r>
            <w:r>
              <w:rPr>
                <w:lang w:eastAsia="ja-JP"/>
              </w:rPr>
              <w:t>1</w:t>
            </w:r>
            <w:r>
              <w:rPr>
                <w:lang w:eastAsia="fi-FI"/>
              </w:rPr>
              <w:t>A_</w:t>
            </w:r>
            <w:r>
              <w:rPr>
                <w:lang w:eastAsia="ja-JP"/>
              </w:rPr>
              <w:t>n8</w:t>
            </w:r>
            <w:r>
              <w:rPr>
                <w:lang w:eastAsia="fi-FI"/>
              </w:rPr>
              <w:t>A</w:t>
            </w:r>
          </w:p>
          <w:p w14:paraId="1487C6CC" w14:textId="77777777" w:rsidR="00F044BB" w:rsidRDefault="00F044BB" w:rsidP="00AC3FE8">
            <w:pPr>
              <w:pStyle w:val="TAC"/>
              <w:rPr>
                <w:lang w:eastAsia="ja-JP"/>
              </w:rPr>
            </w:pPr>
            <w:r>
              <w:rPr>
                <w:lang w:eastAsia="fi-FI"/>
              </w:rPr>
              <w:t>DC_7A_</w:t>
            </w:r>
            <w:r>
              <w:rPr>
                <w:lang w:eastAsia="ja-JP"/>
              </w:rPr>
              <w:t>n8A</w:t>
            </w:r>
          </w:p>
          <w:p w14:paraId="37E2469E" w14:textId="77777777" w:rsidR="00F044BB" w:rsidRDefault="00F044BB" w:rsidP="00AC3FE8">
            <w:pPr>
              <w:pStyle w:val="TAC"/>
              <w:rPr>
                <w:szCs w:val="22"/>
                <w:lang w:eastAsia="zh-CN"/>
              </w:rPr>
            </w:pPr>
            <w:r>
              <w:rPr>
                <w:lang w:eastAsia="fi-FI"/>
              </w:rPr>
              <w:t>DC_</w:t>
            </w:r>
            <w:r>
              <w:rPr>
                <w:lang w:eastAsia="ja-JP"/>
              </w:rPr>
              <w:t>20A</w:t>
            </w:r>
            <w:r>
              <w:rPr>
                <w:lang w:eastAsia="fi-FI"/>
              </w:rPr>
              <w:t>_</w:t>
            </w:r>
            <w:r>
              <w:rPr>
                <w:lang w:eastAsia="ja-JP"/>
              </w:rPr>
              <w:t>n8</w:t>
            </w:r>
            <w:r>
              <w:rPr>
                <w:lang w:eastAsia="fi-FI"/>
              </w:rPr>
              <w:t>A</w:t>
            </w:r>
          </w:p>
        </w:tc>
      </w:tr>
      <w:tr w:rsidR="00F044BB" w14:paraId="61AAA91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B4BDBE1" w14:textId="77777777" w:rsidR="00F044BB" w:rsidRDefault="00F044BB" w:rsidP="00AC3FE8">
            <w:pPr>
              <w:pStyle w:val="TAC"/>
              <w:rPr>
                <w:lang w:eastAsia="fi-FI"/>
              </w:rPr>
            </w:pPr>
            <w:r>
              <w:rPr>
                <w:lang w:eastAsia="fi-FI"/>
              </w:rPr>
              <w:lastRenderedPageBreak/>
              <w:t>DC_1A-7A-20A_n28A</w:t>
            </w:r>
            <w:r>
              <w:rPr>
                <w:vertAlign w:val="superscript"/>
                <w:lang w:eastAsia="fi-FI"/>
              </w:rPr>
              <w:t>3,7,</w:t>
            </w:r>
            <w:r>
              <w:rPr>
                <w:vertAlign w:val="superscript"/>
                <w:lang w:eastAsia="ja-JP"/>
              </w:rPr>
              <w:t>8</w:t>
            </w:r>
          </w:p>
        </w:tc>
        <w:tc>
          <w:tcPr>
            <w:tcW w:w="3514" w:type="dxa"/>
            <w:tcBorders>
              <w:top w:val="single" w:sz="4" w:space="0" w:color="auto"/>
              <w:left w:val="single" w:sz="4" w:space="0" w:color="auto"/>
              <w:bottom w:val="single" w:sz="4" w:space="0" w:color="auto"/>
              <w:right w:val="single" w:sz="4" w:space="0" w:color="auto"/>
            </w:tcBorders>
            <w:hideMark/>
          </w:tcPr>
          <w:p w14:paraId="783F011B" w14:textId="77777777" w:rsidR="00F044BB" w:rsidRDefault="00F044BB" w:rsidP="00AC3FE8">
            <w:pPr>
              <w:pStyle w:val="TAC"/>
              <w:rPr>
                <w:lang w:eastAsia="fi-FI"/>
              </w:rPr>
            </w:pPr>
            <w:r>
              <w:rPr>
                <w:lang w:eastAsia="fi-FI"/>
              </w:rPr>
              <w:t>DC_1A_n28A</w:t>
            </w:r>
          </w:p>
          <w:p w14:paraId="241A55C2" w14:textId="77777777" w:rsidR="00F044BB" w:rsidRDefault="00F044BB" w:rsidP="00AC3FE8">
            <w:pPr>
              <w:pStyle w:val="TAC"/>
              <w:rPr>
                <w:lang w:eastAsia="fi-FI"/>
              </w:rPr>
            </w:pPr>
            <w:r>
              <w:rPr>
                <w:lang w:eastAsia="fi-FI"/>
              </w:rPr>
              <w:t>DC_7A_n28A</w:t>
            </w:r>
          </w:p>
          <w:p w14:paraId="2158AB27" w14:textId="77777777" w:rsidR="00F044BB" w:rsidRDefault="00F044BB" w:rsidP="00AC3FE8">
            <w:pPr>
              <w:pStyle w:val="TAC"/>
              <w:rPr>
                <w:lang w:eastAsia="fi-FI"/>
              </w:rPr>
            </w:pPr>
            <w:r>
              <w:rPr>
                <w:lang w:eastAsia="fi-FI"/>
              </w:rPr>
              <w:t>DC_20A_n28A</w:t>
            </w:r>
          </w:p>
        </w:tc>
      </w:tr>
      <w:tr w:rsidR="00F044BB" w14:paraId="0E6FB5B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B24F054" w14:textId="77777777" w:rsidR="00F044BB" w:rsidRDefault="00F044BB" w:rsidP="00AC3FE8">
            <w:pPr>
              <w:pStyle w:val="TAC"/>
              <w:rPr>
                <w:lang w:eastAsia="fi-FI"/>
              </w:rPr>
            </w:pPr>
            <w:r>
              <w:rPr>
                <w:lang w:eastAsia="fi-FI"/>
              </w:rPr>
              <w:t>DC_1A-7A-20A_n78A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0324A9BA" w14:textId="77777777" w:rsidR="00F044BB" w:rsidRDefault="00F044BB" w:rsidP="00AC3FE8">
            <w:pPr>
              <w:pStyle w:val="TAC"/>
              <w:rPr>
                <w:lang w:eastAsia="fi-FI"/>
              </w:rPr>
            </w:pPr>
            <w:r>
              <w:rPr>
                <w:lang w:eastAsia="fi-FI"/>
              </w:rPr>
              <w:t>DC_1A_n78A</w:t>
            </w:r>
          </w:p>
          <w:p w14:paraId="308FE491" w14:textId="77777777" w:rsidR="00F044BB" w:rsidRDefault="00F044BB" w:rsidP="00AC3FE8">
            <w:pPr>
              <w:pStyle w:val="TAC"/>
              <w:rPr>
                <w:lang w:eastAsia="fi-FI"/>
              </w:rPr>
            </w:pPr>
            <w:r>
              <w:rPr>
                <w:lang w:eastAsia="fi-FI"/>
              </w:rPr>
              <w:t>DC_7A_n78A</w:t>
            </w:r>
          </w:p>
          <w:p w14:paraId="1B4057A9" w14:textId="77777777" w:rsidR="00F044BB" w:rsidRDefault="00F044BB" w:rsidP="00AC3FE8">
            <w:pPr>
              <w:pStyle w:val="TAC"/>
              <w:rPr>
                <w:lang w:eastAsia="fi-FI"/>
              </w:rPr>
            </w:pPr>
            <w:r>
              <w:rPr>
                <w:lang w:eastAsia="fi-FI"/>
              </w:rPr>
              <w:t>DC_20A_n78A</w:t>
            </w:r>
          </w:p>
        </w:tc>
      </w:tr>
      <w:tr w:rsidR="00F044BB" w14:paraId="6307F50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E9B7769" w14:textId="77777777" w:rsidR="00F044BB" w:rsidRDefault="00F044BB" w:rsidP="00AC3FE8">
            <w:pPr>
              <w:pStyle w:val="TAC"/>
              <w:rPr>
                <w:lang w:eastAsia="fi-FI"/>
              </w:rPr>
            </w:pPr>
            <w:r>
              <w:rPr>
                <w:lang w:eastAsia="fi-FI"/>
              </w:rPr>
              <w:t>DC_1A-7A-28A_n5A</w:t>
            </w:r>
          </w:p>
          <w:p w14:paraId="5D40E4FD" w14:textId="77777777" w:rsidR="00F044BB" w:rsidRDefault="00F044BB" w:rsidP="00AC3FE8">
            <w:pPr>
              <w:pStyle w:val="TAC"/>
              <w:rPr>
                <w:lang w:eastAsia="fi-FI"/>
              </w:rPr>
            </w:pPr>
            <w:r>
              <w:rPr>
                <w:lang w:eastAsia="fi-FI"/>
              </w:rPr>
              <w:t>DC_1A-7C-28A_n5A</w:t>
            </w:r>
          </w:p>
        </w:tc>
        <w:tc>
          <w:tcPr>
            <w:tcW w:w="3514" w:type="dxa"/>
            <w:tcBorders>
              <w:top w:val="single" w:sz="4" w:space="0" w:color="auto"/>
              <w:left w:val="single" w:sz="4" w:space="0" w:color="auto"/>
              <w:bottom w:val="single" w:sz="4" w:space="0" w:color="auto"/>
              <w:right w:val="single" w:sz="4" w:space="0" w:color="auto"/>
            </w:tcBorders>
            <w:hideMark/>
          </w:tcPr>
          <w:p w14:paraId="1D9DA2D7" w14:textId="77777777" w:rsidR="00F044BB" w:rsidRDefault="00F044BB" w:rsidP="00AC3FE8">
            <w:pPr>
              <w:pStyle w:val="TAC"/>
              <w:rPr>
                <w:lang w:eastAsia="fi-FI"/>
              </w:rPr>
            </w:pPr>
            <w:r>
              <w:rPr>
                <w:lang w:eastAsia="fi-FI"/>
              </w:rPr>
              <w:t>DC_1A_n5A</w:t>
            </w:r>
          </w:p>
          <w:p w14:paraId="437CDF48" w14:textId="77777777" w:rsidR="00F044BB" w:rsidRDefault="00F044BB" w:rsidP="00AC3FE8">
            <w:pPr>
              <w:pStyle w:val="TAC"/>
              <w:rPr>
                <w:lang w:eastAsia="fi-FI"/>
              </w:rPr>
            </w:pPr>
            <w:r>
              <w:rPr>
                <w:lang w:eastAsia="fi-FI"/>
              </w:rPr>
              <w:t>DC_7A_n5A</w:t>
            </w:r>
          </w:p>
          <w:p w14:paraId="288EAA72" w14:textId="77777777" w:rsidR="00F044BB" w:rsidRDefault="00F044BB" w:rsidP="00AC3FE8">
            <w:pPr>
              <w:pStyle w:val="TAC"/>
              <w:rPr>
                <w:lang w:eastAsia="fi-FI"/>
              </w:rPr>
            </w:pPr>
            <w:r>
              <w:rPr>
                <w:lang w:eastAsia="fi-FI"/>
              </w:rPr>
              <w:t>DC_7C_n5A</w:t>
            </w:r>
          </w:p>
          <w:p w14:paraId="042D905D" w14:textId="77777777" w:rsidR="00F044BB" w:rsidRDefault="00F044BB" w:rsidP="00AC3FE8">
            <w:pPr>
              <w:pStyle w:val="TAC"/>
              <w:rPr>
                <w:lang w:eastAsia="fi-FI"/>
              </w:rPr>
            </w:pPr>
            <w:r>
              <w:rPr>
                <w:lang w:eastAsia="fi-FI"/>
              </w:rPr>
              <w:t>DC_28A_n5A</w:t>
            </w:r>
          </w:p>
        </w:tc>
      </w:tr>
      <w:tr w:rsidR="00F044BB" w14:paraId="067DA3D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3511FE8" w14:textId="77777777" w:rsidR="00F044BB" w:rsidRDefault="00F044BB" w:rsidP="00AC3FE8">
            <w:pPr>
              <w:pStyle w:val="TAC"/>
              <w:rPr>
                <w:lang w:eastAsia="fi-FI"/>
              </w:rPr>
            </w:pPr>
            <w:r>
              <w:rPr>
                <w:lang w:eastAsia="ja-JP"/>
              </w:rPr>
              <w:t>DC_1A-7A-28A_n7A</w:t>
            </w:r>
          </w:p>
        </w:tc>
        <w:tc>
          <w:tcPr>
            <w:tcW w:w="3514" w:type="dxa"/>
            <w:tcBorders>
              <w:top w:val="single" w:sz="4" w:space="0" w:color="auto"/>
              <w:left w:val="single" w:sz="4" w:space="0" w:color="auto"/>
              <w:bottom w:val="single" w:sz="4" w:space="0" w:color="auto"/>
              <w:right w:val="single" w:sz="4" w:space="0" w:color="auto"/>
            </w:tcBorders>
            <w:hideMark/>
          </w:tcPr>
          <w:p w14:paraId="1A41F0DC" w14:textId="77777777" w:rsidR="00F044BB" w:rsidRDefault="00F044BB" w:rsidP="00AC3FE8">
            <w:pPr>
              <w:pStyle w:val="TAC"/>
              <w:rPr>
                <w:lang w:eastAsia="zh-TW"/>
              </w:rPr>
            </w:pPr>
            <w:r>
              <w:rPr>
                <w:lang w:eastAsia="zh-TW"/>
              </w:rPr>
              <w:t>DC_1A_n7A</w:t>
            </w:r>
          </w:p>
          <w:p w14:paraId="6EC1D8C6" w14:textId="77777777" w:rsidR="00F044BB" w:rsidRDefault="00F044BB" w:rsidP="00AC3FE8">
            <w:pPr>
              <w:pStyle w:val="TAC"/>
              <w:rPr>
                <w:lang w:eastAsia="zh-TW"/>
              </w:rPr>
            </w:pPr>
            <w:r>
              <w:rPr>
                <w:lang w:eastAsia="zh-TW"/>
              </w:rPr>
              <w:t>DC_7A_n7A</w:t>
            </w:r>
            <w:r>
              <w:rPr>
                <w:vertAlign w:val="superscript"/>
                <w:lang w:eastAsia="zh-TW"/>
              </w:rPr>
              <w:t>4</w:t>
            </w:r>
          </w:p>
          <w:p w14:paraId="1DA60E41" w14:textId="77777777" w:rsidR="00F044BB" w:rsidRDefault="00F044BB" w:rsidP="00AC3FE8">
            <w:pPr>
              <w:pStyle w:val="TAC"/>
              <w:rPr>
                <w:lang w:eastAsia="fi-FI"/>
              </w:rPr>
            </w:pPr>
            <w:r>
              <w:rPr>
                <w:lang w:eastAsia="zh-TW"/>
              </w:rPr>
              <w:t>DC_28A_n7A</w:t>
            </w:r>
          </w:p>
        </w:tc>
      </w:tr>
      <w:tr w:rsidR="00F044BB" w14:paraId="50CD455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D041D5E" w14:textId="77777777" w:rsidR="00F044BB" w:rsidRDefault="00F044BB" w:rsidP="00AC3FE8">
            <w:pPr>
              <w:pStyle w:val="TAC"/>
              <w:rPr>
                <w:lang w:eastAsia="fi-FI"/>
              </w:rPr>
            </w:pPr>
            <w:r>
              <w:rPr>
                <w:lang w:eastAsia="ja-JP"/>
              </w:rPr>
              <w:t>DC_1A-1A-7A-28A_n7A</w:t>
            </w:r>
          </w:p>
        </w:tc>
        <w:tc>
          <w:tcPr>
            <w:tcW w:w="3514" w:type="dxa"/>
            <w:tcBorders>
              <w:top w:val="single" w:sz="4" w:space="0" w:color="auto"/>
              <w:left w:val="single" w:sz="4" w:space="0" w:color="auto"/>
              <w:bottom w:val="single" w:sz="4" w:space="0" w:color="auto"/>
              <w:right w:val="single" w:sz="4" w:space="0" w:color="auto"/>
            </w:tcBorders>
            <w:hideMark/>
          </w:tcPr>
          <w:p w14:paraId="41E76EF3" w14:textId="77777777" w:rsidR="00F044BB" w:rsidRDefault="00F044BB" w:rsidP="00AC3FE8">
            <w:pPr>
              <w:pStyle w:val="TAC"/>
              <w:rPr>
                <w:lang w:eastAsia="zh-TW"/>
              </w:rPr>
            </w:pPr>
            <w:r>
              <w:rPr>
                <w:lang w:eastAsia="zh-TW"/>
              </w:rPr>
              <w:t>DC_1A_n7A</w:t>
            </w:r>
          </w:p>
          <w:p w14:paraId="669824E9" w14:textId="77777777" w:rsidR="00F044BB" w:rsidRDefault="00F044BB" w:rsidP="00AC3FE8">
            <w:pPr>
              <w:pStyle w:val="TAC"/>
              <w:rPr>
                <w:lang w:eastAsia="zh-TW"/>
              </w:rPr>
            </w:pPr>
            <w:r>
              <w:rPr>
                <w:lang w:eastAsia="zh-TW"/>
              </w:rPr>
              <w:t>DC_7A_n7A</w:t>
            </w:r>
            <w:r>
              <w:rPr>
                <w:vertAlign w:val="superscript"/>
                <w:lang w:eastAsia="zh-TW"/>
              </w:rPr>
              <w:t>4</w:t>
            </w:r>
          </w:p>
          <w:p w14:paraId="75CCE72B" w14:textId="77777777" w:rsidR="00F044BB" w:rsidRDefault="00F044BB" w:rsidP="00AC3FE8">
            <w:pPr>
              <w:pStyle w:val="TAC"/>
              <w:rPr>
                <w:lang w:eastAsia="fi-FI"/>
              </w:rPr>
            </w:pPr>
            <w:r>
              <w:rPr>
                <w:lang w:eastAsia="zh-TW"/>
              </w:rPr>
              <w:t>DC_28A_n7A</w:t>
            </w:r>
          </w:p>
        </w:tc>
      </w:tr>
      <w:tr w:rsidR="00F044BB" w14:paraId="0AD96D0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DEB24F3" w14:textId="77777777" w:rsidR="00F044BB" w:rsidRDefault="00F044BB" w:rsidP="00AC3FE8">
            <w:pPr>
              <w:pStyle w:val="TAC"/>
              <w:rPr>
                <w:lang w:eastAsia="ja-JP"/>
              </w:rPr>
            </w:pPr>
            <w:r>
              <w:rPr>
                <w:lang w:eastAsia="fi-FI"/>
              </w:rPr>
              <w:t>DC_1A-7A-28A_n40A</w:t>
            </w:r>
          </w:p>
        </w:tc>
        <w:tc>
          <w:tcPr>
            <w:tcW w:w="3514" w:type="dxa"/>
            <w:tcBorders>
              <w:top w:val="single" w:sz="4" w:space="0" w:color="auto"/>
              <w:left w:val="single" w:sz="4" w:space="0" w:color="auto"/>
              <w:bottom w:val="single" w:sz="4" w:space="0" w:color="auto"/>
              <w:right w:val="single" w:sz="4" w:space="0" w:color="auto"/>
            </w:tcBorders>
            <w:hideMark/>
          </w:tcPr>
          <w:p w14:paraId="70F57D81" w14:textId="77777777" w:rsidR="00F044BB" w:rsidRDefault="00F044BB" w:rsidP="00AC3FE8">
            <w:pPr>
              <w:pStyle w:val="TAC"/>
              <w:rPr>
                <w:lang w:eastAsia="fi-FI"/>
              </w:rPr>
            </w:pPr>
            <w:r>
              <w:rPr>
                <w:lang w:eastAsia="fi-FI"/>
              </w:rPr>
              <w:t>DC_1A_n40A</w:t>
            </w:r>
          </w:p>
          <w:p w14:paraId="14DCA831" w14:textId="77777777" w:rsidR="00F044BB" w:rsidRDefault="00F044BB" w:rsidP="00AC3FE8">
            <w:pPr>
              <w:pStyle w:val="TAC"/>
              <w:rPr>
                <w:lang w:eastAsia="fi-FI"/>
              </w:rPr>
            </w:pPr>
            <w:r>
              <w:rPr>
                <w:lang w:eastAsia="fi-FI"/>
              </w:rPr>
              <w:t>DC_7A_n40A</w:t>
            </w:r>
          </w:p>
          <w:p w14:paraId="702D09AF" w14:textId="77777777" w:rsidR="00F044BB" w:rsidRDefault="00F044BB" w:rsidP="00AC3FE8">
            <w:pPr>
              <w:pStyle w:val="TAC"/>
              <w:rPr>
                <w:lang w:eastAsia="zh-TW"/>
              </w:rPr>
            </w:pPr>
            <w:r>
              <w:rPr>
                <w:lang w:eastAsia="fi-FI"/>
              </w:rPr>
              <w:t>DC_28A_n40A</w:t>
            </w:r>
          </w:p>
        </w:tc>
      </w:tr>
      <w:tr w:rsidR="00F044BB" w14:paraId="170D664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23828C4" w14:textId="77777777" w:rsidR="00F044BB" w:rsidRDefault="00F044BB" w:rsidP="00AC3FE8">
            <w:pPr>
              <w:pStyle w:val="TAC"/>
              <w:rPr>
                <w:lang w:eastAsia="fi-FI"/>
              </w:rPr>
            </w:pPr>
            <w:r>
              <w:rPr>
                <w:lang w:eastAsia="fi-FI"/>
              </w:rPr>
              <w:t>DC_1A-7A-28A_n78A</w:t>
            </w:r>
          </w:p>
          <w:p w14:paraId="4F80B9C6" w14:textId="77777777" w:rsidR="00F044BB" w:rsidRDefault="00F044BB" w:rsidP="00AC3FE8">
            <w:pPr>
              <w:pStyle w:val="TAC"/>
              <w:rPr>
                <w:lang w:eastAsia="fi-FI"/>
              </w:rPr>
            </w:pPr>
            <w:r>
              <w:rPr>
                <w:lang w:eastAsia="fi-FI"/>
              </w:rPr>
              <w:t>DC_1A-7C-28A_n78A</w:t>
            </w:r>
          </w:p>
        </w:tc>
        <w:tc>
          <w:tcPr>
            <w:tcW w:w="3514" w:type="dxa"/>
            <w:tcBorders>
              <w:top w:val="single" w:sz="4" w:space="0" w:color="auto"/>
              <w:left w:val="single" w:sz="4" w:space="0" w:color="auto"/>
              <w:bottom w:val="single" w:sz="4" w:space="0" w:color="auto"/>
              <w:right w:val="single" w:sz="4" w:space="0" w:color="auto"/>
            </w:tcBorders>
            <w:hideMark/>
          </w:tcPr>
          <w:p w14:paraId="1863C137" w14:textId="77777777" w:rsidR="00F044BB" w:rsidRDefault="00F044BB" w:rsidP="00AC3FE8">
            <w:pPr>
              <w:pStyle w:val="TAC"/>
              <w:rPr>
                <w:lang w:val="en-US" w:eastAsia="fi-FI"/>
              </w:rPr>
            </w:pPr>
            <w:r>
              <w:rPr>
                <w:lang w:val="en-US" w:eastAsia="fi-FI"/>
              </w:rPr>
              <w:t>DC_1A_n78A</w:t>
            </w:r>
          </w:p>
          <w:p w14:paraId="45F81E1E" w14:textId="77777777" w:rsidR="00F044BB" w:rsidRDefault="00F044BB" w:rsidP="00AC3FE8">
            <w:pPr>
              <w:pStyle w:val="TAC"/>
              <w:rPr>
                <w:lang w:val="en-US" w:eastAsia="fi-FI"/>
              </w:rPr>
            </w:pPr>
            <w:r>
              <w:rPr>
                <w:lang w:val="en-US" w:eastAsia="fi-FI"/>
              </w:rPr>
              <w:t>DC_7A_n78A</w:t>
            </w:r>
          </w:p>
          <w:p w14:paraId="5AA83525" w14:textId="77777777" w:rsidR="00F044BB" w:rsidRDefault="00F044BB" w:rsidP="00AC3FE8">
            <w:pPr>
              <w:pStyle w:val="TAC"/>
              <w:rPr>
                <w:lang w:val="en-US" w:eastAsia="fi-FI"/>
              </w:rPr>
            </w:pPr>
            <w:r>
              <w:rPr>
                <w:lang w:val="en-US" w:eastAsia="fi-FI"/>
              </w:rPr>
              <w:t>DC_7C_n78A</w:t>
            </w:r>
          </w:p>
          <w:p w14:paraId="020BBAE4" w14:textId="77777777" w:rsidR="00F044BB" w:rsidRDefault="00F044BB" w:rsidP="00AC3FE8">
            <w:pPr>
              <w:pStyle w:val="TAC"/>
              <w:rPr>
                <w:lang w:eastAsia="fi-FI"/>
              </w:rPr>
            </w:pPr>
            <w:r>
              <w:rPr>
                <w:lang w:val="en-US" w:eastAsia="fi-FI"/>
              </w:rPr>
              <w:t>DC_28A_n78A</w:t>
            </w:r>
          </w:p>
        </w:tc>
      </w:tr>
      <w:tr w:rsidR="00F044BB" w14:paraId="538595A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8190356" w14:textId="77777777" w:rsidR="00F044BB" w:rsidRDefault="00F044BB" w:rsidP="00AC3FE8">
            <w:pPr>
              <w:pStyle w:val="TAC"/>
              <w:rPr>
                <w:vertAlign w:val="superscript"/>
                <w:lang w:eastAsia="fi-FI"/>
              </w:rPr>
            </w:pPr>
            <w:r>
              <w:rPr>
                <w:lang w:eastAsia="ko-KR"/>
              </w:rPr>
              <w:t>DC_1A-7A_n28A-n78A</w:t>
            </w:r>
            <w:r>
              <w:rPr>
                <w:vertAlign w:val="superscript"/>
                <w:lang w:eastAsia="fi-FI"/>
              </w:rPr>
              <w:t>2</w:t>
            </w:r>
          </w:p>
          <w:p w14:paraId="72A1F9C4" w14:textId="77777777" w:rsidR="00F044BB" w:rsidRDefault="00F044BB" w:rsidP="00AC3FE8">
            <w:pPr>
              <w:pStyle w:val="TAC"/>
              <w:rPr>
                <w:lang w:eastAsia="ja-JP"/>
              </w:rPr>
            </w:pPr>
            <w:r>
              <w:rPr>
                <w:lang w:eastAsia="ko-KR"/>
              </w:rPr>
              <w:t>DC_1A-7C_n28A-n78A</w:t>
            </w:r>
          </w:p>
        </w:tc>
        <w:tc>
          <w:tcPr>
            <w:tcW w:w="3514" w:type="dxa"/>
            <w:tcBorders>
              <w:top w:val="single" w:sz="4" w:space="0" w:color="auto"/>
              <w:left w:val="single" w:sz="4" w:space="0" w:color="auto"/>
              <w:bottom w:val="single" w:sz="4" w:space="0" w:color="auto"/>
              <w:right w:val="single" w:sz="4" w:space="0" w:color="auto"/>
            </w:tcBorders>
            <w:hideMark/>
          </w:tcPr>
          <w:p w14:paraId="4AF7DA66" w14:textId="77777777" w:rsidR="00F044BB" w:rsidRDefault="00F044BB" w:rsidP="00AC3FE8">
            <w:pPr>
              <w:pStyle w:val="TAC"/>
              <w:rPr>
                <w:lang w:eastAsia="ko-KR"/>
              </w:rPr>
            </w:pPr>
            <w:r>
              <w:rPr>
                <w:lang w:eastAsia="ko-KR"/>
              </w:rPr>
              <w:t>DC_1A_n28A</w:t>
            </w:r>
          </w:p>
          <w:p w14:paraId="2182612F" w14:textId="77777777" w:rsidR="00F044BB" w:rsidRDefault="00F044BB" w:rsidP="00AC3FE8">
            <w:pPr>
              <w:pStyle w:val="TAC"/>
              <w:rPr>
                <w:lang w:eastAsia="ko-KR"/>
              </w:rPr>
            </w:pPr>
            <w:r>
              <w:rPr>
                <w:lang w:eastAsia="ko-KR"/>
              </w:rPr>
              <w:t>DC_1A_n78A</w:t>
            </w:r>
          </w:p>
          <w:p w14:paraId="21D711A8" w14:textId="77777777" w:rsidR="00F044BB" w:rsidRDefault="00F044BB" w:rsidP="00AC3FE8">
            <w:pPr>
              <w:pStyle w:val="TAC"/>
              <w:rPr>
                <w:lang w:eastAsia="ko-KR"/>
              </w:rPr>
            </w:pPr>
            <w:r>
              <w:rPr>
                <w:lang w:eastAsia="ko-KR"/>
              </w:rPr>
              <w:t>DC_7A_n28A</w:t>
            </w:r>
          </w:p>
          <w:p w14:paraId="52CD1BBE" w14:textId="77777777" w:rsidR="00F044BB" w:rsidRDefault="00F044BB" w:rsidP="00AC3FE8">
            <w:pPr>
              <w:pStyle w:val="TAC"/>
              <w:rPr>
                <w:lang w:eastAsia="ko-KR"/>
              </w:rPr>
            </w:pPr>
            <w:r>
              <w:rPr>
                <w:lang w:eastAsia="ko-KR"/>
              </w:rPr>
              <w:t>DC_7A_n78A</w:t>
            </w:r>
          </w:p>
          <w:p w14:paraId="21AE2D54" w14:textId="77777777" w:rsidR="00F044BB" w:rsidRDefault="00F044BB" w:rsidP="00AC3FE8">
            <w:pPr>
              <w:pStyle w:val="TAC"/>
              <w:rPr>
                <w:lang w:eastAsia="ko-KR"/>
              </w:rPr>
            </w:pPr>
            <w:r>
              <w:rPr>
                <w:lang w:eastAsia="ko-KR"/>
              </w:rPr>
              <w:t>DC_7C_n28A</w:t>
            </w:r>
          </w:p>
          <w:p w14:paraId="320DB92C" w14:textId="77777777" w:rsidR="00F044BB" w:rsidRDefault="00F044BB" w:rsidP="00AC3FE8">
            <w:pPr>
              <w:pStyle w:val="TAC"/>
              <w:rPr>
                <w:lang w:eastAsia="ja-JP"/>
              </w:rPr>
            </w:pPr>
            <w:r>
              <w:rPr>
                <w:lang w:eastAsia="ko-KR"/>
              </w:rPr>
              <w:t>DC_7C_n78A</w:t>
            </w:r>
          </w:p>
        </w:tc>
      </w:tr>
      <w:tr w:rsidR="00F044BB" w14:paraId="217ADF7C"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6CB7BF1" w14:textId="77777777" w:rsidR="00F044BB" w:rsidRDefault="00F044BB" w:rsidP="00AC3FE8">
            <w:pPr>
              <w:pStyle w:val="TAC"/>
              <w:rPr>
                <w:rFonts w:eastAsia="Malgun Gothic"/>
                <w:lang w:eastAsia="ko-KR"/>
              </w:rPr>
            </w:pPr>
            <w:r>
              <w:rPr>
                <w:rFonts w:eastAsia="MS Mincho" w:cs="Arial"/>
                <w:szCs w:val="18"/>
              </w:rPr>
              <w:t>DC_1A-8A_n3A-n28A</w:t>
            </w:r>
          </w:p>
        </w:tc>
        <w:tc>
          <w:tcPr>
            <w:tcW w:w="3514" w:type="dxa"/>
            <w:tcBorders>
              <w:top w:val="single" w:sz="4" w:space="0" w:color="auto"/>
              <w:left w:val="single" w:sz="4" w:space="0" w:color="auto"/>
              <w:bottom w:val="single" w:sz="4" w:space="0" w:color="auto"/>
              <w:right w:val="single" w:sz="4" w:space="0" w:color="auto"/>
            </w:tcBorders>
            <w:hideMark/>
          </w:tcPr>
          <w:p w14:paraId="075E9695" w14:textId="77777777" w:rsidR="00F044BB" w:rsidRDefault="00F044BB" w:rsidP="00AC3FE8">
            <w:pPr>
              <w:pStyle w:val="TAC"/>
            </w:pPr>
            <w:r>
              <w:t>DC_1A_n3A</w:t>
            </w:r>
          </w:p>
          <w:p w14:paraId="52C39749" w14:textId="77777777" w:rsidR="00F044BB" w:rsidRDefault="00F044BB" w:rsidP="00AC3FE8">
            <w:pPr>
              <w:pStyle w:val="TAC"/>
            </w:pPr>
            <w:r>
              <w:t>DC_1A_n28A</w:t>
            </w:r>
          </w:p>
          <w:p w14:paraId="348FBE76" w14:textId="77777777" w:rsidR="00F044BB" w:rsidRDefault="00F044BB" w:rsidP="00AC3FE8">
            <w:pPr>
              <w:pStyle w:val="TAC"/>
            </w:pPr>
            <w:r>
              <w:t>DC_8A_n3A</w:t>
            </w:r>
          </w:p>
          <w:p w14:paraId="098A80C6" w14:textId="77777777" w:rsidR="00F044BB" w:rsidRDefault="00F044BB" w:rsidP="00AC3FE8">
            <w:pPr>
              <w:pStyle w:val="TAC"/>
              <w:rPr>
                <w:rFonts w:eastAsia="Malgun Gothic"/>
                <w:lang w:eastAsia="ko-KR"/>
              </w:rPr>
            </w:pPr>
            <w:r>
              <w:t>DC_8A_n28A</w:t>
            </w:r>
          </w:p>
        </w:tc>
      </w:tr>
      <w:tr w:rsidR="00F044BB" w14:paraId="24B5E37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1DC4A54" w14:textId="77777777" w:rsidR="00F044BB" w:rsidRDefault="00F044BB" w:rsidP="00AC3FE8">
            <w:pPr>
              <w:pStyle w:val="TAC"/>
              <w:rPr>
                <w:rFonts w:eastAsia="Malgun Gothic"/>
                <w:lang w:eastAsia="ko-KR"/>
              </w:rPr>
            </w:pPr>
            <w:r>
              <w:t>DC_1A-</w:t>
            </w:r>
            <w:r>
              <w:rPr>
                <w:rFonts w:eastAsia="Malgun Gothic"/>
              </w:rPr>
              <w:t>8A-11A_</w:t>
            </w:r>
            <w:r>
              <w:t>n</w:t>
            </w:r>
            <w:r>
              <w:rPr>
                <w:rFonts w:eastAsia="Malgun Gothic"/>
              </w:rPr>
              <w:t>77</w:t>
            </w:r>
            <w:r>
              <w:t>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7B1C276B" w14:textId="77777777" w:rsidR="00F044BB" w:rsidRDefault="00F044BB" w:rsidP="00AC3FE8">
            <w:pPr>
              <w:pStyle w:val="TAC"/>
            </w:pPr>
            <w:r>
              <w:t>DC_1A_n77A</w:t>
            </w:r>
          </w:p>
          <w:p w14:paraId="022128D7" w14:textId="77777777" w:rsidR="00F044BB" w:rsidRDefault="00F044BB" w:rsidP="00AC3FE8">
            <w:pPr>
              <w:pStyle w:val="TAC"/>
            </w:pPr>
            <w:r>
              <w:t>DC_8A_n77A</w:t>
            </w:r>
          </w:p>
          <w:p w14:paraId="4D2878FA" w14:textId="77777777" w:rsidR="00F044BB" w:rsidRDefault="00F044BB" w:rsidP="00AC3FE8">
            <w:pPr>
              <w:pStyle w:val="TAC"/>
              <w:rPr>
                <w:rFonts w:eastAsia="Malgun Gothic"/>
                <w:lang w:eastAsia="ko-KR"/>
              </w:rPr>
            </w:pPr>
            <w:r>
              <w:t>DC_11A_n77A</w:t>
            </w:r>
          </w:p>
        </w:tc>
      </w:tr>
      <w:tr w:rsidR="00F044BB" w14:paraId="5A171D1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0E52CFD" w14:textId="77777777" w:rsidR="00F044BB" w:rsidRDefault="00F044BB" w:rsidP="00AC3FE8">
            <w:pPr>
              <w:pStyle w:val="TAC"/>
            </w:pPr>
            <w:r>
              <w:t>DC_1A-</w:t>
            </w:r>
            <w:r>
              <w:rPr>
                <w:rFonts w:eastAsia="Malgun Gothic"/>
              </w:rPr>
              <w:t>8A-11A_</w:t>
            </w:r>
            <w:r>
              <w:t>n</w:t>
            </w:r>
            <w:r>
              <w:rPr>
                <w:rFonts w:eastAsia="Malgun Gothic"/>
              </w:rPr>
              <w:t>77(2</w:t>
            </w:r>
            <w:r>
              <w:t>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22FBEC69" w14:textId="77777777" w:rsidR="00F044BB" w:rsidRDefault="00F044BB" w:rsidP="00AC3FE8">
            <w:pPr>
              <w:pStyle w:val="TAC"/>
            </w:pPr>
            <w:r>
              <w:t>DC_1A_n77A</w:t>
            </w:r>
          </w:p>
          <w:p w14:paraId="35A92D6B" w14:textId="77777777" w:rsidR="00F044BB" w:rsidRDefault="00F044BB" w:rsidP="00AC3FE8">
            <w:pPr>
              <w:pStyle w:val="TAC"/>
            </w:pPr>
            <w:r>
              <w:t>DC_8A_n77A</w:t>
            </w:r>
          </w:p>
          <w:p w14:paraId="36404155" w14:textId="77777777" w:rsidR="00F044BB" w:rsidRDefault="00F044BB" w:rsidP="00AC3FE8">
            <w:pPr>
              <w:pStyle w:val="TAC"/>
            </w:pPr>
            <w:r>
              <w:t>DC_11A_n77A</w:t>
            </w:r>
          </w:p>
        </w:tc>
      </w:tr>
      <w:tr w:rsidR="00F044BB" w14:paraId="453F089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3C3D292" w14:textId="77777777" w:rsidR="00F044BB" w:rsidRDefault="00F044BB" w:rsidP="00AC3FE8">
            <w:pPr>
              <w:pStyle w:val="TAC"/>
              <w:rPr>
                <w:rFonts w:eastAsia="Malgun Gothic"/>
                <w:lang w:eastAsia="ko-KR"/>
              </w:rPr>
            </w:pPr>
            <w:r>
              <w:t>DC_1A-</w:t>
            </w:r>
            <w:r>
              <w:rPr>
                <w:rFonts w:eastAsia="Malgun Gothic"/>
              </w:rPr>
              <w:t>8A-11A_</w:t>
            </w:r>
            <w:r>
              <w:t>n</w:t>
            </w:r>
            <w:r>
              <w:rPr>
                <w:rFonts w:eastAsia="Malgun Gothic"/>
              </w:rPr>
              <w:t>78</w:t>
            </w:r>
            <w:r>
              <w:t>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4A72155D" w14:textId="77777777" w:rsidR="00F044BB" w:rsidRDefault="00F044BB" w:rsidP="00AC3FE8">
            <w:pPr>
              <w:pStyle w:val="TAC"/>
            </w:pPr>
            <w:r>
              <w:t>DC_1A_n78A</w:t>
            </w:r>
          </w:p>
          <w:p w14:paraId="15AA60F6" w14:textId="77777777" w:rsidR="00F044BB" w:rsidRDefault="00F044BB" w:rsidP="00AC3FE8">
            <w:pPr>
              <w:pStyle w:val="TAC"/>
            </w:pPr>
            <w:r>
              <w:t>DC_8A_n78A</w:t>
            </w:r>
          </w:p>
          <w:p w14:paraId="44567E7B" w14:textId="77777777" w:rsidR="00F044BB" w:rsidRDefault="00F044BB" w:rsidP="00AC3FE8">
            <w:pPr>
              <w:pStyle w:val="TAC"/>
              <w:rPr>
                <w:rFonts w:eastAsia="Malgun Gothic"/>
                <w:lang w:eastAsia="ko-KR"/>
              </w:rPr>
            </w:pPr>
            <w:r>
              <w:t>DC_11A_n78A</w:t>
            </w:r>
          </w:p>
        </w:tc>
      </w:tr>
      <w:tr w:rsidR="00F044BB" w14:paraId="54EC297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E39E692" w14:textId="77777777" w:rsidR="00F044BB" w:rsidRDefault="00F044BB" w:rsidP="00AC3FE8">
            <w:pPr>
              <w:pStyle w:val="TAC"/>
              <w:rPr>
                <w:rFonts w:eastAsia="Malgun Gothic"/>
                <w:lang w:eastAsia="ko-KR"/>
              </w:rPr>
            </w:pPr>
            <w:r>
              <w:rPr>
                <w:rFonts w:cs="Arial"/>
                <w:szCs w:val="18"/>
                <w:lang w:eastAsia="ja-JP"/>
              </w:rPr>
              <w:t>DC_1A-8A-20A_n78A</w:t>
            </w:r>
          </w:p>
        </w:tc>
        <w:tc>
          <w:tcPr>
            <w:tcW w:w="3514" w:type="dxa"/>
            <w:tcBorders>
              <w:top w:val="single" w:sz="4" w:space="0" w:color="auto"/>
              <w:left w:val="single" w:sz="4" w:space="0" w:color="auto"/>
              <w:bottom w:val="single" w:sz="4" w:space="0" w:color="auto"/>
              <w:right w:val="single" w:sz="4" w:space="0" w:color="auto"/>
            </w:tcBorders>
            <w:hideMark/>
          </w:tcPr>
          <w:p w14:paraId="2E4F34B9" w14:textId="77777777" w:rsidR="00F044BB" w:rsidRDefault="00F044BB" w:rsidP="00AC3FE8">
            <w:pPr>
              <w:pStyle w:val="TAC"/>
              <w:rPr>
                <w:szCs w:val="18"/>
                <w:lang w:eastAsia="ja-JP"/>
              </w:rPr>
            </w:pPr>
            <w:r>
              <w:rPr>
                <w:szCs w:val="18"/>
                <w:lang w:eastAsia="ja-JP"/>
              </w:rPr>
              <w:t>DC_1A_n78A</w:t>
            </w:r>
          </w:p>
          <w:p w14:paraId="2FA67433" w14:textId="77777777" w:rsidR="00F044BB" w:rsidRDefault="00F044BB" w:rsidP="00AC3FE8">
            <w:pPr>
              <w:pStyle w:val="TAC"/>
              <w:rPr>
                <w:szCs w:val="18"/>
                <w:lang w:eastAsia="ja-JP"/>
              </w:rPr>
            </w:pPr>
            <w:r>
              <w:rPr>
                <w:szCs w:val="18"/>
                <w:lang w:eastAsia="ja-JP"/>
              </w:rPr>
              <w:t>DC_8A_n78A</w:t>
            </w:r>
          </w:p>
          <w:p w14:paraId="1FC49DF3" w14:textId="77777777" w:rsidR="00F044BB" w:rsidRDefault="00F044BB" w:rsidP="00AC3FE8">
            <w:pPr>
              <w:pStyle w:val="TAC"/>
              <w:rPr>
                <w:rFonts w:eastAsia="Malgun Gothic"/>
                <w:lang w:eastAsia="ko-KR"/>
              </w:rPr>
            </w:pPr>
            <w:r>
              <w:rPr>
                <w:szCs w:val="18"/>
                <w:lang w:eastAsia="ja-JP"/>
              </w:rPr>
              <w:t>DC_20A_n78A</w:t>
            </w:r>
          </w:p>
        </w:tc>
      </w:tr>
      <w:tr w:rsidR="00F044BB" w14:paraId="443C81A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2FF0722" w14:textId="77777777" w:rsidR="00F044BB" w:rsidRDefault="00F044BB" w:rsidP="00AC3FE8">
            <w:pPr>
              <w:pStyle w:val="TAC"/>
              <w:rPr>
                <w:rFonts w:cs="Arial"/>
                <w:szCs w:val="18"/>
                <w:lang w:eastAsia="ja-JP"/>
              </w:rPr>
            </w:pPr>
            <w:r>
              <w:rPr>
                <w:rFonts w:cs="Arial"/>
                <w:szCs w:val="18"/>
              </w:rPr>
              <w:t>DC_1A-8A_n28A-n77A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0CC15B7A" w14:textId="77777777" w:rsidR="00F044BB" w:rsidRDefault="00F044BB" w:rsidP="00AC3FE8">
            <w:pPr>
              <w:pStyle w:val="TAC"/>
              <w:rPr>
                <w:rFonts w:cs="Arial"/>
                <w:lang w:eastAsia="zh-CN"/>
              </w:rPr>
            </w:pPr>
            <w:r>
              <w:rPr>
                <w:rFonts w:cs="Arial"/>
                <w:lang w:eastAsia="zh-CN"/>
              </w:rPr>
              <w:t>DC_1A</w:t>
            </w:r>
            <w:r>
              <w:rPr>
                <w:rFonts w:eastAsia="Malgun Gothic" w:cs="Arial"/>
                <w:lang w:eastAsia="ko-KR"/>
              </w:rPr>
              <w:t>_</w:t>
            </w:r>
            <w:r>
              <w:rPr>
                <w:rFonts w:cs="Arial"/>
                <w:lang w:eastAsia="zh-CN"/>
              </w:rPr>
              <w:t>n28A</w:t>
            </w:r>
          </w:p>
          <w:p w14:paraId="70DF0CAB" w14:textId="77777777" w:rsidR="00F044BB" w:rsidRDefault="00F044BB" w:rsidP="00AC3FE8">
            <w:pPr>
              <w:pStyle w:val="TAC"/>
              <w:rPr>
                <w:rFonts w:cs="Arial"/>
                <w:lang w:eastAsia="zh-CN"/>
              </w:rPr>
            </w:pPr>
            <w:r>
              <w:rPr>
                <w:rFonts w:cs="Arial"/>
                <w:lang w:eastAsia="zh-CN"/>
              </w:rPr>
              <w:t>DC_1A_n77A</w:t>
            </w:r>
          </w:p>
          <w:p w14:paraId="37F5F98B" w14:textId="77777777" w:rsidR="00F044BB" w:rsidRDefault="00F044BB" w:rsidP="00AC3FE8">
            <w:pPr>
              <w:pStyle w:val="TAC"/>
              <w:rPr>
                <w:rFonts w:cs="Arial"/>
                <w:lang w:eastAsia="zh-CN"/>
              </w:rPr>
            </w:pPr>
            <w:r>
              <w:rPr>
                <w:rFonts w:cs="Arial"/>
                <w:lang w:eastAsia="zh-CN"/>
              </w:rPr>
              <w:t>DC_8A</w:t>
            </w:r>
            <w:r>
              <w:rPr>
                <w:rFonts w:eastAsia="Malgun Gothic" w:cs="Arial"/>
                <w:lang w:eastAsia="ko-KR"/>
              </w:rPr>
              <w:t>_</w:t>
            </w:r>
            <w:r>
              <w:rPr>
                <w:rFonts w:cs="Arial"/>
                <w:lang w:eastAsia="zh-CN"/>
              </w:rPr>
              <w:t>n28A</w:t>
            </w:r>
          </w:p>
          <w:p w14:paraId="727316BF" w14:textId="77777777" w:rsidR="00F044BB" w:rsidRDefault="00F044BB" w:rsidP="00AC3FE8">
            <w:pPr>
              <w:pStyle w:val="TAC"/>
              <w:rPr>
                <w:szCs w:val="18"/>
                <w:lang w:eastAsia="ja-JP"/>
              </w:rPr>
            </w:pPr>
            <w:r>
              <w:rPr>
                <w:rFonts w:cs="Arial"/>
                <w:lang w:eastAsia="zh-CN"/>
              </w:rPr>
              <w:t>DC_8A_n77A</w:t>
            </w:r>
          </w:p>
        </w:tc>
      </w:tr>
      <w:tr w:rsidR="00F044BB" w14:paraId="04CCA83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0464BEA" w14:textId="77777777" w:rsidR="00F044BB" w:rsidRDefault="00F044BB" w:rsidP="00AC3FE8">
            <w:pPr>
              <w:pStyle w:val="TAC"/>
              <w:rPr>
                <w:rFonts w:cs="Arial"/>
                <w:szCs w:val="18"/>
                <w:lang w:eastAsia="ja-JP"/>
              </w:rPr>
            </w:pPr>
            <w:r>
              <w:rPr>
                <w:rFonts w:cs="Arial"/>
                <w:szCs w:val="18"/>
              </w:rPr>
              <w:t>DC_1A-8A_n28A-n77(2A)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03DB39F6" w14:textId="77777777" w:rsidR="00F044BB" w:rsidRDefault="00F044BB" w:rsidP="00AC3FE8">
            <w:pPr>
              <w:pStyle w:val="TAC"/>
              <w:rPr>
                <w:rFonts w:cs="Arial"/>
                <w:lang w:eastAsia="zh-CN"/>
              </w:rPr>
            </w:pPr>
            <w:r>
              <w:rPr>
                <w:rFonts w:cs="Arial"/>
                <w:lang w:eastAsia="zh-CN"/>
              </w:rPr>
              <w:t>DC_1A</w:t>
            </w:r>
            <w:r>
              <w:rPr>
                <w:rFonts w:eastAsia="Malgun Gothic" w:cs="Arial"/>
                <w:lang w:eastAsia="ko-KR"/>
              </w:rPr>
              <w:t>_</w:t>
            </w:r>
            <w:r>
              <w:rPr>
                <w:rFonts w:cs="Arial"/>
                <w:lang w:eastAsia="zh-CN"/>
              </w:rPr>
              <w:t>n28A</w:t>
            </w:r>
          </w:p>
          <w:p w14:paraId="0C4B3FB4" w14:textId="77777777" w:rsidR="00F044BB" w:rsidRDefault="00F044BB" w:rsidP="00AC3FE8">
            <w:pPr>
              <w:pStyle w:val="TAC"/>
              <w:rPr>
                <w:rFonts w:cs="Arial"/>
                <w:lang w:eastAsia="zh-CN"/>
              </w:rPr>
            </w:pPr>
            <w:r>
              <w:rPr>
                <w:rFonts w:cs="Arial"/>
                <w:lang w:eastAsia="zh-CN"/>
              </w:rPr>
              <w:t>DC_1A_n77A</w:t>
            </w:r>
          </w:p>
          <w:p w14:paraId="3DD78BBF" w14:textId="77777777" w:rsidR="00F044BB" w:rsidRDefault="00F044BB" w:rsidP="00AC3FE8">
            <w:pPr>
              <w:pStyle w:val="TAC"/>
              <w:rPr>
                <w:rFonts w:cs="Arial"/>
                <w:lang w:eastAsia="zh-CN"/>
              </w:rPr>
            </w:pPr>
            <w:r>
              <w:rPr>
                <w:rFonts w:cs="Arial"/>
                <w:lang w:eastAsia="zh-CN"/>
              </w:rPr>
              <w:t>DC_8A</w:t>
            </w:r>
            <w:r>
              <w:rPr>
                <w:rFonts w:eastAsia="Malgun Gothic" w:cs="Arial"/>
                <w:lang w:eastAsia="ko-KR"/>
              </w:rPr>
              <w:t>_</w:t>
            </w:r>
            <w:r>
              <w:rPr>
                <w:rFonts w:cs="Arial"/>
                <w:lang w:eastAsia="zh-CN"/>
              </w:rPr>
              <w:t>n28A</w:t>
            </w:r>
          </w:p>
          <w:p w14:paraId="1118F070" w14:textId="77777777" w:rsidR="00F044BB" w:rsidRDefault="00F044BB" w:rsidP="00AC3FE8">
            <w:pPr>
              <w:pStyle w:val="TAC"/>
              <w:rPr>
                <w:szCs w:val="18"/>
                <w:lang w:eastAsia="ja-JP"/>
              </w:rPr>
            </w:pPr>
            <w:r>
              <w:rPr>
                <w:rFonts w:cs="Arial"/>
                <w:lang w:eastAsia="zh-CN"/>
              </w:rPr>
              <w:t>DC_8A_n77A</w:t>
            </w:r>
          </w:p>
        </w:tc>
      </w:tr>
      <w:tr w:rsidR="00F044BB" w14:paraId="4EA655D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A5D3FC9" w14:textId="77777777" w:rsidR="00F044BB" w:rsidRPr="009452BA" w:rsidRDefault="00F044BB" w:rsidP="00AC3FE8">
            <w:pPr>
              <w:pStyle w:val="TAC"/>
              <w:rPr>
                <w:vertAlign w:val="superscript"/>
              </w:rPr>
            </w:pPr>
            <w:r>
              <w:t>DC_1A-</w:t>
            </w:r>
            <w:r>
              <w:rPr>
                <w:rFonts w:eastAsia="Malgun Gothic"/>
              </w:rPr>
              <w:t>8A-42A_</w:t>
            </w:r>
            <w:r>
              <w:t>n</w:t>
            </w:r>
            <w:r>
              <w:rPr>
                <w:rFonts w:eastAsia="Malgun Gothic"/>
              </w:rPr>
              <w:t>77</w:t>
            </w:r>
            <w:r>
              <w:t>A</w:t>
            </w:r>
            <w:r>
              <w:rPr>
                <w:vertAlign w:val="superscript"/>
              </w:rPr>
              <w:t>6,7</w:t>
            </w:r>
          </w:p>
          <w:p w14:paraId="2664CFA6" w14:textId="77777777" w:rsidR="00F044BB" w:rsidRDefault="00F044BB" w:rsidP="00AC3FE8">
            <w:pPr>
              <w:pStyle w:val="TAC"/>
              <w:rPr>
                <w:rFonts w:cs="Arial"/>
                <w:szCs w:val="18"/>
                <w:lang w:eastAsia="ja-JP"/>
              </w:rPr>
            </w:pPr>
            <w:r>
              <w:t>DC_1A-</w:t>
            </w:r>
            <w:r>
              <w:rPr>
                <w:rFonts w:eastAsia="Malgun Gothic"/>
              </w:rPr>
              <w:t>8A-42C_</w:t>
            </w:r>
            <w:r>
              <w:t>n</w:t>
            </w:r>
            <w:r>
              <w:rPr>
                <w:rFonts w:eastAsia="Malgun Gothic"/>
              </w:rPr>
              <w:t>77</w:t>
            </w:r>
            <w:r>
              <w:t>A</w:t>
            </w:r>
            <w:r>
              <w:rPr>
                <w:vertAlign w:val="superscript"/>
              </w:rPr>
              <w:t>6,7</w:t>
            </w:r>
          </w:p>
        </w:tc>
        <w:tc>
          <w:tcPr>
            <w:tcW w:w="3514" w:type="dxa"/>
            <w:tcBorders>
              <w:top w:val="single" w:sz="4" w:space="0" w:color="auto"/>
              <w:left w:val="single" w:sz="4" w:space="0" w:color="auto"/>
              <w:bottom w:val="single" w:sz="4" w:space="0" w:color="auto"/>
              <w:right w:val="single" w:sz="4" w:space="0" w:color="auto"/>
            </w:tcBorders>
            <w:hideMark/>
          </w:tcPr>
          <w:p w14:paraId="047ECDAE" w14:textId="77777777" w:rsidR="00F044BB" w:rsidRDefault="00F044BB" w:rsidP="00AC3FE8">
            <w:pPr>
              <w:pStyle w:val="TAC"/>
            </w:pPr>
            <w:r>
              <w:t>DC_1A</w:t>
            </w:r>
            <w:r>
              <w:rPr>
                <w:rFonts w:eastAsia="Malgun Gothic"/>
              </w:rPr>
              <w:t>_</w:t>
            </w:r>
            <w:r>
              <w:t>n</w:t>
            </w:r>
            <w:r>
              <w:rPr>
                <w:rFonts w:eastAsia="Malgun Gothic"/>
              </w:rPr>
              <w:t>77</w:t>
            </w:r>
            <w:r>
              <w:t>A</w:t>
            </w:r>
          </w:p>
          <w:p w14:paraId="0FA52C6F" w14:textId="77777777" w:rsidR="00F044BB" w:rsidRDefault="00F044BB" w:rsidP="00AC3FE8">
            <w:pPr>
              <w:pStyle w:val="TAC"/>
              <w:rPr>
                <w:szCs w:val="18"/>
                <w:lang w:eastAsia="ja-JP"/>
              </w:rPr>
            </w:pPr>
            <w:r>
              <w:t>DC_</w:t>
            </w:r>
            <w:r>
              <w:rPr>
                <w:rFonts w:eastAsia="Malgun Gothic"/>
              </w:rPr>
              <w:t>8A_</w:t>
            </w:r>
            <w:r>
              <w:t>n</w:t>
            </w:r>
            <w:r>
              <w:rPr>
                <w:rFonts w:eastAsia="Malgun Gothic"/>
              </w:rPr>
              <w:t>77</w:t>
            </w:r>
            <w:r>
              <w:t>A</w:t>
            </w:r>
          </w:p>
        </w:tc>
      </w:tr>
      <w:tr w:rsidR="00F044BB" w14:paraId="3D5058B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E383029" w14:textId="77777777" w:rsidR="00F044BB" w:rsidRDefault="00F044BB" w:rsidP="00AC3FE8">
            <w:pPr>
              <w:pStyle w:val="TAC"/>
            </w:pPr>
            <w:r>
              <w:t>DC_1A-8A-42A_n77(2A)</w:t>
            </w:r>
            <w:r>
              <w:rPr>
                <w:vertAlign w:val="superscript"/>
              </w:rPr>
              <w:t xml:space="preserve"> 6,7</w:t>
            </w:r>
          </w:p>
          <w:p w14:paraId="2C9C75EE" w14:textId="77777777" w:rsidR="00F044BB" w:rsidRDefault="00F044BB" w:rsidP="00AC3FE8">
            <w:pPr>
              <w:pStyle w:val="TAC"/>
            </w:pPr>
            <w:r>
              <w:t>DC_1A-8A-42C_n77(2A)</w:t>
            </w:r>
            <w:r>
              <w:rPr>
                <w:vertAlign w:val="superscript"/>
              </w:rPr>
              <w:t>6,7</w:t>
            </w:r>
          </w:p>
        </w:tc>
        <w:tc>
          <w:tcPr>
            <w:tcW w:w="3514" w:type="dxa"/>
            <w:tcBorders>
              <w:top w:val="single" w:sz="4" w:space="0" w:color="auto"/>
              <w:left w:val="single" w:sz="4" w:space="0" w:color="auto"/>
              <w:bottom w:val="single" w:sz="4" w:space="0" w:color="auto"/>
              <w:right w:val="single" w:sz="4" w:space="0" w:color="auto"/>
            </w:tcBorders>
            <w:hideMark/>
          </w:tcPr>
          <w:p w14:paraId="0964E78F" w14:textId="77777777" w:rsidR="00F044BB" w:rsidRDefault="00F044BB" w:rsidP="00AC3FE8">
            <w:pPr>
              <w:pStyle w:val="TAC"/>
            </w:pPr>
            <w:r>
              <w:t>DC_1A_n77A</w:t>
            </w:r>
          </w:p>
          <w:p w14:paraId="7F13FFFC" w14:textId="77777777" w:rsidR="00F044BB" w:rsidRDefault="00F044BB" w:rsidP="00AC3FE8">
            <w:pPr>
              <w:pStyle w:val="TAC"/>
            </w:pPr>
            <w:r>
              <w:t>DC_8A_n77A</w:t>
            </w:r>
          </w:p>
        </w:tc>
      </w:tr>
      <w:tr w:rsidR="00F044BB" w14:paraId="600D354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E691D9B" w14:textId="77777777" w:rsidR="00F044BB" w:rsidRDefault="00F044BB" w:rsidP="00AC3FE8">
            <w:pPr>
              <w:pStyle w:val="TAC"/>
            </w:pPr>
            <w:r>
              <w:rPr>
                <w:rFonts w:cs="Arial"/>
                <w:lang w:eastAsia="ja-JP"/>
              </w:rPr>
              <w:t>DC_1A-11A-18A_n77</w:t>
            </w:r>
            <w:r>
              <w:rPr>
                <w:rFonts w:cs="Arial"/>
                <w:lang w:eastAsia="zh-CN"/>
              </w:rPr>
              <w:t>A</w:t>
            </w:r>
          </w:p>
        </w:tc>
        <w:tc>
          <w:tcPr>
            <w:tcW w:w="3514" w:type="dxa"/>
            <w:tcBorders>
              <w:top w:val="single" w:sz="4" w:space="0" w:color="auto"/>
              <w:left w:val="single" w:sz="4" w:space="0" w:color="auto"/>
              <w:bottom w:val="single" w:sz="4" w:space="0" w:color="auto"/>
              <w:right w:val="single" w:sz="4" w:space="0" w:color="auto"/>
            </w:tcBorders>
            <w:hideMark/>
          </w:tcPr>
          <w:p w14:paraId="31A1A012" w14:textId="77777777" w:rsidR="00F044BB" w:rsidRDefault="00F044BB" w:rsidP="00AC3FE8">
            <w:pPr>
              <w:pStyle w:val="TAC"/>
              <w:rPr>
                <w:lang w:eastAsia="zh-CN"/>
              </w:rPr>
            </w:pPr>
            <w:r>
              <w:rPr>
                <w:lang w:eastAsia="ja-JP"/>
              </w:rPr>
              <w:t>DC_</w:t>
            </w:r>
            <w:r>
              <w:rPr>
                <w:lang w:eastAsia="zh-CN"/>
              </w:rPr>
              <w:t>1</w:t>
            </w:r>
            <w:r>
              <w:rPr>
                <w:lang w:eastAsia="ja-JP"/>
              </w:rPr>
              <w:t>A_n77A</w:t>
            </w:r>
          </w:p>
          <w:p w14:paraId="2086A76F" w14:textId="77777777" w:rsidR="00F044BB" w:rsidRDefault="00F044BB" w:rsidP="00AC3FE8">
            <w:pPr>
              <w:pStyle w:val="TAC"/>
              <w:rPr>
                <w:lang w:eastAsia="zh-CN"/>
              </w:rPr>
            </w:pPr>
            <w:r>
              <w:rPr>
                <w:lang w:eastAsia="ja-JP"/>
              </w:rPr>
              <w:t>DC_</w:t>
            </w:r>
            <w:r>
              <w:rPr>
                <w:lang w:eastAsia="zh-CN"/>
              </w:rPr>
              <w:t>11</w:t>
            </w:r>
            <w:r>
              <w:rPr>
                <w:lang w:eastAsia="ja-JP"/>
              </w:rPr>
              <w:t>A_n77A</w:t>
            </w:r>
          </w:p>
          <w:p w14:paraId="68D21F72" w14:textId="77777777" w:rsidR="00F044BB" w:rsidRDefault="00F044BB" w:rsidP="00AC3FE8">
            <w:pPr>
              <w:pStyle w:val="TAC"/>
            </w:pPr>
            <w:r>
              <w:rPr>
                <w:lang w:eastAsia="ja-JP"/>
              </w:rPr>
              <w:t>DC_1</w:t>
            </w:r>
            <w:r>
              <w:rPr>
                <w:lang w:eastAsia="zh-CN"/>
              </w:rPr>
              <w:t>8</w:t>
            </w:r>
            <w:r>
              <w:rPr>
                <w:lang w:eastAsia="ja-JP"/>
              </w:rPr>
              <w:t>A_n77A</w:t>
            </w:r>
          </w:p>
        </w:tc>
      </w:tr>
      <w:tr w:rsidR="00F044BB" w14:paraId="61ECF53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5C0B41C" w14:textId="77777777" w:rsidR="00F044BB" w:rsidRDefault="00F044BB" w:rsidP="00AC3FE8">
            <w:pPr>
              <w:pStyle w:val="TAC"/>
            </w:pPr>
            <w:r>
              <w:rPr>
                <w:rFonts w:cs="Arial"/>
                <w:lang w:eastAsia="ja-JP"/>
              </w:rPr>
              <w:t>DC_1A-11A-18A_n78</w:t>
            </w:r>
            <w:r>
              <w:rPr>
                <w:rFonts w:cs="Arial"/>
                <w:lang w:eastAsia="zh-CN"/>
              </w:rPr>
              <w:t>A</w:t>
            </w:r>
          </w:p>
        </w:tc>
        <w:tc>
          <w:tcPr>
            <w:tcW w:w="3514" w:type="dxa"/>
            <w:tcBorders>
              <w:top w:val="single" w:sz="4" w:space="0" w:color="auto"/>
              <w:left w:val="single" w:sz="4" w:space="0" w:color="auto"/>
              <w:bottom w:val="single" w:sz="4" w:space="0" w:color="auto"/>
              <w:right w:val="single" w:sz="4" w:space="0" w:color="auto"/>
            </w:tcBorders>
            <w:hideMark/>
          </w:tcPr>
          <w:p w14:paraId="7CCA8A88" w14:textId="77777777" w:rsidR="00F044BB" w:rsidRDefault="00F044BB" w:rsidP="00AC3FE8">
            <w:pPr>
              <w:pStyle w:val="TAC"/>
              <w:rPr>
                <w:lang w:eastAsia="zh-CN"/>
              </w:rPr>
            </w:pPr>
            <w:r>
              <w:rPr>
                <w:lang w:eastAsia="ja-JP"/>
              </w:rPr>
              <w:t>DC_</w:t>
            </w:r>
            <w:r>
              <w:rPr>
                <w:lang w:eastAsia="zh-CN"/>
              </w:rPr>
              <w:t>1</w:t>
            </w:r>
            <w:r>
              <w:rPr>
                <w:lang w:eastAsia="ja-JP"/>
              </w:rPr>
              <w:t>A_n78A</w:t>
            </w:r>
          </w:p>
          <w:p w14:paraId="0131870F" w14:textId="77777777" w:rsidR="00F044BB" w:rsidRDefault="00F044BB" w:rsidP="00AC3FE8">
            <w:pPr>
              <w:pStyle w:val="TAC"/>
              <w:rPr>
                <w:lang w:eastAsia="zh-CN"/>
              </w:rPr>
            </w:pPr>
            <w:r>
              <w:rPr>
                <w:lang w:eastAsia="ja-JP"/>
              </w:rPr>
              <w:t>DC_</w:t>
            </w:r>
            <w:r>
              <w:rPr>
                <w:lang w:eastAsia="zh-CN"/>
              </w:rPr>
              <w:t>11</w:t>
            </w:r>
            <w:r>
              <w:rPr>
                <w:lang w:eastAsia="ja-JP"/>
              </w:rPr>
              <w:t>A_n78A</w:t>
            </w:r>
          </w:p>
          <w:p w14:paraId="64170378" w14:textId="77777777" w:rsidR="00F044BB" w:rsidRDefault="00F044BB" w:rsidP="00AC3FE8">
            <w:pPr>
              <w:pStyle w:val="TAC"/>
            </w:pPr>
            <w:r>
              <w:rPr>
                <w:lang w:eastAsia="ja-JP"/>
              </w:rPr>
              <w:t>DC_1</w:t>
            </w:r>
            <w:r>
              <w:rPr>
                <w:lang w:eastAsia="zh-CN"/>
              </w:rPr>
              <w:t>8</w:t>
            </w:r>
            <w:r>
              <w:rPr>
                <w:lang w:eastAsia="ja-JP"/>
              </w:rPr>
              <w:t>A_n78A</w:t>
            </w:r>
          </w:p>
        </w:tc>
      </w:tr>
      <w:tr w:rsidR="00F044BB" w14:paraId="13605B8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A878C54" w14:textId="77777777" w:rsidR="00F044BB" w:rsidRDefault="00F044BB" w:rsidP="00AC3FE8">
            <w:pPr>
              <w:pStyle w:val="TAC"/>
            </w:pPr>
            <w:r>
              <w:rPr>
                <w:rFonts w:cs="Arial"/>
              </w:rPr>
              <w:lastRenderedPageBreak/>
              <w:t>DC_1A-18A_n3A-n77A</w:t>
            </w:r>
          </w:p>
        </w:tc>
        <w:tc>
          <w:tcPr>
            <w:tcW w:w="3514" w:type="dxa"/>
            <w:tcBorders>
              <w:top w:val="single" w:sz="4" w:space="0" w:color="auto"/>
              <w:left w:val="single" w:sz="4" w:space="0" w:color="auto"/>
              <w:bottom w:val="single" w:sz="4" w:space="0" w:color="auto"/>
              <w:right w:val="single" w:sz="4" w:space="0" w:color="auto"/>
            </w:tcBorders>
            <w:hideMark/>
          </w:tcPr>
          <w:p w14:paraId="1D1F5473" w14:textId="77777777" w:rsidR="00F044BB" w:rsidRDefault="00F044BB" w:rsidP="00AC3FE8">
            <w:pPr>
              <w:pStyle w:val="TAC"/>
              <w:rPr>
                <w:rFonts w:cs="Arial"/>
              </w:rPr>
            </w:pPr>
            <w:r>
              <w:rPr>
                <w:rFonts w:cs="Arial"/>
              </w:rPr>
              <w:t>DC_18A_n3A</w:t>
            </w:r>
          </w:p>
          <w:p w14:paraId="55F782C3" w14:textId="77777777" w:rsidR="00F044BB" w:rsidRDefault="00F044BB" w:rsidP="00AC3FE8">
            <w:pPr>
              <w:pStyle w:val="TAC"/>
            </w:pPr>
            <w:r>
              <w:rPr>
                <w:rFonts w:cs="Arial"/>
              </w:rPr>
              <w:t>DC_18A_n77A</w:t>
            </w:r>
          </w:p>
        </w:tc>
      </w:tr>
      <w:tr w:rsidR="00F044BB" w14:paraId="0246D40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2A3A746" w14:textId="77777777" w:rsidR="00F044BB" w:rsidRDefault="00F044BB" w:rsidP="00AC3FE8">
            <w:pPr>
              <w:pStyle w:val="TAC"/>
              <w:rPr>
                <w:rFonts w:cs="Arial"/>
                <w:szCs w:val="18"/>
                <w:lang w:eastAsia="ja-JP"/>
              </w:rPr>
            </w:pPr>
            <w:r>
              <w:rPr>
                <w:rFonts w:cs="Arial"/>
              </w:rPr>
              <w:t>DC_1A-18A_n3A-n78A</w:t>
            </w:r>
          </w:p>
        </w:tc>
        <w:tc>
          <w:tcPr>
            <w:tcW w:w="3514" w:type="dxa"/>
            <w:tcBorders>
              <w:top w:val="single" w:sz="4" w:space="0" w:color="auto"/>
              <w:left w:val="single" w:sz="4" w:space="0" w:color="auto"/>
              <w:bottom w:val="single" w:sz="4" w:space="0" w:color="auto"/>
              <w:right w:val="single" w:sz="4" w:space="0" w:color="auto"/>
            </w:tcBorders>
            <w:hideMark/>
          </w:tcPr>
          <w:p w14:paraId="0B551DD9" w14:textId="77777777" w:rsidR="00F044BB" w:rsidRDefault="00F044BB" w:rsidP="00AC3FE8">
            <w:pPr>
              <w:pStyle w:val="TAC"/>
              <w:rPr>
                <w:rFonts w:cs="Arial"/>
              </w:rPr>
            </w:pPr>
            <w:r>
              <w:rPr>
                <w:rFonts w:cs="Arial"/>
              </w:rPr>
              <w:t>DC_1A_n3A</w:t>
            </w:r>
          </w:p>
          <w:p w14:paraId="5B66B338" w14:textId="77777777" w:rsidR="00F044BB" w:rsidRDefault="00F044BB" w:rsidP="00AC3FE8">
            <w:pPr>
              <w:pStyle w:val="TAC"/>
              <w:rPr>
                <w:rFonts w:cs="Arial"/>
              </w:rPr>
            </w:pPr>
            <w:r>
              <w:rPr>
                <w:rFonts w:cs="Arial"/>
              </w:rPr>
              <w:t>DC_1A_n78A</w:t>
            </w:r>
          </w:p>
          <w:p w14:paraId="0DF65DB0" w14:textId="77777777" w:rsidR="00F044BB" w:rsidRDefault="00F044BB" w:rsidP="00AC3FE8">
            <w:pPr>
              <w:pStyle w:val="TAC"/>
              <w:rPr>
                <w:rFonts w:cs="Arial"/>
              </w:rPr>
            </w:pPr>
            <w:r>
              <w:rPr>
                <w:rFonts w:cs="Arial"/>
              </w:rPr>
              <w:t>DC_18A_n3A</w:t>
            </w:r>
          </w:p>
          <w:p w14:paraId="3F74E375" w14:textId="77777777" w:rsidR="00F044BB" w:rsidRDefault="00F044BB" w:rsidP="00AC3FE8">
            <w:pPr>
              <w:pStyle w:val="TAC"/>
              <w:rPr>
                <w:szCs w:val="18"/>
                <w:lang w:eastAsia="ja-JP"/>
              </w:rPr>
            </w:pPr>
            <w:r>
              <w:rPr>
                <w:rFonts w:cs="Arial"/>
              </w:rPr>
              <w:t>DC_18A_n78A</w:t>
            </w:r>
          </w:p>
        </w:tc>
      </w:tr>
      <w:tr w:rsidR="00F044BB" w14:paraId="2ABAA37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240BFD2" w14:textId="77777777" w:rsidR="00F044BB" w:rsidRDefault="00F044BB" w:rsidP="00AC3FE8">
            <w:pPr>
              <w:pStyle w:val="TAC"/>
              <w:rPr>
                <w:lang w:eastAsia="ja-JP"/>
              </w:rPr>
            </w:pPr>
            <w:r>
              <w:rPr>
                <w:lang w:eastAsia="ja-JP"/>
              </w:rPr>
              <w:t>DC</w:t>
            </w:r>
            <w:r>
              <w:t>_</w:t>
            </w:r>
            <w:r>
              <w:rPr>
                <w:lang w:eastAsia="ja-JP"/>
              </w:rPr>
              <w:t>1A-18A-28A_n77A</w:t>
            </w:r>
          </w:p>
        </w:tc>
        <w:tc>
          <w:tcPr>
            <w:tcW w:w="3514" w:type="dxa"/>
            <w:tcBorders>
              <w:top w:val="single" w:sz="4" w:space="0" w:color="auto"/>
              <w:left w:val="single" w:sz="4" w:space="0" w:color="auto"/>
              <w:bottom w:val="single" w:sz="4" w:space="0" w:color="auto"/>
              <w:right w:val="single" w:sz="4" w:space="0" w:color="auto"/>
            </w:tcBorders>
            <w:hideMark/>
          </w:tcPr>
          <w:p w14:paraId="390BCCBC" w14:textId="77777777" w:rsidR="00F044BB" w:rsidRDefault="00F044BB" w:rsidP="00AC3FE8">
            <w:pPr>
              <w:pStyle w:val="TAC"/>
              <w:rPr>
                <w:lang w:eastAsia="ja-JP"/>
              </w:rPr>
            </w:pPr>
            <w:r>
              <w:rPr>
                <w:lang w:eastAsia="ja-JP"/>
              </w:rPr>
              <w:t>DC</w:t>
            </w:r>
            <w:r>
              <w:t>_</w:t>
            </w:r>
            <w:r>
              <w:rPr>
                <w:lang w:eastAsia="ja-JP"/>
              </w:rPr>
              <w:t>1A_n77A</w:t>
            </w:r>
          </w:p>
          <w:p w14:paraId="14BA1301" w14:textId="77777777" w:rsidR="00F044BB" w:rsidRDefault="00F044BB" w:rsidP="00AC3FE8">
            <w:pPr>
              <w:pStyle w:val="TAC"/>
              <w:rPr>
                <w:lang w:eastAsia="ja-JP"/>
              </w:rPr>
            </w:pPr>
            <w:r>
              <w:rPr>
                <w:lang w:eastAsia="ja-JP"/>
              </w:rPr>
              <w:t>DC</w:t>
            </w:r>
            <w:r>
              <w:t>_18</w:t>
            </w:r>
            <w:r>
              <w:rPr>
                <w:lang w:eastAsia="ja-JP"/>
              </w:rPr>
              <w:t>A_n77A</w:t>
            </w:r>
          </w:p>
          <w:p w14:paraId="4177C483" w14:textId="77777777" w:rsidR="00F044BB" w:rsidRDefault="00F044BB" w:rsidP="00AC3FE8">
            <w:pPr>
              <w:pStyle w:val="TAC"/>
              <w:rPr>
                <w:lang w:eastAsia="ja-JP"/>
              </w:rPr>
            </w:pPr>
            <w:r>
              <w:rPr>
                <w:lang w:eastAsia="ja-JP"/>
              </w:rPr>
              <w:t>DC</w:t>
            </w:r>
            <w:r>
              <w:t>_28</w:t>
            </w:r>
            <w:r>
              <w:rPr>
                <w:lang w:eastAsia="ja-JP"/>
              </w:rPr>
              <w:t>A_n77A</w:t>
            </w:r>
          </w:p>
        </w:tc>
      </w:tr>
      <w:tr w:rsidR="00F044BB" w14:paraId="6FDF54C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51CF553" w14:textId="77777777" w:rsidR="00F044BB" w:rsidRDefault="00F044BB" w:rsidP="00AC3FE8">
            <w:pPr>
              <w:pStyle w:val="TAC"/>
              <w:rPr>
                <w:lang w:eastAsia="ja-JP"/>
              </w:rPr>
            </w:pPr>
            <w:r>
              <w:rPr>
                <w:lang w:eastAsia="ja-JP"/>
              </w:rPr>
              <w:t>DC</w:t>
            </w:r>
            <w:r>
              <w:t>_</w:t>
            </w:r>
            <w:r>
              <w:rPr>
                <w:lang w:eastAsia="ja-JP"/>
              </w:rPr>
              <w:t>1A-18A-28A_n78A</w:t>
            </w:r>
          </w:p>
        </w:tc>
        <w:tc>
          <w:tcPr>
            <w:tcW w:w="3514" w:type="dxa"/>
            <w:tcBorders>
              <w:top w:val="single" w:sz="4" w:space="0" w:color="auto"/>
              <w:left w:val="single" w:sz="4" w:space="0" w:color="auto"/>
              <w:bottom w:val="single" w:sz="4" w:space="0" w:color="auto"/>
              <w:right w:val="single" w:sz="4" w:space="0" w:color="auto"/>
            </w:tcBorders>
            <w:hideMark/>
          </w:tcPr>
          <w:p w14:paraId="52FC51BC" w14:textId="77777777" w:rsidR="00F044BB" w:rsidRDefault="00F044BB" w:rsidP="00AC3FE8">
            <w:pPr>
              <w:pStyle w:val="TAC"/>
              <w:rPr>
                <w:lang w:eastAsia="ja-JP"/>
              </w:rPr>
            </w:pPr>
            <w:r>
              <w:rPr>
                <w:lang w:eastAsia="ja-JP"/>
              </w:rPr>
              <w:t>DC</w:t>
            </w:r>
            <w:r>
              <w:t>_</w:t>
            </w:r>
            <w:r>
              <w:rPr>
                <w:lang w:eastAsia="ja-JP"/>
              </w:rPr>
              <w:t>1A_n78A</w:t>
            </w:r>
          </w:p>
          <w:p w14:paraId="34D8784F" w14:textId="77777777" w:rsidR="00F044BB" w:rsidRDefault="00F044BB" w:rsidP="00AC3FE8">
            <w:pPr>
              <w:pStyle w:val="TAC"/>
              <w:rPr>
                <w:lang w:eastAsia="ja-JP"/>
              </w:rPr>
            </w:pPr>
            <w:r>
              <w:rPr>
                <w:lang w:eastAsia="ja-JP"/>
              </w:rPr>
              <w:t>DC</w:t>
            </w:r>
            <w:r>
              <w:t>_18</w:t>
            </w:r>
            <w:r>
              <w:rPr>
                <w:lang w:eastAsia="ja-JP"/>
              </w:rPr>
              <w:t>A_n78A</w:t>
            </w:r>
          </w:p>
          <w:p w14:paraId="6F8C2E76" w14:textId="77777777" w:rsidR="00F044BB" w:rsidRDefault="00F044BB" w:rsidP="00AC3FE8">
            <w:pPr>
              <w:pStyle w:val="TAC"/>
              <w:rPr>
                <w:lang w:eastAsia="ja-JP"/>
              </w:rPr>
            </w:pPr>
            <w:r>
              <w:rPr>
                <w:lang w:eastAsia="ja-JP"/>
              </w:rPr>
              <w:t>DC</w:t>
            </w:r>
            <w:r>
              <w:t>_28</w:t>
            </w:r>
            <w:r>
              <w:rPr>
                <w:lang w:eastAsia="ja-JP"/>
              </w:rPr>
              <w:t>A_n78A</w:t>
            </w:r>
          </w:p>
        </w:tc>
      </w:tr>
      <w:tr w:rsidR="00F044BB" w14:paraId="738106E9"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5C5716C" w14:textId="77777777" w:rsidR="00F044BB" w:rsidRDefault="00F044BB" w:rsidP="00AC3FE8">
            <w:pPr>
              <w:pStyle w:val="TAC"/>
              <w:rPr>
                <w:lang w:eastAsia="fi-FI"/>
              </w:rPr>
            </w:pPr>
            <w:r>
              <w:rPr>
                <w:lang w:eastAsia="ja-JP"/>
              </w:rPr>
              <w:t>DC</w:t>
            </w:r>
            <w:r>
              <w:t>_</w:t>
            </w:r>
            <w:r>
              <w:rPr>
                <w:lang w:eastAsia="ja-JP"/>
              </w:rPr>
              <w:t>1A-18A-28A_n79A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629D2F8C" w14:textId="77777777" w:rsidR="00F044BB" w:rsidRDefault="00F044BB" w:rsidP="00AC3FE8">
            <w:pPr>
              <w:pStyle w:val="TAC"/>
              <w:rPr>
                <w:lang w:eastAsia="ja-JP"/>
              </w:rPr>
            </w:pPr>
            <w:r>
              <w:rPr>
                <w:lang w:eastAsia="ja-JP"/>
              </w:rPr>
              <w:t>DC</w:t>
            </w:r>
            <w:r>
              <w:t>_</w:t>
            </w:r>
            <w:r>
              <w:rPr>
                <w:lang w:eastAsia="ja-JP"/>
              </w:rPr>
              <w:t>1A_n79A</w:t>
            </w:r>
          </w:p>
          <w:p w14:paraId="4335FC9B" w14:textId="77777777" w:rsidR="00F044BB" w:rsidRDefault="00F044BB" w:rsidP="00AC3FE8">
            <w:pPr>
              <w:pStyle w:val="TAC"/>
              <w:rPr>
                <w:lang w:eastAsia="ja-JP"/>
              </w:rPr>
            </w:pPr>
            <w:r>
              <w:rPr>
                <w:lang w:eastAsia="ja-JP"/>
              </w:rPr>
              <w:t>DC</w:t>
            </w:r>
            <w:r>
              <w:t>_18</w:t>
            </w:r>
            <w:r>
              <w:rPr>
                <w:lang w:eastAsia="ja-JP"/>
              </w:rPr>
              <w:t>A_n79A</w:t>
            </w:r>
          </w:p>
          <w:p w14:paraId="09288B9F" w14:textId="77777777" w:rsidR="00F044BB" w:rsidRDefault="00F044BB" w:rsidP="00AC3FE8">
            <w:pPr>
              <w:pStyle w:val="TAC"/>
              <w:rPr>
                <w:lang w:eastAsia="fi-FI"/>
              </w:rPr>
            </w:pPr>
            <w:r>
              <w:rPr>
                <w:lang w:eastAsia="ja-JP"/>
              </w:rPr>
              <w:t>DC</w:t>
            </w:r>
            <w:r>
              <w:t>_28</w:t>
            </w:r>
            <w:r>
              <w:rPr>
                <w:lang w:eastAsia="ja-JP"/>
              </w:rPr>
              <w:t>A_n79A</w:t>
            </w:r>
          </w:p>
        </w:tc>
      </w:tr>
      <w:tr w:rsidR="00F044BB" w14:paraId="0FABE08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7F302AB" w14:textId="77777777" w:rsidR="00F044BB" w:rsidRDefault="00F044BB" w:rsidP="00AC3FE8">
            <w:pPr>
              <w:pStyle w:val="TAC"/>
              <w:rPr>
                <w:lang w:eastAsia="zh-CN"/>
              </w:rPr>
            </w:pPr>
            <w:r>
              <w:rPr>
                <w:rFonts w:cs="Arial"/>
                <w:lang w:eastAsia="ja-JP"/>
              </w:rPr>
              <w:t>DC_1A-18A-41A_n3</w:t>
            </w:r>
            <w:r>
              <w:rPr>
                <w:rFonts w:cs="Arial"/>
                <w:lang w:eastAsia="zh-CN"/>
              </w:rPr>
              <w:t>A</w:t>
            </w:r>
          </w:p>
          <w:p w14:paraId="00BA34DD" w14:textId="77777777" w:rsidR="00F044BB" w:rsidRDefault="00F044BB" w:rsidP="00AC3FE8">
            <w:pPr>
              <w:pStyle w:val="TAC"/>
              <w:rPr>
                <w:lang w:eastAsia="ja-JP"/>
              </w:rPr>
            </w:pPr>
            <w:r>
              <w:rPr>
                <w:rFonts w:cs="Arial"/>
                <w:lang w:eastAsia="ja-JP"/>
              </w:rPr>
              <w:t>DC_1A-18A-41</w:t>
            </w:r>
            <w:r>
              <w:rPr>
                <w:rFonts w:cs="Arial"/>
                <w:lang w:eastAsia="zh-CN"/>
              </w:rPr>
              <w:t>C</w:t>
            </w:r>
            <w:r>
              <w:rPr>
                <w:rFonts w:cs="Arial"/>
                <w:lang w:eastAsia="ja-JP"/>
              </w:rPr>
              <w:t>_n3</w:t>
            </w:r>
            <w:r>
              <w:rPr>
                <w:rFonts w:cs="Arial"/>
                <w:lang w:eastAsia="zh-CN"/>
              </w:rPr>
              <w:t>A</w:t>
            </w:r>
          </w:p>
        </w:tc>
        <w:tc>
          <w:tcPr>
            <w:tcW w:w="3514" w:type="dxa"/>
            <w:tcBorders>
              <w:top w:val="single" w:sz="4" w:space="0" w:color="auto"/>
              <w:left w:val="single" w:sz="4" w:space="0" w:color="auto"/>
              <w:bottom w:val="single" w:sz="4" w:space="0" w:color="auto"/>
              <w:right w:val="single" w:sz="4" w:space="0" w:color="auto"/>
            </w:tcBorders>
            <w:hideMark/>
          </w:tcPr>
          <w:p w14:paraId="028AB47E" w14:textId="77777777" w:rsidR="00F044BB" w:rsidRDefault="00F044BB" w:rsidP="00AC3FE8">
            <w:pPr>
              <w:pStyle w:val="TAC"/>
              <w:rPr>
                <w:lang w:eastAsia="zh-CN"/>
              </w:rPr>
            </w:pPr>
            <w:r>
              <w:rPr>
                <w:lang w:eastAsia="ja-JP"/>
              </w:rPr>
              <w:t>DC_</w:t>
            </w:r>
            <w:r>
              <w:rPr>
                <w:lang w:eastAsia="zh-CN"/>
              </w:rPr>
              <w:t>1</w:t>
            </w:r>
            <w:r>
              <w:rPr>
                <w:lang w:eastAsia="ja-JP"/>
              </w:rPr>
              <w:t>A_n3A</w:t>
            </w:r>
          </w:p>
          <w:p w14:paraId="1E3AEDB7" w14:textId="77777777" w:rsidR="00F044BB" w:rsidRDefault="00F044BB" w:rsidP="00AC3FE8">
            <w:pPr>
              <w:pStyle w:val="TAC"/>
              <w:rPr>
                <w:lang w:eastAsia="zh-CN"/>
              </w:rPr>
            </w:pPr>
            <w:r>
              <w:rPr>
                <w:lang w:eastAsia="ja-JP"/>
              </w:rPr>
              <w:t>DC_1</w:t>
            </w:r>
            <w:r>
              <w:rPr>
                <w:lang w:eastAsia="zh-CN"/>
              </w:rPr>
              <w:t>8</w:t>
            </w:r>
            <w:r>
              <w:rPr>
                <w:lang w:eastAsia="ja-JP"/>
              </w:rPr>
              <w:t>A_n3A</w:t>
            </w:r>
          </w:p>
          <w:p w14:paraId="55BE3D56" w14:textId="77777777" w:rsidR="00F044BB" w:rsidRDefault="00F044BB" w:rsidP="00AC3FE8">
            <w:pPr>
              <w:pStyle w:val="TAC"/>
              <w:rPr>
                <w:lang w:eastAsia="zh-CN"/>
              </w:rPr>
            </w:pPr>
            <w:r>
              <w:rPr>
                <w:lang w:eastAsia="ja-JP"/>
              </w:rPr>
              <w:t>DC_</w:t>
            </w:r>
            <w:r>
              <w:rPr>
                <w:lang w:eastAsia="zh-CN"/>
              </w:rPr>
              <w:t>41</w:t>
            </w:r>
            <w:r>
              <w:rPr>
                <w:lang w:eastAsia="ja-JP"/>
              </w:rPr>
              <w:t>A_n3A</w:t>
            </w:r>
          </w:p>
          <w:p w14:paraId="7E43F21B" w14:textId="77777777" w:rsidR="00F044BB" w:rsidRDefault="00F044BB" w:rsidP="00AC3FE8">
            <w:pPr>
              <w:pStyle w:val="TAC"/>
              <w:rPr>
                <w:lang w:eastAsia="ja-JP"/>
              </w:rPr>
            </w:pPr>
            <w:r>
              <w:rPr>
                <w:lang w:eastAsia="ja-JP"/>
              </w:rPr>
              <w:t>DC_</w:t>
            </w:r>
            <w:r>
              <w:rPr>
                <w:lang w:eastAsia="zh-CN"/>
              </w:rPr>
              <w:t>41C</w:t>
            </w:r>
            <w:r>
              <w:rPr>
                <w:lang w:eastAsia="ja-JP"/>
              </w:rPr>
              <w:t>_n3A</w:t>
            </w:r>
          </w:p>
        </w:tc>
      </w:tr>
      <w:tr w:rsidR="00F044BB" w14:paraId="09E36BE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FD0A7E1" w14:textId="77777777" w:rsidR="00F044BB" w:rsidRDefault="00F044BB" w:rsidP="00AC3FE8">
            <w:pPr>
              <w:pStyle w:val="TAC"/>
              <w:rPr>
                <w:lang w:val="x-none" w:eastAsia="zh-CN"/>
              </w:rPr>
            </w:pPr>
            <w:r>
              <w:rPr>
                <w:rFonts w:cs="Arial"/>
                <w:lang w:eastAsia="ja-JP"/>
              </w:rPr>
              <w:t>DC_1A-18A-41A_n77</w:t>
            </w:r>
            <w:r>
              <w:rPr>
                <w:rFonts w:cs="Arial"/>
                <w:lang w:eastAsia="zh-CN"/>
              </w:rPr>
              <w:t>A</w:t>
            </w:r>
          </w:p>
          <w:p w14:paraId="12C5359D" w14:textId="77777777" w:rsidR="00F044BB" w:rsidRDefault="00F044BB" w:rsidP="00AC3FE8">
            <w:pPr>
              <w:pStyle w:val="TAC"/>
              <w:rPr>
                <w:lang w:eastAsia="ja-JP"/>
              </w:rPr>
            </w:pPr>
            <w:r>
              <w:rPr>
                <w:rFonts w:cs="Arial"/>
                <w:lang w:eastAsia="ja-JP"/>
              </w:rPr>
              <w:t>DC_1A-18A-41</w:t>
            </w:r>
            <w:r>
              <w:rPr>
                <w:rFonts w:cs="Arial"/>
                <w:lang w:eastAsia="zh-CN"/>
              </w:rPr>
              <w:t>C</w:t>
            </w:r>
            <w:r>
              <w:rPr>
                <w:rFonts w:cs="Arial"/>
                <w:lang w:eastAsia="ja-JP"/>
              </w:rPr>
              <w:t>_n77</w:t>
            </w:r>
            <w:r>
              <w:rPr>
                <w:rFonts w:cs="Arial"/>
                <w:lang w:eastAsia="zh-CN"/>
              </w:rPr>
              <w:t>A</w:t>
            </w:r>
          </w:p>
        </w:tc>
        <w:tc>
          <w:tcPr>
            <w:tcW w:w="3514" w:type="dxa"/>
            <w:tcBorders>
              <w:top w:val="single" w:sz="4" w:space="0" w:color="auto"/>
              <w:left w:val="single" w:sz="4" w:space="0" w:color="auto"/>
              <w:bottom w:val="single" w:sz="4" w:space="0" w:color="auto"/>
              <w:right w:val="single" w:sz="4" w:space="0" w:color="auto"/>
            </w:tcBorders>
            <w:hideMark/>
          </w:tcPr>
          <w:p w14:paraId="32A67777" w14:textId="77777777" w:rsidR="00F044BB" w:rsidRDefault="00F044BB" w:rsidP="00AC3FE8">
            <w:pPr>
              <w:pStyle w:val="TAC"/>
              <w:rPr>
                <w:lang w:eastAsia="zh-CN"/>
              </w:rPr>
            </w:pPr>
            <w:r>
              <w:rPr>
                <w:lang w:eastAsia="ja-JP"/>
              </w:rPr>
              <w:t>DC_</w:t>
            </w:r>
            <w:r>
              <w:rPr>
                <w:lang w:eastAsia="zh-CN"/>
              </w:rPr>
              <w:t>1</w:t>
            </w:r>
            <w:r>
              <w:rPr>
                <w:lang w:eastAsia="ja-JP"/>
              </w:rPr>
              <w:t>A_n77A</w:t>
            </w:r>
          </w:p>
          <w:p w14:paraId="3741E93F" w14:textId="77777777" w:rsidR="00F044BB" w:rsidRDefault="00F044BB" w:rsidP="00AC3FE8">
            <w:pPr>
              <w:pStyle w:val="TAC"/>
              <w:rPr>
                <w:lang w:eastAsia="zh-CN"/>
              </w:rPr>
            </w:pPr>
            <w:r>
              <w:rPr>
                <w:lang w:eastAsia="ja-JP"/>
              </w:rPr>
              <w:t>DC_1</w:t>
            </w:r>
            <w:r>
              <w:rPr>
                <w:lang w:eastAsia="zh-CN"/>
              </w:rPr>
              <w:t>8</w:t>
            </w:r>
            <w:r>
              <w:rPr>
                <w:lang w:eastAsia="ja-JP"/>
              </w:rPr>
              <w:t>A_n77A</w:t>
            </w:r>
          </w:p>
          <w:p w14:paraId="769DE7A1" w14:textId="77777777" w:rsidR="00F044BB" w:rsidRDefault="00F044BB" w:rsidP="00AC3FE8">
            <w:pPr>
              <w:pStyle w:val="TAC"/>
              <w:rPr>
                <w:lang w:eastAsia="zh-CN"/>
              </w:rPr>
            </w:pPr>
            <w:r>
              <w:rPr>
                <w:lang w:eastAsia="ja-JP"/>
              </w:rPr>
              <w:t>DC_</w:t>
            </w:r>
            <w:r>
              <w:rPr>
                <w:lang w:eastAsia="zh-CN"/>
              </w:rPr>
              <w:t>41</w:t>
            </w:r>
            <w:r>
              <w:rPr>
                <w:lang w:eastAsia="ja-JP"/>
              </w:rPr>
              <w:t>A_n77A</w:t>
            </w:r>
          </w:p>
          <w:p w14:paraId="22CC1236" w14:textId="77777777" w:rsidR="00F044BB" w:rsidRDefault="00F044BB" w:rsidP="00AC3FE8">
            <w:pPr>
              <w:pStyle w:val="TAC"/>
              <w:rPr>
                <w:lang w:eastAsia="ja-JP"/>
              </w:rPr>
            </w:pPr>
            <w:r>
              <w:rPr>
                <w:lang w:eastAsia="ja-JP"/>
              </w:rPr>
              <w:t>DC_</w:t>
            </w:r>
            <w:r>
              <w:rPr>
                <w:lang w:eastAsia="zh-CN"/>
              </w:rPr>
              <w:t>41C</w:t>
            </w:r>
            <w:r>
              <w:rPr>
                <w:lang w:eastAsia="ja-JP"/>
              </w:rPr>
              <w:t>_n77A</w:t>
            </w:r>
          </w:p>
        </w:tc>
      </w:tr>
      <w:tr w:rsidR="00F044BB" w14:paraId="5E19A03C"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4AE2413" w14:textId="77777777" w:rsidR="00F044BB" w:rsidRDefault="00F044BB" w:rsidP="00AC3FE8">
            <w:pPr>
              <w:pStyle w:val="TAC"/>
              <w:rPr>
                <w:lang w:eastAsia="zh-CN"/>
              </w:rPr>
            </w:pPr>
            <w:r>
              <w:rPr>
                <w:rFonts w:cs="Arial"/>
                <w:lang w:eastAsia="ja-JP"/>
              </w:rPr>
              <w:t>DC_1A-18A-41A_n78</w:t>
            </w:r>
            <w:r>
              <w:rPr>
                <w:rFonts w:cs="Arial"/>
                <w:lang w:eastAsia="zh-CN"/>
              </w:rPr>
              <w:t>A</w:t>
            </w:r>
          </w:p>
          <w:p w14:paraId="57AAD37A" w14:textId="77777777" w:rsidR="00F044BB" w:rsidRDefault="00F044BB" w:rsidP="00AC3FE8">
            <w:pPr>
              <w:pStyle w:val="TAC"/>
              <w:rPr>
                <w:lang w:eastAsia="ja-JP"/>
              </w:rPr>
            </w:pPr>
            <w:r>
              <w:rPr>
                <w:rFonts w:cs="Arial"/>
                <w:lang w:eastAsia="ja-JP"/>
              </w:rPr>
              <w:t>DC_1A-18A-41</w:t>
            </w:r>
            <w:r>
              <w:rPr>
                <w:rFonts w:cs="Arial"/>
                <w:lang w:eastAsia="zh-CN"/>
              </w:rPr>
              <w:t>C</w:t>
            </w:r>
            <w:r>
              <w:rPr>
                <w:rFonts w:cs="Arial"/>
                <w:lang w:eastAsia="ja-JP"/>
              </w:rPr>
              <w:t>_n78</w:t>
            </w:r>
            <w:r>
              <w:rPr>
                <w:rFonts w:cs="Arial"/>
                <w:lang w:eastAsia="zh-CN"/>
              </w:rPr>
              <w:t>A</w:t>
            </w:r>
          </w:p>
        </w:tc>
        <w:tc>
          <w:tcPr>
            <w:tcW w:w="3514" w:type="dxa"/>
            <w:tcBorders>
              <w:top w:val="single" w:sz="4" w:space="0" w:color="auto"/>
              <w:left w:val="single" w:sz="4" w:space="0" w:color="auto"/>
              <w:bottom w:val="single" w:sz="4" w:space="0" w:color="auto"/>
              <w:right w:val="single" w:sz="4" w:space="0" w:color="auto"/>
            </w:tcBorders>
            <w:hideMark/>
          </w:tcPr>
          <w:p w14:paraId="4F7FE2C9" w14:textId="77777777" w:rsidR="00F044BB" w:rsidRDefault="00F044BB" w:rsidP="00AC3FE8">
            <w:pPr>
              <w:pStyle w:val="TAC"/>
              <w:rPr>
                <w:lang w:eastAsia="zh-CN"/>
              </w:rPr>
            </w:pPr>
            <w:r>
              <w:rPr>
                <w:lang w:eastAsia="ja-JP"/>
              </w:rPr>
              <w:t>DC_</w:t>
            </w:r>
            <w:r>
              <w:rPr>
                <w:lang w:eastAsia="zh-CN"/>
              </w:rPr>
              <w:t>1</w:t>
            </w:r>
            <w:r>
              <w:rPr>
                <w:lang w:eastAsia="ja-JP"/>
              </w:rPr>
              <w:t>A_n78A</w:t>
            </w:r>
          </w:p>
          <w:p w14:paraId="782C0F55" w14:textId="77777777" w:rsidR="00F044BB" w:rsidRDefault="00F044BB" w:rsidP="00AC3FE8">
            <w:pPr>
              <w:pStyle w:val="TAC"/>
              <w:rPr>
                <w:lang w:eastAsia="zh-CN"/>
              </w:rPr>
            </w:pPr>
            <w:r>
              <w:rPr>
                <w:lang w:eastAsia="ja-JP"/>
              </w:rPr>
              <w:t>DC_1</w:t>
            </w:r>
            <w:r>
              <w:rPr>
                <w:lang w:eastAsia="zh-CN"/>
              </w:rPr>
              <w:t>8</w:t>
            </w:r>
            <w:r>
              <w:rPr>
                <w:lang w:eastAsia="ja-JP"/>
              </w:rPr>
              <w:t>A_n78A</w:t>
            </w:r>
          </w:p>
          <w:p w14:paraId="4D5539AC" w14:textId="77777777" w:rsidR="00F044BB" w:rsidRDefault="00F044BB" w:rsidP="00AC3FE8">
            <w:pPr>
              <w:pStyle w:val="TAC"/>
              <w:rPr>
                <w:lang w:eastAsia="zh-CN"/>
              </w:rPr>
            </w:pPr>
            <w:r>
              <w:rPr>
                <w:lang w:eastAsia="ja-JP"/>
              </w:rPr>
              <w:t>DC_</w:t>
            </w:r>
            <w:r>
              <w:rPr>
                <w:lang w:eastAsia="zh-CN"/>
              </w:rPr>
              <w:t>41</w:t>
            </w:r>
            <w:r>
              <w:rPr>
                <w:lang w:eastAsia="ja-JP"/>
              </w:rPr>
              <w:t>A_n78A</w:t>
            </w:r>
          </w:p>
          <w:p w14:paraId="599256D2" w14:textId="77777777" w:rsidR="00F044BB" w:rsidRDefault="00F044BB" w:rsidP="00AC3FE8">
            <w:pPr>
              <w:pStyle w:val="TAC"/>
              <w:rPr>
                <w:lang w:eastAsia="ja-JP"/>
              </w:rPr>
            </w:pPr>
            <w:r>
              <w:rPr>
                <w:lang w:eastAsia="ja-JP"/>
              </w:rPr>
              <w:t>DC_</w:t>
            </w:r>
            <w:r>
              <w:rPr>
                <w:lang w:eastAsia="zh-CN"/>
              </w:rPr>
              <w:t>41C</w:t>
            </w:r>
            <w:r>
              <w:rPr>
                <w:lang w:eastAsia="ja-JP"/>
              </w:rPr>
              <w:t>_n78A</w:t>
            </w:r>
          </w:p>
        </w:tc>
      </w:tr>
      <w:tr w:rsidR="00F044BB" w14:paraId="662ED07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82517DC" w14:textId="77777777" w:rsidR="00F044BB" w:rsidRDefault="00F044BB" w:rsidP="00AC3FE8">
            <w:pPr>
              <w:pStyle w:val="TAC"/>
              <w:rPr>
                <w:rFonts w:cs="Arial"/>
                <w:lang w:eastAsia="ja-JP"/>
              </w:rPr>
            </w:pPr>
            <w:r>
              <w:rPr>
                <w:rFonts w:cs="Arial"/>
                <w:lang w:eastAsia="ja-JP"/>
              </w:rPr>
              <w:t>DC_1A-18A-42A_n77A</w:t>
            </w:r>
            <w:r>
              <w:rPr>
                <w:vertAlign w:val="superscript"/>
                <w:lang w:eastAsia="ja-JP"/>
              </w:rPr>
              <w:t>6,7</w:t>
            </w:r>
          </w:p>
          <w:p w14:paraId="62110246" w14:textId="77777777" w:rsidR="00F044BB" w:rsidRDefault="00F044BB" w:rsidP="00AC3FE8">
            <w:pPr>
              <w:pStyle w:val="TAC"/>
              <w:rPr>
                <w:lang w:eastAsia="ja-JP"/>
              </w:rPr>
            </w:pPr>
            <w:r>
              <w:rPr>
                <w:rFonts w:cs="Arial"/>
                <w:lang w:eastAsia="ja-JP"/>
              </w:rPr>
              <w:t>DC_1A-18A-42C_n77A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41912FD7" w14:textId="77777777" w:rsidR="00F044BB" w:rsidRDefault="00F044BB" w:rsidP="00AC3FE8">
            <w:pPr>
              <w:pStyle w:val="TAC"/>
              <w:rPr>
                <w:lang w:eastAsia="ja-JP"/>
              </w:rPr>
            </w:pPr>
            <w:r>
              <w:rPr>
                <w:lang w:eastAsia="fi-FI"/>
              </w:rPr>
              <w:t>DC_1A_</w:t>
            </w:r>
            <w:r>
              <w:rPr>
                <w:lang w:eastAsia="ja-JP"/>
              </w:rPr>
              <w:t>n77A</w:t>
            </w:r>
          </w:p>
          <w:p w14:paraId="79E520F8" w14:textId="77777777" w:rsidR="00F044BB" w:rsidRDefault="00F044BB" w:rsidP="00AC3FE8">
            <w:pPr>
              <w:pStyle w:val="TAC"/>
              <w:rPr>
                <w:lang w:eastAsia="ja-JP"/>
              </w:rPr>
            </w:pPr>
            <w:r>
              <w:rPr>
                <w:lang w:eastAsia="fi-FI"/>
              </w:rPr>
              <w:t>DC_</w:t>
            </w:r>
            <w:r>
              <w:rPr>
                <w:lang w:eastAsia="ja-JP"/>
              </w:rPr>
              <w:t>18</w:t>
            </w:r>
            <w:r>
              <w:rPr>
                <w:lang w:eastAsia="fi-FI"/>
              </w:rPr>
              <w:t>A_</w:t>
            </w:r>
            <w:r>
              <w:rPr>
                <w:lang w:eastAsia="ja-JP"/>
              </w:rPr>
              <w:t>n77</w:t>
            </w:r>
            <w:r>
              <w:rPr>
                <w:lang w:eastAsia="fi-FI"/>
              </w:rPr>
              <w:t>A</w:t>
            </w:r>
          </w:p>
        </w:tc>
      </w:tr>
      <w:tr w:rsidR="00F044BB" w14:paraId="5647530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CFF4CC1" w14:textId="77777777" w:rsidR="00F044BB" w:rsidRDefault="00F044BB" w:rsidP="00AC3FE8">
            <w:pPr>
              <w:pStyle w:val="TAC"/>
              <w:rPr>
                <w:rFonts w:cs="Arial"/>
                <w:lang w:eastAsia="ja-JP"/>
              </w:rPr>
            </w:pPr>
            <w:r>
              <w:rPr>
                <w:rFonts w:cs="Arial"/>
                <w:lang w:eastAsia="ja-JP"/>
              </w:rPr>
              <w:t>DC_1A-18A-42A_n78A</w:t>
            </w:r>
            <w:r>
              <w:rPr>
                <w:vertAlign w:val="superscript"/>
                <w:lang w:eastAsia="ja-JP"/>
              </w:rPr>
              <w:t>6,7</w:t>
            </w:r>
          </w:p>
          <w:p w14:paraId="59304973" w14:textId="77777777" w:rsidR="00F044BB" w:rsidRDefault="00F044BB" w:rsidP="00AC3FE8">
            <w:pPr>
              <w:pStyle w:val="TAC"/>
              <w:rPr>
                <w:lang w:eastAsia="ja-JP"/>
              </w:rPr>
            </w:pPr>
            <w:r>
              <w:rPr>
                <w:rFonts w:cs="Arial"/>
                <w:lang w:eastAsia="ja-JP"/>
              </w:rPr>
              <w:t>DC_1A-18A-42C_n78A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2C7EA99B" w14:textId="77777777" w:rsidR="00F044BB" w:rsidRDefault="00F044BB" w:rsidP="00AC3FE8">
            <w:pPr>
              <w:pStyle w:val="TAC"/>
              <w:rPr>
                <w:lang w:eastAsia="ja-JP"/>
              </w:rPr>
            </w:pPr>
            <w:r>
              <w:rPr>
                <w:lang w:eastAsia="fi-FI"/>
              </w:rPr>
              <w:t>DC_1A_</w:t>
            </w:r>
            <w:r>
              <w:rPr>
                <w:lang w:eastAsia="ja-JP"/>
              </w:rPr>
              <w:t>n78A</w:t>
            </w:r>
          </w:p>
          <w:p w14:paraId="123D5735" w14:textId="77777777" w:rsidR="00F044BB" w:rsidRDefault="00F044BB" w:rsidP="00AC3FE8">
            <w:pPr>
              <w:pStyle w:val="TAC"/>
              <w:rPr>
                <w:lang w:eastAsia="ja-JP"/>
              </w:rPr>
            </w:pPr>
            <w:r>
              <w:rPr>
                <w:lang w:eastAsia="fi-FI"/>
              </w:rPr>
              <w:t>DC_</w:t>
            </w:r>
            <w:r>
              <w:rPr>
                <w:lang w:eastAsia="ja-JP"/>
              </w:rPr>
              <w:t>18</w:t>
            </w:r>
            <w:r>
              <w:rPr>
                <w:lang w:eastAsia="fi-FI"/>
              </w:rPr>
              <w:t>A_</w:t>
            </w:r>
            <w:r>
              <w:rPr>
                <w:lang w:eastAsia="ja-JP"/>
              </w:rPr>
              <w:t>n78</w:t>
            </w:r>
            <w:r>
              <w:rPr>
                <w:lang w:eastAsia="fi-FI"/>
              </w:rPr>
              <w:t>A</w:t>
            </w:r>
          </w:p>
        </w:tc>
      </w:tr>
      <w:tr w:rsidR="00F044BB" w14:paraId="5348B6F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94A593E" w14:textId="77777777" w:rsidR="00F044BB" w:rsidRDefault="00F044BB" w:rsidP="00AC3FE8">
            <w:pPr>
              <w:pStyle w:val="TAC"/>
              <w:rPr>
                <w:lang w:eastAsia="ja-JP"/>
              </w:rPr>
            </w:pPr>
            <w:r>
              <w:rPr>
                <w:lang w:eastAsia="ja-JP"/>
              </w:rPr>
              <w:t>DC_1A-18A-42A_n79A</w:t>
            </w:r>
          </w:p>
          <w:p w14:paraId="044E5D7E" w14:textId="77777777" w:rsidR="00F044BB" w:rsidRDefault="00F044BB" w:rsidP="00AC3FE8">
            <w:pPr>
              <w:pStyle w:val="TAC"/>
              <w:rPr>
                <w:lang w:eastAsia="ja-JP"/>
              </w:rPr>
            </w:pPr>
            <w:r>
              <w:rPr>
                <w:lang w:eastAsia="ja-JP"/>
              </w:rPr>
              <w:t>DC_1A-18A-42C_n79A</w:t>
            </w:r>
          </w:p>
        </w:tc>
        <w:tc>
          <w:tcPr>
            <w:tcW w:w="3514" w:type="dxa"/>
            <w:tcBorders>
              <w:top w:val="single" w:sz="4" w:space="0" w:color="auto"/>
              <w:left w:val="single" w:sz="4" w:space="0" w:color="auto"/>
              <w:bottom w:val="single" w:sz="4" w:space="0" w:color="auto"/>
              <w:right w:val="single" w:sz="4" w:space="0" w:color="auto"/>
            </w:tcBorders>
            <w:hideMark/>
          </w:tcPr>
          <w:p w14:paraId="4D656691" w14:textId="77777777" w:rsidR="00F044BB" w:rsidRDefault="00F044BB" w:rsidP="00AC3FE8">
            <w:pPr>
              <w:pStyle w:val="TAC"/>
              <w:rPr>
                <w:lang w:eastAsia="ja-JP"/>
              </w:rPr>
            </w:pPr>
            <w:r>
              <w:rPr>
                <w:lang w:eastAsia="fi-FI"/>
              </w:rPr>
              <w:t>DC_1A_</w:t>
            </w:r>
            <w:r>
              <w:rPr>
                <w:lang w:eastAsia="ja-JP"/>
              </w:rPr>
              <w:t>n79A</w:t>
            </w:r>
          </w:p>
          <w:p w14:paraId="461CA091" w14:textId="77777777" w:rsidR="00F044BB" w:rsidRDefault="00F044BB" w:rsidP="00AC3FE8">
            <w:pPr>
              <w:pStyle w:val="TAC"/>
              <w:rPr>
                <w:lang w:eastAsia="ja-JP"/>
              </w:rPr>
            </w:pPr>
            <w:r>
              <w:rPr>
                <w:lang w:eastAsia="fi-FI"/>
              </w:rPr>
              <w:t>DC_</w:t>
            </w:r>
            <w:r>
              <w:rPr>
                <w:lang w:eastAsia="ja-JP"/>
              </w:rPr>
              <w:t>18</w:t>
            </w:r>
            <w:r>
              <w:rPr>
                <w:lang w:eastAsia="fi-FI"/>
              </w:rPr>
              <w:t>A_</w:t>
            </w:r>
            <w:r>
              <w:rPr>
                <w:lang w:eastAsia="ja-JP"/>
              </w:rPr>
              <w:t>n79</w:t>
            </w:r>
            <w:r>
              <w:rPr>
                <w:lang w:eastAsia="fi-FI"/>
              </w:rPr>
              <w:t>A</w:t>
            </w:r>
          </w:p>
        </w:tc>
      </w:tr>
      <w:tr w:rsidR="00F044BB" w14:paraId="36D8AE4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7A0D95C" w14:textId="77777777" w:rsidR="00F044BB" w:rsidRDefault="00F044BB" w:rsidP="00AC3FE8">
            <w:pPr>
              <w:pStyle w:val="TAC"/>
              <w:rPr>
                <w:lang w:eastAsia="ja-JP"/>
              </w:rPr>
            </w:pPr>
            <w:r>
              <w:rPr>
                <w:lang w:eastAsia="ja-JP"/>
              </w:rPr>
              <w:t>DC_1A-19A-21A_n77A</w:t>
            </w:r>
            <w:r>
              <w:rPr>
                <w:vertAlign w:val="superscript"/>
                <w:lang w:eastAsia="fi-FI"/>
              </w:rPr>
              <w:t>2</w:t>
            </w:r>
          </w:p>
          <w:p w14:paraId="60BF62E8" w14:textId="77777777" w:rsidR="00F044BB" w:rsidRDefault="00F044BB" w:rsidP="00AC3FE8">
            <w:pPr>
              <w:pStyle w:val="TAC"/>
              <w:rPr>
                <w:lang w:eastAsia="ja-JP"/>
              </w:rPr>
            </w:pPr>
            <w:r>
              <w:rPr>
                <w:lang w:eastAsia="ja-JP"/>
              </w:rPr>
              <w:t>DC_1A-19A-21A_n77C</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294238DF" w14:textId="77777777" w:rsidR="00F044BB" w:rsidRDefault="00F044BB" w:rsidP="00AC3FE8">
            <w:pPr>
              <w:pStyle w:val="TAC"/>
              <w:rPr>
                <w:lang w:eastAsia="ja-JP"/>
              </w:rPr>
            </w:pPr>
            <w:r>
              <w:rPr>
                <w:lang w:eastAsia="ja-JP"/>
              </w:rPr>
              <w:t>DC_1A_n77A</w:t>
            </w:r>
          </w:p>
          <w:p w14:paraId="6C8C8DA3" w14:textId="77777777" w:rsidR="00F044BB" w:rsidRDefault="00F044BB" w:rsidP="00AC3FE8">
            <w:pPr>
              <w:pStyle w:val="TAC"/>
              <w:rPr>
                <w:lang w:eastAsia="ja-JP"/>
              </w:rPr>
            </w:pPr>
            <w:r>
              <w:rPr>
                <w:lang w:eastAsia="ja-JP"/>
              </w:rPr>
              <w:t>DC_19A_n77A</w:t>
            </w:r>
          </w:p>
          <w:p w14:paraId="6722A31E" w14:textId="77777777" w:rsidR="00F044BB" w:rsidRDefault="00F044BB" w:rsidP="00AC3FE8">
            <w:pPr>
              <w:pStyle w:val="TAC"/>
              <w:rPr>
                <w:lang w:eastAsia="ja-JP"/>
              </w:rPr>
            </w:pPr>
            <w:r>
              <w:rPr>
                <w:lang w:eastAsia="ja-JP"/>
              </w:rPr>
              <w:t>DC_21A_n77A</w:t>
            </w:r>
          </w:p>
        </w:tc>
      </w:tr>
      <w:tr w:rsidR="00F044BB" w14:paraId="6E05E0B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1A3E291" w14:textId="3A125B28" w:rsidR="00F044BB" w:rsidRDefault="00F044BB" w:rsidP="00AC3FE8">
            <w:pPr>
              <w:pStyle w:val="TAC"/>
              <w:rPr>
                <w:lang w:eastAsia="ja-JP"/>
              </w:rPr>
            </w:pPr>
            <w:r>
              <w:rPr>
                <w:lang w:eastAsia="ja-JP"/>
              </w:rPr>
              <w:t>DC_1A-19A-21A_n78A</w:t>
            </w:r>
            <w:r>
              <w:rPr>
                <w:vertAlign w:val="superscript"/>
                <w:lang w:eastAsia="fi-FI"/>
              </w:rPr>
              <w:t>2,</w:t>
            </w:r>
          </w:p>
          <w:p w14:paraId="7737B4A8" w14:textId="6D3FEAAA" w:rsidR="00F044BB" w:rsidRDefault="00F044BB" w:rsidP="00AC3FE8">
            <w:pPr>
              <w:pStyle w:val="TAC"/>
              <w:rPr>
                <w:lang w:eastAsia="ja-JP"/>
              </w:rPr>
            </w:pPr>
            <w:r>
              <w:rPr>
                <w:lang w:eastAsia="ja-JP"/>
              </w:rPr>
              <w:t>DC_1A-19A-21A_n78C</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2F1A8506" w14:textId="77777777" w:rsidR="00F044BB" w:rsidRDefault="00F044BB" w:rsidP="00AC3FE8">
            <w:pPr>
              <w:pStyle w:val="TAC"/>
              <w:rPr>
                <w:lang w:eastAsia="ja-JP"/>
              </w:rPr>
            </w:pPr>
            <w:r>
              <w:rPr>
                <w:lang w:eastAsia="ja-JP"/>
              </w:rPr>
              <w:t>DC_1A_n78A</w:t>
            </w:r>
          </w:p>
          <w:p w14:paraId="276DF18D" w14:textId="77777777" w:rsidR="00F044BB" w:rsidRDefault="00F044BB" w:rsidP="00AC3FE8">
            <w:pPr>
              <w:pStyle w:val="TAC"/>
              <w:rPr>
                <w:lang w:eastAsia="ja-JP"/>
              </w:rPr>
            </w:pPr>
            <w:r>
              <w:rPr>
                <w:lang w:eastAsia="ja-JP"/>
              </w:rPr>
              <w:t>DC_19A_n78A</w:t>
            </w:r>
          </w:p>
          <w:p w14:paraId="3FD874CE" w14:textId="77777777" w:rsidR="00F044BB" w:rsidRDefault="00F044BB" w:rsidP="00AC3FE8">
            <w:pPr>
              <w:pStyle w:val="TAC"/>
              <w:rPr>
                <w:lang w:eastAsia="ja-JP"/>
              </w:rPr>
            </w:pPr>
            <w:r>
              <w:rPr>
                <w:lang w:eastAsia="ja-JP"/>
              </w:rPr>
              <w:t>DC_21A_n78A</w:t>
            </w:r>
          </w:p>
        </w:tc>
      </w:tr>
      <w:tr w:rsidR="00F044BB" w14:paraId="293FFDA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28AE388" w14:textId="77777777" w:rsidR="00F044BB" w:rsidRDefault="00F044BB" w:rsidP="00AC3FE8">
            <w:pPr>
              <w:pStyle w:val="TAC"/>
              <w:rPr>
                <w:lang w:eastAsia="ja-JP"/>
              </w:rPr>
            </w:pPr>
            <w:r>
              <w:rPr>
                <w:lang w:eastAsia="ja-JP"/>
              </w:rPr>
              <w:t>DC_1A-19A-21A_n79A</w:t>
            </w:r>
            <w:r>
              <w:rPr>
                <w:vertAlign w:val="superscript"/>
                <w:lang w:eastAsia="fi-FI"/>
              </w:rPr>
              <w:t>2</w:t>
            </w:r>
          </w:p>
          <w:p w14:paraId="5547DFCD" w14:textId="77777777" w:rsidR="00F044BB" w:rsidRDefault="00F044BB" w:rsidP="00AC3FE8">
            <w:pPr>
              <w:pStyle w:val="TAC"/>
              <w:rPr>
                <w:lang w:eastAsia="ja-JP"/>
              </w:rPr>
            </w:pPr>
            <w:r>
              <w:rPr>
                <w:lang w:eastAsia="ja-JP"/>
              </w:rPr>
              <w:t>DC_1A-19A-21A_n79C</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41619E01" w14:textId="77777777" w:rsidR="00F044BB" w:rsidRDefault="00F044BB" w:rsidP="00AC3FE8">
            <w:pPr>
              <w:pStyle w:val="TAC"/>
              <w:rPr>
                <w:lang w:eastAsia="ja-JP"/>
              </w:rPr>
            </w:pPr>
            <w:r>
              <w:rPr>
                <w:lang w:eastAsia="ja-JP"/>
              </w:rPr>
              <w:t>DC_1A_n79A</w:t>
            </w:r>
          </w:p>
          <w:p w14:paraId="58F760BB" w14:textId="77777777" w:rsidR="00F044BB" w:rsidRDefault="00F044BB" w:rsidP="00AC3FE8">
            <w:pPr>
              <w:pStyle w:val="TAC"/>
              <w:rPr>
                <w:lang w:eastAsia="ja-JP"/>
              </w:rPr>
            </w:pPr>
            <w:r>
              <w:rPr>
                <w:lang w:eastAsia="ja-JP"/>
              </w:rPr>
              <w:t>DC_19A_n79A</w:t>
            </w:r>
          </w:p>
          <w:p w14:paraId="2546D401" w14:textId="77777777" w:rsidR="00F044BB" w:rsidRDefault="00F044BB" w:rsidP="00AC3FE8">
            <w:pPr>
              <w:pStyle w:val="TAC"/>
              <w:rPr>
                <w:lang w:eastAsia="ja-JP"/>
              </w:rPr>
            </w:pPr>
            <w:r>
              <w:rPr>
                <w:lang w:eastAsia="ja-JP"/>
              </w:rPr>
              <w:t>DC_21A_n79A</w:t>
            </w:r>
          </w:p>
        </w:tc>
      </w:tr>
      <w:tr w:rsidR="00F044BB" w14:paraId="6928CD5C"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6F3FBD1" w14:textId="77777777" w:rsidR="00F044BB" w:rsidRDefault="00F044BB" w:rsidP="00AC3FE8">
            <w:pPr>
              <w:pStyle w:val="TAC"/>
              <w:rPr>
                <w:vertAlign w:val="superscript"/>
                <w:lang w:eastAsia="ja-JP"/>
              </w:rPr>
            </w:pPr>
            <w:r>
              <w:t>DC_1A-19A-42A_n77A</w:t>
            </w:r>
            <w:r>
              <w:rPr>
                <w:vertAlign w:val="superscript"/>
                <w:lang w:eastAsia="ja-JP"/>
              </w:rPr>
              <w:t>6,7</w:t>
            </w:r>
          </w:p>
          <w:p w14:paraId="29104137" w14:textId="77777777" w:rsidR="00F044BB" w:rsidRDefault="00F044BB" w:rsidP="00AC3FE8">
            <w:pPr>
              <w:pStyle w:val="TAC"/>
            </w:pPr>
            <w:r>
              <w:t>DC_1A-19A-42A_n77C</w:t>
            </w:r>
            <w:r>
              <w:rPr>
                <w:vertAlign w:val="superscript"/>
                <w:lang w:eastAsia="ja-JP"/>
              </w:rPr>
              <w:t>6,7</w:t>
            </w:r>
          </w:p>
          <w:p w14:paraId="6FA2AEF9" w14:textId="77777777" w:rsidR="00F044BB" w:rsidRDefault="00F044BB" w:rsidP="00AC3FE8">
            <w:pPr>
              <w:pStyle w:val="TAC"/>
            </w:pPr>
            <w:r>
              <w:t>DC_1A-19A-42C_n77A</w:t>
            </w:r>
            <w:r>
              <w:rPr>
                <w:vertAlign w:val="superscript"/>
                <w:lang w:eastAsia="ja-JP"/>
              </w:rPr>
              <w:t>6,7</w:t>
            </w:r>
          </w:p>
          <w:p w14:paraId="4F1F780C" w14:textId="77777777" w:rsidR="00F044BB" w:rsidRDefault="00F044BB" w:rsidP="00AC3FE8">
            <w:pPr>
              <w:pStyle w:val="TAC"/>
              <w:rPr>
                <w:lang w:eastAsia="fi-FI"/>
              </w:rPr>
            </w:pPr>
            <w:r>
              <w:rPr>
                <w:rFonts w:cs="Arial"/>
                <w:lang w:eastAsia="ja-JP"/>
              </w:rPr>
              <w:t>DC_1A-19A-42C_n77C</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054D4C4A" w14:textId="77777777" w:rsidR="00F044BB" w:rsidRDefault="00F044BB" w:rsidP="00AC3FE8">
            <w:pPr>
              <w:pStyle w:val="TAC"/>
            </w:pPr>
            <w:r>
              <w:t>DC_1A_n77A</w:t>
            </w:r>
          </w:p>
          <w:p w14:paraId="017463E4" w14:textId="77777777" w:rsidR="00F044BB" w:rsidRDefault="00F044BB" w:rsidP="00AC3FE8">
            <w:pPr>
              <w:pStyle w:val="TAC"/>
              <w:rPr>
                <w:lang w:eastAsia="fi-FI"/>
              </w:rPr>
            </w:pPr>
            <w:r>
              <w:t>DC_19A_n77A</w:t>
            </w:r>
          </w:p>
        </w:tc>
      </w:tr>
      <w:tr w:rsidR="00F044BB" w14:paraId="69BD21A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D5B30B7" w14:textId="77777777" w:rsidR="00F044BB" w:rsidRDefault="00F044BB" w:rsidP="00AC3FE8">
            <w:pPr>
              <w:pStyle w:val="TAC"/>
            </w:pPr>
            <w:r>
              <w:t>DC_1A-19A-42A_n78A</w:t>
            </w:r>
            <w:r>
              <w:rPr>
                <w:vertAlign w:val="superscript"/>
                <w:lang w:eastAsia="ja-JP"/>
              </w:rPr>
              <w:t>6,7</w:t>
            </w:r>
          </w:p>
          <w:p w14:paraId="0E68D02C" w14:textId="77777777" w:rsidR="00F044BB" w:rsidRDefault="00F044BB" w:rsidP="00AC3FE8">
            <w:pPr>
              <w:pStyle w:val="TAC"/>
            </w:pPr>
            <w:r>
              <w:t>DC_1A-19A-42A_n78C</w:t>
            </w:r>
            <w:r>
              <w:rPr>
                <w:vertAlign w:val="superscript"/>
                <w:lang w:eastAsia="ja-JP"/>
              </w:rPr>
              <w:t>6,7</w:t>
            </w:r>
          </w:p>
          <w:p w14:paraId="6606ECD7" w14:textId="77777777" w:rsidR="00F044BB" w:rsidRDefault="00F044BB" w:rsidP="00AC3FE8">
            <w:pPr>
              <w:pStyle w:val="TAC"/>
            </w:pPr>
            <w:r>
              <w:t>DC_1A-19A-42C_n78A</w:t>
            </w:r>
            <w:r>
              <w:rPr>
                <w:vertAlign w:val="superscript"/>
                <w:lang w:eastAsia="ja-JP"/>
              </w:rPr>
              <w:t>6,7</w:t>
            </w:r>
          </w:p>
          <w:p w14:paraId="32B8F189" w14:textId="77777777" w:rsidR="00F044BB" w:rsidRDefault="00F044BB" w:rsidP="00AC3FE8">
            <w:pPr>
              <w:pStyle w:val="TAC"/>
              <w:rPr>
                <w:lang w:eastAsia="fi-FI"/>
              </w:rPr>
            </w:pPr>
            <w:r>
              <w:rPr>
                <w:rFonts w:cs="Arial"/>
                <w:lang w:eastAsia="ja-JP"/>
              </w:rPr>
              <w:t>DC_1A-19A-42C_n78C</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7C16F127" w14:textId="77777777" w:rsidR="00F044BB" w:rsidRDefault="00F044BB" w:rsidP="00AC3FE8">
            <w:pPr>
              <w:pStyle w:val="TAC"/>
            </w:pPr>
            <w:r>
              <w:t>DC_1A_n78A</w:t>
            </w:r>
          </w:p>
          <w:p w14:paraId="172E63F3" w14:textId="77777777" w:rsidR="00F044BB" w:rsidRDefault="00F044BB" w:rsidP="00AC3FE8">
            <w:pPr>
              <w:pStyle w:val="TAC"/>
              <w:rPr>
                <w:lang w:eastAsia="fi-FI"/>
              </w:rPr>
            </w:pPr>
            <w:r>
              <w:t>DC_19A_n78A</w:t>
            </w:r>
          </w:p>
        </w:tc>
      </w:tr>
      <w:tr w:rsidR="00F044BB" w14:paraId="062908E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7C06B8B" w14:textId="77777777" w:rsidR="00F044BB" w:rsidRDefault="00F044BB" w:rsidP="00AC3FE8">
            <w:pPr>
              <w:pStyle w:val="TAC"/>
            </w:pPr>
            <w:r>
              <w:t>DC_1A-19A-42A_n79A</w:t>
            </w:r>
          </w:p>
          <w:p w14:paraId="4BEA7A9A" w14:textId="77777777" w:rsidR="00F044BB" w:rsidRDefault="00F044BB" w:rsidP="00AC3FE8">
            <w:pPr>
              <w:pStyle w:val="TAC"/>
            </w:pPr>
            <w:r>
              <w:t>DC_1A-19A-42A_n79C</w:t>
            </w:r>
          </w:p>
          <w:p w14:paraId="7D6E4E3E" w14:textId="77777777" w:rsidR="00F044BB" w:rsidRDefault="00F044BB" w:rsidP="00AC3FE8">
            <w:pPr>
              <w:pStyle w:val="TAC"/>
            </w:pPr>
            <w:r>
              <w:t>DC_1A-19A-42C_n79A</w:t>
            </w:r>
          </w:p>
          <w:p w14:paraId="0BBC9ABC" w14:textId="77777777" w:rsidR="00F044BB" w:rsidRDefault="00F044BB" w:rsidP="00AC3FE8">
            <w:pPr>
              <w:pStyle w:val="TAC"/>
              <w:rPr>
                <w:lang w:eastAsia="fi-FI"/>
              </w:rPr>
            </w:pPr>
            <w:r>
              <w:rPr>
                <w:rFonts w:cs="Arial"/>
                <w:lang w:eastAsia="ja-JP"/>
              </w:rPr>
              <w:t>DC_1A-19A-42C_n79C</w:t>
            </w:r>
          </w:p>
        </w:tc>
        <w:tc>
          <w:tcPr>
            <w:tcW w:w="3514" w:type="dxa"/>
            <w:tcBorders>
              <w:top w:val="single" w:sz="4" w:space="0" w:color="auto"/>
              <w:left w:val="single" w:sz="4" w:space="0" w:color="auto"/>
              <w:bottom w:val="single" w:sz="4" w:space="0" w:color="auto"/>
              <w:right w:val="single" w:sz="4" w:space="0" w:color="auto"/>
            </w:tcBorders>
            <w:hideMark/>
          </w:tcPr>
          <w:p w14:paraId="5D88DBA9" w14:textId="77777777" w:rsidR="00F044BB" w:rsidRDefault="00F044BB" w:rsidP="00AC3FE8">
            <w:pPr>
              <w:pStyle w:val="TAC"/>
            </w:pPr>
            <w:r>
              <w:t>DC_1A_n79A</w:t>
            </w:r>
          </w:p>
          <w:p w14:paraId="665FD987" w14:textId="77777777" w:rsidR="00F044BB" w:rsidRDefault="00F044BB" w:rsidP="00AC3FE8">
            <w:pPr>
              <w:pStyle w:val="TAC"/>
              <w:rPr>
                <w:lang w:eastAsia="fi-FI"/>
              </w:rPr>
            </w:pPr>
            <w:r>
              <w:t>DC_19A_n79A</w:t>
            </w:r>
          </w:p>
        </w:tc>
      </w:tr>
      <w:tr w:rsidR="00F044BB" w14:paraId="333458D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F475F3B" w14:textId="77777777" w:rsidR="00F044BB" w:rsidRDefault="00F044BB" w:rsidP="00AC3FE8">
            <w:pPr>
              <w:pStyle w:val="TAC"/>
            </w:pPr>
            <w:r>
              <w:rPr>
                <w:rFonts w:cs="Arial"/>
                <w:lang w:eastAsia="ko-KR"/>
              </w:rPr>
              <w:t>DC_1A-19A_n77A-n79A</w:t>
            </w:r>
          </w:p>
        </w:tc>
        <w:tc>
          <w:tcPr>
            <w:tcW w:w="3514" w:type="dxa"/>
            <w:tcBorders>
              <w:top w:val="single" w:sz="4" w:space="0" w:color="auto"/>
              <w:left w:val="single" w:sz="4" w:space="0" w:color="auto"/>
              <w:bottom w:val="single" w:sz="4" w:space="0" w:color="auto"/>
              <w:right w:val="single" w:sz="4" w:space="0" w:color="auto"/>
            </w:tcBorders>
            <w:hideMark/>
          </w:tcPr>
          <w:p w14:paraId="201D480E" w14:textId="77777777" w:rsidR="00F044BB" w:rsidRDefault="00F044BB" w:rsidP="00AC3FE8">
            <w:pPr>
              <w:pStyle w:val="TAC"/>
              <w:rPr>
                <w:lang w:eastAsia="ko-KR"/>
              </w:rPr>
            </w:pPr>
            <w:r>
              <w:rPr>
                <w:lang w:eastAsia="ko-KR"/>
              </w:rPr>
              <w:t>DC_19A_n77A</w:t>
            </w:r>
          </w:p>
          <w:p w14:paraId="1E621109" w14:textId="77777777" w:rsidR="00F044BB" w:rsidRDefault="00F044BB" w:rsidP="00AC3FE8">
            <w:pPr>
              <w:pStyle w:val="TAC"/>
            </w:pPr>
            <w:r>
              <w:rPr>
                <w:lang w:eastAsia="ko-KR"/>
              </w:rPr>
              <w:t>DC_19A_n79A</w:t>
            </w:r>
          </w:p>
        </w:tc>
      </w:tr>
      <w:tr w:rsidR="00F044BB" w14:paraId="2F506EC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A411063" w14:textId="77777777" w:rsidR="00F044BB" w:rsidRDefault="00F044BB" w:rsidP="00AC3FE8">
            <w:pPr>
              <w:pStyle w:val="TAC"/>
            </w:pPr>
            <w:r>
              <w:rPr>
                <w:rFonts w:cs="Arial"/>
                <w:lang w:eastAsia="ko-KR"/>
              </w:rPr>
              <w:t>DC_1A-19A_n78A-n79A</w:t>
            </w:r>
          </w:p>
        </w:tc>
        <w:tc>
          <w:tcPr>
            <w:tcW w:w="3514" w:type="dxa"/>
            <w:tcBorders>
              <w:top w:val="single" w:sz="4" w:space="0" w:color="auto"/>
              <w:left w:val="single" w:sz="4" w:space="0" w:color="auto"/>
              <w:bottom w:val="single" w:sz="4" w:space="0" w:color="auto"/>
              <w:right w:val="single" w:sz="4" w:space="0" w:color="auto"/>
            </w:tcBorders>
            <w:hideMark/>
          </w:tcPr>
          <w:p w14:paraId="2D1E8F77" w14:textId="77777777" w:rsidR="00F044BB" w:rsidRDefault="00F044BB" w:rsidP="00AC3FE8">
            <w:pPr>
              <w:pStyle w:val="TAC"/>
              <w:rPr>
                <w:lang w:eastAsia="ko-KR"/>
              </w:rPr>
            </w:pPr>
            <w:r>
              <w:rPr>
                <w:lang w:eastAsia="ko-KR"/>
              </w:rPr>
              <w:t>DC_19A_n78A</w:t>
            </w:r>
          </w:p>
          <w:p w14:paraId="0872987B" w14:textId="77777777" w:rsidR="00F044BB" w:rsidRDefault="00F044BB" w:rsidP="00AC3FE8">
            <w:pPr>
              <w:pStyle w:val="TAC"/>
            </w:pPr>
            <w:r>
              <w:rPr>
                <w:lang w:eastAsia="ko-KR"/>
              </w:rPr>
              <w:t>DC_19A_n79A</w:t>
            </w:r>
          </w:p>
        </w:tc>
      </w:tr>
      <w:tr w:rsidR="00F044BB" w14:paraId="4E8490B9"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BB62501" w14:textId="77777777" w:rsidR="00F044BB" w:rsidRDefault="00F044BB" w:rsidP="00AC3FE8">
            <w:pPr>
              <w:pStyle w:val="TAC"/>
              <w:rPr>
                <w:rFonts w:cs="Arial"/>
                <w:lang w:eastAsia="ko-KR"/>
              </w:rPr>
            </w:pPr>
            <w:r>
              <w:rPr>
                <w:rFonts w:eastAsia="MS Mincho" w:cs="Arial"/>
                <w:kern w:val="2"/>
                <w:szCs w:val="22"/>
                <w:lang w:eastAsia="zh-CN"/>
              </w:rPr>
              <w:t>DC_1A-20A_n3A-n38A</w:t>
            </w:r>
          </w:p>
        </w:tc>
        <w:tc>
          <w:tcPr>
            <w:tcW w:w="3514" w:type="dxa"/>
            <w:tcBorders>
              <w:top w:val="single" w:sz="4" w:space="0" w:color="auto"/>
              <w:left w:val="single" w:sz="4" w:space="0" w:color="auto"/>
              <w:bottom w:val="single" w:sz="4" w:space="0" w:color="auto"/>
              <w:right w:val="single" w:sz="4" w:space="0" w:color="auto"/>
            </w:tcBorders>
            <w:hideMark/>
          </w:tcPr>
          <w:p w14:paraId="55B65BFF" w14:textId="77777777" w:rsidR="00F044BB" w:rsidRDefault="00F044BB" w:rsidP="00AC3FE8">
            <w:pPr>
              <w:pStyle w:val="TAC"/>
            </w:pPr>
            <w:r>
              <w:t>DC_</w:t>
            </w:r>
            <w:r>
              <w:rPr>
                <w:lang w:eastAsia="zh-CN"/>
              </w:rPr>
              <w:t>1</w:t>
            </w:r>
            <w:r>
              <w:t>A_n</w:t>
            </w:r>
            <w:r>
              <w:rPr>
                <w:lang w:eastAsia="zh-CN"/>
              </w:rPr>
              <w:t>3</w:t>
            </w:r>
            <w:r>
              <w:t>A</w:t>
            </w:r>
          </w:p>
          <w:p w14:paraId="4FF42E29" w14:textId="77777777" w:rsidR="00F044BB" w:rsidRDefault="00F044BB" w:rsidP="00AC3FE8">
            <w:pPr>
              <w:pStyle w:val="TAC"/>
            </w:pPr>
            <w:r>
              <w:t>DC_</w:t>
            </w:r>
            <w:r>
              <w:rPr>
                <w:lang w:eastAsia="zh-CN"/>
              </w:rPr>
              <w:t>20</w:t>
            </w:r>
            <w:r>
              <w:t>A_n</w:t>
            </w:r>
            <w:r>
              <w:rPr>
                <w:lang w:eastAsia="zh-CN"/>
              </w:rPr>
              <w:t>3</w:t>
            </w:r>
            <w:r>
              <w:t>A</w:t>
            </w:r>
          </w:p>
          <w:p w14:paraId="659BC3A4" w14:textId="77777777" w:rsidR="00F044BB" w:rsidRDefault="00F044BB" w:rsidP="00AC3FE8">
            <w:pPr>
              <w:pStyle w:val="TAC"/>
            </w:pPr>
            <w:r>
              <w:t>DC_</w:t>
            </w:r>
            <w:r>
              <w:rPr>
                <w:lang w:eastAsia="zh-CN"/>
              </w:rPr>
              <w:t>1</w:t>
            </w:r>
            <w:r>
              <w:t>A_n</w:t>
            </w:r>
            <w:r>
              <w:rPr>
                <w:lang w:eastAsia="zh-CN"/>
              </w:rPr>
              <w:t>38</w:t>
            </w:r>
            <w:r>
              <w:t>A</w:t>
            </w:r>
          </w:p>
          <w:p w14:paraId="23AD683C" w14:textId="77777777" w:rsidR="00F044BB" w:rsidRDefault="00F044BB" w:rsidP="00AC3FE8">
            <w:pPr>
              <w:pStyle w:val="TAC"/>
              <w:rPr>
                <w:lang w:eastAsia="ko-KR"/>
              </w:rPr>
            </w:pPr>
            <w:r>
              <w:t>DC_</w:t>
            </w:r>
            <w:r>
              <w:rPr>
                <w:lang w:eastAsia="zh-CN"/>
              </w:rPr>
              <w:t>20</w:t>
            </w:r>
            <w:r>
              <w:t>A_n</w:t>
            </w:r>
            <w:r>
              <w:rPr>
                <w:lang w:eastAsia="zh-CN"/>
              </w:rPr>
              <w:t>38</w:t>
            </w:r>
            <w:r>
              <w:t>A</w:t>
            </w:r>
          </w:p>
        </w:tc>
      </w:tr>
      <w:tr w:rsidR="00F044BB" w14:paraId="2D4F1A5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EB0FB9F" w14:textId="77777777" w:rsidR="00F044BB" w:rsidRDefault="00F044BB" w:rsidP="00AC3FE8">
            <w:pPr>
              <w:pStyle w:val="TAC"/>
              <w:rPr>
                <w:rFonts w:eastAsia="MS Mincho" w:cs="Arial"/>
                <w:kern w:val="2"/>
                <w:szCs w:val="22"/>
                <w:lang w:eastAsia="zh-CN"/>
              </w:rPr>
            </w:pPr>
            <w:r>
              <w:rPr>
                <w:rFonts w:eastAsia="MS Mincho" w:cs="Arial"/>
                <w:kern w:val="2"/>
                <w:szCs w:val="22"/>
                <w:lang w:eastAsia="zh-CN"/>
              </w:rPr>
              <w:lastRenderedPageBreak/>
              <w:t>DC_1A-20A_n3A-n78A</w:t>
            </w:r>
          </w:p>
        </w:tc>
        <w:tc>
          <w:tcPr>
            <w:tcW w:w="3514" w:type="dxa"/>
            <w:tcBorders>
              <w:top w:val="single" w:sz="4" w:space="0" w:color="auto"/>
              <w:left w:val="single" w:sz="4" w:space="0" w:color="auto"/>
              <w:bottom w:val="single" w:sz="4" w:space="0" w:color="auto"/>
              <w:right w:val="single" w:sz="4" w:space="0" w:color="auto"/>
            </w:tcBorders>
            <w:hideMark/>
          </w:tcPr>
          <w:p w14:paraId="76B1EA9C" w14:textId="77777777" w:rsidR="00F044BB" w:rsidRDefault="00F044BB" w:rsidP="00AC3FE8">
            <w:pPr>
              <w:pStyle w:val="TAC"/>
            </w:pPr>
            <w:r>
              <w:t>DC_</w:t>
            </w:r>
            <w:r>
              <w:rPr>
                <w:lang w:eastAsia="zh-CN"/>
              </w:rPr>
              <w:t>1</w:t>
            </w:r>
            <w:r>
              <w:t>A_n</w:t>
            </w:r>
            <w:r>
              <w:rPr>
                <w:lang w:eastAsia="zh-CN"/>
              </w:rPr>
              <w:t>3</w:t>
            </w:r>
            <w:r>
              <w:t>A</w:t>
            </w:r>
          </w:p>
          <w:p w14:paraId="2282596F" w14:textId="77777777" w:rsidR="00F044BB" w:rsidRDefault="00F044BB" w:rsidP="00AC3FE8">
            <w:pPr>
              <w:pStyle w:val="TAC"/>
            </w:pPr>
            <w:r>
              <w:t>DC_</w:t>
            </w:r>
            <w:r>
              <w:rPr>
                <w:lang w:eastAsia="zh-CN"/>
              </w:rPr>
              <w:t>20</w:t>
            </w:r>
            <w:r>
              <w:t>A_n</w:t>
            </w:r>
            <w:r>
              <w:rPr>
                <w:lang w:eastAsia="zh-CN"/>
              </w:rPr>
              <w:t>3</w:t>
            </w:r>
            <w:r>
              <w:t>A</w:t>
            </w:r>
          </w:p>
          <w:p w14:paraId="7DADCD6A" w14:textId="77777777" w:rsidR="00F044BB" w:rsidRDefault="00F044BB" w:rsidP="00AC3FE8">
            <w:pPr>
              <w:pStyle w:val="TAC"/>
            </w:pPr>
            <w:r>
              <w:t>DC_</w:t>
            </w:r>
            <w:r>
              <w:rPr>
                <w:lang w:eastAsia="zh-CN"/>
              </w:rPr>
              <w:t>1</w:t>
            </w:r>
            <w:r>
              <w:t>A_n</w:t>
            </w:r>
            <w:r>
              <w:rPr>
                <w:lang w:eastAsia="zh-CN"/>
              </w:rPr>
              <w:t>78</w:t>
            </w:r>
            <w:r>
              <w:t>A</w:t>
            </w:r>
          </w:p>
          <w:p w14:paraId="0FAE5066" w14:textId="77777777" w:rsidR="00F044BB" w:rsidRDefault="00F044BB" w:rsidP="00AC3FE8">
            <w:pPr>
              <w:pStyle w:val="TAC"/>
            </w:pPr>
            <w:r>
              <w:t>DC_</w:t>
            </w:r>
            <w:r>
              <w:rPr>
                <w:lang w:eastAsia="zh-CN"/>
              </w:rPr>
              <w:t>20</w:t>
            </w:r>
            <w:r>
              <w:t>A_n</w:t>
            </w:r>
            <w:r>
              <w:rPr>
                <w:lang w:eastAsia="zh-CN"/>
              </w:rPr>
              <w:t>78</w:t>
            </w:r>
            <w:r>
              <w:t>A</w:t>
            </w:r>
          </w:p>
        </w:tc>
      </w:tr>
      <w:tr w:rsidR="00F044BB" w14:paraId="2C4BDDF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EB17748" w14:textId="77777777" w:rsidR="00F044BB" w:rsidRDefault="00F044BB" w:rsidP="00AC3FE8">
            <w:pPr>
              <w:pStyle w:val="TAC"/>
            </w:pPr>
            <w:r>
              <w:rPr>
                <w:rFonts w:eastAsia="Malgun Gothic"/>
                <w:lang w:eastAsia="ko-KR"/>
              </w:rPr>
              <w:t>DC_1A-20A_n28A-n78A</w:t>
            </w:r>
            <w:r>
              <w:rPr>
                <w:rFonts w:eastAsia="Malgun Gothic"/>
                <w:vertAlign w:val="superscript"/>
                <w:lang w:eastAsia="ko-KR"/>
              </w:rPr>
              <w:t>2,3,7,8</w:t>
            </w:r>
          </w:p>
        </w:tc>
        <w:tc>
          <w:tcPr>
            <w:tcW w:w="3514" w:type="dxa"/>
            <w:tcBorders>
              <w:top w:val="single" w:sz="4" w:space="0" w:color="auto"/>
              <w:left w:val="single" w:sz="4" w:space="0" w:color="auto"/>
              <w:bottom w:val="single" w:sz="4" w:space="0" w:color="auto"/>
              <w:right w:val="single" w:sz="4" w:space="0" w:color="auto"/>
            </w:tcBorders>
            <w:hideMark/>
          </w:tcPr>
          <w:p w14:paraId="0939E78A" w14:textId="77777777" w:rsidR="00F044BB" w:rsidRDefault="00F044BB" w:rsidP="00AC3FE8">
            <w:pPr>
              <w:pStyle w:val="TAC"/>
              <w:rPr>
                <w:rFonts w:eastAsia="Malgun Gothic"/>
                <w:lang w:eastAsia="ko-KR"/>
              </w:rPr>
            </w:pPr>
            <w:r>
              <w:rPr>
                <w:rFonts w:eastAsia="Malgun Gothic"/>
                <w:lang w:eastAsia="ko-KR"/>
              </w:rPr>
              <w:t>DC_1A_n28A</w:t>
            </w:r>
          </w:p>
          <w:p w14:paraId="0D745F92" w14:textId="77777777" w:rsidR="00F044BB" w:rsidRDefault="00F044BB" w:rsidP="00AC3FE8">
            <w:pPr>
              <w:pStyle w:val="TAC"/>
              <w:rPr>
                <w:rFonts w:eastAsia="Malgun Gothic"/>
                <w:lang w:eastAsia="ko-KR"/>
              </w:rPr>
            </w:pPr>
            <w:r>
              <w:rPr>
                <w:rFonts w:eastAsia="Malgun Gothic"/>
                <w:lang w:eastAsia="ko-KR"/>
              </w:rPr>
              <w:t>DC_1A_n78A</w:t>
            </w:r>
          </w:p>
          <w:p w14:paraId="44830DA0" w14:textId="77777777" w:rsidR="00F044BB" w:rsidRDefault="00F044BB" w:rsidP="00AC3FE8">
            <w:pPr>
              <w:pStyle w:val="TAC"/>
              <w:rPr>
                <w:rFonts w:eastAsia="Malgun Gothic"/>
                <w:lang w:eastAsia="ko-KR"/>
              </w:rPr>
            </w:pPr>
            <w:r>
              <w:rPr>
                <w:rFonts w:eastAsia="Malgun Gothic"/>
                <w:lang w:eastAsia="ko-KR"/>
              </w:rPr>
              <w:t>DC_20A_n28A</w:t>
            </w:r>
          </w:p>
          <w:p w14:paraId="72AE85B1" w14:textId="77777777" w:rsidR="00F044BB" w:rsidRDefault="00F044BB" w:rsidP="00AC3FE8">
            <w:pPr>
              <w:pStyle w:val="TAC"/>
            </w:pPr>
            <w:r>
              <w:rPr>
                <w:rFonts w:eastAsia="Malgun Gothic"/>
                <w:lang w:eastAsia="ko-KR"/>
              </w:rPr>
              <w:t>DC_20A_n78A</w:t>
            </w:r>
          </w:p>
        </w:tc>
      </w:tr>
      <w:tr w:rsidR="00F044BB" w14:paraId="53E8D00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58E767C" w14:textId="77777777" w:rsidR="00F044BB" w:rsidRDefault="00F044BB" w:rsidP="00AC3FE8">
            <w:pPr>
              <w:pStyle w:val="TAC"/>
              <w:rPr>
                <w:rFonts w:eastAsia="Malgun Gothic"/>
                <w:lang w:eastAsia="ko-KR"/>
              </w:rPr>
            </w:pPr>
            <w:r>
              <w:rPr>
                <w:lang w:eastAsia="ja-JP"/>
              </w:rPr>
              <w:t>DC_1A-20A-(n)38AA</w:t>
            </w:r>
          </w:p>
        </w:tc>
        <w:tc>
          <w:tcPr>
            <w:tcW w:w="3514" w:type="dxa"/>
            <w:tcBorders>
              <w:top w:val="single" w:sz="4" w:space="0" w:color="auto"/>
              <w:left w:val="single" w:sz="4" w:space="0" w:color="auto"/>
              <w:bottom w:val="single" w:sz="4" w:space="0" w:color="auto"/>
              <w:right w:val="single" w:sz="4" w:space="0" w:color="auto"/>
            </w:tcBorders>
            <w:hideMark/>
          </w:tcPr>
          <w:p w14:paraId="756470A0" w14:textId="77777777" w:rsidR="00F044BB" w:rsidRDefault="00F044BB" w:rsidP="00AC3FE8">
            <w:pPr>
              <w:pStyle w:val="TAC"/>
              <w:rPr>
                <w:lang w:eastAsia="fi-FI"/>
              </w:rPr>
            </w:pPr>
            <w:r>
              <w:rPr>
                <w:lang w:eastAsia="fi-FI"/>
              </w:rPr>
              <w:t>DC_</w:t>
            </w:r>
            <w:r>
              <w:rPr>
                <w:lang w:eastAsia="ja-JP"/>
              </w:rPr>
              <w:t>1</w:t>
            </w:r>
            <w:r>
              <w:rPr>
                <w:lang w:eastAsia="fi-FI"/>
              </w:rPr>
              <w:t>A_</w:t>
            </w:r>
            <w:r>
              <w:rPr>
                <w:lang w:eastAsia="ja-JP"/>
              </w:rPr>
              <w:t>n38</w:t>
            </w:r>
            <w:r>
              <w:rPr>
                <w:lang w:eastAsia="fi-FI"/>
              </w:rPr>
              <w:t>A</w:t>
            </w:r>
          </w:p>
          <w:p w14:paraId="29419473" w14:textId="77777777" w:rsidR="00F044BB" w:rsidRDefault="00F044BB" w:rsidP="00AC3FE8">
            <w:pPr>
              <w:pStyle w:val="TAC"/>
              <w:rPr>
                <w:rFonts w:eastAsia="Malgun Gothic"/>
                <w:lang w:eastAsia="ko-KR"/>
              </w:rPr>
            </w:pPr>
            <w:r>
              <w:rPr>
                <w:lang w:eastAsia="fi-FI"/>
              </w:rPr>
              <w:t>DC_</w:t>
            </w:r>
            <w:r>
              <w:rPr>
                <w:lang w:eastAsia="ja-JP"/>
              </w:rPr>
              <w:t>20A</w:t>
            </w:r>
            <w:r>
              <w:rPr>
                <w:lang w:eastAsia="fi-FI"/>
              </w:rPr>
              <w:t>_</w:t>
            </w:r>
            <w:r>
              <w:rPr>
                <w:lang w:eastAsia="ja-JP"/>
              </w:rPr>
              <w:t>n38</w:t>
            </w:r>
            <w:r>
              <w:rPr>
                <w:lang w:eastAsia="fi-FI"/>
              </w:rPr>
              <w:t>A</w:t>
            </w:r>
          </w:p>
        </w:tc>
      </w:tr>
      <w:tr w:rsidR="00F044BB" w14:paraId="02CED1BC"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58164A0" w14:textId="77777777" w:rsidR="00F044BB" w:rsidRDefault="00F044BB" w:rsidP="00AC3FE8">
            <w:pPr>
              <w:pStyle w:val="TAC"/>
              <w:rPr>
                <w:rFonts w:eastAsia="Malgun Gothic"/>
                <w:lang w:eastAsia="ko-KR"/>
              </w:rPr>
            </w:pPr>
            <w:r>
              <w:rPr>
                <w:rFonts w:cs="Arial"/>
                <w:szCs w:val="22"/>
                <w:lang w:eastAsia="zh-CN"/>
              </w:rPr>
              <w:t>DC_1A-20A-38A_n78A</w:t>
            </w:r>
          </w:p>
        </w:tc>
        <w:tc>
          <w:tcPr>
            <w:tcW w:w="3514" w:type="dxa"/>
            <w:tcBorders>
              <w:top w:val="single" w:sz="4" w:space="0" w:color="auto"/>
              <w:left w:val="single" w:sz="4" w:space="0" w:color="auto"/>
              <w:bottom w:val="single" w:sz="4" w:space="0" w:color="auto"/>
              <w:right w:val="single" w:sz="4" w:space="0" w:color="auto"/>
            </w:tcBorders>
            <w:hideMark/>
          </w:tcPr>
          <w:p w14:paraId="6FFE1DEC" w14:textId="77777777" w:rsidR="00F044BB" w:rsidRDefault="00F044BB" w:rsidP="00AC3FE8">
            <w:pPr>
              <w:pStyle w:val="TAC"/>
              <w:rPr>
                <w:rFonts w:eastAsia="Malgun Gothic"/>
                <w:lang w:eastAsia="ko-KR"/>
              </w:rPr>
            </w:pPr>
            <w:r>
              <w:rPr>
                <w:rFonts w:cs="Arial"/>
                <w:szCs w:val="22"/>
                <w:lang w:eastAsia="zh-CN"/>
              </w:rPr>
              <w:t>DC_1A_n78A</w:t>
            </w:r>
          </w:p>
        </w:tc>
      </w:tr>
      <w:tr w:rsidR="00F044BB" w14:paraId="2CF1381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350DB75" w14:textId="77777777" w:rsidR="00F044BB" w:rsidRDefault="00F044BB" w:rsidP="00AC3FE8">
            <w:pPr>
              <w:pStyle w:val="TAC"/>
              <w:rPr>
                <w:rFonts w:cs="Arial"/>
                <w:szCs w:val="22"/>
                <w:lang w:eastAsia="zh-CN"/>
              </w:rPr>
            </w:pPr>
            <w:r>
              <w:rPr>
                <w:rFonts w:cs="Arial"/>
                <w:szCs w:val="22"/>
                <w:lang w:eastAsia="zh-CN"/>
              </w:rPr>
              <w:t>DC_1A-20A_n41A-n78A</w:t>
            </w:r>
          </w:p>
        </w:tc>
        <w:tc>
          <w:tcPr>
            <w:tcW w:w="3514" w:type="dxa"/>
            <w:tcBorders>
              <w:top w:val="single" w:sz="4" w:space="0" w:color="auto"/>
              <w:left w:val="single" w:sz="4" w:space="0" w:color="auto"/>
              <w:bottom w:val="single" w:sz="4" w:space="0" w:color="auto"/>
              <w:right w:val="single" w:sz="4" w:space="0" w:color="auto"/>
            </w:tcBorders>
            <w:hideMark/>
          </w:tcPr>
          <w:p w14:paraId="60000041" w14:textId="77777777" w:rsidR="00F044BB" w:rsidRDefault="00F044BB" w:rsidP="00AC3FE8">
            <w:pPr>
              <w:pStyle w:val="TAC"/>
              <w:rPr>
                <w:rFonts w:cs="Arial"/>
                <w:szCs w:val="22"/>
                <w:lang w:eastAsia="zh-CN"/>
              </w:rPr>
            </w:pPr>
            <w:r>
              <w:rPr>
                <w:rFonts w:cs="Arial"/>
                <w:szCs w:val="22"/>
                <w:lang w:eastAsia="zh-CN"/>
              </w:rPr>
              <w:t>DC_1A_n41A</w:t>
            </w:r>
          </w:p>
          <w:p w14:paraId="7B16ABE8" w14:textId="77777777" w:rsidR="00F044BB" w:rsidRDefault="00F044BB" w:rsidP="00AC3FE8">
            <w:pPr>
              <w:pStyle w:val="TAC"/>
              <w:rPr>
                <w:rFonts w:cs="Arial"/>
                <w:szCs w:val="22"/>
                <w:lang w:eastAsia="zh-CN"/>
              </w:rPr>
            </w:pPr>
            <w:r>
              <w:rPr>
                <w:rFonts w:cs="Arial"/>
                <w:szCs w:val="22"/>
                <w:lang w:eastAsia="zh-CN"/>
              </w:rPr>
              <w:t>DC_1A_n78A</w:t>
            </w:r>
          </w:p>
          <w:p w14:paraId="2FCDCB82" w14:textId="77777777" w:rsidR="00F044BB" w:rsidRDefault="00F044BB" w:rsidP="00AC3FE8">
            <w:pPr>
              <w:pStyle w:val="TAC"/>
              <w:rPr>
                <w:rFonts w:cs="Arial"/>
                <w:szCs w:val="22"/>
                <w:lang w:eastAsia="zh-CN"/>
              </w:rPr>
            </w:pPr>
            <w:r>
              <w:rPr>
                <w:rFonts w:cs="Arial"/>
                <w:szCs w:val="22"/>
                <w:lang w:eastAsia="zh-CN"/>
              </w:rPr>
              <w:t>DC_20A_n41A</w:t>
            </w:r>
          </w:p>
          <w:p w14:paraId="0505072F" w14:textId="77777777" w:rsidR="00F044BB" w:rsidRDefault="00F044BB" w:rsidP="00AC3FE8">
            <w:pPr>
              <w:pStyle w:val="TAC"/>
              <w:rPr>
                <w:rFonts w:cs="Arial"/>
                <w:szCs w:val="22"/>
                <w:lang w:eastAsia="zh-CN"/>
              </w:rPr>
            </w:pPr>
            <w:r>
              <w:rPr>
                <w:rFonts w:cs="Arial"/>
                <w:szCs w:val="22"/>
                <w:lang w:eastAsia="zh-CN"/>
              </w:rPr>
              <w:t>DC_20A_n78A</w:t>
            </w:r>
          </w:p>
        </w:tc>
      </w:tr>
      <w:tr w:rsidR="00F044BB" w14:paraId="1083B37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D01B607" w14:textId="77777777" w:rsidR="00F044BB" w:rsidRDefault="00F044BB" w:rsidP="00AC3FE8">
            <w:pPr>
              <w:pStyle w:val="TAC"/>
            </w:pPr>
            <w:r>
              <w:t>DC_1A-21A-28A_n77A</w:t>
            </w:r>
            <w:r>
              <w:rPr>
                <w:vertAlign w:val="superscript"/>
              </w:rPr>
              <w:t>2</w:t>
            </w:r>
          </w:p>
        </w:tc>
        <w:tc>
          <w:tcPr>
            <w:tcW w:w="3514" w:type="dxa"/>
            <w:tcBorders>
              <w:top w:val="single" w:sz="4" w:space="0" w:color="auto"/>
              <w:left w:val="single" w:sz="4" w:space="0" w:color="auto"/>
              <w:bottom w:val="single" w:sz="4" w:space="0" w:color="auto"/>
              <w:right w:val="single" w:sz="4" w:space="0" w:color="auto"/>
            </w:tcBorders>
            <w:hideMark/>
          </w:tcPr>
          <w:p w14:paraId="05B1050F" w14:textId="77777777" w:rsidR="00F044BB" w:rsidRDefault="00F044BB" w:rsidP="00AC3FE8">
            <w:pPr>
              <w:pStyle w:val="TAC"/>
            </w:pPr>
            <w:r>
              <w:t>DC_1A_n77A</w:t>
            </w:r>
          </w:p>
          <w:p w14:paraId="731BD41B" w14:textId="77777777" w:rsidR="00F044BB" w:rsidRDefault="00F044BB" w:rsidP="00AC3FE8">
            <w:pPr>
              <w:pStyle w:val="TAC"/>
            </w:pPr>
            <w:r>
              <w:t>DC_21A_n77A</w:t>
            </w:r>
          </w:p>
          <w:p w14:paraId="0DA510D7" w14:textId="77777777" w:rsidR="00F044BB" w:rsidRDefault="00F044BB" w:rsidP="00AC3FE8">
            <w:pPr>
              <w:pStyle w:val="TAC"/>
            </w:pPr>
            <w:r>
              <w:t>DC_28A_n77A</w:t>
            </w:r>
          </w:p>
        </w:tc>
      </w:tr>
      <w:tr w:rsidR="00F044BB" w14:paraId="2E33D00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789A2C5" w14:textId="77777777" w:rsidR="00F044BB" w:rsidRDefault="00F044BB" w:rsidP="00AC3FE8">
            <w:pPr>
              <w:pStyle w:val="TAC"/>
            </w:pPr>
            <w:r>
              <w:t>DC_1A-21A-28A_n78A</w:t>
            </w:r>
            <w:r>
              <w:rPr>
                <w:vertAlign w:val="superscript"/>
              </w:rPr>
              <w:t>2</w:t>
            </w:r>
          </w:p>
        </w:tc>
        <w:tc>
          <w:tcPr>
            <w:tcW w:w="3514" w:type="dxa"/>
            <w:tcBorders>
              <w:top w:val="single" w:sz="4" w:space="0" w:color="auto"/>
              <w:left w:val="single" w:sz="4" w:space="0" w:color="auto"/>
              <w:bottom w:val="single" w:sz="4" w:space="0" w:color="auto"/>
              <w:right w:val="single" w:sz="4" w:space="0" w:color="auto"/>
            </w:tcBorders>
            <w:hideMark/>
          </w:tcPr>
          <w:p w14:paraId="663629AB" w14:textId="77777777" w:rsidR="00F044BB" w:rsidRDefault="00F044BB" w:rsidP="00AC3FE8">
            <w:pPr>
              <w:pStyle w:val="TAC"/>
            </w:pPr>
            <w:r>
              <w:t>DC_1A_n78A</w:t>
            </w:r>
          </w:p>
          <w:p w14:paraId="46E9779D" w14:textId="77777777" w:rsidR="00F044BB" w:rsidRDefault="00F044BB" w:rsidP="00AC3FE8">
            <w:pPr>
              <w:pStyle w:val="TAC"/>
            </w:pPr>
            <w:r>
              <w:t>DC_21A_n78A</w:t>
            </w:r>
          </w:p>
          <w:p w14:paraId="059E8A7F" w14:textId="77777777" w:rsidR="00F044BB" w:rsidRDefault="00F044BB" w:rsidP="00AC3FE8">
            <w:pPr>
              <w:pStyle w:val="TAC"/>
            </w:pPr>
            <w:r>
              <w:t>DC_28A_n78A</w:t>
            </w:r>
          </w:p>
        </w:tc>
      </w:tr>
      <w:tr w:rsidR="00F044BB" w14:paraId="07881D7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4C1591E" w14:textId="77777777" w:rsidR="00F044BB" w:rsidRDefault="00F044BB" w:rsidP="00AC3FE8">
            <w:pPr>
              <w:pStyle w:val="TAC"/>
            </w:pPr>
            <w:r>
              <w:t>DC_1A-21A-28A_n79A</w:t>
            </w:r>
            <w:r>
              <w:rPr>
                <w:vertAlign w:val="superscript"/>
              </w:rPr>
              <w:t>2</w:t>
            </w:r>
          </w:p>
        </w:tc>
        <w:tc>
          <w:tcPr>
            <w:tcW w:w="3514" w:type="dxa"/>
            <w:tcBorders>
              <w:top w:val="single" w:sz="4" w:space="0" w:color="auto"/>
              <w:left w:val="single" w:sz="4" w:space="0" w:color="auto"/>
              <w:bottom w:val="single" w:sz="4" w:space="0" w:color="auto"/>
              <w:right w:val="single" w:sz="4" w:space="0" w:color="auto"/>
            </w:tcBorders>
            <w:hideMark/>
          </w:tcPr>
          <w:p w14:paraId="588497EF" w14:textId="77777777" w:rsidR="00F044BB" w:rsidRDefault="00F044BB" w:rsidP="00AC3FE8">
            <w:pPr>
              <w:pStyle w:val="TAC"/>
            </w:pPr>
            <w:r>
              <w:t>DC_1A_n79A</w:t>
            </w:r>
          </w:p>
          <w:p w14:paraId="71C582F7" w14:textId="77777777" w:rsidR="00F044BB" w:rsidRDefault="00F044BB" w:rsidP="00AC3FE8">
            <w:pPr>
              <w:pStyle w:val="TAC"/>
            </w:pPr>
            <w:r>
              <w:t>DC_21A_n79A</w:t>
            </w:r>
          </w:p>
          <w:p w14:paraId="413E2116" w14:textId="77777777" w:rsidR="00F044BB" w:rsidRDefault="00F044BB" w:rsidP="00AC3FE8">
            <w:pPr>
              <w:pStyle w:val="TAC"/>
            </w:pPr>
            <w:r>
              <w:t>DC_28A_n79A</w:t>
            </w:r>
          </w:p>
        </w:tc>
      </w:tr>
      <w:tr w:rsidR="00F044BB" w14:paraId="2CF3ECD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BDE205E" w14:textId="77777777" w:rsidR="00F044BB" w:rsidRDefault="00F044BB" w:rsidP="00AC3FE8">
            <w:pPr>
              <w:pStyle w:val="TAC"/>
            </w:pPr>
            <w:r>
              <w:t>DC_1A-21A-42A_n77A</w:t>
            </w:r>
            <w:r>
              <w:rPr>
                <w:vertAlign w:val="superscript"/>
                <w:lang w:eastAsia="ja-JP"/>
              </w:rPr>
              <w:t>6,7</w:t>
            </w:r>
          </w:p>
          <w:p w14:paraId="638C5EFC" w14:textId="77777777" w:rsidR="00F044BB" w:rsidRDefault="00F044BB" w:rsidP="00AC3FE8">
            <w:pPr>
              <w:pStyle w:val="TAC"/>
            </w:pPr>
            <w:r>
              <w:t>DC_1A-21A-42A_n77C</w:t>
            </w:r>
            <w:r>
              <w:rPr>
                <w:vertAlign w:val="superscript"/>
                <w:lang w:eastAsia="ja-JP"/>
              </w:rPr>
              <w:t>6,7</w:t>
            </w:r>
          </w:p>
          <w:p w14:paraId="1B24C32A" w14:textId="77777777" w:rsidR="00F044BB" w:rsidRDefault="00F044BB" w:rsidP="00AC3FE8">
            <w:pPr>
              <w:pStyle w:val="TAC"/>
            </w:pPr>
            <w:r>
              <w:t>DC_1A-21A-42C_n77A</w:t>
            </w:r>
            <w:r>
              <w:rPr>
                <w:vertAlign w:val="superscript"/>
                <w:lang w:eastAsia="ja-JP"/>
              </w:rPr>
              <w:t>6,7</w:t>
            </w:r>
          </w:p>
          <w:p w14:paraId="6C5FDF06"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1A-21A-42C_n77C</w:t>
            </w:r>
            <w:r>
              <w:rPr>
                <w:vertAlign w:val="superscript"/>
                <w:lang w:eastAsia="ja-JP"/>
              </w:rPr>
              <w:t>6,7</w:t>
            </w:r>
          </w:p>
          <w:p w14:paraId="34FBCEEF"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1A-21A-42D_n77A</w:t>
            </w:r>
            <w:r>
              <w:rPr>
                <w:vertAlign w:val="superscript"/>
                <w:lang w:eastAsia="ja-JP"/>
              </w:rPr>
              <w:t>6,7</w:t>
            </w:r>
          </w:p>
          <w:p w14:paraId="3B3E7413" w14:textId="77777777" w:rsidR="00F044BB" w:rsidRDefault="00F044BB" w:rsidP="00AC3FE8">
            <w:pPr>
              <w:pStyle w:val="TAC"/>
              <w:rPr>
                <w:lang w:eastAsia="fi-FI"/>
              </w:rPr>
            </w:pPr>
            <w:r>
              <w:rPr>
                <w:rFonts w:cs="Arial"/>
                <w:lang w:eastAsia="ja-JP"/>
              </w:rPr>
              <w:t>DC</w:t>
            </w:r>
            <w:r>
              <w:rPr>
                <w:rFonts w:cs="Arial"/>
              </w:rPr>
              <w:t>_</w:t>
            </w:r>
            <w:r>
              <w:rPr>
                <w:rFonts w:cs="Arial"/>
                <w:lang w:eastAsia="ja-JP"/>
              </w:rPr>
              <w:t>1A-21A-42D_n77C</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65F7E128" w14:textId="77777777" w:rsidR="00F044BB" w:rsidRDefault="00F044BB" w:rsidP="00AC3FE8">
            <w:pPr>
              <w:pStyle w:val="TAC"/>
            </w:pPr>
            <w:r>
              <w:t>DC_1A_n77A</w:t>
            </w:r>
          </w:p>
          <w:p w14:paraId="718596B7" w14:textId="77777777" w:rsidR="00F044BB" w:rsidRDefault="00F044BB" w:rsidP="00AC3FE8">
            <w:pPr>
              <w:pStyle w:val="TAC"/>
              <w:rPr>
                <w:lang w:eastAsia="fi-FI"/>
              </w:rPr>
            </w:pPr>
            <w:r>
              <w:t>DC_21A_n77A</w:t>
            </w:r>
          </w:p>
        </w:tc>
      </w:tr>
      <w:tr w:rsidR="00F044BB" w14:paraId="143AFDE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4D2697F" w14:textId="77777777" w:rsidR="00F044BB" w:rsidRDefault="00F044BB" w:rsidP="00AC3FE8">
            <w:pPr>
              <w:pStyle w:val="TAC"/>
            </w:pPr>
            <w:r>
              <w:t>DC_1A-21A-42A_n78A</w:t>
            </w:r>
            <w:r>
              <w:rPr>
                <w:vertAlign w:val="superscript"/>
                <w:lang w:eastAsia="ja-JP"/>
              </w:rPr>
              <w:t>6,7</w:t>
            </w:r>
          </w:p>
          <w:p w14:paraId="3726021B" w14:textId="77777777" w:rsidR="00F044BB" w:rsidRDefault="00F044BB" w:rsidP="00AC3FE8">
            <w:pPr>
              <w:pStyle w:val="TAC"/>
            </w:pPr>
            <w:r>
              <w:t>DC_1A-21A-42A_n78C</w:t>
            </w:r>
            <w:r>
              <w:rPr>
                <w:vertAlign w:val="superscript"/>
                <w:lang w:eastAsia="ja-JP"/>
              </w:rPr>
              <w:t>6,7</w:t>
            </w:r>
          </w:p>
          <w:p w14:paraId="482B9EE6" w14:textId="77777777" w:rsidR="00F044BB" w:rsidRDefault="00F044BB" w:rsidP="00AC3FE8">
            <w:pPr>
              <w:pStyle w:val="TAC"/>
            </w:pPr>
            <w:r>
              <w:t>DC_1A-21A-42C_n78A</w:t>
            </w:r>
            <w:r>
              <w:rPr>
                <w:vertAlign w:val="superscript"/>
                <w:lang w:eastAsia="ja-JP"/>
              </w:rPr>
              <w:t>6,7</w:t>
            </w:r>
          </w:p>
          <w:p w14:paraId="4C7BB645" w14:textId="77777777" w:rsidR="00F044BB" w:rsidRDefault="00F044BB" w:rsidP="00AC3FE8">
            <w:pPr>
              <w:pStyle w:val="TAC"/>
            </w:pPr>
            <w:r>
              <w:t>DC_1A-21A-42C_n78C</w:t>
            </w:r>
            <w:r>
              <w:rPr>
                <w:vertAlign w:val="superscript"/>
                <w:lang w:eastAsia="ja-JP"/>
              </w:rPr>
              <w:t>6,7</w:t>
            </w:r>
          </w:p>
          <w:p w14:paraId="410C514E"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1A-21A-42D_n78A</w:t>
            </w:r>
            <w:r>
              <w:rPr>
                <w:vertAlign w:val="superscript"/>
                <w:lang w:eastAsia="ja-JP"/>
              </w:rPr>
              <w:t>6,7</w:t>
            </w:r>
          </w:p>
          <w:p w14:paraId="1097E7D1" w14:textId="77777777" w:rsidR="00F044BB" w:rsidRDefault="00F044BB" w:rsidP="00AC3FE8">
            <w:pPr>
              <w:pStyle w:val="TAC"/>
            </w:pPr>
            <w:r>
              <w:rPr>
                <w:rFonts w:cs="Arial"/>
                <w:lang w:eastAsia="ja-JP"/>
              </w:rPr>
              <w:t>DC</w:t>
            </w:r>
            <w:r>
              <w:rPr>
                <w:rFonts w:cs="Arial"/>
              </w:rPr>
              <w:t>_</w:t>
            </w:r>
            <w:r>
              <w:rPr>
                <w:rFonts w:cs="Arial"/>
                <w:lang w:eastAsia="ja-JP"/>
              </w:rPr>
              <w:t>1A-21A-42D_n78C</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2EA50588" w14:textId="77777777" w:rsidR="00F044BB" w:rsidRDefault="00F044BB" w:rsidP="00AC3FE8">
            <w:pPr>
              <w:pStyle w:val="TAC"/>
            </w:pPr>
            <w:r>
              <w:t>DC_1A_n78A</w:t>
            </w:r>
          </w:p>
          <w:p w14:paraId="0BD20CA0" w14:textId="77777777" w:rsidR="00F044BB" w:rsidRDefault="00F044BB" w:rsidP="00AC3FE8">
            <w:pPr>
              <w:pStyle w:val="TAC"/>
              <w:rPr>
                <w:lang w:eastAsia="fi-FI"/>
              </w:rPr>
            </w:pPr>
            <w:r>
              <w:t>DC_21A_n78A</w:t>
            </w:r>
          </w:p>
        </w:tc>
      </w:tr>
      <w:tr w:rsidR="00F044BB" w14:paraId="0D0085DC"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62BBECB" w14:textId="77777777" w:rsidR="00F044BB" w:rsidRDefault="00F044BB" w:rsidP="00AC3FE8">
            <w:pPr>
              <w:pStyle w:val="TAC"/>
            </w:pPr>
            <w:r>
              <w:t>DC_1A-21A-42A_n79A</w:t>
            </w:r>
          </w:p>
          <w:p w14:paraId="474341D8" w14:textId="77777777" w:rsidR="00F044BB" w:rsidRDefault="00F044BB" w:rsidP="00AC3FE8">
            <w:pPr>
              <w:pStyle w:val="TAC"/>
            </w:pPr>
            <w:r>
              <w:t>DC_1A-21A-42A_n79C</w:t>
            </w:r>
          </w:p>
          <w:p w14:paraId="7A41DBF9" w14:textId="77777777" w:rsidR="00F044BB" w:rsidRDefault="00F044BB" w:rsidP="00AC3FE8">
            <w:pPr>
              <w:pStyle w:val="TAC"/>
            </w:pPr>
            <w:r>
              <w:t>DC_1A-21A-42C_n79A</w:t>
            </w:r>
          </w:p>
          <w:p w14:paraId="4BA0DDDC"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1A-21A-42C_n79C</w:t>
            </w:r>
          </w:p>
          <w:p w14:paraId="756C2B3E"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1A-21A-42D_n79A</w:t>
            </w:r>
          </w:p>
          <w:p w14:paraId="51C3E00F" w14:textId="77777777" w:rsidR="00F044BB" w:rsidRDefault="00F044BB" w:rsidP="00AC3FE8">
            <w:pPr>
              <w:pStyle w:val="TAC"/>
              <w:rPr>
                <w:lang w:eastAsia="fi-FI"/>
              </w:rPr>
            </w:pPr>
            <w:r>
              <w:rPr>
                <w:rFonts w:cs="Arial"/>
                <w:lang w:eastAsia="ja-JP"/>
              </w:rPr>
              <w:t>DC</w:t>
            </w:r>
            <w:r>
              <w:rPr>
                <w:rFonts w:cs="Arial"/>
              </w:rPr>
              <w:t>_</w:t>
            </w:r>
            <w:r>
              <w:rPr>
                <w:rFonts w:cs="Arial"/>
                <w:lang w:eastAsia="ja-JP"/>
              </w:rPr>
              <w:t>1A-21A-42D_n79C</w:t>
            </w:r>
          </w:p>
        </w:tc>
        <w:tc>
          <w:tcPr>
            <w:tcW w:w="3514" w:type="dxa"/>
            <w:tcBorders>
              <w:top w:val="single" w:sz="4" w:space="0" w:color="auto"/>
              <w:left w:val="single" w:sz="4" w:space="0" w:color="auto"/>
              <w:bottom w:val="single" w:sz="4" w:space="0" w:color="auto"/>
              <w:right w:val="single" w:sz="4" w:space="0" w:color="auto"/>
            </w:tcBorders>
            <w:hideMark/>
          </w:tcPr>
          <w:p w14:paraId="62778713" w14:textId="77777777" w:rsidR="00F044BB" w:rsidRDefault="00F044BB" w:rsidP="00AC3FE8">
            <w:pPr>
              <w:pStyle w:val="TAC"/>
            </w:pPr>
            <w:r>
              <w:t>DC_1A_n79A</w:t>
            </w:r>
          </w:p>
          <w:p w14:paraId="1E85C5C3" w14:textId="77777777" w:rsidR="00F044BB" w:rsidRDefault="00F044BB" w:rsidP="00AC3FE8">
            <w:pPr>
              <w:pStyle w:val="TAC"/>
              <w:rPr>
                <w:lang w:eastAsia="fi-FI"/>
              </w:rPr>
            </w:pPr>
            <w:r>
              <w:t>DC_21A_n79A</w:t>
            </w:r>
          </w:p>
        </w:tc>
      </w:tr>
      <w:tr w:rsidR="00F044BB" w14:paraId="4E661CE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81C0F5A" w14:textId="77777777" w:rsidR="00F044BB" w:rsidRDefault="00F044BB" w:rsidP="00AC3FE8">
            <w:pPr>
              <w:pStyle w:val="TAC"/>
            </w:pPr>
            <w:r>
              <w:rPr>
                <w:rFonts w:cs="Arial"/>
                <w:lang w:eastAsia="ko-KR"/>
              </w:rPr>
              <w:t>DC_1A-21A_n77A-n79A</w:t>
            </w:r>
          </w:p>
        </w:tc>
        <w:tc>
          <w:tcPr>
            <w:tcW w:w="3514" w:type="dxa"/>
            <w:tcBorders>
              <w:top w:val="single" w:sz="4" w:space="0" w:color="auto"/>
              <w:left w:val="single" w:sz="4" w:space="0" w:color="auto"/>
              <w:bottom w:val="single" w:sz="4" w:space="0" w:color="auto"/>
              <w:right w:val="single" w:sz="4" w:space="0" w:color="auto"/>
            </w:tcBorders>
            <w:hideMark/>
          </w:tcPr>
          <w:p w14:paraId="1785E603" w14:textId="77777777" w:rsidR="00F044BB" w:rsidRDefault="00F044BB" w:rsidP="00AC3FE8">
            <w:pPr>
              <w:pStyle w:val="TAC"/>
              <w:rPr>
                <w:lang w:eastAsia="ko-KR"/>
              </w:rPr>
            </w:pPr>
            <w:r>
              <w:rPr>
                <w:lang w:eastAsia="ko-KR"/>
              </w:rPr>
              <w:t>DC_1A_n77A</w:t>
            </w:r>
          </w:p>
          <w:p w14:paraId="06D5AD4D" w14:textId="77777777" w:rsidR="00F044BB" w:rsidRDefault="00F044BB" w:rsidP="00AC3FE8">
            <w:pPr>
              <w:pStyle w:val="TAC"/>
            </w:pPr>
            <w:r>
              <w:rPr>
                <w:lang w:eastAsia="ko-KR"/>
              </w:rPr>
              <w:t>DC_1A_n79A</w:t>
            </w:r>
          </w:p>
        </w:tc>
      </w:tr>
      <w:tr w:rsidR="00F044BB" w14:paraId="3E9D415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E6F4054" w14:textId="77777777" w:rsidR="00F044BB" w:rsidRDefault="00F044BB" w:rsidP="00AC3FE8">
            <w:pPr>
              <w:pStyle w:val="TAC"/>
            </w:pPr>
            <w:r>
              <w:rPr>
                <w:rFonts w:cs="Arial"/>
                <w:lang w:eastAsia="ko-KR"/>
              </w:rPr>
              <w:t>DC_1A-21A_n78A-n79A</w:t>
            </w:r>
          </w:p>
        </w:tc>
        <w:tc>
          <w:tcPr>
            <w:tcW w:w="3514" w:type="dxa"/>
            <w:tcBorders>
              <w:top w:val="single" w:sz="4" w:space="0" w:color="auto"/>
              <w:left w:val="single" w:sz="4" w:space="0" w:color="auto"/>
              <w:bottom w:val="single" w:sz="4" w:space="0" w:color="auto"/>
              <w:right w:val="single" w:sz="4" w:space="0" w:color="auto"/>
            </w:tcBorders>
            <w:hideMark/>
          </w:tcPr>
          <w:p w14:paraId="4D03A6C3" w14:textId="77777777" w:rsidR="00F044BB" w:rsidRDefault="00F044BB" w:rsidP="00AC3FE8">
            <w:pPr>
              <w:pStyle w:val="TAC"/>
              <w:rPr>
                <w:lang w:eastAsia="ko-KR"/>
              </w:rPr>
            </w:pPr>
            <w:r>
              <w:rPr>
                <w:lang w:eastAsia="ko-KR"/>
              </w:rPr>
              <w:t>DC_1A_n78A</w:t>
            </w:r>
          </w:p>
          <w:p w14:paraId="20217549" w14:textId="77777777" w:rsidR="00F044BB" w:rsidRDefault="00F044BB" w:rsidP="00AC3FE8">
            <w:pPr>
              <w:pStyle w:val="TAC"/>
            </w:pPr>
            <w:r>
              <w:rPr>
                <w:lang w:eastAsia="ko-KR"/>
              </w:rPr>
              <w:t>DC_1A_n79A</w:t>
            </w:r>
          </w:p>
        </w:tc>
      </w:tr>
      <w:tr w:rsidR="00F044BB" w14:paraId="49601D8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1DFAB6D" w14:textId="77777777" w:rsidR="00F044BB" w:rsidRDefault="00F044BB" w:rsidP="00AC3FE8">
            <w:pPr>
              <w:pStyle w:val="TAC"/>
              <w:rPr>
                <w:rFonts w:cs="Arial"/>
                <w:lang w:eastAsia="ko-KR"/>
              </w:rPr>
            </w:pPr>
            <w:r>
              <w:rPr>
                <w:rFonts w:cs="Arial"/>
                <w:szCs w:val="18"/>
                <w:lang w:eastAsia="zh-CN"/>
              </w:rPr>
              <w:t>DC_1A-28A_n3A-n77A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6CC036C2" w14:textId="77777777" w:rsidR="00F044BB" w:rsidRDefault="00F044BB" w:rsidP="00AC3FE8">
            <w:pPr>
              <w:pStyle w:val="TAC"/>
              <w:rPr>
                <w:rFonts w:cs="Arial"/>
                <w:szCs w:val="18"/>
                <w:lang w:eastAsia="zh-CN"/>
              </w:rPr>
            </w:pPr>
            <w:r>
              <w:rPr>
                <w:rFonts w:cs="Arial"/>
                <w:szCs w:val="18"/>
                <w:lang w:eastAsia="zh-CN"/>
              </w:rPr>
              <w:t>DC_28A_n3A</w:t>
            </w:r>
          </w:p>
          <w:p w14:paraId="2501993A" w14:textId="77777777" w:rsidR="00F044BB" w:rsidRDefault="00F044BB" w:rsidP="00AC3FE8">
            <w:pPr>
              <w:pStyle w:val="TAC"/>
              <w:rPr>
                <w:lang w:eastAsia="ko-KR"/>
              </w:rPr>
            </w:pPr>
            <w:r>
              <w:rPr>
                <w:rFonts w:cs="Arial"/>
                <w:szCs w:val="18"/>
                <w:lang w:eastAsia="zh-CN"/>
              </w:rPr>
              <w:t>DC_28A_n77A</w:t>
            </w:r>
          </w:p>
        </w:tc>
      </w:tr>
      <w:tr w:rsidR="00F044BB" w14:paraId="4D98710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7590375" w14:textId="77777777" w:rsidR="00F044BB" w:rsidRDefault="00F044BB" w:rsidP="00AC3FE8">
            <w:pPr>
              <w:pStyle w:val="TAC"/>
              <w:rPr>
                <w:rFonts w:cs="Arial"/>
                <w:lang w:eastAsia="ko-KR"/>
              </w:rPr>
            </w:pPr>
            <w:r>
              <w:rPr>
                <w:rFonts w:cs="Arial"/>
              </w:rPr>
              <w:t>DC_1A-28A_n3A-n78A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7CE66350" w14:textId="77777777" w:rsidR="00F044BB" w:rsidRDefault="00F044BB" w:rsidP="00AC3FE8">
            <w:pPr>
              <w:pStyle w:val="TAC"/>
              <w:rPr>
                <w:rFonts w:cs="Arial"/>
              </w:rPr>
            </w:pPr>
            <w:r>
              <w:rPr>
                <w:rFonts w:cs="Arial"/>
              </w:rPr>
              <w:t>DC_1A_n3A</w:t>
            </w:r>
          </w:p>
          <w:p w14:paraId="2D7CDCAA" w14:textId="77777777" w:rsidR="00F044BB" w:rsidRDefault="00F044BB" w:rsidP="00AC3FE8">
            <w:pPr>
              <w:pStyle w:val="TAC"/>
              <w:rPr>
                <w:rFonts w:cs="Arial"/>
              </w:rPr>
            </w:pPr>
            <w:r>
              <w:rPr>
                <w:rFonts w:cs="Arial"/>
              </w:rPr>
              <w:t>DC_1A_n78A</w:t>
            </w:r>
          </w:p>
          <w:p w14:paraId="2A2A2F1D" w14:textId="77777777" w:rsidR="00F044BB" w:rsidRDefault="00F044BB" w:rsidP="00AC3FE8">
            <w:pPr>
              <w:pStyle w:val="TAC"/>
              <w:rPr>
                <w:rFonts w:cs="Arial"/>
              </w:rPr>
            </w:pPr>
            <w:r>
              <w:rPr>
                <w:rFonts w:cs="Arial"/>
              </w:rPr>
              <w:t>DC_28A_n3A</w:t>
            </w:r>
          </w:p>
          <w:p w14:paraId="2F5E3EB5" w14:textId="77777777" w:rsidR="00F044BB" w:rsidRDefault="00F044BB" w:rsidP="00AC3FE8">
            <w:pPr>
              <w:pStyle w:val="TAC"/>
              <w:rPr>
                <w:lang w:eastAsia="ko-KR"/>
              </w:rPr>
            </w:pPr>
            <w:r>
              <w:rPr>
                <w:rFonts w:cs="Arial"/>
              </w:rPr>
              <w:t>DC_28A_n78A</w:t>
            </w:r>
          </w:p>
        </w:tc>
      </w:tr>
      <w:tr w:rsidR="00F044BB" w14:paraId="3D341A3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C3614FA" w14:textId="77777777" w:rsidR="00F044BB" w:rsidRDefault="00F044BB" w:rsidP="00AC3FE8">
            <w:pPr>
              <w:pStyle w:val="TAC"/>
              <w:rPr>
                <w:rFonts w:cs="Arial"/>
                <w:lang w:eastAsia="ko-KR"/>
              </w:rPr>
            </w:pPr>
            <w:r>
              <w:rPr>
                <w:rFonts w:cs="Arial"/>
                <w:lang w:eastAsia="zh-CN"/>
              </w:rPr>
              <w:t>DC_1A-28A_n5A-n78A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71CFB46D" w14:textId="77777777" w:rsidR="00F044BB" w:rsidRDefault="00F044BB" w:rsidP="00AC3FE8">
            <w:pPr>
              <w:pStyle w:val="TAC"/>
              <w:rPr>
                <w:rFonts w:cs="Arial"/>
                <w:lang w:eastAsia="zh-CN"/>
              </w:rPr>
            </w:pPr>
            <w:r>
              <w:rPr>
                <w:rFonts w:cs="Arial"/>
                <w:lang w:eastAsia="zh-CN"/>
              </w:rPr>
              <w:t>DC_1A_n5A</w:t>
            </w:r>
          </w:p>
          <w:p w14:paraId="4849B24F" w14:textId="77777777" w:rsidR="00F044BB" w:rsidRDefault="00F044BB" w:rsidP="00AC3FE8">
            <w:pPr>
              <w:pStyle w:val="TAC"/>
              <w:rPr>
                <w:rFonts w:cs="Arial"/>
                <w:lang w:eastAsia="zh-CN"/>
              </w:rPr>
            </w:pPr>
            <w:r>
              <w:rPr>
                <w:rFonts w:cs="Arial"/>
                <w:lang w:eastAsia="zh-CN"/>
              </w:rPr>
              <w:t>DC_1A_n78A</w:t>
            </w:r>
          </w:p>
          <w:p w14:paraId="4E4A4C27" w14:textId="77777777" w:rsidR="00F044BB" w:rsidRDefault="00F044BB" w:rsidP="00AC3FE8">
            <w:pPr>
              <w:pStyle w:val="TAC"/>
              <w:rPr>
                <w:rFonts w:cs="Arial"/>
                <w:lang w:eastAsia="zh-CN"/>
              </w:rPr>
            </w:pPr>
            <w:r>
              <w:rPr>
                <w:rFonts w:cs="Arial"/>
                <w:lang w:eastAsia="zh-CN"/>
              </w:rPr>
              <w:t>DC_28A_n5A</w:t>
            </w:r>
          </w:p>
          <w:p w14:paraId="13584AA3" w14:textId="77777777" w:rsidR="00F044BB" w:rsidRDefault="00F044BB" w:rsidP="00AC3FE8">
            <w:pPr>
              <w:pStyle w:val="TAC"/>
              <w:rPr>
                <w:lang w:eastAsia="ko-KR"/>
              </w:rPr>
            </w:pPr>
            <w:r>
              <w:rPr>
                <w:rFonts w:cs="Arial"/>
                <w:lang w:eastAsia="zh-CN"/>
              </w:rPr>
              <w:t>DC_28A_n78A</w:t>
            </w:r>
          </w:p>
        </w:tc>
      </w:tr>
      <w:tr w:rsidR="00F044BB" w14:paraId="54F2446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2DEA95E" w14:textId="77777777" w:rsidR="00F044BB" w:rsidRDefault="00F044BB" w:rsidP="00AC3FE8">
            <w:pPr>
              <w:pStyle w:val="TAC"/>
              <w:rPr>
                <w:rFonts w:cs="Arial"/>
                <w:lang w:eastAsia="zh-CN"/>
              </w:rPr>
            </w:pPr>
            <w:r>
              <w:rPr>
                <w:rFonts w:eastAsia="Malgun Gothic" w:cs="Arial"/>
                <w:szCs w:val="16"/>
                <w:lang w:eastAsia="ko-KR"/>
              </w:rPr>
              <w:t>DC_1A-28A_n7A-n78A</w:t>
            </w:r>
          </w:p>
        </w:tc>
        <w:tc>
          <w:tcPr>
            <w:tcW w:w="3514" w:type="dxa"/>
            <w:tcBorders>
              <w:top w:val="single" w:sz="4" w:space="0" w:color="auto"/>
              <w:left w:val="single" w:sz="4" w:space="0" w:color="auto"/>
              <w:bottom w:val="single" w:sz="4" w:space="0" w:color="auto"/>
              <w:right w:val="single" w:sz="4" w:space="0" w:color="auto"/>
            </w:tcBorders>
            <w:hideMark/>
          </w:tcPr>
          <w:p w14:paraId="03143885" w14:textId="77777777" w:rsidR="00F044BB" w:rsidRDefault="00F044BB" w:rsidP="00AC3FE8">
            <w:pPr>
              <w:pStyle w:val="TAC"/>
              <w:rPr>
                <w:rFonts w:cs="Arial"/>
                <w:szCs w:val="16"/>
                <w:lang w:eastAsia="zh-CN"/>
              </w:rPr>
            </w:pPr>
            <w:r>
              <w:rPr>
                <w:rFonts w:cs="Arial"/>
                <w:szCs w:val="16"/>
                <w:lang w:eastAsia="zh-CN"/>
              </w:rPr>
              <w:t>DC_1A_n7A</w:t>
            </w:r>
          </w:p>
          <w:p w14:paraId="39C8F0BA" w14:textId="77777777" w:rsidR="00F044BB" w:rsidRDefault="00F044BB" w:rsidP="00AC3FE8">
            <w:pPr>
              <w:pStyle w:val="TAC"/>
              <w:rPr>
                <w:rFonts w:cs="Arial"/>
                <w:szCs w:val="16"/>
                <w:lang w:eastAsia="zh-CN"/>
              </w:rPr>
            </w:pPr>
            <w:r>
              <w:rPr>
                <w:rFonts w:cs="Arial"/>
                <w:szCs w:val="16"/>
                <w:lang w:eastAsia="zh-CN"/>
              </w:rPr>
              <w:t>DC_28A_n7A</w:t>
            </w:r>
          </w:p>
          <w:p w14:paraId="6CC7E211" w14:textId="77777777" w:rsidR="00F044BB" w:rsidRDefault="00F044BB" w:rsidP="00AC3FE8">
            <w:pPr>
              <w:pStyle w:val="TAC"/>
              <w:rPr>
                <w:rFonts w:cs="Arial"/>
                <w:szCs w:val="16"/>
                <w:lang w:eastAsia="zh-CN"/>
              </w:rPr>
            </w:pPr>
            <w:r>
              <w:rPr>
                <w:rFonts w:cs="Arial"/>
                <w:szCs w:val="16"/>
                <w:lang w:eastAsia="zh-CN"/>
              </w:rPr>
              <w:t>DC_1A_n78A</w:t>
            </w:r>
          </w:p>
          <w:p w14:paraId="4B38967E" w14:textId="77777777" w:rsidR="00F044BB" w:rsidRDefault="00F044BB" w:rsidP="00AC3FE8">
            <w:pPr>
              <w:pStyle w:val="TAC"/>
              <w:rPr>
                <w:rFonts w:cs="Arial"/>
                <w:lang w:eastAsia="zh-CN"/>
              </w:rPr>
            </w:pPr>
            <w:r>
              <w:rPr>
                <w:rFonts w:cs="Arial"/>
                <w:szCs w:val="16"/>
                <w:lang w:eastAsia="zh-CN"/>
              </w:rPr>
              <w:t>DC_28A_n78A</w:t>
            </w:r>
          </w:p>
        </w:tc>
      </w:tr>
      <w:tr w:rsidR="00F044BB" w14:paraId="4C27259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D36FB15" w14:textId="77777777" w:rsidR="00F044BB" w:rsidRDefault="00F044BB" w:rsidP="00AC3FE8">
            <w:pPr>
              <w:pStyle w:val="TAC"/>
              <w:rPr>
                <w:rFonts w:cs="Arial"/>
                <w:lang w:eastAsia="zh-CN"/>
              </w:rPr>
            </w:pPr>
            <w:r>
              <w:rPr>
                <w:rFonts w:eastAsia="Malgun Gothic" w:cs="Arial"/>
                <w:szCs w:val="16"/>
                <w:lang w:eastAsia="ko-KR"/>
              </w:rPr>
              <w:lastRenderedPageBreak/>
              <w:t>DC_1A-28A_n7B-n78A</w:t>
            </w:r>
          </w:p>
        </w:tc>
        <w:tc>
          <w:tcPr>
            <w:tcW w:w="3514" w:type="dxa"/>
            <w:tcBorders>
              <w:top w:val="single" w:sz="4" w:space="0" w:color="auto"/>
              <w:left w:val="single" w:sz="4" w:space="0" w:color="auto"/>
              <w:bottom w:val="single" w:sz="4" w:space="0" w:color="auto"/>
              <w:right w:val="single" w:sz="4" w:space="0" w:color="auto"/>
            </w:tcBorders>
            <w:hideMark/>
          </w:tcPr>
          <w:p w14:paraId="714B4265" w14:textId="77777777" w:rsidR="00F044BB" w:rsidRDefault="00F044BB" w:rsidP="00AC3FE8">
            <w:pPr>
              <w:pStyle w:val="TAC"/>
              <w:rPr>
                <w:rFonts w:cs="Arial"/>
                <w:szCs w:val="16"/>
                <w:lang w:eastAsia="zh-CN"/>
              </w:rPr>
            </w:pPr>
            <w:r>
              <w:rPr>
                <w:rFonts w:cs="Arial"/>
                <w:szCs w:val="16"/>
                <w:lang w:eastAsia="zh-CN"/>
              </w:rPr>
              <w:t>DC_1A_n7A</w:t>
            </w:r>
          </w:p>
          <w:p w14:paraId="6F3F20F0" w14:textId="77777777" w:rsidR="00F044BB" w:rsidRDefault="00F044BB" w:rsidP="00AC3FE8">
            <w:pPr>
              <w:pStyle w:val="TAC"/>
              <w:rPr>
                <w:rFonts w:cs="Arial"/>
                <w:szCs w:val="16"/>
                <w:lang w:eastAsia="zh-CN"/>
              </w:rPr>
            </w:pPr>
            <w:r>
              <w:rPr>
                <w:rFonts w:cs="Arial"/>
                <w:szCs w:val="16"/>
                <w:lang w:eastAsia="zh-CN"/>
              </w:rPr>
              <w:t>DC_1A_n7B</w:t>
            </w:r>
          </w:p>
          <w:p w14:paraId="63DF87F4" w14:textId="77777777" w:rsidR="00F044BB" w:rsidRDefault="00F044BB" w:rsidP="00AC3FE8">
            <w:pPr>
              <w:pStyle w:val="TAC"/>
              <w:rPr>
                <w:rFonts w:cs="Arial"/>
                <w:szCs w:val="16"/>
                <w:lang w:eastAsia="zh-CN"/>
              </w:rPr>
            </w:pPr>
            <w:r>
              <w:rPr>
                <w:rFonts w:cs="Arial"/>
                <w:szCs w:val="16"/>
                <w:lang w:eastAsia="zh-CN"/>
              </w:rPr>
              <w:t>DC_28A_n7A</w:t>
            </w:r>
          </w:p>
          <w:p w14:paraId="116F83B8" w14:textId="77777777" w:rsidR="00F044BB" w:rsidRDefault="00F044BB" w:rsidP="00AC3FE8">
            <w:pPr>
              <w:pStyle w:val="TAC"/>
              <w:rPr>
                <w:rFonts w:cs="Arial"/>
                <w:szCs w:val="16"/>
                <w:lang w:eastAsia="zh-CN"/>
              </w:rPr>
            </w:pPr>
            <w:r>
              <w:rPr>
                <w:rFonts w:cs="Arial"/>
                <w:szCs w:val="16"/>
                <w:lang w:eastAsia="zh-CN"/>
              </w:rPr>
              <w:t>DC_28A_n7B</w:t>
            </w:r>
          </w:p>
          <w:p w14:paraId="7E1CE8C8" w14:textId="77777777" w:rsidR="00F044BB" w:rsidRDefault="00F044BB" w:rsidP="00AC3FE8">
            <w:pPr>
              <w:pStyle w:val="TAC"/>
              <w:rPr>
                <w:rFonts w:cs="Arial"/>
                <w:szCs w:val="16"/>
                <w:lang w:eastAsia="zh-CN"/>
              </w:rPr>
            </w:pPr>
            <w:r>
              <w:rPr>
                <w:rFonts w:cs="Arial"/>
                <w:szCs w:val="16"/>
                <w:lang w:eastAsia="zh-CN"/>
              </w:rPr>
              <w:t>DC_1A_n78A</w:t>
            </w:r>
          </w:p>
          <w:p w14:paraId="361B30AD" w14:textId="77777777" w:rsidR="00F044BB" w:rsidRDefault="00F044BB" w:rsidP="00AC3FE8">
            <w:pPr>
              <w:pStyle w:val="TAC"/>
              <w:rPr>
                <w:rFonts w:cs="Arial"/>
                <w:lang w:eastAsia="zh-CN"/>
              </w:rPr>
            </w:pPr>
            <w:r>
              <w:rPr>
                <w:rFonts w:cs="Arial"/>
                <w:szCs w:val="16"/>
                <w:lang w:eastAsia="zh-CN"/>
              </w:rPr>
              <w:t>DC_28A_n78A</w:t>
            </w:r>
          </w:p>
        </w:tc>
      </w:tr>
      <w:tr w:rsidR="00F044BB" w14:paraId="030B3C39"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4DA6D19" w14:textId="77777777" w:rsidR="00F044BB" w:rsidRDefault="00F044BB" w:rsidP="00AC3FE8">
            <w:pPr>
              <w:pStyle w:val="TAC"/>
              <w:rPr>
                <w:rFonts w:eastAsia="Malgun Gothic" w:cs="Arial"/>
                <w:szCs w:val="16"/>
                <w:lang w:eastAsia="ko-KR"/>
              </w:rPr>
            </w:pPr>
            <w:r>
              <w:rPr>
                <w:rFonts w:eastAsia="Malgun Gothic" w:cs="Arial"/>
                <w:szCs w:val="16"/>
                <w:lang w:eastAsia="ko-KR"/>
              </w:rPr>
              <w:t>DC_1A-28A_n40A-n78A</w:t>
            </w:r>
          </w:p>
        </w:tc>
        <w:tc>
          <w:tcPr>
            <w:tcW w:w="3514" w:type="dxa"/>
            <w:tcBorders>
              <w:top w:val="single" w:sz="4" w:space="0" w:color="auto"/>
              <w:left w:val="single" w:sz="4" w:space="0" w:color="auto"/>
              <w:bottom w:val="single" w:sz="4" w:space="0" w:color="auto"/>
              <w:right w:val="single" w:sz="4" w:space="0" w:color="auto"/>
            </w:tcBorders>
            <w:hideMark/>
          </w:tcPr>
          <w:p w14:paraId="1A981DFE" w14:textId="77777777" w:rsidR="00F044BB" w:rsidRDefault="00F044BB" w:rsidP="00AC3FE8">
            <w:pPr>
              <w:pStyle w:val="TAC"/>
              <w:rPr>
                <w:rFonts w:eastAsia="Malgun Gothic" w:cs="Arial"/>
                <w:szCs w:val="16"/>
                <w:lang w:eastAsia="ko-KR"/>
              </w:rPr>
            </w:pPr>
            <w:r>
              <w:rPr>
                <w:rFonts w:eastAsia="Malgun Gothic" w:cs="Arial"/>
                <w:szCs w:val="16"/>
                <w:lang w:eastAsia="ko-KR"/>
              </w:rPr>
              <w:t>DC_1A_n40A</w:t>
            </w:r>
          </w:p>
          <w:p w14:paraId="58C35ECE" w14:textId="77777777" w:rsidR="00F044BB" w:rsidRDefault="00F044BB" w:rsidP="00AC3FE8">
            <w:pPr>
              <w:pStyle w:val="TAC"/>
              <w:rPr>
                <w:rFonts w:eastAsia="Malgun Gothic" w:cs="Arial"/>
                <w:szCs w:val="16"/>
                <w:lang w:eastAsia="ko-KR"/>
              </w:rPr>
            </w:pPr>
            <w:r>
              <w:rPr>
                <w:rFonts w:eastAsia="Malgun Gothic" w:cs="Arial"/>
                <w:szCs w:val="16"/>
                <w:lang w:eastAsia="ko-KR"/>
              </w:rPr>
              <w:t>DC_1A_n78A</w:t>
            </w:r>
          </w:p>
          <w:p w14:paraId="5A18F441" w14:textId="77777777" w:rsidR="00F044BB" w:rsidRDefault="00F044BB" w:rsidP="00AC3FE8">
            <w:pPr>
              <w:pStyle w:val="TAC"/>
              <w:rPr>
                <w:rFonts w:eastAsia="Malgun Gothic" w:cs="Arial"/>
                <w:szCs w:val="16"/>
                <w:lang w:eastAsia="ko-KR"/>
              </w:rPr>
            </w:pPr>
            <w:r>
              <w:rPr>
                <w:rFonts w:eastAsia="Malgun Gothic" w:cs="Arial"/>
                <w:szCs w:val="16"/>
                <w:lang w:eastAsia="ko-KR"/>
              </w:rPr>
              <w:t>DC_28A_n40A</w:t>
            </w:r>
          </w:p>
          <w:p w14:paraId="0A5F3F47" w14:textId="77777777" w:rsidR="00F044BB" w:rsidRDefault="00F044BB" w:rsidP="00AC3FE8">
            <w:pPr>
              <w:pStyle w:val="TAC"/>
              <w:rPr>
                <w:rFonts w:cs="Arial"/>
                <w:szCs w:val="16"/>
                <w:lang w:eastAsia="zh-CN"/>
              </w:rPr>
            </w:pPr>
            <w:r>
              <w:rPr>
                <w:rFonts w:eastAsia="Malgun Gothic" w:cs="Arial"/>
                <w:szCs w:val="16"/>
                <w:lang w:eastAsia="ko-KR"/>
              </w:rPr>
              <w:t>DC_28A_n78A</w:t>
            </w:r>
          </w:p>
        </w:tc>
      </w:tr>
      <w:tr w:rsidR="00F044BB" w14:paraId="26455AE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111F760" w14:textId="77777777" w:rsidR="00F044BB" w:rsidRDefault="00F044BB" w:rsidP="00AC3FE8">
            <w:pPr>
              <w:pStyle w:val="TAC"/>
            </w:pPr>
            <w:r>
              <w:t>DC_1A-28A-42A_n77A</w:t>
            </w:r>
            <w:r>
              <w:rPr>
                <w:vertAlign w:val="superscript"/>
                <w:lang w:eastAsia="ja-JP"/>
              </w:rPr>
              <w:t>6,7</w:t>
            </w:r>
          </w:p>
          <w:p w14:paraId="094BFF36" w14:textId="77777777" w:rsidR="00F044BB" w:rsidRDefault="00F044BB" w:rsidP="00AC3FE8">
            <w:pPr>
              <w:pStyle w:val="TAC"/>
            </w:pPr>
            <w:r>
              <w:rPr>
                <w:rFonts w:cs="Arial"/>
                <w:szCs w:val="18"/>
                <w:lang w:eastAsia="ja-JP"/>
              </w:rPr>
              <w:t>DC_1A-28A-42C_n77A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438A8339" w14:textId="77777777" w:rsidR="00F044BB" w:rsidRDefault="00F044BB" w:rsidP="00AC3FE8">
            <w:pPr>
              <w:pStyle w:val="TAC"/>
            </w:pPr>
            <w:r>
              <w:t>DC_1A_n77A</w:t>
            </w:r>
          </w:p>
          <w:p w14:paraId="33D8FBEC" w14:textId="77777777" w:rsidR="00F044BB" w:rsidRDefault="00F044BB" w:rsidP="00AC3FE8">
            <w:pPr>
              <w:pStyle w:val="TAC"/>
            </w:pPr>
            <w:r>
              <w:t>DC_28A_n77A</w:t>
            </w:r>
          </w:p>
        </w:tc>
      </w:tr>
      <w:tr w:rsidR="00F044BB" w14:paraId="2F8919B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DBC7B40" w14:textId="77777777" w:rsidR="00F044BB" w:rsidRDefault="00F044BB" w:rsidP="00AC3FE8">
            <w:pPr>
              <w:pStyle w:val="TAC"/>
            </w:pPr>
            <w:r>
              <w:t>DC_1A-28A-42A_n78A</w:t>
            </w:r>
            <w:r>
              <w:rPr>
                <w:vertAlign w:val="superscript"/>
                <w:lang w:eastAsia="ja-JP"/>
              </w:rPr>
              <w:t>6,7</w:t>
            </w:r>
          </w:p>
          <w:p w14:paraId="52D11659" w14:textId="77777777" w:rsidR="00F044BB" w:rsidRDefault="00F044BB" w:rsidP="00AC3FE8">
            <w:pPr>
              <w:pStyle w:val="TAC"/>
            </w:pPr>
            <w:r>
              <w:rPr>
                <w:rFonts w:cs="Arial"/>
                <w:szCs w:val="18"/>
                <w:lang w:eastAsia="ja-JP"/>
              </w:rPr>
              <w:t>DC_1A-28A-42C_n78A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3A5334D7" w14:textId="77777777" w:rsidR="00F044BB" w:rsidRDefault="00F044BB" w:rsidP="00AC3FE8">
            <w:pPr>
              <w:pStyle w:val="TAC"/>
            </w:pPr>
            <w:r>
              <w:t>DC_1A_n78A</w:t>
            </w:r>
          </w:p>
          <w:p w14:paraId="251EF426" w14:textId="77777777" w:rsidR="00F044BB" w:rsidRDefault="00F044BB" w:rsidP="00AC3FE8">
            <w:pPr>
              <w:pStyle w:val="TAC"/>
            </w:pPr>
            <w:r>
              <w:t>DC_28A_n78A</w:t>
            </w:r>
          </w:p>
        </w:tc>
      </w:tr>
      <w:tr w:rsidR="00F044BB" w14:paraId="0878890C"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9AB6482" w14:textId="77777777" w:rsidR="00F044BB" w:rsidRDefault="00F044BB" w:rsidP="00AC3FE8">
            <w:pPr>
              <w:pStyle w:val="TAC"/>
            </w:pPr>
            <w:r>
              <w:t>DC_1A-28A-42A_n79A</w:t>
            </w:r>
          </w:p>
          <w:p w14:paraId="7F3B9475" w14:textId="77777777" w:rsidR="00F044BB" w:rsidRDefault="00F044BB" w:rsidP="00AC3FE8">
            <w:pPr>
              <w:pStyle w:val="TAC"/>
            </w:pPr>
            <w:r>
              <w:rPr>
                <w:rFonts w:cs="Arial"/>
                <w:szCs w:val="18"/>
                <w:lang w:eastAsia="ja-JP"/>
              </w:rPr>
              <w:t>DC_1A-28A-42C_n79A</w:t>
            </w:r>
          </w:p>
        </w:tc>
        <w:tc>
          <w:tcPr>
            <w:tcW w:w="3514" w:type="dxa"/>
            <w:tcBorders>
              <w:top w:val="single" w:sz="4" w:space="0" w:color="auto"/>
              <w:left w:val="single" w:sz="4" w:space="0" w:color="auto"/>
              <w:bottom w:val="single" w:sz="4" w:space="0" w:color="auto"/>
              <w:right w:val="single" w:sz="4" w:space="0" w:color="auto"/>
            </w:tcBorders>
            <w:hideMark/>
          </w:tcPr>
          <w:p w14:paraId="2BBB466A" w14:textId="77777777" w:rsidR="00F044BB" w:rsidRDefault="00F044BB" w:rsidP="00AC3FE8">
            <w:pPr>
              <w:pStyle w:val="TAC"/>
            </w:pPr>
            <w:r>
              <w:t>DC_1A_n79A</w:t>
            </w:r>
          </w:p>
          <w:p w14:paraId="4A89185D" w14:textId="77777777" w:rsidR="00F044BB" w:rsidRDefault="00F044BB" w:rsidP="00AC3FE8">
            <w:pPr>
              <w:pStyle w:val="TAC"/>
            </w:pPr>
            <w:r>
              <w:t>DC_28A_n79A</w:t>
            </w:r>
          </w:p>
        </w:tc>
      </w:tr>
      <w:tr w:rsidR="00F044BB" w14:paraId="1B10CBE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32E3BFF" w14:textId="77777777" w:rsidR="00F044BB" w:rsidRDefault="00F044BB" w:rsidP="00AC3FE8">
            <w:pPr>
              <w:pStyle w:val="TAC"/>
            </w:pPr>
            <w:r>
              <w:t>DC_1A-41A_n3A_n77A</w:t>
            </w:r>
          </w:p>
        </w:tc>
        <w:tc>
          <w:tcPr>
            <w:tcW w:w="3514" w:type="dxa"/>
            <w:tcBorders>
              <w:top w:val="single" w:sz="4" w:space="0" w:color="auto"/>
              <w:left w:val="single" w:sz="4" w:space="0" w:color="auto"/>
              <w:bottom w:val="single" w:sz="4" w:space="0" w:color="auto"/>
              <w:right w:val="single" w:sz="4" w:space="0" w:color="auto"/>
            </w:tcBorders>
            <w:hideMark/>
          </w:tcPr>
          <w:p w14:paraId="6FC066AC" w14:textId="77777777" w:rsidR="00F044BB" w:rsidRDefault="00F044BB" w:rsidP="00AC3FE8">
            <w:pPr>
              <w:pStyle w:val="TAC"/>
            </w:pPr>
            <w:r>
              <w:t>DC_41A_n3A</w:t>
            </w:r>
          </w:p>
          <w:p w14:paraId="432FC7CD" w14:textId="77777777" w:rsidR="00F044BB" w:rsidRDefault="00F044BB" w:rsidP="00AC3FE8">
            <w:pPr>
              <w:pStyle w:val="TAC"/>
            </w:pPr>
            <w:r>
              <w:t>DC_41A_n77A</w:t>
            </w:r>
          </w:p>
        </w:tc>
      </w:tr>
      <w:tr w:rsidR="00F044BB" w14:paraId="3757D16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E6C35BC" w14:textId="77777777" w:rsidR="00F044BB" w:rsidRDefault="00F044BB" w:rsidP="00AC3FE8">
            <w:pPr>
              <w:pStyle w:val="TAC"/>
            </w:pPr>
            <w:r>
              <w:rPr>
                <w:rFonts w:cs="Arial"/>
                <w:lang w:eastAsia="ja-JP"/>
              </w:rPr>
              <w:t>DC_1A-41C_n3A_n77A</w:t>
            </w:r>
          </w:p>
        </w:tc>
        <w:tc>
          <w:tcPr>
            <w:tcW w:w="3514" w:type="dxa"/>
            <w:tcBorders>
              <w:top w:val="single" w:sz="4" w:space="0" w:color="auto"/>
              <w:left w:val="single" w:sz="4" w:space="0" w:color="auto"/>
              <w:bottom w:val="single" w:sz="4" w:space="0" w:color="auto"/>
              <w:right w:val="single" w:sz="4" w:space="0" w:color="auto"/>
            </w:tcBorders>
            <w:hideMark/>
          </w:tcPr>
          <w:p w14:paraId="48566A0D" w14:textId="77777777" w:rsidR="00F044BB" w:rsidRDefault="00F044BB" w:rsidP="00AC3FE8">
            <w:pPr>
              <w:pStyle w:val="TAC"/>
            </w:pPr>
            <w:r>
              <w:t>DC_41A_n3A</w:t>
            </w:r>
          </w:p>
          <w:p w14:paraId="362F5F32" w14:textId="77777777" w:rsidR="00F044BB" w:rsidRDefault="00F044BB" w:rsidP="00AC3FE8">
            <w:pPr>
              <w:pStyle w:val="TAC"/>
            </w:pPr>
            <w:r>
              <w:t>DC_41A_n77A</w:t>
            </w:r>
          </w:p>
          <w:p w14:paraId="5263DF46" w14:textId="77777777" w:rsidR="00F044BB" w:rsidRDefault="00F044BB" w:rsidP="00AC3FE8">
            <w:pPr>
              <w:pStyle w:val="TAC"/>
            </w:pPr>
            <w:r>
              <w:t>DC_41C_n3A</w:t>
            </w:r>
          </w:p>
          <w:p w14:paraId="5C795FAA" w14:textId="77777777" w:rsidR="00F044BB" w:rsidRDefault="00F044BB" w:rsidP="00AC3FE8">
            <w:pPr>
              <w:pStyle w:val="TAC"/>
            </w:pPr>
            <w:r>
              <w:t>DC_41C_n77A</w:t>
            </w:r>
          </w:p>
        </w:tc>
      </w:tr>
      <w:tr w:rsidR="00F044BB" w14:paraId="54A8042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F0A262E" w14:textId="77777777" w:rsidR="00F044BB" w:rsidRDefault="00F044BB" w:rsidP="00AC3FE8">
            <w:pPr>
              <w:pStyle w:val="TAC"/>
            </w:pPr>
            <w:r>
              <w:t>DC_1A-41A_n3A_n78A</w:t>
            </w:r>
          </w:p>
        </w:tc>
        <w:tc>
          <w:tcPr>
            <w:tcW w:w="3514" w:type="dxa"/>
            <w:tcBorders>
              <w:top w:val="single" w:sz="4" w:space="0" w:color="auto"/>
              <w:left w:val="single" w:sz="4" w:space="0" w:color="auto"/>
              <w:bottom w:val="single" w:sz="4" w:space="0" w:color="auto"/>
              <w:right w:val="single" w:sz="4" w:space="0" w:color="auto"/>
            </w:tcBorders>
            <w:hideMark/>
          </w:tcPr>
          <w:p w14:paraId="0367758D" w14:textId="77777777" w:rsidR="00F044BB" w:rsidRDefault="00F044BB" w:rsidP="00AC3FE8">
            <w:pPr>
              <w:pStyle w:val="TAC"/>
            </w:pPr>
            <w:r>
              <w:t>DC_41A_n3A</w:t>
            </w:r>
          </w:p>
          <w:p w14:paraId="33155699" w14:textId="77777777" w:rsidR="00F044BB" w:rsidRDefault="00F044BB" w:rsidP="00AC3FE8">
            <w:pPr>
              <w:pStyle w:val="TAC"/>
            </w:pPr>
            <w:r>
              <w:t>DC_41A_n78A</w:t>
            </w:r>
          </w:p>
        </w:tc>
      </w:tr>
      <w:tr w:rsidR="00F044BB" w14:paraId="295E8D2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CB3F41B" w14:textId="77777777" w:rsidR="00F044BB" w:rsidRDefault="00F044BB" w:rsidP="00AC3FE8">
            <w:pPr>
              <w:pStyle w:val="TAC"/>
            </w:pPr>
            <w:r>
              <w:rPr>
                <w:rFonts w:cs="Arial"/>
                <w:lang w:eastAsia="ja-JP"/>
              </w:rPr>
              <w:t>DC_1A-41C_n3A_n78A</w:t>
            </w:r>
          </w:p>
        </w:tc>
        <w:tc>
          <w:tcPr>
            <w:tcW w:w="3514" w:type="dxa"/>
            <w:tcBorders>
              <w:top w:val="single" w:sz="4" w:space="0" w:color="auto"/>
              <w:left w:val="single" w:sz="4" w:space="0" w:color="auto"/>
              <w:bottom w:val="single" w:sz="4" w:space="0" w:color="auto"/>
              <w:right w:val="single" w:sz="4" w:space="0" w:color="auto"/>
            </w:tcBorders>
            <w:hideMark/>
          </w:tcPr>
          <w:p w14:paraId="2EA88288" w14:textId="77777777" w:rsidR="00F044BB" w:rsidRDefault="00F044BB" w:rsidP="00AC3FE8">
            <w:pPr>
              <w:pStyle w:val="TAC"/>
            </w:pPr>
            <w:r>
              <w:t>DC_41A_n3A</w:t>
            </w:r>
          </w:p>
          <w:p w14:paraId="11A46344" w14:textId="77777777" w:rsidR="00F044BB" w:rsidRDefault="00F044BB" w:rsidP="00AC3FE8">
            <w:pPr>
              <w:pStyle w:val="TAC"/>
            </w:pPr>
            <w:r>
              <w:t>DC_41A_n78A</w:t>
            </w:r>
          </w:p>
          <w:p w14:paraId="6A80E298" w14:textId="77777777" w:rsidR="00F044BB" w:rsidRDefault="00F044BB" w:rsidP="00AC3FE8">
            <w:pPr>
              <w:pStyle w:val="TAC"/>
            </w:pPr>
            <w:r>
              <w:t>DC_41C_n3A</w:t>
            </w:r>
          </w:p>
          <w:p w14:paraId="6D81D894" w14:textId="77777777" w:rsidR="00F044BB" w:rsidRDefault="00F044BB" w:rsidP="00AC3FE8">
            <w:pPr>
              <w:pStyle w:val="TAC"/>
            </w:pPr>
            <w:r>
              <w:t>DC_41C_n78A</w:t>
            </w:r>
          </w:p>
        </w:tc>
      </w:tr>
      <w:tr w:rsidR="00F044BB" w14:paraId="52EE4A5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B5A7793" w14:textId="77777777" w:rsidR="00F044BB" w:rsidRDefault="00F044BB" w:rsidP="00AC3FE8">
            <w:pPr>
              <w:pStyle w:val="TAC"/>
            </w:pPr>
            <w:r>
              <w:t>DC_1A-41A_n28A_n77A</w:t>
            </w:r>
          </w:p>
        </w:tc>
        <w:tc>
          <w:tcPr>
            <w:tcW w:w="3514" w:type="dxa"/>
            <w:tcBorders>
              <w:top w:val="single" w:sz="4" w:space="0" w:color="auto"/>
              <w:left w:val="single" w:sz="4" w:space="0" w:color="auto"/>
              <w:bottom w:val="single" w:sz="4" w:space="0" w:color="auto"/>
              <w:right w:val="single" w:sz="4" w:space="0" w:color="auto"/>
            </w:tcBorders>
            <w:hideMark/>
          </w:tcPr>
          <w:p w14:paraId="48AA0AC8" w14:textId="77777777" w:rsidR="00F044BB" w:rsidRDefault="00F044BB" w:rsidP="00AC3FE8">
            <w:pPr>
              <w:pStyle w:val="TAC"/>
            </w:pPr>
            <w:r>
              <w:t>DC_1A_n28A</w:t>
            </w:r>
          </w:p>
          <w:p w14:paraId="3E6C8654" w14:textId="77777777" w:rsidR="00F044BB" w:rsidRDefault="00F044BB" w:rsidP="00AC3FE8">
            <w:pPr>
              <w:pStyle w:val="TAC"/>
            </w:pPr>
            <w:r>
              <w:t>DC_1A_n77A</w:t>
            </w:r>
          </w:p>
          <w:p w14:paraId="646A1F07" w14:textId="77777777" w:rsidR="00F044BB" w:rsidRDefault="00F044BB" w:rsidP="00AC3FE8">
            <w:pPr>
              <w:pStyle w:val="TAC"/>
            </w:pPr>
            <w:r>
              <w:t>DC_41A_n28A</w:t>
            </w:r>
          </w:p>
          <w:p w14:paraId="56353991" w14:textId="77777777" w:rsidR="00F044BB" w:rsidRDefault="00F044BB" w:rsidP="00AC3FE8">
            <w:pPr>
              <w:pStyle w:val="TAC"/>
            </w:pPr>
            <w:r>
              <w:t>DC_41A_n77A</w:t>
            </w:r>
          </w:p>
        </w:tc>
      </w:tr>
      <w:tr w:rsidR="00F044BB" w14:paraId="3AD0403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AA6BD34" w14:textId="77777777" w:rsidR="00F044BB" w:rsidRDefault="00F044BB" w:rsidP="00AC3FE8">
            <w:pPr>
              <w:pStyle w:val="TAC"/>
            </w:pPr>
            <w:r>
              <w:rPr>
                <w:rFonts w:cs="Arial"/>
                <w:lang w:eastAsia="ja-JP"/>
              </w:rPr>
              <w:t>DC_1A-41C_n28A_n77A</w:t>
            </w:r>
          </w:p>
        </w:tc>
        <w:tc>
          <w:tcPr>
            <w:tcW w:w="3514" w:type="dxa"/>
            <w:tcBorders>
              <w:top w:val="single" w:sz="4" w:space="0" w:color="auto"/>
              <w:left w:val="single" w:sz="4" w:space="0" w:color="auto"/>
              <w:bottom w:val="single" w:sz="4" w:space="0" w:color="auto"/>
              <w:right w:val="single" w:sz="4" w:space="0" w:color="auto"/>
            </w:tcBorders>
            <w:hideMark/>
          </w:tcPr>
          <w:p w14:paraId="09B54651" w14:textId="77777777" w:rsidR="00F044BB" w:rsidRDefault="00F044BB" w:rsidP="00AC3FE8">
            <w:pPr>
              <w:pStyle w:val="TAC"/>
            </w:pPr>
            <w:r>
              <w:t>DC_1A_n28A</w:t>
            </w:r>
          </w:p>
          <w:p w14:paraId="0A573D6A" w14:textId="77777777" w:rsidR="00F044BB" w:rsidRDefault="00F044BB" w:rsidP="00AC3FE8">
            <w:pPr>
              <w:pStyle w:val="TAC"/>
            </w:pPr>
            <w:r>
              <w:t>DC_1A_n77A</w:t>
            </w:r>
          </w:p>
          <w:p w14:paraId="4FDBB086" w14:textId="77777777" w:rsidR="00F044BB" w:rsidRDefault="00F044BB" w:rsidP="00AC3FE8">
            <w:pPr>
              <w:pStyle w:val="TAC"/>
            </w:pPr>
            <w:r>
              <w:t>DC_41A_n28A</w:t>
            </w:r>
          </w:p>
          <w:p w14:paraId="3A0FD42E" w14:textId="77777777" w:rsidR="00F044BB" w:rsidRDefault="00F044BB" w:rsidP="00AC3FE8">
            <w:pPr>
              <w:pStyle w:val="TAC"/>
            </w:pPr>
            <w:r>
              <w:t>DC_41A_n77A</w:t>
            </w:r>
          </w:p>
          <w:p w14:paraId="0C4BB7D7" w14:textId="77777777" w:rsidR="00F044BB" w:rsidRDefault="00F044BB" w:rsidP="00AC3FE8">
            <w:pPr>
              <w:pStyle w:val="TAC"/>
            </w:pPr>
            <w:r>
              <w:t>DC_41C_n28A</w:t>
            </w:r>
          </w:p>
          <w:p w14:paraId="4FD85F63" w14:textId="77777777" w:rsidR="00F044BB" w:rsidRDefault="00F044BB" w:rsidP="00AC3FE8">
            <w:pPr>
              <w:pStyle w:val="TAC"/>
            </w:pPr>
            <w:r>
              <w:t>DC_41C_n77A</w:t>
            </w:r>
          </w:p>
        </w:tc>
      </w:tr>
      <w:tr w:rsidR="00F044BB" w14:paraId="2FFD79C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23C635B" w14:textId="77777777" w:rsidR="00F044BB" w:rsidRDefault="00F044BB" w:rsidP="00AC3FE8">
            <w:pPr>
              <w:pStyle w:val="TAC"/>
            </w:pPr>
            <w:r>
              <w:t>DC_1A-41A_n28A_n78A</w:t>
            </w:r>
          </w:p>
        </w:tc>
        <w:tc>
          <w:tcPr>
            <w:tcW w:w="3514" w:type="dxa"/>
            <w:tcBorders>
              <w:top w:val="single" w:sz="4" w:space="0" w:color="auto"/>
              <w:left w:val="single" w:sz="4" w:space="0" w:color="auto"/>
              <w:bottom w:val="single" w:sz="4" w:space="0" w:color="auto"/>
              <w:right w:val="single" w:sz="4" w:space="0" w:color="auto"/>
            </w:tcBorders>
            <w:hideMark/>
          </w:tcPr>
          <w:p w14:paraId="41BC910C" w14:textId="77777777" w:rsidR="00F044BB" w:rsidRDefault="00F044BB" w:rsidP="00AC3FE8">
            <w:pPr>
              <w:pStyle w:val="TAC"/>
            </w:pPr>
            <w:r>
              <w:t>DC_1A_n28A</w:t>
            </w:r>
          </w:p>
          <w:p w14:paraId="7A153DEA" w14:textId="77777777" w:rsidR="00F044BB" w:rsidRDefault="00F044BB" w:rsidP="00AC3FE8">
            <w:pPr>
              <w:pStyle w:val="TAC"/>
            </w:pPr>
            <w:r>
              <w:t>DC_1A_n78A</w:t>
            </w:r>
          </w:p>
          <w:p w14:paraId="1BF541EE" w14:textId="77777777" w:rsidR="00F044BB" w:rsidRDefault="00F044BB" w:rsidP="00AC3FE8">
            <w:pPr>
              <w:pStyle w:val="TAC"/>
            </w:pPr>
            <w:r>
              <w:t>DC_41A_n28A</w:t>
            </w:r>
          </w:p>
          <w:p w14:paraId="2AEF0E1F" w14:textId="77777777" w:rsidR="00F044BB" w:rsidRDefault="00F044BB" w:rsidP="00AC3FE8">
            <w:pPr>
              <w:pStyle w:val="TAC"/>
            </w:pPr>
            <w:r>
              <w:t>DC_41A_n78A</w:t>
            </w:r>
          </w:p>
        </w:tc>
      </w:tr>
      <w:tr w:rsidR="00F044BB" w14:paraId="555C4DD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A34A753" w14:textId="77777777" w:rsidR="00F044BB" w:rsidRDefault="00F044BB" w:rsidP="00AC3FE8">
            <w:pPr>
              <w:pStyle w:val="TAC"/>
            </w:pPr>
            <w:r>
              <w:rPr>
                <w:rFonts w:cs="Arial"/>
                <w:lang w:eastAsia="ja-JP"/>
              </w:rPr>
              <w:t>DC_1A-41C_n28A_n78A</w:t>
            </w:r>
          </w:p>
        </w:tc>
        <w:tc>
          <w:tcPr>
            <w:tcW w:w="3514" w:type="dxa"/>
            <w:tcBorders>
              <w:top w:val="single" w:sz="4" w:space="0" w:color="auto"/>
              <w:left w:val="single" w:sz="4" w:space="0" w:color="auto"/>
              <w:bottom w:val="single" w:sz="4" w:space="0" w:color="auto"/>
              <w:right w:val="single" w:sz="4" w:space="0" w:color="auto"/>
            </w:tcBorders>
            <w:hideMark/>
          </w:tcPr>
          <w:p w14:paraId="4103D632" w14:textId="77777777" w:rsidR="00F044BB" w:rsidRDefault="00F044BB" w:rsidP="00AC3FE8">
            <w:pPr>
              <w:pStyle w:val="TAC"/>
            </w:pPr>
            <w:r>
              <w:t>DC_1A_n28A</w:t>
            </w:r>
          </w:p>
          <w:p w14:paraId="4B3D1B19" w14:textId="77777777" w:rsidR="00F044BB" w:rsidRDefault="00F044BB" w:rsidP="00AC3FE8">
            <w:pPr>
              <w:pStyle w:val="TAC"/>
            </w:pPr>
            <w:r>
              <w:t>DC_1A_n78A</w:t>
            </w:r>
          </w:p>
          <w:p w14:paraId="02456D3F" w14:textId="77777777" w:rsidR="00F044BB" w:rsidRDefault="00F044BB" w:rsidP="00AC3FE8">
            <w:pPr>
              <w:pStyle w:val="TAC"/>
            </w:pPr>
            <w:r>
              <w:t>DC_41A_n28A</w:t>
            </w:r>
          </w:p>
          <w:p w14:paraId="3C7CB13A" w14:textId="77777777" w:rsidR="00F044BB" w:rsidRDefault="00F044BB" w:rsidP="00AC3FE8">
            <w:pPr>
              <w:pStyle w:val="TAC"/>
            </w:pPr>
            <w:r>
              <w:t>DC_41A_n78A</w:t>
            </w:r>
          </w:p>
          <w:p w14:paraId="16A7BF6A" w14:textId="77777777" w:rsidR="00F044BB" w:rsidRDefault="00F044BB" w:rsidP="00AC3FE8">
            <w:pPr>
              <w:pStyle w:val="TAC"/>
            </w:pPr>
            <w:r>
              <w:t>DC_41C_n28A</w:t>
            </w:r>
          </w:p>
          <w:p w14:paraId="3C66F89C" w14:textId="77777777" w:rsidR="00F044BB" w:rsidRDefault="00F044BB" w:rsidP="00AC3FE8">
            <w:pPr>
              <w:pStyle w:val="TAC"/>
            </w:pPr>
            <w:r>
              <w:t>DC_41C_n78A</w:t>
            </w:r>
          </w:p>
        </w:tc>
      </w:tr>
      <w:tr w:rsidR="00F044BB" w14:paraId="5B8C885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1240547" w14:textId="77777777" w:rsidR="00F044BB" w:rsidRDefault="00F044BB" w:rsidP="00AC3FE8">
            <w:pPr>
              <w:pStyle w:val="TAC"/>
            </w:pPr>
            <w:r>
              <w:t>DC_1A-41A-42A_n77A</w:t>
            </w:r>
            <w:r>
              <w:rPr>
                <w:vertAlign w:val="superscript"/>
                <w:lang w:eastAsia="ja-JP"/>
              </w:rPr>
              <w:t>6,7</w:t>
            </w:r>
          </w:p>
          <w:p w14:paraId="6DEB6781" w14:textId="77777777" w:rsidR="00F044BB" w:rsidRDefault="00F044BB" w:rsidP="00AC3FE8">
            <w:pPr>
              <w:pStyle w:val="TAC"/>
              <w:rPr>
                <w:rFonts w:cs="Arial"/>
                <w:lang w:eastAsia="ja-JP"/>
              </w:rPr>
            </w:pPr>
            <w:r>
              <w:rPr>
                <w:rFonts w:cs="Arial"/>
                <w:lang w:eastAsia="ja-JP"/>
              </w:rPr>
              <w:t>DC_1A-41A-42C_n77A</w:t>
            </w:r>
            <w:r>
              <w:rPr>
                <w:vertAlign w:val="superscript"/>
                <w:lang w:eastAsia="ja-JP"/>
              </w:rPr>
              <w:t>6,7</w:t>
            </w:r>
          </w:p>
          <w:p w14:paraId="7AEEC395"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1A-41C-42A_n77A</w:t>
            </w:r>
            <w:r>
              <w:rPr>
                <w:vertAlign w:val="superscript"/>
                <w:lang w:eastAsia="ja-JP"/>
              </w:rPr>
              <w:t>6,7</w:t>
            </w:r>
          </w:p>
          <w:p w14:paraId="34D237EC" w14:textId="77777777" w:rsidR="00F044BB" w:rsidRDefault="00F044BB" w:rsidP="00AC3FE8">
            <w:pPr>
              <w:pStyle w:val="TAC"/>
            </w:pPr>
            <w:r>
              <w:t>DC_1A-41C-42C_n77A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7FB817E5" w14:textId="77777777" w:rsidR="00F044BB" w:rsidRDefault="00F044BB" w:rsidP="00AC3FE8">
            <w:pPr>
              <w:pStyle w:val="TAC"/>
            </w:pPr>
            <w:r>
              <w:t>DC_1A_n77A</w:t>
            </w:r>
          </w:p>
          <w:p w14:paraId="5479B11D" w14:textId="77777777" w:rsidR="00F044BB" w:rsidRDefault="00F044BB" w:rsidP="00AC3FE8">
            <w:pPr>
              <w:pStyle w:val="TAC"/>
            </w:pPr>
            <w:r>
              <w:t>DC_41A_n77A</w:t>
            </w:r>
          </w:p>
        </w:tc>
      </w:tr>
      <w:tr w:rsidR="00F044BB" w14:paraId="6564B8F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9584807" w14:textId="77777777" w:rsidR="00F044BB" w:rsidRDefault="00F044BB" w:rsidP="00AC3FE8">
            <w:pPr>
              <w:pStyle w:val="TAC"/>
            </w:pPr>
            <w:r>
              <w:t>DC_1A-41A-42A_n78A</w:t>
            </w:r>
            <w:r>
              <w:rPr>
                <w:vertAlign w:val="superscript"/>
                <w:lang w:eastAsia="ja-JP"/>
              </w:rPr>
              <w:t>6,7</w:t>
            </w:r>
          </w:p>
          <w:p w14:paraId="0AD01222" w14:textId="77777777" w:rsidR="00F044BB" w:rsidRDefault="00F044BB" w:rsidP="00AC3FE8">
            <w:pPr>
              <w:pStyle w:val="TAC"/>
              <w:rPr>
                <w:rFonts w:cs="Arial"/>
                <w:lang w:eastAsia="ja-JP"/>
              </w:rPr>
            </w:pPr>
            <w:r>
              <w:rPr>
                <w:rFonts w:cs="Arial"/>
                <w:lang w:eastAsia="ja-JP"/>
              </w:rPr>
              <w:t>DC_1A-41A-42C_n78A</w:t>
            </w:r>
            <w:r>
              <w:rPr>
                <w:vertAlign w:val="superscript"/>
                <w:lang w:eastAsia="ja-JP"/>
              </w:rPr>
              <w:t>6,7</w:t>
            </w:r>
          </w:p>
          <w:p w14:paraId="6B5450CE" w14:textId="77777777" w:rsidR="00F044BB" w:rsidRDefault="00F044BB" w:rsidP="00AC3FE8">
            <w:pPr>
              <w:pStyle w:val="TAC"/>
              <w:rPr>
                <w:rFonts w:cs="Arial"/>
                <w:lang w:eastAsia="ja-JP"/>
              </w:rPr>
            </w:pPr>
            <w:r>
              <w:rPr>
                <w:rFonts w:cs="Arial"/>
                <w:lang w:eastAsia="ja-JP"/>
              </w:rPr>
              <w:t>DC_1A-41C-42A_n78A</w:t>
            </w:r>
            <w:r>
              <w:rPr>
                <w:vertAlign w:val="superscript"/>
                <w:lang w:eastAsia="ja-JP"/>
              </w:rPr>
              <w:t>6,7</w:t>
            </w:r>
          </w:p>
          <w:p w14:paraId="1CACE05B" w14:textId="77777777" w:rsidR="00F044BB" w:rsidRDefault="00F044BB" w:rsidP="00AC3FE8">
            <w:pPr>
              <w:pStyle w:val="TAC"/>
            </w:pPr>
            <w:r>
              <w:t>DC_1A-41C-42C_n78A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2F27BDBB" w14:textId="77777777" w:rsidR="00F044BB" w:rsidRDefault="00F044BB" w:rsidP="00AC3FE8">
            <w:pPr>
              <w:pStyle w:val="TAC"/>
            </w:pPr>
            <w:r>
              <w:t>DC_1A_n78A</w:t>
            </w:r>
          </w:p>
          <w:p w14:paraId="22A66B07" w14:textId="77777777" w:rsidR="00F044BB" w:rsidRDefault="00F044BB" w:rsidP="00AC3FE8">
            <w:pPr>
              <w:pStyle w:val="TAC"/>
            </w:pPr>
            <w:r>
              <w:t>DC_41A_n78A</w:t>
            </w:r>
          </w:p>
        </w:tc>
      </w:tr>
      <w:tr w:rsidR="00F044BB" w14:paraId="7AF37B3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417E7BD" w14:textId="77777777" w:rsidR="00F044BB" w:rsidRDefault="00F044BB" w:rsidP="00AC3FE8">
            <w:pPr>
              <w:pStyle w:val="TAC"/>
            </w:pPr>
            <w:r>
              <w:t>DC_1A-41A-42A_n79A</w:t>
            </w:r>
          </w:p>
          <w:p w14:paraId="042236F9" w14:textId="77777777" w:rsidR="00F044BB" w:rsidRDefault="00F044BB" w:rsidP="00AC3FE8">
            <w:pPr>
              <w:pStyle w:val="TAC"/>
            </w:pPr>
            <w:r>
              <w:t>DC_1A-41A-42C_n79A</w:t>
            </w:r>
          </w:p>
          <w:p w14:paraId="2FA3A4DB" w14:textId="77777777" w:rsidR="00F044BB" w:rsidRDefault="00F044BB" w:rsidP="00AC3FE8">
            <w:pPr>
              <w:pStyle w:val="TAC"/>
            </w:pPr>
            <w:r>
              <w:t>DC_1A-41C-42A_n79A</w:t>
            </w:r>
          </w:p>
          <w:p w14:paraId="33F83A74" w14:textId="77777777" w:rsidR="00F044BB" w:rsidRDefault="00F044BB" w:rsidP="00AC3FE8">
            <w:pPr>
              <w:pStyle w:val="TAC"/>
            </w:pPr>
            <w:r>
              <w:rPr>
                <w:rFonts w:cs="Arial"/>
                <w:lang w:eastAsia="ja-JP"/>
              </w:rPr>
              <w:t>DC</w:t>
            </w:r>
            <w:r>
              <w:rPr>
                <w:rFonts w:cs="Arial"/>
              </w:rPr>
              <w:t>_</w:t>
            </w:r>
            <w:r>
              <w:rPr>
                <w:rFonts w:cs="Arial"/>
                <w:lang w:eastAsia="ja-JP"/>
              </w:rPr>
              <w:t>1A-41C-42</w:t>
            </w:r>
            <w:r>
              <w:rPr>
                <w:rFonts w:cs="Arial"/>
                <w:lang w:eastAsia="zh-CN"/>
              </w:rPr>
              <w:t>C</w:t>
            </w:r>
            <w:r>
              <w:rPr>
                <w:rFonts w:cs="Arial"/>
                <w:lang w:eastAsia="ja-JP"/>
              </w:rPr>
              <w:t>_n7</w:t>
            </w:r>
            <w:r>
              <w:rPr>
                <w:rFonts w:cs="Arial"/>
                <w:lang w:eastAsia="zh-CN"/>
              </w:rPr>
              <w:t>9</w:t>
            </w:r>
            <w:r>
              <w:rPr>
                <w:rFonts w:cs="Arial"/>
                <w:lang w:eastAsia="ja-JP"/>
              </w:rPr>
              <w:t>A</w:t>
            </w:r>
          </w:p>
        </w:tc>
        <w:tc>
          <w:tcPr>
            <w:tcW w:w="3514" w:type="dxa"/>
            <w:tcBorders>
              <w:top w:val="single" w:sz="4" w:space="0" w:color="auto"/>
              <w:left w:val="single" w:sz="4" w:space="0" w:color="auto"/>
              <w:bottom w:val="single" w:sz="4" w:space="0" w:color="auto"/>
              <w:right w:val="single" w:sz="4" w:space="0" w:color="auto"/>
            </w:tcBorders>
            <w:hideMark/>
          </w:tcPr>
          <w:p w14:paraId="54E74643" w14:textId="77777777" w:rsidR="00F044BB" w:rsidRDefault="00F044BB" w:rsidP="00AC3FE8">
            <w:pPr>
              <w:pStyle w:val="TAC"/>
            </w:pPr>
            <w:r>
              <w:t>DC_1A_n79A</w:t>
            </w:r>
          </w:p>
          <w:p w14:paraId="477F552D" w14:textId="77777777" w:rsidR="00F044BB" w:rsidRDefault="00F044BB" w:rsidP="00AC3FE8">
            <w:pPr>
              <w:pStyle w:val="TAC"/>
            </w:pPr>
            <w:r>
              <w:t>DC_41A_n79A</w:t>
            </w:r>
          </w:p>
        </w:tc>
      </w:tr>
      <w:tr w:rsidR="00F044BB" w14:paraId="3277C53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9CA949E" w14:textId="77777777" w:rsidR="00F044BB" w:rsidRDefault="00F044BB" w:rsidP="00AC3FE8">
            <w:pPr>
              <w:pStyle w:val="TAC"/>
              <w:rPr>
                <w:rFonts w:cs="Arial"/>
                <w:lang w:eastAsia="ko-KR"/>
              </w:rPr>
            </w:pPr>
            <w:r>
              <w:rPr>
                <w:rFonts w:cs="Arial"/>
                <w:lang w:eastAsia="ko-KR"/>
              </w:rPr>
              <w:t>DC_1A-42A_n77A-n79A</w:t>
            </w:r>
            <w:r>
              <w:rPr>
                <w:vertAlign w:val="superscript"/>
                <w:lang w:eastAsia="ja-JP"/>
              </w:rPr>
              <w:t>6,7</w:t>
            </w:r>
          </w:p>
          <w:p w14:paraId="1BB44EB0" w14:textId="77777777" w:rsidR="00F044BB" w:rsidRDefault="00F044BB" w:rsidP="00AC3FE8">
            <w:pPr>
              <w:pStyle w:val="TAC"/>
            </w:pPr>
            <w:r>
              <w:rPr>
                <w:rFonts w:cs="Arial"/>
                <w:lang w:eastAsia="ko-KR"/>
              </w:rPr>
              <w:t>DC_1A-42C_n77A-n79A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6F3B6EE1" w14:textId="77777777" w:rsidR="00F044BB" w:rsidRDefault="00F044BB" w:rsidP="00AC3FE8">
            <w:pPr>
              <w:pStyle w:val="TAC"/>
              <w:rPr>
                <w:lang w:eastAsia="ko-KR"/>
              </w:rPr>
            </w:pPr>
            <w:r>
              <w:rPr>
                <w:lang w:eastAsia="ko-KR"/>
              </w:rPr>
              <w:t>DC_1A_n77A</w:t>
            </w:r>
          </w:p>
          <w:p w14:paraId="5619AFBD" w14:textId="77777777" w:rsidR="00F044BB" w:rsidRDefault="00F044BB" w:rsidP="00AC3FE8">
            <w:pPr>
              <w:pStyle w:val="TAC"/>
            </w:pPr>
            <w:r>
              <w:rPr>
                <w:lang w:eastAsia="ko-KR"/>
              </w:rPr>
              <w:t>DC_1A_n79A</w:t>
            </w:r>
          </w:p>
        </w:tc>
      </w:tr>
      <w:tr w:rsidR="00F044BB" w14:paraId="2E361B6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7D4D958" w14:textId="77777777" w:rsidR="00F044BB" w:rsidRDefault="00F044BB" w:rsidP="00AC3FE8">
            <w:pPr>
              <w:pStyle w:val="TAC"/>
              <w:rPr>
                <w:rFonts w:cs="Arial"/>
                <w:lang w:eastAsia="ko-KR"/>
              </w:rPr>
            </w:pPr>
            <w:r>
              <w:rPr>
                <w:rFonts w:cs="Arial"/>
                <w:lang w:eastAsia="ko-KR"/>
              </w:rPr>
              <w:t>DC_1A-42A_n78A-n79A</w:t>
            </w:r>
            <w:r>
              <w:rPr>
                <w:vertAlign w:val="superscript"/>
                <w:lang w:eastAsia="ja-JP"/>
              </w:rPr>
              <w:t>6,7</w:t>
            </w:r>
          </w:p>
          <w:p w14:paraId="7BA2D810" w14:textId="77777777" w:rsidR="00F044BB" w:rsidRDefault="00F044BB" w:rsidP="00AC3FE8">
            <w:pPr>
              <w:pStyle w:val="TAC"/>
            </w:pPr>
            <w:r>
              <w:rPr>
                <w:rFonts w:cs="Arial"/>
                <w:lang w:eastAsia="ko-KR"/>
              </w:rPr>
              <w:t>DC_1A-42C_n78A-n79A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3147C883" w14:textId="77777777" w:rsidR="00F044BB" w:rsidRDefault="00F044BB" w:rsidP="00AC3FE8">
            <w:pPr>
              <w:pStyle w:val="TAC"/>
              <w:rPr>
                <w:lang w:eastAsia="ko-KR"/>
              </w:rPr>
            </w:pPr>
            <w:r>
              <w:rPr>
                <w:lang w:eastAsia="ko-KR"/>
              </w:rPr>
              <w:t>DC_1A_n78A</w:t>
            </w:r>
          </w:p>
          <w:p w14:paraId="29E4163E" w14:textId="77777777" w:rsidR="00F044BB" w:rsidRDefault="00F044BB" w:rsidP="00AC3FE8">
            <w:pPr>
              <w:pStyle w:val="TAC"/>
            </w:pPr>
            <w:r>
              <w:rPr>
                <w:lang w:eastAsia="ko-KR"/>
              </w:rPr>
              <w:t>DC_1A_n79A</w:t>
            </w:r>
          </w:p>
        </w:tc>
      </w:tr>
      <w:tr w:rsidR="00F044BB" w14:paraId="11C8A2A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CC5C77B" w14:textId="77777777" w:rsidR="00F044BB" w:rsidRDefault="00F044BB" w:rsidP="00AC3FE8">
            <w:pPr>
              <w:pStyle w:val="TAC"/>
              <w:rPr>
                <w:lang w:eastAsia="ko-KR"/>
              </w:rPr>
            </w:pPr>
            <w:r>
              <w:rPr>
                <w:lang w:eastAsia="ja-JP"/>
              </w:rPr>
              <w:lastRenderedPageBreak/>
              <w:t>DC_2A-5A-(n)12AA</w:t>
            </w:r>
          </w:p>
        </w:tc>
        <w:tc>
          <w:tcPr>
            <w:tcW w:w="3514" w:type="dxa"/>
            <w:tcBorders>
              <w:top w:val="single" w:sz="4" w:space="0" w:color="auto"/>
              <w:left w:val="single" w:sz="4" w:space="0" w:color="auto"/>
              <w:bottom w:val="single" w:sz="4" w:space="0" w:color="auto"/>
              <w:right w:val="single" w:sz="4" w:space="0" w:color="auto"/>
            </w:tcBorders>
            <w:hideMark/>
          </w:tcPr>
          <w:p w14:paraId="7A82B90F" w14:textId="77777777" w:rsidR="00F044BB" w:rsidRDefault="00F044BB" w:rsidP="00AC3FE8">
            <w:pPr>
              <w:pStyle w:val="TAC"/>
              <w:rPr>
                <w:lang w:eastAsia="ja-JP"/>
              </w:rPr>
            </w:pPr>
            <w:r>
              <w:rPr>
                <w:lang w:eastAsia="ja-JP"/>
              </w:rPr>
              <w:t>DC_5A_n12A</w:t>
            </w:r>
          </w:p>
          <w:p w14:paraId="04026C90" w14:textId="77777777" w:rsidR="00F044BB" w:rsidRDefault="00F044BB" w:rsidP="00AC3FE8">
            <w:pPr>
              <w:pStyle w:val="TAC"/>
              <w:rPr>
                <w:lang w:eastAsia="ja-JP"/>
              </w:rPr>
            </w:pPr>
            <w:r>
              <w:rPr>
                <w:lang w:eastAsia="ja-JP"/>
              </w:rPr>
              <w:t>DC_2A_n12A</w:t>
            </w:r>
          </w:p>
          <w:p w14:paraId="6C0B8A61" w14:textId="77777777" w:rsidR="00F044BB" w:rsidRDefault="00F044BB" w:rsidP="00AC3FE8">
            <w:pPr>
              <w:pStyle w:val="TAC"/>
              <w:rPr>
                <w:lang w:eastAsia="ko-KR"/>
              </w:rPr>
            </w:pPr>
            <w:r>
              <w:rPr>
                <w:lang w:eastAsia="ja-JP"/>
              </w:rPr>
              <w:t>DC_(n)12AA</w:t>
            </w:r>
            <w:r>
              <w:rPr>
                <w:vertAlign w:val="superscript"/>
                <w:lang w:eastAsia="ja-JP"/>
              </w:rPr>
              <w:t>4</w:t>
            </w:r>
          </w:p>
        </w:tc>
      </w:tr>
      <w:tr w:rsidR="00F044BB" w14:paraId="605CC34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9158F01" w14:textId="77777777" w:rsidR="00F044BB" w:rsidRDefault="00F044BB" w:rsidP="00AC3FE8">
            <w:pPr>
              <w:pStyle w:val="TAC"/>
              <w:rPr>
                <w:lang w:eastAsia="ko-KR"/>
              </w:rPr>
            </w:pPr>
            <w:r>
              <w:rPr>
                <w:lang w:eastAsia="ja-JP"/>
              </w:rPr>
              <w:t>DC_2A-12A-(n)5AA</w:t>
            </w:r>
          </w:p>
        </w:tc>
        <w:tc>
          <w:tcPr>
            <w:tcW w:w="3514" w:type="dxa"/>
            <w:tcBorders>
              <w:top w:val="single" w:sz="4" w:space="0" w:color="auto"/>
              <w:left w:val="single" w:sz="4" w:space="0" w:color="auto"/>
              <w:bottom w:val="single" w:sz="4" w:space="0" w:color="auto"/>
              <w:right w:val="single" w:sz="4" w:space="0" w:color="auto"/>
            </w:tcBorders>
            <w:hideMark/>
          </w:tcPr>
          <w:p w14:paraId="2B1BF022" w14:textId="77777777" w:rsidR="00F044BB" w:rsidRDefault="00F044BB" w:rsidP="00AC3FE8">
            <w:pPr>
              <w:pStyle w:val="TAC"/>
              <w:rPr>
                <w:lang w:eastAsia="ja-JP"/>
              </w:rPr>
            </w:pPr>
            <w:r>
              <w:rPr>
                <w:lang w:eastAsia="ja-JP"/>
              </w:rPr>
              <w:t>DC_2A_n5A</w:t>
            </w:r>
          </w:p>
          <w:p w14:paraId="69D808DD" w14:textId="77777777" w:rsidR="00F044BB" w:rsidRDefault="00F044BB" w:rsidP="00AC3FE8">
            <w:pPr>
              <w:pStyle w:val="TAC"/>
              <w:rPr>
                <w:lang w:eastAsia="ja-JP"/>
              </w:rPr>
            </w:pPr>
            <w:r>
              <w:rPr>
                <w:lang w:eastAsia="ja-JP"/>
              </w:rPr>
              <w:t>DC_12A_n5A</w:t>
            </w:r>
          </w:p>
          <w:p w14:paraId="1FD8EF30" w14:textId="77777777" w:rsidR="00F044BB" w:rsidRDefault="00F044BB" w:rsidP="00AC3FE8">
            <w:pPr>
              <w:pStyle w:val="TAC"/>
              <w:rPr>
                <w:lang w:eastAsia="ko-KR"/>
              </w:rPr>
            </w:pPr>
            <w:r>
              <w:rPr>
                <w:lang w:eastAsia="ja-JP"/>
              </w:rPr>
              <w:t>DC_(n)5AA</w:t>
            </w:r>
            <w:r>
              <w:rPr>
                <w:vertAlign w:val="superscript"/>
                <w:lang w:eastAsia="ja-JP"/>
              </w:rPr>
              <w:t>4</w:t>
            </w:r>
          </w:p>
        </w:tc>
      </w:tr>
      <w:tr w:rsidR="00F044BB" w14:paraId="1205CA6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1BD4A05" w14:textId="77777777" w:rsidR="00F044BB" w:rsidRDefault="00F044BB" w:rsidP="00AC3FE8">
            <w:pPr>
              <w:pStyle w:val="TAC"/>
              <w:rPr>
                <w:rFonts w:cs="Arial"/>
                <w:szCs w:val="18"/>
                <w:lang w:eastAsia="zh-CN"/>
              </w:rPr>
            </w:pPr>
            <w:r>
              <w:rPr>
                <w:rFonts w:cs="Arial"/>
                <w:lang w:eastAsia="ja-JP"/>
              </w:rPr>
              <w:t>DC_2A-5A-48A_n12A</w:t>
            </w:r>
          </w:p>
        </w:tc>
        <w:tc>
          <w:tcPr>
            <w:tcW w:w="3514" w:type="dxa"/>
            <w:tcBorders>
              <w:top w:val="single" w:sz="4" w:space="0" w:color="auto"/>
              <w:left w:val="single" w:sz="4" w:space="0" w:color="auto"/>
              <w:bottom w:val="single" w:sz="4" w:space="0" w:color="auto"/>
              <w:right w:val="single" w:sz="4" w:space="0" w:color="auto"/>
            </w:tcBorders>
            <w:hideMark/>
          </w:tcPr>
          <w:p w14:paraId="35CD94FB" w14:textId="77777777" w:rsidR="00F044BB" w:rsidRDefault="00F044BB" w:rsidP="00AC3FE8">
            <w:pPr>
              <w:pStyle w:val="TAC"/>
              <w:rPr>
                <w:rFonts w:cs="Arial"/>
                <w:lang w:eastAsia="ja-JP"/>
              </w:rPr>
            </w:pPr>
            <w:r>
              <w:rPr>
                <w:rFonts w:cs="Arial"/>
                <w:lang w:eastAsia="ja-JP"/>
              </w:rPr>
              <w:t>DC_2A_n12A</w:t>
            </w:r>
          </w:p>
          <w:p w14:paraId="2AD941FE" w14:textId="77777777" w:rsidR="00F044BB" w:rsidRDefault="00F044BB" w:rsidP="00AC3FE8">
            <w:pPr>
              <w:pStyle w:val="TAC"/>
              <w:rPr>
                <w:rFonts w:cs="Arial"/>
                <w:lang w:eastAsia="ja-JP"/>
              </w:rPr>
            </w:pPr>
            <w:r>
              <w:rPr>
                <w:rFonts w:cs="Arial"/>
                <w:lang w:eastAsia="ja-JP"/>
              </w:rPr>
              <w:t>DC_5A_n12A</w:t>
            </w:r>
          </w:p>
          <w:p w14:paraId="6BC57AD2" w14:textId="77777777" w:rsidR="00F044BB" w:rsidRDefault="00F044BB" w:rsidP="00AC3FE8">
            <w:pPr>
              <w:pStyle w:val="TAC"/>
              <w:rPr>
                <w:rFonts w:cs="Arial"/>
                <w:szCs w:val="18"/>
                <w:lang w:eastAsia="zh-CN"/>
              </w:rPr>
            </w:pPr>
            <w:r>
              <w:rPr>
                <w:rFonts w:cs="Arial"/>
                <w:lang w:eastAsia="ja-JP"/>
              </w:rPr>
              <w:t>DC_48A_n12A</w:t>
            </w:r>
          </w:p>
        </w:tc>
      </w:tr>
      <w:tr w:rsidR="00F044BB" w14:paraId="355ED7C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33335BA" w14:textId="77777777" w:rsidR="00F044BB" w:rsidRDefault="00F044BB" w:rsidP="00AC3FE8">
            <w:pPr>
              <w:pStyle w:val="TAC"/>
              <w:rPr>
                <w:rFonts w:cs="Arial"/>
                <w:szCs w:val="18"/>
                <w:lang w:eastAsia="zh-CN"/>
              </w:rPr>
            </w:pPr>
            <w:r>
              <w:rPr>
                <w:lang w:eastAsia="fi-FI"/>
              </w:rPr>
              <w:t>DC_2A-5A-48A_n71A</w:t>
            </w:r>
          </w:p>
        </w:tc>
        <w:tc>
          <w:tcPr>
            <w:tcW w:w="3514" w:type="dxa"/>
            <w:tcBorders>
              <w:top w:val="single" w:sz="4" w:space="0" w:color="auto"/>
              <w:left w:val="single" w:sz="4" w:space="0" w:color="auto"/>
              <w:bottom w:val="single" w:sz="4" w:space="0" w:color="auto"/>
              <w:right w:val="single" w:sz="4" w:space="0" w:color="auto"/>
            </w:tcBorders>
            <w:hideMark/>
          </w:tcPr>
          <w:p w14:paraId="5EA0E5A7" w14:textId="77777777" w:rsidR="00F044BB" w:rsidRDefault="00F044BB" w:rsidP="00AC3FE8">
            <w:pPr>
              <w:pStyle w:val="TAC"/>
              <w:rPr>
                <w:lang w:eastAsia="zh-TW"/>
              </w:rPr>
            </w:pPr>
            <w:r>
              <w:rPr>
                <w:lang w:eastAsia="fi-FI"/>
              </w:rPr>
              <w:t>DC_2</w:t>
            </w:r>
            <w:r>
              <w:rPr>
                <w:rFonts w:eastAsia="MS Mincho" w:cs="Arial"/>
                <w:lang w:eastAsia="ja-JP"/>
              </w:rPr>
              <w:t>A_n71A</w:t>
            </w:r>
          </w:p>
          <w:p w14:paraId="5D9723A4" w14:textId="77777777" w:rsidR="00F044BB" w:rsidRDefault="00F044BB" w:rsidP="00AC3FE8">
            <w:pPr>
              <w:pStyle w:val="TAC"/>
              <w:rPr>
                <w:rFonts w:eastAsia="MS Mincho" w:cs="Arial"/>
                <w:lang w:eastAsia="ja-JP"/>
              </w:rPr>
            </w:pPr>
            <w:r>
              <w:rPr>
                <w:lang w:eastAsia="fi-FI"/>
              </w:rPr>
              <w:t>DC_</w:t>
            </w:r>
            <w:r>
              <w:rPr>
                <w:rFonts w:eastAsia="MS Mincho" w:cs="Arial"/>
                <w:lang w:eastAsia="ja-JP"/>
              </w:rPr>
              <w:t>5A_n71A</w:t>
            </w:r>
          </w:p>
          <w:p w14:paraId="0A3F319C" w14:textId="77777777" w:rsidR="00F044BB" w:rsidRDefault="00F044BB" w:rsidP="00AC3FE8">
            <w:pPr>
              <w:pStyle w:val="TAC"/>
              <w:rPr>
                <w:rFonts w:cs="Arial"/>
                <w:szCs w:val="18"/>
                <w:lang w:eastAsia="zh-CN"/>
              </w:rPr>
            </w:pPr>
            <w:r>
              <w:rPr>
                <w:lang w:eastAsia="fi-FI"/>
              </w:rPr>
              <w:t>DC_</w:t>
            </w:r>
            <w:r>
              <w:rPr>
                <w:rFonts w:eastAsia="MS Mincho" w:cs="Arial"/>
                <w:lang w:eastAsia="ja-JP"/>
              </w:rPr>
              <w:t>48A_n71A</w:t>
            </w:r>
          </w:p>
        </w:tc>
      </w:tr>
      <w:tr w:rsidR="00F044BB" w14:paraId="20A211A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288F0A5" w14:textId="77777777" w:rsidR="00F044BB" w:rsidRDefault="00F044BB" w:rsidP="00AC3FE8">
            <w:pPr>
              <w:pStyle w:val="TAC"/>
              <w:rPr>
                <w:lang w:eastAsia="fi-FI"/>
              </w:rPr>
            </w:pPr>
            <w:r>
              <w:rPr>
                <w:lang w:eastAsia="fi-FI"/>
              </w:rPr>
              <w:t>DC_2A-5A-66A_n2A</w:t>
            </w:r>
          </w:p>
          <w:p w14:paraId="2A84AD61" w14:textId="77777777" w:rsidR="00F044BB" w:rsidRDefault="00F044BB" w:rsidP="00AC3FE8">
            <w:pPr>
              <w:pStyle w:val="TAC"/>
              <w:rPr>
                <w:lang w:eastAsia="fi-FI"/>
              </w:rPr>
            </w:pPr>
            <w:r>
              <w:rPr>
                <w:lang w:eastAsia="fi-FI"/>
              </w:rPr>
              <w:t>DC_2A-5B-66A_n2A</w:t>
            </w:r>
          </w:p>
        </w:tc>
        <w:tc>
          <w:tcPr>
            <w:tcW w:w="3514" w:type="dxa"/>
            <w:tcBorders>
              <w:top w:val="single" w:sz="4" w:space="0" w:color="auto"/>
              <w:left w:val="single" w:sz="4" w:space="0" w:color="auto"/>
              <w:bottom w:val="single" w:sz="4" w:space="0" w:color="auto"/>
              <w:right w:val="single" w:sz="4" w:space="0" w:color="auto"/>
            </w:tcBorders>
            <w:hideMark/>
          </w:tcPr>
          <w:p w14:paraId="3EFC27FF" w14:textId="77777777" w:rsidR="00F044BB" w:rsidRDefault="00F044BB" w:rsidP="00AC3FE8">
            <w:pPr>
              <w:pStyle w:val="TAC"/>
              <w:rPr>
                <w:vertAlign w:val="superscript"/>
                <w:lang w:eastAsia="fi-FI"/>
              </w:rPr>
            </w:pPr>
            <w:r>
              <w:rPr>
                <w:lang w:eastAsia="fi-FI"/>
              </w:rPr>
              <w:t>DC_2A_n2A</w:t>
            </w:r>
            <w:r>
              <w:rPr>
                <w:vertAlign w:val="superscript"/>
                <w:lang w:eastAsia="fi-FI"/>
              </w:rPr>
              <w:t>4</w:t>
            </w:r>
          </w:p>
          <w:p w14:paraId="6A973F98" w14:textId="77777777" w:rsidR="00F044BB" w:rsidRDefault="00F044BB" w:rsidP="00AC3FE8">
            <w:pPr>
              <w:pStyle w:val="TAC"/>
              <w:rPr>
                <w:lang w:eastAsia="fi-FI"/>
              </w:rPr>
            </w:pPr>
            <w:r>
              <w:rPr>
                <w:lang w:eastAsia="fi-FI"/>
              </w:rPr>
              <w:t>DC_5A_n2A</w:t>
            </w:r>
          </w:p>
          <w:p w14:paraId="476FA1E1" w14:textId="77777777" w:rsidR="00F044BB" w:rsidRDefault="00F044BB" w:rsidP="00AC3FE8">
            <w:pPr>
              <w:pStyle w:val="TAC"/>
              <w:rPr>
                <w:lang w:eastAsia="fi-FI"/>
              </w:rPr>
            </w:pPr>
            <w:r>
              <w:rPr>
                <w:lang w:eastAsia="fi-FI"/>
              </w:rPr>
              <w:t>DC_66A_n2A</w:t>
            </w:r>
          </w:p>
        </w:tc>
      </w:tr>
      <w:tr w:rsidR="00F044BB" w14:paraId="14979D3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48BF024" w14:textId="77777777" w:rsidR="00F044BB" w:rsidRDefault="00F044BB" w:rsidP="00AC3FE8">
            <w:pPr>
              <w:pStyle w:val="TAC"/>
              <w:rPr>
                <w:lang w:eastAsia="fi-FI"/>
              </w:rPr>
            </w:pPr>
            <w:r>
              <w:rPr>
                <w:lang w:eastAsia="fi-FI"/>
              </w:rPr>
              <w:t>DC_2A-5A-5A-66A_n2A</w:t>
            </w:r>
          </w:p>
          <w:p w14:paraId="07883899" w14:textId="77777777" w:rsidR="00F044BB" w:rsidRDefault="00F044BB" w:rsidP="00AC3FE8">
            <w:pPr>
              <w:pStyle w:val="TAC"/>
              <w:rPr>
                <w:lang w:eastAsia="fi-FI"/>
              </w:rPr>
            </w:pPr>
            <w:r>
              <w:rPr>
                <w:lang w:eastAsia="fi-FI"/>
              </w:rPr>
              <w:t>DC_2A-5A-66A-66A_n2A</w:t>
            </w:r>
          </w:p>
          <w:p w14:paraId="0FEFFCCF" w14:textId="77777777" w:rsidR="00F044BB" w:rsidRDefault="00F044BB" w:rsidP="00AC3FE8">
            <w:pPr>
              <w:pStyle w:val="TAC"/>
              <w:rPr>
                <w:lang w:eastAsia="fi-FI"/>
              </w:rPr>
            </w:pPr>
            <w:r>
              <w:rPr>
                <w:lang w:eastAsia="fi-FI"/>
              </w:rPr>
              <w:t>DC_2A-5B-66A-66A_n2A</w:t>
            </w:r>
          </w:p>
          <w:p w14:paraId="04C23FA9" w14:textId="77777777" w:rsidR="00F044BB" w:rsidRDefault="00F044BB" w:rsidP="00AC3FE8">
            <w:pPr>
              <w:pStyle w:val="TAC"/>
              <w:rPr>
                <w:lang w:eastAsia="fi-FI"/>
              </w:rPr>
            </w:pPr>
            <w:r>
              <w:rPr>
                <w:lang w:eastAsia="fi-FI"/>
              </w:rPr>
              <w:t>DC_2A-5A-5A-66A-66A_n2A</w:t>
            </w:r>
          </w:p>
        </w:tc>
        <w:tc>
          <w:tcPr>
            <w:tcW w:w="3514" w:type="dxa"/>
            <w:tcBorders>
              <w:top w:val="single" w:sz="4" w:space="0" w:color="auto"/>
              <w:left w:val="single" w:sz="4" w:space="0" w:color="auto"/>
              <w:bottom w:val="single" w:sz="4" w:space="0" w:color="auto"/>
              <w:right w:val="single" w:sz="4" w:space="0" w:color="auto"/>
            </w:tcBorders>
            <w:hideMark/>
          </w:tcPr>
          <w:p w14:paraId="2B10DB30" w14:textId="77777777" w:rsidR="00F044BB" w:rsidRDefault="00F044BB" w:rsidP="00AC3FE8">
            <w:pPr>
              <w:pStyle w:val="TAC"/>
              <w:rPr>
                <w:vertAlign w:val="superscript"/>
                <w:lang w:eastAsia="fi-FI"/>
              </w:rPr>
            </w:pPr>
            <w:r>
              <w:rPr>
                <w:lang w:eastAsia="fi-FI"/>
              </w:rPr>
              <w:t>DC_2A_n2A</w:t>
            </w:r>
            <w:r>
              <w:rPr>
                <w:vertAlign w:val="superscript"/>
                <w:lang w:eastAsia="fi-FI"/>
              </w:rPr>
              <w:t>4</w:t>
            </w:r>
          </w:p>
          <w:p w14:paraId="40B57B08" w14:textId="77777777" w:rsidR="00F044BB" w:rsidRDefault="00F044BB" w:rsidP="00AC3FE8">
            <w:pPr>
              <w:pStyle w:val="TAC"/>
              <w:rPr>
                <w:lang w:eastAsia="fi-FI"/>
              </w:rPr>
            </w:pPr>
            <w:r>
              <w:rPr>
                <w:lang w:eastAsia="fi-FI"/>
              </w:rPr>
              <w:t>DC_5A_n2A</w:t>
            </w:r>
          </w:p>
          <w:p w14:paraId="0D3DBD66" w14:textId="77777777" w:rsidR="00F044BB" w:rsidRDefault="00F044BB" w:rsidP="00AC3FE8">
            <w:pPr>
              <w:pStyle w:val="TAC"/>
              <w:rPr>
                <w:lang w:eastAsia="fi-FI"/>
              </w:rPr>
            </w:pPr>
            <w:r>
              <w:rPr>
                <w:lang w:eastAsia="fi-FI"/>
              </w:rPr>
              <w:t>DC_66A_n2A</w:t>
            </w:r>
          </w:p>
        </w:tc>
      </w:tr>
      <w:tr w:rsidR="00F044BB" w14:paraId="48FEC8C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7771270" w14:textId="77777777" w:rsidR="00F044BB" w:rsidRDefault="00F044BB" w:rsidP="00AC3FE8">
            <w:pPr>
              <w:pStyle w:val="TAC"/>
              <w:rPr>
                <w:lang w:eastAsia="fi-FI"/>
              </w:rPr>
            </w:pPr>
            <w:r>
              <w:rPr>
                <w:lang w:eastAsia="fi-FI"/>
              </w:rPr>
              <w:t>DC_2A-5A-66A_n5A</w:t>
            </w:r>
          </w:p>
        </w:tc>
        <w:tc>
          <w:tcPr>
            <w:tcW w:w="3514" w:type="dxa"/>
            <w:tcBorders>
              <w:top w:val="single" w:sz="4" w:space="0" w:color="auto"/>
              <w:left w:val="single" w:sz="4" w:space="0" w:color="auto"/>
              <w:bottom w:val="single" w:sz="4" w:space="0" w:color="auto"/>
              <w:right w:val="single" w:sz="4" w:space="0" w:color="auto"/>
            </w:tcBorders>
            <w:hideMark/>
          </w:tcPr>
          <w:p w14:paraId="4E0B02CA" w14:textId="77777777" w:rsidR="00F044BB" w:rsidRDefault="00F044BB" w:rsidP="00AC3FE8">
            <w:pPr>
              <w:pStyle w:val="TAC"/>
              <w:rPr>
                <w:lang w:eastAsia="fi-FI"/>
              </w:rPr>
            </w:pPr>
            <w:r>
              <w:rPr>
                <w:lang w:eastAsia="fi-FI"/>
              </w:rPr>
              <w:t>DC_2A_n5A</w:t>
            </w:r>
          </w:p>
          <w:p w14:paraId="1776F0C1" w14:textId="77777777" w:rsidR="00F044BB" w:rsidRDefault="00F044BB" w:rsidP="00AC3FE8">
            <w:pPr>
              <w:pStyle w:val="TAC"/>
              <w:rPr>
                <w:lang w:eastAsia="fi-FI"/>
              </w:rPr>
            </w:pPr>
            <w:r>
              <w:rPr>
                <w:lang w:eastAsia="fi-FI"/>
              </w:rPr>
              <w:t>DC_66A_n5A</w:t>
            </w:r>
          </w:p>
        </w:tc>
      </w:tr>
      <w:tr w:rsidR="00F044BB" w14:paraId="490B505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169114B" w14:textId="77777777" w:rsidR="00F044BB" w:rsidRDefault="00F044BB" w:rsidP="00AC3FE8">
            <w:pPr>
              <w:pStyle w:val="TAC"/>
              <w:rPr>
                <w:lang w:eastAsia="fi-FI"/>
              </w:rPr>
            </w:pPr>
            <w:r>
              <w:rPr>
                <w:lang w:eastAsia="fi-FI"/>
              </w:rPr>
              <w:t>DC_2A-2A-5A-66A_n5A</w:t>
            </w:r>
          </w:p>
          <w:p w14:paraId="66C96161" w14:textId="77777777" w:rsidR="00F044BB" w:rsidRDefault="00F044BB" w:rsidP="00AC3FE8">
            <w:pPr>
              <w:pStyle w:val="TAC"/>
              <w:rPr>
                <w:lang w:eastAsia="fi-FI"/>
              </w:rPr>
            </w:pPr>
            <w:r>
              <w:rPr>
                <w:lang w:eastAsia="fi-FI"/>
              </w:rPr>
              <w:t>DC_2A-2A-5A-66A-66A_n5A</w:t>
            </w:r>
          </w:p>
          <w:p w14:paraId="56A9BF3F" w14:textId="77777777" w:rsidR="00F044BB" w:rsidRDefault="00F044BB" w:rsidP="00AC3FE8">
            <w:pPr>
              <w:pStyle w:val="TAC"/>
              <w:rPr>
                <w:lang w:eastAsia="fi-FI"/>
              </w:rPr>
            </w:pPr>
            <w:r>
              <w:rPr>
                <w:lang w:eastAsia="fi-FI"/>
              </w:rPr>
              <w:t>DC_2A-5A-66A-66A_n5A</w:t>
            </w:r>
          </w:p>
        </w:tc>
        <w:tc>
          <w:tcPr>
            <w:tcW w:w="3514" w:type="dxa"/>
            <w:tcBorders>
              <w:top w:val="single" w:sz="4" w:space="0" w:color="auto"/>
              <w:left w:val="single" w:sz="4" w:space="0" w:color="auto"/>
              <w:bottom w:val="single" w:sz="4" w:space="0" w:color="auto"/>
              <w:right w:val="single" w:sz="4" w:space="0" w:color="auto"/>
            </w:tcBorders>
            <w:hideMark/>
          </w:tcPr>
          <w:p w14:paraId="491ABB23" w14:textId="77777777" w:rsidR="00F044BB" w:rsidRDefault="00F044BB" w:rsidP="00AC3FE8">
            <w:pPr>
              <w:pStyle w:val="TAC"/>
              <w:rPr>
                <w:lang w:eastAsia="fi-FI"/>
              </w:rPr>
            </w:pPr>
            <w:r>
              <w:rPr>
                <w:lang w:eastAsia="fi-FI"/>
              </w:rPr>
              <w:t>DC_2A_n5A</w:t>
            </w:r>
          </w:p>
          <w:p w14:paraId="218A1318" w14:textId="77777777" w:rsidR="00F044BB" w:rsidRDefault="00F044BB" w:rsidP="00AC3FE8">
            <w:pPr>
              <w:pStyle w:val="TAC"/>
              <w:rPr>
                <w:lang w:eastAsia="fi-FI"/>
              </w:rPr>
            </w:pPr>
            <w:r>
              <w:rPr>
                <w:lang w:eastAsia="fi-FI"/>
              </w:rPr>
              <w:t>DC_66A_n5A</w:t>
            </w:r>
          </w:p>
        </w:tc>
      </w:tr>
      <w:tr w:rsidR="00F044BB" w14:paraId="37B2BCE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2160487" w14:textId="77777777" w:rsidR="00F044BB" w:rsidRDefault="00F044BB" w:rsidP="00AC3FE8">
            <w:pPr>
              <w:pStyle w:val="TAC"/>
              <w:rPr>
                <w:rFonts w:cs="Arial"/>
                <w:szCs w:val="18"/>
                <w:lang w:eastAsia="zh-CN"/>
              </w:rPr>
            </w:pPr>
            <w:r>
              <w:rPr>
                <w:rFonts w:cs="Arial"/>
                <w:lang w:eastAsia="ja-JP"/>
              </w:rPr>
              <w:t>DC_2A-5A-66A_n12A</w:t>
            </w:r>
          </w:p>
        </w:tc>
        <w:tc>
          <w:tcPr>
            <w:tcW w:w="3514" w:type="dxa"/>
            <w:tcBorders>
              <w:top w:val="single" w:sz="4" w:space="0" w:color="auto"/>
              <w:left w:val="single" w:sz="4" w:space="0" w:color="auto"/>
              <w:bottom w:val="single" w:sz="4" w:space="0" w:color="auto"/>
              <w:right w:val="single" w:sz="4" w:space="0" w:color="auto"/>
            </w:tcBorders>
            <w:hideMark/>
          </w:tcPr>
          <w:p w14:paraId="31B8909A" w14:textId="77777777" w:rsidR="00F044BB" w:rsidRDefault="00F044BB" w:rsidP="00AC3FE8">
            <w:pPr>
              <w:pStyle w:val="TAC"/>
              <w:rPr>
                <w:rFonts w:cs="Arial"/>
                <w:lang w:eastAsia="ja-JP"/>
              </w:rPr>
            </w:pPr>
            <w:r>
              <w:rPr>
                <w:rFonts w:cs="Arial"/>
                <w:lang w:eastAsia="ja-JP"/>
              </w:rPr>
              <w:t>DC_2A_n12A</w:t>
            </w:r>
          </w:p>
          <w:p w14:paraId="10902A75" w14:textId="77777777" w:rsidR="00F044BB" w:rsidRDefault="00F044BB" w:rsidP="00AC3FE8">
            <w:pPr>
              <w:pStyle w:val="TAC"/>
              <w:rPr>
                <w:rFonts w:cs="Arial"/>
                <w:lang w:eastAsia="ja-JP"/>
              </w:rPr>
            </w:pPr>
            <w:r>
              <w:rPr>
                <w:rFonts w:cs="Arial"/>
                <w:lang w:eastAsia="ja-JP"/>
              </w:rPr>
              <w:t>DC_5A_n12A</w:t>
            </w:r>
          </w:p>
          <w:p w14:paraId="05B97B10" w14:textId="77777777" w:rsidR="00F044BB" w:rsidRDefault="00F044BB" w:rsidP="00AC3FE8">
            <w:pPr>
              <w:pStyle w:val="TAC"/>
              <w:rPr>
                <w:rFonts w:cs="Arial"/>
                <w:szCs w:val="18"/>
                <w:lang w:eastAsia="zh-CN"/>
              </w:rPr>
            </w:pPr>
            <w:r>
              <w:rPr>
                <w:rFonts w:cs="Arial"/>
                <w:lang w:eastAsia="ja-JP"/>
              </w:rPr>
              <w:t>DC_66A_n12A</w:t>
            </w:r>
          </w:p>
        </w:tc>
      </w:tr>
      <w:tr w:rsidR="00F044BB" w14:paraId="369FB90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F05A436" w14:textId="77777777" w:rsidR="00F044BB" w:rsidRDefault="00F044BB" w:rsidP="00AC3FE8">
            <w:pPr>
              <w:pStyle w:val="TAC"/>
              <w:rPr>
                <w:rFonts w:cs="Arial"/>
                <w:lang w:eastAsia="ja-JP"/>
              </w:rPr>
            </w:pPr>
            <w:r>
              <w:rPr>
                <w:rFonts w:cs="Arial"/>
                <w:lang w:eastAsia="ja-JP"/>
              </w:rPr>
              <w:t>DC_2A-5A-66A_n66A</w:t>
            </w:r>
          </w:p>
          <w:p w14:paraId="76799197" w14:textId="77777777" w:rsidR="00F044BB" w:rsidRDefault="00F044BB" w:rsidP="00AC3FE8">
            <w:pPr>
              <w:pStyle w:val="TAC"/>
              <w:rPr>
                <w:rFonts w:cs="Arial"/>
                <w:szCs w:val="18"/>
                <w:lang w:eastAsia="zh-CN"/>
              </w:rPr>
            </w:pPr>
            <w:r>
              <w:rPr>
                <w:rFonts w:cs="Arial"/>
                <w:lang w:eastAsia="ja-JP"/>
              </w:rPr>
              <w:t>DC_2A-5B-66A_n66A</w:t>
            </w:r>
          </w:p>
        </w:tc>
        <w:tc>
          <w:tcPr>
            <w:tcW w:w="3514" w:type="dxa"/>
            <w:tcBorders>
              <w:top w:val="single" w:sz="4" w:space="0" w:color="auto"/>
              <w:left w:val="single" w:sz="4" w:space="0" w:color="auto"/>
              <w:bottom w:val="single" w:sz="4" w:space="0" w:color="auto"/>
              <w:right w:val="single" w:sz="4" w:space="0" w:color="auto"/>
            </w:tcBorders>
            <w:hideMark/>
          </w:tcPr>
          <w:p w14:paraId="30D3563A" w14:textId="77777777" w:rsidR="00F044BB" w:rsidRDefault="00F044BB" w:rsidP="00AC3FE8">
            <w:pPr>
              <w:pStyle w:val="TAC"/>
              <w:rPr>
                <w:rFonts w:cs="Arial"/>
                <w:szCs w:val="18"/>
                <w:lang w:eastAsia="zh-CN"/>
              </w:rPr>
            </w:pPr>
            <w:r>
              <w:rPr>
                <w:lang w:eastAsia="fi-FI"/>
              </w:rPr>
              <w:t>DC_5A_n66A</w:t>
            </w:r>
          </w:p>
        </w:tc>
      </w:tr>
      <w:tr w:rsidR="00F044BB" w14:paraId="40961B9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889FFBC" w14:textId="77777777" w:rsidR="00F044BB" w:rsidRDefault="00F044BB" w:rsidP="00AC3FE8">
            <w:pPr>
              <w:pStyle w:val="TAC"/>
              <w:rPr>
                <w:rFonts w:cs="Arial"/>
                <w:lang w:eastAsia="ja-JP"/>
              </w:rPr>
            </w:pPr>
            <w:r>
              <w:rPr>
                <w:rFonts w:cs="Arial"/>
                <w:lang w:eastAsia="ja-JP"/>
              </w:rPr>
              <w:t>DC_2A-5A-5A-66A_n66A</w:t>
            </w:r>
          </w:p>
          <w:p w14:paraId="51249FFE" w14:textId="77777777" w:rsidR="00F044BB" w:rsidRDefault="00F044BB" w:rsidP="00AC3FE8">
            <w:pPr>
              <w:pStyle w:val="TAC"/>
              <w:rPr>
                <w:rFonts w:cs="Arial"/>
                <w:lang w:eastAsia="ja-JP"/>
              </w:rPr>
            </w:pPr>
            <w:r>
              <w:rPr>
                <w:rFonts w:cs="Arial"/>
                <w:lang w:eastAsia="ja-JP"/>
              </w:rPr>
              <w:t>DC_2A-5A-66A-66A_n66A</w:t>
            </w:r>
          </w:p>
          <w:p w14:paraId="051AC52B" w14:textId="77777777" w:rsidR="00F044BB" w:rsidRDefault="00F044BB" w:rsidP="00AC3FE8">
            <w:pPr>
              <w:pStyle w:val="TAC"/>
              <w:rPr>
                <w:rFonts w:cs="Arial"/>
                <w:lang w:eastAsia="ja-JP"/>
              </w:rPr>
            </w:pPr>
            <w:r>
              <w:rPr>
                <w:rFonts w:cs="Arial"/>
                <w:lang w:eastAsia="ja-JP"/>
              </w:rPr>
              <w:t>DC_2A-5B-66A-66A_n66A</w:t>
            </w:r>
          </w:p>
          <w:p w14:paraId="6F0AB9B1" w14:textId="77777777" w:rsidR="00F044BB" w:rsidRDefault="00F044BB" w:rsidP="00AC3FE8">
            <w:pPr>
              <w:pStyle w:val="TAC"/>
              <w:rPr>
                <w:rFonts w:cs="Arial"/>
                <w:lang w:eastAsia="ja-JP"/>
              </w:rPr>
            </w:pPr>
            <w:r>
              <w:rPr>
                <w:rFonts w:cs="Arial"/>
                <w:lang w:eastAsia="ja-JP"/>
              </w:rPr>
              <w:t>DC_2A-2A-5A-66A-66A_n66A</w:t>
            </w:r>
          </w:p>
          <w:p w14:paraId="0982A88D" w14:textId="77777777" w:rsidR="00F044BB" w:rsidRDefault="00F044BB" w:rsidP="00AC3FE8">
            <w:pPr>
              <w:pStyle w:val="TAC"/>
              <w:rPr>
                <w:rFonts w:cs="Arial"/>
                <w:szCs w:val="18"/>
                <w:lang w:eastAsia="zh-CN"/>
              </w:rPr>
            </w:pPr>
            <w:r>
              <w:rPr>
                <w:rFonts w:cs="Arial"/>
                <w:lang w:eastAsia="ja-JP"/>
              </w:rPr>
              <w:t>DC_2A-5A-5A-66A-66A_n66A</w:t>
            </w:r>
          </w:p>
        </w:tc>
        <w:tc>
          <w:tcPr>
            <w:tcW w:w="3514" w:type="dxa"/>
            <w:tcBorders>
              <w:top w:val="single" w:sz="4" w:space="0" w:color="auto"/>
              <w:left w:val="single" w:sz="4" w:space="0" w:color="auto"/>
              <w:bottom w:val="single" w:sz="4" w:space="0" w:color="auto"/>
              <w:right w:val="single" w:sz="4" w:space="0" w:color="auto"/>
            </w:tcBorders>
            <w:hideMark/>
          </w:tcPr>
          <w:p w14:paraId="7488D667" w14:textId="77777777" w:rsidR="00F044BB" w:rsidRDefault="00F044BB" w:rsidP="00AC3FE8">
            <w:pPr>
              <w:pStyle w:val="TAC"/>
              <w:rPr>
                <w:rFonts w:cs="Arial"/>
                <w:szCs w:val="18"/>
                <w:lang w:eastAsia="zh-CN"/>
              </w:rPr>
            </w:pPr>
            <w:r>
              <w:rPr>
                <w:lang w:eastAsia="fi-FI"/>
              </w:rPr>
              <w:t>DC_5A_n66A</w:t>
            </w:r>
          </w:p>
        </w:tc>
      </w:tr>
      <w:tr w:rsidR="00F044BB" w14:paraId="37F3A77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9AC3DC0" w14:textId="77777777" w:rsidR="00F044BB" w:rsidRDefault="00F044BB" w:rsidP="00AC3FE8">
            <w:pPr>
              <w:pStyle w:val="TAC"/>
              <w:rPr>
                <w:rFonts w:cs="Arial"/>
                <w:szCs w:val="18"/>
                <w:lang w:eastAsia="zh-CN"/>
              </w:rPr>
            </w:pPr>
            <w:r>
              <w:rPr>
                <w:lang w:eastAsia="fi-FI"/>
              </w:rPr>
              <w:t>DC_2A-5A-66A_n71A</w:t>
            </w:r>
          </w:p>
        </w:tc>
        <w:tc>
          <w:tcPr>
            <w:tcW w:w="3514" w:type="dxa"/>
            <w:tcBorders>
              <w:top w:val="single" w:sz="4" w:space="0" w:color="auto"/>
              <w:left w:val="single" w:sz="4" w:space="0" w:color="auto"/>
              <w:bottom w:val="single" w:sz="4" w:space="0" w:color="auto"/>
              <w:right w:val="single" w:sz="4" w:space="0" w:color="auto"/>
            </w:tcBorders>
            <w:hideMark/>
          </w:tcPr>
          <w:p w14:paraId="3FC9D1CE" w14:textId="77777777" w:rsidR="00F044BB" w:rsidRDefault="00F044BB" w:rsidP="00AC3FE8">
            <w:pPr>
              <w:pStyle w:val="TAC"/>
              <w:rPr>
                <w:lang w:eastAsia="zh-TW"/>
              </w:rPr>
            </w:pPr>
            <w:r>
              <w:rPr>
                <w:lang w:eastAsia="fi-FI"/>
              </w:rPr>
              <w:t>DC_2</w:t>
            </w:r>
            <w:r>
              <w:rPr>
                <w:rFonts w:eastAsia="MS Mincho" w:cs="Arial"/>
                <w:lang w:eastAsia="ja-JP"/>
              </w:rPr>
              <w:t>A_n71A</w:t>
            </w:r>
          </w:p>
          <w:p w14:paraId="3C82AA9F" w14:textId="77777777" w:rsidR="00F044BB" w:rsidRDefault="00F044BB" w:rsidP="00AC3FE8">
            <w:pPr>
              <w:pStyle w:val="TAC"/>
              <w:rPr>
                <w:rFonts w:eastAsia="MS Mincho" w:cs="Arial"/>
                <w:lang w:eastAsia="ja-JP"/>
              </w:rPr>
            </w:pPr>
            <w:r>
              <w:rPr>
                <w:lang w:eastAsia="fi-FI"/>
              </w:rPr>
              <w:t>DC_</w:t>
            </w:r>
            <w:r>
              <w:rPr>
                <w:rFonts w:eastAsia="MS Mincho" w:cs="Arial"/>
                <w:lang w:eastAsia="ja-JP"/>
              </w:rPr>
              <w:t>5A_n71A</w:t>
            </w:r>
          </w:p>
          <w:p w14:paraId="7BD866FB" w14:textId="77777777" w:rsidR="00F044BB" w:rsidRDefault="00F044BB" w:rsidP="00AC3FE8">
            <w:pPr>
              <w:pStyle w:val="TAC"/>
              <w:rPr>
                <w:rFonts w:cs="Arial"/>
                <w:szCs w:val="18"/>
                <w:lang w:eastAsia="zh-CN"/>
              </w:rPr>
            </w:pPr>
            <w:r>
              <w:rPr>
                <w:lang w:eastAsia="fi-FI"/>
              </w:rPr>
              <w:t>DC_</w:t>
            </w:r>
            <w:r>
              <w:rPr>
                <w:rFonts w:eastAsia="MS Mincho" w:cs="Arial"/>
                <w:lang w:eastAsia="ja-JP"/>
              </w:rPr>
              <w:t>66A_n71A</w:t>
            </w:r>
          </w:p>
        </w:tc>
      </w:tr>
      <w:tr w:rsidR="00F044BB" w14:paraId="6B3669A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96D4D70" w14:textId="77777777" w:rsidR="00F044BB" w:rsidRDefault="00F044BB" w:rsidP="00AC3FE8">
            <w:pPr>
              <w:pStyle w:val="TAC"/>
              <w:rPr>
                <w:rFonts w:cs="Arial"/>
                <w:szCs w:val="18"/>
                <w:lang w:eastAsia="zh-CN"/>
              </w:rPr>
            </w:pPr>
            <w:r>
              <w:rPr>
                <w:rFonts w:cs="Arial"/>
                <w:szCs w:val="18"/>
                <w:lang w:eastAsia="zh-CN"/>
              </w:rPr>
              <w:t>DC_2A-7A-13A_n66A</w:t>
            </w:r>
          </w:p>
          <w:p w14:paraId="1140922A" w14:textId="77777777" w:rsidR="00F044BB" w:rsidRDefault="00F044BB" w:rsidP="00AC3FE8">
            <w:pPr>
              <w:pStyle w:val="TAC"/>
              <w:rPr>
                <w:rFonts w:cs="Arial"/>
                <w:szCs w:val="18"/>
                <w:lang w:eastAsia="zh-CN"/>
              </w:rPr>
            </w:pPr>
            <w:r>
              <w:rPr>
                <w:rFonts w:cs="Arial"/>
                <w:szCs w:val="18"/>
                <w:lang w:eastAsia="zh-CN"/>
              </w:rPr>
              <w:t>DC_2A-7A-7A-13A_n66A</w:t>
            </w:r>
          </w:p>
          <w:p w14:paraId="75340BE1" w14:textId="77777777" w:rsidR="00F044BB" w:rsidRDefault="00F044BB" w:rsidP="00AC3FE8">
            <w:pPr>
              <w:pStyle w:val="TAC"/>
            </w:pPr>
            <w:r>
              <w:rPr>
                <w:rFonts w:cs="Arial"/>
                <w:szCs w:val="18"/>
                <w:lang w:eastAsia="zh-CN"/>
              </w:rPr>
              <w:t>DC_2A-7C-13A_n66A</w:t>
            </w:r>
          </w:p>
        </w:tc>
        <w:tc>
          <w:tcPr>
            <w:tcW w:w="3514" w:type="dxa"/>
            <w:tcBorders>
              <w:top w:val="single" w:sz="4" w:space="0" w:color="auto"/>
              <w:left w:val="single" w:sz="4" w:space="0" w:color="auto"/>
              <w:bottom w:val="single" w:sz="4" w:space="0" w:color="auto"/>
              <w:right w:val="single" w:sz="4" w:space="0" w:color="auto"/>
            </w:tcBorders>
            <w:hideMark/>
          </w:tcPr>
          <w:p w14:paraId="68B8A089" w14:textId="77777777" w:rsidR="00F044BB" w:rsidRDefault="00F044BB" w:rsidP="00AC3FE8">
            <w:pPr>
              <w:pStyle w:val="TAC"/>
              <w:rPr>
                <w:rFonts w:cs="Arial"/>
                <w:szCs w:val="18"/>
                <w:lang w:eastAsia="zh-CN"/>
              </w:rPr>
            </w:pPr>
            <w:r>
              <w:rPr>
                <w:rFonts w:cs="Arial"/>
                <w:szCs w:val="18"/>
                <w:lang w:eastAsia="zh-CN"/>
              </w:rPr>
              <w:t>DC_2A_n66A</w:t>
            </w:r>
          </w:p>
          <w:p w14:paraId="0DF393E5" w14:textId="77777777" w:rsidR="00F044BB" w:rsidRDefault="00F044BB" w:rsidP="00AC3FE8">
            <w:pPr>
              <w:pStyle w:val="TAC"/>
              <w:rPr>
                <w:rFonts w:cs="Arial"/>
                <w:szCs w:val="18"/>
                <w:lang w:eastAsia="zh-CN"/>
              </w:rPr>
            </w:pPr>
            <w:r>
              <w:rPr>
                <w:rFonts w:cs="Arial"/>
                <w:szCs w:val="18"/>
                <w:lang w:eastAsia="zh-CN"/>
              </w:rPr>
              <w:t>DC_7A_n66A</w:t>
            </w:r>
          </w:p>
          <w:p w14:paraId="547D6FCA" w14:textId="77777777" w:rsidR="00F044BB" w:rsidRDefault="00F044BB" w:rsidP="00AC3FE8">
            <w:pPr>
              <w:pStyle w:val="TAC"/>
            </w:pPr>
            <w:r>
              <w:rPr>
                <w:rFonts w:cs="Arial"/>
                <w:szCs w:val="18"/>
                <w:lang w:eastAsia="zh-CN"/>
              </w:rPr>
              <w:t>DC_13A_n66A</w:t>
            </w:r>
          </w:p>
        </w:tc>
      </w:tr>
      <w:tr w:rsidR="00F044BB" w14:paraId="78DF842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1811520" w14:textId="77777777" w:rsidR="00F044BB" w:rsidRDefault="00F044BB" w:rsidP="00AC3FE8">
            <w:pPr>
              <w:pStyle w:val="TAC"/>
              <w:rPr>
                <w:rFonts w:eastAsia="Malgun Gothic" w:cs="Arial"/>
                <w:lang w:eastAsia="ko-KR"/>
              </w:rPr>
            </w:pPr>
            <w:r>
              <w:rPr>
                <w:rFonts w:eastAsia="Malgun Gothic" w:cs="Arial"/>
                <w:lang w:eastAsia="ko-KR"/>
              </w:rPr>
              <w:t>DC_2A-7A_n38A-n78A</w:t>
            </w:r>
          </w:p>
          <w:p w14:paraId="70142917" w14:textId="77777777" w:rsidR="00F044BB" w:rsidRDefault="00F044BB" w:rsidP="00AC3FE8">
            <w:pPr>
              <w:pStyle w:val="TAC"/>
              <w:rPr>
                <w:rFonts w:eastAsia="Malgun Gothic" w:cs="Arial"/>
                <w:lang w:eastAsia="ko-KR"/>
              </w:rPr>
            </w:pPr>
            <w:r>
              <w:rPr>
                <w:rFonts w:eastAsia="Malgun Gothic" w:cs="Arial"/>
                <w:lang w:eastAsia="ko-KR"/>
              </w:rPr>
              <w:t>DC_2A-7A-7A_n38A-n78A</w:t>
            </w:r>
          </w:p>
          <w:p w14:paraId="50794799" w14:textId="77777777" w:rsidR="00F044BB" w:rsidRDefault="00F044BB" w:rsidP="00AC3FE8">
            <w:pPr>
              <w:pStyle w:val="TAC"/>
              <w:rPr>
                <w:rFonts w:cs="Arial"/>
                <w:szCs w:val="18"/>
                <w:lang w:eastAsia="zh-CN"/>
              </w:rPr>
            </w:pPr>
            <w:r>
              <w:rPr>
                <w:rFonts w:eastAsia="Malgun Gothic" w:cs="Arial"/>
                <w:lang w:eastAsia="ko-KR"/>
              </w:rPr>
              <w:t>DC_2A-7C_n38A-n78A</w:t>
            </w:r>
          </w:p>
        </w:tc>
        <w:tc>
          <w:tcPr>
            <w:tcW w:w="3514" w:type="dxa"/>
            <w:tcBorders>
              <w:top w:val="single" w:sz="4" w:space="0" w:color="auto"/>
              <w:left w:val="single" w:sz="4" w:space="0" w:color="auto"/>
              <w:bottom w:val="single" w:sz="4" w:space="0" w:color="auto"/>
              <w:right w:val="single" w:sz="4" w:space="0" w:color="auto"/>
            </w:tcBorders>
            <w:hideMark/>
          </w:tcPr>
          <w:p w14:paraId="57BC9651" w14:textId="77777777" w:rsidR="00F044BB" w:rsidRDefault="00F044BB" w:rsidP="00AC3FE8">
            <w:pPr>
              <w:pStyle w:val="TAC"/>
              <w:rPr>
                <w:rFonts w:cs="Arial"/>
                <w:szCs w:val="18"/>
                <w:lang w:eastAsia="zh-CN"/>
              </w:rPr>
            </w:pPr>
            <w:r>
              <w:rPr>
                <w:rFonts w:eastAsia="Malgun Gothic"/>
                <w:lang w:eastAsia="ko-KR"/>
              </w:rPr>
              <w:t>DC_2A_n78A</w:t>
            </w:r>
          </w:p>
        </w:tc>
      </w:tr>
      <w:tr w:rsidR="00F044BB" w14:paraId="19D46D0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1DEC1FD" w14:textId="77777777" w:rsidR="00F044BB" w:rsidRDefault="00F044BB" w:rsidP="00AC3FE8">
            <w:pPr>
              <w:pStyle w:val="TAC"/>
            </w:pPr>
            <w:r>
              <w:rPr>
                <w:lang w:eastAsia="fi-FI"/>
              </w:rPr>
              <w:t>DC_</w:t>
            </w:r>
            <w:r>
              <w:t>2A-7A-66A_n38A</w:t>
            </w:r>
          </w:p>
          <w:p w14:paraId="49C4C254" w14:textId="77777777" w:rsidR="00F044BB" w:rsidRDefault="00F044BB" w:rsidP="00AC3FE8">
            <w:pPr>
              <w:pStyle w:val="TAC"/>
              <w:rPr>
                <w:rFonts w:cs="Arial"/>
                <w:szCs w:val="18"/>
                <w:lang w:eastAsia="zh-CN"/>
              </w:rPr>
            </w:pPr>
            <w:r>
              <w:rPr>
                <w:lang w:eastAsia="fi-FI"/>
              </w:rPr>
              <w:t>DC_</w:t>
            </w:r>
            <w:r>
              <w:t>2A-2A-7A-66A_n38A</w:t>
            </w:r>
          </w:p>
        </w:tc>
        <w:tc>
          <w:tcPr>
            <w:tcW w:w="3514" w:type="dxa"/>
            <w:tcBorders>
              <w:top w:val="single" w:sz="4" w:space="0" w:color="auto"/>
              <w:left w:val="single" w:sz="4" w:space="0" w:color="auto"/>
              <w:bottom w:val="single" w:sz="4" w:space="0" w:color="auto"/>
              <w:right w:val="single" w:sz="4" w:space="0" w:color="auto"/>
            </w:tcBorders>
            <w:hideMark/>
          </w:tcPr>
          <w:p w14:paraId="1C5FEBEE" w14:textId="77777777" w:rsidR="00F044BB" w:rsidRDefault="00F044BB" w:rsidP="00AC3FE8">
            <w:pPr>
              <w:pStyle w:val="TAC"/>
              <w:rPr>
                <w:lang w:eastAsia="zh-TW"/>
              </w:rPr>
            </w:pPr>
            <w:r>
              <w:rPr>
                <w:rFonts w:eastAsia="MS Mincho" w:cs="Arial"/>
                <w:lang w:eastAsia="ja-JP"/>
              </w:rPr>
              <w:t>2A</w:t>
            </w:r>
            <w:r>
              <w:rPr>
                <w:vertAlign w:val="superscript"/>
              </w:rPr>
              <w:t>5</w:t>
            </w:r>
          </w:p>
          <w:p w14:paraId="26EAD404" w14:textId="77777777" w:rsidR="00F044BB" w:rsidRDefault="00F044BB" w:rsidP="00AC3FE8">
            <w:pPr>
              <w:pStyle w:val="TAC"/>
              <w:rPr>
                <w:rFonts w:cs="Arial"/>
                <w:szCs w:val="18"/>
                <w:lang w:eastAsia="zh-CN"/>
              </w:rPr>
            </w:pPr>
            <w:r>
              <w:rPr>
                <w:rFonts w:eastAsia="MS Mincho" w:cs="Arial"/>
                <w:lang w:eastAsia="ja-JP"/>
              </w:rPr>
              <w:t>66A</w:t>
            </w:r>
            <w:r>
              <w:rPr>
                <w:vertAlign w:val="superscript"/>
              </w:rPr>
              <w:t>5</w:t>
            </w:r>
          </w:p>
        </w:tc>
      </w:tr>
      <w:tr w:rsidR="00F044BB" w14:paraId="0996E14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5677BA4" w14:textId="77777777" w:rsidR="00F044BB" w:rsidRDefault="00F044BB" w:rsidP="00AC3FE8">
            <w:pPr>
              <w:pStyle w:val="TAC"/>
              <w:rPr>
                <w:rFonts w:cs="Arial"/>
                <w:szCs w:val="18"/>
                <w:lang w:eastAsia="zh-CN"/>
              </w:rPr>
            </w:pPr>
            <w:r>
              <w:rPr>
                <w:rFonts w:cs="Arial"/>
                <w:szCs w:val="18"/>
                <w:lang w:eastAsia="zh-CN"/>
              </w:rPr>
              <w:t>DC_2A-7A-66A_n66A</w:t>
            </w:r>
          </w:p>
          <w:p w14:paraId="6DFEEABD" w14:textId="77777777" w:rsidR="00F044BB" w:rsidRDefault="00F044BB" w:rsidP="00AC3FE8">
            <w:pPr>
              <w:pStyle w:val="TAC"/>
              <w:rPr>
                <w:rFonts w:cs="Arial"/>
                <w:szCs w:val="18"/>
                <w:lang w:eastAsia="zh-CN"/>
              </w:rPr>
            </w:pPr>
            <w:r>
              <w:rPr>
                <w:rFonts w:cs="Arial"/>
                <w:szCs w:val="18"/>
                <w:lang w:eastAsia="zh-CN"/>
              </w:rPr>
              <w:t>DC_2A-7C-66A_n66A</w:t>
            </w:r>
          </w:p>
          <w:p w14:paraId="67803C49" w14:textId="77777777" w:rsidR="00F044BB" w:rsidRDefault="00F044BB" w:rsidP="00AC3FE8">
            <w:pPr>
              <w:pStyle w:val="TAC"/>
            </w:pPr>
            <w:r>
              <w:rPr>
                <w:rFonts w:cs="Arial"/>
                <w:szCs w:val="18"/>
                <w:lang w:eastAsia="zh-CN"/>
              </w:rPr>
              <w:t>DC_2A-7A-7A-66A_n66A</w:t>
            </w:r>
          </w:p>
        </w:tc>
        <w:tc>
          <w:tcPr>
            <w:tcW w:w="3514" w:type="dxa"/>
            <w:tcBorders>
              <w:top w:val="single" w:sz="4" w:space="0" w:color="auto"/>
              <w:left w:val="single" w:sz="4" w:space="0" w:color="auto"/>
              <w:bottom w:val="single" w:sz="4" w:space="0" w:color="auto"/>
              <w:right w:val="single" w:sz="4" w:space="0" w:color="auto"/>
            </w:tcBorders>
            <w:hideMark/>
          </w:tcPr>
          <w:p w14:paraId="3D959E74" w14:textId="77777777" w:rsidR="00F044BB" w:rsidRDefault="00F044BB" w:rsidP="00AC3FE8">
            <w:pPr>
              <w:pStyle w:val="TAC"/>
              <w:rPr>
                <w:rFonts w:cs="Arial"/>
                <w:szCs w:val="18"/>
                <w:lang w:eastAsia="zh-CN"/>
              </w:rPr>
            </w:pPr>
            <w:r>
              <w:rPr>
                <w:rFonts w:cs="Arial"/>
                <w:szCs w:val="18"/>
                <w:lang w:eastAsia="zh-CN"/>
              </w:rPr>
              <w:t>DC_2A_n66A</w:t>
            </w:r>
          </w:p>
          <w:p w14:paraId="2FEC8B21" w14:textId="77777777" w:rsidR="00F044BB" w:rsidRDefault="00F044BB" w:rsidP="00AC3FE8">
            <w:pPr>
              <w:pStyle w:val="TAC"/>
              <w:rPr>
                <w:rFonts w:cs="Arial"/>
                <w:szCs w:val="18"/>
                <w:lang w:eastAsia="zh-CN"/>
              </w:rPr>
            </w:pPr>
            <w:r>
              <w:rPr>
                <w:rFonts w:cs="Arial"/>
                <w:szCs w:val="18"/>
                <w:lang w:eastAsia="zh-CN"/>
              </w:rPr>
              <w:t>DC_7A_n66A</w:t>
            </w:r>
          </w:p>
          <w:p w14:paraId="20A2334D" w14:textId="77777777" w:rsidR="00F044BB" w:rsidRDefault="00F044BB" w:rsidP="00AC3FE8">
            <w:pPr>
              <w:pStyle w:val="TAC"/>
            </w:pPr>
            <w:r>
              <w:rPr>
                <w:rFonts w:cs="Arial"/>
                <w:szCs w:val="18"/>
                <w:lang w:eastAsia="zh-CN"/>
              </w:rPr>
              <w:t>DC_66A_n66A</w:t>
            </w:r>
            <w:r>
              <w:rPr>
                <w:rFonts w:cs="Arial"/>
                <w:szCs w:val="18"/>
                <w:vertAlign w:val="superscript"/>
                <w:lang w:eastAsia="zh-CN"/>
              </w:rPr>
              <w:t>4</w:t>
            </w:r>
          </w:p>
        </w:tc>
      </w:tr>
      <w:tr w:rsidR="00F044BB" w14:paraId="6DB5BA3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C4DEFA8" w14:textId="77777777" w:rsidR="00F044BB" w:rsidRDefault="00F044BB" w:rsidP="00AC3FE8">
            <w:pPr>
              <w:pStyle w:val="TAC"/>
              <w:rPr>
                <w:rFonts w:cs="Arial"/>
                <w:szCs w:val="18"/>
                <w:lang w:eastAsia="zh-CN"/>
              </w:rPr>
            </w:pPr>
            <w:r>
              <w:rPr>
                <w:lang w:eastAsia="fi-FI"/>
              </w:rPr>
              <w:t>DC_2A-7A-66A_n71A</w:t>
            </w:r>
          </w:p>
        </w:tc>
        <w:tc>
          <w:tcPr>
            <w:tcW w:w="3514" w:type="dxa"/>
            <w:tcBorders>
              <w:top w:val="single" w:sz="4" w:space="0" w:color="auto"/>
              <w:left w:val="single" w:sz="4" w:space="0" w:color="auto"/>
              <w:bottom w:val="single" w:sz="4" w:space="0" w:color="auto"/>
              <w:right w:val="single" w:sz="4" w:space="0" w:color="auto"/>
            </w:tcBorders>
            <w:hideMark/>
          </w:tcPr>
          <w:p w14:paraId="54EFF212" w14:textId="77777777" w:rsidR="00F044BB" w:rsidRDefault="00F044BB" w:rsidP="00AC3FE8">
            <w:pPr>
              <w:pStyle w:val="TAC"/>
              <w:rPr>
                <w:lang w:eastAsia="zh-TW"/>
              </w:rPr>
            </w:pPr>
            <w:r>
              <w:rPr>
                <w:lang w:eastAsia="fi-FI"/>
              </w:rPr>
              <w:t>DC_</w:t>
            </w:r>
            <w:r>
              <w:rPr>
                <w:rFonts w:eastAsia="MS Mincho" w:cs="Arial"/>
                <w:lang w:eastAsia="ja-JP"/>
              </w:rPr>
              <w:t>2A_n71A</w:t>
            </w:r>
          </w:p>
          <w:p w14:paraId="14268810" w14:textId="77777777" w:rsidR="00F044BB" w:rsidRDefault="00F044BB" w:rsidP="00AC3FE8">
            <w:pPr>
              <w:pStyle w:val="TAC"/>
              <w:rPr>
                <w:rFonts w:eastAsia="MS Mincho" w:cs="Arial"/>
                <w:lang w:eastAsia="ja-JP"/>
              </w:rPr>
            </w:pPr>
            <w:r>
              <w:rPr>
                <w:lang w:eastAsia="fi-FI"/>
              </w:rPr>
              <w:t>DC_</w:t>
            </w:r>
            <w:r>
              <w:rPr>
                <w:rFonts w:eastAsia="MS Mincho" w:cs="Arial"/>
                <w:lang w:eastAsia="ja-JP"/>
              </w:rPr>
              <w:t>7A_n71A</w:t>
            </w:r>
          </w:p>
          <w:p w14:paraId="253E9A64" w14:textId="77777777" w:rsidR="00F044BB" w:rsidRDefault="00F044BB" w:rsidP="00AC3FE8">
            <w:pPr>
              <w:pStyle w:val="TAC"/>
              <w:rPr>
                <w:rFonts w:cs="Arial"/>
                <w:szCs w:val="18"/>
                <w:lang w:eastAsia="zh-CN"/>
              </w:rPr>
            </w:pPr>
            <w:r>
              <w:rPr>
                <w:lang w:eastAsia="fi-FI"/>
              </w:rPr>
              <w:t>DC_</w:t>
            </w:r>
            <w:r>
              <w:rPr>
                <w:rFonts w:eastAsia="MS Mincho" w:cs="Arial"/>
                <w:lang w:eastAsia="ja-JP"/>
              </w:rPr>
              <w:t>66A_n71A</w:t>
            </w:r>
          </w:p>
        </w:tc>
      </w:tr>
      <w:tr w:rsidR="00F044BB" w14:paraId="6DC637E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FB64358" w14:textId="77777777" w:rsidR="00F044BB" w:rsidRDefault="00F044BB" w:rsidP="00AC3FE8">
            <w:pPr>
              <w:pStyle w:val="TAC"/>
              <w:rPr>
                <w:rFonts w:cs="Arial"/>
                <w:szCs w:val="18"/>
                <w:lang w:eastAsia="zh-CN"/>
              </w:rPr>
            </w:pPr>
            <w:r>
              <w:rPr>
                <w:rFonts w:cs="Arial"/>
                <w:szCs w:val="18"/>
                <w:lang w:eastAsia="zh-CN"/>
              </w:rPr>
              <w:t>DC_2A-7A-66A_n78A</w:t>
            </w:r>
          </w:p>
          <w:p w14:paraId="3E4285F9" w14:textId="77777777" w:rsidR="00F044BB" w:rsidRDefault="00F044BB" w:rsidP="00AC3FE8">
            <w:pPr>
              <w:pStyle w:val="TAC"/>
              <w:rPr>
                <w:rFonts w:cs="Arial"/>
                <w:szCs w:val="18"/>
                <w:lang w:eastAsia="zh-CN"/>
              </w:rPr>
            </w:pPr>
            <w:r>
              <w:rPr>
                <w:rFonts w:cs="Arial"/>
                <w:szCs w:val="18"/>
                <w:lang w:eastAsia="zh-CN"/>
              </w:rPr>
              <w:t>DC_2A-7C-66A_n78A</w:t>
            </w:r>
          </w:p>
        </w:tc>
        <w:tc>
          <w:tcPr>
            <w:tcW w:w="3514" w:type="dxa"/>
            <w:tcBorders>
              <w:top w:val="single" w:sz="4" w:space="0" w:color="auto"/>
              <w:left w:val="single" w:sz="4" w:space="0" w:color="auto"/>
              <w:bottom w:val="single" w:sz="4" w:space="0" w:color="auto"/>
              <w:right w:val="single" w:sz="4" w:space="0" w:color="auto"/>
            </w:tcBorders>
            <w:hideMark/>
          </w:tcPr>
          <w:p w14:paraId="191A76CE" w14:textId="77777777" w:rsidR="00F044BB" w:rsidRDefault="00F044BB" w:rsidP="00AC3FE8">
            <w:pPr>
              <w:pStyle w:val="TAC"/>
              <w:rPr>
                <w:rFonts w:cs="Arial"/>
                <w:szCs w:val="18"/>
                <w:lang w:eastAsia="zh-CN"/>
              </w:rPr>
            </w:pPr>
            <w:r>
              <w:rPr>
                <w:rFonts w:cs="Arial"/>
                <w:szCs w:val="18"/>
                <w:lang w:eastAsia="zh-CN"/>
              </w:rPr>
              <w:t>DC_2A_n78A</w:t>
            </w:r>
          </w:p>
          <w:p w14:paraId="274C6C0B" w14:textId="77777777" w:rsidR="00F044BB" w:rsidRDefault="00F044BB" w:rsidP="00AC3FE8">
            <w:pPr>
              <w:pStyle w:val="TAC"/>
              <w:rPr>
                <w:rFonts w:cs="Arial"/>
                <w:szCs w:val="18"/>
                <w:lang w:eastAsia="zh-CN"/>
              </w:rPr>
            </w:pPr>
            <w:r>
              <w:rPr>
                <w:rFonts w:cs="Arial"/>
                <w:szCs w:val="18"/>
                <w:lang w:eastAsia="zh-CN"/>
              </w:rPr>
              <w:t>DC_7A_n78A</w:t>
            </w:r>
          </w:p>
          <w:p w14:paraId="39D9A61B" w14:textId="77777777" w:rsidR="00F044BB" w:rsidRDefault="00F044BB" w:rsidP="00AC3FE8">
            <w:pPr>
              <w:pStyle w:val="TAC"/>
            </w:pPr>
            <w:r>
              <w:rPr>
                <w:rFonts w:cs="Arial"/>
                <w:szCs w:val="18"/>
                <w:lang w:eastAsia="zh-CN"/>
              </w:rPr>
              <w:t>DC_66A_n78A</w:t>
            </w:r>
          </w:p>
        </w:tc>
      </w:tr>
      <w:tr w:rsidR="00F044BB" w14:paraId="29C21A6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85C119A" w14:textId="77777777" w:rsidR="00F044BB" w:rsidRDefault="00F044BB" w:rsidP="00AC3FE8">
            <w:pPr>
              <w:pStyle w:val="TAC"/>
              <w:rPr>
                <w:rFonts w:eastAsia="Malgun Gothic"/>
                <w:lang w:eastAsia="ko-KR"/>
              </w:rPr>
            </w:pPr>
            <w:r>
              <w:rPr>
                <w:rFonts w:eastAsia="Malgun Gothic"/>
                <w:lang w:eastAsia="ko-KR"/>
              </w:rPr>
              <w:t>DC_2A-7A_n66A-n78A</w:t>
            </w:r>
          </w:p>
          <w:p w14:paraId="2F1C3C0E" w14:textId="77777777" w:rsidR="00F044BB" w:rsidRDefault="00F044BB" w:rsidP="00AC3FE8">
            <w:pPr>
              <w:pStyle w:val="TAC"/>
              <w:rPr>
                <w:rFonts w:eastAsia="Malgun Gothic"/>
                <w:lang w:eastAsia="ko-KR"/>
              </w:rPr>
            </w:pPr>
            <w:r>
              <w:rPr>
                <w:rFonts w:eastAsia="Malgun Gothic"/>
                <w:lang w:eastAsia="ko-KR"/>
              </w:rPr>
              <w:t>DC_2A-7A-7A_n66A-n78A</w:t>
            </w:r>
          </w:p>
          <w:p w14:paraId="6938A945" w14:textId="77777777" w:rsidR="00F044BB" w:rsidRDefault="00F044BB" w:rsidP="00AC3FE8">
            <w:pPr>
              <w:pStyle w:val="TAC"/>
              <w:rPr>
                <w:rFonts w:cs="Arial"/>
                <w:szCs w:val="18"/>
                <w:lang w:eastAsia="zh-CN"/>
              </w:rPr>
            </w:pPr>
            <w:r>
              <w:rPr>
                <w:rFonts w:eastAsia="Malgun Gothic"/>
                <w:lang w:eastAsia="ko-KR"/>
              </w:rPr>
              <w:t>DC_2A-7C_n66A-n78A</w:t>
            </w:r>
          </w:p>
        </w:tc>
        <w:tc>
          <w:tcPr>
            <w:tcW w:w="3514" w:type="dxa"/>
            <w:tcBorders>
              <w:top w:val="single" w:sz="4" w:space="0" w:color="auto"/>
              <w:left w:val="single" w:sz="4" w:space="0" w:color="auto"/>
              <w:bottom w:val="single" w:sz="4" w:space="0" w:color="auto"/>
              <w:right w:val="single" w:sz="4" w:space="0" w:color="auto"/>
            </w:tcBorders>
            <w:hideMark/>
          </w:tcPr>
          <w:p w14:paraId="3DC2A125" w14:textId="77777777" w:rsidR="00F044BB" w:rsidRDefault="00F044BB" w:rsidP="00AC3FE8">
            <w:pPr>
              <w:pStyle w:val="TAC"/>
            </w:pPr>
            <w:r>
              <w:t>DC_</w:t>
            </w:r>
            <w:r>
              <w:rPr>
                <w:lang w:eastAsia="zh-CN"/>
              </w:rPr>
              <w:t>2</w:t>
            </w:r>
            <w:r>
              <w:t>A_n</w:t>
            </w:r>
            <w:r>
              <w:rPr>
                <w:lang w:eastAsia="zh-CN"/>
              </w:rPr>
              <w:t>66</w:t>
            </w:r>
            <w:r>
              <w:t>A</w:t>
            </w:r>
          </w:p>
          <w:p w14:paraId="6EACE38D" w14:textId="77777777" w:rsidR="00F044BB" w:rsidRDefault="00F044BB" w:rsidP="00AC3FE8">
            <w:pPr>
              <w:pStyle w:val="TAC"/>
              <w:rPr>
                <w:lang w:eastAsia="zh-CN"/>
              </w:rPr>
            </w:pPr>
            <w:r>
              <w:t>DC_</w:t>
            </w:r>
            <w:r>
              <w:rPr>
                <w:lang w:eastAsia="zh-CN"/>
              </w:rPr>
              <w:t>2</w:t>
            </w:r>
            <w:r>
              <w:t>A_n78A</w:t>
            </w:r>
          </w:p>
          <w:p w14:paraId="79A293A0" w14:textId="77777777" w:rsidR="00F044BB" w:rsidRDefault="00F044BB" w:rsidP="00AC3FE8">
            <w:pPr>
              <w:pStyle w:val="TAC"/>
            </w:pPr>
            <w:r>
              <w:t>DC_</w:t>
            </w:r>
            <w:r>
              <w:rPr>
                <w:lang w:eastAsia="zh-CN"/>
              </w:rPr>
              <w:t>7</w:t>
            </w:r>
            <w:r>
              <w:t>A_n</w:t>
            </w:r>
            <w:r>
              <w:rPr>
                <w:lang w:eastAsia="zh-CN"/>
              </w:rPr>
              <w:t>66</w:t>
            </w:r>
            <w:r>
              <w:t>A</w:t>
            </w:r>
          </w:p>
          <w:p w14:paraId="6D06679E" w14:textId="77777777" w:rsidR="00F044BB" w:rsidRDefault="00F044BB" w:rsidP="00AC3FE8">
            <w:pPr>
              <w:pStyle w:val="TAC"/>
              <w:rPr>
                <w:rFonts w:cs="Arial"/>
                <w:szCs w:val="18"/>
                <w:lang w:eastAsia="zh-CN"/>
              </w:rPr>
            </w:pPr>
            <w:r>
              <w:t>DC_</w:t>
            </w:r>
            <w:r>
              <w:rPr>
                <w:lang w:eastAsia="zh-CN"/>
              </w:rPr>
              <w:t>7</w:t>
            </w:r>
            <w:r>
              <w:t>A_n78A</w:t>
            </w:r>
          </w:p>
        </w:tc>
      </w:tr>
      <w:tr w:rsidR="00F044BB" w14:paraId="633D80D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67B9A97" w14:textId="77777777" w:rsidR="00F044BB" w:rsidRDefault="00F044BB" w:rsidP="00AC3FE8">
            <w:pPr>
              <w:pStyle w:val="TAC"/>
              <w:rPr>
                <w:rFonts w:cs="Arial"/>
                <w:lang w:eastAsia="ja-JP"/>
              </w:rPr>
            </w:pPr>
            <w:r>
              <w:rPr>
                <w:rFonts w:cs="Arial"/>
                <w:lang w:eastAsia="ja-JP"/>
              </w:rPr>
              <w:lastRenderedPageBreak/>
              <w:t>DC_2A-7A-66A_n78(2A)</w:t>
            </w:r>
          </w:p>
          <w:p w14:paraId="1EE65D09" w14:textId="77777777" w:rsidR="00F044BB" w:rsidRDefault="00F044BB" w:rsidP="00AC3FE8">
            <w:pPr>
              <w:pStyle w:val="TAC"/>
              <w:rPr>
                <w:rFonts w:cs="Arial"/>
                <w:szCs w:val="18"/>
                <w:lang w:eastAsia="zh-CN"/>
              </w:rPr>
            </w:pPr>
            <w:r>
              <w:rPr>
                <w:rFonts w:cs="Arial"/>
                <w:szCs w:val="18"/>
                <w:lang w:eastAsia="zh-CN"/>
              </w:rPr>
              <w:t>DC_2A-7A-7A-66A_n78A</w:t>
            </w:r>
          </w:p>
          <w:p w14:paraId="068BF55E" w14:textId="77777777" w:rsidR="00F044BB" w:rsidRDefault="00F044BB" w:rsidP="00AC3FE8">
            <w:pPr>
              <w:pStyle w:val="TAC"/>
              <w:rPr>
                <w:rFonts w:cs="Arial"/>
                <w:lang w:eastAsia="ja-JP"/>
              </w:rPr>
            </w:pPr>
            <w:r>
              <w:rPr>
                <w:rFonts w:cs="Arial"/>
                <w:lang w:eastAsia="ja-JP"/>
              </w:rPr>
              <w:t>DC_2A-7A-7A-66A_n78(2A)</w:t>
            </w:r>
          </w:p>
          <w:p w14:paraId="4250DB7C" w14:textId="77777777" w:rsidR="00F044BB" w:rsidRDefault="00F044BB" w:rsidP="00AC3FE8">
            <w:pPr>
              <w:pStyle w:val="TAC"/>
              <w:rPr>
                <w:rFonts w:cs="Arial"/>
                <w:lang w:eastAsia="ja-JP"/>
              </w:rPr>
            </w:pPr>
            <w:r>
              <w:rPr>
                <w:rFonts w:cs="Arial"/>
                <w:lang w:eastAsia="ja-JP"/>
              </w:rPr>
              <w:t>DC_2A-7C-66A_n78(2A)</w:t>
            </w:r>
          </w:p>
          <w:p w14:paraId="3300F0B3" w14:textId="77777777" w:rsidR="00F044BB" w:rsidRDefault="00F044BB" w:rsidP="00AC3FE8">
            <w:pPr>
              <w:pStyle w:val="TAC"/>
              <w:rPr>
                <w:rFonts w:cs="Arial"/>
                <w:szCs w:val="18"/>
                <w:lang w:eastAsia="zh-CN"/>
              </w:rPr>
            </w:pPr>
            <w:r>
              <w:rPr>
                <w:rFonts w:cs="Arial"/>
                <w:szCs w:val="18"/>
                <w:lang w:eastAsia="zh-CN"/>
              </w:rPr>
              <w:t>DC_2A-7A-66A-66A_n78A</w:t>
            </w:r>
          </w:p>
          <w:p w14:paraId="461ED5E6" w14:textId="77777777" w:rsidR="00F044BB" w:rsidRDefault="00F044BB" w:rsidP="00AC3FE8">
            <w:pPr>
              <w:pStyle w:val="TAC"/>
              <w:rPr>
                <w:rFonts w:cs="Arial"/>
                <w:lang w:eastAsia="ja-JP"/>
              </w:rPr>
            </w:pPr>
            <w:r>
              <w:rPr>
                <w:rFonts w:cs="Arial"/>
                <w:lang w:eastAsia="ja-JP"/>
              </w:rPr>
              <w:t>DC_2A-7A-66A-66A_n78(2A)</w:t>
            </w:r>
          </w:p>
          <w:p w14:paraId="2800AE59" w14:textId="77777777" w:rsidR="00F044BB" w:rsidRDefault="00F044BB" w:rsidP="00AC3FE8">
            <w:pPr>
              <w:pStyle w:val="TAC"/>
              <w:rPr>
                <w:rFonts w:cs="Arial"/>
                <w:szCs w:val="18"/>
                <w:lang w:eastAsia="zh-CN"/>
              </w:rPr>
            </w:pPr>
            <w:r>
              <w:rPr>
                <w:rFonts w:cs="Arial"/>
                <w:szCs w:val="18"/>
                <w:lang w:eastAsia="zh-CN"/>
              </w:rPr>
              <w:t>DC_2A-7A-7A-66A-66A_n78A</w:t>
            </w:r>
          </w:p>
          <w:p w14:paraId="3D2D6559" w14:textId="77777777" w:rsidR="00F044BB" w:rsidRDefault="00F044BB" w:rsidP="00AC3FE8">
            <w:pPr>
              <w:pStyle w:val="TAC"/>
              <w:rPr>
                <w:rFonts w:cs="Arial"/>
                <w:lang w:eastAsia="ja-JP"/>
              </w:rPr>
            </w:pPr>
            <w:r>
              <w:rPr>
                <w:rFonts w:cs="Arial"/>
                <w:lang w:eastAsia="ja-JP"/>
              </w:rPr>
              <w:t>DC_2A-7A-7A-66A-66A_n78(2A)</w:t>
            </w:r>
          </w:p>
          <w:p w14:paraId="1195D915" w14:textId="77777777" w:rsidR="00F044BB" w:rsidRDefault="00F044BB" w:rsidP="00AC3FE8">
            <w:pPr>
              <w:pStyle w:val="TAC"/>
              <w:rPr>
                <w:rFonts w:cs="Arial"/>
                <w:lang w:eastAsia="ja-JP"/>
              </w:rPr>
            </w:pPr>
            <w:r>
              <w:rPr>
                <w:rFonts w:cs="Arial"/>
                <w:szCs w:val="18"/>
                <w:lang w:eastAsia="zh-CN"/>
              </w:rPr>
              <w:t>DC_2A-7C-66A-66A_n78A</w:t>
            </w:r>
          </w:p>
          <w:p w14:paraId="3CB5B4A0" w14:textId="77777777" w:rsidR="00F044BB" w:rsidRDefault="00F044BB" w:rsidP="00AC3FE8">
            <w:pPr>
              <w:pStyle w:val="TAC"/>
              <w:rPr>
                <w:rFonts w:cs="Arial"/>
                <w:szCs w:val="18"/>
                <w:lang w:eastAsia="zh-CN"/>
              </w:rPr>
            </w:pPr>
            <w:r>
              <w:rPr>
                <w:rFonts w:cs="Arial"/>
                <w:lang w:eastAsia="ja-JP"/>
              </w:rPr>
              <w:t>DC_2A-7C-66A-66A_n78(2A)</w:t>
            </w:r>
          </w:p>
        </w:tc>
        <w:tc>
          <w:tcPr>
            <w:tcW w:w="3514" w:type="dxa"/>
            <w:tcBorders>
              <w:top w:val="single" w:sz="4" w:space="0" w:color="auto"/>
              <w:left w:val="single" w:sz="4" w:space="0" w:color="auto"/>
              <w:bottom w:val="single" w:sz="4" w:space="0" w:color="auto"/>
              <w:right w:val="single" w:sz="4" w:space="0" w:color="auto"/>
            </w:tcBorders>
            <w:hideMark/>
          </w:tcPr>
          <w:p w14:paraId="21DF283B" w14:textId="77777777" w:rsidR="00F044BB" w:rsidRDefault="00F044BB" w:rsidP="00AC3FE8">
            <w:pPr>
              <w:pStyle w:val="TAC"/>
              <w:rPr>
                <w:rFonts w:cs="Arial"/>
                <w:szCs w:val="18"/>
                <w:lang w:eastAsia="zh-CN"/>
              </w:rPr>
            </w:pPr>
            <w:r>
              <w:rPr>
                <w:rFonts w:cs="Arial"/>
                <w:szCs w:val="18"/>
                <w:lang w:eastAsia="zh-CN"/>
              </w:rPr>
              <w:t>DC_2A_n78A</w:t>
            </w:r>
          </w:p>
          <w:p w14:paraId="09172B90" w14:textId="77777777" w:rsidR="00F044BB" w:rsidRDefault="00F044BB" w:rsidP="00AC3FE8">
            <w:pPr>
              <w:pStyle w:val="TAC"/>
              <w:rPr>
                <w:rFonts w:cs="Arial"/>
                <w:szCs w:val="18"/>
                <w:lang w:eastAsia="zh-CN"/>
              </w:rPr>
            </w:pPr>
            <w:r>
              <w:rPr>
                <w:rFonts w:cs="Arial"/>
                <w:szCs w:val="18"/>
                <w:lang w:eastAsia="zh-CN"/>
              </w:rPr>
              <w:t>DC_7A_n78A</w:t>
            </w:r>
          </w:p>
          <w:p w14:paraId="58EEFBC4" w14:textId="77777777" w:rsidR="00F044BB" w:rsidRDefault="00F044BB" w:rsidP="00AC3FE8">
            <w:pPr>
              <w:pStyle w:val="TAC"/>
              <w:rPr>
                <w:rFonts w:cs="Arial"/>
                <w:szCs w:val="18"/>
                <w:lang w:eastAsia="zh-CN"/>
              </w:rPr>
            </w:pPr>
            <w:r>
              <w:rPr>
                <w:rFonts w:cs="Arial"/>
                <w:szCs w:val="18"/>
                <w:lang w:eastAsia="zh-CN"/>
              </w:rPr>
              <w:t>DC_66A_n78A</w:t>
            </w:r>
          </w:p>
        </w:tc>
      </w:tr>
      <w:tr w:rsidR="00F044BB" w14:paraId="7B2923D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984B4DC" w14:textId="77777777" w:rsidR="00F044BB" w:rsidRDefault="00F044BB" w:rsidP="00AC3FE8">
            <w:pPr>
              <w:pStyle w:val="TAC"/>
              <w:rPr>
                <w:rFonts w:cs="Arial"/>
                <w:szCs w:val="18"/>
                <w:lang w:eastAsia="zh-CN"/>
              </w:rPr>
            </w:pPr>
            <w:r>
              <w:rPr>
                <w:lang w:eastAsia="fi-FI"/>
              </w:rPr>
              <w:t>DC_2A-12A-30A_n2A</w:t>
            </w:r>
          </w:p>
        </w:tc>
        <w:tc>
          <w:tcPr>
            <w:tcW w:w="3514" w:type="dxa"/>
            <w:tcBorders>
              <w:top w:val="single" w:sz="4" w:space="0" w:color="auto"/>
              <w:left w:val="single" w:sz="4" w:space="0" w:color="auto"/>
              <w:bottom w:val="single" w:sz="4" w:space="0" w:color="auto"/>
              <w:right w:val="single" w:sz="4" w:space="0" w:color="auto"/>
            </w:tcBorders>
            <w:hideMark/>
          </w:tcPr>
          <w:p w14:paraId="031B4653" w14:textId="77777777" w:rsidR="00F044BB" w:rsidRDefault="00F044BB" w:rsidP="00AC3FE8">
            <w:pPr>
              <w:pStyle w:val="TAC"/>
              <w:rPr>
                <w:lang w:eastAsia="fi-FI"/>
              </w:rPr>
            </w:pPr>
            <w:r>
              <w:rPr>
                <w:lang w:eastAsia="fi-FI"/>
              </w:rPr>
              <w:t>DC_12A_n2A</w:t>
            </w:r>
          </w:p>
          <w:p w14:paraId="48658EEE" w14:textId="77777777" w:rsidR="00F044BB" w:rsidRDefault="00F044BB" w:rsidP="00AC3FE8">
            <w:pPr>
              <w:pStyle w:val="TAC"/>
              <w:rPr>
                <w:rFonts w:cs="Arial"/>
                <w:szCs w:val="18"/>
                <w:lang w:eastAsia="zh-CN"/>
              </w:rPr>
            </w:pPr>
            <w:r>
              <w:rPr>
                <w:lang w:eastAsia="fi-FI"/>
              </w:rPr>
              <w:t>DC_30A_n2A</w:t>
            </w:r>
          </w:p>
        </w:tc>
      </w:tr>
      <w:tr w:rsidR="00F044BB" w14:paraId="4AF3BB9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44FF438" w14:textId="77777777" w:rsidR="00F044BB" w:rsidRDefault="00F044BB" w:rsidP="00AC3FE8">
            <w:pPr>
              <w:pStyle w:val="TAC"/>
              <w:rPr>
                <w:rFonts w:eastAsia="MS Mincho" w:cs="Arial"/>
                <w:szCs w:val="18"/>
                <w:lang w:eastAsia="ja-JP"/>
              </w:rPr>
            </w:pPr>
            <w:r>
              <w:rPr>
                <w:rFonts w:cs="Arial"/>
                <w:szCs w:val="18"/>
                <w:lang w:eastAsia="ja-JP"/>
              </w:rPr>
              <w:t>DC_2A-12A-48A_n5A</w:t>
            </w:r>
          </w:p>
        </w:tc>
        <w:tc>
          <w:tcPr>
            <w:tcW w:w="3514" w:type="dxa"/>
            <w:tcBorders>
              <w:top w:val="single" w:sz="4" w:space="0" w:color="auto"/>
              <w:left w:val="single" w:sz="4" w:space="0" w:color="auto"/>
              <w:bottom w:val="single" w:sz="4" w:space="0" w:color="auto"/>
              <w:right w:val="single" w:sz="4" w:space="0" w:color="auto"/>
            </w:tcBorders>
            <w:hideMark/>
          </w:tcPr>
          <w:p w14:paraId="3A590CBE" w14:textId="77777777" w:rsidR="00F044BB" w:rsidRDefault="00F044BB" w:rsidP="00AC3FE8">
            <w:pPr>
              <w:pStyle w:val="TAC"/>
              <w:rPr>
                <w:rFonts w:cs="Arial"/>
                <w:szCs w:val="18"/>
                <w:lang w:eastAsia="ja-JP"/>
              </w:rPr>
            </w:pPr>
            <w:r>
              <w:rPr>
                <w:rFonts w:cs="Arial"/>
                <w:szCs w:val="18"/>
                <w:lang w:eastAsia="ja-JP"/>
              </w:rPr>
              <w:t>DC_2A_n5A</w:t>
            </w:r>
          </w:p>
          <w:p w14:paraId="054AAD5E" w14:textId="77777777" w:rsidR="00F044BB" w:rsidRDefault="00F044BB" w:rsidP="00AC3FE8">
            <w:pPr>
              <w:pStyle w:val="TAC"/>
              <w:rPr>
                <w:rFonts w:cs="Arial"/>
                <w:szCs w:val="18"/>
                <w:lang w:eastAsia="ja-JP"/>
              </w:rPr>
            </w:pPr>
            <w:r>
              <w:rPr>
                <w:rFonts w:cs="Arial"/>
                <w:szCs w:val="18"/>
                <w:lang w:eastAsia="ja-JP"/>
              </w:rPr>
              <w:t>DC_12A_n5A</w:t>
            </w:r>
          </w:p>
          <w:p w14:paraId="1CE9A88C" w14:textId="77777777" w:rsidR="00F044BB" w:rsidRDefault="00F044BB" w:rsidP="00AC3FE8">
            <w:pPr>
              <w:pStyle w:val="TAC"/>
              <w:rPr>
                <w:rFonts w:eastAsia="MS Mincho" w:cs="Arial"/>
                <w:szCs w:val="18"/>
                <w:lang w:eastAsia="ja-JP"/>
              </w:rPr>
            </w:pPr>
            <w:r>
              <w:rPr>
                <w:rFonts w:cs="Arial"/>
                <w:szCs w:val="18"/>
                <w:lang w:eastAsia="ja-JP"/>
              </w:rPr>
              <w:t>DC_48A_n5A</w:t>
            </w:r>
          </w:p>
        </w:tc>
      </w:tr>
      <w:tr w:rsidR="00F044BB" w14:paraId="4B52F5E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37009DE" w14:textId="77777777" w:rsidR="00F044BB" w:rsidRDefault="00F044BB" w:rsidP="00AC3FE8">
            <w:pPr>
              <w:pStyle w:val="TAC"/>
              <w:rPr>
                <w:rFonts w:eastAsia="MS Mincho" w:cs="Arial"/>
                <w:szCs w:val="18"/>
                <w:lang w:eastAsia="ja-JP"/>
              </w:rPr>
            </w:pPr>
            <w:r>
              <w:rPr>
                <w:rFonts w:cs="Arial"/>
                <w:lang w:eastAsia="ja-JP"/>
              </w:rPr>
              <w:t>DC_2A-12A-66A_n5A</w:t>
            </w:r>
          </w:p>
        </w:tc>
        <w:tc>
          <w:tcPr>
            <w:tcW w:w="3514" w:type="dxa"/>
            <w:tcBorders>
              <w:top w:val="single" w:sz="4" w:space="0" w:color="auto"/>
              <w:left w:val="single" w:sz="4" w:space="0" w:color="auto"/>
              <w:bottom w:val="single" w:sz="4" w:space="0" w:color="auto"/>
              <w:right w:val="single" w:sz="4" w:space="0" w:color="auto"/>
            </w:tcBorders>
            <w:hideMark/>
          </w:tcPr>
          <w:p w14:paraId="7C3728BE" w14:textId="77777777" w:rsidR="00F044BB" w:rsidRDefault="00F044BB" w:rsidP="00AC3FE8">
            <w:pPr>
              <w:pStyle w:val="TAC"/>
              <w:rPr>
                <w:rFonts w:cs="Arial"/>
                <w:lang w:eastAsia="ja-JP"/>
              </w:rPr>
            </w:pPr>
            <w:r>
              <w:rPr>
                <w:rFonts w:cs="Arial"/>
                <w:lang w:eastAsia="ja-JP"/>
              </w:rPr>
              <w:t>DC_2A_n5A</w:t>
            </w:r>
          </w:p>
          <w:p w14:paraId="6B22E979" w14:textId="77777777" w:rsidR="00F044BB" w:rsidRDefault="00F044BB" w:rsidP="00AC3FE8">
            <w:pPr>
              <w:pStyle w:val="TAC"/>
              <w:rPr>
                <w:rFonts w:cs="Arial"/>
                <w:lang w:eastAsia="ja-JP"/>
              </w:rPr>
            </w:pPr>
            <w:r>
              <w:rPr>
                <w:rFonts w:cs="Arial"/>
                <w:lang w:eastAsia="ja-JP"/>
              </w:rPr>
              <w:t>DC_12A_n5A</w:t>
            </w:r>
          </w:p>
          <w:p w14:paraId="3563A8E4" w14:textId="77777777" w:rsidR="00F044BB" w:rsidRDefault="00F044BB" w:rsidP="00AC3FE8">
            <w:pPr>
              <w:pStyle w:val="TAC"/>
              <w:rPr>
                <w:rFonts w:eastAsia="MS Mincho" w:cs="Arial"/>
                <w:szCs w:val="18"/>
                <w:lang w:eastAsia="ja-JP"/>
              </w:rPr>
            </w:pPr>
            <w:r>
              <w:rPr>
                <w:rFonts w:cs="Arial"/>
                <w:lang w:eastAsia="ja-JP"/>
              </w:rPr>
              <w:t>DC_66A_n5A</w:t>
            </w:r>
          </w:p>
        </w:tc>
      </w:tr>
      <w:tr w:rsidR="00F044BB" w14:paraId="316D05F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8AFF51C" w14:textId="77777777" w:rsidR="00F044BB" w:rsidRDefault="00F044BB" w:rsidP="00AC3FE8">
            <w:pPr>
              <w:pStyle w:val="TAC"/>
              <w:rPr>
                <w:rFonts w:eastAsia="MS Mincho" w:cs="Arial"/>
                <w:szCs w:val="18"/>
                <w:lang w:eastAsia="ja-JP"/>
              </w:rPr>
            </w:pPr>
            <w:r>
              <w:rPr>
                <w:rFonts w:eastAsia="MS Mincho" w:cs="Arial"/>
                <w:szCs w:val="18"/>
                <w:lang w:eastAsia="ja-JP"/>
              </w:rPr>
              <w:t>DC_2A-12A-30A_n66A</w:t>
            </w:r>
          </w:p>
          <w:p w14:paraId="215AFF60" w14:textId="77777777" w:rsidR="00F044BB" w:rsidRDefault="00F044BB" w:rsidP="00AC3FE8">
            <w:pPr>
              <w:pStyle w:val="TAC"/>
            </w:pPr>
            <w:r>
              <w:rPr>
                <w:rFonts w:eastAsia="MS Mincho" w:cs="Arial"/>
                <w:szCs w:val="18"/>
                <w:lang w:eastAsia="ja-JP"/>
              </w:rPr>
              <w:t>DC_2A-2A-12A-30A_n66A</w:t>
            </w:r>
          </w:p>
        </w:tc>
        <w:tc>
          <w:tcPr>
            <w:tcW w:w="3514" w:type="dxa"/>
            <w:tcBorders>
              <w:top w:val="single" w:sz="4" w:space="0" w:color="auto"/>
              <w:left w:val="single" w:sz="4" w:space="0" w:color="auto"/>
              <w:bottom w:val="single" w:sz="4" w:space="0" w:color="auto"/>
              <w:right w:val="single" w:sz="4" w:space="0" w:color="auto"/>
            </w:tcBorders>
            <w:hideMark/>
          </w:tcPr>
          <w:p w14:paraId="3B03D54D" w14:textId="77777777" w:rsidR="00F044BB" w:rsidRDefault="00F044BB" w:rsidP="00AC3FE8">
            <w:pPr>
              <w:pStyle w:val="TAC"/>
              <w:rPr>
                <w:rFonts w:eastAsia="MS Mincho" w:cs="Arial"/>
                <w:szCs w:val="18"/>
                <w:lang w:eastAsia="ja-JP"/>
              </w:rPr>
            </w:pPr>
            <w:r>
              <w:rPr>
                <w:rFonts w:eastAsia="MS Mincho" w:cs="Arial"/>
                <w:szCs w:val="18"/>
                <w:lang w:eastAsia="ja-JP"/>
              </w:rPr>
              <w:t>DC_2A_n66A</w:t>
            </w:r>
          </w:p>
          <w:p w14:paraId="1D1AB322" w14:textId="77777777" w:rsidR="00F044BB" w:rsidRDefault="00F044BB" w:rsidP="00AC3FE8">
            <w:pPr>
              <w:pStyle w:val="TAC"/>
              <w:rPr>
                <w:rFonts w:eastAsia="MS Mincho" w:cs="Arial"/>
                <w:szCs w:val="18"/>
                <w:lang w:eastAsia="ja-JP"/>
              </w:rPr>
            </w:pPr>
            <w:r>
              <w:rPr>
                <w:rFonts w:eastAsia="MS Mincho" w:cs="Arial"/>
                <w:szCs w:val="18"/>
                <w:lang w:eastAsia="ja-JP"/>
              </w:rPr>
              <w:t>DC_12A_n66A</w:t>
            </w:r>
          </w:p>
          <w:p w14:paraId="2456CFC2" w14:textId="77777777" w:rsidR="00F044BB" w:rsidRDefault="00F044BB" w:rsidP="00AC3FE8">
            <w:pPr>
              <w:pStyle w:val="TAC"/>
            </w:pPr>
            <w:r>
              <w:rPr>
                <w:rFonts w:eastAsia="MS Mincho" w:cs="Arial"/>
                <w:szCs w:val="18"/>
                <w:lang w:eastAsia="ja-JP"/>
              </w:rPr>
              <w:t>DC_30A_n66A</w:t>
            </w:r>
          </w:p>
        </w:tc>
      </w:tr>
      <w:tr w:rsidR="00F044BB" w14:paraId="4C481C1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E8BA3CF" w14:textId="77777777" w:rsidR="00F044BB" w:rsidRDefault="00F044BB" w:rsidP="00AC3FE8">
            <w:pPr>
              <w:pStyle w:val="TAC"/>
              <w:rPr>
                <w:rFonts w:eastAsia="MS Mincho" w:cs="Arial"/>
                <w:szCs w:val="18"/>
                <w:lang w:eastAsia="ja-JP"/>
              </w:rPr>
            </w:pPr>
            <w:r>
              <w:rPr>
                <w:lang w:eastAsia="fi-FI"/>
              </w:rPr>
              <w:t>DC_2A-12A-66A_n2A</w:t>
            </w:r>
          </w:p>
        </w:tc>
        <w:tc>
          <w:tcPr>
            <w:tcW w:w="3514" w:type="dxa"/>
            <w:tcBorders>
              <w:top w:val="single" w:sz="4" w:space="0" w:color="auto"/>
              <w:left w:val="single" w:sz="4" w:space="0" w:color="auto"/>
              <w:bottom w:val="single" w:sz="4" w:space="0" w:color="auto"/>
              <w:right w:val="single" w:sz="4" w:space="0" w:color="auto"/>
            </w:tcBorders>
            <w:hideMark/>
          </w:tcPr>
          <w:p w14:paraId="0E18216E" w14:textId="77777777" w:rsidR="00F044BB" w:rsidRDefault="00F044BB" w:rsidP="00AC3FE8">
            <w:pPr>
              <w:pStyle w:val="TAC"/>
              <w:rPr>
                <w:lang w:eastAsia="fi-FI"/>
              </w:rPr>
            </w:pPr>
            <w:r>
              <w:rPr>
                <w:lang w:eastAsia="fi-FI"/>
              </w:rPr>
              <w:t>DC_12A_n2A</w:t>
            </w:r>
          </w:p>
          <w:p w14:paraId="4EC73BA6" w14:textId="77777777" w:rsidR="00F044BB" w:rsidRDefault="00F044BB" w:rsidP="00AC3FE8">
            <w:pPr>
              <w:pStyle w:val="TAC"/>
              <w:rPr>
                <w:rFonts w:eastAsia="MS Mincho" w:cs="Arial"/>
                <w:szCs w:val="18"/>
                <w:lang w:eastAsia="ja-JP"/>
              </w:rPr>
            </w:pPr>
            <w:r>
              <w:rPr>
                <w:lang w:eastAsia="fi-FI"/>
              </w:rPr>
              <w:t>DC_66A_n2A</w:t>
            </w:r>
          </w:p>
        </w:tc>
      </w:tr>
      <w:tr w:rsidR="00F044BB" w14:paraId="1D9966D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56B189F" w14:textId="77777777" w:rsidR="00F044BB" w:rsidRDefault="00F044BB" w:rsidP="00AC3FE8">
            <w:pPr>
              <w:pStyle w:val="TAC"/>
              <w:rPr>
                <w:rFonts w:eastAsia="MS Mincho" w:cs="Arial"/>
                <w:szCs w:val="18"/>
                <w:lang w:eastAsia="ja-JP"/>
              </w:rPr>
            </w:pPr>
            <w:r>
              <w:rPr>
                <w:lang w:eastAsia="fi-FI"/>
              </w:rPr>
              <w:t>DC_2A-12A-66A-66A_n2A</w:t>
            </w:r>
          </w:p>
        </w:tc>
        <w:tc>
          <w:tcPr>
            <w:tcW w:w="3514" w:type="dxa"/>
            <w:tcBorders>
              <w:top w:val="single" w:sz="4" w:space="0" w:color="auto"/>
              <w:left w:val="single" w:sz="4" w:space="0" w:color="auto"/>
              <w:bottom w:val="single" w:sz="4" w:space="0" w:color="auto"/>
              <w:right w:val="single" w:sz="4" w:space="0" w:color="auto"/>
            </w:tcBorders>
            <w:hideMark/>
          </w:tcPr>
          <w:p w14:paraId="789C32F2" w14:textId="77777777" w:rsidR="00F044BB" w:rsidRDefault="00F044BB" w:rsidP="00AC3FE8">
            <w:pPr>
              <w:pStyle w:val="TAC"/>
              <w:rPr>
                <w:lang w:eastAsia="fi-FI"/>
              </w:rPr>
            </w:pPr>
            <w:r>
              <w:rPr>
                <w:lang w:eastAsia="fi-FI"/>
              </w:rPr>
              <w:t>DC_12A_n2A</w:t>
            </w:r>
          </w:p>
          <w:p w14:paraId="1B5B6E0B" w14:textId="77777777" w:rsidR="00F044BB" w:rsidRDefault="00F044BB" w:rsidP="00AC3FE8">
            <w:pPr>
              <w:pStyle w:val="TAC"/>
              <w:rPr>
                <w:rFonts w:eastAsia="MS Mincho" w:cs="Arial"/>
                <w:szCs w:val="18"/>
                <w:lang w:eastAsia="ja-JP"/>
              </w:rPr>
            </w:pPr>
            <w:r>
              <w:rPr>
                <w:lang w:eastAsia="fi-FI"/>
              </w:rPr>
              <w:t>DC_66A_n2A</w:t>
            </w:r>
          </w:p>
        </w:tc>
      </w:tr>
      <w:tr w:rsidR="00F044BB" w14:paraId="5486EED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10B7E48" w14:textId="77777777" w:rsidR="00F044BB" w:rsidRDefault="00F044BB" w:rsidP="00AC3FE8">
            <w:pPr>
              <w:pStyle w:val="TAC"/>
              <w:rPr>
                <w:rFonts w:eastAsia="MS Mincho" w:cs="Arial"/>
                <w:szCs w:val="18"/>
                <w:lang w:eastAsia="ja-JP"/>
              </w:rPr>
            </w:pPr>
            <w:r>
              <w:rPr>
                <w:lang w:eastAsia="ja-JP"/>
              </w:rPr>
              <w:t>DC_</w:t>
            </w:r>
            <w:r>
              <w:t>2A-12A-66A_n66A</w:t>
            </w:r>
          </w:p>
        </w:tc>
        <w:tc>
          <w:tcPr>
            <w:tcW w:w="3514" w:type="dxa"/>
            <w:tcBorders>
              <w:top w:val="single" w:sz="4" w:space="0" w:color="auto"/>
              <w:left w:val="single" w:sz="4" w:space="0" w:color="auto"/>
              <w:bottom w:val="single" w:sz="4" w:space="0" w:color="auto"/>
              <w:right w:val="single" w:sz="4" w:space="0" w:color="auto"/>
            </w:tcBorders>
            <w:hideMark/>
          </w:tcPr>
          <w:p w14:paraId="50F855C4" w14:textId="77777777" w:rsidR="00F044BB" w:rsidRDefault="00F044BB" w:rsidP="00AC3FE8">
            <w:pPr>
              <w:pStyle w:val="TAC"/>
              <w:rPr>
                <w:lang w:eastAsia="zh-TW"/>
              </w:rPr>
            </w:pPr>
            <w:r>
              <w:rPr>
                <w:lang w:eastAsia="zh-TW"/>
              </w:rPr>
              <w:t>DC_2A_n66A</w:t>
            </w:r>
          </w:p>
          <w:p w14:paraId="61FF103A" w14:textId="77777777" w:rsidR="00F044BB" w:rsidRDefault="00F044BB" w:rsidP="00AC3FE8">
            <w:pPr>
              <w:pStyle w:val="TAC"/>
              <w:rPr>
                <w:lang w:eastAsia="zh-TW"/>
              </w:rPr>
            </w:pPr>
            <w:r>
              <w:rPr>
                <w:lang w:eastAsia="zh-TW"/>
              </w:rPr>
              <w:t>DC_12A_n66A</w:t>
            </w:r>
          </w:p>
          <w:p w14:paraId="111E5A9D" w14:textId="77777777" w:rsidR="00F044BB" w:rsidRDefault="00F044BB" w:rsidP="00AC3FE8">
            <w:pPr>
              <w:pStyle w:val="TAC"/>
              <w:rPr>
                <w:rFonts w:eastAsia="MS Mincho" w:cs="Arial"/>
                <w:szCs w:val="18"/>
                <w:lang w:eastAsia="ja-JP"/>
              </w:rPr>
            </w:pPr>
            <w:r>
              <w:rPr>
                <w:lang w:eastAsia="zh-TW"/>
              </w:rPr>
              <w:t>DC_66A_n66A</w:t>
            </w:r>
            <w:r>
              <w:rPr>
                <w:vertAlign w:val="superscript"/>
                <w:lang w:eastAsia="zh-TW"/>
              </w:rPr>
              <w:t>4</w:t>
            </w:r>
          </w:p>
        </w:tc>
      </w:tr>
      <w:tr w:rsidR="00F044BB" w14:paraId="7C61386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7854B40" w14:textId="77777777" w:rsidR="00F044BB" w:rsidRDefault="00F044BB" w:rsidP="00AC3FE8">
            <w:pPr>
              <w:pStyle w:val="TAC"/>
              <w:rPr>
                <w:rFonts w:eastAsia="MS Mincho" w:cs="Arial"/>
                <w:szCs w:val="18"/>
                <w:lang w:eastAsia="ja-JP"/>
              </w:rPr>
            </w:pPr>
            <w:r>
              <w:rPr>
                <w:lang w:eastAsia="ja-JP"/>
              </w:rPr>
              <w:t>DC_</w:t>
            </w:r>
            <w:r>
              <w:t>2A-2A-12A-66A_n66A</w:t>
            </w:r>
          </w:p>
        </w:tc>
        <w:tc>
          <w:tcPr>
            <w:tcW w:w="3514" w:type="dxa"/>
            <w:tcBorders>
              <w:top w:val="single" w:sz="4" w:space="0" w:color="auto"/>
              <w:left w:val="single" w:sz="4" w:space="0" w:color="auto"/>
              <w:bottom w:val="single" w:sz="4" w:space="0" w:color="auto"/>
              <w:right w:val="single" w:sz="4" w:space="0" w:color="auto"/>
            </w:tcBorders>
            <w:hideMark/>
          </w:tcPr>
          <w:p w14:paraId="2FA4C957" w14:textId="77777777" w:rsidR="00F044BB" w:rsidRDefault="00F044BB" w:rsidP="00AC3FE8">
            <w:pPr>
              <w:pStyle w:val="TAC"/>
              <w:rPr>
                <w:lang w:eastAsia="zh-TW"/>
              </w:rPr>
            </w:pPr>
            <w:r>
              <w:rPr>
                <w:lang w:eastAsia="zh-TW"/>
              </w:rPr>
              <w:t>DC_2A_n66A</w:t>
            </w:r>
          </w:p>
          <w:p w14:paraId="5FCCE871" w14:textId="77777777" w:rsidR="00F044BB" w:rsidRDefault="00F044BB" w:rsidP="00AC3FE8">
            <w:pPr>
              <w:pStyle w:val="TAC"/>
              <w:rPr>
                <w:lang w:eastAsia="zh-TW"/>
              </w:rPr>
            </w:pPr>
            <w:r>
              <w:rPr>
                <w:lang w:eastAsia="zh-TW"/>
              </w:rPr>
              <w:t>DC_12A_n66A</w:t>
            </w:r>
          </w:p>
          <w:p w14:paraId="52FE2F16" w14:textId="77777777" w:rsidR="00F044BB" w:rsidRDefault="00F044BB" w:rsidP="00AC3FE8">
            <w:pPr>
              <w:pStyle w:val="TAC"/>
              <w:rPr>
                <w:rFonts w:eastAsia="MS Mincho" w:cs="Arial"/>
                <w:szCs w:val="18"/>
                <w:lang w:eastAsia="ja-JP"/>
              </w:rPr>
            </w:pPr>
            <w:r>
              <w:rPr>
                <w:lang w:eastAsia="zh-TW"/>
              </w:rPr>
              <w:t>DC_66A_n66A</w:t>
            </w:r>
            <w:r>
              <w:rPr>
                <w:vertAlign w:val="superscript"/>
                <w:lang w:eastAsia="zh-TW"/>
              </w:rPr>
              <w:t>4</w:t>
            </w:r>
          </w:p>
        </w:tc>
      </w:tr>
      <w:tr w:rsidR="00F044BB" w14:paraId="783EDE8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8BCD5D4" w14:textId="77777777" w:rsidR="00F044BB" w:rsidRDefault="00F044BB" w:rsidP="00AC3FE8">
            <w:pPr>
              <w:pStyle w:val="TAC"/>
              <w:rPr>
                <w:lang w:eastAsia="ja-JP"/>
              </w:rPr>
            </w:pPr>
            <w:r>
              <w:rPr>
                <w:lang w:eastAsia="fi-FI"/>
              </w:rPr>
              <w:t>DC_2A-13A-66A_n2A</w:t>
            </w:r>
          </w:p>
        </w:tc>
        <w:tc>
          <w:tcPr>
            <w:tcW w:w="3514" w:type="dxa"/>
            <w:tcBorders>
              <w:top w:val="single" w:sz="4" w:space="0" w:color="auto"/>
              <w:left w:val="single" w:sz="4" w:space="0" w:color="auto"/>
              <w:bottom w:val="single" w:sz="4" w:space="0" w:color="auto"/>
              <w:right w:val="single" w:sz="4" w:space="0" w:color="auto"/>
            </w:tcBorders>
            <w:hideMark/>
          </w:tcPr>
          <w:p w14:paraId="3F63F1C5" w14:textId="77777777" w:rsidR="00F044BB" w:rsidRDefault="00F044BB" w:rsidP="00AC3FE8">
            <w:pPr>
              <w:pStyle w:val="TAC"/>
              <w:rPr>
                <w:lang w:eastAsia="zh-TW"/>
              </w:rPr>
            </w:pPr>
            <w:r>
              <w:rPr>
                <w:lang w:eastAsia="fi-FI"/>
              </w:rPr>
              <w:t>DC_13A_n2A</w:t>
            </w:r>
          </w:p>
        </w:tc>
      </w:tr>
      <w:tr w:rsidR="00F044BB" w14:paraId="2FAE03F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EEC5B61" w14:textId="77777777" w:rsidR="00F044BB" w:rsidRDefault="00F044BB" w:rsidP="00AC3FE8">
            <w:pPr>
              <w:pStyle w:val="TAC"/>
              <w:rPr>
                <w:lang w:eastAsia="ja-JP"/>
              </w:rPr>
            </w:pPr>
            <w:r>
              <w:rPr>
                <w:lang w:eastAsia="fi-FI"/>
              </w:rPr>
              <w:t>DC_2A-13A-66A-66A_n2A</w:t>
            </w:r>
          </w:p>
        </w:tc>
        <w:tc>
          <w:tcPr>
            <w:tcW w:w="3514" w:type="dxa"/>
            <w:tcBorders>
              <w:top w:val="single" w:sz="4" w:space="0" w:color="auto"/>
              <w:left w:val="single" w:sz="4" w:space="0" w:color="auto"/>
              <w:bottom w:val="single" w:sz="4" w:space="0" w:color="auto"/>
              <w:right w:val="single" w:sz="4" w:space="0" w:color="auto"/>
            </w:tcBorders>
            <w:hideMark/>
          </w:tcPr>
          <w:p w14:paraId="6C7A6CD4" w14:textId="77777777" w:rsidR="00F044BB" w:rsidRDefault="00F044BB" w:rsidP="00AC3FE8">
            <w:pPr>
              <w:pStyle w:val="TAC"/>
              <w:rPr>
                <w:lang w:eastAsia="zh-TW"/>
              </w:rPr>
            </w:pPr>
            <w:r>
              <w:rPr>
                <w:lang w:eastAsia="fi-FI"/>
              </w:rPr>
              <w:t>DC_13A_n2A</w:t>
            </w:r>
          </w:p>
        </w:tc>
      </w:tr>
      <w:tr w:rsidR="00F044BB" w14:paraId="62DA8D2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1DBEE3B" w14:textId="77777777" w:rsidR="00F044BB" w:rsidRDefault="00F044BB" w:rsidP="00AC3FE8">
            <w:pPr>
              <w:pStyle w:val="TAC"/>
              <w:rPr>
                <w:lang w:eastAsia="fi-FI"/>
              </w:rPr>
            </w:pPr>
            <w:r>
              <w:rPr>
                <w:lang w:eastAsia="fi-FI"/>
              </w:rPr>
              <w:t>DC_2A-13A-66A_n5A</w:t>
            </w:r>
          </w:p>
          <w:p w14:paraId="2D4F27CC" w14:textId="77777777" w:rsidR="00F044BB" w:rsidRDefault="00F044BB" w:rsidP="00AC3FE8">
            <w:pPr>
              <w:pStyle w:val="TAC"/>
              <w:rPr>
                <w:lang w:eastAsia="ja-JP"/>
              </w:rPr>
            </w:pPr>
            <w:r>
              <w:rPr>
                <w:lang w:eastAsia="ja-JP"/>
              </w:rPr>
              <w:t>DC_2A-2A-13A-66A_n5A</w:t>
            </w:r>
          </w:p>
          <w:p w14:paraId="50B69932" w14:textId="77777777" w:rsidR="00F044BB" w:rsidRDefault="00F044BB" w:rsidP="00AC3FE8">
            <w:pPr>
              <w:pStyle w:val="TAC"/>
              <w:rPr>
                <w:lang w:eastAsia="ja-JP"/>
              </w:rPr>
            </w:pPr>
            <w:r>
              <w:rPr>
                <w:lang w:eastAsia="ja-JP"/>
              </w:rPr>
              <w:t>DC_2A-13A-66A-66A_n5A</w:t>
            </w:r>
          </w:p>
          <w:p w14:paraId="081FF613" w14:textId="77777777" w:rsidR="00F044BB" w:rsidRDefault="00F044BB" w:rsidP="00AC3FE8">
            <w:pPr>
              <w:pStyle w:val="TAC"/>
              <w:rPr>
                <w:lang w:eastAsia="ja-JP"/>
              </w:rPr>
            </w:pPr>
            <w:r>
              <w:rPr>
                <w:lang w:eastAsia="ja-JP"/>
              </w:rPr>
              <w:t>DC_2A-2A-13A-66A-66A_n5A</w:t>
            </w:r>
          </w:p>
        </w:tc>
        <w:tc>
          <w:tcPr>
            <w:tcW w:w="3514" w:type="dxa"/>
            <w:tcBorders>
              <w:top w:val="single" w:sz="4" w:space="0" w:color="auto"/>
              <w:left w:val="single" w:sz="4" w:space="0" w:color="auto"/>
              <w:bottom w:val="single" w:sz="4" w:space="0" w:color="auto"/>
              <w:right w:val="single" w:sz="4" w:space="0" w:color="auto"/>
            </w:tcBorders>
            <w:hideMark/>
          </w:tcPr>
          <w:p w14:paraId="4D2FE163" w14:textId="77777777" w:rsidR="00F044BB" w:rsidRDefault="00F044BB" w:rsidP="00AC3FE8">
            <w:pPr>
              <w:pStyle w:val="TAC"/>
              <w:rPr>
                <w:lang w:eastAsia="fi-FI"/>
              </w:rPr>
            </w:pPr>
            <w:r>
              <w:rPr>
                <w:lang w:eastAsia="fi-FI"/>
              </w:rPr>
              <w:t>DC_2A_n5A</w:t>
            </w:r>
          </w:p>
          <w:p w14:paraId="40E66C6E" w14:textId="77777777" w:rsidR="00F044BB" w:rsidRDefault="00F044BB" w:rsidP="00AC3FE8">
            <w:pPr>
              <w:pStyle w:val="TAC"/>
              <w:rPr>
                <w:lang w:eastAsia="zh-TW"/>
              </w:rPr>
            </w:pPr>
            <w:r>
              <w:rPr>
                <w:lang w:eastAsia="fi-FI"/>
              </w:rPr>
              <w:t>DC_66A_n5A</w:t>
            </w:r>
          </w:p>
        </w:tc>
      </w:tr>
      <w:tr w:rsidR="00F044BB" w14:paraId="3968B2E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565FF29" w14:textId="77777777" w:rsidR="00F044BB" w:rsidRDefault="00F044BB" w:rsidP="00AC3FE8">
            <w:pPr>
              <w:pStyle w:val="TAC"/>
              <w:rPr>
                <w:lang w:eastAsia="fi-FI"/>
              </w:rPr>
            </w:pPr>
            <w:r>
              <w:rPr>
                <w:lang w:eastAsia="fi-FI"/>
              </w:rPr>
              <w:t>DC_2A-13A-66A_n48A</w:t>
            </w:r>
          </w:p>
          <w:p w14:paraId="64FABA9C" w14:textId="77777777" w:rsidR="00F044BB" w:rsidRDefault="00F044BB" w:rsidP="00AC3FE8">
            <w:pPr>
              <w:pStyle w:val="TAC"/>
              <w:rPr>
                <w:lang w:eastAsia="ja-JP"/>
              </w:rPr>
            </w:pPr>
            <w:r>
              <w:rPr>
                <w:lang w:eastAsia="fi-FI"/>
              </w:rPr>
              <w:t>DC_2A-13A-66A_n48B</w:t>
            </w:r>
          </w:p>
        </w:tc>
        <w:tc>
          <w:tcPr>
            <w:tcW w:w="3514" w:type="dxa"/>
            <w:tcBorders>
              <w:top w:val="single" w:sz="4" w:space="0" w:color="auto"/>
              <w:left w:val="single" w:sz="4" w:space="0" w:color="auto"/>
              <w:bottom w:val="single" w:sz="4" w:space="0" w:color="auto"/>
              <w:right w:val="single" w:sz="4" w:space="0" w:color="auto"/>
            </w:tcBorders>
            <w:hideMark/>
          </w:tcPr>
          <w:p w14:paraId="01D5D01D" w14:textId="77777777" w:rsidR="00F044BB" w:rsidRDefault="00F044BB" w:rsidP="00AC3FE8">
            <w:pPr>
              <w:pStyle w:val="TAC"/>
              <w:rPr>
                <w:lang w:eastAsia="fi-FI"/>
              </w:rPr>
            </w:pPr>
            <w:r>
              <w:rPr>
                <w:lang w:eastAsia="fi-FI"/>
              </w:rPr>
              <w:t>DC_2A_n48A</w:t>
            </w:r>
          </w:p>
          <w:p w14:paraId="029D890F" w14:textId="77777777" w:rsidR="00F044BB" w:rsidRDefault="00F044BB" w:rsidP="00AC3FE8">
            <w:pPr>
              <w:pStyle w:val="TAC"/>
              <w:rPr>
                <w:lang w:eastAsia="fi-FI"/>
              </w:rPr>
            </w:pPr>
            <w:r>
              <w:rPr>
                <w:lang w:eastAsia="fi-FI"/>
              </w:rPr>
              <w:t>DC_13A_n48A</w:t>
            </w:r>
          </w:p>
          <w:p w14:paraId="709FB17B" w14:textId="77777777" w:rsidR="00F044BB" w:rsidRDefault="00F044BB" w:rsidP="00AC3FE8">
            <w:pPr>
              <w:pStyle w:val="TAC"/>
              <w:rPr>
                <w:lang w:eastAsia="zh-TW"/>
              </w:rPr>
            </w:pPr>
            <w:r>
              <w:rPr>
                <w:lang w:eastAsia="fi-FI"/>
              </w:rPr>
              <w:t>DC_66A_n48A</w:t>
            </w:r>
          </w:p>
        </w:tc>
      </w:tr>
      <w:tr w:rsidR="00F044BB" w14:paraId="7145077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0A3A6BB" w14:textId="77777777" w:rsidR="00F044BB" w:rsidRDefault="00F044BB" w:rsidP="00AC3FE8">
            <w:pPr>
              <w:pStyle w:val="TAC"/>
              <w:rPr>
                <w:lang w:eastAsia="fi-FI"/>
              </w:rPr>
            </w:pPr>
            <w:r>
              <w:rPr>
                <w:lang w:eastAsia="fi-FI"/>
              </w:rPr>
              <w:t>DC_2A-13A-66A-66A_n48A</w:t>
            </w:r>
          </w:p>
          <w:p w14:paraId="213FF581" w14:textId="77777777" w:rsidR="00F044BB" w:rsidRDefault="00F044BB" w:rsidP="00AC3FE8">
            <w:pPr>
              <w:pStyle w:val="TAC"/>
              <w:rPr>
                <w:lang w:eastAsia="ja-JP"/>
              </w:rPr>
            </w:pPr>
            <w:r>
              <w:rPr>
                <w:lang w:eastAsia="fi-FI"/>
              </w:rPr>
              <w:t>DC_2A-13A-66A-66A_n48B</w:t>
            </w:r>
          </w:p>
        </w:tc>
        <w:tc>
          <w:tcPr>
            <w:tcW w:w="3514" w:type="dxa"/>
            <w:tcBorders>
              <w:top w:val="single" w:sz="4" w:space="0" w:color="auto"/>
              <w:left w:val="single" w:sz="4" w:space="0" w:color="auto"/>
              <w:bottom w:val="single" w:sz="4" w:space="0" w:color="auto"/>
              <w:right w:val="single" w:sz="4" w:space="0" w:color="auto"/>
            </w:tcBorders>
            <w:hideMark/>
          </w:tcPr>
          <w:p w14:paraId="2DBA17BA" w14:textId="77777777" w:rsidR="00F044BB" w:rsidRDefault="00F044BB" w:rsidP="00AC3FE8">
            <w:pPr>
              <w:pStyle w:val="TAC"/>
              <w:rPr>
                <w:lang w:eastAsia="fi-FI"/>
              </w:rPr>
            </w:pPr>
            <w:r>
              <w:rPr>
                <w:lang w:eastAsia="fi-FI"/>
              </w:rPr>
              <w:t>DC_2A_n48A</w:t>
            </w:r>
          </w:p>
          <w:p w14:paraId="572D12F2" w14:textId="77777777" w:rsidR="00F044BB" w:rsidRDefault="00F044BB" w:rsidP="00AC3FE8">
            <w:pPr>
              <w:pStyle w:val="TAC"/>
              <w:rPr>
                <w:lang w:eastAsia="fi-FI"/>
              </w:rPr>
            </w:pPr>
            <w:r>
              <w:rPr>
                <w:lang w:eastAsia="fi-FI"/>
              </w:rPr>
              <w:t>DC_13A_n48A</w:t>
            </w:r>
          </w:p>
          <w:p w14:paraId="773CC456" w14:textId="77777777" w:rsidR="00F044BB" w:rsidRDefault="00F044BB" w:rsidP="00AC3FE8">
            <w:pPr>
              <w:pStyle w:val="TAC"/>
              <w:rPr>
                <w:lang w:eastAsia="zh-TW"/>
              </w:rPr>
            </w:pPr>
            <w:r>
              <w:rPr>
                <w:lang w:eastAsia="fi-FI"/>
              </w:rPr>
              <w:t>DC_66A_n48A</w:t>
            </w:r>
          </w:p>
        </w:tc>
      </w:tr>
      <w:tr w:rsidR="00F044BB" w14:paraId="2F73210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03CFDC9" w14:textId="77777777" w:rsidR="00F044BB" w:rsidRDefault="00F044BB" w:rsidP="00AC3FE8">
            <w:pPr>
              <w:pStyle w:val="TAC"/>
              <w:rPr>
                <w:lang w:eastAsia="fi-FI"/>
              </w:rPr>
            </w:pPr>
            <w:r>
              <w:rPr>
                <w:lang w:eastAsia="fi-FI"/>
              </w:rPr>
              <w:t>DC_2A-13A-66A_n66A</w:t>
            </w:r>
          </w:p>
          <w:p w14:paraId="3EE0C47D" w14:textId="77777777" w:rsidR="00F044BB" w:rsidRDefault="00F044BB" w:rsidP="00AC3FE8">
            <w:pPr>
              <w:pStyle w:val="TAC"/>
              <w:rPr>
                <w:lang w:eastAsia="fi-FI"/>
              </w:rPr>
            </w:pPr>
            <w:r>
              <w:rPr>
                <w:lang w:eastAsia="fi-FI"/>
              </w:rPr>
              <w:t>DC_2A-2A-13A-66A_n66A</w:t>
            </w:r>
          </w:p>
          <w:p w14:paraId="4FDEB94A" w14:textId="77777777" w:rsidR="00F044BB" w:rsidRDefault="00F044BB" w:rsidP="00AC3FE8">
            <w:pPr>
              <w:pStyle w:val="TAC"/>
              <w:rPr>
                <w:lang w:eastAsia="fi-FI"/>
              </w:rPr>
            </w:pPr>
            <w:r>
              <w:rPr>
                <w:lang w:eastAsia="fi-FI"/>
              </w:rPr>
              <w:t>DC_2A-13A-66A-66A_n66A</w:t>
            </w:r>
          </w:p>
          <w:p w14:paraId="2E7737DB" w14:textId="77777777" w:rsidR="00F044BB" w:rsidRDefault="00F044BB" w:rsidP="00AC3FE8">
            <w:pPr>
              <w:pStyle w:val="TAC"/>
              <w:rPr>
                <w:rFonts w:eastAsia="MS Mincho" w:cs="Arial"/>
                <w:szCs w:val="18"/>
                <w:lang w:eastAsia="ja-JP"/>
              </w:rPr>
            </w:pPr>
            <w:r>
              <w:rPr>
                <w:lang w:eastAsia="fi-FI"/>
              </w:rPr>
              <w:t>DC_2A-2A-13A-66A-66A_n66A</w:t>
            </w:r>
          </w:p>
        </w:tc>
        <w:tc>
          <w:tcPr>
            <w:tcW w:w="3514" w:type="dxa"/>
            <w:tcBorders>
              <w:top w:val="single" w:sz="4" w:space="0" w:color="auto"/>
              <w:left w:val="single" w:sz="4" w:space="0" w:color="auto"/>
              <w:bottom w:val="single" w:sz="4" w:space="0" w:color="auto"/>
              <w:right w:val="single" w:sz="4" w:space="0" w:color="auto"/>
            </w:tcBorders>
            <w:hideMark/>
          </w:tcPr>
          <w:p w14:paraId="2EA69C95" w14:textId="77777777" w:rsidR="00F044BB" w:rsidRDefault="00F044BB" w:rsidP="00AC3FE8">
            <w:pPr>
              <w:pStyle w:val="TAC"/>
              <w:rPr>
                <w:lang w:eastAsia="fi-FI"/>
              </w:rPr>
            </w:pPr>
            <w:r>
              <w:rPr>
                <w:lang w:eastAsia="fi-FI"/>
              </w:rPr>
              <w:t>DC_2A_n66A</w:t>
            </w:r>
          </w:p>
          <w:p w14:paraId="48D1D9AB" w14:textId="77777777" w:rsidR="00F044BB" w:rsidRDefault="00F044BB" w:rsidP="00AC3FE8">
            <w:pPr>
              <w:pStyle w:val="TAC"/>
              <w:rPr>
                <w:lang w:eastAsia="fi-FI"/>
              </w:rPr>
            </w:pPr>
            <w:r>
              <w:rPr>
                <w:lang w:eastAsia="fi-FI"/>
              </w:rPr>
              <w:t>DC_13A_n66A</w:t>
            </w:r>
          </w:p>
          <w:p w14:paraId="35985149" w14:textId="77777777" w:rsidR="00F044BB" w:rsidRDefault="00F044BB" w:rsidP="00AC3FE8">
            <w:pPr>
              <w:pStyle w:val="TAC"/>
              <w:rPr>
                <w:rFonts w:eastAsia="MS Mincho" w:cs="Arial"/>
                <w:szCs w:val="18"/>
                <w:lang w:eastAsia="ja-JP"/>
              </w:rPr>
            </w:pPr>
            <w:r>
              <w:rPr>
                <w:lang w:eastAsia="fi-FI"/>
              </w:rPr>
              <w:t>DC_66A_n66A</w:t>
            </w:r>
            <w:r>
              <w:rPr>
                <w:vertAlign w:val="superscript"/>
                <w:lang w:eastAsia="fi-FI"/>
              </w:rPr>
              <w:t>4</w:t>
            </w:r>
          </w:p>
        </w:tc>
      </w:tr>
      <w:tr w:rsidR="00F044BB" w14:paraId="0B724CF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EC6FCA1" w14:textId="77777777" w:rsidR="00F044BB" w:rsidRDefault="00F044BB" w:rsidP="00AC3FE8">
            <w:pPr>
              <w:pStyle w:val="TAC"/>
              <w:rPr>
                <w:lang w:eastAsia="fi-FI"/>
              </w:rPr>
            </w:pPr>
            <w:r>
              <w:rPr>
                <w:lang w:eastAsia="fi-FI"/>
              </w:rPr>
              <w:t>DC_2A-14A-66A_n2A</w:t>
            </w:r>
          </w:p>
        </w:tc>
        <w:tc>
          <w:tcPr>
            <w:tcW w:w="3514" w:type="dxa"/>
            <w:tcBorders>
              <w:top w:val="single" w:sz="4" w:space="0" w:color="auto"/>
              <w:left w:val="single" w:sz="4" w:space="0" w:color="auto"/>
              <w:bottom w:val="single" w:sz="4" w:space="0" w:color="auto"/>
              <w:right w:val="single" w:sz="4" w:space="0" w:color="auto"/>
            </w:tcBorders>
            <w:hideMark/>
          </w:tcPr>
          <w:p w14:paraId="62D6ACB0" w14:textId="77777777" w:rsidR="00F044BB" w:rsidRDefault="00F044BB" w:rsidP="00AC3FE8">
            <w:pPr>
              <w:pStyle w:val="TAC"/>
              <w:rPr>
                <w:rFonts w:eastAsia="MS Mincho" w:cs="Arial"/>
                <w:lang w:eastAsia="ja-JP"/>
              </w:rPr>
            </w:pPr>
            <w:r>
              <w:rPr>
                <w:lang w:eastAsia="fi-FI"/>
              </w:rPr>
              <w:t>DC_</w:t>
            </w:r>
            <w:r>
              <w:rPr>
                <w:rFonts w:eastAsia="MS Mincho" w:cs="Arial"/>
                <w:lang w:eastAsia="ja-JP"/>
              </w:rPr>
              <w:t>2A_n2A</w:t>
            </w:r>
            <w:r>
              <w:rPr>
                <w:vertAlign w:val="superscript"/>
                <w:lang w:eastAsia="fi-FI"/>
              </w:rPr>
              <w:t>4</w:t>
            </w:r>
          </w:p>
          <w:p w14:paraId="60ABD40C" w14:textId="77777777" w:rsidR="00F044BB" w:rsidRDefault="00F044BB" w:rsidP="00AC3FE8">
            <w:pPr>
              <w:pStyle w:val="TAC"/>
              <w:rPr>
                <w:lang w:eastAsia="zh-TW"/>
              </w:rPr>
            </w:pPr>
            <w:r>
              <w:rPr>
                <w:lang w:eastAsia="fi-FI"/>
              </w:rPr>
              <w:t>DC_</w:t>
            </w:r>
            <w:r>
              <w:rPr>
                <w:rFonts w:eastAsia="MS Mincho" w:cs="Arial"/>
                <w:lang w:eastAsia="ja-JP"/>
              </w:rPr>
              <w:t>14A_n2A</w:t>
            </w:r>
          </w:p>
          <w:p w14:paraId="3AF2B0B8" w14:textId="77777777" w:rsidR="00F044BB" w:rsidRDefault="00F044BB" w:rsidP="00AC3FE8">
            <w:pPr>
              <w:pStyle w:val="TAC"/>
              <w:rPr>
                <w:lang w:eastAsia="fi-FI"/>
              </w:rPr>
            </w:pPr>
            <w:r>
              <w:rPr>
                <w:lang w:eastAsia="fi-FI"/>
              </w:rPr>
              <w:t>DC_66A_n2A</w:t>
            </w:r>
          </w:p>
        </w:tc>
      </w:tr>
      <w:tr w:rsidR="00F044BB" w14:paraId="7C5B64A9"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AFED268" w14:textId="77777777" w:rsidR="00F044BB" w:rsidRDefault="00F044BB" w:rsidP="00AC3FE8">
            <w:pPr>
              <w:pStyle w:val="TAC"/>
              <w:rPr>
                <w:lang w:eastAsia="fi-FI"/>
              </w:rPr>
            </w:pPr>
            <w:r>
              <w:rPr>
                <w:lang w:eastAsia="fi-FI"/>
              </w:rPr>
              <w:t>DC_</w:t>
            </w:r>
            <w:r>
              <w:rPr>
                <w:rFonts w:eastAsia="MS Mincho" w:cs="Arial"/>
                <w:lang w:eastAsia="ja-JP"/>
              </w:rPr>
              <w:t>2A-14A-66A-66A_n2A</w:t>
            </w:r>
          </w:p>
        </w:tc>
        <w:tc>
          <w:tcPr>
            <w:tcW w:w="3514" w:type="dxa"/>
            <w:tcBorders>
              <w:top w:val="single" w:sz="4" w:space="0" w:color="auto"/>
              <w:left w:val="single" w:sz="4" w:space="0" w:color="auto"/>
              <w:bottom w:val="single" w:sz="4" w:space="0" w:color="auto"/>
              <w:right w:val="single" w:sz="4" w:space="0" w:color="auto"/>
            </w:tcBorders>
            <w:hideMark/>
          </w:tcPr>
          <w:p w14:paraId="5CDAA83C" w14:textId="77777777" w:rsidR="00F044BB" w:rsidRDefault="00F044BB" w:rsidP="00AC3FE8">
            <w:pPr>
              <w:pStyle w:val="TAC"/>
              <w:rPr>
                <w:lang w:eastAsia="fi-FI"/>
              </w:rPr>
            </w:pPr>
            <w:r>
              <w:rPr>
                <w:lang w:eastAsia="fi-FI"/>
              </w:rPr>
              <w:t>DC_2A_n2A</w:t>
            </w:r>
            <w:r>
              <w:rPr>
                <w:vertAlign w:val="superscript"/>
                <w:lang w:eastAsia="fi-FI"/>
              </w:rPr>
              <w:t>4</w:t>
            </w:r>
          </w:p>
          <w:p w14:paraId="4B74F870" w14:textId="77777777" w:rsidR="00F044BB" w:rsidRDefault="00F044BB" w:rsidP="00AC3FE8">
            <w:pPr>
              <w:pStyle w:val="TAC"/>
              <w:rPr>
                <w:lang w:eastAsia="fi-FI"/>
              </w:rPr>
            </w:pPr>
            <w:r>
              <w:rPr>
                <w:lang w:eastAsia="fi-FI"/>
              </w:rPr>
              <w:t>DC_14A_n2A</w:t>
            </w:r>
          </w:p>
          <w:p w14:paraId="616BB714" w14:textId="77777777" w:rsidR="00F044BB" w:rsidRDefault="00F044BB" w:rsidP="00AC3FE8">
            <w:pPr>
              <w:pStyle w:val="TAC"/>
              <w:rPr>
                <w:lang w:eastAsia="fi-FI"/>
              </w:rPr>
            </w:pPr>
            <w:r>
              <w:rPr>
                <w:lang w:eastAsia="fi-FI"/>
              </w:rPr>
              <w:t>DC_66A_n2A</w:t>
            </w:r>
          </w:p>
        </w:tc>
      </w:tr>
      <w:tr w:rsidR="00F044BB" w14:paraId="189AB88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931A4E6" w14:textId="77777777" w:rsidR="00F044BB" w:rsidRDefault="00F044BB" w:rsidP="00AC3FE8">
            <w:pPr>
              <w:pStyle w:val="TAC"/>
              <w:rPr>
                <w:lang w:eastAsia="fi-FI"/>
              </w:rPr>
            </w:pPr>
            <w:r>
              <w:rPr>
                <w:lang w:eastAsia="fi-FI"/>
              </w:rPr>
              <w:t>DC_</w:t>
            </w:r>
            <w:r>
              <w:rPr>
                <w:rFonts w:eastAsia="MS Mincho" w:cs="Arial"/>
                <w:lang w:eastAsia="ja-JP"/>
              </w:rPr>
              <w:t>2A-14A-66A_n66A</w:t>
            </w:r>
          </w:p>
        </w:tc>
        <w:tc>
          <w:tcPr>
            <w:tcW w:w="3514" w:type="dxa"/>
            <w:tcBorders>
              <w:top w:val="single" w:sz="4" w:space="0" w:color="auto"/>
              <w:left w:val="single" w:sz="4" w:space="0" w:color="auto"/>
              <w:bottom w:val="single" w:sz="4" w:space="0" w:color="auto"/>
              <w:right w:val="single" w:sz="4" w:space="0" w:color="auto"/>
            </w:tcBorders>
            <w:hideMark/>
          </w:tcPr>
          <w:p w14:paraId="608FEEFC" w14:textId="77777777" w:rsidR="00F044BB" w:rsidRDefault="00F044BB" w:rsidP="00AC3FE8">
            <w:pPr>
              <w:pStyle w:val="TAC"/>
              <w:rPr>
                <w:rFonts w:eastAsia="MS Mincho" w:cs="Arial"/>
                <w:lang w:eastAsia="ja-JP"/>
              </w:rPr>
            </w:pPr>
            <w:r>
              <w:rPr>
                <w:lang w:eastAsia="fi-FI"/>
              </w:rPr>
              <w:t>DC_</w:t>
            </w:r>
            <w:r>
              <w:rPr>
                <w:rFonts w:eastAsia="MS Mincho" w:cs="Arial"/>
                <w:lang w:eastAsia="ja-JP"/>
              </w:rPr>
              <w:t>2A_n66A</w:t>
            </w:r>
          </w:p>
          <w:p w14:paraId="0CD014D0" w14:textId="77777777" w:rsidR="00F044BB" w:rsidRDefault="00F044BB" w:rsidP="00AC3FE8">
            <w:pPr>
              <w:pStyle w:val="TAC"/>
              <w:rPr>
                <w:lang w:eastAsia="zh-TW"/>
              </w:rPr>
            </w:pPr>
            <w:r>
              <w:rPr>
                <w:lang w:eastAsia="fi-FI"/>
              </w:rPr>
              <w:t>DC_</w:t>
            </w:r>
            <w:r>
              <w:rPr>
                <w:rFonts w:eastAsia="MS Mincho" w:cs="Arial"/>
                <w:lang w:eastAsia="ja-JP"/>
              </w:rPr>
              <w:t>14A_n66A</w:t>
            </w:r>
          </w:p>
          <w:p w14:paraId="25BB2C2E" w14:textId="77777777" w:rsidR="00F044BB" w:rsidRDefault="00F044BB" w:rsidP="00AC3FE8">
            <w:pPr>
              <w:pStyle w:val="TAC"/>
              <w:rPr>
                <w:lang w:eastAsia="fi-FI"/>
              </w:rPr>
            </w:pPr>
            <w:r>
              <w:rPr>
                <w:lang w:eastAsia="fi-FI"/>
              </w:rPr>
              <w:t>DC_</w:t>
            </w:r>
            <w:r>
              <w:rPr>
                <w:rFonts w:eastAsia="MS Mincho" w:cs="Arial"/>
                <w:lang w:eastAsia="ja-JP"/>
              </w:rPr>
              <w:t>66A_n66A</w:t>
            </w:r>
            <w:r>
              <w:rPr>
                <w:vertAlign w:val="superscript"/>
                <w:lang w:eastAsia="fi-FI"/>
              </w:rPr>
              <w:t>4</w:t>
            </w:r>
          </w:p>
        </w:tc>
      </w:tr>
      <w:tr w:rsidR="00F044BB" w14:paraId="3F199F5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2A5E864" w14:textId="77777777" w:rsidR="00F044BB" w:rsidRDefault="00F044BB" w:rsidP="00AC3FE8">
            <w:pPr>
              <w:pStyle w:val="TAC"/>
              <w:rPr>
                <w:lang w:eastAsia="fi-FI"/>
              </w:rPr>
            </w:pPr>
            <w:r>
              <w:rPr>
                <w:lang w:eastAsia="fi-FI"/>
              </w:rPr>
              <w:t>DC_</w:t>
            </w:r>
            <w:r>
              <w:rPr>
                <w:rFonts w:eastAsia="MS Mincho" w:cs="Arial"/>
                <w:lang w:eastAsia="ja-JP"/>
              </w:rPr>
              <w:t>2A-2A-14A-66A_n66A</w:t>
            </w:r>
          </w:p>
        </w:tc>
        <w:tc>
          <w:tcPr>
            <w:tcW w:w="3514" w:type="dxa"/>
            <w:tcBorders>
              <w:top w:val="single" w:sz="4" w:space="0" w:color="auto"/>
              <w:left w:val="single" w:sz="4" w:space="0" w:color="auto"/>
              <w:bottom w:val="single" w:sz="4" w:space="0" w:color="auto"/>
              <w:right w:val="single" w:sz="4" w:space="0" w:color="auto"/>
            </w:tcBorders>
            <w:hideMark/>
          </w:tcPr>
          <w:p w14:paraId="31D0F389" w14:textId="77777777" w:rsidR="00F044BB" w:rsidRDefault="00F044BB" w:rsidP="00AC3FE8">
            <w:pPr>
              <w:pStyle w:val="TAC"/>
              <w:rPr>
                <w:rFonts w:eastAsia="MS Mincho" w:cs="Arial"/>
                <w:lang w:eastAsia="ja-JP"/>
              </w:rPr>
            </w:pPr>
            <w:r>
              <w:rPr>
                <w:lang w:eastAsia="fi-FI"/>
              </w:rPr>
              <w:t>DC_</w:t>
            </w:r>
            <w:r>
              <w:rPr>
                <w:rFonts w:eastAsia="MS Mincho" w:cs="Arial"/>
                <w:lang w:eastAsia="ja-JP"/>
              </w:rPr>
              <w:t>2A_n66A</w:t>
            </w:r>
          </w:p>
          <w:p w14:paraId="381B92E2" w14:textId="77777777" w:rsidR="00F044BB" w:rsidRDefault="00F044BB" w:rsidP="00AC3FE8">
            <w:pPr>
              <w:pStyle w:val="TAC"/>
              <w:rPr>
                <w:lang w:eastAsia="zh-TW"/>
              </w:rPr>
            </w:pPr>
            <w:r>
              <w:rPr>
                <w:lang w:eastAsia="fi-FI"/>
              </w:rPr>
              <w:t>DC_</w:t>
            </w:r>
            <w:r>
              <w:rPr>
                <w:rFonts w:eastAsia="MS Mincho" w:cs="Arial"/>
                <w:lang w:eastAsia="ja-JP"/>
              </w:rPr>
              <w:t>14A_n66A</w:t>
            </w:r>
          </w:p>
          <w:p w14:paraId="14DEB6DB" w14:textId="77777777" w:rsidR="00F044BB" w:rsidRDefault="00F044BB" w:rsidP="00AC3FE8">
            <w:pPr>
              <w:pStyle w:val="TAC"/>
              <w:rPr>
                <w:lang w:eastAsia="fi-FI"/>
              </w:rPr>
            </w:pPr>
            <w:r>
              <w:rPr>
                <w:lang w:eastAsia="fi-FI"/>
              </w:rPr>
              <w:t>DC_</w:t>
            </w:r>
            <w:r>
              <w:rPr>
                <w:rFonts w:eastAsia="MS Mincho" w:cs="Arial"/>
                <w:lang w:eastAsia="ja-JP"/>
              </w:rPr>
              <w:t>66A_n66A</w:t>
            </w:r>
            <w:r>
              <w:rPr>
                <w:vertAlign w:val="superscript"/>
                <w:lang w:eastAsia="fi-FI"/>
              </w:rPr>
              <w:t>4</w:t>
            </w:r>
          </w:p>
        </w:tc>
      </w:tr>
      <w:tr w:rsidR="00F044BB" w14:paraId="6DB1CEF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5038847" w14:textId="77777777" w:rsidR="00F044BB" w:rsidRDefault="00F044BB" w:rsidP="00AC3FE8">
            <w:pPr>
              <w:pStyle w:val="TAC"/>
              <w:rPr>
                <w:lang w:eastAsia="fi-FI"/>
              </w:rPr>
            </w:pPr>
            <w:r>
              <w:rPr>
                <w:rFonts w:cs="Arial"/>
                <w:lang w:eastAsia="ja-JP"/>
              </w:rPr>
              <w:t>DC_2A-29A-30A_n2A</w:t>
            </w:r>
          </w:p>
        </w:tc>
        <w:tc>
          <w:tcPr>
            <w:tcW w:w="3514" w:type="dxa"/>
            <w:tcBorders>
              <w:top w:val="single" w:sz="4" w:space="0" w:color="auto"/>
              <w:left w:val="single" w:sz="4" w:space="0" w:color="auto"/>
              <w:bottom w:val="single" w:sz="4" w:space="0" w:color="auto"/>
              <w:right w:val="single" w:sz="4" w:space="0" w:color="auto"/>
            </w:tcBorders>
            <w:hideMark/>
          </w:tcPr>
          <w:p w14:paraId="038FEF4D" w14:textId="77777777" w:rsidR="00F044BB" w:rsidRDefault="00F044BB" w:rsidP="00AC3FE8">
            <w:pPr>
              <w:pStyle w:val="TAC"/>
              <w:rPr>
                <w:rFonts w:cs="Arial"/>
                <w:lang w:eastAsia="ja-JP"/>
              </w:rPr>
            </w:pPr>
            <w:r>
              <w:rPr>
                <w:rFonts w:cs="Arial"/>
                <w:lang w:eastAsia="ja-JP"/>
              </w:rPr>
              <w:t>DC_2A_n2A</w:t>
            </w:r>
            <w:r>
              <w:rPr>
                <w:vertAlign w:val="superscript"/>
                <w:lang w:eastAsia="zh-CN"/>
              </w:rPr>
              <w:t>4</w:t>
            </w:r>
          </w:p>
          <w:p w14:paraId="43DC18D7" w14:textId="77777777" w:rsidR="00F044BB" w:rsidRDefault="00F044BB" w:rsidP="00AC3FE8">
            <w:pPr>
              <w:pStyle w:val="TAC"/>
              <w:rPr>
                <w:lang w:eastAsia="fi-FI"/>
              </w:rPr>
            </w:pPr>
            <w:r>
              <w:rPr>
                <w:rFonts w:cs="Arial"/>
                <w:lang w:eastAsia="ja-JP"/>
              </w:rPr>
              <w:t>DC_30A_n2A</w:t>
            </w:r>
          </w:p>
        </w:tc>
      </w:tr>
      <w:tr w:rsidR="00F044BB" w14:paraId="485952E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95DB1EB" w14:textId="77777777" w:rsidR="00F044BB" w:rsidRDefault="00F044BB" w:rsidP="00AC3FE8">
            <w:pPr>
              <w:pStyle w:val="TAC"/>
              <w:rPr>
                <w:lang w:eastAsia="fi-FI"/>
              </w:rPr>
            </w:pPr>
            <w:r>
              <w:rPr>
                <w:rFonts w:cs="Arial"/>
                <w:lang w:eastAsia="ja-JP"/>
              </w:rPr>
              <w:t>DC_2A-29A-66A_n2A</w:t>
            </w:r>
          </w:p>
        </w:tc>
        <w:tc>
          <w:tcPr>
            <w:tcW w:w="3514" w:type="dxa"/>
            <w:tcBorders>
              <w:top w:val="single" w:sz="4" w:space="0" w:color="auto"/>
              <w:left w:val="single" w:sz="4" w:space="0" w:color="auto"/>
              <w:bottom w:val="single" w:sz="4" w:space="0" w:color="auto"/>
              <w:right w:val="single" w:sz="4" w:space="0" w:color="auto"/>
            </w:tcBorders>
            <w:hideMark/>
          </w:tcPr>
          <w:p w14:paraId="7A7F7CA1" w14:textId="77777777" w:rsidR="00F044BB" w:rsidRDefault="00F044BB" w:rsidP="00AC3FE8">
            <w:pPr>
              <w:pStyle w:val="TAC"/>
              <w:rPr>
                <w:rFonts w:cs="Arial"/>
                <w:lang w:eastAsia="ja-JP"/>
              </w:rPr>
            </w:pPr>
            <w:r>
              <w:rPr>
                <w:rFonts w:cs="Arial"/>
                <w:lang w:eastAsia="ja-JP"/>
              </w:rPr>
              <w:t>DC_2A_n2A</w:t>
            </w:r>
            <w:r>
              <w:rPr>
                <w:vertAlign w:val="superscript"/>
                <w:lang w:eastAsia="zh-CN"/>
              </w:rPr>
              <w:t>4</w:t>
            </w:r>
          </w:p>
          <w:p w14:paraId="07DD1AC9" w14:textId="77777777" w:rsidR="00F044BB" w:rsidRDefault="00F044BB" w:rsidP="00AC3FE8">
            <w:pPr>
              <w:pStyle w:val="TAC"/>
              <w:rPr>
                <w:lang w:eastAsia="fi-FI"/>
              </w:rPr>
            </w:pPr>
            <w:r>
              <w:rPr>
                <w:rFonts w:cs="Arial"/>
                <w:lang w:eastAsia="ja-JP"/>
              </w:rPr>
              <w:t>DC_66A_n2A</w:t>
            </w:r>
          </w:p>
        </w:tc>
      </w:tr>
      <w:tr w:rsidR="00F044BB" w14:paraId="4BC5DA3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5CD74FB" w14:textId="77777777" w:rsidR="00F044BB" w:rsidRDefault="00F044BB" w:rsidP="00AC3FE8">
            <w:pPr>
              <w:pStyle w:val="TAC"/>
              <w:rPr>
                <w:lang w:eastAsia="fi-FI"/>
              </w:rPr>
            </w:pPr>
            <w:r>
              <w:rPr>
                <w:rFonts w:cs="Arial"/>
                <w:lang w:eastAsia="ja-JP"/>
              </w:rPr>
              <w:lastRenderedPageBreak/>
              <w:t>DC_2A-29A-66A-66A_n2A</w:t>
            </w:r>
          </w:p>
        </w:tc>
        <w:tc>
          <w:tcPr>
            <w:tcW w:w="3514" w:type="dxa"/>
            <w:tcBorders>
              <w:top w:val="single" w:sz="4" w:space="0" w:color="auto"/>
              <w:left w:val="single" w:sz="4" w:space="0" w:color="auto"/>
              <w:bottom w:val="single" w:sz="4" w:space="0" w:color="auto"/>
              <w:right w:val="single" w:sz="4" w:space="0" w:color="auto"/>
            </w:tcBorders>
            <w:hideMark/>
          </w:tcPr>
          <w:p w14:paraId="560D8298" w14:textId="77777777" w:rsidR="00F044BB" w:rsidRDefault="00F044BB" w:rsidP="00AC3FE8">
            <w:pPr>
              <w:pStyle w:val="TAC"/>
              <w:rPr>
                <w:rFonts w:cs="Arial"/>
                <w:lang w:eastAsia="ja-JP"/>
              </w:rPr>
            </w:pPr>
            <w:r>
              <w:rPr>
                <w:rFonts w:cs="Arial"/>
                <w:lang w:eastAsia="ja-JP"/>
              </w:rPr>
              <w:t>DC_2A_n2A</w:t>
            </w:r>
            <w:r>
              <w:rPr>
                <w:vertAlign w:val="superscript"/>
                <w:lang w:eastAsia="zh-CN"/>
              </w:rPr>
              <w:t>4</w:t>
            </w:r>
          </w:p>
          <w:p w14:paraId="5F57F103" w14:textId="77777777" w:rsidR="00F044BB" w:rsidRDefault="00F044BB" w:rsidP="00AC3FE8">
            <w:pPr>
              <w:pStyle w:val="TAC"/>
              <w:rPr>
                <w:lang w:eastAsia="fi-FI"/>
              </w:rPr>
            </w:pPr>
            <w:r>
              <w:rPr>
                <w:rFonts w:cs="Arial"/>
                <w:lang w:eastAsia="ja-JP"/>
              </w:rPr>
              <w:t>DC_66A_n2A</w:t>
            </w:r>
          </w:p>
        </w:tc>
      </w:tr>
      <w:tr w:rsidR="00F044BB" w14:paraId="36CD67D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051D09F" w14:textId="77777777" w:rsidR="00F044BB" w:rsidRDefault="00F044BB" w:rsidP="00AC3FE8">
            <w:pPr>
              <w:pStyle w:val="TAC"/>
              <w:rPr>
                <w:lang w:eastAsia="fi-FI"/>
              </w:rPr>
            </w:pPr>
            <w:r>
              <w:rPr>
                <w:rFonts w:cs="Arial"/>
                <w:szCs w:val="18"/>
                <w:lang w:eastAsia="ja-JP"/>
              </w:rPr>
              <w:t>DC_2A-29A-66A_n66A</w:t>
            </w:r>
          </w:p>
        </w:tc>
        <w:tc>
          <w:tcPr>
            <w:tcW w:w="3514" w:type="dxa"/>
            <w:tcBorders>
              <w:top w:val="single" w:sz="4" w:space="0" w:color="auto"/>
              <w:left w:val="single" w:sz="4" w:space="0" w:color="auto"/>
              <w:bottom w:val="single" w:sz="4" w:space="0" w:color="auto"/>
              <w:right w:val="single" w:sz="4" w:space="0" w:color="auto"/>
            </w:tcBorders>
            <w:hideMark/>
          </w:tcPr>
          <w:p w14:paraId="5DBD064D" w14:textId="77777777" w:rsidR="00F044BB" w:rsidRDefault="00F044BB" w:rsidP="00AC3FE8">
            <w:pPr>
              <w:pStyle w:val="TAC"/>
              <w:rPr>
                <w:rFonts w:cs="Arial"/>
                <w:szCs w:val="18"/>
                <w:lang w:eastAsia="ja-JP"/>
              </w:rPr>
            </w:pPr>
            <w:r>
              <w:rPr>
                <w:rFonts w:cs="Arial"/>
                <w:szCs w:val="18"/>
                <w:lang w:eastAsia="ja-JP"/>
              </w:rPr>
              <w:t>DC_2A_n66A</w:t>
            </w:r>
          </w:p>
          <w:p w14:paraId="37A7AE10" w14:textId="77777777" w:rsidR="00F044BB" w:rsidRDefault="00F044BB" w:rsidP="00AC3FE8">
            <w:pPr>
              <w:pStyle w:val="TAC"/>
              <w:rPr>
                <w:lang w:eastAsia="fi-FI"/>
              </w:rPr>
            </w:pPr>
            <w:r>
              <w:rPr>
                <w:rFonts w:cs="Arial"/>
                <w:szCs w:val="18"/>
                <w:lang w:eastAsia="ja-JP"/>
              </w:rPr>
              <w:t>DC_66A_n66A</w:t>
            </w:r>
            <w:r>
              <w:rPr>
                <w:rFonts w:cs="Arial"/>
                <w:szCs w:val="18"/>
                <w:vertAlign w:val="superscript"/>
                <w:lang w:eastAsia="fi-FI"/>
              </w:rPr>
              <w:t>4</w:t>
            </w:r>
          </w:p>
        </w:tc>
      </w:tr>
      <w:tr w:rsidR="00F044BB" w14:paraId="52B23A0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1167124" w14:textId="77777777" w:rsidR="00F044BB" w:rsidRDefault="00F044BB" w:rsidP="00AC3FE8">
            <w:pPr>
              <w:pStyle w:val="TAC"/>
              <w:rPr>
                <w:lang w:eastAsia="fi-FI"/>
              </w:rPr>
            </w:pPr>
            <w:r>
              <w:rPr>
                <w:rFonts w:cs="Arial"/>
                <w:szCs w:val="18"/>
                <w:lang w:eastAsia="ja-JP"/>
              </w:rPr>
              <w:t>DC_2A-30A-66A_n2A</w:t>
            </w:r>
          </w:p>
        </w:tc>
        <w:tc>
          <w:tcPr>
            <w:tcW w:w="3514" w:type="dxa"/>
            <w:tcBorders>
              <w:top w:val="single" w:sz="4" w:space="0" w:color="auto"/>
              <w:left w:val="single" w:sz="4" w:space="0" w:color="auto"/>
              <w:bottom w:val="single" w:sz="4" w:space="0" w:color="auto"/>
              <w:right w:val="single" w:sz="4" w:space="0" w:color="auto"/>
            </w:tcBorders>
            <w:hideMark/>
          </w:tcPr>
          <w:p w14:paraId="54FF1C1D" w14:textId="77777777" w:rsidR="00F044BB" w:rsidRDefault="00F044BB" w:rsidP="00AC3FE8">
            <w:pPr>
              <w:pStyle w:val="TAC"/>
              <w:rPr>
                <w:rFonts w:cs="Arial"/>
                <w:szCs w:val="18"/>
                <w:lang w:eastAsia="ja-JP"/>
              </w:rPr>
            </w:pPr>
            <w:r>
              <w:rPr>
                <w:rFonts w:cs="Arial"/>
                <w:szCs w:val="18"/>
                <w:lang w:eastAsia="ja-JP"/>
              </w:rPr>
              <w:t>DC_2A_n2A</w:t>
            </w:r>
            <w:r>
              <w:rPr>
                <w:rFonts w:cs="Arial"/>
                <w:szCs w:val="18"/>
                <w:vertAlign w:val="superscript"/>
                <w:lang w:eastAsia="zh-CN"/>
              </w:rPr>
              <w:t>4</w:t>
            </w:r>
          </w:p>
          <w:p w14:paraId="59E65A8E" w14:textId="77777777" w:rsidR="00F044BB" w:rsidRDefault="00F044BB" w:rsidP="00AC3FE8">
            <w:pPr>
              <w:pStyle w:val="TAC"/>
              <w:rPr>
                <w:rFonts w:cs="Arial"/>
                <w:szCs w:val="18"/>
                <w:lang w:eastAsia="ja-JP"/>
              </w:rPr>
            </w:pPr>
            <w:r>
              <w:rPr>
                <w:rFonts w:cs="Arial"/>
                <w:szCs w:val="18"/>
                <w:lang w:eastAsia="ja-JP"/>
              </w:rPr>
              <w:t>DC_30A_n2A</w:t>
            </w:r>
          </w:p>
          <w:p w14:paraId="752CCC9B" w14:textId="77777777" w:rsidR="00F044BB" w:rsidRDefault="00F044BB" w:rsidP="00AC3FE8">
            <w:pPr>
              <w:pStyle w:val="TAC"/>
              <w:rPr>
                <w:lang w:eastAsia="fi-FI"/>
              </w:rPr>
            </w:pPr>
            <w:r>
              <w:rPr>
                <w:rFonts w:cs="Arial"/>
                <w:szCs w:val="18"/>
                <w:lang w:eastAsia="ja-JP"/>
              </w:rPr>
              <w:t>DC_66A_n2A</w:t>
            </w:r>
          </w:p>
        </w:tc>
      </w:tr>
      <w:tr w:rsidR="00F044BB" w14:paraId="02DDC73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A69627C" w14:textId="77777777" w:rsidR="00F044BB" w:rsidRDefault="00F044BB" w:rsidP="00AC3FE8">
            <w:pPr>
              <w:pStyle w:val="TAC"/>
              <w:rPr>
                <w:lang w:eastAsia="fi-FI"/>
              </w:rPr>
            </w:pPr>
            <w:r>
              <w:rPr>
                <w:rFonts w:cs="Arial"/>
                <w:lang w:eastAsia="ja-JP"/>
              </w:rPr>
              <w:t>DC_2A-30A-66A-66A_n2A</w:t>
            </w:r>
          </w:p>
        </w:tc>
        <w:tc>
          <w:tcPr>
            <w:tcW w:w="3514" w:type="dxa"/>
            <w:tcBorders>
              <w:top w:val="single" w:sz="4" w:space="0" w:color="auto"/>
              <w:left w:val="single" w:sz="4" w:space="0" w:color="auto"/>
              <w:bottom w:val="single" w:sz="4" w:space="0" w:color="auto"/>
              <w:right w:val="single" w:sz="4" w:space="0" w:color="auto"/>
            </w:tcBorders>
            <w:hideMark/>
          </w:tcPr>
          <w:p w14:paraId="57F3E226" w14:textId="77777777" w:rsidR="00F044BB" w:rsidRDefault="00F044BB" w:rsidP="00AC3FE8">
            <w:pPr>
              <w:pStyle w:val="TAC"/>
              <w:rPr>
                <w:rFonts w:cs="Arial"/>
                <w:szCs w:val="18"/>
                <w:lang w:eastAsia="ja-JP"/>
              </w:rPr>
            </w:pPr>
            <w:r>
              <w:rPr>
                <w:rFonts w:cs="Arial"/>
                <w:szCs w:val="18"/>
                <w:lang w:eastAsia="ja-JP"/>
              </w:rPr>
              <w:t>DC_2A_n2A</w:t>
            </w:r>
            <w:r>
              <w:rPr>
                <w:rFonts w:cs="Arial"/>
                <w:szCs w:val="18"/>
                <w:vertAlign w:val="superscript"/>
                <w:lang w:eastAsia="zh-CN"/>
              </w:rPr>
              <w:t>4</w:t>
            </w:r>
          </w:p>
          <w:p w14:paraId="4237A100" w14:textId="77777777" w:rsidR="00F044BB" w:rsidRDefault="00F044BB" w:rsidP="00AC3FE8">
            <w:pPr>
              <w:pStyle w:val="TAC"/>
              <w:rPr>
                <w:rFonts w:cs="Arial"/>
                <w:szCs w:val="18"/>
                <w:lang w:eastAsia="ja-JP"/>
              </w:rPr>
            </w:pPr>
            <w:r>
              <w:rPr>
                <w:rFonts w:cs="Arial"/>
                <w:szCs w:val="18"/>
                <w:lang w:eastAsia="ja-JP"/>
              </w:rPr>
              <w:t>DC_30A_n2A</w:t>
            </w:r>
          </w:p>
          <w:p w14:paraId="6B2844A1" w14:textId="77777777" w:rsidR="00F044BB" w:rsidRDefault="00F044BB" w:rsidP="00AC3FE8">
            <w:pPr>
              <w:pStyle w:val="TAC"/>
              <w:rPr>
                <w:lang w:eastAsia="fi-FI"/>
              </w:rPr>
            </w:pPr>
            <w:r>
              <w:rPr>
                <w:rFonts w:cs="Arial"/>
                <w:szCs w:val="18"/>
                <w:lang w:eastAsia="ja-JP"/>
              </w:rPr>
              <w:t>DC_66A_n2A</w:t>
            </w:r>
          </w:p>
        </w:tc>
      </w:tr>
      <w:tr w:rsidR="00F044BB" w14:paraId="6336AF3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12FF354" w14:textId="77777777" w:rsidR="00F044BB" w:rsidRDefault="00F044BB" w:rsidP="00AC3FE8">
            <w:pPr>
              <w:pStyle w:val="TAC"/>
            </w:pPr>
            <w:r>
              <w:rPr>
                <w:lang w:eastAsia="fi-FI"/>
              </w:rPr>
              <w:t>DC_2A-30A-66A_n5A</w:t>
            </w:r>
          </w:p>
          <w:p w14:paraId="7796A466" w14:textId="77777777" w:rsidR="00F044BB" w:rsidRDefault="00F044BB" w:rsidP="00AC3FE8">
            <w:pPr>
              <w:pStyle w:val="TAC"/>
            </w:pPr>
            <w:r>
              <w:rPr>
                <w:lang w:eastAsia="fi-FI"/>
              </w:rPr>
              <w:t>DC_2A-2A-30A-66A_n5A</w:t>
            </w:r>
          </w:p>
          <w:p w14:paraId="692DC773" w14:textId="77777777" w:rsidR="00F044BB" w:rsidRDefault="00F044BB" w:rsidP="00AC3FE8">
            <w:pPr>
              <w:pStyle w:val="TAC"/>
            </w:pPr>
            <w:r>
              <w:rPr>
                <w:lang w:eastAsia="fi-FI"/>
              </w:rPr>
              <w:t>DC_2A-30A-66A-66A_n5A</w:t>
            </w:r>
          </w:p>
        </w:tc>
        <w:tc>
          <w:tcPr>
            <w:tcW w:w="3514" w:type="dxa"/>
            <w:tcBorders>
              <w:top w:val="single" w:sz="4" w:space="0" w:color="auto"/>
              <w:left w:val="single" w:sz="4" w:space="0" w:color="auto"/>
              <w:bottom w:val="single" w:sz="4" w:space="0" w:color="auto"/>
              <w:right w:val="single" w:sz="4" w:space="0" w:color="auto"/>
            </w:tcBorders>
            <w:hideMark/>
          </w:tcPr>
          <w:p w14:paraId="1C498449" w14:textId="77777777" w:rsidR="00F044BB" w:rsidRDefault="00F044BB" w:rsidP="00AC3FE8">
            <w:pPr>
              <w:pStyle w:val="TAC"/>
              <w:rPr>
                <w:lang w:eastAsia="fi-FI"/>
              </w:rPr>
            </w:pPr>
            <w:r>
              <w:rPr>
                <w:lang w:eastAsia="fi-FI"/>
              </w:rPr>
              <w:t>DC_2A_n5A</w:t>
            </w:r>
          </w:p>
          <w:p w14:paraId="4B64A183" w14:textId="77777777" w:rsidR="00F044BB" w:rsidRDefault="00F044BB" w:rsidP="00AC3FE8">
            <w:pPr>
              <w:pStyle w:val="TAC"/>
              <w:rPr>
                <w:lang w:eastAsia="fi-FI"/>
              </w:rPr>
            </w:pPr>
            <w:r>
              <w:rPr>
                <w:lang w:eastAsia="fi-FI"/>
              </w:rPr>
              <w:t>DC_30A_n5A</w:t>
            </w:r>
          </w:p>
          <w:p w14:paraId="6E94F2E2" w14:textId="77777777" w:rsidR="00F044BB" w:rsidRDefault="00F044BB" w:rsidP="00AC3FE8">
            <w:pPr>
              <w:pStyle w:val="TAC"/>
            </w:pPr>
            <w:r>
              <w:rPr>
                <w:lang w:eastAsia="fi-FI"/>
              </w:rPr>
              <w:t>DC_66A_n5A</w:t>
            </w:r>
          </w:p>
        </w:tc>
      </w:tr>
      <w:tr w:rsidR="00F044BB" w14:paraId="275F1F9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3EC3555" w14:textId="77777777" w:rsidR="00F044BB" w:rsidRDefault="00F044BB" w:rsidP="00AC3FE8">
            <w:pPr>
              <w:pStyle w:val="TAC"/>
              <w:rPr>
                <w:lang w:eastAsia="fi-FI"/>
              </w:rPr>
            </w:pPr>
            <w:r>
              <w:rPr>
                <w:lang w:eastAsia="ja-JP"/>
              </w:rPr>
              <w:t>DC_</w:t>
            </w:r>
            <w:r>
              <w:t>2A-30A-66A_n66A</w:t>
            </w:r>
          </w:p>
        </w:tc>
        <w:tc>
          <w:tcPr>
            <w:tcW w:w="3514" w:type="dxa"/>
            <w:tcBorders>
              <w:top w:val="single" w:sz="4" w:space="0" w:color="auto"/>
              <w:left w:val="single" w:sz="4" w:space="0" w:color="auto"/>
              <w:bottom w:val="single" w:sz="4" w:space="0" w:color="auto"/>
              <w:right w:val="single" w:sz="4" w:space="0" w:color="auto"/>
            </w:tcBorders>
            <w:hideMark/>
          </w:tcPr>
          <w:p w14:paraId="57C6D6BE" w14:textId="77777777" w:rsidR="00F044BB" w:rsidRDefault="00F044BB" w:rsidP="00AC3FE8">
            <w:pPr>
              <w:pStyle w:val="TAC"/>
              <w:rPr>
                <w:lang w:eastAsia="zh-TW"/>
              </w:rPr>
            </w:pPr>
            <w:r>
              <w:rPr>
                <w:lang w:eastAsia="zh-TW"/>
              </w:rPr>
              <w:t>DC_2A_n66A</w:t>
            </w:r>
          </w:p>
          <w:p w14:paraId="02292133" w14:textId="77777777" w:rsidR="00F044BB" w:rsidRDefault="00F044BB" w:rsidP="00AC3FE8">
            <w:pPr>
              <w:pStyle w:val="TAC"/>
              <w:rPr>
                <w:lang w:eastAsia="zh-TW"/>
              </w:rPr>
            </w:pPr>
            <w:r>
              <w:rPr>
                <w:lang w:eastAsia="zh-TW"/>
              </w:rPr>
              <w:t>DC_30A_n66A</w:t>
            </w:r>
          </w:p>
          <w:p w14:paraId="7EEB63C3" w14:textId="77777777" w:rsidR="00F044BB" w:rsidRDefault="00F044BB" w:rsidP="00AC3FE8">
            <w:pPr>
              <w:pStyle w:val="TAC"/>
              <w:rPr>
                <w:lang w:eastAsia="fi-FI"/>
              </w:rPr>
            </w:pPr>
            <w:r>
              <w:rPr>
                <w:rFonts w:cs="Arial"/>
                <w:szCs w:val="18"/>
                <w:lang w:eastAsia="zh-TW"/>
              </w:rPr>
              <w:t>DC_66A_n66A</w:t>
            </w:r>
            <w:r>
              <w:rPr>
                <w:rFonts w:cs="Arial"/>
                <w:szCs w:val="18"/>
                <w:vertAlign w:val="superscript"/>
                <w:lang w:eastAsia="zh-TW"/>
              </w:rPr>
              <w:t>4</w:t>
            </w:r>
          </w:p>
        </w:tc>
      </w:tr>
      <w:tr w:rsidR="00F044BB" w14:paraId="21B1835C"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74A9B20" w14:textId="77777777" w:rsidR="00F044BB" w:rsidRDefault="00F044BB" w:rsidP="00AC3FE8">
            <w:pPr>
              <w:pStyle w:val="TAC"/>
              <w:rPr>
                <w:rFonts w:eastAsia="Malgun Gothic" w:cs="Arial"/>
                <w:szCs w:val="18"/>
                <w:lang w:eastAsia="ko-KR"/>
              </w:rPr>
            </w:pPr>
            <w:r>
              <w:rPr>
                <w:rFonts w:eastAsia="Malgun Gothic" w:cs="Arial"/>
                <w:szCs w:val="18"/>
                <w:lang w:eastAsia="ko-KR"/>
              </w:rPr>
              <w:t>DC_2A-46A_n41A-n66A</w:t>
            </w:r>
          </w:p>
          <w:p w14:paraId="542DDCDC" w14:textId="77777777" w:rsidR="00F044BB" w:rsidRDefault="00F044BB" w:rsidP="00AC3FE8">
            <w:pPr>
              <w:pStyle w:val="TAC"/>
              <w:rPr>
                <w:rFonts w:eastAsia="Malgun Gothic" w:cs="Arial"/>
                <w:szCs w:val="18"/>
                <w:lang w:eastAsia="ko-KR"/>
              </w:rPr>
            </w:pPr>
            <w:r>
              <w:rPr>
                <w:rFonts w:eastAsia="Malgun Gothic" w:cs="Arial"/>
                <w:szCs w:val="18"/>
                <w:lang w:eastAsia="ko-KR"/>
              </w:rPr>
              <w:t>DC_2A-46C_n41A-n66A</w:t>
            </w:r>
          </w:p>
          <w:p w14:paraId="7E7ED3A3" w14:textId="77777777" w:rsidR="00F044BB" w:rsidRDefault="00F044BB" w:rsidP="00AC3FE8">
            <w:pPr>
              <w:pStyle w:val="TAC"/>
              <w:rPr>
                <w:lang w:eastAsia="ja-JP"/>
              </w:rPr>
            </w:pPr>
            <w:r>
              <w:rPr>
                <w:rFonts w:eastAsia="Malgun Gothic" w:cs="Arial"/>
                <w:szCs w:val="18"/>
                <w:lang w:eastAsia="ko-KR"/>
              </w:rPr>
              <w:t>DC_2A-46D_n41A-n66A</w:t>
            </w:r>
          </w:p>
        </w:tc>
        <w:tc>
          <w:tcPr>
            <w:tcW w:w="3514" w:type="dxa"/>
            <w:tcBorders>
              <w:top w:val="single" w:sz="4" w:space="0" w:color="auto"/>
              <w:left w:val="single" w:sz="4" w:space="0" w:color="auto"/>
              <w:bottom w:val="single" w:sz="4" w:space="0" w:color="auto"/>
              <w:right w:val="single" w:sz="4" w:space="0" w:color="auto"/>
            </w:tcBorders>
            <w:hideMark/>
          </w:tcPr>
          <w:p w14:paraId="628A0DBF" w14:textId="77777777" w:rsidR="00F044BB" w:rsidRDefault="00F044BB" w:rsidP="00AC3FE8">
            <w:pPr>
              <w:pStyle w:val="TAC"/>
              <w:rPr>
                <w:rFonts w:cs="Arial"/>
                <w:lang w:eastAsia="zh-CN"/>
              </w:rPr>
            </w:pPr>
            <w:r>
              <w:rPr>
                <w:rFonts w:cs="Arial"/>
                <w:lang w:eastAsia="zh-CN"/>
              </w:rPr>
              <w:t>DC_2A_n41A</w:t>
            </w:r>
          </w:p>
          <w:p w14:paraId="653E4A33" w14:textId="77777777" w:rsidR="00F044BB" w:rsidRDefault="00F044BB" w:rsidP="00AC3FE8">
            <w:pPr>
              <w:pStyle w:val="TAC"/>
              <w:rPr>
                <w:lang w:eastAsia="zh-TW"/>
              </w:rPr>
            </w:pPr>
            <w:r>
              <w:rPr>
                <w:rFonts w:cs="Arial"/>
                <w:lang w:eastAsia="zh-CN"/>
              </w:rPr>
              <w:t>DC_2A_n66A</w:t>
            </w:r>
          </w:p>
        </w:tc>
      </w:tr>
      <w:tr w:rsidR="00F044BB" w14:paraId="1428194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2092B6D" w14:textId="77777777" w:rsidR="00F044BB" w:rsidRDefault="00F044BB" w:rsidP="00AC3FE8">
            <w:pPr>
              <w:pStyle w:val="TAC"/>
              <w:rPr>
                <w:rFonts w:cs="Arial"/>
                <w:szCs w:val="18"/>
              </w:rPr>
            </w:pPr>
            <w:r>
              <w:rPr>
                <w:rFonts w:cs="Arial"/>
                <w:szCs w:val="18"/>
              </w:rPr>
              <w:t>DC_2A-46A_n41A-n71A</w:t>
            </w:r>
          </w:p>
          <w:p w14:paraId="24D3C79F" w14:textId="77777777" w:rsidR="00F044BB" w:rsidRDefault="00F044BB" w:rsidP="00AC3FE8">
            <w:pPr>
              <w:pStyle w:val="TAC"/>
              <w:rPr>
                <w:rFonts w:cs="Arial"/>
                <w:szCs w:val="18"/>
              </w:rPr>
            </w:pPr>
            <w:r>
              <w:rPr>
                <w:rFonts w:cs="Arial"/>
                <w:szCs w:val="18"/>
              </w:rPr>
              <w:t>DC_2A-46C_n41A-n71A</w:t>
            </w:r>
          </w:p>
          <w:p w14:paraId="6B9DDC20" w14:textId="77777777" w:rsidR="00F044BB" w:rsidRDefault="00F044BB" w:rsidP="00AC3FE8">
            <w:pPr>
              <w:pStyle w:val="TAC"/>
              <w:rPr>
                <w:rFonts w:eastAsia="Malgun Gothic" w:cs="Arial"/>
                <w:szCs w:val="18"/>
                <w:lang w:eastAsia="ko-KR"/>
              </w:rPr>
            </w:pPr>
            <w:r>
              <w:rPr>
                <w:rFonts w:cs="Arial"/>
                <w:szCs w:val="18"/>
              </w:rPr>
              <w:t>DC_2A-46D_n41A-n71A</w:t>
            </w:r>
          </w:p>
        </w:tc>
        <w:tc>
          <w:tcPr>
            <w:tcW w:w="3514" w:type="dxa"/>
            <w:tcBorders>
              <w:top w:val="single" w:sz="4" w:space="0" w:color="auto"/>
              <w:left w:val="single" w:sz="4" w:space="0" w:color="auto"/>
              <w:bottom w:val="single" w:sz="4" w:space="0" w:color="auto"/>
              <w:right w:val="single" w:sz="4" w:space="0" w:color="auto"/>
            </w:tcBorders>
            <w:hideMark/>
          </w:tcPr>
          <w:p w14:paraId="2212AEC3" w14:textId="77777777" w:rsidR="00F044BB" w:rsidRDefault="00F044BB" w:rsidP="00AC3FE8">
            <w:pPr>
              <w:pStyle w:val="TAC"/>
              <w:rPr>
                <w:rFonts w:cs="Arial"/>
                <w:szCs w:val="18"/>
              </w:rPr>
            </w:pPr>
            <w:r>
              <w:rPr>
                <w:rFonts w:cs="Arial"/>
                <w:szCs w:val="18"/>
              </w:rPr>
              <w:t>DC_2A_n41A</w:t>
            </w:r>
          </w:p>
          <w:p w14:paraId="41C7417C" w14:textId="77777777" w:rsidR="00F044BB" w:rsidRDefault="00F044BB" w:rsidP="00AC3FE8">
            <w:pPr>
              <w:pStyle w:val="TAC"/>
              <w:rPr>
                <w:rFonts w:cs="Arial"/>
                <w:lang w:eastAsia="zh-CN"/>
              </w:rPr>
            </w:pPr>
            <w:r>
              <w:rPr>
                <w:rFonts w:cs="Arial"/>
                <w:szCs w:val="18"/>
              </w:rPr>
              <w:t>DC_2A_n71A</w:t>
            </w:r>
          </w:p>
        </w:tc>
      </w:tr>
      <w:tr w:rsidR="00F044BB" w14:paraId="4DD5FD1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15F5DFC" w14:textId="77777777" w:rsidR="00F044BB" w:rsidRDefault="00F044BB" w:rsidP="00AC3FE8">
            <w:pPr>
              <w:pStyle w:val="TAC"/>
              <w:rPr>
                <w:rFonts w:cs="Arial"/>
                <w:szCs w:val="18"/>
              </w:rPr>
            </w:pPr>
            <w:r>
              <w:rPr>
                <w:rFonts w:cs="Arial"/>
                <w:szCs w:val="18"/>
              </w:rPr>
              <w:t>DC_2A-46A_n41(2A)-n71A</w:t>
            </w:r>
          </w:p>
          <w:p w14:paraId="22A58389" w14:textId="77777777" w:rsidR="00F044BB" w:rsidRDefault="00F044BB" w:rsidP="00AC3FE8">
            <w:pPr>
              <w:pStyle w:val="TAC"/>
              <w:rPr>
                <w:rFonts w:cs="Arial"/>
                <w:szCs w:val="18"/>
              </w:rPr>
            </w:pPr>
            <w:r>
              <w:rPr>
                <w:rFonts w:cs="Arial"/>
                <w:szCs w:val="18"/>
              </w:rPr>
              <w:t>DC_2A-46C_n41(2A)-n71A</w:t>
            </w:r>
          </w:p>
          <w:p w14:paraId="42B3E354" w14:textId="77777777" w:rsidR="00F044BB" w:rsidRDefault="00F044BB" w:rsidP="00AC3FE8">
            <w:pPr>
              <w:pStyle w:val="TAC"/>
              <w:rPr>
                <w:rFonts w:cs="Arial"/>
                <w:szCs w:val="18"/>
              </w:rPr>
            </w:pPr>
            <w:r>
              <w:rPr>
                <w:rFonts w:cs="Arial"/>
                <w:szCs w:val="18"/>
              </w:rPr>
              <w:t>DC_2A-46D_n41(2A)-n71A</w:t>
            </w:r>
          </w:p>
        </w:tc>
        <w:tc>
          <w:tcPr>
            <w:tcW w:w="3514" w:type="dxa"/>
            <w:tcBorders>
              <w:top w:val="single" w:sz="4" w:space="0" w:color="auto"/>
              <w:left w:val="single" w:sz="4" w:space="0" w:color="auto"/>
              <w:bottom w:val="single" w:sz="4" w:space="0" w:color="auto"/>
              <w:right w:val="single" w:sz="4" w:space="0" w:color="auto"/>
            </w:tcBorders>
            <w:hideMark/>
          </w:tcPr>
          <w:p w14:paraId="0A24EF13" w14:textId="77777777" w:rsidR="00F044BB" w:rsidRDefault="00F044BB" w:rsidP="00AC3FE8">
            <w:pPr>
              <w:pStyle w:val="TAC"/>
              <w:rPr>
                <w:rFonts w:cs="Arial"/>
                <w:szCs w:val="18"/>
              </w:rPr>
            </w:pPr>
            <w:r>
              <w:rPr>
                <w:rFonts w:cs="Arial"/>
                <w:szCs w:val="18"/>
              </w:rPr>
              <w:t>DC_2A_n41A</w:t>
            </w:r>
          </w:p>
          <w:p w14:paraId="45F47269" w14:textId="77777777" w:rsidR="00F044BB" w:rsidRDefault="00F044BB" w:rsidP="00AC3FE8">
            <w:pPr>
              <w:pStyle w:val="TAC"/>
              <w:rPr>
                <w:rFonts w:cs="Arial"/>
                <w:szCs w:val="18"/>
              </w:rPr>
            </w:pPr>
            <w:r>
              <w:rPr>
                <w:rFonts w:cs="Arial"/>
                <w:szCs w:val="18"/>
              </w:rPr>
              <w:t>DC_2A_n71A</w:t>
            </w:r>
          </w:p>
        </w:tc>
      </w:tr>
      <w:tr w:rsidR="00F044BB" w14:paraId="3119991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55A1D44" w14:textId="77777777" w:rsidR="00F044BB" w:rsidRDefault="00F044BB" w:rsidP="00AC3FE8">
            <w:pPr>
              <w:pStyle w:val="TAC"/>
              <w:rPr>
                <w:lang w:eastAsia="fi-FI"/>
              </w:rPr>
            </w:pPr>
            <w:r>
              <w:rPr>
                <w:lang w:eastAsia="fi-FI"/>
              </w:rPr>
              <w:t>DC_2A-46A-48A_n5A</w:t>
            </w:r>
          </w:p>
          <w:p w14:paraId="0D217400" w14:textId="77777777" w:rsidR="00F044BB" w:rsidRDefault="00F044BB" w:rsidP="00AC3FE8">
            <w:pPr>
              <w:pStyle w:val="TAC"/>
              <w:rPr>
                <w:lang w:eastAsia="fi-FI"/>
              </w:rPr>
            </w:pPr>
            <w:r>
              <w:rPr>
                <w:lang w:eastAsia="fi-FI"/>
              </w:rPr>
              <w:t>DC_2A-46C-48A_n5A</w:t>
            </w:r>
          </w:p>
          <w:p w14:paraId="576BE39D" w14:textId="77777777" w:rsidR="00F044BB" w:rsidRDefault="00F044BB" w:rsidP="00AC3FE8">
            <w:pPr>
              <w:pStyle w:val="TAC"/>
              <w:rPr>
                <w:lang w:eastAsia="fi-FI"/>
              </w:rPr>
            </w:pPr>
            <w:r>
              <w:rPr>
                <w:lang w:eastAsia="fi-FI"/>
              </w:rPr>
              <w:t>DC_2A-46D-48A_n5A</w:t>
            </w:r>
          </w:p>
          <w:p w14:paraId="6107E00A" w14:textId="77777777" w:rsidR="00F044BB" w:rsidRDefault="00F044BB" w:rsidP="00AC3FE8">
            <w:pPr>
              <w:pStyle w:val="TAC"/>
              <w:rPr>
                <w:rFonts w:cs="Arial"/>
                <w:szCs w:val="18"/>
              </w:rPr>
            </w:pPr>
            <w:r>
              <w:rPr>
                <w:lang w:eastAsia="fi-FI"/>
              </w:rPr>
              <w:t>DC_2A-46E-48A_n5A</w:t>
            </w:r>
          </w:p>
        </w:tc>
        <w:tc>
          <w:tcPr>
            <w:tcW w:w="3514" w:type="dxa"/>
            <w:tcBorders>
              <w:top w:val="single" w:sz="4" w:space="0" w:color="auto"/>
              <w:left w:val="single" w:sz="4" w:space="0" w:color="auto"/>
              <w:bottom w:val="single" w:sz="4" w:space="0" w:color="auto"/>
              <w:right w:val="single" w:sz="4" w:space="0" w:color="auto"/>
            </w:tcBorders>
            <w:hideMark/>
          </w:tcPr>
          <w:p w14:paraId="062ACFF4" w14:textId="77777777" w:rsidR="00F044BB" w:rsidRDefault="00F044BB" w:rsidP="00AC3FE8">
            <w:pPr>
              <w:pStyle w:val="TAC"/>
              <w:rPr>
                <w:lang w:eastAsia="fi-FI"/>
              </w:rPr>
            </w:pPr>
            <w:r>
              <w:rPr>
                <w:lang w:eastAsia="fi-FI"/>
              </w:rPr>
              <w:t>DC_2A_n5A</w:t>
            </w:r>
          </w:p>
          <w:p w14:paraId="337881D5" w14:textId="77777777" w:rsidR="00F044BB" w:rsidRDefault="00F044BB" w:rsidP="00AC3FE8">
            <w:pPr>
              <w:pStyle w:val="TAC"/>
              <w:rPr>
                <w:rFonts w:cs="Arial"/>
                <w:szCs w:val="18"/>
              </w:rPr>
            </w:pPr>
            <w:r>
              <w:rPr>
                <w:lang w:eastAsia="fi-FI"/>
              </w:rPr>
              <w:t>DC_48A_n5A</w:t>
            </w:r>
          </w:p>
        </w:tc>
      </w:tr>
      <w:tr w:rsidR="00F044BB" w14:paraId="18A166E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E125FCB" w14:textId="77777777" w:rsidR="00F044BB" w:rsidRDefault="00F044BB" w:rsidP="00AC3FE8">
            <w:pPr>
              <w:pStyle w:val="TAC"/>
              <w:rPr>
                <w:rFonts w:eastAsia="Malgun Gothic"/>
                <w:szCs w:val="18"/>
                <w:lang w:eastAsia="ko-KR"/>
              </w:rPr>
            </w:pPr>
            <w:r>
              <w:rPr>
                <w:szCs w:val="18"/>
                <w:lang w:eastAsia="fi-FI"/>
              </w:rPr>
              <w:t>DC_2A-46A-48A_</w:t>
            </w:r>
            <w:r>
              <w:rPr>
                <w:rFonts w:eastAsia="Malgun Gothic"/>
                <w:szCs w:val="18"/>
                <w:lang w:eastAsia="ko-KR"/>
              </w:rPr>
              <w:t>n66A</w:t>
            </w:r>
          </w:p>
          <w:p w14:paraId="61F1CC2E" w14:textId="77777777" w:rsidR="00F044BB" w:rsidRDefault="00F044BB" w:rsidP="00AC3FE8">
            <w:pPr>
              <w:pStyle w:val="TAC"/>
              <w:rPr>
                <w:rFonts w:eastAsia="Malgun Gothic"/>
                <w:szCs w:val="18"/>
                <w:lang w:eastAsia="ko-KR"/>
              </w:rPr>
            </w:pPr>
            <w:r>
              <w:rPr>
                <w:szCs w:val="18"/>
                <w:lang w:eastAsia="fi-FI"/>
              </w:rPr>
              <w:t>DC_2A-46C-48A_</w:t>
            </w:r>
            <w:r>
              <w:rPr>
                <w:rFonts w:eastAsia="Malgun Gothic"/>
                <w:szCs w:val="18"/>
                <w:lang w:eastAsia="ko-KR"/>
              </w:rPr>
              <w:t>n66A</w:t>
            </w:r>
          </w:p>
          <w:p w14:paraId="1432EDF6" w14:textId="77777777" w:rsidR="00F044BB" w:rsidRDefault="00F044BB" w:rsidP="00AC3FE8">
            <w:pPr>
              <w:pStyle w:val="TAC"/>
              <w:rPr>
                <w:rFonts w:eastAsia="Malgun Gothic"/>
                <w:szCs w:val="18"/>
                <w:lang w:eastAsia="ko-KR"/>
              </w:rPr>
            </w:pPr>
            <w:r>
              <w:rPr>
                <w:szCs w:val="18"/>
                <w:lang w:eastAsia="fi-FI"/>
              </w:rPr>
              <w:t>DC_2A-46D-48A_</w:t>
            </w:r>
            <w:r>
              <w:rPr>
                <w:rFonts w:eastAsia="Malgun Gothic"/>
                <w:szCs w:val="18"/>
                <w:lang w:eastAsia="ko-KR"/>
              </w:rPr>
              <w:t>n66A</w:t>
            </w:r>
          </w:p>
          <w:p w14:paraId="00DFA367" w14:textId="77777777" w:rsidR="00F044BB" w:rsidRDefault="00F044BB" w:rsidP="00AC3FE8">
            <w:pPr>
              <w:pStyle w:val="TAC"/>
              <w:rPr>
                <w:rFonts w:cs="Arial"/>
                <w:szCs w:val="18"/>
              </w:rPr>
            </w:pPr>
            <w:r>
              <w:rPr>
                <w:szCs w:val="18"/>
                <w:lang w:eastAsia="fi-FI"/>
              </w:rPr>
              <w:t>DC_2A-46E-48A_</w:t>
            </w:r>
            <w:r>
              <w:rPr>
                <w:rFonts w:eastAsia="Malgun Gothic"/>
                <w:szCs w:val="18"/>
                <w:lang w:eastAsia="ko-KR"/>
              </w:rPr>
              <w:t>n66A</w:t>
            </w:r>
          </w:p>
        </w:tc>
        <w:tc>
          <w:tcPr>
            <w:tcW w:w="3514" w:type="dxa"/>
            <w:tcBorders>
              <w:top w:val="single" w:sz="4" w:space="0" w:color="auto"/>
              <w:left w:val="single" w:sz="4" w:space="0" w:color="auto"/>
              <w:bottom w:val="single" w:sz="4" w:space="0" w:color="auto"/>
              <w:right w:val="single" w:sz="4" w:space="0" w:color="auto"/>
            </w:tcBorders>
            <w:hideMark/>
          </w:tcPr>
          <w:p w14:paraId="1E8C6044" w14:textId="77777777" w:rsidR="00F044BB" w:rsidRDefault="00F044BB" w:rsidP="00AC3FE8">
            <w:pPr>
              <w:pStyle w:val="TAC"/>
              <w:rPr>
                <w:rFonts w:eastAsia="Malgun Gothic"/>
                <w:lang w:eastAsia="ko-KR"/>
              </w:rPr>
            </w:pPr>
            <w:r>
              <w:rPr>
                <w:lang w:eastAsia="fi-FI"/>
              </w:rPr>
              <w:t>DC_2A_</w:t>
            </w:r>
            <w:r>
              <w:rPr>
                <w:rFonts w:eastAsia="Malgun Gothic"/>
                <w:lang w:eastAsia="ko-KR"/>
              </w:rPr>
              <w:t xml:space="preserve"> n66A</w:t>
            </w:r>
          </w:p>
          <w:p w14:paraId="0A55CCE0" w14:textId="77777777" w:rsidR="00F044BB" w:rsidRDefault="00F044BB" w:rsidP="00AC3FE8">
            <w:pPr>
              <w:pStyle w:val="TAC"/>
              <w:rPr>
                <w:rFonts w:cs="Arial"/>
                <w:szCs w:val="18"/>
              </w:rPr>
            </w:pPr>
            <w:r>
              <w:rPr>
                <w:lang w:eastAsia="fi-FI"/>
              </w:rPr>
              <w:t>DC_48A_n66A</w:t>
            </w:r>
          </w:p>
        </w:tc>
      </w:tr>
      <w:tr w:rsidR="00F044BB" w14:paraId="271C85B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2F4C276" w14:textId="77777777" w:rsidR="00F044BB" w:rsidRDefault="00F044BB" w:rsidP="00AC3FE8">
            <w:pPr>
              <w:pStyle w:val="TAC"/>
              <w:rPr>
                <w:rFonts w:cs="Arial"/>
                <w:lang w:eastAsia="zh-CN"/>
              </w:rPr>
            </w:pPr>
            <w:r>
              <w:rPr>
                <w:rFonts w:cs="Arial"/>
                <w:lang w:eastAsia="zh-CN"/>
              </w:rPr>
              <w:t>DC_2A-46A-66A_n41A</w:t>
            </w:r>
          </w:p>
          <w:p w14:paraId="02D4D63E" w14:textId="77777777" w:rsidR="00F044BB" w:rsidRDefault="00F044BB" w:rsidP="00AC3FE8">
            <w:pPr>
              <w:pStyle w:val="TAC"/>
              <w:rPr>
                <w:rFonts w:cs="Arial"/>
                <w:lang w:eastAsia="zh-CN"/>
              </w:rPr>
            </w:pPr>
            <w:r>
              <w:rPr>
                <w:rFonts w:cs="Arial"/>
                <w:lang w:eastAsia="zh-CN"/>
              </w:rPr>
              <w:t>DC_2A-46C-66A_n41A</w:t>
            </w:r>
          </w:p>
          <w:p w14:paraId="3A2BA82F" w14:textId="77777777" w:rsidR="00F044BB" w:rsidRDefault="00F044BB" w:rsidP="00AC3FE8">
            <w:pPr>
              <w:pStyle w:val="TAC"/>
              <w:rPr>
                <w:rFonts w:cs="Arial"/>
                <w:lang w:eastAsia="ko-KR"/>
              </w:rPr>
            </w:pPr>
            <w:r>
              <w:rPr>
                <w:rFonts w:cs="Arial"/>
                <w:lang w:eastAsia="zh-CN"/>
              </w:rPr>
              <w:t>DC_2A-46D-66A_n41A</w:t>
            </w:r>
          </w:p>
        </w:tc>
        <w:tc>
          <w:tcPr>
            <w:tcW w:w="3514" w:type="dxa"/>
            <w:tcBorders>
              <w:top w:val="single" w:sz="4" w:space="0" w:color="auto"/>
              <w:left w:val="single" w:sz="4" w:space="0" w:color="auto"/>
              <w:bottom w:val="single" w:sz="4" w:space="0" w:color="auto"/>
              <w:right w:val="single" w:sz="4" w:space="0" w:color="auto"/>
            </w:tcBorders>
            <w:hideMark/>
          </w:tcPr>
          <w:p w14:paraId="37DFE6E1" w14:textId="77777777" w:rsidR="00F044BB" w:rsidRDefault="00F044BB" w:rsidP="00AC3FE8">
            <w:pPr>
              <w:pStyle w:val="TAC"/>
              <w:rPr>
                <w:rFonts w:cs="Arial"/>
                <w:lang w:eastAsia="zh-CN"/>
              </w:rPr>
            </w:pPr>
            <w:r>
              <w:rPr>
                <w:rFonts w:cs="Arial"/>
                <w:lang w:eastAsia="zh-CN"/>
              </w:rPr>
              <w:t>DC_2A_n41A</w:t>
            </w:r>
          </w:p>
          <w:p w14:paraId="23A90B20" w14:textId="77777777" w:rsidR="00F044BB" w:rsidRDefault="00F044BB" w:rsidP="00AC3FE8">
            <w:pPr>
              <w:pStyle w:val="TAC"/>
              <w:rPr>
                <w:lang w:eastAsia="ko-KR"/>
              </w:rPr>
            </w:pPr>
            <w:r>
              <w:rPr>
                <w:rFonts w:cs="Arial"/>
                <w:lang w:eastAsia="zh-CN"/>
              </w:rPr>
              <w:t>DC_66A_n41A</w:t>
            </w:r>
          </w:p>
        </w:tc>
      </w:tr>
      <w:tr w:rsidR="00F044BB" w14:paraId="69D70889"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C43AFEE" w14:textId="77777777" w:rsidR="00F044BB" w:rsidRDefault="00F044BB" w:rsidP="00AC3FE8">
            <w:pPr>
              <w:pStyle w:val="TAC"/>
              <w:rPr>
                <w:lang w:eastAsia="zh-CN"/>
              </w:rPr>
            </w:pPr>
            <w:r>
              <w:rPr>
                <w:lang w:eastAsia="zh-CN"/>
              </w:rPr>
              <w:t>DC_2A-46A-66A_n41(2A)</w:t>
            </w:r>
          </w:p>
          <w:p w14:paraId="1BC0F223" w14:textId="77777777" w:rsidR="00F044BB" w:rsidRDefault="00F044BB" w:rsidP="00AC3FE8">
            <w:pPr>
              <w:pStyle w:val="TAC"/>
              <w:rPr>
                <w:lang w:eastAsia="zh-CN"/>
              </w:rPr>
            </w:pPr>
            <w:r>
              <w:rPr>
                <w:lang w:eastAsia="zh-CN"/>
              </w:rPr>
              <w:t>DC_2A-46C-66A_n41(2A)</w:t>
            </w:r>
          </w:p>
          <w:p w14:paraId="5415F6CA" w14:textId="77777777" w:rsidR="00F044BB" w:rsidRDefault="00F044BB" w:rsidP="00AC3FE8">
            <w:pPr>
              <w:pStyle w:val="TAC"/>
              <w:rPr>
                <w:lang w:eastAsia="zh-CN"/>
              </w:rPr>
            </w:pPr>
            <w:r>
              <w:rPr>
                <w:lang w:eastAsia="zh-CN"/>
              </w:rPr>
              <w:t>DC_2A-46D-66A_n41(2A)</w:t>
            </w:r>
          </w:p>
        </w:tc>
        <w:tc>
          <w:tcPr>
            <w:tcW w:w="3514" w:type="dxa"/>
            <w:tcBorders>
              <w:top w:val="single" w:sz="4" w:space="0" w:color="auto"/>
              <w:left w:val="single" w:sz="4" w:space="0" w:color="auto"/>
              <w:bottom w:val="single" w:sz="4" w:space="0" w:color="auto"/>
              <w:right w:val="single" w:sz="4" w:space="0" w:color="auto"/>
            </w:tcBorders>
            <w:hideMark/>
          </w:tcPr>
          <w:p w14:paraId="69A9878F" w14:textId="77777777" w:rsidR="00F044BB" w:rsidRDefault="00F044BB" w:rsidP="00AC3FE8">
            <w:pPr>
              <w:pStyle w:val="TAC"/>
              <w:rPr>
                <w:lang w:eastAsia="zh-CN"/>
              </w:rPr>
            </w:pPr>
            <w:r>
              <w:rPr>
                <w:lang w:eastAsia="zh-CN"/>
              </w:rPr>
              <w:t>DC_2A_n41A</w:t>
            </w:r>
          </w:p>
          <w:p w14:paraId="27C27389" w14:textId="77777777" w:rsidR="00F044BB" w:rsidRDefault="00F044BB" w:rsidP="00AC3FE8">
            <w:pPr>
              <w:pStyle w:val="TAC"/>
              <w:rPr>
                <w:lang w:eastAsia="zh-CN"/>
              </w:rPr>
            </w:pPr>
            <w:r>
              <w:rPr>
                <w:lang w:eastAsia="zh-CN"/>
              </w:rPr>
              <w:t>DC_66A_n41A</w:t>
            </w:r>
          </w:p>
        </w:tc>
      </w:tr>
      <w:tr w:rsidR="00F044BB" w14:paraId="787BCD9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96F71B1" w14:textId="77777777" w:rsidR="00F044BB" w:rsidRDefault="00F044BB" w:rsidP="00AC3FE8">
            <w:pPr>
              <w:pStyle w:val="TAC"/>
              <w:rPr>
                <w:rFonts w:cs="Arial"/>
                <w:lang w:eastAsia="zh-CN"/>
              </w:rPr>
            </w:pPr>
            <w:r>
              <w:rPr>
                <w:rFonts w:cs="Arial"/>
                <w:lang w:eastAsia="zh-CN"/>
              </w:rPr>
              <w:t>DC_2A-46A-66A_n71A</w:t>
            </w:r>
          </w:p>
          <w:p w14:paraId="43699228" w14:textId="77777777" w:rsidR="00F044BB" w:rsidRDefault="00F044BB" w:rsidP="00AC3FE8">
            <w:pPr>
              <w:pStyle w:val="TAC"/>
              <w:rPr>
                <w:rFonts w:cs="Arial"/>
                <w:lang w:eastAsia="zh-CN"/>
              </w:rPr>
            </w:pPr>
            <w:r>
              <w:rPr>
                <w:rFonts w:cs="Arial"/>
                <w:lang w:eastAsia="zh-CN"/>
              </w:rPr>
              <w:t>DC_2A-46C-66A_n71A</w:t>
            </w:r>
          </w:p>
          <w:p w14:paraId="4418CFF0" w14:textId="77777777" w:rsidR="00F044BB" w:rsidRDefault="00F044BB" w:rsidP="00AC3FE8">
            <w:pPr>
              <w:pStyle w:val="TAC"/>
              <w:rPr>
                <w:rFonts w:cs="Arial"/>
                <w:lang w:eastAsia="ko-KR"/>
              </w:rPr>
            </w:pPr>
            <w:r>
              <w:rPr>
                <w:rFonts w:cs="Arial"/>
                <w:lang w:eastAsia="zh-CN"/>
              </w:rPr>
              <w:t>DC_2A-46D-66A_n71A</w:t>
            </w:r>
          </w:p>
        </w:tc>
        <w:tc>
          <w:tcPr>
            <w:tcW w:w="3514" w:type="dxa"/>
            <w:tcBorders>
              <w:top w:val="single" w:sz="4" w:space="0" w:color="auto"/>
              <w:left w:val="single" w:sz="4" w:space="0" w:color="auto"/>
              <w:bottom w:val="single" w:sz="4" w:space="0" w:color="auto"/>
              <w:right w:val="single" w:sz="4" w:space="0" w:color="auto"/>
            </w:tcBorders>
            <w:hideMark/>
          </w:tcPr>
          <w:p w14:paraId="06EE0800" w14:textId="77777777" w:rsidR="00F044BB" w:rsidRDefault="00F044BB" w:rsidP="00AC3FE8">
            <w:pPr>
              <w:pStyle w:val="TAC"/>
              <w:rPr>
                <w:rFonts w:cs="Arial"/>
                <w:lang w:eastAsia="zh-CN"/>
              </w:rPr>
            </w:pPr>
            <w:r>
              <w:rPr>
                <w:rFonts w:cs="Arial"/>
                <w:lang w:eastAsia="zh-CN"/>
              </w:rPr>
              <w:t>DC_2A_n71A</w:t>
            </w:r>
          </w:p>
          <w:p w14:paraId="74B5AB5C" w14:textId="77777777" w:rsidR="00F044BB" w:rsidRDefault="00F044BB" w:rsidP="00AC3FE8">
            <w:pPr>
              <w:pStyle w:val="TAC"/>
              <w:rPr>
                <w:lang w:eastAsia="ko-KR"/>
              </w:rPr>
            </w:pPr>
            <w:r>
              <w:rPr>
                <w:rFonts w:cs="Arial"/>
                <w:lang w:eastAsia="zh-CN"/>
              </w:rPr>
              <w:t>DC_66A_n71A</w:t>
            </w:r>
          </w:p>
        </w:tc>
      </w:tr>
      <w:tr w:rsidR="00F044BB" w14:paraId="1C0176EC"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08A62A2" w14:textId="77777777" w:rsidR="00F044BB" w:rsidRDefault="00F044BB" w:rsidP="00AC3FE8">
            <w:pPr>
              <w:pStyle w:val="TAC"/>
              <w:rPr>
                <w:lang w:eastAsia="zh-CN"/>
              </w:rPr>
            </w:pPr>
            <w:r>
              <w:rPr>
                <w:lang w:eastAsia="ja-JP"/>
              </w:rPr>
              <w:t>DC_2A-48A-(n)5AA</w:t>
            </w:r>
          </w:p>
        </w:tc>
        <w:tc>
          <w:tcPr>
            <w:tcW w:w="3514" w:type="dxa"/>
            <w:tcBorders>
              <w:top w:val="single" w:sz="4" w:space="0" w:color="auto"/>
              <w:left w:val="single" w:sz="4" w:space="0" w:color="auto"/>
              <w:bottom w:val="single" w:sz="4" w:space="0" w:color="auto"/>
              <w:right w:val="single" w:sz="4" w:space="0" w:color="auto"/>
            </w:tcBorders>
            <w:hideMark/>
          </w:tcPr>
          <w:p w14:paraId="17F6BFCA" w14:textId="77777777" w:rsidR="00F044BB" w:rsidRDefault="00F044BB" w:rsidP="00AC3FE8">
            <w:pPr>
              <w:pStyle w:val="TAC"/>
              <w:rPr>
                <w:lang w:eastAsia="ja-JP"/>
              </w:rPr>
            </w:pPr>
            <w:r>
              <w:rPr>
                <w:lang w:eastAsia="ja-JP"/>
              </w:rPr>
              <w:t>DC_2A_n5A</w:t>
            </w:r>
          </w:p>
          <w:p w14:paraId="7028612D" w14:textId="77777777" w:rsidR="00F044BB" w:rsidRDefault="00F044BB" w:rsidP="00AC3FE8">
            <w:pPr>
              <w:pStyle w:val="TAC"/>
              <w:rPr>
                <w:lang w:eastAsia="ja-JP"/>
              </w:rPr>
            </w:pPr>
            <w:r>
              <w:rPr>
                <w:lang w:eastAsia="ja-JP"/>
              </w:rPr>
              <w:t>DC_48A_n5A</w:t>
            </w:r>
          </w:p>
          <w:p w14:paraId="5824EF69" w14:textId="77777777" w:rsidR="00F044BB" w:rsidRDefault="00F044BB" w:rsidP="00AC3FE8">
            <w:pPr>
              <w:pStyle w:val="TAC"/>
              <w:rPr>
                <w:lang w:eastAsia="zh-CN"/>
              </w:rPr>
            </w:pPr>
            <w:r>
              <w:rPr>
                <w:lang w:eastAsia="ja-JP"/>
              </w:rPr>
              <w:t>DC_(n)5AA</w:t>
            </w:r>
            <w:r>
              <w:rPr>
                <w:vertAlign w:val="superscript"/>
                <w:lang w:eastAsia="ja-JP"/>
              </w:rPr>
              <w:t>4</w:t>
            </w:r>
          </w:p>
        </w:tc>
      </w:tr>
      <w:tr w:rsidR="00F044BB" w14:paraId="588EF5C9"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F3C0529" w14:textId="77777777" w:rsidR="00F044BB" w:rsidRDefault="00F044BB" w:rsidP="00AC3FE8">
            <w:pPr>
              <w:pStyle w:val="TAC"/>
              <w:rPr>
                <w:noProof/>
              </w:rPr>
            </w:pPr>
            <w:r>
              <w:rPr>
                <w:noProof/>
              </w:rPr>
              <w:t>DC_2A-46A_n66A-n71A</w:t>
            </w:r>
          </w:p>
          <w:p w14:paraId="3C9EF666" w14:textId="77777777" w:rsidR="00F044BB" w:rsidRDefault="00F044BB" w:rsidP="00AC3FE8">
            <w:pPr>
              <w:pStyle w:val="TAC"/>
              <w:rPr>
                <w:noProof/>
              </w:rPr>
            </w:pPr>
            <w:r>
              <w:rPr>
                <w:noProof/>
              </w:rPr>
              <w:t>DC_2A-46C_n66A-n71A</w:t>
            </w:r>
          </w:p>
          <w:p w14:paraId="395F6E50" w14:textId="77777777" w:rsidR="00F044BB" w:rsidRDefault="00F044BB" w:rsidP="00AC3FE8">
            <w:pPr>
              <w:pStyle w:val="TAC"/>
              <w:rPr>
                <w:rFonts w:cs="Arial"/>
                <w:lang w:eastAsia="zh-CN"/>
              </w:rPr>
            </w:pPr>
            <w:r>
              <w:rPr>
                <w:noProof/>
              </w:rPr>
              <w:t>DC_2A-46D_n66A-n71A</w:t>
            </w:r>
          </w:p>
        </w:tc>
        <w:tc>
          <w:tcPr>
            <w:tcW w:w="3514" w:type="dxa"/>
            <w:tcBorders>
              <w:top w:val="single" w:sz="4" w:space="0" w:color="auto"/>
              <w:left w:val="single" w:sz="4" w:space="0" w:color="auto"/>
              <w:bottom w:val="single" w:sz="4" w:space="0" w:color="auto"/>
              <w:right w:val="single" w:sz="4" w:space="0" w:color="auto"/>
            </w:tcBorders>
            <w:hideMark/>
          </w:tcPr>
          <w:p w14:paraId="1D17C2F0" w14:textId="77777777" w:rsidR="00F044BB" w:rsidRDefault="00F044BB" w:rsidP="00AC3FE8">
            <w:pPr>
              <w:pStyle w:val="TAC"/>
              <w:rPr>
                <w:noProof/>
              </w:rPr>
            </w:pPr>
            <w:r>
              <w:rPr>
                <w:noProof/>
              </w:rPr>
              <w:t>DC_2A_n66A</w:t>
            </w:r>
          </w:p>
          <w:p w14:paraId="339E3CCB" w14:textId="77777777" w:rsidR="00F044BB" w:rsidRDefault="00F044BB" w:rsidP="00AC3FE8">
            <w:pPr>
              <w:pStyle w:val="TAC"/>
              <w:rPr>
                <w:rFonts w:cs="Arial"/>
                <w:lang w:eastAsia="zh-CN"/>
              </w:rPr>
            </w:pPr>
            <w:r>
              <w:rPr>
                <w:noProof/>
              </w:rPr>
              <w:t>DC_2A_ n71A</w:t>
            </w:r>
          </w:p>
        </w:tc>
      </w:tr>
      <w:tr w:rsidR="00F044BB" w14:paraId="6507425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F780924" w14:textId="77777777" w:rsidR="00F044BB" w:rsidRDefault="00F044BB" w:rsidP="00AC3FE8">
            <w:pPr>
              <w:pStyle w:val="TAC"/>
              <w:rPr>
                <w:rFonts w:cs="Arial"/>
                <w:lang w:eastAsia="zh-CN"/>
              </w:rPr>
            </w:pPr>
            <w:r>
              <w:rPr>
                <w:rFonts w:cs="Arial"/>
                <w:lang w:eastAsia="ja-JP"/>
              </w:rPr>
              <w:t>DC_2A-48A-66A_n5A</w:t>
            </w:r>
          </w:p>
        </w:tc>
        <w:tc>
          <w:tcPr>
            <w:tcW w:w="3514" w:type="dxa"/>
            <w:tcBorders>
              <w:top w:val="single" w:sz="4" w:space="0" w:color="auto"/>
              <w:left w:val="single" w:sz="4" w:space="0" w:color="auto"/>
              <w:bottom w:val="single" w:sz="4" w:space="0" w:color="auto"/>
              <w:right w:val="single" w:sz="4" w:space="0" w:color="auto"/>
            </w:tcBorders>
            <w:hideMark/>
          </w:tcPr>
          <w:p w14:paraId="3B03A436" w14:textId="77777777" w:rsidR="00F044BB" w:rsidRDefault="00F044BB" w:rsidP="00AC3FE8">
            <w:pPr>
              <w:pStyle w:val="TAC"/>
              <w:rPr>
                <w:rFonts w:cs="Arial"/>
                <w:lang w:eastAsia="ja-JP"/>
              </w:rPr>
            </w:pPr>
            <w:r>
              <w:rPr>
                <w:rFonts w:cs="Arial"/>
                <w:lang w:eastAsia="ja-JP"/>
              </w:rPr>
              <w:t>DC_2A_n5A</w:t>
            </w:r>
          </w:p>
          <w:p w14:paraId="15BF8875" w14:textId="77777777" w:rsidR="00F044BB" w:rsidRDefault="00F044BB" w:rsidP="00AC3FE8">
            <w:pPr>
              <w:pStyle w:val="TAC"/>
              <w:rPr>
                <w:rFonts w:cs="Arial"/>
                <w:lang w:eastAsia="ja-JP"/>
              </w:rPr>
            </w:pPr>
            <w:r>
              <w:rPr>
                <w:rFonts w:cs="Arial"/>
                <w:lang w:eastAsia="ja-JP"/>
              </w:rPr>
              <w:t>DC_48A_n5A</w:t>
            </w:r>
          </w:p>
          <w:p w14:paraId="6FE2A600" w14:textId="77777777" w:rsidR="00F044BB" w:rsidRDefault="00F044BB" w:rsidP="00AC3FE8">
            <w:pPr>
              <w:pStyle w:val="TAC"/>
              <w:rPr>
                <w:rFonts w:cs="Arial"/>
                <w:lang w:eastAsia="zh-CN"/>
              </w:rPr>
            </w:pPr>
            <w:r>
              <w:rPr>
                <w:rFonts w:cs="Arial"/>
                <w:lang w:eastAsia="ja-JP"/>
              </w:rPr>
              <w:t>DC_66A_n5A</w:t>
            </w:r>
          </w:p>
        </w:tc>
      </w:tr>
      <w:tr w:rsidR="00F044BB" w14:paraId="7569174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289C712" w14:textId="77777777" w:rsidR="00F044BB" w:rsidRDefault="00F044BB" w:rsidP="00AC3FE8">
            <w:pPr>
              <w:pStyle w:val="TAC"/>
              <w:rPr>
                <w:rFonts w:cs="Arial"/>
                <w:lang w:eastAsia="zh-CN"/>
              </w:rPr>
            </w:pPr>
            <w:r>
              <w:rPr>
                <w:lang w:eastAsia="fi-FI"/>
              </w:rPr>
              <w:t>DC_2A-48A-66A_n12A</w:t>
            </w:r>
          </w:p>
        </w:tc>
        <w:tc>
          <w:tcPr>
            <w:tcW w:w="3514" w:type="dxa"/>
            <w:tcBorders>
              <w:top w:val="single" w:sz="4" w:space="0" w:color="auto"/>
              <w:left w:val="single" w:sz="4" w:space="0" w:color="auto"/>
              <w:bottom w:val="single" w:sz="4" w:space="0" w:color="auto"/>
              <w:right w:val="single" w:sz="4" w:space="0" w:color="auto"/>
            </w:tcBorders>
            <w:hideMark/>
          </w:tcPr>
          <w:p w14:paraId="5AA6DCD9" w14:textId="77777777" w:rsidR="00F044BB" w:rsidRDefault="00F044BB" w:rsidP="00AC3FE8">
            <w:pPr>
              <w:pStyle w:val="TAC"/>
              <w:rPr>
                <w:lang w:eastAsia="zh-TW"/>
              </w:rPr>
            </w:pPr>
            <w:r>
              <w:rPr>
                <w:lang w:eastAsia="fi-FI"/>
              </w:rPr>
              <w:t>DC_</w:t>
            </w:r>
            <w:r>
              <w:rPr>
                <w:rFonts w:eastAsia="MS Mincho" w:cs="Arial"/>
                <w:lang w:eastAsia="ja-JP"/>
              </w:rPr>
              <w:t>2A_n12A</w:t>
            </w:r>
          </w:p>
          <w:p w14:paraId="4E734C78" w14:textId="77777777" w:rsidR="00F044BB" w:rsidRDefault="00F044BB" w:rsidP="00AC3FE8">
            <w:pPr>
              <w:pStyle w:val="TAC"/>
              <w:rPr>
                <w:rFonts w:eastAsia="MS Mincho" w:cs="Arial"/>
                <w:lang w:eastAsia="ja-JP"/>
              </w:rPr>
            </w:pPr>
            <w:r>
              <w:rPr>
                <w:lang w:eastAsia="fi-FI"/>
              </w:rPr>
              <w:t>DC_</w:t>
            </w:r>
            <w:r>
              <w:rPr>
                <w:rFonts w:eastAsia="MS Mincho" w:cs="Arial"/>
                <w:lang w:eastAsia="ja-JP"/>
              </w:rPr>
              <w:t>48A_n12A</w:t>
            </w:r>
          </w:p>
          <w:p w14:paraId="3849770E" w14:textId="77777777" w:rsidR="00F044BB" w:rsidRDefault="00F044BB" w:rsidP="00AC3FE8">
            <w:pPr>
              <w:pStyle w:val="TAC"/>
              <w:rPr>
                <w:rFonts w:cs="Arial"/>
                <w:lang w:eastAsia="zh-CN"/>
              </w:rPr>
            </w:pPr>
            <w:r>
              <w:rPr>
                <w:lang w:eastAsia="fi-FI"/>
              </w:rPr>
              <w:t>DC_</w:t>
            </w:r>
            <w:r>
              <w:rPr>
                <w:rFonts w:eastAsia="MS Mincho" w:cs="Arial"/>
                <w:lang w:eastAsia="ja-JP"/>
              </w:rPr>
              <w:t>66A_n12A</w:t>
            </w:r>
          </w:p>
        </w:tc>
      </w:tr>
      <w:tr w:rsidR="00F044BB" w14:paraId="48EE5769"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BAF95D3" w14:textId="77777777" w:rsidR="00F044BB" w:rsidRDefault="00F044BB" w:rsidP="00AC3FE8">
            <w:pPr>
              <w:pStyle w:val="TAC"/>
              <w:rPr>
                <w:rFonts w:cs="Arial"/>
                <w:lang w:eastAsia="zh-CN"/>
              </w:rPr>
            </w:pPr>
            <w:r>
              <w:rPr>
                <w:lang w:eastAsia="fi-FI"/>
              </w:rPr>
              <w:t>DC_2A-48A-66A_n71A</w:t>
            </w:r>
          </w:p>
        </w:tc>
        <w:tc>
          <w:tcPr>
            <w:tcW w:w="3514" w:type="dxa"/>
            <w:tcBorders>
              <w:top w:val="single" w:sz="4" w:space="0" w:color="auto"/>
              <w:left w:val="single" w:sz="4" w:space="0" w:color="auto"/>
              <w:bottom w:val="single" w:sz="4" w:space="0" w:color="auto"/>
              <w:right w:val="single" w:sz="4" w:space="0" w:color="auto"/>
            </w:tcBorders>
            <w:hideMark/>
          </w:tcPr>
          <w:p w14:paraId="7A13A9F9" w14:textId="77777777" w:rsidR="00F044BB" w:rsidRDefault="00F044BB" w:rsidP="00AC3FE8">
            <w:pPr>
              <w:pStyle w:val="TAC"/>
              <w:rPr>
                <w:lang w:eastAsia="zh-TW"/>
              </w:rPr>
            </w:pPr>
            <w:r>
              <w:rPr>
                <w:lang w:eastAsia="fi-FI"/>
              </w:rPr>
              <w:t>DC_</w:t>
            </w:r>
            <w:r>
              <w:rPr>
                <w:rFonts w:eastAsia="MS Mincho" w:cs="Arial"/>
                <w:lang w:eastAsia="ja-JP"/>
              </w:rPr>
              <w:t>2A_n71A</w:t>
            </w:r>
          </w:p>
          <w:p w14:paraId="5F6CABFE" w14:textId="77777777" w:rsidR="00F044BB" w:rsidRDefault="00F044BB" w:rsidP="00AC3FE8">
            <w:pPr>
              <w:pStyle w:val="TAC"/>
              <w:rPr>
                <w:rFonts w:eastAsia="MS Mincho" w:cs="Arial"/>
                <w:lang w:eastAsia="ja-JP"/>
              </w:rPr>
            </w:pPr>
            <w:r>
              <w:rPr>
                <w:lang w:eastAsia="fi-FI"/>
              </w:rPr>
              <w:t>DC_</w:t>
            </w:r>
            <w:r>
              <w:rPr>
                <w:rFonts w:eastAsia="MS Mincho" w:cs="Arial"/>
                <w:lang w:eastAsia="ja-JP"/>
              </w:rPr>
              <w:t>48A_n71A</w:t>
            </w:r>
          </w:p>
          <w:p w14:paraId="670F16E6" w14:textId="77777777" w:rsidR="00F044BB" w:rsidRDefault="00F044BB" w:rsidP="00AC3FE8">
            <w:pPr>
              <w:pStyle w:val="TAC"/>
              <w:rPr>
                <w:rFonts w:cs="Arial"/>
                <w:lang w:eastAsia="zh-CN"/>
              </w:rPr>
            </w:pPr>
            <w:r>
              <w:rPr>
                <w:lang w:eastAsia="fi-FI"/>
              </w:rPr>
              <w:t>DC_</w:t>
            </w:r>
            <w:r>
              <w:rPr>
                <w:rFonts w:eastAsia="MS Mincho" w:cs="Arial"/>
                <w:lang w:eastAsia="ja-JP"/>
              </w:rPr>
              <w:t>66A_n71A</w:t>
            </w:r>
          </w:p>
        </w:tc>
      </w:tr>
      <w:tr w:rsidR="00F044BB" w14:paraId="42AD98A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A9C3986" w14:textId="77777777" w:rsidR="00F044BB" w:rsidRDefault="00F044BB" w:rsidP="00AC3FE8">
            <w:pPr>
              <w:pStyle w:val="TAC"/>
              <w:rPr>
                <w:lang w:eastAsia="fi-FI"/>
              </w:rPr>
            </w:pPr>
            <w:r>
              <w:rPr>
                <w:lang w:eastAsia="ja-JP"/>
              </w:rPr>
              <w:t>DC_2A-66A-(n)5AA</w:t>
            </w:r>
          </w:p>
        </w:tc>
        <w:tc>
          <w:tcPr>
            <w:tcW w:w="3514" w:type="dxa"/>
            <w:tcBorders>
              <w:top w:val="single" w:sz="4" w:space="0" w:color="auto"/>
              <w:left w:val="single" w:sz="4" w:space="0" w:color="auto"/>
              <w:bottom w:val="single" w:sz="4" w:space="0" w:color="auto"/>
              <w:right w:val="single" w:sz="4" w:space="0" w:color="auto"/>
            </w:tcBorders>
            <w:hideMark/>
          </w:tcPr>
          <w:p w14:paraId="5657B679" w14:textId="77777777" w:rsidR="00F044BB" w:rsidRDefault="00F044BB" w:rsidP="00AC3FE8">
            <w:pPr>
              <w:pStyle w:val="TAC"/>
              <w:rPr>
                <w:lang w:eastAsia="ja-JP"/>
              </w:rPr>
            </w:pPr>
            <w:r>
              <w:rPr>
                <w:lang w:eastAsia="ja-JP"/>
              </w:rPr>
              <w:t>DC_2A_n5A</w:t>
            </w:r>
          </w:p>
          <w:p w14:paraId="7E003644" w14:textId="77777777" w:rsidR="00F044BB" w:rsidRDefault="00F044BB" w:rsidP="00AC3FE8">
            <w:pPr>
              <w:pStyle w:val="TAC"/>
              <w:rPr>
                <w:lang w:eastAsia="ja-JP"/>
              </w:rPr>
            </w:pPr>
            <w:r>
              <w:rPr>
                <w:lang w:eastAsia="ja-JP"/>
              </w:rPr>
              <w:t>DC_66A_n5A</w:t>
            </w:r>
          </w:p>
          <w:p w14:paraId="692EC7A3" w14:textId="77777777" w:rsidR="00F044BB" w:rsidRDefault="00F044BB" w:rsidP="00AC3FE8">
            <w:pPr>
              <w:pStyle w:val="TAC"/>
              <w:rPr>
                <w:lang w:eastAsia="fi-FI"/>
              </w:rPr>
            </w:pPr>
            <w:r>
              <w:rPr>
                <w:lang w:eastAsia="ja-JP"/>
              </w:rPr>
              <w:t>DC_(n)5AA</w:t>
            </w:r>
            <w:r>
              <w:rPr>
                <w:vertAlign w:val="superscript"/>
                <w:lang w:eastAsia="ja-JP"/>
              </w:rPr>
              <w:t>4</w:t>
            </w:r>
          </w:p>
        </w:tc>
      </w:tr>
      <w:tr w:rsidR="00F044BB" w14:paraId="0DD9B93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8C5E961" w14:textId="77777777" w:rsidR="00F044BB" w:rsidRDefault="00F044BB" w:rsidP="00AC3FE8">
            <w:pPr>
              <w:pStyle w:val="TAC"/>
              <w:rPr>
                <w:lang w:eastAsia="fi-FI"/>
              </w:rPr>
            </w:pPr>
            <w:r>
              <w:rPr>
                <w:rFonts w:cs="Arial"/>
                <w:lang w:eastAsia="ja-JP"/>
              </w:rPr>
              <w:t>DC_2A-66A_n38A-n78A</w:t>
            </w:r>
          </w:p>
        </w:tc>
        <w:tc>
          <w:tcPr>
            <w:tcW w:w="3514" w:type="dxa"/>
            <w:tcBorders>
              <w:top w:val="single" w:sz="4" w:space="0" w:color="auto"/>
              <w:left w:val="single" w:sz="4" w:space="0" w:color="auto"/>
              <w:bottom w:val="single" w:sz="4" w:space="0" w:color="auto"/>
              <w:right w:val="single" w:sz="4" w:space="0" w:color="auto"/>
            </w:tcBorders>
            <w:hideMark/>
          </w:tcPr>
          <w:p w14:paraId="7B96F63E" w14:textId="77777777" w:rsidR="00F044BB" w:rsidRDefault="00F044BB" w:rsidP="00AC3FE8">
            <w:pPr>
              <w:pStyle w:val="TAC"/>
              <w:rPr>
                <w:rFonts w:cs="Arial"/>
                <w:lang w:eastAsia="zh-CN"/>
              </w:rPr>
            </w:pPr>
            <w:r>
              <w:rPr>
                <w:rFonts w:cs="Arial"/>
                <w:lang w:eastAsia="zh-CN"/>
              </w:rPr>
              <w:t>DC_2A_n38A</w:t>
            </w:r>
          </w:p>
          <w:p w14:paraId="697197B7" w14:textId="77777777" w:rsidR="00F044BB" w:rsidRDefault="00F044BB" w:rsidP="00AC3FE8">
            <w:pPr>
              <w:pStyle w:val="TAC"/>
              <w:rPr>
                <w:rFonts w:cs="Arial"/>
                <w:lang w:eastAsia="zh-CN"/>
              </w:rPr>
            </w:pPr>
            <w:r>
              <w:rPr>
                <w:rFonts w:cs="Arial"/>
                <w:lang w:eastAsia="zh-CN"/>
              </w:rPr>
              <w:t>DC_2A_n78A</w:t>
            </w:r>
          </w:p>
          <w:p w14:paraId="45D63699" w14:textId="77777777" w:rsidR="00F044BB" w:rsidRDefault="00F044BB" w:rsidP="00AC3FE8">
            <w:pPr>
              <w:pStyle w:val="TAC"/>
              <w:rPr>
                <w:rFonts w:cs="Arial"/>
                <w:lang w:eastAsia="zh-CN"/>
              </w:rPr>
            </w:pPr>
            <w:r>
              <w:rPr>
                <w:rFonts w:cs="Arial"/>
                <w:lang w:eastAsia="zh-CN"/>
              </w:rPr>
              <w:t>DC_66A_n38A</w:t>
            </w:r>
          </w:p>
          <w:p w14:paraId="45F973BB" w14:textId="77777777" w:rsidR="00F044BB" w:rsidRDefault="00F044BB" w:rsidP="00AC3FE8">
            <w:pPr>
              <w:pStyle w:val="TAC"/>
              <w:rPr>
                <w:lang w:eastAsia="fi-FI"/>
              </w:rPr>
            </w:pPr>
            <w:r>
              <w:rPr>
                <w:rFonts w:cs="Arial"/>
                <w:lang w:eastAsia="zh-CN"/>
              </w:rPr>
              <w:t>DC_66A_n78A</w:t>
            </w:r>
          </w:p>
        </w:tc>
      </w:tr>
      <w:tr w:rsidR="00F044BB" w14:paraId="13B027C9"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4A2EBC9" w14:textId="77777777" w:rsidR="00F044BB" w:rsidRDefault="00F044BB" w:rsidP="00AC3FE8">
            <w:pPr>
              <w:pStyle w:val="TAC"/>
              <w:rPr>
                <w:lang w:eastAsia="fi-FI"/>
              </w:rPr>
            </w:pPr>
            <w:r>
              <w:rPr>
                <w:lang w:eastAsia="fi-FI"/>
              </w:rPr>
              <w:lastRenderedPageBreak/>
              <w:t>DC_2A-66A-71A_n38A</w:t>
            </w:r>
          </w:p>
          <w:p w14:paraId="293C6D71" w14:textId="77777777" w:rsidR="00F044BB" w:rsidRDefault="00F044BB" w:rsidP="00AC3FE8">
            <w:pPr>
              <w:pStyle w:val="TAC"/>
              <w:rPr>
                <w:lang w:eastAsia="fi-FI"/>
              </w:rPr>
            </w:pPr>
            <w:r>
              <w:rPr>
                <w:lang w:eastAsia="fi-FI"/>
              </w:rPr>
              <w:t>DC_2A-2A-66A-71A_n38A</w:t>
            </w:r>
          </w:p>
        </w:tc>
        <w:tc>
          <w:tcPr>
            <w:tcW w:w="3514" w:type="dxa"/>
            <w:tcBorders>
              <w:top w:val="single" w:sz="4" w:space="0" w:color="auto"/>
              <w:left w:val="single" w:sz="4" w:space="0" w:color="auto"/>
              <w:bottom w:val="single" w:sz="4" w:space="0" w:color="auto"/>
              <w:right w:val="single" w:sz="4" w:space="0" w:color="auto"/>
            </w:tcBorders>
            <w:hideMark/>
          </w:tcPr>
          <w:p w14:paraId="0E3F3F6D" w14:textId="77777777" w:rsidR="00F044BB" w:rsidRDefault="00F044BB" w:rsidP="00AC3FE8">
            <w:pPr>
              <w:pStyle w:val="TAC"/>
              <w:rPr>
                <w:lang w:eastAsia="zh-TW"/>
              </w:rPr>
            </w:pPr>
            <w:r>
              <w:rPr>
                <w:lang w:eastAsia="fi-FI"/>
              </w:rPr>
              <w:t>DC_</w:t>
            </w:r>
            <w:r>
              <w:rPr>
                <w:rFonts w:eastAsia="MS Mincho" w:cs="Arial"/>
                <w:lang w:eastAsia="ja-JP"/>
              </w:rPr>
              <w:t>2A_n38A</w:t>
            </w:r>
          </w:p>
          <w:p w14:paraId="2B70F4FE" w14:textId="77777777" w:rsidR="00F044BB" w:rsidRDefault="00F044BB" w:rsidP="00AC3FE8">
            <w:pPr>
              <w:pStyle w:val="TAC"/>
              <w:rPr>
                <w:rFonts w:eastAsia="MS Mincho" w:cs="Arial"/>
                <w:lang w:eastAsia="ja-JP"/>
              </w:rPr>
            </w:pPr>
            <w:r>
              <w:rPr>
                <w:lang w:eastAsia="fi-FI"/>
              </w:rPr>
              <w:t>DC_</w:t>
            </w:r>
            <w:r>
              <w:rPr>
                <w:rFonts w:eastAsia="MS Mincho" w:cs="Arial"/>
                <w:lang w:eastAsia="ja-JP"/>
              </w:rPr>
              <w:t>66A_n38A</w:t>
            </w:r>
          </w:p>
          <w:p w14:paraId="27737730" w14:textId="77777777" w:rsidR="00F044BB" w:rsidRDefault="00F044BB" w:rsidP="00AC3FE8">
            <w:pPr>
              <w:pStyle w:val="TAC"/>
              <w:rPr>
                <w:lang w:eastAsia="fi-FI"/>
              </w:rPr>
            </w:pPr>
            <w:r>
              <w:rPr>
                <w:lang w:eastAsia="fi-FI"/>
              </w:rPr>
              <w:t>DC_</w:t>
            </w:r>
            <w:r>
              <w:rPr>
                <w:rFonts w:eastAsia="MS Mincho" w:cs="Arial"/>
                <w:lang w:eastAsia="ja-JP"/>
              </w:rPr>
              <w:t>71A_n38A</w:t>
            </w:r>
          </w:p>
        </w:tc>
      </w:tr>
      <w:tr w:rsidR="00F044BB" w14:paraId="3BD9A9C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7F2F819" w14:textId="77777777" w:rsidR="00F044BB" w:rsidRDefault="00F044BB" w:rsidP="00AC3FE8">
            <w:pPr>
              <w:pStyle w:val="TAC"/>
              <w:rPr>
                <w:lang w:eastAsia="fi-FI"/>
              </w:rPr>
            </w:pPr>
            <w:r>
              <w:rPr>
                <w:lang w:eastAsia="fi-FI"/>
              </w:rPr>
              <w:t>DC_</w:t>
            </w:r>
            <w:r>
              <w:rPr>
                <w:rFonts w:eastAsia="MS Mincho" w:cs="Arial"/>
                <w:lang w:eastAsia="ja-JP"/>
              </w:rPr>
              <w:t>2A-66A-71A_n66A</w:t>
            </w:r>
          </w:p>
        </w:tc>
        <w:tc>
          <w:tcPr>
            <w:tcW w:w="3514" w:type="dxa"/>
            <w:tcBorders>
              <w:top w:val="single" w:sz="4" w:space="0" w:color="auto"/>
              <w:left w:val="single" w:sz="4" w:space="0" w:color="auto"/>
              <w:bottom w:val="single" w:sz="4" w:space="0" w:color="auto"/>
              <w:right w:val="single" w:sz="4" w:space="0" w:color="auto"/>
            </w:tcBorders>
            <w:hideMark/>
          </w:tcPr>
          <w:p w14:paraId="6F24CC1E" w14:textId="77777777" w:rsidR="00F044BB" w:rsidRDefault="00F044BB" w:rsidP="00AC3FE8">
            <w:pPr>
              <w:pStyle w:val="TAC"/>
              <w:rPr>
                <w:lang w:eastAsia="zh-TW"/>
              </w:rPr>
            </w:pPr>
            <w:r>
              <w:rPr>
                <w:lang w:eastAsia="fi-FI"/>
              </w:rPr>
              <w:t>DC_</w:t>
            </w:r>
            <w:r>
              <w:rPr>
                <w:rFonts w:eastAsia="MS Mincho" w:cs="Arial"/>
                <w:lang w:eastAsia="ja-JP"/>
              </w:rPr>
              <w:t>2A_n66A</w:t>
            </w:r>
          </w:p>
          <w:p w14:paraId="71B79075" w14:textId="77777777" w:rsidR="00F044BB" w:rsidRDefault="00F044BB" w:rsidP="00AC3FE8">
            <w:pPr>
              <w:pStyle w:val="TAC"/>
              <w:rPr>
                <w:rFonts w:eastAsia="MS Mincho" w:cs="Arial"/>
                <w:lang w:eastAsia="ja-JP"/>
              </w:rPr>
            </w:pPr>
            <w:r>
              <w:rPr>
                <w:lang w:eastAsia="fi-FI"/>
              </w:rPr>
              <w:t>DC_</w:t>
            </w:r>
            <w:r>
              <w:rPr>
                <w:rFonts w:eastAsia="MS Mincho" w:cs="Arial"/>
                <w:lang w:eastAsia="ja-JP"/>
              </w:rPr>
              <w:t>66A_n66A</w:t>
            </w:r>
            <w:r>
              <w:rPr>
                <w:vertAlign w:val="superscript"/>
                <w:lang w:eastAsia="fi-FI"/>
              </w:rPr>
              <w:t>4</w:t>
            </w:r>
          </w:p>
          <w:p w14:paraId="2A2DD88F" w14:textId="77777777" w:rsidR="00F044BB" w:rsidRDefault="00F044BB" w:rsidP="00AC3FE8">
            <w:pPr>
              <w:pStyle w:val="TAC"/>
              <w:rPr>
                <w:lang w:eastAsia="fi-FI"/>
              </w:rPr>
            </w:pPr>
            <w:r>
              <w:rPr>
                <w:lang w:eastAsia="fi-FI"/>
              </w:rPr>
              <w:t>DC_</w:t>
            </w:r>
            <w:r>
              <w:rPr>
                <w:rFonts w:eastAsia="MS Mincho" w:cs="Arial"/>
                <w:lang w:eastAsia="ja-JP"/>
              </w:rPr>
              <w:t>71A_n66A</w:t>
            </w:r>
          </w:p>
        </w:tc>
      </w:tr>
      <w:tr w:rsidR="00F044BB" w14:paraId="0E950959"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8526014" w14:textId="77777777" w:rsidR="00F044BB" w:rsidRDefault="00F044BB" w:rsidP="00AC3FE8">
            <w:pPr>
              <w:pStyle w:val="TAC"/>
              <w:rPr>
                <w:rFonts w:eastAsia="MS Mincho" w:cs="Arial"/>
                <w:lang w:eastAsia="ja-JP"/>
              </w:rPr>
            </w:pPr>
            <w:r>
              <w:rPr>
                <w:lang w:eastAsia="fi-FI"/>
              </w:rPr>
              <w:t>DC_</w:t>
            </w:r>
            <w:r>
              <w:rPr>
                <w:rFonts w:eastAsia="MS Mincho" w:cs="Arial"/>
                <w:lang w:eastAsia="ja-JP"/>
              </w:rPr>
              <w:t>2A-66A-71A_n78A</w:t>
            </w:r>
          </w:p>
          <w:p w14:paraId="7B3CA89E" w14:textId="77777777" w:rsidR="00F044BB" w:rsidRDefault="00F044BB" w:rsidP="00AC3FE8">
            <w:pPr>
              <w:pStyle w:val="TAC"/>
              <w:rPr>
                <w:lang w:eastAsia="fi-FI"/>
              </w:rPr>
            </w:pPr>
            <w:r>
              <w:rPr>
                <w:lang w:eastAsia="fi-FI"/>
              </w:rPr>
              <w:t>DC_2A-2A-66A-71A_n78A</w:t>
            </w:r>
          </w:p>
        </w:tc>
        <w:tc>
          <w:tcPr>
            <w:tcW w:w="3514" w:type="dxa"/>
            <w:tcBorders>
              <w:top w:val="single" w:sz="4" w:space="0" w:color="auto"/>
              <w:left w:val="single" w:sz="4" w:space="0" w:color="auto"/>
              <w:bottom w:val="single" w:sz="4" w:space="0" w:color="auto"/>
              <w:right w:val="single" w:sz="4" w:space="0" w:color="auto"/>
            </w:tcBorders>
            <w:hideMark/>
          </w:tcPr>
          <w:p w14:paraId="611DAEEE" w14:textId="77777777" w:rsidR="00F044BB" w:rsidRDefault="00F044BB" w:rsidP="00AC3FE8">
            <w:pPr>
              <w:pStyle w:val="TAC"/>
              <w:rPr>
                <w:lang w:eastAsia="zh-TW"/>
              </w:rPr>
            </w:pPr>
            <w:r>
              <w:rPr>
                <w:lang w:eastAsia="fi-FI"/>
              </w:rPr>
              <w:t>DC_</w:t>
            </w:r>
            <w:r>
              <w:rPr>
                <w:rFonts w:eastAsia="MS Mincho" w:cs="Arial"/>
                <w:lang w:eastAsia="ja-JP"/>
              </w:rPr>
              <w:t>2A_n78A</w:t>
            </w:r>
          </w:p>
          <w:p w14:paraId="4ACCD247" w14:textId="77777777" w:rsidR="00F044BB" w:rsidRDefault="00F044BB" w:rsidP="00AC3FE8">
            <w:pPr>
              <w:pStyle w:val="TAC"/>
              <w:rPr>
                <w:rFonts w:eastAsia="MS Mincho" w:cs="Arial"/>
                <w:lang w:eastAsia="ja-JP"/>
              </w:rPr>
            </w:pPr>
            <w:r>
              <w:rPr>
                <w:lang w:eastAsia="fi-FI"/>
              </w:rPr>
              <w:t>DC_</w:t>
            </w:r>
            <w:r>
              <w:rPr>
                <w:rFonts w:eastAsia="MS Mincho" w:cs="Arial"/>
                <w:lang w:eastAsia="ja-JP"/>
              </w:rPr>
              <w:t>66A_n78A</w:t>
            </w:r>
          </w:p>
          <w:p w14:paraId="2EABC443" w14:textId="77777777" w:rsidR="00F044BB" w:rsidRDefault="00F044BB" w:rsidP="00AC3FE8">
            <w:pPr>
              <w:pStyle w:val="TAC"/>
              <w:rPr>
                <w:lang w:eastAsia="fi-FI"/>
              </w:rPr>
            </w:pPr>
            <w:r>
              <w:rPr>
                <w:lang w:eastAsia="fi-FI"/>
              </w:rPr>
              <w:t>DC_</w:t>
            </w:r>
            <w:r>
              <w:rPr>
                <w:rFonts w:eastAsia="MS Mincho" w:cs="Arial"/>
                <w:lang w:eastAsia="ja-JP"/>
              </w:rPr>
              <w:t>71A_n78A</w:t>
            </w:r>
          </w:p>
        </w:tc>
      </w:tr>
      <w:tr w:rsidR="00F044BB" w14:paraId="439A624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69447FE" w14:textId="77777777" w:rsidR="00F044BB" w:rsidRDefault="00F044BB" w:rsidP="00AC3FE8">
            <w:pPr>
              <w:pStyle w:val="TAC"/>
              <w:rPr>
                <w:rFonts w:cs="Arial"/>
                <w:lang w:eastAsia="zh-CN"/>
              </w:rPr>
            </w:pPr>
            <w:r>
              <w:rPr>
                <w:rFonts w:cs="Arial"/>
                <w:lang w:eastAsia="zh-CN"/>
              </w:rPr>
              <w:t>DC</w:t>
            </w:r>
            <w:r>
              <w:rPr>
                <w:rFonts w:cs="Arial"/>
              </w:rPr>
              <w:t>_</w:t>
            </w:r>
            <w:r>
              <w:rPr>
                <w:rFonts w:cs="Arial"/>
                <w:lang w:eastAsia="zh-CN"/>
              </w:rPr>
              <w:t>2</w:t>
            </w:r>
            <w:r>
              <w:rPr>
                <w:rFonts w:cs="Arial"/>
              </w:rPr>
              <w:t>A-</w:t>
            </w:r>
            <w:r>
              <w:rPr>
                <w:rFonts w:cs="Arial"/>
                <w:lang w:eastAsia="zh-CN"/>
              </w:rPr>
              <w:t>66A-(</w:t>
            </w:r>
            <w:r>
              <w:rPr>
                <w:rFonts w:cs="Arial"/>
              </w:rPr>
              <w:t>n</w:t>
            </w:r>
            <w:r>
              <w:rPr>
                <w:rFonts w:cs="Arial"/>
                <w:lang w:eastAsia="zh-CN"/>
              </w:rPr>
              <w:t>)71AA</w:t>
            </w:r>
          </w:p>
          <w:p w14:paraId="019A98A5" w14:textId="77777777" w:rsidR="00F044BB" w:rsidRDefault="00F044BB" w:rsidP="00AC3FE8">
            <w:pPr>
              <w:pStyle w:val="TAC"/>
              <w:rPr>
                <w:rFonts w:cs="Arial"/>
                <w:lang w:eastAsia="ja-JP"/>
              </w:rPr>
            </w:pPr>
            <w:r>
              <w:rPr>
                <w:rFonts w:cs="Arial"/>
                <w:lang w:eastAsia="zh-CN"/>
              </w:rPr>
              <w:t>DC_2A-66C-(n)71AA</w:t>
            </w:r>
          </w:p>
        </w:tc>
        <w:tc>
          <w:tcPr>
            <w:tcW w:w="3514" w:type="dxa"/>
            <w:tcBorders>
              <w:top w:val="single" w:sz="4" w:space="0" w:color="auto"/>
              <w:left w:val="single" w:sz="4" w:space="0" w:color="auto"/>
              <w:bottom w:val="single" w:sz="4" w:space="0" w:color="auto"/>
              <w:right w:val="single" w:sz="4" w:space="0" w:color="auto"/>
            </w:tcBorders>
            <w:hideMark/>
          </w:tcPr>
          <w:p w14:paraId="22DE9C5A" w14:textId="77777777" w:rsidR="00F044BB" w:rsidRDefault="00F044BB" w:rsidP="00AC3FE8">
            <w:pPr>
              <w:pStyle w:val="TAC"/>
              <w:rPr>
                <w:noProof/>
                <w:lang w:eastAsia="zh-CN"/>
              </w:rPr>
            </w:pPr>
            <w:r>
              <w:rPr>
                <w:noProof/>
                <w:lang w:eastAsia="zh-CN"/>
              </w:rPr>
              <w:t>DC_2A_n71A</w:t>
            </w:r>
          </w:p>
          <w:p w14:paraId="5120FB31" w14:textId="77777777" w:rsidR="00F044BB" w:rsidRDefault="00F044BB" w:rsidP="00AC3FE8">
            <w:pPr>
              <w:pStyle w:val="TAC"/>
              <w:rPr>
                <w:noProof/>
                <w:lang w:eastAsia="zh-CN"/>
              </w:rPr>
            </w:pPr>
            <w:r>
              <w:rPr>
                <w:noProof/>
                <w:lang w:eastAsia="zh-CN"/>
              </w:rPr>
              <w:t>DC_66A_n71A</w:t>
            </w:r>
          </w:p>
          <w:p w14:paraId="79516B9D" w14:textId="77777777" w:rsidR="00F044BB" w:rsidRDefault="00F044BB" w:rsidP="00AC3FE8">
            <w:pPr>
              <w:pStyle w:val="TAC"/>
            </w:pPr>
            <w:r>
              <w:t>DC_(n)71AA</w:t>
            </w:r>
          </w:p>
        </w:tc>
      </w:tr>
      <w:tr w:rsidR="00F044BB" w14:paraId="5A9216C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4B8AAD7" w14:textId="77777777" w:rsidR="00F044BB" w:rsidRDefault="00F044BB" w:rsidP="00AC3FE8">
            <w:pPr>
              <w:pStyle w:val="TAC"/>
              <w:rPr>
                <w:rFonts w:eastAsia="Malgun Gothic" w:cs="Arial"/>
                <w:lang w:eastAsia="ko-KR"/>
              </w:rPr>
            </w:pPr>
            <w:r>
              <w:rPr>
                <w:rFonts w:eastAsia="Malgun Gothic" w:cs="Arial"/>
                <w:lang w:eastAsia="ko-KR"/>
              </w:rPr>
              <w:t>DC_2A-66A_n41A-n71A</w:t>
            </w:r>
          </w:p>
          <w:p w14:paraId="0B7EAF4F" w14:textId="77777777" w:rsidR="00F044BB" w:rsidRDefault="00F044BB" w:rsidP="00AC3FE8">
            <w:pPr>
              <w:pStyle w:val="TAC"/>
              <w:rPr>
                <w:rFonts w:cs="Arial"/>
                <w:lang w:eastAsia="zh-CN"/>
              </w:rPr>
            </w:pPr>
            <w:r>
              <w:rPr>
                <w:rFonts w:cs="Arial"/>
                <w:lang w:eastAsia="zh-CN"/>
              </w:rPr>
              <w:t>DC_2A-66A_n41C-n71A</w:t>
            </w:r>
          </w:p>
        </w:tc>
        <w:tc>
          <w:tcPr>
            <w:tcW w:w="3514" w:type="dxa"/>
            <w:tcBorders>
              <w:top w:val="single" w:sz="4" w:space="0" w:color="auto"/>
              <w:left w:val="single" w:sz="4" w:space="0" w:color="auto"/>
              <w:bottom w:val="single" w:sz="4" w:space="0" w:color="auto"/>
              <w:right w:val="single" w:sz="4" w:space="0" w:color="auto"/>
            </w:tcBorders>
            <w:hideMark/>
          </w:tcPr>
          <w:p w14:paraId="16181BD4" w14:textId="77777777" w:rsidR="00F044BB" w:rsidRDefault="00F044BB" w:rsidP="00AC3FE8">
            <w:pPr>
              <w:pStyle w:val="TAC"/>
              <w:rPr>
                <w:rFonts w:eastAsia="Malgun Gothic"/>
                <w:noProof/>
                <w:lang w:eastAsia="ko-KR"/>
              </w:rPr>
            </w:pPr>
            <w:r>
              <w:rPr>
                <w:rFonts w:eastAsia="Malgun Gothic"/>
                <w:noProof/>
                <w:lang w:eastAsia="ko-KR"/>
              </w:rPr>
              <w:t>DC_2A_n41A</w:t>
            </w:r>
          </w:p>
          <w:p w14:paraId="35F05B59" w14:textId="77777777" w:rsidR="00F044BB" w:rsidRDefault="00F044BB" w:rsidP="00AC3FE8">
            <w:pPr>
              <w:pStyle w:val="TAC"/>
              <w:rPr>
                <w:rFonts w:eastAsia="Malgun Gothic"/>
                <w:noProof/>
                <w:lang w:eastAsia="ko-KR"/>
              </w:rPr>
            </w:pPr>
            <w:r>
              <w:rPr>
                <w:rFonts w:eastAsia="Malgun Gothic"/>
                <w:noProof/>
                <w:lang w:eastAsia="ko-KR"/>
              </w:rPr>
              <w:t>DC_2A_n71A</w:t>
            </w:r>
          </w:p>
          <w:p w14:paraId="60ED3C2C" w14:textId="77777777" w:rsidR="00F044BB" w:rsidRDefault="00F044BB" w:rsidP="00AC3FE8">
            <w:pPr>
              <w:pStyle w:val="TAC"/>
              <w:rPr>
                <w:rFonts w:eastAsia="Malgun Gothic"/>
                <w:noProof/>
                <w:lang w:eastAsia="ko-KR"/>
              </w:rPr>
            </w:pPr>
            <w:r>
              <w:rPr>
                <w:rFonts w:eastAsia="Malgun Gothic"/>
                <w:noProof/>
                <w:lang w:eastAsia="ko-KR"/>
              </w:rPr>
              <w:t>DC_66A_n41A</w:t>
            </w:r>
          </w:p>
          <w:p w14:paraId="082A51D5" w14:textId="77777777" w:rsidR="00F044BB" w:rsidRDefault="00F044BB" w:rsidP="00AC3FE8">
            <w:pPr>
              <w:pStyle w:val="TAC"/>
              <w:rPr>
                <w:noProof/>
                <w:lang w:eastAsia="zh-CN"/>
              </w:rPr>
            </w:pPr>
            <w:r>
              <w:rPr>
                <w:rFonts w:eastAsia="Malgun Gothic"/>
                <w:noProof/>
                <w:lang w:eastAsia="ko-KR"/>
              </w:rPr>
              <w:t>DC_66A_n71A</w:t>
            </w:r>
          </w:p>
        </w:tc>
      </w:tr>
      <w:tr w:rsidR="00F044BB" w14:paraId="0C54B73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1814F5A" w14:textId="77777777" w:rsidR="00F044BB" w:rsidRDefault="00F044BB" w:rsidP="00AC3FE8">
            <w:pPr>
              <w:pStyle w:val="TAC"/>
              <w:rPr>
                <w:rFonts w:eastAsia="Malgun Gothic" w:cs="Arial"/>
                <w:lang w:eastAsia="ko-KR"/>
              </w:rPr>
            </w:pPr>
            <w:r>
              <w:rPr>
                <w:rFonts w:eastAsia="Malgun Gothic" w:cs="Arial"/>
                <w:lang w:eastAsia="ko-KR"/>
              </w:rPr>
              <w:t>DC_2A-66A_n41(2A)-n71A</w:t>
            </w:r>
          </w:p>
        </w:tc>
        <w:tc>
          <w:tcPr>
            <w:tcW w:w="3514" w:type="dxa"/>
            <w:tcBorders>
              <w:top w:val="single" w:sz="4" w:space="0" w:color="auto"/>
              <w:left w:val="single" w:sz="4" w:space="0" w:color="auto"/>
              <w:bottom w:val="single" w:sz="4" w:space="0" w:color="auto"/>
              <w:right w:val="single" w:sz="4" w:space="0" w:color="auto"/>
            </w:tcBorders>
            <w:hideMark/>
          </w:tcPr>
          <w:p w14:paraId="48CDEEDC" w14:textId="77777777" w:rsidR="00F044BB" w:rsidRDefault="00F044BB" w:rsidP="00AC3FE8">
            <w:pPr>
              <w:pStyle w:val="TAC"/>
              <w:rPr>
                <w:rFonts w:eastAsia="Malgun Gothic"/>
                <w:noProof/>
                <w:lang w:eastAsia="ko-KR"/>
              </w:rPr>
            </w:pPr>
            <w:r>
              <w:rPr>
                <w:rFonts w:eastAsia="Malgun Gothic"/>
                <w:noProof/>
                <w:lang w:eastAsia="ko-KR"/>
              </w:rPr>
              <w:t>DC_2A_n41A</w:t>
            </w:r>
          </w:p>
          <w:p w14:paraId="1F514C7C" w14:textId="77777777" w:rsidR="00F044BB" w:rsidRDefault="00F044BB" w:rsidP="00AC3FE8">
            <w:pPr>
              <w:pStyle w:val="TAC"/>
              <w:rPr>
                <w:rFonts w:eastAsia="Malgun Gothic"/>
                <w:noProof/>
                <w:lang w:eastAsia="ko-KR"/>
              </w:rPr>
            </w:pPr>
            <w:r>
              <w:rPr>
                <w:rFonts w:eastAsia="Malgun Gothic"/>
                <w:noProof/>
                <w:lang w:eastAsia="ko-KR"/>
              </w:rPr>
              <w:t>DC_2A_n71A</w:t>
            </w:r>
          </w:p>
          <w:p w14:paraId="0CEFED5E" w14:textId="77777777" w:rsidR="00F044BB" w:rsidRDefault="00F044BB" w:rsidP="00AC3FE8">
            <w:pPr>
              <w:pStyle w:val="TAC"/>
              <w:rPr>
                <w:rFonts w:eastAsia="Malgun Gothic"/>
                <w:noProof/>
                <w:lang w:eastAsia="ko-KR"/>
              </w:rPr>
            </w:pPr>
            <w:r>
              <w:rPr>
                <w:rFonts w:eastAsia="Malgun Gothic"/>
                <w:noProof/>
                <w:lang w:eastAsia="ko-KR"/>
              </w:rPr>
              <w:t>DC_66A_n41A</w:t>
            </w:r>
          </w:p>
          <w:p w14:paraId="6B71EB17" w14:textId="77777777" w:rsidR="00F044BB" w:rsidRDefault="00F044BB" w:rsidP="00AC3FE8">
            <w:pPr>
              <w:pStyle w:val="TAC"/>
              <w:rPr>
                <w:rFonts w:eastAsia="Malgun Gothic"/>
                <w:noProof/>
                <w:lang w:eastAsia="ko-KR"/>
              </w:rPr>
            </w:pPr>
            <w:r>
              <w:rPr>
                <w:rFonts w:eastAsia="Malgun Gothic"/>
                <w:noProof/>
                <w:lang w:eastAsia="ko-KR"/>
              </w:rPr>
              <w:t>DC_66A_n71A</w:t>
            </w:r>
          </w:p>
        </w:tc>
      </w:tr>
      <w:tr w:rsidR="00F044BB" w14:paraId="49FDD2B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9045A38" w14:textId="77777777" w:rsidR="00F044BB" w:rsidRDefault="00F044BB" w:rsidP="00AC3FE8">
            <w:pPr>
              <w:pStyle w:val="TAC"/>
              <w:rPr>
                <w:rFonts w:eastAsia="Malgun Gothic" w:cs="Arial"/>
                <w:lang w:eastAsia="ko-KR"/>
              </w:rPr>
            </w:pPr>
            <w:r>
              <w:rPr>
                <w:rFonts w:cs="Arial"/>
                <w:lang w:eastAsia="zh-CN"/>
              </w:rPr>
              <w:t>DC_2A-66A_n66A-n78A</w:t>
            </w:r>
          </w:p>
        </w:tc>
        <w:tc>
          <w:tcPr>
            <w:tcW w:w="3514" w:type="dxa"/>
            <w:tcBorders>
              <w:top w:val="single" w:sz="4" w:space="0" w:color="auto"/>
              <w:left w:val="single" w:sz="4" w:space="0" w:color="auto"/>
              <w:bottom w:val="single" w:sz="4" w:space="0" w:color="auto"/>
              <w:right w:val="single" w:sz="4" w:space="0" w:color="auto"/>
            </w:tcBorders>
            <w:hideMark/>
          </w:tcPr>
          <w:p w14:paraId="2705EF83" w14:textId="77777777" w:rsidR="00F044BB" w:rsidRDefault="00F044BB" w:rsidP="00AC3FE8">
            <w:pPr>
              <w:pStyle w:val="TAC"/>
            </w:pPr>
            <w:r>
              <w:t>DC_</w:t>
            </w:r>
            <w:r>
              <w:rPr>
                <w:lang w:eastAsia="zh-CN"/>
              </w:rPr>
              <w:t>2</w:t>
            </w:r>
            <w:r>
              <w:t>A_n</w:t>
            </w:r>
            <w:r>
              <w:rPr>
                <w:lang w:eastAsia="zh-CN"/>
              </w:rPr>
              <w:t>66</w:t>
            </w:r>
            <w:r>
              <w:t>A</w:t>
            </w:r>
          </w:p>
          <w:p w14:paraId="29C22DE9" w14:textId="77777777" w:rsidR="00F044BB" w:rsidRDefault="00F044BB" w:rsidP="00AC3FE8">
            <w:pPr>
              <w:pStyle w:val="TAC"/>
              <w:rPr>
                <w:lang w:eastAsia="zh-CN"/>
              </w:rPr>
            </w:pPr>
            <w:r>
              <w:t>DC_</w:t>
            </w:r>
            <w:r>
              <w:rPr>
                <w:lang w:eastAsia="zh-CN"/>
              </w:rPr>
              <w:t>2</w:t>
            </w:r>
            <w:r>
              <w:t>A_n78A</w:t>
            </w:r>
          </w:p>
          <w:p w14:paraId="19681BC3" w14:textId="77777777" w:rsidR="00F044BB" w:rsidRDefault="00F044BB" w:rsidP="00AC3FE8">
            <w:pPr>
              <w:pStyle w:val="TAC"/>
              <w:rPr>
                <w:rFonts w:eastAsia="Malgun Gothic"/>
                <w:noProof/>
                <w:lang w:eastAsia="ko-KR"/>
              </w:rPr>
            </w:pPr>
            <w:r>
              <w:t>DC_</w:t>
            </w:r>
            <w:r>
              <w:rPr>
                <w:lang w:eastAsia="zh-CN"/>
              </w:rPr>
              <w:t>66</w:t>
            </w:r>
            <w:r>
              <w:t>A_n</w:t>
            </w:r>
            <w:r>
              <w:rPr>
                <w:lang w:eastAsia="zh-CN"/>
              </w:rPr>
              <w:t>66</w:t>
            </w:r>
            <w:r>
              <w:t>A</w:t>
            </w:r>
            <w:r>
              <w:rPr>
                <w:vertAlign w:val="superscript"/>
                <w:lang w:eastAsia="zh-CN"/>
              </w:rPr>
              <w:t>4</w:t>
            </w:r>
          </w:p>
        </w:tc>
      </w:tr>
      <w:tr w:rsidR="00F044BB" w14:paraId="6C2B535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988BBC0" w14:textId="77777777" w:rsidR="00F044BB" w:rsidRDefault="00F044BB" w:rsidP="00AC3FE8">
            <w:pPr>
              <w:pStyle w:val="TAC"/>
              <w:rPr>
                <w:lang w:eastAsia="fi-FI"/>
              </w:rPr>
            </w:pPr>
            <w:r>
              <w:rPr>
                <w:lang w:eastAsia="fi-FI"/>
              </w:rPr>
              <w:t>DC_3A-5A-7A_n78A</w:t>
            </w:r>
          </w:p>
          <w:p w14:paraId="7D977A5B" w14:textId="77777777" w:rsidR="00F044BB" w:rsidRDefault="00F044BB" w:rsidP="00AC3FE8">
            <w:pPr>
              <w:pStyle w:val="TAC"/>
              <w:rPr>
                <w:rFonts w:cs="Arial"/>
                <w:lang w:eastAsia="zh-CN"/>
              </w:rPr>
            </w:pPr>
            <w:r>
              <w:rPr>
                <w:lang w:eastAsia="fi-FI"/>
              </w:rPr>
              <w:t>DC_3A-5A-7A-7A_n78A</w:t>
            </w:r>
          </w:p>
        </w:tc>
        <w:tc>
          <w:tcPr>
            <w:tcW w:w="3514" w:type="dxa"/>
            <w:tcBorders>
              <w:top w:val="single" w:sz="4" w:space="0" w:color="auto"/>
              <w:left w:val="single" w:sz="4" w:space="0" w:color="auto"/>
              <w:bottom w:val="single" w:sz="4" w:space="0" w:color="auto"/>
              <w:right w:val="single" w:sz="4" w:space="0" w:color="auto"/>
            </w:tcBorders>
            <w:hideMark/>
          </w:tcPr>
          <w:p w14:paraId="373DEB72" w14:textId="77777777" w:rsidR="00F044BB" w:rsidRDefault="00F044BB" w:rsidP="00AC3FE8">
            <w:pPr>
              <w:pStyle w:val="TAC"/>
              <w:rPr>
                <w:lang w:eastAsia="fi-FI"/>
              </w:rPr>
            </w:pPr>
            <w:r>
              <w:rPr>
                <w:lang w:eastAsia="fi-FI"/>
              </w:rPr>
              <w:t>DC_3A_n78A</w:t>
            </w:r>
          </w:p>
          <w:p w14:paraId="5D7E4DF4" w14:textId="77777777" w:rsidR="00F044BB" w:rsidRDefault="00F044BB" w:rsidP="00AC3FE8">
            <w:pPr>
              <w:pStyle w:val="TAC"/>
              <w:rPr>
                <w:lang w:eastAsia="fi-FI"/>
              </w:rPr>
            </w:pPr>
            <w:r>
              <w:rPr>
                <w:lang w:eastAsia="fi-FI"/>
              </w:rPr>
              <w:t>DC_5A_n78A</w:t>
            </w:r>
          </w:p>
          <w:p w14:paraId="518165CD" w14:textId="77777777" w:rsidR="00F044BB" w:rsidRDefault="00F044BB" w:rsidP="00AC3FE8">
            <w:pPr>
              <w:pStyle w:val="TAC"/>
              <w:rPr>
                <w:noProof/>
                <w:lang w:eastAsia="zh-CN"/>
              </w:rPr>
            </w:pPr>
            <w:r>
              <w:rPr>
                <w:lang w:eastAsia="fi-FI"/>
              </w:rPr>
              <w:t>DC_7A_n78A</w:t>
            </w:r>
          </w:p>
        </w:tc>
      </w:tr>
      <w:tr w:rsidR="00F044BB" w14:paraId="144011B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5294A0F" w14:textId="77777777" w:rsidR="00F044BB" w:rsidRDefault="00F044BB" w:rsidP="00AC3FE8">
            <w:pPr>
              <w:pStyle w:val="TAC"/>
              <w:rPr>
                <w:lang w:eastAsia="ko-KR"/>
              </w:rPr>
            </w:pPr>
            <w:r>
              <w:rPr>
                <w:lang w:eastAsia="ko-KR"/>
              </w:rPr>
              <w:t>DC_3A-7A_n1A-n78A</w:t>
            </w:r>
            <w:r>
              <w:rPr>
                <w:vertAlign w:val="superscript"/>
                <w:lang w:eastAsia="fi-FI"/>
              </w:rPr>
              <w:t>2</w:t>
            </w:r>
          </w:p>
          <w:p w14:paraId="2C0AFB4A" w14:textId="77777777" w:rsidR="00F044BB" w:rsidRDefault="00F044BB" w:rsidP="00AC3FE8">
            <w:pPr>
              <w:pStyle w:val="TAC"/>
              <w:rPr>
                <w:rFonts w:eastAsia="MS Mincho" w:cs="Arial"/>
                <w:szCs w:val="18"/>
              </w:rPr>
            </w:pPr>
            <w:r>
              <w:rPr>
                <w:lang w:eastAsia="ko-KR"/>
              </w:rPr>
              <w:t>DC_3C-7A_n1A-n78A</w:t>
            </w:r>
            <w:r>
              <w:rPr>
                <w:vertAlign w:val="superscript"/>
                <w:lang w:eastAsia="fi-FI"/>
              </w:rPr>
              <w:t>2</w:t>
            </w:r>
          </w:p>
          <w:p w14:paraId="3C57178E" w14:textId="77777777" w:rsidR="00F044BB" w:rsidRDefault="00F044BB" w:rsidP="00AC3FE8">
            <w:pPr>
              <w:pStyle w:val="TAC"/>
              <w:rPr>
                <w:rFonts w:eastAsia="MS Mincho" w:cs="Arial"/>
                <w:szCs w:val="18"/>
              </w:rPr>
            </w:pPr>
            <w:r>
              <w:rPr>
                <w:rFonts w:eastAsia="MS Mincho" w:cs="Arial"/>
                <w:szCs w:val="18"/>
              </w:rPr>
              <w:t>DC_3A</w:t>
            </w:r>
            <w:r>
              <w:rPr>
                <w:rFonts w:cs="Arial"/>
                <w:szCs w:val="18"/>
                <w:lang w:eastAsia="zh-TW"/>
              </w:rPr>
              <w:t>-3A</w:t>
            </w:r>
            <w:r>
              <w:rPr>
                <w:rFonts w:eastAsia="MS Mincho" w:cs="Arial"/>
                <w:szCs w:val="18"/>
              </w:rPr>
              <w:t>-7A_n1A-n78A</w:t>
            </w:r>
            <w:r>
              <w:rPr>
                <w:vertAlign w:val="superscript"/>
                <w:lang w:eastAsia="fi-FI"/>
              </w:rPr>
              <w:t>2</w:t>
            </w:r>
          </w:p>
          <w:p w14:paraId="742F7BF9" w14:textId="77777777" w:rsidR="00F044BB" w:rsidRDefault="00F044BB" w:rsidP="00AC3FE8">
            <w:pPr>
              <w:pStyle w:val="TAC"/>
              <w:rPr>
                <w:rFonts w:eastAsia="MS Mincho" w:cs="Arial"/>
                <w:szCs w:val="18"/>
              </w:rPr>
            </w:pPr>
            <w:r>
              <w:rPr>
                <w:rFonts w:eastAsia="MS Mincho" w:cs="Arial"/>
                <w:szCs w:val="18"/>
              </w:rPr>
              <w:t>DC_3A-</w:t>
            </w:r>
            <w:r>
              <w:rPr>
                <w:rFonts w:cs="Arial"/>
                <w:szCs w:val="18"/>
                <w:lang w:eastAsia="zh-TW"/>
              </w:rPr>
              <w:t>7A-</w:t>
            </w:r>
            <w:r>
              <w:rPr>
                <w:rFonts w:eastAsia="MS Mincho" w:cs="Arial"/>
                <w:szCs w:val="18"/>
              </w:rPr>
              <w:t>7A_n1A-n78A</w:t>
            </w:r>
            <w:r>
              <w:rPr>
                <w:vertAlign w:val="superscript"/>
                <w:lang w:eastAsia="fi-FI"/>
              </w:rPr>
              <w:t>2</w:t>
            </w:r>
          </w:p>
          <w:p w14:paraId="5CB3F40B" w14:textId="77777777" w:rsidR="00F044BB" w:rsidRDefault="00F044BB" w:rsidP="00AC3FE8">
            <w:pPr>
              <w:pStyle w:val="TAC"/>
              <w:rPr>
                <w:lang w:eastAsia="fi-FI"/>
              </w:rPr>
            </w:pPr>
            <w:r>
              <w:rPr>
                <w:rFonts w:eastAsia="MS Mincho" w:cs="Arial"/>
                <w:szCs w:val="18"/>
              </w:rPr>
              <w:t>DC_3A-</w:t>
            </w:r>
            <w:r>
              <w:rPr>
                <w:rFonts w:cs="Arial"/>
                <w:szCs w:val="18"/>
                <w:lang w:eastAsia="zh-TW"/>
              </w:rPr>
              <w:t>3A-7A-</w:t>
            </w:r>
            <w:r>
              <w:rPr>
                <w:rFonts w:eastAsia="MS Mincho" w:cs="Arial"/>
                <w:szCs w:val="18"/>
              </w:rPr>
              <w:t>7A_n1A-n78A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7EA63C1C" w14:textId="77777777" w:rsidR="00F044BB" w:rsidRDefault="00F044BB" w:rsidP="00AC3FE8">
            <w:pPr>
              <w:pStyle w:val="TAC"/>
              <w:rPr>
                <w:lang w:eastAsia="ko-KR"/>
              </w:rPr>
            </w:pPr>
            <w:r>
              <w:rPr>
                <w:lang w:eastAsia="ko-KR"/>
              </w:rPr>
              <w:t>DC_3A_n1A</w:t>
            </w:r>
          </w:p>
          <w:p w14:paraId="4A5CF083" w14:textId="77777777" w:rsidR="00F044BB" w:rsidRDefault="00F044BB" w:rsidP="00AC3FE8">
            <w:pPr>
              <w:pStyle w:val="TAC"/>
              <w:rPr>
                <w:lang w:eastAsia="ko-KR"/>
              </w:rPr>
            </w:pPr>
            <w:r>
              <w:rPr>
                <w:lang w:eastAsia="ko-KR"/>
              </w:rPr>
              <w:t>DC_3A_n78A</w:t>
            </w:r>
          </w:p>
          <w:p w14:paraId="6A83B29F" w14:textId="77777777" w:rsidR="00F044BB" w:rsidRDefault="00F044BB" w:rsidP="00AC3FE8">
            <w:pPr>
              <w:pStyle w:val="TAC"/>
              <w:rPr>
                <w:lang w:eastAsia="ko-KR"/>
              </w:rPr>
            </w:pPr>
            <w:r>
              <w:rPr>
                <w:lang w:eastAsia="ko-KR"/>
              </w:rPr>
              <w:t>DC_7A_n1A</w:t>
            </w:r>
          </w:p>
          <w:p w14:paraId="59686037" w14:textId="77777777" w:rsidR="00F044BB" w:rsidRDefault="00F044BB" w:rsidP="00AC3FE8">
            <w:pPr>
              <w:pStyle w:val="TAC"/>
              <w:rPr>
                <w:lang w:eastAsia="fi-FI"/>
              </w:rPr>
            </w:pPr>
            <w:r>
              <w:rPr>
                <w:lang w:eastAsia="ko-KR"/>
              </w:rPr>
              <w:t>DC_7A_n78A</w:t>
            </w:r>
          </w:p>
        </w:tc>
      </w:tr>
      <w:tr w:rsidR="00F044BB" w14:paraId="40E57AB9"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8F59836" w14:textId="77777777" w:rsidR="00F044BB" w:rsidRDefault="00F044BB" w:rsidP="00AC3FE8">
            <w:pPr>
              <w:pStyle w:val="TAC"/>
              <w:rPr>
                <w:lang w:eastAsia="ko-KR"/>
              </w:rPr>
            </w:pPr>
            <w:r>
              <w:rPr>
                <w:lang w:eastAsia="ko-KR"/>
              </w:rPr>
              <w:t>DC_3A-7C_n1A-n78A</w:t>
            </w:r>
          </w:p>
          <w:p w14:paraId="00DD48EE" w14:textId="77777777" w:rsidR="00F044BB" w:rsidRDefault="00F044BB" w:rsidP="00AC3FE8">
            <w:pPr>
              <w:pStyle w:val="TAC"/>
              <w:rPr>
                <w:lang w:eastAsia="ko-KR"/>
              </w:rPr>
            </w:pPr>
            <w:r>
              <w:rPr>
                <w:lang w:eastAsia="ko-KR"/>
              </w:rPr>
              <w:t>DC_3C-7C_n1A-n78A</w:t>
            </w:r>
          </w:p>
        </w:tc>
        <w:tc>
          <w:tcPr>
            <w:tcW w:w="3514" w:type="dxa"/>
            <w:tcBorders>
              <w:top w:val="single" w:sz="4" w:space="0" w:color="auto"/>
              <w:left w:val="single" w:sz="4" w:space="0" w:color="auto"/>
              <w:bottom w:val="single" w:sz="4" w:space="0" w:color="auto"/>
              <w:right w:val="single" w:sz="4" w:space="0" w:color="auto"/>
            </w:tcBorders>
            <w:hideMark/>
          </w:tcPr>
          <w:p w14:paraId="444388EF" w14:textId="77777777" w:rsidR="00F044BB" w:rsidRDefault="00F044BB" w:rsidP="00AC3FE8">
            <w:pPr>
              <w:pStyle w:val="TAC"/>
              <w:rPr>
                <w:rFonts w:eastAsia="MS Mincho" w:cs="Arial"/>
                <w:szCs w:val="18"/>
              </w:rPr>
            </w:pPr>
            <w:r>
              <w:rPr>
                <w:rFonts w:eastAsia="MS Mincho" w:cs="Arial"/>
                <w:szCs w:val="18"/>
              </w:rPr>
              <w:t>DC_3A_n1A</w:t>
            </w:r>
          </w:p>
          <w:p w14:paraId="6DE914AF" w14:textId="77777777" w:rsidR="00F044BB" w:rsidRDefault="00F044BB" w:rsidP="00AC3FE8">
            <w:pPr>
              <w:pStyle w:val="TAC"/>
              <w:rPr>
                <w:rFonts w:eastAsia="MS Mincho" w:cs="Arial"/>
                <w:szCs w:val="18"/>
              </w:rPr>
            </w:pPr>
            <w:r>
              <w:rPr>
                <w:rFonts w:eastAsia="MS Mincho" w:cs="Arial"/>
                <w:szCs w:val="18"/>
              </w:rPr>
              <w:t>DC_3A_n78A</w:t>
            </w:r>
          </w:p>
          <w:p w14:paraId="21CB7D67" w14:textId="77777777" w:rsidR="00F044BB" w:rsidRDefault="00F044BB" w:rsidP="00AC3FE8">
            <w:pPr>
              <w:pStyle w:val="TAC"/>
              <w:rPr>
                <w:rFonts w:eastAsia="MS Mincho" w:cs="Arial"/>
                <w:szCs w:val="18"/>
              </w:rPr>
            </w:pPr>
            <w:r>
              <w:rPr>
                <w:rFonts w:eastAsia="MS Mincho" w:cs="Arial"/>
                <w:szCs w:val="18"/>
              </w:rPr>
              <w:t>DC_7A_n1A</w:t>
            </w:r>
          </w:p>
          <w:p w14:paraId="1696ADC4" w14:textId="77777777" w:rsidR="00F044BB" w:rsidRDefault="00F044BB" w:rsidP="00AC3FE8">
            <w:pPr>
              <w:pStyle w:val="TAC"/>
              <w:rPr>
                <w:rFonts w:eastAsia="MS Mincho" w:cs="Arial"/>
                <w:szCs w:val="18"/>
              </w:rPr>
            </w:pPr>
            <w:r>
              <w:rPr>
                <w:rFonts w:eastAsia="MS Mincho" w:cs="Arial"/>
                <w:szCs w:val="18"/>
              </w:rPr>
              <w:t>DC_7A_n78A</w:t>
            </w:r>
          </w:p>
          <w:p w14:paraId="2D94E769" w14:textId="77777777" w:rsidR="00F044BB" w:rsidRDefault="00F044BB" w:rsidP="00AC3FE8">
            <w:pPr>
              <w:pStyle w:val="TAC"/>
              <w:rPr>
                <w:rFonts w:eastAsia="MS Mincho" w:cs="Arial"/>
                <w:szCs w:val="18"/>
              </w:rPr>
            </w:pPr>
            <w:r>
              <w:rPr>
                <w:rFonts w:eastAsia="MS Mincho" w:cs="Arial"/>
                <w:szCs w:val="18"/>
              </w:rPr>
              <w:t>DC_7C_n1A</w:t>
            </w:r>
          </w:p>
          <w:p w14:paraId="447E6B41" w14:textId="77777777" w:rsidR="00F044BB" w:rsidRDefault="00F044BB" w:rsidP="00AC3FE8">
            <w:pPr>
              <w:pStyle w:val="TAC"/>
              <w:rPr>
                <w:lang w:eastAsia="ko-KR"/>
              </w:rPr>
            </w:pPr>
            <w:r>
              <w:rPr>
                <w:rFonts w:eastAsia="MS Mincho" w:cs="Arial"/>
                <w:szCs w:val="18"/>
              </w:rPr>
              <w:t>DC_7C_n78A</w:t>
            </w:r>
          </w:p>
        </w:tc>
      </w:tr>
      <w:tr w:rsidR="00F044BB" w14:paraId="0A64B41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EA1EA71" w14:textId="77777777" w:rsidR="00F044BB" w:rsidRDefault="00F044BB" w:rsidP="00AC3FE8">
            <w:pPr>
              <w:pStyle w:val="TAC"/>
              <w:rPr>
                <w:lang w:eastAsia="fi-FI"/>
              </w:rPr>
            </w:pPr>
            <w:r>
              <w:rPr>
                <w:noProof/>
                <w:kern w:val="2"/>
                <w:lang w:eastAsia="zh-CN"/>
              </w:rPr>
              <w:t>DC_3A-5A-41A_n79A</w:t>
            </w:r>
          </w:p>
        </w:tc>
        <w:tc>
          <w:tcPr>
            <w:tcW w:w="3514" w:type="dxa"/>
            <w:tcBorders>
              <w:top w:val="single" w:sz="4" w:space="0" w:color="auto"/>
              <w:left w:val="single" w:sz="4" w:space="0" w:color="auto"/>
              <w:bottom w:val="single" w:sz="4" w:space="0" w:color="auto"/>
              <w:right w:val="single" w:sz="4" w:space="0" w:color="auto"/>
            </w:tcBorders>
            <w:hideMark/>
          </w:tcPr>
          <w:p w14:paraId="64ABC5B8" w14:textId="77777777" w:rsidR="00F044BB" w:rsidRDefault="00F044BB" w:rsidP="00AC3FE8">
            <w:pPr>
              <w:pStyle w:val="TAC"/>
              <w:rPr>
                <w:noProof/>
                <w:kern w:val="2"/>
                <w:lang w:eastAsia="zh-CN"/>
              </w:rPr>
            </w:pPr>
            <w:r>
              <w:rPr>
                <w:noProof/>
                <w:kern w:val="2"/>
                <w:lang w:eastAsia="zh-CN"/>
              </w:rPr>
              <w:t>DC_3A_n79A</w:t>
            </w:r>
          </w:p>
          <w:p w14:paraId="2CCD076D" w14:textId="77777777" w:rsidR="00F044BB" w:rsidRDefault="00F044BB" w:rsidP="00AC3FE8">
            <w:pPr>
              <w:pStyle w:val="TAC"/>
              <w:rPr>
                <w:noProof/>
                <w:lang w:eastAsia="zh-CN"/>
              </w:rPr>
            </w:pPr>
            <w:r>
              <w:rPr>
                <w:noProof/>
                <w:lang w:eastAsia="zh-CN"/>
              </w:rPr>
              <w:t>DC_5A_n79A</w:t>
            </w:r>
          </w:p>
          <w:p w14:paraId="50A2A36F" w14:textId="77777777" w:rsidR="00F044BB" w:rsidRDefault="00F044BB" w:rsidP="00AC3FE8">
            <w:pPr>
              <w:pStyle w:val="TAC"/>
              <w:rPr>
                <w:lang w:eastAsia="fi-FI"/>
              </w:rPr>
            </w:pPr>
            <w:r>
              <w:rPr>
                <w:noProof/>
                <w:lang w:eastAsia="zh-CN"/>
              </w:rPr>
              <w:t>DC_41A_n79A</w:t>
            </w:r>
          </w:p>
        </w:tc>
      </w:tr>
      <w:tr w:rsidR="00F044BB" w14:paraId="749E6D2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45CA260" w14:textId="77777777" w:rsidR="00F044BB" w:rsidRDefault="00F044BB" w:rsidP="00AC3FE8">
            <w:pPr>
              <w:pStyle w:val="TAC"/>
              <w:rPr>
                <w:rFonts w:cs="Arial"/>
                <w:lang w:eastAsia="zh-CN"/>
              </w:rPr>
            </w:pPr>
            <w:r>
              <w:rPr>
                <w:rFonts w:cs="Arial"/>
                <w:lang w:eastAsia="zh-CN"/>
              </w:rPr>
              <w:t>DC_3A-7A_n5A-n78A</w:t>
            </w:r>
          </w:p>
          <w:p w14:paraId="00CE318B" w14:textId="77777777" w:rsidR="00F044BB" w:rsidRDefault="00F044BB" w:rsidP="00AC3FE8">
            <w:pPr>
              <w:pStyle w:val="TAC"/>
              <w:rPr>
                <w:rFonts w:cs="Arial"/>
                <w:lang w:eastAsia="zh-CN"/>
              </w:rPr>
            </w:pPr>
            <w:r>
              <w:rPr>
                <w:rFonts w:cs="Arial"/>
                <w:lang w:eastAsia="zh-CN"/>
              </w:rPr>
              <w:t>DC_3A-7C_n5A-n78A</w:t>
            </w:r>
          </w:p>
          <w:p w14:paraId="014F4DDC" w14:textId="77777777" w:rsidR="00F044BB" w:rsidRDefault="00F044BB" w:rsidP="00AC3FE8">
            <w:pPr>
              <w:pStyle w:val="TAC"/>
              <w:rPr>
                <w:rFonts w:cs="Arial"/>
                <w:lang w:eastAsia="zh-CN"/>
              </w:rPr>
            </w:pPr>
            <w:r>
              <w:rPr>
                <w:rFonts w:cs="Arial"/>
                <w:lang w:eastAsia="zh-CN"/>
              </w:rPr>
              <w:t>DC_3C-7A_n5A-n78A</w:t>
            </w:r>
          </w:p>
          <w:p w14:paraId="5A6A926A" w14:textId="77777777" w:rsidR="00F044BB" w:rsidRDefault="00F044BB" w:rsidP="00AC3FE8">
            <w:pPr>
              <w:pStyle w:val="TAC"/>
              <w:rPr>
                <w:noProof/>
                <w:kern w:val="2"/>
                <w:lang w:eastAsia="zh-CN"/>
              </w:rPr>
            </w:pPr>
            <w:r>
              <w:rPr>
                <w:rFonts w:cs="Arial"/>
                <w:lang w:eastAsia="zh-CN"/>
              </w:rPr>
              <w:t>DC_3C-7C_n5A-n78A</w:t>
            </w:r>
          </w:p>
        </w:tc>
        <w:tc>
          <w:tcPr>
            <w:tcW w:w="3514" w:type="dxa"/>
            <w:tcBorders>
              <w:top w:val="single" w:sz="4" w:space="0" w:color="auto"/>
              <w:left w:val="single" w:sz="4" w:space="0" w:color="auto"/>
              <w:bottom w:val="single" w:sz="4" w:space="0" w:color="auto"/>
              <w:right w:val="single" w:sz="4" w:space="0" w:color="auto"/>
            </w:tcBorders>
            <w:hideMark/>
          </w:tcPr>
          <w:p w14:paraId="457FD944" w14:textId="77777777" w:rsidR="00F044BB" w:rsidRDefault="00F044BB" w:rsidP="00AC3FE8">
            <w:pPr>
              <w:pStyle w:val="TAC"/>
              <w:rPr>
                <w:noProof/>
                <w:lang w:eastAsia="zh-CN"/>
              </w:rPr>
            </w:pPr>
            <w:r>
              <w:rPr>
                <w:noProof/>
                <w:lang w:eastAsia="zh-CN"/>
              </w:rPr>
              <w:t>DC_3A_n5A</w:t>
            </w:r>
          </w:p>
          <w:p w14:paraId="54BECE62" w14:textId="77777777" w:rsidR="00F044BB" w:rsidRDefault="00F044BB" w:rsidP="00AC3FE8">
            <w:pPr>
              <w:pStyle w:val="TAC"/>
              <w:rPr>
                <w:rFonts w:cs="Arial"/>
                <w:lang w:eastAsia="zh-CN"/>
              </w:rPr>
            </w:pPr>
            <w:r>
              <w:rPr>
                <w:rFonts w:cs="Arial"/>
                <w:lang w:eastAsia="zh-CN"/>
              </w:rPr>
              <w:t>DC_3C_n5A</w:t>
            </w:r>
          </w:p>
          <w:p w14:paraId="370066C9" w14:textId="77777777" w:rsidR="00F044BB" w:rsidRDefault="00F044BB" w:rsidP="00AC3FE8">
            <w:pPr>
              <w:pStyle w:val="TAC"/>
              <w:rPr>
                <w:noProof/>
                <w:lang w:eastAsia="zh-CN"/>
              </w:rPr>
            </w:pPr>
            <w:r>
              <w:rPr>
                <w:noProof/>
                <w:lang w:eastAsia="zh-CN"/>
              </w:rPr>
              <w:t>DC_3A_n78A</w:t>
            </w:r>
          </w:p>
          <w:p w14:paraId="2573F70D" w14:textId="77777777" w:rsidR="00F044BB" w:rsidRDefault="00F044BB" w:rsidP="00AC3FE8">
            <w:pPr>
              <w:pStyle w:val="TAC"/>
              <w:rPr>
                <w:noProof/>
                <w:lang w:eastAsia="zh-CN"/>
              </w:rPr>
            </w:pPr>
            <w:r>
              <w:rPr>
                <w:rFonts w:cs="Arial"/>
                <w:lang w:eastAsia="zh-CN"/>
              </w:rPr>
              <w:t>DC_3C_n78A</w:t>
            </w:r>
          </w:p>
          <w:p w14:paraId="6CD972E1" w14:textId="77777777" w:rsidR="00F044BB" w:rsidRDefault="00F044BB" w:rsidP="00AC3FE8">
            <w:pPr>
              <w:pStyle w:val="TAC"/>
              <w:rPr>
                <w:noProof/>
                <w:lang w:eastAsia="zh-CN"/>
              </w:rPr>
            </w:pPr>
            <w:r>
              <w:rPr>
                <w:noProof/>
                <w:lang w:eastAsia="zh-CN"/>
              </w:rPr>
              <w:t>DC_7A_n5A</w:t>
            </w:r>
          </w:p>
          <w:p w14:paraId="6D1914AD" w14:textId="77777777" w:rsidR="00F044BB" w:rsidRDefault="00F044BB" w:rsidP="00AC3FE8">
            <w:pPr>
              <w:pStyle w:val="TAC"/>
              <w:rPr>
                <w:rFonts w:cs="Arial"/>
                <w:lang w:eastAsia="zh-CN"/>
              </w:rPr>
            </w:pPr>
            <w:r>
              <w:rPr>
                <w:rFonts w:cs="Arial"/>
                <w:lang w:eastAsia="zh-CN"/>
              </w:rPr>
              <w:t>DC_7C_n5A</w:t>
            </w:r>
          </w:p>
          <w:p w14:paraId="763B2343" w14:textId="77777777" w:rsidR="00F044BB" w:rsidRDefault="00F044BB" w:rsidP="00AC3FE8">
            <w:pPr>
              <w:pStyle w:val="TAC"/>
              <w:rPr>
                <w:noProof/>
                <w:lang w:eastAsia="zh-CN"/>
              </w:rPr>
            </w:pPr>
            <w:r>
              <w:rPr>
                <w:noProof/>
                <w:lang w:eastAsia="zh-CN"/>
              </w:rPr>
              <w:t>DC_7A_n78A</w:t>
            </w:r>
          </w:p>
          <w:p w14:paraId="55C4A944" w14:textId="77777777" w:rsidR="00F044BB" w:rsidRDefault="00F044BB" w:rsidP="00AC3FE8">
            <w:pPr>
              <w:pStyle w:val="TAC"/>
              <w:rPr>
                <w:noProof/>
                <w:kern w:val="2"/>
                <w:lang w:eastAsia="zh-CN"/>
              </w:rPr>
            </w:pPr>
            <w:r>
              <w:rPr>
                <w:rFonts w:cs="Arial"/>
                <w:lang w:eastAsia="zh-CN"/>
              </w:rPr>
              <w:t>DC_7C_n78A</w:t>
            </w:r>
          </w:p>
        </w:tc>
      </w:tr>
      <w:tr w:rsidR="00F044BB" w14:paraId="69DFCC3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CCDFD4E" w14:textId="77777777" w:rsidR="00F044BB" w:rsidRDefault="00F044BB" w:rsidP="00AC3FE8">
            <w:pPr>
              <w:pStyle w:val="TAC"/>
              <w:rPr>
                <w:rFonts w:eastAsia="Malgun Gothic" w:cs="Arial"/>
                <w:szCs w:val="18"/>
                <w:lang w:eastAsia="ko-KR"/>
              </w:rPr>
            </w:pPr>
            <w:r>
              <w:rPr>
                <w:rFonts w:eastAsia="Malgun Gothic" w:cs="Arial"/>
                <w:szCs w:val="18"/>
                <w:lang w:eastAsia="ko-KR"/>
              </w:rPr>
              <w:t>DC_3A-7A_n7A-n78A</w:t>
            </w:r>
            <w:r>
              <w:rPr>
                <w:vertAlign w:val="superscript"/>
                <w:lang w:eastAsia="fi-FI"/>
              </w:rPr>
              <w:t>2</w:t>
            </w:r>
          </w:p>
          <w:p w14:paraId="057B83AA" w14:textId="77777777" w:rsidR="00F044BB" w:rsidRDefault="00F044BB" w:rsidP="00AC3FE8">
            <w:pPr>
              <w:pStyle w:val="TAC"/>
              <w:rPr>
                <w:rFonts w:cs="Arial"/>
                <w:lang w:eastAsia="zh-CN"/>
              </w:rPr>
            </w:pPr>
            <w:r>
              <w:rPr>
                <w:rFonts w:eastAsia="Malgun Gothic" w:cs="Arial"/>
                <w:szCs w:val="18"/>
                <w:lang w:eastAsia="ko-KR"/>
              </w:rPr>
              <w:t>DC_3A-3A-7A_n7A-n78A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6E76BAA4" w14:textId="77777777" w:rsidR="00F044BB" w:rsidRDefault="00F044BB" w:rsidP="00AC3FE8">
            <w:pPr>
              <w:pStyle w:val="TAC"/>
              <w:rPr>
                <w:rFonts w:cs="Arial"/>
                <w:lang w:eastAsia="zh-CN"/>
              </w:rPr>
            </w:pPr>
            <w:r>
              <w:rPr>
                <w:rFonts w:cs="Arial"/>
                <w:lang w:eastAsia="zh-CN"/>
              </w:rPr>
              <w:t>DC_3A_n7A</w:t>
            </w:r>
          </w:p>
          <w:p w14:paraId="5BE31405" w14:textId="77777777" w:rsidR="00F044BB" w:rsidRDefault="00F044BB" w:rsidP="00AC3FE8">
            <w:pPr>
              <w:pStyle w:val="TAC"/>
              <w:rPr>
                <w:rFonts w:cs="Arial"/>
                <w:lang w:eastAsia="zh-CN"/>
              </w:rPr>
            </w:pPr>
            <w:r>
              <w:rPr>
                <w:rFonts w:cs="Arial"/>
                <w:lang w:eastAsia="zh-CN"/>
              </w:rPr>
              <w:t>DC_7A_n7A</w:t>
            </w:r>
            <w:r>
              <w:rPr>
                <w:rFonts w:cs="Arial"/>
                <w:vertAlign w:val="superscript"/>
                <w:lang w:eastAsia="zh-CN"/>
              </w:rPr>
              <w:t>4</w:t>
            </w:r>
          </w:p>
          <w:p w14:paraId="3183FA21" w14:textId="77777777" w:rsidR="00F044BB" w:rsidRDefault="00F044BB" w:rsidP="00AC3FE8">
            <w:pPr>
              <w:pStyle w:val="TAC"/>
              <w:rPr>
                <w:rFonts w:cs="Arial"/>
                <w:lang w:eastAsia="zh-CN"/>
              </w:rPr>
            </w:pPr>
            <w:r>
              <w:rPr>
                <w:rFonts w:cs="Arial"/>
                <w:lang w:eastAsia="zh-CN"/>
              </w:rPr>
              <w:t>DC_3A_n78A</w:t>
            </w:r>
          </w:p>
          <w:p w14:paraId="2F1F9690" w14:textId="77777777" w:rsidR="00F044BB" w:rsidRDefault="00F044BB" w:rsidP="00AC3FE8">
            <w:pPr>
              <w:pStyle w:val="TAC"/>
              <w:rPr>
                <w:noProof/>
                <w:lang w:eastAsia="zh-CN"/>
              </w:rPr>
            </w:pPr>
            <w:r>
              <w:rPr>
                <w:rFonts w:cs="Arial"/>
                <w:lang w:eastAsia="zh-CN"/>
              </w:rPr>
              <w:t>DC_7A_n78A</w:t>
            </w:r>
          </w:p>
        </w:tc>
      </w:tr>
      <w:tr w:rsidR="00F044BB" w14:paraId="3B17CB1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9AADCEF" w14:textId="77777777" w:rsidR="00F044BB" w:rsidRDefault="00F044BB" w:rsidP="00AC3FE8">
            <w:pPr>
              <w:pStyle w:val="TAC"/>
              <w:rPr>
                <w:rFonts w:cs="Arial"/>
                <w:lang w:eastAsia="zh-CN"/>
              </w:rPr>
            </w:pPr>
            <w:r>
              <w:rPr>
                <w:rFonts w:eastAsia="Malgun Gothic" w:cs="Arial"/>
                <w:szCs w:val="18"/>
                <w:lang w:eastAsia="ko-KR"/>
              </w:rPr>
              <w:t>DC_3C-7A_n7A-n78A</w:t>
            </w:r>
          </w:p>
        </w:tc>
        <w:tc>
          <w:tcPr>
            <w:tcW w:w="3514" w:type="dxa"/>
            <w:tcBorders>
              <w:top w:val="single" w:sz="4" w:space="0" w:color="auto"/>
              <w:left w:val="single" w:sz="4" w:space="0" w:color="auto"/>
              <w:bottom w:val="single" w:sz="4" w:space="0" w:color="auto"/>
              <w:right w:val="single" w:sz="4" w:space="0" w:color="auto"/>
            </w:tcBorders>
            <w:hideMark/>
          </w:tcPr>
          <w:p w14:paraId="3AEA8D13" w14:textId="77777777" w:rsidR="00F044BB" w:rsidRDefault="00F044BB" w:rsidP="00AC3FE8">
            <w:pPr>
              <w:pStyle w:val="TAC"/>
              <w:rPr>
                <w:rFonts w:cs="Arial"/>
                <w:lang w:eastAsia="zh-CN"/>
              </w:rPr>
            </w:pPr>
            <w:r>
              <w:rPr>
                <w:rFonts w:cs="Arial"/>
                <w:lang w:eastAsia="zh-CN"/>
              </w:rPr>
              <w:t>DC_3A_n7A</w:t>
            </w:r>
          </w:p>
          <w:p w14:paraId="5332D9FC" w14:textId="77777777" w:rsidR="00F044BB" w:rsidRDefault="00F044BB" w:rsidP="00AC3FE8">
            <w:pPr>
              <w:pStyle w:val="TAC"/>
              <w:rPr>
                <w:rFonts w:cs="Arial"/>
                <w:lang w:eastAsia="zh-CN"/>
              </w:rPr>
            </w:pPr>
            <w:r>
              <w:rPr>
                <w:rFonts w:cs="Arial"/>
                <w:lang w:eastAsia="zh-CN"/>
              </w:rPr>
              <w:t>DC_3C_n7A</w:t>
            </w:r>
          </w:p>
          <w:p w14:paraId="60E16858" w14:textId="77777777" w:rsidR="00F044BB" w:rsidRDefault="00F044BB" w:rsidP="00AC3FE8">
            <w:pPr>
              <w:pStyle w:val="TAC"/>
              <w:rPr>
                <w:rFonts w:cs="Arial"/>
                <w:lang w:eastAsia="zh-CN"/>
              </w:rPr>
            </w:pPr>
            <w:r>
              <w:rPr>
                <w:rFonts w:cs="Arial"/>
                <w:lang w:eastAsia="zh-CN"/>
              </w:rPr>
              <w:t>DC_7A_n7A</w:t>
            </w:r>
            <w:r>
              <w:rPr>
                <w:rFonts w:cs="Arial"/>
                <w:vertAlign w:val="superscript"/>
                <w:lang w:eastAsia="zh-CN"/>
              </w:rPr>
              <w:t>4</w:t>
            </w:r>
          </w:p>
          <w:p w14:paraId="426CE2F7" w14:textId="77777777" w:rsidR="00F044BB" w:rsidRDefault="00F044BB" w:rsidP="00AC3FE8">
            <w:pPr>
              <w:pStyle w:val="TAC"/>
              <w:rPr>
                <w:rFonts w:cs="Arial"/>
                <w:lang w:eastAsia="zh-CN"/>
              </w:rPr>
            </w:pPr>
            <w:r>
              <w:rPr>
                <w:rFonts w:cs="Arial"/>
                <w:lang w:eastAsia="zh-CN"/>
              </w:rPr>
              <w:t>DC_3A_n78A</w:t>
            </w:r>
          </w:p>
          <w:p w14:paraId="664C0641" w14:textId="77777777" w:rsidR="00F044BB" w:rsidRDefault="00F044BB" w:rsidP="00AC3FE8">
            <w:pPr>
              <w:pStyle w:val="TAC"/>
              <w:rPr>
                <w:rFonts w:cs="Arial"/>
                <w:lang w:eastAsia="zh-CN"/>
              </w:rPr>
            </w:pPr>
            <w:r>
              <w:rPr>
                <w:rFonts w:cs="Arial"/>
                <w:lang w:eastAsia="zh-CN"/>
              </w:rPr>
              <w:t>DC_3C_n78A</w:t>
            </w:r>
          </w:p>
          <w:p w14:paraId="0D98D45E" w14:textId="77777777" w:rsidR="00F044BB" w:rsidRDefault="00F044BB" w:rsidP="00AC3FE8">
            <w:pPr>
              <w:pStyle w:val="TAC"/>
              <w:rPr>
                <w:noProof/>
                <w:lang w:eastAsia="zh-CN"/>
              </w:rPr>
            </w:pPr>
            <w:r>
              <w:rPr>
                <w:rFonts w:cs="Arial"/>
                <w:lang w:eastAsia="zh-CN"/>
              </w:rPr>
              <w:t>DC_7A_n78A</w:t>
            </w:r>
          </w:p>
        </w:tc>
      </w:tr>
      <w:tr w:rsidR="00A72836" w14:paraId="5291EF4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7E1C801" w14:textId="77777777" w:rsidR="00A72836" w:rsidRDefault="00A72836" w:rsidP="00A72836">
            <w:pPr>
              <w:pStyle w:val="TAC"/>
              <w:rPr>
                <w:lang w:eastAsia="fi-FI"/>
              </w:rPr>
            </w:pPr>
            <w:r>
              <w:rPr>
                <w:lang w:eastAsia="fi-FI"/>
              </w:rPr>
              <w:t>DC_</w:t>
            </w:r>
            <w:r>
              <w:rPr>
                <w:lang w:eastAsia="zh-TW"/>
              </w:rPr>
              <w:t>3A-7</w:t>
            </w:r>
            <w:r>
              <w:rPr>
                <w:lang w:eastAsia="fi-FI"/>
              </w:rPr>
              <w:t>A</w:t>
            </w:r>
            <w:r>
              <w:rPr>
                <w:lang w:eastAsia="zh-TW"/>
              </w:rPr>
              <w:t>-8A</w:t>
            </w:r>
            <w:r>
              <w:rPr>
                <w:lang w:eastAsia="fi-FI"/>
              </w:rPr>
              <w:t>_n</w:t>
            </w:r>
            <w:r>
              <w:rPr>
                <w:lang w:eastAsia="zh-TW"/>
              </w:rPr>
              <w:t>1</w:t>
            </w:r>
            <w:r>
              <w:rPr>
                <w:lang w:eastAsia="fi-FI"/>
              </w:rPr>
              <w:t>A</w:t>
            </w:r>
          </w:p>
          <w:p w14:paraId="1AD68932" w14:textId="6BC29A90" w:rsidR="00A72836" w:rsidRDefault="00A72836" w:rsidP="00A72836">
            <w:pPr>
              <w:pStyle w:val="TAC"/>
              <w:rPr>
                <w:rFonts w:cs="Arial"/>
                <w:lang w:eastAsia="zh-CN"/>
              </w:rPr>
            </w:pPr>
            <w:r>
              <w:rPr>
                <w:lang w:eastAsia="fi-FI"/>
              </w:rPr>
              <w:t>DC_</w:t>
            </w:r>
            <w:r>
              <w:rPr>
                <w:lang w:eastAsia="zh-TW"/>
              </w:rPr>
              <w:t>3C-7</w:t>
            </w:r>
            <w:r>
              <w:rPr>
                <w:lang w:eastAsia="fi-FI"/>
              </w:rPr>
              <w:t>A</w:t>
            </w:r>
            <w:r>
              <w:rPr>
                <w:lang w:eastAsia="zh-TW"/>
              </w:rPr>
              <w:t>-8A</w:t>
            </w:r>
            <w:r>
              <w:rPr>
                <w:lang w:eastAsia="fi-FI"/>
              </w:rPr>
              <w:t>_n</w:t>
            </w:r>
            <w:r>
              <w:rPr>
                <w:lang w:eastAsia="zh-TW"/>
              </w:rPr>
              <w:t>1</w:t>
            </w:r>
            <w:r>
              <w:rPr>
                <w:lang w:eastAsia="fi-FI"/>
              </w:rPr>
              <w:t>A</w:t>
            </w:r>
          </w:p>
        </w:tc>
        <w:tc>
          <w:tcPr>
            <w:tcW w:w="3514" w:type="dxa"/>
            <w:tcBorders>
              <w:top w:val="single" w:sz="4" w:space="0" w:color="auto"/>
              <w:left w:val="single" w:sz="4" w:space="0" w:color="auto"/>
              <w:bottom w:val="single" w:sz="4" w:space="0" w:color="auto"/>
              <w:right w:val="single" w:sz="4" w:space="0" w:color="auto"/>
            </w:tcBorders>
            <w:hideMark/>
          </w:tcPr>
          <w:p w14:paraId="4495B99A" w14:textId="77777777" w:rsidR="00A72836" w:rsidRDefault="00A72836" w:rsidP="00A72836">
            <w:pPr>
              <w:pStyle w:val="TAC"/>
              <w:rPr>
                <w:lang w:eastAsia="zh-TW"/>
              </w:rPr>
            </w:pPr>
            <w:r>
              <w:rPr>
                <w:lang w:eastAsia="zh-TW"/>
              </w:rPr>
              <w:t>DC_3A_n1A</w:t>
            </w:r>
          </w:p>
          <w:p w14:paraId="3EFE1FB6" w14:textId="77777777" w:rsidR="00A72836" w:rsidRDefault="00A72836" w:rsidP="00A72836">
            <w:pPr>
              <w:pStyle w:val="TAC"/>
              <w:rPr>
                <w:lang w:eastAsia="zh-TW"/>
              </w:rPr>
            </w:pPr>
            <w:r>
              <w:rPr>
                <w:lang w:eastAsia="zh-TW"/>
              </w:rPr>
              <w:t>DC_3C_n1A</w:t>
            </w:r>
          </w:p>
          <w:p w14:paraId="36136FFF" w14:textId="77777777" w:rsidR="00A72836" w:rsidRDefault="00A72836" w:rsidP="00A72836">
            <w:pPr>
              <w:pStyle w:val="TAC"/>
              <w:rPr>
                <w:lang w:eastAsia="zh-TW"/>
              </w:rPr>
            </w:pPr>
            <w:r>
              <w:rPr>
                <w:lang w:eastAsia="fi-FI"/>
              </w:rPr>
              <w:t>DC_</w:t>
            </w:r>
            <w:r>
              <w:rPr>
                <w:lang w:eastAsia="zh-TW"/>
              </w:rPr>
              <w:t>7</w:t>
            </w:r>
            <w:r>
              <w:rPr>
                <w:lang w:eastAsia="fi-FI"/>
              </w:rPr>
              <w:t>A_n</w:t>
            </w:r>
            <w:r>
              <w:rPr>
                <w:lang w:eastAsia="zh-TW"/>
              </w:rPr>
              <w:t>1</w:t>
            </w:r>
            <w:r>
              <w:rPr>
                <w:lang w:eastAsia="fi-FI"/>
              </w:rPr>
              <w:t>A</w:t>
            </w:r>
          </w:p>
          <w:p w14:paraId="1521F3C8" w14:textId="22BC4C2D" w:rsidR="00A72836" w:rsidRDefault="00A72836" w:rsidP="00A72836">
            <w:pPr>
              <w:pStyle w:val="TAC"/>
              <w:rPr>
                <w:rFonts w:cs="Arial"/>
                <w:lang w:eastAsia="zh-CN"/>
              </w:rPr>
            </w:pPr>
            <w:r>
              <w:rPr>
                <w:lang w:eastAsia="fi-FI"/>
              </w:rPr>
              <w:t>DC_</w:t>
            </w:r>
            <w:r>
              <w:rPr>
                <w:lang w:eastAsia="zh-TW"/>
              </w:rPr>
              <w:t>8</w:t>
            </w:r>
            <w:r>
              <w:rPr>
                <w:lang w:eastAsia="fi-FI"/>
              </w:rPr>
              <w:t>A_n</w:t>
            </w:r>
            <w:r>
              <w:rPr>
                <w:lang w:eastAsia="zh-TW"/>
              </w:rPr>
              <w:t>1</w:t>
            </w:r>
            <w:r>
              <w:rPr>
                <w:lang w:eastAsia="fi-FI"/>
              </w:rPr>
              <w:t>A</w:t>
            </w:r>
          </w:p>
        </w:tc>
      </w:tr>
      <w:tr w:rsidR="00F044BB" w14:paraId="7742269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396979E" w14:textId="77777777" w:rsidR="00F044BB" w:rsidRDefault="00F044BB" w:rsidP="00AC3FE8">
            <w:pPr>
              <w:pStyle w:val="TAC"/>
              <w:rPr>
                <w:lang w:eastAsia="fi-FI"/>
              </w:rPr>
            </w:pPr>
            <w:r>
              <w:rPr>
                <w:lang w:eastAsia="fi-FI"/>
              </w:rPr>
              <w:t>DC_</w:t>
            </w:r>
            <w:r>
              <w:rPr>
                <w:lang w:eastAsia="zh-TW"/>
              </w:rPr>
              <w:t>3A-3A-7</w:t>
            </w:r>
            <w:r>
              <w:rPr>
                <w:lang w:eastAsia="fi-FI"/>
              </w:rPr>
              <w:t>A</w:t>
            </w:r>
            <w:r>
              <w:rPr>
                <w:lang w:eastAsia="zh-TW"/>
              </w:rPr>
              <w:t>-8A</w:t>
            </w:r>
            <w:r>
              <w:rPr>
                <w:lang w:eastAsia="fi-FI"/>
              </w:rPr>
              <w:t>_n</w:t>
            </w:r>
            <w:r>
              <w:rPr>
                <w:lang w:eastAsia="zh-TW"/>
              </w:rPr>
              <w:t>1</w:t>
            </w:r>
            <w:r>
              <w:rPr>
                <w:lang w:eastAsia="fi-FI"/>
              </w:rPr>
              <w:t>A</w:t>
            </w:r>
          </w:p>
          <w:p w14:paraId="03437426" w14:textId="77777777" w:rsidR="00F044BB" w:rsidRDefault="00F044BB" w:rsidP="00AC3FE8">
            <w:pPr>
              <w:pStyle w:val="TAC"/>
              <w:rPr>
                <w:lang w:eastAsia="fi-FI"/>
              </w:rPr>
            </w:pPr>
            <w:r>
              <w:rPr>
                <w:lang w:eastAsia="fi-FI"/>
              </w:rPr>
              <w:t>DC_</w:t>
            </w:r>
            <w:r>
              <w:rPr>
                <w:lang w:eastAsia="zh-TW"/>
              </w:rPr>
              <w:t>3A-7A-7</w:t>
            </w:r>
            <w:r>
              <w:rPr>
                <w:lang w:eastAsia="fi-FI"/>
              </w:rPr>
              <w:t>A</w:t>
            </w:r>
            <w:r>
              <w:rPr>
                <w:lang w:eastAsia="zh-TW"/>
              </w:rPr>
              <w:t>-8A</w:t>
            </w:r>
            <w:r>
              <w:rPr>
                <w:lang w:eastAsia="fi-FI"/>
              </w:rPr>
              <w:t>_n</w:t>
            </w:r>
            <w:r>
              <w:rPr>
                <w:lang w:eastAsia="zh-TW"/>
              </w:rPr>
              <w:t>1</w:t>
            </w:r>
            <w:r>
              <w:rPr>
                <w:lang w:eastAsia="fi-FI"/>
              </w:rPr>
              <w:t>A</w:t>
            </w:r>
          </w:p>
          <w:p w14:paraId="4DCB90EC" w14:textId="77777777" w:rsidR="00F044BB" w:rsidRDefault="00F044BB" w:rsidP="00AC3FE8">
            <w:pPr>
              <w:pStyle w:val="TAC"/>
              <w:rPr>
                <w:rFonts w:cs="Arial"/>
                <w:lang w:eastAsia="zh-CN"/>
              </w:rPr>
            </w:pPr>
            <w:r>
              <w:rPr>
                <w:lang w:eastAsia="fi-FI"/>
              </w:rPr>
              <w:t>DC_</w:t>
            </w:r>
            <w:r>
              <w:rPr>
                <w:lang w:eastAsia="zh-TW"/>
              </w:rPr>
              <w:t>3A-3A-7A-7</w:t>
            </w:r>
            <w:r>
              <w:rPr>
                <w:lang w:eastAsia="fi-FI"/>
              </w:rPr>
              <w:t>A</w:t>
            </w:r>
            <w:r>
              <w:rPr>
                <w:lang w:eastAsia="zh-TW"/>
              </w:rPr>
              <w:t>-8A</w:t>
            </w:r>
            <w:r>
              <w:rPr>
                <w:lang w:eastAsia="fi-FI"/>
              </w:rPr>
              <w:t>_n</w:t>
            </w:r>
            <w:r>
              <w:rPr>
                <w:lang w:eastAsia="zh-TW"/>
              </w:rPr>
              <w:t>1</w:t>
            </w:r>
            <w:r>
              <w:rPr>
                <w:lang w:eastAsia="fi-FI"/>
              </w:rPr>
              <w:t>A</w:t>
            </w:r>
          </w:p>
        </w:tc>
        <w:tc>
          <w:tcPr>
            <w:tcW w:w="3514" w:type="dxa"/>
            <w:tcBorders>
              <w:top w:val="single" w:sz="4" w:space="0" w:color="auto"/>
              <w:left w:val="single" w:sz="4" w:space="0" w:color="auto"/>
              <w:bottom w:val="single" w:sz="4" w:space="0" w:color="auto"/>
              <w:right w:val="single" w:sz="4" w:space="0" w:color="auto"/>
            </w:tcBorders>
            <w:hideMark/>
          </w:tcPr>
          <w:p w14:paraId="158393A4" w14:textId="77777777" w:rsidR="00F044BB" w:rsidRDefault="00F044BB" w:rsidP="00AC3FE8">
            <w:pPr>
              <w:pStyle w:val="TAC"/>
              <w:rPr>
                <w:lang w:eastAsia="zh-TW"/>
              </w:rPr>
            </w:pPr>
            <w:r>
              <w:rPr>
                <w:lang w:eastAsia="zh-TW"/>
              </w:rPr>
              <w:t>DC_3A_n1A</w:t>
            </w:r>
          </w:p>
          <w:p w14:paraId="73C3C641" w14:textId="77777777" w:rsidR="00F044BB" w:rsidRDefault="00F044BB" w:rsidP="00AC3FE8">
            <w:pPr>
              <w:pStyle w:val="TAC"/>
              <w:rPr>
                <w:lang w:eastAsia="zh-TW"/>
              </w:rPr>
            </w:pPr>
            <w:r>
              <w:rPr>
                <w:lang w:eastAsia="fi-FI"/>
              </w:rPr>
              <w:t>DC_</w:t>
            </w:r>
            <w:r>
              <w:rPr>
                <w:lang w:eastAsia="zh-TW"/>
              </w:rPr>
              <w:t>7</w:t>
            </w:r>
            <w:r>
              <w:rPr>
                <w:lang w:eastAsia="fi-FI"/>
              </w:rPr>
              <w:t>A_n</w:t>
            </w:r>
            <w:r>
              <w:rPr>
                <w:lang w:eastAsia="zh-TW"/>
              </w:rPr>
              <w:t>1</w:t>
            </w:r>
            <w:r>
              <w:rPr>
                <w:lang w:eastAsia="fi-FI"/>
              </w:rPr>
              <w:t>A</w:t>
            </w:r>
          </w:p>
          <w:p w14:paraId="389996FC" w14:textId="77777777" w:rsidR="00F044BB" w:rsidRDefault="00F044BB" w:rsidP="00AC3FE8">
            <w:pPr>
              <w:pStyle w:val="TAC"/>
              <w:rPr>
                <w:rFonts w:cs="Arial"/>
                <w:lang w:eastAsia="zh-CN"/>
              </w:rPr>
            </w:pPr>
            <w:r>
              <w:rPr>
                <w:lang w:eastAsia="fi-FI"/>
              </w:rPr>
              <w:t>DC_</w:t>
            </w:r>
            <w:r>
              <w:rPr>
                <w:lang w:eastAsia="zh-TW"/>
              </w:rPr>
              <w:t>8</w:t>
            </w:r>
            <w:r>
              <w:rPr>
                <w:lang w:eastAsia="fi-FI"/>
              </w:rPr>
              <w:t>A_n</w:t>
            </w:r>
            <w:r>
              <w:rPr>
                <w:lang w:eastAsia="zh-TW"/>
              </w:rPr>
              <w:t>1</w:t>
            </w:r>
            <w:r>
              <w:rPr>
                <w:lang w:eastAsia="fi-FI"/>
              </w:rPr>
              <w:t>A</w:t>
            </w:r>
          </w:p>
        </w:tc>
      </w:tr>
      <w:tr w:rsidR="00F044BB" w14:paraId="7DE137B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FD0A33D" w14:textId="77777777" w:rsidR="00F044BB" w:rsidRDefault="00F044BB" w:rsidP="00AC3FE8">
            <w:pPr>
              <w:pStyle w:val="TAC"/>
              <w:rPr>
                <w:lang w:eastAsia="fi-FI"/>
              </w:rPr>
            </w:pPr>
            <w:r>
              <w:rPr>
                <w:lang w:eastAsia="fi-FI"/>
              </w:rPr>
              <w:lastRenderedPageBreak/>
              <w:t>DC_</w:t>
            </w:r>
            <w:r>
              <w:rPr>
                <w:lang w:eastAsia="zh-TW"/>
              </w:rPr>
              <w:t>3A-7</w:t>
            </w:r>
            <w:r>
              <w:rPr>
                <w:lang w:eastAsia="fi-FI"/>
              </w:rPr>
              <w:t>A</w:t>
            </w:r>
            <w:r>
              <w:rPr>
                <w:lang w:eastAsia="zh-TW"/>
              </w:rPr>
              <w:t>-8A</w:t>
            </w:r>
            <w:r>
              <w:rPr>
                <w:lang w:eastAsia="fi-FI"/>
              </w:rPr>
              <w:t>_n</w:t>
            </w:r>
            <w:r>
              <w:rPr>
                <w:lang w:eastAsia="zh-TW"/>
              </w:rPr>
              <w:t>77</w:t>
            </w:r>
            <w:r>
              <w:rPr>
                <w:lang w:eastAsia="fi-FI"/>
              </w:rPr>
              <w:t>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42133034" w14:textId="77777777" w:rsidR="00F044BB" w:rsidRDefault="00F044BB" w:rsidP="00AC3FE8">
            <w:pPr>
              <w:pStyle w:val="TAC"/>
              <w:rPr>
                <w:lang w:eastAsia="zh-TW"/>
              </w:rPr>
            </w:pPr>
            <w:r>
              <w:rPr>
                <w:lang w:eastAsia="zh-TW"/>
              </w:rPr>
              <w:t>DC_3A_n77A</w:t>
            </w:r>
          </w:p>
          <w:p w14:paraId="752D1AF2" w14:textId="77777777" w:rsidR="00F044BB" w:rsidRDefault="00F044BB" w:rsidP="00AC3FE8">
            <w:pPr>
              <w:pStyle w:val="TAC"/>
              <w:rPr>
                <w:lang w:eastAsia="zh-TW"/>
              </w:rPr>
            </w:pPr>
            <w:r>
              <w:rPr>
                <w:lang w:eastAsia="fi-FI"/>
              </w:rPr>
              <w:t>DC_</w:t>
            </w:r>
            <w:r>
              <w:rPr>
                <w:lang w:eastAsia="zh-TW"/>
              </w:rPr>
              <w:t>7</w:t>
            </w:r>
            <w:r>
              <w:rPr>
                <w:lang w:eastAsia="fi-FI"/>
              </w:rPr>
              <w:t>A_n77A</w:t>
            </w:r>
          </w:p>
          <w:p w14:paraId="5E6FB0DF" w14:textId="77777777" w:rsidR="00F044BB" w:rsidRDefault="00F044BB" w:rsidP="00AC3FE8">
            <w:pPr>
              <w:pStyle w:val="TAC"/>
              <w:rPr>
                <w:lang w:eastAsia="zh-TW"/>
              </w:rPr>
            </w:pPr>
            <w:r>
              <w:rPr>
                <w:lang w:eastAsia="fi-FI"/>
              </w:rPr>
              <w:t>DC_</w:t>
            </w:r>
            <w:r>
              <w:rPr>
                <w:lang w:eastAsia="zh-TW"/>
              </w:rPr>
              <w:t>8</w:t>
            </w:r>
            <w:r>
              <w:rPr>
                <w:lang w:eastAsia="fi-FI"/>
              </w:rPr>
              <w:t>A_n77A</w:t>
            </w:r>
          </w:p>
        </w:tc>
      </w:tr>
      <w:tr w:rsidR="00F044BB" w14:paraId="4F09A90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4229BF4" w14:textId="77777777" w:rsidR="00F044BB" w:rsidRDefault="00F044BB" w:rsidP="00AC3FE8">
            <w:pPr>
              <w:pStyle w:val="TAC"/>
              <w:rPr>
                <w:noProof/>
                <w:kern w:val="2"/>
                <w:lang w:eastAsia="zh-CN"/>
              </w:rPr>
            </w:pPr>
            <w:r>
              <w:rPr>
                <w:lang w:eastAsia="fi-FI"/>
              </w:rPr>
              <w:t>DC_</w:t>
            </w:r>
            <w:r>
              <w:rPr>
                <w:lang w:eastAsia="zh-TW"/>
              </w:rPr>
              <w:t>3A-7</w:t>
            </w:r>
            <w:r>
              <w:rPr>
                <w:lang w:eastAsia="fi-FI"/>
              </w:rPr>
              <w:t>A</w:t>
            </w:r>
            <w:r>
              <w:rPr>
                <w:lang w:eastAsia="zh-TW"/>
              </w:rPr>
              <w:t>-8A</w:t>
            </w:r>
            <w:r>
              <w:rPr>
                <w:lang w:eastAsia="fi-FI"/>
              </w:rPr>
              <w:t>_n</w:t>
            </w:r>
            <w:r>
              <w:rPr>
                <w:lang w:eastAsia="zh-TW"/>
              </w:rPr>
              <w:t>78</w:t>
            </w:r>
            <w:r>
              <w:rPr>
                <w:lang w:eastAsia="fi-FI"/>
              </w:rPr>
              <w:t>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7EC5B5E1" w14:textId="77777777" w:rsidR="00F044BB" w:rsidRDefault="00F044BB" w:rsidP="00AC3FE8">
            <w:pPr>
              <w:pStyle w:val="TAC"/>
              <w:rPr>
                <w:lang w:eastAsia="zh-TW"/>
              </w:rPr>
            </w:pPr>
            <w:r>
              <w:rPr>
                <w:lang w:eastAsia="zh-TW"/>
              </w:rPr>
              <w:t>DC_3A_n78A,</w:t>
            </w:r>
          </w:p>
          <w:p w14:paraId="01DF7B91" w14:textId="77777777" w:rsidR="00F044BB" w:rsidRDefault="00F044BB" w:rsidP="00AC3FE8">
            <w:pPr>
              <w:pStyle w:val="TAC"/>
              <w:rPr>
                <w:lang w:eastAsia="zh-TW"/>
              </w:rPr>
            </w:pPr>
            <w:r>
              <w:rPr>
                <w:lang w:eastAsia="fi-FI"/>
              </w:rPr>
              <w:t>DC_</w:t>
            </w:r>
            <w:r>
              <w:rPr>
                <w:lang w:eastAsia="zh-TW"/>
              </w:rPr>
              <w:t>7</w:t>
            </w:r>
            <w:r>
              <w:rPr>
                <w:lang w:eastAsia="fi-FI"/>
              </w:rPr>
              <w:t>A_n7</w:t>
            </w:r>
            <w:r>
              <w:rPr>
                <w:lang w:eastAsia="zh-TW"/>
              </w:rPr>
              <w:t>8</w:t>
            </w:r>
            <w:r>
              <w:rPr>
                <w:lang w:eastAsia="fi-FI"/>
              </w:rPr>
              <w:t>A</w:t>
            </w:r>
            <w:r>
              <w:rPr>
                <w:lang w:eastAsia="zh-TW"/>
              </w:rPr>
              <w:t>,</w:t>
            </w:r>
          </w:p>
          <w:p w14:paraId="759422D8" w14:textId="77777777" w:rsidR="00F044BB" w:rsidRDefault="00F044BB" w:rsidP="00AC3FE8">
            <w:pPr>
              <w:pStyle w:val="TAC"/>
              <w:rPr>
                <w:noProof/>
                <w:kern w:val="2"/>
                <w:lang w:eastAsia="zh-CN"/>
              </w:rPr>
            </w:pPr>
            <w:r>
              <w:rPr>
                <w:lang w:eastAsia="fi-FI"/>
              </w:rPr>
              <w:t>DC_</w:t>
            </w:r>
            <w:r>
              <w:rPr>
                <w:lang w:eastAsia="zh-TW"/>
              </w:rPr>
              <w:t>8</w:t>
            </w:r>
            <w:r>
              <w:rPr>
                <w:lang w:eastAsia="fi-FI"/>
              </w:rPr>
              <w:t>A_n</w:t>
            </w:r>
            <w:r>
              <w:rPr>
                <w:lang w:eastAsia="zh-TW"/>
              </w:rPr>
              <w:t>78</w:t>
            </w:r>
            <w:r>
              <w:rPr>
                <w:lang w:eastAsia="fi-FI"/>
              </w:rPr>
              <w:t>A</w:t>
            </w:r>
          </w:p>
        </w:tc>
      </w:tr>
      <w:tr w:rsidR="00F044BB" w14:paraId="04E46A2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0A5C243" w14:textId="77777777" w:rsidR="00F044BB" w:rsidRDefault="00F044BB" w:rsidP="00AC3FE8">
            <w:pPr>
              <w:pStyle w:val="TAC"/>
              <w:rPr>
                <w:lang w:eastAsia="fi-FI"/>
              </w:rPr>
            </w:pPr>
            <w:r>
              <w:rPr>
                <w:lang w:eastAsia="fi-FI"/>
              </w:rPr>
              <w:t>DC_3A-3A-7A-8A_n78A</w:t>
            </w:r>
            <w:r>
              <w:rPr>
                <w:vertAlign w:val="superscript"/>
                <w:lang w:eastAsia="fi-FI"/>
              </w:rPr>
              <w:t>2</w:t>
            </w:r>
          </w:p>
          <w:p w14:paraId="321A6CF1" w14:textId="77777777" w:rsidR="00F044BB" w:rsidRDefault="00F044BB" w:rsidP="00AC3FE8">
            <w:pPr>
              <w:pStyle w:val="TAC"/>
              <w:rPr>
                <w:lang w:eastAsia="fi-FI"/>
              </w:rPr>
            </w:pPr>
            <w:r>
              <w:rPr>
                <w:lang w:eastAsia="fi-FI"/>
              </w:rPr>
              <w:t>DC_3A-7A-7A-8A_n78A</w:t>
            </w:r>
            <w:r>
              <w:rPr>
                <w:vertAlign w:val="superscript"/>
                <w:lang w:eastAsia="fi-FI"/>
              </w:rPr>
              <w:t>2</w:t>
            </w:r>
          </w:p>
          <w:p w14:paraId="3AD222E8" w14:textId="77777777" w:rsidR="00F044BB" w:rsidRDefault="00F044BB" w:rsidP="00AC3FE8">
            <w:pPr>
              <w:pStyle w:val="TAC"/>
              <w:rPr>
                <w:lang w:eastAsia="fi-FI"/>
              </w:rPr>
            </w:pPr>
            <w:r>
              <w:rPr>
                <w:lang w:eastAsia="fi-FI"/>
              </w:rPr>
              <w:t>DC_3A-3A-7A-7A-8A_n78A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2A91F174" w14:textId="77777777" w:rsidR="00F044BB" w:rsidRDefault="00F044BB" w:rsidP="00AC3FE8">
            <w:pPr>
              <w:pStyle w:val="TAC"/>
              <w:rPr>
                <w:lang w:eastAsia="zh-TW"/>
              </w:rPr>
            </w:pPr>
            <w:r>
              <w:rPr>
                <w:lang w:eastAsia="zh-TW"/>
              </w:rPr>
              <w:t>DC_3A_n78A</w:t>
            </w:r>
          </w:p>
          <w:p w14:paraId="3BE8BA72" w14:textId="77777777" w:rsidR="00F044BB" w:rsidRDefault="00F044BB" w:rsidP="00AC3FE8">
            <w:pPr>
              <w:pStyle w:val="TAC"/>
              <w:rPr>
                <w:lang w:eastAsia="zh-TW"/>
              </w:rPr>
            </w:pPr>
            <w:r>
              <w:rPr>
                <w:lang w:eastAsia="fi-FI"/>
              </w:rPr>
              <w:t>DC_</w:t>
            </w:r>
            <w:r>
              <w:rPr>
                <w:lang w:eastAsia="zh-TW"/>
              </w:rPr>
              <w:t>7</w:t>
            </w:r>
            <w:r>
              <w:rPr>
                <w:lang w:eastAsia="fi-FI"/>
              </w:rPr>
              <w:t>A_n7</w:t>
            </w:r>
            <w:r>
              <w:rPr>
                <w:lang w:eastAsia="zh-TW"/>
              </w:rPr>
              <w:t>8</w:t>
            </w:r>
            <w:r>
              <w:rPr>
                <w:lang w:eastAsia="fi-FI"/>
              </w:rPr>
              <w:t>A</w:t>
            </w:r>
          </w:p>
          <w:p w14:paraId="6A456FF1" w14:textId="77777777" w:rsidR="00F044BB" w:rsidRDefault="00F044BB" w:rsidP="00AC3FE8">
            <w:pPr>
              <w:pStyle w:val="TAC"/>
              <w:rPr>
                <w:lang w:eastAsia="zh-TW"/>
              </w:rPr>
            </w:pPr>
            <w:r>
              <w:rPr>
                <w:lang w:eastAsia="fi-FI"/>
              </w:rPr>
              <w:t>DC_</w:t>
            </w:r>
            <w:r>
              <w:rPr>
                <w:lang w:eastAsia="zh-TW"/>
              </w:rPr>
              <w:t>8</w:t>
            </w:r>
            <w:r>
              <w:rPr>
                <w:lang w:eastAsia="fi-FI"/>
              </w:rPr>
              <w:t>A_n</w:t>
            </w:r>
            <w:r>
              <w:rPr>
                <w:lang w:eastAsia="zh-TW"/>
              </w:rPr>
              <w:t>78</w:t>
            </w:r>
            <w:r>
              <w:rPr>
                <w:lang w:eastAsia="fi-FI"/>
              </w:rPr>
              <w:t>A</w:t>
            </w:r>
          </w:p>
        </w:tc>
      </w:tr>
      <w:tr w:rsidR="00F044BB" w14:paraId="254E249C"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9C9792A" w14:textId="77777777" w:rsidR="00F044BB" w:rsidRDefault="00F044BB" w:rsidP="00AC3FE8">
            <w:pPr>
              <w:pStyle w:val="TAC"/>
              <w:rPr>
                <w:lang w:eastAsia="ja-JP"/>
              </w:rPr>
            </w:pPr>
            <w:r>
              <w:rPr>
                <w:lang w:eastAsia="ja-JP"/>
              </w:rPr>
              <w:t>DC_3A-7A-20A_n1A</w:t>
            </w:r>
          </w:p>
          <w:p w14:paraId="513A2B08" w14:textId="77777777" w:rsidR="00F044BB" w:rsidRDefault="00F044BB" w:rsidP="00AC3FE8">
            <w:pPr>
              <w:pStyle w:val="TAC"/>
              <w:rPr>
                <w:lang w:eastAsia="fi-FI"/>
              </w:rPr>
            </w:pPr>
            <w:r>
              <w:rPr>
                <w:lang w:eastAsia="fi-FI"/>
              </w:rPr>
              <w:t>DC_3C-7A-20A_n1A</w:t>
            </w:r>
          </w:p>
          <w:p w14:paraId="3F91A587" w14:textId="77777777" w:rsidR="00F044BB" w:rsidRDefault="00F044BB" w:rsidP="00AC3FE8">
            <w:pPr>
              <w:pStyle w:val="TAC"/>
              <w:rPr>
                <w:lang w:eastAsia="ja-JP"/>
              </w:rPr>
            </w:pPr>
            <w:r>
              <w:rPr>
                <w:lang w:eastAsia="ja-JP"/>
              </w:rPr>
              <w:t>DC_3A-7C-20A_n1A</w:t>
            </w:r>
          </w:p>
          <w:p w14:paraId="5187FACB" w14:textId="77777777" w:rsidR="00F044BB" w:rsidRDefault="00F044BB" w:rsidP="00AC3FE8">
            <w:pPr>
              <w:pStyle w:val="TAC"/>
              <w:rPr>
                <w:lang w:eastAsia="fi-FI"/>
              </w:rPr>
            </w:pPr>
            <w:r>
              <w:rPr>
                <w:lang w:eastAsia="fi-FI"/>
              </w:rPr>
              <w:t>DC_3C-7C-20A_n1A</w:t>
            </w:r>
          </w:p>
        </w:tc>
        <w:tc>
          <w:tcPr>
            <w:tcW w:w="3514" w:type="dxa"/>
            <w:tcBorders>
              <w:top w:val="single" w:sz="4" w:space="0" w:color="auto"/>
              <w:left w:val="single" w:sz="4" w:space="0" w:color="auto"/>
              <w:bottom w:val="single" w:sz="4" w:space="0" w:color="auto"/>
              <w:right w:val="single" w:sz="4" w:space="0" w:color="auto"/>
            </w:tcBorders>
            <w:hideMark/>
          </w:tcPr>
          <w:p w14:paraId="68AD13E9" w14:textId="77777777" w:rsidR="00F044BB" w:rsidRDefault="00F044BB" w:rsidP="00AC3FE8">
            <w:pPr>
              <w:pStyle w:val="TAC"/>
              <w:rPr>
                <w:lang w:eastAsia="ja-JP"/>
              </w:rPr>
            </w:pPr>
            <w:r>
              <w:rPr>
                <w:lang w:eastAsia="fi-FI"/>
              </w:rPr>
              <w:t>DC_3A_</w:t>
            </w:r>
            <w:r>
              <w:rPr>
                <w:lang w:eastAsia="ja-JP"/>
              </w:rPr>
              <w:t>n1A</w:t>
            </w:r>
          </w:p>
          <w:p w14:paraId="52E1CD80" w14:textId="77777777" w:rsidR="00F044BB" w:rsidRDefault="00F044BB" w:rsidP="00AC3FE8">
            <w:pPr>
              <w:pStyle w:val="TAC"/>
              <w:rPr>
                <w:lang w:eastAsia="ja-JP"/>
              </w:rPr>
            </w:pPr>
            <w:r>
              <w:rPr>
                <w:lang w:eastAsia="fi-FI"/>
              </w:rPr>
              <w:t>DC_3C_</w:t>
            </w:r>
            <w:r>
              <w:rPr>
                <w:lang w:eastAsia="ja-JP"/>
              </w:rPr>
              <w:t>n1A</w:t>
            </w:r>
          </w:p>
          <w:p w14:paraId="3B958B01" w14:textId="77777777" w:rsidR="00F044BB" w:rsidRDefault="00F044BB" w:rsidP="00AC3FE8">
            <w:pPr>
              <w:pStyle w:val="TAC"/>
              <w:rPr>
                <w:lang w:eastAsia="fi-FI"/>
              </w:rPr>
            </w:pPr>
            <w:r>
              <w:rPr>
                <w:lang w:eastAsia="fi-FI"/>
              </w:rPr>
              <w:t>DC_</w:t>
            </w:r>
            <w:r>
              <w:rPr>
                <w:lang w:eastAsia="ja-JP"/>
              </w:rPr>
              <w:t>7</w:t>
            </w:r>
            <w:r>
              <w:rPr>
                <w:lang w:eastAsia="fi-FI"/>
              </w:rPr>
              <w:t>A_</w:t>
            </w:r>
            <w:r>
              <w:rPr>
                <w:lang w:eastAsia="ja-JP"/>
              </w:rPr>
              <w:t>n1</w:t>
            </w:r>
            <w:r>
              <w:rPr>
                <w:lang w:eastAsia="fi-FI"/>
              </w:rPr>
              <w:t>A</w:t>
            </w:r>
          </w:p>
          <w:p w14:paraId="73028797" w14:textId="77777777" w:rsidR="00F044BB" w:rsidRDefault="00F044BB" w:rsidP="00AC3FE8">
            <w:pPr>
              <w:pStyle w:val="TAC"/>
              <w:rPr>
                <w:lang w:eastAsia="fi-FI"/>
              </w:rPr>
            </w:pPr>
            <w:r>
              <w:rPr>
                <w:lang w:eastAsia="fi-FI"/>
              </w:rPr>
              <w:t>DC_</w:t>
            </w:r>
            <w:r>
              <w:rPr>
                <w:lang w:eastAsia="ja-JP"/>
              </w:rPr>
              <w:t>7</w:t>
            </w:r>
            <w:r>
              <w:rPr>
                <w:lang w:eastAsia="fi-FI"/>
              </w:rPr>
              <w:t>C_</w:t>
            </w:r>
            <w:r>
              <w:rPr>
                <w:lang w:eastAsia="ja-JP"/>
              </w:rPr>
              <w:t>n1</w:t>
            </w:r>
            <w:r>
              <w:rPr>
                <w:lang w:eastAsia="fi-FI"/>
              </w:rPr>
              <w:t>A</w:t>
            </w:r>
          </w:p>
          <w:p w14:paraId="4318B114" w14:textId="77777777" w:rsidR="00F044BB" w:rsidRDefault="00F044BB" w:rsidP="00AC3FE8">
            <w:pPr>
              <w:pStyle w:val="TAC"/>
              <w:rPr>
                <w:lang w:eastAsia="zh-TW"/>
              </w:rPr>
            </w:pPr>
            <w:r>
              <w:rPr>
                <w:lang w:eastAsia="fi-FI"/>
              </w:rPr>
              <w:t>DC_</w:t>
            </w:r>
            <w:r>
              <w:rPr>
                <w:lang w:eastAsia="ja-JP"/>
              </w:rPr>
              <w:t>20</w:t>
            </w:r>
            <w:r>
              <w:rPr>
                <w:lang w:eastAsia="fi-FI"/>
              </w:rPr>
              <w:t>A_</w:t>
            </w:r>
            <w:r>
              <w:rPr>
                <w:lang w:eastAsia="ja-JP"/>
              </w:rPr>
              <w:t>n1</w:t>
            </w:r>
            <w:r>
              <w:rPr>
                <w:lang w:eastAsia="fi-FI"/>
              </w:rPr>
              <w:t>A</w:t>
            </w:r>
          </w:p>
        </w:tc>
      </w:tr>
      <w:tr w:rsidR="00F044BB" w14:paraId="640DD5D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1DF2E11" w14:textId="77777777" w:rsidR="00F044BB" w:rsidRDefault="00F044BB" w:rsidP="00AC3FE8">
            <w:pPr>
              <w:pStyle w:val="TAC"/>
              <w:rPr>
                <w:lang w:eastAsia="ja-JP"/>
              </w:rPr>
            </w:pPr>
            <w:r>
              <w:rPr>
                <w:lang w:eastAsia="ja-JP"/>
              </w:rPr>
              <w:t>DC_3A-7A-20A_n8A</w:t>
            </w:r>
          </w:p>
        </w:tc>
        <w:tc>
          <w:tcPr>
            <w:tcW w:w="3514" w:type="dxa"/>
            <w:tcBorders>
              <w:top w:val="single" w:sz="4" w:space="0" w:color="auto"/>
              <w:left w:val="single" w:sz="4" w:space="0" w:color="auto"/>
              <w:bottom w:val="single" w:sz="4" w:space="0" w:color="auto"/>
              <w:right w:val="single" w:sz="4" w:space="0" w:color="auto"/>
            </w:tcBorders>
            <w:hideMark/>
          </w:tcPr>
          <w:p w14:paraId="29F72143" w14:textId="77777777" w:rsidR="00F044BB" w:rsidRDefault="00F044BB" w:rsidP="00AC3FE8">
            <w:pPr>
              <w:pStyle w:val="TAC"/>
              <w:rPr>
                <w:lang w:eastAsia="fi-FI"/>
              </w:rPr>
            </w:pPr>
            <w:r>
              <w:rPr>
                <w:lang w:eastAsia="fi-FI"/>
              </w:rPr>
              <w:t>DC_</w:t>
            </w:r>
            <w:r>
              <w:rPr>
                <w:lang w:eastAsia="ja-JP"/>
              </w:rPr>
              <w:t>3A</w:t>
            </w:r>
            <w:r>
              <w:rPr>
                <w:lang w:eastAsia="fi-FI"/>
              </w:rPr>
              <w:t>_</w:t>
            </w:r>
            <w:r>
              <w:rPr>
                <w:lang w:eastAsia="ja-JP"/>
              </w:rPr>
              <w:t>n8</w:t>
            </w:r>
            <w:r>
              <w:rPr>
                <w:lang w:eastAsia="fi-FI"/>
              </w:rPr>
              <w:t>A</w:t>
            </w:r>
          </w:p>
          <w:p w14:paraId="08C3CE13" w14:textId="77777777" w:rsidR="00F044BB" w:rsidRDefault="00F044BB" w:rsidP="00AC3FE8">
            <w:pPr>
              <w:pStyle w:val="TAC"/>
              <w:rPr>
                <w:lang w:eastAsia="ja-JP"/>
              </w:rPr>
            </w:pPr>
            <w:r>
              <w:rPr>
                <w:lang w:eastAsia="fi-FI"/>
              </w:rPr>
              <w:t>DC_7A_</w:t>
            </w:r>
            <w:r>
              <w:rPr>
                <w:lang w:eastAsia="ja-JP"/>
              </w:rPr>
              <w:t>n8A</w:t>
            </w:r>
          </w:p>
          <w:p w14:paraId="5AC5745C" w14:textId="77777777" w:rsidR="00F044BB" w:rsidRDefault="00F044BB" w:rsidP="00AC3FE8">
            <w:pPr>
              <w:pStyle w:val="TAC"/>
              <w:rPr>
                <w:lang w:eastAsia="fi-FI"/>
              </w:rPr>
            </w:pPr>
            <w:r>
              <w:rPr>
                <w:lang w:eastAsia="fi-FI"/>
              </w:rPr>
              <w:t>DC_</w:t>
            </w:r>
            <w:r>
              <w:rPr>
                <w:lang w:eastAsia="ja-JP"/>
              </w:rPr>
              <w:t>20A</w:t>
            </w:r>
            <w:r>
              <w:rPr>
                <w:lang w:eastAsia="fi-FI"/>
              </w:rPr>
              <w:t>_</w:t>
            </w:r>
            <w:r>
              <w:rPr>
                <w:lang w:eastAsia="ja-JP"/>
              </w:rPr>
              <w:t>n8</w:t>
            </w:r>
            <w:r>
              <w:rPr>
                <w:lang w:eastAsia="fi-FI"/>
              </w:rPr>
              <w:t>A</w:t>
            </w:r>
          </w:p>
        </w:tc>
      </w:tr>
      <w:tr w:rsidR="00F044BB" w14:paraId="3853B52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1D2ADCC" w14:textId="77777777" w:rsidR="00F044BB" w:rsidRDefault="00F044BB" w:rsidP="00AC3FE8">
            <w:pPr>
              <w:pStyle w:val="TAC"/>
            </w:pPr>
            <w:r>
              <w:rPr>
                <w:lang w:eastAsia="fi-FI"/>
              </w:rPr>
              <w:t>DC_3A-7A-20A_n28A</w:t>
            </w:r>
            <w:r>
              <w:rPr>
                <w:vertAlign w:val="superscript"/>
                <w:lang w:eastAsia="fi-FI"/>
              </w:rPr>
              <w:t>3,7,8</w:t>
            </w:r>
          </w:p>
        </w:tc>
        <w:tc>
          <w:tcPr>
            <w:tcW w:w="3514" w:type="dxa"/>
            <w:tcBorders>
              <w:top w:val="single" w:sz="4" w:space="0" w:color="auto"/>
              <w:left w:val="single" w:sz="4" w:space="0" w:color="auto"/>
              <w:bottom w:val="single" w:sz="4" w:space="0" w:color="auto"/>
              <w:right w:val="single" w:sz="4" w:space="0" w:color="auto"/>
            </w:tcBorders>
            <w:hideMark/>
          </w:tcPr>
          <w:p w14:paraId="0A62202A" w14:textId="77777777" w:rsidR="00F044BB" w:rsidRDefault="00F044BB" w:rsidP="00AC3FE8">
            <w:pPr>
              <w:pStyle w:val="TAC"/>
              <w:rPr>
                <w:lang w:eastAsia="fi-FI"/>
              </w:rPr>
            </w:pPr>
            <w:r>
              <w:rPr>
                <w:lang w:eastAsia="fi-FI"/>
              </w:rPr>
              <w:t>DC_3A_n28A</w:t>
            </w:r>
          </w:p>
          <w:p w14:paraId="71788F73" w14:textId="77777777" w:rsidR="00F044BB" w:rsidRDefault="00F044BB" w:rsidP="00AC3FE8">
            <w:pPr>
              <w:pStyle w:val="TAC"/>
              <w:rPr>
                <w:lang w:eastAsia="fi-FI"/>
              </w:rPr>
            </w:pPr>
            <w:r>
              <w:rPr>
                <w:lang w:eastAsia="fi-FI"/>
              </w:rPr>
              <w:t>DC_7A_n28A</w:t>
            </w:r>
          </w:p>
          <w:p w14:paraId="39241558" w14:textId="77777777" w:rsidR="00F044BB" w:rsidRDefault="00F044BB" w:rsidP="00AC3FE8">
            <w:pPr>
              <w:pStyle w:val="TAC"/>
            </w:pPr>
            <w:r>
              <w:rPr>
                <w:lang w:eastAsia="fi-FI"/>
              </w:rPr>
              <w:t>DC_20A_n28A</w:t>
            </w:r>
          </w:p>
        </w:tc>
      </w:tr>
      <w:tr w:rsidR="00F044BB" w14:paraId="34CDCBF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E594705" w14:textId="77777777" w:rsidR="00F044BB" w:rsidRDefault="00F044BB" w:rsidP="00AC3FE8">
            <w:pPr>
              <w:pStyle w:val="TAC"/>
              <w:rPr>
                <w:vertAlign w:val="superscript"/>
                <w:lang w:eastAsia="fi-FI"/>
              </w:rPr>
            </w:pPr>
            <w:r>
              <w:t>DC_3A-7A-20A_n78A</w:t>
            </w:r>
            <w:r>
              <w:rPr>
                <w:vertAlign w:val="superscript"/>
              </w:rPr>
              <w:t>2</w:t>
            </w:r>
          </w:p>
          <w:p w14:paraId="42069150" w14:textId="77777777" w:rsidR="00F044BB" w:rsidRDefault="00F044BB" w:rsidP="00AC3FE8">
            <w:pPr>
              <w:pStyle w:val="TAC"/>
              <w:rPr>
                <w:lang w:eastAsia="fi-FI"/>
              </w:rPr>
            </w:pPr>
            <w:r>
              <w:rPr>
                <w:lang w:eastAsia="fi-FI"/>
              </w:rPr>
              <w:t>DC_</w:t>
            </w:r>
            <w:r>
              <w:rPr>
                <w:lang w:eastAsia="zh-TW"/>
              </w:rPr>
              <w:t>3C-7</w:t>
            </w:r>
            <w:r>
              <w:rPr>
                <w:lang w:eastAsia="fi-FI"/>
              </w:rPr>
              <w:t>A</w:t>
            </w:r>
            <w:r>
              <w:rPr>
                <w:lang w:eastAsia="zh-TW"/>
              </w:rPr>
              <w:t>-20A</w:t>
            </w:r>
            <w:r>
              <w:rPr>
                <w:lang w:eastAsia="fi-FI"/>
              </w:rPr>
              <w:t>_n</w:t>
            </w:r>
            <w:r>
              <w:rPr>
                <w:lang w:eastAsia="zh-TW"/>
              </w:rPr>
              <w:t>78</w:t>
            </w:r>
            <w:r>
              <w:rPr>
                <w:lang w:eastAsia="fi-FI"/>
              </w:rPr>
              <w:t>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110185B4" w14:textId="77777777" w:rsidR="00F044BB" w:rsidRDefault="00F044BB" w:rsidP="00AC3FE8">
            <w:pPr>
              <w:pStyle w:val="TAC"/>
            </w:pPr>
            <w:r>
              <w:t>DC_3A_n78A</w:t>
            </w:r>
          </w:p>
          <w:p w14:paraId="0273037D" w14:textId="77777777" w:rsidR="00F044BB" w:rsidRDefault="00F044BB" w:rsidP="00AC3FE8">
            <w:pPr>
              <w:pStyle w:val="TAC"/>
            </w:pPr>
            <w:r>
              <w:t>DC_20A_n78A</w:t>
            </w:r>
          </w:p>
          <w:p w14:paraId="115995A0" w14:textId="77777777" w:rsidR="00F044BB" w:rsidRDefault="00F044BB" w:rsidP="00AC3FE8">
            <w:pPr>
              <w:pStyle w:val="TAC"/>
              <w:rPr>
                <w:lang w:eastAsia="fi-FI"/>
              </w:rPr>
            </w:pPr>
            <w:r>
              <w:t>DC_7A_n78A</w:t>
            </w:r>
          </w:p>
        </w:tc>
      </w:tr>
      <w:tr w:rsidR="00F044BB" w14:paraId="152EE3D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6173725" w14:textId="77777777" w:rsidR="00F044BB" w:rsidRDefault="00F044BB" w:rsidP="00AC3FE8">
            <w:pPr>
              <w:pStyle w:val="TAC"/>
              <w:rPr>
                <w:rFonts w:eastAsia="MS Mincho" w:cs="Arial"/>
                <w:lang w:eastAsia="ja-JP"/>
              </w:rPr>
            </w:pPr>
            <w:r>
              <w:rPr>
                <w:rFonts w:eastAsia="MS Mincho" w:cs="Arial"/>
                <w:lang w:eastAsia="ja-JP"/>
              </w:rPr>
              <w:t>DC_3A-7A-28A_n5A</w:t>
            </w:r>
          </w:p>
          <w:p w14:paraId="53AB73E9" w14:textId="77777777" w:rsidR="00F044BB" w:rsidRDefault="00F044BB" w:rsidP="00AC3FE8">
            <w:pPr>
              <w:pStyle w:val="TAC"/>
              <w:rPr>
                <w:rFonts w:eastAsia="MS Mincho" w:cs="Arial"/>
                <w:lang w:eastAsia="ja-JP"/>
              </w:rPr>
            </w:pPr>
            <w:r>
              <w:rPr>
                <w:lang w:eastAsia="zh-TW"/>
              </w:rPr>
              <w:t>DC_3A-7C-28A_n5A</w:t>
            </w:r>
          </w:p>
          <w:p w14:paraId="738A99F1" w14:textId="77777777" w:rsidR="00F044BB" w:rsidRDefault="00F044BB" w:rsidP="00AC3FE8">
            <w:pPr>
              <w:pStyle w:val="TAC"/>
              <w:rPr>
                <w:lang w:eastAsia="zh-TW"/>
              </w:rPr>
            </w:pPr>
            <w:r>
              <w:rPr>
                <w:lang w:eastAsia="zh-TW"/>
              </w:rPr>
              <w:t>DC_3C-7A-28A_n5A</w:t>
            </w:r>
          </w:p>
          <w:p w14:paraId="2740ACC3" w14:textId="77777777" w:rsidR="00F044BB" w:rsidRDefault="00F044BB" w:rsidP="00AC3FE8">
            <w:pPr>
              <w:pStyle w:val="TAC"/>
            </w:pPr>
            <w:r>
              <w:rPr>
                <w:lang w:eastAsia="zh-TW"/>
              </w:rPr>
              <w:t>DC_3C-7C-28A_n5A</w:t>
            </w:r>
          </w:p>
        </w:tc>
        <w:tc>
          <w:tcPr>
            <w:tcW w:w="3514" w:type="dxa"/>
            <w:tcBorders>
              <w:top w:val="single" w:sz="4" w:space="0" w:color="auto"/>
              <w:left w:val="single" w:sz="4" w:space="0" w:color="auto"/>
              <w:bottom w:val="single" w:sz="4" w:space="0" w:color="auto"/>
              <w:right w:val="single" w:sz="4" w:space="0" w:color="auto"/>
            </w:tcBorders>
            <w:hideMark/>
          </w:tcPr>
          <w:p w14:paraId="77307234" w14:textId="77777777" w:rsidR="00F044BB" w:rsidRDefault="00F044BB" w:rsidP="00AC3FE8">
            <w:pPr>
              <w:pStyle w:val="TAC"/>
              <w:rPr>
                <w:lang w:eastAsia="fi-FI"/>
              </w:rPr>
            </w:pPr>
            <w:r>
              <w:rPr>
                <w:lang w:eastAsia="fi-FI"/>
              </w:rPr>
              <w:t>DC_3A_n5A</w:t>
            </w:r>
          </w:p>
          <w:p w14:paraId="189A2C08" w14:textId="77777777" w:rsidR="00F044BB" w:rsidRDefault="00F044BB" w:rsidP="00AC3FE8">
            <w:pPr>
              <w:pStyle w:val="TAC"/>
              <w:rPr>
                <w:lang w:eastAsia="fi-FI"/>
              </w:rPr>
            </w:pPr>
            <w:r>
              <w:rPr>
                <w:lang w:eastAsia="fi-FI"/>
              </w:rPr>
              <w:t>DC_3C_n5A</w:t>
            </w:r>
          </w:p>
          <w:p w14:paraId="6D97DB30" w14:textId="77777777" w:rsidR="00F044BB" w:rsidRDefault="00F044BB" w:rsidP="00AC3FE8">
            <w:pPr>
              <w:pStyle w:val="TAC"/>
              <w:rPr>
                <w:lang w:eastAsia="fi-FI"/>
              </w:rPr>
            </w:pPr>
            <w:r>
              <w:rPr>
                <w:lang w:eastAsia="fi-FI"/>
              </w:rPr>
              <w:t>DC_7A_n5A</w:t>
            </w:r>
          </w:p>
          <w:p w14:paraId="75C0A7B0" w14:textId="77777777" w:rsidR="00F044BB" w:rsidRDefault="00F044BB" w:rsidP="00AC3FE8">
            <w:pPr>
              <w:pStyle w:val="TAC"/>
              <w:rPr>
                <w:lang w:eastAsia="fi-FI"/>
              </w:rPr>
            </w:pPr>
            <w:r>
              <w:rPr>
                <w:lang w:eastAsia="fi-FI"/>
              </w:rPr>
              <w:t>DC_7C_n5A</w:t>
            </w:r>
          </w:p>
          <w:p w14:paraId="7AEDF076" w14:textId="77777777" w:rsidR="00F044BB" w:rsidRDefault="00F044BB" w:rsidP="00AC3FE8">
            <w:pPr>
              <w:pStyle w:val="TAC"/>
            </w:pPr>
            <w:r>
              <w:rPr>
                <w:lang w:eastAsia="fi-FI"/>
              </w:rPr>
              <w:t>DC_28A_n5A</w:t>
            </w:r>
          </w:p>
        </w:tc>
      </w:tr>
      <w:tr w:rsidR="00F044BB" w14:paraId="3AEB535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2E87F02" w14:textId="77777777" w:rsidR="00F044BB" w:rsidRDefault="00F044BB" w:rsidP="00AC3FE8">
            <w:pPr>
              <w:pStyle w:val="TAC"/>
              <w:rPr>
                <w:lang w:eastAsia="ja-JP"/>
              </w:rPr>
            </w:pPr>
            <w:r>
              <w:rPr>
                <w:lang w:eastAsia="ja-JP"/>
              </w:rPr>
              <w:t>DC_3A-7A-28A_n7A</w:t>
            </w:r>
          </w:p>
          <w:p w14:paraId="6C5D54E1" w14:textId="77777777" w:rsidR="00F044BB" w:rsidRDefault="00F044BB" w:rsidP="00AC3FE8">
            <w:pPr>
              <w:pStyle w:val="TAC"/>
              <w:rPr>
                <w:rFonts w:eastAsia="MS Mincho" w:cs="Arial"/>
                <w:lang w:eastAsia="ja-JP"/>
              </w:rPr>
            </w:pPr>
            <w:r>
              <w:rPr>
                <w:lang w:eastAsia="ja-JP"/>
              </w:rPr>
              <w:t>DC_3C-7A-28A_n7A</w:t>
            </w:r>
          </w:p>
        </w:tc>
        <w:tc>
          <w:tcPr>
            <w:tcW w:w="3514" w:type="dxa"/>
            <w:tcBorders>
              <w:top w:val="single" w:sz="4" w:space="0" w:color="auto"/>
              <w:left w:val="single" w:sz="4" w:space="0" w:color="auto"/>
              <w:bottom w:val="single" w:sz="4" w:space="0" w:color="auto"/>
              <w:right w:val="single" w:sz="4" w:space="0" w:color="auto"/>
            </w:tcBorders>
            <w:hideMark/>
          </w:tcPr>
          <w:p w14:paraId="538E1DD2" w14:textId="77777777" w:rsidR="00F044BB" w:rsidRDefault="00F044BB" w:rsidP="00AC3FE8">
            <w:pPr>
              <w:pStyle w:val="TAC"/>
              <w:rPr>
                <w:lang w:eastAsia="zh-TW"/>
              </w:rPr>
            </w:pPr>
            <w:r>
              <w:rPr>
                <w:lang w:eastAsia="zh-TW"/>
              </w:rPr>
              <w:t>DC_3A_n7A</w:t>
            </w:r>
          </w:p>
          <w:p w14:paraId="0E1AD24A" w14:textId="77777777" w:rsidR="00F044BB" w:rsidRDefault="00F044BB" w:rsidP="00AC3FE8">
            <w:pPr>
              <w:pStyle w:val="TAC"/>
              <w:rPr>
                <w:lang w:eastAsia="zh-TW"/>
              </w:rPr>
            </w:pPr>
            <w:r>
              <w:rPr>
                <w:lang w:eastAsia="zh-TW"/>
              </w:rPr>
              <w:t>DC_3C_n7A</w:t>
            </w:r>
          </w:p>
          <w:p w14:paraId="360221EC" w14:textId="77777777" w:rsidR="00F044BB" w:rsidRDefault="00F044BB" w:rsidP="00AC3FE8">
            <w:pPr>
              <w:pStyle w:val="TAC"/>
              <w:rPr>
                <w:lang w:eastAsia="zh-TW"/>
              </w:rPr>
            </w:pPr>
            <w:r>
              <w:rPr>
                <w:lang w:eastAsia="zh-TW"/>
              </w:rPr>
              <w:t>DC_7A_n7A</w:t>
            </w:r>
            <w:r>
              <w:rPr>
                <w:vertAlign w:val="superscript"/>
                <w:lang w:eastAsia="zh-TW"/>
              </w:rPr>
              <w:t>4</w:t>
            </w:r>
          </w:p>
          <w:p w14:paraId="0ADC27B0" w14:textId="77777777" w:rsidR="00F044BB" w:rsidRDefault="00F044BB" w:rsidP="00AC3FE8">
            <w:pPr>
              <w:pStyle w:val="TAC"/>
              <w:rPr>
                <w:lang w:eastAsia="fi-FI"/>
              </w:rPr>
            </w:pPr>
            <w:r>
              <w:rPr>
                <w:lang w:eastAsia="zh-TW"/>
              </w:rPr>
              <w:t>DC_28A_n7A</w:t>
            </w:r>
          </w:p>
        </w:tc>
      </w:tr>
      <w:tr w:rsidR="00F044BB" w14:paraId="6879800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0E83618" w14:textId="77777777" w:rsidR="00F044BB" w:rsidRDefault="00F044BB" w:rsidP="00AC3FE8">
            <w:pPr>
              <w:pStyle w:val="TAC"/>
              <w:rPr>
                <w:rFonts w:eastAsia="MS Mincho" w:cs="Arial"/>
                <w:lang w:eastAsia="ja-JP"/>
              </w:rPr>
            </w:pPr>
            <w:r>
              <w:rPr>
                <w:lang w:eastAsia="ja-JP"/>
              </w:rPr>
              <w:t>DC_3A-3A-7A-28A_n7A</w:t>
            </w:r>
          </w:p>
        </w:tc>
        <w:tc>
          <w:tcPr>
            <w:tcW w:w="3514" w:type="dxa"/>
            <w:tcBorders>
              <w:top w:val="single" w:sz="4" w:space="0" w:color="auto"/>
              <w:left w:val="single" w:sz="4" w:space="0" w:color="auto"/>
              <w:bottom w:val="single" w:sz="4" w:space="0" w:color="auto"/>
              <w:right w:val="single" w:sz="4" w:space="0" w:color="auto"/>
            </w:tcBorders>
            <w:hideMark/>
          </w:tcPr>
          <w:p w14:paraId="17703799" w14:textId="77777777" w:rsidR="00F044BB" w:rsidRDefault="00F044BB" w:rsidP="00AC3FE8">
            <w:pPr>
              <w:pStyle w:val="TAC"/>
              <w:rPr>
                <w:lang w:eastAsia="zh-TW"/>
              </w:rPr>
            </w:pPr>
            <w:r>
              <w:rPr>
                <w:lang w:eastAsia="zh-TW"/>
              </w:rPr>
              <w:t>DC_3A_n7A</w:t>
            </w:r>
          </w:p>
          <w:p w14:paraId="4711AC3E" w14:textId="77777777" w:rsidR="00F044BB" w:rsidRDefault="00F044BB" w:rsidP="00AC3FE8">
            <w:pPr>
              <w:pStyle w:val="TAC"/>
              <w:rPr>
                <w:lang w:eastAsia="zh-TW"/>
              </w:rPr>
            </w:pPr>
            <w:r>
              <w:rPr>
                <w:lang w:eastAsia="zh-TW"/>
              </w:rPr>
              <w:t>DC_7A_n7A</w:t>
            </w:r>
            <w:r>
              <w:rPr>
                <w:vertAlign w:val="superscript"/>
                <w:lang w:eastAsia="zh-TW"/>
              </w:rPr>
              <w:t>4</w:t>
            </w:r>
          </w:p>
          <w:p w14:paraId="0C09A131" w14:textId="77777777" w:rsidR="00F044BB" w:rsidRDefault="00F044BB" w:rsidP="00AC3FE8">
            <w:pPr>
              <w:pStyle w:val="TAC"/>
              <w:rPr>
                <w:lang w:eastAsia="fi-FI"/>
              </w:rPr>
            </w:pPr>
            <w:r>
              <w:rPr>
                <w:lang w:eastAsia="zh-TW"/>
              </w:rPr>
              <w:t>DC_28A_n7A</w:t>
            </w:r>
          </w:p>
        </w:tc>
      </w:tr>
      <w:tr w:rsidR="00F044BB" w14:paraId="6144830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831ABB2" w14:textId="77777777" w:rsidR="00F044BB" w:rsidRDefault="00F044BB" w:rsidP="00AC3FE8">
            <w:pPr>
              <w:pStyle w:val="TAC"/>
              <w:rPr>
                <w:lang w:eastAsia="ja-JP"/>
              </w:rPr>
            </w:pPr>
            <w:r>
              <w:rPr>
                <w:lang w:eastAsia="fi-FI"/>
              </w:rPr>
              <w:t>DC_3A-7A-28A_n40A</w:t>
            </w:r>
          </w:p>
        </w:tc>
        <w:tc>
          <w:tcPr>
            <w:tcW w:w="3514" w:type="dxa"/>
            <w:tcBorders>
              <w:top w:val="single" w:sz="4" w:space="0" w:color="auto"/>
              <w:left w:val="single" w:sz="4" w:space="0" w:color="auto"/>
              <w:bottom w:val="single" w:sz="4" w:space="0" w:color="auto"/>
              <w:right w:val="single" w:sz="4" w:space="0" w:color="auto"/>
            </w:tcBorders>
            <w:hideMark/>
          </w:tcPr>
          <w:p w14:paraId="449477A6" w14:textId="77777777" w:rsidR="00F044BB" w:rsidRDefault="00F044BB" w:rsidP="00AC3FE8">
            <w:pPr>
              <w:pStyle w:val="TAC"/>
              <w:rPr>
                <w:lang w:eastAsia="fi-FI"/>
              </w:rPr>
            </w:pPr>
            <w:r>
              <w:rPr>
                <w:lang w:eastAsia="fi-FI"/>
              </w:rPr>
              <w:t>DC_3A_n40A</w:t>
            </w:r>
          </w:p>
          <w:p w14:paraId="0EBEE6B0" w14:textId="77777777" w:rsidR="00F044BB" w:rsidRDefault="00F044BB" w:rsidP="00AC3FE8">
            <w:pPr>
              <w:pStyle w:val="TAC"/>
              <w:rPr>
                <w:lang w:eastAsia="fi-FI"/>
              </w:rPr>
            </w:pPr>
            <w:r>
              <w:rPr>
                <w:lang w:eastAsia="fi-FI"/>
              </w:rPr>
              <w:t>DC_7A_n40A</w:t>
            </w:r>
          </w:p>
          <w:p w14:paraId="4CA49713" w14:textId="77777777" w:rsidR="00F044BB" w:rsidRDefault="00F044BB" w:rsidP="00AC3FE8">
            <w:pPr>
              <w:pStyle w:val="TAC"/>
              <w:rPr>
                <w:lang w:eastAsia="zh-TW"/>
              </w:rPr>
            </w:pPr>
            <w:r>
              <w:rPr>
                <w:lang w:eastAsia="fi-FI"/>
              </w:rPr>
              <w:t>DC_28A_n40A</w:t>
            </w:r>
          </w:p>
        </w:tc>
      </w:tr>
      <w:tr w:rsidR="00F044BB" w14:paraId="696E0FE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C637631" w14:textId="77777777" w:rsidR="00F044BB" w:rsidRDefault="00F044BB" w:rsidP="00AC3FE8">
            <w:pPr>
              <w:pStyle w:val="TAC"/>
            </w:pPr>
            <w:r>
              <w:t>DC_3A-7A-28A_n78A</w:t>
            </w:r>
            <w:r>
              <w:rPr>
                <w:vertAlign w:val="superscript"/>
              </w:rPr>
              <w:t>2</w:t>
            </w:r>
          </w:p>
          <w:p w14:paraId="2EB9F6B1" w14:textId="77777777" w:rsidR="00F044BB" w:rsidRDefault="00F044BB" w:rsidP="00AC3FE8">
            <w:pPr>
              <w:pStyle w:val="TAC"/>
              <w:rPr>
                <w:vertAlign w:val="superscript"/>
              </w:rPr>
            </w:pPr>
            <w:r>
              <w:rPr>
                <w:rFonts w:cs="Arial"/>
                <w:szCs w:val="18"/>
                <w:lang w:eastAsia="ja-JP"/>
              </w:rPr>
              <w:t>DC_3A-7C-28A_n78</w:t>
            </w:r>
            <w:r>
              <w:rPr>
                <w:rFonts w:cs="Arial"/>
                <w:szCs w:val="18"/>
                <w:lang w:eastAsia="zh-CN"/>
              </w:rPr>
              <w:t>A</w:t>
            </w:r>
            <w:r>
              <w:rPr>
                <w:vertAlign w:val="superscript"/>
              </w:rPr>
              <w:t>2</w:t>
            </w:r>
          </w:p>
          <w:p w14:paraId="2F39A351" w14:textId="77777777" w:rsidR="00F044BB" w:rsidRDefault="00F044BB" w:rsidP="00AC3FE8">
            <w:pPr>
              <w:pStyle w:val="TAC"/>
              <w:rPr>
                <w:rFonts w:cs="Arial"/>
                <w:szCs w:val="18"/>
                <w:lang w:eastAsia="zh-CN"/>
              </w:rPr>
            </w:pPr>
            <w:r>
              <w:rPr>
                <w:rFonts w:cs="Arial"/>
                <w:szCs w:val="18"/>
                <w:lang w:eastAsia="ja-JP"/>
              </w:rPr>
              <w:t>DC_3C-7A-28A_n78</w:t>
            </w:r>
            <w:r>
              <w:rPr>
                <w:rFonts w:cs="Arial"/>
                <w:szCs w:val="18"/>
                <w:lang w:eastAsia="zh-CN"/>
              </w:rPr>
              <w:t>A</w:t>
            </w:r>
          </w:p>
          <w:p w14:paraId="513B2B0C" w14:textId="77777777" w:rsidR="00F044BB" w:rsidRDefault="00F044BB" w:rsidP="00AC3FE8">
            <w:pPr>
              <w:pStyle w:val="TAC"/>
            </w:pPr>
            <w:r>
              <w:rPr>
                <w:rFonts w:cs="Arial"/>
                <w:szCs w:val="18"/>
                <w:lang w:eastAsia="ja-JP"/>
              </w:rPr>
              <w:t>DC_3C-7C-28A_n78</w:t>
            </w:r>
            <w:r>
              <w:rPr>
                <w:rFonts w:cs="Arial"/>
                <w:szCs w:val="18"/>
                <w:lang w:eastAsia="zh-CN"/>
              </w:rPr>
              <w:t>A</w:t>
            </w:r>
          </w:p>
        </w:tc>
        <w:tc>
          <w:tcPr>
            <w:tcW w:w="3514" w:type="dxa"/>
            <w:tcBorders>
              <w:top w:val="single" w:sz="4" w:space="0" w:color="auto"/>
              <w:left w:val="single" w:sz="4" w:space="0" w:color="auto"/>
              <w:bottom w:val="single" w:sz="4" w:space="0" w:color="auto"/>
              <w:right w:val="single" w:sz="4" w:space="0" w:color="auto"/>
            </w:tcBorders>
            <w:hideMark/>
          </w:tcPr>
          <w:p w14:paraId="65EF5648" w14:textId="77777777" w:rsidR="00F044BB" w:rsidRDefault="00F044BB" w:rsidP="00AC3FE8">
            <w:pPr>
              <w:pStyle w:val="TAC"/>
            </w:pPr>
            <w:r>
              <w:t>DC_3A_n78A</w:t>
            </w:r>
          </w:p>
          <w:p w14:paraId="29CDE9B7" w14:textId="77777777" w:rsidR="00F044BB" w:rsidRDefault="00F044BB" w:rsidP="00AC3FE8">
            <w:pPr>
              <w:pStyle w:val="TAC"/>
            </w:pPr>
            <w:r>
              <w:rPr>
                <w:lang w:eastAsia="fi-FI"/>
              </w:rPr>
              <w:t>DC_3C_n78A</w:t>
            </w:r>
          </w:p>
          <w:p w14:paraId="5B8BD7FD" w14:textId="77777777" w:rsidR="00F044BB" w:rsidRDefault="00F044BB" w:rsidP="00AC3FE8">
            <w:pPr>
              <w:pStyle w:val="TAC"/>
            </w:pPr>
            <w:r>
              <w:t>DC_7A_n78A</w:t>
            </w:r>
          </w:p>
          <w:p w14:paraId="1EE9DBD4" w14:textId="77777777" w:rsidR="00F044BB" w:rsidRDefault="00F044BB" w:rsidP="00AC3FE8">
            <w:pPr>
              <w:pStyle w:val="TAC"/>
            </w:pPr>
            <w:r>
              <w:rPr>
                <w:lang w:eastAsia="fi-FI"/>
              </w:rPr>
              <w:t>DC_7C_n78A</w:t>
            </w:r>
          </w:p>
          <w:p w14:paraId="0CA32278" w14:textId="77777777" w:rsidR="00F044BB" w:rsidRDefault="00F044BB" w:rsidP="00AC3FE8">
            <w:pPr>
              <w:pStyle w:val="TAC"/>
            </w:pPr>
            <w:r>
              <w:t>DC_28A_n78A</w:t>
            </w:r>
          </w:p>
        </w:tc>
      </w:tr>
      <w:tr w:rsidR="00F044BB" w14:paraId="1160730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E645D71" w14:textId="77777777" w:rsidR="00F044BB" w:rsidRDefault="00F044BB" w:rsidP="00AC3FE8">
            <w:pPr>
              <w:pStyle w:val="TAC"/>
              <w:rPr>
                <w:vertAlign w:val="superscript"/>
              </w:rPr>
            </w:pPr>
            <w:r>
              <w:rPr>
                <w:rFonts w:eastAsia="Malgun Gothic"/>
                <w:lang w:eastAsia="ko-KR"/>
              </w:rPr>
              <w:t>DC_3A-7A_n28A-n78A</w:t>
            </w:r>
            <w:r>
              <w:rPr>
                <w:vertAlign w:val="superscript"/>
              </w:rPr>
              <w:t>2</w:t>
            </w:r>
          </w:p>
          <w:p w14:paraId="2B619A0F" w14:textId="77777777" w:rsidR="00F044BB" w:rsidRDefault="00F044BB" w:rsidP="00AC3FE8">
            <w:pPr>
              <w:pStyle w:val="TAC"/>
              <w:rPr>
                <w:rFonts w:eastAsia="Malgun Gothic"/>
                <w:lang w:eastAsia="ko-KR"/>
              </w:rPr>
            </w:pPr>
            <w:r>
              <w:rPr>
                <w:rFonts w:eastAsia="Malgun Gothic"/>
                <w:lang w:eastAsia="ko-KR"/>
              </w:rPr>
              <w:t>DC_3A-7C_n28A-n78A</w:t>
            </w:r>
          </w:p>
          <w:p w14:paraId="5A5FFB67" w14:textId="77777777" w:rsidR="00F044BB" w:rsidRDefault="00F044BB" w:rsidP="00AC3FE8">
            <w:pPr>
              <w:pStyle w:val="TAC"/>
              <w:rPr>
                <w:rFonts w:eastAsia="Malgun Gothic"/>
                <w:lang w:eastAsia="ko-KR"/>
              </w:rPr>
            </w:pPr>
            <w:r>
              <w:rPr>
                <w:rFonts w:eastAsia="Malgun Gothic"/>
                <w:lang w:eastAsia="ko-KR"/>
              </w:rPr>
              <w:t>DC_3C-7A_n28A-n78A</w:t>
            </w:r>
          </w:p>
          <w:p w14:paraId="2F3C82F9" w14:textId="77777777" w:rsidR="00F044BB" w:rsidRDefault="00F044BB" w:rsidP="00AC3FE8">
            <w:pPr>
              <w:pStyle w:val="TAC"/>
              <w:rPr>
                <w:lang w:eastAsia="fi-FI"/>
              </w:rPr>
            </w:pPr>
            <w:r>
              <w:rPr>
                <w:rFonts w:eastAsia="Malgun Gothic"/>
                <w:lang w:eastAsia="ko-KR"/>
              </w:rPr>
              <w:t>DC_3C-7C_n28A-n78A</w:t>
            </w:r>
          </w:p>
        </w:tc>
        <w:tc>
          <w:tcPr>
            <w:tcW w:w="3514" w:type="dxa"/>
            <w:tcBorders>
              <w:top w:val="single" w:sz="4" w:space="0" w:color="auto"/>
              <w:left w:val="single" w:sz="4" w:space="0" w:color="auto"/>
              <w:bottom w:val="single" w:sz="4" w:space="0" w:color="auto"/>
              <w:right w:val="single" w:sz="4" w:space="0" w:color="auto"/>
            </w:tcBorders>
            <w:hideMark/>
          </w:tcPr>
          <w:p w14:paraId="3F795B28" w14:textId="77777777" w:rsidR="00F044BB" w:rsidRDefault="00F044BB" w:rsidP="00AC3FE8">
            <w:pPr>
              <w:pStyle w:val="TAC"/>
              <w:rPr>
                <w:rFonts w:eastAsia="Malgun Gothic"/>
                <w:lang w:eastAsia="ko-KR"/>
              </w:rPr>
            </w:pPr>
            <w:r>
              <w:rPr>
                <w:rFonts w:eastAsia="Malgun Gothic"/>
                <w:lang w:eastAsia="ko-KR"/>
              </w:rPr>
              <w:t>DC_3A_n28A</w:t>
            </w:r>
          </w:p>
          <w:p w14:paraId="2DAAD90F" w14:textId="77777777" w:rsidR="00F044BB" w:rsidRDefault="00F044BB" w:rsidP="00AC3FE8">
            <w:pPr>
              <w:pStyle w:val="TAC"/>
              <w:rPr>
                <w:rFonts w:eastAsia="Malgun Gothic"/>
                <w:lang w:eastAsia="ko-KR"/>
              </w:rPr>
            </w:pPr>
            <w:r>
              <w:rPr>
                <w:rFonts w:eastAsia="Malgun Gothic"/>
                <w:lang w:eastAsia="ko-KR"/>
              </w:rPr>
              <w:t>DC_3A_n78A</w:t>
            </w:r>
          </w:p>
          <w:p w14:paraId="0E55F1E3" w14:textId="77777777" w:rsidR="00F044BB" w:rsidRDefault="00F044BB" w:rsidP="00AC3FE8">
            <w:pPr>
              <w:pStyle w:val="TAC"/>
              <w:rPr>
                <w:rFonts w:eastAsia="Malgun Gothic"/>
                <w:lang w:eastAsia="ko-KR"/>
              </w:rPr>
            </w:pPr>
            <w:r>
              <w:rPr>
                <w:rFonts w:eastAsia="Malgun Gothic"/>
                <w:lang w:eastAsia="ko-KR"/>
              </w:rPr>
              <w:t>DC_3C_n28A</w:t>
            </w:r>
          </w:p>
          <w:p w14:paraId="122D585A" w14:textId="77777777" w:rsidR="00F044BB" w:rsidRDefault="00F044BB" w:rsidP="00AC3FE8">
            <w:pPr>
              <w:pStyle w:val="TAC"/>
              <w:rPr>
                <w:rFonts w:eastAsia="Malgun Gothic"/>
                <w:lang w:eastAsia="ko-KR"/>
              </w:rPr>
            </w:pPr>
            <w:r>
              <w:rPr>
                <w:rFonts w:eastAsia="Malgun Gothic"/>
                <w:lang w:eastAsia="ko-KR"/>
              </w:rPr>
              <w:t>DC_7A_n28A</w:t>
            </w:r>
          </w:p>
          <w:p w14:paraId="70A321B9" w14:textId="77777777" w:rsidR="00F044BB" w:rsidRDefault="00F044BB" w:rsidP="00AC3FE8">
            <w:pPr>
              <w:pStyle w:val="TAC"/>
              <w:rPr>
                <w:rFonts w:eastAsia="Malgun Gothic"/>
                <w:lang w:eastAsia="ko-KR"/>
              </w:rPr>
            </w:pPr>
            <w:r>
              <w:rPr>
                <w:rFonts w:eastAsia="Malgun Gothic"/>
                <w:lang w:eastAsia="ko-KR"/>
              </w:rPr>
              <w:t>DC_7A_n78A</w:t>
            </w:r>
          </w:p>
          <w:p w14:paraId="3D51BCC7" w14:textId="77777777" w:rsidR="00F044BB" w:rsidRDefault="00F044BB" w:rsidP="00AC3FE8">
            <w:pPr>
              <w:pStyle w:val="TAC"/>
              <w:rPr>
                <w:rFonts w:eastAsia="Malgun Gothic"/>
                <w:lang w:eastAsia="ko-KR"/>
              </w:rPr>
            </w:pPr>
            <w:r>
              <w:rPr>
                <w:rFonts w:eastAsia="Malgun Gothic"/>
                <w:lang w:eastAsia="ko-KR"/>
              </w:rPr>
              <w:t>DC_7C_n28A</w:t>
            </w:r>
          </w:p>
          <w:p w14:paraId="03C400D4" w14:textId="77777777" w:rsidR="00F044BB" w:rsidRDefault="00F044BB" w:rsidP="00AC3FE8">
            <w:pPr>
              <w:pStyle w:val="TAC"/>
              <w:rPr>
                <w:lang w:eastAsia="fi-FI"/>
              </w:rPr>
            </w:pPr>
            <w:r>
              <w:rPr>
                <w:rFonts w:eastAsia="Malgun Gothic"/>
                <w:lang w:eastAsia="ko-KR"/>
              </w:rPr>
              <w:t>DC_7C_n78A</w:t>
            </w:r>
          </w:p>
        </w:tc>
      </w:tr>
      <w:tr w:rsidR="00F044BB" w14:paraId="0AA2F57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C2974E3" w14:textId="77777777" w:rsidR="00F044BB" w:rsidRDefault="00F044BB" w:rsidP="00AC3FE8">
            <w:pPr>
              <w:pStyle w:val="TAC"/>
              <w:rPr>
                <w:rFonts w:eastAsia="Malgun Gothic"/>
                <w:lang w:eastAsia="ko-KR"/>
              </w:rPr>
            </w:pPr>
            <w:r>
              <w:rPr>
                <w:rFonts w:cs="Arial"/>
                <w:lang w:eastAsia="ja-JP"/>
              </w:rPr>
              <w:t>DC_3A-7A-40A_n1A</w:t>
            </w:r>
          </w:p>
        </w:tc>
        <w:tc>
          <w:tcPr>
            <w:tcW w:w="3514" w:type="dxa"/>
            <w:tcBorders>
              <w:top w:val="single" w:sz="4" w:space="0" w:color="auto"/>
              <w:left w:val="single" w:sz="4" w:space="0" w:color="auto"/>
              <w:bottom w:val="single" w:sz="4" w:space="0" w:color="auto"/>
              <w:right w:val="single" w:sz="4" w:space="0" w:color="auto"/>
            </w:tcBorders>
            <w:hideMark/>
          </w:tcPr>
          <w:p w14:paraId="1D75FBCA" w14:textId="77777777" w:rsidR="00F044BB" w:rsidRDefault="00F044BB" w:rsidP="00AC3FE8">
            <w:pPr>
              <w:pStyle w:val="TAC"/>
              <w:rPr>
                <w:lang w:eastAsia="ja-JP"/>
              </w:rPr>
            </w:pPr>
            <w:r>
              <w:rPr>
                <w:lang w:eastAsia="fi-FI"/>
              </w:rPr>
              <w:t>DC_3A_</w:t>
            </w:r>
            <w:r>
              <w:rPr>
                <w:lang w:eastAsia="ja-JP"/>
              </w:rPr>
              <w:t>n1A</w:t>
            </w:r>
          </w:p>
          <w:p w14:paraId="52492742" w14:textId="77777777" w:rsidR="00F044BB" w:rsidRDefault="00F044BB" w:rsidP="00AC3FE8">
            <w:pPr>
              <w:pStyle w:val="TAC"/>
              <w:rPr>
                <w:lang w:eastAsia="fi-FI"/>
              </w:rPr>
            </w:pPr>
            <w:r>
              <w:rPr>
                <w:lang w:eastAsia="fi-FI"/>
              </w:rPr>
              <w:t>DC_</w:t>
            </w:r>
            <w:r>
              <w:rPr>
                <w:lang w:eastAsia="ja-JP"/>
              </w:rPr>
              <w:t>7</w:t>
            </w:r>
            <w:r>
              <w:rPr>
                <w:lang w:eastAsia="fi-FI"/>
              </w:rPr>
              <w:t>A_</w:t>
            </w:r>
            <w:r>
              <w:rPr>
                <w:lang w:eastAsia="ja-JP"/>
              </w:rPr>
              <w:t>n1</w:t>
            </w:r>
            <w:r>
              <w:rPr>
                <w:lang w:eastAsia="fi-FI"/>
              </w:rPr>
              <w:t>A</w:t>
            </w:r>
          </w:p>
          <w:p w14:paraId="5B73F5A1" w14:textId="77777777" w:rsidR="00F044BB" w:rsidRDefault="00F044BB" w:rsidP="00AC3FE8">
            <w:pPr>
              <w:pStyle w:val="TAC"/>
              <w:rPr>
                <w:rFonts w:eastAsia="Malgun Gothic"/>
                <w:lang w:eastAsia="ko-KR"/>
              </w:rPr>
            </w:pPr>
            <w:r>
              <w:rPr>
                <w:lang w:eastAsia="fi-FI"/>
              </w:rPr>
              <w:t>DC_</w:t>
            </w:r>
            <w:r>
              <w:rPr>
                <w:lang w:eastAsia="ja-JP"/>
              </w:rPr>
              <w:t>40</w:t>
            </w:r>
            <w:r>
              <w:rPr>
                <w:lang w:eastAsia="fi-FI"/>
              </w:rPr>
              <w:t>A_</w:t>
            </w:r>
            <w:r>
              <w:rPr>
                <w:lang w:eastAsia="ja-JP"/>
              </w:rPr>
              <w:t>n1</w:t>
            </w:r>
            <w:r>
              <w:rPr>
                <w:lang w:eastAsia="fi-FI"/>
              </w:rPr>
              <w:t>A</w:t>
            </w:r>
          </w:p>
        </w:tc>
      </w:tr>
      <w:tr w:rsidR="00F044BB" w14:paraId="325D713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8B06147" w14:textId="77777777" w:rsidR="00F044BB" w:rsidRDefault="00F044BB" w:rsidP="00AC3FE8">
            <w:pPr>
              <w:pStyle w:val="TAC"/>
              <w:rPr>
                <w:rFonts w:cs="Arial"/>
                <w:kern w:val="2"/>
                <w:szCs w:val="24"/>
                <w:lang w:eastAsia="ja-JP"/>
              </w:rPr>
            </w:pPr>
            <w:r>
              <w:rPr>
                <w:rFonts w:cs="Arial"/>
                <w:kern w:val="2"/>
                <w:szCs w:val="24"/>
                <w:lang w:eastAsia="ja-JP"/>
              </w:rPr>
              <w:t>DC_3A-7A_SUL_n78A-n80A</w:t>
            </w:r>
          </w:p>
          <w:p w14:paraId="1190A25C" w14:textId="77777777" w:rsidR="00F044BB" w:rsidRDefault="00F044BB" w:rsidP="00AC3FE8">
            <w:pPr>
              <w:pStyle w:val="TAC"/>
              <w:rPr>
                <w:rFonts w:cs="Arial"/>
                <w:szCs w:val="18"/>
                <w:lang w:eastAsia="ja-JP"/>
              </w:rPr>
            </w:pPr>
            <w:r>
              <w:rPr>
                <w:rFonts w:cs="Arial"/>
                <w:kern w:val="2"/>
                <w:szCs w:val="24"/>
                <w:lang w:eastAsia="ja-JP"/>
              </w:rPr>
              <w:t>DC_3C-7A_SUL_n78A-n80A</w:t>
            </w:r>
          </w:p>
        </w:tc>
        <w:tc>
          <w:tcPr>
            <w:tcW w:w="3514" w:type="dxa"/>
            <w:tcBorders>
              <w:top w:val="single" w:sz="4" w:space="0" w:color="auto"/>
              <w:left w:val="single" w:sz="4" w:space="0" w:color="auto"/>
              <w:bottom w:val="single" w:sz="4" w:space="0" w:color="auto"/>
              <w:right w:val="single" w:sz="4" w:space="0" w:color="auto"/>
            </w:tcBorders>
            <w:hideMark/>
          </w:tcPr>
          <w:p w14:paraId="74B1546C" w14:textId="77777777" w:rsidR="00F044BB" w:rsidRDefault="00F044BB" w:rsidP="00AC3FE8">
            <w:pPr>
              <w:pStyle w:val="TAC"/>
              <w:rPr>
                <w:rFonts w:cs="Arial"/>
                <w:szCs w:val="18"/>
              </w:rPr>
            </w:pPr>
            <w:r>
              <w:rPr>
                <w:rFonts w:cs="Arial"/>
                <w:szCs w:val="18"/>
              </w:rPr>
              <w:t>DC_3A_n78A</w:t>
            </w:r>
          </w:p>
          <w:p w14:paraId="5200AB7E" w14:textId="77777777" w:rsidR="00F044BB" w:rsidRDefault="00F044BB" w:rsidP="00AC3FE8">
            <w:pPr>
              <w:pStyle w:val="TAC"/>
              <w:rPr>
                <w:rFonts w:cs="Arial"/>
                <w:szCs w:val="18"/>
              </w:rPr>
            </w:pPr>
            <w:r>
              <w:rPr>
                <w:rFonts w:cs="Arial"/>
                <w:szCs w:val="18"/>
              </w:rPr>
              <w:t>DC_3A_n80A_ULSUP-TDM_n78A</w:t>
            </w:r>
          </w:p>
          <w:p w14:paraId="7EBFEF24" w14:textId="77777777" w:rsidR="00F044BB" w:rsidRDefault="00F044BB" w:rsidP="00AC3FE8">
            <w:pPr>
              <w:pStyle w:val="TAC"/>
              <w:rPr>
                <w:rFonts w:cs="Arial"/>
                <w:szCs w:val="18"/>
              </w:rPr>
            </w:pPr>
            <w:r>
              <w:rPr>
                <w:rFonts w:cs="Arial"/>
                <w:szCs w:val="18"/>
              </w:rPr>
              <w:t>DC_7A_n78A</w:t>
            </w:r>
          </w:p>
          <w:p w14:paraId="24462746" w14:textId="77777777" w:rsidR="00F044BB" w:rsidRDefault="00F044BB" w:rsidP="00AC3FE8">
            <w:pPr>
              <w:pStyle w:val="TAC"/>
              <w:rPr>
                <w:lang w:eastAsia="fi-FI"/>
              </w:rPr>
            </w:pPr>
            <w:r>
              <w:rPr>
                <w:rFonts w:cs="Arial"/>
                <w:szCs w:val="18"/>
              </w:rPr>
              <w:t>DC_7A_n80A</w:t>
            </w:r>
          </w:p>
        </w:tc>
      </w:tr>
      <w:tr w:rsidR="00F044BB" w14:paraId="2C59259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5CC0039" w14:textId="77777777" w:rsidR="00F044BB" w:rsidRDefault="00F044BB" w:rsidP="00AC3FE8">
            <w:pPr>
              <w:pStyle w:val="TAC"/>
              <w:rPr>
                <w:rFonts w:eastAsia="MS Mincho" w:cs="Arial"/>
                <w:szCs w:val="18"/>
              </w:rPr>
            </w:pPr>
            <w:r>
              <w:rPr>
                <w:rFonts w:eastAsia="MS Mincho" w:cs="Arial"/>
                <w:szCs w:val="18"/>
              </w:rPr>
              <w:t>DC_3A-</w:t>
            </w:r>
            <w:r>
              <w:rPr>
                <w:rFonts w:cs="Arial"/>
                <w:szCs w:val="18"/>
                <w:lang w:eastAsia="zh-TW"/>
              </w:rPr>
              <w:t>8</w:t>
            </w:r>
            <w:r>
              <w:rPr>
                <w:rFonts w:eastAsia="MS Mincho" w:cs="Arial"/>
                <w:szCs w:val="18"/>
              </w:rPr>
              <w:t>A_n1A-n78A</w:t>
            </w:r>
            <w:r>
              <w:rPr>
                <w:vertAlign w:val="superscript"/>
                <w:lang w:eastAsia="fi-FI"/>
              </w:rPr>
              <w:t>2</w:t>
            </w:r>
          </w:p>
          <w:p w14:paraId="3E3176FB" w14:textId="77777777" w:rsidR="00F044BB" w:rsidRDefault="00F044BB" w:rsidP="00AC3FE8">
            <w:pPr>
              <w:pStyle w:val="TAC"/>
              <w:rPr>
                <w:rFonts w:cs="Arial"/>
                <w:kern w:val="2"/>
                <w:szCs w:val="24"/>
                <w:lang w:eastAsia="ja-JP"/>
              </w:rPr>
            </w:pPr>
            <w:r>
              <w:rPr>
                <w:rFonts w:eastAsia="MS Mincho" w:cs="Arial"/>
                <w:szCs w:val="18"/>
              </w:rPr>
              <w:t>DC_3A-</w:t>
            </w:r>
            <w:r>
              <w:rPr>
                <w:rFonts w:cs="Arial"/>
                <w:szCs w:val="18"/>
                <w:lang w:eastAsia="zh-TW"/>
              </w:rPr>
              <w:t>3A-8</w:t>
            </w:r>
            <w:r>
              <w:rPr>
                <w:rFonts w:eastAsia="MS Mincho" w:cs="Arial"/>
                <w:szCs w:val="18"/>
              </w:rPr>
              <w:t>A_n1A-n78A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0AAE40B8" w14:textId="77777777" w:rsidR="00F044BB" w:rsidRDefault="00F044BB" w:rsidP="00AC3FE8">
            <w:pPr>
              <w:pStyle w:val="TAC"/>
              <w:rPr>
                <w:rFonts w:eastAsia="Malgun Gothic" w:cs="Arial"/>
                <w:szCs w:val="18"/>
                <w:lang w:eastAsia="ko-KR"/>
              </w:rPr>
            </w:pPr>
            <w:r>
              <w:rPr>
                <w:rFonts w:eastAsia="Malgun Gothic" w:cs="Arial"/>
                <w:szCs w:val="18"/>
                <w:lang w:eastAsia="ko-KR"/>
              </w:rPr>
              <w:t>DC_3A_n1A</w:t>
            </w:r>
          </w:p>
          <w:p w14:paraId="59F59BE6" w14:textId="77777777" w:rsidR="00F044BB" w:rsidRDefault="00F044BB" w:rsidP="00AC3FE8">
            <w:pPr>
              <w:pStyle w:val="TAC"/>
              <w:rPr>
                <w:rFonts w:eastAsia="Malgun Gothic" w:cs="Arial"/>
                <w:szCs w:val="18"/>
                <w:lang w:eastAsia="ko-KR"/>
              </w:rPr>
            </w:pPr>
            <w:r>
              <w:rPr>
                <w:rFonts w:eastAsia="Malgun Gothic" w:cs="Arial"/>
                <w:szCs w:val="18"/>
                <w:lang w:eastAsia="ko-KR"/>
              </w:rPr>
              <w:t>DC_3A_n78A</w:t>
            </w:r>
          </w:p>
          <w:p w14:paraId="3E6AA437" w14:textId="77777777" w:rsidR="00F044BB" w:rsidRDefault="00F044BB" w:rsidP="00AC3FE8">
            <w:pPr>
              <w:pStyle w:val="TAC"/>
              <w:rPr>
                <w:rFonts w:eastAsia="Malgun Gothic" w:cs="Arial"/>
                <w:szCs w:val="18"/>
                <w:lang w:eastAsia="ko-KR"/>
              </w:rPr>
            </w:pPr>
            <w:r>
              <w:rPr>
                <w:rFonts w:eastAsia="Malgun Gothic" w:cs="Arial"/>
                <w:szCs w:val="18"/>
                <w:lang w:eastAsia="ko-KR"/>
              </w:rPr>
              <w:t>DC_8A_n1A</w:t>
            </w:r>
          </w:p>
          <w:p w14:paraId="1C2AADC5" w14:textId="77777777" w:rsidR="00F044BB" w:rsidRDefault="00F044BB" w:rsidP="00AC3FE8">
            <w:pPr>
              <w:pStyle w:val="TAC"/>
              <w:rPr>
                <w:rFonts w:cs="Arial"/>
                <w:szCs w:val="18"/>
              </w:rPr>
            </w:pPr>
            <w:r>
              <w:rPr>
                <w:rFonts w:eastAsia="Malgun Gothic" w:cs="Arial"/>
                <w:szCs w:val="18"/>
                <w:lang w:eastAsia="ko-KR"/>
              </w:rPr>
              <w:t>DC_8A_n78A</w:t>
            </w:r>
          </w:p>
        </w:tc>
      </w:tr>
      <w:tr w:rsidR="00F044BB" w14:paraId="105AC78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3043FE9" w14:textId="77777777" w:rsidR="00F044BB" w:rsidRDefault="00F044BB" w:rsidP="00AC3FE8">
            <w:pPr>
              <w:pStyle w:val="TAC"/>
              <w:rPr>
                <w:rFonts w:cs="Arial"/>
                <w:szCs w:val="18"/>
                <w:lang w:eastAsia="ja-JP"/>
              </w:rPr>
            </w:pPr>
            <w:r>
              <w:rPr>
                <w:rFonts w:cs="Arial"/>
                <w:szCs w:val="18"/>
                <w:lang w:eastAsia="ja-JP"/>
              </w:rPr>
              <w:t>DC_3A-8A-20A_n78A</w:t>
            </w:r>
          </w:p>
        </w:tc>
        <w:tc>
          <w:tcPr>
            <w:tcW w:w="3514" w:type="dxa"/>
            <w:tcBorders>
              <w:top w:val="single" w:sz="4" w:space="0" w:color="auto"/>
              <w:left w:val="single" w:sz="4" w:space="0" w:color="auto"/>
              <w:bottom w:val="single" w:sz="4" w:space="0" w:color="auto"/>
              <w:right w:val="single" w:sz="4" w:space="0" w:color="auto"/>
            </w:tcBorders>
            <w:hideMark/>
          </w:tcPr>
          <w:p w14:paraId="0514CBFA" w14:textId="77777777" w:rsidR="00F044BB" w:rsidRDefault="00F044BB" w:rsidP="00AC3FE8">
            <w:pPr>
              <w:pStyle w:val="TAC"/>
              <w:rPr>
                <w:szCs w:val="18"/>
                <w:lang w:eastAsia="ja-JP"/>
              </w:rPr>
            </w:pPr>
            <w:r>
              <w:rPr>
                <w:szCs w:val="18"/>
                <w:lang w:eastAsia="ja-JP"/>
              </w:rPr>
              <w:t>DC_3A_n78A</w:t>
            </w:r>
          </w:p>
          <w:p w14:paraId="09E1F2E4" w14:textId="77777777" w:rsidR="00F044BB" w:rsidRDefault="00F044BB" w:rsidP="00AC3FE8">
            <w:pPr>
              <w:pStyle w:val="TAC"/>
              <w:rPr>
                <w:szCs w:val="18"/>
                <w:lang w:eastAsia="ja-JP"/>
              </w:rPr>
            </w:pPr>
            <w:r>
              <w:rPr>
                <w:szCs w:val="18"/>
                <w:lang w:eastAsia="ja-JP"/>
              </w:rPr>
              <w:t>DC_8A_n78A</w:t>
            </w:r>
          </w:p>
          <w:p w14:paraId="3C2FC9BA" w14:textId="77777777" w:rsidR="00F044BB" w:rsidRDefault="00F044BB" w:rsidP="00AC3FE8">
            <w:pPr>
              <w:pStyle w:val="TAC"/>
              <w:rPr>
                <w:lang w:eastAsia="fi-FI"/>
              </w:rPr>
            </w:pPr>
            <w:r>
              <w:rPr>
                <w:szCs w:val="18"/>
                <w:lang w:eastAsia="ja-JP"/>
              </w:rPr>
              <w:t>DC_20A_n78A</w:t>
            </w:r>
          </w:p>
        </w:tc>
      </w:tr>
      <w:tr w:rsidR="00F044BB" w14:paraId="3FD8634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5A6440B" w14:textId="77777777" w:rsidR="00F044BB" w:rsidRDefault="00F044BB" w:rsidP="00AC3FE8">
            <w:pPr>
              <w:pStyle w:val="TAC"/>
              <w:rPr>
                <w:rFonts w:cs="Arial"/>
                <w:szCs w:val="18"/>
                <w:lang w:eastAsia="ja-JP"/>
              </w:rPr>
            </w:pPr>
            <w:r>
              <w:rPr>
                <w:rFonts w:cs="Arial"/>
                <w:szCs w:val="18"/>
              </w:rPr>
              <w:lastRenderedPageBreak/>
              <w:t>DC_3A-8A_n28A-n77A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568D08FA" w14:textId="77777777" w:rsidR="00F044BB" w:rsidRDefault="00F044BB" w:rsidP="00AC3FE8">
            <w:pPr>
              <w:pStyle w:val="TAC"/>
              <w:rPr>
                <w:rFonts w:cs="Arial"/>
                <w:lang w:eastAsia="zh-CN"/>
              </w:rPr>
            </w:pPr>
            <w:r>
              <w:rPr>
                <w:rFonts w:cs="Arial"/>
                <w:lang w:eastAsia="zh-CN"/>
              </w:rPr>
              <w:t>DC_3A</w:t>
            </w:r>
            <w:r>
              <w:rPr>
                <w:rFonts w:eastAsia="Malgun Gothic" w:cs="Arial"/>
                <w:lang w:eastAsia="ko-KR"/>
              </w:rPr>
              <w:t>_</w:t>
            </w:r>
            <w:r>
              <w:rPr>
                <w:rFonts w:cs="Arial"/>
                <w:lang w:eastAsia="zh-CN"/>
              </w:rPr>
              <w:t>n28A</w:t>
            </w:r>
          </w:p>
          <w:p w14:paraId="7B9E3463" w14:textId="77777777" w:rsidR="00F044BB" w:rsidRDefault="00F044BB" w:rsidP="00AC3FE8">
            <w:pPr>
              <w:pStyle w:val="TAC"/>
              <w:rPr>
                <w:rFonts w:cs="Arial"/>
                <w:lang w:eastAsia="zh-CN"/>
              </w:rPr>
            </w:pPr>
            <w:r>
              <w:rPr>
                <w:rFonts w:cs="Arial"/>
                <w:lang w:eastAsia="zh-CN"/>
              </w:rPr>
              <w:t>DC_3A_n77A</w:t>
            </w:r>
          </w:p>
          <w:p w14:paraId="7F4CA46F" w14:textId="77777777" w:rsidR="00F044BB" w:rsidRDefault="00F044BB" w:rsidP="00AC3FE8">
            <w:pPr>
              <w:pStyle w:val="TAC"/>
              <w:rPr>
                <w:rFonts w:cs="Arial"/>
                <w:lang w:eastAsia="zh-CN"/>
              </w:rPr>
            </w:pPr>
            <w:r>
              <w:rPr>
                <w:rFonts w:cs="Arial"/>
                <w:lang w:eastAsia="zh-CN"/>
              </w:rPr>
              <w:t>DC_8A</w:t>
            </w:r>
            <w:r>
              <w:rPr>
                <w:rFonts w:eastAsia="Malgun Gothic" w:cs="Arial"/>
                <w:lang w:eastAsia="ko-KR"/>
              </w:rPr>
              <w:t>_</w:t>
            </w:r>
            <w:r>
              <w:rPr>
                <w:rFonts w:cs="Arial"/>
                <w:lang w:eastAsia="zh-CN"/>
              </w:rPr>
              <w:t>n28A</w:t>
            </w:r>
          </w:p>
          <w:p w14:paraId="3A4D3ADF" w14:textId="77777777" w:rsidR="00F044BB" w:rsidRDefault="00F044BB" w:rsidP="00AC3FE8">
            <w:pPr>
              <w:pStyle w:val="TAC"/>
              <w:rPr>
                <w:szCs w:val="18"/>
                <w:lang w:eastAsia="ja-JP"/>
              </w:rPr>
            </w:pPr>
            <w:r>
              <w:rPr>
                <w:rFonts w:cs="Arial"/>
                <w:lang w:eastAsia="zh-CN"/>
              </w:rPr>
              <w:t>DC_8A_n77A</w:t>
            </w:r>
          </w:p>
        </w:tc>
      </w:tr>
      <w:tr w:rsidR="00F044BB" w14:paraId="58878D6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B65E566" w14:textId="77777777" w:rsidR="00F044BB" w:rsidRDefault="00F044BB" w:rsidP="00AC3FE8">
            <w:pPr>
              <w:pStyle w:val="TAC"/>
              <w:rPr>
                <w:rFonts w:cs="Arial"/>
                <w:szCs w:val="18"/>
                <w:lang w:eastAsia="ja-JP"/>
              </w:rPr>
            </w:pPr>
            <w:r>
              <w:rPr>
                <w:rFonts w:cs="Arial"/>
                <w:szCs w:val="18"/>
              </w:rPr>
              <w:t>DC_3A-8A_n28A-n77(2A)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3F1E59E3" w14:textId="77777777" w:rsidR="00F044BB" w:rsidRDefault="00F044BB" w:rsidP="00AC3FE8">
            <w:pPr>
              <w:pStyle w:val="TAC"/>
              <w:rPr>
                <w:rFonts w:cs="Arial"/>
                <w:lang w:eastAsia="zh-CN"/>
              </w:rPr>
            </w:pPr>
            <w:r>
              <w:rPr>
                <w:rFonts w:cs="Arial"/>
                <w:lang w:eastAsia="zh-CN"/>
              </w:rPr>
              <w:t>DC_3A</w:t>
            </w:r>
            <w:r>
              <w:rPr>
                <w:rFonts w:eastAsia="Malgun Gothic" w:cs="Arial"/>
                <w:lang w:eastAsia="ko-KR"/>
              </w:rPr>
              <w:t>_</w:t>
            </w:r>
            <w:r>
              <w:rPr>
                <w:rFonts w:cs="Arial"/>
                <w:lang w:eastAsia="zh-CN"/>
              </w:rPr>
              <w:t>n28A</w:t>
            </w:r>
          </w:p>
          <w:p w14:paraId="0A6B3F98" w14:textId="77777777" w:rsidR="00F044BB" w:rsidRDefault="00F044BB" w:rsidP="00AC3FE8">
            <w:pPr>
              <w:pStyle w:val="TAC"/>
              <w:rPr>
                <w:rFonts w:cs="Arial"/>
                <w:lang w:eastAsia="zh-CN"/>
              </w:rPr>
            </w:pPr>
            <w:r>
              <w:rPr>
                <w:rFonts w:cs="Arial"/>
                <w:lang w:eastAsia="zh-CN"/>
              </w:rPr>
              <w:t>DC_3A_n77A</w:t>
            </w:r>
          </w:p>
          <w:p w14:paraId="4F7373CC" w14:textId="77777777" w:rsidR="00F044BB" w:rsidRDefault="00F044BB" w:rsidP="00AC3FE8">
            <w:pPr>
              <w:pStyle w:val="TAC"/>
              <w:rPr>
                <w:rFonts w:cs="Arial"/>
                <w:lang w:eastAsia="zh-CN"/>
              </w:rPr>
            </w:pPr>
            <w:r>
              <w:rPr>
                <w:rFonts w:cs="Arial"/>
                <w:lang w:eastAsia="zh-CN"/>
              </w:rPr>
              <w:t>DC_8A</w:t>
            </w:r>
            <w:r>
              <w:rPr>
                <w:rFonts w:eastAsia="Malgun Gothic" w:cs="Arial"/>
                <w:lang w:eastAsia="ko-KR"/>
              </w:rPr>
              <w:t>_</w:t>
            </w:r>
            <w:r>
              <w:rPr>
                <w:rFonts w:cs="Arial"/>
                <w:lang w:eastAsia="zh-CN"/>
              </w:rPr>
              <w:t>n28A</w:t>
            </w:r>
          </w:p>
          <w:p w14:paraId="1B2E4130" w14:textId="77777777" w:rsidR="00F044BB" w:rsidRDefault="00F044BB" w:rsidP="00AC3FE8">
            <w:pPr>
              <w:pStyle w:val="TAC"/>
              <w:rPr>
                <w:szCs w:val="18"/>
                <w:lang w:eastAsia="ja-JP"/>
              </w:rPr>
            </w:pPr>
            <w:r>
              <w:rPr>
                <w:rFonts w:cs="Arial"/>
                <w:lang w:eastAsia="zh-CN"/>
              </w:rPr>
              <w:t>DC_8A_n77A</w:t>
            </w:r>
          </w:p>
        </w:tc>
      </w:tr>
      <w:tr w:rsidR="00F044BB" w14:paraId="52610F5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3478BE4" w14:textId="77777777" w:rsidR="00F044BB" w:rsidRDefault="00F044BB" w:rsidP="00AC3FE8">
            <w:pPr>
              <w:pStyle w:val="TAC"/>
            </w:pPr>
            <w:r>
              <w:t>DC_3A-</w:t>
            </w:r>
            <w:r>
              <w:rPr>
                <w:rFonts w:eastAsia="Malgun Gothic"/>
              </w:rPr>
              <w:t>8A-42A_</w:t>
            </w:r>
            <w:r>
              <w:t>n</w:t>
            </w:r>
            <w:r>
              <w:rPr>
                <w:rFonts w:eastAsia="Malgun Gothic"/>
              </w:rPr>
              <w:t>77</w:t>
            </w:r>
            <w:r>
              <w:t>A</w:t>
            </w:r>
            <w:r>
              <w:rPr>
                <w:vertAlign w:val="superscript"/>
                <w:lang w:eastAsia="ja-JP"/>
              </w:rPr>
              <w:t>6,7</w:t>
            </w:r>
          </w:p>
          <w:p w14:paraId="4ACE98DF" w14:textId="77777777" w:rsidR="00F044BB" w:rsidRDefault="00F044BB" w:rsidP="00AC3FE8">
            <w:pPr>
              <w:pStyle w:val="TAC"/>
              <w:rPr>
                <w:rFonts w:cs="Arial"/>
                <w:szCs w:val="18"/>
                <w:lang w:eastAsia="ja-JP"/>
              </w:rPr>
            </w:pPr>
            <w:r>
              <w:t>DC_3A-8</w:t>
            </w:r>
            <w:r>
              <w:rPr>
                <w:rFonts w:eastAsia="Malgun Gothic"/>
              </w:rPr>
              <w:t>A-42C_</w:t>
            </w:r>
            <w:r>
              <w:t>n</w:t>
            </w:r>
            <w:r>
              <w:rPr>
                <w:rFonts w:eastAsia="Malgun Gothic"/>
              </w:rPr>
              <w:t>77</w:t>
            </w:r>
            <w:r>
              <w:t>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72CB8431" w14:textId="77777777" w:rsidR="00F044BB" w:rsidRDefault="00F044BB" w:rsidP="00AC3FE8">
            <w:pPr>
              <w:pStyle w:val="TAC"/>
            </w:pPr>
            <w:r>
              <w:t>DC_3A_n77A</w:t>
            </w:r>
          </w:p>
          <w:p w14:paraId="049B3C32" w14:textId="77777777" w:rsidR="00F044BB" w:rsidRDefault="00F044BB" w:rsidP="00AC3FE8">
            <w:pPr>
              <w:pStyle w:val="TAC"/>
              <w:rPr>
                <w:szCs w:val="18"/>
                <w:lang w:eastAsia="ja-JP"/>
              </w:rPr>
            </w:pPr>
            <w:r>
              <w:t>DC_8A_n77A</w:t>
            </w:r>
          </w:p>
        </w:tc>
      </w:tr>
      <w:tr w:rsidR="00F044BB" w14:paraId="76028D6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095AFBA" w14:textId="77777777" w:rsidR="00F044BB" w:rsidRDefault="00F044BB" w:rsidP="00AC3FE8">
            <w:pPr>
              <w:pStyle w:val="TAC"/>
              <w:rPr>
                <w:rFonts w:cs="Arial"/>
                <w:szCs w:val="18"/>
                <w:lang w:eastAsia="ja-JP"/>
              </w:rPr>
            </w:pPr>
            <w:r>
              <w:rPr>
                <w:rFonts w:cs="Arial"/>
                <w:kern w:val="2"/>
                <w:szCs w:val="24"/>
                <w:lang w:eastAsia="ja-JP"/>
              </w:rPr>
              <w:t>DC_3A-8A_SUL_n78A-n80A</w:t>
            </w:r>
          </w:p>
        </w:tc>
        <w:tc>
          <w:tcPr>
            <w:tcW w:w="3514" w:type="dxa"/>
            <w:tcBorders>
              <w:top w:val="single" w:sz="4" w:space="0" w:color="auto"/>
              <w:left w:val="single" w:sz="4" w:space="0" w:color="auto"/>
              <w:bottom w:val="single" w:sz="4" w:space="0" w:color="auto"/>
              <w:right w:val="single" w:sz="4" w:space="0" w:color="auto"/>
            </w:tcBorders>
            <w:hideMark/>
          </w:tcPr>
          <w:p w14:paraId="398364D6" w14:textId="77777777" w:rsidR="00F044BB" w:rsidRDefault="00F044BB" w:rsidP="00AC3FE8">
            <w:pPr>
              <w:pStyle w:val="TAC"/>
              <w:rPr>
                <w:rFonts w:cs="Arial"/>
                <w:szCs w:val="18"/>
              </w:rPr>
            </w:pPr>
            <w:r>
              <w:rPr>
                <w:rFonts w:cs="Arial"/>
                <w:szCs w:val="18"/>
              </w:rPr>
              <w:t>DC_3A_n78A</w:t>
            </w:r>
          </w:p>
          <w:p w14:paraId="00C03FBC" w14:textId="77777777" w:rsidR="00F044BB" w:rsidRDefault="00F044BB" w:rsidP="00AC3FE8">
            <w:pPr>
              <w:pStyle w:val="TAC"/>
              <w:rPr>
                <w:rFonts w:cs="Arial"/>
                <w:szCs w:val="18"/>
              </w:rPr>
            </w:pPr>
            <w:r>
              <w:rPr>
                <w:rFonts w:cs="Arial"/>
                <w:szCs w:val="18"/>
              </w:rPr>
              <w:t>DC_3A_n80A_ULSUP-TDM_n78A</w:t>
            </w:r>
          </w:p>
          <w:p w14:paraId="6A59C88A" w14:textId="77777777" w:rsidR="00F044BB" w:rsidRDefault="00F044BB" w:rsidP="00AC3FE8">
            <w:pPr>
              <w:pStyle w:val="TAC"/>
              <w:rPr>
                <w:rFonts w:cs="Arial"/>
                <w:szCs w:val="18"/>
              </w:rPr>
            </w:pPr>
            <w:r>
              <w:rPr>
                <w:rFonts w:cs="Arial"/>
                <w:szCs w:val="18"/>
              </w:rPr>
              <w:t>DC_8A_n78A</w:t>
            </w:r>
          </w:p>
          <w:p w14:paraId="116F4DA6" w14:textId="77777777" w:rsidR="00F044BB" w:rsidRDefault="00F044BB" w:rsidP="00AC3FE8">
            <w:pPr>
              <w:pStyle w:val="TAC"/>
              <w:rPr>
                <w:lang w:eastAsia="fi-FI"/>
              </w:rPr>
            </w:pPr>
            <w:r>
              <w:rPr>
                <w:rFonts w:cs="Arial"/>
                <w:szCs w:val="18"/>
              </w:rPr>
              <w:t>DC_8A_n80A</w:t>
            </w:r>
          </w:p>
        </w:tc>
      </w:tr>
      <w:tr w:rsidR="00F044BB" w14:paraId="3ED5E1D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AF6A54B" w14:textId="77777777" w:rsidR="00F044BB" w:rsidRDefault="00F044BB" w:rsidP="00AC3FE8">
            <w:pPr>
              <w:pStyle w:val="TAC"/>
              <w:rPr>
                <w:rFonts w:cs="Arial"/>
                <w:lang w:eastAsia="ja-JP"/>
              </w:rPr>
            </w:pPr>
            <w:r>
              <w:rPr>
                <w:rFonts w:cs="Arial"/>
                <w:lang w:eastAsia="ja-JP"/>
              </w:rPr>
              <w:t>DC_3A-18A-42A_n77A</w:t>
            </w:r>
            <w:r>
              <w:rPr>
                <w:vertAlign w:val="superscript"/>
                <w:lang w:eastAsia="ja-JP"/>
              </w:rPr>
              <w:t>6,7</w:t>
            </w:r>
          </w:p>
          <w:p w14:paraId="43300D2E" w14:textId="77777777" w:rsidR="00F044BB" w:rsidRDefault="00F044BB" w:rsidP="00AC3FE8">
            <w:pPr>
              <w:pStyle w:val="TAC"/>
              <w:rPr>
                <w:rFonts w:cs="Arial"/>
                <w:szCs w:val="18"/>
                <w:lang w:eastAsia="ja-JP"/>
              </w:rPr>
            </w:pPr>
            <w:r>
              <w:rPr>
                <w:rFonts w:cs="Arial"/>
                <w:lang w:eastAsia="ja-JP"/>
              </w:rPr>
              <w:t>DC_3A-18A-42C_n77A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25767CDF" w14:textId="77777777" w:rsidR="00F044BB" w:rsidRDefault="00F044BB" w:rsidP="00AC3FE8">
            <w:pPr>
              <w:pStyle w:val="TAC"/>
              <w:rPr>
                <w:lang w:eastAsia="ja-JP"/>
              </w:rPr>
            </w:pPr>
            <w:r>
              <w:rPr>
                <w:lang w:eastAsia="fi-FI"/>
              </w:rPr>
              <w:t>DC_</w:t>
            </w:r>
            <w:r>
              <w:rPr>
                <w:lang w:eastAsia="ja-JP"/>
              </w:rPr>
              <w:t>3</w:t>
            </w:r>
            <w:r>
              <w:rPr>
                <w:lang w:eastAsia="fi-FI"/>
              </w:rPr>
              <w:t>A_</w:t>
            </w:r>
            <w:r>
              <w:rPr>
                <w:lang w:eastAsia="ja-JP"/>
              </w:rPr>
              <w:t>n77A</w:t>
            </w:r>
          </w:p>
          <w:p w14:paraId="4DA144B6" w14:textId="77777777" w:rsidR="00F044BB" w:rsidRDefault="00F044BB" w:rsidP="00AC3FE8">
            <w:pPr>
              <w:pStyle w:val="TAC"/>
              <w:rPr>
                <w:lang w:eastAsia="fi-FI"/>
              </w:rPr>
            </w:pPr>
            <w:r>
              <w:rPr>
                <w:lang w:eastAsia="fi-FI"/>
              </w:rPr>
              <w:t>DC_</w:t>
            </w:r>
            <w:r>
              <w:rPr>
                <w:lang w:eastAsia="ja-JP"/>
              </w:rPr>
              <w:t>18</w:t>
            </w:r>
            <w:r>
              <w:rPr>
                <w:lang w:eastAsia="fi-FI"/>
              </w:rPr>
              <w:t>A_</w:t>
            </w:r>
            <w:r>
              <w:rPr>
                <w:lang w:eastAsia="ja-JP"/>
              </w:rPr>
              <w:t>n77</w:t>
            </w:r>
            <w:r>
              <w:rPr>
                <w:lang w:eastAsia="fi-FI"/>
              </w:rPr>
              <w:t>A</w:t>
            </w:r>
          </w:p>
        </w:tc>
      </w:tr>
      <w:tr w:rsidR="00F044BB" w14:paraId="2865748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E44F7C0" w14:textId="77777777" w:rsidR="00F044BB" w:rsidRDefault="00F044BB" w:rsidP="00AC3FE8">
            <w:pPr>
              <w:pStyle w:val="TAC"/>
              <w:rPr>
                <w:rFonts w:cs="Arial"/>
                <w:lang w:eastAsia="ja-JP"/>
              </w:rPr>
            </w:pPr>
            <w:r>
              <w:rPr>
                <w:rFonts w:cs="Arial"/>
                <w:lang w:eastAsia="ja-JP"/>
              </w:rPr>
              <w:t>DC_3A-18A-42A_n78A</w:t>
            </w:r>
            <w:r>
              <w:rPr>
                <w:vertAlign w:val="superscript"/>
                <w:lang w:eastAsia="ja-JP"/>
              </w:rPr>
              <w:t>6,7</w:t>
            </w:r>
          </w:p>
          <w:p w14:paraId="26E15F03" w14:textId="77777777" w:rsidR="00F044BB" w:rsidRDefault="00F044BB" w:rsidP="00AC3FE8">
            <w:pPr>
              <w:pStyle w:val="TAC"/>
              <w:rPr>
                <w:rFonts w:cs="Arial"/>
                <w:szCs w:val="18"/>
                <w:lang w:eastAsia="ja-JP"/>
              </w:rPr>
            </w:pPr>
            <w:r>
              <w:rPr>
                <w:rFonts w:cs="Arial"/>
                <w:lang w:eastAsia="ja-JP"/>
              </w:rPr>
              <w:t>DC_3A-18A-42C_n78A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2F06BCE6" w14:textId="77777777" w:rsidR="00F044BB" w:rsidRDefault="00F044BB" w:rsidP="00AC3FE8">
            <w:pPr>
              <w:pStyle w:val="TAC"/>
              <w:rPr>
                <w:lang w:eastAsia="ja-JP"/>
              </w:rPr>
            </w:pPr>
            <w:r>
              <w:rPr>
                <w:lang w:eastAsia="fi-FI"/>
              </w:rPr>
              <w:t>DC_</w:t>
            </w:r>
            <w:r>
              <w:rPr>
                <w:lang w:eastAsia="ja-JP"/>
              </w:rPr>
              <w:t>3</w:t>
            </w:r>
            <w:r>
              <w:rPr>
                <w:lang w:eastAsia="fi-FI"/>
              </w:rPr>
              <w:t>A_</w:t>
            </w:r>
            <w:r>
              <w:rPr>
                <w:lang w:eastAsia="ja-JP"/>
              </w:rPr>
              <w:t>n78A</w:t>
            </w:r>
          </w:p>
          <w:p w14:paraId="30898FFC" w14:textId="77777777" w:rsidR="00F044BB" w:rsidRDefault="00F044BB" w:rsidP="00AC3FE8">
            <w:pPr>
              <w:pStyle w:val="TAC"/>
              <w:rPr>
                <w:lang w:eastAsia="fi-FI"/>
              </w:rPr>
            </w:pPr>
            <w:r>
              <w:rPr>
                <w:lang w:eastAsia="fi-FI"/>
              </w:rPr>
              <w:t>DC_</w:t>
            </w:r>
            <w:r>
              <w:rPr>
                <w:lang w:eastAsia="ja-JP"/>
              </w:rPr>
              <w:t>18</w:t>
            </w:r>
            <w:r>
              <w:rPr>
                <w:lang w:eastAsia="fi-FI"/>
              </w:rPr>
              <w:t>A_</w:t>
            </w:r>
            <w:r>
              <w:rPr>
                <w:lang w:eastAsia="ja-JP"/>
              </w:rPr>
              <w:t>n78</w:t>
            </w:r>
            <w:r>
              <w:rPr>
                <w:lang w:eastAsia="fi-FI"/>
              </w:rPr>
              <w:t>A</w:t>
            </w:r>
          </w:p>
        </w:tc>
      </w:tr>
      <w:tr w:rsidR="00F044BB" w14:paraId="6B1C1B7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733A7BF" w14:textId="77777777" w:rsidR="00F044BB" w:rsidRDefault="00F044BB" w:rsidP="00AC3FE8">
            <w:pPr>
              <w:pStyle w:val="TAC"/>
              <w:rPr>
                <w:lang w:eastAsia="ja-JP"/>
              </w:rPr>
            </w:pPr>
            <w:r>
              <w:rPr>
                <w:lang w:eastAsia="ja-JP"/>
              </w:rPr>
              <w:t>DC_3A-18A-42A_n79A</w:t>
            </w:r>
          </w:p>
          <w:p w14:paraId="73B72246" w14:textId="77777777" w:rsidR="00F044BB" w:rsidRDefault="00F044BB" w:rsidP="00AC3FE8">
            <w:pPr>
              <w:pStyle w:val="TAC"/>
              <w:rPr>
                <w:rFonts w:cs="Arial"/>
                <w:szCs w:val="18"/>
                <w:lang w:eastAsia="ja-JP"/>
              </w:rPr>
            </w:pPr>
            <w:r>
              <w:rPr>
                <w:lang w:eastAsia="ja-JP"/>
              </w:rPr>
              <w:t>DC_3A-18A-42C_n79A</w:t>
            </w:r>
          </w:p>
        </w:tc>
        <w:tc>
          <w:tcPr>
            <w:tcW w:w="3514" w:type="dxa"/>
            <w:tcBorders>
              <w:top w:val="single" w:sz="4" w:space="0" w:color="auto"/>
              <w:left w:val="single" w:sz="4" w:space="0" w:color="auto"/>
              <w:bottom w:val="single" w:sz="4" w:space="0" w:color="auto"/>
              <w:right w:val="single" w:sz="4" w:space="0" w:color="auto"/>
            </w:tcBorders>
            <w:hideMark/>
          </w:tcPr>
          <w:p w14:paraId="53AADA1B" w14:textId="77777777" w:rsidR="00F044BB" w:rsidRDefault="00F044BB" w:rsidP="00AC3FE8">
            <w:pPr>
              <w:pStyle w:val="TAC"/>
              <w:rPr>
                <w:lang w:eastAsia="ja-JP"/>
              </w:rPr>
            </w:pPr>
            <w:r>
              <w:rPr>
                <w:lang w:eastAsia="fi-FI"/>
              </w:rPr>
              <w:t>DC_</w:t>
            </w:r>
            <w:r>
              <w:rPr>
                <w:lang w:eastAsia="ja-JP"/>
              </w:rPr>
              <w:t>3</w:t>
            </w:r>
            <w:r>
              <w:rPr>
                <w:lang w:eastAsia="fi-FI"/>
              </w:rPr>
              <w:t>A_</w:t>
            </w:r>
            <w:r>
              <w:rPr>
                <w:lang w:eastAsia="ja-JP"/>
              </w:rPr>
              <w:t>n79A</w:t>
            </w:r>
          </w:p>
          <w:p w14:paraId="5C7E0F41" w14:textId="77777777" w:rsidR="00F044BB" w:rsidRDefault="00F044BB" w:rsidP="00AC3FE8">
            <w:pPr>
              <w:pStyle w:val="TAC"/>
              <w:rPr>
                <w:lang w:eastAsia="fi-FI"/>
              </w:rPr>
            </w:pPr>
            <w:r>
              <w:rPr>
                <w:lang w:eastAsia="fi-FI"/>
              </w:rPr>
              <w:t>DC_</w:t>
            </w:r>
            <w:r>
              <w:rPr>
                <w:lang w:eastAsia="ja-JP"/>
              </w:rPr>
              <w:t>18</w:t>
            </w:r>
            <w:r>
              <w:rPr>
                <w:lang w:eastAsia="fi-FI"/>
              </w:rPr>
              <w:t>A_</w:t>
            </w:r>
            <w:r>
              <w:rPr>
                <w:lang w:eastAsia="ja-JP"/>
              </w:rPr>
              <w:t>n79</w:t>
            </w:r>
            <w:r>
              <w:rPr>
                <w:lang w:eastAsia="fi-FI"/>
              </w:rPr>
              <w:t>A</w:t>
            </w:r>
          </w:p>
        </w:tc>
      </w:tr>
      <w:tr w:rsidR="00F044BB" w14:paraId="7259880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0565875" w14:textId="77777777" w:rsidR="00F044BB" w:rsidRDefault="00F044BB" w:rsidP="00AC3FE8">
            <w:pPr>
              <w:pStyle w:val="TAC"/>
              <w:rPr>
                <w:lang w:eastAsia="fi-FI"/>
              </w:rPr>
            </w:pPr>
            <w:r>
              <w:rPr>
                <w:lang w:eastAsia="fi-FI"/>
              </w:rPr>
              <w:t>DC_3A-19A-21A_n77A</w:t>
            </w:r>
            <w:r>
              <w:rPr>
                <w:vertAlign w:val="superscript"/>
              </w:rPr>
              <w:t>2</w:t>
            </w:r>
          </w:p>
          <w:p w14:paraId="7B8C4B34" w14:textId="77777777" w:rsidR="00F044BB" w:rsidRDefault="00F044BB" w:rsidP="00AC3FE8">
            <w:pPr>
              <w:pStyle w:val="TAC"/>
              <w:rPr>
                <w:lang w:eastAsia="fi-FI"/>
              </w:rPr>
            </w:pPr>
            <w:r>
              <w:rPr>
                <w:lang w:eastAsia="fi-FI"/>
              </w:rPr>
              <w:t>DC_3A-19A-21A_n77C</w:t>
            </w:r>
            <w:r>
              <w:rPr>
                <w:vertAlign w:val="superscript"/>
              </w:rPr>
              <w:t>2</w:t>
            </w:r>
          </w:p>
        </w:tc>
        <w:tc>
          <w:tcPr>
            <w:tcW w:w="3514" w:type="dxa"/>
            <w:tcBorders>
              <w:top w:val="single" w:sz="4" w:space="0" w:color="auto"/>
              <w:left w:val="single" w:sz="4" w:space="0" w:color="auto"/>
              <w:bottom w:val="single" w:sz="4" w:space="0" w:color="auto"/>
              <w:right w:val="single" w:sz="4" w:space="0" w:color="auto"/>
            </w:tcBorders>
            <w:hideMark/>
          </w:tcPr>
          <w:p w14:paraId="502E0DC4" w14:textId="77777777" w:rsidR="00F044BB" w:rsidRDefault="00F044BB" w:rsidP="00AC3FE8">
            <w:pPr>
              <w:pStyle w:val="TAC"/>
              <w:rPr>
                <w:lang w:eastAsia="fi-FI"/>
              </w:rPr>
            </w:pPr>
            <w:r>
              <w:rPr>
                <w:lang w:eastAsia="fi-FI"/>
              </w:rPr>
              <w:t>DC_3A_n77A</w:t>
            </w:r>
          </w:p>
          <w:p w14:paraId="11D2E60F" w14:textId="77777777" w:rsidR="00F044BB" w:rsidRDefault="00F044BB" w:rsidP="00AC3FE8">
            <w:pPr>
              <w:pStyle w:val="TAC"/>
              <w:rPr>
                <w:lang w:eastAsia="fi-FI"/>
              </w:rPr>
            </w:pPr>
            <w:r>
              <w:rPr>
                <w:lang w:eastAsia="fi-FI"/>
              </w:rPr>
              <w:t>DC_19A_n77A</w:t>
            </w:r>
          </w:p>
          <w:p w14:paraId="62D0765C" w14:textId="77777777" w:rsidR="00F044BB" w:rsidRDefault="00F044BB" w:rsidP="00AC3FE8">
            <w:pPr>
              <w:pStyle w:val="TAC"/>
              <w:rPr>
                <w:lang w:eastAsia="fi-FI"/>
              </w:rPr>
            </w:pPr>
            <w:r>
              <w:rPr>
                <w:lang w:eastAsia="fi-FI"/>
              </w:rPr>
              <w:t>DC_21A_n77A</w:t>
            </w:r>
          </w:p>
        </w:tc>
      </w:tr>
      <w:tr w:rsidR="00F044BB" w14:paraId="63FDF5E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FC36D5F" w14:textId="77777777" w:rsidR="00F044BB" w:rsidRDefault="00F044BB" w:rsidP="00AC3FE8">
            <w:pPr>
              <w:pStyle w:val="TAC"/>
              <w:rPr>
                <w:lang w:eastAsia="fi-FI"/>
              </w:rPr>
            </w:pPr>
            <w:r>
              <w:rPr>
                <w:lang w:eastAsia="fi-FI"/>
              </w:rPr>
              <w:t>DC_3A-19A-21A_n78A</w:t>
            </w:r>
            <w:r>
              <w:rPr>
                <w:vertAlign w:val="superscript"/>
              </w:rPr>
              <w:t>2</w:t>
            </w:r>
          </w:p>
          <w:p w14:paraId="3747BBA4" w14:textId="77777777" w:rsidR="00F044BB" w:rsidRDefault="00F044BB" w:rsidP="00AC3FE8">
            <w:pPr>
              <w:pStyle w:val="TAC"/>
              <w:rPr>
                <w:lang w:eastAsia="fi-FI"/>
              </w:rPr>
            </w:pPr>
            <w:r>
              <w:rPr>
                <w:lang w:eastAsia="fi-FI"/>
              </w:rPr>
              <w:t>DC_3A-19A-21A_n78C</w:t>
            </w:r>
            <w:r>
              <w:rPr>
                <w:vertAlign w:val="superscript"/>
              </w:rPr>
              <w:t>2</w:t>
            </w:r>
          </w:p>
        </w:tc>
        <w:tc>
          <w:tcPr>
            <w:tcW w:w="3514" w:type="dxa"/>
            <w:tcBorders>
              <w:top w:val="single" w:sz="4" w:space="0" w:color="auto"/>
              <w:left w:val="single" w:sz="4" w:space="0" w:color="auto"/>
              <w:bottom w:val="single" w:sz="4" w:space="0" w:color="auto"/>
              <w:right w:val="single" w:sz="4" w:space="0" w:color="auto"/>
            </w:tcBorders>
            <w:hideMark/>
          </w:tcPr>
          <w:p w14:paraId="55F64C3B" w14:textId="77777777" w:rsidR="00F044BB" w:rsidRDefault="00F044BB" w:rsidP="00AC3FE8">
            <w:pPr>
              <w:pStyle w:val="TAC"/>
              <w:rPr>
                <w:lang w:eastAsia="fi-FI"/>
              </w:rPr>
            </w:pPr>
            <w:r>
              <w:rPr>
                <w:lang w:eastAsia="fi-FI"/>
              </w:rPr>
              <w:t>DC_3A_n78A</w:t>
            </w:r>
          </w:p>
          <w:p w14:paraId="64D7627A" w14:textId="77777777" w:rsidR="00F044BB" w:rsidRDefault="00F044BB" w:rsidP="00AC3FE8">
            <w:pPr>
              <w:pStyle w:val="TAC"/>
              <w:rPr>
                <w:lang w:eastAsia="fi-FI"/>
              </w:rPr>
            </w:pPr>
            <w:r>
              <w:rPr>
                <w:lang w:eastAsia="fi-FI"/>
              </w:rPr>
              <w:t>DC_19A_n78A</w:t>
            </w:r>
          </w:p>
          <w:p w14:paraId="35E9C381" w14:textId="77777777" w:rsidR="00F044BB" w:rsidRDefault="00F044BB" w:rsidP="00AC3FE8">
            <w:pPr>
              <w:pStyle w:val="TAC"/>
              <w:rPr>
                <w:lang w:eastAsia="fi-FI"/>
              </w:rPr>
            </w:pPr>
            <w:r>
              <w:rPr>
                <w:lang w:eastAsia="fi-FI"/>
              </w:rPr>
              <w:t>DC_21A_n78A</w:t>
            </w:r>
          </w:p>
        </w:tc>
      </w:tr>
      <w:tr w:rsidR="00F044BB" w14:paraId="48AD764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0CF175A" w14:textId="77777777" w:rsidR="00F044BB" w:rsidRDefault="00F044BB" w:rsidP="00AC3FE8">
            <w:pPr>
              <w:pStyle w:val="TAC"/>
              <w:rPr>
                <w:lang w:eastAsia="fi-FI"/>
              </w:rPr>
            </w:pPr>
            <w:r>
              <w:rPr>
                <w:lang w:eastAsia="fi-FI"/>
              </w:rPr>
              <w:t>DC_3A-19A-21A_n79A</w:t>
            </w:r>
            <w:r>
              <w:rPr>
                <w:vertAlign w:val="superscript"/>
              </w:rPr>
              <w:t>2</w:t>
            </w:r>
          </w:p>
          <w:p w14:paraId="43BFA446" w14:textId="77777777" w:rsidR="00F044BB" w:rsidRDefault="00F044BB" w:rsidP="00AC3FE8">
            <w:pPr>
              <w:pStyle w:val="TAC"/>
              <w:rPr>
                <w:lang w:eastAsia="fi-FI"/>
              </w:rPr>
            </w:pPr>
            <w:r>
              <w:rPr>
                <w:lang w:eastAsia="fi-FI"/>
              </w:rPr>
              <w:t>DC_3A-19A-21A_n79C</w:t>
            </w:r>
            <w:r>
              <w:rPr>
                <w:vertAlign w:val="superscript"/>
              </w:rPr>
              <w:t>2</w:t>
            </w:r>
          </w:p>
        </w:tc>
        <w:tc>
          <w:tcPr>
            <w:tcW w:w="3514" w:type="dxa"/>
            <w:tcBorders>
              <w:top w:val="single" w:sz="4" w:space="0" w:color="auto"/>
              <w:left w:val="single" w:sz="4" w:space="0" w:color="auto"/>
              <w:bottom w:val="single" w:sz="4" w:space="0" w:color="auto"/>
              <w:right w:val="single" w:sz="4" w:space="0" w:color="auto"/>
            </w:tcBorders>
            <w:hideMark/>
          </w:tcPr>
          <w:p w14:paraId="2A0DDD55" w14:textId="77777777" w:rsidR="00F044BB" w:rsidRDefault="00F044BB" w:rsidP="00AC3FE8">
            <w:pPr>
              <w:pStyle w:val="TAC"/>
              <w:rPr>
                <w:lang w:eastAsia="fi-FI"/>
              </w:rPr>
            </w:pPr>
            <w:r>
              <w:rPr>
                <w:lang w:eastAsia="fi-FI"/>
              </w:rPr>
              <w:t>DC_3A_n79A</w:t>
            </w:r>
          </w:p>
          <w:p w14:paraId="70F0DFCA" w14:textId="77777777" w:rsidR="00F044BB" w:rsidRDefault="00F044BB" w:rsidP="00AC3FE8">
            <w:pPr>
              <w:pStyle w:val="TAC"/>
              <w:rPr>
                <w:lang w:eastAsia="fi-FI"/>
              </w:rPr>
            </w:pPr>
            <w:r>
              <w:rPr>
                <w:lang w:eastAsia="fi-FI"/>
              </w:rPr>
              <w:t>DC_19A_n79A</w:t>
            </w:r>
          </w:p>
          <w:p w14:paraId="63C64762" w14:textId="77777777" w:rsidR="00F044BB" w:rsidRDefault="00F044BB" w:rsidP="00AC3FE8">
            <w:pPr>
              <w:pStyle w:val="TAC"/>
              <w:rPr>
                <w:lang w:eastAsia="fi-FI"/>
              </w:rPr>
            </w:pPr>
            <w:r>
              <w:rPr>
                <w:lang w:eastAsia="fi-FI"/>
              </w:rPr>
              <w:t>DC_21A_n79A</w:t>
            </w:r>
          </w:p>
        </w:tc>
      </w:tr>
      <w:tr w:rsidR="00F044BB" w14:paraId="0393AEB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1A08A44" w14:textId="77777777" w:rsidR="00F044BB" w:rsidRDefault="00F044BB" w:rsidP="00AC3FE8">
            <w:pPr>
              <w:pStyle w:val="TAC"/>
              <w:rPr>
                <w:lang w:eastAsia="fi-FI"/>
              </w:rPr>
            </w:pPr>
            <w:r>
              <w:rPr>
                <w:lang w:eastAsia="fi-FI"/>
              </w:rPr>
              <w:t>DC_3A-19A-42A_n77A</w:t>
            </w:r>
            <w:r>
              <w:rPr>
                <w:vertAlign w:val="superscript"/>
                <w:lang w:eastAsia="ja-JP"/>
              </w:rPr>
              <w:t>6,7</w:t>
            </w:r>
          </w:p>
          <w:p w14:paraId="46E53D2D" w14:textId="77777777" w:rsidR="00F044BB" w:rsidRDefault="00F044BB" w:rsidP="00AC3FE8">
            <w:pPr>
              <w:pStyle w:val="TAC"/>
              <w:rPr>
                <w:lang w:eastAsia="fi-FI"/>
              </w:rPr>
            </w:pPr>
            <w:r>
              <w:rPr>
                <w:lang w:eastAsia="fi-FI"/>
              </w:rPr>
              <w:t>DC_3A-19A-42A_n77C</w:t>
            </w:r>
            <w:r>
              <w:rPr>
                <w:vertAlign w:val="superscript"/>
                <w:lang w:eastAsia="ja-JP"/>
              </w:rPr>
              <w:t>6,7</w:t>
            </w:r>
          </w:p>
          <w:p w14:paraId="6368C575" w14:textId="77777777" w:rsidR="00F044BB" w:rsidRDefault="00F044BB" w:rsidP="00AC3FE8">
            <w:pPr>
              <w:pStyle w:val="TAC"/>
            </w:pPr>
            <w:r>
              <w:rPr>
                <w:lang w:eastAsia="ja-JP"/>
              </w:rPr>
              <w:t>DC</w:t>
            </w:r>
            <w:r>
              <w:t>_</w:t>
            </w:r>
            <w:r>
              <w:rPr>
                <w:lang w:eastAsia="ja-JP"/>
              </w:rPr>
              <w:t>3A-19A-42C_n77</w:t>
            </w:r>
            <w:r>
              <w:t>A</w:t>
            </w:r>
            <w:r>
              <w:rPr>
                <w:vertAlign w:val="superscript"/>
                <w:lang w:eastAsia="ja-JP"/>
              </w:rPr>
              <w:t>6,7</w:t>
            </w:r>
          </w:p>
          <w:p w14:paraId="456BF8BD" w14:textId="77777777" w:rsidR="00F044BB" w:rsidRDefault="00F044BB" w:rsidP="00AC3FE8">
            <w:pPr>
              <w:pStyle w:val="TAC"/>
            </w:pPr>
            <w:r>
              <w:rPr>
                <w:lang w:eastAsia="ja-JP"/>
              </w:rPr>
              <w:t>DC</w:t>
            </w:r>
            <w:r>
              <w:t>_</w:t>
            </w:r>
            <w:r>
              <w:rPr>
                <w:lang w:eastAsia="ja-JP"/>
              </w:rPr>
              <w:t>3A-19A-42C_n77</w:t>
            </w:r>
            <w:r>
              <w:t>C</w:t>
            </w:r>
            <w:r>
              <w:rPr>
                <w:vertAlign w:val="superscript"/>
                <w:lang w:eastAsia="ja-JP"/>
              </w:rPr>
              <w:t>6,7</w:t>
            </w:r>
          </w:p>
          <w:p w14:paraId="5A323F54"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3A-19A-42D_n77A</w:t>
            </w:r>
            <w:r>
              <w:rPr>
                <w:vertAlign w:val="superscript"/>
                <w:lang w:eastAsia="ja-JP"/>
              </w:rPr>
              <w:t>6,7</w:t>
            </w:r>
          </w:p>
          <w:p w14:paraId="54B45D18" w14:textId="77777777" w:rsidR="00F044BB" w:rsidRDefault="00F044BB" w:rsidP="00AC3FE8">
            <w:pPr>
              <w:pStyle w:val="TAC"/>
              <w:rPr>
                <w:lang w:eastAsia="fi-FI"/>
              </w:rPr>
            </w:pPr>
            <w:r>
              <w:rPr>
                <w:rFonts w:cs="Arial"/>
                <w:lang w:eastAsia="ja-JP"/>
              </w:rPr>
              <w:t>DC</w:t>
            </w:r>
            <w:r>
              <w:rPr>
                <w:rFonts w:cs="Arial"/>
              </w:rPr>
              <w:t>_</w:t>
            </w:r>
            <w:r>
              <w:rPr>
                <w:rFonts w:cs="Arial"/>
                <w:lang w:eastAsia="ja-JP"/>
              </w:rPr>
              <w:t>3A-19A-42D_n77C</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26644AEC" w14:textId="77777777" w:rsidR="00F044BB" w:rsidRDefault="00F044BB" w:rsidP="00AC3FE8">
            <w:pPr>
              <w:pStyle w:val="TAC"/>
              <w:rPr>
                <w:lang w:eastAsia="fi-FI"/>
              </w:rPr>
            </w:pPr>
            <w:r>
              <w:rPr>
                <w:lang w:eastAsia="fi-FI"/>
              </w:rPr>
              <w:t>DC_3A_n77A</w:t>
            </w:r>
          </w:p>
          <w:p w14:paraId="709AF41B" w14:textId="77777777" w:rsidR="00F044BB" w:rsidRDefault="00F044BB" w:rsidP="00AC3FE8">
            <w:pPr>
              <w:pStyle w:val="TAC"/>
              <w:rPr>
                <w:lang w:eastAsia="fi-FI"/>
              </w:rPr>
            </w:pPr>
            <w:r>
              <w:rPr>
                <w:lang w:eastAsia="fi-FI"/>
              </w:rPr>
              <w:t>DC_19A_n77A</w:t>
            </w:r>
          </w:p>
        </w:tc>
      </w:tr>
      <w:tr w:rsidR="00F044BB" w14:paraId="2A3F45A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3A3571C" w14:textId="77777777" w:rsidR="00F044BB" w:rsidRDefault="00F044BB" w:rsidP="00AC3FE8">
            <w:pPr>
              <w:pStyle w:val="TAC"/>
              <w:rPr>
                <w:lang w:eastAsia="fi-FI"/>
              </w:rPr>
            </w:pPr>
            <w:r>
              <w:rPr>
                <w:lang w:eastAsia="fi-FI"/>
              </w:rPr>
              <w:t>DC_3A-19A-42A_n78A</w:t>
            </w:r>
            <w:r>
              <w:rPr>
                <w:vertAlign w:val="superscript"/>
                <w:lang w:eastAsia="ja-JP"/>
              </w:rPr>
              <w:t>6,7</w:t>
            </w:r>
          </w:p>
          <w:p w14:paraId="3C51ADD4" w14:textId="77777777" w:rsidR="00F044BB" w:rsidRDefault="00F044BB" w:rsidP="00AC3FE8">
            <w:pPr>
              <w:pStyle w:val="TAC"/>
              <w:rPr>
                <w:lang w:eastAsia="fi-FI"/>
              </w:rPr>
            </w:pPr>
            <w:r>
              <w:rPr>
                <w:lang w:eastAsia="fi-FI"/>
              </w:rPr>
              <w:t>DC_3A-19A-42A_n78C</w:t>
            </w:r>
            <w:r>
              <w:rPr>
                <w:vertAlign w:val="superscript"/>
                <w:lang w:eastAsia="ja-JP"/>
              </w:rPr>
              <w:t>6,7</w:t>
            </w:r>
          </w:p>
          <w:p w14:paraId="248683FF" w14:textId="77777777" w:rsidR="00F044BB" w:rsidRDefault="00F044BB" w:rsidP="00AC3FE8">
            <w:pPr>
              <w:pStyle w:val="TAC"/>
            </w:pPr>
            <w:r>
              <w:rPr>
                <w:lang w:eastAsia="ja-JP"/>
              </w:rPr>
              <w:t>DC</w:t>
            </w:r>
            <w:r>
              <w:t>_</w:t>
            </w:r>
            <w:r>
              <w:rPr>
                <w:lang w:eastAsia="ja-JP"/>
              </w:rPr>
              <w:t>3A-19A-42C_n78</w:t>
            </w:r>
            <w:r>
              <w:t>A</w:t>
            </w:r>
            <w:r>
              <w:rPr>
                <w:vertAlign w:val="superscript"/>
                <w:lang w:eastAsia="ja-JP"/>
              </w:rPr>
              <w:t>6,7</w:t>
            </w:r>
          </w:p>
          <w:p w14:paraId="57828947"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3A-19A-42C_n78C</w:t>
            </w:r>
            <w:r>
              <w:rPr>
                <w:vertAlign w:val="superscript"/>
                <w:lang w:eastAsia="ja-JP"/>
              </w:rPr>
              <w:t>6,7</w:t>
            </w:r>
          </w:p>
          <w:p w14:paraId="45D9591C"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3A-19A-42D_n78A</w:t>
            </w:r>
            <w:r>
              <w:rPr>
                <w:vertAlign w:val="superscript"/>
                <w:lang w:eastAsia="ja-JP"/>
              </w:rPr>
              <w:t>6,7</w:t>
            </w:r>
          </w:p>
          <w:p w14:paraId="3E3C6BBA" w14:textId="77777777" w:rsidR="00F044BB" w:rsidRDefault="00F044BB" w:rsidP="00AC3FE8">
            <w:pPr>
              <w:pStyle w:val="TAC"/>
              <w:rPr>
                <w:lang w:eastAsia="fi-FI"/>
              </w:rPr>
            </w:pPr>
            <w:r>
              <w:rPr>
                <w:rFonts w:cs="Arial"/>
                <w:lang w:eastAsia="ja-JP"/>
              </w:rPr>
              <w:t>DC</w:t>
            </w:r>
            <w:r>
              <w:rPr>
                <w:rFonts w:cs="Arial"/>
              </w:rPr>
              <w:t>_</w:t>
            </w:r>
            <w:r>
              <w:rPr>
                <w:rFonts w:cs="Arial"/>
                <w:lang w:eastAsia="ja-JP"/>
              </w:rPr>
              <w:t>3A-19A-42D_n78C</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2EFD8F45" w14:textId="77777777" w:rsidR="00F044BB" w:rsidRDefault="00F044BB" w:rsidP="00AC3FE8">
            <w:pPr>
              <w:pStyle w:val="TAC"/>
              <w:rPr>
                <w:lang w:eastAsia="fi-FI"/>
              </w:rPr>
            </w:pPr>
            <w:r>
              <w:rPr>
                <w:lang w:eastAsia="fi-FI"/>
              </w:rPr>
              <w:t>DC_3A_n78A</w:t>
            </w:r>
          </w:p>
          <w:p w14:paraId="506E1598" w14:textId="77777777" w:rsidR="00F044BB" w:rsidRDefault="00F044BB" w:rsidP="00AC3FE8">
            <w:pPr>
              <w:pStyle w:val="TAC"/>
              <w:rPr>
                <w:lang w:eastAsia="fi-FI"/>
              </w:rPr>
            </w:pPr>
            <w:r>
              <w:rPr>
                <w:lang w:eastAsia="fi-FI"/>
              </w:rPr>
              <w:t>DC_19A_n78A</w:t>
            </w:r>
          </w:p>
        </w:tc>
      </w:tr>
      <w:tr w:rsidR="00F044BB" w14:paraId="386B1E1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86004EA" w14:textId="77777777" w:rsidR="00F044BB" w:rsidRDefault="00F044BB" w:rsidP="00AC3FE8">
            <w:pPr>
              <w:pStyle w:val="TAC"/>
              <w:rPr>
                <w:lang w:eastAsia="fi-FI"/>
              </w:rPr>
            </w:pPr>
            <w:r>
              <w:rPr>
                <w:lang w:eastAsia="fi-FI"/>
              </w:rPr>
              <w:t>DC_3A-19A-42A_n79A</w:t>
            </w:r>
            <w:r>
              <w:rPr>
                <w:vertAlign w:val="superscript"/>
                <w:lang w:eastAsia="fi-FI"/>
              </w:rPr>
              <w:t>2</w:t>
            </w:r>
          </w:p>
          <w:p w14:paraId="76A95866" w14:textId="77777777" w:rsidR="00F044BB" w:rsidRDefault="00F044BB" w:rsidP="00AC3FE8">
            <w:pPr>
              <w:pStyle w:val="TAC"/>
              <w:rPr>
                <w:lang w:eastAsia="fi-FI"/>
              </w:rPr>
            </w:pPr>
            <w:r>
              <w:rPr>
                <w:lang w:eastAsia="fi-FI"/>
              </w:rPr>
              <w:t>DC_3A-19A-42A_n79C</w:t>
            </w:r>
            <w:r>
              <w:rPr>
                <w:vertAlign w:val="superscript"/>
                <w:lang w:eastAsia="fi-FI"/>
              </w:rPr>
              <w:t>2</w:t>
            </w:r>
          </w:p>
          <w:p w14:paraId="59B147A0" w14:textId="77777777" w:rsidR="00F044BB" w:rsidRDefault="00F044BB" w:rsidP="00AC3FE8">
            <w:pPr>
              <w:pStyle w:val="TAC"/>
            </w:pPr>
            <w:r>
              <w:rPr>
                <w:lang w:eastAsia="ja-JP"/>
              </w:rPr>
              <w:t>DC</w:t>
            </w:r>
            <w:r>
              <w:t>_</w:t>
            </w:r>
            <w:r>
              <w:rPr>
                <w:lang w:eastAsia="ja-JP"/>
              </w:rPr>
              <w:t>3A-19A-42C_n79</w:t>
            </w:r>
            <w:r>
              <w:t>A</w:t>
            </w:r>
            <w:r>
              <w:rPr>
                <w:vertAlign w:val="superscript"/>
                <w:lang w:eastAsia="fi-FI"/>
              </w:rPr>
              <w:t>2</w:t>
            </w:r>
          </w:p>
          <w:p w14:paraId="0115A7A9" w14:textId="77777777" w:rsidR="00F044BB" w:rsidRDefault="00F044BB" w:rsidP="00AC3FE8">
            <w:pPr>
              <w:pStyle w:val="TAC"/>
              <w:rPr>
                <w:vertAlign w:val="superscript"/>
                <w:lang w:eastAsia="fi-FI"/>
              </w:rPr>
            </w:pPr>
            <w:r>
              <w:rPr>
                <w:rFonts w:cs="Arial"/>
                <w:lang w:eastAsia="ja-JP"/>
              </w:rPr>
              <w:t>DC</w:t>
            </w:r>
            <w:r>
              <w:rPr>
                <w:rFonts w:cs="Arial"/>
              </w:rPr>
              <w:t>_</w:t>
            </w:r>
            <w:r>
              <w:rPr>
                <w:rFonts w:cs="Arial"/>
                <w:lang w:eastAsia="ja-JP"/>
              </w:rPr>
              <w:t>3A-19A-42C_n79C</w:t>
            </w:r>
            <w:r>
              <w:rPr>
                <w:vertAlign w:val="superscript"/>
                <w:lang w:eastAsia="fi-FI"/>
              </w:rPr>
              <w:t>2</w:t>
            </w:r>
          </w:p>
          <w:p w14:paraId="36CDAC67"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3A-19A-42D_n79A</w:t>
            </w:r>
          </w:p>
          <w:p w14:paraId="0B5BB321" w14:textId="77777777" w:rsidR="00F044BB" w:rsidRDefault="00F044BB" w:rsidP="00AC3FE8">
            <w:pPr>
              <w:pStyle w:val="TAC"/>
              <w:rPr>
                <w:lang w:eastAsia="fi-FI"/>
              </w:rPr>
            </w:pPr>
            <w:r>
              <w:rPr>
                <w:rFonts w:cs="Arial"/>
                <w:lang w:eastAsia="ja-JP"/>
              </w:rPr>
              <w:t>DC</w:t>
            </w:r>
            <w:r>
              <w:rPr>
                <w:rFonts w:cs="Arial"/>
              </w:rPr>
              <w:t>_</w:t>
            </w:r>
            <w:r>
              <w:rPr>
                <w:rFonts w:cs="Arial"/>
                <w:lang w:eastAsia="ja-JP"/>
              </w:rPr>
              <w:t>3A-19A-42D_n79C</w:t>
            </w:r>
          </w:p>
        </w:tc>
        <w:tc>
          <w:tcPr>
            <w:tcW w:w="3514" w:type="dxa"/>
            <w:tcBorders>
              <w:top w:val="single" w:sz="4" w:space="0" w:color="auto"/>
              <w:left w:val="single" w:sz="4" w:space="0" w:color="auto"/>
              <w:bottom w:val="single" w:sz="4" w:space="0" w:color="auto"/>
              <w:right w:val="single" w:sz="4" w:space="0" w:color="auto"/>
            </w:tcBorders>
            <w:hideMark/>
          </w:tcPr>
          <w:p w14:paraId="57F3B168" w14:textId="77777777" w:rsidR="00F044BB" w:rsidRDefault="00F044BB" w:rsidP="00AC3FE8">
            <w:pPr>
              <w:pStyle w:val="TAC"/>
              <w:rPr>
                <w:lang w:eastAsia="fi-FI"/>
              </w:rPr>
            </w:pPr>
            <w:r>
              <w:rPr>
                <w:lang w:eastAsia="fi-FI"/>
              </w:rPr>
              <w:t>DC_3A_n79A</w:t>
            </w:r>
          </w:p>
          <w:p w14:paraId="3AE9DA5E" w14:textId="77777777" w:rsidR="00F044BB" w:rsidRDefault="00F044BB" w:rsidP="00AC3FE8">
            <w:pPr>
              <w:pStyle w:val="TAC"/>
              <w:rPr>
                <w:lang w:eastAsia="fi-FI"/>
              </w:rPr>
            </w:pPr>
            <w:r>
              <w:rPr>
                <w:lang w:eastAsia="fi-FI"/>
              </w:rPr>
              <w:t>DC_19A_n79A</w:t>
            </w:r>
          </w:p>
        </w:tc>
      </w:tr>
      <w:tr w:rsidR="00F044BB" w14:paraId="67EC258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06E3F50" w14:textId="77777777" w:rsidR="00F044BB" w:rsidRDefault="00F044BB" w:rsidP="00AC3FE8">
            <w:pPr>
              <w:pStyle w:val="TAC"/>
              <w:rPr>
                <w:lang w:eastAsia="fi-FI"/>
              </w:rPr>
            </w:pPr>
            <w:r>
              <w:rPr>
                <w:rFonts w:cs="Arial"/>
                <w:lang w:eastAsia="ko-KR"/>
              </w:rPr>
              <w:t>DC_3A-19A_n77A-n79A</w:t>
            </w:r>
          </w:p>
        </w:tc>
        <w:tc>
          <w:tcPr>
            <w:tcW w:w="3514" w:type="dxa"/>
            <w:tcBorders>
              <w:top w:val="single" w:sz="4" w:space="0" w:color="auto"/>
              <w:left w:val="single" w:sz="4" w:space="0" w:color="auto"/>
              <w:bottom w:val="single" w:sz="4" w:space="0" w:color="auto"/>
              <w:right w:val="single" w:sz="4" w:space="0" w:color="auto"/>
            </w:tcBorders>
            <w:hideMark/>
          </w:tcPr>
          <w:p w14:paraId="207F8335" w14:textId="77777777" w:rsidR="00F044BB" w:rsidRDefault="00F044BB" w:rsidP="00AC3FE8">
            <w:pPr>
              <w:pStyle w:val="TAC"/>
              <w:rPr>
                <w:lang w:eastAsia="ko-KR"/>
              </w:rPr>
            </w:pPr>
            <w:r>
              <w:rPr>
                <w:lang w:eastAsia="ko-KR"/>
              </w:rPr>
              <w:t>DC_19A_n77A</w:t>
            </w:r>
          </w:p>
          <w:p w14:paraId="56D942FF" w14:textId="77777777" w:rsidR="00F044BB" w:rsidRDefault="00F044BB" w:rsidP="00AC3FE8">
            <w:pPr>
              <w:pStyle w:val="TAC"/>
              <w:rPr>
                <w:lang w:eastAsia="fi-FI"/>
              </w:rPr>
            </w:pPr>
            <w:r>
              <w:rPr>
                <w:lang w:eastAsia="ko-KR"/>
              </w:rPr>
              <w:t>DC_19A_n79A</w:t>
            </w:r>
          </w:p>
        </w:tc>
      </w:tr>
      <w:tr w:rsidR="00F044BB" w14:paraId="0A463A4C"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969DD47" w14:textId="77777777" w:rsidR="00F044BB" w:rsidRDefault="00F044BB" w:rsidP="00AC3FE8">
            <w:pPr>
              <w:pStyle w:val="TAC"/>
              <w:rPr>
                <w:lang w:eastAsia="fi-FI"/>
              </w:rPr>
            </w:pPr>
            <w:r>
              <w:rPr>
                <w:rFonts w:cs="Arial"/>
                <w:lang w:eastAsia="ko-KR"/>
              </w:rPr>
              <w:t>DC_3A-19A_n78A-n79A</w:t>
            </w:r>
          </w:p>
        </w:tc>
        <w:tc>
          <w:tcPr>
            <w:tcW w:w="3514" w:type="dxa"/>
            <w:tcBorders>
              <w:top w:val="single" w:sz="4" w:space="0" w:color="auto"/>
              <w:left w:val="single" w:sz="4" w:space="0" w:color="auto"/>
              <w:bottom w:val="single" w:sz="4" w:space="0" w:color="auto"/>
              <w:right w:val="single" w:sz="4" w:space="0" w:color="auto"/>
            </w:tcBorders>
            <w:hideMark/>
          </w:tcPr>
          <w:p w14:paraId="1D5AD013" w14:textId="77777777" w:rsidR="00F044BB" w:rsidRDefault="00F044BB" w:rsidP="00AC3FE8">
            <w:pPr>
              <w:pStyle w:val="TAC"/>
              <w:rPr>
                <w:lang w:eastAsia="ko-KR"/>
              </w:rPr>
            </w:pPr>
            <w:r>
              <w:rPr>
                <w:lang w:eastAsia="ko-KR"/>
              </w:rPr>
              <w:t>DC_19A_n78A</w:t>
            </w:r>
          </w:p>
          <w:p w14:paraId="3FED363B" w14:textId="77777777" w:rsidR="00F044BB" w:rsidRDefault="00F044BB" w:rsidP="00AC3FE8">
            <w:pPr>
              <w:pStyle w:val="TAC"/>
              <w:rPr>
                <w:lang w:eastAsia="fi-FI"/>
              </w:rPr>
            </w:pPr>
            <w:r>
              <w:rPr>
                <w:lang w:eastAsia="ko-KR"/>
              </w:rPr>
              <w:t>DC_19A_n79A</w:t>
            </w:r>
          </w:p>
        </w:tc>
      </w:tr>
      <w:tr w:rsidR="00F044BB" w14:paraId="25C85AB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3372650" w14:textId="77777777" w:rsidR="00F044BB" w:rsidRDefault="00F044BB" w:rsidP="00AC3FE8">
            <w:pPr>
              <w:pStyle w:val="TAC"/>
              <w:rPr>
                <w:rFonts w:cs="Arial"/>
                <w:lang w:eastAsia="ko-KR"/>
              </w:rPr>
            </w:pPr>
            <w:r>
              <w:rPr>
                <w:rFonts w:cs="Arial"/>
                <w:lang w:eastAsia="zh-TW"/>
              </w:rPr>
              <w:t>DC_3A-20A_n1A-n7A</w:t>
            </w:r>
          </w:p>
        </w:tc>
        <w:tc>
          <w:tcPr>
            <w:tcW w:w="3514" w:type="dxa"/>
            <w:tcBorders>
              <w:top w:val="single" w:sz="4" w:space="0" w:color="auto"/>
              <w:left w:val="single" w:sz="4" w:space="0" w:color="auto"/>
              <w:bottom w:val="single" w:sz="4" w:space="0" w:color="auto"/>
              <w:right w:val="single" w:sz="4" w:space="0" w:color="auto"/>
            </w:tcBorders>
            <w:hideMark/>
          </w:tcPr>
          <w:p w14:paraId="35C5A773" w14:textId="77777777" w:rsidR="00F044BB" w:rsidRDefault="00F044BB" w:rsidP="00AC3FE8">
            <w:pPr>
              <w:pStyle w:val="TAC"/>
              <w:rPr>
                <w:rFonts w:cs="Arial"/>
                <w:lang w:eastAsia="zh-TW"/>
              </w:rPr>
            </w:pPr>
            <w:r>
              <w:rPr>
                <w:rFonts w:cs="Arial"/>
                <w:lang w:eastAsia="zh-TW"/>
              </w:rPr>
              <w:t>DC_3A_n1A</w:t>
            </w:r>
          </w:p>
          <w:p w14:paraId="7AB5BF31" w14:textId="77777777" w:rsidR="00F044BB" w:rsidRDefault="00F044BB" w:rsidP="00AC3FE8">
            <w:pPr>
              <w:pStyle w:val="TAC"/>
              <w:rPr>
                <w:rFonts w:cs="Arial"/>
                <w:lang w:eastAsia="zh-TW"/>
              </w:rPr>
            </w:pPr>
            <w:r>
              <w:rPr>
                <w:rFonts w:cs="Arial"/>
                <w:lang w:eastAsia="zh-TW"/>
              </w:rPr>
              <w:t>DC_3A_n7A</w:t>
            </w:r>
          </w:p>
          <w:p w14:paraId="2974A187" w14:textId="77777777" w:rsidR="00F044BB" w:rsidRDefault="00F044BB" w:rsidP="00AC3FE8">
            <w:pPr>
              <w:pStyle w:val="TAC"/>
              <w:rPr>
                <w:rFonts w:cs="Arial"/>
                <w:lang w:eastAsia="zh-TW"/>
              </w:rPr>
            </w:pPr>
            <w:r>
              <w:rPr>
                <w:rFonts w:cs="Arial"/>
                <w:lang w:eastAsia="zh-TW"/>
              </w:rPr>
              <w:t>DC_20A_n1A</w:t>
            </w:r>
          </w:p>
          <w:p w14:paraId="7A659314" w14:textId="77777777" w:rsidR="00F044BB" w:rsidRDefault="00F044BB" w:rsidP="00AC3FE8">
            <w:pPr>
              <w:pStyle w:val="TAC"/>
              <w:rPr>
                <w:lang w:eastAsia="ko-KR"/>
              </w:rPr>
            </w:pPr>
            <w:r>
              <w:rPr>
                <w:rFonts w:cs="Arial"/>
                <w:lang w:eastAsia="zh-TW"/>
              </w:rPr>
              <w:t>DC_20A_n7A</w:t>
            </w:r>
          </w:p>
        </w:tc>
      </w:tr>
      <w:tr w:rsidR="00F044BB" w14:paraId="1466E17C"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24C8FB9" w14:textId="77777777" w:rsidR="00F044BB" w:rsidRDefault="00F044BB" w:rsidP="00AC3FE8">
            <w:pPr>
              <w:pStyle w:val="TAC"/>
              <w:rPr>
                <w:rFonts w:cs="Arial"/>
                <w:lang w:eastAsia="ko-KR"/>
              </w:rPr>
            </w:pPr>
            <w:r>
              <w:rPr>
                <w:rFonts w:cs="Arial"/>
                <w:lang w:eastAsia="zh-TW"/>
              </w:rPr>
              <w:t>DC_3C-20A_n1A-n7A</w:t>
            </w:r>
          </w:p>
        </w:tc>
        <w:tc>
          <w:tcPr>
            <w:tcW w:w="3514" w:type="dxa"/>
            <w:tcBorders>
              <w:top w:val="single" w:sz="4" w:space="0" w:color="auto"/>
              <w:left w:val="single" w:sz="4" w:space="0" w:color="auto"/>
              <w:bottom w:val="single" w:sz="4" w:space="0" w:color="auto"/>
              <w:right w:val="single" w:sz="4" w:space="0" w:color="auto"/>
            </w:tcBorders>
            <w:hideMark/>
          </w:tcPr>
          <w:p w14:paraId="1E326801" w14:textId="77777777" w:rsidR="00F044BB" w:rsidRDefault="00F044BB" w:rsidP="00AC3FE8">
            <w:pPr>
              <w:pStyle w:val="TAC"/>
              <w:rPr>
                <w:rFonts w:cs="Arial"/>
                <w:lang w:eastAsia="zh-TW"/>
              </w:rPr>
            </w:pPr>
            <w:r>
              <w:rPr>
                <w:rFonts w:cs="Arial"/>
                <w:lang w:eastAsia="zh-TW"/>
              </w:rPr>
              <w:t>DC_3A_n1A</w:t>
            </w:r>
          </w:p>
          <w:p w14:paraId="0ECC9FE5" w14:textId="77777777" w:rsidR="00F044BB" w:rsidRDefault="00F044BB" w:rsidP="00AC3FE8">
            <w:pPr>
              <w:pStyle w:val="TAC"/>
              <w:rPr>
                <w:rFonts w:cs="Arial"/>
                <w:lang w:eastAsia="zh-TW"/>
              </w:rPr>
            </w:pPr>
            <w:r>
              <w:rPr>
                <w:rFonts w:cs="Arial"/>
                <w:lang w:eastAsia="zh-TW"/>
              </w:rPr>
              <w:t>DC_3C_n1A</w:t>
            </w:r>
          </w:p>
          <w:p w14:paraId="5B1ECA23" w14:textId="77777777" w:rsidR="00F044BB" w:rsidRDefault="00F044BB" w:rsidP="00AC3FE8">
            <w:pPr>
              <w:pStyle w:val="TAC"/>
              <w:rPr>
                <w:rFonts w:cs="Arial"/>
                <w:lang w:eastAsia="zh-TW"/>
              </w:rPr>
            </w:pPr>
            <w:r>
              <w:rPr>
                <w:rFonts w:cs="Arial"/>
                <w:lang w:eastAsia="zh-TW"/>
              </w:rPr>
              <w:t>DC_3A_n7A</w:t>
            </w:r>
          </w:p>
          <w:p w14:paraId="473D9886" w14:textId="77777777" w:rsidR="00F044BB" w:rsidRDefault="00F044BB" w:rsidP="00AC3FE8">
            <w:pPr>
              <w:pStyle w:val="TAC"/>
              <w:rPr>
                <w:rFonts w:cs="Arial"/>
                <w:lang w:eastAsia="zh-TW"/>
              </w:rPr>
            </w:pPr>
            <w:r>
              <w:rPr>
                <w:rFonts w:cs="Arial"/>
                <w:lang w:eastAsia="zh-TW"/>
              </w:rPr>
              <w:t>DC_3C_n7A</w:t>
            </w:r>
          </w:p>
          <w:p w14:paraId="21113788" w14:textId="77777777" w:rsidR="00F044BB" w:rsidRDefault="00F044BB" w:rsidP="00AC3FE8">
            <w:pPr>
              <w:pStyle w:val="TAC"/>
              <w:rPr>
                <w:rFonts w:cs="Arial"/>
                <w:lang w:eastAsia="zh-TW"/>
              </w:rPr>
            </w:pPr>
            <w:r>
              <w:rPr>
                <w:rFonts w:cs="Arial"/>
                <w:lang w:eastAsia="zh-TW"/>
              </w:rPr>
              <w:t>DC_20A_n1A</w:t>
            </w:r>
          </w:p>
          <w:p w14:paraId="2C8C10A2" w14:textId="77777777" w:rsidR="00F044BB" w:rsidRDefault="00F044BB" w:rsidP="00AC3FE8">
            <w:pPr>
              <w:pStyle w:val="TAC"/>
              <w:rPr>
                <w:lang w:eastAsia="ko-KR"/>
              </w:rPr>
            </w:pPr>
            <w:r>
              <w:rPr>
                <w:rFonts w:cs="Arial"/>
                <w:lang w:eastAsia="zh-TW"/>
              </w:rPr>
              <w:t>DC_20A_n7A</w:t>
            </w:r>
          </w:p>
        </w:tc>
      </w:tr>
      <w:tr w:rsidR="00F044BB" w14:paraId="3A37641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9E5023A" w14:textId="77777777" w:rsidR="00F044BB" w:rsidRDefault="00F044BB" w:rsidP="00AC3FE8">
            <w:pPr>
              <w:pStyle w:val="TAC"/>
              <w:rPr>
                <w:rFonts w:eastAsia="Malgun Gothic"/>
                <w:lang w:eastAsia="ko-KR"/>
              </w:rPr>
            </w:pPr>
            <w:r>
              <w:rPr>
                <w:rFonts w:cs="Arial"/>
                <w:szCs w:val="16"/>
                <w:lang w:eastAsia="zh-CN"/>
              </w:rPr>
              <w:t>DC_3A-20A_n1A-n28A</w:t>
            </w:r>
            <w:r>
              <w:rPr>
                <w:noProof/>
                <w:vertAlign w:val="superscript"/>
                <w:lang w:eastAsia="zh-CN"/>
              </w:rPr>
              <w:t>7,8</w:t>
            </w:r>
          </w:p>
        </w:tc>
        <w:tc>
          <w:tcPr>
            <w:tcW w:w="3514" w:type="dxa"/>
            <w:tcBorders>
              <w:top w:val="single" w:sz="4" w:space="0" w:color="auto"/>
              <w:left w:val="single" w:sz="4" w:space="0" w:color="auto"/>
              <w:bottom w:val="single" w:sz="4" w:space="0" w:color="auto"/>
              <w:right w:val="single" w:sz="4" w:space="0" w:color="auto"/>
            </w:tcBorders>
            <w:hideMark/>
          </w:tcPr>
          <w:p w14:paraId="71933D0A" w14:textId="77777777" w:rsidR="00F044BB" w:rsidRDefault="00F044BB" w:rsidP="00AC3FE8">
            <w:pPr>
              <w:pStyle w:val="TAC"/>
              <w:rPr>
                <w:rFonts w:cs="Arial"/>
              </w:rPr>
            </w:pPr>
            <w:r>
              <w:rPr>
                <w:rFonts w:cs="Arial"/>
              </w:rPr>
              <w:t>DC_3A_n1A</w:t>
            </w:r>
          </w:p>
          <w:p w14:paraId="38999DE5" w14:textId="77777777" w:rsidR="00F044BB" w:rsidRDefault="00F044BB" w:rsidP="00AC3FE8">
            <w:pPr>
              <w:pStyle w:val="TAC"/>
              <w:rPr>
                <w:rFonts w:cs="Arial"/>
              </w:rPr>
            </w:pPr>
            <w:r>
              <w:rPr>
                <w:rFonts w:cs="Arial"/>
              </w:rPr>
              <w:t>DC_3A_n28A</w:t>
            </w:r>
          </w:p>
          <w:p w14:paraId="784B3E5E" w14:textId="77777777" w:rsidR="00F044BB" w:rsidRDefault="00F044BB" w:rsidP="00AC3FE8">
            <w:pPr>
              <w:pStyle w:val="TAC"/>
              <w:rPr>
                <w:rFonts w:cs="Arial"/>
              </w:rPr>
            </w:pPr>
            <w:r>
              <w:rPr>
                <w:rFonts w:cs="Arial"/>
              </w:rPr>
              <w:t>DC_20A_n1A</w:t>
            </w:r>
          </w:p>
          <w:p w14:paraId="79A496BA" w14:textId="77777777" w:rsidR="00F044BB" w:rsidRDefault="00F044BB" w:rsidP="00AC3FE8">
            <w:pPr>
              <w:pStyle w:val="TAC"/>
              <w:rPr>
                <w:rFonts w:eastAsia="Malgun Gothic"/>
                <w:lang w:eastAsia="ko-KR"/>
              </w:rPr>
            </w:pPr>
            <w:r>
              <w:rPr>
                <w:rFonts w:cs="Arial"/>
              </w:rPr>
              <w:t>DC_20A_n28A</w:t>
            </w:r>
          </w:p>
        </w:tc>
      </w:tr>
      <w:tr w:rsidR="00F044BB" w14:paraId="36CA3F1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A06BBCF" w14:textId="77777777" w:rsidR="00F044BB" w:rsidRDefault="00F044BB" w:rsidP="00AC3FE8">
            <w:pPr>
              <w:pStyle w:val="TAC"/>
              <w:rPr>
                <w:rFonts w:eastAsia="Malgun Gothic"/>
                <w:lang w:eastAsia="ko-KR"/>
              </w:rPr>
            </w:pPr>
            <w:r>
              <w:rPr>
                <w:rFonts w:cs="Arial"/>
                <w:szCs w:val="16"/>
                <w:lang w:eastAsia="zh-CN"/>
              </w:rPr>
              <w:lastRenderedPageBreak/>
              <w:t>DC_3C-20A_n1A-n28A</w:t>
            </w:r>
            <w:r>
              <w:rPr>
                <w:noProof/>
                <w:vertAlign w:val="superscript"/>
                <w:lang w:eastAsia="zh-CN"/>
              </w:rPr>
              <w:t>7,8</w:t>
            </w:r>
          </w:p>
        </w:tc>
        <w:tc>
          <w:tcPr>
            <w:tcW w:w="3514" w:type="dxa"/>
            <w:tcBorders>
              <w:top w:val="single" w:sz="4" w:space="0" w:color="auto"/>
              <w:left w:val="single" w:sz="4" w:space="0" w:color="auto"/>
              <w:bottom w:val="single" w:sz="4" w:space="0" w:color="auto"/>
              <w:right w:val="single" w:sz="4" w:space="0" w:color="auto"/>
            </w:tcBorders>
            <w:hideMark/>
          </w:tcPr>
          <w:p w14:paraId="6F5FFA05" w14:textId="77777777" w:rsidR="00F044BB" w:rsidRDefault="00F044BB" w:rsidP="00AC3FE8">
            <w:pPr>
              <w:pStyle w:val="TAC"/>
              <w:rPr>
                <w:rFonts w:cs="Arial"/>
              </w:rPr>
            </w:pPr>
            <w:r>
              <w:rPr>
                <w:rFonts w:cs="Arial"/>
              </w:rPr>
              <w:t>DC_3A_n1A</w:t>
            </w:r>
          </w:p>
          <w:p w14:paraId="50077B8A" w14:textId="77777777" w:rsidR="00F044BB" w:rsidRDefault="00F044BB" w:rsidP="00AC3FE8">
            <w:pPr>
              <w:pStyle w:val="TAC"/>
              <w:rPr>
                <w:rFonts w:cs="Arial"/>
              </w:rPr>
            </w:pPr>
            <w:r>
              <w:rPr>
                <w:rFonts w:cs="Arial"/>
              </w:rPr>
              <w:t>DC_3A_n28A</w:t>
            </w:r>
          </w:p>
          <w:p w14:paraId="4A1B425C" w14:textId="77777777" w:rsidR="00F044BB" w:rsidRDefault="00F044BB" w:rsidP="00AC3FE8">
            <w:pPr>
              <w:pStyle w:val="TAC"/>
              <w:rPr>
                <w:rFonts w:cs="Arial"/>
              </w:rPr>
            </w:pPr>
            <w:r>
              <w:rPr>
                <w:rFonts w:cs="Arial"/>
              </w:rPr>
              <w:t>DC_20A_n1A</w:t>
            </w:r>
          </w:p>
          <w:p w14:paraId="12CDAC79" w14:textId="77777777" w:rsidR="00F044BB" w:rsidRDefault="00F044BB" w:rsidP="00AC3FE8">
            <w:pPr>
              <w:pStyle w:val="TAC"/>
              <w:rPr>
                <w:rFonts w:cs="Arial"/>
              </w:rPr>
            </w:pPr>
            <w:r>
              <w:rPr>
                <w:rFonts w:cs="Arial"/>
              </w:rPr>
              <w:t>DC_3C_n1A</w:t>
            </w:r>
          </w:p>
          <w:p w14:paraId="775E6AC1" w14:textId="77777777" w:rsidR="00F044BB" w:rsidRDefault="00F044BB" w:rsidP="00AC3FE8">
            <w:pPr>
              <w:pStyle w:val="TAC"/>
              <w:rPr>
                <w:rFonts w:cs="Arial"/>
              </w:rPr>
            </w:pPr>
            <w:r>
              <w:rPr>
                <w:rFonts w:cs="Arial"/>
              </w:rPr>
              <w:t>DC_3C_n28A</w:t>
            </w:r>
          </w:p>
          <w:p w14:paraId="7C327548" w14:textId="77777777" w:rsidR="00F044BB" w:rsidRDefault="00F044BB" w:rsidP="00AC3FE8">
            <w:pPr>
              <w:pStyle w:val="TAC"/>
              <w:rPr>
                <w:rFonts w:eastAsia="Malgun Gothic"/>
                <w:lang w:eastAsia="ko-KR"/>
              </w:rPr>
            </w:pPr>
            <w:r>
              <w:rPr>
                <w:rFonts w:cs="Arial"/>
              </w:rPr>
              <w:t>DC_20A_n28A</w:t>
            </w:r>
          </w:p>
        </w:tc>
      </w:tr>
      <w:tr w:rsidR="00F044BB" w14:paraId="48B64DC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7E26F62" w14:textId="77777777" w:rsidR="00F044BB" w:rsidRDefault="00F044BB" w:rsidP="00AC3FE8">
            <w:pPr>
              <w:pStyle w:val="TAC"/>
              <w:rPr>
                <w:rFonts w:cs="Arial"/>
                <w:szCs w:val="16"/>
                <w:lang w:eastAsia="zh-CN"/>
              </w:rPr>
            </w:pPr>
            <w:r>
              <w:rPr>
                <w:rFonts w:cs="Arial"/>
                <w:lang w:eastAsia="zh-TW"/>
              </w:rPr>
              <w:t>DC_3A-20A_n7A-n28A</w:t>
            </w:r>
            <w:r>
              <w:rPr>
                <w:noProof/>
                <w:vertAlign w:val="superscript"/>
                <w:lang w:eastAsia="zh-CN"/>
              </w:rPr>
              <w:t>7,8</w:t>
            </w:r>
          </w:p>
        </w:tc>
        <w:tc>
          <w:tcPr>
            <w:tcW w:w="3514" w:type="dxa"/>
            <w:tcBorders>
              <w:top w:val="single" w:sz="4" w:space="0" w:color="auto"/>
              <w:left w:val="single" w:sz="4" w:space="0" w:color="auto"/>
              <w:bottom w:val="single" w:sz="4" w:space="0" w:color="auto"/>
              <w:right w:val="single" w:sz="4" w:space="0" w:color="auto"/>
            </w:tcBorders>
            <w:hideMark/>
          </w:tcPr>
          <w:p w14:paraId="14D7ADEA" w14:textId="77777777" w:rsidR="00F044BB" w:rsidRDefault="00F044BB" w:rsidP="00AC3FE8">
            <w:pPr>
              <w:pStyle w:val="TAC"/>
              <w:rPr>
                <w:rFonts w:cs="Arial"/>
                <w:lang w:eastAsia="zh-CN"/>
              </w:rPr>
            </w:pPr>
            <w:bookmarkStart w:id="1216" w:name="OLE_LINK26"/>
            <w:bookmarkStart w:id="1217" w:name="OLE_LINK27"/>
            <w:r>
              <w:rPr>
                <w:rFonts w:cs="Arial"/>
                <w:lang w:eastAsia="zh-CN"/>
              </w:rPr>
              <w:t>DC_3A_n7A</w:t>
            </w:r>
          </w:p>
          <w:p w14:paraId="31379D09" w14:textId="77777777" w:rsidR="00F044BB" w:rsidRDefault="00F044BB" w:rsidP="00AC3FE8">
            <w:pPr>
              <w:pStyle w:val="TAC"/>
              <w:rPr>
                <w:rFonts w:cs="Arial"/>
                <w:lang w:eastAsia="zh-CN"/>
              </w:rPr>
            </w:pPr>
            <w:r>
              <w:rPr>
                <w:rFonts w:cs="Arial"/>
                <w:lang w:eastAsia="zh-CN"/>
              </w:rPr>
              <w:t>DC_3A_n28A</w:t>
            </w:r>
          </w:p>
          <w:p w14:paraId="3D90307F" w14:textId="77777777" w:rsidR="00F044BB" w:rsidRDefault="00F044BB" w:rsidP="00AC3FE8">
            <w:pPr>
              <w:pStyle w:val="TAC"/>
              <w:rPr>
                <w:rFonts w:cs="Arial"/>
                <w:lang w:eastAsia="zh-CN"/>
              </w:rPr>
            </w:pPr>
            <w:r>
              <w:rPr>
                <w:rFonts w:cs="Arial"/>
                <w:lang w:eastAsia="zh-CN"/>
              </w:rPr>
              <w:t>DC_20A_n7A</w:t>
            </w:r>
          </w:p>
          <w:p w14:paraId="5FA143E3" w14:textId="77777777" w:rsidR="00F044BB" w:rsidRDefault="00F044BB" w:rsidP="00AC3FE8">
            <w:pPr>
              <w:pStyle w:val="TAC"/>
              <w:rPr>
                <w:rFonts w:cs="Arial"/>
              </w:rPr>
            </w:pPr>
            <w:r>
              <w:rPr>
                <w:rFonts w:cs="Arial"/>
                <w:lang w:eastAsia="zh-CN"/>
              </w:rPr>
              <w:t>DC_20A_n28A</w:t>
            </w:r>
            <w:bookmarkEnd w:id="1216"/>
            <w:bookmarkEnd w:id="1217"/>
          </w:p>
        </w:tc>
      </w:tr>
      <w:tr w:rsidR="00F044BB" w14:paraId="7E63ADD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4D3B8B9" w14:textId="77777777" w:rsidR="00F044BB" w:rsidRDefault="00F044BB" w:rsidP="00AC3FE8">
            <w:pPr>
              <w:pStyle w:val="TAC"/>
              <w:rPr>
                <w:rFonts w:cs="Arial"/>
                <w:szCs w:val="16"/>
                <w:lang w:eastAsia="zh-CN"/>
              </w:rPr>
            </w:pPr>
            <w:r>
              <w:rPr>
                <w:rFonts w:cs="Arial"/>
                <w:lang w:eastAsia="zh-TW"/>
              </w:rPr>
              <w:t>DC_3C-20A_n7A-n28A</w:t>
            </w:r>
            <w:r>
              <w:rPr>
                <w:noProof/>
                <w:vertAlign w:val="superscript"/>
                <w:lang w:eastAsia="zh-CN"/>
              </w:rPr>
              <w:t>7,8</w:t>
            </w:r>
          </w:p>
        </w:tc>
        <w:tc>
          <w:tcPr>
            <w:tcW w:w="3514" w:type="dxa"/>
            <w:tcBorders>
              <w:top w:val="single" w:sz="4" w:space="0" w:color="auto"/>
              <w:left w:val="single" w:sz="4" w:space="0" w:color="auto"/>
              <w:bottom w:val="single" w:sz="4" w:space="0" w:color="auto"/>
              <w:right w:val="single" w:sz="4" w:space="0" w:color="auto"/>
            </w:tcBorders>
            <w:hideMark/>
          </w:tcPr>
          <w:p w14:paraId="19623F5E" w14:textId="77777777" w:rsidR="00F044BB" w:rsidRDefault="00F044BB" w:rsidP="00AC3FE8">
            <w:pPr>
              <w:pStyle w:val="TAC"/>
              <w:rPr>
                <w:rFonts w:cs="Arial"/>
                <w:lang w:eastAsia="zh-CN"/>
              </w:rPr>
            </w:pPr>
            <w:r>
              <w:rPr>
                <w:rFonts w:cs="Arial"/>
                <w:lang w:eastAsia="zh-CN"/>
              </w:rPr>
              <w:t>DC_3A_n7A</w:t>
            </w:r>
          </w:p>
          <w:p w14:paraId="6925A86D" w14:textId="77777777" w:rsidR="00F044BB" w:rsidRDefault="00F044BB" w:rsidP="00AC3FE8">
            <w:pPr>
              <w:pStyle w:val="TAC"/>
              <w:rPr>
                <w:rFonts w:cs="Arial"/>
                <w:lang w:eastAsia="zh-CN"/>
              </w:rPr>
            </w:pPr>
            <w:r>
              <w:rPr>
                <w:rFonts w:cs="Arial"/>
                <w:lang w:eastAsia="zh-CN"/>
              </w:rPr>
              <w:t>DC_3A_n28A</w:t>
            </w:r>
          </w:p>
          <w:p w14:paraId="64BB4F0A" w14:textId="77777777" w:rsidR="00F044BB" w:rsidRDefault="00F044BB" w:rsidP="00AC3FE8">
            <w:pPr>
              <w:pStyle w:val="TAC"/>
              <w:rPr>
                <w:rFonts w:cs="Arial"/>
                <w:lang w:eastAsia="zh-CN"/>
              </w:rPr>
            </w:pPr>
            <w:r>
              <w:rPr>
                <w:rFonts w:cs="Arial"/>
                <w:lang w:eastAsia="zh-CN"/>
              </w:rPr>
              <w:t>DC_3C_n7A</w:t>
            </w:r>
          </w:p>
          <w:p w14:paraId="00D40CA0" w14:textId="77777777" w:rsidR="00F044BB" w:rsidRDefault="00F044BB" w:rsidP="00AC3FE8">
            <w:pPr>
              <w:pStyle w:val="TAC"/>
              <w:rPr>
                <w:rFonts w:cs="Arial"/>
                <w:lang w:eastAsia="zh-CN"/>
              </w:rPr>
            </w:pPr>
            <w:r>
              <w:rPr>
                <w:rFonts w:cs="Arial"/>
                <w:lang w:eastAsia="zh-CN"/>
              </w:rPr>
              <w:t>DC_3C_n28A</w:t>
            </w:r>
          </w:p>
          <w:p w14:paraId="61F50F5E" w14:textId="77777777" w:rsidR="00F044BB" w:rsidRDefault="00F044BB" w:rsidP="00AC3FE8">
            <w:pPr>
              <w:pStyle w:val="TAC"/>
              <w:rPr>
                <w:rFonts w:cs="Arial"/>
                <w:lang w:eastAsia="zh-CN"/>
              </w:rPr>
            </w:pPr>
            <w:r>
              <w:rPr>
                <w:rFonts w:cs="Arial"/>
                <w:lang w:eastAsia="zh-CN"/>
              </w:rPr>
              <w:t>DC_20A_n7A</w:t>
            </w:r>
          </w:p>
          <w:p w14:paraId="115B80AA" w14:textId="77777777" w:rsidR="00F044BB" w:rsidRDefault="00F044BB" w:rsidP="00AC3FE8">
            <w:pPr>
              <w:pStyle w:val="TAC"/>
              <w:rPr>
                <w:rFonts w:cs="Arial"/>
              </w:rPr>
            </w:pPr>
            <w:r>
              <w:rPr>
                <w:rFonts w:cs="Arial"/>
                <w:lang w:eastAsia="zh-CN"/>
              </w:rPr>
              <w:t>DC_20A_n28A</w:t>
            </w:r>
          </w:p>
        </w:tc>
      </w:tr>
      <w:tr w:rsidR="00F044BB" w14:paraId="1DDCD48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110A76F" w14:textId="77777777" w:rsidR="00F044BB" w:rsidRDefault="00F044BB" w:rsidP="00AC3FE8">
            <w:pPr>
              <w:pStyle w:val="TAC"/>
              <w:rPr>
                <w:vertAlign w:val="superscript"/>
                <w:lang w:eastAsia="fi-FI"/>
              </w:rPr>
            </w:pPr>
            <w:r>
              <w:rPr>
                <w:rFonts w:eastAsia="Malgun Gothic"/>
                <w:lang w:eastAsia="ko-KR"/>
              </w:rPr>
              <w:t>DC_3A-20A_n28A-n78A</w:t>
            </w:r>
            <w:r>
              <w:rPr>
                <w:vertAlign w:val="superscript"/>
                <w:lang w:eastAsia="fi-FI"/>
              </w:rPr>
              <w:t>2,3,</w:t>
            </w:r>
            <w:r>
              <w:rPr>
                <w:noProof/>
                <w:vertAlign w:val="superscript"/>
                <w:lang w:eastAsia="zh-CN"/>
              </w:rPr>
              <w:t>7,8</w:t>
            </w:r>
          </w:p>
          <w:p w14:paraId="06F42C43" w14:textId="77777777" w:rsidR="00F044BB" w:rsidRDefault="00F044BB" w:rsidP="00AC3FE8">
            <w:pPr>
              <w:pStyle w:val="TAC"/>
              <w:rPr>
                <w:lang w:eastAsia="fi-FI"/>
              </w:rPr>
            </w:pPr>
            <w:r>
              <w:rPr>
                <w:rFonts w:eastAsia="Malgun Gothic"/>
                <w:lang w:eastAsia="ko-KR"/>
              </w:rPr>
              <w:t>DC_3C-20A_n28A-n78A</w:t>
            </w:r>
            <w:r>
              <w:rPr>
                <w:vertAlign w:val="superscript"/>
                <w:lang w:eastAsia="fi-FI"/>
              </w:rPr>
              <w:t>2,3,</w:t>
            </w:r>
            <w:r>
              <w:rPr>
                <w:noProof/>
                <w:vertAlign w:val="superscript"/>
                <w:lang w:eastAsia="zh-CN"/>
              </w:rPr>
              <w:t>7,8</w:t>
            </w:r>
          </w:p>
        </w:tc>
        <w:tc>
          <w:tcPr>
            <w:tcW w:w="3514" w:type="dxa"/>
            <w:tcBorders>
              <w:top w:val="single" w:sz="4" w:space="0" w:color="auto"/>
              <w:left w:val="single" w:sz="4" w:space="0" w:color="auto"/>
              <w:bottom w:val="single" w:sz="4" w:space="0" w:color="auto"/>
              <w:right w:val="single" w:sz="4" w:space="0" w:color="auto"/>
            </w:tcBorders>
            <w:hideMark/>
          </w:tcPr>
          <w:p w14:paraId="6052BF22" w14:textId="77777777" w:rsidR="00F044BB" w:rsidRDefault="00F044BB" w:rsidP="00AC3FE8">
            <w:pPr>
              <w:pStyle w:val="TAC"/>
              <w:rPr>
                <w:rFonts w:eastAsia="Malgun Gothic"/>
                <w:lang w:eastAsia="ko-KR"/>
              </w:rPr>
            </w:pPr>
            <w:r>
              <w:rPr>
                <w:rFonts w:eastAsia="Malgun Gothic"/>
                <w:lang w:eastAsia="ko-KR"/>
              </w:rPr>
              <w:t>DC_3A_n28A</w:t>
            </w:r>
          </w:p>
          <w:p w14:paraId="617B6F6A" w14:textId="77777777" w:rsidR="00F044BB" w:rsidRDefault="00F044BB" w:rsidP="00AC3FE8">
            <w:pPr>
              <w:pStyle w:val="TAC"/>
              <w:rPr>
                <w:rFonts w:eastAsia="Malgun Gothic"/>
                <w:lang w:eastAsia="ko-KR"/>
              </w:rPr>
            </w:pPr>
            <w:r>
              <w:rPr>
                <w:rFonts w:eastAsia="Malgun Gothic"/>
                <w:lang w:eastAsia="ko-KR"/>
              </w:rPr>
              <w:t>DC_3A_n78A</w:t>
            </w:r>
          </w:p>
          <w:p w14:paraId="576E1D35" w14:textId="77777777" w:rsidR="00F044BB" w:rsidRDefault="00F044BB" w:rsidP="00AC3FE8">
            <w:pPr>
              <w:pStyle w:val="TAC"/>
              <w:rPr>
                <w:rFonts w:eastAsia="Malgun Gothic"/>
                <w:lang w:eastAsia="ko-KR"/>
              </w:rPr>
            </w:pPr>
            <w:r>
              <w:rPr>
                <w:rFonts w:eastAsia="Malgun Gothic"/>
                <w:lang w:eastAsia="ko-KR"/>
              </w:rPr>
              <w:t>DC_20A_n28A</w:t>
            </w:r>
          </w:p>
          <w:p w14:paraId="36636314" w14:textId="77777777" w:rsidR="00F044BB" w:rsidRDefault="00F044BB" w:rsidP="00AC3FE8">
            <w:pPr>
              <w:pStyle w:val="TAC"/>
              <w:rPr>
                <w:lang w:eastAsia="fi-FI"/>
              </w:rPr>
            </w:pPr>
            <w:r>
              <w:rPr>
                <w:rFonts w:eastAsia="Malgun Gothic"/>
                <w:lang w:eastAsia="ko-KR"/>
              </w:rPr>
              <w:t>DC_20A_n78A</w:t>
            </w:r>
          </w:p>
        </w:tc>
      </w:tr>
      <w:tr w:rsidR="00F044BB" w14:paraId="7AE9E01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BD205DA" w14:textId="77777777" w:rsidR="00F044BB" w:rsidRDefault="00F044BB" w:rsidP="00AC3FE8">
            <w:pPr>
              <w:pStyle w:val="TAC"/>
              <w:rPr>
                <w:rFonts w:eastAsia="Malgun Gothic"/>
                <w:lang w:eastAsia="ko-KR"/>
              </w:rPr>
            </w:pPr>
            <w:r>
              <w:rPr>
                <w:rFonts w:cs="Arial"/>
                <w:szCs w:val="22"/>
                <w:lang w:eastAsia="zh-CN"/>
              </w:rPr>
              <w:t>DC_3A-20A-38A_n78A</w:t>
            </w:r>
          </w:p>
        </w:tc>
        <w:tc>
          <w:tcPr>
            <w:tcW w:w="3514" w:type="dxa"/>
            <w:tcBorders>
              <w:top w:val="single" w:sz="4" w:space="0" w:color="auto"/>
              <w:left w:val="single" w:sz="4" w:space="0" w:color="auto"/>
              <w:bottom w:val="single" w:sz="4" w:space="0" w:color="auto"/>
              <w:right w:val="single" w:sz="4" w:space="0" w:color="auto"/>
            </w:tcBorders>
            <w:hideMark/>
          </w:tcPr>
          <w:p w14:paraId="033748A0" w14:textId="77777777" w:rsidR="00F044BB" w:rsidRDefault="00F044BB" w:rsidP="00AC3FE8">
            <w:pPr>
              <w:pStyle w:val="TAC"/>
              <w:rPr>
                <w:rFonts w:eastAsia="Malgun Gothic"/>
                <w:lang w:eastAsia="ko-KR"/>
              </w:rPr>
            </w:pPr>
            <w:r>
              <w:rPr>
                <w:rFonts w:cs="Arial"/>
                <w:szCs w:val="22"/>
                <w:lang w:eastAsia="zh-CN"/>
              </w:rPr>
              <w:t>DC_3A_n78A</w:t>
            </w:r>
          </w:p>
        </w:tc>
      </w:tr>
      <w:tr w:rsidR="00F044BB" w14:paraId="27609EC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946B483" w14:textId="77777777" w:rsidR="00F044BB" w:rsidRDefault="00F044BB" w:rsidP="00AC3FE8">
            <w:pPr>
              <w:pStyle w:val="TAC"/>
              <w:rPr>
                <w:rFonts w:cs="Arial"/>
                <w:szCs w:val="22"/>
                <w:lang w:eastAsia="zh-CN"/>
              </w:rPr>
            </w:pPr>
            <w:r>
              <w:rPr>
                <w:rFonts w:eastAsia="Malgun Gothic"/>
                <w:lang w:eastAsia="ko-KR"/>
              </w:rPr>
              <w:t>DC_3A-20A_n38A-n78A</w:t>
            </w:r>
          </w:p>
        </w:tc>
        <w:tc>
          <w:tcPr>
            <w:tcW w:w="3514" w:type="dxa"/>
            <w:tcBorders>
              <w:top w:val="single" w:sz="4" w:space="0" w:color="auto"/>
              <w:left w:val="single" w:sz="4" w:space="0" w:color="auto"/>
              <w:bottom w:val="single" w:sz="4" w:space="0" w:color="auto"/>
              <w:right w:val="single" w:sz="4" w:space="0" w:color="auto"/>
            </w:tcBorders>
            <w:hideMark/>
          </w:tcPr>
          <w:p w14:paraId="2887F48F" w14:textId="77777777" w:rsidR="00F044BB" w:rsidRDefault="00F044BB" w:rsidP="00AC3FE8">
            <w:pPr>
              <w:pStyle w:val="TAC"/>
              <w:rPr>
                <w:rFonts w:cs="Arial"/>
                <w:szCs w:val="22"/>
                <w:lang w:eastAsia="zh-CN"/>
              </w:rPr>
            </w:pPr>
            <w:r>
              <w:rPr>
                <w:rFonts w:cs="Arial"/>
                <w:szCs w:val="22"/>
                <w:lang w:eastAsia="zh-CN"/>
              </w:rPr>
              <w:t>DC_3A_n78A</w:t>
            </w:r>
          </w:p>
          <w:p w14:paraId="02BDEC3E" w14:textId="77777777" w:rsidR="00F044BB" w:rsidRDefault="00F044BB" w:rsidP="00AC3FE8">
            <w:pPr>
              <w:pStyle w:val="TAC"/>
              <w:rPr>
                <w:rFonts w:cs="Arial"/>
                <w:szCs w:val="22"/>
              </w:rPr>
            </w:pPr>
            <w:r>
              <w:rPr>
                <w:rFonts w:cs="Arial"/>
                <w:szCs w:val="22"/>
              </w:rPr>
              <w:t>DC_20A_n78A</w:t>
            </w:r>
          </w:p>
          <w:p w14:paraId="4B1CB547" w14:textId="77777777" w:rsidR="00F044BB" w:rsidRDefault="00F044BB" w:rsidP="00AC3FE8">
            <w:pPr>
              <w:pStyle w:val="TAC"/>
              <w:rPr>
                <w:rFonts w:cs="Arial"/>
                <w:szCs w:val="22"/>
              </w:rPr>
            </w:pPr>
            <w:r>
              <w:rPr>
                <w:rFonts w:cs="Arial"/>
                <w:szCs w:val="22"/>
              </w:rPr>
              <w:t>DC_3A_n38A</w:t>
            </w:r>
          </w:p>
          <w:p w14:paraId="27634BD3" w14:textId="77777777" w:rsidR="00F044BB" w:rsidRDefault="00F044BB" w:rsidP="00AC3FE8">
            <w:pPr>
              <w:pStyle w:val="TAC"/>
              <w:rPr>
                <w:rFonts w:cs="Arial"/>
                <w:szCs w:val="22"/>
                <w:lang w:eastAsia="zh-CN"/>
              </w:rPr>
            </w:pPr>
            <w:r>
              <w:rPr>
                <w:rFonts w:cs="Arial"/>
                <w:szCs w:val="22"/>
              </w:rPr>
              <w:t>DC_20A_n38A</w:t>
            </w:r>
          </w:p>
        </w:tc>
      </w:tr>
      <w:tr w:rsidR="00F044BB" w14:paraId="2D11A09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0B79920" w14:textId="77777777" w:rsidR="00F044BB" w:rsidRDefault="00F044BB" w:rsidP="00AC3FE8">
            <w:pPr>
              <w:pStyle w:val="TAC"/>
              <w:rPr>
                <w:rFonts w:cs="Arial"/>
                <w:szCs w:val="22"/>
                <w:lang w:eastAsia="zh-CN"/>
              </w:rPr>
            </w:pPr>
            <w:r>
              <w:rPr>
                <w:rFonts w:cs="Arial"/>
                <w:szCs w:val="22"/>
                <w:lang w:eastAsia="zh-CN"/>
              </w:rPr>
              <w:t>DC_3A-20A_n41A-n78A</w:t>
            </w:r>
          </w:p>
        </w:tc>
        <w:tc>
          <w:tcPr>
            <w:tcW w:w="3514" w:type="dxa"/>
            <w:tcBorders>
              <w:top w:val="single" w:sz="4" w:space="0" w:color="auto"/>
              <w:left w:val="single" w:sz="4" w:space="0" w:color="auto"/>
              <w:bottom w:val="single" w:sz="4" w:space="0" w:color="auto"/>
              <w:right w:val="single" w:sz="4" w:space="0" w:color="auto"/>
            </w:tcBorders>
            <w:hideMark/>
          </w:tcPr>
          <w:p w14:paraId="5E7A24E2" w14:textId="77777777" w:rsidR="00F044BB" w:rsidRDefault="00F044BB" w:rsidP="00AC3FE8">
            <w:pPr>
              <w:pStyle w:val="TAC"/>
              <w:rPr>
                <w:rFonts w:cs="Arial"/>
                <w:szCs w:val="22"/>
                <w:lang w:eastAsia="zh-CN"/>
              </w:rPr>
            </w:pPr>
            <w:r>
              <w:rPr>
                <w:rFonts w:cs="Arial"/>
                <w:szCs w:val="22"/>
                <w:lang w:eastAsia="zh-CN"/>
              </w:rPr>
              <w:t>DC_3A_n41A</w:t>
            </w:r>
          </w:p>
          <w:p w14:paraId="0EE5DE27" w14:textId="77777777" w:rsidR="00F044BB" w:rsidRDefault="00F044BB" w:rsidP="00AC3FE8">
            <w:pPr>
              <w:pStyle w:val="TAC"/>
              <w:rPr>
                <w:rFonts w:cs="Arial"/>
                <w:szCs w:val="22"/>
              </w:rPr>
            </w:pPr>
            <w:r>
              <w:rPr>
                <w:rFonts w:cs="Arial"/>
                <w:szCs w:val="22"/>
              </w:rPr>
              <w:t>DC_3A_n78A</w:t>
            </w:r>
          </w:p>
          <w:p w14:paraId="23882ECC" w14:textId="77777777" w:rsidR="00F044BB" w:rsidRDefault="00F044BB" w:rsidP="00AC3FE8">
            <w:pPr>
              <w:pStyle w:val="TAC"/>
              <w:rPr>
                <w:rFonts w:cs="Arial"/>
                <w:szCs w:val="22"/>
              </w:rPr>
            </w:pPr>
            <w:r>
              <w:rPr>
                <w:rFonts w:cs="Arial"/>
                <w:szCs w:val="22"/>
              </w:rPr>
              <w:t>DC_20A_n41A</w:t>
            </w:r>
          </w:p>
          <w:p w14:paraId="3A781D87" w14:textId="77777777" w:rsidR="00F044BB" w:rsidRDefault="00F044BB" w:rsidP="00AC3FE8">
            <w:pPr>
              <w:pStyle w:val="TAC"/>
              <w:rPr>
                <w:rFonts w:cs="Arial"/>
                <w:szCs w:val="22"/>
                <w:lang w:eastAsia="zh-CN"/>
              </w:rPr>
            </w:pPr>
            <w:r>
              <w:rPr>
                <w:rFonts w:cs="Arial"/>
                <w:szCs w:val="22"/>
              </w:rPr>
              <w:t>DC_20A_n78A</w:t>
            </w:r>
          </w:p>
        </w:tc>
      </w:tr>
      <w:tr w:rsidR="00F044BB" w14:paraId="2D4F302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84A341F" w14:textId="77777777" w:rsidR="00F044BB" w:rsidRDefault="00F044BB" w:rsidP="00AC3FE8">
            <w:pPr>
              <w:pStyle w:val="TAC"/>
              <w:rPr>
                <w:rFonts w:cs="Arial"/>
                <w:kern w:val="2"/>
                <w:szCs w:val="24"/>
                <w:lang w:eastAsia="ja-JP"/>
              </w:rPr>
            </w:pPr>
            <w:r>
              <w:rPr>
                <w:rFonts w:cs="Arial"/>
                <w:kern w:val="2"/>
                <w:szCs w:val="24"/>
                <w:lang w:eastAsia="ja-JP"/>
              </w:rPr>
              <w:t>DC_3A-20A_SUL_n78A-n80A</w:t>
            </w:r>
          </w:p>
          <w:p w14:paraId="71BE4161" w14:textId="77777777" w:rsidR="00F044BB" w:rsidRDefault="00F044BB" w:rsidP="00AC3FE8">
            <w:pPr>
              <w:pStyle w:val="TAC"/>
              <w:rPr>
                <w:rFonts w:eastAsia="Malgun Gothic"/>
                <w:lang w:eastAsia="ko-KR"/>
              </w:rPr>
            </w:pPr>
            <w:r>
              <w:rPr>
                <w:rFonts w:cs="Arial"/>
                <w:kern w:val="2"/>
                <w:szCs w:val="24"/>
                <w:lang w:eastAsia="ja-JP"/>
              </w:rPr>
              <w:t>DC_3C-20A_SUL_n78A-n80A</w:t>
            </w:r>
          </w:p>
        </w:tc>
        <w:tc>
          <w:tcPr>
            <w:tcW w:w="3514" w:type="dxa"/>
            <w:tcBorders>
              <w:top w:val="single" w:sz="4" w:space="0" w:color="auto"/>
              <w:left w:val="single" w:sz="4" w:space="0" w:color="auto"/>
              <w:bottom w:val="single" w:sz="4" w:space="0" w:color="auto"/>
              <w:right w:val="single" w:sz="4" w:space="0" w:color="auto"/>
            </w:tcBorders>
            <w:hideMark/>
          </w:tcPr>
          <w:p w14:paraId="2ADF2851" w14:textId="77777777" w:rsidR="00F044BB" w:rsidRDefault="00F044BB" w:rsidP="00AC3FE8">
            <w:pPr>
              <w:pStyle w:val="TAC"/>
              <w:rPr>
                <w:rFonts w:cs="Arial"/>
                <w:szCs w:val="18"/>
              </w:rPr>
            </w:pPr>
            <w:r>
              <w:rPr>
                <w:rFonts w:cs="Arial"/>
                <w:szCs w:val="18"/>
              </w:rPr>
              <w:t>DC_3A_n78A</w:t>
            </w:r>
          </w:p>
          <w:p w14:paraId="4E1A6B7D" w14:textId="77777777" w:rsidR="00F044BB" w:rsidRDefault="00F044BB" w:rsidP="00AC3FE8">
            <w:pPr>
              <w:pStyle w:val="TAC"/>
              <w:rPr>
                <w:rFonts w:cs="Arial"/>
                <w:szCs w:val="18"/>
              </w:rPr>
            </w:pPr>
            <w:r>
              <w:rPr>
                <w:rFonts w:cs="Arial"/>
                <w:szCs w:val="18"/>
              </w:rPr>
              <w:t>DC_3A_n80A_ULSUP-TDM_n78A</w:t>
            </w:r>
          </w:p>
          <w:p w14:paraId="669A7FDC" w14:textId="77777777" w:rsidR="00F044BB" w:rsidRDefault="00F044BB" w:rsidP="00AC3FE8">
            <w:pPr>
              <w:pStyle w:val="TAC"/>
              <w:rPr>
                <w:rFonts w:cs="Arial"/>
                <w:szCs w:val="18"/>
              </w:rPr>
            </w:pPr>
            <w:r>
              <w:rPr>
                <w:rFonts w:cs="Arial"/>
                <w:szCs w:val="18"/>
              </w:rPr>
              <w:t>DC_20A_n78A</w:t>
            </w:r>
          </w:p>
          <w:p w14:paraId="502818E0" w14:textId="77777777" w:rsidR="00F044BB" w:rsidRDefault="00F044BB" w:rsidP="00AC3FE8">
            <w:pPr>
              <w:pStyle w:val="TAC"/>
              <w:rPr>
                <w:rFonts w:eastAsia="Malgun Gothic"/>
                <w:lang w:eastAsia="ko-KR"/>
              </w:rPr>
            </w:pPr>
            <w:r>
              <w:rPr>
                <w:rFonts w:cs="Arial"/>
                <w:szCs w:val="18"/>
              </w:rPr>
              <w:t>DC_20A_n80A</w:t>
            </w:r>
          </w:p>
        </w:tc>
      </w:tr>
      <w:tr w:rsidR="00F044BB" w14:paraId="31D15CC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1F81047" w14:textId="481A737E" w:rsidR="00F044BB" w:rsidRDefault="00F044BB" w:rsidP="00AC3FE8">
            <w:pPr>
              <w:pStyle w:val="TAC"/>
            </w:pPr>
            <w:r>
              <w:rPr>
                <w:lang w:eastAsia="ja-JP"/>
              </w:rPr>
              <w:t>DC</w:t>
            </w:r>
            <w:r>
              <w:t>_</w:t>
            </w:r>
            <w:r>
              <w:rPr>
                <w:lang w:eastAsia="ja-JP"/>
              </w:rPr>
              <w:t>3A-21A-42A_n77</w:t>
            </w:r>
            <w:r>
              <w:t>A</w:t>
            </w:r>
            <w:r>
              <w:rPr>
                <w:vertAlign w:val="superscript"/>
                <w:lang w:eastAsia="ja-JP"/>
              </w:rPr>
              <w:t>67</w:t>
            </w:r>
          </w:p>
          <w:p w14:paraId="34955D25"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3A-21A-42A_n77C</w:t>
            </w:r>
            <w:r>
              <w:rPr>
                <w:vertAlign w:val="superscript"/>
                <w:lang w:eastAsia="ja-JP"/>
              </w:rPr>
              <w:t>6,7</w:t>
            </w:r>
          </w:p>
          <w:p w14:paraId="612316C0" w14:textId="77777777" w:rsidR="00F044BB" w:rsidRDefault="00F044BB" w:rsidP="00AC3FE8">
            <w:pPr>
              <w:pStyle w:val="TAC"/>
            </w:pPr>
            <w:r>
              <w:rPr>
                <w:lang w:eastAsia="ja-JP"/>
              </w:rPr>
              <w:t>DC</w:t>
            </w:r>
            <w:r>
              <w:t>_</w:t>
            </w:r>
            <w:r>
              <w:rPr>
                <w:lang w:eastAsia="ja-JP"/>
              </w:rPr>
              <w:t>3A-21A-42C_n77</w:t>
            </w:r>
            <w:r>
              <w:t>A</w:t>
            </w:r>
            <w:r>
              <w:rPr>
                <w:vertAlign w:val="superscript"/>
                <w:lang w:eastAsia="ja-JP"/>
              </w:rPr>
              <w:t>6,7</w:t>
            </w:r>
          </w:p>
          <w:p w14:paraId="1A2CBA70"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3A-21A-42C_n77C</w:t>
            </w:r>
            <w:r>
              <w:rPr>
                <w:vertAlign w:val="superscript"/>
                <w:lang w:eastAsia="ja-JP"/>
              </w:rPr>
              <w:t>6,7</w:t>
            </w:r>
          </w:p>
          <w:p w14:paraId="40F929BD"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3A-21A-42D_n77A</w:t>
            </w:r>
            <w:r>
              <w:rPr>
                <w:vertAlign w:val="superscript"/>
                <w:lang w:eastAsia="ja-JP"/>
              </w:rPr>
              <w:t>6,7</w:t>
            </w:r>
          </w:p>
          <w:p w14:paraId="31C30357" w14:textId="77777777" w:rsidR="00F044BB" w:rsidRDefault="00F044BB" w:rsidP="00AC3FE8">
            <w:pPr>
              <w:pStyle w:val="TAC"/>
              <w:rPr>
                <w:rFonts w:eastAsia="Malgun Gothic"/>
                <w:lang w:eastAsia="ko-KR"/>
              </w:rPr>
            </w:pPr>
            <w:r>
              <w:rPr>
                <w:rFonts w:cs="Arial"/>
                <w:lang w:eastAsia="ja-JP"/>
              </w:rPr>
              <w:t>DC</w:t>
            </w:r>
            <w:r>
              <w:rPr>
                <w:rFonts w:cs="Arial"/>
              </w:rPr>
              <w:t>_</w:t>
            </w:r>
            <w:r>
              <w:rPr>
                <w:rFonts w:cs="Arial"/>
                <w:lang w:eastAsia="ja-JP"/>
              </w:rPr>
              <w:t>3A-21A-42D_n77C</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2163E59E" w14:textId="77777777" w:rsidR="00F044BB" w:rsidRDefault="00F044BB" w:rsidP="00AC3FE8">
            <w:pPr>
              <w:pStyle w:val="TAC"/>
            </w:pPr>
            <w:r>
              <w:rPr>
                <w:lang w:eastAsia="ja-JP"/>
              </w:rPr>
              <w:t>DC</w:t>
            </w:r>
            <w:r>
              <w:t>_</w:t>
            </w:r>
            <w:r>
              <w:rPr>
                <w:lang w:eastAsia="ja-JP"/>
              </w:rPr>
              <w:t>3A_n77</w:t>
            </w:r>
            <w:r>
              <w:t>A</w:t>
            </w:r>
          </w:p>
          <w:p w14:paraId="106C9D0B" w14:textId="77777777" w:rsidR="00F044BB" w:rsidRDefault="00F044BB" w:rsidP="00AC3FE8">
            <w:pPr>
              <w:pStyle w:val="TAC"/>
              <w:rPr>
                <w:rFonts w:eastAsia="Malgun Gothic"/>
                <w:lang w:eastAsia="ko-KR"/>
              </w:rPr>
            </w:pPr>
            <w:r>
              <w:rPr>
                <w:lang w:eastAsia="ja-JP"/>
              </w:rPr>
              <w:t>DC</w:t>
            </w:r>
            <w:r>
              <w:t>_</w:t>
            </w:r>
            <w:r>
              <w:rPr>
                <w:lang w:eastAsia="ja-JP"/>
              </w:rPr>
              <w:t>21A_n77</w:t>
            </w:r>
            <w:r>
              <w:t>A</w:t>
            </w:r>
          </w:p>
        </w:tc>
      </w:tr>
      <w:tr w:rsidR="00F044BB" w14:paraId="3C1E2E0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7E11775" w14:textId="77777777" w:rsidR="00F044BB" w:rsidRDefault="00F044BB" w:rsidP="00AC3FE8">
            <w:pPr>
              <w:pStyle w:val="TAC"/>
            </w:pPr>
            <w:r>
              <w:rPr>
                <w:lang w:eastAsia="ja-JP"/>
              </w:rPr>
              <w:t>DC</w:t>
            </w:r>
            <w:r>
              <w:t>_</w:t>
            </w:r>
            <w:r>
              <w:rPr>
                <w:lang w:eastAsia="ja-JP"/>
              </w:rPr>
              <w:t>3A-21A-42A_n78</w:t>
            </w:r>
            <w:r>
              <w:t>A</w:t>
            </w:r>
            <w:r>
              <w:rPr>
                <w:vertAlign w:val="superscript"/>
                <w:lang w:eastAsia="ja-JP"/>
              </w:rPr>
              <w:t>6,7</w:t>
            </w:r>
          </w:p>
          <w:p w14:paraId="214DC331"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3A-21A-42A_n78C</w:t>
            </w:r>
            <w:r>
              <w:rPr>
                <w:vertAlign w:val="superscript"/>
                <w:lang w:eastAsia="ja-JP"/>
              </w:rPr>
              <w:t>6,7</w:t>
            </w:r>
          </w:p>
          <w:p w14:paraId="3F45E08E" w14:textId="77777777" w:rsidR="00F044BB" w:rsidRDefault="00F044BB" w:rsidP="00AC3FE8">
            <w:pPr>
              <w:pStyle w:val="TAC"/>
            </w:pPr>
            <w:r>
              <w:rPr>
                <w:lang w:eastAsia="ja-JP"/>
              </w:rPr>
              <w:t>DC</w:t>
            </w:r>
            <w:r>
              <w:t>_</w:t>
            </w:r>
            <w:r>
              <w:rPr>
                <w:lang w:eastAsia="ja-JP"/>
              </w:rPr>
              <w:t>3A-21A-42C_n78</w:t>
            </w:r>
            <w:r>
              <w:t>A</w:t>
            </w:r>
            <w:r>
              <w:rPr>
                <w:vertAlign w:val="superscript"/>
                <w:lang w:eastAsia="ja-JP"/>
              </w:rPr>
              <w:t>6,7</w:t>
            </w:r>
          </w:p>
          <w:p w14:paraId="76C47270"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3A-21A-42C_n78C</w:t>
            </w:r>
            <w:r>
              <w:rPr>
                <w:vertAlign w:val="superscript"/>
                <w:lang w:eastAsia="ja-JP"/>
              </w:rPr>
              <w:t>6,7</w:t>
            </w:r>
          </w:p>
          <w:p w14:paraId="69671E22"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3A-21A-42D_n78A</w:t>
            </w:r>
            <w:r>
              <w:rPr>
                <w:vertAlign w:val="superscript"/>
                <w:lang w:eastAsia="ja-JP"/>
              </w:rPr>
              <w:t>6,7</w:t>
            </w:r>
          </w:p>
          <w:p w14:paraId="33FBEA79" w14:textId="77777777" w:rsidR="00F044BB" w:rsidRDefault="00F044BB" w:rsidP="00AC3FE8">
            <w:pPr>
              <w:pStyle w:val="TAC"/>
              <w:rPr>
                <w:rFonts w:eastAsia="Malgun Gothic"/>
                <w:lang w:eastAsia="ko-KR"/>
              </w:rPr>
            </w:pPr>
            <w:r>
              <w:rPr>
                <w:rFonts w:cs="Arial"/>
                <w:lang w:eastAsia="ja-JP"/>
              </w:rPr>
              <w:t>DC</w:t>
            </w:r>
            <w:r>
              <w:rPr>
                <w:rFonts w:cs="Arial"/>
              </w:rPr>
              <w:t>_</w:t>
            </w:r>
            <w:r>
              <w:rPr>
                <w:rFonts w:cs="Arial"/>
                <w:lang w:eastAsia="ja-JP"/>
              </w:rPr>
              <w:t>3A-21A-42D_n78C</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625F01EA" w14:textId="77777777" w:rsidR="00F044BB" w:rsidRDefault="00F044BB" w:rsidP="00AC3FE8">
            <w:pPr>
              <w:pStyle w:val="TAC"/>
            </w:pPr>
            <w:r>
              <w:rPr>
                <w:lang w:eastAsia="ja-JP"/>
              </w:rPr>
              <w:t>DC</w:t>
            </w:r>
            <w:r>
              <w:t>_</w:t>
            </w:r>
            <w:r>
              <w:rPr>
                <w:lang w:eastAsia="ja-JP"/>
              </w:rPr>
              <w:t>3A_n78</w:t>
            </w:r>
            <w:r>
              <w:t>A</w:t>
            </w:r>
          </w:p>
          <w:p w14:paraId="71D965AA" w14:textId="77777777" w:rsidR="00F044BB" w:rsidRDefault="00F044BB" w:rsidP="00AC3FE8">
            <w:pPr>
              <w:pStyle w:val="TAC"/>
              <w:rPr>
                <w:rFonts w:eastAsia="Malgun Gothic"/>
                <w:lang w:eastAsia="ko-KR"/>
              </w:rPr>
            </w:pPr>
            <w:r>
              <w:rPr>
                <w:lang w:eastAsia="ja-JP"/>
              </w:rPr>
              <w:t>DC</w:t>
            </w:r>
            <w:r>
              <w:t>_</w:t>
            </w:r>
            <w:r>
              <w:rPr>
                <w:lang w:eastAsia="ja-JP"/>
              </w:rPr>
              <w:t>21A_n78</w:t>
            </w:r>
            <w:r>
              <w:t>A</w:t>
            </w:r>
          </w:p>
        </w:tc>
      </w:tr>
      <w:tr w:rsidR="00F044BB" w14:paraId="7DCA9E9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CD8CBBC" w14:textId="77777777" w:rsidR="00F044BB" w:rsidRDefault="00F044BB" w:rsidP="00AC3FE8">
            <w:pPr>
              <w:pStyle w:val="TAC"/>
            </w:pPr>
            <w:r>
              <w:rPr>
                <w:lang w:eastAsia="ja-JP"/>
              </w:rPr>
              <w:t>DC</w:t>
            </w:r>
            <w:r>
              <w:t>_</w:t>
            </w:r>
            <w:r>
              <w:rPr>
                <w:lang w:eastAsia="ja-JP"/>
              </w:rPr>
              <w:t>3A-21A-42A_n79</w:t>
            </w:r>
            <w:r>
              <w:t>A</w:t>
            </w:r>
          </w:p>
          <w:p w14:paraId="540CDB8A"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3A-21A-42A_n79C</w:t>
            </w:r>
          </w:p>
          <w:p w14:paraId="0C4F1ADF" w14:textId="77777777" w:rsidR="00F044BB" w:rsidRDefault="00F044BB" w:rsidP="00AC3FE8">
            <w:pPr>
              <w:pStyle w:val="TAC"/>
            </w:pPr>
            <w:r>
              <w:rPr>
                <w:lang w:eastAsia="ja-JP"/>
              </w:rPr>
              <w:t>DC</w:t>
            </w:r>
            <w:r>
              <w:t>_</w:t>
            </w:r>
            <w:r>
              <w:rPr>
                <w:lang w:eastAsia="ja-JP"/>
              </w:rPr>
              <w:t>3A-21A-42C_n79</w:t>
            </w:r>
            <w:r>
              <w:t>A</w:t>
            </w:r>
          </w:p>
          <w:p w14:paraId="51C69967"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3A-21A-42C_n79C</w:t>
            </w:r>
          </w:p>
          <w:p w14:paraId="4AF7EDB1"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3A-21A-42D_n79A</w:t>
            </w:r>
          </w:p>
          <w:p w14:paraId="24668102" w14:textId="77777777" w:rsidR="00F044BB" w:rsidRDefault="00F044BB" w:rsidP="00AC3FE8">
            <w:pPr>
              <w:pStyle w:val="TAC"/>
              <w:rPr>
                <w:rFonts w:eastAsia="Malgun Gothic"/>
                <w:lang w:eastAsia="ko-KR"/>
              </w:rPr>
            </w:pPr>
            <w:r>
              <w:rPr>
                <w:rFonts w:cs="Arial"/>
                <w:lang w:eastAsia="ja-JP"/>
              </w:rPr>
              <w:t>DC</w:t>
            </w:r>
            <w:r>
              <w:rPr>
                <w:rFonts w:cs="Arial"/>
              </w:rPr>
              <w:t>_</w:t>
            </w:r>
            <w:r>
              <w:rPr>
                <w:rFonts w:cs="Arial"/>
                <w:lang w:eastAsia="ja-JP"/>
              </w:rPr>
              <w:t>3A-21A-42D_n79C</w:t>
            </w:r>
          </w:p>
        </w:tc>
        <w:tc>
          <w:tcPr>
            <w:tcW w:w="3514" w:type="dxa"/>
            <w:tcBorders>
              <w:top w:val="single" w:sz="4" w:space="0" w:color="auto"/>
              <w:left w:val="single" w:sz="4" w:space="0" w:color="auto"/>
              <w:bottom w:val="single" w:sz="4" w:space="0" w:color="auto"/>
              <w:right w:val="single" w:sz="4" w:space="0" w:color="auto"/>
            </w:tcBorders>
            <w:hideMark/>
          </w:tcPr>
          <w:p w14:paraId="0B6FFE2D" w14:textId="77777777" w:rsidR="00F044BB" w:rsidRDefault="00F044BB" w:rsidP="00AC3FE8">
            <w:pPr>
              <w:pStyle w:val="TAC"/>
            </w:pPr>
            <w:r>
              <w:rPr>
                <w:lang w:eastAsia="ja-JP"/>
              </w:rPr>
              <w:t>DC</w:t>
            </w:r>
            <w:r>
              <w:t>_</w:t>
            </w:r>
            <w:r>
              <w:rPr>
                <w:lang w:eastAsia="ja-JP"/>
              </w:rPr>
              <w:t>3A_n79</w:t>
            </w:r>
            <w:r>
              <w:t>A</w:t>
            </w:r>
          </w:p>
          <w:p w14:paraId="6276ACA8" w14:textId="77777777" w:rsidR="00F044BB" w:rsidRDefault="00F044BB" w:rsidP="00AC3FE8">
            <w:pPr>
              <w:pStyle w:val="TAC"/>
              <w:rPr>
                <w:rFonts w:eastAsia="Malgun Gothic"/>
                <w:lang w:eastAsia="ko-KR"/>
              </w:rPr>
            </w:pPr>
            <w:r>
              <w:rPr>
                <w:lang w:eastAsia="ja-JP"/>
              </w:rPr>
              <w:t>DC</w:t>
            </w:r>
            <w:r>
              <w:t>_</w:t>
            </w:r>
            <w:r>
              <w:rPr>
                <w:lang w:eastAsia="ja-JP"/>
              </w:rPr>
              <w:t>21A_n79</w:t>
            </w:r>
            <w:r>
              <w:t>A</w:t>
            </w:r>
          </w:p>
        </w:tc>
      </w:tr>
      <w:tr w:rsidR="00F044BB" w14:paraId="71548CF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13306D5" w14:textId="77777777" w:rsidR="00F044BB" w:rsidRDefault="00F044BB" w:rsidP="00AC3FE8">
            <w:pPr>
              <w:pStyle w:val="TAC"/>
              <w:rPr>
                <w:lang w:eastAsia="ja-JP"/>
              </w:rPr>
            </w:pPr>
            <w:r>
              <w:rPr>
                <w:rFonts w:cs="Arial"/>
                <w:lang w:eastAsia="ko-KR"/>
              </w:rPr>
              <w:t>DC_3A-21A_n77A-n79A</w:t>
            </w:r>
          </w:p>
        </w:tc>
        <w:tc>
          <w:tcPr>
            <w:tcW w:w="3514" w:type="dxa"/>
            <w:tcBorders>
              <w:top w:val="single" w:sz="4" w:space="0" w:color="auto"/>
              <w:left w:val="single" w:sz="4" w:space="0" w:color="auto"/>
              <w:bottom w:val="single" w:sz="4" w:space="0" w:color="auto"/>
              <w:right w:val="single" w:sz="4" w:space="0" w:color="auto"/>
            </w:tcBorders>
            <w:hideMark/>
          </w:tcPr>
          <w:p w14:paraId="7D99FC81" w14:textId="77777777" w:rsidR="00F044BB" w:rsidRDefault="00F044BB" w:rsidP="00AC3FE8">
            <w:pPr>
              <w:pStyle w:val="TAC"/>
              <w:rPr>
                <w:lang w:eastAsia="ko-KR"/>
              </w:rPr>
            </w:pPr>
            <w:r>
              <w:rPr>
                <w:lang w:eastAsia="ko-KR"/>
              </w:rPr>
              <w:t>DC_3A_n77A</w:t>
            </w:r>
          </w:p>
          <w:p w14:paraId="1778ECFB" w14:textId="77777777" w:rsidR="00F044BB" w:rsidRDefault="00F044BB" w:rsidP="00AC3FE8">
            <w:pPr>
              <w:pStyle w:val="TAC"/>
              <w:rPr>
                <w:lang w:eastAsia="ko-KR"/>
              </w:rPr>
            </w:pPr>
            <w:r>
              <w:rPr>
                <w:lang w:eastAsia="ko-KR"/>
              </w:rPr>
              <w:t>DC_3A_n79A</w:t>
            </w:r>
          </w:p>
          <w:p w14:paraId="15282670" w14:textId="77777777" w:rsidR="00F044BB" w:rsidRDefault="00F044BB" w:rsidP="00AC3FE8">
            <w:pPr>
              <w:pStyle w:val="TAC"/>
              <w:rPr>
                <w:lang w:eastAsia="ko-KR"/>
              </w:rPr>
            </w:pPr>
            <w:r>
              <w:rPr>
                <w:lang w:eastAsia="ko-KR"/>
              </w:rPr>
              <w:t>DC_21A_n77A</w:t>
            </w:r>
          </w:p>
          <w:p w14:paraId="40575494" w14:textId="77777777" w:rsidR="00F044BB" w:rsidRDefault="00F044BB" w:rsidP="00AC3FE8">
            <w:pPr>
              <w:pStyle w:val="TAC"/>
              <w:rPr>
                <w:lang w:eastAsia="ja-JP"/>
              </w:rPr>
            </w:pPr>
            <w:r>
              <w:rPr>
                <w:lang w:eastAsia="ko-KR"/>
              </w:rPr>
              <w:t>DC_21A_n79A</w:t>
            </w:r>
          </w:p>
        </w:tc>
      </w:tr>
      <w:tr w:rsidR="00F044BB" w14:paraId="217F1D2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3B048A7" w14:textId="77777777" w:rsidR="00F044BB" w:rsidRDefault="00F044BB" w:rsidP="00AC3FE8">
            <w:pPr>
              <w:pStyle w:val="TAC"/>
              <w:rPr>
                <w:lang w:eastAsia="ja-JP"/>
              </w:rPr>
            </w:pPr>
            <w:r>
              <w:rPr>
                <w:rFonts w:cs="Arial"/>
                <w:lang w:eastAsia="ko-KR"/>
              </w:rPr>
              <w:t>DC_3A-21A_n78A-n79A</w:t>
            </w:r>
          </w:p>
        </w:tc>
        <w:tc>
          <w:tcPr>
            <w:tcW w:w="3514" w:type="dxa"/>
            <w:tcBorders>
              <w:top w:val="single" w:sz="4" w:space="0" w:color="auto"/>
              <w:left w:val="single" w:sz="4" w:space="0" w:color="auto"/>
              <w:bottom w:val="single" w:sz="4" w:space="0" w:color="auto"/>
              <w:right w:val="single" w:sz="4" w:space="0" w:color="auto"/>
            </w:tcBorders>
            <w:hideMark/>
          </w:tcPr>
          <w:p w14:paraId="2CE00A9B" w14:textId="77777777" w:rsidR="00F044BB" w:rsidRDefault="00F044BB" w:rsidP="00AC3FE8">
            <w:pPr>
              <w:pStyle w:val="TAC"/>
              <w:rPr>
                <w:lang w:eastAsia="ko-KR"/>
              </w:rPr>
            </w:pPr>
            <w:r>
              <w:rPr>
                <w:lang w:eastAsia="ko-KR"/>
              </w:rPr>
              <w:t>DC_3A_n78A</w:t>
            </w:r>
          </w:p>
          <w:p w14:paraId="2A03B147" w14:textId="77777777" w:rsidR="00F044BB" w:rsidRDefault="00F044BB" w:rsidP="00AC3FE8">
            <w:pPr>
              <w:pStyle w:val="TAC"/>
              <w:rPr>
                <w:lang w:eastAsia="ko-KR"/>
              </w:rPr>
            </w:pPr>
            <w:r>
              <w:rPr>
                <w:lang w:eastAsia="ko-KR"/>
              </w:rPr>
              <w:t>DC_3A_n79A</w:t>
            </w:r>
          </w:p>
          <w:p w14:paraId="6AB4C9E1" w14:textId="77777777" w:rsidR="00F044BB" w:rsidRDefault="00F044BB" w:rsidP="00AC3FE8">
            <w:pPr>
              <w:pStyle w:val="TAC"/>
              <w:rPr>
                <w:lang w:eastAsia="ko-KR"/>
              </w:rPr>
            </w:pPr>
            <w:r>
              <w:rPr>
                <w:lang w:eastAsia="ko-KR"/>
              </w:rPr>
              <w:t>DC_21A_n78A</w:t>
            </w:r>
          </w:p>
          <w:p w14:paraId="34B1BBD1" w14:textId="77777777" w:rsidR="00F044BB" w:rsidRDefault="00F044BB" w:rsidP="00AC3FE8">
            <w:pPr>
              <w:pStyle w:val="TAC"/>
              <w:rPr>
                <w:lang w:eastAsia="ja-JP"/>
              </w:rPr>
            </w:pPr>
            <w:r>
              <w:rPr>
                <w:lang w:eastAsia="ko-KR"/>
              </w:rPr>
              <w:t>DC_21A_n79A</w:t>
            </w:r>
          </w:p>
        </w:tc>
      </w:tr>
      <w:tr w:rsidR="00F044BB" w14:paraId="60992CF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48E9EBD" w14:textId="77777777" w:rsidR="00F044BB" w:rsidRDefault="00F044BB" w:rsidP="00AC3FE8">
            <w:pPr>
              <w:pStyle w:val="TAC"/>
              <w:rPr>
                <w:lang w:eastAsia="zh-CN"/>
              </w:rPr>
            </w:pPr>
            <w:r>
              <w:rPr>
                <w:lang w:eastAsia="zh-CN"/>
              </w:rPr>
              <w:t>DC_3A-28A_n5A-n78A</w:t>
            </w:r>
            <w:r>
              <w:rPr>
                <w:vertAlign w:val="superscript"/>
                <w:lang w:eastAsia="fi-FI"/>
              </w:rPr>
              <w:t>2</w:t>
            </w:r>
          </w:p>
          <w:p w14:paraId="0E6C8145" w14:textId="77777777" w:rsidR="00F044BB" w:rsidRDefault="00F044BB" w:rsidP="00AC3FE8">
            <w:pPr>
              <w:pStyle w:val="TAC"/>
              <w:rPr>
                <w:lang w:eastAsia="ko-KR"/>
              </w:rPr>
            </w:pPr>
            <w:r>
              <w:rPr>
                <w:lang w:eastAsia="zh-CN"/>
              </w:rPr>
              <w:t>DC_3C-28A_n5A-n78A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73A7E7EA" w14:textId="77777777" w:rsidR="00F044BB" w:rsidRDefault="00F044BB" w:rsidP="00AC3FE8">
            <w:pPr>
              <w:pStyle w:val="TAC"/>
              <w:rPr>
                <w:lang w:eastAsia="zh-CN"/>
              </w:rPr>
            </w:pPr>
            <w:r>
              <w:rPr>
                <w:lang w:eastAsia="zh-CN"/>
              </w:rPr>
              <w:t>DC_3A_n5A</w:t>
            </w:r>
          </w:p>
          <w:p w14:paraId="0B78F086" w14:textId="77777777" w:rsidR="00F044BB" w:rsidRDefault="00F044BB" w:rsidP="00AC3FE8">
            <w:pPr>
              <w:pStyle w:val="TAC"/>
              <w:rPr>
                <w:lang w:eastAsia="zh-CN"/>
              </w:rPr>
            </w:pPr>
            <w:r>
              <w:rPr>
                <w:lang w:eastAsia="zh-CN"/>
              </w:rPr>
              <w:t>DC_3C_n5A</w:t>
            </w:r>
          </w:p>
          <w:p w14:paraId="39B0098A" w14:textId="77777777" w:rsidR="00F044BB" w:rsidRDefault="00F044BB" w:rsidP="00AC3FE8">
            <w:pPr>
              <w:pStyle w:val="TAC"/>
              <w:rPr>
                <w:lang w:eastAsia="zh-CN"/>
              </w:rPr>
            </w:pPr>
            <w:r>
              <w:rPr>
                <w:lang w:eastAsia="zh-CN"/>
              </w:rPr>
              <w:t>DC_3A_n78A</w:t>
            </w:r>
          </w:p>
          <w:p w14:paraId="316ACA33" w14:textId="77777777" w:rsidR="00F044BB" w:rsidRDefault="00F044BB" w:rsidP="00AC3FE8">
            <w:pPr>
              <w:pStyle w:val="TAC"/>
              <w:rPr>
                <w:lang w:eastAsia="zh-CN"/>
              </w:rPr>
            </w:pPr>
            <w:r>
              <w:rPr>
                <w:lang w:eastAsia="zh-CN"/>
              </w:rPr>
              <w:t>DC_3C_n78A</w:t>
            </w:r>
          </w:p>
          <w:p w14:paraId="68DBE2E9" w14:textId="77777777" w:rsidR="00F044BB" w:rsidRDefault="00F044BB" w:rsidP="00AC3FE8">
            <w:pPr>
              <w:pStyle w:val="TAC"/>
              <w:rPr>
                <w:lang w:eastAsia="zh-CN"/>
              </w:rPr>
            </w:pPr>
            <w:r>
              <w:rPr>
                <w:lang w:eastAsia="zh-CN"/>
              </w:rPr>
              <w:t>DC_28A_n5A</w:t>
            </w:r>
          </w:p>
          <w:p w14:paraId="569D036C" w14:textId="77777777" w:rsidR="00F044BB" w:rsidRDefault="00F044BB" w:rsidP="00AC3FE8">
            <w:pPr>
              <w:pStyle w:val="TAC"/>
              <w:rPr>
                <w:lang w:eastAsia="ko-KR"/>
              </w:rPr>
            </w:pPr>
            <w:r>
              <w:rPr>
                <w:lang w:eastAsia="zh-CN"/>
              </w:rPr>
              <w:t>DC_28A_n78A</w:t>
            </w:r>
          </w:p>
        </w:tc>
      </w:tr>
      <w:tr w:rsidR="00F044BB" w14:paraId="110EB24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F5EB454" w14:textId="77777777" w:rsidR="00F044BB" w:rsidRDefault="00F044BB" w:rsidP="00AC3FE8">
            <w:pPr>
              <w:pStyle w:val="TAC"/>
              <w:rPr>
                <w:rFonts w:eastAsia="Malgun Gothic" w:cs="Arial"/>
                <w:szCs w:val="16"/>
                <w:lang w:eastAsia="ko-KR"/>
              </w:rPr>
            </w:pPr>
            <w:r>
              <w:rPr>
                <w:rFonts w:eastAsia="Malgun Gothic" w:cs="Arial"/>
                <w:szCs w:val="16"/>
                <w:lang w:eastAsia="ko-KR"/>
              </w:rPr>
              <w:lastRenderedPageBreak/>
              <w:t>DC_3A-28A_n7A-n78A</w:t>
            </w:r>
          </w:p>
          <w:p w14:paraId="1F38E7FD" w14:textId="77777777" w:rsidR="00F044BB" w:rsidRDefault="00F044BB" w:rsidP="00AC3FE8">
            <w:pPr>
              <w:pStyle w:val="TAC"/>
              <w:rPr>
                <w:lang w:eastAsia="zh-CN"/>
              </w:rPr>
            </w:pPr>
            <w:r>
              <w:rPr>
                <w:rFonts w:eastAsia="Malgun Gothic" w:cs="Arial"/>
                <w:szCs w:val="16"/>
                <w:lang w:eastAsia="ko-KR"/>
              </w:rPr>
              <w:t>DC_3A-3A-28A_n7A-n78A</w:t>
            </w:r>
          </w:p>
        </w:tc>
        <w:tc>
          <w:tcPr>
            <w:tcW w:w="3514" w:type="dxa"/>
            <w:tcBorders>
              <w:top w:val="single" w:sz="4" w:space="0" w:color="auto"/>
              <w:left w:val="single" w:sz="4" w:space="0" w:color="auto"/>
              <w:bottom w:val="single" w:sz="4" w:space="0" w:color="auto"/>
              <w:right w:val="single" w:sz="4" w:space="0" w:color="auto"/>
            </w:tcBorders>
            <w:hideMark/>
          </w:tcPr>
          <w:p w14:paraId="652896EC" w14:textId="77777777" w:rsidR="00F044BB" w:rsidRDefault="00F044BB" w:rsidP="00AC3FE8">
            <w:pPr>
              <w:pStyle w:val="TAC"/>
              <w:rPr>
                <w:rFonts w:cs="Arial"/>
                <w:szCs w:val="16"/>
                <w:lang w:eastAsia="zh-CN"/>
              </w:rPr>
            </w:pPr>
            <w:r>
              <w:rPr>
                <w:rFonts w:cs="Arial"/>
                <w:szCs w:val="16"/>
                <w:lang w:eastAsia="zh-CN"/>
              </w:rPr>
              <w:t>DC_3A_n7A</w:t>
            </w:r>
          </w:p>
          <w:p w14:paraId="6132B68C" w14:textId="77777777" w:rsidR="00F044BB" w:rsidRDefault="00F044BB" w:rsidP="00AC3FE8">
            <w:pPr>
              <w:pStyle w:val="TAC"/>
              <w:rPr>
                <w:rFonts w:cs="Arial"/>
                <w:szCs w:val="16"/>
                <w:lang w:eastAsia="zh-CN"/>
              </w:rPr>
            </w:pPr>
            <w:r>
              <w:rPr>
                <w:rFonts w:cs="Arial"/>
                <w:szCs w:val="16"/>
                <w:lang w:eastAsia="zh-CN"/>
              </w:rPr>
              <w:t>DC_28A_n7A</w:t>
            </w:r>
          </w:p>
          <w:p w14:paraId="7191F864" w14:textId="77777777" w:rsidR="00F044BB" w:rsidRDefault="00F044BB" w:rsidP="00AC3FE8">
            <w:pPr>
              <w:pStyle w:val="TAC"/>
              <w:rPr>
                <w:rFonts w:cs="Arial"/>
                <w:szCs w:val="16"/>
                <w:lang w:eastAsia="zh-CN"/>
              </w:rPr>
            </w:pPr>
            <w:r>
              <w:rPr>
                <w:rFonts w:cs="Arial"/>
                <w:szCs w:val="16"/>
                <w:lang w:eastAsia="zh-CN"/>
              </w:rPr>
              <w:t>DC_3A_n78A</w:t>
            </w:r>
          </w:p>
          <w:p w14:paraId="07F304E0" w14:textId="77777777" w:rsidR="00F044BB" w:rsidRDefault="00F044BB" w:rsidP="00AC3FE8">
            <w:pPr>
              <w:pStyle w:val="TAC"/>
              <w:rPr>
                <w:lang w:eastAsia="zh-CN"/>
              </w:rPr>
            </w:pPr>
            <w:r>
              <w:rPr>
                <w:rFonts w:cs="Arial"/>
                <w:szCs w:val="16"/>
                <w:lang w:eastAsia="zh-CN"/>
              </w:rPr>
              <w:t>DC_28A_n78A</w:t>
            </w:r>
          </w:p>
        </w:tc>
      </w:tr>
      <w:tr w:rsidR="00F044BB" w14:paraId="082C49A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BD9603F" w14:textId="77777777" w:rsidR="00F044BB" w:rsidRDefault="00F044BB" w:rsidP="00AC3FE8">
            <w:pPr>
              <w:pStyle w:val="TAC"/>
              <w:rPr>
                <w:rFonts w:eastAsia="Malgun Gothic" w:cs="Arial"/>
                <w:szCs w:val="16"/>
                <w:lang w:eastAsia="ko-KR"/>
              </w:rPr>
            </w:pPr>
            <w:r>
              <w:rPr>
                <w:rFonts w:eastAsia="Malgun Gothic" w:cs="Arial"/>
                <w:szCs w:val="16"/>
                <w:lang w:eastAsia="ko-KR"/>
              </w:rPr>
              <w:t>DC_3A-28A_n7B-n78A</w:t>
            </w:r>
          </w:p>
          <w:p w14:paraId="5D4E3BA8" w14:textId="77777777" w:rsidR="00F044BB" w:rsidRDefault="00F044BB" w:rsidP="00AC3FE8">
            <w:pPr>
              <w:pStyle w:val="TAC"/>
              <w:rPr>
                <w:rFonts w:eastAsia="Malgun Gothic" w:cs="Arial"/>
                <w:szCs w:val="16"/>
                <w:lang w:eastAsia="ko-KR"/>
              </w:rPr>
            </w:pPr>
            <w:r>
              <w:rPr>
                <w:rFonts w:eastAsia="Malgun Gothic" w:cs="Arial"/>
                <w:szCs w:val="16"/>
                <w:lang w:eastAsia="ko-KR"/>
              </w:rPr>
              <w:t>DC_3A-3A-28A_n7B-n78A</w:t>
            </w:r>
          </w:p>
        </w:tc>
        <w:tc>
          <w:tcPr>
            <w:tcW w:w="3514" w:type="dxa"/>
            <w:tcBorders>
              <w:top w:val="single" w:sz="4" w:space="0" w:color="auto"/>
              <w:left w:val="single" w:sz="4" w:space="0" w:color="auto"/>
              <w:bottom w:val="single" w:sz="4" w:space="0" w:color="auto"/>
              <w:right w:val="single" w:sz="4" w:space="0" w:color="auto"/>
            </w:tcBorders>
            <w:hideMark/>
          </w:tcPr>
          <w:p w14:paraId="1D539618" w14:textId="77777777" w:rsidR="00F044BB" w:rsidRDefault="00F044BB" w:rsidP="00AC3FE8">
            <w:pPr>
              <w:pStyle w:val="TAC"/>
              <w:rPr>
                <w:rFonts w:cs="Arial"/>
                <w:szCs w:val="16"/>
                <w:lang w:eastAsia="zh-CN"/>
              </w:rPr>
            </w:pPr>
            <w:r>
              <w:rPr>
                <w:rFonts w:cs="Arial"/>
                <w:szCs w:val="16"/>
                <w:lang w:eastAsia="zh-CN"/>
              </w:rPr>
              <w:t>DC_3A_n7A</w:t>
            </w:r>
          </w:p>
          <w:p w14:paraId="2AB1C613" w14:textId="77777777" w:rsidR="00F044BB" w:rsidRDefault="00F044BB" w:rsidP="00AC3FE8">
            <w:pPr>
              <w:pStyle w:val="TAC"/>
              <w:rPr>
                <w:rFonts w:cs="Arial"/>
                <w:szCs w:val="16"/>
                <w:lang w:eastAsia="zh-CN"/>
              </w:rPr>
            </w:pPr>
            <w:r>
              <w:rPr>
                <w:rFonts w:cs="Arial"/>
                <w:szCs w:val="16"/>
                <w:lang w:eastAsia="zh-CN"/>
              </w:rPr>
              <w:t>DC_3A_n7B</w:t>
            </w:r>
          </w:p>
          <w:p w14:paraId="010898F4" w14:textId="77777777" w:rsidR="00F044BB" w:rsidRDefault="00F044BB" w:rsidP="00AC3FE8">
            <w:pPr>
              <w:pStyle w:val="TAC"/>
              <w:rPr>
                <w:rFonts w:cs="Arial"/>
                <w:szCs w:val="16"/>
                <w:lang w:eastAsia="zh-CN"/>
              </w:rPr>
            </w:pPr>
            <w:r>
              <w:rPr>
                <w:rFonts w:cs="Arial"/>
                <w:szCs w:val="16"/>
                <w:lang w:eastAsia="zh-CN"/>
              </w:rPr>
              <w:t>DC_28A_n7A</w:t>
            </w:r>
          </w:p>
          <w:p w14:paraId="41E07825" w14:textId="77777777" w:rsidR="00F044BB" w:rsidRDefault="00F044BB" w:rsidP="00AC3FE8">
            <w:pPr>
              <w:pStyle w:val="TAC"/>
              <w:rPr>
                <w:rFonts w:cs="Arial"/>
                <w:szCs w:val="16"/>
                <w:lang w:eastAsia="zh-CN"/>
              </w:rPr>
            </w:pPr>
            <w:r>
              <w:rPr>
                <w:rFonts w:cs="Arial"/>
                <w:szCs w:val="16"/>
                <w:lang w:eastAsia="zh-CN"/>
              </w:rPr>
              <w:t>DC_28A_n7B</w:t>
            </w:r>
          </w:p>
          <w:p w14:paraId="5B6E036D" w14:textId="77777777" w:rsidR="00F044BB" w:rsidRDefault="00F044BB" w:rsidP="00AC3FE8">
            <w:pPr>
              <w:pStyle w:val="TAC"/>
              <w:rPr>
                <w:rFonts w:cs="Arial"/>
                <w:szCs w:val="16"/>
                <w:lang w:eastAsia="zh-CN"/>
              </w:rPr>
            </w:pPr>
            <w:r>
              <w:rPr>
                <w:rFonts w:cs="Arial"/>
                <w:szCs w:val="16"/>
                <w:lang w:eastAsia="zh-CN"/>
              </w:rPr>
              <w:t>DC_3A_n78A</w:t>
            </w:r>
          </w:p>
          <w:p w14:paraId="268645B0" w14:textId="77777777" w:rsidR="00F044BB" w:rsidRDefault="00F044BB" w:rsidP="00AC3FE8">
            <w:pPr>
              <w:pStyle w:val="TAC"/>
              <w:rPr>
                <w:rFonts w:cs="Arial"/>
                <w:szCs w:val="16"/>
                <w:lang w:eastAsia="zh-CN"/>
              </w:rPr>
            </w:pPr>
            <w:r>
              <w:rPr>
                <w:rFonts w:cs="Arial"/>
                <w:szCs w:val="16"/>
                <w:lang w:eastAsia="zh-CN"/>
              </w:rPr>
              <w:t>DC_28A_n78A</w:t>
            </w:r>
          </w:p>
        </w:tc>
      </w:tr>
      <w:tr w:rsidR="00F044BB" w14:paraId="1BBB3C9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61267E8" w14:textId="77777777" w:rsidR="00F044BB" w:rsidRDefault="00F044BB" w:rsidP="00AC3FE8">
            <w:pPr>
              <w:pStyle w:val="TAC"/>
              <w:rPr>
                <w:rFonts w:eastAsia="Malgun Gothic" w:cs="Arial"/>
                <w:szCs w:val="16"/>
                <w:lang w:eastAsia="ko-KR"/>
              </w:rPr>
            </w:pPr>
            <w:r>
              <w:rPr>
                <w:rFonts w:eastAsia="Malgun Gothic" w:cs="Arial"/>
                <w:szCs w:val="16"/>
                <w:lang w:eastAsia="ko-KR"/>
              </w:rPr>
              <w:t>DC_3C-28A_n7A-n78A</w:t>
            </w:r>
          </w:p>
        </w:tc>
        <w:tc>
          <w:tcPr>
            <w:tcW w:w="3514" w:type="dxa"/>
            <w:tcBorders>
              <w:top w:val="single" w:sz="4" w:space="0" w:color="auto"/>
              <w:left w:val="single" w:sz="4" w:space="0" w:color="auto"/>
              <w:bottom w:val="single" w:sz="4" w:space="0" w:color="auto"/>
              <w:right w:val="single" w:sz="4" w:space="0" w:color="auto"/>
            </w:tcBorders>
            <w:hideMark/>
          </w:tcPr>
          <w:p w14:paraId="2B28F9C3" w14:textId="77777777" w:rsidR="00F044BB" w:rsidRDefault="00F044BB" w:rsidP="00AC3FE8">
            <w:pPr>
              <w:pStyle w:val="TAC"/>
              <w:rPr>
                <w:rFonts w:cs="Arial"/>
                <w:szCs w:val="16"/>
                <w:lang w:eastAsia="zh-CN"/>
              </w:rPr>
            </w:pPr>
            <w:r>
              <w:rPr>
                <w:rFonts w:cs="Arial"/>
                <w:szCs w:val="16"/>
                <w:lang w:eastAsia="zh-CN"/>
              </w:rPr>
              <w:t>DC_3A_n7A</w:t>
            </w:r>
          </w:p>
          <w:p w14:paraId="5E027672" w14:textId="77777777" w:rsidR="00F044BB" w:rsidRDefault="00F044BB" w:rsidP="00AC3FE8">
            <w:pPr>
              <w:pStyle w:val="TAC"/>
              <w:rPr>
                <w:rFonts w:cs="Arial"/>
                <w:szCs w:val="16"/>
                <w:lang w:eastAsia="zh-CN"/>
              </w:rPr>
            </w:pPr>
            <w:r>
              <w:rPr>
                <w:rFonts w:cs="Arial"/>
                <w:szCs w:val="16"/>
                <w:lang w:eastAsia="zh-CN"/>
              </w:rPr>
              <w:t>DC_3C_n7A</w:t>
            </w:r>
          </w:p>
          <w:p w14:paraId="1F86CDA1" w14:textId="77777777" w:rsidR="00F044BB" w:rsidRDefault="00F044BB" w:rsidP="00AC3FE8">
            <w:pPr>
              <w:pStyle w:val="TAC"/>
              <w:rPr>
                <w:rFonts w:cs="Arial"/>
                <w:szCs w:val="16"/>
                <w:lang w:eastAsia="zh-CN"/>
              </w:rPr>
            </w:pPr>
            <w:r>
              <w:rPr>
                <w:rFonts w:cs="Arial"/>
                <w:szCs w:val="16"/>
                <w:lang w:eastAsia="zh-CN"/>
              </w:rPr>
              <w:t>DC_28A_n7A</w:t>
            </w:r>
          </w:p>
          <w:p w14:paraId="118B67A4" w14:textId="77777777" w:rsidR="00F044BB" w:rsidRDefault="00F044BB" w:rsidP="00AC3FE8">
            <w:pPr>
              <w:pStyle w:val="TAC"/>
              <w:rPr>
                <w:rFonts w:cs="Arial"/>
                <w:szCs w:val="16"/>
                <w:lang w:eastAsia="zh-CN"/>
              </w:rPr>
            </w:pPr>
            <w:r>
              <w:rPr>
                <w:rFonts w:cs="Arial"/>
                <w:szCs w:val="16"/>
                <w:lang w:eastAsia="zh-CN"/>
              </w:rPr>
              <w:t>DC_3A_n78A</w:t>
            </w:r>
          </w:p>
          <w:p w14:paraId="2C13C35D" w14:textId="77777777" w:rsidR="00F044BB" w:rsidRDefault="00F044BB" w:rsidP="00AC3FE8">
            <w:pPr>
              <w:pStyle w:val="TAC"/>
              <w:rPr>
                <w:rFonts w:cs="Arial"/>
                <w:szCs w:val="16"/>
                <w:lang w:eastAsia="zh-CN"/>
              </w:rPr>
            </w:pPr>
            <w:r>
              <w:rPr>
                <w:rFonts w:cs="Arial"/>
                <w:szCs w:val="16"/>
                <w:lang w:eastAsia="zh-CN"/>
              </w:rPr>
              <w:t>DC_3C_n78A</w:t>
            </w:r>
          </w:p>
          <w:p w14:paraId="0D3A96E3" w14:textId="77777777" w:rsidR="00F044BB" w:rsidRDefault="00F044BB" w:rsidP="00AC3FE8">
            <w:pPr>
              <w:pStyle w:val="TAC"/>
              <w:rPr>
                <w:rFonts w:cs="Arial"/>
                <w:szCs w:val="16"/>
                <w:lang w:eastAsia="zh-CN"/>
              </w:rPr>
            </w:pPr>
            <w:r>
              <w:rPr>
                <w:rFonts w:cs="Arial"/>
                <w:szCs w:val="16"/>
                <w:lang w:eastAsia="zh-CN"/>
              </w:rPr>
              <w:t>DC_28A_n78A</w:t>
            </w:r>
          </w:p>
        </w:tc>
      </w:tr>
      <w:tr w:rsidR="00F044BB" w14:paraId="347EC30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91104B6" w14:textId="77777777" w:rsidR="00F044BB" w:rsidRDefault="00F044BB" w:rsidP="00AC3FE8">
            <w:pPr>
              <w:pStyle w:val="TAC"/>
              <w:rPr>
                <w:rFonts w:eastAsia="Malgun Gothic" w:cs="Arial"/>
                <w:szCs w:val="16"/>
                <w:lang w:eastAsia="ko-KR"/>
              </w:rPr>
            </w:pPr>
            <w:r>
              <w:rPr>
                <w:rFonts w:eastAsia="Malgun Gothic" w:cs="Arial"/>
                <w:szCs w:val="16"/>
                <w:lang w:eastAsia="ko-KR"/>
              </w:rPr>
              <w:t>DC_3C-28A_n7B-n78A</w:t>
            </w:r>
          </w:p>
        </w:tc>
        <w:tc>
          <w:tcPr>
            <w:tcW w:w="3514" w:type="dxa"/>
            <w:tcBorders>
              <w:top w:val="single" w:sz="4" w:space="0" w:color="auto"/>
              <w:left w:val="single" w:sz="4" w:space="0" w:color="auto"/>
              <w:bottom w:val="single" w:sz="4" w:space="0" w:color="auto"/>
              <w:right w:val="single" w:sz="4" w:space="0" w:color="auto"/>
            </w:tcBorders>
            <w:hideMark/>
          </w:tcPr>
          <w:p w14:paraId="1CEEA45E" w14:textId="77777777" w:rsidR="00F044BB" w:rsidRDefault="00F044BB" w:rsidP="00AC3FE8">
            <w:pPr>
              <w:pStyle w:val="TAC"/>
              <w:rPr>
                <w:rFonts w:cs="Arial"/>
                <w:szCs w:val="16"/>
                <w:lang w:eastAsia="zh-CN"/>
              </w:rPr>
            </w:pPr>
            <w:r>
              <w:rPr>
                <w:rFonts w:cs="Arial"/>
                <w:szCs w:val="16"/>
                <w:lang w:eastAsia="zh-CN"/>
              </w:rPr>
              <w:t>DC_3A_n7A</w:t>
            </w:r>
          </w:p>
          <w:p w14:paraId="0A247382" w14:textId="77777777" w:rsidR="00F044BB" w:rsidRDefault="00F044BB" w:rsidP="00AC3FE8">
            <w:pPr>
              <w:pStyle w:val="TAC"/>
              <w:rPr>
                <w:rFonts w:cs="Arial"/>
                <w:szCs w:val="16"/>
                <w:lang w:eastAsia="zh-CN"/>
              </w:rPr>
            </w:pPr>
            <w:r>
              <w:rPr>
                <w:rFonts w:cs="Arial"/>
                <w:szCs w:val="16"/>
                <w:lang w:eastAsia="zh-CN"/>
              </w:rPr>
              <w:t>DC_3C_n7A</w:t>
            </w:r>
          </w:p>
          <w:p w14:paraId="336FEF09" w14:textId="77777777" w:rsidR="00F044BB" w:rsidRDefault="00F044BB" w:rsidP="00AC3FE8">
            <w:pPr>
              <w:pStyle w:val="TAC"/>
              <w:rPr>
                <w:rFonts w:cs="Arial"/>
                <w:szCs w:val="16"/>
                <w:lang w:eastAsia="zh-CN"/>
              </w:rPr>
            </w:pPr>
            <w:r>
              <w:rPr>
                <w:rFonts w:cs="Arial"/>
                <w:szCs w:val="16"/>
                <w:lang w:eastAsia="zh-CN"/>
              </w:rPr>
              <w:t>DC_3A_n7B</w:t>
            </w:r>
          </w:p>
          <w:p w14:paraId="6831F792" w14:textId="77777777" w:rsidR="00F044BB" w:rsidRDefault="00F044BB" w:rsidP="00AC3FE8">
            <w:pPr>
              <w:pStyle w:val="TAC"/>
              <w:rPr>
                <w:rFonts w:cs="Arial"/>
                <w:szCs w:val="16"/>
                <w:lang w:eastAsia="zh-CN"/>
              </w:rPr>
            </w:pPr>
            <w:r>
              <w:rPr>
                <w:rFonts w:cs="Arial"/>
                <w:szCs w:val="16"/>
                <w:lang w:eastAsia="zh-CN"/>
              </w:rPr>
              <w:t>DC_3C_n7B</w:t>
            </w:r>
          </w:p>
          <w:p w14:paraId="5FF38AEE" w14:textId="77777777" w:rsidR="00F044BB" w:rsidRDefault="00F044BB" w:rsidP="00AC3FE8">
            <w:pPr>
              <w:pStyle w:val="TAC"/>
              <w:rPr>
                <w:rFonts w:cs="Arial"/>
                <w:szCs w:val="16"/>
                <w:lang w:eastAsia="zh-CN"/>
              </w:rPr>
            </w:pPr>
            <w:r>
              <w:rPr>
                <w:rFonts w:cs="Arial"/>
                <w:szCs w:val="16"/>
                <w:lang w:eastAsia="zh-CN"/>
              </w:rPr>
              <w:t>DC_28A_n7A</w:t>
            </w:r>
          </w:p>
          <w:p w14:paraId="1D25C612" w14:textId="77777777" w:rsidR="00F044BB" w:rsidRDefault="00F044BB" w:rsidP="00AC3FE8">
            <w:pPr>
              <w:pStyle w:val="TAC"/>
              <w:rPr>
                <w:rFonts w:cs="Arial"/>
                <w:szCs w:val="16"/>
                <w:lang w:eastAsia="zh-CN"/>
              </w:rPr>
            </w:pPr>
            <w:r>
              <w:rPr>
                <w:rFonts w:cs="Arial"/>
                <w:szCs w:val="16"/>
                <w:lang w:eastAsia="zh-CN"/>
              </w:rPr>
              <w:t>DC_28A_n7B</w:t>
            </w:r>
          </w:p>
          <w:p w14:paraId="4D2C72CF" w14:textId="77777777" w:rsidR="00F044BB" w:rsidRDefault="00F044BB" w:rsidP="00AC3FE8">
            <w:pPr>
              <w:pStyle w:val="TAC"/>
              <w:rPr>
                <w:rFonts w:cs="Arial"/>
                <w:szCs w:val="16"/>
                <w:lang w:eastAsia="zh-CN"/>
              </w:rPr>
            </w:pPr>
            <w:r>
              <w:rPr>
                <w:rFonts w:cs="Arial"/>
                <w:szCs w:val="16"/>
                <w:lang w:eastAsia="zh-CN"/>
              </w:rPr>
              <w:t>DC_3A_n78A</w:t>
            </w:r>
          </w:p>
          <w:p w14:paraId="3D3D59F9" w14:textId="77777777" w:rsidR="00F044BB" w:rsidRDefault="00F044BB" w:rsidP="00AC3FE8">
            <w:pPr>
              <w:pStyle w:val="TAC"/>
              <w:rPr>
                <w:rFonts w:cs="Arial"/>
                <w:szCs w:val="16"/>
                <w:lang w:eastAsia="zh-CN"/>
              </w:rPr>
            </w:pPr>
            <w:r>
              <w:rPr>
                <w:rFonts w:cs="Arial"/>
                <w:szCs w:val="16"/>
                <w:lang w:eastAsia="zh-CN"/>
              </w:rPr>
              <w:t>DC_3C_n78A</w:t>
            </w:r>
          </w:p>
          <w:p w14:paraId="75B17913" w14:textId="77777777" w:rsidR="00F044BB" w:rsidRDefault="00F044BB" w:rsidP="00AC3FE8">
            <w:pPr>
              <w:pStyle w:val="TAC"/>
              <w:rPr>
                <w:rFonts w:cs="Arial"/>
                <w:szCs w:val="16"/>
                <w:lang w:eastAsia="zh-CN"/>
              </w:rPr>
            </w:pPr>
            <w:r>
              <w:rPr>
                <w:rFonts w:cs="Arial"/>
                <w:szCs w:val="16"/>
                <w:lang w:eastAsia="zh-CN"/>
              </w:rPr>
              <w:t>DC_28A_n78A</w:t>
            </w:r>
          </w:p>
        </w:tc>
      </w:tr>
      <w:tr w:rsidR="00F044BB" w14:paraId="12B1E55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E0C46B1" w14:textId="77777777" w:rsidR="00F044BB" w:rsidRDefault="00F044BB" w:rsidP="00AC3FE8">
            <w:pPr>
              <w:pStyle w:val="TAC"/>
              <w:rPr>
                <w:rFonts w:cs="Arial"/>
                <w:lang w:eastAsia="ja-JP"/>
              </w:rPr>
            </w:pPr>
            <w:r>
              <w:rPr>
                <w:lang w:eastAsia="zh-CN"/>
              </w:rPr>
              <w:t>DC_3A-28A_n40A-n78A</w:t>
            </w:r>
          </w:p>
        </w:tc>
        <w:tc>
          <w:tcPr>
            <w:tcW w:w="3514" w:type="dxa"/>
            <w:tcBorders>
              <w:top w:val="single" w:sz="4" w:space="0" w:color="auto"/>
              <w:left w:val="single" w:sz="4" w:space="0" w:color="auto"/>
              <w:bottom w:val="single" w:sz="4" w:space="0" w:color="auto"/>
              <w:right w:val="single" w:sz="4" w:space="0" w:color="auto"/>
            </w:tcBorders>
            <w:hideMark/>
          </w:tcPr>
          <w:p w14:paraId="3800F720" w14:textId="77777777" w:rsidR="00F044BB" w:rsidRDefault="00F044BB" w:rsidP="00AC3FE8">
            <w:pPr>
              <w:pStyle w:val="TAC"/>
              <w:rPr>
                <w:lang w:eastAsia="zh-CN"/>
              </w:rPr>
            </w:pPr>
            <w:r>
              <w:rPr>
                <w:lang w:eastAsia="zh-CN"/>
              </w:rPr>
              <w:t>DC_3A_n40A</w:t>
            </w:r>
          </w:p>
          <w:p w14:paraId="18156629" w14:textId="77777777" w:rsidR="00F044BB" w:rsidRDefault="00F044BB" w:rsidP="00AC3FE8">
            <w:pPr>
              <w:pStyle w:val="TAC"/>
              <w:rPr>
                <w:lang w:eastAsia="zh-CN"/>
              </w:rPr>
            </w:pPr>
            <w:r>
              <w:rPr>
                <w:lang w:eastAsia="zh-CN"/>
              </w:rPr>
              <w:t>DC_3A_n78A</w:t>
            </w:r>
          </w:p>
          <w:p w14:paraId="07FCFD14" w14:textId="77777777" w:rsidR="00F044BB" w:rsidRDefault="00F044BB" w:rsidP="00AC3FE8">
            <w:pPr>
              <w:pStyle w:val="TAC"/>
              <w:rPr>
                <w:lang w:eastAsia="zh-CN"/>
              </w:rPr>
            </w:pPr>
            <w:r>
              <w:rPr>
                <w:lang w:eastAsia="zh-CN"/>
              </w:rPr>
              <w:t>DC_28A_n40A</w:t>
            </w:r>
          </w:p>
          <w:p w14:paraId="0F859500" w14:textId="77777777" w:rsidR="00F044BB" w:rsidRDefault="00F044BB" w:rsidP="00AC3FE8">
            <w:pPr>
              <w:pStyle w:val="TAC"/>
              <w:rPr>
                <w:lang w:eastAsia="fi-FI"/>
              </w:rPr>
            </w:pPr>
            <w:r>
              <w:rPr>
                <w:lang w:eastAsia="zh-CN"/>
              </w:rPr>
              <w:t>DC_28A_n78A</w:t>
            </w:r>
          </w:p>
        </w:tc>
      </w:tr>
      <w:tr w:rsidR="00F044BB" w14:paraId="02E21CF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DB7E0E5" w14:textId="77777777" w:rsidR="00F044BB" w:rsidRDefault="00F044BB" w:rsidP="00AC3FE8">
            <w:pPr>
              <w:pStyle w:val="TAC"/>
              <w:rPr>
                <w:rFonts w:cs="Arial"/>
                <w:lang w:eastAsia="ja-JP"/>
              </w:rPr>
            </w:pPr>
            <w:r>
              <w:rPr>
                <w:rFonts w:cs="Arial"/>
                <w:lang w:eastAsia="ja-JP"/>
              </w:rPr>
              <w:t>DC_3A-28A-41A_n78A</w:t>
            </w:r>
          </w:p>
          <w:p w14:paraId="223B8410" w14:textId="77777777" w:rsidR="00F044BB" w:rsidRDefault="00F044BB" w:rsidP="00AC3FE8">
            <w:pPr>
              <w:pStyle w:val="TAC"/>
              <w:rPr>
                <w:rFonts w:cs="Arial"/>
                <w:lang w:eastAsia="zh-CN"/>
              </w:rPr>
            </w:pPr>
            <w:r>
              <w:rPr>
                <w:rFonts w:cs="Arial"/>
                <w:lang w:eastAsia="ja-JP"/>
              </w:rPr>
              <w:t>DC_3A-28A-41C_n78A</w:t>
            </w:r>
          </w:p>
        </w:tc>
        <w:tc>
          <w:tcPr>
            <w:tcW w:w="3514" w:type="dxa"/>
            <w:tcBorders>
              <w:top w:val="single" w:sz="4" w:space="0" w:color="auto"/>
              <w:left w:val="single" w:sz="4" w:space="0" w:color="auto"/>
              <w:bottom w:val="single" w:sz="4" w:space="0" w:color="auto"/>
              <w:right w:val="single" w:sz="4" w:space="0" w:color="auto"/>
            </w:tcBorders>
            <w:hideMark/>
          </w:tcPr>
          <w:p w14:paraId="60462F9B" w14:textId="77777777" w:rsidR="00F044BB" w:rsidRDefault="00F044BB" w:rsidP="00AC3FE8">
            <w:pPr>
              <w:pStyle w:val="TAC"/>
              <w:rPr>
                <w:lang w:eastAsia="ja-JP"/>
              </w:rPr>
            </w:pPr>
            <w:r>
              <w:rPr>
                <w:lang w:eastAsia="fi-FI"/>
              </w:rPr>
              <w:t>DC_3A_</w:t>
            </w:r>
            <w:r>
              <w:rPr>
                <w:lang w:eastAsia="ja-JP"/>
              </w:rPr>
              <w:t>n78A</w:t>
            </w:r>
          </w:p>
          <w:p w14:paraId="7F9D2652" w14:textId="77777777" w:rsidR="00F044BB" w:rsidRDefault="00F044BB" w:rsidP="00AC3FE8">
            <w:pPr>
              <w:pStyle w:val="TAC"/>
              <w:rPr>
                <w:lang w:eastAsia="fi-FI"/>
              </w:rPr>
            </w:pPr>
            <w:r>
              <w:rPr>
                <w:lang w:eastAsia="fi-FI"/>
              </w:rPr>
              <w:t>DC_</w:t>
            </w:r>
            <w:r>
              <w:rPr>
                <w:lang w:eastAsia="ja-JP"/>
              </w:rPr>
              <w:t>28</w:t>
            </w:r>
            <w:r>
              <w:rPr>
                <w:lang w:eastAsia="fi-FI"/>
              </w:rPr>
              <w:t>A_</w:t>
            </w:r>
            <w:r>
              <w:rPr>
                <w:lang w:eastAsia="ja-JP"/>
              </w:rPr>
              <w:t>n78</w:t>
            </w:r>
            <w:r>
              <w:rPr>
                <w:lang w:eastAsia="fi-FI"/>
              </w:rPr>
              <w:t>A</w:t>
            </w:r>
          </w:p>
          <w:p w14:paraId="4AD40FE6" w14:textId="77777777" w:rsidR="00F044BB" w:rsidRDefault="00F044BB" w:rsidP="00AC3FE8">
            <w:pPr>
              <w:pStyle w:val="TAC"/>
              <w:rPr>
                <w:lang w:eastAsia="fi-FI"/>
              </w:rPr>
            </w:pPr>
            <w:r>
              <w:rPr>
                <w:lang w:eastAsia="fi-FI"/>
              </w:rPr>
              <w:t>DC_</w:t>
            </w:r>
            <w:r>
              <w:rPr>
                <w:lang w:eastAsia="ja-JP"/>
              </w:rPr>
              <w:t>41</w:t>
            </w:r>
            <w:r>
              <w:rPr>
                <w:lang w:eastAsia="fi-FI"/>
              </w:rPr>
              <w:t>A_</w:t>
            </w:r>
            <w:r>
              <w:rPr>
                <w:lang w:eastAsia="ja-JP"/>
              </w:rPr>
              <w:t>n78</w:t>
            </w:r>
            <w:r>
              <w:rPr>
                <w:lang w:eastAsia="fi-FI"/>
              </w:rPr>
              <w:t>A</w:t>
            </w:r>
          </w:p>
          <w:p w14:paraId="4472CAFD" w14:textId="77777777" w:rsidR="00F044BB" w:rsidRDefault="00F044BB" w:rsidP="00AC3FE8">
            <w:pPr>
              <w:pStyle w:val="TAC"/>
              <w:rPr>
                <w:rFonts w:cs="Arial"/>
                <w:lang w:eastAsia="zh-CN"/>
              </w:rPr>
            </w:pPr>
            <w:r>
              <w:rPr>
                <w:lang w:eastAsia="fi-FI"/>
              </w:rPr>
              <w:t>DC_</w:t>
            </w:r>
            <w:r>
              <w:rPr>
                <w:lang w:eastAsia="ja-JP"/>
              </w:rPr>
              <w:t>41</w:t>
            </w:r>
            <w:r>
              <w:rPr>
                <w:lang w:eastAsia="fi-FI"/>
              </w:rPr>
              <w:t>C_</w:t>
            </w:r>
            <w:r>
              <w:rPr>
                <w:lang w:eastAsia="ja-JP"/>
              </w:rPr>
              <w:t>n78</w:t>
            </w:r>
            <w:r>
              <w:rPr>
                <w:lang w:eastAsia="fi-FI"/>
              </w:rPr>
              <w:t>A</w:t>
            </w:r>
          </w:p>
        </w:tc>
      </w:tr>
      <w:tr w:rsidR="00F044BB" w14:paraId="2CA6502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77EB78E" w14:textId="77777777" w:rsidR="00F044BB" w:rsidRDefault="00F044BB" w:rsidP="00AC3FE8">
            <w:pPr>
              <w:pStyle w:val="TAC"/>
              <w:rPr>
                <w:lang w:eastAsia="fi-FI"/>
              </w:rPr>
            </w:pPr>
            <w:r>
              <w:rPr>
                <w:lang w:eastAsia="fi-FI"/>
              </w:rPr>
              <w:t>DC_3A-28A-42A_n77A</w:t>
            </w:r>
            <w:r>
              <w:rPr>
                <w:vertAlign w:val="superscript"/>
                <w:lang w:eastAsia="ja-JP"/>
              </w:rPr>
              <w:t>6,7</w:t>
            </w:r>
          </w:p>
          <w:p w14:paraId="13548B6C" w14:textId="77777777" w:rsidR="00F044BB" w:rsidRDefault="00F044BB" w:rsidP="00AC3FE8">
            <w:pPr>
              <w:pStyle w:val="TAC"/>
              <w:rPr>
                <w:rFonts w:cs="Arial"/>
                <w:lang w:eastAsia="ja-JP"/>
              </w:rPr>
            </w:pPr>
            <w:r>
              <w:rPr>
                <w:rFonts w:cs="Arial"/>
                <w:szCs w:val="18"/>
                <w:lang w:eastAsia="ja-JP"/>
              </w:rPr>
              <w:t>DC_3A-28A-42C_n77A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2D7567A2" w14:textId="77777777" w:rsidR="00F044BB" w:rsidRDefault="00F044BB" w:rsidP="00AC3FE8">
            <w:pPr>
              <w:pStyle w:val="TAC"/>
              <w:rPr>
                <w:lang w:eastAsia="fi-FI"/>
              </w:rPr>
            </w:pPr>
            <w:r>
              <w:rPr>
                <w:lang w:eastAsia="fi-FI"/>
              </w:rPr>
              <w:t>DC_3A_n77A</w:t>
            </w:r>
          </w:p>
          <w:p w14:paraId="0C156A93" w14:textId="77777777" w:rsidR="00F044BB" w:rsidRDefault="00F044BB" w:rsidP="00AC3FE8">
            <w:pPr>
              <w:pStyle w:val="TAC"/>
              <w:rPr>
                <w:lang w:eastAsia="ja-JP"/>
              </w:rPr>
            </w:pPr>
            <w:r>
              <w:rPr>
                <w:lang w:eastAsia="fi-FI"/>
              </w:rPr>
              <w:t>DC_28A_n77A</w:t>
            </w:r>
          </w:p>
        </w:tc>
      </w:tr>
      <w:tr w:rsidR="00F044BB" w14:paraId="788EB842"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35D142D" w14:textId="77777777" w:rsidR="00F044BB" w:rsidRDefault="00F044BB" w:rsidP="00AC3FE8">
            <w:pPr>
              <w:pStyle w:val="TAC"/>
              <w:rPr>
                <w:lang w:eastAsia="fi-FI"/>
              </w:rPr>
            </w:pPr>
            <w:r>
              <w:rPr>
                <w:lang w:eastAsia="fi-FI"/>
              </w:rPr>
              <w:t>DC_3A-28A-42A_n78A</w:t>
            </w:r>
            <w:r>
              <w:rPr>
                <w:vertAlign w:val="superscript"/>
                <w:lang w:eastAsia="ja-JP"/>
              </w:rPr>
              <w:t>6,7</w:t>
            </w:r>
          </w:p>
          <w:p w14:paraId="24DBC470" w14:textId="77777777" w:rsidR="00F044BB" w:rsidRDefault="00F044BB" w:rsidP="00AC3FE8">
            <w:pPr>
              <w:pStyle w:val="TAC"/>
              <w:rPr>
                <w:rFonts w:cs="Arial"/>
                <w:lang w:eastAsia="ja-JP"/>
              </w:rPr>
            </w:pPr>
            <w:r>
              <w:rPr>
                <w:rFonts w:cs="Arial"/>
                <w:szCs w:val="18"/>
                <w:lang w:eastAsia="ja-JP"/>
              </w:rPr>
              <w:t>DC_3A-28A-42C_n78A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1E0BB81C" w14:textId="77777777" w:rsidR="00F044BB" w:rsidRDefault="00F044BB" w:rsidP="00AC3FE8">
            <w:pPr>
              <w:pStyle w:val="TAC"/>
              <w:rPr>
                <w:lang w:eastAsia="fi-FI"/>
              </w:rPr>
            </w:pPr>
            <w:r>
              <w:rPr>
                <w:lang w:eastAsia="fi-FI"/>
              </w:rPr>
              <w:t>DC_3A_n78A</w:t>
            </w:r>
          </w:p>
          <w:p w14:paraId="42A2BF39" w14:textId="77777777" w:rsidR="00F044BB" w:rsidRDefault="00F044BB" w:rsidP="00AC3FE8">
            <w:pPr>
              <w:pStyle w:val="TAC"/>
              <w:rPr>
                <w:lang w:eastAsia="ja-JP"/>
              </w:rPr>
            </w:pPr>
            <w:r>
              <w:rPr>
                <w:lang w:eastAsia="fi-FI"/>
              </w:rPr>
              <w:t>DC_28A_n78A</w:t>
            </w:r>
          </w:p>
        </w:tc>
      </w:tr>
      <w:tr w:rsidR="00F044BB" w14:paraId="5658D11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63FB1EB" w14:textId="77777777" w:rsidR="00F044BB" w:rsidRDefault="00F044BB" w:rsidP="00AC3FE8">
            <w:pPr>
              <w:pStyle w:val="TAC"/>
              <w:rPr>
                <w:lang w:eastAsia="fi-FI"/>
              </w:rPr>
            </w:pPr>
            <w:r>
              <w:rPr>
                <w:lang w:eastAsia="fi-FI"/>
              </w:rPr>
              <w:t>DC_3A-28A-42A_n79A</w:t>
            </w:r>
          </w:p>
          <w:p w14:paraId="24993441" w14:textId="77777777" w:rsidR="00F044BB" w:rsidRDefault="00F044BB" w:rsidP="00AC3FE8">
            <w:pPr>
              <w:pStyle w:val="TAC"/>
              <w:rPr>
                <w:rFonts w:cs="Arial"/>
                <w:lang w:eastAsia="ja-JP"/>
              </w:rPr>
            </w:pPr>
            <w:r>
              <w:rPr>
                <w:rFonts w:cs="Arial"/>
                <w:szCs w:val="18"/>
                <w:lang w:eastAsia="ja-JP"/>
              </w:rPr>
              <w:t>DC_3A-28A-42C_n79A</w:t>
            </w:r>
          </w:p>
        </w:tc>
        <w:tc>
          <w:tcPr>
            <w:tcW w:w="3514" w:type="dxa"/>
            <w:tcBorders>
              <w:top w:val="single" w:sz="4" w:space="0" w:color="auto"/>
              <w:left w:val="single" w:sz="4" w:space="0" w:color="auto"/>
              <w:bottom w:val="single" w:sz="4" w:space="0" w:color="auto"/>
              <w:right w:val="single" w:sz="4" w:space="0" w:color="auto"/>
            </w:tcBorders>
            <w:hideMark/>
          </w:tcPr>
          <w:p w14:paraId="247657B7" w14:textId="77777777" w:rsidR="00F044BB" w:rsidRDefault="00F044BB" w:rsidP="00AC3FE8">
            <w:pPr>
              <w:pStyle w:val="TAC"/>
              <w:rPr>
                <w:lang w:eastAsia="fi-FI"/>
              </w:rPr>
            </w:pPr>
            <w:r>
              <w:rPr>
                <w:lang w:eastAsia="fi-FI"/>
              </w:rPr>
              <w:t>DC_3A_n79A</w:t>
            </w:r>
          </w:p>
          <w:p w14:paraId="6B0FC080" w14:textId="77777777" w:rsidR="00F044BB" w:rsidRDefault="00F044BB" w:rsidP="00AC3FE8">
            <w:pPr>
              <w:pStyle w:val="TAC"/>
              <w:rPr>
                <w:lang w:eastAsia="ja-JP"/>
              </w:rPr>
            </w:pPr>
            <w:r>
              <w:rPr>
                <w:lang w:eastAsia="fi-FI"/>
              </w:rPr>
              <w:t>DC_28A_n79A</w:t>
            </w:r>
          </w:p>
        </w:tc>
      </w:tr>
      <w:tr w:rsidR="00F044BB" w14:paraId="66F41AD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85AD426" w14:textId="77777777" w:rsidR="00F044BB" w:rsidRDefault="00F044BB" w:rsidP="00AC3FE8">
            <w:pPr>
              <w:pStyle w:val="TAC"/>
              <w:rPr>
                <w:lang w:eastAsia="fi-FI"/>
              </w:rPr>
            </w:pPr>
            <w:r>
              <w:rPr>
                <w:rFonts w:eastAsia="Malgun Gothic"/>
                <w:lang w:eastAsia="ko-KR"/>
              </w:rPr>
              <w:t>DC_3A-41A_n28A-n77A</w:t>
            </w:r>
          </w:p>
        </w:tc>
        <w:tc>
          <w:tcPr>
            <w:tcW w:w="3514" w:type="dxa"/>
            <w:tcBorders>
              <w:top w:val="single" w:sz="4" w:space="0" w:color="auto"/>
              <w:left w:val="single" w:sz="4" w:space="0" w:color="auto"/>
              <w:bottom w:val="single" w:sz="4" w:space="0" w:color="auto"/>
              <w:right w:val="single" w:sz="4" w:space="0" w:color="auto"/>
            </w:tcBorders>
            <w:hideMark/>
          </w:tcPr>
          <w:p w14:paraId="3F897964" w14:textId="77777777" w:rsidR="00F044BB" w:rsidRDefault="00F044BB" w:rsidP="00AC3FE8">
            <w:pPr>
              <w:pStyle w:val="TAC"/>
              <w:rPr>
                <w:rFonts w:eastAsia="Malgun Gothic"/>
                <w:lang w:eastAsia="ko-KR"/>
              </w:rPr>
            </w:pPr>
            <w:r>
              <w:rPr>
                <w:rFonts w:eastAsia="Malgun Gothic"/>
                <w:lang w:eastAsia="ko-KR"/>
              </w:rPr>
              <w:t>DC_3A_n28A</w:t>
            </w:r>
          </w:p>
          <w:p w14:paraId="1802C507" w14:textId="77777777" w:rsidR="00F044BB" w:rsidRDefault="00F044BB" w:rsidP="00AC3FE8">
            <w:pPr>
              <w:pStyle w:val="TAC"/>
              <w:rPr>
                <w:rFonts w:eastAsia="Malgun Gothic"/>
                <w:lang w:eastAsia="ko-KR"/>
              </w:rPr>
            </w:pPr>
            <w:r>
              <w:rPr>
                <w:rFonts w:eastAsia="Malgun Gothic"/>
                <w:lang w:eastAsia="ko-KR"/>
              </w:rPr>
              <w:t>DC_3A_n77A</w:t>
            </w:r>
          </w:p>
          <w:p w14:paraId="3D4D4CE6" w14:textId="77777777" w:rsidR="00F044BB" w:rsidRDefault="00F044BB" w:rsidP="00AC3FE8">
            <w:pPr>
              <w:pStyle w:val="TAC"/>
              <w:rPr>
                <w:rFonts w:eastAsia="Malgun Gothic"/>
                <w:lang w:eastAsia="ko-KR"/>
              </w:rPr>
            </w:pPr>
            <w:r>
              <w:rPr>
                <w:rFonts w:eastAsia="Malgun Gothic"/>
                <w:lang w:eastAsia="ko-KR"/>
              </w:rPr>
              <w:t>DC_41A_n28A</w:t>
            </w:r>
          </w:p>
          <w:p w14:paraId="598BE59A" w14:textId="77777777" w:rsidR="00F044BB" w:rsidRDefault="00F044BB" w:rsidP="00AC3FE8">
            <w:pPr>
              <w:pStyle w:val="TAC"/>
              <w:rPr>
                <w:lang w:eastAsia="fi-FI"/>
              </w:rPr>
            </w:pPr>
            <w:r>
              <w:rPr>
                <w:rFonts w:eastAsia="Malgun Gothic"/>
                <w:lang w:eastAsia="ko-KR"/>
              </w:rPr>
              <w:t>DC_41A_n77A</w:t>
            </w:r>
          </w:p>
        </w:tc>
      </w:tr>
      <w:tr w:rsidR="00F044BB" w14:paraId="2DD4DCC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DB57D8C" w14:textId="77777777" w:rsidR="00F044BB" w:rsidRDefault="00F044BB" w:rsidP="00AC3FE8">
            <w:pPr>
              <w:pStyle w:val="TAC"/>
              <w:rPr>
                <w:lang w:eastAsia="fi-FI"/>
              </w:rPr>
            </w:pPr>
            <w:r>
              <w:rPr>
                <w:rFonts w:eastAsia="Malgun Gothic"/>
                <w:lang w:eastAsia="ko-KR"/>
              </w:rPr>
              <w:t>DC_3A-41C_n28A-n77A</w:t>
            </w:r>
          </w:p>
        </w:tc>
        <w:tc>
          <w:tcPr>
            <w:tcW w:w="3514" w:type="dxa"/>
            <w:tcBorders>
              <w:top w:val="single" w:sz="4" w:space="0" w:color="auto"/>
              <w:left w:val="single" w:sz="4" w:space="0" w:color="auto"/>
              <w:bottom w:val="single" w:sz="4" w:space="0" w:color="auto"/>
              <w:right w:val="single" w:sz="4" w:space="0" w:color="auto"/>
            </w:tcBorders>
            <w:hideMark/>
          </w:tcPr>
          <w:p w14:paraId="769E317B" w14:textId="77777777" w:rsidR="00F044BB" w:rsidRDefault="00F044BB" w:rsidP="00AC3FE8">
            <w:pPr>
              <w:pStyle w:val="TAC"/>
              <w:rPr>
                <w:rFonts w:eastAsia="Malgun Gothic"/>
                <w:lang w:eastAsia="ko-KR"/>
              </w:rPr>
            </w:pPr>
            <w:r>
              <w:rPr>
                <w:rFonts w:eastAsia="Malgun Gothic"/>
                <w:lang w:eastAsia="ko-KR"/>
              </w:rPr>
              <w:t>DC_3A_n28A</w:t>
            </w:r>
          </w:p>
          <w:p w14:paraId="2DDD42C8" w14:textId="77777777" w:rsidR="00F044BB" w:rsidRDefault="00F044BB" w:rsidP="00AC3FE8">
            <w:pPr>
              <w:pStyle w:val="TAC"/>
              <w:rPr>
                <w:rFonts w:eastAsia="Malgun Gothic"/>
                <w:lang w:eastAsia="ko-KR"/>
              </w:rPr>
            </w:pPr>
            <w:r>
              <w:rPr>
                <w:rFonts w:eastAsia="Malgun Gothic"/>
                <w:lang w:eastAsia="ko-KR"/>
              </w:rPr>
              <w:t>DC_3A_n77A</w:t>
            </w:r>
          </w:p>
          <w:p w14:paraId="1C57B951" w14:textId="77777777" w:rsidR="00F044BB" w:rsidRDefault="00F044BB" w:rsidP="00AC3FE8">
            <w:pPr>
              <w:pStyle w:val="TAC"/>
              <w:rPr>
                <w:rFonts w:eastAsia="Malgun Gothic"/>
                <w:lang w:eastAsia="ko-KR"/>
              </w:rPr>
            </w:pPr>
            <w:r>
              <w:rPr>
                <w:rFonts w:eastAsia="Malgun Gothic"/>
                <w:lang w:eastAsia="ko-KR"/>
              </w:rPr>
              <w:t>DC_41A_n28A</w:t>
            </w:r>
          </w:p>
          <w:p w14:paraId="6C6D16EA" w14:textId="77777777" w:rsidR="00F044BB" w:rsidRDefault="00F044BB" w:rsidP="00AC3FE8">
            <w:pPr>
              <w:pStyle w:val="TAC"/>
              <w:rPr>
                <w:rFonts w:eastAsia="Malgun Gothic"/>
                <w:lang w:eastAsia="ko-KR"/>
              </w:rPr>
            </w:pPr>
            <w:r>
              <w:rPr>
                <w:rFonts w:eastAsia="Malgun Gothic"/>
                <w:lang w:eastAsia="ko-KR"/>
              </w:rPr>
              <w:t>DC_41A_n77A</w:t>
            </w:r>
          </w:p>
          <w:p w14:paraId="3014FB95" w14:textId="77777777" w:rsidR="00F044BB" w:rsidRDefault="00F044BB" w:rsidP="00AC3FE8">
            <w:pPr>
              <w:pStyle w:val="TAC"/>
              <w:rPr>
                <w:rFonts w:eastAsia="Malgun Gothic"/>
                <w:lang w:eastAsia="ko-KR"/>
              </w:rPr>
            </w:pPr>
            <w:r>
              <w:rPr>
                <w:rFonts w:eastAsia="Malgun Gothic"/>
                <w:lang w:eastAsia="ko-KR"/>
              </w:rPr>
              <w:t>DC_41C_n28A</w:t>
            </w:r>
          </w:p>
          <w:p w14:paraId="30043E40" w14:textId="77777777" w:rsidR="00F044BB" w:rsidRDefault="00F044BB" w:rsidP="00AC3FE8">
            <w:pPr>
              <w:pStyle w:val="TAC"/>
              <w:rPr>
                <w:lang w:eastAsia="fi-FI"/>
              </w:rPr>
            </w:pPr>
            <w:r>
              <w:rPr>
                <w:rFonts w:eastAsia="Malgun Gothic"/>
                <w:lang w:eastAsia="ko-KR"/>
              </w:rPr>
              <w:t>DC_41C_n77A</w:t>
            </w:r>
          </w:p>
        </w:tc>
      </w:tr>
      <w:tr w:rsidR="00F044BB" w14:paraId="1FE1634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A270C6B" w14:textId="77777777" w:rsidR="00F044BB" w:rsidRDefault="00F044BB" w:rsidP="00AC3FE8">
            <w:pPr>
              <w:pStyle w:val="TAC"/>
              <w:rPr>
                <w:lang w:eastAsia="fi-FI"/>
              </w:rPr>
            </w:pPr>
            <w:r>
              <w:rPr>
                <w:rFonts w:eastAsia="Malgun Gothic"/>
                <w:lang w:eastAsia="ko-KR"/>
              </w:rPr>
              <w:t>DC_3A-41A_n28A-n78A</w:t>
            </w:r>
          </w:p>
        </w:tc>
        <w:tc>
          <w:tcPr>
            <w:tcW w:w="3514" w:type="dxa"/>
            <w:tcBorders>
              <w:top w:val="single" w:sz="4" w:space="0" w:color="auto"/>
              <w:left w:val="single" w:sz="4" w:space="0" w:color="auto"/>
              <w:bottom w:val="single" w:sz="4" w:space="0" w:color="auto"/>
              <w:right w:val="single" w:sz="4" w:space="0" w:color="auto"/>
            </w:tcBorders>
            <w:hideMark/>
          </w:tcPr>
          <w:p w14:paraId="27145950" w14:textId="77777777" w:rsidR="00F044BB" w:rsidRDefault="00F044BB" w:rsidP="00AC3FE8">
            <w:pPr>
              <w:pStyle w:val="TAC"/>
              <w:rPr>
                <w:rFonts w:eastAsia="Malgun Gothic"/>
                <w:lang w:eastAsia="ko-KR"/>
              </w:rPr>
            </w:pPr>
            <w:r>
              <w:rPr>
                <w:rFonts w:eastAsia="Malgun Gothic"/>
                <w:lang w:eastAsia="ko-KR"/>
              </w:rPr>
              <w:t>DC_3A_n28A</w:t>
            </w:r>
          </w:p>
          <w:p w14:paraId="52B30FE1" w14:textId="77777777" w:rsidR="00F044BB" w:rsidRDefault="00F044BB" w:rsidP="00AC3FE8">
            <w:pPr>
              <w:pStyle w:val="TAC"/>
              <w:rPr>
                <w:rFonts w:eastAsia="Malgun Gothic"/>
                <w:lang w:eastAsia="ko-KR"/>
              </w:rPr>
            </w:pPr>
            <w:r>
              <w:rPr>
                <w:rFonts w:eastAsia="Malgun Gothic"/>
                <w:lang w:eastAsia="ko-KR"/>
              </w:rPr>
              <w:t>DC_3A_n78A</w:t>
            </w:r>
          </w:p>
          <w:p w14:paraId="3A74FEF5" w14:textId="77777777" w:rsidR="00F044BB" w:rsidRDefault="00F044BB" w:rsidP="00AC3FE8">
            <w:pPr>
              <w:pStyle w:val="TAC"/>
              <w:rPr>
                <w:rFonts w:eastAsia="Malgun Gothic"/>
                <w:lang w:eastAsia="ko-KR"/>
              </w:rPr>
            </w:pPr>
            <w:r>
              <w:rPr>
                <w:rFonts w:eastAsia="Malgun Gothic"/>
                <w:lang w:eastAsia="ko-KR"/>
              </w:rPr>
              <w:t>DC_41A_n28A</w:t>
            </w:r>
          </w:p>
          <w:p w14:paraId="3565DD23" w14:textId="77777777" w:rsidR="00F044BB" w:rsidRDefault="00F044BB" w:rsidP="00AC3FE8">
            <w:pPr>
              <w:pStyle w:val="TAC"/>
              <w:rPr>
                <w:lang w:eastAsia="fi-FI"/>
              </w:rPr>
            </w:pPr>
            <w:r>
              <w:rPr>
                <w:rFonts w:eastAsia="Malgun Gothic"/>
                <w:lang w:eastAsia="ko-KR"/>
              </w:rPr>
              <w:t>DC_41A_n78A</w:t>
            </w:r>
          </w:p>
        </w:tc>
      </w:tr>
      <w:tr w:rsidR="00F044BB" w14:paraId="71CF9414"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4AA7349" w14:textId="77777777" w:rsidR="00F044BB" w:rsidRDefault="00F044BB" w:rsidP="00AC3FE8">
            <w:pPr>
              <w:pStyle w:val="TAC"/>
              <w:rPr>
                <w:lang w:eastAsia="fi-FI"/>
              </w:rPr>
            </w:pPr>
            <w:r>
              <w:rPr>
                <w:rFonts w:eastAsia="Malgun Gothic"/>
                <w:lang w:eastAsia="ko-KR"/>
              </w:rPr>
              <w:t>DC_3A-41C_n28A-n78A</w:t>
            </w:r>
          </w:p>
        </w:tc>
        <w:tc>
          <w:tcPr>
            <w:tcW w:w="3514" w:type="dxa"/>
            <w:tcBorders>
              <w:top w:val="single" w:sz="4" w:space="0" w:color="auto"/>
              <w:left w:val="single" w:sz="4" w:space="0" w:color="auto"/>
              <w:bottom w:val="single" w:sz="4" w:space="0" w:color="auto"/>
              <w:right w:val="single" w:sz="4" w:space="0" w:color="auto"/>
            </w:tcBorders>
            <w:hideMark/>
          </w:tcPr>
          <w:p w14:paraId="3A157EDA" w14:textId="77777777" w:rsidR="00F044BB" w:rsidRDefault="00F044BB" w:rsidP="00AC3FE8">
            <w:pPr>
              <w:pStyle w:val="TAC"/>
              <w:rPr>
                <w:rFonts w:eastAsia="Malgun Gothic"/>
                <w:lang w:eastAsia="ko-KR"/>
              </w:rPr>
            </w:pPr>
            <w:r>
              <w:rPr>
                <w:rFonts w:eastAsia="Malgun Gothic"/>
                <w:lang w:eastAsia="ko-KR"/>
              </w:rPr>
              <w:t>DC_3A_n28A</w:t>
            </w:r>
          </w:p>
          <w:p w14:paraId="65B04809" w14:textId="77777777" w:rsidR="00F044BB" w:rsidRDefault="00F044BB" w:rsidP="00AC3FE8">
            <w:pPr>
              <w:pStyle w:val="TAC"/>
              <w:rPr>
                <w:rFonts w:eastAsia="Malgun Gothic"/>
                <w:lang w:eastAsia="ko-KR"/>
              </w:rPr>
            </w:pPr>
            <w:r>
              <w:rPr>
                <w:rFonts w:eastAsia="Malgun Gothic"/>
                <w:lang w:eastAsia="ko-KR"/>
              </w:rPr>
              <w:t>DC_3A_n78A</w:t>
            </w:r>
          </w:p>
          <w:p w14:paraId="36C86F1E" w14:textId="77777777" w:rsidR="00F044BB" w:rsidRDefault="00F044BB" w:rsidP="00AC3FE8">
            <w:pPr>
              <w:pStyle w:val="TAC"/>
              <w:rPr>
                <w:rFonts w:eastAsia="Malgun Gothic"/>
                <w:lang w:eastAsia="ko-KR"/>
              </w:rPr>
            </w:pPr>
            <w:r>
              <w:rPr>
                <w:rFonts w:eastAsia="Malgun Gothic"/>
                <w:lang w:eastAsia="ko-KR"/>
              </w:rPr>
              <w:t>DC_41A_n28A</w:t>
            </w:r>
          </w:p>
          <w:p w14:paraId="425B9050" w14:textId="77777777" w:rsidR="00F044BB" w:rsidRDefault="00F044BB" w:rsidP="00AC3FE8">
            <w:pPr>
              <w:pStyle w:val="TAC"/>
              <w:rPr>
                <w:rFonts w:eastAsia="Malgun Gothic"/>
                <w:lang w:eastAsia="ko-KR"/>
              </w:rPr>
            </w:pPr>
            <w:r>
              <w:rPr>
                <w:rFonts w:eastAsia="Malgun Gothic"/>
                <w:lang w:eastAsia="ko-KR"/>
              </w:rPr>
              <w:t>DC_41A_n78A</w:t>
            </w:r>
          </w:p>
          <w:p w14:paraId="4DBC32AA" w14:textId="77777777" w:rsidR="00F044BB" w:rsidRDefault="00F044BB" w:rsidP="00AC3FE8">
            <w:pPr>
              <w:pStyle w:val="TAC"/>
              <w:rPr>
                <w:rFonts w:eastAsia="Malgun Gothic"/>
                <w:lang w:eastAsia="ko-KR"/>
              </w:rPr>
            </w:pPr>
            <w:r>
              <w:rPr>
                <w:rFonts w:eastAsia="Malgun Gothic"/>
                <w:lang w:eastAsia="ko-KR"/>
              </w:rPr>
              <w:t>DC_41C_n28A</w:t>
            </w:r>
          </w:p>
          <w:p w14:paraId="47F08949" w14:textId="77777777" w:rsidR="00F044BB" w:rsidRDefault="00F044BB" w:rsidP="00AC3FE8">
            <w:pPr>
              <w:pStyle w:val="TAC"/>
              <w:rPr>
                <w:lang w:eastAsia="fi-FI"/>
              </w:rPr>
            </w:pPr>
            <w:r>
              <w:rPr>
                <w:rFonts w:eastAsia="Malgun Gothic"/>
                <w:lang w:eastAsia="ko-KR"/>
              </w:rPr>
              <w:t>DC_41C_n78A</w:t>
            </w:r>
          </w:p>
        </w:tc>
      </w:tr>
      <w:tr w:rsidR="00F044BB" w14:paraId="56BC8EE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370A5F2" w14:textId="77777777" w:rsidR="00F044BB" w:rsidRDefault="00F044BB" w:rsidP="00AC3FE8">
            <w:pPr>
              <w:pStyle w:val="TAC"/>
              <w:rPr>
                <w:rFonts w:cs="Arial"/>
                <w:lang w:eastAsia="ja-JP"/>
              </w:rPr>
            </w:pPr>
            <w:r>
              <w:rPr>
                <w:rFonts w:cs="Arial"/>
                <w:szCs w:val="18"/>
                <w:lang w:eastAsia="ja-JP"/>
              </w:rPr>
              <w:t>DC_3A-41A-42A_n77A</w:t>
            </w:r>
            <w:r>
              <w:rPr>
                <w:vertAlign w:val="superscript"/>
                <w:lang w:eastAsia="ja-JP"/>
              </w:rPr>
              <w:t>6,7</w:t>
            </w:r>
          </w:p>
          <w:p w14:paraId="539B174B" w14:textId="77777777" w:rsidR="00F044BB" w:rsidRDefault="00F044BB" w:rsidP="00AC3FE8">
            <w:pPr>
              <w:pStyle w:val="TAC"/>
              <w:rPr>
                <w:rFonts w:cs="Arial"/>
                <w:lang w:eastAsia="ja-JP"/>
              </w:rPr>
            </w:pPr>
            <w:r>
              <w:rPr>
                <w:rFonts w:cs="Arial"/>
                <w:szCs w:val="18"/>
                <w:lang w:eastAsia="ja-JP"/>
              </w:rPr>
              <w:t>DC_3A-41A-42C_n77A</w:t>
            </w:r>
            <w:r>
              <w:rPr>
                <w:vertAlign w:val="superscript"/>
                <w:lang w:eastAsia="ja-JP"/>
              </w:rPr>
              <w:t>6,7</w:t>
            </w:r>
          </w:p>
          <w:p w14:paraId="7FD9850A" w14:textId="77777777" w:rsidR="00F044BB" w:rsidRDefault="00F044BB" w:rsidP="00AC3FE8">
            <w:pPr>
              <w:pStyle w:val="TAC"/>
              <w:rPr>
                <w:rFonts w:cs="Arial"/>
                <w:lang w:eastAsia="ja-JP"/>
              </w:rPr>
            </w:pPr>
            <w:r>
              <w:rPr>
                <w:rFonts w:cs="Arial"/>
                <w:szCs w:val="18"/>
                <w:lang w:eastAsia="ja-JP"/>
              </w:rPr>
              <w:t>DC_3A-41C-42A_n77A</w:t>
            </w:r>
            <w:r>
              <w:rPr>
                <w:vertAlign w:val="superscript"/>
                <w:lang w:eastAsia="ja-JP"/>
              </w:rPr>
              <w:t>6,7</w:t>
            </w:r>
          </w:p>
          <w:p w14:paraId="56D1C6F2" w14:textId="77777777" w:rsidR="00F044BB" w:rsidRDefault="00F044BB" w:rsidP="00AC3FE8">
            <w:pPr>
              <w:pStyle w:val="TAC"/>
              <w:rPr>
                <w:lang w:eastAsia="fi-FI"/>
              </w:rPr>
            </w:pPr>
            <w:r>
              <w:rPr>
                <w:rFonts w:cs="Arial"/>
                <w:szCs w:val="18"/>
                <w:lang w:eastAsia="ja-JP"/>
              </w:rPr>
              <w:t>DC_3A-41C-42C_n77A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48CA048F" w14:textId="77777777" w:rsidR="00F044BB" w:rsidRDefault="00F044BB" w:rsidP="00AC3FE8">
            <w:pPr>
              <w:pStyle w:val="TAC"/>
              <w:rPr>
                <w:lang w:eastAsia="fi-FI"/>
              </w:rPr>
            </w:pPr>
            <w:r>
              <w:rPr>
                <w:lang w:eastAsia="fi-FI"/>
              </w:rPr>
              <w:t>DC_3A_n77A</w:t>
            </w:r>
          </w:p>
          <w:p w14:paraId="091DC934" w14:textId="77777777" w:rsidR="00F044BB" w:rsidRDefault="00F044BB" w:rsidP="00AC3FE8">
            <w:pPr>
              <w:pStyle w:val="TAC"/>
              <w:rPr>
                <w:lang w:eastAsia="fi-FI"/>
              </w:rPr>
            </w:pPr>
            <w:r>
              <w:rPr>
                <w:lang w:eastAsia="fi-FI"/>
              </w:rPr>
              <w:t>DC_41A_n77A</w:t>
            </w:r>
          </w:p>
        </w:tc>
      </w:tr>
      <w:tr w:rsidR="00F044BB" w14:paraId="76A5662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AC32AE8" w14:textId="77777777" w:rsidR="00F044BB" w:rsidRDefault="00F044BB" w:rsidP="00AC3FE8">
            <w:pPr>
              <w:pStyle w:val="TAC"/>
              <w:rPr>
                <w:rFonts w:cs="Arial"/>
                <w:lang w:eastAsia="ja-JP"/>
              </w:rPr>
            </w:pPr>
            <w:r>
              <w:rPr>
                <w:rFonts w:cs="Arial"/>
                <w:szCs w:val="18"/>
                <w:lang w:eastAsia="ja-JP"/>
              </w:rPr>
              <w:lastRenderedPageBreak/>
              <w:t>DC_3A-41A-42A_n78A</w:t>
            </w:r>
            <w:r>
              <w:rPr>
                <w:vertAlign w:val="superscript"/>
                <w:lang w:eastAsia="ja-JP"/>
              </w:rPr>
              <w:t>6,7</w:t>
            </w:r>
          </w:p>
          <w:p w14:paraId="4C51CAD7" w14:textId="77777777" w:rsidR="00F044BB" w:rsidRDefault="00F044BB" w:rsidP="00AC3FE8">
            <w:pPr>
              <w:pStyle w:val="TAC"/>
              <w:rPr>
                <w:rFonts w:cs="Arial"/>
                <w:lang w:eastAsia="ja-JP"/>
              </w:rPr>
            </w:pPr>
            <w:r>
              <w:rPr>
                <w:rFonts w:cs="Arial"/>
                <w:szCs w:val="18"/>
                <w:lang w:eastAsia="ja-JP"/>
              </w:rPr>
              <w:t>DC_3A-41A-42C_n78A</w:t>
            </w:r>
            <w:r>
              <w:rPr>
                <w:vertAlign w:val="superscript"/>
                <w:lang w:eastAsia="ja-JP"/>
              </w:rPr>
              <w:t>6,7</w:t>
            </w:r>
          </w:p>
          <w:p w14:paraId="78DF7BA9" w14:textId="77777777" w:rsidR="00F044BB" w:rsidRDefault="00F044BB" w:rsidP="00AC3FE8">
            <w:pPr>
              <w:pStyle w:val="TAC"/>
              <w:rPr>
                <w:rFonts w:cs="Arial"/>
                <w:lang w:eastAsia="ja-JP"/>
              </w:rPr>
            </w:pPr>
            <w:r>
              <w:rPr>
                <w:rFonts w:cs="Arial"/>
                <w:szCs w:val="18"/>
                <w:lang w:eastAsia="ja-JP"/>
              </w:rPr>
              <w:t>DC_3A-41C-42A_n78A</w:t>
            </w:r>
            <w:r>
              <w:rPr>
                <w:vertAlign w:val="superscript"/>
                <w:lang w:eastAsia="ja-JP"/>
              </w:rPr>
              <w:t>6,7</w:t>
            </w:r>
          </w:p>
          <w:p w14:paraId="3097EF44" w14:textId="77777777" w:rsidR="00F044BB" w:rsidRDefault="00F044BB" w:rsidP="00AC3FE8">
            <w:pPr>
              <w:pStyle w:val="TAC"/>
              <w:rPr>
                <w:lang w:eastAsia="fi-FI"/>
              </w:rPr>
            </w:pPr>
            <w:r>
              <w:rPr>
                <w:rFonts w:cs="Arial"/>
                <w:szCs w:val="18"/>
                <w:lang w:eastAsia="ja-JP"/>
              </w:rPr>
              <w:t>DC_3A-41C-42C_n78A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4FC2DAB2" w14:textId="77777777" w:rsidR="00F044BB" w:rsidRDefault="00F044BB" w:rsidP="00AC3FE8">
            <w:pPr>
              <w:pStyle w:val="TAC"/>
              <w:rPr>
                <w:lang w:eastAsia="fi-FI"/>
              </w:rPr>
            </w:pPr>
            <w:r>
              <w:rPr>
                <w:lang w:eastAsia="fi-FI"/>
              </w:rPr>
              <w:t>DC_3A_n78A</w:t>
            </w:r>
          </w:p>
          <w:p w14:paraId="014CB416" w14:textId="77777777" w:rsidR="00F044BB" w:rsidRDefault="00F044BB" w:rsidP="00AC3FE8">
            <w:pPr>
              <w:pStyle w:val="TAC"/>
              <w:rPr>
                <w:lang w:eastAsia="fi-FI"/>
              </w:rPr>
            </w:pPr>
            <w:r>
              <w:rPr>
                <w:lang w:eastAsia="fi-FI"/>
              </w:rPr>
              <w:t>DC_41A_n78A</w:t>
            </w:r>
          </w:p>
        </w:tc>
      </w:tr>
      <w:tr w:rsidR="00F044BB" w14:paraId="1D3258F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24D3F9C" w14:textId="77777777" w:rsidR="00F044BB" w:rsidRDefault="00F044BB" w:rsidP="00AC3FE8">
            <w:pPr>
              <w:pStyle w:val="TAC"/>
              <w:rPr>
                <w:rFonts w:cs="Arial"/>
                <w:lang w:eastAsia="ja-JP"/>
              </w:rPr>
            </w:pPr>
            <w:r>
              <w:rPr>
                <w:rFonts w:cs="Arial"/>
                <w:szCs w:val="18"/>
                <w:lang w:eastAsia="ja-JP"/>
              </w:rPr>
              <w:t>DC_3A-41A-42A_n79A</w:t>
            </w:r>
          </w:p>
          <w:p w14:paraId="288E2DB2" w14:textId="77777777" w:rsidR="00F044BB" w:rsidRDefault="00F044BB" w:rsidP="00AC3FE8">
            <w:pPr>
              <w:pStyle w:val="TAC"/>
              <w:rPr>
                <w:rFonts w:cs="Arial"/>
                <w:lang w:eastAsia="ja-JP"/>
              </w:rPr>
            </w:pPr>
            <w:r>
              <w:rPr>
                <w:rFonts w:cs="Arial"/>
                <w:szCs w:val="18"/>
                <w:lang w:eastAsia="ja-JP"/>
              </w:rPr>
              <w:t>DC_3A-41A-42C_n79A</w:t>
            </w:r>
          </w:p>
          <w:p w14:paraId="717BE053" w14:textId="77777777" w:rsidR="00F044BB" w:rsidRDefault="00F044BB" w:rsidP="00AC3FE8">
            <w:pPr>
              <w:pStyle w:val="TAC"/>
              <w:rPr>
                <w:rFonts w:cs="Arial"/>
                <w:lang w:eastAsia="ja-JP"/>
              </w:rPr>
            </w:pPr>
            <w:r>
              <w:rPr>
                <w:rFonts w:cs="Arial"/>
                <w:szCs w:val="18"/>
                <w:lang w:eastAsia="ja-JP"/>
              </w:rPr>
              <w:t>DC_3A-41C-42A_n79A</w:t>
            </w:r>
          </w:p>
          <w:p w14:paraId="3859C81D" w14:textId="77777777" w:rsidR="00F044BB" w:rsidRDefault="00F044BB" w:rsidP="00AC3FE8">
            <w:pPr>
              <w:pStyle w:val="TAC"/>
              <w:rPr>
                <w:lang w:eastAsia="fi-FI"/>
              </w:rPr>
            </w:pPr>
            <w:r>
              <w:rPr>
                <w:rFonts w:cs="Arial"/>
                <w:szCs w:val="18"/>
                <w:lang w:eastAsia="ja-JP"/>
              </w:rPr>
              <w:t>DC_3A-41C-42C_n79A</w:t>
            </w:r>
          </w:p>
        </w:tc>
        <w:tc>
          <w:tcPr>
            <w:tcW w:w="3514" w:type="dxa"/>
            <w:tcBorders>
              <w:top w:val="single" w:sz="4" w:space="0" w:color="auto"/>
              <w:left w:val="single" w:sz="4" w:space="0" w:color="auto"/>
              <w:bottom w:val="single" w:sz="4" w:space="0" w:color="auto"/>
              <w:right w:val="single" w:sz="4" w:space="0" w:color="auto"/>
            </w:tcBorders>
            <w:hideMark/>
          </w:tcPr>
          <w:p w14:paraId="675ED307" w14:textId="77777777" w:rsidR="00F044BB" w:rsidRDefault="00F044BB" w:rsidP="00AC3FE8">
            <w:pPr>
              <w:pStyle w:val="TAC"/>
              <w:rPr>
                <w:lang w:eastAsia="fi-FI"/>
              </w:rPr>
            </w:pPr>
            <w:r>
              <w:rPr>
                <w:lang w:eastAsia="fi-FI"/>
              </w:rPr>
              <w:t>DC_3A_n79A</w:t>
            </w:r>
          </w:p>
          <w:p w14:paraId="3BD2B339" w14:textId="77777777" w:rsidR="00F044BB" w:rsidRDefault="00F044BB" w:rsidP="00AC3FE8">
            <w:pPr>
              <w:pStyle w:val="TAC"/>
              <w:rPr>
                <w:lang w:eastAsia="fi-FI"/>
              </w:rPr>
            </w:pPr>
            <w:r>
              <w:rPr>
                <w:lang w:eastAsia="fi-FI"/>
              </w:rPr>
              <w:t>DC_41A_n79A</w:t>
            </w:r>
          </w:p>
        </w:tc>
      </w:tr>
      <w:tr w:rsidR="00F044BB" w14:paraId="6E1B84D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F8BCB9B" w14:textId="77777777" w:rsidR="00F044BB" w:rsidRPr="009452BA" w:rsidRDefault="00F044BB" w:rsidP="00AC3FE8">
            <w:pPr>
              <w:pStyle w:val="TAC"/>
              <w:rPr>
                <w:rFonts w:cs="Arial"/>
                <w:vertAlign w:val="superscript"/>
                <w:lang w:eastAsia="ko-KR"/>
              </w:rPr>
            </w:pPr>
            <w:r>
              <w:rPr>
                <w:rFonts w:cs="Arial"/>
                <w:lang w:eastAsia="ko-KR"/>
              </w:rPr>
              <w:t>DC_3A-42A_n77A-n79A</w:t>
            </w:r>
            <w:r>
              <w:rPr>
                <w:rFonts w:cs="Arial"/>
                <w:vertAlign w:val="superscript"/>
                <w:lang w:eastAsia="ko-KR"/>
              </w:rPr>
              <w:t>6,7</w:t>
            </w:r>
          </w:p>
          <w:p w14:paraId="210EC4EA" w14:textId="77777777" w:rsidR="00F044BB" w:rsidRPr="009452BA" w:rsidRDefault="00F044BB" w:rsidP="00AC3FE8">
            <w:pPr>
              <w:pStyle w:val="TAC"/>
              <w:rPr>
                <w:rFonts w:cs="Arial"/>
                <w:szCs w:val="18"/>
                <w:vertAlign w:val="superscript"/>
                <w:lang w:eastAsia="ja-JP"/>
              </w:rPr>
            </w:pPr>
            <w:r>
              <w:rPr>
                <w:rFonts w:cs="Arial"/>
                <w:lang w:eastAsia="ko-KR"/>
              </w:rPr>
              <w:t>DC_3A-42C_n77A-n79A</w:t>
            </w:r>
            <w:r>
              <w:rPr>
                <w:rFonts w:cs="Arial"/>
                <w:vertAlign w:val="superscript"/>
                <w:lang w:eastAsia="ko-KR"/>
              </w:rPr>
              <w:t>6,7</w:t>
            </w:r>
          </w:p>
        </w:tc>
        <w:tc>
          <w:tcPr>
            <w:tcW w:w="3514" w:type="dxa"/>
            <w:tcBorders>
              <w:top w:val="single" w:sz="4" w:space="0" w:color="auto"/>
              <w:left w:val="single" w:sz="4" w:space="0" w:color="auto"/>
              <w:bottom w:val="single" w:sz="4" w:space="0" w:color="auto"/>
              <w:right w:val="single" w:sz="4" w:space="0" w:color="auto"/>
            </w:tcBorders>
            <w:hideMark/>
          </w:tcPr>
          <w:p w14:paraId="4EA5030C" w14:textId="77777777" w:rsidR="00F044BB" w:rsidRDefault="00F044BB" w:rsidP="00AC3FE8">
            <w:pPr>
              <w:pStyle w:val="TAC"/>
              <w:rPr>
                <w:lang w:eastAsia="ko-KR"/>
              </w:rPr>
            </w:pPr>
            <w:r>
              <w:rPr>
                <w:lang w:eastAsia="ko-KR"/>
              </w:rPr>
              <w:t>DC_3A_n77A</w:t>
            </w:r>
          </w:p>
          <w:p w14:paraId="2B72CC7C" w14:textId="77777777" w:rsidR="00F044BB" w:rsidRDefault="00F044BB" w:rsidP="00AC3FE8">
            <w:pPr>
              <w:pStyle w:val="TAC"/>
              <w:rPr>
                <w:lang w:eastAsia="fi-FI"/>
              </w:rPr>
            </w:pPr>
            <w:r>
              <w:rPr>
                <w:lang w:eastAsia="ko-KR"/>
              </w:rPr>
              <w:t>DC_3A_n79A</w:t>
            </w:r>
          </w:p>
        </w:tc>
      </w:tr>
      <w:tr w:rsidR="00F044BB" w14:paraId="2B1561F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0C3229D" w14:textId="77777777" w:rsidR="00F044BB" w:rsidRPr="009452BA" w:rsidRDefault="00F044BB" w:rsidP="00AC3FE8">
            <w:pPr>
              <w:pStyle w:val="TAC"/>
              <w:rPr>
                <w:rFonts w:cs="Arial"/>
                <w:vertAlign w:val="superscript"/>
                <w:lang w:eastAsia="ko-KR"/>
              </w:rPr>
            </w:pPr>
            <w:r>
              <w:rPr>
                <w:rFonts w:cs="Arial"/>
                <w:lang w:eastAsia="ko-KR"/>
              </w:rPr>
              <w:t>DC_3A-42A_n78A-n79A</w:t>
            </w:r>
            <w:r>
              <w:rPr>
                <w:rFonts w:cs="Arial"/>
                <w:vertAlign w:val="superscript"/>
                <w:lang w:eastAsia="ko-KR"/>
              </w:rPr>
              <w:t>6,7</w:t>
            </w:r>
          </w:p>
          <w:p w14:paraId="4913AF09" w14:textId="77777777" w:rsidR="00F044BB" w:rsidRPr="009452BA" w:rsidRDefault="00F044BB" w:rsidP="00AC3FE8">
            <w:pPr>
              <w:pStyle w:val="TAC"/>
              <w:rPr>
                <w:rFonts w:cs="Arial"/>
                <w:szCs w:val="18"/>
                <w:vertAlign w:val="superscript"/>
                <w:lang w:eastAsia="ja-JP"/>
              </w:rPr>
            </w:pPr>
            <w:r>
              <w:rPr>
                <w:rFonts w:cs="Arial"/>
                <w:lang w:eastAsia="ko-KR"/>
              </w:rPr>
              <w:t>DC_3A-42C_n78A-n79A</w:t>
            </w:r>
            <w:r>
              <w:rPr>
                <w:rFonts w:cs="Arial"/>
                <w:vertAlign w:val="superscript"/>
                <w:lang w:eastAsia="ko-KR"/>
              </w:rPr>
              <w:t>6,7</w:t>
            </w:r>
          </w:p>
        </w:tc>
        <w:tc>
          <w:tcPr>
            <w:tcW w:w="3514" w:type="dxa"/>
            <w:tcBorders>
              <w:top w:val="single" w:sz="4" w:space="0" w:color="auto"/>
              <w:left w:val="single" w:sz="4" w:space="0" w:color="auto"/>
              <w:bottom w:val="single" w:sz="4" w:space="0" w:color="auto"/>
              <w:right w:val="single" w:sz="4" w:space="0" w:color="auto"/>
            </w:tcBorders>
            <w:hideMark/>
          </w:tcPr>
          <w:p w14:paraId="132EC97C" w14:textId="77777777" w:rsidR="00F044BB" w:rsidRDefault="00F044BB" w:rsidP="00AC3FE8">
            <w:pPr>
              <w:pStyle w:val="TAC"/>
              <w:rPr>
                <w:lang w:eastAsia="ko-KR"/>
              </w:rPr>
            </w:pPr>
            <w:r>
              <w:rPr>
                <w:lang w:eastAsia="ko-KR"/>
              </w:rPr>
              <w:t>DC_3A_n78A</w:t>
            </w:r>
          </w:p>
          <w:p w14:paraId="04F44C07" w14:textId="77777777" w:rsidR="00F044BB" w:rsidRDefault="00F044BB" w:rsidP="00AC3FE8">
            <w:pPr>
              <w:pStyle w:val="TAC"/>
              <w:rPr>
                <w:lang w:eastAsia="fi-FI"/>
              </w:rPr>
            </w:pPr>
            <w:r>
              <w:rPr>
                <w:lang w:eastAsia="ko-KR"/>
              </w:rPr>
              <w:t>DC_3A_n79A</w:t>
            </w:r>
          </w:p>
        </w:tc>
      </w:tr>
      <w:tr w:rsidR="00F044BB" w14:paraId="17AA776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E5B1345" w14:textId="77777777" w:rsidR="00F044BB" w:rsidRDefault="00F044BB" w:rsidP="00AC3FE8">
            <w:pPr>
              <w:pStyle w:val="TAC"/>
              <w:rPr>
                <w:lang w:eastAsia="ko-KR"/>
              </w:rPr>
            </w:pPr>
            <w:r>
              <w:rPr>
                <w:lang w:eastAsia="ja-JP"/>
              </w:rPr>
              <w:t>DC_5A-48A-(n)12AA</w:t>
            </w:r>
          </w:p>
        </w:tc>
        <w:tc>
          <w:tcPr>
            <w:tcW w:w="3514" w:type="dxa"/>
            <w:tcBorders>
              <w:top w:val="single" w:sz="4" w:space="0" w:color="auto"/>
              <w:left w:val="single" w:sz="4" w:space="0" w:color="auto"/>
              <w:bottom w:val="single" w:sz="4" w:space="0" w:color="auto"/>
              <w:right w:val="single" w:sz="4" w:space="0" w:color="auto"/>
            </w:tcBorders>
            <w:hideMark/>
          </w:tcPr>
          <w:p w14:paraId="36FF2B2A" w14:textId="77777777" w:rsidR="00F044BB" w:rsidRDefault="00F044BB" w:rsidP="00AC3FE8">
            <w:pPr>
              <w:pStyle w:val="TAC"/>
              <w:rPr>
                <w:lang w:eastAsia="ja-JP"/>
              </w:rPr>
            </w:pPr>
            <w:r>
              <w:rPr>
                <w:lang w:eastAsia="ja-JP"/>
              </w:rPr>
              <w:t>DC_5A_n12A</w:t>
            </w:r>
          </w:p>
          <w:p w14:paraId="7627AFB7" w14:textId="77777777" w:rsidR="00F044BB" w:rsidRDefault="00F044BB" w:rsidP="00AC3FE8">
            <w:pPr>
              <w:pStyle w:val="TAC"/>
              <w:rPr>
                <w:lang w:eastAsia="ja-JP"/>
              </w:rPr>
            </w:pPr>
            <w:r>
              <w:rPr>
                <w:lang w:eastAsia="ja-JP"/>
              </w:rPr>
              <w:t>DC_48A_n12A</w:t>
            </w:r>
          </w:p>
          <w:p w14:paraId="6B8CE7EE" w14:textId="77777777" w:rsidR="00F044BB" w:rsidRDefault="00F044BB" w:rsidP="00AC3FE8">
            <w:pPr>
              <w:pStyle w:val="TAC"/>
              <w:rPr>
                <w:lang w:eastAsia="ko-KR"/>
              </w:rPr>
            </w:pPr>
            <w:r>
              <w:rPr>
                <w:lang w:eastAsia="ja-JP"/>
              </w:rPr>
              <w:t>DC_(n)12AA</w:t>
            </w:r>
            <w:r>
              <w:rPr>
                <w:vertAlign w:val="superscript"/>
                <w:lang w:eastAsia="ja-JP"/>
              </w:rPr>
              <w:t>4</w:t>
            </w:r>
          </w:p>
        </w:tc>
      </w:tr>
      <w:tr w:rsidR="00F044BB" w14:paraId="386F14D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1B320C2" w14:textId="77777777" w:rsidR="00F044BB" w:rsidRDefault="00F044BB" w:rsidP="00AC3FE8">
            <w:pPr>
              <w:pStyle w:val="TAC"/>
              <w:rPr>
                <w:rFonts w:eastAsia="MS Mincho" w:cs="Arial"/>
                <w:szCs w:val="18"/>
              </w:rPr>
            </w:pPr>
            <w:r>
              <w:rPr>
                <w:rFonts w:cs="Arial"/>
                <w:lang w:eastAsia="ja-JP"/>
              </w:rPr>
              <w:t>DC_5A-48A-66A_n12A</w:t>
            </w:r>
          </w:p>
        </w:tc>
        <w:tc>
          <w:tcPr>
            <w:tcW w:w="3514" w:type="dxa"/>
            <w:tcBorders>
              <w:top w:val="single" w:sz="4" w:space="0" w:color="auto"/>
              <w:left w:val="single" w:sz="4" w:space="0" w:color="auto"/>
              <w:bottom w:val="single" w:sz="4" w:space="0" w:color="auto"/>
              <w:right w:val="single" w:sz="4" w:space="0" w:color="auto"/>
            </w:tcBorders>
            <w:hideMark/>
          </w:tcPr>
          <w:p w14:paraId="4FFC5564" w14:textId="77777777" w:rsidR="00F044BB" w:rsidRDefault="00F044BB" w:rsidP="00AC3FE8">
            <w:pPr>
              <w:pStyle w:val="TAC"/>
              <w:rPr>
                <w:rFonts w:cs="Arial"/>
                <w:lang w:eastAsia="ja-JP"/>
              </w:rPr>
            </w:pPr>
            <w:r>
              <w:rPr>
                <w:rFonts w:cs="Arial"/>
                <w:lang w:eastAsia="ja-JP"/>
              </w:rPr>
              <w:t>DC_5A_n12A</w:t>
            </w:r>
          </w:p>
          <w:p w14:paraId="1E64CFE6" w14:textId="77777777" w:rsidR="00F044BB" w:rsidRDefault="00F044BB" w:rsidP="00AC3FE8">
            <w:pPr>
              <w:pStyle w:val="TAC"/>
              <w:rPr>
                <w:rFonts w:cs="Arial"/>
                <w:lang w:eastAsia="ja-JP"/>
              </w:rPr>
            </w:pPr>
            <w:r>
              <w:rPr>
                <w:rFonts w:cs="Arial"/>
                <w:lang w:eastAsia="ja-JP"/>
              </w:rPr>
              <w:t>DC_48A_n12A</w:t>
            </w:r>
          </w:p>
          <w:p w14:paraId="1C886A9F" w14:textId="77777777" w:rsidR="00F044BB" w:rsidRDefault="00F044BB" w:rsidP="00AC3FE8">
            <w:pPr>
              <w:pStyle w:val="TAC"/>
              <w:rPr>
                <w:rFonts w:eastAsia="Malgun Gothic" w:cs="Arial"/>
                <w:szCs w:val="18"/>
                <w:lang w:eastAsia="ko-KR"/>
              </w:rPr>
            </w:pPr>
            <w:r>
              <w:rPr>
                <w:rFonts w:cs="Arial"/>
                <w:lang w:eastAsia="ja-JP"/>
              </w:rPr>
              <w:t>DC_66A_n12A</w:t>
            </w:r>
          </w:p>
        </w:tc>
      </w:tr>
      <w:tr w:rsidR="00F044BB" w14:paraId="4153B0D9"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87FC6CA" w14:textId="77777777" w:rsidR="00F044BB" w:rsidRDefault="00F044BB" w:rsidP="00AC3FE8">
            <w:pPr>
              <w:pStyle w:val="TAC"/>
              <w:rPr>
                <w:rFonts w:eastAsia="MS Mincho" w:cs="Arial"/>
                <w:szCs w:val="18"/>
              </w:rPr>
            </w:pPr>
            <w:r>
              <w:rPr>
                <w:lang w:eastAsia="fi-FI"/>
              </w:rPr>
              <w:t>DC_5A-48A-66A_n71A</w:t>
            </w:r>
          </w:p>
        </w:tc>
        <w:tc>
          <w:tcPr>
            <w:tcW w:w="3514" w:type="dxa"/>
            <w:tcBorders>
              <w:top w:val="single" w:sz="4" w:space="0" w:color="auto"/>
              <w:left w:val="single" w:sz="4" w:space="0" w:color="auto"/>
              <w:bottom w:val="single" w:sz="4" w:space="0" w:color="auto"/>
              <w:right w:val="single" w:sz="4" w:space="0" w:color="auto"/>
            </w:tcBorders>
            <w:hideMark/>
          </w:tcPr>
          <w:p w14:paraId="78F9F3D1" w14:textId="77777777" w:rsidR="00F044BB" w:rsidRDefault="00F044BB" w:rsidP="00AC3FE8">
            <w:pPr>
              <w:pStyle w:val="TAC"/>
              <w:rPr>
                <w:lang w:eastAsia="zh-TW"/>
              </w:rPr>
            </w:pPr>
            <w:r>
              <w:rPr>
                <w:lang w:eastAsia="fi-FI"/>
              </w:rPr>
              <w:t>DC_5</w:t>
            </w:r>
            <w:r>
              <w:rPr>
                <w:rFonts w:eastAsia="MS Mincho" w:cs="Arial"/>
                <w:lang w:eastAsia="ja-JP"/>
              </w:rPr>
              <w:t>A_n71A</w:t>
            </w:r>
          </w:p>
          <w:p w14:paraId="280BA139" w14:textId="77777777" w:rsidR="00F044BB" w:rsidRDefault="00F044BB" w:rsidP="00AC3FE8">
            <w:pPr>
              <w:pStyle w:val="TAC"/>
              <w:rPr>
                <w:rFonts w:eastAsia="MS Mincho" w:cs="Arial"/>
                <w:lang w:eastAsia="ja-JP"/>
              </w:rPr>
            </w:pPr>
            <w:r>
              <w:rPr>
                <w:lang w:eastAsia="fi-FI"/>
              </w:rPr>
              <w:t>DC_</w:t>
            </w:r>
            <w:r>
              <w:rPr>
                <w:rFonts w:eastAsia="MS Mincho" w:cs="Arial"/>
                <w:lang w:eastAsia="ja-JP"/>
              </w:rPr>
              <w:t>48A_n71A</w:t>
            </w:r>
          </w:p>
          <w:p w14:paraId="6134CAC4" w14:textId="77777777" w:rsidR="00F044BB" w:rsidRDefault="00F044BB" w:rsidP="00AC3FE8">
            <w:pPr>
              <w:pStyle w:val="TAC"/>
              <w:rPr>
                <w:rFonts w:eastAsia="Malgun Gothic" w:cs="Arial"/>
                <w:szCs w:val="18"/>
                <w:lang w:eastAsia="ko-KR"/>
              </w:rPr>
            </w:pPr>
            <w:r>
              <w:rPr>
                <w:lang w:eastAsia="fi-FI"/>
              </w:rPr>
              <w:t>DC_</w:t>
            </w:r>
            <w:r>
              <w:rPr>
                <w:rFonts w:eastAsia="MS Mincho" w:cs="Arial"/>
                <w:lang w:eastAsia="ja-JP"/>
              </w:rPr>
              <w:t>66A_n71A</w:t>
            </w:r>
          </w:p>
        </w:tc>
      </w:tr>
      <w:tr w:rsidR="00F044BB" w14:paraId="3656A01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2B44109" w14:textId="77777777" w:rsidR="00F044BB" w:rsidRDefault="00F044BB" w:rsidP="00AC3FE8">
            <w:pPr>
              <w:pStyle w:val="TAC"/>
              <w:rPr>
                <w:lang w:eastAsia="fi-FI"/>
              </w:rPr>
            </w:pPr>
            <w:r>
              <w:rPr>
                <w:lang w:eastAsia="ja-JP"/>
              </w:rPr>
              <w:t>DC_5A-66A-(n)12AA</w:t>
            </w:r>
          </w:p>
        </w:tc>
        <w:tc>
          <w:tcPr>
            <w:tcW w:w="3514" w:type="dxa"/>
            <w:tcBorders>
              <w:top w:val="single" w:sz="4" w:space="0" w:color="auto"/>
              <w:left w:val="single" w:sz="4" w:space="0" w:color="auto"/>
              <w:bottom w:val="single" w:sz="4" w:space="0" w:color="auto"/>
              <w:right w:val="single" w:sz="4" w:space="0" w:color="auto"/>
            </w:tcBorders>
            <w:hideMark/>
          </w:tcPr>
          <w:p w14:paraId="182FC5B2" w14:textId="77777777" w:rsidR="00F044BB" w:rsidRDefault="00F044BB" w:rsidP="00AC3FE8">
            <w:pPr>
              <w:pStyle w:val="TAC"/>
              <w:rPr>
                <w:lang w:eastAsia="ja-JP"/>
              </w:rPr>
            </w:pPr>
            <w:r>
              <w:rPr>
                <w:lang w:eastAsia="ja-JP"/>
              </w:rPr>
              <w:t>DC_5A_n12A</w:t>
            </w:r>
          </w:p>
          <w:p w14:paraId="7BC005D1" w14:textId="77777777" w:rsidR="00F044BB" w:rsidRDefault="00F044BB" w:rsidP="00AC3FE8">
            <w:pPr>
              <w:pStyle w:val="TAC"/>
              <w:rPr>
                <w:lang w:eastAsia="ja-JP"/>
              </w:rPr>
            </w:pPr>
            <w:r>
              <w:rPr>
                <w:lang w:eastAsia="ja-JP"/>
              </w:rPr>
              <w:t>DC_66A_n12A</w:t>
            </w:r>
          </w:p>
          <w:p w14:paraId="10AC200F" w14:textId="77777777" w:rsidR="00F044BB" w:rsidRDefault="00F044BB" w:rsidP="00AC3FE8">
            <w:pPr>
              <w:pStyle w:val="TAC"/>
              <w:rPr>
                <w:lang w:eastAsia="fi-FI"/>
              </w:rPr>
            </w:pPr>
            <w:r>
              <w:rPr>
                <w:lang w:eastAsia="ja-JP"/>
              </w:rPr>
              <w:t>DC_(n)12AA</w:t>
            </w:r>
            <w:r>
              <w:rPr>
                <w:vertAlign w:val="superscript"/>
                <w:lang w:eastAsia="ja-JP"/>
              </w:rPr>
              <w:t>4</w:t>
            </w:r>
          </w:p>
        </w:tc>
      </w:tr>
      <w:tr w:rsidR="00F044BB" w14:paraId="101D987C"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4494902" w14:textId="77777777" w:rsidR="00F044BB" w:rsidRDefault="00F044BB" w:rsidP="00AC3FE8">
            <w:pPr>
              <w:pStyle w:val="TAC"/>
              <w:rPr>
                <w:rFonts w:eastAsia="MS Mincho" w:cs="Arial"/>
                <w:szCs w:val="18"/>
              </w:rPr>
            </w:pPr>
            <w:r>
              <w:rPr>
                <w:rFonts w:eastAsia="MS Mincho" w:cs="Arial"/>
                <w:szCs w:val="18"/>
              </w:rPr>
              <w:t>DC_7A-</w:t>
            </w:r>
            <w:r>
              <w:rPr>
                <w:rFonts w:cs="Arial"/>
                <w:szCs w:val="18"/>
                <w:lang w:eastAsia="zh-TW"/>
              </w:rPr>
              <w:t>8</w:t>
            </w:r>
            <w:r>
              <w:rPr>
                <w:rFonts w:eastAsia="MS Mincho" w:cs="Arial"/>
                <w:szCs w:val="18"/>
              </w:rPr>
              <w:t>A_n1A-n78A</w:t>
            </w:r>
            <w:r>
              <w:rPr>
                <w:vertAlign w:val="superscript"/>
                <w:lang w:eastAsia="fi-FI"/>
              </w:rPr>
              <w:t>2</w:t>
            </w:r>
          </w:p>
          <w:p w14:paraId="7A82AEB6" w14:textId="77777777" w:rsidR="00F044BB" w:rsidRDefault="00F044BB" w:rsidP="00AC3FE8">
            <w:pPr>
              <w:pStyle w:val="TAC"/>
              <w:rPr>
                <w:rFonts w:eastAsia="Malgun Gothic"/>
                <w:lang w:eastAsia="ko-KR"/>
              </w:rPr>
            </w:pPr>
            <w:r>
              <w:rPr>
                <w:rFonts w:eastAsia="MS Mincho" w:cs="Arial"/>
                <w:szCs w:val="18"/>
              </w:rPr>
              <w:t>DC_</w:t>
            </w:r>
            <w:r>
              <w:rPr>
                <w:rFonts w:cs="Arial"/>
                <w:szCs w:val="18"/>
                <w:lang w:eastAsia="zh-TW"/>
              </w:rPr>
              <w:t>7</w:t>
            </w:r>
            <w:r>
              <w:rPr>
                <w:rFonts w:eastAsia="MS Mincho" w:cs="Arial"/>
                <w:szCs w:val="18"/>
              </w:rPr>
              <w:t>A</w:t>
            </w:r>
            <w:r>
              <w:rPr>
                <w:rFonts w:cs="Arial"/>
                <w:szCs w:val="18"/>
                <w:lang w:eastAsia="zh-TW"/>
              </w:rPr>
              <w:t>-7A</w:t>
            </w:r>
            <w:r>
              <w:rPr>
                <w:rFonts w:eastAsia="MS Mincho" w:cs="Arial"/>
                <w:szCs w:val="18"/>
              </w:rPr>
              <w:t>-</w:t>
            </w:r>
            <w:r>
              <w:rPr>
                <w:rFonts w:cs="Arial"/>
                <w:szCs w:val="18"/>
                <w:lang w:eastAsia="zh-TW"/>
              </w:rPr>
              <w:t>8</w:t>
            </w:r>
            <w:r>
              <w:rPr>
                <w:rFonts w:eastAsia="MS Mincho" w:cs="Arial"/>
                <w:szCs w:val="18"/>
              </w:rPr>
              <w:t>A_n1A-n78A</w:t>
            </w:r>
            <w:r>
              <w:rPr>
                <w:vertAlign w:val="superscript"/>
                <w:lang w:eastAsia="fi-FI"/>
              </w:rPr>
              <w:t>2</w:t>
            </w:r>
          </w:p>
        </w:tc>
        <w:tc>
          <w:tcPr>
            <w:tcW w:w="3514" w:type="dxa"/>
            <w:tcBorders>
              <w:top w:val="single" w:sz="4" w:space="0" w:color="auto"/>
              <w:left w:val="single" w:sz="4" w:space="0" w:color="auto"/>
              <w:bottom w:val="single" w:sz="4" w:space="0" w:color="auto"/>
              <w:right w:val="single" w:sz="4" w:space="0" w:color="auto"/>
            </w:tcBorders>
            <w:hideMark/>
          </w:tcPr>
          <w:p w14:paraId="027565EC" w14:textId="77777777" w:rsidR="00F044BB" w:rsidRDefault="00F044BB" w:rsidP="00AC3FE8">
            <w:pPr>
              <w:pStyle w:val="TAC"/>
              <w:rPr>
                <w:rFonts w:eastAsia="Malgun Gothic" w:cs="Arial"/>
                <w:szCs w:val="18"/>
                <w:lang w:eastAsia="ko-KR"/>
              </w:rPr>
            </w:pPr>
            <w:r>
              <w:rPr>
                <w:rFonts w:eastAsia="Malgun Gothic" w:cs="Arial"/>
                <w:szCs w:val="18"/>
                <w:lang w:eastAsia="ko-KR"/>
              </w:rPr>
              <w:t>DC_7A_n1A</w:t>
            </w:r>
          </w:p>
          <w:p w14:paraId="6CD3AE20" w14:textId="77777777" w:rsidR="00F044BB" w:rsidRDefault="00F044BB" w:rsidP="00AC3FE8">
            <w:pPr>
              <w:pStyle w:val="TAC"/>
              <w:rPr>
                <w:rFonts w:eastAsia="Malgun Gothic" w:cs="Arial"/>
                <w:szCs w:val="18"/>
                <w:lang w:eastAsia="ko-KR"/>
              </w:rPr>
            </w:pPr>
            <w:r>
              <w:rPr>
                <w:rFonts w:eastAsia="Malgun Gothic" w:cs="Arial"/>
                <w:szCs w:val="18"/>
                <w:lang w:eastAsia="ko-KR"/>
              </w:rPr>
              <w:t>DC_7A_n78A</w:t>
            </w:r>
          </w:p>
          <w:p w14:paraId="0FCC05F4" w14:textId="77777777" w:rsidR="00F044BB" w:rsidRDefault="00F044BB" w:rsidP="00AC3FE8">
            <w:pPr>
              <w:pStyle w:val="TAC"/>
              <w:rPr>
                <w:rFonts w:eastAsia="Malgun Gothic" w:cs="Arial"/>
                <w:szCs w:val="18"/>
                <w:lang w:eastAsia="ko-KR"/>
              </w:rPr>
            </w:pPr>
            <w:r>
              <w:rPr>
                <w:rFonts w:eastAsia="Malgun Gothic" w:cs="Arial"/>
                <w:szCs w:val="18"/>
                <w:lang w:eastAsia="ko-KR"/>
              </w:rPr>
              <w:t>DC_8A_n1A</w:t>
            </w:r>
          </w:p>
          <w:p w14:paraId="210D23A8" w14:textId="77777777" w:rsidR="00F044BB" w:rsidRDefault="00F044BB" w:rsidP="00AC3FE8">
            <w:pPr>
              <w:pStyle w:val="TAC"/>
              <w:rPr>
                <w:rFonts w:eastAsia="Malgun Gothic"/>
                <w:lang w:eastAsia="ko-KR"/>
              </w:rPr>
            </w:pPr>
            <w:r>
              <w:rPr>
                <w:rFonts w:eastAsia="Malgun Gothic" w:cs="Arial"/>
                <w:szCs w:val="18"/>
                <w:lang w:eastAsia="ko-KR"/>
              </w:rPr>
              <w:t>DC_8A_n78A</w:t>
            </w:r>
          </w:p>
        </w:tc>
      </w:tr>
      <w:tr w:rsidR="00F044BB" w14:paraId="586835F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A6F8637" w14:textId="77777777" w:rsidR="00F044BB" w:rsidRDefault="00F044BB" w:rsidP="00AC3FE8">
            <w:pPr>
              <w:pStyle w:val="TAC"/>
              <w:rPr>
                <w:lang w:eastAsia="fi-FI"/>
              </w:rPr>
            </w:pPr>
            <w:r>
              <w:rPr>
                <w:lang w:eastAsia="fi-FI"/>
              </w:rPr>
              <w:t>DC_7A-13A-66A_n66A</w:t>
            </w:r>
          </w:p>
          <w:p w14:paraId="037CDC87" w14:textId="77777777" w:rsidR="00F044BB" w:rsidRDefault="00F044BB" w:rsidP="00AC3FE8">
            <w:pPr>
              <w:pStyle w:val="TAC"/>
              <w:rPr>
                <w:rFonts w:eastAsia="MS Mincho" w:cs="Arial"/>
                <w:szCs w:val="18"/>
              </w:rPr>
            </w:pPr>
            <w:r>
              <w:rPr>
                <w:lang w:eastAsia="fi-FI"/>
              </w:rPr>
              <w:t>DC_7C-13A-66A_n66A</w:t>
            </w:r>
          </w:p>
        </w:tc>
        <w:tc>
          <w:tcPr>
            <w:tcW w:w="3514" w:type="dxa"/>
            <w:tcBorders>
              <w:top w:val="single" w:sz="4" w:space="0" w:color="auto"/>
              <w:left w:val="single" w:sz="4" w:space="0" w:color="auto"/>
              <w:bottom w:val="single" w:sz="4" w:space="0" w:color="auto"/>
              <w:right w:val="single" w:sz="4" w:space="0" w:color="auto"/>
            </w:tcBorders>
            <w:hideMark/>
          </w:tcPr>
          <w:p w14:paraId="6824D3C6" w14:textId="77777777" w:rsidR="00F044BB" w:rsidRDefault="00F044BB" w:rsidP="00AC3FE8">
            <w:pPr>
              <w:pStyle w:val="TAC"/>
              <w:rPr>
                <w:lang w:eastAsia="fi-FI"/>
              </w:rPr>
            </w:pPr>
            <w:r>
              <w:rPr>
                <w:lang w:eastAsia="fi-FI"/>
              </w:rPr>
              <w:t>DC_7A_n66A</w:t>
            </w:r>
          </w:p>
          <w:p w14:paraId="67DD3DA0" w14:textId="77777777" w:rsidR="00F044BB" w:rsidRDefault="00F044BB" w:rsidP="00AC3FE8">
            <w:pPr>
              <w:pStyle w:val="TAC"/>
              <w:rPr>
                <w:lang w:eastAsia="fi-FI"/>
              </w:rPr>
            </w:pPr>
            <w:r>
              <w:rPr>
                <w:lang w:eastAsia="fi-FI"/>
              </w:rPr>
              <w:t>DC_13A_n66A</w:t>
            </w:r>
          </w:p>
          <w:p w14:paraId="2D921624" w14:textId="77777777" w:rsidR="00F044BB" w:rsidRDefault="00F044BB" w:rsidP="00AC3FE8">
            <w:pPr>
              <w:pStyle w:val="TAC"/>
              <w:rPr>
                <w:rFonts w:eastAsia="Malgun Gothic" w:cs="Arial"/>
                <w:szCs w:val="18"/>
                <w:lang w:eastAsia="ko-KR"/>
              </w:rPr>
            </w:pPr>
            <w:r>
              <w:rPr>
                <w:lang w:eastAsia="fi-FI"/>
              </w:rPr>
              <w:t>DC_66A_n66A</w:t>
            </w:r>
            <w:r>
              <w:rPr>
                <w:vertAlign w:val="superscript"/>
                <w:lang w:eastAsia="fi-FI"/>
              </w:rPr>
              <w:t>4</w:t>
            </w:r>
          </w:p>
        </w:tc>
      </w:tr>
      <w:tr w:rsidR="00F044BB" w14:paraId="330D1CE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0EA8112" w14:textId="77777777" w:rsidR="00F044BB" w:rsidRDefault="00F044BB" w:rsidP="00AC3FE8">
            <w:pPr>
              <w:pStyle w:val="TAC"/>
              <w:rPr>
                <w:lang w:eastAsia="fi-FI"/>
              </w:rPr>
            </w:pPr>
            <w:r>
              <w:rPr>
                <w:rFonts w:eastAsia="MS Mincho" w:cs="Arial"/>
                <w:kern w:val="2"/>
                <w:szCs w:val="22"/>
                <w:lang w:eastAsia="zh-CN"/>
              </w:rPr>
              <w:t>DC_7A-20A_n3A-n78A</w:t>
            </w:r>
          </w:p>
        </w:tc>
        <w:tc>
          <w:tcPr>
            <w:tcW w:w="3514" w:type="dxa"/>
            <w:tcBorders>
              <w:top w:val="single" w:sz="4" w:space="0" w:color="auto"/>
              <w:left w:val="single" w:sz="4" w:space="0" w:color="auto"/>
              <w:bottom w:val="single" w:sz="4" w:space="0" w:color="auto"/>
              <w:right w:val="single" w:sz="4" w:space="0" w:color="auto"/>
            </w:tcBorders>
            <w:hideMark/>
          </w:tcPr>
          <w:p w14:paraId="2F66688E" w14:textId="77777777" w:rsidR="00F044BB" w:rsidRDefault="00F044BB" w:rsidP="00AC3FE8">
            <w:pPr>
              <w:pStyle w:val="TAC"/>
            </w:pPr>
            <w:r>
              <w:t>DC_</w:t>
            </w:r>
            <w:r>
              <w:rPr>
                <w:lang w:eastAsia="zh-CN"/>
              </w:rPr>
              <w:t>7</w:t>
            </w:r>
            <w:r>
              <w:t>A_n</w:t>
            </w:r>
            <w:r>
              <w:rPr>
                <w:lang w:eastAsia="zh-CN"/>
              </w:rPr>
              <w:t>3</w:t>
            </w:r>
            <w:r>
              <w:t>A</w:t>
            </w:r>
          </w:p>
          <w:p w14:paraId="06C5E156" w14:textId="77777777" w:rsidR="00F044BB" w:rsidRDefault="00F044BB" w:rsidP="00AC3FE8">
            <w:pPr>
              <w:pStyle w:val="TAC"/>
            </w:pPr>
            <w:r>
              <w:t>DC_</w:t>
            </w:r>
            <w:r>
              <w:rPr>
                <w:lang w:eastAsia="zh-CN"/>
              </w:rPr>
              <w:t>20</w:t>
            </w:r>
            <w:r>
              <w:t>A_n</w:t>
            </w:r>
            <w:r>
              <w:rPr>
                <w:lang w:eastAsia="zh-CN"/>
              </w:rPr>
              <w:t>3</w:t>
            </w:r>
            <w:r>
              <w:t>A</w:t>
            </w:r>
          </w:p>
          <w:p w14:paraId="70625A3C" w14:textId="77777777" w:rsidR="00F044BB" w:rsidRDefault="00F044BB" w:rsidP="00AC3FE8">
            <w:pPr>
              <w:pStyle w:val="TAC"/>
            </w:pPr>
            <w:r>
              <w:t>DC_</w:t>
            </w:r>
            <w:r>
              <w:rPr>
                <w:lang w:eastAsia="zh-CN"/>
              </w:rPr>
              <w:t>7</w:t>
            </w:r>
            <w:r>
              <w:t>A_n</w:t>
            </w:r>
            <w:r>
              <w:rPr>
                <w:lang w:eastAsia="zh-CN"/>
              </w:rPr>
              <w:t>78</w:t>
            </w:r>
            <w:r>
              <w:t>A</w:t>
            </w:r>
          </w:p>
          <w:p w14:paraId="082CA045" w14:textId="77777777" w:rsidR="00F044BB" w:rsidRDefault="00F044BB" w:rsidP="00AC3FE8">
            <w:pPr>
              <w:pStyle w:val="TAC"/>
              <w:rPr>
                <w:lang w:eastAsia="fi-FI"/>
              </w:rPr>
            </w:pPr>
            <w:r>
              <w:t>DC_</w:t>
            </w:r>
            <w:r>
              <w:rPr>
                <w:lang w:eastAsia="zh-CN"/>
              </w:rPr>
              <w:t>20</w:t>
            </w:r>
            <w:r>
              <w:t>A_n</w:t>
            </w:r>
            <w:r>
              <w:rPr>
                <w:lang w:eastAsia="zh-CN"/>
              </w:rPr>
              <w:t>78</w:t>
            </w:r>
            <w:r>
              <w:t>A</w:t>
            </w:r>
          </w:p>
        </w:tc>
      </w:tr>
      <w:tr w:rsidR="00F044BB" w14:paraId="382383B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91ABFB5" w14:textId="77777777" w:rsidR="00F044BB" w:rsidRDefault="00F044BB" w:rsidP="00AC3FE8">
            <w:pPr>
              <w:pStyle w:val="TAC"/>
            </w:pPr>
            <w:r>
              <w:rPr>
                <w:rFonts w:eastAsia="Malgun Gothic"/>
                <w:lang w:eastAsia="ko-KR"/>
              </w:rPr>
              <w:t>DC_7A-20A_n28A-n78A</w:t>
            </w:r>
            <w:r>
              <w:rPr>
                <w:rFonts w:eastAsia="Malgun Gothic"/>
                <w:vertAlign w:val="superscript"/>
                <w:lang w:eastAsia="ko-KR"/>
              </w:rPr>
              <w:t>2,3,</w:t>
            </w:r>
            <w:r>
              <w:rPr>
                <w:noProof/>
                <w:vertAlign w:val="superscript"/>
                <w:lang w:eastAsia="zh-CN"/>
              </w:rPr>
              <w:t>7,8</w:t>
            </w:r>
          </w:p>
        </w:tc>
        <w:tc>
          <w:tcPr>
            <w:tcW w:w="3514" w:type="dxa"/>
            <w:tcBorders>
              <w:top w:val="single" w:sz="4" w:space="0" w:color="auto"/>
              <w:left w:val="single" w:sz="4" w:space="0" w:color="auto"/>
              <w:bottom w:val="single" w:sz="4" w:space="0" w:color="auto"/>
              <w:right w:val="single" w:sz="4" w:space="0" w:color="auto"/>
            </w:tcBorders>
            <w:hideMark/>
          </w:tcPr>
          <w:p w14:paraId="32394AE9" w14:textId="77777777" w:rsidR="00F044BB" w:rsidRDefault="00F044BB" w:rsidP="00AC3FE8">
            <w:pPr>
              <w:pStyle w:val="TAC"/>
              <w:rPr>
                <w:rFonts w:eastAsia="Malgun Gothic"/>
                <w:lang w:eastAsia="ko-KR"/>
              </w:rPr>
            </w:pPr>
            <w:r>
              <w:rPr>
                <w:rFonts w:eastAsia="Malgun Gothic"/>
                <w:lang w:eastAsia="ko-KR"/>
              </w:rPr>
              <w:t>DC_7A_n28A</w:t>
            </w:r>
          </w:p>
          <w:p w14:paraId="5AFBA369" w14:textId="77777777" w:rsidR="00F044BB" w:rsidRDefault="00F044BB" w:rsidP="00AC3FE8">
            <w:pPr>
              <w:pStyle w:val="TAC"/>
              <w:rPr>
                <w:rFonts w:eastAsia="Malgun Gothic"/>
                <w:lang w:eastAsia="ko-KR"/>
              </w:rPr>
            </w:pPr>
            <w:r>
              <w:rPr>
                <w:rFonts w:eastAsia="Malgun Gothic"/>
                <w:lang w:eastAsia="ko-KR"/>
              </w:rPr>
              <w:t>DC_7A_n78A</w:t>
            </w:r>
          </w:p>
          <w:p w14:paraId="02B8DA06" w14:textId="77777777" w:rsidR="00F044BB" w:rsidRDefault="00F044BB" w:rsidP="00AC3FE8">
            <w:pPr>
              <w:pStyle w:val="TAC"/>
              <w:rPr>
                <w:rFonts w:eastAsia="Malgun Gothic"/>
                <w:lang w:eastAsia="ko-KR"/>
              </w:rPr>
            </w:pPr>
            <w:r>
              <w:rPr>
                <w:rFonts w:eastAsia="Malgun Gothic"/>
                <w:lang w:eastAsia="ko-KR"/>
              </w:rPr>
              <w:t>DC_20A_n28A</w:t>
            </w:r>
          </w:p>
          <w:p w14:paraId="0890DAB8" w14:textId="77777777" w:rsidR="00F044BB" w:rsidRDefault="00F044BB" w:rsidP="00AC3FE8">
            <w:pPr>
              <w:pStyle w:val="TAC"/>
            </w:pPr>
            <w:r>
              <w:rPr>
                <w:rFonts w:eastAsia="Malgun Gothic"/>
                <w:lang w:eastAsia="ko-KR"/>
              </w:rPr>
              <w:t>DC_20A_n78A</w:t>
            </w:r>
          </w:p>
        </w:tc>
      </w:tr>
      <w:tr w:rsidR="00F044BB" w14:paraId="5D580CC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580B6CC" w14:textId="77777777" w:rsidR="00F044BB" w:rsidRDefault="00F044BB" w:rsidP="00AC3FE8">
            <w:pPr>
              <w:pStyle w:val="TAC"/>
              <w:rPr>
                <w:rFonts w:eastAsia="Malgun Gothic"/>
                <w:lang w:eastAsia="ko-KR"/>
              </w:rPr>
            </w:pPr>
            <w:r>
              <w:rPr>
                <w:rFonts w:eastAsia="Malgun Gothic" w:cs="Arial"/>
                <w:szCs w:val="16"/>
                <w:lang w:eastAsia="ko-KR"/>
              </w:rPr>
              <w:t>DC_7A-28A_n3A-n78A</w:t>
            </w:r>
          </w:p>
        </w:tc>
        <w:tc>
          <w:tcPr>
            <w:tcW w:w="3514" w:type="dxa"/>
            <w:tcBorders>
              <w:top w:val="single" w:sz="4" w:space="0" w:color="auto"/>
              <w:left w:val="single" w:sz="4" w:space="0" w:color="auto"/>
              <w:bottom w:val="single" w:sz="4" w:space="0" w:color="auto"/>
              <w:right w:val="single" w:sz="4" w:space="0" w:color="auto"/>
            </w:tcBorders>
            <w:hideMark/>
          </w:tcPr>
          <w:p w14:paraId="75F18AEB" w14:textId="77777777" w:rsidR="00F044BB" w:rsidRDefault="00F044BB" w:rsidP="00AC3FE8">
            <w:pPr>
              <w:pStyle w:val="TAC"/>
              <w:rPr>
                <w:rFonts w:cs="Arial"/>
                <w:szCs w:val="16"/>
                <w:lang w:eastAsia="zh-CN"/>
              </w:rPr>
            </w:pPr>
            <w:r>
              <w:rPr>
                <w:rFonts w:cs="Arial"/>
                <w:szCs w:val="16"/>
                <w:lang w:eastAsia="zh-CN"/>
              </w:rPr>
              <w:t>DC_7A_n3A</w:t>
            </w:r>
          </w:p>
          <w:p w14:paraId="4E6B5F44" w14:textId="77777777" w:rsidR="00F044BB" w:rsidRDefault="00F044BB" w:rsidP="00AC3FE8">
            <w:pPr>
              <w:pStyle w:val="TAC"/>
              <w:rPr>
                <w:rFonts w:cs="Arial"/>
                <w:szCs w:val="16"/>
                <w:lang w:eastAsia="zh-CN"/>
              </w:rPr>
            </w:pPr>
            <w:r>
              <w:rPr>
                <w:rFonts w:cs="Arial"/>
                <w:szCs w:val="16"/>
                <w:lang w:eastAsia="zh-CN"/>
              </w:rPr>
              <w:t>DC_28A_n3A</w:t>
            </w:r>
          </w:p>
          <w:p w14:paraId="0832A453" w14:textId="77777777" w:rsidR="00F044BB" w:rsidRDefault="00F044BB" w:rsidP="00AC3FE8">
            <w:pPr>
              <w:pStyle w:val="TAC"/>
              <w:rPr>
                <w:rFonts w:cs="Arial"/>
                <w:szCs w:val="16"/>
                <w:lang w:eastAsia="zh-CN"/>
              </w:rPr>
            </w:pPr>
            <w:r>
              <w:rPr>
                <w:rFonts w:cs="Arial"/>
                <w:szCs w:val="16"/>
                <w:lang w:eastAsia="zh-CN"/>
              </w:rPr>
              <w:t>DC_7A_n78A</w:t>
            </w:r>
          </w:p>
          <w:p w14:paraId="19D6B7DB" w14:textId="77777777" w:rsidR="00F044BB" w:rsidRDefault="00F044BB" w:rsidP="00AC3FE8">
            <w:pPr>
              <w:pStyle w:val="TAC"/>
              <w:rPr>
                <w:rFonts w:eastAsia="Malgun Gothic"/>
                <w:lang w:eastAsia="ko-KR"/>
              </w:rPr>
            </w:pPr>
            <w:r>
              <w:rPr>
                <w:rFonts w:cs="Arial"/>
                <w:szCs w:val="16"/>
                <w:lang w:eastAsia="zh-CN"/>
              </w:rPr>
              <w:t>DC_28A_n78A</w:t>
            </w:r>
          </w:p>
        </w:tc>
      </w:tr>
      <w:tr w:rsidR="00F044BB" w14:paraId="2BF3C7E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5EED4F5" w14:textId="77777777" w:rsidR="00F044BB" w:rsidRDefault="00F044BB" w:rsidP="00AC3FE8">
            <w:pPr>
              <w:pStyle w:val="TAC"/>
              <w:rPr>
                <w:rFonts w:eastAsia="Malgun Gothic"/>
                <w:lang w:eastAsia="ko-KR"/>
              </w:rPr>
            </w:pPr>
            <w:r>
              <w:rPr>
                <w:rFonts w:eastAsia="Malgun Gothic" w:cs="Arial"/>
                <w:szCs w:val="16"/>
                <w:lang w:eastAsia="ko-KR"/>
              </w:rPr>
              <w:t>DC_7C-28A_n3A-n78A</w:t>
            </w:r>
          </w:p>
        </w:tc>
        <w:tc>
          <w:tcPr>
            <w:tcW w:w="3514" w:type="dxa"/>
            <w:tcBorders>
              <w:top w:val="single" w:sz="4" w:space="0" w:color="auto"/>
              <w:left w:val="single" w:sz="4" w:space="0" w:color="auto"/>
              <w:bottom w:val="single" w:sz="4" w:space="0" w:color="auto"/>
              <w:right w:val="single" w:sz="4" w:space="0" w:color="auto"/>
            </w:tcBorders>
            <w:hideMark/>
          </w:tcPr>
          <w:p w14:paraId="066C8A5B" w14:textId="77777777" w:rsidR="00F044BB" w:rsidRDefault="00F044BB" w:rsidP="00AC3FE8">
            <w:pPr>
              <w:pStyle w:val="TAC"/>
              <w:rPr>
                <w:rFonts w:cs="Arial"/>
                <w:szCs w:val="16"/>
                <w:lang w:eastAsia="zh-CN"/>
              </w:rPr>
            </w:pPr>
            <w:r>
              <w:rPr>
                <w:rFonts w:cs="Arial"/>
                <w:szCs w:val="16"/>
                <w:lang w:eastAsia="zh-CN"/>
              </w:rPr>
              <w:t>DC_7A_n3A</w:t>
            </w:r>
          </w:p>
          <w:p w14:paraId="0D048640" w14:textId="77777777" w:rsidR="00F044BB" w:rsidRDefault="00F044BB" w:rsidP="00AC3FE8">
            <w:pPr>
              <w:pStyle w:val="TAC"/>
              <w:rPr>
                <w:rFonts w:cs="Arial"/>
                <w:szCs w:val="16"/>
                <w:lang w:eastAsia="zh-CN"/>
              </w:rPr>
            </w:pPr>
            <w:r>
              <w:rPr>
                <w:rFonts w:cs="Arial"/>
                <w:szCs w:val="16"/>
                <w:lang w:eastAsia="zh-CN"/>
              </w:rPr>
              <w:t>DC_7C_n3A</w:t>
            </w:r>
          </w:p>
          <w:p w14:paraId="019EF9C7" w14:textId="77777777" w:rsidR="00F044BB" w:rsidRDefault="00F044BB" w:rsidP="00AC3FE8">
            <w:pPr>
              <w:pStyle w:val="TAC"/>
              <w:rPr>
                <w:rFonts w:cs="Arial"/>
                <w:szCs w:val="16"/>
                <w:lang w:eastAsia="zh-CN"/>
              </w:rPr>
            </w:pPr>
            <w:r>
              <w:rPr>
                <w:rFonts w:cs="Arial"/>
                <w:szCs w:val="16"/>
                <w:lang w:eastAsia="zh-CN"/>
              </w:rPr>
              <w:t>DC_28A_n3A</w:t>
            </w:r>
          </w:p>
          <w:p w14:paraId="4AE1076E" w14:textId="77777777" w:rsidR="00F044BB" w:rsidRDefault="00F044BB" w:rsidP="00AC3FE8">
            <w:pPr>
              <w:pStyle w:val="TAC"/>
              <w:rPr>
                <w:rFonts w:cs="Arial"/>
                <w:szCs w:val="16"/>
                <w:lang w:eastAsia="zh-CN"/>
              </w:rPr>
            </w:pPr>
            <w:r>
              <w:rPr>
                <w:rFonts w:cs="Arial"/>
                <w:szCs w:val="16"/>
                <w:lang w:eastAsia="zh-CN"/>
              </w:rPr>
              <w:t>DC_7A_n78A</w:t>
            </w:r>
          </w:p>
          <w:p w14:paraId="35E6F362" w14:textId="77777777" w:rsidR="00F044BB" w:rsidRDefault="00F044BB" w:rsidP="00AC3FE8">
            <w:pPr>
              <w:pStyle w:val="TAC"/>
              <w:rPr>
                <w:rFonts w:cs="Arial"/>
                <w:szCs w:val="16"/>
                <w:lang w:eastAsia="zh-CN"/>
              </w:rPr>
            </w:pPr>
            <w:r>
              <w:rPr>
                <w:rFonts w:cs="Arial"/>
                <w:szCs w:val="16"/>
                <w:lang w:eastAsia="zh-CN"/>
              </w:rPr>
              <w:t>DC_7C_n78A</w:t>
            </w:r>
          </w:p>
          <w:p w14:paraId="7813D588" w14:textId="77777777" w:rsidR="00F044BB" w:rsidRDefault="00F044BB" w:rsidP="00AC3FE8">
            <w:pPr>
              <w:pStyle w:val="TAC"/>
              <w:rPr>
                <w:rFonts w:eastAsia="Malgun Gothic"/>
                <w:lang w:eastAsia="ko-KR"/>
              </w:rPr>
            </w:pPr>
            <w:r>
              <w:rPr>
                <w:rFonts w:cs="Arial"/>
                <w:szCs w:val="16"/>
                <w:lang w:eastAsia="zh-CN"/>
              </w:rPr>
              <w:t>DC_28A_n78A</w:t>
            </w:r>
          </w:p>
        </w:tc>
      </w:tr>
      <w:tr w:rsidR="00F044BB" w14:paraId="3F7FBE0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249C350" w14:textId="77777777" w:rsidR="00F044BB" w:rsidRDefault="00F044BB" w:rsidP="00AC3FE8">
            <w:pPr>
              <w:pStyle w:val="TAC"/>
              <w:rPr>
                <w:lang w:eastAsia="zh-CN"/>
              </w:rPr>
            </w:pPr>
            <w:r>
              <w:rPr>
                <w:lang w:eastAsia="zh-CN"/>
              </w:rPr>
              <w:t>DC_7A-28A_n5A-n78A</w:t>
            </w:r>
          </w:p>
          <w:p w14:paraId="22D6A357" w14:textId="77777777" w:rsidR="00F044BB" w:rsidRDefault="00F044BB" w:rsidP="00AC3FE8">
            <w:pPr>
              <w:pStyle w:val="TAC"/>
              <w:rPr>
                <w:rFonts w:eastAsia="Malgun Gothic"/>
                <w:lang w:eastAsia="ko-KR"/>
              </w:rPr>
            </w:pPr>
            <w:r>
              <w:rPr>
                <w:lang w:eastAsia="zh-CN"/>
              </w:rPr>
              <w:t>DC_7C-28A_n5A-n78A</w:t>
            </w:r>
          </w:p>
        </w:tc>
        <w:tc>
          <w:tcPr>
            <w:tcW w:w="3514" w:type="dxa"/>
            <w:tcBorders>
              <w:top w:val="single" w:sz="4" w:space="0" w:color="auto"/>
              <w:left w:val="single" w:sz="4" w:space="0" w:color="auto"/>
              <w:bottom w:val="single" w:sz="4" w:space="0" w:color="auto"/>
              <w:right w:val="single" w:sz="4" w:space="0" w:color="auto"/>
            </w:tcBorders>
            <w:hideMark/>
          </w:tcPr>
          <w:p w14:paraId="1F44FAD4" w14:textId="77777777" w:rsidR="00F044BB" w:rsidRDefault="00F044BB" w:rsidP="00AC3FE8">
            <w:pPr>
              <w:pStyle w:val="TAC"/>
              <w:rPr>
                <w:lang w:eastAsia="zh-CN"/>
              </w:rPr>
            </w:pPr>
            <w:r>
              <w:rPr>
                <w:lang w:eastAsia="zh-CN"/>
              </w:rPr>
              <w:t>DC_7A_n5A</w:t>
            </w:r>
          </w:p>
          <w:p w14:paraId="34574FAA" w14:textId="77777777" w:rsidR="00F044BB" w:rsidRDefault="00F044BB" w:rsidP="00AC3FE8">
            <w:pPr>
              <w:pStyle w:val="TAC"/>
              <w:rPr>
                <w:lang w:eastAsia="zh-CN"/>
              </w:rPr>
            </w:pPr>
            <w:r>
              <w:rPr>
                <w:lang w:eastAsia="zh-CN"/>
              </w:rPr>
              <w:t>DC_7C_n5A</w:t>
            </w:r>
            <w:r>
              <w:rPr>
                <w:lang w:eastAsia="zh-CN"/>
              </w:rPr>
              <w:br/>
              <w:t>DC_7A_n78A</w:t>
            </w:r>
          </w:p>
          <w:p w14:paraId="1497EC86" w14:textId="77777777" w:rsidR="00F044BB" w:rsidRDefault="00F044BB" w:rsidP="00AC3FE8">
            <w:pPr>
              <w:pStyle w:val="TAC"/>
              <w:rPr>
                <w:lang w:eastAsia="zh-CN"/>
              </w:rPr>
            </w:pPr>
            <w:r>
              <w:rPr>
                <w:lang w:eastAsia="zh-CN"/>
              </w:rPr>
              <w:t>DC_7C_n78A</w:t>
            </w:r>
          </w:p>
          <w:p w14:paraId="23599A43" w14:textId="77777777" w:rsidR="00F044BB" w:rsidRDefault="00F044BB" w:rsidP="00AC3FE8">
            <w:pPr>
              <w:pStyle w:val="TAC"/>
              <w:rPr>
                <w:rFonts w:eastAsia="Malgun Gothic"/>
                <w:lang w:eastAsia="ko-KR"/>
              </w:rPr>
            </w:pPr>
            <w:r>
              <w:rPr>
                <w:lang w:eastAsia="zh-CN"/>
              </w:rPr>
              <w:t>DC_28A_n5A</w:t>
            </w:r>
            <w:r>
              <w:rPr>
                <w:lang w:eastAsia="zh-CN"/>
              </w:rPr>
              <w:br/>
              <w:t>DC_28A_n78A</w:t>
            </w:r>
          </w:p>
        </w:tc>
      </w:tr>
      <w:tr w:rsidR="00F044BB" w14:paraId="5B2380D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2AADE07" w14:textId="77777777" w:rsidR="00F044BB" w:rsidRDefault="00F044BB" w:rsidP="00AC3FE8">
            <w:pPr>
              <w:pStyle w:val="TAC"/>
              <w:rPr>
                <w:lang w:eastAsia="zh-CN"/>
              </w:rPr>
            </w:pPr>
            <w:r>
              <w:rPr>
                <w:rFonts w:eastAsia="Malgun Gothic" w:cs="Arial"/>
                <w:szCs w:val="18"/>
                <w:lang w:eastAsia="ko-KR"/>
              </w:rPr>
              <w:t>DC_7A-28A_n7A-n78A</w:t>
            </w:r>
          </w:p>
        </w:tc>
        <w:tc>
          <w:tcPr>
            <w:tcW w:w="3514" w:type="dxa"/>
            <w:tcBorders>
              <w:top w:val="single" w:sz="4" w:space="0" w:color="auto"/>
              <w:left w:val="single" w:sz="4" w:space="0" w:color="auto"/>
              <w:bottom w:val="single" w:sz="4" w:space="0" w:color="auto"/>
              <w:right w:val="single" w:sz="4" w:space="0" w:color="auto"/>
            </w:tcBorders>
            <w:hideMark/>
          </w:tcPr>
          <w:p w14:paraId="10147C33" w14:textId="77777777" w:rsidR="00F044BB" w:rsidRDefault="00F044BB" w:rsidP="00AC3FE8">
            <w:pPr>
              <w:pStyle w:val="TAC"/>
              <w:rPr>
                <w:rFonts w:cs="Arial"/>
                <w:lang w:eastAsia="zh-CN"/>
              </w:rPr>
            </w:pPr>
            <w:r>
              <w:rPr>
                <w:rFonts w:cs="Arial"/>
                <w:lang w:eastAsia="zh-CN"/>
              </w:rPr>
              <w:t>DC_7A_n7A</w:t>
            </w:r>
            <w:r>
              <w:rPr>
                <w:rFonts w:cs="Arial"/>
                <w:vertAlign w:val="superscript"/>
                <w:lang w:eastAsia="zh-CN"/>
              </w:rPr>
              <w:t>4</w:t>
            </w:r>
          </w:p>
          <w:p w14:paraId="7CED7934" w14:textId="77777777" w:rsidR="00F044BB" w:rsidRDefault="00F044BB" w:rsidP="00AC3FE8">
            <w:pPr>
              <w:pStyle w:val="TAC"/>
              <w:rPr>
                <w:rFonts w:cs="Arial"/>
                <w:lang w:eastAsia="zh-CN"/>
              </w:rPr>
            </w:pPr>
            <w:r>
              <w:rPr>
                <w:rFonts w:cs="Arial"/>
                <w:lang w:eastAsia="zh-CN"/>
              </w:rPr>
              <w:t>DC_28A_n7A</w:t>
            </w:r>
          </w:p>
          <w:p w14:paraId="3D4FC770" w14:textId="77777777" w:rsidR="00F044BB" w:rsidRDefault="00F044BB" w:rsidP="00AC3FE8">
            <w:pPr>
              <w:pStyle w:val="TAC"/>
              <w:rPr>
                <w:rFonts w:cs="Arial"/>
                <w:lang w:eastAsia="zh-CN"/>
              </w:rPr>
            </w:pPr>
            <w:r>
              <w:rPr>
                <w:rFonts w:cs="Arial"/>
                <w:lang w:eastAsia="zh-CN"/>
              </w:rPr>
              <w:t>DC_7A_n78A</w:t>
            </w:r>
          </w:p>
          <w:p w14:paraId="38A2DDCB" w14:textId="77777777" w:rsidR="00F044BB" w:rsidRDefault="00F044BB" w:rsidP="00AC3FE8">
            <w:pPr>
              <w:pStyle w:val="TAC"/>
              <w:rPr>
                <w:lang w:eastAsia="zh-CN"/>
              </w:rPr>
            </w:pPr>
            <w:r>
              <w:rPr>
                <w:rFonts w:cs="Arial"/>
                <w:lang w:eastAsia="zh-CN"/>
              </w:rPr>
              <w:t>DC_28A_n78A</w:t>
            </w:r>
          </w:p>
        </w:tc>
      </w:tr>
      <w:tr w:rsidR="00F044BB" w14:paraId="2240419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C13D9D4" w14:textId="77777777" w:rsidR="00F044BB" w:rsidRDefault="00F044BB" w:rsidP="00AC3FE8">
            <w:pPr>
              <w:pStyle w:val="TAC"/>
              <w:rPr>
                <w:lang w:eastAsia="ko-KR"/>
              </w:rPr>
            </w:pPr>
            <w:r>
              <w:rPr>
                <w:lang w:eastAsia="ko-KR"/>
              </w:rPr>
              <w:t>DC_7A-66A_n66A-n78A</w:t>
            </w:r>
          </w:p>
          <w:p w14:paraId="20988CA8" w14:textId="77777777" w:rsidR="00F044BB" w:rsidRDefault="00F044BB" w:rsidP="00AC3FE8">
            <w:pPr>
              <w:pStyle w:val="TAC"/>
              <w:rPr>
                <w:rFonts w:cs="Arial"/>
                <w:lang w:eastAsia="zh-CN"/>
              </w:rPr>
            </w:pPr>
            <w:r>
              <w:rPr>
                <w:rFonts w:cs="Arial"/>
                <w:lang w:eastAsia="zh-CN"/>
              </w:rPr>
              <w:t>DC_7A-7A-66A_n66A-n78A</w:t>
            </w:r>
          </w:p>
          <w:p w14:paraId="1758DF94" w14:textId="77777777" w:rsidR="00F044BB" w:rsidRDefault="00F044BB" w:rsidP="00AC3FE8">
            <w:pPr>
              <w:pStyle w:val="TAC"/>
              <w:rPr>
                <w:lang w:eastAsia="zh-CN"/>
              </w:rPr>
            </w:pPr>
            <w:r>
              <w:rPr>
                <w:rFonts w:cs="Arial"/>
                <w:lang w:eastAsia="zh-CN"/>
              </w:rPr>
              <w:t>DC_7C-66A_n66A-n78A</w:t>
            </w:r>
          </w:p>
        </w:tc>
        <w:tc>
          <w:tcPr>
            <w:tcW w:w="3514" w:type="dxa"/>
            <w:tcBorders>
              <w:top w:val="single" w:sz="4" w:space="0" w:color="auto"/>
              <w:left w:val="single" w:sz="4" w:space="0" w:color="auto"/>
              <w:bottom w:val="single" w:sz="4" w:space="0" w:color="auto"/>
              <w:right w:val="single" w:sz="4" w:space="0" w:color="auto"/>
            </w:tcBorders>
            <w:hideMark/>
          </w:tcPr>
          <w:p w14:paraId="4785DC60" w14:textId="77777777" w:rsidR="00F044BB" w:rsidRDefault="00F044BB" w:rsidP="00AC3FE8">
            <w:pPr>
              <w:pStyle w:val="TAC"/>
            </w:pPr>
            <w:r>
              <w:t>DC_</w:t>
            </w:r>
            <w:r>
              <w:rPr>
                <w:lang w:eastAsia="zh-CN"/>
              </w:rPr>
              <w:t>7</w:t>
            </w:r>
            <w:r>
              <w:t>A_n</w:t>
            </w:r>
            <w:r>
              <w:rPr>
                <w:lang w:eastAsia="zh-CN"/>
              </w:rPr>
              <w:t>66</w:t>
            </w:r>
            <w:r>
              <w:t>A</w:t>
            </w:r>
          </w:p>
          <w:p w14:paraId="75641DC6" w14:textId="77777777" w:rsidR="00F044BB" w:rsidRDefault="00F044BB" w:rsidP="00AC3FE8">
            <w:pPr>
              <w:pStyle w:val="TAC"/>
              <w:rPr>
                <w:lang w:eastAsia="zh-CN"/>
              </w:rPr>
            </w:pPr>
            <w:r>
              <w:t>DC_</w:t>
            </w:r>
            <w:r>
              <w:rPr>
                <w:lang w:eastAsia="zh-CN"/>
              </w:rPr>
              <w:t>7</w:t>
            </w:r>
            <w:r>
              <w:t>A_n78A</w:t>
            </w:r>
          </w:p>
          <w:p w14:paraId="1CD71909" w14:textId="77777777" w:rsidR="00F044BB" w:rsidRDefault="00F044BB" w:rsidP="00AC3FE8">
            <w:pPr>
              <w:pStyle w:val="TAC"/>
              <w:rPr>
                <w:vertAlign w:val="superscript"/>
                <w:lang w:eastAsia="zh-CN"/>
              </w:rPr>
            </w:pPr>
            <w:r>
              <w:t>DC_</w:t>
            </w:r>
            <w:r>
              <w:rPr>
                <w:lang w:eastAsia="zh-CN"/>
              </w:rPr>
              <w:t>66</w:t>
            </w:r>
            <w:r>
              <w:t>A_n</w:t>
            </w:r>
            <w:r>
              <w:rPr>
                <w:lang w:eastAsia="zh-CN"/>
              </w:rPr>
              <w:t>66</w:t>
            </w:r>
            <w:r>
              <w:t>A</w:t>
            </w:r>
            <w:r>
              <w:rPr>
                <w:vertAlign w:val="superscript"/>
                <w:lang w:eastAsia="zh-CN"/>
              </w:rPr>
              <w:t>4</w:t>
            </w:r>
          </w:p>
          <w:p w14:paraId="02E83B86" w14:textId="77777777" w:rsidR="00F044BB" w:rsidRDefault="00F044BB" w:rsidP="00AC3FE8">
            <w:pPr>
              <w:pStyle w:val="TAC"/>
              <w:rPr>
                <w:lang w:eastAsia="zh-CN"/>
              </w:rPr>
            </w:pPr>
            <w:r>
              <w:t>DC_</w:t>
            </w:r>
            <w:r>
              <w:rPr>
                <w:lang w:eastAsia="zh-CN"/>
              </w:rPr>
              <w:t>66</w:t>
            </w:r>
            <w:r>
              <w:t>A_n78A</w:t>
            </w:r>
          </w:p>
        </w:tc>
      </w:tr>
      <w:tr w:rsidR="00F044BB" w14:paraId="5C645AD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620593B" w14:textId="77777777" w:rsidR="00F044BB" w:rsidRDefault="00F044BB" w:rsidP="00AC3FE8">
            <w:pPr>
              <w:pStyle w:val="TAC"/>
              <w:rPr>
                <w:rFonts w:eastAsia="MS Mincho" w:cs="Arial"/>
                <w:lang w:eastAsia="ja-JP"/>
              </w:rPr>
            </w:pPr>
            <w:r>
              <w:rPr>
                <w:rFonts w:eastAsia="MS Mincho" w:cs="Arial"/>
                <w:lang w:eastAsia="ja-JP"/>
              </w:rPr>
              <w:lastRenderedPageBreak/>
              <w:t>DC_12A-30A-66A_n2A</w:t>
            </w:r>
          </w:p>
          <w:p w14:paraId="720BF915" w14:textId="77777777" w:rsidR="00F044BB" w:rsidRDefault="00F044BB" w:rsidP="00AC3FE8">
            <w:pPr>
              <w:pStyle w:val="TAC"/>
              <w:rPr>
                <w:lang w:eastAsia="ko-KR"/>
              </w:rPr>
            </w:pPr>
            <w:r>
              <w:rPr>
                <w:rFonts w:eastAsia="MS Mincho" w:cs="Arial"/>
                <w:lang w:eastAsia="ja-JP"/>
              </w:rPr>
              <w:t>DC_12A-30A-66A-66A_n2A</w:t>
            </w:r>
          </w:p>
        </w:tc>
        <w:tc>
          <w:tcPr>
            <w:tcW w:w="3514" w:type="dxa"/>
            <w:tcBorders>
              <w:top w:val="single" w:sz="4" w:space="0" w:color="auto"/>
              <w:left w:val="single" w:sz="4" w:space="0" w:color="auto"/>
              <w:bottom w:val="single" w:sz="4" w:space="0" w:color="auto"/>
              <w:right w:val="single" w:sz="4" w:space="0" w:color="auto"/>
            </w:tcBorders>
            <w:hideMark/>
          </w:tcPr>
          <w:p w14:paraId="505F93DD" w14:textId="77777777" w:rsidR="00F044BB" w:rsidRDefault="00F044BB" w:rsidP="00AC3FE8">
            <w:pPr>
              <w:pStyle w:val="TAC"/>
              <w:rPr>
                <w:rFonts w:eastAsia="MS Mincho" w:cs="Arial"/>
                <w:lang w:eastAsia="ja-JP"/>
              </w:rPr>
            </w:pPr>
            <w:r>
              <w:rPr>
                <w:rFonts w:eastAsia="MS Mincho" w:cs="Arial"/>
                <w:lang w:eastAsia="ja-JP"/>
              </w:rPr>
              <w:t>DC_12A_n2A</w:t>
            </w:r>
          </w:p>
          <w:p w14:paraId="7DB85B39" w14:textId="77777777" w:rsidR="00F044BB" w:rsidRDefault="00F044BB" w:rsidP="00AC3FE8">
            <w:pPr>
              <w:pStyle w:val="TAC"/>
              <w:rPr>
                <w:rFonts w:eastAsia="MS Mincho" w:cs="Arial"/>
                <w:lang w:eastAsia="ja-JP"/>
              </w:rPr>
            </w:pPr>
            <w:r>
              <w:rPr>
                <w:rFonts w:eastAsia="MS Mincho" w:cs="Arial"/>
                <w:lang w:eastAsia="ja-JP"/>
              </w:rPr>
              <w:t>DC_30A_n2A</w:t>
            </w:r>
          </w:p>
          <w:p w14:paraId="2490A706" w14:textId="77777777" w:rsidR="00F044BB" w:rsidRDefault="00F044BB" w:rsidP="00AC3FE8">
            <w:pPr>
              <w:pStyle w:val="TAC"/>
              <w:rPr>
                <w:lang w:eastAsia="ko-KR"/>
              </w:rPr>
            </w:pPr>
            <w:r>
              <w:rPr>
                <w:rFonts w:eastAsia="MS Mincho" w:cs="Arial"/>
                <w:lang w:eastAsia="ja-JP"/>
              </w:rPr>
              <w:t>DC_66A_n2A</w:t>
            </w:r>
          </w:p>
        </w:tc>
      </w:tr>
      <w:tr w:rsidR="00F044BB" w14:paraId="110840D8"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0FD8C6D" w14:textId="77777777" w:rsidR="00F044BB" w:rsidRDefault="00F044BB" w:rsidP="00AC3FE8">
            <w:pPr>
              <w:pStyle w:val="TAC"/>
              <w:rPr>
                <w:rFonts w:eastAsia="MS Mincho" w:cs="Arial"/>
                <w:lang w:eastAsia="ja-JP"/>
              </w:rPr>
            </w:pPr>
            <w:r>
              <w:rPr>
                <w:lang w:eastAsia="ja-JP"/>
              </w:rPr>
              <w:t>DC_12</w:t>
            </w:r>
            <w:r>
              <w:t>A-30A-66A_n66A</w:t>
            </w:r>
          </w:p>
        </w:tc>
        <w:tc>
          <w:tcPr>
            <w:tcW w:w="3514" w:type="dxa"/>
            <w:tcBorders>
              <w:top w:val="single" w:sz="4" w:space="0" w:color="auto"/>
              <w:left w:val="single" w:sz="4" w:space="0" w:color="auto"/>
              <w:bottom w:val="single" w:sz="4" w:space="0" w:color="auto"/>
              <w:right w:val="single" w:sz="4" w:space="0" w:color="auto"/>
            </w:tcBorders>
            <w:hideMark/>
          </w:tcPr>
          <w:p w14:paraId="6A00EC6A" w14:textId="77777777" w:rsidR="00F044BB" w:rsidRDefault="00F044BB" w:rsidP="00AC3FE8">
            <w:pPr>
              <w:pStyle w:val="TAC"/>
              <w:rPr>
                <w:lang w:eastAsia="zh-TW"/>
              </w:rPr>
            </w:pPr>
            <w:r>
              <w:rPr>
                <w:lang w:eastAsia="zh-TW"/>
              </w:rPr>
              <w:t>DC_12A_n66A</w:t>
            </w:r>
          </w:p>
          <w:p w14:paraId="407A8EE7" w14:textId="77777777" w:rsidR="00F044BB" w:rsidRDefault="00F044BB" w:rsidP="00AC3FE8">
            <w:pPr>
              <w:pStyle w:val="TAC"/>
              <w:rPr>
                <w:lang w:eastAsia="zh-TW"/>
              </w:rPr>
            </w:pPr>
            <w:r>
              <w:rPr>
                <w:lang w:eastAsia="zh-TW"/>
              </w:rPr>
              <w:t>DC_30A_n66A</w:t>
            </w:r>
          </w:p>
          <w:p w14:paraId="38C8F914" w14:textId="77777777" w:rsidR="00F044BB" w:rsidRDefault="00F044BB" w:rsidP="00AC3FE8">
            <w:pPr>
              <w:pStyle w:val="TAC"/>
              <w:rPr>
                <w:rFonts w:eastAsia="MS Mincho" w:cs="Arial"/>
                <w:lang w:eastAsia="ja-JP"/>
              </w:rPr>
            </w:pPr>
            <w:r>
              <w:rPr>
                <w:lang w:eastAsia="zh-TW"/>
              </w:rPr>
              <w:t>DC_66A_n66A</w:t>
            </w:r>
            <w:r>
              <w:rPr>
                <w:vertAlign w:val="superscript"/>
                <w:lang w:eastAsia="zh-TW"/>
              </w:rPr>
              <w:t>4</w:t>
            </w:r>
          </w:p>
        </w:tc>
      </w:tr>
      <w:tr w:rsidR="00F044BB" w14:paraId="1E0DD590"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4AC6A60" w14:textId="77777777" w:rsidR="00F044BB" w:rsidRDefault="00F044BB" w:rsidP="00AC3FE8">
            <w:pPr>
              <w:pStyle w:val="TAC"/>
              <w:rPr>
                <w:lang w:eastAsia="ja-JP"/>
              </w:rPr>
            </w:pPr>
            <w:r>
              <w:rPr>
                <w:lang w:eastAsia="ja-JP"/>
              </w:rPr>
              <w:t>DC_12A-48A-(n)5AA</w:t>
            </w:r>
          </w:p>
        </w:tc>
        <w:tc>
          <w:tcPr>
            <w:tcW w:w="3514" w:type="dxa"/>
            <w:tcBorders>
              <w:top w:val="single" w:sz="4" w:space="0" w:color="auto"/>
              <w:left w:val="single" w:sz="4" w:space="0" w:color="auto"/>
              <w:bottom w:val="single" w:sz="4" w:space="0" w:color="auto"/>
              <w:right w:val="single" w:sz="4" w:space="0" w:color="auto"/>
            </w:tcBorders>
            <w:hideMark/>
          </w:tcPr>
          <w:p w14:paraId="6579986C" w14:textId="77777777" w:rsidR="00F044BB" w:rsidRDefault="00F044BB" w:rsidP="00AC3FE8">
            <w:pPr>
              <w:pStyle w:val="TAC"/>
              <w:rPr>
                <w:lang w:eastAsia="ja-JP"/>
              </w:rPr>
            </w:pPr>
            <w:r>
              <w:rPr>
                <w:lang w:eastAsia="ja-JP"/>
              </w:rPr>
              <w:t>DC_12A_n5A</w:t>
            </w:r>
          </w:p>
          <w:p w14:paraId="04D9663E" w14:textId="77777777" w:rsidR="00F044BB" w:rsidRDefault="00F044BB" w:rsidP="00AC3FE8">
            <w:pPr>
              <w:pStyle w:val="TAC"/>
              <w:rPr>
                <w:lang w:eastAsia="ja-JP"/>
              </w:rPr>
            </w:pPr>
            <w:r>
              <w:rPr>
                <w:lang w:eastAsia="ja-JP"/>
              </w:rPr>
              <w:t>DC_48A_n5A</w:t>
            </w:r>
          </w:p>
          <w:p w14:paraId="2334076E" w14:textId="77777777" w:rsidR="00F044BB" w:rsidRDefault="00F044BB" w:rsidP="00AC3FE8">
            <w:pPr>
              <w:pStyle w:val="TAC"/>
              <w:rPr>
                <w:lang w:eastAsia="zh-TW"/>
              </w:rPr>
            </w:pPr>
            <w:r>
              <w:rPr>
                <w:lang w:eastAsia="ja-JP"/>
              </w:rPr>
              <w:t>DC_(n)5AA</w:t>
            </w:r>
            <w:r>
              <w:rPr>
                <w:vertAlign w:val="superscript"/>
                <w:lang w:eastAsia="ja-JP"/>
              </w:rPr>
              <w:t>4</w:t>
            </w:r>
          </w:p>
        </w:tc>
      </w:tr>
      <w:tr w:rsidR="00F044BB" w14:paraId="4DB66AD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3C6BD8C" w14:textId="77777777" w:rsidR="00F044BB" w:rsidRDefault="00F044BB" w:rsidP="00AC3FE8">
            <w:pPr>
              <w:pStyle w:val="TAC"/>
              <w:rPr>
                <w:lang w:eastAsia="ja-JP"/>
              </w:rPr>
            </w:pPr>
            <w:r>
              <w:rPr>
                <w:rFonts w:cs="Arial"/>
                <w:lang w:eastAsia="ja-JP"/>
              </w:rPr>
              <w:t>DC_12A-48A-66A_n5A</w:t>
            </w:r>
          </w:p>
        </w:tc>
        <w:tc>
          <w:tcPr>
            <w:tcW w:w="3514" w:type="dxa"/>
            <w:tcBorders>
              <w:top w:val="single" w:sz="4" w:space="0" w:color="auto"/>
              <w:left w:val="single" w:sz="4" w:space="0" w:color="auto"/>
              <w:bottom w:val="single" w:sz="4" w:space="0" w:color="auto"/>
              <w:right w:val="single" w:sz="4" w:space="0" w:color="auto"/>
            </w:tcBorders>
            <w:hideMark/>
          </w:tcPr>
          <w:p w14:paraId="4A625B3B" w14:textId="77777777" w:rsidR="00F044BB" w:rsidRDefault="00F044BB" w:rsidP="00AC3FE8">
            <w:pPr>
              <w:pStyle w:val="TAC"/>
              <w:rPr>
                <w:rFonts w:cs="Arial"/>
                <w:lang w:eastAsia="ja-JP"/>
              </w:rPr>
            </w:pPr>
            <w:r>
              <w:rPr>
                <w:rFonts w:cs="Arial"/>
                <w:lang w:eastAsia="ja-JP"/>
              </w:rPr>
              <w:t>DC_12A_n5A</w:t>
            </w:r>
          </w:p>
          <w:p w14:paraId="3A52C931" w14:textId="77777777" w:rsidR="00F044BB" w:rsidRDefault="00F044BB" w:rsidP="00AC3FE8">
            <w:pPr>
              <w:pStyle w:val="TAC"/>
              <w:rPr>
                <w:rFonts w:cs="Arial"/>
                <w:lang w:eastAsia="ja-JP"/>
              </w:rPr>
            </w:pPr>
            <w:r>
              <w:rPr>
                <w:rFonts w:cs="Arial"/>
                <w:lang w:eastAsia="ja-JP"/>
              </w:rPr>
              <w:t>DC_48A_n5A</w:t>
            </w:r>
          </w:p>
          <w:p w14:paraId="14FD1FB7" w14:textId="77777777" w:rsidR="00F044BB" w:rsidRDefault="00F044BB" w:rsidP="00AC3FE8">
            <w:pPr>
              <w:pStyle w:val="TAC"/>
              <w:rPr>
                <w:lang w:eastAsia="zh-TW"/>
              </w:rPr>
            </w:pPr>
            <w:r>
              <w:rPr>
                <w:rFonts w:cs="Arial"/>
                <w:lang w:eastAsia="ja-JP"/>
              </w:rPr>
              <w:t>DC_66A_n5A</w:t>
            </w:r>
          </w:p>
        </w:tc>
      </w:tr>
      <w:tr w:rsidR="00F044BB" w14:paraId="6958EEF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A2CF518" w14:textId="77777777" w:rsidR="00F044BB" w:rsidRDefault="00F044BB" w:rsidP="00AC3FE8">
            <w:pPr>
              <w:pStyle w:val="TAC"/>
              <w:rPr>
                <w:lang w:eastAsia="ja-JP"/>
              </w:rPr>
            </w:pPr>
            <w:r>
              <w:rPr>
                <w:lang w:eastAsia="ja-JP"/>
              </w:rPr>
              <w:t>DC_12A-66A-(n)5AA</w:t>
            </w:r>
          </w:p>
        </w:tc>
        <w:tc>
          <w:tcPr>
            <w:tcW w:w="3514" w:type="dxa"/>
            <w:tcBorders>
              <w:top w:val="single" w:sz="4" w:space="0" w:color="auto"/>
              <w:left w:val="single" w:sz="4" w:space="0" w:color="auto"/>
              <w:bottom w:val="single" w:sz="4" w:space="0" w:color="auto"/>
              <w:right w:val="single" w:sz="4" w:space="0" w:color="auto"/>
            </w:tcBorders>
            <w:hideMark/>
          </w:tcPr>
          <w:p w14:paraId="59C38EC1" w14:textId="77777777" w:rsidR="00F044BB" w:rsidRDefault="00F044BB" w:rsidP="00AC3FE8">
            <w:pPr>
              <w:pStyle w:val="TAC"/>
              <w:rPr>
                <w:lang w:eastAsia="ja-JP"/>
              </w:rPr>
            </w:pPr>
            <w:r>
              <w:rPr>
                <w:lang w:eastAsia="ja-JP"/>
              </w:rPr>
              <w:t>DC_12A_n5A</w:t>
            </w:r>
          </w:p>
          <w:p w14:paraId="3E4877AD" w14:textId="77777777" w:rsidR="00F044BB" w:rsidRDefault="00F044BB" w:rsidP="00AC3FE8">
            <w:pPr>
              <w:pStyle w:val="TAC"/>
              <w:rPr>
                <w:lang w:eastAsia="ja-JP"/>
              </w:rPr>
            </w:pPr>
            <w:r>
              <w:rPr>
                <w:lang w:eastAsia="ja-JP"/>
              </w:rPr>
              <w:t>DC_66A_n5A</w:t>
            </w:r>
          </w:p>
          <w:p w14:paraId="7D240175" w14:textId="77777777" w:rsidR="00F044BB" w:rsidRDefault="00F044BB" w:rsidP="00AC3FE8">
            <w:pPr>
              <w:pStyle w:val="TAC"/>
              <w:rPr>
                <w:lang w:eastAsia="ja-JP"/>
              </w:rPr>
            </w:pPr>
            <w:r>
              <w:rPr>
                <w:lang w:eastAsia="ja-JP"/>
              </w:rPr>
              <w:t>DC_(n)5AA</w:t>
            </w:r>
            <w:r>
              <w:rPr>
                <w:vertAlign w:val="superscript"/>
                <w:lang w:eastAsia="ja-JP"/>
              </w:rPr>
              <w:t>4</w:t>
            </w:r>
          </w:p>
        </w:tc>
      </w:tr>
      <w:tr w:rsidR="00F044BB" w14:paraId="29A0DCF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3D59278" w14:textId="77777777" w:rsidR="00F044BB" w:rsidRDefault="00F044BB" w:rsidP="00AC3FE8">
            <w:pPr>
              <w:pStyle w:val="TAC"/>
              <w:rPr>
                <w:rFonts w:cs="Arial"/>
                <w:lang w:eastAsia="ja-JP"/>
              </w:rPr>
            </w:pPr>
            <w:r>
              <w:rPr>
                <w:rFonts w:cs="Arial"/>
                <w:szCs w:val="18"/>
                <w:lang w:eastAsia="zh-CN"/>
              </w:rPr>
              <w:t>DC_18A-41A_n3A-n77A</w:t>
            </w:r>
          </w:p>
        </w:tc>
        <w:tc>
          <w:tcPr>
            <w:tcW w:w="3514" w:type="dxa"/>
            <w:tcBorders>
              <w:top w:val="single" w:sz="4" w:space="0" w:color="auto"/>
              <w:left w:val="single" w:sz="4" w:space="0" w:color="auto"/>
              <w:bottom w:val="single" w:sz="4" w:space="0" w:color="auto"/>
              <w:right w:val="single" w:sz="4" w:space="0" w:color="auto"/>
            </w:tcBorders>
            <w:hideMark/>
          </w:tcPr>
          <w:p w14:paraId="0360B34E" w14:textId="77777777" w:rsidR="00F044BB" w:rsidRDefault="00F044BB" w:rsidP="00AC3FE8">
            <w:pPr>
              <w:pStyle w:val="TAC"/>
              <w:rPr>
                <w:rFonts w:cs="Arial"/>
                <w:szCs w:val="18"/>
                <w:lang w:eastAsia="zh-CN"/>
              </w:rPr>
            </w:pPr>
            <w:r>
              <w:rPr>
                <w:rFonts w:cs="Arial"/>
                <w:szCs w:val="18"/>
                <w:lang w:eastAsia="zh-CN"/>
              </w:rPr>
              <w:t>DC_</w:t>
            </w:r>
            <w:r>
              <w:rPr>
                <w:rFonts w:eastAsia="DengXian" w:cs="Arial"/>
                <w:szCs w:val="18"/>
                <w:lang w:eastAsia="zh-CN"/>
              </w:rPr>
              <w:t>18</w:t>
            </w:r>
            <w:r>
              <w:rPr>
                <w:rFonts w:cs="Arial"/>
                <w:szCs w:val="18"/>
                <w:lang w:eastAsia="zh-CN"/>
              </w:rPr>
              <w:t>A_n3A</w:t>
            </w:r>
          </w:p>
          <w:p w14:paraId="2FCB632C" w14:textId="77777777" w:rsidR="00F044BB" w:rsidRDefault="00F044BB" w:rsidP="00AC3FE8">
            <w:pPr>
              <w:pStyle w:val="TAC"/>
              <w:rPr>
                <w:rFonts w:eastAsia="DengXian" w:cs="Arial"/>
                <w:szCs w:val="18"/>
                <w:lang w:eastAsia="zh-CN"/>
              </w:rPr>
            </w:pPr>
            <w:r>
              <w:rPr>
                <w:rFonts w:cs="Arial"/>
                <w:szCs w:val="18"/>
                <w:lang w:eastAsia="zh-CN"/>
              </w:rPr>
              <w:t>DC_</w:t>
            </w:r>
            <w:r>
              <w:rPr>
                <w:rFonts w:eastAsia="DengXian" w:cs="Arial"/>
                <w:szCs w:val="18"/>
                <w:lang w:eastAsia="zh-CN"/>
              </w:rPr>
              <w:t>18</w:t>
            </w:r>
            <w:r>
              <w:rPr>
                <w:rFonts w:cs="Arial"/>
                <w:szCs w:val="18"/>
                <w:lang w:eastAsia="zh-CN"/>
              </w:rPr>
              <w:t>A_n77A</w:t>
            </w:r>
          </w:p>
          <w:p w14:paraId="28A84C6D" w14:textId="77777777" w:rsidR="00F044BB" w:rsidRDefault="00F044BB" w:rsidP="00AC3FE8">
            <w:pPr>
              <w:pStyle w:val="TAC"/>
              <w:rPr>
                <w:rFonts w:cs="Arial"/>
                <w:szCs w:val="18"/>
                <w:lang w:eastAsia="zh-CN"/>
              </w:rPr>
            </w:pPr>
            <w:r>
              <w:rPr>
                <w:rFonts w:cs="Arial"/>
                <w:szCs w:val="18"/>
                <w:lang w:eastAsia="zh-CN"/>
              </w:rPr>
              <w:t>DC_41A_n3A</w:t>
            </w:r>
          </w:p>
          <w:p w14:paraId="5B88C956" w14:textId="77777777" w:rsidR="00F044BB" w:rsidRDefault="00F044BB" w:rsidP="00AC3FE8">
            <w:pPr>
              <w:pStyle w:val="TAC"/>
              <w:rPr>
                <w:rFonts w:cs="Arial"/>
                <w:lang w:eastAsia="ja-JP"/>
              </w:rPr>
            </w:pPr>
            <w:r>
              <w:rPr>
                <w:rFonts w:cs="Arial"/>
                <w:szCs w:val="18"/>
                <w:lang w:eastAsia="zh-CN"/>
              </w:rPr>
              <w:t>DC_41A_n77A</w:t>
            </w:r>
          </w:p>
        </w:tc>
      </w:tr>
      <w:tr w:rsidR="00F044BB" w14:paraId="6E79CD0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1B4A62E0" w14:textId="77777777" w:rsidR="00F044BB" w:rsidRDefault="00F044BB" w:rsidP="00AC3FE8">
            <w:pPr>
              <w:pStyle w:val="TAC"/>
              <w:rPr>
                <w:rFonts w:cs="Arial"/>
                <w:lang w:eastAsia="ja-JP"/>
              </w:rPr>
            </w:pPr>
            <w:r>
              <w:rPr>
                <w:rFonts w:eastAsia="MS Mincho" w:cs="Arial"/>
                <w:szCs w:val="18"/>
              </w:rPr>
              <w:t>DC_18A-41</w:t>
            </w:r>
            <w:r>
              <w:rPr>
                <w:rFonts w:eastAsia="DengXian" w:cs="Arial"/>
                <w:szCs w:val="18"/>
                <w:lang w:eastAsia="zh-CN"/>
              </w:rPr>
              <w:t>C</w:t>
            </w:r>
            <w:r>
              <w:rPr>
                <w:rFonts w:eastAsia="MS Mincho" w:cs="Arial"/>
                <w:szCs w:val="18"/>
              </w:rPr>
              <w:t>_n3A-n77A</w:t>
            </w:r>
          </w:p>
        </w:tc>
        <w:tc>
          <w:tcPr>
            <w:tcW w:w="3514" w:type="dxa"/>
            <w:tcBorders>
              <w:top w:val="single" w:sz="4" w:space="0" w:color="auto"/>
              <w:left w:val="single" w:sz="4" w:space="0" w:color="auto"/>
              <w:bottom w:val="single" w:sz="4" w:space="0" w:color="auto"/>
              <w:right w:val="single" w:sz="4" w:space="0" w:color="auto"/>
            </w:tcBorders>
            <w:hideMark/>
          </w:tcPr>
          <w:p w14:paraId="0FBFEF1D" w14:textId="77777777" w:rsidR="00F044BB" w:rsidRDefault="00F044BB" w:rsidP="00AC3FE8">
            <w:pPr>
              <w:pStyle w:val="TAC"/>
              <w:rPr>
                <w:rFonts w:cs="Arial"/>
                <w:szCs w:val="18"/>
                <w:lang w:eastAsia="zh-CN"/>
              </w:rPr>
            </w:pPr>
            <w:r>
              <w:rPr>
                <w:rFonts w:cs="Arial"/>
                <w:szCs w:val="18"/>
                <w:lang w:eastAsia="zh-CN"/>
              </w:rPr>
              <w:t>DC_</w:t>
            </w:r>
            <w:r>
              <w:rPr>
                <w:rFonts w:eastAsia="DengXian" w:cs="Arial"/>
                <w:szCs w:val="18"/>
                <w:lang w:eastAsia="zh-CN"/>
              </w:rPr>
              <w:t>18</w:t>
            </w:r>
            <w:r>
              <w:rPr>
                <w:rFonts w:cs="Arial"/>
                <w:szCs w:val="18"/>
                <w:lang w:eastAsia="zh-CN"/>
              </w:rPr>
              <w:t>A_n3A</w:t>
            </w:r>
          </w:p>
          <w:p w14:paraId="5144E6CD" w14:textId="77777777" w:rsidR="00F044BB" w:rsidRDefault="00F044BB" w:rsidP="00AC3FE8">
            <w:pPr>
              <w:pStyle w:val="TAC"/>
              <w:rPr>
                <w:rFonts w:eastAsia="DengXian" w:cs="Arial"/>
                <w:szCs w:val="18"/>
                <w:lang w:eastAsia="zh-CN"/>
              </w:rPr>
            </w:pPr>
            <w:r>
              <w:rPr>
                <w:rFonts w:cs="Arial"/>
                <w:szCs w:val="18"/>
                <w:lang w:eastAsia="zh-CN"/>
              </w:rPr>
              <w:t>DC_</w:t>
            </w:r>
            <w:r>
              <w:rPr>
                <w:rFonts w:eastAsia="DengXian" w:cs="Arial"/>
                <w:szCs w:val="18"/>
                <w:lang w:eastAsia="zh-CN"/>
              </w:rPr>
              <w:t>18</w:t>
            </w:r>
            <w:r>
              <w:rPr>
                <w:rFonts w:cs="Arial"/>
                <w:szCs w:val="18"/>
                <w:lang w:eastAsia="zh-CN"/>
              </w:rPr>
              <w:t>A_n77A</w:t>
            </w:r>
          </w:p>
          <w:p w14:paraId="5B573A4F" w14:textId="77777777" w:rsidR="00F044BB" w:rsidRDefault="00F044BB" w:rsidP="00AC3FE8">
            <w:pPr>
              <w:pStyle w:val="TAC"/>
              <w:rPr>
                <w:rFonts w:cs="Arial"/>
                <w:szCs w:val="18"/>
                <w:lang w:eastAsia="zh-CN"/>
              </w:rPr>
            </w:pPr>
            <w:r>
              <w:rPr>
                <w:rFonts w:cs="Arial"/>
                <w:szCs w:val="18"/>
                <w:lang w:eastAsia="zh-CN"/>
              </w:rPr>
              <w:t>DC_41A_n3A</w:t>
            </w:r>
          </w:p>
          <w:p w14:paraId="3C64E1DC" w14:textId="77777777" w:rsidR="00F044BB" w:rsidRDefault="00F044BB" w:rsidP="00AC3FE8">
            <w:pPr>
              <w:pStyle w:val="TAC"/>
              <w:rPr>
                <w:rFonts w:eastAsia="DengXian" w:cs="Arial"/>
                <w:szCs w:val="18"/>
                <w:lang w:eastAsia="zh-CN"/>
              </w:rPr>
            </w:pPr>
            <w:r>
              <w:rPr>
                <w:rFonts w:cs="Arial"/>
                <w:szCs w:val="18"/>
                <w:lang w:eastAsia="zh-CN"/>
              </w:rPr>
              <w:t>DC_41A_n77A</w:t>
            </w:r>
          </w:p>
          <w:p w14:paraId="053983C0" w14:textId="77777777" w:rsidR="00F044BB" w:rsidRDefault="00F044BB" w:rsidP="00AC3FE8">
            <w:pPr>
              <w:pStyle w:val="TAC"/>
              <w:rPr>
                <w:rFonts w:eastAsia="DengXian" w:cs="Arial"/>
                <w:szCs w:val="18"/>
                <w:lang w:eastAsia="zh-CN"/>
              </w:rPr>
            </w:pPr>
            <w:r>
              <w:rPr>
                <w:rFonts w:cs="Arial"/>
                <w:szCs w:val="18"/>
                <w:lang w:eastAsia="zh-CN"/>
              </w:rPr>
              <w:t>DC_41</w:t>
            </w:r>
            <w:r>
              <w:rPr>
                <w:rFonts w:eastAsia="DengXian" w:cs="Arial"/>
                <w:szCs w:val="18"/>
                <w:lang w:eastAsia="zh-CN"/>
              </w:rPr>
              <w:t>C</w:t>
            </w:r>
            <w:r>
              <w:rPr>
                <w:rFonts w:cs="Arial"/>
                <w:szCs w:val="18"/>
                <w:lang w:eastAsia="zh-CN"/>
              </w:rPr>
              <w:t>_n3A</w:t>
            </w:r>
          </w:p>
          <w:p w14:paraId="0A801387" w14:textId="77777777" w:rsidR="00F044BB" w:rsidRDefault="00F044BB" w:rsidP="00AC3FE8">
            <w:pPr>
              <w:pStyle w:val="TAC"/>
              <w:rPr>
                <w:rFonts w:cs="Arial"/>
                <w:lang w:eastAsia="ja-JP"/>
              </w:rPr>
            </w:pPr>
            <w:r>
              <w:rPr>
                <w:rFonts w:cs="Arial"/>
                <w:szCs w:val="18"/>
                <w:lang w:eastAsia="zh-CN"/>
              </w:rPr>
              <w:t>DC_41</w:t>
            </w:r>
            <w:r>
              <w:rPr>
                <w:rFonts w:eastAsia="DengXian" w:cs="Arial"/>
                <w:szCs w:val="18"/>
                <w:lang w:eastAsia="zh-CN"/>
              </w:rPr>
              <w:t>C</w:t>
            </w:r>
            <w:r>
              <w:rPr>
                <w:rFonts w:cs="Arial"/>
                <w:szCs w:val="18"/>
                <w:lang w:eastAsia="zh-CN"/>
              </w:rPr>
              <w:t>_n77A</w:t>
            </w:r>
          </w:p>
        </w:tc>
      </w:tr>
      <w:tr w:rsidR="00F044BB" w14:paraId="0FC8D80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1BC4F9A" w14:textId="77777777" w:rsidR="00F044BB" w:rsidRDefault="00F044BB" w:rsidP="00AC3FE8">
            <w:pPr>
              <w:pStyle w:val="TAC"/>
              <w:rPr>
                <w:rFonts w:cs="Arial"/>
                <w:lang w:eastAsia="ja-JP"/>
              </w:rPr>
            </w:pPr>
            <w:r>
              <w:rPr>
                <w:rFonts w:cs="Arial"/>
                <w:szCs w:val="18"/>
                <w:lang w:eastAsia="zh-CN"/>
              </w:rPr>
              <w:t>DC_18A-41A_n3A-n78A</w:t>
            </w:r>
          </w:p>
        </w:tc>
        <w:tc>
          <w:tcPr>
            <w:tcW w:w="3514" w:type="dxa"/>
            <w:tcBorders>
              <w:top w:val="single" w:sz="4" w:space="0" w:color="auto"/>
              <w:left w:val="single" w:sz="4" w:space="0" w:color="auto"/>
              <w:bottom w:val="single" w:sz="4" w:space="0" w:color="auto"/>
              <w:right w:val="single" w:sz="4" w:space="0" w:color="auto"/>
            </w:tcBorders>
            <w:hideMark/>
          </w:tcPr>
          <w:p w14:paraId="4046A5BB" w14:textId="77777777" w:rsidR="00F044BB" w:rsidRDefault="00F044BB" w:rsidP="00AC3FE8">
            <w:pPr>
              <w:pStyle w:val="TAC"/>
              <w:rPr>
                <w:rFonts w:cs="Arial"/>
                <w:szCs w:val="18"/>
                <w:lang w:eastAsia="zh-CN"/>
              </w:rPr>
            </w:pPr>
            <w:r>
              <w:rPr>
                <w:rFonts w:cs="Arial"/>
                <w:szCs w:val="18"/>
                <w:lang w:eastAsia="zh-CN"/>
              </w:rPr>
              <w:t>DC_</w:t>
            </w:r>
            <w:r>
              <w:rPr>
                <w:rFonts w:eastAsia="DengXian" w:cs="Arial"/>
                <w:szCs w:val="18"/>
                <w:lang w:eastAsia="zh-CN"/>
              </w:rPr>
              <w:t>18</w:t>
            </w:r>
            <w:r>
              <w:rPr>
                <w:rFonts w:cs="Arial"/>
                <w:szCs w:val="18"/>
                <w:lang w:eastAsia="zh-CN"/>
              </w:rPr>
              <w:t>A_n3A</w:t>
            </w:r>
          </w:p>
          <w:p w14:paraId="7150C827" w14:textId="77777777" w:rsidR="00F044BB" w:rsidRDefault="00F044BB" w:rsidP="00AC3FE8">
            <w:pPr>
              <w:pStyle w:val="TAC"/>
              <w:rPr>
                <w:rFonts w:eastAsia="DengXian" w:cs="Arial"/>
                <w:szCs w:val="18"/>
                <w:lang w:eastAsia="zh-CN"/>
              </w:rPr>
            </w:pPr>
            <w:r>
              <w:rPr>
                <w:rFonts w:cs="Arial"/>
                <w:szCs w:val="18"/>
                <w:lang w:eastAsia="zh-CN"/>
              </w:rPr>
              <w:t>DC_</w:t>
            </w:r>
            <w:r>
              <w:rPr>
                <w:rFonts w:eastAsia="DengXian" w:cs="Arial"/>
                <w:szCs w:val="18"/>
                <w:lang w:eastAsia="zh-CN"/>
              </w:rPr>
              <w:t>18</w:t>
            </w:r>
            <w:r>
              <w:rPr>
                <w:rFonts w:cs="Arial"/>
                <w:szCs w:val="18"/>
                <w:lang w:eastAsia="zh-CN"/>
              </w:rPr>
              <w:t>A_n78A</w:t>
            </w:r>
          </w:p>
          <w:p w14:paraId="431B7C79" w14:textId="77777777" w:rsidR="00F044BB" w:rsidRDefault="00F044BB" w:rsidP="00AC3FE8">
            <w:pPr>
              <w:pStyle w:val="TAC"/>
              <w:rPr>
                <w:rFonts w:cs="Arial"/>
                <w:szCs w:val="18"/>
                <w:lang w:eastAsia="zh-CN"/>
              </w:rPr>
            </w:pPr>
            <w:r>
              <w:rPr>
                <w:rFonts w:cs="Arial"/>
                <w:szCs w:val="18"/>
                <w:lang w:eastAsia="zh-CN"/>
              </w:rPr>
              <w:t>DC_41A_n3A</w:t>
            </w:r>
          </w:p>
          <w:p w14:paraId="108314FD" w14:textId="77777777" w:rsidR="00F044BB" w:rsidRDefault="00F044BB" w:rsidP="00AC3FE8">
            <w:pPr>
              <w:pStyle w:val="TAC"/>
              <w:rPr>
                <w:rFonts w:cs="Arial"/>
                <w:lang w:eastAsia="ja-JP"/>
              </w:rPr>
            </w:pPr>
            <w:r>
              <w:rPr>
                <w:rFonts w:cs="Arial"/>
                <w:szCs w:val="18"/>
                <w:lang w:eastAsia="zh-CN"/>
              </w:rPr>
              <w:t>DC_41A_n78A</w:t>
            </w:r>
          </w:p>
        </w:tc>
      </w:tr>
      <w:tr w:rsidR="00F044BB" w14:paraId="4C9AD6F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71414CE" w14:textId="77777777" w:rsidR="00F044BB" w:rsidRDefault="00F044BB" w:rsidP="00AC3FE8">
            <w:pPr>
              <w:pStyle w:val="TAC"/>
              <w:rPr>
                <w:rFonts w:cs="Arial"/>
                <w:lang w:eastAsia="ja-JP"/>
              </w:rPr>
            </w:pPr>
            <w:r>
              <w:rPr>
                <w:rFonts w:eastAsia="MS Mincho" w:cs="Arial"/>
                <w:szCs w:val="18"/>
              </w:rPr>
              <w:t>DC_18A-41</w:t>
            </w:r>
            <w:r>
              <w:rPr>
                <w:rFonts w:eastAsia="DengXian" w:cs="Arial"/>
                <w:szCs w:val="18"/>
                <w:lang w:eastAsia="zh-CN"/>
              </w:rPr>
              <w:t>C</w:t>
            </w:r>
            <w:r>
              <w:rPr>
                <w:rFonts w:eastAsia="MS Mincho" w:cs="Arial"/>
                <w:szCs w:val="18"/>
              </w:rPr>
              <w:t>_n3A-n78A</w:t>
            </w:r>
          </w:p>
        </w:tc>
        <w:tc>
          <w:tcPr>
            <w:tcW w:w="3514" w:type="dxa"/>
            <w:tcBorders>
              <w:top w:val="single" w:sz="4" w:space="0" w:color="auto"/>
              <w:left w:val="single" w:sz="4" w:space="0" w:color="auto"/>
              <w:bottom w:val="single" w:sz="4" w:space="0" w:color="auto"/>
              <w:right w:val="single" w:sz="4" w:space="0" w:color="auto"/>
            </w:tcBorders>
            <w:hideMark/>
          </w:tcPr>
          <w:p w14:paraId="486EE645" w14:textId="77777777" w:rsidR="00F044BB" w:rsidRDefault="00F044BB" w:rsidP="00AC3FE8">
            <w:pPr>
              <w:pStyle w:val="TAC"/>
              <w:rPr>
                <w:rFonts w:cs="Arial"/>
                <w:szCs w:val="18"/>
                <w:lang w:eastAsia="zh-CN"/>
              </w:rPr>
            </w:pPr>
            <w:r>
              <w:rPr>
                <w:rFonts w:cs="Arial"/>
                <w:szCs w:val="18"/>
                <w:lang w:eastAsia="zh-CN"/>
              </w:rPr>
              <w:t>DC_</w:t>
            </w:r>
            <w:r>
              <w:rPr>
                <w:rFonts w:eastAsia="DengXian" w:cs="Arial"/>
                <w:szCs w:val="18"/>
                <w:lang w:eastAsia="zh-CN"/>
              </w:rPr>
              <w:t>18</w:t>
            </w:r>
            <w:r>
              <w:rPr>
                <w:rFonts w:cs="Arial"/>
                <w:szCs w:val="18"/>
                <w:lang w:eastAsia="zh-CN"/>
              </w:rPr>
              <w:t>A_n3A</w:t>
            </w:r>
          </w:p>
          <w:p w14:paraId="6184D130" w14:textId="77777777" w:rsidR="00F044BB" w:rsidRDefault="00F044BB" w:rsidP="00AC3FE8">
            <w:pPr>
              <w:pStyle w:val="TAC"/>
              <w:rPr>
                <w:rFonts w:eastAsia="DengXian" w:cs="Arial"/>
                <w:szCs w:val="18"/>
                <w:lang w:eastAsia="zh-CN"/>
              </w:rPr>
            </w:pPr>
            <w:r>
              <w:rPr>
                <w:rFonts w:cs="Arial"/>
                <w:szCs w:val="18"/>
                <w:lang w:eastAsia="zh-CN"/>
              </w:rPr>
              <w:t>DC_</w:t>
            </w:r>
            <w:r>
              <w:rPr>
                <w:rFonts w:eastAsia="DengXian" w:cs="Arial"/>
                <w:szCs w:val="18"/>
                <w:lang w:eastAsia="zh-CN"/>
              </w:rPr>
              <w:t>18</w:t>
            </w:r>
            <w:r>
              <w:rPr>
                <w:rFonts w:cs="Arial"/>
                <w:szCs w:val="18"/>
                <w:lang w:eastAsia="zh-CN"/>
              </w:rPr>
              <w:t>A_n78A</w:t>
            </w:r>
          </w:p>
          <w:p w14:paraId="3F59FC66" w14:textId="77777777" w:rsidR="00F044BB" w:rsidRDefault="00F044BB" w:rsidP="00AC3FE8">
            <w:pPr>
              <w:pStyle w:val="TAC"/>
              <w:rPr>
                <w:rFonts w:cs="Arial"/>
                <w:szCs w:val="18"/>
                <w:lang w:eastAsia="zh-CN"/>
              </w:rPr>
            </w:pPr>
            <w:r>
              <w:rPr>
                <w:rFonts w:cs="Arial"/>
                <w:szCs w:val="18"/>
                <w:lang w:eastAsia="zh-CN"/>
              </w:rPr>
              <w:t>DC_41A_n3A</w:t>
            </w:r>
          </w:p>
          <w:p w14:paraId="7A34A659" w14:textId="77777777" w:rsidR="00F044BB" w:rsidRDefault="00F044BB" w:rsidP="00AC3FE8">
            <w:pPr>
              <w:pStyle w:val="TAC"/>
              <w:rPr>
                <w:rFonts w:eastAsia="DengXian" w:cs="Arial"/>
                <w:szCs w:val="18"/>
                <w:lang w:eastAsia="zh-CN"/>
              </w:rPr>
            </w:pPr>
            <w:r>
              <w:rPr>
                <w:rFonts w:cs="Arial"/>
                <w:szCs w:val="18"/>
                <w:lang w:eastAsia="zh-CN"/>
              </w:rPr>
              <w:t>DC_41A_n78A</w:t>
            </w:r>
          </w:p>
          <w:p w14:paraId="50DEA79B" w14:textId="77777777" w:rsidR="00F044BB" w:rsidRDefault="00F044BB" w:rsidP="00AC3FE8">
            <w:pPr>
              <w:pStyle w:val="TAC"/>
              <w:rPr>
                <w:rFonts w:eastAsia="DengXian" w:cs="Arial"/>
                <w:szCs w:val="18"/>
                <w:lang w:eastAsia="zh-CN"/>
              </w:rPr>
            </w:pPr>
            <w:r>
              <w:rPr>
                <w:rFonts w:cs="Arial"/>
                <w:szCs w:val="18"/>
                <w:lang w:eastAsia="zh-CN"/>
              </w:rPr>
              <w:t>DC_41</w:t>
            </w:r>
            <w:r>
              <w:rPr>
                <w:rFonts w:eastAsia="DengXian" w:cs="Arial"/>
                <w:szCs w:val="18"/>
                <w:lang w:eastAsia="zh-CN"/>
              </w:rPr>
              <w:t>C</w:t>
            </w:r>
            <w:r>
              <w:rPr>
                <w:rFonts w:cs="Arial"/>
                <w:szCs w:val="18"/>
                <w:lang w:eastAsia="zh-CN"/>
              </w:rPr>
              <w:t>_n3A</w:t>
            </w:r>
          </w:p>
          <w:p w14:paraId="08D0C825" w14:textId="77777777" w:rsidR="00F044BB" w:rsidRDefault="00F044BB" w:rsidP="00AC3FE8">
            <w:pPr>
              <w:pStyle w:val="TAC"/>
              <w:rPr>
                <w:rFonts w:cs="Arial"/>
                <w:lang w:eastAsia="ja-JP"/>
              </w:rPr>
            </w:pPr>
            <w:r>
              <w:rPr>
                <w:rFonts w:cs="Arial"/>
                <w:szCs w:val="18"/>
                <w:lang w:eastAsia="zh-CN"/>
              </w:rPr>
              <w:t>DC_41</w:t>
            </w:r>
            <w:r>
              <w:rPr>
                <w:rFonts w:eastAsia="DengXian" w:cs="Arial"/>
                <w:szCs w:val="18"/>
                <w:lang w:eastAsia="zh-CN"/>
              </w:rPr>
              <w:t>C</w:t>
            </w:r>
            <w:r>
              <w:rPr>
                <w:rFonts w:cs="Arial"/>
                <w:szCs w:val="18"/>
                <w:lang w:eastAsia="zh-CN"/>
              </w:rPr>
              <w:t>_n78A</w:t>
            </w:r>
          </w:p>
        </w:tc>
      </w:tr>
      <w:tr w:rsidR="00F044BB" w14:paraId="05EF7D4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B355296" w14:textId="77777777" w:rsidR="00F044BB" w:rsidRDefault="00F044BB" w:rsidP="00AC3FE8">
            <w:pPr>
              <w:pStyle w:val="TAC"/>
            </w:pPr>
            <w:r>
              <w:t>DC_19A-21A-42A_n77A</w:t>
            </w:r>
            <w:r>
              <w:rPr>
                <w:vertAlign w:val="superscript"/>
                <w:lang w:eastAsia="ja-JP"/>
              </w:rPr>
              <w:t>6,7</w:t>
            </w:r>
          </w:p>
          <w:p w14:paraId="77AE3FAC" w14:textId="77777777" w:rsidR="00F044BB" w:rsidRDefault="00F044BB" w:rsidP="00AC3FE8">
            <w:pPr>
              <w:pStyle w:val="TAC"/>
            </w:pPr>
            <w:r>
              <w:t>DC_19A-21A-42A_n77C</w:t>
            </w:r>
            <w:r>
              <w:rPr>
                <w:vertAlign w:val="superscript"/>
                <w:lang w:eastAsia="ja-JP"/>
              </w:rPr>
              <w:t>6,7</w:t>
            </w:r>
          </w:p>
          <w:p w14:paraId="72CD9AFF"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19A-21A-42C_n77A</w:t>
            </w:r>
            <w:r>
              <w:rPr>
                <w:vertAlign w:val="superscript"/>
                <w:lang w:eastAsia="ja-JP"/>
              </w:rPr>
              <w:t>6,7</w:t>
            </w:r>
          </w:p>
          <w:p w14:paraId="54C03008" w14:textId="77777777" w:rsidR="00F044BB" w:rsidRDefault="00F044BB" w:rsidP="00AC3FE8">
            <w:pPr>
              <w:pStyle w:val="TAC"/>
            </w:pPr>
            <w:r>
              <w:rPr>
                <w:rFonts w:cs="Arial"/>
                <w:lang w:eastAsia="ja-JP"/>
              </w:rPr>
              <w:t>DC</w:t>
            </w:r>
            <w:r>
              <w:rPr>
                <w:rFonts w:cs="Arial"/>
              </w:rPr>
              <w:t>_</w:t>
            </w:r>
            <w:r>
              <w:rPr>
                <w:rFonts w:cs="Arial"/>
                <w:lang w:eastAsia="ja-JP"/>
              </w:rPr>
              <w:t>19A-21A-42C_n77C</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6BFF856F" w14:textId="77777777" w:rsidR="00F044BB" w:rsidRDefault="00F044BB" w:rsidP="00AC3FE8">
            <w:pPr>
              <w:pStyle w:val="TAC"/>
            </w:pPr>
            <w:r>
              <w:t>DC_19A_n77A</w:t>
            </w:r>
          </w:p>
          <w:p w14:paraId="44AEEE0F" w14:textId="77777777" w:rsidR="00F044BB" w:rsidRDefault="00F044BB" w:rsidP="00AC3FE8">
            <w:pPr>
              <w:pStyle w:val="TAC"/>
              <w:rPr>
                <w:lang w:eastAsia="fi-FI"/>
              </w:rPr>
            </w:pPr>
            <w:r>
              <w:t>DC_21A_n77A</w:t>
            </w:r>
          </w:p>
        </w:tc>
      </w:tr>
      <w:tr w:rsidR="00F044BB" w14:paraId="641CA6E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FA6FA98" w14:textId="77777777" w:rsidR="00F044BB" w:rsidRDefault="00F044BB" w:rsidP="00AC3FE8">
            <w:pPr>
              <w:pStyle w:val="TAC"/>
            </w:pPr>
            <w:r>
              <w:t>DC_19A-21A-42A_n78A</w:t>
            </w:r>
            <w:r>
              <w:rPr>
                <w:vertAlign w:val="superscript"/>
                <w:lang w:eastAsia="ja-JP"/>
              </w:rPr>
              <w:t>6,7</w:t>
            </w:r>
          </w:p>
          <w:p w14:paraId="53E86A37" w14:textId="77777777" w:rsidR="00F044BB" w:rsidRDefault="00F044BB" w:rsidP="00AC3FE8">
            <w:pPr>
              <w:pStyle w:val="TAC"/>
            </w:pPr>
            <w:r>
              <w:t>DC_19A-21A-42A_n78C</w:t>
            </w:r>
            <w:r>
              <w:rPr>
                <w:vertAlign w:val="superscript"/>
                <w:lang w:eastAsia="ja-JP"/>
              </w:rPr>
              <w:t>6,7</w:t>
            </w:r>
          </w:p>
          <w:p w14:paraId="163FA762"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19A-21A-42C_n78A</w:t>
            </w:r>
            <w:r>
              <w:rPr>
                <w:vertAlign w:val="superscript"/>
                <w:lang w:eastAsia="ja-JP"/>
              </w:rPr>
              <w:t>6,7</w:t>
            </w:r>
          </w:p>
          <w:p w14:paraId="2305278E" w14:textId="77777777" w:rsidR="00F044BB" w:rsidRDefault="00F044BB" w:rsidP="00AC3FE8">
            <w:pPr>
              <w:pStyle w:val="TAC"/>
              <w:rPr>
                <w:lang w:eastAsia="fi-FI"/>
              </w:rPr>
            </w:pPr>
            <w:r>
              <w:rPr>
                <w:rFonts w:cs="Arial"/>
                <w:lang w:eastAsia="ja-JP"/>
              </w:rPr>
              <w:t>DC</w:t>
            </w:r>
            <w:r>
              <w:rPr>
                <w:rFonts w:cs="Arial"/>
              </w:rPr>
              <w:t>_</w:t>
            </w:r>
            <w:r>
              <w:rPr>
                <w:rFonts w:cs="Arial"/>
                <w:lang w:eastAsia="ja-JP"/>
              </w:rPr>
              <w:t>19A-21A-42C_n78C</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17CB3AF8" w14:textId="77777777" w:rsidR="00F044BB" w:rsidRDefault="00F044BB" w:rsidP="00AC3FE8">
            <w:pPr>
              <w:pStyle w:val="TAC"/>
            </w:pPr>
            <w:r>
              <w:t>DC_19A_n78A</w:t>
            </w:r>
          </w:p>
          <w:p w14:paraId="6AA20166" w14:textId="77777777" w:rsidR="00F044BB" w:rsidRDefault="00F044BB" w:rsidP="00AC3FE8">
            <w:pPr>
              <w:pStyle w:val="TAC"/>
              <w:rPr>
                <w:lang w:eastAsia="fi-FI"/>
              </w:rPr>
            </w:pPr>
            <w:r>
              <w:t>DC_21A_n78A</w:t>
            </w:r>
          </w:p>
        </w:tc>
      </w:tr>
      <w:tr w:rsidR="00F044BB" w14:paraId="3E25432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A3CE27C" w14:textId="77777777" w:rsidR="00F044BB" w:rsidRDefault="00F044BB" w:rsidP="00AC3FE8">
            <w:pPr>
              <w:pStyle w:val="TAC"/>
            </w:pPr>
            <w:r>
              <w:t>DC_19A-21A-42A_n79A</w:t>
            </w:r>
          </w:p>
          <w:p w14:paraId="4CC989B6" w14:textId="77777777" w:rsidR="00F044BB" w:rsidRDefault="00F044BB" w:rsidP="00AC3FE8">
            <w:pPr>
              <w:pStyle w:val="TAC"/>
            </w:pPr>
            <w:r>
              <w:t>DC_19A-21A-42A_n79C</w:t>
            </w:r>
          </w:p>
          <w:p w14:paraId="6AB4DCB6" w14:textId="77777777" w:rsidR="00F044BB" w:rsidRDefault="00F044BB" w:rsidP="00AC3FE8">
            <w:pPr>
              <w:pStyle w:val="TAC"/>
              <w:rPr>
                <w:rFonts w:cs="Arial"/>
                <w:lang w:eastAsia="ja-JP"/>
              </w:rPr>
            </w:pPr>
            <w:r>
              <w:rPr>
                <w:rFonts w:cs="Arial"/>
                <w:lang w:eastAsia="ja-JP"/>
              </w:rPr>
              <w:t>DC</w:t>
            </w:r>
            <w:r>
              <w:rPr>
                <w:rFonts w:cs="Arial"/>
              </w:rPr>
              <w:t>_</w:t>
            </w:r>
            <w:r>
              <w:rPr>
                <w:rFonts w:cs="Arial"/>
                <w:lang w:eastAsia="ja-JP"/>
              </w:rPr>
              <w:t>19A-21A-42C_n79A</w:t>
            </w:r>
          </w:p>
          <w:p w14:paraId="37842AE7" w14:textId="77777777" w:rsidR="00F044BB" w:rsidRDefault="00F044BB" w:rsidP="00AC3FE8">
            <w:pPr>
              <w:pStyle w:val="TAC"/>
              <w:rPr>
                <w:lang w:eastAsia="fi-FI"/>
              </w:rPr>
            </w:pPr>
            <w:r>
              <w:rPr>
                <w:rFonts w:cs="Arial"/>
                <w:lang w:eastAsia="ja-JP"/>
              </w:rPr>
              <w:t>DC</w:t>
            </w:r>
            <w:r>
              <w:rPr>
                <w:rFonts w:cs="Arial"/>
              </w:rPr>
              <w:t>_</w:t>
            </w:r>
            <w:r>
              <w:rPr>
                <w:rFonts w:cs="Arial"/>
                <w:lang w:eastAsia="ja-JP"/>
              </w:rPr>
              <w:t>19A-21A-42C_n79C</w:t>
            </w:r>
          </w:p>
        </w:tc>
        <w:tc>
          <w:tcPr>
            <w:tcW w:w="3514" w:type="dxa"/>
            <w:tcBorders>
              <w:top w:val="single" w:sz="4" w:space="0" w:color="auto"/>
              <w:left w:val="single" w:sz="4" w:space="0" w:color="auto"/>
              <w:bottom w:val="single" w:sz="4" w:space="0" w:color="auto"/>
              <w:right w:val="single" w:sz="4" w:space="0" w:color="auto"/>
            </w:tcBorders>
            <w:hideMark/>
          </w:tcPr>
          <w:p w14:paraId="646EB243" w14:textId="77777777" w:rsidR="00F044BB" w:rsidRDefault="00F044BB" w:rsidP="00AC3FE8">
            <w:pPr>
              <w:pStyle w:val="TAC"/>
            </w:pPr>
            <w:r>
              <w:t>DC_19A_n79A</w:t>
            </w:r>
          </w:p>
          <w:p w14:paraId="05B9A616" w14:textId="77777777" w:rsidR="00F044BB" w:rsidRDefault="00F044BB" w:rsidP="00AC3FE8">
            <w:pPr>
              <w:pStyle w:val="TAC"/>
              <w:rPr>
                <w:lang w:eastAsia="fi-FI"/>
              </w:rPr>
            </w:pPr>
            <w:r>
              <w:t>DC_21A_n79A</w:t>
            </w:r>
          </w:p>
        </w:tc>
      </w:tr>
      <w:tr w:rsidR="00F044BB" w14:paraId="773FBCB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68D181D" w14:textId="77777777" w:rsidR="00F044BB" w:rsidRDefault="00F044BB" w:rsidP="00AC3FE8">
            <w:pPr>
              <w:pStyle w:val="TAC"/>
            </w:pPr>
            <w:r>
              <w:rPr>
                <w:rFonts w:cs="Arial"/>
                <w:lang w:eastAsia="ko-KR"/>
              </w:rPr>
              <w:t>DC_19A-21A_n77A-n79A</w:t>
            </w:r>
          </w:p>
        </w:tc>
        <w:tc>
          <w:tcPr>
            <w:tcW w:w="3514" w:type="dxa"/>
            <w:tcBorders>
              <w:top w:val="single" w:sz="4" w:space="0" w:color="auto"/>
              <w:left w:val="single" w:sz="4" w:space="0" w:color="auto"/>
              <w:bottom w:val="single" w:sz="4" w:space="0" w:color="auto"/>
              <w:right w:val="single" w:sz="4" w:space="0" w:color="auto"/>
            </w:tcBorders>
            <w:hideMark/>
          </w:tcPr>
          <w:p w14:paraId="5DE2E32E" w14:textId="77777777" w:rsidR="00F044BB" w:rsidRDefault="00F044BB" w:rsidP="00AC3FE8">
            <w:pPr>
              <w:pStyle w:val="TAC"/>
              <w:rPr>
                <w:lang w:eastAsia="ko-KR"/>
              </w:rPr>
            </w:pPr>
            <w:r>
              <w:rPr>
                <w:lang w:eastAsia="ko-KR"/>
              </w:rPr>
              <w:t>DC_19A_n77A</w:t>
            </w:r>
          </w:p>
          <w:p w14:paraId="643242F6" w14:textId="77777777" w:rsidR="00F044BB" w:rsidRDefault="00F044BB" w:rsidP="00AC3FE8">
            <w:pPr>
              <w:pStyle w:val="TAC"/>
            </w:pPr>
            <w:r>
              <w:rPr>
                <w:lang w:eastAsia="ko-KR"/>
              </w:rPr>
              <w:t>DC_19A_n79A</w:t>
            </w:r>
          </w:p>
        </w:tc>
      </w:tr>
      <w:tr w:rsidR="00F044BB" w14:paraId="5181DCC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338BC02" w14:textId="77777777" w:rsidR="00F044BB" w:rsidRDefault="00F044BB" w:rsidP="00AC3FE8">
            <w:pPr>
              <w:pStyle w:val="TAC"/>
            </w:pPr>
            <w:r>
              <w:rPr>
                <w:rFonts w:cs="Arial"/>
                <w:lang w:eastAsia="ko-KR"/>
              </w:rPr>
              <w:t>DC_19A-21A_n78A-n79A</w:t>
            </w:r>
          </w:p>
        </w:tc>
        <w:tc>
          <w:tcPr>
            <w:tcW w:w="3514" w:type="dxa"/>
            <w:tcBorders>
              <w:top w:val="single" w:sz="4" w:space="0" w:color="auto"/>
              <w:left w:val="single" w:sz="4" w:space="0" w:color="auto"/>
              <w:bottom w:val="single" w:sz="4" w:space="0" w:color="auto"/>
              <w:right w:val="single" w:sz="4" w:space="0" w:color="auto"/>
            </w:tcBorders>
            <w:hideMark/>
          </w:tcPr>
          <w:p w14:paraId="129183A7" w14:textId="77777777" w:rsidR="00F044BB" w:rsidRDefault="00F044BB" w:rsidP="00AC3FE8">
            <w:pPr>
              <w:pStyle w:val="TAC"/>
              <w:rPr>
                <w:lang w:eastAsia="ko-KR"/>
              </w:rPr>
            </w:pPr>
            <w:r>
              <w:rPr>
                <w:lang w:eastAsia="ko-KR"/>
              </w:rPr>
              <w:t>DC_19A_n78A</w:t>
            </w:r>
          </w:p>
          <w:p w14:paraId="737458DC" w14:textId="77777777" w:rsidR="00F044BB" w:rsidRDefault="00F044BB" w:rsidP="00AC3FE8">
            <w:pPr>
              <w:pStyle w:val="TAC"/>
            </w:pPr>
            <w:r>
              <w:rPr>
                <w:lang w:eastAsia="ko-KR"/>
              </w:rPr>
              <w:t>DC_19A_n79A</w:t>
            </w:r>
          </w:p>
        </w:tc>
      </w:tr>
      <w:tr w:rsidR="00F044BB" w14:paraId="24502C4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E002EBC" w14:textId="77777777" w:rsidR="00F044BB" w:rsidRPr="009452BA" w:rsidRDefault="00F044BB" w:rsidP="00AC3FE8">
            <w:pPr>
              <w:pStyle w:val="TAC"/>
              <w:rPr>
                <w:rFonts w:cs="Arial"/>
                <w:vertAlign w:val="superscript"/>
                <w:lang w:eastAsia="ko-KR"/>
              </w:rPr>
            </w:pPr>
            <w:r>
              <w:rPr>
                <w:rFonts w:cs="Arial"/>
                <w:lang w:eastAsia="ko-KR"/>
              </w:rPr>
              <w:t>DC_19A-42A_n77A-n79A</w:t>
            </w:r>
            <w:r>
              <w:rPr>
                <w:rFonts w:cs="Arial"/>
                <w:vertAlign w:val="superscript"/>
                <w:lang w:eastAsia="ko-KR"/>
              </w:rPr>
              <w:t>6,7</w:t>
            </w:r>
          </w:p>
          <w:p w14:paraId="680DDE14" w14:textId="77777777" w:rsidR="00F044BB" w:rsidRDefault="00F044BB" w:rsidP="00AC3FE8">
            <w:pPr>
              <w:pStyle w:val="TAC"/>
            </w:pPr>
            <w:r>
              <w:rPr>
                <w:rFonts w:cs="Arial"/>
                <w:lang w:eastAsia="ko-KR"/>
              </w:rPr>
              <w:t>DC_19A-42C_n77A-n79A</w:t>
            </w:r>
            <w:r>
              <w:rPr>
                <w:rFonts w:cs="Arial"/>
                <w:vertAlign w:val="superscript"/>
                <w:lang w:eastAsia="ko-KR"/>
              </w:rPr>
              <w:t>6,7</w:t>
            </w:r>
          </w:p>
        </w:tc>
        <w:tc>
          <w:tcPr>
            <w:tcW w:w="3514" w:type="dxa"/>
            <w:tcBorders>
              <w:top w:val="single" w:sz="4" w:space="0" w:color="auto"/>
              <w:left w:val="single" w:sz="4" w:space="0" w:color="auto"/>
              <w:bottom w:val="single" w:sz="4" w:space="0" w:color="auto"/>
              <w:right w:val="single" w:sz="4" w:space="0" w:color="auto"/>
            </w:tcBorders>
            <w:hideMark/>
          </w:tcPr>
          <w:p w14:paraId="770D81CD" w14:textId="77777777" w:rsidR="00F044BB" w:rsidRDefault="00F044BB" w:rsidP="00AC3FE8">
            <w:pPr>
              <w:pStyle w:val="TAC"/>
              <w:rPr>
                <w:lang w:eastAsia="ko-KR"/>
              </w:rPr>
            </w:pPr>
            <w:r>
              <w:rPr>
                <w:lang w:eastAsia="ko-KR"/>
              </w:rPr>
              <w:t>DC_19A_n77A</w:t>
            </w:r>
          </w:p>
          <w:p w14:paraId="5C397BD3" w14:textId="77777777" w:rsidR="00F044BB" w:rsidRDefault="00F044BB" w:rsidP="00AC3FE8">
            <w:pPr>
              <w:pStyle w:val="TAC"/>
            </w:pPr>
            <w:r>
              <w:rPr>
                <w:lang w:eastAsia="ko-KR"/>
              </w:rPr>
              <w:t>DC_19A_n79A</w:t>
            </w:r>
          </w:p>
        </w:tc>
      </w:tr>
      <w:tr w:rsidR="00F044BB" w14:paraId="47C5C6BD"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2BFD62B" w14:textId="77777777" w:rsidR="00F044BB" w:rsidRDefault="00F044BB" w:rsidP="00AC3FE8">
            <w:pPr>
              <w:pStyle w:val="TAC"/>
              <w:rPr>
                <w:rFonts w:cs="Arial"/>
                <w:lang w:eastAsia="ko-KR"/>
              </w:rPr>
            </w:pPr>
            <w:r>
              <w:rPr>
                <w:rFonts w:cs="Arial"/>
                <w:lang w:eastAsia="ko-KR"/>
              </w:rPr>
              <w:t>DC_19A-42A_n78A-n79A</w:t>
            </w:r>
            <w:r>
              <w:rPr>
                <w:rFonts w:cs="Arial"/>
                <w:vertAlign w:val="superscript"/>
                <w:lang w:eastAsia="ko-KR"/>
              </w:rPr>
              <w:t>6,7</w:t>
            </w:r>
          </w:p>
          <w:p w14:paraId="04880DCF" w14:textId="77777777" w:rsidR="00F044BB" w:rsidRDefault="00F044BB" w:rsidP="00AC3FE8">
            <w:pPr>
              <w:pStyle w:val="TAC"/>
            </w:pPr>
            <w:r>
              <w:rPr>
                <w:rFonts w:cs="Arial"/>
                <w:lang w:eastAsia="ko-KR"/>
              </w:rPr>
              <w:t>DC_19A-42C_n78A-n79A</w:t>
            </w:r>
            <w:r>
              <w:rPr>
                <w:rFonts w:cs="Arial"/>
                <w:vertAlign w:val="superscript"/>
                <w:lang w:eastAsia="ko-KR"/>
              </w:rPr>
              <w:t>6,7</w:t>
            </w:r>
          </w:p>
        </w:tc>
        <w:tc>
          <w:tcPr>
            <w:tcW w:w="3514" w:type="dxa"/>
            <w:tcBorders>
              <w:top w:val="single" w:sz="4" w:space="0" w:color="auto"/>
              <w:left w:val="single" w:sz="4" w:space="0" w:color="auto"/>
              <w:bottom w:val="single" w:sz="4" w:space="0" w:color="auto"/>
              <w:right w:val="single" w:sz="4" w:space="0" w:color="auto"/>
            </w:tcBorders>
            <w:hideMark/>
          </w:tcPr>
          <w:p w14:paraId="72867E09" w14:textId="77777777" w:rsidR="00F044BB" w:rsidRDefault="00F044BB" w:rsidP="00AC3FE8">
            <w:pPr>
              <w:pStyle w:val="TAC"/>
              <w:rPr>
                <w:lang w:eastAsia="ko-KR"/>
              </w:rPr>
            </w:pPr>
            <w:r>
              <w:rPr>
                <w:lang w:eastAsia="ko-KR"/>
              </w:rPr>
              <w:t>DC_19A_n78A</w:t>
            </w:r>
          </w:p>
          <w:p w14:paraId="2C9E162F" w14:textId="77777777" w:rsidR="00F044BB" w:rsidRDefault="00F044BB" w:rsidP="00AC3FE8">
            <w:pPr>
              <w:pStyle w:val="TAC"/>
            </w:pPr>
            <w:r>
              <w:rPr>
                <w:lang w:eastAsia="ko-KR"/>
              </w:rPr>
              <w:t>DC_19A_n79A</w:t>
            </w:r>
          </w:p>
        </w:tc>
      </w:tr>
      <w:tr w:rsidR="00F044BB" w14:paraId="710C9AE3"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9662D4F" w14:textId="39CD8CCE" w:rsidR="00F044BB" w:rsidRDefault="00F044BB" w:rsidP="00AC3FE8">
            <w:pPr>
              <w:pStyle w:val="TAC"/>
              <w:rPr>
                <w:lang w:eastAsia="fi-FI"/>
              </w:rPr>
            </w:pPr>
            <w:r>
              <w:rPr>
                <w:lang w:eastAsia="fi-FI"/>
              </w:rPr>
              <w:t>DC_21A-28A-42A_n77A</w:t>
            </w:r>
            <w:r>
              <w:rPr>
                <w:vertAlign w:val="superscript"/>
                <w:lang w:eastAsia="ja-JP"/>
              </w:rPr>
              <w:t>67</w:t>
            </w:r>
          </w:p>
          <w:p w14:paraId="2FE4F1B6" w14:textId="77777777" w:rsidR="00F044BB" w:rsidRDefault="00F044BB" w:rsidP="00AC3FE8">
            <w:pPr>
              <w:pStyle w:val="TAC"/>
              <w:rPr>
                <w:rFonts w:cs="Arial"/>
                <w:lang w:eastAsia="ja-JP"/>
              </w:rPr>
            </w:pPr>
            <w:r>
              <w:rPr>
                <w:rFonts w:cs="Arial"/>
                <w:szCs w:val="18"/>
                <w:lang w:eastAsia="ja-JP"/>
              </w:rPr>
              <w:t>DC_21A-28A-42C_n77A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7D19ADED" w14:textId="77777777" w:rsidR="00F044BB" w:rsidRDefault="00F044BB" w:rsidP="00AC3FE8">
            <w:pPr>
              <w:pStyle w:val="TAC"/>
              <w:rPr>
                <w:lang w:eastAsia="fi-FI"/>
              </w:rPr>
            </w:pPr>
            <w:r>
              <w:rPr>
                <w:lang w:eastAsia="fi-FI"/>
              </w:rPr>
              <w:t>DC_21A_n77A</w:t>
            </w:r>
          </w:p>
          <w:p w14:paraId="5D3262FE" w14:textId="77777777" w:rsidR="00F044BB" w:rsidRDefault="00F044BB" w:rsidP="00AC3FE8">
            <w:pPr>
              <w:pStyle w:val="TAC"/>
              <w:rPr>
                <w:rFonts w:cs="Arial"/>
                <w:lang w:eastAsia="ja-JP"/>
              </w:rPr>
            </w:pPr>
            <w:r>
              <w:rPr>
                <w:lang w:eastAsia="fi-FI"/>
              </w:rPr>
              <w:t>DC_28A_n77A</w:t>
            </w:r>
          </w:p>
        </w:tc>
      </w:tr>
      <w:tr w:rsidR="00F044BB" w14:paraId="5FBB63A1"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B9EF6E5" w14:textId="77777777" w:rsidR="00F044BB" w:rsidRDefault="00F044BB" w:rsidP="00AC3FE8">
            <w:pPr>
              <w:pStyle w:val="TAC"/>
              <w:rPr>
                <w:lang w:eastAsia="fi-FI"/>
              </w:rPr>
            </w:pPr>
            <w:r>
              <w:rPr>
                <w:lang w:eastAsia="fi-FI"/>
              </w:rPr>
              <w:t>DC_21A-28A-42A_n78A</w:t>
            </w:r>
            <w:r>
              <w:rPr>
                <w:vertAlign w:val="superscript"/>
                <w:lang w:eastAsia="ja-JP"/>
              </w:rPr>
              <w:t>6,7</w:t>
            </w:r>
          </w:p>
          <w:p w14:paraId="6C726F8D" w14:textId="77777777" w:rsidR="00F044BB" w:rsidRDefault="00F044BB" w:rsidP="00AC3FE8">
            <w:pPr>
              <w:pStyle w:val="TAC"/>
              <w:rPr>
                <w:lang w:eastAsia="fi-FI"/>
              </w:rPr>
            </w:pPr>
            <w:r>
              <w:rPr>
                <w:rFonts w:cs="Arial"/>
                <w:szCs w:val="18"/>
                <w:lang w:eastAsia="ja-JP"/>
              </w:rPr>
              <w:t>DC_21A-28A-42C_n78A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7D2E758C" w14:textId="77777777" w:rsidR="00F044BB" w:rsidRDefault="00F044BB" w:rsidP="00AC3FE8">
            <w:pPr>
              <w:pStyle w:val="TAC"/>
              <w:rPr>
                <w:lang w:eastAsia="fi-FI"/>
              </w:rPr>
            </w:pPr>
            <w:r>
              <w:rPr>
                <w:lang w:eastAsia="fi-FI"/>
              </w:rPr>
              <w:t>DC_21A_n78A</w:t>
            </w:r>
          </w:p>
          <w:p w14:paraId="7A60697A" w14:textId="77777777" w:rsidR="00F044BB" w:rsidRDefault="00F044BB" w:rsidP="00AC3FE8">
            <w:pPr>
              <w:pStyle w:val="TAC"/>
              <w:rPr>
                <w:lang w:eastAsia="fi-FI"/>
              </w:rPr>
            </w:pPr>
            <w:r>
              <w:rPr>
                <w:lang w:eastAsia="fi-FI"/>
              </w:rPr>
              <w:t>DC_28A_n78A</w:t>
            </w:r>
          </w:p>
        </w:tc>
      </w:tr>
      <w:tr w:rsidR="00F044BB" w14:paraId="4B4919C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32EA1080" w14:textId="77777777" w:rsidR="00F044BB" w:rsidRDefault="00F044BB" w:rsidP="00AC3FE8">
            <w:pPr>
              <w:pStyle w:val="TAC"/>
              <w:rPr>
                <w:lang w:eastAsia="fi-FI"/>
              </w:rPr>
            </w:pPr>
            <w:r>
              <w:rPr>
                <w:lang w:eastAsia="fi-FI"/>
              </w:rPr>
              <w:t>DC_21A-28A-42A_n79A</w:t>
            </w:r>
          </w:p>
          <w:p w14:paraId="5887BF63" w14:textId="77777777" w:rsidR="00F044BB" w:rsidRDefault="00F044BB" w:rsidP="00AC3FE8">
            <w:pPr>
              <w:pStyle w:val="TAC"/>
              <w:rPr>
                <w:lang w:eastAsia="fi-FI"/>
              </w:rPr>
            </w:pPr>
            <w:r>
              <w:rPr>
                <w:rFonts w:cs="Arial"/>
                <w:szCs w:val="18"/>
                <w:lang w:eastAsia="ja-JP"/>
              </w:rPr>
              <w:t>DC_21A-28A-42C_n79A</w:t>
            </w:r>
          </w:p>
        </w:tc>
        <w:tc>
          <w:tcPr>
            <w:tcW w:w="3514" w:type="dxa"/>
            <w:tcBorders>
              <w:top w:val="single" w:sz="4" w:space="0" w:color="auto"/>
              <w:left w:val="single" w:sz="4" w:space="0" w:color="auto"/>
              <w:bottom w:val="single" w:sz="4" w:space="0" w:color="auto"/>
              <w:right w:val="single" w:sz="4" w:space="0" w:color="auto"/>
            </w:tcBorders>
            <w:hideMark/>
          </w:tcPr>
          <w:p w14:paraId="6AC61E57" w14:textId="77777777" w:rsidR="00F044BB" w:rsidRDefault="00F044BB" w:rsidP="00AC3FE8">
            <w:pPr>
              <w:pStyle w:val="TAC"/>
              <w:rPr>
                <w:lang w:eastAsia="fi-FI"/>
              </w:rPr>
            </w:pPr>
            <w:r>
              <w:rPr>
                <w:lang w:eastAsia="fi-FI"/>
              </w:rPr>
              <w:t>DC_21A_n79A</w:t>
            </w:r>
          </w:p>
          <w:p w14:paraId="4D86E697" w14:textId="77777777" w:rsidR="00F044BB" w:rsidRDefault="00F044BB" w:rsidP="00AC3FE8">
            <w:pPr>
              <w:pStyle w:val="TAC"/>
              <w:rPr>
                <w:lang w:eastAsia="fi-FI"/>
              </w:rPr>
            </w:pPr>
            <w:r>
              <w:rPr>
                <w:lang w:eastAsia="fi-FI"/>
              </w:rPr>
              <w:t>DC_28A_n79A</w:t>
            </w:r>
          </w:p>
        </w:tc>
      </w:tr>
      <w:tr w:rsidR="00F044BB" w14:paraId="486B5076"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E6EC8D9" w14:textId="77777777" w:rsidR="00F044BB" w:rsidRDefault="00F044BB" w:rsidP="00AC3FE8">
            <w:pPr>
              <w:pStyle w:val="TAC"/>
              <w:rPr>
                <w:rFonts w:cs="Arial"/>
                <w:lang w:eastAsia="ko-KR"/>
              </w:rPr>
            </w:pPr>
            <w:r>
              <w:rPr>
                <w:rFonts w:cs="Arial"/>
                <w:lang w:eastAsia="ko-KR"/>
              </w:rPr>
              <w:t>DC_21A-42A_n77A-n79A</w:t>
            </w:r>
            <w:r>
              <w:rPr>
                <w:rFonts w:cs="Arial"/>
                <w:vertAlign w:val="superscript"/>
                <w:lang w:eastAsia="ko-KR"/>
              </w:rPr>
              <w:t>6,7</w:t>
            </w:r>
          </w:p>
          <w:p w14:paraId="0B1C19B5" w14:textId="77777777" w:rsidR="00F044BB" w:rsidRDefault="00F044BB" w:rsidP="00AC3FE8">
            <w:pPr>
              <w:pStyle w:val="TAC"/>
              <w:rPr>
                <w:lang w:eastAsia="fi-FI"/>
              </w:rPr>
            </w:pPr>
            <w:r>
              <w:rPr>
                <w:rFonts w:cs="Arial"/>
                <w:lang w:eastAsia="ko-KR"/>
              </w:rPr>
              <w:t>DC_21A-42C_n77A-n79A</w:t>
            </w:r>
            <w:r>
              <w:rPr>
                <w:rFonts w:cs="Arial"/>
                <w:vertAlign w:val="superscript"/>
                <w:lang w:eastAsia="ko-KR"/>
              </w:rPr>
              <w:t>6,7</w:t>
            </w:r>
          </w:p>
        </w:tc>
        <w:tc>
          <w:tcPr>
            <w:tcW w:w="3514" w:type="dxa"/>
            <w:tcBorders>
              <w:top w:val="single" w:sz="4" w:space="0" w:color="auto"/>
              <w:left w:val="single" w:sz="4" w:space="0" w:color="auto"/>
              <w:bottom w:val="single" w:sz="4" w:space="0" w:color="auto"/>
              <w:right w:val="single" w:sz="4" w:space="0" w:color="auto"/>
            </w:tcBorders>
            <w:hideMark/>
          </w:tcPr>
          <w:p w14:paraId="5012E54F" w14:textId="77777777" w:rsidR="00F044BB" w:rsidRDefault="00F044BB" w:rsidP="00AC3FE8">
            <w:pPr>
              <w:pStyle w:val="TAC"/>
              <w:rPr>
                <w:lang w:eastAsia="ko-KR"/>
              </w:rPr>
            </w:pPr>
            <w:r>
              <w:rPr>
                <w:lang w:eastAsia="ko-KR"/>
              </w:rPr>
              <w:t>DC_21A_n77A</w:t>
            </w:r>
          </w:p>
          <w:p w14:paraId="7FF3D625" w14:textId="77777777" w:rsidR="00F044BB" w:rsidRDefault="00F044BB" w:rsidP="00AC3FE8">
            <w:pPr>
              <w:pStyle w:val="TAC"/>
              <w:rPr>
                <w:lang w:eastAsia="fi-FI"/>
              </w:rPr>
            </w:pPr>
            <w:r>
              <w:rPr>
                <w:lang w:eastAsia="ko-KR"/>
              </w:rPr>
              <w:t>DC_21A_n79A</w:t>
            </w:r>
          </w:p>
        </w:tc>
      </w:tr>
      <w:tr w:rsidR="00F044BB" w14:paraId="6F85C5F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57FAA4FE" w14:textId="77777777" w:rsidR="00F044BB" w:rsidRDefault="00F044BB" w:rsidP="00AC3FE8">
            <w:pPr>
              <w:pStyle w:val="TAC"/>
              <w:rPr>
                <w:rFonts w:cs="Arial"/>
                <w:lang w:eastAsia="ko-KR"/>
              </w:rPr>
            </w:pPr>
            <w:r>
              <w:rPr>
                <w:rFonts w:cs="Arial"/>
                <w:lang w:eastAsia="ko-KR"/>
              </w:rPr>
              <w:lastRenderedPageBreak/>
              <w:t>DC_21A-42A_n78A-n79A</w:t>
            </w:r>
            <w:r>
              <w:rPr>
                <w:rFonts w:cs="Arial"/>
                <w:vertAlign w:val="superscript"/>
                <w:lang w:eastAsia="ko-KR"/>
              </w:rPr>
              <w:t>6,7</w:t>
            </w:r>
          </w:p>
          <w:p w14:paraId="45989437" w14:textId="77777777" w:rsidR="00F044BB" w:rsidRDefault="00F044BB" w:rsidP="00AC3FE8">
            <w:pPr>
              <w:pStyle w:val="TAC"/>
              <w:rPr>
                <w:lang w:eastAsia="fi-FI"/>
              </w:rPr>
            </w:pPr>
            <w:r>
              <w:rPr>
                <w:rFonts w:cs="Arial"/>
                <w:lang w:eastAsia="ko-KR"/>
              </w:rPr>
              <w:t>DC_21A-42C_n78A-n79A</w:t>
            </w:r>
            <w:r>
              <w:rPr>
                <w:rFonts w:cs="Arial"/>
                <w:vertAlign w:val="superscript"/>
                <w:lang w:eastAsia="ko-KR"/>
              </w:rPr>
              <w:t>6,7</w:t>
            </w:r>
          </w:p>
        </w:tc>
        <w:tc>
          <w:tcPr>
            <w:tcW w:w="3514" w:type="dxa"/>
            <w:tcBorders>
              <w:top w:val="single" w:sz="4" w:space="0" w:color="auto"/>
              <w:left w:val="single" w:sz="4" w:space="0" w:color="auto"/>
              <w:bottom w:val="single" w:sz="4" w:space="0" w:color="auto"/>
              <w:right w:val="single" w:sz="4" w:space="0" w:color="auto"/>
            </w:tcBorders>
            <w:hideMark/>
          </w:tcPr>
          <w:p w14:paraId="097AEA0F" w14:textId="77777777" w:rsidR="00F044BB" w:rsidRDefault="00F044BB" w:rsidP="00AC3FE8">
            <w:pPr>
              <w:pStyle w:val="TAC"/>
              <w:rPr>
                <w:lang w:eastAsia="ko-KR"/>
              </w:rPr>
            </w:pPr>
            <w:r>
              <w:rPr>
                <w:lang w:eastAsia="ko-KR"/>
              </w:rPr>
              <w:t>DC_21A_n78A</w:t>
            </w:r>
          </w:p>
          <w:p w14:paraId="4B720063" w14:textId="77777777" w:rsidR="00F044BB" w:rsidRDefault="00F044BB" w:rsidP="00AC3FE8">
            <w:pPr>
              <w:pStyle w:val="TAC"/>
              <w:rPr>
                <w:lang w:eastAsia="fi-FI"/>
              </w:rPr>
            </w:pPr>
            <w:r>
              <w:rPr>
                <w:lang w:eastAsia="ko-KR"/>
              </w:rPr>
              <w:t>DC_21A_n79A</w:t>
            </w:r>
          </w:p>
        </w:tc>
      </w:tr>
      <w:tr w:rsidR="00F044BB" w14:paraId="73D152AA"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7A091D39" w14:textId="77777777" w:rsidR="00F044BB" w:rsidRDefault="00F044BB" w:rsidP="00AC3FE8">
            <w:pPr>
              <w:pStyle w:val="TAC"/>
              <w:rPr>
                <w:lang w:eastAsia="fi-FI"/>
              </w:rPr>
            </w:pPr>
            <w:r>
              <w:rPr>
                <w:lang w:eastAsia="fi-FI"/>
              </w:rPr>
              <w:t>DC_28A-41A-42A_n78A</w:t>
            </w:r>
            <w:r>
              <w:rPr>
                <w:vertAlign w:val="superscript"/>
                <w:lang w:eastAsia="ja-JP"/>
              </w:rPr>
              <w:t>6,7</w:t>
            </w:r>
          </w:p>
          <w:p w14:paraId="4AB31B67" w14:textId="77777777" w:rsidR="00F044BB" w:rsidRDefault="00F044BB" w:rsidP="00AC3FE8">
            <w:pPr>
              <w:pStyle w:val="TAC"/>
              <w:rPr>
                <w:lang w:eastAsia="fi-FI"/>
              </w:rPr>
            </w:pPr>
            <w:r>
              <w:rPr>
                <w:lang w:eastAsia="fi-FI"/>
              </w:rPr>
              <w:t>DC_28A-41C-42A_n78A</w:t>
            </w:r>
            <w:r>
              <w:rPr>
                <w:vertAlign w:val="superscript"/>
                <w:lang w:eastAsia="ja-JP"/>
              </w:rPr>
              <w:t>6,7</w:t>
            </w:r>
          </w:p>
          <w:p w14:paraId="542F1675" w14:textId="77777777" w:rsidR="00F044BB" w:rsidRDefault="00F044BB" w:rsidP="00AC3FE8">
            <w:pPr>
              <w:pStyle w:val="TAC"/>
              <w:rPr>
                <w:lang w:eastAsia="fi-FI"/>
              </w:rPr>
            </w:pPr>
            <w:r>
              <w:rPr>
                <w:lang w:eastAsia="fi-FI"/>
              </w:rPr>
              <w:t>DC_28A-41A-42C_n78A</w:t>
            </w:r>
            <w:r>
              <w:rPr>
                <w:vertAlign w:val="superscript"/>
                <w:lang w:eastAsia="ja-JP"/>
              </w:rPr>
              <w:t>6,7</w:t>
            </w:r>
          </w:p>
          <w:p w14:paraId="2D7D70C1" w14:textId="77777777" w:rsidR="00F044BB" w:rsidRDefault="00F044BB" w:rsidP="00AC3FE8">
            <w:pPr>
              <w:pStyle w:val="TAC"/>
              <w:rPr>
                <w:rFonts w:cs="Arial"/>
                <w:lang w:eastAsia="ko-KR"/>
              </w:rPr>
            </w:pPr>
            <w:r>
              <w:rPr>
                <w:lang w:eastAsia="fi-FI"/>
              </w:rPr>
              <w:t>DC_28A-41C-42C_n78A</w:t>
            </w:r>
            <w:r>
              <w:rPr>
                <w:vertAlign w:val="superscript"/>
                <w:lang w:eastAsia="ja-JP"/>
              </w:rPr>
              <w:t>6,7</w:t>
            </w:r>
          </w:p>
        </w:tc>
        <w:tc>
          <w:tcPr>
            <w:tcW w:w="3514" w:type="dxa"/>
            <w:tcBorders>
              <w:top w:val="single" w:sz="4" w:space="0" w:color="auto"/>
              <w:left w:val="single" w:sz="4" w:space="0" w:color="auto"/>
              <w:bottom w:val="single" w:sz="4" w:space="0" w:color="auto"/>
              <w:right w:val="single" w:sz="4" w:space="0" w:color="auto"/>
            </w:tcBorders>
            <w:hideMark/>
          </w:tcPr>
          <w:p w14:paraId="405B6552" w14:textId="77777777" w:rsidR="00F044BB" w:rsidRDefault="00F044BB" w:rsidP="00AC3FE8">
            <w:pPr>
              <w:pStyle w:val="TAC"/>
              <w:rPr>
                <w:lang w:eastAsia="fi-FI"/>
              </w:rPr>
            </w:pPr>
            <w:r>
              <w:rPr>
                <w:lang w:eastAsia="fi-FI"/>
              </w:rPr>
              <w:t>DC_</w:t>
            </w:r>
            <w:r>
              <w:rPr>
                <w:lang w:eastAsia="ja-JP"/>
              </w:rPr>
              <w:t>28</w:t>
            </w:r>
            <w:r>
              <w:rPr>
                <w:lang w:eastAsia="fi-FI"/>
              </w:rPr>
              <w:t>A_</w:t>
            </w:r>
            <w:r>
              <w:rPr>
                <w:lang w:eastAsia="ja-JP"/>
              </w:rPr>
              <w:t>n78</w:t>
            </w:r>
            <w:r>
              <w:rPr>
                <w:lang w:eastAsia="fi-FI"/>
              </w:rPr>
              <w:t>A</w:t>
            </w:r>
          </w:p>
          <w:p w14:paraId="0D4AC007" w14:textId="77777777" w:rsidR="00F044BB" w:rsidRDefault="00F044BB" w:rsidP="00AC3FE8">
            <w:pPr>
              <w:pStyle w:val="TAC"/>
              <w:rPr>
                <w:lang w:eastAsia="fi-FI"/>
              </w:rPr>
            </w:pPr>
            <w:r>
              <w:rPr>
                <w:lang w:eastAsia="fi-FI"/>
              </w:rPr>
              <w:t>DC_</w:t>
            </w:r>
            <w:r>
              <w:rPr>
                <w:lang w:eastAsia="ja-JP"/>
              </w:rPr>
              <w:t>41</w:t>
            </w:r>
            <w:r>
              <w:rPr>
                <w:lang w:eastAsia="fi-FI"/>
              </w:rPr>
              <w:t>A_</w:t>
            </w:r>
            <w:r>
              <w:rPr>
                <w:lang w:eastAsia="ja-JP"/>
              </w:rPr>
              <w:t>n78</w:t>
            </w:r>
            <w:r>
              <w:rPr>
                <w:lang w:eastAsia="fi-FI"/>
              </w:rPr>
              <w:t>A</w:t>
            </w:r>
          </w:p>
          <w:p w14:paraId="07B579BA" w14:textId="77777777" w:rsidR="00F044BB" w:rsidRDefault="00F044BB" w:rsidP="00AC3FE8">
            <w:pPr>
              <w:pStyle w:val="TAC"/>
              <w:rPr>
                <w:lang w:eastAsia="fi-FI"/>
              </w:rPr>
            </w:pPr>
            <w:r>
              <w:rPr>
                <w:lang w:eastAsia="fi-FI"/>
              </w:rPr>
              <w:t>DC_</w:t>
            </w:r>
            <w:r>
              <w:rPr>
                <w:lang w:eastAsia="ja-JP"/>
              </w:rPr>
              <w:t>41</w:t>
            </w:r>
            <w:r>
              <w:rPr>
                <w:lang w:eastAsia="fi-FI"/>
              </w:rPr>
              <w:t>C_</w:t>
            </w:r>
            <w:r>
              <w:rPr>
                <w:lang w:eastAsia="ja-JP"/>
              </w:rPr>
              <w:t>n78</w:t>
            </w:r>
            <w:r>
              <w:rPr>
                <w:lang w:eastAsia="fi-FI"/>
              </w:rPr>
              <w:t>A</w:t>
            </w:r>
          </w:p>
          <w:p w14:paraId="580B9C5A" w14:textId="77777777" w:rsidR="00F044BB" w:rsidRDefault="00F044BB" w:rsidP="00AC3FE8">
            <w:pPr>
              <w:pStyle w:val="TAC"/>
              <w:rPr>
                <w:lang w:eastAsia="fi-FI"/>
              </w:rPr>
            </w:pPr>
            <w:r>
              <w:rPr>
                <w:lang w:eastAsia="fi-FI"/>
              </w:rPr>
              <w:t>DC_</w:t>
            </w:r>
            <w:r>
              <w:rPr>
                <w:lang w:eastAsia="ja-JP"/>
              </w:rPr>
              <w:t>42</w:t>
            </w:r>
            <w:r>
              <w:rPr>
                <w:lang w:eastAsia="fi-FI"/>
              </w:rPr>
              <w:t>A_</w:t>
            </w:r>
            <w:r>
              <w:rPr>
                <w:lang w:eastAsia="ja-JP"/>
              </w:rPr>
              <w:t>n78</w:t>
            </w:r>
            <w:r>
              <w:rPr>
                <w:lang w:eastAsia="fi-FI"/>
              </w:rPr>
              <w:t>A</w:t>
            </w:r>
          </w:p>
          <w:p w14:paraId="507A02FC" w14:textId="77777777" w:rsidR="00F044BB" w:rsidRDefault="00F044BB" w:rsidP="00AC3FE8">
            <w:pPr>
              <w:pStyle w:val="TAC"/>
              <w:rPr>
                <w:lang w:eastAsia="ko-KR"/>
              </w:rPr>
            </w:pPr>
            <w:r>
              <w:rPr>
                <w:lang w:eastAsia="fi-FI"/>
              </w:rPr>
              <w:t>DC_</w:t>
            </w:r>
            <w:r>
              <w:rPr>
                <w:lang w:eastAsia="ja-JP"/>
              </w:rPr>
              <w:t>42</w:t>
            </w:r>
            <w:r>
              <w:rPr>
                <w:lang w:eastAsia="fi-FI"/>
              </w:rPr>
              <w:t>C_</w:t>
            </w:r>
            <w:r>
              <w:rPr>
                <w:lang w:eastAsia="ja-JP"/>
              </w:rPr>
              <w:t>n78</w:t>
            </w:r>
            <w:r>
              <w:rPr>
                <w:lang w:eastAsia="fi-FI"/>
              </w:rPr>
              <w:t>A</w:t>
            </w:r>
          </w:p>
        </w:tc>
      </w:tr>
      <w:tr w:rsidR="00F044BB" w14:paraId="1AF6E52B"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05D2AC9" w14:textId="77777777" w:rsidR="00F044BB" w:rsidRDefault="00F044BB" w:rsidP="00AC3FE8">
            <w:pPr>
              <w:pStyle w:val="TAC"/>
              <w:rPr>
                <w:rFonts w:eastAsia="Malgun Gothic"/>
                <w:lang w:eastAsia="ko-KR"/>
              </w:rPr>
            </w:pPr>
            <w:r>
              <w:rPr>
                <w:lang w:eastAsia="ja-JP"/>
              </w:rPr>
              <w:t>DC_29A-30A-66A_n2A</w:t>
            </w:r>
          </w:p>
        </w:tc>
        <w:tc>
          <w:tcPr>
            <w:tcW w:w="3514" w:type="dxa"/>
            <w:tcBorders>
              <w:top w:val="single" w:sz="4" w:space="0" w:color="auto"/>
              <w:left w:val="single" w:sz="4" w:space="0" w:color="auto"/>
              <w:bottom w:val="single" w:sz="4" w:space="0" w:color="auto"/>
              <w:right w:val="single" w:sz="4" w:space="0" w:color="auto"/>
            </w:tcBorders>
            <w:hideMark/>
          </w:tcPr>
          <w:p w14:paraId="513F3191" w14:textId="77777777" w:rsidR="00F044BB" w:rsidRDefault="00F044BB" w:rsidP="00AC3FE8">
            <w:pPr>
              <w:pStyle w:val="TAC"/>
              <w:rPr>
                <w:lang w:eastAsia="ja-JP"/>
              </w:rPr>
            </w:pPr>
            <w:r>
              <w:rPr>
                <w:lang w:eastAsia="ja-JP"/>
              </w:rPr>
              <w:t>DC_30A_n2A</w:t>
            </w:r>
          </w:p>
          <w:p w14:paraId="005D6BA2" w14:textId="77777777" w:rsidR="00F044BB" w:rsidRDefault="00F044BB" w:rsidP="00AC3FE8">
            <w:pPr>
              <w:pStyle w:val="TAC"/>
              <w:rPr>
                <w:szCs w:val="18"/>
              </w:rPr>
            </w:pPr>
            <w:r>
              <w:rPr>
                <w:lang w:eastAsia="ja-JP"/>
              </w:rPr>
              <w:t>DC_66A_n2A</w:t>
            </w:r>
          </w:p>
        </w:tc>
      </w:tr>
      <w:tr w:rsidR="00F044BB" w14:paraId="75E0DF95"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CC268C2" w14:textId="77777777" w:rsidR="00F044BB" w:rsidRDefault="00F044BB" w:rsidP="00AC3FE8">
            <w:pPr>
              <w:pStyle w:val="TAC"/>
              <w:rPr>
                <w:rFonts w:eastAsia="Malgun Gothic"/>
                <w:lang w:eastAsia="ko-KR"/>
              </w:rPr>
            </w:pPr>
            <w:r>
              <w:rPr>
                <w:lang w:eastAsia="ja-JP"/>
              </w:rPr>
              <w:t>DC_29A-30A-66A-66A_n2A</w:t>
            </w:r>
          </w:p>
        </w:tc>
        <w:tc>
          <w:tcPr>
            <w:tcW w:w="3514" w:type="dxa"/>
            <w:tcBorders>
              <w:top w:val="single" w:sz="4" w:space="0" w:color="auto"/>
              <w:left w:val="single" w:sz="4" w:space="0" w:color="auto"/>
              <w:bottom w:val="single" w:sz="4" w:space="0" w:color="auto"/>
              <w:right w:val="single" w:sz="4" w:space="0" w:color="auto"/>
            </w:tcBorders>
            <w:hideMark/>
          </w:tcPr>
          <w:p w14:paraId="19399CF1" w14:textId="77777777" w:rsidR="00F044BB" w:rsidRDefault="00F044BB" w:rsidP="00AC3FE8">
            <w:pPr>
              <w:pStyle w:val="TAC"/>
              <w:rPr>
                <w:lang w:eastAsia="ja-JP"/>
              </w:rPr>
            </w:pPr>
            <w:r>
              <w:rPr>
                <w:lang w:eastAsia="ja-JP"/>
              </w:rPr>
              <w:t>DC_30A_n2A</w:t>
            </w:r>
          </w:p>
          <w:p w14:paraId="52468172" w14:textId="77777777" w:rsidR="00F044BB" w:rsidRDefault="00F044BB" w:rsidP="00AC3FE8">
            <w:pPr>
              <w:pStyle w:val="TAC"/>
              <w:rPr>
                <w:szCs w:val="18"/>
              </w:rPr>
            </w:pPr>
            <w:r>
              <w:rPr>
                <w:lang w:eastAsia="ja-JP"/>
              </w:rPr>
              <w:t>DC_66A_n2A</w:t>
            </w:r>
          </w:p>
        </w:tc>
      </w:tr>
      <w:tr w:rsidR="00F044BB" w14:paraId="3DC243F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4EEE49EB" w14:textId="77777777" w:rsidR="00F044BB" w:rsidRDefault="00F044BB" w:rsidP="00AC3FE8">
            <w:pPr>
              <w:pStyle w:val="TAC"/>
              <w:rPr>
                <w:rFonts w:eastAsia="Malgun Gothic"/>
                <w:lang w:eastAsia="ko-KR"/>
              </w:rPr>
            </w:pPr>
            <w:r>
              <w:rPr>
                <w:lang w:eastAsia="ja-JP"/>
              </w:rPr>
              <w:t>DC_29A-30A-66A_n66A</w:t>
            </w:r>
          </w:p>
        </w:tc>
        <w:tc>
          <w:tcPr>
            <w:tcW w:w="3514" w:type="dxa"/>
            <w:tcBorders>
              <w:top w:val="single" w:sz="4" w:space="0" w:color="auto"/>
              <w:left w:val="single" w:sz="4" w:space="0" w:color="auto"/>
              <w:bottom w:val="single" w:sz="4" w:space="0" w:color="auto"/>
              <w:right w:val="single" w:sz="4" w:space="0" w:color="auto"/>
            </w:tcBorders>
            <w:hideMark/>
          </w:tcPr>
          <w:p w14:paraId="2696A0B4" w14:textId="77777777" w:rsidR="00F044BB" w:rsidRDefault="00F044BB" w:rsidP="00AC3FE8">
            <w:pPr>
              <w:pStyle w:val="TAC"/>
              <w:rPr>
                <w:lang w:eastAsia="ja-JP"/>
              </w:rPr>
            </w:pPr>
            <w:r>
              <w:rPr>
                <w:lang w:eastAsia="ja-JP"/>
              </w:rPr>
              <w:t>DC_30A_n66A</w:t>
            </w:r>
          </w:p>
          <w:p w14:paraId="7B9FD52E" w14:textId="77777777" w:rsidR="00F044BB" w:rsidRDefault="00F044BB" w:rsidP="00AC3FE8">
            <w:pPr>
              <w:pStyle w:val="TAC"/>
              <w:rPr>
                <w:szCs w:val="18"/>
              </w:rPr>
            </w:pPr>
            <w:r>
              <w:rPr>
                <w:lang w:eastAsia="ja-JP"/>
              </w:rPr>
              <w:t>DC_66A_n66A</w:t>
            </w:r>
            <w:r>
              <w:rPr>
                <w:vertAlign w:val="superscript"/>
                <w:lang w:eastAsia="fi-FI"/>
              </w:rPr>
              <w:t>4</w:t>
            </w:r>
          </w:p>
        </w:tc>
      </w:tr>
      <w:tr w:rsidR="00F044BB" w14:paraId="1F76D1FE"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0B6371E" w14:textId="77777777" w:rsidR="00F044BB" w:rsidRDefault="00F044BB" w:rsidP="00AC3FE8">
            <w:pPr>
              <w:pStyle w:val="TAC"/>
              <w:rPr>
                <w:rFonts w:eastAsia="Malgun Gothic"/>
                <w:lang w:eastAsia="ko-KR"/>
              </w:rPr>
            </w:pPr>
            <w:r>
              <w:rPr>
                <w:rFonts w:eastAsia="Malgun Gothic"/>
                <w:lang w:eastAsia="ko-KR"/>
              </w:rPr>
              <w:t>DC_46A-66A_n25A-n41A</w:t>
            </w:r>
          </w:p>
          <w:p w14:paraId="496D5250" w14:textId="77777777" w:rsidR="00F044BB" w:rsidRDefault="00F044BB" w:rsidP="00AC3FE8">
            <w:pPr>
              <w:pStyle w:val="TAC"/>
              <w:rPr>
                <w:rFonts w:eastAsia="Malgun Gothic"/>
                <w:lang w:eastAsia="ko-KR"/>
              </w:rPr>
            </w:pPr>
            <w:r>
              <w:rPr>
                <w:rFonts w:eastAsia="Malgun Gothic"/>
                <w:lang w:eastAsia="ko-KR"/>
              </w:rPr>
              <w:t>DC_46C-66A_n25A-n41A</w:t>
            </w:r>
          </w:p>
          <w:p w14:paraId="01FBADCB" w14:textId="77777777" w:rsidR="00F044BB" w:rsidRDefault="00F044BB" w:rsidP="00AC3FE8">
            <w:pPr>
              <w:pStyle w:val="TAC"/>
              <w:rPr>
                <w:rFonts w:eastAsia="Malgun Gothic"/>
                <w:lang w:eastAsia="ko-KR"/>
              </w:rPr>
            </w:pPr>
            <w:r>
              <w:rPr>
                <w:rFonts w:eastAsia="Malgun Gothic"/>
                <w:lang w:eastAsia="ko-KR"/>
              </w:rPr>
              <w:t>DC_46D-66A_n25A-n41A</w:t>
            </w:r>
          </w:p>
        </w:tc>
        <w:tc>
          <w:tcPr>
            <w:tcW w:w="3514" w:type="dxa"/>
            <w:tcBorders>
              <w:top w:val="single" w:sz="4" w:space="0" w:color="auto"/>
              <w:left w:val="single" w:sz="4" w:space="0" w:color="auto"/>
              <w:bottom w:val="single" w:sz="4" w:space="0" w:color="auto"/>
              <w:right w:val="single" w:sz="4" w:space="0" w:color="auto"/>
            </w:tcBorders>
            <w:hideMark/>
          </w:tcPr>
          <w:p w14:paraId="2F46F959" w14:textId="77777777" w:rsidR="00F044BB" w:rsidRDefault="00F044BB" w:rsidP="00AC3FE8">
            <w:pPr>
              <w:pStyle w:val="TAC"/>
              <w:rPr>
                <w:rFonts w:cs="Arial"/>
                <w:szCs w:val="18"/>
              </w:rPr>
            </w:pPr>
            <w:r>
              <w:rPr>
                <w:rFonts w:cs="Arial"/>
                <w:szCs w:val="18"/>
              </w:rPr>
              <w:t>DC_66A_n25A</w:t>
            </w:r>
          </w:p>
          <w:p w14:paraId="50D89271" w14:textId="77777777" w:rsidR="00F044BB" w:rsidRDefault="00F044BB" w:rsidP="00AC3FE8">
            <w:pPr>
              <w:pStyle w:val="TAC"/>
              <w:rPr>
                <w:lang w:eastAsia="fi-FI"/>
              </w:rPr>
            </w:pPr>
            <w:r>
              <w:rPr>
                <w:rFonts w:cs="Arial"/>
                <w:szCs w:val="18"/>
              </w:rPr>
              <w:t>DC_66A_n41A</w:t>
            </w:r>
          </w:p>
        </w:tc>
      </w:tr>
      <w:tr w:rsidR="00F044BB" w14:paraId="4541DEC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2C62C80E" w14:textId="77777777" w:rsidR="00F044BB" w:rsidRDefault="00F044BB" w:rsidP="00AC3FE8">
            <w:pPr>
              <w:pStyle w:val="TAC"/>
              <w:rPr>
                <w:rFonts w:eastAsia="Malgun Gothic"/>
                <w:lang w:eastAsia="ko-KR"/>
              </w:rPr>
            </w:pPr>
            <w:r>
              <w:rPr>
                <w:rFonts w:eastAsia="Malgun Gothic"/>
                <w:lang w:eastAsia="ko-KR"/>
              </w:rPr>
              <w:t>DC_46A-66A_n25A-n71A</w:t>
            </w:r>
          </w:p>
          <w:p w14:paraId="64A17F33" w14:textId="77777777" w:rsidR="00F044BB" w:rsidRDefault="00F044BB" w:rsidP="00AC3FE8">
            <w:pPr>
              <w:pStyle w:val="TAC"/>
              <w:rPr>
                <w:rFonts w:eastAsia="Malgun Gothic"/>
                <w:lang w:eastAsia="ko-KR"/>
              </w:rPr>
            </w:pPr>
            <w:r>
              <w:rPr>
                <w:rFonts w:eastAsia="Malgun Gothic"/>
                <w:lang w:eastAsia="ko-KR"/>
              </w:rPr>
              <w:t>DC_46C-66A_n25A-n71A</w:t>
            </w:r>
          </w:p>
          <w:p w14:paraId="2299B79F" w14:textId="77777777" w:rsidR="00F044BB" w:rsidRDefault="00F044BB" w:rsidP="00AC3FE8">
            <w:pPr>
              <w:pStyle w:val="TAC"/>
              <w:rPr>
                <w:rFonts w:eastAsia="Malgun Gothic"/>
                <w:lang w:eastAsia="ko-KR"/>
              </w:rPr>
            </w:pPr>
            <w:r>
              <w:rPr>
                <w:rFonts w:eastAsia="Malgun Gothic"/>
                <w:lang w:eastAsia="ko-KR"/>
              </w:rPr>
              <w:t>DC_46D-66A_n25A-n71A</w:t>
            </w:r>
          </w:p>
        </w:tc>
        <w:tc>
          <w:tcPr>
            <w:tcW w:w="3514" w:type="dxa"/>
            <w:tcBorders>
              <w:top w:val="single" w:sz="4" w:space="0" w:color="auto"/>
              <w:left w:val="single" w:sz="4" w:space="0" w:color="auto"/>
              <w:bottom w:val="single" w:sz="4" w:space="0" w:color="auto"/>
              <w:right w:val="single" w:sz="4" w:space="0" w:color="auto"/>
            </w:tcBorders>
            <w:hideMark/>
          </w:tcPr>
          <w:p w14:paraId="7E261E68" w14:textId="77777777" w:rsidR="00F044BB" w:rsidRDefault="00F044BB" w:rsidP="00AC3FE8">
            <w:pPr>
              <w:pStyle w:val="TAC"/>
              <w:rPr>
                <w:rFonts w:cs="Arial"/>
                <w:szCs w:val="18"/>
              </w:rPr>
            </w:pPr>
            <w:r>
              <w:rPr>
                <w:rFonts w:cs="Arial"/>
                <w:szCs w:val="18"/>
              </w:rPr>
              <w:t>DC_66A_n25A</w:t>
            </w:r>
          </w:p>
          <w:p w14:paraId="17697F35" w14:textId="77777777" w:rsidR="00F044BB" w:rsidRDefault="00F044BB" w:rsidP="00AC3FE8">
            <w:pPr>
              <w:pStyle w:val="TAC"/>
              <w:rPr>
                <w:rFonts w:cs="Arial"/>
                <w:szCs w:val="18"/>
              </w:rPr>
            </w:pPr>
            <w:r>
              <w:rPr>
                <w:rFonts w:cs="Arial"/>
                <w:szCs w:val="18"/>
              </w:rPr>
              <w:t>DC_66A_n71A</w:t>
            </w:r>
          </w:p>
        </w:tc>
      </w:tr>
      <w:tr w:rsidR="00F044BB" w14:paraId="3EA88907"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0B0D7AC7" w14:textId="77777777" w:rsidR="00F044BB" w:rsidRDefault="00F044BB" w:rsidP="00AC3FE8">
            <w:pPr>
              <w:pStyle w:val="TAC"/>
              <w:rPr>
                <w:lang w:eastAsia="ja-JP"/>
              </w:rPr>
            </w:pPr>
            <w:r>
              <w:rPr>
                <w:lang w:eastAsia="ja-JP"/>
              </w:rPr>
              <w:t>DC_46A-66A_n41A-n71A</w:t>
            </w:r>
          </w:p>
          <w:p w14:paraId="1F2BD406" w14:textId="77777777" w:rsidR="00F044BB" w:rsidRDefault="00F044BB" w:rsidP="00AC3FE8">
            <w:pPr>
              <w:pStyle w:val="TAC"/>
              <w:rPr>
                <w:lang w:eastAsia="ja-JP"/>
              </w:rPr>
            </w:pPr>
            <w:r>
              <w:rPr>
                <w:lang w:eastAsia="ja-JP"/>
              </w:rPr>
              <w:t>DC_46C-66A_n41A-n71A</w:t>
            </w:r>
          </w:p>
          <w:p w14:paraId="6F71B8B4" w14:textId="77777777" w:rsidR="00F044BB" w:rsidRDefault="00F044BB" w:rsidP="00AC3FE8">
            <w:pPr>
              <w:pStyle w:val="TAC"/>
              <w:rPr>
                <w:rFonts w:eastAsia="Malgun Gothic"/>
                <w:lang w:eastAsia="ko-KR"/>
              </w:rPr>
            </w:pPr>
            <w:r>
              <w:rPr>
                <w:lang w:eastAsia="ja-JP"/>
              </w:rPr>
              <w:t>DC_46D-66A_n41A-n71A</w:t>
            </w:r>
          </w:p>
        </w:tc>
        <w:tc>
          <w:tcPr>
            <w:tcW w:w="3514" w:type="dxa"/>
            <w:tcBorders>
              <w:top w:val="single" w:sz="4" w:space="0" w:color="auto"/>
              <w:left w:val="single" w:sz="4" w:space="0" w:color="auto"/>
              <w:bottom w:val="single" w:sz="4" w:space="0" w:color="auto"/>
              <w:right w:val="single" w:sz="4" w:space="0" w:color="auto"/>
            </w:tcBorders>
            <w:hideMark/>
          </w:tcPr>
          <w:p w14:paraId="78C7B903" w14:textId="77777777" w:rsidR="00F044BB" w:rsidRDefault="00F044BB" w:rsidP="00AC3FE8">
            <w:pPr>
              <w:pStyle w:val="TAC"/>
              <w:rPr>
                <w:rFonts w:cs="Arial"/>
                <w:szCs w:val="18"/>
              </w:rPr>
            </w:pPr>
            <w:r>
              <w:rPr>
                <w:rFonts w:cs="Arial"/>
                <w:szCs w:val="18"/>
              </w:rPr>
              <w:t>DC_66A_n41A</w:t>
            </w:r>
          </w:p>
          <w:p w14:paraId="2111B063" w14:textId="77777777" w:rsidR="00F044BB" w:rsidRDefault="00F044BB" w:rsidP="00AC3FE8">
            <w:pPr>
              <w:pStyle w:val="TAC"/>
              <w:rPr>
                <w:rFonts w:cs="Arial"/>
                <w:szCs w:val="18"/>
              </w:rPr>
            </w:pPr>
            <w:r>
              <w:rPr>
                <w:rFonts w:cs="Arial"/>
                <w:szCs w:val="18"/>
              </w:rPr>
              <w:t>DC_66A_n71A</w:t>
            </w:r>
          </w:p>
        </w:tc>
      </w:tr>
      <w:tr w:rsidR="00F044BB" w14:paraId="5183D48F" w14:textId="77777777" w:rsidTr="00AC3FE8">
        <w:trPr>
          <w:trHeight w:val="187"/>
          <w:jc w:val="center"/>
        </w:trPr>
        <w:tc>
          <w:tcPr>
            <w:tcW w:w="3461" w:type="dxa"/>
            <w:tcBorders>
              <w:top w:val="single" w:sz="4" w:space="0" w:color="auto"/>
              <w:left w:val="single" w:sz="4" w:space="0" w:color="auto"/>
              <w:bottom w:val="single" w:sz="4" w:space="0" w:color="auto"/>
              <w:right w:val="single" w:sz="4" w:space="0" w:color="auto"/>
            </w:tcBorders>
            <w:noWrap/>
            <w:hideMark/>
          </w:tcPr>
          <w:p w14:paraId="629D9AD2" w14:textId="77777777" w:rsidR="00F044BB" w:rsidRDefault="00F044BB" w:rsidP="00AC3FE8">
            <w:pPr>
              <w:pStyle w:val="TAC"/>
              <w:rPr>
                <w:lang w:eastAsia="ja-JP"/>
              </w:rPr>
            </w:pPr>
            <w:r>
              <w:rPr>
                <w:lang w:eastAsia="ja-JP"/>
              </w:rPr>
              <w:t>DC_46A-66A_n41(2A)-n71A</w:t>
            </w:r>
          </w:p>
          <w:p w14:paraId="53495CDB" w14:textId="77777777" w:rsidR="00F044BB" w:rsidRDefault="00F044BB" w:rsidP="00AC3FE8">
            <w:pPr>
              <w:pStyle w:val="TAC"/>
              <w:rPr>
                <w:lang w:eastAsia="ja-JP"/>
              </w:rPr>
            </w:pPr>
            <w:r>
              <w:rPr>
                <w:lang w:eastAsia="ja-JP"/>
              </w:rPr>
              <w:t>DC_46C-66A_n41(2A)-n71A</w:t>
            </w:r>
          </w:p>
          <w:p w14:paraId="407C0CFC" w14:textId="77777777" w:rsidR="00F044BB" w:rsidRDefault="00F044BB" w:rsidP="00AC3FE8">
            <w:pPr>
              <w:pStyle w:val="TAC"/>
              <w:rPr>
                <w:lang w:eastAsia="ja-JP"/>
              </w:rPr>
            </w:pPr>
            <w:r>
              <w:rPr>
                <w:lang w:eastAsia="ja-JP"/>
              </w:rPr>
              <w:t>DC_46D-66A_n41(2A)-n71A</w:t>
            </w:r>
          </w:p>
        </w:tc>
        <w:tc>
          <w:tcPr>
            <w:tcW w:w="3514" w:type="dxa"/>
            <w:tcBorders>
              <w:top w:val="single" w:sz="4" w:space="0" w:color="auto"/>
              <w:left w:val="single" w:sz="4" w:space="0" w:color="auto"/>
              <w:bottom w:val="single" w:sz="4" w:space="0" w:color="auto"/>
              <w:right w:val="single" w:sz="4" w:space="0" w:color="auto"/>
            </w:tcBorders>
            <w:hideMark/>
          </w:tcPr>
          <w:p w14:paraId="720AE7B3" w14:textId="77777777" w:rsidR="00F044BB" w:rsidRDefault="00F044BB" w:rsidP="00AC3FE8">
            <w:pPr>
              <w:pStyle w:val="TAC"/>
              <w:rPr>
                <w:rFonts w:cs="Arial"/>
                <w:szCs w:val="18"/>
              </w:rPr>
            </w:pPr>
            <w:r>
              <w:rPr>
                <w:rFonts w:cs="Arial"/>
                <w:szCs w:val="18"/>
              </w:rPr>
              <w:t>DC_66A_n41A</w:t>
            </w:r>
          </w:p>
          <w:p w14:paraId="2767BB29" w14:textId="77777777" w:rsidR="00F044BB" w:rsidRDefault="00F044BB" w:rsidP="00AC3FE8">
            <w:pPr>
              <w:pStyle w:val="TAC"/>
              <w:rPr>
                <w:rFonts w:cs="Arial"/>
                <w:szCs w:val="18"/>
              </w:rPr>
            </w:pPr>
            <w:r>
              <w:rPr>
                <w:rFonts w:cs="Arial"/>
                <w:szCs w:val="18"/>
              </w:rPr>
              <w:t>DC_66A_n71A</w:t>
            </w:r>
          </w:p>
        </w:tc>
      </w:tr>
      <w:tr w:rsidR="00F044BB" w14:paraId="2A5BF967" w14:textId="77777777" w:rsidTr="00AC3FE8">
        <w:trPr>
          <w:trHeight w:val="187"/>
          <w:jc w:val="center"/>
        </w:trPr>
        <w:tc>
          <w:tcPr>
            <w:tcW w:w="6975" w:type="dxa"/>
            <w:gridSpan w:val="2"/>
            <w:tcBorders>
              <w:top w:val="single" w:sz="4" w:space="0" w:color="auto"/>
              <w:left w:val="single" w:sz="4" w:space="0" w:color="auto"/>
              <w:bottom w:val="single" w:sz="4" w:space="0" w:color="auto"/>
              <w:right w:val="single" w:sz="4" w:space="0" w:color="auto"/>
            </w:tcBorders>
            <w:noWrap/>
            <w:vAlign w:val="center"/>
            <w:hideMark/>
          </w:tcPr>
          <w:p w14:paraId="497E426C" w14:textId="77777777" w:rsidR="00F044BB" w:rsidRDefault="00F044BB" w:rsidP="00AC3FE8">
            <w:pPr>
              <w:pStyle w:val="TAN"/>
              <w:keepNext w:val="0"/>
            </w:pPr>
            <w:r>
              <w:t>NOTE 1:</w:t>
            </w:r>
            <w:r>
              <w:tab/>
              <w:t>Uplink EN-DC configurations are the configurations supported by the present release of specifications.</w:t>
            </w:r>
          </w:p>
          <w:p w14:paraId="0BC70639" w14:textId="77777777" w:rsidR="00F044BB" w:rsidRDefault="00F044BB" w:rsidP="00AC3FE8">
            <w:pPr>
              <w:pStyle w:val="TAN"/>
              <w:keepNext w:val="0"/>
            </w:pPr>
            <w:r>
              <w:t>NOTE 2:</w:t>
            </w:r>
            <w:r>
              <w:tab/>
              <w:t>Applicable for UE supporting inter-band EN-DC with mandatory simultaneous Rx/Tx capability</w:t>
            </w:r>
          </w:p>
          <w:p w14:paraId="6D467C24" w14:textId="77777777" w:rsidR="00F044BB" w:rsidRDefault="00F044BB" w:rsidP="00AC3FE8">
            <w:pPr>
              <w:pStyle w:val="TAN"/>
              <w:keepNext w:val="0"/>
            </w:pPr>
            <w:r>
              <w:t>NOTE 3:</w:t>
            </w:r>
            <w:r>
              <w:tab/>
              <w:t>The frequency range in band n28 is restricted for this band combination to 703-733 MHz for the UL and 758-788 MHz for the DL.</w:t>
            </w:r>
          </w:p>
          <w:p w14:paraId="44155D33" w14:textId="77777777" w:rsidR="00F044BB" w:rsidRDefault="00F044BB" w:rsidP="00AC3FE8">
            <w:pPr>
              <w:pStyle w:val="TAN"/>
              <w:keepNext w:val="0"/>
            </w:pPr>
            <w:r>
              <w:t>NOTE 4:</w:t>
            </w:r>
            <w:r>
              <w:tab/>
              <w:t>Only single switched UL is supported.</w:t>
            </w:r>
          </w:p>
          <w:p w14:paraId="02A54B91" w14:textId="77777777" w:rsidR="00F044BB" w:rsidRDefault="00F044BB" w:rsidP="00AC3FE8">
            <w:pPr>
              <w:pStyle w:val="TAN"/>
              <w:keepNext w:val="0"/>
              <w:rPr>
                <w:rFonts w:cs="Intel Clear"/>
              </w:rPr>
            </w:pPr>
            <w:r>
              <w:rPr>
                <w:rFonts w:cs="Intel Clear"/>
              </w:rPr>
              <w:t>NOTE 5:</w:t>
            </w:r>
            <w:r>
              <w:rPr>
                <w:rFonts w:cs="Intel Clear"/>
              </w:rPr>
              <w:tab/>
              <w:t>UL carrier shall be supported in Band 2 or band 66 only. Power imbalance between downlink carriers on Band 7 and Band 38 is assumed to be within 6dB.</w:t>
            </w:r>
          </w:p>
          <w:p w14:paraId="1A50AB95" w14:textId="1D9F811F" w:rsidR="00F044BB" w:rsidRDefault="00F044BB" w:rsidP="00AC3FE8">
            <w:pPr>
              <w:pStyle w:val="TAN"/>
              <w:keepNext w:val="0"/>
            </w:pPr>
            <w:r>
              <w:t xml:space="preserve">NOTE 6: </w:t>
            </w:r>
            <w:r>
              <w:tab/>
              <w:t xml:space="preserve">For UEs not indicating </w:t>
            </w:r>
            <w:r>
              <w:rPr>
                <w:i/>
                <w:iCs/>
              </w:rPr>
              <w:t>interBandMRDC-WithOverlapDL-Bands-r16</w:t>
            </w:r>
            <w:r>
              <w:t xml:space="preserve">, the minimum requirements for intra-band non-contiguous EN-DC apply for the Band 42 and Band n77/n78 combination. For UEs not indicating </w:t>
            </w:r>
            <w:r>
              <w:rPr>
                <w:i/>
                <w:iCs/>
              </w:rPr>
              <w:t>interBandMRDC-WithOverlapDL-Bands-r16</w:t>
            </w:r>
            <w:r>
              <w:t xml:space="preserve">, </w:t>
            </w:r>
            <w:r>
              <w:rPr>
                <w:noProof/>
                <w:lang w:eastAsia="ja-JP"/>
              </w:rPr>
              <w:t xml:space="preserve">when UE capability </w:t>
            </w:r>
            <w:r>
              <w:rPr>
                <w:i/>
                <w:iCs/>
                <w:noProof/>
                <w:lang w:eastAsia="ja-JP"/>
              </w:rPr>
              <w:t>interBandContiguousMRDC</w:t>
            </w:r>
            <w:r>
              <w:rPr>
                <w:noProof/>
                <w:lang w:eastAsia="ja-JP"/>
              </w:rPr>
              <w:t xml:space="preserve"> is indicated, the minimum requirements for intra-band-contiguous EN-DC also should be met in addtion to intra-band non-contiguous EN-DC</w:t>
            </w:r>
            <w:r>
              <w:rPr>
                <w:i/>
                <w:iCs/>
                <w:noProof/>
                <w:lang w:eastAsia="ja-JP"/>
              </w:rPr>
              <w:t xml:space="preserve">. </w:t>
            </w:r>
          </w:p>
          <w:p w14:paraId="23D3258F" w14:textId="0B294447" w:rsidR="00F044BB" w:rsidRDefault="00F044BB" w:rsidP="00AC3FE8">
            <w:pPr>
              <w:pStyle w:val="TAN"/>
              <w:keepNext w:val="0"/>
            </w:pPr>
            <w:r>
              <w:t>NOTE 7:</w:t>
            </w:r>
            <w:r>
              <w:tab/>
              <w:t xml:space="preserve">For UEs not indicating </w:t>
            </w:r>
            <w:r>
              <w:rPr>
                <w:i/>
                <w:iCs/>
              </w:rPr>
              <w:t>interBandMRDC-WithOverlapDL-Bands-r16</w:t>
            </w:r>
            <w:r>
              <w:t xml:space="preserve">, the minimum requirements for inter-band EN-DC apply for when the maximum power spectral density imbalance between downlink carriers contained in </w:t>
            </w:r>
            <w:r>
              <w:rPr>
                <w:noProof/>
              </w:rPr>
              <w:t>overlapping or partially overlapping DL bands</w:t>
            </w:r>
            <w:r>
              <w:t xml:space="preserve"> is within 6 dB.</w:t>
            </w:r>
          </w:p>
          <w:p w14:paraId="7654B2CA" w14:textId="77777777" w:rsidR="00F044BB" w:rsidRDefault="00F044BB" w:rsidP="00AC3FE8">
            <w:pPr>
              <w:pStyle w:val="TAN"/>
              <w:keepNext w:val="0"/>
              <w:rPr>
                <w:lang w:eastAsia="fi-FI"/>
              </w:rPr>
            </w:pPr>
            <w:r>
              <w:t>NOTE 8:</w:t>
            </w:r>
            <w:r>
              <w:tab/>
              <w:t xml:space="preserve">For UEs not indicating </w:t>
            </w:r>
            <w:r>
              <w:rPr>
                <w:i/>
                <w:iCs/>
              </w:rPr>
              <w:t>interBandMRDC-WithOverlapDL-Bands-r16</w:t>
            </w:r>
            <w:r>
              <w:t xml:space="preserve">, the minimum requirements apply for synchronized DL carriers with a maximum receive time difference </w:t>
            </w:r>
            <w:r>
              <w:rPr>
                <w:rFonts w:cs="Arial"/>
              </w:rPr>
              <w:t>≤</w:t>
            </w:r>
            <w:r>
              <w:t xml:space="preserve"> 3 usec between </w:t>
            </w:r>
            <w:r>
              <w:rPr>
                <w:noProof/>
              </w:rPr>
              <w:t>overlapping or partially overlapping DL bands</w:t>
            </w:r>
            <w:r>
              <w:t xml:space="preserve"> contained in different cell groups.</w:t>
            </w:r>
          </w:p>
        </w:tc>
      </w:tr>
    </w:tbl>
    <w:p w14:paraId="610AFBCE" w14:textId="0E31520E" w:rsidR="00F044BB" w:rsidRDefault="00F044BB" w:rsidP="00F044BB"/>
    <w:p w14:paraId="725837B6" w14:textId="27F21EF5" w:rsidR="001310A1" w:rsidRPr="00E062F1" w:rsidRDefault="001310A1" w:rsidP="001310A1">
      <w:pPr>
        <w:pStyle w:val="Heading4"/>
      </w:pPr>
      <w:bookmarkStart w:id="1218" w:name="_Toc21351525"/>
      <w:bookmarkStart w:id="1219" w:name="_Toc29807107"/>
      <w:bookmarkStart w:id="1220" w:name="_Toc36648821"/>
      <w:bookmarkStart w:id="1221" w:name="_Toc36651546"/>
      <w:bookmarkStart w:id="1222" w:name="_Toc37256480"/>
      <w:bookmarkStart w:id="1223" w:name="_Toc37256821"/>
      <w:bookmarkStart w:id="1224" w:name="_Toc45890518"/>
      <w:bookmarkStart w:id="1225" w:name="_Toc45891742"/>
      <w:bookmarkStart w:id="1226" w:name="_Toc45892152"/>
      <w:bookmarkStart w:id="1227" w:name="_Toc45892562"/>
      <w:bookmarkStart w:id="1228" w:name="_Toc52352975"/>
      <w:bookmarkStart w:id="1229" w:name="_Toc53174798"/>
      <w:bookmarkStart w:id="1230" w:name="_Toc61375947"/>
      <w:bookmarkStart w:id="1231" w:name="_Toc61376359"/>
      <w:bookmarkStart w:id="1232" w:name="_Toc67938632"/>
      <w:bookmarkStart w:id="1233" w:name="_Toc76454234"/>
      <w:bookmarkStart w:id="1234" w:name="_Toc76719654"/>
      <w:bookmarkStart w:id="1235" w:name="_Toc76720174"/>
      <w:bookmarkStart w:id="1236" w:name="_Toc83742871"/>
      <w:bookmarkStart w:id="1237" w:name="_Toc83887246"/>
      <w:bookmarkStart w:id="1238" w:name="_Toc83888047"/>
      <w:bookmarkStart w:id="1239" w:name="_Toc90588701"/>
      <w:r w:rsidRPr="00E062F1">
        <w:lastRenderedPageBreak/>
        <w:t>5.5B.4.4</w:t>
      </w:r>
      <w:r w:rsidRPr="00E062F1">
        <w:tab/>
        <w:t xml:space="preserve">Inter-band EN-DC configurations </w:t>
      </w:r>
      <w:r w:rsidR="00C1633F" w:rsidRPr="00E062F1">
        <w:t xml:space="preserve">within FR1 </w:t>
      </w:r>
      <w:r w:rsidRPr="00E062F1">
        <w:t>(five bands)</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p>
    <w:p w14:paraId="3D5E30FC" w14:textId="230706CF" w:rsidR="001310A1" w:rsidRPr="00E062F1" w:rsidRDefault="001310A1" w:rsidP="001310A1">
      <w:pPr>
        <w:pStyle w:val="TH"/>
      </w:pPr>
      <w:r w:rsidRPr="00E062F1">
        <w:t xml:space="preserve">Table 5.5B.4.4-1: Inter-band EN-DC configurations </w:t>
      </w:r>
      <w:r w:rsidR="00C1633F" w:rsidRPr="00E062F1">
        <w:t xml:space="preserve">within FR1 </w:t>
      </w:r>
      <w:r w:rsidRPr="00E062F1">
        <w:t>(five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7"/>
        <w:gridCol w:w="3544"/>
      </w:tblGrid>
      <w:tr w:rsidR="00F532BA" w14:paraId="57E28F73" w14:textId="77777777" w:rsidTr="00AC3FE8">
        <w:trPr>
          <w:trHeight w:val="187"/>
          <w:tblHeader/>
          <w:jc w:val="center"/>
        </w:trPr>
        <w:tc>
          <w:tcPr>
            <w:tcW w:w="3397" w:type="dxa"/>
            <w:tcBorders>
              <w:top w:val="single" w:sz="4" w:space="0" w:color="auto"/>
              <w:left w:val="single" w:sz="4" w:space="0" w:color="auto"/>
              <w:bottom w:val="single" w:sz="4" w:space="0" w:color="auto"/>
              <w:right w:val="single" w:sz="4" w:space="0" w:color="auto"/>
            </w:tcBorders>
            <w:hideMark/>
          </w:tcPr>
          <w:p w14:paraId="104FB4BC" w14:textId="77777777" w:rsidR="00F532BA" w:rsidRDefault="00F532BA" w:rsidP="00AC3FE8">
            <w:pPr>
              <w:pStyle w:val="TAH"/>
              <w:rPr>
                <w:lang w:eastAsia="fi-FI"/>
              </w:rPr>
            </w:pPr>
            <w:r>
              <w:rPr>
                <w:lang w:eastAsia="fi-FI"/>
              </w:rPr>
              <w:lastRenderedPageBreak/>
              <w:t>EN-DC</w:t>
            </w:r>
          </w:p>
          <w:p w14:paraId="5CD54A24" w14:textId="77777777" w:rsidR="00F532BA" w:rsidRDefault="00F532BA" w:rsidP="00AC3FE8">
            <w:pPr>
              <w:pStyle w:val="TAH"/>
              <w:rPr>
                <w:lang w:eastAsia="fi-FI"/>
              </w:rPr>
            </w:pPr>
            <w:r>
              <w:rPr>
                <w:lang w:eastAsia="fi-FI"/>
              </w:rPr>
              <w:t>configuration</w:t>
            </w:r>
          </w:p>
        </w:tc>
        <w:tc>
          <w:tcPr>
            <w:tcW w:w="3544" w:type="dxa"/>
            <w:tcBorders>
              <w:top w:val="single" w:sz="4" w:space="0" w:color="auto"/>
              <w:left w:val="single" w:sz="4" w:space="0" w:color="auto"/>
              <w:bottom w:val="single" w:sz="4" w:space="0" w:color="auto"/>
              <w:right w:val="single" w:sz="4" w:space="0" w:color="auto"/>
            </w:tcBorders>
            <w:hideMark/>
          </w:tcPr>
          <w:p w14:paraId="7D8A299B" w14:textId="77777777" w:rsidR="00F532BA" w:rsidRDefault="00F532BA" w:rsidP="00AC3FE8">
            <w:pPr>
              <w:pStyle w:val="TAH"/>
              <w:rPr>
                <w:lang w:eastAsia="fi-FI"/>
              </w:rPr>
            </w:pPr>
            <w:r>
              <w:rPr>
                <w:lang w:eastAsia="fi-FI"/>
              </w:rPr>
              <w:t>Uplink EN-DC</w:t>
            </w:r>
          </w:p>
          <w:p w14:paraId="386B1A0B" w14:textId="77777777" w:rsidR="00F532BA" w:rsidRDefault="00F532BA" w:rsidP="00AC3FE8">
            <w:pPr>
              <w:pStyle w:val="TAH"/>
              <w:rPr>
                <w:lang w:eastAsia="fi-FI"/>
              </w:rPr>
            </w:pPr>
            <w:r>
              <w:rPr>
                <w:lang w:eastAsia="fi-FI"/>
              </w:rPr>
              <w:t>configuration</w:t>
            </w:r>
          </w:p>
          <w:p w14:paraId="7FD2DFD9" w14:textId="77777777" w:rsidR="00F532BA" w:rsidRDefault="00F532BA" w:rsidP="00AC3FE8">
            <w:pPr>
              <w:pStyle w:val="TAH"/>
              <w:rPr>
                <w:lang w:eastAsia="fi-FI"/>
              </w:rPr>
            </w:pPr>
            <w:r>
              <w:rPr>
                <w:lang w:eastAsia="fi-FI"/>
              </w:rPr>
              <w:t>(NOTE 1)</w:t>
            </w:r>
          </w:p>
        </w:tc>
      </w:tr>
      <w:tr w:rsidR="00F532BA" w14:paraId="51F9764E"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29A6264A" w14:textId="77777777" w:rsidR="00F532BA" w:rsidRDefault="00F532BA" w:rsidP="00AC3FE8">
            <w:pPr>
              <w:pStyle w:val="TAC"/>
              <w:rPr>
                <w:lang w:eastAsia="fi-FI"/>
              </w:rPr>
            </w:pPr>
            <w:r>
              <w:t>DC_1A-3A-5A-7A_n78A</w:t>
            </w:r>
          </w:p>
        </w:tc>
        <w:tc>
          <w:tcPr>
            <w:tcW w:w="3544" w:type="dxa"/>
            <w:tcBorders>
              <w:top w:val="single" w:sz="4" w:space="0" w:color="auto"/>
              <w:left w:val="single" w:sz="4" w:space="0" w:color="auto"/>
              <w:bottom w:val="single" w:sz="4" w:space="0" w:color="auto"/>
              <w:right w:val="single" w:sz="4" w:space="0" w:color="auto"/>
            </w:tcBorders>
            <w:hideMark/>
          </w:tcPr>
          <w:p w14:paraId="6617B3DB" w14:textId="77777777" w:rsidR="00F532BA" w:rsidRDefault="00F532BA" w:rsidP="00AC3FE8">
            <w:pPr>
              <w:pStyle w:val="TAC"/>
            </w:pPr>
            <w:r>
              <w:t>DC_1A_n78A</w:t>
            </w:r>
          </w:p>
          <w:p w14:paraId="365BC3A2" w14:textId="77777777" w:rsidR="00F532BA" w:rsidRDefault="00F532BA" w:rsidP="00AC3FE8">
            <w:pPr>
              <w:pStyle w:val="TAC"/>
            </w:pPr>
            <w:r>
              <w:t>DC_3A_n78A</w:t>
            </w:r>
          </w:p>
          <w:p w14:paraId="796CE6FA" w14:textId="77777777" w:rsidR="00F532BA" w:rsidRDefault="00F532BA" w:rsidP="00AC3FE8">
            <w:pPr>
              <w:pStyle w:val="TAC"/>
            </w:pPr>
            <w:r>
              <w:t>DC_5A_n78A</w:t>
            </w:r>
          </w:p>
          <w:p w14:paraId="61E60FD0" w14:textId="77777777" w:rsidR="00F532BA" w:rsidRDefault="00F532BA" w:rsidP="00AC3FE8">
            <w:pPr>
              <w:pStyle w:val="TAC"/>
            </w:pPr>
            <w:r>
              <w:t>DC_7A_n78A</w:t>
            </w:r>
          </w:p>
        </w:tc>
      </w:tr>
      <w:tr w:rsidR="00F532BA" w14:paraId="0A4175FC"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6A3C5CB5" w14:textId="77777777" w:rsidR="00F532BA" w:rsidRDefault="00F532BA" w:rsidP="00AC3FE8">
            <w:pPr>
              <w:pStyle w:val="TAC"/>
            </w:pPr>
            <w:r>
              <w:t>DC_1A-3A-5A-7A</w:t>
            </w:r>
            <w:r>
              <w:rPr>
                <w:lang w:eastAsia="zh-CN"/>
              </w:rPr>
              <w:t>-7A_</w:t>
            </w:r>
            <w:r>
              <w:t>n78A</w:t>
            </w:r>
          </w:p>
        </w:tc>
        <w:tc>
          <w:tcPr>
            <w:tcW w:w="3544" w:type="dxa"/>
            <w:tcBorders>
              <w:top w:val="single" w:sz="4" w:space="0" w:color="auto"/>
              <w:left w:val="single" w:sz="4" w:space="0" w:color="auto"/>
              <w:bottom w:val="single" w:sz="4" w:space="0" w:color="auto"/>
              <w:right w:val="single" w:sz="4" w:space="0" w:color="auto"/>
            </w:tcBorders>
            <w:hideMark/>
          </w:tcPr>
          <w:p w14:paraId="28BD8BCF" w14:textId="77777777" w:rsidR="00F532BA" w:rsidRDefault="00F532BA" w:rsidP="00AC3FE8">
            <w:pPr>
              <w:pStyle w:val="TAC"/>
            </w:pPr>
            <w:r>
              <w:t>DC_1A_n78A</w:t>
            </w:r>
          </w:p>
          <w:p w14:paraId="0AA947F0" w14:textId="77777777" w:rsidR="00F532BA" w:rsidRDefault="00F532BA" w:rsidP="00AC3FE8">
            <w:pPr>
              <w:pStyle w:val="TAC"/>
            </w:pPr>
            <w:r>
              <w:t>DC_3A_n78A</w:t>
            </w:r>
          </w:p>
          <w:p w14:paraId="1B397D75" w14:textId="77777777" w:rsidR="00F532BA" w:rsidRDefault="00F532BA" w:rsidP="00AC3FE8">
            <w:pPr>
              <w:pStyle w:val="TAC"/>
            </w:pPr>
            <w:r>
              <w:t>DC_5A_n78A</w:t>
            </w:r>
          </w:p>
          <w:p w14:paraId="078EBEFC" w14:textId="77777777" w:rsidR="00F532BA" w:rsidRDefault="00F532BA" w:rsidP="00AC3FE8">
            <w:pPr>
              <w:pStyle w:val="TAC"/>
            </w:pPr>
            <w:r>
              <w:t>DC_7A_n78A</w:t>
            </w:r>
          </w:p>
        </w:tc>
      </w:tr>
      <w:tr w:rsidR="00F532BA" w14:paraId="6C4C8F4F"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0C57ED03" w14:textId="77777777" w:rsidR="00F532BA" w:rsidRDefault="00F532BA" w:rsidP="00AC3FE8">
            <w:pPr>
              <w:pStyle w:val="TAC"/>
            </w:pPr>
            <w:r>
              <w:rPr>
                <w:noProof/>
                <w:kern w:val="2"/>
                <w:lang w:eastAsia="zh-CN"/>
              </w:rPr>
              <w:t>DC_1A-3A-5A-41A_n79A</w:t>
            </w:r>
          </w:p>
        </w:tc>
        <w:tc>
          <w:tcPr>
            <w:tcW w:w="3544" w:type="dxa"/>
            <w:tcBorders>
              <w:top w:val="single" w:sz="4" w:space="0" w:color="auto"/>
              <w:left w:val="single" w:sz="4" w:space="0" w:color="auto"/>
              <w:bottom w:val="single" w:sz="4" w:space="0" w:color="auto"/>
              <w:right w:val="single" w:sz="4" w:space="0" w:color="auto"/>
            </w:tcBorders>
            <w:hideMark/>
          </w:tcPr>
          <w:p w14:paraId="242C42DD" w14:textId="77777777" w:rsidR="00F532BA" w:rsidRDefault="00F532BA" w:rsidP="00AC3FE8">
            <w:pPr>
              <w:pStyle w:val="TAC"/>
            </w:pPr>
            <w:r>
              <w:t>DC_1A_n79A</w:t>
            </w:r>
          </w:p>
          <w:p w14:paraId="510DE9A8" w14:textId="77777777" w:rsidR="00F532BA" w:rsidRDefault="00F532BA" w:rsidP="00AC3FE8">
            <w:pPr>
              <w:pStyle w:val="TAC"/>
            </w:pPr>
            <w:r>
              <w:t>DC_3A_n79A</w:t>
            </w:r>
          </w:p>
          <w:p w14:paraId="1DC9B5EA" w14:textId="77777777" w:rsidR="00F532BA" w:rsidRDefault="00F532BA" w:rsidP="00AC3FE8">
            <w:pPr>
              <w:pStyle w:val="TAC"/>
            </w:pPr>
            <w:r>
              <w:t>DC_5A_n79A</w:t>
            </w:r>
          </w:p>
          <w:p w14:paraId="5E548A5A" w14:textId="77777777" w:rsidR="00F532BA" w:rsidRDefault="00F532BA" w:rsidP="00AC3FE8">
            <w:pPr>
              <w:pStyle w:val="TAC"/>
            </w:pPr>
            <w:r>
              <w:t>DC_41A_n79A</w:t>
            </w:r>
          </w:p>
        </w:tc>
      </w:tr>
      <w:tr w:rsidR="00F532BA" w14:paraId="6D02BB68"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5022CA20" w14:textId="77777777" w:rsidR="00F532BA" w:rsidRDefault="00F532BA" w:rsidP="00AC3FE8">
            <w:pPr>
              <w:pStyle w:val="TAC"/>
              <w:rPr>
                <w:rFonts w:cs="Arial"/>
                <w:lang w:eastAsia="zh-CN"/>
              </w:rPr>
            </w:pPr>
            <w:r>
              <w:rPr>
                <w:rFonts w:cs="Arial"/>
                <w:lang w:eastAsia="zh-CN"/>
              </w:rPr>
              <w:t>DC_1A-3A-7A_n5A-n78A</w:t>
            </w:r>
          </w:p>
          <w:p w14:paraId="61B1145A" w14:textId="77777777" w:rsidR="00F532BA" w:rsidRDefault="00F532BA" w:rsidP="00AC3FE8">
            <w:pPr>
              <w:pStyle w:val="TAC"/>
              <w:rPr>
                <w:rFonts w:cs="Arial"/>
                <w:lang w:eastAsia="zh-CN"/>
              </w:rPr>
            </w:pPr>
            <w:r>
              <w:rPr>
                <w:rFonts w:cs="Arial"/>
                <w:lang w:eastAsia="zh-CN"/>
              </w:rPr>
              <w:t>DC_1A-3C-7A_n5A-n78A</w:t>
            </w:r>
          </w:p>
          <w:p w14:paraId="61669BA8" w14:textId="77777777" w:rsidR="00F532BA" w:rsidRDefault="00F532BA" w:rsidP="00AC3FE8">
            <w:pPr>
              <w:pStyle w:val="TAC"/>
              <w:rPr>
                <w:rFonts w:cs="Arial"/>
                <w:lang w:eastAsia="zh-CN"/>
              </w:rPr>
            </w:pPr>
            <w:r>
              <w:rPr>
                <w:rFonts w:cs="Arial"/>
                <w:lang w:eastAsia="zh-CN"/>
              </w:rPr>
              <w:t>DC_1A-3A-7C_n5A-n78A</w:t>
            </w:r>
          </w:p>
          <w:p w14:paraId="386E6981" w14:textId="77777777" w:rsidR="00F532BA" w:rsidRDefault="00F532BA" w:rsidP="00AC3FE8">
            <w:pPr>
              <w:pStyle w:val="TAC"/>
              <w:rPr>
                <w:noProof/>
                <w:kern w:val="2"/>
                <w:lang w:eastAsia="zh-CN"/>
              </w:rPr>
            </w:pPr>
            <w:r>
              <w:rPr>
                <w:rFonts w:cs="Arial"/>
                <w:lang w:eastAsia="zh-CN"/>
              </w:rPr>
              <w:t>DC_1A-3C-7C_n5A-n78A</w:t>
            </w:r>
          </w:p>
        </w:tc>
        <w:tc>
          <w:tcPr>
            <w:tcW w:w="3544" w:type="dxa"/>
            <w:tcBorders>
              <w:top w:val="single" w:sz="4" w:space="0" w:color="auto"/>
              <w:left w:val="single" w:sz="4" w:space="0" w:color="auto"/>
              <w:bottom w:val="single" w:sz="4" w:space="0" w:color="auto"/>
              <w:right w:val="single" w:sz="4" w:space="0" w:color="auto"/>
            </w:tcBorders>
            <w:hideMark/>
          </w:tcPr>
          <w:p w14:paraId="7ED23BCC" w14:textId="77777777" w:rsidR="00F532BA" w:rsidRDefault="00F532BA" w:rsidP="00AC3FE8">
            <w:pPr>
              <w:pStyle w:val="TAC"/>
              <w:rPr>
                <w:rFonts w:cs="Arial"/>
                <w:lang w:eastAsia="zh-CN"/>
              </w:rPr>
            </w:pPr>
            <w:r>
              <w:rPr>
                <w:rFonts w:cs="Arial"/>
                <w:lang w:eastAsia="zh-CN"/>
              </w:rPr>
              <w:t>DC_1A_n5A</w:t>
            </w:r>
          </w:p>
          <w:p w14:paraId="624CFB51" w14:textId="77777777" w:rsidR="00F532BA" w:rsidRDefault="00F532BA" w:rsidP="00AC3FE8">
            <w:pPr>
              <w:pStyle w:val="TAC"/>
              <w:rPr>
                <w:rFonts w:cs="Arial"/>
                <w:lang w:eastAsia="zh-CN"/>
              </w:rPr>
            </w:pPr>
            <w:r>
              <w:rPr>
                <w:rFonts w:cs="Arial"/>
                <w:lang w:eastAsia="zh-CN"/>
              </w:rPr>
              <w:t>DC_1A_n78A</w:t>
            </w:r>
          </w:p>
          <w:p w14:paraId="3E523628" w14:textId="77777777" w:rsidR="00F532BA" w:rsidRDefault="00F532BA" w:rsidP="00AC3FE8">
            <w:pPr>
              <w:pStyle w:val="TAC"/>
              <w:rPr>
                <w:rFonts w:cs="Arial"/>
                <w:lang w:eastAsia="zh-CN"/>
              </w:rPr>
            </w:pPr>
            <w:r>
              <w:rPr>
                <w:rFonts w:cs="Arial"/>
                <w:lang w:eastAsia="zh-CN"/>
              </w:rPr>
              <w:t>DC_3A_n5A</w:t>
            </w:r>
          </w:p>
          <w:p w14:paraId="72F46D4D" w14:textId="77777777" w:rsidR="00F532BA" w:rsidRDefault="00F532BA" w:rsidP="00AC3FE8">
            <w:pPr>
              <w:pStyle w:val="TAC"/>
              <w:rPr>
                <w:rFonts w:cs="Arial"/>
                <w:lang w:eastAsia="zh-CN"/>
              </w:rPr>
            </w:pPr>
            <w:r>
              <w:rPr>
                <w:rFonts w:cs="Arial"/>
                <w:lang w:eastAsia="zh-CN"/>
              </w:rPr>
              <w:t>DC_3C_n5A</w:t>
            </w:r>
          </w:p>
          <w:p w14:paraId="26121BD5" w14:textId="77777777" w:rsidR="00F532BA" w:rsidRDefault="00F532BA" w:rsidP="00AC3FE8">
            <w:pPr>
              <w:pStyle w:val="TAC"/>
              <w:rPr>
                <w:rFonts w:cs="Arial"/>
                <w:lang w:eastAsia="zh-CN"/>
              </w:rPr>
            </w:pPr>
            <w:r>
              <w:rPr>
                <w:rFonts w:cs="Arial"/>
                <w:lang w:eastAsia="zh-CN"/>
              </w:rPr>
              <w:t>DC_3A_n78A</w:t>
            </w:r>
          </w:p>
          <w:p w14:paraId="1FC293C5" w14:textId="77777777" w:rsidR="00F532BA" w:rsidRDefault="00F532BA" w:rsidP="00AC3FE8">
            <w:pPr>
              <w:pStyle w:val="TAC"/>
              <w:rPr>
                <w:rFonts w:cs="Arial"/>
                <w:lang w:eastAsia="zh-CN"/>
              </w:rPr>
            </w:pPr>
            <w:r>
              <w:rPr>
                <w:rFonts w:cs="Arial"/>
                <w:lang w:eastAsia="zh-CN"/>
              </w:rPr>
              <w:t>DC_3C_n78A</w:t>
            </w:r>
          </w:p>
          <w:p w14:paraId="06ABBACC" w14:textId="77777777" w:rsidR="00F532BA" w:rsidRDefault="00F532BA" w:rsidP="00AC3FE8">
            <w:pPr>
              <w:pStyle w:val="TAC"/>
              <w:rPr>
                <w:rFonts w:cs="Arial"/>
                <w:lang w:eastAsia="zh-CN"/>
              </w:rPr>
            </w:pPr>
            <w:r>
              <w:rPr>
                <w:rFonts w:cs="Arial"/>
                <w:lang w:eastAsia="zh-CN"/>
              </w:rPr>
              <w:t>DC_7A_n5A</w:t>
            </w:r>
          </w:p>
          <w:p w14:paraId="0529C981" w14:textId="77777777" w:rsidR="00F532BA" w:rsidRDefault="00F532BA" w:rsidP="00AC3FE8">
            <w:pPr>
              <w:pStyle w:val="TAC"/>
              <w:rPr>
                <w:rFonts w:cs="Arial"/>
                <w:lang w:eastAsia="zh-CN"/>
              </w:rPr>
            </w:pPr>
            <w:r>
              <w:rPr>
                <w:rFonts w:cs="Arial"/>
                <w:lang w:eastAsia="zh-CN"/>
              </w:rPr>
              <w:t>DC_7C_n5A</w:t>
            </w:r>
          </w:p>
          <w:p w14:paraId="2F23FF7B" w14:textId="77777777" w:rsidR="00F532BA" w:rsidRDefault="00F532BA" w:rsidP="00AC3FE8">
            <w:pPr>
              <w:pStyle w:val="TAC"/>
              <w:rPr>
                <w:rFonts w:cs="Arial"/>
                <w:lang w:eastAsia="zh-CN"/>
              </w:rPr>
            </w:pPr>
            <w:r>
              <w:rPr>
                <w:rFonts w:cs="Arial"/>
                <w:lang w:eastAsia="zh-CN"/>
              </w:rPr>
              <w:t>DC_7A_n78A</w:t>
            </w:r>
          </w:p>
          <w:p w14:paraId="130CCC35" w14:textId="77777777" w:rsidR="00F532BA" w:rsidRDefault="00F532BA" w:rsidP="00AC3FE8">
            <w:pPr>
              <w:pStyle w:val="TAC"/>
            </w:pPr>
            <w:r>
              <w:rPr>
                <w:rFonts w:cs="Arial"/>
                <w:lang w:eastAsia="zh-CN"/>
              </w:rPr>
              <w:t>DC_7C_n78A</w:t>
            </w:r>
          </w:p>
        </w:tc>
      </w:tr>
      <w:tr w:rsidR="00F532BA" w14:paraId="2EB7C68A"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1CDC80CA" w14:textId="77777777" w:rsidR="00F532BA" w:rsidRDefault="00F532BA" w:rsidP="00AC3FE8">
            <w:pPr>
              <w:pStyle w:val="TAC"/>
              <w:rPr>
                <w:rFonts w:cs="Arial"/>
                <w:lang w:eastAsia="zh-CN"/>
              </w:rPr>
            </w:pPr>
            <w:r>
              <w:rPr>
                <w:rFonts w:cs="Arial"/>
                <w:szCs w:val="16"/>
                <w:lang w:eastAsia="ko-KR"/>
              </w:rPr>
              <w:t>DC_1A-3A-7A_n7A-n78A</w:t>
            </w:r>
          </w:p>
        </w:tc>
        <w:tc>
          <w:tcPr>
            <w:tcW w:w="3544" w:type="dxa"/>
            <w:tcBorders>
              <w:top w:val="single" w:sz="4" w:space="0" w:color="auto"/>
              <w:left w:val="single" w:sz="4" w:space="0" w:color="auto"/>
              <w:bottom w:val="single" w:sz="4" w:space="0" w:color="auto"/>
              <w:right w:val="single" w:sz="4" w:space="0" w:color="auto"/>
            </w:tcBorders>
            <w:hideMark/>
          </w:tcPr>
          <w:p w14:paraId="52459089" w14:textId="77777777" w:rsidR="00F532BA" w:rsidRDefault="00F532BA" w:rsidP="00AC3FE8">
            <w:pPr>
              <w:pStyle w:val="TAC"/>
              <w:rPr>
                <w:rFonts w:cs="Arial"/>
                <w:szCs w:val="18"/>
                <w:lang w:eastAsia="zh-CN"/>
              </w:rPr>
            </w:pPr>
            <w:r>
              <w:rPr>
                <w:rFonts w:cs="Arial"/>
                <w:szCs w:val="18"/>
                <w:lang w:eastAsia="zh-CN"/>
              </w:rPr>
              <w:t>DC_1A_n7A</w:t>
            </w:r>
          </w:p>
          <w:p w14:paraId="51C6B8BA" w14:textId="77777777" w:rsidR="00F532BA" w:rsidRDefault="00F532BA" w:rsidP="00AC3FE8">
            <w:pPr>
              <w:pStyle w:val="TAC"/>
              <w:rPr>
                <w:rFonts w:cs="Arial"/>
                <w:szCs w:val="18"/>
                <w:lang w:eastAsia="zh-CN"/>
              </w:rPr>
            </w:pPr>
            <w:r>
              <w:rPr>
                <w:rFonts w:cs="Arial"/>
                <w:szCs w:val="18"/>
                <w:lang w:eastAsia="zh-CN"/>
              </w:rPr>
              <w:t>DC_3A_n7A</w:t>
            </w:r>
          </w:p>
          <w:p w14:paraId="4FA9930F" w14:textId="77777777" w:rsidR="00F532BA" w:rsidRDefault="00F532BA" w:rsidP="00AC3FE8">
            <w:pPr>
              <w:pStyle w:val="TAC"/>
              <w:rPr>
                <w:rFonts w:cs="Arial"/>
                <w:szCs w:val="18"/>
                <w:lang w:eastAsia="zh-CN"/>
              </w:rPr>
            </w:pPr>
            <w:r>
              <w:rPr>
                <w:rFonts w:cs="Arial"/>
                <w:szCs w:val="18"/>
                <w:lang w:eastAsia="zh-CN"/>
              </w:rPr>
              <w:t>DC_7A_n7A</w:t>
            </w:r>
            <w:r>
              <w:rPr>
                <w:rFonts w:cs="Arial"/>
                <w:szCs w:val="18"/>
                <w:vertAlign w:val="superscript"/>
                <w:lang w:eastAsia="zh-CN"/>
              </w:rPr>
              <w:t>4</w:t>
            </w:r>
          </w:p>
          <w:p w14:paraId="377B77F9" w14:textId="77777777" w:rsidR="00F532BA" w:rsidRDefault="00F532BA" w:rsidP="00AC3FE8">
            <w:pPr>
              <w:pStyle w:val="TAC"/>
              <w:rPr>
                <w:rFonts w:cs="Arial"/>
                <w:szCs w:val="18"/>
                <w:lang w:eastAsia="zh-CN"/>
              </w:rPr>
            </w:pPr>
            <w:r>
              <w:rPr>
                <w:rFonts w:cs="Arial"/>
                <w:szCs w:val="18"/>
                <w:lang w:eastAsia="zh-CN"/>
              </w:rPr>
              <w:t>DC_1A_n78A</w:t>
            </w:r>
          </w:p>
          <w:p w14:paraId="16B656EA" w14:textId="77777777" w:rsidR="00F532BA" w:rsidRDefault="00F532BA" w:rsidP="00AC3FE8">
            <w:pPr>
              <w:pStyle w:val="TAC"/>
              <w:rPr>
                <w:rFonts w:cs="Arial"/>
                <w:szCs w:val="18"/>
                <w:lang w:eastAsia="zh-CN"/>
              </w:rPr>
            </w:pPr>
            <w:r>
              <w:rPr>
                <w:rFonts w:cs="Arial"/>
                <w:szCs w:val="18"/>
                <w:lang w:eastAsia="zh-CN"/>
              </w:rPr>
              <w:t>DC_3A_n78A</w:t>
            </w:r>
          </w:p>
          <w:p w14:paraId="6C30FF1C" w14:textId="77777777" w:rsidR="00F532BA" w:rsidRDefault="00F532BA" w:rsidP="00AC3FE8">
            <w:pPr>
              <w:pStyle w:val="TAC"/>
              <w:rPr>
                <w:lang w:eastAsia="zh-CN"/>
              </w:rPr>
            </w:pPr>
            <w:r>
              <w:rPr>
                <w:rFonts w:cs="Arial"/>
                <w:szCs w:val="18"/>
                <w:lang w:eastAsia="zh-CN"/>
              </w:rPr>
              <w:t>DC_7A_n78A</w:t>
            </w:r>
          </w:p>
        </w:tc>
      </w:tr>
      <w:tr w:rsidR="00F532BA" w14:paraId="2F59BBD7"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5B486F3A" w14:textId="77777777" w:rsidR="00F532BA" w:rsidRDefault="00F532BA" w:rsidP="00AC3FE8">
            <w:pPr>
              <w:pStyle w:val="TAC"/>
              <w:rPr>
                <w:rFonts w:cs="Arial"/>
                <w:lang w:eastAsia="zh-CN"/>
              </w:rPr>
            </w:pPr>
            <w:r>
              <w:rPr>
                <w:rFonts w:cs="Arial"/>
                <w:szCs w:val="16"/>
                <w:lang w:eastAsia="ko-KR"/>
              </w:rPr>
              <w:t>DC_1A-3C-7A_n7A-n78A</w:t>
            </w:r>
          </w:p>
        </w:tc>
        <w:tc>
          <w:tcPr>
            <w:tcW w:w="3544" w:type="dxa"/>
            <w:tcBorders>
              <w:top w:val="single" w:sz="4" w:space="0" w:color="auto"/>
              <w:left w:val="single" w:sz="4" w:space="0" w:color="auto"/>
              <w:bottom w:val="single" w:sz="4" w:space="0" w:color="auto"/>
              <w:right w:val="single" w:sz="4" w:space="0" w:color="auto"/>
            </w:tcBorders>
            <w:hideMark/>
          </w:tcPr>
          <w:p w14:paraId="04DFEEC6" w14:textId="77777777" w:rsidR="00F532BA" w:rsidRDefault="00F532BA" w:rsidP="00AC3FE8">
            <w:pPr>
              <w:pStyle w:val="TAC"/>
              <w:rPr>
                <w:rFonts w:cs="Arial"/>
                <w:szCs w:val="18"/>
                <w:lang w:eastAsia="zh-CN"/>
              </w:rPr>
            </w:pPr>
            <w:r>
              <w:rPr>
                <w:rFonts w:cs="Arial"/>
                <w:szCs w:val="18"/>
                <w:lang w:eastAsia="zh-CN"/>
              </w:rPr>
              <w:t>DC_1A_n7A</w:t>
            </w:r>
          </w:p>
          <w:p w14:paraId="1DD7C838" w14:textId="77777777" w:rsidR="00F532BA" w:rsidRDefault="00F532BA" w:rsidP="00AC3FE8">
            <w:pPr>
              <w:pStyle w:val="TAC"/>
              <w:rPr>
                <w:rFonts w:cs="Arial"/>
                <w:szCs w:val="18"/>
                <w:lang w:eastAsia="zh-CN"/>
              </w:rPr>
            </w:pPr>
            <w:r>
              <w:rPr>
                <w:rFonts w:cs="Arial"/>
                <w:szCs w:val="18"/>
                <w:lang w:eastAsia="zh-CN"/>
              </w:rPr>
              <w:t>DC_3A_n7A</w:t>
            </w:r>
          </w:p>
          <w:p w14:paraId="7A28DF36" w14:textId="77777777" w:rsidR="00F532BA" w:rsidRDefault="00F532BA" w:rsidP="00AC3FE8">
            <w:pPr>
              <w:pStyle w:val="TAC"/>
              <w:rPr>
                <w:rFonts w:cs="Arial"/>
                <w:szCs w:val="18"/>
                <w:lang w:eastAsia="zh-CN"/>
              </w:rPr>
            </w:pPr>
            <w:r>
              <w:rPr>
                <w:rFonts w:cs="Arial"/>
                <w:szCs w:val="18"/>
                <w:lang w:eastAsia="zh-CN"/>
              </w:rPr>
              <w:t>DC_3C_n7A</w:t>
            </w:r>
          </w:p>
          <w:p w14:paraId="0D0816C7" w14:textId="77777777" w:rsidR="00F532BA" w:rsidRDefault="00F532BA" w:rsidP="00AC3FE8">
            <w:pPr>
              <w:pStyle w:val="TAC"/>
              <w:rPr>
                <w:rFonts w:cs="Arial"/>
                <w:szCs w:val="18"/>
                <w:lang w:eastAsia="zh-CN"/>
              </w:rPr>
            </w:pPr>
            <w:r>
              <w:rPr>
                <w:rFonts w:cs="Arial"/>
                <w:szCs w:val="18"/>
                <w:lang w:eastAsia="zh-CN"/>
              </w:rPr>
              <w:t>DC_7A_n7A</w:t>
            </w:r>
            <w:r>
              <w:rPr>
                <w:rFonts w:cs="Arial"/>
                <w:szCs w:val="18"/>
                <w:vertAlign w:val="superscript"/>
                <w:lang w:eastAsia="zh-CN"/>
              </w:rPr>
              <w:t>4</w:t>
            </w:r>
          </w:p>
          <w:p w14:paraId="0A5E8306" w14:textId="77777777" w:rsidR="00F532BA" w:rsidRDefault="00F532BA" w:rsidP="00AC3FE8">
            <w:pPr>
              <w:pStyle w:val="TAC"/>
              <w:rPr>
                <w:rFonts w:cs="Arial"/>
                <w:szCs w:val="18"/>
                <w:lang w:eastAsia="zh-CN"/>
              </w:rPr>
            </w:pPr>
            <w:r>
              <w:rPr>
                <w:rFonts w:cs="Arial"/>
                <w:szCs w:val="18"/>
                <w:lang w:eastAsia="zh-CN"/>
              </w:rPr>
              <w:t>DC_1A_n78A</w:t>
            </w:r>
          </w:p>
          <w:p w14:paraId="66D52F88" w14:textId="77777777" w:rsidR="00F532BA" w:rsidRDefault="00F532BA" w:rsidP="00AC3FE8">
            <w:pPr>
              <w:pStyle w:val="TAC"/>
              <w:rPr>
                <w:rFonts w:cs="Arial"/>
                <w:szCs w:val="18"/>
                <w:lang w:eastAsia="zh-CN"/>
              </w:rPr>
            </w:pPr>
            <w:r>
              <w:rPr>
                <w:rFonts w:cs="Arial"/>
                <w:szCs w:val="18"/>
                <w:lang w:eastAsia="zh-CN"/>
              </w:rPr>
              <w:t>DC_3A_n78A</w:t>
            </w:r>
          </w:p>
          <w:p w14:paraId="1B8D50A5" w14:textId="77777777" w:rsidR="00F532BA" w:rsidRDefault="00F532BA" w:rsidP="00AC3FE8">
            <w:pPr>
              <w:pStyle w:val="TAC"/>
              <w:rPr>
                <w:rFonts w:cs="Arial"/>
                <w:szCs w:val="18"/>
                <w:lang w:eastAsia="zh-CN"/>
              </w:rPr>
            </w:pPr>
            <w:r>
              <w:rPr>
                <w:rFonts w:cs="Arial"/>
                <w:szCs w:val="18"/>
                <w:lang w:eastAsia="zh-CN"/>
              </w:rPr>
              <w:t>DC_3C_n78A</w:t>
            </w:r>
          </w:p>
          <w:p w14:paraId="175B946C" w14:textId="77777777" w:rsidR="00F532BA" w:rsidRDefault="00F532BA" w:rsidP="00AC3FE8">
            <w:pPr>
              <w:pStyle w:val="TAC"/>
              <w:rPr>
                <w:lang w:eastAsia="zh-CN"/>
              </w:rPr>
            </w:pPr>
            <w:r>
              <w:rPr>
                <w:rFonts w:cs="Arial"/>
                <w:szCs w:val="18"/>
                <w:lang w:eastAsia="zh-CN"/>
              </w:rPr>
              <w:t>DC_7A_n78A</w:t>
            </w:r>
          </w:p>
        </w:tc>
      </w:tr>
      <w:tr w:rsidR="00F532BA" w14:paraId="5C71DB93"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20880152" w14:textId="77777777" w:rsidR="00F532BA" w:rsidRDefault="00F532BA" w:rsidP="00AC3FE8">
            <w:pPr>
              <w:pStyle w:val="TAC"/>
              <w:rPr>
                <w:noProof/>
                <w:kern w:val="2"/>
                <w:lang w:eastAsia="zh-CN"/>
              </w:rPr>
            </w:pPr>
            <w:r>
              <w:rPr>
                <w:lang w:eastAsia="fi-FI"/>
              </w:rPr>
              <w:t>DC_</w:t>
            </w:r>
            <w:r>
              <w:rPr>
                <w:lang w:eastAsia="ja-JP"/>
              </w:rPr>
              <w:t>1A-3A-7A-8A_n78A</w:t>
            </w:r>
          </w:p>
        </w:tc>
        <w:tc>
          <w:tcPr>
            <w:tcW w:w="3544" w:type="dxa"/>
            <w:tcBorders>
              <w:top w:val="single" w:sz="4" w:space="0" w:color="auto"/>
              <w:left w:val="single" w:sz="4" w:space="0" w:color="auto"/>
              <w:bottom w:val="single" w:sz="4" w:space="0" w:color="auto"/>
              <w:right w:val="single" w:sz="4" w:space="0" w:color="auto"/>
            </w:tcBorders>
            <w:hideMark/>
          </w:tcPr>
          <w:p w14:paraId="1CA774F1" w14:textId="77777777" w:rsidR="00F532BA" w:rsidRDefault="00F532BA" w:rsidP="00AC3FE8">
            <w:pPr>
              <w:pStyle w:val="TAC"/>
              <w:rPr>
                <w:lang w:eastAsia="fi-FI"/>
              </w:rPr>
            </w:pPr>
            <w:r>
              <w:rPr>
                <w:lang w:eastAsia="fi-FI"/>
              </w:rPr>
              <w:t>DC_1A_n78A</w:t>
            </w:r>
          </w:p>
          <w:p w14:paraId="5F3E0655" w14:textId="77777777" w:rsidR="00F532BA" w:rsidRDefault="00F532BA" w:rsidP="00AC3FE8">
            <w:pPr>
              <w:pStyle w:val="TAC"/>
              <w:rPr>
                <w:lang w:eastAsia="fi-FI"/>
              </w:rPr>
            </w:pPr>
            <w:r>
              <w:rPr>
                <w:lang w:eastAsia="fi-FI"/>
              </w:rPr>
              <w:t>DC_3A_n78A</w:t>
            </w:r>
          </w:p>
          <w:p w14:paraId="6985E157" w14:textId="77777777" w:rsidR="00F532BA" w:rsidRDefault="00F532BA" w:rsidP="00AC3FE8">
            <w:pPr>
              <w:pStyle w:val="TAC"/>
              <w:rPr>
                <w:lang w:eastAsia="fi-FI"/>
              </w:rPr>
            </w:pPr>
            <w:r>
              <w:rPr>
                <w:lang w:eastAsia="fi-FI"/>
              </w:rPr>
              <w:t>DC_7A_n78A</w:t>
            </w:r>
          </w:p>
          <w:p w14:paraId="5022A71D" w14:textId="77777777" w:rsidR="00F532BA" w:rsidRDefault="00F532BA" w:rsidP="00AC3FE8">
            <w:pPr>
              <w:pStyle w:val="TAC"/>
            </w:pPr>
            <w:r>
              <w:rPr>
                <w:lang w:eastAsia="fi-FI"/>
              </w:rPr>
              <w:t>DC_8A_n78A</w:t>
            </w:r>
          </w:p>
        </w:tc>
      </w:tr>
      <w:tr w:rsidR="00F532BA" w14:paraId="2FBDA2EA"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170180A7" w14:textId="77777777" w:rsidR="00F532BA" w:rsidRDefault="00F532BA" w:rsidP="00AC3FE8">
            <w:pPr>
              <w:pStyle w:val="TAC"/>
              <w:rPr>
                <w:lang w:eastAsia="fi-FI"/>
              </w:rPr>
            </w:pPr>
            <w:r>
              <w:rPr>
                <w:lang w:eastAsia="ja-JP"/>
              </w:rPr>
              <w:t>DC_1A-3A-7A-20A_n8A</w:t>
            </w:r>
          </w:p>
        </w:tc>
        <w:tc>
          <w:tcPr>
            <w:tcW w:w="3544" w:type="dxa"/>
            <w:tcBorders>
              <w:top w:val="single" w:sz="4" w:space="0" w:color="auto"/>
              <w:left w:val="single" w:sz="4" w:space="0" w:color="auto"/>
              <w:bottom w:val="single" w:sz="4" w:space="0" w:color="auto"/>
              <w:right w:val="single" w:sz="4" w:space="0" w:color="auto"/>
            </w:tcBorders>
            <w:hideMark/>
          </w:tcPr>
          <w:p w14:paraId="2FB14FE0" w14:textId="77777777" w:rsidR="00F532BA" w:rsidRDefault="00F532BA" w:rsidP="00AC3FE8">
            <w:pPr>
              <w:pStyle w:val="TAC"/>
              <w:rPr>
                <w:b/>
                <w:lang w:eastAsia="fi-FI"/>
              </w:rPr>
            </w:pPr>
            <w:r>
              <w:rPr>
                <w:lang w:eastAsia="fi-FI"/>
              </w:rPr>
              <w:t>DC_</w:t>
            </w:r>
            <w:r>
              <w:rPr>
                <w:lang w:eastAsia="ja-JP"/>
              </w:rPr>
              <w:t>1</w:t>
            </w:r>
            <w:r>
              <w:rPr>
                <w:lang w:eastAsia="fi-FI"/>
              </w:rPr>
              <w:t>A_</w:t>
            </w:r>
            <w:r>
              <w:rPr>
                <w:lang w:eastAsia="ja-JP"/>
              </w:rPr>
              <w:t>n8</w:t>
            </w:r>
            <w:r>
              <w:rPr>
                <w:lang w:eastAsia="fi-FI"/>
              </w:rPr>
              <w:t>A</w:t>
            </w:r>
          </w:p>
          <w:p w14:paraId="4052099C" w14:textId="77777777" w:rsidR="00F532BA" w:rsidRDefault="00F532BA" w:rsidP="00AC3FE8">
            <w:pPr>
              <w:pStyle w:val="TAC"/>
              <w:rPr>
                <w:b/>
                <w:lang w:eastAsia="ja-JP"/>
              </w:rPr>
            </w:pPr>
            <w:r>
              <w:rPr>
                <w:lang w:eastAsia="fi-FI"/>
              </w:rPr>
              <w:t>DC_3A_</w:t>
            </w:r>
            <w:r>
              <w:rPr>
                <w:lang w:eastAsia="ja-JP"/>
              </w:rPr>
              <w:t>n8A</w:t>
            </w:r>
          </w:p>
          <w:p w14:paraId="26477938" w14:textId="77777777" w:rsidR="00F532BA" w:rsidRDefault="00F532BA" w:rsidP="00AC3FE8">
            <w:pPr>
              <w:pStyle w:val="TAC"/>
              <w:rPr>
                <w:b/>
                <w:lang w:eastAsia="fi-FI"/>
              </w:rPr>
            </w:pPr>
            <w:r>
              <w:rPr>
                <w:lang w:eastAsia="fi-FI"/>
              </w:rPr>
              <w:t>DC_</w:t>
            </w:r>
            <w:r>
              <w:rPr>
                <w:lang w:eastAsia="ja-JP"/>
              </w:rPr>
              <w:t>7</w:t>
            </w:r>
            <w:r>
              <w:rPr>
                <w:lang w:eastAsia="fi-FI"/>
              </w:rPr>
              <w:t>A_</w:t>
            </w:r>
            <w:r>
              <w:rPr>
                <w:lang w:eastAsia="ja-JP"/>
              </w:rPr>
              <w:t>n8</w:t>
            </w:r>
            <w:r>
              <w:rPr>
                <w:lang w:eastAsia="fi-FI"/>
              </w:rPr>
              <w:t>A</w:t>
            </w:r>
          </w:p>
          <w:p w14:paraId="1F022121" w14:textId="77777777" w:rsidR="00F532BA" w:rsidRDefault="00F532BA" w:rsidP="00AC3FE8">
            <w:pPr>
              <w:pStyle w:val="TAC"/>
              <w:rPr>
                <w:lang w:eastAsia="fi-FI"/>
              </w:rPr>
            </w:pPr>
            <w:r>
              <w:rPr>
                <w:lang w:eastAsia="fi-FI"/>
              </w:rPr>
              <w:t>DC_</w:t>
            </w:r>
            <w:r>
              <w:rPr>
                <w:lang w:eastAsia="ja-JP"/>
              </w:rPr>
              <w:t>20</w:t>
            </w:r>
            <w:r>
              <w:rPr>
                <w:lang w:eastAsia="fi-FI"/>
              </w:rPr>
              <w:t>A_</w:t>
            </w:r>
            <w:r>
              <w:rPr>
                <w:lang w:eastAsia="ja-JP"/>
              </w:rPr>
              <w:t>n8</w:t>
            </w:r>
            <w:r>
              <w:rPr>
                <w:lang w:eastAsia="fi-FI"/>
              </w:rPr>
              <w:t>A</w:t>
            </w:r>
          </w:p>
        </w:tc>
      </w:tr>
      <w:tr w:rsidR="00F532BA" w14:paraId="6437CA72"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191FC021" w14:textId="77777777" w:rsidR="00F532BA" w:rsidRDefault="00F532BA" w:rsidP="00AC3FE8">
            <w:pPr>
              <w:pStyle w:val="TAC"/>
            </w:pPr>
            <w:r>
              <w:rPr>
                <w:rFonts w:eastAsia="MS Mincho" w:cs="Arial"/>
                <w:szCs w:val="18"/>
                <w:lang w:eastAsia="ja-JP"/>
              </w:rPr>
              <w:t>DC_1A-3A-7A-20A_n28A</w:t>
            </w:r>
            <w:r>
              <w:rPr>
                <w:rFonts w:eastAsia="MS Mincho" w:cs="Arial"/>
                <w:szCs w:val="18"/>
                <w:vertAlign w:val="superscript"/>
                <w:lang w:eastAsia="ja-JP"/>
              </w:rPr>
              <w:t>3,6,7</w:t>
            </w:r>
          </w:p>
        </w:tc>
        <w:tc>
          <w:tcPr>
            <w:tcW w:w="3544" w:type="dxa"/>
            <w:tcBorders>
              <w:top w:val="single" w:sz="4" w:space="0" w:color="auto"/>
              <w:left w:val="single" w:sz="4" w:space="0" w:color="auto"/>
              <w:bottom w:val="single" w:sz="4" w:space="0" w:color="auto"/>
              <w:right w:val="single" w:sz="4" w:space="0" w:color="auto"/>
            </w:tcBorders>
            <w:hideMark/>
          </w:tcPr>
          <w:p w14:paraId="721A72A6" w14:textId="77777777" w:rsidR="00F532BA" w:rsidRDefault="00F532BA" w:rsidP="00AC3FE8">
            <w:pPr>
              <w:pStyle w:val="TAC"/>
            </w:pPr>
            <w:r>
              <w:t>DC_1A_n28A</w:t>
            </w:r>
          </w:p>
          <w:p w14:paraId="7BAD4123" w14:textId="77777777" w:rsidR="00F532BA" w:rsidRDefault="00F532BA" w:rsidP="00AC3FE8">
            <w:pPr>
              <w:pStyle w:val="TAC"/>
            </w:pPr>
            <w:r>
              <w:t>DC_3A_n28A</w:t>
            </w:r>
          </w:p>
          <w:p w14:paraId="40A8DF37" w14:textId="77777777" w:rsidR="00F532BA" w:rsidRDefault="00F532BA" w:rsidP="00AC3FE8">
            <w:pPr>
              <w:pStyle w:val="TAC"/>
            </w:pPr>
            <w:r>
              <w:t>DC_7A_n28A</w:t>
            </w:r>
          </w:p>
          <w:p w14:paraId="2988126E" w14:textId="77777777" w:rsidR="00F532BA" w:rsidRDefault="00F532BA" w:rsidP="00AC3FE8">
            <w:pPr>
              <w:pStyle w:val="TAC"/>
            </w:pPr>
            <w:r>
              <w:t>DC_20A_n28A</w:t>
            </w:r>
          </w:p>
        </w:tc>
      </w:tr>
      <w:tr w:rsidR="00F532BA" w14:paraId="64CBF122"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4B5E5201" w14:textId="77777777" w:rsidR="00F532BA" w:rsidRDefault="00F532BA" w:rsidP="00AC3FE8">
            <w:pPr>
              <w:pStyle w:val="TAC"/>
            </w:pPr>
            <w:r>
              <w:rPr>
                <w:rFonts w:eastAsia="MS Mincho" w:cs="Arial"/>
                <w:szCs w:val="18"/>
                <w:lang w:eastAsia="ja-JP"/>
              </w:rPr>
              <w:t>DC_1A-3A-7A-20A_n78A</w:t>
            </w:r>
            <w:r>
              <w:rPr>
                <w:rFonts w:eastAsia="MS Mincho" w:cs="Arial"/>
                <w:szCs w:val="18"/>
                <w:vertAlign w:val="superscript"/>
                <w:lang w:eastAsia="ja-JP"/>
              </w:rPr>
              <w:t>2</w:t>
            </w:r>
          </w:p>
        </w:tc>
        <w:tc>
          <w:tcPr>
            <w:tcW w:w="3544" w:type="dxa"/>
            <w:tcBorders>
              <w:top w:val="single" w:sz="4" w:space="0" w:color="auto"/>
              <w:left w:val="single" w:sz="4" w:space="0" w:color="auto"/>
              <w:bottom w:val="single" w:sz="4" w:space="0" w:color="auto"/>
              <w:right w:val="single" w:sz="4" w:space="0" w:color="auto"/>
            </w:tcBorders>
            <w:hideMark/>
          </w:tcPr>
          <w:p w14:paraId="7C7CBAFD" w14:textId="77777777" w:rsidR="00F532BA" w:rsidRDefault="00F532BA" w:rsidP="00AC3FE8">
            <w:pPr>
              <w:pStyle w:val="TAC"/>
            </w:pPr>
            <w:r>
              <w:t>DC_1A_n78A</w:t>
            </w:r>
          </w:p>
          <w:p w14:paraId="581E78D1" w14:textId="77777777" w:rsidR="00F532BA" w:rsidRDefault="00F532BA" w:rsidP="00AC3FE8">
            <w:pPr>
              <w:pStyle w:val="TAC"/>
            </w:pPr>
            <w:r>
              <w:t>DC_3A_n78A</w:t>
            </w:r>
          </w:p>
          <w:p w14:paraId="240DBBF9" w14:textId="77777777" w:rsidR="00F532BA" w:rsidRDefault="00F532BA" w:rsidP="00AC3FE8">
            <w:pPr>
              <w:pStyle w:val="TAC"/>
            </w:pPr>
            <w:r>
              <w:t>DC_7A_n78A</w:t>
            </w:r>
          </w:p>
          <w:p w14:paraId="3DF11553" w14:textId="77777777" w:rsidR="00F532BA" w:rsidRDefault="00F532BA" w:rsidP="00AC3FE8">
            <w:pPr>
              <w:pStyle w:val="TAC"/>
            </w:pPr>
            <w:r>
              <w:t>DC_20A_n78A</w:t>
            </w:r>
          </w:p>
        </w:tc>
      </w:tr>
      <w:tr w:rsidR="00F532BA" w14:paraId="64A915BF"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7EEE9956" w14:textId="77777777" w:rsidR="00F532BA" w:rsidRDefault="00F532BA" w:rsidP="00AC3FE8">
            <w:pPr>
              <w:pStyle w:val="TAC"/>
              <w:rPr>
                <w:rFonts w:eastAsia="MS Mincho" w:cs="Arial"/>
                <w:szCs w:val="18"/>
                <w:lang w:eastAsia="ja-JP"/>
              </w:rPr>
            </w:pPr>
            <w:r>
              <w:rPr>
                <w:lang w:eastAsia="fi-FI"/>
              </w:rPr>
              <w:t>DC_1A-3A-7A-28A_n5A</w:t>
            </w:r>
          </w:p>
          <w:p w14:paraId="227D7F57" w14:textId="77777777" w:rsidR="00F532BA" w:rsidRDefault="00F532BA" w:rsidP="00AC3FE8">
            <w:pPr>
              <w:pStyle w:val="TAC"/>
              <w:rPr>
                <w:rFonts w:eastAsia="MS Mincho" w:cs="Arial"/>
                <w:szCs w:val="18"/>
                <w:lang w:eastAsia="ja-JP"/>
              </w:rPr>
            </w:pPr>
            <w:r>
              <w:rPr>
                <w:lang w:eastAsia="fi-FI"/>
              </w:rPr>
              <w:t>DC_1A-3C-7A-28A_n5A</w:t>
            </w:r>
          </w:p>
          <w:p w14:paraId="438AF343" w14:textId="77777777" w:rsidR="00F532BA" w:rsidRDefault="00F532BA" w:rsidP="00AC3FE8">
            <w:pPr>
              <w:pStyle w:val="TAC"/>
              <w:rPr>
                <w:rFonts w:eastAsia="MS Mincho" w:cs="Arial"/>
                <w:szCs w:val="18"/>
                <w:lang w:eastAsia="ja-JP"/>
              </w:rPr>
            </w:pPr>
            <w:r>
              <w:rPr>
                <w:lang w:eastAsia="fi-FI"/>
              </w:rPr>
              <w:t>DC_1A-3A-7C-28A_n5A</w:t>
            </w:r>
          </w:p>
          <w:p w14:paraId="44A33632" w14:textId="77777777" w:rsidR="00F532BA" w:rsidRDefault="00F532BA" w:rsidP="00AC3FE8">
            <w:pPr>
              <w:pStyle w:val="TAC"/>
              <w:rPr>
                <w:rFonts w:eastAsia="MS Mincho" w:cs="Arial"/>
                <w:szCs w:val="18"/>
                <w:lang w:eastAsia="ja-JP"/>
              </w:rPr>
            </w:pPr>
            <w:r>
              <w:rPr>
                <w:lang w:eastAsia="fi-FI"/>
              </w:rPr>
              <w:t>DC_1A-3C-7C-28A_n5A</w:t>
            </w:r>
          </w:p>
        </w:tc>
        <w:tc>
          <w:tcPr>
            <w:tcW w:w="3544" w:type="dxa"/>
            <w:tcBorders>
              <w:top w:val="single" w:sz="4" w:space="0" w:color="auto"/>
              <w:left w:val="single" w:sz="4" w:space="0" w:color="auto"/>
              <w:bottom w:val="single" w:sz="4" w:space="0" w:color="auto"/>
              <w:right w:val="single" w:sz="4" w:space="0" w:color="auto"/>
            </w:tcBorders>
            <w:hideMark/>
          </w:tcPr>
          <w:p w14:paraId="4462E25F" w14:textId="77777777" w:rsidR="00F532BA" w:rsidRDefault="00F532BA" w:rsidP="00AC3FE8">
            <w:pPr>
              <w:pStyle w:val="TAC"/>
              <w:rPr>
                <w:lang w:eastAsia="fi-FI"/>
              </w:rPr>
            </w:pPr>
            <w:r>
              <w:rPr>
                <w:lang w:eastAsia="fi-FI"/>
              </w:rPr>
              <w:t>DC_1A_n5A</w:t>
            </w:r>
          </w:p>
          <w:p w14:paraId="209337EC" w14:textId="77777777" w:rsidR="00F532BA" w:rsidRDefault="00F532BA" w:rsidP="00AC3FE8">
            <w:pPr>
              <w:pStyle w:val="TAC"/>
              <w:rPr>
                <w:lang w:eastAsia="fi-FI"/>
              </w:rPr>
            </w:pPr>
            <w:r>
              <w:rPr>
                <w:lang w:eastAsia="fi-FI"/>
              </w:rPr>
              <w:t>DC_3A_n5A</w:t>
            </w:r>
          </w:p>
          <w:p w14:paraId="4AD5114E" w14:textId="77777777" w:rsidR="00F532BA" w:rsidRDefault="00F532BA" w:rsidP="00AC3FE8">
            <w:pPr>
              <w:pStyle w:val="TAC"/>
              <w:rPr>
                <w:lang w:eastAsia="fi-FI"/>
              </w:rPr>
            </w:pPr>
            <w:r>
              <w:rPr>
                <w:lang w:eastAsia="fi-FI"/>
              </w:rPr>
              <w:t>DC_3C_n5A</w:t>
            </w:r>
          </w:p>
          <w:p w14:paraId="6B05BC7E" w14:textId="77777777" w:rsidR="00F532BA" w:rsidRDefault="00F532BA" w:rsidP="00AC3FE8">
            <w:pPr>
              <w:pStyle w:val="TAC"/>
              <w:rPr>
                <w:lang w:eastAsia="fi-FI"/>
              </w:rPr>
            </w:pPr>
            <w:r>
              <w:rPr>
                <w:lang w:eastAsia="fi-FI"/>
              </w:rPr>
              <w:t>DC_7A_n5A</w:t>
            </w:r>
          </w:p>
          <w:p w14:paraId="561D21D6" w14:textId="77777777" w:rsidR="00F532BA" w:rsidRDefault="00F532BA" w:rsidP="00AC3FE8">
            <w:pPr>
              <w:pStyle w:val="TAC"/>
              <w:rPr>
                <w:lang w:eastAsia="fi-FI"/>
              </w:rPr>
            </w:pPr>
            <w:r>
              <w:rPr>
                <w:lang w:eastAsia="fi-FI"/>
              </w:rPr>
              <w:t>DC_7C_n5A</w:t>
            </w:r>
          </w:p>
          <w:p w14:paraId="36A7F685" w14:textId="77777777" w:rsidR="00F532BA" w:rsidRDefault="00F532BA" w:rsidP="00AC3FE8">
            <w:pPr>
              <w:pStyle w:val="TAC"/>
            </w:pPr>
            <w:r>
              <w:rPr>
                <w:lang w:eastAsia="fi-FI"/>
              </w:rPr>
              <w:t>DC_28A_n5A</w:t>
            </w:r>
          </w:p>
        </w:tc>
      </w:tr>
      <w:tr w:rsidR="00F532BA" w14:paraId="0B6816E5"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45B41A87" w14:textId="77777777" w:rsidR="00F532BA" w:rsidRDefault="00F532BA" w:rsidP="00AC3FE8">
            <w:pPr>
              <w:pStyle w:val="TAC"/>
              <w:rPr>
                <w:bCs/>
                <w:lang w:eastAsia="ja-JP"/>
              </w:rPr>
            </w:pPr>
            <w:r>
              <w:rPr>
                <w:bCs/>
                <w:lang w:eastAsia="ja-JP"/>
              </w:rPr>
              <w:t>DC_1A-3A-7A-28A_n7A</w:t>
            </w:r>
          </w:p>
          <w:p w14:paraId="296A743A" w14:textId="77777777" w:rsidR="00F532BA" w:rsidRDefault="00F532BA" w:rsidP="00AC3FE8">
            <w:pPr>
              <w:pStyle w:val="TAC"/>
              <w:rPr>
                <w:bCs/>
                <w:lang w:eastAsia="ja-JP"/>
              </w:rPr>
            </w:pPr>
            <w:r>
              <w:rPr>
                <w:bCs/>
                <w:lang w:eastAsia="ja-JP"/>
              </w:rPr>
              <w:t>DC_1A-3C-7A-28A_n7A</w:t>
            </w:r>
          </w:p>
          <w:p w14:paraId="73F99DF9" w14:textId="77777777" w:rsidR="00F532BA" w:rsidRDefault="00F532BA" w:rsidP="00AC3FE8">
            <w:pPr>
              <w:pStyle w:val="TAC"/>
              <w:rPr>
                <w:bCs/>
                <w:lang w:eastAsia="ja-JP"/>
              </w:rPr>
            </w:pPr>
            <w:r>
              <w:rPr>
                <w:bCs/>
                <w:lang w:eastAsia="ja-JP"/>
              </w:rPr>
              <w:t>DC_1A-1A-3A-7A-28A_n7A</w:t>
            </w:r>
          </w:p>
          <w:p w14:paraId="4A2E4F8B" w14:textId="77777777" w:rsidR="00F532BA" w:rsidRDefault="00F532BA" w:rsidP="00AC3FE8">
            <w:pPr>
              <w:pStyle w:val="TAC"/>
              <w:rPr>
                <w:bCs/>
                <w:lang w:eastAsia="ja-JP"/>
              </w:rPr>
            </w:pPr>
            <w:r>
              <w:rPr>
                <w:bCs/>
                <w:lang w:eastAsia="ja-JP"/>
              </w:rPr>
              <w:t>DC_1A-1A-3A-3A-7A-28A_n7A</w:t>
            </w:r>
          </w:p>
          <w:p w14:paraId="6DAE6B86" w14:textId="77777777" w:rsidR="00F532BA" w:rsidRDefault="00F532BA" w:rsidP="00AC3FE8">
            <w:pPr>
              <w:pStyle w:val="TAC"/>
              <w:rPr>
                <w:bCs/>
                <w:lang w:eastAsia="ja-JP"/>
              </w:rPr>
            </w:pPr>
            <w:r>
              <w:rPr>
                <w:bCs/>
                <w:lang w:eastAsia="ja-JP"/>
              </w:rPr>
              <w:t>DC_1A-3A-3A-7A-28A_n7A</w:t>
            </w:r>
          </w:p>
          <w:p w14:paraId="575FE053" w14:textId="77777777" w:rsidR="00F532BA" w:rsidRDefault="00F532BA" w:rsidP="00AC3FE8">
            <w:pPr>
              <w:pStyle w:val="TAC"/>
              <w:rPr>
                <w:bCs/>
                <w:lang w:eastAsia="fi-FI"/>
              </w:rPr>
            </w:pPr>
            <w:r>
              <w:rPr>
                <w:bCs/>
                <w:lang w:eastAsia="ja-JP"/>
              </w:rPr>
              <w:t>DC_1A-1A-3C-7A-28A_n7A</w:t>
            </w:r>
          </w:p>
        </w:tc>
        <w:tc>
          <w:tcPr>
            <w:tcW w:w="3544" w:type="dxa"/>
            <w:tcBorders>
              <w:top w:val="single" w:sz="4" w:space="0" w:color="auto"/>
              <w:left w:val="single" w:sz="4" w:space="0" w:color="auto"/>
              <w:bottom w:val="single" w:sz="4" w:space="0" w:color="auto"/>
              <w:right w:val="single" w:sz="4" w:space="0" w:color="auto"/>
            </w:tcBorders>
            <w:hideMark/>
          </w:tcPr>
          <w:p w14:paraId="142DB8AE" w14:textId="77777777" w:rsidR="00F532BA" w:rsidRDefault="00F532BA" w:rsidP="00AC3FE8">
            <w:pPr>
              <w:pStyle w:val="TAC"/>
              <w:rPr>
                <w:bCs/>
                <w:lang w:eastAsia="zh-TW"/>
              </w:rPr>
            </w:pPr>
            <w:r>
              <w:rPr>
                <w:bCs/>
                <w:lang w:eastAsia="zh-TW"/>
              </w:rPr>
              <w:t>DC_1A_n7A</w:t>
            </w:r>
          </w:p>
          <w:p w14:paraId="3912AD99" w14:textId="77777777" w:rsidR="00F532BA" w:rsidRDefault="00F532BA" w:rsidP="00AC3FE8">
            <w:pPr>
              <w:pStyle w:val="TAC"/>
              <w:rPr>
                <w:bCs/>
                <w:lang w:eastAsia="zh-TW"/>
              </w:rPr>
            </w:pPr>
            <w:r>
              <w:rPr>
                <w:bCs/>
                <w:lang w:eastAsia="zh-TW"/>
              </w:rPr>
              <w:t>DC_3A_n7A</w:t>
            </w:r>
          </w:p>
          <w:p w14:paraId="1C9A9DE0" w14:textId="77777777" w:rsidR="00F532BA" w:rsidRDefault="00F532BA" w:rsidP="00AC3FE8">
            <w:pPr>
              <w:pStyle w:val="TAC"/>
              <w:rPr>
                <w:bCs/>
                <w:lang w:eastAsia="zh-TW"/>
              </w:rPr>
            </w:pPr>
            <w:r>
              <w:rPr>
                <w:bCs/>
                <w:lang w:eastAsia="zh-TW"/>
              </w:rPr>
              <w:t>DC_3C_n7A</w:t>
            </w:r>
          </w:p>
          <w:p w14:paraId="72A7654D" w14:textId="77777777" w:rsidR="00F532BA" w:rsidRDefault="00F532BA" w:rsidP="00AC3FE8">
            <w:pPr>
              <w:pStyle w:val="TAC"/>
              <w:rPr>
                <w:bCs/>
                <w:lang w:eastAsia="zh-TW"/>
              </w:rPr>
            </w:pPr>
            <w:r>
              <w:rPr>
                <w:bCs/>
                <w:lang w:eastAsia="zh-TW"/>
              </w:rPr>
              <w:t>DC_7A_n7A</w:t>
            </w:r>
            <w:r>
              <w:rPr>
                <w:bCs/>
                <w:vertAlign w:val="superscript"/>
                <w:lang w:eastAsia="zh-TW"/>
              </w:rPr>
              <w:t>4</w:t>
            </w:r>
          </w:p>
          <w:p w14:paraId="1AE62D64" w14:textId="77777777" w:rsidR="00F532BA" w:rsidRDefault="00F532BA" w:rsidP="00AC3FE8">
            <w:pPr>
              <w:pStyle w:val="TAC"/>
              <w:rPr>
                <w:bCs/>
                <w:lang w:eastAsia="fi-FI"/>
              </w:rPr>
            </w:pPr>
            <w:r>
              <w:rPr>
                <w:bCs/>
                <w:lang w:eastAsia="zh-TW"/>
              </w:rPr>
              <w:t>DC_28A_n7A</w:t>
            </w:r>
          </w:p>
        </w:tc>
      </w:tr>
      <w:tr w:rsidR="00F532BA" w14:paraId="6E66618C"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33430032" w14:textId="77777777" w:rsidR="00F532BA" w:rsidRDefault="00F532BA" w:rsidP="00AC3FE8">
            <w:pPr>
              <w:pStyle w:val="TAC"/>
              <w:rPr>
                <w:bCs/>
                <w:lang w:eastAsia="ja-JP"/>
              </w:rPr>
            </w:pPr>
            <w:r>
              <w:rPr>
                <w:bCs/>
                <w:lang w:eastAsia="fi-FI"/>
              </w:rPr>
              <w:lastRenderedPageBreak/>
              <w:t>DC_1A-3A-7A-28A_n40A</w:t>
            </w:r>
          </w:p>
        </w:tc>
        <w:tc>
          <w:tcPr>
            <w:tcW w:w="3544" w:type="dxa"/>
            <w:tcBorders>
              <w:top w:val="single" w:sz="4" w:space="0" w:color="auto"/>
              <w:left w:val="single" w:sz="4" w:space="0" w:color="auto"/>
              <w:bottom w:val="single" w:sz="4" w:space="0" w:color="auto"/>
              <w:right w:val="single" w:sz="4" w:space="0" w:color="auto"/>
            </w:tcBorders>
            <w:hideMark/>
          </w:tcPr>
          <w:p w14:paraId="2C6B5010" w14:textId="77777777" w:rsidR="00F532BA" w:rsidRDefault="00F532BA" w:rsidP="00AC3FE8">
            <w:pPr>
              <w:pStyle w:val="TAC"/>
              <w:rPr>
                <w:bCs/>
                <w:lang w:eastAsia="fi-FI"/>
              </w:rPr>
            </w:pPr>
            <w:r>
              <w:rPr>
                <w:bCs/>
                <w:lang w:eastAsia="fi-FI"/>
              </w:rPr>
              <w:t>DC_1A_n40A</w:t>
            </w:r>
          </w:p>
          <w:p w14:paraId="2BEB3DBF" w14:textId="77777777" w:rsidR="00F532BA" w:rsidRDefault="00F532BA" w:rsidP="00AC3FE8">
            <w:pPr>
              <w:pStyle w:val="TAC"/>
              <w:rPr>
                <w:bCs/>
                <w:lang w:eastAsia="fi-FI"/>
              </w:rPr>
            </w:pPr>
            <w:r>
              <w:rPr>
                <w:bCs/>
                <w:lang w:eastAsia="fi-FI"/>
              </w:rPr>
              <w:t>DC_3A_n40A</w:t>
            </w:r>
          </w:p>
          <w:p w14:paraId="7AAC8A3F" w14:textId="77777777" w:rsidR="00F532BA" w:rsidRDefault="00F532BA" w:rsidP="00AC3FE8">
            <w:pPr>
              <w:pStyle w:val="TAC"/>
              <w:rPr>
                <w:bCs/>
                <w:lang w:eastAsia="fi-FI"/>
              </w:rPr>
            </w:pPr>
            <w:r>
              <w:rPr>
                <w:bCs/>
                <w:lang w:eastAsia="fi-FI"/>
              </w:rPr>
              <w:t>DC_7A_n40A</w:t>
            </w:r>
          </w:p>
          <w:p w14:paraId="48408620" w14:textId="77777777" w:rsidR="00F532BA" w:rsidRDefault="00F532BA" w:rsidP="00AC3FE8">
            <w:pPr>
              <w:pStyle w:val="TAC"/>
              <w:rPr>
                <w:bCs/>
                <w:lang w:eastAsia="zh-TW"/>
              </w:rPr>
            </w:pPr>
            <w:r>
              <w:rPr>
                <w:bCs/>
                <w:lang w:eastAsia="fi-FI"/>
              </w:rPr>
              <w:t>DC_28A_n40A</w:t>
            </w:r>
          </w:p>
        </w:tc>
      </w:tr>
      <w:tr w:rsidR="00F532BA" w14:paraId="02B4E2FD"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68B93596" w14:textId="77777777" w:rsidR="00F532BA" w:rsidRDefault="00F532BA" w:rsidP="00AC3FE8">
            <w:pPr>
              <w:pStyle w:val="TAC"/>
              <w:rPr>
                <w:rFonts w:eastAsia="MS Mincho" w:cs="Arial"/>
                <w:bCs/>
                <w:lang w:eastAsia="ja-JP"/>
              </w:rPr>
            </w:pPr>
            <w:r>
              <w:rPr>
                <w:bCs/>
                <w:lang w:eastAsia="fi-FI"/>
              </w:rPr>
              <w:t>DC_</w:t>
            </w:r>
            <w:r>
              <w:rPr>
                <w:rFonts w:eastAsia="MS Mincho" w:cs="Arial"/>
                <w:bCs/>
                <w:lang w:eastAsia="ja-JP"/>
              </w:rPr>
              <w:t>1A-3A-7A-28A_n78A</w:t>
            </w:r>
          </w:p>
          <w:p w14:paraId="2449B3E7" w14:textId="77777777" w:rsidR="00F532BA" w:rsidRDefault="00F532BA" w:rsidP="00AC3FE8">
            <w:pPr>
              <w:pStyle w:val="TAC"/>
              <w:rPr>
                <w:rFonts w:eastAsia="MS Mincho" w:cs="Arial"/>
                <w:bCs/>
                <w:lang w:eastAsia="ja-JP"/>
              </w:rPr>
            </w:pPr>
            <w:r>
              <w:rPr>
                <w:rFonts w:eastAsia="MS Mincho" w:cs="Arial"/>
                <w:bCs/>
                <w:lang w:eastAsia="ja-JP"/>
              </w:rPr>
              <w:t>DC_1A-3A-7C-28A_n78A</w:t>
            </w:r>
          </w:p>
          <w:p w14:paraId="3A877AC9" w14:textId="77777777" w:rsidR="00F532BA" w:rsidRDefault="00F532BA" w:rsidP="00AC3FE8">
            <w:pPr>
              <w:pStyle w:val="TAC"/>
              <w:rPr>
                <w:rFonts w:eastAsia="MS Mincho" w:cs="Arial"/>
                <w:bCs/>
                <w:lang w:eastAsia="ja-JP"/>
              </w:rPr>
            </w:pPr>
            <w:r>
              <w:rPr>
                <w:rFonts w:eastAsia="MS Mincho" w:cs="Arial"/>
                <w:bCs/>
                <w:lang w:eastAsia="ja-JP"/>
              </w:rPr>
              <w:t>DC_1A-3C-7A-28A_n78A</w:t>
            </w:r>
          </w:p>
          <w:p w14:paraId="7A7E5100" w14:textId="77777777" w:rsidR="00F532BA" w:rsidRDefault="00F532BA" w:rsidP="00AC3FE8">
            <w:pPr>
              <w:pStyle w:val="TAC"/>
              <w:rPr>
                <w:rFonts w:eastAsia="MS Mincho" w:cs="Arial"/>
                <w:bCs/>
                <w:szCs w:val="18"/>
                <w:lang w:eastAsia="ja-JP"/>
              </w:rPr>
            </w:pPr>
            <w:r>
              <w:rPr>
                <w:bCs/>
                <w:lang w:eastAsia="ja-JP"/>
              </w:rPr>
              <w:t>DC_1A-3C-7C-28A_n78A</w:t>
            </w:r>
          </w:p>
        </w:tc>
        <w:tc>
          <w:tcPr>
            <w:tcW w:w="3544" w:type="dxa"/>
            <w:tcBorders>
              <w:top w:val="single" w:sz="4" w:space="0" w:color="auto"/>
              <w:left w:val="single" w:sz="4" w:space="0" w:color="auto"/>
              <w:bottom w:val="single" w:sz="4" w:space="0" w:color="auto"/>
              <w:right w:val="single" w:sz="4" w:space="0" w:color="auto"/>
            </w:tcBorders>
            <w:hideMark/>
          </w:tcPr>
          <w:p w14:paraId="5AF660FD" w14:textId="77777777" w:rsidR="00F532BA" w:rsidRDefault="00F532BA" w:rsidP="00AC3FE8">
            <w:pPr>
              <w:pStyle w:val="TAC"/>
              <w:rPr>
                <w:bCs/>
              </w:rPr>
            </w:pPr>
            <w:r>
              <w:rPr>
                <w:bCs/>
              </w:rPr>
              <w:t>DC_1A_n78A</w:t>
            </w:r>
          </w:p>
          <w:p w14:paraId="38F3AAA5" w14:textId="77777777" w:rsidR="00F532BA" w:rsidRDefault="00F532BA" w:rsidP="00AC3FE8">
            <w:pPr>
              <w:pStyle w:val="TAC"/>
              <w:rPr>
                <w:bCs/>
                <w:lang w:eastAsia="fi-FI"/>
              </w:rPr>
            </w:pPr>
            <w:r>
              <w:rPr>
                <w:bCs/>
              </w:rPr>
              <w:t>DC_3A_n78A</w:t>
            </w:r>
          </w:p>
          <w:p w14:paraId="76E64285" w14:textId="77777777" w:rsidR="00F532BA" w:rsidRDefault="00F532BA" w:rsidP="00AC3FE8">
            <w:pPr>
              <w:pStyle w:val="TAC"/>
              <w:rPr>
                <w:bCs/>
              </w:rPr>
            </w:pPr>
            <w:r>
              <w:rPr>
                <w:bCs/>
                <w:lang w:eastAsia="fi-FI"/>
              </w:rPr>
              <w:t>DC_3C_n78A</w:t>
            </w:r>
          </w:p>
          <w:p w14:paraId="7A92EC90" w14:textId="77777777" w:rsidR="00F532BA" w:rsidRDefault="00F532BA" w:rsidP="00AC3FE8">
            <w:pPr>
              <w:pStyle w:val="TAC"/>
              <w:rPr>
                <w:bCs/>
              </w:rPr>
            </w:pPr>
            <w:r>
              <w:rPr>
                <w:bCs/>
              </w:rPr>
              <w:t>DC_7A_n78A</w:t>
            </w:r>
          </w:p>
          <w:p w14:paraId="718A4114" w14:textId="77777777" w:rsidR="00F532BA" w:rsidRDefault="00F532BA" w:rsidP="00AC3FE8">
            <w:pPr>
              <w:pStyle w:val="TAC"/>
              <w:rPr>
                <w:bCs/>
              </w:rPr>
            </w:pPr>
            <w:r>
              <w:rPr>
                <w:bCs/>
                <w:lang w:eastAsia="fi-FI"/>
              </w:rPr>
              <w:t>DC_7C_n78A</w:t>
            </w:r>
          </w:p>
          <w:p w14:paraId="5FEF8457" w14:textId="77777777" w:rsidR="00F532BA" w:rsidRDefault="00F532BA" w:rsidP="00AC3FE8">
            <w:pPr>
              <w:pStyle w:val="TAC"/>
              <w:rPr>
                <w:bCs/>
              </w:rPr>
            </w:pPr>
            <w:r>
              <w:rPr>
                <w:bCs/>
              </w:rPr>
              <w:t>DC_28A_n78A</w:t>
            </w:r>
          </w:p>
        </w:tc>
      </w:tr>
      <w:tr w:rsidR="00F532BA" w14:paraId="741C5EA3"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7074AE2B" w14:textId="77777777" w:rsidR="00F532BA" w:rsidRDefault="00F532BA" w:rsidP="00AC3FE8">
            <w:pPr>
              <w:pStyle w:val="TAC"/>
              <w:rPr>
                <w:rFonts w:eastAsia="MS Mincho" w:cs="Arial"/>
                <w:szCs w:val="18"/>
                <w:vertAlign w:val="superscript"/>
                <w:lang w:eastAsia="ja-JP"/>
              </w:rPr>
            </w:pPr>
            <w:r>
              <w:rPr>
                <w:rFonts w:cs="Arial"/>
                <w:szCs w:val="18"/>
                <w:lang w:eastAsia="ko-KR"/>
              </w:rPr>
              <w:t>DC_1A-3A-7A_n28A-n78A</w:t>
            </w:r>
            <w:r>
              <w:rPr>
                <w:rFonts w:eastAsia="MS Mincho" w:cs="Arial"/>
                <w:szCs w:val="18"/>
                <w:vertAlign w:val="superscript"/>
                <w:lang w:eastAsia="ja-JP"/>
              </w:rPr>
              <w:t>2</w:t>
            </w:r>
          </w:p>
          <w:p w14:paraId="474A928C" w14:textId="77777777" w:rsidR="00F532BA" w:rsidRDefault="00F532BA" w:rsidP="00AC3FE8">
            <w:pPr>
              <w:pStyle w:val="TAC"/>
              <w:rPr>
                <w:rFonts w:cs="Arial"/>
                <w:szCs w:val="18"/>
                <w:lang w:eastAsia="ko-KR"/>
              </w:rPr>
            </w:pPr>
            <w:r>
              <w:rPr>
                <w:rFonts w:cs="Arial"/>
                <w:szCs w:val="18"/>
                <w:lang w:eastAsia="ko-KR"/>
              </w:rPr>
              <w:t>DC_1A-3A-7C_n28A-n78A</w:t>
            </w:r>
          </w:p>
          <w:p w14:paraId="12E4D70F" w14:textId="77777777" w:rsidR="00F532BA" w:rsidRDefault="00F532BA" w:rsidP="00AC3FE8">
            <w:pPr>
              <w:pStyle w:val="TAC"/>
              <w:rPr>
                <w:rFonts w:cs="Arial"/>
                <w:szCs w:val="18"/>
                <w:lang w:eastAsia="ko-KR"/>
              </w:rPr>
            </w:pPr>
            <w:r>
              <w:rPr>
                <w:rFonts w:cs="Arial"/>
                <w:szCs w:val="18"/>
                <w:lang w:eastAsia="ko-KR"/>
              </w:rPr>
              <w:t>DC_1A-3C-7A_n28A-n78A</w:t>
            </w:r>
          </w:p>
          <w:p w14:paraId="701B17E3" w14:textId="77777777" w:rsidR="00F532BA" w:rsidRDefault="00F532BA" w:rsidP="00AC3FE8">
            <w:pPr>
              <w:pStyle w:val="TAC"/>
              <w:rPr>
                <w:rFonts w:cs="Arial"/>
                <w:lang w:eastAsia="ja-JP"/>
              </w:rPr>
            </w:pPr>
            <w:r>
              <w:rPr>
                <w:rFonts w:cs="Arial"/>
                <w:szCs w:val="18"/>
                <w:lang w:eastAsia="ko-KR"/>
              </w:rPr>
              <w:t>DC_1A-3C-7C_n28A-n78A</w:t>
            </w:r>
          </w:p>
        </w:tc>
        <w:tc>
          <w:tcPr>
            <w:tcW w:w="3544" w:type="dxa"/>
            <w:tcBorders>
              <w:top w:val="single" w:sz="4" w:space="0" w:color="auto"/>
              <w:left w:val="single" w:sz="4" w:space="0" w:color="auto"/>
              <w:bottom w:val="single" w:sz="4" w:space="0" w:color="auto"/>
              <w:right w:val="single" w:sz="4" w:space="0" w:color="auto"/>
            </w:tcBorders>
            <w:hideMark/>
          </w:tcPr>
          <w:p w14:paraId="5A705D91" w14:textId="77777777" w:rsidR="00F532BA" w:rsidRDefault="00F532BA" w:rsidP="00AC3FE8">
            <w:pPr>
              <w:pStyle w:val="TAC"/>
            </w:pPr>
            <w:r>
              <w:t>DC_1A_n28A</w:t>
            </w:r>
          </w:p>
          <w:p w14:paraId="23C2787E" w14:textId="77777777" w:rsidR="00F532BA" w:rsidRDefault="00F532BA" w:rsidP="00AC3FE8">
            <w:pPr>
              <w:pStyle w:val="TAC"/>
            </w:pPr>
            <w:r>
              <w:t>DC_1A_n78A</w:t>
            </w:r>
          </w:p>
          <w:p w14:paraId="76953411" w14:textId="77777777" w:rsidR="00F532BA" w:rsidRDefault="00F532BA" w:rsidP="00AC3FE8">
            <w:pPr>
              <w:pStyle w:val="TAC"/>
              <w:rPr>
                <w:lang w:eastAsia="ko-KR"/>
              </w:rPr>
            </w:pPr>
            <w:r>
              <w:t>DC_3A_n28A</w:t>
            </w:r>
          </w:p>
          <w:p w14:paraId="54FB5627" w14:textId="77777777" w:rsidR="00F532BA" w:rsidRDefault="00F532BA" w:rsidP="00AC3FE8">
            <w:pPr>
              <w:pStyle w:val="TAC"/>
            </w:pPr>
            <w:r>
              <w:rPr>
                <w:lang w:eastAsia="ko-KR"/>
              </w:rPr>
              <w:t>DC_3C_n28A</w:t>
            </w:r>
          </w:p>
          <w:p w14:paraId="4924F840" w14:textId="77777777" w:rsidR="00F532BA" w:rsidRDefault="00F532BA" w:rsidP="00AC3FE8">
            <w:pPr>
              <w:pStyle w:val="TAC"/>
            </w:pPr>
            <w:r>
              <w:t>DC_3A_n78A</w:t>
            </w:r>
          </w:p>
          <w:p w14:paraId="2A54802D" w14:textId="77777777" w:rsidR="00F532BA" w:rsidRDefault="00F532BA" w:rsidP="00AC3FE8">
            <w:pPr>
              <w:pStyle w:val="TAC"/>
            </w:pPr>
            <w:r>
              <w:t>DC_7A_n28A</w:t>
            </w:r>
          </w:p>
          <w:p w14:paraId="06C5F86C" w14:textId="77777777" w:rsidR="00F532BA" w:rsidRDefault="00F532BA" w:rsidP="00AC3FE8">
            <w:pPr>
              <w:pStyle w:val="TAC"/>
              <w:rPr>
                <w:lang w:eastAsia="ko-KR"/>
              </w:rPr>
            </w:pPr>
            <w:r>
              <w:t>DC_7A_n78A</w:t>
            </w:r>
          </w:p>
          <w:p w14:paraId="73D7F1F1" w14:textId="77777777" w:rsidR="00F532BA" w:rsidRDefault="00F532BA" w:rsidP="00AC3FE8">
            <w:pPr>
              <w:pStyle w:val="TAC"/>
              <w:rPr>
                <w:lang w:eastAsia="ko-KR"/>
              </w:rPr>
            </w:pPr>
            <w:r>
              <w:rPr>
                <w:lang w:eastAsia="ko-KR"/>
              </w:rPr>
              <w:t>DC_7C_n28A</w:t>
            </w:r>
          </w:p>
          <w:p w14:paraId="3E6998EC" w14:textId="77777777" w:rsidR="00F532BA" w:rsidRDefault="00F532BA" w:rsidP="00AC3FE8">
            <w:pPr>
              <w:pStyle w:val="TAC"/>
            </w:pPr>
            <w:r>
              <w:rPr>
                <w:lang w:eastAsia="ko-KR"/>
              </w:rPr>
              <w:t>DC_7C_n78A</w:t>
            </w:r>
          </w:p>
        </w:tc>
      </w:tr>
      <w:tr w:rsidR="00F532BA" w14:paraId="139B0AE6"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7F67894C" w14:textId="77777777" w:rsidR="00F532BA" w:rsidRDefault="00F532BA" w:rsidP="00AC3FE8">
            <w:pPr>
              <w:pStyle w:val="TAC"/>
            </w:pPr>
            <w:r>
              <w:t>DC_1A-3A-8A-42A_n77A</w:t>
            </w:r>
            <w:r>
              <w:rPr>
                <w:rFonts w:eastAsia="MS Mincho" w:cs="Arial"/>
                <w:szCs w:val="18"/>
                <w:vertAlign w:val="superscript"/>
                <w:lang w:eastAsia="ja-JP"/>
              </w:rPr>
              <w:t>5,6</w:t>
            </w:r>
          </w:p>
          <w:p w14:paraId="420B3301" w14:textId="77777777" w:rsidR="00F532BA" w:rsidRDefault="00F532BA" w:rsidP="00AC3FE8">
            <w:pPr>
              <w:pStyle w:val="TAC"/>
              <w:rPr>
                <w:rFonts w:cs="Arial"/>
                <w:szCs w:val="18"/>
                <w:lang w:eastAsia="ko-KR"/>
              </w:rPr>
            </w:pPr>
            <w:r>
              <w:rPr>
                <w:rFonts w:eastAsia="Calibri"/>
                <w:szCs w:val="22"/>
              </w:rPr>
              <w:t>DC_1A-3A-</w:t>
            </w:r>
            <w:r>
              <w:rPr>
                <w:szCs w:val="22"/>
              </w:rPr>
              <w:t>8A-42C_</w:t>
            </w:r>
            <w:r>
              <w:rPr>
                <w:rFonts w:eastAsia="Calibri"/>
                <w:szCs w:val="22"/>
              </w:rPr>
              <w:t>n</w:t>
            </w:r>
            <w:r>
              <w:rPr>
                <w:szCs w:val="22"/>
              </w:rPr>
              <w:t>77</w:t>
            </w:r>
            <w:r>
              <w:rPr>
                <w:rFonts w:eastAsia="Calibri"/>
                <w:szCs w:val="22"/>
              </w:rPr>
              <w:t>A</w:t>
            </w:r>
            <w:r>
              <w:rPr>
                <w:rFonts w:eastAsia="MS Mincho" w:cs="Arial"/>
                <w:szCs w:val="18"/>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42B073B9" w14:textId="77777777" w:rsidR="00F532BA" w:rsidRDefault="00F532BA" w:rsidP="00AC3FE8">
            <w:pPr>
              <w:pStyle w:val="TAC"/>
              <w:rPr>
                <w:rFonts w:eastAsia="Calibri"/>
                <w:szCs w:val="22"/>
              </w:rPr>
            </w:pPr>
            <w:r>
              <w:rPr>
                <w:rFonts w:eastAsia="Calibri"/>
                <w:szCs w:val="22"/>
              </w:rPr>
              <w:t>DC_1A_n77A</w:t>
            </w:r>
          </w:p>
          <w:p w14:paraId="06544931" w14:textId="77777777" w:rsidR="00F532BA" w:rsidRDefault="00F532BA" w:rsidP="00AC3FE8">
            <w:pPr>
              <w:pStyle w:val="TAC"/>
              <w:rPr>
                <w:rFonts w:eastAsia="Calibri"/>
                <w:szCs w:val="22"/>
              </w:rPr>
            </w:pPr>
            <w:r>
              <w:rPr>
                <w:rFonts w:eastAsia="Calibri"/>
                <w:szCs w:val="22"/>
              </w:rPr>
              <w:t>DC_3A_n77A</w:t>
            </w:r>
          </w:p>
          <w:p w14:paraId="6A888D21" w14:textId="77777777" w:rsidR="00F532BA" w:rsidRDefault="00F532BA" w:rsidP="00AC3FE8">
            <w:pPr>
              <w:pStyle w:val="TAC"/>
            </w:pPr>
            <w:r>
              <w:rPr>
                <w:rFonts w:eastAsia="Calibri"/>
                <w:szCs w:val="22"/>
              </w:rPr>
              <w:t>DC_8A_n77A</w:t>
            </w:r>
          </w:p>
        </w:tc>
      </w:tr>
      <w:tr w:rsidR="00F532BA" w14:paraId="6D978D88"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3DFDE036" w14:textId="77777777" w:rsidR="00F532BA" w:rsidRDefault="00F532BA" w:rsidP="00AC3FE8">
            <w:pPr>
              <w:pStyle w:val="TAC"/>
            </w:pPr>
            <w:r>
              <w:t>DC_1A-3A-18A-42A_n77A</w:t>
            </w:r>
            <w:r>
              <w:rPr>
                <w:rFonts w:eastAsia="MS Mincho" w:cs="Arial"/>
                <w:szCs w:val="18"/>
                <w:vertAlign w:val="superscript"/>
                <w:lang w:eastAsia="ja-JP"/>
              </w:rPr>
              <w:t>5,6</w:t>
            </w:r>
          </w:p>
          <w:p w14:paraId="4F8F5C78" w14:textId="77777777" w:rsidR="00F532BA" w:rsidRDefault="00F532BA" w:rsidP="00AC3FE8">
            <w:pPr>
              <w:pStyle w:val="TAC"/>
              <w:rPr>
                <w:rFonts w:cs="Arial"/>
                <w:szCs w:val="18"/>
                <w:lang w:eastAsia="ko-KR"/>
              </w:rPr>
            </w:pPr>
            <w:r>
              <w:t>DC_1A-3A-18A-42C_n77A</w:t>
            </w:r>
            <w:r>
              <w:rPr>
                <w:rFonts w:eastAsia="MS Mincho" w:cs="Arial"/>
                <w:szCs w:val="18"/>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49DB542A" w14:textId="77777777" w:rsidR="00F532BA" w:rsidRDefault="00F532BA" w:rsidP="00AC3FE8">
            <w:pPr>
              <w:pStyle w:val="TAC"/>
            </w:pPr>
            <w:r>
              <w:t>DC_1A_n77A</w:t>
            </w:r>
          </w:p>
          <w:p w14:paraId="7E38B0A9" w14:textId="77777777" w:rsidR="00F532BA" w:rsidRDefault="00F532BA" w:rsidP="00AC3FE8">
            <w:pPr>
              <w:pStyle w:val="TAC"/>
            </w:pPr>
            <w:r>
              <w:t>DC_3A_n77A</w:t>
            </w:r>
          </w:p>
          <w:p w14:paraId="5FDE48B1" w14:textId="77777777" w:rsidR="00F532BA" w:rsidRDefault="00F532BA" w:rsidP="00AC3FE8">
            <w:pPr>
              <w:pStyle w:val="TAC"/>
            </w:pPr>
            <w:r>
              <w:t>DC_18A_n77A</w:t>
            </w:r>
          </w:p>
        </w:tc>
      </w:tr>
      <w:tr w:rsidR="00F532BA" w14:paraId="14084DA0"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6A1D9570" w14:textId="77777777" w:rsidR="00F532BA" w:rsidRDefault="00F532BA" w:rsidP="00AC3FE8">
            <w:pPr>
              <w:pStyle w:val="TAC"/>
            </w:pPr>
            <w:r>
              <w:t>DC_1A-3A-18A-42A_n78A</w:t>
            </w:r>
            <w:r>
              <w:rPr>
                <w:rFonts w:eastAsia="MS Mincho" w:cs="Arial"/>
                <w:szCs w:val="18"/>
                <w:vertAlign w:val="superscript"/>
                <w:lang w:eastAsia="ja-JP"/>
              </w:rPr>
              <w:t>5,6</w:t>
            </w:r>
          </w:p>
          <w:p w14:paraId="0BFACD6C" w14:textId="77777777" w:rsidR="00F532BA" w:rsidRDefault="00F532BA" w:rsidP="00AC3FE8">
            <w:pPr>
              <w:pStyle w:val="TAC"/>
              <w:rPr>
                <w:rFonts w:cs="Arial"/>
                <w:szCs w:val="18"/>
                <w:lang w:eastAsia="ko-KR"/>
              </w:rPr>
            </w:pPr>
            <w:r>
              <w:t>DC_1A-3A-18A-42C_n78A</w:t>
            </w:r>
            <w:r>
              <w:rPr>
                <w:rFonts w:eastAsia="MS Mincho" w:cs="Arial"/>
                <w:szCs w:val="18"/>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2FA752A5" w14:textId="77777777" w:rsidR="00F532BA" w:rsidRDefault="00F532BA" w:rsidP="00AC3FE8">
            <w:pPr>
              <w:pStyle w:val="TAC"/>
            </w:pPr>
            <w:r>
              <w:t>DC_1A_n78A</w:t>
            </w:r>
          </w:p>
          <w:p w14:paraId="411A5670" w14:textId="77777777" w:rsidR="00F532BA" w:rsidRDefault="00F532BA" w:rsidP="00AC3FE8">
            <w:pPr>
              <w:pStyle w:val="TAC"/>
            </w:pPr>
            <w:r>
              <w:t>DC_3A_n78A</w:t>
            </w:r>
          </w:p>
          <w:p w14:paraId="2A72E001" w14:textId="77777777" w:rsidR="00F532BA" w:rsidRDefault="00F532BA" w:rsidP="00AC3FE8">
            <w:pPr>
              <w:pStyle w:val="TAC"/>
            </w:pPr>
            <w:r>
              <w:t>DC_18A_n78A</w:t>
            </w:r>
          </w:p>
        </w:tc>
      </w:tr>
      <w:tr w:rsidR="00F532BA" w14:paraId="1DB8872C"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1D969CA3" w14:textId="77777777" w:rsidR="00F532BA" w:rsidRDefault="00F532BA" w:rsidP="00AC3FE8">
            <w:pPr>
              <w:pStyle w:val="TAC"/>
            </w:pPr>
            <w:r>
              <w:t>DC_1A-3A-18A-42A_n79A</w:t>
            </w:r>
          </w:p>
          <w:p w14:paraId="3603E4D2" w14:textId="77777777" w:rsidR="00F532BA" w:rsidRDefault="00F532BA" w:rsidP="00AC3FE8">
            <w:pPr>
              <w:pStyle w:val="TAC"/>
              <w:rPr>
                <w:rFonts w:cs="Arial"/>
                <w:szCs w:val="18"/>
                <w:lang w:eastAsia="ko-KR"/>
              </w:rPr>
            </w:pPr>
            <w:r>
              <w:t>DC_1A-3A-18A-42C_n79A</w:t>
            </w:r>
          </w:p>
        </w:tc>
        <w:tc>
          <w:tcPr>
            <w:tcW w:w="3544" w:type="dxa"/>
            <w:tcBorders>
              <w:top w:val="single" w:sz="4" w:space="0" w:color="auto"/>
              <w:left w:val="single" w:sz="4" w:space="0" w:color="auto"/>
              <w:bottom w:val="single" w:sz="4" w:space="0" w:color="auto"/>
              <w:right w:val="single" w:sz="4" w:space="0" w:color="auto"/>
            </w:tcBorders>
            <w:hideMark/>
          </w:tcPr>
          <w:p w14:paraId="4E6E0A54" w14:textId="77777777" w:rsidR="00F532BA" w:rsidRDefault="00F532BA" w:rsidP="00AC3FE8">
            <w:pPr>
              <w:pStyle w:val="TAC"/>
            </w:pPr>
            <w:r>
              <w:t>DC_1A_n79A</w:t>
            </w:r>
          </w:p>
          <w:p w14:paraId="6E8F21A3" w14:textId="77777777" w:rsidR="00F532BA" w:rsidRDefault="00F532BA" w:rsidP="00AC3FE8">
            <w:pPr>
              <w:pStyle w:val="TAC"/>
            </w:pPr>
            <w:r>
              <w:t>DC_3A_n79A</w:t>
            </w:r>
          </w:p>
          <w:p w14:paraId="040A645A" w14:textId="77777777" w:rsidR="00F532BA" w:rsidRDefault="00F532BA" w:rsidP="00AC3FE8">
            <w:pPr>
              <w:pStyle w:val="TAC"/>
            </w:pPr>
            <w:r>
              <w:t>DC_18A_n79A</w:t>
            </w:r>
          </w:p>
        </w:tc>
      </w:tr>
      <w:tr w:rsidR="00F532BA" w14:paraId="174F9DF1"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4B26587C" w14:textId="77777777" w:rsidR="00F532BA" w:rsidRDefault="00F532BA" w:rsidP="00AC3FE8">
            <w:pPr>
              <w:pStyle w:val="TAC"/>
              <w:rPr>
                <w:rFonts w:cs="Arial"/>
                <w:lang w:eastAsia="ja-JP"/>
              </w:rPr>
            </w:pPr>
            <w:r>
              <w:rPr>
                <w:rFonts w:cs="Arial"/>
                <w:lang w:eastAsia="ja-JP"/>
              </w:rPr>
              <w:t>DC_1A-3A-19A-21A_n77A</w:t>
            </w:r>
            <w:r>
              <w:rPr>
                <w:rFonts w:cs="Arial"/>
                <w:vertAlign w:val="superscript"/>
                <w:lang w:eastAsia="ja-JP"/>
              </w:rPr>
              <w:t>2</w:t>
            </w:r>
          </w:p>
          <w:p w14:paraId="191D5B0D" w14:textId="77777777" w:rsidR="00F532BA" w:rsidRDefault="00F532BA" w:rsidP="00AC3FE8">
            <w:pPr>
              <w:pStyle w:val="TAC"/>
              <w:rPr>
                <w:lang w:eastAsia="fi-FI"/>
              </w:rPr>
            </w:pPr>
            <w:r>
              <w:rPr>
                <w:rFonts w:cs="Arial"/>
                <w:lang w:eastAsia="ja-JP"/>
              </w:rPr>
              <w:t>DC</w:t>
            </w:r>
            <w:r>
              <w:rPr>
                <w:rFonts w:cs="Arial"/>
              </w:rPr>
              <w:t>_1A-</w:t>
            </w:r>
            <w:r>
              <w:rPr>
                <w:rFonts w:cs="Arial"/>
                <w:lang w:eastAsia="ja-JP"/>
              </w:rPr>
              <w:t>3A-19A-21A_n77C</w:t>
            </w:r>
            <w:r>
              <w:rPr>
                <w:rFonts w:cs="Arial"/>
                <w:vertAlign w:val="superscript"/>
                <w:lang w:eastAsia="ja-JP"/>
              </w:rPr>
              <w:t>2</w:t>
            </w:r>
          </w:p>
        </w:tc>
        <w:tc>
          <w:tcPr>
            <w:tcW w:w="3544" w:type="dxa"/>
            <w:tcBorders>
              <w:top w:val="single" w:sz="4" w:space="0" w:color="auto"/>
              <w:left w:val="single" w:sz="4" w:space="0" w:color="auto"/>
              <w:bottom w:val="single" w:sz="4" w:space="0" w:color="auto"/>
              <w:right w:val="single" w:sz="4" w:space="0" w:color="auto"/>
            </w:tcBorders>
            <w:hideMark/>
          </w:tcPr>
          <w:p w14:paraId="163AB893" w14:textId="77777777" w:rsidR="00F532BA" w:rsidRDefault="00F532BA" w:rsidP="00AC3FE8">
            <w:pPr>
              <w:pStyle w:val="TAC"/>
            </w:pPr>
            <w:r>
              <w:t>DC_1A_n77A</w:t>
            </w:r>
          </w:p>
          <w:p w14:paraId="65C79161" w14:textId="77777777" w:rsidR="00F532BA" w:rsidRDefault="00F532BA" w:rsidP="00AC3FE8">
            <w:pPr>
              <w:pStyle w:val="TAC"/>
            </w:pPr>
            <w:r>
              <w:t>DC_3A_n77A</w:t>
            </w:r>
          </w:p>
          <w:p w14:paraId="342115FF" w14:textId="77777777" w:rsidR="00F532BA" w:rsidRDefault="00F532BA" w:rsidP="00AC3FE8">
            <w:pPr>
              <w:pStyle w:val="TAC"/>
            </w:pPr>
            <w:r>
              <w:t>DC_19A_n77A</w:t>
            </w:r>
          </w:p>
          <w:p w14:paraId="7455B6B8" w14:textId="77777777" w:rsidR="00F532BA" w:rsidRDefault="00F532BA" w:rsidP="00AC3FE8">
            <w:pPr>
              <w:pStyle w:val="TAC"/>
            </w:pPr>
            <w:r>
              <w:t>DC_21A_n77A</w:t>
            </w:r>
          </w:p>
        </w:tc>
      </w:tr>
      <w:tr w:rsidR="00F532BA" w14:paraId="0BCB7835"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646AEC02" w14:textId="77777777" w:rsidR="00F532BA" w:rsidRDefault="00F532BA" w:rsidP="00AC3FE8">
            <w:pPr>
              <w:pStyle w:val="TAC"/>
              <w:rPr>
                <w:rFonts w:cs="Arial"/>
                <w:lang w:eastAsia="ja-JP"/>
              </w:rPr>
            </w:pPr>
            <w:r>
              <w:rPr>
                <w:rFonts w:cs="Arial"/>
                <w:lang w:eastAsia="ja-JP"/>
              </w:rPr>
              <w:t>DC_1A-3A-19A-21A_n78A</w:t>
            </w:r>
            <w:r>
              <w:rPr>
                <w:rFonts w:cs="Arial"/>
                <w:vertAlign w:val="superscript"/>
                <w:lang w:eastAsia="ja-JP"/>
              </w:rPr>
              <w:t>2</w:t>
            </w:r>
          </w:p>
          <w:p w14:paraId="74ECF12C" w14:textId="77777777" w:rsidR="00F532BA" w:rsidRDefault="00F532BA" w:rsidP="00AC3FE8">
            <w:pPr>
              <w:pStyle w:val="TAC"/>
              <w:rPr>
                <w:lang w:eastAsia="fi-FI"/>
              </w:rPr>
            </w:pPr>
            <w:r>
              <w:rPr>
                <w:rFonts w:cs="Arial"/>
                <w:lang w:eastAsia="ja-JP"/>
              </w:rPr>
              <w:t>DC</w:t>
            </w:r>
            <w:r>
              <w:rPr>
                <w:rFonts w:cs="Arial"/>
              </w:rPr>
              <w:t>_1A</w:t>
            </w:r>
            <w:r>
              <w:rPr>
                <w:rFonts w:cs="Arial"/>
                <w:lang w:eastAsia="ja-JP"/>
              </w:rPr>
              <w:t>-3A-19A-21A_n78C</w:t>
            </w:r>
            <w:r>
              <w:rPr>
                <w:rFonts w:cs="Arial"/>
                <w:vertAlign w:val="superscript"/>
                <w:lang w:eastAsia="ja-JP"/>
              </w:rPr>
              <w:t>2</w:t>
            </w:r>
          </w:p>
        </w:tc>
        <w:tc>
          <w:tcPr>
            <w:tcW w:w="3544" w:type="dxa"/>
            <w:tcBorders>
              <w:top w:val="single" w:sz="4" w:space="0" w:color="auto"/>
              <w:left w:val="single" w:sz="4" w:space="0" w:color="auto"/>
              <w:bottom w:val="single" w:sz="4" w:space="0" w:color="auto"/>
              <w:right w:val="single" w:sz="4" w:space="0" w:color="auto"/>
            </w:tcBorders>
            <w:hideMark/>
          </w:tcPr>
          <w:p w14:paraId="40ED2D21" w14:textId="77777777" w:rsidR="00F532BA" w:rsidRDefault="00F532BA" w:rsidP="00AC3FE8">
            <w:pPr>
              <w:pStyle w:val="TAC"/>
            </w:pPr>
            <w:r>
              <w:t>DC_1A_n78A</w:t>
            </w:r>
          </w:p>
          <w:p w14:paraId="65E92679" w14:textId="77777777" w:rsidR="00F532BA" w:rsidRDefault="00F532BA" w:rsidP="00AC3FE8">
            <w:pPr>
              <w:pStyle w:val="TAC"/>
            </w:pPr>
            <w:r>
              <w:t>DC_3A_n78A</w:t>
            </w:r>
          </w:p>
          <w:p w14:paraId="3C75E7D8" w14:textId="77777777" w:rsidR="00F532BA" w:rsidRDefault="00F532BA" w:rsidP="00AC3FE8">
            <w:pPr>
              <w:pStyle w:val="TAC"/>
            </w:pPr>
            <w:r>
              <w:t>DC_19A_n78A</w:t>
            </w:r>
          </w:p>
          <w:p w14:paraId="124C14ED" w14:textId="77777777" w:rsidR="00F532BA" w:rsidRDefault="00F532BA" w:rsidP="00AC3FE8">
            <w:pPr>
              <w:pStyle w:val="TAC"/>
            </w:pPr>
            <w:r>
              <w:t>DC_21A_n78A</w:t>
            </w:r>
          </w:p>
        </w:tc>
      </w:tr>
      <w:tr w:rsidR="00F532BA" w14:paraId="7DF3445B"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17CF2DE6" w14:textId="77777777" w:rsidR="00F532BA" w:rsidRDefault="00F532BA" w:rsidP="00AC3FE8">
            <w:pPr>
              <w:pStyle w:val="TAC"/>
              <w:rPr>
                <w:rFonts w:cs="Arial"/>
                <w:lang w:eastAsia="ja-JP"/>
              </w:rPr>
            </w:pPr>
            <w:r>
              <w:rPr>
                <w:rFonts w:cs="Arial"/>
                <w:lang w:eastAsia="ja-JP"/>
              </w:rPr>
              <w:t>DC</w:t>
            </w:r>
            <w:r>
              <w:rPr>
                <w:rFonts w:cs="Arial"/>
              </w:rPr>
              <w:t>_1A-</w:t>
            </w:r>
            <w:r>
              <w:rPr>
                <w:rFonts w:cs="Arial"/>
                <w:lang w:eastAsia="ja-JP"/>
              </w:rPr>
              <w:t>3A-19A-21A_n79A</w:t>
            </w:r>
            <w:r>
              <w:rPr>
                <w:rFonts w:cs="Arial"/>
                <w:vertAlign w:val="superscript"/>
                <w:lang w:eastAsia="ja-JP"/>
              </w:rPr>
              <w:t>2</w:t>
            </w:r>
          </w:p>
          <w:p w14:paraId="02207D37" w14:textId="77777777" w:rsidR="00F532BA" w:rsidRDefault="00F532BA" w:rsidP="00AC3FE8">
            <w:pPr>
              <w:pStyle w:val="TAC"/>
              <w:rPr>
                <w:lang w:eastAsia="fi-FI"/>
              </w:rPr>
            </w:pPr>
            <w:r>
              <w:rPr>
                <w:rFonts w:cs="Arial"/>
                <w:lang w:eastAsia="ja-JP"/>
              </w:rPr>
              <w:t>DC</w:t>
            </w:r>
            <w:r>
              <w:rPr>
                <w:rFonts w:cs="Arial"/>
              </w:rPr>
              <w:t>_1A-</w:t>
            </w:r>
            <w:r>
              <w:rPr>
                <w:rFonts w:cs="Arial"/>
                <w:lang w:eastAsia="ja-JP"/>
              </w:rPr>
              <w:t>3A-19A-21A_n79C</w:t>
            </w:r>
            <w:r>
              <w:rPr>
                <w:rFonts w:cs="Arial"/>
                <w:vertAlign w:val="superscript"/>
                <w:lang w:eastAsia="ja-JP"/>
              </w:rPr>
              <w:t>2</w:t>
            </w:r>
          </w:p>
        </w:tc>
        <w:tc>
          <w:tcPr>
            <w:tcW w:w="3544" w:type="dxa"/>
            <w:tcBorders>
              <w:top w:val="single" w:sz="4" w:space="0" w:color="auto"/>
              <w:left w:val="single" w:sz="4" w:space="0" w:color="auto"/>
              <w:bottom w:val="single" w:sz="4" w:space="0" w:color="auto"/>
              <w:right w:val="single" w:sz="4" w:space="0" w:color="auto"/>
            </w:tcBorders>
            <w:hideMark/>
          </w:tcPr>
          <w:p w14:paraId="33706459" w14:textId="77777777" w:rsidR="00F532BA" w:rsidRDefault="00F532BA" w:rsidP="00AC3FE8">
            <w:pPr>
              <w:pStyle w:val="TAC"/>
            </w:pPr>
            <w:r>
              <w:t>DC_1A_n79A</w:t>
            </w:r>
          </w:p>
          <w:p w14:paraId="79C67B1B" w14:textId="77777777" w:rsidR="00F532BA" w:rsidRDefault="00F532BA" w:rsidP="00AC3FE8">
            <w:pPr>
              <w:pStyle w:val="TAC"/>
            </w:pPr>
            <w:r>
              <w:t>DC_3A_n79A</w:t>
            </w:r>
          </w:p>
          <w:p w14:paraId="4E6DA44F" w14:textId="77777777" w:rsidR="00F532BA" w:rsidRDefault="00F532BA" w:rsidP="00AC3FE8">
            <w:pPr>
              <w:pStyle w:val="TAC"/>
            </w:pPr>
            <w:r>
              <w:t>DC_19A_n79A</w:t>
            </w:r>
          </w:p>
          <w:p w14:paraId="5F453AF2" w14:textId="77777777" w:rsidR="00F532BA" w:rsidRDefault="00F532BA" w:rsidP="00AC3FE8">
            <w:pPr>
              <w:pStyle w:val="TAC"/>
            </w:pPr>
            <w:r>
              <w:t>DC_21A_n79A</w:t>
            </w:r>
          </w:p>
        </w:tc>
      </w:tr>
      <w:tr w:rsidR="00F532BA" w14:paraId="3CA58258"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78924D38" w14:textId="492D0C3E" w:rsidR="00F532BA" w:rsidRDefault="00F532BA" w:rsidP="00AC3FE8">
            <w:pPr>
              <w:pStyle w:val="TAC"/>
              <w:rPr>
                <w:rFonts w:cs="Arial"/>
                <w:lang w:eastAsia="ja-JP"/>
              </w:rPr>
            </w:pPr>
            <w:r>
              <w:rPr>
                <w:rFonts w:cs="Arial"/>
                <w:lang w:eastAsia="ja-JP"/>
              </w:rPr>
              <w:t>DC_1A-3A-19A-42A_n77A</w:t>
            </w:r>
            <w:r>
              <w:rPr>
                <w:rFonts w:cs="Arial"/>
                <w:vertAlign w:val="superscript"/>
                <w:lang w:eastAsia="ja-JP"/>
              </w:rPr>
              <w:t>56</w:t>
            </w:r>
          </w:p>
          <w:p w14:paraId="1FA9486B" w14:textId="77777777" w:rsidR="00F532BA" w:rsidRDefault="00F532BA" w:rsidP="00AC3FE8">
            <w:pPr>
              <w:pStyle w:val="TAC"/>
              <w:rPr>
                <w:rFonts w:cs="Arial"/>
                <w:lang w:eastAsia="ja-JP"/>
              </w:rPr>
            </w:pPr>
            <w:r>
              <w:rPr>
                <w:rFonts w:cs="Arial"/>
                <w:lang w:eastAsia="ja-JP"/>
              </w:rPr>
              <w:t>DC</w:t>
            </w:r>
            <w:r>
              <w:rPr>
                <w:rFonts w:cs="Arial"/>
              </w:rPr>
              <w:t>_</w:t>
            </w:r>
            <w:r>
              <w:rPr>
                <w:rFonts w:cs="Arial"/>
                <w:lang w:eastAsia="ja-JP"/>
              </w:rPr>
              <w:t>1A-3A-19A-42A_n77C</w:t>
            </w:r>
            <w:r>
              <w:rPr>
                <w:rFonts w:cs="Arial"/>
                <w:vertAlign w:val="superscript"/>
                <w:lang w:eastAsia="ja-JP"/>
              </w:rPr>
              <w:t>5,6</w:t>
            </w:r>
          </w:p>
          <w:p w14:paraId="3C4BFA14" w14:textId="77777777" w:rsidR="00F532BA" w:rsidRDefault="00F532BA" w:rsidP="00AC3FE8">
            <w:pPr>
              <w:pStyle w:val="TAC"/>
              <w:rPr>
                <w:rFonts w:cs="Arial"/>
                <w:lang w:eastAsia="ja-JP"/>
              </w:rPr>
            </w:pPr>
            <w:r>
              <w:rPr>
                <w:rFonts w:cs="Arial"/>
                <w:lang w:eastAsia="ja-JP"/>
              </w:rPr>
              <w:t>DC_1A-3A-19A-42</w:t>
            </w:r>
            <w:r>
              <w:rPr>
                <w:rFonts w:cs="Arial"/>
                <w:lang w:eastAsia="zh-CN"/>
              </w:rPr>
              <w:t>C</w:t>
            </w:r>
            <w:r>
              <w:rPr>
                <w:rFonts w:cs="Arial"/>
                <w:lang w:eastAsia="ja-JP"/>
              </w:rPr>
              <w:t>_n77A</w:t>
            </w:r>
            <w:r>
              <w:rPr>
                <w:rFonts w:cs="Arial"/>
                <w:vertAlign w:val="superscript"/>
                <w:lang w:eastAsia="ja-JP"/>
              </w:rPr>
              <w:t>5,6</w:t>
            </w:r>
          </w:p>
          <w:p w14:paraId="49C59680" w14:textId="77777777" w:rsidR="00F532BA" w:rsidRDefault="00F532BA" w:rsidP="00AC3FE8">
            <w:pPr>
              <w:pStyle w:val="TAC"/>
              <w:rPr>
                <w:rFonts w:cs="Arial"/>
                <w:lang w:eastAsia="ja-JP"/>
              </w:rPr>
            </w:pPr>
            <w:r>
              <w:rPr>
                <w:rFonts w:cs="Arial"/>
                <w:lang w:eastAsia="ja-JP"/>
              </w:rPr>
              <w:t>DC_1A-3A-19A-42</w:t>
            </w:r>
            <w:r>
              <w:rPr>
                <w:rFonts w:cs="Arial"/>
                <w:lang w:eastAsia="zh-CN"/>
              </w:rPr>
              <w:t>C</w:t>
            </w:r>
            <w:r>
              <w:rPr>
                <w:rFonts w:cs="Arial"/>
                <w:lang w:eastAsia="ja-JP"/>
              </w:rPr>
              <w:t>_n77</w:t>
            </w:r>
            <w:r>
              <w:rPr>
                <w:rFonts w:cs="Arial"/>
              </w:rPr>
              <w:t>C</w:t>
            </w:r>
            <w:r>
              <w:rPr>
                <w:rFonts w:cs="Arial"/>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3C2B800C" w14:textId="77777777" w:rsidR="00F532BA" w:rsidRDefault="00F532BA" w:rsidP="00AC3FE8">
            <w:pPr>
              <w:pStyle w:val="TAC"/>
            </w:pPr>
            <w:r>
              <w:t>DC_1A_n77A</w:t>
            </w:r>
          </w:p>
          <w:p w14:paraId="6BDC1423" w14:textId="77777777" w:rsidR="00F532BA" w:rsidRDefault="00F532BA" w:rsidP="00AC3FE8">
            <w:pPr>
              <w:pStyle w:val="TAC"/>
            </w:pPr>
            <w:r>
              <w:t>DC_3A_n77A</w:t>
            </w:r>
          </w:p>
          <w:p w14:paraId="74FD835D" w14:textId="77777777" w:rsidR="00F532BA" w:rsidRDefault="00F532BA" w:rsidP="00AC3FE8">
            <w:pPr>
              <w:pStyle w:val="TAC"/>
            </w:pPr>
            <w:r>
              <w:t>DC_19A_n77A</w:t>
            </w:r>
          </w:p>
        </w:tc>
      </w:tr>
      <w:tr w:rsidR="00F532BA" w14:paraId="318F26FF"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348631AD" w14:textId="77777777" w:rsidR="00F532BA" w:rsidRDefault="00F532BA" w:rsidP="00AC3FE8">
            <w:pPr>
              <w:pStyle w:val="TAC"/>
              <w:rPr>
                <w:rFonts w:cs="Arial"/>
                <w:lang w:eastAsia="ja-JP"/>
              </w:rPr>
            </w:pPr>
            <w:r>
              <w:rPr>
                <w:rFonts w:cs="Arial"/>
                <w:lang w:eastAsia="ja-JP"/>
              </w:rPr>
              <w:t>DC_1A-3A-19A-42A_n78A</w:t>
            </w:r>
            <w:r>
              <w:rPr>
                <w:rFonts w:cs="Arial"/>
                <w:vertAlign w:val="superscript"/>
                <w:lang w:eastAsia="ja-JP"/>
              </w:rPr>
              <w:t>5,6</w:t>
            </w:r>
          </w:p>
          <w:p w14:paraId="1B2C8D2C" w14:textId="77777777" w:rsidR="00F532BA" w:rsidRDefault="00F532BA" w:rsidP="00AC3FE8">
            <w:pPr>
              <w:pStyle w:val="TAC"/>
              <w:rPr>
                <w:rFonts w:cs="Arial"/>
                <w:lang w:eastAsia="ja-JP"/>
              </w:rPr>
            </w:pPr>
            <w:r>
              <w:rPr>
                <w:rFonts w:cs="Arial"/>
                <w:lang w:eastAsia="ja-JP"/>
              </w:rPr>
              <w:t>DC</w:t>
            </w:r>
            <w:r>
              <w:rPr>
                <w:rFonts w:cs="Arial"/>
              </w:rPr>
              <w:t>_</w:t>
            </w:r>
            <w:r>
              <w:rPr>
                <w:rFonts w:cs="Arial"/>
                <w:lang w:eastAsia="ja-JP"/>
              </w:rPr>
              <w:t>1A-3A-19A-42A_n78C</w:t>
            </w:r>
            <w:r>
              <w:rPr>
                <w:rFonts w:cs="Arial"/>
                <w:vertAlign w:val="superscript"/>
                <w:lang w:eastAsia="ja-JP"/>
              </w:rPr>
              <w:t>5,6</w:t>
            </w:r>
          </w:p>
          <w:p w14:paraId="173083DD" w14:textId="77777777" w:rsidR="00F532BA" w:rsidRDefault="00F532BA" w:rsidP="00AC3FE8">
            <w:pPr>
              <w:pStyle w:val="TAC"/>
              <w:rPr>
                <w:rFonts w:cs="Arial"/>
                <w:lang w:eastAsia="ja-JP"/>
              </w:rPr>
            </w:pPr>
            <w:r>
              <w:rPr>
                <w:rFonts w:cs="Arial"/>
                <w:lang w:eastAsia="ja-JP"/>
              </w:rPr>
              <w:t>DC_1A-3A-19A-42</w:t>
            </w:r>
            <w:r>
              <w:rPr>
                <w:rFonts w:cs="Arial"/>
                <w:lang w:eastAsia="zh-CN"/>
              </w:rPr>
              <w:t>C</w:t>
            </w:r>
            <w:r>
              <w:rPr>
                <w:rFonts w:cs="Arial"/>
                <w:lang w:eastAsia="ja-JP"/>
              </w:rPr>
              <w:t>_n78A</w:t>
            </w:r>
            <w:r>
              <w:rPr>
                <w:rFonts w:cs="Arial"/>
                <w:vertAlign w:val="superscript"/>
                <w:lang w:eastAsia="ja-JP"/>
              </w:rPr>
              <w:t>5,6</w:t>
            </w:r>
          </w:p>
          <w:p w14:paraId="3B3F7593" w14:textId="77777777" w:rsidR="00F532BA" w:rsidRDefault="00F532BA" w:rsidP="00AC3FE8">
            <w:pPr>
              <w:pStyle w:val="TAC"/>
              <w:rPr>
                <w:rFonts w:cs="Arial"/>
                <w:lang w:eastAsia="ja-JP"/>
              </w:rPr>
            </w:pPr>
            <w:r>
              <w:rPr>
                <w:rFonts w:cs="Arial"/>
                <w:lang w:eastAsia="ja-JP"/>
              </w:rPr>
              <w:t>DC_1A-3A-19A-42</w:t>
            </w:r>
            <w:r>
              <w:rPr>
                <w:rFonts w:cs="Arial"/>
                <w:lang w:eastAsia="zh-CN"/>
              </w:rPr>
              <w:t>C</w:t>
            </w:r>
            <w:r>
              <w:rPr>
                <w:rFonts w:cs="Arial"/>
                <w:lang w:eastAsia="ja-JP"/>
              </w:rPr>
              <w:t>_n78</w:t>
            </w:r>
            <w:r>
              <w:rPr>
                <w:rFonts w:cs="Arial"/>
              </w:rPr>
              <w:t>C</w:t>
            </w:r>
            <w:r>
              <w:rPr>
                <w:rFonts w:cs="Arial"/>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0C8E5C67" w14:textId="77777777" w:rsidR="00F532BA" w:rsidRDefault="00F532BA" w:rsidP="00AC3FE8">
            <w:pPr>
              <w:pStyle w:val="TAC"/>
            </w:pPr>
            <w:r>
              <w:t>DC_1A_n78A</w:t>
            </w:r>
          </w:p>
          <w:p w14:paraId="4C7B8048" w14:textId="77777777" w:rsidR="00F532BA" w:rsidRDefault="00F532BA" w:rsidP="00AC3FE8">
            <w:pPr>
              <w:pStyle w:val="TAC"/>
            </w:pPr>
            <w:r>
              <w:t>DC_3A_n78A</w:t>
            </w:r>
          </w:p>
          <w:p w14:paraId="38F53215" w14:textId="77777777" w:rsidR="00F532BA" w:rsidRDefault="00F532BA" w:rsidP="00AC3FE8">
            <w:pPr>
              <w:pStyle w:val="TAC"/>
            </w:pPr>
            <w:r>
              <w:t>DC_19A_n78A</w:t>
            </w:r>
          </w:p>
        </w:tc>
      </w:tr>
      <w:tr w:rsidR="00F532BA" w14:paraId="5910F101"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5BD7D688" w14:textId="77777777" w:rsidR="00F532BA" w:rsidRDefault="00F532BA" w:rsidP="00AC3FE8">
            <w:pPr>
              <w:pStyle w:val="TAC"/>
              <w:rPr>
                <w:rFonts w:cs="Arial"/>
                <w:lang w:eastAsia="ja-JP"/>
              </w:rPr>
            </w:pPr>
            <w:r>
              <w:rPr>
                <w:rFonts w:cs="Arial"/>
                <w:lang w:eastAsia="ja-JP"/>
              </w:rPr>
              <w:t>DC_1A-3A-19A-42A_n79A</w:t>
            </w:r>
          </w:p>
          <w:p w14:paraId="024E0DB4" w14:textId="77777777" w:rsidR="00F532BA" w:rsidRDefault="00F532BA" w:rsidP="00AC3FE8">
            <w:pPr>
              <w:pStyle w:val="TAC"/>
              <w:rPr>
                <w:rFonts w:cs="Arial"/>
                <w:lang w:eastAsia="ja-JP"/>
              </w:rPr>
            </w:pPr>
            <w:r>
              <w:rPr>
                <w:rFonts w:cs="Arial"/>
                <w:lang w:eastAsia="ja-JP"/>
              </w:rPr>
              <w:t>DC</w:t>
            </w:r>
            <w:r>
              <w:rPr>
                <w:rFonts w:cs="Arial"/>
              </w:rPr>
              <w:t>_</w:t>
            </w:r>
            <w:r>
              <w:rPr>
                <w:rFonts w:cs="Arial"/>
                <w:lang w:eastAsia="ja-JP"/>
              </w:rPr>
              <w:t>1A-3A-19A-42A_n79C</w:t>
            </w:r>
          </w:p>
          <w:p w14:paraId="07707442" w14:textId="77777777" w:rsidR="00F532BA" w:rsidRDefault="00F532BA" w:rsidP="00AC3FE8">
            <w:pPr>
              <w:pStyle w:val="TAC"/>
              <w:rPr>
                <w:rFonts w:cs="Arial"/>
                <w:lang w:eastAsia="ja-JP"/>
              </w:rPr>
            </w:pPr>
            <w:r>
              <w:rPr>
                <w:rFonts w:cs="Arial"/>
                <w:lang w:eastAsia="ja-JP"/>
              </w:rPr>
              <w:t>DC_1A-3A-19A-42</w:t>
            </w:r>
            <w:r>
              <w:rPr>
                <w:rFonts w:cs="Arial"/>
                <w:lang w:eastAsia="zh-CN"/>
              </w:rPr>
              <w:t>C</w:t>
            </w:r>
            <w:r>
              <w:rPr>
                <w:rFonts w:cs="Arial"/>
                <w:lang w:eastAsia="ja-JP"/>
              </w:rPr>
              <w:t>_n79A</w:t>
            </w:r>
          </w:p>
          <w:p w14:paraId="0028AE7F" w14:textId="77777777" w:rsidR="00F532BA" w:rsidRDefault="00F532BA" w:rsidP="00AC3FE8">
            <w:pPr>
              <w:pStyle w:val="TAC"/>
              <w:rPr>
                <w:rFonts w:cs="Arial"/>
                <w:lang w:eastAsia="ja-JP"/>
              </w:rPr>
            </w:pPr>
            <w:r>
              <w:rPr>
                <w:rFonts w:cs="Arial"/>
                <w:lang w:eastAsia="ja-JP"/>
              </w:rPr>
              <w:t>DC_1A-3A-19A-42</w:t>
            </w:r>
            <w:r>
              <w:rPr>
                <w:rFonts w:cs="Arial"/>
                <w:lang w:eastAsia="zh-CN"/>
              </w:rPr>
              <w:t>C</w:t>
            </w:r>
            <w:r>
              <w:rPr>
                <w:rFonts w:cs="Arial"/>
                <w:lang w:eastAsia="ja-JP"/>
              </w:rPr>
              <w:t>_n79</w:t>
            </w:r>
            <w:r>
              <w:rPr>
                <w:rFonts w:cs="Arial"/>
              </w:rPr>
              <w:t>C</w:t>
            </w:r>
          </w:p>
        </w:tc>
        <w:tc>
          <w:tcPr>
            <w:tcW w:w="3544" w:type="dxa"/>
            <w:tcBorders>
              <w:top w:val="single" w:sz="4" w:space="0" w:color="auto"/>
              <w:left w:val="single" w:sz="4" w:space="0" w:color="auto"/>
              <w:bottom w:val="single" w:sz="4" w:space="0" w:color="auto"/>
              <w:right w:val="single" w:sz="4" w:space="0" w:color="auto"/>
            </w:tcBorders>
            <w:hideMark/>
          </w:tcPr>
          <w:p w14:paraId="33BAF02E" w14:textId="77777777" w:rsidR="00F532BA" w:rsidRDefault="00F532BA" w:rsidP="00AC3FE8">
            <w:pPr>
              <w:pStyle w:val="TAC"/>
            </w:pPr>
            <w:r>
              <w:t>DC_1A_n79A</w:t>
            </w:r>
          </w:p>
          <w:p w14:paraId="259CEC2F" w14:textId="77777777" w:rsidR="00F532BA" w:rsidRDefault="00F532BA" w:rsidP="00AC3FE8">
            <w:pPr>
              <w:pStyle w:val="TAC"/>
            </w:pPr>
            <w:r>
              <w:t>DC_3A_n79A</w:t>
            </w:r>
          </w:p>
          <w:p w14:paraId="101D8F59" w14:textId="77777777" w:rsidR="00F532BA" w:rsidRDefault="00F532BA" w:rsidP="00AC3FE8">
            <w:pPr>
              <w:pStyle w:val="TAC"/>
            </w:pPr>
            <w:r>
              <w:t>DC_19A_n79A</w:t>
            </w:r>
          </w:p>
        </w:tc>
      </w:tr>
      <w:tr w:rsidR="00F532BA" w14:paraId="7C626986"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79FAA73D" w14:textId="77777777" w:rsidR="00F532BA" w:rsidRDefault="00F532BA" w:rsidP="00AC3FE8">
            <w:pPr>
              <w:pStyle w:val="TAC"/>
              <w:rPr>
                <w:rFonts w:cs="Arial"/>
              </w:rPr>
            </w:pPr>
            <w:r>
              <w:rPr>
                <w:rFonts w:cs="Arial"/>
                <w:szCs w:val="18"/>
                <w:lang w:eastAsia="ko-KR"/>
              </w:rPr>
              <w:t>DC_1A-3A-20A_n28A-n78A</w:t>
            </w:r>
            <w:r>
              <w:rPr>
                <w:rFonts w:cs="Arial"/>
                <w:szCs w:val="18"/>
                <w:vertAlign w:val="superscript"/>
                <w:lang w:eastAsia="ko-KR"/>
              </w:rPr>
              <w:t>2,3,6,7</w:t>
            </w:r>
          </w:p>
        </w:tc>
        <w:tc>
          <w:tcPr>
            <w:tcW w:w="3544" w:type="dxa"/>
            <w:tcBorders>
              <w:top w:val="single" w:sz="4" w:space="0" w:color="auto"/>
              <w:left w:val="single" w:sz="4" w:space="0" w:color="auto"/>
              <w:bottom w:val="single" w:sz="4" w:space="0" w:color="auto"/>
              <w:right w:val="single" w:sz="4" w:space="0" w:color="auto"/>
            </w:tcBorders>
            <w:hideMark/>
          </w:tcPr>
          <w:p w14:paraId="1FEEB8A9" w14:textId="77777777" w:rsidR="00F532BA" w:rsidRDefault="00F532BA" w:rsidP="00AC3FE8">
            <w:pPr>
              <w:pStyle w:val="TAC"/>
              <w:rPr>
                <w:lang w:eastAsia="ko-KR"/>
              </w:rPr>
            </w:pPr>
            <w:r>
              <w:rPr>
                <w:lang w:eastAsia="ko-KR"/>
              </w:rPr>
              <w:t>DC_1A_n28A</w:t>
            </w:r>
          </w:p>
          <w:p w14:paraId="242EFBA5" w14:textId="77777777" w:rsidR="00F532BA" w:rsidRDefault="00F532BA" w:rsidP="00AC3FE8">
            <w:pPr>
              <w:pStyle w:val="TAC"/>
              <w:rPr>
                <w:lang w:eastAsia="ko-KR"/>
              </w:rPr>
            </w:pPr>
            <w:r>
              <w:rPr>
                <w:lang w:eastAsia="ko-KR"/>
              </w:rPr>
              <w:t>DC_1A_n78A</w:t>
            </w:r>
          </w:p>
          <w:p w14:paraId="3978B106" w14:textId="77777777" w:rsidR="00F532BA" w:rsidRDefault="00F532BA" w:rsidP="00AC3FE8">
            <w:pPr>
              <w:pStyle w:val="TAC"/>
              <w:rPr>
                <w:lang w:eastAsia="ko-KR"/>
              </w:rPr>
            </w:pPr>
            <w:r>
              <w:rPr>
                <w:lang w:eastAsia="ko-KR"/>
              </w:rPr>
              <w:t>DC_3A_n28A</w:t>
            </w:r>
          </w:p>
          <w:p w14:paraId="662C02FA" w14:textId="77777777" w:rsidR="00F532BA" w:rsidRDefault="00F532BA" w:rsidP="00AC3FE8">
            <w:pPr>
              <w:pStyle w:val="TAC"/>
              <w:rPr>
                <w:lang w:eastAsia="ko-KR"/>
              </w:rPr>
            </w:pPr>
            <w:r>
              <w:rPr>
                <w:lang w:eastAsia="ko-KR"/>
              </w:rPr>
              <w:t>DC_3A_n78A</w:t>
            </w:r>
          </w:p>
          <w:p w14:paraId="417B1BD1" w14:textId="77777777" w:rsidR="00F532BA" w:rsidRDefault="00F532BA" w:rsidP="00AC3FE8">
            <w:pPr>
              <w:pStyle w:val="TAC"/>
              <w:rPr>
                <w:lang w:eastAsia="ko-KR"/>
              </w:rPr>
            </w:pPr>
            <w:r>
              <w:rPr>
                <w:lang w:eastAsia="ko-KR"/>
              </w:rPr>
              <w:t>DC_20A_n28A</w:t>
            </w:r>
          </w:p>
          <w:p w14:paraId="2AE70974" w14:textId="77777777" w:rsidR="00F532BA" w:rsidRDefault="00F532BA" w:rsidP="00AC3FE8">
            <w:pPr>
              <w:pStyle w:val="TAC"/>
            </w:pPr>
            <w:r>
              <w:rPr>
                <w:lang w:eastAsia="ko-KR"/>
              </w:rPr>
              <w:t>DC_20A_n78A</w:t>
            </w:r>
          </w:p>
        </w:tc>
      </w:tr>
      <w:tr w:rsidR="00F532BA" w14:paraId="4723B003"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66773755" w14:textId="77777777" w:rsidR="00F532BA" w:rsidRDefault="00F532BA" w:rsidP="00AC3FE8">
            <w:pPr>
              <w:pStyle w:val="TAC"/>
              <w:rPr>
                <w:rFonts w:cs="Arial"/>
                <w:szCs w:val="18"/>
                <w:lang w:eastAsia="ko-KR"/>
              </w:rPr>
            </w:pPr>
            <w:r>
              <w:rPr>
                <w:rFonts w:cs="Arial"/>
                <w:kern w:val="2"/>
                <w:szCs w:val="22"/>
                <w:lang w:eastAsia="zh-CN"/>
              </w:rPr>
              <w:t>DC_1A-3A-20A-38A_n78A</w:t>
            </w:r>
          </w:p>
        </w:tc>
        <w:tc>
          <w:tcPr>
            <w:tcW w:w="3544" w:type="dxa"/>
            <w:tcBorders>
              <w:top w:val="single" w:sz="4" w:space="0" w:color="auto"/>
              <w:left w:val="single" w:sz="4" w:space="0" w:color="auto"/>
              <w:bottom w:val="single" w:sz="4" w:space="0" w:color="auto"/>
              <w:right w:val="single" w:sz="4" w:space="0" w:color="auto"/>
            </w:tcBorders>
            <w:hideMark/>
          </w:tcPr>
          <w:p w14:paraId="0692A940" w14:textId="77777777" w:rsidR="00F532BA" w:rsidRDefault="00F532BA" w:rsidP="00AC3FE8">
            <w:pPr>
              <w:pStyle w:val="TAC"/>
              <w:rPr>
                <w:rFonts w:cs="Arial"/>
                <w:kern w:val="2"/>
                <w:szCs w:val="22"/>
                <w:lang w:eastAsia="zh-CN"/>
              </w:rPr>
            </w:pPr>
            <w:r>
              <w:rPr>
                <w:rFonts w:cs="Arial"/>
                <w:kern w:val="2"/>
                <w:szCs w:val="22"/>
                <w:lang w:eastAsia="zh-CN"/>
              </w:rPr>
              <w:t>DC_3A_n78A</w:t>
            </w:r>
          </w:p>
          <w:p w14:paraId="4373A8E8" w14:textId="77777777" w:rsidR="00F532BA" w:rsidRDefault="00F532BA" w:rsidP="00AC3FE8">
            <w:pPr>
              <w:pStyle w:val="TAC"/>
              <w:rPr>
                <w:lang w:eastAsia="ko-KR"/>
              </w:rPr>
            </w:pPr>
            <w:r>
              <w:rPr>
                <w:rFonts w:cs="Arial"/>
                <w:kern w:val="2"/>
                <w:szCs w:val="22"/>
                <w:lang w:eastAsia="zh-CN"/>
              </w:rPr>
              <w:t>DC_20A_n78A</w:t>
            </w:r>
          </w:p>
        </w:tc>
      </w:tr>
      <w:tr w:rsidR="00F532BA" w14:paraId="514DE33C"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3F2433DD" w14:textId="77777777" w:rsidR="00F532BA" w:rsidRDefault="00F532BA" w:rsidP="00AC3FE8">
            <w:pPr>
              <w:pStyle w:val="TAC"/>
              <w:rPr>
                <w:rFonts w:cs="Arial"/>
                <w:kern w:val="2"/>
                <w:szCs w:val="22"/>
                <w:lang w:eastAsia="zh-CN"/>
              </w:rPr>
            </w:pPr>
            <w:r>
              <w:rPr>
                <w:rFonts w:cs="Arial"/>
                <w:szCs w:val="18"/>
                <w:lang w:eastAsia="ko-KR"/>
              </w:rPr>
              <w:lastRenderedPageBreak/>
              <w:t>DC_1A-3A-20A_n38A-n78A</w:t>
            </w:r>
          </w:p>
        </w:tc>
        <w:tc>
          <w:tcPr>
            <w:tcW w:w="3544" w:type="dxa"/>
            <w:tcBorders>
              <w:top w:val="single" w:sz="4" w:space="0" w:color="auto"/>
              <w:left w:val="single" w:sz="4" w:space="0" w:color="auto"/>
              <w:bottom w:val="single" w:sz="4" w:space="0" w:color="auto"/>
              <w:right w:val="single" w:sz="4" w:space="0" w:color="auto"/>
            </w:tcBorders>
            <w:hideMark/>
          </w:tcPr>
          <w:p w14:paraId="6AE677C7" w14:textId="77777777" w:rsidR="00F532BA" w:rsidRDefault="00F532BA" w:rsidP="00AC3FE8">
            <w:pPr>
              <w:pStyle w:val="TAC"/>
              <w:rPr>
                <w:rFonts w:cs="Arial"/>
                <w:szCs w:val="22"/>
              </w:rPr>
            </w:pPr>
            <w:r>
              <w:rPr>
                <w:rFonts w:cs="Arial"/>
                <w:szCs w:val="22"/>
              </w:rPr>
              <w:t>DC_</w:t>
            </w:r>
            <w:r>
              <w:rPr>
                <w:rFonts w:cs="Arial"/>
                <w:szCs w:val="22"/>
                <w:lang w:eastAsia="zh-CN"/>
              </w:rPr>
              <w:t>1</w:t>
            </w:r>
            <w:r>
              <w:rPr>
                <w:rFonts w:cs="Arial"/>
                <w:szCs w:val="22"/>
              </w:rPr>
              <w:t>A_n78A</w:t>
            </w:r>
          </w:p>
          <w:p w14:paraId="268E0CF9" w14:textId="77777777" w:rsidR="00F532BA" w:rsidRDefault="00F532BA" w:rsidP="00AC3FE8">
            <w:pPr>
              <w:pStyle w:val="TAC"/>
              <w:rPr>
                <w:rFonts w:cs="Arial"/>
                <w:szCs w:val="22"/>
              </w:rPr>
            </w:pPr>
            <w:r>
              <w:rPr>
                <w:rFonts w:cs="Arial"/>
                <w:szCs w:val="22"/>
              </w:rPr>
              <w:t>DC_3A_n78A</w:t>
            </w:r>
          </w:p>
          <w:p w14:paraId="329473B7" w14:textId="77777777" w:rsidR="00F532BA" w:rsidRDefault="00F532BA" w:rsidP="00AC3FE8">
            <w:pPr>
              <w:pStyle w:val="TAC"/>
              <w:rPr>
                <w:rFonts w:cs="Arial"/>
                <w:szCs w:val="22"/>
              </w:rPr>
            </w:pPr>
            <w:r>
              <w:rPr>
                <w:rFonts w:cs="Arial"/>
                <w:szCs w:val="22"/>
              </w:rPr>
              <w:t>DC_20A_n78A</w:t>
            </w:r>
          </w:p>
          <w:p w14:paraId="0428035C" w14:textId="77777777" w:rsidR="00F532BA" w:rsidRDefault="00F532BA" w:rsidP="00AC3FE8">
            <w:pPr>
              <w:pStyle w:val="TAC"/>
              <w:rPr>
                <w:rFonts w:cs="Arial"/>
                <w:szCs w:val="22"/>
              </w:rPr>
            </w:pPr>
            <w:r>
              <w:rPr>
                <w:rFonts w:cs="Arial"/>
                <w:szCs w:val="22"/>
              </w:rPr>
              <w:t>DC_</w:t>
            </w:r>
            <w:r>
              <w:rPr>
                <w:rFonts w:cs="Arial"/>
                <w:szCs w:val="22"/>
                <w:lang w:eastAsia="zh-CN"/>
              </w:rPr>
              <w:t>1</w:t>
            </w:r>
            <w:r>
              <w:rPr>
                <w:rFonts w:cs="Arial"/>
                <w:szCs w:val="22"/>
              </w:rPr>
              <w:t>A_n38A</w:t>
            </w:r>
          </w:p>
          <w:p w14:paraId="0E1585AA" w14:textId="77777777" w:rsidR="00F532BA" w:rsidRDefault="00F532BA" w:rsidP="00AC3FE8">
            <w:pPr>
              <w:pStyle w:val="TAC"/>
              <w:rPr>
                <w:rFonts w:cs="Arial"/>
                <w:szCs w:val="22"/>
              </w:rPr>
            </w:pPr>
            <w:r>
              <w:rPr>
                <w:rFonts w:cs="Arial"/>
                <w:szCs w:val="22"/>
              </w:rPr>
              <w:t>DC_3A_n38A</w:t>
            </w:r>
          </w:p>
          <w:p w14:paraId="6AB588CC" w14:textId="77777777" w:rsidR="00F532BA" w:rsidRDefault="00F532BA" w:rsidP="00AC3FE8">
            <w:pPr>
              <w:pStyle w:val="TAC"/>
              <w:rPr>
                <w:rFonts w:cs="Arial"/>
                <w:kern w:val="2"/>
                <w:szCs w:val="22"/>
                <w:lang w:eastAsia="zh-CN"/>
              </w:rPr>
            </w:pPr>
            <w:r>
              <w:rPr>
                <w:rFonts w:cs="Arial"/>
                <w:szCs w:val="22"/>
              </w:rPr>
              <w:t>DC_20A_n38A</w:t>
            </w:r>
          </w:p>
        </w:tc>
      </w:tr>
      <w:tr w:rsidR="00F532BA" w14:paraId="44A08735"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34134891" w14:textId="77777777" w:rsidR="00F532BA" w:rsidRDefault="00F532BA" w:rsidP="00AC3FE8">
            <w:pPr>
              <w:pStyle w:val="TAC"/>
              <w:rPr>
                <w:rFonts w:cs="Arial"/>
                <w:kern w:val="2"/>
                <w:szCs w:val="22"/>
                <w:lang w:eastAsia="zh-CN"/>
              </w:rPr>
            </w:pPr>
            <w:r>
              <w:rPr>
                <w:rFonts w:cs="Arial"/>
                <w:lang w:eastAsia="zh-TW"/>
              </w:rPr>
              <w:t>DC_1A-3A-20A_n41A-n78A</w:t>
            </w:r>
          </w:p>
        </w:tc>
        <w:tc>
          <w:tcPr>
            <w:tcW w:w="3544" w:type="dxa"/>
            <w:tcBorders>
              <w:top w:val="single" w:sz="4" w:space="0" w:color="auto"/>
              <w:left w:val="single" w:sz="4" w:space="0" w:color="auto"/>
              <w:bottom w:val="single" w:sz="4" w:space="0" w:color="auto"/>
              <w:right w:val="single" w:sz="4" w:space="0" w:color="auto"/>
            </w:tcBorders>
            <w:hideMark/>
          </w:tcPr>
          <w:p w14:paraId="62D3BF5C" w14:textId="77777777" w:rsidR="00F532BA" w:rsidRDefault="00F532BA" w:rsidP="00AC3FE8">
            <w:pPr>
              <w:pStyle w:val="TAC"/>
              <w:rPr>
                <w:rFonts w:cs="Arial"/>
                <w:szCs w:val="22"/>
              </w:rPr>
            </w:pPr>
            <w:r>
              <w:rPr>
                <w:rFonts w:cs="Arial"/>
                <w:szCs w:val="22"/>
              </w:rPr>
              <w:t>DC_</w:t>
            </w:r>
            <w:r>
              <w:rPr>
                <w:rFonts w:cs="Arial"/>
                <w:szCs w:val="22"/>
                <w:lang w:eastAsia="zh-CN"/>
              </w:rPr>
              <w:t>1</w:t>
            </w:r>
            <w:r>
              <w:rPr>
                <w:rFonts w:cs="Arial"/>
                <w:szCs w:val="22"/>
              </w:rPr>
              <w:t>A_n41A</w:t>
            </w:r>
          </w:p>
          <w:p w14:paraId="706120B5" w14:textId="77777777" w:rsidR="00F532BA" w:rsidRDefault="00F532BA" w:rsidP="00AC3FE8">
            <w:pPr>
              <w:pStyle w:val="TAC"/>
              <w:rPr>
                <w:rFonts w:cs="Arial"/>
                <w:szCs w:val="22"/>
              </w:rPr>
            </w:pPr>
            <w:r>
              <w:rPr>
                <w:rFonts w:cs="Arial"/>
                <w:szCs w:val="22"/>
              </w:rPr>
              <w:t>DC_1A_n78A</w:t>
            </w:r>
          </w:p>
          <w:p w14:paraId="5930BC5C" w14:textId="77777777" w:rsidR="00F532BA" w:rsidRDefault="00F532BA" w:rsidP="00AC3FE8">
            <w:pPr>
              <w:pStyle w:val="TAC"/>
              <w:rPr>
                <w:rFonts w:cs="Arial"/>
                <w:szCs w:val="22"/>
              </w:rPr>
            </w:pPr>
            <w:r>
              <w:rPr>
                <w:rFonts w:cs="Arial"/>
                <w:szCs w:val="22"/>
              </w:rPr>
              <w:t>DC_3A_n41A</w:t>
            </w:r>
          </w:p>
          <w:p w14:paraId="3DB6F1F5" w14:textId="77777777" w:rsidR="00F532BA" w:rsidRDefault="00F532BA" w:rsidP="00AC3FE8">
            <w:pPr>
              <w:pStyle w:val="TAC"/>
              <w:rPr>
                <w:rFonts w:cs="Arial"/>
                <w:szCs w:val="22"/>
              </w:rPr>
            </w:pPr>
            <w:r>
              <w:rPr>
                <w:rFonts w:cs="Arial"/>
                <w:szCs w:val="22"/>
              </w:rPr>
              <w:t>DC_</w:t>
            </w:r>
            <w:r>
              <w:rPr>
                <w:rFonts w:cs="Arial"/>
                <w:szCs w:val="22"/>
                <w:lang w:eastAsia="zh-CN"/>
              </w:rPr>
              <w:t>3</w:t>
            </w:r>
            <w:r>
              <w:rPr>
                <w:rFonts w:cs="Arial"/>
                <w:szCs w:val="22"/>
              </w:rPr>
              <w:t>A_n78A</w:t>
            </w:r>
          </w:p>
          <w:p w14:paraId="2E6D2A5B" w14:textId="77777777" w:rsidR="00F532BA" w:rsidRDefault="00F532BA" w:rsidP="00AC3FE8">
            <w:pPr>
              <w:pStyle w:val="TAC"/>
              <w:rPr>
                <w:rFonts w:cs="Arial"/>
                <w:szCs w:val="22"/>
              </w:rPr>
            </w:pPr>
            <w:r>
              <w:rPr>
                <w:rFonts w:cs="Arial"/>
                <w:szCs w:val="22"/>
              </w:rPr>
              <w:t>DC_20A_n41A</w:t>
            </w:r>
          </w:p>
          <w:p w14:paraId="2CFEC38B" w14:textId="77777777" w:rsidR="00F532BA" w:rsidRDefault="00F532BA" w:rsidP="00AC3FE8">
            <w:pPr>
              <w:pStyle w:val="TAC"/>
              <w:rPr>
                <w:rFonts w:cs="Arial"/>
                <w:kern w:val="2"/>
                <w:szCs w:val="22"/>
                <w:lang w:eastAsia="zh-CN"/>
              </w:rPr>
            </w:pPr>
            <w:r>
              <w:rPr>
                <w:rFonts w:cs="Arial"/>
                <w:szCs w:val="22"/>
              </w:rPr>
              <w:t>DC_</w:t>
            </w:r>
            <w:r>
              <w:rPr>
                <w:rFonts w:cs="Arial"/>
                <w:szCs w:val="22"/>
                <w:lang w:eastAsia="zh-CN"/>
              </w:rPr>
              <w:t>20</w:t>
            </w:r>
            <w:r>
              <w:rPr>
                <w:rFonts w:cs="Arial"/>
                <w:szCs w:val="22"/>
              </w:rPr>
              <w:t>A_n78A</w:t>
            </w:r>
          </w:p>
        </w:tc>
      </w:tr>
      <w:tr w:rsidR="00F532BA" w14:paraId="2D77A075"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5D6FE2AE" w14:textId="77777777" w:rsidR="00F532BA" w:rsidRDefault="00F532BA" w:rsidP="00AC3FE8">
            <w:pPr>
              <w:pStyle w:val="TAC"/>
              <w:rPr>
                <w:rFonts w:cs="Arial"/>
              </w:rPr>
            </w:pPr>
            <w:r>
              <w:rPr>
                <w:rFonts w:cs="Arial"/>
              </w:rPr>
              <w:t>DC_1A-3A-21A-42A_n77A</w:t>
            </w:r>
            <w:r>
              <w:rPr>
                <w:rFonts w:cs="Arial"/>
                <w:vertAlign w:val="superscript"/>
                <w:lang w:eastAsia="ja-JP"/>
              </w:rPr>
              <w:t>5,6</w:t>
            </w:r>
          </w:p>
          <w:p w14:paraId="285812AA" w14:textId="77777777" w:rsidR="00F532BA" w:rsidRDefault="00F532BA" w:rsidP="00AC3FE8">
            <w:pPr>
              <w:pStyle w:val="TAC"/>
              <w:rPr>
                <w:rFonts w:cs="Arial"/>
              </w:rPr>
            </w:pPr>
            <w:r>
              <w:rPr>
                <w:rFonts w:cs="Arial"/>
              </w:rPr>
              <w:t>DC_1A-3A-21A-42A_n77C</w:t>
            </w:r>
            <w:r>
              <w:rPr>
                <w:rFonts w:cs="Arial"/>
                <w:vertAlign w:val="superscript"/>
                <w:lang w:eastAsia="ja-JP"/>
              </w:rPr>
              <w:t>5,6</w:t>
            </w:r>
          </w:p>
          <w:p w14:paraId="55D0DB59" w14:textId="77777777" w:rsidR="00F532BA" w:rsidRDefault="00F532BA" w:rsidP="00AC3FE8">
            <w:pPr>
              <w:pStyle w:val="TAC"/>
              <w:rPr>
                <w:rFonts w:cs="Arial"/>
              </w:rPr>
            </w:pPr>
            <w:r>
              <w:rPr>
                <w:rFonts w:cs="Arial"/>
              </w:rPr>
              <w:t>DC_1A-3A-21A-42C_n77A</w:t>
            </w:r>
            <w:r>
              <w:rPr>
                <w:rFonts w:cs="Arial"/>
                <w:vertAlign w:val="superscript"/>
                <w:lang w:eastAsia="ja-JP"/>
              </w:rPr>
              <w:t>5,6</w:t>
            </w:r>
          </w:p>
          <w:p w14:paraId="487BCC22" w14:textId="77777777" w:rsidR="00F532BA" w:rsidRDefault="00F532BA" w:rsidP="00AC3FE8">
            <w:pPr>
              <w:pStyle w:val="TAC"/>
              <w:rPr>
                <w:rFonts w:cs="Arial"/>
                <w:szCs w:val="18"/>
                <w:lang w:eastAsia="ko-KR"/>
              </w:rPr>
            </w:pPr>
            <w:r>
              <w:rPr>
                <w:rFonts w:cs="Arial"/>
              </w:rPr>
              <w:t>DC_1A-3A-21A-42C_n77C</w:t>
            </w:r>
            <w:r>
              <w:rPr>
                <w:rFonts w:cs="Arial"/>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50531648" w14:textId="77777777" w:rsidR="00F532BA" w:rsidRDefault="00F532BA" w:rsidP="00AC3FE8">
            <w:pPr>
              <w:pStyle w:val="TAC"/>
            </w:pPr>
            <w:r>
              <w:t>DC_1A_n77A</w:t>
            </w:r>
          </w:p>
          <w:p w14:paraId="1E8AB182" w14:textId="77777777" w:rsidR="00F532BA" w:rsidRDefault="00F532BA" w:rsidP="00AC3FE8">
            <w:pPr>
              <w:pStyle w:val="TAC"/>
            </w:pPr>
            <w:r>
              <w:t>DC_3A_n77A</w:t>
            </w:r>
          </w:p>
          <w:p w14:paraId="49C88A8A" w14:textId="77777777" w:rsidR="00F532BA" w:rsidRDefault="00F532BA" w:rsidP="00AC3FE8">
            <w:pPr>
              <w:pStyle w:val="TAC"/>
              <w:rPr>
                <w:lang w:eastAsia="ko-KR"/>
              </w:rPr>
            </w:pPr>
            <w:r>
              <w:t>DC_21A_n77A</w:t>
            </w:r>
          </w:p>
        </w:tc>
      </w:tr>
      <w:tr w:rsidR="00F532BA" w14:paraId="2631C1B4"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6153778D" w14:textId="77777777" w:rsidR="00F532BA" w:rsidRDefault="00F532BA" w:rsidP="00AC3FE8">
            <w:pPr>
              <w:pStyle w:val="TAC"/>
              <w:rPr>
                <w:rFonts w:cs="Arial"/>
              </w:rPr>
            </w:pPr>
            <w:r>
              <w:rPr>
                <w:rFonts w:cs="Arial"/>
              </w:rPr>
              <w:t>DC_1A-3A-21A-42A_n7</w:t>
            </w:r>
            <w:r>
              <w:rPr>
                <w:rFonts w:cs="Arial"/>
                <w:lang w:eastAsia="zh-CN"/>
              </w:rPr>
              <w:t>8</w:t>
            </w:r>
            <w:r>
              <w:rPr>
                <w:rFonts w:cs="Arial"/>
              </w:rPr>
              <w:t>A</w:t>
            </w:r>
            <w:r>
              <w:rPr>
                <w:rFonts w:cs="Arial"/>
                <w:vertAlign w:val="superscript"/>
                <w:lang w:eastAsia="ja-JP"/>
              </w:rPr>
              <w:t>5,6</w:t>
            </w:r>
          </w:p>
          <w:p w14:paraId="5A1E4E43" w14:textId="77777777" w:rsidR="00F532BA" w:rsidRDefault="00F532BA" w:rsidP="00AC3FE8">
            <w:pPr>
              <w:pStyle w:val="TAC"/>
              <w:rPr>
                <w:rFonts w:cs="Arial"/>
              </w:rPr>
            </w:pPr>
            <w:r>
              <w:rPr>
                <w:rFonts w:cs="Arial"/>
              </w:rPr>
              <w:t>DC_1A-3A-21A-42A_n7</w:t>
            </w:r>
            <w:r>
              <w:rPr>
                <w:rFonts w:cs="Arial"/>
                <w:lang w:eastAsia="zh-CN"/>
              </w:rPr>
              <w:t>8</w:t>
            </w:r>
            <w:r>
              <w:rPr>
                <w:rFonts w:cs="Arial"/>
              </w:rPr>
              <w:t>C</w:t>
            </w:r>
            <w:r>
              <w:rPr>
                <w:rFonts w:cs="Arial"/>
                <w:vertAlign w:val="superscript"/>
                <w:lang w:eastAsia="ja-JP"/>
              </w:rPr>
              <w:t>5,6</w:t>
            </w:r>
          </w:p>
          <w:p w14:paraId="57AD4BB6" w14:textId="77777777" w:rsidR="00F532BA" w:rsidRDefault="00F532BA" w:rsidP="00AC3FE8">
            <w:pPr>
              <w:pStyle w:val="TAC"/>
              <w:rPr>
                <w:rFonts w:cs="Arial"/>
              </w:rPr>
            </w:pPr>
            <w:r>
              <w:rPr>
                <w:rFonts w:cs="Arial"/>
              </w:rPr>
              <w:t>DC_1A-3A-21A-42C_n7</w:t>
            </w:r>
            <w:r>
              <w:rPr>
                <w:rFonts w:cs="Arial"/>
                <w:lang w:eastAsia="zh-CN"/>
              </w:rPr>
              <w:t>8</w:t>
            </w:r>
            <w:r>
              <w:rPr>
                <w:rFonts w:cs="Arial"/>
              </w:rPr>
              <w:t>A</w:t>
            </w:r>
            <w:r>
              <w:rPr>
                <w:rFonts w:cs="Arial"/>
                <w:vertAlign w:val="superscript"/>
                <w:lang w:eastAsia="ja-JP"/>
              </w:rPr>
              <w:t>5,6</w:t>
            </w:r>
          </w:p>
          <w:p w14:paraId="2E3E6A1F" w14:textId="77777777" w:rsidR="00F532BA" w:rsidRDefault="00F532BA" w:rsidP="00AC3FE8">
            <w:pPr>
              <w:pStyle w:val="TAC"/>
              <w:rPr>
                <w:rFonts w:cs="Arial"/>
              </w:rPr>
            </w:pPr>
            <w:r>
              <w:rPr>
                <w:rFonts w:cs="Arial"/>
              </w:rPr>
              <w:t>DC_1A-3A-21A-42C_n7</w:t>
            </w:r>
            <w:r>
              <w:rPr>
                <w:rFonts w:cs="Arial"/>
                <w:lang w:eastAsia="zh-CN"/>
              </w:rPr>
              <w:t>8</w:t>
            </w:r>
            <w:r>
              <w:rPr>
                <w:rFonts w:cs="Arial"/>
              </w:rPr>
              <w:t>C</w:t>
            </w:r>
            <w:r>
              <w:rPr>
                <w:rFonts w:cs="Arial"/>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2B79FB68" w14:textId="77777777" w:rsidR="00F532BA" w:rsidRDefault="00F532BA" w:rsidP="00AC3FE8">
            <w:pPr>
              <w:pStyle w:val="TAC"/>
            </w:pPr>
            <w:r>
              <w:t>DC_1A_n7</w:t>
            </w:r>
            <w:r>
              <w:rPr>
                <w:lang w:eastAsia="zh-CN"/>
              </w:rPr>
              <w:t>8</w:t>
            </w:r>
            <w:r>
              <w:t>A</w:t>
            </w:r>
          </w:p>
          <w:p w14:paraId="01AE9DF3" w14:textId="77777777" w:rsidR="00F532BA" w:rsidRDefault="00F532BA" w:rsidP="00AC3FE8">
            <w:pPr>
              <w:pStyle w:val="TAC"/>
            </w:pPr>
            <w:r>
              <w:t>DC_3A_n7</w:t>
            </w:r>
            <w:r>
              <w:rPr>
                <w:lang w:eastAsia="zh-CN"/>
              </w:rPr>
              <w:t>8</w:t>
            </w:r>
            <w:r>
              <w:t>A</w:t>
            </w:r>
          </w:p>
          <w:p w14:paraId="22EE2C99" w14:textId="77777777" w:rsidR="00F532BA" w:rsidRDefault="00F532BA" w:rsidP="00AC3FE8">
            <w:pPr>
              <w:pStyle w:val="TAC"/>
            </w:pPr>
            <w:r>
              <w:t>DC_21A_n7</w:t>
            </w:r>
            <w:r>
              <w:rPr>
                <w:lang w:eastAsia="zh-CN"/>
              </w:rPr>
              <w:t>8</w:t>
            </w:r>
            <w:r>
              <w:t>A</w:t>
            </w:r>
          </w:p>
        </w:tc>
      </w:tr>
      <w:tr w:rsidR="00F532BA" w14:paraId="24C9390B"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5DE0D1E2" w14:textId="77777777" w:rsidR="00F532BA" w:rsidRDefault="00F532BA" w:rsidP="00AC3FE8">
            <w:pPr>
              <w:pStyle w:val="TAC"/>
              <w:rPr>
                <w:rFonts w:cs="Arial"/>
              </w:rPr>
            </w:pPr>
            <w:r>
              <w:rPr>
                <w:rFonts w:cs="Arial"/>
              </w:rPr>
              <w:t>DC_1A-3A-21A-42A_n7</w:t>
            </w:r>
            <w:r>
              <w:rPr>
                <w:rFonts w:cs="Arial"/>
                <w:lang w:eastAsia="zh-CN"/>
              </w:rPr>
              <w:t>9</w:t>
            </w:r>
            <w:r>
              <w:rPr>
                <w:rFonts w:cs="Arial"/>
              </w:rPr>
              <w:t>A</w:t>
            </w:r>
          </w:p>
          <w:p w14:paraId="14E0AD7C" w14:textId="77777777" w:rsidR="00F532BA" w:rsidRDefault="00F532BA" w:rsidP="00AC3FE8">
            <w:pPr>
              <w:pStyle w:val="TAC"/>
              <w:rPr>
                <w:rFonts w:cs="Arial"/>
              </w:rPr>
            </w:pPr>
            <w:r>
              <w:rPr>
                <w:rFonts w:cs="Arial"/>
              </w:rPr>
              <w:t>DC_1A-3A-21A-42A_n7</w:t>
            </w:r>
            <w:r>
              <w:rPr>
                <w:rFonts w:cs="Arial"/>
                <w:lang w:eastAsia="zh-CN"/>
              </w:rPr>
              <w:t>9</w:t>
            </w:r>
            <w:r>
              <w:rPr>
                <w:rFonts w:cs="Arial"/>
              </w:rPr>
              <w:t>C</w:t>
            </w:r>
          </w:p>
          <w:p w14:paraId="0A6C347C" w14:textId="77777777" w:rsidR="00F532BA" w:rsidRDefault="00F532BA" w:rsidP="00AC3FE8">
            <w:pPr>
              <w:pStyle w:val="TAC"/>
              <w:rPr>
                <w:rFonts w:cs="Arial"/>
              </w:rPr>
            </w:pPr>
            <w:r>
              <w:rPr>
                <w:rFonts w:cs="Arial"/>
              </w:rPr>
              <w:t>DC_1A-3A-21A-42C_n7</w:t>
            </w:r>
            <w:r>
              <w:rPr>
                <w:rFonts w:cs="Arial"/>
                <w:lang w:eastAsia="zh-CN"/>
              </w:rPr>
              <w:t>9</w:t>
            </w:r>
            <w:r>
              <w:rPr>
                <w:rFonts w:cs="Arial"/>
              </w:rPr>
              <w:t>A</w:t>
            </w:r>
          </w:p>
          <w:p w14:paraId="742622A1" w14:textId="77777777" w:rsidR="00F532BA" w:rsidRDefault="00F532BA" w:rsidP="00AC3FE8">
            <w:pPr>
              <w:pStyle w:val="TAC"/>
              <w:rPr>
                <w:rFonts w:cs="Arial"/>
              </w:rPr>
            </w:pPr>
            <w:r>
              <w:rPr>
                <w:rFonts w:cs="Arial"/>
              </w:rPr>
              <w:t>DC_1A-3A-21A-42C_n7</w:t>
            </w:r>
            <w:r>
              <w:rPr>
                <w:rFonts w:cs="Arial"/>
                <w:lang w:eastAsia="zh-CN"/>
              </w:rPr>
              <w:t>9</w:t>
            </w:r>
            <w:r>
              <w:rPr>
                <w:rFonts w:cs="Arial"/>
              </w:rPr>
              <w:t>C</w:t>
            </w:r>
          </w:p>
        </w:tc>
        <w:tc>
          <w:tcPr>
            <w:tcW w:w="3544" w:type="dxa"/>
            <w:tcBorders>
              <w:top w:val="single" w:sz="4" w:space="0" w:color="auto"/>
              <w:left w:val="single" w:sz="4" w:space="0" w:color="auto"/>
              <w:bottom w:val="single" w:sz="4" w:space="0" w:color="auto"/>
              <w:right w:val="single" w:sz="4" w:space="0" w:color="auto"/>
            </w:tcBorders>
            <w:hideMark/>
          </w:tcPr>
          <w:p w14:paraId="760B736B" w14:textId="77777777" w:rsidR="00F532BA" w:rsidRDefault="00F532BA" w:rsidP="00AC3FE8">
            <w:pPr>
              <w:pStyle w:val="TAC"/>
            </w:pPr>
            <w:r>
              <w:t>DC_1A_n7</w:t>
            </w:r>
            <w:r>
              <w:rPr>
                <w:lang w:eastAsia="zh-CN"/>
              </w:rPr>
              <w:t>9</w:t>
            </w:r>
            <w:r>
              <w:t>A</w:t>
            </w:r>
          </w:p>
          <w:p w14:paraId="3057D6AB" w14:textId="77777777" w:rsidR="00F532BA" w:rsidRDefault="00F532BA" w:rsidP="00AC3FE8">
            <w:pPr>
              <w:pStyle w:val="TAC"/>
            </w:pPr>
            <w:r>
              <w:t>DC_3A_n7</w:t>
            </w:r>
            <w:r>
              <w:rPr>
                <w:lang w:eastAsia="zh-CN"/>
              </w:rPr>
              <w:t>9</w:t>
            </w:r>
            <w:r>
              <w:t>A</w:t>
            </w:r>
          </w:p>
          <w:p w14:paraId="34D32F45" w14:textId="77777777" w:rsidR="00F532BA" w:rsidRDefault="00F532BA" w:rsidP="00AC3FE8">
            <w:pPr>
              <w:pStyle w:val="TAC"/>
            </w:pPr>
            <w:r>
              <w:t>DC_21A_n7</w:t>
            </w:r>
            <w:r>
              <w:rPr>
                <w:lang w:eastAsia="zh-CN"/>
              </w:rPr>
              <w:t>9</w:t>
            </w:r>
            <w:r>
              <w:t>A</w:t>
            </w:r>
          </w:p>
        </w:tc>
      </w:tr>
      <w:tr w:rsidR="00F532BA" w14:paraId="12DD1A9A"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569E1FB4" w14:textId="77777777" w:rsidR="00F532BA" w:rsidRDefault="00F532BA" w:rsidP="00AC3FE8">
            <w:pPr>
              <w:pStyle w:val="TAC"/>
              <w:rPr>
                <w:rFonts w:cs="Arial"/>
              </w:rPr>
            </w:pPr>
            <w:r>
              <w:rPr>
                <w:rFonts w:cs="Arial"/>
                <w:lang w:eastAsia="ko-KR"/>
              </w:rPr>
              <w:t>DC_1A-3A-21A_n77A-n79A</w:t>
            </w:r>
          </w:p>
        </w:tc>
        <w:tc>
          <w:tcPr>
            <w:tcW w:w="3544" w:type="dxa"/>
            <w:tcBorders>
              <w:top w:val="single" w:sz="4" w:space="0" w:color="auto"/>
              <w:left w:val="single" w:sz="4" w:space="0" w:color="auto"/>
              <w:bottom w:val="single" w:sz="4" w:space="0" w:color="auto"/>
              <w:right w:val="single" w:sz="4" w:space="0" w:color="auto"/>
            </w:tcBorders>
            <w:hideMark/>
          </w:tcPr>
          <w:p w14:paraId="0B332BE3" w14:textId="77777777" w:rsidR="00F532BA" w:rsidRDefault="00F532BA" w:rsidP="00AC3FE8">
            <w:pPr>
              <w:pStyle w:val="TAC"/>
              <w:rPr>
                <w:lang w:eastAsia="ko-KR"/>
              </w:rPr>
            </w:pPr>
            <w:r>
              <w:rPr>
                <w:lang w:eastAsia="ko-KR"/>
              </w:rPr>
              <w:t>DC_3A_n77A</w:t>
            </w:r>
          </w:p>
          <w:p w14:paraId="452761BB" w14:textId="77777777" w:rsidR="00F532BA" w:rsidRDefault="00F532BA" w:rsidP="00AC3FE8">
            <w:pPr>
              <w:pStyle w:val="TAC"/>
            </w:pPr>
            <w:r>
              <w:rPr>
                <w:lang w:eastAsia="ko-KR"/>
              </w:rPr>
              <w:t>DC_3A_n79A</w:t>
            </w:r>
          </w:p>
        </w:tc>
      </w:tr>
      <w:tr w:rsidR="00F532BA" w14:paraId="48F410A5"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47524D5A" w14:textId="77777777" w:rsidR="00F532BA" w:rsidRDefault="00F532BA" w:rsidP="00AC3FE8">
            <w:pPr>
              <w:pStyle w:val="TAC"/>
              <w:rPr>
                <w:rFonts w:cs="Arial"/>
              </w:rPr>
            </w:pPr>
            <w:r>
              <w:rPr>
                <w:rFonts w:cs="Arial"/>
                <w:lang w:eastAsia="ko-KR"/>
              </w:rPr>
              <w:t>DC_1A-3A-21A_n78A-n79A</w:t>
            </w:r>
          </w:p>
        </w:tc>
        <w:tc>
          <w:tcPr>
            <w:tcW w:w="3544" w:type="dxa"/>
            <w:tcBorders>
              <w:top w:val="single" w:sz="4" w:space="0" w:color="auto"/>
              <w:left w:val="single" w:sz="4" w:space="0" w:color="auto"/>
              <w:bottom w:val="single" w:sz="4" w:space="0" w:color="auto"/>
              <w:right w:val="single" w:sz="4" w:space="0" w:color="auto"/>
            </w:tcBorders>
            <w:hideMark/>
          </w:tcPr>
          <w:p w14:paraId="3B6E5382" w14:textId="77777777" w:rsidR="00F532BA" w:rsidRDefault="00F532BA" w:rsidP="00AC3FE8">
            <w:pPr>
              <w:pStyle w:val="TAC"/>
              <w:rPr>
                <w:lang w:eastAsia="ko-KR"/>
              </w:rPr>
            </w:pPr>
            <w:r>
              <w:rPr>
                <w:lang w:eastAsia="ko-KR"/>
              </w:rPr>
              <w:t>DC_3A_n78A</w:t>
            </w:r>
          </w:p>
          <w:p w14:paraId="12866597" w14:textId="77777777" w:rsidR="00F532BA" w:rsidRDefault="00F532BA" w:rsidP="00AC3FE8">
            <w:pPr>
              <w:pStyle w:val="TAC"/>
            </w:pPr>
            <w:r>
              <w:rPr>
                <w:lang w:eastAsia="ko-KR"/>
              </w:rPr>
              <w:t>DC_3A_n79A</w:t>
            </w:r>
          </w:p>
        </w:tc>
      </w:tr>
      <w:tr w:rsidR="00F532BA" w14:paraId="0BA9FB78"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562F6C06" w14:textId="77777777" w:rsidR="00F532BA" w:rsidRDefault="00F532BA" w:rsidP="00AC3FE8">
            <w:pPr>
              <w:pStyle w:val="TAC"/>
              <w:rPr>
                <w:rFonts w:cs="Arial"/>
                <w:lang w:eastAsia="zh-CN"/>
              </w:rPr>
            </w:pPr>
            <w:r>
              <w:rPr>
                <w:rFonts w:cs="Arial"/>
                <w:lang w:eastAsia="zh-CN"/>
              </w:rPr>
              <w:t>DC_1A-3A-28A_n5A-n78A</w:t>
            </w:r>
            <w:r>
              <w:rPr>
                <w:vertAlign w:val="superscript"/>
                <w:lang w:eastAsia="fi-FI"/>
              </w:rPr>
              <w:t>2</w:t>
            </w:r>
          </w:p>
          <w:p w14:paraId="744FF319" w14:textId="77777777" w:rsidR="00F532BA" w:rsidRDefault="00F532BA" w:rsidP="00AC3FE8">
            <w:pPr>
              <w:pStyle w:val="TAC"/>
              <w:rPr>
                <w:rFonts w:cs="Arial"/>
                <w:lang w:eastAsia="ko-KR"/>
              </w:rPr>
            </w:pPr>
            <w:r>
              <w:rPr>
                <w:rFonts w:cs="Arial"/>
                <w:lang w:eastAsia="zh-CN"/>
              </w:rPr>
              <w:t>DC_1A-3C-28A_n5A-n78A</w:t>
            </w:r>
            <w:r>
              <w:rPr>
                <w:vertAlign w:val="superscript"/>
                <w:lang w:eastAsia="fi-FI"/>
              </w:rPr>
              <w:t>2</w:t>
            </w:r>
          </w:p>
        </w:tc>
        <w:tc>
          <w:tcPr>
            <w:tcW w:w="3544" w:type="dxa"/>
            <w:tcBorders>
              <w:top w:val="single" w:sz="4" w:space="0" w:color="auto"/>
              <w:left w:val="single" w:sz="4" w:space="0" w:color="auto"/>
              <w:bottom w:val="single" w:sz="4" w:space="0" w:color="auto"/>
              <w:right w:val="single" w:sz="4" w:space="0" w:color="auto"/>
            </w:tcBorders>
            <w:hideMark/>
          </w:tcPr>
          <w:p w14:paraId="3A2E0CE1" w14:textId="77777777" w:rsidR="00F532BA" w:rsidRDefault="00F532BA" w:rsidP="00AC3FE8">
            <w:pPr>
              <w:pStyle w:val="TAC"/>
              <w:rPr>
                <w:rFonts w:cs="Arial"/>
                <w:lang w:eastAsia="zh-CN"/>
              </w:rPr>
            </w:pPr>
            <w:r>
              <w:rPr>
                <w:rFonts w:cs="Arial"/>
                <w:lang w:eastAsia="zh-CN"/>
              </w:rPr>
              <w:t>DC_1A_n5A</w:t>
            </w:r>
          </w:p>
          <w:p w14:paraId="13B0E4E3" w14:textId="77777777" w:rsidR="00F532BA" w:rsidRDefault="00F532BA" w:rsidP="00AC3FE8">
            <w:pPr>
              <w:pStyle w:val="TAC"/>
              <w:rPr>
                <w:rFonts w:cs="Arial"/>
                <w:lang w:eastAsia="zh-CN"/>
              </w:rPr>
            </w:pPr>
            <w:r>
              <w:rPr>
                <w:rFonts w:cs="Arial"/>
                <w:lang w:eastAsia="zh-CN"/>
              </w:rPr>
              <w:t>DC_1A_n78A</w:t>
            </w:r>
          </w:p>
          <w:p w14:paraId="0449A771" w14:textId="77777777" w:rsidR="00F532BA" w:rsidRDefault="00F532BA" w:rsidP="00AC3FE8">
            <w:pPr>
              <w:pStyle w:val="TAC"/>
              <w:rPr>
                <w:rFonts w:cs="Arial"/>
                <w:lang w:eastAsia="zh-CN"/>
              </w:rPr>
            </w:pPr>
            <w:r>
              <w:rPr>
                <w:rFonts w:cs="Arial"/>
                <w:lang w:eastAsia="zh-CN"/>
              </w:rPr>
              <w:t>DC_3A_n5A</w:t>
            </w:r>
          </w:p>
          <w:p w14:paraId="18A95EC3" w14:textId="77777777" w:rsidR="00F532BA" w:rsidRDefault="00F532BA" w:rsidP="00AC3FE8">
            <w:pPr>
              <w:pStyle w:val="TAC"/>
              <w:rPr>
                <w:rFonts w:cs="Arial"/>
                <w:lang w:eastAsia="zh-CN"/>
              </w:rPr>
            </w:pPr>
            <w:r>
              <w:rPr>
                <w:rFonts w:cs="Arial"/>
                <w:lang w:eastAsia="zh-CN"/>
              </w:rPr>
              <w:t>DC_3C_n5A</w:t>
            </w:r>
          </w:p>
          <w:p w14:paraId="34A527F9" w14:textId="77777777" w:rsidR="00F532BA" w:rsidRDefault="00F532BA" w:rsidP="00AC3FE8">
            <w:pPr>
              <w:pStyle w:val="TAC"/>
              <w:rPr>
                <w:rFonts w:cs="Arial"/>
                <w:lang w:eastAsia="zh-CN"/>
              </w:rPr>
            </w:pPr>
            <w:r>
              <w:rPr>
                <w:rFonts w:cs="Arial"/>
                <w:lang w:eastAsia="zh-CN"/>
              </w:rPr>
              <w:t>DC_3A_n78A</w:t>
            </w:r>
          </w:p>
          <w:p w14:paraId="3EFB39B9" w14:textId="77777777" w:rsidR="00F532BA" w:rsidRDefault="00F532BA" w:rsidP="00AC3FE8">
            <w:pPr>
              <w:pStyle w:val="TAC"/>
              <w:rPr>
                <w:rFonts w:cs="Arial"/>
                <w:lang w:eastAsia="zh-CN"/>
              </w:rPr>
            </w:pPr>
            <w:r>
              <w:rPr>
                <w:rFonts w:cs="Arial"/>
                <w:lang w:eastAsia="zh-CN"/>
              </w:rPr>
              <w:t>DC_3C_n78A</w:t>
            </w:r>
          </w:p>
          <w:p w14:paraId="46E245DF" w14:textId="77777777" w:rsidR="00F532BA" w:rsidRDefault="00F532BA" w:rsidP="00AC3FE8">
            <w:pPr>
              <w:pStyle w:val="TAC"/>
              <w:rPr>
                <w:rFonts w:cs="Arial"/>
                <w:lang w:eastAsia="zh-CN"/>
              </w:rPr>
            </w:pPr>
            <w:r>
              <w:rPr>
                <w:rFonts w:cs="Arial"/>
                <w:lang w:eastAsia="zh-CN"/>
              </w:rPr>
              <w:t>DC_28A_n5A</w:t>
            </w:r>
          </w:p>
          <w:p w14:paraId="719F69C7" w14:textId="77777777" w:rsidR="00F532BA" w:rsidRDefault="00F532BA" w:rsidP="00AC3FE8">
            <w:pPr>
              <w:pStyle w:val="TAC"/>
              <w:rPr>
                <w:lang w:eastAsia="ko-KR"/>
              </w:rPr>
            </w:pPr>
            <w:r>
              <w:rPr>
                <w:rFonts w:cs="Arial"/>
                <w:lang w:eastAsia="zh-CN"/>
              </w:rPr>
              <w:t>DC_28A_n78A</w:t>
            </w:r>
          </w:p>
        </w:tc>
      </w:tr>
      <w:tr w:rsidR="00F532BA" w14:paraId="1C5B97EA"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1320EDF5" w14:textId="77777777" w:rsidR="00F532BA" w:rsidRDefault="00F532BA" w:rsidP="00AC3FE8">
            <w:pPr>
              <w:pStyle w:val="TAC"/>
              <w:rPr>
                <w:rFonts w:cs="Arial"/>
                <w:lang w:eastAsia="zh-CN"/>
              </w:rPr>
            </w:pPr>
            <w:r>
              <w:rPr>
                <w:rFonts w:cs="Arial"/>
                <w:szCs w:val="16"/>
                <w:lang w:eastAsia="ko-KR"/>
              </w:rPr>
              <w:t>DC_1A-3A-28A_n7A-n78A</w:t>
            </w:r>
          </w:p>
        </w:tc>
        <w:tc>
          <w:tcPr>
            <w:tcW w:w="3544" w:type="dxa"/>
            <w:tcBorders>
              <w:top w:val="single" w:sz="4" w:space="0" w:color="auto"/>
              <w:left w:val="single" w:sz="4" w:space="0" w:color="auto"/>
              <w:bottom w:val="single" w:sz="4" w:space="0" w:color="auto"/>
              <w:right w:val="single" w:sz="4" w:space="0" w:color="auto"/>
            </w:tcBorders>
            <w:hideMark/>
          </w:tcPr>
          <w:p w14:paraId="71558ECB" w14:textId="77777777" w:rsidR="00F532BA" w:rsidRDefault="00F532BA" w:rsidP="00AC3FE8">
            <w:pPr>
              <w:pStyle w:val="TAC"/>
              <w:rPr>
                <w:rFonts w:cs="Arial"/>
                <w:szCs w:val="16"/>
                <w:lang w:eastAsia="zh-CN"/>
              </w:rPr>
            </w:pPr>
            <w:r>
              <w:rPr>
                <w:rFonts w:cs="Arial"/>
                <w:szCs w:val="16"/>
                <w:lang w:eastAsia="zh-CN"/>
              </w:rPr>
              <w:t>DC_1A_n7A</w:t>
            </w:r>
          </w:p>
          <w:p w14:paraId="7A53E3D3" w14:textId="77777777" w:rsidR="00F532BA" w:rsidRDefault="00F532BA" w:rsidP="00AC3FE8">
            <w:pPr>
              <w:pStyle w:val="TAC"/>
              <w:rPr>
                <w:rFonts w:cs="Arial"/>
                <w:szCs w:val="16"/>
                <w:lang w:eastAsia="zh-CN"/>
              </w:rPr>
            </w:pPr>
            <w:r>
              <w:rPr>
                <w:rFonts w:cs="Arial"/>
                <w:szCs w:val="16"/>
                <w:lang w:eastAsia="zh-CN"/>
              </w:rPr>
              <w:t>DC_3A_n7A</w:t>
            </w:r>
          </w:p>
          <w:p w14:paraId="7F580D02" w14:textId="77777777" w:rsidR="00F532BA" w:rsidRDefault="00F532BA" w:rsidP="00AC3FE8">
            <w:pPr>
              <w:pStyle w:val="TAC"/>
              <w:rPr>
                <w:rFonts w:cs="Arial"/>
                <w:szCs w:val="16"/>
                <w:lang w:eastAsia="zh-CN"/>
              </w:rPr>
            </w:pPr>
            <w:r>
              <w:rPr>
                <w:rFonts w:cs="Arial"/>
                <w:szCs w:val="16"/>
                <w:lang w:eastAsia="zh-CN"/>
              </w:rPr>
              <w:t>DC_28A_n7A</w:t>
            </w:r>
          </w:p>
          <w:p w14:paraId="6FF81390" w14:textId="77777777" w:rsidR="00F532BA" w:rsidRDefault="00F532BA" w:rsidP="00AC3FE8">
            <w:pPr>
              <w:pStyle w:val="TAC"/>
              <w:rPr>
                <w:rFonts w:cs="Arial"/>
                <w:szCs w:val="16"/>
                <w:lang w:eastAsia="zh-CN"/>
              </w:rPr>
            </w:pPr>
            <w:r>
              <w:rPr>
                <w:rFonts w:cs="Arial"/>
                <w:szCs w:val="16"/>
                <w:lang w:eastAsia="zh-CN"/>
              </w:rPr>
              <w:t>DC_1A_n78A</w:t>
            </w:r>
          </w:p>
          <w:p w14:paraId="1B1375AC" w14:textId="77777777" w:rsidR="00F532BA" w:rsidRDefault="00F532BA" w:rsidP="00AC3FE8">
            <w:pPr>
              <w:pStyle w:val="TAC"/>
              <w:rPr>
                <w:rFonts w:cs="Arial"/>
                <w:szCs w:val="16"/>
                <w:lang w:eastAsia="zh-CN"/>
              </w:rPr>
            </w:pPr>
            <w:r>
              <w:rPr>
                <w:rFonts w:cs="Arial"/>
                <w:szCs w:val="16"/>
                <w:lang w:eastAsia="zh-CN"/>
              </w:rPr>
              <w:t>DC_3A_n78A</w:t>
            </w:r>
          </w:p>
          <w:p w14:paraId="549612C9" w14:textId="77777777" w:rsidR="00F532BA" w:rsidRDefault="00F532BA" w:rsidP="00AC3FE8">
            <w:pPr>
              <w:pStyle w:val="TAC"/>
              <w:rPr>
                <w:lang w:eastAsia="zh-CN"/>
              </w:rPr>
            </w:pPr>
            <w:r>
              <w:rPr>
                <w:rFonts w:cs="Arial"/>
                <w:szCs w:val="16"/>
                <w:lang w:eastAsia="zh-CN"/>
              </w:rPr>
              <w:t>DC_28A_n78A</w:t>
            </w:r>
          </w:p>
        </w:tc>
      </w:tr>
      <w:tr w:rsidR="00F532BA" w14:paraId="25832474"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00DFBF42" w14:textId="77777777" w:rsidR="00F532BA" w:rsidRDefault="00F532BA" w:rsidP="00AC3FE8">
            <w:pPr>
              <w:pStyle w:val="TAC"/>
              <w:rPr>
                <w:rFonts w:cs="Arial"/>
                <w:lang w:eastAsia="zh-CN"/>
              </w:rPr>
            </w:pPr>
            <w:r>
              <w:rPr>
                <w:rFonts w:cs="Arial"/>
                <w:szCs w:val="16"/>
                <w:lang w:eastAsia="ko-KR"/>
              </w:rPr>
              <w:t>DC_1A-3A-28A_n7B-n78A</w:t>
            </w:r>
          </w:p>
        </w:tc>
        <w:tc>
          <w:tcPr>
            <w:tcW w:w="3544" w:type="dxa"/>
            <w:tcBorders>
              <w:top w:val="single" w:sz="4" w:space="0" w:color="auto"/>
              <w:left w:val="single" w:sz="4" w:space="0" w:color="auto"/>
              <w:bottom w:val="single" w:sz="4" w:space="0" w:color="auto"/>
              <w:right w:val="single" w:sz="4" w:space="0" w:color="auto"/>
            </w:tcBorders>
            <w:hideMark/>
          </w:tcPr>
          <w:p w14:paraId="22B8F2E3" w14:textId="77777777" w:rsidR="00F532BA" w:rsidRDefault="00F532BA" w:rsidP="00AC3FE8">
            <w:pPr>
              <w:pStyle w:val="TAC"/>
              <w:rPr>
                <w:rFonts w:cs="Arial"/>
                <w:szCs w:val="16"/>
                <w:lang w:eastAsia="zh-CN"/>
              </w:rPr>
            </w:pPr>
            <w:r>
              <w:rPr>
                <w:rFonts w:cs="Arial"/>
                <w:szCs w:val="16"/>
                <w:lang w:eastAsia="zh-CN"/>
              </w:rPr>
              <w:t>DC_1A_n7A</w:t>
            </w:r>
          </w:p>
          <w:p w14:paraId="2C4AB2E1" w14:textId="77777777" w:rsidR="00F532BA" w:rsidRDefault="00F532BA" w:rsidP="00AC3FE8">
            <w:pPr>
              <w:pStyle w:val="TAC"/>
              <w:rPr>
                <w:rFonts w:cs="Arial"/>
                <w:szCs w:val="16"/>
                <w:lang w:eastAsia="zh-CN"/>
              </w:rPr>
            </w:pPr>
            <w:r>
              <w:rPr>
                <w:rFonts w:cs="Arial"/>
                <w:szCs w:val="16"/>
                <w:lang w:eastAsia="zh-CN"/>
              </w:rPr>
              <w:t>DC_3A_n7A</w:t>
            </w:r>
          </w:p>
          <w:p w14:paraId="48BD1A7F" w14:textId="77777777" w:rsidR="00F532BA" w:rsidRDefault="00F532BA" w:rsidP="00AC3FE8">
            <w:pPr>
              <w:pStyle w:val="TAC"/>
              <w:rPr>
                <w:rFonts w:cs="Arial"/>
                <w:szCs w:val="16"/>
                <w:lang w:eastAsia="zh-CN"/>
              </w:rPr>
            </w:pPr>
            <w:r>
              <w:rPr>
                <w:rFonts w:cs="Arial"/>
                <w:szCs w:val="16"/>
                <w:lang w:eastAsia="zh-CN"/>
              </w:rPr>
              <w:t>DC_28A_n7A</w:t>
            </w:r>
          </w:p>
          <w:p w14:paraId="19AE578A" w14:textId="77777777" w:rsidR="00F532BA" w:rsidRDefault="00F532BA" w:rsidP="00AC3FE8">
            <w:pPr>
              <w:pStyle w:val="TAC"/>
              <w:rPr>
                <w:rFonts w:cs="Arial"/>
                <w:szCs w:val="16"/>
                <w:lang w:eastAsia="zh-CN"/>
              </w:rPr>
            </w:pPr>
            <w:r>
              <w:rPr>
                <w:rFonts w:cs="Arial"/>
                <w:szCs w:val="16"/>
                <w:lang w:eastAsia="zh-CN"/>
              </w:rPr>
              <w:t>DC_1A-n7B</w:t>
            </w:r>
          </w:p>
          <w:p w14:paraId="5060F963" w14:textId="77777777" w:rsidR="00F532BA" w:rsidRDefault="00F532BA" w:rsidP="00AC3FE8">
            <w:pPr>
              <w:pStyle w:val="TAC"/>
              <w:rPr>
                <w:rFonts w:cs="Arial"/>
                <w:szCs w:val="16"/>
                <w:lang w:eastAsia="zh-CN"/>
              </w:rPr>
            </w:pPr>
            <w:r>
              <w:rPr>
                <w:rFonts w:cs="Arial"/>
                <w:szCs w:val="16"/>
                <w:lang w:eastAsia="zh-CN"/>
              </w:rPr>
              <w:t>DC_3A-n7B</w:t>
            </w:r>
          </w:p>
          <w:p w14:paraId="334C23E8" w14:textId="77777777" w:rsidR="00F532BA" w:rsidRDefault="00F532BA" w:rsidP="00AC3FE8">
            <w:pPr>
              <w:pStyle w:val="TAC"/>
              <w:rPr>
                <w:rFonts w:cs="Arial"/>
                <w:szCs w:val="16"/>
                <w:lang w:eastAsia="zh-CN"/>
              </w:rPr>
            </w:pPr>
            <w:r>
              <w:rPr>
                <w:rFonts w:cs="Arial"/>
                <w:szCs w:val="16"/>
                <w:lang w:eastAsia="zh-CN"/>
              </w:rPr>
              <w:t>DC_28A_n7B</w:t>
            </w:r>
          </w:p>
          <w:p w14:paraId="0B0A4610" w14:textId="77777777" w:rsidR="00F532BA" w:rsidRDefault="00F532BA" w:rsidP="00AC3FE8">
            <w:pPr>
              <w:pStyle w:val="TAC"/>
              <w:rPr>
                <w:rFonts w:cs="Arial"/>
                <w:szCs w:val="16"/>
                <w:lang w:eastAsia="zh-CN"/>
              </w:rPr>
            </w:pPr>
            <w:r>
              <w:rPr>
                <w:rFonts w:cs="Arial"/>
                <w:szCs w:val="16"/>
                <w:lang w:eastAsia="zh-CN"/>
              </w:rPr>
              <w:t>DC_1A_n78A</w:t>
            </w:r>
          </w:p>
          <w:p w14:paraId="242E91EE" w14:textId="77777777" w:rsidR="00F532BA" w:rsidRDefault="00F532BA" w:rsidP="00AC3FE8">
            <w:pPr>
              <w:pStyle w:val="TAC"/>
              <w:rPr>
                <w:rFonts w:cs="Arial"/>
                <w:szCs w:val="16"/>
                <w:lang w:eastAsia="zh-CN"/>
              </w:rPr>
            </w:pPr>
            <w:r>
              <w:rPr>
                <w:rFonts w:cs="Arial"/>
                <w:szCs w:val="16"/>
                <w:lang w:eastAsia="zh-CN"/>
              </w:rPr>
              <w:t>DC_3A_n78A</w:t>
            </w:r>
          </w:p>
          <w:p w14:paraId="29A12131" w14:textId="77777777" w:rsidR="00F532BA" w:rsidRDefault="00F532BA" w:rsidP="00AC3FE8">
            <w:pPr>
              <w:pStyle w:val="TAC"/>
              <w:rPr>
                <w:lang w:eastAsia="zh-CN"/>
              </w:rPr>
            </w:pPr>
            <w:r>
              <w:rPr>
                <w:rFonts w:cs="Arial"/>
                <w:szCs w:val="16"/>
                <w:lang w:eastAsia="zh-CN"/>
              </w:rPr>
              <w:t>DC_28A_n78A</w:t>
            </w:r>
          </w:p>
        </w:tc>
      </w:tr>
      <w:tr w:rsidR="00F532BA" w14:paraId="157C7C11"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331A2CD7" w14:textId="77777777" w:rsidR="00F532BA" w:rsidRDefault="00F532BA" w:rsidP="00AC3FE8">
            <w:pPr>
              <w:pStyle w:val="TAC"/>
              <w:rPr>
                <w:rFonts w:cs="Arial"/>
                <w:lang w:eastAsia="zh-CN"/>
              </w:rPr>
            </w:pPr>
            <w:r>
              <w:rPr>
                <w:rFonts w:cs="Arial"/>
                <w:szCs w:val="16"/>
                <w:lang w:eastAsia="ko-KR"/>
              </w:rPr>
              <w:t>DC_1A-3C-28A_n7A-n78A</w:t>
            </w:r>
          </w:p>
        </w:tc>
        <w:tc>
          <w:tcPr>
            <w:tcW w:w="3544" w:type="dxa"/>
            <w:tcBorders>
              <w:top w:val="single" w:sz="4" w:space="0" w:color="auto"/>
              <w:left w:val="single" w:sz="4" w:space="0" w:color="auto"/>
              <w:bottom w:val="single" w:sz="4" w:space="0" w:color="auto"/>
              <w:right w:val="single" w:sz="4" w:space="0" w:color="auto"/>
            </w:tcBorders>
            <w:hideMark/>
          </w:tcPr>
          <w:p w14:paraId="0E36FE83" w14:textId="77777777" w:rsidR="00F532BA" w:rsidRDefault="00F532BA" w:rsidP="00AC3FE8">
            <w:pPr>
              <w:pStyle w:val="TAC"/>
              <w:rPr>
                <w:rFonts w:cs="Arial"/>
                <w:szCs w:val="16"/>
                <w:lang w:eastAsia="zh-CN"/>
              </w:rPr>
            </w:pPr>
            <w:r>
              <w:rPr>
                <w:rFonts w:cs="Arial"/>
                <w:szCs w:val="16"/>
                <w:lang w:eastAsia="zh-CN"/>
              </w:rPr>
              <w:t>DC_1A_n7A</w:t>
            </w:r>
          </w:p>
          <w:p w14:paraId="6ECEA939" w14:textId="77777777" w:rsidR="00F532BA" w:rsidRDefault="00F532BA" w:rsidP="00AC3FE8">
            <w:pPr>
              <w:pStyle w:val="TAC"/>
              <w:rPr>
                <w:rFonts w:cs="Arial"/>
                <w:szCs w:val="16"/>
                <w:lang w:eastAsia="zh-CN"/>
              </w:rPr>
            </w:pPr>
            <w:r>
              <w:rPr>
                <w:rFonts w:cs="Arial"/>
                <w:szCs w:val="16"/>
                <w:lang w:eastAsia="zh-CN"/>
              </w:rPr>
              <w:t>DC_3A_n7A</w:t>
            </w:r>
          </w:p>
          <w:p w14:paraId="093EF469" w14:textId="77777777" w:rsidR="00F532BA" w:rsidRDefault="00F532BA" w:rsidP="00AC3FE8">
            <w:pPr>
              <w:pStyle w:val="TAC"/>
              <w:rPr>
                <w:rFonts w:cs="Arial"/>
                <w:szCs w:val="16"/>
                <w:lang w:eastAsia="zh-CN"/>
              </w:rPr>
            </w:pPr>
            <w:r>
              <w:rPr>
                <w:rFonts w:cs="Arial"/>
                <w:szCs w:val="16"/>
                <w:lang w:eastAsia="zh-CN"/>
              </w:rPr>
              <w:t>DC_3C_n7A</w:t>
            </w:r>
          </w:p>
          <w:p w14:paraId="4F3307A2" w14:textId="77777777" w:rsidR="00F532BA" w:rsidRDefault="00F532BA" w:rsidP="00AC3FE8">
            <w:pPr>
              <w:pStyle w:val="TAC"/>
              <w:rPr>
                <w:rFonts w:cs="Arial"/>
                <w:szCs w:val="16"/>
                <w:lang w:eastAsia="zh-CN"/>
              </w:rPr>
            </w:pPr>
            <w:r>
              <w:rPr>
                <w:rFonts w:cs="Arial"/>
                <w:szCs w:val="16"/>
                <w:lang w:eastAsia="zh-CN"/>
              </w:rPr>
              <w:t>DC_28A_n7A</w:t>
            </w:r>
          </w:p>
          <w:p w14:paraId="73B8A11F" w14:textId="77777777" w:rsidR="00F532BA" w:rsidRDefault="00F532BA" w:rsidP="00AC3FE8">
            <w:pPr>
              <w:pStyle w:val="TAC"/>
              <w:rPr>
                <w:rFonts w:cs="Arial"/>
                <w:szCs w:val="16"/>
                <w:lang w:eastAsia="zh-CN"/>
              </w:rPr>
            </w:pPr>
            <w:r>
              <w:rPr>
                <w:rFonts w:cs="Arial"/>
                <w:szCs w:val="16"/>
                <w:lang w:eastAsia="zh-CN"/>
              </w:rPr>
              <w:t>DC_1A_n78A</w:t>
            </w:r>
          </w:p>
          <w:p w14:paraId="0D0A2936" w14:textId="77777777" w:rsidR="00F532BA" w:rsidRDefault="00F532BA" w:rsidP="00AC3FE8">
            <w:pPr>
              <w:pStyle w:val="TAC"/>
              <w:rPr>
                <w:rFonts w:cs="Arial"/>
                <w:szCs w:val="16"/>
                <w:lang w:eastAsia="zh-CN"/>
              </w:rPr>
            </w:pPr>
            <w:r>
              <w:rPr>
                <w:rFonts w:cs="Arial"/>
                <w:szCs w:val="16"/>
                <w:lang w:eastAsia="zh-CN"/>
              </w:rPr>
              <w:t>DC_3A_n78A</w:t>
            </w:r>
          </w:p>
          <w:p w14:paraId="59DBB556" w14:textId="77777777" w:rsidR="00F532BA" w:rsidRDefault="00F532BA" w:rsidP="00AC3FE8">
            <w:pPr>
              <w:pStyle w:val="TAC"/>
              <w:rPr>
                <w:rFonts w:cs="Arial"/>
                <w:szCs w:val="16"/>
                <w:lang w:eastAsia="zh-CN"/>
              </w:rPr>
            </w:pPr>
            <w:r>
              <w:rPr>
                <w:rFonts w:cs="Arial"/>
                <w:szCs w:val="16"/>
                <w:lang w:eastAsia="zh-CN"/>
              </w:rPr>
              <w:t>DC_3C_n78A</w:t>
            </w:r>
          </w:p>
          <w:p w14:paraId="5CC89156" w14:textId="77777777" w:rsidR="00F532BA" w:rsidRDefault="00F532BA" w:rsidP="00AC3FE8">
            <w:pPr>
              <w:pStyle w:val="TAC"/>
              <w:rPr>
                <w:lang w:eastAsia="zh-CN"/>
              </w:rPr>
            </w:pPr>
            <w:r>
              <w:rPr>
                <w:rFonts w:cs="Arial"/>
                <w:szCs w:val="16"/>
                <w:lang w:eastAsia="zh-CN"/>
              </w:rPr>
              <w:t>DC_28A_n78A</w:t>
            </w:r>
          </w:p>
        </w:tc>
      </w:tr>
      <w:tr w:rsidR="00F532BA" w14:paraId="40D05018"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63B05A43" w14:textId="77777777" w:rsidR="00F532BA" w:rsidRDefault="00F532BA" w:rsidP="00AC3FE8">
            <w:pPr>
              <w:pStyle w:val="TAC"/>
              <w:rPr>
                <w:rFonts w:cs="Arial"/>
                <w:lang w:eastAsia="zh-CN"/>
              </w:rPr>
            </w:pPr>
            <w:r>
              <w:rPr>
                <w:rFonts w:cs="Arial"/>
                <w:szCs w:val="16"/>
                <w:lang w:eastAsia="ko-KR"/>
              </w:rPr>
              <w:lastRenderedPageBreak/>
              <w:t>DC_1A-3C-28A_n7B-n78A</w:t>
            </w:r>
          </w:p>
        </w:tc>
        <w:tc>
          <w:tcPr>
            <w:tcW w:w="3544" w:type="dxa"/>
            <w:tcBorders>
              <w:top w:val="single" w:sz="4" w:space="0" w:color="auto"/>
              <w:left w:val="single" w:sz="4" w:space="0" w:color="auto"/>
              <w:bottom w:val="single" w:sz="4" w:space="0" w:color="auto"/>
              <w:right w:val="single" w:sz="4" w:space="0" w:color="auto"/>
            </w:tcBorders>
            <w:hideMark/>
          </w:tcPr>
          <w:p w14:paraId="7F839E1E" w14:textId="77777777" w:rsidR="00F532BA" w:rsidRDefault="00F532BA" w:rsidP="00AC3FE8">
            <w:pPr>
              <w:pStyle w:val="TAC"/>
              <w:rPr>
                <w:rFonts w:cs="Arial"/>
                <w:szCs w:val="16"/>
                <w:lang w:eastAsia="zh-CN"/>
              </w:rPr>
            </w:pPr>
            <w:r>
              <w:rPr>
                <w:rFonts w:cs="Arial"/>
                <w:szCs w:val="16"/>
                <w:lang w:eastAsia="zh-CN"/>
              </w:rPr>
              <w:t>DC_1A_n7A</w:t>
            </w:r>
          </w:p>
          <w:p w14:paraId="7755E6AC" w14:textId="77777777" w:rsidR="00F532BA" w:rsidRDefault="00F532BA" w:rsidP="00AC3FE8">
            <w:pPr>
              <w:pStyle w:val="TAC"/>
              <w:rPr>
                <w:rFonts w:cs="Arial"/>
                <w:szCs w:val="16"/>
                <w:lang w:eastAsia="zh-CN"/>
              </w:rPr>
            </w:pPr>
            <w:r>
              <w:rPr>
                <w:rFonts w:cs="Arial"/>
                <w:szCs w:val="16"/>
                <w:lang w:eastAsia="zh-CN"/>
              </w:rPr>
              <w:t>DC_3A_n7A</w:t>
            </w:r>
          </w:p>
          <w:p w14:paraId="357F4567" w14:textId="77777777" w:rsidR="00F532BA" w:rsidRDefault="00F532BA" w:rsidP="00AC3FE8">
            <w:pPr>
              <w:pStyle w:val="TAC"/>
              <w:rPr>
                <w:rFonts w:cs="Arial"/>
                <w:szCs w:val="16"/>
                <w:lang w:eastAsia="zh-CN"/>
              </w:rPr>
            </w:pPr>
            <w:r>
              <w:rPr>
                <w:rFonts w:cs="Arial"/>
                <w:szCs w:val="16"/>
                <w:lang w:eastAsia="zh-CN"/>
              </w:rPr>
              <w:t>DC_3C_n7A</w:t>
            </w:r>
          </w:p>
          <w:p w14:paraId="6E965010" w14:textId="77777777" w:rsidR="00F532BA" w:rsidRDefault="00F532BA" w:rsidP="00AC3FE8">
            <w:pPr>
              <w:pStyle w:val="TAC"/>
              <w:rPr>
                <w:rFonts w:cs="Arial"/>
                <w:szCs w:val="16"/>
                <w:lang w:eastAsia="zh-CN"/>
              </w:rPr>
            </w:pPr>
            <w:r>
              <w:rPr>
                <w:rFonts w:cs="Arial"/>
                <w:szCs w:val="16"/>
                <w:lang w:eastAsia="zh-CN"/>
              </w:rPr>
              <w:t>DC_28A_n7A</w:t>
            </w:r>
          </w:p>
          <w:p w14:paraId="178A793D" w14:textId="77777777" w:rsidR="00F532BA" w:rsidRDefault="00F532BA" w:rsidP="00AC3FE8">
            <w:pPr>
              <w:pStyle w:val="TAC"/>
              <w:rPr>
                <w:rFonts w:cs="Arial"/>
                <w:szCs w:val="16"/>
                <w:lang w:eastAsia="zh-CN"/>
              </w:rPr>
            </w:pPr>
            <w:r>
              <w:rPr>
                <w:rFonts w:cs="Arial"/>
                <w:szCs w:val="16"/>
                <w:lang w:eastAsia="zh-CN"/>
              </w:rPr>
              <w:t>DC_1A_n7B</w:t>
            </w:r>
          </w:p>
          <w:p w14:paraId="3659E3B7" w14:textId="77777777" w:rsidR="00F532BA" w:rsidRDefault="00F532BA" w:rsidP="00AC3FE8">
            <w:pPr>
              <w:pStyle w:val="TAC"/>
              <w:rPr>
                <w:rFonts w:cs="Arial"/>
                <w:szCs w:val="16"/>
                <w:lang w:eastAsia="zh-CN"/>
              </w:rPr>
            </w:pPr>
            <w:r>
              <w:rPr>
                <w:rFonts w:cs="Arial"/>
                <w:szCs w:val="16"/>
                <w:lang w:eastAsia="zh-CN"/>
              </w:rPr>
              <w:t>DC_3A_n7B</w:t>
            </w:r>
          </w:p>
          <w:p w14:paraId="3181B30E" w14:textId="77777777" w:rsidR="00F532BA" w:rsidRDefault="00F532BA" w:rsidP="00AC3FE8">
            <w:pPr>
              <w:pStyle w:val="TAC"/>
              <w:rPr>
                <w:rFonts w:cs="Arial"/>
                <w:szCs w:val="16"/>
                <w:lang w:eastAsia="zh-CN"/>
              </w:rPr>
            </w:pPr>
            <w:r>
              <w:rPr>
                <w:rFonts w:cs="Arial"/>
                <w:szCs w:val="16"/>
                <w:lang w:eastAsia="zh-CN"/>
              </w:rPr>
              <w:t>DC_3C_n7B</w:t>
            </w:r>
          </w:p>
          <w:p w14:paraId="57BEF62D" w14:textId="77777777" w:rsidR="00F532BA" w:rsidRDefault="00F532BA" w:rsidP="00AC3FE8">
            <w:pPr>
              <w:pStyle w:val="TAC"/>
              <w:rPr>
                <w:rFonts w:cs="Arial"/>
                <w:szCs w:val="16"/>
                <w:lang w:eastAsia="zh-CN"/>
              </w:rPr>
            </w:pPr>
            <w:r>
              <w:rPr>
                <w:rFonts w:cs="Arial"/>
                <w:szCs w:val="16"/>
                <w:lang w:eastAsia="zh-CN"/>
              </w:rPr>
              <w:t>DC_28A_n7B</w:t>
            </w:r>
          </w:p>
          <w:p w14:paraId="53F7113C" w14:textId="77777777" w:rsidR="00F532BA" w:rsidRDefault="00F532BA" w:rsidP="00AC3FE8">
            <w:pPr>
              <w:pStyle w:val="TAC"/>
              <w:rPr>
                <w:rFonts w:cs="Arial"/>
                <w:szCs w:val="16"/>
                <w:lang w:eastAsia="zh-CN"/>
              </w:rPr>
            </w:pPr>
            <w:r>
              <w:rPr>
                <w:rFonts w:cs="Arial"/>
                <w:szCs w:val="16"/>
                <w:lang w:eastAsia="zh-CN"/>
              </w:rPr>
              <w:t>DC_1A_n78A</w:t>
            </w:r>
          </w:p>
          <w:p w14:paraId="485D126C" w14:textId="77777777" w:rsidR="00F532BA" w:rsidRDefault="00F532BA" w:rsidP="00AC3FE8">
            <w:pPr>
              <w:pStyle w:val="TAC"/>
              <w:rPr>
                <w:rFonts w:cs="Arial"/>
                <w:szCs w:val="16"/>
                <w:lang w:eastAsia="zh-CN"/>
              </w:rPr>
            </w:pPr>
            <w:r>
              <w:rPr>
                <w:rFonts w:cs="Arial"/>
                <w:szCs w:val="16"/>
                <w:lang w:eastAsia="zh-CN"/>
              </w:rPr>
              <w:t>DC_3A_n78A</w:t>
            </w:r>
          </w:p>
          <w:p w14:paraId="35989B17" w14:textId="77777777" w:rsidR="00F532BA" w:rsidRDefault="00F532BA" w:rsidP="00AC3FE8">
            <w:pPr>
              <w:pStyle w:val="TAC"/>
              <w:rPr>
                <w:rFonts w:cs="Arial"/>
                <w:szCs w:val="16"/>
                <w:lang w:eastAsia="zh-CN"/>
              </w:rPr>
            </w:pPr>
            <w:r>
              <w:rPr>
                <w:rFonts w:cs="Arial"/>
                <w:szCs w:val="16"/>
                <w:lang w:eastAsia="zh-CN"/>
              </w:rPr>
              <w:t>DC_3C_n78A</w:t>
            </w:r>
          </w:p>
          <w:p w14:paraId="3A82A3BD" w14:textId="77777777" w:rsidR="00F532BA" w:rsidRDefault="00F532BA" w:rsidP="00AC3FE8">
            <w:pPr>
              <w:pStyle w:val="TAC"/>
              <w:rPr>
                <w:lang w:eastAsia="zh-CN"/>
              </w:rPr>
            </w:pPr>
            <w:r>
              <w:rPr>
                <w:rFonts w:cs="Arial"/>
                <w:szCs w:val="16"/>
                <w:lang w:eastAsia="zh-CN"/>
              </w:rPr>
              <w:t>DC_28A_n78A</w:t>
            </w:r>
          </w:p>
        </w:tc>
      </w:tr>
      <w:tr w:rsidR="00F532BA" w14:paraId="7690DA5C"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129D78AC" w14:textId="77777777" w:rsidR="00F532BA" w:rsidRDefault="00F532BA" w:rsidP="00AC3FE8">
            <w:pPr>
              <w:pStyle w:val="TAC"/>
              <w:rPr>
                <w:rFonts w:cs="Arial"/>
                <w:szCs w:val="16"/>
                <w:lang w:eastAsia="ko-KR"/>
              </w:rPr>
            </w:pPr>
            <w:r>
              <w:rPr>
                <w:rFonts w:cs="Arial"/>
                <w:szCs w:val="16"/>
                <w:lang w:eastAsia="ko-KR"/>
              </w:rPr>
              <w:t>DC_1A-3A-28A_n40A-n78A</w:t>
            </w:r>
          </w:p>
        </w:tc>
        <w:tc>
          <w:tcPr>
            <w:tcW w:w="3544" w:type="dxa"/>
            <w:tcBorders>
              <w:top w:val="single" w:sz="4" w:space="0" w:color="auto"/>
              <w:left w:val="single" w:sz="4" w:space="0" w:color="auto"/>
              <w:bottom w:val="single" w:sz="4" w:space="0" w:color="auto"/>
              <w:right w:val="single" w:sz="4" w:space="0" w:color="auto"/>
            </w:tcBorders>
            <w:hideMark/>
          </w:tcPr>
          <w:p w14:paraId="3E2B0AB1" w14:textId="77777777" w:rsidR="00F532BA" w:rsidRDefault="00F532BA" w:rsidP="00AC3FE8">
            <w:pPr>
              <w:pStyle w:val="TAC"/>
              <w:rPr>
                <w:rFonts w:cs="Arial"/>
                <w:szCs w:val="16"/>
                <w:lang w:eastAsia="zh-CN"/>
              </w:rPr>
            </w:pPr>
            <w:r>
              <w:rPr>
                <w:rFonts w:cs="Arial"/>
                <w:szCs w:val="16"/>
                <w:lang w:eastAsia="zh-CN"/>
              </w:rPr>
              <w:t>DC_1A_n40A</w:t>
            </w:r>
          </w:p>
          <w:p w14:paraId="14460896" w14:textId="77777777" w:rsidR="00F532BA" w:rsidRDefault="00F532BA" w:rsidP="00AC3FE8">
            <w:pPr>
              <w:pStyle w:val="TAC"/>
              <w:rPr>
                <w:rFonts w:cs="Arial"/>
                <w:szCs w:val="16"/>
                <w:lang w:eastAsia="zh-CN"/>
              </w:rPr>
            </w:pPr>
            <w:r>
              <w:rPr>
                <w:rFonts w:cs="Arial"/>
                <w:szCs w:val="16"/>
                <w:lang w:eastAsia="zh-CN"/>
              </w:rPr>
              <w:t>DC_1A_n78A</w:t>
            </w:r>
          </w:p>
          <w:p w14:paraId="5DC425A0" w14:textId="77777777" w:rsidR="00F532BA" w:rsidRDefault="00F532BA" w:rsidP="00AC3FE8">
            <w:pPr>
              <w:pStyle w:val="TAC"/>
              <w:rPr>
                <w:rFonts w:cs="Arial"/>
                <w:szCs w:val="16"/>
                <w:lang w:eastAsia="zh-CN"/>
              </w:rPr>
            </w:pPr>
            <w:r>
              <w:rPr>
                <w:rFonts w:cs="Arial"/>
                <w:szCs w:val="16"/>
                <w:lang w:eastAsia="zh-CN"/>
              </w:rPr>
              <w:t>DC_3A_n40A</w:t>
            </w:r>
          </w:p>
          <w:p w14:paraId="48E461BC" w14:textId="77777777" w:rsidR="00F532BA" w:rsidRDefault="00F532BA" w:rsidP="00AC3FE8">
            <w:pPr>
              <w:pStyle w:val="TAC"/>
              <w:rPr>
                <w:rFonts w:cs="Arial"/>
                <w:szCs w:val="16"/>
                <w:lang w:eastAsia="zh-CN"/>
              </w:rPr>
            </w:pPr>
            <w:r>
              <w:rPr>
                <w:rFonts w:cs="Arial"/>
                <w:szCs w:val="16"/>
                <w:lang w:eastAsia="zh-CN"/>
              </w:rPr>
              <w:t>DC_3A_n78A</w:t>
            </w:r>
          </w:p>
          <w:p w14:paraId="7C8657BD" w14:textId="77777777" w:rsidR="00F532BA" w:rsidRDefault="00F532BA" w:rsidP="00AC3FE8">
            <w:pPr>
              <w:pStyle w:val="TAC"/>
              <w:rPr>
                <w:rFonts w:cs="Arial"/>
                <w:szCs w:val="16"/>
                <w:lang w:eastAsia="zh-CN"/>
              </w:rPr>
            </w:pPr>
            <w:r>
              <w:rPr>
                <w:rFonts w:cs="Arial"/>
                <w:szCs w:val="16"/>
                <w:lang w:eastAsia="zh-CN"/>
              </w:rPr>
              <w:t>DC_28A_n40A</w:t>
            </w:r>
          </w:p>
          <w:p w14:paraId="48E0E3D2" w14:textId="77777777" w:rsidR="00F532BA" w:rsidRDefault="00F532BA" w:rsidP="00AC3FE8">
            <w:pPr>
              <w:pStyle w:val="TAC"/>
              <w:rPr>
                <w:rFonts w:cs="Arial"/>
                <w:szCs w:val="16"/>
                <w:lang w:eastAsia="zh-CN"/>
              </w:rPr>
            </w:pPr>
            <w:r>
              <w:rPr>
                <w:rFonts w:cs="Arial"/>
                <w:szCs w:val="16"/>
                <w:lang w:eastAsia="zh-CN"/>
              </w:rPr>
              <w:t>DC_28A_n78A</w:t>
            </w:r>
          </w:p>
        </w:tc>
      </w:tr>
      <w:tr w:rsidR="00F532BA" w14:paraId="77BC8FAD"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2E15EAEB" w14:textId="77777777" w:rsidR="00F532BA" w:rsidRDefault="00F532BA" w:rsidP="00AC3FE8">
            <w:pPr>
              <w:pStyle w:val="TAC"/>
              <w:rPr>
                <w:rFonts w:cs="Arial"/>
                <w:szCs w:val="18"/>
                <w:lang w:eastAsia="ja-JP"/>
              </w:rPr>
            </w:pPr>
            <w:r>
              <w:rPr>
                <w:rFonts w:cs="Arial"/>
                <w:szCs w:val="18"/>
                <w:lang w:eastAsia="ja-JP"/>
              </w:rPr>
              <w:t>DC_1A-3A-28A-42A_n77A</w:t>
            </w:r>
            <w:r>
              <w:rPr>
                <w:rFonts w:cs="Arial"/>
                <w:vertAlign w:val="superscript"/>
                <w:lang w:eastAsia="ja-JP"/>
              </w:rPr>
              <w:t>5,6</w:t>
            </w:r>
          </w:p>
          <w:p w14:paraId="19E1F7A4" w14:textId="77777777" w:rsidR="00F532BA" w:rsidRDefault="00F532BA" w:rsidP="00AC3FE8">
            <w:pPr>
              <w:pStyle w:val="TAC"/>
              <w:rPr>
                <w:rFonts w:cs="Arial"/>
                <w:szCs w:val="18"/>
                <w:lang w:eastAsia="ja-JP"/>
              </w:rPr>
            </w:pPr>
            <w:r>
              <w:rPr>
                <w:rFonts w:cs="Arial"/>
                <w:szCs w:val="18"/>
                <w:lang w:eastAsia="ja-JP"/>
              </w:rPr>
              <w:t>DC_1A-3A-28A-42A_n77C</w:t>
            </w:r>
            <w:r>
              <w:rPr>
                <w:rFonts w:cs="Arial"/>
                <w:vertAlign w:val="superscript"/>
                <w:lang w:eastAsia="ja-JP"/>
              </w:rPr>
              <w:t>5,6</w:t>
            </w:r>
          </w:p>
          <w:p w14:paraId="0CE5FFE2" w14:textId="77777777" w:rsidR="00F532BA" w:rsidRDefault="00F532BA" w:rsidP="00AC3FE8">
            <w:pPr>
              <w:pStyle w:val="TAC"/>
              <w:rPr>
                <w:rFonts w:cs="Arial"/>
              </w:rPr>
            </w:pPr>
            <w:r>
              <w:rPr>
                <w:rFonts w:cs="Arial"/>
              </w:rPr>
              <w:t>DC_1A-3A-2</w:t>
            </w:r>
            <w:r>
              <w:rPr>
                <w:rFonts w:cs="Arial"/>
                <w:lang w:eastAsia="zh-CN"/>
              </w:rPr>
              <w:t>8</w:t>
            </w:r>
            <w:r>
              <w:rPr>
                <w:rFonts w:cs="Arial"/>
              </w:rPr>
              <w:t>A-42C_n77A</w:t>
            </w:r>
            <w:r>
              <w:rPr>
                <w:rFonts w:cs="Arial"/>
                <w:vertAlign w:val="superscript"/>
                <w:lang w:eastAsia="ja-JP"/>
              </w:rPr>
              <w:t>5,6</w:t>
            </w:r>
          </w:p>
          <w:p w14:paraId="6E964881" w14:textId="77777777" w:rsidR="00F532BA" w:rsidRDefault="00F532BA" w:rsidP="00AC3FE8">
            <w:pPr>
              <w:pStyle w:val="TAC"/>
              <w:rPr>
                <w:rFonts w:cs="Arial"/>
              </w:rPr>
            </w:pPr>
            <w:r>
              <w:rPr>
                <w:rFonts w:cs="Arial"/>
              </w:rPr>
              <w:t>DC_1A-3A-2</w:t>
            </w:r>
            <w:r>
              <w:rPr>
                <w:rFonts w:cs="Arial"/>
                <w:lang w:eastAsia="zh-CN"/>
              </w:rPr>
              <w:t>8</w:t>
            </w:r>
            <w:r>
              <w:rPr>
                <w:rFonts w:cs="Arial"/>
              </w:rPr>
              <w:t>A-42C_n77C</w:t>
            </w:r>
            <w:r>
              <w:rPr>
                <w:rFonts w:cs="Arial"/>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1668810A" w14:textId="77777777" w:rsidR="00F532BA" w:rsidRDefault="00F532BA" w:rsidP="00AC3FE8">
            <w:pPr>
              <w:pStyle w:val="TAC"/>
            </w:pPr>
            <w:r>
              <w:t>DC_1A_n77A</w:t>
            </w:r>
          </w:p>
          <w:p w14:paraId="422B1FFE" w14:textId="77777777" w:rsidR="00F532BA" w:rsidRDefault="00F532BA" w:rsidP="00AC3FE8">
            <w:pPr>
              <w:pStyle w:val="TAC"/>
            </w:pPr>
            <w:r>
              <w:t>DC_3A_n77A</w:t>
            </w:r>
          </w:p>
          <w:p w14:paraId="0B77386E" w14:textId="77777777" w:rsidR="00F532BA" w:rsidRDefault="00F532BA" w:rsidP="00AC3FE8">
            <w:pPr>
              <w:pStyle w:val="TAC"/>
            </w:pPr>
            <w:r>
              <w:t>DC_28A_n77A</w:t>
            </w:r>
          </w:p>
        </w:tc>
      </w:tr>
      <w:tr w:rsidR="00F532BA" w14:paraId="6BBD2F9F"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17E0D723" w14:textId="77777777" w:rsidR="00F532BA" w:rsidRDefault="00F532BA" w:rsidP="00AC3FE8">
            <w:pPr>
              <w:pStyle w:val="TAC"/>
              <w:rPr>
                <w:rFonts w:cs="Arial"/>
                <w:szCs w:val="18"/>
                <w:lang w:eastAsia="ja-JP"/>
              </w:rPr>
            </w:pPr>
            <w:r>
              <w:rPr>
                <w:rFonts w:cs="Arial"/>
                <w:szCs w:val="18"/>
                <w:lang w:eastAsia="ja-JP"/>
              </w:rPr>
              <w:t>DC_1A-3A-28A-42A_n78A</w:t>
            </w:r>
            <w:r>
              <w:rPr>
                <w:rFonts w:cs="Arial"/>
                <w:vertAlign w:val="superscript"/>
                <w:lang w:eastAsia="ja-JP"/>
              </w:rPr>
              <w:t>5,6</w:t>
            </w:r>
          </w:p>
          <w:p w14:paraId="27AA13C9" w14:textId="77777777" w:rsidR="00F532BA" w:rsidRDefault="00F532BA" w:rsidP="00AC3FE8">
            <w:pPr>
              <w:pStyle w:val="TAC"/>
              <w:rPr>
                <w:rFonts w:cs="Arial"/>
                <w:szCs w:val="18"/>
                <w:lang w:eastAsia="ja-JP"/>
              </w:rPr>
            </w:pPr>
            <w:r>
              <w:rPr>
                <w:rFonts w:cs="Arial"/>
                <w:szCs w:val="18"/>
                <w:lang w:eastAsia="ja-JP"/>
              </w:rPr>
              <w:t>DC_1A-3A-28A-42A_n78C</w:t>
            </w:r>
            <w:r>
              <w:rPr>
                <w:rFonts w:cs="Arial"/>
                <w:vertAlign w:val="superscript"/>
                <w:lang w:eastAsia="ja-JP"/>
              </w:rPr>
              <w:t>5,6</w:t>
            </w:r>
          </w:p>
          <w:p w14:paraId="42C5D718" w14:textId="77777777" w:rsidR="00F532BA" w:rsidRDefault="00F532BA" w:rsidP="00AC3FE8">
            <w:pPr>
              <w:pStyle w:val="TAC"/>
              <w:rPr>
                <w:rFonts w:cs="Arial"/>
              </w:rPr>
            </w:pPr>
            <w:r>
              <w:rPr>
                <w:rFonts w:cs="Arial"/>
              </w:rPr>
              <w:t>DC_1A-3A-2</w:t>
            </w:r>
            <w:r>
              <w:rPr>
                <w:rFonts w:cs="Arial"/>
                <w:lang w:eastAsia="zh-CN"/>
              </w:rPr>
              <w:t>8</w:t>
            </w:r>
            <w:r>
              <w:rPr>
                <w:rFonts w:cs="Arial"/>
              </w:rPr>
              <w:t>A-42C_n7</w:t>
            </w:r>
            <w:r>
              <w:rPr>
                <w:rFonts w:cs="Arial"/>
                <w:lang w:eastAsia="zh-CN"/>
              </w:rPr>
              <w:t>8</w:t>
            </w:r>
            <w:r>
              <w:rPr>
                <w:rFonts w:cs="Arial"/>
              </w:rPr>
              <w:t>A</w:t>
            </w:r>
            <w:r>
              <w:rPr>
                <w:rFonts w:cs="Arial"/>
                <w:vertAlign w:val="superscript"/>
                <w:lang w:eastAsia="ja-JP"/>
              </w:rPr>
              <w:t>5,6</w:t>
            </w:r>
          </w:p>
          <w:p w14:paraId="3AD97BBA" w14:textId="77777777" w:rsidR="00F532BA" w:rsidRDefault="00F532BA" w:rsidP="00AC3FE8">
            <w:pPr>
              <w:pStyle w:val="TAC"/>
              <w:rPr>
                <w:rFonts w:cs="Arial"/>
              </w:rPr>
            </w:pPr>
            <w:r>
              <w:rPr>
                <w:rFonts w:cs="Arial"/>
              </w:rPr>
              <w:t>DC_1A-3A-2</w:t>
            </w:r>
            <w:r>
              <w:rPr>
                <w:rFonts w:cs="Arial"/>
                <w:lang w:eastAsia="zh-CN"/>
              </w:rPr>
              <w:t>8</w:t>
            </w:r>
            <w:r>
              <w:rPr>
                <w:rFonts w:cs="Arial"/>
              </w:rPr>
              <w:t>A-42C_n7</w:t>
            </w:r>
            <w:r>
              <w:rPr>
                <w:rFonts w:cs="Arial"/>
                <w:lang w:eastAsia="zh-CN"/>
              </w:rPr>
              <w:t>8</w:t>
            </w:r>
            <w:r>
              <w:rPr>
                <w:rFonts w:cs="Arial"/>
              </w:rPr>
              <w:t>C</w:t>
            </w:r>
            <w:r>
              <w:rPr>
                <w:rFonts w:cs="Arial"/>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446C5767" w14:textId="77777777" w:rsidR="00F532BA" w:rsidRDefault="00F532BA" w:rsidP="00AC3FE8">
            <w:pPr>
              <w:pStyle w:val="TAC"/>
            </w:pPr>
            <w:r>
              <w:t>DC_1A_n78A</w:t>
            </w:r>
          </w:p>
          <w:p w14:paraId="0B61D32D" w14:textId="77777777" w:rsidR="00F532BA" w:rsidRDefault="00F532BA" w:rsidP="00AC3FE8">
            <w:pPr>
              <w:pStyle w:val="TAC"/>
            </w:pPr>
            <w:r>
              <w:t>DC_3A_n78A</w:t>
            </w:r>
          </w:p>
          <w:p w14:paraId="42EF2723" w14:textId="77777777" w:rsidR="00F532BA" w:rsidRDefault="00F532BA" w:rsidP="00AC3FE8">
            <w:pPr>
              <w:pStyle w:val="TAC"/>
            </w:pPr>
            <w:r>
              <w:t>DC_28A_n78A</w:t>
            </w:r>
          </w:p>
        </w:tc>
      </w:tr>
      <w:tr w:rsidR="00F532BA" w14:paraId="3EE94A82"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53D8D2A8" w14:textId="77777777" w:rsidR="00F532BA" w:rsidRDefault="00F532BA" w:rsidP="00AC3FE8">
            <w:pPr>
              <w:pStyle w:val="TAC"/>
              <w:rPr>
                <w:rFonts w:cs="Arial"/>
                <w:szCs w:val="18"/>
                <w:lang w:eastAsia="ja-JP"/>
              </w:rPr>
            </w:pPr>
            <w:r>
              <w:rPr>
                <w:rFonts w:cs="Arial"/>
                <w:szCs w:val="18"/>
                <w:lang w:eastAsia="ja-JP"/>
              </w:rPr>
              <w:t>DC_1A-3A-28A-42A_n79A</w:t>
            </w:r>
          </w:p>
          <w:p w14:paraId="40166673" w14:textId="77777777" w:rsidR="00F532BA" w:rsidRDefault="00F532BA" w:rsidP="00AC3FE8">
            <w:pPr>
              <w:pStyle w:val="TAC"/>
              <w:rPr>
                <w:rFonts w:cs="Arial"/>
                <w:szCs w:val="18"/>
                <w:lang w:eastAsia="ja-JP"/>
              </w:rPr>
            </w:pPr>
            <w:r>
              <w:rPr>
                <w:rFonts w:cs="Arial"/>
                <w:szCs w:val="18"/>
                <w:lang w:eastAsia="ja-JP"/>
              </w:rPr>
              <w:t>DC_1A-3A-28A-42A_n79C</w:t>
            </w:r>
          </w:p>
          <w:p w14:paraId="36652770" w14:textId="77777777" w:rsidR="00F532BA" w:rsidRDefault="00F532BA" w:rsidP="00AC3FE8">
            <w:pPr>
              <w:pStyle w:val="TAC"/>
              <w:rPr>
                <w:rFonts w:cs="Arial"/>
              </w:rPr>
            </w:pPr>
            <w:r>
              <w:rPr>
                <w:rFonts w:cs="Arial"/>
              </w:rPr>
              <w:t>DC_1A-3A-2</w:t>
            </w:r>
            <w:r>
              <w:rPr>
                <w:rFonts w:cs="Arial"/>
                <w:lang w:eastAsia="zh-CN"/>
              </w:rPr>
              <w:t>8</w:t>
            </w:r>
            <w:r>
              <w:rPr>
                <w:rFonts w:cs="Arial"/>
              </w:rPr>
              <w:t>A-42C_n7</w:t>
            </w:r>
            <w:r>
              <w:rPr>
                <w:rFonts w:cs="Arial"/>
                <w:lang w:eastAsia="zh-CN"/>
              </w:rPr>
              <w:t>9</w:t>
            </w:r>
            <w:r>
              <w:rPr>
                <w:rFonts w:cs="Arial"/>
              </w:rPr>
              <w:t>A</w:t>
            </w:r>
          </w:p>
          <w:p w14:paraId="61A6CF79" w14:textId="77777777" w:rsidR="00F532BA" w:rsidRDefault="00F532BA" w:rsidP="00AC3FE8">
            <w:pPr>
              <w:pStyle w:val="TAC"/>
              <w:rPr>
                <w:rFonts w:cs="Arial"/>
              </w:rPr>
            </w:pPr>
            <w:r>
              <w:rPr>
                <w:rFonts w:cs="Arial"/>
              </w:rPr>
              <w:t>DC_1A-3A-2</w:t>
            </w:r>
            <w:r>
              <w:rPr>
                <w:rFonts w:cs="Arial"/>
                <w:lang w:eastAsia="zh-CN"/>
              </w:rPr>
              <w:t>8</w:t>
            </w:r>
            <w:r>
              <w:rPr>
                <w:rFonts w:cs="Arial"/>
              </w:rPr>
              <w:t>A-42C_n7</w:t>
            </w:r>
            <w:r>
              <w:rPr>
                <w:rFonts w:cs="Arial"/>
                <w:lang w:eastAsia="zh-CN"/>
              </w:rPr>
              <w:t>9</w:t>
            </w:r>
            <w:r>
              <w:rPr>
                <w:rFonts w:cs="Arial"/>
              </w:rPr>
              <w:t>C</w:t>
            </w:r>
          </w:p>
        </w:tc>
        <w:tc>
          <w:tcPr>
            <w:tcW w:w="3544" w:type="dxa"/>
            <w:tcBorders>
              <w:top w:val="single" w:sz="4" w:space="0" w:color="auto"/>
              <w:left w:val="single" w:sz="4" w:space="0" w:color="auto"/>
              <w:bottom w:val="single" w:sz="4" w:space="0" w:color="auto"/>
              <w:right w:val="single" w:sz="4" w:space="0" w:color="auto"/>
            </w:tcBorders>
            <w:hideMark/>
          </w:tcPr>
          <w:p w14:paraId="5772425A" w14:textId="77777777" w:rsidR="00F532BA" w:rsidRDefault="00F532BA" w:rsidP="00AC3FE8">
            <w:pPr>
              <w:pStyle w:val="TAC"/>
            </w:pPr>
            <w:r>
              <w:t>DC_1A_n79A</w:t>
            </w:r>
          </w:p>
          <w:p w14:paraId="55685807" w14:textId="77777777" w:rsidR="00F532BA" w:rsidRDefault="00F532BA" w:rsidP="00AC3FE8">
            <w:pPr>
              <w:pStyle w:val="TAC"/>
            </w:pPr>
            <w:r>
              <w:t>DC_3A_n79A</w:t>
            </w:r>
          </w:p>
          <w:p w14:paraId="1F05DC83" w14:textId="77777777" w:rsidR="00F532BA" w:rsidRDefault="00F532BA" w:rsidP="00AC3FE8">
            <w:pPr>
              <w:pStyle w:val="TAC"/>
            </w:pPr>
            <w:r>
              <w:t>DC_28A_n79A</w:t>
            </w:r>
          </w:p>
        </w:tc>
      </w:tr>
      <w:tr w:rsidR="00F532BA" w14:paraId="794522A4"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16DC2A8E" w14:textId="77777777" w:rsidR="00F532BA" w:rsidRDefault="00F532BA" w:rsidP="00AC3FE8">
            <w:pPr>
              <w:pStyle w:val="TAC"/>
              <w:rPr>
                <w:rFonts w:cs="Arial"/>
                <w:szCs w:val="18"/>
                <w:lang w:eastAsia="ja-JP"/>
              </w:rPr>
            </w:pPr>
            <w:r>
              <w:rPr>
                <w:rFonts w:cs="Arial"/>
                <w:szCs w:val="18"/>
                <w:lang w:eastAsia="ja-JP"/>
              </w:rPr>
              <w:t>DC_1A-3A-41A_n28A-n77A</w:t>
            </w:r>
          </w:p>
        </w:tc>
        <w:tc>
          <w:tcPr>
            <w:tcW w:w="3544" w:type="dxa"/>
            <w:tcBorders>
              <w:top w:val="single" w:sz="4" w:space="0" w:color="auto"/>
              <w:left w:val="single" w:sz="4" w:space="0" w:color="auto"/>
              <w:bottom w:val="single" w:sz="4" w:space="0" w:color="auto"/>
              <w:right w:val="single" w:sz="4" w:space="0" w:color="auto"/>
            </w:tcBorders>
            <w:hideMark/>
          </w:tcPr>
          <w:p w14:paraId="17594E73" w14:textId="77777777" w:rsidR="00F532BA" w:rsidRDefault="00F532BA" w:rsidP="00AC3FE8">
            <w:pPr>
              <w:pStyle w:val="TAC"/>
            </w:pPr>
            <w:r>
              <w:t>DC_1A_n28A</w:t>
            </w:r>
          </w:p>
          <w:p w14:paraId="5823427B" w14:textId="77777777" w:rsidR="00F532BA" w:rsidRDefault="00F532BA" w:rsidP="00AC3FE8">
            <w:pPr>
              <w:pStyle w:val="TAC"/>
            </w:pPr>
            <w:r>
              <w:t>DC_1A_n77A</w:t>
            </w:r>
          </w:p>
          <w:p w14:paraId="5BBA4512" w14:textId="77777777" w:rsidR="00F532BA" w:rsidRDefault="00F532BA" w:rsidP="00AC3FE8">
            <w:pPr>
              <w:pStyle w:val="TAC"/>
            </w:pPr>
            <w:r>
              <w:t>DC_3A_n28A</w:t>
            </w:r>
          </w:p>
          <w:p w14:paraId="13F89BF5" w14:textId="77777777" w:rsidR="00F532BA" w:rsidRDefault="00F532BA" w:rsidP="00AC3FE8">
            <w:pPr>
              <w:pStyle w:val="TAC"/>
            </w:pPr>
            <w:r>
              <w:t>DC_3A_n77A</w:t>
            </w:r>
          </w:p>
          <w:p w14:paraId="4383C65E" w14:textId="77777777" w:rsidR="00F532BA" w:rsidRDefault="00F532BA" w:rsidP="00AC3FE8">
            <w:pPr>
              <w:pStyle w:val="TAC"/>
            </w:pPr>
            <w:r>
              <w:t>DC_41A_n28A</w:t>
            </w:r>
          </w:p>
          <w:p w14:paraId="315DDF1D" w14:textId="77777777" w:rsidR="00F532BA" w:rsidRDefault="00F532BA" w:rsidP="00AC3FE8">
            <w:pPr>
              <w:pStyle w:val="TAC"/>
            </w:pPr>
            <w:r>
              <w:t>DC_41A_n77A</w:t>
            </w:r>
          </w:p>
        </w:tc>
      </w:tr>
      <w:tr w:rsidR="00F532BA" w14:paraId="1FA0D058"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6C4ED5E0" w14:textId="77777777" w:rsidR="00F532BA" w:rsidRDefault="00F532BA" w:rsidP="00AC3FE8">
            <w:pPr>
              <w:pStyle w:val="TAC"/>
              <w:rPr>
                <w:rFonts w:cs="Arial"/>
                <w:szCs w:val="18"/>
                <w:lang w:eastAsia="ja-JP"/>
              </w:rPr>
            </w:pPr>
            <w:r>
              <w:rPr>
                <w:rFonts w:cs="Arial"/>
                <w:szCs w:val="18"/>
                <w:lang w:eastAsia="ja-JP"/>
              </w:rPr>
              <w:t>DC_1A-3A-41C_n28A-n77A</w:t>
            </w:r>
          </w:p>
        </w:tc>
        <w:tc>
          <w:tcPr>
            <w:tcW w:w="3544" w:type="dxa"/>
            <w:tcBorders>
              <w:top w:val="single" w:sz="4" w:space="0" w:color="auto"/>
              <w:left w:val="single" w:sz="4" w:space="0" w:color="auto"/>
              <w:bottom w:val="single" w:sz="4" w:space="0" w:color="auto"/>
              <w:right w:val="single" w:sz="4" w:space="0" w:color="auto"/>
            </w:tcBorders>
            <w:hideMark/>
          </w:tcPr>
          <w:p w14:paraId="276FEC96" w14:textId="77777777" w:rsidR="00F532BA" w:rsidRDefault="00F532BA" w:rsidP="00AC3FE8">
            <w:pPr>
              <w:pStyle w:val="TAC"/>
            </w:pPr>
            <w:r>
              <w:t>DC_1A_n28A</w:t>
            </w:r>
          </w:p>
          <w:p w14:paraId="0BD3F3DD" w14:textId="77777777" w:rsidR="00F532BA" w:rsidRDefault="00F532BA" w:rsidP="00AC3FE8">
            <w:pPr>
              <w:pStyle w:val="TAC"/>
            </w:pPr>
            <w:r>
              <w:t>DC_1A_n77A</w:t>
            </w:r>
          </w:p>
          <w:p w14:paraId="5D3F0FB1" w14:textId="77777777" w:rsidR="00F532BA" w:rsidRDefault="00F532BA" w:rsidP="00AC3FE8">
            <w:pPr>
              <w:pStyle w:val="TAC"/>
            </w:pPr>
            <w:r>
              <w:t>DC_3A_n28A</w:t>
            </w:r>
          </w:p>
          <w:p w14:paraId="5749F229" w14:textId="77777777" w:rsidR="00F532BA" w:rsidRDefault="00F532BA" w:rsidP="00AC3FE8">
            <w:pPr>
              <w:pStyle w:val="TAC"/>
            </w:pPr>
            <w:r>
              <w:t>DC_3A_n77A</w:t>
            </w:r>
          </w:p>
          <w:p w14:paraId="4ADBE835" w14:textId="77777777" w:rsidR="00F532BA" w:rsidRDefault="00F532BA" w:rsidP="00AC3FE8">
            <w:pPr>
              <w:pStyle w:val="TAC"/>
            </w:pPr>
            <w:r>
              <w:t>DC_41A_n28A</w:t>
            </w:r>
          </w:p>
          <w:p w14:paraId="716826DF" w14:textId="77777777" w:rsidR="00F532BA" w:rsidRDefault="00F532BA" w:rsidP="00AC3FE8">
            <w:pPr>
              <w:pStyle w:val="TAC"/>
            </w:pPr>
            <w:r>
              <w:t>DC_41A_n77A</w:t>
            </w:r>
          </w:p>
          <w:p w14:paraId="43A82F40" w14:textId="77777777" w:rsidR="00F532BA" w:rsidRDefault="00F532BA" w:rsidP="00AC3FE8">
            <w:pPr>
              <w:pStyle w:val="TAC"/>
            </w:pPr>
            <w:r>
              <w:t>DC_41C_n28A</w:t>
            </w:r>
          </w:p>
          <w:p w14:paraId="26297601" w14:textId="77777777" w:rsidR="00F532BA" w:rsidRDefault="00F532BA" w:rsidP="00AC3FE8">
            <w:pPr>
              <w:pStyle w:val="TAC"/>
            </w:pPr>
            <w:r>
              <w:t>DC_41C_n77A</w:t>
            </w:r>
          </w:p>
        </w:tc>
      </w:tr>
      <w:tr w:rsidR="00F532BA" w14:paraId="7EA45287"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77657A7C" w14:textId="77777777" w:rsidR="00F532BA" w:rsidRDefault="00F532BA" w:rsidP="00AC3FE8">
            <w:pPr>
              <w:pStyle w:val="TAC"/>
              <w:rPr>
                <w:rFonts w:cs="Arial"/>
                <w:szCs w:val="18"/>
                <w:lang w:eastAsia="ja-JP"/>
              </w:rPr>
            </w:pPr>
            <w:r>
              <w:rPr>
                <w:rFonts w:cs="Arial"/>
                <w:szCs w:val="18"/>
                <w:lang w:eastAsia="ja-JP"/>
              </w:rPr>
              <w:t>DC_1A-3A-41A_n28A-n78A</w:t>
            </w:r>
          </w:p>
        </w:tc>
        <w:tc>
          <w:tcPr>
            <w:tcW w:w="3544" w:type="dxa"/>
            <w:tcBorders>
              <w:top w:val="single" w:sz="4" w:space="0" w:color="auto"/>
              <w:left w:val="single" w:sz="4" w:space="0" w:color="auto"/>
              <w:bottom w:val="single" w:sz="4" w:space="0" w:color="auto"/>
              <w:right w:val="single" w:sz="4" w:space="0" w:color="auto"/>
            </w:tcBorders>
            <w:hideMark/>
          </w:tcPr>
          <w:p w14:paraId="0B18E1EF" w14:textId="77777777" w:rsidR="00F532BA" w:rsidRDefault="00F532BA" w:rsidP="00AC3FE8">
            <w:pPr>
              <w:pStyle w:val="TAC"/>
            </w:pPr>
            <w:r>
              <w:t>DC_1A_n28A</w:t>
            </w:r>
          </w:p>
          <w:p w14:paraId="54A03D1A" w14:textId="77777777" w:rsidR="00F532BA" w:rsidRDefault="00F532BA" w:rsidP="00AC3FE8">
            <w:pPr>
              <w:pStyle w:val="TAC"/>
            </w:pPr>
            <w:r>
              <w:t>DC_1A_n78A</w:t>
            </w:r>
          </w:p>
          <w:p w14:paraId="2254FFE4" w14:textId="77777777" w:rsidR="00F532BA" w:rsidRDefault="00F532BA" w:rsidP="00AC3FE8">
            <w:pPr>
              <w:pStyle w:val="TAC"/>
            </w:pPr>
            <w:r>
              <w:t>DC_3A_n28A</w:t>
            </w:r>
          </w:p>
          <w:p w14:paraId="31E98174" w14:textId="77777777" w:rsidR="00F532BA" w:rsidRDefault="00F532BA" w:rsidP="00AC3FE8">
            <w:pPr>
              <w:pStyle w:val="TAC"/>
            </w:pPr>
            <w:r>
              <w:t>DC_3A_n78A</w:t>
            </w:r>
          </w:p>
          <w:p w14:paraId="66181EBF" w14:textId="77777777" w:rsidR="00F532BA" w:rsidRDefault="00F532BA" w:rsidP="00AC3FE8">
            <w:pPr>
              <w:pStyle w:val="TAC"/>
            </w:pPr>
            <w:r>
              <w:t>DC_41A_n28A</w:t>
            </w:r>
          </w:p>
          <w:p w14:paraId="46607CE6" w14:textId="77777777" w:rsidR="00F532BA" w:rsidRDefault="00F532BA" w:rsidP="00AC3FE8">
            <w:pPr>
              <w:pStyle w:val="TAC"/>
            </w:pPr>
            <w:r>
              <w:t>DC_41A_n78A</w:t>
            </w:r>
          </w:p>
        </w:tc>
      </w:tr>
      <w:tr w:rsidR="00F532BA" w14:paraId="73F36C34"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00FEF01F" w14:textId="77777777" w:rsidR="00F532BA" w:rsidRDefault="00F532BA" w:rsidP="00AC3FE8">
            <w:pPr>
              <w:pStyle w:val="TAC"/>
              <w:rPr>
                <w:rFonts w:cs="Arial"/>
                <w:szCs w:val="18"/>
                <w:lang w:eastAsia="ja-JP"/>
              </w:rPr>
            </w:pPr>
            <w:r>
              <w:rPr>
                <w:rFonts w:cs="Arial"/>
                <w:szCs w:val="18"/>
                <w:lang w:eastAsia="ja-JP"/>
              </w:rPr>
              <w:t>DC_1A-3A-41C_n28A-n78A</w:t>
            </w:r>
          </w:p>
        </w:tc>
        <w:tc>
          <w:tcPr>
            <w:tcW w:w="3544" w:type="dxa"/>
            <w:tcBorders>
              <w:top w:val="single" w:sz="4" w:space="0" w:color="auto"/>
              <w:left w:val="single" w:sz="4" w:space="0" w:color="auto"/>
              <w:bottom w:val="single" w:sz="4" w:space="0" w:color="auto"/>
              <w:right w:val="single" w:sz="4" w:space="0" w:color="auto"/>
            </w:tcBorders>
            <w:hideMark/>
          </w:tcPr>
          <w:p w14:paraId="4F4E781A" w14:textId="77777777" w:rsidR="00F532BA" w:rsidRDefault="00F532BA" w:rsidP="00AC3FE8">
            <w:pPr>
              <w:pStyle w:val="TAC"/>
            </w:pPr>
            <w:r>
              <w:t>DC_1A_n28A</w:t>
            </w:r>
          </w:p>
          <w:p w14:paraId="1062690C" w14:textId="77777777" w:rsidR="00F532BA" w:rsidRDefault="00F532BA" w:rsidP="00AC3FE8">
            <w:pPr>
              <w:pStyle w:val="TAC"/>
            </w:pPr>
            <w:r>
              <w:t>DC_1A_n78A</w:t>
            </w:r>
          </w:p>
          <w:p w14:paraId="2A64AA02" w14:textId="77777777" w:rsidR="00F532BA" w:rsidRDefault="00F532BA" w:rsidP="00AC3FE8">
            <w:pPr>
              <w:pStyle w:val="TAC"/>
            </w:pPr>
            <w:r>
              <w:t>DC_3A_n28A</w:t>
            </w:r>
          </w:p>
          <w:p w14:paraId="72DACE7D" w14:textId="77777777" w:rsidR="00F532BA" w:rsidRDefault="00F532BA" w:rsidP="00AC3FE8">
            <w:pPr>
              <w:pStyle w:val="TAC"/>
            </w:pPr>
            <w:r>
              <w:t>DC_3A_n78A</w:t>
            </w:r>
          </w:p>
          <w:p w14:paraId="4F30815A" w14:textId="77777777" w:rsidR="00F532BA" w:rsidRDefault="00F532BA" w:rsidP="00AC3FE8">
            <w:pPr>
              <w:pStyle w:val="TAC"/>
            </w:pPr>
            <w:r>
              <w:t>DC_41A_n28A</w:t>
            </w:r>
          </w:p>
          <w:p w14:paraId="12DF41EC" w14:textId="77777777" w:rsidR="00F532BA" w:rsidRDefault="00F532BA" w:rsidP="00AC3FE8">
            <w:pPr>
              <w:pStyle w:val="TAC"/>
            </w:pPr>
            <w:r>
              <w:t>DC_41A_n78A</w:t>
            </w:r>
          </w:p>
          <w:p w14:paraId="19F0C79D" w14:textId="77777777" w:rsidR="00F532BA" w:rsidRDefault="00F532BA" w:rsidP="00AC3FE8">
            <w:pPr>
              <w:pStyle w:val="TAC"/>
            </w:pPr>
            <w:r>
              <w:t>DC_41C_n28A</w:t>
            </w:r>
          </w:p>
          <w:p w14:paraId="45269373" w14:textId="77777777" w:rsidR="00F532BA" w:rsidRDefault="00F532BA" w:rsidP="00AC3FE8">
            <w:pPr>
              <w:pStyle w:val="TAC"/>
            </w:pPr>
            <w:r>
              <w:t>DC_41C_n78A</w:t>
            </w:r>
          </w:p>
        </w:tc>
      </w:tr>
      <w:tr w:rsidR="00F532BA" w14:paraId="63DB9E38"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5C8B0764" w14:textId="77777777" w:rsidR="00F532BA" w:rsidRDefault="00F532BA" w:rsidP="00AC3FE8">
            <w:pPr>
              <w:pStyle w:val="TAC"/>
              <w:rPr>
                <w:rFonts w:cs="Arial"/>
              </w:rPr>
            </w:pPr>
            <w:r>
              <w:t>DC_1A-3A-41A-42A_n77A</w:t>
            </w:r>
            <w:r>
              <w:rPr>
                <w:rFonts w:cs="Arial"/>
                <w:vertAlign w:val="superscript"/>
                <w:lang w:eastAsia="ja-JP"/>
              </w:rPr>
              <w:t>5,6</w:t>
            </w:r>
          </w:p>
          <w:p w14:paraId="5CA774F2" w14:textId="77777777" w:rsidR="00F532BA" w:rsidRDefault="00F532BA" w:rsidP="00AC3FE8">
            <w:pPr>
              <w:pStyle w:val="TAC"/>
              <w:rPr>
                <w:rFonts w:cs="Arial"/>
              </w:rPr>
            </w:pPr>
            <w:r>
              <w:t>DC_1A-3A-41A-42C_n77A</w:t>
            </w:r>
            <w:r>
              <w:rPr>
                <w:rFonts w:cs="Arial"/>
                <w:vertAlign w:val="superscript"/>
                <w:lang w:eastAsia="ja-JP"/>
              </w:rPr>
              <w:t>5,6</w:t>
            </w:r>
          </w:p>
          <w:p w14:paraId="1F3E5E27" w14:textId="77777777" w:rsidR="00F532BA" w:rsidRDefault="00F532BA" w:rsidP="00AC3FE8">
            <w:pPr>
              <w:pStyle w:val="TAC"/>
              <w:rPr>
                <w:rFonts w:cs="Arial"/>
              </w:rPr>
            </w:pPr>
            <w:r>
              <w:t>DC_1A-3A-41C-42A_n77A</w:t>
            </w:r>
            <w:r>
              <w:rPr>
                <w:rFonts w:cs="Arial"/>
                <w:vertAlign w:val="superscript"/>
                <w:lang w:eastAsia="ja-JP"/>
              </w:rPr>
              <w:t>5,6</w:t>
            </w:r>
          </w:p>
          <w:p w14:paraId="36AEC9C6" w14:textId="77777777" w:rsidR="00F532BA" w:rsidRDefault="00F532BA" w:rsidP="00AC3FE8">
            <w:pPr>
              <w:pStyle w:val="TAC"/>
              <w:rPr>
                <w:rFonts w:cs="Arial"/>
                <w:szCs w:val="18"/>
                <w:lang w:eastAsia="ja-JP"/>
              </w:rPr>
            </w:pPr>
            <w:r>
              <w:t>DC_1A-3A-41C-42C_n77A</w:t>
            </w:r>
            <w:r>
              <w:rPr>
                <w:rFonts w:cs="Arial"/>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6A7F6EF8" w14:textId="77777777" w:rsidR="00F532BA" w:rsidRDefault="00F532BA" w:rsidP="00AC3FE8">
            <w:pPr>
              <w:pStyle w:val="TAC"/>
            </w:pPr>
            <w:r>
              <w:t>DC_1A_n77A</w:t>
            </w:r>
          </w:p>
          <w:p w14:paraId="35D10938" w14:textId="77777777" w:rsidR="00F532BA" w:rsidRDefault="00F532BA" w:rsidP="00AC3FE8">
            <w:pPr>
              <w:pStyle w:val="TAC"/>
            </w:pPr>
            <w:r>
              <w:t>DC_3A_n77A</w:t>
            </w:r>
          </w:p>
          <w:p w14:paraId="2F5B7D1D" w14:textId="77777777" w:rsidR="00F532BA" w:rsidRDefault="00F532BA" w:rsidP="00AC3FE8">
            <w:pPr>
              <w:pStyle w:val="TAC"/>
            </w:pPr>
            <w:r>
              <w:t>DC_41A_n77A</w:t>
            </w:r>
          </w:p>
        </w:tc>
      </w:tr>
      <w:tr w:rsidR="00F532BA" w14:paraId="10D0DB07"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7B51BEA1" w14:textId="77777777" w:rsidR="00F532BA" w:rsidRDefault="00F532BA" w:rsidP="00AC3FE8">
            <w:pPr>
              <w:pStyle w:val="TAC"/>
              <w:rPr>
                <w:rFonts w:cs="Arial"/>
              </w:rPr>
            </w:pPr>
            <w:r>
              <w:lastRenderedPageBreak/>
              <w:t>DC_1A-3A-41A-42A_n78A</w:t>
            </w:r>
            <w:r>
              <w:rPr>
                <w:rFonts w:cs="Arial"/>
                <w:vertAlign w:val="superscript"/>
                <w:lang w:eastAsia="ja-JP"/>
              </w:rPr>
              <w:t>5,6</w:t>
            </w:r>
          </w:p>
          <w:p w14:paraId="0A0B2319" w14:textId="77777777" w:rsidR="00F532BA" w:rsidRDefault="00F532BA" w:rsidP="00AC3FE8">
            <w:pPr>
              <w:pStyle w:val="TAC"/>
              <w:rPr>
                <w:rFonts w:cs="Arial"/>
              </w:rPr>
            </w:pPr>
            <w:r>
              <w:t>DC_1A-3A-41A-42C_n78A</w:t>
            </w:r>
            <w:r>
              <w:rPr>
                <w:rFonts w:cs="Arial"/>
                <w:vertAlign w:val="superscript"/>
                <w:lang w:eastAsia="ja-JP"/>
              </w:rPr>
              <w:t>5,6</w:t>
            </w:r>
          </w:p>
          <w:p w14:paraId="684E2C41" w14:textId="77777777" w:rsidR="00F532BA" w:rsidRDefault="00F532BA" w:rsidP="00AC3FE8">
            <w:pPr>
              <w:pStyle w:val="TAC"/>
              <w:rPr>
                <w:rFonts w:cs="Arial"/>
              </w:rPr>
            </w:pPr>
            <w:r>
              <w:t>DC_1A-3A-41C-42A_n78A</w:t>
            </w:r>
            <w:r>
              <w:rPr>
                <w:rFonts w:cs="Arial"/>
                <w:vertAlign w:val="superscript"/>
                <w:lang w:eastAsia="ja-JP"/>
              </w:rPr>
              <w:t>5,6</w:t>
            </w:r>
          </w:p>
          <w:p w14:paraId="1A049FF8" w14:textId="77777777" w:rsidR="00F532BA" w:rsidRDefault="00F532BA" w:rsidP="00AC3FE8">
            <w:pPr>
              <w:pStyle w:val="TAC"/>
            </w:pPr>
            <w:r>
              <w:t>DC_1A-3A-41C-42C_n78A</w:t>
            </w:r>
            <w:r>
              <w:rPr>
                <w:rFonts w:cs="Arial"/>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3E79A537" w14:textId="77777777" w:rsidR="00F532BA" w:rsidRDefault="00F532BA" w:rsidP="00AC3FE8">
            <w:pPr>
              <w:pStyle w:val="TAC"/>
            </w:pPr>
            <w:r>
              <w:t>DC_1A_n78A</w:t>
            </w:r>
          </w:p>
          <w:p w14:paraId="5BC40AB1" w14:textId="77777777" w:rsidR="00F532BA" w:rsidRDefault="00F532BA" w:rsidP="00AC3FE8">
            <w:pPr>
              <w:pStyle w:val="TAC"/>
            </w:pPr>
            <w:r>
              <w:t>DC_3A_n78A</w:t>
            </w:r>
          </w:p>
          <w:p w14:paraId="0ADB0EBB" w14:textId="77777777" w:rsidR="00F532BA" w:rsidRDefault="00F532BA" w:rsidP="00AC3FE8">
            <w:pPr>
              <w:pStyle w:val="TAC"/>
            </w:pPr>
            <w:r>
              <w:t>DC_41A_n78A</w:t>
            </w:r>
          </w:p>
        </w:tc>
      </w:tr>
      <w:tr w:rsidR="00F532BA" w14:paraId="431DF033"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376F4CC6" w14:textId="77777777" w:rsidR="00F532BA" w:rsidRDefault="00F532BA" w:rsidP="00AC3FE8">
            <w:pPr>
              <w:pStyle w:val="TAC"/>
            </w:pPr>
            <w:r>
              <w:rPr>
                <w:lang w:eastAsia="ja-JP"/>
              </w:rPr>
              <w:t>DC_1A-3A-41A-42A_n79A</w:t>
            </w:r>
          </w:p>
          <w:p w14:paraId="43E1085E" w14:textId="77777777" w:rsidR="00F532BA" w:rsidRDefault="00F532BA" w:rsidP="00AC3FE8">
            <w:pPr>
              <w:pStyle w:val="TAC"/>
            </w:pPr>
            <w:r>
              <w:rPr>
                <w:lang w:eastAsia="ja-JP"/>
              </w:rPr>
              <w:t>DC_1A-3A-41A-42C_n79A</w:t>
            </w:r>
          </w:p>
          <w:p w14:paraId="2B0AE015" w14:textId="77777777" w:rsidR="00F532BA" w:rsidRDefault="00F532BA" w:rsidP="00AC3FE8">
            <w:pPr>
              <w:pStyle w:val="TAC"/>
            </w:pPr>
            <w:r>
              <w:rPr>
                <w:lang w:eastAsia="ja-JP"/>
              </w:rPr>
              <w:t>DC_1A-3A-41C-42A_n79A</w:t>
            </w:r>
          </w:p>
          <w:p w14:paraId="5B43489D" w14:textId="77777777" w:rsidR="00F532BA" w:rsidRDefault="00F532BA" w:rsidP="00AC3FE8">
            <w:pPr>
              <w:pStyle w:val="TAC"/>
            </w:pPr>
            <w:r>
              <w:rPr>
                <w:lang w:eastAsia="ja-JP"/>
              </w:rPr>
              <w:t>DC_1A-3A-41C-42C_n79A</w:t>
            </w:r>
          </w:p>
        </w:tc>
        <w:tc>
          <w:tcPr>
            <w:tcW w:w="3544" w:type="dxa"/>
            <w:tcBorders>
              <w:top w:val="single" w:sz="4" w:space="0" w:color="auto"/>
              <w:left w:val="single" w:sz="4" w:space="0" w:color="auto"/>
              <w:bottom w:val="single" w:sz="4" w:space="0" w:color="auto"/>
              <w:right w:val="single" w:sz="4" w:space="0" w:color="auto"/>
            </w:tcBorders>
            <w:hideMark/>
          </w:tcPr>
          <w:p w14:paraId="3F4597B6" w14:textId="77777777" w:rsidR="00F532BA" w:rsidRDefault="00F532BA" w:rsidP="00AC3FE8">
            <w:pPr>
              <w:pStyle w:val="TAC"/>
              <w:rPr>
                <w:lang w:eastAsia="ja-JP"/>
              </w:rPr>
            </w:pPr>
            <w:r>
              <w:rPr>
                <w:lang w:eastAsia="fi-FI"/>
              </w:rPr>
              <w:t>DC_1A_</w:t>
            </w:r>
            <w:r>
              <w:rPr>
                <w:lang w:eastAsia="ja-JP"/>
              </w:rPr>
              <w:t>n79A</w:t>
            </w:r>
          </w:p>
          <w:p w14:paraId="6BD9F170" w14:textId="77777777" w:rsidR="00F532BA" w:rsidRDefault="00F532BA" w:rsidP="00AC3FE8">
            <w:pPr>
              <w:pStyle w:val="TAC"/>
              <w:rPr>
                <w:lang w:eastAsia="ja-JP"/>
              </w:rPr>
            </w:pPr>
            <w:r>
              <w:rPr>
                <w:lang w:eastAsia="fi-FI"/>
              </w:rPr>
              <w:t>DC_</w:t>
            </w:r>
            <w:r>
              <w:rPr>
                <w:lang w:eastAsia="ja-JP"/>
              </w:rPr>
              <w:t>3</w:t>
            </w:r>
            <w:r>
              <w:rPr>
                <w:lang w:eastAsia="fi-FI"/>
              </w:rPr>
              <w:t>A_</w:t>
            </w:r>
            <w:r>
              <w:rPr>
                <w:lang w:eastAsia="ja-JP"/>
              </w:rPr>
              <w:t>n79</w:t>
            </w:r>
            <w:r>
              <w:rPr>
                <w:lang w:eastAsia="fi-FI"/>
              </w:rPr>
              <w:t>A</w:t>
            </w:r>
          </w:p>
          <w:p w14:paraId="23104B1A" w14:textId="77777777" w:rsidR="00F532BA" w:rsidRDefault="00F532BA" w:rsidP="00AC3FE8">
            <w:pPr>
              <w:pStyle w:val="TAC"/>
            </w:pPr>
            <w:r>
              <w:rPr>
                <w:lang w:eastAsia="fi-FI"/>
              </w:rPr>
              <w:t>DC_</w:t>
            </w:r>
            <w:r>
              <w:rPr>
                <w:lang w:eastAsia="ja-JP"/>
              </w:rPr>
              <w:t>41</w:t>
            </w:r>
            <w:r>
              <w:rPr>
                <w:lang w:eastAsia="fi-FI"/>
              </w:rPr>
              <w:t>A_</w:t>
            </w:r>
            <w:r>
              <w:rPr>
                <w:lang w:eastAsia="ja-JP"/>
              </w:rPr>
              <w:t>n79</w:t>
            </w:r>
            <w:r>
              <w:rPr>
                <w:lang w:eastAsia="fi-FI"/>
              </w:rPr>
              <w:t>A</w:t>
            </w:r>
          </w:p>
        </w:tc>
      </w:tr>
      <w:tr w:rsidR="00F532BA" w14:paraId="2A8C54FB"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6E94A081" w14:textId="77777777" w:rsidR="00F532BA" w:rsidRDefault="00F532BA" w:rsidP="00AC3FE8">
            <w:pPr>
              <w:pStyle w:val="TAC"/>
              <w:rPr>
                <w:rFonts w:cs="Arial"/>
                <w:lang w:eastAsia="zh-CN"/>
              </w:rPr>
            </w:pPr>
            <w:r>
              <w:rPr>
                <w:rFonts w:cs="Arial"/>
                <w:lang w:eastAsia="zh-CN"/>
              </w:rPr>
              <w:t>DC_1A-7A-20A_n3A-n78A</w:t>
            </w:r>
          </w:p>
        </w:tc>
        <w:tc>
          <w:tcPr>
            <w:tcW w:w="3544" w:type="dxa"/>
            <w:tcBorders>
              <w:top w:val="single" w:sz="4" w:space="0" w:color="auto"/>
              <w:left w:val="single" w:sz="4" w:space="0" w:color="auto"/>
              <w:bottom w:val="single" w:sz="4" w:space="0" w:color="auto"/>
              <w:right w:val="single" w:sz="4" w:space="0" w:color="auto"/>
            </w:tcBorders>
            <w:hideMark/>
          </w:tcPr>
          <w:p w14:paraId="56DE55BF" w14:textId="77777777" w:rsidR="00F532BA" w:rsidRDefault="00F532BA" w:rsidP="00AC3FE8">
            <w:pPr>
              <w:pStyle w:val="TAC"/>
              <w:rPr>
                <w:rFonts w:cs="Arial"/>
                <w:lang w:eastAsia="zh-CN"/>
              </w:rPr>
            </w:pPr>
            <w:r>
              <w:rPr>
                <w:rFonts w:cs="Arial"/>
                <w:lang w:eastAsia="zh-CN"/>
              </w:rPr>
              <w:t>DC_1A_n3A</w:t>
            </w:r>
          </w:p>
        </w:tc>
      </w:tr>
      <w:tr w:rsidR="00F532BA" w14:paraId="0B42FDA4"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64A4FDCB" w14:textId="77777777" w:rsidR="00F532BA" w:rsidRDefault="00F532BA" w:rsidP="00AC3FE8">
            <w:pPr>
              <w:pStyle w:val="TAC"/>
              <w:rPr>
                <w:lang w:eastAsia="zh-CN"/>
              </w:rPr>
            </w:pPr>
            <w:r>
              <w:rPr>
                <w:lang w:eastAsia="zh-CN"/>
              </w:rPr>
              <w:t>DC_1A-7A-28A_n5A-n78A</w:t>
            </w:r>
          </w:p>
          <w:p w14:paraId="28A94211" w14:textId="77777777" w:rsidR="00F532BA" w:rsidRDefault="00F532BA" w:rsidP="00AC3FE8">
            <w:pPr>
              <w:pStyle w:val="TAC"/>
              <w:rPr>
                <w:lang w:eastAsia="ja-JP"/>
              </w:rPr>
            </w:pPr>
            <w:r>
              <w:rPr>
                <w:lang w:eastAsia="zh-CN"/>
              </w:rPr>
              <w:t>DC_1A-7C-28A_n5A-n78A</w:t>
            </w:r>
          </w:p>
        </w:tc>
        <w:tc>
          <w:tcPr>
            <w:tcW w:w="3544" w:type="dxa"/>
            <w:tcBorders>
              <w:top w:val="single" w:sz="4" w:space="0" w:color="auto"/>
              <w:left w:val="single" w:sz="4" w:space="0" w:color="auto"/>
              <w:bottom w:val="single" w:sz="4" w:space="0" w:color="auto"/>
              <w:right w:val="single" w:sz="4" w:space="0" w:color="auto"/>
            </w:tcBorders>
            <w:hideMark/>
          </w:tcPr>
          <w:p w14:paraId="0058608B" w14:textId="77777777" w:rsidR="00F532BA" w:rsidRDefault="00F532BA" w:rsidP="00AC3FE8">
            <w:pPr>
              <w:pStyle w:val="TAC"/>
              <w:rPr>
                <w:lang w:eastAsia="zh-CN"/>
              </w:rPr>
            </w:pPr>
            <w:r>
              <w:rPr>
                <w:lang w:eastAsia="zh-CN"/>
              </w:rPr>
              <w:t>DC_1A_n5A</w:t>
            </w:r>
          </w:p>
          <w:p w14:paraId="597C6A38" w14:textId="77777777" w:rsidR="00F532BA" w:rsidRDefault="00F532BA" w:rsidP="00AC3FE8">
            <w:pPr>
              <w:pStyle w:val="TAC"/>
              <w:rPr>
                <w:lang w:eastAsia="zh-CN"/>
              </w:rPr>
            </w:pPr>
            <w:r>
              <w:rPr>
                <w:lang w:eastAsia="zh-CN"/>
              </w:rPr>
              <w:t>DC_1A_n78A</w:t>
            </w:r>
          </w:p>
          <w:p w14:paraId="1503C941" w14:textId="77777777" w:rsidR="00F532BA" w:rsidRDefault="00F532BA" w:rsidP="00AC3FE8">
            <w:pPr>
              <w:pStyle w:val="TAC"/>
              <w:rPr>
                <w:lang w:eastAsia="zh-CN"/>
              </w:rPr>
            </w:pPr>
            <w:r>
              <w:rPr>
                <w:lang w:eastAsia="zh-CN"/>
              </w:rPr>
              <w:t>DC_7A_n5A</w:t>
            </w:r>
          </w:p>
          <w:p w14:paraId="4D4C7B7C" w14:textId="77777777" w:rsidR="00F532BA" w:rsidRDefault="00F532BA" w:rsidP="00AC3FE8">
            <w:pPr>
              <w:pStyle w:val="TAC"/>
              <w:rPr>
                <w:lang w:eastAsia="zh-CN"/>
              </w:rPr>
            </w:pPr>
            <w:r>
              <w:rPr>
                <w:lang w:eastAsia="zh-CN"/>
              </w:rPr>
              <w:t>DC_7C_n5A</w:t>
            </w:r>
          </w:p>
          <w:p w14:paraId="0A2A18B8" w14:textId="77777777" w:rsidR="00F532BA" w:rsidRDefault="00F532BA" w:rsidP="00AC3FE8">
            <w:pPr>
              <w:pStyle w:val="TAC"/>
              <w:rPr>
                <w:lang w:eastAsia="zh-CN"/>
              </w:rPr>
            </w:pPr>
            <w:r>
              <w:rPr>
                <w:lang w:eastAsia="zh-CN"/>
              </w:rPr>
              <w:t>DC_7A_n78A</w:t>
            </w:r>
          </w:p>
          <w:p w14:paraId="0C030810" w14:textId="77777777" w:rsidR="00F532BA" w:rsidRDefault="00F532BA" w:rsidP="00AC3FE8">
            <w:pPr>
              <w:pStyle w:val="TAC"/>
              <w:rPr>
                <w:lang w:eastAsia="zh-CN"/>
              </w:rPr>
            </w:pPr>
            <w:r>
              <w:rPr>
                <w:lang w:eastAsia="zh-CN"/>
              </w:rPr>
              <w:t>DC_7C_n78A</w:t>
            </w:r>
          </w:p>
          <w:p w14:paraId="6B5910A5" w14:textId="77777777" w:rsidR="00F532BA" w:rsidRDefault="00F532BA" w:rsidP="00AC3FE8">
            <w:pPr>
              <w:pStyle w:val="TAC"/>
              <w:rPr>
                <w:lang w:eastAsia="zh-CN"/>
              </w:rPr>
            </w:pPr>
            <w:r>
              <w:rPr>
                <w:lang w:eastAsia="zh-CN"/>
              </w:rPr>
              <w:t>DC_28A_n5A</w:t>
            </w:r>
          </w:p>
          <w:p w14:paraId="52E08B0B" w14:textId="77777777" w:rsidR="00F532BA" w:rsidRDefault="00F532BA" w:rsidP="00AC3FE8">
            <w:pPr>
              <w:pStyle w:val="TAC"/>
              <w:rPr>
                <w:lang w:eastAsia="fi-FI"/>
              </w:rPr>
            </w:pPr>
            <w:r>
              <w:rPr>
                <w:lang w:eastAsia="zh-CN"/>
              </w:rPr>
              <w:t>DC_28A_n78A</w:t>
            </w:r>
          </w:p>
        </w:tc>
      </w:tr>
      <w:tr w:rsidR="00F532BA" w14:paraId="06C95354"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24092B7C" w14:textId="77777777" w:rsidR="00F532BA" w:rsidRDefault="00F532BA" w:rsidP="00AC3FE8">
            <w:pPr>
              <w:pStyle w:val="TAC"/>
              <w:rPr>
                <w:lang w:eastAsia="zh-CN"/>
              </w:rPr>
            </w:pPr>
            <w:r>
              <w:rPr>
                <w:rFonts w:cs="Arial"/>
                <w:szCs w:val="16"/>
                <w:lang w:eastAsia="ko-KR"/>
              </w:rPr>
              <w:t>DC_1A-7A-28A_n7A-n78A</w:t>
            </w:r>
          </w:p>
        </w:tc>
        <w:tc>
          <w:tcPr>
            <w:tcW w:w="3544" w:type="dxa"/>
            <w:tcBorders>
              <w:top w:val="single" w:sz="4" w:space="0" w:color="auto"/>
              <w:left w:val="single" w:sz="4" w:space="0" w:color="auto"/>
              <w:bottom w:val="single" w:sz="4" w:space="0" w:color="auto"/>
              <w:right w:val="single" w:sz="4" w:space="0" w:color="auto"/>
            </w:tcBorders>
            <w:hideMark/>
          </w:tcPr>
          <w:p w14:paraId="0ED602A6" w14:textId="77777777" w:rsidR="00F532BA" w:rsidRDefault="00F532BA" w:rsidP="00AC3FE8">
            <w:pPr>
              <w:pStyle w:val="TAC"/>
              <w:rPr>
                <w:rFonts w:cs="Arial"/>
                <w:szCs w:val="16"/>
                <w:lang w:eastAsia="zh-CN"/>
              </w:rPr>
            </w:pPr>
            <w:r>
              <w:rPr>
                <w:rFonts w:cs="Arial"/>
                <w:szCs w:val="16"/>
                <w:lang w:eastAsia="zh-CN"/>
              </w:rPr>
              <w:t>DC_1A_n7A</w:t>
            </w:r>
          </w:p>
          <w:p w14:paraId="43306289" w14:textId="77777777" w:rsidR="00F532BA" w:rsidRDefault="00F532BA" w:rsidP="00AC3FE8">
            <w:pPr>
              <w:pStyle w:val="TAC"/>
              <w:rPr>
                <w:rFonts w:cs="Arial"/>
                <w:szCs w:val="16"/>
                <w:lang w:eastAsia="zh-CN"/>
              </w:rPr>
            </w:pPr>
            <w:r>
              <w:rPr>
                <w:rFonts w:cs="Arial"/>
                <w:szCs w:val="16"/>
                <w:lang w:eastAsia="zh-CN"/>
              </w:rPr>
              <w:t>DC_7A_n7A</w:t>
            </w:r>
            <w:r>
              <w:rPr>
                <w:rFonts w:cs="Arial"/>
                <w:vertAlign w:val="superscript"/>
                <w:lang w:eastAsia="zh-CN"/>
              </w:rPr>
              <w:t>4</w:t>
            </w:r>
          </w:p>
          <w:p w14:paraId="3240FF82" w14:textId="77777777" w:rsidR="00F532BA" w:rsidRDefault="00F532BA" w:rsidP="00AC3FE8">
            <w:pPr>
              <w:pStyle w:val="TAC"/>
              <w:rPr>
                <w:rFonts w:cs="Arial"/>
                <w:szCs w:val="16"/>
                <w:lang w:eastAsia="zh-CN"/>
              </w:rPr>
            </w:pPr>
            <w:r>
              <w:rPr>
                <w:rFonts w:cs="Arial"/>
                <w:szCs w:val="16"/>
                <w:lang w:eastAsia="zh-CN"/>
              </w:rPr>
              <w:t>DC_28A_n7A</w:t>
            </w:r>
          </w:p>
          <w:p w14:paraId="0296DA9F" w14:textId="77777777" w:rsidR="00F532BA" w:rsidRDefault="00F532BA" w:rsidP="00AC3FE8">
            <w:pPr>
              <w:pStyle w:val="TAC"/>
              <w:rPr>
                <w:rFonts w:cs="Arial"/>
                <w:szCs w:val="16"/>
                <w:lang w:eastAsia="zh-CN"/>
              </w:rPr>
            </w:pPr>
            <w:r>
              <w:rPr>
                <w:rFonts w:cs="Arial"/>
                <w:szCs w:val="16"/>
                <w:lang w:eastAsia="zh-CN"/>
              </w:rPr>
              <w:t>DC_1A_n78A</w:t>
            </w:r>
          </w:p>
          <w:p w14:paraId="704DC8AC" w14:textId="77777777" w:rsidR="00F532BA" w:rsidRDefault="00F532BA" w:rsidP="00AC3FE8">
            <w:pPr>
              <w:pStyle w:val="TAC"/>
              <w:rPr>
                <w:rFonts w:cs="Arial"/>
                <w:szCs w:val="16"/>
                <w:lang w:eastAsia="zh-CN"/>
              </w:rPr>
            </w:pPr>
            <w:r>
              <w:rPr>
                <w:rFonts w:cs="Arial"/>
                <w:szCs w:val="16"/>
                <w:lang w:eastAsia="zh-CN"/>
              </w:rPr>
              <w:t>DC_7A_n78A</w:t>
            </w:r>
          </w:p>
          <w:p w14:paraId="73185031" w14:textId="77777777" w:rsidR="00F532BA" w:rsidRDefault="00F532BA" w:rsidP="00AC3FE8">
            <w:pPr>
              <w:pStyle w:val="TAC"/>
              <w:rPr>
                <w:lang w:eastAsia="zh-CN"/>
              </w:rPr>
            </w:pPr>
            <w:r>
              <w:rPr>
                <w:rFonts w:cs="Arial"/>
                <w:szCs w:val="16"/>
                <w:lang w:eastAsia="zh-CN"/>
              </w:rPr>
              <w:t>DC_28A_n78A</w:t>
            </w:r>
          </w:p>
        </w:tc>
      </w:tr>
      <w:tr w:rsidR="00F532BA" w14:paraId="081C1813"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748E63CD" w14:textId="77777777" w:rsidR="00F532BA" w:rsidRDefault="00F532BA" w:rsidP="00AC3FE8">
            <w:pPr>
              <w:pStyle w:val="TAC"/>
              <w:rPr>
                <w:rFonts w:cs="Arial"/>
                <w:lang w:eastAsia="ja-JP"/>
              </w:rPr>
            </w:pPr>
            <w:r>
              <w:rPr>
                <w:rFonts w:cs="Arial"/>
                <w:szCs w:val="18"/>
                <w:lang w:eastAsia="ko-KR"/>
              </w:rPr>
              <w:t>DC_1A-7A-20A_n28A-n78A</w:t>
            </w:r>
            <w:r>
              <w:rPr>
                <w:rFonts w:cs="Arial"/>
                <w:szCs w:val="18"/>
                <w:vertAlign w:val="superscript"/>
                <w:lang w:eastAsia="ko-KR"/>
              </w:rPr>
              <w:t>2,3</w:t>
            </w:r>
            <w:r>
              <w:rPr>
                <w:rFonts w:eastAsia="MS Mincho" w:cs="Arial"/>
                <w:szCs w:val="18"/>
                <w:vertAlign w:val="superscript"/>
                <w:lang w:eastAsia="ja-JP"/>
              </w:rPr>
              <w:t>,6,7</w:t>
            </w:r>
          </w:p>
        </w:tc>
        <w:tc>
          <w:tcPr>
            <w:tcW w:w="3544" w:type="dxa"/>
            <w:tcBorders>
              <w:top w:val="single" w:sz="4" w:space="0" w:color="auto"/>
              <w:left w:val="single" w:sz="4" w:space="0" w:color="auto"/>
              <w:bottom w:val="single" w:sz="4" w:space="0" w:color="auto"/>
              <w:right w:val="single" w:sz="4" w:space="0" w:color="auto"/>
            </w:tcBorders>
            <w:hideMark/>
          </w:tcPr>
          <w:p w14:paraId="1597A8B6" w14:textId="77777777" w:rsidR="00F532BA" w:rsidRDefault="00F532BA" w:rsidP="00AC3FE8">
            <w:pPr>
              <w:pStyle w:val="TAC"/>
              <w:rPr>
                <w:lang w:eastAsia="ko-KR"/>
              </w:rPr>
            </w:pPr>
            <w:r>
              <w:rPr>
                <w:lang w:eastAsia="ko-KR"/>
              </w:rPr>
              <w:t>DC_1A_n28A</w:t>
            </w:r>
          </w:p>
          <w:p w14:paraId="762FFDB2" w14:textId="77777777" w:rsidR="00F532BA" w:rsidRDefault="00F532BA" w:rsidP="00AC3FE8">
            <w:pPr>
              <w:pStyle w:val="TAC"/>
              <w:rPr>
                <w:lang w:eastAsia="ko-KR"/>
              </w:rPr>
            </w:pPr>
            <w:r>
              <w:rPr>
                <w:lang w:eastAsia="ko-KR"/>
              </w:rPr>
              <w:t>DC_1A_n78A</w:t>
            </w:r>
          </w:p>
          <w:p w14:paraId="2A247C9E" w14:textId="77777777" w:rsidR="00F532BA" w:rsidRDefault="00F532BA" w:rsidP="00AC3FE8">
            <w:pPr>
              <w:pStyle w:val="TAC"/>
              <w:rPr>
                <w:lang w:eastAsia="ko-KR"/>
              </w:rPr>
            </w:pPr>
            <w:r>
              <w:rPr>
                <w:lang w:eastAsia="ko-KR"/>
              </w:rPr>
              <w:t>DC_7A_n28A</w:t>
            </w:r>
          </w:p>
          <w:p w14:paraId="54CD830D" w14:textId="77777777" w:rsidR="00F532BA" w:rsidRDefault="00F532BA" w:rsidP="00AC3FE8">
            <w:pPr>
              <w:pStyle w:val="TAC"/>
              <w:rPr>
                <w:lang w:eastAsia="ko-KR"/>
              </w:rPr>
            </w:pPr>
            <w:r>
              <w:rPr>
                <w:lang w:eastAsia="ko-KR"/>
              </w:rPr>
              <w:t>DC_7A_n78A</w:t>
            </w:r>
          </w:p>
          <w:p w14:paraId="6B2978C4" w14:textId="77777777" w:rsidR="00F532BA" w:rsidRDefault="00F532BA" w:rsidP="00AC3FE8">
            <w:pPr>
              <w:pStyle w:val="TAC"/>
              <w:rPr>
                <w:lang w:eastAsia="ko-KR"/>
              </w:rPr>
            </w:pPr>
            <w:r>
              <w:rPr>
                <w:lang w:eastAsia="ko-KR"/>
              </w:rPr>
              <w:t>DC_20A_n28A</w:t>
            </w:r>
          </w:p>
          <w:p w14:paraId="310AD863" w14:textId="77777777" w:rsidR="00F532BA" w:rsidRDefault="00F532BA" w:rsidP="00AC3FE8">
            <w:pPr>
              <w:pStyle w:val="TAC"/>
              <w:rPr>
                <w:rFonts w:cs="Arial"/>
                <w:lang w:eastAsia="ja-JP"/>
              </w:rPr>
            </w:pPr>
            <w:r>
              <w:rPr>
                <w:lang w:eastAsia="ko-KR"/>
              </w:rPr>
              <w:t>DC_20A_n78A</w:t>
            </w:r>
          </w:p>
        </w:tc>
      </w:tr>
      <w:tr w:rsidR="00F532BA" w14:paraId="15BF1B70"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38D436AB" w14:textId="603B860E" w:rsidR="00F532BA" w:rsidRDefault="00F532BA" w:rsidP="00AC3FE8">
            <w:pPr>
              <w:pStyle w:val="TAC"/>
              <w:rPr>
                <w:rFonts w:cs="Arial"/>
                <w:lang w:eastAsia="ja-JP"/>
              </w:rPr>
            </w:pPr>
            <w:r>
              <w:rPr>
                <w:rFonts w:cs="Arial"/>
                <w:lang w:eastAsia="ja-JP"/>
              </w:rPr>
              <w:t>DC</w:t>
            </w:r>
            <w:r>
              <w:rPr>
                <w:rFonts w:cs="Arial"/>
              </w:rPr>
              <w:t>_</w:t>
            </w:r>
            <w:r>
              <w:rPr>
                <w:rFonts w:cs="Arial"/>
                <w:lang w:eastAsia="ja-JP"/>
              </w:rPr>
              <w:t>1A-19A-21A-42A_n77A</w:t>
            </w:r>
            <w:r>
              <w:rPr>
                <w:rFonts w:cs="Arial"/>
                <w:vertAlign w:val="superscript"/>
                <w:lang w:eastAsia="ja-JP"/>
              </w:rPr>
              <w:t>56</w:t>
            </w:r>
          </w:p>
          <w:p w14:paraId="40420694" w14:textId="77777777" w:rsidR="00F532BA" w:rsidRDefault="00F532BA" w:rsidP="00AC3FE8">
            <w:pPr>
              <w:pStyle w:val="TAC"/>
              <w:rPr>
                <w:rFonts w:cs="Arial"/>
                <w:lang w:eastAsia="ja-JP"/>
              </w:rPr>
            </w:pPr>
            <w:r>
              <w:rPr>
                <w:rFonts w:cs="Arial"/>
                <w:lang w:eastAsia="ja-JP"/>
              </w:rPr>
              <w:t>DC</w:t>
            </w:r>
            <w:r>
              <w:rPr>
                <w:rFonts w:cs="Arial"/>
              </w:rPr>
              <w:t>_</w:t>
            </w:r>
            <w:r>
              <w:rPr>
                <w:rFonts w:cs="Arial"/>
                <w:lang w:eastAsia="ja-JP"/>
              </w:rPr>
              <w:t>1A-19A-21A-42A_n77C</w:t>
            </w:r>
            <w:r>
              <w:rPr>
                <w:rFonts w:cs="Arial"/>
                <w:vertAlign w:val="superscript"/>
                <w:lang w:eastAsia="ja-JP"/>
              </w:rPr>
              <w:t>5,6</w:t>
            </w:r>
          </w:p>
          <w:p w14:paraId="4003280B" w14:textId="77777777" w:rsidR="00F532BA" w:rsidRDefault="00F532BA" w:rsidP="00AC3FE8">
            <w:pPr>
              <w:pStyle w:val="TAC"/>
              <w:rPr>
                <w:rFonts w:cs="Arial"/>
              </w:rPr>
            </w:pPr>
            <w:r>
              <w:rPr>
                <w:rFonts w:cs="Arial"/>
              </w:rPr>
              <w:t>DC_1A-19A-21A-42C_n77A</w:t>
            </w:r>
            <w:r>
              <w:rPr>
                <w:rFonts w:cs="Arial"/>
                <w:vertAlign w:val="superscript"/>
                <w:lang w:eastAsia="ja-JP"/>
              </w:rPr>
              <w:t>5,6</w:t>
            </w:r>
          </w:p>
          <w:p w14:paraId="54240463" w14:textId="77777777" w:rsidR="00F532BA" w:rsidRDefault="00F532BA" w:rsidP="00AC3FE8">
            <w:pPr>
              <w:pStyle w:val="TAC"/>
              <w:rPr>
                <w:lang w:eastAsia="ja-JP"/>
              </w:rPr>
            </w:pPr>
            <w:r>
              <w:rPr>
                <w:rFonts w:cs="Arial"/>
              </w:rPr>
              <w:t>DC_1A-19A-21A-42C_n77</w:t>
            </w:r>
            <w:r>
              <w:rPr>
                <w:rFonts w:cs="Arial"/>
                <w:lang w:eastAsia="zh-CN"/>
              </w:rPr>
              <w:t>C</w:t>
            </w:r>
            <w:r>
              <w:rPr>
                <w:rFonts w:cs="Arial"/>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04C9345E" w14:textId="77777777" w:rsidR="00F532BA" w:rsidRDefault="00F532BA" w:rsidP="00AC3FE8">
            <w:pPr>
              <w:pStyle w:val="TAC"/>
              <w:rPr>
                <w:rFonts w:cs="Arial"/>
                <w:lang w:eastAsia="ja-JP"/>
              </w:rPr>
            </w:pPr>
            <w:r>
              <w:rPr>
                <w:rFonts w:cs="Arial"/>
                <w:lang w:eastAsia="ja-JP"/>
              </w:rPr>
              <w:t>DC</w:t>
            </w:r>
            <w:r>
              <w:rPr>
                <w:rFonts w:cs="Arial"/>
              </w:rPr>
              <w:t>_</w:t>
            </w:r>
            <w:r>
              <w:rPr>
                <w:rFonts w:cs="Arial"/>
                <w:lang w:eastAsia="ja-JP"/>
              </w:rPr>
              <w:t>1A_n77A</w:t>
            </w:r>
          </w:p>
          <w:p w14:paraId="35EAAAED" w14:textId="77777777" w:rsidR="00F532BA" w:rsidRDefault="00F532BA" w:rsidP="00AC3FE8">
            <w:pPr>
              <w:pStyle w:val="TAC"/>
              <w:rPr>
                <w:rFonts w:cs="Arial"/>
                <w:lang w:eastAsia="ja-JP"/>
              </w:rPr>
            </w:pPr>
            <w:r>
              <w:rPr>
                <w:rFonts w:cs="Arial"/>
                <w:lang w:eastAsia="ja-JP"/>
              </w:rPr>
              <w:t>DC</w:t>
            </w:r>
            <w:r>
              <w:rPr>
                <w:rFonts w:cs="Arial"/>
              </w:rPr>
              <w:t>_</w:t>
            </w:r>
            <w:r>
              <w:rPr>
                <w:rFonts w:cs="Arial"/>
                <w:lang w:eastAsia="ja-JP"/>
              </w:rPr>
              <w:t>19A_n77A</w:t>
            </w:r>
          </w:p>
          <w:p w14:paraId="06AC2975" w14:textId="77777777" w:rsidR="00F532BA" w:rsidRDefault="00F532BA" w:rsidP="00AC3FE8">
            <w:pPr>
              <w:pStyle w:val="TAC"/>
              <w:rPr>
                <w:lang w:eastAsia="ja-JP"/>
              </w:rPr>
            </w:pPr>
            <w:r>
              <w:rPr>
                <w:rFonts w:cs="Arial"/>
                <w:lang w:eastAsia="ja-JP"/>
              </w:rPr>
              <w:t>DC</w:t>
            </w:r>
            <w:r>
              <w:rPr>
                <w:rFonts w:cs="Arial"/>
              </w:rPr>
              <w:t>_</w:t>
            </w:r>
            <w:r>
              <w:rPr>
                <w:rFonts w:cs="Arial"/>
                <w:lang w:eastAsia="ja-JP"/>
              </w:rPr>
              <w:t>21A_n77A</w:t>
            </w:r>
          </w:p>
        </w:tc>
      </w:tr>
      <w:tr w:rsidR="00F532BA" w14:paraId="33ED558A"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5F8C586D" w14:textId="77777777" w:rsidR="00F532BA" w:rsidRDefault="00F532BA" w:rsidP="00AC3FE8">
            <w:pPr>
              <w:pStyle w:val="TAC"/>
              <w:rPr>
                <w:rFonts w:cs="Arial"/>
                <w:lang w:eastAsia="ja-JP"/>
              </w:rPr>
            </w:pPr>
            <w:r>
              <w:rPr>
                <w:rFonts w:cs="Arial"/>
                <w:lang w:eastAsia="ja-JP"/>
              </w:rPr>
              <w:t>DC</w:t>
            </w:r>
            <w:r>
              <w:rPr>
                <w:rFonts w:cs="Arial"/>
              </w:rPr>
              <w:t>_</w:t>
            </w:r>
            <w:r>
              <w:rPr>
                <w:rFonts w:cs="Arial"/>
                <w:lang w:eastAsia="ja-JP"/>
              </w:rPr>
              <w:t>1A-19A-21A-42A_n78A</w:t>
            </w:r>
            <w:r>
              <w:rPr>
                <w:rFonts w:cs="Arial"/>
                <w:vertAlign w:val="superscript"/>
                <w:lang w:eastAsia="ja-JP"/>
              </w:rPr>
              <w:t>5,6</w:t>
            </w:r>
          </w:p>
          <w:p w14:paraId="2629250A" w14:textId="77777777" w:rsidR="00F532BA" w:rsidRDefault="00F532BA" w:rsidP="00AC3FE8">
            <w:pPr>
              <w:pStyle w:val="TAC"/>
              <w:rPr>
                <w:rFonts w:cs="Arial"/>
                <w:lang w:eastAsia="ja-JP"/>
              </w:rPr>
            </w:pPr>
            <w:r>
              <w:rPr>
                <w:rFonts w:cs="Arial"/>
                <w:lang w:eastAsia="ja-JP"/>
              </w:rPr>
              <w:t>DC</w:t>
            </w:r>
            <w:r>
              <w:rPr>
                <w:rFonts w:cs="Arial"/>
              </w:rPr>
              <w:t>_</w:t>
            </w:r>
            <w:r>
              <w:rPr>
                <w:rFonts w:cs="Arial"/>
                <w:lang w:eastAsia="ja-JP"/>
              </w:rPr>
              <w:t>1A-19A-21A-42A_n78C</w:t>
            </w:r>
            <w:r>
              <w:rPr>
                <w:rFonts w:cs="Arial"/>
                <w:vertAlign w:val="superscript"/>
                <w:lang w:eastAsia="ja-JP"/>
              </w:rPr>
              <w:t>5,6</w:t>
            </w:r>
          </w:p>
          <w:p w14:paraId="137EC980" w14:textId="77777777" w:rsidR="00F532BA" w:rsidRDefault="00F532BA" w:rsidP="00AC3FE8">
            <w:pPr>
              <w:pStyle w:val="TAC"/>
              <w:rPr>
                <w:rFonts w:cs="Arial"/>
              </w:rPr>
            </w:pPr>
            <w:r>
              <w:rPr>
                <w:rFonts w:cs="Arial"/>
              </w:rPr>
              <w:t>DC_1A-19A-21A-42C_n7</w:t>
            </w:r>
            <w:r>
              <w:rPr>
                <w:rFonts w:cs="Arial"/>
                <w:lang w:eastAsia="zh-CN"/>
              </w:rPr>
              <w:t>8</w:t>
            </w:r>
            <w:r>
              <w:rPr>
                <w:rFonts w:cs="Arial"/>
              </w:rPr>
              <w:t>A</w:t>
            </w:r>
            <w:r>
              <w:rPr>
                <w:rFonts w:cs="Arial"/>
                <w:vertAlign w:val="superscript"/>
                <w:lang w:eastAsia="ja-JP"/>
              </w:rPr>
              <w:t>5,6</w:t>
            </w:r>
          </w:p>
          <w:p w14:paraId="0204F750" w14:textId="77777777" w:rsidR="00F532BA" w:rsidRDefault="00F532BA" w:rsidP="00AC3FE8">
            <w:pPr>
              <w:pStyle w:val="TAC"/>
              <w:rPr>
                <w:lang w:eastAsia="ja-JP"/>
              </w:rPr>
            </w:pPr>
            <w:r>
              <w:rPr>
                <w:rFonts w:cs="Arial"/>
              </w:rPr>
              <w:t>DC_1A-19A-21A-42C_n7</w:t>
            </w:r>
            <w:r>
              <w:rPr>
                <w:rFonts w:cs="Arial"/>
                <w:lang w:eastAsia="zh-CN"/>
              </w:rPr>
              <w:t>8C</w:t>
            </w:r>
            <w:r>
              <w:rPr>
                <w:rFonts w:cs="Arial"/>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13907A4D" w14:textId="77777777" w:rsidR="00F532BA" w:rsidRDefault="00F532BA" w:rsidP="00AC3FE8">
            <w:pPr>
              <w:pStyle w:val="TAC"/>
              <w:rPr>
                <w:rFonts w:cs="Arial"/>
                <w:lang w:eastAsia="ja-JP"/>
              </w:rPr>
            </w:pPr>
            <w:r>
              <w:rPr>
                <w:rFonts w:cs="Arial"/>
                <w:lang w:eastAsia="ja-JP"/>
              </w:rPr>
              <w:t>DC</w:t>
            </w:r>
            <w:r>
              <w:rPr>
                <w:rFonts w:cs="Arial"/>
              </w:rPr>
              <w:t>_</w:t>
            </w:r>
            <w:r>
              <w:rPr>
                <w:rFonts w:cs="Arial"/>
                <w:lang w:eastAsia="ja-JP"/>
              </w:rPr>
              <w:t>1A_n78A</w:t>
            </w:r>
          </w:p>
          <w:p w14:paraId="28B0A555" w14:textId="77777777" w:rsidR="00F532BA" w:rsidRDefault="00F532BA" w:rsidP="00AC3FE8">
            <w:pPr>
              <w:pStyle w:val="TAC"/>
              <w:rPr>
                <w:rFonts w:cs="Arial"/>
                <w:lang w:eastAsia="ja-JP"/>
              </w:rPr>
            </w:pPr>
            <w:r>
              <w:rPr>
                <w:rFonts w:cs="Arial"/>
                <w:lang w:eastAsia="ja-JP"/>
              </w:rPr>
              <w:t>DC</w:t>
            </w:r>
            <w:r>
              <w:rPr>
                <w:rFonts w:cs="Arial"/>
              </w:rPr>
              <w:t>_</w:t>
            </w:r>
            <w:r>
              <w:rPr>
                <w:rFonts w:cs="Arial"/>
                <w:lang w:eastAsia="ja-JP"/>
              </w:rPr>
              <w:t>19A_n78A</w:t>
            </w:r>
          </w:p>
          <w:p w14:paraId="1BC371B1" w14:textId="77777777" w:rsidR="00F532BA" w:rsidRDefault="00F532BA" w:rsidP="00AC3FE8">
            <w:pPr>
              <w:pStyle w:val="TAC"/>
              <w:rPr>
                <w:lang w:eastAsia="ja-JP"/>
              </w:rPr>
            </w:pPr>
            <w:r>
              <w:rPr>
                <w:rFonts w:cs="Arial"/>
                <w:lang w:eastAsia="ja-JP"/>
              </w:rPr>
              <w:t>DC</w:t>
            </w:r>
            <w:r>
              <w:rPr>
                <w:rFonts w:cs="Arial"/>
              </w:rPr>
              <w:t>_</w:t>
            </w:r>
            <w:r>
              <w:rPr>
                <w:rFonts w:cs="Arial"/>
                <w:lang w:eastAsia="ja-JP"/>
              </w:rPr>
              <w:t>21A_n78A</w:t>
            </w:r>
          </w:p>
        </w:tc>
      </w:tr>
      <w:tr w:rsidR="00F532BA" w14:paraId="2BEE6FA4"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32F7587D" w14:textId="77777777" w:rsidR="00F532BA" w:rsidRDefault="00F532BA" w:rsidP="00AC3FE8">
            <w:pPr>
              <w:pStyle w:val="TAC"/>
              <w:rPr>
                <w:rFonts w:cs="Arial"/>
                <w:lang w:eastAsia="ja-JP"/>
              </w:rPr>
            </w:pPr>
            <w:r>
              <w:rPr>
                <w:rFonts w:cs="Arial"/>
                <w:lang w:eastAsia="ja-JP"/>
              </w:rPr>
              <w:t>DC</w:t>
            </w:r>
            <w:r>
              <w:rPr>
                <w:rFonts w:cs="Arial"/>
              </w:rPr>
              <w:t>_</w:t>
            </w:r>
            <w:r>
              <w:rPr>
                <w:rFonts w:cs="Arial"/>
                <w:lang w:eastAsia="ja-JP"/>
              </w:rPr>
              <w:t>1A-19A-21A-42A_n79A</w:t>
            </w:r>
          </w:p>
          <w:p w14:paraId="560A8694" w14:textId="77777777" w:rsidR="00F532BA" w:rsidRDefault="00F532BA" w:rsidP="00AC3FE8">
            <w:pPr>
              <w:pStyle w:val="TAC"/>
              <w:rPr>
                <w:rFonts w:cs="Arial"/>
                <w:lang w:eastAsia="ja-JP"/>
              </w:rPr>
            </w:pPr>
            <w:r>
              <w:rPr>
                <w:rFonts w:cs="Arial"/>
                <w:lang w:eastAsia="ja-JP"/>
              </w:rPr>
              <w:t>DC</w:t>
            </w:r>
            <w:r>
              <w:rPr>
                <w:rFonts w:cs="Arial"/>
              </w:rPr>
              <w:t>_</w:t>
            </w:r>
            <w:r>
              <w:rPr>
                <w:rFonts w:cs="Arial"/>
                <w:lang w:eastAsia="ja-JP"/>
              </w:rPr>
              <w:t>1A-19A-21A-42A_n79C</w:t>
            </w:r>
          </w:p>
          <w:p w14:paraId="6CD9CD6E" w14:textId="77777777" w:rsidR="00F532BA" w:rsidRDefault="00F532BA" w:rsidP="00AC3FE8">
            <w:pPr>
              <w:pStyle w:val="TAC"/>
              <w:rPr>
                <w:rFonts w:cs="Arial"/>
              </w:rPr>
            </w:pPr>
            <w:r>
              <w:rPr>
                <w:rFonts w:cs="Arial"/>
              </w:rPr>
              <w:t>DC_1A-19A-21A-42C_n7</w:t>
            </w:r>
            <w:r>
              <w:rPr>
                <w:rFonts w:cs="Arial"/>
                <w:lang w:eastAsia="zh-CN"/>
              </w:rPr>
              <w:t>9</w:t>
            </w:r>
            <w:r>
              <w:rPr>
                <w:rFonts w:cs="Arial"/>
              </w:rPr>
              <w:t>A</w:t>
            </w:r>
          </w:p>
          <w:p w14:paraId="7AAAE3DA" w14:textId="77777777" w:rsidR="00F532BA" w:rsidRDefault="00F532BA" w:rsidP="00AC3FE8">
            <w:pPr>
              <w:pStyle w:val="TAC"/>
              <w:rPr>
                <w:lang w:eastAsia="ja-JP"/>
              </w:rPr>
            </w:pPr>
            <w:r>
              <w:rPr>
                <w:rFonts w:cs="Arial"/>
              </w:rPr>
              <w:t>DC_1A-19A-21A-42C_n7</w:t>
            </w:r>
            <w:r>
              <w:rPr>
                <w:rFonts w:cs="Arial"/>
                <w:lang w:eastAsia="zh-CN"/>
              </w:rPr>
              <w:t>9C</w:t>
            </w:r>
          </w:p>
        </w:tc>
        <w:tc>
          <w:tcPr>
            <w:tcW w:w="3544" w:type="dxa"/>
            <w:tcBorders>
              <w:top w:val="single" w:sz="4" w:space="0" w:color="auto"/>
              <w:left w:val="single" w:sz="4" w:space="0" w:color="auto"/>
              <w:bottom w:val="single" w:sz="4" w:space="0" w:color="auto"/>
              <w:right w:val="single" w:sz="4" w:space="0" w:color="auto"/>
            </w:tcBorders>
            <w:hideMark/>
          </w:tcPr>
          <w:p w14:paraId="08F41BCF" w14:textId="77777777" w:rsidR="00F532BA" w:rsidRDefault="00F532BA" w:rsidP="00AC3FE8">
            <w:pPr>
              <w:pStyle w:val="TAC"/>
              <w:rPr>
                <w:rFonts w:cs="Arial"/>
                <w:lang w:eastAsia="ja-JP"/>
              </w:rPr>
            </w:pPr>
            <w:r>
              <w:rPr>
                <w:rFonts w:cs="Arial"/>
                <w:lang w:eastAsia="ja-JP"/>
              </w:rPr>
              <w:t>DC</w:t>
            </w:r>
            <w:r>
              <w:rPr>
                <w:rFonts w:cs="Arial"/>
              </w:rPr>
              <w:t>_</w:t>
            </w:r>
            <w:r>
              <w:rPr>
                <w:rFonts w:cs="Arial"/>
                <w:lang w:eastAsia="ja-JP"/>
              </w:rPr>
              <w:t>1A_n79A</w:t>
            </w:r>
          </w:p>
          <w:p w14:paraId="17DB802F" w14:textId="77777777" w:rsidR="00F532BA" w:rsidRDefault="00F532BA" w:rsidP="00AC3FE8">
            <w:pPr>
              <w:pStyle w:val="TAC"/>
              <w:rPr>
                <w:rFonts w:cs="Arial"/>
                <w:lang w:eastAsia="ja-JP"/>
              </w:rPr>
            </w:pPr>
            <w:r>
              <w:rPr>
                <w:rFonts w:cs="Arial"/>
                <w:lang w:eastAsia="ja-JP"/>
              </w:rPr>
              <w:t>DC</w:t>
            </w:r>
            <w:r>
              <w:rPr>
                <w:rFonts w:cs="Arial"/>
              </w:rPr>
              <w:t>_</w:t>
            </w:r>
            <w:r>
              <w:rPr>
                <w:rFonts w:cs="Arial"/>
                <w:lang w:eastAsia="ja-JP"/>
              </w:rPr>
              <w:t>19A_n79A</w:t>
            </w:r>
          </w:p>
          <w:p w14:paraId="5AD15673" w14:textId="77777777" w:rsidR="00F532BA" w:rsidRDefault="00F532BA" w:rsidP="00AC3FE8">
            <w:pPr>
              <w:pStyle w:val="TAC"/>
              <w:rPr>
                <w:lang w:eastAsia="ja-JP"/>
              </w:rPr>
            </w:pPr>
            <w:r>
              <w:rPr>
                <w:rFonts w:cs="Arial"/>
                <w:lang w:eastAsia="ja-JP"/>
              </w:rPr>
              <w:t>DC</w:t>
            </w:r>
            <w:r>
              <w:rPr>
                <w:rFonts w:cs="Arial"/>
              </w:rPr>
              <w:t>_</w:t>
            </w:r>
            <w:r>
              <w:rPr>
                <w:rFonts w:cs="Arial"/>
                <w:lang w:eastAsia="ja-JP"/>
              </w:rPr>
              <w:t>21A_n79A</w:t>
            </w:r>
          </w:p>
        </w:tc>
      </w:tr>
      <w:tr w:rsidR="00F532BA" w14:paraId="35778F2E"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753DB5B3" w14:textId="77777777" w:rsidR="00F532BA" w:rsidRPr="009452BA" w:rsidRDefault="00F532BA" w:rsidP="00AC3FE8">
            <w:pPr>
              <w:pStyle w:val="TAC"/>
              <w:rPr>
                <w:rFonts w:cs="Arial"/>
                <w:vertAlign w:val="superscript"/>
                <w:lang w:eastAsia="ko-KR"/>
              </w:rPr>
            </w:pPr>
            <w:r>
              <w:rPr>
                <w:rFonts w:cs="Arial"/>
                <w:lang w:eastAsia="ko-KR"/>
              </w:rPr>
              <w:t>DC_1A-19A-42A_n77A-n79A</w:t>
            </w:r>
            <w:r>
              <w:rPr>
                <w:rFonts w:cs="Arial"/>
                <w:vertAlign w:val="superscript"/>
                <w:lang w:eastAsia="ko-KR"/>
              </w:rPr>
              <w:t>5,6</w:t>
            </w:r>
          </w:p>
          <w:p w14:paraId="5B708D09" w14:textId="77777777" w:rsidR="00F532BA" w:rsidRDefault="00F532BA" w:rsidP="00AC3FE8">
            <w:pPr>
              <w:pStyle w:val="TAC"/>
              <w:rPr>
                <w:rFonts w:cs="Arial"/>
                <w:lang w:eastAsia="ja-JP"/>
              </w:rPr>
            </w:pPr>
            <w:r>
              <w:rPr>
                <w:rFonts w:cs="Arial"/>
                <w:lang w:eastAsia="ko-KR"/>
              </w:rPr>
              <w:t>DC_1A-19A-42C_n77A-n79A</w:t>
            </w:r>
            <w:r>
              <w:rPr>
                <w:rFonts w:cs="Arial"/>
                <w:vertAlign w:val="superscript"/>
                <w:lang w:eastAsia="ko-KR"/>
              </w:rPr>
              <w:t>5,6</w:t>
            </w:r>
          </w:p>
        </w:tc>
        <w:tc>
          <w:tcPr>
            <w:tcW w:w="3544" w:type="dxa"/>
            <w:tcBorders>
              <w:top w:val="single" w:sz="4" w:space="0" w:color="auto"/>
              <w:left w:val="single" w:sz="4" w:space="0" w:color="auto"/>
              <w:bottom w:val="single" w:sz="4" w:space="0" w:color="auto"/>
              <w:right w:val="single" w:sz="4" w:space="0" w:color="auto"/>
            </w:tcBorders>
            <w:hideMark/>
          </w:tcPr>
          <w:p w14:paraId="07DF7999" w14:textId="77777777" w:rsidR="00F532BA" w:rsidRDefault="00F532BA" w:rsidP="00AC3FE8">
            <w:pPr>
              <w:pStyle w:val="TAC"/>
              <w:rPr>
                <w:lang w:eastAsia="ko-KR"/>
              </w:rPr>
            </w:pPr>
            <w:r>
              <w:rPr>
                <w:lang w:eastAsia="ko-KR"/>
              </w:rPr>
              <w:t>DC_19A_n77A</w:t>
            </w:r>
          </w:p>
          <w:p w14:paraId="2348A891" w14:textId="77777777" w:rsidR="00F532BA" w:rsidRDefault="00F532BA" w:rsidP="00AC3FE8">
            <w:pPr>
              <w:pStyle w:val="TAC"/>
              <w:rPr>
                <w:rFonts w:cs="Arial"/>
                <w:lang w:eastAsia="ja-JP"/>
              </w:rPr>
            </w:pPr>
            <w:r>
              <w:rPr>
                <w:lang w:eastAsia="ko-KR"/>
              </w:rPr>
              <w:t>DC_19A_n79A</w:t>
            </w:r>
          </w:p>
        </w:tc>
      </w:tr>
      <w:tr w:rsidR="00F532BA" w14:paraId="42A645DD"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46BC9CA5" w14:textId="77777777" w:rsidR="00F532BA" w:rsidRDefault="00F532BA" w:rsidP="00AC3FE8">
            <w:pPr>
              <w:pStyle w:val="TAC"/>
              <w:rPr>
                <w:rFonts w:cs="Arial"/>
                <w:lang w:eastAsia="ko-KR"/>
              </w:rPr>
            </w:pPr>
            <w:r>
              <w:rPr>
                <w:rFonts w:cs="Arial"/>
                <w:lang w:eastAsia="ko-KR"/>
              </w:rPr>
              <w:t>DC_1A-19A-42A_n78A-n79A</w:t>
            </w:r>
            <w:r>
              <w:rPr>
                <w:rFonts w:cs="Arial"/>
                <w:vertAlign w:val="superscript"/>
                <w:lang w:eastAsia="ko-KR"/>
              </w:rPr>
              <w:t>5,6</w:t>
            </w:r>
          </w:p>
          <w:p w14:paraId="4CD243FA" w14:textId="77777777" w:rsidR="00F532BA" w:rsidRDefault="00F532BA" w:rsidP="00AC3FE8">
            <w:pPr>
              <w:pStyle w:val="TAC"/>
              <w:rPr>
                <w:rFonts w:cs="Arial"/>
                <w:lang w:eastAsia="ja-JP"/>
              </w:rPr>
            </w:pPr>
            <w:r>
              <w:rPr>
                <w:rFonts w:cs="Arial"/>
                <w:lang w:eastAsia="ko-KR"/>
              </w:rPr>
              <w:t>DC_1A-19A-42C_n78A-n79A</w:t>
            </w:r>
            <w:r>
              <w:rPr>
                <w:rFonts w:cs="Arial"/>
                <w:vertAlign w:val="superscript"/>
                <w:lang w:eastAsia="ko-KR"/>
              </w:rPr>
              <w:t>5,6</w:t>
            </w:r>
          </w:p>
        </w:tc>
        <w:tc>
          <w:tcPr>
            <w:tcW w:w="3544" w:type="dxa"/>
            <w:tcBorders>
              <w:top w:val="single" w:sz="4" w:space="0" w:color="auto"/>
              <w:left w:val="single" w:sz="4" w:space="0" w:color="auto"/>
              <w:bottom w:val="single" w:sz="4" w:space="0" w:color="auto"/>
              <w:right w:val="single" w:sz="4" w:space="0" w:color="auto"/>
            </w:tcBorders>
            <w:hideMark/>
          </w:tcPr>
          <w:p w14:paraId="3986A616" w14:textId="77777777" w:rsidR="00F532BA" w:rsidRDefault="00F532BA" w:rsidP="00AC3FE8">
            <w:pPr>
              <w:pStyle w:val="TAC"/>
              <w:rPr>
                <w:lang w:eastAsia="ko-KR"/>
              </w:rPr>
            </w:pPr>
            <w:r>
              <w:rPr>
                <w:lang w:eastAsia="ko-KR"/>
              </w:rPr>
              <w:t>DC_19A_n78A</w:t>
            </w:r>
          </w:p>
          <w:p w14:paraId="7D9E72C7" w14:textId="77777777" w:rsidR="00F532BA" w:rsidRDefault="00F532BA" w:rsidP="00AC3FE8">
            <w:pPr>
              <w:pStyle w:val="TAC"/>
              <w:rPr>
                <w:rFonts w:cs="Arial"/>
                <w:lang w:eastAsia="ja-JP"/>
              </w:rPr>
            </w:pPr>
            <w:r>
              <w:rPr>
                <w:lang w:eastAsia="ko-KR"/>
              </w:rPr>
              <w:t>DC_19A_n79A</w:t>
            </w:r>
          </w:p>
        </w:tc>
      </w:tr>
      <w:tr w:rsidR="00F532BA" w14:paraId="018A533F"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7FD2F5A4" w14:textId="77777777" w:rsidR="00F532BA" w:rsidRDefault="00F532BA" w:rsidP="00AC3FE8">
            <w:pPr>
              <w:pStyle w:val="TAC"/>
              <w:rPr>
                <w:rFonts w:cs="Arial"/>
                <w:lang w:eastAsia="ko-KR"/>
              </w:rPr>
            </w:pPr>
            <w:r>
              <w:rPr>
                <w:rFonts w:eastAsia="MS Mincho" w:cs="Arial"/>
                <w:kern w:val="2"/>
                <w:szCs w:val="22"/>
                <w:lang w:eastAsia="zh-CN"/>
              </w:rPr>
              <w:t>DC_1A-20A-38A_n3A-n78A</w:t>
            </w:r>
          </w:p>
        </w:tc>
        <w:tc>
          <w:tcPr>
            <w:tcW w:w="3544" w:type="dxa"/>
            <w:tcBorders>
              <w:top w:val="single" w:sz="4" w:space="0" w:color="auto"/>
              <w:left w:val="single" w:sz="4" w:space="0" w:color="auto"/>
              <w:bottom w:val="single" w:sz="4" w:space="0" w:color="auto"/>
              <w:right w:val="single" w:sz="4" w:space="0" w:color="auto"/>
            </w:tcBorders>
            <w:hideMark/>
          </w:tcPr>
          <w:p w14:paraId="5B2683EC" w14:textId="77777777" w:rsidR="00F532BA" w:rsidRDefault="00F532BA" w:rsidP="00AC3FE8">
            <w:pPr>
              <w:pStyle w:val="TAC"/>
            </w:pPr>
            <w:r>
              <w:t>DC_1A_n3A</w:t>
            </w:r>
          </w:p>
          <w:p w14:paraId="6F9FCB93" w14:textId="77777777" w:rsidR="00F532BA" w:rsidRDefault="00F532BA" w:rsidP="00AC3FE8">
            <w:pPr>
              <w:pStyle w:val="TAC"/>
            </w:pPr>
            <w:r>
              <w:t>DC_20A_n3A</w:t>
            </w:r>
          </w:p>
          <w:p w14:paraId="6051B43F" w14:textId="77777777" w:rsidR="00F532BA" w:rsidRDefault="00F532BA" w:rsidP="00AC3FE8">
            <w:pPr>
              <w:pStyle w:val="TAC"/>
            </w:pPr>
            <w:r>
              <w:t>DC_</w:t>
            </w:r>
            <w:r>
              <w:rPr>
                <w:lang w:eastAsia="zh-CN"/>
              </w:rPr>
              <w:t>38</w:t>
            </w:r>
            <w:r>
              <w:t>A_n3A</w:t>
            </w:r>
          </w:p>
          <w:p w14:paraId="397CB9D1" w14:textId="77777777" w:rsidR="00F532BA" w:rsidRDefault="00F532BA" w:rsidP="00AC3FE8">
            <w:pPr>
              <w:pStyle w:val="TAC"/>
            </w:pPr>
            <w:r>
              <w:t>DC_1A_n78A</w:t>
            </w:r>
          </w:p>
          <w:p w14:paraId="00F1541B" w14:textId="77777777" w:rsidR="00F532BA" w:rsidRDefault="00F532BA" w:rsidP="00AC3FE8">
            <w:pPr>
              <w:pStyle w:val="TAC"/>
            </w:pPr>
            <w:r>
              <w:t>DC_20A_n78A</w:t>
            </w:r>
          </w:p>
          <w:p w14:paraId="453446BB" w14:textId="77777777" w:rsidR="00F532BA" w:rsidRDefault="00F532BA" w:rsidP="00AC3FE8">
            <w:pPr>
              <w:pStyle w:val="TAC"/>
              <w:rPr>
                <w:lang w:eastAsia="ko-KR"/>
              </w:rPr>
            </w:pPr>
            <w:r>
              <w:t>DC_</w:t>
            </w:r>
            <w:r>
              <w:rPr>
                <w:lang w:eastAsia="zh-CN"/>
              </w:rPr>
              <w:t>38</w:t>
            </w:r>
            <w:r>
              <w:t>A_n78A</w:t>
            </w:r>
          </w:p>
        </w:tc>
      </w:tr>
      <w:tr w:rsidR="00F532BA" w14:paraId="30D1949D"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32A858A0" w14:textId="77777777" w:rsidR="00F532BA" w:rsidRDefault="00F532BA" w:rsidP="00AC3FE8">
            <w:pPr>
              <w:pStyle w:val="TAC"/>
              <w:rPr>
                <w:rFonts w:cs="Arial"/>
                <w:szCs w:val="18"/>
                <w:lang w:eastAsia="ja-JP"/>
              </w:rPr>
            </w:pPr>
            <w:r>
              <w:rPr>
                <w:rFonts w:cs="Arial"/>
                <w:szCs w:val="18"/>
                <w:lang w:eastAsia="ja-JP"/>
              </w:rPr>
              <w:t>DC_1A-21A-28A-42A_n77A</w:t>
            </w:r>
            <w:r>
              <w:rPr>
                <w:rFonts w:eastAsia="MS Mincho" w:cs="Arial"/>
                <w:szCs w:val="18"/>
                <w:vertAlign w:val="superscript"/>
                <w:lang w:eastAsia="ja-JP"/>
              </w:rPr>
              <w:t>5,6</w:t>
            </w:r>
          </w:p>
          <w:p w14:paraId="7F5CC990" w14:textId="77777777" w:rsidR="00F532BA" w:rsidRDefault="00F532BA" w:rsidP="00AC3FE8">
            <w:pPr>
              <w:pStyle w:val="TAC"/>
              <w:rPr>
                <w:rFonts w:cs="Arial"/>
              </w:rPr>
            </w:pPr>
            <w:r>
              <w:rPr>
                <w:rFonts w:cs="Arial"/>
              </w:rPr>
              <w:t>DC_1A-</w:t>
            </w:r>
            <w:r>
              <w:rPr>
                <w:rFonts w:cs="Arial"/>
                <w:lang w:eastAsia="zh-CN"/>
              </w:rPr>
              <w:t>21</w:t>
            </w:r>
            <w:r>
              <w:rPr>
                <w:rFonts w:cs="Arial"/>
              </w:rPr>
              <w:t>A-2</w:t>
            </w:r>
            <w:r>
              <w:rPr>
                <w:rFonts w:cs="Arial"/>
                <w:lang w:eastAsia="zh-CN"/>
              </w:rPr>
              <w:t>8</w:t>
            </w:r>
            <w:r>
              <w:rPr>
                <w:rFonts w:cs="Arial"/>
              </w:rPr>
              <w:t>A-42C_n77A</w:t>
            </w:r>
            <w:r>
              <w:rPr>
                <w:rFonts w:eastAsia="MS Mincho" w:cs="Arial"/>
                <w:szCs w:val="18"/>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25ADA40B" w14:textId="77777777" w:rsidR="00F532BA" w:rsidRDefault="00F532BA" w:rsidP="00AC3FE8">
            <w:pPr>
              <w:pStyle w:val="TAC"/>
            </w:pPr>
            <w:r>
              <w:t>DC_1A_n7</w:t>
            </w:r>
            <w:r>
              <w:rPr>
                <w:lang w:eastAsia="zh-CN"/>
              </w:rPr>
              <w:t>7</w:t>
            </w:r>
            <w:r>
              <w:t>A</w:t>
            </w:r>
          </w:p>
          <w:p w14:paraId="117B0C7F" w14:textId="77777777" w:rsidR="00F532BA" w:rsidRDefault="00F532BA" w:rsidP="00AC3FE8">
            <w:pPr>
              <w:pStyle w:val="TAC"/>
            </w:pPr>
            <w:r>
              <w:t>DC_</w:t>
            </w:r>
            <w:r>
              <w:rPr>
                <w:lang w:eastAsia="zh-CN"/>
              </w:rPr>
              <w:t>21</w:t>
            </w:r>
            <w:r>
              <w:t>A_n7</w:t>
            </w:r>
            <w:r>
              <w:rPr>
                <w:lang w:eastAsia="zh-CN"/>
              </w:rPr>
              <w:t>7</w:t>
            </w:r>
            <w:r>
              <w:t>A</w:t>
            </w:r>
          </w:p>
          <w:p w14:paraId="389B1717" w14:textId="77777777" w:rsidR="00F532BA" w:rsidRDefault="00F532BA" w:rsidP="00AC3FE8">
            <w:pPr>
              <w:pStyle w:val="TAC"/>
            </w:pPr>
            <w:r>
              <w:t>DC_</w:t>
            </w:r>
            <w:r>
              <w:rPr>
                <w:lang w:eastAsia="zh-CN"/>
              </w:rPr>
              <w:t>28</w:t>
            </w:r>
            <w:r>
              <w:t>A_n7</w:t>
            </w:r>
            <w:r>
              <w:rPr>
                <w:lang w:eastAsia="zh-CN"/>
              </w:rPr>
              <w:t>7</w:t>
            </w:r>
            <w:r>
              <w:t>A</w:t>
            </w:r>
          </w:p>
        </w:tc>
      </w:tr>
      <w:tr w:rsidR="00F532BA" w14:paraId="44512607"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733F1AE8" w14:textId="77777777" w:rsidR="00F532BA" w:rsidRDefault="00F532BA" w:rsidP="00AC3FE8">
            <w:pPr>
              <w:pStyle w:val="TAC"/>
              <w:rPr>
                <w:rFonts w:cs="Arial"/>
                <w:szCs w:val="18"/>
                <w:lang w:eastAsia="ja-JP"/>
              </w:rPr>
            </w:pPr>
            <w:r>
              <w:rPr>
                <w:rFonts w:cs="Arial"/>
                <w:szCs w:val="18"/>
                <w:lang w:eastAsia="ja-JP"/>
              </w:rPr>
              <w:t>DC_1A-21A-28A-42A_n78A</w:t>
            </w:r>
            <w:r>
              <w:rPr>
                <w:rFonts w:eastAsia="MS Mincho" w:cs="Arial"/>
                <w:szCs w:val="18"/>
                <w:vertAlign w:val="superscript"/>
                <w:lang w:eastAsia="ja-JP"/>
              </w:rPr>
              <w:t>5,6</w:t>
            </w:r>
          </w:p>
          <w:p w14:paraId="56F8283F" w14:textId="77777777" w:rsidR="00F532BA" w:rsidRDefault="00F532BA" w:rsidP="00AC3FE8">
            <w:pPr>
              <w:pStyle w:val="TAC"/>
              <w:rPr>
                <w:rFonts w:cs="Arial"/>
              </w:rPr>
            </w:pPr>
            <w:r>
              <w:rPr>
                <w:rFonts w:cs="Arial"/>
              </w:rPr>
              <w:t>DC_1A-</w:t>
            </w:r>
            <w:r>
              <w:rPr>
                <w:rFonts w:cs="Arial"/>
                <w:lang w:eastAsia="zh-CN"/>
              </w:rPr>
              <w:t>21</w:t>
            </w:r>
            <w:r>
              <w:rPr>
                <w:rFonts w:cs="Arial"/>
              </w:rPr>
              <w:t>A-2</w:t>
            </w:r>
            <w:r>
              <w:rPr>
                <w:rFonts w:cs="Arial"/>
                <w:lang w:eastAsia="zh-CN"/>
              </w:rPr>
              <w:t>8</w:t>
            </w:r>
            <w:r>
              <w:rPr>
                <w:rFonts w:cs="Arial"/>
              </w:rPr>
              <w:t>A-42C_n7</w:t>
            </w:r>
            <w:r>
              <w:rPr>
                <w:rFonts w:cs="Arial"/>
                <w:lang w:eastAsia="zh-CN"/>
              </w:rPr>
              <w:t>8</w:t>
            </w:r>
            <w:r>
              <w:rPr>
                <w:rFonts w:cs="Arial"/>
              </w:rPr>
              <w:t>A</w:t>
            </w:r>
            <w:r>
              <w:rPr>
                <w:rFonts w:eastAsia="MS Mincho" w:cs="Arial"/>
                <w:szCs w:val="18"/>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092CDD5F" w14:textId="77777777" w:rsidR="00F532BA" w:rsidRDefault="00F532BA" w:rsidP="00AC3FE8">
            <w:pPr>
              <w:pStyle w:val="TAC"/>
            </w:pPr>
            <w:r>
              <w:t>DC_1A_n7</w:t>
            </w:r>
            <w:r>
              <w:rPr>
                <w:lang w:eastAsia="zh-CN"/>
              </w:rPr>
              <w:t>8</w:t>
            </w:r>
            <w:r>
              <w:t>A</w:t>
            </w:r>
          </w:p>
          <w:p w14:paraId="193528E1" w14:textId="77777777" w:rsidR="00F532BA" w:rsidRDefault="00F532BA" w:rsidP="00AC3FE8">
            <w:pPr>
              <w:pStyle w:val="TAC"/>
            </w:pPr>
            <w:r>
              <w:t>DC_</w:t>
            </w:r>
            <w:r>
              <w:rPr>
                <w:lang w:eastAsia="zh-CN"/>
              </w:rPr>
              <w:t>21</w:t>
            </w:r>
            <w:r>
              <w:t>A_n7</w:t>
            </w:r>
            <w:r>
              <w:rPr>
                <w:lang w:eastAsia="zh-CN"/>
              </w:rPr>
              <w:t>8</w:t>
            </w:r>
            <w:r>
              <w:t>A</w:t>
            </w:r>
          </w:p>
          <w:p w14:paraId="276E0F64" w14:textId="77777777" w:rsidR="00F532BA" w:rsidRDefault="00F532BA" w:rsidP="00AC3FE8">
            <w:pPr>
              <w:pStyle w:val="TAC"/>
            </w:pPr>
            <w:r>
              <w:t>DC_</w:t>
            </w:r>
            <w:r>
              <w:rPr>
                <w:lang w:eastAsia="zh-CN"/>
              </w:rPr>
              <w:t>28</w:t>
            </w:r>
            <w:r>
              <w:t>A_n7</w:t>
            </w:r>
            <w:r>
              <w:rPr>
                <w:lang w:eastAsia="zh-CN"/>
              </w:rPr>
              <w:t>8</w:t>
            </w:r>
            <w:r>
              <w:t>A</w:t>
            </w:r>
          </w:p>
        </w:tc>
      </w:tr>
      <w:tr w:rsidR="00F532BA" w14:paraId="2D8ED4BF"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782CA4F2" w14:textId="77777777" w:rsidR="00F532BA" w:rsidRDefault="00F532BA" w:rsidP="00AC3FE8">
            <w:pPr>
              <w:pStyle w:val="TAC"/>
              <w:rPr>
                <w:rFonts w:cs="Arial"/>
                <w:szCs w:val="18"/>
                <w:lang w:eastAsia="ja-JP"/>
              </w:rPr>
            </w:pPr>
            <w:r>
              <w:rPr>
                <w:rFonts w:cs="Arial"/>
                <w:szCs w:val="18"/>
                <w:lang w:eastAsia="ja-JP"/>
              </w:rPr>
              <w:t>DC_1A-21A-28A-42A_n79A</w:t>
            </w:r>
          </w:p>
          <w:p w14:paraId="63C0BFEA" w14:textId="77777777" w:rsidR="00F532BA" w:rsidRDefault="00F532BA" w:rsidP="00AC3FE8">
            <w:pPr>
              <w:pStyle w:val="TAC"/>
              <w:rPr>
                <w:rFonts w:cs="Arial"/>
                <w:szCs w:val="18"/>
                <w:lang w:eastAsia="ja-JP"/>
              </w:rPr>
            </w:pPr>
            <w:r>
              <w:rPr>
                <w:rFonts w:cs="Arial"/>
              </w:rPr>
              <w:t>DC_1A-</w:t>
            </w:r>
            <w:r>
              <w:rPr>
                <w:rFonts w:cs="Arial"/>
                <w:lang w:eastAsia="zh-CN"/>
              </w:rPr>
              <w:t>21</w:t>
            </w:r>
            <w:r>
              <w:rPr>
                <w:rFonts w:cs="Arial"/>
              </w:rPr>
              <w:t>A-2</w:t>
            </w:r>
            <w:r>
              <w:rPr>
                <w:rFonts w:cs="Arial"/>
                <w:lang w:eastAsia="zh-CN"/>
              </w:rPr>
              <w:t>8</w:t>
            </w:r>
            <w:r>
              <w:rPr>
                <w:rFonts w:cs="Arial"/>
              </w:rPr>
              <w:t>A-42C_n7</w:t>
            </w:r>
            <w:r>
              <w:rPr>
                <w:rFonts w:cs="Arial"/>
                <w:lang w:eastAsia="zh-CN"/>
              </w:rPr>
              <w:t>9</w:t>
            </w:r>
            <w:r>
              <w:rPr>
                <w:rFonts w:cs="Arial"/>
              </w:rPr>
              <w:t>A</w:t>
            </w:r>
          </w:p>
        </w:tc>
        <w:tc>
          <w:tcPr>
            <w:tcW w:w="3544" w:type="dxa"/>
            <w:tcBorders>
              <w:top w:val="single" w:sz="4" w:space="0" w:color="auto"/>
              <w:left w:val="single" w:sz="4" w:space="0" w:color="auto"/>
              <w:bottom w:val="single" w:sz="4" w:space="0" w:color="auto"/>
              <w:right w:val="single" w:sz="4" w:space="0" w:color="auto"/>
            </w:tcBorders>
            <w:hideMark/>
          </w:tcPr>
          <w:p w14:paraId="748F5257" w14:textId="77777777" w:rsidR="00F532BA" w:rsidRDefault="00F532BA" w:rsidP="00AC3FE8">
            <w:pPr>
              <w:pStyle w:val="TAC"/>
            </w:pPr>
            <w:r>
              <w:t>DC_1A_n7</w:t>
            </w:r>
            <w:r>
              <w:rPr>
                <w:lang w:eastAsia="zh-CN"/>
              </w:rPr>
              <w:t>9</w:t>
            </w:r>
            <w:r>
              <w:t>A</w:t>
            </w:r>
          </w:p>
          <w:p w14:paraId="3956C7BF" w14:textId="77777777" w:rsidR="00F532BA" w:rsidRDefault="00F532BA" w:rsidP="00AC3FE8">
            <w:pPr>
              <w:pStyle w:val="TAC"/>
            </w:pPr>
            <w:r>
              <w:t>DC_</w:t>
            </w:r>
            <w:r>
              <w:rPr>
                <w:lang w:eastAsia="zh-CN"/>
              </w:rPr>
              <w:t>21</w:t>
            </w:r>
            <w:r>
              <w:t>A_n7</w:t>
            </w:r>
            <w:r>
              <w:rPr>
                <w:lang w:eastAsia="zh-CN"/>
              </w:rPr>
              <w:t>9</w:t>
            </w:r>
            <w:r>
              <w:t>A</w:t>
            </w:r>
          </w:p>
          <w:p w14:paraId="5139B2D7" w14:textId="77777777" w:rsidR="00F532BA" w:rsidRDefault="00F532BA" w:rsidP="00AC3FE8">
            <w:pPr>
              <w:pStyle w:val="TAC"/>
            </w:pPr>
            <w:r>
              <w:t>DC_</w:t>
            </w:r>
            <w:r>
              <w:rPr>
                <w:lang w:eastAsia="zh-CN"/>
              </w:rPr>
              <w:t>28</w:t>
            </w:r>
            <w:r>
              <w:t>A_n7</w:t>
            </w:r>
            <w:r>
              <w:rPr>
                <w:lang w:eastAsia="zh-CN"/>
              </w:rPr>
              <w:t>9</w:t>
            </w:r>
            <w:r>
              <w:t>A</w:t>
            </w:r>
          </w:p>
        </w:tc>
      </w:tr>
      <w:tr w:rsidR="00F532BA" w14:paraId="293A2E14"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5B8479C7" w14:textId="77777777" w:rsidR="00F532BA" w:rsidRDefault="00F532BA" w:rsidP="00AC3FE8">
            <w:pPr>
              <w:pStyle w:val="TAC"/>
              <w:rPr>
                <w:rFonts w:cs="Arial"/>
                <w:lang w:eastAsia="ko-KR"/>
              </w:rPr>
            </w:pPr>
            <w:r>
              <w:rPr>
                <w:rFonts w:cs="Arial"/>
                <w:lang w:eastAsia="ko-KR"/>
              </w:rPr>
              <w:t>DC_1A-21A-42A_n77A-n79A</w:t>
            </w:r>
            <w:r>
              <w:rPr>
                <w:rFonts w:eastAsia="MS Mincho" w:cs="Arial"/>
                <w:szCs w:val="18"/>
                <w:vertAlign w:val="superscript"/>
                <w:lang w:eastAsia="ja-JP"/>
              </w:rPr>
              <w:t>5,6</w:t>
            </w:r>
          </w:p>
          <w:p w14:paraId="0440B1B2" w14:textId="77777777" w:rsidR="00F532BA" w:rsidRDefault="00F532BA" w:rsidP="00AC3FE8">
            <w:pPr>
              <w:pStyle w:val="TAC"/>
              <w:rPr>
                <w:rFonts w:cs="Arial"/>
                <w:szCs w:val="18"/>
                <w:lang w:eastAsia="ja-JP"/>
              </w:rPr>
            </w:pPr>
            <w:r>
              <w:rPr>
                <w:rFonts w:cs="Arial"/>
                <w:lang w:eastAsia="ko-KR"/>
              </w:rPr>
              <w:t>DC_1A-21A-42C_n77A-n79A</w:t>
            </w:r>
            <w:r>
              <w:rPr>
                <w:rFonts w:eastAsia="MS Mincho" w:cs="Arial"/>
                <w:szCs w:val="18"/>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40EDAA71" w14:textId="77777777" w:rsidR="00F532BA" w:rsidRDefault="00F532BA" w:rsidP="00AC3FE8">
            <w:pPr>
              <w:pStyle w:val="TAC"/>
              <w:rPr>
                <w:lang w:eastAsia="ko-KR"/>
              </w:rPr>
            </w:pPr>
            <w:r>
              <w:rPr>
                <w:lang w:eastAsia="ko-KR"/>
              </w:rPr>
              <w:t>DC_1A_n77A</w:t>
            </w:r>
          </w:p>
          <w:p w14:paraId="78B09467" w14:textId="77777777" w:rsidR="00F532BA" w:rsidRDefault="00F532BA" w:rsidP="00AC3FE8">
            <w:pPr>
              <w:pStyle w:val="TAC"/>
            </w:pPr>
            <w:r>
              <w:rPr>
                <w:lang w:eastAsia="ko-KR"/>
              </w:rPr>
              <w:t>DC_1A_n79A</w:t>
            </w:r>
          </w:p>
        </w:tc>
      </w:tr>
      <w:tr w:rsidR="00F532BA" w14:paraId="544CE35E"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38067614" w14:textId="77777777" w:rsidR="00F532BA" w:rsidRDefault="00F532BA" w:rsidP="00AC3FE8">
            <w:pPr>
              <w:pStyle w:val="TAC"/>
              <w:rPr>
                <w:rFonts w:cs="Arial"/>
                <w:lang w:eastAsia="ko-KR"/>
              </w:rPr>
            </w:pPr>
            <w:r>
              <w:rPr>
                <w:rFonts w:cs="Arial"/>
                <w:lang w:eastAsia="ko-KR"/>
              </w:rPr>
              <w:t>DC_1A-21A-42A_n78A-n79A</w:t>
            </w:r>
            <w:r>
              <w:rPr>
                <w:rFonts w:eastAsia="MS Mincho" w:cs="Arial"/>
                <w:szCs w:val="18"/>
                <w:vertAlign w:val="superscript"/>
                <w:lang w:eastAsia="ja-JP"/>
              </w:rPr>
              <w:t>5,6</w:t>
            </w:r>
          </w:p>
          <w:p w14:paraId="6AECBBAC" w14:textId="77777777" w:rsidR="00F532BA" w:rsidRDefault="00F532BA" w:rsidP="00AC3FE8">
            <w:pPr>
              <w:pStyle w:val="TAC"/>
              <w:rPr>
                <w:rFonts w:cs="Arial"/>
                <w:szCs w:val="18"/>
                <w:lang w:eastAsia="ja-JP"/>
              </w:rPr>
            </w:pPr>
            <w:r>
              <w:rPr>
                <w:rFonts w:cs="Arial"/>
                <w:lang w:eastAsia="ko-KR"/>
              </w:rPr>
              <w:t>DC_1A-21A-42C_n78A-n79A</w:t>
            </w:r>
            <w:r>
              <w:rPr>
                <w:rFonts w:eastAsia="MS Mincho" w:cs="Arial"/>
                <w:szCs w:val="18"/>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16E8B098" w14:textId="77777777" w:rsidR="00F532BA" w:rsidRDefault="00F532BA" w:rsidP="00AC3FE8">
            <w:pPr>
              <w:pStyle w:val="TAC"/>
              <w:rPr>
                <w:lang w:eastAsia="ko-KR"/>
              </w:rPr>
            </w:pPr>
            <w:r>
              <w:rPr>
                <w:lang w:eastAsia="ko-KR"/>
              </w:rPr>
              <w:t>DC_1A_n78A</w:t>
            </w:r>
          </w:p>
          <w:p w14:paraId="77CB7B7A" w14:textId="77777777" w:rsidR="00F532BA" w:rsidRDefault="00F532BA" w:rsidP="00AC3FE8">
            <w:pPr>
              <w:pStyle w:val="TAC"/>
            </w:pPr>
            <w:r>
              <w:rPr>
                <w:lang w:eastAsia="ko-KR"/>
              </w:rPr>
              <w:t>DC_1A_n79A</w:t>
            </w:r>
          </w:p>
        </w:tc>
      </w:tr>
      <w:tr w:rsidR="00F532BA" w14:paraId="5453A164"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24BB644B" w14:textId="77777777" w:rsidR="00F532BA" w:rsidRDefault="00F532BA" w:rsidP="00AC3FE8">
            <w:pPr>
              <w:pStyle w:val="TAC"/>
              <w:rPr>
                <w:rFonts w:cs="Arial"/>
                <w:lang w:eastAsia="ko-KR"/>
              </w:rPr>
            </w:pPr>
            <w:r>
              <w:rPr>
                <w:rFonts w:cs="Arial"/>
                <w:lang w:eastAsia="ko-KR"/>
              </w:rPr>
              <w:lastRenderedPageBreak/>
              <w:t>DC_2A-7A-13A-66A_n66A</w:t>
            </w:r>
          </w:p>
          <w:p w14:paraId="44034E3D" w14:textId="77777777" w:rsidR="00F532BA" w:rsidRDefault="00F532BA" w:rsidP="00AC3FE8">
            <w:pPr>
              <w:pStyle w:val="TAC"/>
              <w:rPr>
                <w:rFonts w:cs="Arial"/>
                <w:lang w:eastAsia="ko-KR"/>
              </w:rPr>
            </w:pPr>
            <w:r>
              <w:rPr>
                <w:rFonts w:cs="Arial"/>
                <w:lang w:eastAsia="ko-KR"/>
              </w:rPr>
              <w:t>DC_2A-7C-13A-66A_n66A</w:t>
            </w:r>
          </w:p>
        </w:tc>
        <w:tc>
          <w:tcPr>
            <w:tcW w:w="3544" w:type="dxa"/>
            <w:tcBorders>
              <w:top w:val="single" w:sz="4" w:space="0" w:color="auto"/>
              <w:left w:val="single" w:sz="4" w:space="0" w:color="auto"/>
              <w:bottom w:val="single" w:sz="4" w:space="0" w:color="auto"/>
              <w:right w:val="single" w:sz="4" w:space="0" w:color="auto"/>
            </w:tcBorders>
            <w:hideMark/>
          </w:tcPr>
          <w:p w14:paraId="4DDD4E74" w14:textId="77777777" w:rsidR="00F532BA" w:rsidRDefault="00F532BA" w:rsidP="00AC3FE8">
            <w:pPr>
              <w:pStyle w:val="TAC"/>
              <w:rPr>
                <w:lang w:eastAsia="ko-KR"/>
              </w:rPr>
            </w:pPr>
            <w:r>
              <w:rPr>
                <w:lang w:eastAsia="ko-KR"/>
              </w:rPr>
              <w:t>DC_2A_n66A</w:t>
            </w:r>
          </w:p>
          <w:p w14:paraId="3E179F3E" w14:textId="77777777" w:rsidR="00F532BA" w:rsidRDefault="00F532BA" w:rsidP="00AC3FE8">
            <w:pPr>
              <w:pStyle w:val="TAC"/>
              <w:rPr>
                <w:lang w:eastAsia="ko-KR"/>
              </w:rPr>
            </w:pPr>
            <w:r>
              <w:rPr>
                <w:lang w:eastAsia="ko-KR"/>
              </w:rPr>
              <w:t>DC_7A_n66A</w:t>
            </w:r>
          </w:p>
          <w:p w14:paraId="2B44E4F7" w14:textId="77777777" w:rsidR="00F532BA" w:rsidRDefault="00F532BA" w:rsidP="00AC3FE8">
            <w:pPr>
              <w:pStyle w:val="TAC"/>
              <w:rPr>
                <w:lang w:eastAsia="ko-KR"/>
              </w:rPr>
            </w:pPr>
            <w:r>
              <w:rPr>
                <w:lang w:eastAsia="ko-KR"/>
              </w:rPr>
              <w:t>DC_13A_n66A</w:t>
            </w:r>
          </w:p>
          <w:p w14:paraId="0D10B099" w14:textId="77777777" w:rsidR="00F532BA" w:rsidRDefault="00F532BA" w:rsidP="00AC3FE8">
            <w:pPr>
              <w:pStyle w:val="TAC"/>
              <w:rPr>
                <w:lang w:eastAsia="ko-KR"/>
              </w:rPr>
            </w:pPr>
            <w:r>
              <w:rPr>
                <w:lang w:eastAsia="ko-KR"/>
              </w:rPr>
              <w:t>DC_66A_n66A</w:t>
            </w:r>
            <w:r>
              <w:rPr>
                <w:vertAlign w:val="superscript"/>
                <w:lang w:eastAsia="ko-KR"/>
              </w:rPr>
              <w:t>4</w:t>
            </w:r>
          </w:p>
        </w:tc>
      </w:tr>
      <w:tr w:rsidR="00F532BA" w14:paraId="5DC9A642"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276361EE" w14:textId="77777777" w:rsidR="00F532BA" w:rsidRDefault="00F532BA" w:rsidP="00AC3FE8">
            <w:pPr>
              <w:pStyle w:val="TAC"/>
              <w:rPr>
                <w:rFonts w:cs="Arial"/>
                <w:lang w:eastAsia="ko-KR"/>
              </w:rPr>
            </w:pPr>
            <w:r>
              <w:rPr>
                <w:rFonts w:cs="Arial"/>
                <w:lang w:eastAsia="ko-KR"/>
              </w:rPr>
              <w:t>DC_2A-7A-66A_n66A-n78A</w:t>
            </w:r>
          </w:p>
          <w:p w14:paraId="2AB0B0D1" w14:textId="77777777" w:rsidR="00F532BA" w:rsidRDefault="00F532BA" w:rsidP="00AC3FE8">
            <w:pPr>
              <w:pStyle w:val="TAC"/>
              <w:rPr>
                <w:rFonts w:cs="Arial"/>
                <w:lang w:eastAsia="ko-KR"/>
              </w:rPr>
            </w:pPr>
            <w:r>
              <w:rPr>
                <w:rFonts w:cs="Arial"/>
                <w:lang w:eastAsia="ko-KR"/>
              </w:rPr>
              <w:t>DC_2A-7A-7A-66A_n66A-n78A</w:t>
            </w:r>
          </w:p>
          <w:p w14:paraId="577C1518" w14:textId="77777777" w:rsidR="00F532BA" w:rsidRDefault="00F532BA" w:rsidP="00AC3FE8">
            <w:pPr>
              <w:pStyle w:val="TAC"/>
              <w:rPr>
                <w:rFonts w:cs="Arial"/>
                <w:lang w:eastAsia="ko-KR"/>
              </w:rPr>
            </w:pPr>
            <w:r>
              <w:rPr>
                <w:rFonts w:cs="Arial"/>
                <w:lang w:eastAsia="ko-KR"/>
              </w:rPr>
              <w:t>DC_2A-7C-66A_n66A-n78A</w:t>
            </w:r>
          </w:p>
        </w:tc>
        <w:tc>
          <w:tcPr>
            <w:tcW w:w="3544" w:type="dxa"/>
            <w:tcBorders>
              <w:top w:val="single" w:sz="4" w:space="0" w:color="auto"/>
              <w:left w:val="single" w:sz="4" w:space="0" w:color="auto"/>
              <w:bottom w:val="single" w:sz="4" w:space="0" w:color="auto"/>
              <w:right w:val="single" w:sz="4" w:space="0" w:color="auto"/>
            </w:tcBorders>
            <w:hideMark/>
          </w:tcPr>
          <w:p w14:paraId="4E422B62" w14:textId="77777777" w:rsidR="00F532BA" w:rsidRDefault="00F532BA" w:rsidP="00AC3FE8">
            <w:pPr>
              <w:pStyle w:val="TAC"/>
            </w:pPr>
            <w:r>
              <w:t>DC_</w:t>
            </w:r>
            <w:r>
              <w:rPr>
                <w:lang w:eastAsia="zh-CN"/>
              </w:rPr>
              <w:t>2</w:t>
            </w:r>
            <w:r>
              <w:t>A_n</w:t>
            </w:r>
            <w:r>
              <w:rPr>
                <w:lang w:eastAsia="zh-CN"/>
              </w:rPr>
              <w:t>66</w:t>
            </w:r>
            <w:r>
              <w:t>A</w:t>
            </w:r>
          </w:p>
          <w:p w14:paraId="5B873D7E" w14:textId="77777777" w:rsidR="00F532BA" w:rsidRDefault="00F532BA" w:rsidP="00AC3FE8">
            <w:pPr>
              <w:pStyle w:val="TAC"/>
              <w:rPr>
                <w:lang w:eastAsia="zh-CN"/>
              </w:rPr>
            </w:pPr>
            <w:r>
              <w:t>DC_</w:t>
            </w:r>
            <w:r>
              <w:rPr>
                <w:lang w:eastAsia="zh-CN"/>
              </w:rPr>
              <w:t>2</w:t>
            </w:r>
            <w:r>
              <w:t>A_n78A</w:t>
            </w:r>
          </w:p>
          <w:p w14:paraId="6E4F0461" w14:textId="77777777" w:rsidR="00F532BA" w:rsidRDefault="00F532BA" w:rsidP="00AC3FE8">
            <w:pPr>
              <w:pStyle w:val="TAC"/>
            </w:pPr>
            <w:r>
              <w:t>DC_</w:t>
            </w:r>
            <w:r>
              <w:rPr>
                <w:lang w:eastAsia="zh-CN"/>
              </w:rPr>
              <w:t>7</w:t>
            </w:r>
            <w:r>
              <w:t>A_n</w:t>
            </w:r>
            <w:r>
              <w:rPr>
                <w:lang w:eastAsia="zh-CN"/>
              </w:rPr>
              <w:t>66</w:t>
            </w:r>
            <w:r>
              <w:t>A</w:t>
            </w:r>
          </w:p>
          <w:p w14:paraId="6867F5DF" w14:textId="77777777" w:rsidR="00F532BA" w:rsidRDefault="00F532BA" w:rsidP="00AC3FE8">
            <w:pPr>
              <w:pStyle w:val="TAC"/>
              <w:rPr>
                <w:lang w:eastAsia="zh-CN"/>
              </w:rPr>
            </w:pPr>
            <w:r>
              <w:t>DC_</w:t>
            </w:r>
            <w:r>
              <w:rPr>
                <w:lang w:eastAsia="zh-CN"/>
              </w:rPr>
              <w:t>7</w:t>
            </w:r>
            <w:r>
              <w:t>A_n78A</w:t>
            </w:r>
          </w:p>
          <w:p w14:paraId="775056EE" w14:textId="77777777" w:rsidR="00F532BA" w:rsidRDefault="00F532BA" w:rsidP="00AC3FE8">
            <w:pPr>
              <w:pStyle w:val="TAC"/>
              <w:rPr>
                <w:vertAlign w:val="superscript"/>
                <w:lang w:eastAsia="zh-CN"/>
              </w:rPr>
            </w:pPr>
            <w:r>
              <w:t>DC_</w:t>
            </w:r>
            <w:r>
              <w:rPr>
                <w:lang w:eastAsia="zh-CN"/>
              </w:rPr>
              <w:t>66</w:t>
            </w:r>
            <w:r>
              <w:t>A_n</w:t>
            </w:r>
            <w:r>
              <w:rPr>
                <w:lang w:eastAsia="zh-CN"/>
              </w:rPr>
              <w:t>66</w:t>
            </w:r>
            <w:r>
              <w:t>A</w:t>
            </w:r>
            <w:r>
              <w:rPr>
                <w:vertAlign w:val="superscript"/>
                <w:lang w:eastAsia="zh-CN"/>
              </w:rPr>
              <w:t>4</w:t>
            </w:r>
          </w:p>
          <w:p w14:paraId="6023F061" w14:textId="77777777" w:rsidR="00F532BA" w:rsidRDefault="00F532BA" w:rsidP="00AC3FE8">
            <w:pPr>
              <w:pStyle w:val="TAC"/>
              <w:rPr>
                <w:lang w:eastAsia="ko-KR"/>
              </w:rPr>
            </w:pPr>
            <w:r>
              <w:t>DC_</w:t>
            </w:r>
            <w:r>
              <w:rPr>
                <w:lang w:eastAsia="zh-CN"/>
              </w:rPr>
              <w:t>66</w:t>
            </w:r>
            <w:r>
              <w:t>A_n78A</w:t>
            </w:r>
          </w:p>
        </w:tc>
      </w:tr>
      <w:tr w:rsidR="00F532BA" w14:paraId="2AD6B692"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1BFC16D5" w14:textId="77777777" w:rsidR="00F532BA" w:rsidRDefault="00F532BA" w:rsidP="00AC3FE8">
            <w:pPr>
              <w:pStyle w:val="TAC"/>
              <w:rPr>
                <w:rFonts w:cs="Arial"/>
                <w:lang w:eastAsia="ko-KR"/>
              </w:rPr>
            </w:pPr>
            <w:r>
              <w:rPr>
                <w:rFonts w:cs="Arial"/>
                <w:lang w:eastAsia="ko-KR"/>
              </w:rPr>
              <w:t>DC_2A-12A-30A-66A_n2A</w:t>
            </w:r>
          </w:p>
        </w:tc>
        <w:tc>
          <w:tcPr>
            <w:tcW w:w="3544" w:type="dxa"/>
            <w:tcBorders>
              <w:top w:val="single" w:sz="4" w:space="0" w:color="auto"/>
              <w:left w:val="single" w:sz="4" w:space="0" w:color="auto"/>
              <w:bottom w:val="single" w:sz="4" w:space="0" w:color="auto"/>
              <w:right w:val="single" w:sz="4" w:space="0" w:color="auto"/>
            </w:tcBorders>
            <w:hideMark/>
          </w:tcPr>
          <w:p w14:paraId="3104AF97" w14:textId="77777777" w:rsidR="00F532BA" w:rsidRDefault="00F532BA" w:rsidP="00AC3FE8">
            <w:pPr>
              <w:pStyle w:val="TAC"/>
              <w:rPr>
                <w:lang w:eastAsia="ko-KR"/>
              </w:rPr>
            </w:pPr>
            <w:r>
              <w:rPr>
                <w:lang w:eastAsia="ko-KR"/>
              </w:rPr>
              <w:t>DC_12A_n2A</w:t>
            </w:r>
          </w:p>
          <w:p w14:paraId="1BD0EEE7" w14:textId="77777777" w:rsidR="00F532BA" w:rsidRDefault="00F532BA" w:rsidP="00AC3FE8">
            <w:pPr>
              <w:pStyle w:val="TAC"/>
              <w:rPr>
                <w:lang w:eastAsia="ko-KR"/>
              </w:rPr>
            </w:pPr>
            <w:r>
              <w:rPr>
                <w:lang w:eastAsia="ko-KR"/>
              </w:rPr>
              <w:t>DC_30A_n2A</w:t>
            </w:r>
          </w:p>
          <w:p w14:paraId="3969CC7D" w14:textId="77777777" w:rsidR="00F532BA" w:rsidRDefault="00F532BA" w:rsidP="00AC3FE8">
            <w:pPr>
              <w:pStyle w:val="TAC"/>
              <w:rPr>
                <w:lang w:eastAsia="ko-KR"/>
              </w:rPr>
            </w:pPr>
            <w:r>
              <w:rPr>
                <w:lang w:eastAsia="ko-KR"/>
              </w:rPr>
              <w:t>DC_66A_n2A</w:t>
            </w:r>
          </w:p>
        </w:tc>
      </w:tr>
      <w:tr w:rsidR="00F532BA" w14:paraId="03CFA277"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0A26CCBE" w14:textId="77777777" w:rsidR="00F532BA" w:rsidRDefault="00F532BA" w:rsidP="00AC3FE8">
            <w:pPr>
              <w:pStyle w:val="TAC"/>
              <w:rPr>
                <w:rFonts w:cs="Arial"/>
                <w:lang w:eastAsia="ko-KR"/>
              </w:rPr>
            </w:pPr>
            <w:r>
              <w:t>DC_2A-12A-30A-66A_n66A</w:t>
            </w:r>
          </w:p>
        </w:tc>
        <w:tc>
          <w:tcPr>
            <w:tcW w:w="3544" w:type="dxa"/>
            <w:tcBorders>
              <w:top w:val="single" w:sz="4" w:space="0" w:color="auto"/>
              <w:left w:val="single" w:sz="4" w:space="0" w:color="auto"/>
              <w:bottom w:val="single" w:sz="4" w:space="0" w:color="auto"/>
              <w:right w:val="single" w:sz="4" w:space="0" w:color="auto"/>
            </w:tcBorders>
            <w:hideMark/>
          </w:tcPr>
          <w:p w14:paraId="0D89565D" w14:textId="77777777" w:rsidR="00F532BA" w:rsidRDefault="00F532BA" w:rsidP="00AC3FE8">
            <w:pPr>
              <w:pStyle w:val="TAC"/>
              <w:rPr>
                <w:lang w:eastAsia="ja-JP"/>
              </w:rPr>
            </w:pPr>
            <w:r>
              <w:rPr>
                <w:lang w:eastAsia="ja-JP"/>
              </w:rPr>
              <w:t>DC_2A_n66A</w:t>
            </w:r>
          </w:p>
          <w:p w14:paraId="68C2F03F" w14:textId="77777777" w:rsidR="00F532BA" w:rsidRDefault="00F532BA" w:rsidP="00AC3FE8">
            <w:pPr>
              <w:pStyle w:val="TAC"/>
              <w:rPr>
                <w:lang w:eastAsia="ja-JP"/>
              </w:rPr>
            </w:pPr>
            <w:r>
              <w:rPr>
                <w:lang w:eastAsia="ja-JP"/>
              </w:rPr>
              <w:t>DC_12A_n66A</w:t>
            </w:r>
          </w:p>
          <w:p w14:paraId="19877F26" w14:textId="77777777" w:rsidR="00F532BA" w:rsidRDefault="00F532BA" w:rsidP="00AC3FE8">
            <w:pPr>
              <w:pStyle w:val="TAC"/>
              <w:rPr>
                <w:lang w:eastAsia="ja-JP"/>
              </w:rPr>
            </w:pPr>
            <w:r>
              <w:rPr>
                <w:lang w:eastAsia="ja-JP"/>
              </w:rPr>
              <w:t>DC_30A_n66A</w:t>
            </w:r>
          </w:p>
          <w:p w14:paraId="7E259B9C" w14:textId="77777777" w:rsidR="00F532BA" w:rsidRDefault="00F532BA" w:rsidP="00AC3FE8">
            <w:pPr>
              <w:pStyle w:val="TAC"/>
              <w:rPr>
                <w:lang w:eastAsia="ko-KR"/>
              </w:rPr>
            </w:pPr>
            <w:r>
              <w:rPr>
                <w:lang w:eastAsia="ja-JP"/>
              </w:rPr>
              <w:t>DC_66A_n66A</w:t>
            </w:r>
            <w:r>
              <w:rPr>
                <w:vertAlign w:val="superscript"/>
                <w:lang w:eastAsia="ja-JP"/>
              </w:rPr>
              <w:t>4</w:t>
            </w:r>
          </w:p>
        </w:tc>
      </w:tr>
      <w:tr w:rsidR="00F532BA" w14:paraId="34897F21"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4F986D32" w14:textId="77777777" w:rsidR="00F532BA" w:rsidRDefault="00F532BA" w:rsidP="00AC3FE8">
            <w:pPr>
              <w:pStyle w:val="TAC"/>
            </w:pPr>
            <w:r>
              <w:rPr>
                <w:lang w:eastAsia="ja-JP"/>
              </w:rPr>
              <w:t>DC_2A-29A-30A-66A_n2A</w:t>
            </w:r>
          </w:p>
        </w:tc>
        <w:tc>
          <w:tcPr>
            <w:tcW w:w="3544" w:type="dxa"/>
            <w:tcBorders>
              <w:top w:val="single" w:sz="4" w:space="0" w:color="auto"/>
              <w:left w:val="single" w:sz="4" w:space="0" w:color="auto"/>
              <w:bottom w:val="single" w:sz="4" w:space="0" w:color="auto"/>
              <w:right w:val="single" w:sz="4" w:space="0" w:color="auto"/>
            </w:tcBorders>
            <w:hideMark/>
          </w:tcPr>
          <w:p w14:paraId="25A1F952" w14:textId="77777777" w:rsidR="00F532BA" w:rsidRDefault="00F532BA" w:rsidP="00AC3FE8">
            <w:pPr>
              <w:pStyle w:val="TAC"/>
              <w:rPr>
                <w:lang w:eastAsia="ja-JP"/>
              </w:rPr>
            </w:pPr>
            <w:r>
              <w:rPr>
                <w:lang w:eastAsia="ja-JP"/>
              </w:rPr>
              <w:t>DC_2A_n2A</w:t>
            </w:r>
          </w:p>
          <w:p w14:paraId="51E696AE" w14:textId="77777777" w:rsidR="00F532BA" w:rsidRDefault="00F532BA" w:rsidP="00AC3FE8">
            <w:pPr>
              <w:pStyle w:val="TAC"/>
              <w:rPr>
                <w:lang w:eastAsia="ja-JP"/>
              </w:rPr>
            </w:pPr>
            <w:r>
              <w:rPr>
                <w:lang w:eastAsia="ja-JP"/>
              </w:rPr>
              <w:t>DC_30A_n2A</w:t>
            </w:r>
          </w:p>
          <w:p w14:paraId="162F6D87" w14:textId="77777777" w:rsidR="00F532BA" w:rsidRDefault="00F532BA" w:rsidP="00AC3FE8">
            <w:pPr>
              <w:pStyle w:val="TAC"/>
              <w:rPr>
                <w:lang w:eastAsia="ja-JP"/>
              </w:rPr>
            </w:pPr>
            <w:r>
              <w:rPr>
                <w:lang w:eastAsia="ja-JP"/>
              </w:rPr>
              <w:t>DC_66A_n2A</w:t>
            </w:r>
          </w:p>
        </w:tc>
      </w:tr>
      <w:tr w:rsidR="00F532BA" w14:paraId="1279ADB7"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19DED97A" w14:textId="77777777" w:rsidR="00F532BA" w:rsidRDefault="00F532BA" w:rsidP="00AC3FE8">
            <w:pPr>
              <w:pStyle w:val="TAC"/>
              <w:rPr>
                <w:lang w:eastAsia="ja-JP"/>
              </w:rPr>
            </w:pPr>
            <w:r>
              <w:rPr>
                <w:lang w:eastAsia="ja-JP"/>
              </w:rPr>
              <w:t>DC_2A-46A-66A_n41A-n71A</w:t>
            </w:r>
          </w:p>
          <w:p w14:paraId="1549D18C" w14:textId="77777777" w:rsidR="00F532BA" w:rsidRDefault="00F532BA" w:rsidP="00AC3FE8">
            <w:pPr>
              <w:pStyle w:val="TAC"/>
              <w:rPr>
                <w:lang w:eastAsia="ja-JP"/>
              </w:rPr>
            </w:pPr>
            <w:r>
              <w:rPr>
                <w:lang w:eastAsia="ja-JP"/>
              </w:rPr>
              <w:t>DC_2A-46C-66A_n41A-n71A</w:t>
            </w:r>
          </w:p>
          <w:p w14:paraId="4BF8B27D" w14:textId="77777777" w:rsidR="00F532BA" w:rsidRDefault="00F532BA" w:rsidP="00AC3FE8">
            <w:pPr>
              <w:pStyle w:val="TAC"/>
            </w:pPr>
            <w:r>
              <w:rPr>
                <w:lang w:eastAsia="ja-JP"/>
              </w:rPr>
              <w:t>DC_2A-46D-66A_n41A-n71A</w:t>
            </w:r>
          </w:p>
        </w:tc>
        <w:tc>
          <w:tcPr>
            <w:tcW w:w="3544" w:type="dxa"/>
            <w:tcBorders>
              <w:top w:val="single" w:sz="4" w:space="0" w:color="auto"/>
              <w:left w:val="single" w:sz="4" w:space="0" w:color="auto"/>
              <w:bottom w:val="single" w:sz="4" w:space="0" w:color="auto"/>
              <w:right w:val="single" w:sz="4" w:space="0" w:color="auto"/>
            </w:tcBorders>
            <w:hideMark/>
          </w:tcPr>
          <w:p w14:paraId="1EE43BF4" w14:textId="77777777" w:rsidR="00F532BA" w:rsidRDefault="00F532BA" w:rsidP="00AC3FE8">
            <w:pPr>
              <w:pStyle w:val="TAC"/>
            </w:pPr>
            <w:r>
              <w:t>DC_2A_n41A</w:t>
            </w:r>
          </w:p>
          <w:p w14:paraId="34DCD19D" w14:textId="77777777" w:rsidR="00F532BA" w:rsidRDefault="00F532BA" w:rsidP="00AC3FE8">
            <w:pPr>
              <w:pStyle w:val="TAC"/>
            </w:pPr>
            <w:r>
              <w:t>DC_2A_n71A</w:t>
            </w:r>
          </w:p>
          <w:p w14:paraId="166242F0" w14:textId="77777777" w:rsidR="00F532BA" w:rsidRDefault="00F532BA" w:rsidP="00AC3FE8">
            <w:pPr>
              <w:pStyle w:val="TAC"/>
            </w:pPr>
            <w:r>
              <w:t>DC_66A_n41A</w:t>
            </w:r>
          </w:p>
          <w:p w14:paraId="52AEAEED" w14:textId="77777777" w:rsidR="00F532BA" w:rsidRDefault="00F532BA" w:rsidP="00AC3FE8">
            <w:pPr>
              <w:pStyle w:val="TAC"/>
              <w:rPr>
                <w:lang w:eastAsia="ja-JP"/>
              </w:rPr>
            </w:pPr>
            <w:r>
              <w:t>DC_66A_n71A</w:t>
            </w:r>
          </w:p>
        </w:tc>
      </w:tr>
      <w:tr w:rsidR="00F532BA" w14:paraId="6F30CFFD"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610A035F" w14:textId="77777777" w:rsidR="00F532BA" w:rsidRDefault="00F532BA" w:rsidP="00AC3FE8">
            <w:pPr>
              <w:pStyle w:val="TAC"/>
              <w:rPr>
                <w:rFonts w:eastAsia="MS Mincho" w:cs="Arial"/>
                <w:szCs w:val="18"/>
              </w:rPr>
            </w:pPr>
            <w:r>
              <w:rPr>
                <w:rFonts w:eastAsia="MS Mincho" w:cs="Arial"/>
                <w:szCs w:val="18"/>
              </w:rPr>
              <w:t>DC_3A-</w:t>
            </w:r>
            <w:r>
              <w:rPr>
                <w:rFonts w:cs="Arial"/>
                <w:szCs w:val="18"/>
                <w:lang w:eastAsia="zh-TW"/>
              </w:rPr>
              <w:t>7A-8</w:t>
            </w:r>
            <w:r>
              <w:rPr>
                <w:rFonts w:eastAsia="MS Mincho" w:cs="Arial"/>
                <w:szCs w:val="18"/>
              </w:rPr>
              <w:t>A_n1A-n78A</w:t>
            </w:r>
            <w:r>
              <w:rPr>
                <w:vertAlign w:val="superscript"/>
                <w:lang w:eastAsia="fi-FI"/>
              </w:rPr>
              <w:t>2</w:t>
            </w:r>
          </w:p>
          <w:p w14:paraId="58302EB3" w14:textId="77777777" w:rsidR="00F532BA" w:rsidRDefault="00F532BA" w:rsidP="00AC3FE8">
            <w:pPr>
              <w:pStyle w:val="TAC"/>
              <w:rPr>
                <w:rFonts w:eastAsia="MS Mincho" w:cs="Arial"/>
                <w:szCs w:val="18"/>
              </w:rPr>
            </w:pPr>
            <w:r>
              <w:rPr>
                <w:rFonts w:eastAsia="MS Mincho" w:cs="Arial"/>
                <w:szCs w:val="18"/>
              </w:rPr>
              <w:t>DC_3A-</w:t>
            </w:r>
            <w:r>
              <w:rPr>
                <w:rFonts w:cs="Arial"/>
                <w:szCs w:val="18"/>
                <w:lang w:eastAsia="zh-TW"/>
              </w:rPr>
              <w:t>3A-7A-8</w:t>
            </w:r>
            <w:r>
              <w:rPr>
                <w:rFonts w:eastAsia="MS Mincho" w:cs="Arial"/>
                <w:szCs w:val="18"/>
              </w:rPr>
              <w:t>A_n1A-n78A</w:t>
            </w:r>
            <w:r>
              <w:rPr>
                <w:vertAlign w:val="superscript"/>
                <w:lang w:eastAsia="fi-FI"/>
              </w:rPr>
              <w:t>2</w:t>
            </w:r>
          </w:p>
          <w:p w14:paraId="4B7C650A" w14:textId="77777777" w:rsidR="00F532BA" w:rsidRDefault="00F532BA" w:rsidP="00AC3FE8">
            <w:pPr>
              <w:pStyle w:val="TAC"/>
              <w:rPr>
                <w:rFonts w:eastAsia="MS Mincho" w:cs="Arial"/>
                <w:szCs w:val="18"/>
              </w:rPr>
            </w:pPr>
            <w:r>
              <w:rPr>
                <w:rFonts w:eastAsia="MS Mincho" w:cs="Arial"/>
                <w:szCs w:val="18"/>
              </w:rPr>
              <w:t>DC_3A-</w:t>
            </w:r>
            <w:r>
              <w:rPr>
                <w:rFonts w:cs="Arial"/>
                <w:szCs w:val="18"/>
                <w:lang w:eastAsia="zh-TW"/>
              </w:rPr>
              <w:t>7A-7A-8</w:t>
            </w:r>
            <w:r>
              <w:rPr>
                <w:rFonts w:eastAsia="MS Mincho" w:cs="Arial"/>
                <w:szCs w:val="18"/>
              </w:rPr>
              <w:t>A_n1A-n78A</w:t>
            </w:r>
            <w:r>
              <w:rPr>
                <w:vertAlign w:val="superscript"/>
                <w:lang w:eastAsia="fi-FI"/>
              </w:rPr>
              <w:t>2</w:t>
            </w:r>
          </w:p>
          <w:p w14:paraId="7E3D0C91" w14:textId="77777777" w:rsidR="00F532BA" w:rsidRDefault="00F532BA" w:rsidP="00AC3FE8">
            <w:pPr>
              <w:pStyle w:val="TAC"/>
              <w:rPr>
                <w:rFonts w:cs="Arial"/>
                <w:szCs w:val="18"/>
                <w:lang w:eastAsia="ko-KR"/>
              </w:rPr>
            </w:pPr>
            <w:r>
              <w:rPr>
                <w:rFonts w:eastAsia="MS Mincho" w:cs="Arial"/>
                <w:szCs w:val="18"/>
              </w:rPr>
              <w:t>DC_3A-</w:t>
            </w:r>
            <w:r>
              <w:rPr>
                <w:rFonts w:cs="Arial"/>
                <w:szCs w:val="18"/>
                <w:lang w:eastAsia="zh-TW"/>
              </w:rPr>
              <w:t>3A-7A-7A-8</w:t>
            </w:r>
            <w:r>
              <w:rPr>
                <w:rFonts w:eastAsia="MS Mincho" w:cs="Arial"/>
                <w:szCs w:val="18"/>
              </w:rPr>
              <w:t>A_n1A-n78A</w:t>
            </w:r>
            <w:r>
              <w:rPr>
                <w:vertAlign w:val="superscript"/>
                <w:lang w:eastAsia="fi-FI"/>
              </w:rPr>
              <w:t>2</w:t>
            </w:r>
          </w:p>
        </w:tc>
        <w:tc>
          <w:tcPr>
            <w:tcW w:w="3544" w:type="dxa"/>
            <w:tcBorders>
              <w:top w:val="single" w:sz="4" w:space="0" w:color="auto"/>
              <w:left w:val="single" w:sz="4" w:space="0" w:color="auto"/>
              <w:bottom w:val="single" w:sz="4" w:space="0" w:color="auto"/>
              <w:right w:val="single" w:sz="4" w:space="0" w:color="auto"/>
            </w:tcBorders>
            <w:hideMark/>
          </w:tcPr>
          <w:p w14:paraId="07181203" w14:textId="77777777" w:rsidR="00F532BA" w:rsidRDefault="00F532BA" w:rsidP="00AC3FE8">
            <w:pPr>
              <w:pStyle w:val="TAC"/>
              <w:rPr>
                <w:rFonts w:eastAsia="MS Mincho" w:cs="Arial"/>
                <w:szCs w:val="18"/>
              </w:rPr>
            </w:pPr>
            <w:r>
              <w:rPr>
                <w:rFonts w:eastAsia="MS Mincho" w:cs="Arial"/>
                <w:szCs w:val="18"/>
              </w:rPr>
              <w:t>DC_3A_n1A</w:t>
            </w:r>
          </w:p>
          <w:p w14:paraId="4177AFF7" w14:textId="77777777" w:rsidR="00F532BA" w:rsidRDefault="00F532BA" w:rsidP="00AC3FE8">
            <w:pPr>
              <w:pStyle w:val="TAC"/>
              <w:rPr>
                <w:rFonts w:cs="Arial"/>
                <w:szCs w:val="18"/>
                <w:lang w:eastAsia="zh-TW"/>
              </w:rPr>
            </w:pPr>
            <w:r>
              <w:rPr>
                <w:rFonts w:eastAsia="MS Mincho" w:cs="Arial"/>
                <w:szCs w:val="18"/>
              </w:rPr>
              <w:t>DC_3A_n78A</w:t>
            </w:r>
          </w:p>
          <w:p w14:paraId="27A67D62" w14:textId="77777777" w:rsidR="00F532BA" w:rsidRDefault="00F532BA" w:rsidP="00AC3FE8">
            <w:pPr>
              <w:pStyle w:val="TAC"/>
              <w:rPr>
                <w:rFonts w:eastAsia="MS Mincho" w:cs="Arial"/>
                <w:szCs w:val="18"/>
              </w:rPr>
            </w:pPr>
            <w:r>
              <w:rPr>
                <w:rFonts w:eastAsia="MS Mincho" w:cs="Arial"/>
                <w:szCs w:val="18"/>
              </w:rPr>
              <w:t>DC_</w:t>
            </w:r>
            <w:r>
              <w:rPr>
                <w:rFonts w:cs="Arial"/>
                <w:szCs w:val="18"/>
                <w:lang w:eastAsia="zh-TW"/>
              </w:rPr>
              <w:t>7</w:t>
            </w:r>
            <w:r>
              <w:rPr>
                <w:rFonts w:eastAsia="MS Mincho" w:cs="Arial"/>
                <w:szCs w:val="18"/>
              </w:rPr>
              <w:t>A_n1A</w:t>
            </w:r>
          </w:p>
          <w:p w14:paraId="3924EC99" w14:textId="77777777" w:rsidR="00F532BA" w:rsidRDefault="00F532BA" w:rsidP="00AC3FE8">
            <w:pPr>
              <w:pStyle w:val="TAC"/>
              <w:rPr>
                <w:rFonts w:cs="Arial"/>
                <w:szCs w:val="18"/>
                <w:lang w:eastAsia="zh-TW"/>
              </w:rPr>
            </w:pPr>
            <w:r>
              <w:rPr>
                <w:rFonts w:eastAsia="MS Mincho" w:cs="Arial"/>
                <w:szCs w:val="18"/>
              </w:rPr>
              <w:t>DC_</w:t>
            </w:r>
            <w:r>
              <w:rPr>
                <w:rFonts w:cs="Arial"/>
                <w:szCs w:val="18"/>
                <w:lang w:eastAsia="zh-TW"/>
              </w:rPr>
              <w:t>7</w:t>
            </w:r>
            <w:r>
              <w:rPr>
                <w:rFonts w:eastAsia="MS Mincho" w:cs="Arial"/>
                <w:szCs w:val="18"/>
              </w:rPr>
              <w:t>A_n78A</w:t>
            </w:r>
          </w:p>
          <w:p w14:paraId="589574CF" w14:textId="77777777" w:rsidR="00F532BA" w:rsidRDefault="00F532BA" w:rsidP="00AC3FE8">
            <w:pPr>
              <w:pStyle w:val="TAC"/>
              <w:rPr>
                <w:rFonts w:eastAsia="MS Mincho" w:cs="Arial"/>
                <w:szCs w:val="18"/>
              </w:rPr>
            </w:pPr>
            <w:r>
              <w:rPr>
                <w:rFonts w:eastAsia="MS Mincho" w:cs="Arial"/>
                <w:szCs w:val="18"/>
              </w:rPr>
              <w:t>DC_</w:t>
            </w:r>
            <w:r>
              <w:rPr>
                <w:rFonts w:cs="Arial"/>
                <w:szCs w:val="18"/>
                <w:lang w:eastAsia="zh-TW"/>
              </w:rPr>
              <w:t>8</w:t>
            </w:r>
            <w:r>
              <w:rPr>
                <w:rFonts w:eastAsia="MS Mincho" w:cs="Arial"/>
                <w:szCs w:val="18"/>
              </w:rPr>
              <w:t>A_n1A</w:t>
            </w:r>
          </w:p>
          <w:p w14:paraId="78AF111F" w14:textId="77777777" w:rsidR="00F532BA" w:rsidRDefault="00F532BA" w:rsidP="00AC3FE8">
            <w:pPr>
              <w:pStyle w:val="TAC"/>
              <w:rPr>
                <w:lang w:eastAsia="ko-KR"/>
              </w:rPr>
            </w:pPr>
            <w:r>
              <w:rPr>
                <w:rFonts w:eastAsia="MS Mincho" w:cs="Arial"/>
                <w:szCs w:val="18"/>
              </w:rPr>
              <w:t>DC_</w:t>
            </w:r>
            <w:r>
              <w:rPr>
                <w:rFonts w:cs="Arial"/>
                <w:szCs w:val="18"/>
                <w:lang w:eastAsia="zh-TW"/>
              </w:rPr>
              <w:t>8</w:t>
            </w:r>
            <w:r>
              <w:rPr>
                <w:rFonts w:eastAsia="MS Mincho" w:cs="Arial"/>
                <w:szCs w:val="18"/>
              </w:rPr>
              <w:t>A_n78A</w:t>
            </w:r>
          </w:p>
        </w:tc>
      </w:tr>
      <w:tr w:rsidR="00F532BA" w14:paraId="0EED03F1"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3EA81552" w14:textId="77777777" w:rsidR="00F532BA" w:rsidRDefault="00F532BA" w:rsidP="00AC3FE8">
            <w:pPr>
              <w:pStyle w:val="TAC"/>
              <w:rPr>
                <w:rFonts w:cs="Arial"/>
                <w:szCs w:val="18"/>
                <w:lang w:eastAsia="ja-JP"/>
              </w:rPr>
            </w:pPr>
            <w:r>
              <w:rPr>
                <w:rFonts w:cs="Arial"/>
                <w:szCs w:val="18"/>
                <w:lang w:eastAsia="ko-KR"/>
              </w:rPr>
              <w:t>DC_3A-7A-20A_n28A-n78A</w:t>
            </w:r>
            <w:r>
              <w:rPr>
                <w:rFonts w:cs="Arial"/>
                <w:szCs w:val="18"/>
                <w:vertAlign w:val="superscript"/>
                <w:lang w:eastAsia="ko-KR"/>
              </w:rPr>
              <w:t>2,3</w:t>
            </w:r>
            <w:r>
              <w:rPr>
                <w:rFonts w:eastAsia="MS Mincho" w:cs="Arial"/>
                <w:szCs w:val="18"/>
                <w:vertAlign w:val="superscript"/>
                <w:lang w:eastAsia="ja-JP"/>
              </w:rPr>
              <w:t>,6,7</w:t>
            </w:r>
          </w:p>
        </w:tc>
        <w:tc>
          <w:tcPr>
            <w:tcW w:w="3544" w:type="dxa"/>
            <w:tcBorders>
              <w:top w:val="single" w:sz="4" w:space="0" w:color="auto"/>
              <w:left w:val="single" w:sz="4" w:space="0" w:color="auto"/>
              <w:bottom w:val="single" w:sz="4" w:space="0" w:color="auto"/>
              <w:right w:val="single" w:sz="4" w:space="0" w:color="auto"/>
            </w:tcBorders>
            <w:hideMark/>
          </w:tcPr>
          <w:p w14:paraId="5146C0BB" w14:textId="77777777" w:rsidR="00F532BA" w:rsidRDefault="00F532BA" w:rsidP="00AC3FE8">
            <w:pPr>
              <w:pStyle w:val="TAC"/>
              <w:rPr>
                <w:lang w:eastAsia="ko-KR"/>
              </w:rPr>
            </w:pPr>
            <w:r>
              <w:rPr>
                <w:lang w:eastAsia="ko-KR"/>
              </w:rPr>
              <w:t>DC_3A_n28A</w:t>
            </w:r>
          </w:p>
          <w:p w14:paraId="225CACE3" w14:textId="77777777" w:rsidR="00F532BA" w:rsidRDefault="00F532BA" w:rsidP="00AC3FE8">
            <w:pPr>
              <w:pStyle w:val="TAC"/>
              <w:rPr>
                <w:lang w:eastAsia="ko-KR"/>
              </w:rPr>
            </w:pPr>
            <w:r>
              <w:rPr>
                <w:lang w:eastAsia="ko-KR"/>
              </w:rPr>
              <w:t>DC_3A_n78A</w:t>
            </w:r>
          </w:p>
          <w:p w14:paraId="586149F8" w14:textId="77777777" w:rsidR="00F532BA" w:rsidRDefault="00F532BA" w:rsidP="00AC3FE8">
            <w:pPr>
              <w:pStyle w:val="TAC"/>
              <w:rPr>
                <w:lang w:eastAsia="ko-KR"/>
              </w:rPr>
            </w:pPr>
            <w:r>
              <w:rPr>
                <w:lang w:eastAsia="ko-KR"/>
              </w:rPr>
              <w:t>DC_7A_n28A</w:t>
            </w:r>
          </w:p>
          <w:p w14:paraId="275F9034" w14:textId="77777777" w:rsidR="00F532BA" w:rsidRDefault="00F532BA" w:rsidP="00AC3FE8">
            <w:pPr>
              <w:pStyle w:val="TAC"/>
              <w:rPr>
                <w:lang w:eastAsia="ko-KR"/>
              </w:rPr>
            </w:pPr>
            <w:r>
              <w:rPr>
                <w:lang w:eastAsia="ko-KR"/>
              </w:rPr>
              <w:t>DC_7A_n78A</w:t>
            </w:r>
          </w:p>
          <w:p w14:paraId="182BDDF4" w14:textId="77777777" w:rsidR="00F532BA" w:rsidRDefault="00F532BA" w:rsidP="00AC3FE8">
            <w:pPr>
              <w:pStyle w:val="TAC"/>
              <w:rPr>
                <w:lang w:eastAsia="ko-KR"/>
              </w:rPr>
            </w:pPr>
            <w:r>
              <w:rPr>
                <w:lang w:eastAsia="ko-KR"/>
              </w:rPr>
              <w:t>DC_20A_n28A</w:t>
            </w:r>
          </w:p>
          <w:p w14:paraId="65EEA2EB" w14:textId="77777777" w:rsidR="00F532BA" w:rsidRDefault="00F532BA" w:rsidP="00AC3FE8">
            <w:pPr>
              <w:pStyle w:val="TAC"/>
            </w:pPr>
            <w:r>
              <w:rPr>
                <w:lang w:eastAsia="ko-KR"/>
              </w:rPr>
              <w:t>DC_20A_n78A</w:t>
            </w:r>
          </w:p>
        </w:tc>
      </w:tr>
      <w:tr w:rsidR="00F532BA" w14:paraId="4C32A1B5"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35BCDD9D" w14:textId="77777777" w:rsidR="00F532BA" w:rsidRDefault="00F532BA" w:rsidP="00AC3FE8">
            <w:pPr>
              <w:pStyle w:val="TAC"/>
              <w:rPr>
                <w:rFonts w:cs="Arial"/>
                <w:lang w:eastAsia="zh-CN"/>
              </w:rPr>
            </w:pPr>
            <w:r>
              <w:rPr>
                <w:rFonts w:cs="Arial"/>
                <w:lang w:eastAsia="zh-CN"/>
              </w:rPr>
              <w:t>DC_3A-7A-28A_n5A-n78A</w:t>
            </w:r>
          </w:p>
          <w:p w14:paraId="298E9831" w14:textId="77777777" w:rsidR="00F532BA" w:rsidRDefault="00F532BA" w:rsidP="00AC3FE8">
            <w:pPr>
              <w:pStyle w:val="TAC"/>
              <w:rPr>
                <w:rFonts w:cs="Arial"/>
                <w:lang w:eastAsia="zh-CN"/>
              </w:rPr>
            </w:pPr>
            <w:r>
              <w:rPr>
                <w:rFonts w:cs="Arial"/>
                <w:lang w:eastAsia="zh-CN"/>
              </w:rPr>
              <w:t>DC_3C-7A-28A_n5A-n78A</w:t>
            </w:r>
          </w:p>
          <w:p w14:paraId="5E716691" w14:textId="77777777" w:rsidR="00F532BA" w:rsidRDefault="00F532BA" w:rsidP="00AC3FE8">
            <w:pPr>
              <w:pStyle w:val="TAC"/>
              <w:rPr>
                <w:rFonts w:cs="Arial"/>
                <w:lang w:eastAsia="zh-CN"/>
              </w:rPr>
            </w:pPr>
            <w:r>
              <w:rPr>
                <w:rFonts w:cs="Arial"/>
                <w:lang w:eastAsia="zh-CN"/>
              </w:rPr>
              <w:t>DC_3A-7C-28A_n5A-n78A</w:t>
            </w:r>
          </w:p>
          <w:p w14:paraId="3F78AF8D" w14:textId="77777777" w:rsidR="00F532BA" w:rsidRDefault="00F532BA" w:rsidP="00AC3FE8">
            <w:pPr>
              <w:pStyle w:val="TAC"/>
              <w:rPr>
                <w:rFonts w:cs="Arial"/>
                <w:szCs w:val="18"/>
                <w:lang w:eastAsia="ko-KR"/>
              </w:rPr>
            </w:pPr>
            <w:r>
              <w:rPr>
                <w:rFonts w:cs="Arial"/>
                <w:lang w:eastAsia="zh-CN"/>
              </w:rPr>
              <w:t>DC_3C-7C-28A_n5A-n78A</w:t>
            </w:r>
          </w:p>
        </w:tc>
        <w:tc>
          <w:tcPr>
            <w:tcW w:w="3544" w:type="dxa"/>
            <w:tcBorders>
              <w:top w:val="single" w:sz="4" w:space="0" w:color="auto"/>
              <w:left w:val="single" w:sz="4" w:space="0" w:color="auto"/>
              <w:bottom w:val="single" w:sz="4" w:space="0" w:color="auto"/>
              <w:right w:val="single" w:sz="4" w:space="0" w:color="auto"/>
            </w:tcBorders>
            <w:hideMark/>
          </w:tcPr>
          <w:p w14:paraId="13F39D20" w14:textId="77777777" w:rsidR="00F532BA" w:rsidRDefault="00F532BA" w:rsidP="00AC3FE8">
            <w:pPr>
              <w:pStyle w:val="TAC"/>
              <w:rPr>
                <w:rFonts w:cs="Arial"/>
                <w:lang w:eastAsia="zh-CN"/>
              </w:rPr>
            </w:pPr>
            <w:r>
              <w:rPr>
                <w:rFonts w:cs="Arial"/>
                <w:lang w:eastAsia="zh-CN"/>
              </w:rPr>
              <w:t>DC_3A_n5A</w:t>
            </w:r>
          </w:p>
          <w:p w14:paraId="03DF937E" w14:textId="77777777" w:rsidR="00F532BA" w:rsidRDefault="00F532BA" w:rsidP="00AC3FE8">
            <w:pPr>
              <w:pStyle w:val="TAC"/>
              <w:rPr>
                <w:rFonts w:cs="Arial"/>
                <w:lang w:eastAsia="zh-CN"/>
              </w:rPr>
            </w:pPr>
            <w:r>
              <w:rPr>
                <w:rFonts w:cs="Arial"/>
                <w:lang w:eastAsia="zh-CN"/>
              </w:rPr>
              <w:t>DC_3C_n5A</w:t>
            </w:r>
          </w:p>
          <w:p w14:paraId="332A0B76" w14:textId="77777777" w:rsidR="00F532BA" w:rsidRDefault="00F532BA" w:rsidP="00AC3FE8">
            <w:pPr>
              <w:pStyle w:val="TAC"/>
              <w:rPr>
                <w:rFonts w:cs="Arial"/>
                <w:lang w:eastAsia="zh-CN"/>
              </w:rPr>
            </w:pPr>
            <w:r>
              <w:rPr>
                <w:rFonts w:cs="Arial"/>
                <w:lang w:eastAsia="zh-CN"/>
              </w:rPr>
              <w:t>DC_3A_n78A</w:t>
            </w:r>
          </w:p>
          <w:p w14:paraId="6F067AAB" w14:textId="77777777" w:rsidR="00F532BA" w:rsidRDefault="00F532BA" w:rsidP="00AC3FE8">
            <w:pPr>
              <w:pStyle w:val="TAC"/>
              <w:rPr>
                <w:rFonts w:cs="Arial"/>
                <w:lang w:eastAsia="zh-CN"/>
              </w:rPr>
            </w:pPr>
            <w:r>
              <w:rPr>
                <w:rFonts w:cs="Arial"/>
                <w:lang w:eastAsia="zh-CN"/>
              </w:rPr>
              <w:t>DC_3C_n78A</w:t>
            </w:r>
          </w:p>
          <w:p w14:paraId="669CD2ED" w14:textId="77777777" w:rsidR="00F532BA" w:rsidRDefault="00F532BA" w:rsidP="00AC3FE8">
            <w:pPr>
              <w:pStyle w:val="TAC"/>
              <w:rPr>
                <w:rFonts w:cs="Arial"/>
                <w:lang w:eastAsia="zh-CN"/>
              </w:rPr>
            </w:pPr>
            <w:r>
              <w:rPr>
                <w:rFonts w:cs="Arial"/>
                <w:lang w:eastAsia="zh-CN"/>
              </w:rPr>
              <w:t>DC_7A_n5A</w:t>
            </w:r>
          </w:p>
          <w:p w14:paraId="2954C203" w14:textId="77777777" w:rsidR="00F532BA" w:rsidRDefault="00F532BA" w:rsidP="00AC3FE8">
            <w:pPr>
              <w:pStyle w:val="TAC"/>
              <w:rPr>
                <w:rFonts w:cs="Arial"/>
                <w:lang w:eastAsia="zh-CN"/>
              </w:rPr>
            </w:pPr>
            <w:r>
              <w:rPr>
                <w:rFonts w:cs="Arial"/>
                <w:lang w:eastAsia="zh-CN"/>
              </w:rPr>
              <w:t>DC_7C_n5A</w:t>
            </w:r>
          </w:p>
          <w:p w14:paraId="33A3C6DB" w14:textId="77777777" w:rsidR="00F532BA" w:rsidRDefault="00F532BA" w:rsidP="00AC3FE8">
            <w:pPr>
              <w:pStyle w:val="TAC"/>
              <w:rPr>
                <w:rFonts w:cs="Arial"/>
                <w:lang w:eastAsia="zh-CN"/>
              </w:rPr>
            </w:pPr>
            <w:r>
              <w:rPr>
                <w:rFonts w:cs="Arial"/>
                <w:lang w:eastAsia="zh-CN"/>
              </w:rPr>
              <w:t>DC_7A_n78A</w:t>
            </w:r>
          </w:p>
          <w:p w14:paraId="2D108A43" w14:textId="77777777" w:rsidR="00F532BA" w:rsidRDefault="00F532BA" w:rsidP="00AC3FE8">
            <w:pPr>
              <w:pStyle w:val="TAC"/>
              <w:rPr>
                <w:rFonts w:cs="Arial"/>
                <w:lang w:eastAsia="zh-CN"/>
              </w:rPr>
            </w:pPr>
            <w:r>
              <w:rPr>
                <w:rFonts w:cs="Arial"/>
                <w:lang w:eastAsia="zh-CN"/>
              </w:rPr>
              <w:t>DC_7C_n78A</w:t>
            </w:r>
          </w:p>
          <w:p w14:paraId="6E9509D9" w14:textId="77777777" w:rsidR="00F532BA" w:rsidRDefault="00F532BA" w:rsidP="00AC3FE8">
            <w:pPr>
              <w:pStyle w:val="TAC"/>
              <w:rPr>
                <w:rFonts w:cs="Arial"/>
                <w:lang w:eastAsia="zh-CN"/>
              </w:rPr>
            </w:pPr>
            <w:r>
              <w:rPr>
                <w:rFonts w:cs="Arial"/>
                <w:lang w:eastAsia="zh-CN"/>
              </w:rPr>
              <w:t>DC_28A_n5A</w:t>
            </w:r>
          </w:p>
          <w:p w14:paraId="66A7BE0B" w14:textId="77777777" w:rsidR="00F532BA" w:rsidRDefault="00F532BA" w:rsidP="00AC3FE8">
            <w:pPr>
              <w:pStyle w:val="TAC"/>
              <w:rPr>
                <w:lang w:eastAsia="ko-KR"/>
              </w:rPr>
            </w:pPr>
            <w:r>
              <w:rPr>
                <w:rFonts w:cs="Arial"/>
                <w:lang w:eastAsia="zh-CN"/>
              </w:rPr>
              <w:t>DC_28A_n78A</w:t>
            </w:r>
          </w:p>
        </w:tc>
      </w:tr>
      <w:tr w:rsidR="00F532BA" w14:paraId="5826CB2A"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4D72844E" w14:textId="77777777" w:rsidR="00F532BA" w:rsidRDefault="00F532BA" w:rsidP="00AC3FE8">
            <w:pPr>
              <w:pStyle w:val="TAC"/>
              <w:rPr>
                <w:rFonts w:cs="Arial"/>
                <w:lang w:eastAsia="zh-CN"/>
              </w:rPr>
            </w:pPr>
            <w:r>
              <w:rPr>
                <w:rFonts w:cs="Arial"/>
                <w:szCs w:val="16"/>
                <w:lang w:eastAsia="ko-KR"/>
              </w:rPr>
              <w:t>DC_3A-7A-28A_n7A-n78A</w:t>
            </w:r>
          </w:p>
        </w:tc>
        <w:tc>
          <w:tcPr>
            <w:tcW w:w="3544" w:type="dxa"/>
            <w:tcBorders>
              <w:top w:val="single" w:sz="4" w:space="0" w:color="auto"/>
              <w:left w:val="single" w:sz="4" w:space="0" w:color="auto"/>
              <w:bottom w:val="single" w:sz="4" w:space="0" w:color="auto"/>
              <w:right w:val="single" w:sz="4" w:space="0" w:color="auto"/>
            </w:tcBorders>
            <w:hideMark/>
          </w:tcPr>
          <w:p w14:paraId="3D4A7F39" w14:textId="77777777" w:rsidR="00F532BA" w:rsidRDefault="00F532BA" w:rsidP="00AC3FE8">
            <w:pPr>
              <w:pStyle w:val="TAC"/>
              <w:rPr>
                <w:rFonts w:cs="Arial"/>
                <w:szCs w:val="16"/>
                <w:lang w:eastAsia="zh-CN"/>
              </w:rPr>
            </w:pPr>
            <w:r>
              <w:rPr>
                <w:rFonts w:cs="Arial"/>
                <w:szCs w:val="16"/>
                <w:lang w:eastAsia="zh-CN"/>
              </w:rPr>
              <w:t>DC_3A_n7A</w:t>
            </w:r>
          </w:p>
          <w:p w14:paraId="6DFF9435" w14:textId="77777777" w:rsidR="00F532BA" w:rsidRDefault="00F532BA" w:rsidP="00AC3FE8">
            <w:pPr>
              <w:pStyle w:val="TAC"/>
              <w:rPr>
                <w:rFonts w:cs="Arial"/>
                <w:szCs w:val="16"/>
                <w:lang w:eastAsia="zh-CN"/>
              </w:rPr>
            </w:pPr>
            <w:r>
              <w:rPr>
                <w:rFonts w:cs="Arial"/>
                <w:szCs w:val="16"/>
                <w:lang w:eastAsia="zh-CN"/>
              </w:rPr>
              <w:t>DC_7A_n7A</w:t>
            </w:r>
            <w:r>
              <w:rPr>
                <w:rFonts w:cs="Arial"/>
                <w:vertAlign w:val="superscript"/>
                <w:lang w:eastAsia="zh-CN"/>
              </w:rPr>
              <w:t>4</w:t>
            </w:r>
          </w:p>
          <w:p w14:paraId="00E5A1AE" w14:textId="77777777" w:rsidR="00F532BA" w:rsidRDefault="00F532BA" w:rsidP="00AC3FE8">
            <w:pPr>
              <w:pStyle w:val="TAC"/>
              <w:rPr>
                <w:rFonts w:cs="Arial"/>
                <w:szCs w:val="16"/>
                <w:lang w:eastAsia="zh-CN"/>
              </w:rPr>
            </w:pPr>
            <w:r>
              <w:rPr>
                <w:rFonts w:cs="Arial"/>
                <w:szCs w:val="16"/>
                <w:lang w:eastAsia="zh-CN"/>
              </w:rPr>
              <w:t>DC_28A_n7A</w:t>
            </w:r>
          </w:p>
          <w:p w14:paraId="04783D66" w14:textId="77777777" w:rsidR="00F532BA" w:rsidRDefault="00F532BA" w:rsidP="00AC3FE8">
            <w:pPr>
              <w:pStyle w:val="TAC"/>
              <w:rPr>
                <w:rFonts w:cs="Arial"/>
                <w:szCs w:val="16"/>
                <w:lang w:eastAsia="zh-CN"/>
              </w:rPr>
            </w:pPr>
            <w:r>
              <w:rPr>
                <w:rFonts w:cs="Arial"/>
                <w:szCs w:val="16"/>
                <w:lang w:eastAsia="zh-CN"/>
              </w:rPr>
              <w:t>DC_3A_n78A</w:t>
            </w:r>
          </w:p>
          <w:p w14:paraId="13D8137A" w14:textId="77777777" w:rsidR="00F532BA" w:rsidRDefault="00F532BA" w:rsidP="00AC3FE8">
            <w:pPr>
              <w:pStyle w:val="TAC"/>
              <w:rPr>
                <w:rFonts w:cs="Arial"/>
                <w:szCs w:val="16"/>
                <w:lang w:eastAsia="zh-CN"/>
              </w:rPr>
            </w:pPr>
            <w:r>
              <w:rPr>
                <w:rFonts w:cs="Arial"/>
                <w:szCs w:val="16"/>
                <w:lang w:eastAsia="zh-CN"/>
              </w:rPr>
              <w:t>DC_7A_n78A</w:t>
            </w:r>
          </w:p>
          <w:p w14:paraId="636FEEBE" w14:textId="77777777" w:rsidR="00F532BA" w:rsidRDefault="00F532BA" w:rsidP="00AC3FE8">
            <w:pPr>
              <w:pStyle w:val="TAC"/>
              <w:rPr>
                <w:rFonts w:cs="Arial"/>
                <w:lang w:eastAsia="zh-CN"/>
              </w:rPr>
            </w:pPr>
            <w:r>
              <w:rPr>
                <w:rFonts w:cs="Arial"/>
                <w:szCs w:val="16"/>
                <w:lang w:eastAsia="zh-CN"/>
              </w:rPr>
              <w:t>DC_28A_n78A</w:t>
            </w:r>
          </w:p>
        </w:tc>
      </w:tr>
      <w:tr w:rsidR="00F532BA" w14:paraId="71CF5889"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634CFBFF" w14:textId="77777777" w:rsidR="00F532BA" w:rsidRDefault="00F532BA" w:rsidP="00AC3FE8">
            <w:pPr>
              <w:pStyle w:val="TAC"/>
              <w:rPr>
                <w:rFonts w:cs="Arial"/>
                <w:lang w:eastAsia="zh-CN"/>
              </w:rPr>
            </w:pPr>
            <w:r>
              <w:rPr>
                <w:rFonts w:cs="Arial"/>
                <w:szCs w:val="16"/>
                <w:lang w:eastAsia="ko-KR"/>
              </w:rPr>
              <w:t>DC_3C-7A-28A_n7A-n78A</w:t>
            </w:r>
          </w:p>
        </w:tc>
        <w:tc>
          <w:tcPr>
            <w:tcW w:w="3544" w:type="dxa"/>
            <w:tcBorders>
              <w:top w:val="single" w:sz="4" w:space="0" w:color="auto"/>
              <w:left w:val="single" w:sz="4" w:space="0" w:color="auto"/>
              <w:bottom w:val="single" w:sz="4" w:space="0" w:color="auto"/>
              <w:right w:val="single" w:sz="4" w:space="0" w:color="auto"/>
            </w:tcBorders>
            <w:hideMark/>
          </w:tcPr>
          <w:p w14:paraId="1B6C5B80" w14:textId="77777777" w:rsidR="00F532BA" w:rsidRDefault="00F532BA" w:rsidP="00AC3FE8">
            <w:pPr>
              <w:pStyle w:val="TAC"/>
              <w:rPr>
                <w:rFonts w:cs="Arial"/>
                <w:szCs w:val="16"/>
                <w:lang w:eastAsia="zh-CN"/>
              </w:rPr>
            </w:pPr>
            <w:r>
              <w:rPr>
                <w:rFonts w:cs="Arial"/>
                <w:szCs w:val="16"/>
                <w:lang w:eastAsia="zh-CN"/>
              </w:rPr>
              <w:t>DC_3A_n7A</w:t>
            </w:r>
          </w:p>
          <w:p w14:paraId="26FF0CA0" w14:textId="77777777" w:rsidR="00F532BA" w:rsidRDefault="00F532BA" w:rsidP="00AC3FE8">
            <w:pPr>
              <w:pStyle w:val="TAC"/>
              <w:rPr>
                <w:rFonts w:cs="Arial"/>
                <w:szCs w:val="16"/>
                <w:lang w:eastAsia="zh-CN"/>
              </w:rPr>
            </w:pPr>
            <w:r>
              <w:rPr>
                <w:rFonts w:cs="Arial"/>
                <w:szCs w:val="16"/>
                <w:lang w:eastAsia="zh-CN"/>
              </w:rPr>
              <w:t>DC_3C_n7A</w:t>
            </w:r>
          </w:p>
          <w:p w14:paraId="219428C6" w14:textId="77777777" w:rsidR="00F532BA" w:rsidRDefault="00F532BA" w:rsidP="00AC3FE8">
            <w:pPr>
              <w:pStyle w:val="TAC"/>
              <w:rPr>
                <w:rFonts w:cs="Arial"/>
                <w:szCs w:val="16"/>
                <w:lang w:eastAsia="zh-CN"/>
              </w:rPr>
            </w:pPr>
            <w:r>
              <w:rPr>
                <w:rFonts w:cs="Arial"/>
                <w:szCs w:val="16"/>
                <w:lang w:eastAsia="zh-CN"/>
              </w:rPr>
              <w:t>DC_7A_n7A</w:t>
            </w:r>
            <w:r>
              <w:rPr>
                <w:rFonts w:cs="Arial"/>
                <w:vertAlign w:val="superscript"/>
                <w:lang w:eastAsia="zh-CN"/>
              </w:rPr>
              <w:t>4</w:t>
            </w:r>
          </w:p>
          <w:p w14:paraId="4BECF4D1" w14:textId="77777777" w:rsidR="00F532BA" w:rsidRDefault="00F532BA" w:rsidP="00AC3FE8">
            <w:pPr>
              <w:pStyle w:val="TAC"/>
              <w:rPr>
                <w:rFonts w:cs="Arial"/>
                <w:szCs w:val="16"/>
                <w:lang w:eastAsia="zh-CN"/>
              </w:rPr>
            </w:pPr>
            <w:r>
              <w:rPr>
                <w:rFonts w:cs="Arial"/>
                <w:szCs w:val="16"/>
                <w:lang w:eastAsia="zh-CN"/>
              </w:rPr>
              <w:t>DC_28A_n7A</w:t>
            </w:r>
          </w:p>
          <w:p w14:paraId="5C78DB4D" w14:textId="77777777" w:rsidR="00F532BA" w:rsidRDefault="00F532BA" w:rsidP="00AC3FE8">
            <w:pPr>
              <w:pStyle w:val="TAC"/>
              <w:rPr>
                <w:rFonts w:cs="Arial"/>
                <w:szCs w:val="16"/>
                <w:lang w:eastAsia="zh-CN"/>
              </w:rPr>
            </w:pPr>
            <w:r>
              <w:rPr>
                <w:rFonts w:cs="Arial"/>
                <w:szCs w:val="16"/>
                <w:lang w:eastAsia="zh-CN"/>
              </w:rPr>
              <w:t>DC_3A_n78A</w:t>
            </w:r>
          </w:p>
          <w:p w14:paraId="23820FF6" w14:textId="77777777" w:rsidR="00F532BA" w:rsidRDefault="00F532BA" w:rsidP="00AC3FE8">
            <w:pPr>
              <w:pStyle w:val="TAC"/>
              <w:rPr>
                <w:rFonts w:cs="Arial"/>
                <w:szCs w:val="16"/>
                <w:lang w:eastAsia="zh-CN"/>
              </w:rPr>
            </w:pPr>
            <w:r>
              <w:rPr>
                <w:rFonts w:cs="Arial"/>
                <w:szCs w:val="16"/>
                <w:lang w:eastAsia="zh-CN"/>
              </w:rPr>
              <w:t>DC_3C_n78A</w:t>
            </w:r>
          </w:p>
          <w:p w14:paraId="4FAB14ED" w14:textId="77777777" w:rsidR="00F532BA" w:rsidRDefault="00F532BA" w:rsidP="00AC3FE8">
            <w:pPr>
              <w:pStyle w:val="TAC"/>
              <w:rPr>
                <w:rFonts w:cs="Arial"/>
                <w:szCs w:val="16"/>
                <w:lang w:eastAsia="zh-CN"/>
              </w:rPr>
            </w:pPr>
            <w:r>
              <w:rPr>
                <w:rFonts w:cs="Arial"/>
                <w:szCs w:val="16"/>
                <w:lang w:eastAsia="zh-CN"/>
              </w:rPr>
              <w:t>DC_7A_n78A</w:t>
            </w:r>
          </w:p>
          <w:p w14:paraId="714EA9A7" w14:textId="77777777" w:rsidR="00F532BA" w:rsidRDefault="00F532BA" w:rsidP="00AC3FE8">
            <w:pPr>
              <w:pStyle w:val="TAC"/>
              <w:rPr>
                <w:rFonts w:cs="Arial"/>
                <w:lang w:eastAsia="zh-CN"/>
              </w:rPr>
            </w:pPr>
            <w:r>
              <w:rPr>
                <w:rFonts w:cs="Arial"/>
                <w:szCs w:val="16"/>
                <w:lang w:eastAsia="zh-CN"/>
              </w:rPr>
              <w:t>DC_28A_n78A</w:t>
            </w:r>
          </w:p>
        </w:tc>
      </w:tr>
      <w:tr w:rsidR="00F532BA" w14:paraId="3E8D98E9"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3A847D20" w14:textId="77777777" w:rsidR="00F532BA" w:rsidRDefault="00F532BA" w:rsidP="00AC3FE8">
            <w:pPr>
              <w:pStyle w:val="TAC"/>
              <w:rPr>
                <w:rFonts w:cs="Arial"/>
                <w:vertAlign w:val="superscript"/>
                <w:lang w:eastAsia="ja-JP"/>
              </w:rPr>
            </w:pPr>
            <w:r>
              <w:rPr>
                <w:lang w:eastAsia="ko-KR"/>
              </w:rPr>
              <w:t>DC_3A-19A-21A-42A_n77A</w:t>
            </w:r>
            <w:r>
              <w:rPr>
                <w:rFonts w:cs="Arial"/>
                <w:vertAlign w:val="superscript"/>
                <w:lang w:eastAsia="ja-JP"/>
              </w:rPr>
              <w:t>5,6</w:t>
            </w:r>
          </w:p>
          <w:p w14:paraId="07C10A1F" w14:textId="77777777" w:rsidR="00F532BA" w:rsidRDefault="00F532BA" w:rsidP="00AC3FE8">
            <w:pPr>
              <w:pStyle w:val="TAC"/>
              <w:rPr>
                <w:lang w:eastAsia="ko-KR"/>
              </w:rPr>
            </w:pPr>
            <w:r>
              <w:rPr>
                <w:lang w:eastAsia="ko-KR"/>
              </w:rPr>
              <w:t>DC_3A-19A-21A-42A_n77C</w:t>
            </w:r>
            <w:r>
              <w:rPr>
                <w:rFonts w:cs="Arial"/>
                <w:vertAlign w:val="superscript"/>
                <w:lang w:eastAsia="ja-JP"/>
              </w:rPr>
              <w:t>5,6</w:t>
            </w:r>
          </w:p>
          <w:p w14:paraId="13AE0468" w14:textId="77777777" w:rsidR="00F532BA" w:rsidRDefault="00F532BA" w:rsidP="00AC3FE8">
            <w:pPr>
              <w:pStyle w:val="TAC"/>
              <w:rPr>
                <w:lang w:eastAsia="ko-KR"/>
              </w:rPr>
            </w:pPr>
            <w:r>
              <w:rPr>
                <w:lang w:eastAsia="ko-KR"/>
              </w:rPr>
              <w:t>DC_3A-19A-21A-42C_n77A</w:t>
            </w:r>
            <w:r>
              <w:rPr>
                <w:rFonts w:cs="Arial"/>
                <w:vertAlign w:val="superscript"/>
                <w:lang w:eastAsia="ja-JP"/>
              </w:rPr>
              <w:t>5,6</w:t>
            </w:r>
          </w:p>
          <w:p w14:paraId="15EBC5A7" w14:textId="77777777" w:rsidR="00F532BA" w:rsidRDefault="00F532BA" w:rsidP="00AC3FE8">
            <w:pPr>
              <w:pStyle w:val="TAC"/>
              <w:rPr>
                <w:rFonts w:cs="Arial"/>
                <w:szCs w:val="18"/>
                <w:lang w:eastAsia="ko-KR"/>
              </w:rPr>
            </w:pPr>
            <w:r>
              <w:rPr>
                <w:lang w:eastAsia="ko-KR"/>
              </w:rPr>
              <w:t>DC_3A-19A-21A-42C_n77C</w:t>
            </w:r>
            <w:r>
              <w:rPr>
                <w:rFonts w:cs="Arial"/>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110A502B" w14:textId="77777777" w:rsidR="00F532BA" w:rsidRDefault="00F532BA" w:rsidP="00AC3FE8">
            <w:pPr>
              <w:pStyle w:val="TAC"/>
              <w:rPr>
                <w:lang w:eastAsia="ko-KR"/>
              </w:rPr>
            </w:pPr>
            <w:r>
              <w:rPr>
                <w:lang w:eastAsia="ko-KR"/>
              </w:rPr>
              <w:t>DC_3A_n77A</w:t>
            </w:r>
          </w:p>
          <w:p w14:paraId="53B23373" w14:textId="77777777" w:rsidR="00F532BA" w:rsidRDefault="00F532BA" w:rsidP="00AC3FE8">
            <w:pPr>
              <w:pStyle w:val="TAC"/>
              <w:rPr>
                <w:lang w:eastAsia="ko-KR"/>
              </w:rPr>
            </w:pPr>
            <w:r>
              <w:rPr>
                <w:lang w:eastAsia="ko-KR"/>
              </w:rPr>
              <w:t>DC_19A_n77A</w:t>
            </w:r>
          </w:p>
          <w:p w14:paraId="766C9499" w14:textId="77777777" w:rsidR="00F532BA" w:rsidRDefault="00F532BA" w:rsidP="00AC3FE8">
            <w:pPr>
              <w:pStyle w:val="TAC"/>
              <w:rPr>
                <w:lang w:eastAsia="ko-KR"/>
              </w:rPr>
            </w:pPr>
            <w:r>
              <w:rPr>
                <w:lang w:eastAsia="ko-KR"/>
              </w:rPr>
              <w:t>DC_21A_n77A</w:t>
            </w:r>
          </w:p>
        </w:tc>
      </w:tr>
      <w:tr w:rsidR="00F532BA" w14:paraId="2B9FD3E1"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592FE8B4" w14:textId="77777777" w:rsidR="00F532BA" w:rsidRDefault="00F532BA" w:rsidP="00AC3FE8">
            <w:pPr>
              <w:pStyle w:val="TAC"/>
              <w:rPr>
                <w:lang w:eastAsia="ko-KR"/>
              </w:rPr>
            </w:pPr>
            <w:r>
              <w:lastRenderedPageBreak/>
              <w:t>DC_3A-19A-21A-42A_n78A</w:t>
            </w:r>
            <w:r>
              <w:rPr>
                <w:rFonts w:cs="Arial"/>
                <w:vertAlign w:val="superscript"/>
                <w:lang w:eastAsia="ja-JP"/>
              </w:rPr>
              <w:t>5,6</w:t>
            </w:r>
          </w:p>
          <w:p w14:paraId="1DFF14DD" w14:textId="77777777" w:rsidR="00F532BA" w:rsidRDefault="00F532BA" w:rsidP="00AC3FE8">
            <w:pPr>
              <w:pStyle w:val="TAC"/>
              <w:rPr>
                <w:lang w:eastAsia="ko-KR"/>
              </w:rPr>
            </w:pPr>
            <w:r>
              <w:t>DC_3A-19A-21A-42A_n78C</w:t>
            </w:r>
            <w:r>
              <w:rPr>
                <w:rFonts w:cs="Arial"/>
                <w:vertAlign w:val="superscript"/>
                <w:lang w:eastAsia="ja-JP"/>
              </w:rPr>
              <w:t>5,6</w:t>
            </w:r>
          </w:p>
          <w:p w14:paraId="5DD02319" w14:textId="77777777" w:rsidR="00F532BA" w:rsidRDefault="00F532BA" w:rsidP="00AC3FE8">
            <w:pPr>
              <w:pStyle w:val="TAC"/>
              <w:rPr>
                <w:lang w:eastAsia="ko-KR"/>
              </w:rPr>
            </w:pPr>
            <w:r>
              <w:t>DC_3A-19A-21A-42C_n78A</w:t>
            </w:r>
            <w:r>
              <w:rPr>
                <w:rFonts w:cs="Arial"/>
                <w:vertAlign w:val="superscript"/>
                <w:lang w:eastAsia="ja-JP"/>
              </w:rPr>
              <w:t>5,6</w:t>
            </w:r>
          </w:p>
          <w:p w14:paraId="14DF547F" w14:textId="77777777" w:rsidR="00F532BA" w:rsidRDefault="00F532BA" w:rsidP="00AC3FE8">
            <w:pPr>
              <w:pStyle w:val="TAC"/>
              <w:rPr>
                <w:rFonts w:cs="Arial"/>
                <w:szCs w:val="18"/>
                <w:lang w:eastAsia="ko-KR"/>
              </w:rPr>
            </w:pPr>
            <w:r>
              <w:t>DC_3A-19A-21A-42C_n78C</w:t>
            </w:r>
            <w:r>
              <w:rPr>
                <w:rFonts w:cs="Arial"/>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56B93A84" w14:textId="77777777" w:rsidR="00F532BA" w:rsidRDefault="00F532BA" w:rsidP="00AC3FE8">
            <w:pPr>
              <w:pStyle w:val="TAC"/>
            </w:pPr>
            <w:r>
              <w:t>DC_3A_n78A</w:t>
            </w:r>
          </w:p>
          <w:p w14:paraId="1B06C481" w14:textId="77777777" w:rsidR="00F532BA" w:rsidRDefault="00F532BA" w:rsidP="00AC3FE8">
            <w:pPr>
              <w:pStyle w:val="TAC"/>
            </w:pPr>
            <w:r>
              <w:t>DC_19A_n78A</w:t>
            </w:r>
          </w:p>
          <w:p w14:paraId="6DAD4793" w14:textId="77777777" w:rsidR="00F532BA" w:rsidRDefault="00F532BA" w:rsidP="00AC3FE8">
            <w:pPr>
              <w:pStyle w:val="TAC"/>
              <w:rPr>
                <w:lang w:eastAsia="ko-KR"/>
              </w:rPr>
            </w:pPr>
            <w:r>
              <w:t>DC_21A_n78A</w:t>
            </w:r>
          </w:p>
        </w:tc>
      </w:tr>
      <w:tr w:rsidR="00F532BA" w14:paraId="52550235"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2D9033C9" w14:textId="77777777" w:rsidR="00F532BA" w:rsidRDefault="00F532BA" w:rsidP="00AC3FE8">
            <w:pPr>
              <w:pStyle w:val="TAC"/>
              <w:rPr>
                <w:lang w:eastAsia="ko-KR"/>
              </w:rPr>
            </w:pPr>
            <w:r>
              <w:t>DC_3A-19A-21A-42A_n79A</w:t>
            </w:r>
            <w:r>
              <w:rPr>
                <w:rFonts w:cs="Arial"/>
                <w:vertAlign w:val="superscript"/>
                <w:lang w:eastAsia="ja-JP"/>
              </w:rPr>
              <w:t>5,6</w:t>
            </w:r>
          </w:p>
          <w:p w14:paraId="101F5FB8" w14:textId="77777777" w:rsidR="00F532BA" w:rsidRDefault="00F532BA" w:rsidP="00AC3FE8">
            <w:pPr>
              <w:pStyle w:val="TAC"/>
              <w:rPr>
                <w:lang w:eastAsia="ko-KR"/>
              </w:rPr>
            </w:pPr>
            <w:r>
              <w:t>DC_3A-19A-21A-42A_n79C</w:t>
            </w:r>
            <w:r>
              <w:rPr>
                <w:rFonts w:cs="Arial"/>
                <w:vertAlign w:val="superscript"/>
                <w:lang w:eastAsia="ja-JP"/>
              </w:rPr>
              <w:t>5,6</w:t>
            </w:r>
          </w:p>
          <w:p w14:paraId="1EA7C414" w14:textId="77777777" w:rsidR="00F532BA" w:rsidRDefault="00F532BA" w:rsidP="00AC3FE8">
            <w:pPr>
              <w:pStyle w:val="TAC"/>
              <w:rPr>
                <w:lang w:eastAsia="ko-KR"/>
              </w:rPr>
            </w:pPr>
            <w:r>
              <w:t>DC_3A-19A-21A-42C_n79A</w:t>
            </w:r>
            <w:r>
              <w:rPr>
                <w:rFonts w:cs="Arial"/>
                <w:vertAlign w:val="superscript"/>
                <w:lang w:eastAsia="ja-JP"/>
              </w:rPr>
              <w:t>5,6</w:t>
            </w:r>
          </w:p>
          <w:p w14:paraId="2519E984" w14:textId="77777777" w:rsidR="00F532BA" w:rsidRDefault="00F532BA" w:rsidP="00AC3FE8">
            <w:pPr>
              <w:pStyle w:val="TAC"/>
            </w:pPr>
            <w:r>
              <w:t>DC_3A-19A-21A-42C_n79C</w:t>
            </w:r>
            <w:r>
              <w:rPr>
                <w:rFonts w:cs="Arial"/>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6E2033E8" w14:textId="77777777" w:rsidR="00F532BA" w:rsidRDefault="00F532BA" w:rsidP="00AC3FE8">
            <w:pPr>
              <w:pStyle w:val="TAC"/>
              <w:rPr>
                <w:lang w:eastAsia="fi-FI"/>
              </w:rPr>
            </w:pPr>
            <w:r>
              <w:rPr>
                <w:lang w:eastAsia="fi-FI"/>
              </w:rPr>
              <w:t>DC_3A_n79A</w:t>
            </w:r>
          </w:p>
          <w:p w14:paraId="64744C02" w14:textId="77777777" w:rsidR="00F532BA" w:rsidRDefault="00F532BA" w:rsidP="00AC3FE8">
            <w:pPr>
              <w:pStyle w:val="TAC"/>
              <w:rPr>
                <w:lang w:eastAsia="fi-FI"/>
              </w:rPr>
            </w:pPr>
            <w:r>
              <w:rPr>
                <w:lang w:eastAsia="fi-FI"/>
              </w:rPr>
              <w:t>DC_19A_n79A</w:t>
            </w:r>
          </w:p>
          <w:p w14:paraId="5C94C4F6" w14:textId="77777777" w:rsidR="00F532BA" w:rsidRDefault="00F532BA" w:rsidP="00AC3FE8">
            <w:pPr>
              <w:pStyle w:val="TAC"/>
            </w:pPr>
            <w:r>
              <w:rPr>
                <w:lang w:eastAsia="fi-FI"/>
              </w:rPr>
              <w:t>DC_21A_n79A</w:t>
            </w:r>
          </w:p>
        </w:tc>
      </w:tr>
      <w:tr w:rsidR="00F532BA" w14:paraId="6CD8BEE4"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22429A3A" w14:textId="77777777" w:rsidR="00F532BA" w:rsidRDefault="00F532BA" w:rsidP="00AC3FE8">
            <w:pPr>
              <w:pStyle w:val="TAC"/>
            </w:pPr>
            <w:r>
              <w:t>DC_3A-28A-41A-42A_n78A</w:t>
            </w:r>
            <w:r>
              <w:rPr>
                <w:rFonts w:eastAsia="MS Mincho" w:cs="Arial"/>
                <w:szCs w:val="18"/>
                <w:vertAlign w:val="superscript"/>
                <w:lang w:eastAsia="ja-JP"/>
              </w:rPr>
              <w:t>5,6</w:t>
            </w:r>
          </w:p>
          <w:p w14:paraId="16CA69E3" w14:textId="6692B7A0" w:rsidR="00F532BA" w:rsidRDefault="00F532BA" w:rsidP="00AC3FE8">
            <w:pPr>
              <w:pStyle w:val="TAC"/>
            </w:pPr>
            <w:r>
              <w:t>DC_3A-28A-41A-42C_n78A</w:t>
            </w:r>
            <w:r>
              <w:rPr>
                <w:rFonts w:eastAsia="MS Mincho" w:cs="Arial"/>
                <w:szCs w:val="18"/>
                <w:vertAlign w:val="superscript"/>
                <w:lang w:eastAsia="ja-JP"/>
              </w:rPr>
              <w:t>5,6</w:t>
            </w:r>
            <w:r>
              <w:t>DC_3A-28A-41C-42A_n78A</w:t>
            </w:r>
            <w:r>
              <w:rPr>
                <w:rFonts w:eastAsia="MS Mincho" w:cs="Arial"/>
                <w:szCs w:val="18"/>
                <w:vertAlign w:val="superscript"/>
                <w:lang w:eastAsia="ja-JP"/>
              </w:rPr>
              <w:t>5,6</w:t>
            </w:r>
          </w:p>
          <w:p w14:paraId="6E4CEE52" w14:textId="77777777" w:rsidR="00F532BA" w:rsidRDefault="00F532BA" w:rsidP="00AC3FE8">
            <w:pPr>
              <w:pStyle w:val="TAC"/>
              <w:rPr>
                <w:rFonts w:cs="Arial"/>
                <w:lang w:eastAsia="ko-KR"/>
              </w:rPr>
            </w:pPr>
            <w:r>
              <w:t>DC_3A-28A-41C-42C_n78A</w:t>
            </w:r>
            <w:r>
              <w:rPr>
                <w:rFonts w:eastAsia="MS Mincho" w:cs="Arial"/>
                <w:szCs w:val="18"/>
                <w:vertAlign w:val="superscript"/>
                <w:lang w:eastAsia="ja-JP"/>
              </w:rPr>
              <w:t>5,6</w:t>
            </w:r>
          </w:p>
        </w:tc>
        <w:tc>
          <w:tcPr>
            <w:tcW w:w="3544" w:type="dxa"/>
            <w:tcBorders>
              <w:top w:val="single" w:sz="4" w:space="0" w:color="auto"/>
              <w:left w:val="single" w:sz="4" w:space="0" w:color="auto"/>
              <w:bottom w:val="single" w:sz="4" w:space="0" w:color="auto"/>
              <w:right w:val="single" w:sz="4" w:space="0" w:color="auto"/>
            </w:tcBorders>
            <w:hideMark/>
          </w:tcPr>
          <w:p w14:paraId="185FBD39" w14:textId="77777777" w:rsidR="00F532BA" w:rsidRDefault="00F532BA" w:rsidP="00AC3FE8">
            <w:pPr>
              <w:pStyle w:val="TAC"/>
            </w:pPr>
            <w:r>
              <w:t>DC_1A_n78A</w:t>
            </w:r>
          </w:p>
          <w:p w14:paraId="2BEAE9E2" w14:textId="77777777" w:rsidR="00F532BA" w:rsidRDefault="00F532BA" w:rsidP="00AC3FE8">
            <w:pPr>
              <w:pStyle w:val="TAC"/>
            </w:pPr>
            <w:r>
              <w:t>DC_3A_n78A</w:t>
            </w:r>
          </w:p>
          <w:p w14:paraId="6E1B4316" w14:textId="77777777" w:rsidR="00F532BA" w:rsidRDefault="00F532BA" w:rsidP="00AC3FE8">
            <w:pPr>
              <w:pStyle w:val="TAC"/>
            </w:pPr>
            <w:r>
              <w:t>DC_41A_n78A</w:t>
            </w:r>
          </w:p>
          <w:p w14:paraId="26E9A7D8" w14:textId="77777777" w:rsidR="00F532BA" w:rsidRDefault="00F532BA" w:rsidP="00AC3FE8">
            <w:pPr>
              <w:pStyle w:val="TAC"/>
              <w:rPr>
                <w:lang w:eastAsia="ko-KR"/>
              </w:rPr>
            </w:pPr>
            <w:r>
              <w:t>DC_41C_n78A</w:t>
            </w:r>
          </w:p>
        </w:tc>
      </w:tr>
      <w:tr w:rsidR="00F532BA" w14:paraId="05A3649D"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52201E39" w14:textId="77777777" w:rsidR="00F532BA" w:rsidRDefault="00F532BA" w:rsidP="00AC3FE8">
            <w:pPr>
              <w:pStyle w:val="TAC"/>
              <w:rPr>
                <w:rFonts w:cs="Arial"/>
                <w:lang w:eastAsia="ko-KR"/>
              </w:rPr>
            </w:pPr>
            <w:r>
              <w:rPr>
                <w:rFonts w:cs="Arial"/>
                <w:lang w:eastAsia="ko-KR"/>
              </w:rPr>
              <w:t>DC_19A-21A-42A_n77A-n79A</w:t>
            </w:r>
            <w:r>
              <w:rPr>
                <w:rFonts w:cs="Arial"/>
                <w:vertAlign w:val="superscript"/>
                <w:lang w:eastAsia="ko-KR"/>
              </w:rPr>
              <w:t>5,6</w:t>
            </w:r>
          </w:p>
          <w:p w14:paraId="3534520A" w14:textId="77777777" w:rsidR="00F532BA" w:rsidRDefault="00F532BA" w:rsidP="00AC3FE8">
            <w:pPr>
              <w:pStyle w:val="TAC"/>
            </w:pPr>
            <w:r>
              <w:rPr>
                <w:rFonts w:cs="Arial"/>
                <w:lang w:eastAsia="ko-KR"/>
              </w:rPr>
              <w:t>DC_19A-21A-42C_n77A-n79A</w:t>
            </w:r>
            <w:r>
              <w:rPr>
                <w:rFonts w:cs="Arial"/>
                <w:vertAlign w:val="superscript"/>
                <w:lang w:eastAsia="ko-KR"/>
              </w:rPr>
              <w:t>5,6</w:t>
            </w:r>
          </w:p>
        </w:tc>
        <w:tc>
          <w:tcPr>
            <w:tcW w:w="3544" w:type="dxa"/>
            <w:tcBorders>
              <w:top w:val="single" w:sz="4" w:space="0" w:color="auto"/>
              <w:left w:val="single" w:sz="4" w:space="0" w:color="auto"/>
              <w:bottom w:val="single" w:sz="4" w:space="0" w:color="auto"/>
              <w:right w:val="single" w:sz="4" w:space="0" w:color="auto"/>
            </w:tcBorders>
            <w:hideMark/>
          </w:tcPr>
          <w:p w14:paraId="333C219A" w14:textId="77777777" w:rsidR="00F532BA" w:rsidRDefault="00F532BA" w:rsidP="00AC3FE8">
            <w:pPr>
              <w:pStyle w:val="TAC"/>
              <w:rPr>
                <w:lang w:eastAsia="ko-KR"/>
              </w:rPr>
            </w:pPr>
            <w:r>
              <w:rPr>
                <w:lang w:eastAsia="ko-KR"/>
              </w:rPr>
              <w:t>DC_19A_n77A</w:t>
            </w:r>
          </w:p>
          <w:p w14:paraId="24E1CDDD" w14:textId="77777777" w:rsidR="00F532BA" w:rsidRDefault="00F532BA" w:rsidP="00AC3FE8">
            <w:pPr>
              <w:pStyle w:val="TAC"/>
              <w:rPr>
                <w:lang w:eastAsia="fi-FI"/>
              </w:rPr>
            </w:pPr>
            <w:r>
              <w:rPr>
                <w:lang w:eastAsia="ko-KR"/>
              </w:rPr>
              <w:t>DC_19A_n79A</w:t>
            </w:r>
          </w:p>
        </w:tc>
      </w:tr>
      <w:tr w:rsidR="00F532BA" w14:paraId="65C98A41" w14:textId="77777777" w:rsidTr="00AC3FE8">
        <w:trPr>
          <w:trHeight w:val="187"/>
          <w:jc w:val="center"/>
        </w:trPr>
        <w:tc>
          <w:tcPr>
            <w:tcW w:w="3397" w:type="dxa"/>
            <w:tcBorders>
              <w:top w:val="single" w:sz="4" w:space="0" w:color="auto"/>
              <w:left w:val="single" w:sz="4" w:space="0" w:color="auto"/>
              <w:bottom w:val="single" w:sz="4" w:space="0" w:color="auto"/>
              <w:right w:val="single" w:sz="4" w:space="0" w:color="auto"/>
            </w:tcBorders>
            <w:noWrap/>
            <w:hideMark/>
          </w:tcPr>
          <w:p w14:paraId="68579FE4" w14:textId="77777777" w:rsidR="00F532BA" w:rsidRDefault="00F532BA" w:rsidP="00AC3FE8">
            <w:pPr>
              <w:pStyle w:val="TAC"/>
              <w:rPr>
                <w:rFonts w:cs="Arial"/>
                <w:lang w:eastAsia="ko-KR"/>
              </w:rPr>
            </w:pPr>
            <w:r>
              <w:rPr>
                <w:rFonts w:cs="Arial"/>
                <w:lang w:eastAsia="ko-KR"/>
              </w:rPr>
              <w:t>DC_19A-21A-42A_n78A-n79A</w:t>
            </w:r>
            <w:r>
              <w:rPr>
                <w:rFonts w:cs="Arial"/>
                <w:vertAlign w:val="superscript"/>
                <w:lang w:eastAsia="ko-KR"/>
              </w:rPr>
              <w:t>5,6</w:t>
            </w:r>
          </w:p>
          <w:p w14:paraId="049DEB43" w14:textId="77777777" w:rsidR="00F532BA" w:rsidRDefault="00F532BA" w:rsidP="00AC3FE8">
            <w:pPr>
              <w:pStyle w:val="TAC"/>
            </w:pPr>
            <w:r>
              <w:rPr>
                <w:rFonts w:cs="Arial"/>
                <w:lang w:eastAsia="ko-KR"/>
              </w:rPr>
              <w:t>DC_19A-21A-42C_n78A-n79A</w:t>
            </w:r>
            <w:r>
              <w:rPr>
                <w:rFonts w:cs="Arial"/>
                <w:vertAlign w:val="superscript"/>
                <w:lang w:eastAsia="ko-KR"/>
              </w:rPr>
              <w:t>5,6</w:t>
            </w:r>
          </w:p>
        </w:tc>
        <w:tc>
          <w:tcPr>
            <w:tcW w:w="3544" w:type="dxa"/>
            <w:tcBorders>
              <w:top w:val="single" w:sz="4" w:space="0" w:color="auto"/>
              <w:left w:val="single" w:sz="4" w:space="0" w:color="auto"/>
              <w:bottom w:val="single" w:sz="4" w:space="0" w:color="auto"/>
              <w:right w:val="single" w:sz="4" w:space="0" w:color="auto"/>
            </w:tcBorders>
            <w:hideMark/>
          </w:tcPr>
          <w:p w14:paraId="39571F5D" w14:textId="77777777" w:rsidR="00F532BA" w:rsidRDefault="00F532BA" w:rsidP="00AC3FE8">
            <w:pPr>
              <w:pStyle w:val="TAC"/>
              <w:rPr>
                <w:lang w:eastAsia="ko-KR"/>
              </w:rPr>
            </w:pPr>
            <w:r>
              <w:rPr>
                <w:lang w:eastAsia="ko-KR"/>
              </w:rPr>
              <w:t>DC_19A_n78A</w:t>
            </w:r>
          </w:p>
          <w:p w14:paraId="5E5B0B33" w14:textId="77777777" w:rsidR="00F532BA" w:rsidRDefault="00F532BA" w:rsidP="00AC3FE8">
            <w:pPr>
              <w:pStyle w:val="TAC"/>
              <w:rPr>
                <w:lang w:eastAsia="fi-FI"/>
              </w:rPr>
            </w:pPr>
            <w:r>
              <w:rPr>
                <w:lang w:eastAsia="ko-KR"/>
              </w:rPr>
              <w:t>DC_19A_n79A</w:t>
            </w:r>
          </w:p>
        </w:tc>
      </w:tr>
      <w:tr w:rsidR="00F532BA" w14:paraId="18A96C32" w14:textId="77777777" w:rsidTr="00AC3FE8">
        <w:trPr>
          <w:trHeight w:val="187"/>
          <w:jc w:val="center"/>
        </w:trPr>
        <w:tc>
          <w:tcPr>
            <w:tcW w:w="6941" w:type="dxa"/>
            <w:gridSpan w:val="2"/>
            <w:tcBorders>
              <w:top w:val="single" w:sz="4" w:space="0" w:color="auto"/>
              <w:left w:val="single" w:sz="4" w:space="0" w:color="auto"/>
              <w:bottom w:val="single" w:sz="4" w:space="0" w:color="auto"/>
              <w:right w:val="single" w:sz="4" w:space="0" w:color="auto"/>
            </w:tcBorders>
            <w:noWrap/>
            <w:vAlign w:val="center"/>
            <w:hideMark/>
          </w:tcPr>
          <w:p w14:paraId="7FC9BA93" w14:textId="77777777" w:rsidR="00F532BA" w:rsidRDefault="00F532BA" w:rsidP="00AC3FE8">
            <w:pPr>
              <w:pStyle w:val="TAN"/>
              <w:keepNext w:val="0"/>
            </w:pPr>
            <w:r>
              <w:t>NOTE 1:</w:t>
            </w:r>
            <w:r>
              <w:tab/>
              <w:t>Uplink EN-DC configurations are the configurations supported by the present release of specifications.</w:t>
            </w:r>
          </w:p>
          <w:p w14:paraId="790786DF" w14:textId="77777777" w:rsidR="00F532BA" w:rsidRDefault="00F532BA" w:rsidP="00AC3FE8">
            <w:pPr>
              <w:pStyle w:val="TAN"/>
              <w:keepNext w:val="0"/>
              <w:rPr>
                <w:rFonts w:eastAsia="MS PGothic"/>
              </w:rPr>
            </w:pPr>
            <w:r>
              <w:rPr>
                <w:rFonts w:eastAsia="MS PGothic"/>
              </w:rPr>
              <w:t>NOTE 2:</w:t>
            </w:r>
            <w:r>
              <w:rPr>
                <w:rFonts w:eastAsia="MS PGothic"/>
              </w:rPr>
              <w:tab/>
              <w:t>Applicable for UE supporting inter-band EN-DC with mandatory simultaneous Rx/Tx capability</w:t>
            </w:r>
          </w:p>
          <w:p w14:paraId="30CE0163" w14:textId="77777777" w:rsidR="00F532BA" w:rsidRDefault="00F532BA" w:rsidP="00AC3FE8">
            <w:pPr>
              <w:pStyle w:val="TAN"/>
              <w:keepNext w:val="0"/>
              <w:rPr>
                <w:rFonts w:eastAsia="MS PGothic"/>
              </w:rPr>
            </w:pPr>
            <w:r>
              <w:rPr>
                <w:rFonts w:eastAsia="MS PGothic"/>
              </w:rPr>
              <w:t>NOTE 3:</w:t>
            </w:r>
            <w:r>
              <w:rPr>
                <w:rFonts w:eastAsia="MS PGothic"/>
              </w:rPr>
              <w:tab/>
              <w:t>The frequency range in band n28 is restricted for this band combination to 703-733 MHz for the UL and 758-788 MHz for the DL</w:t>
            </w:r>
          </w:p>
          <w:p w14:paraId="6A180DDA" w14:textId="77777777" w:rsidR="00F532BA" w:rsidRDefault="00F532BA" w:rsidP="00AC3FE8">
            <w:pPr>
              <w:pStyle w:val="TAN"/>
              <w:keepNext w:val="0"/>
              <w:rPr>
                <w:rFonts w:eastAsia="MS PGothic"/>
              </w:rPr>
            </w:pPr>
            <w:r>
              <w:rPr>
                <w:rFonts w:eastAsia="MS PGothic"/>
              </w:rPr>
              <w:t>NOTE 4:</w:t>
            </w:r>
            <w:r>
              <w:rPr>
                <w:rFonts w:eastAsia="MS PGothic"/>
              </w:rPr>
              <w:tab/>
              <w:t>Only single switched UL is supported.</w:t>
            </w:r>
          </w:p>
          <w:p w14:paraId="37D84AB3" w14:textId="259B6E96" w:rsidR="00F532BA" w:rsidRDefault="00F532BA" w:rsidP="00AC3FE8">
            <w:pPr>
              <w:pStyle w:val="TAN"/>
              <w:keepNext w:val="0"/>
            </w:pPr>
            <w:r>
              <w:t xml:space="preserve">NOTE 5: </w:t>
            </w:r>
            <w:r>
              <w:tab/>
              <w:t xml:space="preserve">For UEs not indicating </w:t>
            </w:r>
            <w:r>
              <w:rPr>
                <w:i/>
                <w:iCs/>
              </w:rPr>
              <w:t>interBandMRDC-WithOverlapDL-Bands-r16</w:t>
            </w:r>
            <w:r>
              <w:t xml:space="preserve">, the minimum requirements for intra-band non-contiguous EN-DC apply for the Band 42 and Band n77/n78 combination. For UEs not indicating </w:t>
            </w:r>
            <w:r>
              <w:rPr>
                <w:i/>
                <w:iCs/>
              </w:rPr>
              <w:t>interBandMRDC-WithOverlapDL-Bands-r16</w:t>
            </w:r>
            <w:r>
              <w:t xml:space="preserve">, </w:t>
            </w:r>
            <w:r>
              <w:rPr>
                <w:noProof/>
                <w:lang w:eastAsia="ja-JP"/>
              </w:rPr>
              <w:t xml:space="preserve">when UE capability </w:t>
            </w:r>
            <w:r>
              <w:rPr>
                <w:i/>
                <w:iCs/>
                <w:noProof/>
                <w:lang w:eastAsia="ja-JP"/>
              </w:rPr>
              <w:t>interBandContiguousMRDC</w:t>
            </w:r>
            <w:r>
              <w:rPr>
                <w:noProof/>
                <w:lang w:eastAsia="ja-JP"/>
              </w:rPr>
              <w:t xml:space="preserve"> is indicated, the minimum requirements for intra-band-contiguous EN-DC also should be met in addtion to intra-band non-contiguous EN-DC</w:t>
            </w:r>
            <w:r>
              <w:rPr>
                <w:i/>
                <w:iCs/>
                <w:noProof/>
                <w:lang w:eastAsia="ja-JP"/>
              </w:rPr>
              <w:t xml:space="preserve">. </w:t>
            </w:r>
          </w:p>
          <w:p w14:paraId="7FB67B15" w14:textId="56EE34D3" w:rsidR="00F532BA" w:rsidRDefault="00F532BA" w:rsidP="00AC3FE8">
            <w:pPr>
              <w:pStyle w:val="TAN"/>
              <w:keepNext w:val="0"/>
            </w:pPr>
            <w:r>
              <w:t>NOTE 6:</w:t>
            </w:r>
            <w:r>
              <w:tab/>
              <w:t xml:space="preserve">For UEs not indicating </w:t>
            </w:r>
            <w:r>
              <w:rPr>
                <w:i/>
                <w:iCs/>
              </w:rPr>
              <w:t>interBandMRDC-WithOverlapDL-Bands-r16</w:t>
            </w:r>
            <w:r>
              <w:t xml:space="preserve">, the minimum requirements for inter-band EN-DC apply when the maximum power spectral density imbalance between downlink carriers contained in </w:t>
            </w:r>
            <w:r>
              <w:rPr>
                <w:noProof/>
              </w:rPr>
              <w:t>overlapping or partially overlapping DL bands</w:t>
            </w:r>
            <w:r>
              <w:t xml:space="preserve"> is within 6 dB.</w:t>
            </w:r>
          </w:p>
          <w:p w14:paraId="169CCE77" w14:textId="77777777" w:rsidR="00F532BA" w:rsidRDefault="00F532BA" w:rsidP="00AC3FE8">
            <w:pPr>
              <w:pStyle w:val="TAN"/>
              <w:keepNext w:val="0"/>
              <w:rPr>
                <w:rFonts w:eastAsia="Malgun Gothic"/>
                <w:lang w:eastAsia="ko-KR"/>
              </w:rPr>
            </w:pPr>
            <w:r>
              <w:t>NOTE 7:</w:t>
            </w:r>
            <w:r>
              <w:tab/>
              <w:t xml:space="preserve">For UEs not indicating </w:t>
            </w:r>
            <w:r>
              <w:rPr>
                <w:i/>
                <w:iCs/>
              </w:rPr>
              <w:t>interBandMRDC-WithOverlapDL-Bands-r16</w:t>
            </w:r>
            <w:r>
              <w:t xml:space="preserve">, the minimum requirements apply for synchronized DL carriers with a maximum receive time difference </w:t>
            </w:r>
            <w:r>
              <w:rPr>
                <w:rFonts w:cs="Arial"/>
              </w:rPr>
              <w:t>≤</w:t>
            </w:r>
            <w:r>
              <w:t xml:space="preserve"> 3 usec between </w:t>
            </w:r>
            <w:r>
              <w:rPr>
                <w:noProof/>
              </w:rPr>
              <w:t>overlapping or partially overlapping DL bands</w:t>
            </w:r>
            <w:r>
              <w:t xml:space="preserve"> contained in different cell groups.</w:t>
            </w:r>
          </w:p>
        </w:tc>
      </w:tr>
    </w:tbl>
    <w:p w14:paraId="3538AD02" w14:textId="13E9A83C" w:rsidR="00F532BA" w:rsidRDefault="00F532BA"/>
    <w:p w14:paraId="395DA4A6" w14:textId="4806469E" w:rsidR="001310A1" w:rsidRPr="00E062F1" w:rsidRDefault="001310A1" w:rsidP="001310A1">
      <w:pPr>
        <w:pStyle w:val="Heading4"/>
      </w:pPr>
      <w:bookmarkStart w:id="1240" w:name="_Toc21351526"/>
      <w:bookmarkStart w:id="1241" w:name="_Toc29807108"/>
      <w:bookmarkStart w:id="1242" w:name="_Toc36648822"/>
      <w:bookmarkStart w:id="1243" w:name="_Toc36651547"/>
      <w:bookmarkStart w:id="1244" w:name="_Toc37256481"/>
      <w:bookmarkStart w:id="1245" w:name="_Toc37256822"/>
      <w:bookmarkStart w:id="1246" w:name="_Toc45890519"/>
      <w:bookmarkStart w:id="1247" w:name="_Toc45891743"/>
      <w:bookmarkStart w:id="1248" w:name="_Toc45892153"/>
      <w:bookmarkStart w:id="1249" w:name="_Toc45892563"/>
      <w:bookmarkStart w:id="1250" w:name="_Toc52352976"/>
      <w:bookmarkStart w:id="1251" w:name="_Toc53174799"/>
      <w:bookmarkStart w:id="1252" w:name="_Toc61375948"/>
      <w:bookmarkStart w:id="1253" w:name="_Toc61376360"/>
      <w:bookmarkStart w:id="1254" w:name="_Toc67938633"/>
      <w:bookmarkStart w:id="1255" w:name="_Toc76454235"/>
      <w:bookmarkStart w:id="1256" w:name="_Toc76719655"/>
      <w:bookmarkStart w:id="1257" w:name="_Toc76720175"/>
      <w:bookmarkStart w:id="1258" w:name="_Toc83742872"/>
      <w:bookmarkStart w:id="1259" w:name="_Toc83887247"/>
      <w:bookmarkStart w:id="1260" w:name="_Toc83888048"/>
      <w:bookmarkStart w:id="1261" w:name="_Toc90588702"/>
      <w:r w:rsidRPr="00E062F1">
        <w:lastRenderedPageBreak/>
        <w:t>5.5B.4.5</w:t>
      </w:r>
      <w:r w:rsidRPr="00E062F1">
        <w:tab/>
        <w:t xml:space="preserve">Inter-band EN-DC configurations </w:t>
      </w:r>
      <w:r w:rsidR="004E43EE" w:rsidRPr="00E062F1">
        <w:t xml:space="preserve">within FR1 </w:t>
      </w:r>
      <w:r w:rsidRPr="00E062F1">
        <w:t>(six bands)</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14:paraId="58824873" w14:textId="6B373C6A" w:rsidR="001310A1" w:rsidRPr="00E062F1" w:rsidRDefault="001310A1" w:rsidP="001310A1">
      <w:pPr>
        <w:pStyle w:val="TH"/>
      </w:pPr>
      <w:r w:rsidRPr="00E062F1">
        <w:t xml:space="preserve">Table 5.5B.4.5-1: Inter-band EN-DC configurations </w:t>
      </w:r>
      <w:r w:rsidR="004E43EE" w:rsidRPr="00E062F1">
        <w:t xml:space="preserve">within FR1 </w:t>
      </w:r>
      <w:r w:rsidRPr="00E062F1">
        <w:t>(six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39"/>
        <w:gridCol w:w="3544"/>
      </w:tblGrid>
      <w:tr w:rsidR="00F532BA" w14:paraId="3923426D" w14:textId="77777777" w:rsidTr="00AC3FE8">
        <w:trPr>
          <w:trHeight w:val="187"/>
          <w:jc w:val="center"/>
        </w:trPr>
        <w:tc>
          <w:tcPr>
            <w:tcW w:w="3539" w:type="dxa"/>
            <w:tcBorders>
              <w:top w:val="single" w:sz="4" w:space="0" w:color="auto"/>
              <w:left w:val="single" w:sz="4" w:space="0" w:color="auto"/>
              <w:bottom w:val="single" w:sz="4" w:space="0" w:color="auto"/>
              <w:right w:val="single" w:sz="4" w:space="0" w:color="auto"/>
            </w:tcBorders>
            <w:hideMark/>
          </w:tcPr>
          <w:p w14:paraId="4EA5A574" w14:textId="77777777" w:rsidR="00F532BA" w:rsidRDefault="00F532BA" w:rsidP="00AC3FE8">
            <w:pPr>
              <w:pStyle w:val="TAH"/>
              <w:rPr>
                <w:lang w:eastAsia="fi-FI"/>
              </w:rPr>
            </w:pPr>
            <w:r>
              <w:rPr>
                <w:lang w:eastAsia="fi-FI"/>
              </w:rPr>
              <w:t>EN-DC</w:t>
            </w:r>
          </w:p>
          <w:p w14:paraId="43C93D64" w14:textId="77777777" w:rsidR="00F532BA" w:rsidRDefault="00F532BA" w:rsidP="00AC3FE8">
            <w:pPr>
              <w:pStyle w:val="TAH"/>
              <w:rPr>
                <w:lang w:eastAsia="fi-FI"/>
              </w:rPr>
            </w:pPr>
            <w:r>
              <w:rPr>
                <w:lang w:eastAsia="fi-FI"/>
              </w:rPr>
              <w:t>configuration</w:t>
            </w:r>
          </w:p>
        </w:tc>
        <w:tc>
          <w:tcPr>
            <w:tcW w:w="3544" w:type="dxa"/>
            <w:tcBorders>
              <w:top w:val="single" w:sz="4" w:space="0" w:color="auto"/>
              <w:left w:val="single" w:sz="4" w:space="0" w:color="auto"/>
              <w:bottom w:val="single" w:sz="4" w:space="0" w:color="auto"/>
              <w:right w:val="single" w:sz="4" w:space="0" w:color="auto"/>
            </w:tcBorders>
            <w:hideMark/>
          </w:tcPr>
          <w:p w14:paraId="1A44EE89" w14:textId="77777777" w:rsidR="00F532BA" w:rsidRDefault="00F532BA" w:rsidP="00AC3FE8">
            <w:pPr>
              <w:pStyle w:val="TAH"/>
              <w:rPr>
                <w:lang w:eastAsia="fi-FI"/>
              </w:rPr>
            </w:pPr>
            <w:r>
              <w:rPr>
                <w:lang w:eastAsia="fi-FI"/>
              </w:rPr>
              <w:t>Uplink EN-DC</w:t>
            </w:r>
          </w:p>
          <w:p w14:paraId="617FC300" w14:textId="77777777" w:rsidR="00F532BA" w:rsidRDefault="00F532BA" w:rsidP="00AC3FE8">
            <w:pPr>
              <w:pStyle w:val="TAH"/>
              <w:rPr>
                <w:lang w:eastAsia="fi-FI"/>
              </w:rPr>
            </w:pPr>
            <w:r>
              <w:rPr>
                <w:lang w:eastAsia="fi-FI"/>
              </w:rPr>
              <w:t>configuration</w:t>
            </w:r>
          </w:p>
          <w:p w14:paraId="7D68D0E8" w14:textId="77777777" w:rsidR="00F532BA" w:rsidRDefault="00F532BA" w:rsidP="00AC3FE8">
            <w:pPr>
              <w:pStyle w:val="TAH"/>
              <w:rPr>
                <w:lang w:eastAsia="fi-FI"/>
              </w:rPr>
            </w:pPr>
            <w:r>
              <w:rPr>
                <w:lang w:eastAsia="fi-FI"/>
              </w:rPr>
              <w:t>(NOTE 1)</w:t>
            </w:r>
          </w:p>
        </w:tc>
      </w:tr>
      <w:tr w:rsidR="00F532BA" w14:paraId="3CD930C1" w14:textId="77777777" w:rsidTr="00AC3FE8">
        <w:trPr>
          <w:trHeight w:val="187"/>
          <w:jc w:val="center"/>
        </w:trPr>
        <w:tc>
          <w:tcPr>
            <w:tcW w:w="3539" w:type="dxa"/>
            <w:tcBorders>
              <w:top w:val="single" w:sz="4" w:space="0" w:color="auto"/>
              <w:left w:val="single" w:sz="4" w:space="0" w:color="auto"/>
              <w:bottom w:val="single" w:sz="4" w:space="0" w:color="auto"/>
              <w:right w:val="single" w:sz="4" w:space="0" w:color="auto"/>
            </w:tcBorders>
            <w:noWrap/>
            <w:hideMark/>
          </w:tcPr>
          <w:p w14:paraId="18B82A0A" w14:textId="77777777" w:rsidR="00F532BA" w:rsidRDefault="00F532BA" w:rsidP="00AC3FE8">
            <w:pPr>
              <w:pStyle w:val="TAC"/>
              <w:rPr>
                <w:lang w:eastAsia="fi-FI"/>
              </w:rPr>
            </w:pPr>
            <w:r>
              <w:rPr>
                <w:lang w:eastAsia="ko-KR"/>
              </w:rPr>
              <w:t>DC_1A-3A-7A-20A_n28A-n78A</w:t>
            </w:r>
            <w:r>
              <w:rPr>
                <w:vertAlign w:val="superscript"/>
                <w:lang w:eastAsia="ko-KR"/>
              </w:rPr>
              <w:t>2,3,5,6</w:t>
            </w:r>
          </w:p>
        </w:tc>
        <w:tc>
          <w:tcPr>
            <w:tcW w:w="3544" w:type="dxa"/>
            <w:tcBorders>
              <w:top w:val="single" w:sz="4" w:space="0" w:color="auto"/>
              <w:left w:val="single" w:sz="4" w:space="0" w:color="auto"/>
              <w:bottom w:val="single" w:sz="4" w:space="0" w:color="auto"/>
              <w:right w:val="single" w:sz="4" w:space="0" w:color="auto"/>
            </w:tcBorders>
            <w:hideMark/>
          </w:tcPr>
          <w:p w14:paraId="6C317E53" w14:textId="77777777" w:rsidR="00F532BA" w:rsidRDefault="00F532BA" w:rsidP="00AC3FE8">
            <w:pPr>
              <w:pStyle w:val="TAC"/>
              <w:rPr>
                <w:lang w:eastAsia="ko-KR"/>
              </w:rPr>
            </w:pPr>
            <w:r>
              <w:rPr>
                <w:lang w:eastAsia="ko-KR"/>
              </w:rPr>
              <w:t>DC_1A_n28A</w:t>
            </w:r>
          </w:p>
          <w:p w14:paraId="41C814F0" w14:textId="77777777" w:rsidR="00F532BA" w:rsidRDefault="00F532BA" w:rsidP="00AC3FE8">
            <w:pPr>
              <w:pStyle w:val="TAC"/>
              <w:rPr>
                <w:lang w:eastAsia="ko-KR"/>
              </w:rPr>
            </w:pPr>
            <w:r>
              <w:rPr>
                <w:lang w:eastAsia="ko-KR"/>
              </w:rPr>
              <w:t>DC_1A_n78A</w:t>
            </w:r>
          </w:p>
          <w:p w14:paraId="33D80C7C" w14:textId="77777777" w:rsidR="00F532BA" w:rsidRDefault="00F532BA" w:rsidP="00AC3FE8">
            <w:pPr>
              <w:pStyle w:val="TAC"/>
              <w:rPr>
                <w:lang w:eastAsia="ko-KR"/>
              </w:rPr>
            </w:pPr>
            <w:r>
              <w:rPr>
                <w:lang w:eastAsia="ko-KR"/>
              </w:rPr>
              <w:t>DC_3A_n28A</w:t>
            </w:r>
          </w:p>
          <w:p w14:paraId="0263CDF6" w14:textId="77777777" w:rsidR="00F532BA" w:rsidRDefault="00F532BA" w:rsidP="00AC3FE8">
            <w:pPr>
              <w:pStyle w:val="TAC"/>
              <w:rPr>
                <w:lang w:eastAsia="ko-KR"/>
              </w:rPr>
            </w:pPr>
            <w:r>
              <w:rPr>
                <w:lang w:eastAsia="ko-KR"/>
              </w:rPr>
              <w:t>DC_3A_n78A</w:t>
            </w:r>
          </w:p>
          <w:p w14:paraId="49E112D6" w14:textId="77777777" w:rsidR="00F532BA" w:rsidRDefault="00F532BA" w:rsidP="00AC3FE8">
            <w:pPr>
              <w:pStyle w:val="TAC"/>
              <w:rPr>
                <w:lang w:eastAsia="ko-KR"/>
              </w:rPr>
            </w:pPr>
            <w:r>
              <w:rPr>
                <w:lang w:eastAsia="ko-KR"/>
              </w:rPr>
              <w:t>DC_7A_n28A</w:t>
            </w:r>
          </w:p>
          <w:p w14:paraId="5A9C659F" w14:textId="77777777" w:rsidR="00F532BA" w:rsidRDefault="00F532BA" w:rsidP="00AC3FE8">
            <w:pPr>
              <w:pStyle w:val="TAC"/>
              <w:rPr>
                <w:lang w:eastAsia="ko-KR"/>
              </w:rPr>
            </w:pPr>
            <w:r>
              <w:rPr>
                <w:lang w:eastAsia="ko-KR"/>
              </w:rPr>
              <w:t>DC_7A_n78A</w:t>
            </w:r>
          </w:p>
          <w:p w14:paraId="3CF3795A" w14:textId="77777777" w:rsidR="00F532BA" w:rsidRDefault="00F532BA" w:rsidP="00AC3FE8">
            <w:pPr>
              <w:pStyle w:val="TAC"/>
              <w:rPr>
                <w:lang w:eastAsia="ko-KR"/>
              </w:rPr>
            </w:pPr>
            <w:r>
              <w:rPr>
                <w:lang w:eastAsia="ko-KR"/>
              </w:rPr>
              <w:t>DC_20A_n28A</w:t>
            </w:r>
          </w:p>
          <w:p w14:paraId="63833D72" w14:textId="77777777" w:rsidR="00F532BA" w:rsidRDefault="00F532BA" w:rsidP="00AC3FE8">
            <w:pPr>
              <w:pStyle w:val="TAC"/>
              <w:rPr>
                <w:rFonts w:eastAsia="MS PGothic"/>
              </w:rPr>
            </w:pPr>
            <w:r>
              <w:rPr>
                <w:lang w:eastAsia="ko-KR"/>
              </w:rPr>
              <w:t>DC_20A_n78A</w:t>
            </w:r>
          </w:p>
        </w:tc>
      </w:tr>
      <w:tr w:rsidR="00F532BA" w14:paraId="38602311" w14:textId="77777777" w:rsidTr="00AC3FE8">
        <w:trPr>
          <w:trHeight w:val="187"/>
          <w:jc w:val="center"/>
        </w:trPr>
        <w:tc>
          <w:tcPr>
            <w:tcW w:w="3539" w:type="dxa"/>
            <w:tcBorders>
              <w:top w:val="single" w:sz="4" w:space="0" w:color="auto"/>
              <w:left w:val="single" w:sz="4" w:space="0" w:color="auto"/>
              <w:bottom w:val="single" w:sz="4" w:space="0" w:color="auto"/>
              <w:right w:val="single" w:sz="4" w:space="0" w:color="auto"/>
            </w:tcBorders>
            <w:noWrap/>
            <w:hideMark/>
          </w:tcPr>
          <w:p w14:paraId="73303CFE" w14:textId="77777777" w:rsidR="00F532BA" w:rsidRDefault="00F532BA" w:rsidP="00AC3FE8">
            <w:pPr>
              <w:pStyle w:val="TAC"/>
              <w:rPr>
                <w:lang w:eastAsia="zh-CN"/>
              </w:rPr>
            </w:pPr>
            <w:r>
              <w:rPr>
                <w:lang w:eastAsia="zh-CN"/>
              </w:rPr>
              <w:t>DC_1A-3A-7A-28A_n5A-n78A</w:t>
            </w:r>
          </w:p>
          <w:p w14:paraId="1CA0D729" w14:textId="77777777" w:rsidR="00F532BA" w:rsidRDefault="00F532BA" w:rsidP="00AC3FE8">
            <w:pPr>
              <w:pStyle w:val="TAC"/>
              <w:rPr>
                <w:lang w:eastAsia="zh-CN"/>
              </w:rPr>
            </w:pPr>
            <w:r>
              <w:rPr>
                <w:lang w:eastAsia="zh-CN"/>
              </w:rPr>
              <w:t>DC_1A-3A-7C-28A_n5A-n78A</w:t>
            </w:r>
          </w:p>
          <w:p w14:paraId="616AEF2C" w14:textId="77777777" w:rsidR="00F532BA" w:rsidRDefault="00F532BA" w:rsidP="00AC3FE8">
            <w:pPr>
              <w:pStyle w:val="TAC"/>
              <w:rPr>
                <w:lang w:eastAsia="zh-CN"/>
              </w:rPr>
            </w:pPr>
            <w:r>
              <w:rPr>
                <w:lang w:eastAsia="zh-CN"/>
              </w:rPr>
              <w:t>DC_1A-3C-7A-28A_n5A-n78A</w:t>
            </w:r>
          </w:p>
          <w:p w14:paraId="5E665C6D" w14:textId="77777777" w:rsidR="00F532BA" w:rsidRDefault="00F532BA" w:rsidP="00AC3FE8">
            <w:pPr>
              <w:pStyle w:val="TAC"/>
              <w:rPr>
                <w:lang w:eastAsia="ko-KR"/>
              </w:rPr>
            </w:pPr>
            <w:r>
              <w:rPr>
                <w:lang w:eastAsia="zh-CN"/>
              </w:rPr>
              <w:t>DC_1A-3C-7C-28A_n5A-n78A</w:t>
            </w:r>
          </w:p>
        </w:tc>
        <w:tc>
          <w:tcPr>
            <w:tcW w:w="3544" w:type="dxa"/>
            <w:tcBorders>
              <w:top w:val="single" w:sz="4" w:space="0" w:color="auto"/>
              <w:left w:val="single" w:sz="4" w:space="0" w:color="auto"/>
              <w:bottom w:val="single" w:sz="4" w:space="0" w:color="auto"/>
              <w:right w:val="single" w:sz="4" w:space="0" w:color="auto"/>
            </w:tcBorders>
            <w:hideMark/>
          </w:tcPr>
          <w:p w14:paraId="17F49B97" w14:textId="77777777" w:rsidR="00F532BA" w:rsidRDefault="00F532BA" w:rsidP="00AC3FE8">
            <w:pPr>
              <w:pStyle w:val="TAC"/>
              <w:rPr>
                <w:lang w:eastAsia="zh-CN"/>
              </w:rPr>
            </w:pPr>
            <w:r>
              <w:rPr>
                <w:lang w:eastAsia="zh-CN"/>
              </w:rPr>
              <w:t>DC_1A_n5A</w:t>
            </w:r>
          </w:p>
          <w:p w14:paraId="1E01A91A" w14:textId="77777777" w:rsidR="00F532BA" w:rsidRDefault="00F532BA" w:rsidP="00AC3FE8">
            <w:pPr>
              <w:pStyle w:val="TAC"/>
              <w:rPr>
                <w:lang w:eastAsia="zh-CN"/>
              </w:rPr>
            </w:pPr>
            <w:r>
              <w:rPr>
                <w:lang w:eastAsia="zh-CN"/>
              </w:rPr>
              <w:t>DC_1A_n78A</w:t>
            </w:r>
          </w:p>
          <w:p w14:paraId="40C11B98" w14:textId="77777777" w:rsidR="00F532BA" w:rsidRDefault="00F532BA" w:rsidP="00AC3FE8">
            <w:pPr>
              <w:pStyle w:val="TAC"/>
              <w:rPr>
                <w:lang w:eastAsia="zh-CN"/>
              </w:rPr>
            </w:pPr>
            <w:r>
              <w:rPr>
                <w:lang w:eastAsia="zh-CN"/>
              </w:rPr>
              <w:t>DC_3A_n5A</w:t>
            </w:r>
          </w:p>
          <w:p w14:paraId="4B4C6531" w14:textId="77777777" w:rsidR="00F532BA" w:rsidRDefault="00F532BA" w:rsidP="00AC3FE8">
            <w:pPr>
              <w:pStyle w:val="TAC"/>
              <w:rPr>
                <w:lang w:eastAsia="zh-CN"/>
              </w:rPr>
            </w:pPr>
            <w:r>
              <w:rPr>
                <w:lang w:eastAsia="zh-CN"/>
              </w:rPr>
              <w:t>DC_3C_n5A</w:t>
            </w:r>
          </w:p>
          <w:p w14:paraId="4CD2F3DF" w14:textId="77777777" w:rsidR="00F532BA" w:rsidRDefault="00F532BA" w:rsidP="00AC3FE8">
            <w:pPr>
              <w:pStyle w:val="TAC"/>
              <w:rPr>
                <w:lang w:eastAsia="zh-CN"/>
              </w:rPr>
            </w:pPr>
            <w:r>
              <w:rPr>
                <w:lang w:eastAsia="zh-CN"/>
              </w:rPr>
              <w:t>DC_3A_n78A</w:t>
            </w:r>
          </w:p>
          <w:p w14:paraId="53E2A181" w14:textId="77777777" w:rsidR="00F532BA" w:rsidRDefault="00F532BA" w:rsidP="00AC3FE8">
            <w:pPr>
              <w:pStyle w:val="TAC"/>
              <w:rPr>
                <w:lang w:eastAsia="zh-CN"/>
              </w:rPr>
            </w:pPr>
            <w:r>
              <w:rPr>
                <w:lang w:eastAsia="zh-CN"/>
              </w:rPr>
              <w:t>DC_3C_n78A</w:t>
            </w:r>
          </w:p>
          <w:p w14:paraId="385AB67E" w14:textId="77777777" w:rsidR="00F532BA" w:rsidRDefault="00F532BA" w:rsidP="00AC3FE8">
            <w:pPr>
              <w:pStyle w:val="TAC"/>
              <w:rPr>
                <w:lang w:eastAsia="zh-CN"/>
              </w:rPr>
            </w:pPr>
            <w:r>
              <w:rPr>
                <w:lang w:eastAsia="zh-CN"/>
              </w:rPr>
              <w:t>DC_7A_n5A</w:t>
            </w:r>
          </w:p>
          <w:p w14:paraId="0B17D771" w14:textId="77777777" w:rsidR="00F532BA" w:rsidRDefault="00F532BA" w:rsidP="00AC3FE8">
            <w:pPr>
              <w:pStyle w:val="TAC"/>
              <w:rPr>
                <w:lang w:eastAsia="zh-CN"/>
              </w:rPr>
            </w:pPr>
            <w:r>
              <w:rPr>
                <w:lang w:eastAsia="zh-CN"/>
              </w:rPr>
              <w:t>DC_7C_n5A</w:t>
            </w:r>
          </w:p>
          <w:p w14:paraId="2CB0D175" w14:textId="77777777" w:rsidR="00F532BA" w:rsidRDefault="00F532BA" w:rsidP="00AC3FE8">
            <w:pPr>
              <w:pStyle w:val="TAC"/>
              <w:rPr>
                <w:lang w:eastAsia="zh-CN"/>
              </w:rPr>
            </w:pPr>
            <w:r>
              <w:rPr>
                <w:lang w:eastAsia="zh-CN"/>
              </w:rPr>
              <w:t>DC_7A_n78A</w:t>
            </w:r>
          </w:p>
          <w:p w14:paraId="16605351" w14:textId="77777777" w:rsidR="00F532BA" w:rsidRDefault="00F532BA" w:rsidP="00AC3FE8">
            <w:pPr>
              <w:pStyle w:val="TAC"/>
              <w:rPr>
                <w:lang w:eastAsia="zh-CN"/>
              </w:rPr>
            </w:pPr>
            <w:r>
              <w:rPr>
                <w:lang w:eastAsia="zh-CN"/>
              </w:rPr>
              <w:t>DC_7C_n78A</w:t>
            </w:r>
          </w:p>
          <w:p w14:paraId="08690DCA" w14:textId="77777777" w:rsidR="00F532BA" w:rsidRDefault="00F532BA" w:rsidP="00AC3FE8">
            <w:pPr>
              <w:pStyle w:val="TAC"/>
              <w:rPr>
                <w:lang w:eastAsia="zh-CN"/>
              </w:rPr>
            </w:pPr>
            <w:r>
              <w:rPr>
                <w:lang w:eastAsia="zh-CN"/>
              </w:rPr>
              <w:t>DC_28A_n5A</w:t>
            </w:r>
          </w:p>
          <w:p w14:paraId="4142BD2C" w14:textId="77777777" w:rsidR="00F532BA" w:rsidRDefault="00F532BA" w:rsidP="00AC3FE8">
            <w:pPr>
              <w:pStyle w:val="TAC"/>
              <w:rPr>
                <w:lang w:eastAsia="ko-KR"/>
              </w:rPr>
            </w:pPr>
            <w:r>
              <w:rPr>
                <w:lang w:eastAsia="zh-CN"/>
              </w:rPr>
              <w:t>DC_28A_n78A</w:t>
            </w:r>
          </w:p>
        </w:tc>
      </w:tr>
      <w:tr w:rsidR="00F532BA" w14:paraId="184315F7" w14:textId="77777777" w:rsidTr="00AC3FE8">
        <w:trPr>
          <w:trHeight w:val="187"/>
          <w:jc w:val="center"/>
        </w:trPr>
        <w:tc>
          <w:tcPr>
            <w:tcW w:w="3539" w:type="dxa"/>
            <w:tcBorders>
              <w:top w:val="single" w:sz="4" w:space="0" w:color="auto"/>
              <w:left w:val="single" w:sz="4" w:space="0" w:color="auto"/>
              <w:bottom w:val="single" w:sz="4" w:space="0" w:color="auto"/>
              <w:right w:val="single" w:sz="4" w:space="0" w:color="auto"/>
            </w:tcBorders>
            <w:noWrap/>
            <w:hideMark/>
          </w:tcPr>
          <w:p w14:paraId="5B2E1419" w14:textId="77777777" w:rsidR="00F532BA" w:rsidRDefault="00F532BA" w:rsidP="00AC3FE8">
            <w:pPr>
              <w:pStyle w:val="TAC"/>
              <w:rPr>
                <w:lang w:eastAsia="zh-CN"/>
              </w:rPr>
            </w:pPr>
            <w:r>
              <w:rPr>
                <w:szCs w:val="16"/>
                <w:lang w:eastAsia="ko-KR"/>
              </w:rPr>
              <w:t>DC_1A-3A-7A-28A_n7A-n78A</w:t>
            </w:r>
          </w:p>
        </w:tc>
        <w:tc>
          <w:tcPr>
            <w:tcW w:w="3544" w:type="dxa"/>
            <w:tcBorders>
              <w:top w:val="single" w:sz="4" w:space="0" w:color="auto"/>
              <w:left w:val="single" w:sz="4" w:space="0" w:color="auto"/>
              <w:bottom w:val="single" w:sz="4" w:space="0" w:color="auto"/>
              <w:right w:val="single" w:sz="4" w:space="0" w:color="auto"/>
            </w:tcBorders>
            <w:hideMark/>
          </w:tcPr>
          <w:p w14:paraId="11C5E385" w14:textId="77777777" w:rsidR="00F532BA" w:rsidRDefault="00F532BA" w:rsidP="00AC3FE8">
            <w:pPr>
              <w:pStyle w:val="TAC"/>
              <w:rPr>
                <w:szCs w:val="16"/>
                <w:lang w:eastAsia="zh-CN"/>
              </w:rPr>
            </w:pPr>
            <w:r>
              <w:rPr>
                <w:szCs w:val="16"/>
                <w:lang w:eastAsia="zh-CN"/>
              </w:rPr>
              <w:t>DC_1A_n7A</w:t>
            </w:r>
          </w:p>
          <w:p w14:paraId="6FB61006" w14:textId="77777777" w:rsidR="00F532BA" w:rsidRDefault="00F532BA" w:rsidP="00AC3FE8">
            <w:pPr>
              <w:pStyle w:val="TAC"/>
              <w:rPr>
                <w:szCs w:val="16"/>
                <w:lang w:eastAsia="zh-CN"/>
              </w:rPr>
            </w:pPr>
            <w:r>
              <w:rPr>
                <w:szCs w:val="16"/>
                <w:lang w:eastAsia="zh-CN"/>
              </w:rPr>
              <w:t>DC_3A_n7A</w:t>
            </w:r>
          </w:p>
          <w:p w14:paraId="3691A48D" w14:textId="77777777" w:rsidR="00F532BA" w:rsidRDefault="00F532BA" w:rsidP="00AC3FE8">
            <w:pPr>
              <w:pStyle w:val="TAC"/>
              <w:rPr>
                <w:szCs w:val="16"/>
                <w:lang w:eastAsia="zh-CN"/>
              </w:rPr>
            </w:pPr>
            <w:r>
              <w:rPr>
                <w:szCs w:val="16"/>
                <w:lang w:eastAsia="zh-CN"/>
              </w:rPr>
              <w:t>DC_7A_n7A</w:t>
            </w:r>
            <w:r>
              <w:rPr>
                <w:vertAlign w:val="superscript"/>
                <w:lang w:eastAsia="zh-CN"/>
              </w:rPr>
              <w:t>4</w:t>
            </w:r>
          </w:p>
          <w:p w14:paraId="0C627E22" w14:textId="77777777" w:rsidR="00F532BA" w:rsidRDefault="00F532BA" w:rsidP="00AC3FE8">
            <w:pPr>
              <w:pStyle w:val="TAC"/>
              <w:rPr>
                <w:szCs w:val="16"/>
                <w:lang w:eastAsia="zh-CN"/>
              </w:rPr>
            </w:pPr>
            <w:r>
              <w:rPr>
                <w:szCs w:val="16"/>
                <w:lang w:eastAsia="zh-CN"/>
              </w:rPr>
              <w:t>DC_28A_n7A</w:t>
            </w:r>
          </w:p>
          <w:p w14:paraId="398D87B6" w14:textId="77777777" w:rsidR="00F532BA" w:rsidRDefault="00F532BA" w:rsidP="00AC3FE8">
            <w:pPr>
              <w:pStyle w:val="TAC"/>
              <w:rPr>
                <w:szCs w:val="16"/>
                <w:lang w:eastAsia="zh-CN"/>
              </w:rPr>
            </w:pPr>
            <w:r>
              <w:rPr>
                <w:szCs w:val="16"/>
                <w:lang w:eastAsia="zh-CN"/>
              </w:rPr>
              <w:t>DC_1A_n78A</w:t>
            </w:r>
          </w:p>
          <w:p w14:paraId="059C3526" w14:textId="77777777" w:rsidR="00F532BA" w:rsidRDefault="00F532BA" w:rsidP="00AC3FE8">
            <w:pPr>
              <w:pStyle w:val="TAC"/>
              <w:rPr>
                <w:szCs w:val="16"/>
                <w:lang w:eastAsia="zh-CN"/>
              </w:rPr>
            </w:pPr>
            <w:r>
              <w:rPr>
                <w:szCs w:val="16"/>
                <w:lang w:eastAsia="zh-CN"/>
              </w:rPr>
              <w:t>DC_3A_n78A</w:t>
            </w:r>
          </w:p>
          <w:p w14:paraId="54AFB916" w14:textId="77777777" w:rsidR="00F532BA" w:rsidRDefault="00F532BA" w:rsidP="00AC3FE8">
            <w:pPr>
              <w:pStyle w:val="TAC"/>
              <w:rPr>
                <w:szCs w:val="16"/>
                <w:lang w:eastAsia="zh-CN"/>
              </w:rPr>
            </w:pPr>
            <w:r>
              <w:rPr>
                <w:szCs w:val="16"/>
                <w:lang w:eastAsia="zh-CN"/>
              </w:rPr>
              <w:t>DC_7A_n78A</w:t>
            </w:r>
          </w:p>
          <w:p w14:paraId="745C695D" w14:textId="77777777" w:rsidR="00F532BA" w:rsidRDefault="00F532BA" w:rsidP="00AC3FE8">
            <w:pPr>
              <w:pStyle w:val="TAC"/>
              <w:rPr>
                <w:lang w:eastAsia="zh-CN"/>
              </w:rPr>
            </w:pPr>
            <w:r>
              <w:rPr>
                <w:szCs w:val="16"/>
                <w:lang w:eastAsia="zh-CN"/>
              </w:rPr>
              <w:t>DC_28A_n78A</w:t>
            </w:r>
          </w:p>
        </w:tc>
      </w:tr>
      <w:tr w:rsidR="00F532BA" w14:paraId="769DC003" w14:textId="77777777" w:rsidTr="00AC3FE8">
        <w:trPr>
          <w:trHeight w:val="187"/>
          <w:jc w:val="center"/>
        </w:trPr>
        <w:tc>
          <w:tcPr>
            <w:tcW w:w="3539" w:type="dxa"/>
            <w:tcBorders>
              <w:top w:val="single" w:sz="4" w:space="0" w:color="auto"/>
              <w:left w:val="single" w:sz="4" w:space="0" w:color="auto"/>
              <w:bottom w:val="single" w:sz="4" w:space="0" w:color="auto"/>
              <w:right w:val="single" w:sz="4" w:space="0" w:color="auto"/>
            </w:tcBorders>
            <w:noWrap/>
            <w:hideMark/>
          </w:tcPr>
          <w:p w14:paraId="60AE5DE6" w14:textId="77777777" w:rsidR="00F532BA" w:rsidRDefault="00F532BA" w:rsidP="00AC3FE8">
            <w:pPr>
              <w:pStyle w:val="TAC"/>
              <w:rPr>
                <w:lang w:eastAsia="zh-CN"/>
              </w:rPr>
            </w:pPr>
            <w:r>
              <w:rPr>
                <w:szCs w:val="16"/>
                <w:lang w:eastAsia="ko-KR"/>
              </w:rPr>
              <w:t>DC_1A-3C-7A-28A_n7A-n78A</w:t>
            </w:r>
          </w:p>
        </w:tc>
        <w:tc>
          <w:tcPr>
            <w:tcW w:w="3544" w:type="dxa"/>
            <w:tcBorders>
              <w:top w:val="single" w:sz="4" w:space="0" w:color="auto"/>
              <w:left w:val="single" w:sz="4" w:space="0" w:color="auto"/>
              <w:bottom w:val="single" w:sz="4" w:space="0" w:color="auto"/>
              <w:right w:val="single" w:sz="4" w:space="0" w:color="auto"/>
            </w:tcBorders>
            <w:hideMark/>
          </w:tcPr>
          <w:p w14:paraId="1C553119" w14:textId="77777777" w:rsidR="00F532BA" w:rsidRDefault="00F532BA" w:rsidP="00AC3FE8">
            <w:pPr>
              <w:pStyle w:val="TAC"/>
              <w:rPr>
                <w:szCs w:val="16"/>
                <w:lang w:eastAsia="zh-CN"/>
              </w:rPr>
            </w:pPr>
            <w:r>
              <w:rPr>
                <w:szCs w:val="16"/>
                <w:lang w:eastAsia="zh-CN"/>
              </w:rPr>
              <w:t>DC_1A_n7A</w:t>
            </w:r>
          </w:p>
          <w:p w14:paraId="0B495F2E" w14:textId="77777777" w:rsidR="00F532BA" w:rsidRDefault="00F532BA" w:rsidP="00AC3FE8">
            <w:pPr>
              <w:pStyle w:val="TAC"/>
              <w:rPr>
                <w:szCs w:val="16"/>
                <w:lang w:eastAsia="zh-CN"/>
              </w:rPr>
            </w:pPr>
            <w:r>
              <w:rPr>
                <w:szCs w:val="16"/>
                <w:lang w:eastAsia="zh-CN"/>
              </w:rPr>
              <w:t>DC_3A_n7A</w:t>
            </w:r>
          </w:p>
          <w:p w14:paraId="18D52C0C" w14:textId="77777777" w:rsidR="00F532BA" w:rsidRDefault="00F532BA" w:rsidP="00AC3FE8">
            <w:pPr>
              <w:pStyle w:val="TAC"/>
              <w:rPr>
                <w:szCs w:val="16"/>
                <w:lang w:eastAsia="zh-CN"/>
              </w:rPr>
            </w:pPr>
            <w:r>
              <w:rPr>
                <w:szCs w:val="16"/>
                <w:lang w:eastAsia="zh-CN"/>
              </w:rPr>
              <w:t>DC_3C_n7A</w:t>
            </w:r>
          </w:p>
          <w:p w14:paraId="45079503" w14:textId="77777777" w:rsidR="00F532BA" w:rsidRDefault="00F532BA" w:rsidP="00AC3FE8">
            <w:pPr>
              <w:pStyle w:val="TAC"/>
              <w:rPr>
                <w:szCs w:val="16"/>
                <w:lang w:eastAsia="zh-CN"/>
              </w:rPr>
            </w:pPr>
            <w:r>
              <w:rPr>
                <w:szCs w:val="16"/>
                <w:lang w:eastAsia="zh-CN"/>
              </w:rPr>
              <w:t>DC_7A_n7A</w:t>
            </w:r>
            <w:r>
              <w:rPr>
                <w:vertAlign w:val="superscript"/>
                <w:lang w:eastAsia="zh-CN"/>
              </w:rPr>
              <w:t>4</w:t>
            </w:r>
          </w:p>
          <w:p w14:paraId="4EEC66F6" w14:textId="77777777" w:rsidR="00F532BA" w:rsidRDefault="00F532BA" w:rsidP="00AC3FE8">
            <w:pPr>
              <w:pStyle w:val="TAC"/>
              <w:rPr>
                <w:szCs w:val="16"/>
                <w:lang w:eastAsia="zh-CN"/>
              </w:rPr>
            </w:pPr>
            <w:r>
              <w:rPr>
                <w:szCs w:val="16"/>
                <w:lang w:eastAsia="zh-CN"/>
              </w:rPr>
              <w:t>DC_28A_n7A</w:t>
            </w:r>
          </w:p>
          <w:p w14:paraId="5E36C129" w14:textId="77777777" w:rsidR="00F532BA" w:rsidRDefault="00F532BA" w:rsidP="00AC3FE8">
            <w:pPr>
              <w:pStyle w:val="TAC"/>
              <w:rPr>
                <w:szCs w:val="16"/>
                <w:lang w:eastAsia="zh-CN"/>
              </w:rPr>
            </w:pPr>
            <w:r>
              <w:rPr>
                <w:szCs w:val="16"/>
                <w:lang w:eastAsia="zh-CN"/>
              </w:rPr>
              <w:t>DC_1A_n78A</w:t>
            </w:r>
          </w:p>
          <w:p w14:paraId="759D1AE8" w14:textId="77777777" w:rsidR="00F532BA" w:rsidRDefault="00F532BA" w:rsidP="00AC3FE8">
            <w:pPr>
              <w:pStyle w:val="TAC"/>
              <w:rPr>
                <w:szCs w:val="16"/>
                <w:lang w:eastAsia="zh-CN"/>
              </w:rPr>
            </w:pPr>
            <w:r>
              <w:rPr>
                <w:szCs w:val="16"/>
                <w:lang w:eastAsia="zh-CN"/>
              </w:rPr>
              <w:t>DC_3A_n78A</w:t>
            </w:r>
          </w:p>
          <w:p w14:paraId="271E2E65" w14:textId="77777777" w:rsidR="00F532BA" w:rsidRDefault="00F532BA" w:rsidP="00AC3FE8">
            <w:pPr>
              <w:pStyle w:val="TAC"/>
              <w:rPr>
                <w:szCs w:val="16"/>
                <w:lang w:eastAsia="zh-CN"/>
              </w:rPr>
            </w:pPr>
            <w:r>
              <w:rPr>
                <w:szCs w:val="16"/>
                <w:lang w:eastAsia="zh-CN"/>
              </w:rPr>
              <w:t>DC_3C_n78A</w:t>
            </w:r>
          </w:p>
          <w:p w14:paraId="4BE692C3" w14:textId="77777777" w:rsidR="00F532BA" w:rsidRDefault="00F532BA" w:rsidP="00AC3FE8">
            <w:pPr>
              <w:pStyle w:val="TAC"/>
              <w:rPr>
                <w:szCs w:val="16"/>
                <w:lang w:eastAsia="zh-CN"/>
              </w:rPr>
            </w:pPr>
            <w:r>
              <w:rPr>
                <w:szCs w:val="16"/>
                <w:lang w:eastAsia="zh-CN"/>
              </w:rPr>
              <w:t>DC_7A_n78A</w:t>
            </w:r>
          </w:p>
          <w:p w14:paraId="679913E9" w14:textId="77777777" w:rsidR="00F532BA" w:rsidRDefault="00F532BA" w:rsidP="00AC3FE8">
            <w:pPr>
              <w:pStyle w:val="TAC"/>
              <w:rPr>
                <w:lang w:eastAsia="zh-CN"/>
              </w:rPr>
            </w:pPr>
            <w:r>
              <w:rPr>
                <w:szCs w:val="16"/>
                <w:lang w:eastAsia="zh-CN"/>
              </w:rPr>
              <w:t>DC_28A_n78A</w:t>
            </w:r>
          </w:p>
        </w:tc>
      </w:tr>
      <w:tr w:rsidR="00F532BA" w14:paraId="2D919796" w14:textId="77777777" w:rsidTr="00AC3FE8">
        <w:trPr>
          <w:trHeight w:val="187"/>
          <w:jc w:val="center"/>
        </w:trPr>
        <w:tc>
          <w:tcPr>
            <w:tcW w:w="7083" w:type="dxa"/>
            <w:gridSpan w:val="2"/>
            <w:tcBorders>
              <w:top w:val="single" w:sz="4" w:space="0" w:color="auto"/>
              <w:left w:val="single" w:sz="4" w:space="0" w:color="auto"/>
              <w:bottom w:val="single" w:sz="4" w:space="0" w:color="auto"/>
              <w:right w:val="single" w:sz="4" w:space="0" w:color="auto"/>
            </w:tcBorders>
            <w:noWrap/>
            <w:vAlign w:val="center"/>
            <w:hideMark/>
          </w:tcPr>
          <w:p w14:paraId="1CDC2249" w14:textId="77777777" w:rsidR="00F532BA" w:rsidRDefault="00F532BA" w:rsidP="00AC3FE8">
            <w:pPr>
              <w:pStyle w:val="TAN"/>
            </w:pPr>
            <w:r>
              <w:t>NOTE 1:</w:t>
            </w:r>
            <w:r>
              <w:tab/>
              <w:t>Uplink EN-DC configurations are the configurations supported by the present release of specifications.</w:t>
            </w:r>
          </w:p>
          <w:p w14:paraId="441C1346" w14:textId="77777777" w:rsidR="00F532BA" w:rsidRDefault="00F532BA" w:rsidP="00AC3FE8">
            <w:pPr>
              <w:pStyle w:val="TAN"/>
              <w:rPr>
                <w:rFonts w:eastAsia="MS PGothic"/>
              </w:rPr>
            </w:pPr>
            <w:r>
              <w:rPr>
                <w:rFonts w:eastAsia="MS PGothic"/>
              </w:rPr>
              <w:t>NOTE 2:</w:t>
            </w:r>
            <w:r>
              <w:rPr>
                <w:rFonts w:eastAsia="MS PGothic"/>
              </w:rPr>
              <w:tab/>
              <w:t>Applicable for UE supporting inter-band EN-DC with mandatory simultaneous Rx/Tx capability.</w:t>
            </w:r>
          </w:p>
          <w:p w14:paraId="041C4C96" w14:textId="77777777" w:rsidR="00F532BA" w:rsidRDefault="00F532BA" w:rsidP="00AC3FE8">
            <w:pPr>
              <w:pStyle w:val="TAN"/>
              <w:rPr>
                <w:rFonts w:eastAsia="MS PGothic"/>
              </w:rPr>
            </w:pPr>
            <w:r>
              <w:rPr>
                <w:rFonts w:eastAsia="MS PGothic"/>
              </w:rPr>
              <w:t>NOTE 3:</w:t>
            </w:r>
            <w:r>
              <w:rPr>
                <w:rFonts w:eastAsia="MS PGothic"/>
              </w:rPr>
              <w:tab/>
              <w:t>The frequency range in band n28 is restricted for this band combination to 703-733 MHz for the UL and 758-788 MHz for the DL.</w:t>
            </w:r>
          </w:p>
          <w:p w14:paraId="4CB2B609" w14:textId="77777777" w:rsidR="00F532BA" w:rsidRDefault="00F532BA" w:rsidP="00AC3FE8">
            <w:pPr>
              <w:pStyle w:val="TAN"/>
              <w:rPr>
                <w:rFonts w:cs="Arial"/>
                <w:szCs w:val="18"/>
              </w:rPr>
            </w:pPr>
            <w:r>
              <w:rPr>
                <w:rFonts w:cs="Arial"/>
                <w:szCs w:val="18"/>
              </w:rPr>
              <w:t>NOTE 4:</w:t>
            </w:r>
            <w:r>
              <w:rPr>
                <w:rFonts w:cs="Arial"/>
                <w:szCs w:val="18"/>
              </w:rPr>
              <w:tab/>
              <w:t>Only single switched UL is supported.</w:t>
            </w:r>
          </w:p>
          <w:p w14:paraId="7EFE632A" w14:textId="77777777" w:rsidR="00F532BA" w:rsidRDefault="00F532BA" w:rsidP="00AC3FE8">
            <w:pPr>
              <w:pStyle w:val="TAN"/>
              <w:keepNext w:val="0"/>
            </w:pPr>
            <w:r>
              <w:t>NOTE 5:</w:t>
            </w:r>
            <w:r>
              <w:tab/>
              <w:t xml:space="preserve">For UEs not indicating </w:t>
            </w:r>
            <w:r>
              <w:rPr>
                <w:i/>
                <w:iCs/>
              </w:rPr>
              <w:t>interBandMRDC-WithOverlapDL-Bands-r16</w:t>
            </w:r>
            <w:r>
              <w:t xml:space="preserve">, the minimum requirements for inter-band EN-DC apply when the maximum power spectral density imbalance between downlink carriers contained in </w:t>
            </w:r>
            <w:r>
              <w:rPr>
                <w:noProof/>
              </w:rPr>
              <w:t>overlapping or partially overlapping DL bands</w:t>
            </w:r>
            <w:r>
              <w:t xml:space="preserve"> is within 6 dB.</w:t>
            </w:r>
          </w:p>
          <w:p w14:paraId="002F31AE" w14:textId="77777777" w:rsidR="00F532BA" w:rsidRDefault="00F532BA" w:rsidP="00AC3FE8">
            <w:pPr>
              <w:pStyle w:val="TAN"/>
              <w:rPr>
                <w:rFonts w:eastAsia="Malgun Gothic"/>
                <w:lang w:eastAsia="ko-KR"/>
              </w:rPr>
            </w:pPr>
            <w:r>
              <w:t>NOTE 6:</w:t>
            </w:r>
            <w:r>
              <w:tab/>
              <w:t xml:space="preserve">For UEs not indicating </w:t>
            </w:r>
            <w:r>
              <w:rPr>
                <w:i/>
                <w:iCs/>
              </w:rPr>
              <w:t>interBandMRDC-WithOverlapDL-Bands-r16</w:t>
            </w:r>
            <w:r>
              <w:t xml:space="preserve">, the minimum requirements apply for synchronized DL carriers with a maximum receive time difference </w:t>
            </w:r>
            <w:r>
              <w:rPr>
                <w:rFonts w:cs="Arial"/>
              </w:rPr>
              <w:t>≤</w:t>
            </w:r>
            <w:r>
              <w:t xml:space="preserve"> 3 usec between </w:t>
            </w:r>
            <w:r>
              <w:rPr>
                <w:noProof/>
              </w:rPr>
              <w:t>overlapping or partially overlapping DL bands</w:t>
            </w:r>
            <w:r>
              <w:t xml:space="preserve"> contained in different cell groups.</w:t>
            </w:r>
          </w:p>
        </w:tc>
      </w:tr>
    </w:tbl>
    <w:p w14:paraId="7F183F97" w14:textId="156E26BB" w:rsidR="00B2695D" w:rsidRDefault="00B2695D"/>
    <w:p w14:paraId="3DD09220" w14:textId="77777777" w:rsidR="00B2695D" w:rsidRPr="00E062F1" w:rsidRDefault="00B2695D"/>
    <w:p w14:paraId="61581A4A" w14:textId="7DFEDCF3" w:rsidR="004D4582" w:rsidRPr="00E062F1" w:rsidRDefault="004D4582" w:rsidP="00A2569B">
      <w:pPr>
        <w:pStyle w:val="Heading3"/>
      </w:pPr>
      <w:bookmarkStart w:id="1262" w:name="_Toc21351527"/>
      <w:bookmarkStart w:id="1263" w:name="_Toc29807109"/>
      <w:bookmarkStart w:id="1264" w:name="_Toc36648823"/>
      <w:bookmarkStart w:id="1265" w:name="_Toc36651548"/>
      <w:bookmarkStart w:id="1266" w:name="_Toc37256482"/>
      <w:bookmarkStart w:id="1267" w:name="_Toc37256823"/>
      <w:bookmarkStart w:id="1268" w:name="_Toc45890520"/>
      <w:bookmarkStart w:id="1269" w:name="_Toc45891744"/>
      <w:bookmarkStart w:id="1270" w:name="_Toc45892154"/>
      <w:bookmarkStart w:id="1271" w:name="_Toc45892564"/>
      <w:bookmarkStart w:id="1272" w:name="_Toc52352977"/>
      <w:bookmarkStart w:id="1273" w:name="_Toc53174800"/>
      <w:bookmarkStart w:id="1274" w:name="_Toc61375949"/>
      <w:bookmarkStart w:id="1275" w:name="_Toc61376361"/>
      <w:bookmarkStart w:id="1276" w:name="_Toc67938634"/>
      <w:bookmarkStart w:id="1277" w:name="_Toc76454236"/>
      <w:bookmarkStart w:id="1278" w:name="_Toc76719656"/>
      <w:bookmarkStart w:id="1279" w:name="_Toc76720176"/>
      <w:bookmarkStart w:id="1280" w:name="_Toc83742873"/>
      <w:bookmarkStart w:id="1281" w:name="_Toc83887248"/>
      <w:bookmarkStart w:id="1282" w:name="_Toc83888049"/>
      <w:bookmarkStart w:id="1283" w:name="_Toc90588703"/>
      <w:r w:rsidRPr="00E062F1">
        <w:lastRenderedPageBreak/>
        <w:t>5.5B.4a</w:t>
      </w:r>
      <w:r w:rsidRPr="00E062F1">
        <w:tab/>
        <w:t>Inter-band NE-DC within FR1</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14:paraId="0AE65E16" w14:textId="735C7F7E" w:rsidR="004D4582" w:rsidRPr="00E062F1" w:rsidRDefault="004D4582" w:rsidP="002C04EC">
      <w:pPr>
        <w:pStyle w:val="Heading4"/>
      </w:pPr>
      <w:bookmarkStart w:id="1284" w:name="_Toc21351528"/>
      <w:bookmarkStart w:id="1285" w:name="_Toc29807110"/>
      <w:bookmarkStart w:id="1286" w:name="_Toc36648824"/>
      <w:bookmarkStart w:id="1287" w:name="_Toc36651549"/>
      <w:bookmarkStart w:id="1288" w:name="_Toc37256483"/>
      <w:bookmarkStart w:id="1289" w:name="_Toc37256824"/>
      <w:bookmarkStart w:id="1290" w:name="_Toc45890521"/>
      <w:bookmarkStart w:id="1291" w:name="_Toc45891745"/>
      <w:bookmarkStart w:id="1292" w:name="_Toc45892155"/>
      <w:bookmarkStart w:id="1293" w:name="_Toc45892565"/>
      <w:bookmarkStart w:id="1294" w:name="_Toc52352978"/>
      <w:bookmarkStart w:id="1295" w:name="_Toc53174801"/>
      <w:bookmarkStart w:id="1296" w:name="_Toc61375950"/>
      <w:bookmarkStart w:id="1297" w:name="_Toc61376362"/>
      <w:bookmarkStart w:id="1298" w:name="_Toc67938635"/>
      <w:bookmarkStart w:id="1299" w:name="_Toc76454237"/>
      <w:bookmarkStart w:id="1300" w:name="_Toc76719657"/>
      <w:bookmarkStart w:id="1301" w:name="_Toc76720177"/>
      <w:bookmarkStart w:id="1302" w:name="_Toc83742874"/>
      <w:bookmarkStart w:id="1303" w:name="_Toc83887249"/>
      <w:bookmarkStart w:id="1304" w:name="_Toc83888050"/>
      <w:bookmarkStart w:id="1305" w:name="_Toc90588704"/>
      <w:r w:rsidRPr="00E062F1">
        <w:t>5.5B.4a.1</w:t>
      </w:r>
      <w:r w:rsidRPr="00E062F1">
        <w:tab/>
        <w:t xml:space="preserve">Inter-band </w:t>
      </w:r>
      <w:r w:rsidR="00C25AB2" w:rsidRPr="00E062F1">
        <w:t>NE</w:t>
      </w:r>
      <w:r w:rsidRPr="00E062F1">
        <w:t>-DC configurations within FR1 (two bands)</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14:paraId="6FE74416" w14:textId="3E940C78" w:rsidR="004D4582" w:rsidRPr="00E062F1" w:rsidRDefault="004D4582" w:rsidP="002C04EC">
      <w:pPr>
        <w:pStyle w:val="TH"/>
      </w:pPr>
      <w:r w:rsidRPr="00E062F1">
        <w:t xml:space="preserve">Table 5.5B.4a.1-1: Inter-band </w:t>
      </w:r>
      <w:r w:rsidR="00C25AB2" w:rsidRPr="00E062F1">
        <w:t>NE</w:t>
      </w:r>
      <w:r w:rsidRPr="00E062F1">
        <w:t>-DC configurations within FR1 (two bands)</w:t>
      </w:r>
    </w:p>
    <w:tbl>
      <w:tblPr>
        <w:tblW w:w="7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5"/>
        <w:gridCol w:w="2279"/>
        <w:gridCol w:w="2638"/>
      </w:tblGrid>
      <w:tr w:rsidR="001F078B" w:rsidRPr="00E062F1" w14:paraId="74790E93" w14:textId="77777777" w:rsidTr="006B3BD2">
        <w:trPr>
          <w:trHeight w:val="187"/>
          <w:jc w:val="center"/>
        </w:trPr>
        <w:tc>
          <w:tcPr>
            <w:tcW w:w="2535" w:type="dxa"/>
            <w:shd w:val="clear" w:color="auto" w:fill="auto"/>
            <w:hideMark/>
          </w:tcPr>
          <w:p w14:paraId="79E1DF89" w14:textId="50AF2FA2" w:rsidR="004D4582" w:rsidRPr="00E062F1" w:rsidRDefault="00C25AB2" w:rsidP="002C04EC">
            <w:pPr>
              <w:pStyle w:val="TAH"/>
              <w:rPr>
                <w:lang w:eastAsia="fi-FI"/>
              </w:rPr>
            </w:pPr>
            <w:r w:rsidRPr="00E062F1">
              <w:rPr>
                <w:lang w:eastAsia="fi-FI"/>
              </w:rPr>
              <w:t>NE</w:t>
            </w:r>
            <w:r w:rsidR="004D4582" w:rsidRPr="00E062F1">
              <w:rPr>
                <w:lang w:eastAsia="fi-FI"/>
              </w:rPr>
              <w:t>-DC</w:t>
            </w:r>
          </w:p>
          <w:p w14:paraId="69497BFC" w14:textId="77777777" w:rsidR="004D4582" w:rsidRPr="00E062F1" w:rsidRDefault="004D4582" w:rsidP="002C04EC">
            <w:pPr>
              <w:pStyle w:val="TAH"/>
              <w:rPr>
                <w:lang w:eastAsia="fi-FI"/>
              </w:rPr>
            </w:pPr>
            <w:r w:rsidRPr="00E062F1">
              <w:rPr>
                <w:lang w:eastAsia="fi-FI"/>
              </w:rPr>
              <w:t>configuration</w:t>
            </w:r>
          </w:p>
        </w:tc>
        <w:tc>
          <w:tcPr>
            <w:tcW w:w="2279" w:type="dxa"/>
            <w:shd w:val="clear" w:color="auto" w:fill="auto"/>
            <w:hideMark/>
          </w:tcPr>
          <w:p w14:paraId="43265E12" w14:textId="6BC34419" w:rsidR="004D4582" w:rsidRPr="00E062F1" w:rsidRDefault="004D4582" w:rsidP="002C04EC">
            <w:pPr>
              <w:pStyle w:val="TAH"/>
              <w:rPr>
                <w:lang w:eastAsia="fi-FI"/>
              </w:rPr>
            </w:pPr>
            <w:r w:rsidRPr="00E062F1">
              <w:rPr>
                <w:lang w:eastAsia="fi-FI"/>
              </w:rPr>
              <w:t xml:space="preserve">Uplink </w:t>
            </w:r>
            <w:r w:rsidR="00C25AB2" w:rsidRPr="00E062F1">
              <w:rPr>
                <w:lang w:eastAsia="fi-FI"/>
              </w:rPr>
              <w:t>NE</w:t>
            </w:r>
            <w:r w:rsidRPr="00E062F1">
              <w:rPr>
                <w:lang w:eastAsia="fi-FI"/>
              </w:rPr>
              <w:t>-DC</w:t>
            </w:r>
          </w:p>
          <w:p w14:paraId="31F3A51E" w14:textId="77777777" w:rsidR="004D4582" w:rsidRPr="00E062F1" w:rsidRDefault="004D4582" w:rsidP="002C04EC">
            <w:pPr>
              <w:pStyle w:val="TAH"/>
              <w:rPr>
                <w:lang w:eastAsia="fi-FI"/>
              </w:rPr>
            </w:pPr>
            <w:r w:rsidRPr="00E062F1">
              <w:rPr>
                <w:lang w:eastAsia="fi-FI"/>
              </w:rPr>
              <w:t>configuration</w:t>
            </w:r>
          </w:p>
          <w:p w14:paraId="6B123BCC" w14:textId="77777777" w:rsidR="004D4582" w:rsidRPr="00E062F1" w:rsidRDefault="004D4582" w:rsidP="002C04EC">
            <w:pPr>
              <w:pStyle w:val="TAH"/>
              <w:rPr>
                <w:lang w:eastAsia="fi-FI"/>
              </w:rPr>
            </w:pPr>
            <w:r w:rsidRPr="00E062F1">
              <w:rPr>
                <w:lang w:eastAsia="fi-FI"/>
              </w:rPr>
              <w:t>(NOTE 1)</w:t>
            </w:r>
          </w:p>
        </w:tc>
        <w:tc>
          <w:tcPr>
            <w:tcW w:w="2638" w:type="dxa"/>
            <w:shd w:val="clear" w:color="auto" w:fill="auto"/>
            <w:hideMark/>
          </w:tcPr>
          <w:p w14:paraId="358D0163" w14:textId="77777777" w:rsidR="004D4582" w:rsidRPr="00E062F1" w:rsidRDefault="004D4582" w:rsidP="002C04EC">
            <w:pPr>
              <w:pStyle w:val="TAH"/>
              <w:rPr>
                <w:lang w:eastAsia="fi-FI"/>
              </w:rPr>
            </w:pPr>
            <w:r w:rsidRPr="00E062F1">
              <w:rPr>
                <w:lang w:eastAsia="fi-FI"/>
              </w:rPr>
              <w:t>Single UL allowed</w:t>
            </w:r>
          </w:p>
        </w:tc>
      </w:tr>
      <w:tr w:rsidR="001F078B" w:rsidRPr="00E062F1" w14:paraId="158C6494" w14:textId="77777777" w:rsidTr="006B3BD2">
        <w:trPr>
          <w:trHeight w:val="187"/>
          <w:jc w:val="center"/>
        </w:trPr>
        <w:tc>
          <w:tcPr>
            <w:tcW w:w="2535" w:type="dxa"/>
            <w:shd w:val="clear" w:color="auto" w:fill="auto"/>
            <w:hideMark/>
          </w:tcPr>
          <w:p w14:paraId="63311283" w14:textId="77777777" w:rsidR="004D4582" w:rsidRPr="00E062F1" w:rsidRDefault="004D4582" w:rsidP="002C04EC">
            <w:pPr>
              <w:pStyle w:val="TAC"/>
              <w:rPr>
                <w:lang w:eastAsia="fi-FI"/>
              </w:rPr>
            </w:pPr>
            <w:r w:rsidRPr="00E062F1">
              <w:rPr>
                <w:lang w:eastAsia="fi-FI"/>
              </w:rPr>
              <w:t>DC_n1A_28A</w:t>
            </w:r>
          </w:p>
        </w:tc>
        <w:tc>
          <w:tcPr>
            <w:tcW w:w="2279" w:type="dxa"/>
            <w:shd w:val="clear" w:color="auto" w:fill="auto"/>
            <w:hideMark/>
          </w:tcPr>
          <w:p w14:paraId="6CA02831" w14:textId="77777777" w:rsidR="004D4582" w:rsidRPr="00E062F1" w:rsidRDefault="004D4582" w:rsidP="002C04EC">
            <w:pPr>
              <w:pStyle w:val="TAC"/>
              <w:rPr>
                <w:lang w:eastAsia="fi-FI"/>
              </w:rPr>
            </w:pPr>
            <w:r w:rsidRPr="00E062F1">
              <w:rPr>
                <w:lang w:eastAsia="fi-FI"/>
              </w:rPr>
              <w:t>DC_n1A_28A</w:t>
            </w:r>
          </w:p>
        </w:tc>
        <w:tc>
          <w:tcPr>
            <w:tcW w:w="2638" w:type="dxa"/>
            <w:shd w:val="clear" w:color="auto" w:fill="auto"/>
            <w:hideMark/>
          </w:tcPr>
          <w:p w14:paraId="5732E2A0" w14:textId="77777777" w:rsidR="004D4582" w:rsidRPr="00E062F1" w:rsidRDefault="004D4582" w:rsidP="002C04EC">
            <w:pPr>
              <w:pStyle w:val="TAC"/>
              <w:rPr>
                <w:lang w:eastAsia="fi-FI"/>
              </w:rPr>
            </w:pPr>
            <w:r w:rsidRPr="00E062F1">
              <w:rPr>
                <w:lang w:eastAsia="fi-FI"/>
              </w:rPr>
              <w:t>No</w:t>
            </w:r>
          </w:p>
        </w:tc>
      </w:tr>
      <w:tr w:rsidR="004D4582" w:rsidRPr="00E062F1" w14:paraId="0424373A" w14:textId="77777777" w:rsidTr="006B3BD2">
        <w:trPr>
          <w:trHeight w:val="187"/>
          <w:jc w:val="center"/>
        </w:trPr>
        <w:tc>
          <w:tcPr>
            <w:tcW w:w="7452" w:type="dxa"/>
            <w:gridSpan w:val="3"/>
            <w:shd w:val="clear" w:color="auto" w:fill="auto"/>
          </w:tcPr>
          <w:p w14:paraId="74ABF6B3" w14:textId="7B4D3C0B" w:rsidR="004D4582" w:rsidRPr="00E062F1" w:rsidRDefault="001A24B3" w:rsidP="002C04EC">
            <w:pPr>
              <w:pStyle w:val="TAN"/>
              <w:rPr>
                <w:lang w:eastAsia="fi-FI"/>
              </w:rPr>
            </w:pPr>
            <w:r w:rsidRPr="00E062F1">
              <w:rPr>
                <w:lang w:eastAsia="fi-FI"/>
              </w:rPr>
              <w:t>NOTE 1:</w:t>
            </w:r>
            <w:r w:rsidRPr="00E062F1">
              <w:rPr>
                <w:lang w:eastAsia="fi-FI"/>
              </w:rPr>
              <w:tab/>
              <w:t>Uplink NE-DC configurations are the configurations supported by the present release of specifications.</w:t>
            </w:r>
          </w:p>
        </w:tc>
      </w:tr>
    </w:tbl>
    <w:p w14:paraId="669E6A61" w14:textId="77777777" w:rsidR="004D4582" w:rsidRPr="00E062F1" w:rsidRDefault="004D4582" w:rsidP="004D4582"/>
    <w:p w14:paraId="01F4FA0A" w14:textId="77777777" w:rsidR="001310A1" w:rsidRPr="00E062F1" w:rsidRDefault="001310A1" w:rsidP="001310A1">
      <w:pPr>
        <w:pStyle w:val="Heading3"/>
      </w:pPr>
      <w:bookmarkStart w:id="1306" w:name="_Toc21351529"/>
      <w:bookmarkStart w:id="1307" w:name="_Toc29807111"/>
      <w:bookmarkStart w:id="1308" w:name="_Toc36648825"/>
      <w:bookmarkStart w:id="1309" w:name="_Toc36651550"/>
      <w:bookmarkStart w:id="1310" w:name="_Toc37256484"/>
      <w:bookmarkStart w:id="1311" w:name="_Toc37256825"/>
      <w:bookmarkStart w:id="1312" w:name="_Toc45890522"/>
      <w:bookmarkStart w:id="1313" w:name="_Toc45891746"/>
      <w:bookmarkStart w:id="1314" w:name="_Toc45892156"/>
      <w:bookmarkStart w:id="1315" w:name="_Toc45892566"/>
      <w:bookmarkStart w:id="1316" w:name="_Toc52352979"/>
      <w:bookmarkStart w:id="1317" w:name="_Toc53174802"/>
      <w:bookmarkStart w:id="1318" w:name="_Toc61375951"/>
      <w:bookmarkStart w:id="1319" w:name="_Toc61376363"/>
      <w:bookmarkStart w:id="1320" w:name="_Toc67938636"/>
      <w:bookmarkStart w:id="1321" w:name="_Toc76454238"/>
      <w:bookmarkStart w:id="1322" w:name="_Toc76719658"/>
      <w:bookmarkStart w:id="1323" w:name="_Toc76720178"/>
      <w:bookmarkStart w:id="1324" w:name="_Toc83742875"/>
      <w:bookmarkStart w:id="1325" w:name="_Toc83887250"/>
      <w:bookmarkStart w:id="1326" w:name="_Toc83888051"/>
      <w:bookmarkStart w:id="1327" w:name="_Toc90588705"/>
      <w:r w:rsidRPr="00E062F1">
        <w:lastRenderedPageBreak/>
        <w:t>5.5B.5</w:t>
      </w:r>
      <w:r w:rsidRPr="00E062F1">
        <w:tab/>
        <w:t>Inter-band EN-DC including FR2</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14:paraId="76C71411" w14:textId="4FB36A14" w:rsidR="001310A1" w:rsidRPr="00E062F1" w:rsidRDefault="001310A1" w:rsidP="00A2569B">
      <w:pPr>
        <w:pStyle w:val="Heading4"/>
      </w:pPr>
      <w:bookmarkStart w:id="1328" w:name="_Toc21351530"/>
      <w:bookmarkStart w:id="1329" w:name="_Toc29807112"/>
      <w:bookmarkStart w:id="1330" w:name="_Toc36648826"/>
      <w:bookmarkStart w:id="1331" w:name="_Toc36651551"/>
      <w:bookmarkStart w:id="1332" w:name="_Toc37256485"/>
      <w:bookmarkStart w:id="1333" w:name="_Toc37256826"/>
      <w:bookmarkStart w:id="1334" w:name="_Toc45890523"/>
      <w:bookmarkStart w:id="1335" w:name="_Toc45891747"/>
      <w:bookmarkStart w:id="1336" w:name="_Toc45892157"/>
      <w:bookmarkStart w:id="1337" w:name="_Toc45892567"/>
      <w:bookmarkStart w:id="1338" w:name="_Toc52352980"/>
      <w:bookmarkStart w:id="1339" w:name="_Toc53174803"/>
      <w:bookmarkStart w:id="1340" w:name="_Toc61375952"/>
      <w:bookmarkStart w:id="1341" w:name="_Toc61376364"/>
      <w:bookmarkStart w:id="1342" w:name="_Toc67938637"/>
      <w:bookmarkStart w:id="1343" w:name="_Toc76454239"/>
      <w:bookmarkStart w:id="1344" w:name="_Toc76719659"/>
      <w:bookmarkStart w:id="1345" w:name="_Toc76720179"/>
      <w:bookmarkStart w:id="1346" w:name="_Toc83742876"/>
      <w:bookmarkStart w:id="1347" w:name="_Toc83887251"/>
      <w:bookmarkStart w:id="1348" w:name="_Toc83888052"/>
      <w:bookmarkStart w:id="1349" w:name="_Toc90588706"/>
      <w:r w:rsidRPr="00E062F1">
        <w:t>5.5B.5.1</w:t>
      </w:r>
      <w:r w:rsidRPr="00E062F1">
        <w:tab/>
        <w:t xml:space="preserve">Inter-band EN-DC configurations </w:t>
      </w:r>
      <w:r w:rsidR="00E7556C" w:rsidRPr="00E062F1">
        <w:t xml:space="preserve">including FR2 </w:t>
      </w:r>
      <w:r w:rsidRPr="00E062F1">
        <w:t>(two bands)</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14:paraId="4E59CE34" w14:textId="5728F094" w:rsidR="001310A1" w:rsidRPr="00E062F1" w:rsidRDefault="001310A1" w:rsidP="00933016">
      <w:pPr>
        <w:pStyle w:val="TH"/>
      </w:pPr>
      <w:r w:rsidRPr="00E062F1">
        <w:t xml:space="preserve">Table 5.5B.5.1-1: Inter-band EN-DC configurations </w:t>
      </w:r>
      <w:r w:rsidR="00E7556C" w:rsidRPr="00E062F1">
        <w:t xml:space="preserve">including FR2 </w:t>
      </w:r>
      <w:r w:rsidRPr="00E062F1">
        <w:t>(two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72"/>
        <w:gridCol w:w="2846"/>
      </w:tblGrid>
      <w:tr w:rsidR="001F078B" w:rsidRPr="00E062F1" w:rsidDel="00C35823" w14:paraId="7B6C76B5" w14:textId="77777777" w:rsidTr="006B3BD2">
        <w:trPr>
          <w:trHeight w:val="187"/>
          <w:jc w:val="center"/>
        </w:trPr>
        <w:tc>
          <w:tcPr>
            <w:tcW w:w="2972" w:type="dxa"/>
            <w:shd w:val="clear" w:color="auto" w:fill="auto"/>
            <w:hideMark/>
          </w:tcPr>
          <w:p w14:paraId="579D9203" w14:textId="77777777" w:rsidR="003366E5" w:rsidRPr="00E062F1" w:rsidRDefault="003366E5" w:rsidP="006B3BD2">
            <w:pPr>
              <w:pStyle w:val="TAH"/>
              <w:rPr>
                <w:lang w:eastAsia="fi-FI"/>
              </w:rPr>
            </w:pPr>
            <w:r w:rsidRPr="00E062F1">
              <w:rPr>
                <w:lang w:eastAsia="fi-FI"/>
              </w:rPr>
              <w:lastRenderedPageBreak/>
              <w:t>EN-DC</w:t>
            </w:r>
          </w:p>
          <w:p w14:paraId="52F74F96" w14:textId="77777777" w:rsidR="003366E5" w:rsidRPr="00E062F1" w:rsidRDefault="003366E5" w:rsidP="006B3BD2">
            <w:pPr>
              <w:pStyle w:val="TAH"/>
              <w:rPr>
                <w:lang w:eastAsia="fi-FI"/>
              </w:rPr>
            </w:pPr>
            <w:r w:rsidRPr="00E062F1">
              <w:rPr>
                <w:lang w:eastAsia="fi-FI"/>
              </w:rPr>
              <w:t>configuration</w:t>
            </w:r>
          </w:p>
        </w:tc>
        <w:tc>
          <w:tcPr>
            <w:tcW w:w="2846" w:type="dxa"/>
          </w:tcPr>
          <w:p w14:paraId="74B506CE" w14:textId="77777777" w:rsidR="003366E5" w:rsidRPr="00E062F1" w:rsidRDefault="003366E5" w:rsidP="006B3BD2">
            <w:pPr>
              <w:pStyle w:val="TAH"/>
              <w:rPr>
                <w:lang w:eastAsia="fi-FI"/>
              </w:rPr>
            </w:pPr>
            <w:r w:rsidRPr="00E062F1">
              <w:rPr>
                <w:lang w:eastAsia="fi-FI"/>
              </w:rPr>
              <w:t>Uplink EN-DC</w:t>
            </w:r>
          </w:p>
          <w:p w14:paraId="5FD2FA74" w14:textId="77777777" w:rsidR="003366E5" w:rsidRPr="00E062F1" w:rsidRDefault="003366E5" w:rsidP="006B3BD2">
            <w:pPr>
              <w:pStyle w:val="TAH"/>
              <w:rPr>
                <w:lang w:eastAsia="fi-FI"/>
              </w:rPr>
            </w:pPr>
            <w:r w:rsidRPr="00E062F1">
              <w:rPr>
                <w:lang w:eastAsia="fi-FI"/>
              </w:rPr>
              <w:t>configuration</w:t>
            </w:r>
          </w:p>
          <w:p w14:paraId="3BDF2A74" w14:textId="77777777" w:rsidR="003366E5" w:rsidRPr="00E062F1" w:rsidDel="00C35823" w:rsidRDefault="003366E5" w:rsidP="006B3BD2">
            <w:pPr>
              <w:pStyle w:val="TAH"/>
              <w:rPr>
                <w:lang w:eastAsia="fi-FI"/>
              </w:rPr>
            </w:pPr>
            <w:r w:rsidRPr="00E062F1">
              <w:rPr>
                <w:lang w:eastAsia="fi-FI"/>
              </w:rPr>
              <w:t>(NOTE 1)</w:t>
            </w:r>
          </w:p>
        </w:tc>
      </w:tr>
      <w:tr w:rsidR="001F078B" w:rsidRPr="00E062F1" w14:paraId="3AF24E25" w14:textId="77777777" w:rsidTr="006B3BD2">
        <w:trPr>
          <w:trHeight w:val="187"/>
          <w:jc w:val="center"/>
        </w:trPr>
        <w:tc>
          <w:tcPr>
            <w:tcW w:w="2972" w:type="dxa"/>
            <w:shd w:val="clear" w:color="auto" w:fill="auto"/>
          </w:tcPr>
          <w:p w14:paraId="43C5E1B0" w14:textId="77777777" w:rsidR="003366E5" w:rsidRPr="00E062F1" w:rsidRDefault="003366E5" w:rsidP="006B3BD2">
            <w:pPr>
              <w:pStyle w:val="TAC"/>
              <w:rPr>
                <w:lang w:eastAsia="fi-FI"/>
              </w:rPr>
            </w:pPr>
            <w:r w:rsidRPr="00E062F1">
              <w:rPr>
                <w:lang w:eastAsia="fi-FI"/>
              </w:rPr>
              <w:t>DC_1A_n257A</w:t>
            </w:r>
          </w:p>
          <w:p w14:paraId="52B4523A" w14:textId="77777777" w:rsidR="002808B4" w:rsidRDefault="003366E5" w:rsidP="006B3BD2">
            <w:pPr>
              <w:pStyle w:val="TAC"/>
            </w:pPr>
            <w:r w:rsidRPr="00E062F1">
              <w:t>DC_1A_n257D</w:t>
            </w:r>
          </w:p>
          <w:p w14:paraId="2B8A4AB4" w14:textId="0E697B5F" w:rsidR="002808B4" w:rsidRDefault="003366E5" w:rsidP="006B3BD2">
            <w:pPr>
              <w:pStyle w:val="TAC"/>
            </w:pPr>
            <w:r w:rsidRPr="00E062F1">
              <w:t>DC_1A_n257E</w:t>
            </w:r>
          </w:p>
          <w:p w14:paraId="3B00680D" w14:textId="7FAEAA4C" w:rsidR="00FB0488" w:rsidRPr="00E062F1" w:rsidRDefault="003366E5" w:rsidP="006B3BD2">
            <w:pPr>
              <w:pStyle w:val="TAC"/>
            </w:pPr>
            <w:r w:rsidRPr="00E062F1">
              <w:t>DC_1A_n257F</w:t>
            </w:r>
          </w:p>
          <w:p w14:paraId="19A47B77" w14:textId="77777777" w:rsidR="00FB0488" w:rsidRPr="00E062F1" w:rsidRDefault="00FB0488" w:rsidP="006B3BD2">
            <w:pPr>
              <w:pStyle w:val="TAC"/>
              <w:rPr>
                <w:lang w:eastAsia="ja-JP"/>
              </w:rPr>
            </w:pPr>
            <w:r w:rsidRPr="00E062F1">
              <w:rPr>
                <w:lang w:eastAsia="ja-JP"/>
              </w:rPr>
              <w:t>DC_1A_n257G</w:t>
            </w:r>
          </w:p>
          <w:p w14:paraId="5621354F" w14:textId="77777777" w:rsidR="00FB0488" w:rsidRPr="00E062F1" w:rsidRDefault="00FB0488" w:rsidP="006B3BD2">
            <w:pPr>
              <w:pStyle w:val="TAC"/>
              <w:rPr>
                <w:lang w:eastAsia="ja-JP"/>
              </w:rPr>
            </w:pPr>
            <w:r w:rsidRPr="00E062F1">
              <w:rPr>
                <w:lang w:eastAsia="ja-JP"/>
              </w:rPr>
              <w:t>DC_1A_n257H</w:t>
            </w:r>
          </w:p>
          <w:p w14:paraId="5306F090" w14:textId="77777777" w:rsidR="00FB0488" w:rsidRPr="00E062F1" w:rsidRDefault="00FB0488" w:rsidP="006B3BD2">
            <w:pPr>
              <w:pStyle w:val="TAC"/>
              <w:rPr>
                <w:lang w:eastAsia="ja-JP"/>
              </w:rPr>
            </w:pPr>
            <w:r w:rsidRPr="00E062F1">
              <w:rPr>
                <w:lang w:eastAsia="ja-JP"/>
              </w:rPr>
              <w:t>DC_1A_n257I</w:t>
            </w:r>
          </w:p>
          <w:p w14:paraId="4C47AE7C" w14:textId="77777777" w:rsidR="00FB0488" w:rsidRPr="00E062F1" w:rsidRDefault="00FB0488" w:rsidP="006B3BD2">
            <w:pPr>
              <w:pStyle w:val="TAC"/>
              <w:rPr>
                <w:lang w:eastAsia="ja-JP"/>
              </w:rPr>
            </w:pPr>
            <w:r w:rsidRPr="00E062F1">
              <w:rPr>
                <w:lang w:eastAsia="ja-JP"/>
              </w:rPr>
              <w:t>DC_1A_n257J</w:t>
            </w:r>
          </w:p>
          <w:p w14:paraId="74FDB3A5" w14:textId="77777777" w:rsidR="00FB0488" w:rsidRPr="00E062F1" w:rsidRDefault="00FB0488" w:rsidP="006B3BD2">
            <w:pPr>
              <w:pStyle w:val="TAC"/>
              <w:rPr>
                <w:lang w:eastAsia="ja-JP"/>
              </w:rPr>
            </w:pPr>
            <w:r w:rsidRPr="00E062F1">
              <w:rPr>
                <w:lang w:eastAsia="ja-JP"/>
              </w:rPr>
              <w:t>DC_1A_n257K</w:t>
            </w:r>
          </w:p>
          <w:p w14:paraId="43E1B0A9" w14:textId="77777777" w:rsidR="00FB0488" w:rsidRPr="00E062F1" w:rsidRDefault="00FB0488" w:rsidP="006B3BD2">
            <w:pPr>
              <w:pStyle w:val="TAC"/>
              <w:rPr>
                <w:lang w:eastAsia="ja-JP"/>
              </w:rPr>
            </w:pPr>
            <w:r w:rsidRPr="00E062F1">
              <w:rPr>
                <w:lang w:eastAsia="ja-JP"/>
              </w:rPr>
              <w:t>DC_1A_n257L</w:t>
            </w:r>
          </w:p>
          <w:p w14:paraId="739CA6A0" w14:textId="444316A4" w:rsidR="003366E5" w:rsidRPr="00E062F1" w:rsidRDefault="00FB0488" w:rsidP="006B3BD2">
            <w:pPr>
              <w:pStyle w:val="TAC"/>
              <w:rPr>
                <w:lang w:eastAsia="fi-FI"/>
              </w:rPr>
            </w:pPr>
            <w:r w:rsidRPr="00E062F1">
              <w:rPr>
                <w:lang w:eastAsia="ja-JP"/>
              </w:rPr>
              <w:t>DC_1A_n257M</w:t>
            </w:r>
          </w:p>
        </w:tc>
        <w:tc>
          <w:tcPr>
            <w:tcW w:w="2846" w:type="dxa"/>
          </w:tcPr>
          <w:p w14:paraId="38F686F4" w14:textId="1A608D78" w:rsidR="007C2EA3" w:rsidRPr="00E062F1" w:rsidRDefault="003366E5" w:rsidP="006B3BD2">
            <w:pPr>
              <w:pStyle w:val="TAC"/>
              <w:rPr>
                <w:lang w:eastAsia="fi-FI"/>
              </w:rPr>
            </w:pPr>
            <w:r w:rsidRPr="00E062F1">
              <w:rPr>
                <w:lang w:eastAsia="fi-FI"/>
              </w:rPr>
              <w:t>DC_1A_n257A</w:t>
            </w:r>
          </w:p>
          <w:p w14:paraId="470A014A" w14:textId="64A41209" w:rsidR="00FB0488" w:rsidRPr="00E062F1" w:rsidRDefault="007C2EA3" w:rsidP="006B3BD2">
            <w:pPr>
              <w:pStyle w:val="TAC"/>
              <w:rPr>
                <w:lang w:eastAsia="fi-FI"/>
              </w:rPr>
            </w:pPr>
            <w:r w:rsidRPr="00E062F1">
              <w:rPr>
                <w:rFonts w:eastAsiaTheme="minorEastAsia"/>
                <w:lang w:eastAsia="ja-JP"/>
              </w:rPr>
              <w:t>DC_1A_n257D</w:t>
            </w:r>
          </w:p>
          <w:p w14:paraId="65E03C43" w14:textId="77777777" w:rsidR="00FB0488" w:rsidRPr="00E062F1" w:rsidRDefault="00FB0488" w:rsidP="006B3BD2">
            <w:pPr>
              <w:pStyle w:val="TAC"/>
              <w:rPr>
                <w:lang w:eastAsia="ja-JP"/>
              </w:rPr>
            </w:pPr>
            <w:r w:rsidRPr="00E062F1">
              <w:rPr>
                <w:lang w:eastAsia="ja-JP"/>
              </w:rPr>
              <w:t>DC_1A_n257G</w:t>
            </w:r>
          </w:p>
          <w:p w14:paraId="6674C203" w14:textId="77777777" w:rsidR="00FB0488" w:rsidRPr="00E062F1" w:rsidRDefault="00FB0488" w:rsidP="006B3BD2">
            <w:pPr>
              <w:pStyle w:val="TAC"/>
              <w:rPr>
                <w:lang w:eastAsia="ja-JP"/>
              </w:rPr>
            </w:pPr>
            <w:r w:rsidRPr="00E062F1">
              <w:rPr>
                <w:lang w:eastAsia="ja-JP"/>
              </w:rPr>
              <w:t>DC_1A_n257H</w:t>
            </w:r>
          </w:p>
          <w:p w14:paraId="2843C79B" w14:textId="77777777" w:rsidR="00FB0488" w:rsidRPr="00E062F1" w:rsidRDefault="00FB0488" w:rsidP="006B3BD2">
            <w:pPr>
              <w:pStyle w:val="TAC"/>
              <w:rPr>
                <w:lang w:eastAsia="ja-JP"/>
              </w:rPr>
            </w:pPr>
            <w:r w:rsidRPr="00E062F1">
              <w:rPr>
                <w:lang w:eastAsia="ja-JP"/>
              </w:rPr>
              <w:t>DC_1A_n257I</w:t>
            </w:r>
          </w:p>
          <w:p w14:paraId="4B4D48F8" w14:textId="77777777" w:rsidR="00FB0488" w:rsidRPr="00E062F1" w:rsidRDefault="00FB0488" w:rsidP="006B3BD2">
            <w:pPr>
              <w:pStyle w:val="TAC"/>
              <w:rPr>
                <w:lang w:eastAsia="ja-JP"/>
              </w:rPr>
            </w:pPr>
            <w:r w:rsidRPr="00E062F1">
              <w:rPr>
                <w:lang w:eastAsia="ja-JP"/>
              </w:rPr>
              <w:t>DC_1A_n257J</w:t>
            </w:r>
          </w:p>
          <w:p w14:paraId="6EF52CC1" w14:textId="77777777" w:rsidR="00FB0488" w:rsidRPr="00E062F1" w:rsidRDefault="00FB0488" w:rsidP="006B3BD2">
            <w:pPr>
              <w:pStyle w:val="TAC"/>
              <w:rPr>
                <w:lang w:eastAsia="ja-JP"/>
              </w:rPr>
            </w:pPr>
            <w:r w:rsidRPr="00E062F1">
              <w:rPr>
                <w:lang w:eastAsia="ja-JP"/>
              </w:rPr>
              <w:t>DC_1A_n257K</w:t>
            </w:r>
          </w:p>
          <w:p w14:paraId="3E202CD4" w14:textId="5B9E330C" w:rsidR="00FB0488" w:rsidRPr="00E062F1" w:rsidRDefault="00FB0488" w:rsidP="006B3BD2">
            <w:pPr>
              <w:pStyle w:val="TAC"/>
              <w:rPr>
                <w:lang w:eastAsia="ja-JP"/>
              </w:rPr>
            </w:pPr>
            <w:r w:rsidRPr="00E062F1">
              <w:rPr>
                <w:lang w:eastAsia="ja-JP"/>
              </w:rPr>
              <w:t>DC_1A_n257L</w:t>
            </w:r>
          </w:p>
          <w:p w14:paraId="3D77E0A7" w14:textId="736483EC" w:rsidR="003366E5" w:rsidRPr="00E062F1" w:rsidRDefault="00FB0488" w:rsidP="006B3BD2">
            <w:pPr>
              <w:pStyle w:val="TAC"/>
              <w:rPr>
                <w:lang w:eastAsia="fi-FI"/>
              </w:rPr>
            </w:pPr>
            <w:r w:rsidRPr="00E062F1">
              <w:rPr>
                <w:lang w:eastAsia="ja-JP"/>
              </w:rPr>
              <w:t>DC_1A_n257M</w:t>
            </w:r>
          </w:p>
        </w:tc>
      </w:tr>
      <w:tr w:rsidR="001F078B" w:rsidRPr="00E062F1" w14:paraId="0BDCECCB" w14:textId="77777777" w:rsidTr="006B3BD2">
        <w:trPr>
          <w:trHeight w:val="187"/>
          <w:jc w:val="center"/>
        </w:trPr>
        <w:tc>
          <w:tcPr>
            <w:tcW w:w="2972" w:type="dxa"/>
            <w:shd w:val="clear" w:color="auto" w:fill="auto"/>
          </w:tcPr>
          <w:p w14:paraId="4D3CFFF5" w14:textId="77777777" w:rsidR="003366E5" w:rsidRPr="00E062F1" w:rsidRDefault="003366E5" w:rsidP="006B3BD2">
            <w:pPr>
              <w:pStyle w:val="TAC"/>
              <w:rPr>
                <w:lang w:eastAsia="fi-FI"/>
              </w:rPr>
            </w:pPr>
            <w:r w:rsidRPr="00E062F1">
              <w:rPr>
                <w:lang w:eastAsia="fi-FI"/>
              </w:rPr>
              <w:t>DC_</w:t>
            </w:r>
            <w:r w:rsidRPr="00E062F1">
              <w:rPr>
                <w:lang w:eastAsia="zh-CN"/>
              </w:rPr>
              <w:t>1</w:t>
            </w:r>
            <w:r w:rsidRPr="00E062F1">
              <w:rPr>
                <w:lang w:eastAsia="fi-FI"/>
              </w:rPr>
              <w:t>A_n</w:t>
            </w:r>
            <w:r w:rsidRPr="00E062F1">
              <w:rPr>
                <w:lang w:eastAsia="zh-CN"/>
              </w:rPr>
              <w:t>258</w:t>
            </w:r>
            <w:r w:rsidRPr="00E062F1">
              <w:rPr>
                <w:lang w:eastAsia="fi-FI"/>
              </w:rPr>
              <w:t>A</w:t>
            </w:r>
          </w:p>
          <w:p w14:paraId="56A402B6" w14:textId="38342FE9" w:rsidR="003366E5" w:rsidRPr="00E062F1" w:rsidRDefault="003366E5" w:rsidP="006B3BD2">
            <w:pPr>
              <w:pStyle w:val="TAC"/>
              <w:rPr>
                <w:lang w:eastAsia="fi-FI"/>
              </w:rPr>
            </w:pPr>
            <w:r w:rsidRPr="00E062F1">
              <w:rPr>
                <w:lang w:eastAsia="fi-FI"/>
              </w:rPr>
              <w:t>DC_</w:t>
            </w:r>
            <w:r w:rsidRPr="00E062F1">
              <w:rPr>
                <w:lang w:eastAsia="zh-CN"/>
              </w:rPr>
              <w:t>1</w:t>
            </w:r>
            <w:r w:rsidRPr="00E062F1">
              <w:rPr>
                <w:lang w:eastAsia="fi-FI"/>
              </w:rPr>
              <w:t>A_n</w:t>
            </w:r>
            <w:r w:rsidRPr="00E062F1">
              <w:rPr>
                <w:lang w:eastAsia="zh-CN"/>
              </w:rPr>
              <w:t>258</w:t>
            </w:r>
            <w:r w:rsidRPr="00E062F1">
              <w:rPr>
                <w:lang w:eastAsia="fi-FI"/>
              </w:rPr>
              <w:t>D</w:t>
            </w:r>
          </w:p>
        </w:tc>
        <w:tc>
          <w:tcPr>
            <w:tcW w:w="2846" w:type="dxa"/>
          </w:tcPr>
          <w:p w14:paraId="451ECDF8" w14:textId="77777777" w:rsidR="003366E5" w:rsidRPr="00E062F1" w:rsidRDefault="003366E5" w:rsidP="006B3BD2">
            <w:pPr>
              <w:pStyle w:val="TAC"/>
              <w:rPr>
                <w:lang w:eastAsia="fi-FI"/>
              </w:rPr>
            </w:pPr>
            <w:r w:rsidRPr="00E062F1">
              <w:rPr>
                <w:lang w:eastAsia="fi-FI"/>
              </w:rPr>
              <w:t>DC_</w:t>
            </w:r>
            <w:r w:rsidRPr="00E062F1">
              <w:rPr>
                <w:lang w:eastAsia="zh-CN"/>
              </w:rPr>
              <w:t>1</w:t>
            </w:r>
            <w:r w:rsidRPr="00E062F1">
              <w:rPr>
                <w:lang w:eastAsia="fi-FI"/>
              </w:rPr>
              <w:t>A_n</w:t>
            </w:r>
            <w:r w:rsidRPr="00E062F1">
              <w:rPr>
                <w:lang w:eastAsia="zh-CN"/>
              </w:rPr>
              <w:t>258</w:t>
            </w:r>
            <w:r w:rsidRPr="00E062F1">
              <w:rPr>
                <w:lang w:eastAsia="fi-FI"/>
              </w:rPr>
              <w:t>A</w:t>
            </w:r>
          </w:p>
          <w:p w14:paraId="6D08F647" w14:textId="49D07225" w:rsidR="003366E5" w:rsidRPr="00E062F1" w:rsidRDefault="003366E5" w:rsidP="006B3BD2">
            <w:pPr>
              <w:pStyle w:val="TAC"/>
              <w:rPr>
                <w:lang w:eastAsia="fi-FI"/>
              </w:rPr>
            </w:pPr>
            <w:r w:rsidRPr="00E062F1">
              <w:rPr>
                <w:lang w:eastAsia="fi-FI"/>
              </w:rPr>
              <w:t>DC_</w:t>
            </w:r>
            <w:r w:rsidRPr="00E062F1">
              <w:rPr>
                <w:lang w:eastAsia="zh-CN"/>
              </w:rPr>
              <w:t>1</w:t>
            </w:r>
            <w:r w:rsidRPr="00E062F1">
              <w:rPr>
                <w:lang w:eastAsia="fi-FI"/>
              </w:rPr>
              <w:t>A_n</w:t>
            </w:r>
            <w:r w:rsidRPr="00E062F1">
              <w:rPr>
                <w:lang w:eastAsia="zh-CN"/>
              </w:rPr>
              <w:t>258</w:t>
            </w:r>
            <w:r w:rsidRPr="00E062F1">
              <w:rPr>
                <w:lang w:eastAsia="fi-FI"/>
              </w:rPr>
              <w:t>D</w:t>
            </w:r>
          </w:p>
        </w:tc>
      </w:tr>
      <w:tr w:rsidR="001F078B" w:rsidRPr="00E062F1" w14:paraId="2EDDD433" w14:textId="77777777" w:rsidTr="006B3BD2">
        <w:trPr>
          <w:trHeight w:val="187"/>
          <w:jc w:val="center"/>
        </w:trPr>
        <w:tc>
          <w:tcPr>
            <w:tcW w:w="2972" w:type="dxa"/>
            <w:shd w:val="clear" w:color="auto" w:fill="auto"/>
          </w:tcPr>
          <w:p w14:paraId="5CB7C11E" w14:textId="77777777" w:rsidR="003366E5" w:rsidRPr="00E062F1" w:rsidRDefault="003366E5" w:rsidP="006B3BD2">
            <w:pPr>
              <w:pStyle w:val="TAC"/>
              <w:rPr>
                <w:lang w:eastAsia="fi-FI"/>
              </w:rPr>
            </w:pPr>
            <w:r w:rsidRPr="00E062F1">
              <w:rPr>
                <w:lang w:eastAsia="fi-FI"/>
              </w:rPr>
              <w:t>DC_2A_n257A</w:t>
            </w:r>
          </w:p>
          <w:p w14:paraId="3574E9E9" w14:textId="10788746" w:rsidR="003366E5" w:rsidRPr="00E062F1" w:rsidRDefault="003366E5" w:rsidP="006B3BD2">
            <w:pPr>
              <w:pStyle w:val="TAC"/>
              <w:rPr>
                <w:lang w:eastAsia="fi-FI"/>
              </w:rPr>
            </w:pPr>
            <w:r w:rsidRPr="00E062F1">
              <w:rPr>
                <w:noProof/>
                <w:lang w:eastAsia="zh-CN"/>
              </w:rPr>
              <w:t>DC_2C_n257A</w:t>
            </w:r>
          </w:p>
        </w:tc>
        <w:tc>
          <w:tcPr>
            <w:tcW w:w="2846" w:type="dxa"/>
          </w:tcPr>
          <w:p w14:paraId="613E5208" w14:textId="7AEA4711" w:rsidR="003366E5" w:rsidRPr="00E062F1" w:rsidRDefault="003366E5" w:rsidP="006B3BD2">
            <w:pPr>
              <w:pStyle w:val="TAC"/>
              <w:rPr>
                <w:lang w:eastAsia="fi-FI"/>
              </w:rPr>
            </w:pPr>
            <w:r w:rsidRPr="00E062F1">
              <w:rPr>
                <w:lang w:eastAsia="fi-FI"/>
              </w:rPr>
              <w:t>DC_2A_n257A</w:t>
            </w:r>
          </w:p>
        </w:tc>
      </w:tr>
      <w:tr w:rsidR="001F078B" w:rsidRPr="00E062F1" w14:paraId="1391FE71" w14:textId="77777777" w:rsidTr="006B3BD2">
        <w:trPr>
          <w:trHeight w:val="187"/>
          <w:jc w:val="center"/>
        </w:trPr>
        <w:tc>
          <w:tcPr>
            <w:tcW w:w="2972" w:type="dxa"/>
            <w:shd w:val="clear" w:color="auto" w:fill="auto"/>
          </w:tcPr>
          <w:p w14:paraId="0F227375" w14:textId="08B551B0" w:rsidR="003366E5" w:rsidRPr="00E062F1" w:rsidRDefault="003366E5" w:rsidP="006B3BD2">
            <w:pPr>
              <w:pStyle w:val="TAC"/>
              <w:rPr>
                <w:lang w:eastAsia="fi-FI"/>
              </w:rPr>
            </w:pPr>
            <w:r w:rsidRPr="00E062F1">
              <w:t>DC_2A_n257(2A)</w:t>
            </w:r>
          </w:p>
        </w:tc>
        <w:tc>
          <w:tcPr>
            <w:tcW w:w="2846" w:type="dxa"/>
          </w:tcPr>
          <w:p w14:paraId="37B41B8F" w14:textId="2F0B7FD1" w:rsidR="003366E5" w:rsidRPr="00E062F1" w:rsidRDefault="003366E5" w:rsidP="006B3BD2">
            <w:pPr>
              <w:pStyle w:val="TAC"/>
              <w:rPr>
                <w:lang w:eastAsia="fi-FI"/>
              </w:rPr>
            </w:pPr>
            <w:r w:rsidRPr="00E062F1">
              <w:t>DC_2A_n257A</w:t>
            </w:r>
          </w:p>
        </w:tc>
      </w:tr>
      <w:tr w:rsidR="001F078B" w:rsidRPr="00E062F1" w14:paraId="6A71ABA5" w14:textId="77777777" w:rsidTr="006B3BD2">
        <w:trPr>
          <w:trHeight w:val="187"/>
          <w:jc w:val="center"/>
        </w:trPr>
        <w:tc>
          <w:tcPr>
            <w:tcW w:w="2972" w:type="dxa"/>
            <w:shd w:val="clear" w:color="auto" w:fill="auto"/>
          </w:tcPr>
          <w:p w14:paraId="62DADF15" w14:textId="67333536" w:rsidR="003366E5" w:rsidRPr="00E062F1" w:rsidRDefault="003366E5" w:rsidP="006B3BD2">
            <w:pPr>
              <w:pStyle w:val="TAC"/>
              <w:rPr>
                <w:lang w:eastAsia="fi-FI"/>
              </w:rPr>
            </w:pPr>
            <w:r w:rsidRPr="00E062F1">
              <w:rPr>
                <w:noProof/>
                <w:lang w:eastAsia="zh-CN"/>
              </w:rPr>
              <w:t>DC_2A-2A_n257A</w:t>
            </w:r>
          </w:p>
        </w:tc>
        <w:tc>
          <w:tcPr>
            <w:tcW w:w="2846" w:type="dxa"/>
          </w:tcPr>
          <w:p w14:paraId="01AD2504" w14:textId="328D52FA" w:rsidR="003366E5" w:rsidRPr="00E062F1" w:rsidRDefault="003366E5" w:rsidP="006B3BD2">
            <w:pPr>
              <w:pStyle w:val="TAC"/>
              <w:rPr>
                <w:lang w:eastAsia="fi-FI"/>
              </w:rPr>
            </w:pPr>
            <w:r w:rsidRPr="00E062F1">
              <w:rPr>
                <w:noProof/>
                <w:lang w:eastAsia="zh-CN"/>
              </w:rPr>
              <w:t>DC_2A_n257A</w:t>
            </w:r>
          </w:p>
        </w:tc>
      </w:tr>
      <w:tr w:rsidR="001F078B" w:rsidRPr="00E062F1" w14:paraId="3408B7BC" w14:textId="77777777" w:rsidTr="006B3BD2">
        <w:trPr>
          <w:trHeight w:val="187"/>
          <w:jc w:val="center"/>
        </w:trPr>
        <w:tc>
          <w:tcPr>
            <w:tcW w:w="2972" w:type="dxa"/>
            <w:shd w:val="clear" w:color="auto" w:fill="auto"/>
          </w:tcPr>
          <w:p w14:paraId="68D8EB9E" w14:textId="72B50C0C" w:rsidR="003366E5" w:rsidRPr="00E062F1" w:rsidRDefault="003366E5" w:rsidP="006B3BD2">
            <w:pPr>
              <w:pStyle w:val="TAC"/>
              <w:rPr>
                <w:lang w:eastAsia="fi-FI"/>
              </w:rPr>
            </w:pPr>
            <w:r w:rsidRPr="00E062F1">
              <w:rPr>
                <w:lang w:eastAsia="fi-FI"/>
              </w:rPr>
              <w:t>DC_</w:t>
            </w:r>
            <w:r w:rsidRPr="00E062F1">
              <w:rPr>
                <w:lang w:eastAsia="zh-CN"/>
              </w:rPr>
              <w:t>2A_n258A</w:t>
            </w:r>
          </w:p>
        </w:tc>
        <w:tc>
          <w:tcPr>
            <w:tcW w:w="2846" w:type="dxa"/>
          </w:tcPr>
          <w:p w14:paraId="64D3FFC9" w14:textId="269C1049" w:rsidR="003366E5" w:rsidRPr="00E062F1" w:rsidRDefault="003366E5" w:rsidP="006B3BD2">
            <w:pPr>
              <w:pStyle w:val="TAC"/>
              <w:rPr>
                <w:lang w:eastAsia="fi-FI"/>
              </w:rPr>
            </w:pPr>
            <w:r w:rsidRPr="00E062F1">
              <w:rPr>
                <w:lang w:eastAsia="fi-FI"/>
              </w:rPr>
              <w:t>DC_</w:t>
            </w:r>
            <w:r w:rsidRPr="00E062F1">
              <w:rPr>
                <w:lang w:eastAsia="zh-CN"/>
              </w:rPr>
              <w:t>2A_n258A</w:t>
            </w:r>
          </w:p>
        </w:tc>
      </w:tr>
      <w:tr w:rsidR="00403533" w:rsidRPr="00E062F1" w14:paraId="5C043F3A" w14:textId="77777777" w:rsidTr="006B3BD2">
        <w:trPr>
          <w:trHeight w:val="187"/>
          <w:jc w:val="center"/>
        </w:trPr>
        <w:tc>
          <w:tcPr>
            <w:tcW w:w="2972" w:type="dxa"/>
            <w:shd w:val="clear" w:color="auto" w:fill="auto"/>
          </w:tcPr>
          <w:p w14:paraId="1277CDE6" w14:textId="77777777" w:rsidR="00403533" w:rsidRPr="00E062F1" w:rsidRDefault="00403533" w:rsidP="006B3BD2">
            <w:pPr>
              <w:pStyle w:val="TAC"/>
            </w:pPr>
            <w:r w:rsidRPr="00E062F1">
              <w:t>DC_2A_n258(2A)</w:t>
            </w:r>
          </w:p>
          <w:p w14:paraId="1922B2CB" w14:textId="77777777" w:rsidR="00403533" w:rsidRPr="00E062F1" w:rsidRDefault="00403533" w:rsidP="006B3BD2">
            <w:pPr>
              <w:pStyle w:val="TAC"/>
            </w:pPr>
            <w:r w:rsidRPr="00E062F1">
              <w:t>DC_2A_n258(3A)</w:t>
            </w:r>
          </w:p>
          <w:p w14:paraId="6331DF19" w14:textId="77777777" w:rsidR="00403533" w:rsidRPr="00E062F1" w:rsidRDefault="00403533" w:rsidP="006B3BD2">
            <w:pPr>
              <w:pStyle w:val="TAC"/>
            </w:pPr>
            <w:r w:rsidRPr="00E062F1">
              <w:t>DC_2A_n258(4A)</w:t>
            </w:r>
          </w:p>
          <w:p w14:paraId="6998D9D8" w14:textId="0B48BB9F" w:rsidR="00403533" w:rsidRPr="00E062F1" w:rsidRDefault="00403533" w:rsidP="006B3BD2">
            <w:pPr>
              <w:pStyle w:val="TAC"/>
              <w:rPr>
                <w:lang w:eastAsia="fi-FI"/>
              </w:rPr>
            </w:pPr>
            <w:r w:rsidRPr="00E062F1">
              <w:t>DC_2A_n258(5A)</w:t>
            </w:r>
          </w:p>
        </w:tc>
        <w:tc>
          <w:tcPr>
            <w:tcW w:w="2846" w:type="dxa"/>
          </w:tcPr>
          <w:p w14:paraId="27EA2117" w14:textId="005267B5" w:rsidR="00403533" w:rsidRPr="00E062F1" w:rsidRDefault="00403533" w:rsidP="006B3BD2">
            <w:pPr>
              <w:pStyle w:val="TAC"/>
              <w:rPr>
                <w:lang w:eastAsia="fi-FI"/>
              </w:rPr>
            </w:pPr>
            <w:r w:rsidRPr="00E062F1">
              <w:rPr>
                <w:lang w:eastAsia="fi-FI"/>
              </w:rPr>
              <w:t>DC_</w:t>
            </w:r>
            <w:r w:rsidRPr="00E062F1">
              <w:rPr>
                <w:lang w:eastAsia="zh-CN"/>
              </w:rPr>
              <w:t>2A_n258A</w:t>
            </w:r>
          </w:p>
        </w:tc>
      </w:tr>
      <w:tr w:rsidR="001F078B" w:rsidRPr="00E062F1" w14:paraId="10C3D0BD" w14:textId="77777777" w:rsidTr="006B3BD2">
        <w:trPr>
          <w:trHeight w:val="187"/>
          <w:jc w:val="center"/>
        </w:trPr>
        <w:tc>
          <w:tcPr>
            <w:tcW w:w="2972" w:type="dxa"/>
            <w:shd w:val="clear" w:color="auto" w:fill="auto"/>
          </w:tcPr>
          <w:p w14:paraId="4C2997F6" w14:textId="77777777" w:rsidR="003366E5" w:rsidRPr="00E062F1" w:rsidRDefault="003366E5" w:rsidP="006B3BD2">
            <w:pPr>
              <w:pStyle w:val="TAC"/>
              <w:rPr>
                <w:lang w:eastAsia="fi-FI"/>
              </w:rPr>
            </w:pPr>
            <w:r w:rsidRPr="00E062F1">
              <w:rPr>
                <w:lang w:eastAsia="fi-FI"/>
              </w:rPr>
              <w:t>DC_2A_n260A</w:t>
            </w:r>
          </w:p>
          <w:p w14:paraId="72B7913B" w14:textId="77777777" w:rsidR="003366E5" w:rsidRPr="00E062F1" w:rsidRDefault="003366E5" w:rsidP="006B3BD2">
            <w:pPr>
              <w:pStyle w:val="TAC"/>
              <w:rPr>
                <w:lang w:eastAsia="fi-FI"/>
              </w:rPr>
            </w:pPr>
            <w:r w:rsidRPr="00E062F1">
              <w:rPr>
                <w:lang w:eastAsia="fi-FI"/>
              </w:rPr>
              <w:t>DC_2A_n260G</w:t>
            </w:r>
          </w:p>
          <w:p w14:paraId="074B6E9C" w14:textId="77777777" w:rsidR="003366E5" w:rsidRPr="00E062F1" w:rsidRDefault="003366E5" w:rsidP="006B3BD2">
            <w:pPr>
              <w:pStyle w:val="TAC"/>
              <w:rPr>
                <w:lang w:eastAsia="fi-FI"/>
              </w:rPr>
            </w:pPr>
            <w:r w:rsidRPr="00E062F1">
              <w:rPr>
                <w:lang w:eastAsia="fi-FI"/>
              </w:rPr>
              <w:t>DC_2A_n260H</w:t>
            </w:r>
          </w:p>
          <w:p w14:paraId="73DF18FB" w14:textId="77777777" w:rsidR="003366E5" w:rsidRPr="00E062F1" w:rsidRDefault="003366E5" w:rsidP="006B3BD2">
            <w:pPr>
              <w:pStyle w:val="TAC"/>
              <w:rPr>
                <w:lang w:eastAsia="fi-FI"/>
              </w:rPr>
            </w:pPr>
            <w:r w:rsidRPr="00E062F1">
              <w:rPr>
                <w:lang w:eastAsia="fi-FI"/>
              </w:rPr>
              <w:t>DC_2A_n260I</w:t>
            </w:r>
          </w:p>
          <w:p w14:paraId="50CE4BDF" w14:textId="77777777" w:rsidR="003366E5" w:rsidRPr="00E062F1" w:rsidRDefault="003366E5" w:rsidP="006B3BD2">
            <w:pPr>
              <w:pStyle w:val="TAC"/>
              <w:rPr>
                <w:lang w:eastAsia="fi-FI"/>
              </w:rPr>
            </w:pPr>
            <w:r w:rsidRPr="00E062F1">
              <w:rPr>
                <w:lang w:eastAsia="fi-FI"/>
              </w:rPr>
              <w:t>DC_2A_n260J</w:t>
            </w:r>
          </w:p>
          <w:p w14:paraId="15417910" w14:textId="77777777" w:rsidR="003366E5" w:rsidRPr="00E062F1" w:rsidRDefault="003366E5" w:rsidP="006B3BD2">
            <w:pPr>
              <w:pStyle w:val="TAC"/>
              <w:rPr>
                <w:lang w:eastAsia="fi-FI"/>
              </w:rPr>
            </w:pPr>
            <w:r w:rsidRPr="00E062F1">
              <w:rPr>
                <w:lang w:eastAsia="fi-FI"/>
              </w:rPr>
              <w:t>DC_2A_n260K</w:t>
            </w:r>
          </w:p>
          <w:p w14:paraId="0BCE267E" w14:textId="77777777" w:rsidR="003366E5" w:rsidRPr="00E062F1" w:rsidRDefault="003366E5" w:rsidP="006B3BD2">
            <w:pPr>
              <w:pStyle w:val="TAC"/>
              <w:rPr>
                <w:lang w:eastAsia="fi-FI"/>
              </w:rPr>
            </w:pPr>
            <w:r w:rsidRPr="00E062F1">
              <w:rPr>
                <w:lang w:eastAsia="fi-FI"/>
              </w:rPr>
              <w:t>DC_2A_n260L</w:t>
            </w:r>
          </w:p>
          <w:p w14:paraId="495159EA" w14:textId="6691108C" w:rsidR="00FB0488" w:rsidRPr="00E062F1" w:rsidRDefault="003366E5" w:rsidP="006B3BD2">
            <w:pPr>
              <w:pStyle w:val="TAC"/>
              <w:rPr>
                <w:lang w:eastAsia="fi-FI"/>
              </w:rPr>
            </w:pPr>
            <w:r w:rsidRPr="00E062F1">
              <w:rPr>
                <w:lang w:eastAsia="fi-FI"/>
              </w:rPr>
              <w:t>DC_2A_n260M</w:t>
            </w:r>
          </w:p>
          <w:p w14:paraId="50F33295" w14:textId="77777777" w:rsidR="00FB0488" w:rsidRPr="00E062F1" w:rsidRDefault="00FB0488" w:rsidP="006B3BD2">
            <w:pPr>
              <w:pStyle w:val="TAC"/>
              <w:rPr>
                <w:noProof/>
                <w:lang w:eastAsia="zh-CN"/>
              </w:rPr>
            </w:pPr>
            <w:r w:rsidRPr="00E062F1">
              <w:rPr>
                <w:noProof/>
                <w:lang w:eastAsia="zh-CN"/>
              </w:rPr>
              <w:t>DC_2A_n260O</w:t>
            </w:r>
          </w:p>
          <w:p w14:paraId="1CE87066" w14:textId="77777777" w:rsidR="00FB0488" w:rsidRPr="00E062F1" w:rsidRDefault="00FB0488" w:rsidP="006B3BD2">
            <w:pPr>
              <w:pStyle w:val="TAC"/>
              <w:rPr>
                <w:noProof/>
                <w:lang w:eastAsia="zh-CN"/>
              </w:rPr>
            </w:pPr>
            <w:r w:rsidRPr="00E062F1">
              <w:rPr>
                <w:noProof/>
                <w:lang w:eastAsia="zh-CN"/>
              </w:rPr>
              <w:t>DC_2A_n260P</w:t>
            </w:r>
          </w:p>
          <w:p w14:paraId="7EA774C7" w14:textId="1C2CAC9C" w:rsidR="003366E5" w:rsidRPr="00E062F1" w:rsidRDefault="00FB0488" w:rsidP="006B3BD2">
            <w:pPr>
              <w:pStyle w:val="TAC"/>
              <w:rPr>
                <w:lang w:eastAsia="fi-FI"/>
              </w:rPr>
            </w:pPr>
            <w:r w:rsidRPr="00E062F1">
              <w:rPr>
                <w:noProof/>
                <w:lang w:eastAsia="zh-CN"/>
              </w:rPr>
              <w:t>DC_2A_n260Q</w:t>
            </w:r>
          </w:p>
          <w:p w14:paraId="0A6E494A" w14:textId="793801A8" w:rsidR="003366E5" w:rsidRPr="00E062F1" w:rsidRDefault="003366E5" w:rsidP="006B3BD2">
            <w:pPr>
              <w:pStyle w:val="TAC"/>
              <w:rPr>
                <w:lang w:eastAsia="fi-FI"/>
              </w:rPr>
            </w:pPr>
            <w:r w:rsidRPr="00E062F1">
              <w:rPr>
                <w:noProof/>
                <w:lang w:eastAsia="zh-CN"/>
              </w:rPr>
              <w:t>DC_2C_n260A</w:t>
            </w:r>
          </w:p>
        </w:tc>
        <w:tc>
          <w:tcPr>
            <w:tcW w:w="2846" w:type="dxa"/>
          </w:tcPr>
          <w:p w14:paraId="2F682163" w14:textId="6634B901" w:rsidR="00FB0488" w:rsidRPr="00E062F1" w:rsidRDefault="003366E5" w:rsidP="006B3BD2">
            <w:pPr>
              <w:pStyle w:val="TAC"/>
              <w:rPr>
                <w:lang w:eastAsia="fi-FI"/>
              </w:rPr>
            </w:pPr>
            <w:r w:rsidRPr="00E062F1">
              <w:rPr>
                <w:lang w:eastAsia="fi-FI"/>
              </w:rPr>
              <w:t>DC_2A_n260A</w:t>
            </w:r>
          </w:p>
          <w:p w14:paraId="48D5955A" w14:textId="77777777" w:rsidR="00FB0488" w:rsidRPr="00E062F1" w:rsidRDefault="00FB0488" w:rsidP="006B3BD2">
            <w:pPr>
              <w:pStyle w:val="TAC"/>
              <w:rPr>
                <w:lang w:eastAsia="fi-FI"/>
              </w:rPr>
            </w:pPr>
            <w:r w:rsidRPr="00E062F1">
              <w:rPr>
                <w:noProof/>
                <w:lang w:eastAsia="zh-CN"/>
              </w:rPr>
              <w:t>DC_2A_n260G</w:t>
            </w:r>
          </w:p>
          <w:p w14:paraId="44CF74FD" w14:textId="77777777" w:rsidR="00FB0488" w:rsidRPr="00E062F1" w:rsidRDefault="00FB0488" w:rsidP="006B3BD2">
            <w:pPr>
              <w:pStyle w:val="TAC"/>
              <w:rPr>
                <w:noProof/>
                <w:lang w:eastAsia="zh-CN"/>
              </w:rPr>
            </w:pPr>
            <w:r w:rsidRPr="00E062F1">
              <w:rPr>
                <w:noProof/>
                <w:lang w:eastAsia="zh-CN"/>
              </w:rPr>
              <w:t>DC_2A_n260H</w:t>
            </w:r>
          </w:p>
          <w:p w14:paraId="65C7D8D6" w14:textId="77777777" w:rsidR="00FB0488" w:rsidRPr="00E062F1" w:rsidRDefault="00FB0488" w:rsidP="006B3BD2">
            <w:pPr>
              <w:pStyle w:val="TAC"/>
              <w:rPr>
                <w:noProof/>
                <w:lang w:eastAsia="zh-CN"/>
              </w:rPr>
            </w:pPr>
            <w:r w:rsidRPr="00E062F1">
              <w:rPr>
                <w:noProof/>
                <w:lang w:eastAsia="zh-CN"/>
              </w:rPr>
              <w:t>DC_2A_n260O</w:t>
            </w:r>
          </w:p>
          <w:p w14:paraId="3ED67C28" w14:textId="77777777" w:rsidR="00FB0488" w:rsidRPr="00E062F1" w:rsidRDefault="00FB0488" w:rsidP="006B3BD2">
            <w:pPr>
              <w:pStyle w:val="TAC"/>
              <w:rPr>
                <w:noProof/>
                <w:lang w:eastAsia="zh-CN"/>
              </w:rPr>
            </w:pPr>
            <w:r w:rsidRPr="00E062F1">
              <w:rPr>
                <w:noProof/>
                <w:lang w:eastAsia="zh-CN"/>
              </w:rPr>
              <w:t>DC_2A_n260P</w:t>
            </w:r>
          </w:p>
          <w:p w14:paraId="43FE605E" w14:textId="4565F262" w:rsidR="003366E5" w:rsidRPr="00E062F1" w:rsidRDefault="00FB0488" w:rsidP="006B3BD2">
            <w:pPr>
              <w:pStyle w:val="TAC"/>
              <w:rPr>
                <w:lang w:eastAsia="fi-FI"/>
              </w:rPr>
            </w:pPr>
            <w:r w:rsidRPr="00E062F1">
              <w:rPr>
                <w:noProof/>
                <w:lang w:eastAsia="zh-CN"/>
              </w:rPr>
              <w:t>DC_2A_n260Q</w:t>
            </w:r>
          </w:p>
        </w:tc>
      </w:tr>
      <w:tr w:rsidR="00DF26B5" w:rsidRPr="00E062F1" w14:paraId="0F001593" w14:textId="77777777" w:rsidTr="006B3BD2">
        <w:trPr>
          <w:trHeight w:val="187"/>
          <w:jc w:val="center"/>
        </w:trPr>
        <w:tc>
          <w:tcPr>
            <w:tcW w:w="2972" w:type="dxa"/>
            <w:shd w:val="clear" w:color="auto" w:fill="auto"/>
          </w:tcPr>
          <w:p w14:paraId="36773067" w14:textId="77777777" w:rsidR="00DF26B5" w:rsidRPr="00E062F1" w:rsidRDefault="00DF26B5" w:rsidP="006B3BD2">
            <w:pPr>
              <w:pStyle w:val="TAC"/>
              <w:rPr>
                <w:lang w:eastAsia="fi-FI"/>
              </w:rPr>
            </w:pPr>
            <w:r w:rsidRPr="00E062F1">
              <w:rPr>
                <w:lang w:eastAsia="fi-FI"/>
              </w:rPr>
              <w:lastRenderedPageBreak/>
              <w:t>DC_2A_n260(2A)</w:t>
            </w:r>
          </w:p>
          <w:p w14:paraId="15889F69" w14:textId="77777777" w:rsidR="00DF26B5" w:rsidRPr="00E062F1" w:rsidRDefault="00DF26B5" w:rsidP="006B3BD2">
            <w:pPr>
              <w:pStyle w:val="TAC"/>
              <w:rPr>
                <w:lang w:eastAsia="fi-FI"/>
              </w:rPr>
            </w:pPr>
            <w:r w:rsidRPr="00E062F1">
              <w:rPr>
                <w:lang w:eastAsia="fi-FI"/>
              </w:rPr>
              <w:t>DC_2A_n260(3A)</w:t>
            </w:r>
          </w:p>
          <w:p w14:paraId="35583744" w14:textId="77777777" w:rsidR="00DF26B5" w:rsidRPr="00E062F1" w:rsidRDefault="00DF26B5" w:rsidP="006B3BD2">
            <w:pPr>
              <w:pStyle w:val="TAC"/>
              <w:rPr>
                <w:lang w:eastAsia="fi-FI"/>
              </w:rPr>
            </w:pPr>
            <w:r w:rsidRPr="00E062F1">
              <w:rPr>
                <w:lang w:eastAsia="fi-FI"/>
              </w:rPr>
              <w:t>DC_2A_n260(4A)</w:t>
            </w:r>
          </w:p>
          <w:p w14:paraId="144D076B" w14:textId="77777777" w:rsidR="00DF26B5" w:rsidRPr="00E062F1" w:rsidRDefault="00DF26B5" w:rsidP="006B3BD2">
            <w:pPr>
              <w:pStyle w:val="TAC"/>
              <w:rPr>
                <w:noProof/>
                <w:lang w:eastAsia="zh-CN"/>
              </w:rPr>
            </w:pPr>
            <w:r w:rsidRPr="00E062F1">
              <w:rPr>
                <w:noProof/>
                <w:lang w:eastAsia="zh-CN"/>
              </w:rPr>
              <w:t>DC_2A_n260(5A)</w:t>
            </w:r>
          </w:p>
          <w:p w14:paraId="6A2253EF" w14:textId="77777777" w:rsidR="00DF26B5" w:rsidRPr="00E062F1" w:rsidRDefault="00DF26B5" w:rsidP="006B3BD2">
            <w:pPr>
              <w:pStyle w:val="TAC"/>
              <w:rPr>
                <w:noProof/>
                <w:lang w:eastAsia="zh-CN"/>
              </w:rPr>
            </w:pPr>
            <w:r w:rsidRPr="00E062F1">
              <w:rPr>
                <w:noProof/>
                <w:lang w:eastAsia="zh-CN"/>
              </w:rPr>
              <w:t>DC_2A_n260(6A)</w:t>
            </w:r>
          </w:p>
          <w:p w14:paraId="41FADD47" w14:textId="77777777" w:rsidR="00DF26B5" w:rsidRPr="00E062F1" w:rsidRDefault="00DF26B5" w:rsidP="006B3BD2">
            <w:pPr>
              <w:pStyle w:val="TAC"/>
              <w:rPr>
                <w:noProof/>
                <w:lang w:eastAsia="zh-CN"/>
              </w:rPr>
            </w:pPr>
            <w:r w:rsidRPr="00E062F1">
              <w:rPr>
                <w:noProof/>
                <w:lang w:eastAsia="zh-CN"/>
              </w:rPr>
              <w:t>DC_2A_n260(7A)</w:t>
            </w:r>
          </w:p>
          <w:p w14:paraId="5007C462" w14:textId="77777777" w:rsidR="00DF26B5" w:rsidRPr="00E062F1" w:rsidRDefault="00DF26B5" w:rsidP="006B3BD2">
            <w:pPr>
              <w:pStyle w:val="TAC"/>
              <w:rPr>
                <w:noProof/>
                <w:lang w:eastAsia="zh-CN"/>
              </w:rPr>
            </w:pPr>
            <w:r w:rsidRPr="00E062F1">
              <w:rPr>
                <w:noProof/>
                <w:lang w:eastAsia="zh-CN"/>
              </w:rPr>
              <w:t>DC_2A_n260(8A)</w:t>
            </w:r>
          </w:p>
          <w:p w14:paraId="5505CA67" w14:textId="77777777" w:rsidR="00DF26B5" w:rsidRPr="00E062F1" w:rsidRDefault="00DF26B5" w:rsidP="006B3BD2">
            <w:pPr>
              <w:pStyle w:val="TAC"/>
              <w:rPr>
                <w:noProof/>
                <w:lang w:eastAsia="zh-CN"/>
              </w:rPr>
            </w:pPr>
            <w:r w:rsidRPr="00E062F1">
              <w:rPr>
                <w:noProof/>
                <w:lang w:eastAsia="zh-CN"/>
              </w:rPr>
              <w:t>DC_2A_n260(2D)</w:t>
            </w:r>
          </w:p>
          <w:p w14:paraId="5A32B359" w14:textId="77777777" w:rsidR="00DF26B5" w:rsidRPr="00E062F1" w:rsidRDefault="00DF26B5" w:rsidP="006B3BD2">
            <w:pPr>
              <w:pStyle w:val="TAC"/>
              <w:rPr>
                <w:noProof/>
                <w:lang w:eastAsia="zh-CN"/>
              </w:rPr>
            </w:pPr>
            <w:r w:rsidRPr="00E062F1">
              <w:rPr>
                <w:noProof/>
                <w:lang w:eastAsia="zh-CN"/>
              </w:rPr>
              <w:t>DC_2A_n260(2G)</w:t>
            </w:r>
          </w:p>
          <w:p w14:paraId="661746AE" w14:textId="77777777" w:rsidR="00DF26B5" w:rsidRPr="00E062F1" w:rsidRDefault="00DF26B5" w:rsidP="006B3BD2">
            <w:pPr>
              <w:pStyle w:val="TAC"/>
              <w:rPr>
                <w:noProof/>
                <w:lang w:eastAsia="zh-CN"/>
              </w:rPr>
            </w:pPr>
            <w:r w:rsidRPr="00E062F1">
              <w:rPr>
                <w:noProof/>
                <w:lang w:eastAsia="zh-CN"/>
              </w:rPr>
              <w:t>DC_2A_n260(3G)</w:t>
            </w:r>
          </w:p>
          <w:p w14:paraId="25FF69E3" w14:textId="77777777" w:rsidR="00DF26B5" w:rsidRPr="00E062F1" w:rsidRDefault="00DF26B5" w:rsidP="006B3BD2">
            <w:pPr>
              <w:pStyle w:val="TAC"/>
              <w:rPr>
                <w:noProof/>
                <w:lang w:eastAsia="zh-CN"/>
              </w:rPr>
            </w:pPr>
            <w:r w:rsidRPr="00E062F1">
              <w:rPr>
                <w:noProof/>
                <w:lang w:eastAsia="zh-CN"/>
              </w:rPr>
              <w:t>DC_2A_n260(4G)</w:t>
            </w:r>
          </w:p>
          <w:p w14:paraId="528DF9CA" w14:textId="77777777" w:rsidR="00DF26B5" w:rsidRPr="00E062F1" w:rsidRDefault="00DF26B5" w:rsidP="006B3BD2">
            <w:pPr>
              <w:pStyle w:val="TAC"/>
              <w:rPr>
                <w:noProof/>
                <w:lang w:eastAsia="zh-CN"/>
              </w:rPr>
            </w:pPr>
            <w:r w:rsidRPr="00E062F1">
              <w:rPr>
                <w:noProof/>
                <w:lang w:eastAsia="zh-CN"/>
              </w:rPr>
              <w:t>DC_2A_n260(2H)</w:t>
            </w:r>
          </w:p>
          <w:p w14:paraId="2BB4896F" w14:textId="77777777" w:rsidR="00DF26B5" w:rsidRPr="00E062F1" w:rsidRDefault="00DF26B5" w:rsidP="006B3BD2">
            <w:pPr>
              <w:pStyle w:val="TAC"/>
              <w:rPr>
                <w:noProof/>
                <w:lang w:eastAsia="zh-CN"/>
              </w:rPr>
            </w:pPr>
            <w:r w:rsidRPr="00E062F1">
              <w:rPr>
                <w:noProof/>
                <w:lang w:eastAsia="zh-CN"/>
              </w:rPr>
              <w:t>DC_2A_n260(2O)</w:t>
            </w:r>
          </w:p>
          <w:p w14:paraId="48093300" w14:textId="77777777" w:rsidR="00DF26B5" w:rsidRPr="00E062F1" w:rsidRDefault="00DF26B5" w:rsidP="006B3BD2">
            <w:pPr>
              <w:pStyle w:val="TAC"/>
              <w:rPr>
                <w:noProof/>
                <w:lang w:eastAsia="zh-CN"/>
              </w:rPr>
            </w:pPr>
            <w:r w:rsidRPr="00E062F1">
              <w:rPr>
                <w:noProof/>
                <w:lang w:eastAsia="zh-CN"/>
              </w:rPr>
              <w:t>DC_2A_n260(3O)</w:t>
            </w:r>
          </w:p>
          <w:p w14:paraId="23F67260" w14:textId="77777777" w:rsidR="00DF26B5" w:rsidRPr="00E062F1" w:rsidRDefault="00DF26B5" w:rsidP="006B3BD2">
            <w:pPr>
              <w:pStyle w:val="TAC"/>
              <w:rPr>
                <w:noProof/>
                <w:lang w:eastAsia="zh-CN"/>
              </w:rPr>
            </w:pPr>
            <w:r w:rsidRPr="00E062F1">
              <w:rPr>
                <w:noProof/>
                <w:lang w:eastAsia="zh-CN"/>
              </w:rPr>
              <w:t>DC_2A_n260(4O)</w:t>
            </w:r>
          </w:p>
          <w:p w14:paraId="408E8B84" w14:textId="77777777" w:rsidR="00DF26B5" w:rsidRPr="00E062F1" w:rsidRDefault="00DF26B5" w:rsidP="006B3BD2">
            <w:pPr>
              <w:pStyle w:val="TAC"/>
              <w:rPr>
                <w:noProof/>
                <w:lang w:eastAsia="zh-CN"/>
              </w:rPr>
            </w:pPr>
            <w:r w:rsidRPr="00E062F1">
              <w:rPr>
                <w:noProof/>
                <w:lang w:eastAsia="zh-CN"/>
              </w:rPr>
              <w:t>DC_2A_n260(A-G)</w:t>
            </w:r>
          </w:p>
          <w:p w14:paraId="378B1B19" w14:textId="77777777" w:rsidR="00DF26B5" w:rsidRPr="00E062F1" w:rsidRDefault="00DF26B5" w:rsidP="006B3BD2">
            <w:pPr>
              <w:pStyle w:val="TAC"/>
              <w:rPr>
                <w:noProof/>
                <w:lang w:eastAsia="zh-CN"/>
              </w:rPr>
            </w:pPr>
            <w:r w:rsidRPr="00E062F1">
              <w:rPr>
                <w:noProof/>
                <w:lang w:eastAsia="zh-CN"/>
              </w:rPr>
              <w:t>DC_2A_n260(A-H)</w:t>
            </w:r>
          </w:p>
          <w:p w14:paraId="6E9B673F" w14:textId="77777777" w:rsidR="00DF26B5" w:rsidRPr="00E062F1" w:rsidRDefault="00DF26B5" w:rsidP="006B3BD2">
            <w:pPr>
              <w:pStyle w:val="TAC"/>
              <w:rPr>
                <w:noProof/>
                <w:lang w:eastAsia="zh-CN"/>
              </w:rPr>
            </w:pPr>
            <w:r w:rsidRPr="00E062F1">
              <w:rPr>
                <w:noProof/>
                <w:lang w:eastAsia="zh-CN"/>
              </w:rPr>
              <w:t>DC_2A_n260(A-P)</w:t>
            </w:r>
          </w:p>
          <w:p w14:paraId="5AD4BB92" w14:textId="77777777" w:rsidR="00DF26B5" w:rsidRPr="00E062F1" w:rsidRDefault="00DF26B5" w:rsidP="006B3BD2">
            <w:pPr>
              <w:pStyle w:val="TAC"/>
              <w:rPr>
                <w:noProof/>
                <w:lang w:eastAsia="zh-CN"/>
              </w:rPr>
            </w:pPr>
            <w:r w:rsidRPr="00E062F1">
              <w:rPr>
                <w:noProof/>
                <w:lang w:eastAsia="zh-CN"/>
              </w:rPr>
              <w:t>DC_2A_n260(A-Q)</w:t>
            </w:r>
          </w:p>
          <w:p w14:paraId="2E2CA83B" w14:textId="77777777" w:rsidR="00DF26B5" w:rsidRPr="00E062F1" w:rsidRDefault="00DF26B5" w:rsidP="006B3BD2">
            <w:pPr>
              <w:pStyle w:val="TAC"/>
              <w:rPr>
                <w:noProof/>
                <w:lang w:eastAsia="zh-CN"/>
              </w:rPr>
            </w:pPr>
            <w:r w:rsidRPr="00E062F1">
              <w:rPr>
                <w:noProof/>
                <w:lang w:eastAsia="zh-CN"/>
              </w:rPr>
              <w:t>DC_2A_n260(A-2G)</w:t>
            </w:r>
          </w:p>
          <w:p w14:paraId="023EB142" w14:textId="77777777" w:rsidR="00DF26B5" w:rsidRPr="00E062F1" w:rsidRDefault="00DF26B5" w:rsidP="006B3BD2">
            <w:pPr>
              <w:pStyle w:val="TAC"/>
              <w:rPr>
                <w:noProof/>
                <w:lang w:eastAsia="zh-CN"/>
              </w:rPr>
            </w:pPr>
            <w:r w:rsidRPr="00E062F1">
              <w:rPr>
                <w:noProof/>
                <w:lang w:eastAsia="zh-CN"/>
              </w:rPr>
              <w:t>DC_2A_n260(A-2H)</w:t>
            </w:r>
          </w:p>
          <w:p w14:paraId="3A22F1F1" w14:textId="77777777" w:rsidR="00DF26B5" w:rsidRPr="00E062F1" w:rsidRDefault="00DF26B5" w:rsidP="006B3BD2">
            <w:pPr>
              <w:pStyle w:val="TAC"/>
              <w:rPr>
                <w:noProof/>
                <w:lang w:eastAsia="zh-CN"/>
              </w:rPr>
            </w:pPr>
            <w:r w:rsidRPr="00E062F1">
              <w:rPr>
                <w:noProof/>
                <w:lang w:eastAsia="zh-CN"/>
              </w:rPr>
              <w:t>DC_2A_n260(2A-G)</w:t>
            </w:r>
          </w:p>
          <w:p w14:paraId="69A87089" w14:textId="77777777" w:rsidR="00DF26B5" w:rsidRPr="00E062F1" w:rsidRDefault="00DF26B5" w:rsidP="006B3BD2">
            <w:pPr>
              <w:pStyle w:val="TAC"/>
              <w:rPr>
                <w:noProof/>
                <w:lang w:eastAsia="zh-CN"/>
              </w:rPr>
            </w:pPr>
            <w:r w:rsidRPr="00E062F1">
              <w:rPr>
                <w:noProof/>
                <w:lang w:eastAsia="zh-CN"/>
              </w:rPr>
              <w:t>DC_2A_n260(2A-H)</w:t>
            </w:r>
          </w:p>
          <w:p w14:paraId="7DF21B45" w14:textId="77777777" w:rsidR="00DF26B5" w:rsidRPr="00E062F1" w:rsidRDefault="00DF26B5" w:rsidP="006B3BD2">
            <w:pPr>
              <w:pStyle w:val="TAC"/>
              <w:rPr>
                <w:noProof/>
                <w:lang w:eastAsia="zh-CN"/>
              </w:rPr>
            </w:pPr>
            <w:r w:rsidRPr="00E062F1">
              <w:rPr>
                <w:noProof/>
                <w:lang w:eastAsia="zh-CN"/>
              </w:rPr>
              <w:t>DC_2A_n260(2A-2G)</w:t>
            </w:r>
          </w:p>
          <w:p w14:paraId="4C0D2EA9" w14:textId="77777777" w:rsidR="00DF26B5" w:rsidRPr="00E062F1" w:rsidRDefault="00DF26B5" w:rsidP="006B3BD2">
            <w:pPr>
              <w:pStyle w:val="TAC"/>
              <w:rPr>
                <w:noProof/>
                <w:lang w:eastAsia="zh-TW"/>
              </w:rPr>
            </w:pPr>
            <w:r w:rsidRPr="00E062F1">
              <w:rPr>
                <w:noProof/>
                <w:lang w:eastAsia="zh-CN"/>
              </w:rPr>
              <w:t>DC_2A_n260(2A-2H)</w:t>
            </w:r>
          </w:p>
          <w:p w14:paraId="30C3E854" w14:textId="77777777" w:rsidR="00DF26B5" w:rsidRPr="00E062F1" w:rsidRDefault="00DF26B5" w:rsidP="006B3BD2">
            <w:pPr>
              <w:pStyle w:val="TAC"/>
              <w:rPr>
                <w:noProof/>
                <w:lang w:eastAsia="zh-TW"/>
              </w:rPr>
            </w:pPr>
            <w:r w:rsidRPr="00E062F1">
              <w:rPr>
                <w:rFonts w:eastAsia="Times New Roman" w:cs="Arial"/>
                <w:color w:val="000000"/>
                <w:szCs w:val="18"/>
              </w:rPr>
              <w:t>DC_2A_n260(3A-G)</w:t>
            </w:r>
          </w:p>
          <w:p w14:paraId="66B4BDAC" w14:textId="77777777" w:rsidR="00DF26B5" w:rsidRPr="00E062F1" w:rsidRDefault="00DF26B5" w:rsidP="006B3BD2">
            <w:pPr>
              <w:pStyle w:val="TAC"/>
              <w:rPr>
                <w:noProof/>
                <w:lang w:eastAsia="zh-CN"/>
              </w:rPr>
            </w:pPr>
            <w:r w:rsidRPr="00E062F1">
              <w:rPr>
                <w:noProof/>
                <w:lang w:eastAsia="zh-CN"/>
              </w:rPr>
              <w:t>DC_2A_n260(3A-O)</w:t>
            </w:r>
          </w:p>
          <w:p w14:paraId="3EDD638C" w14:textId="77777777" w:rsidR="00DF26B5" w:rsidRPr="00E062F1" w:rsidRDefault="00DF26B5" w:rsidP="006B3BD2">
            <w:pPr>
              <w:pStyle w:val="TAC"/>
              <w:rPr>
                <w:noProof/>
                <w:lang w:eastAsia="zh-CN"/>
              </w:rPr>
            </w:pPr>
            <w:r w:rsidRPr="00E062F1">
              <w:rPr>
                <w:noProof/>
                <w:lang w:eastAsia="zh-CN"/>
              </w:rPr>
              <w:t>DC_2A_n260(3A-2O)</w:t>
            </w:r>
          </w:p>
          <w:p w14:paraId="4E40D98F" w14:textId="77777777" w:rsidR="00DF26B5" w:rsidRPr="00E062F1" w:rsidRDefault="00DF26B5" w:rsidP="006B3BD2">
            <w:pPr>
              <w:pStyle w:val="TAC"/>
              <w:rPr>
                <w:noProof/>
                <w:lang w:eastAsia="zh-CN"/>
              </w:rPr>
            </w:pPr>
            <w:r w:rsidRPr="00E062F1">
              <w:rPr>
                <w:noProof/>
                <w:lang w:eastAsia="zh-CN"/>
              </w:rPr>
              <w:t>DC_2A_n260(3A-P)</w:t>
            </w:r>
          </w:p>
          <w:p w14:paraId="28E72BC7" w14:textId="77777777" w:rsidR="00DF26B5" w:rsidRPr="00E062F1" w:rsidRDefault="00DF26B5" w:rsidP="006B3BD2">
            <w:pPr>
              <w:pStyle w:val="TAC"/>
              <w:rPr>
                <w:noProof/>
                <w:lang w:eastAsia="zh-CN"/>
              </w:rPr>
            </w:pPr>
            <w:r w:rsidRPr="00E062F1">
              <w:rPr>
                <w:noProof/>
                <w:lang w:eastAsia="zh-CN"/>
              </w:rPr>
              <w:t>DC_2A_n260(4A-O)</w:t>
            </w:r>
          </w:p>
          <w:p w14:paraId="47872930" w14:textId="77777777" w:rsidR="00DF26B5" w:rsidRPr="00E062F1" w:rsidRDefault="00DF26B5" w:rsidP="006B3BD2">
            <w:pPr>
              <w:pStyle w:val="TAC"/>
              <w:rPr>
                <w:noProof/>
                <w:lang w:eastAsia="zh-TW"/>
              </w:rPr>
            </w:pPr>
            <w:r w:rsidRPr="00E062F1">
              <w:rPr>
                <w:noProof/>
                <w:lang w:eastAsia="zh-CN"/>
              </w:rPr>
              <w:t>DC_2A_n260(4A-2O)</w:t>
            </w:r>
          </w:p>
          <w:p w14:paraId="2744039C" w14:textId="77777777" w:rsidR="00DF26B5" w:rsidRPr="00E062F1" w:rsidRDefault="00DF26B5" w:rsidP="006B3BD2">
            <w:pPr>
              <w:pStyle w:val="TAC"/>
              <w:rPr>
                <w:noProof/>
                <w:lang w:eastAsia="zh-TW"/>
              </w:rPr>
            </w:pPr>
            <w:r w:rsidRPr="00E062F1">
              <w:rPr>
                <w:rFonts w:eastAsia="Times New Roman" w:cs="Arial"/>
                <w:color w:val="000000"/>
                <w:szCs w:val="18"/>
              </w:rPr>
              <w:t>DC_2A_n260(G-H)</w:t>
            </w:r>
          </w:p>
          <w:p w14:paraId="774B4418" w14:textId="77777777" w:rsidR="00DF26B5" w:rsidRPr="00E062F1" w:rsidRDefault="00DF26B5" w:rsidP="006B3BD2">
            <w:pPr>
              <w:pStyle w:val="TAC"/>
              <w:rPr>
                <w:noProof/>
                <w:lang w:eastAsia="zh-CN"/>
              </w:rPr>
            </w:pPr>
            <w:r w:rsidRPr="00E062F1">
              <w:rPr>
                <w:noProof/>
                <w:lang w:eastAsia="zh-CN"/>
              </w:rPr>
              <w:t>DC_2A_n260(P-Q)</w:t>
            </w:r>
          </w:p>
          <w:p w14:paraId="1D80576A" w14:textId="77777777" w:rsidR="00DF26B5" w:rsidRPr="00E062F1" w:rsidRDefault="00DF26B5" w:rsidP="006B3BD2">
            <w:pPr>
              <w:pStyle w:val="TAC"/>
              <w:rPr>
                <w:noProof/>
                <w:lang w:eastAsia="zh-CN"/>
              </w:rPr>
            </w:pPr>
            <w:r w:rsidRPr="00E062F1">
              <w:rPr>
                <w:noProof/>
                <w:lang w:eastAsia="zh-CN"/>
              </w:rPr>
              <w:t>DC_2A_n260(A-P-Q)</w:t>
            </w:r>
          </w:p>
          <w:p w14:paraId="5FA63960" w14:textId="77777777" w:rsidR="00DF26B5" w:rsidRPr="00E062F1" w:rsidRDefault="00DF26B5" w:rsidP="006B3BD2">
            <w:pPr>
              <w:pStyle w:val="TAC"/>
              <w:rPr>
                <w:noProof/>
                <w:lang w:eastAsia="zh-CN"/>
              </w:rPr>
            </w:pPr>
            <w:r w:rsidRPr="00E062F1">
              <w:rPr>
                <w:noProof/>
                <w:lang w:eastAsia="zh-CN"/>
              </w:rPr>
              <w:t>DC_2A_n260(2A-O-P)</w:t>
            </w:r>
          </w:p>
          <w:p w14:paraId="432BAD4A" w14:textId="06F3F6BD" w:rsidR="00DF26B5" w:rsidRPr="00E062F1" w:rsidRDefault="00DF26B5" w:rsidP="006B3BD2">
            <w:pPr>
              <w:pStyle w:val="TAC"/>
              <w:rPr>
                <w:lang w:eastAsia="fi-FI"/>
              </w:rPr>
            </w:pPr>
            <w:r w:rsidRPr="00E062F1">
              <w:rPr>
                <w:noProof/>
                <w:lang w:eastAsia="zh-CN"/>
              </w:rPr>
              <w:t>DC_2A_n260(3A-O-P)</w:t>
            </w:r>
          </w:p>
        </w:tc>
        <w:tc>
          <w:tcPr>
            <w:tcW w:w="2846" w:type="dxa"/>
          </w:tcPr>
          <w:p w14:paraId="14152FEC" w14:textId="77777777" w:rsidR="00DF26B5" w:rsidRPr="00E062F1" w:rsidRDefault="00DF26B5" w:rsidP="006B3BD2">
            <w:pPr>
              <w:pStyle w:val="TAC"/>
              <w:rPr>
                <w:lang w:eastAsia="fi-FI"/>
              </w:rPr>
            </w:pPr>
            <w:r w:rsidRPr="00E062F1">
              <w:rPr>
                <w:noProof/>
                <w:lang w:eastAsia="zh-CN"/>
              </w:rPr>
              <w:t>DC_2A_n260A</w:t>
            </w:r>
          </w:p>
          <w:p w14:paraId="0BDC3705" w14:textId="77777777" w:rsidR="00DF26B5" w:rsidRPr="00E062F1" w:rsidRDefault="00DF26B5" w:rsidP="006B3BD2">
            <w:pPr>
              <w:pStyle w:val="TAC"/>
              <w:rPr>
                <w:noProof/>
                <w:lang w:eastAsia="zh-CN"/>
              </w:rPr>
            </w:pPr>
            <w:r w:rsidRPr="00E062F1">
              <w:rPr>
                <w:noProof/>
                <w:lang w:eastAsia="zh-CN"/>
              </w:rPr>
              <w:t>DC_2A_n260G</w:t>
            </w:r>
          </w:p>
          <w:p w14:paraId="1A377CD5" w14:textId="77777777" w:rsidR="00DF26B5" w:rsidRPr="00E062F1" w:rsidRDefault="00DF26B5" w:rsidP="006B3BD2">
            <w:pPr>
              <w:pStyle w:val="TAC"/>
              <w:rPr>
                <w:noProof/>
                <w:lang w:eastAsia="zh-CN"/>
              </w:rPr>
            </w:pPr>
            <w:r w:rsidRPr="00E062F1">
              <w:rPr>
                <w:noProof/>
                <w:lang w:eastAsia="zh-CN"/>
              </w:rPr>
              <w:t>DC_2A_n260H</w:t>
            </w:r>
          </w:p>
          <w:p w14:paraId="5DBCABD4" w14:textId="77777777" w:rsidR="00DF26B5" w:rsidRPr="00E062F1" w:rsidRDefault="00DF26B5" w:rsidP="006B3BD2">
            <w:pPr>
              <w:pStyle w:val="TAC"/>
              <w:rPr>
                <w:lang w:eastAsia="fi-FI"/>
              </w:rPr>
            </w:pPr>
            <w:r w:rsidRPr="00E062F1">
              <w:rPr>
                <w:noProof/>
                <w:lang w:eastAsia="zh-CN"/>
              </w:rPr>
              <w:t>DC_2A_n260O</w:t>
            </w:r>
          </w:p>
          <w:p w14:paraId="2A18C38D" w14:textId="77777777" w:rsidR="00DF26B5" w:rsidRPr="00E062F1" w:rsidRDefault="00DF26B5" w:rsidP="006B3BD2">
            <w:pPr>
              <w:pStyle w:val="TAC"/>
              <w:rPr>
                <w:lang w:eastAsia="fi-FI"/>
              </w:rPr>
            </w:pPr>
            <w:r w:rsidRPr="00E062F1">
              <w:rPr>
                <w:noProof/>
                <w:lang w:eastAsia="zh-CN"/>
              </w:rPr>
              <w:t>DC_2A_n260P</w:t>
            </w:r>
          </w:p>
          <w:p w14:paraId="7DA3C66C" w14:textId="7F8C0DA2" w:rsidR="00DF26B5" w:rsidRPr="00E062F1" w:rsidRDefault="00DF26B5" w:rsidP="006B3BD2">
            <w:pPr>
              <w:pStyle w:val="TAC"/>
              <w:rPr>
                <w:lang w:eastAsia="fi-FI"/>
              </w:rPr>
            </w:pPr>
            <w:r w:rsidRPr="00E062F1">
              <w:rPr>
                <w:noProof/>
                <w:lang w:eastAsia="zh-CN"/>
              </w:rPr>
              <w:t>DC_2A_n260Q</w:t>
            </w:r>
          </w:p>
        </w:tc>
      </w:tr>
      <w:tr w:rsidR="001F078B" w:rsidRPr="00E062F1" w14:paraId="75B70EB6" w14:textId="77777777" w:rsidTr="006B3BD2">
        <w:trPr>
          <w:trHeight w:val="187"/>
          <w:jc w:val="center"/>
        </w:trPr>
        <w:tc>
          <w:tcPr>
            <w:tcW w:w="2972" w:type="dxa"/>
            <w:shd w:val="clear" w:color="auto" w:fill="auto"/>
          </w:tcPr>
          <w:p w14:paraId="717F7E4C" w14:textId="77777777" w:rsidR="003366E5" w:rsidRPr="00E062F1" w:rsidRDefault="003366E5" w:rsidP="006B3BD2">
            <w:pPr>
              <w:pStyle w:val="TAC"/>
              <w:rPr>
                <w:noProof/>
                <w:lang w:eastAsia="zh-CN"/>
              </w:rPr>
            </w:pPr>
            <w:r w:rsidRPr="00E062F1">
              <w:rPr>
                <w:noProof/>
                <w:lang w:eastAsia="zh-CN"/>
              </w:rPr>
              <w:t>DC_2A-2A_n260A</w:t>
            </w:r>
          </w:p>
          <w:p w14:paraId="431D1A74" w14:textId="77777777" w:rsidR="003366E5" w:rsidRPr="00E062F1" w:rsidRDefault="003366E5" w:rsidP="006B3BD2">
            <w:pPr>
              <w:pStyle w:val="TAC"/>
              <w:rPr>
                <w:lang w:eastAsia="fi-FI"/>
              </w:rPr>
            </w:pPr>
            <w:r w:rsidRPr="00E062F1">
              <w:rPr>
                <w:lang w:eastAsia="fi-FI"/>
              </w:rPr>
              <w:t>DC_</w:t>
            </w:r>
            <w:r w:rsidRPr="00E062F1">
              <w:rPr>
                <w:noProof/>
                <w:lang w:eastAsia="zh-CN"/>
              </w:rPr>
              <w:t>2A-</w:t>
            </w:r>
            <w:r w:rsidRPr="00E062F1">
              <w:rPr>
                <w:lang w:eastAsia="fi-FI"/>
              </w:rPr>
              <w:t>2A_n260G</w:t>
            </w:r>
          </w:p>
          <w:p w14:paraId="4E8C9CE5" w14:textId="77777777" w:rsidR="003366E5" w:rsidRPr="00E062F1" w:rsidRDefault="003366E5" w:rsidP="006B3BD2">
            <w:pPr>
              <w:pStyle w:val="TAC"/>
              <w:rPr>
                <w:lang w:eastAsia="fi-FI"/>
              </w:rPr>
            </w:pPr>
            <w:r w:rsidRPr="00E062F1">
              <w:rPr>
                <w:lang w:eastAsia="fi-FI"/>
              </w:rPr>
              <w:t>DC_</w:t>
            </w:r>
            <w:r w:rsidRPr="00E062F1">
              <w:rPr>
                <w:noProof/>
                <w:lang w:eastAsia="zh-CN"/>
              </w:rPr>
              <w:t>2A-</w:t>
            </w:r>
            <w:r w:rsidRPr="00E062F1">
              <w:rPr>
                <w:lang w:eastAsia="fi-FI"/>
              </w:rPr>
              <w:t>2A_n260H</w:t>
            </w:r>
          </w:p>
          <w:p w14:paraId="036BE559" w14:textId="77777777" w:rsidR="003366E5" w:rsidRPr="00E062F1" w:rsidRDefault="003366E5" w:rsidP="006B3BD2">
            <w:pPr>
              <w:pStyle w:val="TAC"/>
              <w:rPr>
                <w:lang w:eastAsia="fi-FI"/>
              </w:rPr>
            </w:pPr>
            <w:r w:rsidRPr="00E062F1">
              <w:rPr>
                <w:lang w:eastAsia="fi-FI"/>
              </w:rPr>
              <w:t>DC_</w:t>
            </w:r>
            <w:r w:rsidRPr="00E062F1">
              <w:rPr>
                <w:noProof/>
                <w:lang w:eastAsia="zh-CN"/>
              </w:rPr>
              <w:t>2A-</w:t>
            </w:r>
            <w:r w:rsidRPr="00E062F1">
              <w:rPr>
                <w:lang w:eastAsia="fi-FI"/>
              </w:rPr>
              <w:t>2A_n260I</w:t>
            </w:r>
          </w:p>
          <w:p w14:paraId="5D4A26E0" w14:textId="77777777" w:rsidR="003366E5" w:rsidRPr="00E062F1" w:rsidRDefault="003366E5" w:rsidP="006B3BD2">
            <w:pPr>
              <w:pStyle w:val="TAC"/>
              <w:rPr>
                <w:lang w:eastAsia="fi-FI"/>
              </w:rPr>
            </w:pPr>
            <w:r w:rsidRPr="00E062F1">
              <w:rPr>
                <w:lang w:eastAsia="fi-FI"/>
              </w:rPr>
              <w:t>DC_</w:t>
            </w:r>
            <w:r w:rsidRPr="00E062F1">
              <w:rPr>
                <w:noProof/>
                <w:lang w:eastAsia="zh-CN"/>
              </w:rPr>
              <w:t>2A-</w:t>
            </w:r>
            <w:r w:rsidRPr="00E062F1">
              <w:rPr>
                <w:lang w:eastAsia="fi-FI"/>
              </w:rPr>
              <w:t>2A_n260J</w:t>
            </w:r>
          </w:p>
          <w:p w14:paraId="00C24B47" w14:textId="77777777" w:rsidR="003366E5" w:rsidRPr="00E062F1" w:rsidRDefault="003366E5" w:rsidP="006B3BD2">
            <w:pPr>
              <w:pStyle w:val="TAC"/>
              <w:rPr>
                <w:lang w:eastAsia="fi-FI"/>
              </w:rPr>
            </w:pPr>
            <w:r w:rsidRPr="00E062F1">
              <w:rPr>
                <w:lang w:eastAsia="fi-FI"/>
              </w:rPr>
              <w:t>DC_</w:t>
            </w:r>
            <w:r w:rsidRPr="00E062F1">
              <w:rPr>
                <w:noProof/>
                <w:lang w:eastAsia="zh-CN"/>
              </w:rPr>
              <w:t>2A-</w:t>
            </w:r>
            <w:r w:rsidRPr="00E062F1">
              <w:rPr>
                <w:lang w:eastAsia="fi-FI"/>
              </w:rPr>
              <w:t>2A_n260K</w:t>
            </w:r>
          </w:p>
          <w:p w14:paraId="38CE857C" w14:textId="77777777" w:rsidR="003366E5" w:rsidRPr="00E062F1" w:rsidRDefault="003366E5" w:rsidP="006B3BD2">
            <w:pPr>
              <w:pStyle w:val="TAC"/>
              <w:rPr>
                <w:lang w:eastAsia="fi-FI"/>
              </w:rPr>
            </w:pPr>
            <w:r w:rsidRPr="00E062F1">
              <w:rPr>
                <w:lang w:eastAsia="fi-FI"/>
              </w:rPr>
              <w:t>DC_</w:t>
            </w:r>
            <w:r w:rsidRPr="00E062F1">
              <w:rPr>
                <w:noProof/>
                <w:lang w:eastAsia="zh-CN"/>
              </w:rPr>
              <w:t>2A-</w:t>
            </w:r>
            <w:r w:rsidRPr="00E062F1">
              <w:rPr>
                <w:lang w:eastAsia="fi-FI"/>
              </w:rPr>
              <w:t>2A_n260L</w:t>
            </w:r>
          </w:p>
          <w:p w14:paraId="5617F945" w14:textId="65E3C3B5" w:rsidR="003366E5" w:rsidRPr="00E062F1" w:rsidRDefault="003366E5" w:rsidP="006B3BD2">
            <w:pPr>
              <w:pStyle w:val="TAC"/>
              <w:rPr>
                <w:lang w:eastAsia="fi-FI"/>
              </w:rPr>
            </w:pPr>
            <w:r w:rsidRPr="00E062F1">
              <w:rPr>
                <w:lang w:eastAsia="fi-FI"/>
              </w:rPr>
              <w:t>DC_</w:t>
            </w:r>
            <w:r w:rsidRPr="00E062F1">
              <w:rPr>
                <w:noProof/>
                <w:lang w:eastAsia="zh-CN"/>
              </w:rPr>
              <w:t>2A-</w:t>
            </w:r>
            <w:r w:rsidRPr="00E062F1">
              <w:rPr>
                <w:lang w:eastAsia="fi-FI"/>
              </w:rPr>
              <w:t>2A_n260M</w:t>
            </w:r>
          </w:p>
        </w:tc>
        <w:tc>
          <w:tcPr>
            <w:tcW w:w="2846" w:type="dxa"/>
          </w:tcPr>
          <w:p w14:paraId="70C2A168" w14:textId="6DD7DE01" w:rsidR="003366E5" w:rsidRPr="00E062F1" w:rsidRDefault="003366E5" w:rsidP="006B3BD2">
            <w:pPr>
              <w:pStyle w:val="TAC"/>
              <w:rPr>
                <w:lang w:eastAsia="fi-FI"/>
              </w:rPr>
            </w:pPr>
            <w:r w:rsidRPr="00E062F1">
              <w:rPr>
                <w:noProof/>
                <w:lang w:eastAsia="zh-CN"/>
              </w:rPr>
              <w:t>DC_2A_n260A</w:t>
            </w:r>
          </w:p>
        </w:tc>
      </w:tr>
      <w:tr w:rsidR="001F078B" w:rsidRPr="00E062F1" w14:paraId="2CB6296D" w14:textId="77777777" w:rsidTr="006B3BD2">
        <w:trPr>
          <w:trHeight w:val="187"/>
          <w:jc w:val="center"/>
        </w:trPr>
        <w:tc>
          <w:tcPr>
            <w:tcW w:w="2972" w:type="dxa"/>
            <w:shd w:val="clear" w:color="auto" w:fill="auto"/>
          </w:tcPr>
          <w:p w14:paraId="7F10F570" w14:textId="77777777" w:rsidR="00C75340" w:rsidRPr="00E062F1" w:rsidRDefault="00C75340" w:rsidP="006B3BD2">
            <w:pPr>
              <w:pStyle w:val="TAC"/>
              <w:rPr>
                <w:lang w:eastAsia="fi-FI"/>
              </w:rPr>
            </w:pPr>
            <w:r w:rsidRPr="00E062F1">
              <w:rPr>
                <w:lang w:eastAsia="fi-FI"/>
              </w:rPr>
              <w:t>DC_2A_n261A</w:t>
            </w:r>
          </w:p>
          <w:p w14:paraId="027D0E79" w14:textId="77777777" w:rsidR="00C75340" w:rsidRPr="00E062F1" w:rsidRDefault="00C75340" w:rsidP="006B3BD2">
            <w:pPr>
              <w:pStyle w:val="TAC"/>
              <w:rPr>
                <w:lang w:eastAsia="fi-FI"/>
              </w:rPr>
            </w:pPr>
            <w:r w:rsidRPr="00E062F1">
              <w:rPr>
                <w:lang w:eastAsia="fi-FI"/>
              </w:rPr>
              <w:t>DC_2A_n261(2A)</w:t>
            </w:r>
          </w:p>
          <w:p w14:paraId="7319DD8A" w14:textId="77777777" w:rsidR="00B14EE4" w:rsidRPr="00E062F1" w:rsidRDefault="00B14EE4" w:rsidP="006B3BD2">
            <w:pPr>
              <w:pStyle w:val="TAC"/>
              <w:rPr>
                <w:lang w:eastAsia="fi-FI"/>
              </w:rPr>
            </w:pPr>
            <w:r w:rsidRPr="00E062F1">
              <w:rPr>
                <w:lang w:eastAsia="fi-FI"/>
              </w:rPr>
              <w:t>DC_2A_n261(3A)</w:t>
            </w:r>
          </w:p>
          <w:p w14:paraId="2E383517" w14:textId="4254DDC9" w:rsidR="00B14EE4" w:rsidRPr="00E062F1" w:rsidRDefault="00B14EE4" w:rsidP="006B3BD2">
            <w:pPr>
              <w:pStyle w:val="TAC"/>
              <w:rPr>
                <w:noProof/>
                <w:lang w:eastAsia="zh-CN"/>
              </w:rPr>
            </w:pPr>
            <w:r w:rsidRPr="00E062F1">
              <w:rPr>
                <w:lang w:eastAsia="fi-FI"/>
              </w:rPr>
              <w:t>DC_2A_n261(4A)</w:t>
            </w:r>
          </w:p>
        </w:tc>
        <w:tc>
          <w:tcPr>
            <w:tcW w:w="2846" w:type="dxa"/>
          </w:tcPr>
          <w:p w14:paraId="3D597A50" w14:textId="771E07E9" w:rsidR="00C75340" w:rsidRPr="00E062F1" w:rsidRDefault="00C75340" w:rsidP="006B3BD2">
            <w:pPr>
              <w:pStyle w:val="TAC"/>
              <w:rPr>
                <w:noProof/>
                <w:lang w:eastAsia="zh-CN"/>
              </w:rPr>
            </w:pPr>
            <w:r w:rsidRPr="00E062F1">
              <w:rPr>
                <w:lang w:eastAsia="fi-FI"/>
              </w:rPr>
              <w:t>DC_2A_n261A</w:t>
            </w:r>
          </w:p>
        </w:tc>
      </w:tr>
      <w:tr w:rsidR="001F078B" w:rsidRPr="00E062F1" w14:paraId="250BB449" w14:textId="77777777" w:rsidTr="006B3BD2">
        <w:trPr>
          <w:trHeight w:val="187"/>
          <w:jc w:val="center"/>
        </w:trPr>
        <w:tc>
          <w:tcPr>
            <w:tcW w:w="2972" w:type="dxa"/>
            <w:shd w:val="clear" w:color="auto" w:fill="auto"/>
          </w:tcPr>
          <w:p w14:paraId="4AC03FF7" w14:textId="0FD91CCA" w:rsidR="00FB0488" w:rsidRPr="00E062F1" w:rsidRDefault="00C75340" w:rsidP="006B3BD2">
            <w:pPr>
              <w:pStyle w:val="TAC"/>
              <w:rPr>
                <w:lang w:eastAsia="fi-FI"/>
              </w:rPr>
            </w:pPr>
            <w:r w:rsidRPr="00E062F1">
              <w:rPr>
                <w:lang w:eastAsia="fi-FI"/>
              </w:rPr>
              <w:t>DC_2A_n261G</w:t>
            </w:r>
          </w:p>
          <w:p w14:paraId="4C62C391" w14:textId="77777777" w:rsidR="00FB0488" w:rsidRPr="00E062F1" w:rsidRDefault="00FB0488" w:rsidP="006B3BD2">
            <w:pPr>
              <w:pStyle w:val="TAC"/>
              <w:rPr>
                <w:lang w:eastAsia="fi-FI"/>
              </w:rPr>
            </w:pPr>
            <w:r w:rsidRPr="00E062F1">
              <w:rPr>
                <w:lang w:eastAsia="fi-FI"/>
              </w:rPr>
              <w:t>DC_2A_n261H</w:t>
            </w:r>
          </w:p>
          <w:p w14:paraId="03F56D8B" w14:textId="5FCFE04C" w:rsidR="00FB0488" w:rsidRPr="00E062F1" w:rsidRDefault="00FB0488" w:rsidP="006B3BD2">
            <w:pPr>
              <w:pStyle w:val="TAC"/>
              <w:rPr>
                <w:lang w:eastAsia="fi-FI"/>
              </w:rPr>
            </w:pPr>
            <w:r w:rsidRPr="00E062F1">
              <w:rPr>
                <w:lang w:eastAsia="fi-FI"/>
              </w:rPr>
              <w:t>DC_2A_n261I</w:t>
            </w:r>
          </w:p>
          <w:p w14:paraId="6082D9CE" w14:textId="77777777" w:rsidR="007C2EA3" w:rsidRPr="00E062F1" w:rsidRDefault="007C2EA3" w:rsidP="006B3BD2">
            <w:pPr>
              <w:pStyle w:val="TAC"/>
              <w:rPr>
                <w:lang w:eastAsia="fi-FI"/>
              </w:rPr>
            </w:pPr>
            <w:r w:rsidRPr="00E062F1">
              <w:rPr>
                <w:lang w:eastAsia="fi-FI"/>
              </w:rPr>
              <w:t>DC_2A_n261J</w:t>
            </w:r>
          </w:p>
          <w:p w14:paraId="44DCAEFB" w14:textId="5960BCBB" w:rsidR="007C2EA3" w:rsidRPr="00E062F1" w:rsidRDefault="007C2EA3" w:rsidP="006B3BD2">
            <w:pPr>
              <w:pStyle w:val="TAC"/>
              <w:rPr>
                <w:lang w:eastAsia="fi-FI"/>
              </w:rPr>
            </w:pPr>
            <w:r w:rsidRPr="00E062F1">
              <w:rPr>
                <w:lang w:eastAsia="fi-FI"/>
              </w:rPr>
              <w:t>DC_2A_n261K</w:t>
            </w:r>
          </w:p>
          <w:p w14:paraId="79781521" w14:textId="77777777" w:rsidR="00FB0488" w:rsidRPr="00E062F1" w:rsidRDefault="00FB0488" w:rsidP="006B3BD2">
            <w:pPr>
              <w:pStyle w:val="TAC"/>
              <w:rPr>
                <w:lang w:eastAsia="fi-FI"/>
              </w:rPr>
            </w:pPr>
            <w:r w:rsidRPr="00E062F1">
              <w:rPr>
                <w:lang w:eastAsia="fi-FI"/>
              </w:rPr>
              <w:t>DC_2A_n261L</w:t>
            </w:r>
          </w:p>
          <w:p w14:paraId="51021490" w14:textId="0ECF9691" w:rsidR="00C75340" w:rsidRPr="00E062F1" w:rsidRDefault="00FB0488" w:rsidP="006B3BD2">
            <w:pPr>
              <w:pStyle w:val="TAC"/>
              <w:rPr>
                <w:noProof/>
                <w:lang w:eastAsia="zh-CN"/>
              </w:rPr>
            </w:pPr>
            <w:r w:rsidRPr="00E062F1">
              <w:rPr>
                <w:lang w:eastAsia="fi-FI"/>
              </w:rPr>
              <w:t>DC_2A_n261M</w:t>
            </w:r>
          </w:p>
        </w:tc>
        <w:tc>
          <w:tcPr>
            <w:tcW w:w="2846" w:type="dxa"/>
          </w:tcPr>
          <w:p w14:paraId="797B80FF" w14:textId="4EF5C596" w:rsidR="00B14EE4" w:rsidRPr="00E062F1" w:rsidRDefault="00B14EE4" w:rsidP="006B3BD2">
            <w:pPr>
              <w:pStyle w:val="TAC"/>
              <w:rPr>
                <w:lang w:eastAsia="fi-FI"/>
              </w:rPr>
            </w:pPr>
            <w:r w:rsidRPr="00E062F1">
              <w:rPr>
                <w:lang w:eastAsia="fi-FI"/>
              </w:rPr>
              <w:t>DC_2A_n261A</w:t>
            </w:r>
          </w:p>
          <w:p w14:paraId="630DED42" w14:textId="1732320C" w:rsidR="00FB0488" w:rsidRPr="00E062F1" w:rsidRDefault="00C75340" w:rsidP="006B3BD2">
            <w:pPr>
              <w:pStyle w:val="TAC"/>
              <w:rPr>
                <w:lang w:eastAsia="fi-FI"/>
              </w:rPr>
            </w:pPr>
            <w:r w:rsidRPr="00E062F1">
              <w:rPr>
                <w:lang w:eastAsia="fi-FI"/>
              </w:rPr>
              <w:t>DC_2A_n261G</w:t>
            </w:r>
          </w:p>
          <w:p w14:paraId="2853E6A1" w14:textId="77777777" w:rsidR="00FB0488" w:rsidRPr="00E062F1" w:rsidRDefault="00FB0488" w:rsidP="006B3BD2">
            <w:pPr>
              <w:pStyle w:val="TAC"/>
              <w:rPr>
                <w:lang w:eastAsia="fi-FI"/>
              </w:rPr>
            </w:pPr>
            <w:r w:rsidRPr="00E062F1">
              <w:rPr>
                <w:lang w:eastAsia="fi-FI"/>
              </w:rPr>
              <w:t>DC_2A_n261H</w:t>
            </w:r>
          </w:p>
          <w:p w14:paraId="57DBC46F" w14:textId="69CA4DBA" w:rsidR="00C75340" w:rsidRPr="00E062F1" w:rsidRDefault="00FB0488" w:rsidP="006B3BD2">
            <w:pPr>
              <w:pStyle w:val="TAC"/>
              <w:rPr>
                <w:lang w:eastAsia="fi-FI"/>
              </w:rPr>
            </w:pPr>
            <w:r w:rsidRPr="00E062F1">
              <w:rPr>
                <w:lang w:eastAsia="fi-FI"/>
              </w:rPr>
              <w:t>DC_2A_n261I</w:t>
            </w:r>
          </w:p>
        </w:tc>
      </w:tr>
      <w:tr w:rsidR="001F078B" w:rsidRPr="00E062F1" w14:paraId="66C3BA0D" w14:textId="77777777" w:rsidTr="006B3BD2">
        <w:trPr>
          <w:trHeight w:val="187"/>
          <w:jc w:val="center"/>
        </w:trPr>
        <w:tc>
          <w:tcPr>
            <w:tcW w:w="2972" w:type="dxa"/>
            <w:shd w:val="clear" w:color="auto" w:fill="auto"/>
          </w:tcPr>
          <w:p w14:paraId="6636128B" w14:textId="77777777" w:rsidR="0057135C" w:rsidRPr="00E062F1" w:rsidRDefault="0057135C" w:rsidP="006B3BD2">
            <w:pPr>
              <w:pStyle w:val="TAC"/>
              <w:rPr>
                <w:lang w:eastAsia="zh-TW"/>
              </w:rPr>
            </w:pPr>
            <w:r w:rsidRPr="00E062F1">
              <w:rPr>
                <w:rFonts w:eastAsia="Yu Mincho" w:cs="Arial"/>
                <w:szCs w:val="18"/>
                <w:lang w:eastAsia="ja-JP"/>
              </w:rPr>
              <w:lastRenderedPageBreak/>
              <w:t>DC_2A_n261(2I)</w:t>
            </w:r>
          </w:p>
          <w:p w14:paraId="437254A8" w14:textId="77777777" w:rsidR="0057135C" w:rsidRPr="00E062F1" w:rsidRDefault="0057135C" w:rsidP="006B3BD2">
            <w:pPr>
              <w:pStyle w:val="TAC"/>
              <w:rPr>
                <w:lang w:eastAsia="fi-FI"/>
              </w:rPr>
            </w:pPr>
            <w:r w:rsidRPr="00E062F1">
              <w:rPr>
                <w:lang w:eastAsia="fi-FI"/>
              </w:rPr>
              <w:t>DC_2A_n261(2H)</w:t>
            </w:r>
          </w:p>
          <w:p w14:paraId="14269C08" w14:textId="77777777" w:rsidR="0057135C" w:rsidRPr="00E062F1" w:rsidRDefault="0057135C" w:rsidP="006B3BD2">
            <w:pPr>
              <w:pStyle w:val="TAC"/>
              <w:rPr>
                <w:lang w:eastAsia="zh-TW"/>
              </w:rPr>
            </w:pPr>
            <w:r w:rsidRPr="00E062F1">
              <w:rPr>
                <w:lang w:eastAsia="fi-FI"/>
              </w:rPr>
              <w:t>DC_2A_n261(A-G)</w:t>
            </w:r>
          </w:p>
          <w:p w14:paraId="283CA112" w14:textId="77777777" w:rsidR="0057135C" w:rsidRPr="00E062F1" w:rsidRDefault="0057135C" w:rsidP="006B3BD2">
            <w:pPr>
              <w:pStyle w:val="TAC"/>
              <w:rPr>
                <w:lang w:eastAsia="fi-FI"/>
              </w:rPr>
            </w:pPr>
            <w:r w:rsidRPr="00E062F1">
              <w:rPr>
                <w:rFonts w:eastAsia="Times New Roman" w:cs="Arial"/>
                <w:color w:val="000000"/>
                <w:szCs w:val="18"/>
              </w:rPr>
              <w:t>DC_2A_n261(A-J)</w:t>
            </w:r>
          </w:p>
          <w:p w14:paraId="38FBF1ED" w14:textId="77777777" w:rsidR="0057135C" w:rsidRPr="00E062F1" w:rsidRDefault="0057135C" w:rsidP="006B3BD2">
            <w:pPr>
              <w:pStyle w:val="TAC"/>
              <w:rPr>
                <w:lang w:eastAsia="fi-FI"/>
              </w:rPr>
            </w:pPr>
            <w:r w:rsidRPr="00E062F1">
              <w:rPr>
                <w:rFonts w:eastAsia="Times New Roman" w:cs="Arial"/>
                <w:color w:val="000000"/>
                <w:szCs w:val="18"/>
              </w:rPr>
              <w:t>DC_2A_n261(A-K)</w:t>
            </w:r>
          </w:p>
          <w:p w14:paraId="347CE864" w14:textId="77777777" w:rsidR="0057135C" w:rsidRPr="00E062F1" w:rsidRDefault="0057135C" w:rsidP="006B3BD2">
            <w:pPr>
              <w:pStyle w:val="TAC"/>
              <w:rPr>
                <w:lang w:eastAsia="zh-TW"/>
              </w:rPr>
            </w:pPr>
            <w:r w:rsidRPr="00E062F1">
              <w:rPr>
                <w:rFonts w:eastAsia="Times New Roman" w:cs="Arial"/>
                <w:color w:val="000000"/>
                <w:szCs w:val="18"/>
              </w:rPr>
              <w:t>DC_2A_n261(A-2G)</w:t>
            </w:r>
          </w:p>
          <w:p w14:paraId="36EC0F42" w14:textId="77777777" w:rsidR="0057135C" w:rsidRPr="00E062F1" w:rsidRDefault="0057135C" w:rsidP="006B3BD2">
            <w:pPr>
              <w:pStyle w:val="TAC"/>
              <w:rPr>
                <w:lang w:eastAsia="fi-FI"/>
              </w:rPr>
            </w:pPr>
            <w:r w:rsidRPr="00E062F1">
              <w:rPr>
                <w:lang w:eastAsia="fi-FI"/>
              </w:rPr>
              <w:t>DC_2A_n261(A-H)</w:t>
            </w:r>
          </w:p>
          <w:p w14:paraId="19122308" w14:textId="77777777" w:rsidR="0057135C" w:rsidRPr="00E062F1" w:rsidRDefault="0057135C" w:rsidP="006B3BD2">
            <w:pPr>
              <w:pStyle w:val="TAC"/>
              <w:rPr>
                <w:lang w:eastAsia="zh-TW"/>
              </w:rPr>
            </w:pPr>
            <w:r w:rsidRPr="00E062F1">
              <w:rPr>
                <w:lang w:eastAsia="fi-FI"/>
              </w:rPr>
              <w:t>DC_2A_n261(A-I)</w:t>
            </w:r>
          </w:p>
          <w:p w14:paraId="67D6AB64" w14:textId="77777777" w:rsidR="0057135C" w:rsidRPr="00E062F1" w:rsidRDefault="0057135C" w:rsidP="006B3BD2">
            <w:pPr>
              <w:pStyle w:val="TAC"/>
              <w:rPr>
                <w:lang w:eastAsia="fi-FI"/>
              </w:rPr>
            </w:pPr>
            <w:r w:rsidRPr="00E062F1">
              <w:rPr>
                <w:rFonts w:eastAsia="Times New Roman" w:cs="Arial"/>
                <w:color w:val="000000"/>
                <w:szCs w:val="18"/>
              </w:rPr>
              <w:t>DC_2A_n261(2A-G)</w:t>
            </w:r>
          </w:p>
          <w:p w14:paraId="317A1217" w14:textId="77777777" w:rsidR="0057135C" w:rsidRPr="00E062F1" w:rsidRDefault="0057135C" w:rsidP="006B3BD2">
            <w:pPr>
              <w:pStyle w:val="TAC"/>
              <w:rPr>
                <w:rFonts w:eastAsia="Times New Roman" w:cs="Arial"/>
                <w:color w:val="000000"/>
                <w:szCs w:val="18"/>
              </w:rPr>
            </w:pPr>
            <w:r w:rsidRPr="00E062F1">
              <w:rPr>
                <w:rFonts w:eastAsia="Times New Roman" w:cs="Arial"/>
                <w:color w:val="000000"/>
                <w:szCs w:val="18"/>
              </w:rPr>
              <w:t>DC_2A_n261(2A-I)</w:t>
            </w:r>
          </w:p>
          <w:p w14:paraId="3314D260" w14:textId="77777777" w:rsidR="0057135C" w:rsidRPr="00E062F1" w:rsidRDefault="0057135C" w:rsidP="006B3BD2">
            <w:pPr>
              <w:pStyle w:val="TAC"/>
              <w:rPr>
                <w:rFonts w:eastAsia="Times New Roman" w:cs="Arial"/>
                <w:color w:val="000000"/>
                <w:szCs w:val="18"/>
              </w:rPr>
            </w:pPr>
            <w:r w:rsidRPr="00E062F1">
              <w:rPr>
                <w:rFonts w:eastAsia="Times New Roman" w:cs="Arial"/>
                <w:color w:val="000000"/>
                <w:szCs w:val="18"/>
              </w:rPr>
              <w:t>DC_2A_n261(2A-H)</w:t>
            </w:r>
          </w:p>
          <w:p w14:paraId="40D7746F" w14:textId="77777777" w:rsidR="0057135C" w:rsidRPr="00E062F1" w:rsidRDefault="0057135C" w:rsidP="006B3BD2">
            <w:pPr>
              <w:pStyle w:val="TAC"/>
              <w:rPr>
                <w:lang w:eastAsia="zh-TW"/>
              </w:rPr>
            </w:pPr>
            <w:r w:rsidRPr="00E062F1">
              <w:rPr>
                <w:rFonts w:eastAsia="Times New Roman" w:cs="Arial"/>
                <w:color w:val="000000"/>
                <w:szCs w:val="18"/>
              </w:rPr>
              <w:t>DC_2A_n261(3A-G)</w:t>
            </w:r>
          </w:p>
          <w:p w14:paraId="249A8BB6" w14:textId="77777777" w:rsidR="0057135C" w:rsidRPr="00E062F1" w:rsidRDefault="0057135C" w:rsidP="006B3BD2">
            <w:pPr>
              <w:pStyle w:val="TAC"/>
              <w:rPr>
                <w:lang w:eastAsia="fi-FI"/>
              </w:rPr>
            </w:pPr>
            <w:r w:rsidRPr="00E062F1">
              <w:rPr>
                <w:lang w:eastAsia="fi-FI"/>
              </w:rPr>
              <w:t>DC_2A_n261(G-H)</w:t>
            </w:r>
          </w:p>
          <w:p w14:paraId="57EE803C" w14:textId="77777777" w:rsidR="0057135C" w:rsidRPr="00E062F1" w:rsidRDefault="0057135C" w:rsidP="006B3BD2">
            <w:pPr>
              <w:pStyle w:val="TAC"/>
              <w:rPr>
                <w:lang w:eastAsia="zh-TW"/>
              </w:rPr>
            </w:pPr>
            <w:r w:rsidRPr="00E062F1">
              <w:rPr>
                <w:lang w:eastAsia="fi-FI"/>
              </w:rPr>
              <w:t>DC_2A_n261(G-I)</w:t>
            </w:r>
          </w:p>
          <w:p w14:paraId="73BA63B2" w14:textId="77777777" w:rsidR="0057135C" w:rsidRPr="00E062F1" w:rsidRDefault="0057135C" w:rsidP="006B3BD2">
            <w:pPr>
              <w:pStyle w:val="TAC"/>
              <w:rPr>
                <w:lang w:eastAsia="fi-FI"/>
              </w:rPr>
            </w:pPr>
            <w:r w:rsidRPr="00E062F1">
              <w:rPr>
                <w:rFonts w:eastAsia="Times New Roman" w:cs="Arial"/>
                <w:color w:val="000000"/>
                <w:szCs w:val="18"/>
              </w:rPr>
              <w:t>DC_2A_n261(G-J)</w:t>
            </w:r>
          </w:p>
          <w:p w14:paraId="508FA511" w14:textId="77777777" w:rsidR="0057135C" w:rsidRPr="00E062F1" w:rsidRDefault="0057135C" w:rsidP="006B3BD2">
            <w:pPr>
              <w:pStyle w:val="TAC"/>
              <w:rPr>
                <w:lang w:eastAsia="zh-TW"/>
              </w:rPr>
            </w:pPr>
            <w:r w:rsidRPr="00E062F1">
              <w:rPr>
                <w:rFonts w:eastAsia="Times New Roman" w:cs="Arial"/>
                <w:color w:val="000000"/>
                <w:szCs w:val="18"/>
              </w:rPr>
              <w:t>DC_2A_n261(2G)</w:t>
            </w:r>
          </w:p>
          <w:p w14:paraId="31BC4B54" w14:textId="77777777" w:rsidR="0057135C" w:rsidRPr="00E062F1" w:rsidRDefault="0057135C" w:rsidP="006B3BD2">
            <w:pPr>
              <w:pStyle w:val="TAC"/>
              <w:rPr>
                <w:lang w:eastAsia="fi-FI"/>
              </w:rPr>
            </w:pPr>
            <w:r w:rsidRPr="00E062F1">
              <w:rPr>
                <w:lang w:eastAsia="fi-FI"/>
              </w:rPr>
              <w:t>DC_2A_n261(H-I)</w:t>
            </w:r>
          </w:p>
          <w:p w14:paraId="1FA29A4D" w14:textId="77777777" w:rsidR="0057135C" w:rsidRPr="00E062F1" w:rsidRDefault="0057135C" w:rsidP="006B3BD2">
            <w:pPr>
              <w:pStyle w:val="TAC"/>
              <w:rPr>
                <w:lang w:eastAsia="fi-FI"/>
              </w:rPr>
            </w:pPr>
            <w:r w:rsidRPr="00E062F1">
              <w:rPr>
                <w:lang w:eastAsia="fi-FI"/>
              </w:rPr>
              <w:t>DC_2A_n261(A-G-H)</w:t>
            </w:r>
          </w:p>
          <w:p w14:paraId="4489A1DF" w14:textId="3C064C12" w:rsidR="00C75340" w:rsidRPr="00E062F1" w:rsidRDefault="0057135C" w:rsidP="006B3BD2">
            <w:pPr>
              <w:pStyle w:val="TAC"/>
              <w:rPr>
                <w:noProof/>
                <w:lang w:eastAsia="zh-CN"/>
              </w:rPr>
            </w:pPr>
            <w:r w:rsidRPr="00E062F1">
              <w:rPr>
                <w:lang w:eastAsia="fi-FI"/>
              </w:rPr>
              <w:t>DC_2A_n261(A-G-I)</w:t>
            </w:r>
          </w:p>
        </w:tc>
        <w:tc>
          <w:tcPr>
            <w:tcW w:w="2846" w:type="dxa"/>
          </w:tcPr>
          <w:p w14:paraId="66CF505D" w14:textId="7BB6C6D4" w:rsidR="00FB0488" w:rsidRPr="00E062F1" w:rsidRDefault="00C75340" w:rsidP="006B3BD2">
            <w:pPr>
              <w:pStyle w:val="TAC"/>
              <w:rPr>
                <w:lang w:eastAsia="fi-FI"/>
              </w:rPr>
            </w:pPr>
            <w:r w:rsidRPr="00E062F1">
              <w:rPr>
                <w:lang w:eastAsia="fi-FI"/>
              </w:rPr>
              <w:t>DC_2A_n261A</w:t>
            </w:r>
          </w:p>
          <w:p w14:paraId="57F5C436" w14:textId="3AF3F3C4" w:rsidR="00867B3A" w:rsidRPr="00E062F1" w:rsidRDefault="00FB0488" w:rsidP="006B3BD2">
            <w:pPr>
              <w:pStyle w:val="TAC"/>
              <w:rPr>
                <w:lang w:eastAsia="fi-FI"/>
              </w:rPr>
            </w:pPr>
            <w:r w:rsidRPr="00E062F1">
              <w:rPr>
                <w:lang w:eastAsia="fi-FI"/>
              </w:rPr>
              <w:t>DC_2A_n261G</w:t>
            </w:r>
          </w:p>
          <w:p w14:paraId="066C8E65" w14:textId="2DF6B65E" w:rsidR="00FB0488" w:rsidRPr="00E062F1" w:rsidRDefault="00B14EE4" w:rsidP="006B3BD2">
            <w:pPr>
              <w:pStyle w:val="TAC"/>
              <w:rPr>
                <w:lang w:eastAsia="fi-FI"/>
              </w:rPr>
            </w:pPr>
            <w:r w:rsidRPr="00E062F1">
              <w:rPr>
                <w:lang w:eastAsia="fi-FI"/>
              </w:rPr>
              <w:t>DC_2A_n261H</w:t>
            </w:r>
          </w:p>
          <w:p w14:paraId="6F13D448" w14:textId="6ECBF7AA" w:rsidR="00B14EE4" w:rsidRPr="00E062F1" w:rsidRDefault="00FB0488" w:rsidP="006B3BD2">
            <w:pPr>
              <w:pStyle w:val="TAC"/>
              <w:rPr>
                <w:noProof/>
                <w:lang w:eastAsia="zh-CN"/>
              </w:rPr>
            </w:pPr>
            <w:r w:rsidRPr="00E062F1">
              <w:rPr>
                <w:lang w:eastAsia="fi-FI"/>
              </w:rPr>
              <w:t>DC_2A_n261I</w:t>
            </w:r>
          </w:p>
        </w:tc>
      </w:tr>
      <w:tr w:rsidR="001F078B" w:rsidRPr="00E062F1" w14:paraId="3FDB529E" w14:textId="77777777" w:rsidTr="006B3BD2">
        <w:trPr>
          <w:trHeight w:val="187"/>
          <w:jc w:val="center"/>
        </w:trPr>
        <w:tc>
          <w:tcPr>
            <w:tcW w:w="2972" w:type="dxa"/>
            <w:shd w:val="clear" w:color="auto" w:fill="auto"/>
          </w:tcPr>
          <w:p w14:paraId="3E43741E" w14:textId="7650F15E" w:rsidR="00C75340" w:rsidRPr="002808B4" w:rsidRDefault="00C75340" w:rsidP="006B3BD2">
            <w:pPr>
              <w:pStyle w:val="TAC"/>
              <w:rPr>
                <w:lang w:eastAsia="fi-FI"/>
              </w:rPr>
            </w:pPr>
            <w:r w:rsidRPr="002808B4">
              <w:rPr>
                <w:lang w:eastAsia="fi-FI"/>
              </w:rPr>
              <w:t>DC_3A_n257A</w:t>
            </w:r>
          </w:p>
          <w:p w14:paraId="15455DB4" w14:textId="77777777" w:rsidR="00406015" w:rsidRPr="002808B4" w:rsidRDefault="00406015" w:rsidP="006B3BD2">
            <w:pPr>
              <w:pStyle w:val="TAC"/>
              <w:rPr>
                <w:lang w:eastAsia="fi-FI"/>
              </w:rPr>
            </w:pPr>
            <w:r w:rsidRPr="002808B4">
              <w:rPr>
                <w:lang w:eastAsia="fi-FI"/>
              </w:rPr>
              <w:t>DC_3A_n257B</w:t>
            </w:r>
          </w:p>
          <w:p w14:paraId="1A489DF5" w14:textId="2B5513C2" w:rsidR="00406015" w:rsidRPr="002808B4" w:rsidRDefault="00406015" w:rsidP="006B3BD2">
            <w:pPr>
              <w:pStyle w:val="TAC"/>
              <w:rPr>
                <w:lang w:eastAsia="fi-FI"/>
              </w:rPr>
            </w:pPr>
            <w:r w:rsidRPr="002808B4">
              <w:rPr>
                <w:lang w:eastAsia="fi-FI"/>
              </w:rPr>
              <w:t>DC_3A_n257C</w:t>
            </w:r>
          </w:p>
          <w:p w14:paraId="3CCA7279" w14:textId="77777777" w:rsidR="00C75340" w:rsidRPr="002808B4" w:rsidRDefault="00C75340" w:rsidP="006B3BD2">
            <w:pPr>
              <w:pStyle w:val="TAC"/>
              <w:rPr>
                <w:lang w:eastAsia="fi-FI"/>
              </w:rPr>
            </w:pPr>
            <w:r w:rsidRPr="002808B4">
              <w:rPr>
                <w:lang w:eastAsia="fi-FI"/>
              </w:rPr>
              <w:t>DC_3A_n257D</w:t>
            </w:r>
          </w:p>
          <w:p w14:paraId="3D96620D" w14:textId="77777777" w:rsidR="00C75340" w:rsidRPr="002808B4" w:rsidRDefault="00C75340" w:rsidP="006B3BD2">
            <w:pPr>
              <w:pStyle w:val="TAC"/>
              <w:rPr>
                <w:lang w:eastAsia="fi-FI"/>
              </w:rPr>
            </w:pPr>
            <w:r w:rsidRPr="002808B4">
              <w:rPr>
                <w:lang w:eastAsia="fi-FI"/>
              </w:rPr>
              <w:t>DC_3A_n257E</w:t>
            </w:r>
          </w:p>
          <w:p w14:paraId="045672A2" w14:textId="6CBEF7A8" w:rsidR="00FB0488" w:rsidRPr="002808B4" w:rsidRDefault="00C75340" w:rsidP="006B3BD2">
            <w:pPr>
              <w:pStyle w:val="TAC"/>
              <w:rPr>
                <w:lang w:eastAsia="fi-FI"/>
              </w:rPr>
            </w:pPr>
            <w:r w:rsidRPr="002808B4">
              <w:rPr>
                <w:lang w:eastAsia="fi-FI"/>
              </w:rPr>
              <w:t>DC_3A_n257F</w:t>
            </w:r>
          </w:p>
          <w:p w14:paraId="03786FB8" w14:textId="77777777" w:rsidR="00FB0488" w:rsidRPr="002808B4" w:rsidRDefault="00FB0488" w:rsidP="006B3BD2">
            <w:pPr>
              <w:pStyle w:val="TAC"/>
              <w:rPr>
                <w:lang w:eastAsia="ja-JP"/>
              </w:rPr>
            </w:pPr>
            <w:r w:rsidRPr="002808B4">
              <w:rPr>
                <w:lang w:eastAsia="ja-JP"/>
              </w:rPr>
              <w:t>DC_3A_n257G</w:t>
            </w:r>
          </w:p>
          <w:p w14:paraId="3E62A888" w14:textId="77777777" w:rsidR="00FB0488" w:rsidRPr="002808B4" w:rsidRDefault="00FB0488" w:rsidP="006B3BD2">
            <w:pPr>
              <w:pStyle w:val="TAC"/>
              <w:rPr>
                <w:lang w:eastAsia="ja-JP"/>
              </w:rPr>
            </w:pPr>
            <w:r w:rsidRPr="002808B4">
              <w:rPr>
                <w:lang w:eastAsia="ja-JP"/>
              </w:rPr>
              <w:t>DC_3A_n257H</w:t>
            </w:r>
          </w:p>
          <w:p w14:paraId="69E83635" w14:textId="77777777" w:rsidR="00FB0488" w:rsidRPr="002808B4" w:rsidRDefault="00FB0488" w:rsidP="006B3BD2">
            <w:pPr>
              <w:pStyle w:val="TAC"/>
              <w:rPr>
                <w:lang w:eastAsia="ja-JP"/>
              </w:rPr>
            </w:pPr>
            <w:r w:rsidRPr="002808B4">
              <w:rPr>
                <w:lang w:eastAsia="ja-JP"/>
              </w:rPr>
              <w:t>DC_3A_n257I</w:t>
            </w:r>
          </w:p>
          <w:p w14:paraId="0C747011" w14:textId="77777777" w:rsidR="00FB0488" w:rsidRPr="002808B4" w:rsidRDefault="00FB0488" w:rsidP="006B3BD2">
            <w:pPr>
              <w:pStyle w:val="TAC"/>
              <w:rPr>
                <w:lang w:eastAsia="ja-JP"/>
              </w:rPr>
            </w:pPr>
            <w:r w:rsidRPr="002808B4">
              <w:rPr>
                <w:lang w:eastAsia="ja-JP"/>
              </w:rPr>
              <w:t>DC_3A_n257J</w:t>
            </w:r>
          </w:p>
          <w:p w14:paraId="69FBE35C" w14:textId="77777777" w:rsidR="00FB0488" w:rsidRPr="002808B4" w:rsidRDefault="00FB0488" w:rsidP="006B3BD2">
            <w:pPr>
              <w:pStyle w:val="TAC"/>
              <w:rPr>
                <w:lang w:eastAsia="ja-JP"/>
              </w:rPr>
            </w:pPr>
            <w:r w:rsidRPr="002808B4">
              <w:rPr>
                <w:lang w:eastAsia="ja-JP"/>
              </w:rPr>
              <w:t>DC_3A_n257K</w:t>
            </w:r>
          </w:p>
          <w:p w14:paraId="7F4E408C" w14:textId="77777777" w:rsidR="00FB0488" w:rsidRPr="002808B4" w:rsidRDefault="00FB0488" w:rsidP="006B3BD2">
            <w:pPr>
              <w:pStyle w:val="TAC"/>
              <w:rPr>
                <w:lang w:eastAsia="ja-JP"/>
              </w:rPr>
            </w:pPr>
            <w:r w:rsidRPr="002808B4">
              <w:rPr>
                <w:lang w:eastAsia="ja-JP"/>
              </w:rPr>
              <w:t>DC_3A_n257L</w:t>
            </w:r>
          </w:p>
          <w:p w14:paraId="780F2BEC" w14:textId="77777777" w:rsidR="00FB0488" w:rsidRPr="002808B4" w:rsidRDefault="00FB0488" w:rsidP="006B3BD2">
            <w:pPr>
              <w:pStyle w:val="TAC"/>
              <w:rPr>
                <w:lang w:eastAsia="ja-JP"/>
              </w:rPr>
            </w:pPr>
            <w:r w:rsidRPr="002808B4">
              <w:rPr>
                <w:lang w:eastAsia="ja-JP"/>
              </w:rPr>
              <w:t>DC_3A_n257M</w:t>
            </w:r>
          </w:p>
          <w:p w14:paraId="791500AE" w14:textId="77777777" w:rsidR="00FB0488" w:rsidRPr="002808B4" w:rsidRDefault="00FB0488" w:rsidP="006B3BD2">
            <w:pPr>
              <w:pStyle w:val="TAC"/>
              <w:rPr>
                <w:rFonts w:eastAsia="Malgun Gothic"/>
                <w:lang w:eastAsia="ko-KR"/>
              </w:rPr>
            </w:pPr>
            <w:r w:rsidRPr="002808B4">
              <w:t>DC_3C_n257</w:t>
            </w:r>
            <w:r w:rsidRPr="002808B4">
              <w:rPr>
                <w:rFonts w:eastAsia="Malgun Gothic"/>
                <w:lang w:eastAsia="ko-KR"/>
              </w:rPr>
              <w:t>A</w:t>
            </w:r>
          </w:p>
          <w:p w14:paraId="35C80E78" w14:textId="77777777" w:rsidR="00FB0488" w:rsidRPr="002808B4" w:rsidRDefault="00FB0488" w:rsidP="006B3BD2">
            <w:pPr>
              <w:pStyle w:val="TAC"/>
              <w:rPr>
                <w:rFonts w:eastAsia="Malgun Gothic"/>
                <w:lang w:eastAsia="ko-KR"/>
              </w:rPr>
            </w:pPr>
            <w:r w:rsidRPr="002808B4">
              <w:t>DC_3C_n257</w:t>
            </w:r>
            <w:r w:rsidRPr="002808B4">
              <w:rPr>
                <w:rFonts w:eastAsia="Malgun Gothic"/>
                <w:lang w:eastAsia="ko-KR"/>
              </w:rPr>
              <w:t>D</w:t>
            </w:r>
          </w:p>
          <w:p w14:paraId="56DFE3CA" w14:textId="77777777" w:rsidR="00FB0488" w:rsidRPr="00C25B7D" w:rsidRDefault="00FB0488" w:rsidP="006B3BD2">
            <w:pPr>
              <w:pStyle w:val="TAC"/>
              <w:rPr>
                <w:rFonts w:eastAsia="Malgun Gothic"/>
                <w:lang w:val="sv-FI" w:eastAsia="ko-KR"/>
              </w:rPr>
            </w:pPr>
            <w:r w:rsidRPr="00C25B7D">
              <w:rPr>
                <w:lang w:val="sv-FI"/>
              </w:rPr>
              <w:t>DC_3C_n257</w:t>
            </w:r>
            <w:r w:rsidRPr="00C25B7D">
              <w:rPr>
                <w:rFonts w:eastAsia="Malgun Gothic"/>
                <w:lang w:val="sv-FI" w:eastAsia="ko-KR"/>
              </w:rPr>
              <w:t>E</w:t>
            </w:r>
          </w:p>
          <w:p w14:paraId="6632A02F" w14:textId="77777777" w:rsidR="00FB0488" w:rsidRPr="00C25B7D" w:rsidRDefault="00FB0488" w:rsidP="006B3BD2">
            <w:pPr>
              <w:pStyle w:val="TAC"/>
              <w:rPr>
                <w:rFonts w:eastAsia="Malgun Gothic"/>
                <w:lang w:val="sv-FI" w:eastAsia="ko-KR"/>
              </w:rPr>
            </w:pPr>
            <w:r w:rsidRPr="00C25B7D">
              <w:rPr>
                <w:lang w:val="sv-FI"/>
              </w:rPr>
              <w:t>DC_3C_n257F</w:t>
            </w:r>
          </w:p>
          <w:p w14:paraId="3F38292E" w14:textId="77777777" w:rsidR="00FB0488" w:rsidRPr="00C25B7D" w:rsidRDefault="00FB0488" w:rsidP="006B3BD2">
            <w:pPr>
              <w:pStyle w:val="TAC"/>
              <w:rPr>
                <w:lang w:val="sv-FI"/>
              </w:rPr>
            </w:pPr>
            <w:r w:rsidRPr="00C25B7D">
              <w:rPr>
                <w:lang w:val="sv-FI"/>
              </w:rPr>
              <w:t>DC_3C_n257G</w:t>
            </w:r>
          </w:p>
          <w:p w14:paraId="68909815" w14:textId="77777777" w:rsidR="00FB0488" w:rsidRPr="00C25B7D" w:rsidRDefault="00FB0488" w:rsidP="006B3BD2">
            <w:pPr>
              <w:pStyle w:val="TAC"/>
              <w:rPr>
                <w:lang w:val="sv-FI"/>
              </w:rPr>
            </w:pPr>
            <w:r w:rsidRPr="00C25B7D">
              <w:rPr>
                <w:lang w:val="sv-FI"/>
              </w:rPr>
              <w:t>DC_3C_n257H</w:t>
            </w:r>
          </w:p>
          <w:p w14:paraId="0E275DAF" w14:textId="77777777" w:rsidR="00FB0488" w:rsidRPr="00C25B7D" w:rsidRDefault="00FB0488" w:rsidP="006B3BD2">
            <w:pPr>
              <w:pStyle w:val="TAC"/>
              <w:rPr>
                <w:rFonts w:eastAsia="Malgun Gothic"/>
                <w:lang w:val="sv-FI" w:eastAsia="ko-KR"/>
              </w:rPr>
            </w:pPr>
            <w:r w:rsidRPr="00C25B7D">
              <w:rPr>
                <w:lang w:val="sv-FI"/>
              </w:rPr>
              <w:t>DC_3C_n257I</w:t>
            </w:r>
          </w:p>
          <w:p w14:paraId="1741C650" w14:textId="77777777" w:rsidR="00FB0488" w:rsidRPr="00C25B7D" w:rsidRDefault="00FB0488" w:rsidP="006B3BD2">
            <w:pPr>
              <w:pStyle w:val="TAC"/>
              <w:rPr>
                <w:rFonts w:eastAsia="Malgun Gothic"/>
                <w:lang w:val="sv-FI" w:eastAsia="ko-KR"/>
              </w:rPr>
            </w:pPr>
            <w:r w:rsidRPr="00C25B7D">
              <w:rPr>
                <w:lang w:val="sv-FI"/>
              </w:rPr>
              <w:t>DC_3C_n257J</w:t>
            </w:r>
          </w:p>
          <w:p w14:paraId="5161A654" w14:textId="77777777" w:rsidR="00FB0488" w:rsidRPr="00C25B7D" w:rsidRDefault="00FB0488" w:rsidP="006B3BD2">
            <w:pPr>
              <w:pStyle w:val="TAC"/>
              <w:rPr>
                <w:rFonts w:eastAsia="Malgun Gothic"/>
                <w:lang w:val="sv-FI" w:eastAsia="ko-KR"/>
              </w:rPr>
            </w:pPr>
            <w:r w:rsidRPr="00C25B7D">
              <w:rPr>
                <w:lang w:val="sv-FI"/>
              </w:rPr>
              <w:t>DC_3C_n257K</w:t>
            </w:r>
          </w:p>
          <w:p w14:paraId="2A36D85B" w14:textId="77777777" w:rsidR="00FB0488" w:rsidRPr="00C25B7D" w:rsidRDefault="00FB0488" w:rsidP="006B3BD2">
            <w:pPr>
              <w:pStyle w:val="TAC"/>
              <w:rPr>
                <w:rFonts w:eastAsia="Malgun Gothic"/>
                <w:lang w:val="sv-FI" w:eastAsia="ko-KR"/>
              </w:rPr>
            </w:pPr>
            <w:r w:rsidRPr="00C25B7D">
              <w:rPr>
                <w:lang w:val="sv-FI"/>
              </w:rPr>
              <w:t>DC_3C_n257L</w:t>
            </w:r>
          </w:p>
          <w:p w14:paraId="0ABC46BE" w14:textId="1516EDDB" w:rsidR="00C75340" w:rsidRPr="002808B4" w:rsidRDefault="00FB0488" w:rsidP="006B3BD2">
            <w:pPr>
              <w:pStyle w:val="TAC"/>
              <w:rPr>
                <w:lang w:eastAsia="fi-FI"/>
              </w:rPr>
            </w:pPr>
            <w:r w:rsidRPr="003D120B">
              <w:t>DC_3C_n257M</w:t>
            </w:r>
          </w:p>
        </w:tc>
        <w:tc>
          <w:tcPr>
            <w:tcW w:w="2846" w:type="dxa"/>
          </w:tcPr>
          <w:p w14:paraId="17DBC2DE" w14:textId="1504A195" w:rsidR="00406015" w:rsidRPr="00E062F1" w:rsidRDefault="00C75340" w:rsidP="006B3BD2">
            <w:pPr>
              <w:pStyle w:val="TAC"/>
              <w:rPr>
                <w:lang w:eastAsia="fi-FI"/>
              </w:rPr>
            </w:pPr>
            <w:r w:rsidRPr="00E062F1">
              <w:rPr>
                <w:lang w:eastAsia="fi-FI"/>
              </w:rPr>
              <w:t>DC_3A_n257A</w:t>
            </w:r>
          </w:p>
          <w:p w14:paraId="31169F0E" w14:textId="77777777" w:rsidR="007C2EA3" w:rsidRPr="00E062F1" w:rsidRDefault="00406015" w:rsidP="006B3BD2">
            <w:pPr>
              <w:pStyle w:val="TAC"/>
              <w:rPr>
                <w:lang w:eastAsia="fi-FI"/>
              </w:rPr>
            </w:pPr>
            <w:r w:rsidRPr="00E062F1">
              <w:rPr>
                <w:lang w:eastAsia="fi-FI"/>
              </w:rPr>
              <w:t>DC_3A_n257B</w:t>
            </w:r>
          </w:p>
          <w:p w14:paraId="06B594EB" w14:textId="17FF3700" w:rsidR="00FB0488" w:rsidRPr="00E062F1" w:rsidRDefault="007C2EA3" w:rsidP="006B3BD2">
            <w:pPr>
              <w:pStyle w:val="TAC"/>
              <w:rPr>
                <w:lang w:eastAsia="fi-FI"/>
              </w:rPr>
            </w:pPr>
            <w:r w:rsidRPr="00E062F1">
              <w:rPr>
                <w:lang w:eastAsia="fi-FI"/>
              </w:rPr>
              <w:t>DC_3A_n257D</w:t>
            </w:r>
          </w:p>
          <w:p w14:paraId="7F1EAF71" w14:textId="77777777" w:rsidR="00FB0488" w:rsidRPr="00E062F1" w:rsidRDefault="00FB0488" w:rsidP="006B3BD2">
            <w:pPr>
              <w:pStyle w:val="TAC"/>
              <w:rPr>
                <w:lang w:eastAsia="ja-JP"/>
              </w:rPr>
            </w:pPr>
            <w:r w:rsidRPr="00E062F1">
              <w:rPr>
                <w:lang w:eastAsia="ja-JP"/>
              </w:rPr>
              <w:t>DC_3A_n257G</w:t>
            </w:r>
          </w:p>
          <w:p w14:paraId="573D8B78" w14:textId="77777777" w:rsidR="00FB0488" w:rsidRPr="00E062F1" w:rsidRDefault="00FB0488" w:rsidP="006B3BD2">
            <w:pPr>
              <w:pStyle w:val="TAC"/>
              <w:rPr>
                <w:lang w:eastAsia="ja-JP"/>
              </w:rPr>
            </w:pPr>
            <w:r w:rsidRPr="00E062F1">
              <w:rPr>
                <w:lang w:eastAsia="ja-JP"/>
              </w:rPr>
              <w:t>DC_3A_n257H</w:t>
            </w:r>
          </w:p>
          <w:p w14:paraId="6F1C5986" w14:textId="47F60E1A" w:rsidR="00FB0488" w:rsidRPr="00E062F1" w:rsidRDefault="00FB0488" w:rsidP="006B3BD2">
            <w:pPr>
              <w:pStyle w:val="TAC"/>
              <w:rPr>
                <w:lang w:eastAsia="ja-JP"/>
              </w:rPr>
            </w:pPr>
            <w:r w:rsidRPr="00E062F1">
              <w:rPr>
                <w:lang w:eastAsia="ja-JP"/>
              </w:rPr>
              <w:t>DC_3A_n257I</w:t>
            </w:r>
          </w:p>
          <w:p w14:paraId="2DA36F34" w14:textId="4587CD31" w:rsidR="00FB0488" w:rsidRPr="00E062F1" w:rsidRDefault="00FB0488" w:rsidP="006B3BD2">
            <w:pPr>
              <w:pStyle w:val="TAC"/>
              <w:rPr>
                <w:lang w:eastAsia="ja-JP"/>
              </w:rPr>
            </w:pPr>
            <w:r w:rsidRPr="00E062F1">
              <w:rPr>
                <w:lang w:eastAsia="ja-JP"/>
              </w:rPr>
              <w:t>DC_3A_n257J</w:t>
            </w:r>
          </w:p>
          <w:p w14:paraId="71EDEBBD" w14:textId="77777777" w:rsidR="00FB0488" w:rsidRPr="00E062F1" w:rsidRDefault="00FB0488" w:rsidP="006B3BD2">
            <w:pPr>
              <w:pStyle w:val="TAC"/>
              <w:rPr>
                <w:lang w:eastAsia="ja-JP"/>
              </w:rPr>
            </w:pPr>
            <w:r w:rsidRPr="00E062F1">
              <w:rPr>
                <w:lang w:eastAsia="ja-JP"/>
              </w:rPr>
              <w:t>DC_3A_n257K</w:t>
            </w:r>
          </w:p>
          <w:p w14:paraId="4F79A74C" w14:textId="77777777" w:rsidR="00FB0488" w:rsidRPr="00E062F1" w:rsidRDefault="00FB0488" w:rsidP="006B3BD2">
            <w:pPr>
              <w:pStyle w:val="TAC"/>
              <w:rPr>
                <w:lang w:eastAsia="ja-JP"/>
              </w:rPr>
            </w:pPr>
            <w:r w:rsidRPr="00E062F1">
              <w:rPr>
                <w:lang w:eastAsia="ja-JP"/>
              </w:rPr>
              <w:t>DC_3A_n257L</w:t>
            </w:r>
          </w:p>
          <w:p w14:paraId="0913EF58" w14:textId="77777777" w:rsidR="00FB0488" w:rsidRPr="00E062F1" w:rsidRDefault="00FB0488" w:rsidP="006B3BD2">
            <w:pPr>
              <w:pStyle w:val="TAC"/>
              <w:rPr>
                <w:lang w:eastAsia="ja-JP"/>
              </w:rPr>
            </w:pPr>
            <w:r w:rsidRPr="00E062F1">
              <w:rPr>
                <w:lang w:eastAsia="ja-JP"/>
              </w:rPr>
              <w:t>DC_3A_n257M</w:t>
            </w:r>
          </w:p>
          <w:p w14:paraId="73F2ACC7" w14:textId="5CD1C98D" w:rsidR="00C75340" w:rsidRPr="00E062F1" w:rsidRDefault="00FB0488" w:rsidP="006B3BD2">
            <w:pPr>
              <w:pStyle w:val="TAC"/>
              <w:rPr>
                <w:lang w:eastAsia="fi-FI"/>
              </w:rPr>
            </w:pPr>
            <w:r w:rsidRPr="00E062F1">
              <w:rPr>
                <w:lang w:eastAsia="fi-FI"/>
              </w:rPr>
              <w:t>DC_3C_n257A</w:t>
            </w:r>
          </w:p>
        </w:tc>
      </w:tr>
      <w:tr w:rsidR="001F078B" w:rsidRPr="00E062F1" w14:paraId="23680B04" w14:textId="77777777" w:rsidTr="006B3BD2">
        <w:trPr>
          <w:trHeight w:val="187"/>
          <w:jc w:val="center"/>
        </w:trPr>
        <w:tc>
          <w:tcPr>
            <w:tcW w:w="2972" w:type="dxa"/>
            <w:shd w:val="clear" w:color="auto" w:fill="auto"/>
          </w:tcPr>
          <w:p w14:paraId="0B295BF8" w14:textId="0A68F09D" w:rsidR="00C75340" w:rsidRPr="00E062F1" w:rsidRDefault="00C75340" w:rsidP="006B3BD2">
            <w:pPr>
              <w:pStyle w:val="TAC"/>
            </w:pPr>
            <w:r w:rsidRPr="00E062F1">
              <w:t>DC_3A_n258A</w:t>
            </w:r>
          </w:p>
          <w:p w14:paraId="4CB9EA2C" w14:textId="77777777" w:rsidR="00C75340" w:rsidRPr="00E062F1" w:rsidRDefault="00C75340" w:rsidP="006B3BD2">
            <w:pPr>
              <w:pStyle w:val="TAC"/>
              <w:rPr>
                <w:lang w:eastAsia="fi-FI"/>
              </w:rPr>
            </w:pPr>
            <w:r w:rsidRPr="00E062F1">
              <w:rPr>
                <w:lang w:eastAsia="fi-FI"/>
              </w:rPr>
              <w:t>DC_3A_n258B</w:t>
            </w:r>
          </w:p>
          <w:p w14:paraId="135972DA" w14:textId="77777777" w:rsidR="00C75340" w:rsidRPr="00E062F1" w:rsidRDefault="00C75340" w:rsidP="006B3BD2">
            <w:pPr>
              <w:pStyle w:val="TAC"/>
              <w:rPr>
                <w:lang w:eastAsia="fi-FI"/>
              </w:rPr>
            </w:pPr>
            <w:r w:rsidRPr="00E062F1">
              <w:rPr>
                <w:lang w:eastAsia="fi-FI"/>
              </w:rPr>
              <w:t>DC_3A_n258C</w:t>
            </w:r>
          </w:p>
          <w:p w14:paraId="6997D901" w14:textId="77777777" w:rsidR="00C75340" w:rsidRPr="00E062F1" w:rsidRDefault="00C75340" w:rsidP="006B3BD2">
            <w:pPr>
              <w:pStyle w:val="TAC"/>
              <w:rPr>
                <w:lang w:eastAsia="fi-FI"/>
              </w:rPr>
            </w:pPr>
            <w:r w:rsidRPr="00E062F1">
              <w:rPr>
                <w:lang w:eastAsia="fi-FI"/>
              </w:rPr>
              <w:t>DC_3A_n258D</w:t>
            </w:r>
          </w:p>
          <w:p w14:paraId="016CE3F8" w14:textId="77777777" w:rsidR="00C75340" w:rsidRPr="00E062F1" w:rsidRDefault="00C75340" w:rsidP="006B3BD2">
            <w:pPr>
              <w:pStyle w:val="TAC"/>
              <w:rPr>
                <w:lang w:eastAsia="fi-FI"/>
              </w:rPr>
            </w:pPr>
            <w:r w:rsidRPr="00E062F1">
              <w:rPr>
                <w:lang w:eastAsia="fi-FI"/>
              </w:rPr>
              <w:t>DC_3A_n258E</w:t>
            </w:r>
          </w:p>
          <w:p w14:paraId="49724416" w14:textId="77777777" w:rsidR="00C75340" w:rsidRPr="00E062F1" w:rsidRDefault="00C75340" w:rsidP="006B3BD2">
            <w:pPr>
              <w:pStyle w:val="TAC"/>
              <w:rPr>
                <w:lang w:eastAsia="fi-FI"/>
              </w:rPr>
            </w:pPr>
            <w:r w:rsidRPr="00E062F1">
              <w:rPr>
                <w:lang w:eastAsia="fi-FI"/>
              </w:rPr>
              <w:t>DC_3A_n258F</w:t>
            </w:r>
          </w:p>
          <w:p w14:paraId="3FAAD32A" w14:textId="77777777" w:rsidR="00C75340" w:rsidRPr="00E062F1" w:rsidRDefault="00C75340" w:rsidP="006B3BD2">
            <w:pPr>
              <w:pStyle w:val="TAC"/>
              <w:rPr>
                <w:lang w:eastAsia="fi-FI"/>
              </w:rPr>
            </w:pPr>
            <w:r w:rsidRPr="00E062F1">
              <w:rPr>
                <w:lang w:eastAsia="fi-FI"/>
              </w:rPr>
              <w:t>DC_3A_n258G</w:t>
            </w:r>
          </w:p>
          <w:p w14:paraId="1773C907" w14:textId="77777777" w:rsidR="00C75340" w:rsidRPr="00E062F1" w:rsidRDefault="00C75340" w:rsidP="006B3BD2">
            <w:pPr>
              <w:pStyle w:val="TAC"/>
              <w:rPr>
                <w:lang w:eastAsia="fi-FI"/>
              </w:rPr>
            </w:pPr>
            <w:r w:rsidRPr="00E062F1">
              <w:rPr>
                <w:lang w:eastAsia="fi-FI"/>
              </w:rPr>
              <w:t>DC_3A_n258H</w:t>
            </w:r>
          </w:p>
          <w:p w14:paraId="4FF3D20E" w14:textId="77777777" w:rsidR="00C75340" w:rsidRPr="00E062F1" w:rsidRDefault="00C75340" w:rsidP="006B3BD2">
            <w:pPr>
              <w:pStyle w:val="TAC"/>
              <w:rPr>
                <w:lang w:eastAsia="fi-FI"/>
              </w:rPr>
            </w:pPr>
            <w:r w:rsidRPr="00E062F1">
              <w:rPr>
                <w:lang w:eastAsia="fi-FI"/>
              </w:rPr>
              <w:t>DC_3A_n258I</w:t>
            </w:r>
          </w:p>
          <w:p w14:paraId="57CE4BFC" w14:textId="77777777" w:rsidR="00C75340" w:rsidRPr="00E062F1" w:rsidRDefault="00C75340" w:rsidP="006B3BD2">
            <w:pPr>
              <w:pStyle w:val="TAC"/>
              <w:rPr>
                <w:lang w:eastAsia="fi-FI"/>
              </w:rPr>
            </w:pPr>
            <w:r w:rsidRPr="00E062F1">
              <w:rPr>
                <w:lang w:eastAsia="fi-FI"/>
              </w:rPr>
              <w:t>DC_3A_n258J</w:t>
            </w:r>
          </w:p>
          <w:p w14:paraId="2045E7C7" w14:textId="77777777" w:rsidR="00C75340" w:rsidRPr="00E062F1" w:rsidRDefault="00C75340" w:rsidP="006B3BD2">
            <w:pPr>
              <w:pStyle w:val="TAC"/>
              <w:rPr>
                <w:lang w:eastAsia="fi-FI"/>
              </w:rPr>
            </w:pPr>
            <w:r w:rsidRPr="00E062F1">
              <w:rPr>
                <w:lang w:eastAsia="fi-FI"/>
              </w:rPr>
              <w:t>DC_3A_n258K</w:t>
            </w:r>
          </w:p>
          <w:p w14:paraId="34D97FFB" w14:textId="77777777" w:rsidR="00C75340" w:rsidRPr="00E062F1" w:rsidRDefault="00C75340" w:rsidP="006B3BD2">
            <w:pPr>
              <w:pStyle w:val="TAC"/>
              <w:rPr>
                <w:lang w:eastAsia="fi-FI"/>
              </w:rPr>
            </w:pPr>
            <w:r w:rsidRPr="00E062F1">
              <w:rPr>
                <w:lang w:eastAsia="fi-FI"/>
              </w:rPr>
              <w:t>DC_3A_n258L</w:t>
            </w:r>
          </w:p>
          <w:p w14:paraId="5BFD48D8" w14:textId="62F663E7" w:rsidR="00406015" w:rsidRPr="00E062F1" w:rsidRDefault="00C75340" w:rsidP="006B3BD2">
            <w:pPr>
              <w:pStyle w:val="TAC"/>
              <w:rPr>
                <w:lang w:eastAsia="fi-FI"/>
              </w:rPr>
            </w:pPr>
            <w:r w:rsidRPr="00E062F1">
              <w:rPr>
                <w:lang w:eastAsia="fi-FI"/>
              </w:rPr>
              <w:t>DC_3A_n258M</w:t>
            </w:r>
          </w:p>
        </w:tc>
        <w:tc>
          <w:tcPr>
            <w:tcW w:w="2846" w:type="dxa"/>
          </w:tcPr>
          <w:p w14:paraId="1EE07152" w14:textId="026B5CB2" w:rsidR="00406015" w:rsidRPr="00E062F1" w:rsidRDefault="00C75340" w:rsidP="006B3BD2">
            <w:pPr>
              <w:pStyle w:val="TAC"/>
              <w:rPr>
                <w:lang w:eastAsia="fi-FI"/>
              </w:rPr>
            </w:pPr>
            <w:r w:rsidRPr="00E062F1">
              <w:t>DC_3A_n258A</w:t>
            </w:r>
          </w:p>
        </w:tc>
      </w:tr>
      <w:tr w:rsidR="001F078B" w:rsidRPr="00E062F1" w14:paraId="18029083" w14:textId="77777777" w:rsidTr="006B3BD2">
        <w:trPr>
          <w:trHeight w:val="187"/>
          <w:jc w:val="center"/>
        </w:trPr>
        <w:tc>
          <w:tcPr>
            <w:tcW w:w="2972" w:type="dxa"/>
            <w:shd w:val="clear" w:color="auto" w:fill="auto"/>
          </w:tcPr>
          <w:p w14:paraId="72A97200" w14:textId="77777777" w:rsidR="00AC2C07" w:rsidRPr="006B3BD2" w:rsidRDefault="00AC2C07" w:rsidP="006B3BD2">
            <w:pPr>
              <w:pStyle w:val="TAC"/>
              <w:rPr>
                <w:lang w:eastAsia="zh-TW"/>
              </w:rPr>
            </w:pPr>
            <w:r w:rsidRPr="006B3BD2">
              <w:rPr>
                <w:lang w:eastAsia="fi-FI"/>
              </w:rPr>
              <w:t>DC_3A-3A_n257A</w:t>
            </w:r>
          </w:p>
          <w:p w14:paraId="69877211" w14:textId="77777777" w:rsidR="00AC2C07" w:rsidRPr="006B3BD2" w:rsidRDefault="00AC2C07" w:rsidP="006B3BD2">
            <w:pPr>
              <w:pStyle w:val="TAC"/>
              <w:rPr>
                <w:lang w:eastAsia="zh-TW"/>
              </w:rPr>
            </w:pPr>
            <w:r w:rsidRPr="006B3BD2">
              <w:rPr>
                <w:lang w:eastAsia="zh-TW"/>
              </w:rPr>
              <w:t>DC_3A-3A_n257D</w:t>
            </w:r>
          </w:p>
          <w:p w14:paraId="0C2FF0FD" w14:textId="77777777" w:rsidR="00AC2C07" w:rsidRPr="006B3BD2" w:rsidRDefault="00AC2C07" w:rsidP="006B3BD2">
            <w:pPr>
              <w:pStyle w:val="TAC"/>
              <w:rPr>
                <w:lang w:eastAsia="zh-TW"/>
              </w:rPr>
            </w:pPr>
            <w:r w:rsidRPr="006B3BD2">
              <w:rPr>
                <w:lang w:eastAsia="zh-TW"/>
              </w:rPr>
              <w:t>DC_3A-3A_n257E</w:t>
            </w:r>
          </w:p>
          <w:p w14:paraId="263CC239" w14:textId="77777777" w:rsidR="00AC2C07" w:rsidRPr="006B3BD2" w:rsidRDefault="00AC2C07" w:rsidP="006B3BD2">
            <w:pPr>
              <w:pStyle w:val="TAC"/>
              <w:rPr>
                <w:lang w:eastAsia="zh-TW"/>
              </w:rPr>
            </w:pPr>
            <w:r w:rsidRPr="006B3BD2">
              <w:rPr>
                <w:lang w:eastAsia="zh-TW"/>
              </w:rPr>
              <w:t>DC_3A-3A_n257F</w:t>
            </w:r>
          </w:p>
          <w:p w14:paraId="03F3D3E9" w14:textId="77777777" w:rsidR="00AC2C07" w:rsidRPr="006B3BD2" w:rsidRDefault="00AC2C07" w:rsidP="006B3BD2">
            <w:pPr>
              <w:pStyle w:val="TAC"/>
              <w:rPr>
                <w:lang w:eastAsia="zh-TW"/>
              </w:rPr>
            </w:pPr>
            <w:r w:rsidRPr="006B3BD2">
              <w:rPr>
                <w:lang w:eastAsia="zh-TW"/>
              </w:rPr>
              <w:t>DC_3A-3A_n257G</w:t>
            </w:r>
          </w:p>
          <w:p w14:paraId="3C1544E5" w14:textId="77777777" w:rsidR="00AC2C07" w:rsidRPr="006B3BD2" w:rsidRDefault="00AC2C07" w:rsidP="006B3BD2">
            <w:pPr>
              <w:pStyle w:val="TAC"/>
              <w:rPr>
                <w:lang w:eastAsia="zh-TW"/>
              </w:rPr>
            </w:pPr>
            <w:r w:rsidRPr="006B3BD2">
              <w:rPr>
                <w:lang w:eastAsia="zh-TW"/>
              </w:rPr>
              <w:t>DC_3A-3A_n257H</w:t>
            </w:r>
          </w:p>
          <w:p w14:paraId="1700E853" w14:textId="77777777" w:rsidR="00AC2C07" w:rsidRPr="006B3BD2" w:rsidRDefault="00AC2C07" w:rsidP="006B3BD2">
            <w:pPr>
              <w:pStyle w:val="TAC"/>
              <w:rPr>
                <w:lang w:eastAsia="zh-TW"/>
              </w:rPr>
            </w:pPr>
            <w:r w:rsidRPr="006B3BD2">
              <w:rPr>
                <w:lang w:eastAsia="zh-TW"/>
              </w:rPr>
              <w:t>DC_3A-3A_n257I</w:t>
            </w:r>
          </w:p>
          <w:p w14:paraId="18DD778B" w14:textId="77777777" w:rsidR="00AC2C07" w:rsidRPr="006B3BD2" w:rsidRDefault="00AC2C07" w:rsidP="006B3BD2">
            <w:pPr>
              <w:pStyle w:val="TAC"/>
              <w:rPr>
                <w:lang w:eastAsia="zh-TW"/>
              </w:rPr>
            </w:pPr>
            <w:r w:rsidRPr="006B3BD2">
              <w:rPr>
                <w:lang w:eastAsia="zh-TW"/>
              </w:rPr>
              <w:t>DC_3A-3A_n257J</w:t>
            </w:r>
          </w:p>
          <w:p w14:paraId="033FDC9A" w14:textId="77777777" w:rsidR="00AC2C07" w:rsidRPr="006B3BD2" w:rsidRDefault="00AC2C07" w:rsidP="006B3BD2">
            <w:pPr>
              <w:pStyle w:val="TAC"/>
              <w:rPr>
                <w:lang w:eastAsia="zh-TW"/>
              </w:rPr>
            </w:pPr>
            <w:r w:rsidRPr="006B3BD2">
              <w:rPr>
                <w:lang w:eastAsia="zh-TW"/>
              </w:rPr>
              <w:t>DC_3A-3A_n257K</w:t>
            </w:r>
          </w:p>
          <w:p w14:paraId="43FEAFE6" w14:textId="77777777" w:rsidR="00AC2C07" w:rsidRPr="006B3BD2" w:rsidRDefault="00AC2C07" w:rsidP="006B3BD2">
            <w:pPr>
              <w:pStyle w:val="TAC"/>
              <w:rPr>
                <w:lang w:eastAsia="zh-TW"/>
              </w:rPr>
            </w:pPr>
            <w:r w:rsidRPr="006B3BD2">
              <w:rPr>
                <w:lang w:eastAsia="zh-TW"/>
              </w:rPr>
              <w:t>DC_3A-3A_n257L</w:t>
            </w:r>
          </w:p>
          <w:p w14:paraId="388C4246" w14:textId="1CAEEDFD" w:rsidR="00C75340" w:rsidRPr="006B3BD2" w:rsidRDefault="00AC2C07" w:rsidP="006B3BD2">
            <w:pPr>
              <w:pStyle w:val="TAC"/>
            </w:pPr>
            <w:r w:rsidRPr="006B3BD2">
              <w:rPr>
                <w:lang w:eastAsia="zh-TW"/>
              </w:rPr>
              <w:t>DC_3A-3A_n257M</w:t>
            </w:r>
          </w:p>
        </w:tc>
        <w:tc>
          <w:tcPr>
            <w:tcW w:w="2846" w:type="dxa"/>
          </w:tcPr>
          <w:p w14:paraId="77D741C1" w14:textId="183E3207" w:rsidR="00C75340" w:rsidRPr="006B3BD2" w:rsidRDefault="00C75340" w:rsidP="006B3BD2">
            <w:pPr>
              <w:pStyle w:val="TAC"/>
            </w:pPr>
            <w:r w:rsidRPr="006B3BD2">
              <w:rPr>
                <w:lang w:eastAsia="fi-FI"/>
              </w:rPr>
              <w:t>DC_3A_n257A</w:t>
            </w:r>
          </w:p>
        </w:tc>
      </w:tr>
      <w:tr w:rsidR="001F078B" w:rsidRPr="00E062F1" w14:paraId="41B36574" w14:textId="77777777" w:rsidTr="006B3BD2">
        <w:trPr>
          <w:trHeight w:val="187"/>
          <w:jc w:val="center"/>
        </w:trPr>
        <w:tc>
          <w:tcPr>
            <w:tcW w:w="2972" w:type="dxa"/>
            <w:shd w:val="clear" w:color="auto" w:fill="auto"/>
          </w:tcPr>
          <w:p w14:paraId="2EBAC11F" w14:textId="77777777" w:rsidR="00C75340" w:rsidRPr="00E062F1" w:rsidRDefault="00C75340" w:rsidP="006B3BD2">
            <w:pPr>
              <w:pStyle w:val="TAC"/>
              <w:rPr>
                <w:rFonts w:cs="Arial"/>
                <w:lang w:eastAsia="ja-JP"/>
              </w:rPr>
            </w:pPr>
            <w:r w:rsidRPr="00E062F1">
              <w:rPr>
                <w:rFonts w:cs="Arial"/>
                <w:lang w:eastAsia="ja-JP"/>
              </w:rPr>
              <w:lastRenderedPageBreak/>
              <w:t>DC_4A_n260(2A)</w:t>
            </w:r>
          </w:p>
          <w:p w14:paraId="4D8F8240" w14:textId="77777777" w:rsidR="00C75340" w:rsidRPr="00E062F1" w:rsidRDefault="00C75340" w:rsidP="006B3BD2">
            <w:pPr>
              <w:pStyle w:val="TAC"/>
              <w:rPr>
                <w:rFonts w:cs="Arial"/>
                <w:lang w:eastAsia="ja-JP"/>
              </w:rPr>
            </w:pPr>
            <w:r w:rsidRPr="00E062F1">
              <w:rPr>
                <w:rFonts w:cs="Arial"/>
                <w:lang w:eastAsia="ja-JP"/>
              </w:rPr>
              <w:t>DC_4A_n260(</w:t>
            </w:r>
            <w:r w:rsidRPr="00E062F1">
              <w:rPr>
                <w:rFonts w:eastAsia="Yu Mincho" w:cs="Arial"/>
                <w:lang w:eastAsia="ja-JP"/>
              </w:rPr>
              <w:t>3</w:t>
            </w:r>
            <w:r w:rsidRPr="00E062F1">
              <w:rPr>
                <w:rFonts w:cs="Arial"/>
                <w:lang w:eastAsia="ja-JP"/>
              </w:rPr>
              <w:t>A)</w:t>
            </w:r>
          </w:p>
          <w:p w14:paraId="1584AFBD" w14:textId="77777777" w:rsidR="00C75340" w:rsidRPr="00E062F1" w:rsidRDefault="00C75340" w:rsidP="006B3BD2">
            <w:pPr>
              <w:pStyle w:val="TAC"/>
              <w:rPr>
                <w:rFonts w:cs="Arial"/>
                <w:lang w:eastAsia="ja-JP"/>
              </w:rPr>
            </w:pPr>
            <w:r w:rsidRPr="00E062F1">
              <w:rPr>
                <w:rFonts w:cs="Arial"/>
                <w:lang w:eastAsia="ja-JP"/>
              </w:rPr>
              <w:t>DC_4A_n260(4A)</w:t>
            </w:r>
          </w:p>
          <w:p w14:paraId="1E569B03" w14:textId="77777777" w:rsidR="00C75340" w:rsidRPr="00E062F1" w:rsidRDefault="00C75340" w:rsidP="006B3BD2">
            <w:pPr>
              <w:pStyle w:val="TAC"/>
            </w:pPr>
            <w:r w:rsidRPr="00E062F1">
              <w:t>DC_4A_n260(5A)</w:t>
            </w:r>
          </w:p>
          <w:p w14:paraId="7B858226" w14:textId="77777777" w:rsidR="00C75340" w:rsidRPr="00E062F1" w:rsidRDefault="00C75340" w:rsidP="006B3BD2">
            <w:pPr>
              <w:pStyle w:val="TAC"/>
            </w:pPr>
            <w:r w:rsidRPr="00E062F1">
              <w:t>DC_4A_n260(6A)</w:t>
            </w:r>
          </w:p>
          <w:p w14:paraId="4BDEF79F" w14:textId="77777777" w:rsidR="00C75340" w:rsidRPr="00E062F1" w:rsidRDefault="00C75340" w:rsidP="006B3BD2">
            <w:pPr>
              <w:pStyle w:val="TAC"/>
            </w:pPr>
            <w:r w:rsidRPr="00E062F1">
              <w:t>DC_4A_n260(7A)</w:t>
            </w:r>
          </w:p>
          <w:p w14:paraId="43CE6681" w14:textId="77777777" w:rsidR="00C75340" w:rsidRPr="00E062F1" w:rsidRDefault="00C75340" w:rsidP="006B3BD2">
            <w:pPr>
              <w:pStyle w:val="TAC"/>
            </w:pPr>
            <w:r w:rsidRPr="00E062F1">
              <w:t>DC_4A_n260(8A)</w:t>
            </w:r>
          </w:p>
          <w:p w14:paraId="603F313D" w14:textId="77777777" w:rsidR="00C75340" w:rsidRPr="00E062F1" w:rsidRDefault="00C75340" w:rsidP="006B3BD2">
            <w:pPr>
              <w:pStyle w:val="TAC"/>
            </w:pPr>
            <w:r w:rsidRPr="00E062F1">
              <w:t>DC_4A_n260(2D)</w:t>
            </w:r>
          </w:p>
          <w:p w14:paraId="7350CAD9" w14:textId="77777777" w:rsidR="00C75340" w:rsidRPr="00E062F1" w:rsidRDefault="00C75340" w:rsidP="006B3BD2">
            <w:pPr>
              <w:pStyle w:val="TAC"/>
            </w:pPr>
            <w:r w:rsidRPr="00E062F1">
              <w:t>DC_4A_n260(2G)</w:t>
            </w:r>
          </w:p>
          <w:p w14:paraId="7D82D0ED" w14:textId="77777777" w:rsidR="00C75340" w:rsidRPr="00E062F1" w:rsidRDefault="00C75340" w:rsidP="006B3BD2">
            <w:pPr>
              <w:pStyle w:val="TAC"/>
            </w:pPr>
            <w:r w:rsidRPr="00E062F1">
              <w:t>DC_4A_n260(3G)</w:t>
            </w:r>
          </w:p>
          <w:p w14:paraId="1E961C18" w14:textId="77777777" w:rsidR="00C75340" w:rsidRPr="00E062F1" w:rsidRDefault="00C75340" w:rsidP="006B3BD2">
            <w:pPr>
              <w:pStyle w:val="TAC"/>
            </w:pPr>
            <w:r w:rsidRPr="00E062F1">
              <w:t>DC_4A_n260(4G)</w:t>
            </w:r>
          </w:p>
          <w:p w14:paraId="7FC09244" w14:textId="77777777" w:rsidR="00C75340" w:rsidRPr="00E062F1" w:rsidRDefault="00C75340" w:rsidP="006B3BD2">
            <w:pPr>
              <w:pStyle w:val="TAC"/>
            </w:pPr>
            <w:r w:rsidRPr="00E062F1">
              <w:t>DC_4A_n260(2H)</w:t>
            </w:r>
          </w:p>
          <w:p w14:paraId="19B83AD5" w14:textId="77777777" w:rsidR="00C75340" w:rsidRPr="00E062F1" w:rsidRDefault="00C75340" w:rsidP="006B3BD2">
            <w:pPr>
              <w:pStyle w:val="TAC"/>
            </w:pPr>
            <w:r w:rsidRPr="00E062F1">
              <w:t>DC_4A_n260(2O)</w:t>
            </w:r>
          </w:p>
          <w:p w14:paraId="4BB5C83B" w14:textId="77777777" w:rsidR="00C75340" w:rsidRPr="00E062F1" w:rsidRDefault="00C75340" w:rsidP="006B3BD2">
            <w:pPr>
              <w:pStyle w:val="TAC"/>
            </w:pPr>
            <w:r w:rsidRPr="00E062F1">
              <w:t>DC_4A_n260(3O)</w:t>
            </w:r>
          </w:p>
          <w:p w14:paraId="17CF6AE2" w14:textId="77777777" w:rsidR="00C75340" w:rsidRPr="00E062F1" w:rsidRDefault="00C75340" w:rsidP="006B3BD2">
            <w:pPr>
              <w:pStyle w:val="TAC"/>
            </w:pPr>
            <w:r w:rsidRPr="00E062F1">
              <w:t>DC_4A_n260(4O)</w:t>
            </w:r>
          </w:p>
          <w:p w14:paraId="0B4425B7" w14:textId="77777777" w:rsidR="00C75340" w:rsidRPr="00E062F1" w:rsidRDefault="00C75340" w:rsidP="006B3BD2">
            <w:pPr>
              <w:pStyle w:val="TAC"/>
            </w:pPr>
            <w:r w:rsidRPr="00E062F1">
              <w:t>DC_4A_n260(A-D)</w:t>
            </w:r>
          </w:p>
          <w:p w14:paraId="50678724" w14:textId="77777777" w:rsidR="00C75340" w:rsidRPr="00E062F1" w:rsidRDefault="00C75340" w:rsidP="006B3BD2">
            <w:pPr>
              <w:pStyle w:val="TAC"/>
            </w:pPr>
            <w:r w:rsidRPr="00E062F1">
              <w:t>DC_4A_n260(2A-D)</w:t>
            </w:r>
          </w:p>
          <w:p w14:paraId="2EB8499E" w14:textId="77777777" w:rsidR="00C75340" w:rsidRPr="00E062F1" w:rsidRDefault="00C75340" w:rsidP="006B3BD2">
            <w:pPr>
              <w:pStyle w:val="TAC"/>
            </w:pPr>
            <w:r w:rsidRPr="00E062F1">
              <w:t>DC_4A_n260(A-O)</w:t>
            </w:r>
          </w:p>
          <w:p w14:paraId="6EED0E8F" w14:textId="77777777" w:rsidR="00C75340" w:rsidRPr="00E062F1" w:rsidRDefault="00C75340" w:rsidP="006B3BD2">
            <w:pPr>
              <w:pStyle w:val="TAC"/>
            </w:pPr>
            <w:r w:rsidRPr="00E062F1">
              <w:t>DC_4A_n260(2A-O)</w:t>
            </w:r>
          </w:p>
          <w:p w14:paraId="17546DD3" w14:textId="77777777" w:rsidR="00C75340" w:rsidRPr="00E062F1" w:rsidRDefault="00C75340" w:rsidP="006B3BD2">
            <w:pPr>
              <w:pStyle w:val="TAC"/>
            </w:pPr>
            <w:r w:rsidRPr="00E062F1">
              <w:t>DC_4A_n260(A-D-O)</w:t>
            </w:r>
          </w:p>
          <w:p w14:paraId="1D060475" w14:textId="77777777" w:rsidR="00C75340" w:rsidRPr="00E062F1" w:rsidRDefault="00C75340" w:rsidP="006B3BD2">
            <w:pPr>
              <w:pStyle w:val="TAC"/>
            </w:pPr>
            <w:r w:rsidRPr="00E062F1">
              <w:t>DC_4A_n260(2A-D-O)</w:t>
            </w:r>
          </w:p>
          <w:p w14:paraId="0AE5B6F4" w14:textId="77777777" w:rsidR="00C75340" w:rsidRPr="00E062F1" w:rsidRDefault="00C75340" w:rsidP="006B3BD2">
            <w:pPr>
              <w:pStyle w:val="TAC"/>
            </w:pPr>
            <w:r w:rsidRPr="00E062F1">
              <w:t>DC_4A_n260(A-2O)</w:t>
            </w:r>
          </w:p>
          <w:p w14:paraId="29A855D4" w14:textId="77777777" w:rsidR="00C75340" w:rsidRPr="00E062F1" w:rsidRDefault="00C75340" w:rsidP="006B3BD2">
            <w:pPr>
              <w:pStyle w:val="TAC"/>
            </w:pPr>
            <w:r w:rsidRPr="00E062F1">
              <w:t>DC_4A_n260(D-2O)</w:t>
            </w:r>
          </w:p>
          <w:p w14:paraId="39F17FC8" w14:textId="77777777" w:rsidR="00C75340" w:rsidRPr="00E062F1" w:rsidRDefault="00C75340" w:rsidP="006B3BD2">
            <w:pPr>
              <w:pStyle w:val="TAC"/>
            </w:pPr>
            <w:r w:rsidRPr="00E062F1">
              <w:t>DC_4A_n260(A-D-2O)</w:t>
            </w:r>
          </w:p>
          <w:p w14:paraId="00BFE65D" w14:textId="77777777" w:rsidR="00C75340" w:rsidRPr="00E062F1" w:rsidRDefault="00C75340" w:rsidP="006B3BD2">
            <w:pPr>
              <w:pStyle w:val="TAC"/>
            </w:pPr>
            <w:r w:rsidRPr="00E062F1">
              <w:t>DC_4A_n260(2A-D-2O)</w:t>
            </w:r>
          </w:p>
          <w:p w14:paraId="5CF534EE" w14:textId="77777777" w:rsidR="00C75340" w:rsidRPr="00E062F1" w:rsidRDefault="00C75340" w:rsidP="006B3BD2">
            <w:pPr>
              <w:pStyle w:val="TAC"/>
            </w:pPr>
            <w:r w:rsidRPr="00E062F1">
              <w:t>DC_4A_n260(A-2D)</w:t>
            </w:r>
          </w:p>
          <w:p w14:paraId="45FC82AD" w14:textId="77777777" w:rsidR="00C75340" w:rsidRPr="00E062F1" w:rsidRDefault="00C75340" w:rsidP="006B3BD2">
            <w:pPr>
              <w:pStyle w:val="TAC"/>
            </w:pPr>
            <w:r w:rsidRPr="00E062F1">
              <w:t>DC_4A_n260(2A-2D)</w:t>
            </w:r>
          </w:p>
          <w:p w14:paraId="032E0197" w14:textId="77777777" w:rsidR="00C75340" w:rsidRPr="00E062F1" w:rsidRDefault="00C75340" w:rsidP="006B3BD2">
            <w:pPr>
              <w:pStyle w:val="TAC"/>
            </w:pPr>
            <w:r w:rsidRPr="00E062F1">
              <w:t>DC_4A_n260(A-P)</w:t>
            </w:r>
          </w:p>
          <w:p w14:paraId="16FFB00F" w14:textId="77777777" w:rsidR="00C75340" w:rsidRPr="00E062F1" w:rsidRDefault="00C75340" w:rsidP="006B3BD2">
            <w:pPr>
              <w:pStyle w:val="TAC"/>
            </w:pPr>
            <w:r w:rsidRPr="00E062F1">
              <w:t>DC_4A_n260(2A-P)</w:t>
            </w:r>
          </w:p>
          <w:p w14:paraId="6A11FDC0" w14:textId="77777777" w:rsidR="00C75340" w:rsidRPr="00E062F1" w:rsidRDefault="00C75340" w:rsidP="006B3BD2">
            <w:pPr>
              <w:pStyle w:val="TAC"/>
            </w:pPr>
            <w:r w:rsidRPr="00E062F1">
              <w:t>DC_4A_n260(A-2P)</w:t>
            </w:r>
          </w:p>
          <w:p w14:paraId="4F409879" w14:textId="77777777" w:rsidR="00C75340" w:rsidRPr="00E062F1" w:rsidRDefault="00C75340" w:rsidP="006B3BD2">
            <w:pPr>
              <w:pStyle w:val="TAC"/>
            </w:pPr>
            <w:r w:rsidRPr="00E062F1">
              <w:t>DC_4A_n260(2A-2P)</w:t>
            </w:r>
          </w:p>
          <w:p w14:paraId="7C263F1B" w14:textId="77777777" w:rsidR="00C75340" w:rsidRPr="00E062F1" w:rsidRDefault="00C75340" w:rsidP="006B3BD2">
            <w:pPr>
              <w:pStyle w:val="TAC"/>
            </w:pPr>
            <w:r w:rsidRPr="00E062F1">
              <w:t>DC_4A_n260(A-G)</w:t>
            </w:r>
          </w:p>
          <w:p w14:paraId="624FF740" w14:textId="77777777" w:rsidR="00C75340" w:rsidRPr="00E062F1" w:rsidRDefault="00C75340" w:rsidP="006B3BD2">
            <w:pPr>
              <w:pStyle w:val="TAC"/>
            </w:pPr>
            <w:r w:rsidRPr="00E062F1">
              <w:t>DC_4A_n260(2A-G)</w:t>
            </w:r>
          </w:p>
          <w:p w14:paraId="30CD499D" w14:textId="77777777" w:rsidR="00C75340" w:rsidRPr="00E062F1" w:rsidRDefault="00C75340" w:rsidP="006B3BD2">
            <w:pPr>
              <w:pStyle w:val="TAC"/>
            </w:pPr>
            <w:r w:rsidRPr="00E062F1">
              <w:t>DC_4A_n260(A-2G)</w:t>
            </w:r>
          </w:p>
          <w:p w14:paraId="4E8DCD13" w14:textId="77777777" w:rsidR="00C75340" w:rsidRPr="00E062F1" w:rsidRDefault="00C75340" w:rsidP="006B3BD2">
            <w:pPr>
              <w:pStyle w:val="TAC"/>
            </w:pPr>
            <w:r w:rsidRPr="00E062F1">
              <w:t>DC_4A_n260(2A-2G)</w:t>
            </w:r>
          </w:p>
          <w:p w14:paraId="31011EDB" w14:textId="77777777" w:rsidR="00C75340" w:rsidRPr="00E062F1" w:rsidRDefault="00C75340" w:rsidP="006B3BD2">
            <w:pPr>
              <w:pStyle w:val="TAC"/>
            </w:pPr>
            <w:r w:rsidRPr="00E062F1">
              <w:t>DC_4A_n260(G-O)</w:t>
            </w:r>
          </w:p>
          <w:p w14:paraId="13097FF1" w14:textId="77777777" w:rsidR="00C75340" w:rsidRPr="00E062F1" w:rsidRDefault="00C75340" w:rsidP="006B3BD2">
            <w:pPr>
              <w:pStyle w:val="TAC"/>
            </w:pPr>
            <w:r w:rsidRPr="00E062F1">
              <w:t>DC_4A_n260(2G-O)</w:t>
            </w:r>
          </w:p>
          <w:p w14:paraId="6E7E05DB" w14:textId="77777777" w:rsidR="00C75340" w:rsidRPr="00E062F1" w:rsidRDefault="00C75340" w:rsidP="006B3BD2">
            <w:pPr>
              <w:pStyle w:val="TAC"/>
            </w:pPr>
            <w:r w:rsidRPr="00E062F1">
              <w:t>DC_4A_n260(A-G-O)</w:t>
            </w:r>
          </w:p>
          <w:p w14:paraId="73B3A36F" w14:textId="77777777" w:rsidR="00C75340" w:rsidRPr="00E062F1" w:rsidRDefault="00C75340" w:rsidP="006B3BD2">
            <w:pPr>
              <w:pStyle w:val="TAC"/>
            </w:pPr>
            <w:r w:rsidRPr="00E062F1">
              <w:t>DC_4A_n260(2A-G-O)</w:t>
            </w:r>
          </w:p>
          <w:p w14:paraId="4D91C359" w14:textId="77777777" w:rsidR="00C75340" w:rsidRPr="00E062F1" w:rsidRDefault="00C75340" w:rsidP="006B3BD2">
            <w:pPr>
              <w:pStyle w:val="TAC"/>
            </w:pPr>
            <w:r w:rsidRPr="00E062F1">
              <w:t>DC_4A_n260(A-2G-O)</w:t>
            </w:r>
          </w:p>
          <w:p w14:paraId="6C000811" w14:textId="77777777" w:rsidR="00C75340" w:rsidRPr="00E062F1" w:rsidRDefault="00C75340" w:rsidP="006B3BD2">
            <w:pPr>
              <w:pStyle w:val="TAC"/>
            </w:pPr>
            <w:r w:rsidRPr="00E062F1">
              <w:t>DC_4A_n260(2A-2G-O)</w:t>
            </w:r>
          </w:p>
          <w:p w14:paraId="5842731A" w14:textId="77777777" w:rsidR="00C75340" w:rsidRPr="00E062F1" w:rsidRDefault="00C75340" w:rsidP="006B3BD2">
            <w:pPr>
              <w:pStyle w:val="TAC"/>
            </w:pPr>
            <w:r w:rsidRPr="00E062F1">
              <w:t>DC_4A_n260(A-H)</w:t>
            </w:r>
          </w:p>
          <w:p w14:paraId="0846A143" w14:textId="77777777" w:rsidR="00C75340" w:rsidRPr="00E062F1" w:rsidRDefault="00C75340" w:rsidP="006B3BD2">
            <w:pPr>
              <w:pStyle w:val="TAC"/>
            </w:pPr>
            <w:r w:rsidRPr="00E062F1">
              <w:t>DC_4A_n260(A-2H)</w:t>
            </w:r>
          </w:p>
          <w:p w14:paraId="18A541A3" w14:textId="77777777" w:rsidR="00C75340" w:rsidRPr="00E062F1" w:rsidRDefault="00C75340" w:rsidP="006B3BD2">
            <w:pPr>
              <w:pStyle w:val="TAC"/>
            </w:pPr>
            <w:r w:rsidRPr="00E062F1">
              <w:t>DC_4A_n260(2A-H)</w:t>
            </w:r>
          </w:p>
          <w:p w14:paraId="16D3C9D5" w14:textId="77777777" w:rsidR="00C75340" w:rsidRPr="00E062F1" w:rsidRDefault="00C75340" w:rsidP="006B3BD2">
            <w:pPr>
              <w:pStyle w:val="TAC"/>
            </w:pPr>
            <w:r w:rsidRPr="00E062F1">
              <w:t>DC_4A_n260(2A-2H)</w:t>
            </w:r>
          </w:p>
          <w:p w14:paraId="55F2AC05" w14:textId="77777777" w:rsidR="00C75340" w:rsidRPr="00E062F1" w:rsidRDefault="00C75340" w:rsidP="006B3BD2">
            <w:pPr>
              <w:pStyle w:val="TAC"/>
            </w:pPr>
            <w:r w:rsidRPr="00E062F1">
              <w:t>DC_4A_n260(2A-2O)</w:t>
            </w:r>
          </w:p>
          <w:p w14:paraId="59BE2C22" w14:textId="77777777" w:rsidR="00C75340" w:rsidRPr="00E062F1" w:rsidRDefault="00C75340" w:rsidP="006B3BD2">
            <w:pPr>
              <w:pStyle w:val="TAC"/>
            </w:pPr>
            <w:r w:rsidRPr="00E062F1">
              <w:t>DC_4A_n260(A-3O)</w:t>
            </w:r>
          </w:p>
          <w:p w14:paraId="6FAFF8E7" w14:textId="77777777" w:rsidR="00C75340" w:rsidRPr="00E062F1" w:rsidRDefault="00C75340" w:rsidP="006B3BD2">
            <w:pPr>
              <w:pStyle w:val="TAC"/>
            </w:pPr>
            <w:r w:rsidRPr="00E062F1">
              <w:t>DC_4A_n260(2A-3O)</w:t>
            </w:r>
          </w:p>
          <w:p w14:paraId="4CECACFB" w14:textId="77777777" w:rsidR="00C75340" w:rsidRPr="00E062F1" w:rsidRDefault="00C75340" w:rsidP="006B3BD2">
            <w:pPr>
              <w:pStyle w:val="TAC"/>
            </w:pPr>
            <w:r w:rsidRPr="00E062F1">
              <w:t>DC_4A_n260(A-4O)</w:t>
            </w:r>
          </w:p>
          <w:p w14:paraId="2EB4E4CA" w14:textId="77777777" w:rsidR="00C75340" w:rsidRPr="00E062F1" w:rsidRDefault="00C75340" w:rsidP="006B3BD2">
            <w:pPr>
              <w:pStyle w:val="TAC"/>
            </w:pPr>
            <w:r w:rsidRPr="00E062F1">
              <w:t>DC_4A_n260(2A-4O)</w:t>
            </w:r>
          </w:p>
          <w:p w14:paraId="6CB9D76C" w14:textId="77777777" w:rsidR="00C75340" w:rsidRPr="00E062F1" w:rsidRDefault="00C75340" w:rsidP="006B3BD2">
            <w:pPr>
              <w:pStyle w:val="TAC"/>
            </w:pPr>
            <w:r w:rsidRPr="00E062F1">
              <w:t>DC_4A_n260(3A-O)</w:t>
            </w:r>
          </w:p>
          <w:p w14:paraId="308A335C" w14:textId="77777777" w:rsidR="00C75340" w:rsidRPr="00E062F1" w:rsidRDefault="00C75340" w:rsidP="006B3BD2">
            <w:pPr>
              <w:pStyle w:val="TAC"/>
            </w:pPr>
            <w:r w:rsidRPr="00E062F1">
              <w:t>DC_4A_n260(3A-2O)</w:t>
            </w:r>
          </w:p>
          <w:p w14:paraId="40E12444" w14:textId="77777777" w:rsidR="00C75340" w:rsidRPr="00E062F1" w:rsidRDefault="00C75340" w:rsidP="006B3BD2">
            <w:pPr>
              <w:pStyle w:val="TAC"/>
            </w:pPr>
            <w:r w:rsidRPr="00E062F1">
              <w:t>DC_4A_n260(3A-3O)</w:t>
            </w:r>
          </w:p>
          <w:p w14:paraId="1839285C" w14:textId="77777777" w:rsidR="00C75340" w:rsidRPr="00E062F1" w:rsidRDefault="00C75340" w:rsidP="006B3BD2">
            <w:pPr>
              <w:pStyle w:val="TAC"/>
            </w:pPr>
            <w:r w:rsidRPr="00E062F1">
              <w:t>DC_4A_n260(3A-G)</w:t>
            </w:r>
          </w:p>
          <w:p w14:paraId="63CE1B39" w14:textId="77777777" w:rsidR="00C75340" w:rsidRPr="00E062F1" w:rsidRDefault="00C75340" w:rsidP="006B3BD2">
            <w:pPr>
              <w:pStyle w:val="TAC"/>
            </w:pPr>
            <w:r w:rsidRPr="00E062F1">
              <w:t>DC_4A_n260(3A-2G)</w:t>
            </w:r>
          </w:p>
          <w:p w14:paraId="74F756AF" w14:textId="77777777" w:rsidR="00C75340" w:rsidRPr="00E062F1" w:rsidRDefault="00C75340" w:rsidP="006B3BD2">
            <w:pPr>
              <w:pStyle w:val="TAC"/>
            </w:pPr>
            <w:r w:rsidRPr="00E062F1">
              <w:t>DC_4A_n260(4A-G)</w:t>
            </w:r>
          </w:p>
          <w:p w14:paraId="4FC576E0" w14:textId="77777777" w:rsidR="00C75340" w:rsidRPr="00E062F1" w:rsidRDefault="00C75340" w:rsidP="006B3BD2">
            <w:pPr>
              <w:pStyle w:val="TAC"/>
            </w:pPr>
            <w:r w:rsidRPr="00E062F1">
              <w:t>DC_4A_n260(4A-2G)</w:t>
            </w:r>
          </w:p>
          <w:p w14:paraId="656E6097" w14:textId="77777777" w:rsidR="00C75340" w:rsidRPr="00E062F1" w:rsidRDefault="00C75340" w:rsidP="006B3BD2">
            <w:pPr>
              <w:pStyle w:val="TAC"/>
            </w:pPr>
            <w:r w:rsidRPr="00E062F1">
              <w:t>DC_4A_n260(4A-O)</w:t>
            </w:r>
          </w:p>
          <w:p w14:paraId="567C6C4D" w14:textId="77777777" w:rsidR="00C75340" w:rsidRPr="00E062F1" w:rsidRDefault="00C75340" w:rsidP="006B3BD2">
            <w:pPr>
              <w:pStyle w:val="TAC"/>
            </w:pPr>
            <w:r w:rsidRPr="00E062F1">
              <w:t>DC_4A_n260(4A-2O)</w:t>
            </w:r>
          </w:p>
          <w:p w14:paraId="7E53B1F1" w14:textId="77777777" w:rsidR="00C75340" w:rsidRPr="00E062F1" w:rsidRDefault="00C75340" w:rsidP="006B3BD2">
            <w:pPr>
              <w:pStyle w:val="TAC"/>
            </w:pPr>
            <w:r w:rsidRPr="00E062F1">
              <w:t>DC_4A_n260(D-2G)</w:t>
            </w:r>
          </w:p>
          <w:p w14:paraId="6BDE60EF" w14:textId="77777777" w:rsidR="00C75340" w:rsidRPr="00E062F1" w:rsidRDefault="00C75340" w:rsidP="006B3BD2">
            <w:pPr>
              <w:pStyle w:val="TAC"/>
            </w:pPr>
            <w:r w:rsidRPr="00E062F1">
              <w:t>DC_4A_n260(2D-O)</w:t>
            </w:r>
          </w:p>
          <w:p w14:paraId="4D39B0BA" w14:textId="77777777" w:rsidR="00C75340" w:rsidRPr="00E062F1" w:rsidRDefault="00C75340" w:rsidP="006B3BD2">
            <w:pPr>
              <w:pStyle w:val="TAC"/>
            </w:pPr>
            <w:r w:rsidRPr="00E062F1">
              <w:t>DC_4A_n260(G-2O)</w:t>
            </w:r>
          </w:p>
          <w:p w14:paraId="393DABCF" w14:textId="77777777" w:rsidR="00C75340" w:rsidRPr="00E062F1" w:rsidRDefault="00C75340" w:rsidP="006B3BD2">
            <w:pPr>
              <w:pStyle w:val="TAC"/>
            </w:pPr>
            <w:r w:rsidRPr="00E062F1">
              <w:t>DC_4A_n260(2G-2O)</w:t>
            </w:r>
          </w:p>
          <w:p w14:paraId="0DF4EEAE" w14:textId="77777777" w:rsidR="00C75340" w:rsidRPr="00E062F1" w:rsidRDefault="00C75340" w:rsidP="006B3BD2">
            <w:pPr>
              <w:pStyle w:val="TAC"/>
            </w:pPr>
            <w:r w:rsidRPr="00E062F1">
              <w:t>DC_4A_n260(G-3O)</w:t>
            </w:r>
          </w:p>
          <w:p w14:paraId="087551D2" w14:textId="77777777" w:rsidR="00C75340" w:rsidRPr="00E062F1" w:rsidRDefault="00C75340" w:rsidP="006B3BD2">
            <w:pPr>
              <w:pStyle w:val="TAC"/>
            </w:pPr>
            <w:r w:rsidRPr="00E062F1">
              <w:t>DC_4A_n260(2G-3O)</w:t>
            </w:r>
          </w:p>
          <w:p w14:paraId="17D09924" w14:textId="77777777" w:rsidR="00C75340" w:rsidRPr="00E062F1" w:rsidRDefault="00C75340" w:rsidP="006B3BD2">
            <w:pPr>
              <w:pStyle w:val="TAC"/>
            </w:pPr>
            <w:r w:rsidRPr="00E062F1">
              <w:t>DC_4A_n260(G-4O)</w:t>
            </w:r>
          </w:p>
          <w:p w14:paraId="388FC83B" w14:textId="77777777" w:rsidR="00C75340" w:rsidRPr="00E062F1" w:rsidRDefault="00C75340" w:rsidP="006B3BD2">
            <w:pPr>
              <w:pStyle w:val="TAC"/>
            </w:pPr>
            <w:r w:rsidRPr="00E062F1">
              <w:t>DC_4A_n260(2G-4O)</w:t>
            </w:r>
          </w:p>
          <w:p w14:paraId="7F014437" w14:textId="77777777" w:rsidR="00C75340" w:rsidRPr="00E062F1" w:rsidRDefault="00C75340" w:rsidP="006B3BD2">
            <w:pPr>
              <w:pStyle w:val="TAC"/>
            </w:pPr>
            <w:r w:rsidRPr="00E062F1">
              <w:t>DC_4A_n260(3G-O)</w:t>
            </w:r>
          </w:p>
          <w:p w14:paraId="6EA2E871" w14:textId="77777777" w:rsidR="00C75340" w:rsidRPr="00E062F1" w:rsidRDefault="00C75340" w:rsidP="006B3BD2">
            <w:pPr>
              <w:pStyle w:val="TAC"/>
            </w:pPr>
            <w:r w:rsidRPr="00E062F1">
              <w:lastRenderedPageBreak/>
              <w:t>DC_4A_n260(4G-O)</w:t>
            </w:r>
          </w:p>
          <w:p w14:paraId="7ABC17A1" w14:textId="77777777" w:rsidR="00C75340" w:rsidRPr="00E062F1" w:rsidRDefault="00C75340" w:rsidP="006B3BD2">
            <w:pPr>
              <w:pStyle w:val="TAC"/>
            </w:pPr>
            <w:r w:rsidRPr="00E062F1">
              <w:t>DC_4A_n260(H-O)</w:t>
            </w:r>
          </w:p>
          <w:p w14:paraId="66169443" w14:textId="1CC8D465" w:rsidR="00FB0488" w:rsidRPr="00E062F1" w:rsidRDefault="00C75340" w:rsidP="006B3BD2">
            <w:pPr>
              <w:pStyle w:val="TAC"/>
            </w:pPr>
            <w:r w:rsidRPr="00E062F1">
              <w:t>DC_4A_n260(2H-O)</w:t>
            </w:r>
          </w:p>
          <w:p w14:paraId="2DF613C0" w14:textId="77777777" w:rsidR="00E47858" w:rsidRPr="00E062F1" w:rsidRDefault="00E47858" w:rsidP="006B3BD2">
            <w:pPr>
              <w:pStyle w:val="TAC"/>
              <w:rPr>
                <w:lang w:eastAsia="fi-FI"/>
              </w:rPr>
            </w:pPr>
            <w:r w:rsidRPr="00E062F1">
              <w:rPr>
                <w:lang w:eastAsia="fi-FI"/>
              </w:rPr>
              <w:t>DC_4A_n260(A-P-Q)</w:t>
            </w:r>
          </w:p>
          <w:p w14:paraId="54607C19" w14:textId="77777777" w:rsidR="00E47858" w:rsidRPr="00E062F1" w:rsidRDefault="00E47858" w:rsidP="006B3BD2">
            <w:pPr>
              <w:pStyle w:val="TAC"/>
              <w:rPr>
                <w:lang w:eastAsia="fi-FI"/>
              </w:rPr>
            </w:pPr>
            <w:r w:rsidRPr="00E062F1">
              <w:rPr>
                <w:lang w:eastAsia="fi-FI"/>
              </w:rPr>
              <w:t>DC_4A_n260(3A-O-P)</w:t>
            </w:r>
          </w:p>
          <w:p w14:paraId="73F6B229" w14:textId="31CFB228" w:rsidR="00C75340" w:rsidRPr="00E062F1" w:rsidRDefault="00C75340" w:rsidP="006B3BD2">
            <w:pPr>
              <w:pStyle w:val="TAC"/>
              <w:rPr>
                <w:lang w:eastAsia="fi-FI"/>
              </w:rPr>
            </w:pPr>
          </w:p>
        </w:tc>
        <w:tc>
          <w:tcPr>
            <w:tcW w:w="2846" w:type="dxa"/>
          </w:tcPr>
          <w:p w14:paraId="654C25EB" w14:textId="5F88EAF3" w:rsidR="00FB0488" w:rsidRPr="00E062F1" w:rsidRDefault="00C75340" w:rsidP="006B3BD2">
            <w:pPr>
              <w:pStyle w:val="TAC"/>
              <w:rPr>
                <w:rFonts w:eastAsia="Yu Mincho"/>
                <w:lang w:eastAsia="ja-JP"/>
              </w:rPr>
            </w:pPr>
            <w:r w:rsidRPr="00E062F1">
              <w:rPr>
                <w:rFonts w:eastAsia="Yu Mincho"/>
                <w:lang w:eastAsia="ja-JP"/>
              </w:rPr>
              <w:lastRenderedPageBreak/>
              <w:t>DC_4A_n260A</w:t>
            </w:r>
          </w:p>
          <w:p w14:paraId="3557A055" w14:textId="77777777" w:rsidR="00FB0488" w:rsidRPr="00E062F1" w:rsidRDefault="00FB0488" w:rsidP="006B3BD2">
            <w:pPr>
              <w:pStyle w:val="TAC"/>
              <w:rPr>
                <w:lang w:eastAsia="fi-FI"/>
              </w:rPr>
            </w:pPr>
            <w:r w:rsidRPr="00E062F1">
              <w:rPr>
                <w:lang w:eastAsia="fi-FI"/>
              </w:rPr>
              <w:t>DC_4A_n260G</w:t>
            </w:r>
          </w:p>
          <w:p w14:paraId="7DAEAF4C" w14:textId="77777777" w:rsidR="00FB0488" w:rsidRPr="00E062F1" w:rsidRDefault="00FB0488" w:rsidP="006B3BD2">
            <w:pPr>
              <w:pStyle w:val="TAC"/>
              <w:rPr>
                <w:lang w:eastAsia="fi-FI"/>
              </w:rPr>
            </w:pPr>
            <w:r w:rsidRPr="00E062F1">
              <w:rPr>
                <w:lang w:eastAsia="fi-FI"/>
              </w:rPr>
              <w:t>DC_4A_n260H</w:t>
            </w:r>
          </w:p>
          <w:p w14:paraId="3187EF52" w14:textId="77777777" w:rsidR="00FB0488" w:rsidRPr="00E062F1" w:rsidRDefault="00FB0488" w:rsidP="006B3BD2">
            <w:pPr>
              <w:pStyle w:val="TAC"/>
              <w:rPr>
                <w:lang w:eastAsia="fi-FI"/>
              </w:rPr>
            </w:pPr>
            <w:r w:rsidRPr="00E062F1">
              <w:rPr>
                <w:lang w:eastAsia="fi-FI"/>
              </w:rPr>
              <w:t>DC_4A_n260O</w:t>
            </w:r>
          </w:p>
          <w:p w14:paraId="46F4E83E" w14:textId="77777777" w:rsidR="00FB0488" w:rsidRPr="00E062F1" w:rsidRDefault="00FB0488" w:rsidP="006B3BD2">
            <w:pPr>
              <w:pStyle w:val="TAC"/>
              <w:rPr>
                <w:lang w:eastAsia="fi-FI"/>
              </w:rPr>
            </w:pPr>
            <w:r w:rsidRPr="00E062F1">
              <w:rPr>
                <w:lang w:eastAsia="fi-FI"/>
              </w:rPr>
              <w:t>DC_4A_n260P</w:t>
            </w:r>
          </w:p>
          <w:p w14:paraId="5A1DBB9D" w14:textId="3C7E68FE" w:rsidR="00C75340" w:rsidRPr="00E062F1" w:rsidRDefault="00FB0488" w:rsidP="006B3BD2">
            <w:pPr>
              <w:pStyle w:val="TAC"/>
              <w:rPr>
                <w:lang w:eastAsia="fi-FI"/>
              </w:rPr>
            </w:pPr>
            <w:r w:rsidRPr="00E062F1">
              <w:rPr>
                <w:lang w:eastAsia="fi-FI"/>
              </w:rPr>
              <w:t>DC_4A_n260Q</w:t>
            </w:r>
          </w:p>
        </w:tc>
      </w:tr>
      <w:tr w:rsidR="001F078B" w:rsidRPr="00E062F1" w14:paraId="408F055F" w14:textId="77777777" w:rsidTr="006B3BD2">
        <w:trPr>
          <w:trHeight w:val="187"/>
          <w:jc w:val="center"/>
        </w:trPr>
        <w:tc>
          <w:tcPr>
            <w:tcW w:w="2972" w:type="dxa"/>
            <w:shd w:val="clear" w:color="auto" w:fill="auto"/>
          </w:tcPr>
          <w:p w14:paraId="3C8AD043" w14:textId="77777777" w:rsidR="00E1475B" w:rsidRPr="00E062F1" w:rsidRDefault="00E1475B" w:rsidP="00E1475B">
            <w:pPr>
              <w:pStyle w:val="TAC"/>
              <w:rPr>
                <w:rFonts w:cs="Arial"/>
                <w:szCs w:val="18"/>
                <w:lang w:eastAsia="ja-JP"/>
              </w:rPr>
            </w:pPr>
            <w:r w:rsidRPr="00E062F1">
              <w:rPr>
                <w:rFonts w:cs="Arial"/>
                <w:szCs w:val="18"/>
                <w:lang w:eastAsia="ja-JP"/>
              </w:rPr>
              <w:t>DC_4A_n260A</w:t>
            </w:r>
          </w:p>
          <w:p w14:paraId="5E874AFF" w14:textId="22AA5853" w:rsidR="00FB0488" w:rsidRPr="00E062F1" w:rsidRDefault="00C75340" w:rsidP="006B3BD2">
            <w:pPr>
              <w:pStyle w:val="TAC"/>
              <w:rPr>
                <w:rFonts w:cs="Arial"/>
                <w:szCs w:val="18"/>
                <w:lang w:eastAsia="ja-JP"/>
              </w:rPr>
            </w:pPr>
            <w:r w:rsidRPr="00E062F1">
              <w:rPr>
                <w:rFonts w:cs="Arial"/>
                <w:szCs w:val="18"/>
                <w:lang w:eastAsia="ja-JP"/>
              </w:rPr>
              <w:t>DC_4A_n260G</w:t>
            </w:r>
          </w:p>
          <w:p w14:paraId="07551459" w14:textId="77777777" w:rsidR="00FB0488" w:rsidRPr="00E062F1" w:rsidRDefault="00FB0488" w:rsidP="006B3BD2">
            <w:pPr>
              <w:pStyle w:val="TAC"/>
              <w:rPr>
                <w:rFonts w:cs="Arial"/>
                <w:szCs w:val="18"/>
                <w:lang w:eastAsia="ja-JP"/>
              </w:rPr>
            </w:pPr>
            <w:r w:rsidRPr="00E062F1">
              <w:rPr>
                <w:rFonts w:cs="Arial"/>
                <w:szCs w:val="18"/>
                <w:lang w:eastAsia="ja-JP"/>
              </w:rPr>
              <w:t>DC_4A_n260H</w:t>
            </w:r>
          </w:p>
          <w:p w14:paraId="65FA4989" w14:textId="77777777" w:rsidR="00FB0488" w:rsidRPr="00E062F1" w:rsidRDefault="00FB0488" w:rsidP="006B3BD2">
            <w:pPr>
              <w:pStyle w:val="TAC"/>
              <w:rPr>
                <w:rFonts w:cs="Arial"/>
                <w:szCs w:val="18"/>
                <w:lang w:eastAsia="ja-JP"/>
              </w:rPr>
            </w:pPr>
            <w:r w:rsidRPr="00E062F1">
              <w:rPr>
                <w:rFonts w:cs="Arial"/>
                <w:szCs w:val="18"/>
                <w:lang w:eastAsia="ja-JP"/>
              </w:rPr>
              <w:t>DC_4A_n260O</w:t>
            </w:r>
          </w:p>
          <w:p w14:paraId="4DE3F73E" w14:textId="77777777" w:rsidR="00FB0488" w:rsidRPr="00E062F1" w:rsidRDefault="00FB0488" w:rsidP="006B3BD2">
            <w:pPr>
              <w:pStyle w:val="TAC"/>
              <w:rPr>
                <w:rFonts w:cs="Arial"/>
                <w:szCs w:val="18"/>
                <w:lang w:eastAsia="ja-JP"/>
              </w:rPr>
            </w:pPr>
            <w:r w:rsidRPr="00E062F1">
              <w:rPr>
                <w:rFonts w:cs="Arial"/>
                <w:szCs w:val="18"/>
                <w:lang w:eastAsia="ja-JP"/>
              </w:rPr>
              <w:t>DC_4A_n260P</w:t>
            </w:r>
          </w:p>
          <w:p w14:paraId="1A47F0CE" w14:textId="3D90E3A2" w:rsidR="00C75340" w:rsidRPr="00E062F1" w:rsidRDefault="00FB0488" w:rsidP="006B3BD2">
            <w:pPr>
              <w:pStyle w:val="TAC"/>
              <w:rPr>
                <w:lang w:eastAsia="fi-FI"/>
              </w:rPr>
            </w:pPr>
            <w:r w:rsidRPr="00E062F1">
              <w:rPr>
                <w:rFonts w:cs="Arial"/>
                <w:szCs w:val="18"/>
                <w:lang w:eastAsia="ja-JP"/>
              </w:rPr>
              <w:t>DC_4A_n260Q</w:t>
            </w:r>
          </w:p>
        </w:tc>
        <w:tc>
          <w:tcPr>
            <w:tcW w:w="2846" w:type="dxa"/>
          </w:tcPr>
          <w:p w14:paraId="1985E415" w14:textId="7C0B3F24" w:rsidR="00FB0488" w:rsidRPr="00E062F1" w:rsidRDefault="00C75340" w:rsidP="006B3BD2">
            <w:pPr>
              <w:pStyle w:val="TAC"/>
              <w:rPr>
                <w:rFonts w:cs="Arial"/>
                <w:szCs w:val="18"/>
                <w:lang w:eastAsia="ja-JP"/>
              </w:rPr>
            </w:pPr>
            <w:r w:rsidRPr="00E062F1">
              <w:rPr>
                <w:rFonts w:cs="Arial"/>
                <w:szCs w:val="18"/>
                <w:lang w:eastAsia="ja-JP"/>
              </w:rPr>
              <w:t>DC_4A_n260A</w:t>
            </w:r>
          </w:p>
          <w:p w14:paraId="408BA683" w14:textId="77777777" w:rsidR="00FB0488" w:rsidRPr="00E062F1" w:rsidRDefault="00FB0488" w:rsidP="006B3BD2">
            <w:pPr>
              <w:pStyle w:val="TAC"/>
              <w:rPr>
                <w:lang w:eastAsia="fi-FI"/>
              </w:rPr>
            </w:pPr>
            <w:r w:rsidRPr="00E062F1">
              <w:rPr>
                <w:lang w:eastAsia="fi-FI"/>
              </w:rPr>
              <w:t>DC_4A_n260G</w:t>
            </w:r>
          </w:p>
          <w:p w14:paraId="487FC1DC" w14:textId="77777777" w:rsidR="00FB0488" w:rsidRPr="00E062F1" w:rsidRDefault="00FB0488" w:rsidP="006B3BD2">
            <w:pPr>
              <w:pStyle w:val="TAC"/>
              <w:rPr>
                <w:rFonts w:cs="Arial"/>
                <w:szCs w:val="18"/>
                <w:lang w:eastAsia="ja-JP"/>
              </w:rPr>
            </w:pPr>
            <w:r w:rsidRPr="00E062F1">
              <w:rPr>
                <w:rFonts w:cs="Arial"/>
                <w:szCs w:val="18"/>
                <w:lang w:eastAsia="ja-JP"/>
              </w:rPr>
              <w:t>DC_4A_n260H</w:t>
            </w:r>
          </w:p>
          <w:p w14:paraId="683CFFB1" w14:textId="77777777" w:rsidR="00FB0488" w:rsidRPr="00E062F1" w:rsidRDefault="00FB0488" w:rsidP="006B3BD2">
            <w:pPr>
              <w:pStyle w:val="TAC"/>
              <w:rPr>
                <w:lang w:eastAsia="fi-FI"/>
              </w:rPr>
            </w:pPr>
            <w:r w:rsidRPr="00E062F1">
              <w:rPr>
                <w:lang w:eastAsia="fi-FI"/>
              </w:rPr>
              <w:t>DC_4A_n260O</w:t>
            </w:r>
          </w:p>
          <w:p w14:paraId="072A234A" w14:textId="77777777" w:rsidR="00FB0488" w:rsidRPr="00E062F1" w:rsidRDefault="00FB0488" w:rsidP="006B3BD2">
            <w:pPr>
              <w:pStyle w:val="TAC"/>
              <w:rPr>
                <w:rFonts w:cs="Arial"/>
                <w:szCs w:val="18"/>
                <w:lang w:eastAsia="ja-JP"/>
              </w:rPr>
            </w:pPr>
            <w:r w:rsidRPr="00E062F1">
              <w:rPr>
                <w:rFonts w:cs="Arial"/>
                <w:szCs w:val="18"/>
                <w:lang w:eastAsia="ja-JP"/>
              </w:rPr>
              <w:t>DC_4A_n260P</w:t>
            </w:r>
          </w:p>
          <w:p w14:paraId="54EDC442" w14:textId="76987644" w:rsidR="00C75340" w:rsidRPr="00E062F1" w:rsidRDefault="00FB0488" w:rsidP="006B3BD2">
            <w:pPr>
              <w:pStyle w:val="TAC"/>
              <w:rPr>
                <w:lang w:eastAsia="fi-FI"/>
              </w:rPr>
            </w:pPr>
            <w:r w:rsidRPr="00E062F1">
              <w:rPr>
                <w:rFonts w:cs="Arial"/>
                <w:szCs w:val="18"/>
                <w:lang w:eastAsia="ja-JP"/>
              </w:rPr>
              <w:t>DC_4A_n260Q</w:t>
            </w:r>
          </w:p>
        </w:tc>
      </w:tr>
      <w:tr w:rsidR="001F078B" w:rsidRPr="00E062F1" w14:paraId="752BD183" w14:textId="77777777" w:rsidTr="006B3BD2">
        <w:trPr>
          <w:trHeight w:val="187"/>
          <w:jc w:val="center"/>
        </w:trPr>
        <w:tc>
          <w:tcPr>
            <w:tcW w:w="2972" w:type="dxa"/>
            <w:shd w:val="clear" w:color="auto" w:fill="auto"/>
          </w:tcPr>
          <w:p w14:paraId="3AAB3778" w14:textId="77777777" w:rsidR="00FB0488" w:rsidRPr="00E062F1" w:rsidRDefault="00FB0488" w:rsidP="006B3BD2">
            <w:pPr>
              <w:pStyle w:val="TAC"/>
              <w:rPr>
                <w:noProof/>
                <w:lang w:eastAsia="zh-CN"/>
              </w:rPr>
            </w:pPr>
            <w:r w:rsidRPr="00E062F1">
              <w:rPr>
                <w:noProof/>
                <w:lang w:eastAsia="zh-CN"/>
              </w:rPr>
              <w:t>DC_4A_n261(2A)</w:t>
            </w:r>
          </w:p>
          <w:p w14:paraId="557BD620" w14:textId="77777777" w:rsidR="00FB0488" w:rsidRPr="00E062F1" w:rsidRDefault="00FB0488" w:rsidP="006B3BD2">
            <w:pPr>
              <w:pStyle w:val="TAC"/>
              <w:rPr>
                <w:noProof/>
                <w:lang w:eastAsia="zh-CN"/>
              </w:rPr>
            </w:pPr>
            <w:r w:rsidRPr="00E062F1">
              <w:rPr>
                <w:noProof/>
                <w:lang w:eastAsia="zh-CN"/>
              </w:rPr>
              <w:t>DC_4A_n261(3A)</w:t>
            </w:r>
          </w:p>
          <w:p w14:paraId="0AD27A2C" w14:textId="77777777" w:rsidR="00FB0488" w:rsidRPr="00E062F1" w:rsidRDefault="00FB0488" w:rsidP="006B3BD2">
            <w:pPr>
              <w:pStyle w:val="TAC"/>
              <w:rPr>
                <w:noProof/>
                <w:lang w:eastAsia="zh-CN"/>
              </w:rPr>
            </w:pPr>
            <w:r w:rsidRPr="00E062F1">
              <w:rPr>
                <w:noProof/>
                <w:lang w:eastAsia="zh-CN"/>
              </w:rPr>
              <w:t>DC_4A_n261(4A)</w:t>
            </w:r>
          </w:p>
          <w:p w14:paraId="3645F384" w14:textId="568243DC" w:rsidR="00FB0488" w:rsidRPr="00E062F1" w:rsidRDefault="00C75340" w:rsidP="006B3BD2">
            <w:pPr>
              <w:pStyle w:val="TAC"/>
              <w:rPr>
                <w:noProof/>
                <w:lang w:eastAsia="zh-CN"/>
              </w:rPr>
            </w:pPr>
            <w:r w:rsidRPr="00E062F1">
              <w:rPr>
                <w:noProof/>
                <w:lang w:eastAsia="zh-CN"/>
              </w:rPr>
              <w:t>DC_4A_n261(2H)</w:t>
            </w:r>
          </w:p>
          <w:p w14:paraId="349BF036" w14:textId="77777777" w:rsidR="00FB0488" w:rsidRPr="00E062F1" w:rsidRDefault="00FB0488" w:rsidP="006B3BD2">
            <w:pPr>
              <w:pStyle w:val="TAC"/>
              <w:rPr>
                <w:lang w:eastAsia="fi-FI"/>
              </w:rPr>
            </w:pPr>
            <w:r w:rsidRPr="00E062F1">
              <w:rPr>
                <w:lang w:eastAsia="fi-FI"/>
              </w:rPr>
              <w:t>DC_4A_n261(2I)</w:t>
            </w:r>
          </w:p>
          <w:p w14:paraId="5D5B189D" w14:textId="77777777" w:rsidR="00FB0488" w:rsidRPr="00E062F1" w:rsidRDefault="00FB0488" w:rsidP="006B3BD2">
            <w:pPr>
              <w:pStyle w:val="TAC"/>
              <w:rPr>
                <w:lang w:eastAsia="fi-FI"/>
              </w:rPr>
            </w:pPr>
            <w:r w:rsidRPr="00E062F1">
              <w:rPr>
                <w:lang w:eastAsia="fi-FI"/>
              </w:rPr>
              <w:t>DC_4A_n261(A-D)</w:t>
            </w:r>
          </w:p>
          <w:p w14:paraId="0ACC2671" w14:textId="77777777" w:rsidR="00FB0488" w:rsidRPr="00E062F1" w:rsidRDefault="00FB0488" w:rsidP="006B3BD2">
            <w:pPr>
              <w:pStyle w:val="TAC"/>
              <w:rPr>
                <w:noProof/>
                <w:lang w:eastAsia="zh-CN"/>
              </w:rPr>
            </w:pPr>
            <w:r w:rsidRPr="00E062F1">
              <w:rPr>
                <w:noProof/>
                <w:lang w:eastAsia="zh-CN"/>
              </w:rPr>
              <w:t>DC_4A_n261(A-H)</w:t>
            </w:r>
          </w:p>
          <w:p w14:paraId="54EB63A3" w14:textId="77777777" w:rsidR="00FB0488" w:rsidRPr="00E062F1" w:rsidRDefault="00FB0488" w:rsidP="006B3BD2">
            <w:pPr>
              <w:pStyle w:val="TAC"/>
              <w:rPr>
                <w:noProof/>
                <w:lang w:eastAsia="zh-CN"/>
              </w:rPr>
            </w:pPr>
            <w:r w:rsidRPr="00E062F1">
              <w:rPr>
                <w:noProof/>
                <w:lang w:eastAsia="zh-CN"/>
              </w:rPr>
              <w:t>DC_4A_n261(A-2H)</w:t>
            </w:r>
          </w:p>
          <w:p w14:paraId="655A52F5" w14:textId="77777777" w:rsidR="00FB0488" w:rsidRPr="00E062F1" w:rsidRDefault="00FB0488" w:rsidP="006B3BD2">
            <w:pPr>
              <w:pStyle w:val="TAC"/>
              <w:rPr>
                <w:noProof/>
                <w:lang w:eastAsia="zh-CN"/>
              </w:rPr>
            </w:pPr>
            <w:r w:rsidRPr="00E062F1">
              <w:rPr>
                <w:noProof/>
                <w:lang w:eastAsia="zh-CN"/>
              </w:rPr>
              <w:t>DC_4A_n261(A-D-H)</w:t>
            </w:r>
          </w:p>
          <w:p w14:paraId="552D6CAD" w14:textId="77777777" w:rsidR="00FB0488" w:rsidRPr="00E062F1" w:rsidRDefault="00FB0488" w:rsidP="006B3BD2">
            <w:pPr>
              <w:pStyle w:val="TAC"/>
              <w:rPr>
                <w:noProof/>
                <w:lang w:eastAsia="zh-CN"/>
              </w:rPr>
            </w:pPr>
            <w:r w:rsidRPr="00E062F1">
              <w:rPr>
                <w:noProof/>
                <w:lang w:eastAsia="zh-CN"/>
              </w:rPr>
              <w:t>DC_4A_n261(A-G)</w:t>
            </w:r>
          </w:p>
          <w:p w14:paraId="4AAF035C" w14:textId="77777777" w:rsidR="00FB0488" w:rsidRPr="00E062F1" w:rsidRDefault="00FB0488" w:rsidP="006B3BD2">
            <w:pPr>
              <w:pStyle w:val="TAC"/>
              <w:rPr>
                <w:noProof/>
                <w:lang w:eastAsia="zh-CN"/>
              </w:rPr>
            </w:pPr>
            <w:r w:rsidRPr="00E062F1">
              <w:rPr>
                <w:noProof/>
                <w:lang w:eastAsia="zh-CN"/>
              </w:rPr>
              <w:t>DC_4A_n261(A-G-H)</w:t>
            </w:r>
          </w:p>
          <w:p w14:paraId="3720CA72" w14:textId="77777777" w:rsidR="00FB0488" w:rsidRPr="00E062F1" w:rsidRDefault="00FB0488" w:rsidP="006B3BD2">
            <w:pPr>
              <w:pStyle w:val="TAC"/>
              <w:rPr>
                <w:noProof/>
                <w:lang w:eastAsia="zh-CN"/>
              </w:rPr>
            </w:pPr>
            <w:r w:rsidRPr="00E062F1">
              <w:rPr>
                <w:noProof/>
                <w:lang w:eastAsia="zh-CN"/>
              </w:rPr>
              <w:t>DC_4A_n261(A-I)</w:t>
            </w:r>
          </w:p>
          <w:p w14:paraId="00035215" w14:textId="77777777" w:rsidR="00FB0488" w:rsidRPr="00E062F1" w:rsidRDefault="00FB0488" w:rsidP="006B3BD2">
            <w:pPr>
              <w:pStyle w:val="TAC"/>
              <w:rPr>
                <w:noProof/>
                <w:lang w:eastAsia="zh-CN"/>
              </w:rPr>
            </w:pPr>
            <w:r w:rsidRPr="00E062F1">
              <w:rPr>
                <w:noProof/>
                <w:lang w:eastAsia="zh-CN"/>
              </w:rPr>
              <w:t>DC_4A_n261(A-2I)</w:t>
            </w:r>
          </w:p>
          <w:p w14:paraId="1A709ADD" w14:textId="77777777" w:rsidR="00FB0488" w:rsidRPr="00E062F1" w:rsidRDefault="00FB0488" w:rsidP="006B3BD2">
            <w:pPr>
              <w:pStyle w:val="TAC"/>
              <w:rPr>
                <w:noProof/>
                <w:lang w:eastAsia="zh-CN"/>
              </w:rPr>
            </w:pPr>
            <w:r w:rsidRPr="00E062F1">
              <w:rPr>
                <w:noProof/>
                <w:lang w:eastAsia="zh-CN"/>
              </w:rPr>
              <w:t>DC_4A_n261(G-I)</w:t>
            </w:r>
          </w:p>
          <w:p w14:paraId="6CF1E2B5" w14:textId="77777777" w:rsidR="00FB0488" w:rsidRPr="00E062F1" w:rsidRDefault="00FB0488" w:rsidP="006B3BD2">
            <w:pPr>
              <w:pStyle w:val="TAC"/>
              <w:rPr>
                <w:noProof/>
                <w:lang w:eastAsia="zh-CN"/>
              </w:rPr>
            </w:pPr>
            <w:r w:rsidRPr="00E062F1">
              <w:rPr>
                <w:noProof/>
                <w:lang w:eastAsia="zh-CN"/>
              </w:rPr>
              <w:t>DC_4A_n261(A-G-I)</w:t>
            </w:r>
          </w:p>
          <w:p w14:paraId="169319ED" w14:textId="77777777" w:rsidR="00FB0488" w:rsidRPr="00E062F1" w:rsidRDefault="00FB0488" w:rsidP="006B3BD2">
            <w:pPr>
              <w:pStyle w:val="TAC"/>
              <w:rPr>
                <w:noProof/>
                <w:lang w:eastAsia="zh-CN"/>
              </w:rPr>
            </w:pPr>
            <w:r w:rsidRPr="00E062F1">
              <w:rPr>
                <w:noProof/>
                <w:lang w:eastAsia="zh-CN"/>
              </w:rPr>
              <w:t>DC_4A_n261(A-H-I)</w:t>
            </w:r>
          </w:p>
          <w:p w14:paraId="24566501" w14:textId="77777777" w:rsidR="00FB0488" w:rsidRPr="00E062F1" w:rsidRDefault="00FB0488" w:rsidP="006B3BD2">
            <w:pPr>
              <w:pStyle w:val="TAC"/>
              <w:rPr>
                <w:noProof/>
                <w:lang w:eastAsia="zh-CN"/>
              </w:rPr>
            </w:pPr>
            <w:r w:rsidRPr="00E062F1">
              <w:rPr>
                <w:noProof/>
                <w:lang w:eastAsia="zh-CN"/>
              </w:rPr>
              <w:t>DC_4A_n261(G-H)</w:t>
            </w:r>
          </w:p>
          <w:p w14:paraId="216D8AEB" w14:textId="77777777" w:rsidR="00FB0488" w:rsidRPr="00E062F1" w:rsidRDefault="00FB0488" w:rsidP="006B3BD2">
            <w:pPr>
              <w:pStyle w:val="TAC"/>
              <w:rPr>
                <w:noProof/>
                <w:lang w:eastAsia="zh-CN"/>
              </w:rPr>
            </w:pPr>
            <w:r w:rsidRPr="00E062F1">
              <w:rPr>
                <w:noProof/>
                <w:lang w:eastAsia="zh-CN"/>
              </w:rPr>
              <w:t>DC_4A_n261(H-I)</w:t>
            </w:r>
          </w:p>
          <w:p w14:paraId="5B2F3811" w14:textId="02770BA7" w:rsidR="00C75340" w:rsidRPr="00E062F1" w:rsidRDefault="00FB0488" w:rsidP="006B3BD2">
            <w:pPr>
              <w:pStyle w:val="TAC"/>
              <w:rPr>
                <w:lang w:eastAsia="fi-FI"/>
              </w:rPr>
            </w:pPr>
            <w:r w:rsidRPr="00E062F1">
              <w:rPr>
                <w:noProof/>
                <w:lang w:eastAsia="zh-CN"/>
              </w:rPr>
              <w:t>DC_4A_n261(D-H)</w:t>
            </w:r>
          </w:p>
        </w:tc>
        <w:tc>
          <w:tcPr>
            <w:tcW w:w="2846" w:type="dxa"/>
          </w:tcPr>
          <w:p w14:paraId="3BD458AD" w14:textId="5E722B75" w:rsidR="00FB0488" w:rsidRPr="00E062F1" w:rsidRDefault="00C75340" w:rsidP="006B3BD2">
            <w:pPr>
              <w:pStyle w:val="TAC"/>
              <w:rPr>
                <w:noProof/>
                <w:lang w:eastAsia="zh-CN"/>
              </w:rPr>
            </w:pPr>
            <w:r w:rsidRPr="00E062F1">
              <w:rPr>
                <w:noProof/>
                <w:lang w:eastAsia="zh-CN"/>
              </w:rPr>
              <w:t>DC_4A_n261A</w:t>
            </w:r>
          </w:p>
          <w:p w14:paraId="5C5AB7CB" w14:textId="77777777" w:rsidR="00FB0488" w:rsidRPr="00E062F1" w:rsidRDefault="00FB0488" w:rsidP="006B3BD2">
            <w:pPr>
              <w:pStyle w:val="TAC"/>
              <w:rPr>
                <w:lang w:eastAsia="fi-FI"/>
              </w:rPr>
            </w:pPr>
            <w:r w:rsidRPr="00E062F1">
              <w:rPr>
                <w:lang w:eastAsia="fi-FI"/>
              </w:rPr>
              <w:t>DC_4A_n261H</w:t>
            </w:r>
          </w:p>
          <w:p w14:paraId="1F49C382" w14:textId="77777777" w:rsidR="00FB0488" w:rsidRPr="00E062F1" w:rsidRDefault="00FB0488" w:rsidP="006B3BD2">
            <w:pPr>
              <w:pStyle w:val="TAC"/>
              <w:rPr>
                <w:lang w:eastAsia="fi-FI"/>
              </w:rPr>
            </w:pPr>
            <w:r w:rsidRPr="00E062F1">
              <w:rPr>
                <w:noProof/>
                <w:lang w:eastAsia="zh-CN"/>
              </w:rPr>
              <w:t>DC_4A_n261I</w:t>
            </w:r>
          </w:p>
          <w:p w14:paraId="3D86BDCA" w14:textId="6BDE271E" w:rsidR="00C75340" w:rsidRPr="00E062F1" w:rsidRDefault="00FB0488" w:rsidP="006B3BD2">
            <w:pPr>
              <w:pStyle w:val="TAC"/>
              <w:rPr>
                <w:lang w:eastAsia="fi-FI"/>
              </w:rPr>
            </w:pPr>
            <w:r w:rsidRPr="00E062F1">
              <w:rPr>
                <w:lang w:eastAsia="fi-FI"/>
              </w:rPr>
              <w:t>DC_4A_n261G</w:t>
            </w:r>
          </w:p>
        </w:tc>
      </w:tr>
      <w:tr w:rsidR="001F078B" w:rsidRPr="00E062F1" w14:paraId="25001EF9" w14:textId="77777777" w:rsidTr="006B3BD2">
        <w:trPr>
          <w:trHeight w:val="187"/>
          <w:jc w:val="center"/>
        </w:trPr>
        <w:tc>
          <w:tcPr>
            <w:tcW w:w="2972" w:type="dxa"/>
            <w:shd w:val="clear" w:color="auto" w:fill="auto"/>
          </w:tcPr>
          <w:p w14:paraId="54D6A7F6" w14:textId="77777777" w:rsidR="00FB0488" w:rsidRPr="00E062F1" w:rsidRDefault="00FB0488" w:rsidP="006B3BD2">
            <w:pPr>
              <w:pStyle w:val="TAC"/>
              <w:rPr>
                <w:noProof/>
                <w:lang w:eastAsia="zh-CN"/>
              </w:rPr>
            </w:pPr>
            <w:r w:rsidRPr="00E062F1">
              <w:rPr>
                <w:noProof/>
                <w:lang w:eastAsia="zh-CN"/>
              </w:rPr>
              <w:t>DC_4A_n261A</w:t>
            </w:r>
          </w:p>
          <w:p w14:paraId="49F65D43" w14:textId="77777777" w:rsidR="00FB0488" w:rsidRPr="00E062F1" w:rsidRDefault="00FB0488" w:rsidP="006B3BD2">
            <w:pPr>
              <w:pStyle w:val="TAC"/>
              <w:rPr>
                <w:noProof/>
                <w:lang w:eastAsia="zh-CN"/>
              </w:rPr>
            </w:pPr>
            <w:r w:rsidRPr="00E062F1">
              <w:rPr>
                <w:noProof/>
                <w:lang w:eastAsia="zh-CN"/>
              </w:rPr>
              <w:t>DC_4A_n261D</w:t>
            </w:r>
          </w:p>
          <w:p w14:paraId="1B3CEFBC" w14:textId="327D5E95" w:rsidR="00FB0488" w:rsidRPr="00E062F1" w:rsidRDefault="00C75340" w:rsidP="006B3BD2">
            <w:pPr>
              <w:pStyle w:val="TAC"/>
              <w:rPr>
                <w:noProof/>
                <w:lang w:eastAsia="zh-CN"/>
              </w:rPr>
            </w:pPr>
            <w:r w:rsidRPr="00E062F1">
              <w:rPr>
                <w:noProof/>
                <w:lang w:eastAsia="zh-CN"/>
              </w:rPr>
              <w:t>DC_4A_n261G</w:t>
            </w:r>
          </w:p>
          <w:p w14:paraId="0BC5CA3B" w14:textId="77777777" w:rsidR="00FB0488" w:rsidRPr="00E062F1" w:rsidRDefault="00FB0488" w:rsidP="006B3BD2">
            <w:pPr>
              <w:pStyle w:val="TAC"/>
              <w:rPr>
                <w:noProof/>
                <w:lang w:eastAsia="zh-CN"/>
              </w:rPr>
            </w:pPr>
            <w:r w:rsidRPr="00E062F1">
              <w:rPr>
                <w:noProof/>
                <w:lang w:eastAsia="zh-CN"/>
              </w:rPr>
              <w:t>DC_4A_n261H</w:t>
            </w:r>
          </w:p>
          <w:p w14:paraId="3DEBDF1F" w14:textId="77777777" w:rsidR="00FB0488" w:rsidRPr="00E062F1" w:rsidRDefault="00FB0488" w:rsidP="006B3BD2">
            <w:pPr>
              <w:pStyle w:val="TAC"/>
              <w:rPr>
                <w:noProof/>
                <w:lang w:eastAsia="zh-CN"/>
              </w:rPr>
            </w:pPr>
            <w:r w:rsidRPr="00E062F1">
              <w:rPr>
                <w:noProof/>
                <w:lang w:eastAsia="zh-CN"/>
              </w:rPr>
              <w:t>DC_4A_n261I</w:t>
            </w:r>
          </w:p>
          <w:p w14:paraId="6E279CE1" w14:textId="77777777" w:rsidR="00E1475B" w:rsidRPr="00E062F1" w:rsidRDefault="00E1475B" w:rsidP="00E1475B">
            <w:pPr>
              <w:pStyle w:val="TAC"/>
              <w:rPr>
                <w:noProof/>
                <w:lang w:eastAsia="zh-CN"/>
              </w:rPr>
            </w:pPr>
            <w:r w:rsidRPr="00E062F1">
              <w:rPr>
                <w:noProof/>
                <w:lang w:eastAsia="zh-CN"/>
              </w:rPr>
              <w:t>DC_4A_n261</w:t>
            </w:r>
            <w:r>
              <w:rPr>
                <w:noProof/>
                <w:lang w:eastAsia="zh-CN"/>
              </w:rPr>
              <w:t>J</w:t>
            </w:r>
          </w:p>
          <w:p w14:paraId="00BA467F" w14:textId="77777777" w:rsidR="00E1475B" w:rsidRPr="00E062F1" w:rsidRDefault="00E1475B" w:rsidP="00E1475B">
            <w:pPr>
              <w:pStyle w:val="TAC"/>
              <w:rPr>
                <w:noProof/>
                <w:lang w:eastAsia="zh-CN"/>
              </w:rPr>
            </w:pPr>
            <w:r w:rsidRPr="00E062F1">
              <w:rPr>
                <w:noProof/>
                <w:lang w:eastAsia="zh-CN"/>
              </w:rPr>
              <w:t>DC_4A_n261</w:t>
            </w:r>
            <w:r>
              <w:rPr>
                <w:noProof/>
                <w:lang w:eastAsia="zh-CN"/>
              </w:rPr>
              <w:t>K</w:t>
            </w:r>
          </w:p>
          <w:p w14:paraId="1CDB901D" w14:textId="77777777" w:rsidR="00FB0488" w:rsidRPr="00E062F1" w:rsidRDefault="00FB0488" w:rsidP="006B3BD2">
            <w:pPr>
              <w:pStyle w:val="TAC"/>
              <w:rPr>
                <w:noProof/>
                <w:lang w:eastAsia="zh-CN"/>
              </w:rPr>
            </w:pPr>
            <w:r w:rsidRPr="00E062F1">
              <w:rPr>
                <w:noProof/>
                <w:lang w:eastAsia="zh-CN"/>
              </w:rPr>
              <w:t>DC_4A_n261L</w:t>
            </w:r>
          </w:p>
          <w:p w14:paraId="24D12781" w14:textId="2E3478EF" w:rsidR="00C75340" w:rsidRPr="00E062F1" w:rsidRDefault="00FB0488" w:rsidP="006B3BD2">
            <w:pPr>
              <w:pStyle w:val="TAC"/>
              <w:rPr>
                <w:lang w:eastAsia="fi-FI"/>
              </w:rPr>
            </w:pPr>
            <w:r w:rsidRPr="00E062F1">
              <w:rPr>
                <w:noProof/>
                <w:lang w:eastAsia="zh-CN"/>
              </w:rPr>
              <w:t>DC_4A_n261M</w:t>
            </w:r>
          </w:p>
        </w:tc>
        <w:tc>
          <w:tcPr>
            <w:tcW w:w="2846" w:type="dxa"/>
          </w:tcPr>
          <w:p w14:paraId="4CE8A6FC" w14:textId="77777777" w:rsidR="00E2014B" w:rsidRPr="00E062F1" w:rsidRDefault="00E2014B" w:rsidP="006B3BD2">
            <w:pPr>
              <w:pStyle w:val="TAC"/>
              <w:rPr>
                <w:noProof/>
                <w:lang w:eastAsia="zh-TW"/>
              </w:rPr>
            </w:pPr>
            <w:r w:rsidRPr="00E062F1">
              <w:rPr>
                <w:noProof/>
                <w:lang w:eastAsia="zh-CN"/>
              </w:rPr>
              <w:t>DC_4A_n261A</w:t>
            </w:r>
          </w:p>
          <w:p w14:paraId="145B017E" w14:textId="77777777" w:rsidR="00E2014B" w:rsidRPr="00E062F1" w:rsidRDefault="00E2014B" w:rsidP="006B3BD2">
            <w:pPr>
              <w:pStyle w:val="TAC"/>
              <w:rPr>
                <w:noProof/>
                <w:lang w:eastAsia="zh-TW"/>
              </w:rPr>
            </w:pPr>
            <w:r w:rsidRPr="00E062F1">
              <w:rPr>
                <w:noProof/>
                <w:lang w:eastAsia="zh-TW"/>
              </w:rPr>
              <w:t>DC_4A_n261D</w:t>
            </w:r>
          </w:p>
          <w:p w14:paraId="0255007D" w14:textId="77777777" w:rsidR="00E2014B" w:rsidRPr="00E062F1" w:rsidRDefault="00E2014B" w:rsidP="006B3BD2">
            <w:pPr>
              <w:pStyle w:val="TAC"/>
              <w:rPr>
                <w:noProof/>
                <w:lang w:eastAsia="zh-CN"/>
              </w:rPr>
            </w:pPr>
            <w:r w:rsidRPr="00E062F1">
              <w:rPr>
                <w:noProof/>
                <w:lang w:eastAsia="zh-CN"/>
              </w:rPr>
              <w:t>DC_4A_n261G</w:t>
            </w:r>
          </w:p>
          <w:p w14:paraId="12007A5A" w14:textId="77777777" w:rsidR="00E2014B" w:rsidRPr="00E062F1" w:rsidRDefault="00E2014B" w:rsidP="006B3BD2">
            <w:pPr>
              <w:pStyle w:val="TAC"/>
              <w:rPr>
                <w:noProof/>
                <w:lang w:eastAsia="zh-CN"/>
              </w:rPr>
            </w:pPr>
            <w:r w:rsidRPr="00E062F1">
              <w:rPr>
                <w:noProof/>
                <w:lang w:eastAsia="zh-CN"/>
              </w:rPr>
              <w:t>DC_4A_n261H</w:t>
            </w:r>
          </w:p>
          <w:p w14:paraId="06E547CC" w14:textId="3762985A" w:rsidR="00C75340" w:rsidRPr="00E062F1" w:rsidRDefault="00E2014B" w:rsidP="006B3BD2">
            <w:pPr>
              <w:pStyle w:val="TAC"/>
              <w:rPr>
                <w:lang w:eastAsia="fi-FI"/>
              </w:rPr>
            </w:pPr>
            <w:r w:rsidRPr="00E062F1">
              <w:rPr>
                <w:noProof/>
                <w:lang w:eastAsia="zh-CN"/>
              </w:rPr>
              <w:t>DC_4A_n261I</w:t>
            </w:r>
          </w:p>
        </w:tc>
      </w:tr>
      <w:tr w:rsidR="001F078B" w:rsidRPr="00E062F1" w14:paraId="19C1FC45" w14:textId="77777777" w:rsidTr="006B3BD2">
        <w:trPr>
          <w:trHeight w:val="187"/>
          <w:jc w:val="center"/>
        </w:trPr>
        <w:tc>
          <w:tcPr>
            <w:tcW w:w="2972" w:type="dxa"/>
            <w:shd w:val="clear" w:color="auto" w:fill="auto"/>
          </w:tcPr>
          <w:p w14:paraId="0887517B" w14:textId="77777777" w:rsidR="00E47858" w:rsidRPr="00E062F1" w:rsidRDefault="00E47858" w:rsidP="006B3BD2">
            <w:pPr>
              <w:pStyle w:val="TAC"/>
              <w:rPr>
                <w:rFonts w:cs="Arial"/>
                <w:szCs w:val="18"/>
                <w:lang w:eastAsia="ja-JP"/>
              </w:rPr>
            </w:pPr>
            <w:r w:rsidRPr="00E062F1">
              <w:rPr>
                <w:rFonts w:cs="Arial"/>
                <w:szCs w:val="18"/>
                <w:lang w:eastAsia="ja-JP"/>
              </w:rPr>
              <w:t>DC_4A_n260(A-Q)</w:t>
            </w:r>
          </w:p>
          <w:p w14:paraId="4A4DA2F1" w14:textId="77777777" w:rsidR="00E47858" w:rsidRPr="00E062F1" w:rsidRDefault="00E47858" w:rsidP="006B3BD2">
            <w:pPr>
              <w:pStyle w:val="TAC"/>
              <w:rPr>
                <w:rFonts w:cs="Arial"/>
                <w:szCs w:val="18"/>
                <w:lang w:eastAsia="ja-JP"/>
              </w:rPr>
            </w:pPr>
            <w:r w:rsidRPr="00E062F1">
              <w:rPr>
                <w:rFonts w:cs="Arial"/>
                <w:szCs w:val="18"/>
                <w:lang w:eastAsia="ja-JP"/>
              </w:rPr>
              <w:t>DC_4A_n260(P-Q)</w:t>
            </w:r>
          </w:p>
          <w:p w14:paraId="42944C5E" w14:textId="77777777" w:rsidR="00E47858" w:rsidRPr="00E062F1" w:rsidRDefault="00E47858" w:rsidP="006B3BD2">
            <w:pPr>
              <w:pStyle w:val="TAC"/>
              <w:rPr>
                <w:rFonts w:cs="Arial"/>
                <w:szCs w:val="18"/>
                <w:lang w:eastAsia="ja-JP"/>
              </w:rPr>
            </w:pPr>
            <w:r w:rsidRPr="00E062F1">
              <w:rPr>
                <w:rFonts w:cs="Arial"/>
                <w:szCs w:val="18"/>
                <w:lang w:eastAsia="ja-JP"/>
              </w:rPr>
              <w:t>DC_4A_n260(2A-O-P)</w:t>
            </w:r>
          </w:p>
          <w:p w14:paraId="6BCD25E3" w14:textId="77777777" w:rsidR="00E47858" w:rsidRPr="00E062F1" w:rsidRDefault="00E47858" w:rsidP="006B3BD2">
            <w:pPr>
              <w:pStyle w:val="TAC"/>
              <w:rPr>
                <w:rFonts w:cs="Arial"/>
                <w:szCs w:val="18"/>
                <w:lang w:eastAsia="ja-JP"/>
              </w:rPr>
            </w:pPr>
            <w:r w:rsidRPr="00E062F1">
              <w:rPr>
                <w:rFonts w:cs="Arial"/>
                <w:szCs w:val="18"/>
                <w:lang w:eastAsia="ja-JP"/>
              </w:rPr>
              <w:t>DC_4A_n260(3A-P)</w:t>
            </w:r>
          </w:p>
          <w:p w14:paraId="3674BF7D" w14:textId="25A4DE29" w:rsidR="00C75340" w:rsidRPr="00E062F1" w:rsidRDefault="00E47858" w:rsidP="006B3BD2">
            <w:pPr>
              <w:pStyle w:val="TAC"/>
              <w:rPr>
                <w:lang w:eastAsia="fi-FI"/>
              </w:rPr>
            </w:pPr>
            <w:r w:rsidRPr="00E062F1">
              <w:rPr>
                <w:rFonts w:cs="Arial"/>
                <w:szCs w:val="18"/>
                <w:lang w:eastAsia="ja-JP"/>
              </w:rPr>
              <w:t>DC_4A_n260(A-O-P)</w:t>
            </w:r>
          </w:p>
        </w:tc>
        <w:tc>
          <w:tcPr>
            <w:tcW w:w="2846" w:type="dxa"/>
          </w:tcPr>
          <w:p w14:paraId="148E2A25" w14:textId="77777777" w:rsidR="00FB0488" w:rsidRPr="00E062F1" w:rsidRDefault="00FB0488" w:rsidP="006B3BD2">
            <w:pPr>
              <w:pStyle w:val="TAC"/>
              <w:rPr>
                <w:rFonts w:cs="Arial"/>
                <w:szCs w:val="18"/>
                <w:lang w:eastAsia="ja-JP"/>
              </w:rPr>
            </w:pPr>
            <w:r w:rsidRPr="00E062F1">
              <w:rPr>
                <w:rFonts w:cs="Arial"/>
                <w:szCs w:val="18"/>
                <w:lang w:eastAsia="ja-JP"/>
              </w:rPr>
              <w:t>DC_4A_n260A</w:t>
            </w:r>
          </w:p>
          <w:p w14:paraId="0C94657F" w14:textId="11B4A6B6" w:rsidR="00FB0488" w:rsidRPr="00E062F1" w:rsidRDefault="00C75340" w:rsidP="006B3BD2">
            <w:pPr>
              <w:pStyle w:val="TAC"/>
              <w:rPr>
                <w:rFonts w:cs="Arial"/>
                <w:szCs w:val="18"/>
                <w:lang w:eastAsia="ja-JP"/>
              </w:rPr>
            </w:pPr>
            <w:r w:rsidRPr="00E062F1">
              <w:rPr>
                <w:rFonts w:cs="Arial"/>
                <w:szCs w:val="18"/>
                <w:lang w:eastAsia="ja-JP"/>
              </w:rPr>
              <w:t>DC_4A_n260G</w:t>
            </w:r>
          </w:p>
          <w:p w14:paraId="34067CCC" w14:textId="77777777" w:rsidR="00FB0488" w:rsidRPr="00E062F1" w:rsidRDefault="00FB0488" w:rsidP="006B3BD2">
            <w:pPr>
              <w:pStyle w:val="TAC"/>
              <w:rPr>
                <w:rFonts w:cs="Arial"/>
                <w:szCs w:val="18"/>
                <w:lang w:eastAsia="ja-JP"/>
              </w:rPr>
            </w:pPr>
            <w:r w:rsidRPr="00E062F1">
              <w:rPr>
                <w:rFonts w:cs="Arial"/>
                <w:szCs w:val="18"/>
                <w:lang w:eastAsia="ja-JP"/>
              </w:rPr>
              <w:t>DC_4A_n260H</w:t>
            </w:r>
          </w:p>
          <w:p w14:paraId="77EE78C5" w14:textId="77777777" w:rsidR="00FB0488" w:rsidRPr="00E062F1" w:rsidRDefault="00FB0488" w:rsidP="006B3BD2">
            <w:pPr>
              <w:pStyle w:val="TAC"/>
              <w:rPr>
                <w:rFonts w:cs="Arial"/>
                <w:szCs w:val="18"/>
                <w:lang w:eastAsia="ja-JP"/>
              </w:rPr>
            </w:pPr>
            <w:r w:rsidRPr="00E062F1">
              <w:rPr>
                <w:rFonts w:cs="Arial"/>
                <w:szCs w:val="18"/>
                <w:lang w:eastAsia="ja-JP"/>
              </w:rPr>
              <w:t>DC_4A_n260O</w:t>
            </w:r>
          </w:p>
          <w:p w14:paraId="129C1588" w14:textId="77777777" w:rsidR="00FB0488" w:rsidRPr="00E062F1" w:rsidRDefault="00FB0488" w:rsidP="006B3BD2">
            <w:pPr>
              <w:pStyle w:val="TAC"/>
              <w:rPr>
                <w:rFonts w:cs="Arial"/>
                <w:szCs w:val="18"/>
                <w:lang w:eastAsia="ja-JP"/>
              </w:rPr>
            </w:pPr>
            <w:r w:rsidRPr="00E062F1">
              <w:rPr>
                <w:rFonts w:cs="Arial"/>
                <w:szCs w:val="18"/>
                <w:lang w:eastAsia="ja-JP"/>
              </w:rPr>
              <w:t>DC_4A_n260P</w:t>
            </w:r>
          </w:p>
          <w:p w14:paraId="37E2FAF3" w14:textId="08F2AE8B" w:rsidR="00C75340" w:rsidRPr="00E062F1" w:rsidRDefault="00FB0488" w:rsidP="006B3BD2">
            <w:pPr>
              <w:pStyle w:val="TAC"/>
              <w:rPr>
                <w:lang w:eastAsia="fi-FI"/>
              </w:rPr>
            </w:pPr>
            <w:r w:rsidRPr="00E062F1">
              <w:rPr>
                <w:rFonts w:cs="Arial"/>
                <w:szCs w:val="18"/>
                <w:lang w:eastAsia="ja-JP"/>
              </w:rPr>
              <w:t>DC_4A_n260Q</w:t>
            </w:r>
          </w:p>
        </w:tc>
      </w:tr>
      <w:tr w:rsidR="001F078B" w:rsidRPr="00E062F1" w14:paraId="1641B0F5" w14:textId="77777777" w:rsidTr="006B3BD2">
        <w:trPr>
          <w:trHeight w:val="187"/>
          <w:jc w:val="center"/>
        </w:trPr>
        <w:tc>
          <w:tcPr>
            <w:tcW w:w="2972" w:type="dxa"/>
            <w:shd w:val="clear" w:color="auto" w:fill="auto"/>
          </w:tcPr>
          <w:p w14:paraId="41BE82FA" w14:textId="5EE4A8AC" w:rsidR="00FB0677" w:rsidRPr="00E062F1" w:rsidRDefault="00C75340" w:rsidP="006B3BD2">
            <w:pPr>
              <w:pStyle w:val="TAC"/>
              <w:rPr>
                <w:lang w:eastAsia="fi-FI"/>
              </w:rPr>
            </w:pPr>
            <w:r w:rsidRPr="00E062F1">
              <w:rPr>
                <w:lang w:eastAsia="fi-FI"/>
              </w:rPr>
              <w:t>DC_5A_n257A</w:t>
            </w:r>
          </w:p>
          <w:p w14:paraId="44B377B4" w14:textId="77777777" w:rsidR="00FB0677" w:rsidRPr="00E062F1" w:rsidRDefault="00FB0677" w:rsidP="006B3BD2">
            <w:pPr>
              <w:pStyle w:val="TAC"/>
              <w:rPr>
                <w:lang w:eastAsia="fi-FI"/>
              </w:rPr>
            </w:pPr>
            <w:r w:rsidRPr="00E062F1">
              <w:rPr>
                <w:lang w:eastAsia="fi-FI"/>
              </w:rPr>
              <w:t>DC_5A_n257D</w:t>
            </w:r>
          </w:p>
          <w:p w14:paraId="340407C9" w14:textId="77777777" w:rsidR="00FB0677" w:rsidRPr="00E062F1" w:rsidRDefault="00FB0677" w:rsidP="006B3BD2">
            <w:pPr>
              <w:pStyle w:val="TAC"/>
              <w:rPr>
                <w:lang w:eastAsia="fi-FI"/>
              </w:rPr>
            </w:pPr>
            <w:r w:rsidRPr="00E062F1">
              <w:rPr>
                <w:lang w:eastAsia="fi-FI"/>
              </w:rPr>
              <w:t>DC_5A_n257E</w:t>
            </w:r>
          </w:p>
          <w:p w14:paraId="19AB8A3B" w14:textId="77777777" w:rsidR="00FB0677" w:rsidRPr="00E062F1" w:rsidRDefault="00FB0677" w:rsidP="006B3BD2">
            <w:pPr>
              <w:pStyle w:val="TAC"/>
              <w:rPr>
                <w:lang w:eastAsia="fi-FI"/>
              </w:rPr>
            </w:pPr>
            <w:r w:rsidRPr="00E062F1">
              <w:rPr>
                <w:lang w:eastAsia="fi-FI"/>
              </w:rPr>
              <w:t>DC_5A_n257F</w:t>
            </w:r>
          </w:p>
          <w:p w14:paraId="64E2B599" w14:textId="77777777" w:rsidR="00FB0677" w:rsidRPr="00E062F1" w:rsidRDefault="00FB0677" w:rsidP="006B3BD2">
            <w:pPr>
              <w:pStyle w:val="TAC"/>
              <w:rPr>
                <w:lang w:eastAsia="fi-FI"/>
              </w:rPr>
            </w:pPr>
            <w:r w:rsidRPr="00E062F1">
              <w:rPr>
                <w:lang w:eastAsia="fi-FI"/>
              </w:rPr>
              <w:t>DC_5A_n257G</w:t>
            </w:r>
          </w:p>
          <w:p w14:paraId="685DA950" w14:textId="77777777" w:rsidR="00FB0677" w:rsidRPr="00E062F1" w:rsidRDefault="00FB0677" w:rsidP="006B3BD2">
            <w:pPr>
              <w:pStyle w:val="TAC"/>
              <w:rPr>
                <w:lang w:eastAsia="fi-FI"/>
              </w:rPr>
            </w:pPr>
            <w:r w:rsidRPr="00E062F1">
              <w:rPr>
                <w:lang w:eastAsia="fi-FI"/>
              </w:rPr>
              <w:t>DC_5A_n257H</w:t>
            </w:r>
          </w:p>
          <w:p w14:paraId="6C355021" w14:textId="77777777" w:rsidR="00FB0677" w:rsidRPr="00E062F1" w:rsidRDefault="00FB0677" w:rsidP="006B3BD2">
            <w:pPr>
              <w:pStyle w:val="TAC"/>
              <w:rPr>
                <w:lang w:eastAsia="fi-FI"/>
              </w:rPr>
            </w:pPr>
            <w:r w:rsidRPr="00E062F1">
              <w:rPr>
                <w:lang w:eastAsia="fi-FI"/>
              </w:rPr>
              <w:t>DC_5A_n257I</w:t>
            </w:r>
          </w:p>
          <w:p w14:paraId="544FFBAC" w14:textId="77777777" w:rsidR="00FB0677" w:rsidRPr="00E062F1" w:rsidRDefault="00FB0677" w:rsidP="006B3BD2">
            <w:pPr>
              <w:pStyle w:val="TAC"/>
              <w:rPr>
                <w:lang w:eastAsia="fi-FI"/>
              </w:rPr>
            </w:pPr>
            <w:r w:rsidRPr="00E062F1">
              <w:rPr>
                <w:lang w:eastAsia="fi-FI"/>
              </w:rPr>
              <w:t>DC_5A_n257J</w:t>
            </w:r>
          </w:p>
          <w:p w14:paraId="1B76CEBA" w14:textId="77777777" w:rsidR="00FB0677" w:rsidRPr="00E062F1" w:rsidRDefault="00FB0677" w:rsidP="006B3BD2">
            <w:pPr>
              <w:pStyle w:val="TAC"/>
              <w:rPr>
                <w:lang w:eastAsia="fi-FI"/>
              </w:rPr>
            </w:pPr>
            <w:r w:rsidRPr="00E062F1">
              <w:rPr>
                <w:lang w:eastAsia="fi-FI"/>
              </w:rPr>
              <w:t>DC_5A_n257K</w:t>
            </w:r>
          </w:p>
          <w:p w14:paraId="37E575DC" w14:textId="77777777" w:rsidR="00FB0677" w:rsidRPr="00E062F1" w:rsidRDefault="00FB0677" w:rsidP="006B3BD2">
            <w:pPr>
              <w:pStyle w:val="TAC"/>
              <w:rPr>
                <w:lang w:eastAsia="fi-FI"/>
              </w:rPr>
            </w:pPr>
            <w:r w:rsidRPr="00E062F1">
              <w:rPr>
                <w:lang w:eastAsia="fi-FI"/>
              </w:rPr>
              <w:t>DC_5A_n257L</w:t>
            </w:r>
          </w:p>
          <w:p w14:paraId="2D08F18B" w14:textId="78E74CEA" w:rsidR="00C75340" w:rsidRPr="00E062F1" w:rsidRDefault="00FB0677" w:rsidP="006B3BD2">
            <w:pPr>
              <w:pStyle w:val="TAC"/>
              <w:rPr>
                <w:lang w:eastAsia="fi-FI"/>
              </w:rPr>
            </w:pPr>
            <w:r w:rsidRPr="00E062F1">
              <w:rPr>
                <w:lang w:eastAsia="fi-FI"/>
              </w:rPr>
              <w:t>DC_5A_n257M</w:t>
            </w:r>
          </w:p>
          <w:p w14:paraId="697B6314" w14:textId="4B273172" w:rsidR="00C75340" w:rsidRPr="00E062F1" w:rsidRDefault="00C75340" w:rsidP="006B3BD2">
            <w:pPr>
              <w:pStyle w:val="TAC"/>
              <w:rPr>
                <w:lang w:eastAsia="fi-FI"/>
              </w:rPr>
            </w:pPr>
            <w:r w:rsidRPr="00E062F1">
              <w:rPr>
                <w:lang w:eastAsia="fi-FI"/>
              </w:rPr>
              <w:t>DC_5B_n257A</w:t>
            </w:r>
          </w:p>
        </w:tc>
        <w:tc>
          <w:tcPr>
            <w:tcW w:w="2846" w:type="dxa"/>
          </w:tcPr>
          <w:p w14:paraId="39A0B4FC" w14:textId="77777777" w:rsidR="00C75340" w:rsidRPr="00E062F1" w:rsidRDefault="00C75340" w:rsidP="006B3BD2">
            <w:pPr>
              <w:pStyle w:val="TAC"/>
              <w:rPr>
                <w:lang w:eastAsia="fi-FI"/>
              </w:rPr>
            </w:pPr>
            <w:r w:rsidRPr="00E062F1">
              <w:rPr>
                <w:lang w:eastAsia="fi-FI"/>
              </w:rPr>
              <w:t>DC_5A_n257A</w:t>
            </w:r>
          </w:p>
          <w:p w14:paraId="3D94F32C" w14:textId="654C07D4" w:rsidR="00C75340" w:rsidRPr="00E062F1" w:rsidRDefault="00C75340" w:rsidP="006B3BD2">
            <w:pPr>
              <w:pStyle w:val="TAC"/>
              <w:rPr>
                <w:lang w:eastAsia="fi-FI"/>
              </w:rPr>
            </w:pPr>
            <w:r w:rsidRPr="00E062F1">
              <w:rPr>
                <w:lang w:eastAsia="fi-FI"/>
              </w:rPr>
              <w:t>DC_5B_n257A</w:t>
            </w:r>
          </w:p>
        </w:tc>
      </w:tr>
      <w:tr w:rsidR="001F078B" w:rsidRPr="00E062F1" w14:paraId="7D76CA6D" w14:textId="77777777" w:rsidTr="006B3BD2">
        <w:trPr>
          <w:trHeight w:val="187"/>
          <w:jc w:val="center"/>
        </w:trPr>
        <w:tc>
          <w:tcPr>
            <w:tcW w:w="2972" w:type="dxa"/>
            <w:shd w:val="clear" w:color="auto" w:fill="auto"/>
          </w:tcPr>
          <w:p w14:paraId="712E75E7" w14:textId="30D53984" w:rsidR="00C75340" w:rsidRPr="00E062F1" w:rsidRDefault="00C75340" w:rsidP="006B3BD2">
            <w:pPr>
              <w:pStyle w:val="TAC"/>
              <w:rPr>
                <w:rFonts w:eastAsiaTheme="minorEastAsia"/>
                <w:lang w:eastAsia="ko-KR"/>
              </w:rPr>
            </w:pPr>
            <w:r w:rsidRPr="00E062F1">
              <w:rPr>
                <w:noProof/>
                <w:lang w:eastAsia="zh-CN"/>
              </w:rPr>
              <w:t>DC_5A-5A_n257A</w:t>
            </w:r>
          </w:p>
        </w:tc>
        <w:tc>
          <w:tcPr>
            <w:tcW w:w="2846" w:type="dxa"/>
          </w:tcPr>
          <w:p w14:paraId="1E6E0306" w14:textId="7F0C4D33" w:rsidR="00C75340" w:rsidRPr="00E062F1" w:rsidRDefault="00C75340" w:rsidP="006B3BD2">
            <w:pPr>
              <w:pStyle w:val="TAC"/>
              <w:rPr>
                <w:lang w:eastAsia="fi-FI"/>
              </w:rPr>
            </w:pPr>
            <w:r w:rsidRPr="00E062F1">
              <w:rPr>
                <w:noProof/>
                <w:lang w:eastAsia="zh-CN"/>
              </w:rPr>
              <w:t>DC_5A_n257A</w:t>
            </w:r>
          </w:p>
        </w:tc>
      </w:tr>
      <w:tr w:rsidR="001F078B" w:rsidRPr="00E062F1" w14:paraId="7E835BB8" w14:textId="77777777" w:rsidTr="006B3BD2">
        <w:trPr>
          <w:trHeight w:val="187"/>
          <w:jc w:val="center"/>
        </w:trPr>
        <w:tc>
          <w:tcPr>
            <w:tcW w:w="2972" w:type="dxa"/>
            <w:shd w:val="clear" w:color="auto" w:fill="auto"/>
          </w:tcPr>
          <w:p w14:paraId="7BF6C3CE" w14:textId="7BAB4DBF" w:rsidR="00C75340" w:rsidRPr="00E062F1" w:rsidRDefault="00C75340" w:rsidP="006B3BD2">
            <w:pPr>
              <w:pStyle w:val="TAC"/>
              <w:rPr>
                <w:noProof/>
                <w:lang w:eastAsia="zh-CN"/>
              </w:rPr>
            </w:pPr>
            <w:r w:rsidRPr="00E062F1">
              <w:rPr>
                <w:lang w:eastAsia="fi-FI"/>
              </w:rPr>
              <w:t>DC_</w:t>
            </w:r>
            <w:r w:rsidRPr="00E062F1">
              <w:rPr>
                <w:lang w:eastAsia="zh-CN"/>
              </w:rPr>
              <w:t>5A_n258A</w:t>
            </w:r>
          </w:p>
        </w:tc>
        <w:tc>
          <w:tcPr>
            <w:tcW w:w="2846" w:type="dxa"/>
          </w:tcPr>
          <w:p w14:paraId="44C2C16D" w14:textId="75D29178" w:rsidR="00C75340" w:rsidRPr="00E062F1" w:rsidRDefault="00C75340" w:rsidP="006B3BD2">
            <w:pPr>
              <w:pStyle w:val="TAC"/>
              <w:rPr>
                <w:noProof/>
                <w:lang w:eastAsia="zh-CN"/>
              </w:rPr>
            </w:pPr>
            <w:r w:rsidRPr="00E062F1">
              <w:rPr>
                <w:lang w:eastAsia="fi-FI"/>
              </w:rPr>
              <w:t>DC_</w:t>
            </w:r>
            <w:r w:rsidRPr="00E062F1">
              <w:rPr>
                <w:lang w:eastAsia="zh-CN"/>
              </w:rPr>
              <w:t>5A_n258A</w:t>
            </w:r>
          </w:p>
        </w:tc>
      </w:tr>
      <w:tr w:rsidR="001F078B" w:rsidRPr="00E062F1" w14:paraId="6C8B745F" w14:textId="77777777" w:rsidTr="006B3BD2">
        <w:trPr>
          <w:trHeight w:val="187"/>
          <w:jc w:val="center"/>
        </w:trPr>
        <w:tc>
          <w:tcPr>
            <w:tcW w:w="2972" w:type="dxa"/>
            <w:shd w:val="clear" w:color="auto" w:fill="auto"/>
          </w:tcPr>
          <w:p w14:paraId="15FA8BF9" w14:textId="77777777" w:rsidR="00C75340" w:rsidRPr="00E062F1" w:rsidRDefault="00C75340" w:rsidP="006B3BD2">
            <w:pPr>
              <w:pStyle w:val="TAC"/>
              <w:rPr>
                <w:lang w:eastAsia="fi-FI"/>
              </w:rPr>
            </w:pPr>
            <w:r w:rsidRPr="00E062F1">
              <w:rPr>
                <w:lang w:eastAsia="fi-FI"/>
              </w:rPr>
              <w:lastRenderedPageBreak/>
              <w:t>DC_5A_n260A</w:t>
            </w:r>
          </w:p>
          <w:p w14:paraId="47D89F68" w14:textId="77777777" w:rsidR="00C75340" w:rsidRPr="00E062F1" w:rsidRDefault="00C75340" w:rsidP="006B3BD2">
            <w:pPr>
              <w:pStyle w:val="TAC"/>
              <w:rPr>
                <w:lang w:eastAsia="fi-FI"/>
              </w:rPr>
            </w:pPr>
            <w:r w:rsidRPr="00E062F1">
              <w:rPr>
                <w:lang w:eastAsia="fi-FI"/>
              </w:rPr>
              <w:t>DC_5A_n260B</w:t>
            </w:r>
          </w:p>
          <w:p w14:paraId="5C682B5A" w14:textId="77777777" w:rsidR="00C75340" w:rsidRPr="00E062F1" w:rsidRDefault="00C75340" w:rsidP="006B3BD2">
            <w:pPr>
              <w:pStyle w:val="TAC"/>
              <w:rPr>
                <w:lang w:eastAsia="fi-FI"/>
              </w:rPr>
            </w:pPr>
            <w:r w:rsidRPr="00E062F1">
              <w:rPr>
                <w:lang w:eastAsia="fi-FI"/>
              </w:rPr>
              <w:t>DC_5A_n260C</w:t>
            </w:r>
          </w:p>
          <w:p w14:paraId="2353FBFB" w14:textId="77777777" w:rsidR="00C75340" w:rsidRPr="00E062F1" w:rsidRDefault="00C75340" w:rsidP="006B3BD2">
            <w:pPr>
              <w:pStyle w:val="TAC"/>
              <w:rPr>
                <w:lang w:eastAsia="fi-FI"/>
              </w:rPr>
            </w:pPr>
            <w:r w:rsidRPr="00E062F1">
              <w:rPr>
                <w:lang w:eastAsia="fi-FI"/>
              </w:rPr>
              <w:t>DC_5A_n260D</w:t>
            </w:r>
          </w:p>
          <w:p w14:paraId="67F68F51" w14:textId="77777777" w:rsidR="00C75340" w:rsidRPr="00E062F1" w:rsidRDefault="00C75340" w:rsidP="006B3BD2">
            <w:pPr>
              <w:pStyle w:val="TAC"/>
              <w:rPr>
                <w:lang w:eastAsia="fi-FI"/>
              </w:rPr>
            </w:pPr>
            <w:r w:rsidRPr="00E062F1">
              <w:rPr>
                <w:lang w:eastAsia="fi-FI"/>
              </w:rPr>
              <w:t>DC_5A_n260E</w:t>
            </w:r>
          </w:p>
          <w:p w14:paraId="78E50D09" w14:textId="77777777" w:rsidR="00C75340" w:rsidRPr="00E062F1" w:rsidRDefault="00C75340" w:rsidP="006B3BD2">
            <w:pPr>
              <w:pStyle w:val="TAC"/>
              <w:rPr>
                <w:lang w:eastAsia="fi-FI"/>
              </w:rPr>
            </w:pPr>
            <w:r w:rsidRPr="00E062F1">
              <w:rPr>
                <w:lang w:eastAsia="fi-FI"/>
              </w:rPr>
              <w:t>DC_5A_n260F</w:t>
            </w:r>
          </w:p>
          <w:p w14:paraId="063200B8" w14:textId="77777777" w:rsidR="00C75340" w:rsidRPr="00E062F1" w:rsidRDefault="00C75340" w:rsidP="006B3BD2">
            <w:pPr>
              <w:pStyle w:val="TAC"/>
              <w:rPr>
                <w:lang w:eastAsia="fi-FI"/>
              </w:rPr>
            </w:pPr>
            <w:r w:rsidRPr="00E062F1">
              <w:rPr>
                <w:lang w:eastAsia="fi-FI"/>
              </w:rPr>
              <w:t>DC_5A_n260G</w:t>
            </w:r>
          </w:p>
          <w:p w14:paraId="47523C6E" w14:textId="77777777" w:rsidR="00C75340" w:rsidRPr="00E062F1" w:rsidRDefault="00C75340" w:rsidP="006B3BD2">
            <w:pPr>
              <w:pStyle w:val="TAC"/>
              <w:rPr>
                <w:lang w:eastAsia="fi-FI"/>
              </w:rPr>
            </w:pPr>
            <w:r w:rsidRPr="00E062F1">
              <w:rPr>
                <w:lang w:eastAsia="fi-FI"/>
              </w:rPr>
              <w:t>DC_5A_n260H</w:t>
            </w:r>
          </w:p>
          <w:p w14:paraId="38E51A88" w14:textId="77777777" w:rsidR="00C75340" w:rsidRPr="00E062F1" w:rsidRDefault="00C75340" w:rsidP="006B3BD2">
            <w:pPr>
              <w:pStyle w:val="TAC"/>
              <w:rPr>
                <w:lang w:eastAsia="fi-FI"/>
              </w:rPr>
            </w:pPr>
            <w:r w:rsidRPr="00E062F1">
              <w:rPr>
                <w:lang w:eastAsia="fi-FI"/>
              </w:rPr>
              <w:t>DC_5A_n260I</w:t>
            </w:r>
          </w:p>
          <w:p w14:paraId="4837B3B0" w14:textId="77777777" w:rsidR="00C75340" w:rsidRPr="00E062F1" w:rsidRDefault="00C75340" w:rsidP="006B3BD2">
            <w:pPr>
              <w:pStyle w:val="TAC"/>
              <w:rPr>
                <w:lang w:eastAsia="fi-FI"/>
              </w:rPr>
            </w:pPr>
            <w:r w:rsidRPr="00E062F1">
              <w:rPr>
                <w:lang w:eastAsia="fi-FI"/>
              </w:rPr>
              <w:t>DC_5A_n260J</w:t>
            </w:r>
          </w:p>
          <w:p w14:paraId="1BF55070" w14:textId="77777777" w:rsidR="00C75340" w:rsidRPr="00E062F1" w:rsidRDefault="00C75340" w:rsidP="006B3BD2">
            <w:pPr>
              <w:pStyle w:val="TAC"/>
              <w:rPr>
                <w:lang w:eastAsia="fi-FI"/>
              </w:rPr>
            </w:pPr>
            <w:r w:rsidRPr="00E062F1">
              <w:rPr>
                <w:lang w:eastAsia="fi-FI"/>
              </w:rPr>
              <w:t>DC_5A_n260K</w:t>
            </w:r>
          </w:p>
          <w:p w14:paraId="2D1BA8F0" w14:textId="77777777" w:rsidR="00C75340" w:rsidRPr="00E062F1" w:rsidRDefault="00C75340" w:rsidP="006B3BD2">
            <w:pPr>
              <w:pStyle w:val="TAC"/>
              <w:rPr>
                <w:lang w:eastAsia="fi-FI"/>
              </w:rPr>
            </w:pPr>
            <w:r w:rsidRPr="00E062F1">
              <w:rPr>
                <w:lang w:eastAsia="fi-FI"/>
              </w:rPr>
              <w:t>DC_5A_n260L</w:t>
            </w:r>
          </w:p>
          <w:p w14:paraId="192CC745" w14:textId="77777777" w:rsidR="00C75340" w:rsidRPr="00E062F1" w:rsidRDefault="00C75340" w:rsidP="006B3BD2">
            <w:pPr>
              <w:pStyle w:val="TAC"/>
              <w:rPr>
                <w:lang w:eastAsia="fi-FI"/>
              </w:rPr>
            </w:pPr>
            <w:r w:rsidRPr="00E062F1">
              <w:rPr>
                <w:lang w:eastAsia="fi-FI"/>
              </w:rPr>
              <w:t>DC_5A_n260M</w:t>
            </w:r>
          </w:p>
          <w:p w14:paraId="65E571DD" w14:textId="77777777" w:rsidR="00C75340" w:rsidRPr="00E062F1" w:rsidRDefault="00C75340" w:rsidP="006B3BD2">
            <w:pPr>
              <w:pStyle w:val="TAC"/>
              <w:rPr>
                <w:lang w:eastAsia="fi-FI"/>
              </w:rPr>
            </w:pPr>
            <w:r w:rsidRPr="00E062F1">
              <w:rPr>
                <w:lang w:eastAsia="fi-FI"/>
              </w:rPr>
              <w:t>DC_5A_n260O</w:t>
            </w:r>
          </w:p>
          <w:p w14:paraId="2E4E1649" w14:textId="77777777" w:rsidR="00C75340" w:rsidRPr="00E062F1" w:rsidRDefault="00C75340" w:rsidP="006B3BD2">
            <w:pPr>
              <w:pStyle w:val="TAC"/>
              <w:rPr>
                <w:lang w:eastAsia="fi-FI"/>
              </w:rPr>
            </w:pPr>
            <w:r w:rsidRPr="00E062F1">
              <w:rPr>
                <w:lang w:eastAsia="fi-FI"/>
              </w:rPr>
              <w:t>DC_5A_n260P</w:t>
            </w:r>
          </w:p>
          <w:p w14:paraId="04B9B0AF" w14:textId="77777777" w:rsidR="00C75340" w:rsidRPr="00E062F1" w:rsidRDefault="00C75340" w:rsidP="006B3BD2">
            <w:pPr>
              <w:pStyle w:val="TAC"/>
              <w:rPr>
                <w:lang w:eastAsia="fi-FI"/>
              </w:rPr>
            </w:pPr>
            <w:r w:rsidRPr="00E062F1">
              <w:rPr>
                <w:lang w:eastAsia="fi-FI"/>
              </w:rPr>
              <w:t>DC_5A_n260Q</w:t>
            </w:r>
          </w:p>
          <w:p w14:paraId="5140C237" w14:textId="62BBEBF5" w:rsidR="00C75340" w:rsidRPr="00E062F1" w:rsidRDefault="00C75340" w:rsidP="006B3BD2">
            <w:pPr>
              <w:pStyle w:val="TAC"/>
              <w:rPr>
                <w:lang w:eastAsia="fi-FI"/>
              </w:rPr>
            </w:pPr>
            <w:r w:rsidRPr="00E062F1">
              <w:rPr>
                <w:noProof/>
                <w:lang w:eastAsia="zh-CN"/>
              </w:rPr>
              <w:t>DC_5B_n260A</w:t>
            </w:r>
          </w:p>
        </w:tc>
        <w:tc>
          <w:tcPr>
            <w:tcW w:w="2846" w:type="dxa"/>
          </w:tcPr>
          <w:p w14:paraId="7F6CB14E" w14:textId="5A6C542E" w:rsidR="00FB0488" w:rsidRPr="00E062F1" w:rsidRDefault="00C75340" w:rsidP="006B3BD2">
            <w:pPr>
              <w:pStyle w:val="TAC"/>
              <w:rPr>
                <w:lang w:eastAsia="fi-FI"/>
              </w:rPr>
            </w:pPr>
            <w:r w:rsidRPr="00E062F1">
              <w:rPr>
                <w:lang w:eastAsia="fi-FI"/>
              </w:rPr>
              <w:t>DC_5A_n260A</w:t>
            </w:r>
          </w:p>
          <w:p w14:paraId="07DAF42D" w14:textId="77777777" w:rsidR="00FB0488" w:rsidRPr="00E062F1" w:rsidRDefault="00FB0488" w:rsidP="006B3BD2">
            <w:pPr>
              <w:pStyle w:val="TAC"/>
              <w:rPr>
                <w:rFonts w:cs="Arial"/>
                <w:szCs w:val="18"/>
              </w:rPr>
            </w:pPr>
            <w:r w:rsidRPr="00E062F1">
              <w:rPr>
                <w:rFonts w:cs="Arial"/>
                <w:szCs w:val="18"/>
              </w:rPr>
              <w:t>DC_5A_n260G</w:t>
            </w:r>
          </w:p>
          <w:p w14:paraId="75D6191E" w14:textId="77777777" w:rsidR="00FB0488" w:rsidRPr="00E062F1" w:rsidRDefault="00FB0488" w:rsidP="006B3BD2">
            <w:pPr>
              <w:pStyle w:val="TAC"/>
              <w:rPr>
                <w:rFonts w:cs="Arial"/>
                <w:szCs w:val="18"/>
              </w:rPr>
            </w:pPr>
            <w:r w:rsidRPr="00E062F1">
              <w:rPr>
                <w:rFonts w:cs="Arial"/>
                <w:szCs w:val="18"/>
              </w:rPr>
              <w:t>DC_5A_n260H</w:t>
            </w:r>
          </w:p>
          <w:p w14:paraId="318E8BA3" w14:textId="77777777" w:rsidR="00FB0488" w:rsidRPr="00E062F1" w:rsidRDefault="00FB0488" w:rsidP="006B3BD2">
            <w:pPr>
              <w:pStyle w:val="TAC"/>
              <w:rPr>
                <w:rFonts w:cs="Arial"/>
                <w:szCs w:val="18"/>
              </w:rPr>
            </w:pPr>
            <w:r w:rsidRPr="00E062F1">
              <w:rPr>
                <w:rFonts w:cs="Arial"/>
                <w:szCs w:val="18"/>
              </w:rPr>
              <w:t>DC_5A_n260O</w:t>
            </w:r>
          </w:p>
          <w:p w14:paraId="448FA9E2" w14:textId="77777777" w:rsidR="00FB0488" w:rsidRPr="00E062F1" w:rsidRDefault="00FB0488" w:rsidP="006B3BD2">
            <w:pPr>
              <w:pStyle w:val="TAC"/>
              <w:rPr>
                <w:rFonts w:cs="Arial"/>
                <w:szCs w:val="18"/>
              </w:rPr>
            </w:pPr>
            <w:r w:rsidRPr="00E062F1">
              <w:rPr>
                <w:rFonts w:cs="Arial"/>
                <w:szCs w:val="18"/>
              </w:rPr>
              <w:t>DC_5A_n260P</w:t>
            </w:r>
          </w:p>
          <w:p w14:paraId="5E5813A8" w14:textId="56750962" w:rsidR="00C75340" w:rsidRPr="00E062F1" w:rsidRDefault="00FB0488" w:rsidP="006B3BD2">
            <w:pPr>
              <w:pStyle w:val="TAC"/>
              <w:rPr>
                <w:lang w:eastAsia="fi-FI"/>
              </w:rPr>
            </w:pPr>
            <w:r w:rsidRPr="00E062F1">
              <w:rPr>
                <w:rFonts w:cs="Arial"/>
                <w:szCs w:val="18"/>
              </w:rPr>
              <w:t>DC_5A_n260Q</w:t>
            </w:r>
          </w:p>
          <w:p w14:paraId="3C679352" w14:textId="73F70552" w:rsidR="00C75340" w:rsidRPr="00E062F1" w:rsidRDefault="00C75340" w:rsidP="006B3BD2">
            <w:pPr>
              <w:pStyle w:val="TAC"/>
              <w:rPr>
                <w:lang w:eastAsia="fi-FI"/>
              </w:rPr>
            </w:pPr>
            <w:r w:rsidRPr="00E062F1">
              <w:rPr>
                <w:noProof/>
                <w:lang w:eastAsia="zh-CN"/>
              </w:rPr>
              <w:t>DC_5B_n260A</w:t>
            </w:r>
          </w:p>
        </w:tc>
      </w:tr>
      <w:tr w:rsidR="001F078B" w:rsidRPr="00E062F1" w14:paraId="74618C64" w14:textId="77777777" w:rsidTr="006B3BD2">
        <w:trPr>
          <w:trHeight w:val="187"/>
          <w:jc w:val="center"/>
        </w:trPr>
        <w:tc>
          <w:tcPr>
            <w:tcW w:w="2972" w:type="dxa"/>
            <w:shd w:val="clear" w:color="auto" w:fill="auto"/>
          </w:tcPr>
          <w:p w14:paraId="66940D34" w14:textId="77777777" w:rsidR="00C75340" w:rsidRPr="00E062F1" w:rsidRDefault="00C75340" w:rsidP="006B3BD2">
            <w:pPr>
              <w:pStyle w:val="TAC"/>
              <w:rPr>
                <w:lang w:eastAsia="fi-FI"/>
              </w:rPr>
            </w:pPr>
            <w:r w:rsidRPr="00E062F1">
              <w:rPr>
                <w:lang w:eastAsia="fi-FI"/>
              </w:rPr>
              <w:lastRenderedPageBreak/>
              <w:t>DC_5A_n260(2A)</w:t>
            </w:r>
          </w:p>
          <w:p w14:paraId="58CB6BD1" w14:textId="77777777" w:rsidR="00C75340" w:rsidRPr="00E062F1" w:rsidRDefault="00C75340" w:rsidP="006B3BD2">
            <w:pPr>
              <w:pStyle w:val="TAC"/>
              <w:rPr>
                <w:lang w:eastAsia="fi-FI"/>
              </w:rPr>
            </w:pPr>
            <w:r w:rsidRPr="00E062F1">
              <w:rPr>
                <w:lang w:eastAsia="fi-FI"/>
              </w:rPr>
              <w:t>DC_5A_n260(3A)</w:t>
            </w:r>
          </w:p>
          <w:p w14:paraId="0E9852C6" w14:textId="2976A497" w:rsidR="00FB0677" w:rsidRPr="00E062F1" w:rsidRDefault="00C75340" w:rsidP="006B3BD2">
            <w:pPr>
              <w:pStyle w:val="TAC"/>
              <w:rPr>
                <w:lang w:eastAsia="fi-FI"/>
              </w:rPr>
            </w:pPr>
            <w:r w:rsidRPr="00E062F1">
              <w:rPr>
                <w:lang w:eastAsia="fi-FI"/>
              </w:rPr>
              <w:t>DC_5A_n260(4A)</w:t>
            </w:r>
          </w:p>
          <w:p w14:paraId="04AC25F6" w14:textId="38FE00B8" w:rsidR="00FB0677" w:rsidRPr="00E062F1" w:rsidRDefault="00FB0677" w:rsidP="006B3BD2">
            <w:pPr>
              <w:pStyle w:val="TAC"/>
              <w:rPr>
                <w:lang w:eastAsia="fi-FI"/>
              </w:rPr>
            </w:pPr>
            <w:r w:rsidRPr="00E062F1">
              <w:rPr>
                <w:lang w:eastAsia="fi-FI"/>
              </w:rPr>
              <w:t>DC_5A_</w:t>
            </w:r>
            <w:r w:rsidR="002665C4">
              <w:rPr>
                <w:lang w:eastAsia="fi-FI"/>
              </w:rPr>
              <w:t>n</w:t>
            </w:r>
            <w:r w:rsidRPr="00E062F1">
              <w:rPr>
                <w:lang w:eastAsia="fi-FI"/>
              </w:rPr>
              <w:t>260(5A)</w:t>
            </w:r>
          </w:p>
          <w:p w14:paraId="5B391267" w14:textId="39EF5CC6" w:rsidR="00FB0677" w:rsidRPr="00E062F1" w:rsidRDefault="00FB0677" w:rsidP="006B3BD2">
            <w:pPr>
              <w:pStyle w:val="TAC"/>
              <w:rPr>
                <w:lang w:eastAsia="fi-FI"/>
              </w:rPr>
            </w:pPr>
            <w:r w:rsidRPr="00E062F1">
              <w:rPr>
                <w:lang w:eastAsia="fi-FI"/>
              </w:rPr>
              <w:t>DC_5A</w:t>
            </w:r>
            <w:r w:rsidR="002665C4" w:rsidRPr="00E062F1">
              <w:rPr>
                <w:lang w:eastAsia="fi-FI"/>
              </w:rPr>
              <w:t>_</w:t>
            </w:r>
            <w:r w:rsidR="002665C4">
              <w:rPr>
                <w:lang w:eastAsia="fi-FI"/>
              </w:rPr>
              <w:t>n</w:t>
            </w:r>
            <w:r w:rsidRPr="00E062F1">
              <w:rPr>
                <w:lang w:eastAsia="fi-FI"/>
              </w:rPr>
              <w:t>260(6A)</w:t>
            </w:r>
          </w:p>
          <w:p w14:paraId="3783D08F" w14:textId="6DF17988" w:rsidR="00FB0677" w:rsidRPr="00E062F1" w:rsidRDefault="00FB0677" w:rsidP="006B3BD2">
            <w:pPr>
              <w:pStyle w:val="TAC"/>
              <w:rPr>
                <w:lang w:eastAsia="fi-FI"/>
              </w:rPr>
            </w:pPr>
            <w:r w:rsidRPr="00E062F1">
              <w:rPr>
                <w:lang w:eastAsia="fi-FI"/>
              </w:rPr>
              <w:t>DC_5A</w:t>
            </w:r>
            <w:r w:rsidR="002665C4" w:rsidRPr="00E062F1">
              <w:rPr>
                <w:lang w:eastAsia="fi-FI"/>
              </w:rPr>
              <w:t>_</w:t>
            </w:r>
            <w:r w:rsidR="002665C4">
              <w:rPr>
                <w:lang w:eastAsia="fi-FI"/>
              </w:rPr>
              <w:t>n</w:t>
            </w:r>
            <w:r w:rsidRPr="00E062F1">
              <w:rPr>
                <w:lang w:eastAsia="fi-FI"/>
              </w:rPr>
              <w:t>260(7A)</w:t>
            </w:r>
          </w:p>
          <w:p w14:paraId="5D2A608B" w14:textId="306F4ED5" w:rsidR="00FB0677" w:rsidRPr="00E062F1" w:rsidRDefault="00FB0677" w:rsidP="006B3BD2">
            <w:pPr>
              <w:pStyle w:val="TAC"/>
              <w:rPr>
                <w:lang w:eastAsia="fi-FI"/>
              </w:rPr>
            </w:pPr>
            <w:r w:rsidRPr="00E062F1">
              <w:rPr>
                <w:lang w:eastAsia="fi-FI"/>
              </w:rPr>
              <w:t>DC_5A</w:t>
            </w:r>
            <w:r w:rsidR="002665C4" w:rsidRPr="00E062F1">
              <w:rPr>
                <w:lang w:eastAsia="fi-FI"/>
              </w:rPr>
              <w:t>_</w:t>
            </w:r>
            <w:r w:rsidR="002665C4">
              <w:rPr>
                <w:lang w:eastAsia="fi-FI"/>
              </w:rPr>
              <w:t>n</w:t>
            </w:r>
            <w:r w:rsidRPr="00E062F1">
              <w:rPr>
                <w:lang w:eastAsia="fi-FI"/>
              </w:rPr>
              <w:t>260(8A)</w:t>
            </w:r>
          </w:p>
          <w:p w14:paraId="3DC69F32" w14:textId="75828147" w:rsidR="00FB0677" w:rsidRPr="00E062F1" w:rsidRDefault="00FB0677" w:rsidP="006B3BD2">
            <w:pPr>
              <w:pStyle w:val="TAC"/>
              <w:rPr>
                <w:lang w:eastAsia="fi-FI"/>
              </w:rPr>
            </w:pPr>
            <w:r w:rsidRPr="00E062F1">
              <w:rPr>
                <w:lang w:eastAsia="fi-FI"/>
              </w:rPr>
              <w:t>DC_5A</w:t>
            </w:r>
            <w:r w:rsidR="002665C4" w:rsidRPr="00E062F1">
              <w:rPr>
                <w:lang w:eastAsia="fi-FI"/>
              </w:rPr>
              <w:t>_</w:t>
            </w:r>
            <w:r w:rsidR="002665C4">
              <w:rPr>
                <w:lang w:eastAsia="fi-FI"/>
              </w:rPr>
              <w:t>n</w:t>
            </w:r>
            <w:r w:rsidRPr="00E062F1">
              <w:rPr>
                <w:lang w:eastAsia="fi-FI"/>
              </w:rPr>
              <w:t>260(9A)</w:t>
            </w:r>
          </w:p>
          <w:p w14:paraId="0EF4084C" w14:textId="78EFC6A0" w:rsidR="00C75340" w:rsidRPr="00E062F1" w:rsidRDefault="00FB0677" w:rsidP="006B3BD2">
            <w:pPr>
              <w:pStyle w:val="TAC"/>
              <w:rPr>
                <w:lang w:eastAsia="fi-FI"/>
              </w:rPr>
            </w:pPr>
            <w:r w:rsidRPr="00E062F1">
              <w:rPr>
                <w:lang w:eastAsia="fi-FI"/>
              </w:rPr>
              <w:t>DC_5A</w:t>
            </w:r>
            <w:r w:rsidR="002665C4" w:rsidRPr="00E062F1">
              <w:rPr>
                <w:lang w:eastAsia="fi-FI"/>
              </w:rPr>
              <w:t>_</w:t>
            </w:r>
            <w:r w:rsidR="002665C4">
              <w:rPr>
                <w:lang w:eastAsia="fi-FI"/>
              </w:rPr>
              <w:t>n</w:t>
            </w:r>
            <w:r w:rsidRPr="00E062F1">
              <w:rPr>
                <w:lang w:eastAsia="fi-FI"/>
              </w:rPr>
              <w:t>260(10A)</w:t>
            </w:r>
          </w:p>
          <w:p w14:paraId="65CB9684" w14:textId="0D892345" w:rsidR="00FB0677" w:rsidRPr="00E062F1" w:rsidRDefault="00C75340" w:rsidP="006B3BD2">
            <w:pPr>
              <w:pStyle w:val="TAC"/>
              <w:rPr>
                <w:lang w:eastAsia="fi-FI"/>
              </w:rPr>
            </w:pPr>
            <w:r w:rsidRPr="00E062F1">
              <w:rPr>
                <w:lang w:eastAsia="fi-FI"/>
              </w:rPr>
              <w:t>DC_5A_n260(A-I)</w:t>
            </w:r>
          </w:p>
          <w:p w14:paraId="4E5A25F0" w14:textId="77777777" w:rsidR="00FB0677" w:rsidRPr="00E062F1" w:rsidRDefault="00FB0677" w:rsidP="006B3BD2">
            <w:pPr>
              <w:pStyle w:val="TAC"/>
              <w:rPr>
                <w:lang w:eastAsia="fi-FI"/>
              </w:rPr>
            </w:pPr>
            <w:r w:rsidRPr="00E062F1">
              <w:rPr>
                <w:lang w:eastAsia="fi-FI"/>
              </w:rPr>
              <w:t>DC_5A_n260(A-P-Q)</w:t>
            </w:r>
          </w:p>
          <w:p w14:paraId="42EEF725" w14:textId="736E35CF" w:rsidR="00C75340" w:rsidRPr="00E062F1" w:rsidRDefault="00FB0677" w:rsidP="006B3BD2">
            <w:pPr>
              <w:pStyle w:val="TAC"/>
              <w:rPr>
                <w:lang w:eastAsia="fi-FI"/>
              </w:rPr>
            </w:pPr>
            <w:r w:rsidRPr="00E062F1">
              <w:rPr>
                <w:lang w:eastAsia="fi-FI"/>
              </w:rPr>
              <w:t>DC_5A_n260(3A-O-P)</w:t>
            </w:r>
          </w:p>
          <w:p w14:paraId="648C0E5F" w14:textId="77777777" w:rsidR="00C75340" w:rsidRPr="00E062F1" w:rsidRDefault="00C75340" w:rsidP="006B3BD2">
            <w:pPr>
              <w:pStyle w:val="TAC"/>
              <w:rPr>
                <w:lang w:eastAsia="fi-FI"/>
              </w:rPr>
            </w:pPr>
            <w:r w:rsidRPr="00E062F1">
              <w:rPr>
                <w:lang w:eastAsia="fi-FI"/>
              </w:rPr>
              <w:t>DC_5A_n260(D-G)</w:t>
            </w:r>
          </w:p>
          <w:p w14:paraId="6C103ABC" w14:textId="77777777" w:rsidR="00C75340" w:rsidRPr="00E062F1" w:rsidRDefault="00C75340" w:rsidP="006B3BD2">
            <w:pPr>
              <w:pStyle w:val="TAC"/>
              <w:rPr>
                <w:lang w:eastAsia="fi-FI"/>
              </w:rPr>
            </w:pPr>
            <w:r w:rsidRPr="00E062F1">
              <w:rPr>
                <w:lang w:eastAsia="fi-FI"/>
              </w:rPr>
              <w:t>DC_5A_n260(D-H)</w:t>
            </w:r>
          </w:p>
          <w:p w14:paraId="45AA3189" w14:textId="77777777" w:rsidR="00C75340" w:rsidRPr="00E062F1" w:rsidRDefault="00C75340" w:rsidP="006B3BD2">
            <w:pPr>
              <w:pStyle w:val="TAC"/>
              <w:rPr>
                <w:lang w:eastAsia="fi-FI"/>
              </w:rPr>
            </w:pPr>
            <w:r w:rsidRPr="00E062F1">
              <w:rPr>
                <w:lang w:eastAsia="fi-FI"/>
              </w:rPr>
              <w:t>DC_5A_n260(D-I)</w:t>
            </w:r>
          </w:p>
          <w:p w14:paraId="2D3B3CB2" w14:textId="77777777" w:rsidR="00C75340" w:rsidRPr="00E062F1" w:rsidRDefault="00C75340" w:rsidP="006B3BD2">
            <w:pPr>
              <w:pStyle w:val="TAC"/>
              <w:rPr>
                <w:lang w:eastAsia="fi-FI"/>
              </w:rPr>
            </w:pPr>
            <w:r w:rsidRPr="00E062F1">
              <w:rPr>
                <w:lang w:eastAsia="fi-FI"/>
              </w:rPr>
              <w:t>DC_5A_n260(D-O)</w:t>
            </w:r>
          </w:p>
          <w:p w14:paraId="54945008" w14:textId="77777777" w:rsidR="00C75340" w:rsidRPr="00E062F1" w:rsidRDefault="00C75340" w:rsidP="006B3BD2">
            <w:pPr>
              <w:pStyle w:val="TAC"/>
              <w:rPr>
                <w:lang w:eastAsia="fi-FI"/>
              </w:rPr>
            </w:pPr>
            <w:r w:rsidRPr="00E062F1">
              <w:rPr>
                <w:lang w:eastAsia="fi-FI"/>
              </w:rPr>
              <w:t>DC_5A_n260(D-P)</w:t>
            </w:r>
          </w:p>
          <w:p w14:paraId="58CF14CD" w14:textId="77777777" w:rsidR="00C75340" w:rsidRPr="00E062F1" w:rsidRDefault="00C75340" w:rsidP="006B3BD2">
            <w:pPr>
              <w:pStyle w:val="TAC"/>
              <w:rPr>
                <w:lang w:eastAsia="fi-FI"/>
              </w:rPr>
            </w:pPr>
            <w:r w:rsidRPr="00E062F1">
              <w:rPr>
                <w:lang w:eastAsia="fi-FI"/>
              </w:rPr>
              <w:t>DC_5A_n260(D-Q)</w:t>
            </w:r>
          </w:p>
          <w:p w14:paraId="1B5DEAC5" w14:textId="77777777" w:rsidR="00C75340" w:rsidRPr="00E062F1" w:rsidRDefault="00C75340" w:rsidP="006B3BD2">
            <w:pPr>
              <w:pStyle w:val="TAC"/>
              <w:rPr>
                <w:lang w:eastAsia="fi-FI"/>
              </w:rPr>
            </w:pPr>
            <w:r w:rsidRPr="00E062F1">
              <w:rPr>
                <w:lang w:eastAsia="fi-FI"/>
              </w:rPr>
              <w:t>DC_5A_n260(E-O)</w:t>
            </w:r>
          </w:p>
          <w:p w14:paraId="7D04496D" w14:textId="77777777" w:rsidR="00C75340" w:rsidRPr="00E062F1" w:rsidRDefault="00C75340" w:rsidP="006B3BD2">
            <w:pPr>
              <w:pStyle w:val="TAC"/>
              <w:rPr>
                <w:lang w:eastAsia="fi-FI"/>
              </w:rPr>
            </w:pPr>
            <w:r w:rsidRPr="00E062F1">
              <w:rPr>
                <w:lang w:eastAsia="fi-FI"/>
              </w:rPr>
              <w:t>DC_5A_n260(E-P)</w:t>
            </w:r>
          </w:p>
          <w:p w14:paraId="2881CDD7" w14:textId="77777777" w:rsidR="00C75340" w:rsidRPr="00E062F1" w:rsidRDefault="00C75340" w:rsidP="006B3BD2">
            <w:pPr>
              <w:pStyle w:val="TAC"/>
              <w:rPr>
                <w:lang w:eastAsia="fi-FI"/>
              </w:rPr>
            </w:pPr>
            <w:r w:rsidRPr="00E062F1">
              <w:rPr>
                <w:lang w:eastAsia="fi-FI"/>
              </w:rPr>
              <w:t>DC_5A_n260(E-Q)</w:t>
            </w:r>
          </w:p>
          <w:p w14:paraId="7FAA9780" w14:textId="40AFED54" w:rsidR="00FB0677" w:rsidRPr="00E062F1" w:rsidRDefault="00C75340" w:rsidP="006B3BD2">
            <w:pPr>
              <w:pStyle w:val="TAC"/>
              <w:rPr>
                <w:lang w:eastAsia="fi-FI"/>
              </w:rPr>
            </w:pPr>
            <w:r w:rsidRPr="00E062F1">
              <w:rPr>
                <w:lang w:eastAsia="fi-FI"/>
              </w:rPr>
              <w:t>DC_5A_n260(G-I)</w:t>
            </w:r>
          </w:p>
          <w:p w14:paraId="4E830056" w14:textId="77777777" w:rsidR="00FB0677" w:rsidRPr="00E062F1" w:rsidRDefault="00FB0677" w:rsidP="006B3BD2">
            <w:pPr>
              <w:pStyle w:val="TAC"/>
              <w:rPr>
                <w:lang w:eastAsia="fi-FI"/>
              </w:rPr>
            </w:pPr>
            <w:r w:rsidRPr="00E062F1">
              <w:rPr>
                <w:lang w:eastAsia="fi-FI"/>
              </w:rPr>
              <w:t>DC_5A_n260(2G)</w:t>
            </w:r>
          </w:p>
          <w:p w14:paraId="12B0C062" w14:textId="77777777" w:rsidR="00FB0677" w:rsidRPr="00E062F1" w:rsidRDefault="00FB0677" w:rsidP="006B3BD2">
            <w:pPr>
              <w:pStyle w:val="TAC"/>
              <w:rPr>
                <w:lang w:eastAsia="fi-FI"/>
              </w:rPr>
            </w:pPr>
            <w:r w:rsidRPr="00E062F1">
              <w:rPr>
                <w:lang w:eastAsia="fi-FI"/>
              </w:rPr>
              <w:t>DC_5A_n260(2H)</w:t>
            </w:r>
          </w:p>
          <w:p w14:paraId="21D11A9D" w14:textId="77777777" w:rsidR="00FB0677" w:rsidRPr="00E062F1" w:rsidRDefault="00FB0677" w:rsidP="006B3BD2">
            <w:pPr>
              <w:pStyle w:val="TAC"/>
              <w:rPr>
                <w:lang w:eastAsia="fi-FI"/>
              </w:rPr>
            </w:pPr>
            <w:r w:rsidRPr="00E062F1">
              <w:rPr>
                <w:lang w:eastAsia="fi-FI"/>
              </w:rPr>
              <w:t>DC_5A_n260(2O)</w:t>
            </w:r>
          </w:p>
          <w:p w14:paraId="6DF6B68C" w14:textId="77777777" w:rsidR="00FB0677" w:rsidRPr="00E062F1" w:rsidRDefault="00FB0677" w:rsidP="006B3BD2">
            <w:pPr>
              <w:pStyle w:val="TAC"/>
              <w:rPr>
                <w:lang w:eastAsia="fi-FI"/>
              </w:rPr>
            </w:pPr>
            <w:r w:rsidRPr="00E062F1">
              <w:rPr>
                <w:lang w:eastAsia="fi-FI"/>
              </w:rPr>
              <w:t>DC_5A_n260(3O)</w:t>
            </w:r>
          </w:p>
          <w:p w14:paraId="46CB1C09" w14:textId="1C3C0C2C" w:rsidR="00FB0677" w:rsidRPr="00E062F1" w:rsidRDefault="00FB0677" w:rsidP="006B3BD2">
            <w:pPr>
              <w:pStyle w:val="TAC"/>
              <w:rPr>
                <w:lang w:eastAsia="fi-FI"/>
              </w:rPr>
            </w:pPr>
            <w:r w:rsidRPr="00E062F1">
              <w:rPr>
                <w:lang w:eastAsia="fi-FI"/>
              </w:rPr>
              <w:t>DC_5A_n260(4O)</w:t>
            </w:r>
          </w:p>
          <w:p w14:paraId="78FF5930" w14:textId="77777777" w:rsidR="00FB0677" w:rsidRPr="00E062F1" w:rsidRDefault="00FB0677" w:rsidP="006B3BD2">
            <w:pPr>
              <w:pStyle w:val="TAC"/>
              <w:rPr>
                <w:lang w:eastAsia="fi-FI"/>
              </w:rPr>
            </w:pPr>
            <w:r w:rsidRPr="00E062F1">
              <w:rPr>
                <w:lang w:eastAsia="fi-FI"/>
              </w:rPr>
              <w:t>DC_5A_n260(2P)</w:t>
            </w:r>
          </w:p>
          <w:p w14:paraId="770D710F" w14:textId="77777777" w:rsidR="00FB0677" w:rsidRPr="00E062F1" w:rsidRDefault="00FB0677" w:rsidP="006B3BD2">
            <w:pPr>
              <w:pStyle w:val="TAC"/>
              <w:rPr>
                <w:lang w:eastAsia="fi-FI"/>
              </w:rPr>
            </w:pPr>
            <w:r w:rsidRPr="00E062F1">
              <w:rPr>
                <w:lang w:eastAsia="fi-FI"/>
              </w:rPr>
              <w:t>DC_5A_n260(3P)</w:t>
            </w:r>
          </w:p>
          <w:p w14:paraId="0A5693B2" w14:textId="08E64E2B" w:rsidR="00FB0677" w:rsidRPr="00E062F1" w:rsidRDefault="00FB0677" w:rsidP="006B3BD2">
            <w:pPr>
              <w:pStyle w:val="TAC"/>
              <w:rPr>
                <w:lang w:eastAsia="fi-FI"/>
              </w:rPr>
            </w:pPr>
            <w:r w:rsidRPr="00E062F1">
              <w:rPr>
                <w:lang w:eastAsia="fi-FI"/>
              </w:rPr>
              <w:t>DC_5A_n260(4P)</w:t>
            </w:r>
          </w:p>
          <w:p w14:paraId="366CD680" w14:textId="77777777" w:rsidR="00FB0677" w:rsidRPr="00E062F1" w:rsidRDefault="00FB0677" w:rsidP="006B3BD2">
            <w:pPr>
              <w:pStyle w:val="TAC"/>
              <w:rPr>
                <w:lang w:eastAsia="fi-FI"/>
              </w:rPr>
            </w:pPr>
            <w:r w:rsidRPr="00E062F1">
              <w:rPr>
                <w:lang w:eastAsia="fi-FI"/>
              </w:rPr>
              <w:t>DC_5A_n260(2A-O)</w:t>
            </w:r>
          </w:p>
          <w:p w14:paraId="086DC73E" w14:textId="77777777" w:rsidR="00FB0677" w:rsidRPr="00E062F1" w:rsidRDefault="00FB0677" w:rsidP="006B3BD2">
            <w:pPr>
              <w:pStyle w:val="TAC"/>
              <w:rPr>
                <w:lang w:eastAsia="fi-FI"/>
              </w:rPr>
            </w:pPr>
            <w:r w:rsidRPr="00E062F1">
              <w:rPr>
                <w:lang w:eastAsia="fi-FI"/>
              </w:rPr>
              <w:t>DC_5A_n260(A-2O)</w:t>
            </w:r>
          </w:p>
          <w:p w14:paraId="768147B9" w14:textId="77777777" w:rsidR="00FB0677" w:rsidRPr="00E062F1" w:rsidRDefault="00FB0677" w:rsidP="006B3BD2">
            <w:pPr>
              <w:pStyle w:val="TAC"/>
              <w:rPr>
                <w:lang w:eastAsia="fi-FI"/>
              </w:rPr>
            </w:pPr>
            <w:r w:rsidRPr="00E062F1">
              <w:rPr>
                <w:lang w:eastAsia="fi-FI"/>
              </w:rPr>
              <w:t>DC_5A_n260(2A-G)</w:t>
            </w:r>
          </w:p>
          <w:p w14:paraId="58A978DF" w14:textId="77777777" w:rsidR="00FB0677" w:rsidRPr="00E062F1" w:rsidRDefault="00FB0677" w:rsidP="006B3BD2">
            <w:pPr>
              <w:pStyle w:val="TAC"/>
              <w:rPr>
                <w:lang w:eastAsia="fi-FI"/>
              </w:rPr>
            </w:pPr>
            <w:r w:rsidRPr="00E062F1">
              <w:rPr>
                <w:lang w:eastAsia="fi-FI"/>
              </w:rPr>
              <w:t>DC_5A_n260(A-2G)</w:t>
            </w:r>
          </w:p>
          <w:p w14:paraId="788ED5CE" w14:textId="77777777" w:rsidR="00FB0677" w:rsidRPr="00E062F1" w:rsidRDefault="00FB0677" w:rsidP="006B3BD2">
            <w:pPr>
              <w:pStyle w:val="TAC"/>
              <w:rPr>
                <w:lang w:eastAsia="fi-FI"/>
              </w:rPr>
            </w:pPr>
            <w:r w:rsidRPr="00E062F1">
              <w:rPr>
                <w:lang w:eastAsia="fi-FI"/>
              </w:rPr>
              <w:t>DC_5A_n260(2A-2G)</w:t>
            </w:r>
          </w:p>
          <w:p w14:paraId="1AAD3507" w14:textId="77777777" w:rsidR="00FB0677" w:rsidRPr="00E062F1" w:rsidRDefault="00FB0677" w:rsidP="006B3BD2">
            <w:pPr>
              <w:pStyle w:val="TAC"/>
              <w:rPr>
                <w:lang w:eastAsia="fi-FI"/>
              </w:rPr>
            </w:pPr>
            <w:r w:rsidRPr="00E062F1">
              <w:rPr>
                <w:lang w:eastAsia="fi-FI"/>
              </w:rPr>
              <w:t>DC_5A_n260(2G-O)</w:t>
            </w:r>
          </w:p>
          <w:p w14:paraId="01D80452" w14:textId="77777777" w:rsidR="00FB0677" w:rsidRPr="00E062F1" w:rsidRDefault="00FB0677" w:rsidP="006B3BD2">
            <w:pPr>
              <w:pStyle w:val="TAC"/>
              <w:rPr>
                <w:lang w:eastAsia="fi-FI"/>
              </w:rPr>
            </w:pPr>
            <w:r w:rsidRPr="00E062F1">
              <w:rPr>
                <w:lang w:eastAsia="fi-FI"/>
              </w:rPr>
              <w:t>DC_5A_n260(2A-2G-O)</w:t>
            </w:r>
          </w:p>
          <w:p w14:paraId="572A68CC" w14:textId="77777777" w:rsidR="00FB0677" w:rsidRPr="00E062F1" w:rsidRDefault="00FB0677" w:rsidP="006B3BD2">
            <w:pPr>
              <w:pStyle w:val="TAC"/>
              <w:rPr>
                <w:lang w:eastAsia="fi-FI"/>
              </w:rPr>
            </w:pPr>
            <w:r w:rsidRPr="00E062F1">
              <w:rPr>
                <w:lang w:eastAsia="fi-FI"/>
              </w:rPr>
              <w:t>DC_5A_n260(A-2H)</w:t>
            </w:r>
          </w:p>
          <w:p w14:paraId="11033DFF" w14:textId="77777777" w:rsidR="00FB0677" w:rsidRPr="00E062F1" w:rsidRDefault="00FB0677" w:rsidP="006B3BD2">
            <w:pPr>
              <w:pStyle w:val="TAC"/>
              <w:rPr>
                <w:lang w:eastAsia="fi-FI"/>
              </w:rPr>
            </w:pPr>
            <w:r w:rsidRPr="00E062F1">
              <w:rPr>
                <w:lang w:eastAsia="fi-FI"/>
              </w:rPr>
              <w:t>DC_5A_n260(2A-H)</w:t>
            </w:r>
          </w:p>
          <w:p w14:paraId="446E089F" w14:textId="77777777" w:rsidR="00FB0677" w:rsidRPr="00E062F1" w:rsidRDefault="00FB0677" w:rsidP="006B3BD2">
            <w:pPr>
              <w:pStyle w:val="TAC"/>
              <w:rPr>
                <w:lang w:eastAsia="fi-FI"/>
              </w:rPr>
            </w:pPr>
            <w:r w:rsidRPr="00E062F1">
              <w:rPr>
                <w:lang w:eastAsia="fi-FI"/>
              </w:rPr>
              <w:t>DC_5A_n260(2A-2H)</w:t>
            </w:r>
          </w:p>
          <w:p w14:paraId="4C4DA350" w14:textId="77777777" w:rsidR="00FB0677" w:rsidRPr="00E062F1" w:rsidRDefault="00FB0677" w:rsidP="006B3BD2">
            <w:pPr>
              <w:pStyle w:val="TAC"/>
              <w:rPr>
                <w:lang w:eastAsia="fi-FI"/>
              </w:rPr>
            </w:pPr>
            <w:r w:rsidRPr="00E062F1">
              <w:rPr>
                <w:lang w:eastAsia="fi-FI"/>
              </w:rPr>
              <w:t>DC_5A_n260(2A-2O)</w:t>
            </w:r>
          </w:p>
          <w:p w14:paraId="597F0EF3" w14:textId="77777777" w:rsidR="00FB0677" w:rsidRPr="00E062F1" w:rsidRDefault="00FB0677" w:rsidP="006B3BD2">
            <w:pPr>
              <w:pStyle w:val="TAC"/>
              <w:rPr>
                <w:lang w:eastAsia="fi-FI"/>
              </w:rPr>
            </w:pPr>
            <w:r w:rsidRPr="00E062F1">
              <w:rPr>
                <w:lang w:eastAsia="fi-FI"/>
              </w:rPr>
              <w:t>DC_5A_n260(2A-3O)</w:t>
            </w:r>
          </w:p>
          <w:p w14:paraId="7A6D66C7" w14:textId="77777777" w:rsidR="00FB0677" w:rsidRPr="00E062F1" w:rsidRDefault="00FB0677" w:rsidP="006B3BD2">
            <w:pPr>
              <w:pStyle w:val="TAC"/>
              <w:rPr>
                <w:lang w:eastAsia="fi-FI"/>
              </w:rPr>
            </w:pPr>
            <w:r w:rsidRPr="00E062F1">
              <w:rPr>
                <w:lang w:eastAsia="fi-FI"/>
              </w:rPr>
              <w:t>DC_5A_n260(A-4O)</w:t>
            </w:r>
          </w:p>
          <w:p w14:paraId="520CCCB7" w14:textId="77777777" w:rsidR="00FB0677" w:rsidRPr="00E062F1" w:rsidRDefault="00FB0677" w:rsidP="006B3BD2">
            <w:pPr>
              <w:pStyle w:val="TAC"/>
              <w:rPr>
                <w:lang w:eastAsia="fi-FI"/>
              </w:rPr>
            </w:pPr>
            <w:r w:rsidRPr="00E062F1">
              <w:rPr>
                <w:lang w:eastAsia="fi-FI"/>
              </w:rPr>
              <w:t>DC_5A_n260(2A-4O)</w:t>
            </w:r>
          </w:p>
          <w:p w14:paraId="50165C06" w14:textId="77777777" w:rsidR="00FB0677" w:rsidRPr="00E062F1" w:rsidRDefault="00FB0677" w:rsidP="006B3BD2">
            <w:pPr>
              <w:pStyle w:val="TAC"/>
              <w:rPr>
                <w:lang w:eastAsia="fi-FI"/>
              </w:rPr>
            </w:pPr>
            <w:r w:rsidRPr="00E062F1">
              <w:rPr>
                <w:lang w:eastAsia="fi-FI"/>
              </w:rPr>
              <w:t>DC_5A_n260(3A-2O)</w:t>
            </w:r>
          </w:p>
          <w:p w14:paraId="04D54054" w14:textId="77777777" w:rsidR="00FB0677" w:rsidRPr="00E062F1" w:rsidRDefault="00FB0677" w:rsidP="006B3BD2">
            <w:pPr>
              <w:pStyle w:val="TAC"/>
              <w:rPr>
                <w:lang w:eastAsia="fi-FI"/>
              </w:rPr>
            </w:pPr>
            <w:r w:rsidRPr="00E062F1">
              <w:rPr>
                <w:lang w:eastAsia="fi-FI"/>
              </w:rPr>
              <w:t>DC_5A_n260(3A-2G)</w:t>
            </w:r>
          </w:p>
          <w:p w14:paraId="04118A72" w14:textId="77777777" w:rsidR="00FB0677" w:rsidRPr="00E062F1" w:rsidRDefault="00FB0677" w:rsidP="006B3BD2">
            <w:pPr>
              <w:pStyle w:val="TAC"/>
              <w:rPr>
                <w:lang w:eastAsia="fi-FI"/>
              </w:rPr>
            </w:pPr>
            <w:r w:rsidRPr="00E062F1">
              <w:rPr>
                <w:lang w:eastAsia="fi-FI"/>
              </w:rPr>
              <w:t>DC_5A_n260(4A-G)</w:t>
            </w:r>
          </w:p>
          <w:p w14:paraId="2FF8E62C" w14:textId="77777777" w:rsidR="00FB0677" w:rsidRPr="00E062F1" w:rsidRDefault="00FB0677" w:rsidP="006B3BD2">
            <w:pPr>
              <w:pStyle w:val="TAC"/>
              <w:rPr>
                <w:lang w:eastAsia="fi-FI"/>
              </w:rPr>
            </w:pPr>
            <w:r w:rsidRPr="00E062F1">
              <w:rPr>
                <w:lang w:eastAsia="fi-FI"/>
              </w:rPr>
              <w:t>DC_5A_n260(4A-2G)</w:t>
            </w:r>
          </w:p>
          <w:p w14:paraId="7AA2E6A5" w14:textId="77777777" w:rsidR="00FB0677" w:rsidRPr="00E062F1" w:rsidRDefault="00FB0677" w:rsidP="006B3BD2">
            <w:pPr>
              <w:pStyle w:val="TAC"/>
              <w:rPr>
                <w:lang w:eastAsia="fi-FI"/>
              </w:rPr>
            </w:pPr>
            <w:r w:rsidRPr="00E062F1">
              <w:rPr>
                <w:lang w:eastAsia="fi-FI"/>
              </w:rPr>
              <w:t>DC_5A_n260(4A-O)</w:t>
            </w:r>
          </w:p>
          <w:p w14:paraId="56773EC7" w14:textId="77777777" w:rsidR="00FB0677" w:rsidRPr="00E062F1" w:rsidRDefault="00FB0677" w:rsidP="006B3BD2">
            <w:pPr>
              <w:pStyle w:val="TAC"/>
              <w:rPr>
                <w:lang w:eastAsia="fi-FI"/>
              </w:rPr>
            </w:pPr>
            <w:r w:rsidRPr="00E062F1">
              <w:rPr>
                <w:lang w:eastAsia="fi-FI"/>
              </w:rPr>
              <w:t>DC_5A_n260(4A-2O)</w:t>
            </w:r>
          </w:p>
          <w:p w14:paraId="37B0356E" w14:textId="77777777" w:rsidR="00FB0677" w:rsidRPr="00E062F1" w:rsidRDefault="00FB0677" w:rsidP="006B3BD2">
            <w:pPr>
              <w:pStyle w:val="TAC"/>
              <w:rPr>
                <w:lang w:eastAsia="fi-FI"/>
              </w:rPr>
            </w:pPr>
            <w:r w:rsidRPr="00E062F1">
              <w:rPr>
                <w:lang w:eastAsia="fi-FI"/>
              </w:rPr>
              <w:t>DC_5A_n260(A-O)</w:t>
            </w:r>
          </w:p>
          <w:p w14:paraId="7DFE8E54" w14:textId="77777777" w:rsidR="00FB0677" w:rsidRPr="00E062F1" w:rsidRDefault="00FB0677" w:rsidP="006B3BD2">
            <w:pPr>
              <w:pStyle w:val="TAC"/>
              <w:rPr>
                <w:lang w:eastAsia="fi-FI"/>
              </w:rPr>
            </w:pPr>
            <w:r w:rsidRPr="00E062F1">
              <w:rPr>
                <w:lang w:eastAsia="fi-FI"/>
              </w:rPr>
              <w:t>DC_5A_n260(A-G)</w:t>
            </w:r>
          </w:p>
          <w:p w14:paraId="29A736C3" w14:textId="77777777" w:rsidR="00FB0677" w:rsidRPr="00E062F1" w:rsidRDefault="00FB0677" w:rsidP="006B3BD2">
            <w:pPr>
              <w:pStyle w:val="TAC"/>
              <w:rPr>
                <w:lang w:eastAsia="fi-FI"/>
              </w:rPr>
            </w:pPr>
            <w:r w:rsidRPr="00E062F1">
              <w:rPr>
                <w:lang w:eastAsia="fi-FI"/>
              </w:rPr>
              <w:t>DC_5A_n260(G-O)</w:t>
            </w:r>
          </w:p>
          <w:p w14:paraId="0EEC8F44" w14:textId="77777777" w:rsidR="00FB0677" w:rsidRPr="00E062F1" w:rsidRDefault="00FB0677" w:rsidP="006B3BD2">
            <w:pPr>
              <w:pStyle w:val="TAC"/>
              <w:rPr>
                <w:lang w:eastAsia="fi-FI"/>
              </w:rPr>
            </w:pPr>
            <w:r w:rsidRPr="00E062F1">
              <w:rPr>
                <w:lang w:eastAsia="fi-FI"/>
              </w:rPr>
              <w:t>DC_5A_n260(A-G-O)</w:t>
            </w:r>
          </w:p>
          <w:p w14:paraId="2440CE90" w14:textId="77777777" w:rsidR="00FB0677" w:rsidRPr="00E062F1" w:rsidRDefault="00FB0677" w:rsidP="006B3BD2">
            <w:pPr>
              <w:pStyle w:val="TAC"/>
              <w:rPr>
                <w:lang w:eastAsia="fi-FI"/>
              </w:rPr>
            </w:pPr>
            <w:r w:rsidRPr="00E062F1">
              <w:rPr>
                <w:lang w:eastAsia="fi-FI"/>
              </w:rPr>
              <w:t>DC_5A_n260(2A-G-O)</w:t>
            </w:r>
          </w:p>
          <w:p w14:paraId="65414041" w14:textId="77777777" w:rsidR="00FB0677" w:rsidRPr="00E062F1" w:rsidRDefault="00FB0677" w:rsidP="006B3BD2">
            <w:pPr>
              <w:pStyle w:val="TAC"/>
              <w:rPr>
                <w:lang w:eastAsia="fi-FI"/>
              </w:rPr>
            </w:pPr>
            <w:r w:rsidRPr="00E062F1">
              <w:rPr>
                <w:lang w:eastAsia="fi-FI"/>
              </w:rPr>
              <w:t>DC_5A_n260(A-2G-O)</w:t>
            </w:r>
          </w:p>
          <w:p w14:paraId="134AE491" w14:textId="77777777" w:rsidR="00FB0677" w:rsidRPr="00E062F1" w:rsidRDefault="00FB0677" w:rsidP="006B3BD2">
            <w:pPr>
              <w:pStyle w:val="TAC"/>
              <w:rPr>
                <w:lang w:eastAsia="fi-FI"/>
              </w:rPr>
            </w:pPr>
            <w:r w:rsidRPr="00E062F1">
              <w:rPr>
                <w:lang w:eastAsia="fi-FI"/>
              </w:rPr>
              <w:t>DC_5A_n260(A-H)</w:t>
            </w:r>
          </w:p>
          <w:p w14:paraId="3B2F582E" w14:textId="77777777" w:rsidR="00FB0677" w:rsidRPr="00E062F1" w:rsidRDefault="00FB0677" w:rsidP="006B3BD2">
            <w:pPr>
              <w:pStyle w:val="TAC"/>
              <w:rPr>
                <w:lang w:eastAsia="fi-FI"/>
              </w:rPr>
            </w:pPr>
            <w:r w:rsidRPr="00E062F1">
              <w:rPr>
                <w:lang w:eastAsia="fi-FI"/>
              </w:rPr>
              <w:t>DC_5A_n260(A-3O)</w:t>
            </w:r>
          </w:p>
          <w:p w14:paraId="2256BDD2" w14:textId="77777777" w:rsidR="00FB0677" w:rsidRPr="00E062F1" w:rsidRDefault="00FB0677" w:rsidP="006B3BD2">
            <w:pPr>
              <w:pStyle w:val="TAC"/>
              <w:rPr>
                <w:lang w:eastAsia="fi-FI"/>
              </w:rPr>
            </w:pPr>
            <w:r w:rsidRPr="00E062F1">
              <w:rPr>
                <w:lang w:eastAsia="fi-FI"/>
              </w:rPr>
              <w:t>DC_5A_n260(3A-O)</w:t>
            </w:r>
          </w:p>
          <w:p w14:paraId="74BCE459" w14:textId="77777777" w:rsidR="00FB0677" w:rsidRPr="00E062F1" w:rsidRDefault="00FB0677" w:rsidP="006B3BD2">
            <w:pPr>
              <w:pStyle w:val="TAC"/>
              <w:rPr>
                <w:lang w:eastAsia="fi-FI"/>
              </w:rPr>
            </w:pPr>
            <w:r w:rsidRPr="00E062F1">
              <w:rPr>
                <w:lang w:eastAsia="fi-FI"/>
              </w:rPr>
              <w:t>DC_5A_n260(3A-G)</w:t>
            </w:r>
          </w:p>
          <w:p w14:paraId="0D9119FB" w14:textId="77777777" w:rsidR="00FB0677" w:rsidRPr="00E062F1" w:rsidRDefault="00FB0677" w:rsidP="006B3BD2">
            <w:pPr>
              <w:pStyle w:val="TAC"/>
              <w:rPr>
                <w:lang w:eastAsia="fi-FI"/>
              </w:rPr>
            </w:pPr>
            <w:r w:rsidRPr="00E062F1">
              <w:rPr>
                <w:lang w:eastAsia="fi-FI"/>
              </w:rPr>
              <w:t>DC_5A_n260(2D)</w:t>
            </w:r>
          </w:p>
          <w:p w14:paraId="129E582D" w14:textId="77777777" w:rsidR="00FB0677" w:rsidRPr="00E062F1" w:rsidRDefault="00FB0677" w:rsidP="006B3BD2">
            <w:pPr>
              <w:pStyle w:val="TAC"/>
              <w:rPr>
                <w:lang w:eastAsia="fi-FI"/>
              </w:rPr>
            </w:pPr>
            <w:r w:rsidRPr="00E062F1">
              <w:rPr>
                <w:lang w:eastAsia="fi-FI"/>
              </w:rPr>
              <w:t>DC_5A_n260(3G)</w:t>
            </w:r>
          </w:p>
          <w:p w14:paraId="5FA96D58" w14:textId="77777777" w:rsidR="00FB0677" w:rsidRPr="00E062F1" w:rsidRDefault="00FB0677" w:rsidP="006B3BD2">
            <w:pPr>
              <w:pStyle w:val="TAC"/>
              <w:rPr>
                <w:lang w:eastAsia="fi-FI"/>
              </w:rPr>
            </w:pPr>
            <w:r w:rsidRPr="00E062F1">
              <w:rPr>
                <w:lang w:eastAsia="fi-FI"/>
              </w:rPr>
              <w:t>DC_5A_n260(4G)</w:t>
            </w:r>
          </w:p>
          <w:p w14:paraId="5753DB67" w14:textId="77777777" w:rsidR="00FB0677" w:rsidRPr="00E062F1" w:rsidRDefault="00FB0677" w:rsidP="006B3BD2">
            <w:pPr>
              <w:pStyle w:val="TAC"/>
              <w:rPr>
                <w:lang w:eastAsia="fi-FI"/>
              </w:rPr>
            </w:pPr>
            <w:r w:rsidRPr="00E062F1">
              <w:rPr>
                <w:lang w:eastAsia="fi-FI"/>
              </w:rPr>
              <w:t>DC_5A_n260(A-D)</w:t>
            </w:r>
          </w:p>
          <w:p w14:paraId="4714DE41" w14:textId="77777777" w:rsidR="00FB0677" w:rsidRPr="00E062F1" w:rsidRDefault="00FB0677" w:rsidP="006B3BD2">
            <w:pPr>
              <w:pStyle w:val="TAC"/>
              <w:rPr>
                <w:lang w:eastAsia="fi-FI"/>
              </w:rPr>
            </w:pPr>
            <w:r w:rsidRPr="00E062F1">
              <w:rPr>
                <w:lang w:eastAsia="fi-FI"/>
              </w:rPr>
              <w:t>DC_5A_n260(2A-D)</w:t>
            </w:r>
          </w:p>
          <w:p w14:paraId="069F3A4F" w14:textId="77777777" w:rsidR="00FB0677" w:rsidRPr="00E062F1" w:rsidRDefault="00FB0677" w:rsidP="006B3BD2">
            <w:pPr>
              <w:pStyle w:val="TAC"/>
              <w:rPr>
                <w:lang w:eastAsia="fi-FI"/>
              </w:rPr>
            </w:pPr>
            <w:r w:rsidRPr="00E062F1">
              <w:rPr>
                <w:lang w:eastAsia="fi-FI"/>
              </w:rPr>
              <w:t>DC_5A_n260(A-D-O)</w:t>
            </w:r>
          </w:p>
          <w:p w14:paraId="258CA23F" w14:textId="77777777" w:rsidR="00FB0677" w:rsidRPr="00E062F1" w:rsidRDefault="00FB0677" w:rsidP="006B3BD2">
            <w:pPr>
              <w:pStyle w:val="TAC"/>
              <w:rPr>
                <w:lang w:eastAsia="fi-FI"/>
              </w:rPr>
            </w:pPr>
            <w:r w:rsidRPr="00E062F1">
              <w:rPr>
                <w:lang w:eastAsia="fi-FI"/>
              </w:rPr>
              <w:t>DC_5A_n260(2A-D-O)</w:t>
            </w:r>
          </w:p>
          <w:p w14:paraId="1F39118C" w14:textId="77777777" w:rsidR="00FB0677" w:rsidRPr="00E062F1" w:rsidRDefault="00FB0677" w:rsidP="006B3BD2">
            <w:pPr>
              <w:pStyle w:val="TAC"/>
              <w:rPr>
                <w:lang w:eastAsia="fi-FI"/>
              </w:rPr>
            </w:pPr>
            <w:r w:rsidRPr="00E062F1">
              <w:rPr>
                <w:lang w:eastAsia="fi-FI"/>
              </w:rPr>
              <w:t>DC_5A_n260(D-2O)</w:t>
            </w:r>
          </w:p>
          <w:p w14:paraId="6B62E659" w14:textId="77777777" w:rsidR="00FB0677" w:rsidRPr="00E062F1" w:rsidRDefault="00FB0677" w:rsidP="006B3BD2">
            <w:pPr>
              <w:pStyle w:val="TAC"/>
              <w:rPr>
                <w:lang w:eastAsia="fi-FI"/>
              </w:rPr>
            </w:pPr>
            <w:r w:rsidRPr="00E062F1">
              <w:rPr>
                <w:lang w:eastAsia="fi-FI"/>
              </w:rPr>
              <w:lastRenderedPageBreak/>
              <w:t>DC_5A_n260(A-D-2O)</w:t>
            </w:r>
          </w:p>
          <w:p w14:paraId="4C2BD0E7" w14:textId="77777777" w:rsidR="00FB0677" w:rsidRPr="00E062F1" w:rsidRDefault="00FB0677" w:rsidP="006B3BD2">
            <w:pPr>
              <w:pStyle w:val="TAC"/>
              <w:rPr>
                <w:lang w:eastAsia="fi-FI"/>
              </w:rPr>
            </w:pPr>
            <w:r w:rsidRPr="00E062F1">
              <w:rPr>
                <w:lang w:eastAsia="fi-FI"/>
              </w:rPr>
              <w:t>DC_5A_n260(2A-D-2O)</w:t>
            </w:r>
          </w:p>
          <w:p w14:paraId="47FA0F66" w14:textId="77777777" w:rsidR="00FB0677" w:rsidRPr="00E062F1" w:rsidRDefault="00FB0677" w:rsidP="006B3BD2">
            <w:pPr>
              <w:pStyle w:val="TAC"/>
              <w:rPr>
                <w:lang w:eastAsia="fi-FI"/>
              </w:rPr>
            </w:pPr>
            <w:r w:rsidRPr="00E062F1">
              <w:rPr>
                <w:lang w:eastAsia="fi-FI"/>
              </w:rPr>
              <w:t>DC_5A_n260(A-2D)</w:t>
            </w:r>
          </w:p>
          <w:p w14:paraId="5F2DA1F5" w14:textId="77777777" w:rsidR="00FB0677" w:rsidRPr="00E062F1" w:rsidRDefault="00FB0677" w:rsidP="006B3BD2">
            <w:pPr>
              <w:pStyle w:val="TAC"/>
              <w:rPr>
                <w:lang w:eastAsia="fi-FI"/>
              </w:rPr>
            </w:pPr>
            <w:r w:rsidRPr="00E062F1">
              <w:rPr>
                <w:lang w:eastAsia="fi-FI"/>
              </w:rPr>
              <w:t>DC_5A_n260(2A-2D)</w:t>
            </w:r>
          </w:p>
          <w:p w14:paraId="74AB0F0A" w14:textId="77777777" w:rsidR="00FB0677" w:rsidRPr="00E062F1" w:rsidRDefault="00FB0677" w:rsidP="006B3BD2">
            <w:pPr>
              <w:pStyle w:val="TAC"/>
              <w:rPr>
                <w:lang w:eastAsia="fi-FI"/>
              </w:rPr>
            </w:pPr>
            <w:r w:rsidRPr="00E062F1">
              <w:rPr>
                <w:lang w:eastAsia="fi-FI"/>
              </w:rPr>
              <w:t>DC_5A_n260(A-P)</w:t>
            </w:r>
          </w:p>
          <w:p w14:paraId="616CE712" w14:textId="77777777" w:rsidR="00FB0677" w:rsidRPr="00E062F1" w:rsidRDefault="00FB0677" w:rsidP="006B3BD2">
            <w:pPr>
              <w:pStyle w:val="TAC"/>
              <w:rPr>
                <w:lang w:eastAsia="fi-FI"/>
              </w:rPr>
            </w:pPr>
            <w:r w:rsidRPr="00E062F1">
              <w:rPr>
                <w:lang w:eastAsia="fi-FI"/>
              </w:rPr>
              <w:t>DC_5A_n260(2A-P)</w:t>
            </w:r>
          </w:p>
          <w:p w14:paraId="29E981DF" w14:textId="77777777" w:rsidR="00FB0677" w:rsidRPr="00E062F1" w:rsidRDefault="00FB0677" w:rsidP="006B3BD2">
            <w:pPr>
              <w:pStyle w:val="TAC"/>
              <w:rPr>
                <w:lang w:eastAsia="fi-FI"/>
              </w:rPr>
            </w:pPr>
            <w:r w:rsidRPr="00E062F1">
              <w:rPr>
                <w:lang w:eastAsia="fi-FI"/>
              </w:rPr>
              <w:t>DC_5A_n260(A-2P)</w:t>
            </w:r>
          </w:p>
          <w:p w14:paraId="7E2803CD" w14:textId="77777777" w:rsidR="00FB0677" w:rsidRPr="00E062F1" w:rsidRDefault="00FB0677" w:rsidP="006B3BD2">
            <w:pPr>
              <w:pStyle w:val="TAC"/>
              <w:rPr>
                <w:lang w:eastAsia="fi-FI"/>
              </w:rPr>
            </w:pPr>
            <w:r w:rsidRPr="00E062F1">
              <w:rPr>
                <w:lang w:eastAsia="fi-FI"/>
              </w:rPr>
              <w:t>DC_5A_n260(2A-2P)</w:t>
            </w:r>
          </w:p>
          <w:p w14:paraId="6026CDBA" w14:textId="77777777" w:rsidR="00FB0677" w:rsidRPr="00E062F1" w:rsidRDefault="00FB0677" w:rsidP="006B3BD2">
            <w:pPr>
              <w:pStyle w:val="TAC"/>
              <w:rPr>
                <w:lang w:eastAsia="fi-FI"/>
              </w:rPr>
            </w:pPr>
            <w:r w:rsidRPr="00E062F1">
              <w:rPr>
                <w:lang w:eastAsia="fi-FI"/>
              </w:rPr>
              <w:t>DC_5A_n260(3A-3O)</w:t>
            </w:r>
          </w:p>
          <w:p w14:paraId="4BAF34F5" w14:textId="77777777" w:rsidR="00FB0677" w:rsidRPr="00E062F1" w:rsidRDefault="00FB0677" w:rsidP="006B3BD2">
            <w:pPr>
              <w:pStyle w:val="TAC"/>
              <w:rPr>
                <w:lang w:eastAsia="fi-FI"/>
              </w:rPr>
            </w:pPr>
            <w:r w:rsidRPr="00E062F1">
              <w:rPr>
                <w:lang w:eastAsia="fi-FI"/>
              </w:rPr>
              <w:t>DC_5A_n260(D-2G)</w:t>
            </w:r>
          </w:p>
          <w:p w14:paraId="1B8F736C" w14:textId="77777777" w:rsidR="00FB0677" w:rsidRPr="00E062F1" w:rsidRDefault="00FB0677" w:rsidP="006B3BD2">
            <w:pPr>
              <w:pStyle w:val="TAC"/>
              <w:rPr>
                <w:lang w:eastAsia="fi-FI"/>
              </w:rPr>
            </w:pPr>
            <w:r w:rsidRPr="00E062F1">
              <w:rPr>
                <w:lang w:eastAsia="fi-FI"/>
              </w:rPr>
              <w:t>DC_5A_n260(2D-O)</w:t>
            </w:r>
          </w:p>
          <w:p w14:paraId="694BB698" w14:textId="77777777" w:rsidR="00FB0677" w:rsidRPr="00E062F1" w:rsidRDefault="00FB0677" w:rsidP="006B3BD2">
            <w:pPr>
              <w:pStyle w:val="TAC"/>
              <w:rPr>
                <w:lang w:eastAsia="fi-FI"/>
              </w:rPr>
            </w:pPr>
            <w:r w:rsidRPr="00E062F1">
              <w:rPr>
                <w:lang w:eastAsia="fi-FI"/>
              </w:rPr>
              <w:t>DC_5A_n260(G-2O)</w:t>
            </w:r>
          </w:p>
          <w:p w14:paraId="18A8E68C" w14:textId="77777777" w:rsidR="00FB0677" w:rsidRPr="00E062F1" w:rsidRDefault="00FB0677" w:rsidP="006B3BD2">
            <w:pPr>
              <w:pStyle w:val="TAC"/>
              <w:rPr>
                <w:lang w:eastAsia="fi-FI"/>
              </w:rPr>
            </w:pPr>
            <w:r w:rsidRPr="00E062F1">
              <w:rPr>
                <w:lang w:eastAsia="fi-FI"/>
              </w:rPr>
              <w:t>DC_5A_n260(2G-2O)</w:t>
            </w:r>
          </w:p>
          <w:p w14:paraId="22A14FF8" w14:textId="77777777" w:rsidR="00FB0677" w:rsidRPr="00E062F1" w:rsidRDefault="00FB0677" w:rsidP="006B3BD2">
            <w:pPr>
              <w:pStyle w:val="TAC"/>
              <w:rPr>
                <w:lang w:eastAsia="fi-FI"/>
              </w:rPr>
            </w:pPr>
            <w:r w:rsidRPr="00E062F1">
              <w:rPr>
                <w:lang w:eastAsia="fi-FI"/>
              </w:rPr>
              <w:t>DC_5A_n260(G-3O)</w:t>
            </w:r>
          </w:p>
          <w:p w14:paraId="21859F08" w14:textId="77777777" w:rsidR="00FB0677" w:rsidRPr="00E062F1" w:rsidRDefault="00FB0677" w:rsidP="006B3BD2">
            <w:pPr>
              <w:pStyle w:val="TAC"/>
              <w:rPr>
                <w:lang w:eastAsia="fi-FI"/>
              </w:rPr>
            </w:pPr>
            <w:r w:rsidRPr="00E062F1">
              <w:rPr>
                <w:lang w:eastAsia="fi-FI"/>
              </w:rPr>
              <w:t>DC_5A_n260(2G-3O)</w:t>
            </w:r>
          </w:p>
          <w:p w14:paraId="1E32C9C1" w14:textId="77777777" w:rsidR="00FB0677" w:rsidRPr="00E062F1" w:rsidRDefault="00FB0677" w:rsidP="006B3BD2">
            <w:pPr>
              <w:pStyle w:val="TAC"/>
              <w:rPr>
                <w:lang w:eastAsia="fi-FI"/>
              </w:rPr>
            </w:pPr>
            <w:r w:rsidRPr="00E062F1">
              <w:rPr>
                <w:lang w:eastAsia="fi-FI"/>
              </w:rPr>
              <w:t>DC_5A_n260(G-4O)</w:t>
            </w:r>
          </w:p>
          <w:p w14:paraId="1D72AE68" w14:textId="77777777" w:rsidR="00FB0677" w:rsidRPr="00E062F1" w:rsidRDefault="00FB0677" w:rsidP="006B3BD2">
            <w:pPr>
              <w:pStyle w:val="TAC"/>
              <w:rPr>
                <w:lang w:eastAsia="fi-FI"/>
              </w:rPr>
            </w:pPr>
            <w:r w:rsidRPr="00E062F1">
              <w:rPr>
                <w:lang w:eastAsia="fi-FI"/>
              </w:rPr>
              <w:t>DC_5A_n260(2G-4O)</w:t>
            </w:r>
          </w:p>
          <w:p w14:paraId="53999596" w14:textId="77777777" w:rsidR="00FB0677" w:rsidRPr="00E062F1" w:rsidRDefault="00FB0677" w:rsidP="006B3BD2">
            <w:pPr>
              <w:pStyle w:val="TAC"/>
              <w:rPr>
                <w:lang w:eastAsia="fi-FI"/>
              </w:rPr>
            </w:pPr>
            <w:r w:rsidRPr="00E062F1">
              <w:rPr>
                <w:lang w:eastAsia="fi-FI"/>
              </w:rPr>
              <w:t>DC_5A_n260(3G-O)</w:t>
            </w:r>
          </w:p>
          <w:p w14:paraId="460C721C" w14:textId="77777777" w:rsidR="00FB0677" w:rsidRPr="00E062F1" w:rsidRDefault="00FB0677" w:rsidP="006B3BD2">
            <w:pPr>
              <w:pStyle w:val="TAC"/>
              <w:rPr>
                <w:lang w:eastAsia="fi-FI"/>
              </w:rPr>
            </w:pPr>
            <w:r w:rsidRPr="00E062F1">
              <w:rPr>
                <w:lang w:eastAsia="fi-FI"/>
              </w:rPr>
              <w:t>DC_5A_n260(4G-O)</w:t>
            </w:r>
          </w:p>
          <w:p w14:paraId="6682751C" w14:textId="77777777" w:rsidR="00FB0677" w:rsidRPr="00E062F1" w:rsidRDefault="00FB0677" w:rsidP="006B3BD2">
            <w:pPr>
              <w:pStyle w:val="TAC"/>
              <w:rPr>
                <w:lang w:eastAsia="fi-FI"/>
              </w:rPr>
            </w:pPr>
            <w:r w:rsidRPr="00E062F1">
              <w:rPr>
                <w:lang w:eastAsia="fi-FI"/>
              </w:rPr>
              <w:t>DC_5A_n260(H-O)</w:t>
            </w:r>
          </w:p>
          <w:p w14:paraId="4AFCB060" w14:textId="065178DA" w:rsidR="00FB0488" w:rsidRPr="00E062F1" w:rsidRDefault="00FB0677" w:rsidP="006B3BD2">
            <w:pPr>
              <w:pStyle w:val="TAC"/>
              <w:rPr>
                <w:lang w:eastAsia="fi-FI"/>
              </w:rPr>
            </w:pPr>
            <w:r w:rsidRPr="00E062F1">
              <w:rPr>
                <w:lang w:eastAsia="fi-FI"/>
              </w:rPr>
              <w:t>DC_5A_n260(2H-O)</w:t>
            </w:r>
          </w:p>
          <w:p w14:paraId="5B07424B" w14:textId="77777777" w:rsidR="00FB0488" w:rsidRPr="00E062F1" w:rsidRDefault="00FB0488" w:rsidP="006B3BD2">
            <w:pPr>
              <w:pStyle w:val="TAC"/>
              <w:rPr>
                <w:rFonts w:cs="Arial"/>
                <w:szCs w:val="18"/>
              </w:rPr>
            </w:pPr>
            <w:r w:rsidRPr="00E062F1">
              <w:rPr>
                <w:rFonts w:cs="Arial"/>
                <w:szCs w:val="18"/>
              </w:rPr>
              <w:t>DC_5A_n260(A-Q)</w:t>
            </w:r>
          </w:p>
          <w:p w14:paraId="0A9231B3" w14:textId="4F92EFD9" w:rsidR="00E4525A" w:rsidRPr="006E2459" w:rsidRDefault="00FB0488" w:rsidP="006B3BD2">
            <w:pPr>
              <w:pStyle w:val="TAC"/>
              <w:rPr>
                <w:lang w:val="en-US" w:eastAsia="fi-FI"/>
              </w:rPr>
            </w:pPr>
            <w:r w:rsidRPr="00E062F1">
              <w:rPr>
                <w:rFonts w:cs="Arial"/>
                <w:szCs w:val="18"/>
              </w:rPr>
              <w:t>DC_5A_n260(P-Q)</w:t>
            </w:r>
          </w:p>
          <w:p w14:paraId="0CC8844C" w14:textId="58B3F386"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n260(2A-4P)</w:t>
            </w:r>
          </w:p>
          <w:p w14:paraId="03880B2A" w14:textId="7A07CAE0"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n260(2O-2P)</w:t>
            </w:r>
          </w:p>
          <w:p w14:paraId="1520FC8A" w14:textId="77777777" w:rsidR="00E2014B" w:rsidRPr="00E062F1" w:rsidRDefault="00E2014B" w:rsidP="006B3BD2">
            <w:pPr>
              <w:pStyle w:val="TAC"/>
              <w:rPr>
                <w:lang w:eastAsia="fi-FI"/>
              </w:rPr>
            </w:pPr>
            <w:r w:rsidRPr="00E062F1">
              <w:rPr>
                <w:rFonts w:cs="Arial"/>
                <w:szCs w:val="18"/>
              </w:rPr>
              <w:t>DC_5A_n260(3A-P)</w:t>
            </w:r>
          </w:p>
          <w:p w14:paraId="2D84E90A" w14:textId="17FEF920"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n260(4A-4O)</w:t>
            </w:r>
          </w:p>
          <w:p w14:paraId="5EECF33B" w14:textId="2BA7FCF2"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n260(4A-2Q)</w:t>
            </w:r>
          </w:p>
          <w:p w14:paraId="433C0D07" w14:textId="669F8BDB"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n260(6A-2O)</w:t>
            </w:r>
          </w:p>
          <w:p w14:paraId="71CCA347" w14:textId="11C53664"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n260(6A-2P)</w:t>
            </w:r>
          </w:p>
          <w:p w14:paraId="52A0BD8C" w14:textId="55C44809"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n260(6A-3O)</w:t>
            </w:r>
          </w:p>
          <w:p w14:paraId="7B948D48" w14:textId="660C5377"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n260(8A-2O)</w:t>
            </w:r>
          </w:p>
          <w:p w14:paraId="0CFCF2CE" w14:textId="77777777" w:rsidR="00E2014B" w:rsidRPr="00E062F1" w:rsidRDefault="00E2014B" w:rsidP="006B3BD2">
            <w:pPr>
              <w:pStyle w:val="TAC"/>
              <w:rPr>
                <w:lang w:eastAsia="fi-FI"/>
              </w:rPr>
            </w:pPr>
            <w:r w:rsidRPr="00E062F1">
              <w:rPr>
                <w:rFonts w:cs="Arial"/>
                <w:szCs w:val="18"/>
              </w:rPr>
              <w:t>DC_5A_n260(2A-O-P)</w:t>
            </w:r>
          </w:p>
          <w:p w14:paraId="5EFB6ED3" w14:textId="01EAE00A"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n260(2A-2G-2O)</w:t>
            </w:r>
          </w:p>
          <w:p w14:paraId="6ED77203" w14:textId="2AA19103"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n260(2A-2O-2P)</w:t>
            </w:r>
          </w:p>
          <w:p w14:paraId="5A3DC35E" w14:textId="1344EE78"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n260(2A-2O-2Q)</w:t>
            </w:r>
          </w:p>
          <w:p w14:paraId="0E7CC4BE" w14:textId="77777777" w:rsidR="00E2014B" w:rsidRPr="00E062F1" w:rsidRDefault="00E2014B" w:rsidP="006B3BD2">
            <w:pPr>
              <w:pStyle w:val="TAC"/>
              <w:rPr>
                <w:rFonts w:eastAsia="Times New Roman" w:cs="Arial"/>
                <w:szCs w:val="18"/>
              </w:rPr>
            </w:pPr>
            <w:r w:rsidRPr="00E062F1">
              <w:rPr>
                <w:rFonts w:eastAsia="Times New Roman" w:cs="Arial"/>
                <w:szCs w:val="18"/>
              </w:rPr>
              <w:t>DC_5A_n260(O-P)</w:t>
            </w:r>
          </w:p>
          <w:p w14:paraId="63946D76" w14:textId="77777777" w:rsidR="00E2014B" w:rsidRPr="00E062F1" w:rsidRDefault="00E2014B" w:rsidP="006B3BD2">
            <w:pPr>
              <w:pStyle w:val="TAC"/>
              <w:rPr>
                <w:lang w:eastAsia="fi-FI"/>
              </w:rPr>
            </w:pPr>
            <w:r w:rsidRPr="00E062F1">
              <w:rPr>
                <w:rFonts w:eastAsia="Times New Roman" w:cs="Arial"/>
                <w:szCs w:val="18"/>
              </w:rPr>
              <w:t>DC_5A_n260(A-O-P)</w:t>
            </w:r>
          </w:p>
          <w:p w14:paraId="3CFC5A92" w14:textId="503829CC" w:rsidR="00C75340" w:rsidRPr="00E062F1" w:rsidRDefault="00E2014B" w:rsidP="006B3BD2">
            <w:pPr>
              <w:pStyle w:val="TAC"/>
              <w:rPr>
                <w:lang w:eastAsia="fi-FI"/>
              </w:rPr>
            </w:pPr>
            <w:r w:rsidRPr="00E062F1">
              <w:rPr>
                <w:noProof/>
                <w:lang w:eastAsia="zh-CN"/>
              </w:rPr>
              <w:t>DC_5A-5A_n260A</w:t>
            </w:r>
          </w:p>
        </w:tc>
        <w:tc>
          <w:tcPr>
            <w:tcW w:w="2846" w:type="dxa"/>
          </w:tcPr>
          <w:p w14:paraId="1BB50D8A" w14:textId="7E9603A1" w:rsidR="00FB0488" w:rsidRPr="00E062F1" w:rsidRDefault="00C75340" w:rsidP="006B3BD2">
            <w:pPr>
              <w:pStyle w:val="TAC"/>
              <w:rPr>
                <w:lang w:eastAsia="fi-FI"/>
              </w:rPr>
            </w:pPr>
            <w:r w:rsidRPr="00E062F1">
              <w:rPr>
                <w:lang w:eastAsia="fi-FI"/>
              </w:rPr>
              <w:lastRenderedPageBreak/>
              <w:t>DC_5A_n260A</w:t>
            </w:r>
          </w:p>
          <w:p w14:paraId="0BD52D92" w14:textId="77777777" w:rsidR="00FB0488" w:rsidRPr="00E062F1" w:rsidRDefault="00FB0488" w:rsidP="006B3BD2">
            <w:pPr>
              <w:pStyle w:val="TAC"/>
              <w:rPr>
                <w:rFonts w:cs="Arial"/>
                <w:szCs w:val="18"/>
              </w:rPr>
            </w:pPr>
            <w:r w:rsidRPr="00E062F1">
              <w:rPr>
                <w:rFonts w:cs="Arial"/>
                <w:szCs w:val="18"/>
              </w:rPr>
              <w:t>DC_5A_n260G</w:t>
            </w:r>
          </w:p>
          <w:p w14:paraId="0C41E3A1" w14:textId="77777777" w:rsidR="00FB0488" w:rsidRPr="00E062F1" w:rsidRDefault="00FB0488" w:rsidP="006B3BD2">
            <w:pPr>
              <w:pStyle w:val="TAC"/>
              <w:rPr>
                <w:rFonts w:cs="Arial"/>
                <w:szCs w:val="18"/>
              </w:rPr>
            </w:pPr>
            <w:r w:rsidRPr="00E062F1">
              <w:rPr>
                <w:rFonts w:cs="Arial"/>
                <w:szCs w:val="18"/>
              </w:rPr>
              <w:t>DC_5A_n260H</w:t>
            </w:r>
          </w:p>
          <w:p w14:paraId="56C643B2" w14:textId="77777777" w:rsidR="00FB0488" w:rsidRPr="00E062F1" w:rsidRDefault="00FB0488" w:rsidP="006B3BD2">
            <w:pPr>
              <w:pStyle w:val="TAC"/>
              <w:rPr>
                <w:rFonts w:cs="Arial"/>
                <w:szCs w:val="18"/>
              </w:rPr>
            </w:pPr>
            <w:r w:rsidRPr="00E062F1">
              <w:rPr>
                <w:rFonts w:cs="Arial"/>
                <w:szCs w:val="18"/>
              </w:rPr>
              <w:t>DC_5A_n260O</w:t>
            </w:r>
          </w:p>
          <w:p w14:paraId="0F1FE3F3" w14:textId="77777777" w:rsidR="00FB0488" w:rsidRPr="00E062F1" w:rsidRDefault="00FB0488" w:rsidP="006B3BD2">
            <w:pPr>
              <w:pStyle w:val="TAC"/>
              <w:rPr>
                <w:rFonts w:cs="Arial"/>
                <w:szCs w:val="18"/>
              </w:rPr>
            </w:pPr>
            <w:r w:rsidRPr="00E062F1">
              <w:rPr>
                <w:rFonts w:cs="Arial"/>
                <w:szCs w:val="18"/>
              </w:rPr>
              <w:t>DC_5A_n260P</w:t>
            </w:r>
          </w:p>
          <w:p w14:paraId="382B68D5" w14:textId="5578A46A" w:rsidR="00C75340" w:rsidRPr="00E062F1" w:rsidRDefault="00FB0488" w:rsidP="006B3BD2">
            <w:pPr>
              <w:pStyle w:val="TAC"/>
              <w:rPr>
                <w:lang w:eastAsia="fi-FI"/>
              </w:rPr>
            </w:pPr>
            <w:r w:rsidRPr="00E062F1">
              <w:rPr>
                <w:rFonts w:cs="Arial"/>
                <w:szCs w:val="18"/>
              </w:rPr>
              <w:t>DC_5A_n260Q</w:t>
            </w:r>
          </w:p>
        </w:tc>
      </w:tr>
      <w:tr w:rsidR="001F078B" w:rsidRPr="00E062F1" w14:paraId="6378BC2A" w14:textId="77777777" w:rsidTr="006B3BD2">
        <w:trPr>
          <w:trHeight w:val="187"/>
          <w:jc w:val="center"/>
        </w:trPr>
        <w:tc>
          <w:tcPr>
            <w:tcW w:w="2972" w:type="dxa"/>
            <w:shd w:val="clear" w:color="auto" w:fill="auto"/>
          </w:tcPr>
          <w:p w14:paraId="1EBE88B7" w14:textId="77777777" w:rsidR="003E3ECB" w:rsidRPr="00E062F1" w:rsidRDefault="003E3ECB" w:rsidP="006B3BD2">
            <w:pPr>
              <w:pStyle w:val="TAC"/>
              <w:rPr>
                <w:lang w:eastAsia="fi-FI"/>
              </w:rPr>
            </w:pPr>
            <w:r w:rsidRPr="00E062F1">
              <w:rPr>
                <w:lang w:eastAsia="fi-FI"/>
              </w:rPr>
              <w:t>DC_5A_n261A</w:t>
            </w:r>
          </w:p>
          <w:p w14:paraId="0E8FA16F" w14:textId="77777777" w:rsidR="003E3ECB" w:rsidRPr="00E062F1" w:rsidRDefault="003E3ECB" w:rsidP="006B3BD2">
            <w:pPr>
              <w:pStyle w:val="TAC"/>
              <w:rPr>
                <w:lang w:eastAsia="fi-FI"/>
              </w:rPr>
            </w:pPr>
            <w:r w:rsidRPr="00E062F1">
              <w:rPr>
                <w:lang w:eastAsia="fi-FI"/>
              </w:rPr>
              <w:t>DC_5A_n261B</w:t>
            </w:r>
          </w:p>
          <w:p w14:paraId="3730E7B5" w14:textId="77777777" w:rsidR="003E3ECB" w:rsidRPr="00E062F1" w:rsidRDefault="003E3ECB" w:rsidP="006B3BD2">
            <w:pPr>
              <w:pStyle w:val="TAC"/>
              <w:rPr>
                <w:lang w:eastAsia="fi-FI"/>
              </w:rPr>
            </w:pPr>
            <w:r w:rsidRPr="00E062F1">
              <w:rPr>
                <w:lang w:eastAsia="fi-FI"/>
              </w:rPr>
              <w:t>DC_5A_n261C</w:t>
            </w:r>
          </w:p>
          <w:p w14:paraId="6A35D00F" w14:textId="77777777" w:rsidR="003E3ECB" w:rsidRPr="00E062F1" w:rsidRDefault="003E3ECB" w:rsidP="006B3BD2">
            <w:pPr>
              <w:pStyle w:val="TAC"/>
              <w:rPr>
                <w:lang w:eastAsia="fi-FI"/>
              </w:rPr>
            </w:pPr>
            <w:r w:rsidRPr="00E062F1">
              <w:rPr>
                <w:lang w:eastAsia="fi-FI"/>
              </w:rPr>
              <w:t>DC_5A_n261D</w:t>
            </w:r>
          </w:p>
          <w:p w14:paraId="2D7BD054" w14:textId="77777777" w:rsidR="003E3ECB" w:rsidRPr="00E062F1" w:rsidRDefault="003E3ECB" w:rsidP="006B3BD2">
            <w:pPr>
              <w:pStyle w:val="TAC"/>
              <w:rPr>
                <w:lang w:eastAsia="fi-FI"/>
              </w:rPr>
            </w:pPr>
            <w:r w:rsidRPr="00E062F1">
              <w:rPr>
                <w:lang w:eastAsia="fi-FI"/>
              </w:rPr>
              <w:t>DC_5A_n261E</w:t>
            </w:r>
          </w:p>
          <w:p w14:paraId="01F3EA2E" w14:textId="77777777" w:rsidR="003E3ECB" w:rsidRPr="00E062F1" w:rsidRDefault="003E3ECB" w:rsidP="006B3BD2">
            <w:pPr>
              <w:pStyle w:val="TAC"/>
              <w:rPr>
                <w:lang w:eastAsia="fi-FI"/>
              </w:rPr>
            </w:pPr>
            <w:r w:rsidRPr="00E062F1">
              <w:rPr>
                <w:lang w:eastAsia="fi-FI"/>
              </w:rPr>
              <w:t>DC_5A_n261F</w:t>
            </w:r>
          </w:p>
          <w:p w14:paraId="056B9B04" w14:textId="77777777" w:rsidR="003E3ECB" w:rsidRPr="00E062F1" w:rsidRDefault="003E3ECB" w:rsidP="006B3BD2">
            <w:pPr>
              <w:pStyle w:val="TAC"/>
              <w:rPr>
                <w:lang w:eastAsia="fi-FI"/>
              </w:rPr>
            </w:pPr>
            <w:r w:rsidRPr="00E062F1">
              <w:rPr>
                <w:lang w:eastAsia="fi-FI"/>
              </w:rPr>
              <w:t>DC_5A_n261G</w:t>
            </w:r>
          </w:p>
          <w:p w14:paraId="0C2693B1" w14:textId="77777777" w:rsidR="003E3ECB" w:rsidRPr="00E062F1" w:rsidRDefault="003E3ECB" w:rsidP="006B3BD2">
            <w:pPr>
              <w:pStyle w:val="TAC"/>
              <w:rPr>
                <w:lang w:eastAsia="fi-FI"/>
              </w:rPr>
            </w:pPr>
            <w:r w:rsidRPr="00E062F1">
              <w:rPr>
                <w:lang w:eastAsia="fi-FI"/>
              </w:rPr>
              <w:t>DC_5A_n261H</w:t>
            </w:r>
          </w:p>
          <w:p w14:paraId="3EFCB05A" w14:textId="77777777" w:rsidR="003E3ECB" w:rsidRPr="00E062F1" w:rsidRDefault="003E3ECB" w:rsidP="006B3BD2">
            <w:pPr>
              <w:pStyle w:val="TAC"/>
              <w:rPr>
                <w:lang w:eastAsia="fi-FI"/>
              </w:rPr>
            </w:pPr>
            <w:r w:rsidRPr="00E062F1">
              <w:rPr>
                <w:lang w:eastAsia="fi-FI"/>
              </w:rPr>
              <w:t>DC_5A_n261I</w:t>
            </w:r>
          </w:p>
          <w:p w14:paraId="7F064D14" w14:textId="77777777" w:rsidR="003E3ECB" w:rsidRPr="00E062F1" w:rsidRDefault="003E3ECB" w:rsidP="006B3BD2">
            <w:pPr>
              <w:pStyle w:val="TAC"/>
              <w:rPr>
                <w:lang w:eastAsia="fi-FI"/>
              </w:rPr>
            </w:pPr>
            <w:r w:rsidRPr="00E062F1">
              <w:rPr>
                <w:lang w:eastAsia="fi-FI"/>
              </w:rPr>
              <w:t>DC_5A_n261J</w:t>
            </w:r>
          </w:p>
          <w:p w14:paraId="2FC7F027" w14:textId="77777777" w:rsidR="003E3ECB" w:rsidRPr="00E062F1" w:rsidRDefault="003E3ECB" w:rsidP="006B3BD2">
            <w:pPr>
              <w:pStyle w:val="TAC"/>
              <w:rPr>
                <w:lang w:eastAsia="fi-FI"/>
              </w:rPr>
            </w:pPr>
            <w:r w:rsidRPr="00E062F1">
              <w:rPr>
                <w:lang w:eastAsia="fi-FI"/>
              </w:rPr>
              <w:t>DC_5A_n261K</w:t>
            </w:r>
          </w:p>
          <w:p w14:paraId="2454D39F" w14:textId="77777777" w:rsidR="003E3ECB" w:rsidRPr="00E062F1" w:rsidRDefault="003E3ECB" w:rsidP="006B3BD2">
            <w:pPr>
              <w:pStyle w:val="TAC"/>
              <w:rPr>
                <w:lang w:eastAsia="fi-FI"/>
              </w:rPr>
            </w:pPr>
            <w:r w:rsidRPr="00E062F1">
              <w:rPr>
                <w:lang w:eastAsia="fi-FI"/>
              </w:rPr>
              <w:t>DC_5A_n261L</w:t>
            </w:r>
          </w:p>
          <w:p w14:paraId="6547513A" w14:textId="77777777" w:rsidR="003E3ECB" w:rsidRPr="00E062F1" w:rsidRDefault="003E3ECB" w:rsidP="006B3BD2">
            <w:pPr>
              <w:pStyle w:val="TAC"/>
              <w:rPr>
                <w:lang w:eastAsia="fi-FI"/>
              </w:rPr>
            </w:pPr>
            <w:r w:rsidRPr="00E062F1">
              <w:rPr>
                <w:lang w:eastAsia="fi-FI"/>
              </w:rPr>
              <w:t>DC_5A_n261M</w:t>
            </w:r>
          </w:p>
          <w:p w14:paraId="7C040F6F" w14:textId="77777777" w:rsidR="003E3ECB" w:rsidRPr="00E062F1" w:rsidRDefault="003E3ECB" w:rsidP="006B3BD2">
            <w:pPr>
              <w:pStyle w:val="TAC"/>
              <w:rPr>
                <w:lang w:eastAsia="fi-FI"/>
              </w:rPr>
            </w:pPr>
            <w:r w:rsidRPr="00E062F1">
              <w:rPr>
                <w:lang w:eastAsia="fi-FI"/>
              </w:rPr>
              <w:t>DC_5A_n261O</w:t>
            </w:r>
          </w:p>
          <w:p w14:paraId="42D10EB5" w14:textId="77777777" w:rsidR="003E3ECB" w:rsidRPr="00E062F1" w:rsidRDefault="003E3ECB" w:rsidP="006B3BD2">
            <w:pPr>
              <w:pStyle w:val="TAC"/>
              <w:rPr>
                <w:lang w:eastAsia="fi-FI"/>
              </w:rPr>
            </w:pPr>
            <w:r w:rsidRPr="00E062F1">
              <w:rPr>
                <w:lang w:eastAsia="fi-FI"/>
              </w:rPr>
              <w:t>DC_5A_n261P</w:t>
            </w:r>
          </w:p>
          <w:p w14:paraId="0C274A67" w14:textId="6AC82E0D" w:rsidR="003E3ECB" w:rsidRPr="00E062F1" w:rsidRDefault="003E3ECB" w:rsidP="006B3BD2">
            <w:pPr>
              <w:pStyle w:val="TAC"/>
              <w:rPr>
                <w:lang w:eastAsia="fi-FI"/>
              </w:rPr>
            </w:pPr>
            <w:r w:rsidRPr="00E062F1">
              <w:rPr>
                <w:lang w:eastAsia="fi-FI"/>
              </w:rPr>
              <w:t>DC_5A_n261Q</w:t>
            </w:r>
          </w:p>
        </w:tc>
        <w:tc>
          <w:tcPr>
            <w:tcW w:w="2846" w:type="dxa"/>
          </w:tcPr>
          <w:p w14:paraId="4839864C" w14:textId="5C163FC8" w:rsidR="00FB0488" w:rsidRPr="00E062F1" w:rsidRDefault="003E3ECB" w:rsidP="006B3BD2">
            <w:pPr>
              <w:pStyle w:val="TAC"/>
              <w:rPr>
                <w:lang w:eastAsia="fi-FI"/>
              </w:rPr>
            </w:pPr>
            <w:r w:rsidRPr="00E062F1">
              <w:rPr>
                <w:lang w:eastAsia="fi-FI"/>
              </w:rPr>
              <w:t>DC_5A_n261A</w:t>
            </w:r>
          </w:p>
          <w:p w14:paraId="61E1FB2E" w14:textId="77777777" w:rsidR="00FB0488" w:rsidRPr="00E062F1" w:rsidRDefault="00FB0488" w:rsidP="006B3BD2">
            <w:pPr>
              <w:pStyle w:val="TAC"/>
              <w:rPr>
                <w:lang w:eastAsia="fi-FI"/>
              </w:rPr>
            </w:pPr>
            <w:r w:rsidRPr="00E062F1">
              <w:rPr>
                <w:lang w:eastAsia="fi-FI"/>
              </w:rPr>
              <w:t>DC_5A_n261G</w:t>
            </w:r>
          </w:p>
          <w:p w14:paraId="356E114B" w14:textId="77777777" w:rsidR="00FB0488" w:rsidRPr="00E062F1" w:rsidRDefault="00FB0488" w:rsidP="006B3BD2">
            <w:pPr>
              <w:pStyle w:val="TAC"/>
              <w:rPr>
                <w:lang w:eastAsia="fi-FI"/>
              </w:rPr>
            </w:pPr>
            <w:r w:rsidRPr="00E062F1">
              <w:rPr>
                <w:lang w:eastAsia="fi-FI"/>
              </w:rPr>
              <w:t>DC_5A_n261H</w:t>
            </w:r>
          </w:p>
          <w:p w14:paraId="5A5E01D2" w14:textId="65089411" w:rsidR="003E3ECB" w:rsidRPr="00E062F1" w:rsidRDefault="00FB0488" w:rsidP="006B3BD2">
            <w:pPr>
              <w:pStyle w:val="TAC"/>
              <w:rPr>
                <w:lang w:eastAsia="fi-FI"/>
              </w:rPr>
            </w:pPr>
            <w:r w:rsidRPr="00E062F1">
              <w:rPr>
                <w:lang w:eastAsia="fi-FI"/>
              </w:rPr>
              <w:t>DC_5A_n261I</w:t>
            </w:r>
          </w:p>
        </w:tc>
      </w:tr>
      <w:tr w:rsidR="00E2014B" w:rsidRPr="00E062F1" w14:paraId="326BF287" w14:textId="77777777" w:rsidTr="006B3BD2">
        <w:trPr>
          <w:trHeight w:val="187"/>
          <w:jc w:val="center"/>
        </w:trPr>
        <w:tc>
          <w:tcPr>
            <w:tcW w:w="2972" w:type="dxa"/>
            <w:shd w:val="clear" w:color="auto" w:fill="auto"/>
          </w:tcPr>
          <w:p w14:paraId="6D6505BD" w14:textId="77777777" w:rsidR="00E2014B" w:rsidRPr="00E062F1" w:rsidRDefault="00E2014B" w:rsidP="006B3BD2">
            <w:pPr>
              <w:pStyle w:val="TAC"/>
              <w:rPr>
                <w:lang w:eastAsia="zh-TW"/>
              </w:rPr>
            </w:pPr>
            <w:r w:rsidRPr="00E062F1">
              <w:rPr>
                <w:lang w:eastAsia="fi-FI"/>
              </w:rPr>
              <w:lastRenderedPageBreak/>
              <w:t>DC_5A_n261(2A)</w:t>
            </w:r>
          </w:p>
          <w:p w14:paraId="579A024B" w14:textId="77777777" w:rsidR="00E2014B" w:rsidRPr="00E062F1" w:rsidRDefault="00E2014B" w:rsidP="006B3BD2">
            <w:pPr>
              <w:pStyle w:val="TAC"/>
              <w:rPr>
                <w:lang w:eastAsia="zh-TW"/>
              </w:rPr>
            </w:pPr>
            <w:r w:rsidRPr="00E062F1">
              <w:rPr>
                <w:lang w:eastAsia="zh-TW"/>
              </w:rPr>
              <w:t>DC_5A_n261(2G)</w:t>
            </w:r>
          </w:p>
          <w:p w14:paraId="4A56E0F8" w14:textId="77777777" w:rsidR="00E2014B" w:rsidRPr="00E062F1" w:rsidRDefault="00E2014B" w:rsidP="006B3BD2">
            <w:pPr>
              <w:pStyle w:val="TAC"/>
              <w:rPr>
                <w:lang w:eastAsia="fi-FI"/>
              </w:rPr>
            </w:pPr>
            <w:r w:rsidRPr="00E062F1">
              <w:rPr>
                <w:lang w:eastAsia="fi-FI"/>
              </w:rPr>
              <w:t>DC_5A_n261(3A)</w:t>
            </w:r>
          </w:p>
          <w:p w14:paraId="02016F40" w14:textId="77777777" w:rsidR="00E2014B" w:rsidRPr="00E062F1" w:rsidRDefault="00E2014B" w:rsidP="006B3BD2">
            <w:pPr>
              <w:pStyle w:val="TAC"/>
              <w:rPr>
                <w:lang w:eastAsia="fi-FI"/>
              </w:rPr>
            </w:pPr>
            <w:r w:rsidRPr="00E062F1">
              <w:rPr>
                <w:lang w:eastAsia="fi-FI"/>
              </w:rPr>
              <w:t>DC_5A_n261(4A)</w:t>
            </w:r>
          </w:p>
          <w:p w14:paraId="0C15A5F9" w14:textId="77777777" w:rsidR="00E2014B" w:rsidRPr="00E062F1" w:rsidRDefault="00E2014B" w:rsidP="006B3BD2">
            <w:pPr>
              <w:pStyle w:val="TAC"/>
              <w:rPr>
                <w:lang w:eastAsia="fi-FI"/>
              </w:rPr>
            </w:pPr>
            <w:r w:rsidRPr="00E062F1">
              <w:rPr>
                <w:lang w:eastAsia="fi-FI"/>
              </w:rPr>
              <w:t>DC_5A_n261(D-G)</w:t>
            </w:r>
          </w:p>
          <w:p w14:paraId="358CEC05" w14:textId="77777777" w:rsidR="00E2014B" w:rsidRPr="00E062F1" w:rsidRDefault="00E2014B" w:rsidP="006B3BD2">
            <w:pPr>
              <w:pStyle w:val="TAC"/>
              <w:rPr>
                <w:lang w:eastAsia="fi-FI"/>
              </w:rPr>
            </w:pPr>
            <w:r w:rsidRPr="00E062F1">
              <w:rPr>
                <w:lang w:eastAsia="fi-FI"/>
              </w:rPr>
              <w:t>DC_5A_n261(D-H)</w:t>
            </w:r>
          </w:p>
          <w:p w14:paraId="7A474CE0" w14:textId="77777777" w:rsidR="00E2014B" w:rsidRPr="00E062F1" w:rsidRDefault="00E2014B" w:rsidP="006B3BD2">
            <w:pPr>
              <w:pStyle w:val="TAC"/>
              <w:rPr>
                <w:lang w:eastAsia="fi-FI"/>
              </w:rPr>
            </w:pPr>
            <w:r w:rsidRPr="00E062F1">
              <w:rPr>
                <w:lang w:eastAsia="fi-FI"/>
              </w:rPr>
              <w:t>DC_5A_n261(D-I)</w:t>
            </w:r>
          </w:p>
          <w:p w14:paraId="1C5D32D3" w14:textId="77777777" w:rsidR="00E2014B" w:rsidRPr="00E062F1" w:rsidRDefault="00E2014B" w:rsidP="006B3BD2">
            <w:pPr>
              <w:pStyle w:val="TAC"/>
              <w:rPr>
                <w:lang w:eastAsia="fi-FI"/>
              </w:rPr>
            </w:pPr>
            <w:r w:rsidRPr="00E062F1">
              <w:rPr>
                <w:lang w:eastAsia="fi-FI"/>
              </w:rPr>
              <w:t>DC_5A_n261(D-O)</w:t>
            </w:r>
          </w:p>
          <w:p w14:paraId="3E738F76" w14:textId="77777777" w:rsidR="00E2014B" w:rsidRPr="00E062F1" w:rsidRDefault="00E2014B" w:rsidP="006B3BD2">
            <w:pPr>
              <w:pStyle w:val="TAC"/>
              <w:rPr>
                <w:lang w:eastAsia="fi-FI"/>
              </w:rPr>
            </w:pPr>
            <w:r w:rsidRPr="00E062F1">
              <w:rPr>
                <w:lang w:eastAsia="fi-FI"/>
              </w:rPr>
              <w:t>DC_5A_n261(D-P)</w:t>
            </w:r>
          </w:p>
          <w:p w14:paraId="72536E4B" w14:textId="77777777" w:rsidR="00E2014B" w:rsidRPr="00E062F1" w:rsidRDefault="00E2014B" w:rsidP="006B3BD2">
            <w:pPr>
              <w:pStyle w:val="TAC"/>
              <w:rPr>
                <w:lang w:eastAsia="fi-FI"/>
              </w:rPr>
            </w:pPr>
            <w:r w:rsidRPr="00E062F1">
              <w:rPr>
                <w:lang w:eastAsia="fi-FI"/>
              </w:rPr>
              <w:t>DC_5A_n261(D-Q)</w:t>
            </w:r>
          </w:p>
          <w:p w14:paraId="05BB1794" w14:textId="77777777" w:rsidR="00E2014B" w:rsidRPr="00E062F1" w:rsidRDefault="00E2014B" w:rsidP="006B3BD2">
            <w:pPr>
              <w:pStyle w:val="TAC"/>
              <w:rPr>
                <w:lang w:eastAsia="fi-FI"/>
              </w:rPr>
            </w:pPr>
            <w:r w:rsidRPr="00E062F1">
              <w:rPr>
                <w:lang w:eastAsia="fi-FI"/>
              </w:rPr>
              <w:t>DC_5A_n261(E-O)</w:t>
            </w:r>
          </w:p>
          <w:p w14:paraId="758444A1" w14:textId="77777777" w:rsidR="00E2014B" w:rsidRPr="00E062F1" w:rsidRDefault="00E2014B" w:rsidP="006B3BD2">
            <w:pPr>
              <w:pStyle w:val="TAC"/>
              <w:rPr>
                <w:lang w:eastAsia="fi-FI"/>
              </w:rPr>
            </w:pPr>
            <w:r w:rsidRPr="00E062F1">
              <w:rPr>
                <w:lang w:eastAsia="fi-FI"/>
              </w:rPr>
              <w:t>DC_5A_n261(E-P)</w:t>
            </w:r>
          </w:p>
          <w:p w14:paraId="6E49D9B5" w14:textId="77777777" w:rsidR="00E2014B" w:rsidRPr="00E062F1" w:rsidRDefault="00E2014B" w:rsidP="006B3BD2">
            <w:pPr>
              <w:pStyle w:val="TAC"/>
              <w:rPr>
                <w:lang w:eastAsia="fi-FI"/>
              </w:rPr>
            </w:pPr>
            <w:r w:rsidRPr="00E062F1">
              <w:rPr>
                <w:lang w:eastAsia="fi-FI"/>
              </w:rPr>
              <w:t>DC_5A_n261(E-Q)</w:t>
            </w:r>
          </w:p>
          <w:p w14:paraId="2231F376" w14:textId="77777777" w:rsidR="00E2014B" w:rsidRPr="00E062F1" w:rsidRDefault="00E2014B" w:rsidP="006B3BD2">
            <w:pPr>
              <w:pStyle w:val="TAC"/>
              <w:rPr>
                <w:lang w:eastAsia="fi-FI"/>
              </w:rPr>
            </w:pPr>
            <w:r w:rsidRPr="00E062F1">
              <w:rPr>
                <w:lang w:eastAsia="fi-FI"/>
              </w:rPr>
              <w:t>DC_5A_n261(2H)</w:t>
            </w:r>
          </w:p>
          <w:p w14:paraId="7155AF56" w14:textId="77777777" w:rsidR="00E2014B" w:rsidRPr="00E062F1" w:rsidRDefault="00E2014B" w:rsidP="006B3BD2">
            <w:pPr>
              <w:pStyle w:val="TAC"/>
              <w:rPr>
                <w:lang w:eastAsia="fi-FI"/>
              </w:rPr>
            </w:pPr>
            <w:r w:rsidRPr="00E062F1">
              <w:rPr>
                <w:lang w:eastAsia="fi-FI"/>
              </w:rPr>
              <w:t>DC_5A_n261(2I)</w:t>
            </w:r>
          </w:p>
          <w:p w14:paraId="7F345C4A" w14:textId="77777777" w:rsidR="00E2014B" w:rsidRPr="00E062F1" w:rsidRDefault="00E2014B" w:rsidP="006B3BD2">
            <w:pPr>
              <w:pStyle w:val="TAC"/>
              <w:rPr>
                <w:lang w:eastAsia="fi-FI"/>
              </w:rPr>
            </w:pPr>
            <w:r w:rsidRPr="00E062F1">
              <w:rPr>
                <w:lang w:eastAsia="fi-FI"/>
              </w:rPr>
              <w:t>DC_5A_n261(A-H)</w:t>
            </w:r>
          </w:p>
          <w:p w14:paraId="16C59260" w14:textId="77777777" w:rsidR="00E2014B" w:rsidRPr="00E062F1" w:rsidRDefault="00E2014B" w:rsidP="006B3BD2">
            <w:pPr>
              <w:pStyle w:val="TAC"/>
              <w:rPr>
                <w:lang w:eastAsia="zh-TW"/>
              </w:rPr>
            </w:pPr>
            <w:r w:rsidRPr="00E062F1">
              <w:rPr>
                <w:lang w:eastAsia="fi-FI"/>
              </w:rPr>
              <w:t>DC_5A_n261(A-I)</w:t>
            </w:r>
          </w:p>
          <w:p w14:paraId="348D1A5C" w14:textId="1C9BA016" w:rsidR="00E2014B" w:rsidRPr="00E062F1" w:rsidRDefault="00E2014B" w:rsidP="006B3BD2">
            <w:pPr>
              <w:pStyle w:val="TAC"/>
              <w:rPr>
                <w:lang w:eastAsia="zh-TW"/>
              </w:rPr>
            </w:pPr>
            <w:r w:rsidRPr="00E062F1">
              <w:rPr>
                <w:lang w:eastAsia="zh-TW"/>
              </w:rPr>
              <w:t>DC_5A_n261(2A-H)</w:t>
            </w:r>
          </w:p>
          <w:p w14:paraId="2438F8B7" w14:textId="77777777" w:rsidR="00E2014B" w:rsidRPr="00E062F1" w:rsidRDefault="00E2014B" w:rsidP="006B3BD2">
            <w:pPr>
              <w:pStyle w:val="TAC"/>
              <w:rPr>
                <w:lang w:eastAsia="zh-TW"/>
              </w:rPr>
            </w:pPr>
            <w:r w:rsidRPr="00E062F1">
              <w:rPr>
                <w:lang w:eastAsia="zh-TW"/>
              </w:rPr>
              <w:t>DC_5A_n261(A-K)</w:t>
            </w:r>
          </w:p>
          <w:p w14:paraId="38AA4E49" w14:textId="77777777" w:rsidR="00E2014B" w:rsidRPr="00E062F1" w:rsidRDefault="00E2014B" w:rsidP="006B3BD2">
            <w:pPr>
              <w:pStyle w:val="TAC"/>
              <w:rPr>
                <w:lang w:eastAsia="fi-FI"/>
              </w:rPr>
            </w:pPr>
            <w:r w:rsidRPr="00E062F1">
              <w:rPr>
                <w:lang w:eastAsia="fi-FI"/>
              </w:rPr>
              <w:t>DC_5A_n261(A-D)</w:t>
            </w:r>
          </w:p>
          <w:p w14:paraId="788A1D22" w14:textId="77777777" w:rsidR="00E2014B" w:rsidRPr="00E062F1" w:rsidRDefault="00E2014B" w:rsidP="006B3BD2">
            <w:pPr>
              <w:pStyle w:val="TAC"/>
              <w:rPr>
                <w:lang w:eastAsia="zh-TW"/>
              </w:rPr>
            </w:pPr>
            <w:r w:rsidRPr="00E062F1">
              <w:rPr>
                <w:lang w:eastAsia="fi-FI"/>
              </w:rPr>
              <w:t>DC_5A_n261(A-D-H)</w:t>
            </w:r>
          </w:p>
          <w:p w14:paraId="658CA0A7" w14:textId="77777777" w:rsidR="00E2014B" w:rsidRPr="00E062F1" w:rsidRDefault="00E2014B" w:rsidP="006B3BD2">
            <w:pPr>
              <w:pStyle w:val="TAC"/>
              <w:rPr>
                <w:lang w:eastAsia="zh-TW"/>
              </w:rPr>
            </w:pPr>
            <w:r w:rsidRPr="00E062F1">
              <w:rPr>
                <w:rFonts w:eastAsia="Yu Mincho" w:cs="Arial"/>
                <w:szCs w:val="18"/>
                <w:lang w:eastAsia="ja-JP"/>
              </w:rPr>
              <w:t>DC_5A_n261(A-D-2O)</w:t>
            </w:r>
          </w:p>
          <w:p w14:paraId="5EFC17E2" w14:textId="77777777" w:rsidR="00E2014B" w:rsidRPr="00E062F1" w:rsidRDefault="00E2014B" w:rsidP="006B3BD2">
            <w:pPr>
              <w:pStyle w:val="TAC"/>
              <w:rPr>
                <w:lang w:eastAsia="fi-FI"/>
              </w:rPr>
            </w:pPr>
            <w:r w:rsidRPr="00E062F1">
              <w:rPr>
                <w:lang w:eastAsia="fi-FI"/>
              </w:rPr>
              <w:t>DC_5A_n261(A-G)</w:t>
            </w:r>
          </w:p>
          <w:p w14:paraId="082D248D" w14:textId="77777777" w:rsidR="00E2014B" w:rsidRPr="00E062F1" w:rsidRDefault="00E2014B" w:rsidP="006B3BD2">
            <w:pPr>
              <w:pStyle w:val="TAC"/>
              <w:rPr>
                <w:lang w:eastAsia="fi-FI"/>
              </w:rPr>
            </w:pPr>
            <w:r w:rsidRPr="00E062F1">
              <w:rPr>
                <w:lang w:eastAsia="fi-FI"/>
              </w:rPr>
              <w:t>DC_5A_n261(A-G-H)</w:t>
            </w:r>
          </w:p>
          <w:p w14:paraId="46DFFAD5" w14:textId="77777777" w:rsidR="00E2014B" w:rsidRPr="00E062F1" w:rsidRDefault="00E2014B" w:rsidP="006B3BD2">
            <w:pPr>
              <w:pStyle w:val="TAC"/>
              <w:rPr>
                <w:lang w:eastAsia="fi-FI"/>
              </w:rPr>
            </w:pPr>
            <w:r w:rsidRPr="00E062F1">
              <w:rPr>
                <w:lang w:eastAsia="fi-FI"/>
              </w:rPr>
              <w:t>DC_5A_n261(G-I)</w:t>
            </w:r>
          </w:p>
          <w:p w14:paraId="19A68D68" w14:textId="77777777" w:rsidR="00E2014B" w:rsidRPr="00E062F1" w:rsidRDefault="00E2014B" w:rsidP="006B3BD2">
            <w:pPr>
              <w:pStyle w:val="TAC"/>
              <w:rPr>
                <w:lang w:eastAsia="fi-FI"/>
              </w:rPr>
            </w:pPr>
            <w:r w:rsidRPr="00E062F1">
              <w:rPr>
                <w:lang w:eastAsia="fi-FI"/>
              </w:rPr>
              <w:t>DC_5A_n261(A-G-I)</w:t>
            </w:r>
          </w:p>
          <w:p w14:paraId="258B81F6" w14:textId="77777777" w:rsidR="00E2014B" w:rsidRPr="00E062F1" w:rsidRDefault="00E2014B" w:rsidP="006B3BD2">
            <w:pPr>
              <w:pStyle w:val="TAC"/>
              <w:rPr>
                <w:lang w:eastAsia="fi-FI"/>
              </w:rPr>
            </w:pPr>
            <w:r w:rsidRPr="00E062F1">
              <w:rPr>
                <w:lang w:eastAsia="fi-FI"/>
              </w:rPr>
              <w:t>DC_5A_n261(A-H-I)</w:t>
            </w:r>
          </w:p>
          <w:p w14:paraId="647C8085" w14:textId="77777777" w:rsidR="003D120B" w:rsidRDefault="00E2014B" w:rsidP="006B3BD2">
            <w:pPr>
              <w:pStyle w:val="TAC"/>
              <w:rPr>
                <w:lang w:eastAsia="fi-FI"/>
              </w:rPr>
            </w:pPr>
            <w:r w:rsidRPr="00E062F1">
              <w:rPr>
                <w:lang w:eastAsia="fi-FI"/>
              </w:rPr>
              <w:t>DC_5A_n261(G-H)</w:t>
            </w:r>
          </w:p>
          <w:p w14:paraId="7405702A" w14:textId="19592D1C" w:rsidR="00E2014B" w:rsidRPr="00E062F1" w:rsidRDefault="00E2014B" w:rsidP="006B3BD2">
            <w:pPr>
              <w:pStyle w:val="TAC"/>
              <w:rPr>
                <w:lang w:eastAsia="zh-TW"/>
              </w:rPr>
            </w:pPr>
            <w:r w:rsidRPr="00E062F1">
              <w:rPr>
                <w:lang w:eastAsia="zh-TW"/>
              </w:rPr>
              <w:t>DC_5A_n261(G-J)</w:t>
            </w:r>
          </w:p>
          <w:p w14:paraId="0FACE523" w14:textId="77777777" w:rsidR="00E2014B" w:rsidRPr="00E062F1" w:rsidRDefault="00E2014B" w:rsidP="006B3BD2">
            <w:pPr>
              <w:pStyle w:val="TAC"/>
              <w:rPr>
                <w:lang w:eastAsia="fi-FI"/>
              </w:rPr>
            </w:pPr>
            <w:r w:rsidRPr="00E062F1">
              <w:rPr>
                <w:lang w:eastAsia="fi-FI"/>
              </w:rPr>
              <w:t>DC_5A_n261(H-I)</w:t>
            </w:r>
          </w:p>
          <w:p w14:paraId="76DF1626" w14:textId="567D3BEC"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n261(A-2D)</w:t>
            </w:r>
          </w:p>
          <w:p w14:paraId="6761B6F9" w14:textId="1D70ADC5"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n261(A-2H)</w:t>
            </w:r>
          </w:p>
          <w:p w14:paraId="2AB5625F" w14:textId="06C71AAA"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n261(A-2P)</w:t>
            </w:r>
          </w:p>
          <w:p w14:paraId="0B8BB048" w14:textId="1F5692CC"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n261(A-2Q)</w:t>
            </w:r>
          </w:p>
          <w:p w14:paraId="08F65E80" w14:textId="574A67F0"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n261(A-2I)</w:t>
            </w:r>
          </w:p>
          <w:p w14:paraId="6E940BA5" w14:textId="5C823522"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n261(A-4G)</w:t>
            </w:r>
          </w:p>
          <w:p w14:paraId="408FAD28" w14:textId="0A3D361E"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n261(A-4O)</w:t>
            </w:r>
          </w:p>
          <w:p w14:paraId="62F2A6E1" w14:textId="6951CB6D"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n261(A-7O)</w:t>
            </w:r>
          </w:p>
          <w:p w14:paraId="11F8ED4B" w14:textId="01F60D16" w:rsidR="00E2014B" w:rsidRPr="00E062F1" w:rsidRDefault="00E2014B" w:rsidP="006B3BD2">
            <w:pPr>
              <w:pStyle w:val="TAC"/>
              <w:rPr>
                <w:lang w:eastAsia="fi-FI"/>
              </w:rPr>
            </w:pPr>
            <w:r w:rsidRPr="00E062F1">
              <w:rPr>
                <w:lang w:eastAsia="fi-FI"/>
              </w:rPr>
              <w:t>DC_5A</w:t>
            </w:r>
            <w:r w:rsidRPr="00E062F1">
              <w:rPr>
                <w:lang w:eastAsia="zh-TW"/>
              </w:rPr>
              <w:t>_</w:t>
            </w:r>
            <w:r w:rsidRPr="00E062F1">
              <w:rPr>
                <w:lang w:eastAsia="fi-FI"/>
              </w:rPr>
              <w:t>n261(A-2G-2O)</w:t>
            </w:r>
          </w:p>
          <w:p w14:paraId="15B40AC6" w14:textId="5760BB77" w:rsidR="00E2014B" w:rsidRPr="00E062F1" w:rsidRDefault="00E2014B" w:rsidP="006B3BD2">
            <w:pPr>
              <w:pStyle w:val="TAC"/>
              <w:rPr>
                <w:lang w:eastAsia="zh-TW"/>
              </w:rPr>
            </w:pPr>
            <w:r w:rsidRPr="00E062F1">
              <w:rPr>
                <w:lang w:eastAsia="fi-FI"/>
              </w:rPr>
              <w:t>DC_5A</w:t>
            </w:r>
            <w:r w:rsidRPr="00E062F1">
              <w:rPr>
                <w:lang w:eastAsia="zh-TW"/>
              </w:rPr>
              <w:t>_</w:t>
            </w:r>
            <w:r w:rsidRPr="00E062F1">
              <w:rPr>
                <w:lang w:eastAsia="fi-FI"/>
              </w:rPr>
              <w:t>n261(A-3G-O)</w:t>
            </w:r>
          </w:p>
          <w:p w14:paraId="370E0E12" w14:textId="77777777" w:rsidR="00E2014B" w:rsidRPr="00E062F1" w:rsidRDefault="00E2014B" w:rsidP="006B3BD2">
            <w:pPr>
              <w:pStyle w:val="TAC"/>
              <w:rPr>
                <w:lang w:eastAsia="zh-TW"/>
              </w:rPr>
            </w:pPr>
            <w:r w:rsidRPr="00E062F1">
              <w:rPr>
                <w:lang w:eastAsia="zh-TW"/>
              </w:rPr>
              <w:t>DC_5A_n261(2A-G)</w:t>
            </w:r>
          </w:p>
          <w:p w14:paraId="313E8E99" w14:textId="77777777" w:rsidR="00E2014B" w:rsidRPr="00E062F1" w:rsidRDefault="00E2014B" w:rsidP="006B3BD2">
            <w:pPr>
              <w:pStyle w:val="TAC"/>
              <w:rPr>
                <w:lang w:eastAsia="zh-TW"/>
              </w:rPr>
            </w:pPr>
            <w:r w:rsidRPr="00E062F1">
              <w:rPr>
                <w:lang w:eastAsia="zh-TW"/>
              </w:rPr>
              <w:t>DC_5A_n261(2A-H)</w:t>
            </w:r>
          </w:p>
          <w:p w14:paraId="47F1570D" w14:textId="77777777" w:rsidR="00E2014B" w:rsidRPr="00E062F1" w:rsidRDefault="00E2014B" w:rsidP="006B3BD2">
            <w:pPr>
              <w:pStyle w:val="TAC"/>
              <w:rPr>
                <w:lang w:eastAsia="zh-TW"/>
              </w:rPr>
            </w:pPr>
            <w:r w:rsidRPr="00E062F1">
              <w:rPr>
                <w:lang w:eastAsia="zh-TW"/>
              </w:rPr>
              <w:t>DC_5A_n261(2A-I)</w:t>
            </w:r>
          </w:p>
          <w:p w14:paraId="29D78029" w14:textId="10A574E7" w:rsidR="00E2014B" w:rsidRPr="00E062F1" w:rsidRDefault="00E2014B" w:rsidP="006B3BD2">
            <w:pPr>
              <w:pStyle w:val="TAC"/>
              <w:rPr>
                <w:lang w:eastAsia="fi-FI"/>
              </w:rPr>
            </w:pPr>
            <w:r w:rsidRPr="00E062F1">
              <w:rPr>
                <w:lang w:eastAsia="zh-TW"/>
              </w:rPr>
              <w:t>DC_5A_n261(3A-G)</w:t>
            </w:r>
          </w:p>
        </w:tc>
        <w:tc>
          <w:tcPr>
            <w:tcW w:w="2846" w:type="dxa"/>
          </w:tcPr>
          <w:p w14:paraId="7CFABBD2" w14:textId="06EA42E2" w:rsidR="00E2014B" w:rsidRPr="00E062F1" w:rsidRDefault="00E2014B" w:rsidP="006B3BD2">
            <w:pPr>
              <w:pStyle w:val="TAC"/>
              <w:rPr>
                <w:lang w:eastAsia="fi-FI"/>
              </w:rPr>
            </w:pPr>
            <w:r w:rsidRPr="00E062F1">
              <w:rPr>
                <w:lang w:eastAsia="fi-FI"/>
              </w:rPr>
              <w:t>DC_5A_n261A</w:t>
            </w:r>
          </w:p>
          <w:p w14:paraId="3A045B21" w14:textId="77777777" w:rsidR="00E2014B" w:rsidRPr="00E062F1" w:rsidRDefault="00E2014B" w:rsidP="006B3BD2">
            <w:pPr>
              <w:pStyle w:val="TAC"/>
              <w:rPr>
                <w:lang w:eastAsia="fi-FI"/>
              </w:rPr>
            </w:pPr>
            <w:r w:rsidRPr="00E062F1">
              <w:rPr>
                <w:lang w:eastAsia="fi-FI"/>
              </w:rPr>
              <w:t>DC_5A_n261G</w:t>
            </w:r>
          </w:p>
          <w:p w14:paraId="5428D3EF" w14:textId="77777777" w:rsidR="00E2014B" w:rsidRPr="00E062F1" w:rsidRDefault="00E2014B" w:rsidP="006B3BD2">
            <w:pPr>
              <w:pStyle w:val="TAC"/>
              <w:rPr>
                <w:lang w:eastAsia="fi-FI"/>
              </w:rPr>
            </w:pPr>
            <w:r w:rsidRPr="00E062F1">
              <w:rPr>
                <w:lang w:eastAsia="fi-FI"/>
              </w:rPr>
              <w:t>DC_5A_n261H</w:t>
            </w:r>
          </w:p>
          <w:p w14:paraId="4B5C63C2" w14:textId="3D575496" w:rsidR="00E2014B" w:rsidRPr="00E062F1" w:rsidRDefault="00E2014B" w:rsidP="006B3BD2">
            <w:pPr>
              <w:pStyle w:val="TAC"/>
              <w:rPr>
                <w:lang w:eastAsia="fi-FI"/>
              </w:rPr>
            </w:pPr>
            <w:r w:rsidRPr="00E062F1">
              <w:rPr>
                <w:lang w:eastAsia="fi-FI"/>
              </w:rPr>
              <w:t>DC_5A_n261I</w:t>
            </w:r>
          </w:p>
        </w:tc>
      </w:tr>
      <w:tr w:rsidR="001F078B" w:rsidRPr="00E062F1" w14:paraId="61268D58" w14:textId="77777777" w:rsidTr="006B3BD2">
        <w:trPr>
          <w:trHeight w:val="187"/>
          <w:jc w:val="center"/>
        </w:trPr>
        <w:tc>
          <w:tcPr>
            <w:tcW w:w="2972" w:type="dxa"/>
            <w:shd w:val="clear" w:color="auto" w:fill="auto"/>
          </w:tcPr>
          <w:p w14:paraId="42FFF8D1" w14:textId="696D9245" w:rsidR="003E3ECB" w:rsidRPr="00E062F1" w:rsidRDefault="003E3ECB" w:rsidP="006B3BD2">
            <w:pPr>
              <w:pStyle w:val="TAC"/>
            </w:pPr>
            <w:r w:rsidRPr="00E062F1">
              <w:rPr>
                <w:lang w:eastAsia="fi-FI"/>
              </w:rPr>
              <w:t>DC_7A_n257A</w:t>
            </w:r>
          </w:p>
          <w:p w14:paraId="70F93BAB" w14:textId="77777777" w:rsidR="003E3ECB" w:rsidRPr="00E062F1" w:rsidRDefault="003E3ECB" w:rsidP="006B3BD2">
            <w:pPr>
              <w:pStyle w:val="TAC"/>
              <w:rPr>
                <w:lang w:eastAsia="fi-FI"/>
              </w:rPr>
            </w:pPr>
            <w:r w:rsidRPr="00E062F1">
              <w:rPr>
                <w:lang w:eastAsia="fi-FI"/>
              </w:rPr>
              <w:t>DC_7A_n257D</w:t>
            </w:r>
          </w:p>
          <w:p w14:paraId="247315D8" w14:textId="77777777" w:rsidR="003E3ECB" w:rsidRPr="00E062F1" w:rsidRDefault="003E3ECB" w:rsidP="006B3BD2">
            <w:pPr>
              <w:pStyle w:val="TAC"/>
              <w:rPr>
                <w:lang w:eastAsia="fi-FI"/>
              </w:rPr>
            </w:pPr>
            <w:r w:rsidRPr="00E062F1">
              <w:rPr>
                <w:lang w:eastAsia="fi-FI"/>
              </w:rPr>
              <w:t>DC_7A_n257E</w:t>
            </w:r>
          </w:p>
          <w:p w14:paraId="6E19C9B8" w14:textId="77777777" w:rsidR="003E3ECB" w:rsidRPr="00E062F1" w:rsidRDefault="003E3ECB" w:rsidP="006B3BD2">
            <w:pPr>
              <w:pStyle w:val="TAC"/>
              <w:rPr>
                <w:lang w:eastAsia="fi-FI"/>
              </w:rPr>
            </w:pPr>
            <w:r w:rsidRPr="00E062F1">
              <w:rPr>
                <w:lang w:eastAsia="fi-FI"/>
              </w:rPr>
              <w:t>DC_7A_n257F</w:t>
            </w:r>
          </w:p>
          <w:p w14:paraId="6E5C9845" w14:textId="77777777" w:rsidR="003E3ECB" w:rsidRPr="00E062F1" w:rsidRDefault="003E3ECB" w:rsidP="006B3BD2">
            <w:pPr>
              <w:pStyle w:val="TAC"/>
              <w:rPr>
                <w:lang w:eastAsia="fi-FI"/>
              </w:rPr>
            </w:pPr>
            <w:r w:rsidRPr="00E062F1">
              <w:rPr>
                <w:lang w:eastAsia="fi-FI"/>
              </w:rPr>
              <w:t>DC_7A_n257G</w:t>
            </w:r>
          </w:p>
          <w:p w14:paraId="714A75CA" w14:textId="77777777" w:rsidR="003E3ECB" w:rsidRPr="00E062F1" w:rsidRDefault="003E3ECB" w:rsidP="006B3BD2">
            <w:pPr>
              <w:pStyle w:val="TAC"/>
              <w:rPr>
                <w:lang w:eastAsia="fi-FI"/>
              </w:rPr>
            </w:pPr>
            <w:r w:rsidRPr="00E062F1">
              <w:rPr>
                <w:lang w:eastAsia="fi-FI"/>
              </w:rPr>
              <w:t>DC_7A_n257H</w:t>
            </w:r>
          </w:p>
          <w:p w14:paraId="5095C7C9" w14:textId="77777777" w:rsidR="003E3ECB" w:rsidRPr="00E062F1" w:rsidRDefault="003E3ECB" w:rsidP="006B3BD2">
            <w:pPr>
              <w:pStyle w:val="TAC"/>
              <w:rPr>
                <w:lang w:eastAsia="fi-FI"/>
              </w:rPr>
            </w:pPr>
            <w:r w:rsidRPr="00E062F1">
              <w:rPr>
                <w:lang w:eastAsia="fi-FI"/>
              </w:rPr>
              <w:t>DC_7A_n257I</w:t>
            </w:r>
          </w:p>
          <w:p w14:paraId="1D1E382C" w14:textId="77777777" w:rsidR="003E3ECB" w:rsidRPr="00E062F1" w:rsidRDefault="003E3ECB" w:rsidP="006B3BD2">
            <w:pPr>
              <w:pStyle w:val="TAC"/>
              <w:rPr>
                <w:lang w:eastAsia="fi-FI"/>
              </w:rPr>
            </w:pPr>
            <w:r w:rsidRPr="00E062F1">
              <w:rPr>
                <w:lang w:eastAsia="fi-FI"/>
              </w:rPr>
              <w:t>DC_7A_n257J</w:t>
            </w:r>
          </w:p>
          <w:p w14:paraId="2B5DB4C5" w14:textId="77777777" w:rsidR="003E3ECB" w:rsidRPr="00E062F1" w:rsidRDefault="003E3ECB" w:rsidP="006B3BD2">
            <w:pPr>
              <w:pStyle w:val="TAC"/>
              <w:rPr>
                <w:lang w:eastAsia="fi-FI"/>
              </w:rPr>
            </w:pPr>
            <w:r w:rsidRPr="00E062F1">
              <w:rPr>
                <w:lang w:eastAsia="fi-FI"/>
              </w:rPr>
              <w:t>DC_7A_n257K</w:t>
            </w:r>
          </w:p>
          <w:p w14:paraId="44ECB9AA" w14:textId="77777777" w:rsidR="003E3ECB" w:rsidRPr="00E062F1" w:rsidRDefault="003E3ECB" w:rsidP="006B3BD2">
            <w:pPr>
              <w:pStyle w:val="TAC"/>
              <w:rPr>
                <w:lang w:eastAsia="fi-FI"/>
              </w:rPr>
            </w:pPr>
            <w:r w:rsidRPr="00E062F1">
              <w:rPr>
                <w:lang w:eastAsia="fi-FI"/>
              </w:rPr>
              <w:t>DC_7A_n257L</w:t>
            </w:r>
          </w:p>
          <w:p w14:paraId="7243F1D7" w14:textId="489B8F44" w:rsidR="003E3ECB" w:rsidRPr="00E062F1" w:rsidRDefault="003E3ECB" w:rsidP="006B3BD2">
            <w:pPr>
              <w:pStyle w:val="TAC"/>
              <w:rPr>
                <w:lang w:eastAsia="fi-FI"/>
              </w:rPr>
            </w:pPr>
            <w:r w:rsidRPr="00E062F1">
              <w:rPr>
                <w:lang w:eastAsia="fi-FI"/>
              </w:rPr>
              <w:t>DC_7A_n257M</w:t>
            </w:r>
          </w:p>
        </w:tc>
        <w:tc>
          <w:tcPr>
            <w:tcW w:w="2846" w:type="dxa"/>
          </w:tcPr>
          <w:p w14:paraId="33A1CC47" w14:textId="6D389DBD" w:rsidR="003E3ECB" w:rsidRPr="00E062F1" w:rsidRDefault="003E3ECB" w:rsidP="006B3BD2">
            <w:pPr>
              <w:pStyle w:val="TAC"/>
              <w:rPr>
                <w:lang w:eastAsia="fi-FI"/>
              </w:rPr>
            </w:pPr>
            <w:r w:rsidRPr="00E062F1">
              <w:rPr>
                <w:lang w:eastAsia="fi-FI"/>
              </w:rPr>
              <w:t>DC_7A_n257A</w:t>
            </w:r>
          </w:p>
        </w:tc>
      </w:tr>
      <w:tr w:rsidR="001F078B" w:rsidRPr="00E062F1" w14:paraId="7F976A82" w14:textId="77777777" w:rsidTr="006B3BD2">
        <w:trPr>
          <w:trHeight w:val="187"/>
          <w:jc w:val="center"/>
        </w:trPr>
        <w:tc>
          <w:tcPr>
            <w:tcW w:w="2972" w:type="dxa"/>
            <w:shd w:val="clear" w:color="auto" w:fill="auto"/>
          </w:tcPr>
          <w:p w14:paraId="7B6771C7" w14:textId="7FA79A86" w:rsidR="003E3ECB" w:rsidRPr="00E062F1" w:rsidRDefault="003E3ECB" w:rsidP="006B3BD2">
            <w:pPr>
              <w:pStyle w:val="TAC"/>
            </w:pPr>
            <w:r w:rsidRPr="00E062F1">
              <w:rPr>
                <w:noProof/>
                <w:lang w:eastAsia="zh-CN"/>
              </w:rPr>
              <w:t>DC_7A-7A_n257A</w:t>
            </w:r>
          </w:p>
          <w:p w14:paraId="4A84C738" w14:textId="77777777" w:rsidR="003E3ECB" w:rsidRPr="00E062F1" w:rsidRDefault="003E3ECB" w:rsidP="006B3BD2">
            <w:pPr>
              <w:pStyle w:val="TAC"/>
              <w:rPr>
                <w:noProof/>
                <w:lang w:eastAsia="zh-CN"/>
              </w:rPr>
            </w:pPr>
            <w:r w:rsidRPr="00E062F1">
              <w:rPr>
                <w:noProof/>
                <w:lang w:eastAsia="zh-CN"/>
              </w:rPr>
              <w:t>DC_7A-7A_n257D</w:t>
            </w:r>
          </w:p>
          <w:p w14:paraId="62DB86C9" w14:textId="77777777" w:rsidR="003E3ECB" w:rsidRPr="00E062F1" w:rsidRDefault="003E3ECB" w:rsidP="006B3BD2">
            <w:pPr>
              <w:pStyle w:val="TAC"/>
              <w:rPr>
                <w:noProof/>
                <w:lang w:eastAsia="zh-CN"/>
              </w:rPr>
            </w:pPr>
            <w:r w:rsidRPr="00E062F1">
              <w:rPr>
                <w:noProof/>
                <w:lang w:eastAsia="zh-CN"/>
              </w:rPr>
              <w:t>DC_7A-7A_n257E</w:t>
            </w:r>
          </w:p>
          <w:p w14:paraId="1ACEA5E3" w14:textId="77777777" w:rsidR="003E3ECB" w:rsidRPr="00E062F1" w:rsidRDefault="003E3ECB" w:rsidP="006B3BD2">
            <w:pPr>
              <w:pStyle w:val="TAC"/>
              <w:rPr>
                <w:noProof/>
                <w:lang w:eastAsia="zh-CN"/>
              </w:rPr>
            </w:pPr>
            <w:r w:rsidRPr="00E062F1">
              <w:rPr>
                <w:noProof/>
                <w:lang w:eastAsia="zh-CN"/>
              </w:rPr>
              <w:t>DC_7A-7A_n257F</w:t>
            </w:r>
          </w:p>
          <w:p w14:paraId="04BEB947" w14:textId="77777777" w:rsidR="003E3ECB" w:rsidRPr="00E062F1" w:rsidRDefault="003E3ECB" w:rsidP="006B3BD2">
            <w:pPr>
              <w:pStyle w:val="TAC"/>
              <w:rPr>
                <w:noProof/>
                <w:lang w:eastAsia="zh-CN"/>
              </w:rPr>
            </w:pPr>
            <w:r w:rsidRPr="00E062F1">
              <w:rPr>
                <w:noProof/>
                <w:lang w:eastAsia="zh-CN"/>
              </w:rPr>
              <w:t>DC_7A-7A_n257G</w:t>
            </w:r>
          </w:p>
          <w:p w14:paraId="23D69B08" w14:textId="77777777" w:rsidR="003E3ECB" w:rsidRPr="00E062F1" w:rsidRDefault="003E3ECB" w:rsidP="006B3BD2">
            <w:pPr>
              <w:pStyle w:val="TAC"/>
              <w:rPr>
                <w:noProof/>
                <w:lang w:eastAsia="zh-CN"/>
              </w:rPr>
            </w:pPr>
            <w:r w:rsidRPr="00E062F1">
              <w:rPr>
                <w:noProof/>
                <w:lang w:eastAsia="zh-CN"/>
              </w:rPr>
              <w:t>DC_7A-7A_n257H</w:t>
            </w:r>
          </w:p>
          <w:p w14:paraId="7B064B42" w14:textId="77777777" w:rsidR="003E3ECB" w:rsidRPr="00E062F1" w:rsidRDefault="003E3ECB" w:rsidP="006B3BD2">
            <w:pPr>
              <w:pStyle w:val="TAC"/>
              <w:rPr>
                <w:noProof/>
                <w:lang w:eastAsia="zh-CN"/>
              </w:rPr>
            </w:pPr>
            <w:r w:rsidRPr="00E062F1">
              <w:rPr>
                <w:noProof/>
                <w:lang w:eastAsia="zh-CN"/>
              </w:rPr>
              <w:t>DC_7A-7A_n257I</w:t>
            </w:r>
          </w:p>
          <w:p w14:paraId="3B821C83" w14:textId="77777777" w:rsidR="003E3ECB" w:rsidRPr="00E062F1" w:rsidRDefault="003E3ECB" w:rsidP="006B3BD2">
            <w:pPr>
              <w:pStyle w:val="TAC"/>
              <w:rPr>
                <w:noProof/>
                <w:lang w:eastAsia="zh-CN"/>
              </w:rPr>
            </w:pPr>
            <w:r w:rsidRPr="00E062F1">
              <w:rPr>
                <w:noProof/>
                <w:lang w:eastAsia="zh-CN"/>
              </w:rPr>
              <w:t>DC_7A-7A_n257J</w:t>
            </w:r>
          </w:p>
          <w:p w14:paraId="098C990C" w14:textId="77777777" w:rsidR="003E3ECB" w:rsidRPr="00E062F1" w:rsidRDefault="003E3ECB" w:rsidP="006B3BD2">
            <w:pPr>
              <w:pStyle w:val="TAC"/>
              <w:rPr>
                <w:noProof/>
                <w:lang w:eastAsia="zh-CN"/>
              </w:rPr>
            </w:pPr>
            <w:r w:rsidRPr="00E062F1">
              <w:rPr>
                <w:noProof/>
                <w:lang w:eastAsia="zh-CN"/>
              </w:rPr>
              <w:t>DC_7A-7A_n257K</w:t>
            </w:r>
          </w:p>
          <w:p w14:paraId="71D81176" w14:textId="77777777" w:rsidR="003E3ECB" w:rsidRPr="00E062F1" w:rsidRDefault="003E3ECB" w:rsidP="006B3BD2">
            <w:pPr>
              <w:pStyle w:val="TAC"/>
              <w:rPr>
                <w:noProof/>
                <w:lang w:eastAsia="zh-CN"/>
              </w:rPr>
            </w:pPr>
            <w:r w:rsidRPr="00E062F1">
              <w:rPr>
                <w:noProof/>
                <w:lang w:eastAsia="zh-CN"/>
              </w:rPr>
              <w:t>DC_7A-7A_n257L</w:t>
            </w:r>
          </w:p>
          <w:p w14:paraId="1F0942BC" w14:textId="0922CD3D" w:rsidR="003E3ECB" w:rsidRPr="00E062F1" w:rsidRDefault="003E3ECB" w:rsidP="006B3BD2">
            <w:pPr>
              <w:pStyle w:val="TAC"/>
              <w:rPr>
                <w:lang w:eastAsia="fi-FI"/>
              </w:rPr>
            </w:pPr>
            <w:r w:rsidRPr="00E062F1">
              <w:rPr>
                <w:noProof/>
                <w:lang w:eastAsia="zh-CN"/>
              </w:rPr>
              <w:t>DC_7A-7A_n257M</w:t>
            </w:r>
          </w:p>
        </w:tc>
        <w:tc>
          <w:tcPr>
            <w:tcW w:w="2846" w:type="dxa"/>
          </w:tcPr>
          <w:p w14:paraId="4151F100" w14:textId="4937FBCC" w:rsidR="003E3ECB" w:rsidRPr="00E062F1" w:rsidRDefault="003E3ECB" w:rsidP="006B3BD2">
            <w:pPr>
              <w:pStyle w:val="TAC"/>
              <w:rPr>
                <w:lang w:eastAsia="fi-FI"/>
              </w:rPr>
            </w:pPr>
            <w:r w:rsidRPr="00E062F1">
              <w:rPr>
                <w:noProof/>
                <w:lang w:eastAsia="zh-CN"/>
              </w:rPr>
              <w:t>DC_7A_n257A</w:t>
            </w:r>
          </w:p>
        </w:tc>
      </w:tr>
      <w:tr w:rsidR="00CC6D2A" w:rsidRPr="00E062F1" w14:paraId="154D6FAF" w14:textId="77777777" w:rsidTr="006B3BD2">
        <w:trPr>
          <w:trHeight w:val="187"/>
          <w:jc w:val="center"/>
        </w:trPr>
        <w:tc>
          <w:tcPr>
            <w:tcW w:w="2972" w:type="dxa"/>
            <w:shd w:val="clear" w:color="auto" w:fill="auto"/>
          </w:tcPr>
          <w:p w14:paraId="6841CB88" w14:textId="77777777" w:rsidR="006B60BF" w:rsidRPr="006B3BD2" w:rsidRDefault="006B60BF" w:rsidP="006B3BD2">
            <w:pPr>
              <w:pStyle w:val="TAC"/>
            </w:pPr>
            <w:r w:rsidRPr="006B3BD2">
              <w:lastRenderedPageBreak/>
              <w:t>DC_7A_n258A</w:t>
            </w:r>
          </w:p>
          <w:p w14:paraId="3F2A1F2F" w14:textId="77777777" w:rsidR="006B60BF" w:rsidRPr="006B3BD2" w:rsidRDefault="006B60BF" w:rsidP="006B3BD2">
            <w:pPr>
              <w:pStyle w:val="TAC"/>
              <w:rPr>
                <w:lang w:eastAsia="fi-FI"/>
              </w:rPr>
            </w:pPr>
            <w:r w:rsidRPr="006B3BD2">
              <w:rPr>
                <w:lang w:eastAsia="fi-FI"/>
              </w:rPr>
              <w:t>DC_7A_n258B</w:t>
            </w:r>
          </w:p>
          <w:p w14:paraId="4DFB34CD" w14:textId="77777777" w:rsidR="006B60BF" w:rsidRPr="006B3BD2" w:rsidRDefault="006B60BF" w:rsidP="006B3BD2">
            <w:pPr>
              <w:pStyle w:val="TAC"/>
              <w:rPr>
                <w:lang w:eastAsia="fi-FI"/>
              </w:rPr>
            </w:pPr>
            <w:r w:rsidRPr="006B3BD2">
              <w:rPr>
                <w:lang w:eastAsia="fi-FI"/>
              </w:rPr>
              <w:t>DC_7A_n258C</w:t>
            </w:r>
          </w:p>
          <w:p w14:paraId="39257770" w14:textId="77777777" w:rsidR="006B60BF" w:rsidRPr="006B3BD2" w:rsidRDefault="006B60BF" w:rsidP="006B3BD2">
            <w:pPr>
              <w:pStyle w:val="TAC"/>
              <w:rPr>
                <w:lang w:eastAsia="fi-FI"/>
              </w:rPr>
            </w:pPr>
            <w:r w:rsidRPr="006B3BD2">
              <w:rPr>
                <w:lang w:eastAsia="fi-FI"/>
              </w:rPr>
              <w:t>DC_7A_n258D</w:t>
            </w:r>
          </w:p>
          <w:p w14:paraId="6D63CACB" w14:textId="77777777" w:rsidR="006B60BF" w:rsidRPr="006B3BD2" w:rsidRDefault="006B60BF" w:rsidP="006B3BD2">
            <w:pPr>
              <w:pStyle w:val="TAC"/>
              <w:rPr>
                <w:lang w:eastAsia="fi-FI"/>
              </w:rPr>
            </w:pPr>
            <w:r w:rsidRPr="006B3BD2">
              <w:rPr>
                <w:lang w:eastAsia="fi-FI"/>
              </w:rPr>
              <w:t>DC_7A_n258E</w:t>
            </w:r>
          </w:p>
          <w:p w14:paraId="2867B60C" w14:textId="77777777" w:rsidR="006B60BF" w:rsidRPr="006B3BD2" w:rsidRDefault="006B60BF" w:rsidP="006B3BD2">
            <w:pPr>
              <w:pStyle w:val="TAC"/>
              <w:rPr>
                <w:lang w:eastAsia="fi-FI"/>
              </w:rPr>
            </w:pPr>
            <w:r w:rsidRPr="006B3BD2">
              <w:rPr>
                <w:lang w:eastAsia="fi-FI"/>
              </w:rPr>
              <w:t>DC_7A_n258F</w:t>
            </w:r>
          </w:p>
          <w:p w14:paraId="2DBFBE35" w14:textId="77777777" w:rsidR="006B60BF" w:rsidRPr="006B3BD2" w:rsidRDefault="006B60BF" w:rsidP="006B3BD2">
            <w:pPr>
              <w:pStyle w:val="TAC"/>
              <w:rPr>
                <w:lang w:eastAsia="fi-FI"/>
              </w:rPr>
            </w:pPr>
            <w:r w:rsidRPr="006B3BD2">
              <w:rPr>
                <w:lang w:eastAsia="fi-FI"/>
              </w:rPr>
              <w:t>DC_7A_n258G</w:t>
            </w:r>
          </w:p>
          <w:p w14:paraId="2FF0B48C" w14:textId="77777777" w:rsidR="006B60BF" w:rsidRPr="006B3BD2" w:rsidRDefault="006B60BF" w:rsidP="006B3BD2">
            <w:pPr>
              <w:pStyle w:val="TAC"/>
              <w:rPr>
                <w:lang w:eastAsia="fi-FI"/>
              </w:rPr>
            </w:pPr>
            <w:r w:rsidRPr="006B3BD2">
              <w:rPr>
                <w:lang w:eastAsia="fi-FI"/>
              </w:rPr>
              <w:t>DC_7A_n258H</w:t>
            </w:r>
          </w:p>
          <w:p w14:paraId="404B28AA" w14:textId="77777777" w:rsidR="006B60BF" w:rsidRPr="006B3BD2" w:rsidRDefault="006B60BF" w:rsidP="006B3BD2">
            <w:pPr>
              <w:pStyle w:val="TAC"/>
              <w:rPr>
                <w:lang w:eastAsia="fi-FI"/>
              </w:rPr>
            </w:pPr>
            <w:r w:rsidRPr="006B3BD2">
              <w:rPr>
                <w:lang w:eastAsia="fi-FI"/>
              </w:rPr>
              <w:t>DC_7A_n258I</w:t>
            </w:r>
          </w:p>
          <w:p w14:paraId="1E63D861" w14:textId="77777777" w:rsidR="006B60BF" w:rsidRPr="006B3BD2" w:rsidRDefault="006B60BF" w:rsidP="006B3BD2">
            <w:pPr>
              <w:pStyle w:val="TAC"/>
              <w:rPr>
                <w:lang w:eastAsia="fi-FI"/>
              </w:rPr>
            </w:pPr>
            <w:r w:rsidRPr="006B3BD2">
              <w:rPr>
                <w:lang w:eastAsia="fi-FI"/>
              </w:rPr>
              <w:t>DC_7A_n258J</w:t>
            </w:r>
          </w:p>
          <w:p w14:paraId="7770B3D0" w14:textId="77777777" w:rsidR="006B60BF" w:rsidRPr="006B3BD2" w:rsidRDefault="006B60BF" w:rsidP="006B3BD2">
            <w:pPr>
              <w:pStyle w:val="TAC"/>
              <w:rPr>
                <w:lang w:eastAsia="fi-FI"/>
              </w:rPr>
            </w:pPr>
            <w:r w:rsidRPr="006B3BD2">
              <w:rPr>
                <w:lang w:eastAsia="fi-FI"/>
              </w:rPr>
              <w:t>DC_7A_n258K</w:t>
            </w:r>
          </w:p>
          <w:p w14:paraId="39AF23B4" w14:textId="77777777" w:rsidR="006B60BF" w:rsidRPr="006B3BD2" w:rsidRDefault="006B60BF" w:rsidP="006B3BD2">
            <w:pPr>
              <w:pStyle w:val="TAC"/>
              <w:rPr>
                <w:lang w:eastAsia="fi-FI"/>
              </w:rPr>
            </w:pPr>
            <w:r w:rsidRPr="006B3BD2">
              <w:rPr>
                <w:lang w:eastAsia="fi-FI"/>
              </w:rPr>
              <w:t>DC_7A_n258L</w:t>
            </w:r>
          </w:p>
          <w:p w14:paraId="0EF99506" w14:textId="77777777" w:rsidR="006B60BF" w:rsidRPr="006B3BD2" w:rsidRDefault="006B60BF" w:rsidP="006B3BD2">
            <w:pPr>
              <w:pStyle w:val="TAC"/>
              <w:rPr>
                <w:lang w:eastAsia="zh-TW"/>
              </w:rPr>
            </w:pPr>
            <w:r w:rsidRPr="006B3BD2">
              <w:rPr>
                <w:lang w:eastAsia="fi-FI"/>
              </w:rPr>
              <w:t>DC_7A_n258M</w:t>
            </w:r>
          </w:p>
          <w:p w14:paraId="17D6B87C" w14:textId="77777777" w:rsidR="006B60BF" w:rsidRPr="006B3BD2" w:rsidRDefault="006B60BF" w:rsidP="006B3BD2">
            <w:pPr>
              <w:pStyle w:val="TAC"/>
              <w:rPr>
                <w:lang w:eastAsia="fi-FI"/>
              </w:rPr>
            </w:pPr>
            <w:r w:rsidRPr="006B3BD2">
              <w:rPr>
                <w:lang w:eastAsia="fi-FI"/>
              </w:rPr>
              <w:t>DC_7C_n258A</w:t>
            </w:r>
          </w:p>
          <w:p w14:paraId="23703475" w14:textId="77777777" w:rsidR="006B60BF" w:rsidRPr="006B3BD2" w:rsidRDefault="006B60BF" w:rsidP="006B3BD2">
            <w:pPr>
              <w:pStyle w:val="TAC"/>
              <w:rPr>
                <w:lang w:eastAsia="fi-FI"/>
              </w:rPr>
            </w:pPr>
            <w:r w:rsidRPr="006B3BD2">
              <w:rPr>
                <w:lang w:eastAsia="fi-FI"/>
              </w:rPr>
              <w:t>DC_7C_n258B</w:t>
            </w:r>
          </w:p>
          <w:p w14:paraId="229923F4" w14:textId="0D2438BB" w:rsidR="006B60BF" w:rsidRPr="006B3BD2" w:rsidRDefault="006B60BF" w:rsidP="006B3BD2">
            <w:pPr>
              <w:pStyle w:val="TAC"/>
              <w:rPr>
                <w:lang w:val="sv-FI" w:eastAsia="fi-FI"/>
              </w:rPr>
            </w:pPr>
            <w:r w:rsidRPr="006B3BD2">
              <w:rPr>
                <w:lang w:val="sv-FI" w:eastAsia="fi-FI"/>
              </w:rPr>
              <w:t>DC_7C_n258C</w:t>
            </w:r>
          </w:p>
          <w:p w14:paraId="68050B00" w14:textId="77777777" w:rsidR="006B60BF" w:rsidRPr="006B3BD2" w:rsidRDefault="006B60BF" w:rsidP="006B3BD2">
            <w:pPr>
              <w:pStyle w:val="TAC"/>
              <w:rPr>
                <w:lang w:val="sv-FI" w:eastAsia="fi-FI"/>
              </w:rPr>
            </w:pPr>
            <w:r w:rsidRPr="006B3BD2">
              <w:rPr>
                <w:lang w:val="sv-FI" w:eastAsia="fi-FI"/>
              </w:rPr>
              <w:t>DC_7C_n258D</w:t>
            </w:r>
          </w:p>
          <w:p w14:paraId="2483E428" w14:textId="77777777" w:rsidR="006B60BF" w:rsidRPr="006B3BD2" w:rsidRDefault="006B60BF" w:rsidP="006B3BD2">
            <w:pPr>
              <w:pStyle w:val="TAC"/>
              <w:rPr>
                <w:lang w:val="sv-FI" w:eastAsia="fi-FI"/>
              </w:rPr>
            </w:pPr>
            <w:r w:rsidRPr="006B3BD2">
              <w:rPr>
                <w:lang w:val="sv-FI" w:eastAsia="fi-FI"/>
              </w:rPr>
              <w:t>DC_7C_n258E</w:t>
            </w:r>
          </w:p>
          <w:p w14:paraId="72D48E3F" w14:textId="77777777" w:rsidR="006B60BF" w:rsidRPr="006B3BD2" w:rsidRDefault="006B60BF" w:rsidP="006B3BD2">
            <w:pPr>
              <w:pStyle w:val="TAC"/>
              <w:rPr>
                <w:lang w:val="sv-FI" w:eastAsia="fi-FI"/>
              </w:rPr>
            </w:pPr>
            <w:r w:rsidRPr="006B3BD2">
              <w:rPr>
                <w:lang w:val="sv-FI" w:eastAsia="fi-FI"/>
              </w:rPr>
              <w:t>DC_7C_n258F</w:t>
            </w:r>
          </w:p>
          <w:p w14:paraId="5F61FE2C" w14:textId="41A12232" w:rsidR="006B60BF" w:rsidRPr="006B3BD2" w:rsidRDefault="006B60BF" w:rsidP="006B3BD2">
            <w:pPr>
              <w:pStyle w:val="TAC"/>
              <w:rPr>
                <w:lang w:val="sv-FI" w:eastAsia="fi-FI"/>
              </w:rPr>
            </w:pPr>
            <w:r w:rsidRPr="006B3BD2">
              <w:rPr>
                <w:lang w:val="sv-FI" w:eastAsia="fi-FI"/>
              </w:rPr>
              <w:t>DC_7C_n258G</w:t>
            </w:r>
          </w:p>
          <w:p w14:paraId="4D60BE6B" w14:textId="5DA99DD9" w:rsidR="006B60BF" w:rsidRPr="006B3BD2" w:rsidRDefault="006B60BF" w:rsidP="006B3BD2">
            <w:pPr>
              <w:pStyle w:val="TAC"/>
              <w:rPr>
                <w:lang w:val="sv-FI" w:eastAsia="fi-FI"/>
              </w:rPr>
            </w:pPr>
            <w:r w:rsidRPr="006B3BD2">
              <w:rPr>
                <w:lang w:val="sv-FI" w:eastAsia="fi-FI"/>
              </w:rPr>
              <w:t>DC_7C_n258H</w:t>
            </w:r>
          </w:p>
          <w:p w14:paraId="1375DFF2" w14:textId="77777777" w:rsidR="006B60BF" w:rsidRPr="006B3BD2" w:rsidRDefault="006B60BF" w:rsidP="006B3BD2">
            <w:pPr>
              <w:pStyle w:val="TAC"/>
              <w:rPr>
                <w:lang w:val="sv-FI" w:eastAsia="fi-FI"/>
              </w:rPr>
            </w:pPr>
            <w:r w:rsidRPr="006B3BD2">
              <w:rPr>
                <w:lang w:val="sv-FI" w:eastAsia="fi-FI"/>
              </w:rPr>
              <w:t>DC_7C_n258I</w:t>
            </w:r>
          </w:p>
          <w:p w14:paraId="2C1D0EEC" w14:textId="77777777" w:rsidR="006B60BF" w:rsidRPr="006B3BD2" w:rsidRDefault="006B60BF" w:rsidP="006B3BD2">
            <w:pPr>
              <w:pStyle w:val="TAC"/>
              <w:rPr>
                <w:lang w:val="sv-FI" w:eastAsia="fi-FI"/>
              </w:rPr>
            </w:pPr>
            <w:r w:rsidRPr="006B3BD2">
              <w:rPr>
                <w:lang w:val="sv-FI" w:eastAsia="fi-FI"/>
              </w:rPr>
              <w:t>DC_7C_n258J</w:t>
            </w:r>
          </w:p>
          <w:p w14:paraId="71D23C90" w14:textId="77777777" w:rsidR="006B60BF" w:rsidRPr="006B3BD2" w:rsidRDefault="006B60BF" w:rsidP="006B3BD2">
            <w:pPr>
              <w:pStyle w:val="TAC"/>
              <w:rPr>
                <w:lang w:val="sv-FI" w:eastAsia="fi-FI"/>
              </w:rPr>
            </w:pPr>
            <w:r w:rsidRPr="006B3BD2">
              <w:rPr>
                <w:lang w:val="sv-FI" w:eastAsia="fi-FI"/>
              </w:rPr>
              <w:t>DC_7C_n258K</w:t>
            </w:r>
          </w:p>
          <w:p w14:paraId="296A4F6F" w14:textId="77777777" w:rsidR="006B60BF" w:rsidRPr="00C25B7D" w:rsidRDefault="006B60BF" w:rsidP="006B3BD2">
            <w:pPr>
              <w:pStyle w:val="TAC"/>
              <w:rPr>
                <w:lang w:val="sv-FI" w:eastAsia="fi-FI"/>
              </w:rPr>
            </w:pPr>
            <w:r w:rsidRPr="00C25B7D">
              <w:rPr>
                <w:lang w:val="sv-FI" w:eastAsia="fi-FI"/>
              </w:rPr>
              <w:t>DC_7C_n258L</w:t>
            </w:r>
          </w:p>
          <w:p w14:paraId="6EDDF170" w14:textId="6E76172F" w:rsidR="00CC6D2A" w:rsidRPr="006B3BD2" w:rsidRDefault="006B60BF" w:rsidP="006B3BD2">
            <w:pPr>
              <w:pStyle w:val="TAC"/>
              <w:rPr>
                <w:lang w:eastAsia="fi-FI"/>
              </w:rPr>
            </w:pPr>
            <w:r w:rsidRPr="006B3BD2">
              <w:rPr>
                <w:lang w:eastAsia="fi-FI"/>
              </w:rPr>
              <w:t>DC_7C_n258M</w:t>
            </w:r>
          </w:p>
        </w:tc>
        <w:tc>
          <w:tcPr>
            <w:tcW w:w="2846" w:type="dxa"/>
          </w:tcPr>
          <w:p w14:paraId="5D40432C" w14:textId="77777777" w:rsidR="00CC6D2A" w:rsidRPr="006B3BD2" w:rsidRDefault="00CC6D2A" w:rsidP="006B3BD2">
            <w:pPr>
              <w:pStyle w:val="TAC"/>
              <w:rPr>
                <w:lang w:eastAsia="zh-TW"/>
              </w:rPr>
            </w:pPr>
            <w:r w:rsidRPr="006B3BD2">
              <w:t>DC_7A_n258A</w:t>
            </w:r>
          </w:p>
          <w:p w14:paraId="055DE9CC" w14:textId="77777777" w:rsidR="00CC6D2A" w:rsidRPr="006B3BD2" w:rsidRDefault="00CC6D2A" w:rsidP="006B3BD2">
            <w:pPr>
              <w:pStyle w:val="TAC"/>
              <w:rPr>
                <w:lang w:eastAsia="fi-FI"/>
              </w:rPr>
            </w:pPr>
            <w:r w:rsidRPr="006B3BD2">
              <w:rPr>
                <w:lang w:eastAsia="fi-FI"/>
              </w:rPr>
              <w:t>DC_7A_n258B</w:t>
            </w:r>
          </w:p>
          <w:p w14:paraId="7EDEDF6B" w14:textId="77777777" w:rsidR="00CC6D2A" w:rsidRPr="006B3BD2" w:rsidRDefault="00CC6D2A" w:rsidP="006B3BD2">
            <w:pPr>
              <w:pStyle w:val="TAC"/>
              <w:rPr>
                <w:lang w:eastAsia="fi-FI"/>
              </w:rPr>
            </w:pPr>
            <w:r w:rsidRPr="006B3BD2">
              <w:rPr>
                <w:lang w:eastAsia="fi-FI"/>
              </w:rPr>
              <w:t>DC_7A_n258C</w:t>
            </w:r>
          </w:p>
          <w:p w14:paraId="472E016F" w14:textId="77777777" w:rsidR="00CC6D2A" w:rsidRPr="006B3BD2" w:rsidRDefault="00CC6D2A" w:rsidP="006B3BD2">
            <w:pPr>
              <w:pStyle w:val="TAC"/>
              <w:rPr>
                <w:lang w:eastAsia="fi-FI"/>
              </w:rPr>
            </w:pPr>
            <w:r w:rsidRPr="006B3BD2">
              <w:rPr>
                <w:lang w:eastAsia="fi-FI"/>
              </w:rPr>
              <w:t>DC_7A_n258D</w:t>
            </w:r>
          </w:p>
          <w:p w14:paraId="4AF9D903" w14:textId="77777777" w:rsidR="00CC6D2A" w:rsidRPr="006B3BD2" w:rsidRDefault="00CC6D2A" w:rsidP="006B3BD2">
            <w:pPr>
              <w:pStyle w:val="TAC"/>
              <w:rPr>
                <w:lang w:eastAsia="fi-FI"/>
              </w:rPr>
            </w:pPr>
            <w:r w:rsidRPr="006B3BD2">
              <w:rPr>
                <w:lang w:eastAsia="fi-FI"/>
              </w:rPr>
              <w:t>DC_7A_n258E</w:t>
            </w:r>
          </w:p>
          <w:p w14:paraId="6E073230" w14:textId="77777777" w:rsidR="00CC6D2A" w:rsidRPr="006B3BD2" w:rsidRDefault="00CC6D2A" w:rsidP="006B3BD2">
            <w:pPr>
              <w:pStyle w:val="TAC"/>
              <w:rPr>
                <w:lang w:eastAsia="fi-FI"/>
              </w:rPr>
            </w:pPr>
            <w:r w:rsidRPr="006B3BD2">
              <w:rPr>
                <w:lang w:eastAsia="fi-FI"/>
              </w:rPr>
              <w:t>DC_7A_n258F</w:t>
            </w:r>
          </w:p>
          <w:p w14:paraId="251D3D12" w14:textId="77777777" w:rsidR="00CC6D2A" w:rsidRPr="006B3BD2" w:rsidRDefault="00CC6D2A" w:rsidP="006B3BD2">
            <w:pPr>
              <w:pStyle w:val="TAC"/>
              <w:rPr>
                <w:lang w:eastAsia="fi-FI"/>
              </w:rPr>
            </w:pPr>
            <w:r w:rsidRPr="006B3BD2">
              <w:rPr>
                <w:lang w:eastAsia="fi-FI"/>
              </w:rPr>
              <w:t>DC_7A_n258G</w:t>
            </w:r>
          </w:p>
          <w:p w14:paraId="6DBCA916" w14:textId="77777777" w:rsidR="00CC6D2A" w:rsidRPr="006B3BD2" w:rsidRDefault="00CC6D2A" w:rsidP="006B3BD2">
            <w:pPr>
              <w:pStyle w:val="TAC"/>
              <w:rPr>
                <w:lang w:eastAsia="fi-FI"/>
              </w:rPr>
            </w:pPr>
            <w:r w:rsidRPr="006B3BD2">
              <w:rPr>
                <w:lang w:eastAsia="fi-FI"/>
              </w:rPr>
              <w:t>DC_7A_n258H</w:t>
            </w:r>
          </w:p>
          <w:p w14:paraId="79AFB11E" w14:textId="77777777" w:rsidR="00CC6D2A" w:rsidRPr="006B3BD2" w:rsidRDefault="00CC6D2A" w:rsidP="006B3BD2">
            <w:pPr>
              <w:pStyle w:val="TAC"/>
              <w:rPr>
                <w:lang w:eastAsia="fi-FI"/>
              </w:rPr>
            </w:pPr>
            <w:r w:rsidRPr="006B3BD2">
              <w:rPr>
                <w:lang w:eastAsia="fi-FI"/>
              </w:rPr>
              <w:t>DC_7A_n258I</w:t>
            </w:r>
          </w:p>
          <w:p w14:paraId="642ABD1D" w14:textId="77777777" w:rsidR="00CC6D2A" w:rsidRPr="006B3BD2" w:rsidRDefault="00CC6D2A" w:rsidP="006B3BD2">
            <w:pPr>
              <w:pStyle w:val="TAC"/>
              <w:rPr>
                <w:lang w:eastAsia="fi-FI"/>
              </w:rPr>
            </w:pPr>
            <w:r w:rsidRPr="006B3BD2">
              <w:rPr>
                <w:lang w:eastAsia="fi-FI"/>
              </w:rPr>
              <w:t>DC_7A_n258J</w:t>
            </w:r>
          </w:p>
          <w:p w14:paraId="56A5ED0E" w14:textId="77777777" w:rsidR="00CC6D2A" w:rsidRPr="006B3BD2" w:rsidRDefault="00CC6D2A" w:rsidP="006B3BD2">
            <w:pPr>
              <w:pStyle w:val="TAC"/>
              <w:rPr>
                <w:lang w:eastAsia="fi-FI"/>
              </w:rPr>
            </w:pPr>
            <w:r w:rsidRPr="006B3BD2">
              <w:rPr>
                <w:lang w:eastAsia="fi-FI"/>
              </w:rPr>
              <w:t>DC_7A_n258K</w:t>
            </w:r>
          </w:p>
          <w:p w14:paraId="36842507" w14:textId="77777777" w:rsidR="00CC6D2A" w:rsidRPr="006B3BD2" w:rsidRDefault="00CC6D2A" w:rsidP="006B3BD2">
            <w:pPr>
              <w:pStyle w:val="TAC"/>
              <w:rPr>
                <w:lang w:eastAsia="fi-FI"/>
              </w:rPr>
            </w:pPr>
            <w:r w:rsidRPr="006B3BD2">
              <w:rPr>
                <w:lang w:eastAsia="fi-FI"/>
              </w:rPr>
              <w:t>DC_7A_n258L</w:t>
            </w:r>
          </w:p>
          <w:p w14:paraId="068D4973" w14:textId="77777777" w:rsidR="00CC6D2A" w:rsidRPr="006B3BD2" w:rsidRDefault="00CC6D2A" w:rsidP="006B3BD2">
            <w:pPr>
              <w:pStyle w:val="TAC"/>
              <w:rPr>
                <w:lang w:eastAsia="fi-FI"/>
              </w:rPr>
            </w:pPr>
            <w:r w:rsidRPr="006B3BD2">
              <w:rPr>
                <w:lang w:eastAsia="fi-FI"/>
              </w:rPr>
              <w:t>DC_7A_n258M</w:t>
            </w:r>
          </w:p>
          <w:p w14:paraId="75477453" w14:textId="77777777" w:rsidR="00CC6D2A" w:rsidRPr="006B3BD2" w:rsidRDefault="00CC6D2A" w:rsidP="006B3BD2">
            <w:pPr>
              <w:pStyle w:val="TAC"/>
              <w:rPr>
                <w:lang w:eastAsia="fi-FI"/>
              </w:rPr>
            </w:pPr>
            <w:r w:rsidRPr="006B3BD2">
              <w:rPr>
                <w:lang w:eastAsia="fi-FI"/>
              </w:rPr>
              <w:t>DC_7C_n258A</w:t>
            </w:r>
          </w:p>
          <w:p w14:paraId="51469328" w14:textId="77777777" w:rsidR="00CC6D2A" w:rsidRPr="006B3BD2" w:rsidRDefault="00CC6D2A" w:rsidP="006B3BD2">
            <w:pPr>
              <w:pStyle w:val="TAC"/>
              <w:rPr>
                <w:lang w:eastAsia="fi-FI"/>
              </w:rPr>
            </w:pPr>
            <w:r w:rsidRPr="006B3BD2">
              <w:rPr>
                <w:lang w:eastAsia="fi-FI"/>
              </w:rPr>
              <w:t>DC_7C_n258B</w:t>
            </w:r>
          </w:p>
          <w:p w14:paraId="1B883AE1" w14:textId="6ECE848E" w:rsidR="00CC6D2A" w:rsidRPr="006B3BD2" w:rsidRDefault="00CC6D2A" w:rsidP="006B3BD2">
            <w:pPr>
              <w:pStyle w:val="TAC"/>
              <w:rPr>
                <w:lang w:val="sv-FI" w:eastAsia="fi-FI"/>
              </w:rPr>
            </w:pPr>
            <w:r w:rsidRPr="006B3BD2">
              <w:rPr>
                <w:lang w:val="sv-FI" w:eastAsia="fi-FI"/>
              </w:rPr>
              <w:t>DC_7C_n258C</w:t>
            </w:r>
          </w:p>
          <w:p w14:paraId="544778F1" w14:textId="77777777" w:rsidR="00CC6D2A" w:rsidRPr="006B3BD2" w:rsidRDefault="00CC6D2A" w:rsidP="006B3BD2">
            <w:pPr>
              <w:pStyle w:val="TAC"/>
              <w:rPr>
                <w:lang w:val="sv-FI" w:eastAsia="fi-FI"/>
              </w:rPr>
            </w:pPr>
            <w:r w:rsidRPr="006B3BD2">
              <w:rPr>
                <w:lang w:val="sv-FI" w:eastAsia="fi-FI"/>
              </w:rPr>
              <w:t>DC_7C_n258D</w:t>
            </w:r>
          </w:p>
          <w:p w14:paraId="54F7A006" w14:textId="77777777" w:rsidR="00CC6D2A" w:rsidRPr="006B3BD2" w:rsidRDefault="00CC6D2A" w:rsidP="006B3BD2">
            <w:pPr>
              <w:pStyle w:val="TAC"/>
              <w:rPr>
                <w:lang w:val="sv-FI" w:eastAsia="fi-FI"/>
              </w:rPr>
            </w:pPr>
            <w:r w:rsidRPr="006B3BD2">
              <w:rPr>
                <w:lang w:val="sv-FI" w:eastAsia="fi-FI"/>
              </w:rPr>
              <w:t>DC_7C_n258E</w:t>
            </w:r>
          </w:p>
          <w:p w14:paraId="3AC2E44A" w14:textId="77777777" w:rsidR="00CC6D2A" w:rsidRPr="006B3BD2" w:rsidRDefault="00CC6D2A" w:rsidP="006B3BD2">
            <w:pPr>
              <w:pStyle w:val="TAC"/>
              <w:rPr>
                <w:lang w:val="sv-FI" w:eastAsia="fi-FI"/>
              </w:rPr>
            </w:pPr>
            <w:r w:rsidRPr="006B3BD2">
              <w:rPr>
                <w:lang w:val="sv-FI" w:eastAsia="fi-FI"/>
              </w:rPr>
              <w:t>DC_7C_n258F</w:t>
            </w:r>
          </w:p>
          <w:p w14:paraId="61BCCA1D" w14:textId="77777777" w:rsidR="00CC6D2A" w:rsidRPr="006B3BD2" w:rsidRDefault="00CC6D2A" w:rsidP="006B3BD2">
            <w:pPr>
              <w:pStyle w:val="TAC"/>
              <w:rPr>
                <w:lang w:val="sv-FI" w:eastAsia="fi-FI"/>
              </w:rPr>
            </w:pPr>
            <w:r w:rsidRPr="006B3BD2">
              <w:rPr>
                <w:lang w:val="sv-FI" w:eastAsia="fi-FI"/>
              </w:rPr>
              <w:t>DC_7C_n258G</w:t>
            </w:r>
          </w:p>
          <w:p w14:paraId="22A2B592" w14:textId="77777777" w:rsidR="00CC6D2A" w:rsidRPr="006B3BD2" w:rsidRDefault="00CC6D2A" w:rsidP="006B3BD2">
            <w:pPr>
              <w:pStyle w:val="TAC"/>
              <w:rPr>
                <w:lang w:val="sv-FI" w:eastAsia="fi-FI"/>
              </w:rPr>
            </w:pPr>
            <w:r w:rsidRPr="006B3BD2">
              <w:rPr>
                <w:lang w:val="sv-FI" w:eastAsia="fi-FI"/>
              </w:rPr>
              <w:t>DC_7C_n258H</w:t>
            </w:r>
          </w:p>
          <w:p w14:paraId="571C5F41" w14:textId="77777777" w:rsidR="00CC6D2A" w:rsidRPr="006B3BD2" w:rsidRDefault="00CC6D2A" w:rsidP="006B3BD2">
            <w:pPr>
              <w:pStyle w:val="TAC"/>
              <w:rPr>
                <w:lang w:val="sv-FI" w:eastAsia="fi-FI"/>
              </w:rPr>
            </w:pPr>
            <w:r w:rsidRPr="006B3BD2">
              <w:rPr>
                <w:lang w:val="sv-FI" w:eastAsia="fi-FI"/>
              </w:rPr>
              <w:t>DC_7C_n258I</w:t>
            </w:r>
          </w:p>
          <w:p w14:paraId="767F29CF" w14:textId="77777777" w:rsidR="00CC6D2A" w:rsidRPr="006B3BD2" w:rsidRDefault="00CC6D2A" w:rsidP="006B3BD2">
            <w:pPr>
              <w:pStyle w:val="TAC"/>
              <w:rPr>
                <w:lang w:val="sv-FI" w:eastAsia="fi-FI"/>
              </w:rPr>
            </w:pPr>
            <w:r w:rsidRPr="006B3BD2">
              <w:rPr>
                <w:lang w:val="sv-FI" w:eastAsia="fi-FI"/>
              </w:rPr>
              <w:t>DC_7C_n258J</w:t>
            </w:r>
          </w:p>
          <w:p w14:paraId="0773EB4E" w14:textId="77777777" w:rsidR="00CC6D2A" w:rsidRPr="006B3BD2" w:rsidRDefault="00CC6D2A" w:rsidP="006B3BD2">
            <w:pPr>
              <w:pStyle w:val="TAC"/>
              <w:rPr>
                <w:lang w:val="sv-FI" w:eastAsia="fi-FI"/>
              </w:rPr>
            </w:pPr>
            <w:r w:rsidRPr="006B3BD2">
              <w:rPr>
                <w:lang w:val="sv-FI" w:eastAsia="fi-FI"/>
              </w:rPr>
              <w:t>DC_7C_n258K</w:t>
            </w:r>
          </w:p>
          <w:p w14:paraId="0516C19E" w14:textId="4F1964D3" w:rsidR="00CC6D2A" w:rsidRPr="006B3BD2" w:rsidRDefault="00CC6D2A" w:rsidP="006B3BD2">
            <w:pPr>
              <w:pStyle w:val="TAC"/>
              <w:rPr>
                <w:lang w:val="sv-FI" w:eastAsia="fi-FI"/>
              </w:rPr>
            </w:pPr>
            <w:r w:rsidRPr="006B3BD2">
              <w:rPr>
                <w:lang w:val="sv-FI" w:eastAsia="fi-FI"/>
              </w:rPr>
              <w:t>DC_7C_n258L</w:t>
            </w:r>
          </w:p>
          <w:p w14:paraId="53844B66" w14:textId="550E794D" w:rsidR="00CC6D2A" w:rsidRPr="006B3BD2" w:rsidRDefault="00CC6D2A" w:rsidP="006B3BD2">
            <w:pPr>
              <w:pStyle w:val="TAC"/>
              <w:rPr>
                <w:lang w:eastAsia="fi-FI"/>
              </w:rPr>
            </w:pPr>
            <w:r w:rsidRPr="006B3BD2">
              <w:rPr>
                <w:lang w:eastAsia="fi-FI"/>
              </w:rPr>
              <w:t>DC_7C_n258M</w:t>
            </w:r>
          </w:p>
        </w:tc>
      </w:tr>
      <w:tr w:rsidR="00CC6D2A" w:rsidRPr="00E062F1" w14:paraId="73EF07B8" w14:textId="77777777" w:rsidTr="006B3BD2">
        <w:trPr>
          <w:trHeight w:val="187"/>
          <w:jc w:val="center"/>
        </w:trPr>
        <w:tc>
          <w:tcPr>
            <w:tcW w:w="2972" w:type="dxa"/>
            <w:shd w:val="clear" w:color="auto" w:fill="auto"/>
          </w:tcPr>
          <w:p w14:paraId="5AD90DC5" w14:textId="7C738CF5" w:rsidR="00CC6D2A" w:rsidRPr="00E062F1" w:rsidRDefault="00CC6D2A" w:rsidP="006B3BD2">
            <w:pPr>
              <w:pStyle w:val="TAC"/>
              <w:rPr>
                <w:lang w:eastAsia="fi-FI"/>
              </w:rPr>
            </w:pPr>
            <w:r w:rsidRPr="00E062F1">
              <w:t>DC_8A_n257A</w:t>
            </w:r>
          </w:p>
          <w:p w14:paraId="53F213FC" w14:textId="77777777" w:rsidR="00CC6D2A" w:rsidRPr="00E062F1" w:rsidRDefault="00CC6D2A" w:rsidP="006B3BD2">
            <w:pPr>
              <w:pStyle w:val="TAC"/>
              <w:rPr>
                <w:lang w:eastAsia="fi-FI"/>
              </w:rPr>
            </w:pPr>
            <w:r w:rsidRPr="00E062F1">
              <w:rPr>
                <w:lang w:eastAsia="fi-FI"/>
              </w:rPr>
              <w:t>DC_8A_n257D</w:t>
            </w:r>
          </w:p>
          <w:p w14:paraId="08F58716" w14:textId="77777777" w:rsidR="00CC6D2A" w:rsidRPr="00E062F1" w:rsidRDefault="00CC6D2A" w:rsidP="006B3BD2">
            <w:pPr>
              <w:pStyle w:val="TAC"/>
              <w:rPr>
                <w:lang w:eastAsia="fi-FI"/>
              </w:rPr>
            </w:pPr>
            <w:r w:rsidRPr="00E062F1">
              <w:rPr>
                <w:lang w:eastAsia="fi-FI"/>
              </w:rPr>
              <w:t>DC_8A_n257E</w:t>
            </w:r>
          </w:p>
          <w:p w14:paraId="4E4C16FB" w14:textId="77777777" w:rsidR="00CC6D2A" w:rsidRPr="00E062F1" w:rsidRDefault="00CC6D2A" w:rsidP="006B3BD2">
            <w:pPr>
              <w:pStyle w:val="TAC"/>
              <w:rPr>
                <w:lang w:eastAsia="fi-FI"/>
              </w:rPr>
            </w:pPr>
            <w:r w:rsidRPr="00E062F1">
              <w:rPr>
                <w:lang w:eastAsia="fi-FI"/>
              </w:rPr>
              <w:t>DC_8A_n257F</w:t>
            </w:r>
          </w:p>
          <w:p w14:paraId="581A79AB" w14:textId="77777777" w:rsidR="00CC6D2A" w:rsidRPr="00E062F1" w:rsidRDefault="00CC6D2A" w:rsidP="006B3BD2">
            <w:pPr>
              <w:pStyle w:val="TAC"/>
              <w:rPr>
                <w:lang w:eastAsia="fi-FI"/>
              </w:rPr>
            </w:pPr>
            <w:r w:rsidRPr="00E062F1">
              <w:rPr>
                <w:lang w:eastAsia="fi-FI"/>
              </w:rPr>
              <w:t>DC_8A_n257G</w:t>
            </w:r>
          </w:p>
          <w:p w14:paraId="0ABA70D6" w14:textId="77777777" w:rsidR="00CC6D2A" w:rsidRPr="00E062F1" w:rsidRDefault="00CC6D2A" w:rsidP="006B3BD2">
            <w:pPr>
              <w:pStyle w:val="TAC"/>
              <w:rPr>
                <w:lang w:eastAsia="fi-FI"/>
              </w:rPr>
            </w:pPr>
            <w:r w:rsidRPr="00E062F1">
              <w:rPr>
                <w:lang w:eastAsia="fi-FI"/>
              </w:rPr>
              <w:t>DC_8A_n257H</w:t>
            </w:r>
          </w:p>
          <w:p w14:paraId="2D8781CF" w14:textId="77777777" w:rsidR="00CC6D2A" w:rsidRPr="00E062F1" w:rsidRDefault="00CC6D2A" w:rsidP="006B3BD2">
            <w:pPr>
              <w:pStyle w:val="TAC"/>
              <w:rPr>
                <w:lang w:eastAsia="fi-FI"/>
              </w:rPr>
            </w:pPr>
            <w:r w:rsidRPr="00E062F1">
              <w:rPr>
                <w:lang w:eastAsia="fi-FI"/>
              </w:rPr>
              <w:t>DC_8A_n257I</w:t>
            </w:r>
          </w:p>
          <w:p w14:paraId="428BA14A" w14:textId="77777777" w:rsidR="00CC6D2A" w:rsidRPr="00E062F1" w:rsidRDefault="00CC6D2A" w:rsidP="006B3BD2">
            <w:pPr>
              <w:pStyle w:val="TAC"/>
              <w:rPr>
                <w:lang w:eastAsia="fi-FI"/>
              </w:rPr>
            </w:pPr>
            <w:r w:rsidRPr="00E062F1">
              <w:rPr>
                <w:lang w:eastAsia="fi-FI"/>
              </w:rPr>
              <w:t>DC_8A_n257J</w:t>
            </w:r>
          </w:p>
          <w:p w14:paraId="01B76B7A" w14:textId="77777777" w:rsidR="00CC6D2A" w:rsidRPr="00E062F1" w:rsidRDefault="00CC6D2A" w:rsidP="006B3BD2">
            <w:pPr>
              <w:pStyle w:val="TAC"/>
              <w:rPr>
                <w:lang w:eastAsia="fi-FI"/>
              </w:rPr>
            </w:pPr>
            <w:r w:rsidRPr="00E062F1">
              <w:rPr>
                <w:lang w:eastAsia="fi-FI"/>
              </w:rPr>
              <w:t>DC_8A_n257K</w:t>
            </w:r>
          </w:p>
          <w:p w14:paraId="74A2E7C1" w14:textId="77777777" w:rsidR="00CC6D2A" w:rsidRPr="00E062F1" w:rsidRDefault="00CC6D2A" w:rsidP="006B3BD2">
            <w:pPr>
              <w:pStyle w:val="TAC"/>
              <w:rPr>
                <w:lang w:eastAsia="fi-FI"/>
              </w:rPr>
            </w:pPr>
            <w:r w:rsidRPr="00E062F1">
              <w:rPr>
                <w:lang w:eastAsia="fi-FI"/>
              </w:rPr>
              <w:t>DC_8A_n257L</w:t>
            </w:r>
          </w:p>
          <w:p w14:paraId="39A3C64D" w14:textId="28A1DF69" w:rsidR="00CC6D2A" w:rsidRPr="00E062F1" w:rsidRDefault="00CC6D2A" w:rsidP="006B3BD2">
            <w:pPr>
              <w:pStyle w:val="TAC"/>
              <w:rPr>
                <w:lang w:eastAsia="fi-FI"/>
              </w:rPr>
            </w:pPr>
            <w:r w:rsidRPr="00E062F1">
              <w:rPr>
                <w:lang w:eastAsia="fi-FI"/>
              </w:rPr>
              <w:t>DC_8A_n257M</w:t>
            </w:r>
          </w:p>
        </w:tc>
        <w:tc>
          <w:tcPr>
            <w:tcW w:w="2846" w:type="dxa"/>
          </w:tcPr>
          <w:p w14:paraId="5AFB40BA" w14:textId="74B10477" w:rsidR="00CC6D2A" w:rsidRPr="00E062F1" w:rsidRDefault="00CC6D2A" w:rsidP="006B3BD2">
            <w:pPr>
              <w:pStyle w:val="TAC"/>
              <w:rPr>
                <w:lang w:eastAsia="fi-FI"/>
              </w:rPr>
            </w:pPr>
            <w:r w:rsidRPr="00E062F1">
              <w:t>DC_8A_n257A</w:t>
            </w:r>
          </w:p>
        </w:tc>
      </w:tr>
      <w:tr w:rsidR="00CC6D2A" w:rsidRPr="00E062F1" w14:paraId="402FD940" w14:textId="77777777" w:rsidTr="006B3BD2">
        <w:trPr>
          <w:trHeight w:val="187"/>
          <w:jc w:val="center"/>
        </w:trPr>
        <w:tc>
          <w:tcPr>
            <w:tcW w:w="2972" w:type="dxa"/>
            <w:shd w:val="clear" w:color="auto" w:fill="auto"/>
          </w:tcPr>
          <w:p w14:paraId="34080A1E" w14:textId="46054563" w:rsidR="00CC6D2A" w:rsidRPr="00E062F1" w:rsidRDefault="00CC6D2A" w:rsidP="006B3BD2">
            <w:pPr>
              <w:pStyle w:val="TAC"/>
              <w:rPr>
                <w:lang w:eastAsia="fi-FI"/>
              </w:rPr>
            </w:pPr>
            <w:r w:rsidRPr="00E062F1">
              <w:t>DC_8A_n258A</w:t>
            </w:r>
          </w:p>
        </w:tc>
        <w:tc>
          <w:tcPr>
            <w:tcW w:w="2846" w:type="dxa"/>
          </w:tcPr>
          <w:p w14:paraId="3378E682" w14:textId="5343C00E" w:rsidR="00CC6D2A" w:rsidRPr="00E062F1" w:rsidRDefault="00CC6D2A" w:rsidP="006B3BD2">
            <w:pPr>
              <w:pStyle w:val="TAC"/>
              <w:rPr>
                <w:lang w:eastAsia="fi-FI"/>
              </w:rPr>
            </w:pPr>
            <w:r w:rsidRPr="00E062F1">
              <w:t>DC_8A_n258A</w:t>
            </w:r>
          </w:p>
        </w:tc>
      </w:tr>
      <w:tr w:rsidR="00CC6D2A" w:rsidRPr="00E062F1" w14:paraId="4377E85F" w14:textId="77777777" w:rsidTr="006B3BD2">
        <w:trPr>
          <w:trHeight w:val="187"/>
          <w:jc w:val="center"/>
        </w:trPr>
        <w:tc>
          <w:tcPr>
            <w:tcW w:w="2972" w:type="dxa"/>
            <w:shd w:val="clear" w:color="auto" w:fill="auto"/>
          </w:tcPr>
          <w:p w14:paraId="0532F850" w14:textId="77777777" w:rsidR="00FF7A85" w:rsidRPr="00E062F1" w:rsidRDefault="00FF7A85" w:rsidP="006B3BD2">
            <w:pPr>
              <w:pStyle w:val="TAC"/>
              <w:rPr>
                <w:lang w:eastAsia="ja-JP"/>
              </w:rPr>
            </w:pPr>
            <w:r w:rsidRPr="00E062F1">
              <w:rPr>
                <w:lang w:eastAsia="ja-JP"/>
              </w:rPr>
              <w:t>DC_11A_n257A</w:t>
            </w:r>
          </w:p>
          <w:p w14:paraId="0F6CCB3D" w14:textId="77777777" w:rsidR="00FF7A85" w:rsidRPr="00E062F1" w:rsidRDefault="00FF7A85" w:rsidP="006B3BD2">
            <w:pPr>
              <w:pStyle w:val="TAC"/>
              <w:rPr>
                <w:lang w:eastAsia="zh-TW"/>
              </w:rPr>
            </w:pPr>
            <w:r w:rsidRPr="00E062F1">
              <w:rPr>
                <w:lang w:eastAsia="ja-JP"/>
              </w:rPr>
              <w:t>DC_11A_n257D</w:t>
            </w:r>
          </w:p>
          <w:p w14:paraId="5BBDA326" w14:textId="77777777" w:rsidR="00FF7A85" w:rsidRPr="00E062F1" w:rsidRDefault="00FF7A85" w:rsidP="006B3BD2">
            <w:pPr>
              <w:pStyle w:val="TAC"/>
              <w:rPr>
                <w:lang w:eastAsia="ja-JP"/>
              </w:rPr>
            </w:pPr>
            <w:r w:rsidRPr="00E062F1">
              <w:rPr>
                <w:lang w:eastAsia="ja-JP"/>
              </w:rPr>
              <w:t>DC_11A_n257G</w:t>
            </w:r>
          </w:p>
          <w:p w14:paraId="1528C74B" w14:textId="77777777" w:rsidR="00FF7A85" w:rsidRPr="00E062F1" w:rsidRDefault="00FF7A85" w:rsidP="006B3BD2">
            <w:pPr>
              <w:pStyle w:val="TAC"/>
              <w:rPr>
                <w:lang w:eastAsia="ja-JP"/>
              </w:rPr>
            </w:pPr>
            <w:r w:rsidRPr="00E062F1">
              <w:rPr>
                <w:lang w:eastAsia="ja-JP"/>
              </w:rPr>
              <w:t>DC_11A_n257H</w:t>
            </w:r>
          </w:p>
          <w:p w14:paraId="06AE45CB" w14:textId="58723D98" w:rsidR="00CC6D2A" w:rsidRPr="00E062F1" w:rsidRDefault="00FF7A85" w:rsidP="006B3BD2">
            <w:pPr>
              <w:pStyle w:val="TAC"/>
              <w:rPr>
                <w:lang w:eastAsia="fi-FI"/>
              </w:rPr>
            </w:pPr>
            <w:r w:rsidRPr="00E062F1">
              <w:rPr>
                <w:lang w:eastAsia="ja-JP"/>
              </w:rPr>
              <w:t>DC_11A_n257I</w:t>
            </w:r>
          </w:p>
        </w:tc>
        <w:tc>
          <w:tcPr>
            <w:tcW w:w="2846" w:type="dxa"/>
          </w:tcPr>
          <w:p w14:paraId="66B8328B" w14:textId="4C50E1B5" w:rsidR="00CC6D2A" w:rsidRPr="00E062F1" w:rsidRDefault="00CC6D2A" w:rsidP="006B3BD2">
            <w:pPr>
              <w:pStyle w:val="TAC"/>
              <w:rPr>
                <w:lang w:eastAsia="fi-FI"/>
              </w:rPr>
            </w:pPr>
            <w:r w:rsidRPr="00E062F1">
              <w:rPr>
                <w:lang w:eastAsia="ja-JP"/>
              </w:rPr>
              <w:t>DC_11A_n257A</w:t>
            </w:r>
          </w:p>
        </w:tc>
      </w:tr>
      <w:tr w:rsidR="00CC6D2A" w:rsidRPr="00E062F1" w14:paraId="6F55161F" w14:textId="77777777" w:rsidTr="006B3BD2">
        <w:trPr>
          <w:trHeight w:val="187"/>
          <w:jc w:val="center"/>
        </w:trPr>
        <w:tc>
          <w:tcPr>
            <w:tcW w:w="2972" w:type="dxa"/>
            <w:shd w:val="clear" w:color="auto" w:fill="auto"/>
          </w:tcPr>
          <w:p w14:paraId="3E71EA3E" w14:textId="06AB84B2" w:rsidR="00CC6D2A" w:rsidRPr="00E062F1" w:rsidRDefault="00CC6D2A" w:rsidP="006B3BD2">
            <w:pPr>
              <w:pStyle w:val="TAC"/>
              <w:rPr>
                <w:lang w:eastAsia="ja-JP"/>
              </w:rPr>
            </w:pPr>
            <w:r w:rsidRPr="00E062F1">
              <w:rPr>
                <w:lang w:eastAsia="fi-FI"/>
              </w:rPr>
              <w:t>DC_12A_n257A</w:t>
            </w:r>
          </w:p>
        </w:tc>
        <w:tc>
          <w:tcPr>
            <w:tcW w:w="2846" w:type="dxa"/>
          </w:tcPr>
          <w:p w14:paraId="33340FF6" w14:textId="7D0E4B72" w:rsidR="00CC6D2A" w:rsidRPr="00E062F1" w:rsidRDefault="00CC6D2A" w:rsidP="006B3BD2">
            <w:pPr>
              <w:pStyle w:val="TAC"/>
              <w:rPr>
                <w:lang w:eastAsia="ja-JP"/>
              </w:rPr>
            </w:pPr>
            <w:r w:rsidRPr="00E062F1">
              <w:rPr>
                <w:lang w:eastAsia="fi-FI"/>
              </w:rPr>
              <w:t>DC_12A_n257A</w:t>
            </w:r>
          </w:p>
        </w:tc>
      </w:tr>
      <w:tr w:rsidR="00CC6D2A" w:rsidRPr="00E062F1" w14:paraId="0A830B91" w14:textId="77777777" w:rsidTr="006B3BD2">
        <w:trPr>
          <w:trHeight w:val="187"/>
          <w:jc w:val="center"/>
        </w:trPr>
        <w:tc>
          <w:tcPr>
            <w:tcW w:w="2972" w:type="dxa"/>
            <w:shd w:val="clear" w:color="auto" w:fill="auto"/>
          </w:tcPr>
          <w:p w14:paraId="4CCEB50B" w14:textId="287149C1" w:rsidR="00CC6D2A" w:rsidRPr="00E062F1" w:rsidRDefault="00CC6D2A" w:rsidP="006B3BD2">
            <w:pPr>
              <w:pStyle w:val="TAC"/>
              <w:rPr>
                <w:lang w:eastAsia="ja-JP"/>
              </w:rPr>
            </w:pPr>
            <w:r w:rsidRPr="00E062F1">
              <w:rPr>
                <w:lang w:eastAsia="fi-FI"/>
              </w:rPr>
              <w:t>DC_</w:t>
            </w:r>
            <w:r w:rsidRPr="00E062F1">
              <w:rPr>
                <w:lang w:eastAsia="zh-CN"/>
              </w:rPr>
              <w:t>12A_n258A</w:t>
            </w:r>
          </w:p>
        </w:tc>
        <w:tc>
          <w:tcPr>
            <w:tcW w:w="2846" w:type="dxa"/>
          </w:tcPr>
          <w:p w14:paraId="31043C1E" w14:textId="1D2735FA" w:rsidR="00CC6D2A" w:rsidRPr="00E062F1" w:rsidRDefault="00CC6D2A" w:rsidP="006B3BD2">
            <w:pPr>
              <w:pStyle w:val="TAC"/>
              <w:rPr>
                <w:lang w:eastAsia="ja-JP"/>
              </w:rPr>
            </w:pPr>
            <w:r w:rsidRPr="00E062F1">
              <w:rPr>
                <w:lang w:eastAsia="fi-FI"/>
              </w:rPr>
              <w:t>DC_</w:t>
            </w:r>
            <w:r w:rsidRPr="00E062F1">
              <w:rPr>
                <w:lang w:eastAsia="zh-CN"/>
              </w:rPr>
              <w:t>12A_n258A</w:t>
            </w:r>
          </w:p>
        </w:tc>
      </w:tr>
      <w:tr w:rsidR="00CC6D2A" w:rsidRPr="00E062F1" w14:paraId="6134B0AC" w14:textId="77777777" w:rsidTr="006B3BD2">
        <w:trPr>
          <w:trHeight w:val="187"/>
          <w:jc w:val="center"/>
        </w:trPr>
        <w:tc>
          <w:tcPr>
            <w:tcW w:w="2972" w:type="dxa"/>
            <w:shd w:val="clear" w:color="auto" w:fill="auto"/>
          </w:tcPr>
          <w:p w14:paraId="55EFCD98" w14:textId="77777777" w:rsidR="00CC6D2A" w:rsidRPr="00E062F1" w:rsidRDefault="00CC6D2A" w:rsidP="006B3BD2">
            <w:pPr>
              <w:pStyle w:val="TAC"/>
              <w:rPr>
                <w:lang w:eastAsia="ja-JP"/>
              </w:rPr>
            </w:pPr>
            <w:r w:rsidRPr="00E062F1">
              <w:rPr>
                <w:lang w:eastAsia="ja-JP"/>
              </w:rPr>
              <w:t>DC_12A_n260A</w:t>
            </w:r>
          </w:p>
          <w:p w14:paraId="6BAF2F2F" w14:textId="77777777" w:rsidR="00CC6D2A" w:rsidRPr="00E062F1" w:rsidRDefault="00CC6D2A" w:rsidP="006B3BD2">
            <w:pPr>
              <w:pStyle w:val="TAC"/>
              <w:rPr>
                <w:lang w:eastAsia="fi-FI"/>
              </w:rPr>
            </w:pPr>
            <w:r w:rsidRPr="00E062F1">
              <w:rPr>
                <w:lang w:eastAsia="fi-FI"/>
              </w:rPr>
              <w:t>DC_12A_n260G</w:t>
            </w:r>
          </w:p>
          <w:p w14:paraId="3AB21EA7" w14:textId="77777777" w:rsidR="00CC6D2A" w:rsidRPr="00E062F1" w:rsidRDefault="00CC6D2A" w:rsidP="006B3BD2">
            <w:pPr>
              <w:pStyle w:val="TAC"/>
              <w:rPr>
                <w:lang w:eastAsia="fi-FI"/>
              </w:rPr>
            </w:pPr>
            <w:r w:rsidRPr="00E062F1">
              <w:rPr>
                <w:lang w:eastAsia="fi-FI"/>
              </w:rPr>
              <w:t>DC_12A_n260H</w:t>
            </w:r>
          </w:p>
          <w:p w14:paraId="5E4EBAD1" w14:textId="77777777" w:rsidR="00CC6D2A" w:rsidRPr="00E062F1" w:rsidRDefault="00CC6D2A" w:rsidP="006B3BD2">
            <w:pPr>
              <w:pStyle w:val="TAC"/>
              <w:rPr>
                <w:lang w:eastAsia="fi-FI"/>
              </w:rPr>
            </w:pPr>
            <w:r w:rsidRPr="00E062F1">
              <w:rPr>
                <w:lang w:eastAsia="fi-FI"/>
              </w:rPr>
              <w:t>DC_12A_n260I</w:t>
            </w:r>
          </w:p>
          <w:p w14:paraId="0D61CF14" w14:textId="77777777" w:rsidR="00CC6D2A" w:rsidRPr="00E062F1" w:rsidRDefault="00CC6D2A" w:rsidP="006B3BD2">
            <w:pPr>
              <w:pStyle w:val="TAC"/>
              <w:rPr>
                <w:lang w:eastAsia="fi-FI"/>
              </w:rPr>
            </w:pPr>
            <w:r w:rsidRPr="00E062F1">
              <w:rPr>
                <w:lang w:eastAsia="fi-FI"/>
              </w:rPr>
              <w:t>DC_12A_n260J</w:t>
            </w:r>
          </w:p>
          <w:p w14:paraId="7C51DBFF" w14:textId="77777777" w:rsidR="00CC6D2A" w:rsidRPr="00E062F1" w:rsidRDefault="00CC6D2A" w:rsidP="006B3BD2">
            <w:pPr>
              <w:pStyle w:val="TAC"/>
              <w:rPr>
                <w:lang w:eastAsia="fi-FI"/>
              </w:rPr>
            </w:pPr>
            <w:r w:rsidRPr="00E062F1">
              <w:rPr>
                <w:lang w:eastAsia="fi-FI"/>
              </w:rPr>
              <w:t>DC_12A_n260K</w:t>
            </w:r>
          </w:p>
          <w:p w14:paraId="6B71CC81" w14:textId="77777777" w:rsidR="00CC6D2A" w:rsidRPr="00E062F1" w:rsidRDefault="00CC6D2A" w:rsidP="006B3BD2">
            <w:pPr>
              <w:pStyle w:val="TAC"/>
              <w:rPr>
                <w:lang w:eastAsia="fi-FI"/>
              </w:rPr>
            </w:pPr>
            <w:r w:rsidRPr="00E062F1">
              <w:rPr>
                <w:lang w:eastAsia="fi-FI"/>
              </w:rPr>
              <w:t>DC_12A_n260L</w:t>
            </w:r>
          </w:p>
          <w:p w14:paraId="6A1A513C" w14:textId="07BF6F45" w:rsidR="00CC6D2A" w:rsidRPr="00E062F1" w:rsidRDefault="00CC6D2A" w:rsidP="006B3BD2">
            <w:pPr>
              <w:pStyle w:val="TAC"/>
              <w:rPr>
                <w:lang w:eastAsia="fi-FI"/>
              </w:rPr>
            </w:pPr>
            <w:r w:rsidRPr="00E062F1">
              <w:rPr>
                <w:lang w:eastAsia="fi-FI"/>
              </w:rPr>
              <w:t>DC_12A_n260M</w:t>
            </w:r>
          </w:p>
        </w:tc>
        <w:tc>
          <w:tcPr>
            <w:tcW w:w="2846" w:type="dxa"/>
          </w:tcPr>
          <w:p w14:paraId="0EAB6B01" w14:textId="561C6E06" w:rsidR="00CC6D2A" w:rsidRPr="00E062F1" w:rsidRDefault="00CC6D2A" w:rsidP="006B3BD2">
            <w:pPr>
              <w:pStyle w:val="TAC"/>
              <w:rPr>
                <w:lang w:eastAsia="fi-FI"/>
              </w:rPr>
            </w:pPr>
            <w:r w:rsidRPr="00E062F1">
              <w:rPr>
                <w:lang w:eastAsia="ja-JP"/>
              </w:rPr>
              <w:t>DC_12A_n260A</w:t>
            </w:r>
          </w:p>
        </w:tc>
      </w:tr>
      <w:tr w:rsidR="00CC6D2A" w:rsidRPr="00E062F1" w14:paraId="7253A9B2" w14:textId="77777777" w:rsidTr="006B3BD2">
        <w:trPr>
          <w:trHeight w:val="187"/>
          <w:jc w:val="center"/>
        </w:trPr>
        <w:tc>
          <w:tcPr>
            <w:tcW w:w="2972" w:type="dxa"/>
            <w:shd w:val="clear" w:color="auto" w:fill="auto"/>
          </w:tcPr>
          <w:p w14:paraId="1BB5D2B8" w14:textId="77777777" w:rsidR="00CC6D2A" w:rsidRPr="00E062F1" w:rsidRDefault="00CC6D2A" w:rsidP="006B3BD2">
            <w:pPr>
              <w:pStyle w:val="TAC"/>
              <w:rPr>
                <w:lang w:eastAsia="fi-FI"/>
              </w:rPr>
            </w:pPr>
            <w:r w:rsidRPr="00E062F1">
              <w:rPr>
                <w:lang w:eastAsia="fi-FI"/>
              </w:rPr>
              <w:t>DC_12A_n260(A-I)</w:t>
            </w:r>
          </w:p>
          <w:p w14:paraId="3D6A8FE0" w14:textId="29619DF5" w:rsidR="00CC6D2A" w:rsidRPr="00E062F1" w:rsidRDefault="00CC6D2A" w:rsidP="006B3BD2">
            <w:pPr>
              <w:pStyle w:val="TAC"/>
              <w:rPr>
                <w:lang w:eastAsia="fi-FI"/>
              </w:rPr>
            </w:pPr>
            <w:r w:rsidRPr="00E062F1">
              <w:rPr>
                <w:lang w:eastAsia="fi-FI"/>
              </w:rPr>
              <w:t>DC_12A_n260(G-I)</w:t>
            </w:r>
          </w:p>
        </w:tc>
        <w:tc>
          <w:tcPr>
            <w:tcW w:w="2846" w:type="dxa"/>
          </w:tcPr>
          <w:p w14:paraId="3C1E529A" w14:textId="20F593ED" w:rsidR="00CC6D2A" w:rsidRPr="00E062F1" w:rsidRDefault="00CC6D2A" w:rsidP="006B3BD2">
            <w:pPr>
              <w:pStyle w:val="TAC"/>
              <w:rPr>
                <w:lang w:eastAsia="fi-FI"/>
              </w:rPr>
            </w:pPr>
            <w:r w:rsidRPr="00E062F1">
              <w:rPr>
                <w:lang w:eastAsia="ja-JP"/>
              </w:rPr>
              <w:t>DC_12A_n260A</w:t>
            </w:r>
          </w:p>
        </w:tc>
      </w:tr>
      <w:tr w:rsidR="00CC6D2A" w:rsidRPr="00E062F1" w14:paraId="6A9A0E9C" w14:textId="77777777" w:rsidTr="006B3BD2">
        <w:trPr>
          <w:trHeight w:val="187"/>
          <w:jc w:val="center"/>
        </w:trPr>
        <w:tc>
          <w:tcPr>
            <w:tcW w:w="2972" w:type="dxa"/>
            <w:shd w:val="clear" w:color="auto" w:fill="auto"/>
          </w:tcPr>
          <w:p w14:paraId="7E262E86" w14:textId="77777777" w:rsidR="00CC6D2A" w:rsidRPr="00E062F1" w:rsidRDefault="00CC6D2A" w:rsidP="006B3BD2">
            <w:pPr>
              <w:pStyle w:val="TAC"/>
              <w:rPr>
                <w:lang w:eastAsia="ja-JP"/>
              </w:rPr>
            </w:pPr>
            <w:r w:rsidRPr="00E062F1">
              <w:rPr>
                <w:lang w:eastAsia="fi-FI"/>
              </w:rPr>
              <w:t>DC_12A_n261A</w:t>
            </w:r>
          </w:p>
        </w:tc>
        <w:tc>
          <w:tcPr>
            <w:tcW w:w="2846" w:type="dxa"/>
          </w:tcPr>
          <w:p w14:paraId="19D3BA2D" w14:textId="77777777" w:rsidR="00CC6D2A" w:rsidRPr="00E062F1" w:rsidRDefault="00CC6D2A" w:rsidP="006B3BD2">
            <w:pPr>
              <w:pStyle w:val="TAC"/>
              <w:rPr>
                <w:lang w:eastAsia="ja-JP"/>
              </w:rPr>
            </w:pPr>
            <w:r w:rsidRPr="00E062F1">
              <w:rPr>
                <w:lang w:eastAsia="fi-FI"/>
              </w:rPr>
              <w:t>DC_12A_n261A</w:t>
            </w:r>
          </w:p>
        </w:tc>
      </w:tr>
      <w:tr w:rsidR="00CC6D2A" w:rsidRPr="00E062F1" w14:paraId="740AB425" w14:textId="77777777" w:rsidTr="006B3BD2">
        <w:trPr>
          <w:trHeight w:val="187"/>
          <w:jc w:val="center"/>
        </w:trPr>
        <w:tc>
          <w:tcPr>
            <w:tcW w:w="2972" w:type="dxa"/>
            <w:shd w:val="clear" w:color="auto" w:fill="auto"/>
          </w:tcPr>
          <w:p w14:paraId="0EA20402" w14:textId="0838AF5C" w:rsidR="00CC6D2A" w:rsidRPr="00E062F1" w:rsidRDefault="00CC6D2A" w:rsidP="006B3BD2">
            <w:pPr>
              <w:pStyle w:val="TAC"/>
              <w:rPr>
                <w:lang w:eastAsia="fi-FI"/>
              </w:rPr>
            </w:pPr>
            <w:r w:rsidRPr="00E062F1">
              <w:rPr>
                <w:rFonts w:cs="Arial"/>
                <w:lang w:eastAsia="ja-JP"/>
              </w:rPr>
              <w:t>DC_13A_n257A</w:t>
            </w:r>
          </w:p>
        </w:tc>
        <w:tc>
          <w:tcPr>
            <w:tcW w:w="2846" w:type="dxa"/>
          </w:tcPr>
          <w:p w14:paraId="78807B64" w14:textId="01AC221C" w:rsidR="00CC6D2A" w:rsidRPr="00E062F1" w:rsidRDefault="00CC6D2A" w:rsidP="006B3BD2">
            <w:pPr>
              <w:pStyle w:val="TAC"/>
              <w:rPr>
                <w:lang w:eastAsia="fi-FI"/>
              </w:rPr>
            </w:pPr>
            <w:r w:rsidRPr="00E062F1">
              <w:rPr>
                <w:rFonts w:cs="Arial"/>
                <w:lang w:eastAsia="ja-JP"/>
              </w:rPr>
              <w:t>DC_13A_n257A</w:t>
            </w:r>
          </w:p>
        </w:tc>
      </w:tr>
      <w:tr w:rsidR="00CC6D2A" w:rsidRPr="00E062F1" w14:paraId="2A928093" w14:textId="77777777" w:rsidTr="006B3BD2">
        <w:trPr>
          <w:trHeight w:val="187"/>
          <w:jc w:val="center"/>
        </w:trPr>
        <w:tc>
          <w:tcPr>
            <w:tcW w:w="2972" w:type="dxa"/>
            <w:shd w:val="clear" w:color="auto" w:fill="auto"/>
          </w:tcPr>
          <w:p w14:paraId="36766595" w14:textId="77777777" w:rsidR="008B1E9A" w:rsidRPr="00E062F1" w:rsidRDefault="008B1E9A" w:rsidP="006B3BD2">
            <w:pPr>
              <w:pStyle w:val="TAC"/>
              <w:rPr>
                <w:rFonts w:cs="Arial"/>
                <w:lang w:eastAsia="ja-JP"/>
              </w:rPr>
            </w:pPr>
            <w:r w:rsidRPr="00E062F1">
              <w:rPr>
                <w:rFonts w:cs="Arial"/>
                <w:lang w:eastAsia="ja-JP"/>
              </w:rPr>
              <w:t>DC_13A_n260A</w:t>
            </w:r>
          </w:p>
          <w:p w14:paraId="7723C5A4" w14:textId="77777777" w:rsidR="008B1E9A" w:rsidRPr="00E062F1" w:rsidRDefault="008B1E9A" w:rsidP="006B3BD2">
            <w:pPr>
              <w:pStyle w:val="TAC"/>
              <w:rPr>
                <w:lang w:eastAsia="fi-FI"/>
              </w:rPr>
            </w:pPr>
            <w:r w:rsidRPr="00E062F1">
              <w:rPr>
                <w:lang w:eastAsia="fi-FI"/>
              </w:rPr>
              <w:t>DC_13A_n260G</w:t>
            </w:r>
          </w:p>
          <w:p w14:paraId="32620D7B" w14:textId="77777777" w:rsidR="008B1E9A" w:rsidRPr="00E062F1" w:rsidRDefault="008B1E9A" w:rsidP="006B3BD2">
            <w:pPr>
              <w:pStyle w:val="TAC"/>
              <w:rPr>
                <w:lang w:eastAsia="zh-TW"/>
              </w:rPr>
            </w:pPr>
            <w:r w:rsidRPr="00E062F1">
              <w:rPr>
                <w:lang w:eastAsia="fi-FI"/>
              </w:rPr>
              <w:t>DC_13A_n260H</w:t>
            </w:r>
          </w:p>
          <w:p w14:paraId="76ABE68C" w14:textId="77777777" w:rsidR="008B1E9A" w:rsidRPr="00E062F1" w:rsidRDefault="008B1E9A" w:rsidP="006B3BD2">
            <w:pPr>
              <w:pStyle w:val="TAC"/>
              <w:rPr>
                <w:rFonts w:eastAsia="Times New Roman" w:cs="Arial"/>
                <w:color w:val="000000"/>
                <w:szCs w:val="18"/>
              </w:rPr>
            </w:pPr>
            <w:r w:rsidRPr="00E062F1">
              <w:rPr>
                <w:rFonts w:eastAsia="Times New Roman" w:cs="Arial"/>
                <w:color w:val="000000"/>
                <w:szCs w:val="18"/>
              </w:rPr>
              <w:t>DC_13A_n260I</w:t>
            </w:r>
          </w:p>
          <w:p w14:paraId="3BB871E9" w14:textId="77777777" w:rsidR="008B1E9A" w:rsidRPr="00E062F1" w:rsidRDefault="008B1E9A" w:rsidP="006B3BD2">
            <w:pPr>
              <w:pStyle w:val="TAC"/>
              <w:rPr>
                <w:rFonts w:eastAsia="Times New Roman" w:cs="Arial"/>
                <w:color w:val="000000"/>
                <w:szCs w:val="18"/>
              </w:rPr>
            </w:pPr>
            <w:r w:rsidRPr="00E062F1">
              <w:rPr>
                <w:rFonts w:eastAsia="Times New Roman" w:cs="Arial"/>
                <w:color w:val="000000"/>
                <w:szCs w:val="18"/>
              </w:rPr>
              <w:t>DC_13A_n260J</w:t>
            </w:r>
          </w:p>
          <w:p w14:paraId="2DF6C499" w14:textId="77777777" w:rsidR="008B1E9A" w:rsidRPr="00E062F1" w:rsidRDefault="008B1E9A" w:rsidP="006B3BD2">
            <w:pPr>
              <w:pStyle w:val="TAC"/>
              <w:rPr>
                <w:rFonts w:eastAsia="Times New Roman" w:cs="Arial"/>
                <w:color w:val="000000"/>
                <w:szCs w:val="18"/>
              </w:rPr>
            </w:pPr>
            <w:r w:rsidRPr="00E062F1">
              <w:rPr>
                <w:rFonts w:eastAsia="Times New Roman" w:cs="Arial"/>
                <w:color w:val="000000"/>
                <w:szCs w:val="18"/>
              </w:rPr>
              <w:t>DC_13A_n260K</w:t>
            </w:r>
          </w:p>
          <w:p w14:paraId="6EE0E9F6" w14:textId="77777777" w:rsidR="008B1E9A" w:rsidRPr="00E062F1" w:rsidRDefault="008B1E9A" w:rsidP="006B3BD2">
            <w:pPr>
              <w:pStyle w:val="TAC"/>
              <w:rPr>
                <w:rFonts w:eastAsia="Times New Roman" w:cs="Arial"/>
                <w:color w:val="000000"/>
                <w:szCs w:val="18"/>
              </w:rPr>
            </w:pPr>
            <w:r w:rsidRPr="00E062F1">
              <w:rPr>
                <w:rFonts w:eastAsia="Times New Roman" w:cs="Arial"/>
                <w:color w:val="000000"/>
                <w:szCs w:val="18"/>
              </w:rPr>
              <w:t>DC_13A_n260L</w:t>
            </w:r>
          </w:p>
          <w:p w14:paraId="457C6E0A" w14:textId="77777777" w:rsidR="008B1E9A" w:rsidRPr="00E062F1" w:rsidRDefault="008B1E9A" w:rsidP="006B3BD2">
            <w:pPr>
              <w:pStyle w:val="TAC"/>
              <w:rPr>
                <w:lang w:eastAsia="zh-TW"/>
              </w:rPr>
            </w:pPr>
            <w:r w:rsidRPr="00E062F1">
              <w:rPr>
                <w:rFonts w:eastAsia="Times New Roman" w:cs="Arial"/>
                <w:color w:val="000000"/>
                <w:szCs w:val="18"/>
              </w:rPr>
              <w:t>DC_13A_n260M</w:t>
            </w:r>
          </w:p>
          <w:p w14:paraId="51965038" w14:textId="77777777" w:rsidR="008B1E9A" w:rsidRPr="00E062F1" w:rsidRDefault="008B1E9A" w:rsidP="006B3BD2">
            <w:pPr>
              <w:pStyle w:val="TAC"/>
              <w:rPr>
                <w:lang w:eastAsia="fi-FI"/>
              </w:rPr>
            </w:pPr>
            <w:r w:rsidRPr="00E062F1">
              <w:rPr>
                <w:lang w:eastAsia="fi-FI"/>
              </w:rPr>
              <w:t>DC_13A_n260O</w:t>
            </w:r>
          </w:p>
          <w:p w14:paraId="0E906557" w14:textId="77777777" w:rsidR="008B1E9A" w:rsidRPr="00E062F1" w:rsidRDefault="008B1E9A" w:rsidP="006B3BD2">
            <w:pPr>
              <w:pStyle w:val="TAC"/>
              <w:rPr>
                <w:lang w:eastAsia="fi-FI"/>
              </w:rPr>
            </w:pPr>
            <w:r w:rsidRPr="00E062F1">
              <w:rPr>
                <w:lang w:eastAsia="fi-FI"/>
              </w:rPr>
              <w:t>DC_13A_n260P</w:t>
            </w:r>
          </w:p>
          <w:p w14:paraId="2982315C" w14:textId="548C6AC9" w:rsidR="00CC6D2A" w:rsidRPr="00E062F1" w:rsidRDefault="008B1E9A" w:rsidP="006B3BD2">
            <w:pPr>
              <w:pStyle w:val="TAC"/>
              <w:rPr>
                <w:rFonts w:cs="Arial"/>
                <w:lang w:eastAsia="ja-JP"/>
              </w:rPr>
            </w:pPr>
            <w:r w:rsidRPr="00E062F1">
              <w:rPr>
                <w:lang w:eastAsia="fi-FI"/>
              </w:rPr>
              <w:t>DC_13A_n260Q</w:t>
            </w:r>
          </w:p>
        </w:tc>
        <w:tc>
          <w:tcPr>
            <w:tcW w:w="2846" w:type="dxa"/>
          </w:tcPr>
          <w:p w14:paraId="17518B62" w14:textId="77777777" w:rsidR="00CC6D2A" w:rsidRPr="00E062F1" w:rsidRDefault="00CC6D2A" w:rsidP="006B3BD2">
            <w:pPr>
              <w:pStyle w:val="TAC"/>
              <w:rPr>
                <w:rFonts w:cs="Arial"/>
                <w:lang w:eastAsia="ja-JP"/>
              </w:rPr>
            </w:pPr>
            <w:r w:rsidRPr="00E062F1">
              <w:rPr>
                <w:rFonts w:cs="Arial"/>
                <w:lang w:eastAsia="ja-JP"/>
              </w:rPr>
              <w:t>DC_13A_n260A</w:t>
            </w:r>
          </w:p>
          <w:p w14:paraId="2E5CE873" w14:textId="77777777" w:rsidR="00CC6D2A" w:rsidRPr="00E062F1" w:rsidRDefault="00CC6D2A" w:rsidP="006B3BD2">
            <w:pPr>
              <w:pStyle w:val="TAC"/>
              <w:rPr>
                <w:lang w:eastAsia="fi-FI"/>
              </w:rPr>
            </w:pPr>
            <w:r w:rsidRPr="00E062F1">
              <w:rPr>
                <w:lang w:eastAsia="fi-FI"/>
              </w:rPr>
              <w:t>DC_13A_n260G</w:t>
            </w:r>
          </w:p>
          <w:p w14:paraId="3D4E3FF2" w14:textId="77777777" w:rsidR="00CC6D2A" w:rsidRPr="00E062F1" w:rsidRDefault="00CC6D2A" w:rsidP="006B3BD2">
            <w:pPr>
              <w:pStyle w:val="TAC"/>
              <w:rPr>
                <w:lang w:eastAsia="fi-FI"/>
              </w:rPr>
            </w:pPr>
            <w:r w:rsidRPr="00E062F1">
              <w:rPr>
                <w:lang w:eastAsia="fi-FI"/>
              </w:rPr>
              <w:t>DC_13A_n260H</w:t>
            </w:r>
          </w:p>
          <w:p w14:paraId="7DF7FB48" w14:textId="77777777" w:rsidR="00CC6D2A" w:rsidRPr="00E062F1" w:rsidRDefault="00CC6D2A" w:rsidP="006B3BD2">
            <w:pPr>
              <w:pStyle w:val="TAC"/>
              <w:rPr>
                <w:lang w:eastAsia="fi-FI"/>
              </w:rPr>
            </w:pPr>
            <w:r w:rsidRPr="00E062F1">
              <w:rPr>
                <w:lang w:eastAsia="fi-FI"/>
              </w:rPr>
              <w:t>DC_13A_n260O</w:t>
            </w:r>
          </w:p>
          <w:p w14:paraId="2D6FE73A" w14:textId="77777777" w:rsidR="00CC6D2A" w:rsidRPr="00E062F1" w:rsidRDefault="00CC6D2A" w:rsidP="006B3BD2">
            <w:pPr>
              <w:pStyle w:val="TAC"/>
              <w:rPr>
                <w:lang w:eastAsia="fi-FI"/>
              </w:rPr>
            </w:pPr>
            <w:r w:rsidRPr="00E062F1">
              <w:rPr>
                <w:lang w:eastAsia="fi-FI"/>
              </w:rPr>
              <w:t>DC_13A_n260P</w:t>
            </w:r>
          </w:p>
          <w:p w14:paraId="02AC645A" w14:textId="39066F77" w:rsidR="00CC6D2A" w:rsidRPr="00E062F1" w:rsidRDefault="00CC6D2A" w:rsidP="006B3BD2">
            <w:pPr>
              <w:pStyle w:val="TAC"/>
              <w:rPr>
                <w:rFonts w:cs="Arial"/>
                <w:lang w:eastAsia="ja-JP"/>
              </w:rPr>
            </w:pPr>
            <w:r w:rsidRPr="00E062F1">
              <w:rPr>
                <w:lang w:eastAsia="fi-FI"/>
              </w:rPr>
              <w:t>DC_13A_n260Q</w:t>
            </w:r>
          </w:p>
        </w:tc>
      </w:tr>
      <w:tr w:rsidR="008108BF" w:rsidRPr="00E062F1" w14:paraId="0954903B" w14:textId="77777777" w:rsidTr="006B3BD2">
        <w:trPr>
          <w:trHeight w:val="187"/>
          <w:jc w:val="center"/>
        </w:trPr>
        <w:tc>
          <w:tcPr>
            <w:tcW w:w="2972" w:type="dxa"/>
            <w:shd w:val="clear" w:color="auto" w:fill="auto"/>
          </w:tcPr>
          <w:p w14:paraId="46519224" w14:textId="77777777" w:rsidR="008108BF" w:rsidRPr="00E062F1" w:rsidRDefault="008108BF" w:rsidP="006B3BD2">
            <w:pPr>
              <w:pStyle w:val="TAC"/>
              <w:rPr>
                <w:rFonts w:cs="Arial"/>
                <w:lang w:eastAsia="ja-JP"/>
              </w:rPr>
            </w:pPr>
            <w:r w:rsidRPr="00E062F1">
              <w:rPr>
                <w:rFonts w:cs="Arial"/>
                <w:lang w:eastAsia="ja-JP"/>
              </w:rPr>
              <w:lastRenderedPageBreak/>
              <w:t>DC_13A_n260(2A)</w:t>
            </w:r>
          </w:p>
          <w:p w14:paraId="4260482B" w14:textId="77777777" w:rsidR="008108BF" w:rsidRPr="00E062F1" w:rsidRDefault="008108BF" w:rsidP="006B3BD2">
            <w:pPr>
              <w:pStyle w:val="TAC"/>
              <w:rPr>
                <w:rFonts w:cs="Arial"/>
                <w:lang w:eastAsia="ja-JP"/>
              </w:rPr>
            </w:pPr>
            <w:r w:rsidRPr="00E062F1">
              <w:rPr>
                <w:rFonts w:cs="Arial"/>
                <w:lang w:eastAsia="ja-JP"/>
              </w:rPr>
              <w:t>DC_13A_n260(3A)</w:t>
            </w:r>
          </w:p>
          <w:p w14:paraId="02BD7257" w14:textId="77777777" w:rsidR="008108BF" w:rsidRPr="00E062F1" w:rsidRDefault="008108BF" w:rsidP="006B3BD2">
            <w:pPr>
              <w:pStyle w:val="TAC"/>
              <w:rPr>
                <w:rFonts w:cs="Arial"/>
                <w:lang w:eastAsia="ja-JP"/>
              </w:rPr>
            </w:pPr>
            <w:r w:rsidRPr="00E062F1">
              <w:rPr>
                <w:rFonts w:cs="Arial"/>
                <w:lang w:eastAsia="ja-JP"/>
              </w:rPr>
              <w:t>DC_13A_n260(4A)</w:t>
            </w:r>
          </w:p>
          <w:p w14:paraId="38D8297B" w14:textId="77777777" w:rsidR="008108BF" w:rsidRPr="00E062F1" w:rsidRDefault="008108BF" w:rsidP="006B3BD2">
            <w:pPr>
              <w:pStyle w:val="TAC"/>
              <w:rPr>
                <w:lang w:eastAsia="fi-FI"/>
              </w:rPr>
            </w:pPr>
            <w:r w:rsidRPr="00E062F1">
              <w:rPr>
                <w:lang w:eastAsia="fi-FI"/>
              </w:rPr>
              <w:t>DC_13A_n260(5A)</w:t>
            </w:r>
          </w:p>
          <w:p w14:paraId="57BC1E2A" w14:textId="77777777" w:rsidR="008108BF" w:rsidRPr="00E062F1" w:rsidRDefault="008108BF" w:rsidP="006B3BD2">
            <w:pPr>
              <w:pStyle w:val="TAC"/>
              <w:rPr>
                <w:lang w:eastAsia="fi-FI"/>
              </w:rPr>
            </w:pPr>
            <w:r w:rsidRPr="00E062F1">
              <w:rPr>
                <w:lang w:eastAsia="fi-FI"/>
              </w:rPr>
              <w:t>DC_13A_n260(6A)</w:t>
            </w:r>
          </w:p>
          <w:p w14:paraId="66DE10DD" w14:textId="77777777" w:rsidR="008108BF" w:rsidRPr="00E062F1" w:rsidRDefault="008108BF" w:rsidP="006B3BD2">
            <w:pPr>
              <w:pStyle w:val="TAC"/>
              <w:rPr>
                <w:lang w:eastAsia="fi-FI"/>
              </w:rPr>
            </w:pPr>
            <w:r w:rsidRPr="00E062F1">
              <w:rPr>
                <w:lang w:eastAsia="fi-FI"/>
              </w:rPr>
              <w:t>DC_13A_n260(7A)</w:t>
            </w:r>
          </w:p>
          <w:p w14:paraId="7039E5CB" w14:textId="77777777" w:rsidR="008108BF" w:rsidRPr="00E062F1" w:rsidRDefault="008108BF" w:rsidP="006B3BD2">
            <w:pPr>
              <w:pStyle w:val="TAC"/>
              <w:rPr>
                <w:lang w:eastAsia="fi-FI"/>
              </w:rPr>
            </w:pPr>
            <w:r w:rsidRPr="00E062F1">
              <w:rPr>
                <w:lang w:eastAsia="fi-FI"/>
              </w:rPr>
              <w:t>DC_13A_n260(8A)</w:t>
            </w:r>
          </w:p>
          <w:p w14:paraId="78319215" w14:textId="77777777" w:rsidR="008108BF" w:rsidRPr="00E062F1" w:rsidRDefault="008108BF" w:rsidP="006B3BD2">
            <w:pPr>
              <w:pStyle w:val="TAC"/>
              <w:rPr>
                <w:lang w:eastAsia="fi-FI"/>
              </w:rPr>
            </w:pPr>
            <w:r w:rsidRPr="00E062F1">
              <w:rPr>
                <w:lang w:eastAsia="fi-FI"/>
              </w:rPr>
              <w:t>DC_13A_n260(2D)</w:t>
            </w:r>
          </w:p>
          <w:p w14:paraId="20BE1ADB" w14:textId="77777777" w:rsidR="008108BF" w:rsidRPr="00E062F1" w:rsidRDefault="008108BF" w:rsidP="006B3BD2">
            <w:pPr>
              <w:pStyle w:val="TAC"/>
              <w:rPr>
                <w:lang w:eastAsia="fi-FI"/>
              </w:rPr>
            </w:pPr>
            <w:r w:rsidRPr="00E062F1">
              <w:rPr>
                <w:lang w:eastAsia="fi-FI"/>
              </w:rPr>
              <w:t>DC_13A_n260(2G)</w:t>
            </w:r>
          </w:p>
          <w:p w14:paraId="3818F456" w14:textId="77777777" w:rsidR="008108BF" w:rsidRPr="00E062F1" w:rsidRDefault="008108BF" w:rsidP="006B3BD2">
            <w:pPr>
              <w:pStyle w:val="TAC"/>
              <w:rPr>
                <w:lang w:eastAsia="fi-FI"/>
              </w:rPr>
            </w:pPr>
            <w:r w:rsidRPr="00E062F1">
              <w:rPr>
                <w:lang w:eastAsia="fi-FI"/>
              </w:rPr>
              <w:t>DC_13A_n260(3G)</w:t>
            </w:r>
          </w:p>
          <w:p w14:paraId="30626A99" w14:textId="77777777" w:rsidR="008108BF" w:rsidRPr="00E062F1" w:rsidRDefault="008108BF" w:rsidP="006B3BD2">
            <w:pPr>
              <w:pStyle w:val="TAC"/>
              <w:rPr>
                <w:lang w:eastAsia="fi-FI"/>
              </w:rPr>
            </w:pPr>
            <w:r w:rsidRPr="00E062F1">
              <w:rPr>
                <w:lang w:eastAsia="fi-FI"/>
              </w:rPr>
              <w:t>DC_13A_n260(4G)</w:t>
            </w:r>
          </w:p>
          <w:p w14:paraId="4AA043E0" w14:textId="77777777" w:rsidR="008108BF" w:rsidRPr="00E062F1" w:rsidRDefault="008108BF" w:rsidP="006B3BD2">
            <w:pPr>
              <w:pStyle w:val="TAC"/>
              <w:rPr>
                <w:lang w:eastAsia="fi-FI"/>
              </w:rPr>
            </w:pPr>
            <w:r w:rsidRPr="00E062F1">
              <w:rPr>
                <w:lang w:eastAsia="fi-FI"/>
              </w:rPr>
              <w:t>DC_13A_n260(2H)</w:t>
            </w:r>
          </w:p>
          <w:p w14:paraId="0158CF7B" w14:textId="77777777" w:rsidR="008108BF" w:rsidRPr="00E062F1" w:rsidRDefault="008108BF" w:rsidP="006B3BD2">
            <w:pPr>
              <w:pStyle w:val="TAC"/>
              <w:rPr>
                <w:lang w:eastAsia="fi-FI"/>
              </w:rPr>
            </w:pPr>
            <w:r w:rsidRPr="00E062F1">
              <w:rPr>
                <w:lang w:eastAsia="fi-FI"/>
              </w:rPr>
              <w:t>DC_13A_n260(2O)</w:t>
            </w:r>
          </w:p>
          <w:p w14:paraId="471C52C3" w14:textId="77777777" w:rsidR="008108BF" w:rsidRPr="00E062F1" w:rsidRDefault="008108BF" w:rsidP="006B3BD2">
            <w:pPr>
              <w:pStyle w:val="TAC"/>
              <w:rPr>
                <w:lang w:eastAsia="fi-FI"/>
              </w:rPr>
            </w:pPr>
            <w:r w:rsidRPr="00E062F1">
              <w:rPr>
                <w:lang w:eastAsia="fi-FI"/>
              </w:rPr>
              <w:t>DC_13A_n260(3O)</w:t>
            </w:r>
          </w:p>
          <w:p w14:paraId="249FDBB5" w14:textId="77777777" w:rsidR="008108BF" w:rsidRPr="00E062F1" w:rsidRDefault="008108BF" w:rsidP="006B3BD2">
            <w:pPr>
              <w:pStyle w:val="TAC"/>
              <w:rPr>
                <w:lang w:eastAsia="fi-FI"/>
              </w:rPr>
            </w:pPr>
            <w:r w:rsidRPr="00E062F1">
              <w:rPr>
                <w:lang w:eastAsia="fi-FI"/>
              </w:rPr>
              <w:t>DC_13A_n260(4O)</w:t>
            </w:r>
          </w:p>
          <w:p w14:paraId="23BC7E08" w14:textId="77777777" w:rsidR="008108BF" w:rsidRPr="00E062F1" w:rsidRDefault="008108BF" w:rsidP="006B3BD2">
            <w:pPr>
              <w:pStyle w:val="TAC"/>
              <w:rPr>
                <w:lang w:eastAsia="fi-FI"/>
              </w:rPr>
            </w:pPr>
            <w:r w:rsidRPr="00E062F1">
              <w:rPr>
                <w:lang w:eastAsia="fi-FI"/>
              </w:rPr>
              <w:t>DC_13A_n260(A-G)</w:t>
            </w:r>
          </w:p>
          <w:p w14:paraId="113BB321" w14:textId="77777777" w:rsidR="008108BF" w:rsidRPr="00E062F1" w:rsidRDefault="008108BF" w:rsidP="006B3BD2">
            <w:pPr>
              <w:pStyle w:val="TAC"/>
              <w:rPr>
                <w:lang w:eastAsia="fi-FI"/>
              </w:rPr>
            </w:pPr>
            <w:r w:rsidRPr="00E062F1">
              <w:rPr>
                <w:rFonts w:cs="Arial"/>
                <w:szCs w:val="18"/>
              </w:rPr>
              <w:t>DC_13A_n260(A-2G)</w:t>
            </w:r>
          </w:p>
          <w:p w14:paraId="3A53B1A2" w14:textId="77777777" w:rsidR="008108BF" w:rsidRPr="00E062F1" w:rsidRDefault="008108BF" w:rsidP="006B3BD2">
            <w:pPr>
              <w:pStyle w:val="TAC"/>
              <w:rPr>
                <w:lang w:eastAsia="fi-FI"/>
              </w:rPr>
            </w:pPr>
            <w:r w:rsidRPr="00E062F1">
              <w:rPr>
                <w:rFonts w:cs="Arial"/>
                <w:szCs w:val="18"/>
              </w:rPr>
              <w:t>DC_13A_n260(A-P)</w:t>
            </w:r>
          </w:p>
          <w:p w14:paraId="37D279FB" w14:textId="77777777" w:rsidR="008108BF" w:rsidRPr="00E062F1" w:rsidRDefault="008108BF" w:rsidP="006B3BD2">
            <w:pPr>
              <w:pStyle w:val="TAC"/>
              <w:rPr>
                <w:rFonts w:cs="Arial"/>
                <w:szCs w:val="18"/>
              </w:rPr>
            </w:pPr>
            <w:r w:rsidRPr="00E062F1">
              <w:rPr>
                <w:rFonts w:cs="Arial"/>
                <w:szCs w:val="18"/>
              </w:rPr>
              <w:t>DC_13A_n260(A-Q)</w:t>
            </w:r>
          </w:p>
          <w:p w14:paraId="209E5BC4" w14:textId="77777777" w:rsidR="008108BF" w:rsidRPr="00E062F1" w:rsidRDefault="008108BF" w:rsidP="006B3BD2">
            <w:pPr>
              <w:pStyle w:val="TAC"/>
              <w:rPr>
                <w:rFonts w:cs="Arial"/>
                <w:szCs w:val="18"/>
              </w:rPr>
            </w:pPr>
            <w:r w:rsidRPr="00E062F1">
              <w:rPr>
                <w:rFonts w:cs="Arial"/>
                <w:szCs w:val="18"/>
              </w:rPr>
              <w:t>DC_13A_n260(2A-G)</w:t>
            </w:r>
          </w:p>
          <w:p w14:paraId="76332FEA" w14:textId="77777777" w:rsidR="008108BF" w:rsidRPr="00E062F1" w:rsidRDefault="008108BF" w:rsidP="006B3BD2">
            <w:pPr>
              <w:pStyle w:val="TAC"/>
              <w:rPr>
                <w:rFonts w:cs="Arial"/>
                <w:szCs w:val="18"/>
              </w:rPr>
            </w:pPr>
            <w:r w:rsidRPr="00E062F1">
              <w:rPr>
                <w:rFonts w:cs="Arial"/>
                <w:szCs w:val="18"/>
              </w:rPr>
              <w:t>DC_13A_n260(2A-H)</w:t>
            </w:r>
          </w:p>
          <w:p w14:paraId="24C20950" w14:textId="77777777" w:rsidR="008108BF" w:rsidRPr="00E062F1" w:rsidRDefault="008108BF" w:rsidP="006B3BD2">
            <w:pPr>
              <w:pStyle w:val="TAC"/>
              <w:rPr>
                <w:rFonts w:cs="Arial"/>
                <w:szCs w:val="18"/>
              </w:rPr>
            </w:pPr>
            <w:r w:rsidRPr="00E062F1">
              <w:rPr>
                <w:rFonts w:cs="Arial"/>
                <w:szCs w:val="18"/>
              </w:rPr>
              <w:t>DC_13A_n260(2A-2G)</w:t>
            </w:r>
          </w:p>
          <w:p w14:paraId="42EC0BB8" w14:textId="77777777" w:rsidR="008108BF" w:rsidRPr="00E062F1" w:rsidRDefault="008108BF" w:rsidP="006B3BD2">
            <w:pPr>
              <w:pStyle w:val="TAC"/>
              <w:rPr>
                <w:lang w:eastAsia="zh-TW"/>
              </w:rPr>
            </w:pPr>
            <w:r w:rsidRPr="00E062F1">
              <w:rPr>
                <w:lang w:eastAsia="fi-FI"/>
              </w:rPr>
              <w:t>DC_13A_n260(2A-2H)</w:t>
            </w:r>
          </w:p>
          <w:p w14:paraId="748A5A85" w14:textId="77777777" w:rsidR="008108BF" w:rsidRPr="00E062F1" w:rsidRDefault="008108BF" w:rsidP="006B3BD2">
            <w:pPr>
              <w:pStyle w:val="TAC"/>
              <w:rPr>
                <w:lang w:eastAsia="zh-TW"/>
              </w:rPr>
            </w:pPr>
            <w:r w:rsidRPr="00E062F1">
              <w:rPr>
                <w:rFonts w:eastAsia="Times New Roman" w:cs="Arial"/>
                <w:color w:val="000000"/>
                <w:szCs w:val="18"/>
              </w:rPr>
              <w:t>DC_13A_n260(3A-G)</w:t>
            </w:r>
          </w:p>
          <w:p w14:paraId="7ABFA7DC" w14:textId="77777777" w:rsidR="008108BF" w:rsidRPr="00E062F1" w:rsidRDefault="008108BF" w:rsidP="006B3BD2">
            <w:pPr>
              <w:pStyle w:val="TAC"/>
              <w:rPr>
                <w:rFonts w:cs="Arial"/>
                <w:szCs w:val="18"/>
              </w:rPr>
            </w:pPr>
            <w:r w:rsidRPr="00E062F1">
              <w:rPr>
                <w:rFonts w:cs="Arial"/>
                <w:szCs w:val="18"/>
              </w:rPr>
              <w:t>DC_13A_n260(3A-O)</w:t>
            </w:r>
          </w:p>
          <w:p w14:paraId="25979364" w14:textId="77777777" w:rsidR="008108BF" w:rsidRPr="00E062F1" w:rsidRDefault="008108BF" w:rsidP="006B3BD2">
            <w:pPr>
              <w:pStyle w:val="TAC"/>
              <w:rPr>
                <w:rFonts w:cs="Arial"/>
                <w:szCs w:val="18"/>
              </w:rPr>
            </w:pPr>
            <w:r w:rsidRPr="00E062F1">
              <w:rPr>
                <w:rFonts w:cs="Arial"/>
                <w:szCs w:val="18"/>
              </w:rPr>
              <w:t>DC_13A_n260(3A-P)</w:t>
            </w:r>
          </w:p>
          <w:p w14:paraId="42FE2F88" w14:textId="77777777" w:rsidR="008108BF" w:rsidRPr="00E062F1" w:rsidRDefault="008108BF" w:rsidP="006B3BD2">
            <w:pPr>
              <w:pStyle w:val="TAC"/>
              <w:rPr>
                <w:rFonts w:cs="Arial"/>
                <w:szCs w:val="18"/>
              </w:rPr>
            </w:pPr>
            <w:r w:rsidRPr="00E062F1">
              <w:rPr>
                <w:rFonts w:cs="Arial"/>
                <w:szCs w:val="18"/>
              </w:rPr>
              <w:t>DC_13A_n260(3A-2O)</w:t>
            </w:r>
          </w:p>
          <w:p w14:paraId="2C7243D5" w14:textId="77777777" w:rsidR="008108BF" w:rsidRPr="00E062F1" w:rsidRDefault="008108BF" w:rsidP="006B3BD2">
            <w:pPr>
              <w:pStyle w:val="TAC"/>
              <w:rPr>
                <w:lang w:eastAsia="fi-FI"/>
              </w:rPr>
            </w:pPr>
            <w:r w:rsidRPr="00E062F1">
              <w:rPr>
                <w:rFonts w:cs="Arial"/>
                <w:szCs w:val="18"/>
              </w:rPr>
              <w:t>DC_13A_n260(4A-O)</w:t>
            </w:r>
          </w:p>
          <w:p w14:paraId="36A10A89" w14:textId="77777777" w:rsidR="008108BF" w:rsidRPr="00E062F1" w:rsidRDefault="008108BF" w:rsidP="006B3BD2">
            <w:pPr>
              <w:pStyle w:val="TAC"/>
              <w:rPr>
                <w:rFonts w:cs="Arial"/>
                <w:szCs w:val="18"/>
              </w:rPr>
            </w:pPr>
            <w:r w:rsidRPr="00E062F1">
              <w:rPr>
                <w:lang w:eastAsia="fi-FI"/>
              </w:rPr>
              <w:t>DC_13A_n260(4A-2O)</w:t>
            </w:r>
          </w:p>
          <w:p w14:paraId="5B1E0089" w14:textId="77777777" w:rsidR="008108BF" w:rsidRPr="00E062F1" w:rsidRDefault="008108BF" w:rsidP="006B3BD2">
            <w:pPr>
              <w:pStyle w:val="TAC"/>
              <w:rPr>
                <w:rFonts w:cs="Arial"/>
                <w:szCs w:val="18"/>
              </w:rPr>
            </w:pPr>
            <w:r w:rsidRPr="00E062F1">
              <w:rPr>
                <w:rFonts w:cs="Arial"/>
                <w:szCs w:val="18"/>
              </w:rPr>
              <w:t>DC_13A_n260(P-Q)</w:t>
            </w:r>
          </w:p>
          <w:p w14:paraId="29076EA6" w14:textId="77777777" w:rsidR="008108BF" w:rsidRPr="00E062F1" w:rsidRDefault="008108BF" w:rsidP="006B3BD2">
            <w:pPr>
              <w:pStyle w:val="TAC"/>
              <w:rPr>
                <w:lang w:eastAsia="fi-FI"/>
              </w:rPr>
            </w:pPr>
            <w:r w:rsidRPr="00E062F1">
              <w:rPr>
                <w:lang w:eastAsia="fi-FI"/>
              </w:rPr>
              <w:t>DC_13A_n260(A-P-Q)</w:t>
            </w:r>
          </w:p>
          <w:p w14:paraId="1D2C98D8" w14:textId="77777777" w:rsidR="008108BF" w:rsidRPr="00E062F1" w:rsidRDefault="008108BF" w:rsidP="006B3BD2">
            <w:pPr>
              <w:pStyle w:val="TAC"/>
              <w:rPr>
                <w:lang w:eastAsia="fi-FI"/>
              </w:rPr>
            </w:pPr>
            <w:r w:rsidRPr="00E062F1">
              <w:rPr>
                <w:rFonts w:cs="Arial"/>
                <w:szCs w:val="18"/>
              </w:rPr>
              <w:t>DC_13A_n260(2A-O-P)</w:t>
            </w:r>
          </w:p>
          <w:p w14:paraId="52F05555" w14:textId="77777777" w:rsidR="008108BF" w:rsidRPr="00E062F1" w:rsidRDefault="008108BF" w:rsidP="006B3BD2">
            <w:pPr>
              <w:pStyle w:val="TAC"/>
              <w:rPr>
                <w:lang w:eastAsia="fi-FI"/>
              </w:rPr>
            </w:pPr>
            <w:r w:rsidRPr="00E062F1">
              <w:rPr>
                <w:lang w:eastAsia="fi-FI"/>
              </w:rPr>
              <w:t>DC_13A_n260(3A-O-P)</w:t>
            </w:r>
          </w:p>
          <w:p w14:paraId="690686ED" w14:textId="77777777" w:rsidR="008108BF" w:rsidRPr="00E062F1" w:rsidRDefault="008108BF" w:rsidP="006B3BD2">
            <w:pPr>
              <w:pStyle w:val="TAC"/>
              <w:rPr>
                <w:lang w:eastAsia="fi-FI"/>
              </w:rPr>
            </w:pPr>
            <w:r w:rsidRPr="00E062F1">
              <w:rPr>
                <w:lang w:eastAsia="fi-FI"/>
              </w:rPr>
              <w:t>DC_13A_n260(A-H)</w:t>
            </w:r>
          </w:p>
          <w:p w14:paraId="3A732543" w14:textId="77777777" w:rsidR="008108BF" w:rsidRPr="00E062F1" w:rsidRDefault="008108BF" w:rsidP="006B3BD2">
            <w:pPr>
              <w:pStyle w:val="TAC"/>
              <w:rPr>
                <w:lang w:eastAsia="fi-FI"/>
              </w:rPr>
            </w:pPr>
            <w:r w:rsidRPr="00E062F1">
              <w:rPr>
                <w:lang w:eastAsia="fi-FI"/>
              </w:rPr>
              <w:t>DC_13A_n260(A-2H)</w:t>
            </w:r>
          </w:p>
          <w:p w14:paraId="6E695C25" w14:textId="77777777" w:rsidR="008108BF" w:rsidRPr="00E062F1" w:rsidRDefault="008108BF" w:rsidP="006B3BD2">
            <w:pPr>
              <w:pStyle w:val="TAC"/>
              <w:rPr>
                <w:lang w:eastAsia="fi-FI"/>
              </w:rPr>
            </w:pPr>
            <w:r w:rsidRPr="00E062F1">
              <w:rPr>
                <w:lang w:eastAsia="fi-FI"/>
              </w:rPr>
              <w:t>DC_13A_n260(2A-O)</w:t>
            </w:r>
          </w:p>
          <w:p w14:paraId="5B00EB5B" w14:textId="77777777" w:rsidR="008108BF" w:rsidRPr="00E062F1" w:rsidRDefault="008108BF" w:rsidP="006B3BD2">
            <w:pPr>
              <w:pStyle w:val="TAC"/>
              <w:rPr>
                <w:lang w:eastAsia="fi-FI"/>
              </w:rPr>
            </w:pPr>
            <w:r w:rsidRPr="00E062F1">
              <w:rPr>
                <w:lang w:eastAsia="fi-FI"/>
              </w:rPr>
              <w:t>DC_13A_n260(A-O)</w:t>
            </w:r>
          </w:p>
          <w:p w14:paraId="4D51DBE6" w14:textId="77777777" w:rsidR="008108BF" w:rsidRPr="00E062F1" w:rsidRDefault="008108BF" w:rsidP="006B3BD2">
            <w:pPr>
              <w:pStyle w:val="TAC"/>
              <w:rPr>
                <w:lang w:eastAsia="fi-FI"/>
              </w:rPr>
            </w:pPr>
            <w:r w:rsidRPr="00E062F1">
              <w:rPr>
                <w:lang w:eastAsia="fi-FI"/>
              </w:rPr>
              <w:t>DC_13A_n260(2A-P)</w:t>
            </w:r>
          </w:p>
          <w:p w14:paraId="586DD83A" w14:textId="77777777" w:rsidR="008108BF" w:rsidRPr="00E062F1" w:rsidRDefault="008108BF" w:rsidP="006B3BD2">
            <w:pPr>
              <w:pStyle w:val="TAC"/>
              <w:rPr>
                <w:lang w:eastAsia="fi-FI"/>
              </w:rPr>
            </w:pPr>
            <w:r w:rsidRPr="00E062F1">
              <w:rPr>
                <w:lang w:eastAsia="fi-FI"/>
              </w:rPr>
              <w:t>DC_13A_n260(A-O-P)</w:t>
            </w:r>
          </w:p>
          <w:p w14:paraId="090D0277" w14:textId="77777777" w:rsidR="008108BF" w:rsidRPr="00E062F1" w:rsidRDefault="008108BF" w:rsidP="006B3BD2">
            <w:pPr>
              <w:pStyle w:val="TAC"/>
              <w:rPr>
                <w:lang w:eastAsia="fi-FI"/>
              </w:rPr>
            </w:pPr>
            <w:r w:rsidRPr="00E062F1">
              <w:rPr>
                <w:lang w:eastAsia="fi-FI"/>
              </w:rPr>
              <w:t>DC_13A_n260(O-P)</w:t>
            </w:r>
          </w:p>
          <w:p w14:paraId="53243717" w14:textId="77777777" w:rsidR="008108BF" w:rsidRPr="00E062F1" w:rsidRDefault="008108BF" w:rsidP="006B3BD2">
            <w:pPr>
              <w:pStyle w:val="TAC"/>
              <w:rPr>
                <w:lang w:eastAsia="fi-FI"/>
              </w:rPr>
            </w:pPr>
            <w:r w:rsidRPr="00E062F1">
              <w:rPr>
                <w:lang w:eastAsia="fi-FI"/>
              </w:rPr>
              <w:t>DC_13A_n260(2A-2O)</w:t>
            </w:r>
          </w:p>
          <w:p w14:paraId="2F625F79" w14:textId="77777777" w:rsidR="008108BF" w:rsidRPr="00E062F1" w:rsidRDefault="008108BF" w:rsidP="006B3BD2">
            <w:pPr>
              <w:pStyle w:val="TAC"/>
              <w:rPr>
                <w:lang w:eastAsia="zh-TW"/>
              </w:rPr>
            </w:pPr>
            <w:r w:rsidRPr="00E062F1">
              <w:rPr>
                <w:lang w:eastAsia="fi-FI"/>
              </w:rPr>
              <w:t>DC_13A_n260(A-2O)</w:t>
            </w:r>
          </w:p>
          <w:p w14:paraId="59ADE35B" w14:textId="6BF570EF" w:rsidR="008108BF" w:rsidRPr="00E062F1" w:rsidRDefault="008108BF" w:rsidP="006B3BD2">
            <w:pPr>
              <w:pStyle w:val="TAC"/>
              <w:rPr>
                <w:lang w:eastAsia="fi-FI"/>
              </w:rPr>
            </w:pPr>
            <w:r w:rsidRPr="00E062F1">
              <w:rPr>
                <w:rFonts w:eastAsia="Times New Roman" w:cs="Arial"/>
                <w:color w:val="000000"/>
                <w:szCs w:val="18"/>
              </w:rPr>
              <w:t>DC_13A_n260(G-H)</w:t>
            </w:r>
          </w:p>
        </w:tc>
        <w:tc>
          <w:tcPr>
            <w:tcW w:w="2846" w:type="dxa"/>
          </w:tcPr>
          <w:p w14:paraId="2263929D" w14:textId="77777777" w:rsidR="00E2014B" w:rsidRPr="00E062F1" w:rsidRDefault="00E2014B" w:rsidP="006B3BD2">
            <w:pPr>
              <w:pStyle w:val="TAC"/>
              <w:rPr>
                <w:rFonts w:cs="Arial"/>
                <w:lang w:eastAsia="ja-JP"/>
              </w:rPr>
            </w:pPr>
            <w:r w:rsidRPr="00E062F1">
              <w:rPr>
                <w:rFonts w:cs="Arial"/>
                <w:lang w:eastAsia="ja-JP"/>
              </w:rPr>
              <w:t>DC_13A_n260A</w:t>
            </w:r>
          </w:p>
          <w:p w14:paraId="60FC57FE" w14:textId="77777777" w:rsidR="00E2014B" w:rsidRPr="00E062F1" w:rsidRDefault="00E2014B" w:rsidP="006B3BD2">
            <w:pPr>
              <w:pStyle w:val="TAC"/>
              <w:rPr>
                <w:lang w:eastAsia="fi-FI"/>
              </w:rPr>
            </w:pPr>
            <w:r w:rsidRPr="00E062F1">
              <w:rPr>
                <w:lang w:eastAsia="fi-FI"/>
              </w:rPr>
              <w:t>DC_13A_n260G</w:t>
            </w:r>
          </w:p>
          <w:p w14:paraId="4BC885A3" w14:textId="77777777" w:rsidR="00E2014B" w:rsidRPr="00E062F1" w:rsidRDefault="00E2014B" w:rsidP="006B3BD2">
            <w:pPr>
              <w:pStyle w:val="TAC"/>
              <w:rPr>
                <w:rFonts w:cs="Arial"/>
                <w:lang w:eastAsia="ja-JP"/>
              </w:rPr>
            </w:pPr>
            <w:r w:rsidRPr="00E062F1">
              <w:rPr>
                <w:lang w:eastAsia="fi-FI"/>
              </w:rPr>
              <w:t>DC_13A_n260H</w:t>
            </w:r>
          </w:p>
          <w:p w14:paraId="66BB9A4D" w14:textId="77777777" w:rsidR="00E2014B" w:rsidRPr="00E062F1" w:rsidRDefault="00E2014B" w:rsidP="006B3BD2">
            <w:pPr>
              <w:pStyle w:val="TAC"/>
              <w:rPr>
                <w:rFonts w:cs="Arial"/>
                <w:szCs w:val="18"/>
              </w:rPr>
            </w:pPr>
            <w:r w:rsidRPr="00E062F1">
              <w:rPr>
                <w:rFonts w:cs="Arial"/>
                <w:szCs w:val="18"/>
              </w:rPr>
              <w:t>DC_13A_n260O</w:t>
            </w:r>
          </w:p>
          <w:p w14:paraId="461B5EE1" w14:textId="77777777" w:rsidR="00E2014B" w:rsidRPr="00E062F1" w:rsidRDefault="00E2014B" w:rsidP="006B3BD2">
            <w:pPr>
              <w:pStyle w:val="TAC"/>
              <w:rPr>
                <w:rFonts w:cs="Arial"/>
                <w:lang w:eastAsia="ja-JP"/>
              </w:rPr>
            </w:pPr>
            <w:r w:rsidRPr="00E062F1">
              <w:rPr>
                <w:rFonts w:cs="Arial"/>
                <w:szCs w:val="18"/>
              </w:rPr>
              <w:t>DC_13A_n260P</w:t>
            </w:r>
          </w:p>
          <w:p w14:paraId="2313AE97" w14:textId="77777777" w:rsidR="00E2014B" w:rsidRPr="00E062F1" w:rsidRDefault="00E2014B" w:rsidP="006B3BD2">
            <w:pPr>
              <w:pStyle w:val="TAC"/>
              <w:rPr>
                <w:rFonts w:cs="Arial"/>
                <w:lang w:eastAsia="ja-JP"/>
              </w:rPr>
            </w:pPr>
            <w:r w:rsidRPr="00E062F1">
              <w:rPr>
                <w:rFonts w:cs="Arial"/>
                <w:szCs w:val="18"/>
              </w:rPr>
              <w:t>DC_13A_n260Q</w:t>
            </w:r>
          </w:p>
          <w:p w14:paraId="7EF7F3E5" w14:textId="3504A019" w:rsidR="008108BF" w:rsidRPr="00E062F1" w:rsidRDefault="008108BF" w:rsidP="006B3BD2">
            <w:pPr>
              <w:pStyle w:val="TAC"/>
              <w:rPr>
                <w:lang w:eastAsia="fi-FI"/>
              </w:rPr>
            </w:pPr>
          </w:p>
        </w:tc>
      </w:tr>
      <w:tr w:rsidR="00CC6D2A" w:rsidRPr="00E062F1" w:rsidDel="00FB0488" w14:paraId="2D76F403" w14:textId="77777777" w:rsidTr="006B3BD2">
        <w:trPr>
          <w:trHeight w:val="187"/>
          <w:jc w:val="center"/>
        </w:trPr>
        <w:tc>
          <w:tcPr>
            <w:tcW w:w="2972" w:type="dxa"/>
            <w:shd w:val="clear" w:color="auto" w:fill="auto"/>
          </w:tcPr>
          <w:p w14:paraId="283BAD16" w14:textId="77777777" w:rsidR="00CC6D2A" w:rsidRPr="00E062F1" w:rsidRDefault="00CC6D2A" w:rsidP="006B3BD2">
            <w:pPr>
              <w:pStyle w:val="TAC"/>
              <w:rPr>
                <w:lang w:eastAsia="ja-JP"/>
              </w:rPr>
            </w:pPr>
            <w:r w:rsidRPr="00E062F1">
              <w:rPr>
                <w:rFonts w:cs="Arial"/>
                <w:szCs w:val="18"/>
              </w:rPr>
              <w:t>DC_13A_n261A</w:t>
            </w:r>
          </w:p>
          <w:p w14:paraId="146BE49C" w14:textId="77777777" w:rsidR="00CC6D2A" w:rsidRPr="00E062F1" w:rsidRDefault="00CC6D2A" w:rsidP="006B3BD2">
            <w:pPr>
              <w:pStyle w:val="TAC"/>
              <w:rPr>
                <w:lang w:eastAsia="ja-JP"/>
              </w:rPr>
            </w:pPr>
            <w:r w:rsidRPr="00E062F1">
              <w:rPr>
                <w:lang w:eastAsia="ja-JP"/>
              </w:rPr>
              <w:t>DC_13A_n261G</w:t>
            </w:r>
          </w:p>
          <w:p w14:paraId="4DC4CF1A" w14:textId="7C5E33F8" w:rsidR="00CC6D2A" w:rsidRPr="00E062F1" w:rsidRDefault="00CC6D2A" w:rsidP="006B3BD2">
            <w:pPr>
              <w:pStyle w:val="TAC"/>
              <w:rPr>
                <w:lang w:eastAsia="ja-JP"/>
              </w:rPr>
            </w:pPr>
            <w:r w:rsidRPr="00E062F1">
              <w:rPr>
                <w:lang w:eastAsia="ja-JP"/>
              </w:rPr>
              <w:t>DC_13A_n261H</w:t>
            </w:r>
          </w:p>
          <w:p w14:paraId="1249FD60" w14:textId="77777777" w:rsidR="00CC6D2A" w:rsidRPr="00E062F1" w:rsidRDefault="00CC6D2A" w:rsidP="006B3BD2">
            <w:pPr>
              <w:pStyle w:val="TAC"/>
              <w:rPr>
                <w:rFonts w:eastAsiaTheme="minorEastAsia"/>
                <w:lang w:eastAsia="ja-JP"/>
              </w:rPr>
            </w:pPr>
            <w:r w:rsidRPr="00E062F1">
              <w:rPr>
                <w:lang w:eastAsia="ja-JP"/>
              </w:rPr>
              <w:t>DC_13A_n261J</w:t>
            </w:r>
          </w:p>
          <w:p w14:paraId="0A2DF052" w14:textId="4FB61CF6" w:rsidR="00CC6D2A" w:rsidRPr="00E062F1" w:rsidRDefault="00CC6D2A" w:rsidP="006B3BD2">
            <w:pPr>
              <w:pStyle w:val="TAC"/>
              <w:rPr>
                <w:lang w:eastAsia="ja-JP"/>
              </w:rPr>
            </w:pPr>
            <w:r w:rsidRPr="00E062F1">
              <w:rPr>
                <w:lang w:eastAsia="ja-JP"/>
              </w:rPr>
              <w:t>DC_13A_n261K</w:t>
            </w:r>
          </w:p>
          <w:p w14:paraId="1F691D62" w14:textId="77777777" w:rsidR="00CC6D2A" w:rsidRPr="00E062F1" w:rsidRDefault="00CC6D2A" w:rsidP="006B3BD2">
            <w:pPr>
              <w:pStyle w:val="TAC"/>
              <w:rPr>
                <w:lang w:eastAsia="ja-JP"/>
              </w:rPr>
            </w:pPr>
            <w:r w:rsidRPr="00E062F1">
              <w:rPr>
                <w:lang w:eastAsia="ja-JP"/>
              </w:rPr>
              <w:t>DC_13A_n261I</w:t>
            </w:r>
          </w:p>
          <w:p w14:paraId="1E98F6CB" w14:textId="77777777" w:rsidR="00CC6D2A" w:rsidRPr="00E062F1" w:rsidRDefault="00CC6D2A" w:rsidP="006B3BD2">
            <w:pPr>
              <w:pStyle w:val="TAC"/>
              <w:rPr>
                <w:lang w:eastAsia="ja-JP"/>
              </w:rPr>
            </w:pPr>
            <w:r w:rsidRPr="00E062F1">
              <w:rPr>
                <w:rFonts w:cs="Arial"/>
                <w:szCs w:val="18"/>
              </w:rPr>
              <w:t>DC_13A_n261L</w:t>
            </w:r>
          </w:p>
          <w:p w14:paraId="7B74B74B" w14:textId="6D409A71" w:rsidR="00CC6D2A" w:rsidRPr="00E062F1" w:rsidDel="00FB0488" w:rsidRDefault="00CC6D2A" w:rsidP="006B3BD2">
            <w:pPr>
              <w:pStyle w:val="TAC"/>
              <w:rPr>
                <w:rFonts w:cs="Arial"/>
                <w:szCs w:val="18"/>
              </w:rPr>
            </w:pPr>
            <w:r w:rsidRPr="00E062F1">
              <w:rPr>
                <w:lang w:eastAsia="ja-JP"/>
              </w:rPr>
              <w:t>DC_13A_n261M</w:t>
            </w:r>
          </w:p>
        </w:tc>
        <w:tc>
          <w:tcPr>
            <w:tcW w:w="2846" w:type="dxa"/>
          </w:tcPr>
          <w:p w14:paraId="6271D2F1" w14:textId="77777777" w:rsidR="00CC6D2A" w:rsidRPr="00E062F1" w:rsidRDefault="00CC6D2A" w:rsidP="006B3BD2">
            <w:pPr>
              <w:pStyle w:val="TAC"/>
              <w:rPr>
                <w:lang w:eastAsia="ja-JP"/>
              </w:rPr>
            </w:pPr>
            <w:r w:rsidRPr="00E062F1">
              <w:rPr>
                <w:rFonts w:cs="Arial"/>
                <w:szCs w:val="18"/>
              </w:rPr>
              <w:t>DC_13A_n261A</w:t>
            </w:r>
          </w:p>
          <w:p w14:paraId="43B644FD" w14:textId="77777777" w:rsidR="00CC6D2A" w:rsidRPr="00E062F1" w:rsidRDefault="00CC6D2A" w:rsidP="006B3BD2">
            <w:pPr>
              <w:pStyle w:val="TAC"/>
              <w:rPr>
                <w:lang w:eastAsia="ja-JP"/>
              </w:rPr>
            </w:pPr>
            <w:r w:rsidRPr="00E062F1">
              <w:rPr>
                <w:lang w:eastAsia="ja-JP"/>
              </w:rPr>
              <w:t>DC_13A_n261G</w:t>
            </w:r>
          </w:p>
          <w:p w14:paraId="428164CB" w14:textId="77777777" w:rsidR="00CC6D2A" w:rsidRPr="00E062F1" w:rsidRDefault="00CC6D2A" w:rsidP="006B3BD2">
            <w:pPr>
              <w:pStyle w:val="TAC"/>
              <w:rPr>
                <w:lang w:eastAsia="ja-JP"/>
              </w:rPr>
            </w:pPr>
            <w:r w:rsidRPr="00E062F1">
              <w:rPr>
                <w:lang w:eastAsia="ja-JP"/>
              </w:rPr>
              <w:t>DC_13A_n261H</w:t>
            </w:r>
          </w:p>
          <w:p w14:paraId="47A8B00E" w14:textId="79049323" w:rsidR="00CC6D2A" w:rsidRPr="00E062F1" w:rsidDel="00FB0488" w:rsidRDefault="00CC6D2A" w:rsidP="006B3BD2">
            <w:pPr>
              <w:pStyle w:val="TAC"/>
              <w:rPr>
                <w:rFonts w:cs="Arial"/>
                <w:szCs w:val="18"/>
              </w:rPr>
            </w:pPr>
            <w:r w:rsidRPr="00E062F1">
              <w:rPr>
                <w:lang w:eastAsia="ja-JP"/>
              </w:rPr>
              <w:t>DC_13A_n261I</w:t>
            </w:r>
          </w:p>
        </w:tc>
      </w:tr>
      <w:tr w:rsidR="00CC6D2A" w:rsidRPr="00E062F1" w14:paraId="5A6518C7" w14:textId="77777777" w:rsidTr="006B3BD2">
        <w:trPr>
          <w:trHeight w:val="187"/>
          <w:jc w:val="center"/>
        </w:trPr>
        <w:tc>
          <w:tcPr>
            <w:tcW w:w="2972" w:type="dxa"/>
            <w:shd w:val="clear" w:color="auto" w:fill="auto"/>
          </w:tcPr>
          <w:p w14:paraId="618D9E4E" w14:textId="77777777" w:rsidR="004077BF" w:rsidRPr="00E062F1" w:rsidRDefault="004077BF" w:rsidP="006B3BD2">
            <w:pPr>
              <w:pStyle w:val="TAC"/>
              <w:rPr>
                <w:rFonts w:cs="Arial"/>
                <w:szCs w:val="18"/>
                <w:lang w:eastAsia="zh-TW"/>
              </w:rPr>
            </w:pPr>
            <w:r w:rsidRPr="00E062F1">
              <w:rPr>
                <w:rFonts w:cs="Arial"/>
                <w:szCs w:val="18"/>
              </w:rPr>
              <w:lastRenderedPageBreak/>
              <w:t>DC_13A_n261(2A)</w:t>
            </w:r>
          </w:p>
          <w:p w14:paraId="10FEF83C" w14:textId="77777777" w:rsidR="004077BF" w:rsidRPr="00E062F1" w:rsidRDefault="004077BF" w:rsidP="006B3BD2">
            <w:pPr>
              <w:pStyle w:val="TAC"/>
              <w:rPr>
                <w:rFonts w:cs="Arial"/>
                <w:szCs w:val="18"/>
                <w:lang w:eastAsia="zh-TW"/>
              </w:rPr>
            </w:pPr>
            <w:r w:rsidRPr="00E062F1">
              <w:rPr>
                <w:rFonts w:eastAsia="Times New Roman" w:cs="Arial"/>
                <w:color w:val="000000"/>
                <w:szCs w:val="18"/>
              </w:rPr>
              <w:t>DC_13A_n261(2G)</w:t>
            </w:r>
          </w:p>
          <w:p w14:paraId="2085C228" w14:textId="77777777" w:rsidR="004077BF" w:rsidRPr="00E062F1" w:rsidRDefault="004077BF" w:rsidP="006B3BD2">
            <w:pPr>
              <w:pStyle w:val="TAC"/>
              <w:rPr>
                <w:lang w:eastAsia="ja-JP"/>
              </w:rPr>
            </w:pPr>
            <w:r w:rsidRPr="00E062F1">
              <w:rPr>
                <w:rFonts w:cs="Arial"/>
                <w:szCs w:val="18"/>
              </w:rPr>
              <w:t>DC_13A_n261(3A)</w:t>
            </w:r>
          </w:p>
          <w:p w14:paraId="46764063" w14:textId="77777777" w:rsidR="004077BF" w:rsidRPr="00E062F1" w:rsidRDefault="004077BF" w:rsidP="006B3BD2">
            <w:pPr>
              <w:pStyle w:val="TAC"/>
              <w:rPr>
                <w:rFonts w:cs="Arial"/>
                <w:szCs w:val="18"/>
                <w:lang w:eastAsia="ja-JP"/>
              </w:rPr>
            </w:pPr>
            <w:r w:rsidRPr="00E062F1">
              <w:rPr>
                <w:lang w:eastAsia="ja-JP"/>
              </w:rPr>
              <w:t>DC_13A_n261(4A)</w:t>
            </w:r>
          </w:p>
          <w:p w14:paraId="4190F739" w14:textId="77777777" w:rsidR="004077BF" w:rsidRPr="00E062F1" w:rsidRDefault="004077BF" w:rsidP="006B3BD2">
            <w:pPr>
              <w:pStyle w:val="TAC"/>
              <w:rPr>
                <w:rFonts w:cs="Arial"/>
                <w:szCs w:val="18"/>
                <w:lang w:eastAsia="ja-JP"/>
              </w:rPr>
            </w:pPr>
            <w:r w:rsidRPr="00E062F1">
              <w:rPr>
                <w:rFonts w:cs="Arial"/>
                <w:szCs w:val="18"/>
                <w:lang w:eastAsia="ja-JP"/>
              </w:rPr>
              <w:t>DC_13A_n261(2H)</w:t>
            </w:r>
          </w:p>
          <w:p w14:paraId="716916B4" w14:textId="77777777" w:rsidR="004077BF" w:rsidRPr="00E062F1" w:rsidRDefault="004077BF" w:rsidP="006B3BD2">
            <w:pPr>
              <w:pStyle w:val="TAC"/>
              <w:rPr>
                <w:rFonts w:cs="Arial"/>
                <w:szCs w:val="18"/>
                <w:lang w:eastAsia="ja-JP"/>
              </w:rPr>
            </w:pPr>
            <w:r w:rsidRPr="00E062F1">
              <w:rPr>
                <w:rFonts w:cs="Arial"/>
                <w:szCs w:val="18"/>
                <w:lang w:eastAsia="ja-JP"/>
              </w:rPr>
              <w:t>DC_13A_n261(2I)</w:t>
            </w:r>
          </w:p>
          <w:p w14:paraId="6798DECA" w14:textId="77777777" w:rsidR="004077BF" w:rsidRPr="00E062F1" w:rsidRDefault="004077BF" w:rsidP="006B3BD2">
            <w:pPr>
              <w:pStyle w:val="TAC"/>
              <w:rPr>
                <w:rFonts w:cs="Arial"/>
                <w:szCs w:val="18"/>
                <w:lang w:eastAsia="zh-TW"/>
              </w:rPr>
            </w:pPr>
            <w:r w:rsidRPr="00E062F1">
              <w:rPr>
                <w:rFonts w:cs="Arial"/>
                <w:szCs w:val="18"/>
              </w:rPr>
              <w:t>DC_13A_n261(A-G)</w:t>
            </w:r>
          </w:p>
          <w:p w14:paraId="6EA7DEB2" w14:textId="77777777" w:rsidR="004077BF" w:rsidRPr="00E062F1" w:rsidRDefault="004077BF" w:rsidP="006B3BD2">
            <w:pPr>
              <w:pStyle w:val="TAC"/>
              <w:rPr>
                <w:rFonts w:cs="Arial"/>
                <w:szCs w:val="18"/>
              </w:rPr>
            </w:pPr>
            <w:r w:rsidRPr="00E062F1">
              <w:rPr>
                <w:rFonts w:eastAsia="Times New Roman" w:cs="Arial"/>
                <w:color w:val="000000"/>
                <w:szCs w:val="18"/>
              </w:rPr>
              <w:t>DC_13A_n261(A-K)</w:t>
            </w:r>
          </w:p>
          <w:p w14:paraId="39174169" w14:textId="77777777" w:rsidR="004077BF" w:rsidRPr="00E062F1" w:rsidRDefault="004077BF" w:rsidP="006B3BD2">
            <w:pPr>
              <w:pStyle w:val="TAC"/>
              <w:rPr>
                <w:rFonts w:cs="Arial"/>
                <w:szCs w:val="18"/>
                <w:lang w:eastAsia="zh-TW"/>
              </w:rPr>
            </w:pPr>
            <w:r w:rsidRPr="00E062F1">
              <w:rPr>
                <w:rFonts w:eastAsia="Times New Roman" w:cs="Arial"/>
                <w:color w:val="000000"/>
                <w:szCs w:val="18"/>
              </w:rPr>
              <w:t>DC_13A_n261(A-2G)</w:t>
            </w:r>
          </w:p>
          <w:p w14:paraId="4C351E9A" w14:textId="77777777" w:rsidR="004077BF" w:rsidRPr="00E062F1" w:rsidRDefault="004077BF" w:rsidP="006B3BD2">
            <w:pPr>
              <w:pStyle w:val="TAC"/>
              <w:rPr>
                <w:lang w:eastAsia="ja-JP"/>
              </w:rPr>
            </w:pPr>
            <w:r w:rsidRPr="00E062F1">
              <w:rPr>
                <w:lang w:eastAsia="ja-JP"/>
              </w:rPr>
              <w:t>DC_13A_n261(A-H)</w:t>
            </w:r>
          </w:p>
          <w:p w14:paraId="2CE3E266" w14:textId="77777777" w:rsidR="004077BF" w:rsidRPr="00E062F1" w:rsidRDefault="004077BF" w:rsidP="006B3BD2">
            <w:pPr>
              <w:pStyle w:val="TAC"/>
              <w:rPr>
                <w:rFonts w:cs="Arial"/>
                <w:szCs w:val="18"/>
                <w:lang w:eastAsia="zh-TW"/>
              </w:rPr>
            </w:pPr>
            <w:r w:rsidRPr="00E062F1">
              <w:rPr>
                <w:rFonts w:cs="Arial"/>
                <w:szCs w:val="18"/>
              </w:rPr>
              <w:t>DC_13A_n261(A-I)</w:t>
            </w:r>
          </w:p>
          <w:p w14:paraId="3D711E79" w14:textId="77777777" w:rsidR="004077BF" w:rsidRPr="00E062F1" w:rsidRDefault="004077BF" w:rsidP="006B3BD2">
            <w:pPr>
              <w:pStyle w:val="TAC"/>
              <w:rPr>
                <w:rFonts w:cs="Arial"/>
                <w:szCs w:val="18"/>
              </w:rPr>
            </w:pPr>
            <w:r w:rsidRPr="00E062F1">
              <w:rPr>
                <w:rFonts w:eastAsia="Times New Roman" w:cs="Arial"/>
                <w:color w:val="000000"/>
                <w:szCs w:val="18"/>
              </w:rPr>
              <w:t>DC_13A_n261(A-J)</w:t>
            </w:r>
          </w:p>
          <w:p w14:paraId="37AAE35F" w14:textId="77777777" w:rsidR="004077BF" w:rsidRPr="00E062F1" w:rsidRDefault="004077BF" w:rsidP="006B3BD2">
            <w:pPr>
              <w:pStyle w:val="TAC"/>
              <w:rPr>
                <w:rFonts w:eastAsia="Times New Roman" w:cs="Arial"/>
                <w:color w:val="000000"/>
                <w:szCs w:val="18"/>
              </w:rPr>
            </w:pPr>
            <w:r w:rsidRPr="00E062F1">
              <w:rPr>
                <w:rFonts w:eastAsia="Times New Roman" w:cs="Arial"/>
                <w:color w:val="000000"/>
                <w:szCs w:val="18"/>
              </w:rPr>
              <w:t>DC_13A_n261(2A-G)</w:t>
            </w:r>
          </w:p>
          <w:p w14:paraId="31E17E11" w14:textId="77777777" w:rsidR="004077BF" w:rsidRPr="00E062F1" w:rsidRDefault="004077BF" w:rsidP="006B3BD2">
            <w:pPr>
              <w:pStyle w:val="TAC"/>
              <w:rPr>
                <w:lang w:eastAsia="ja-JP"/>
              </w:rPr>
            </w:pPr>
            <w:r w:rsidRPr="00E062F1">
              <w:rPr>
                <w:rFonts w:eastAsia="Times New Roman" w:cs="Arial"/>
                <w:color w:val="000000"/>
                <w:szCs w:val="18"/>
              </w:rPr>
              <w:t>DC_13A_n261(2A-H)</w:t>
            </w:r>
          </w:p>
          <w:p w14:paraId="32AE21C0" w14:textId="77777777" w:rsidR="004077BF" w:rsidRPr="00E062F1" w:rsidRDefault="004077BF" w:rsidP="006B3BD2">
            <w:pPr>
              <w:pStyle w:val="TAC"/>
              <w:rPr>
                <w:rFonts w:eastAsia="Times New Roman" w:cs="Arial"/>
                <w:color w:val="000000"/>
                <w:szCs w:val="18"/>
              </w:rPr>
            </w:pPr>
            <w:r w:rsidRPr="00E062F1">
              <w:rPr>
                <w:rFonts w:eastAsia="Times New Roman" w:cs="Arial"/>
                <w:color w:val="000000"/>
                <w:szCs w:val="18"/>
              </w:rPr>
              <w:t>DC_13A_n261(2A-I)</w:t>
            </w:r>
          </w:p>
          <w:p w14:paraId="5D5198D7" w14:textId="77777777" w:rsidR="004077BF" w:rsidRPr="00E062F1" w:rsidRDefault="004077BF" w:rsidP="006B3BD2">
            <w:pPr>
              <w:pStyle w:val="TAC"/>
              <w:rPr>
                <w:rFonts w:cs="Arial"/>
                <w:color w:val="000000"/>
                <w:szCs w:val="18"/>
                <w:lang w:eastAsia="zh-TW"/>
              </w:rPr>
            </w:pPr>
            <w:r w:rsidRPr="00E062F1">
              <w:rPr>
                <w:rFonts w:eastAsia="Times New Roman" w:cs="Arial"/>
                <w:color w:val="000000"/>
                <w:szCs w:val="18"/>
              </w:rPr>
              <w:t>DC_13A_n261(3A-G)</w:t>
            </w:r>
          </w:p>
          <w:p w14:paraId="1E6164FF" w14:textId="77777777" w:rsidR="004077BF" w:rsidRPr="00E062F1" w:rsidRDefault="004077BF" w:rsidP="006B3BD2">
            <w:pPr>
              <w:pStyle w:val="TAC"/>
              <w:rPr>
                <w:lang w:eastAsia="ja-JP"/>
              </w:rPr>
            </w:pPr>
            <w:r w:rsidRPr="00E062F1">
              <w:rPr>
                <w:lang w:eastAsia="ja-JP"/>
              </w:rPr>
              <w:t>DC_13A_n261(G-H)</w:t>
            </w:r>
          </w:p>
          <w:p w14:paraId="196C4BE7" w14:textId="77777777" w:rsidR="004077BF" w:rsidRPr="00E062F1" w:rsidRDefault="004077BF" w:rsidP="006B3BD2">
            <w:pPr>
              <w:pStyle w:val="TAC"/>
              <w:rPr>
                <w:rFonts w:cs="Arial"/>
                <w:szCs w:val="18"/>
                <w:lang w:eastAsia="zh-TW"/>
              </w:rPr>
            </w:pPr>
            <w:r w:rsidRPr="00E062F1">
              <w:rPr>
                <w:rFonts w:cs="Arial"/>
                <w:szCs w:val="18"/>
              </w:rPr>
              <w:t>DC_13A_n261(G-I)</w:t>
            </w:r>
          </w:p>
          <w:p w14:paraId="6AA89869" w14:textId="77777777" w:rsidR="004077BF" w:rsidRPr="00E062F1" w:rsidRDefault="004077BF" w:rsidP="006B3BD2">
            <w:pPr>
              <w:pStyle w:val="TAC"/>
              <w:rPr>
                <w:lang w:eastAsia="zh-TW"/>
              </w:rPr>
            </w:pPr>
            <w:r w:rsidRPr="00E062F1">
              <w:rPr>
                <w:rFonts w:eastAsia="Times New Roman" w:cs="Arial"/>
                <w:color w:val="000000"/>
                <w:szCs w:val="18"/>
              </w:rPr>
              <w:t>DC_13A_n261(G-J)</w:t>
            </w:r>
          </w:p>
          <w:p w14:paraId="60EBD686" w14:textId="77777777" w:rsidR="004077BF" w:rsidRPr="00E062F1" w:rsidRDefault="004077BF" w:rsidP="006B3BD2">
            <w:pPr>
              <w:pStyle w:val="TAC"/>
              <w:rPr>
                <w:lang w:eastAsia="ja-JP"/>
              </w:rPr>
            </w:pPr>
            <w:r w:rsidRPr="00E062F1">
              <w:rPr>
                <w:lang w:eastAsia="ja-JP"/>
              </w:rPr>
              <w:t>DC_13A_n261(H-I)</w:t>
            </w:r>
          </w:p>
          <w:p w14:paraId="5291BF7A" w14:textId="77777777" w:rsidR="004077BF" w:rsidRPr="00E062F1" w:rsidRDefault="004077BF" w:rsidP="006B3BD2">
            <w:pPr>
              <w:pStyle w:val="TAC"/>
              <w:rPr>
                <w:lang w:eastAsia="ja-JP"/>
              </w:rPr>
            </w:pPr>
            <w:r w:rsidRPr="00E062F1">
              <w:rPr>
                <w:lang w:eastAsia="ja-JP"/>
              </w:rPr>
              <w:t>DC_13A_n261(A-G-H)</w:t>
            </w:r>
          </w:p>
          <w:p w14:paraId="39789C41" w14:textId="3C6B7B45" w:rsidR="00CC6D2A" w:rsidRPr="00E062F1" w:rsidRDefault="004077BF" w:rsidP="006B3BD2">
            <w:pPr>
              <w:pStyle w:val="TAC"/>
              <w:rPr>
                <w:noProof/>
                <w:lang w:eastAsia="zh-CN"/>
              </w:rPr>
            </w:pPr>
            <w:r w:rsidRPr="00E062F1">
              <w:rPr>
                <w:lang w:eastAsia="ja-JP"/>
              </w:rPr>
              <w:t>DC_13A_n261(A-G-I)</w:t>
            </w:r>
          </w:p>
        </w:tc>
        <w:tc>
          <w:tcPr>
            <w:tcW w:w="2846" w:type="dxa"/>
          </w:tcPr>
          <w:p w14:paraId="05A13911" w14:textId="4BE69122" w:rsidR="00CC6D2A" w:rsidRPr="00E062F1" w:rsidRDefault="00CC6D2A" w:rsidP="006B3BD2">
            <w:pPr>
              <w:pStyle w:val="TAC"/>
              <w:rPr>
                <w:rFonts w:cs="Arial"/>
                <w:szCs w:val="18"/>
              </w:rPr>
            </w:pPr>
            <w:r w:rsidRPr="00E062F1">
              <w:rPr>
                <w:rFonts w:cs="Arial"/>
                <w:szCs w:val="18"/>
              </w:rPr>
              <w:t>DC_13A_n261A</w:t>
            </w:r>
          </w:p>
          <w:p w14:paraId="1516EDD6" w14:textId="77777777" w:rsidR="00CC6D2A" w:rsidRPr="00E062F1" w:rsidRDefault="00CC6D2A" w:rsidP="006B3BD2">
            <w:pPr>
              <w:pStyle w:val="TAC"/>
              <w:rPr>
                <w:rFonts w:cs="Arial"/>
                <w:szCs w:val="18"/>
              </w:rPr>
            </w:pPr>
            <w:r w:rsidRPr="00E062F1">
              <w:rPr>
                <w:noProof/>
                <w:lang w:eastAsia="zh-CN"/>
              </w:rPr>
              <w:t>DC_13A_n261G</w:t>
            </w:r>
          </w:p>
          <w:p w14:paraId="2BAEE81C" w14:textId="77777777" w:rsidR="00CC6D2A" w:rsidRPr="00E062F1" w:rsidRDefault="00CC6D2A" w:rsidP="006B3BD2">
            <w:pPr>
              <w:pStyle w:val="TAC"/>
              <w:rPr>
                <w:noProof/>
                <w:lang w:eastAsia="zh-CN"/>
              </w:rPr>
            </w:pPr>
            <w:r w:rsidRPr="00E062F1">
              <w:rPr>
                <w:noProof/>
                <w:lang w:eastAsia="zh-CN"/>
              </w:rPr>
              <w:t>DC_13A_n261H</w:t>
            </w:r>
          </w:p>
          <w:p w14:paraId="630F3B5C" w14:textId="31530120" w:rsidR="00CC6D2A" w:rsidRPr="00E062F1" w:rsidRDefault="00CC6D2A" w:rsidP="006B3BD2">
            <w:pPr>
              <w:pStyle w:val="TAC"/>
              <w:rPr>
                <w:noProof/>
                <w:lang w:eastAsia="zh-CN"/>
              </w:rPr>
            </w:pPr>
            <w:r w:rsidRPr="00E062F1">
              <w:rPr>
                <w:rFonts w:cs="Arial"/>
                <w:szCs w:val="18"/>
              </w:rPr>
              <w:t>DC_13A_n261I</w:t>
            </w:r>
          </w:p>
        </w:tc>
      </w:tr>
      <w:tr w:rsidR="00CC6D2A" w:rsidRPr="00E062F1" w:rsidDel="00FB0488" w14:paraId="34D19E00" w14:textId="77777777" w:rsidTr="006B3BD2">
        <w:trPr>
          <w:trHeight w:val="187"/>
          <w:jc w:val="center"/>
        </w:trPr>
        <w:tc>
          <w:tcPr>
            <w:tcW w:w="2972" w:type="dxa"/>
            <w:shd w:val="clear" w:color="auto" w:fill="auto"/>
          </w:tcPr>
          <w:p w14:paraId="038F3D35" w14:textId="77777777" w:rsidR="00CC6D2A" w:rsidRPr="006B3BD2" w:rsidRDefault="00CC6D2A" w:rsidP="006B3BD2">
            <w:pPr>
              <w:pStyle w:val="TAC"/>
              <w:rPr>
                <w:bCs/>
                <w:lang w:eastAsia="zh-CN"/>
              </w:rPr>
            </w:pPr>
            <w:r w:rsidRPr="006B3BD2">
              <w:rPr>
                <w:bCs/>
                <w:lang w:eastAsia="fi-FI"/>
              </w:rPr>
              <w:t>DC_</w:t>
            </w:r>
            <w:r w:rsidRPr="006B3BD2">
              <w:rPr>
                <w:bCs/>
                <w:lang w:eastAsia="zh-CN"/>
              </w:rPr>
              <w:t>14A_n260A</w:t>
            </w:r>
          </w:p>
          <w:p w14:paraId="292BBE4C" w14:textId="77777777" w:rsidR="00CC6D2A" w:rsidRPr="006B3BD2" w:rsidRDefault="00CC6D2A" w:rsidP="006B3BD2">
            <w:pPr>
              <w:pStyle w:val="TAC"/>
              <w:rPr>
                <w:bCs/>
                <w:lang w:eastAsia="zh-CN"/>
              </w:rPr>
            </w:pPr>
            <w:r w:rsidRPr="006B3BD2">
              <w:rPr>
                <w:bCs/>
                <w:lang w:eastAsia="fi-FI"/>
              </w:rPr>
              <w:t>DC_</w:t>
            </w:r>
            <w:r w:rsidRPr="006B3BD2">
              <w:rPr>
                <w:bCs/>
                <w:lang w:eastAsia="zh-CN"/>
              </w:rPr>
              <w:t>14A_n260G</w:t>
            </w:r>
          </w:p>
          <w:p w14:paraId="0E302B40" w14:textId="77777777" w:rsidR="00CC6D2A" w:rsidRPr="006B3BD2" w:rsidRDefault="00CC6D2A" w:rsidP="006B3BD2">
            <w:pPr>
              <w:pStyle w:val="TAC"/>
              <w:rPr>
                <w:bCs/>
                <w:lang w:eastAsia="zh-CN"/>
              </w:rPr>
            </w:pPr>
            <w:r w:rsidRPr="006B3BD2">
              <w:rPr>
                <w:bCs/>
                <w:lang w:eastAsia="fi-FI"/>
              </w:rPr>
              <w:t>DC_</w:t>
            </w:r>
            <w:r w:rsidRPr="006B3BD2">
              <w:rPr>
                <w:bCs/>
                <w:lang w:eastAsia="zh-CN"/>
              </w:rPr>
              <w:t>14A_n260H</w:t>
            </w:r>
          </w:p>
          <w:p w14:paraId="68F7EE38" w14:textId="77777777" w:rsidR="00CC6D2A" w:rsidRPr="006B3BD2" w:rsidRDefault="00CC6D2A" w:rsidP="006B3BD2">
            <w:pPr>
              <w:pStyle w:val="TAC"/>
              <w:rPr>
                <w:bCs/>
                <w:lang w:eastAsia="zh-CN"/>
              </w:rPr>
            </w:pPr>
            <w:r w:rsidRPr="006B3BD2">
              <w:rPr>
                <w:bCs/>
                <w:lang w:eastAsia="fi-FI"/>
              </w:rPr>
              <w:t>DC_</w:t>
            </w:r>
            <w:r w:rsidRPr="006B3BD2">
              <w:rPr>
                <w:bCs/>
                <w:lang w:eastAsia="zh-CN"/>
              </w:rPr>
              <w:t>14A_n260I</w:t>
            </w:r>
          </w:p>
          <w:p w14:paraId="0A7ACE7C" w14:textId="77777777" w:rsidR="00CC6D2A" w:rsidRPr="006B3BD2" w:rsidRDefault="00CC6D2A" w:rsidP="006B3BD2">
            <w:pPr>
              <w:pStyle w:val="TAC"/>
              <w:rPr>
                <w:bCs/>
                <w:lang w:eastAsia="zh-CN"/>
              </w:rPr>
            </w:pPr>
            <w:r w:rsidRPr="006B3BD2">
              <w:rPr>
                <w:bCs/>
                <w:lang w:eastAsia="fi-FI"/>
              </w:rPr>
              <w:t>DC_</w:t>
            </w:r>
            <w:r w:rsidRPr="006B3BD2">
              <w:rPr>
                <w:bCs/>
                <w:lang w:eastAsia="zh-CN"/>
              </w:rPr>
              <w:t>14A_n260J</w:t>
            </w:r>
          </w:p>
          <w:p w14:paraId="2450335B" w14:textId="77777777" w:rsidR="00CC6D2A" w:rsidRPr="006B3BD2" w:rsidRDefault="00CC6D2A" w:rsidP="006B3BD2">
            <w:pPr>
              <w:pStyle w:val="TAC"/>
              <w:rPr>
                <w:bCs/>
                <w:lang w:eastAsia="zh-CN"/>
              </w:rPr>
            </w:pPr>
            <w:r w:rsidRPr="006B3BD2">
              <w:rPr>
                <w:bCs/>
                <w:lang w:eastAsia="fi-FI"/>
              </w:rPr>
              <w:t>DC_</w:t>
            </w:r>
            <w:r w:rsidRPr="006B3BD2">
              <w:rPr>
                <w:bCs/>
                <w:lang w:eastAsia="zh-CN"/>
              </w:rPr>
              <w:t>14A_n260K</w:t>
            </w:r>
          </w:p>
          <w:p w14:paraId="33CEE866" w14:textId="77777777" w:rsidR="00CC6D2A" w:rsidRPr="006B3BD2" w:rsidRDefault="00CC6D2A" w:rsidP="006B3BD2">
            <w:pPr>
              <w:pStyle w:val="TAC"/>
              <w:rPr>
                <w:bCs/>
                <w:lang w:eastAsia="zh-CN"/>
              </w:rPr>
            </w:pPr>
            <w:r w:rsidRPr="006B3BD2">
              <w:rPr>
                <w:bCs/>
                <w:lang w:eastAsia="fi-FI"/>
              </w:rPr>
              <w:t>DC_</w:t>
            </w:r>
            <w:r w:rsidRPr="006B3BD2">
              <w:rPr>
                <w:bCs/>
                <w:lang w:eastAsia="zh-CN"/>
              </w:rPr>
              <w:t>14A_n260L</w:t>
            </w:r>
          </w:p>
          <w:p w14:paraId="543504B7" w14:textId="23B66FB1" w:rsidR="00CC6D2A" w:rsidRPr="006B3BD2" w:rsidDel="00FB0488" w:rsidRDefault="00CC6D2A" w:rsidP="006B3BD2">
            <w:pPr>
              <w:pStyle w:val="TAC"/>
              <w:rPr>
                <w:rFonts w:cs="Arial"/>
                <w:bCs/>
                <w:szCs w:val="18"/>
              </w:rPr>
            </w:pPr>
            <w:r w:rsidRPr="006B3BD2">
              <w:rPr>
                <w:bCs/>
                <w:lang w:eastAsia="fi-FI"/>
              </w:rPr>
              <w:t>DC_</w:t>
            </w:r>
            <w:r w:rsidRPr="006B3BD2">
              <w:rPr>
                <w:bCs/>
                <w:lang w:eastAsia="zh-CN"/>
              </w:rPr>
              <w:t>14A_n260M</w:t>
            </w:r>
          </w:p>
        </w:tc>
        <w:tc>
          <w:tcPr>
            <w:tcW w:w="2846" w:type="dxa"/>
          </w:tcPr>
          <w:p w14:paraId="28E79C97" w14:textId="77777777" w:rsidR="00CC6D2A" w:rsidRPr="006B3BD2" w:rsidRDefault="00CC6D2A" w:rsidP="006B3BD2">
            <w:pPr>
              <w:pStyle w:val="TAC"/>
              <w:rPr>
                <w:bCs/>
                <w:lang w:eastAsia="zh-CN"/>
              </w:rPr>
            </w:pPr>
            <w:r w:rsidRPr="006B3BD2">
              <w:rPr>
                <w:bCs/>
                <w:lang w:eastAsia="fi-FI"/>
              </w:rPr>
              <w:t>DC_</w:t>
            </w:r>
            <w:r w:rsidRPr="006B3BD2">
              <w:rPr>
                <w:bCs/>
                <w:lang w:eastAsia="zh-CN"/>
              </w:rPr>
              <w:t>14A_n260A</w:t>
            </w:r>
          </w:p>
          <w:p w14:paraId="586F04AD" w14:textId="77777777" w:rsidR="00CC6D2A" w:rsidRPr="006B3BD2" w:rsidRDefault="00CC6D2A" w:rsidP="006B3BD2">
            <w:pPr>
              <w:pStyle w:val="TAC"/>
              <w:rPr>
                <w:bCs/>
                <w:lang w:eastAsia="fi-FI"/>
              </w:rPr>
            </w:pPr>
            <w:r w:rsidRPr="006B3BD2">
              <w:rPr>
                <w:bCs/>
                <w:lang w:eastAsia="fi-FI"/>
              </w:rPr>
              <w:t>DC_</w:t>
            </w:r>
            <w:r w:rsidRPr="006B3BD2">
              <w:rPr>
                <w:bCs/>
                <w:lang w:eastAsia="zh-CN"/>
              </w:rPr>
              <w:t>14A_n260G</w:t>
            </w:r>
          </w:p>
          <w:p w14:paraId="3613470D" w14:textId="77777777" w:rsidR="00CC6D2A" w:rsidRPr="006B3BD2" w:rsidRDefault="00CC6D2A" w:rsidP="006B3BD2">
            <w:pPr>
              <w:pStyle w:val="TAC"/>
              <w:rPr>
                <w:bCs/>
                <w:lang w:eastAsia="fi-FI"/>
              </w:rPr>
            </w:pPr>
            <w:r w:rsidRPr="006B3BD2">
              <w:rPr>
                <w:bCs/>
                <w:lang w:eastAsia="fi-FI"/>
              </w:rPr>
              <w:t>DC_</w:t>
            </w:r>
            <w:r w:rsidRPr="006B3BD2">
              <w:rPr>
                <w:bCs/>
                <w:lang w:eastAsia="zh-CN"/>
              </w:rPr>
              <w:t>14A_n260H</w:t>
            </w:r>
          </w:p>
          <w:p w14:paraId="1C998E46" w14:textId="77777777" w:rsidR="00CC6D2A" w:rsidRPr="006B3BD2" w:rsidRDefault="00CC6D2A" w:rsidP="006B3BD2">
            <w:pPr>
              <w:pStyle w:val="TAC"/>
              <w:rPr>
                <w:bCs/>
                <w:lang w:eastAsia="fi-FI"/>
              </w:rPr>
            </w:pPr>
            <w:r w:rsidRPr="006B3BD2">
              <w:rPr>
                <w:bCs/>
                <w:lang w:eastAsia="fi-FI"/>
              </w:rPr>
              <w:t>DC_</w:t>
            </w:r>
            <w:r w:rsidRPr="006B3BD2">
              <w:rPr>
                <w:bCs/>
                <w:lang w:eastAsia="zh-CN"/>
              </w:rPr>
              <w:t>14A_n260I</w:t>
            </w:r>
          </w:p>
          <w:p w14:paraId="49F3D105" w14:textId="77777777" w:rsidR="00CC6D2A" w:rsidRPr="006B3BD2" w:rsidRDefault="00CC6D2A" w:rsidP="006B3BD2">
            <w:pPr>
              <w:pStyle w:val="TAC"/>
              <w:rPr>
                <w:bCs/>
                <w:lang w:eastAsia="fi-FI"/>
              </w:rPr>
            </w:pPr>
            <w:r w:rsidRPr="006B3BD2">
              <w:rPr>
                <w:bCs/>
                <w:lang w:eastAsia="fi-FI"/>
              </w:rPr>
              <w:t>DC_</w:t>
            </w:r>
            <w:r w:rsidRPr="006B3BD2">
              <w:rPr>
                <w:bCs/>
                <w:lang w:eastAsia="zh-CN"/>
              </w:rPr>
              <w:t>14A_n260J</w:t>
            </w:r>
          </w:p>
          <w:p w14:paraId="29A6927F" w14:textId="77777777" w:rsidR="00CC6D2A" w:rsidRPr="006B3BD2" w:rsidRDefault="00CC6D2A" w:rsidP="006B3BD2">
            <w:pPr>
              <w:pStyle w:val="TAC"/>
              <w:rPr>
                <w:bCs/>
                <w:lang w:eastAsia="fi-FI"/>
              </w:rPr>
            </w:pPr>
            <w:r w:rsidRPr="006B3BD2">
              <w:rPr>
                <w:bCs/>
                <w:lang w:eastAsia="fi-FI"/>
              </w:rPr>
              <w:t>DC_</w:t>
            </w:r>
            <w:r w:rsidRPr="006B3BD2">
              <w:rPr>
                <w:bCs/>
                <w:lang w:eastAsia="zh-CN"/>
              </w:rPr>
              <w:t>14A_n260K</w:t>
            </w:r>
          </w:p>
          <w:p w14:paraId="764ED844" w14:textId="77777777" w:rsidR="00CC6D2A" w:rsidRPr="006B3BD2" w:rsidRDefault="00CC6D2A" w:rsidP="006B3BD2">
            <w:pPr>
              <w:pStyle w:val="TAC"/>
              <w:rPr>
                <w:bCs/>
                <w:lang w:eastAsia="fi-FI"/>
              </w:rPr>
            </w:pPr>
            <w:r w:rsidRPr="006B3BD2">
              <w:rPr>
                <w:bCs/>
                <w:lang w:eastAsia="fi-FI"/>
              </w:rPr>
              <w:t>DC_</w:t>
            </w:r>
            <w:r w:rsidRPr="006B3BD2">
              <w:rPr>
                <w:bCs/>
                <w:lang w:eastAsia="zh-CN"/>
              </w:rPr>
              <w:t>14A_n260L</w:t>
            </w:r>
          </w:p>
          <w:p w14:paraId="1102D5D2" w14:textId="49CBA981" w:rsidR="00CC6D2A" w:rsidRPr="006B3BD2" w:rsidDel="00FB0488" w:rsidRDefault="00CC6D2A" w:rsidP="006B3BD2">
            <w:pPr>
              <w:pStyle w:val="TAC"/>
              <w:rPr>
                <w:rFonts w:cs="Arial"/>
                <w:bCs/>
                <w:szCs w:val="18"/>
              </w:rPr>
            </w:pPr>
            <w:r w:rsidRPr="006B3BD2">
              <w:rPr>
                <w:bCs/>
                <w:lang w:eastAsia="fi-FI"/>
              </w:rPr>
              <w:t>DC_</w:t>
            </w:r>
            <w:r w:rsidRPr="006B3BD2">
              <w:rPr>
                <w:bCs/>
                <w:lang w:eastAsia="zh-CN"/>
              </w:rPr>
              <w:t>14A_n260M</w:t>
            </w:r>
          </w:p>
        </w:tc>
      </w:tr>
      <w:tr w:rsidR="00CC6D2A" w:rsidRPr="00E062F1" w14:paraId="6830CB40" w14:textId="77777777" w:rsidTr="006B3BD2">
        <w:trPr>
          <w:trHeight w:val="187"/>
          <w:jc w:val="center"/>
        </w:trPr>
        <w:tc>
          <w:tcPr>
            <w:tcW w:w="2972" w:type="dxa"/>
            <w:shd w:val="clear" w:color="auto" w:fill="auto"/>
          </w:tcPr>
          <w:p w14:paraId="408696C0" w14:textId="17DE4F57" w:rsidR="00CC6D2A" w:rsidRPr="00E062F1" w:rsidRDefault="00CC6D2A" w:rsidP="006B3BD2">
            <w:pPr>
              <w:pStyle w:val="TAC"/>
              <w:rPr>
                <w:rFonts w:eastAsia="MS Mincho"/>
                <w:lang w:eastAsia="ja-JP"/>
              </w:rPr>
            </w:pPr>
            <w:r w:rsidRPr="00E062F1">
              <w:rPr>
                <w:lang w:eastAsia="ja-JP"/>
              </w:rPr>
              <w:t>DC_18A_n257A</w:t>
            </w:r>
          </w:p>
          <w:p w14:paraId="06522310" w14:textId="77777777" w:rsidR="00CC6D2A" w:rsidRPr="00E062F1" w:rsidRDefault="00CC6D2A" w:rsidP="006B3BD2">
            <w:pPr>
              <w:pStyle w:val="TAC"/>
              <w:rPr>
                <w:lang w:eastAsia="ja-JP"/>
              </w:rPr>
            </w:pPr>
            <w:r w:rsidRPr="00E062F1">
              <w:rPr>
                <w:lang w:eastAsia="ja-JP"/>
              </w:rPr>
              <w:t>DC_18A_n257D</w:t>
            </w:r>
          </w:p>
          <w:p w14:paraId="1817D217" w14:textId="77777777" w:rsidR="00CC6D2A" w:rsidRPr="00E062F1" w:rsidRDefault="00CC6D2A" w:rsidP="006B3BD2">
            <w:pPr>
              <w:pStyle w:val="TAC"/>
              <w:rPr>
                <w:lang w:eastAsia="ja-JP"/>
              </w:rPr>
            </w:pPr>
            <w:r w:rsidRPr="00E062F1">
              <w:rPr>
                <w:lang w:eastAsia="ja-JP"/>
              </w:rPr>
              <w:t>DC_18A_n257E</w:t>
            </w:r>
          </w:p>
          <w:p w14:paraId="64E37573" w14:textId="77777777" w:rsidR="00CC6D2A" w:rsidRPr="00E062F1" w:rsidRDefault="00CC6D2A" w:rsidP="006B3BD2">
            <w:pPr>
              <w:pStyle w:val="TAC"/>
              <w:rPr>
                <w:rFonts w:eastAsia="MS Mincho"/>
                <w:lang w:eastAsia="ja-JP"/>
              </w:rPr>
            </w:pPr>
            <w:r w:rsidRPr="00E062F1">
              <w:rPr>
                <w:lang w:eastAsia="ja-JP"/>
              </w:rPr>
              <w:t>DC_18A_n257F</w:t>
            </w:r>
          </w:p>
          <w:p w14:paraId="051DA65B" w14:textId="77777777" w:rsidR="00CC6D2A" w:rsidRPr="00E062F1" w:rsidRDefault="00CC6D2A" w:rsidP="006B3BD2">
            <w:pPr>
              <w:pStyle w:val="TAC"/>
              <w:rPr>
                <w:rFonts w:eastAsia="MS Mincho"/>
                <w:lang w:eastAsia="ja-JP"/>
              </w:rPr>
            </w:pPr>
            <w:r w:rsidRPr="00E062F1">
              <w:rPr>
                <w:rFonts w:eastAsia="MS Mincho"/>
                <w:lang w:eastAsia="ja-JP"/>
              </w:rPr>
              <w:t>DC_18A_n257G</w:t>
            </w:r>
          </w:p>
          <w:p w14:paraId="5D83A1E9" w14:textId="77777777" w:rsidR="00CC6D2A" w:rsidRPr="00E062F1" w:rsidRDefault="00CC6D2A" w:rsidP="006B3BD2">
            <w:pPr>
              <w:pStyle w:val="TAC"/>
              <w:rPr>
                <w:rFonts w:eastAsia="MS Mincho"/>
                <w:lang w:eastAsia="ja-JP"/>
              </w:rPr>
            </w:pPr>
            <w:r w:rsidRPr="00E062F1">
              <w:rPr>
                <w:rFonts w:eastAsia="MS Mincho"/>
                <w:lang w:eastAsia="ja-JP"/>
              </w:rPr>
              <w:t>DC_18A_n257H</w:t>
            </w:r>
          </w:p>
          <w:p w14:paraId="1DE751F8" w14:textId="77777777" w:rsidR="00CC6D2A" w:rsidRPr="00E062F1" w:rsidRDefault="00CC6D2A" w:rsidP="006B3BD2">
            <w:pPr>
              <w:pStyle w:val="TAC"/>
              <w:rPr>
                <w:rFonts w:eastAsia="MS Mincho"/>
                <w:lang w:eastAsia="ja-JP"/>
              </w:rPr>
            </w:pPr>
            <w:r w:rsidRPr="00E062F1">
              <w:rPr>
                <w:rFonts w:eastAsia="MS Mincho"/>
                <w:lang w:eastAsia="ja-JP"/>
              </w:rPr>
              <w:t>DC_18A_n257I</w:t>
            </w:r>
          </w:p>
          <w:p w14:paraId="4E406744" w14:textId="77777777" w:rsidR="00CC6D2A" w:rsidRPr="00E062F1" w:rsidRDefault="00CC6D2A" w:rsidP="006B3BD2">
            <w:pPr>
              <w:pStyle w:val="TAC"/>
              <w:rPr>
                <w:rFonts w:eastAsia="MS Mincho"/>
                <w:lang w:eastAsia="ja-JP"/>
              </w:rPr>
            </w:pPr>
            <w:r w:rsidRPr="00E062F1">
              <w:rPr>
                <w:rFonts w:eastAsia="MS Mincho"/>
                <w:lang w:eastAsia="ja-JP"/>
              </w:rPr>
              <w:t>DC_18A_n257J</w:t>
            </w:r>
          </w:p>
          <w:p w14:paraId="17C6832F" w14:textId="77777777" w:rsidR="00CC6D2A" w:rsidRPr="00E062F1" w:rsidRDefault="00CC6D2A" w:rsidP="006B3BD2">
            <w:pPr>
              <w:pStyle w:val="TAC"/>
              <w:rPr>
                <w:rFonts w:eastAsia="MS Mincho"/>
                <w:lang w:eastAsia="ja-JP"/>
              </w:rPr>
            </w:pPr>
            <w:r w:rsidRPr="00E062F1">
              <w:rPr>
                <w:rFonts w:eastAsia="MS Mincho"/>
                <w:lang w:eastAsia="ja-JP"/>
              </w:rPr>
              <w:t>DC_18A_n257K</w:t>
            </w:r>
          </w:p>
          <w:p w14:paraId="35A34FA2" w14:textId="77777777" w:rsidR="00CC6D2A" w:rsidRPr="00E062F1" w:rsidRDefault="00CC6D2A" w:rsidP="006B3BD2">
            <w:pPr>
              <w:pStyle w:val="TAC"/>
              <w:rPr>
                <w:lang w:eastAsia="ja-JP"/>
              </w:rPr>
            </w:pPr>
            <w:r w:rsidRPr="00E062F1">
              <w:rPr>
                <w:rFonts w:eastAsia="MS Mincho"/>
                <w:lang w:eastAsia="ja-JP"/>
              </w:rPr>
              <w:t>DC_18A_n257L</w:t>
            </w:r>
          </w:p>
          <w:p w14:paraId="0C2DDA9D" w14:textId="5532BE1C" w:rsidR="00CC6D2A" w:rsidRPr="00E062F1" w:rsidRDefault="00CC6D2A" w:rsidP="006B3BD2">
            <w:pPr>
              <w:pStyle w:val="TAC"/>
              <w:rPr>
                <w:lang w:eastAsia="fi-FI"/>
              </w:rPr>
            </w:pPr>
            <w:r w:rsidRPr="00E062F1">
              <w:rPr>
                <w:lang w:eastAsia="ja-JP"/>
              </w:rPr>
              <w:t>DC_18A_n257M</w:t>
            </w:r>
          </w:p>
        </w:tc>
        <w:tc>
          <w:tcPr>
            <w:tcW w:w="2846" w:type="dxa"/>
          </w:tcPr>
          <w:p w14:paraId="5CA703AB" w14:textId="77777777" w:rsidR="00C54E61" w:rsidRPr="00E062F1" w:rsidRDefault="00C54E61" w:rsidP="006B3BD2">
            <w:pPr>
              <w:pStyle w:val="TAC"/>
              <w:rPr>
                <w:lang w:eastAsia="zh-TW"/>
              </w:rPr>
            </w:pPr>
            <w:r w:rsidRPr="00E062F1">
              <w:rPr>
                <w:lang w:eastAsia="ja-JP"/>
              </w:rPr>
              <w:t>DC_18A_n257A</w:t>
            </w:r>
          </w:p>
          <w:p w14:paraId="0E448EF1" w14:textId="77777777" w:rsidR="00C54E61" w:rsidRPr="00E062F1" w:rsidRDefault="00C54E61" w:rsidP="006B3BD2">
            <w:pPr>
              <w:pStyle w:val="TAC"/>
              <w:rPr>
                <w:lang w:eastAsia="ja-JP"/>
              </w:rPr>
            </w:pPr>
            <w:r w:rsidRPr="00E062F1">
              <w:rPr>
                <w:lang w:eastAsia="ja-JP"/>
              </w:rPr>
              <w:t>DC_18A_n257G</w:t>
            </w:r>
          </w:p>
          <w:p w14:paraId="772C6287" w14:textId="77777777" w:rsidR="00C54E61" w:rsidRPr="00E062F1" w:rsidRDefault="00C54E61" w:rsidP="006B3BD2">
            <w:pPr>
              <w:pStyle w:val="TAC"/>
              <w:rPr>
                <w:lang w:eastAsia="ja-JP"/>
              </w:rPr>
            </w:pPr>
            <w:r w:rsidRPr="00E062F1">
              <w:rPr>
                <w:lang w:eastAsia="ja-JP"/>
              </w:rPr>
              <w:t>DC_18A_n257H</w:t>
            </w:r>
          </w:p>
          <w:p w14:paraId="56286ED5" w14:textId="7CCCD0F9" w:rsidR="00CC6D2A" w:rsidRPr="00E062F1" w:rsidRDefault="00C54E61" w:rsidP="006B3BD2">
            <w:pPr>
              <w:pStyle w:val="TAC"/>
              <w:rPr>
                <w:lang w:eastAsia="fi-FI"/>
              </w:rPr>
            </w:pPr>
            <w:r w:rsidRPr="00E062F1">
              <w:rPr>
                <w:lang w:eastAsia="ja-JP"/>
              </w:rPr>
              <w:t>DC_18A_n257I</w:t>
            </w:r>
          </w:p>
        </w:tc>
      </w:tr>
      <w:tr w:rsidR="00CC6D2A" w:rsidRPr="00E062F1" w14:paraId="2257AF17" w14:textId="77777777" w:rsidTr="006B3BD2">
        <w:trPr>
          <w:trHeight w:val="187"/>
          <w:jc w:val="center"/>
        </w:trPr>
        <w:tc>
          <w:tcPr>
            <w:tcW w:w="2972" w:type="dxa"/>
            <w:shd w:val="clear" w:color="auto" w:fill="auto"/>
          </w:tcPr>
          <w:p w14:paraId="712A13A1" w14:textId="77777777" w:rsidR="00CC6D2A" w:rsidRPr="00E062F1" w:rsidRDefault="00CC6D2A" w:rsidP="006B3BD2">
            <w:pPr>
              <w:pStyle w:val="TAC"/>
              <w:rPr>
                <w:lang w:eastAsia="fi-FI"/>
              </w:rPr>
            </w:pPr>
            <w:r w:rsidRPr="00E062F1">
              <w:rPr>
                <w:lang w:eastAsia="fi-FI"/>
              </w:rPr>
              <w:t>DC_19A_n257A</w:t>
            </w:r>
          </w:p>
          <w:p w14:paraId="7640097C" w14:textId="77777777" w:rsidR="00CC6D2A" w:rsidRPr="00E062F1" w:rsidRDefault="00CC6D2A" w:rsidP="006B3BD2">
            <w:pPr>
              <w:pStyle w:val="TAC"/>
              <w:rPr>
                <w:lang w:eastAsia="fi-FI"/>
              </w:rPr>
            </w:pPr>
            <w:r w:rsidRPr="00E062F1">
              <w:rPr>
                <w:lang w:eastAsia="fi-FI"/>
              </w:rPr>
              <w:t>DC_19A_n257D</w:t>
            </w:r>
          </w:p>
          <w:p w14:paraId="11B8DFF2" w14:textId="77777777" w:rsidR="00CC6D2A" w:rsidRPr="00E062F1" w:rsidRDefault="00CC6D2A" w:rsidP="006B3BD2">
            <w:pPr>
              <w:pStyle w:val="TAC"/>
              <w:rPr>
                <w:lang w:eastAsia="fi-FI"/>
              </w:rPr>
            </w:pPr>
            <w:r w:rsidRPr="00E062F1">
              <w:rPr>
                <w:lang w:eastAsia="fi-FI"/>
              </w:rPr>
              <w:t>DC_19A_n257E</w:t>
            </w:r>
          </w:p>
          <w:p w14:paraId="50FFAA35" w14:textId="675A9C31" w:rsidR="00CC6D2A" w:rsidRPr="00E062F1" w:rsidRDefault="00CC6D2A" w:rsidP="006B3BD2">
            <w:pPr>
              <w:pStyle w:val="TAC"/>
              <w:rPr>
                <w:lang w:eastAsia="fi-FI"/>
              </w:rPr>
            </w:pPr>
            <w:r w:rsidRPr="00E062F1">
              <w:rPr>
                <w:lang w:eastAsia="fi-FI"/>
              </w:rPr>
              <w:t>DC_19A_n257F</w:t>
            </w:r>
          </w:p>
          <w:p w14:paraId="7B318406" w14:textId="77777777" w:rsidR="00CC6D2A" w:rsidRPr="00E062F1" w:rsidRDefault="00CC6D2A" w:rsidP="006B3BD2">
            <w:pPr>
              <w:pStyle w:val="TAC"/>
              <w:rPr>
                <w:lang w:eastAsia="ja-JP"/>
              </w:rPr>
            </w:pPr>
            <w:r w:rsidRPr="00E062F1">
              <w:rPr>
                <w:lang w:eastAsia="ja-JP"/>
              </w:rPr>
              <w:t>DC_19A_n257G</w:t>
            </w:r>
          </w:p>
          <w:p w14:paraId="35A2D30A" w14:textId="77777777" w:rsidR="00CC6D2A" w:rsidRPr="00E062F1" w:rsidRDefault="00CC6D2A" w:rsidP="006B3BD2">
            <w:pPr>
              <w:pStyle w:val="TAC"/>
              <w:rPr>
                <w:lang w:eastAsia="ja-JP"/>
              </w:rPr>
            </w:pPr>
            <w:r w:rsidRPr="00E062F1">
              <w:rPr>
                <w:lang w:eastAsia="ja-JP"/>
              </w:rPr>
              <w:t>DC_19A_n257H</w:t>
            </w:r>
          </w:p>
          <w:p w14:paraId="42870006" w14:textId="77777777" w:rsidR="00CC6D2A" w:rsidRPr="00E062F1" w:rsidRDefault="00CC6D2A" w:rsidP="006B3BD2">
            <w:pPr>
              <w:pStyle w:val="TAC"/>
              <w:rPr>
                <w:lang w:eastAsia="ja-JP"/>
              </w:rPr>
            </w:pPr>
            <w:r w:rsidRPr="00E062F1">
              <w:rPr>
                <w:lang w:eastAsia="ja-JP"/>
              </w:rPr>
              <w:t>DC_19A_n257I</w:t>
            </w:r>
          </w:p>
          <w:p w14:paraId="5018B467" w14:textId="77777777" w:rsidR="00CC6D2A" w:rsidRPr="00E062F1" w:rsidRDefault="00CC6D2A" w:rsidP="006B3BD2">
            <w:pPr>
              <w:pStyle w:val="TAC"/>
              <w:rPr>
                <w:lang w:eastAsia="ja-JP"/>
              </w:rPr>
            </w:pPr>
            <w:r w:rsidRPr="00E062F1">
              <w:rPr>
                <w:lang w:eastAsia="ja-JP"/>
              </w:rPr>
              <w:t>DC_19A_n257J</w:t>
            </w:r>
          </w:p>
          <w:p w14:paraId="5ECDC588" w14:textId="77777777" w:rsidR="00CC6D2A" w:rsidRPr="00E062F1" w:rsidRDefault="00CC6D2A" w:rsidP="006B3BD2">
            <w:pPr>
              <w:pStyle w:val="TAC"/>
              <w:rPr>
                <w:lang w:eastAsia="ja-JP"/>
              </w:rPr>
            </w:pPr>
            <w:r w:rsidRPr="00E062F1">
              <w:rPr>
                <w:lang w:eastAsia="ja-JP"/>
              </w:rPr>
              <w:t>DC_19A_n257K</w:t>
            </w:r>
          </w:p>
          <w:p w14:paraId="0AA5C427" w14:textId="415F855F" w:rsidR="00CC6D2A" w:rsidRPr="00E062F1" w:rsidRDefault="00CC6D2A" w:rsidP="006B3BD2">
            <w:pPr>
              <w:pStyle w:val="TAC"/>
              <w:rPr>
                <w:lang w:eastAsia="ja-JP"/>
              </w:rPr>
            </w:pPr>
            <w:r w:rsidRPr="00E062F1">
              <w:rPr>
                <w:lang w:eastAsia="ja-JP"/>
              </w:rPr>
              <w:t>DC_19A_n257L</w:t>
            </w:r>
          </w:p>
          <w:p w14:paraId="32F24957" w14:textId="1462B1EF" w:rsidR="00CC6D2A" w:rsidRPr="00E062F1" w:rsidRDefault="00CC6D2A" w:rsidP="006B3BD2">
            <w:pPr>
              <w:pStyle w:val="TAC"/>
              <w:rPr>
                <w:lang w:eastAsia="fi-FI"/>
              </w:rPr>
            </w:pPr>
            <w:r w:rsidRPr="00E062F1">
              <w:rPr>
                <w:lang w:eastAsia="ja-JP"/>
              </w:rPr>
              <w:t>DC_19A_n257M</w:t>
            </w:r>
          </w:p>
        </w:tc>
        <w:tc>
          <w:tcPr>
            <w:tcW w:w="2846" w:type="dxa"/>
          </w:tcPr>
          <w:p w14:paraId="6841F5E8" w14:textId="1A26F1A6" w:rsidR="00CC6D2A" w:rsidRPr="00E062F1" w:rsidRDefault="00CC6D2A" w:rsidP="006B3BD2">
            <w:pPr>
              <w:pStyle w:val="TAC"/>
              <w:rPr>
                <w:lang w:eastAsia="fi-FI"/>
              </w:rPr>
            </w:pPr>
            <w:r w:rsidRPr="00E062F1">
              <w:rPr>
                <w:lang w:eastAsia="fi-FI"/>
              </w:rPr>
              <w:t>DC_19A_n257A</w:t>
            </w:r>
          </w:p>
          <w:p w14:paraId="4583BD77" w14:textId="77777777" w:rsidR="00CC6D2A" w:rsidRPr="00E062F1" w:rsidRDefault="00CC6D2A" w:rsidP="006B3BD2">
            <w:pPr>
              <w:pStyle w:val="TAC"/>
              <w:rPr>
                <w:lang w:eastAsia="ja-JP"/>
              </w:rPr>
            </w:pPr>
            <w:r w:rsidRPr="00E062F1">
              <w:rPr>
                <w:lang w:eastAsia="ja-JP"/>
              </w:rPr>
              <w:t>DC_19A_n257G</w:t>
            </w:r>
          </w:p>
          <w:p w14:paraId="6A08658E" w14:textId="77777777" w:rsidR="00CC6D2A" w:rsidRPr="00E062F1" w:rsidRDefault="00CC6D2A" w:rsidP="006B3BD2">
            <w:pPr>
              <w:pStyle w:val="TAC"/>
              <w:rPr>
                <w:lang w:eastAsia="ja-JP"/>
              </w:rPr>
            </w:pPr>
            <w:r w:rsidRPr="00E062F1">
              <w:rPr>
                <w:lang w:eastAsia="ja-JP"/>
              </w:rPr>
              <w:t>DC_19A_n257H</w:t>
            </w:r>
          </w:p>
          <w:p w14:paraId="5F2CE4EE" w14:textId="77777777" w:rsidR="00CC6D2A" w:rsidRPr="00E062F1" w:rsidRDefault="00CC6D2A" w:rsidP="006B3BD2">
            <w:pPr>
              <w:pStyle w:val="TAC"/>
              <w:rPr>
                <w:lang w:eastAsia="ja-JP"/>
              </w:rPr>
            </w:pPr>
            <w:r w:rsidRPr="00E062F1">
              <w:rPr>
                <w:lang w:eastAsia="ja-JP"/>
              </w:rPr>
              <w:t>DC_19A_n257I</w:t>
            </w:r>
          </w:p>
          <w:p w14:paraId="58577153" w14:textId="77777777" w:rsidR="00CC6D2A" w:rsidRPr="00E062F1" w:rsidRDefault="00CC6D2A" w:rsidP="006B3BD2">
            <w:pPr>
              <w:pStyle w:val="TAC"/>
              <w:rPr>
                <w:lang w:eastAsia="ja-JP"/>
              </w:rPr>
            </w:pPr>
            <w:r w:rsidRPr="00E062F1">
              <w:rPr>
                <w:lang w:eastAsia="ja-JP"/>
              </w:rPr>
              <w:t>DC_19A_n257J</w:t>
            </w:r>
          </w:p>
          <w:p w14:paraId="2DA36873" w14:textId="77777777" w:rsidR="00CC6D2A" w:rsidRPr="00E062F1" w:rsidRDefault="00CC6D2A" w:rsidP="006B3BD2">
            <w:pPr>
              <w:pStyle w:val="TAC"/>
              <w:rPr>
                <w:lang w:eastAsia="ja-JP"/>
              </w:rPr>
            </w:pPr>
            <w:r w:rsidRPr="00E062F1">
              <w:rPr>
                <w:lang w:eastAsia="ja-JP"/>
              </w:rPr>
              <w:t>DC_19A_n257K</w:t>
            </w:r>
          </w:p>
          <w:p w14:paraId="70EAE1CF" w14:textId="77777777" w:rsidR="00CC6D2A" w:rsidRPr="00E062F1" w:rsidRDefault="00CC6D2A" w:rsidP="006B3BD2">
            <w:pPr>
              <w:pStyle w:val="TAC"/>
              <w:rPr>
                <w:lang w:eastAsia="ja-JP"/>
              </w:rPr>
            </w:pPr>
            <w:r w:rsidRPr="00E062F1">
              <w:rPr>
                <w:lang w:eastAsia="ja-JP"/>
              </w:rPr>
              <w:t>DC_19A_n257L</w:t>
            </w:r>
          </w:p>
          <w:p w14:paraId="13F46873" w14:textId="7DE5C0D3" w:rsidR="00CC6D2A" w:rsidRPr="00E062F1" w:rsidRDefault="00CC6D2A" w:rsidP="006B3BD2">
            <w:pPr>
              <w:pStyle w:val="TAC"/>
              <w:rPr>
                <w:lang w:eastAsia="fi-FI"/>
              </w:rPr>
            </w:pPr>
            <w:r w:rsidRPr="00E062F1">
              <w:rPr>
                <w:lang w:eastAsia="ja-JP"/>
              </w:rPr>
              <w:t>DC_19A_n257M</w:t>
            </w:r>
          </w:p>
        </w:tc>
      </w:tr>
      <w:tr w:rsidR="00CC6D2A" w:rsidRPr="00E062F1" w14:paraId="382371C5" w14:textId="77777777" w:rsidTr="006B3BD2">
        <w:trPr>
          <w:trHeight w:val="187"/>
          <w:jc w:val="center"/>
        </w:trPr>
        <w:tc>
          <w:tcPr>
            <w:tcW w:w="2972" w:type="dxa"/>
            <w:shd w:val="clear" w:color="auto" w:fill="auto"/>
          </w:tcPr>
          <w:p w14:paraId="18E4B862" w14:textId="64F9B84D" w:rsidR="00CC6D2A" w:rsidRPr="00E062F1" w:rsidRDefault="00CC6D2A" w:rsidP="006B3BD2">
            <w:pPr>
              <w:pStyle w:val="TAC"/>
              <w:rPr>
                <w:lang w:eastAsia="fi-FI"/>
              </w:rPr>
            </w:pPr>
            <w:r w:rsidRPr="00E062F1">
              <w:rPr>
                <w:lang w:eastAsia="fi-FI"/>
              </w:rPr>
              <w:t>DC_20A_n258A</w:t>
            </w:r>
          </w:p>
        </w:tc>
        <w:tc>
          <w:tcPr>
            <w:tcW w:w="2846" w:type="dxa"/>
          </w:tcPr>
          <w:p w14:paraId="198255D4" w14:textId="5B203CEF" w:rsidR="00CC6D2A" w:rsidRPr="00E062F1" w:rsidRDefault="00CC6D2A" w:rsidP="006B3BD2">
            <w:pPr>
              <w:pStyle w:val="TAC"/>
              <w:rPr>
                <w:lang w:eastAsia="fi-FI"/>
              </w:rPr>
            </w:pPr>
            <w:r w:rsidRPr="00E062F1">
              <w:rPr>
                <w:lang w:eastAsia="fi-FI"/>
              </w:rPr>
              <w:t>DC_20A_n258A</w:t>
            </w:r>
          </w:p>
        </w:tc>
      </w:tr>
      <w:tr w:rsidR="00CC6D2A" w:rsidRPr="00E062F1" w14:paraId="6437ECC1" w14:textId="77777777" w:rsidTr="006B3BD2">
        <w:trPr>
          <w:trHeight w:val="187"/>
          <w:jc w:val="center"/>
        </w:trPr>
        <w:tc>
          <w:tcPr>
            <w:tcW w:w="2972" w:type="dxa"/>
            <w:shd w:val="clear" w:color="auto" w:fill="auto"/>
          </w:tcPr>
          <w:p w14:paraId="7ECE8A4A" w14:textId="77777777" w:rsidR="00CC6D2A" w:rsidRPr="00E062F1" w:rsidRDefault="00CC6D2A" w:rsidP="006B3BD2">
            <w:pPr>
              <w:pStyle w:val="TAC"/>
              <w:rPr>
                <w:lang w:eastAsia="fi-FI"/>
              </w:rPr>
            </w:pPr>
            <w:r w:rsidRPr="00E062F1">
              <w:rPr>
                <w:lang w:eastAsia="fi-FI"/>
              </w:rPr>
              <w:t>DC_21A_n257A</w:t>
            </w:r>
          </w:p>
          <w:p w14:paraId="549C478C" w14:textId="77777777" w:rsidR="00CC6D2A" w:rsidRPr="00E062F1" w:rsidRDefault="00CC6D2A" w:rsidP="006B3BD2">
            <w:pPr>
              <w:pStyle w:val="TAC"/>
              <w:rPr>
                <w:lang w:eastAsia="fi-FI"/>
              </w:rPr>
            </w:pPr>
            <w:r w:rsidRPr="00E062F1">
              <w:rPr>
                <w:lang w:eastAsia="fi-FI"/>
              </w:rPr>
              <w:t>DC_21A_n257D</w:t>
            </w:r>
          </w:p>
          <w:p w14:paraId="0A7199B5" w14:textId="77777777" w:rsidR="00CC6D2A" w:rsidRPr="00E062F1" w:rsidRDefault="00CC6D2A" w:rsidP="006B3BD2">
            <w:pPr>
              <w:pStyle w:val="TAC"/>
              <w:rPr>
                <w:lang w:eastAsia="fi-FI"/>
              </w:rPr>
            </w:pPr>
            <w:r w:rsidRPr="00E062F1">
              <w:rPr>
                <w:lang w:eastAsia="fi-FI"/>
              </w:rPr>
              <w:t>DC_21A_n257E</w:t>
            </w:r>
          </w:p>
          <w:p w14:paraId="29A7D888" w14:textId="6CAC9E7A" w:rsidR="00CC6D2A" w:rsidRPr="00E062F1" w:rsidRDefault="00CC6D2A" w:rsidP="006B3BD2">
            <w:pPr>
              <w:pStyle w:val="TAC"/>
              <w:rPr>
                <w:lang w:eastAsia="fi-FI"/>
              </w:rPr>
            </w:pPr>
            <w:r w:rsidRPr="00E062F1">
              <w:rPr>
                <w:lang w:eastAsia="fi-FI"/>
              </w:rPr>
              <w:t>DC_21A_n257F</w:t>
            </w:r>
          </w:p>
          <w:p w14:paraId="272AA310" w14:textId="77777777" w:rsidR="00CC6D2A" w:rsidRPr="00E062F1" w:rsidRDefault="00CC6D2A" w:rsidP="006B3BD2">
            <w:pPr>
              <w:pStyle w:val="TAC"/>
              <w:rPr>
                <w:lang w:eastAsia="ja-JP"/>
              </w:rPr>
            </w:pPr>
            <w:r w:rsidRPr="00E062F1">
              <w:rPr>
                <w:lang w:eastAsia="ja-JP"/>
              </w:rPr>
              <w:t>DC_21A_n257G</w:t>
            </w:r>
          </w:p>
          <w:p w14:paraId="29BE657F" w14:textId="77777777" w:rsidR="00CC6D2A" w:rsidRPr="00E062F1" w:rsidRDefault="00CC6D2A" w:rsidP="006B3BD2">
            <w:pPr>
              <w:pStyle w:val="TAC"/>
              <w:rPr>
                <w:lang w:eastAsia="ja-JP"/>
              </w:rPr>
            </w:pPr>
            <w:r w:rsidRPr="00E062F1">
              <w:rPr>
                <w:lang w:eastAsia="ja-JP"/>
              </w:rPr>
              <w:t>DC_21A_n257H</w:t>
            </w:r>
          </w:p>
          <w:p w14:paraId="084873F6" w14:textId="77777777" w:rsidR="00CC6D2A" w:rsidRPr="00E062F1" w:rsidRDefault="00CC6D2A" w:rsidP="006B3BD2">
            <w:pPr>
              <w:pStyle w:val="TAC"/>
              <w:rPr>
                <w:lang w:eastAsia="ja-JP"/>
              </w:rPr>
            </w:pPr>
            <w:r w:rsidRPr="00E062F1">
              <w:rPr>
                <w:lang w:eastAsia="ja-JP"/>
              </w:rPr>
              <w:t>DC_21A_n257I</w:t>
            </w:r>
          </w:p>
          <w:p w14:paraId="5E954808" w14:textId="77777777" w:rsidR="00CC6D2A" w:rsidRPr="00E062F1" w:rsidRDefault="00CC6D2A" w:rsidP="006B3BD2">
            <w:pPr>
              <w:pStyle w:val="TAC"/>
              <w:rPr>
                <w:lang w:eastAsia="ja-JP"/>
              </w:rPr>
            </w:pPr>
            <w:r w:rsidRPr="00E062F1">
              <w:rPr>
                <w:lang w:eastAsia="ja-JP"/>
              </w:rPr>
              <w:t>DC_21A_n257J</w:t>
            </w:r>
          </w:p>
          <w:p w14:paraId="1FF9466E" w14:textId="77777777" w:rsidR="00CC6D2A" w:rsidRPr="00E062F1" w:rsidRDefault="00CC6D2A" w:rsidP="006B3BD2">
            <w:pPr>
              <w:pStyle w:val="TAC"/>
              <w:rPr>
                <w:lang w:eastAsia="ja-JP"/>
              </w:rPr>
            </w:pPr>
            <w:r w:rsidRPr="00E062F1">
              <w:rPr>
                <w:lang w:eastAsia="ja-JP"/>
              </w:rPr>
              <w:t>DC_21A_n257K</w:t>
            </w:r>
          </w:p>
          <w:p w14:paraId="390FB68A" w14:textId="77777777" w:rsidR="00CC6D2A" w:rsidRPr="00E062F1" w:rsidRDefault="00CC6D2A" w:rsidP="006B3BD2">
            <w:pPr>
              <w:pStyle w:val="TAC"/>
              <w:rPr>
                <w:lang w:eastAsia="ja-JP"/>
              </w:rPr>
            </w:pPr>
            <w:r w:rsidRPr="00E062F1">
              <w:rPr>
                <w:lang w:eastAsia="ja-JP"/>
              </w:rPr>
              <w:t>DC_21A_n257L</w:t>
            </w:r>
          </w:p>
          <w:p w14:paraId="42D05E8B" w14:textId="2ADA9809" w:rsidR="00CC6D2A" w:rsidRPr="00E062F1" w:rsidRDefault="00CC6D2A" w:rsidP="006B3BD2">
            <w:pPr>
              <w:pStyle w:val="TAC"/>
              <w:rPr>
                <w:lang w:eastAsia="fi-FI"/>
              </w:rPr>
            </w:pPr>
            <w:r w:rsidRPr="00E062F1">
              <w:rPr>
                <w:lang w:eastAsia="ja-JP"/>
              </w:rPr>
              <w:t>DC_21A_n257M</w:t>
            </w:r>
          </w:p>
        </w:tc>
        <w:tc>
          <w:tcPr>
            <w:tcW w:w="2846" w:type="dxa"/>
          </w:tcPr>
          <w:p w14:paraId="56F74AF4" w14:textId="354897E5" w:rsidR="00CC6D2A" w:rsidRPr="00E062F1" w:rsidRDefault="00CC6D2A" w:rsidP="006B3BD2">
            <w:pPr>
              <w:pStyle w:val="TAC"/>
              <w:rPr>
                <w:lang w:eastAsia="fi-FI"/>
              </w:rPr>
            </w:pPr>
            <w:r w:rsidRPr="00E062F1">
              <w:rPr>
                <w:lang w:eastAsia="fi-FI"/>
              </w:rPr>
              <w:t>DC_21A_n257A</w:t>
            </w:r>
          </w:p>
          <w:p w14:paraId="68036940" w14:textId="77777777" w:rsidR="00CC6D2A" w:rsidRPr="00E062F1" w:rsidRDefault="00CC6D2A" w:rsidP="006B3BD2">
            <w:pPr>
              <w:pStyle w:val="TAC"/>
              <w:rPr>
                <w:lang w:eastAsia="ja-JP"/>
              </w:rPr>
            </w:pPr>
            <w:r w:rsidRPr="00E062F1">
              <w:rPr>
                <w:lang w:eastAsia="ja-JP"/>
              </w:rPr>
              <w:t>DC_21A_n257G</w:t>
            </w:r>
          </w:p>
          <w:p w14:paraId="65E9AAB1" w14:textId="77777777" w:rsidR="00CC6D2A" w:rsidRPr="00E062F1" w:rsidRDefault="00CC6D2A" w:rsidP="006B3BD2">
            <w:pPr>
              <w:pStyle w:val="TAC"/>
              <w:rPr>
                <w:lang w:eastAsia="ja-JP"/>
              </w:rPr>
            </w:pPr>
            <w:r w:rsidRPr="00E062F1">
              <w:rPr>
                <w:lang w:eastAsia="ja-JP"/>
              </w:rPr>
              <w:t>DC_21A_n257H</w:t>
            </w:r>
          </w:p>
          <w:p w14:paraId="50463E76" w14:textId="3CF8037C" w:rsidR="00CC6D2A" w:rsidRPr="00E062F1" w:rsidRDefault="00CC6D2A" w:rsidP="006B3BD2">
            <w:pPr>
              <w:pStyle w:val="TAC"/>
              <w:rPr>
                <w:lang w:eastAsia="ja-JP"/>
              </w:rPr>
            </w:pPr>
            <w:r w:rsidRPr="00E062F1">
              <w:rPr>
                <w:lang w:eastAsia="ja-JP"/>
              </w:rPr>
              <w:t>DC_21A_n257I</w:t>
            </w:r>
          </w:p>
          <w:p w14:paraId="31D71FDE" w14:textId="11AA76FA" w:rsidR="00CC6D2A" w:rsidRPr="00E062F1" w:rsidRDefault="00CC6D2A" w:rsidP="006B3BD2">
            <w:pPr>
              <w:pStyle w:val="TAC"/>
              <w:rPr>
                <w:lang w:eastAsia="ja-JP"/>
              </w:rPr>
            </w:pPr>
            <w:r w:rsidRPr="00E062F1">
              <w:rPr>
                <w:lang w:eastAsia="ja-JP"/>
              </w:rPr>
              <w:t>DC_21A_n257J</w:t>
            </w:r>
          </w:p>
          <w:p w14:paraId="24EE49D0" w14:textId="77777777" w:rsidR="00CC6D2A" w:rsidRPr="00E062F1" w:rsidRDefault="00CC6D2A" w:rsidP="006B3BD2">
            <w:pPr>
              <w:pStyle w:val="TAC"/>
              <w:rPr>
                <w:lang w:eastAsia="ja-JP"/>
              </w:rPr>
            </w:pPr>
            <w:r w:rsidRPr="00E062F1">
              <w:rPr>
                <w:lang w:eastAsia="ja-JP"/>
              </w:rPr>
              <w:t>DC_21A_n257K</w:t>
            </w:r>
          </w:p>
          <w:p w14:paraId="649272F2" w14:textId="77777777" w:rsidR="00CC6D2A" w:rsidRPr="00E062F1" w:rsidRDefault="00CC6D2A" w:rsidP="006B3BD2">
            <w:pPr>
              <w:pStyle w:val="TAC"/>
              <w:rPr>
                <w:lang w:eastAsia="ja-JP"/>
              </w:rPr>
            </w:pPr>
            <w:r w:rsidRPr="00E062F1">
              <w:rPr>
                <w:lang w:eastAsia="ja-JP"/>
              </w:rPr>
              <w:t>DC_21A_n257L</w:t>
            </w:r>
          </w:p>
          <w:p w14:paraId="4EC7DB61" w14:textId="6150AB91" w:rsidR="00CC6D2A" w:rsidRPr="00E062F1" w:rsidRDefault="00CC6D2A" w:rsidP="006B3BD2">
            <w:pPr>
              <w:pStyle w:val="TAC"/>
              <w:rPr>
                <w:lang w:eastAsia="fi-FI"/>
              </w:rPr>
            </w:pPr>
            <w:r w:rsidRPr="00E062F1">
              <w:rPr>
                <w:lang w:eastAsia="ja-JP"/>
              </w:rPr>
              <w:t>DC_21A_n257M</w:t>
            </w:r>
          </w:p>
        </w:tc>
      </w:tr>
      <w:tr w:rsidR="00CC6D2A" w:rsidRPr="00E062F1" w14:paraId="0CB65799" w14:textId="77777777" w:rsidTr="006B3BD2">
        <w:trPr>
          <w:trHeight w:val="187"/>
          <w:jc w:val="center"/>
        </w:trPr>
        <w:tc>
          <w:tcPr>
            <w:tcW w:w="2972" w:type="dxa"/>
            <w:shd w:val="clear" w:color="auto" w:fill="auto"/>
          </w:tcPr>
          <w:p w14:paraId="5082A41E" w14:textId="4BD921E0" w:rsidR="00CC6D2A" w:rsidRPr="00E062F1" w:rsidRDefault="00CC6D2A" w:rsidP="006B3BD2">
            <w:pPr>
              <w:pStyle w:val="TAC"/>
              <w:rPr>
                <w:lang w:eastAsia="fi-FI"/>
              </w:rPr>
            </w:pPr>
            <w:r w:rsidRPr="00E062F1">
              <w:rPr>
                <w:lang w:eastAsia="ja-JP"/>
              </w:rPr>
              <w:t>DC_26A_n257A</w:t>
            </w:r>
          </w:p>
        </w:tc>
        <w:tc>
          <w:tcPr>
            <w:tcW w:w="2846" w:type="dxa"/>
          </w:tcPr>
          <w:p w14:paraId="3EDF0457" w14:textId="63F56750" w:rsidR="00CC6D2A" w:rsidRPr="00E062F1" w:rsidRDefault="00CC6D2A" w:rsidP="006B3BD2">
            <w:pPr>
              <w:pStyle w:val="TAC"/>
              <w:rPr>
                <w:lang w:eastAsia="fi-FI"/>
              </w:rPr>
            </w:pPr>
            <w:r w:rsidRPr="00E062F1">
              <w:rPr>
                <w:lang w:eastAsia="ja-JP"/>
              </w:rPr>
              <w:t>DC_26A_n257A</w:t>
            </w:r>
          </w:p>
        </w:tc>
      </w:tr>
      <w:tr w:rsidR="00CC6D2A" w:rsidRPr="00E062F1" w14:paraId="7B9CA13B" w14:textId="77777777" w:rsidTr="006B3BD2">
        <w:trPr>
          <w:trHeight w:val="187"/>
          <w:jc w:val="center"/>
        </w:trPr>
        <w:tc>
          <w:tcPr>
            <w:tcW w:w="2972" w:type="dxa"/>
            <w:shd w:val="clear" w:color="auto" w:fill="auto"/>
          </w:tcPr>
          <w:p w14:paraId="58895934" w14:textId="77777777" w:rsidR="00CC6D2A" w:rsidRPr="00E062F1" w:rsidRDefault="00CC6D2A" w:rsidP="006B3BD2">
            <w:pPr>
              <w:pStyle w:val="TAC"/>
              <w:rPr>
                <w:lang w:eastAsia="fi-FI"/>
              </w:rPr>
            </w:pPr>
            <w:r w:rsidRPr="00E062F1">
              <w:rPr>
                <w:lang w:eastAsia="fi-FI"/>
              </w:rPr>
              <w:lastRenderedPageBreak/>
              <w:t>DC_28A_n257A</w:t>
            </w:r>
          </w:p>
          <w:p w14:paraId="2830045F" w14:textId="77777777" w:rsidR="00CC6D2A" w:rsidRPr="00E062F1" w:rsidRDefault="00CC6D2A" w:rsidP="006B3BD2">
            <w:pPr>
              <w:pStyle w:val="TAC"/>
              <w:rPr>
                <w:lang w:eastAsia="fi-FI"/>
              </w:rPr>
            </w:pPr>
            <w:r w:rsidRPr="00E062F1">
              <w:rPr>
                <w:lang w:eastAsia="fi-FI"/>
              </w:rPr>
              <w:t>DC_28A_n257D</w:t>
            </w:r>
          </w:p>
          <w:p w14:paraId="55247A3D" w14:textId="77777777" w:rsidR="00CC6D2A" w:rsidRPr="00E062F1" w:rsidRDefault="00CC6D2A" w:rsidP="006B3BD2">
            <w:pPr>
              <w:pStyle w:val="TAC"/>
              <w:rPr>
                <w:lang w:eastAsia="fi-FI"/>
              </w:rPr>
            </w:pPr>
            <w:r w:rsidRPr="00E062F1">
              <w:rPr>
                <w:lang w:eastAsia="fi-FI"/>
              </w:rPr>
              <w:t>DC_28A_n257E</w:t>
            </w:r>
          </w:p>
          <w:p w14:paraId="20F381C2" w14:textId="28320F81" w:rsidR="00CC6D2A" w:rsidRPr="00E062F1" w:rsidRDefault="00CC6D2A" w:rsidP="006B3BD2">
            <w:pPr>
              <w:pStyle w:val="TAC"/>
              <w:rPr>
                <w:lang w:eastAsia="fi-FI"/>
              </w:rPr>
            </w:pPr>
            <w:r w:rsidRPr="00E062F1">
              <w:rPr>
                <w:lang w:eastAsia="fi-FI"/>
              </w:rPr>
              <w:t>DC_28A_n257F</w:t>
            </w:r>
          </w:p>
          <w:p w14:paraId="38C5A520" w14:textId="77777777" w:rsidR="00CC6D2A" w:rsidRPr="00E062F1" w:rsidRDefault="00CC6D2A" w:rsidP="006B3BD2">
            <w:pPr>
              <w:pStyle w:val="TAC"/>
              <w:rPr>
                <w:lang w:eastAsia="fi-FI"/>
              </w:rPr>
            </w:pPr>
            <w:r w:rsidRPr="00E062F1">
              <w:rPr>
                <w:lang w:eastAsia="fi-FI"/>
              </w:rPr>
              <w:t>DC_28A_n257G</w:t>
            </w:r>
          </w:p>
          <w:p w14:paraId="115C9891" w14:textId="77777777" w:rsidR="00CC6D2A" w:rsidRPr="00E062F1" w:rsidRDefault="00CC6D2A" w:rsidP="006B3BD2">
            <w:pPr>
              <w:pStyle w:val="TAC"/>
              <w:rPr>
                <w:lang w:eastAsia="fi-FI"/>
              </w:rPr>
            </w:pPr>
            <w:r w:rsidRPr="00E062F1">
              <w:rPr>
                <w:lang w:eastAsia="fi-FI"/>
              </w:rPr>
              <w:t>DC_28A_n257H</w:t>
            </w:r>
          </w:p>
          <w:p w14:paraId="2855A148" w14:textId="77777777" w:rsidR="00CC6D2A" w:rsidRPr="00E062F1" w:rsidRDefault="00CC6D2A" w:rsidP="006B3BD2">
            <w:pPr>
              <w:pStyle w:val="TAC"/>
              <w:rPr>
                <w:lang w:eastAsia="fi-FI"/>
              </w:rPr>
            </w:pPr>
            <w:r w:rsidRPr="00E062F1">
              <w:rPr>
                <w:lang w:eastAsia="fi-FI"/>
              </w:rPr>
              <w:t>DC_28A_n257I</w:t>
            </w:r>
          </w:p>
          <w:p w14:paraId="7819203E" w14:textId="77777777" w:rsidR="00CC6D2A" w:rsidRPr="00E062F1" w:rsidRDefault="00CC6D2A" w:rsidP="006B3BD2">
            <w:pPr>
              <w:pStyle w:val="TAC"/>
              <w:rPr>
                <w:lang w:eastAsia="fi-FI"/>
              </w:rPr>
            </w:pPr>
            <w:r w:rsidRPr="00E062F1">
              <w:rPr>
                <w:lang w:eastAsia="fi-FI"/>
              </w:rPr>
              <w:t>DC_28A_n257J</w:t>
            </w:r>
          </w:p>
          <w:p w14:paraId="76F6E999" w14:textId="77777777" w:rsidR="00CC6D2A" w:rsidRPr="00E062F1" w:rsidRDefault="00CC6D2A" w:rsidP="006B3BD2">
            <w:pPr>
              <w:pStyle w:val="TAC"/>
              <w:rPr>
                <w:lang w:eastAsia="fi-FI"/>
              </w:rPr>
            </w:pPr>
            <w:r w:rsidRPr="00E062F1">
              <w:rPr>
                <w:lang w:eastAsia="fi-FI"/>
              </w:rPr>
              <w:t>DC_28A_n257K</w:t>
            </w:r>
          </w:p>
          <w:p w14:paraId="796C952E" w14:textId="77777777" w:rsidR="00CC6D2A" w:rsidRPr="00E062F1" w:rsidRDefault="00CC6D2A" w:rsidP="006B3BD2">
            <w:pPr>
              <w:pStyle w:val="TAC"/>
              <w:rPr>
                <w:lang w:eastAsia="fi-FI"/>
              </w:rPr>
            </w:pPr>
            <w:r w:rsidRPr="00E062F1">
              <w:rPr>
                <w:lang w:eastAsia="fi-FI"/>
              </w:rPr>
              <w:t>DC_28A_n257L</w:t>
            </w:r>
          </w:p>
          <w:p w14:paraId="4A4B41D4" w14:textId="55A3F6A0" w:rsidR="00CC6D2A" w:rsidRPr="00E062F1" w:rsidRDefault="00CC6D2A" w:rsidP="006B3BD2">
            <w:pPr>
              <w:pStyle w:val="TAC"/>
              <w:rPr>
                <w:lang w:eastAsia="fi-FI"/>
              </w:rPr>
            </w:pPr>
            <w:r w:rsidRPr="00E062F1">
              <w:rPr>
                <w:lang w:eastAsia="fi-FI"/>
              </w:rPr>
              <w:t>DC_28A_n257M</w:t>
            </w:r>
          </w:p>
        </w:tc>
        <w:tc>
          <w:tcPr>
            <w:tcW w:w="2846" w:type="dxa"/>
          </w:tcPr>
          <w:p w14:paraId="44D133BA" w14:textId="43A05777" w:rsidR="00CC6D2A" w:rsidRPr="00E062F1" w:rsidRDefault="00CC6D2A" w:rsidP="006B3BD2">
            <w:pPr>
              <w:pStyle w:val="TAC"/>
              <w:rPr>
                <w:lang w:eastAsia="fi-FI"/>
              </w:rPr>
            </w:pPr>
            <w:r w:rsidRPr="00E062F1">
              <w:rPr>
                <w:lang w:eastAsia="fi-FI"/>
              </w:rPr>
              <w:t>DC_28A_n257A</w:t>
            </w:r>
          </w:p>
          <w:p w14:paraId="28BA4BA6" w14:textId="77777777" w:rsidR="00CC6D2A" w:rsidRPr="00E062F1" w:rsidRDefault="00CC6D2A" w:rsidP="006B3BD2">
            <w:pPr>
              <w:pStyle w:val="TAC"/>
              <w:rPr>
                <w:lang w:eastAsia="fi-FI"/>
              </w:rPr>
            </w:pPr>
            <w:r w:rsidRPr="00E062F1">
              <w:rPr>
                <w:lang w:eastAsia="fi-FI"/>
              </w:rPr>
              <w:t>DC_28A_n257G</w:t>
            </w:r>
          </w:p>
          <w:p w14:paraId="0DF4FA6C" w14:textId="77777777" w:rsidR="00CC6D2A" w:rsidRPr="00E062F1" w:rsidRDefault="00CC6D2A" w:rsidP="006B3BD2">
            <w:pPr>
              <w:pStyle w:val="TAC"/>
              <w:rPr>
                <w:lang w:eastAsia="fi-FI"/>
              </w:rPr>
            </w:pPr>
            <w:r w:rsidRPr="00E062F1">
              <w:rPr>
                <w:lang w:eastAsia="fi-FI"/>
              </w:rPr>
              <w:t>DC_28A_n257H</w:t>
            </w:r>
          </w:p>
          <w:p w14:paraId="0A37AFEB" w14:textId="77777777" w:rsidR="00CC6D2A" w:rsidRPr="00E062F1" w:rsidRDefault="00CC6D2A" w:rsidP="006B3BD2">
            <w:pPr>
              <w:pStyle w:val="TAC"/>
              <w:rPr>
                <w:lang w:eastAsia="fi-FI"/>
              </w:rPr>
            </w:pPr>
            <w:r w:rsidRPr="00E062F1">
              <w:rPr>
                <w:lang w:eastAsia="fi-FI"/>
              </w:rPr>
              <w:t>DC_28A_n257I</w:t>
            </w:r>
          </w:p>
          <w:p w14:paraId="15648412" w14:textId="77777777" w:rsidR="00CC6D2A" w:rsidRPr="00E062F1" w:rsidRDefault="00CC6D2A" w:rsidP="006B3BD2">
            <w:pPr>
              <w:pStyle w:val="TAC"/>
              <w:rPr>
                <w:lang w:eastAsia="fi-FI"/>
              </w:rPr>
            </w:pPr>
            <w:r w:rsidRPr="00E062F1">
              <w:rPr>
                <w:lang w:eastAsia="fi-FI"/>
              </w:rPr>
              <w:t>DC_28A_n257J</w:t>
            </w:r>
          </w:p>
          <w:p w14:paraId="4C2B54C5" w14:textId="77777777" w:rsidR="00CC6D2A" w:rsidRPr="00E062F1" w:rsidRDefault="00CC6D2A" w:rsidP="006B3BD2">
            <w:pPr>
              <w:pStyle w:val="TAC"/>
              <w:rPr>
                <w:lang w:eastAsia="fi-FI"/>
              </w:rPr>
            </w:pPr>
            <w:r w:rsidRPr="00E062F1">
              <w:rPr>
                <w:lang w:eastAsia="fi-FI"/>
              </w:rPr>
              <w:t>DC_28A_n257K</w:t>
            </w:r>
          </w:p>
          <w:p w14:paraId="355FE62E" w14:textId="77777777" w:rsidR="00CC6D2A" w:rsidRPr="00E062F1" w:rsidRDefault="00CC6D2A" w:rsidP="006B3BD2">
            <w:pPr>
              <w:pStyle w:val="TAC"/>
              <w:rPr>
                <w:lang w:eastAsia="fi-FI"/>
              </w:rPr>
            </w:pPr>
            <w:r w:rsidRPr="00E062F1">
              <w:rPr>
                <w:lang w:eastAsia="fi-FI"/>
              </w:rPr>
              <w:t>DC_28A_n257L</w:t>
            </w:r>
          </w:p>
          <w:p w14:paraId="4429332A" w14:textId="3B0E39AB" w:rsidR="00CC6D2A" w:rsidRPr="00E062F1" w:rsidRDefault="00CC6D2A" w:rsidP="006B3BD2">
            <w:pPr>
              <w:pStyle w:val="TAC"/>
              <w:rPr>
                <w:lang w:eastAsia="fi-FI"/>
              </w:rPr>
            </w:pPr>
            <w:r w:rsidRPr="00E062F1">
              <w:rPr>
                <w:lang w:eastAsia="fi-FI"/>
              </w:rPr>
              <w:t>DC_28A_n257M</w:t>
            </w:r>
          </w:p>
        </w:tc>
      </w:tr>
      <w:tr w:rsidR="00CC6D2A" w:rsidRPr="00E062F1" w14:paraId="4D14928F" w14:textId="77777777" w:rsidTr="006B3BD2">
        <w:trPr>
          <w:trHeight w:val="187"/>
          <w:jc w:val="center"/>
        </w:trPr>
        <w:tc>
          <w:tcPr>
            <w:tcW w:w="2972" w:type="dxa"/>
            <w:shd w:val="clear" w:color="auto" w:fill="auto"/>
          </w:tcPr>
          <w:p w14:paraId="6B5807EB" w14:textId="20F00DA8" w:rsidR="00CC6D2A" w:rsidRPr="00E062F1" w:rsidRDefault="00CC6D2A" w:rsidP="006B3BD2">
            <w:pPr>
              <w:pStyle w:val="TAC"/>
              <w:rPr>
                <w:lang w:eastAsia="fi-FI"/>
              </w:rPr>
            </w:pPr>
            <w:r w:rsidRPr="00E062F1">
              <w:t>DC_28A_n258A</w:t>
            </w:r>
          </w:p>
          <w:p w14:paraId="2B34A162" w14:textId="77777777" w:rsidR="00CC6D2A" w:rsidRPr="00E062F1" w:rsidRDefault="00CC6D2A" w:rsidP="006B3BD2">
            <w:pPr>
              <w:pStyle w:val="TAC"/>
              <w:rPr>
                <w:lang w:eastAsia="fi-FI"/>
              </w:rPr>
            </w:pPr>
            <w:r w:rsidRPr="00E062F1">
              <w:rPr>
                <w:lang w:eastAsia="fi-FI"/>
              </w:rPr>
              <w:t>DC_28A_n258B</w:t>
            </w:r>
          </w:p>
          <w:p w14:paraId="1D1FEC5E" w14:textId="77777777" w:rsidR="00CC6D2A" w:rsidRPr="00E062F1" w:rsidRDefault="00CC6D2A" w:rsidP="006B3BD2">
            <w:pPr>
              <w:pStyle w:val="TAC"/>
              <w:rPr>
                <w:lang w:eastAsia="fi-FI"/>
              </w:rPr>
            </w:pPr>
            <w:r w:rsidRPr="00E062F1">
              <w:rPr>
                <w:lang w:eastAsia="fi-FI"/>
              </w:rPr>
              <w:t>DC_28A_n258C</w:t>
            </w:r>
          </w:p>
          <w:p w14:paraId="6CBB9BBA" w14:textId="77777777" w:rsidR="00CC6D2A" w:rsidRPr="00E062F1" w:rsidRDefault="00CC6D2A" w:rsidP="006B3BD2">
            <w:pPr>
              <w:pStyle w:val="TAC"/>
              <w:rPr>
                <w:lang w:eastAsia="fi-FI"/>
              </w:rPr>
            </w:pPr>
            <w:r w:rsidRPr="00E062F1">
              <w:rPr>
                <w:lang w:eastAsia="fi-FI"/>
              </w:rPr>
              <w:t>DC_28A_n258D</w:t>
            </w:r>
          </w:p>
          <w:p w14:paraId="745216A5" w14:textId="77777777" w:rsidR="00CC6D2A" w:rsidRPr="00E062F1" w:rsidRDefault="00CC6D2A" w:rsidP="006B3BD2">
            <w:pPr>
              <w:pStyle w:val="TAC"/>
              <w:rPr>
                <w:lang w:eastAsia="fi-FI"/>
              </w:rPr>
            </w:pPr>
            <w:r w:rsidRPr="00E062F1">
              <w:rPr>
                <w:lang w:eastAsia="fi-FI"/>
              </w:rPr>
              <w:t>DC_28A_n258E</w:t>
            </w:r>
          </w:p>
          <w:p w14:paraId="0C3B9D53" w14:textId="77777777" w:rsidR="00CC6D2A" w:rsidRPr="00E062F1" w:rsidRDefault="00CC6D2A" w:rsidP="006B3BD2">
            <w:pPr>
              <w:pStyle w:val="TAC"/>
              <w:rPr>
                <w:lang w:eastAsia="fi-FI"/>
              </w:rPr>
            </w:pPr>
            <w:r w:rsidRPr="00E062F1">
              <w:rPr>
                <w:lang w:eastAsia="fi-FI"/>
              </w:rPr>
              <w:t>DC_28A_n258F</w:t>
            </w:r>
          </w:p>
          <w:p w14:paraId="660F237C" w14:textId="77777777" w:rsidR="00CC6D2A" w:rsidRPr="00E062F1" w:rsidRDefault="00CC6D2A" w:rsidP="006B3BD2">
            <w:pPr>
              <w:pStyle w:val="TAC"/>
              <w:rPr>
                <w:lang w:eastAsia="fi-FI"/>
              </w:rPr>
            </w:pPr>
            <w:r w:rsidRPr="00E062F1">
              <w:rPr>
                <w:lang w:eastAsia="fi-FI"/>
              </w:rPr>
              <w:t>DC_28A_n258G</w:t>
            </w:r>
          </w:p>
          <w:p w14:paraId="6DD13DEF" w14:textId="77777777" w:rsidR="00CC6D2A" w:rsidRPr="00E062F1" w:rsidRDefault="00CC6D2A" w:rsidP="006B3BD2">
            <w:pPr>
              <w:pStyle w:val="TAC"/>
              <w:rPr>
                <w:lang w:eastAsia="fi-FI"/>
              </w:rPr>
            </w:pPr>
            <w:r w:rsidRPr="00E062F1">
              <w:rPr>
                <w:lang w:eastAsia="fi-FI"/>
              </w:rPr>
              <w:t>DC_28A_n258H</w:t>
            </w:r>
          </w:p>
          <w:p w14:paraId="0F41FDA0" w14:textId="77777777" w:rsidR="00CC6D2A" w:rsidRPr="00E062F1" w:rsidRDefault="00CC6D2A" w:rsidP="006B3BD2">
            <w:pPr>
              <w:pStyle w:val="TAC"/>
              <w:rPr>
                <w:lang w:eastAsia="fi-FI"/>
              </w:rPr>
            </w:pPr>
            <w:r w:rsidRPr="00E062F1">
              <w:rPr>
                <w:lang w:eastAsia="fi-FI"/>
              </w:rPr>
              <w:t>DC_28A_n258I</w:t>
            </w:r>
          </w:p>
          <w:p w14:paraId="71ABAA14" w14:textId="77777777" w:rsidR="00CC6D2A" w:rsidRPr="00E062F1" w:rsidRDefault="00CC6D2A" w:rsidP="006B3BD2">
            <w:pPr>
              <w:pStyle w:val="TAC"/>
              <w:rPr>
                <w:lang w:eastAsia="fi-FI"/>
              </w:rPr>
            </w:pPr>
            <w:r w:rsidRPr="00E062F1">
              <w:rPr>
                <w:lang w:eastAsia="fi-FI"/>
              </w:rPr>
              <w:t>DC_28A_n258J</w:t>
            </w:r>
          </w:p>
          <w:p w14:paraId="61A8C1FE" w14:textId="77777777" w:rsidR="00CC6D2A" w:rsidRPr="00E062F1" w:rsidRDefault="00CC6D2A" w:rsidP="006B3BD2">
            <w:pPr>
              <w:pStyle w:val="TAC"/>
              <w:rPr>
                <w:lang w:eastAsia="fi-FI"/>
              </w:rPr>
            </w:pPr>
            <w:r w:rsidRPr="00E062F1">
              <w:rPr>
                <w:lang w:eastAsia="fi-FI"/>
              </w:rPr>
              <w:t>DC_28A_n258K</w:t>
            </w:r>
          </w:p>
          <w:p w14:paraId="22270983" w14:textId="77777777" w:rsidR="00CC6D2A" w:rsidRPr="00E062F1" w:rsidRDefault="00CC6D2A" w:rsidP="006B3BD2">
            <w:pPr>
              <w:pStyle w:val="TAC"/>
              <w:rPr>
                <w:lang w:eastAsia="fi-FI"/>
              </w:rPr>
            </w:pPr>
            <w:r w:rsidRPr="00E062F1">
              <w:rPr>
                <w:lang w:eastAsia="fi-FI"/>
              </w:rPr>
              <w:t>DC_28A_n258L</w:t>
            </w:r>
          </w:p>
          <w:p w14:paraId="42E23F82" w14:textId="4EA4B111" w:rsidR="00CC6D2A" w:rsidRPr="00E062F1" w:rsidRDefault="00CC6D2A" w:rsidP="006B3BD2">
            <w:pPr>
              <w:pStyle w:val="TAC"/>
              <w:rPr>
                <w:lang w:eastAsia="fi-FI"/>
              </w:rPr>
            </w:pPr>
            <w:r w:rsidRPr="00E062F1">
              <w:rPr>
                <w:lang w:eastAsia="fi-FI"/>
              </w:rPr>
              <w:t>DC_28A_n258M</w:t>
            </w:r>
          </w:p>
        </w:tc>
        <w:tc>
          <w:tcPr>
            <w:tcW w:w="2846" w:type="dxa"/>
          </w:tcPr>
          <w:p w14:paraId="7CAB276E" w14:textId="2E045795" w:rsidR="00CC6D2A" w:rsidRPr="00E062F1" w:rsidRDefault="00CC6D2A" w:rsidP="006B3BD2">
            <w:pPr>
              <w:pStyle w:val="TAC"/>
              <w:rPr>
                <w:lang w:eastAsia="fi-FI"/>
              </w:rPr>
            </w:pPr>
            <w:r w:rsidRPr="00E062F1">
              <w:t>DC_28A_n258A</w:t>
            </w:r>
          </w:p>
        </w:tc>
      </w:tr>
      <w:tr w:rsidR="00CC6D2A" w:rsidRPr="00E062F1" w14:paraId="2ED127A9" w14:textId="77777777" w:rsidTr="006B3BD2">
        <w:trPr>
          <w:trHeight w:val="187"/>
          <w:jc w:val="center"/>
        </w:trPr>
        <w:tc>
          <w:tcPr>
            <w:tcW w:w="2972" w:type="dxa"/>
            <w:shd w:val="clear" w:color="auto" w:fill="auto"/>
          </w:tcPr>
          <w:p w14:paraId="77A0C538" w14:textId="77777777" w:rsidR="00CC6D2A" w:rsidRPr="00E062F1" w:rsidRDefault="00CC6D2A" w:rsidP="006B3BD2">
            <w:pPr>
              <w:pStyle w:val="TAC"/>
            </w:pPr>
            <w:r w:rsidRPr="00E062F1">
              <w:t>DC_30A_n260A</w:t>
            </w:r>
          </w:p>
          <w:p w14:paraId="6DBAEA3B" w14:textId="77777777" w:rsidR="00CC6D2A" w:rsidRPr="00E062F1" w:rsidRDefault="00CC6D2A" w:rsidP="006B3BD2">
            <w:pPr>
              <w:pStyle w:val="TAC"/>
              <w:rPr>
                <w:lang w:eastAsia="fi-FI"/>
              </w:rPr>
            </w:pPr>
            <w:r w:rsidRPr="00E062F1">
              <w:rPr>
                <w:lang w:eastAsia="fi-FI"/>
              </w:rPr>
              <w:t>DC_30A_n260G</w:t>
            </w:r>
          </w:p>
          <w:p w14:paraId="36B8C10F" w14:textId="77777777" w:rsidR="00CC6D2A" w:rsidRPr="00E062F1" w:rsidRDefault="00CC6D2A" w:rsidP="006B3BD2">
            <w:pPr>
              <w:pStyle w:val="TAC"/>
              <w:rPr>
                <w:lang w:eastAsia="fi-FI"/>
              </w:rPr>
            </w:pPr>
            <w:r w:rsidRPr="00E062F1">
              <w:rPr>
                <w:lang w:eastAsia="fi-FI"/>
              </w:rPr>
              <w:t>DC_30A_n260H</w:t>
            </w:r>
          </w:p>
          <w:p w14:paraId="68D33E61" w14:textId="77777777" w:rsidR="00CC6D2A" w:rsidRPr="00E062F1" w:rsidRDefault="00CC6D2A" w:rsidP="006B3BD2">
            <w:pPr>
              <w:pStyle w:val="TAC"/>
              <w:rPr>
                <w:lang w:eastAsia="fi-FI"/>
              </w:rPr>
            </w:pPr>
            <w:r w:rsidRPr="00E062F1">
              <w:rPr>
                <w:lang w:eastAsia="fi-FI"/>
              </w:rPr>
              <w:t>DC_30A_n260I</w:t>
            </w:r>
          </w:p>
          <w:p w14:paraId="0B0CF897" w14:textId="77777777" w:rsidR="00CC6D2A" w:rsidRPr="00E062F1" w:rsidRDefault="00CC6D2A" w:rsidP="006B3BD2">
            <w:pPr>
              <w:pStyle w:val="TAC"/>
              <w:rPr>
                <w:lang w:eastAsia="fi-FI"/>
              </w:rPr>
            </w:pPr>
            <w:r w:rsidRPr="00E062F1">
              <w:rPr>
                <w:lang w:eastAsia="fi-FI"/>
              </w:rPr>
              <w:t>DC_30A_n260J</w:t>
            </w:r>
          </w:p>
          <w:p w14:paraId="0BA97B2C" w14:textId="77777777" w:rsidR="00CC6D2A" w:rsidRPr="00E062F1" w:rsidRDefault="00CC6D2A" w:rsidP="006B3BD2">
            <w:pPr>
              <w:pStyle w:val="TAC"/>
              <w:rPr>
                <w:lang w:eastAsia="fi-FI"/>
              </w:rPr>
            </w:pPr>
            <w:r w:rsidRPr="00E062F1">
              <w:rPr>
                <w:lang w:eastAsia="fi-FI"/>
              </w:rPr>
              <w:t>DC_30A_n260K</w:t>
            </w:r>
          </w:p>
          <w:p w14:paraId="7FE6F0F1" w14:textId="77777777" w:rsidR="00CC6D2A" w:rsidRPr="00E062F1" w:rsidRDefault="00CC6D2A" w:rsidP="006B3BD2">
            <w:pPr>
              <w:pStyle w:val="TAC"/>
              <w:rPr>
                <w:lang w:eastAsia="fi-FI"/>
              </w:rPr>
            </w:pPr>
            <w:r w:rsidRPr="00E062F1">
              <w:rPr>
                <w:lang w:eastAsia="fi-FI"/>
              </w:rPr>
              <w:t>DC_30A_n260L</w:t>
            </w:r>
          </w:p>
          <w:p w14:paraId="29474B7F" w14:textId="59B642F6" w:rsidR="00CC6D2A" w:rsidRPr="00E062F1" w:rsidRDefault="00CC6D2A" w:rsidP="006B3BD2">
            <w:pPr>
              <w:pStyle w:val="TAC"/>
              <w:rPr>
                <w:lang w:eastAsia="fi-FI"/>
              </w:rPr>
            </w:pPr>
            <w:r w:rsidRPr="00E062F1">
              <w:rPr>
                <w:lang w:eastAsia="fi-FI"/>
              </w:rPr>
              <w:t>DC_30A_n260M</w:t>
            </w:r>
          </w:p>
        </w:tc>
        <w:tc>
          <w:tcPr>
            <w:tcW w:w="2846" w:type="dxa"/>
          </w:tcPr>
          <w:p w14:paraId="2F280EEB" w14:textId="4033C97C" w:rsidR="00CC6D2A" w:rsidRPr="00E062F1" w:rsidRDefault="00CC6D2A" w:rsidP="006B3BD2">
            <w:pPr>
              <w:pStyle w:val="TAC"/>
              <w:rPr>
                <w:lang w:eastAsia="fi-FI"/>
              </w:rPr>
            </w:pPr>
            <w:r w:rsidRPr="00E062F1">
              <w:t>DC_30A_n260A</w:t>
            </w:r>
          </w:p>
        </w:tc>
      </w:tr>
      <w:tr w:rsidR="00CC6D2A" w:rsidRPr="00E062F1" w14:paraId="143110E0" w14:textId="77777777" w:rsidTr="006B3BD2">
        <w:trPr>
          <w:trHeight w:val="187"/>
          <w:jc w:val="center"/>
        </w:trPr>
        <w:tc>
          <w:tcPr>
            <w:tcW w:w="2972" w:type="dxa"/>
            <w:shd w:val="clear" w:color="auto" w:fill="auto"/>
          </w:tcPr>
          <w:p w14:paraId="1DC56607" w14:textId="77777777" w:rsidR="00CC6D2A" w:rsidRPr="00E062F1" w:rsidRDefault="00CC6D2A" w:rsidP="006B3BD2">
            <w:pPr>
              <w:pStyle w:val="TAC"/>
              <w:rPr>
                <w:lang w:eastAsia="fi-FI"/>
              </w:rPr>
            </w:pPr>
            <w:r w:rsidRPr="00E062F1">
              <w:rPr>
                <w:lang w:eastAsia="fi-FI"/>
              </w:rPr>
              <w:t>DC_30A_n260(A-I)</w:t>
            </w:r>
          </w:p>
          <w:p w14:paraId="28EB5384" w14:textId="38E7D510" w:rsidR="00CC6D2A" w:rsidRPr="00E062F1" w:rsidRDefault="00CC6D2A" w:rsidP="006B3BD2">
            <w:pPr>
              <w:pStyle w:val="TAC"/>
              <w:rPr>
                <w:lang w:eastAsia="fi-FI"/>
              </w:rPr>
            </w:pPr>
            <w:r w:rsidRPr="00E062F1">
              <w:rPr>
                <w:lang w:eastAsia="fi-FI"/>
              </w:rPr>
              <w:t>DC_30A_n260(G-I)</w:t>
            </w:r>
          </w:p>
        </w:tc>
        <w:tc>
          <w:tcPr>
            <w:tcW w:w="2846" w:type="dxa"/>
          </w:tcPr>
          <w:p w14:paraId="66EFAF9D" w14:textId="30E59B55" w:rsidR="00CC6D2A" w:rsidRPr="00E062F1" w:rsidRDefault="00CC6D2A" w:rsidP="006B3BD2">
            <w:pPr>
              <w:pStyle w:val="TAC"/>
              <w:rPr>
                <w:lang w:eastAsia="fi-FI"/>
              </w:rPr>
            </w:pPr>
            <w:r w:rsidRPr="00E062F1">
              <w:t>DC_30A_n260A</w:t>
            </w:r>
          </w:p>
        </w:tc>
      </w:tr>
      <w:tr w:rsidR="00252A01" w:rsidRPr="00E062F1" w14:paraId="29F8B82E" w14:textId="77777777" w:rsidTr="006B3BD2">
        <w:trPr>
          <w:trHeight w:val="187"/>
          <w:jc w:val="center"/>
        </w:trPr>
        <w:tc>
          <w:tcPr>
            <w:tcW w:w="2972" w:type="dxa"/>
            <w:shd w:val="clear" w:color="auto" w:fill="auto"/>
          </w:tcPr>
          <w:p w14:paraId="3111A503" w14:textId="77777777" w:rsidR="00252A01" w:rsidRPr="00E062F1" w:rsidRDefault="00252A01" w:rsidP="006B3BD2">
            <w:pPr>
              <w:pStyle w:val="TAC"/>
            </w:pPr>
            <w:r w:rsidRPr="00E062F1">
              <w:t>DC_39A_n257A</w:t>
            </w:r>
          </w:p>
          <w:p w14:paraId="0CF43398" w14:textId="77777777" w:rsidR="00252A01" w:rsidRPr="00E062F1" w:rsidRDefault="00252A01" w:rsidP="006B3BD2">
            <w:pPr>
              <w:pStyle w:val="TAC"/>
            </w:pPr>
            <w:r w:rsidRPr="00E062F1">
              <w:t>DC_39A_n257D</w:t>
            </w:r>
          </w:p>
          <w:p w14:paraId="0F6BF6FC" w14:textId="77777777" w:rsidR="00252A01" w:rsidRPr="00E062F1" w:rsidRDefault="00252A01" w:rsidP="006B3BD2">
            <w:pPr>
              <w:pStyle w:val="TAC"/>
            </w:pPr>
            <w:r w:rsidRPr="00E062F1">
              <w:t>DC_39A_n257E</w:t>
            </w:r>
          </w:p>
          <w:p w14:paraId="3BEECDD4" w14:textId="77777777" w:rsidR="00252A01" w:rsidRPr="00E062F1" w:rsidRDefault="00252A01" w:rsidP="006B3BD2">
            <w:pPr>
              <w:pStyle w:val="TAC"/>
            </w:pPr>
            <w:r w:rsidRPr="00E062F1">
              <w:t>DC_39A_n257F</w:t>
            </w:r>
          </w:p>
          <w:p w14:paraId="535B2544" w14:textId="77777777" w:rsidR="00252A01" w:rsidRPr="00E062F1" w:rsidRDefault="00252A01" w:rsidP="006B3BD2">
            <w:pPr>
              <w:pStyle w:val="TAC"/>
            </w:pPr>
            <w:r w:rsidRPr="00E062F1">
              <w:t>DC_39A_n257G</w:t>
            </w:r>
          </w:p>
          <w:p w14:paraId="6AB18714" w14:textId="77777777" w:rsidR="00252A01" w:rsidRPr="00E062F1" w:rsidRDefault="00252A01" w:rsidP="006B3BD2">
            <w:pPr>
              <w:pStyle w:val="TAC"/>
            </w:pPr>
            <w:r w:rsidRPr="00E062F1">
              <w:t>DC_39A_n257H</w:t>
            </w:r>
          </w:p>
          <w:p w14:paraId="37980141" w14:textId="77777777" w:rsidR="00252A01" w:rsidRPr="00E062F1" w:rsidRDefault="00252A01" w:rsidP="006B3BD2">
            <w:pPr>
              <w:pStyle w:val="TAC"/>
            </w:pPr>
            <w:r w:rsidRPr="00E062F1">
              <w:t>DC_39A_n257I</w:t>
            </w:r>
          </w:p>
          <w:p w14:paraId="5D74DF2C" w14:textId="77777777" w:rsidR="00252A01" w:rsidRPr="00E062F1" w:rsidRDefault="00252A01" w:rsidP="006B3BD2">
            <w:pPr>
              <w:pStyle w:val="TAC"/>
            </w:pPr>
            <w:r w:rsidRPr="00E062F1">
              <w:t>DC_39A_n257J</w:t>
            </w:r>
          </w:p>
          <w:p w14:paraId="67A27C8A" w14:textId="77777777" w:rsidR="00252A01" w:rsidRPr="00E062F1" w:rsidRDefault="00252A01" w:rsidP="006B3BD2">
            <w:pPr>
              <w:pStyle w:val="TAC"/>
            </w:pPr>
            <w:r w:rsidRPr="00E062F1">
              <w:t>DC_39A_n257K</w:t>
            </w:r>
          </w:p>
          <w:p w14:paraId="5F90A701" w14:textId="77777777" w:rsidR="00252A01" w:rsidRPr="00E062F1" w:rsidRDefault="00252A01" w:rsidP="006B3BD2">
            <w:pPr>
              <w:pStyle w:val="TAC"/>
            </w:pPr>
            <w:r w:rsidRPr="00E062F1">
              <w:t>DC_39A_n257L</w:t>
            </w:r>
          </w:p>
          <w:p w14:paraId="3745B0A3" w14:textId="4B63A848" w:rsidR="00252A01" w:rsidRPr="00E062F1" w:rsidRDefault="00252A01" w:rsidP="006B3BD2">
            <w:pPr>
              <w:pStyle w:val="TAC"/>
              <w:rPr>
                <w:lang w:eastAsia="fi-FI"/>
              </w:rPr>
            </w:pPr>
            <w:r w:rsidRPr="00E062F1">
              <w:t>DC_39A_n257M</w:t>
            </w:r>
          </w:p>
        </w:tc>
        <w:tc>
          <w:tcPr>
            <w:tcW w:w="2846" w:type="dxa"/>
          </w:tcPr>
          <w:p w14:paraId="07963EED" w14:textId="493BA09B" w:rsidR="00252A01" w:rsidRPr="00E062F1" w:rsidRDefault="00252A01" w:rsidP="006B3BD2">
            <w:pPr>
              <w:pStyle w:val="TAC"/>
            </w:pPr>
            <w:r w:rsidRPr="00E062F1">
              <w:rPr>
                <w:lang w:eastAsia="fi-FI"/>
              </w:rPr>
              <w:t>DC_39A_n257A</w:t>
            </w:r>
          </w:p>
        </w:tc>
      </w:tr>
      <w:tr w:rsidR="00CC6D2A" w:rsidRPr="00E062F1" w14:paraId="77A63D71" w14:textId="77777777" w:rsidTr="006B3BD2">
        <w:trPr>
          <w:trHeight w:val="187"/>
          <w:jc w:val="center"/>
        </w:trPr>
        <w:tc>
          <w:tcPr>
            <w:tcW w:w="2972" w:type="dxa"/>
            <w:shd w:val="clear" w:color="auto" w:fill="auto"/>
          </w:tcPr>
          <w:p w14:paraId="39611800" w14:textId="7384E185" w:rsidR="00CC6D2A" w:rsidRPr="00E062F1" w:rsidRDefault="00CC6D2A" w:rsidP="006B3BD2">
            <w:pPr>
              <w:pStyle w:val="TAC"/>
              <w:rPr>
                <w:lang w:eastAsia="fi-FI"/>
              </w:rPr>
            </w:pPr>
            <w:r w:rsidRPr="00E062F1">
              <w:rPr>
                <w:rFonts w:eastAsia="MS Mincho" w:cs="Arial"/>
                <w:lang w:eastAsia="ja-JP"/>
              </w:rPr>
              <w:t>DC_39A_n</w:t>
            </w:r>
            <w:r w:rsidRPr="00E062F1">
              <w:rPr>
                <w:rFonts w:cs="Arial"/>
                <w:lang w:eastAsia="zh-CN"/>
              </w:rPr>
              <w:t>258</w:t>
            </w:r>
            <w:r w:rsidRPr="00E062F1">
              <w:rPr>
                <w:rFonts w:eastAsia="MS Mincho" w:cs="Arial"/>
                <w:lang w:eastAsia="ja-JP"/>
              </w:rPr>
              <w:t>A</w:t>
            </w:r>
          </w:p>
        </w:tc>
        <w:tc>
          <w:tcPr>
            <w:tcW w:w="2846" w:type="dxa"/>
          </w:tcPr>
          <w:p w14:paraId="5CE27B6F" w14:textId="4BCC9CC2" w:rsidR="00CC6D2A" w:rsidRPr="00E062F1" w:rsidRDefault="00CC6D2A" w:rsidP="006B3BD2">
            <w:pPr>
              <w:pStyle w:val="TAC"/>
              <w:rPr>
                <w:lang w:eastAsia="fi-FI"/>
              </w:rPr>
            </w:pPr>
            <w:r w:rsidRPr="00E062F1">
              <w:rPr>
                <w:rFonts w:eastAsia="MS Mincho" w:cs="Arial"/>
                <w:lang w:eastAsia="ja-JP"/>
              </w:rPr>
              <w:t>DC_39A_n</w:t>
            </w:r>
            <w:r w:rsidRPr="00E062F1">
              <w:rPr>
                <w:rFonts w:cs="Arial"/>
                <w:lang w:eastAsia="zh-CN"/>
              </w:rPr>
              <w:t>258</w:t>
            </w:r>
            <w:r w:rsidRPr="00E062F1">
              <w:rPr>
                <w:rFonts w:eastAsia="MS Mincho" w:cs="Arial"/>
                <w:lang w:eastAsia="ja-JP"/>
              </w:rPr>
              <w:t>A</w:t>
            </w:r>
          </w:p>
        </w:tc>
      </w:tr>
      <w:tr w:rsidR="00CC6D2A" w:rsidRPr="00E062F1" w14:paraId="2E8514A3" w14:textId="77777777" w:rsidTr="006B3BD2">
        <w:trPr>
          <w:trHeight w:val="187"/>
          <w:jc w:val="center"/>
        </w:trPr>
        <w:tc>
          <w:tcPr>
            <w:tcW w:w="2972" w:type="dxa"/>
            <w:shd w:val="clear" w:color="auto" w:fill="auto"/>
          </w:tcPr>
          <w:p w14:paraId="20C24BA4" w14:textId="7D06438D" w:rsidR="00CC6D2A" w:rsidRPr="00E062F1" w:rsidRDefault="00CC6D2A" w:rsidP="006B3BD2">
            <w:pPr>
              <w:pStyle w:val="TAC"/>
              <w:rPr>
                <w:rFonts w:eastAsia="MS Mincho"/>
                <w:lang w:eastAsia="ja-JP"/>
              </w:rPr>
            </w:pPr>
            <w:r w:rsidRPr="00E062F1">
              <w:rPr>
                <w:lang w:eastAsia="fi-FI"/>
              </w:rPr>
              <w:t>DC_41A_n257A</w:t>
            </w:r>
          </w:p>
          <w:p w14:paraId="58DC97AA" w14:textId="77777777" w:rsidR="00CC6D2A" w:rsidRPr="00E062F1" w:rsidRDefault="00CC6D2A" w:rsidP="006B3BD2">
            <w:pPr>
              <w:pStyle w:val="TAC"/>
              <w:rPr>
                <w:rFonts w:eastAsia="MS Mincho"/>
                <w:lang w:eastAsia="ja-JP"/>
              </w:rPr>
            </w:pPr>
            <w:r w:rsidRPr="00E062F1">
              <w:rPr>
                <w:rFonts w:eastAsia="MS Mincho"/>
                <w:lang w:eastAsia="ja-JP"/>
              </w:rPr>
              <w:t>DC_41A_n257D</w:t>
            </w:r>
          </w:p>
          <w:p w14:paraId="21B3315F" w14:textId="77777777" w:rsidR="00CC6D2A" w:rsidRPr="00E062F1" w:rsidRDefault="00CC6D2A" w:rsidP="006B3BD2">
            <w:pPr>
              <w:pStyle w:val="TAC"/>
              <w:rPr>
                <w:lang w:eastAsia="fi-FI"/>
              </w:rPr>
            </w:pPr>
            <w:r w:rsidRPr="00E062F1">
              <w:rPr>
                <w:rFonts w:eastAsia="MS Mincho"/>
                <w:lang w:eastAsia="ja-JP"/>
              </w:rPr>
              <w:t>DC_41A_n257E</w:t>
            </w:r>
          </w:p>
          <w:p w14:paraId="7279D077" w14:textId="77777777" w:rsidR="00CC6D2A" w:rsidRPr="00E062F1" w:rsidRDefault="00CC6D2A" w:rsidP="006B3BD2">
            <w:pPr>
              <w:pStyle w:val="TAC"/>
              <w:rPr>
                <w:rFonts w:eastAsia="MS Mincho"/>
                <w:lang w:eastAsia="ja-JP"/>
              </w:rPr>
            </w:pPr>
            <w:r w:rsidRPr="00E062F1">
              <w:rPr>
                <w:lang w:eastAsia="fi-FI"/>
              </w:rPr>
              <w:t>DC_41A_n257F</w:t>
            </w:r>
          </w:p>
          <w:p w14:paraId="463F65F5" w14:textId="77777777" w:rsidR="00CC6D2A" w:rsidRPr="00E062F1" w:rsidRDefault="00CC6D2A" w:rsidP="006B3BD2">
            <w:pPr>
              <w:pStyle w:val="TAC"/>
              <w:rPr>
                <w:rFonts w:eastAsia="MS Mincho"/>
                <w:lang w:eastAsia="ja-JP"/>
              </w:rPr>
            </w:pPr>
            <w:r w:rsidRPr="00E062F1">
              <w:rPr>
                <w:rFonts w:eastAsia="MS Mincho"/>
                <w:lang w:eastAsia="ja-JP"/>
              </w:rPr>
              <w:t>DC_41A_n257G</w:t>
            </w:r>
          </w:p>
          <w:p w14:paraId="0937443F" w14:textId="77777777" w:rsidR="00CC6D2A" w:rsidRPr="00E062F1" w:rsidRDefault="00CC6D2A" w:rsidP="006B3BD2">
            <w:pPr>
              <w:pStyle w:val="TAC"/>
              <w:rPr>
                <w:rFonts w:eastAsia="MS Mincho"/>
                <w:lang w:eastAsia="ja-JP"/>
              </w:rPr>
            </w:pPr>
            <w:r w:rsidRPr="00E062F1">
              <w:rPr>
                <w:rFonts w:eastAsia="MS Mincho"/>
                <w:lang w:eastAsia="ja-JP"/>
              </w:rPr>
              <w:t>DC_41A_n257H</w:t>
            </w:r>
          </w:p>
          <w:p w14:paraId="2841C901" w14:textId="77777777" w:rsidR="00CC6D2A" w:rsidRPr="00E062F1" w:rsidRDefault="00CC6D2A" w:rsidP="006B3BD2">
            <w:pPr>
              <w:pStyle w:val="TAC"/>
              <w:rPr>
                <w:rFonts w:eastAsia="MS Mincho"/>
                <w:lang w:eastAsia="ja-JP"/>
              </w:rPr>
            </w:pPr>
            <w:r w:rsidRPr="00E062F1">
              <w:rPr>
                <w:rFonts w:eastAsia="MS Mincho"/>
                <w:lang w:eastAsia="ja-JP"/>
              </w:rPr>
              <w:t>DC_41A_n257I</w:t>
            </w:r>
          </w:p>
          <w:p w14:paraId="7EC8F3F7" w14:textId="77777777" w:rsidR="00CC6D2A" w:rsidRPr="00E062F1" w:rsidRDefault="00CC6D2A" w:rsidP="006B3BD2">
            <w:pPr>
              <w:pStyle w:val="TAC"/>
              <w:rPr>
                <w:rFonts w:eastAsia="MS Mincho"/>
                <w:lang w:eastAsia="ja-JP"/>
              </w:rPr>
            </w:pPr>
            <w:r w:rsidRPr="00E062F1">
              <w:rPr>
                <w:rFonts w:eastAsia="MS Mincho"/>
                <w:lang w:eastAsia="ja-JP"/>
              </w:rPr>
              <w:t>DC_41A_n257J</w:t>
            </w:r>
          </w:p>
          <w:p w14:paraId="7E444B4E" w14:textId="77777777" w:rsidR="00CC6D2A" w:rsidRPr="00E062F1" w:rsidRDefault="00CC6D2A" w:rsidP="006B3BD2">
            <w:pPr>
              <w:pStyle w:val="TAC"/>
              <w:rPr>
                <w:rFonts w:eastAsia="MS Mincho"/>
                <w:lang w:eastAsia="ja-JP"/>
              </w:rPr>
            </w:pPr>
            <w:r w:rsidRPr="00E062F1">
              <w:rPr>
                <w:rFonts w:eastAsia="MS Mincho"/>
                <w:lang w:eastAsia="ja-JP"/>
              </w:rPr>
              <w:t>DC_41A_n257K</w:t>
            </w:r>
          </w:p>
          <w:p w14:paraId="1D09E3DA" w14:textId="77777777" w:rsidR="00CC6D2A" w:rsidRPr="00E062F1" w:rsidRDefault="00CC6D2A" w:rsidP="006B3BD2">
            <w:pPr>
              <w:pStyle w:val="TAC"/>
              <w:rPr>
                <w:lang w:eastAsia="fi-FI"/>
              </w:rPr>
            </w:pPr>
            <w:r w:rsidRPr="00E062F1">
              <w:rPr>
                <w:rFonts w:eastAsia="MS Mincho"/>
                <w:lang w:eastAsia="ja-JP"/>
              </w:rPr>
              <w:t>DC_41A_n257L</w:t>
            </w:r>
          </w:p>
          <w:p w14:paraId="03A6989F" w14:textId="1F76E70F" w:rsidR="00CC6D2A" w:rsidRPr="00E062F1" w:rsidRDefault="00CC6D2A" w:rsidP="006B3BD2">
            <w:pPr>
              <w:pStyle w:val="TAC"/>
              <w:rPr>
                <w:lang w:eastAsia="fi-FI"/>
              </w:rPr>
            </w:pPr>
            <w:r w:rsidRPr="00E062F1">
              <w:rPr>
                <w:lang w:eastAsia="fi-FI"/>
              </w:rPr>
              <w:t>DC_41A_n257M</w:t>
            </w:r>
          </w:p>
          <w:p w14:paraId="6DE95B91" w14:textId="6210BD71" w:rsidR="00CC6D2A" w:rsidRPr="00E062F1" w:rsidRDefault="00CC6D2A" w:rsidP="006B3BD2">
            <w:pPr>
              <w:pStyle w:val="TAC"/>
              <w:rPr>
                <w:rFonts w:eastAsia="MS Mincho"/>
                <w:lang w:eastAsia="ja-JP"/>
              </w:rPr>
            </w:pPr>
            <w:r w:rsidRPr="00E062F1">
              <w:rPr>
                <w:lang w:eastAsia="fi-FI"/>
              </w:rPr>
              <w:t>DC_41C_n257A</w:t>
            </w:r>
          </w:p>
          <w:p w14:paraId="2C6AC263" w14:textId="77777777" w:rsidR="00CC6D2A" w:rsidRPr="00AA54EC" w:rsidRDefault="00CC6D2A" w:rsidP="006B3BD2">
            <w:pPr>
              <w:pStyle w:val="TAC"/>
              <w:rPr>
                <w:rFonts w:eastAsia="MS Mincho"/>
                <w:lang w:val="sv-FI" w:eastAsia="ja-JP"/>
              </w:rPr>
            </w:pPr>
            <w:r w:rsidRPr="00AA54EC">
              <w:rPr>
                <w:rFonts w:eastAsia="MS Mincho"/>
                <w:lang w:val="sv-FI" w:eastAsia="ja-JP"/>
              </w:rPr>
              <w:t>DC_41C_n257D</w:t>
            </w:r>
          </w:p>
          <w:p w14:paraId="16B01B6C" w14:textId="77777777" w:rsidR="00CC6D2A" w:rsidRPr="00AA54EC" w:rsidRDefault="00CC6D2A" w:rsidP="006B3BD2">
            <w:pPr>
              <w:pStyle w:val="TAC"/>
              <w:rPr>
                <w:lang w:val="sv-FI" w:eastAsia="fi-FI"/>
              </w:rPr>
            </w:pPr>
            <w:r w:rsidRPr="00AA54EC">
              <w:rPr>
                <w:rFonts w:eastAsia="MS Mincho"/>
                <w:lang w:val="sv-FI" w:eastAsia="ja-JP"/>
              </w:rPr>
              <w:t>DC_41C_n257E</w:t>
            </w:r>
          </w:p>
          <w:p w14:paraId="7D18AE56" w14:textId="77777777" w:rsidR="00CC6D2A" w:rsidRPr="00AA54EC" w:rsidRDefault="00CC6D2A" w:rsidP="006B3BD2">
            <w:pPr>
              <w:pStyle w:val="TAC"/>
              <w:rPr>
                <w:rFonts w:eastAsia="MS Mincho"/>
                <w:lang w:val="sv-FI" w:eastAsia="ja-JP"/>
              </w:rPr>
            </w:pPr>
            <w:r w:rsidRPr="00AA54EC">
              <w:rPr>
                <w:lang w:val="sv-FI" w:eastAsia="fi-FI"/>
              </w:rPr>
              <w:t>DC_41C_n257F</w:t>
            </w:r>
          </w:p>
          <w:p w14:paraId="36E50A9C" w14:textId="77777777" w:rsidR="00CC6D2A" w:rsidRPr="00AA54EC" w:rsidRDefault="00CC6D2A" w:rsidP="006B3BD2">
            <w:pPr>
              <w:pStyle w:val="TAC"/>
              <w:rPr>
                <w:lang w:val="sv-FI" w:eastAsia="fi-FI"/>
              </w:rPr>
            </w:pPr>
            <w:r w:rsidRPr="00AA54EC">
              <w:rPr>
                <w:lang w:val="sv-FI" w:eastAsia="fi-FI"/>
              </w:rPr>
              <w:t>DC_41C_n257G</w:t>
            </w:r>
          </w:p>
          <w:p w14:paraId="0BD4D5C5" w14:textId="77777777" w:rsidR="00CC6D2A" w:rsidRPr="00AA54EC" w:rsidRDefault="00CC6D2A" w:rsidP="006B3BD2">
            <w:pPr>
              <w:pStyle w:val="TAC"/>
              <w:rPr>
                <w:lang w:val="sv-FI" w:eastAsia="fi-FI"/>
              </w:rPr>
            </w:pPr>
            <w:r w:rsidRPr="00AA54EC">
              <w:rPr>
                <w:lang w:val="sv-FI" w:eastAsia="fi-FI"/>
              </w:rPr>
              <w:t>DC_41C_n257H</w:t>
            </w:r>
          </w:p>
          <w:p w14:paraId="7F19AAE6" w14:textId="77777777" w:rsidR="00CC6D2A" w:rsidRPr="00AA54EC" w:rsidRDefault="00CC6D2A" w:rsidP="006B3BD2">
            <w:pPr>
              <w:pStyle w:val="TAC"/>
              <w:rPr>
                <w:lang w:val="sv-FI" w:eastAsia="fi-FI"/>
              </w:rPr>
            </w:pPr>
            <w:r w:rsidRPr="00AA54EC">
              <w:rPr>
                <w:lang w:val="sv-FI" w:eastAsia="fi-FI"/>
              </w:rPr>
              <w:t>DC_41C_n257I</w:t>
            </w:r>
          </w:p>
          <w:p w14:paraId="16BE2C93" w14:textId="77777777" w:rsidR="00CC6D2A" w:rsidRPr="00AA54EC" w:rsidRDefault="00CC6D2A" w:rsidP="006B3BD2">
            <w:pPr>
              <w:pStyle w:val="TAC"/>
              <w:rPr>
                <w:lang w:val="sv-FI" w:eastAsia="fi-FI"/>
              </w:rPr>
            </w:pPr>
            <w:r w:rsidRPr="00AA54EC">
              <w:rPr>
                <w:lang w:val="sv-FI" w:eastAsia="fi-FI"/>
              </w:rPr>
              <w:t>DC_41C_n257J</w:t>
            </w:r>
          </w:p>
          <w:p w14:paraId="18C0AFFD" w14:textId="77777777" w:rsidR="00CC6D2A" w:rsidRPr="00AA54EC" w:rsidRDefault="00CC6D2A" w:rsidP="006B3BD2">
            <w:pPr>
              <w:pStyle w:val="TAC"/>
              <w:rPr>
                <w:lang w:val="sv-FI" w:eastAsia="fi-FI"/>
              </w:rPr>
            </w:pPr>
            <w:r w:rsidRPr="00AA54EC">
              <w:rPr>
                <w:lang w:val="sv-FI" w:eastAsia="fi-FI"/>
              </w:rPr>
              <w:t>DC_41C_n257K</w:t>
            </w:r>
          </w:p>
          <w:p w14:paraId="332C334F" w14:textId="77777777" w:rsidR="00CC6D2A" w:rsidRPr="00AA54EC" w:rsidRDefault="00CC6D2A" w:rsidP="006B3BD2">
            <w:pPr>
              <w:pStyle w:val="TAC"/>
              <w:rPr>
                <w:lang w:val="sv-FI" w:eastAsia="fi-FI"/>
              </w:rPr>
            </w:pPr>
            <w:r w:rsidRPr="00AA54EC">
              <w:rPr>
                <w:lang w:val="sv-FI" w:eastAsia="fi-FI"/>
              </w:rPr>
              <w:t>DC_41C_n257L</w:t>
            </w:r>
          </w:p>
          <w:p w14:paraId="3F901C60" w14:textId="41B93298" w:rsidR="00CC6D2A" w:rsidRPr="00E062F1" w:rsidRDefault="00CC6D2A" w:rsidP="006B3BD2">
            <w:pPr>
              <w:pStyle w:val="TAC"/>
            </w:pPr>
            <w:r w:rsidRPr="00E062F1">
              <w:t>DC_41C_n257M</w:t>
            </w:r>
          </w:p>
        </w:tc>
        <w:tc>
          <w:tcPr>
            <w:tcW w:w="2846" w:type="dxa"/>
          </w:tcPr>
          <w:p w14:paraId="26A7E602" w14:textId="77777777" w:rsidR="006404DE" w:rsidRPr="00E062F1" w:rsidRDefault="006404DE" w:rsidP="006B3BD2">
            <w:pPr>
              <w:pStyle w:val="TAC"/>
            </w:pPr>
            <w:r w:rsidRPr="00E062F1">
              <w:rPr>
                <w:lang w:eastAsia="fi-FI"/>
              </w:rPr>
              <w:t>DC_41A_n257A</w:t>
            </w:r>
          </w:p>
          <w:p w14:paraId="122F97CC" w14:textId="77777777" w:rsidR="006404DE" w:rsidRPr="00E062F1" w:rsidRDefault="006404DE" w:rsidP="006B3BD2">
            <w:pPr>
              <w:pStyle w:val="TAC"/>
              <w:rPr>
                <w:lang w:eastAsia="fi-FI"/>
              </w:rPr>
            </w:pPr>
            <w:r w:rsidRPr="00E062F1">
              <w:rPr>
                <w:lang w:eastAsia="fi-FI"/>
              </w:rPr>
              <w:t>DC_41A_n257D</w:t>
            </w:r>
          </w:p>
          <w:p w14:paraId="46DF2202" w14:textId="77777777" w:rsidR="006404DE" w:rsidRPr="00E062F1" w:rsidRDefault="006404DE" w:rsidP="006B3BD2">
            <w:pPr>
              <w:pStyle w:val="TAC"/>
              <w:rPr>
                <w:lang w:eastAsia="fi-FI"/>
              </w:rPr>
            </w:pPr>
            <w:r w:rsidRPr="00E062F1">
              <w:rPr>
                <w:lang w:eastAsia="fi-FI"/>
              </w:rPr>
              <w:t>DC_41A_n257G</w:t>
            </w:r>
          </w:p>
          <w:p w14:paraId="792889B4" w14:textId="77777777" w:rsidR="006404DE" w:rsidRPr="00E062F1" w:rsidRDefault="006404DE" w:rsidP="006B3BD2">
            <w:pPr>
              <w:pStyle w:val="TAC"/>
              <w:rPr>
                <w:lang w:eastAsia="fi-FI"/>
              </w:rPr>
            </w:pPr>
            <w:r w:rsidRPr="00E062F1">
              <w:rPr>
                <w:lang w:eastAsia="fi-FI"/>
              </w:rPr>
              <w:t>DC_41A_n257H</w:t>
            </w:r>
          </w:p>
          <w:p w14:paraId="2337BC92" w14:textId="77777777" w:rsidR="006404DE" w:rsidRPr="00E062F1" w:rsidRDefault="006404DE" w:rsidP="006B3BD2">
            <w:pPr>
              <w:pStyle w:val="TAC"/>
              <w:rPr>
                <w:lang w:eastAsia="fi-FI"/>
              </w:rPr>
            </w:pPr>
            <w:r w:rsidRPr="00E062F1">
              <w:rPr>
                <w:lang w:eastAsia="fi-FI"/>
              </w:rPr>
              <w:t>DC_41A_n257I</w:t>
            </w:r>
          </w:p>
          <w:p w14:paraId="2C4A0262" w14:textId="77777777" w:rsidR="006404DE" w:rsidRPr="00E062F1" w:rsidRDefault="006404DE" w:rsidP="006B3BD2">
            <w:pPr>
              <w:pStyle w:val="TAC"/>
              <w:rPr>
                <w:noProof/>
                <w:lang w:eastAsia="zh-TW"/>
              </w:rPr>
            </w:pPr>
            <w:r w:rsidRPr="00E062F1">
              <w:rPr>
                <w:noProof/>
                <w:lang w:eastAsia="zh-CN"/>
              </w:rPr>
              <w:t>DC_41C_n257A</w:t>
            </w:r>
          </w:p>
          <w:p w14:paraId="2E4A3F2C" w14:textId="77777777" w:rsidR="006404DE" w:rsidRPr="00AA54EC" w:rsidRDefault="006404DE" w:rsidP="006B3BD2">
            <w:pPr>
              <w:pStyle w:val="TAC"/>
              <w:rPr>
                <w:lang w:val="sv-FI" w:eastAsia="fi-FI"/>
              </w:rPr>
            </w:pPr>
            <w:r w:rsidRPr="00AA54EC">
              <w:rPr>
                <w:lang w:val="sv-FI" w:eastAsia="fi-FI"/>
              </w:rPr>
              <w:t>DC_41C_n257D</w:t>
            </w:r>
          </w:p>
          <w:p w14:paraId="71663F17" w14:textId="77777777" w:rsidR="006404DE" w:rsidRPr="00AA54EC" w:rsidRDefault="006404DE" w:rsidP="006B3BD2">
            <w:pPr>
              <w:pStyle w:val="TAC"/>
              <w:rPr>
                <w:lang w:val="sv-FI" w:eastAsia="fi-FI"/>
              </w:rPr>
            </w:pPr>
            <w:r w:rsidRPr="00AA54EC">
              <w:rPr>
                <w:lang w:val="sv-FI" w:eastAsia="fi-FI"/>
              </w:rPr>
              <w:t>DC_41C_n257G</w:t>
            </w:r>
          </w:p>
          <w:p w14:paraId="7A8F59D3" w14:textId="77777777" w:rsidR="006404DE" w:rsidRPr="00AA54EC" w:rsidRDefault="006404DE" w:rsidP="006B3BD2">
            <w:pPr>
              <w:pStyle w:val="TAC"/>
              <w:rPr>
                <w:lang w:val="sv-FI" w:eastAsia="fi-FI"/>
              </w:rPr>
            </w:pPr>
            <w:r w:rsidRPr="00AA54EC">
              <w:rPr>
                <w:lang w:val="sv-FI" w:eastAsia="fi-FI"/>
              </w:rPr>
              <w:t>DC_41C_n257H</w:t>
            </w:r>
          </w:p>
          <w:p w14:paraId="169D6053" w14:textId="6875F93F" w:rsidR="00CC6D2A" w:rsidRPr="00E062F1" w:rsidRDefault="006404DE" w:rsidP="006B3BD2">
            <w:pPr>
              <w:pStyle w:val="TAC"/>
              <w:rPr>
                <w:lang w:eastAsia="fi-FI"/>
              </w:rPr>
            </w:pPr>
            <w:r w:rsidRPr="00E062F1">
              <w:rPr>
                <w:lang w:eastAsia="fi-FI"/>
              </w:rPr>
              <w:t>DC_41C_n257I</w:t>
            </w:r>
          </w:p>
        </w:tc>
      </w:tr>
      <w:tr w:rsidR="00CC6D2A" w:rsidRPr="00E062F1" w14:paraId="0ABF504E" w14:textId="77777777" w:rsidTr="006B3BD2">
        <w:trPr>
          <w:trHeight w:val="187"/>
          <w:jc w:val="center"/>
        </w:trPr>
        <w:tc>
          <w:tcPr>
            <w:tcW w:w="2972" w:type="dxa"/>
            <w:shd w:val="clear" w:color="auto" w:fill="auto"/>
          </w:tcPr>
          <w:p w14:paraId="1D13D846" w14:textId="7361BDFE" w:rsidR="00CC6D2A" w:rsidRPr="00E062F1" w:rsidRDefault="00CC6D2A" w:rsidP="006B3BD2">
            <w:pPr>
              <w:pStyle w:val="TAC"/>
              <w:rPr>
                <w:lang w:eastAsia="fi-FI"/>
              </w:rPr>
            </w:pPr>
            <w:r w:rsidRPr="00E062F1">
              <w:rPr>
                <w:lang w:eastAsia="fi-FI"/>
              </w:rPr>
              <w:lastRenderedPageBreak/>
              <w:t>DC_41A_n258A</w:t>
            </w:r>
          </w:p>
        </w:tc>
        <w:tc>
          <w:tcPr>
            <w:tcW w:w="2846" w:type="dxa"/>
          </w:tcPr>
          <w:p w14:paraId="1D5CC35C" w14:textId="07C29D4E" w:rsidR="00CC6D2A" w:rsidRPr="00E062F1" w:rsidRDefault="00CC6D2A" w:rsidP="006B3BD2">
            <w:pPr>
              <w:pStyle w:val="TAC"/>
              <w:rPr>
                <w:lang w:eastAsia="fi-FI"/>
              </w:rPr>
            </w:pPr>
            <w:r w:rsidRPr="00E062F1">
              <w:rPr>
                <w:lang w:eastAsia="fi-FI"/>
              </w:rPr>
              <w:t>DC_41A_n258A</w:t>
            </w:r>
          </w:p>
        </w:tc>
      </w:tr>
      <w:tr w:rsidR="00CC6D2A" w:rsidRPr="00E062F1" w14:paraId="7747124A" w14:textId="77777777" w:rsidTr="006B3BD2">
        <w:trPr>
          <w:trHeight w:val="187"/>
          <w:jc w:val="center"/>
        </w:trPr>
        <w:tc>
          <w:tcPr>
            <w:tcW w:w="2972" w:type="dxa"/>
            <w:shd w:val="clear" w:color="auto" w:fill="auto"/>
          </w:tcPr>
          <w:p w14:paraId="0E98472C" w14:textId="4A295517" w:rsidR="00CC6D2A" w:rsidRPr="00E062F1" w:rsidRDefault="00CC6D2A" w:rsidP="006B3BD2">
            <w:pPr>
              <w:pStyle w:val="TAC"/>
              <w:rPr>
                <w:lang w:eastAsia="fi-FI"/>
              </w:rPr>
            </w:pPr>
            <w:r w:rsidRPr="00E062F1">
              <w:rPr>
                <w:lang w:eastAsia="fi-FI"/>
              </w:rPr>
              <w:t>DC_42A_n257A</w:t>
            </w:r>
          </w:p>
          <w:p w14:paraId="02EF19B0" w14:textId="77777777" w:rsidR="00CC6D2A" w:rsidRPr="00E062F1" w:rsidRDefault="00CC6D2A" w:rsidP="006B3BD2">
            <w:pPr>
              <w:pStyle w:val="TAC"/>
              <w:rPr>
                <w:lang w:eastAsia="fi-FI"/>
              </w:rPr>
            </w:pPr>
            <w:r w:rsidRPr="00E062F1">
              <w:rPr>
                <w:lang w:eastAsia="fi-FI"/>
              </w:rPr>
              <w:t>DC_42A_n257D</w:t>
            </w:r>
          </w:p>
          <w:p w14:paraId="29B918FB" w14:textId="77777777" w:rsidR="00CC6D2A" w:rsidRPr="00E062F1" w:rsidRDefault="00CC6D2A" w:rsidP="006B3BD2">
            <w:pPr>
              <w:pStyle w:val="TAC"/>
              <w:rPr>
                <w:lang w:eastAsia="fi-FI"/>
              </w:rPr>
            </w:pPr>
            <w:r w:rsidRPr="00E062F1">
              <w:rPr>
                <w:lang w:eastAsia="fi-FI"/>
              </w:rPr>
              <w:t>DC_42A_n257E</w:t>
            </w:r>
          </w:p>
          <w:p w14:paraId="3D0016D3" w14:textId="77777777" w:rsidR="00CC6D2A" w:rsidRPr="00E062F1" w:rsidRDefault="00CC6D2A" w:rsidP="006B3BD2">
            <w:pPr>
              <w:pStyle w:val="TAC"/>
              <w:rPr>
                <w:lang w:eastAsia="fi-FI"/>
              </w:rPr>
            </w:pPr>
            <w:r w:rsidRPr="00E062F1">
              <w:rPr>
                <w:lang w:eastAsia="fi-FI"/>
              </w:rPr>
              <w:t>DC_42A_n257F</w:t>
            </w:r>
          </w:p>
          <w:p w14:paraId="47786BA0" w14:textId="77777777" w:rsidR="00CC6D2A" w:rsidRPr="00E062F1" w:rsidRDefault="00CC6D2A" w:rsidP="006B3BD2">
            <w:pPr>
              <w:pStyle w:val="TAC"/>
              <w:rPr>
                <w:lang w:eastAsia="ja-JP"/>
              </w:rPr>
            </w:pPr>
            <w:r w:rsidRPr="00E062F1">
              <w:rPr>
                <w:lang w:eastAsia="ja-JP"/>
              </w:rPr>
              <w:t>DC_42A_n257G</w:t>
            </w:r>
          </w:p>
          <w:p w14:paraId="71C5C432" w14:textId="77777777" w:rsidR="00CC6D2A" w:rsidRPr="00E062F1" w:rsidRDefault="00CC6D2A" w:rsidP="006B3BD2">
            <w:pPr>
              <w:pStyle w:val="TAC"/>
              <w:rPr>
                <w:lang w:eastAsia="ja-JP"/>
              </w:rPr>
            </w:pPr>
            <w:r w:rsidRPr="00E062F1">
              <w:rPr>
                <w:lang w:eastAsia="ja-JP"/>
              </w:rPr>
              <w:t>DC_42A_n257H</w:t>
            </w:r>
          </w:p>
          <w:p w14:paraId="4B04A1A8" w14:textId="77777777" w:rsidR="00CC6D2A" w:rsidRPr="00E062F1" w:rsidRDefault="00CC6D2A" w:rsidP="006B3BD2">
            <w:pPr>
              <w:pStyle w:val="TAC"/>
              <w:rPr>
                <w:lang w:eastAsia="ja-JP"/>
              </w:rPr>
            </w:pPr>
            <w:r w:rsidRPr="00E062F1">
              <w:rPr>
                <w:lang w:eastAsia="ja-JP"/>
              </w:rPr>
              <w:t>DC_42A_n257I</w:t>
            </w:r>
          </w:p>
          <w:p w14:paraId="0BBA8EAA" w14:textId="77777777" w:rsidR="00CC6D2A" w:rsidRPr="00E062F1" w:rsidRDefault="00CC6D2A" w:rsidP="006B3BD2">
            <w:pPr>
              <w:pStyle w:val="TAC"/>
              <w:rPr>
                <w:lang w:eastAsia="ja-JP"/>
              </w:rPr>
            </w:pPr>
            <w:r w:rsidRPr="00E062F1">
              <w:rPr>
                <w:lang w:eastAsia="ja-JP"/>
              </w:rPr>
              <w:t>DC_42A_n257J</w:t>
            </w:r>
          </w:p>
          <w:p w14:paraId="0EFFC110" w14:textId="77777777" w:rsidR="00CC6D2A" w:rsidRPr="00E062F1" w:rsidRDefault="00CC6D2A" w:rsidP="006B3BD2">
            <w:pPr>
              <w:pStyle w:val="TAC"/>
              <w:rPr>
                <w:lang w:eastAsia="ja-JP"/>
              </w:rPr>
            </w:pPr>
            <w:r w:rsidRPr="00E062F1">
              <w:rPr>
                <w:lang w:eastAsia="ja-JP"/>
              </w:rPr>
              <w:t>DC_42A_n257K</w:t>
            </w:r>
          </w:p>
          <w:p w14:paraId="049E4A39" w14:textId="77777777" w:rsidR="00CC6D2A" w:rsidRPr="00E062F1" w:rsidRDefault="00CC6D2A" w:rsidP="006B3BD2">
            <w:pPr>
              <w:pStyle w:val="TAC"/>
              <w:rPr>
                <w:lang w:eastAsia="ja-JP"/>
              </w:rPr>
            </w:pPr>
            <w:r w:rsidRPr="00E062F1">
              <w:rPr>
                <w:lang w:eastAsia="ja-JP"/>
              </w:rPr>
              <w:t>DC_42A_n257L</w:t>
            </w:r>
          </w:p>
          <w:p w14:paraId="4BA0C8A2" w14:textId="47922427" w:rsidR="00CC6D2A" w:rsidRPr="00E062F1" w:rsidRDefault="00CC6D2A" w:rsidP="006B3BD2">
            <w:pPr>
              <w:pStyle w:val="TAC"/>
              <w:rPr>
                <w:lang w:eastAsia="fi-FI"/>
              </w:rPr>
            </w:pPr>
            <w:r w:rsidRPr="00E062F1">
              <w:rPr>
                <w:lang w:eastAsia="ja-JP"/>
              </w:rPr>
              <w:t>DC_42A_n257M</w:t>
            </w:r>
          </w:p>
          <w:p w14:paraId="723DCED5" w14:textId="77777777" w:rsidR="00CC6D2A" w:rsidRPr="00E062F1" w:rsidRDefault="00CC6D2A" w:rsidP="006B3BD2">
            <w:pPr>
              <w:pStyle w:val="TAC"/>
              <w:rPr>
                <w:rFonts w:eastAsia="MS Mincho"/>
                <w:lang w:eastAsia="ja-JP"/>
              </w:rPr>
            </w:pPr>
            <w:r w:rsidRPr="00E062F1">
              <w:rPr>
                <w:rFonts w:eastAsia="MS Mincho"/>
                <w:lang w:eastAsia="ja-JP"/>
              </w:rPr>
              <w:t>DC_42C_n257A</w:t>
            </w:r>
          </w:p>
          <w:p w14:paraId="6676012D" w14:textId="77777777" w:rsidR="00CC6D2A" w:rsidRPr="00AA54EC" w:rsidRDefault="00CC6D2A" w:rsidP="006B3BD2">
            <w:pPr>
              <w:pStyle w:val="TAC"/>
              <w:rPr>
                <w:lang w:val="sv-FI" w:eastAsia="fi-FI"/>
              </w:rPr>
            </w:pPr>
            <w:r w:rsidRPr="00AA54EC">
              <w:rPr>
                <w:lang w:val="sv-FI" w:eastAsia="fi-FI"/>
              </w:rPr>
              <w:t>DC_42C_n257D</w:t>
            </w:r>
          </w:p>
          <w:p w14:paraId="5817F689" w14:textId="77777777" w:rsidR="00CC6D2A" w:rsidRPr="00AA54EC" w:rsidRDefault="00CC6D2A" w:rsidP="006B3BD2">
            <w:pPr>
              <w:pStyle w:val="TAC"/>
              <w:rPr>
                <w:lang w:val="sv-FI" w:eastAsia="fi-FI"/>
              </w:rPr>
            </w:pPr>
            <w:r w:rsidRPr="00AA54EC">
              <w:rPr>
                <w:lang w:val="sv-FI" w:eastAsia="fi-FI"/>
              </w:rPr>
              <w:t>DC_42C_n257E</w:t>
            </w:r>
          </w:p>
          <w:p w14:paraId="2A59C1C8" w14:textId="77777777" w:rsidR="00CC6D2A" w:rsidRPr="00AA54EC" w:rsidRDefault="00CC6D2A" w:rsidP="006B3BD2">
            <w:pPr>
              <w:pStyle w:val="TAC"/>
              <w:rPr>
                <w:lang w:val="sv-FI" w:eastAsia="fi-FI"/>
              </w:rPr>
            </w:pPr>
            <w:r w:rsidRPr="00AA54EC">
              <w:rPr>
                <w:lang w:val="sv-FI" w:eastAsia="fi-FI"/>
              </w:rPr>
              <w:t>DC_42C_n257F</w:t>
            </w:r>
          </w:p>
          <w:p w14:paraId="506BF198" w14:textId="77777777" w:rsidR="00CC6D2A" w:rsidRPr="00AA54EC" w:rsidRDefault="00CC6D2A" w:rsidP="006B3BD2">
            <w:pPr>
              <w:pStyle w:val="TAC"/>
              <w:rPr>
                <w:lang w:val="sv-FI" w:eastAsia="ja-JP"/>
              </w:rPr>
            </w:pPr>
            <w:r w:rsidRPr="00AA54EC">
              <w:rPr>
                <w:lang w:val="sv-FI" w:eastAsia="ja-JP"/>
              </w:rPr>
              <w:t>DC_42C_n257G</w:t>
            </w:r>
          </w:p>
          <w:p w14:paraId="58202930" w14:textId="77777777" w:rsidR="00CC6D2A" w:rsidRPr="00AA54EC" w:rsidRDefault="00CC6D2A" w:rsidP="006B3BD2">
            <w:pPr>
              <w:pStyle w:val="TAC"/>
              <w:rPr>
                <w:lang w:val="sv-FI" w:eastAsia="ja-JP"/>
              </w:rPr>
            </w:pPr>
            <w:r w:rsidRPr="00AA54EC">
              <w:rPr>
                <w:lang w:val="sv-FI" w:eastAsia="ja-JP"/>
              </w:rPr>
              <w:t>DC_42C_n257H</w:t>
            </w:r>
          </w:p>
          <w:p w14:paraId="7A3FEA1B" w14:textId="77777777" w:rsidR="00CC6D2A" w:rsidRPr="00AA54EC" w:rsidRDefault="00CC6D2A" w:rsidP="006B3BD2">
            <w:pPr>
              <w:pStyle w:val="TAC"/>
              <w:rPr>
                <w:lang w:val="sv-FI" w:eastAsia="ja-JP"/>
              </w:rPr>
            </w:pPr>
            <w:r w:rsidRPr="00AA54EC">
              <w:rPr>
                <w:lang w:val="sv-FI" w:eastAsia="ja-JP"/>
              </w:rPr>
              <w:t>DC_42C_n257I</w:t>
            </w:r>
          </w:p>
          <w:p w14:paraId="1BC01105" w14:textId="67C48C1C" w:rsidR="00CC6D2A" w:rsidRPr="00AA54EC" w:rsidRDefault="00CC6D2A" w:rsidP="006B3BD2">
            <w:pPr>
              <w:pStyle w:val="TAC"/>
              <w:rPr>
                <w:lang w:val="sv-FI" w:eastAsia="ja-JP"/>
              </w:rPr>
            </w:pPr>
            <w:r w:rsidRPr="00AA54EC">
              <w:rPr>
                <w:lang w:val="sv-FI" w:eastAsia="ja-JP"/>
              </w:rPr>
              <w:t>DC_42C_n257J</w:t>
            </w:r>
          </w:p>
          <w:p w14:paraId="32599D5F" w14:textId="77777777" w:rsidR="00CC6D2A" w:rsidRPr="00AA54EC" w:rsidRDefault="00CC6D2A" w:rsidP="006B3BD2">
            <w:pPr>
              <w:pStyle w:val="TAC"/>
              <w:rPr>
                <w:lang w:val="sv-FI" w:eastAsia="ja-JP"/>
              </w:rPr>
            </w:pPr>
            <w:r w:rsidRPr="00AA54EC">
              <w:rPr>
                <w:lang w:val="sv-FI" w:eastAsia="ja-JP"/>
              </w:rPr>
              <w:t>DC_42C_n257K</w:t>
            </w:r>
          </w:p>
          <w:p w14:paraId="32F713F6" w14:textId="77777777" w:rsidR="00CC6D2A" w:rsidRPr="00AA54EC" w:rsidRDefault="00CC6D2A" w:rsidP="006B3BD2">
            <w:pPr>
              <w:pStyle w:val="TAC"/>
              <w:rPr>
                <w:lang w:val="sv-FI" w:eastAsia="ja-JP"/>
              </w:rPr>
            </w:pPr>
            <w:r w:rsidRPr="00AA54EC">
              <w:rPr>
                <w:lang w:val="sv-FI" w:eastAsia="ja-JP"/>
              </w:rPr>
              <w:t>DC_42C_n257L</w:t>
            </w:r>
          </w:p>
          <w:p w14:paraId="4BC5A506" w14:textId="77777777" w:rsidR="00CC6D2A" w:rsidRPr="00E062F1" w:rsidRDefault="00CC6D2A" w:rsidP="006B3BD2">
            <w:pPr>
              <w:pStyle w:val="TAC"/>
              <w:rPr>
                <w:lang w:eastAsia="ja-JP"/>
              </w:rPr>
            </w:pPr>
            <w:r w:rsidRPr="00E062F1">
              <w:rPr>
                <w:lang w:eastAsia="ja-JP"/>
              </w:rPr>
              <w:t>DC_42C_n257M</w:t>
            </w:r>
          </w:p>
          <w:p w14:paraId="7858BD27" w14:textId="77777777" w:rsidR="00CC6D2A" w:rsidRPr="00E062F1" w:rsidRDefault="00CC6D2A" w:rsidP="006B3BD2">
            <w:pPr>
              <w:pStyle w:val="TAC"/>
              <w:rPr>
                <w:noProof/>
                <w:lang w:eastAsia="zh-CN"/>
              </w:rPr>
            </w:pPr>
            <w:r w:rsidRPr="00E062F1">
              <w:rPr>
                <w:noProof/>
                <w:lang w:eastAsia="zh-CN"/>
              </w:rPr>
              <w:t>DC_42D_n257A</w:t>
            </w:r>
          </w:p>
          <w:p w14:paraId="7F5D8989" w14:textId="77777777" w:rsidR="00CC6D2A" w:rsidRPr="00E062F1" w:rsidRDefault="00CC6D2A" w:rsidP="006B3BD2">
            <w:pPr>
              <w:pStyle w:val="TAC"/>
              <w:rPr>
                <w:lang w:eastAsia="fi-FI"/>
              </w:rPr>
            </w:pPr>
            <w:r w:rsidRPr="00E062F1">
              <w:rPr>
                <w:lang w:eastAsia="fi-FI"/>
              </w:rPr>
              <w:t>DC_42D_n257D</w:t>
            </w:r>
          </w:p>
          <w:p w14:paraId="42723D16" w14:textId="77777777" w:rsidR="00CC6D2A" w:rsidRPr="00AA54EC" w:rsidRDefault="00CC6D2A" w:rsidP="006B3BD2">
            <w:pPr>
              <w:pStyle w:val="TAC"/>
              <w:rPr>
                <w:lang w:val="sv-FI" w:eastAsia="fi-FI"/>
              </w:rPr>
            </w:pPr>
            <w:r w:rsidRPr="00AA54EC">
              <w:rPr>
                <w:lang w:val="sv-FI" w:eastAsia="fi-FI"/>
              </w:rPr>
              <w:t>DC_42D_n257E</w:t>
            </w:r>
          </w:p>
          <w:p w14:paraId="339E599F" w14:textId="77777777" w:rsidR="00CC6D2A" w:rsidRPr="00AA54EC" w:rsidRDefault="00CC6D2A" w:rsidP="006B3BD2">
            <w:pPr>
              <w:pStyle w:val="TAC"/>
              <w:rPr>
                <w:lang w:val="sv-FI" w:eastAsia="fi-FI"/>
              </w:rPr>
            </w:pPr>
            <w:r w:rsidRPr="00AA54EC">
              <w:rPr>
                <w:lang w:val="sv-FI" w:eastAsia="fi-FI"/>
              </w:rPr>
              <w:t>DC_42D_n257F</w:t>
            </w:r>
          </w:p>
          <w:p w14:paraId="5CE1006D" w14:textId="77777777" w:rsidR="00CC6D2A" w:rsidRPr="00AA54EC" w:rsidRDefault="00CC6D2A" w:rsidP="006B3BD2">
            <w:pPr>
              <w:pStyle w:val="TAC"/>
              <w:rPr>
                <w:lang w:val="sv-FI" w:eastAsia="ja-JP"/>
              </w:rPr>
            </w:pPr>
            <w:r w:rsidRPr="00AA54EC">
              <w:rPr>
                <w:lang w:val="sv-FI" w:eastAsia="ja-JP"/>
              </w:rPr>
              <w:t>DC_42D_n257G</w:t>
            </w:r>
          </w:p>
          <w:p w14:paraId="3EDA435E" w14:textId="77777777" w:rsidR="00CC6D2A" w:rsidRPr="00AA54EC" w:rsidRDefault="00CC6D2A" w:rsidP="006B3BD2">
            <w:pPr>
              <w:pStyle w:val="TAC"/>
              <w:rPr>
                <w:lang w:val="sv-FI" w:eastAsia="ja-JP"/>
              </w:rPr>
            </w:pPr>
            <w:r w:rsidRPr="00AA54EC">
              <w:rPr>
                <w:lang w:val="sv-FI" w:eastAsia="ja-JP"/>
              </w:rPr>
              <w:t>DC_42D_n257H</w:t>
            </w:r>
          </w:p>
          <w:p w14:paraId="56574AF5" w14:textId="77777777" w:rsidR="00CC6D2A" w:rsidRPr="00AA54EC" w:rsidRDefault="00CC6D2A" w:rsidP="006B3BD2">
            <w:pPr>
              <w:pStyle w:val="TAC"/>
              <w:rPr>
                <w:lang w:val="sv-FI" w:eastAsia="ja-JP"/>
              </w:rPr>
            </w:pPr>
            <w:r w:rsidRPr="00AA54EC">
              <w:rPr>
                <w:lang w:val="sv-FI" w:eastAsia="ja-JP"/>
              </w:rPr>
              <w:t>DC_42D_n257I</w:t>
            </w:r>
          </w:p>
          <w:p w14:paraId="6DE382BA" w14:textId="77777777" w:rsidR="00CC6D2A" w:rsidRPr="00AA54EC" w:rsidRDefault="00CC6D2A" w:rsidP="006B3BD2">
            <w:pPr>
              <w:pStyle w:val="TAC"/>
              <w:rPr>
                <w:lang w:val="sv-FI" w:eastAsia="ja-JP"/>
              </w:rPr>
            </w:pPr>
            <w:r w:rsidRPr="00AA54EC">
              <w:rPr>
                <w:lang w:val="sv-FI" w:eastAsia="ja-JP"/>
              </w:rPr>
              <w:t>DC_42D_n257J</w:t>
            </w:r>
          </w:p>
          <w:p w14:paraId="4C1AFEB9" w14:textId="77777777" w:rsidR="00CC6D2A" w:rsidRPr="00AA54EC" w:rsidRDefault="00CC6D2A" w:rsidP="006B3BD2">
            <w:pPr>
              <w:pStyle w:val="TAC"/>
              <w:rPr>
                <w:lang w:val="sv-FI" w:eastAsia="ja-JP"/>
              </w:rPr>
            </w:pPr>
            <w:r w:rsidRPr="00AA54EC">
              <w:rPr>
                <w:lang w:val="sv-FI" w:eastAsia="ja-JP"/>
              </w:rPr>
              <w:t>DC_42D_n257K</w:t>
            </w:r>
          </w:p>
          <w:p w14:paraId="42AAE170" w14:textId="77777777" w:rsidR="00CC6D2A" w:rsidRPr="00AA54EC" w:rsidRDefault="00CC6D2A" w:rsidP="006B3BD2">
            <w:pPr>
              <w:pStyle w:val="TAC"/>
              <w:rPr>
                <w:lang w:val="sv-FI" w:eastAsia="ja-JP"/>
              </w:rPr>
            </w:pPr>
            <w:r w:rsidRPr="00AA54EC">
              <w:rPr>
                <w:lang w:val="sv-FI" w:eastAsia="ja-JP"/>
              </w:rPr>
              <w:t>DC_42D_n257L</w:t>
            </w:r>
          </w:p>
          <w:p w14:paraId="3097648C" w14:textId="77777777" w:rsidR="00CC6D2A" w:rsidRPr="00E062F1" w:rsidRDefault="00CC6D2A" w:rsidP="006B3BD2">
            <w:pPr>
              <w:pStyle w:val="TAC"/>
              <w:rPr>
                <w:lang w:eastAsia="ja-JP"/>
              </w:rPr>
            </w:pPr>
            <w:r w:rsidRPr="00E062F1">
              <w:rPr>
                <w:lang w:eastAsia="ja-JP"/>
              </w:rPr>
              <w:t>DC_42D_n257M</w:t>
            </w:r>
          </w:p>
          <w:p w14:paraId="3AF9270D" w14:textId="77777777" w:rsidR="00CC6D2A" w:rsidRPr="00E062F1" w:rsidRDefault="00CC6D2A" w:rsidP="006B3BD2">
            <w:pPr>
              <w:pStyle w:val="TAC"/>
              <w:rPr>
                <w:lang w:eastAsia="fi-FI"/>
              </w:rPr>
            </w:pPr>
            <w:r w:rsidRPr="00E062F1">
              <w:rPr>
                <w:lang w:eastAsia="fi-FI"/>
              </w:rPr>
              <w:t>DC_42E_n257A</w:t>
            </w:r>
          </w:p>
          <w:p w14:paraId="035BEF8C" w14:textId="77777777" w:rsidR="00CC6D2A" w:rsidRPr="00E062F1" w:rsidRDefault="00CC6D2A" w:rsidP="006B3BD2">
            <w:pPr>
              <w:pStyle w:val="TAC"/>
              <w:rPr>
                <w:lang w:eastAsia="fi-FI"/>
              </w:rPr>
            </w:pPr>
            <w:r w:rsidRPr="00E062F1">
              <w:rPr>
                <w:lang w:eastAsia="fi-FI"/>
              </w:rPr>
              <w:t>DC_42E_n257D</w:t>
            </w:r>
          </w:p>
          <w:p w14:paraId="79018ED2" w14:textId="77777777" w:rsidR="00CC6D2A" w:rsidRPr="00E062F1" w:rsidRDefault="00CC6D2A" w:rsidP="006B3BD2">
            <w:pPr>
              <w:pStyle w:val="TAC"/>
              <w:rPr>
                <w:lang w:eastAsia="fi-FI"/>
              </w:rPr>
            </w:pPr>
            <w:r w:rsidRPr="00E062F1">
              <w:rPr>
                <w:lang w:eastAsia="fi-FI"/>
              </w:rPr>
              <w:t>DC_42E_n257E</w:t>
            </w:r>
          </w:p>
          <w:p w14:paraId="4BD0FAA3" w14:textId="77777777" w:rsidR="00CC6D2A" w:rsidRPr="00E062F1" w:rsidRDefault="00CC6D2A" w:rsidP="006B3BD2">
            <w:pPr>
              <w:pStyle w:val="TAC"/>
              <w:rPr>
                <w:lang w:eastAsia="fi-FI"/>
              </w:rPr>
            </w:pPr>
            <w:r w:rsidRPr="00E062F1">
              <w:rPr>
                <w:lang w:eastAsia="fi-FI"/>
              </w:rPr>
              <w:t>DC_42E_n257F</w:t>
            </w:r>
          </w:p>
          <w:p w14:paraId="2B2C0BDE" w14:textId="77777777" w:rsidR="00CC6D2A" w:rsidRPr="00E062F1" w:rsidRDefault="00CC6D2A" w:rsidP="006B3BD2">
            <w:pPr>
              <w:pStyle w:val="TAC"/>
              <w:rPr>
                <w:lang w:eastAsia="ja-JP"/>
              </w:rPr>
            </w:pPr>
            <w:r w:rsidRPr="00E062F1">
              <w:rPr>
                <w:lang w:eastAsia="ja-JP"/>
              </w:rPr>
              <w:t>DC_42E_n257G</w:t>
            </w:r>
          </w:p>
          <w:p w14:paraId="53D01685" w14:textId="77777777" w:rsidR="00CC6D2A" w:rsidRPr="00E062F1" w:rsidRDefault="00CC6D2A" w:rsidP="006B3BD2">
            <w:pPr>
              <w:pStyle w:val="TAC"/>
              <w:rPr>
                <w:lang w:eastAsia="ja-JP"/>
              </w:rPr>
            </w:pPr>
            <w:r w:rsidRPr="00E062F1">
              <w:rPr>
                <w:lang w:eastAsia="ja-JP"/>
              </w:rPr>
              <w:t>DC_42E_n257H</w:t>
            </w:r>
          </w:p>
          <w:p w14:paraId="70FCC21B" w14:textId="77777777" w:rsidR="00CC6D2A" w:rsidRPr="00AA54EC" w:rsidRDefault="00CC6D2A" w:rsidP="006B3BD2">
            <w:pPr>
              <w:pStyle w:val="TAC"/>
              <w:rPr>
                <w:lang w:val="sv-FI" w:eastAsia="ja-JP"/>
              </w:rPr>
            </w:pPr>
            <w:r w:rsidRPr="00AA54EC">
              <w:rPr>
                <w:lang w:val="sv-FI" w:eastAsia="ja-JP"/>
              </w:rPr>
              <w:t>DC_42E_n257I</w:t>
            </w:r>
          </w:p>
          <w:p w14:paraId="2BAF8530" w14:textId="77777777" w:rsidR="00CC6D2A" w:rsidRPr="00AA54EC" w:rsidRDefault="00CC6D2A" w:rsidP="006B3BD2">
            <w:pPr>
              <w:pStyle w:val="TAC"/>
              <w:rPr>
                <w:lang w:val="sv-FI" w:eastAsia="ja-JP"/>
              </w:rPr>
            </w:pPr>
            <w:r w:rsidRPr="00AA54EC">
              <w:rPr>
                <w:lang w:val="sv-FI" w:eastAsia="ja-JP"/>
              </w:rPr>
              <w:t>DC_42E_n257J</w:t>
            </w:r>
          </w:p>
          <w:p w14:paraId="07955430" w14:textId="77777777" w:rsidR="00CC6D2A" w:rsidRPr="00AA54EC" w:rsidRDefault="00CC6D2A" w:rsidP="006B3BD2">
            <w:pPr>
              <w:pStyle w:val="TAC"/>
              <w:rPr>
                <w:lang w:val="sv-FI" w:eastAsia="ja-JP"/>
              </w:rPr>
            </w:pPr>
            <w:r w:rsidRPr="00AA54EC">
              <w:rPr>
                <w:lang w:val="sv-FI" w:eastAsia="ja-JP"/>
              </w:rPr>
              <w:t>DC_42E_n257K</w:t>
            </w:r>
          </w:p>
          <w:p w14:paraId="06CB6F70" w14:textId="77777777" w:rsidR="00CC6D2A" w:rsidRPr="00E062F1" w:rsidRDefault="00CC6D2A" w:rsidP="006B3BD2">
            <w:pPr>
              <w:pStyle w:val="TAC"/>
              <w:rPr>
                <w:lang w:eastAsia="ja-JP"/>
              </w:rPr>
            </w:pPr>
            <w:r w:rsidRPr="00E062F1">
              <w:rPr>
                <w:lang w:eastAsia="ja-JP"/>
              </w:rPr>
              <w:t>DC_42E_n257L</w:t>
            </w:r>
          </w:p>
          <w:p w14:paraId="22E0F5C3" w14:textId="457EBF6E" w:rsidR="00CC6D2A" w:rsidRPr="00E062F1" w:rsidRDefault="00CC6D2A" w:rsidP="006B3BD2">
            <w:pPr>
              <w:pStyle w:val="TAC"/>
              <w:rPr>
                <w:lang w:eastAsia="fi-FI"/>
              </w:rPr>
            </w:pPr>
            <w:r w:rsidRPr="00E062F1">
              <w:rPr>
                <w:lang w:eastAsia="ja-JP"/>
              </w:rPr>
              <w:t>DC_42E_n257M</w:t>
            </w:r>
          </w:p>
        </w:tc>
        <w:tc>
          <w:tcPr>
            <w:tcW w:w="2846" w:type="dxa"/>
          </w:tcPr>
          <w:p w14:paraId="2C401E34" w14:textId="2EB222EE" w:rsidR="00CC6D2A" w:rsidRPr="00E062F1" w:rsidRDefault="00CC6D2A" w:rsidP="006B3BD2">
            <w:pPr>
              <w:pStyle w:val="TAC"/>
              <w:rPr>
                <w:lang w:eastAsia="fi-FI"/>
              </w:rPr>
            </w:pPr>
            <w:r w:rsidRPr="00E062F1">
              <w:rPr>
                <w:lang w:eastAsia="fi-FI"/>
              </w:rPr>
              <w:t>DC_42A_n257A</w:t>
            </w:r>
          </w:p>
          <w:p w14:paraId="32D36C63" w14:textId="77777777" w:rsidR="00CC6D2A" w:rsidRPr="00E062F1" w:rsidRDefault="00CC6D2A" w:rsidP="006B3BD2">
            <w:pPr>
              <w:pStyle w:val="TAC"/>
              <w:rPr>
                <w:lang w:eastAsia="fi-FI"/>
              </w:rPr>
            </w:pPr>
            <w:r w:rsidRPr="00E062F1">
              <w:rPr>
                <w:lang w:eastAsia="fi-FI"/>
              </w:rPr>
              <w:t>DC_42A_n257D</w:t>
            </w:r>
          </w:p>
          <w:p w14:paraId="73F1CDFB" w14:textId="77777777" w:rsidR="00CC6D2A" w:rsidRPr="00E062F1" w:rsidRDefault="00CC6D2A" w:rsidP="006B3BD2">
            <w:pPr>
              <w:pStyle w:val="TAC"/>
              <w:rPr>
                <w:lang w:eastAsia="fi-FI"/>
              </w:rPr>
            </w:pPr>
            <w:r w:rsidRPr="00E062F1">
              <w:rPr>
                <w:lang w:eastAsia="fi-FI"/>
              </w:rPr>
              <w:t>DC_42A_n257E</w:t>
            </w:r>
          </w:p>
          <w:p w14:paraId="1E7802FB" w14:textId="77777777" w:rsidR="00CC6D2A" w:rsidRPr="00E062F1" w:rsidRDefault="00CC6D2A" w:rsidP="006B3BD2">
            <w:pPr>
              <w:pStyle w:val="TAC"/>
              <w:rPr>
                <w:lang w:eastAsia="fi-FI"/>
              </w:rPr>
            </w:pPr>
            <w:r w:rsidRPr="00E062F1">
              <w:rPr>
                <w:lang w:eastAsia="fi-FI"/>
              </w:rPr>
              <w:t>DC_42A_n257F</w:t>
            </w:r>
          </w:p>
          <w:p w14:paraId="7D172721" w14:textId="77777777" w:rsidR="00CC6D2A" w:rsidRPr="00E062F1" w:rsidRDefault="00CC6D2A" w:rsidP="006B3BD2">
            <w:pPr>
              <w:pStyle w:val="TAC"/>
              <w:rPr>
                <w:lang w:eastAsia="ja-JP"/>
              </w:rPr>
            </w:pPr>
            <w:r w:rsidRPr="00E062F1">
              <w:rPr>
                <w:lang w:eastAsia="ja-JP"/>
              </w:rPr>
              <w:t>DC_42A_n257G</w:t>
            </w:r>
          </w:p>
          <w:p w14:paraId="7C4515EB" w14:textId="77777777" w:rsidR="00CC6D2A" w:rsidRPr="00E062F1" w:rsidRDefault="00CC6D2A" w:rsidP="006B3BD2">
            <w:pPr>
              <w:pStyle w:val="TAC"/>
              <w:rPr>
                <w:lang w:eastAsia="ja-JP"/>
              </w:rPr>
            </w:pPr>
            <w:r w:rsidRPr="00E062F1">
              <w:rPr>
                <w:lang w:eastAsia="ja-JP"/>
              </w:rPr>
              <w:t>DC_42A_n257H</w:t>
            </w:r>
          </w:p>
          <w:p w14:paraId="0166DF2C" w14:textId="77777777" w:rsidR="00CC6D2A" w:rsidRPr="00E062F1" w:rsidRDefault="00CC6D2A" w:rsidP="006B3BD2">
            <w:pPr>
              <w:pStyle w:val="TAC"/>
              <w:rPr>
                <w:lang w:eastAsia="ja-JP"/>
              </w:rPr>
            </w:pPr>
            <w:r w:rsidRPr="00E062F1">
              <w:rPr>
                <w:lang w:eastAsia="ja-JP"/>
              </w:rPr>
              <w:t>DC_42A_n257I</w:t>
            </w:r>
          </w:p>
          <w:p w14:paraId="628C45C4" w14:textId="77777777" w:rsidR="00CC6D2A" w:rsidRPr="00E062F1" w:rsidRDefault="00CC6D2A" w:rsidP="006B3BD2">
            <w:pPr>
              <w:pStyle w:val="TAC"/>
              <w:rPr>
                <w:lang w:eastAsia="ja-JP"/>
              </w:rPr>
            </w:pPr>
            <w:r w:rsidRPr="00E062F1">
              <w:rPr>
                <w:lang w:eastAsia="ja-JP"/>
              </w:rPr>
              <w:t>DC_42A_n257J</w:t>
            </w:r>
          </w:p>
          <w:p w14:paraId="3A5D658B" w14:textId="77777777" w:rsidR="00CC6D2A" w:rsidRPr="00E062F1" w:rsidRDefault="00CC6D2A" w:rsidP="006B3BD2">
            <w:pPr>
              <w:pStyle w:val="TAC"/>
              <w:rPr>
                <w:lang w:eastAsia="ja-JP"/>
              </w:rPr>
            </w:pPr>
            <w:r w:rsidRPr="00E062F1">
              <w:rPr>
                <w:lang w:eastAsia="ja-JP"/>
              </w:rPr>
              <w:t>DC_42A_n257K</w:t>
            </w:r>
          </w:p>
          <w:p w14:paraId="2C0D55AC" w14:textId="77777777" w:rsidR="00CC6D2A" w:rsidRPr="00E062F1" w:rsidRDefault="00CC6D2A" w:rsidP="006B3BD2">
            <w:pPr>
              <w:pStyle w:val="TAC"/>
              <w:rPr>
                <w:lang w:eastAsia="ja-JP"/>
              </w:rPr>
            </w:pPr>
            <w:r w:rsidRPr="00E062F1">
              <w:rPr>
                <w:lang w:eastAsia="ja-JP"/>
              </w:rPr>
              <w:t>DC_42A_n257L</w:t>
            </w:r>
          </w:p>
          <w:p w14:paraId="169C689A" w14:textId="77777777" w:rsidR="00CC6D2A" w:rsidRPr="00E062F1" w:rsidRDefault="00CC6D2A" w:rsidP="006B3BD2">
            <w:pPr>
              <w:pStyle w:val="TAC"/>
              <w:rPr>
                <w:lang w:eastAsia="ja-JP"/>
              </w:rPr>
            </w:pPr>
            <w:r w:rsidRPr="00E062F1">
              <w:rPr>
                <w:lang w:eastAsia="ja-JP"/>
              </w:rPr>
              <w:t>DC_42A_n257M</w:t>
            </w:r>
          </w:p>
          <w:p w14:paraId="09658981" w14:textId="77777777" w:rsidR="00CC6D2A" w:rsidRPr="00E062F1" w:rsidRDefault="00CC6D2A" w:rsidP="006B3BD2">
            <w:pPr>
              <w:pStyle w:val="TAC"/>
              <w:rPr>
                <w:lang w:eastAsia="fi-FI"/>
              </w:rPr>
            </w:pPr>
            <w:r w:rsidRPr="00E062F1">
              <w:rPr>
                <w:lang w:eastAsia="fi-FI"/>
              </w:rPr>
              <w:t>DC_42C_n257A</w:t>
            </w:r>
          </w:p>
          <w:p w14:paraId="1758DE20" w14:textId="77777777" w:rsidR="00CC6D2A" w:rsidRPr="00E062F1" w:rsidRDefault="00CC6D2A" w:rsidP="006B3BD2">
            <w:pPr>
              <w:pStyle w:val="TAC"/>
              <w:rPr>
                <w:lang w:eastAsia="fi-FI"/>
              </w:rPr>
            </w:pPr>
            <w:r w:rsidRPr="00E062F1">
              <w:rPr>
                <w:lang w:eastAsia="fi-FI"/>
              </w:rPr>
              <w:t>DC_42C_n257D</w:t>
            </w:r>
          </w:p>
          <w:p w14:paraId="474E374F" w14:textId="77777777" w:rsidR="00CC6D2A" w:rsidRPr="00E062F1" w:rsidRDefault="00CC6D2A" w:rsidP="006B3BD2">
            <w:pPr>
              <w:pStyle w:val="TAC"/>
              <w:rPr>
                <w:lang w:eastAsia="fi-FI"/>
              </w:rPr>
            </w:pPr>
            <w:r w:rsidRPr="00E062F1">
              <w:rPr>
                <w:lang w:eastAsia="fi-FI"/>
              </w:rPr>
              <w:t>DC_42C_n257E</w:t>
            </w:r>
          </w:p>
          <w:p w14:paraId="1EACA8B1" w14:textId="77777777" w:rsidR="00CC6D2A" w:rsidRPr="00E062F1" w:rsidRDefault="00CC6D2A" w:rsidP="006B3BD2">
            <w:pPr>
              <w:pStyle w:val="TAC"/>
              <w:rPr>
                <w:lang w:eastAsia="fi-FI"/>
              </w:rPr>
            </w:pPr>
            <w:r w:rsidRPr="00E062F1">
              <w:rPr>
                <w:lang w:eastAsia="fi-FI"/>
              </w:rPr>
              <w:t>DC_42C_n257F</w:t>
            </w:r>
          </w:p>
          <w:p w14:paraId="60D063B8" w14:textId="77777777" w:rsidR="00CC6D2A" w:rsidRPr="00E062F1" w:rsidRDefault="00CC6D2A" w:rsidP="006B3BD2">
            <w:pPr>
              <w:pStyle w:val="TAC"/>
              <w:rPr>
                <w:lang w:eastAsia="fi-FI"/>
              </w:rPr>
            </w:pPr>
            <w:r w:rsidRPr="00E062F1">
              <w:rPr>
                <w:lang w:eastAsia="fi-FI"/>
              </w:rPr>
              <w:t>DC_42D_n257A</w:t>
            </w:r>
          </w:p>
          <w:p w14:paraId="358E6662" w14:textId="77777777" w:rsidR="00CC6D2A" w:rsidRPr="00E062F1" w:rsidRDefault="00CC6D2A" w:rsidP="006B3BD2">
            <w:pPr>
              <w:pStyle w:val="TAC"/>
              <w:rPr>
                <w:lang w:eastAsia="fi-FI"/>
              </w:rPr>
            </w:pPr>
            <w:r w:rsidRPr="00E062F1">
              <w:rPr>
                <w:lang w:eastAsia="fi-FI"/>
              </w:rPr>
              <w:t>DC_42D_n257D</w:t>
            </w:r>
          </w:p>
          <w:p w14:paraId="32FA7D97" w14:textId="77777777" w:rsidR="00CC6D2A" w:rsidRPr="00E062F1" w:rsidRDefault="00CC6D2A" w:rsidP="006B3BD2">
            <w:pPr>
              <w:pStyle w:val="TAC"/>
              <w:rPr>
                <w:lang w:eastAsia="fi-FI"/>
              </w:rPr>
            </w:pPr>
            <w:r w:rsidRPr="00E062F1">
              <w:rPr>
                <w:lang w:eastAsia="fi-FI"/>
              </w:rPr>
              <w:t>DC_42D_n257E</w:t>
            </w:r>
          </w:p>
          <w:p w14:paraId="4EB0E857" w14:textId="77777777" w:rsidR="00CC6D2A" w:rsidRPr="00E062F1" w:rsidRDefault="00CC6D2A" w:rsidP="006B3BD2">
            <w:pPr>
              <w:pStyle w:val="TAC"/>
              <w:rPr>
                <w:lang w:eastAsia="fi-FI"/>
              </w:rPr>
            </w:pPr>
            <w:r w:rsidRPr="00E062F1">
              <w:rPr>
                <w:lang w:eastAsia="fi-FI"/>
              </w:rPr>
              <w:t>DC_42D_n257F</w:t>
            </w:r>
          </w:p>
          <w:p w14:paraId="73CE2D51" w14:textId="77777777" w:rsidR="00CC6D2A" w:rsidRPr="00E062F1" w:rsidRDefault="00CC6D2A" w:rsidP="006B3BD2">
            <w:pPr>
              <w:pStyle w:val="TAC"/>
              <w:rPr>
                <w:lang w:eastAsia="fi-FI"/>
              </w:rPr>
            </w:pPr>
            <w:r w:rsidRPr="00E062F1">
              <w:rPr>
                <w:lang w:eastAsia="fi-FI"/>
              </w:rPr>
              <w:t>DC_42E_n257A</w:t>
            </w:r>
          </w:p>
          <w:p w14:paraId="47AD62DA" w14:textId="77777777" w:rsidR="00CC6D2A" w:rsidRPr="00E062F1" w:rsidRDefault="00CC6D2A" w:rsidP="006B3BD2">
            <w:pPr>
              <w:pStyle w:val="TAC"/>
              <w:rPr>
                <w:lang w:eastAsia="fi-FI"/>
              </w:rPr>
            </w:pPr>
            <w:r w:rsidRPr="00E062F1">
              <w:rPr>
                <w:lang w:eastAsia="fi-FI"/>
              </w:rPr>
              <w:t>DC_42E_n257D</w:t>
            </w:r>
          </w:p>
          <w:p w14:paraId="61B62AB9" w14:textId="77777777" w:rsidR="00CC6D2A" w:rsidRPr="00E062F1" w:rsidRDefault="00CC6D2A" w:rsidP="006B3BD2">
            <w:pPr>
              <w:pStyle w:val="TAC"/>
              <w:rPr>
                <w:lang w:eastAsia="fi-FI"/>
              </w:rPr>
            </w:pPr>
            <w:r w:rsidRPr="00E062F1">
              <w:rPr>
                <w:lang w:eastAsia="fi-FI"/>
              </w:rPr>
              <w:t>DC_42E_n257E</w:t>
            </w:r>
          </w:p>
          <w:p w14:paraId="2B40FD6D" w14:textId="2491D9C5" w:rsidR="00CC6D2A" w:rsidRPr="00E062F1" w:rsidRDefault="00CC6D2A" w:rsidP="006B3BD2">
            <w:pPr>
              <w:pStyle w:val="TAC"/>
              <w:rPr>
                <w:lang w:eastAsia="fi-FI"/>
              </w:rPr>
            </w:pPr>
            <w:r w:rsidRPr="00E062F1">
              <w:rPr>
                <w:lang w:eastAsia="fi-FI"/>
              </w:rPr>
              <w:t>DC_42E_n257F</w:t>
            </w:r>
          </w:p>
        </w:tc>
      </w:tr>
      <w:tr w:rsidR="00CC6D2A" w:rsidRPr="00E062F1" w14:paraId="0B86853D" w14:textId="77777777" w:rsidTr="006B3BD2">
        <w:trPr>
          <w:trHeight w:val="187"/>
          <w:jc w:val="center"/>
        </w:trPr>
        <w:tc>
          <w:tcPr>
            <w:tcW w:w="2972" w:type="dxa"/>
            <w:shd w:val="clear" w:color="auto" w:fill="auto"/>
          </w:tcPr>
          <w:p w14:paraId="63E6062B" w14:textId="77777777" w:rsidR="00CC6D2A" w:rsidRPr="00E062F1" w:rsidRDefault="00CC6D2A" w:rsidP="006B3BD2">
            <w:pPr>
              <w:pStyle w:val="TAC"/>
              <w:rPr>
                <w:rFonts w:cs="Arial"/>
                <w:szCs w:val="18"/>
                <w:lang w:eastAsia="ja-JP"/>
              </w:rPr>
            </w:pPr>
            <w:r w:rsidRPr="00E062F1">
              <w:rPr>
                <w:rFonts w:cs="Arial"/>
                <w:szCs w:val="18"/>
                <w:lang w:eastAsia="ja-JP"/>
              </w:rPr>
              <w:t>DC_48A_n257A</w:t>
            </w:r>
          </w:p>
          <w:p w14:paraId="7C959CF6" w14:textId="0A87981C" w:rsidR="00CC6D2A" w:rsidRPr="00E062F1" w:rsidRDefault="00CC6D2A" w:rsidP="006B3BD2">
            <w:pPr>
              <w:pStyle w:val="TAC"/>
              <w:rPr>
                <w:lang w:eastAsia="fi-FI"/>
              </w:rPr>
            </w:pPr>
            <w:r w:rsidRPr="00E062F1">
              <w:rPr>
                <w:noProof/>
                <w:lang w:eastAsia="zh-CN"/>
              </w:rPr>
              <w:t>DC_48C_n257A</w:t>
            </w:r>
          </w:p>
        </w:tc>
        <w:tc>
          <w:tcPr>
            <w:tcW w:w="2846" w:type="dxa"/>
          </w:tcPr>
          <w:p w14:paraId="0EE320A6" w14:textId="77777777" w:rsidR="00CC6D2A" w:rsidRPr="00E062F1" w:rsidRDefault="00CC6D2A" w:rsidP="006B3BD2">
            <w:pPr>
              <w:pStyle w:val="TAC"/>
              <w:rPr>
                <w:rFonts w:cs="Arial"/>
                <w:szCs w:val="18"/>
                <w:lang w:eastAsia="ja-JP"/>
              </w:rPr>
            </w:pPr>
            <w:r w:rsidRPr="00E062F1">
              <w:rPr>
                <w:rFonts w:cs="Arial"/>
                <w:szCs w:val="18"/>
                <w:lang w:eastAsia="ja-JP"/>
              </w:rPr>
              <w:t>DC_48A_n257A</w:t>
            </w:r>
          </w:p>
          <w:p w14:paraId="12B381C8" w14:textId="3A6835CE" w:rsidR="00CC6D2A" w:rsidRPr="00E062F1" w:rsidRDefault="00CC6D2A" w:rsidP="006B3BD2">
            <w:pPr>
              <w:pStyle w:val="TAC"/>
              <w:rPr>
                <w:lang w:eastAsia="fi-FI"/>
              </w:rPr>
            </w:pPr>
            <w:r w:rsidRPr="00E062F1">
              <w:rPr>
                <w:noProof/>
                <w:lang w:eastAsia="zh-CN"/>
              </w:rPr>
              <w:t>DC_48C_n257A</w:t>
            </w:r>
          </w:p>
        </w:tc>
      </w:tr>
      <w:tr w:rsidR="00CC6D2A" w:rsidRPr="00E062F1" w14:paraId="1E762EB9" w14:textId="77777777" w:rsidTr="006B3BD2">
        <w:trPr>
          <w:trHeight w:val="187"/>
          <w:jc w:val="center"/>
        </w:trPr>
        <w:tc>
          <w:tcPr>
            <w:tcW w:w="2972" w:type="dxa"/>
            <w:shd w:val="clear" w:color="auto" w:fill="auto"/>
          </w:tcPr>
          <w:p w14:paraId="42B235C0" w14:textId="4AE4EDD6" w:rsidR="00CC6D2A" w:rsidRPr="00E062F1" w:rsidRDefault="00CC6D2A" w:rsidP="006B3BD2">
            <w:pPr>
              <w:pStyle w:val="TAC"/>
              <w:rPr>
                <w:lang w:eastAsia="fi-FI"/>
              </w:rPr>
            </w:pPr>
            <w:r w:rsidRPr="00E062F1">
              <w:rPr>
                <w:noProof/>
                <w:lang w:eastAsia="zh-CN"/>
              </w:rPr>
              <w:t>DC_48A-48A_n257A</w:t>
            </w:r>
          </w:p>
        </w:tc>
        <w:tc>
          <w:tcPr>
            <w:tcW w:w="2846" w:type="dxa"/>
          </w:tcPr>
          <w:p w14:paraId="49C4D041" w14:textId="4B8507F4" w:rsidR="00CC6D2A" w:rsidRPr="00E062F1" w:rsidRDefault="00CC6D2A" w:rsidP="006B3BD2">
            <w:pPr>
              <w:pStyle w:val="TAC"/>
              <w:rPr>
                <w:lang w:eastAsia="fi-FI"/>
              </w:rPr>
            </w:pPr>
            <w:r w:rsidRPr="00E062F1">
              <w:rPr>
                <w:noProof/>
                <w:lang w:eastAsia="zh-CN"/>
              </w:rPr>
              <w:t>DC_48A_n257A</w:t>
            </w:r>
          </w:p>
        </w:tc>
      </w:tr>
      <w:tr w:rsidR="00CC6D2A" w:rsidRPr="00E062F1" w14:paraId="71D50488" w14:textId="77777777" w:rsidTr="006B3BD2">
        <w:trPr>
          <w:trHeight w:val="187"/>
          <w:jc w:val="center"/>
        </w:trPr>
        <w:tc>
          <w:tcPr>
            <w:tcW w:w="2972" w:type="dxa"/>
            <w:shd w:val="clear" w:color="auto" w:fill="auto"/>
          </w:tcPr>
          <w:p w14:paraId="7273CD45" w14:textId="77777777" w:rsidR="00A67D43" w:rsidRPr="00E062F1" w:rsidRDefault="00A67D43" w:rsidP="006B3BD2">
            <w:pPr>
              <w:pStyle w:val="TAC"/>
              <w:rPr>
                <w:rFonts w:cs="Arial"/>
                <w:szCs w:val="18"/>
                <w:lang w:eastAsia="zh-TW"/>
              </w:rPr>
            </w:pPr>
            <w:r w:rsidRPr="00E062F1">
              <w:rPr>
                <w:rFonts w:cs="Arial"/>
                <w:szCs w:val="18"/>
                <w:lang w:eastAsia="ja-JP"/>
              </w:rPr>
              <w:t>DC_48A_n260A</w:t>
            </w:r>
          </w:p>
          <w:p w14:paraId="5F96B298" w14:textId="77777777" w:rsidR="00A67D43" w:rsidRPr="00E062F1" w:rsidRDefault="00A67D43" w:rsidP="006B3BD2">
            <w:pPr>
              <w:pStyle w:val="TAC"/>
              <w:rPr>
                <w:noProof/>
                <w:lang w:eastAsia="zh-CN"/>
              </w:rPr>
            </w:pPr>
            <w:r w:rsidRPr="00E062F1">
              <w:rPr>
                <w:rFonts w:eastAsia="Times New Roman" w:cs="Arial"/>
                <w:color w:val="000000"/>
                <w:szCs w:val="18"/>
              </w:rPr>
              <w:t>DC_48A_n260G</w:t>
            </w:r>
          </w:p>
          <w:p w14:paraId="334E6C07" w14:textId="77777777" w:rsidR="00A67D43" w:rsidRPr="00E062F1" w:rsidRDefault="00A67D43" w:rsidP="006B3BD2">
            <w:pPr>
              <w:pStyle w:val="TAC"/>
              <w:rPr>
                <w:noProof/>
                <w:lang w:eastAsia="zh-CN"/>
              </w:rPr>
            </w:pPr>
            <w:r w:rsidRPr="00E062F1">
              <w:rPr>
                <w:rFonts w:eastAsia="Times New Roman" w:cs="Arial"/>
                <w:color w:val="000000"/>
                <w:szCs w:val="18"/>
              </w:rPr>
              <w:t>DC_48A_n260H</w:t>
            </w:r>
          </w:p>
          <w:p w14:paraId="62931737" w14:textId="77777777" w:rsidR="00A67D43" w:rsidRPr="00E062F1" w:rsidRDefault="00A67D43" w:rsidP="006B3BD2">
            <w:pPr>
              <w:pStyle w:val="TAC"/>
              <w:rPr>
                <w:noProof/>
                <w:lang w:eastAsia="zh-CN"/>
              </w:rPr>
            </w:pPr>
            <w:r w:rsidRPr="00E062F1">
              <w:rPr>
                <w:rFonts w:eastAsia="Times New Roman" w:cs="Arial"/>
                <w:color w:val="000000"/>
                <w:szCs w:val="18"/>
              </w:rPr>
              <w:t>DC_48A_n260I</w:t>
            </w:r>
          </w:p>
          <w:p w14:paraId="3FEE8E8B" w14:textId="77777777" w:rsidR="00A67D43" w:rsidRPr="00E062F1" w:rsidRDefault="00A67D43" w:rsidP="006B3BD2">
            <w:pPr>
              <w:pStyle w:val="TAC"/>
              <w:rPr>
                <w:noProof/>
                <w:lang w:eastAsia="zh-CN"/>
              </w:rPr>
            </w:pPr>
            <w:r w:rsidRPr="00E062F1">
              <w:rPr>
                <w:rFonts w:eastAsia="Times New Roman" w:cs="Arial"/>
                <w:color w:val="000000"/>
                <w:szCs w:val="18"/>
              </w:rPr>
              <w:t>DC_48A_n260J</w:t>
            </w:r>
          </w:p>
          <w:p w14:paraId="3DDF441C" w14:textId="77777777" w:rsidR="00A67D43" w:rsidRPr="00E062F1" w:rsidRDefault="00A67D43" w:rsidP="006B3BD2">
            <w:pPr>
              <w:pStyle w:val="TAC"/>
              <w:rPr>
                <w:noProof/>
                <w:lang w:eastAsia="zh-CN"/>
              </w:rPr>
            </w:pPr>
            <w:r w:rsidRPr="00E062F1">
              <w:rPr>
                <w:rFonts w:eastAsia="Times New Roman" w:cs="Arial"/>
                <w:color w:val="000000"/>
                <w:szCs w:val="18"/>
              </w:rPr>
              <w:t>DC_48A_n260K</w:t>
            </w:r>
          </w:p>
          <w:p w14:paraId="3944C94E" w14:textId="77777777" w:rsidR="00A67D43" w:rsidRPr="00E062F1" w:rsidRDefault="00A67D43" w:rsidP="006B3BD2">
            <w:pPr>
              <w:pStyle w:val="TAC"/>
              <w:rPr>
                <w:rFonts w:cs="Arial"/>
                <w:szCs w:val="18"/>
                <w:lang w:eastAsia="ja-JP"/>
              </w:rPr>
            </w:pPr>
            <w:r w:rsidRPr="00E062F1">
              <w:rPr>
                <w:rFonts w:eastAsia="Times New Roman" w:cs="Arial"/>
                <w:color w:val="000000"/>
                <w:szCs w:val="18"/>
              </w:rPr>
              <w:t>DC_48A_n260L</w:t>
            </w:r>
          </w:p>
          <w:p w14:paraId="1EEB74BA" w14:textId="77777777" w:rsidR="00A67D43" w:rsidRPr="00E062F1" w:rsidRDefault="00A67D43" w:rsidP="006B3BD2">
            <w:pPr>
              <w:pStyle w:val="TAC"/>
              <w:rPr>
                <w:noProof/>
                <w:lang w:eastAsia="zh-TW"/>
              </w:rPr>
            </w:pPr>
            <w:r w:rsidRPr="00E062F1">
              <w:rPr>
                <w:rFonts w:eastAsia="Times New Roman" w:cs="Arial"/>
                <w:color w:val="000000"/>
                <w:szCs w:val="18"/>
              </w:rPr>
              <w:t>DC_48A_n260M</w:t>
            </w:r>
          </w:p>
          <w:p w14:paraId="49E9D0AC" w14:textId="77777777" w:rsidR="00A67D43" w:rsidRPr="00E062F1" w:rsidRDefault="00A67D43" w:rsidP="006B3BD2">
            <w:pPr>
              <w:pStyle w:val="TAC"/>
              <w:rPr>
                <w:noProof/>
                <w:lang w:eastAsia="zh-CN"/>
              </w:rPr>
            </w:pPr>
            <w:r w:rsidRPr="00E062F1">
              <w:rPr>
                <w:noProof/>
                <w:lang w:eastAsia="zh-CN"/>
              </w:rPr>
              <w:t>DC_48C_n260A</w:t>
            </w:r>
          </w:p>
          <w:p w14:paraId="29F72CCE" w14:textId="77777777" w:rsidR="00A67D43" w:rsidRPr="00E062F1" w:rsidRDefault="00A67D43" w:rsidP="006B3BD2">
            <w:pPr>
              <w:pStyle w:val="TAC"/>
              <w:rPr>
                <w:rFonts w:cs="Arial"/>
                <w:szCs w:val="18"/>
                <w:lang w:eastAsia="ja-JP"/>
              </w:rPr>
            </w:pPr>
            <w:r w:rsidRPr="00E062F1">
              <w:rPr>
                <w:rFonts w:cs="Arial"/>
                <w:szCs w:val="18"/>
                <w:lang w:eastAsia="ja-JP"/>
              </w:rPr>
              <w:t>DC_48D_n260A</w:t>
            </w:r>
          </w:p>
          <w:p w14:paraId="0A7E97E8" w14:textId="77777777" w:rsidR="00A67D43" w:rsidRPr="00E062F1" w:rsidRDefault="00A67D43" w:rsidP="006B3BD2">
            <w:pPr>
              <w:pStyle w:val="TAC"/>
              <w:rPr>
                <w:rFonts w:cs="Arial"/>
                <w:szCs w:val="18"/>
                <w:lang w:eastAsia="ja-JP"/>
              </w:rPr>
            </w:pPr>
            <w:r w:rsidRPr="00E062F1">
              <w:rPr>
                <w:rFonts w:cs="Arial"/>
                <w:szCs w:val="18"/>
                <w:lang w:eastAsia="ja-JP"/>
              </w:rPr>
              <w:t>DC_48A_n260(2A)</w:t>
            </w:r>
          </w:p>
          <w:p w14:paraId="3596542E" w14:textId="77777777" w:rsidR="00A67D43" w:rsidRPr="00E062F1" w:rsidRDefault="00A67D43" w:rsidP="006B3BD2">
            <w:pPr>
              <w:pStyle w:val="TAC"/>
              <w:rPr>
                <w:rFonts w:cs="Arial"/>
                <w:szCs w:val="18"/>
                <w:lang w:eastAsia="ja-JP"/>
              </w:rPr>
            </w:pPr>
            <w:r w:rsidRPr="00E062F1">
              <w:rPr>
                <w:rFonts w:cs="Arial"/>
                <w:szCs w:val="18"/>
                <w:lang w:eastAsia="ja-JP"/>
              </w:rPr>
              <w:t>DC_48C_n260(2A)</w:t>
            </w:r>
          </w:p>
          <w:p w14:paraId="63284BB0" w14:textId="77777777" w:rsidR="00A67D43" w:rsidRPr="00E062F1" w:rsidRDefault="00A67D43" w:rsidP="006B3BD2">
            <w:pPr>
              <w:pStyle w:val="TAC"/>
              <w:rPr>
                <w:rFonts w:cs="Arial"/>
                <w:szCs w:val="18"/>
                <w:lang w:eastAsia="ja-JP"/>
              </w:rPr>
            </w:pPr>
            <w:r w:rsidRPr="00E062F1">
              <w:rPr>
                <w:rFonts w:cs="Arial"/>
                <w:szCs w:val="18"/>
                <w:lang w:eastAsia="ja-JP"/>
              </w:rPr>
              <w:t>DC_48D_n260(2A)</w:t>
            </w:r>
          </w:p>
          <w:p w14:paraId="1BEC9D1F" w14:textId="77777777" w:rsidR="00A67D43" w:rsidRPr="00E062F1" w:rsidRDefault="00A67D43" w:rsidP="006B3BD2">
            <w:pPr>
              <w:pStyle w:val="TAC"/>
              <w:rPr>
                <w:rFonts w:cs="Arial"/>
                <w:szCs w:val="18"/>
                <w:lang w:eastAsia="ja-JP"/>
              </w:rPr>
            </w:pPr>
            <w:r w:rsidRPr="00E062F1">
              <w:rPr>
                <w:rFonts w:cs="Arial"/>
                <w:szCs w:val="18"/>
                <w:lang w:eastAsia="ja-JP"/>
              </w:rPr>
              <w:t>DC_48A_n260(3A)</w:t>
            </w:r>
          </w:p>
          <w:p w14:paraId="5F545D3D" w14:textId="77777777" w:rsidR="00A67D43" w:rsidRPr="00E062F1" w:rsidRDefault="00A67D43" w:rsidP="006B3BD2">
            <w:pPr>
              <w:pStyle w:val="TAC"/>
              <w:rPr>
                <w:rFonts w:cs="Arial"/>
                <w:szCs w:val="18"/>
                <w:lang w:eastAsia="ja-JP"/>
              </w:rPr>
            </w:pPr>
            <w:r w:rsidRPr="00E062F1">
              <w:rPr>
                <w:rFonts w:cs="Arial"/>
                <w:szCs w:val="18"/>
                <w:lang w:eastAsia="ja-JP"/>
              </w:rPr>
              <w:t>DC_48C_n260(3A)</w:t>
            </w:r>
          </w:p>
          <w:p w14:paraId="4289E917" w14:textId="77777777" w:rsidR="00A67D43" w:rsidRPr="00E062F1" w:rsidRDefault="00A67D43" w:rsidP="006B3BD2">
            <w:pPr>
              <w:pStyle w:val="TAC"/>
              <w:rPr>
                <w:rFonts w:cs="Arial"/>
                <w:szCs w:val="18"/>
                <w:lang w:eastAsia="ja-JP"/>
              </w:rPr>
            </w:pPr>
            <w:r w:rsidRPr="00E062F1">
              <w:rPr>
                <w:rFonts w:cs="Arial"/>
                <w:szCs w:val="18"/>
                <w:lang w:eastAsia="ja-JP"/>
              </w:rPr>
              <w:t>DC_48D_n260(3A)</w:t>
            </w:r>
          </w:p>
          <w:p w14:paraId="3FC001D4" w14:textId="77777777" w:rsidR="00A67D43" w:rsidRPr="00E062F1" w:rsidRDefault="00A67D43" w:rsidP="006B3BD2">
            <w:pPr>
              <w:pStyle w:val="TAC"/>
              <w:rPr>
                <w:rFonts w:cs="Arial"/>
                <w:szCs w:val="18"/>
                <w:lang w:eastAsia="ja-JP"/>
              </w:rPr>
            </w:pPr>
            <w:r w:rsidRPr="00E062F1">
              <w:rPr>
                <w:rFonts w:cs="Arial"/>
                <w:szCs w:val="18"/>
                <w:lang w:eastAsia="ja-JP"/>
              </w:rPr>
              <w:t>DC_48A_n260(4A)</w:t>
            </w:r>
          </w:p>
          <w:p w14:paraId="44130020" w14:textId="77777777" w:rsidR="00A67D43" w:rsidRPr="00E062F1" w:rsidRDefault="00A67D43" w:rsidP="006B3BD2">
            <w:pPr>
              <w:pStyle w:val="TAC"/>
              <w:rPr>
                <w:rFonts w:cs="Arial"/>
                <w:szCs w:val="18"/>
                <w:lang w:eastAsia="ja-JP"/>
              </w:rPr>
            </w:pPr>
            <w:r w:rsidRPr="00E062F1">
              <w:rPr>
                <w:rFonts w:cs="Arial"/>
                <w:szCs w:val="18"/>
                <w:lang w:eastAsia="ja-JP"/>
              </w:rPr>
              <w:t>DC_48C_n260(4A)</w:t>
            </w:r>
          </w:p>
          <w:p w14:paraId="36EB3245" w14:textId="27F8AADC" w:rsidR="00CC6D2A" w:rsidRPr="00E062F1" w:rsidRDefault="00A67D43" w:rsidP="006B3BD2">
            <w:pPr>
              <w:pStyle w:val="TAC"/>
              <w:rPr>
                <w:lang w:eastAsia="fi-FI"/>
              </w:rPr>
            </w:pPr>
            <w:r w:rsidRPr="00E062F1">
              <w:rPr>
                <w:rFonts w:cs="Arial"/>
                <w:szCs w:val="18"/>
                <w:lang w:eastAsia="ja-JP"/>
              </w:rPr>
              <w:t>DC_48D_n260(4A)</w:t>
            </w:r>
          </w:p>
        </w:tc>
        <w:tc>
          <w:tcPr>
            <w:tcW w:w="2846" w:type="dxa"/>
          </w:tcPr>
          <w:p w14:paraId="1293D3A3" w14:textId="66755BC1" w:rsidR="00CC6D2A" w:rsidRPr="00E062F1" w:rsidRDefault="00CC6D2A" w:rsidP="006B3BD2">
            <w:pPr>
              <w:pStyle w:val="TAC"/>
              <w:rPr>
                <w:noProof/>
                <w:lang w:eastAsia="zh-CN"/>
              </w:rPr>
            </w:pPr>
            <w:r w:rsidRPr="00E062F1">
              <w:rPr>
                <w:rFonts w:cs="Arial"/>
                <w:szCs w:val="18"/>
                <w:lang w:eastAsia="ja-JP"/>
              </w:rPr>
              <w:t>DC_48A_n260A</w:t>
            </w:r>
          </w:p>
          <w:p w14:paraId="77F44A58" w14:textId="4C2ADAF2" w:rsidR="00CC6D2A" w:rsidRPr="00E062F1" w:rsidRDefault="00CC6D2A" w:rsidP="006B3BD2">
            <w:pPr>
              <w:pStyle w:val="TAC"/>
              <w:rPr>
                <w:lang w:eastAsia="fi-FI"/>
              </w:rPr>
            </w:pPr>
            <w:r w:rsidRPr="00E062F1">
              <w:rPr>
                <w:noProof/>
                <w:lang w:eastAsia="zh-CN"/>
              </w:rPr>
              <w:t>DC_48C_n260A</w:t>
            </w:r>
          </w:p>
        </w:tc>
      </w:tr>
      <w:tr w:rsidR="00CC6D2A" w:rsidRPr="00E062F1" w14:paraId="25D53B52" w14:textId="77777777" w:rsidTr="006B3BD2">
        <w:trPr>
          <w:trHeight w:val="187"/>
          <w:jc w:val="center"/>
        </w:trPr>
        <w:tc>
          <w:tcPr>
            <w:tcW w:w="2972" w:type="dxa"/>
            <w:shd w:val="clear" w:color="auto" w:fill="auto"/>
          </w:tcPr>
          <w:p w14:paraId="141BCB45" w14:textId="231E61BD" w:rsidR="00CC6D2A" w:rsidRPr="00E062F1" w:rsidRDefault="00CC6D2A" w:rsidP="006B3BD2">
            <w:pPr>
              <w:pStyle w:val="TAC"/>
              <w:rPr>
                <w:lang w:eastAsia="fi-FI"/>
              </w:rPr>
            </w:pPr>
            <w:r w:rsidRPr="00E062F1">
              <w:rPr>
                <w:noProof/>
                <w:lang w:eastAsia="zh-CN"/>
              </w:rPr>
              <w:t>DC_48A-48A_n260A</w:t>
            </w:r>
          </w:p>
        </w:tc>
        <w:tc>
          <w:tcPr>
            <w:tcW w:w="2846" w:type="dxa"/>
          </w:tcPr>
          <w:p w14:paraId="0951E545" w14:textId="5F9851BF" w:rsidR="00CC6D2A" w:rsidRPr="00E062F1" w:rsidRDefault="00CC6D2A" w:rsidP="006B3BD2">
            <w:pPr>
              <w:pStyle w:val="TAC"/>
              <w:rPr>
                <w:lang w:eastAsia="fi-FI"/>
              </w:rPr>
            </w:pPr>
            <w:r w:rsidRPr="00E062F1">
              <w:rPr>
                <w:noProof/>
                <w:lang w:eastAsia="zh-CN"/>
              </w:rPr>
              <w:t>DC_48A_n260A</w:t>
            </w:r>
          </w:p>
        </w:tc>
      </w:tr>
      <w:tr w:rsidR="00E2014B" w:rsidRPr="00E062F1" w14:paraId="155BCBFE" w14:textId="77777777" w:rsidTr="006B3BD2">
        <w:trPr>
          <w:trHeight w:val="187"/>
          <w:jc w:val="center"/>
        </w:trPr>
        <w:tc>
          <w:tcPr>
            <w:tcW w:w="2972" w:type="dxa"/>
            <w:shd w:val="clear" w:color="auto" w:fill="auto"/>
          </w:tcPr>
          <w:p w14:paraId="36C4742F" w14:textId="77777777" w:rsidR="00E2014B" w:rsidRPr="00E062F1" w:rsidRDefault="00E2014B" w:rsidP="006B3BD2">
            <w:pPr>
              <w:pStyle w:val="TAC"/>
              <w:rPr>
                <w:noProof/>
                <w:lang w:eastAsia="zh-TW"/>
              </w:rPr>
            </w:pPr>
            <w:r w:rsidRPr="00E062F1">
              <w:rPr>
                <w:noProof/>
                <w:lang w:eastAsia="zh-CN"/>
              </w:rPr>
              <w:lastRenderedPageBreak/>
              <w:t>DC_48A_n261A</w:t>
            </w:r>
          </w:p>
          <w:p w14:paraId="29A9F80E" w14:textId="77777777" w:rsidR="00E2014B" w:rsidRPr="00E062F1" w:rsidRDefault="00E2014B" w:rsidP="006B3BD2">
            <w:pPr>
              <w:pStyle w:val="TAC"/>
              <w:rPr>
                <w:noProof/>
                <w:lang w:eastAsia="zh-CN"/>
              </w:rPr>
            </w:pPr>
            <w:r w:rsidRPr="00E062F1">
              <w:rPr>
                <w:rFonts w:eastAsia="Times New Roman" w:cs="Arial"/>
                <w:color w:val="000000"/>
                <w:szCs w:val="18"/>
              </w:rPr>
              <w:t>DC_48A_n261G</w:t>
            </w:r>
          </w:p>
          <w:p w14:paraId="789E07C6" w14:textId="77777777" w:rsidR="00E2014B" w:rsidRPr="00E062F1" w:rsidRDefault="00E2014B" w:rsidP="006B3BD2">
            <w:pPr>
              <w:pStyle w:val="TAC"/>
              <w:rPr>
                <w:noProof/>
                <w:lang w:eastAsia="zh-CN"/>
              </w:rPr>
            </w:pPr>
            <w:r w:rsidRPr="00E062F1">
              <w:rPr>
                <w:rFonts w:eastAsia="Times New Roman" w:cs="Arial"/>
                <w:color w:val="000000"/>
                <w:szCs w:val="18"/>
              </w:rPr>
              <w:t>DC_48A_n261H</w:t>
            </w:r>
          </w:p>
          <w:p w14:paraId="619D3D33" w14:textId="77777777" w:rsidR="00E2014B" w:rsidRPr="00E062F1" w:rsidRDefault="00E2014B" w:rsidP="006B3BD2">
            <w:pPr>
              <w:pStyle w:val="TAC"/>
              <w:rPr>
                <w:noProof/>
                <w:lang w:eastAsia="zh-CN"/>
              </w:rPr>
            </w:pPr>
            <w:r w:rsidRPr="00E062F1">
              <w:rPr>
                <w:rFonts w:eastAsia="Times New Roman" w:cs="Arial"/>
                <w:color w:val="000000"/>
                <w:szCs w:val="18"/>
              </w:rPr>
              <w:t>DC_48A_n261I</w:t>
            </w:r>
          </w:p>
          <w:p w14:paraId="6841BA8C" w14:textId="77777777" w:rsidR="00E2014B" w:rsidRPr="00E062F1" w:rsidRDefault="00E2014B" w:rsidP="006B3BD2">
            <w:pPr>
              <w:pStyle w:val="TAC"/>
              <w:rPr>
                <w:noProof/>
                <w:lang w:eastAsia="zh-CN"/>
              </w:rPr>
            </w:pPr>
            <w:r w:rsidRPr="00E062F1">
              <w:rPr>
                <w:rFonts w:eastAsia="Times New Roman" w:cs="Arial"/>
                <w:color w:val="000000"/>
                <w:szCs w:val="18"/>
              </w:rPr>
              <w:t>DC_48A_n261J</w:t>
            </w:r>
          </w:p>
          <w:p w14:paraId="3C9E71B7" w14:textId="77777777" w:rsidR="00E2014B" w:rsidRPr="00E062F1" w:rsidRDefault="00E2014B" w:rsidP="006B3BD2">
            <w:pPr>
              <w:pStyle w:val="TAC"/>
              <w:rPr>
                <w:noProof/>
                <w:lang w:eastAsia="zh-CN"/>
              </w:rPr>
            </w:pPr>
            <w:r w:rsidRPr="00E062F1">
              <w:rPr>
                <w:rFonts w:eastAsia="Times New Roman" w:cs="Arial"/>
                <w:color w:val="000000"/>
                <w:szCs w:val="18"/>
              </w:rPr>
              <w:t>DC_48A_n261K</w:t>
            </w:r>
          </w:p>
          <w:p w14:paraId="257D3FB1" w14:textId="77777777" w:rsidR="00E2014B" w:rsidRPr="00E062F1" w:rsidRDefault="00E2014B" w:rsidP="006B3BD2">
            <w:pPr>
              <w:pStyle w:val="TAC"/>
              <w:rPr>
                <w:noProof/>
                <w:lang w:eastAsia="zh-CN"/>
              </w:rPr>
            </w:pPr>
            <w:r w:rsidRPr="00E062F1">
              <w:rPr>
                <w:rFonts w:eastAsia="Times New Roman" w:cs="Arial"/>
                <w:color w:val="000000"/>
                <w:szCs w:val="18"/>
              </w:rPr>
              <w:t>DC_48A_n261L</w:t>
            </w:r>
          </w:p>
          <w:p w14:paraId="51012458" w14:textId="77777777" w:rsidR="00E2014B" w:rsidRPr="00E062F1" w:rsidRDefault="00E2014B" w:rsidP="006B3BD2">
            <w:pPr>
              <w:pStyle w:val="TAC"/>
              <w:rPr>
                <w:noProof/>
                <w:lang w:eastAsia="zh-TW"/>
              </w:rPr>
            </w:pPr>
            <w:r w:rsidRPr="00E062F1">
              <w:rPr>
                <w:rFonts w:eastAsia="Times New Roman" w:cs="Arial"/>
                <w:color w:val="000000"/>
                <w:szCs w:val="18"/>
              </w:rPr>
              <w:t>DC_48A_n261M</w:t>
            </w:r>
          </w:p>
          <w:p w14:paraId="33DC22E7" w14:textId="77777777" w:rsidR="00E2014B" w:rsidRPr="00E062F1" w:rsidRDefault="00E2014B" w:rsidP="006B3BD2">
            <w:pPr>
              <w:pStyle w:val="TAC"/>
              <w:rPr>
                <w:noProof/>
                <w:lang w:eastAsia="zh-CN"/>
              </w:rPr>
            </w:pPr>
            <w:r w:rsidRPr="00E062F1">
              <w:rPr>
                <w:noProof/>
                <w:lang w:eastAsia="zh-CN"/>
              </w:rPr>
              <w:t>DC_48C_n261A</w:t>
            </w:r>
          </w:p>
          <w:p w14:paraId="1F33D714" w14:textId="77777777" w:rsidR="00E2014B" w:rsidRPr="00E062F1" w:rsidRDefault="00E2014B" w:rsidP="006B3BD2">
            <w:pPr>
              <w:pStyle w:val="TAC"/>
              <w:rPr>
                <w:noProof/>
                <w:lang w:eastAsia="zh-TW"/>
              </w:rPr>
            </w:pPr>
            <w:r w:rsidRPr="00E062F1">
              <w:rPr>
                <w:noProof/>
                <w:lang w:eastAsia="zh-CN"/>
              </w:rPr>
              <w:t>DC_48D_n261A</w:t>
            </w:r>
          </w:p>
          <w:p w14:paraId="22CEE7F8" w14:textId="77777777" w:rsidR="00E2014B" w:rsidRPr="00E062F1" w:rsidRDefault="00E2014B" w:rsidP="006B3BD2">
            <w:pPr>
              <w:pStyle w:val="TAC"/>
              <w:rPr>
                <w:noProof/>
                <w:lang w:eastAsia="zh-TW"/>
              </w:rPr>
            </w:pPr>
            <w:r w:rsidRPr="00E062F1">
              <w:rPr>
                <w:noProof/>
                <w:lang w:eastAsia="zh-TW"/>
              </w:rPr>
              <w:t>DC_48A_n261(A-G)</w:t>
            </w:r>
          </w:p>
          <w:p w14:paraId="76A5D66E" w14:textId="77777777" w:rsidR="00E2014B" w:rsidRPr="00E062F1" w:rsidRDefault="00E2014B" w:rsidP="006B3BD2">
            <w:pPr>
              <w:pStyle w:val="TAC"/>
              <w:rPr>
                <w:noProof/>
                <w:lang w:eastAsia="zh-TW"/>
              </w:rPr>
            </w:pPr>
            <w:r w:rsidRPr="00E062F1">
              <w:rPr>
                <w:noProof/>
                <w:lang w:eastAsia="zh-TW"/>
              </w:rPr>
              <w:t>DC_48A_n261(A-H)</w:t>
            </w:r>
          </w:p>
          <w:p w14:paraId="532022C9" w14:textId="77777777" w:rsidR="00E2014B" w:rsidRPr="00E062F1" w:rsidRDefault="00E2014B" w:rsidP="006B3BD2">
            <w:pPr>
              <w:pStyle w:val="TAC"/>
              <w:rPr>
                <w:noProof/>
                <w:lang w:eastAsia="zh-TW"/>
              </w:rPr>
            </w:pPr>
            <w:r w:rsidRPr="00E062F1">
              <w:rPr>
                <w:noProof/>
                <w:lang w:eastAsia="zh-TW"/>
              </w:rPr>
              <w:t>DC_48A_n261(A-I)</w:t>
            </w:r>
          </w:p>
          <w:p w14:paraId="12E3575B" w14:textId="77777777" w:rsidR="00E2014B" w:rsidRPr="00E062F1" w:rsidRDefault="00E2014B" w:rsidP="006B3BD2">
            <w:pPr>
              <w:pStyle w:val="TAC"/>
              <w:rPr>
                <w:noProof/>
                <w:lang w:eastAsia="zh-TW"/>
              </w:rPr>
            </w:pPr>
            <w:r w:rsidRPr="00E062F1">
              <w:rPr>
                <w:noProof/>
                <w:lang w:eastAsia="zh-TW"/>
              </w:rPr>
              <w:t>DC_48A_n261(A-J)</w:t>
            </w:r>
          </w:p>
          <w:p w14:paraId="369B0BD6" w14:textId="77777777" w:rsidR="00E2014B" w:rsidRPr="00E062F1" w:rsidRDefault="00E2014B" w:rsidP="006B3BD2">
            <w:pPr>
              <w:pStyle w:val="TAC"/>
              <w:rPr>
                <w:noProof/>
                <w:lang w:eastAsia="zh-TW"/>
              </w:rPr>
            </w:pPr>
            <w:r w:rsidRPr="00E062F1">
              <w:rPr>
                <w:noProof/>
                <w:lang w:eastAsia="zh-TW"/>
              </w:rPr>
              <w:t>DC_48A_n261(A-K)</w:t>
            </w:r>
          </w:p>
          <w:p w14:paraId="7521D90C" w14:textId="77777777" w:rsidR="00E2014B" w:rsidRPr="00E062F1" w:rsidRDefault="00E2014B" w:rsidP="006B3BD2">
            <w:pPr>
              <w:pStyle w:val="TAC"/>
              <w:rPr>
                <w:noProof/>
                <w:lang w:eastAsia="zh-TW"/>
              </w:rPr>
            </w:pPr>
            <w:r w:rsidRPr="00E062F1">
              <w:rPr>
                <w:noProof/>
                <w:lang w:eastAsia="zh-TW"/>
              </w:rPr>
              <w:t>DC_48A_n261(G-H)</w:t>
            </w:r>
          </w:p>
          <w:p w14:paraId="2E908610" w14:textId="77777777" w:rsidR="00E2014B" w:rsidRPr="00E062F1" w:rsidRDefault="00E2014B" w:rsidP="006B3BD2">
            <w:pPr>
              <w:pStyle w:val="TAC"/>
              <w:rPr>
                <w:noProof/>
                <w:lang w:eastAsia="zh-TW"/>
              </w:rPr>
            </w:pPr>
            <w:r w:rsidRPr="00E062F1">
              <w:rPr>
                <w:noProof/>
                <w:lang w:eastAsia="zh-TW"/>
              </w:rPr>
              <w:t>DC_48A_n261(G-I)</w:t>
            </w:r>
          </w:p>
          <w:p w14:paraId="7973F272" w14:textId="77777777" w:rsidR="00E2014B" w:rsidRPr="00E062F1" w:rsidRDefault="00E2014B" w:rsidP="006B3BD2">
            <w:pPr>
              <w:pStyle w:val="TAC"/>
              <w:rPr>
                <w:noProof/>
                <w:lang w:eastAsia="zh-TW"/>
              </w:rPr>
            </w:pPr>
            <w:r w:rsidRPr="00E062F1">
              <w:rPr>
                <w:noProof/>
                <w:lang w:eastAsia="zh-TW"/>
              </w:rPr>
              <w:t>DC_48A_n261(G-J)</w:t>
            </w:r>
          </w:p>
          <w:p w14:paraId="7028E90F" w14:textId="77777777" w:rsidR="00E2014B" w:rsidRPr="00E062F1" w:rsidRDefault="00E2014B" w:rsidP="006B3BD2">
            <w:pPr>
              <w:pStyle w:val="TAC"/>
              <w:rPr>
                <w:noProof/>
                <w:lang w:eastAsia="zh-TW"/>
              </w:rPr>
            </w:pPr>
            <w:r w:rsidRPr="00E062F1">
              <w:rPr>
                <w:noProof/>
                <w:lang w:eastAsia="zh-TW"/>
              </w:rPr>
              <w:t>DC_48A_n261(H-I)</w:t>
            </w:r>
          </w:p>
          <w:p w14:paraId="6C81E925" w14:textId="77777777" w:rsidR="00E2014B" w:rsidRPr="00E062F1" w:rsidRDefault="00E2014B" w:rsidP="006B3BD2">
            <w:pPr>
              <w:pStyle w:val="TAC"/>
              <w:rPr>
                <w:noProof/>
                <w:lang w:eastAsia="zh-CN"/>
              </w:rPr>
            </w:pPr>
            <w:r w:rsidRPr="00E062F1">
              <w:rPr>
                <w:noProof/>
                <w:lang w:eastAsia="zh-CN"/>
              </w:rPr>
              <w:t>DC_48A_n261(2A)</w:t>
            </w:r>
          </w:p>
          <w:p w14:paraId="4EDA24A8" w14:textId="77777777" w:rsidR="00E2014B" w:rsidRPr="00E062F1" w:rsidRDefault="00E2014B" w:rsidP="006B3BD2">
            <w:pPr>
              <w:pStyle w:val="TAC"/>
              <w:rPr>
                <w:noProof/>
                <w:lang w:eastAsia="zh-CN"/>
              </w:rPr>
            </w:pPr>
            <w:r w:rsidRPr="00E062F1">
              <w:rPr>
                <w:noProof/>
                <w:lang w:eastAsia="zh-CN"/>
              </w:rPr>
              <w:t>DC_48C_n261(2A)</w:t>
            </w:r>
          </w:p>
          <w:p w14:paraId="21BD1062" w14:textId="77777777" w:rsidR="00E2014B" w:rsidRPr="00E062F1" w:rsidRDefault="00E2014B" w:rsidP="006B3BD2">
            <w:pPr>
              <w:pStyle w:val="TAC"/>
              <w:rPr>
                <w:noProof/>
                <w:lang w:eastAsia="zh-TW"/>
              </w:rPr>
            </w:pPr>
            <w:r w:rsidRPr="00E062F1">
              <w:rPr>
                <w:noProof/>
                <w:lang w:eastAsia="zh-CN"/>
              </w:rPr>
              <w:t>DC_48D_n261(2A)</w:t>
            </w:r>
          </w:p>
          <w:p w14:paraId="6D2A40C9" w14:textId="77777777" w:rsidR="00E2014B" w:rsidRPr="00E062F1" w:rsidRDefault="00E2014B" w:rsidP="006B3BD2">
            <w:pPr>
              <w:pStyle w:val="TAC"/>
              <w:rPr>
                <w:noProof/>
                <w:lang w:eastAsia="zh-TW"/>
              </w:rPr>
            </w:pPr>
            <w:r w:rsidRPr="00E062F1">
              <w:rPr>
                <w:noProof/>
                <w:lang w:eastAsia="zh-TW"/>
              </w:rPr>
              <w:t>DC_48A_n261(3A)</w:t>
            </w:r>
          </w:p>
          <w:p w14:paraId="09046046" w14:textId="77777777" w:rsidR="00E2014B" w:rsidRPr="00E062F1" w:rsidRDefault="00E2014B" w:rsidP="006B3BD2">
            <w:pPr>
              <w:pStyle w:val="TAC"/>
              <w:rPr>
                <w:noProof/>
                <w:lang w:eastAsia="zh-TW"/>
              </w:rPr>
            </w:pPr>
            <w:r w:rsidRPr="00E062F1">
              <w:rPr>
                <w:noProof/>
                <w:lang w:eastAsia="zh-TW"/>
              </w:rPr>
              <w:t>DC_48A_n261(2A-G)</w:t>
            </w:r>
          </w:p>
          <w:p w14:paraId="07EE1DA6" w14:textId="77777777" w:rsidR="00E2014B" w:rsidRPr="00E062F1" w:rsidRDefault="00E2014B" w:rsidP="006B3BD2">
            <w:pPr>
              <w:pStyle w:val="TAC"/>
              <w:rPr>
                <w:noProof/>
                <w:lang w:eastAsia="zh-TW"/>
              </w:rPr>
            </w:pPr>
            <w:r w:rsidRPr="00E062F1">
              <w:rPr>
                <w:noProof/>
                <w:lang w:eastAsia="zh-TW"/>
              </w:rPr>
              <w:t>DC_48A_n261(2A-H)</w:t>
            </w:r>
          </w:p>
          <w:p w14:paraId="54F40FF7" w14:textId="77777777" w:rsidR="00E2014B" w:rsidRPr="00E062F1" w:rsidRDefault="00E2014B" w:rsidP="006B3BD2">
            <w:pPr>
              <w:pStyle w:val="TAC"/>
              <w:rPr>
                <w:noProof/>
                <w:lang w:eastAsia="zh-TW"/>
              </w:rPr>
            </w:pPr>
            <w:r w:rsidRPr="00E062F1">
              <w:rPr>
                <w:noProof/>
                <w:lang w:eastAsia="zh-TW"/>
              </w:rPr>
              <w:t>DC_48A_n261(2A-I)</w:t>
            </w:r>
          </w:p>
          <w:p w14:paraId="32156C72" w14:textId="77777777" w:rsidR="00E2014B" w:rsidRPr="00E062F1" w:rsidRDefault="00E2014B" w:rsidP="006B3BD2">
            <w:pPr>
              <w:pStyle w:val="TAC"/>
              <w:rPr>
                <w:noProof/>
                <w:lang w:eastAsia="zh-TW"/>
              </w:rPr>
            </w:pPr>
            <w:r w:rsidRPr="00E062F1">
              <w:rPr>
                <w:noProof/>
                <w:lang w:eastAsia="zh-TW"/>
              </w:rPr>
              <w:t>DC_48A_n261(2G)</w:t>
            </w:r>
          </w:p>
          <w:p w14:paraId="7AEE1299" w14:textId="77777777" w:rsidR="00E2014B" w:rsidRPr="00E062F1" w:rsidRDefault="00E2014B" w:rsidP="006B3BD2">
            <w:pPr>
              <w:pStyle w:val="TAC"/>
              <w:rPr>
                <w:noProof/>
                <w:lang w:eastAsia="zh-TW"/>
              </w:rPr>
            </w:pPr>
            <w:r w:rsidRPr="00E062F1">
              <w:rPr>
                <w:noProof/>
                <w:lang w:eastAsia="zh-TW"/>
              </w:rPr>
              <w:t>DC_48A_n261(2H)</w:t>
            </w:r>
          </w:p>
          <w:p w14:paraId="1A4C78D6" w14:textId="77777777" w:rsidR="00E2014B" w:rsidRPr="00E062F1" w:rsidRDefault="00E2014B" w:rsidP="006B3BD2">
            <w:pPr>
              <w:pStyle w:val="TAC"/>
              <w:rPr>
                <w:noProof/>
                <w:lang w:eastAsia="zh-TW"/>
              </w:rPr>
            </w:pPr>
            <w:r w:rsidRPr="00E062F1">
              <w:rPr>
                <w:noProof/>
                <w:lang w:eastAsia="zh-TW"/>
              </w:rPr>
              <w:t>DC_48A_n261(4A)</w:t>
            </w:r>
          </w:p>
          <w:p w14:paraId="2D0C117C" w14:textId="02C469F6" w:rsidR="00E2014B" w:rsidRPr="00E062F1" w:rsidRDefault="00E2014B" w:rsidP="006B3BD2">
            <w:pPr>
              <w:pStyle w:val="TAC"/>
              <w:rPr>
                <w:noProof/>
                <w:lang w:eastAsia="zh-CN"/>
              </w:rPr>
            </w:pPr>
            <w:r w:rsidRPr="00E062F1">
              <w:rPr>
                <w:noProof/>
                <w:lang w:eastAsia="zh-TW"/>
              </w:rPr>
              <w:t>DC_48A_n261(3A-G)</w:t>
            </w:r>
          </w:p>
        </w:tc>
        <w:tc>
          <w:tcPr>
            <w:tcW w:w="2846" w:type="dxa"/>
          </w:tcPr>
          <w:p w14:paraId="1631B16F" w14:textId="77777777" w:rsidR="00E2014B" w:rsidRPr="00E062F1" w:rsidRDefault="00E2014B" w:rsidP="006B3BD2">
            <w:pPr>
              <w:pStyle w:val="TAC"/>
              <w:rPr>
                <w:noProof/>
                <w:lang w:eastAsia="zh-TW"/>
              </w:rPr>
            </w:pPr>
            <w:r w:rsidRPr="00E062F1">
              <w:rPr>
                <w:noProof/>
                <w:lang w:eastAsia="zh-CN"/>
              </w:rPr>
              <w:t>DC_48A_n261A</w:t>
            </w:r>
          </w:p>
          <w:p w14:paraId="0B70B516" w14:textId="77777777" w:rsidR="00E2014B" w:rsidRPr="00E062F1" w:rsidRDefault="00E2014B" w:rsidP="006B3BD2">
            <w:pPr>
              <w:pStyle w:val="TAC"/>
              <w:rPr>
                <w:noProof/>
                <w:lang w:eastAsia="zh-TW"/>
              </w:rPr>
            </w:pPr>
            <w:r w:rsidRPr="00E062F1">
              <w:rPr>
                <w:noProof/>
                <w:lang w:eastAsia="zh-TW"/>
              </w:rPr>
              <w:t>DC_48A_n261G</w:t>
            </w:r>
          </w:p>
          <w:p w14:paraId="7DDFC496" w14:textId="77777777" w:rsidR="00E2014B" w:rsidRPr="00E062F1" w:rsidRDefault="00E2014B" w:rsidP="006B3BD2">
            <w:pPr>
              <w:pStyle w:val="TAC"/>
              <w:rPr>
                <w:noProof/>
                <w:lang w:eastAsia="zh-TW"/>
              </w:rPr>
            </w:pPr>
            <w:r w:rsidRPr="00E062F1">
              <w:rPr>
                <w:noProof/>
                <w:lang w:eastAsia="zh-TW"/>
              </w:rPr>
              <w:t>DC_48A_n261H</w:t>
            </w:r>
          </w:p>
          <w:p w14:paraId="249430C3" w14:textId="0B2FA687" w:rsidR="00252A01" w:rsidRPr="00E062F1" w:rsidRDefault="00E2014B" w:rsidP="006B3BD2">
            <w:pPr>
              <w:pStyle w:val="TAC"/>
              <w:rPr>
                <w:noProof/>
                <w:lang w:eastAsia="zh-TW"/>
              </w:rPr>
            </w:pPr>
            <w:r w:rsidRPr="00E062F1">
              <w:rPr>
                <w:noProof/>
                <w:lang w:eastAsia="zh-TW"/>
              </w:rPr>
              <w:t>DC_48A_n261I</w:t>
            </w:r>
          </w:p>
          <w:p w14:paraId="430797EA" w14:textId="641F72CB" w:rsidR="00E2014B" w:rsidRPr="00E062F1" w:rsidRDefault="00252A01" w:rsidP="006B3BD2">
            <w:pPr>
              <w:pStyle w:val="TAC"/>
              <w:rPr>
                <w:noProof/>
                <w:lang w:eastAsia="zh-CN"/>
              </w:rPr>
            </w:pPr>
            <w:r w:rsidRPr="00E062F1">
              <w:rPr>
                <w:rFonts w:cs="Arial"/>
                <w:color w:val="222222"/>
                <w:szCs w:val="18"/>
                <w:shd w:val="clear" w:color="auto" w:fill="FFFFFF"/>
              </w:rPr>
              <w:t>DC_48C_n261A</w:t>
            </w:r>
          </w:p>
        </w:tc>
      </w:tr>
      <w:tr w:rsidR="00CC6D2A" w:rsidRPr="00E062F1" w14:paraId="37880CB6" w14:textId="77777777" w:rsidTr="006B3BD2">
        <w:trPr>
          <w:trHeight w:val="187"/>
          <w:jc w:val="center"/>
        </w:trPr>
        <w:tc>
          <w:tcPr>
            <w:tcW w:w="2972" w:type="dxa"/>
            <w:shd w:val="clear" w:color="auto" w:fill="auto"/>
          </w:tcPr>
          <w:p w14:paraId="13B1C309" w14:textId="0D8B391C" w:rsidR="00CC6D2A" w:rsidRPr="00E062F1" w:rsidRDefault="00CC6D2A" w:rsidP="006B3BD2">
            <w:pPr>
              <w:pStyle w:val="TAC"/>
              <w:rPr>
                <w:lang w:eastAsia="fi-FI"/>
              </w:rPr>
            </w:pPr>
            <w:r w:rsidRPr="00E062F1">
              <w:rPr>
                <w:lang w:eastAsia="fi-FI"/>
              </w:rPr>
              <w:t>DC_66A_n257A</w:t>
            </w:r>
          </w:p>
          <w:p w14:paraId="2593FAD3" w14:textId="77777777" w:rsidR="00CC6D2A" w:rsidRPr="00E062F1" w:rsidRDefault="00CC6D2A" w:rsidP="006B3BD2">
            <w:pPr>
              <w:pStyle w:val="TAC"/>
              <w:rPr>
                <w:lang w:eastAsia="fi-FI"/>
              </w:rPr>
            </w:pPr>
            <w:r w:rsidRPr="00E062F1">
              <w:rPr>
                <w:lang w:eastAsia="fi-FI"/>
              </w:rPr>
              <w:t>DC_66A_n257G</w:t>
            </w:r>
          </w:p>
          <w:p w14:paraId="390A403A" w14:textId="77777777" w:rsidR="00CC6D2A" w:rsidRPr="00E062F1" w:rsidRDefault="00CC6D2A" w:rsidP="006B3BD2">
            <w:pPr>
              <w:pStyle w:val="TAC"/>
              <w:rPr>
                <w:lang w:eastAsia="fi-FI"/>
              </w:rPr>
            </w:pPr>
            <w:r w:rsidRPr="00E062F1">
              <w:rPr>
                <w:lang w:eastAsia="fi-FI"/>
              </w:rPr>
              <w:t>DC_66A_n257H</w:t>
            </w:r>
          </w:p>
          <w:p w14:paraId="594EC729" w14:textId="77777777" w:rsidR="00CC6D2A" w:rsidRPr="00E062F1" w:rsidRDefault="00CC6D2A" w:rsidP="006B3BD2">
            <w:pPr>
              <w:pStyle w:val="TAC"/>
              <w:rPr>
                <w:lang w:eastAsia="fi-FI"/>
              </w:rPr>
            </w:pPr>
            <w:r w:rsidRPr="00E062F1">
              <w:rPr>
                <w:lang w:eastAsia="fi-FI"/>
              </w:rPr>
              <w:t>DC_66A_n257I</w:t>
            </w:r>
          </w:p>
          <w:p w14:paraId="3E3B64C8" w14:textId="77777777" w:rsidR="00CC6D2A" w:rsidRPr="00E062F1" w:rsidRDefault="00CC6D2A" w:rsidP="006B3BD2">
            <w:pPr>
              <w:pStyle w:val="TAC"/>
              <w:rPr>
                <w:lang w:eastAsia="fi-FI"/>
              </w:rPr>
            </w:pPr>
            <w:r w:rsidRPr="00E062F1">
              <w:rPr>
                <w:lang w:eastAsia="fi-FI"/>
              </w:rPr>
              <w:t>DC_66A_n257J</w:t>
            </w:r>
          </w:p>
          <w:p w14:paraId="07963449" w14:textId="77777777" w:rsidR="00CC6D2A" w:rsidRPr="00E062F1" w:rsidRDefault="00CC6D2A" w:rsidP="006B3BD2">
            <w:pPr>
              <w:pStyle w:val="TAC"/>
              <w:rPr>
                <w:lang w:eastAsia="fi-FI"/>
              </w:rPr>
            </w:pPr>
            <w:r w:rsidRPr="00E062F1">
              <w:rPr>
                <w:lang w:eastAsia="fi-FI"/>
              </w:rPr>
              <w:t>DC_66A_n257K</w:t>
            </w:r>
          </w:p>
          <w:p w14:paraId="28609004" w14:textId="77777777" w:rsidR="00CC6D2A" w:rsidRPr="00E062F1" w:rsidRDefault="00CC6D2A" w:rsidP="006B3BD2">
            <w:pPr>
              <w:pStyle w:val="TAC"/>
              <w:rPr>
                <w:lang w:eastAsia="fi-FI"/>
              </w:rPr>
            </w:pPr>
            <w:r w:rsidRPr="00E062F1">
              <w:rPr>
                <w:lang w:eastAsia="fi-FI"/>
              </w:rPr>
              <w:t>DC_66A_n257L</w:t>
            </w:r>
          </w:p>
          <w:p w14:paraId="1B81A579" w14:textId="77777777" w:rsidR="00CC6D2A" w:rsidRPr="00E062F1" w:rsidRDefault="00CC6D2A" w:rsidP="006B3BD2">
            <w:pPr>
              <w:pStyle w:val="TAC"/>
              <w:rPr>
                <w:lang w:eastAsia="fi-FI"/>
              </w:rPr>
            </w:pPr>
            <w:r w:rsidRPr="00E062F1">
              <w:rPr>
                <w:lang w:eastAsia="fi-FI"/>
              </w:rPr>
              <w:t>DC_66A_n257M</w:t>
            </w:r>
          </w:p>
          <w:p w14:paraId="0051758F" w14:textId="57B5D963" w:rsidR="00CC6D2A" w:rsidRPr="00E062F1" w:rsidRDefault="00CC6D2A" w:rsidP="006B3BD2">
            <w:pPr>
              <w:pStyle w:val="TAC"/>
              <w:rPr>
                <w:lang w:eastAsia="fi-FI"/>
              </w:rPr>
            </w:pPr>
            <w:r w:rsidRPr="00E062F1">
              <w:rPr>
                <w:noProof/>
                <w:lang w:eastAsia="zh-CN"/>
              </w:rPr>
              <w:t>DC_66C_n257A</w:t>
            </w:r>
          </w:p>
        </w:tc>
        <w:tc>
          <w:tcPr>
            <w:tcW w:w="2846" w:type="dxa"/>
          </w:tcPr>
          <w:p w14:paraId="5017AE57" w14:textId="7661A146" w:rsidR="00CC6D2A" w:rsidRPr="00E062F1" w:rsidRDefault="00CC6D2A" w:rsidP="006B3BD2">
            <w:pPr>
              <w:pStyle w:val="TAC"/>
              <w:rPr>
                <w:lang w:eastAsia="fi-FI"/>
              </w:rPr>
            </w:pPr>
            <w:r w:rsidRPr="00E062F1">
              <w:rPr>
                <w:lang w:eastAsia="fi-FI"/>
              </w:rPr>
              <w:t>DC_66A_n257A</w:t>
            </w:r>
          </w:p>
        </w:tc>
      </w:tr>
      <w:tr w:rsidR="00CC6D2A" w:rsidRPr="00E062F1" w14:paraId="3F61B6D3" w14:textId="77777777" w:rsidTr="006B3BD2">
        <w:trPr>
          <w:trHeight w:val="187"/>
          <w:jc w:val="center"/>
        </w:trPr>
        <w:tc>
          <w:tcPr>
            <w:tcW w:w="2972" w:type="dxa"/>
            <w:shd w:val="clear" w:color="auto" w:fill="auto"/>
          </w:tcPr>
          <w:p w14:paraId="22518138" w14:textId="77777777" w:rsidR="00CC6D2A" w:rsidRPr="00E062F1" w:rsidRDefault="00CC6D2A" w:rsidP="006B3BD2">
            <w:pPr>
              <w:pStyle w:val="TAC"/>
              <w:rPr>
                <w:lang w:eastAsia="fi-FI"/>
              </w:rPr>
            </w:pPr>
            <w:r w:rsidRPr="00E062F1">
              <w:rPr>
                <w:lang w:eastAsia="fi-FI"/>
              </w:rPr>
              <w:t>DC_66A_n257(2A)</w:t>
            </w:r>
          </w:p>
          <w:p w14:paraId="58F650C9" w14:textId="2BD7095A" w:rsidR="00CC6D2A" w:rsidRPr="00E062F1" w:rsidRDefault="00CC6D2A" w:rsidP="006B3BD2">
            <w:pPr>
              <w:pStyle w:val="TAC"/>
              <w:rPr>
                <w:lang w:eastAsia="fi-FI"/>
              </w:rPr>
            </w:pPr>
            <w:r w:rsidRPr="00E062F1">
              <w:rPr>
                <w:noProof/>
                <w:lang w:eastAsia="zh-CN"/>
              </w:rPr>
              <w:t>DC_66A-66A_n257A</w:t>
            </w:r>
          </w:p>
        </w:tc>
        <w:tc>
          <w:tcPr>
            <w:tcW w:w="2846" w:type="dxa"/>
          </w:tcPr>
          <w:p w14:paraId="7C86185E" w14:textId="738E8A86" w:rsidR="00CC6D2A" w:rsidRPr="00E062F1" w:rsidRDefault="00CC6D2A" w:rsidP="006B3BD2">
            <w:pPr>
              <w:pStyle w:val="TAC"/>
              <w:rPr>
                <w:lang w:eastAsia="fi-FI"/>
              </w:rPr>
            </w:pPr>
            <w:r w:rsidRPr="00E062F1">
              <w:rPr>
                <w:lang w:eastAsia="fi-FI"/>
              </w:rPr>
              <w:t>DC_66A_n257A</w:t>
            </w:r>
          </w:p>
        </w:tc>
      </w:tr>
      <w:tr w:rsidR="00CC6D2A" w:rsidRPr="00E062F1" w14:paraId="46832ADA" w14:textId="77777777" w:rsidTr="006B3BD2">
        <w:trPr>
          <w:trHeight w:val="187"/>
          <w:jc w:val="center"/>
        </w:trPr>
        <w:tc>
          <w:tcPr>
            <w:tcW w:w="2972" w:type="dxa"/>
            <w:shd w:val="clear" w:color="auto" w:fill="auto"/>
          </w:tcPr>
          <w:p w14:paraId="3871C11D" w14:textId="76B2B5F8" w:rsidR="00CC6D2A" w:rsidRPr="00E062F1" w:rsidRDefault="00CC6D2A" w:rsidP="006B3BD2">
            <w:pPr>
              <w:pStyle w:val="TAC"/>
              <w:rPr>
                <w:noProof/>
                <w:lang w:eastAsia="zh-CN"/>
              </w:rPr>
            </w:pPr>
            <w:r w:rsidRPr="00E062F1">
              <w:rPr>
                <w:lang w:eastAsia="fi-FI"/>
              </w:rPr>
              <w:t>DC_</w:t>
            </w:r>
            <w:r w:rsidRPr="00E062F1">
              <w:rPr>
                <w:lang w:eastAsia="zh-CN"/>
              </w:rPr>
              <w:t>66A_n258A</w:t>
            </w:r>
          </w:p>
        </w:tc>
        <w:tc>
          <w:tcPr>
            <w:tcW w:w="2846" w:type="dxa"/>
          </w:tcPr>
          <w:p w14:paraId="7F0A3AEA" w14:textId="40FBEAEC" w:rsidR="00CC6D2A" w:rsidRPr="00E062F1" w:rsidRDefault="00CC6D2A" w:rsidP="006B3BD2">
            <w:pPr>
              <w:pStyle w:val="TAC"/>
              <w:rPr>
                <w:noProof/>
                <w:lang w:eastAsia="zh-CN"/>
              </w:rPr>
            </w:pPr>
            <w:r w:rsidRPr="00E062F1">
              <w:rPr>
                <w:lang w:eastAsia="fi-FI"/>
              </w:rPr>
              <w:t>DC_</w:t>
            </w:r>
            <w:r w:rsidRPr="00E062F1">
              <w:rPr>
                <w:lang w:eastAsia="zh-CN"/>
              </w:rPr>
              <w:t>66A_n258A</w:t>
            </w:r>
          </w:p>
        </w:tc>
      </w:tr>
      <w:tr w:rsidR="0044745B" w:rsidRPr="00E062F1" w14:paraId="6F48F597" w14:textId="77777777" w:rsidTr="006B3BD2">
        <w:trPr>
          <w:trHeight w:val="187"/>
          <w:jc w:val="center"/>
        </w:trPr>
        <w:tc>
          <w:tcPr>
            <w:tcW w:w="2972" w:type="dxa"/>
            <w:shd w:val="clear" w:color="auto" w:fill="auto"/>
          </w:tcPr>
          <w:p w14:paraId="38FE9941" w14:textId="77777777" w:rsidR="0044745B" w:rsidRPr="00E062F1" w:rsidRDefault="0044745B" w:rsidP="006B3BD2">
            <w:pPr>
              <w:pStyle w:val="TAC"/>
              <w:rPr>
                <w:lang w:eastAsia="fi-FI"/>
              </w:rPr>
            </w:pPr>
            <w:r w:rsidRPr="00E062F1">
              <w:rPr>
                <w:lang w:eastAsia="fi-FI"/>
              </w:rPr>
              <w:t>DC_66A_n258(2A)</w:t>
            </w:r>
          </w:p>
          <w:p w14:paraId="1A4A2BDB" w14:textId="77777777" w:rsidR="0044745B" w:rsidRPr="00E062F1" w:rsidRDefault="0044745B" w:rsidP="006B3BD2">
            <w:pPr>
              <w:pStyle w:val="TAC"/>
              <w:rPr>
                <w:lang w:eastAsia="fi-FI"/>
              </w:rPr>
            </w:pPr>
            <w:r w:rsidRPr="00E062F1">
              <w:rPr>
                <w:lang w:eastAsia="fi-FI"/>
              </w:rPr>
              <w:t>DC_66A_n258(3A)</w:t>
            </w:r>
          </w:p>
          <w:p w14:paraId="2A8130D9" w14:textId="77777777" w:rsidR="0044745B" w:rsidRPr="00E062F1" w:rsidRDefault="0044745B" w:rsidP="006B3BD2">
            <w:pPr>
              <w:pStyle w:val="TAC"/>
              <w:rPr>
                <w:lang w:eastAsia="fi-FI"/>
              </w:rPr>
            </w:pPr>
            <w:r w:rsidRPr="00E062F1">
              <w:rPr>
                <w:lang w:eastAsia="fi-FI"/>
              </w:rPr>
              <w:t>DC_66A_n258(4A)</w:t>
            </w:r>
          </w:p>
          <w:p w14:paraId="4D69678C" w14:textId="393BC8D4" w:rsidR="0044745B" w:rsidRPr="00E062F1" w:rsidRDefault="0044745B" w:rsidP="006B3BD2">
            <w:pPr>
              <w:pStyle w:val="TAC"/>
              <w:rPr>
                <w:lang w:eastAsia="fi-FI"/>
              </w:rPr>
            </w:pPr>
            <w:r w:rsidRPr="00E062F1">
              <w:rPr>
                <w:lang w:eastAsia="fi-FI"/>
              </w:rPr>
              <w:t>DC_66A_n258(5A)</w:t>
            </w:r>
          </w:p>
        </w:tc>
        <w:tc>
          <w:tcPr>
            <w:tcW w:w="2846" w:type="dxa"/>
          </w:tcPr>
          <w:p w14:paraId="5FB64A30" w14:textId="4594383E" w:rsidR="0044745B" w:rsidRPr="00E062F1" w:rsidRDefault="0044745B" w:rsidP="006B3BD2">
            <w:pPr>
              <w:pStyle w:val="TAC"/>
              <w:rPr>
                <w:lang w:eastAsia="fi-FI"/>
              </w:rPr>
            </w:pPr>
            <w:r w:rsidRPr="00E062F1">
              <w:rPr>
                <w:lang w:eastAsia="fi-FI"/>
              </w:rPr>
              <w:t>DC_</w:t>
            </w:r>
            <w:r w:rsidRPr="00E062F1">
              <w:rPr>
                <w:lang w:eastAsia="zh-CN"/>
              </w:rPr>
              <w:t>66A_n258A</w:t>
            </w:r>
          </w:p>
        </w:tc>
      </w:tr>
      <w:tr w:rsidR="00CC6D2A" w:rsidRPr="00E062F1" w14:paraId="1ADFC1DC" w14:textId="77777777" w:rsidTr="006B3BD2">
        <w:trPr>
          <w:trHeight w:val="187"/>
          <w:jc w:val="center"/>
        </w:trPr>
        <w:tc>
          <w:tcPr>
            <w:tcW w:w="2972" w:type="dxa"/>
            <w:shd w:val="clear" w:color="auto" w:fill="auto"/>
          </w:tcPr>
          <w:p w14:paraId="23932092" w14:textId="77777777" w:rsidR="00CC6D2A" w:rsidRPr="00E062F1" w:rsidRDefault="00CC6D2A" w:rsidP="006B3BD2">
            <w:pPr>
              <w:pStyle w:val="TAC"/>
              <w:rPr>
                <w:lang w:eastAsia="fi-FI"/>
              </w:rPr>
            </w:pPr>
            <w:r w:rsidRPr="00E062F1">
              <w:rPr>
                <w:lang w:eastAsia="fi-FI"/>
              </w:rPr>
              <w:t>DC_66A_n260A</w:t>
            </w:r>
          </w:p>
          <w:p w14:paraId="5E5549CB" w14:textId="77777777" w:rsidR="00CC6D2A" w:rsidRPr="00E062F1" w:rsidRDefault="00CC6D2A" w:rsidP="006B3BD2">
            <w:pPr>
              <w:pStyle w:val="TAC"/>
              <w:rPr>
                <w:lang w:eastAsia="fi-FI"/>
              </w:rPr>
            </w:pPr>
            <w:r w:rsidRPr="00E062F1">
              <w:rPr>
                <w:lang w:eastAsia="fi-FI"/>
              </w:rPr>
              <w:t>DC_66A_n260D</w:t>
            </w:r>
          </w:p>
          <w:p w14:paraId="08FCD8E6" w14:textId="77777777" w:rsidR="00CC6D2A" w:rsidRPr="00E062F1" w:rsidRDefault="00CC6D2A" w:rsidP="006B3BD2">
            <w:pPr>
              <w:pStyle w:val="TAC"/>
              <w:rPr>
                <w:lang w:eastAsia="fi-FI"/>
              </w:rPr>
            </w:pPr>
            <w:r w:rsidRPr="00E062F1">
              <w:rPr>
                <w:lang w:eastAsia="fi-FI"/>
              </w:rPr>
              <w:t>DC_66A_n260E</w:t>
            </w:r>
          </w:p>
          <w:p w14:paraId="6719B576" w14:textId="77777777" w:rsidR="00CC6D2A" w:rsidRPr="00E062F1" w:rsidRDefault="00CC6D2A" w:rsidP="006B3BD2">
            <w:pPr>
              <w:pStyle w:val="TAC"/>
              <w:rPr>
                <w:lang w:eastAsia="fi-FI"/>
              </w:rPr>
            </w:pPr>
            <w:r w:rsidRPr="00E062F1">
              <w:rPr>
                <w:lang w:eastAsia="fi-FI"/>
              </w:rPr>
              <w:t>DC_66A_n260F</w:t>
            </w:r>
          </w:p>
          <w:p w14:paraId="60535BC3" w14:textId="77777777" w:rsidR="00CC6D2A" w:rsidRPr="00E062F1" w:rsidRDefault="00CC6D2A" w:rsidP="006B3BD2">
            <w:pPr>
              <w:pStyle w:val="TAC"/>
              <w:rPr>
                <w:lang w:eastAsia="fi-FI"/>
              </w:rPr>
            </w:pPr>
            <w:r w:rsidRPr="00E062F1">
              <w:rPr>
                <w:lang w:eastAsia="fi-FI"/>
              </w:rPr>
              <w:t>DC_66A_n260G</w:t>
            </w:r>
          </w:p>
          <w:p w14:paraId="78F43741" w14:textId="77777777" w:rsidR="00CC6D2A" w:rsidRPr="00E062F1" w:rsidRDefault="00CC6D2A" w:rsidP="006B3BD2">
            <w:pPr>
              <w:pStyle w:val="TAC"/>
              <w:rPr>
                <w:lang w:eastAsia="fi-FI"/>
              </w:rPr>
            </w:pPr>
            <w:r w:rsidRPr="00E062F1">
              <w:rPr>
                <w:lang w:eastAsia="fi-FI"/>
              </w:rPr>
              <w:t>DC_66A_n260H</w:t>
            </w:r>
          </w:p>
          <w:p w14:paraId="4BF8BCA3" w14:textId="77777777" w:rsidR="00CC6D2A" w:rsidRPr="00E062F1" w:rsidRDefault="00CC6D2A" w:rsidP="006B3BD2">
            <w:pPr>
              <w:pStyle w:val="TAC"/>
              <w:rPr>
                <w:lang w:eastAsia="fi-FI"/>
              </w:rPr>
            </w:pPr>
            <w:r w:rsidRPr="00E062F1">
              <w:rPr>
                <w:lang w:eastAsia="fi-FI"/>
              </w:rPr>
              <w:t>DC_66A_n260I</w:t>
            </w:r>
          </w:p>
          <w:p w14:paraId="20699527" w14:textId="77777777" w:rsidR="00CC6D2A" w:rsidRPr="00E062F1" w:rsidRDefault="00CC6D2A" w:rsidP="006B3BD2">
            <w:pPr>
              <w:pStyle w:val="TAC"/>
              <w:rPr>
                <w:lang w:eastAsia="fi-FI"/>
              </w:rPr>
            </w:pPr>
            <w:r w:rsidRPr="00E062F1">
              <w:rPr>
                <w:lang w:eastAsia="fi-FI"/>
              </w:rPr>
              <w:t>DC_66A_n260J</w:t>
            </w:r>
          </w:p>
          <w:p w14:paraId="0D8BCE24" w14:textId="77777777" w:rsidR="00CC6D2A" w:rsidRPr="00E062F1" w:rsidRDefault="00CC6D2A" w:rsidP="006B3BD2">
            <w:pPr>
              <w:pStyle w:val="TAC"/>
              <w:rPr>
                <w:lang w:eastAsia="fi-FI"/>
              </w:rPr>
            </w:pPr>
            <w:r w:rsidRPr="00E062F1">
              <w:rPr>
                <w:lang w:eastAsia="fi-FI"/>
              </w:rPr>
              <w:t>DC_66A_n260K</w:t>
            </w:r>
          </w:p>
          <w:p w14:paraId="476FEDCE" w14:textId="77777777" w:rsidR="00CC6D2A" w:rsidRPr="00E062F1" w:rsidRDefault="00CC6D2A" w:rsidP="006B3BD2">
            <w:pPr>
              <w:pStyle w:val="TAC"/>
              <w:rPr>
                <w:lang w:eastAsia="fi-FI"/>
              </w:rPr>
            </w:pPr>
            <w:r w:rsidRPr="00E062F1">
              <w:rPr>
                <w:lang w:eastAsia="fi-FI"/>
              </w:rPr>
              <w:t>DC_66A_n260L</w:t>
            </w:r>
          </w:p>
          <w:p w14:paraId="2C02D08D" w14:textId="77777777" w:rsidR="00CC6D2A" w:rsidRPr="00E062F1" w:rsidRDefault="00CC6D2A" w:rsidP="006B3BD2">
            <w:pPr>
              <w:pStyle w:val="TAC"/>
              <w:rPr>
                <w:lang w:eastAsia="fi-FI"/>
              </w:rPr>
            </w:pPr>
            <w:r w:rsidRPr="00E062F1">
              <w:rPr>
                <w:lang w:eastAsia="fi-FI"/>
              </w:rPr>
              <w:t>DC_66A_n260M</w:t>
            </w:r>
          </w:p>
          <w:p w14:paraId="03078D77" w14:textId="77777777" w:rsidR="00CC6D2A" w:rsidRPr="00E062F1" w:rsidRDefault="00CC6D2A" w:rsidP="006B3BD2">
            <w:pPr>
              <w:pStyle w:val="TAC"/>
              <w:rPr>
                <w:lang w:eastAsia="fi-FI"/>
              </w:rPr>
            </w:pPr>
            <w:r w:rsidRPr="00E062F1">
              <w:rPr>
                <w:lang w:eastAsia="fi-FI"/>
              </w:rPr>
              <w:t>DC_66A_n260O</w:t>
            </w:r>
          </w:p>
          <w:p w14:paraId="53CAB258" w14:textId="77777777" w:rsidR="00CC6D2A" w:rsidRPr="00E062F1" w:rsidRDefault="00CC6D2A" w:rsidP="006B3BD2">
            <w:pPr>
              <w:pStyle w:val="TAC"/>
              <w:rPr>
                <w:lang w:eastAsia="fi-FI"/>
              </w:rPr>
            </w:pPr>
            <w:r w:rsidRPr="00E062F1">
              <w:rPr>
                <w:lang w:eastAsia="fi-FI"/>
              </w:rPr>
              <w:t>DC_66A_n260P</w:t>
            </w:r>
          </w:p>
          <w:p w14:paraId="60BC91DA" w14:textId="2228C8F1" w:rsidR="00CC6D2A" w:rsidRPr="00E062F1" w:rsidRDefault="00CC6D2A" w:rsidP="006B3BD2">
            <w:pPr>
              <w:pStyle w:val="TAC"/>
              <w:rPr>
                <w:lang w:eastAsia="fi-FI"/>
              </w:rPr>
            </w:pPr>
            <w:r w:rsidRPr="00E062F1">
              <w:rPr>
                <w:lang w:eastAsia="fi-FI"/>
              </w:rPr>
              <w:t>DC_66A_n260Q</w:t>
            </w:r>
          </w:p>
        </w:tc>
        <w:tc>
          <w:tcPr>
            <w:tcW w:w="2846" w:type="dxa"/>
          </w:tcPr>
          <w:p w14:paraId="0AFB7A8E" w14:textId="77777777" w:rsidR="00E2014B" w:rsidRPr="00E062F1" w:rsidRDefault="00E2014B" w:rsidP="006B3BD2">
            <w:pPr>
              <w:pStyle w:val="TAC"/>
              <w:rPr>
                <w:lang w:eastAsia="zh-TW"/>
              </w:rPr>
            </w:pPr>
            <w:r w:rsidRPr="00E062F1">
              <w:rPr>
                <w:lang w:eastAsia="fi-FI"/>
              </w:rPr>
              <w:t>DC_66A_n260A</w:t>
            </w:r>
          </w:p>
          <w:p w14:paraId="6C995141" w14:textId="77777777" w:rsidR="00E2014B" w:rsidRPr="00E062F1" w:rsidRDefault="00E2014B" w:rsidP="006B3BD2">
            <w:pPr>
              <w:pStyle w:val="TAC"/>
              <w:rPr>
                <w:rFonts w:cs="Arial"/>
                <w:color w:val="000000"/>
                <w:szCs w:val="18"/>
                <w:lang w:eastAsia="zh-TW"/>
              </w:rPr>
            </w:pPr>
            <w:r w:rsidRPr="00E062F1">
              <w:rPr>
                <w:rFonts w:eastAsia="Times New Roman" w:cs="Arial"/>
                <w:color w:val="000000"/>
                <w:szCs w:val="18"/>
              </w:rPr>
              <w:t>DC_66A_n260G</w:t>
            </w:r>
          </w:p>
          <w:p w14:paraId="50CF293E" w14:textId="77777777" w:rsidR="00E2014B" w:rsidRPr="00E062F1" w:rsidRDefault="00E2014B" w:rsidP="006B3BD2">
            <w:pPr>
              <w:pStyle w:val="TAC"/>
              <w:rPr>
                <w:lang w:eastAsia="zh-TW"/>
              </w:rPr>
            </w:pPr>
            <w:r w:rsidRPr="00E062F1">
              <w:rPr>
                <w:lang w:eastAsia="zh-TW"/>
              </w:rPr>
              <w:t>DC_66A_n260H</w:t>
            </w:r>
          </w:p>
          <w:p w14:paraId="366E0877"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DC_66A_n260O</w:t>
            </w:r>
          </w:p>
          <w:p w14:paraId="36478803"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DC_66A_n260P</w:t>
            </w:r>
          </w:p>
          <w:p w14:paraId="3D344FA2" w14:textId="71399934" w:rsidR="00CC6D2A" w:rsidRPr="00E062F1" w:rsidRDefault="00E2014B" w:rsidP="006B3BD2">
            <w:pPr>
              <w:pStyle w:val="TAC"/>
              <w:rPr>
                <w:lang w:eastAsia="fi-FI"/>
              </w:rPr>
            </w:pPr>
            <w:r w:rsidRPr="00E062F1">
              <w:rPr>
                <w:rFonts w:eastAsia="Times New Roman" w:cs="Arial"/>
                <w:color w:val="000000"/>
                <w:szCs w:val="18"/>
              </w:rPr>
              <w:t>DC_66A_n260Q</w:t>
            </w:r>
          </w:p>
        </w:tc>
      </w:tr>
      <w:tr w:rsidR="00E2014B" w:rsidRPr="00E062F1" w14:paraId="6FDF15CC" w14:textId="77777777" w:rsidTr="006B3BD2">
        <w:trPr>
          <w:trHeight w:val="187"/>
          <w:jc w:val="center"/>
        </w:trPr>
        <w:tc>
          <w:tcPr>
            <w:tcW w:w="2972" w:type="dxa"/>
            <w:shd w:val="clear" w:color="auto" w:fill="auto"/>
          </w:tcPr>
          <w:p w14:paraId="30663AA9" w14:textId="77777777" w:rsidR="00E2014B" w:rsidRPr="00E062F1" w:rsidRDefault="00E2014B" w:rsidP="006B3BD2">
            <w:pPr>
              <w:pStyle w:val="TAC"/>
              <w:rPr>
                <w:lang w:eastAsia="fi-FI"/>
              </w:rPr>
            </w:pPr>
            <w:r w:rsidRPr="00E062F1">
              <w:rPr>
                <w:lang w:eastAsia="fi-FI"/>
              </w:rPr>
              <w:lastRenderedPageBreak/>
              <w:t>DC_66A_n260(2A)</w:t>
            </w:r>
          </w:p>
          <w:p w14:paraId="5CE521B6" w14:textId="77777777" w:rsidR="00E2014B" w:rsidRPr="00E062F1" w:rsidRDefault="00E2014B" w:rsidP="006B3BD2">
            <w:pPr>
              <w:pStyle w:val="TAC"/>
              <w:rPr>
                <w:lang w:eastAsia="fi-FI"/>
              </w:rPr>
            </w:pPr>
            <w:r w:rsidRPr="00E062F1">
              <w:rPr>
                <w:lang w:eastAsia="fi-FI"/>
              </w:rPr>
              <w:t>DC_66A_n260(3A)</w:t>
            </w:r>
          </w:p>
          <w:p w14:paraId="5D4B256C" w14:textId="77777777" w:rsidR="00E2014B" w:rsidRPr="00E062F1" w:rsidRDefault="00E2014B" w:rsidP="006B3BD2">
            <w:pPr>
              <w:pStyle w:val="TAC"/>
              <w:rPr>
                <w:lang w:eastAsia="fi-FI"/>
              </w:rPr>
            </w:pPr>
            <w:r w:rsidRPr="00E062F1">
              <w:rPr>
                <w:lang w:eastAsia="fi-FI"/>
              </w:rPr>
              <w:t>DC_66A_n260(4A)</w:t>
            </w:r>
          </w:p>
          <w:p w14:paraId="26E78610" w14:textId="77777777" w:rsidR="00E2014B" w:rsidRPr="00E062F1" w:rsidRDefault="00E2014B" w:rsidP="006B3BD2">
            <w:pPr>
              <w:pStyle w:val="TAC"/>
              <w:rPr>
                <w:lang w:eastAsia="fi-FI"/>
              </w:rPr>
            </w:pPr>
            <w:r w:rsidRPr="00E062F1">
              <w:rPr>
                <w:lang w:eastAsia="fi-FI"/>
              </w:rPr>
              <w:t>DC_66A_n260(5A)</w:t>
            </w:r>
          </w:p>
          <w:p w14:paraId="1B0EE7E2" w14:textId="77777777" w:rsidR="00E2014B" w:rsidRPr="00E062F1" w:rsidRDefault="00E2014B" w:rsidP="006B3BD2">
            <w:pPr>
              <w:pStyle w:val="TAC"/>
              <w:rPr>
                <w:lang w:eastAsia="fi-FI"/>
              </w:rPr>
            </w:pPr>
            <w:r w:rsidRPr="00E062F1">
              <w:rPr>
                <w:lang w:eastAsia="fi-FI"/>
              </w:rPr>
              <w:t>DC_66A_n260(6A)</w:t>
            </w:r>
          </w:p>
          <w:p w14:paraId="25E29B4D" w14:textId="77777777" w:rsidR="00E2014B" w:rsidRPr="00E062F1" w:rsidRDefault="00E2014B" w:rsidP="006B3BD2">
            <w:pPr>
              <w:pStyle w:val="TAC"/>
              <w:rPr>
                <w:lang w:eastAsia="fi-FI"/>
              </w:rPr>
            </w:pPr>
            <w:r w:rsidRPr="00E062F1">
              <w:rPr>
                <w:lang w:eastAsia="fi-FI"/>
              </w:rPr>
              <w:t>DC_66A_n260(7A)</w:t>
            </w:r>
          </w:p>
          <w:p w14:paraId="016C966B" w14:textId="77777777" w:rsidR="00E2014B" w:rsidRPr="00E062F1" w:rsidRDefault="00E2014B" w:rsidP="006B3BD2">
            <w:pPr>
              <w:pStyle w:val="TAC"/>
              <w:rPr>
                <w:lang w:eastAsia="fi-FI"/>
              </w:rPr>
            </w:pPr>
            <w:r w:rsidRPr="00E062F1">
              <w:rPr>
                <w:lang w:eastAsia="fi-FI"/>
              </w:rPr>
              <w:t>DC_66A_n260(8A)</w:t>
            </w:r>
          </w:p>
          <w:p w14:paraId="3DD33840" w14:textId="77777777" w:rsidR="00E2014B" w:rsidRPr="00E062F1" w:rsidRDefault="00E2014B" w:rsidP="006B3BD2">
            <w:pPr>
              <w:pStyle w:val="TAC"/>
              <w:rPr>
                <w:lang w:eastAsia="fi-FI"/>
              </w:rPr>
            </w:pPr>
            <w:r w:rsidRPr="00E062F1">
              <w:rPr>
                <w:lang w:eastAsia="fi-FI"/>
              </w:rPr>
              <w:t>DC_66A_n260(9A)</w:t>
            </w:r>
          </w:p>
          <w:p w14:paraId="6B21BDA0" w14:textId="77777777" w:rsidR="00E2014B" w:rsidRPr="00E062F1" w:rsidRDefault="00E2014B" w:rsidP="006B3BD2">
            <w:pPr>
              <w:pStyle w:val="TAC"/>
              <w:rPr>
                <w:lang w:eastAsia="fi-FI"/>
              </w:rPr>
            </w:pPr>
            <w:r w:rsidRPr="00E062F1">
              <w:rPr>
                <w:lang w:eastAsia="fi-FI"/>
              </w:rPr>
              <w:t>DC_66A_n260(10A)</w:t>
            </w:r>
          </w:p>
          <w:p w14:paraId="08748848" w14:textId="77777777" w:rsidR="00E2014B" w:rsidRPr="00E062F1" w:rsidRDefault="00E2014B" w:rsidP="006B3BD2">
            <w:pPr>
              <w:pStyle w:val="TAC"/>
              <w:rPr>
                <w:lang w:eastAsia="fi-FI"/>
              </w:rPr>
            </w:pPr>
            <w:r w:rsidRPr="00E062F1">
              <w:rPr>
                <w:lang w:eastAsia="fi-FI"/>
              </w:rPr>
              <w:t>DC_66A_n260(A-I)</w:t>
            </w:r>
          </w:p>
          <w:p w14:paraId="799CEE05" w14:textId="77777777" w:rsidR="00E2014B" w:rsidRPr="00E062F1" w:rsidRDefault="00E2014B" w:rsidP="006B3BD2">
            <w:pPr>
              <w:pStyle w:val="TAC"/>
              <w:rPr>
                <w:lang w:eastAsia="fi-FI"/>
              </w:rPr>
            </w:pPr>
            <w:r w:rsidRPr="00E062F1">
              <w:rPr>
                <w:lang w:eastAsia="fi-FI"/>
              </w:rPr>
              <w:t>DC_66A_n260(D-G)</w:t>
            </w:r>
          </w:p>
          <w:p w14:paraId="14643B0B" w14:textId="77777777" w:rsidR="00E2014B" w:rsidRPr="00E062F1" w:rsidRDefault="00E2014B" w:rsidP="006B3BD2">
            <w:pPr>
              <w:pStyle w:val="TAC"/>
              <w:rPr>
                <w:lang w:eastAsia="fi-FI"/>
              </w:rPr>
            </w:pPr>
            <w:r w:rsidRPr="00E062F1">
              <w:rPr>
                <w:lang w:eastAsia="fi-FI"/>
              </w:rPr>
              <w:t>DC_66A_n260(D-H)</w:t>
            </w:r>
          </w:p>
          <w:p w14:paraId="6439C6F9" w14:textId="77777777" w:rsidR="00E2014B" w:rsidRPr="00E062F1" w:rsidRDefault="00E2014B" w:rsidP="006B3BD2">
            <w:pPr>
              <w:pStyle w:val="TAC"/>
              <w:rPr>
                <w:lang w:eastAsia="fi-FI"/>
              </w:rPr>
            </w:pPr>
            <w:r w:rsidRPr="00E062F1">
              <w:rPr>
                <w:lang w:eastAsia="fi-FI"/>
              </w:rPr>
              <w:t>DC_66A_n260(D-I)</w:t>
            </w:r>
          </w:p>
          <w:p w14:paraId="17931E38" w14:textId="77777777" w:rsidR="00E2014B" w:rsidRPr="00E062F1" w:rsidRDefault="00E2014B" w:rsidP="006B3BD2">
            <w:pPr>
              <w:pStyle w:val="TAC"/>
              <w:rPr>
                <w:lang w:eastAsia="fi-FI"/>
              </w:rPr>
            </w:pPr>
            <w:r w:rsidRPr="00E062F1">
              <w:rPr>
                <w:lang w:eastAsia="fi-FI"/>
              </w:rPr>
              <w:t>DC_66A_n260(D-O)</w:t>
            </w:r>
          </w:p>
          <w:p w14:paraId="01FB0312" w14:textId="77777777" w:rsidR="00E2014B" w:rsidRPr="00E062F1" w:rsidRDefault="00E2014B" w:rsidP="006B3BD2">
            <w:pPr>
              <w:pStyle w:val="TAC"/>
              <w:rPr>
                <w:lang w:eastAsia="fi-FI"/>
              </w:rPr>
            </w:pPr>
            <w:r w:rsidRPr="00E062F1">
              <w:rPr>
                <w:lang w:eastAsia="fi-FI"/>
              </w:rPr>
              <w:t>DC_66A_n260(D-P)</w:t>
            </w:r>
          </w:p>
          <w:p w14:paraId="15B169E9" w14:textId="77777777" w:rsidR="00E2014B" w:rsidRPr="00E062F1" w:rsidRDefault="00E2014B" w:rsidP="006B3BD2">
            <w:pPr>
              <w:pStyle w:val="TAC"/>
              <w:rPr>
                <w:lang w:eastAsia="fi-FI"/>
              </w:rPr>
            </w:pPr>
            <w:r w:rsidRPr="00E062F1">
              <w:rPr>
                <w:lang w:eastAsia="fi-FI"/>
              </w:rPr>
              <w:t>DC_66A_n260(D-Q)</w:t>
            </w:r>
          </w:p>
          <w:p w14:paraId="5238D51B" w14:textId="77777777" w:rsidR="00E2014B" w:rsidRPr="00E062F1" w:rsidRDefault="00E2014B" w:rsidP="006B3BD2">
            <w:pPr>
              <w:pStyle w:val="TAC"/>
              <w:rPr>
                <w:lang w:eastAsia="fi-FI"/>
              </w:rPr>
            </w:pPr>
            <w:r w:rsidRPr="00E062F1">
              <w:rPr>
                <w:lang w:eastAsia="fi-FI"/>
              </w:rPr>
              <w:t>DC_66A_n260(E-O)</w:t>
            </w:r>
          </w:p>
          <w:p w14:paraId="695445E5" w14:textId="77777777" w:rsidR="00E2014B" w:rsidRPr="00E062F1" w:rsidRDefault="00E2014B" w:rsidP="006B3BD2">
            <w:pPr>
              <w:pStyle w:val="TAC"/>
              <w:rPr>
                <w:lang w:eastAsia="fi-FI"/>
              </w:rPr>
            </w:pPr>
            <w:r w:rsidRPr="00E062F1">
              <w:rPr>
                <w:lang w:eastAsia="fi-FI"/>
              </w:rPr>
              <w:t>DC_66A_n260(E-P)</w:t>
            </w:r>
          </w:p>
          <w:p w14:paraId="610A6145" w14:textId="77777777" w:rsidR="00E2014B" w:rsidRPr="00E062F1" w:rsidRDefault="00E2014B" w:rsidP="006B3BD2">
            <w:pPr>
              <w:pStyle w:val="TAC"/>
              <w:rPr>
                <w:lang w:eastAsia="fi-FI"/>
              </w:rPr>
            </w:pPr>
            <w:r w:rsidRPr="00E062F1">
              <w:rPr>
                <w:lang w:eastAsia="fi-FI"/>
              </w:rPr>
              <w:t>DC_66A_n260(E-Q)</w:t>
            </w:r>
          </w:p>
          <w:p w14:paraId="6642704D" w14:textId="77777777" w:rsidR="00E2014B" w:rsidRPr="00E062F1" w:rsidRDefault="00E2014B" w:rsidP="006B3BD2">
            <w:pPr>
              <w:pStyle w:val="TAC"/>
              <w:rPr>
                <w:lang w:eastAsia="fi-FI"/>
              </w:rPr>
            </w:pPr>
            <w:r w:rsidRPr="00E062F1">
              <w:rPr>
                <w:lang w:eastAsia="fi-FI"/>
              </w:rPr>
              <w:t>DC_66A_n260(G-I)</w:t>
            </w:r>
          </w:p>
          <w:p w14:paraId="1DDB2AD1" w14:textId="77777777" w:rsidR="00E2014B" w:rsidRPr="00E062F1" w:rsidRDefault="00E2014B" w:rsidP="006B3BD2">
            <w:pPr>
              <w:pStyle w:val="TAC"/>
              <w:rPr>
                <w:lang w:eastAsia="fi-FI"/>
              </w:rPr>
            </w:pPr>
            <w:r w:rsidRPr="00E062F1">
              <w:rPr>
                <w:lang w:eastAsia="fi-FI"/>
              </w:rPr>
              <w:t>DC_66A_n260(2G)</w:t>
            </w:r>
          </w:p>
          <w:p w14:paraId="7C065C87" w14:textId="77777777" w:rsidR="00E2014B" w:rsidRPr="00E062F1" w:rsidRDefault="00E2014B" w:rsidP="006B3BD2">
            <w:pPr>
              <w:pStyle w:val="TAC"/>
              <w:rPr>
                <w:lang w:eastAsia="fi-FI"/>
              </w:rPr>
            </w:pPr>
            <w:r w:rsidRPr="00E062F1">
              <w:rPr>
                <w:lang w:eastAsia="fi-FI"/>
              </w:rPr>
              <w:t>DC_66A_n260(2H)</w:t>
            </w:r>
          </w:p>
          <w:p w14:paraId="1B18A79F" w14:textId="77777777" w:rsidR="00E2014B" w:rsidRPr="00E062F1" w:rsidRDefault="00E2014B" w:rsidP="006B3BD2">
            <w:pPr>
              <w:pStyle w:val="TAC"/>
              <w:rPr>
                <w:lang w:eastAsia="fi-FI"/>
              </w:rPr>
            </w:pPr>
            <w:r w:rsidRPr="00E062F1">
              <w:rPr>
                <w:lang w:eastAsia="fi-FI"/>
              </w:rPr>
              <w:t>DC_66A_n260(2O)</w:t>
            </w:r>
          </w:p>
          <w:p w14:paraId="1BE34CEA" w14:textId="77777777" w:rsidR="00E2014B" w:rsidRPr="00E062F1" w:rsidRDefault="00E2014B" w:rsidP="006B3BD2">
            <w:pPr>
              <w:pStyle w:val="TAC"/>
              <w:rPr>
                <w:lang w:eastAsia="fi-FI"/>
              </w:rPr>
            </w:pPr>
            <w:r w:rsidRPr="00E062F1">
              <w:rPr>
                <w:lang w:eastAsia="fi-FI"/>
              </w:rPr>
              <w:t>DC_66A_n260(3O)</w:t>
            </w:r>
          </w:p>
          <w:p w14:paraId="7A0A71CA" w14:textId="77777777" w:rsidR="00E2014B" w:rsidRPr="00E062F1" w:rsidRDefault="00E2014B" w:rsidP="006B3BD2">
            <w:pPr>
              <w:pStyle w:val="TAC"/>
              <w:rPr>
                <w:lang w:eastAsia="fi-FI"/>
              </w:rPr>
            </w:pPr>
            <w:r w:rsidRPr="00E062F1">
              <w:rPr>
                <w:lang w:eastAsia="fi-FI"/>
              </w:rPr>
              <w:t>DC_66A_n260(4O)</w:t>
            </w:r>
          </w:p>
          <w:p w14:paraId="7DBC48D7" w14:textId="77777777" w:rsidR="00E2014B" w:rsidRPr="00E062F1" w:rsidRDefault="00E2014B" w:rsidP="006B3BD2">
            <w:pPr>
              <w:pStyle w:val="TAC"/>
              <w:rPr>
                <w:lang w:eastAsia="fi-FI"/>
              </w:rPr>
            </w:pPr>
            <w:r w:rsidRPr="00E062F1">
              <w:rPr>
                <w:lang w:eastAsia="fi-FI"/>
              </w:rPr>
              <w:t>DC_66A_n260(2P)</w:t>
            </w:r>
          </w:p>
          <w:p w14:paraId="3B43670D" w14:textId="77777777" w:rsidR="00E2014B" w:rsidRPr="00E062F1" w:rsidRDefault="00E2014B" w:rsidP="006B3BD2">
            <w:pPr>
              <w:pStyle w:val="TAC"/>
              <w:rPr>
                <w:lang w:eastAsia="fi-FI"/>
              </w:rPr>
            </w:pPr>
            <w:r w:rsidRPr="00E062F1">
              <w:rPr>
                <w:lang w:eastAsia="fi-FI"/>
              </w:rPr>
              <w:t>DC_66A_n260(3P)</w:t>
            </w:r>
          </w:p>
          <w:p w14:paraId="23D53CCF" w14:textId="77777777" w:rsidR="00E2014B" w:rsidRPr="00E062F1" w:rsidRDefault="00E2014B" w:rsidP="006B3BD2">
            <w:pPr>
              <w:pStyle w:val="TAC"/>
              <w:rPr>
                <w:lang w:eastAsia="fi-FI"/>
              </w:rPr>
            </w:pPr>
            <w:r w:rsidRPr="00E062F1">
              <w:rPr>
                <w:lang w:eastAsia="fi-FI"/>
              </w:rPr>
              <w:t>DC_66A_n260(4P)</w:t>
            </w:r>
          </w:p>
          <w:p w14:paraId="468A97EE" w14:textId="77777777" w:rsidR="00E2014B" w:rsidRPr="00E062F1" w:rsidRDefault="00E2014B" w:rsidP="006B3BD2">
            <w:pPr>
              <w:pStyle w:val="TAC"/>
              <w:rPr>
                <w:lang w:eastAsia="fi-FI"/>
              </w:rPr>
            </w:pPr>
            <w:r w:rsidRPr="00E062F1">
              <w:rPr>
                <w:lang w:eastAsia="fi-FI"/>
              </w:rPr>
              <w:t>DC_66A_n260(2A-O)</w:t>
            </w:r>
          </w:p>
          <w:p w14:paraId="4DF37148" w14:textId="77777777" w:rsidR="00E2014B" w:rsidRPr="00E062F1" w:rsidRDefault="00E2014B" w:rsidP="006B3BD2">
            <w:pPr>
              <w:pStyle w:val="TAC"/>
              <w:rPr>
                <w:lang w:eastAsia="fi-FI"/>
              </w:rPr>
            </w:pPr>
            <w:r w:rsidRPr="00E062F1">
              <w:rPr>
                <w:lang w:eastAsia="fi-FI"/>
              </w:rPr>
              <w:t>DC_66A_n260(A-2O)</w:t>
            </w:r>
          </w:p>
          <w:p w14:paraId="0F4DBF9C" w14:textId="77777777" w:rsidR="00E2014B" w:rsidRPr="00E062F1" w:rsidRDefault="00E2014B" w:rsidP="006B3BD2">
            <w:pPr>
              <w:pStyle w:val="TAC"/>
              <w:rPr>
                <w:lang w:eastAsia="fi-FI"/>
              </w:rPr>
            </w:pPr>
            <w:r w:rsidRPr="00E062F1">
              <w:rPr>
                <w:lang w:eastAsia="fi-FI"/>
              </w:rPr>
              <w:t>DC_66A_n260(2A-G)</w:t>
            </w:r>
          </w:p>
          <w:p w14:paraId="34BC7F17" w14:textId="77777777" w:rsidR="00E2014B" w:rsidRPr="00E062F1" w:rsidRDefault="00E2014B" w:rsidP="006B3BD2">
            <w:pPr>
              <w:pStyle w:val="TAC"/>
              <w:rPr>
                <w:lang w:eastAsia="fi-FI"/>
              </w:rPr>
            </w:pPr>
            <w:r w:rsidRPr="00E062F1">
              <w:rPr>
                <w:lang w:eastAsia="fi-FI"/>
              </w:rPr>
              <w:t>DC_66A_n260(A-2G)</w:t>
            </w:r>
          </w:p>
          <w:p w14:paraId="3E6470C5" w14:textId="77777777" w:rsidR="00E2014B" w:rsidRPr="00E062F1" w:rsidRDefault="00E2014B" w:rsidP="006B3BD2">
            <w:pPr>
              <w:pStyle w:val="TAC"/>
              <w:rPr>
                <w:lang w:eastAsia="fi-FI"/>
              </w:rPr>
            </w:pPr>
            <w:r w:rsidRPr="00E062F1">
              <w:rPr>
                <w:lang w:eastAsia="fi-FI"/>
              </w:rPr>
              <w:t>DC_66A_n260(2A-2G)</w:t>
            </w:r>
          </w:p>
          <w:p w14:paraId="2E47001F" w14:textId="77777777" w:rsidR="00E2014B" w:rsidRPr="00E062F1" w:rsidRDefault="00E2014B" w:rsidP="006B3BD2">
            <w:pPr>
              <w:pStyle w:val="TAC"/>
              <w:rPr>
                <w:lang w:eastAsia="fi-FI"/>
              </w:rPr>
            </w:pPr>
            <w:r w:rsidRPr="00E062F1">
              <w:rPr>
                <w:lang w:eastAsia="fi-FI"/>
              </w:rPr>
              <w:t>DC_66A_n260(2G-O)</w:t>
            </w:r>
          </w:p>
          <w:p w14:paraId="74DC74D5" w14:textId="77777777" w:rsidR="00E2014B" w:rsidRPr="00E062F1" w:rsidRDefault="00E2014B" w:rsidP="006B3BD2">
            <w:pPr>
              <w:pStyle w:val="TAC"/>
              <w:rPr>
                <w:lang w:eastAsia="fi-FI"/>
              </w:rPr>
            </w:pPr>
            <w:r w:rsidRPr="00E062F1">
              <w:rPr>
                <w:lang w:eastAsia="fi-FI"/>
              </w:rPr>
              <w:t>DC_66A_n260(2A-2G-O)</w:t>
            </w:r>
          </w:p>
          <w:p w14:paraId="487B0BD6" w14:textId="77777777" w:rsidR="00E2014B" w:rsidRPr="00E062F1" w:rsidRDefault="00E2014B" w:rsidP="006B3BD2">
            <w:pPr>
              <w:pStyle w:val="TAC"/>
              <w:rPr>
                <w:lang w:eastAsia="fi-FI"/>
              </w:rPr>
            </w:pPr>
            <w:r w:rsidRPr="00E062F1">
              <w:rPr>
                <w:lang w:eastAsia="fi-FI"/>
              </w:rPr>
              <w:t>DC_66A_n260(A-2H)</w:t>
            </w:r>
          </w:p>
          <w:p w14:paraId="3381DF58" w14:textId="77777777" w:rsidR="00E2014B" w:rsidRPr="00E062F1" w:rsidRDefault="00E2014B" w:rsidP="006B3BD2">
            <w:pPr>
              <w:pStyle w:val="TAC"/>
              <w:rPr>
                <w:lang w:eastAsia="fi-FI"/>
              </w:rPr>
            </w:pPr>
            <w:r w:rsidRPr="00E062F1">
              <w:rPr>
                <w:lang w:eastAsia="fi-FI"/>
              </w:rPr>
              <w:t>DC_66A_n260(2A-H)</w:t>
            </w:r>
          </w:p>
          <w:p w14:paraId="1861FB34" w14:textId="77777777" w:rsidR="00E2014B" w:rsidRPr="00E062F1" w:rsidRDefault="00E2014B" w:rsidP="006B3BD2">
            <w:pPr>
              <w:pStyle w:val="TAC"/>
              <w:rPr>
                <w:lang w:eastAsia="fi-FI"/>
              </w:rPr>
            </w:pPr>
            <w:r w:rsidRPr="00E062F1">
              <w:rPr>
                <w:lang w:eastAsia="fi-FI"/>
              </w:rPr>
              <w:t>DC_66A_n260(2A-2H)</w:t>
            </w:r>
          </w:p>
          <w:p w14:paraId="01EEB144" w14:textId="77777777" w:rsidR="00E2014B" w:rsidRPr="00E062F1" w:rsidRDefault="00E2014B" w:rsidP="006B3BD2">
            <w:pPr>
              <w:pStyle w:val="TAC"/>
              <w:rPr>
                <w:lang w:eastAsia="fi-FI"/>
              </w:rPr>
            </w:pPr>
            <w:r w:rsidRPr="00E062F1">
              <w:rPr>
                <w:lang w:eastAsia="fi-FI"/>
              </w:rPr>
              <w:t>DC_66A_n260(2A-2O)</w:t>
            </w:r>
          </w:p>
          <w:p w14:paraId="3D133A19" w14:textId="77777777" w:rsidR="00E2014B" w:rsidRPr="00E062F1" w:rsidRDefault="00E2014B" w:rsidP="006B3BD2">
            <w:pPr>
              <w:pStyle w:val="TAC"/>
              <w:rPr>
                <w:lang w:eastAsia="fi-FI"/>
              </w:rPr>
            </w:pPr>
            <w:r w:rsidRPr="00E062F1">
              <w:rPr>
                <w:lang w:eastAsia="fi-FI"/>
              </w:rPr>
              <w:t>DC_66A_n260(2A-3O)</w:t>
            </w:r>
          </w:p>
          <w:p w14:paraId="25A893FF" w14:textId="77777777" w:rsidR="00E2014B" w:rsidRPr="00E062F1" w:rsidRDefault="00E2014B" w:rsidP="006B3BD2">
            <w:pPr>
              <w:pStyle w:val="TAC"/>
              <w:rPr>
                <w:lang w:eastAsia="fi-FI"/>
              </w:rPr>
            </w:pPr>
            <w:r w:rsidRPr="00E062F1">
              <w:rPr>
                <w:lang w:eastAsia="fi-FI"/>
              </w:rPr>
              <w:t>DC_66A_n260(A-4O)</w:t>
            </w:r>
          </w:p>
          <w:p w14:paraId="4F426FFB" w14:textId="77777777" w:rsidR="00E2014B" w:rsidRPr="00E062F1" w:rsidRDefault="00E2014B" w:rsidP="006B3BD2">
            <w:pPr>
              <w:pStyle w:val="TAC"/>
              <w:rPr>
                <w:lang w:eastAsia="fi-FI"/>
              </w:rPr>
            </w:pPr>
            <w:r w:rsidRPr="00E062F1">
              <w:rPr>
                <w:lang w:eastAsia="fi-FI"/>
              </w:rPr>
              <w:t>DC_66A_n260(2A-4O)</w:t>
            </w:r>
          </w:p>
          <w:p w14:paraId="42CEE1ED" w14:textId="77777777" w:rsidR="00E2014B" w:rsidRPr="00E062F1" w:rsidRDefault="00E2014B" w:rsidP="006B3BD2">
            <w:pPr>
              <w:pStyle w:val="TAC"/>
              <w:rPr>
                <w:lang w:eastAsia="fi-FI"/>
              </w:rPr>
            </w:pPr>
            <w:r w:rsidRPr="00E062F1">
              <w:rPr>
                <w:lang w:eastAsia="fi-FI"/>
              </w:rPr>
              <w:t>DC_66A_n260(3A-2O)</w:t>
            </w:r>
          </w:p>
          <w:p w14:paraId="15BE1099" w14:textId="77777777" w:rsidR="00E2014B" w:rsidRPr="00E062F1" w:rsidRDefault="00E2014B" w:rsidP="006B3BD2">
            <w:pPr>
              <w:pStyle w:val="TAC"/>
              <w:rPr>
                <w:lang w:eastAsia="fi-FI"/>
              </w:rPr>
            </w:pPr>
            <w:r w:rsidRPr="00E062F1">
              <w:rPr>
                <w:lang w:eastAsia="fi-FI"/>
              </w:rPr>
              <w:t>DC_66A_n260(3A-2G)</w:t>
            </w:r>
          </w:p>
          <w:p w14:paraId="378F8CB5" w14:textId="77777777" w:rsidR="00E2014B" w:rsidRPr="00E062F1" w:rsidRDefault="00E2014B" w:rsidP="006B3BD2">
            <w:pPr>
              <w:pStyle w:val="TAC"/>
              <w:rPr>
                <w:lang w:eastAsia="fi-FI"/>
              </w:rPr>
            </w:pPr>
            <w:r w:rsidRPr="00E062F1">
              <w:rPr>
                <w:lang w:eastAsia="fi-FI"/>
              </w:rPr>
              <w:t>DC_66A_n260(4A-G)</w:t>
            </w:r>
          </w:p>
          <w:p w14:paraId="1915CE67" w14:textId="77777777" w:rsidR="00E2014B" w:rsidRPr="00E062F1" w:rsidRDefault="00E2014B" w:rsidP="006B3BD2">
            <w:pPr>
              <w:pStyle w:val="TAC"/>
              <w:rPr>
                <w:lang w:eastAsia="fi-FI"/>
              </w:rPr>
            </w:pPr>
            <w:r w:rsidRPr="00E062F1">
              <w:rPr>
                <w:lang w:eastAsia="fi-FI"/>
              </w:rPr>
              <w:t>DC_66A_n260(4A-2G)</w:t>
            </w:r>
          </w:p>
          <w:p w14:paraId="749C064E" w14:textId="77777777" w:rsidR="00E2014B" w:rsidRPr="00E062F1" w:rsidRDefault="00E2014B" w:rsidP="006B3BD2">
            <w:pPr>
              <w:pStyle w:val="TAC"/>
              <w:rPr>
                <w:lang w:eastAsia="fi-FI"/>
              </w:rPr>
            </w:pPr>
            <w:r w:rsidRPr="00E062F1">
              <w:rPr>
                <w:lang w:eastAsia="fi-FI"/>
              </w:rPr>
              <w:t>DC_66A_n260(4A-O)</w:t>
            </w:r>
          </w:p>
          <w:p w14:paraId="20AAC3B7" w14:textId="77777777" w:rsidR="00E2014B" w:rsidRPr="00E062F1" w:rsidRDefault="00E2014B" w:rsidP="006B3BD2">
            <w:pPr>
              <w:pStyle w:val="TAC"/>
              <w:rPr>
                <w:lang w:eastAsia="fi-FI"/>
              </w:rPr>
            </w:pPr>
            <w:r w:rsidRPr="00E062F1">
              <w:rPr>
                <w:lang w:eastAsia="fi-FI"/>
              </w:rPr>
              <w:t>DC_66A_n260(4A-2O)</w:t>
            </w:r>
          </w:p>
          <w:p w14:paraId="5223142D" w14:textId="77777777" w:rsidR="00E2014B" w:rsidRPr="00E062F1" w:rsidRDefault="00E2014B" w:rsidP="006B3BD2">
            <w:pPr>
              <w:pStyle w:val="TAC"/>
              <w:rPr>
                <w:lang w:eastAsia="fi-FI"/>
              </w:rPr>
            </w:pPr>
            <w:r w:rsidRPr="00E062F1">
              <w:rPr>
                <w:lang w:eastAsia="fi-FI"/>
              </w:rPr>
              <w:t>DC_66A_n260(A-O)</w:t>
            </w:r>
          </w:p>
          <w:p w14:paraId="26C9F43E" w14:textId="77777777" w:rsidR="00E2014B" w:rsidRPr="00E062F1" w:rsidRDefault="00E2014B" w:rsidP="006B3BD2">
            <w:pPr>
              <w:pStyle w:val="TAC"/>
              <w:rPr>
                <w:lang w:eastAsia="fi-FI"/>
              </w:rPr>
            </w:pPr>
            <w:r w:rsidRPr="00E062F1">
              <w:rPr>
                <w:lang w:eastAsia="fi-FI"/>
              </w:rPr>
              <w:t>DC_66A_n260(A-G)</w:t>
            </w:r>
          </w:p>
          <w:p w14:paraId="2CABA599" w14:textId="77777777" w:rsidR="00E2014B" w:rsidRPr="00E062F1" w:rsidRDefault="00E2014B" w:rsidP="006B3BD2">
            <w:pPr>
              <w:pStyle w:val="TAC"/>
              <w:rPr>
                <w:lang w:eastAsia="fi-FI"/>
              </w:rPr>
            </w:pPr>
            <w:r w:rsidRPr="00E062F1">
              <w:rPr>
                <w:lang w:eastAsia="fi-FI"/>
              </w:rPr>
              <w:t>DC_66A_n260(G-O)</w:t>
            </w:r>
          </w:p>
          <w:p w14:paraId="4FFCA577" w14:textId="77777777" w:rsidR="00E2014B" w:rsidRPr="00E062F1" w:rsidRDefault="00E2014B" w:rsidP="006B3BD2">
            <w:pPr>
              <w:pStyle w:val="TAC"/>
              <w:rPr>
                <w:lang w:eastAsia="fi-FI"/>
              </w:rPr>
            </w:pPr>
            <w:r w:rsidRPr="00E062F1">
              <w:rPr>
                <w:lang w:eastAsia="fi-FI"/>
              </w:rPr>
              <w:t>DC_66A_n260(A-G-O)</w:t>
            </w:r>
          </w:p>
          <w:p w14:paraId="2A6499A1" w14:textId="77777777" w:rsidR="00E2014B" w:rsidRPr="00E062F1" w:rsidRDefault="00E2014B" w:rsidP="006B3BD2">
            <w:pPr>
              <w:pStyle w:val="TAC"/>
              <w:rPr>
                <w:lang w:eastAsia="fi-FI"/>
              </w:rPr>
            </w:pPr>
            <w:r w:rsidRPr="00E062F1">
              <w:rPr>
                <w:lang w:eastAsia="fi-FI"/>
              </w:rPr>
              <w:t>DC_66A_n260(2A-G-O)</w:t>
            </w:r>
          </w:p>
          <w:p w14:paraId="70666F55" w14:textId="77777777" w:rsidR="00E2014B" w:rsidRPr="00E062F1" w:rsidRDefault="00E2014B" w:rsidP="006B3BD2">
            <w:pPr>
              <w:pStyle w:val="TAC"/>
              <w:rPr>
                <w:lang w:eastAsia="fi-FI"/>
              </w:rPr>
            </w:pPr>
            <w:r w:rsidRPr="00E062F1">
              <w:rPr>
                <w:lang w:eastAsia="fi-FI"/>
              </w:rPr>
              <w:t>DC_66A_n260(A-2G-O)</w:t>
            </w:r>
          </w:p>
          <w:p w14:paraId="24C9F269" w14:textId="77777777" w:rsidR="00E2014B" w:rsidRPr="00E062F1" w:rsidRDefault="00E2014B" w:rsidP="006B3BD2">
            <w:pPr>
              <w:pStyle w:val="TAC"/>
              <w:rPr>
                <w:lang w:eastAsia="fi-FI"/>
              </w:rPr>
            </w:pPr>
            <w:r w:rsidRPr="00E062F1">
              <w:rPr>
                <w:lang w:eastAsia="fi-FI"/>
              </w:rPr>
              <w:t>DC_66A_n260(A-H)</w:t>
            </w:r>
          </w:p>
          <w:p w14:paraId="72657A96" w14:textId="77777777" w:rsidR="00E2014B" w:rsidRPr="00E062F1" w:rsidRDefault="00E2014B" w:rsidP="006B3BD2">
            <w:pPr>
              <w:pStyle w:val="TAC"/>
              <w:rPr>
                <w:lang w:eastAsia="fi-FI"/>
              </w:rPr>
            </w:pPr>
            <w:r w:rsidRPr="00E062F1">
              <w:rPr>
                <w:lang w:eastAsia="fi-FI"/>
              </w:rPr>
              <w:t>DC_66A_n260(A-3O)</w:t>
            </w:r>
          </w:p>
          <w:p w14:paraId="3A1CC188" w14:textId="77777777" w:rsidR="00E2014B" w:rsidRPr="00E062F1" w:rsidRDefault="00E2014B" w:rsidP="006B3BD2">
            <w:pPr>
              <w:pStyle w:val="TAC"/>
              <w:rPr>
                <w:lang w:eastAsia="zh-TW"/>
              </w:rPr>
            </w:pPr>
            <w:r w:rsidRPr="00E062F1">
              <w:rPr>
                <w:lang w:eastAsia="fi-FI"/>
              </w:rPr>
              <w:t>DC_66A_n260(3A-O)</w:t>
            </w:r>
          </w:p>
          <w:p w14:paraId="7C394DC1" w14:textId="77777777" w:rsidR="00E2014B" w:rsidRPr="00E062F1" w:rsidRDefault="00E2014B" w:rsidP="006B3BD2">
            <w:pPr>
              <w:pStyle w:val="TAC"/>
              <w:rPr>
                <w:lang w:eastAsia="zh-TW"/>
              </w:rPr>
            </w:pPr>
            <w:r w:rsidRPr="00E062F1">
              <w:rPr>
                <w:rFonts w:eastAsia="Times New Roman" w:cs="Arial"/>
                <w:color w:val="000000"/>
                <w:szCs w:val="18"/>
              </w:rPr>
              <w:t>DC_66A_n260(3A-O-P)</w:t>
            </w:r>
          </w:p>
          <w:p w14:paraId="3D68CCAA" w14:textId="77777777" w:rsidR="00E2014B" w:rsidRPr="00E062F1" w:rsidRDefault="00E2014B" w:rsidP="006B3BD2">
            <w:pPr>
              <w:pStyle w:val="TAC"/>
              <w:rPr>
                <w:lang w:eastAsia="fi-FI"/>
              </w:rPr>
            </w:pPr>
            <w:r w:rsidRPr="00E062F1">
              <w:rPr>
                <w:lang w:eastAsia="fi-FI"/>
              </w:rPr>
              <w:t>DC_66A_n260(3A-P)</w:t>
            </w:r>
          </w:p>
          <w:p w14:paraId="788070CB" w14:textId="77777777" w:rsidR="00E2014B" w:rsidRPr="00E062F1" w:rsidRDefault="00E2014B" w:rsidP="006B3BD2">
            <w:pPr>
              <w:pStyle w:val="TAC"/>
              <w:rPr>
                <w:lang w:eastAsia="fi-FI"/>
              </w:rPr>
            </w:pPr>
            <w:r w:rsidRPr="00E062F1">
              <w:rPr>
                <w:lang w:eastAsia="fi-FI"/>
              </w:rPr>
              <w:t>DC_66A_n260(3A-G)</w:t>
            </w:r>
          </w:p>
          <w:p w14:paraId="7274102F" w14:textId="77777777" w:rsidR="00E2014B" w:rsidRPr="00E062F1" w:rsidRDefault="00E2014B" w:rsidP="006B3BD2">
            <w:pPr>
              <w:pStyle w:val="TAC"/>
              <w:rPr>
                <w:lang w:eastAsia="fi-FI"/>
              </w:rPr>
            </w:pPr>
            <w:r w:rsidRPr="00E062F1">
              <w:rPr>
                <w:lang w:eastAsia="fi-FI"/>
              </w:rPr>
              <w:t>DC_66A_n260(2D)</w:t>
            </w:r>
          </w:p>
          <w:p w14:paraId="699DBF67" w14:textId="77777777" w:rsidR="00E2014B" w:rsidRPr="00E062F1" w:rsidRDefault="00E2014B" w:rsidP="006B3BD2">
            <w:pPr>
              <w:pStyle w:val="TAC"/>
              <w:rPr>
                <w:lang w:eastAsia="fi-FI"/>
              </w:rPr>
            </w:pPr>
            <w:r w:rsidRPr="00E062F1">
              <w:rPr>
                <w:lang w:eastAsia="fi-FI"/>
              </w:rPr>
              <w:t>DC_66A_n260(3G)</w:t>
            </w:r>
          </w:p>
          <w:p w14:paraId="0C53232B" w14:textId="2A630B52" w:rsidR="00E2014B" w:rsidRPr="00E062F1" w:rsidRDefault="00E2014B" w:rsidP="006B3BD2">
            <w:pPr>
              <w:pStyle w:val="TAC"/>
              <w:rPr>
                <w:lang w:eastAsia="fi-FI"/>
              </w:rPr>
            </w:pPr>
            <w:r w:rsidRPr="00E062F1">
              <w:rPr>
                <w:lang w:eastAsia="fi-FI"/>
              </w:rPr>
              <w:t>DC_66A_n260(4G)</w:t>
            </w:r>
          </w:p>
          <w:p w14:paraId="6C78DA72" w14:textId="77777777" w:rsidR="00E2014B" w:rsidRPr="00E062F1" w:rsidRDefault="00E2014B" w:rsidP="006B3BD2">
            <w:pPr>
              <w:pStyle w:val="TAC"/>
              <w:rPr>
                <w:lang w:eastAsia="fi-FI"/>
              </w:rPr>
            </w:pPr>
            <w:r w:rsidRPr="00E062F1">
              <w:rPr>
                <w:lang w:eastAsia="fi-FI"/>
              </w:rPr>
              <w:t>DC_66A_n260(A-D)</w:t>
            </w:r>
          </w:p>
          <w:p w14:paraId="73613F99" w14:textId="77777777" w:rsidR="00E2014B" w:rsidRPr="00E062F1" w:rsidRDefault="00E2014B" w:rsidP="006B3BD2">
            <w:pPr>
              <w:pStyle w:val="TAC"/>
              <w:rPr>
                <w:lang w:eastAsia="fi-FI"/>
              </w:rPr>
            </w:pPr>
            <w:r w:rsidRPr="00E062F1">
              <w:rPr>
                <w:lang w:eastAsia="fi-FI"/>
              </w:rPr>
              <w:t>DC_66A_n260(2A-D)</w:t>
            </w:r>
          </w:p>
          <w:p w14:paraId="74D1B7E8" w14:textId="77777777" w:rsidR="00E2014B" w:rsidRPr="00E062F1" w:rsidRDefault="00E2014B" w:rsidP="006B3BD2">
            <w:pPr>
              <w:pStyle w:val="TAC"/>
              <w:rPr>
                <w:lang w:eastAsia="fi-FI"/>
              </w:rPr>
            </w:pPr>
            <w:r w:rsidRPr="00E062F1">
              <w:rPr>
                <w:lang w:eastAsia="fi-FI"/>
              </w:rPr>
              <w:t>DC_66A_n260(A-D-O)</w:t>
            </w:r>
          </w:p>
          <w:p w14:paraId="2C892BB4" w14:textId="77777777" w:rsidR="00E2014B" w:rsidRPr="00E062F1" w:rsidRDefault="00E2014B" w:rsidP="006B3BD2">
            <w:pPr>
              <w:pStyle w:val="TAC"/>
              <w:rPr>
                <w:lang w:eastAsia="fi-FI"/>
              </w:rPr>
            </w:pPr>
            <w:r w:rsidRPr="00E062F1">
              <w:rPr>
                <w:lang w:eastAsia="fi-FI"/>
              </w:rPr>
              <w:t>DC_66A_n260(2A-D-O)</w:t>
            </w:r>
          </w:p>
          <w:p w14:paraId="255E6BF0" w14:textId="77777777" w:rsidR="00E2014B" w:rsidRPr="00E062F1" w:rsidRDefault="00E2014B" w:rsidP="006B3BD2">
            <w:pPr>
              <w:pStyle w:val="TAC"/>
              <w:rPr>
                <w:lang w:eastAsia="fi-FI"/>
              </w:rPr>
            </w:pPr>
            <w:r w:rsidRPr="00E062F1">
              <w:rPr>
                <w:lang w:eastAsia="fi-FI"/>
              </w:rPr>
              <w:t>DC_66A_n260(D-2O)</w:t>
            </w:r>
          </w:p>
          <w:p w14:paraId="325F9DF8" w14:textId="77777777" w:rsidR="00E2014B" w:rsidRPr="00E062F1" w:rsidRDefault="00E2014B" w:rsidP="006B3BD2">
            <w:pPr>
              <w:pStyle w:val="TAC"/>
              <w:rPr>
                <w:lang w:eastAsia="fi-FI"/>
              </w:rPr>
            </w:pPr>
            <w:r w:rsidRPr="00E062F1">
              <w:rPr>
                <w:lang w:eastAsia="fi-FI"/>
              </w:rPr>
              <w:lastRenderedPageBreak/>
              <w:t>DC_66A_n260(A-D-2O)</w:t>
            </w:r>
          </w:p>
          <w:p w14:paraId="193C0D63" w14:textId="77777777" w:rsidR="00E2014B" w:rsidRPr="00E062F1" w:rsidRDefault="00E2014B" w:rsidP="006B3BD2">
            <w:pPr>
              <w:pStyle w:val="TAC"/>
              <w:rPr>
                <w:lang w:eastAsia="fi-FI"/>
              </w:rPr>
            </w:pPr>
            <w:r w:rsidRPr="00E062F1">
              <w:rPr>
                <w:lang w:eastAsia="fi-FI"/>
              </w:rPr>
              <w:t>DC_66A_n260(2A-D-2O)</w:t>
            </w:r>
          </w:p>
          <w:p w14:paraId="2FDA3DB9" w14:textId="77777777" w:rsidR="00E2014B" w:rsidRPr="00E062F1" w:rsidRDefault="00E2014B" w:rsidP="006B3BD2">
            <w:pPr>
              <w:pStyle w:val="TAC"/>
              <w:rPr>
                <w:lang w:eastAsia="fi-FI"/>
              </w:rPr>
            </w:pPr>
            <w:r w:rsidRPr="00E062F1">
              <w:rPr>
                <w:lang w:eastAsia="fi-FI"/>
              </w:rPr>
              <w:t>DC_66A_n260(2A-O-P)</w:t>
            </w:r>
          </w:p>
          <w:p w14:paraId="627EA2DE" w14:textId="77777777" w:rsidR="00E2014B" w:rsidRPr="00E062F1" w:rsidRDefault="00E2014B" w:rsidP="006B3BD2">
            <w:pPr>
              <w:pStyle w:val="TAC"/>
              <w:rPr>
                <w:lang w:eastAsia="fi-FI"/>
              </w:rPr>
            </w:pPr>
            <w:r w:rsidRPr="00E062F1">
              <w:rPr>
                <w:lang w:eastAsia="fi-FI"/>
              </w:rPr>
              <w:t>DC_66A_n260(A-2D)</w:t>
            </w:r>
          </w:p>
          <w:p w14:paraId="2F3B157C" w14:textId="77777777" w:rsidR="00E2014B" w:rsidRPr="00E062F1" w:rsidRDefault="00E2014B" w:rsidP="006B3BD2">
            <w:pPr>
              <w:pStyle w:val="TAC"/>
              <w:rPr>
                <w:lang w:eastAsia="fi-FI"/>
              </w:rPr>
            </w:pPr>
            <w:r w:rsidRPr="00E062F1">
              <w:rPr>
                <w:lang w:eastAsia="fi-FI"/>
              </w:rPr>
              <w:t>DC_66A_n260(2A-2D)</w:t>
            </w:r>
          </w:p>
          <w:p w14:paraId="08B41309" w14:textId="77777777" w:rsidR="00E2014B" w:rsidRPr="00E062F1" w:rsidRDefault="00E2014B" w:rsidP="006B3BD2">
            <w:pPr>
              <w:pStyle w:val="TAC"/>
              <w:rPr>
                <w:lang w:eastAsia="zh-TW"/>
              </w:rPr>
            </w:pPr>
            <w:r w:rsidRPr="00E062F1">
              <w:rPr>
                <w:lang w:eastAsia="fi-FI"/>
              </w:rPr>
              <w:t>DC_66A_n260(A-P)</w:t>
            </w:r>
          </w:p>
          <w:p w14:paraId="7F4B03B4" w14:textId="77777777" w:rsidR="00E2014B" w:rsidRPr="00E062F1" w:rsidRDefault="00E2014B" w:rsidP="006B3BD2">
            <w:pPr>
              <w:pStyle w:val="TAC"/>
              <w:rPr>
                <w:rFonts w:cs="Arial"/>
                <w:color w:val="000000"/>
                <w:szCs w:val="18"/>
                <w:lang w:eastAsia="zh-TW"/>
              </w:rPr>
            </w:pPr>
            <w:r w:rsidRPr="00E062F1">
              <w:rPr>
                <w:rFonts w:eastAsia="Times New Roman" w:cs="Arial"/>
                <w:color w:val="000000"/>
                <w:szCs w:val="18"/>
              </w:rPr>
              <w:t>DC_66A_n260(A-P-Q)</w:t>
            </w:r>
          </w:p>
          <w:p w14:paraId="7BD9FC82" w14:textId="77777777" w:rsidR="00E2014B" w:rsidRPr="00E062F1" w:rsidRDefault="00E2014B" w:rsidP="006B3BD2">
            <w:pPr>
              <w:pStyle w:val="TAC"/>
              <w:rPr>
                <w:lang w:eastAsia="fi-FI"/>
              </w:rPr>
            </w:pPr>
            <w:r w:rsidRPr="00E062F1">
              <w:rPr>
                <w:lang w:eastAsia="fi-FI"/>
              </w:rPr>
              <w:t>DC_66A_n260(2A-P)</w:t>
            </w:r>
          </w:p>
          <w:p w14:paraId="74B90B9F" w14:textId="77777777" w:rsidR="00E2014B" w:rsidRPr="00E062F1" w:rsidRDefault="00E2014B" w:rsidP="006B3BD2">
            <w:pPr>
              <w:pStyle w:val="TAC"/>
              <w:rPr>
                <w:lang w:eastAsia="fi-FI"/>
              </w:rPr>
            </w:pPr>
            <w:r w:rsidRPr="00E062F1">
              <w:rPr>
                <w:lang w:eastAsia="fi-FI"/>
              </w:rPr>
              <w:t>DC_66A_n260(A-2P)</w:t>
            </w:r>
          </w:p>
          <w:p w14:paraId="79FFD176" w14:textId="77777777" w:rsidR="00E2014B" w:rsidRPr="00E062F1" w:rsidRDefault="00E2014B" w:rsidP="006B3BD2">
            <w:pPr>
              <w:pStyle w:val="TAC"/>
              <w:rPr>
                <w:lang w:eastAsia="fi-FI"/>
              </w:rPr>
            </w:pPr>
            <w:r w:rsidRPr="00E062F1">
              <w:rPr>
                <w:lang w:eastAsia="fi-FI"/>
              </w:rPr>
              <w:t>DC_66A_n260(2A-2P)</w:t>
            </w:r>
          </w:p>
          <w:p w14:paraId="6613A210" w14:textId="77777777" w:rsidR="00E2014B" w:rsidRPr="00E062F1" w:rsidRDefault="00E2014B" w:rsidP="006B3BD2">
            <w:pPr>
              <w:pStyle w:val="TAC"/>
              <w:rPr>
                <w:lang w:eastAsia="fi-FI"/>
              </w:rPr>
            </w:pPr>
            <w:r w:rsidRPr="00E062F1">
              <w:rPr>
                <w:lang w:eastAsia="fi-FI"/>
              </w:rPr>
              <w:t>DC_66A_n260(3A-3O)</w:t>
            </w:r>
          </w:p>
          <w:p w14:paraId="1A3D25F1" w14:textId="77777777" w:rsidR="00E2014B" w:rsidRPr="00E062F1" w:rsidRDefault="00E2014B" w:rsidP="006B3BD2">
            <w:pPr>
              <w:pStyle w:val="TAC"/>
              <w:rPr>
                <w:lang w:eastAsia="fi-FI"/>
              </w:rPr>
            </w:pPr>
            <w:r w:rsidRPr="00E062F1">
              <w:rPr>
                <w:lang w:eastAsia="fi-FI"/>
              </w:rPr>
              <w:t>DC_66A_n260(D-2G)</w:t>
            </w:r>
          </w:p>
          <w:p w14:paraId="36E55822" w14:textId="77777777" w:rsidR="00E2014B" w:rsidRPr="00E062F1" w:rsidRDefault="00E2014B" w:rsidP="006B3BD2">
            <w:pPr>
              <w:pStyle w:val="TAC"/>
              <w:rPr>
                <w:lang w:eastAsia="zh-TW"/>
              </w:rPr>
            </w:pPr>
            <w:r w:rsidRPr="00E062F1">
              <w:rPr>
                <w:lang w:eastAsia="fi-FI"/>
              </w:rPr>
              <w:t>DC_66A_n260(2D-O)</w:t>
            </w:r>
          </w:p>
          <w:p w14:paraId="1772D211" w14:textId="77777777" w:rsidR="00E2014B" w:rsidRPr="00E062F1" w:rsidRDefault="00E2014B" w:rsidP="006B3BD2">
            <w:pPr>
              <w:pStyle w:val="TAC"/>
              <w:rPr>
                <w:lang w:eastAsia="zh-TW"/>
              </w:rPr>
            </w:pPr>
            <w:r w:rsidRPr="00E062F1">
              <w:rPr>
                <w:rFonts w:eastAsia="Times New Roman" w:cs="Arial"/>
                <w:color w:val="000000"/>
                <w:szCs w:val="18"/>
              </w:rPr>
              <w:t>DC_66A_n260(G-H)</w:t>
            </w:r>
          </w:p>
          <w:p w14:paraId="2AF1951E" w14:textId="77777777" w:rsidR="00E2014B" w:rsidRPr="00E062F1" w:rsidRDefault="00E2014B" w:rsidP="006B3BD2">
            <w:pPr>
              <w:pStyle w:val="TAC"/>
              <w:rPr>
                <w:lang w:eastAsia="fi-FI"/>
              </w:rPr>
            </w:pPr>
            <w:r w:rsidRPr="00E062F1">
              <w:rPr>
                <w:lang w:eastAsia="fi-FI"/>
              </w:rPr>
              <w:t>DC_66A_n260(G-2O)</w:t>
            </w:r>
          </w:p>
          <w:p w14:paraId="10F2698E" w14:textId="77777777" w:rsidR="00E2014B" w:rsidRPr="00E062F1" w:rsidRDefault="00E2014B" w:rsidP="006B3BD2">
            <w:pPr>
              <w:pStyle w:val="TAC"/>
              <w:rPr>
                <w:lang w:eastAsia="fi-FI"/>
              </w:rPr>
            </w:pPr>
            <w:r w:rsidRPr="00E062F1">
              <w:rPr>
                <w:lang w:eastAsia="fi-FI"/>
              </w:rPr>
              <w:t>DC_66A_n260(2G-2O)</w:t>
            </w:r>
          </w:p>
          <w:p w14:paraId="3EC83544" w14:textId="77777777" w:rsidR="00E2014B" w:rsidRPr="00E062F1" w:rsidRDefault="00E2014B" w:rsidP="006B3BD2">
            <w:pPr>
              <w:pStyle w:val="TAC"/>
              <w:rPr>
                <w:lang w:eastAsia="fi-FI"/>
              </w:rPr>
            </w:pPr>
            <w:r w:rsidRPr="00E062F1">
              <w:rPr>
                <w:lang w:eastAsia="fi-FI"/>
              </w:rPr>
              <w:t>DC_66A_n260(G-3O)</w:t>
            </w:r>
          </w:p>
          <w:p w14:paraId="21B052E3" w14:textId="77777777" w:rsidR="00E2014B" w:rsidRPr="00E062F1" w:rsidRDefault="00E2014B" w:rsidP="006B3BD2">
            <w:pPr>
              <w:pStyle w:val="TAC"/>
              <w:rPr>
                <w:lang w:eastAsia="fi-FI"/>
              </w:rPr>
            </w:pPr>
            <w:r w:rsidRPr="00E062F1">
              <w:rPr>
                <w:lang w:eastAsia="fi-FI"/>
              </w:rPr>
              <w:t>DC_66A_n260(2G-3O)</w:t>
            </w:r>
          </w:p>
          <w:p w14:paraId="0468987F" w14:textId="77777777" w:rsidR="00E2014B" w:rsidRPr="00E062F1" w:rsidRDefault="00E2014B" w:rsidP="006B3BD2">
            <w:pPr>
              <w:pStyle w:val="TAC"/>
              <w:rPr>
                <w:lang w:eastAsia="fi-FI"/>
              </w:rPr>
            </w:pPr>
            <w:r w:rsidRPr="00E062F1">
              <w:rPr>
                <w:lang w:eastAsia="fi-FI"/>
              </w:rPr>
              <w:t>DC_66A_n260(G-4O)</w:t>
            </w:r>
          </w:p>
          <w:p w14:paraId="3BAF054C" w14:textId="77777777" w:rsidR="00E2014B" w:rsidRPr="00E062F1" w:rsidRDefault="00E2014B" w:rsidP="006B3BD2">
            <w:pPr>
              <w:pStyle w:val="TAC"/>
              <w:rPr>
                <w:lang w:eastAsia="fi-FI"/>
              </w:rPr>
            </w:pPr>
            <w:r w:rsidRPr="00E062F1">
              <w:rPr>
                <w:lang w:eastAsia="fi-FI"/>
              </w:rPr>
              <w:t>DC_66A_n260(2G-4O)</w:t>
            </w:r>
          </w:p>
          <w:p w14:paraId="446B0130" w14:textId="77777777" w:rsidR="00E2014B" w:rsidRPr="00E062F1" w:rsidRDefault="00E2014B" w:rsidP="006B3BD2">
            <w:pPr>
              <w:pStyle w:val="TAC"/>
              <w:rPr>
                <w:lang w:eastAsia="fi-FI"/>
              </w:rPr>
            </w:pPr>
            <w:r w:rsidRPr="00E062F1">
              <w:rPr>
                <w:lang w:eastAsia="fi-FI"/>
              </w:rPr>
              <w:t>DC_66A_n260(3G-O)</w:t>
            </w:r>
          </w:p>
          <w:p w14:paraId="58195A57" w14:textId="77777777" w:rsidR="00E2014B" w:rsidRPr="00E062F1" w:rsidRDefault="00E2014B" w:rsidP="006B3BD2">
            <w:pPr>
              <w:pStyle w:val="TAC"/>
              <w:rPr>
                <w:lang w:eastAsia="fi-FI"/>
              </w:rPr>
            </w:pPr>
            <w:r w:rsidRPr="00E062F1">
              <w:rPr>
                <w:lang w:eastAsia="fi-FI"/>
              </w:rPr>
              <w:t>DC_66A_n260(4G-O)</w:t>
            </w:r>
          </w:p>
          <w:p w14:paraId="5FAB9585" w14:textId="77777777" w:rsidR="00E2014B" w:rsidRPr="00E062F1" w:rsidRDefault="00E2014B" w:rsidP="006B3BD2">
            <w:pPr>
              <w:pStyle w:val="TAC"/>
              <w:rPr>
                <w:lang w:eastAsia="fi-FI"/>
              </w:rPr>
            </w:pPr>
            <w:r w:rsidRPr="00E062F1">
              <w:rPr>
                <w:lang w:eastAsia="fi-FI"/>
              </w:rPr>
              <w:t>DC_66A_n260(H-O)</w:t>
            </w:r>
          </w:p>
          <w:p w14:paraId="5493E7F5" w14:textId="77777777" w:rsidR="00E2014B" w:rsidRPr="00E062F1" w:rsidRDefault="00E2014B" w:rsidP="006B3BD2">
            <w:pPr>
              <w:pStyle w:val="TAC"/>
              <w:rPr>
                <w:lang w:eastAsia="fi-FI"/>
              </w:rPr>
            </w:pPr>
            <w:r w:rsidRPr="00E062F1">
              <w:rPr>
                <w:lang w:eastAsia="fi-FI"/>
              </w:rPr>
              <w:t>DC_66A_n260(2H-O)</w:t>
            </w:r>
          </w:p>
          <w:p w14:paraId="498A8707" w14:textId="14066EAC" w:rsidR="00E2014B" w:rsidRPr="00E062F1" w:rsidRDefault="00E2014B" w:rsidP="006B3BD2">
            <w:pPr>
              <w:pStyle w:val="TAC"/>
              <w:rPr>
                <w:lang w:eastAsia="fi-FI"/>
              </w:rPr>
            </w:pPr>
            <w:r w:rsidRPr="00E062F1">
              <w:rPr>
                <w:lang w:eastAsia="fi-FI"/>
              </w:rPr>
              <w:t>DC_66A</w:t>
            </w:r>
            <w:r w:rsidR="00252A01" w:rsidRPr="00E062F1">
              <w:rPr>
                <w:lang w:eastAsia="zh-TW"/>
              </w:rPr>
              <w:t>_</w:t>
            </w:r>
            <w:r w:rsidRPr="00E062F1">
              <w:rPr>
                <w:lang w:eastAsia="fi-FI"/>
              </w:rPr>
              <w:t>n260(2A-2G-2O)</w:t>
            </w:r>
          </w:p>
          <w:p w14:paraId="6C314AAE" w14:textId="6E9ED86C" w:rsidR="00E2014B" w:rsidRPr="00E062F1" w:rsidRDefault="00E2014B" w:rsidP="006B3BD2">
            <w:pPr>
              <w:pStyle w:val="TAC"/>
              <w:rPr>
                <w:lang w:eastAsia="fi-FI"/>
              </w:rPr>
            </w:pPr>
            <w:r w:rsidRPr="00E062F1">
              <w:rPr>
                <w:lang w:eastAsia="fi-FI"/>
              </w:rPr>
              <w:t>DC_66A_n260(6A-2O)</w:t>
            </w:r>
          </w:p>
          <w:p w14:paraId="3A0AD6EB" w14:textId="5EE19873" w:rsidR="00E2014B" w:rsidRPr="00E062F1" w:rsidRDefault="00E2014B" w:rsidP="006B3BD2">
            <w:pPr>
              <w:pStyle w:val="TAC"/>
              <w:rPr>
                <w:lang w:eastAsia="fi-FI"/>
              </w:rPr>
            </w:pPr>
            <w:r w:rsidRPr="00E062F1">
              <w:rPr>
                <w:lang w:eastAsia="fi-FI"/>
              </w:rPr>
              <w:t>DC_66A_n260(8A-2O)</w:t>
            </w:r>
          </w:p>
          <w:p w14:paraId="4CE3C9D1" w14:textId="0FA25F4D" w:rsidR="00E2014B" w:rsidRPr="00E062F1" w:rsidRDefault="00E2014B" w:rsidP="006B3BD2">
            <w:pPr>
              <w:pStyle w:val="TAC"/>
              <w:rPr>
                <w:lang w:eastAsia="fi-FI"/>
              </w:rPr>
            </w:pPr>
            <w:r w:rsidRPr="00E062F1">
              <w:rPr>
                <w:lang w:eastAsia="fi-FI"/>
              </w:rPr>
              <w:t>DC_66A</w:t>
            </w:r>
            <w:r w:rsidRPr="00E062F1">
              <w:rPr>
                <w:lang w:eastAsia="zh-TW"/>
              </w:rPr>
              <w:t>_</w:t>
            </w:r>
            <w:r w:rsidRPr="00E062F1">
              <w:rPr>
                <w:lang w:eastAsia="fi-FI"/>
              </w:rPr>
              <w:t>n260(2A-2O-2P)</w:t>
            </w:r>
          </w:p>
          <w:p w14:paraId="75D391E1" w14:textId="77777777" w:rsidR="00E4525A" w:rsidRDefault="00E2014B" w:rsidP="006B3BD2">
            <w:pPr>
              <w:pStyle w:val="TAC"/>
              <w:rPr>
                <w:lang w:eastAsia="fi-FI"/>
              </w:rPr>
            </w:pPr>
            <w:r w:rsidRPr="00E062F1">
              <w:rPr>
                <w:lang w:eastAsia="fi-FI"/>
              </w:rPr>
              <w:t>DC_66A</w:t>
            </w:r>
            <w:r w:rsidRPr="00E062F1">
              <w:rPr>
                <w:lang w:eastAsia="zh-TW"/>
              </w:rPr>
              <w:t>_</w:t>
            </w:r>
            <w:r w:rsidRPr="00E062F1">
              <w:rPr>
                <w:lang w:eastAsia="fi-FI"/>
              </w:rPr>
              <w:t>n260(6A-3O)</w:t>
            </w:r>
          </w:p>
          <w:p w14:paraId="348DE90F" w14:textId="2479B8DB" w:rsidR="00E2014B" w:rsidRPr="00E062F1" w:rsidRDefault="00E2014B" w:rsidP="006B3BD2">
            <w:pPr>
              <w:pStyle w:val="TAC"/>
              <w:rPr>
                <w:lang w:eastAsia="fi-FI"/>
              </w:rPr>
            </w:pPr>
            <w:r w:rsidRPr="00E062F1">
              <w:rPr>
                <w:lang w:eastAsia="fi-FI"/>
              </w:rPr>
              <w:t>DC_66A</w:t>
            </w:r>
            <w:r w:rsidRPr="00E062F1">
              <w:rPr>
                <w:lang w:eastAsia="zh-TW"/>
              </w:rPr>
              <w:t>_</w:t>
            </w:r>
            <w:r w:rsidRPr="00E062F1">
              <w:rPr>
                <w:lang w:eastAsia="fi-FI"/>
              </w:rPr>
              <w:t>n260(4A-4O)</w:t>
            </w:r>
          </w:p>
          <w:p w14:paraId="4332A137" w14:textId="2016C9C6" w:rsidR="00E2014B" w:rsidRPr="00E062F1" w:rsidRDefault="00E2014B" w:rsidP="006B3BD2">
            <w:pPr>
              <w:pStyle w:val="TAC"/>
              <w:rPr>
                <w:lang w:eastAsia="fi-FI"/>
              </w:rPr>
            </w:pPr>
            <w:r w:rsidRPr="00E062F1">
              <w:rPr>
                <w:lang w:eastAsia="fi-FI"/>
              </w:rPr>
              <w:t>DC_66A</w:t>
            </w:r>
            <w:r w:rsidRPr="00E062F1">
              <w:rPr>
                <w:lang w:eastAsia="zh-TW"/>
              </w:rPr>
              <w:t>_</w:t>
            </w:r>
            <w:r w:rsidRPr="00E062F1">
              <w:rPr>
                <w:lang w:eastAsia="fi-FI"/>
              </w:rPr>
              <w:t>n260(6A-2P)</w:t>
            </w:r>
          </w:p>
          <w:p w14:paraId="085FA0BD" w14:textId="25478633" w:rsidR="00E2014B" w:rsidRPr="00E062F1" w:rsidRDefault="00E2014B" w:rsidP="006B3BD2">
            <w:pPr>
              <w:pStyle w:val="TAC"/>
              <w:rPr>
                <w:lang w:eastAsia="fi-FI"/>
              </w:rPr>
            </w:pPr>
            <w:r w:rsidRPr="00E062F1">
              <w:rPr>
                <w:lang w:eastAsia="fi-FI"/>
              </w:rPr>
              <w:t>DC_66A</w:t>
            </w:r>
            <w:r w:rsidRPr="00E062F1">
              <w:rPr>
                <w:lang w:eastAsia="zh-TW"/>
              </w:rPr>
              <w:t>_</w:t>
            </w:r>
            <w:r w:rsidRPr="00E062F1">
              <w:rPr>
                <w:lang w:eastAsia="fi-FI"/>
              </w:rPr>
              <w:t>n260(2O-2P)</w:t>
            </w:r>
          </w:p>
          <w:p w14:paraId="1A293460" w14:textId="07A7B739" w:rsidR="00E2014B" w:rsidRPr="00E062F1" w:rsidRDefault="00E2014B" w:rsidP="006B3BD2">
            <w:pPr>
              <w:pStyle w:val="TAC"/>
              <w:rPr>
                <w:lang w:eastAsia="zh-TW"/>
              </w:rPr>
            </w:pPr>
            <w:r w:rsidRPr="00E062F1">
              <w:rPr>
                <w:lang w:eastAsia="fi-FI"/>
              </w:rPr>
              <w:t>DC_66A</w:t>
            </w:r>
            <w:r w:rsidRPr="00E062F1">
              <w:rPr>
                <w:lang w:eastAsia="zh-TW"/>
              </w:rPr>
              <w:t>_</w:t>
            </w:r>
            <w:r w:rsidRPr="00E062F1">
              <w:rPr>
                <w:lang w:eastAsia="fi-FI"/>
              </w:rPr>
              <w:t>n260(2A-4P)</w:t>
            </w:r>
          </w:p>
          <w:p w14:paraId="39CB03F1" w14:textId="77777777" w:rsidR="00E2014B" w:rsidRPr="00E062F1" w:rsidRDefault="00E2014B" w:rsidP="006B3BD2">
            <w:pPr>
              <w:pStyle w:val="TAC"/>
              <w:rPr>
                <w:lang w:eastAsia="zh-TW"/>
              </w:rPr>
            </w:pPr>
            <w:r w:rsidRPr="00E062F1">
              <w:rPr>
                <w:lang w:eastAsia="zh-TW"/>
              </w:rPr>
              <w:t>DC_66A_n260(2A-2Q-2O)</w:t>
            </w:r>
          </w:p>
          <w:p w14:paraId="3C630FD0" w14:textId="482CBD14" w:rsidR="00E2014B" w:rsidRPr="00E062F1" w:rsidRDefault="00E2014B" w:rsidP="006B3BD2">
            <w:pPr>
              <w:pStyle w:val="TAC"/>
              <w:rPr>
                <w:lang w:eastAsia="fi-FI"/>
              </w:rPr>
            </w:pPr>
            <w:r w:rsidRPr="00E062F1">
              <w:rPr>
                <w:lang w:eastAsia="fi-FI"/>
              </w:rPr>
              <w:t>DC_66A</w:t>
            </w:r>
            <w:r w:rsidRPr="00E062F1">
              <w:rPr>
                <w:lang w:eastAsia="zh-TW"/>
              </w:rPr>
              <w:t>_</w:t>
            </w:r>
            <w:r w:rsidRPr="00E062F1">
              <w:rPr>
                <w:lang w:eastAsia="fi-FI"/>
              </w:rPr>
              <w:t>n260(4A-2Q)</w:t>
            </w:r>
          </w:p>
          <w:p w14:paraId="3F62818B" w14:textId="775E8B05" w:rsidR="00E2014B" w:rsidRPr="00E062F1" w:rsidRDefault="00E2014B" w:rsidP="006B3BD2">
            <w:pPr>
              <w:pStyle w:val="TAC"/>
              <w:rPr>
                <w:lang w:eastAsia="fi-FI"/>
              </w:rPr>
            </w:pPr>
            <w:r w:rsidRPr="00E062F1">
              <w:rPr>
                <w:lang w:eastAsia="fi-FI"/>
              </w:rPr>
              <w:t>DC_66A</w:t>
            </w:r>
            <w:r w:rsidRPr="00E062F1">
              <w:rPr>
                <w:lang w:eastAsia="zh-TW"/>
              </w:rPr>
              <w:t>_</w:t>
            </w:r>
            <w:r w:rsidRPr="00E062F1">
              <w:rPr>
                <w:lang w:eastAsia="fi-FI"/>
              </w:rPr>
              <w:t>n260(2A-2O-2Q)</w:t>
            </w:r>
          </w:p>
          <w:p w14:paraId="41108950" w14:textId="77777777" w:rsidR="00E2014B" w:rsidRPr="00E062F1" w:rsidRDefault="00E2014B" w:rsidP="006B3BD2">
            <w:pPr>
              <w:pStyle w:val="TAC"/>
              <w:rPr>
                <w:lang w:eastAsia="fi-FI"/>
              </w:rPr>
            </w:pPr>
            <w:r w:rsidRPr="00E062F1">
              <w:rPr>
                <w:lang w:eastAsia="fi-FI"/>
              </w:rPr>
              <w:t>DC_66A_n260(A-Q)</w:t>
            </w:r>
          </w:p>
          <w:p w14:paraId="32709768" w14:textId="77777777" w:rsidR="00E2014B" w:rsidRPr="00E062F1" w:rsidRDefault="00E2014B" w:rsidP="006B3BD2">
            <w:pPr>
              <w:pStyle w:val="TAC"/>
              <w:rPr>
                <w:lang w:eastAsia="fi-FI"/>
              </w:rPr>
            </w:pPr>
            <w:r w:rsidRPr="00E062F1">
              <w:rPr>
                <w:lang w:eastAsia="fi-FI"/>
              </w:rPr>
              <w:t>DC_66A_n260(P-Q)</w:t>
            </w:r>
          </w:p>
          <w:p w14:paraId="246D465A" w14:textId="77777777" w:rsidR="00E2014B" w:rsidRPr="00E062F1" w:rsidRDefault="00E2014B" w:rsidP="006B3BD2">
            <w:pPr>
              <w:pStyle w:val="TAC"/>
              <w:rPr>
                <w:noProof/>
                <w:lang w:eastAsia="zh-CN"/>
              </w:rPr>
            </w:pPr>
            <w:r w:rsidRPr="00E062F1">
              <w:rPr>
                <w:noProof/>
                <w:lang w:eastAsia="zh-CN"/>
              </w:rPr>
              <w:t>DC_66A-66A_n260A</w:t>
            </w:r>
          </w:p>
          <w:p w14:paraId="0F30AECF" w14:textId="77777777" w:rsidR="00E2014B" w:rsidRPr="00E062F1" w:rsidRDefault="00E2014B" w:rsidP="006B3BD2">
            <w:pPr>
              <w:pStyle w:val="TAC"/>
              <w:rPr>
                <w:lang w:eastAsia="fi-FI"/>
              </w:rPr>
            </w:pPr>
            <w:r w:rsidRPr="00E062F1">
              <w:rPr>
                <w:lang w:eastAsia="fi-FI"/>
              </w:rPr>
              <w:t>DC_</w:t>
            </w:r>
            <w:r w:rsidRPr="00E062F1">
              <w:rPr>
                <w:noProof/>
                <w:lang w:eastAsia="zh-CN"/>
              </w:rPr>
              <w:t>66A-</w:t>
            </w:r>
            <w:r w:rsidRPr="00E062F1">
              <w:rPr>
                <w:lang w:eastAsia="fi-FI"/>
              </w:rPr>
              <w:t>66A_n260G</w:t>
            </w:r>
          </w:p>
          <w:p w14:paraId="59AEF2F2" w14:textId="77777777" w:rsidR="00E2014B" w:rsidRPr="00E062F1" w:rsidRDefault="00E2014B" w:rsidP="006B3BD2">
            <w:pPr>
              <w:pStyle w:val="TAC"/>
              <w:rPr>
                <w:lang w:eastAsia="fi-FI"/>
              </w:rPr>
            </w:pPr>
            <w:r w:rsidRPr="00E062F1">
              <w:rPr>
                <w:lang w:eastAsia="fi-FI"/>
              </w:rPr>
              <w:t>DC_</w:t>
            </w:r>
            <w:r w:rsidRPr="00E062F1">
              <w:rPr>
                <w:noProof/>
                <w:lang w:eastAsia="zh-CN"/>
              </w:rPr>
              <w:t>66A-</w:t>
            </w:r>
            <w:r w:rsidRPr="00E062F1">
              <w:rPr>
                <w:lang w:eastAsia="fi-FI"/>
              </w:rPr>
              <w:t>66A_n260H</w:t>
            </w:r>
          </w:p>
          <w:p w14:paraId="27AB0D26" w14:textId="77777777" w:rsidR="00E2014B" w:rsidRPr="00E062F1" w:rsidRDefault="00E2014B" w:rsidP="006B3BD2">
            <w:pPr>
              <w:pStyle w:val="TAC"/>
              <w:rPr>
                <w:lang w:eastAsia="fi-FI"/>
              </w:rPr>
            </w:pPr>
            <w:r w:rsidRPr="00E062F1">
              <w:rPr>
                <w:lang w:eastAsia="fi-FI"/>
              </w:rPr>
              <w:t>DC_</w:t>
            </w:r>
            <w:r w:rsidRPr="00E062F1">
              <w:rPr>
                <w:noProof/>
                <w:lang w:eastAsia="zh-CN"/>
              </w:rPr>
              <w:t>66A-</w:t>
            </w:r>
            <w:r w:rsidRPr="00E062F1">
              <w:rPr>
                <w:lang w:eastAsia="fi-FI"/>
              </w:rPr>
              <w:t>66A_n260I</w:t>
            </w:r>
          </w:p>
          <w:p w14:paraId="68243F79" w14:textId="77777777" w:rsidR="00E2014B" w:rsidRPr="00E062F1" w:rsidRDefault="00E2014B" w:rsidP="006B3BD2">
            <w:pPr>
              <w:pStyle w:val="TAC"/>
              <w:rPr>
                <w:lang w:eastAsia="fi-FI"/>
              </w:rPr>
            </w:pPr>
            <w:r w:rsidRPr="00E062F1">
              <w:rPr>
                <w:lang w:eastAsia="fi-FI"/>
              </w:rPr>
              <w:t>DC_</w:t>
            </w:r>
            <w:r w:rsidRPr="00E062F1">
              <w:rPr>
                <w:noProof/>
                <w:lang w:eastAsia="zh-CN"/>
              </w:rPr>
              <w:t>66A-</w:t>
            </w:r>
            <w:r w:rsidRPr="00E062F1">
              <w:rPr>
                <w:lang w:eastAsia="fi-FI"/>
              </w:rPr>
              <w:t>66A_n260J</w:t>
            </w:r>
          </w:p>
          <w:p w14:paraId="51A3E889" w14:textId="77777777" w:rsidR="00E2014B" w:rsidRPr="00E062F1" w:rsidRDefault="00E2014B" w:rsidP="006B3BD2">
            <w:pPr>
              <w:pStyle w:val="TAC"/>
              <w:rPr>
                <w:lang w:eastAsia="fi-FI"/>
              </w:rPr>
            </w:pPr>
            <w:r w:rsidRPr="00E062F1">
              <w:rPr>
                <w:lang w:eastAsia="fi-FI"/>
              </w:rPr>
              <w:t>DC_</w:t>
            </w:r>
            <w:r w:rsidRPr="00E062F1">
              <w:rPr>
                <w:noProof/>
                <w:lang w:eastAsia="zh-CN"/>
              </w:rPr>
              <w:t>66A-</w:t>
            </w:r>
            <w:r w:rsidRPr="00E062F1">
              <w:rPr>
                <w:lang w:eastAsia="fi-FI"/>
              </w:rPr>
              <w:t>66A_n260K</w:t>
            </w:r>
          </w:p>
          <w:p w14:paraId="181CB8F9" w14:textId="77777777" w:rsidR="00E2014B" w:rsidRPr="00E062F1" w:rsidRDefault="00E2014B" w:rsidP="006B3BD2">
            <w:pPr>
              <w:pStyle w:val="TAC"/>
              <w:rPr>
                <w:lang w:eastAsia="fi-FI"/>
              </w:rPr>
            </w:pPr>
            <w:r w:rsidRPr="00E062F1">
              <w:rPr>
                <w:lang w:eastAsia="fi-FI"/>
              </w:rPr>
              <w:t>DC_</w:t>
            </w:r>
            <w:r w:rsidRPr="00E062F1">
              <w:rPr>
                <w:noProof/>
                <w:lang w:eastAsia="zh-CN"/>
              </w:rPr>
              <w:t>66A-</w:t>
            </w:r>
            <w:r w:rsidRPr="00E062F1">
              <w:rPr>
                <w:lang w:eastAsia="fi-FI"/>
              </w:rPr>
              <w:t>66A_n260L</w:t>
            </w:r>
          </w:p>
          <w:p w14:paraId="20F0DCD6" w14:textId="77777777" w:rsidR="00E2014B" w:rsidRPr="00E062F1" w:rsidRDefault="00E2014B" w:rsidP="006B3BD2">
            <w:pPr>
              <w:pStyle w:val="TAC"/>
              <w:rPr>
                <w:lang w:eastAsia="fi-FI"/>
              </w:rPr>
            </w:pPr>
            <w:r w:rsidRPr="00E062F1">
              <w:rPr>
                <w:lang w:eastAsia="fi-FI"/>
              </w:rPr>
              <w:t>DC_</w:t>
            </w:r>
            <w:r w:rsidRPr="00E062F1">
              <w:rPr>
                <w:noProof/>
                <w:lang w:eastAsia="zh-CN"/>
              </w:rPr>
              <w:t>66A-</w:t>
            </w:r>
            <w:r w:rsidRPr="00E062F1">
              <w:rPr>
                <w:lang w:eastAsia="fi-FI"/>
              </w:rPr>
              <w:t>66A_n260M</w:t>
            </w:r>
          </w:p>
          <w:p w14:paraId="5354AFF1" w14:textId="77777777" w:rsidR="00E2014B" w:rsidRPr="00E062F1" w:rsidRDefault="00E2014B" w:rsidP="006B3BD2">
            <w:pPr>
              <w:pStyle w:val="TAC"/>
              <w:rPr>
                <w:rFonts w:eastAsia="Times New Roman" w:cs="Arial"/>
                <w:szCs w:val="18"/>
              </w:rPr>
            </w:pPr>
            <w:r w:rsidRPr="00E062F1">
              <w:rPr>
                <w:rFonts w:eastAsia="Times New Roman" w:cs="Arial"/>
                <w:szCs w:val="18"/>
              </w:rPr>
              <w:t>DC_66A_n260(A-O-P)</w:t>
            </w:r>
          </w:p>
          <w:p w14:paraId="72EEA536" w14:textId="77777777" w:rsidR="00E2014B" w:rsidRPr="00E062F1" w:rsidRDefault="00E2014B" w:rsidP="006B3BD2">
            <w:pPr>
              <w:pStyle w:val="TAC"/>
              <w:rPr>
                <w:rFonts w:cs="Arial"/>
                <w:szCs w:val="18"/>
                <w:lang w:eastAsia="zh-TW"/>
              </w:rPr>
            </w:pPr>
            <w:r w:rsidRPr="00E062F1">
              <w:rPr>
                <w:rFonts w:eastAsia="Times New Roman" w:cs="Arial"/>
                <w:szCs w:val="18"/>
              </w:rPr>
              <w:t>DC_66A_n260(O-P)</w:t>
            </w:r>
          </w:p>
          <w:p w14:paraId="484501B3"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DC_66A-66A_n260(2A)</w:t>
            </w:r>
          </w:p>
          <w:p w14:paraId="1A5F1E40"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DC_66A-66A_n260(2G)</w:t>
            </w:r>
          </w:p>
          <w:p w14:paraId="4E183825"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DC_66A-66A_n260(2H)</w:t>
            </w:r>
          </w:p>
          <w:p w14:paraId="122EB471"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DC_66A-66A_n260(3A)</w:t>
            </w:r>
          </w:p>
          <w:p w14:paraId="24CD1417"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DC_66A-66A_n260(4A)</w:t>
            </w:r>
          </w:p>
          <w:p w14:paraId="6A88834E"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DC_66A-66A_n260(5A)</w:t>
            </w:r>
          </w:p>
          <w:p w14:paraId="12223615"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DC_66A-66A_n260(6A)</w:t>
            </w:r>
          </w:p>
          <w:p w14:paraId="458188F0" w14:textId="77777777" w:rsidR="00E2014B" w:rsidRPr="00E062F1" w:rsidRDefault="00E2014B" w:rsidP="006B3BD2">
            <w:pPr>
              <w:pStyle w:val="TAC"/>
              <w:rPr>
                <w:noProof/>
                <w:lang w:eastAsia="zh-CN"/>
              </w:rPr>
            </w:pPr>
            <w:r w:rsidRPr="00E062F1">
              <w:rPr>
                <w:rFonts w:eastAsia="Times New Roman" w:cs="Arial"/>
                <w:color w:val="000000"/>
                <w:szCs w:val="18"/>
              </w:rPr>
              <w:t>DC_66A-66A_n260(A-G)</w:t>
            </w:r>
          </w:p>
          <w:p w14:paraId="156F39B4" w14:textId="77777777" w:rsidR="00E2014B" w:rsidRPr="00E062F1" w:rsidRDefault="00E2014B" w:rsidP="006B3BD2">
            <w:pPr>
              <w:pStyle w:val="TAC"/>
              <w:rPr>
                <w:noProof/>
                <w:lang w:eastAsia="zh-CN"/>
              </w:rPr>
            </w:pPr>
            <w:r w:rsidRPr="00E062F1">
              <w:rPr>
                <w:rFonts w:eastAsia="Times New Roman" w:cs="Arial"/>
                <w:color w:val="000000"/>
                <w:szCs w:val="18"/>
              </w:rPr>
              <w:t>DC_66A-66A_n260(A-H)</w:t>
            </w:r>
          </w:p>
          <w:p w14:paraId="6705720C" w14:textId="77777777" w:rsidR="00E2014B" w:rsidRPr="00E062F1" w:rsidRDefault="00E2014B" w:rsidP="006B3BD2">
            <w:pPr>
              <w:pStyle w:val="TAC"/>
              <w:rPr>
                <w:noProof/>
                <w:lang w:eastAsia="zh-CN"/>
              </w:rPr>
            </w:pPr>
            <w:r w:rsidRPr="00E062F1">
              <w:rPr>
                <w:rFonts w:eastAsia="Times New Roman" w:cs="Arial"/>
                <w:color w:val="000000"/>
                <w:szCs w:val="18"/>
              </w:rPr>
              <w:t>DC_66A-66A_n260(A-2G)</w:t>
            </w:r>
          </w:p>
          <w:p w14:paraId="56F53763" w14:textId="77777777" w:rsidR="00E2014B" w:rsidRPr="00E062F1" w:rsidRDefault="00E2014B" w:rsidP="006B3BD2">
            <w:pPr>
              <w:pStyle w:val="TAC"/>
              <w:rPr>
                <w:lang w:eastAsia="fi-FI"/>
              </w:rPr>
            </w:pPr>
            <w:r w:rsidRPr="00E062F1">
              <w:rPr>
                <w:rFonts w:eastAsia="Times New Roman" w:cs="Arial"/>
                <w:color w:val="000000"/>
                <w:szCs w:val="18"/>
              </w:rPr>
              <w:t>DC_66A-66A_n260(G-H)</w:t>
            </w:r>
          </w:p>
          <w:p w14:paraId="185AA291"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DC_66A-66A_n260(2A-G)</w:t>
            </w:r>
          </w:p>
          <w:p w14:paraId="681B40BB"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DC_66A-66A_n260(2A-2G)</w:t>
            </w:r>
          </w:p>
          <w:p w14:paraId="151CDDC1" w14:textId="788F3EA4" w:rsidR="00E2014B" w:rsidRPr="00E062F1" w:rsidRDefault="00E2014B" w:rsidP="006B3BD2">
            <w:pPr>
              <w:pStyle w:val="TAC"/>
              <w:rPr>
                <w:lang w:eastAsia="fi-FI"/>
              </w:rPr>
            </w:pPr>
            <w:r w:rsidRPr="00E062F1">
              <w:rPr>
                <w:rFonts w:eastAsia="Times New Roman" w:cs="Arial"/>
                <w:color w:val="000000"/>
                <w:szCs w:val="18"/>
              </w:rPr>
              <w:t>DC_66A-66A_n260(3A-G)</w:t>
            </w:r>
          </w:p>
        </w:tc>
        <w:tc>
          <w:tcPr>
            <w:tcW w:w="2846" w:type="dxa"/>
          </w:tcPr>
          <w:p w14:paraId="7330BC5B" w14:textId="77777777" w:rsidR="00E2014B" w:rsidRPr="00E062F1" w:rsidRDefault="00E2014B" w:rsidP="006B3BD2">
            <w:pPr>
              <w:pStyle w:val="TAC"/>
              <w:rPr>
                <w:lang w:eastAsia="fi-FI"/>
              </w:rPr>
            </w:pPr>
            <w:r w:rsidRPr="00E062F1">
              <w:rPr>
                <w:lang w:eastAsia="fi-FI"/>
              </w:rPr>
              <w:lastRenderedPageBreak/>
              <w:t>DC_66A_n260A</w:t>
            </w:r>
          </w:p>
          <w:p w14:paraId="2FB6F3C2" w14:textId="77777777" w:rsidR="00E2014B" w:rsidRPr="00E062F1" w:rsidRDefault="00E2014B" w:rsidP="006B3BD2">
            <w:pPr>
              <w:pStyle w:val="TAC"/>
              <w:rPr>
                <w:lang w:eastAsia="fi-FI"/>
              </w:rPr>
            </w:pPr>
            <w:r w:rsidRPr="00E062F1">
              <w:rPr>
                <w:lang w:eastAsia="fi-FI"/>
              </w:rPr>
              <w:t>DC_66A_n260G</w:t>
            </w:r>
          </w:p>
          <w:p w14:paraId="18B22754" w14:textId="77777777" w:rsidR="00E2014B" w:rsidRPr="00E062F1" w:rsidRDefault="00E2014B" w:rsidP="006B3BD2">
            <w:pPr>
              <w:pStyle w:val="TAC"/>
              <w:rPr>
                <w:lang w:eastAsia="zh-TW"/>
              </w:rPr>
            </w:pPr>
            <w:r w:rsidRPr="00E062F1">
              <w:rPr>
                <w:lang w:eastAsia="fi-FI"/>
              </w:rPr>
              <w:t>DC_66A_n260H</w:t>
            </w:r>
            <w:r w:rsidRPr="00E062F1">
              <w:rPr>
                <w:lang w:eastAsia="zh-TW"/>
              </w:rPr>
              <w:br/>
              <w:t>DC_66A_n260I</w:t>
            </w:r>
          </w:p>
          <w:p w14:paraId="059B90CB" w14:textId="77777777" w:rsidR="00E2014B" w:rsidRPr="00E062F1" w:rsidRDefault="00E2014B" w:rsidP="006B3BD2">
            <w:pPr>
              <w:pStyle w:val="TAC"/>
              <w:rPr>
                <w:lang w:eastAsia="fi-FI"/>
              </w:rPr>
            </w:pPr>
            <w:r w:rsidRPr="00E062F1">
              <w:rPr>
                <w:lang w:eastAsia="fi-FI"/>
              </w:rPr>
              <w:t>DC_66A_n260O</w:t>
            </w:r>
          </w:p>
          <w:p w14:paraId="3C0E75F7" w14:textId="77777777" w:rsidR="00E2014B" w:rsidRPr="00E062F1" w:rsidRDefault="00E2014B" w:rsidP="006B3BD2">
            <w:pPr>
              <w:pStyle w:val="TAC"/>
              <w:rPr>
                <w:lang w:eastAsia="fi-FI"/>
              </w:rPr>
            </w:pPr>
            <w:r w:rsidRPr="00E062F1">
              <w:rPr>
                <w:lang w:eastAsia="fi-FI"/>
              </w:rPr>
              <w:t>DC_66A_n260P</w:t>
            </w:r>
          </w:p>
          <w:p w14:paraId="0F73FDDF" w14:textId="11D063BE" w:rsidR="00E2014B" w:rsidRPr="00E062F1" w:rsidRDefault="00E2014B" w:rsidP="006B3BD2">
            <w:pPr>
              <w:pStyle w:val="TAC"/>
              <w:rPr>
                <w:lang w:eastAsia="fi-FI"/>
              </w:rPr>
            </w:pPr>
            <w:r w:rsidRPr="00E062F1">
              <w:rPr>
                <w:lang w:eastAsia="fi-FI"/>
              </w:rPr>
              <w:t>DC_66A_n260Q</w:t>
            </w:r>
          </w:p>
        </w:tc>
      </w:tr>
      <w:tr w:rsidR="00CC6D2A" w:rsidRPr="00E062F1" w14:paraId="29BD8879" w14:textId="77777777" w:rsidTr="006B3BD2">
        <w:trPr>
          <w:trHeight w:val="187"/>
          <w:jc w:val="center"/>
        </w:trPr>
        <w:tc>
          <w:tcPr>
            <w:tcW w:w="2972" w:type="dxa"/>
            <w:shd w:val="clear" w:color="auto" w:fill="auto"/>
          </w:tcPr>
          <w:p w14:paraId="3D26A2E2" w14:textId="77777777" w:rsidR="00CC6D2A" w:rsidRPr="00E062F1" w:rsidRDefault="00CC6D2A" w:rsidP="006B3BD2">
            <w:pPr>
              <w:pStyle w:val="TAC"/>
              <w:rPr>
                <w:lang w:eastAsia="fi-FI"/>
              </w:rPr>
            </w:pPr>
            <w:r w:rsidRPr="00E062F1">
              <w:rPr>
                <w:lang w:eastAsia="fi-FI"/>
              </w:rPr>
              <w:lastRenderedPageBreak/>
              <w:t>DC_66A_n261A</w:t>
            </w:r>
          </w:p>
          <w:p w14:paraId="0E439AEF" w14:textId="77777777" w:rsidR="00CC6D2A" w:rsidRPr="00E062F1" w:rsidRDefault="00CC6D2A" w:rsidP="006B3BD2">
            <w:pPr>
              <w:pStyle w:val="TAC"/>
              <w:rPr>
                <w:lang w:eastAsia="fi-FI"/>
              </w:rPr>
            </w:pPr>
            <w:r w:rsidRPr="00E062F1">
              <w:rPr>
                <w:lang w:eastAsia="fi-FI"/>
              </w:rPr>
              <w:t>DC_66A_n261D</w:t>
            </w:r>
          </w:p>
          <w:p w14:paraId="529B8CB4" w14:textId="77777777" w:rsidR="00CC6D2A" w:rsidRPr="00E062F1" w:rsidRDefault="00CC6D2A" w:rsidP="006B3BD2">
            <w:pPr>
              <w:pStyle w:val="TAC"/>
              <w:rPr>
                <w:lang w:eastAsia="fi-FI"/>
              </w:rPr>
            </w:pPr>
            <w:r w:rsidRPr="00E062F1">
              <w:rPr>
                <w:lang w:eastAsia="fi-FI"/>
              </w:rPr>
              <w:t>DC_66A_n261E</w:t>
            </w:r>
          </w:p>
          <w:p w14:paraId="3471B2FA" w14:textId="77777777" w:rsidR="00CC6D2A" w:rsidRPr="00E062F1" w:rsidRDefault="00CC6D2A" w:rsidP="006B3BD2">
            <w:pPr>
              <w:pStyle w:val="TAC"/>
              <w:rPr>
                <w:lang w:eastAsia="fi-FI"/>
              </w:rPr>
            </w:pPr>
            <w:r w:rsidRPr="00E062F1">
              <w:rPr>
                <w:lang w:eastAsia="fi-FI"/>
              </w:rPr>
              <w:t>DC_66A_n261F</w:t>
            </w:r>
          </w:p>
          <w:p w14:paraId="08EBF5A5" w14:textId="77777777" w:rsidR="00CC6D2A" w:rsidRPr="00E062F1" w:rsidRDefault="00CC6D2A" w:rsidP="006B3BD2">
            <w:pPr>
              <w:pStyle w:val="TAC"/>
              <w:rPr>
                <w:lang w:eastAsia="fi-FI"/>
              </w:rPr>
            </w:pPr>
            <w:r w:rsidRPr="00E062F1">
              <w:rPr>
                <w:lang w:eastAsia="fi-FI"/>
              </w:rPr>
              <w:t>DC_66A_n261G</w:t>
            </w:r>
          </w:p>
          <w:p w14:paraId="5F3B5FBB" w14:textId="77777777" w:rsidR="00CC6D2A" w:rsidRPr="00E062F1" w:rsidRDefault="00CC6D2A" w:rsidP="006B3BD2">
            <w:pPr>
              <w:pStyle w:val="TAC"/>
              <w:rPr>
                <w:lang w:eastAsia="fi-FI"/>
              </w:rPr>
            </w:pPr>
            <w:r w:rsidRPr="00E062F1">
              <w:rPr>
                <w:lang w:eastAsia="fi-FI"/>
              </w:rPr>
              <w:t>DC_66A_n261H</w:t>
            </w:r>
          </w:p>
          <w:p w14:paraId="03D469E5" w14:textId="77777777" w:rsidR="00CC6D2A" w:rsidRPr="00E062F1" w:rsidRDefault="00CC6D2A" w:rsidP="006B3BD2">
            <w:pPr>
              <w:pStyle w:val="TAC"/>
              <w:rPr>
                <w:lang w:eastAsia="fi-FI"/>
              </w:rPr>
            </w:pPr>
            <w:r w:rsidRPr="00E062F1">
              <w:rPr>
                <w:lang w:eastAsia="fi-FI"/>
              </w:rPr>
              <w:t>DC_66A_n261I</w:t>
            </w:r>
          </w:p>
          <w:p w14:paraId="06EF2B52" w14:textId="77777777" w:rsidR="00CC6D2A" w:rsidRPr="00E062F1" w:rsidRDefault="00CC6D2A" w:rsidP="006B3BD2">
            <w:pPr>
              <w:pStyle w:val="TAC"/>
              <w:rPr>
                <w:lang w:eastAsia="fi-FI"/>
              </w:rPr>
            </w:pPr>
            <w:r w:rsidRPr="00E062F1">
              <w:rPr>
                <w:lang w:eastAsia="fi-FI"/>
              </w:rPr>
              <w:t>DC_66A_n261J</w:t>
            </w:r>
          </w:p>
          <w:p w14:paraId="205D93F3" w14:textId="77777777" w:rsidR="00CC6D2A" w:rsidRPr="00E062F1" w:rsidRDefault="00CC6D2A" w:rsidP="006B3BD2">
            <w:pPr>
              <w:pStyle w:val="TAC"/>
              <w:rPr>
                <w:lang w:eastAsia="fi-FI"/>
              </w:rPr>
            </w:pPr>
            <w:r w:rsidRPr="00E062F1">
              <w:rPr>
                <w:lang w:eastAsia="fi-FI"/>
              </w:rPr>
              <w:t>DC_66A_n261K</w:t>
            </w:r>
          </w:p>
          <w:p w14:paraId="41019CBB" w14:textId="77777777" w:rsidR="00CC6D2A" w:rsidRPr="00E062F1" w:rsidRDefault="00CC6D2A" w:rsidP="006B3BD2">
            <w:pPr>
              <w:pStyle w:val="TAC"/>
              <w:rPr>
                <w:lang w:eastAsia="fi-FI"/>
              </w:rPr>
            </w:pPr>
            <w:r w:rsidRPr="00E062F1">
              <w:rPr>
                <w:lang w:eastAsia="fi-FI"/>
              </w:rPr>
              <w:t>DC_66A_n261L</w:t>
            </w:r>
          </w:p>
          <w:p w14:paraId="75E68866" w14:textId="77777777" w:rsidR="00CC6D2A" w:rsidRPr="00E062F1" w:rsidRDefault="00CC6D2A" w:rsidP="006B3BD2">
            <w:pPr>
              <w:pStyle w:val="TAC"/>
              <w:rPr>
                <w:lang w:eastAsia="fi-FI"/>
              </w:rPr>
            </w:pPr>
            <w:r w:rsidRPr="00E062F1">
              <w:rPr>
                <w:lang w:eastAsia="fi-FI"/>
              </w:rPr>
              <w:t>DC_66A_n261M</w:t>
            </w:r>
          </w:p>
          <w:p w14:paraId="280BA26C" w14:textId="77777777" w:rsidR="00CC6D2A" w:rsidRPr="00E062F1" w:rsidRDefault="00CC6D2A" w:rsidP="006B3BD2">
            <w:pPr>
              <w:pStyle w:val="TAC"/>
              <w:rPr>
                <w:lang w:eastAsia="fi-FI"/>
              </w:rPr>
            </w:pPr>
            <w:r w:rsidRPr="00E062F1">
              <w:rPr>
                <w:lang w:eastAsia="fi-FI"/>
              </w:rPr>
              <w:t>DC_66A_n261O</w:t>
            </w:r>
          </w:p>
          <w:p w14:paraId="6162DC54" w14:textId="77777777" w:rsidR="00CC6D2A" w:rsidRPr="00E062F1" w:rsidRDefault="00CC6D2A" w:rsidP="006B3BD2">
            <w:pPr>
              <w:pStyle w:val="TAC"/>
              <w:rPr>
                <w:lang w:eastAsia="fi-FI"/>
              </w:rPr>
            </w:pPr>
            <w:r w:rsidRPr="00E062F1">
              <w:rPr>
                <w:lang w:eastAsia="fi-FI"/>
              </w:rPr>
              <w:t>DC_66A_n261P</w:t>
            </w:r>
          </w:p>
          <w:p w14:paraId="77D3D01D" w14:textId="03C031E7" w:rsidR="00CC6D2A" w:rsidRPr="00E062F1" w:rsidRDefault="00CC6D2A" w:rsidP="006B3BD2">
            <w:pPr>
              <w:pStyle w:val="TAC"/>
              <w:rPr>
                <w:lang w:eastAsia="fi-FI"/>
              </w:rPr>
            </w:pPr>
            <w:r w:rsidRPr="00E062F1">
              <w:rPr>
                <w:lang w:eastAsia="fi-FI"/>
              </w:rPr>
              <w:t>DC_66A_n261Q</w:t>
            </w:r>
          </w:p>
        </w:tc>
        <w:tc>
          <w:tcPr>
            <w:tcW w:w="2846" w:type="dxa"/>
          </w:tcPr>
          <w:p w14:paraId="714F2D9A" w14:textId="77777777" w:rsidR="00113311" w:rsidRPr="00E062F1" w:rsidRDefault="00113311" w:rsidP="006B3BD2">
            <w:pPr>
              <w:pStyle w:val="TAC"/>
              <w:rPr>
                <w:lang w:eastAsia="zh-TW"/>
              </w:rPr>
            </w:pPr>
            <w:r w:rsidRPr="00E062F1">
              <w:rPr>
                <w:lang w:eastAsia="fi-FI"/>
              </w:rPr>
              <w:t>DC_66A_n261A</w:t>
            </w:r>
          </w:p>
          <w:p w14:paraId="059561EA" w14:textId="77777777" w:rsidR="00113311" w:rsidRPr="00E062F1" w:rsidRDefault="00113311" w:rsidP="006B3BD2">
            <w:pPr>
              <w:pStyle w:val="TAC"/>
              <w:rPr>
                <w:lang w:eastAsia="fi-FI"/>
              </w:rPr>
            </w:pPr>
            <w:r w:rsidRPr="00E062F1">
              <w:rPr>
                <w:lang w:eastAsia="fi-FI"/>
              </w:rPr>
              <w:t>DC_66A_n261G</w:t>
            </w:r>
          </w:p>
          <w:p w14:paraId="4ED9EFF3" w14:textId="77777777" w:rsidR="00113311" w:rsidRPr="00E062F1" w:rsidRDefault="00113311" w:rsidP="006B3BD2">
            <w:pPr>
              <w:pStyle w:val="TAC"/>
              <w:rPr>
                <w:lang w:eastAsia="fi-FI"/>
              </w:rPr>
            </w:pPr>
            <w:r w:rsidRPr="00E062F1">
              <w:rPr>
                <w:lang w:eastAsia="fi-FI"/>
              </w:rPr>
              <w:t>DC_66A_n261H</w:t>
            </w:r>
          </w:p>
          <w:p w14:paraId="13E3EB10" w14:textId="19D721FC" w:rsidR="00CC6D2A" w:rsidRPr="00E062F1" w:rsidRDefault="00113311" w:rsidP="006B3BD2">
            <w:pPr>
              <w:pStyle w:val="TAC"/>
              <w:rPr>
                <w:lang w:eastAsia="fi-FI"/>
              </w:rPr>
            </w:pPr>
            <w:r w:rsidRPr="00E062F1">
              <w:rPr>
                <w:lang w:eastAsia="fi-FI"/>
              </w:rPr>
              <w:t>DC_66A_n261I</w:t>
            </w:r>
          </w:p>
        </w:tc>
      </w:tr>
      <w:tr w:rsidR="00D5069E" w:rsidRPr="00E062F1" w14:paraId="123C10D9" w14:textId="77777777" w:rsidTr="006B3BD2">
        <w:trPr>
          <w:trHeight w:val="187"/>
          <w:jc w:val="center"/>
        </w:trPr>
        <w:tc>
          <w:tcPr>
            <w:tcW w:w="2972" w:type="dxa"/>
            <w:shd w:val="clear" w:color="auto" w:fill="auto"/>
          </w:tcPr>
          <w:p w14:paraId="265DB74C" w14:textId="77777777" w:rsidR="00D5069E" w:rsidRPr="00E062F1" w:rsidRDefault="00D5069E" w:rsidP="006B3BD2">
            <w:pPr>
              <w:pStyle w:val="TAC"/>
              <w:rPr>
                <w:noProof/>
                <w:lang w:eastAsia="zh-CN"/>
              </w:rPr>
            </w:pPr>
            <w:r w:rsidRPr="00E062F1">
              <w:rPr>
                <w:noProof/>
                <w:lang w:eastAsia="zh-CN"/>
              </w:rPr>
              <w:t>DC_66A_n261(2A)</w:t>
            </w:r>
          </w:p>
          <w:p w14:paraId="744DAAA9" w14:textId="77777777" w:rsidR="00D5069E" w:rsidRPr="00E062F1" w:rsidRDefault="00D5069E" w:rsidP="006B3BD2">
            <w:pPr>
              <w:pStyle w:val="TAC"/>
              <w:rPr>
                <w:noProof/>
                <w:lang w:eastAsia="zh-CN"/>
              </w:rPr>
            </w:pPr>
            <w:r w:rsidRPr="00E062F1">
              <w:rPr>
                <w:noProof/>
                <w:lang w:eastAsia="zh-CN"/>
              </w:rPr>
              <w:t>DC_66A_n261(3A)</w:t>
            </w:r>
          </w:p>
          <w:p w14:paraId="6298FD3E" w14:textId="77777777" w:rsidR="00D5069E" w:rsidRPr="00E062F1" w:rsidRDefault="00D5069E" w:rsidP="006B3BD2">
            <w:pPr>
              <w:pStyle w:val="TAC"/>
              <w:rPr>
                <w:noProof/>
                <w:lang w:eastAsia="zh-TW"/>
              </w:rPr>
            </w:pPr>
            <w:r w:rsidRPr="00E062F1">
              <w:rPr>
                <w:noProof/>
                <w:lang w:eastAsia="zh-CN"/>
              </w:rPr>
              <w:t>DC_66A_n261(4A)</w:t>
            </w:r>
          </w:p>
          <w:p w14:paraId="22382A70" w14:textId="77777777" w:rsidR="00D5069E" w:rsidRPr="00E062F1" w:rsidRDefault="00D5069E" w:rsidP="006B3BD2">
            <w:pPr>
              <w:pStyle w:val="TAC"/>
              <w:rPr>
                <w:noProof/>
                <w:lang w:eastAsia="zh-TW"/>
              </w:rPr>
            </w:pPr>
            <w:r w:rsidRPr="00E062F1">
              <w:rPr>
                <w:rFonts w:eastAsia="Times New Roman" w:cs="Arial"/>
                <w:color w:val="000000"/>
                <w:szCs w:val="18"/>
              </w:rPr>
              <w:t>DC_66A_n261(2G)</w:t>
            </w:r>
          </w:p>
          <w:p w14:paraId="5FC0C847" w14:textId="77777777" w:rsidR="00D5069E" w:rsidRPr="00E062F1" w:rsidRDefault="00D5069E" w:rsidP="006B3BD2">
            <w:pPr>
              <w:pStyle w:val="TAC"/>
              <w:rPr>
                <w:noProof/>
                <w:lang w:eastAsia="zh-CN"/>
              </w:rPr>
            </w:pPr>
            <w:r w:rsidRPr="00E062F1">
              <w:rPr>
                <w:noProof/>
                <w:lang w:eastAsia="zh-CN"/>
              </w:rPr>
              <w:t>DC_66A_n261(D-G)</w:t>
            </w:r>
          </w:p>
          <w:p w14:paraId="01D0317A" w14:textId="77777777" w:rsidR="00D5069E" w:rsidRPr="00E062F1" w:rsidRDefault="00D5069E" w:rsidP="006B3BD2">
            <w:pPr>
              <w:pStyle w:val="TAC"/>
              <w:rPr>
                <w:noProof/>
                <w:lang w:eastAsia="zh-CN"/>
              </w:rPr>
            </w:pPr>
            <w:r w:rsidRPr="00E062F1">
              <w:rPr>
                <w:noProof/>
                <w:lang w:eastAsia="zh-CN"/>
              </w:rPr>
              <w:t>DC_66A_n261(D-H)</w:t>
            </w:r>
          </w:p>
          <w:p w14:paraId="2B06B517" w14:textId="77777777" w:rsidR="00D5069E" w:rsidRPr="00E062F1" w:rsidRDefault="00D5069E" w:rsidP="006B3BD2">
            <w:pPr>
              <w:pStyle w:val="TAC"/>
              <w:rPr>
                <w:noProof/>
                <w:lang w:eastAsia="zh-CN"/>
              </w:rPr>
            </w:pPr>
            <w:r w:rsidRPr="00E062F1">
              <w:rPr>
                <w:noProof/>
                <w:lang w:eastAsia="zh-CN"/>
              </w:rPr>
              <w:t>DC_66A_n261(D-I)</w:t>
            </w:r>
          </w:p>
          <w:p w14:paraId="3B5E0DCC" w14:textId="77777777" w:rsidR="00D5069E" w:rsidRPr="00E062F1" w:rsidRDefault="00D5069E" w:rsidP="006B3BD2">
            <w:pPr>
              <w:pStyle w:val="TAC"/>
              <w:rPr>
                <w:noProof/>
                <w:lang w:eastAsia="zh-CN"/>
              </w:rPr>
            </w:pPr>
            <w:r w:rsidRPr="00E062F1">
              <w:rPr>
                <w:noProof/>
                <w:lang w:eastAsia="zh-CN"/>
              </w:rPr>
              <w:t>DC_66A_n261(D-O)</w:t>
            </w:r>
          </w:p>
          <w:p w14:paraId="22441ECE" w14:textId="77777777" w:rsidR="00D5069E" w:rsidRPr="00E062F1" w:rsidRDefault="00D5069E" w:rsidP="006B3BD2">
            <w:pPr>
              <w:pStyle w:val="TAC"/>
              <w:rPr>
                <w:noProof/>
                <w:lang w:eastAsia="zh-CN"/>
              </w:rPr>
            </w:pPr>
            <w:r w:rsidRPr="00E062F1">
              <w:rPr>
                <w:noProof/>
                <w:lang w:eastAsia="zh-CN"/>
              </w:rPr>
              <w:t>DC_66A_n261(D-P)</w:t>
            </w:r>
          </w:p>
          <w:p w14:paraId="2A5E9A8E" w14:textId="77777777" w:rsidR="00D5069E" w:rsidRPr="00E062F1" w:rsidRDefault="00D5069E" w:rsidP="006B3BD2">
            <w:pPr>
              <w:pStyle w:val="TAC"/>
              <w:rPr>
                <w:noProof/>
                <w:lang w:eastAsia="zh-CN"/>
              </w:rPr>
            </w:pPr>
            <w:r w:rsidRPr="00E062F1">
              <w:rPr>
                <w:noProof/>
                <w:lang w:eastAsia="zh-CN"/>
              </w:rPr>
              <w:t>DC_66A_n261(D-Q)</w:t>
            </w:r>
          </w:p>
          <w:p w14:paraId="0A5C0BA3" w14:textId="77777777" w:rsidR="00D5069E" w:rsidRPr="00E062F1" w:rsidRDefault="00D5069E" w:rsidP="006B3BD2">
            <w:pPr>
              <w:pStyle w:val="TAC"/>
              <w:rPr>
                <w:noProof/>
                <w:lang w:eastAsia="zh-CN"/>
              </w:rPr>
            </w:pPr>
            <w:r w:rsidRPr="00E062F1">
              <w:rPr>
                <w:noProof/>
                <w:lang w:eastAsia="zh-CN"/>
              </w:rPr>
              <w:t>DC_66A_n261(E-O)</w:t>
            </w:r>
          </w:p>
          <w:p w14:paraId="08371BB9" w14:textId="77777777" w:rsidR="00D5069E" w:rsidRPr="00E062F1" w:rsidRDefault="00D5069E" w:rsidP="006B3BD2">
            <w:pPr>
              <w:pStyle w:val="TAC"/>
              <w:rPr>
                <w:noProof/>
                <w:lang w:eastAsia="zh-CN"/>
              </w:rPr>
            </w:pPr>
            <w:r w:rsidRPr="00E062F1">
              <w:rPr>
                <w:noProof/>
                <w:lang w:eastAsia="zh-CN"/>
              </w:rPr>
              <w:t>DC_66A_n261(E-P)</w:t>
            </w:r>
          </w:p>
          <w:p w14:paraId="452F41D4" w14:textId="77777777" w:rsidR="00D5069E" w:rsidRPr="00E062F1" w:rsidRDefault="00D5069E" w:rsidP="006B3BD2">
            <w:pPr>
              <w:pStyle w:val="TAC"/>
              <w:rPr>
                <w:noProof/>
                <w:lang w:eastAsia="zh-CN"/>
              </w:rPr>
            </w:pPr>
            <w:r w:rsidRPr="00E062F1">
              <w:rPr>
                <w:noProof/>
                <w:lang w:eastAsia="zh-CN"/>
              </w:rPr>
              <w:t>DC_66A_n261(E-Q)</w:t>
            </w:r>
          </w:p>
          <w:p w14:paraId="40FD2FA4" w14:textId="77777777" w:rsidR="00D5069E" w:rsidRPr="00E062F1" w:rsidRDefault="00D5069E" w:rsidP="006B3BD2">
            <w:pPr>
              <w:pStyle w:val="TAC"/>
              <w:rPr>
                <w:noProof/>
                <w:lang w:eastAsia="zh-CN"/>
              </w:rPr>
            </w:pPr>
            <w:r w:rsidRPr="00E062F1">
              <w:rPr>
                <w:noProof/>
                <w:lang w:eastAsia="zh-CN"/>
              </w:rPr>
              <w:t>DC_66A_n261(2H)</w:t>
            </w:r>
          </w:p>
          <w:p w14:paraId="4C19874F" w14:textId="77777777" w:rsidR="00D5069E" w:rsidRPr="00E062F1" w:rsidRDefault="00D5069E" w:rsidP="006B3BD2">
            <w:pPr>
              <w:pStyle w:val="TAC"/>
              <w:rPr>
                <w:noProof/>
                <w:lang w:eastAsia="zh-CN"/>
              </w:rPr>
            </w:pPr>
            <w:r w:rsidRPr="00E062F1">
              <w:rPr>
                <w:noProof/>
                <w:lang w:eastAsia="zh-CN"/>
              </w:rPr>
              <w:t>DC_66A_n261(2I)</w:t>
            </w:r>
          </w:p>
          <w:p w14:paraId="0A68CEA6" w14:textId="77777777" w:rsidR="00D5069E" w:rsidRPr="00E062F1" w:rsidRDefault="00D5069E" w:rsidP="006B3BD2">
            <w:pPr>
              <w:pStyle w:val="TAC"/>
              <w:rPr>
                <w:noProof/>
                <w:lang w:eastAsia="zh-CN"/>
              </w:rPr>
            </w:pPr>
            <w:r w:rsidRPr="00E062F1">
              <w:rPr>
                <w:noProof/>
                <w:lang w:eastAsia="zh-CN"/>
              </w:rPr>
              <w:t>DC_66A_n261(A-H)</w:t>
            </w:r>
          </w:p>
          <w:p w14:paraId="71CC6DD3" w14:textId="77777777" w:rsidR="00D5069E" w:rsidRPr="00E062F1" w:rsidRDefault="00D5069E" w:rsidP="006B3BD2">
            <w:pPr>
              <w:pStyle w:val="TAC"/>
              <w:rPr>
                <w:noProof/>
                <w:lang w:eastAsia="zh-TW"/>
              </w:rPr>
            </w:pPr>
            <w:r w:rsidRPr="00E062F1">
              <w:rPr>
                <w:noProof/>
                <w:lang w:eastAsia="zh-CN"/>
              </w:rPr>
              <w:t>DC_66A_n261(A-I)</w:t>
            </w:r>
          </w:p>
          <w:p w14:paraId="4A9E2858" w14:textId="77777777" w:rsidR="00D5069E" w:rsidRPr="00E062F1" w:rsidRDefault="00D5069E" w:rsidP="006B3BD2">
            <w:pPr>
              <w:pStyle w:val="TAC"/>
              <w:rPr>
                <w:noProof/>
                <w:lang w:eastAsia="zh-CN"/>
              </w:rPr>
            </w:pPr>
            <w:r w:rsidRPr="00E062F1">
              <w:rPr>
                <w:rFonts w:eastAsia="Times New Roman" w:cs="Arial"/>
                <w:color w:val="000000"/>
                <w:szCs w:val="18"/>
              </w:rPr>
              <w:t>DC_66A_n261(A-J)</w:t>
            </w:r>
          </w:p>
          <w:p w14:paraId="307E9901" w14:textId="77777777" w:rsidR="00D5069E" w:rsidRPr="00E062F1" w:rsidRDefault="00D5069E" w:rsidP="006B3BD2">
            <w:pPr>
              <w:pStyle w:val="TAC"/>
              <w:rPr>
                <w:noProof/>
                <w:lang w:eastAsia="zh-TW"/>
              </w:rPr>
            </w:pPr>
            <w:r w:rsidRPr="00E062F1">
              <w:rPr>
                <w:rFonts w:eastAsia="Times New Roman" w:cs="Arial"/>
                <w:color w:val="000000"/>
                <w:szCs w:val="18"/>
              </w:rPr>
              <w:t>DC_66A_n261(A-K)</w:t>
            </w:r>
          </w:p>
          <w:p w14:paraId="03C07776" w14:textId="77777777" w:rsidR="00D5069E" w:rsidRPr="00E062F1" w:rsidRDefault="00D5069E" w:rsidP="006B3BD2">
            <w:pPr>
              <w:pStyle w:val="TAC"/>
              <w:rPr>
                <w:noProof/>
                <w:lang w:eastAsia="zh-CN"/>
              </w:rPr>
            </w:pPr>
            <w:r w:rsidRPr="00E062F1">
              <w:rPr>
                <w:noProof/>
                <w:lang w:eastAsia="zh-CN"/>
              </w:rPr>
              <w:t>DC_66A_n261(A-D)</w:t>
            </w:r>
          </w:p>
          <w:p w14:paraId="09B390E9" w14:textId="77777777" w:rsidR="00D5069E" w:rsidRPr="00E062F1" w:rsidRDefault="00D5069E" w:rsidP="006B3BD2">
            <w:pPr>
              <w:pStyle w:val="TAC"/>
              <w:rPr>
                <w:noProof/>
                <w:lang w:eastAsia="zh-CN"/>
              </w:rPr>
            </w:pPr>
            <w:r w:rsidRPr="00E062F1">
              <w:rPr>
                <w:noProof/>
                <w:lang w:eastAsia="zh-CN"/>
              </w:rPr>
              <w:t>DC_66A_n261(A-D-H)</w:t>
            </w:r>
          </w:p>
          <w:p w14:paraId="48CAE01C" w14:textId="77777777" w:rsidR="00D5069E" w:rsidRPr="00E062F1" w:rsidRDefault="00D5069E" w:rsidP="006B3BD2">
            <w:pPr>
              <w:pStyle w:val="TAC"/>
              <w:rPr>
                <w:noProof/>
                <w:lang w:eastAsia="zh-CN"/>
              </w:rPr>
            </w:pPr>
            <w:r w:rsidRPr="00E062F1">
              <w:rPr>
                <w:noProof/>
                <w:lang w:eastAsia="zh-CN"/>
              </w:rPr>
              <w:t>DC_66A_n261(A-G)</w:t>
            </w:r>
          </w:p>
          <w:p w14:paraId="2A04651F" w14:textId="77777777" w:rsidR="00D5069E" w:rsidRPr="00E062F1" w:rsidRDefault="00D5069E" w:rsidP="006B3BD2">
            <w:pPr>
              <w:pStyle w:val="TAC"/>
              <w:rPr>
                <w:noProof/>
                <w:lang w:eastAsia="zh-CN"/>
              </w:rPr>
            </w:pPr>
            <w:r w:rsidRPr="00E062F1">
              <w:rPr>
                <w:noProof/>
                <w:lang w:eastAsia="zh-CN"/>
              </w:rPr>
              <w:t>DC_66A_n261(A-G-H)</w:t>
            </w:r>
          </w:p>
          <w:p w14:paraId="05A80CAA" w14:textId="77777777" w:rsidR="00D5069E" w:rsidRPr="00E062F1" w:rsidRDefault="00D5069E" w:rsidP="006B3BD2">
            <w:pPr>
              <w:pStyle w:val="TAC"/>
              <w:rPr>
                <w:noProof/>
                <w:lang w:eastAsia="zh-TW"/>
              </w:rPr>
            </w:pPr>
            <w:r w:rsidRPr="00E062F1">
              <w:rPr>
                <w:noProof/>
                <w:lang w:eastAsia="zh-CN"/>
              </w:rPr>
              <w:t>DC_66A_n261(G-I)</w:t>
            </w:r>
          </w:p>
          <w:p w14:paraId="1AFA844A" w14:textId="77777777" w:rsidR="00D5069E" w:rsidRPr="00E062F1" w:rsidRDefault="00D5069E" w:rsidP="006B3BD2">
            <w:pPr>
              <w:pStyle w:val="TAC"/>
              <w:rPr>
                <w:noProof/>
                <w:lang w:eastAsia="zh-TW"/>
              </w:rPr>
            </w:pPr>
            <w:r w:rsidRPr="00E062F1">
              <w:rPr>
                <w:rFonts w:eastAsia="Times New Roman" w:cs="Arial"/>
                <w:color w:val="000000"/>
                <w:szCs w:val="18"/>
              </w:rPr>
              <w:t>DC_66A_n261(G-J)</w:t>
            </w:r>
          </w:p>
          <w:p w14:paraId="17B1DD02" w14:textId="77777777" w:rsidR="00D5069E" w:rsidRPr="00E062F1" w:rsidRDefault="00D5069E" w:rsidP="006B3BD2">
            <w:pPr>
              <w:pStyle w:val="TAC"/>
              <w:rPr>
                <w:noProof/>
                <w:lang w:eastAsia="zh-CN"/>
              </w:rPr>
            </w:pPr>
            <w:r w:rsidRPr="00E062F1">
              <w:rPr>
                <w:noProof/>
                <w:lang w:eastAsia="zh-CN"/>
              </w:rPr>
              <w:t>DC_66A_n261(A-G-I)</w:t>
            </w:r>
          </w:p>
          <w:p w14:paraId="1D784C34" w14:textId="77777777" w:rsidR="00D5069E" w:rsidRPr="00E062F1" w:rsidRDefault="00D5069E" w:rsidP="006B3BD2">
            <w:pPr>
              <w:pStyle w:val="TAC"/>
              <w:rPr>
                <w:noProof/>
                <w:lang w:eastAsia="zh-CN"/>
              </w:rPr>
            </w:pPr>
            <w:r w:rsidRPr="00E062F1">
              <w:rPr>
                <w:noProof/>
                <w:lang w:eastAsia="zh-CN"/>
              </w:rPr>
              <w:t>DC_66A_n261(A-H-I)</w:t>
            </w:r>
          </w:p>
          <w:p w14:paraId="2B101C64" w14:textId="77777777" w:rsidR="00D5069E" w:rsidRPr="00E062F1" w:rsidRDefault="00D5069E" w:rsidP="006B3BD2">
            <w:pPr>
              <w:pStyle w:val="TAC"/>
              <w:rPr>
                <w:noProof/>
                <w:lang w:eastAsia="zh-CN"/>
              </w:rPr>
            </w:pPr>
            <w:r w:rsidRPr="00E062F1">
              <w:rPr>
                <w:noProof/>
                <w:lang w:eastAsia="zh-CN"/>
              </w:rPr>
              <w:t>DC_66A_n261(G-H)</w:t>
            </w:r>
          </w:p>
          <w:p w14:paraId="241DF655" w14:textId="77777777" w:rsidR="00D5069E" w:rsidRPr="00E062F1" w:rsidRDefault="00D5069E" w:rsidP="006B3BD2">
            <w:pPr>
              <w:pStyle w:val="TAC"/>
              <w:rPr>
                <w:noProof/>
                <w:lang w:eastAsia="zh-CN"/>
              </w:rPr>
            </w:pPr>
            <w:r w:rsidRPr="00E062F1">
              <w:rPr>
                <w:noProof/>
                <w:lang w:eastAsia="zh-CN"/>
              </w:rPr>
              <w:t>DC_66A_n261(H-I)</w:t>
            </w:r>
          </w:p>
          <w:p w14:paraId="7BD63EE3" w14:textId="01082818" w:rsidR="00E2014B" w:rsidRPr="00E062F1" w:rsidRDefault="00E2014B" w:rsidP="006B3BD2">
            <w:pPr>
              <w:pStyle w:val="TAC"/>
              <w:rPr>
                <w:noProof/>
                <w:lang w:eastAsia="zh-CN"/>
              </w:rPr>
            </w:pPr>
            <w:r w:rsidRPr="00E062F1">
              <w:rPr>
                <w:noProof/>
                <w:lang w:eastAsia="zh-CN"/>
              </w:rPr>
              <w:t>DC_66A</w:t>
            </w:r>
            <w:r w:rsidRPr="00E062F1">
              <w:rPr>
                <w:noProof/>
                <w:lang w:eastAsia="zh-TW"/>
              </w:rPr>
              <w:t>_</w:t>
            </w:r>
            <w:r w:rsidRPr="00E062F1">
              <w:rPr>
                <w:noProof/>
                <w:lang w:eastAsia="zh-CN"/>
              </w:rPr>
              <w:t>n261(A-D-2O)</w:t>
            </w:r>
          </w:p>
          <w:p w14:paraId="653780A0" w14:textId="30F6DC23" w:rsidR="00E2014B" w:rsidRPr="00E062F1" w:rsidRDefault="00E2014B" w:rsidP="006B3BD2">
            <w:pPr>
              <w:pStyle w:val="TAC"/>
              <w:rPr>
                <w:noProof/>
                <w:lang w:eastAsia="zh-TW"/>
              </w:rPr>
            </w:pPr>
            <w:r w:rsidRPr="00E062F1">
              <w:rPr>
                <w:noProof/>
                <w:lang w:eastAsia="zh-CN"/>
              </w:rPr>
              <w:t>DC_66A</w:t>
            </w:r>
            <w:r w:rsidRPr="00E062F1">
              <w:rPr>
                <w:noProof/>
                <w:lang w:eastAsia="zh-TW"/>
              </w:rPr>
              <w:t>_</w:t>
            </w:r>
            <w:r w:rsidRPr="00E062F1">
              <w:rPr>
                <w:noProof/>
                <w:lang w:eastAsia="zh-CN"/>
              </w:rPr>
              <w:t>n261(A-2D)</w:t>
            </w:r>
          </w:p>
          <w:p w14:paraId="1D4E6533" w14:textId="77777777" w:rsidR="00E2014B" w:rsidRPr="00E062F1" w:rsidRDefault="00E2014B" w:rsidP="006B3BD2">
            <w:pPr>
              <w:pStyle w:val="TAC"/>
              <w:rPr>
                <w:noProof/>
                <w:lang w:eastAsia="zh-TW"/>
              </w:rPr>
            </w:pPr>
            <w:r w:rsidRPr="00E062F1">
              <w:rPr>
                <w:rFonts w:eastAsia="Times New Roman" w:cs="Arial"/>
                <w:color w:val="000000"/>
                <w:szCs w:val="18"/>
              </w:rPr>
              <w:t>DC_66A_n261(A-2G)</w:t>
            </w:r>
          </w:p>
          <w:p w14:paraId="638D1EA8" w14:textId="09680622" w:rsidR="00E2014B" w:rsidRPr="00E062F1" w:rsidRDefault="00E2014B" w:rsidP="006B3BD2">
            <w:pPr>
              <w:pStyle w:val="TAC"/>
              <w:rPr>
                <w:noProof/>
                <w:lang w:eastAsia="zh-CN"/>
              </w:rPr>
            </w:pPr>
            <w:r w:rsidRPr="00E062F1">
              <w:rPr>
                <w:noProof/>
                <w:lang w:eastAsia="zh-CN"/>
              </w:rPr>
              <w:t>DC_66A</w:t>
            </w:r>
            <w:r w:rsidRPr="00E062F1">
              <w:rPr>
                <w:noProof/>
                <w:lang w:eastAsia="zh-TW"/>
              </w:rPr>
              <w:t>_</w:t>
            </w:r>
            <w:r w:rsidRPr="00E062F1">
              <w:rPr>
                <w:noProof/>
                <w:lang w:eastAsia="zh-CN"/>
              </w:rPr>
              <w:t>n261(A-2G-2O)</w:t>
            </w:r>
          </w:p>
          <w:p w14:paraId="37DDF7A9" w14:textId="76BFF60A" w:rsidR="00E2014B" w:rsidRPr="00E062F1" w:rsidRDefault="00E2014B" w:rsidP="006B3BD2">
            <w:pPr>
              <w:pStyle w:val="TAC"/>
              <w:rPr>
                <w:noProof/>
                <w:lang w:eastAsia="zh-CN"/>
              </w:rPr>
            </w:pPr>
            <w:r w:rsidRPr="00E062F1">
              <w:rPr>
                <w:noProof/>
                <w:lang w:eastAsia="zh-CN"/>
              </w:rPr>
              <w:t>DC_66A</w:t>
            </w:r>
            <w:r w:rsidRPr="00E062F1">
              <w:rPr>
                <w:noProof/>
                <w:lang w:eastAsia="zh-TW"/>
              </w:rPr>
              <w:t>_</w:t>
            </w:r>
            <w:r w:rsidRPr="00E062F1">
              <w:rPr>
                <w:noProof/>
                <w:lang w:eastAsia="zh-CN"/>
              </w:rPr>
              <w:t>n261(A-3G-O)</w:t>
            </w:r>
          </w:p>
          <w:p w14:paraId="5972E60F" w14:textId="3D4EE238" w:rsidR="00E2014B" w:rsidRPr="00E062F1" w:rsidRDefault="00E2014B" w:rsidP="006B3BD2">
            <w:pPr>
              <w:pStyle w:val="TAC"/>
              <w:rPr>
                <w:noProof/>
                <w:lang w:eastAsia="zh-CN"/>
              </w:rPr>
            </w:pPr>
            <w:r w:rsidRPr="00E062F1">
              <w:rPr>
                <w:noProof/>
                <w:lang w:eastAsia="zh-CN"/>
              </w:rPr>
              <w:t>DC_66A</w:t>
            </w:r>
            <w:r w:rsidRPr="00E062F1">
              <w:rPr>
                <w:noProof/>
                <w:lang w:eastAsia="zh-TW"/>
              </w:rPr>
              <w:t>_</w:t>
            </w:r>
            <w:r w:rsidRPr="00E062F1">
              <w:rPr>
                <w:noProof/>
                <w:lang w:eastAsia="zh-CN"/>
              </w:rPr>
              <w:t>n261(A-4G)</w:t>
            </w:r>
          </w:p>
          <w:p w14:paraId="27F0BB39" w14:textId="164954E4" w:rsidR="00E2014B" w:rsidRPr="00E062F1" w:rsidRDefault="00E2014B" w:rsidP="006B3BD2">
            <w:pPr>
              <w:pStyle w:val="TAC"/>
              <w:rPr>
                <w:noProof/>
                <w:lang w:eastAsia="zh-CN"/>
              </w:rPr>
            </w:pPr>
            <w:r w:rsidRPr="00E062F1">
              <w:rPr>
                <w:noProof/>
                <w:lang w:eastAsia="zh-CN"/>
              </w:rPr>
              <w:t>DC_66A</w:t>
            </w:r>
            <w:r w:rsidRPr="00E062F1">
              <w:rPr>
                <w:noProof/>
                <w:lang w:eastAsia="zh-TW"/>
              </w:rPr>
              <w:t>_</w:t>
            </w:r>
            <w:r w:rsidRPr="00E062F1">
              <w:rPr>
                <w:noProof/>
                <w:lang w:eastAsia="zh-CN"/>
              </w:rPr>
              <w:t>n261(A-2H)</w:t>
            </w:r>
          </w:p>
          <w:p w14:paraId="594B3127" w14:textId="164A5A70" w:rsidR="00E2014B" w:rsidRPr="00E062F1" w:rsidRDefault="00E2014B" w:rsidP="006B3BD2">
            <w:pPr>
              <w:pStyle w:val="TAC"/>
              <w:rPr>
                <w:noProof/>
                <w:lang w:eastAsia="zh-CN"/>
              </w:rPr>
            </w:pPr>
            <w:r w:rsidRPr="00E062F1">
              <w:rPr>
                <w:noProof/>
                <w:lang w:eastAsia="zh-CN"/>
              </w:rPr>
              <w:t>DC_66A</w:t>
            </w:r>
            <w:r w:rsidRPr="00E062F1">
              <w:rPr>
                <w:noProof/>
                <w:lang w:eastAsia="zh-TW"/>
              </w:rPr>
              <w:t>_</w:t>
            </w:r>
            <w:r w:rsidRPr="00E062F1">
              <w:rPr>
                <w:noProof/>
                <w:lang w:eastAsia="zh-CN"/>
              </w:rPr>
              <w:t>n261(A-2I)</w:t>
            </w:r>
          </w:p>
          <w:p w14:paraId="34A98EE5" w14:textId="3D7C4996" w:rsidR="00E2014B" w:rsidRPr="00E062F1" w:rsidRDefault="00E2014B" w:rsidP="006B3BD2">
            <w:pPr>
              <w:pStyle w:val="TAC"/>
              <w:rPr>
                <w:noProof/>
                <w:lang w:eastAsia="zh-CN"/>
              </w:rPr>
            </w:pPr>
            <w:r w:rsidRPr="00E062F1">
              <w:rPr>
                <w:noProof/>
                <w:lang w:eastAsia="zh-CN"/>
              </w:rPr>
              <w:t>DC_66A</w:t>
            </w:r>
            <w:r w:rsidRPr="00E062F1">
              <w:rPr>
                <w:noProof/>
                <w:lang w:eastAsia="zh-TW"/>
              </w:rPr>
              <w:t>_</w:t>
            </w:r>
            <w:r w:rsidRPr="00E062F1">
              <w:rPr>
                <w:noProof/>
                <w:lang w:eastAsia="zh-CN"/>
              </w:rPr>
              <w:t>n261(A-4O)</w:t>
            </w:r>
          </w:p>
          <w:p w14:paraId="67DBA5FB" w14:textId="641FE398" w:rsidR="00E2014B" w:rsidRPr="00E062F1" w:rsidRDefault="00E2014B" w:rsidP="006B3BD2">
            <w:pPr>
              <w:pStyle w:val="TAC"/>
              <w:rPr>
                <w:noProof/>
                <w:lang w:eastAsia="zh-CN"/>
              </w:rPr>
            </w:pPr>
            <w:r w:rsidRPr="00E062F1">
              <w:rPr>
                <w:noProof/>
                <w:lang w:eastAsia="zh-CN"/>
              </w:rPr>
              <w:t>DC_66A</w:t>
            </w:r>
            <w:r w:rsidRPr="00E062F1">
              <w:rPr>
                <w:noProof/>
                <w:lang w:eastAsia="zh-TW"/>
              </w:rPr>
              <w:t>_</w:t>
            </w:r>
            <w:r w:rsidRPr="00E062F1">
              <w:rPr>
                <w:noProof/>
                <w:lang w:eastAsia="zh-CN"/>
              </w:rPr>
              <w:t>n261(A-7O)</w:t>
            </w:r>
          </w:p>
          <w:p w14:paraId="707B7043" w14:textId="366B31D6" w:rsidR="00E2014B" w:rsidRPr="00E062F1" w:rsidRDefault="00E2014B" w:rsidP="006B3BD2">
            <w:pPr>
              <w:pStyle w:val="TAC"/>
              <w:rPr>
                <w:noProof/>
                <w:lang w:eastAsia="zh-CN"/>
              </w:rPr>
            </w:pPr>
            <w:r w:rsidRPr="00E062F1">
              <w:rPr>
                <w:noProof/>
                <w:lang w:eastAsia="zh-CN"/>
              </w:rPr>
              <w:t>DC_66A</w:t>
            </w:r>
            <w:r w:rsidRPr="00E062F1">
              <w:rPr>
                <w:noProof/>
                <w:lang w:eastAsia="zh-TW"/>
              </w:rPr>
              <w:t>_</w:t>
            </w:r>
            <w:r w:rsidRPr="00E062F1">
              <w:rPr>
                <w:noProof/>
                <w:lang w:eastAsia="zh-CN"/>
              </w:rPr>
              <w:t>n261(A-2P)</w:t>
            </w:r>
          </w:p>
          <w:p w14:paraId="4A8EB1A0" w14:textId="49639CA2" w:rsidR="00E2014B" w:rsidRPr="00E062F1" w:rsidRDefault="00E2014B" w:rsidP="006B3BD2">
            <w:pPr>
              <w:pStyle w:val="TAC"/>
              <w:rPr>
                <w:noProof/>
                <w:lang w:eastAsia="zh-TW"/>
              </w:rPr>
            </w:pPr>
            <w:r w:rsidRPr="00E062F1">
              <w:rPr>
                <w:noProof/>
                <w:lang w:eastAsia="zh-CN"/>
              </w:rPr>
              <w:t>DC_66A</w:t>
            </w:r>
            <w:r w:rsidRPr="00E062F1">
              <w:rPr>
                <w:noProof/>
                <w:lang w:eastAsia="zh-TW"/>
              </w:rPr>
              <w:t>_</w:t>
            </w:r>
            <w:r w:rsidRPr="00E062F1">
              <w:rPr>
                <w:noProof/>
                <w:lang w:eastAsia="zh-CN"/>
              </w:rPr>
              <w:t>n261(A-2Q)</w:t>
            </w:r>
          </w:p>
          <w:p w14:paraId="5F41278E" w14:textId="77777777" w:rsidR="00E2014B" w:rsidRPr="00E062F1" w:rsidRDefault="00E2014B" w:rsidP="006B3BD2">
            <w:pPr>
              <w:pStyle w:val="TAC"/>
              <w:rPr>
                <w:noProof/>
                <w:lang w:eastAsia="zh-CN"/>
              </w:rPr>
            </w:pPr>
            <w:r w:rsidRPr="00E062F1">
              <w:rPr>
                <w:rFonts w:eastAsia="Times New Roman" w:cs="Arial"/>
                <w:color w:val="000000"/>
                <w:szCs w:val="18"/>
              </w:rPr>
              <w:t>DC_66A_n261(2A-G)</w:t>
            </w:r>
          </w:p>
          <w:p w14:paraId="61976A05" w14:textId="77777777" w:rsidR="00E2014B" w:rsidRPr="00E062F1" w:rsidRDefault="00E2014B" w:rsidP="006B3BD2">
            <w:pPr>
              <w:pStyle w:val="TAC"/>
              <w:rPr>
                <w:noProof/>
                <w:lang w:eastAsia="zh-CN"/>
              </w:rPr>
            </w:pPr>
            <w:r w:rsidRPr="00E062F1">
              <w:rPr>
                <w:rFonts w:eastAsia="Times New Roman" w:cs="Arial"/>
                <w:color w:val="000000"/>
                <w:szCs w:val="18"/>
              </w:rPr>
              <w:t>DC_66A_n261(2A-H)</w:t>
            </w:r>
          </w:p>
          <w:p w14:paraId="08CB3031"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DC_66A_n261(2A-I)</w:t>
            </w:r>
          </w:p>
          <w:p w14:paraId="6729649E" w14:textId="76046A44" w:rsidR="00D5069E" w:rsidRPr="00E062F1" w:rsidRDefault="00E2014B" w:rsidP="006B3BD2">
            <w:pPr>
              <w:pStyle w:val="TAC"/>
              <w:rPr>
                <w:lang w:eastAsia="fi-FI"/>
              </w:rPr>
            </w:pPr>
            <w:r w:rsidRPr="00E062F1">
              <w:rPr>
                <w:rFonts w:eastAsia="Times New Roman" w:cs="Arial"/>
                <w:color w:val="000000"/>
                <w:szCs w:val="18"/>
              </w:rPr>
              <w:t>DC_66A_n261(3A-G)</w:t>
            </w:r>
          </w:p>
        </w:tc>
        <w:tc>
          <w:tcPr>
            <w:tcW w:w="2846" w:type="dxa"/>
          </w:tcPr>
          <w:p w14:paraId="5D900997" w14:textId="4A9C9B2D" w:rsidR="00D5069E" w:rsidRPr="00E062F1" w:rsidRDefault="00D5069E" w:rsidP="006B3BD2">
            <w:pPr>
              <w:pStyle w:val="TAC"/>
              <w:rPr>
                <w:lang w:eastAsia="fi-FI"/>
              </w:rPr>
            </w:pPr>
            <w:r w:rsidRPr="00E062F1">
              <w:rPr>
                <w:lang w:eastAsia="fi-FI"/>
              </w:rPr>
              <w:t>DC_66A_n261A</w:t>
            </w:r>
          </w:p>
          <w:p w14:paraId="79CCCF93" w14:textId="77777777" w:rsidR="00D5069E" w:rsidRPr="00E062F1" w:rsidRDefault="00D5069E" w:rsidP="006B3BD2">
            <w:pPr>
              <w:pStyle w:val="TAC"/>
              <w:rPr>
                <w:lang w:eastAsia="fi-FI"/>
              </w:rPr>
            </w:pPr>
            <w:r w:rsidRPr="00E062F1">
              <w:rPr>
                <w:lang w:eastAsia="fi-FI"/>
              </w:rPr>
              <w:t>DC_66A_n261G</w:t>
            </w:r>
          </w:p>
          <w:p w14:paraId="414445EB" w14:textId="77777777" w:rsidR="00D5069E" w:rsidRPr="00E062F1" w:rsidRDefault="00D5069E" w:rsidP="006B3BD2">
            <w:pPr>
              <w:pStyle w:val="TAC"/>
              <w:rPr>
                <w:lang w:eastAsia="fi-FI"/>
              </w:rPr>
            </w:pPr>
            <w:r w:rsidRPr="00E062F1">
              <w:rPr>
                <w:lang w:eastAsia="fi-FI"/>
              </w:rPr>
              <w:t>DC_66A_n261H</w:t>
            </w:r>
          </w:p>
          <w:p w14:paraId="3A05F95C" w14:textId="733B2A99" w:rsidR="00D5069E" w:rsidRPr="00E062F1" w:rsidRDefault="00D5069E" w:rsidP="006B3BD2">
            <w:pPr>
              <w:pStyle w:val="TAC"/>
              <w:rPr>
                <w:lang w:eastAsia="fi-FI"/>
              </w:rPr>
            </w:pPr>
            <w:r w:rsidRPr="00E062F1">
              <w:rPr>
                <w:lang w:eastAsia="fi-FI"/>
              </w:rPr>
              <w:t>DC_66A_n261I</w:t>
            </w:r>
          </w:p>
        </w:tc>
      </w:tr>
      <w:tr w:rsidR="00B55948" w:rsidRPr="00E062F1" w14:paraId="7C482B81" w14:textId="77777777" w:rsidTr="006B3BD2">
        <w:trPr>
          <w:trHeight w:val="187"/>
          <w:jc w:val="center"/>
        </w:trPr>
        <w:tc>
          <w:tcPr>
            <w:tcW w:w="2972" w:type="dxa"/>
            <w:shd w:val="clear" w:color="auto" w:fill="auto"/>
          </w:tcPr>
          <w:p w14:paraId="60A02021"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lastRenderedPageBreak/>
              <w:t>DC_66A-66A_n261A</w:t>
            </w:r>
          </w:p>
          <w:p w14:paraId="79FD8C58"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DC_66A-66A_n261G</w:t>
            </w:r>
          </w:p>
          <w:p w14:paraId="0EFDFD90"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DC_66A-66A_n261H</w:t>
            </w:r>
          </w:p>
          <w:p w14:paraId="40F53EE0"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DC_66A-66A_n261I</w:t>
            </w:r>
          </w:p>
          <w:p w14:paraId="1B79EEBE"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DC_66A-66A_n261J</w:t>
            </w:r>
          </w:p>
          <w:p w14:paraId="2FC8C0EC"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DC_66A-66A_n261K</w:t>
            </w:r>
          </w:p>
          <w:p w14:paraId="439DE5AA"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DC_66A-66A_n261L</w:t>
            </w:r>
          </w:p>
          <w:p w14:paraId="1B8092FC" w14:textId="77777777" w:rsidR="00E2014B" w:rsidRPr="00E062F1" w:rsidRDefault="00E2014B" w:rsidP="006B3BD2">
            <w:pPr>
              <w:pStyle w:val="TAC"/>
              <w:rPr>
                <w:noProof/>
                <w:lang w:eastAsia="zh-CN"/>
              </w:rPr>
            </w:pPr>
            <w:r w:rsidRPr="00E062F1">
              <w:rPr>
                <w:rFonts w:eastAsia="Times New Roman" w:cs="Arial"/>
                <w:color w:val="000000"/>
                <w:szCs w:val="18"/>
              </w:rPr>
              <w:t>DC_66A-66A_n261M</w:t>
            </w:r>
          </w:p>
          <w:p w14:paraId="2E939A6D"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DC_66A-66A_n261(2A)</w:t>
            </w:r>
          </w:p>
          <w:p w14:paraId="6F980902"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DC_66A-66A_n261(2G)</w:t>
            </w:r>
          </w:p>
          <w:p w14:paraId="369E8185"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DC_66A-66A_n261(3A)</w:t>
            </w:r>
          </w:p>
          <w:p w14:paraId="79DBA574"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DC_66A-66A_n261(4A)</w:t>
            </w:r>
          </w:p>
          <w:p w14:paraId="7A6740AF"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DC_66A-66A_n261(A-G)</w:t>
            </w:r>
          </w:p>
          <w:p w14:paraId="662968FE"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DC_66A-66A_n261(A-G-H)</w:t>
            </w:r>
          </w:p>
          <w:p w14:paraId="5DADB602" w14:textId="77777777" w:rsidR="00E2014B" w:rsidRPr="00E062F1" w:rsidRDefault="00E2014B" w:rsidP="006B3BD2">
            <w:pPr>
              <w:pStyle w:val="TAC"/>
              <w:rPr>
                <w:noProof/>
                <w:lang w:eastAsia="zh-CN"/>
              </w:rPr>
            </w:pPr>
            <w:r w:rsidRPr="00E062F1">
              <w:rPr>
                <w:rFonts w:eastAsia="Times New Roman" w:cs="Arial"/>
                <w:color w:val="000000"/>
                <w:szCs w:val="18"/>
              </w:rPr>
              <w:t>DC_66A-66A_n261(A-G-I)</w:t>
            </w:r>
          </w:p>
          <w:p w14:paraId="6C2C4D7B"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DC_66A-66A_n261(A-2G)</w:t>
            </w:r>
          </w:p>
          <w:p w14:paraId="7AA550F4"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DC_66A-66A_n261(A-H)</w:t>
            </w:r>
          </w:p>
          <w:p w14:paraId="331FA8C9"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DC_66A-66A_n261(A-I)</w:t>
            </w:r>
          </w:p>
          <w:p w14:paraId="609B0281"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DC_66A-66A_n261(A-J)</w:t>
            </w:r>
          </w:p>
          <w:p w14:paraId="35BC06C0" w14:textId="77777777" w:rsidR="00E2014B" w:rsidRPr="00E062F1" w:rsidRDefault="00E2014B" w:rsidP="006B3BD2">
            <w:pPr>
              <w:pStyle w:val="TAC"/>
              <w:rPr>
                <w:rFonts w:cs="Arial"/>
                <w:color w:val="000000"/>
                <w:szCs w:val="18"/>
                <w:lang w:eastAsia="zh-TW"/>
              </w:rPr>
            </w:pPr>
            <w:r w:rsidRPr="00E062F1">
              <w:rPr>
                <w:rFonts w:eastAsia="Times New Roman" w:cs="Arial"/>
                <w:color w:val="000000"/>
                <w:szCs w:val="18"/>
              </w:rPr>
              <w:t>DC_66A-66A_n261(A-K)</w:t>
            </w:r>
          </w:p>
          <w:p w14:paraId="095BBF35" w14:textId="77777777" w:rsidR="00E2014B" w:rsidRPr="00E062F1" w:rsidRDefault="00E2014B" w:rsidP="006B3BD2">
            <w:pPr>
              <w:pStyle w:val="TAC"/>
              <w:rPr>
                <w:rFonts w:eastAsiaTheme="minorEastAsia" w:cs="Arial"/>
                <w:color w:val="000000"/>
                <w:szCs w:val="18"/>
                <w:lang w:eastAsia="zh-TW"/>
              </w:rPr>
            </w:pPr>
            <w:r w:rsidRPr="00E062F1">
              <w:rPr>
                <w:rFonts w:cs="Arial"/>
                <w:color w:val="000000"/>
                <w:szCs w:val="18"/>
                <w:lang w:eastAsia="zh-TW"/>
              </w:rPr>
              <w:t>DC_66A-66A_n261(G-H)</w:t>
            </w:r>
          </w:p>
          <w:p w14:paraId="1FC3045C"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DC_66A-66A_n261(G-I)</w:t>
            </w:r>
          </w:p>
          <w:p w14:paraId="178B086E"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DC_66A-66A_n261(G-J)</w:t>
            </w:r>
          </w:p>
          <w:p w14:paraId="4BCF109E" w14:textId="77777777" w:rsidR="00E2014B" w:rsidRPr="00E062F1" w:rsidRDefault="00E2014B" w:rsidP="006B3BD2">
            <w:pPr>
              <w:pStyle w:val="TAC"/>
              <w:rPr>
                <w:rFonts w:cs="Arial"/>
                <w:color w:val="000000"/>
                <w:szCs w:val="18"/>
                <w:lang w:eastAsia="zh-TW"/>
              </w:rPr>
            </w:pPr>
            <w:r w:rsidRPr="00E062F1">
              <w:rPr>
                <w:rFonts w:eastAsia="Times New Roman" w:cs="Arial"/>
                <w:color w:val="000000"/>
                <w:szCs w:val="18"/>
              </w:rPr>
              <w:t>DC_66A-66A_n261(H-I)</w:t>
            </w:r>
          </w:p>
          <w:p w14:paraId="61BD6120" w14:textId="77777777" w:rsidR="00E2014B" w:rsidRPr="00E062F1" w:rsidRDefault="00E2014B" w:rsidP="006B3BD2">
            <w:pPr>
              <w:pStyle w:val="TAC"/>
              <w:rPr>
                <w:rFonts w:eastAsiaTheme="minorEastAsia" w:cs="Arial"/>
                <w:color w:val="000000"/>
                <w:szCs w:val="18"/>
                <w:lang w:eastAsia="zh-TW"/>
              </w:rPr>
            </w:pPr>
            <w:r w:rsidRPr="00E062F1">
              <w:rPr>
                <w:rFonts w:cs="Arial"/>
                <w:color w:val="000000"/>
                <w:szCs w:val="18"/>
                <w:lang w:eastAsia="zh-TW"/>
              </w:rPr>
              <w:t>DC_66A-66A_n261(2H)</w:t>
            </w:r>
          </w:p>
          <w:p w14:paraId="3943FFC3"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DC_66A-66A_n261(2A-G)</w:t>
            </w:r>
          </w:p>
          <w:p w14:paraId="00B7AE57"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DC_66A-66A_n261(2A-H)</w:t>
            </w:r>
          </w:p>
          <w:p w14:paraId="21A7F28F" w14:textId="77777777" w:rsidR="00E2014B" w:rsidRPr="00E062F1" w:rsidRDefault="00E2014B" w:rsidP="006B3BD2">
            <w:pPr>
              <w:pStyle w:val="TAC"/>
              <w:rPr>
                <w:rFonts w:eastAsia="Times New Roman" w:cs="Arial"/>
                <w:color w:val="000000"/>
                <w:szCs w:val="18"/>
              </w:rPr>
            </w:pPr>
            <w:r w:rsidRPr="00E062F1">
              <w:rPr>
                <w:rFonts w:eastAsia="Times New Roman" w:cs="Arial"/>
                <w:color w:val="000000"/>
                <w:szCs w:val="18"/>
              </w:rPr>
              <w:t>DC_66A-66A_n261(2A-I)</w:t>
            </w:r>
          </w:p>
          <w:p w14:paraId="7B91621D" w14:textId="3927A397" w:rsidR="00B55948" w:rsidRPr="00E062F1" w:rsidRDefault="00E2014B" w:rsidP="006B3BD2">
            <w:pPr>
              <w:pStyle w:val="TAC"/>
              <w:rPr>
                <w:lang w:eastAsia="fi-FI"/>
              </w:rPr>
            </w:pPr>
            <w:r w:rsidRPr="00E062F1">
              <w:rPr>
                <w:rFonts w:eastAsia="Times New Roman" w:cs="Arial"/>
                <w:color w:val="000000"/>
                <w:szCs w:val="18"/>
              </w:rPr>
              <w:t>DC_66A-66A_n261(3A-G</w:t>
            </w:r>
            <w:r w:rsidR="00AF3EA6">
              <w:rPr>
                <w:rFonts w:eastAsia="Times New Roman" w:cs="Arial"/>
                <w:color w:val="000000"/>
                <w:szCs w:val="18"/>
              </w:rPr>
              <w:t>)</w:t>
            </w:r>
          </w:p>
        </w:tc>
        <w:tc>
          <w:tcPr>
            <w:tcW w:w="2846" w:type="dxa"/>
          </w:tcPr>
          <w:p w14:paraId="06F70B5A" w14:textId="77777777" w:rsidR="00E2014B" w:rsidRPr="00E062F1" w:rsidRDefault="00E2014B" w:rsidP="006B3BD2">
            <w:pPr>
              <w:pStyle w:val="TAC"/>
              <w:rPr>
                <w:rFonts w:cs="Arial"/>
                <w:color w:val="000000"/>
                <w:szCs w:val="18"/>
                <w:lang w:eastAsia="zh-TW"/>
              </w:rPr>
            </w:pPr>
            <w:r w:rsidRPr="00E062F1">
              <w:rPr>
                <w:rFonts w:eastAsia="Times New Roman" w:cs="Arial"/>
                <w:color w:val="000000"/>
                <w:szCs w:val="18"/>
              </w:rPr>
              <w:t>DC_66A_n261A</w:t>
            </w:r>
          </w:p>
          <w:p w14:paraId="4E7B395C" w14:textId="77777777" w:rsidR="00E2014B" w:rsidRPr="00E062F1" w:rsidRDefault="00E2014B" w:rsidP="006B3BD2">
            <w:pPr>
              <w:pStyle w:val="TAC"/>
              <w:rPr>
                <w:lang w:eastAsia="zh-TW"/>
              </w:rPr>
            </w:pPr>
            <w:r w:rsidRPr="00E062F1">
              <w:rPr>
                <w:lang w:eastAsia="zh-TW"/>
              </w:rPr>
              <w:t>DC_66A_n261G</w:t>
            </w:r>
          </w:p>
          <w:p w14:paraId="68546B11" w14:textId="77777777" w:rsidR="00E2014B" w:rsidRPr="00E062F1" w:rsidRDefault="00E2014B" w:rsidP="006B3BD2">
            <w:pPr>
              <w:pStyle w:val="TAC"/>
              <w:rPr>
                <w:lang w:eastAsia="zh-TW"/>
              </w:rPr>
            </w:pPr>
            <w:r w:rsidRPr="00E062F1">
              <w:rPr>
                <w:lang w:eastAsia="zh-TW"/>
              </w:rPr>
              <w:t>DC_66A_n261H</w:t>
            </w:r>
          </w:p>
          <w:p w14:paraId="136DF477" w14:textId="099C538E" w:rsidR="00B55948" w:rsidRPr="00E062F1" w:rsidRDefault="00E2014B" w:rsidP="006B3BD2">
            <w:pPr>
              <w:pStyle w:val="TAC"/>
              <w:rPr>
                <w:lang w:eastAsia="fi-FI"/>
              </w:rPr>
            </w:pPr>
            <w:r w:rsidRPr="00E062F1">
              <w:rPr>
                <w:lang w:eastAsia="zh-TW"/>
              </w:rPr>
              <w:t>DC_66A_n261I</w:t>
            </w:r>
          </w:p>
        </w:tc>
      </w:tr>
      <w:tr w:rsidR="00CC6D2A" w:rsidRPr="00E062F1" w14:paraId="3B4CF204" w14:textId="77777777" w:rsidTr="006B3BD2">
        <w:trPr>
          <w:trHeight w:val="187"/>
          <w:jc w:val="center"/>
        </w:trPr>
        <w:tc>
          <w:tcPr>
            <w:tcW w:w="2972" w:type="dxa"/>
            <w:shd w:val="clear" w:color="auto" w:fill="auto"/>
          </w:tcPr>
          <w:p w14:paraId="224D128C" w14:textId="73340123" w:rsidR="00CC6D2A" w:rsidRPr="00E062F1" w:rsidRDefault="00CC6D2A" w:rsidP="006B3BD2">
            <w:pPr>
              <w:pStyle w:val="TAC"/>
              <w:rPr>
                <w:noProof/>
                <w:lang w:eastAsia="zh-CN"/>
              </w:rPr>
            </w:pPr>
            <w:r w:rsidRPr="00E062F1">
              <w:rPr>
                <w:lang w:eastAsia="fi-FI"/>
              </w:rPr>
              <w:t>DC_71A_n257A</w:t>
            </w:r>
          </w:p>
        </w:tc>
        <w:tc>
          <w:tcPr>
            <w:tcW w:w="2846" w:type="dxa"/>
          </w:tcPr>
          <w:p w14:paraId="01CD47ED" w14:textId="2D1C9D1E" w:rsidR="00CC6D2A" w:rsidRPr="00E062F1" w:rsidRDefault="00CC6D2A" w:rsidP="006B3BD2">
            <w:pPr>
              <w:pStyle w:val="TAC"/>
              <w:rPr>
                <w:lang w:eastAsia="fi-FI"/>
              </w:rPr>
            </w:pPr>
            <w:r w:rsidRPr="00E062F1">
              <w:rPr>
                <w:lang w:eastAsia="fi-FI"/>
              </w:rPr>
              <w:t>DC_71A_n257A</w:t>
            </w:r>
          </w:p>
        </w:tc>
      </w:tr>
      <w:tr w:rsidR="00CC6D2A" w:rsidRPr="00E062F1" w14:paraId="2B58CDDF" w14:textId="77777777" w:rsidTr="006B3BD2">
        <w:trPr>
          <w:trHeight w:val="187"/>
          <w:jc w:val="center"/>
        </w:trPr>
        <w:tc>
          <w:tcPr>
            <w:tcW w:w="2972" w:type="dxa"/>
            <w:shd w:val="clear" w:color="auto" w:fill="auto"/>
          </w:tcPr>
          <w:p w14:paraId="65382071" w14:textId="3DC4560D" w:rsidR="00CC6D2A" w:rsidRPr="00E062F1" w:rsidRDefault="00CC6D2A" w:rsidP="006B3BD2">
            <w:pPr>
              <w:pStyle w:val="TAC"/>
              <w:rPr>
                <w:noProof/>
                <w:lang w:eastAsia="zh-CN"/>
              </w:rPr>
            </w:pPr>
            <w:r w:rsidRPr="00E062F1">
              <w:rPr>
                <w:lang w:eastAsia="fi-FI"/>
              </w:rPr>
              <w:t>DC_</w:t>
            </w:r>
            <w:r w:rsidRPr="00E062F1">
              <w:rPr>
                <w:lang w:eastAsia="zh-CN"/>
              </w:rPr>
              <w:t>71A_n258A</w:t>
            </w:r>
          </w:p>
        </w:tc>
        <w:tc>
          <w:tcPr>
            <w:tcW w:w="2846" w:type="dxa"/>
          </w:tcPr>
          <w:p w14:paraId="35417601" w14:textId="3025F582" w:rsidR="00CC6D2A" w:rsidRPr="00E062F1" w:rsidRDefault="00CC6D2A" w:rsidP="006B3BD2">
            <w:pPr>
              <w:pStyle w:val="TAC"/>
              <w:rPr>
                <w:lang w:eastAsia="fi-FI"/>
              </w:rPr>
            </w:pPr>
            <w:r w:rsidRPr="00E062F1">
              <w:rPr>
                <w:lang w:eastAsia="fi-FI"/>
              </w:rPr>
              <w:t>DC_</w:t>
            </w:r>
            <w:r w:rsidRPr="00E062F1">
              <w:rPr>
                <w:lang w:eastAsia="zh-CN"/>
              </w:rPr>
              <w:t>71A_n258A</w:t>
            </w:r>
          </w:p>
        </w:tc>
      </w:tr>
      <w:tr w:rsidR="00CC6D2A" w:rsidRPr="00E062F1" w14:paraId="1923AD6F" w14:textId="77777777" w:rsidTr="006B3BD2">
        <w:trPr>
          <w:trHeight w:val="187"/>
          <w:jc w:val="center"/>
        </w:trPr>
        <w:tc>
          <w:tcPr>
            <w:tcW w:w="2972" w:type="dxa"/>
            <w:shd w:val="clear" w:color="auto" w:fill="auto"/>
          </w:tcPr>
          <w:p w14:paraId="61AA353D" w14:textId="3B484C53" w:rsidR="00CC6D2A" w:rsidRPr="00E062F1" w:rsidRDefault="00CC6D2A" w:rsidP="006B3BD2">
            <w:pPr>
              <w:pStyle w:val="TAC"/>
              <w:rPr>
                <w:noProof/>
                <w:lang w:eastAsia="zh-CN"/>
              </w:rPr>
            </w:pPr>
            <w:r w:rsidRPr="00E062F1">
              <w:rPr>
                <w:lang w:eastAsia="fi-FI"/>
              </w:rPr>
              <w:t>DC_71A_n260A</w:t>
            </w:r>
          </w:p>
        </w:tc>
        <w:tc>
          <w:tcPr>
            <w:tcW w:w="2846" w:type="dxa"/>
          </w:tcPr>
          <w:p w14:paraId="59C94332" w14:textId="5FA4ECA9" w:rsidR="00CC6D2A" w:rsidRPr="00E062F1" w:rsidRDefault="00CC6D2A" w:rsidP="006B3BD2">
            <w:pPr>
              <w:pStyle w:val="TAC"/>
              <w:rPr>
                <w:lang w:eastAsia="fi-FI"/>
              </w:rPr>
            </w:pPr>
            <w:r w:rsidRPr="00E062F1">
              <w:rPr>
                <w:lang w:eastAsia="fi-FI"/>
              </w:rPr>
              <w:t>DC_71A_n260A</w:t>
            </w:r>
          </w:p>
        </w:tc>
      </w:tr>
      <w:tr w:rsidR="00CC6D2A" w:rsidRPr="00E062F1" w14:paraId="6DC0814D" w14:textId="77777777" w:rsidTr="006B3BD2">
        <w:trPr>
          <w:trHeight w:val="187"/>
          <w:jc w:val="center"/>
        </w:trPr>
        <w:tc>
          <w:tcPr>
            <w:tcW w:w="2972" w:type="dxa"/>
            <w:shd w:val="clear" w:color="auto" w:fill="auto"/>
          </w:tcPr>
          <w:p w14:paraId="3B080B5D" w14:textId="5517E76F" w:rsidR="00CC6D2A" w:rsidRPr="00E062F1" w:rsidRDefault="00CC6D2A" w:rsidP="006B3BD2">
            <w:pPr>
              <w:pStyle w:val="TAC"/>
              <w:rPr>
                <w:noProof/>
                <w:lang w:eastAsia="zh-CN"/>
              </w:rPr>
            </w:pPr>
            <w:r w:rsidRPr="00E062F1">
              <w:rPr>
                <w:lang w:eastAsia="fi-FI"/>
              </w:rPr>
              <w:t>DC_71A_n261A</w:t>
            </w:r>
          </w:p>
        </w:tc>
        <w:tc>
          <w:tcPr>
            <w:tcW w:w="2846" w:type="dxa"/>
          </w:tcPr>
          <w:p w14:paraId="3EA8D357" w14:textId="11167793" w:rsidR="00CC6D2A" w:rsidRPr="00E062F1" w:rsidRDefault="00CC6D2A" w:rsidP="006B3BD2">
            <w:pPr>
              <w:pStyle w:val="TAC"/>
              <w:rPr>
                <w:lang w:eastAsia="fi-FI"/>
              </w:rPr>
            </w:pPr>
            <w:r w:rsidRPr="00E062F1">
              <w:rPr>
                <w:lang w:eastAsia="fi-FI"/>
              </w:rPr>
              <w:t>DC_71A_n261A</w:t>
            </w:r>
          </w:p>
        </w:tc>
      </w:tr>
      <w:tr w:rsidR="00CC6D2A" w:rsidRPr="00E062F1" w14:paraId="3F6A6254" w14:textId="77777777" w:rsidTr="006B3BD2">
        <w:trPr>
          <w:trHeight w:val="187"/>
          <w:jc w:val="center"/>
        </w:trPr>
        <w:tc>
          <w:tcPr>
            <w:tcW w:w="5818" w:type="dxa"/>
            <w:gridSpan w:val="2"/>
            <w:shd w:val="clear" w:color="auto" w:fill="auto"/>
            <w:vAlign w:val="center"/>
          </w:tcPr>
          <w:p w14:paraId="7C3ABEF9" w14:textId="5B1405FA" w:rsidR="00CC6D2A" w:rsidRPr="00E062F1" w:rsidRDefault="00CC6D2A" w:rsidP="006B3BD2">
            <w:pPr>
              <w:pStyle w:val="TAN"/>
              <w:rPr>
                <w:rStyle w:val="TALChar"/>
              </w:rPr>
            </w:pPr>
            <w:r w:rsidRPr="00E062F1">
              <w:rPr>
                <w:rStyle w:val="TALChar"/>
              </w:rPr>
              <w:t>NOTE 1:</w:t>
            </w:r>
            <w:r w:rsidRPr="00E062F1">
              <w:rPr>
                <w:rStyle w:val="TALChar"/>
              </w:rPr>
              <w:tab/>
              <w:t>Uplink EN-DC configurations are the configurations supported by the present release of specifications.</w:t>
            </w:r>
          </w:p>
          <w:p w14:paraId="46DA4A8A" w14:textId="19032904" w:rsidR="00CC6D2A" w:rsidRPr="00E062F1" w:rsidRDefault="00CC6D2A" w:rsidP="006B3BD2">
            <w:pPr>
              <w:pStyle w:val="TAN"/>
              <w:rPr>
                <w:lang w:eastAsia="fi-FI"/>
              </w:rPr>
            </w:pPr>
            <w:r w:rsidRPr="00E062F1">
              <w:rPr>
                <w:rStyle w:val="TALChar"/>
                <w:rFonts w:cs="Times New Roman"/>
              </w:rPr>
              <w:t>NOTE 2:</w:t>
            </w:r>
            <w:r w:rsidRPr="00E062F1">
              <w:rPr>
                <w:rStyle w:val="TALChar"/>
                <w:rFonts w:cs="Times New Roman"/>
              </w:rPr>
              <w:tab/>
              <w:t>Applicable for UE supporting inter-band EN-DC with mandatory simultaneous Rx/Tx capability for all of the above combinations</w:t>
            </w:r>
          </w:p>
        </w:tc>
      </w:tr>
    </w:tbl>
    <w:p w14:paraId="6037E4C0" w14:textId="77777777" w:rsidR="00F177CB" w:rsidRPr="00E062F1" w:rsidRDefault="00F177CB" w:rsidP="001310A1"/>
    <w:p w14:paraId="1D981363" w14:textId="5B846D16" w:rsidR="001310A1" w:rsidRPr="00E062F1" w:rsidRDefault="001310A1" w:rsidP="001310A1">
      <w:pPr>
        <w:pStyle w:val="Heading4"/>
      </w:pPr>
      <w:bookmarkStart w:id="1350" w:name="_Toc21351531"/>
      <w:bookmarkStart w:id="1351" w:name="_Toc29807113"/>
      <w:bookmarkStart w:id="1352" w:name="_Toc36648827"/>
      <w:bookmarkStart w:id="1353" w:name="_Toc36651552"/>
      <w:bookmarkStart w:id="1354" w:name="_Toc37256486"/>
      <w:bookmarkStart w:id="1355" w:name="_Toc37256827"/>
      <w:bookmarkStart w:id="1356" w:name="_Toc45890524"/>
      <w:bookmarkStart w:id="1357" w:name="_Toc45891748"/>
      <w:bookmarkStart w:id="1358" w:name="_Toc45892158"/>
      <w:bookmarkStart w:id="1359" w:name="_Toc45892568"/>
      <w:bookmarkStart w:id="1360" w:name="_Toc52352981"/>
      <w:bookmarkStart w:id="1361" w:name="_Toc53174804"/>
      <w:bookmarkStart w:id="1362" w:name="_Toc61375953"/>
      <w:bookmarkStart w:id="1363" w:name="_Toc61376365"/>
      <w:bookmarkStart w:id="1364" w:name="_Toc67938638"/>
      <w:bookmarkStart w:id="1365" w:name="_Toc76454240"/>
      <w:bookmarkStart w:id="1366" w:name="_Toc76719660"/>
      <w:bookmarkStart w:id="1367" w:name="_Toc76720180"/>
      <w:bookmarkStart w:id="1368" w:name="_Toc83742877"/>
      <w:bookmarkStart w:id="1369" w:name="_Toc83887252"/>
      <w:bookmarkStart w:id="1370" w:name="_Toc83888053"/>
      <w:bookmarkStart w:id="1371" w:name="_Toc90588707"/>
      <w:r w:rsidRPr="00E062F1">
        <w:lastRenderedPageBreak/>
        <w:t>5.5B.5.2</w:t>
      </w:r>
      <w:r w:rsidRPr="00E062F1">
        <w:tab/>
        <w:t xml:space="preserve">Inter-band EN-DC configurations </w:t>
      </w:r>
      <w:r w:rsidR="00B12C86" w:rsidRPr="00E062F1">
        <w:t xml:space="preserve">including FR2 </w:t>
      </w:r>
      <w:r w:rsidRPr="00E062F1">
        <w:t>(three bands)</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14:paraId="6E2C784E" w14:textId="1397CDD8" w:rsidR="001310A1" w:rsidRPr="00E062F1" w:rsidRDefault="001310A1" w:rsidP="001310A1">
      <w:pPr>
        <w:pStyle w:val="TH"/>
      </w:pPr>
      <w:r w:rsidRPr="00E062F1">
        <w:t xml:space="preserve">Table 5.5B.5.2-1: Inter-band EN-DC configurations </w:t>
      </w:r>
      <w:r w:rsidR="00B12C86" w:rsidRPr="00E062F1">
        <w:t xml:space="preserve">including FR2 </w:t>
      </w:r>
      <w:r w:rsidRPr="00E062F1">
        <w:t>(three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4"/>
        <w:gridCol w:w="4815"/>
      </w:tblGrid>
      <w:tr w:rsidR="00944F22" w:rsidRPr="00E062F1" w14:paraId="0E5F0C52" w14:textId="77777777" w:rsidTr="006B3BD2">
        <w:trPr>
          <w:trHeight w:val="187"/>
          <w:tblHeader/>
          <w:jc w:val="center"/>
        </w:trPr>
        <w:tc>
          <w:tcPr>
            <w:tcW w:w="481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A79A10E" w14:textId="77777777" w:rsidR="00944F22" w:rsidRPr="00E062F1" w:rsidRDefault="00944F22" w:rsidP="006B3BD2">
            <w:pPr>
              <w:pStyle w:val="TAH"/>
              <w:rPr>
                <w:lang w:eastAsia="fi-FI"/>
              </w:rPr>
            </w:pPr>
            <w:r w:rsidRPr="00E062F1">
              <w:rPr>
                <w:lang w:eastAsia="fi-FI"/>
              </w:rPr>
              <w:lastRenderedPageBreak/>
              <w:t>EN-DC</w:t>
            </w:r>
            <w:r w:rsidRPr="00E062F1">
              <w:rPr>
                <w:lang w:eastAsia="zh-CN"/>
              </w:rPr>
              <w:t xml:space="preserve"> </w:t>
            </w:r>
            <w:r w:rsidRPr="00E062F1">
              <w:rPr>
                <w:lang w:eastAsia="fi-FI"/>
              </w:rPr>
              <w:t>configuration</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7248069" w14:textId="77777777" w:rsidR="00944F22" w:rsidRPr="00E062F1" w:rsidRDefault="00944F22" w:rsidP="006B3BD2">
            <w:pPr>
              <w:pStyle w:val="TAH"/>
              <w:rPr>
                <w:lang w:eastAsia="fi-FI"/>
              </w:rPr>
            </w:pPr>
            <w:r w:rsidRPr="00E062F1">
              <w:rPr>
                <w:lang w:eastAsia="fi-FI"/>
              </w:rPr>
              <w:t>Uplink EN-DC</w:t>
            </w:r>
            <w:r w:rsidRPr="00E062F1">
              <w:rPr>
                <w:lang w:eastAsia="zh-CN"/>
              </w:rPr>
              <w:t xml:space="preserve"> </w:t>
            </w:r>
            <w:r w:rsidRPr="00E062F1">
              <w:rPr>
                <w:lang w:eastAsia="fi-FI"/>
              </w:rPr>
              <w:t>configuration</w:t>
            </w:r>
            <w:r w:rsidRPr="00E062F1">
              <w:rPr>
                <w:lang w:eastAsia="zh-CN"/>
              </w:rPr>
              <w:t xml:space="preserve"> </w:t>
            </w:r>
            <w:r w:rsidRPr="00E062F1">
              <w:rPr>
                <w:lang w:eastAsia="fi-FI"/>
              </w:rPr>
              <w:t>(NOTE 1)</w:t>
            </w:r>
          </w:p>
        </w:tc>
      </w:tr>
      <w:tr w:rsidR="00944F22" w:rsidRPr="00E062F1" w14:paraId="06B7CEED"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F6866E6" w14:textId="77777777" w:rsidR="00944F22" w:rsidRPr="00E062F1" w:rsidRDefault="00944F22" w:rsidP="006B3BD2">
            <w:pPr>
              <w:pStyle w:val="TAC"/>
              <w:rPr>
                <w:noProof/>
                <w:vertAlign w:val="superscript"/>
                <w:lang w:eastAsia="zh-CN"/>
              </w:rPr>
            </w:pPr>
            <w:r w:rsidRPr="00E062F1">
              <w:rPr>
                <w:noProof/>
                <w:lang w:eastAsia="zh-CN"/>
              </w:rPr>
              <w:t>DC_1A-3A_n257A</w:t>
            </w:r>
            <w:r w:rsidRPr="00E062F1">
              <w:rPr>
                <w:noProof/>
                <w:vertAlign w:val="superscript"/>
                <w:lang w:eastAsia="zh-CN"/>
              </w:rPr>
              <w:t>2</w:t>
            </w:r>
          </w:p>
          <w:p w14:paraId="13407FD7" w14:textId="77777777" w:rsidR="00944F22" w:rsidRPr="00E062F1" w:rsidRDefault="00944F22" w:rsidP="006B3BD2">
            <w:pPr>
              <w:pStyle w:val="TAC"/>
              <w:rPr>
                <w:noProof/>
                <w:lang w:eastAsia="zh-CN"/>
              </w:rPr>
            </w:pPr>
            <w:r w:rsidRPr="00E062F1">
              <w:rPr>
                <w:noProof/>
                <w:lang w:eastAsia="zh-CN"/>
              </w:rPr>
              <w:t>DC_1A-3A_n257D</w:t>
            </w:r>
            <w:r w:rsidRPr="00E062F1">
              <w:rPr>
                <w:noProof/>
                <w:vertAlign w:val="superscript"/>
                <w:lang w:eastAsia="zh-CN"/>
              </w:rPr>
              <w:t>2</w:t>
            </w:r>
          </w:p>
          <w:p w14:paraId="2C751F5E" w14:textId="77777777" w:rsidR="00944F22" w:rsidRPr="00E062F1" w:rsidRDefault="00944F22" w:rsidP="006B3BD2">
            <w:pPr>
              <w:pStyle w:val="TAC"/>
              <w:rPr>
                <w:noProof/>
                <w:lang w:eastAsia="zh-CN"/>
              </w:rPr>
            </w:pPr>
            <w:r w:rsidRPr="00E062F1">
              <w:rPr>
                <w:noProof/>
                <w:lang w:eastAsia="zh-CN"/>
              </w:rPr>
              <w:t>DC_1A-3A_n257E</w:t>
            </w:r>
            <w:r w:rsidRPr="00E062F1">
              <w:rPr>
                <w:noProof/>
                <w:vertAlign w:val="superscript"/>
                <w:lang w:eastAsia="zh-CN"/>
              </w:rPr>
              <w:t>2</w:t>
            </w:r>
          </w:p>
          <w:p w14:paraId="24411ED5" w14:textId="77777777" w:rsidR="00944F22" w:rsidRPr="00E062F1" w:rsidRDefault="00944F22" w:rsidP="006B3BD2">
            <w:pPr>
              <w:pStyle w:val="TAC"/>
              <w:rPr>
                <w:noProof/>
                <w:vertAlign w:val="superscript"/>
                <w:lang w:eastAsia="zh-CN"/>
              </w:rPr>
            </w:pPr>
            <w:r w:rsidRPr="00E062F1">
              <w:rPr>
                <w:noProof/>
                <w:lang w:eastAsia="zh-CN"/>
              </w:rPr>
              <w:t>DC_1A-3A_n257F</w:t>
            </w:r>
            <w:r w:rsidRPr="00E062F1">
              <w:rPr>
                <w:noProof/>
                <w:vertAlign w:val="superscript"/>
                <w:lang w:eastAsia="zh-CN"/>
              </w:rPr>
              <w:t>2</w:t>
            </w:r>
          </w:p>
          <w:p w14:paraId="7148A85E" w14:textId="77777777" w:rsidR="00944F22" w:rsidRPr="00E062F1" w:rsidRDefault="00944F22" w:rsidP="006B3BD2">
            <w:pPr>
              <w:pStyle w:val="TAC"/>
              <w:rPr>
                <w:lang w:eastAsia="ja-JP"/>
              </w:rPr>
            </w:pPr>
            <w:r w:rsidRPr="00E062F1">
              <w:rPr>
                <w:lang w:eastAsia="ja-JP"/>
              </w:rPr>
              <w:t>DC_1A-3A_n257G</w:t>
            </w:r>
          </w:p>
          <w:p w14:paraId="0B7019EF" w14:textId="77777777" w:rsidR="00944F22" w:rsidRPr="00E062F1" w:rsidRDefault="00944F22" w:rsidP="006B3BD2">
            <w:pPr>
              <w:pStyle w:val="TAC"/>
              <w:rPr>
                <w:lang w:eastAsia="ja-JP"/>
              </w:rPr>
            </w:pPr>
            <w:r w:rsidRPr="00E062F1">
              <w:rPr>
                <w:lang w:eastAsia="ja-JP"/>
              </w:rPr>
              <w:t>DC_1A-3A_n257H</w:t>
            </w:r>
          </w:p>
          <w:p w14:paraId="669F9BFF" w14:textId="77777777" w:rsidR="00944F22" w:rsidRPr="00E062F1" w:rsidRDefault="00944F22" w:rsidP="006B3BD2">
            <w:pPr>
              <w:pStyle w:val="TAC"/>
              <w:rPr>
                <w:lang w:eastAsia="ja-JP"/>
              </w:rPr>
            </w:pPr>
            <w:r w:rsidRPr="00E062F1">
              <w:rPr>
                <w:lang w:eastAsia="ja-JP"/>
              </w:rPr>
              <w:t>DC_1A-3A_n257I</w:t>
            </w:r>
          </w:p>
          <w:p w14:paraId="14306BFE" w14:textId="77777777" w:rsidR="00944F22" w:rsidRPr="00E062F1" w:rsidRDefault="00944F22" w:rsidP="006B3BD2">
            <w:pPr>
              <w:pStyle w:val="TAC"/>
              <w:rPr>
                <w:lang w:eastAsia="ja-JP"/>
              </w:rPr>
            </w:pPr>
            <w:r w:rsidRPr="00E062F1">
              <w:rPr>
                <w:lang w:eastAsia="ja-JP"/>
              </w:rPr>
              <w:t>DC_1A-3A_n257J</w:t>
            </w:r>
          </w:p>
          <w:p w14:paraId="20ABA766" w14:textId="77777777" w:rsidR="00944F22" w:rsidRPr="00E062F1" w:rsidRDefault="00944F22" w:rsidP="006B3BD2">
            <w:pPr>
              <w:pStyle w:val="TAC"/>
              <w:rPr>
                <w:lang w:eastAsia="ja-JP"/>
              </w:rPr>
            </w:pPr>
            <w:r w:rsidRPr="00E062F1">
              <w:rPr>
                <w:lang w:eastAsia="ja-JP"/>
              </w:rPr>
              <w:t>DC_1A-3A_n257K</w:t>
            </w:r>
          </w:p>
          <w:p w14:paraId="7441A967" w14:textId="77777777" w:rsidR="00944F22" w:rsidRPr="00E062F1" w:rsidRDefault="00944F22" w:rsidP="006B3BD2">
            <w:pPr>
              <w:pStyle w:val="TAC"/>
              <w:rPr>
                <w:lang w:eastAsia="ja-JP"/>
              </w:rPr>
            </w:pPr>
            <w:r w:rsidRPr="00E062F1">
              <w:rPr>
                <w:lang w:eastAsia="ja-JP"/>
              </w:rPr>
              <w:t>DC_1A-3A_n257L</w:t>
            </w:r>
          </w:p>
          <w:p w14:paraId="160CBAD9" w14:textId="77777777" w:rsidR="00944F22" w:rsidRPr="00E062F1" w:rsidRDefault="00944F22" w:rsidP="006B3BD2">
            <w:pPr>
              <w:pStyle w:val="TAC"/>
              <w:rPr>
                <w:lang w:eastAsia="ja-JP"/>
              </w:rPr>
            </w:pPr>
            <w:r w:rsidRPr="00E062F1">
              <w:rPr>
                <w:lang w:eastAsia="ja-JP"/>
              </w:rPr>
              <w:t>DC_1A-3A_n257M</w:t>
            </w:r>
          </w:p>
          <w:p w14:paraId="0168D600" w14:textId="77777777" w:rsidR="00944F22" w:rsidRPr="00E062F1" w:rsidRDefault="00944F22" w:rsidP="006B3BD2">
            <w:pPr>
              <w:pStyle w:val="TAC"/>
            </w:pPr>
            <w:r w:rsidRPr="00E062F1">
              <w:t>DC_1A-3C_n257A</w:t>
            </w:r>
          </w:p>
          <w:p w14:paraId="2DE67633" w14:textId="77777777" w:rsidR="00944F22" w:rsidRPr="00E062F1" w:rsidRDefault="00944F22" w:rsidP="006B3BD2">
            <w:pPr>
              <w:pStyle w:val="TAC"/>
              <w:rPr>
                <w:lang w:eastAsia="fr-FR"/>
              </w:rPr>
            </w:pPr>
            <w:r w:rsidRPr="00E062F1">
              <w:t>DC_1A-3C_n257D</w:t>
            </w:r>
          </w:p>
          <w:p w14:paraId="7D513ED8" w14:textId="77777777" w:rsidR="00944F22" w:rsidRPr="00E062F1" w:rsidRDefault="00944F22" w:rsidP="006B3BD2">
            <w:pPr>
              <w:pStyle w:val="TAC"/>
            </w:pPr>
            <w:r w:rsidRPr="00E062F1">
              <w:t>DC_1A-3C_n257E</w:t>
            </w:r>
          </w:p>
          <w:p w14:paraId="30E4D247" w14:textId="77777777" w:rsidR="00944F22" w:rsidRPr="00E062F1" w:rsidRDefault="00944F22" w:rsidP="006B3BD2">
            <w:pPr>
              <w:pStyle w:val="TAC"/>
            </w:pPr>
            <w:r w:rsidRPr="00E062F1">
              <w:t>DC_1A-3C_n257F</w:t>
            </w:r>
          </w:p>
          <w:p w14:paraId="5563BBF1" w14:textId="77777777" w:rsidR="00944F22" w:rsidRPr="00E062F1" w:rsidRDefault="00944F22" w:rsidP="006B3BD2">
            <w:pPr>
              <w:pStyle w:val="TAC"/>
            </w:pPr>
            <w:r w:rsidRPr="00E062F1">
              <w:t>DC_1A-3C_n257G</w:t>
            </w:r>
          </w:p>
          <w:p w14:paraId="6E2DF7B2" w14:textId="77777777" w:rsidR="00944F22" w:rsidRPr="00E062F1" w:rsidRDefault="00944F22" w:rsidP="006B3BD2">
            <w:pPr>
              <w:pStyle w:val="TAC"/>
            </w:pPr>
            <w:r w:rsidRPr="00E062F1">
              <w:t>DC_1A-3C_n257H</w:t>
            </w:r>
          </w:p>
          <w:p w14:paraId="74845E1F" w14:textId="77777777" w:rsidR="00944F22" w:rsidRPr="00E062F1" w:rsidRDefault="00944F22" w:rsidP="006B3BD2">
            <w:pPr>
              <w:pStyle w:val="TAC"/>
            </w:pPr>
            <w:r w:rsidRPr="00E062F1">
              <w:t>DC_1A-3C_n257I</w:t>
            </w:r>
          </w:p>
          <w:p w14:paraId="151BD236" w14:textId="77777777" w:rsidR="00944F22" w:rsidRPr="00E062F1" w:rsidRDefault="00944F22" w:rsidP="006B3BD2">
            <w:pPr>
              <w:pStyle w:val="TAC"/>
            </w:pPr>
            <w:r w:rsidRPr="00E062F1">
              <w:t>DC_1A-3C_n257J</w:t>
            </w:r>
          </w:p>
          <w:p w14:paraId="675C1A56" w14:textId="77777777" w:rsidR="00944F22" w:rsidRPr="00E062F1" w:rsidRDefault="00944F22" w:rsidP="006B3BD2">
            <w:pPr>
              <w:pStyle w:val="TAC"/>
            </w:pPr>
            <w:r w:rsidRPr="00E062F1">
              <w:t>DC_1A-3C_n257K</w:t>
            </w:r>
          </w:p>
          <w:p w14:paraId="536B4256" w14:textId="77777777" w:rsidR="00944F22" w:rsidRPr="00E062F1" w:rsidRDefault="00944F22" w:rsidP="006B3BD2">
            <w:pPr>
              <w:pStyle w:val="TAC"/>
            </w:pPr>
            <w:r w:rsidRPr="00E062F1">
              <w:t>DC_1A-3C_n257L</w:t>
            </w:r>
          </w:p>
          <w:p w14:paraId="54DCC910" w14:textId="77777777" w:rsidR="00944F22" w:rsidRPr="00E062F1" w:rsidRDefault="00944F22" w:rsidP="006B3BD2">
            <w:pPr>
              <w:pStyle w:val="TAC"/>
              <w:rPr>
                <w:noProof/>
                <w:lang w:eastAsia="zh-CN"/>
              </w:rPr>
            </w:pPr>
            <w:r w:rsidRPr="00E062F1">
              <w:t>DC_1A-3C_n257M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51A5343" w14:textId="77777777" w:rsidR="00944F22" w:rsidRPr="00E062F1" w:rsidRDefault="00944F22" w:rsidP="006B3BD2">
            <w:pPr>
              <w:pStyle w:val="TAC"/>
              <w:rPr>
                <w:noProof/>
                <w:lang w:eastAsia="zh-CN"/>
              </w:rPr>
            </w:pPr>
            <w:r w:rsidRPr="00E062F1">
              <w:rPr>
                <w:noProof/>
                <w:lang w:eastAsia="zh-CN"/>
              </w:rPr>
              <w:t>DC_1A_n257A</w:t>
            </w:r>
          </w:p>
          <w:p w14:paraId="4DF9131F" w14:textId="77777777" w:rsidR="00944F22" w:rsidRPr="00E062F1" w:rsidRDefault="00944F22" w:rsidP="006B3BD2">
            <w:pPr>
              <w:pStyle w:val="TAC"/>
              <w:rPr>
                <w:noProof/>
                <w:lang w:eastAsia="ja-JP"/>
              </w:rPr>
            </w:pPr>
            <w:r w:rsidRPr="00E062F1">
              <w:rPr>
                <w:noProof/>
                <w:lang w:eastAsia="zh-CN"/>
              </w:rPr>
              <w:t>DC_1A_n257</w:t>
            </w:r>
            <w:r w:rsidRPr="00E062F1">
              <w:rPr>
                <w:noProof/>
                <w:lang w:eastAsia="ja-JP"/>
              </w:rPr>
              <w:t>D</w:t>
            </w:r>
          </w:p>
          <w:p w14:paraId="675F67AC" w14:textId="77777777" w:rsidR="00944F22" w:rsidRPr="00E062F1" w:rsidRDefault="00944F22" w:rsidP="006B3BD2">
            <w:pPr>
              <w:pStyle w:val="TAC"/>
              <w:rPr>
                <w:noProof/>
                <w:lang w:eastAsia="zh-CN"/>
              </w:rPr>
            </w:pPr>
            <w:r w:rsidRPr="00E062F1">
              <w:rPr>
                <w:noProof/>
                <w:lang w:eastAsia="zh-CN"/>
              </w:rPr>
              <w:t>DC_1A_n257</w:t>
            </w:r>
            <w:r w:rsidRPr="00E062F1">
              <w:rPr>
                <w:noProof/>
                <w:lang w:eastAsia="ja-JP"/>
              </w:rPr>
              <w:t>G</w:t>
            </w:r>
          </w:p>
          <w:p w14:paraId="52192267" w14:textId="77777777" w:rsidR="00944F22" w:rsidRPr="00E062F1" w:rsidRDefault="00944F22" w:rsidP="006B3BD2">
            <w:pPr>
              <w:pStyle w:val="TAC"/>
              <w:rPr>
                <w:noProof/>
                <w:lang w:eastAsia="zh-CN"/>
              </w:rPr>
            </w:pPr>
            <w:r w:rsidRPr="00E062F1">
              <w:rPr>
                <w:noProof/>
                <w:lang w:eastAsia="zh-CN"/>
              </w:rPr>
              <w:t>DC_1A_n257</w:t>
            </w:r>
            <w:r w:rsidRPr="00E062F1">
              <w:rPr>
                <w:noProof/>
                <w:lang w:eastAsia="ja-JP"/>
              </w:rPr>
              <w:t>H</w:t>
            </w:r>
          </w:p>
          <w:p w14:paraId="3E215985" w14:textId="77777777" w:rsidR="00123835" w:rsidRDefault="00944F22" w:rsidP="006B3BD2">
            <w:pPr>
              <w:pStyle w:val="TAC"/>
              <w:rPr>
                <w:noProof/>
                <w:lang w:eastAsia="ja-JP"/>
              </w:rPr>
            </w:pPr>
            <w:r w:rsidRPr="00E062F1">
              <w:rPr>
                <w:noProof/>
                <w:lang w:eastAsia="zh-CN"/>
              </w:rPr>
              <w:t>DC_1A_n257</w:t>
            </w:r>
            <w:r w:rsidRPr="00E062F1">
              <w:rPr>
                <w:noProof/>
                <w:lang w:eastAsia="ja-JP"/>
              </w:rPr>
              <w:t>I</w:t>
            </w:r>
          </w:p>
          <w:p w14:paraId="294998FE" w14:textId="194D1B69" w:rsidR="00944F22" w:rsidRPr="00E062F1" w:rsidRDefault="00944F22" w:rsidP="006B3BD2">
            <w:pPr>
              <w:pStyle w:val="TAC"/>
              <w:rPr>
                <w:noProof/>
                <w:lang w:eastAsia="zh-CN"/>
              </w:rPr>
            </w:pPr>
            <w:r w:rsidRPr="00E062F1">
              <w:rPr>
                <w:noProof/>
                <w:lang w:eastAsia="zh-CN"/>
              </w:rPr>
              <w:t>DC_3A_n257A</w:t>
            </w:r>
          </w:p>
          <w:p w14:paraId="077F1E5F" w14:textId="77777777" w:rsidR="00944F22" w:rsidRPr="00E062F1" w:rsidRDefault="00944F22" w:rsidP="006B3BD2">
            <w:pPr>
              <w:pStyle w:val="TAC"/>
              <w:rPr>
                <w:noProof/>
                <w:lang w:eastAsia="ja-JP"/>
              </w:rPr>
            </w:pPr>
            <w:r w:rsidRPr="00E062F1">
              <w:rPr>
                <w:noProof/>
                <w:lang w:eastAsia="zh-CN"/>
              </w:rPr>
              <w:t>DC_3A_n257</w:t>
            </w:r>
            <w:r w:rsidRPr="00E062F1">
              <w:rPr>
                <w:noProof/>
                <w:lang w:eastAsia="ja-JP"/>
              </w:rPr>
              <w:t>D</w:t>
            </w:r>
          </w:p>
          <w:p w14:paraId="32BCCAAD" w14:textId="77777777" w:rsidR="00944F22" w:rsidRPr="00E062F1" w:rsidRDefault="00944F22" w:rsidP="006B3BD2">
            <w:pPr>
              <w:pStyle w:val="TAC"/>
              <w:rPr>
                <w:lang w:eastAsia="ja-JP"/>
              </w:rPr>
            </w:pPr>
            <w:r w:rsidRPr="00E062F1">
              <w:rPr>
                <w:lang w:eastAsia="ja-JP"/>
              </w:rPr>
              <w:t>DC_3A_n257G</w:t>
            </w:r>
          </w:p>
          <w:p w14:paraId="0FB8101D" w14:textId="77777777" w:rsidR="00944F22" w:rsidRPr="00E062F1" w:rsidRDefault="00944F22" w:rsidP="006B3BD2">
            <w:pPr>
              <w:pStyle w:val="TAC"/>
              <w:rPr>
                <w:lang w:eastAsia="ja-JP"/>
              </w:rPr>
            </w:pPr>
            <w:r w:rsidRPr="00E062F1">
              <w:rPr>
                <w:lang w:eastAsia="ja-JP"/>
              </w:rPr>
              <w:t>DC_3A_n257H</w:t>
            </w:r>
          </w:p>
          <w:p w14:paraId="234EE408" w14:textId="77777777" w:rsidR="00944F22" w:rsidRPr="00E062F1" w:rsidRDefault="00944F22" w:rsidP="006B3BD2">
            <w:pPr>
              <w:pStyle w:val="TAC"/>
              <w:rPr>
                <w:lang w:eastAsia="ja-JP"/>
              </w:rPr>
            </w:pPr>
            <w:r w:rsidRPr="00E062F1">
              <w:rPr>
                <w:lang w:eastAsia="ja-JP"/>
              </w:rPr>
              <w:t>DC_3A_n257I</w:t>
            </w:r>
          </w:p>
          <w:p w14:paraId="248EC2ED" w14:textId="77777777" w:rsidR="00944F22" w:rsidRPr="00E062F1" w:rsidRDefault="00944F22" w:rsidP="006B3BD2">
            <w:pPr>
              <w:pStyle w:val="TAC"/>
              <w:rPr>
                <w:lang w:eastAsia="ja-JP"/>
              </w:rPr>
            </w:pPr>
            <w:r w:rsidRPr="00E062F1">
              <w:rPr>
                <w:lang w:eastAsia="ja-JP"/>
              </w:rPr>
              <w:t>DC_3A_n257J</w:t>
            </w:r>
          </w:p>
          <w:p w14:paraId="13D8C489" w14:textId="77777777" w:rsidR="00944F22" w:rsidRPr="00E062F1" w:rsidRDefault="00944F22" w:rsidP="006B3BD2">
            <w:pPr>
              <w:pStyle w:val="TAC"/>
              <w:rPr>
                <w:lang w:eastAsia="ja-JP"/>
              </w:rPr>
            </w:pPr>
            <w:r w:rsidRPr="00E062F1">
              <w:rPr>
                <w:lang w:eastAsia="ja-JP"/>
              </w:rPr>
              <w:t>DC_3A_n257K</w:t>
            </w:r>
          </w:p>
          <w:p w14:paraId="7DF8655A" w14:textId="77777777" w:rsidR="00944F22" w:rsidRPr="00E062F1" w:rsidRDefault="00944F22" w:rsidP="006B3BD2">
            <w:pPr>
              <w:pStyle w:val="TAC"/>
              <w:rPr>
                <w:lang w:eastAsia="ja-JP"/>
              </w:rPr>
            </w:pPr>
            <w:r w:rsidRPr="00E062F1">
              <w:rPr>
                <w:lang w:eastAsia="ja-JP"/>
              </w:rPr>
              <w:t>DC_3A_n257L</w:t>
            </w:r>
          </w:p>
          <w:p w14:paraId="3D5526A1" w14:textId="77777777" w:rsidR="00944F22" w:rsidRPr="00E062F1" w:rsidRDefault="00944F22" w:rsidP="006B3BD2">
            <w:pPr>
              <w:pStyle w:val="TAC"/>
              <w:rPr>
                <w:noProof/>
                <w:lang w:eastAsia="zh-CN"/>
              </w:rPr>
            </w:pPr>
            <w:r w:rsidRPr="00E062F1">
              <w:rPr>
                <w:lang w:eastAsia="ja-JP"/>
              </w:rPr>
              <w:t>DC_3A_n257M</w:t>
            </w:r>
          </w:p>
        </w:tc>
      </w:tr>
      <w:tr w:rsidR="00944F22" w:rsidRPr="00E062F1" w14:paraId="14FC8CA9"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48A04CE" w14:textId="77777777" w:rsidR="00944F22" w:rsidRPr="00E062F1" w:rsidRDefault="00944F22" w:rsidP="006B3BD2">
            <w:pPr>
              <w:pStyle w:val="TAC"/>
              <w:rPr>
                <w:noProof/>
                <w:vertAlign w:val="superscript"/>
                <w:lang w:eastAsia="zh-CN"/>
              </w:rPr>
            </w:pPr>
            <w:r w:rsidRPr="00E062F1">
              <w:rPr>
                <w:noProof/>
                <w:lang w:eastAsia="zh-CN"/>
              </w:rPr>
              <w:t>DC_1A-5A_n257A</w:t>
            </w:r>
            <w:r w:rsidRPr="00E062F1">
              <w:rPr>
                <w:noProof/>
                <w:vertAlign w:val="superscript"/>
                <w:lang w:eastAsia="zh-CN"/>
              </w:rPr>
              <w:t>2</w:t>
            </w:r>
          </w:p>
          <w:p w14:paraId="4DE74134" w14:textId="77777777" w:rsidR="00944F22" w:rsidRPr="00E062F1" w:rsidRDefault="00944F22" w:rsidP="006B3BD2">
            <w:pPr>
              <w:pStyle w:val="TAC"/>
            </w:pPr>
            <w:r w:rsidRPr="00E062F1">
              <w:t>DC_1A-5A_n257D</w:t>
            </w:r>
          </w:p>
          <w:p w14:paraId="3BBD5716" w14:textId="77777777" w:rsidR="00944F22" w:rsidRPr="00E062F1" w:rsidRDefault="00944F22" w:rsidP="006B3BD2">
            <w:pPr>
              <w:pStyle w:val="TAC"/>
              <w:rPr>
                <w:lang w:eastAsia="fr-FR"/>
              </w:rPr>
            </w:pPr>
            <w:r w:rsidRPr="00E062F1">
              <w:t>DC_1A-5A_n257E</w:t>
            </w:r>
          </w:p>
          <w:p w14:paraId="69C2AFBF" w14:textId="77777777" w:rsidR="00944F22" w:rsidRPr="00E062F1" w:rsidRDefault="00944F22" w:rsidP="006B3BD2">
            <w:pPr>
              <w:pStyle w:val="TAC"/>
            </w:pPr>
            <w:r w:rsidRPr="00E062F1">
              <w:t>DC_1A-5A_n257F</w:t>
            </w:r>
          </w:p>
          <w:p w14:paraId="6CDD1A89" w14:textId="77777777" w:rsidR="00944F22" w:rsidRPr="00E062F1" w:rsidRDefault="00944F22" w:rsidP="006B3BD2">
            <w:pPr>
              <w:pStyle w:val="TAC"/>
            </w:pPr>
            <w:r w:rsidRPr="00E062F1">
              <w:t>DC_1A-5A_n257G</w:t>
            </w:r>
          </w:p>
          <w:p w14:paraId="794FE60A" w14:textId="77777777" w:rsidR="00944F22" w:rsidRPr="00E062F1" w:rsidRDefault="00944F22" w:rsidP="006B3BD2">
            <w:pPr>
              <w:pStyle w:val="TAC"/>
            </w:pPr>
            <w:r w:rsidRPr="00E062F1">
              <w:t>DC_1A-5A_n257H</w:t>
            </w:r>
          </w:p>
          <w:p w14:paraId="0938F99C" w14:textId="77777777" w:rsidR="00944F22" w:rsidRPr="00E062F1" w:rsidRDefault="00944F22" w:rsidP="006B3BD2">
            <w:pPr>
              <w:pStyle w:val="TAC"/>
            </w:pPr>
            <w:r w:rsidRPr="00E062F1">
              <w:t>DC_1A-5A_n257I</w:t>
            </w:r>
          </w:p>
          <w:p w14:paraId="69CC7F68" w14:textId="77777777" w:rsidR="00944F22" w:rsidRPr="00E062F1" w:rsidRDefault="00944F22" w:rsidP="006B3BD2">
            <w:pPr>
              <w:pStyle w:val="TAC"/>
            </w:pPr>
            <w:r w:rsidRPr="00E062F1">
              <w:t>DC_1A-5A_n257J</w:t>
            </w:r>
          </w:p>
          <w:p w14:paraId="65409949" w14:textId="77777777" w:rsidR="00944F22" w:rsidRPr="00E062F1" w:rsidRDefault="00944F22" w:rsidP="006B3BD2">
            <w:pPr>
              <w:pStyle w:val="TAC"/>
            </w:pPr>
            <w:r w:rsidRPr="00E062F1">
              <w:t>DC_1A-5A_n257K</w:t>
            </w:r>
          </w:p>
          <w:p w14:paraId="7A4583EC" w14:textId="77777777" w:rsidR="00944F22" w:rsidRPr="00E062F1" w:rsidRDefault="00944F22" w:rsidP="006B3BD2">
            <w:pPr>
              <w:pStyle w:val="TAC"/>
            </w:pPr>
            <w:r w:rsidRPr="00E062F1">
              <w:t>DC_1A-5A_n257L</w:t>
            </w:r>
          </w:p>
          <w:p w14:paraId="57E2DEFB" w14:textId="77777777" w:rsidR="00944F22" w:rsidRPr="00E062F1" w:rsidRDefault="00944F22" w:rsidP="006B3BD2">
            <w:pPr>
              <w:pStyle w:val="TAC"/>
              <w:rPr>
                <w:noProof/>
                <w:lang w:eastAsia="zh-CN"/>
              </w:rPr>
            </w:pPr>
            <w:r w:rsidRPr="00E062F1">
              <w:t>DC_1A-5A_n257M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59132E7" w14:textId="77777777" w:rsidR="00944F22" w:rsidRPr="00E062F1" w:rsidRDefault="00944F22" w:rsidP="006B3BD2">
            <w:pPr>
              <w:pStyle w:val="TAC"/>
              <w:rPr>
                <w:noProof/>
                <w:lang w:eastAsia="zh-CN"/>
              </w:rPr>
            </w:pPr>
            <w:r w:rsidRPr="00E062F1">
              <w:rPr>
                <w:noProof/>
                <w:lang w:eastAsia="zh-CN"/>
              </w:rPr>
              <w:t>DC_1A_n257A</w:t>
            </w:r>
          </w:p>
          <w:p w14:paraId="1E5A9B17" w14:textId="77777777" w:rsidR="00944F22" w:rsidRPr="00E062F1" w:rsidRDefault="00944F22" w:rsidP="006B3BD2">
            <w:pPr>
              <w:pStyle w:val="TAC"/>
              <w:rPr>
                <w:noProof/>
                <w:lang w:eastAsia="zh-CN"/>
              </w:rPr>
            </w:pPr>
            <w:r w:rsidRPr="00E062F1">
              <w:rPr>
                <w:noProof/>
                <w:lang w:eastAsia="zh-CN"/>
              </w:rPr>
              <w:t>DC_5A_n257A</w:t>
            </w:r>
          </w:p>
        </w:tc>
      </w:tr>
      <w:tr w:rsidR="00944F22" w:rsidRPr="00E062F1" w14:paraId="6F917E2C"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7ACF7ED" w14:textId="77777777" w:rsidR="00944F22" w:rsidRPr="00E062F1" w:rsidRDefault="00944F22" w:rsidP="006B3BD2">
            <w:pPr>
              <w:pStyle w:val="TAC"/>
              <w:rPr>
                <w:noProof/>
                <w:vertAlign w:val="superscript"/>
                <w:lang w:eastAsia="zh-CN"/>
              </w:rPr>
            </w:pPr>
            <w:r w:rsidRPr="00E062F1">
              <w:rPr>
                <w:noProof/>
                <w:lang w:eastAsia="zh-CN"/>
              </w:rPr>
              <w:t>DC_1A-7A_n257A</w:t>
            </w:r>
            <w:r w:rsidRPr="00E062F1">
              <w:rPr>
                <w:noProof/>
                <w:vertAlign w:val="superscript"/>
                <w:lang w:eastAsia="zh-CN"/>
              </w:rPr>
              <w:t>2</w:t>
            </w:r>
          </w:p>
          <w:p w14:paraId="01B01259" w14:textId="77777777" w:rsidR="00944F22" w:rsidRPr="00E062F1" w:rsidRDefault="00944F22" w:rsidP="006B3BD2">
            <w:pPr>
              <w:pStyle w:val="TAC"/>
            </w:pPr>
            <w:r w:rsidRPr="00E062F1">
              <w:t>DC_1A-7A_n257D</w:t>
            </w:r>
          </w:p>
          <w:p w14:paraId="5ABC8C3D" w14:textId="77777777" w:rsidR="00944F22" w:rsidRPr="00E062F1" w:rsidRDefault="00944F22" w:rsidP="006B3BD2">
            <w:pPr>
              <w:pStyle w:val="TAC"/>
              <w:rPr>
                <w:lang w:eastAsia="fr-FR"/>
              </w:rPr>
            </w:pPr>
            <w:r w:rsidRPr="00E062F1">
              <w:t>DC_1A-7A_n257E</w:t>
            </w:r>
          </w:p>
          <w:p w14:paraId="0E5CEAF0" w14:textId="77777777" w:rsidR="00944F22" w:rsidRPr="00E062F1" w:rsidRDefault="00944F22" w:rsidP="006B3BD2">
            <w:pPr>
              <w:pStyle w:val="TAC"/>
            </w:pPr>
            <w:r w:rsidRPr="00E062F1">
              <w:t>DC_1A-7A_n257F</w:t>
            </w:r>
          </w:p>
          <w:p w14:paraId="1DADBD73" w14:textId="77777777" w:rsidR="00944F22" w:rsidRPr="00E062F1" w:rsidRDefault="00944F22" w:rsidP="006B3BD2">
            <w:pPr>
              <w:pStyle w:val="TAC"/>
            </w:pPr>
            <w:r w:rsidRPr="00E062F1">
              <w:t>DC_1A-7A_n257G</w:t>
            </w:r>
          </w:p>
          <w:p w14:paraId="2D49AA76" w14:textId="77777777" w:rsidR="00944F22" w:rsidRPr="00E062F1" w:rsidRDefault="00944F22" w:rsidP="006B3BD2">
            <w:pPr>
              <w:pStyle w:val="TAC"/>
            </w:pPr>
            <w:r w:rsidRPr="00E062F1">
              <w:t>DC_1A-7A_n257H</w:t>
            </w:r>
          </w:p>
          <w:p w14:paraId="7E1D47DB" w14:textId="77777777" w:rsidR="00944F22" w:rsidRPr="00E062F1" w:rsidRDefault="00944F22" w:rsidP="006B3BD2">
            <w:pPr>
              <w:pStyle w:val="TAC"/>
            </w:pPr>
            <w:r w:rsidRPr="00E062F1">
              <w:t>DC_1A-7A_n257I</w:t>
            </w:r>
          </w:p>
          <w:p w14:paraId="445A9857" w14:textId="77777777" w:rsidR="00944F22" w:rsidRPr="00E062F1" w:rsidRDefault="00944F22" w:rsidP="006B3BD2">
            <w:pPr>
              <w:pStyle w:val="TAC"/>
            </w:pPr>
            <w:r w:rsidRPr="00E062F1">
              <w:t>DC_1A-7A_n257J</w:t>
            </w:r>
          </w:p>
          <w:p w14:paraId="62931E24" w14:textId="77777777" w:rsidR="00944F22" w:rsidRPr="00E062F1" w:rsidRDefault="00944F22" w:rsidP="006B3BD2">
            <w:pPr>
              <w:pStyle w:val="TAC"/>
            </w:pPr>
            <w:r w:rsidRPr="00E062F1">
              <w:t>DC_1A-7A_n257K</w:t>
            </w:r>
          </w:p>
          <w:p w14:paraId="40F8316E" w14:textId="77777777" w:rsidR="00944F22" w:rsidRPr="00E062F1" w:rsidRDefault="00944F22" w:rsidP="006B3BD2">
            <w:pPr>
              <w:pStyle w:val="TAC"/>
            </w:pPr>
            <w:r w:rsidRPr="00E062F1">
              <w:t>DC_1A-7A_n257L</w:t>
            </w:r>
          </w:p>
          <w:p w14:paraId="0C8D2773" w14:textId="77777777" w:rsidR="00944F22" w:rsidRPr="00E062F1" w:rsidRDefault="00944F22" w:rsidP="006B3BD2">
            <w:pPr>
              <w:pStyle w:val="TAC"/>
              <w:rPr>
                <w:noProof/>
                <w:lang w:eastAsia="zh-CN"/>
              </w:rPr>
            </w:pPr>
            <w:r w:rsidRPr="00E062F1">
              <w:t>DC_1A-7A_n257M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E2F1C21" w14:textId="77777777" w:rsidR="00944F22" w:rsidRPr="00E062F1" w:rsidRDefault="00944F22" w:rsidP="006B3BD2">
            <w:pPr>
              <w:pStyle w:val="TAC"/>
              <w:rPr>
                <w:noProof/>
                <w:lang w:eastAsia="zh-CN"/>
              </w:rPr>
            </w:pPr>
            <w:r w:rsidRPr="00E062F1">
              <w:rPr>
                <w:noProof/>
                <w:lang w:eastAsia="zh-CN"/>
              </w:rPr>
              <w:t>DC_1A_n257A</w:t>
            </w:r>
          </w:p>
          <w:p w14:paraId="1056DE0E" w14:textId="77777777" w:rsidR="00944F22" w:rsidRPr="00E062F1" w:rsidRDefault="00944F22" w:rsidP="006B3BD2">
            <w:pPr>
              <w:pStyle w:val="TAC"/>
              <w:rPr>
                <w:noProof/>
                <w:lang w:eastAsia="zh-CN"/>
              </w:rPr>
            </w:pPr>
            <w:r w:rsidRPr="00E062F1">
              <w:rPr>
                <w:noProof/>
                <w:lang w:eastAsia="zh-CN"/>
              </w:rPr>
              <w:t>DC_7A_n257A</w:t>
            </w:r>
          </w:p>
        </w:tc>
      </w:tr>
      <w:tr w:rsidR="00944F22" w:rsidRPr="00E062F1" w14:paraId="223F8ED3"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BA25BF0" w14:textId="77777777" w:rsidR="00944F22" w:rsidRPr="00E062F1" w:rsidRDefault="00944F22" w:rsidP="006B3BD2">
            <w:pPr>
              <w:pStyle w:val="TAC"/>
              <w:rPr>
                <w:noProof/>
                <w:vertAlign w:val="superscript"/>
                <w:lang w:eastAsia="zh-CN"/>
              </w:rPr>
            </w:pPr>
            <w:r w:rsidRPr="00E062F1">
              <w:rPr>
                <w:noProof/>
                <w:lang w:eastAsia="zh-CN"/>
              </w:rPr>
              <w:t>DC_1A-7A-7A_n257A</w:t>
            </w:r>
            <w:r w:rsidRPr="00E062F1">
              <w:rPr>
                <w:noProof/>
                <w:vertAlign w:val="superscript"/>
                <w:lang w:eastAsia="zh-CN"/>
              </w:rPr>
              <w:t>2</w:t>
            </w:r>
          </w:p>
          <w:p w14:paraId="5EADED10" w14:textId="77777777" w:rsidR="00944F22" w:rsidRPr="00E062F1" w:rsidRDefault="00944F22" w:rsidP="006B3BD2">
            <w:pPr>
              <w:pStyle w:val="TAC"/>
              <w:rPr>
                <w:rFonts w:eastAsia="Malgun Gothic"/>
                <w:lang w:eastAsia="ko-KR"/>
              </w:rPr>
            </w:pPr>
            <w:r w:rsidRPr="00E062F1">
              <w:rPr>
                <w:rFonts w:eastAsia="Malgun Gothic"/>
                <w:lang w:eastAsia="ko-KR"/>
              </w:rPr>
              <w:t>DC_1A-7A-7A_n257D</w:t>
            </w:r>
          </w:p>
          <w:p w14:paraId="516C67B6" w14:textId="77777777" w:rsidR="00944F22" w:rsidRPr="00E062F1" w:rsidRDefault="00944F22" w:rsidP="006B3BD2">
            <w:pPr>
              <w:pStyle w:val="TAC"/>
              <w:rPr>
                <w:rFonts w:eastAsia="Malgun Gothic"/>
                <w:lang w:eastAsia="ko-KR"/>
              </w:rPr>
            </w:pPr>
            <w:r w:rsidRPr="00E062F1">
              <w:rPr>
                <w:rFonts w:eastAsia="Malgun Gothic"/>
                <w:lang w:eastAsia="ko-KR"/>
              </w:rPr>
              <w:t>DC_1A-7A-7A_n257E</w:t>
            </w:r>
          </w:p>
          <w:p w14:paraId="46D39658" w14:textId="77777777" w:rsidR="00944F22" w:rsidRPr="00E062F1" w:rsidRDefault="00944F22" w:rsidP="006B3BD2">
            <w:pPr>
              <w:pStyle w:val="TAC"/>
              <w:rPr>
                <w:rFonts w:eastAsia="Malgun Gothic"/>
                <w:lang w:eastAsia="ko-KR"/>
              </w:rPr>
            </w:pPr>
            <w:r w:rsidRPr="00E062F1">
              <w:rPr>
                <w:rFonts w:eastAsia="Malgun Gothic"/>
                <w:lang w:eastAsia="ko-KR"/>
              </w:rPr>
              <w:t>DC_1A-7A-7A_n257F</w:t>
            </w:r>
          </w:p>
          <w:p w14:paraId="3E3B9705" w14:textId="77777777" w:rsidR="00944F22" w:rsidRPr="00E062F1" w:rsidRDefault="00944F22" w:rsidP="006B3BD2">
            <w:pPr>
              <w:pStyle w:val="TAC"/>
              <w:rPr>
                <w:rFonts w:eastAsia="Malgun Gothic"/>
                <w:lang w:eastAsia="ko-KR"/>
              </w:rPr>
            </w:pPr>
            <w:r w:rsidRPr="00E062F1">
              <w:rPr>
                <w:rFonts w:eastAsia="Malgun Gothic"/>
                <w:lang w:eastAsia="ko-KR"/>
              </w:rPr>
              <w:t>DC_1A-7A-7A_n257G</w:t>
            </w:r>
          </w:p>
          <w:p w14:paraId="0F1D679F" w14:textId="77777777" w:rsidR="00944F22" w:rsidRPr="00E062F1" w:rsidRDefault="00944F22" w:rsidP="006B3BD2">
            <w:pPr>
              <w:pStyle w:val="TAC"/>
              <w:rPr>
                <w:rFonts w:eastAsia="Malgun Gothic"/>
                <w:lang w:eastAsia="ko-KR"/>
              </w:rPr>
            </w:pPr>
            <w:r w:rsidRPr="00E062F1">
              <w:rPr>
                <w:rFonts w:eastAsia="Malgun Gothic"/>
                <w:lang w:eastAsia="ko-KR"/>
              </w:rPr>
              <w:t>DC_1A-7A-7A_n257H</w:t>
            </w:r>
          </w:p>
          <w:p w14:paraId="761CF934" w14:textId="77777777" w:rsidR="00944F22" w:rsidRPr="00E062F1" w:rsidRDefault="00944F22" w:rsidP="006B3BD2">
            <w:pPr>
              <w:pStyle w:val="TAC"/>
              <w:rPr>
                <w:rFonts w:eastAsia="Malgun Gothic"/>
                <w:lang w:eastAsia="ko-KR"/>
              </w:rPr>
            </w:pPr>
            <w:r w:rsidRPr="00E062F1">
              <w:rPr>
                <w:rFonts w:eastAsia="Malgun Gothic"/>
                <w:lang w:eastAsia="ko-KR"/>
              </w:rPr>
              <w:t>DC_1A-7A-7A_n257I</w:t>
            </w:r>
          </w:p>
          <w:p w14:paraId="509133CE" w14:textId="77777777" w:rsidR="00944F22" w:rsidRPr="00E062F1" w:rsidRDefault="00944F22" w:rsidP="006B3BD2">
            <w:pPr>
              <w:pStyle w:val="TAC"/>
              <w:rPr>
                <w:rFonts w:eastAsia="Malgun Gothic"/>
                <w:lang w:eastAsia="ko-KR"/>
              </w:rPr>
            </w:pPr>
            <w:r w:rsidRPr="00E062F1">
              <w:rPr>
                <w:rFonts w:eastAsia="Malgun Gothic"/>
                <w:lang w:eastAsia="ko-KR"/>
              </w:rPr>
              <w:t>DC_1A-7A-7A_n257J</w:t>
            </w:r>
          </w:p>
          <w:p w14:paraId="6D7D3FAC" w14:textId="77777777" w:rsidR="00944F22" w:rsidRPr="00E062F1" w:rsidRDefault="00944F22" w:rsidP="006B3BD2">
            <w:pPr>
              <w:pStyle w:val="TAC"/>
              <w:rPr>
                <w:rFonts w:eastAsia="Malgun Gothic"/>
                <w:lang w:eastAsia="ko-KR"/>
              </w:rPr>
            </w:pPr>
            <w:r w:rsidRPr="00E062F1">
              <w:rPr>
                <w:rFonts w:eastAsia="Malgun Gothic"/>
                <w:lang w:eastAsia="ko-KR"/>
              </w:rPr>
              <w:t>DC_1A-7A-7A_n257K</w:t>
            </w:r>
          </w:p>
          <w:p w14:paraId="7900A184" w14:textId="77777777" w:rsidR="00944F22" w:rsidRPr="00E062F1" w:rsidRDefault="00944F22" w:rsidP="006B3BD2">
            <w:pPr>
              <w:pStyle w:val="TAC"/>
              <w:rPr>
                <w:rFonts w:eastAsia="Malgun Gothic"/>
                <w:lang w:eastAsia="ko-KR"/>
              </w:rPr>
            </w:pPr>
            <w:r w:rsidRPr="00E062F1">
              <w:rPr>
                <w:rFonts w:eastAsia="Malgun Gothic"/>
                <w:lang w:eastAsia="ko-KR"/>
              </w:rPr>
              <w:t>DC_1A-7A-7A_n257L</w:t>
            </w:r>
          </w:p>
          <w:p w14:paraId="284144DC" w14:textId="77777777" w:rsidR="00944F22" w:rsidRPr="00E062F1" w:rsidRDefault="00944F22" w:rsidP="006B3BD2">
            <w:pPr>
              <w:pStyle w:val="TAC"/>
              <w:rPr>
                <w:rFonts w:eastAsia="Malgun Gothic"/>
                <w:lang w:eastAsia="ko-KR"/>
              </w:rPr>
            </w:pPr>
            <w:r w:rsidRPr="00E062F1">
              <w:t>DC_1A-7A-7A_n257M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AFB61CB" w14:textId="77777777" w:rsidR="00944F22" w:rsidRPr="00E062F1" w:rsidRDefault="00944F22" w:rsidP="006B3BD2">
            <w:pPr>
              <w:pStyle w:val="TAC"/>
              <w:rPr>
                <w:noProof/>
                <w:lang w:eastAsia="zh-CN"/>
              </w:rPr>
            </w:pPr>
            <w:r w:rsidRPr="00E062F1">
              <w:rPr>
                <w:noProof/>
                <w:lang w:eastAsia="zh-CN"/>
              </w:rPr>
              <w:t>DC_1A_n257A</w:t>
            </w:r>
          </w:p>
          <w:p w14:paraId="48E39997" w14:textId="77777777" w:rsidR="00944F22" w:rsidRPr="00E062F1" w:rsidRDefault="00944F22" w:rsidP="006B3BD2">
            <w:pPr>
              <w:pStyle w:val="TAC"/>
              <w:rPr>
                <w:noProof/>
                <w:lang w:eastAsia="zh-CN"/>
              </w:rPr>
            </w:pPr>
            <w:r w:rsidRPr="00E062F1">
              <w:rPr>
                <w:noProof/>
                <w:lang w:eastAsia="zh-CN"/>
              </w:rPr>
              <w:t>DC_7A_n257A</w:t>
            </w:r>
          </w:p>
          <w:p w14:paraId="5E87FE9C" w14:textId="77777777" w:rsidR="00944F22" w:rsidRPr="00E062F1" w:rsidRDefault="00944F22" w:rsidP="006B3BD2">
            <w:pPr>
              <w:pStyle w:val="TAC"/>
              <w:rPr>
                <w:noProof/>
              </w:rPr>
            </w:pPr>
            <w:r w:rsidRPr="00E062F1">
              <w:rPr>
                <w:noProof/>
              </w:rPr>
              <w:t>DC_7A-7A_n257A</w:t>
            </w:r>
          </w:p>
        </w:tc>
      </w:tr>
      <w:tr w:rsidR="00944F22" w:rsidRPr="00E062F1" w14:paraId="1673805D"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B56FA8F" w14:textId="77777777" w:rsidR="00944F22" w:rsidRPr="00E062F1" w:rsidRDefault="00944F22" w:rsidP="006B3BD2">
            <w:pPr>
              <w:pStyle w:val="TAC"/>
              <w:rPr>
                <w:lang w:eastAsia="fr-FR"/>
              </w:rPr>
            </w:pPr>
            <w:r w:rsidRPr="00E062F1">
              <w:rPr>
                <w:noProof/>
                <w:lang w:eastAsia="zh-CN"/>
              </w:rPr>
              <w:t>DC_1A-8A_n257A</w:t>
            </w:r>
            <w:r w:rsidRPr="00E062F1">
              <w:rPr>
                <w:noProof/>
                <w:vertAlign w:val="superscript"/>
                <w:lang w:eastAsia="zh-CN"/>
              </w:rPr>
              <w:t>2</w:t>
            </w:r>
          </w:p>
          <w:p w14:paraId="52D72BD8" w14:textId="77777777" w:rsidR="00944F22" w:rsidRPr="00E062F1" w:rsidRDefault="00944F22" w:rsidP="006B3BD2">
            <w:pPr>
              <w:pStyle w:val="TAC"/>
            </w:pPr>
            <w:r w:rsidRPr="00E062F1">
              <w:t>DC_1A-8A_n257D</w:t>
            </w:r>
          </w:p>
          <w:p w14:paraId="23B9ECE4" w14:textId="77777777" w:rsidR="00944F22" w:rsidRPr="00E062F1" w:rsidRDefault="00944F22" w:rsidP="006B3BD2">
            <w:pPr>
              <w:pStyle w:val="TAC"/>
            </w:pPr>
            <w:r w:rsidRPr="00E062F1">
              <w:t>DC_1A-8A_n257E</w:t>
            </w:r>
          </w:p>
          <w:p w14:paraId="2EC19E20" w14:textId="77777777" w:rsidR="00944F22" w:rsidRPr="00E062F1" w:rsidRDefault="00944F22" w:rsidP="006B3BD2">
            <w:pPr>
              <w:pStyle w:val="TAC"/>
            </w:pPr>
            <w:r w:rsidRPr="00E062F1">
              <w:t>DC_1A-8A_n257F</w:t>
            </w:r>
          </w:p>
          <w:p w14:paraId="54DC0D69" w14:textId="77777777" w:rsidR="00944F22" w:rsidRPr="00E062F1" w:rsidRDefault="00944F22" w:rsidP="006B3BD2">
            <w:pPr>
              <w:pStyle w:val="TAC"/>
            </w:pPr>
            <w:r w:rsidRPr="00E062F1">
              <w:t>DC_1A-8A_n257G</w:t>
            </w:r>
          </w:p>
          <w:p w14:paraId="18FB628B" w14:textId="77777777" w:rsidR="00944F22" w:rsidRPr="00E062F1" w:rsidRDefault="00944F22" w:rsidP="006B3BD2">
            <w:pPr>
              <w:pStyle w:val="TAC"/>
            </w:pPr>
            <w:r w:rsidRPr="00E062F1">
              <w:t>DC_1A-8A_n257H</w:t>
            </w:r>
          </w:p>
          <w:p w14:paraId="7F002976" w14:textId="77777777" w:rsidR="00944F22" w:rsidRPr="00E062F1" w:rsidRDefault="00944F22" w:rsidP="006B3BD2">
            <w:pPr>
              <w:pStyle w:val="TAC"/>
            </w:pPr>
            <w:r w:rsidRPr="00E062F1">
              <w:t>DC_1A-8A_n257I</w:t>
            </w:r>
          </w:p>
          <w:p w14:paraId="44439232" w14:textId="77777777" w:rsidR="00944F22" w:rsidRPr="00E062F1" w:rsidRDefault="00944F22" w:rsidP="006B3BD2">
            <w:pPr>
              <w:pStyle w:val="TAC"/>
            </w:pPr>
            <w:r w:rsidRPr="00E062F1">
              <w:t>DC_1A-8A_n257J</w:t>
            </w:r>
          </w:p>
          <w:p w14:paraId="6F4C6B97" w14:textId="77777777" w:rsidR="00944F22" w:rsidRPr="00E062F1" w:rsidRDefault="00944F22" w:rsidP="006B3BD2">
            <w:pPr>
              <w:pStyle w:val="TAC"/>
            </w:pPr>
            <w:r w:rsidRPr="00E062F1">
              <w:t>DC_1A-8A_n257K</w:t>
            </w:r>
          </w:p>
          <w:p w14:paraId="61C8817B" w14:textId="77777777" w:rsidR="00944F22" w:rsidRPr="00E062F1" w:rsidRDefault="00944F22" w:rsidP="006B3BD2">
            <w:pPr>
              <w:pStyle w:val="TAC"/>
            </w:pPr>
            <w:r w:rsidRPr="00E062F1">
              <w:t>DC_1A-8A_n257L</w:t>
            </w:r>
          </w:p>
          <w:p w14:paraId="641C2ED0" w14:textId="77777777" w:rsidR="00944F22" w:rsidRPr="00E062F1" w:rsidRDefault="00944F22" w:rsidP="006B3BD2">
            <w:pPr>
              <w:pStyle w:val="TAC"/>
              <w:rPr>
                <w:noProof/>
                <w:lang w:eastAsia="zh-CN"/>
              </w:rPr>
            </w:pPr>
            <w:r w:rsidRPr="00E062F1">
              <w:t>DC_1A-8A_n257M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83CC751" w14:textId="77777777" w:rsidR="00944F22" w:rsidRPr="00E062F1" w:rsidRDefault="00944F22" w:rsidP="006B3BD2">
            <w:pPr>
              <w:pStyle w:val="TAC"/>
            </w:pPr>
            <w:r w:rsidRPr="00E062F1">
              <w:t>DC_1A_n257A</w:t>
            </w:r>
          </w:p>
          <w:p w14:paraId="3EB73B87" w14:textId="77777777" w:rsidR="00944F22" w:rsidRPr="00E062F1" w:rsidRDefault="00944F22" w:rsidP="006B3BD2">
            <w:pPr>
              <w:pStyle w:val="TAC"/>
              <w:rPr>
                <w:noProof/>
                <w:lang w:eastAsia="zh-CN"/>
              </w:rPr>
            </w:pPr>
            <w:r w:rsidRPr="00E062F1">
              <w:t>DC_8A_n257A</w:t>
            </w:r>
          </w:p>
        </w:tc>
      </w:tr>
      <w:tr w:rsidR="00944F22" w:rsidRPr="00E062F1" w14:paraId="7A0FB4C6" w14:textId="77777777" w:rsidTr="002665C4">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8102CD9" w14:textId="77777777" w:rsidR="00944F22" w:rsidRPr="00E062F1" w:rsidRDefault="00944F22" w:rsidP="006B3BD2">
            <w:pPr>
              <w:pStyle w:val="TAC"/>
            </w:pPr>
            <w:r w:rsidRPr="00E062F1">
              <w:lastRenderedPageBreak/>
              <w:t>DC_1A-</w:t>
            </w:r>
            <w:r w:rsidRPr="00E062F1">
              <w:rPr>
                <w:rFonts w:eastAsia="Malgun Gothic"/>
              </w:rPr>
              <w:t>11A_</w:t>
            </w:r>
            <w:r w:rsidRPr="00E062F1">
              <w:t>n</w:t>
            </w:r>
            <w:r w:rsidRPr="00E062F1">
              <w:rPr>
                <w:rFonts w:eastAsia="Malgun Gothic"/>
              </w:rPr>
              <w:t>257</w:t>
            </w:r>
            <w:r w:rsidRPr="00E062F1">
              <w:t>A</w:t>
            </w:r>
          </w:p>
          <w:p w14:paraId="4F958275" w14:textId="1C3DC813" w:rsidR="00944F22" w:rsidRPr="00E062F1" w:rsidRDefault="00944F22" w:rsidP="006B3BD2">
            <w:pPr>
              <w:pStyle w:val="TAC"/>
              <w:rPr>
                <w:lang w:eastAsia="fr-FR"/>
              </w:rPr>
            </w:pPr>
            <w:r w:rsidRPr="00E062F1">
              <w:t>DC_1A-</w:t>
            </w:r>
            <w:r w:rsidRPr="00E062F1">
              <w:rPr>
                <w:rFonts w:eastAsia="Malgun Gothic"/>
              </w:rPr>
              <w:t>11A_</w:t>
            </w:r>
            <w:r w:rsidRPr="00E062F1">
              <w:t>n</w:t>
            </w:r>
            <w:r w:rsidRPr="00E062F1">
              <w:rPr>
                <w:rFonts w:eastAsia="Malgun Gothic"/>
              </w:rPr>
              <w:t>257</w:t>
            </w:r>
            <w:r w:rsidRPr="00E062F1">
              <w:t>D</w:t>
            </w:r>
          </w:p>
          <w:p w14:paraId="35BAA57C" w14:textId="77777777" w:rsidR="00944F22" w:rsidRPr="00E062F1" w:rsidRDefault="00944F22" w:rsidP="006B3BD2">
            <w:pPr>
              <w:pStyle w:val="TAC"/>
            </w:pPr>
            <w:r w:rsidRPr="00E062F1">
              <w:t>DC_1A-</w:t>
            </w:r>
            <w:r w:rsidRPr="00E062F1">
              <w:rPr>
                <w:rFonts w:eastAsia="Malgun Gothic"/>
              </w:rPr>
              <w:t>11A_</w:t>
            </w:r>
            <w:r w:rsidRPr="00E062F1">
              <w:t>n</w:t>
            </w:r>
            <w:r w:rsidRPr="00E062F1">
              <w:rPr>
                <w:rFonts w:eastAsia="Malgun Gothic"/>
              </w:rPr>
              <w:t>257G</w:t>
            </w:r>
          </w:p>
          <w:p w14:paraId="546B5DDD" w14:textId="77777777" w:rsidR="00944F22" w:rsidRPr="00E062F1" w:rsidRDefault="00944F22" w:rsidP="006B3BD2">
            <w:pPr>
              <w:pStyle w:val="TAC"/>
            </w:pPr>
            <w:r w:rsidRPr="00E062F1">
              <w:t>DC_1A-</w:t>
            </w:r>
            <w:r w:rsidRPr="00E062F1">
              <w:rPr>
                <w:rFonts w:eastAsia="Malgun Gothic"/>
              </w:rPr>
              <w:t>11A_</w:t>
            </w:r>
            <w:r w:rsidRPr="00E062F1">
              <w:t>n</w:t>
            </w:r>
            <w:r w:rsidRPr="00E062F1">
              <w:rPr>
                <w:rFonts w:eastAsia="Malgun Gothic"/>
              </w:rPr>
              <w:t>257H</w:t>
            </w:r>
          </w:p>
          <w:p w14:paraId="35FCBCA1" w14:textId="77777777" w:rsidR="00944F22" w:rsidRPr="00E062F1" w:rsidRDefault="00944F22" w:rsidP="006B3BD2">
            <w:pPr>
              <w:pStyle w:val="TAC"/>
              <w:rPr>
                <w:noProof/>
                <w:lang w:eastAsia="zh-CN"/>
              </w:rPr>
            </w:pPr>
            <w:r w:rsidRPr="00E062F1">
              <w:t>DC_1A-</w:t>
            </w:r>
            <w:r w:rsidRPr="00E062F1">
              <w:rPr>
                <w:rFonts w:eastAsia="Malgun Gothic"/>
              </w:rPr>
              <w:t>11A_</w:t>
            </w:r>
            <w:r w:rsidRPr="00E062F1">
              <w:t>n</w:t>
            </w:r>
            <w:r w:rsidRPr="00E062F1">
              <w:rPr>
                <w:rFonts w:eastAsia="Malgun Gothic"/>
              </w:rPr>
              <w:t>257I</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92F2951" w14:textId="77777777" w:rsidR="002665C4" w:rsidRPr="00E062F1" w:rsidRDefault="002665C4" w:rsidP="002665C4">
            <w:pPr>
              <w:pStyle w:val="TAC"/>
              <w:rPr>
                <w:lang w:eastAsia="fr-FR"/>
              </w:rPr>
            </w:pPr>
            <w:r w:rsidRPr="00E062F1">
              <w:t>DC_1A_n257A</w:t>
            </w:r>
          </w:p>
          <w:p w14:paraId="7150D094" w14:textId="65A6F8A1" w:rsidR="002665C4" w:rsidRPr="00E062F1" w:rsidRDefault="002665C4" w:rsidP="002665C4">
            <w:pPr>
              <w:pStyle w:val="TAC"/>
              <w:rPr>
                <w:noProof/>
              </w:rPr>
            </w:pPr>
            <w:r w:rsidRPr="00E062F1">
              <w:rPr>
                <w:noProof/>
              </w:rPr>
              <w:t>DC_1A</w:t>
            </w:r>
            <w:r w:rsidR="00E1475B">
              <w:rPr>
                <w:noProof/>
              </w:rPr>
              <w:t>_</w:t>
            </w:r>
            <w:r>
              <w:rPr>
                <w:noProof/>
              </w:rPr>
              <w:t>n</w:t>
            </w:r>
            <w:r w:rsidRPr="00E062F1">
              <w:rPr>
                <w:noProof/>
              </w:rPr>
              <w:t>257G</w:t>
            </w:r>
          </w:p>
          <w:p w14:paraId="445EBAE5" w14:textId="519D15FF" w:rsidR="002665C4" w:rsidRPr="00E062F1" w:rsidRDefault="002665C4" w:rsidP="002665C4">
            <w:pPr>
              <w:pStyle w:val="TAC"/>
              <w:rPr>
                <w:noProof/>
              </w:rPr>
            </w:pPr>
            <w:r w:rsidRPr="00E062F1">
              <w:rPr>
                <w:noProof/>
              </w:rPr>
              <w:t>DC_1A</w:t>
            </w:r>
            <w:r w:rsidR="00E1475B">
              <w:rPr>
                <w:noProof/>
              </w:rPr>
              <w:t>_</w:t>
            </w:r>
            <w:r>
              <w:rPr>
                <w:noProof/>
              </w:rPr>
              <w:t>n</w:t>
            </w:r>
            <w:r w:rsidRPr="00E062F1">
              <w:rPr>
                <w:noProof/>
              </w:rPr>
              <w:t>257H</w:t>
            </w:r>
          </w:p>
          <w:p w14:paraId="0134CA39" w14:textId="1261CBDB" w:rsidR="002665C4" w:rsidRPr="00E062F1" w:rsidRDefault="002665C4" w:rsidP="002665C4">
            <w:pPr>
              <w:pStyle w:val="TAC"/>
            </w:pPr>
            <w:r w:rsidRPr="00E062F1">
              <w:rPr>
                <w:noProof/>
              </w:rPr>
              <w:t>DC_1A</w:t>
            </w:r>
            <w:r w:rsidR="00E1475B">
              <w:rPr>
                <w:noProof/>
              </w:rPr>
              <w:t>_</w:t>
            </w:r>
            <w:r>
              <w:rPr>
                <w:noProof/>
              </w:rPr>
              <w:t>n</w:t>
            </w:r>
            <w:r w:rsidRPr="00E062F1">
              <w:rPr>
                <w:noProof/>
              </w:rPr>
              <w:t>257I</w:t>
            </w:r>
          </w:p>
          <w:p w14:paraId="613E96D1" w14:textId="77777777" w:rsidR="002665C4" w:rsidRPr="00E062F1" w:rsidRDefault="002665C4" w:rsidP="002665C4">
            <w:pPr>
              <w:pStyle w:val="TAC"/>
              <w:rPr>
                <w:lang w:eastAsia="fr-FR"/>
              </w:rPr>
            </w:pPr>
            <w:r w:rsidRPr="00E062F1">
              <w:t>DC_11A_n257A</w:t>
            </w:r>
          </w:p>
          <w:p w14:paraId="392CACEA" w14:textId="4CD63978" w:rsidR="002665C4" w:rsidRPr="00E062F1" w:rsidRDefault="002665C4" w:rsidP="002665C4">
            <w:pPr>
              <w:pStyle w:val="TAC"/>
              <w:rPr>
                <w:noProof/>
              </w:rPr>
            </w:pPr>
            <w:r w:rsidRPr="00E062F1">
              <w:rPr>
                <w:noProof/>
              </w:rPr>
              <w:t>DC_1</w:t>
            </w:r>
            <w:r w:rsidRPr="00E062F1">
              <w:rPr>
                <w:noProof/>
                <w:lang w:eastAsia="zh-CN"/>
              </w:rPr>
              <w:t>1</w:t>
            </w:r>
            <w:r w:rsidRPr="00E062F1">
              <w:rPr>
                <w:noProof/>
              </w:rPr>
              <w:t>A</w:t>
            </w:r>
            <w:r w:rsidR="00E1475B">
              <w:rPr>
                <w:noProof/>
              </w:rPr>
              <w:t>_</w:t>
            </w:r>
            <w:r>
              <w:rPr>
                <w:noProof/>
              </w:rPr>
              <w:t>n</w:t>
            </w:r>
            <w:r w:rsidRPr="00E062F1">
              <w:rPr>
                <w:noProof/>
              </w:rPr>
              <w:t>257G</w:t>
            </w:r>
          </w:p>
          <w:p w14:paraId="01F25BE9" w14:textId="5167912D" w:rsidR="002665C4" w:rsidRPr="00E062F1" w:rsidRDefault="002665C4" w:rsidP="002665C4">
            <w:pPr>
              <w:pStyle w:val="TAC"/>
              <w:rPr>
                <w:noProof/>
              </w:rPr>
            </w:pPr>
            <w:r w:rsidRPr="00E062F1">
              <w:rPr>
                <w:noProof/>
              </w:rPr>
              <w:t>DC_1</w:t>
            </w:r>
            <w:r w:rsidRPr="00E062F1">
              <w:rPr>
                <w:noProof/>
                <w:lang w:eastAsia="zh-CN"/>
              </w:rPr>
              <w:t>1</w:t>
            </w:r>
            <w:r w:rsidRPr="00E062F1">
              <w:rPr>
                <w:noProof/>
              </w:rPr>
              <w:t>A</w:t>
            </w:r>
            <w:r w:rsidR="00E1475B">
              <w:rPr>
                <w:noProof/>
              </w:rPr>
              <w:t>_</w:t>
            </w:r>
            <w:r>
              <w:rPr>
                <w:noProof/>
              </w:rPr>
              <w:t>n</w:t>
            </w:r>
            <w:r w:rsidRPr="00E062F1">
              <w:rPr>
                <w:noProof/>
              </w:rPr>
              <w:t>257H</w:t>
            </w:r>
          </w:p>
          <w:p w14:paraId="734D5DAD" w14:textId="49BCB763" w:rsidR="00944F22" w:rsidRPr="00E062F1" w:rsidRDefault="002665C4" w:rsidP="002665C4">
            <w:pPr>
              <w:pStyle w:val="TAC"/>
              <w:rPr>
                <w:noProof/>
                <w:lang w:eastAsia="zh-CN"/>
              </w:rPr>
            </w:pPr>
            <w:r w:rsidRPr="00E062F1">
              <w:rPr>
                <w:noProof/>
              </w:rPr>
              <w:t>DC_1</w:t>
            </w:r>
            <w:r w:rsidRPr="00E062F1">
              <w:rPr>
                <w:noProof/>
                <w:lang w:eastAsia="zh-CN"/>
              </w:rPr>
              <w:t>1</w:t>
            </w:r>
            <w:r w:rsidRPr="00E062F1">
              <w:rPr>
                <w:noProof/>
              </w:rPr>
              <w:t>A-</w:t>
            </w:r>
            <w:r>
              <w:rPr>
                <w:noProof/>
              </w:rPr>
              <w:t>n</w:t>
            </w:r>
            <w:r w:rsidRPr="00E062F1">
              <w:rPr>
                <w:noProof/>
              </w:rPr>
              <w:t>257I</w:t>
            </w:r>
          </w:p>
        </w:tc>
      </w:tr>
      <w:tr w:rsidR="00944F22" w:rsidRPr="00E062F1" w14:paraId="09597EB8" w14:textId="77777777" w:rsidTr="002665C4">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79704BE" w14:textId="77777777" w:rsidR="00944F22" w:rsidRPr="00E062F1" w:rsidRDefault="00944F22" w:rsidP="006B3BD2">
            <w:pPr>
              <w:pStyle w:val="TAC"/>
              <w:rPr>
                <w:rFonts w:cs="Arial"/>
                <w:lang w:eastAsia="ja-JP"/>
              </w:rPr>
            </w:pPr>
            <w:r w:rsidRPr="00E062F1">
              <w:rPr>
                <w:noProof/>
                <w:lang w:eastAsia="zh-CN"/>
              </w:rPr>
              <w:t>DC_1A-18A_n257A</w:t>
            </w:r>
            <w:r w:rsidRPr="00E062F1">
              <w:rPr>
                <w:noProof/>
                <w:vertAlign w:val="superscript"/>
                <w:lang w:eastAsia="zh-CN"/>
              </w:rPr>
              <w:t>2</w:t>
            </w:r>
          </w:p>
          <w:p w14:paraId="079DCDC2" w14:textId="77777777" w:rsidR="00944F22" w:rsidRPr="00E062F1" w:rsidRDefault="00944F22" w:rsidP="006B3BD2">
            <w:pPr>
              <w:pStyle w:val="TAC"/>
              <w:rPr>
                <w:rFonts w:cs="Arial"/>
                <w:lang w:eastAsia="ja-JP"/>
              </w:rPr>
            </w:pPr>
            <w:r w:rsidRPr="00E062F1">
              <w:rPr>
                <w:rFonts w:cs="Arial"/>
                <w:lang w:eastAsia="ja-JP"/>
              </w:rPr>
              <w:t>DC_1A-18A_n257D</w:t>
            </w:r>
          </w:p>
          <w:p w14:paraId="4BEB520F" w14:textId="77777777" w:rsidR="00944F22" w:rsidRPr="00E062F1" w:rsidRDefault="00944F22" w:rsidP="006B3BD2">
            <w:pPr>
              <w:pStyle w:val="TAC"/>
              <w:rPr>
                <w:rFonts w:cs="Arial"/>
                <w:lang w:eastAsia="ja-JP"/>
              </w:rPr>
            </w:pPr>
            <w:r w:rsidRPr="00E062F1">
              <w:rPr>
                <w:rFonts w:cs="Arial"/>
                <w:lang w:eastAsia="ja-JP"/>
              </w:rPr>
              <w:t>DC_1A-18A_n257E</w:t>
            </w:r>
          </w:p>
          <w:p w14:paraId="1DB7E756" w14:textId="77777777" w:rsidR="00944F22" w:rsidRPr="00E062F1" w:rsidRDefault="00944F22" w:rsidP="006B3BD2">
            <w:pPr>
              <w:pStyle w:val="TAC"/>
              <w:rPr>
                <w:rFonts w:cs="Arial"/>
                <w:lang w:eastAsia="ja-JP"/>
              </w:rPr>
            </w:pPr>
            <w:r w:rsidRPr="00E062F1">
              <w:rPr>
                <w:rFonts w:cs="Arial"/>
                <w:lang w:eastAsia="ja-JP"/>
              </w:rPr>
              <w:t>DC_1A-18A_n257F</w:t>
            </w:r>
          </w:p>
          <w:p w14:paraId="33329892" w14:textId="77777777" w:rsidR="00944F22" w:rsidRPr="00E062F1" w:rsidRDefault="00944F22" w:rsidP="006B3BD2">
            <w:pPr>
              <w:pStyle w:val="TAC"/>
              <w:rPr>
                <w:rFonts w:cs="Arial"/>
                <w:lang w:eastAsia="ja-JP"/>
              </w:rPr>
            </w:pPr>
            <w:r w:rsidRPr="00E062F1">
              <w:rPr>
                <w:rFonts w:cs="Arial"/>
                <w:lang w:eastAsia="ja-JP"/>
              </w:rPr>
              <w:t>DC_1A-18A_n257G</w:t>
            </w:r>
          </w:p>
          <w:p w14:paraId="3713FA12" w14:textId="77777777" w:rsidR="00944F22" w:rsidRPr="00E062F1" w:rsidRDefault="00944F22" w:rsidP="006B3BD2">
            <w:pPr>
              <w:pStyle w:val="TAC"/>
              <w:rPr>
                <w:rFonts w:cs="Arial"/>
                <w:lang w:eastAsia="ja-JP"/>
              </w:rPr>
            </w:pPr>
            <w:r w:rsidRPr="00E062F1">
              <w:rPr>
                <w:rFonts w:cs="Arial"/>
                <w:lang w:eastAsia="ja-JP"/>
              </w:rPr>
              <w:t>DC_1A-18A_n257H</w:t>
            </w:r>
          </w:p>
          <w:p w14:paraId="146D66FF" w14:textId="77777777" w:rsidR="00944F22" w:rsidRPr="00E062F1" w:rsidRDefault="00944F22" w:rsidP="006B3BD2">
            <w:pPr>
              <w:pStyle w:val="TAC"/>
              <w:rPr>
                <w:rFonts w:cs="Arial"/>
                <w:lang w:eastAsia="ja-JP"/>
              </w:rPr>
            </w:pPr>
            <w:r w:rsidRPr="00E062F1">
              <w:rPr>
                <w:rFonts w:cs="Arial"/>
                <w:lang w:eastAsia="ja-JP"/>
              </w:rPr>
              <w:t>DC_1A-18A_n257I</w:t>
            </w:r>
          </w:p>
          <w:p w14:paraId="4415120A" w14:textId="77777777" w:rsidR="00944F22" w:rsidRPr="00E062F1" w:rsidRDefault="00944F22" w:rsidP="006B3BD2">
            <w:pPr>
              <w:pStyle w:val="TAC"/>
              <w:rPr>
                <w:rFonts w:cs="Arial"/>
                <w:lang w:eastAsia="ja-JP"/>
              </w:rPr>
            </w:pPr>
            <w:r w:rsidRPr="00E062F1">
              <w:rPr>
                <w:rFonts w:cs="Arial"/>
                <w:lang w:eastAsia="ja-JP"/>
              </w:rPr>
              <w:t>DC_1A-18A_n257J</w:t>
            </w:r>
          </w:p>
          <w:p w14:paraId="7761D575" w14:textId="77777777" w:rsidR="00944F22" w:rsidRPr="00E062F1" w:rsidRDefault="00944F22" w:rsidP="006B3BD2">
            <w:pPr>
              <w:pStyle w:val="TAC"/>
              <w:rPr>
                <w:rFonts w:cs="Arial"/>
                <w:lang w:eastAsia="ja-JP"/>
              </w:rPr>
            </w:pPr>
            <w:r w:rsidRPr="00E062F1">
              <w:rPr>
                <w:rFonts w:cs="Arial"/>
                <w:lang w:eastAsia="ja-JP"/>
              </w:rPr>
              <w:t>DC_1A-18A_n257K</w:t>
            </w:r>
          </w:p>
          <w:p w14:paraId="7F46E2CF" w14:textId="77777777" w:rsidR="00944F22" w:rsidRPr="00E062F1" w:rsidRDefault="00944F22" w:rsidP="006B3BD2">
            <w:pPr>
              <w:pStyle w:val="TAC"/>
              <w:rPr>
                <w:rFonts w:cs="Arial"/>
                <w:lang w:eastAsia="ja-JP"/>
              </w:rPr>
            </w:pPr>
            <w:r w:rsidRPr="00E062F1">
              <w:rPr>
                <w:rFonts w:cs="Arial"/>
                <w:lang w:eastAsia="ja-JP"/>
              </w:rPr>
              <w:t>DC_1A-18A_n257L</w:t>
            </w:r>
          </w:p>
          <w:p w14:paraId="5D782266" w14:textId="77777777" w:rsidR="00944F22" w:rsidRPr="00E062F1" w:rsidRDefault="00944F22" w:rsidP="006B3BD2">
            <w:pPr>
              <w:pStyle w:val="TAC"/>
              <w:rPr>
                <w:noProof/>
                <w:lang w:eastAsia="zh-CN"/>
              </w:rPr>
            </w:pPr>
            <w:r w:rsidRPr="00E062F1">
              <w:rPr>
                <w:rFonts w:cs="Arial"/>
                <w:lang w:eastAsia="ja-JP"/>
              </w:rPr>
              <w:t>DC_1A-18A_n257M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587E45C" w14:textId="0D394A5C" w:rsidR="002665C4" w:rsidRPr="00E062F1" w:rsidRDefault="002665C4" w:rsidP="002665C4">
            <w:pPr>
              <w:pStyle w:val="TAC"/>
              <w:rPr>
                <w:noProof/>
              </w:rPr>
            </w:pPr>
            <w:r w:rsidRPr="00E062F1">
              <w:rPr>
                <w:noProof/>
              </w:rPr>
              <w:t>DC_1A</w:t>
            </w:r>
            <w:r w:rsidR="00E1475B">
              <w:rPr>
                <w:noProof/>
              </w:rPr>
              <w:t>_</w:t>
            </w:r>
            <w:r>
              <w:rPr>
                <w:noProof/>
              </w:rPr>
              <w:t>n</w:t>
            </w:r>
            <w:r w:rsidRPr="00E062F1">
              <w:rPr>
                <w:noProof/>
              </w:rPr>
              <w:t>257A</w:t>
            </w:r>
          </w:p>
          <w:p w14:paraId="39506D99" w14:textId="69E66B2F" w:rsidR="002665C4" w:rsidRPr="00E062F1" w:rsidRDefault="002665C4" w:rsidP="002665C4">
            <w:pPr>
              <w:pStyle w:val="TAC"/>
              <w:rPr>
                <w:noProof/>
                <w:lang w:eastAsia="fr-FR"/>
              </w:rPr>
            </w:pPr>
            <w:r w:rsidRPr="00E062F1">
              <w:rPr>
                <w:noProof/>
              </w:rPr>
              <w:t>DC_1A</w:t>
            </w:r>
            <w:r w:rsidR="00E1475B">
              <w:rPr>
                <w:noProof/>
              </w:rPr>
              <w:t>_</w:t>
            </w:r>
            <w:r>
              <w:rPr>
                <w:noProof/>
              </w:rPr>
              <w:t>n</w:t>
            </w:r>
            <w:r w:rsidRPr="00E062F1">
              <w:rPr>
                <w:noProof/>
              </w:rPr>
              <w:t>257G</w:t>
            </w:r>
          </w:p>
          <w:p w14:paraId="5D8947B1" w14:textId="47AADA04" w:rsidR="002665C4" w:rsidRPr="00E062F1" w:rsidRDefault="002665C4" w:rsidP="002665C4">
            <w:pPr>
              <w:pStyle w:val="TAC"/>
              <w:rPr>
                <w:noProof/>
              </w:rPr>
            </w:pPr>
            <w:r w:rsidRPr="00E062F1">
              <w:rPr>
                <w:noProof/>
              </w:rPr>
              <w:t>DC_1A</w:t>
            </w:r>
            <w:r w:rsidR="00E1475B">
              <w:rPr>
                <w:noProof/>
              </w:rPr>
              <w:t>_</w:t>
            </w:r>
            <w:r>
              <w:rPr>
                <w:noProof/>
              </w:rPr>
              <w:t>n</w:t>
            </w:r>
            <w:r w:rsidRPr="00E062F1">
              <w:rPr>
                <w:noProof/>
              </w:rPr>
              <w:t>257H</w:t>
            </w:r>
          </w:p>
          <w:p w14:paraId="76904B95" w14:textId="76D3E2DE" w:rsidR="002665C4" w:rsidRPr="00E062F1" w:rsidRDefault="002665C4" w:rsidP="002665C4">
            <w:pPr>
              <w:pStyle w:val="TAC"/>
              <w:rPr>
                <w:noProof/>
              </w:rPr>
            </w:pPr>
            <w:r w:rsidRPr="00E062F1">
              <w:rPr>
                <w:noProof/>
              </w:rPr>
              <w:t>DC_1A</w:t>
            </w:r>
            <w:r w:rsidR="00E1475B">
              <w:rPr>
                <w:noProof/>
              </w:rPr>
              <w:t>_</w:t>
            </w:r>
            <w:r w:rsidRPr="00E062F1">
              <w:rPr>
                <w:noProof/>
              </w:rPr>
              <w:t>-</w:t>
            </w:r>
            <w:r>
              <w:rPr>
                <w:noProof/>
              </w:rPr>
              <w:t>n</w:t>
            </w:r>
            <w:r w:rsidRPr="00E062F1">
              <w:rPr>
                <w:noProof/>
              </w:rPr>
              <w:t>257I</w:t>
            </w:r>
          </w:p>
          <w:p w14:paraId="18B07DC1" w14:textId="77777777" w:rsidR="002665C4" w:rsidRPr="00E062F1" w:rsidRDefault="002665C4" w:rsidP="002665C4">
            <w:pPr>
              <w:pStyle w:val="TAC"/>
              <w:rPr>
                <w:noProof/>
              </w:rPr>
            </w:pPr>
            <w:r w:rsidRPr="00E062F1">
              <w:rPr>
                <w:noProof/>
              </w:rPr>
              <w:t>DC_18A_n257A</w:t>
            </w:r>
          </w:p>
          <w:p w14:paraId="45D51ADF" w14:textId="007AB388" w:rsidR="002665C4" w:rsidRPr="00E062F1" w:rsidRDefault="002665C4" w:rsidP="002665C4">
            <w:pPr>
              <w:pStyle w:val="TAC"/>
              <w:rPr>
                <w:noProof/>
              </w:rPr>
            </w:pPr>
            <w:r w:rsidRPr="00E062F1">
              <w:rPr>
                <w:noProof/>
              </w:rPr>
              <w:t>DC_18A</w:t>
            </w:r>
            <w:r w:rsidR="00E1475B">
              <w:rPr>
                <w:noProof/>
              </w:rPr>
              <w:t>_</w:t>
            </w:r>
            <w:r>
              <w:rPr>
                <w:noProof/>
              </w:rPr>
              <w:t>n</w:t>
            </w:r>
            <w:r w:rsidRPr="00E062F1">
              <w:rPr>
                <w:noProof/>
              </w:rPr>
              <w:t>257G</w:t>
            </w:r>
          </w:p>
          <w:p w14:paraId="1B74BAF9" w14:textId="7E462758" w:rsidR="002665C4" w:rsidRPr="00E062F1" w:rsidRDefault="002665C4" w:rsidP="002665C4">
            <w:pPr>
              <w:pStyle w:val="TAC"/>
              <w:rPr>
                <w:noProof/>
              </w:rPr>
            </w:pPr>
            <w:r w:rsidRPr="00E062F1">
              <w:rPr>
                <w:noProof/>
              </w:rPr>
              <w:t>DC_18A</w:t>
            </w:r>
            <w:r w:rsidR="00E1475B">
              <w:rPr>
                <w:noProof/>
              </w:rPr>
              <w:t>_</w:t>
            </w:r>
            <w:r>
              <w:rPr>
                <w:noProof/>
              </w:rPr>
              <w:t>n</w:t>
            </w:r>
            <w:r w:rsidRPr="00E062F1">
              <w:rPr>
                <w:noProof/>
              </w:rPr>
              <w:t>257H</w:t>
            </w:r>
          </w:p>
          <w:p w14:paraId="0E7DC0C8" w14:textId="64604AFC" w:rsidR="00944F22" w:rsidRPr="00E062F1" w:rsidRDefault="002665C4" w:rsidP="002665C4">
            <w:pPr>
              <w:pStyle w:val="TAC"/>
              <w:rPr>
                <w:noProof/>
                <w:lang w:eastAsia="zh-CN"/>
              </w:rPr>
            </w:pPr>
            <w:r w:rsidRPr="00E062F1">
              <w:rPr>
                <w:noProof/>
              </w:rPr>
              <w:t>DC_18A</w:t>
            </w:r>
            <w:r w:rsidR="00E1475B">
              <w:rPr>
                <w:noProof/>
              </w:rPr>
              <w:t>_</w:t>
            </w:r>
            <w:r>
              <w:rPr>
                <w:noProof/>
              </w:rPr>
              <w:t>n</w:t>
            </w:r>
            <w:r w:rsidRPr="00E062F1">
              <w:rPr>
                <w:noProof/>
              </w:rPr>
              <w:t>257I</w:t>
            </w:r>
          </w:p>
        </w:tc>
      </w:tr>
      <w:tr w:rsidR="00944F22" w:rsidRPr="00E062F1" w14:paraId="76F582B7"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95F05F3" w14:textId="77777777" w:rsidR="00944F22" w:rsidRPr="00E062F1" w:rsidRDefault="00944F22" w:rsidP="006B3BD2">
            <w:pPr>
              <w:pStyle w:val="TAC"/>
              <w:rPr>
                <w:noProof/>
                <w:vertAlign w:val="superscript"/>
                <w:lang w:eastAsia="zh-CN"/>
              </w:rPr>
            </w:pPr>
            <w:r w:rsidRPr="00E062F1">
              <w:rPr>
                <w:noProof/>
                <w:lang w:eastAsia="zh-CN"/>
              </w:rPr>
              <w:t>DC_1A-19A_n257A</w:t>
            </w:r>
            <w:r w:rsidRPr="00E062F1">
              <w:rPr>
                <w:noProof/>
                <w:vertAlign w:val="superscript"/>
                <w:lang w:eastAsia="zh-CN"/>
              </w:rPr>
              <w:t>2</w:t>
            </w:r>
          </w:p>
          <w:p w14:paraId="5D742274" w14:textId="77777777" w:rsidR="00944F22" w:rsidRPr="00E062F1" w:rsidRDefault="00944F22" w:rsidP="006B3BD2">
            <w:pPr>
              <w:pStyle w:val="TAC"/>
              <w:rPr>
                <w:noProof/>
                <w:lang w:eastAsia="zh-CN"/>
              </w:rPr>
            </w:pPr>
            <w:r w:rsidRPr="00E062F1">
              <w:rPr>
                <w:noProof/>
                <w:lang w:eastAsia="zh-CN"/>
              </w:rPr>
              <w:t>DC_1A-19A_n257D</w:t>
            </w:r>
            <w:r w:rsidRPr="00E062F1">
              <w:rPr>
                <w:noProof/>
                <w:vertAlign w:val="superscript"/>
                <w:lang w:eastAsia="zh-CN"/>
              </w:rPr>
              <w:t>2</w:t>
            </w:r>
          </w:p>
          <w:p w14:paraId="4B5A9A8D" w14:textId="77777777" w:rsidR="00944F22" w:rsidRPr="00E062F1" w:rsidRDefault="00944F22" w:rsidP="006B3BD2">
            <w:pPr>
              <w:pStyle w:val="TAC"/>
              <w:rPr>
                <w:noProof/>
                <w:lang w:eastAsia="zh-CN"/>
              </w:rPr>
            </w:pPr>
            <w:r w:rsidRPr="00E062F1">
              <w:rPr>
                <w:noProof/>
                <w:lang w:eastAsia="zh-CN"/>
              </w:rPr>
              <w:t>DC_1A-19A_n257E</w:t>
            </w:r>
            <w:r w:rsidRPr="00E062F1">
              <w:rPr>
                <w:noProof/>
                <w:vertAlign w:val="superscript"/>
                <w:lang w:eastAsia="zh-CN"/>
              </w:rPr>
              <w:t>2</w:t>
            </w:r>
          </w:p>
          <w:p w14:paraId="6DE7E7F7" w14:textId="77777777" w:rsidR="00944F22" w:rsidRPr="00E062F1" w:rsidRDefault="00944F22" w:rsidP="006B3BD2">
            <w:pPr>
              <w:pStyle w:val="TAC"/>
              <w:rPr>
                <w:noProof/>
                <w:vertAlign w:val="superscript"/>
                <w:lang w:eastAsia="zh-CN"/>
              </w:rPr>
            </w:pPr>
            <w:r w:rsidRPr="00E062F1">
              <w:rPr>
                <w:noProof/>
                <w:lang w:eastAsia="zh-CN"/>
              </w:rPr>
              <w:t>DC_1A-19A_n257F</w:t>
            </w:r>
            <w:r w:rsidRPr="00E062F1">
              <w:rPr>
                <w:noProof/>
                <w:vertAlign w:val="superscript"/>
                <w:lang w:eastAsia="zh-CN"/>
              </w:rPr>
              <w:t>2</w:t>
            </w:r>
          </w:p>
          <w:p w14:paraId="74BAD947" w14:textId="77777777" w:rsidR="00944F22" w:rsidRPr="00E062F1" w:rsidRDefault="00944F22" w:rsidP="006B3BD2">
            <w:pPr>
              <w:pStyle w:val="TAC"/>
              <w:rPr>
                <w:lang w:eastAsia="ja-JP"/>
              </w:rPr>
            </w:pPr>
            <w:r w:rsidRPr="00E062F1">
              <w:rPr>
                <w:lang w:eastAsia="ja-JP"/>
              </w:rPr>
              <w:t>DC_1A-19A_n257G</w:t>
            </w:r>
          </w:p>
          <w:p w14:paraId="3F2E5E05" w14:textId="77777777" w:rsidR="00944F22" w:rsidRPr="00E062F1" w:rsidRDefault="00944F22" w:rsidP="006B3BD2">
            <w:pPr>
              <w:pStyle w:val="TAC"/>
              <w:rPr>
                <w:lang w:eastAsia="ja-JP"/>
              </w:rPr>
            </w:pPr>
            <w:r w:rsidRPr="00E062F1">
              <w:rPr>
                <w:lang w:eastAsia="ja-JP"/>
              </w:rPr>
              <w:t>DC_1A-19A_n257H</w:t>
            </w:r>
          </w:p>
          <w:p w14:paraId="70D9CEF0" w14:textId="77777777" w:rsidR="00944F22" w:rsidRPr="00E062F1" w:rsidRDefault="00944F22" w:rsidP="006B3BD2">
            <w:pPr>
              <w:pStyle w:val="TAC"/>
              <w:rPr>
                <w:lang w:eastAsia="ja-JP"/>
              </w:rPr>
            </w:pPr>
            <w:r w:rsidRPr="00E062F1">
              <w:rPr>
                <w:lang w:eastAsia="ja-JP"/>
              </w:rPr>
              <w:t>DC_1A-19A_n257I</w:t>
            </w:r>
          </w:p>
          <w:p w14:paraId="6EE4C751" w14:textId="77777777" w:rsidR="00944F22" w:rsidRPr="00E062F1" w:rsidRDefault="00944F22" w:rsidP="006B3BD2">
            <w:pPr>
              <w:pStyle w:val="TAC"/>
              <w:rPr>
                <w:lang w:eastAsia="ja-JP"/>
              </w:rPr>
            </w:pPr>
            <w:r w:rsidRPr="00E062F1">
              <w:rPr>
                <w:lang w:eastAsia="ja-JP"/>
              </w:rPr>
              <w:t>DC_1A-19A_n257J</w:t>
            </w:r>
          </w:p>
          <w:p w14:paraId="59BF71A0" w14:textId="77777777" w:rsidR="00944F22" w:rsidRPr="00E062F1" w:rsidRDefault="00944F22" w:rsidP="006B3BD2">
            <w:pPr>
              <w:pStyle w:val="TAC"/>
              <w:rPr>
                <w:lang w:eastAsia="ja-JP"/>
              </w:rPr>
            </w:pPr>
            <w:r w:rsidRPr="00E062F1">
              <w:rPr>
                <w:lang w:eastAsia="ja-JP"/>
              </w:rPr>
              <w:t>DC_1A-19A_n257K</w:t>
            </w:r>
          </w:p>
          <w:p w14:paraId="2076E310" w14:textId="77777777" w:rsidR="00944F22" w:rsidRPr="00E062F1" w:rsidRDefault="00944F22" w:rsidP="006B3BD2">
            <w:pPr>
              <w:pStyle w:val="TAC"/>
              <w:rPr>
                <w:lang w:eastAsia="ja-JP"/>
              </w:rPr>
            </w:pPr>
            <w:r w:rsidRPr="00E062F1">
              <w:rPr>
                <w:lang w:eastAsia="ja-JP"/>
              </w:rPr>
              <w:t>DC_1A-19A_n257L</w:t>
            </w:r>
          </w:p>
          <w:p w14:paraId="0BF1B1C9" w14:textId="77777777" w:rsidR="00944F22" w:rsidRPr="00E062F1" w:rsidRDefault="00944F22" w:rsidP="006B3BD2">
            <w:pPr>
              <w:pStyle w:val="TAC"/>
              <w:rPr>
                <w:noProof/>
                <w:lang w:eastAsia="zh-CN"/>
              </w:rPr>
            </w:pPr>
            <w:r w:rsidRPr="00E062F1">
              <w:rPr>
                <w:lang w:eastAsia="ja-JP"/>
              </w:rPr>
              <w:t>DC_1A-19A_n257M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23E1EBF" w14:textId="77777777" w:rsidR="00944F22" w:rsidRPr="00E062F1" w:rsidRDefault="00944F22" w:rsidP="006B3BD2">
            <w:pPr>
              <w:pStyle w:val="TAC"/>
              <w:rPr>
                <w:noProof/>
                <w:lang w:eastAsia="zh-CN"/>
              </w:rPr>
            </w:pPr>
            <w:r w:rsidRPr="00E062F1">
              <w:rPr>
                <w:noProof/>
                <w:lang w:eastAsia="zh-CN"/>
              </w:rPr>
              <w:t>DC_1A_n257A</w:t>
            </w:r>
          </w:p>
          <w:p w14:paraId="342E5E1A" w14:textId="5D29A034" w:rsidR="00944F22" w:rsidRPr="00E062F1" w:rsidRDefault="00944F22" w:rsidP="006B3BD2">
            <w:pPr>
              <w:pStyle w:val="TAC"/>
              <w:rPr>
                <w:noProof/>
                <w:lang w:eastAsia="ja-JP"/>
              </w:rPr>
            </w:pPr>
            <w:r w:rsidRPr="00E062F1">
              <w:rPr>
                <w:noProof/>
              </w:rPr>
              <w:t>DC_1A</w:t>
            </w:r>
            <w:r w:rsidR="00E1475B">
              <w:rPr>
                <w:noProof/>
              </w:rPr>
              <w:t>_</w:t>
            </w:r>
            <w:r w:rsidRPr="00E062F1">
              <w:rPr>
                <w:noProof/>
              </w:rPr>
              <w:t>257</w:t>
            </w:r>
            <w:r w:rsidRPr="00E062F1">
              <w:rPr>
                <w:noProof/>
                <w:lang w:eastAsia="ja-JP"/>
              </w:rPr>
              <w:t>D</w:t>
            </w:r>
          </w:p>
          <w:p w14:paraId="71DCE7AE" w14:textId="77777777" w:rsidR="00944F22" w:rsidRPr="00E062F1" w:rsidRDefault="00944F22" w:rsidP="006B3BD2">
            <w:pPr>
              <w:pStyle w:val="TAC"/>
              <w:rPr>
                <w:lang w:eastAsia="ja-JP"/>
              </w:rPr>
            </w:pPr>
            <w:r w:rsidRPr="00E062F1">
              <w:rPr>
                <w:lang w:eastAsia="ja-JP"/>
              </w:rPr>
              <w:t>DC_1A_n257G</w:t>
            </w:r>
          </w:p>
          <w:p w14:paraId="42B0EF0E" w14:textId="77777777" w:rsidR="00944F22" w:rsidRPr="00E062F1" w:rsidRDefault="00944F22" w:rsidP="006B3BD2">
            <w:pPr>
              <w:pStyle w:val="TAC"/>
              <w:rPr>
                <w:lang w:eastAsia="ja-JP"/>
              </w:rPr>
            </w:pPr>
            <w:r w:rsidRPr="00E062F1">
              <w:rPr>
                <w:lang w:eastAsia="ja-JP"/>
              </w:rPr>
              <w:t>DC_1A_n257H</w:t>
            </w:r>
          </w:p>
          <w:p w14:paraId="18CFB4D8" w14:textId="77777777" w:rsidR="00944F22" w:rsidRPr="00E062F1" w:rsidRDefault="00944F22" w:rsidP="006B3BD2">
            <w:pPr>
              <w:pStyle w:val="TAC"/>
              <w:rPr>
                <w:lang w:eastAsia="ja-JP"/>
              </w:rPr>
            </w:pPr>
            <w:r w:rsidRPr="00E062F1">
              <w:rPr>
                <w:lang w:eastAsia="ja-JP"/>
              </w:rPr>
              <w:t>DC_1A_n257I</w:t>
            </w:r>
          </w:p>
          <w:p w14:paraId="73598441" w14:textId="77777777" w:rsidR="00944F22" w:rsidRPr="00E062F1" w:rsidRDefault="00944F22" w:rsidP="006B3BD2">
            <w:pPr>
              <w:pStyle w:val="TAC"/>
              <w:rPr>
                <w:lang w:eastAsia="ja-JP"/>
              </w:rPr>
            </w:pPr>
            <w:r w:rsidRPr="00E062F1">
              <w:rPr>
                <w:lang w:eastAsia="ja-JP"/>
              </w:rPr>
              <w:t>DC_1A_n257J</w:t>
            </w:r>
          </w:p>
          <w:p w14:paraId="4C339DE2" w14:textId="77777777" w:rsidR="00944F22" w:rsidRPr="00E062F1" w:rsidRDefault="00944F22" w:rsidP="006B3BD2">
            <w:pPr>
              <w:pStyle w:val="TAC"/>
              <w:rPr>
                <w:lang w:eastAsia="ja-JP"/>
              </w:rPr>
            </w:pPr>
            <w:r w:rsidRPr="00E062F1">
              <w:rPr>
                <w:lang w:eastAsia="ja-JP"/>
              </w:rPr>
              <w:t>DC_1A_n257K</w:t>
            </w:r>
          </w:p>
          <w:p w14:paraId="733CD312" w14:textId="77777777" w:rsidR="00944F22" w:rsidRPr="00E062F1" w:rsidRDefault="00944F22" w:rsidP="006B3BD2">
            <w:pPr>
              <w:pStyle w:val="TAC"/>
              <w:rPr>
                <w:lang w:eastAsia="ja-JP"/>
              </w:rPr>
            </w:pPr>
            <w:r w:rsidRPr="00E062F1">
              <w:rPr>
                <w:lang w:eastAsia="ja-JP"/>
              </w:rPr>
              <w:t>DC_1A_n257L</w:t>
            </w:r>
          </w:p>
          <w:p w14:paraId="7F7A4FEC" w14:textId="77777777" w:rsidR="00944F22" w:rsidRPr="00E062F1" w:rsidRDefault="00944F22" w:rsidP="006B3BD2">
            <w:pPr>
              <w:pStyle w:val="TAC"/>
              <w:rPr>
                <w:noProof/>
                <w:lang w:eastAsia="zh-CN"/>
              </w:rPr>
            </w:pPr>
            <w:r w:rsidRPr="00E062F1">
              <w:rPr>
                <w:lang w:eastAsia="ja-JP"/>
              </w:rPr>
              <w:t>DC_1A_n257M</w:t>
            </w:r>
          </w:p>
          <w:p w14:paraId="125910A4" w14:textId="77777777" w:rsidR="00944F22" w:rsidRPr="00E062F1" w:rsidRDefault="00944F22" w:rsidP="006B3BD2">
            <w:pPr>
              <w:pStyle w:val="TAC"/>
              <w:rPr>
                <w:noProof/>
                <w:lang w:eastAsia="zh-CN"/>
              </w:rPr>
            </w:pPr>
            <w:r w:rsidRPr="00E062F1">
              <w:rPr>
                <w:noProof/>
                <w:lang w:eastAsia="zh-CN"/>
              </w:rPr>
              <w:t>DC_19A_n257A</w:t>
            </w:r>
          </w:p>
          <w:p w14:paraId="7DE01973" w14:textId="77777777" w:rsidR="00944F22" w:rsidRPr="00E062F1" w:rsidRDefault="00944F22" w:rsidP="006B3BD2">
            <w:pPr>
              <w:pStyle w:val="TAC"/>
              <w:rPr>
                <w:noProof/>
                <w:lang w:eastAsia="ja-JP"/>
              </w:rPr>
            </w:pPr>
            <w:r w:rsidRPr="00E062F1">
              <w:rPr>
                <w:noProof/>
              </w:rPr>
              <w:t>DC_19A_n257</w:t>
            </w:r>
            <w:r w:rsidRPr="00E062F1">
              <w:rPr>
                <w:noProof/>
                <w:lang w:eastAsia="ja-JP"/>
              </w:rPr>
              <w:t>D</w:t>
            </w:r>
          </w:p>
          <w:p w14:paraId="193D419F" w14:textId="77777777" w:rsidR="00944F22" w:rsidRPr="00E062F1" w:rsidRDefault="00944F22" w:rsidP="006B3BD2">
            <w:pPr>
              <w:pStyle w:val="TAC"/>
              <w:rPr>
                <w:lang w:eastAsia="ja-JP"/>
              </w:rPr>
            </w:pPr>
            <w:r w:rsidRPr="00E062F1">
              <w:rPr>
                <w:lang w:eastAsia="ja-JP"/>
              </w:rPr>
              <w:t>DC_19A_n257G</w:t>
            </w:r>
          </w:p>
          <w:p w14:paraId="5E0B3984" w14:textId="77777777" w:rsidR="00944F22" w:rsidRPr="00E062F1" w:rsidRDefault="00944F22" w:rsidP="006B3BD2">
            <w:pPr>
              <w:pStyle w:val="TAC"/>
              <w:rPr>
                <w:lang w:eastAsia="ja-JP"/>
              </w:rPr>
            </w:pPr>
            <w:r w:rsidRPr="00E062F1">
              <w:rPr>
                <w:lang w:eastAsia="ja-JP"/>
              </w:rPr>
              <w:t>DC_19A_n257H</w:t>
            </w:r>
          </w:p>
          <w:p w14:paraId="6FAA651A" w14:textId="77777777" w:rsidR="00944F22" w:rsidRPr="00E062F1" w:rsidRDefault="00944F22" w:rsidP="006B3BD2">
            <w:pPr>
              <w:pStyle w:val="TAC"/>
              <w:rPr>
                <w:noProof/>
                <w:lang w:eastAsia="zh-CN"/>
              </w:rPr>
            </w:pPr>
            <w:r w:rsidRPr="00E062F1">
              <w:rPr>
                <w:lang w:eastAsia="ja-JP"/>
              </w:rPr>
              <w:t>DC_19A_n257I</w:t>
            </w:r>
          </w:p>
        </w:tc>
      </w:tr>
      <w:tr w:rsidR="00944F22" w:rsidRPr="00E062F1" w14:paraId="332B246E"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3A49274" w14:textId="77777777" w:rsidR="00944F22" w:rsidRPr="00E062F1" w:rsidRDefault="00944F22" w:rsidP="006B3BD2">
            <w:pPr>
              <w:pStyle w:val="TAC"/>
              <w:rPr>
                <w:noProof/>
                <w:vertAlign w:val="superscript"/>
                <w:lang w:eastAsia="zh-CN"/>
              </w:rPr>
            </w:pPr>
            <w:r w:rsidRPr="00E062F1">
              <w:rPr>
                <w:noProof/>
                <w:lang w:eastAsia="zh-CN"/>
              </w:rPr>
              <w:t>DC_1A-21A_n257A</w:t>
            </w:r>
            <w:r w:rsidRPr="00E062F1">
              <w:rPr>
                <w:noProof/>
                <w:vertAlign w:val="superscript"/>
                <w:lang w:eastAsia="zh-CN"/>
              </w:rPr>
              <w:t>2</w:t>
            </w:r>
          </w:p>
          <w:p w14:paraId="1B933C3E" w14:textId="77777777" w:rsidR="00944F22" w:rsidRPr="00E062F1" w:rsidRDefault="00944F22" w:rsidP="006B3BD2">
            <w:pPr>
              <w:pStyle w:val="TAC"/>
              <w:rPr>
                <w:noProof/>
                <w:lang w:eastAsia="zh-CN"/>
              </w:rPr>
            </w:pPr>
            <w:r w:rsidRPr="00E062F1">
              <w:rPr>
                <w:noProof/>
                <w:lang w:eastAsia="zh-CN"/>
              </w:rPr>
              <w:t>DC_1A-21A_n257D</w:t>
            </w:r>
            <w:r w:rsidRPr="00E062F1">
              <w:rPr>
                <w:noProof/>
                <w:vertAlign w:val="superscript"/>
                <w:lang w:eastAsia="zh-CN"/>
              </w:rPr>
              <w:t>2</w:t>
            </w:r>
          </w:p>
          <w:p w14:paraId="7A7AD0AA" w14:textId="77777777" w:rsidR="00944F22" w:rsidRPr="00E062F1" w:rsidRDefault="00944F22" w:rsidP="006B3BD2">
            <w:pPr>
              <w:pStyle w:val="TAC"/>
              <w:rPr>
                <w:noProof/>
                <w:lang w:eastAsia="zh-CN"/>
              </w:rPr>
            </w:pPr>
            <w:r w:rsidRPr="00E062F1">
              <w:rPr>
                <w:noProof/>
                <w:lang w:eastAsia="zh-CN"/>
              </w:rPr>
              <w:t>DC_1A-21A_n257E</w:t>
            </w:r>
            <w:r w:rsidRPr="00E062F1">
              <w:rPr>
                <w:noProof/>
                <w:vertAlign w:val="superscript"/>
                <w:lang w:eastAsia="zh-CN"/>
              </w:rPr>
              <w:t>2</w:t>
            </w:r>
          </w:p>
          <w:p w14:paraId="54A40829" w14:textId="77777777" w:rsidR="00944F22" w:rsidRPr="00E062F1" w:rsidRDefault="00944F22" w:rsidP="006B3BD2">
            <w:pPr>
              <w:pStyle w:val="TAC"/>
              <w:rPr>
                <w:noProof/>
                <w:vertAlign w:val="superscript"/>
                <w:lang w:eastAsia="zh-CN"/>
              </w:rPr>
            </w:pPr>
            <w:r w:rsidRPr="00E062F1">
              <w:rPr>
                <w:noProof/>
                <w:lang w:eastAsia="zh-CN"/>
              </w:rPr>
              <w:t>DC_1A-21A_n257F</w:t>
            </w:r>
            <w:r w:rsidRPr="00E062F1">
              <w:rPr>
                <w:noProof/>
                <w:vertAlign w:val="superscript"/>
                <w:lang w:eastAsia="zh-CN"/>
              </w:rPr>
              <w:t>2</w:t>
            </w:r>
          </w:p>
          <w:p w14:paraId="33D9F738" w14:textId="77777777" w:rsidR="00944F22" w:rsidRPr="00E062F1" w:rsidRDefault="00944F22" w:rsidP="006B3BD2">
            <w:pPr>
              <w:pStyle w:val="TAC"/>
              <w:rPr>
                <w:lang w:eastAsia="ja-JP"/>
              </w:rPr>
            </w:pPr>
            <w:r w:rsidRPr="00E062F1">
              <w:rPr>
                <w:lang w:eastAsia="ja-JP"/>
              </w:rPr>
              <w:t>DC_1A-21A_n257G</w:t>
            </w:r>
          </w:p>
          <w:p w14:paraId="4BEDEF84" w14:textId="77777777" w:rsidR="00944F22" w:rsidRPr="00E062F1" w:rsidRDefault="00944F22" w:rsidP="006B3BD2">
            <w:pPr>
              <w:pStyle w:val="TAC"/>
              <w:rPr>
                <w:lang w:eastAsia="ja-JP"/>
              </w:rPr>
            </w:pPr>
            <w:r w:rsidRPr="00E062F1">
              <w:rPr>
                <w:lang w:eastAsia="ja-JP"/>
              </w:rPr>
              <w:t>DC_1A-21A_n257H</w:t>
            </w:r>
          </w:p>
          <w:p w14:paraId="020A826F" w14:textId="77777777" w:rsidR="00944F22" w:rsidRPr="00E062F1" w:rsidRDefault="00944F22" w:rsidP="006B3BD2">
            <w:pPr>
              <w:pStyle w:val="TAC"/>
              <w:rPr>
                <w:lang w:eastAsia="ja-JP"/>
              </w:rPr>
            </w:pPr>
            <w:r w:rsidRPr="00E062F1">
              <w:rPr>
                <w:lang w:eastAsia="ja-JP"/>
              </w:rPr>
              <w:t>DC_1A-21A_n257I</w:t>
            </w:r>
          </w:p>
          <w:p w14:paraId="683A89E1" w14:textId="77777777" w:rsidR="00944F22" w:rsidRPr="00E062F1" w:rsidRDefault="00944F22" w:rsidP="006B3BD2">
            <w:pPr>
              <w:pStyle w:val="TAC"/>
              <w:rPr>
                <w:lang w:eastAsia="ja-JP"/>
              </w:rPr>
            </w:pPr>
            <w:r w:rsidRPr="00E062F1">
              <w:rPr>
                <w:lang w:eastAsia="ja-JP"/>
              </w:rPr>
              <w:t>DC_1A-21A_n257J</w:t>
            </w:r>
          </w:p>
          <w:p w14:paraId="28C8675E" w14:textId="77777777" w:rsidR="00944F22" w:rsidRPr="00E062F1" w:rsidRDefault="00944F22" w:rsidP="006B3BD2">
            <w:pPr>
              <w:pStyle w:val="TAC"/>
              <w:rPr>
                <w:lang w:eastAsia="ja-JP"/>
              </w:rPr>
            </w:pPr>
            <w:r w:rsidRPr="00E062F1">
              <w:rPr>
                <w:lang w:eastAsia="ja-JP"/>
              </w:rPr>
              <w:t>DC_1A-21A_n257K</w:t>
            </w:r>
          </w:p>
          <w:p w14:paraId="2B323779" w14:textId="77777777" w:rsidR="00944F22" w:rsidRPr="00E062F1" w:rsidRDefault="00944F22" w:rsidP="006B3BD2">
            <w:pPr>
              <w:pStyle w:val="TAC"/>
              <w:rPr>
                <w:lang w:eastAsia="ja-JP"/>
              </w:rPr>
            </w:pPr>
            <w:r w:rsidRPr="00E062F1">
              <w:rPr>
                <w:lang w:eastAsia="ja-JP"/>
              </w:rPr>
              <w:t>DC_1A-21A_n257L</w:t>
            </w:r>
          </w:p>
          <w:p w14:paraId="4086EAE2" w14:textId="77777777" w:rsidR="00944F22" w:rsidRPr="00E062F1" w:rsidRDefault="00944F22" w:rsidP="006B3BD2">
            <w:pPr>
              <w:pStyle w:val="TAC"/>
              <w:rPr>
                <w:noProof/>
                <w:lang w:eastAsia="zh-CN"/>
              </w:rPr>
            </w:pPr>
            <w:r w:rsidRPr="00E062F1">
              <w:rPr>
                <w:lang w:eastAsia="ja-JP"/>
              </w:rPr>
              <w:t>DC_1A-21A_n257M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2EDB659" w14:textId="77777777" w:rsidR="00944F22" w:rsidRPr="00E062F1" w:rsidRDefault="00944F22" w:rsidP="006B3BD2">
            <w:pPr>
              <w:pStyle w:val="TAC"/>
              <w:rPr>
                <w:lang w:eastAsia="ja-JP"/>
              </w:rPr>
            </w:pPr>
            <w:r w:rsidRPr="00E062F1">
              <w:rPr>
                <w:lang w:eastAsia="ja-JP"/>
              </w:rPr>
              <w:t>DC_1A_n257A</w:t>
            </w:r>
          </w:p>
          <w:p w14:paraId="44792A6E" w14:textId="77777777" w:rsidR="00944F22" w:rsidRPr="00E062F1" w:rsidRDefault="00944F22" w:rsidP="006B3BD2">
            <w:pPr>
              <w:pStyle w:val="TAC"/>
              <w:rPr>
                <w:lang w:eastAsia="ja-JP"/>
              </w:rPr>
            </w:pPr>
            <w:r w:rsidRPr="00E062F1">
              <w:rPr>
                <w:lang w:eastAsia="ja-JP"/>
              </w:rPr>
              <w:t>DC_1A_n257G</w:t>
            </w:r>
          </w:p>
          <w:p w14:paraId="775D9D57" w14:textId="77777777" w:rsidR="00944F22" w:rsidRPr="00E062F1" w:rsidRDefault="00944F22" w:rsidP="006B3BD2">
            <w:pPr>
              <w:pStyle w:val="TAC"/>
              <w:rPr>
                <w:lang w:eastAsia="ja-JP"/>
              </w:rPr>
            </w:pPr>
            <w:r w:rsidRPr="00E062F1">
              <w:rPr>
                <w:lang w:eastAsia="ja-JP"/>
              </w:rPr>
              <w:t>DC_1A_n257H</w:t>
            </w:r>
          </w:p>
          <w:p w14:paraId="5D6A1B93" w14:textId="77777777" w:rsidR="00944F22" w:rsidRPr="00E062F1" w:rsidRDefault="00944F22" w:rsidP="006B3BD2">
            <w:pPr>
              <w:pStyle w:val="TAC"/>
              <w:rPr>
                <w:lang w:eastAsia="ja-JP"/>
              </w:rPr>
            </w:pPr>
            <w:r w:rsidRPr="00E062F1">
              <w:rPr>
                <w:lang w:eastAsia="ja-JP"/>
              </w:rPr>
              <w:t>DC_1A_n257I</w:t>
            </w:r>
          </w:p>
          <w:p w14:paraId="4AB0B1BD" w14:textId="77777777" w:rsidR="00944F22" w:rsidRPr="00E062F1" w:rsidRDefault="00944F22" w:rsidP="006B3BD2">
            <w:pPr>
              <w:pStyle w:val="TAC"/>
              <w:rPr>
                <w:lang w:eastAsia="ja-JP"/>
              </w:rPr>
            </w:pPr>
            <w:r w:rsidRPr="00E062F1">
              <w:rPr>
                <w:lang w:eastAsia="ja-JP"/>
              </w:rPr>
              <w:t>DC_1A_n257J</w:t>
            </w:r>
          </w:p>
          <w:p w14:paraId="779F899B" w14:textId="77777777" w:rsidR="00944F22" w:rsidRPr="00E062F1" w:rsidRDefault="00944F22" w:rsidP="006B3BD2">
            <w:pPr>
              <w:pStyle w:val="TAC"/>
              <w:rPr>
                <w:lang w:eastAsia="ja-JP"/>
              </w:rPr>
            </w:pPr>
            <w:r w:rsidRPr="00E062F1">
              <w:rPr>
                <w:lang w:eastAsia="ja-JP"/>
              </w:rPr>
              <w:t>DC_1A_n257K</w:t>
            </w:r>
          </w:p>
          <w:p w14:paraId="3E6EF95E" w14:textId="77777777" w:rsidR="00944F22" w:rsidRPr="00E062F1" w:rsidRDefault="00944F22" w:rsidP="006B3BD2">
            <w:pPr>
              <w:pStyle w:val="TAC"/>
              <w:rPr>
                <w:lang w:eastAsia="ja-JP"/>
              </w:rPr>
            </w:pPr>
            <w:r w:rsidRPr="00E062F1">
              <w:rPr>
                <w:lang w:eastAsia="ja-JP"/>
              </w:rPr>
              <w:t>DC_1A_n257L</w:t>
            </w:r>
          </w:p>
          <w:p w14:paraId="426160F1" w14:textId="77777777" w:rsidR="00944F22" w:rsidRPr="00E062F1" w:rsidRDefault="00944F22" w:rsidP="006B3BD2">
            <w:pPr>
              <w:pStyle w:val="TAC"/>
              <w:rPr>
                <w:lang w:eastAsia="ja-JP"/>
              </w:rPr>
            </w:pPr>
            <w:r w:rsidRPr="00E062F1">
              <w:rPr>
                <w:lang w:eastAsia="ja-JP"/>
              </w:rPr>
              <w:t>DC_1A_n257M</w:t>
            </w:r>
          </w:p>
          <w:p w14:paraId="2CD0D691" w14:textId="77777777" w:rsidR="00944F22" w:rsidRPr="00E062F1" w:rsidRDefault="00944F22" w:rsidP="006B3BD2">
            <w:pPr>
              <w:pStyle w:val="TAC"/>
              <w:rPr>
                <w:lang w:eastAsia="ja-JP"/>
              </w:rPr>
            </w:pPr>
            <w:r w:rsidRPr="00E062F1">
              <w:rPr>
                <w:lang w:eastAsia="ja-JP"/>
              </w:rPr>
              <w:t>DC_21A_n257A</w:t>
            </w:r>
          </w:p>
          <w:p w14:paraId="62C44A6C" w14:textId="77777777" w:rsidR="00944F22" w:rsidRPr="00E062F1" w:rsidRDefault="00944F22" w:rsidP="006B3BD2">
            <w:pPr>
              <w:pStyle w:val="TAC"/>
              <w:rPr>
                <w:lang w:eastAsia="ja-JP"/>
              </w:rPr>
            </w:pPr>
            <w:r w:rsidRPr="00E062F1">
              <w:rPr>
                <w:lang w:eastAsia="ja-JP"/>
              </w:rPr>
              <w:t>DC_21A_n257G</w:t>
            </w:r>
          </w:p>
          <w:p w14:paraId="1F67F198" w14:textId="77777777" w:rsidR="00944F22" w:rsidRPr="00E062F1" w:rsidRDefault="00944F22" w:rsidP="006B3BD2">
            <w:pPr>
              <w:pStyle w:val="TAC"/>
              <w:rPr>
                <w:lang w:eastAsia="ja-JP"/>
              </w:rPr>
            </w:pPr>
            <w:r w:rsidRPr="00E062F1">
              <w:rPr>
                <w:lang w:eastAsia="ja-JP"/>
              </w:rPr>
              <w:t>DC_21A_n257H</w:t>
            </w:r>
          </w:p>
          <w:p w14:paraId="71AC1E52" w14:textId="77777777" w:rsidR="00944F22" w:rsidRPr="00E062F1" w:rsidRDefault="00944F22" w:rsidP="006B3BD2">
            <w:pPr>
              <w:pStyle w:val="TAC"/>
              <w:rPr>
                <w:lang w:eastAsia="ja-JP"/>
              </w:rPr>
            </w:pPr>
            <w:r w:rsidRPr="00E062F1">
              <w:rPr>
                <w:lang w:eastAsia="ja-JP"/>
              </w:rPr>
              <w:t>DC_21A_n257I</w:t>
            </w:r>
          </w:p>
          <w:p w14:paraId="73142247" w14:textId="77777777" w:rsidR="00944F22" w:rsidRPr="00E062F1" w:rsidRDefault="00944F22" w:rsidP="006B3BD2">
            <w:pPr>
              <w:pStyle w:val="TAC"/>
              <w:rPr>
                <w:lang w:eastAsia="ja-JP"/>
              </w:rPr>
            </w:pPr>
            <w:r w:rsidRPr="00E062F1">
              <w:rPr>
                <w:lang w:eastAsia="ja-JP"/>
              </w:rPr>
              <w:t>DC_21A_n257J</w:t>
            </w:r>
          </w:p>
          <w:p w14:paraId="6673EC9C" w14:textId="77777777" w:rsidR="00944F22" w:rsidRPr="00E062F1" w:rsidRDefault="00944F22" w:rsidP="006B3BD2">
            <w:pPr>
              <w:pStyle w:val="TAC"/>
              <w:rPr>
                <w:lang w:eastAsia="ja-JP"/>
              </w:rPr>
            </w:pPr>
            <w:r w:rsidRPr="00E062F1">
              <w:rPr>
                <w:lang w:eastAsia="ja-JP"/>
              </w:rPr>
              <w:t>DC_21A_n257K</w:t>
            </w:r>
          </w:p>
          <w:p w14:paraId="08490F64" w14:textId="77777777" w:rsidR="00944F22" w:rsidRPr="00E062F1" w:rsidRDefault="00944F22" w:rsidP="006B3BD2">
            <w:pPr>
              <w:pStyle w:val="TAC"/>
              <w:rPr>
                <w:lang w:eastAsia="ja-JP"/>
              </w:rPr>
            </w:pPr>
            <w:r w:rsidRPr="00E062F1">
              <w:rPr>
                <w:lang w:eastAsia="ja-JP"/>
              </w:rPr>
              <w:t>DC_21A_n257L</w:t>
            </w:r>
          </w:p>
          <w:p w14:paraId="75E02653" w14:textId="77777777" w:rsidR="00944F22" w:rsidRPr="00E062F1" w:rsidRDefault="00944F22" w:rsidP="006B3BD2">
            <w:pPr>
              <w:pStyle w:val="TAC"/>
              <w:rPr>
                <w:noProof/>
                <w:lang w:eastAsia="zh-CN"/>
              </w:rPr>
            </w:pPr>
            <w:r w:rsidRPr="00E062F1">
              <w:rPr>
                <w:lang w:eastAsia="ja-JP"/>
              </w:rPr>
              <w:t>DC_21A_n257M</w:t>
            </w:r>
          </w:p>
        </w:tc>
      </w:tr>
      <w:tr w:rsidR="00944F22" w:rsidRPr="00E062F1" w14:paraId="6FD70845"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921678E" w14:textId="77777777" w:rsidR="00944F22" w:rsidRPr="00E062F1" w:rsidRDefault="00944F22" w:rsidP="006B3BD2">
            <w:pPr>
              <w:pStyle w:val="TAC"/>
              <w:rPr>
                <w:noProof/>
                <w:vertAlign w:val="superscript"/>
                <w:lang w:eastAsia="zh-CN"/>
              </w:rPr>
            </w:pPr>
            <w:r w:rsidRPr="00E062F1">
              <w:rPr>
                <w:noProof/>
                <w:lang w:eastAsia="zh-CN"/>
              </w:rPr>
              <w:t>DC_1A-28A_n257A</w:t>
            </w:r>
            <w:r w:rsidRPr="00E062F1">
              <w:rPr>
                <w:noProof/>
                <w:vertAlign w:val="superscript"/>
                <w:lang w:eastAsia="zh-CN"/>
              </w:rPr>
              <w:t>2</w:t>
            </w:r>
          </w:p>
          <w:p w14:paraId="318E7307" w14:textId="77777777" w:rsidR="00944F22" w:rsidRPr="00E062F1" w:rsidRDefault="00944F22" w:rsidP="006B3BD2">
            <w:pPr>
              <w:pStyle w:val="TAC"/>
              <w:rPr>
                <w:noProof/>
                <w:lang w:eastAsia="zh-CN"/>
              </w:rPr>
            </w:pPr>
            <w:r w:rsidRPr="00E062F1">
              <w:rPr>
                <w:noProof/>
                <w:lang w:eastAsia="zh-CN"/>
              </w:rPr>
              <w:t>DC_1A-28A_n257D</w:t>
            </w:r>
            <w:r w:rsidRPr="00E062F1">
              <w:rPr>
                <w:noProof/>
                <w:vertAlign w:val="superscript"/>
                <w:lang w:eastAsia="zh-CN"/>
              </w:rPr>
              <w:t>2</w:t>
            </w:r>
          </w:p>
          <w:p w14:paraId="40DF8F1C" w14:textId="77777777" w:rsidR="00944F22" w:rsidRPr="00E062F1" w:rsidRDefault="00944F22" w:rsidP="006B3BD2">
            <w:pPr>
              <w:pStyle w:val="TAC"/>
              <w:rPr>
                <w:noProof/>
                <w:lang w:eastAsia="zh-CN"/>
              </w:rPr>
            </w:pPr>
            <w:r w:rsidRPr="00E062F1">
              <w:rPr>
                <w:noProof/>
                <w:lang w:eastAsia="zh-CN"/>
              </w:rPr>
              <w:t>DC_1A-28A_n257E</w:t>
            </w:r>
            <w:r w:rsidRPr="00E062F1">
              <w:rPr>
                <w:noProof/>
                <w:vertAlign w:val="superscript"/>
                <w:lang w:eastAsia="zh-CN"/>
              </w:rPr>
              <w:t>2</w:t>
            </w:r>
          </w:p>
          <w:p w14:paraId="5B820E85" w14:textId="77777777" w:rsidR="00944F22" w:rsidRPr="00E062F1" w:rsidRDefault="00944F22" w:rsidP="006B3BD2">
            <w:pPr>
              <w:pStyle w:val="TAC"/>
              <w:rPr>
                <w:noProof/>
                <w:vertAlign w:val="superscript"/>
                <w:lang w:eastAsia="zh-CN"/>
              </w:rPr>
            </w:pPr>
            <w:r w:rsidRPr="00E062F1">
              <w:rPr>
                <w:noProof/>
                <w:lang w:eastAsia="zh-CN"/>
              </w:rPr>
              <w:t>DC_1A-28A_n257F</w:t>
            </w:r>
            <w:r w:rsidRPr="00E062F1">
              <w:rPr>
                <w:noProof/>
                <w:vertAlign w:val="superscript"/>
                <w:lang w:eastAsia="zh-CN"/>
              </w:rPr>
              <w:t>2</w:t>
            </w:r>
          </w:p>
          <w:p w14:paraId="2773ECFE" w14:textId="77777777" w:rsidR="00944F22" w:rsidRPr="00E062F1" w:rsidRDefault="00944F22" w:rsidP="006B3BD2">
            <w:pPr>
              <w:pStyle w:val="TAC"/>
              <w:rPr>
                <w:noProof/>
                <w:lang w:eastAsia="zh-CN"/>
              </w:rPr>
            </w:pPr>
            <w:r w:rsidRPr="00E062F1">
              <w:rPr>
                <w:noProof/>
                <w:lang w:eastAsia="zh-CN"/>
              </w:rPr>
              <w:t>DC_1A-28A_n257G</w:t>
            </w:r>
            <w:r w:rsidRPr="00E062F1">
              <w:rPr>
                <w:noProof/>
                <w:vertAlign w:val="superscript"/>
                <w:lang w:eastAsia="zh-CN"/>
              </w:rPr>
              <w:t>2</w:t>
            </w:r>
          </w:p>
          <w:p w14:paraId="25579C99" w14:textId="77777777" w:rsidR="00944F22" w:rsidRPr="00E062F1" w:rsidRDefault="00944F22" w:rsidP="006B3BD2">
            <w:pPr>
              <w:pStyle w:val="TAC"/>
              <w:rPr>
                <w:noProof/>
                <w:lang w:eastAsia="zh-CN"/>
              </w:rPr>
            </w:pPr>
            <w:r w:rsidRPr="00E062F1">
              <w:rPr>
                <w:noProof/>
                <w:lang w:eastAsia="zh-CN"/>
              </w:rPr>
              <w:t>DC_1A-28A_n257H</w:t>
            </w:r>
            <w:r w:rsidRPr="00E062F1">
              <w:rPr>
                <w:noProof/>
                <w:vertAlign w:val="superscript"/>
                <w:lang w:eastAsia="zh-CN"/>
              </w:rPr>
              <w:t>2</w:t>
            </w:r>
          </w:p>
          <w:p w14:paraId="2D1F68A2" w14:textId="77777777" w:rsidR="00944F22" w:rsidRPr="00E062F1" w:rsidRDefault="00944F22" w:rsidP="006B3BD2">
            <w:pPr>
              <w:pStyle w:val="TAC"/>
              <w:rPr>
                <w:noProof/>
                <w:lang w:eastAsia="zh-CN"/>
              </w:rPr>
            </w:pPr>
            <w:r w:rsidRPr="00E062F1">
              <w:rPr>
                <w:noProof/>
                <w:lang w:eastAsia="zh-CN"/>
              </w:rPr>
              <w:t>DC_1A-28A_n257I</w:t>
            </w:r>
            <w:r w:rsidRPr="00E062F1">
              <w:rPr>
                <w:noProof/>
                <w:vertAlign w:val="superscript"/>
                <w:lang w:eastAsia="zh-CN"/>
              </w:rPr>
              <w:t>2</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8FDDA88" w14:textId="77777777" w:rsidR="00944F22" w:rsidRPr="00E062F1" w:rsidRDefault="00944F22" w:rsidP="006B3BD2">
            <w:pPr>
              <w:pStyle w:val="TAC"/>
              <w:rPr>
                <w:noProof/>
                <w:lang w:eastAsia="zh-CN"/>
              </w:rPr>
            </w:pPr>
            <w:r w:rsidRPr="00E062F1">
              <w:rPr>
                <w:noProof/>
                <w:lang w:eastAsia="zh-CN"/>
              </w:rPr>
              <w:t>DC_1A_n257A</w:t>
            </w:r>
          </w:p>
          <w:p w14:paraId="2DB5586B" w14:textId="77777777" w:rsidR="00944F22" w:rsidRPr="00E062F1" w:rsidRDefault="00944F22" w:rsidP="006B3BD2">
            <w:pPr>
              <w:pStyle w:val="TAC"/>
              <w:rPr>
                <w:noProof/>
                <w:lang w:eastAsia="ja-JP"/>
              </w:rPr>
            </w:pPr>
            <w:r w:rsidRPr="00E062F1">
              <w:rPr>
                <w:noProof/>
              </w:rPr>
              <w:t>DC_1A_n257</w:t>
            </w:r>
            <w:r w:rsidRPr="00E062F1">
              <w:rPr>
                <w:noProof/>
                <w:lang w:eastAsia="ja-JP"/>
              </w:rPr>
              <w:t>D</w:t>
            </w:r>
          </w:p>
          <w:p w14:paraId="210DBF83" w14:textId="77777777" w:rsidR="00944F22" w:rsidRPr="00E062F1" w:rsidRDefault="00944F22" w:rsidP="006B3BD2">
            <w:pPr>
              <w:pStyle w:val="TAC"/>
              <w:rPr>
                <w:noProof/>
                <w:lang w:eastAsia="zh-CN"/>
              </w:rPr>
            </w:pPr>
            <w:r w:rsidRPr="00E062F1">
              <w:rPr>
                <w:noProof/>
              </w:rPr>
              <w:t>DC_1A_n257</w:t>
            </w:r>
            <w:r w:rsidRPr="00E062F1">
              <w:rPr>
                <w:noProof/>
                <w:lang w:eastAsia="ja-JP"/>
              </w:rPr>
              <w:t>G</w:t>
            </w:r>
          </w:p>
          <w:p w14:paraId="2778D8BC" w14:textId="77777777" w:rsidR="00944F22" w:rsidRPr="00E062F1" w:rsidRDefault="00944F22" w:rsidP="006B3BD2">
            <w:pPr>
              <w:pStyle w:val="TAC"/>
              <w:rPr>
                <w:noProof/>
                <w:lang w:eastAsia="zh-CN"/>
              </w:rPr>
            </w:pPr>
            <w:r w:rsidRPr="00E062F1">
              <w:rPr>
                <w:noProof/>
              </w:rPr>
              <w:t>DC_1A_n257</w:t>
            </w:r>
            <w:r w:rsidRPr="00E062F1">
              <w:rPr>
                <w:noProof/>
                <w:lang w:eastAsia="ja-JP"/>
              </w:rPr>
              <w:t>H</w:t>
            </w:r>
          </w:p>
          <w:p w14:paraId="621F7D76" w14:textId="77777777" w:rsidR="00944F22" w:rsidRPr="00E062F1" w:rsidRDefault="00944F22" w:rsidP="006B3BD2">
            <w:pPr>
              <w:pStyle w:val="TAC"/>
              <w:rPr>
                <w:noProof/>
                <w:lang w:eastAsia="zh-CN"/>
              </w:rPr>
            </w:pPr>
            <w:r w:rsidRPr="00E062F1">
              <w:rPr>
                <w:noProof/>
              </w:rPr>
              <w:t>DC_1A_n257</w:t>
            </w:r>
            <w:r w:rsidRPr="00E062F1">
              <w:rPr>
                <w:noProof/>
                <w:lang w:eastAsia="ja-JP"/>
              </w:rPr>
              <w:t>I</w:t>
            </w:r>
          </w:p>
          <w:p w14:paraId="6D1CF78C" w14:textId="77777777" w:rsidR="00944F22" w:rsidRPr="00E062F1" w:rsidRDefault="00944F22" w:rsidP="006B3BD2">
            <w:pPr>
              <w:pStyle w:val="TAC"/>
              <w:rPr>
                <w:noProof/>
                <w:lang w:eastAsia="zh-CN"/>
              </w:rPr>
            </w:pPr>
            <w:r w:rsidRPr="00E062F1">
              <w:rPr>
                <w:noProof/>
                <w:lang w:eastAsia="zh-CN"/>
              </w:rPr>
              <w:t>DC_28A_n257A</w:t>
            </w:r>
          </w:p>
          <w:p w14:paraId="0B51B458" w14:textId="77777777" w:rsidR="00944F22" w:rsidRPr="00E062F1" w:rsidRDefault="00944F22" w:rsidP="006B3BD2">
            <w:pPr>
              <w:pStyle w:val="TAC"/>
              <w:rPr>
                <w:noProof/>
                <w:lang w:eastAsia="ja-JP"/>
              </w:rPr>
            </w:pPr>
            <w:r w:rsidRPr="00E062F1">
              <w:rPr>
                <w:noProof/>
              </w:rPr>
              <w:t>DC_28A_n257</w:t>
            </w:r>
            <w:r w:rsidRPr="00E062F1">
              <w:rPr>
                <w:noProof/>
                <w:lang w:eastAsia="ja-JP"/>
              </w:rPr>
              <w:t>D</w:t>
            </w:r>
          </w:p>
          <w:p w14:paraId="58803875" w14:textId="77777777" w:rsidR="00944F22" w:rsidRPr="00E062F1" w:rsidRDefault="00944F22" w:rsidP="006B3BD2">
            <w:pPr>
              <w:pStyle w:val="TAC"/>
              <w:rPr>
                <w:noProof/>
                <w:lang w:eastAsia="zh-CN"/>
              </w:rPr>
            </w:pPr>
            <w:r w:rsidRPr="00E062F1">
              <w:rPr>
                <w:noProof/>
                <w:lang w:eastAsia="zh-CN"/>
              </w:rPr>
              <w:t>DC_28A_n257G</w:t>
            </w:r>
          </w:p>
          <w:p w14:paraId="4A02CBF3" w14:textId="77777777" w:rsidR="00944F22" w:rsidRPr="00E062F1" w:rsidRDefault="00944F22" w:rsidP="006B3BD2">
            <w:pPr>
              <w:pStyle w:val="TAC"/>
              <w:rPr>
                <w:noProof/>
                <w:lang w:eastAsia="zh-CN"/>
              </w:rPr>
            </w:pPr>
            <w:r w:rsidRPr="00E062F1">
              <w:rPr>
                <w:noProof/>
                <w:lang w:eastAsia="zh-CN"/>
              </w:rPr>
              <w:t>DC_28A_n257H</w:t>
            </w:r>
          </w:p>
          <w:p w14:paraId="6857153F" w14:textId="77777777" w:rsidR="00944F22" w:rsidRPr="00E062F1" w:rsidRDefault="00944F22" w:rsidP="006B3BD2">
            <w:pPr>
              <w:pStyle w:val="TAC"/>
              <w:rPr>
                <w:noProof/>
                <w:lang w:eastAsia="zh-CN"/>
              </w:rPr>
            </w:pPr>
            <w:r w:rsidRPr="00E062F1">
              <w:rPr>
                <w:noProof/>
                <w:lang w:eastAsia="zh-CN"/>
              </w:rPr>
              <w:t>DC_28A_n257I</w:t>
            </w:r>
          </w:p>
        </w:tc>
      </w:tr>
      <w:tr w:rsidR="00944F22" w:rsidRPr="008327C9" w14:paraId="4AF219A3"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7653EF9" w14:textId="77777777" w:rsidR="00944F22" w:rsidRPr="00E062F1" w:rsidRDefault="00944F22" w:rsidP="006B3BD2">
            <w:pPr>
              <w:pStyle w:val="TAC"/>
              <w:rPr>
                <w:rFonts w:cs="Arial"/>
                <w:lang w:eastAsia="ja-JP"/>
              </w:rPr>
            </w:pPr>
            <w:r w:rsidRPr="00E062F1">
              <w:rPr>
                <w:noProof/>
                <w:lang w:eastAsia="zh-CN"/>
              </w:rPr>
              <w:lastRenderedPageBreak/>
              <w:t>DC_1A-41A_n257A</w:t>
            </w:r>
          </w:p>
          <w:p w14:paraId="722D8C54" w14:textId="77777777" w:rsidR="00944F22" w:rsidRPr="00E062F1" w:rsidRDefault="00944F22" w:rsidP="006B3BD2">
            <w:pPr>
              <w:pStyle w:val="TAC"/>
              <w:rPr>
                <w:rFonts w:cs="Arial"/>
                <w:lang w:eastAsia="ja-JP"/>
              </w:rPr>
            </w:pPr>
            <w:r w:rsidRPr="00E062F1">
              <w:rPr>
                <w:rFonts w:cs="Arial"/>
                <w:lang w:eastAsia="ja-JP"/>
              </w:rPr>
              <w:t>DC_1A-41A_n257D</w:t>
            </w:r>
          </w:p>
          <w:p w14:paraId="586D635B" w14:textId="77777777" w:rsidR="00944F22" w:rsidRPr="00E062F1" w:rsidRDefault="00944F22" w:rsidP="006B3BD2">
            <w:pPr>
              <w:pStyle w:val="TAC"/>
              <w:rPr>
                <w:rFonts w:cs="Arial"/>
                <w:lang w:eastAsia="ja-JP"/>
              </w:rPr>
            </w:pPr>
            <w:r w:rsidRPr="00E062F1">
              <w:rPr>
                <w:rFonts w:cs="Arial"/>
                <w:lang w:eastAsia="ja-JP"/>
              </w:rPr>
              <w:t>DC_1A-41A_n257E</w:t>
            </w:r>
          </w:p>
          <w:p w14:paraId="7789892D" w14:textId="77777777" w:rsidR="00944F22" w:rsidRPr="00E062F1" w:rsidRDefault="00944F22" w:rsidP="006B3BD2">
            <w:pPr>
              <w:pStyle w:val="TAC"/>
              <w:rPr>
                <w:noProof/>
                <w:lang w:eastAsia="zh-CN"/>
              </w:rPr>
            </w:pPr>
            <w:r w:rsidRPr="00E062F1">
              <w:rPr>
                <w:rFonts w:cs="Arial"/>
                <w:lang w:eastAsia="ja-JP"/>
              </w:rPr>
              <w:t>DC_1A-41A_n257F</w:t>
            </w:r>
          </w:p>
          <w:p w14:paraId="72606B7F" w14:textId="77777777" w:rsidR="00944F22" w:rsidRPr="00E062F1" w:rsidRDefault="00944F22" w:rsidP="006B3BD2">
            <w:pPr>
              <w:pStyle w:val="TAC"/>
              <w:rPr>
                <w:rFonts w:cs="Arial"/>
                <w:lang w:eastAsia="ja-JP"/>
              </w:rPr>
            </w:pPr>
            <w:r w:rsidRPr="00E062F1">
              <w:rPr>
                <w:rFonts w:cs="Arial"/>
                <w:lang w:eastAsia="ja-JP"/>
              </w:rPr>
              <w:t>DC_1A-41A_n257G</w:t>
            </w:r>
          </w:p>
          <w:p w14:paraId="7808D38E" w14:textId="77777777" w:rsidR="00944F22" w:rsidRPr="00E062F1" w:rsidRDefault="00944F22" w:rsidP="006B3BD2">
            <w:pPr>
              <w:pStyle w:val="TAC"/>
              <w:rPr>
                <w:rFonts w:cs="Arial"/>
                <w:lang w:eastAsia="ja-JP"/>
              </w:rPr>
            </w:pPr>
            <w:r w:rsidRPr="00E062F1">
              <w:rPr>
                <w:rFonts w:cs="Arial"/>
                <w:lang w:eastAsia="ja-JP"/>
              </w:rPr>
              <w:t>DC_1A-41A_n257H</w:t>
            </w:r>
          </w:p>
          <w:p w14:paraId="05A8E880" w14:textId="77777777" w:rsidR="00944F22" w:rsidRPr="00E062F1" w:rsidRDefault="00944F22" w:rsidP="006B3BD2">
            <w:pPr>
              <w:pStyle w:val="TAC"/>
              <w:rPr>
                <w:rFonts w:cs="Arial"/>
                <w:lang w:eastAsia="ja-JP"/>
              </w:rPr>
            </w:pPr>
            <w:r w:rsidRPr="00E062F1">
              <w:rPr>
                <w:rFonts w:cs="Arial"/>
                <w:lang w:eastAsia="ja-JP"/>
              </w:rPr>
              <w:t>DC_1A-41A_n257I</w:t>
            </w:r>
          </w:p>
          <w:p w14:paraId="3BEC17FE" w14:textId="77777777" w:rsidR="00944F22" w:rsidRPr="00E062F1" w:rsidRDefault="00944F22" w:rsidP="006B3BD2">
            <w:pPr>
              <w:pStyle w:val="TAC"/>
              <w:rPr>
                <w:rFonts w:cs="Arial"/>
                <w:lang w:eastAsia="ja-JP"/>
              </w:rPr>
            </w:pPr>
            <w:r w:rsidRPr="00E062F1">
              <w:rPr>
                <w:rFonts w:cs="Arial"/>
                <w:lang w:eastAsia="ja-JP"/>
              </w:rPr>
              <w:t>DC_1A-41A_n257J</w:t>
            </w:r>
          </w:p>
          <w:p w14:paraId="6B614C87" w14:textId="77777777" w:rsidR="00944F22" w:rsidRPr="00E062F1" w:rsidRDefault="00944F22" w:rsidP="006B3BD2">
            <w:pPr>
              <w:pStyle w:val="TAC"/>
              <w:rPr>
                <w:rFonts w:cs="Arial"/>
                <w:lang w:eastAsia="ja-JP"/>
              </w:rPr>
            </w:pPr>
            <w:r w:rsidRPr="00E062F1">
              <w:rPr>
                <w:rFonts w:cs="Arial"/>
                <w:lang w:eastAsia="ja-JP"/>
              </w:rPr>
              <w:t>DC_1A-41A_n257K</w:t>
            </w:r>
          </w:p>
          <w:p w14:paraId="0EC1CE68" w14:textId="77777777" w:rsidR="00944F22" w:rsidRPr="00E062F1" w:rsidRDefault="00944F22" w:rsidP="006B3BD2">
            <w:pPr>
              <w:pStyle w:val="TAC"/>
              <w:rPr>
                <w:rFonts w:cs="Arial"/>
                <w:lang w:eastAsia="ja-JP"/>
              </w:rPr>
            </w:pPr>
            <w:r w:rsidRPr="00E062F1">
              <w:rPr>
                <w:rFonts w:cs="Arial"/>
                <w:lang w:eastAsia="ja-JP"/>
              </w:rPr>
              <w:t>DC_1A-41A_n257L</w:t>
            </w:r>
          </w:p>
          <w:p w14:paraId="3C182CE5" w14:textId="77777777" w:rsidR="00944F22" w:rsidRPr="00E062F1" w:rsidRDefault="00944F22" w:rsidP="006B3BD2">
            <w:pPr>
              <w:pStyle w:val="TAC"/>
              <w:rPr>
                <w:rFonts w:cs="Arial"/>
                <w:lang w:eastAsia="ja-JP"/>
              </w:rPr>
            </w:pPr>
            <w:r w:rsidRPr="00E062F1">
              <w:rPr>
                <w:rFonts w:cs="Arial"/>
                <w:lang w:eastAsia="ja-JP"/>
              </w:rPr>
              <w:t>DC_1A-41A_n257M</w:t>
            </w:r>
          </w:p>
          <w:p w14:paraId="067F211D" w14:textId="77777777" w:rsidR="00944F22" w:rsidRPr="00E062F1" w:rsidRDefault="00944F22" w:rsidP="006B3BD2">
            <w:pPr>
              <w:pStyle w:val="TAC"/>
              <w:rPr>
                <w:rFonts w:cs="Arial"/>
                <w:lang w:eastAsia="ja-JP"/>
              </w:rPr>
            </w:pPr>
            <w:r w:rsidRPr="00E062F1">
              <w:rPr>
                <w:noProof/>
                <w:lang w:eastAsia="zh-CN"/>
              </w:rPr>
              <w:t>DC_1A-41C_n257A</w:t>
            </w:r>
          </w:p>
          <w:p w14:paraId="562619CB" w14:textId="77777777" w:rsidR="00944F22" w:rsidRPr="00E062F1" w:rsidRDefault="00944F22" w:rsidP="006B3BD2">
            <w:pPr>
              <w:pStyle w:val="TAC"/>
              <w:rPr>
                <w:rFonts w:cs="Arial"/>
                <w:lang w:eastAsia="ja-JP"/>
              </w:rPr>
            </w:pPr>
            <w:r w:rsidRPr="00E062F1">
              <w:rPr>
                <w:rFonts w:cs="Arial"/>
                <w:lang w:eastAsia="ja-JP"/>
              </w:rPr>
              <w:t>DC_1A-41C_n257D</w:t>
            </w:r>
          </w:p>
          <w:p w14:paraId="0EB86CCC" w14:textId="77777777" w:rsidR="00944F22" w:rsidRPr="00E062F1" w:rsidRDefault="00944F22" w:rsidP="006B3BD2">
            <w:pPr>
              <w:pStyle w:val="TAC"/>
              <w:rPr>
                <w:rFonts w:cs="Arial"/>
                <w:lang w:eastAsia="ja-JP"/>
              </w:rPr>
            </w:pPr>
            <w:r w:rsidRPr="00E062F1">
              <w:rPr>
                <w:rFonts w:cs="Arial"/>
                <w:lang w:eastAsia="ja-JP"/>
              </w:rPr>
              <w:t>DC_1A-41C_n257E</w:t>
            </w:r>
          </w:p>
          <w:p w14:paraId="54327EBD" w14:textId="77777777" w:rsidR="00944F22" w:rsidRPr="00E062F1" w:rsidRDefault="00944F22" w:rsidP="006B3BD2">
            <w:pPr>
              <w:pStyle w:val="TAC"/>
              <w:rPr>
                <w:rFonts w:cs="Arial"/>
                <w:lang w:eastAsia="ja-JP"/>
              </w:rPr>
            </w:pPr>
            <w:r w:rsidRPr="00E062F1">
              <w:rPr>
                <w:rFonts w:cs="Arial"/>
                <w:lang w:eastAsia="ja-JP"/>
              </w:rPr>
              <w:t>DC_1A-41C_n257F</w:t>
            </w:r>
          </w:p>
          <w:p w14:paraId="3034EE14" w14:textId="77777777" w:rsidR="00944F22" w:rsidRPr="00E062F1" w:rsidRDefault="00944F22" w:rsidP="006B3BD2">
            <w:pPr>
              <w:pStyle w:val="TAC"/>
              <w:rPr>
                <w:rFonts w:cs="Arial"/>
                <w:lang w:eastAsia="ja-JP"/>
              </w:rPr>
            </w:pPr>
            <w:r w:rsidRPr="00E062F1">
              <w:rPr>
                <w:rFonts w:cs="Arial"/>
                <w:lang w:eastAsia="ja-JP"/>
              </w:rPr>
              <w:t>DC_1A-41C_n257G</w:t>
            </w:r>
          </w:p>
          <w:p w14:paraId="799E51CD" w14:textId="77777777" w:rsidR="00944F22" w:rsidRPr="00E062F1" w:rsidRDefault="00944F22" w:rsidP="006B3BD2">
            <w:pPr>
              <w:pStyle w:val="TAC"/>
              <w:rPr>
                <w:rFonts w:cs="Arial"/>
                <w:lang w:eastAsia="ja-JP"/>
              </w:rPr>
            </w:pPr>
            <w:r w:rsidRPr="00E062F1">
              <w:rPr>
                <w:rFonts w:cs="Arial"/>
                <w:lang w:eastAsia="ja-JP"/>
              </w:rPr>
              <w:t>DC_1A-41C_n257H</w:t>
            </w:r>
          </w:p>
          <w:p w14:paraId="49B50BD3" w14:textId="77777777" w:rsidR="00944F22" w:rsidRPr="00E062F1" w:rsidRDefault="00944F22" w:rsidP="006B3BD2">
            <w:pPr>
              <w:pStyle w:val="TAC"/>
              <w:rPr>
                <w:rFonts w:cs="Arial"/>
                <w:lang w:eastAsia="ja-JP"/>
              </w:rPr>
            </w:pPr>
            <w:r w:rsidRPr="00E062F1">
              <w:rPr>
                <w:rFonts w:cs="Arial"/>
                <w:lang w:eastAsia="ja-JP"/>
              </w:rPr>
              <w:t>DC_1A-41C_n257I</w:t>
            </w:r>
          </w:p>
          <w:p w14:paraId="41937C49" w14:textId="77777777" w:rsidR="00944F22" w:rsidRPr="00E062F1" w:rsidRDefault="00944F22" w:rsidP="006B3BD2">
            <w:pPr>
              <w:pStyle w:val="TAC"/>
              <w:rPr>
                <w:rFonts w:cs="Arial"/>
                <w:lang w:eastAsia="ja-JP"/>
              </w:rPr>
            </w:pPr>
            <w:r w:rsidRPr="00E062F1">
              <w:rPr>
                <w:rFonts w:cs="Arial"/>
                <w:lang w:eastAsia="ja-JP"/>
              </w:rPr>
              <w:t>DC_1A-41C_n257J</w:t>
            </w:r>
          </w:p>
          <w:p w14:paraId="5213E62B" w14:textId="77777777" w:rsidR="00944F22" w:rsidRPr="00E062F1" w:rsidRDefault="00944F22" w:rsidP="006B3BD2">
            <w:pPr>
              <w:pStyle w:val="TAC"/>
              <w:rPr>
                <w:rFonts w:cs="Arial"/>
                <w:lang w:eastAsia="ja-JP"/>
              </w:rPr>
            </w:pPr>
            <w:r w:rsidRPr="00E062F1">
              <w:rPr>
                <w:rFonts w:cs="Arial"/>
                <w:lang w:eastAsia="ja-JP"/>
              </w:rPr>
              <w:t>DC_1A-41C_n257K</w:t>
            </w:r>
          </w:p>
          <w:p w14:paraId="6071DDCE" w14:textId="77777777" w:rsidR="00944F22" w:rsidRPr="00E062F1" w:rsidRDefault="00944F22" w:rsidP="006B3BD2">
            <w:pPr>
              <w:pStyle w:val="TAC"/>
              <w:rPr>
                <w:rFonts w:cs="Arial"/>
                <w:lang w:eastAsia="ja-JP"/>
              </w:rPr>
            </w:pPr>
            <w:r w:rsidRPr="00E062F1">
              <w:rPr>
                <w:rFonts w:cs="Arial"/>
                <w:lang w:eastAsia="ja-JP"/>
              </w:rPr>
              <w:t>DC_1A-41C_n257L</w:t>
            </w:r>
          </w:p>
          <w:p w14:paraId="0B570E0B" w14:textId="77777777" w:rsidR="00944F22" w:rsidRPr="00E062F1" w:rsidRDefault="00944F22" w:rsidP="006B3BD2">
            <w:pPr>
              <w:pStyle w:val="TAC"/>
              <w:rPr>
                <w:noProof/>
                <w:lang w:eastAsia="zh-CN"/>
              </w:rPr>
            </w:pPr>
            <w:r w:rsidRPr="00E062F1">
              <w:rPr>
                <w:rFonts w:cs="Arial"/>
                <w:lang w:eastAsia="ja-JP"/>
              </w:rPr>
              <w:t>DC_1A-41C_n257M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5C2662F" w14:textId="77777777" w:rsidR="00944F22" w:rsidRPr="00E062F1" w:rsidRDefault="00944F22" w:rsidP="006B3BD2">
            <w:pPr>
              <w:pStyle w:val="TAC"/>
              <w:rPr>
                <w:noProof/>
              </w:rPr>
            </w:pPr>
            <w:r w:rsidRPr="00E062F1">
              <w:rPr>
                <w:noProof/>
              </w:rPr>
              <w:t>DC_1A_n257A</w:t>
            </w:r>
          </w:p>
          <w:p w14:paraId="2DD6D6AB" w14:textId="77777777" w:rsidR="00944F22" w:rsidRPr="00E062F1" w:rsidRDefault="00944F22" w:rsidP="006B3BD2">
            <w:pPr>
              <w:pStyle w:val="TAC"/>
              <w:rPr>
                <w:noProof/>
                <w:lang w:eastAsia="fr-FR"/>
              </w:rPr>
            </w:pPr>
            <w:r w:rsidRPr="00E062F1">
              <w:rPr>
                <w:noProof/>
              </w:rPr>
              <w:t>DC_1A_n257G</w:t>
            </w:r>
          </w:p>
          <w:p w14:paraId="25F61D70" w14:textId="77777777" w:rsidR="00944F22" w:rsidRPr="00E062F1" w:rsidRDefault="00944F22" w:rsidP="006B3BD2">
            <w:pPr>
              <w:pStyle w:val="TAC"/>
              <w:rPr>
                <w:noProof/>
              </w:rPr>
            </w:pPr>
            <w:r w:rsidRPr="00E062F1">
              <w:rPr>
                <w:noProof/>
              </w:rPr>
              <w:t>DC_1A_n257H</w:t>
            </w:r>
          </w:p>
          <w:p w14:paraId="6DD417D1" w14:textId="77777777" w:rsidR="00944F22" w:rsidRPr="00E062F1" w:rsidRDefault="00944F22" w:rsidP="006B3BD2">
            <w:pPr>
              <w:pStyle w:val="TAC"/>
              <w:rPr>
                <w:noProof/>
              </w:rPr>
            </w:pPr>
            <w:r w:rsidRPr="00E062F1">
              <w:rPr>
                <w:noProof/>
              </w:rPr>
              <w:t>DC_1A_n257I</w:t>
            </w:r>
          </w:p>
          <w:p w14:paraId="7CA2ADB9" w14:textId="6551E6C7" w:rsidR="00944F22" w:rsidRPr="00E062F1" w:rsidRDefault="00944F22" w:rsidP="006B3BD2">
            <w:pPr>
              <w:pStyle w:val="TAC"/>
              <w:rPr>
                <w:noProof/>
              </w:rPr>
            </w:pPr>
            <w:r w:rsidRPr="00E062F1">
              <w:rPr>
                <w:noProof/>
              </w:rPr>
              <w:t>DC_41A_n257A</w:t>
            </w:r>
          </w:p>
          <w:p w14:paraId="07EF9BB4" w14:textId="77777777" w:rsidR="00944F22" w:rsidRPr="00E062F1" w:rsidRDefault="00944F22" w:rsidP="006B3BD2">
            <w:pPr>
              <w:pStyle w:val="TAC"/>
              <w:rPr>
                <w:noProof/>
              </w:rPr>
            </w:pPr>
            <w:r w:rsidRPr="00E062F1">
              <w:rPr>
                <w:noProof/>
              </w:rPr>
              <w:t>DC_41A_n257G</w:t>
            </w:r>
          </w:p>
          <w:p w14:paraId="0E3507DC" w14:textId="77777777" w:rsidR="00944F22" w:rsidRPr="00E062F1" w:rsidRDefault="00944F22" w:rsidP="006B3BD2">
            <w:pPr>
              <w:pStyle w:val="TAC"/>
              <w:rPr>
                <w:noProof/>
              </w:rPr>
            </w:pPr>
            <w:r w:rsidRPr="00E062F1">
              <w:rPr>
                <w:noProof/>
              </w:rPr>
              <w:t>DC_41A_n257H</w:t>
            </w:r>
          </w:p>
          <w:p w14:paraId="237B30A1" w14:textId="77777777" w:rsidR="00944F22" w:rsidRPr="00E062F1" w:rsidRDefault="00944F22" w:rsidP="006B3BD2">
            <w:pPr>
              <w:pStyle w:val="TAC"/>
              <w:rPr>
                <w:noProof/>
              </w:rPr>
            </w:pPr>
            <w:r w:rsidRPr="00E062F1">
              <w:rPr>
                <w:noProof/>
              </w:rPr>
              <w:t>DC_41A_n257I</w:t>
            </w:r>
          </w:p>
          <w:p w14:paraId="480562AF" w14:textId="77777777" w:rsidR="00944F22" w:rsidRPr="00E062F1" w:rsidRDefault="00944F22" w:rsidP="006B3BD2">
            <w:pPr>
              <w:pStyle w:val="TAC"/>
              <w:rPr>
                <w:noProof/>
              </w:rPr>
            </w:pPr>
            <w:r w:rsidRPr="00E062F1">
              <w:rPr>
                <w:noProof/>
              </w:rPr>
              <w:t>DC_41C_n257A</w:t>
            </w:r>
          </w:p>
          <w:p w14:paraId="11A7B762" w14:textId="77777777" w:rsidR="00944F22" w:rsidRPr="00C25B7D" w:rsidRDefault="00944F22" w:rsidP="006B3BD2">
            <w:pPr>
              <w:pStyle w:val="TAC"/>
              <w:rPr>
                <w:noProof/>
                <w:lang w:val="sv-FI"/>
              </w:rPr>
            </w:pPr>
            <w:r w:rsidRPr="00C25B7D">
              <w:rPr>
                <w:noProof/>
                <w:lang w:val="sv-FI"/>
              </w:rPr>
              <w:t>DC_41C_n257G</w:t>
            </w:r>
          </w:p>
          <w:p w14:paraId="6A32DBFA" w14:textId="77777777" w:rsidR="00944F22" w:rsidRPr="00C25B7D" w:rsidRDefault="00944F22" w:rsidP="006B3BD2">
            <w:pPr>
              <w:pStyle w:val="TAC"/>
              <w:rPr>
                <w:noProof/>
                <w:lang w:val="sv-FI"/>
              </w:rPr>
            </w:pPr>
            <w:r w:rsidRPr="00C25B7D">
              <w:rPr>
                <w:noProof/>
                <w:lang w:val="sv-FI"/>
              </w:rPr>
              <w:t>DC_41C_n257H</w:t>
            </w:r>
          </w:p>
          <w:p w14:paraId="3C2DFA8F" w14:textId="77777777" w:rsidR="00944F22" w:rsidRPr="00C25B7D" w:rsidRDefault="00944F22" w:rsidP="006B3BD2">
            <w:pPr>
              <w:pStyle w:val="TAC"/>
              <w:rPr>
                <w:noProof/>
                <w:lang w:val="sv-FI" w:eastAsia="zh-CN"/>
              </w:rPr>
            </w:pPr>
            <w:r w:rsidRPr="00C25B7D">
              <w:rPr>
                <w:noProof/>
                <w:lang w:val="sv-FI"/>
              </w:rPr>
              <w:t>DC_41C_n257I</w:t>
            </w:r>
          </w:p>
        </w:tc>
      </w:tr>
      <w:tr w:rsidR="00944F22" w:rsidRPr="00E062F1" w14:paraId="2470CBA8"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4CE6C50" w14:textId="77777777" w:rsidR="00944F22" w:rsidRPr="00E062F1" w:rsidRDefault="00944F22" w:rsidP="006B3BD2">
            <w:pPr>
              <w:pStyle w:val="TAC"/>
              <w:rPr>
                <w:noProof/>
                <w:lang w:eastAsia="zh-CN"/>
              </w:rPr>
            </w:pPr>
            <w:r w:rsidRPr="00E062F1">
              <w:rPr>
                <w:noProof/>
                <w:lang w:eastAsia="zh-CN"/>
              </w:rPr>
              <w:t>DC_1A-42A_n257A</w:t>
            </w:r>
          </w:p>
          <w:p w14:paraId="3E1E1AB2" w14:textId="77777777" w:rsidR="00944F22" w:rsidRPr="00E062F1" w:rsidRDefault="00944F22" w:rsidP="006B3BD2">
            <w:pPr>
              <w:pStyle w:val="TAC"/>
              <w:rPr>
                <w:noProof/>
              </w:rPr>
            </w:pPr>
            <w:r w:rsidRPr="00E062F1">
              <w:rPr>
                <w:noProof/>
              </w:rPr>
              <w:t>DC_1A-42A_n257D</w:t>
            </w:r>
          </w:p>
          <w:p w14:paraId="23F2EC24" w14:textId="77777777" w:rsidR="00944F22" w:rsidRPr="00E062F1" w:rsidRDefault="00944F22" w:rsidP="006B3BD2">
            <w:pPr>
              <w:pStyle w:val="TAC"/>
              <w:rPr>
                <w:noProof/>
                <w:lang w:eastAsia="fr-FR"/>
              </w:rPr>
            </w:pPr>
            <w:r w:rsidRPr="00E062F1">
              <w:rPr>
                <w:noProof/>
              </w:rPr>
              <w:t>DC_1A-42A_n257E</w:t>
            </w:r>
          </w:p>
          <w:p w14:paraId="3959F3E0" w14:textId="77777777" w:rsidR="00944F22" w:rsidRPr="00E062F1" w:rsidRDefault="00944F22" w:rsidP="006B3BD2">
            <w:pPr>
              <w:pStyle w:val="TAC"/>
              <w:rPr>
                <w:noProof/>
              </w:rPr>
            </w:pPr>
            <w:r w:rsidRPr="00E062F1">
              <w:rPr>
                <w:noProof/>
              </w:rPr>
              <w:t>DC_1A-42A_n257F</w:t>
            </w:r>
          </w:p>
          <w:p w14:paraId="4AEDA733" w14:textId="77777777" w:rsidR="00944F22" w:rsidRPr="00E062F1" w:rsidRDefault="00944F22" w:rsidP="006B3BD2">
            <w:pPr>
              <w:pStyle w:val="TAC"/>
              <w:rPr>
                <w:lang w:eastAsia="ja-JP"/>
              </w:rPr>
            </w:pPr>
            <w:r w:rsidRPr="00E062F1">
              <w:rPr>
                <w:lang w:eastAsia="ja-JP"/>
              </w:rPr>
              <w:t>DC_1A-42A_n257G</w:t>
            </w:r>
          </w:p>
          <w:p w14:paraId="1A342CAA" w14:textId="77777777" w:rsidR="00944F22" w:rsidRPr="00E062F1" w:rsidRDefault="00944F22" w:rsidP="006B3BD2">
            <w:pPr>
              <w:pStyle w:val="TAC"/>
              <w:rPr>
                <w:lang w:eastAsia="ja-JP"/>
              </w:rPr>
            </w:pPr>
            <w:r w:rsidRPr="00E062F1">
              <w:rPr>
                <w:lang w:eastAsia="ja-JP"/>
              </w:rPr>
              <w:t>DC_1A-42A_n257H</w:t>
            </w:r>
          </w:p>
          <w:p w14:paraId="5EA24721" w14:textId="77777777" w:rsidR="00944F22" w:rsidRPr="00E062F1" w:rsidRDefault="00944F22" w:rsidP="006B3BD2">
            <w:pPr>
              <w:pStyle w:val="TAC"/>
              <w:rPr>
                <w:lang w:eastAsia="ja-JP"/>
              </w:rPr>
            </w:pPr>
            <w:r w:rsidRPr="00E062F1">
              <w:rPr>
                <w:lang w:eastAsia="ja-JP"/>
              </w:rPr>
              <w:t>DC_1A-42A_n257I</w:t>
            </w:r>
          </w:p>
          <w:p w14:paraId="128FA0DF" w14:textId="77777777" w:rsidR="00944F22" w:rsidRPr="00E062F1" w:rsidRDefault="00944F22" w:rsidP="006B3BD2">
            <w:pPr>
              <w:pStyle w:val="TAC"/>
              <w:rPr>
                <w:lang w:eastAsia="ja-JP"/>
              </w:rPr>
            </w:pPr>
            <w:r w:rsidRPr="00E062F1">
              <w:rPr>
                <w:lang w:eastAsia="ja-JP"/>
              </w:rPr>
              <w:t>DC_1A-42A_n257J</w:t>
            </w:r>
          </w:p>
          <w:p w14:paraId="2B1B435C" w14:textId="77777777" w:rsidR="00944F22" w:rsidRPr="00E062F1" w:rsidRDefault="00944F22" w:rsidP="006B3BD2">
            <w:pPr>
              <w:pStyle w:val="TAC"/>
              <w:rPr>
                <w:lang w:eastAsia="ja-JP"/>
              </w:rPr>
            </w:pPr>
            <w:r w:rsidRPr="00E062F1">
              <w:rPr>
                <w:lang w:eastAsia="ja-JP"/>
              </w:rPr>
              <w:t>DC_1A-42A_n257K</w:t>
            </w:r>
          </w:p>
          <w:p w14:paraId="4FF3EAAD" w14:textId="77777777" w:rsidR="00944F22" w:rsidRPr="00E062F1" w:rsidRDefault="00944F22" w:rsidP="006B3BD2">
            <w:pPr>
              <w:pStyle w:val="TAC"/>
              <w:rPr>
                <w:lang w:eastAsia="ja-JP"/>
              </w:rPr>
            </w:pPr>
            <w:r w:rsidRPr="00E062F1">
              <w:rPr>
                <w:lang w:eastAsia="ja-JP"/>
              </w:rPr>
              <w:t>DC_1A-42A_n257L</w:t>
            </w:r>
          </w:p>
          <w:p w14:paraId="5B7EC8E9" w14:textId="77777777" w:rsidR="00944F22" w:rsidRPr="00E062F1" w:rsidRDefault="00944F22" w:rsidP="006B3BD2">
            <w:pPr>
              <w:pStyle w:val="TAC"/>
              <w:rPr>
                <w:noProof/>
                <w:lang w:eastAsia="zh-CN"/>
              </w:rPr>
            </w:pPr>
            <w:r w:rsidRPr="00E062F1">
              <w:rPr>
                <w:lang w:eastAsia="ja-JP"/>
              </w:rPr>
              <w:t>DC_1A-42A_n257M</w:t>
            </w:r>
          </w:p>
          <w:p w14:paraId="29EE7939" w14:textId="77777777" w:rsidR="00944F22" w:rsidRPr="00E062F1" w:rsidRDefault="00944F22" w:rsidP="006B3BD2">
            <w:pPr>
              <w:pStyle w:val="TAC"/>
            </w:pPr>
            <w:r w:rsidRPr="00E062F1">
              <w:t>DC_1A-42C_n257A</w:t>
            </w:r>
          </w:p>
          <w:p w14:paraId="3CAD4CBC" w14:textId="77777777" w:rsidR="00944F22" w:rsidRPr="00E062F1" w:rsidRDefault="00944F22" w:rsidP="006B3BD2">
            <w:pPr>
              <w:pStyle w:val="TAC"/>
              <w:rPr>
                <w:lang w:eastAsia="zh-CN"/>
              </w:rPr>
            </w:pPr>
            <w:r w:rsidRPr="00E062F1">
              <w:rPr>
                <w:lang w:eastAsia="zh-CN"/>
              </w:rPr>
              <w:t>DC_1A-42C_n257D</w:t>
            </w:r>
          </w:p>
          <w:p w14:paraId="5F6597A5" w14:textId="77777777" w:rsidR="00944F22" w:rsidRPr="00E062F1" w:rsidRDefault="00944F22" w:rsidP="006B3BD2">
            <w:pPr>
              <w:pStyle w:val="TAC"/>
              <w:rPr>
                <w:lang w:eastAsia="zh-CN"/>
              </w:rPr>
            </w:pPr>
            <w:r w:rsidRPr="00E062F1">
              <w:rPr>
                <w:lang w:eastAsia="zh-CN"/>
              </w:rPr>
              <w:t>DC_1A-42C_n257E</w:t>
            </w:r>
          </w:p>
          <w:p w14:paraId="57777C7E" w14:textId="77777777" w:rsidR="00944F22" w:rsidRPr="00E062F1" w:rsidRDefault="00944F22" w:rsidP="006B3BD2">
            <w:pPr>
              <w:pStyle w:val="TAC"/>
              <w:rPr>
                <w:lang w:eastAsia="zh-CN"/>
              </w:rPr>
            </w:pPr>
            <w:r w:rsidRPr="00E062F1">
              <w:rPr>
                <w:lang w:eastAsia="zh-CN"/>
              </w:rPr>
              <w:t>DC_1A-42C_n257F</w:t>
            </w:r>
          </w:p>
          <w:p w14:paraId="1DEFC8AA" w14:textId="77777777" w:rsidR="00944F22" w:rsidRPr="00E062F1" w:rsidRDefault="00944F22" w:rsidP="006B3BD2">
            <w:pPr>
              <w:pStyle w:val="TAC"/>
              <w:rPr>
                <w:lang w:eastAsia="ja-JP"/>
              </w:rPr>
            </w:pPr>
            <w:r w:rsidRPr="00E062F1">
              <w:rPr>
                <w:lang w:eastAsia="ja-JP"/>
              </w:rPr>
              <w:t>DC_1A-42C_n257G</w:t>
            </w:r>
          </w:p>
          <w:p w14:paraId="12F1E1E6" w14:textId="77777777" w:rsidR="00944F22" w:rsidRPr="00E062F1" w:rsidRDefault="00944F22" w:rsidP="006B3BD2">
            <w:pPr>
              <w:pStyle w:val="TAC"/>
              <w:rPr>
                <w:lang w:eastAsia="ja-JP"/>
              </w:rPr>
            </w:pPr>
            <w:r w:rsidRPr="00E062F1">
              <w:rPr>
                <w:lang w:eastAsia="ja-JP"/>
              </w:rPr>
              <w:t>DC_1A-42C_n257H</w:t>
            </w:r>
          </w:p>
          <w:p w14:paraId="6473FA9C" w14:textId="77777777" w:rsidR="00944F22" w:rsidRPr="00E062F1" w:rsidRDefault="00944F22" w:rsidP="006B3BD2">
            <w:pPr>
              <w:pStyle w:val="TAC"/>
              <w:rPr>
                <w:lang w:eastAsia="ja-JP"/>
              </w:rPr>
            </w:pPr>
            <w:r w:rsidRPr="00E062F1">
              <w:rPr>
                <w:lang w:eastAsia="ja-JP"/>
              </w:rPr>
              <w:t>DC_1A-42C_n257I</w:t>
            </w:r>
          </w:p>
          <w:p w14:paraId="50622C81" w14:textId="77777777" w:rsidR="00944F22" w:rsidRPr="00E062F1" w:rsidRDefault="00944F22" w:rsidP="006B3BD2">
            <w:pPr>
              <w:pStyle w:val="TAC"/>
              <w:rPr>
                <w:lang w:eastAsia="ja-JP"/>
              </w:rPr>
            </w:pPr>
            <w:r w:rsidRPr="00E062F1">
              <w:rPr>
                <w:lang w:eastAsia="ja-JP"/>
              </w:rPr>
              <w:t>DC_1A-42C_n257J</w:t>
            </w:r>
          </w:p>
          <w:p w14:paraId="6152380A" w14:textId="77777777" w:rsidR="00944F22" w:rsidRPr="00E062F1" w:rsidRDefault="00944F22" w:rsidP="006B3BD2">
            <w:pPr>
              <w:pStyle w:val="TAC"/>
              <w:rPr>
                <w:lang w:eastAsia="ja-JP"/>
              </w:rPr>
            </w:pPr>
            <w:r w:rsidRPr="00E062F1">
              <w:rPr>
                <w:lang w:eastAsia="ja-JP"/>
              </w:rPr>
              <w:t>DC_1A-42C_n257K</w:t>
            </w:r>
          </w:p>
          <w:p w14:paraId="2A3CB60B" w14:textId="77777777" w:rsidR="00944F22" w:rsidRPr="00E062F1" w:rsidRDefault="00944F22" w:rsidP="006B3BD2">
            <w:pPr>
              <w:pStyle w:val="TAC"/>
              <w:rPr>
                <w:lang w:eastAsia="ja-JP"/>
              </w:rPr>
            </w:pPr>
            <w:r w:rsidRPr="00E062F1">
              <w:rPr>
                <w:lang w:eastAsia="ja-JP"/>
              </w:rPr>
              <w:t>DC_1A-42C_n257L</w:t>
            </w:r>
          </w:p>
          <w:p w14:paraId="762098BD" w14:textId="77777777" w:rsidR="00944F22" w:rsidRPr="00E062F1" w:rsidRDefault="00944F22" w:rsidP="006B3BD2">
            <w:pPr>
              <w:pStyle w:val="TAC"/>
              <w:rPr>
                <w:lang w:eastAsia="zh-CN"/>
              </w:rPr>
            </w:pPr>
            <w:r w:rsidRPr="00E062F1">
              <w:rPr>
                <w:lang w:eastAsia="ja-JP"/>
              </w:rPr>
              <w:t>DC_1A-42C_n257M</w:t>
            </w:r>
          </w:p>
          <w:p w14:paraId="5B907535" w14:textId="77777777" w:rsidR="00944F22" w:rsidRPr="00E062F1" w:rsidRDefault="00944F22" w:rsidP="006B3BD2">
            <w:pPr>
              <w:pStyle w:val="TAC"/>
              <w:rPr>
                <w:rFonts w:cs="Arial"/>
                <w:lang w:eastAsia="ja-JP"/>
              </w:rPr>
            </w:pPr>
            <w:r w:rsidRPr="00E062F1">
              <w:rPr>
                <w:rFonts w:cs="Arial"/>
                <w:lang w:eastAsia="ja-JP"/>
              </w:rPr>
              <w:t>DC</w:t>
            </w:r>
            <w:r w:rsidRPr="00E062F1">
              <w:rPr>
                <w:rFonts w:cs="Arial"/>
              </w:rPr>
              <w:t>_</w:t>
            </w:r>
            <w:r w:rsidRPr="00E062F1">
              <w:rPr>
                <w:rFonts w:cs="Arial"/>
                <w:lang w:eastAsia="ja-JP"/>
              </w:rPr>
              <w:t>1A-42D_n257A</w:t>
            </w:r>
          </w:p>
          <w:p w14:paraId="4FED577B" w14:textId="77777777" w:rsidR="00944F22" w:rsidRPr="00E062F1" w:rsidRDefault="00944F22" w:rsidP="006B3BD2">
            <w:pPr>
              <w:pStyle w:val="TAC"/>
              <w:rPr>
                <w:rFonts w:cs="Arial"/>
                <w:lang w:eastAsia="ja-JP"/>
              </w:rPr>
            </w:pPr>
            <w:r w:rsidRPr="00E062F1">
              <w:rPr>
                <w:rFonts w:cs="Arial"/>
                <w:lang w:eastAsia="ja-JP"/>
              </w:rPr>
              <w:t>DC</w:t>
            </w:r>
            <w:r w:rsidRPr="00E062F1">
              <w:rPr>
                <w:rFonts w:cs="Arial"/>
              </w:rPr>
              <w:t>_</w:t>
            </w:r>
            <w:r w:rsidRPr="00E062F1">
              <w:rPr>
                <w:rFonts w:cs="Arial"/>
                <w:lang w:eastAsia="ja-JP"/>
              </w:rPr>
              <w:t>1A-42D_n257D</w:t>
            </w:r>
          </w:p>
          <w:p w14:paraId="5F41F2BB" w14:textId="77777777" w:rsidR="00944F22" w:rsidRPr="00E062F1" w:rsidRDefault="00944F22" w:rsidP="006B3BD2">
            <w:pPr>
              <w:pStyle w:val="TAC"/>
              <w:rPr>
                <w:rFonts w:cs="Arial"/>
                <w:lang w:eastAsia="ja-JP"/>
              </w:rPr>
            </w:pPr>
            <w:r w:rsidRPr="00E062F1">
              <w:rPr>
                <w:rFonts w:cs="Arial"/>
                <w:lang w:eastAsia="ja-JP"/>
              </w:rPr>
              <w:t>DC</w:t>
            </w:r>
            <w:r w:rsidRPr="00E062F1">
              <w:rPr>
                <w:rFonts w:cs="Arial"/>
              </w:rPr>
              <w:t>_</w:t>
            </w:r>
            <w:r w:rsidRPr="00E062F1">
              <w:rPr>
                <w:rFonts w:cs="Arial"/>
                <w:lang w:eastAsia="ja-JP"/>
              </w:rPr>
              <w:t>1A-42D_n257E</w:t>
            </w:r>
          </w:p>
          <w:p w14:paraId="0009E31A" w14:textId="77777777" w:rsidR="00944F22" w:rsidRPr="00E062F1" w:rsidRDefault="00944F22" w:rsidP="006B3BD2">
            <w:pPr>
              <w:pStyle w:val="TAC"/>
              <w:rPr>
                <w:rFonts w:cs="Arial"/>
                <w:lang w:eastAsia="ja-JP"/>
              </w:rPr>
            </w:pPr>
            <w:r w:rsidRPr="00E062F1">
              <w:rPr>
                <w:rFonts w:cs="Arial"/>
                <w:lang w:eastAsia="ja-JP"/>
              </w:rPr>
              <w:t>DC</w:t>
            </w:r>
            <w:r w:rsidRPr="00E062F1">
              <w:rPr>
                <w:rFonts w:cs="Arial"/>
              </w:rPr>
              <w:t>_</w:t>
            </w:r>
            <w:r w:rsidRPr="00E062F1">
              <w:rPr>
                <w:rFonts w:cs="Arial"/>
                <w:lang w:eastAsia="ja-JP"/>
              </w:rPr>
              <w:t>1A-42D_n257F</w:t>
            </w:r>
          </w:p>
          <w:p w14:paraId="165A16E4" w14:textId="77777777" w:rsidR="00944F22" w:rsidRPr="00E062F1" w:rsidRDefault="00944F22" w:rsidP="006B3BD2">
            <w:pPr>
              <w:pStyle w:val="TAC"/>
              <w:rPr>
                <w:lang w:eastAsia="ja-JP"/>
              </w:rPr>
            </w:pPr>
            <w:r w:rsidRPr="00E062F1">
              <w:rPr>
                <w:lang w:eastAsia="ja-JP"/>
              </w:rPr>
              <w:t>DC_1A-42D_n257G</w:t>
            </w:r>
          </w:p>
          <w:p w14:paraId="192CF662" w14:textId="77777777" w:rsidR="00944F22" w:rsidRPr="00E062F1" w:rsidRDefault="00944F22" w:rsidP="006B3BD2">
            <w:pPr>
              <w:pStyle w:val="TAC"/>
              <w:rPr>
                <w:lang w:eastAsia="ja-JP"/>
              </w:rPr>
            </w:pPr>
            <w:r w:rsidRPr="00E062F1">
              <w:rPr>
                <w:lang w:eastAsia="ja-JP"/>
              </w:rPr>
              <w:t>DC_1A-42D_n257H</w:t>
            </w:r>
          </w:p>
          <w:p w14:paraId="6CF4CEA8" w14:textId="77777777" w:rsidR="00944F22" w:rsidRPr="00E062F1" w:rsidRDefault="00944F22" w:rsidP="006B3BD2">
            <w:pPr>
              <w:pStyle w:val="TAC"/>
              <w:rPr>
                <w:lang w:eastAsia="ja-JP"/>
              </w:rPr>
            </w:pPr>
            <w:r w:rsidRPr="00E062F1">
              <w:rPr>
                <w:lang w:eastAsia="ja-JP"/>
              </w:rPr>
              <w:t>DC_1A-42D_n257I</w:t>
            </w:r>
          </w:p>
          <w:p w14:paraId="06A8EE80" w14:textId="77777777" w:rsidR="00944F22" w:rsidRPr="00E062F1" w:rsidRDefault="00944F22" w:rsidP="006B3BD2">
            <w:pPr>
              <w:pStyle w:val="TAC"/>
              <w:rPr>
                <w:lang w:eastAsia="ja-JP"/>
              </w:rPr>
            </w:pPr>
            <w:r w:rsidRPr="00E062F1">
              <w:rPr>
                <w:lang w:eastAsia="ja-JP"/>
              </w:rPr>
              <w:t>DC_1A-42D_n257J</w:t>
            </w:r>
          </w:p>
          <w:p w14:paraId="19D26252" w14:textId="77777777" w:rsidR="00944F22" w:rsidRPr="00E062F1" w:rsidRDefault="00944F22" w:rsidP="006B3BD2">
            <w:pPr>
              <w:pStyle w:val="TAC"/>
              <w:rPr>
                <w:lang w:eastAsia="ja-JP"/>
              </w:rPr>
            </w:pPr>
            <w:r w:rsidRPr="00E062F1">
              <w:rPr>
                <w:lang w:eastAsia="ja-JP"/>
              </w:rPr>
              <w:t>DC_1A-42D_n257K</w:t>
            </w:r>
          </w:p>
          <w:p w14:paraId="371291A5" w14:textId="77777777" w:rsidR="00944F22" w:rsidRPr="00E062F1" w:rsidRDefault="00944F22" w:rsidP="006B3BD2">
            <w:pPr>
              <w:pStyle w:val="TAC"/>
              <w:rPr>
                <w:lang w:eastAsia="ja-JP"/>
              </w:rPr>
            </w:pPr>
            <w:r w:rsidRPr="00E062F1">
              <w:rPr>
                <w:lang w:eastAsia="ja-JP"/>
              </w:rPr>
              <w:t>DC_1A-42D_n257L</w:t>
            </w:r>
          </w:p>
          <w:p w14:paraId="5E6A4713" w14:textId="77777777" w:rsidR="00944F22" w:rsidRPr="00E062F1" w:rsidRDefault="00944F22" w:rsidP="006B3BD2">
            <w:pPr>
              <w:pStyle w:val="TAC"/>
              <w:rPr>
                <w:rFonts w:cs="Arial"/>
                <w:lang w:eastAsia="zh-CN"/>
              </w:rPr>
            </w:pPr>
            <w:r w:rsidRPr="00E062F1">
              <w:rPr>
                <w:lang w:eastAsia="ja-JP"/>
              </w:rPr>
              <w:t>DC_1A-42D_n257M</w:t>
            </w:r>
          </w:p>
          <w:p w14:paraId="2E357F77" w14:textId="77777777" w:rsidR="00944F22" w:rsidRPr="00E062F1" w:rsidRDefault="00944F22" w:rsidP="006B3BD2">
            <w:pPr>
              <w:pStyle w:val="TAC"/>
            </w:pPr>
            <w:r w:rsidRPr="00E062F1">
              <w:t>DC_1A-42</w:t>
            </w:r>
            <w:r w:rsidRPr="00E062F1">
              <w:rPr>
                <w:lang w:eastAsia="zh-CN"/>
              </w:rPr>
              <w:t>E</w:t>
            </w:r>
            <w:r w:rsidRPr="00E062F1">
              <w:t>_n257A</w:t>
            </w:r>
          </w:p>
          <w:p w14:paraId="5567D0B8" w14:textId="77777777" w:rsidR="00944F22" w:rsidRPr="00E062F1" w:rsidRDefault="00944F22" w:rsidP="006B3BD2">
            <w:pPr>
              <w:pStyle w:val="TAC"/>
              <w:rPr>
                <w:rFonts w:cs="Arial"/>
                <w:lang w:eastAsia="ja-JP"/>
              </w:rPr>
            </w:pPr>
            <w:r w:rsidRPr="00E062F1">
              <w:rPr>
                <w:rFonts w:cs="Arial"/>
                <w:lang w:eastAsia="ja-JP"/>
              </w:rPr>
              <w:t>DC</w:t>
            </w:r>
            <w:r w:rsidRPr="00E062F1">
              <w:rPr>
                <w:rFonts w:cs="Arial"/>
              </w:rPr>
              <w:t>_</w:t>
            </w:r>
            <w:r w:rsidRPr="00E062F1">
              <w:rPr>
                <w:rFonts w:cs="Arial"/>
                <w:lang w:eastAsia="ja-JP"/>
              </w:rPr>
              <w:t>1A-42E_n257D</w:t>
            </w:r>
          </w:p>
          <w:p w14:paraId="0ABF108B" w14:textId="77777777" w:rsidR="00944F22" w:rsidRPr="00E062F1" w:rsidRDefault="00944F22" w:rsidP="006B3BD2">
            <w:pPr>
              <w:pStyle w:val="TAC"/>
              <w:rPr>
                <w:rFonts w:cs="Arial"/>
                <w:lang w:eastAsia="ja-JP"/>
              </w:rPr>
            </w:pPr>
            <w:r w:rsidRPr="00E062F1">
              <w:rPr>
                <w:rFonts w:cs="Arial"/>
                <w:lang w:eastAsia="ja-JP"/>
              </w:rPr>
              <w:t>DC</w:t>
            </w:r>
            <w:r w:rsidRPr="00E062F1">
              <w:rPr>
                <w:rFonts w:cs="Arial"/>
              </w:rPr>
              <w:t>_</w:t>
            </w:r>
            <w:r w:rsidRPr="00E062F1">
              <w:rPr>
                <w:rFonts w:cs="Arial"/>
                <w:lang w:eastAsia="ja-JP"/>
              </w:rPr>
              <w:t>1A-42E_n257E</w:t>
            </w:r>
          </w:p>
          <w:p w14:paraId="5EEA54F9" w14:textId="77777777" w:rsidR="00944F22" w:rsidRPr="00E062F1" w:rsidRDefault="00944F22" w:rsidP="006B3BD2">
            <w:pPr>
              <w:pStyle w:val="TAC"/>
              <w:rPr>
                <w:rFonts w:cs="Arial"/>
                <w:lang w:eastAsia="ja-JP"/>
              </w:rPr>
            </w:pPr>
            <w:r w:rsidRPr="00E062F1">
              <w:rPr>
                <w:rFonts w:cs="Arial"/>
                <w:lang w:eastAsia="ja-JP"/>
              </w:rPr>
              <w:t>DC</w:t>
            </w:r>
            <w:r w:rsidRPr="00E062F1">
              <w:rPr>
                <w:rFonts w:cs="Arial"/>
              </w:rPr>
              <w:t>_</w:t>
            </w:r>
            <w:r w:rsidRPr="00E062F1">
              <w:rPr>
                <w:rFonts w:cs="Arial"/>
                <w:lang w:eastAsia="ja-JP"/>
              </w:rPr>
              <w:t>1A-42E_n257F</w:t>
            </w:r>
          </w:p>
          <w:p w14:paraId="5ECAC24D" w14:textId="77777777" w:rsidR="00944F22" w:rsidRPr="00E062F1" w:rsidRDefault="00944F22" w:rsidP="006B3BD2">
            <w:pPr>
              <w:pStyle w:val="TAC"/>
              <w:rPr>
                <w:lang w:eastAsia="ja-JP"/>
              </w:rPr>
            </w:pPr>
            <w:r w:rsidRPr="00E062F1">
              <w:rPr>
                <w:lang w:eastAsia="ja-JP"/>
              </w:rPr>
              <w:t>DC_1A-42E_n257G</w:t>
            </w:r>
          </w:p>
          <w:p w14:paraId="238CE8C1" w14:textId="77777777" w:rsidR="00944F22" w:rsidRPr="00E062F1" w:rsidRDefault="00944F22" w:rsidP="006B3BD2">
            <w:pPr>
              <w:pStyle w:val="TAC"/>
              <w:rPr>
                <w:lang w:eastAsia="ja-JP"/>
              </w:rPr>
            </w:pPr>
            <w:r w:rsidRPr="00E062F1">
              <w:rPr>
                <w:lang w:eastAsia="ja-JP"/>
              </w:rPr>
              <w:t>DC_1A-42E_n257H</w:t>
            </w:r>
          </w:p>
          <w:p w14:paraId="6FC9F35A" w14:textId="77777777" w:rsidR="00944F22" w:rsidRPr="00E062F1" w:rsidRDefault="00944F22" w:rsidP="006B3BD2">
            <w:pPr>
              <w:pStyle w:val="TAC"/>
              <w:rPr>
                <w:lang w:eastAsia="ja-JP"/>
              </w:rPr>
            </w:pPr>
            <w:r w:rsidRPr="00E062F1">
              <w:rPr>
                <w:lang w:eastAsia="ja-JP"/>
              </w:rPr>
              <w:t>DC_1A-42E_n257I</w:t>
            </w:r>
          </w:p>
          <w:p w14:paraId="3189A939" w14:textId="77777777" w:rsidR="00944F22" w:rsidRPr="00E062F1" w:rsidRDefault="00944F22" w:rsidP="006B3BD2">
            <w:pPr>
              <w:pStyle w:val="TAC"/>
              <w:rPr>
                <w:lang w:eastAsia="ja-JP"/>
              </w:rPr>
            </w:pPr>
            <w:r w:rsidRPr="00E062F1">
              <w:rPr>
                <w:lang w:eastAsia="ja-JP"/>
              </w:rPr>
              <w:t>DC_1A-42E_n257J</w:t>
            </w:r>
          </w:p>
          <w:p w14:paraId="092DCE58" w14:textId="77777777" w:rsidR="00944F22" w:rsidRPr="00E062F1" w:rsidRDefault="00944F22" w:rsidP="006B3BD2">
            <w:pPr>
              <w:pStyle w:val="TAC"/>
              <w:rPr>
                <w:lang w:eastAsia="ja-JP"/>
              </w:rPr>
            </w:pPr>
            <w:r w:rsidRPr="00E062F1">
              <w:rPr>
                <w:lang w:eastAsia="ja-JP"/>
              </w:rPr>
              <w:t>DC_1A-42E_n257K</w:t>
            </w:r>
          </w:p>
          <w:p w14:paraId="3D51C941" w14:textId="77777777" w:rsidR="00944F22" w:rsidRPr="00E062F1" w:rsidRDefault="00944F22" w:rsidP="006B3BD2">
            <w:pPr>
              <w:pStyle w:val="TAC"/>
              <w:rPr>
                <w:lang w:eastAsia="ja-JP"/>
              </w:rPr>
            </w:pPr>
            <w:r w:rsidRPr="00E062F1">
              <w:rPr>
                <w:lang w:eastAsia="ja-JP"/>
              </w:rPr>
              <w:t>DC_1A-42E_n257L</w:t>
            </w:r>
          </w:p>
          <w:p w14:paraId="05A2A0CD" w14:textId="77777777" w:rsidR="00944F22" w:rsidRPr="00E062F1" w:rsidRDefault="00944F22" w:rsidP="006B3BD2">
            <w:pPr>
              <w:pStyle w:val="TAC"/>
              <w:rPr>
                <w:noProof/>
                <w:lang w:eastAsia="zh-CN"/>
              </w:rPr>
            </w:pPr>
            <w:r w:rsidRPr="00E062F1">
              <w:rPr>
                <w:lang w:eastAsia="ja-JP"/>
              </w:rPr>
              <w:t>DC_1A-42E_n257M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AFF9850" w14:textId="77777777" w:rsidR="00944F22" w:rsidRPr="00E062F1" w:rsidRDefault="00944F22" w:rsidP="006B3BD2">
            <w:pPr>
              <w:pStyle w:val="TAC"/>
              <w:rPr>
                <w:noProof/>
                <w:lang w:eastAsia="ja-JP"/>
              </w:rPr>
            </w:pPr>
            <w:r w:rsidRPr="00E062F1">
              <w:rPr>
                <w:noProof/>
              </w:rPr>
              <w:t>DC_1A_n257A</w:t>
            </w:r>
          </w:p>
          <w:p w14:paraId="4A83059C" w14:textId="77777777" w:rsidR="00944F22" w:rsidRPr="00E062F1" w:rsidRDefault="00944F22" w:rsidP="006B3BD2">
            <w:pPr>
              <w:pStyle w:val="TAC"/>
              <w:rPr>
                <w:noProof/>
                <w:lang w:eastAsia="ja-JP"/>
              </w:rPr>
            </w:pPr>
            <w:r w:rsidRPr="00E062F1">
              <w:rPr>
                <w:noProof/>
              </w:rPr>
              <w:t>DC_1A_n257</w:t>
            </w:r>
            <w:r w:rsidRPr="00E062F1">
              <w:rPr>
                <w:noProof/>
                <w:lang w:eastAsia="ja-JP"/>
              </w:rPr>
              <w:t>D</w:t>
            </w:r>
          </w:p>
          <w:p w14:paraId="1F7B15A1" w14:textId="77777777" w:rsidR="00944F22" w:rsidRPr="00E062F1" w:rsidRDefault="00944F22" w:rsidP="006B3BD2">
            <w:pPr>
              <w:pStyle w:val="TAC"/>
              <w:rPr>
                <w:lang w:eastAsia="ja-JP"/>
              </w:rPr>
            </w:pPr>
            <w:r w:rsidRPr="00E062F1">
              <w:rPr>
                <w:lang w:eastAsia="ja-JP"/>
              </w:rPr>
              <w:t>DC_1A_n257A</w:t>
            </w:r>
          </w:p>
          <w:p w14:paraId="4FF980CD" w14:textId="77777777" w:rsidR="00944F22" w:rsidRPr="00E062F1" w:rsidRDefault="00944F22" w:rsidP="006B3BD2">
            <w:pPr>
              <w:pStyle w:val="TAC"/>
              <w:rPr>
                <w:lang w:eastAsia="ja-JP"/>
              </w:rPr>
            </w:pPr>
            <w:r w:rsidRPr="00E062F1">
              <w:rPr>
                <w:lang w:eastAsia="ja-JP"/>
              </w:rPr>
              <w:t>DC_1A_n257G</w:t>
            </w:r>
          </w:p>
          <w:p w14:paraId="31CF24F8" w14:textId="77777777" w:rsidR="00944F22" w:rsidRPr="00E062F1" w:rsidRDefault="00944F22" w:rsidP="006B3BD2">
            <w:pPr>
              <w:pStyle w:val="TAC"/>
              <w:rPr>
                <w:lang w:eastAsia="ja-JP"/>
              </w:rPr>
            </w:pPr>
            <w:r w:rsidRPr="00E062F1">
              <w:rPr>
                <w:lang w:eastAsia="ja-JP"/>
              </w:rPr>
              <w:t>DC_1A_n257H</w:t>
            </w:r>
          </w:p>
          <w:p w14:paraId="72CA1888" w14:textId="77777777" w:rsidR="00944F22" w:rsidRPr="00E062F1" w:rsidRDefault="00944F22" w:rsidP="006B3BD2">
            <w:pPr>
              <w:pStyle w:val="TAC"/>
              <w:rPr>
                <w:lang w:eastAsia="ja-JP"/>
              </w:rPr>
            </w:pPr>
            <w:r w:rsidRPr="00E062F1">
              <w:rPr>
                <w:lang w:eastAsia="ja-JP"/>
              </w:rPr>
              <w:t>DC_1A_n257I</w:t>
            </w:r>
          </w:p>
          <w:p w14:paraId="4E1BFC76" w14:textId="77777777" w:rsidR="00944F22" w:rsidRPr="00E062F1" w:rsidRDefault="00944F22" w:rsidP="006B3BD2">
            <w:pPr>
              <w:pStyle w:val="TAC"/>
              <w:rPr>
                <w:lang w:eastAsia="ja-JP"/>
              </w:rPr>
            </w:pPr>
            <w:r w:rsidRPr="00E062F1">
              <w:rPr>
                <w:lang w:eastAsia="ja-JP"/>
              </w:rPr>
              <w:t>DC_1A_n257J</w:t>
            </w:r>
          </w:p>
          <w:p w14:paraId="22B119CE" w14:textId="77777777" w:rsidR="00944F22" w:rsidRPr="00E062F1" w:rsidRDefault="00944F22" w:rsidP="006B3BD2">
            <w:pPr>
              <w:pStyle w:val="TAC"/>
              <w:rPr>
                <w:lang w:eastAsia="ja-JP"/>
              </w:rPr>
            </w:pPr>
            <w:r w:rsidRPr="00E062F1">
              <w:rPr>
                <w:lang w:eastAsia="ja-JP"/>
              </w:rPr>
              <w:t>DC_1A_n257K</w:t>
            </w:r>
          </w:p>
          <w:p w14:paraId="7F37ACA1" w14:textId="77777777" w:rsidR="00944F22" w:rsidRPr="00E062F1" w:rsidRDefault="00944F22" w:rsidP="006B3BD2">
            <w:pPr>
              <w:pStyle w:val="TAC"/>
              <w:rPr>
                <w:lang w:eastAsia="ja-JP"/>
              </w:rPr>
            </w:pPr>
            <w:r w:rsidRPr="00E062F1">
              <w:rPr>
                <w:lang w:eastAsia="ja-JP"/>
              </w:rPr>
              <w:t>DC_1A_n257L</w:t>
            </w:r>
          </w:p>
          <w:p w14:paraId="15E6908E" w14:textId="77777777" w:rsidR="00944F22" w:rsidRPr="00E062F1" w:rsidRDefault="00944F22" w:rsidP="006B3BD2">
            <w:pPr>
              <w:pStyle w:val="TAC"/>
              <w:rPr>
                <w:noProof/>
                <w:lang w:eastAsia="ja-JP"/>
              </w:rPr>
            </w:pPr>
            <w:r w:rsidRPr="00E062F1">
              <w:rPr>
                <w:lang w:eastAsia="ja-JP"/>
              </w:rPr>
              <w:t>DC_1A_n257M</w:t>
            </w:r>
          </w:p>
          <w:p w14:paraId="49445900" w14:textId="77777777" w:rsidR="00944F22" w:rsidRPr="00E062F1" w:rsidRDefault="00944F22" w:rsidP="006B3BD2">
            <w:pPr>
              <w:pStyle w:val="TAC"/>
              <w:rPr>
                <w:noProof/>
                <w:lang w:eastAsia="ja-JP"/>
              </w:rPr>
            </w:pPr>
            <w:r w:rsidRPr="00E062F1">
              <w:rPr>
                <w:noProof/>
              </w:rPr>
              <w:t>DC_42A_n257A</w:t>
            </w:r>
          </w:p>
          <w:p w14:paraId="5E171E6E" w14:textId="77777777" w:rsidR="00944F22" w:rsidRPr="00E062F1" w:rsidRDefault="00944F22" w:rsidP="006B3BD2">
            <w:pPr>
              <w:pStyle w:val="TAC"/>
              <w:rPr>
                <w:noProof/>
                <w:lang w:eastAsia="ja-JP"/>
              </w:rPr>
            </w:pPr>
            <w:r w:rsidRPr="00E062F1">
              <w:rPr>
                <w:noProof/>
              </w:rPr>
              <w:t>DC_42A_n257</w:t>
            </w:r>
            <w:r w:rsidRPr="00E062F1">
              <w:rPr>
                <w:noProof/>
                <w:lang w:eastAsia="ja-JP"/>
              </w:rPr>
              <w:t>D</w:t>
            </w:r>
          </w:p>
          <w:p w14:paraId="37F73C1A" w14:textId="77777777" w:rsidR="00944F22" w:rsidRPr="00E062F1" w:rsidRDefault="00944F22" w:rsidP="006B3BD2">
            <w:pPr>
              <w:pStyle w:val="TAC"/>
              <w:rPr>
                <w:noProof/>
                <w:lang w:eastAsia="ja-JP"/>
              </w:rPr>
            </w:pPr>
            <w:r w:rsidRPr="00E062F1">
              <w:rPr>
                <w:noProof/>
              </w:rPr>
              <w:t>DC_42A_n257G</w:t>
            </w:r>
          </w:p>
          <w:p w14:paraId="22C978A1" w14:textId="77777777" w:rsidR="00944F22" w:rsidRPr="00E062F1" w:rsidRDefault="00944F22" w:rsidP="006B3BD2">
            <w:pPr>
              <w:pStyle w:val="TAC"/>
              <w:rPr>
                <w:noProof/>
                <w:lang w:eastAsia="ja-JP"/>
              </w:rPr>
            </w:pPr>
            <w:r w:rsidRPr="00E062F1">
              <w:rPr>
                <w:noProof/>
              </w:rPr>
              <w:t>DC_42A_n257H</w:t>
            </w:r>
          </w:p>
          <w:p w14:paraId="26258165" w14:textId="77777777" w:rsidR="00944F22" w:rsidRPr="00E062F1" w:rsidRDefault="00944F22" w:rsidP="006B3BD2">
            <w:pPr>
              <w:pStyle w:val="TAC"/>
              <w:rPr>
                <w:noProof/>
              </w:rPr>
            </w:pPr>
            <w:r w:rsidRPr="00E062F1">
              <w:rPr>
                <w:noProof/>
              </w:rPr>
              <w:t>DC_42A_n257I</w:t>
            </w:r>
          </w:p>
          <w:p w14:paraId="07E1CF6B" w14:textId="77777777" w:rsidR="00944F22" w:rsidRPr="00E062F1" w:rsidRDefault="00944F22" w:rsidP="006B3BD2">
            <w:pPr>
              <w:pStyle w:val="TAC"/>
              <w:rPr>
                <w:noProof/>
                <w:lang w:eastAsia="ja-JP"/>
              </w:rPr>
            </w:pPr>
            <w:r w:rsidRPr="00E062F1">
              <w:rPr>
                <w:noProof/>
              </w:rPr>
              <w:t>DC_42C_n257A</w:t>
            </w:r>
          </w:p>
          <w:p w14:paraId="7CDEF989" w14:textId="77777777" w:rsidR="00944F22" w:rsidRPr="00E062F1" w:rsidRDefault="00944F22" w:rsidP="006B3BD2">
            <w:pPr>
              <w:pStyle w:val="TAC"/>
              <w:rPr>
                <w:noProof/>
                <w:lang w:eastAsia="ja-JP"/>
              </w:rPr>
            </w:pPr>
            <w:r w:rsidRPr="00E062F1">
              <w:rPr>
                <w:noProof/>
              </w:rPr>
              <w:t>DC_42C_n257G</w:t>
            </w:r>
          </w:p>
          <w:p w14:paraId="1117E96B" w14:textId="77777777" w:rsidR="00944F22" w:rsidRPr="00E062F1" w:rsidRDefault="00944F22" w:rsidP="006B3BD2">
            <w:pPr>
              <w:pStyle w:val="TAC"/>
              <w:rPr>
                <w:noProof/>
                <w:lang w:eastAsia="ja-JP"/>
              </w:rPr>
            </w:pPr>
            <w:r w:rsidRPr="00E062F1">
              <w:rPr>
                <w:noProof/>
              </w:rPr>
              <w:t>DC_42C_n257H</w:t>
            </w:r>
          </w:p>
          <w:p w14:paraId="5D627008" w14:textId="77777777" w:rsidR="00944F22" w:rsidRPr="00E062F1" w:rsidRDefault="00944F22" w:rsidP="006B3BD2">
            <w:pPr>
              <w:pStyle w:val="TAC"/>
            </w:pPr>
            <w:r w:rsidRPr="00E062F1">
              <w:rPr>
                <w:noProof/>
              </w:rPr>
              <w:t>DC_42C_n257I</w:t>
            </w:r>
          </w:p>
        </w:tc>
      </w:tr>
      <w:tr w:rsidR="00944F22" w:rsidRPr="00E062F1" w14:paraId="42B6AA23"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641C353" w14:textId="77777777" w:rsidR="00944F22" w:rsidRPr="00E062F1" w:rsidRDefault="00944F22" w:rsidP="006B3BD2">
            <w:pPr>
              <w:pStyle w:val="TAC"/>
              <w:rPr>
                <w:noProof/>
                <w:lang w:eastAsia="zh-CN"/>
              </w:rPr>
            </w:pPr>
            <w:r w:rsidRPr="00E062F1">
              <w:rPr>
                <w:noProof/>
                <w:lang w:eastAsia="zh-CN"/>
              </w:rPr>
              <w:lastRenderedPageBreak/>
              <w:t>DC_2A-5A_n257A</w:t>
            </w:r>
            <w:r w:rsidRPr="00E062F1">
              <w:rPr>
                <w:noProof/>
                <w:vertAlign w:val="superscript"/>
                <w:lang w:eastAsia="zh-CN"/>
              </w:rPr>
              <w:t>2</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3EF1214" w14:textId="77777777" w:rsidR="00944F22" w:rsidRPr="00E062F1" w:rsidRDefault="00944F22" w:rsidP="006B3BD2">
            <w:pPr>
              <w:pStyle w:val="TAC"/>
              <w:rPr>
                <w:noProof/>
                <w:lang w:eastAsia="zh-CN"/>
              </w:rPr>
            </w:pPr>
            <w:r w:rsidRPr="00E062F1">
              <w:rPr>
                <w:noProof/>
                <w:lang w:eastAsia="zh-CN"/>
              </w:rPr>
              <w:t>DC_2A_n257A</w:t>
            </w:r>
          </w:p>
          <w:p w14:paraId="35957BAF" w14:textId="77777777" w:rsidR="00944F22" w:rsidRPr="00E062F1" w:rsidRDefault="00944F22" w:rsidP="006B3BD2">
            <w:pPr>
              <w:pStyle w:val="TAC"/>
              <w:rPr>
                <w:noProof/>
                <w:lang w:eastAsia="zh-CN"/>
              </w:rPr>
            </w:pPr>
            <w:r w:rsidRPr="00E062F1">
              <w:rPr>
                <w:noProof/>
                <w:lang w:eastAsia="zh-CN"/>
              </w:rPr>
              <w:t>DC_5A_n257A</w:t>
            </w:r>
          </w:p>
        </w:tc>
      </w:tr>
      <w:tr w:rsidR="00944F22" w:rsidRPr="00E062F1" w14:paraId="087753DE"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4A9D814" w14:textId="77777777" w:rsidR="00944F22" w:rsidRPr="00E062F1" w:rsidRDefault="00944F22" w:rsidP="006B3BD2">
            <w:pPr>
              <w:pStyle w:val="TAC"/>
              <w:rPr>
                <w:noProof/>
                <w:lang w:eastAsia="zh-CN"/>
              </w:rPr>
            </w:pPr>
            <w:r w:rsidRPr="00E062F1">
              <w:rPr>
                <w:noProof/>
                <w:lang w:eastAsia="zh-CN"/>
              </w:rPr>
              <w:t>DC_2A-5A_n260A</w:t>
            </w:r>
          </w:p>
          <w:p w14:paraId="32D36F87" w14:textId="77777777" w:rsidR="00944F22" w:rsidRPr="00E062F1" w:rsidRDefault="00944F22" w:rsidP="006B3BD2">
            <w:pPr>
              <w:pStyle w:val="TAC"/>
              <w:rPr>
                <w:lang w:eastAsia="fi-FI"/>
              </w:rPr>
            </w:pPr>
            <w:r w:rsidRPr="00E062F1">
              <w:rPr>
                <w:lang w:eastAsia="fi-FI"/>
              </w:rPr>
              <w:t>DC_2</w:t>
            </w:r>
            <w:r w:rsidRPr="00E062F1">
              <w:rPr>
                <w:rFonts w:cs="Arial"/>
                <w:szCs w:val="18"/>
                <w:lang w:eastAsia="fi-FI"/>
              </w:rPr>
              <w:t>A</w:t>
            </w:r>
            <w:r w:rsidRPr="00E062F1">
              <w:rPr>
                <w:rFonts w:cs="Arial"/>
                <w:noProof/>
                <w:szCs w:val="18"/>
              </w:rPr>
              <w:t>-5A</w:t>
            </w:r>
            <w:r w:rsidRPr="00E062F1">
              <w:rPr>
                <w:rFonts w:cs="Arial"/>
                <w:szCs w:val="18"/>
                <w:lang w:eastAsia="fi-FI"/>
              </w:rPr>
              <w:t>_</w:t>
            </w:r>
            <w:r w:rsidRPr="00E062F1">
              <w:rPr>
                <w:lang w:eastAsia="fi-FI"/>
              </w:rPr>
              <w:t>n260G</w:t>
            </w:r>
          </w:p>
          <w:p w14:paraId="746A560C" w14:textId="77777777" w:rsidR="00944F22" w:rsidRPr="00E062F1" w:rsidRDefault="00944F22" w:rsidP="006B3BD2">
            <w:pPr>
              <w:pStyle w:val="TAC"/>
              <w:rPr>
                <w:lang w:eastAsia="fi-FI"/>
              </w:rPr>
            </w:pPr>
            <w:r w:rsidRPr="00E062F1">
              <w:rPr>
                <w:lang w:eastAsia="fi-FI"/>
              </w:rPr>
              <w:t>DC_2A</w:t>
            </w:r>
            <w:r w:rsidRPr="00E062F1">
              <w:rPr>
                <w:rFonts w:cs="Arial"/>
                <w:noProof/>
                <w:szCs w:val="18"/>
              </w:rPr>
              <w:t>-5A</w:t>
            </w:r>
            <w:r w:rsidRPr="00E062F1">
              <w:rPr>
                <w:lang w:eastAsia="fi-FI"/>
              </w:rPr>
              <w:t>_n260H</w:t>
            </w:r>
          </w:p>
          <w:p w14:paraId="2E73F98E" w14:textId="77777777" w:rsidR="00944F22" w:rsidRPr="00E062F1" w:rsidRDefault="00944F22" w:rsidP="006B3BD2">
            <w:pPr>
              <w:pStyle w:val="TAC"/>
              <w:rPr>
                <w:lang w:eastAsia="fi-FI"/>
              </w:rPr>
            </w:pPr>
            <w:r w:rsidRPr="00E062F1">
              <w:rPr>
                <w:lang w:eastAsia="fi-FI"/>
              </w:rPr>
              <w:t>DC_2A</w:t>
            </w:r>
            <w:r w:rsidRPr="00E062F1">
              <w:rPr>
                <w:rFonts w:cs="Arial"/>
                <w:noProof/>
                <w:szCs w:val="18"/>
              </w:rPr>
              <w:t>-5A</w:t>
            </w:r>
            <w:r w:rsidRPr="00E062F1">
              <w:rPr>
                <w:lang w:eastAsia="fi-FI"/>
              </w:rPr>
              <w:t>_n260I</w:t>
            </w:r>
          </w:p>
          <w:p w14:paraId="32398558" w14:textId="77777777" w:rsidR="00944F22" w:rsidRPr="00E062F1" w:rsidRDefault="00944F22" w:rsidP="006B3BD2">
            <w:pPr>
              <w:pStyle w:val="TAC"/>
              <w:rPr>
                <w:lang w:eastAsia="fi-FI"/>
              </w:rPr>
            </w:pPr>
            <w:r w:rsidRPr="00E062F1">
              <w:rPr>
                <w:lang w:eastAsia="fi-FI"/>
              </w:rPr>
              <w:t>DC_2A</w:t>
            </w:r>
            <w:r w:rsidRPr="00E062F1">
              <w:rPr>
                <w:rFonts w:cs="Arial"/>
                <w:noProof/>
                <w:szCs w:val="18"/>
              </w:rPr>
              <w:t>-5A</w:t>
            </w:r>
            <w:r w:rsidRPr="00E062F1">
              <w:rPr>
                <w:lang w:eastAsia="fi-FI"/>
              </w:rPr>
              <w:t>_n260J</w:t>
            </w:r>
          </w:p>
          <w:p w14:paraId="63BD42C1" w14:textId="77777777" w:rsidR="00944F22" w:rsidRPr="00E062F1" w:rsidRDefault="00944F22" w:rsidP="006B3BD2">
            <w:pPr>
              <w:pStyle w:val="TAC"/>
              <w:rPr>
                <w:lang w:eastAsia="fi-FI"/>
              </w:rPr>
            </w:pPr>
            <w:r w:rsidRPr="00E062F1">
              <w:rPr>
                <w:lang w:eastAsia="fi-FI"/>
              </w:rPr>
              <w:t>DC_2A</w:t>
            </w:r>
            <w:r w:rsidRPr="00E062F1">
              <w:rPr>
                <w:rFonts w:cs="Arial"/>
                <w:noProof/>
                <w:szCs w:val="18"/>
              </w:rPr>
              <w:t>-5A</w:t>
            </w:r>
            <w:r w:rsidRPr="00E062F1">
              <w:rPr>
                <w:lang w:eastAsia="fi-FI"/>
              </w:rPr>
              <w:t>_n260K</w:t>
            </w:r>
          </w:p>
          <w:p w14:paraId="6EB6D262" w14:textId="77777777" w:rsidR="00944F22" w:rsidRPr="00E062F1" w:rsidRDefault="00944F22" w:rsidP="006B3BD2">
            <w:pPr>
              <w:pStyle w:val="TAC"/>
              <w:rPr>
                <w:lang w:eastAsia="fi-FI"/>
              </w:rPr>
            </w:pPr>
            <w:r w:rsidRPr="00E062F1">
              <w:rPr>
                <w:lang w:eastAsia="fi-FI"/>
              </w:rPr>
              <w:t>DC_2A</w:t>
            </w:r>
            <w:r w:rsidRPr="00E062F1">
              <w:rPr>
                <w:rFonts w:cs="Arial"/>
                <w:noProof/>
                <w:szCs w:val="18"/>
              </w:rPr>
              <w:t>-5A</w:t>
            </w:r>
            <w:r w:rsidRPr="00E062F1">
              <w:rPr>
                <w:lang w:eastAsia="fi-FI"/>
              </w:rPr>
              <w:t>_n260L</w:t>
            </w:r>
          </w:p>
          <w:p w14:paraId="76B1E57F" w14:textId="77777777" w:rsidR="00944F22" w:rsidRPr="00E062F1" w:rsidRDefault="00944F22" w:rsidP="006B3BD2">
            <w:pPr>
              <w:pStyle w:val="TAC"/>
              <w:rPr>
                <w:lang w:eastAsia="fi-FI"/>
              </w:rPr>
            </w:pPr>
            <w:r w:rsidRPr="00E062F1">
              <w:rPr>
                <w:lang w:eastAsia="fi-FI"/>
              </w:rPr>
              <w:t>DC_2A</w:t>
            </w:r>
            <w:r w:rsidRPr="00E062F1">
              <w:rPr>
                <w:rFonts w:cs="Arial"/>
                <w:noProof/>
                <w:szCs w:val="18"/>
                <w:lang w:eastAsia="zh-CN"/>
              </w:rPr>
              <w:t>-5A</w:t>
            </w:r>
            <w:r w:rsidRPr="00E062F1">
              <w:rPr>
                <w:lang w:eastAsia="fi-FI"/>
              </w:rPr>
              <w:t>_n260M</w:t>
            </w:r>
          </w:p>
          <w:p w14:paraId="21BE288F" w14:textId="77777777" w:rsidR="00944F22" w:rsidRPr="00E062F1" w:rsidRDefault="00944F22" w:rsidP="006B3BD2">
            <w:pPr>
              <w:pStyle w:val="TAC"/>
              <w:rPr>
                <w:noProof/>
                <w:lang w:eastAsia="zh-CN"/>
              </w:rPr>
            </w:pPr>
            <w:r w:rsidRPr="00E062F1">
              <w:rPr>
                <w:noProof/>
                <w:lang w:eastAsia="zh-CN"/>
              </w:rPr>
              <w:t>DC_2A-2A-5A_n260A</w:t>
            </w:r>
          </w:p>
          <w:p w14:paraId="1726AD53" w14:textId="77777777" w:rsidR="00944F22" w:rsidRPr="00E062F1" w:rsidRDefault="00944F22" w:rsidP="006B3BD2">
            <w:pPr>
              <w:pStyle w:val="TAC"/>
            </w:pPr>
            <w:r w:rsidRPr="00E062F1">
              <w:t>DC_2A-2A-5A_n260G</w:t>
            </w:r>
          </w:p>
          <w:p w14:paraId="41D4058B" w14:textId="77777777" w:rsidR="00944F22" w:rsidRPr="00E062F1" w:rsidRDefault="00944F22" w:rsidP="006B3BD2">
            <w:pPr>
              <w:pStyle w:val="TAC"/>
              <w:rPr>
                <w:lang w:eastAsia="fr-FR"/>
              </w:rPr>
            </w:pPr>
            <w:r w:rsidRPr="00E062F1">
              <w:t>DC_2A-2A-5A_n260H</w:t>
            </w:r>
          </w:p>
          <w:p w14:paraId="7DE58EC4" w14:textId="77777777" w:rsidR="00944F22" w:rsidRPr="00E062F1" w:rsidRDefault="00944F22" w:rsidP="006B3BD2">
            <w:pPr>
              <w:pStyle w:val="TAC"/>
              <w:rPr>
                <w:noProof/>
                <w:lang w:eastAsia="zh-CN"/>
              </w:rPr>
            </w:pPr>
            <w:r w:rsidRPr="00E062F1">
              <w:t>DC_2A-2A-5A_n260I</w:t>
            </w:r>
          </w:p>
          <w:p w14:paraId="6AA2FD45" w14:textId="77777777" w:rsidR="00944F22" w:rsidRPr="00E062F1" w:rsidRDefault="00944F22" w:rsidP="006B3BD2">
            <w:pPr>
              <w:pStyle w:val="TAC"/>
              <w:rPr>
                <w:noProof/>
                <w:lang w:eastAsia="zh-CN"/>
              </w:rPr>
            </w:pPr>
            <w:r w:rsidRPr="00E062F1">
              <w:t>DC_2A-2A-5A_n260J</w:t>
            </w:r>
          </w:p>
          <w:p w14:paraId="09DB3AE1" w14:textId="77777777" w:rsidR="00944F22" w:rsidRPr="00E062F1" w:rsidRDefault="00944F22" w:rsidP="006B3BD2">
            <w:pPr>
              <w:pStyle w:val="TAC"/>
              <w:rPr>
                <w:noProof/>
                <w:lang w:eastAsia="zh-CN"/>
              </w:rPr>
            </w:pPr>
            <w:r w:rsidRPr="00E062F1">
              <w:t>DC_2A-2A-5A_n260K</w:t>
            </w:r>
          </w:p>
          <w:p w14:paraId="3A6E720D" w14:textId="77777777" w:rsidR="00944F22" w:rsidRPr="00E062F1" w:rsidRDefault="00944F22" w:rsidP="006B3BD2">
            <w:pPr>
              <w:pStyle w:val="TAC"/>
              <w:rPr>
                <w:noProof/>
                <w:lang w:eastAsia="zh-CN"/>
              </w:rPr>
            </w:pPr>
            <w:r w:rsidRPr="00E062F1">
              <w:t>DC_2A-2A-5A_n260L</w:t>
            </w:r>
          </w:p>
          <w:p w14:paraId="3A1A2BEC" w14:textId="77777777" w:rsidR="00944F22" w:rsidRPr="00E062F1" w:rsidRDefault="00944F22" w:rsidP="006B3BD2">
            <w:pPr>
              <w:pStyle w:val="TAC"/>
              <w:rPr>
                <w:noProof/>
                <w:lang w:eastAsia="zh-CN"/>
              </w:rPr>
            </w:pPr>
            <w:r w:rsidRPr="00E062F1">
              <w:t>DC_2A-2A-5A_n260M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913D65A" w14:textId="77777777" w:rsidR="00944F22" w:rsidRPr="00E062F1" w:rsidRDefault="00944F22" w:rsidP="006B3BD2">
            <w:pPr>
              <w:pStyle w:val="TAC"/>
              <w:rPr>
                <w:noProof/>
                <w:lang w:eastAsia="zh-CN"/>
              </w:rPr>
            </w:pPr>
            <w:r w:rsidRPr="00E062F1">
              <w:rPr>
                <w:noProof/>
                <w:lang w:eastAsia="zh-CN"/>
              </w:rPr>
              <w:t>DC_2A_n260A</w:t>
            </w:r>
          </w:p>
          <w:p w14:paraId="2912F777" w14:textId="5D12EFC9" w:rsidR="00944F22" w:rsidRDefault="00944F22" w:rsidP="006B3BD2">
            <w:pPr>
              <w:pStyle w:val="TAC"/>
              <w:rPr>
                <w:noProof/>
                <w:lang w:eastAsia="zh-CN"/>
              </w:rPr>
            </w:pPr>
            <w:r w:rsidRPr="00E062F1">
              <w:rPr>
                <w:noProof/>
                <w:lang w:eastAsia="zh-CN"/>
              </w:rPr>
              <w:t>DC_5A_n260A</w:t>
            </w:r>
          </w:p>
          <w:p w14:paraId="18D576E2" w14:textId="77777777" w:rsidR="00E1475B" w:rsidRPr="00EF5447" w:rsidRDefault="00E1475B" w:rsidP="00E1475B">
            <w:pPr>
              <w:pStyle w:val="TAC"/>
              <w:rPr>
                <w:noProof/>
                <w:lang w:eastAsia="zh-CN"/>
              </w:rPr>
            </w:pPr>
            <w:r w:rsidRPr="00EF5447">
              <w:rPr>
                <w:noProof/>
                <w:lang w:eastAsia="zh-CN"/>
              </w:rPr>
              <w:t>DC_2A_n260G</w:t>
            </w:r>
          </w:p>
          <w:p w14:paraId="503E817C" w14:textId="77777777" w:rsidR="00E1475B" w:rsidRDefault="00E1475B" w:rsidP="00E1475B">
            <w:pPr>
              <w:pStyle w:val="TAC"/>
              <w:rPr>
                <w:noProof/>
                <w:lang w:eastAsia="zh-CN"/>
              </w:rPr>
            </w:pPr>
            <w:r w:rsidRPr="00EF5447">
              <w:rPr>
                <w:noProof/>
                <w:lang w:eastAsia="zh-CN"/>
              </w:rPr>
              <w:t>DC_5A_n260G</w:t>
            </w:r>
          </w:p>
          <w:p w14:paraId="08FA5388" w14:textId="77777777" w:rsidR="00E1475B" w:rsidRPr="00EF5447" w:rsidRDefault="00E1475B" w:rsidP="00E1475B">
            <w:pPr>
              <w:pStyle w:val="TAC"/>
              <w:rPr>
                <w:noProof/>
                <w:lang w:eastAsia="zh-CN"/>
              </w:rPr>
            </w:pPr>
            <w:r w:rsidRPr="00EF5447">
              <w:rPr>
                <w:noProof/>
                <w:lang w:eastAsia="zh-CN"/>
              </w:rPr>
              <w:t>DC_2A_n260H</w:t>
            </w:r>
          </w:p>
          <w:p w14:paraId="066347F3" w14:textId="77777777" w:rsidR="00E1475B" w:rsidRDefault="00E1475B" w:rsidP="00E1475B">
            <w:pPr>
              <w:pStyle w:val="TAC"/>
              <w:rPr>
                <w:noProof/>
                <w:lang w:eastAsia="zh-CN"/>
              </w:rPr>
            </w:pPr>
            <w:r w:rsidRPr="00EF5447">
              <w:rPr>
                <w:noProof/>
                <w:lang w:eastAsia="zh-CN"/>
              </w:rPr>
              <w:t>DC_5A_n260H</w:t>
            </w:r>
          </w:p>
          <w:p w14:paraId="29CBE9F4" w14:textId="77777777" w:rsidR="00E1475B" w:rsidRPr="00EF5447" w:rsidRDefault="00E1475B" w:rsidP="00E1475B">
            <w:pPr>
              <w:pStyle w:val="TAC"/>
              <w:rPr>
                <w:lang w:eastAsia="zh-CN"/>
              </w:rPr>
            </w:pPr>
            <w:r w:rsidRPr="00EF5447">
              <w:rPr>
                <w:lang w:eastAsia="zh-CN"/>
              </w:rPr>
              <w:t>DC_2A_n260I</w:t>
            </w:r>
          </w:p>
          <w:p w14:paraId="3A85ED0E" w14:textId="0EDB03B8" w:rsidR="00E1475B" w:rsidRPr="00E062F1" w:rsidRDefault="00E1475B" w:rsidP="00E1475B">
            <w:pPr>
              <w:pStyle w:val="TAC"/>
              <w:rPr>
                <w:noProof/>
                <w:lang w:eastAsia="zh-CN"/>
              </w:rPr>
            </w:pPr>
            <w:r w:rsidRPr="00EF5447">
              <w:rPr>
                <w:lang w:eastAsia="zh-CN"/>
              </w:rPr>
              <w:t>DC_5A_n260I</w:t>
            </w:r>
          </w:p>
          <w:p w14:paraId="57AC4F9E" w14:textId="77777777" w:rsidR="00944F22" w:rsidRPr="00E062F1" w:rsidRDefault="00944F22" w:rsidP="006B3BD2">
            <w:pPr>
              <w:pStyle w:val="TAC"/>
              <w:rPr>
                <w:noProof/>
                <w:lang w:eastAsia="zh-CN"/>
              </w:rPr>
            </w:pPr>
          </w:p>
        </w:tc>
      </w:tr>
      <w:tr w:rsidR="00944F22" w:rsidRPr="00E062F1" w14:paraId="1ABF1F49"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D514D45" w14:textId="404AE4AC" w:rsidR="00944F22" w:rsidRDefault="00944F22" w:rsidP="006B3BD2">
            <w:pPr>
              <w:pStyle w:val="TAC"/>
              <w:rPr>
                <w:lang w:eastAsia="zh-CN"/>
              </w:rPr>
            </w:pPr>
            <w:r w:rsidRPr="00E062F1">
              <w:rPr>
                <w:lang w:eastAsia="zh-CN"/>
              </w:rPr>
              <w:t>DC_2A-5A_n261A</w:t>
            </w:r>
          </w:p>
          <w:p w14:paraId="5FB238A2" w14:textId="77777777" w:rsidR="00E1475B" w:rsidRPr="00EF5447" w:rsidRDefault="00E1475B" w:rsidP="00E1475B">
            <w:pPr>
              <w:pStyle w:val="TAC"/>
              <w:rPr>
                <w:lang w:eastAsia="zh-CN"/>
              </w:rPr>
            </w:pPr>
            <w:r w:rsidRPr="00EF5447">
              <w:rPr>
                <w:lang w:eastAsia="zh-CN"/>
              </w:rPr>
              <w:t>DC_2A-5A_n261</w:t>
            </w:r>
            <w:r>
              <w:rPr>
                <w:lang w:eastAsia="zh-CN"/>
              </w:rPr>
              <w:t>G</w:t>
            </w:r>
          </w:p>
          <w:p w14:paraId="14335ED2" w14:textId="442F7C4B" w:rsidR="00E1475B" w:rsidRPr="00E062F1" w:rsidRDefault="00E1475B" w:rsidP="006B3BD2">
            <w:pPr>
              <w:pStyle w:val="TAC"/>
              <w:rPr>
                <w:lang w:eastAsia="zh-CN"/>
              </w:rPr>
            </w:pPr>
            <w:r w:rsidRPr="00EF5447">
              <w:rPr>
                <w:lang w:eastAsia="zh-CN"/>
              </w:rPr>
              <w:t>DC_2A-5A_n261</w:t>
            </w:r>
            <w:r>
              <w:rPr>
                <w:lang w:eastAsia="zh-CN"/>
              </w:rPr>
              <w:t>H</w:t>
            </w:r>
          </w:p>
          <w:p w14:paraId="130E2C02" w14:textId="77777777" w:rsidR="00944F22" w:rsidRPr="00E062F1" w:rsidRDefault="00944F22" w:rsidP="006B3BD2">
            <w:pPr>
              <w:pStyle w:val="TAC"/>
              <w:rPr>
                <w:lang w:eastAsia="zh-CN"/>
              </w:rPr>
            </w:pPr>
            <w:r w:rsidRPr="00E062F1">
              <w:rPr>
                <w:lang w:eastAsia="zh-CN"/>
              </w:rPr>
              <w:t>DC_2A-5A_n261I</w:t>
            </w:r>
          </w:p>
          <w:p w14:paraId="21BAF756" w14:textId="77777777" w:rsidR="00944F22" w:rsidRPr="00E062F1" w:rsidRDefault="00944F22" w:rsidP="006B3BD2">
            <w:pPr>
              <w:pStyle w:val="TAC"/>
              <w:rPr>
                <w:lang w:eastAsia="zh-CN"/>
              </w:rPr>
            </w:pPr>
            <w:r w:rsidRPr="00E062F1">
              <w:rPr>
                <w:lang w:eastAsia="zh-CN"/>
              </w:rPr>
              <w:t>DC_2A-5A_n261J</w:t>
            </w:r>
          </w:p>
          <w:p w14:paraId="1CAF50F9" w14:textId="77777777" w:rsidR="00944F22" w:rsidRPr="00E062F1" w:rsidRDefault="00944F22" w:rsidP="006B3BD2">
            <w:pPr>
              <w:pStyle w:val="TAC"/>
              <w:rPr>
                <w:lang w:eastAsia="zh-CN"/>
              </w:rPr>
            </w:pPr>
            <w:r w:rsidRPr="00E062F1">
              <w:rPr>
                <w:lang w:eastAsia="zh-CN"/>
              </w:rPr>
              <w:t>DC_2A-5A_n261K</w:t>
            </w:r>
          </w:p>
          <w:p w14:paraId="0CC212D0" w14:textId="77777777" w:rsidR="00944F22" w:rsidRPr="00E062F1" w:rsidRDefault="00944F22" w:rsidP="006B3BD2">
            <w:pPr>
              <w:pStyle w:val="TAC"/>
              <w:rPr>
                <w:lang w:eastAsia="zh-CN"/>
              </w:rPr>
            </w:pPr>
            <w:r w:rsidRPr="00E062F1">
              <w:rPr>
                <w:lang w:eastAsia="zh-CN"/>
              </w:rPr>
              <w:t>DC_2A-5A_n261L</w:t>
            </w:r>
          </w:p>
          <w:p w14:paraId="0C586B70" w14:textId="77777777" w:rsidR="00944F22" w:rsidRPr="00E062F1" w:rsidRDefault="00944F22" w:rsidP="006B3BD2">
            <w:pPr>
              <w:pStyle w:val="TAC"/>
              <w:rPr>
                <w:noProof/>
                <w:lang w:eastAsia="zh-CN"/>
              </w:rPr>
            </w:pPr>
            <w:r w:rsidRPr="00E062F1">
              <w:rPr>
                <w:lang w:eastAsia="zh-CN"/>
              </w:rPr>
              <w:t>DC_2A-5A_n261M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71E722B" w14:textId="6EF667D9" w:rsidR="00944F22" w:rsidRPr="00E062F1" w:rsidRDefault="00944F22" w:rsidP="006B3BD2">
            <w:pPr>
              <w:pStyle w:val="TAC"/>
              <w:rPr>
                <w:lang w:eastAsia="zh-CN"/>
              </w:rPr>
            </w:pPr>
            <w:r w:rsidRPr="00E062F1">
              <w:rPr>
                <w:lang w:eastAsia="zh-CN"/>
              </w:rPr>
              <w:t>DC_2A_n261A</w:t>
            </w:r>
          </w:p>
          <w:p w14:paraId="22A16E12" w14:textId="77777777" w:rsidR="00944F22" w:rsidRDefault="00944F22" w:rsidP="006B3BD2">
            <w:pPr>
              <w:pStyle w:val="TAC"/>
              <w:rPr>
                <w:lang w:eastAsia="zh-CN"/>
              </w:rPr>
            </w:pPr>
            <w:r w:rsidRPr="00E062F1">
              <w:rPr>
                <w:lang w:eastAsia="zh-CN"/>
              </w:rPr>
              <w:t>DC_5A_n261A</w:t>
            </w:r>
          </w:p>
          <w:p w14:paraId="5CA8E0B5" w14:textId="77777777" w:rsidR="00E1475B" w:rsidRPr="00EF5447" w:rsidRDefault="00E1475B" w:rsidP="00E1475B">
            <w:pPr>
              <w:pStyle w:val="TAC"/>
              <w:rPr>
                <w:lang w:eastAsia="zh-CN"/>
              </w:rPr>
            </w:pPr>
            <w:r w:rsidRPr="00EF5447">
              <w:rPr>
                <w:lang w:eastAsia="zh-CN"/>
              </w:rPr>
              <w:t>DC_2A_n261G</w:t>
            </w:r>
          </w:p>
          <w:p w14:paraId="55C16D00" w14:textId="77777777" w:rsidR="00E1475B" w:rsidRDefault="00E1475B" w:rsidP="00E1475B">
            <w:pPr>
              <w:pStyle w:val="TAC"/>
              <w:rPr>
                <w:lang w:eastAsia="zh-CN"/>
              </w:rPr>
            </w:pPr>
            <w:r w:rsidRPr="00EF5447">
              <w:rPr>
                <w:lang w:eastAsia="zh-CN"/>
              </w:rPr>
              <w:t>DC_5A_n261G</w:t>
            </w:r>
          </w:p>
          <w:p w14:paraId="787F6C64" w14:textId="77777777" w:rsidR="00E1475B" w:rsidRPr="00EF5447" w:rsidRDefault="00E1475B" w:rsidP="00E1475B">
            <w:pPr>
              <w:pStyle w:val="TAC"/>
              <w:rPr>
                <w:lang w:eastAsia="zh-CN"/>
              </w:rPr>
            </w:pPr>
            <w:r w:rsidRPr="00EF5447">
              <w:rPr>
                <w:lang w:eastAsia="zh-CN"/>
              </w:rPr>
              <w:t>DC_2A_n261H</w:t>
            </w:r>
          </w:p>
          <w:p w14:paraId="4B6E3EE6" w14:textId="77777777" w:rsidR="00E1475B" w:rsidRDefault="00E1475B" w:rsidP="00E1475B">
            <w:pPr>
              <w:pStyle w:val="TAC"/>
              <w:rPr>
                <w:lang w:eastAsia="zh-CN"/>
              </w:rPr>
            </w:pPr>
            <w:r w:rsidRPr="00EF5447">
              <w:rPr>
                <w:lang w:eastAsia="zh-CN"/>
              </w:rPr>
              <w:t>DC_5A_n261H</w:t>
            </w:r>
          </w:p>
          <w:p w14:paraId="5F6FE015" w14:textId="77777777" w:rsidR="00E1475B" w:rsidRPr="00EF5447" w:rsidRDefault="00E1475B" w:rsidP="00E1475B">
            <w:pPr>
              <w:pStyle w:val="TAC"/>
              <w:rPr>
                <w:lang w:eastAsia="zh-CN"/>
              </w:rPr>
            </w:pPr>
            <w:r w:rsidRPr="00EF5447">
              <w:rPr>
                <w:lang w:eastAsia="zh-CN"/>
              </w:rPr>
              <w:t>DC_2A_n261I</w:t>
            </w:r>
          </w:p>
          <w:p w14:paraId="260EA43B" w14:textId="61F4805C" w:rsidR="00E1475B" w:rsidRPr="00E062F1" w:rsidRDefault="00E1475B" w:rsidP="00E1475B">
            <w:pPr>
              <w:pStyle w:val="TAC"/>
              <w:rPr>
                <w:noProof/>
                <w:lang w:eastAsia="zh-CN"/>
              </w:rPr>
            </w:pPr>
            <w:r w:rsidRPr="00EF5447">
              <w:rPr>
                <w:lang w:eastAsia="zh-CN"/>
              </w:rPr>
              <w:t>DC_5A_n261I</w:t>
            </w:r>
          </w:p>
        </w:tc>
      </w:tr>
      <w:tr w:rsidR="00944F22" w:rsidRPr="00E062F1" w14:paraId="58E17303"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12001AC" w14:textId="77777777" w:rsidR="00944F22" w:rsidRPr="00E062F1" w:rsidRDefault="00944F22" w:rsidP="006B3BD2">
            <w:pPr>
              <w:pStyle w:val="TAC"/>
              <w:rPr>
                <w:lang w:eastAsia="zh-CN"/>
              </w:rPr>
            </w:pPr>
            <w:r w:rsidRPr="00E062F1">
              <w:rPr>
                <w:lang w:eastAsia="zh-CN"/>
              </w:rPr>
              <w:t>DC_2A-5A_n261(A-G)</w:t>
            </w:r>
          </w:p>
          <w:p w14:paraId="33ECE845" w14:textId="77777777" w:rsidR="00944F22" w:rsidRPr="00E062F1" w:rsidRDefault="00944F22" w:rsidP="006B3BD2">
            <w:pPr>
              <w:pStyle w:val="TAC"/>
              <w:rPr>
                <w:lang w:eastAsia="zh-CN"/>
              </w:rPr>
            </w:pPr>
            <w:r w:rsidRPr="00E062F1">
              <w:rPr>
                <w:lang w:eastAsia="zh-CN"/>
              </w:rPr>
              <w:t>DC_2A-5A_n261(A-H)</w:t>
            </w:r>
          </w:p>
          <w:p w14:paraId="22976F2B" w14:textId="77777777" w:rsidR="00944F22" w:rsidRPr="00E062F1" w:rsidRDefault="00944F22" w:rsidP="006B3BD2">
            <w:pPr>
              <w:pStyle w:val="TAC"/>
              <w:rPr>
                <w:lang w:eastAsia="zh-CN"/>
              </w:rPr>
            </w:pPr>
            <w:r w:rsidRPr="00E062F1">
              <w:rPr>
                <w:lang w:eastAsia="zh-CN"/>
              </w:rPr>
              <w:t>DC_2A-5A_n261(A-J)</w:t>
            </w:r>
          </w:p>
          <w:p w14:paraId="26907EC4" w14:textId="77777777" w:rsidR="00944F22" w:rsidRPr="00E062F1" w:rsidRDefault="00944F22" w:rsidP="006B3BD2">
            <w:pPr>
              <w:pStyle w:val="TAC"/>
              <w:rPr>
                <w:lang w:eastAsia="zh-CN"/>
              </w:rPr>
            </w:pPr>
            <w:r w:rsidRPr="00E062F1">
              <w:rPr>
                <w:lang w:eastAsia="zh-CN"/>
              </w:rPr>
              <w:t>DC_2A-5A_n261(A-K)</w:t>
            </w:r>
          </w:p>
          <w:p w14:paraId="105BFD3F" w14:textId="77777777" w:rsidR="00944F22" w:rsidRPr="00E062F1" w:rsidRDefault="00944F22" w:rsidP="006B3BD2">
            <w:pPr>
              <w:pStyle w:val="TAC"/>
              <w:rPr>
                <w:lang w:eastAsia="zh-CN"/>
              </w:rPr>
            </w:pPr>
            <w:r w:rsidRPr="00E062F1">
              <w:rPr>
                <w:lang w:eastAsia="zh-CN"/>
              </w:rPr>
              <w:t>DC_2A-5A_n261(2A-G)</w:t>
            </w:r>
          </w:p>
          <w:p w14:paraId="340F1DC6" w14:textId="77777777" w:rsidR="00944F22" w:rsidRPr="00E062F1" w:rsidRDefault="00944F22" w:rsidP="006B3BD2">
            <w:pPr>
              <w:pStyle w:val="TAC"/>
              <w:rPr>
                <w:lang w:eastAsia="zh-CN"/>
              </w:rPr>
            </w:pPr>
            <w:r w:rsidRPr="00E062F1">
              <w:rPr>
                <w:lang w:eastAsia="zh-CN"/>
              </w:rPr>
              <w:t>DC_2A-5A_n261(2A-H)</w:t>
            </w:r>
          </w:p>
          <w:p w14:paraId="42F5FE23" w14:textId="77777777" w:rsidR="00944F22" w:rsidRPr="00E062F1" w:rsidRDefault="00944F22" w:rsidP="006B3BD2">
            <w:pPr>
              <w:pStyle w:val="TAC"/>
              <w:rPr>
                <w:lang w:eastAsia="zh-CN"/>
              </w:rPr>
            </w:pPr>
            <w:r w:rsidRPr="00E062F1">
              <w:rPr>
                <w:lang w:eastAsia="zh-CN"/>
              </w:rPr>
              <w:t>DC_2A-5A_n261(2A-I)</w:t>
            </w:r>
          </w:p>
          <w:p w14:paraId="722349F2" w14:textId="77777777" w:rsidR="00944F22" w:rsidRPr="00E062F1" w:rsidRDefault="00944F22" w:rsidP="006B3BD2">
            <w:pPr>
              <w:pStyle w:val="TAC"/>
              <w:rPr>
                <w:lang w:eastAsia="zh-CN"/>
              </w:rPr>
            </w:pPr>
            <w:r w:rsidRPr="00E062F1">
              <w:rPr>
                <w:lang w:eastAsia="zh-CN"/>
              </w:rPr>
              <w:t>DC_2A-5A_n261(3A-G)</w:t>
            </w:r>
          </w:p>
          <w:p w14:paraId="4ED8C2D2" w14:textId="77777777" w:rsidR="00944F22" w:rsidRPr="00E062F1" w:rsidRDefault="00944F22" w:rsidP="006B3BD2">
            <w:pPr>
              <w:pStyle w:val="TAC"/>
              <w:rPr>
                <w:lang w:eastAsia="zh-CN"/>
              </w:rPr>
            </w:pPr>
            <w:r w:rsidRPr="00E062F1">
              <w:rPr>
                <w:lang w:eastAsia="zh-CN"/>
              </w:rPr>
              <w:t>DC_2A-5A_n261(G-H)</w:t>
            </w:r>
          </w:p>
          <w:p w14:paraId="6CB6E082" w14:textId="77777777" w:rsidR="00944F22" w:rsidRPr="00E062F1" w:rsidRDefault="00944F22" w:rsidP="006B3BD2">
            <w:pPr>
              <w:pStyle w:val="TAC"/>
              <w:rPr>
                <w:lang w:eastAsia="zh-CN"/>
              </w:rPr>
            </w:pPr>
            <w:r w:rsidRPr="00E062F1">
              <w:rPr>
                <w:lang w:eastAsia="zh-CN"/>
              </w:rPr>
              <w:t>DC_2A-5A_n261(G-I)</w:t>
            </w:r>
          </w:p>
          <w:p w14:paraId="3ECFBC7C" w14:textId="77777777" w:rsidR="00944F22" w:rsidRPr="00E062F1" w:rsidRDefault="00944F22" w:rsidP="006B3BD2">
            <w:pPr>
              <w:pStyle w:val="TAC"/>
              <w:rPr>
                <w:lang w:eastAsia="zh-CN"/>
              </w:rPr>
            </w:pPr>
            <w:r w:rsidRPr="00E062F1">
              <w:rPr>
                <w:lang w:eastAsia="zh-CN"/>
              </w:rPr>
              <w:t>DC_2A-5A_n261(G-J)</w:t>
            </w:r>
          </w:p>
          <w:p w14:paraId="427EB232" w14:textId="77777777" w:rsidR="00944F22" w:rsidRPr="00E062F1" w:rsidRDefault="00944F22" w:rsidP="006B3BD2">
            <w:pPr>
              <w:pStyle w:val="TAC"/>
              <w:rPr>
                <w:lang w:eastAsia="zh-CN"/>
              </w:rPr>
            </w:pPr>
            <w:r w:rsidRPr="00E062F1">
              <w:rPr>
                <w:lang w:eastAsia="zh-CN"/>
              </w:rPr>
              <w:t>DC_2A-5A_n261(2G)</w:t>
            </w:r>
          </w:p>
          <w:p w14:paraId="1186F724" w14:textId="77777777" w:rsidR="00944F22" w:rsidRPr="00E062F1" w:rsidRDefault="00944F22" w:rsidP="006B3BD2">
            <w:pPr>
              <w:pStyle w:val="TAC"/>
              <w:rPr>
                <w:lang w:eastAsia="zh-CN"/>
              </w:rPr>
            </w:pPr>
            <w:r w:rsidRPr="00E062F1">
              <w:rPr>
                <w:lang w:eastAsia="zh-CN"/>
              </w:rPr>
              <w:t>DC_2A-5A_n261(2H)</w:t>
            </w:r>
          </w:p>
          <w:p w14:paraId="01C3E4CB" w14:textId="77777777" w:rsidR="00944F22" w:rsidRPr="00E062F1" w:rsidRDefault="00944F22" w:rsidP="006B3BD2">
            <w:pPr>
              <w:pStyle w:val="TAC"/>
              <w:rPr>
                <w:noProof/>
                <w:lang w:eastAsia="zh-CN"/>
              </w:rPr>
            </w:pPr>
            <w:r w:rsidRPr="00E062F1">
              <w:rPr>
                <w:lang w:eastAsia="zh-CN"/>
              </w:rPr>
              <w:t>DC_2A-5A_n261(H-I)</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32CE283" w14:textId="7DFAD282" w:rsidR="00944F22" w:rsidRPr="00E062F1" w:rsidRDefault="00944F22" w:rsidP="006B3BD2">
            <w:pPr>
              <w:pStyle w:val="TAC"/>
              <w:rPr>
                <w:lang w:eastAsia="zh-CN"/>
              </w:rPr>
            </w:pPr>
            <w:r w:rsidRPr="00E062F1">
              <w:rPr>
                <w:lang w:eastAsia="zh-CN"/>
              </w:rPr>
              <w:t>DC_2A_n261A</w:t>
            </w:r>
          </w:p>
          <w:p w14:paraId="0FBDB500" w14:textId="77777777" w:rsidR="00E1475B" w:rsidRDefault="00944F22" w:rsidP="00E1475B">
            <w:pPr>
              <w:pStyle w:val="TAC"/>
              <w:rPr>
                <w:lang w:eastAsia="zh-CN"/>
              </w:rPr>
            </w:pPr>
            <w:r w:rsidRPr="00E062F1">
              <w:rPr>
                <w:lang w:eastAsia="zh-CN"/>
              </w:rPr>
              <w:t>DC_5A_n261A</w:t>
            </w:r>
          </w:p>
          <w:p w14:paraId="7BD582A2" w14:textId="77777777" w:rsidR="00E1475B" w:rsidRPr="00EF5447" w:rsidRDefault="00E1475B" w:rsidP="00E1475B">
            <w:pPr>
              <w:pStyle w:val="TAC"/>
              <w:rPr>
                <w:lang w:eastAsia="zh-CN"/>
              </w:rPr>
            </w:pPr>
            <w:r w:rsidRPr="00EF5447">
              <w:rPr>
                <w:lang w:eastAsia="zh-CN"/>
              </w:rPr>
              <w:t>DC_2A_n261G</w:t>
            </w:r>
          </w:p>
          <w:p w14:paraId="4901858D" w14:textId="77777777" w:rsidR="00E1475B" w:rsidRDefault="00E1475B" w:rsidP="00E1475B">
            <w:pPr>
              <w:pStyle w:val="TAC"/>
              <w:rPr>
                <w:lang w:eastAsia="zh-CN"/>
              </w:rPr>
            </w:pPr>
            <w:r w:rsidRPr="00EF5447">
              <w:rPr>
                <w:lang w:eastAsia="zh-CN"/>
              </w:rPr>
              <w:t>DC_5A_n261G</w:t>
            </w:r>
          </w:p>
          <w:p w14:paraId="5A6D4012" w14:textId="77777777" w:rsidR="00E1475B" w:rsidRPr="00EF5447" w:rsidRDefault="00E1475B" w:rsidP="00E1475B">
            <w:pPr>
              <w:pStyle w:val="TAC"/>
              <w:rPr>
                <w:lang w:eastAsia="zh-CN"/>
              </w:rPr>
            </w:pPr>
            <w:r w:rsidRPr="00EF5447">
              <w:rPr>
                <w:lang w:eastAsia="zh-CN"/>
              </w:rPr>
              <w:t>DC_2A_n261H</w:t>
            </w:r>
          </w:p>
          <w:p w14:paraId="2C3FE82E" w14:textId="77777777" w:rsidR="00E1475B" w:rsidRDefault="00E1475B" w:rsidP="00E1475B">
            <w:pPr>
              <w:pStyle w:val="TAC"/>
              <w:rPr>
                <w:lang w:eastAsia="zh-CN"/>
              </w:rPr>
            </w:pPr>
            <w:r w:rsidRPr="00EF5447">
              <w:rPr>
                <w:lang w:eastAsia="zh-CN"/>
              </w:rPr>
              <w:t>DC_5A_n261H</w:t>
            </w:r>
          </w:p>
          <w:p w14:paraId="2ABAE6EF" w14:textId="77777777" w:rsidR="00E1475B" w:rsidRPr="00EF5447" w:rsidRDefault="00E1475B" w:rsidP="00E1475B">
            <w:pPr>
              <w:pStyle w:val="TAC"/>
              <w:rPr>
                <w:lang w:eastAsia="zh-CN"/>
              </w:rPr>
            </w:pPr>
            <w:r w:rsidRPr="00EF5447">
              <w:rPr>
                <w:lang w:eastAsia="zh-CN"/>
              </w:rPr>
              <w:t>DC_2A_n261I</w:t>
            </w:r>
          </w:p>
          <w:p w14:paraId="7BFAA038" w14:textId="5F3A1778" w:rsidR="00944F22" w:rsidRPr="00E062F1" w:rsidRDefault="00E1475B" w:rsidP="00E1475B">
            <w:pPr>
              <w:pStyle w:val="TAC"/>
              <w:rPr>
                <w:noProof/>
                <w:lang w:eastAsia="zh-CN"/>
              </w:rPr>
            </w:pPr>
            <w:r w:rsidRPr="00EF5447">
              <w:rPr>
                <w:lang w:eastAsia="zh-CN"/>
              </w:rPr>
              <w:t>DC_5A_n261I</w:t>
            </w:r>
          </w:p>
        </w:tc>
      </w:tr>
      <w:tr w:rsidR="00944F22" w:rsidRPr="00E062F1" w14:paraId="499D5BAE"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9383C38" w14:textId="77777777" w:rsidR="00944F22" w:rsidRPr="00E062F1" w:rsidRDefault="00944F22" w:rsidP="006B3BD2">
            <w:pPr>
              <w:pStyle w:val="TAC"/>
              <w:rPr>
                <w:noProof/>
                <w:lang w:eastAsia="zh-CN"/>
              </w:rPr>
            </w:pPr>
            <w:r w:rsidRPr="00E062F1">
              <w:rPr>
                <w:noProof/>
                <w:lang w:eastAsia="zh-CN"/>
              </w:rPr>
              <w:t>DC_2A-12A_n260A</w:t>
            </w:r>
          </w:p>
          <w:p w14:paraId="7D6B28E6" w14:textId="77777777" w:rsidR="00944F22" w:rsidRPr="00E062F1" w:rsidRDefault="00944F22" w:rsidP="006B3BD2">
            <w:pPr>
              <w:pStyle w:val="TAC"/>
              <w:rPr>
                <w:lang w:eastAsia="fi-FI"/>
              </w:rPr>
            </w:pPr>
            <w:r w:rsidRPr="00E062F1">
              <w:rPr>
                <w:lang w:eastAsia="fi-FI"/>
              </w:rPr>
              <w:t>DC_2</w:t>
            </w:r>
            <w:r w:rsidRPr="00E062F1">
              <w:rPr>
                <w:rFonts w:cs="Arial"/>
                <w:szCs w:val="18"/>
                <w:lang w:eastAsia="fi-FI"/>
              </w:rPr>
              <w:t>A</w:t>
            </w:r>
            <w:r w:rsidRPr="00E062F1">
              <w:rPr>
                <w:rFonts w:cs="Arial"/>
                <w:noProof/>
                <w:szCs w:val="18"/>
              </w:rPr>
              <w:t>-12A</w:t>
            </w:r>
            <w:r w:rsidRPr="00E062F1">
              <w:rPr>
                <w:rFonts w:cs="Arial"/>
                <w:szCs w:val="18"/>
                <w:lang w:eastAsia="fi-FI"/>
              </w:rPr>
              <w:t>_</w:t>
            </w:r>
            <w:r w:rsidRPr="00E062F1">
              <w:rPr>
                <w:lang w:eastAsia="fi-FI"/>
              </w:rPr>
              <w:t>n260G</w:t>
            </w:r>
          </w:p>
          <w:p w14:paraId="130D09CD" w14:textId="77777777" w:rsidR="00944F22" w:rsidRPr="00E062F1" w:rsidRDefault="00944F22" w:rsidP="006B3BD2">
            <w:pPr>
              <w:pStyle w:val="TAC"/>
              <w:rPr>
                <w:lang w:eastAsia="fi-FI"/>
              </w:rPr>
            </w:pPr>
            <w:r w:rsidRPr="00E062F1">
              <w:rPr>
                <w:lang w:eastAsia="fi-FI"/>
              </w:rPr>
              <w:t>DC_2A</w:t>
            </w:r>
            <w:r w:rsidRPr="00E062F1">
              <w:rPr>
                <w:rFonts w:cs="Arial"/>
                <w:noProof/>
                <w:szCs w:val="18"/>
              </w:rPr>
              <w:t>-12A</w:t>
            </w:r>
            <w:r w:rsidRPr="00E062F1">
              <w:rPr>
                <w:lang w:eastAsia="fi-FI"/>
              </w:rPr>
              <w:t>_n260H</w:t>
            </w:r>
          </w:p>
          <w:p w14:paraId="763DB5E4" w14:textId="77777777" w:rsidR="00944F22" w:rsidRPr="00E062F1" w:rsidRDefault="00944F22" w:rsidP="006B3BD2">
            <w:pPr>
              <w:pStyle w:val="TAC"/>
              <w:rPr>
                <w:lang w:eastAsia="fi-FI"/>
              </w:rPr>
            </w:pPr>
            <w:r w:rsidRPr="00E062F1">
              <w:rPr>
                <w:lang w:eastAsia="fi-FI"/>
              </w:rPr>
              <w:t>DC_2A</w:t>
            </w:r>
            <w:r w:rsidRPr="00E062F1">
              <w:rPr>
                <w:rFonts w:cs="Arial"/>
                <w:noProof/>
                <w:szCs w:val="18"/>
              </w:rPr>
              <w:t>-12A</w:t>
            </w:r>
            <w:r w:rsidRPr="00E062F1">
              <w:rPr>
                <w:lang w:eastAsia="fi-FI"/>
              </w:rPr>
              <w:t>_n260I</w:t>
            </w:r>
          </w:p>
          <w:p w14:paraId="3877E36A" w14:textId="77777777" w:rsidR="00944F22" w:rsidRPr="00E062F1" w:rsidRDefault="00944F22" w:rsidP="006B3BD2">
            <w:pPr>
              <w:pStyle w:val="TAC"/>
              <w:rPr>
                <w:lang w:eastAsia="fi-FI"/>
              </w:rPr>
            </w:pPr>
            <w:r w:rsidRPr="00E062F1">
              <w:rPr>
                <w:lang w:eastAsia="fi-FI"/>
              </w:rPr>
              <w:t>DC_2A</w:t>
            </w:r>
            <w:r w:rsidRPr="00E062F1">
              <w:rPr>
                <w:rFonts w:cs="Arial"/>
                <w:noProof/>
                <w:szCs w:val="18"/>
              </w:rPr>
              <w:t>-12A</w:t>
            </w:r>
            <w:r w:rsidRPr="00E062F1">
              <w:rPr>
                <w:lang w:eastAsia="fi-FI"/>
              </w:rPr>
              <w:t>_n260J</w:t>
            </w:r>
          </w:p>
          <w:p w14:paraId="6A5C2F73" w14:textId="77777777" w:rsidR="00944F22" w:rsidRPr="00E062F1" w:rsidRDefault="00944F22" w:rsidP="006B3BD2">
            <w:pPr>
              <w:pStyle w:val="TAC"/>
              <w:rPr>
                <w:lang w:eastAsia="fi-FI"/>
              </w:rPr>
            </w:pPr>
            <w:r w:rsidRPr="00E062F1">
              <w:rPr>
                <w:lang w:eastAsia="fi-FI"/>
              </w:rPr>
              <w:t>DC_2A</w:t>
            </w:r>
            <w:r w:rsidRPr="00E062F1">
              <w:rPr>
                <w:rFonts w:cs="Arial"/>
                <w:noProof/>
                <w:szCs w:val="18"/>
              </w:rPr>
              <w:t>-12A</w:t>
            </w:r>
            <w:r w:rsidRPr="00E062F1">
              <w:rPr>
                <w:lang w:eastAsia="fi-FI"/>
              </w:rPr>
              <w:t>_n260K</w:t>
            </w:r>
          </w:p>
          <w:p w14:paraId="6D9535BA" w14:textId="77777777" w:rsidR="00944F22" w:rsidRPr="00E062F1" w:rsidRDefault="00944F22" w:rsidP="006B3BD2">
            <w:pPr>
              <w:pStyle w:val="TAC"/>
              <w:rPr>
                <w:lang w:eastAsia="fi-FI"/>
              </w:rPr>
            </w:pPr>
            <w:r w:rsidRPr="00E062F1">
              <w:rPr>
                <w:lang w:eastAsia="fi-FI"/>
              </w:rPr>
              <w:t>DC_2A</w:t>
            </w:r>
            <w:r w:rsidRPr="00E062F1">
              <w:rPr>
                <w:rFonts w:cs="Arial"/>
                <w:noProof/>
                <w:szCs w:val="18"/>
              </w:rPr>
              <w:t>-12A</w:t>
            </w:r>
            <w:r w:rsidRPr="00E062F1">
              <w:rPr>
                <w:lang w:eastAsia="fi-FI"/>
              </w:rPr>
              <w:t>_n260L</w:t>
            </w:r>
          </w:p>
          <w:p w14:paraId="103B1071" w14:textId="77777777" w:rsidR="00944F22" w:rsidRPr="00E062F1" w:rsidRDefault="00944F22" w:rsidP="006B3BD2">
            <w:pPr>
              <w:pStyle w:val="TAC"/>
              <w:rPr>
                <w:lang w:eastAsia="fi-FI"/>
              </w:rPr>
            </w:pPr>
            <w:r w:rsidRPr="00E062F1">
              <w:rPr>
                <w:lang w:eastAsia="fi-FI"/>
              </w:rPr>
              <w:t>DC_2A</w:t>
            </w:r>
            <w:r w:rsidRPr="00E062F1">
              <w:rPr>
                <w:rFonts w:cs="Arial"/>
                <w:noProof/>
                <w:szCs w:val="18"/>
                <w:lang w:eastAsia="zh-CN"/>
              </w:rPr>
              <w:t>-12A</w:t>
            </w:r>
            <w:r w:rsidRPr="00E062F1">
              <w:rPr>
                <w:lang w:eastAsia="fi-FI"/>
              </w:rPr>
              <w:t>_n260M</w:t>
            </w:r>
          </w:p>
          <w:p w14:paraId="44F279DF" w14:textId="77777777" w:rsidR="00944F22" w:rsidRPr="00E062F1" w:rsidRDefault="00944F22" w:rsidP="006B3BD2">
            <w:pPr>
              <w:pStyle w:val="TAC"/>
              <w:rPr>
                <w:noProof/>
                <w:lang w:eastAsia="zh-CN"/>
              </w:rPr>
            </w:pPr>
            <w:r w:rsidRPr="00E062F1">
              <w:rPr>
                <w:noProof/>
                <w:lang w:eastAsia="zh-CN"/>
              </w:rPr>
              <w:t>DC_2A-2A-12A_n260A</w:t>
            </w:r>
          </w:p>
          <w:p w14:paraId="253A2A0B" w14:textId="77777777" w:rsidR="00944F22" w:rsidRPr="00E062F1" w:rsidRDefault="00944F22" w:rsidP="006B3BD2">
            <w:pPr>
              <w:pStyle w:val="TAC"/>
            </w:pPr>
            <w:r w:rsidRPr="00E062F1">
              <w:t>DC_2A-2A-12A_n260G</w:t>
            </w:r>
          </w:p>
          <w:p w14:paraId="436BAD28" w14:textId="77777777" w:rsidR="00944F22" w:rsidRPr="00E062F1" w:rsidRDefault="00944F22" w:rsidP="006B3BD2">
            <w:pPr>
              <w:pStyle w:val="TAC"/>
              <w:rPr>
                <w:lang w:eastAsia="fr-FR"/>
              </w:rPr>
            </w:pPr>
            <w:r w:rsidRPr="00E062F1">
              <w:t>DC_2A-2A-12A_n260H</w:t>
            </w:r>
          </w:p>
          <w:p w14:paraId="14DEA41C" w14:textId="77777777" w:rsidR="00944F22" w:rsidRPr="00E062F1" w:rsidRDefault="00944F22" w:rsidP="006B3BD2">
            <w:pPr>
              <w:pStyle w:val="TAC"/>
              <w:rPr>
                <w:noProof/>
                <w:lang w:eastAsia="zh-CN"/>
              </w:rPr>
            </w:pPr>
            <w:r w:rsidRPr="00E062F1">
              <w:t>DC_2A-2A-12A_n260I</w:t>
            </w:r>
          </w:p>
          <w:p w14:paraId="3C4A9213" w14:textId="77777777" w:rsidR="00944F22" w:rsidRPr="00E062F1" w:rsidRDefault="00944F22" w:rsidP="006B3BD2">
            <w:pPr>
              <w:pStyle w:val="TAC"/>
              <w:rPr>
                <w:noProof/>
                <w:lang w:eastAsia="zh-CN"/>
              </w:rPr>
            </w:pPr>
            <w:r w:rsidRPr="00E062F1">
              <w:t>DC_2A-2A-12A_n260J</w:t>
            </w:r>
          </w:p>
          <w:p w14:paraId="13D2BCD2" w14:textId="77777777" w:rsidR="00944F22" w:rsidRPr="00E062F1" w:rsidRDefault="00944F22" w:rsidP="006B3BD2">
            <w:pPr>
              <w:pStyle w:val="TAC"/>
              <w:rPr>
                <w:noProof/>
                <w:lang w:eastAsia="zh-CN"/>
              </w:rPr>
            </w:pPr>
            <w:r w:rsidRPr="00E062F1">
              <w:t>DC_2A-2A-12A_n260K</w:t>
            </w:r>
          </w:p>
          <w:p w14:paraId="16A27692" w14:textId="77777777" w:rsidR="00944F22" w:rsidRPr="00E062F1" w:rsidRDefault="00944F22" w:rsidP="006B3BD2">
            <w:pPr>
              <w:pStyle w:val="TAC"/>
              <w:rPr>
                <w:noProof/>
                <w:lang w:eastAsia="zh-CN"/>
              </w:rPr>
            </w:pPr>
            <w:r w:rsidRPr="00E062F1">
              <w:t>DC_2A-2A-12A_n260L</w:t>
            </w:r>
          </w:p>
          <w:p w14:paraId="71AB6DF1" w14:textId="77777777" w:rsidR="00944F22" w:rsidRPr="00E062F1" w:rsidRDefault="00944F22" w:rsidP="006B3BD2">
            <w:pPr>
              <w:pStyle w:val="TAC"/>
              <w:rPr>
                <w:noProof/>
                <w:lang w:eastAsia="zh-CN"/>
              </w:rPr>
            </w:pPr>
            <w:r w:rsidRPr="00E062F1">
              <w:t>DC_2A-2A-12A_n260M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8A5AB83" w14:textId="77777777" w:rsidR="00944F22" w:rsidRPr="00E062F1" w:rsidRDefault="00944F22" w:rsidP="006B3BD2">
            <w:pPr>
              <w:pStyle w:val="TAC"/>
              <w:rPr>
                <w:noProof/>
                <w:lang w:eastAsia="zh-CN"/>
              </w:rPr>
            </w:pPr>
            <w:r w:rsidRPr="00E062F1">
              <w:rPr>
                <w:noProof/>
                <w:lang w:eastAsia="zh-CN"/>
              </w:rPr>
              <w:t>DC_2A_n260A</w:t>
            </w:r>
          </w:p>
          <w:p w14:paraId="66B1AF42" w14:textId="77777777" w:rsidR="00944F22" w:rsidRPr="00E062F1" w:rsidRDefault="00944F22" w:rsidP="006B3BD2">
            <w:pPr>
              <w:pStyle w:val="TAC"/>
              <w:rPr>
                <w:noProof/>
                <w:lang w:eastAsia="zh-CN"/>
              </w:rPr>
            </w:pPr>
            <w:r w:rsidRPr="00E062F1">
              <w:rPr>
                <w:noProof/>
                <w:lang w:eastAsia="zh-CN"/>
              </w:rPr>
              <w:t>DC_12A_n260A</w:t>
            </w:r>
          </w:p>
        </w:tc>
      </w:tr>
      <w:tr w:rsidR="00944F22" w:rsidRPr="00E062F1" w14:paraId="61015CD4"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4D300D9" w14:textId="77777777" w:rsidR="00944F22" w:rsidRPr="00E062F1" w:rsidRDefault="00944F22" w:rsidP="006B3BD2">
            <w:pPr>
              <w:pStyle w:val="TAC"/>
              <w:rPr>
                <w:noProof/>
                <w:lang w:eastAsia="zh-CN"/>
              </w:rPr>
            </w:pPr>
            <w:r w:rsidRPr="00E062F1">
              <w:rPr>
                <w:noProof/>
                <w:lang w:eastAsia="zh-CN"/>
              </w:rPr>
              <w:t>DC_2A-13A_n257A</w:t>
            </w:r>
            <w:r w:rsidRPr="00E062F1">
              <w:rPr>
                <w:noProof/>
                <w:vertAlign w:val="superscript"/>
                <w:lang w:eastAsia="zh-CN"/>
              </w:rPr>
              <w:t>2</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DD4481F" w14:textId="77777777" w:rsidR="00944F22" w:rsidRPr="00E062F1" w:rsidRDefault="00944F22" w:rsidP="006B3BD2">
            <w:pPr>
              <w:pStyle w:val="TAC"/>
              <w:rPr>
                <w:noProof/>
                <w:lang w:eastAsia="zh-CN"/>
              </w:rPr>
            </w:pPr>
            <w:r w:rsidRPr="00E062F1">
              <w:rPr>
                <w:noProof/>
                <w:lang w:eastAsia="zh-CN"/>
              </w:rPr>
              <w:t>DC_2A_n257A</w:t>
            </w:r>
          </w:p>
          <w:p w14:paraId="73DF8515" w14:textId="77777777" w:rsidR="00944F22" w:rsidRPr="00E062F1" w:rsidRDefault="00944F22" w:rsidP="006B3BD2">
            <w:pPr>
              <w:pStyle w:val="TAC"/>
              <w:rPr>
                <w:noProof/>
                <w:lang w:eastAsia="zh-CN"/>
              </w:rPr>
            </w:pPr>
            <w:r w:rsidRPr="00E062F1">
              <w:rPr>
                <w:noProof/>
                <w:lang w:eastAsia="zh-CN"/>
              </w:rPr>
              <w:t>DC_13A_n257A</w:t>
            </w:r>
          </w:p>
        </w:tc>
      </w:tr>
      <w:tr w:rsidR="00944F22" w:rsidRPr="00E062F1" w14:paraId="6CAA7171"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88C0A55" w14:textId="77777777" w:rsidR="00944F22" w:rsidRPr="00E062F1" w:rsidRDefault="00944F22" w:rsidP="006B3BD2">
            <w:pPr>
              <w:pStyle w:val="TAC"/>
              <w:rPr>
                <w:noProof/>
                <w:vertAlign w:val="superscript"/>
                <w:lang w:eastAsia="zh-CN"/>
              </w:rPr>
            </w:pPr>
            <w:r w:rsidRPr="00E062F1">
              <w:rPr>
                <w:noProof/>
                <w:lang w:eastAsia="zh-CN"/>
              </w:rPr>
              <w:lastRenderedPageBreak/>
              <w:t>DC_2A-13A_n260A</w:t>
            </w:r>
            <w:r w:rsidRPr="00E062F1">
              <w:rPr>
                <w:noProof/>
                <w:vertAlign w:val="superscript"/>
                <w:lang w:eastAsia="zh-CN"/>
              </w:rPr>
              <w:t>2</w:t>
            </w:r>
          </w:p>
          <w:p w14:paraId="2F755DCF" w14:textId="77777777" w:rsidR="00944F22" w:rsidRPr="00E062F1" w:rsidRDefault="00944F22" w:rsidP="006B3BD2">
            <w:pPr>
              <w:pStyle w:val="TAC"/>
              <w:rPr>
                <w:noProof/>
                <w:lang w:eastAsia="zh-CN"/>
              </w:rPr>
            </w:pPr>
            <w:r w:rsidRPr="00E062F1">
              <w:rPr>
                <w:noProof/>
                <w:lang w:eastAsia="zh-CN"/>
              </w:rPr>
              <w:t>DC_2A-13A_n260G</w:t>
            </w:r>
          </w:p>
          <w:p w14:paraId="449C9CA6" w14:textId="77777777" w:rsidR="00944F22" w:rsidRPr="00E062F1" w:rsidRDefault="00944F22" w:rsidP="006B3BD2">
            <w:pPr>
              <w:pStyle w:val="TAC"/>
              <w:rPr>
                <w:noProof/>
                <w:lang w:eastAsia="zh-CN"/>
              </w:rPr>
            </w:pPr>
            <w:r w:rsidRPr="00E062F1">
              <w:rPr>
                <w:noProof/>
                <w:lang w:eastAsia="zh-CN"/>
              </w:rPr>
              <w:t>DC_2A-13A_n260H</w:t>
            </w:r>
          </w:p>
          <w:p w14:paraId="47326CF6" w14:textId="77777777" w:rsidR="00944F22" w:rsidRPr="00E062F1" w:rsidRDefault="00944F22" w:rsidP="006B3BD2">
            <w:pPr>
              <w:pStyle w:val="TAC"/>
              <w:rPr>
                <w:noProof/>
                <w:lang w:eastAsia="zh-CN"/>
              </w:rPr>
            </w:pPr>
            <w:r w:rsidRPr="00E062F1">
              <w:rPr>
                <w:noProof/>
                <w:lang w:eastAsia="zh-CN"/>
              </w:rPr>
              <w:t>DC_2A-13A_n260I</w:t>
            </w:r>
          </w:p>
          <w:p w14:paraId="748AFF57" w14:textId="77777777" w:rsidR="00944F22" w:rsidRPr="00E062F1" w:rsidRDefault="00944F22" w:rsidP="006B3BD2">
            <w:pPr>
              <w:pStyle w:val="TAC"/>
              <w:rPr>
                <w:noProof/>
                <w:lang w:eastAsia="zh-CN"/>
              </w:rPr>
            </w:pPr>
            <w:r w:rsidRPr="00E062F1">
              <w:rPr>
                <w:noProof/>
                <w:lang w:eastAsia="zh-CN"/>
              </w:rPr>
              <w:t>DC_2A-13A_n260J</w:t>
            </w:r>
          </w:p>
          <w:p w14:paraId="1372B4FA" w14:textId="77777777" w:rsidR="00944F22" w:rsidRPr="00E062F1" w:rsidRDefault="00944F22" w:rsidP="006B3BD2">
            <w:pPr>
              <w:pStyle w:val="TAC"/>
              <w:rPr>
                <w:noProof/>
                <w:lang w:eastAsia="zh-CN"/>
              </w:rPr>
            </w:pPr>
            <w:r w:rsidRPr="00E062F1">
              <w:rPr>
                <w:noProof/>
                <w:lang w:eastAsia="zh-CN"/>
              </w:rPr>
              <w:t>DC_2A-13A_n260K</w:t>
            </w:r>
          </w:p>
          <w:p w14:paraId="3295A4C7" w14:textId="77777777" w:rsidR="00944F22" w:rsidRPr="00E062F1" w:rsidRDefault="00944F22" w:rsidP="006B3BD2">
            <w:pPr>
              <w:pStyle w:val="TAC"/>
              <w:rPr>
                <w:noProof/>
                <w:lang w:eastAsia="zh-CN"/>
              </w:rPr>
            </w:pPr>
            <w:r w:rsidRPr="00E062F1">
              <w:rPr>
                <w:noProof/>
                <w:lang w:eastAsia="zh-CN"/>
              </w:rPr>
              <w:t>DC_2A-13A_n260L</w:t>
            </w:r>
          </w:p>
          <w:p w14:paraId="31DF247C" w14:textId="77777777" w:rsidR="00944F22" w:rsidRPr="00E062F1" w:rsidRDefault="00944F22" w:rsidP="006B3BD2">
            <w:pPr>
              <w:pStyle w:val="TAC"/>
              <w:rPr>
                <w:noProof/>
                <w:lang w:eastAsia="zh-CN"/>
              </w:rPr>
            </w:pPr>
            <w:r w:rsidRPr="00E062F1">
              <w:rPr>
                <w:noProof/>
                <w:lang w:eastAsia="zh-CN"/>
              </w:rPr>
              <w:t>DC_2A-13A_n260M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88779BE" w14:textId="77777777" w:rsidR="00944F22" w:rsidRPr="00E062F1" w:rsidRDefault="00944F22" w:rsidP="006B3BD2">
            <w:pPr>
              <w:pStyle w:val="TAC"/>
              <w:rPr>
                <w:noProof/>
                <w:lang w:eastAsia="zh-CN"/>
              </w:rPr>
            </w:pPr>
            <w:r w:rsidRPr="00E062F1">
              <w:rPr>
                <w:noProof/>
                <w:lang w:eastAsia="zh-CN"/>
              </w:rPr>
              <w:t>DC_2A_n260A</w:t>
            </w:r>
          </w:p>
          <w:p w14:paraId="51A7B1CE" w14:textId="77777777" w:rsidR="008F0605" w:rsidRDefault="00944F22" w:rsidP="008F0605">
            <w:pPr>
              <w:pStyle w:val="TAC"/>
              <w:rPr>
                <w:noProof/>
                <w:lang w:eastAsia="zh-CN"/>
              </w:rPr>
            </w:pPr>
            <w:r w:rsidRPr="00E062F1">
              <w:rPr>
                <w:noProof/>
                <w:lang w:eastAsia="zh-CN"/>
              </w:rPr>
              <w:t>DC_13A_n260A</w:t>
            </w:r>
          </w:p>
          <w:p w14:paraId="295D059A" w14:textId="77777777" w:rsidR="008F0605" w:rsidRPr="00EF5447" w:rsidRDefault="008F0605" w:rsidP="008F0605">
            <w:pPr>
              <w:pStyle w:val="TAC"/>
              <w:rPr>
                <w:rFonts w:cs="Arial"/>
                <w:color w:val="000000"/>
                <w:szCs w:val="18"/>
                <w:lang w:eastAsia="zh-CN"/>
              </w:rPr>
            </w:pPr>
            <w:r w:rsidRPr="00EF5447">
              <w:rPr>
                <w:rFonts w:cs="Arial"/>
                <w:color w:val="000000"/>
                <w:szCs w:val="18"/>
                <w:lang w:eastAsia="zh-CN"/>
              </w:rPr>
              <w:t>DC_2A_n260G</w:t>
            </w:r>
          </w:p>
          <w:p w14:paraId="70ACAFA5" w14:textId="77777777" w:rsidR="008F0605" w:rsidRDefault="008F0605" w:rsidP="008F0605">
            <w:pPr>
              <w:pStyle w:val="TAC"/>
              <w:rPr>
                <w:rFonts w:cs="Arial"/>
                <w:color w:val="000000"/>
                <w:szCs w:val="18"/>
                <w:lang w:eastAsia="zh-CN"/>
              </w:rPr>
            </w:pPr>
            <w:r w:rsidRPr="00EF5447">
              <w:rPr>
                <w:rFonts w:cs="Arial"/>
                <w:color w:val="000000"/>
                <w:szCs w:val="18"/>
                <w:lang w:eastAsia="zh-CN"/>
              </w:rPr>
              <w:t>DC_13A_n260G</w:t>
            </w:r>
          </w:p>
          <w:p w14:paraId="2BDB50D1" w14:textId="77777777" w:rsidR="008F0605" w:rsidRPr="00EF5447" w:rsidRDefault="008F0605" w:rsidP="008F0605">
            <w:pPr>
              <w:pStyle w:val="TAC"/>
              <w:rPr>
                <w:rFonts w:cs="Arial"/>
                <w:color w:val="000000"/>
                <w:szCs w:val="18"/>
                <w:lang w:eastAsia="zh-CN"/>
              </w:rPr>
            </w:pPr>
            <w:r w:rsidRPr="00EF5447">
              <w:rPr>
                <w:rFonts w:cs="Arial"/>
                <w:color w:val="000000"/>
                <w:szCs w:val="18"/>
                <w:lang w:eastAsia="zh-CN"/>
              </w:rPr>
              <w:t>DC_2A_n260H</w:t>
            </w:r>
          </w:p>
          <w:p w14:paraId="17B82FC7" w14:textId="77777777" w:rsidR="008F0605" w:rsidRDefault="008F0605" w:rsidP="008F0605">
            <w:pPr>
              <w:pStyle w:val="TAC"/>
              <w:rPr>
                <w:rFonts w:cs="Arial"/>
                <w:color w:val="000000"/>
                <w:szCs w:val="18"/>
                <w:lang w:eastAsia="zh-CN"/>
              </w:rPr>
            </w:pPr>
            <w:r w:rsidRPr="00EF5447">
              <w:rPr>
                <w:rFonts w:cs="Arial"/>
                <w:color w:val="000000"/>
                <w:szCs w:val="18"/>
                <w:lang w:eastAsia="zh-CN"/>
              </w:rPr>
              <w:t>DC_13A_n260H</w:t>
            </w:r>
          </w:p>
          <w:p w14:paraId="100DB492" w14:textId="77777777" w:rsidR="008F0605" w:rsidRPr="00EF5447" w:rsidRDefault="008F0605" w:rsidP="008F0605">
            <w:pPr>
              <w:pStyle w:val="TAC"/>
              <w:rPr>
                <w:lang w:eastAsia="zh-CN"/>
              </w:rPr>
            </w:pPr>
            <w:r w:rsidRPr="00EF5447">
              <w:rPr>
                <w:lang w:eastAsia="zh-CN"/>
              </w:rPr>
              <w:t>DC_2A_n260I</w:t>
            </w:r>
          </w:p>
          <w:p w14:paraId="60565FEA" w14:textId="78D4FF41" w:rsidR="00944F22" w:rsidRPr="00E062F1" w:rsidRDefault="008F0605" w:rsidP="008F0605">
            <w:pPr>
              <w:pStyle w:val="TAC"/>
              <w:rPr>
                <w:noProof/>
                <w:lang w:eastAsia="zh-CN"/>
              </w:rPr>
            </w:pPr>
            <w:r w:rsidRPr="00EF5447">
              <w:rPr>
                <w:lang w:eastAsia="zh-CN"/>
              </w:rPr>
              <w:t>DC_13A_n260I</w:t>
            </w:r>
          </w:p>
        </w:tc>
      </w:tr>
      <w:tr w:rsidR="00944F22" w:rsidRPr="00E062F1" w14:paraId="160BDEF9"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1CEE94B"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DC_2A-13A_n260(2A)</w:t>
            </w:r>
          </w:p>
          <w:p w14:paraId="59D8DC27"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DC_2A-13A_n260(3A)</w:t>
            </w:r>
          </w:p>
          <w:p w14:paraId="6F82B24F"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DC_2A-13A_n260(4A)</w:t>
            </w:r>
          </w:p>
          <w:p w14:paraId="03FF815B"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DC_2A-13A_n260(5A)</w:t>
            </w:r>
          </w:p>
          <w:p w14:paraId="7C122EE3"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DC_2A-13A_n260(6A)</w:t>
            </w:r>
          </w:p>
          <w:p w14:paraId="609DA875"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DC_2A-13A_n260(2G)</w:t>
            </w:r>
          </w:p>
          <w:p w14:paraId="1B548339"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DC_2A-13A_n260(2H)</w:t>
            </w:r>
          </w:p>
          <w:p w14:paraId="143AD8B5"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DC_2A-13A_n260(A-G)</w:t>
            </w:r>
          </w:p>
          <w:p w14:paraId="309857AB"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DC_2A-13A_n260(A-H)</w:t>
            </w:r>
          </w:p>
          <w:p w14:paraId="5F6812A3"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DC_2A-13A_n260(A-2G)</w:t>
            </w:r>
          </w:p>
          <w:p w14:paraId="369FD70D"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DC_2A-13A_n260(2A-G)</w:t>
            </w:r>
          </w:p>
          <w:p w14:paraId="2D09CD6A"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DC_2A-13A_n260(2A-2G)</w:t>
            </w:r>
          </w:p>
          <w:p w14:paraId="6C1A1E1E"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DC_2A-13A_n260(3A-G)</w:t>
            </w:r>
          </w:p>
          <w:p w14:paraId="41025118" w14:textId="77777777" w:rsidR="00944F22" w:rsidRPr="00E062F1" w:rsidRDefault="00944F22" w:rsidP="006B3BD2">
            <w:pPr>
              <w:pStyle w:val="TAC"/>
              <w:rPr>
                <w:noProof/>
                <w:lang w:eastAsia="zh-CN"/>
              </w:rPr>
            </w:pPr>
            <w:r w:rsidRPr="00E062F1">
              <w:rPr>
                <w:rFonts w:cs="Arial"/>
                <w:color w:val="000000"/>
                <w:szCs w:val="18"/>
                <w:lang w:eastAsia="zh-CN"/>
              </w:rPr>
              <w:t>DC_2A-13A_n260(G-H)</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0EDEAA6" w14:textId="0C6D27C2" w:rsidR="00944F22" w:rsidRPr="00E062F1" w:rsidRDefault="00944F22" w:rsidP="006B3BD2">
            <w:pPr>
              <w:pStyle w:val="TAC"/>
              <w:rPr>
                <w:rFonts w:cs="Arial"/>
                <w:color w:val="000000"/>
                <w:szCs w:val="18"/>
                <w:lang w:eastAsia="zh-CN"/>
              </w:rPr>
            </w:pPr>
            <w:r w:rsidRPr="00E062F1">
              <w:rPr>
                <w:rFonts w:cs="Arial"/>
                <w:color w:val="000000"/>
                <w:szCs w:val="18"/>
                <w:lang w:eastAsia="zh-CN"/>
              </w:rPr>
              <w:t>DC_2A_n260A</w:t>
            </w:r>
          </w:p>
          <w:p w14:paraId="124FAF7C" w14:textId="77777777" w:rsidR="00944F22" w:rsidRPr="00E062F1" w:rsidRDefault="00944F22" w:rsidP="006B3BD2">
            <w:pPr>
              <w:pStyle w:val="TAC"/>
              <w:rPr>
                <w:noProof/>
                <w:lang w:eastAsia="zh-CN"/>
              </w:rPr>
            </w:pPr>
            <w:r w:rsidRPr="00E062F1">
              <w:rPr>
                <w:rFonts w:cs="Arial"/>
                <w:color w:val="000000"/>
                <w:szCs w:val="18"/>
                <w:lang w:eastAsia="zh-CN"/>
              </w:rPr>
              <w:t>DC_13A_n260A</w:t>
            </w:r>
          </w:p>
        </w:tc>
      </w:tr>
      <w:tr w:rsidR="00944F22" w:rsidRPr="00E062F1" w14:paraId="429DFFA5"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700D2F9"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DC_2A-13A_n261A</w:t>
            </w:r>
          </w:p>
          <w:p w14:paraId="55AA8514"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DC_2A-13A_n261G</w:t>
            </w:r>
          </w:p>
          <w:p w14:paraId="09C03C51"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DC_2A-13A_n261H</w:t>
            </w:r>
          </w:p>
          <w:p w14:paraId="2ED6A00E"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DC_2A-13A_n261I</w:t>
            </w:r>
          </w:p>
          <w:p w14:paraId="7AC70E80"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DC_2A-13A_n261J</w:t>
            </w:r>
          </w:p>
          <w:p w14:paraId="41844766"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DC_2A-13A_n261K</w:t>
            </w:r>
          </w:p>
          <w:p w14:paraId="0AB3FA7C"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DC_2A-13A_n261L</w:t>
            </w:r>
          </w:p>
          <w:p w14:paraId="359D2623" w14:textId="77777777" w:rsidR="00944F22" w:rsidRPr="00E062F1" w:rsidRDefault="00944F22" w:rsidP="006B3BD2">
            <w:pPr>
              <w:pStyle w:val="TAC"/>
              <w:rPr>
                <w:noProof/>
                <w:lang w:eastAsia="zh-CN"/>
              </w:rPr>
            </w:pPr>
            <w:r w:rsidRPr="00E062F1">
              <w:rPr>
                <w:rFonts w:cs="Arial"/>
                <w:color w:val="000000"/>
                <w:szCs w:val="18"/>
                <w:lang w:eastAsia="zh-CN"/>
              </w:rPr>
              <w:t>DC_2A-13A_n261M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8CCE44E"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DC_2A_n261A</w:t>
            </w:r>
          </w:p>
          <w:p w14:paraId="608C2BBC" w14:textId="77777777" w:rsidR="008F0605" w:rsidRDefault="00944F22" w:rsidP="008F0605">
            <w:pPr>
              <w:pStyle w:val="TAC"/>
              <w:rPr>
                <w:rFonts w:cs="Arial"/>
                <w:color w:val="000000"/>
                <w:szCs w:val="18"/>
                <w:lang w:eastAsia="zh-CN"/>
              </w:rPr>
            </w:pPr>
            <w:r w:rsidRPr="00E062F1">
              <w:rPr>
                <w:rFonts w:cs="Arial"/>
                <w:color w:val="000000"/>
                <w:szCs w:val="18"/>
                <w:lang w:eastAsia="zh-CN"/>
              </w:rPr>
              <w:t>DC_13A_n261A</w:t>
            </w:r>
          </w:p>
          <w:p w14:paraId="7C76AA3A" w14:textId="77777777" w:rsidR="008F0605" w:rsidRPr="00EF5447" w:rsidRDefault="008F0605" w:rsidP="008F0605">
            <w:pPr>
              <w:pStyle w:val="TAC"/>
              <w:rPr>
                <w:lang w:eastAsia="zh-CN"/>
              </w:rPr>
            </w:pPr>
            <w:r w:rsidRPr="00EF5447">
              <w:rPr>
                <w:lang w:eastAsia="zh-CN"/>
              </w:rPr>
              <w:t>DC_2A_n261G</w:t>
            </w:r>
          </w:p>
          <w:p w14:paraId="6F6D7897" w14:textId="77777777" w:rsidR="008F0605" w:rsidRDefault="008F0605" w:rsidP="008F0605">
            <w:pPr>
              <w:pStyle w:val="TAC"/>
              <w:rPr>
                <w:lang w:eastAsia="zh-CN"/>
              </w:rPr>
            </w:pPr>
            <w:r w:rsidRPr="00EF5447">
              <w:rPr>
                <w:lang w:eastAsia="zh-CN"/>
              </w:rPr>
              <w:t>DC_13A_n261G</w:t>
            </w:r>
          </w:p>
          <w:p w14:paraId="55B82D11" w14:textId="77777777" w:rsidR="008F0605" w:rsidRPr="00EF5447" w:rsidRDefault="008F0605" w:rsidP="008F0605">
            <w:pPr>
              <w:pStyle w:val="TAC"/>
              <w:rPr>
                <w:lang w:eastAsia="zh-CN"/>
              </w:rPr>
            </w:pPr>
            <w:r w:rsidRPr="00EF5447">
              <w:rPr>
                <w:lang w:eastAsia="zh-CN"/>
              </w:rPr>
              <w:t>DC_2A_n261H</w:t>
            </w:r>
          </w:p>
          <w:p w14:paraId="175F6B24" w14:textId="15A5DAE4" w:rsidR="00944F22" w:rsidRPr="00E062F1" w:rsidRDefault="008F0605" w:rsidP="008F0605">
            <w:pPr>
              <w:pStyle w:val="TAC"/>
              <w:rPr>
                <w:noProof/>
                <w:lang w:eastAsia="zh-CN"/>
              </w:rPr>
            </w:pPr>
            <w:r w:rsidRPr="00EF5447">
              <w:rPr>
                <w:lang w:eastAsia="zh-CN"/>
              </w:rPr>
              <w:t>DC_13A_n261H</w:t>
            </w:r>
          </w:p>
        </w:tc>
      </w:tr>
      <w:tr w:rsidR="00944F22" w:rsidRPr="00E062F1" w14:paraId="3005B7F2"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265464A"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DC_2A-13A_n261(2A)</w:t>
            </w:r>
          </w:p>
          <w:p w14:paraId="42466D8F"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DC_2A-13A_n261(3A)</w:t>
            </w:r>
          </w:p>
          <w:p w14:paraId="22E5D746"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DC_2A-13A_n261(4A)</w:t>
            </w:r>
          </w:p>
          <w:p w14:paraId="6680677A"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DC_2A-13A_n261(2G)</w:t>
            </w:r>
          </w:p>
          <w:p w14:paraId="670EA55C"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DC_2A-13A_n261(2H)</w:t>
            </w:r>
          </w:p>
          <w:p w14:paraId="37EAA5CC"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DC_2A-13A_n261(A-G)</w:t>
            </w:r>
          </w:p>
          <w:p w14:paraId="3FE741C0"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DC_2A-13A_n261(A-H)</w:t>
            </w:r>
          </w:p>
          <w:p w14:paraId="25D236E5"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DC_2A-13A_n261(A-I)</w:t>
            </w:r>
          </w:p>
          <w:p w14:paraId="0C90C85C"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DC_2A-13A_n261(A-J)</w:t>
            </w:r>
          </w:p>
          <w:p w14:paraId="29632ABE"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DC_2A-13A_n261(A-K)</w:t>
            </w:r>
          </w:p>
          <w:p w14:paraId="5C6B9323"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DC_2A-13A_n261(A-2G)</w:t>
            </w:r>
          </w:p>
          <w:p w14:paraId="25F896EF"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DC_2A-13A_n261(A-G-H)</w:t>
            </w:r>
          </w:p>
          <w:p w14:paraId="4CC313E8"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DC_2A-13A_n261(A-G-I)</w:t>
            </w:r>
          </w:p>
          <w:p w14:paraId="72DF9740"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DC_2A-13A_n261(2A-G)</w:t>
            </w:r>
          </w:p>
          <w:p w14:paraId="06BA68A4"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DC_2A-13A_n261(2A-H)</w:t>
            </w:r>
          </w:p>
          <w:p w14:paraId="384D0EC1"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DC_2A-13A_n261(2A-I)</w:t>
            </w:r>
          </w:p>
          <w:p w14:paraId="7F3BDE46"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DC_2A-13A_n261(3A-G)</w:t>
            </w:r>
          </w:p>
          <w:p w14:paraId="36CB0D4E"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DC_2A-13A_n261(G-H)</w:t>
            </w:r>
          </w:p>
          <w:p w14:paraId="26CA3624"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DC_2A-13A_n261(G-I)</w:t>
            </w:r>
          </w:p>
          <w:p w14:paraId="368BBD86"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DC_2A-13A_n261(G-J)</w:t>
            </w:r>
          </w:p>
          <w:p w14:paraId="29F28B3B" w14:textId="77777777" w:rsidR="00944F22" w:rsidRPr="00E062F1" w:rsidRDefault="00944F22" w:rsidP="006B3BD2">
            <w:pPr>
              <w:pStyle w:val="TAC"/>
              <w:rPr>
                <w:noProof/>
                <w:lang w:eastAsia="zh-CN"/>
              </w:rPr>
            </w:pPr>
            <w:r w:rsidRPr="00E062F1">
              <w:rPr>
                <w:rFonts w:cs="Arial"/>
                <w:color w:val="000000"/>
                <w:szCs w:val="18"/>
                <w:lang w:eastAsia="zh-CN"/>
              </w:rPr>
              <w:t>DC_2A-13A_n261(H-I)</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8D43032"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DC_2A_n261A</w:t>
            </w:r>
          </w:p>
          <w:p w14:paraId="21081A8F" w14:textId="77777777" w:rsidR="008F0605" w:rsidRDefault="00944F22" w:rsidP="008F0605">
            <w:pPr>
              <w:pStyle w:val="TAC"/>
              <w:rPr>
                <w:rFonts w:cs="Arial"/>
                <w:color w:val="000000"/>
                <w:szCs w:val="18"/>
                <w:lang w:eastAsia="zh-CN"/>
              </w:rPr>
            </w:pPr>
            <w:r w:rsidRPr="00E062F1">
              <w:rPr>
                <w:rFonts w:cs="Arial"/>
                <w:color w:val="000000"/>
                <w:szCs w:val="18"/>
                <w:lang w:eastAsia="zh-CN"/>
              </w:rPr>
              <w:t>DC_13A_n261A</w:t>
            </w:r>
          </w:p>
          <w:p w14:paraId="4EEFA5A2" w14:textId="77777777" w:rsidR="008F0605" w:rsidRPr="00EF5447" w:rsidRDefault="008F0605" w:rsidP="008F0605">
            <w:pPr>
              <w:pStyle w:val="TAC"/>
              <w:rPr>
                <w:lang w:eastAsia="zh-CN"/>
              </w:rPr>
            </w:pPr>
            <w:r w:rsidRPr="00EF5447">
              <w:rPr>
                <w:lang w:eastAsia="zh-CN"/>
              </w:rPr>
              <w:t>DC_2A_n261G</w:t>
            </w:r>
          </w:p>
          <w:p w14:paraId="5AB20ED8" w14:textId="77777777" w:rsidR="008F0605" w:rsidRDefault="008F0605" w:rsidP="008F0605">
            <w:pPr>
              <w:pStyle w:val="TAC"/>
              <w:rPr>
                <w:lang w:eastAsia="zh-CN"/>
              </w:rPr>
            </w:pPr>
            <w:r w:rsidRPr="00EF5447">
              <w:rPr>
                <w:lang w:eastAsia="zh-CN"/>
              </w:rPr>
              <w:t>DC_13A_n261G</w:t>
            </w:r>
          </w:p>
          <w:p w14:paraId="7BF049E2" w14:textId="77777777" w:rsidR="008F0605" w:rsidRPr="00EF5447" w:rsidRDefault="008F0605" w:rsidP="008F0605">
            <w:pPr>
              <w:pStyle w:val="TAC"/>
              <w:rPr>
                <w:lang w:eastAsia="zh-CN"/>
              </w:rPr>
            </w:pPr>
            <w:r w:rsidRPr="00EF5447">
              <w:rPr>
                <w:lang w:eastAsia="zh-CN"/>
              </w:rPr>
              <w:t>DC_2A_n261H</w:t>
            </w:r>
          </w:p>
          <w:p w14:paraId="5F49DF3B" w14:textId="4C4F6600" w:rsidR="00944F22" w:rsidRPr="00E062F1" w:rsidRDefault="008F0605" w:rsidP="008F0605">
            <w:pPr>
              <w:pStyle w:val="TAC"/>
              <w:rPr>
                <w:noProof/>
                <w:lang w:eastAsia="zh-CN"/>
              </w:rPr>
            </w:pPr>
            <w:r w:rsidRPr="00EF5447">
              <w:rPr>
                <w:lang w:eastAsia="zh-CN"/>
              </w:rPr>
              <w:t>DC_13A_n261H</w:t>
            </w:r>
          </w:p>
        </w:tc>
      </w:tr>
      <w:tr w:rsidR="00944F22" w:rsidRPr="00E062F1" w14:paraId="3F0F520E"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E4D0A9B" w14:textId="77777777" w:rsidR="00944F22" w:rsidRPr="00E062F1" w:rsidRDefault="00944F22" w:rsidP="006B3BD2">
            <w:pPr>
              <w:pStyle w:val="TAC"/>
              <w:rPr>
                <w:rFonts w:cs="Arial"/>
                <w:szCs w:val="18"/>
              </w:rPr>
            </w:pPr>
            <w:r w:rsidRPr="00E062F1">
              <w:rPr>
                <w:rFonts w:cs="Arial"/>
                <w:szCs w:val="18"/>
              </w:rPr>
              <w:lastRenderedPageBreak/>
              <w:t>DC_2A-14A_n260A</w:t>
            </w:r>
          </w:p>
          <w:p w14:paraId="6C9CE19B" w14:textId="77777777" w:rsidR="00944F22" w:rsidRPr="00E062F1" w:rsidRDefault="00944F22" w:rsidP="006B3BD2">
            <w:pPr>
              <w:pStyle w:val="TAC"/>
              <w:rPr>
                <w:rFonts w:cs="Arial"/>
                <w:szCs w:val="18"/>
                <w:lang w:eastAsia="fr-FR"/>
              </w:rPr>
            </w:pPr>
            <w:r w:rsidRPr="00E062F1">
              <w:rPr>
                <w:rFonts w:cs="Arial"/>
                <w:szCs w:val="18"/>
              </w:rPr>
              <w:t>DC_2A-14A_n260G</w:t>
            </w:r>
          </w:p>
          <w:p w14:paraId="5987D68B" w14:textId="77777777" w:rsidR="00944F22" w:rsidRPr="00E062F1" w:rsidRDefault="00944F22" w:rsidP="006B3BD2">
            <w:pPr>
              <w:pStyle w:val="TAC"/>
              <w:rPr>
                <w:rFonts w:cs="Arial"/>
                <w:szCs w:val="18"/>
              </w:rPr>
            </w:pPr>
            <w:r w:rsidRPr="00E062F1">
              <w:rPr>
                <w:rFonts w:cs="Arial"/>
                <w:szCs w:val="18"/>
              </w:rPr>
              <w:t>DC_2A-14A_n260H</w:t>
            </w:r>
          </w:p>
          <w:p w14:paraId="4B3E673D" w14:textId="77777777" w:rsidR="00944F22" w:rsidRPr="00E062F1" w:rsidRDefault="00944F22" w:rsidP="006B3BD2">
            <w:pPr>
              <w:pStyle w:val="TAC"/>
              <w:rPr>
                <w:rFonts w:cs="Arial"/>
                <w:szCs w:val="18"/>
              </w:rPr>
            </w:pPr>
            <w:r w:rsidRPr="00E062F1">
              <w:rPr>
                <w:rFonts w:cs="Arial"/>
                <w:szCs w:val="18"/>
              </w:rPr>
              <w:t>DC_2A-14A_n260I</w:t>
            </w:r>
          </w:p>
          <w:p w14:paraId="340B79B6" w14:textId="77777777" w:rsidR="00944F22" w:rsidRPr="00E062F1" w:rsidRDefault="00944F22" w:rsidP="006B3BD2">
            <w:pPr>
              <w:pStyle w:val="TAC"/>
              <w:rPr>
                <w:rFonts w:cs="Arial"/>
                <w:szCs w:val="18"/>
              </w:rPr>
            </w:pPr>
            <w:r w:rsidRPr="00E062F1">
              <w:rPr>
                <w:rFonts w:cs="Arial"/>
                <w:szCs w:val="18"/>
              </w:rPr>
              <w:t>DC_2A-14A_n260J</w:t>
            </w:r>
          </w:p>
          <w:p w14:paraId="3748F9D5" w14:textId="77777777" w:rsidR="00944F22" w:rsidRPr="00E062F1" w:rsidRDefault="00944F22" w:rsidP="006B3BD2">
            <w:pPr>
              <w:pStyle w:val="TAC"/>
              <w:rPr>
                <w:rFonts w:cs="Arial"/>
                <w:szCs w:val="18"/>
              </w:rPr>
            </w:pPr>
            <w:r w:rsidRPr="00E062F1">
              <w:rPr>
                <w:rFonts w:cs="Arial"/>
                <w:szCs w:val="18"/>
              </w:rPr>
              <w:t>DC_2A-14A_n260K</w:t>
            </w:r>
          </w:p>
          <w:p w14:paraId="05A53B7F" w14:textId="77777777" w:rsidR="00944F22" w:rsidRPr="00E062F1" w:rsidRDefault="00944F22" w:rsidP="006B3BD2">
            <w:pPr>
              <w:pStyle w:val="TAC"/>
              <w:rPr>
                <w:rFonts w:cs="Arial"/>
                <w:szCs w:val="18"/>
              </w:rPr>
            </w:pPr>
            <w:r w:rsidRPr="00E062F1">
              <w:rPr>
                <w:rFonts w:cs="Arial"/>
                <w:szCs w:val="18"/>
              </w:rPr>
              <w:t>DC_2A-14A_n260L</w:t>
            </w:r>
          </w:p>
          <w:p w14:paraId="2EE825D2" w14:textId="77777777" w:rsidR="00944F22" w:rsidRPr="00E062F1" w:rsidRDefault="00944F22" w:rsidP="006B3BD2">
            <w:pPr>
              <w:pStyle w:val="TAC"/>
              <w:rPr>
                <w:rFonts w:cs="Arial"/>
                <w:szCs w:val="18"/>
              </w:rPr>
            </w:pPr>
            <w:r w:rsidRPr="00E062F1">
              <w:rPr>
                <w:rFonts w:cs="Arial"/>
                <w:szCs w:val="18"/>
              </w:rPr>
              <w:t>DC_2A-14A_n260M</w:t>
            </w:r>
          </w:p>
          <w:p w14:paraId="1AFFA2FD" w14:textId="77777777" w:rsidR="00944F22" w:rsidRPr="00E062F1" w:rsidRDefault="00944F22" w:rsidP="006B3BD2">
            <w:pPr>
              <w:pStyle w:val="TAC"/>
              <w:rPr>
                <w:rFonts w:cs="Arial"/>
                <w:szCs w:val="18"/>
              </w:rPr>
            </w:pPr>
            <w:r w:rsidRPr="00E062F1">
              <w:rPr>
                <w:rFonts w:cs="Arial"/>
                <w:szCs w:val="18"/>
              </w:rPr>
              <w:t>DC_2A-2A-14A_n260A</w:t>
            </w:r>
          </w:p>
          <w:p w14:paraId="5C1C7224" w14:textId="77777777" w:rsidR="00944F22" w:rsidRPr="00E062F1" w:rsidRDefault="00944F22" w:rsidP="006B3BD2">
            <w:pPr>
              <w:pStyle w:val="TAC"/>
              <w:rPr>
                <w:rFonts w:cs="Arial"/>
                <w:szCs w:val="18"/>
              </w:rPr>
            </w:pPr>
            <w:r w:rsidRPr="00E062F1">
              <w:rPr>
                <w:rFonts w:cs="Arial"/>
                <w:szCs w:val="18"/>
              </w:rPr>
              <w:t>DC_2A-2A-14A_n260G</w:t>
            </w:r>
          </w:p>
          <w:p w14:paraId="4A53ABB0" w14:textId="77777777" w:rsidR="00944F22" w:rsidRPr="00E062F1" w:rsidRDefault="00944F22" w:rsidP="006B3BD2">
            <w:pPr>
              <w:pStyle w:val="TAC"/>
              <w:rPr>
                <w:rFonts w:cs="Arial"/>
                <w:szCs w:val="18"/>
              </w:rPr>
            </w:pPr>
            <w:r w:rsidRPr="00E062F1">
              <w:rPr>
                <w:rFonts w:cs="Arial"/>
                <w:szCs w:val="18"/>
              </w:rPr>
              <w:t>DC_2A-2A-14A_n260H</w:t>
            </w:r>
          </w:p>
          <w:p w14:paraId="06EE6C43" w14:textId="77777777" w:rsidR="00944F22" w:rsidRPr="00E062F1" w:rsidRDefault="00944F22" w:rsidP="006B3BD2">
            <w:pPr>
              <w:pStyle w:val="TAC"/>
              <w:rPr>
                <w:rFonts w:cs="Arial"/>
                <w:szCs w:val="18"/>
              </w:rPr>
            </w:pPr>
            <w:r w:rsidRPr="00E062F1">
              <w:rPr>
                <w:rFonts w:cs="Arial"/>
                <w:szCs w:val="18"/>
              </w:rPr>
              <w:t>DC_2A-2A-14A_n260I</w:t>
            </w:r>
          </w:p>
          <w:p w14:paraId="03BBFA58" w14:textId="77777777" w:rsidR="00944F22" w:rsidRPr="00E062F1" w:rsidRDefault="00944F22" w:rsidP="006B3BD2">
            <w:pPr>
              <w:pStyle w:val="TAC"/>
              <w:rPr>
                <w:rFonts w:cs="Arial"/>
                <w:szCs w:val="18"/>
              </w:rPr>
            </w:pPr>
            <w:r w:rsidRPr="00E062F1">
              <w:rPr>
                <w:rFonts w:cs="Arial"/>
                <w:szCs w:val="18"/>
              </w:rPr>
              <w:t>DC_2A-2A-14A_n260J</w:t>
            </w:r>
          </w:p>
          <w:p w14:paraId="5D7FB7B1" w14:textId="77777777" w:rsidR="00944F22" w:rsidRPr="00E062F1" w:rsidRDefault="00944F22" w:rsidP="006B3BD2">
            <w:pPr>
              <w:pStyle w:val="TAC"/>
              <w:rPr>
                <w:rFonts w:cs="Arial"/>
                <w:szCs w:val="18"/>
              </w:rPr>
            </w:pPr>
            <w:r w:rsidRPr="00E062F1">
              <w:rPr>
                <w:rFonts w:cs="Arial"/>
                <w:szCs w:val="18"/>
              </w:rPr>
              <w:t>DC_2A-2A-14A_n260K</w:t>
            </w:r>
          </w:p>
          <w:p w14:paraId="07B6E436" w14:textId="77777777" w:rsidR="00944F22" w:rsidRPr="00E062F1" w:rsidRDefault="00944F22" w:rsidP="006B3BD2">
            <w:pPr>
              <w:pStyle w:val="TAC"/>
              <w:rPr>
                <w:rFonts w:cs="Arial"/>
                <w:szCs w:val="18"/>
              </w:rPr>
            </w:pPr>
            <w:r w:rsidRPr="00E062F1">
              <w:rPr>
                <w:rFonts w:cs="Arial"/>
                <w:szCs w:val="18"/>
              </w:rPr>
              <w:t>DC_2A-2A-14A_n260L</w:t>
            </w:r>
          </w:p>
          <w:p w14:paraId="0E5D961B" w14:textId="77777777" w:rsidR="00944F22" w:rsidRPr="00E062F1" w:rsidRDefault="00944F22" w:rsidP="006B3BD2">
            <w:pPr>
              <w:pStyle w:val="TAC"/>
              <w:rPr>
                <w:noProof/>
                <w:lang w:eastAsia="zh-CN"/>
              </w:rPr>
            </w:pPr>
            <w:r w:rsidRPr="00E062F1">
              <w:rPr>
                <w:rFonts w:cs="Arial"/>
                <w:szCs w:val="18"/>
              </w:rPr>
              <w:t>DC_2A-2A-14A_n260M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7543CE9" w14:textId="77777777" w:rsidR="00944F22" w:rsidRPr="00E062F1" w:rsidRDefault="00944F22" w:rsidP="006B3BD2">
            <w:pPr>
              <w:pStyle w:val="TAC"/>
              <w:rPr>
                <w:rFonts w:cs="Arial"/>
                <w:szCs w:val="18"/>
              </w:rPr>
            </w:pPr>
            <w:r w:rsidRPr="00E062F1">
              <w:rPr>
                <w:rFonts w:cs="Arial"/>
                <w:szCs w:val="18"/>
              </w:rPr>
              <w:t>DC_2A_n260A</w:t>
            </w:r>
          </w:p>
          <w:p w14:paraId="35B18BD7" w14:textId="77777777" w:rsidR="00944F22" w:rsidRPr="00E062F1" w:rsidRDefault="00944F22" w:rsidP="006B3BD2">
            <w:pPr>
              <w:pStyle w:val="TAC"/>
              <w:rPr>
                <w:rFonts w:cs="Arial"/>
                <w:szCs w:val="18"/>
                <w:lang w:eastAsia="fr-FR"/>
              </w:rPr>
            </w:pPr>
            <w:r w:rsidRPr="00E062F1">
              <w:rPr>
                <w:rFonts w:cs="Arial"/>
                <w:szCs w:val="18"/>
              </w:rPr>
              <w:t>DC_2A_n260G</w:t>
            </w:r>
          </w:p>
          <w:p w14:paraId="774E7EBC" w14:textId="77777777" w:rsidR="00944F22" w:rsidRPr="00E062F1" w:rsidRDefault="00944F22" w:rsidP="006B3BD2">
            <w:pPr>
              <w:pStyle w:val="TAC"/>
              <w:rPr>
                <w:rFonts w:cs="Arial"/>
                <w:szCs w:val="18"/>
              </w:rPr>
            </w:pPr>
            <w:r w:rsidRPr="00E062F1">
              <w:rPr>
                <w:rFonts w:cs="Arial"/>
                <w:szCs w:val="18"/>
              </w:rPr>
              <w:t>DC_2A_n260H</w:t>
            </w:r>
          </w:p>
          <w:p w14:paraId="1960E504" w14:textId="77777777" w:rsidR="00944F22" w:rsidRPr="00E062F1" w:rsidRDefault="00944F22" w:rsidP="006B3BD2">
            <w:pPr>
              <w:pStyle w:val="TAC"/>
              <w:rPr>
                <w:rFonts w:cs="Arial"/>
                <w:szCs w:val="18"/>
              </w:rPr>
            </w:pPr>
            <w:r w:rsidRPr="00E062F1">
              <w:rPr>
                <w:rFonts w:cs="Arial"/>
                <w:szCs w:val="18"/>
              </w:rPr>
              <w:t>DC_2A_n260I</w:t>
            </w:r>
          </w:p>
          <w:p w14:paraId="353E8187" w14:textId="77777777" w:rsidR="00944F22" w:rsidRPr="00E062F1" w:rsidRDefault="00944F22" w:rsidP="006B3BD2">
            <w:pPr>
              <w:pStyle w:val="TAC"/>
              <w:rPr>
                <w:rFonts w:cs="Arial"/>
                <w:szCs w:val="18"/>
              </w:rPr>
            </w:pPr>
            <w:r w:rsidRPr="00E062F1">
              <w:rPr>
                <w:rFonts w:cs="Arial"/>
                <w:szCs w:val="18"/>
              </w:rPr>
              <w:t>DC_2A_n260J</w:t>
            </w:r>
          </w:p>
          <w:p w14:paraId="39FBDEED" w14:textId="77777777" w:rsidR="00944F22" w:rsidRPr="00E062F1" w:rsidRDefault="00944F22" w:rsidP="006B3BD2">
            <w:pPr>
              <w:pStyle w:val="TAC"/>
              <w:rPr>
                <w:rFonts w:cs="Arial"/>
                <w:szCs w:val="18"/>
              </w:rPr>
            </w:pPr>
            <w:r w:rsidRPr="00E062F1">
              <w:rPr>
                <w:rFonts w:cs="Arial"/>
                <w:szCs w:val="18"/>
              </w:rPr>
              <w:t>DC_2A_n260K</w:t>
            </w:r>
          </w:p>
          <w:p w14:paraId="0EA3FD7F" w14:textId="77777777" w:rsidR="00944F22" w:rsidRPr="00E062F1" w:rsidRDefault="00944F22" w:rsidP="006B3BD2">
            <w:pPr>
              <w:pStyle w:val="TAC"/>
              <w:rPr>
                <w:rFonts w:cs="Arial"/>
                <w:szCs w:val="18"/>
              </w:rPr>
            </w:pPr>
            <w:r w:rsidRPr="00E062F1">
              <w:rPr>
                <w:rFonts w:cs="Arial"/>
                <w:szCs w:val="18"/>
              </w:rPr>
              <w:t>DC_2A_n260L</w:t>
            </w:r>
          </w:p>
          <w:p w14:paraId="4440AAFB" w14:textId="77777777" w:rsidR="00944F22" w:rsidRPr="00E062F1" w:rsidRDefault="00944F22" w:rsidP="006B3BD2">
            <w:pPr>
              <w:pStyle w:val="TAC"/>
              <w:rPr>
                <w:rFonts w:cs="Arial"/>
                <w:szCs w:val="18"/>
              </w:rPr>
            </w:pPr>
            <w:r w:rsidRPr="00E062F1">
              <w:rPr>
                <w:rFonts w:cs="Arial"/>
                <w:szCs w:val="18"/>
              </w:rPr>
              <w:t>DC_2A_n260M</w:t>
            </w:r>
          </w:p>
          <w:p w14:paraId="7FEC41B6" w14:textId="77777777" w:rsidR="00944F22" w:rsidRPr="00E062F1" w:rsidRDefault="00944F22" w:rsidP="006B3BD2">
            <w:pPr>
              <w:pStyle w:val="TAC"/>
              <w:rPr>
                <w:rFonts w:cs="Arial"/>
                <w:szCs w:val="18"/>
              </w:rPr>
            </w:pPr>
            <w:r w:rsidRPr="00E062F1">
              <w:rPr>
                <w:rFonts w:cs="Arial"/>
                <w:szCs w:val="18"/>
              </w:rPr>
              <w:t>DC_14A_n260A</w:t>
            </w:r>
          </w:p>
          <w:p w14:paraId="25A1DDDA" w14:textId="77777777" w:rsidR="00944F22" w:rsidRPr="00E062F1" w:rsidRDefault="00944F22" w:rsidP="006B3BD2">
            <w:pPr>
              <w:pStyle w:val="TAC"/>
              <w:rPr>
                <w:rFonts w:cs="Arial"/>
                <w:szCs w:val="18"/>
              </w:rPr>
            </w:pPr>
            <w:r w:rsidRPr="00E062F1">
              <w:rPr>
                <w:rFonts w:cs="Arial"/>
                <w:szCs w:val="18"/>
              </w:rPr>
              <w:t>DC_14A_n260G</w:t>
            </w:r>
          </w:p>
          <w:p w14:paraId="4DC8BC0D" w14:textId="77777777" w:rsidR="00944F22" w:rsidRPr="00E062F1" w:rsidRDefault="00944F22" w:rsidP="006B3BD2">
            <w:pPr>
              <w:pStyle w:val="TAC"/>
              <w:rPr>
                <w:rFonts w:cs="Arial"/>
                <w:szCs w:val="18"/>
              </w:rPr>
            </w:pPr>
            <w:r w:rsidRPr="00E062F1">
              <w:rPr>
                <w:rFonts w:cs="Arial"/>
                <w:szCs w:val="18"/>
              </w:rPr>
              <w:t>DC_14A_n260H</w:t>
            </w:r>
          </w:p>
          <w:p w14:paraId="28E31FFB" w14:textId="77777777" w:rsidR="00944F22" w:rsidRPr="00E062F1" w:rsidRDefault="00944F22" w:rsidP="006B3BD2">
            <w:pPr>
              <w:pStyle w:val="TAC"/>
              <w:rPr>
                <w:rFonts w:cs="Arial"/>
                <w:szCs w:val="18"/>
              </w:rPr>
            </w:pPr>
            <w:r w:rsidRPr="00E062F1">
              <w:rPr>
                <w:rFonts w:cs="Arial"/>
                <w:szCs w:val="18"/>
              </w:rPr>
              <w:t>DC_14A_n260I</w:t>
            </w:r>
          </w:p>
          <w:p w14:paraId="2C4EB12F" w14:textId="77777777" w:rsidR="00944F22" w:rsidRPr="00E062F1" w:rsidRDefault="00944F22" w:rsidP="006B3BD2">
            <w:pPr>
              <w:pStyle w:val="TAC"/>
              <w:rPr>
                <w:rFonts w:cs="Arial"/>
                <w:szCs w:val="18"/>
              </w:rPr>
            </w:pPr>
            <w:r w:rsidRPr="00E062F1">
              <w:rPr>
                <w:rFonts w:cs="Arial"/>
                <w:szCs w:val="18"/>
              </w:rPr>
              <w:t>DC_14A_n260J</w:t>
            </w:r>
          </w:p>
          <w:p w14:paraId="61F0191C" w14:textId="77777777" w:rsidR="00944F22" w:rsidRPr="00E062F1" w:rsidRDefault="00944F22" w:rsidP="006B3BD2">
            <w:pPr>
              <w:pStyle w:val="TAC"/>
              <w:rPr>
                <w:rFonts w:cs="Arial"/>
                <w:szCs w:val="18"/>
              </w:rPr>
            </w:pPr>
            <w:r w:rsidRPr="00E062F1">
              <w:rPr>
                <w:rFonts w:cs="Arial"/>
                <w:szCs w:val="18"/>
              </w:rPr>
              <w:t>DC_14A_n260K</w:t>
            </w:r>
          </w:p>
          <w:p w14:paraId="53003A7C" w14:textId="77777777" w:rsidR="00944F22" w:rsidRPr="00E062F1" w:rsidRDefault="00944F22" w:rsidP="006B3BD2">
            <w:pPr>
              <w:pStyle w:val="TAC"/>
              <w:rPr>
                <w:rFonts w:cs="Arial"/>
                <w:szCs w:val="18"/>
              </w:rPr>
            </w:pPr>
            <w:r w:rsidRPr="00E062F1">
              <w:rPr>
                <w:rFonts w:cs="Arial"/>
                <w:szCs w:val="18"/>
              </w:rPr>
              <w:t>DC_14A_n260L</w:t>
            </w:r>
          </w:p>
          <w:p w14:paraId="4AD095CA" w14:textId="77777777" w:rsidR="00944F22" w:rsidRPr="00E062F1" w:rsidRDefault="00944F22" w:rsidP="006B3BD2">
            <w:pPr>
              <w:pStyle w:val="TAC"/>
              <w:rPr>
                <w:noProof/>
                <w:lang w:eastAsia="zh-CN"/>
              </w:rPr>
            </w:pPr>
            <w:r w:rsidRPr="00E062F1">
              <w:rPr>
                <w:rFonts w:cs="Arial"/>
                <w:szCs w:val="18"/>
              </w:rPr>
              <w:t>DC_14A_n260M</w:t>
            </w:r>
          </w:p>
        </w:tc>
      </w:tr>
      <w:tr w:rsidR="008F0605" w:rsidRPr="00E062F1" w14:paraId="0718F6AD" w14:textId="77777777" w:rsidTr="00AB3F5A">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tcPr>
          <w:p w14:paraId="3EF87D5E" w14:textId="77777777" w:rsidR="008F0605" w:rsidRPr="00E062F1" w:rsidRDefault="008F0605" w:rsidP="00AB3F5A">
            <w:pPr>
              <w:pStyle w:val="TAC"/>
              <w:rPr>
                <w:noProof/>
                <w:lang w:eastAsia="zh-CN"/>
              </w:rPr>
            </w:pPr>
            <w:r w:rsidRPr="00E062F1">
              <w:rPr>
                <w:noProof/>
              </w:rPr>
              <w:t>DC_2A-29A_n260A</w:t>
            </w:r>
          </w:p>
          <w:p w14:paraId="5DEE4D72" w14:textId="77777777" w:rsidR="008F0605" w:rsidRPr="00E062F1" w:rsidRDefault="008F0605" w:rsidP="00AB3F5A">
            <w:pPr>
              <w:pStyle w:val="TAC"/>
              <w:rPr>
                <w:rFonts w:cs="Arial"/>
                <w:lang w:eastAsia="ja-JP"/>
              </w:rPr>
            </w:pPr>
            <w:r w:rsidRPr="00E062F1">
              <w:rPr>
                <w:rFonts w:cs="Arial"/>
                <w:lang w:eastAsia="ja-JP"/>
              </w:rPr>
              <w:t>DC_2A-29A_n260G</w:t>
            </w:r>
          </w:p>
          <w:p w14:paraId="1A1E0780" w14:textId="77777777" w:rsidR="008F0605" w:rsidRPr="00E062F1" w:rsidRDefault="008F0605" w:rsidP="00AB3F5A">
            <w:pPr>
              <w:pStyle w:val="TAC"/>
              <w:rPr>
                <w:rFonts w:cs="Arial"/>
                <w:lang w:eastAsia="ja-JP"/>
              </w:rPr>
            </w:pPr>
            <w:r w:rsidRPr="00E062F1">
              <w:rPr>
                <w:rFonts w:cs="Arial"/>
                <w:lang w:eastAsia="ja-JP"/>
              </w:rPr>
              <w:t>DC_2A-29A_n260H</w:t>
            </w:r>
          </w:p>
          <w:p w14:paraId="0D12815C" w14:textId="77777777" w:rsidR="008F0605" w:rsidRPr="00E062F1" w:rsidRDefault="008F0605" w:rsidP="00AB3F5A">
            <w:pPr>
              <w:pStyle w:val="TAC"/>
              <w:rPr>
                <w:rFonts w:cs="Arial"/>
                <w:lang w:eastAsia="ja-JP"/>
              </w:rPr>
            </w:pPr>
            <w:r w:rsidRPr="00E062F1">
              <w:rPr>
                <w:rFonts w:cs="Arial"/>
                <w:lang w:eastAsia="ja-JP"/>
              </w:rPr>
              <w:t>DC_2A-29A_n260I</w:t>
            </w:r>
          </w:p>
          <w:p w14:paraId="19F96151" w14:textId="77777777" w:rsidR="008F0605" w:rsidRPr="00E062F1" w:rsidRDefault="008F0605" w:rsidP="00AB3F5A">
            <w:pPr>
              <w:pStyle w:val="TAC"/>
              <w:rPr>
                <w:rFonts w:cs="Arial"/>
                <w:lang w:eastAsia="ja-JP"/>
              </w:rPr>
            </w:pPr>
            <w:r w:rsidRPr="00E062F1">
              <w:rPr>
                <w:rFonts w:cs="Arial"/>
                <w:lang w:eastAsia="ja-JP"/>
              </w:rPr>
              <w:t>DC_2A-29A_n260J</w:t>
            </w:r>
          </w:p>
          <w:p w14:paraId="0F17316D" w14:textId="77777777" w:rsidR="008F0605" w:rsidRPr="00E062F1" w:rsidRDefault="008F0605" w:rsidP="00AB3F5A">
            <w:pPr>
              <w:pStyle w:val="TAC"/>
              <w:rPr>
                <w:rFonts w:cs="Arial"/>
                <w:lang w:eastAsia="ja-JP"/>
              </w:rPr>
            </w:pPr>
            <w:r w:rsidRPr="00E062F1">
              <w:rPr>
                <w:rFonts w:cs="Arial"/>
                <w:lang w:eastAsia="ja-JP"/>
              </w:rPr>
              <w:t>DC_2A-29A_n260K</w:t>
            </w:r>
          </w:p>
          <w:p w14:paraId="07CFE3A4" w14:textId="77777777" w:rsidR="008F0605" w:rsidRPr="00E062F1" w:rsidRDefault="008F0605" w:rsidP="00AB3F5A">
            <w:pPr>
              <w:pStyle w:val="TAC"/>
              <w:rPr>
                <w:rFonts w:cs="Arial"/>
                <w:lang w:eastAsia="ja-JP"/>
              </w:rPr>
            </w:pPr>
            <w:r w:rsidRPr="00E062F1">
              <w:rPr>
                <w:rFonts w:cs="Arial"/>
                <w:lang w:eastAsia="ja-JP"/>
              </w:rPr>
              <w:t>DC_2A-29A_n260L</w:t>
            </w:r>
          </w:p>
          <w:p w14:paraId="4D5CB12A" w14:textId="77777777" w:rsidR="008F0605" w:rsidRPr="00E062F1" w:rsidRDefault="008F0605" w:rsidP="00AB3F5A">
            <w:pPr>
              <w:pStyle w:val="TAC"/>
              <w:rPr>
                <w:noProof/>
                <w:lang w:eastAsia="zh-CN"/>
              </w:rPr>
            </w:pPr>
            <w:r w:rsidRPr="00E062F1">
              <w:rPr>
                <w:rFonts w:cs="Arial"/>
                <w:lang w:eastAsia="ja-JP"/>
              </w:rPr>
              <w:t>DC_2A-29A_n260M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8058700" w14:textId="77777777" w:rsidR="008F0605" w:rsidRPr="00E062F1" w:rsidRDefault="008F0605" w:rsidP="00AB3F5A">
            <w:pPr>
              <w:pStyle w:val="TAC"/>
              <w:rPr>
                <w:noProof/>
                <w:lang w:eastAsia="zh-CN"/>
              </w:rPr>
            </w:pPr>
            <w:r w:rsidRPr="00E062F1">
              <w:rPr>
                <w:noProof/>
              </w:rPr>
              <w:t>DC_2A_n260A</w:t>
            </w:r>
          </w:p>
        </w:tc>
      </w:tr>
      <w:tr w:rsidR="00944F22" w:rsidRPr="00E062F1" w14:paraId="04A78095"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9CBBD99" w14:textId="77777777" w:rsidR="00944F22" w:rsidRPr="00E062F1" w:rsidRDefault="00944F22" w:rsidP="006B3BD2">
            <w:pPr>
              <w:pStyle w:val="TAC"/>
              <w:rPr>
                <w:noProof/>
                <w:lang w:eastAsia="zh-CN"/>
              </w:rPr>
            </w:pPr>
            <w:r w:rsidRPr="00E062F1">
              <w:rPr>
                <w:noProof/>
                <w:lang w:eastAsia="zh-CN"/>
              </w:rPr>
              <w:t>DC_2A-30A_n260A</w:t>
            </w:r>
          </w:p>
          <w:p w14:paraId="2835809B" w14:textId="77777777" w:rsidR="00944F22" w:rsidRPr="00E062F1" w:rsidRDefault="00944F22" w:rsidP="006B3BD2">
            <w:pPr>
              <w:pStyle w:val="TAC"/>
              <w:rPr>
                <w:lang w:eastAsia="fi-FI"/>
              </w:rPr>
            </w:pPr>
            <w:r w:rsidRPr="00E062F1">
              <w:rPr>
                <w:lang w:eastAsia="fi-FI"/>
              </w:rPr>
              <w:t>DC_2</w:t>
            </w:r>
            <w:r w:rsidRPr="00E062F1">
              <w:rPr>
                <w:rFonts w:cs="Arial"/>
                <w:szCs w:val="18"/>
                <w:lang w:eastAsia="fi-FI"/>
              </w:rPr>
              <w:t>A</w:t>
            </w:r>
            <w:r w:rsidRPr="00E062F1">
              <w:rPr>
                <w:rFonts w:cs="Arial"/>
                <w:noProof/>
                <w:szCs w:val="18"/>
              </w:rPr>
              <w:t>-30A</w:t>
            </w:r>
            <w:r w:rsidRPr="00E062F1">
              <w:rPr>
                <w:rFonts w:cs="Arial"/>
                <w:szCs w:val="18"/>
                <w:lang w:eastAsia="fi-FI"/>
              </w:rPr>
              <w:t>_</w:t>
            </w:r>
            <w:r w:rsidRPr="00E062F1">
              <w:rPr>
                <w:lang w:eastAsia="fi-FI"/>
              </w:rPr>
              <w:t>n260G</w:t>
            </w:r>
          </w:p>
          <w:p w14:paraId="279394F9" w14:textId="77777777" w:rsidR="00944F22" w:rsidRPr="00E062F1" w:rsidRDefault="00944F22" w:rsidP="006B3BD2">
            <w:pPr>
              <w:pStyle w:val="TAC"/>
              <w:rPr>
                <w:lang w:eastAsia="fi-FI"/>
              </w:rPr>
            </w:pPr>
            <w:r w:rsidRPr="00E062F1">
              <w:rPr>
                <w:lang w:eastAsia="fi-FI"/>
              </w:rPr>
              <w:t>DC_2A</w:t>
            </w:r>
            <w:r w:rsidRPr="00E062F1">
              <w:rPr>
                <w:rFonts w:cs="Arial"/>
                <w:noProof/>
                <w:szCs w:val="18"/>
              </w:rPr>
              <w:t>-30A</w:t>
            </w:r>
            <w:r w:rsidRPr="00E062F1">
              <w:rPr>
                <w:lang w:eastAsia="fi-FI"/>
              </w:rPr>
              <w:t>_n260H</w:t>
            </w:r>
          </w:p>
          <w:p w14:paraId="63C6E60D" w14:textId="77777777" w:rsidR="00944F22" w:rsidRPr="00E062F1" w:rsidRDefault="00944F22" w:rsidP="006B3BD2">
            <w:pPr>
              <w:pStyle w:val="TAC"/>
              <w:rPr>
                <w:lang w:eastAsia="fi-FI"/>
              </w:rPr>
            </w:pPr>
            <w:r w:rsidRPr="00E062F1">
              <w:rPr>
                <w:lang w:eastAsia="fi-FI"/>
              </w:rPr>
              <w:t>DC_2A</w:t>
            </w:r>
            <w:r w:rsidRPr="00E062F1">
              <w:rPr>
                <w:rFonts w:cs="Arial"/>
                <w:noProof/>
                <w:szCs w:val="18"/>
              </w:rPr>
              <w:t>-30A</w:t>
            </w:r>
            <w:r w:rsidRPr="00E062F1">
              <w:rPr>
                <w:lang w:eastAsia="fi-FI"/>
              </w:rPr>
              <w:t>_n260I</w:t>
            </w:r>
          </w:p>
          <w:p w14:paraId="60747981" w14:textId="77777777" w:rsidR="00944F22" w:rsidRPr="00E062F1" w:rsidRDefault="00944F22" w:rsidP="006B3BD2">
            <w:pPr>
              <w:pStyle w:val="TAC"/>
              <w:rPr>
                <w:lang w:eastAsia="fi-FI"/>
              </w:rPr>
            </w:pPr>
            <w:r w:rsidRPr="00E062F1">
              <w:rPr>
                <w:lang w:eastAsia="fi-FI"/>
              </w:rPr>
              <w:t>DC_2A</w:t>
            </w:r>
            <w:r w:rsidRPr="00E062F1">
              <w:rPr>
                <w:rFonts w:cs="Arial"/>
                <w:noProof/>
                <w:szCs w:val="18"/>
              </w:rPr>
              <w:t>-30A</w:t>
            </w:r>
            <w:r w:rsidRPr="00E062F1">
              <w:rPr>
                <w:lang w:eastAsia="fi-FI"/>
              </w:rPr>
              <w:t>_n260J</w:t>
            </w:r>
          </w:p>
          <w:p w14:paraId="6F664292" w14:textId="77777777" w:rsidR="00944F22" w:rsidRPr="00E062F1" w:rsidRDefault="00944F22" w:rsidP="006B3BD2">
            <w:pPr>
              <w:pStyle w:val="TAC"/>
              <w:rPr>
                <w:lang w:eastAsia="fi-FI"/>
              </w:rPr>
            </w:pPr>
            <w:r w:rsidRPr="00E062F1">
              <w:rPr>
                <w:lang w:eastAsia="fi-FI"/>
              </w:rPr>
              <w:t>DC_2A</w:t>
            </w:r>
            <w:r w:rsidRPr="00E062F1">
              <w:rPr>
                <w:rFonts w:cs="Arial"/>
                <w:noProof/>
                <w:szCs w:val="18"/>
              </w:rPr>
              <w:t>-30A</w:t>
            </w:r>
            <w:r w:rsidRPr="00E062F1">
              <w:rPr>
                <w:lang w:eastAsia="fi-FI"/>
              </w:rPr>
              <w:t>_n260K</w:t>
            </w:r>
          </w:p>
          <w:p w14:paraId="4114CCC8" w14:textId="77777777" w:rsidR="00944F22" w:rsidRPr="00E062F1" w:rsidRDefault="00944F22" w:rsidP="006B3BD2">
            <w:pPr>
              <w:pStyle w:val="TAC"/>
              <w:rPr>
                <w:lang w:eastAsia="fi-FI"/>
              </w:rPr>
            </w:pPr>
            <w:r w:rsidRPr="00E062F1">
              <w:rPr>
                <w:lang w:eastAsia="fi-FI"/>
              </w:rPr>
              <w:t>DC_2A</w:t>
            </w:r>
            <w:r w:rsidRPr="00E062F1">
              <w:rPr>
                <w:rFonts w:cs="Arial"/>
                <w:noProof/>
                <w:szCs w:val="18"/>
              </w:rPr>
              <w:t>-30A</w:t>
            </w:r>
            <w:r w:rsidRPr="00E062F1">
              <w:rPr>
                <w:lang w:eastAsia="fi-FI"/>
              </w:rPr>
              <w:t>_n260L</w:t>
            </w:r>
          </w:p>
          <w:p w14:paraId="5600E44E" w14:textId="77777777" w:rsidR="00944F22" w:rsidRPr="00E062F1" w:rsidRDefault="00944F22" w:rsidP="006B3BD2">
            <w:pPr>
              <w:pStyle w:val="TAC"/>
              <w:rPr>
                <w:noProof/>
                <w:lang w:eastAsia="zh-CN"/>
              </w:rPr>
            </w:pPr>
            <w:r w:rsidRPr="00E062F1">
              <w:rPr>
                <w:lang w:eastAsia="fi-FI"/>
              </w:rPr>
              <w:t>DC_2A</w:t>
            </w:r>
            <w:r w:rsidRPr="00E062F1">
              <w:rPr>
                <w:rFonts w:cs="Arial"/>
                <w:noProof/>
                <w:szCs w:val="18"/>
                <w:lang w:eastAsia="zh-CN"/>
              </w:rPr>
              <w:t>-30A</w:t>
            </w:r>
            <w:r w:rsidRPr="00E062F1">
              <w:rPr>
                <w:lang w:eastAsia="fi-FI"/>
              </w:rPr>
              <w:t>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B436165" w14:textId="77777777" w:rsidR="00944F22" w:rsidRPr="00E062F1" w:rsidRDefault="00944F22" w:rsidP="006B3BD2">
            <w:pPr>
              <w:pStyle w:val="TAC"/>
              <w:rPr>
                <w:noProof/>
                <w:lang w:eastAsia="zh-CN"/>
              </w:rPr>
            </w:pPr>
            <w:r w:rsidRPr="00E062F1">
              <w:rPr>
                <w:noProof/>
                <w:lang w:eastAsia="zh-CN"/>
              </w:rPr>
              <w:t>DC_2A_n260A</w:t>
            </w:r>
          </w:p>
          <w:p w14:paraId="62FC5075" w14:textId="77777777" w:rsidR="00944F22" w:rsidRPr="00E062F1" w:rsidRDefault="00944F22" w:rsidP="006B3BD2">
            <w:pPr>
              <w:pStyle w:val="TAC"/>
              <w:rPr>
                <w:noProof/>
                <w:lang w:eastAsia="zh-CN"/>
              </w:rPr>
            </w:pPr>
            <w:r w:rsidRPr="00E062F1">
              <w:rPr>
                <w:noProof/>
                <w:lang w:eastAsia="zh-CN"/>
              </w:rPr>
              <w:t>DC_30A_n260A</w:t>
            </w:r>
          </w:p>
        </w:tc>
      </w:tr>
      <w:tr w:rsidR="00944F22" w:rsidRPr="00E062F1" w14:paraId="4D33F361"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8FC9312" w14:textId="77777777" w:rsidR="00944F22" w:rsidRPr="00E062F1" w:rsidRDefault="00944F22" w:rsidP="006B3BD2">
            <w:pPr>
              <w:pStyle w:val="TAC"/>
              <w:rPr>
                <w:noProof/>
                <w:lang w:eastAsia="zh-CN"/>
              </w:rPr>
            </w:pPr>
            <w:r w:rsidRPr="00E062F1">
              <w:rPr>
                <w:noProof/>
                <w:lang w:eastAsia="zh-CN"/>
              </w:rPr>
              <w:t>DC_2A-2A-30A_n260A</w:t>
            </w:r>
          </w:p>
          <w:p w14:paraId="7CA2E331" w14:textId="77777777" w:rsidR="00944F22" w:rsidRPr="00E062F1" w:rsidRDefault="00944F22" w:rsidP="006B3BD2">
            <w:pPr>
              <w:pStyle w:val="TAC"/>
            </w:pPr>
            <w:r w:rsidRPr="00E062F1">
              <w:t>DC_2A-2A-30A_n260G</w:t>
            </w:r>
          </w:p>
          <w:p w14:paraId="0FF2BDD9" w14:textId="77777777" w:rsidR="00944F22" w:rsidRPr="00E062F1" w:rsidRDefault="00944F22" w:rsidP="006B3BD2">
            <w:pPr>
              <w:pStyle w:val="TAC"/>
              <w:rPr>
                <w:lang w:eastAsia="fr-FR"/>
              </w:rPr>
            </w:pPr>
            <w:r w:rsidRPr="00E062F1">
              <w:t>DC_2A-2A-30A_n260H</w:t>
            </w:r>
          </w:p>
          <w:p w14:paraId="6E69E8CC" w14:textId="77777777" w:rsidR="00944F22" w:rsidRPr="00E062F1" w:rsidRDefault="00944F22" w:rsidP="006B3BD2">
            <w:pPr>
              <w:pStyle w:val="TAC"/>
              <w:rPr>
                <w:noProof/>
                <w:lang w:eastAsia="zh-CN"/>
              </w:rPr>
            </w:pPr>
            <w:r w:rsidRPr="00E062F1">
              <w:t>DC_2A-2A-30A_n260I</w:t>
            </w:r>
          </w:p>
          <w:p w14:paraId="7014D870" w14:textId="77777777" w:rsidR="00944F22" w:rsidRPr="00E062F1" w:rsidRDefault="00944F22" w:rsidP="006B3BD2">
            <w:pPr>
              <w:pStyle w:val="TAC"/>
              <w:rPr>
                <w:noProof/>
                <w:lang w:eastAsia="zh-CN"/>
              </w:rPr>
            </w:pPr>
            <w:r w:rsidRPr="00E062F1">
              <w:t>DC_2A-2A-30A_n260J</w:t>
            </w:r>
          </w:p>
          <w:p w14:paraId="6AC0241D" w14:textId="77777777" w:rsidR="00944F22" w:rsidRPr="00E062F1" w:rsidRDefault="00944F22" w:rsidP="006B3BD2">
            <w:pPr>
              <w:pStyle w:val="TAC"/>
              <w:rPr>
                <w:noProof/>
                <w:lang w:eastAsia="zh-CN"/>
              </w:rPr>
            </w:pPr>
            <w:r w:rsidRPr="00E062F1">
              <w:t>DC_2A-2A-30A_n260K</w:t>
            </w:r>
          </w:p>
          <w:p w14:paraId="68366E3C" w14:textId="77777777" w:rsidR="00944F22" w:rsidRPr="00E062F1" w:rsidRDefault="00944F22" w:rsidP="006B3BD2">
            <w:pPr>
              <w:pStyle w:val="TAC"/>
              <w:rPr>
                <w:noProof/>
                <w:lang w:eastAsia="zh-CN"/>
              </w:rPr>
            </w:pPr>
            <w:r w:rsidRPr="00E062F1">
              <w:t>DC_2A-2A-30A_n260L</w:t>
            </w:r>
          </w:p>
          <w:p w14:paraId="0B2FDDC0" w14:textId="77777777" w:rsidR="00944F22" w:rsidRPr="00E062F1" w:rsidRDefault="00944F22" w:rsidP="006B3BD2">
            <w:pPr>
              <w:pStyle w:val="TAC"/>
              <w:rPr>
                <w:noProof/>
                <w:lang w:eastAsia="zh-CN"/>
              </w:rPr>
            </w:pPr>
            <w:r w:rsidRPr="00E062F1">
              <w:t>DC_2A-2A-30A_n260M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65ABC15" w14:textId="77777777" w:rsidR="00944F22" w:rsidRPr="00E062F1" w:rsidRDefault="00944F22" w:rsidP="006B3BD2">
            <w:pPr>
              <w:pStyle w:val="TAC"/>
              <w:rPr>
                <w:noProof/>
                <w:lang w:eastAsia="zh-CN"/>
              </w:rPr>
            </w:pPr>
            <w:r w:rsidRPr="00E062F1">
              <w:rPr>
                <w:noProof/>
                <w:lang w:eastAsia="zh-CN"/>
              </w:rPr>
              <w:t>DC_2A_n260A</w:t>
            </w:r>
          </w:p>
          <w:p w14:paraId="21EE4759" w14:textId="77777777" w:rsidR="00944F22" w:rsidRPr="00E062F1" w:rsidRDefault="00944F22" w:rsidP="006B3BD2">
            <w:pPr>
              <w:pStyle w:val="TAC"/>
              <w:rPr>
                <w:noProof/>
                <w:lang w:eastAsia="zh-CN"/>
              </w:rPr>
            </w:pPr>
            <w:r w:rsidRPr="00E062F1">
              <w:rPr>
                <w:noProof/>
                <w:lang w:eastAsia="zh-CN"/>
              </w:rPr>
              <w:t>DC_30A_n260A</w:t>
            </w:r>
          </w:p>
        </w:tc>
      </w:tr>
      <w:tr w:rsidR="00944F22" w:rsidRPr="00E062F1" w14:paraId="7D4C9E77"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D0CA61B" w14:textId="77777777" w:rsidR="00944F22" w:rsidRPr="00E062F1" w:rsidRDefault="00944F22" w:rsidP="006B3BD2">
            <w:pPr>
              <w:pStyle w:val="TAC"/>
            </w:pPr>
            <w:r w:rsidRPr="00E062F1">
              <w:t>DC_2A-46A_n258A</w:t>
            </w:r>
          </w:p>
          <w:p w14:paraId="494D39CB" w14:textId="77777777" w:rsidR="00944F22" w:rsidRPr="00E062F1" w:rsidRDefault="00944F22" w:rsidP="006B3BD2">
            <w:pPr>
              <w:pStyle w:val="TAC"/>
              <w:rPr>
                <w:lang w:eastAsia="fr-FR"/>
              </w:rPr>
            </w:pPr>
            <w:r w:rsidRPr="00E062F1">
              <w:t>DC_2A-46C_n258A</w:t>
            </w:r>
          </w:p>
          <w:p w14:paraId="32AEEE5F" w14:textId="77777777" w:rsidR="00944F22" w:rsidRPr="00E062F1" w:rsidRDefault="00944F22" w:rsidP="006B3BD2">
            <w:pPr>
              <w:pStyle w:val="TAC"/>
              <w:rPr>
                <w:noProof/>
                <w:lang w:eastAsia="zh-CN"/>
              </w:rPr>
            </w:pPr>
            <w:r w:rsidRPr="00E062F1">
              <w:t>DC_2A-46D_n258A</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BFB933E" w14:textId="77777777" w:rsidR="00944F22" w:rsidRPr="00E062F1" w:rsidRDefault="00944F22" w:rsidP="006B3BD2">
            <w:pPr>
              <w:pStyle w:val="TAC"/>
              <w:rPr>
                <w:noProof/>
                <w:lang w:eastAsia="zh-CN"/>
              </w:rPr>
            </w:pPr>
            <w:r w:rsidRPr="00E062F1">
              <w:t>DC_2A_n258A</w:t>
            </w:r>
          </w:p>
        </w:tc>
      </w:tr>
      <w:tr w:rsidR="00944F22" w:rsidRPr="00E062F1" w14:paraId="15525119"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F683FA0" w14:textId="77777777" w:rsidR="00944F22" w:rsidRPr="00E062F1" w:rsidRDefault="00944F22" w:rsidP="006B3BD2">
            <w:pPr>
              <w:pStyle w:val="TAC"/>
            </w:pPr>
            <w:r w:rsidRPr="00E062F1">
              <w:t>DC_2A-46A_n258(2A)</w:t>
            </w:r>
          </w:p>
          <w:p w14:paraId="5D5DDBD4" w14:textId="77777777" w:rsidR="00944F22" w:rsidRPr="00E062F1" w:rsidRDefault="00944F22" w:rsidP="006B3BD2">
            <w:pPr>
              <w:pStyle w:val="TAC"/>
              <w:rPr>
                <w:lang w:eastAsia="fr-FR"/>
              </w:rPr>
            </w:pPr>
            <w:r w:rsidRPr="00E062F1">
              <w:t>DC_2A-46A_n258(3A)</w:t>
            </w:r>
          </w:p>
          <w:p w14:paraId="74C733D9" w14:textId="77777777" w:rsidR="00944F22" w:rsidRPr="00E062F1" w:rsidRDefault="00944F22" w:rsidP="006B3BD2">
            <w:pPr>
              <w:pStyle w:val="TAC"/>
            </w:pPr>
            <w:r w:rsidRPr="00E062F1">
              <w:t>DC_2A-46A_n258(4A)</w:t>
            </w:r>
          </w:p>
          <w:p w14:paraId="191CF1E3" w14:textId="77777777" w:rsidR="00944F22" w:rsidRPr="00E062F1" w:rsidRDefault="00944F22" w:rsidP="006B3BD2">
            <w:pPr>
              <w:pStyle w:val="TAC"/>
            </w:pPr>
            <w:r w:rsidRPr="00E062F1">
              <w:t>DC_2A-46A_n258(5A)</w:t>
            </w:r>
          </w:p>
          <w:p w14:paraId="0678543B" w14:textId="77777777" w:rsidR="00944F22" w:rsidRPr="00E062F1" w:rsidRDefault="00944F22" w:rsidP="006B3BD2">
            <w:pPr>
              <w:pStyle w:val="TAC"/>
            </w:pPr>
            <w:r w:rsidRPr="00E062F1">
              <w:t>DC_2A-46C_n258(2A)</w:t>
            </w:r>
          </w:p>
          <w:p w14:paraId="514408D7" w14:textId="77777777" w:rsidR="00944F22" w:rsidRPr="00E062F1" w:rsidRDefault="00944F22" w:rsidP="006B3BD2">
            <w:pPr>
              <w:pStyle w:val="TAC"/>
            </w:pPr>
            <w:r w:rsidRPr="00E062F1">
              <w:t>DC_2A-46C_n258(3A)</w:t>
            </w:r>
          </w:p>
          <w:p w14:paraId="3A13FCCB" w14:textId="77777777" w:rsidR="00944F22" w:rsidRPr="00E062F1" w:rsidRDefault="00944F22" w:rsidP="006B3BD2">
            <w:pPr>
              <w:pStyle w:val="TAC"/>
            </w:pPr>
            <w:r w:rsidRPr="00E062F1">
              <w:t>DC_2A-46C_n258(4A)</w:t>
            </w:r>
          </w:p>
          <w:p w14:paraId="2BD5C5AC" w14:textId="77777777" w:rsidR="00944F22" w:rsidRPr="00E062F1" w:rsidRDefault="00944F22" w:rsidP="006B3BD2">
            <w:pPr>
              <w:pStyle w:val="TAC"/>
            </w:pPr>
            <w:r w:rsidRPr="00E062F1">
              <w:t>DC_2A-46C_n258(5A)</w:t>
            </w:r>
          </w:p>
          <w:p w14:paraId="430D2DBA" w14:textId="77777777" w:rsidR="00944F22" w:rsidRPr="00E062F1" w:rsidRDefault="00944F22" w:rsidP="006B3BD2">
            <w:pPr>
              <w:pStyle w:val="TAC"/>
            </w:pPr>
            <w:r w:rsidRPr="00E062F1">
              <w:t>DC_2A-46D_n258(2A)</w:t>
            </w:r>
          </w:p>
          <w:p w14:paraId="6BA01508" w14:textId="77777777" w:rsidR="00944F22" w:rsidRPr="00E062F1" w:rsidRDefault="00944F22" w:rsidP="006B3BD2">
            <w:pPr>
              <w:pStyle w:val="TAC"/>
            </w:pPr>
            <w:r w:rsidRPr="00E062F1">
              <w:t>DC_2A-46D_n258(3A)</w:t>
            </w:r>
          </w:p>
          <w:p w14:paraId="7753B349" w14:textId="77777777" w:rsidR="00944F22" w:rsidRPr="00E062F1" w:rsidRDefault="00944F22" w:rsidP="006B3BD2">
            <w:pPr>
              <w:pStyle w:val="TAC"/>
            </w:pPr>
            <w:r w:rsidRPr="00E062F1">
              <w:t>DC_2A-46D_n258(4A)</w:t>
            </w:r>
          </w:p>
          <w:p w14:paraId="61120090" w14:textId="77777777" w:rsidR="00944F22" w:rsidRPr="00E062F1" w:rsidRDefault="00944F22" w:rsidP="006B3BD2">
            <w:pPr>
              <w:pStyle w:val="TAC"/>
              <w:rPr>
                <w:noProof/>
                <w:lang w:eastAsia="zh-CN"/>
              </w:rPr>
            </w:pPr>
            <w:r w:rsidRPr="00E062F1">
              <w:t>DC_2A-46D_n258(5A)</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AAC76B2" w14:textId="77777777" w:rsidR="00944F22" w:rsidRPr="00E062F1" w:rsidRDefault="00944F22" w:rsidP="006B3BD2">
            <w:pPr>
              <w:pStyle w:val="TAC"/>
              <w:rPr>
                <w:noProof/>
                <w:lang w:eastAsia="zh-CN"/>
              </w:rPr>
            </w:pPr>
            <w:r w:rsidRPr="00E062F1">
              <w:t>DC_2A_n258A</w:t>
            </w:r>
          </w:p>
        </w:tc>
      </w:tr>
      <w:tr w:rsidR="00944F22" w:rsidRPr="00E062F1" w14:paraId="12184A4E"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6A7CD3A" w14:textId="77777777" w:rsidR="00D01098" w:rsidRDefault="00944F22" w:rsidP="006B3BD2">
            <w:pPr>
              <w:pStyle w:val="TAC"/>
              <w:rPr>
                <w:rFonts w:cs="Arial"/>
                <w:lang w:eastAsia="ja-JP"/>
              </w:rPr>
            </w:pPr>
            <w:r w:rsidRPr="00E062F1">
              <w:rPr>
                <w:rFonts w:cs="Arial"/>
                <w:lang w:eastAsia="ja-JP"/>
              </w:rPr>
              <w:lastRenderedPageBreak/>
              <w:t>DC_2A-46A_n260A</w:t>
            </w:r>
          </w:p>
          <w:p w14:paraId="11FDFC09" w14:textId="401ABA41" w:rsidR="00944F22" w:rsidRPr="00E062F1" w:rsidRDefault="00944F22" w:rsidP="006B3BD2">
            <w:pPr>
              <w:pStyle w:val="TAC"/>
              <w:rPr>
                <w:rFonts w:eastAsia="MS Mincho" w:cs="Arial"/>
                <w:lang w:eastAsia="ja-JP"/>
              </w:rPr>
            </w:pPr>
            <w:r w:rsidRPr="00E062F1">
              <w:rPr>
                <w:rFonts w:cs="Arial"/>
                <w:lang w:eastAsia="ja-JP"/>
              </w:rPr>
              <w:t>DC_2A-46C_n260A</w:t>
            </w:r>
          </w:p>
          <w:p w14:paraId="57BA917A" w14:textId="5C682E19" w:rsidR="00944F22" w:rsidRPr="00E062F1" w:rsidRDefault="00944F22" w:rsidP="006B3BD2">
            <w:pPr>
              <w:pStyle w:val="TAC"/>
              <w:rPr>
                <w:rFonts w:cs="Arial"/>
                <w:lang w:eastAsia="ja-JP"/>
              </w:rPr>
            </w:pPr>
            <w:r w:rsidRPr="00E062F1">
              <w:rPr>
                <w:rFonts w:cs="Arial"/>
                <w:lang w:eastAsia="ja-JP"/>
              </w:rPr>
              <w:t>DC_2A-46D_n260A</w:t>
            </w:r>
          </w:p>
          <w:p w14:paraId="2B6BD59B" w14:textId="23BD50CC" w:rsidR="00944F22" w:rsidRPr="00E062F1" w:rsidRDefault="00944F22" w:rsidP="006B3BD2">
            <w:pPr>
              <w:pStyle w:val="TAC"/>
              <w:rPr>
                <w:rFonts w:cs="Arial"/>
                <w:lang w:eastAsia="ja-JP"/>
              </w:rPr>
            </w:pPr>
            <w:r w:rsidRPr="00E062F1">
              <w:rPr>
                <w:rFonts w:cs="Arial"/>
                <w:lang w:eastAsia="ja-JP"/>
              </w:rPr>
              <w:t>DC_2A-46E_n260A</w:t>
            </w:r>
          </w:p>
          <w:p w14:paraId="08AF5F80" w14:textId="77777777" w:rsidR="00D01098" w:rsidRDefault="00944F22" w:rsidP="006B3BD2">
            <w:pPr>
              <w:pStyle w:val="TAC"/>
              <w:rPr>
                <w:rFonts w:cs="Arial"/>
                <w:lang w:eastAsia="ja-JP"/>
              </w:rPr>
            </w:pPr>
            <w:r w:rsidRPr="00E062F1">
              <w:rPr>
                <w:rFonts w:cs="Arial"/>
                <w:lang w:eastAsia="ja-JP"/>
              </w:rPr>
              <w:t>DC_2A-46A_n260G</w:t>
            </w:r>
          </w:p>
          <w:p w14:paraId="392C8C5C" w14:textId="30D1622D" w:rsidR="00D01098" w:rsidRDefault="00944F22" w:rsidP="006B3BD2">
            <w:pPr>
              <w:pStyle w:val="TAC"/>
              <w:rPr>
                <w:rFonts w:cs="Arial"/>
                <w:lang w:eastAsia="ja-JP"/>
              </w:rPr>
            </w:pPr>
            <w:r w:rsidRPr="00E062F1">
              <w:rPr>
                <w:rFonts w:cs="Arial"/>
                <w:lang w:eastAsia="ja-JP"/>
              </w:rPr>
              <w:t>DC_2A-46C_n260G</w:t>
            </w:r>
          </w:p>
          <w:p w14:paraId="4BC4FC6F" w14:textId="6BB0176F" w:rsidR="00D01098" w:rsidRDefault="00944F22" w:rsidP="006B3BD2">
            <w:pPr>
              <w:pStyle w:val="TAC"/>
              <w:rPr>
                <w:rFonts w:cs="Arial"/>
                <w:lang w:eastAsia="ja-JP"/>
              </w:rPr>
            </w:pPr>
            <w:r w:rsidRPr="00E062F1">
              <w:rPr>
                <w:rFonts w:cs="Arial"/>
                <w:lang w:eastAsia="ja-JP"/>
              </w:rPr>
              <w:t>DC_2A-46D_n260G</w:t>
            </w:r>
          </w:p>
          <w:p w14:paraId="78C61327" w14:textId="5D7FFB47" w:rsidR="00D01098" w:rsidRDefault="00944F22" w:rsidP="006B3BD2">
            <w:pPr>
              <w:pStyle w:val="TAC"/>
              <w:rPr>
                <w:rFonts w:cs="Arial"/>
                <w:lang w:eastAsia="ja-JP"/>
              </w:rPr>
            </w:pPr>
            <w:r w:rsidRPr="00E062F1">
              <w:rPr>
                <w:rFonts w:cs="Arial"/>
                <w:lang w:eastAsia="ja-JP"/>
              </w:rPr>
              <w:t>DC_2A-46E_n260G</w:t>
            </w:r>
          </w:p>
          <w:p w14:paraId="2AB43010" w14:textId="11D7B9AC" w:rsidR="00D01098" w:rsidRDefault="00944F22" w:rsidP="006B3BD2">
            <w:pPr>
              <w:pStyle w:val="TAC"/>
              <w:rPr>
                <w:rFonts w:cs="Arial"/>
                <w:lang w:eastAsia="ja-JP"/>
              </w:rPr>
            </w:pPr>
            <w:r w:rsidRPr="00E062F1">
              <w:rPr>
                <w:rFonts w:cs="Arial"/>
                <w:lang w:eastAsia="ja-JP"/>
              </w:rPr>
              <w:t>DC_2A-46A_n260H</w:t>
            </w:r>
          </w:p>
          <w:p w14:paraId="0F813B0E" w14:textId="1BFABE06" w:rsidR="00D01098" w:rsidRDefault="00944F22" w:rsidP="006B3BD2">
            <w:pPr>
              <w:pStyle w:val="TAC"/>
              <w:rPr>
                <w:rFonts w:cs="Arial"/>
                <w:lang w:eastAsia="ja-JP"/>
              </w:rPr>
            </w:pPr>
            <w:r w:rsidRPr="00E062F1">
              <w:rPr>
                <w:rFonts w:cs="Arial"/>
                <w:lang w:eastAsia="ja-JP"/>
              </w:rPr>
              <w:t>DC_2A-46C_n260H</w:t>
            </w:r>
          </w:p>
          <w:p w14:paraId="2C027148" w14:textId="7D58AB0B" w:rsidR="00D01098" w:rsidRDefault="00944F22" w:rsidP="006B3BD2">
            <w:pPr>
              <w:pStyle w:val="TAC"/>
              <w:rPr>
                <w:rFonts w:cs="Arial"/>
                <w:lang w:eastAsia="ja-JP"/>
              </w:rPr>
            </w:pPr>
            <w:r w:rsidRPr="00E062F1">
              <w:rPr>
                <w:rFonts w:cs="Arial"/>
                <w:lang w:eastAsia="ja-JP"/>
              </w:rPr>
              <w:t>DC_2A-46D_n260H</w:t>
            </w:r>
          </w:p>
          <w:p w14:paraId="17754B2D" w14:textId="4DA6AE0C" w:rsidR="00D01098" w:rsidRDefault="00944F22" w:rsidP="006B3BD2">
            <w:pPr>
              <w:pStyle w:val="TAC"/>
              <w:rPr>
                <w:rFonts w:cs="Arial"/>
                <w:lang w:eastAsia="ja-JP"/>
              </w:rPr>
            </w:pPr>
            <w:r w:rsidRPr="00E062F1">
              <w:rPr>
                <w:rFonts w:cs="Arial"/>
                <w:lang w:eastAsia="ja-JP"/>
              </w:rPr>
              <w:t>DC_2A-46E_n260H</w:t>
            </w:r>
          </w:p>
          <w:p w14:paraId="305D8327" w14:textId="0E6FCF50" w:rsidR="00D01098" w:rsidRDefault="00944F22" w:rsidP="006B3BD2">
            <w:pPr>
              <w:pStyle w:val="TAC"/>
              <w:rPr>
                <w:rFonts w:cs="Arial"/>
                <w:lang w:eastAsia="ja-JP"/>
              </w:rPr>
            </w:pPr>
            <w:r w:rsidRPr="00E062F1">
              <w:rPr>
                <w:rFonts w:cs="Arial"/>
                <w:lang w:eastAsia="ja-JP"/>
              </w:rPr>
              <w:t>DC_2A-46A_n260I</w:t>
            </w:r>
          </w:p>
          <w:p w14:paraId="24EAF7D5" w14:textId="7270F871" w:rsidR="00D01098" w:rsidRDefault="00944F22" w:rsidP="006B3BD2">
            <w:pPr>
              <w:pStyle w:val="TAC"/>
              <w:rPr>
                <w:rFonts w:cs="Arial"/>
                <w:lang w:eastAsia="ja-JP"/>
              </w:rPr>
            </w:pPr>
            <w:r w:rsidRPr="00E062F1">
              <w:rPr>
                <w:rFonts w:cs="Arial"/>
                <w:lang w:eastAsia="ja-JP"/>
              </w:rPr>
              <w:t>DC_2A-46C_n260I</w:t>
            </w:r>
          </w:p>
          <w:p w14:paraId="10C6E838" w14:textId="72F7F2B8" w:rsidR="00D01098" w:rsidRDefault="00944F22" w:rsidP="006B3BD2">
            <w:pPr>
              <w:pStyle w:val="TAC"/>
              <w:rPr>
                <w:rFonts w:cs="Arial"/>
                <w:lang w:eastAsia="ja-JP"/>
              </w:rPr>
            </w:pPr>
            <w:r w:rsidRPr="00E062F1">
              <w:rPr>
                <w:rFonts w:cs="Arial"/>
                <w:lang w:eastAsia="ja-JP"/>
              </w:rPr>
              <w:t>DC_2A-46D_n260I</w:t>
            </w:r>
          </w:p>
          <w:p w14:paraId="238F52AD" w14:textId="2D277DCC" w:rsidR="00D01098" w:rsidRDefault="00944F22" w:rsidP="006B3BD2">
            <w:pPr>
              <w:pStyle w:val="TAC"/>
              <w:rPr>
                <w:rFonts w:cs="Arial"/>
                <w:lang w:eastAsia="ja-JP"/>
              </w:rPr>
            </w:pPr>
            <w:r w:rsidRPr="00E062F1">
              <w:rPr>
                <w:rFonts w:cs="Arial"/>
                <w:lang w:eastAsia="ja-JP"/>
              </w:rPr>
              <w:t>DC_2A-46E_n260I</w:t>
            </w:r>
          </w:p>
          <w:p w14:paraId="0BDC218C" w14:textId="5F11C5D0" w:rsidR="00D01098" w:rsidRDefault="00944F22" w:rsidP="006B3BD2">
            <w:pPr>
              <w:pStyle w:val="TAC"/>
              <w:rPr>
                <w:rFonts w:cs="Arial"/>
                <w:lang w:eastAsia="ja-JP"/>
              </w:rPr>
            </w:pPr>
            <w:r w:rsidRPr="00E062F1">
              <w:rPr>
                <w:rFonts w:cs="Arial"/>
                <w:lang w:eastAsia="ja-JP"/>
              </w:rPr>
              <w:t>DC_2A-46A_n260J</w:t>
            </w:r>
          </w:p>
          <w:p w14:paraId="230970C8" w14:textId="47DE9A13" w:rsidR="00D01098" w:rsidRDefault="00944F22" w:rsidP="006B3BD2">
            <w:pPr>
              <w:pStyle w:val="TAC"/>
              <w:rPr>
                <w:rFonts w:cs="Arial"/>
                <w:lang w:eastAsia="ja-JP"/>
              </w:rPr>
            </w:pPr>
            <w:r w:rsidRPr="00E062F1">
              <w:rPr>
                <w:rFonts w:cs="Arial"/>
                <w:lang w:eastAsia="ja-JP"/>
              </w:rPr>
              <w:t>DC_2A-46C_n260J</w:t>
            </w:r>
          </w:p>
          <w:p w14:paraId="1F52DF4B" w14:textId="41C998C1" w:rsidR="00D01098" w:rsidRDefault="00944F22" w:rsidP="006B3BD2">
            <w:pPr>
              <w:pStyle w:val="TAC"/>
              <w:rPr>
                <w:rFonts w:cs="Arial"/>
                <w:lang w:eastAsia="ja-JP"/>
              </w:rPr>
            </w:pPr>
            <w:r w:rsidRPr="00E062F1">
              <w:rPr>
                <w:rFonts w:cs="Arial"/>
                <w:lang w:eastAsia="ja-JP"/>
              </w:rPr>
              <w:t>DC_2A-46D_n260J</w:t>
            </w:r>
          </w:p>
          <w:p w14:paraId="57DAC9AF" w14:textId="6DF5F363" w:rsidR="00D01098" w:rsidRDefault="00944F22" w:rsidP="006B3BD2">
            <w:pPr>
              <w:pStyle w:val="TAC"/>
              <w:rPr>
                <w:rFonts w:cs="Arial"/>
                <w:lang w:eastAsia="ja-JP"/>
              </w:rPr>
            </w:pPr>
            <w:r w:rsidRPr="00E062F1">
              <w:rPr>
                <w:rFonts w:cs="Arial"/>
                <w:lang w:eastAsia="ja-JP"/>
              </w:rPr>
              <w:t>DC_2A-46E_n260J</w:t>
            </w:r>
          </w:p>
          <w:p w14:paraId="7327C6F3" w14:textId="0F86FD8D" w:rsidR="00D01098" w:rsidRDefault="00944F22" w:rsidP="006B3BD2">
            <w:pPr>
              <w:pStyle w:val="TAC"/>
              <w:rPr>
                <w:rFonts w:cs="Arial"/>
                <w:lang w:eastAsia="ja-JP"/>
              </w:rPr>
            </w:pPr>
            <w:r w:rsidRPr="00E062F1">
              <w:rPr>
                <w:rFonts w:cs="Arial"/>
                <w:lang w:eastAsia="ja-JP"/>
              </w:rPr>
              <w:t>DC_2A-46A_n260K</w:t>
            </w:r>
          </w:p>
          <w:p w14:paraId="1852463D" w14:textId="48B9C2F1" w:rsidR="00D01098" w:rsidRDefault="00944F22" w:rsidP="006B3BD2">
            <w:pPr>
              <w:pStyle w:val="TAC"/>
              <w:rPr>
                <w:rFonts w:cs="Arial"/>
                <w:lang w:eastAsia="ja-JP"/>
              </w:rPr>
            </w:pPr>
            <w:r w:rsidRPr="00E062F1">
              <w:rPr>
                <w:rFonts w:cs="Arial"/>
                <w:lang w:eastAsia="ja-JP"/>
              </w:rPr>
              <w:t>DC_2A-46C_n260K</w:t>
            </w:r>
          </w:p>
          <w:p w14:paraId="73243613" w14:textId="197884A6" w:rsidR="00D01098" w:rsidRDefault="00944F22" w:rsidP="006B3BD2">
            <w:pPr>
              <w:pStyle w:val="TAC"/>
              <w:rPr>
                <w:rFonts w:cs="Arial"/>
                <w:lang w:eastAsia="ja-JP"/>
              </w:rPr>
            </w:pPr>
            <w:r w:rsidRPr="00E062F1">
              <w:rPr>
                <w:rFonts w:cs="Arial"/>
                <w:lang w:eastAsia="ja-JP"/>
              </w:rPr>
              <w:t>DC_2A-46D_n260K</w:t>
            </w:r>
          </w:p>
          <w:p w14:paraId="0E6D14DA" w14:textId="3F8599C3" w:rsidR="00D01098" w:rsidRDefault="00944F22" w:rsidP="006B3BD2">
            <w:pPr>
              <w:pStyle w:val="TAC"/>
              <w:rPr>
                <w:rFonts w:cs="Arial"/>
                <w:lang w:eastAsia="ja-JP"/>
              </w:rPr>
            </w:pPr>
            <w:r w:rsidRPr="00E062F1">
              <w:rPr>
                <w:rFonts w:cs="Arial"/>
                <w:lang w:eastAsia="ja-JP"/>
              </w:rPr>
              <w:t>DC_2A-46E_n260K</w:t>
            </w:r>
          </w:p>
          <w:p w14:paraId="48E16E24" w14:textId="0368B64B" w:rsidR="00D01098" w:rsidRDefault="00944F22" w:rsidP="006B3BD2">
            <w:pPr>
              <w:pStyle w:val="TAC"/>
              <w:rPr>
                <w:rFonts w:cs="Arial"/>
                <w:lang w:eastAsia="ja-JP"/>
              </w:rPr>
            </w:pPr>
            <w:r w:rsidRPr="00E062F1">
              <w:rPr>
                <w:rFonts w:cs="Arial"/>
                <w:lang w:eastAsia="ja-JP"/>
              </w:rPr>
              <w:t>DC_2A-46A_n260L</w:t>
            </w:r>
          </w:p>
          <w:p w14:paraId="272BC252" w14:textId="632616AA" w:rsidR="00D01098" w:rsidRDefault="00944F22" w:rsidP="006B3BD2">
            <w:pPr>
              <w:pStyle w:val="TAC"/>
              <w:rPr>
                <w:rFonts w:cs="Arial"/>
                <w:lang w:eastAsia="ja-JP"/>
              </w:rPr>
            </w:pPr>
            <w:r w:rsidRPr="00E062F1">
              <w:rPr>
                <w:rFonts w:cs="Arial"/>
                <w:lang w:eastAsia="ja-JP"/>
              </w:rPr>
              <w:t>DC_2A-46C_n260L</w:t>
            </w:r>
          </w:p>
          <w:p w14:paraId="4E0FA9E8" w14:textId="4740532C" w:rsidR="00D01098" w:rsidRDefault="00944F22" w:rsidP="006B3BD2">
            <w:pPr>
              <w:pStyle w:val="TAC"/>
              <w:rPr>
                <w:rFonts w:cs="Arial"/>
                <w:lang w:eastAsia="ja-JP"/>
              </w:rPr>
            </w:pPr>
            <w:r w:rsidRPr="00E062F1">
              <w:rPr>
                <w:rFonts w:cs="Arial"/>
                <w:lang w:eastAsia="ja-JP"/>
              </w:rPr>
              <w:t>DC_2A-46D_n260L</w:t>
            </w:r>
          </w:p>
          <w:p w14:paraId="18B9F128" w14:textId="09C3898B" w:rsidR="00D01098" w:rsidRDefault="00944F22" w:rsidP="006B3BD2">
            <w:pPr>
              <w:pStyle w:val="TAC"/>
              <w:rPr>
                <w:rFonts w:cs="Arial"/>
                <w:lang w:eastAsia="ja-JP"/>
              </w:rPr>
            </w:pPr>
            <w:r w:rsidRPr="00E062F1">
              <w:rPr>
                <w:rFonts w:cs="Arial"/>
                <w:lang w:eastAsia="ja-JP"/>
              </w:rPr>
              <w:t>DC_2A-46E_n260L</w:t>
            </w:r>
          </w:p>
          <w:p w14:paraId="62EE5E71" w14:textId="2C8BEFD9" w:rsidR="00944F22" w:rsidRPr="00E062F1" w:rsidRDefault="00944F22" w:rsidP="006B3BD2">
            <w:pPr>
              <w:pStyle w:val="TAC"/>
              <w:rPr>
                <w:rFonts w:cs="Arial"/>
                <w:lang w:eastAsia="ja-JP"/>
              </w:rPr>
            </w:pPr>
            <w:r w:rsidRPr="00E062F1">
              <w:rPr>
                <w:rFonts w:cs="Arial"/>
                <w:lang w:eastAsia="ja-JP"/>
              </w:rPr>
              <w:t>DC_2A-46A_n260M</w:t>
            </w:r>
          </w:p>
          <w:p w14:paraId="6DAA0BA9" w14:textId="0F7D265C" w:rsidR="00944F22" w:rsidRPr="00E062F1" w:rsidRDefault="00944F22" w:rsidP="006B3BD2">
            <w:pPr>
              <w:pStyle w:val="TAC"/>
              <w:rPr>
                <w:rFonts w:cs="Arial"/>
                <w:lang w:eastAsia="ja-JP"/>
              </w:rPr>
            </w:pPr>
            <w:r w:rsidRPr="00E062F1">
              <w:rPr>
                <w:rFonts w:cs="Arial"/>
                <w:lang w:eastAsia="ja-JP"/>
              </w:rPr>
              <w:t>DC_2A-46C_n260M</w:t>
            </w:r>
          </w:p>
          <w:p w14:paraId="2F8E40D7" w14:textId="4F3558AF" w:rsidR="00944F22" w:rsidRPr="00E062F1" w:rsidRDefault="00944F22" w:rsidP="006B3BD2">
            <w:pPr>
              <w:pStyle w:val="TAC"/>
              <w:rPr>
                <w:rFonts w:cs="Arial"/>
                <w:lang w:eastAsia="ja-JP"/>
              </w:rPr>
            </w:pPr>
            <w:r w:rsidRPr="00E062F1">
              <w:rPr>
                <w:rFonts w:cs="Arial"/>
                <w:lang w:eastAsia="ja-JP"/>
              </w:rPr>
              <w:t>DC_2A-46D_n260M</w:t>
            </w:r>
          </w:p>
          <w:p w14:paraId="7F5A480D" w14:textId="77777777" w:rsidR="00944F22" w:rsidRPr="00E062F1" w:rsidRDefault="00944F22" w:rsidP="006B3BD2">
            <w:pPr>
              <w:pStyle w:val="TAC"/>
              <w:rPr>
                <w:lang w:eastAsia="fr-FR"/>
              </w:rPr>
            </w:pPr>
            <w:r w:rsidRPr="00E062F1">
              <w:rPr>
                <w:rFonts w:cs="Arial"/>
                <w:lang w:eastAsia="ja-JP"/>
              </w:rPr>
              <w:t>DC_2A-46E_n260M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AEE2D40" w14:textId="77777777" w:rsidR="008F0605" w:rsidRDefault="00944F22" w:rsidP="006B3BD2">
            <w:pPr>
              <w:pStyle w:val="TAC"/>
              <w:rPr>
                <w:rFonts w:cs="Arial"/>
                <w:lang w:eastAsia="ja-JP"/>
              </w:rPr>
            </w:pPr>
            <w:r w:rsidRPr="00E062F1">
              <w:rPr>
                <w:rFonts w:cs="Arial"/>
                <w:lang w:eastAsia="ja-JP"/>
              </w:rPr>
              <w:t>DC_2A_n260A</w:t>
            </w:r>
          </w:p>
          <w:p w14:paraId="458B13A8" w14:textId="1349FFB6" w:rsidR="00944F22" w:rsidRPr="00E062F1" w:rsidRDefault="00944F22" w:rsidP="006B3BD2">
            <w:pPr>
              <w:pStyle w:val="TAC"/>
              <w:rPr>
                <w:rFonts w:cs="Arial"/>
                <w:lang w:eastAsia="ja-JP"/>
              </w:rPr>
            </w:pPr>
            <w:r w:rsidRPr="00E062F1">
              <w:rPr>
                <w:rFonts w:cs="Arial"/>
                <w:lang w:eastAsia="ja-JP"/>
              </w:rPr>
              <w:t>DC_2A_n260G</w:t>
            </w:r>
          </w:p>
          <w:p w14:paraId="3BC0CFE5" w14:textId="77777777" w:rsidR="008F0605" w:rsidRDefault="00944F22" w:rsidP="006B3BD2">
            <w:pPr>
              <w:pStyle w:val="TAC"/>
              <w:rPr>
                <w:rFonts w:cs="Arial"/>
                <w:lang w:eastAsia="ja-JP"/>
              </w:rPr>
            </w:pPr>
            <w:r w:rsidRPr="00E062F1">
              <w:rPr>
                <w:rFonts w:cs="Arial"/>
                <w:lang w:eastAsia="ja-JP"/>
              </w:rPr>
              <w:t>DC_2A_n260H</w:t>
            </w:r>
          </w:p>
          <w:p w14:paraId="0D51C809" w14:textId="18E39DB8" w:rsidR="008F0605" w:rsidRDefault="00944F22" w:rsidP="006B3BD2">
            <w:pPr>
              <w:pStyle w:val="TAC"/>
              <w:rPr>
                <w:rFonts w:cs="Arial"/>
                <w:lang w:eastAsia="ja-JP"/>
              </w:rPr>
            </w:pPr>
            <w:r w:rsidRPr="00E062F1">
              <w:rPr>
                <w:rFonts w:cs="Arial"/>
                <w:lang w:eastAsia="ja-JP"/>
              </w:rPr>
              <w:t>DC_2A_n260I</w:t>
            </w:r>
          </w:p>
          <w:p w14:paraId="4EE7869C" w14:textId="6F2662F3" w:rsidR="008F0605" w:rsidRDefault="00944F22" w:rsidP="006B3BD2">
            <w:pPr>
              <w:pStyle w:val="TAC"/>
              <w:rPr>
                <w:rFonts w:cs="Arial"/>
                <w:lang w:eastAsia="ja-JP"/>
              </w:rPr>
            </w:pPr>
            <w:r w:rsidRPr="00E062F1">
              <w:rPr>
                <w:rFonts w:cs="Arial"/>
                <w:lang w:eastAsia="ja-JP"/>
              </w:rPr>
              <w:t>DC_2A_n260J</w:t>
            </w:r>
          </w:p>
          <w:p w14:paraId="435E2D82" w14:textId="2EAEEC94" w:rsidR="008F0605" w:rsidRDefault="00944F22" w:rsidP="006B3BD2">
            <w:pPr>
              <w:pStyle w:val="TAC"/>
              <w:rPr>
                <w:rFonts w:cs="Arial"/>
                <w:lang w:eastAsia="ja-JP"/>
              </w:rPr>
            </w:pPr>
            <w:r w:rsidRPr="00E062F1">
              <w:rPr>
                <w:rFonts w:cs="Arial"/>
                <w:lang w:eastAsia="ja-JP"/>
              </w:rPr>
              <w:t>DC_2A_n260K</w:t>
            </w:r>
          </w:p>
          <w:p w14:paraId="07A03616" w14:textId="07B6BD9D" w:rsidR="008F0605" w:rsidRDefault="00944F22" w:rsidP="006B3BD2">
            <w:pPr>
              <w:pStyle w:val="TAC"/>
              <w:rPr>
                <w:rFonts w:cs="Arial"/>
                <w:lang w:eastAsia="ja-JP"/>
              </w:rPr>
            </w:pPr>
            <w:r w:rsidRPr="00E062F1">
              <w:rPr>
                <w:rFonts w:cs="Arial"/>
                <w:lang w:eastAsia="ja-JP"/>
              </w:rPr>
              <w:t>DC_2A_n260L</w:t>
            </w:r>
          </w:p>
          <w:p w14:paraId="037DF478" w14:textId="0894ED55" w:rsidR="00944F22" w:rsidRPr="00E062F1" w:rsidRDefault="00944F22" w:rsidP="006B3BD2">
            <w:pPr>
              <w:pStyle w:val="TAC"/>
              <w:rPr>
                <w:lang w:eastAsia="fr-FR"/>
              </w:rPr>
            </w:pPr>
            <w:r w:rsidRPr="00E062F1">
              <w:rPr>
                <w:rFonts w:cs="Arial"/>
                <w:lang w:eastAsia="ja-JP"/>
              </w:rPr>
              <w:t>DC_2A_n260M</w:t>
            </w:r>
          </w:p>
        </w:tc>
      </w:tr>
      <w:tr w:rsidR="00944F22" w:rsidRPr="00E062F1" w14:paraId="6FC368F7"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18011FC" w14:textId="77777777" w:rsidR="00D01098" w:rsidRDefault="00944F22" w:rsidP="006B3BD2">
            <w:pPr>
              <w:pStyle w:val="TAC"/>
              <w:rPr>
                <w:rFonts w:cs="Arial"/>
                <w:lang w:eastAsia="ja-JP"/>
              </w:rPr>
            </w:pPr>
            <w:r w:rsidRPr="00E062F1">
              <w:rPr>
                <w:rFonts w:cs="Arial"/>
                <w:lang w:eastAsia="ja-JP"/>
              </w:rPr>
              <w:t>DC_2A-2A-46A_n260A</w:t>
            </w:r>
          </w:p>
          <w:p w14:paraId="48E75A58" w14:textId="012E4559" w:rsidR="00944F22" w:rsidRPr="00E062F1" w:rsidRDefault="00944F22" w:rsidP="006B3BD2">
            <w:pPr>
              <w:pStyle w:val="TAC"/>
              <w:rPr>
                <w:rFonts w:cs="Arial"/>
                <w:lang w:eastAsia="ja-JP"/>
              </w:rPr>
            </w:pPr>
            <w:r w:rsidRPr="00E062F1">
              <w:rPr>
                <w:rFonts w:cs="Arial"/>
                <w:lang w:eastAsia="ja-JP"/>
              </w:rPr>
              <w:t>DC_2A-2A-46C_n260A</w:t>
            </w:r>
          </w:p>
          <w:p w14:paraId="6E81AACC" w14:textId="67270766" w:rsidR="00944F22" w:rsidRPr="00E062F1" w:rsidRDefault="00944F22" w:rsidP="006B3BD2">
            <w:pPr>
              <w:pStyle w:val="TAC"/>
              <w:rPr>
                <w:rFonts w:cs="Arial"/>
                <w:lang w:eastAsia="ja-JP"/>
              </w:rPr>
            </w:pPr>
            <w:r w:rsidRPr="00E062F1">
              <w:rPr>
                <w:rFonts w:cs="Arial"/>
                <w:lang w:eastAsia="ja-JP"/>
              </w:rPr>
              <w:t>DC_2A-2A-46D_n260A</w:t>
            </w:r>
          </w:p>
          <w:p w14:paraId="7F824339" w14:textId="5F53CA5E" w:rsidR="00944F22" w:rsidRPr="00E062F1" w:rsidRDefault="00944F22" w:rsidP="006B3BD2">
            <w:pPr>
              <w:pStyle w:val="TAC"/>
              <w:rPr>
                <w:rFonts w:cs="Arial"/>
                <w:lang w:eastAsia="ja-JP"/>
              </w:rPr>
            </w:pPr>
            <w:r w:rsidRPr="00E062F1">
              <w:rPr>
                <w:rFonts w:cs="Arial"/>
                <w:lang w:eastAsia="ja-JP"/>
              </w:rPr>
              <w:t>DC_2A-2A-46E_n260A</w:t>
            </w:r>
          </w:p>
          <w:p w14:paraId="64FA7AF7" w14:textId="77777777" w:rsidR="00D01098" w:rsidRDefault="00944F22" w:rsidP="006B3BD2">
            <w:pPr>
              <w:pStyle w:val="TAC"/>
              <w:rPr>
                <w:rFonts w:cs="Arial"/>
                <w:lang w:eastAsia="ja-JP"/>
              </w:rPr>
            </w:pPr>
            <w:r w:rsidRPr="00E062F1">
              <w:rPr>
                <w:rFonts w:cs="Arial"/>
                <w:lang w:eastAsia="ja-JP"/>
              </w:rPr>
              <w:t>DC_2A-2A-46A_n260G</w:t>
            </w:r>
          </w:p>
          <w:p w14:paraId="1CDF718F" w14:textId="2C87562F" w:rsidR="00D01098" w:rsidRDefault="00944F22" w:rsidP="006B3BD2">
            <w:pPr>
              <w:pStyle w:val="TAC"/>
              <w:rPr>
                <w:rFonts w:cs="Arial"/>
                <w:lang w:eastAsia="ja-JP"/>
              </w:rPr>
            </w:pPr>
            <w:r w:rsidRPr="00E062F1">
              <w:rPr>
                <w:rFonts w:cs="Arial"/>
                <w:lang w:eastAsia="ja-JP"/>
              </w:rPr>
              <w:t>DC_2A-2A-46C_n260G</w:t>
            </w:r>
          </w:p>
          <w:p w14:paraId="60350192" w14:textId="5F022157" w:rsidR="00D01098" w:rsidRDefault="00944F22" w:rsidP="006B3BD2">
            <w:pPr>
              <w:pStyle w:val="TAC"/>
              <w:rPr>
                <w:rFonts w:cs="Arial"/>
                <w:lang w:eastAsia="ja-JP"/>
              </w:rPr>
            </w:pPr>
            <w:r w:rsidRPr="00E062F1">
              <w:rPr>
                <w:rFonts w:cs="Arial"/>
                <w:lang w:eastAsia="ja-JP"/>
              </w:rPr>
              <w:t>DC_2A-2A-46D_n260G</w:t>
            </w:r>
          </w:p>
          <w:p w14:paraId="6EF42D2E" w14:textId="6FC5DF65" w:rsidR="00D01098" w:rsidRDefault="00944F22" w:rsidP="006B3BD2">
            <w:pPr>
              <w:pStyle w:val="TAC"/>
              <w:rPr>
                <w:rFonts w:cs="Arial"/>
                <w:lang w:eastAsia="ja-JP"/>
              </w:rPr>
            </w:pPr>
            <w:r w:rsidRPr="00E062F1">
              <w:rPr>
                <w:rFonts w:cs="Arial"/>
                <w:lang w:eastAsia="ja-JP"/>
              </w:rPr>
              <w:t>DC_2A-2A-46E_n260G</w:t>
            </w:r>
          </w:p>
          <w:p w14:paraId="18814F73" w14:textId="151808E6" w:rsidR="00D01098" w:rsidRDefault="00944F22" w:rsidP="006B3BD2">
            <w:pPr>
              <w:pStyle w:val="TAC"/>
              <w:rPr>
                <w:rFonts w:cs="Arial"/>
                <w:lang w:eastAsia="ja-JP"/>
              </w:rPr>
            </w:pPr>
            <w:r w:rsidRPr="00E062F1">
              <w:rPr>
                <w:rFonts w:cs="Arial"/>
                <w:lang w:eastAsia="ja-JP"/>
              </w:rPr>
              <w:t>DC_2A-2A-46A_n260H</w:t>
            </w:r>
          </w:p>
          <w:p w14:paraId="39111672" w14:textId="561A25E9" w:rsidR="00D01098" w:rsidRDefault="00944F22" w:rsidP="006B3BD2">
            <w:pPr>
              <w:pStyle w:val="TAC"/>
              <w:rPr>
                <w:rFonts w:cs="Arial"/>
                <w:lang w:eastAsia="ja-JP"/>
              </w:rPr>
            </w:pPr>
            <w:r w:rsidRPr="00E062F1">
              <w:rPr>
                <w:rFonts w:cs="Arial"/>
                <w:lang w:eastAsia="ja-JP"/>
              </w:rPr>
              <w:t>DC_2A-2A-46C_n260H</w:t>
            </w:r>
          </w:p>
          <w:p w14:paraId="504EB284" w14:textId="442D4AFD" w:rsidR="00D01098" w:rsidRDefault="00944F22" w:rsidP="006B3BD2">
            <w:pPr>
              <w:pStyle w:val="TAC"/>
              <w:rPr>
                <w:rFonts w:cs="Arial"/>
                <w:lang w:eastAsia="ja-JP"/>
              </w:rPr>
            </w:pPr>
            <w:r w:rsidRPr="00E062F1">
              <w:rPr>
                <w:rFonts w:cs="Arial"/>
                <w:lang w:eastAsia="ja-JP"/>
              </w:rPr>
              <w:t>DC_2A-2A-46D_n260H</w:t>
            </w:r>
          </w:p>
          <w:p w14:paraId="06BFFC69" w14:textId="18A2A29B" w:rsidR="00D01098" w:rsidRDefault="00944F22" w:rsidP="006B3BD2">
            <w:pPr>
              <w:pStyle w:val="TAC"/>
              <w:rPr>
                <w:rFonts w:cs="Arial"/>
                <w:lang w:eastAsia="ja-JP"/>
              </w:rPr>
            </w:pPr>
            <w:r w:rsidRPr="00E062F1">
              <w:rPr>
                <w:rFonts w:cs="Arial"/>
                <w:lang w:eastAsia="ja-JP"/>
              </w:rPr>
              <w:t>DC_2A-2A-46E_n260H</w:t>
            </w:r>
          </w:p>
          <w:p w14:paraId="0A236053" w14:textId="3244CDDB" w:rsidR="00D01098" w:rsidRDefault="00944F22" w:rsidP="006B3BD2">
            <w:pPr>
              <w:pStyle w:val="TAC"/>
              <w:rPr>
                <w:rFonts w:cs="Arial"/>
                <w:lang w:eastAsia="ja-JP"/>
              </w:rPr>
            </w:pPr>
            <w:r w:rsidRPr="00E062F1">
              <w:rPr>
                <w:rFonts w:cs="Arial"/>
                <w:lang w:eastAsia="ja-JP"/>
              </w:rPr>
              <w:t>DC_2A-2A-46A_n260I</w:t>
            </w:r>
          </w:p>
          <w:p w14:paraId="387A5148" w14:textId="149A1138" w:rsidR="00D01098" w:rsidRDefault="00944F22" w:rsidP="006B3BD2">
            <w:pPr>
              <w:pStyle w:val="TAC"/>
              <w:rPr>
                <w:rFonts w:cs="Arial"/>
                <w:lang w:eastAsia="ja-JP"/>
              </w:rPr>
            </w:pPr>
            <w:r w:rsidRPr="00E062F1">
              <w:rPr>
                <w:rFonts w:cs="Arial"/>
                <w:lang w:eastAsia="ja-JP"/>
              </w:rPr>
              <w:t>DC_2A-2A-46C_n260I</w:t>
            </w:r>
          </w:p>
          <w:p w14:paraId="6A8D1907" w14:textId="75934FD5" w:rsidR="00D01098" w:rsidRDefault="00944F22" w:rsidP="006B3BD2">
            <w:pPr>
              <w:pStyle w:val="TAC"/>
              <w:rPr>
                <w:rFonts w:cs="Arial"/>
                <w:lang w:eastAsia="ja-JP"/>
              </w:rPr>
            </w:pPr>
            <w:r w:rsidRPr="00E062F1">
              <w:rPr>
                <w:rFonts w:cs="Arial"/>
                <w:lang w:eastAsia="ja-JP"/>
              </w:rPr>
              <w:t>DC_2A-2A-46D_n260I</w:t>
            </w:r>
          </w:p>
          <w:p w14:paraId="3D57DDC6" w14:textId="2F6A8AF4" w:rsidR="00D01098" w:rsidRDefault="00944F22" w:rsidP="006B3BD2">
            <w:pPr>
              <w:pStyle w:val="TAC"/>
              <w:rPr>
                <w:rFonts w:cs="Arial"/>
                <w:lang w:eastAsia="ja-JP"/>
              </w:rPr>
            </w:pPr>
            <w:r w:rsidRPr="00E062F1">
              <w:rPr>
                <w:rFonts w:cs="Arial"/>
                <w:lang w:eastAsia="ja-JP"/>
              </w:rPr>
              <w:t>DC_2A-2A-46E_n260I</w:t>
            </w:r>
          </w:p>
          <w:p w14:paraId="76B5FE8E" w14:textId="25616DC3" w:rsidR="00D01098" w:rsidRDefault="00944F22" w:rsidP="006B3BD2">
            <w:pPr>
              <w:pStyle w:val="TAC"/>
              <w:rPr>
                <w:rFonts w:cs="Arial"/>
                <w:lang w:eastAsia="ja-JP"/>
              </w:rPr>
            </w:pPr>
            <w:r w:rsidRPr="00E062F1">
              <w:rPr>
                <w:rFonts w:cs="Arial"/>
                <w:lang w:eastAsia="ja-JP"/>
              </w:rPr>
              <w:t>DC_2A-2A-46A_n260J</w:t>
            </w:r>
          </w:p>
          <w:p w14:paraId="0F76BAB3" w14:textId="25BC9162" w:rsidR="00D01098" w:rsidRDefault="00944F22" w:rsidP="006B3BD2">
            <w:pPr>
              <w:pStyle w:val="TAC"/>
              <w:rPr>
                <w:rFonts w:cs="Arial"/>
                <w:lang w:eastAsia="ja-JP"/>
              </w:rPr>
            </w:pPr>
            <w:r w:rsidRPr="00E062F1">
              <w:rPr>
                <w:rFonts w:cs="Arial"/>
                <w:lang w:eastAsia="ja-JP"/>
              </w:rPr>
              <w:t>DC_2A-2A-46C_n260J</w:t>
            </w:r>
          </w:p>
          <w:p w14:paraId="3B9036E4" w14:textId="4E221147" w:rsidR="00D01098" w:rsidRDefault="00944F22" w:rsidP="006B3BD2">
            <w:pPr>
              <w:pStyle w:val="TAC"/>
              <w:rPr>
                <w:rFonts w:cs="Arial"/>
                <w:lang w:eastAsia="ja-JP"/>
              </w:rPr>
            </w:pPr>
            <w:r w:rsidRPr="00E062F1">
              <w:rPr>
                <w:rFonts w:cs="Arial"/>
                <w:lang w:eastAsia="ja-JP"/>
              </w:rPr>
              <w:t>DC_2A-2A-46D_n260J</w:t>
            </w:r>
          </w:p>
          <w:p w14:paraId="24931DC2" w14:textId="0BFD9EDF" w:rsidR="00D01098" w:rsidRDefault="00944F22" w:rsidP="006B3BD2">
            <w:pPr>
              <w:pStyle w:val="TAC"/>
              <w:rPr>
                <w:rFonts w:cs="Arial"/>
                <w:lang w:eastAsia="ja-JP"/>
              </w:rPr>
            </w:pPr>
            <w:r w:rsidRPr="00E062F1">
              <w:rPr>
                <w:rFonts w:cs="Arial"/>
                <w:lang w:eastAsia="ja-JP"/>
              </w:rPr>
              <w:t>DC_2A-2A-46E_n260J</w:t>
            </w:r>
          </w:p>
          <w:p w14:paraId="76F19EA9" w14:textId="1BC48ED5" w:rsidR="00D01098" w:rsidRDefault="00944F22" w:rsidP="006B3BD2">
            <w:pPr>
              <w:pStyle w:val="TAC"/>
              <w:rPr>
                <w:rFonts w:cs="Arial"/>
                <w:lang w:eastAsia="ja-JP"/>
              </w:rPr>
            </w:pPr>
            <w:r w:rsidRPr="00E062F1">
              <w:rPr>
                <w:rFonts w:cs="Arial"/>
                <w:lang w:eastAsia="ja-JP"/>
              </w:rPr>
              <w:t>DC_2A-2A-46A_n260K</w:t>
            </w:r>
          </w:p>
          <w:p w14:paraId="3C9F8B70" w14:textId="5EA82F3C" w:rsidR="00D01098" w:rsidRDefault="00944F22" w:rsidP="006B3BD2">
            <w:pPr>
              <w:pStyle w:val="TAC"/>
              <w:rPr>
                <w:rFonts w:cs="Arial"/>
                <w:lang w:eastAsia="ja-JP"/>
              </w:rPr>
            </w:pPr>
            <w:r w:rsidRPr="00E062F1">
              <w:rPr>
                <w:rFonts w:cs="Arial"/>
                <w:lang w:eastAsia="ja-JP"/>
              </w:rPr>
              <w:t>DC_2A-2A-46C_n260K</w:t>
            </w:r>
          </w:p>
          <w:p w14:paraId="404428D1" w14:textId="7528F0ED" w:rsidR="00D01098" w:rsidRDefault="00944F22" w:rsidP="006B3BD2">
            <w:pPr>
              <w:pStyle w:val="TAC"/>
              <w:rPr>
                <w:rFonts w:cs="Arial"/>
                <w:lang w:eastAsia="ja-JP"/>
              </w:rPr>
            </w:pPr>
            <w:r w:rsidRPr="00E062F1">
              <w:rPr>
                <w:rFonts w:cs="Arial"/>
                <w:lang w:eastAsia="ja-JP"/>
              </w:rPr>
              <w:t>DC_2A-2A-46D_n260K</w:t>
            </w:r>
          </w:p>
          <w:p w14:paraId="5F930669" w14:textId="3EAFB606" w:rsidR="00D01098" w:rsidRDefault="00944F22" w:rsidP="006B3BD2">
            <w:pPr>
              <w:pStyle w:val="TAC"/>
              <w:rPr>
                <w:rFonts w:cs="Arial"/>
                <w:lang w:eastAsia="ja-JP"/>
              </w:rPr>
            </w:pPr>
            <w:r w:rsidRPr="00E062F1">
              <w:rPr>
                <w:rFonts w:cs="Arial"/>
                <w:lang w:eastAsia="ja-JP"/>
              </w:rPr>
              <w:t>DC_2A-2A-46E_n260K</w:t>
            </w:r>
          </w:p>
          <w:p w14:paraId="4F1BD7F8" w14:textId="75E6DCD1" w:rsidR="00D01098" w:rsidRDefault="00944F22" w:rsidP="006B3BD2">
            <w:pPr>
              <w:pStyle w:val="TAC"/>
              <w:rPr>
                <w:rFonts w:cs="Arial"/>
                <w:lang w:eastAsia="ja-JP"/>
              </w:rPr>
            </w:pPr>
            <w:r w:rsidRPr="00E062F1">
              <w:rPr>
                <w:rFonts w:cs="Arial"/>
                <w:lang w:eastAsia="ja-JP"/>
              </w:rPr>
              <w:t>DC_2A-2A-46A_n260L</w:t>
            </w:r>
          </w:p>
          <w:p w14:paraId="5ED803CF" w14:textId="34B2398F" w:rsidR="00D01098" w:rsidRDefault="00944F22" w:rsidP="006B3BD2">
            <w:pPr>
              <w:pStyle w:val="TAC"/>
              <w:rPr>
                <w:rFonts w:cs="Arial"/>
                <w:lang w:eastAsia="ja-JP"/>
              </w:rPr>
            </w:pPr>
            <w:r w:rsidRPr="00E062F1">
              <w:rPr>
                <w:rFonts w:cs="Arial"/>
                <w:lang w:eastAsia="ja-JP"/>
              </w:rPr>
              <w:t>DC_2A-2A-46C_n260L</w:t>
            </w:r>
          </w:p>
          <w:p w14:paraId="312A6BDA" w14:textId="3456F1B3" w:rsidR="00D01098" w:rsidRDefault="00944F22" w:rsidP="006B3BD2">
            <w:pPr>
              <w:pStyle w:val="TAC"/>
              <w:rPr>
                <w:rFonts w:cs="Arial"/>
                <w:lang w:eastAsia="ja-JP"/>
              </w:rPr>
            </w:pPr>
            <w:r w:rsidRPr="00E062F1">
              <w:rPr>
                <w:rFonts w:cs="Arial"/>
                <w:lang w:eastAsia="ja-JP"/>
              </w:rPr>
              <w:t>DC_2A-2A-46D_n260L</w:t>
            </w:r>
          </w:p>
          <w:p w14:paraId="774B2B83" w14:textId="06833633" w:rsidR="00D01098" w:rsidRDefault="00944F22" w:rsidP="006B3BD2">
            <w:pPr>
              <w:pStyle w:val="TAC"/>
              <w:rPr>
                <w:rFonts w:cs="Arial"/>
                <w:lang w:eastAsia="ja-JP"/>
              </w:rPr>
            </w:pPr>
            <w:r w:rsidRPr="00E062F1">
              <w:rPr>
                <w:rFonts w:cs="Arial"/>
                <w:lang w:eastAsia="ja-JP"/>
              </w:rPr>
              <w:t>DC_2A-2A-46E_n260L</w:t>
            </w:r>
          </w:p>
          <w:p w14:paraId="4359F04C" w14:textId="3BBD9D89" w:rsidR="00944F22" w:rsidRPr="00E062F1" w:rsidRDefault="00944F22" w:rsidP="006B3BD2">
            <w:pPr>
              <w:pStyle w:val="TAC"/>
              <w:rPr>
                <w:rFonts w:cs="Arial"/>
                <w:lang w:eastAsia="ja-JP"/>
              </w:rPr>
            </w:pPr>
            <w:r w:rsidRPr="00E062F1">
              <w:rPr>
                <w:rFonts w:cs="Arial"/>
                <w:lang w:eastAsia="ja-JP"/>
              </w:rPr>
              <w:t>DC_2A-2A-46A_n260M</w:t>
            </w:r>
          </w:p>
          <w:p w14:paraId="6C64608F" w14:textId="745172FF" w:rsidR="00944F22" w:rsidRPr="00E062F1" w:rsidRDefault="00944F22" w:rsidP="006B3BD2">
            <w:pPr>
              <w:pStyle w:val="TAC"/>
              <w:rPr>
                <w:rFonts w:cs="Arial"/>
                <w:lang w:eastAsia="ja-JP"/>
              </w:rPr>
            </w:pPr>
            <w:r w:rsidRPr="00E062F1">
              <w:rPr>
                <w:rFonts w:cs="Arial"/>
                <w:lang w:eastAsia="ja-JP"/>
              </w:rPr>
              <w:t>DC_2A-2A-46C_n260M</w:t>
            </w:r>
          </w:p>
          <w:p w14:paraId="61D93CB1" w14:textId="73B5A5DB" w:rsidR="00944F22" w:rsidRPr="00E062F1" w:rsidRDefault="00944F22" w:rsidP="006B3BD2">
            <w:pPr>
              <w:pStyle w:val="TAC"/>
              <w:rPr>
                <w:rFonts w:cs="Arial"/>
                <w:lang w:eastAsia="ja-JP"/>
              </w:rPr>
            </w:pPr>
            <w:r w:rsidRPr="00E062F1">
              <w:rPr>
                <w:rFonts w:cs="Arial"/>
                <w:lang w:eastAsia="ja-JP"/>
              </w:rPr>
              <w:t>DC_2A-2A-46D_n260M</w:t>
            </w:r>
          </w:p>
          <w:p w14:paraId="65FA3E1F" w14:textId="77777777" w:rsidR="00944F22" w:rsidRPr="00E062F1" w:rsidRDefault="00944F22" w:rsidP="006B3BD2">
            <w:pPr>
              <w:pStyle w:val="TAC"/>
              <w:rPr>
                <w:lang w:eastAsia="fr-FR"/>
              </w:rPr>
            </w:pPr>
            <w:r w:rsidRPr="00E062F1">
              <w:rPr>
                <w:rFonts w:cs="Arial"/>
                <w:lang w:eastAsia="ja-JP"/>
              </w:rPr>
              <w:t>DC_2A-2A-46E_n260M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196546E" w14:textId="77777777" w:rsidR="00D01098" w:rsidRDefault="00944F22" w:rsidP="006B3BD2">
            <w:pPr>
              <w:pStyle w:val="TAC"/>
              <w:rPr>
                <w:rFonts w:cs="Arial"/>
                <w:lang w:eastAsia="ja-JP"/>
              </w:rPr>
            </w:pPr>
            <w:r w:rsidRPr="00E062F1">
              <w:rPr>
                <w:rFonts w:cs="Arial"/>
                <w:lang w:eastAsia="ja-JP"/>
              </w:rPr>
              <w:t>DC_2A_n260A</w:t>
            </w:r>
          </w:p>
          <w:p w14:paraId="4C2E13B6" w14:textId="1AA8C144" w:rsidR="00944F22" w:rsidRPr="00E062F1" w:rsidRDefault="00944F22" w:rsidP="006B3BD2">
            <w:pPr>
              <w:pStyle w:val="TAC"/>
              <w:rPr>
                <w:rFonts w:cs="Arial"/>
                <w:lang w:eastAsia="ja-JP"/>
              </w:rPr>
            </w:pPr>
            <w:r w:rsidRPr="00E062F1">
              <w:rPr>
                <w:rFonts w:cs="Arial"/>
                <w:lang w:eastAsia="ja-JP"/>
              </w:rPr>
              <w:t>DC_2A_n260G</w:t>
            </w:r>
          </w:p>
          <w:p w14:paraId="7723FCE7" w14:textId="77777777" w:rsidR="00D01098" w:rsidRDefault="00944F22" w:rsidP="006B3BD2">
            <w:pPr>
              <w:pStyle w:val="TAC"/>
              <w:rPr>
                <w:rFonts w:cs="Arial"/>
                <w:lang w:eastAsia="ja-JP"/>
              </w:rPr>
            </w:pPr>
            <w:r w:rsidRPr="00E062F1">
              <w:rPr>
                <w:rFonts w:cs="Arial"/>
                <w:lang w:eastAsia="ja-JP"/>
              </w:rPr>
              <w:t>DC_2A_n260H</w:t>
            </w:r>
          </w:p>
          <w:p w14:paraId="404C765F" w14:textId="570B072C" w:rsidR="00D01098" w:rsidRDefault="00944F22" w:rsidP="006B3BD2">
            <w:pPr>
              <w:pStyle w:val="TAC"/>
              <w:rPr>
                <w:rFonts w:cs="Arial"/>
                <w:lang w:eastAsia="ja-JP"/>
              </w:rPr>
            </w:pPr>
            <w:r w:rsidRPr="00E062F1">
              <w:rPr>
                <w:rFonts w:cs="Arial"/>
                <w:lang w:eastAsia="ja-JP"/>
              </w:rPr>
              <w:t>DC_2A_n260I</w:t>
            </w:r>
          </w:p>
          <w:p w14:paraId="3743D29F" w14:textId="5D1F0909" w:rsidR="00D01098" w:rsidRDefault="00944F22" w:rsidP="006B3BD2">
            <w:pPr>
              <w:pStyle w:val="TAC"/>
              <w:rPr>
                <w:rFonts w:cs="Arial"/>
                <w:lang w:eastAsia="ja-JP"/>
              </w:rPr>
            </w:pPr>
            <w:r w:rsidRPr="00E062F1">
              <w:rPr>
                <w:rFonts w:cs="Arial"/>
                <w:lang w:eastAsia="ja-JP"/>
              </w:rPr>
              <w:t>DC_2A_n260J</w:t>
            </w:r>
          </w:p>
          <w:p w14:paraId="4E62291A" w14:textId="0AAA873F" w:rsidR="00D01098" w:rsidRDefault="00944F22" w:rsidP="006B3BD2">
            <w:pPr>
              <w:pStyle w:val="TAC"/>
              <w:rPr>
                <w:rFonts w:cs="Arial"/>
                <w:lang w:eastAsia="ja-JP"/>
              </w:rPr>
            </w:pPr>
            <w:r w:rsidRPr="00E062F1">
              <w:rPr>
                <w:rFonts w:cs="Arial"/>
                <w:lang w:eastAsia="ja-JP"/>
              </w:rPr>
              <w:t>DC_2A_n260K</w:t>
            </w:r>
          </w:p>
          <w:p w14:paraId="557EDDB5" w14:textId="4B1341B8" w:rsidR="00D01098" w:rsidRDefault="00944F22" w:rsidP="006B3BD2">
            <w:pPr>
              <w:pStyle w:val="TAC"/>
              <w:rPr>
                <w:rFonts w:cs="Arial"/>
                <w:lang w:eastAsia="ja-JP"/>
              </w:rPr>
            </w:pPr>
            <w:r w:rsidRPr="00E062F1">
              <w:rPr>
                <w:rFonts w:cs="Arial"/>
                <w:lang w:eastAsia="ja-JP"/>
              </w:rPr>
              <w:t>DC_2A_n260L</w:t>
            </w:r>
          </w:p>
          <w:p w14:paraId="1EB70EE7" w14:textId="3CCD14C6" w:rsidR="00944F22" w:rsidRPr="00E062F1" w:rsidRDefault="00944F22" w:rsidP="006B3BD2">
            <w:pPr>
              <w:pStyle w:val="TAC"/>
              <w:rPr>
                <w:lang w:eastAsia="fr-FR"/>
              </w:rPr>
            </w:pPr>
            <w:r w:rsidRPr="00E062F1">
              <w:rPr>
                <w:rFonts w:cs="Arial"/>
                <w:lang w:eastAsia="ja-JP"/>
              </w:rPr>
              <w:t>DC_2A_n260M</w:t>
            </w:r>
          </w:p>
        </w:tc>
      </w:tr>
      <w:tr w:rsidR="00944F22" w:rsidRPr="00E062F1" w14:paraId="3380CB1A"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69EBCA6" w14:textId="77777777" w:rsidR="00944F22" w:rsidRPr="00E062F1" w:rsidRDefault="00944F22" w:rsidP="006B3BD2">
            <w:pPr>
              <w:pStyle w:val="TAC"/>
            </w:pPr>
            <w:r w:rsidRPr="00E062F1">
              <w:lastRenderedPageBreak/>
              <w:t>DC_2A-46A_n261A</w:t>
            </w:r>
          </w:p>
          <w:p w14:paraId="02B7FBF5" w14:textId="77777777" w:rsidR="00944F22" w:rsidRPr="00E062F1" w:rsidRDefault="00944F22" w:rsidP="006B3BD2">
            <w:pPr>
              <w:pStyle w:val="TAC"/>
              <w:rPr>
                <w:lang w:eastAsia="fr-FR"/>
              </w:rPr>
            </w:pPr>
            <w:r w:rsidRPr="00E062F1">
              <w:t>DC_2A-46C_n261A</w:t>
            </w:r>
          </w:p>
          <w:p w14:paraId="67499CB3" w14:textId="77777777" w:rsidR="00944F22" w:rsidRPr="00E062F1" w:rsidRDefault="00944F22" w:rsidP="006B3BD2">
            <w:pPr>
              <w:pStyle w:val="TAC"/>
            </w:pPr>
            <w:r w:rsidRPr="00E062F1">
              <w:t>DC_2A-46D_n261A</w:t>
            </w:r>
          </w:p>
          <w:p w14:paraId="0E0D6FCD" w14:textId="77777777" w:rsidR="00944F22" w:rsidRPr="00E062F1" w:rsidRDefault="00944F22" w:rsidP="006B3BD2">
            <w:pPr>
              <w:pStyle w:val="TAC"/>
            </w:pPr>
            <w:r w:rsidRPr="00E062F1">
              <w:t>DC_2A-46A_n261(2A)</w:t>
            </w:r>
          </w:p>
          <w:p w14:paraId="3486BDC0" w14:textId="77777777" w:rsidR="00944F22" w:rsidRPr="00E062F1" w:rsidRDefault="00944F22" w:rsidP="006B3BD2">
            <w:pPr>
              <w:pStyle w:val="TAC"/>
            </w:pPr>
            <w:r w:rsidRPr="00E062F1">
              <w:t>DC_2A-46C_n261(2A)</w:t>
            </w:r>
          </w:p>
          <w:p w14:paraId="302A4405" w14:textId="482F3880" w:rsidR="00944F22" w:rsidRPr="00E062F1" w:rsidRDefault="00944F22" w:rsidP="006B3BD2">
            <w:pPr>
              <w:pStyle w:val="TAC"/>
              <w:rPr>
                <w:noProof/>
                <w:lang w:eastAsia="zh-CN"/>
              </w:rPr>
            </w:pPr>
            <w:r w:rsidRPr="00E062F1">
              <w:t>DC_2A-46D_n261(2A</w:t>
            </w:r>
            <w:r w:rsidR="002665C4">
              <w:t>)</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080426A" w14:textId="77777777" w:rsidR="00944F22" w:rsidRPr="00E062F1" w:rsidRDefault="00944F22" w:rsidP="006B3BD2">
            <w:pPr>
              <w:pStyle w:val="TAC"/>
              <w:rPr>
                <w:noProof/>
                <w:lang w:eastAsia="zh-CN"/>
              </w:rPr>
            </w:pPr>
            <w:r w:rsidRPr="00E062F1">
              <w:t>DC_2A_n261A</w:t>
            </w:r>
          </w:p>
        </w:tc>
      </w:tr>
      <w:tr w:rsidR="00944F22" w:rsidRPr="00E062F1" w14:paraId="4E1F5A6A"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EFC822E" w14:textId="77777777" w:rsidR="00944F22" w:rsidRPr="00E062F1" w:rsidRDefault="00944F22" w:rsidP="006B3BD2">
            <w:pPr>
              <w:pStyle w:val="TAC"/>
              <w:rPr>
                <w:noProof/>
              </w:rPr>
            </w:pPr>
            <w:r w:rsidRPr="00E062F1">
              <w:rPr>
                <w:noProof/>
                <w:lang w:eastAsia="zh-CN"/>
              </w:rPr>
              <w:t>DC_2A-66A_n257A</w:t>
            </w:r>
            <w:r w:rsidRPr="00E062F1">
              <w:rPr>
                <w:noProof/>
                <w:vertAlign w:val="superscript"/>
                <w:lang w:eastAsia="zh-CN"/>
              </w:rPr>
              <w:t>2</w:t>
            </w:r>
          </w:p>
          <w:p w14:paraId="681B0177" w14:textId="77777777" w:rsidR="00944F22" w:rsidRPr="00E062F1" w:rsidRDefault="00944F22" w:rsidP="006B3BD2">
            <w:pPr>
              <w:pStyle w:val="TAC"/>
              <w:rPr>
                <w:noProof/>
                <w:lang w:eastAsia="zh-CN"/>
              </w:rPr>
            </w:pPr>
            <w:r w:rsidRPr="00E062F1">
              <w:t>DC_2A-66A_n257(2A)</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F141BA7" w14:textId="77777777" w:rsidR="00944F22" w:rsidRPr="00E062F1" w:rsidRDefault="00944F22" w:rsidP="006B3BD2">
            <w:pPr>
              <w:pStyle w:val="TAC"/>
              <w:rPr>
                <w:noProof/>
                <w:lang w:eastAsia="zh-CN"/>
              </w:rPr>
            </w:pPr>
            <w:r w:rsidRPr="00E062F1">
              <w:rPr>
                <w:noProof/>
                <w:lang w:eastAsia="zh-CN"/>
              </w:rPr>
              <w:t>DC_2A_n257A</w:t>
            </w:r>
          </w:p>
          <w:p w14:paraId="7175C54F" w14:textId="77777777" w:rsidR="00944F22" w:rsidRPr="00E062F1" w:rsidRDefault="00944F22" w:rsidP="006B3BD2">
            <w:pPr>
              <w:pStyle w:val="TAC"/>
              <w:rPr>
                <w:noProof/>
                <w:lang w:eastAsia="zh-CN"/>
              </w:rPr>
            </w:pPr>
            <w:r w:rsidRPr="00E062F1">
              <w:rPr>
                <w:noProof/>
                <w:lang w:eastAsia="zh-CN"/>
              </w:rPr>
              <w:t>DC_66A_n257A</w:t>
            </w:r>
          </w:p>
        </w:tc>
      </w:tr>
      <w:tr w:rsidR="00944F22" w:rsidRPr="00E062F1" w14:paraId="5823D099"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tcPr>
          <w:p w14:paraId="23DC71F2" w14:textId="77777777" w:rsidR="00944F22" w:rsidRPr="00E062F1" w:rsidRDefault="00944F22" w:rsidP="006B3BD2">
            <w:pPr>
              <w:pStyle w:val="TAC"/>
              <w:rPr>
                <w:noProof/>
                <w:lang w:eastAsia="zh-CN"/>
              </w:rPr>
            </w:pPr>
            <w:r w:rsidRPr="00E062F1">
              <w:rPr>
                <w:noProof/>
                <w:lang w:eastAsia="zh-CN"/>
              </w:rPr>
              <w:t>DC_2A-66A_n260A</w:t>
            </w:r>
          </w:p>
          <w:p w14:paraId="5B0C17CB" w14:textId="77777777" w:rsidR="00944F22" w:rsidRPr="00E062F1" w:rsidRDefault="00944F22" w:rsidP="006B3BD2">
            <w:pPr>
              <w:pStyle w:val="TAC"/>
              <w:rPr>
                <w:lang w:eastAsia="fi-FI"/>
              </w:rPr>
            </w:pPr>
            <w:r w:rsidRPr="00E062F1">
              <w:rPr>
                <w:lang w:eastAsia="fi-FI"/>
              </w:rPr>
              <w:t>DC_2</w:t>
            </w:r>
            <w:r w:rsidRPr="00E062F1">
              <w:rPr>
                <w:rFonts w:cs="Arial"/>
                <w:szCs w:val="18"/>
                <w:lang w:eastAsia="fi-FI"/>
              </w:rPr>
              <w:t>A</w:t>
            </w:r>
            <w:r w:rsidRPr="00E062F1">
              <w:rPr>
                <w:rFonts w:cs="Arial"/>
                <w:noProof/>
                <w:szCs w:val="18"/>
              </w:rPr>
              <w:t>-66A</w:t>
            </w:r>
            <w:r w:rsidRPr="00E062F1">
              <w:rPr>
                <w:rFonts w:cs="Arial"/>
                <w:szCs w:val="18"/>
                <w:lang w:eastAsia="fi-FI"/>
              </w:rPr>
              <w:t>_</w:t>
            </w:r>
            <w:r w:rsidRPr="00E062F1">
              <w:rPr>
                <w:lang w:eastAsia="fi-FI"/>
              </w:rPr>
              <w:t>n260G</w:t>
            </w:r>
          </w:p>
          <w:p w14:paraId="79F9C080" w14:textId="77777777" w:rsidR="00944F22" w:rsidRPr="00E062F1" w:rsidRDefault="00944F22" w:rsidP="006B3BD2">
            <w:pPr>
              <w:pStyle w:val="TAC"/>
              <w:rPr>
                <w:lang w:eastAsia="fi-FI"/>
              </w:rPr>
            </w:pPr>
            <w:r w:rsidRPr="00E062F1">
              <w:rPr>
                <w:lang w:eastAsia="fi-FI"/>
              </w:rPr>
              <w:t>DC_2A</w:t>
            </w:r>
            <w:r w:rsidRPr="00E062F1">
              <w:rPr>
                <w:rFonts w:cs="Arial"/>
                <w:noProof/>
                <w:szCs w:val="18"/>
              </w:rPr>
              <w:t>-66A</w:t>
            </w:r>
            <w:r w:rsidRPr="00E062F1">
              <w:rPr>
                <w:lang w:eastAsia="fi-FI"/>
              </w:rPr>
              <w:t>_n260H</w:t>
            </w:r>
          </w:p>
          <w:p w14:paraId="7D5AF511" w14:textId="77777777" w:rsidR="00944F22" w:rsidRPr="00E062F1" w:rsidRDefault="00944F22" w:rsidP="006B3BD2">
            <w:pPr>
              <w:pStyle w:val="TAC"/>
              <w:rPr>
                <w:lang w:eastAsia="fi-FI"/>
              </w:rPr>
            </w:pPr>
            <w:r w:rsidRPr="00E062F1">
              <w:rPr>
                <w:lang w:eastAsia="fi-FI"/>
              </w:rPr>
              <w:t>DC_2A</w:t>
            </w:r>
            <w:r w:rsidRPr="00E062F1">
              <w:rPr>
                <w:rFonts w:cs="Arial"/>
                <w:noProof/>
                <w:szCs w:val="18"/>
              </w:rPr>
              <w:t>-66A</w:t>
            </w:r>
            <w:r w:rsidRPr="00E062F1">
              <w:rPr>
                <w:lang w:eastAsia="fi-FI"/>
              </w:rPr>
              <w:t>_n260I</w:t>
            </w:r>
          </w:p>
          <w:p w14:paraId="25789612" w14:textId="77777777" w:rsidR="00944F22" w:rsidRPr="00E062F1" w:rsidRDefault="00944F22" w:rsidP="006B3BD2">
            <w:pPr>
              <w:pStyle w:val="TAC"/>
              <w:rPr>
                <w:lang w:eastAsia="fi-FI"/>
              </w:rPr>
            </w:pPr>
            <w:r w:rsidRPr="00E062F1">
              <w:rPr>
                <w:lang w:eastAsia="fi-FI"/>
              </w:rPr>
              <w:t>DC_2A</w:t>
            </w:r>
            <w:r w:rsidRPr="00E062F1">
              <w:rPr>
                <w:rFonts w:cs="Arial"/>
                <w:noProof/>
                <w:szCs w:val="18"/>
              </w:rPr>
              <w:t>-66A</w:t>
            </w:r>
            <w:r w:rsidRPr="00E062F1">
              <w:rPr>
                <w:lang w:eastAsia="fi-FI"/>
              </w:rPr>
              <w:t>_n260J</w:t>
            </w:r>
          </w:p>
          <w:p w14:paraId="1E2204FC" w14:textId="77777777" w:rsidR="00944F22" w:rsidRPr="00E062F1" w:rsidRDefault="00944F22" w:rsidP="006B3BD2">
            <w:pPr>
              <w:pStyle w:val="TAC"/>
              <w:rPr>
                <w:lang w:eastAsia="fi-FI"/>
              </w:rPr>
            </w:pPr>
            <w:r w:rsidRPr="00E062F1">
              <w:rPr>
                <w:lang w:eastAsia="fi-FI"/>
              </w:rPr>
              <w:t>DC_2A</w:t>
            </w:r>
            <w:r w:rsidRPr="00E062F1">
              <w:rPr>
                <w:rFonts w:cs="Arial"/>
                <w:noProof/>
                <w:szCs w:val="18"/>
              </w:rPr>
              <w:t>-66A</w:t>
            </w:r>
            <w:r w:rsidRPr="00E062F1">
              <w:rPr>
                <w:lang w:eastAsia="fi-FI"/>
              </w:rPr>
              <w:t>_n260K</w:t>
            </w:r>
          </w:p>
          <w:p w14:paraId="1A260639" w14:textId="77777777" w:rsidR="00944F22" w:rsidRPr="00E062F1" w:rsidRDefault="00944F22" w:rsidP="006B3BD2">
            <w:pPr>
              <w:pStyle w:val="TAC"/>
              <w:rPr>
                <w:lang w:eastAsia="fi-FI"/>
              </w:rPr>
            </w:pPr>
            <w:r w:rsidRPr="00E062F1">
              <w:rPr>
                <w:lang w:eastAsia="fi-FI"/>
              </w:rPr>
              <w:t>DC_2A</w:t>
            </w:r>
            <w:r w:rsidRPr="00E062F1">
              <w:rPr>
                <w:rFonts w:cs="Arial"/>
                <w:noProof/>
                <w:szCs w:val="18"/>
              </w:rPr>
              <w:t>-66A</w:t>
            </w:r>
            <w:r w:rsidRPr="00E062F1">
              <w:rPr>
                <w:lang w:eastAsia="fi-FI"/>
              </w:rPr>
              <w:t>_n260L</w:t>
            </w:r>
          </w:p>
          <w:p w14:paraId="316FA8E6" w14:textId="22A2BD1C" w:rsidR="00944F22" w:rsidRPr="00E062F1" w:rsidRDefault="00944F22" w:rsidP="006B3BD2">
            <w:pPr>
              <w:pStyle w:val="TAC"/>
              <w:rPr>
                <w:noProof/>
                <w:lang w:eastAsia="zh-CN"/>
              </w:rPr>
            </w:pPr>
            <w:r w:rsidRPr="00E062F1">
              <w:rPr>
                <w:lang w:eastAsia="fi-FI"/>
              </w:rPr>
              <w:t>DC_2A</w:t>
            </w:r>
            <w:r w:rsidRPr="00E062F1">
              <w:rPr>
                <w:rFonts w:cs="Arial"/>
                <w:noProof/>
                <w:szCs w:val="18"/>
                <w:lang w:eastAsia="zh-CN"/>
              </w:rPr>
              <w:t>-66A</w:t>
            </w:r>
            <w:r w:rsidRPr="00E062F1">
              <w:rPr>
                <w:lang w:eastAsia="fi-FI"/>
              </w:rPr>
              <w:t>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3AF3C53" w14:textId="77777777" w:rsidR="00944F22" w:rsidRPr="00E062F1" w:rsidRDefault="00944F22" w:rsidP="006B3BD2">
            <w:pPr>
              <w:pStyle w:val="TAC"/>
              <w:rPr>
                <w:noProof/>
                <w:lang w:eastAsia="zh-CN"/>
              </w:rPr>
            </w:pPr>
            <w:r w:rsidRPr="00E062F1">
              <w:rPr>
                <w:noProof/>
                <w:lang w:eastAsia="zh-CN"/>
              </w:rPr>
              <w:t>DC_2A_n260A</w:t>
            </w:r>
          </w:p>
          <w:p w14:paraId="13B1DCB9" w14:textId="77777777" w:rsidR="008F0605" w:rsidRDefault="00944F22" w:rsidP="008F0605">
            <w:pPr>
              <w:pStyle w:val="TAC"/>
              <w:rPr>
                <w:noProof/>
                <w:lang w:eastAsia="zh-CN"/>
              </w:rPr>
            </w:pPr>
            <w:r w:rsidRPr="00E062F1">
              <w:rPr>
                <w:noProof/>
                <w:lang w:eastAsia="zh-CN"/>
              </w:rPr>
              <w:t>DC_66A_n260A</w:t>
            </w:r>
          </w:p>
          <w:p w14:paraId="296D5E4E" w14:textId="77777777" w:rsidR="008F0605" w:rsidRPr="00EF5447" w:rsidRDefault="008F0605" w:rsidP="008F0605">
            <w:pPr>
              <w:pStyle w:val="TAC"/>
              <w:rPr>
                <w:noProof/>
                <w:lang w:eastAsia="zh-CN"/>
              </w:rPr>
            </w:pPr>
            <w:r w:rsidRPr="00EF5447">
              <w:rPr>
                <w:noProof/>
                <w:lang w:eastAsia="zh-CN"/>
              </w:rPr>
              <w:t>DC_2A_n260G</w:t>
            </w:r>
          </w:p>
          <w:p w14:paraId="63C7998B" w14:textId="77777777" w:rsidR="008F0605" w:rsidRDefault="008F0605" w:rsidP="008F0605">
            <w:pPr>
              <w:pStyle w:val="TAC"/>
              <w:rPr>
                <w:noProof/>
                <w:lang w:eastAsia="zh-CN"/>
              </w:rPr>
            </w:pPr>
            <w:r w:rsidRPr="00EF5447">
              <w:rPr>
                <w:noProof/>
                <w:lang w:eastAsia="zh-CN"/>
              </w:rPr>
              <w:t>DC_66A_n260G</w:t>
            </w:r>
          </w:p>
          <w:p w14:paraId="7B5A6713" w14:textId="77777777" w:rsidR="008F0605" w:rsidRPr="00EF5447" w:rsidRDefault="008F0605" w:rsidP="008F0605">
            <w:pPr>
              <w:pStyle w:val="TAC"/>
              <w:rPr>
                <w:noProof/>
                <w:lang w:eastAsia="zh-CN"/>
              </w:rPr>
            </w:pPr>
            <w:r w:rsidRPr="00EF5447">
              <w:rPr>
                <w:noProof/>
                <w:lang w:eastAsia="zh-CN"/>
              </w:rPr>
              <w:t>DC_2A_n260H</w:t>
            </w:r>
          </w:p>
          <w:p w14:paraId="56312E39" w14:textId="77777777" w:rsidR="008F0605" w:rsidRDefault="008F0605" w:rsidP="008F0605">
            <w:pPr>
              <w:pStyle w:val="TAC"/>
              <w:rPr>
                <w:noProof/>
                <w:lang w:eastAsia="zh-CN"/>
              </w:rPr>
            </w:pPr>
            <w:r w:rsidRPr="00EF5447">
              <w:rPr>
                <w:noProof/>
                <w:lang w:eastAsia="zh-CN"/>
              </w:rPr>
              <w:t>DC_66A_n260H</w:t>
            </w:r>
          </w:p>
          <w:p w14:paraId="37C73752" w14:textId="77777777" w:rsidR="008F0605" w:rsidRPr="00EF5447" w:rsidRDefault="008F0605" w:rsidP="008F0605">
            <w:pPr>
              <w:pStyle w:val="TAC"/>
              <w:rPr>
                <w:lang w:eastAsia="zh-CN"/>
              </w:rPr>
            </w:pPr>
            <w:r w:rsidRPr="00EF5447">
              <w:rPr>
                <w:lang w:eastAsia="zh-CN"/>
              </w:rPr>
              <w:t>DC_2A_n260I</w:t>
            </w:r>
          </w:p>
          <w:p w14:paraId="14A9FB8B" w14:textId="70A20CDE" w:rsidR="00944F22" w:rsidRPr="00E062F1" w:rsidRDefault="008F0605" w:rsidP="008F0605">
            <w:pPr>
              <w:pStyle w:val="TAC"/>
              <w:rPr>
                <w:noProof/>
                <w:lang w:eastAsia="zh-CN"/>
              </w:rPr>
            </w:pPr>
            <w:r w:rsidRPr="00EF5447">
              <w:rPr>
                <w:lang w:eastAsia="zh-CN"/>
              </w:rPr>
              <w:t>DC_66A_n260I</w:t>
            </w:r>
          </w:p>
        </w:tc>
      </w:tr>
      <w:tr w:rsidR="00944F22" w:rsidRPr="00E062F1" w14:paraId="4394584D"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10653E6" w14:textId="77777777" w:rsidR="00944F22" w:rsidRPr="00E062F1" w:rsidRDefault="00944F22" w:rsidP="006B3BD2">
            <w:pPr>
              <w:pStyle w:val="TAC"/>
              <w:rPr>
                <w:rFonts w:cs="Arial"/>
                <w:lang w:eastAsia="ja-JP"/>
              </w:rPr>
            </w:pPr>
            <w:r w:rsidRPr="00E062F1">
              <w:rPr>
                <w:rFonts w:cs="Arial"/>
                <w:lang w:eastAsia="ja-JP"/>
              </w:rPr>
              <w:t>DC_2A-66A_n260(2A)</w:t>
            </w:r>
          </w:p>
          <w:p w14:paraId="1ACD81FD" w14:textId="77777777" w:rsidR="00944F22" w:rsidRPr="00E062F1" w:rsidRDefault="00944F22" w:rsidP="006B3BD2">
            <w:pPr>
              <w:pStyle w:val="TAC"/>
              <w:rPr>
                <w:rFonts w:cs="Arial"/>
                <w:lang w:eastAsia="ja-JP"/>
              </w:rPr>
            </w:pPr>
            <w:r w:rsidRPr="00E062F1">
              <w:rPr>
                <w:rFonts w:cs="Arial"/>
                <w:lang w:eastAsia="ja-JP"/>
              </w:rPr>
              <w:t>DC_2A-66A_n260(3A)</w:t>
            </w:r>
          </w:p>
          <w:p w14:paraId="59007BE2" w14:textId="77777777" w:rsidR="00944F22" w:rsidRPr="00E062F1" w:rsidRDefault="00944F22" w:rsidP="006B3BD2">
            <w:pPr>
              <w:pStyle w:val="TAC"/>
              <w:rPr>
                <w:rFonts w:cs="Arial"/>
                <w:lang w:eastAsia="ja-JP"/>
              </w:rPr>
            </w:pPr>
            <w:r w:rsidRPr="00E062F1">
              <w:rPr>
                <w:rFonts w:cs="Arial"/>
                <w:lang w:eastAsia="ja-JP"/>
              </w:rPr>
              <w:t>DC_2A-66A_n260(4A)</w:t>
            </w:r>
          </w:p>
          <w:p w14:paraId="029D770E" w14:textId="77777777" w:rsidR="00944F22" w:rsidRPr="00E062F1" w:rsidRDefault="00944F22" w:rsidP="006B3BD2">
            <w:pPr>
              <w:pStyle w:val="TAC"/>
              <w:rPr>
                <w:noProof/>
                <w:lang w:eastAsia="zh-CN"/>
              </w:rPr>
            </w:pPr>
            <w:r w:rsidRPr="00E062F1">
              <w:rPr>
                <w:noProof/>
                <w:lang w:eastAsia="zh-CN"/>
              </w:rPr>
              <w:t>DC_2A-66A_n260(5A)</w:t>
            </w:r>
          </w:p>
          <w:p w14:paraId="6DED016A" w14:textId="77777777" w:rsidR="00944F22" w:rsidRPr="00E062F1" w:rsidRDefault="00944F22" w:rsidP="006B3BD2">
            <w:pPr>
              <w:pStyle w:val="TAC"/>
              <w:rPr>
                <w:noProof/>
                <w:lang w:eastAsia="zh-CN"/>
              </w:rPr>
            </w:pPr>
            <w:r w:rsidRPr="00E062F1">
              <w:rPr>
                <w:noProof/>
                <w:lang w:eastAsia="zh-CN"/>
              </w:rPr>
              <w:t>DC_2A-66A_n260(6A)</w:t>
            </w:r>
          </w:p>
          <w:p w14:paraId="385C3B98" w14:textId="77777777" w:rsidR="00944F22" w:rsidRPr="00E062F1" w:rsidRDefault="00944F22" w:rsidP="006B3BD2">
            <w:pPr>
              <w:pStyle w:val="TAC"/>
              <w:rPr>
                <w:noProof/>
                <w:lang w:eastAsia="zh-CN"/>
              </w:rPr>
            </w:pPr>
            <w:r w:rsidRPr="00E062F1">
              <w:rPr>
                <w:noProof/>
                <w:lang w:eastAsia="zh-CN"/>
              </w:rPr>
              <w:t>DC_2A-66A_n260(2G)</w:t>
            </w:r>
          </w:p>
          <w:p w14:paraId="4566F8FB" w14:textId="77777777" w:rsidR="00944F22" w:rsidRPr="00E062F1" w:rsidRDefault="00944F22" w:rsidP="006B3BD2">
            <w:pPr>
              <w:pStyle w:val="TAC"/>
              <w:rPr>
                <w:noProof/>
                <w:lang w:eastAsia="zh-CN"/>
              </w:rPr>
            </w:pPr>
            <w:r w:rsidRPr="00E062F1">
              <w:rPr>
                <w:noProof/>
                <w:lang w:eastAsia="zh-CN"/>
              </w:rPr>
              <w:t>DC_2A-66A_n260(2H)</w:t>
            </w:r>
          </w:p>
          <w:p w14:paraId="1A6A88F5" w14:textId="77777777" w:rsidR="00944F22" w:rsidRPr="00E062F1" w:rsidRDefault="00944F22" w:rsidP="006B3BD2">
            <w:pPr>
              <w:pStyle w:val="TAC"/>
              <w:rPr>
                <w:noProof/>
                <w:lang w:eastAsia="zh-CN"/>
              </w:rPr>
            </w:pPr>
            <w:r w:rsidRPr="00E062F1">
              <w:rPr>
                <w:noProof/>
                <w:lang w:eastAsia="zh-CN"/>
              </w:rPr>
              <w:t>DC_2A-66A_n260(A-G)</w:t>
            </w:r>
          </w:p>
          <w:p w14:paraId="0414D555" w14:textId="77777777" w:rsidR="00944F22" w:rsidRPr="00E062F1" w:rsidRDefault="00944F22" w:rsidP="006B3BD2">
            <w:pPr>
              <w:pStyle w:val="TAC"/>
              <w:rPr>
                <w:noProof/>
                <w:lang w:eastAsia="zh-CN"/>
              </w:rPr>
            </w:pPr>
            <w:r w:rsidRPr="00E062F1">
              <w:rPr>
                <w:noProof/>
                <w:lang w:eastAsia="zh-CN"/>
              </w:rPr>
              <w:t>DC_2A-66A_n260(A-H)</w:t>
            </w:r>
          </w:p>
          <w:p w14:paraId="2E48C571" w14:textId="77777777" w:rsidR="00944F22" w:rsidRPr="00E062F1" w:rsidRDefault="00944F22" w:rsidP="006B3BD2">
            <w:pPr>
              <w:pStyle w:val="TAC"/>
              <w:rPr>
                <w:noProof/>
                <w:lang w:eastAsia="zh-CN"/>
              </w:rPr>
            </w:pPr>
            <w:r w:rsidRPr="00E062F1">
              <w:rPr>
                <w:noProof/>
                <w:lang w:eastAsia="zh-CN"/>
              </w:rPr>
              <w:t>DC_2A-66A_n260(A-2G)</w:t>
            </w:r>
          </w:p>
          <w:p w14:paraId="38CB564B" w14:textId="77777777" w:rsidR="00944F22" w:rsidRPr="00E062F1" w:rsidRDefault="00944F22" w:rsidP="006B3BD2">
            <w:pPr>
              <w:pStyle w:val="TAC"/>
              <w:rPr>
                <w:noProof/>
                <w:lang w:eastAsia="zh-CN"/>
              </w:rPr>
            </w:pPr>
            <w:r w:rsidRPr="00E062F1">
              <w:rPr>
                <w:noProof/>
                <w:lang w:eastAsia="zh-CN"/>
              </w:rPr>
              <w:t>DC_2A-66A_n260(2A-G)</w:t>
            </w:r>
          </w:p>
          <w:p w14:paraId="6BBA57B5" w14:textId="77777777" w:rsidR="00944F22" w:rsidRPr="00E062F1" w:rsidRDefault="00944F22" w:rsidP="006B3BD2">
            <w:pPr>
              <w:pStyle w:val="TAC"/>
              <w:rPr>
                <w:noProof/>
                <w:lang w:eastAsia="zh-CN"/>
              </w:rPr>
            </w:pPr>
            <w:r w:rsidRPr="00E062F1">
              <w:rPr>
                <w:noProof/>
                <w:lang w:eastAsia="zh-CN"/>
              </w:rPr>
              <w:t>DC_2A-66A_n260(2A-2G)</w:t>
            </w:r>
          </w:p>
          <w:p w14:paraId="66C39A23" w14:textId="77777777" w:rsidR="00944F22" w:rsidRPr="00E062F1" w:rsidRDefault="00944F22" w:rsidP="006B3BD2">
            <w:pPr>
              <w:pStyle w:val="TAC"/>
              <w:rPr>
                <w:noProof/>
                <w:lang w:eastAsia="zh-CN"/>
              </w:rPr>
            </w:pPr>
            <w:r w:rsidRPr="00E062F1">
              <w:rPr>
                <w:noProof/>
                <w:lang w:eastAsia="zh-CN"/>
              </w:rPr>
              <w:t>DC_2A-66A_n260(3A-G)</w:t>
            </w:r>
          </w:p>
          <w:p w14:paraId="78FD1364" w14:textId="77777777" w:rsidR="00944F22" w:rsidRPr="00E062F1" w:rsidRDefault="00944F22" w:rsidP="006B3BD2">
            <w:pPr>
              <w:pStyle w:val="TAC"/>
              <w:rPr>
                <w:noProof/>
                <w:lang w:eastAsia="zh-CN"/>
              </w:rPr>
            </w:pPr>
            <w:r w:rsidRPr="00E062F1">
              <w:rPr>
                <w:noProof/>
                <w:lang w:eastAsia="zh-CN"/>
              </w:rPr>
              <w:t>DC_2A-66A_n260(G-H)</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FDDEC00" w14:textId="77777777" w:rsidR="00944F22" w:rsidRPr="00E062F1" w:rsidRDefault="00944F22" w:rsidP="006B3BD2">
            <w:pPr>
              <w:pStyle w:val="TAC"/>
              <w:rPr>
                <w:noProof/>
                <w:lang w:eastAsia="zh-CN"/>
              </w:rPr>
            </w:pPr>
            <w:r w:rsidRPr="00E062F1">
              <w:rPr>
                <w:noProof/>
                <w:lang w:eastAsia="zh-CN"/>
              </w:rPr>
              <w:t>DC_2A_n260A</w:t>
            </w:r>
          </w:p>
          <w:p w14:paraId="1FB37B77" w14:textId="77777777" w:rsidR="00944F22" w:rsidRPr="00E062F1" w:rsidRDefault="00944F22" w:rsidP="006B3BD2">
            <w:pPr>
              <w:pStyle w:val="TAC"/>
              <w:rPr>
                <w:noProof/>
                <w:lang w:eastAsia="zh-CN"/>
              </w:rPr>
            </w:pPr>
            <w:r w:rsidRPr="00E062F1">
              <w:rPr>
                <w:noProof/>
                <w:lang w:eastAsia="zh-CN"/>
              </w:rPr>
              <w:t>DC_66A_n260A</w:t>
            </w:r>
          </w:p>
        </w:tc>
      </w:tr>
      <w:tr w:rsidR="00944F22" w:rsidRPr="00E062F1" w14:paraId="63D2F1DC"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76D3555" w14:textId="77777777" w:rsidR="00944F22" w:rsidRPr="00E062F1" w:rsidRDefault="00944F22" w:rsidP="006B3BD2">
            <w:pPr>
              <w:pStyle w:val="TAC"/>
              <w:rPr>
                <w:noProof/>
                <w:lang w:eastAsia="zh-CN"/>
              </w:rPr>
            </w:pPr>
            <w:r w:rsidRPr="00E062F1">
              <w:rPr>
                <w:noProof/>
                <w:lang w:eastAsia="zh-CN"/>
              </w:rPr>
              <w:t>DC_2A-2A-66A_n260A</w:t>
            </w:r>
          </w:p>
          <w:p w14:paraId="33A3EFEC" w14:textId="77777777" w:rsidR="00944F22" w:rsidRPr="00E062F1" w:rsidRDefault="00944F22" w:rsidP="006B3BD2">
            <w:pPr>
              <w:pStyle w:val="TAC"/>
            </w:pPr>
            <w:r w:rsidRPr="00E062F1">
              <w:t>DC_2A-2A-66A_n260G</w:t>
            </w:r>
          </w:p>
          <w:p w14:paraId="3337F5E5" w14:textId="77777777" w:rsidR="00944F22" w:rsidRPr="00E062F1" w:rsidRDefault="00944F22" w:rsidP="006B3BD2">
            <w:pPr>
              <w:pStyle w:val="TAC"/>
              <w:rPr>
                <w:lang w:eastAsia="fr-FR"/>
              </w:rPr>
            </w:pPr>
            <w:r w:rsidRPr="00E062F1">
              <w:t>DC_2A-2A-66A_n260H</w:t>
            </w:r>
          </w:p>
          <w:p w14:paraId="04E11EC6" w14:textId="77777777" w:rsidR="00944F22" w:rsidRPr="00E062F1" w:rsidRDefault="00944F22" w:rsidP="006B3BD2">
            <w:pPr>
              <w:pStyle w:val="TAC"/>
              <w:rPr>
                <w:noProof/>
                <w:lang w:eastAsia="zh-CN"/>
              </w:rPr>
            </w:pPr>
            <w:r w:rsidRPr="00E062F1">
              <w:t>DC_2A-2A-66A_n260I</w:t>
            </w:r>
          </w:p>
          <w:p w14:paraId="4B663778" w14:textId="77777777" w:rsidR="00944F22" w:rsidRPr="00E062F1" w:rsidRDefault="00944F22" w:rsidP="006B3BD2">
            <w:pPr>
              <w:pStyle w:val="TAC"/>
              <w:rPr>
                <w:noProof/>
                <w:lang w:eastAsia="zh-CN"/>
              </w:rPr>
            </w:pPr>
            <w:r w:rsidRPr="00E062F1">
              <w:t>DC_2A-2A-66A_n260J</w:t>
            </w:r>
          </w:p>
          <w:p w14:paraId="2B6AD082" w14:textId="77777777" w:rsidR="00944F22" w:rsidRPr="00E062F1" w:rsidRDefault="00944F22" w:rsidP="006B3BD2">
            <w:pPr>
              <w:pStyle w:val="TAC"/>
              <w:rPr>
                <w:noProof/>
                <w:lang w:eastAsia="zh-CN"/>
              </w:rPr>
            </w:pPr>
            <w:r w:rsidRPr="00E062F1">
              <w:t>DC_2A-2A-66A_n260K</w:t>
            </w:r>
          </w:p>
          <w:p w14:paraId="3BCDE3DE" w14:textId="77777777" w:rsidR="00944F22" w:rsidRPr="00E062F1" w:rsidRDefault="00944F22" w:rsidP="006B3BD2">
            <w:pPr>
              <w:pStyle w:val="TAC"/>
              <w:rPr>
                <w:noProof/>
                <w:lang w:eastAsia="zh-CN"/>
              </w:rPr>
            </w:pPr>
            <w:r w:rsidRPr="00E062F1">
              <w:t>DC_2A-2A-66A_n260L</w:t>
            </w:r>
          </w:p>
          <w:p w14:paraId="64AB90EA" w14:textId="77777777" w:rsidR="00944F22" w:rsidRPr="00E062F1" w:rsidRDefault="00944F22" w:rsidP="006B3BD2">
            <w:pPr>
              <w:pStyle w:val="TAC"/>
            </w:pPr>
            <w:r w:rsidRPr="00E062F1">
              <w:t>DC_2A-2A-66A_n260M</w:t>
            </w:r>
          </w:p>
          <w:p w14:paraId="24E355F9" w14:textId="77777777" w:rsidR="00944F22" w:rsidRPr="00E062F1" w:rsidRDefault="00944F22" w:rsidP="006B3BD2">
            <w:pPr>
              <w:pStyle w:val="TAC"/>
              <w:rPr>
                <w:lang w:eastAsia="fr-FR"/>
              </w:rPr>
            </w:pPr>
            <w:r w:rsidRPr="00E062F1">
              <w:t>DC_2A-66A-66A_n260A</w:t>
            </w:r>
          </w:p>
          <w:p w14:paraId="4065F9B0" w14:textId="77777777" w:rsidR="00944F22" w:rsidRPr="00E062F1" w:rsidRDefault="00944F22" w:rsidP="006B3BD2">
            <w:pPr>
              <w:pStyle w:val="TAC"/>
            </w:pPr>
            <w:r w:rsidRPr="00E062F1">
              <w:t>DC_2A-66A-66A_n260G</w:t>
            </w:r>
          </w:p>
          <w:p w14:paraId="2328B2AD" w14:textId="77777777" w:rsidR="00944F22" w:rsidRPr="00E062F1" w:rsidRDefault="00944F22" w:rsidP="006B3BD2">
            <w:pPr>
              <w:pStyle w:val="TAC"/>
            </w:pPr>
            <w:r w:rsidRPr="00E062F1">
              <w:t>DC_2A-66A-66A_n260H</w:t>
            </w:r>
          </w:p>
          <w:p w14:paraId="6B5B533D" w14:textId="77777777" w:rsidR="00944F22" w:rsidRPr="00E062F1" w:rsidRDefault="00944F22" w:rsidP="006B3BD2">
            <w:pPr>
              <w:pStyle w:val="TAC"/>
              <w:rPr>
                <w:noProof/>
                <w:lang w:eastAsia="zh-CN"/>
              </w:rPr>
            </w:pPr>
            <w:r w:rsidRPr="00E062F1">
              <w:t>DC_2A-66A-66A_n260I</w:t>
            </w:r>
          </w:p>
          <w:p w14:paraId="29953470" w14:textId="77777777" w:rsidR="00944F22" w:rsidRPr="00E062F1" w:rsidRDefault="00944F22" w:rsidP="006B3BD2">
            <w:pPr>
              <w:pStyle w:val="TAC"/>
              <w:rPr>
                <w:noProof/>
                <w:lang w:eastAsia="zh-CN"/>
              </w:rPr>
            </w:pPr>
            <w:r w:rsidRPr="00E062F1">
              <w:t>DC_2A-66A-66A_n260J</w:t>
            </w:r>
          </w:p>
          <w:p w14:paraId="5C09681B" w14:textId="77777777" w:rsidR="00944F22" w:rsidRPr="00E062F1" w:rsidRDefault="00944F22" w:rsidP="006B3BD2">
            <w:pPr>
              <w:pStyle w:val="TAC"/>
              <w:rPr>
                <w:noProof/>
                <w:lang w:eastAsia="zh-CN"/>
              </w:rPr>
            </w:pPr>
            <w:r w:rsidRPr="00E062F1">
              <w:t>DC_2A-66A-66A_n260K</w:t>
            </w:r>
          </w:p>
          <w:p w14:paraId="6FEBAF38" w14:textId="77777777" w:rsidR="00944F22" w:rsidRPr="00E062F1" w:rsidRDefault="00944F22" w:rsidP="006B3BD2">
            <w:pPr>
              <w:pStyle w:val="TAC"/>
              <w:rPr>
                <w:noProof/>
                <w:lang w:eastAsia="zh-CN"/>
              </w:rPr>
            </w:pPr>
            <w:r w:rsidRPr="00E062F1">
              <w:t>DC_2A-66A-66A_n260L</w:t>
            </w:r>
          </w:p>
          <w:p w14:paraId="3FADE843" w14:textId="77777777" w:rsidR="00944F22" w:rsidRPr="00E062F1" w:rsidRDefault="00944F22" w:rsidP="006B3BD2">
            <w:pPr>
              <w:pStyle w:val="TAC"/>
              <w:rPr>
                <w:noProof/>
                <w:lang w:eastAsia="zh-CN"/>
              </w:rPr>
            </w:pPr>
            <w:r w:rsidRPr="00E062F1">
              <w:t>DC_2A-66A-66A_n260M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DB421FE" w14:textId="77777777" w:rsidR="00944F22" w:rsidRPr="00E062F1" w:rsidRDefault="00944F22" w:rsidP="006B3BD2">
            <w:pPr>
              <w:pStyle w:val="TAC"/>
              <w:rPr>
                <w:noProof/>
                <w:lang w:eastAsia="zh-CN"/>
              </w:rPr>
            </w:pPr>
            <w:r w:rsidRPr="00E062F1">
              <w:rPr>
                <w:noProof/>
                <w:lang w:eastAsia="zh-CN"/>
              </w:rPr>
              <w:t>DC_2A_n260A</w:t>
            </w:r>
          </w:p>
          <w:p w14:paraId="16F9313B" w14:textId="77777777" w:rsidR="008F0605" w:rsidRDefault="00944F22" w:rsidP="008F0605">
            <w:pPr>
              <w:pStyle w:val="TAC"/>
              <w:rPr>
                <w:noProof/>
                <w:lang w:eastAsia="zh-CN"/>
              </w:rPr>
            </w:pPr>
            <w:r w:rsidRPr="00E062F1">
              <w:rPr>
                <w:noProof/>
                <w:lang w:eastAsia="zh-CN"/>
              </w:rPr>
              <w:t>DC_66A_n260A</w:t>
            </w:r>
          </w:p>
          <w:p w14:paraId="70E27248" w14:textId="77777777" w:rsidR="008F0605" w:rsidRPr="00EF5447" w:rsidRDefault="008F0605" w:rsidP="008F0605">
            <w:pPr>
              <w:pStyle w:val="TAC"/>
              <w:rPr>
                <w:noProof/>
                <w:lang w:eastAsia="zh-CN"/>
              </w:rPr>
            </w:pPr>
            <w:r w:rsidRPr="00EF5447">
              <w:rPr>
                <w:noProof/>
                <w:lang w:eastAsia="zh-CN"/>
              </w:rPr>
              <w:t>DC_2A_n260G</w:t>
            </w:r>
          </w:p>
          <w:p w14:paraId="3A4729CB" w14:textId="77777777" w:rsidR="008F0605" w:rsidRDefault="008F0605" w:rsidP="008F0605">
            <w:pPr>
              <w:pStyle w:val="TAC"/>
              <w:rPr>
                <w:noProof/>
                <w:lang w:eastAsia="zh-CN"/>
              </w:rPr>
            </w:pPr>
            <w:r w:rsidRPr="00EF5447">
              <w:rPr>
                <w:noProof/>
                <w:lang w:eastAsia="zh-CN"/>
              </w:rPr>
              <w:t>DC_66A_n260G</w:t>
            </w:r>
          </w:p>
          <w:p w14:paraId="571B317A" w14:textId="77777777" w:rsidR="008F0605" w:rsidRPr="00EF5447" w:rsidRDefault="008F0605" w:rsidP="008F0605">
            <w:pPr>
              <w:pStyle w:val="TAC"/>
              <w:rPr>
                <w:noProof/>
                <w:lang w:eastAsia="zh-CN"/>
              </w:rPr>
            </w:pPr>
            <w:r w:rsidRPr="00EF5447">
              <w:rPr>
                <w:noProof/>
                <w:lang w:eastAsia="zh-CN"/>
              </w:rPr>
              <w:t>DC_2A_n260H</w:t>
            </w:r>
          </w:p>
          <w:p w14:paraId="49460244" w14:textId="77777777" w:rsidR="008F0605" w:rsidRDefault="008F0605" w:rsidP="008F0605">
            <w:pPr>
              <w:pStyle w:val="TAC"/>
              <w:rPr>
                <w:noProof/>
                <w:lang w:eastAsia="zh-CN"/>
              </w:rPr>
            </w:pPr>
            <w:r w:rsidRPr="00EF5447">
              <w:rPr>
                <w:noProof/>
                <w:lang w:eastAsia="zh-CN"/>
              </w:rPr>
              <w:t>DC_66A_n260H</w:t>
            </w:r>
          </w:p>
          <w:p w14:paraId="1DD1C897" w14:textId="77777777" w:rsidR="008F0605" w:rsidRPr="00EF5447" w:rsidRDefault="008F0605" w:rsidP="008F0605">
            <w:pPr>
              <w:pStyle w:val="TAC"/>
              <w:rPr>
                <w:lang w:eastAsia="zh-CN"/>
              </w:rPr>
            </w:pPr>
            <w:r w:rsidRPr="00EF5447">
              <w:rPr>
                <w:lang w:eastAsia="zh-CN"/>
              </w:rPr>
              <w:t>DC_2A_n260I</w:t>
            </w:r>
          </w:p>
          <w:p w14:paraId="5288C3F8" w14:textId="14091330" w:rsidR="00944F22" w:rsidRPr="00E062F1" w:rsidRDefault="008F0605" w:rsidP="008F0605">
            <w:pPr>
              <w:pStyle w:val="TAC"/>
              <w:rPr>
                <w:noProof/>
                <w:lang w:eastAsia="zh-CN"/>
              </w:rPr>
            </w:pPr>
            <w:r w:rsidRPr="00EF5447">
              <w:rPr>
                <w:lang w:eastAsia="zh-CN"/>
              </w:rPr>
              <w:t>DC_66A_n260I</w:t>
            </w:r>
          </w:p>
        </w:tc>
      </w:tr>
      <w:tr w:rsidR="00944F22" w:rsidRPr="00E062F1" w14:paraId="5265FE03"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13ECAB8" w14:textId="77777777" w:rsidR="008F0605" w:rsidRDefault="008F0605" w:rsidP="008F0605">
            <w:pPr>
              <w:pStyle w:val="TAC"/>
              <w:rPr>
                <w:lang w:eastAsia="fi-FI"/>
              </w:rPr>
            </w:pPr>
            <w:r w:rsidRPr="00E062F1">
              <w:rPr>
                <w:lang w:eastAsia="fi-FI"/>
              </w:rPr>
              <w:t>DC_2A-66A_n261A</w:t>
            </w:r>
          </w:p>
          <w:p w14:paraId="0E4548DA" w14:textId="77777777" w:rsidR="00944F22" w:rsidRPr="00E062F1" w:rsidRDefault="00944F22" w:rsidP="006B3BD2">
            <w:pPr>
              <w:pStyle w:val="TAC"/>
              <w:rPr>
                <w:lang w:eastAsia="zh-CN"/>
              </w:rPr>
            </w:pPr>
            <w:r w:rsidRPr="00E062F1">
              <w:rPr>
                <w:lang w:eastAsia="zh-CN"/>
              </w:rPr>
              <w:t>DC_2A-66A_n261G</w:t>
            </w:r>
          </w:p>
          <w:p w14:paraId="1308967C" w14:textId="77777777" w:rsidR="00944F22" w:rsidRPr="00E062F1" w:rsidRDefault="00944F22" w:rsidP="006B3BD2">
            <w:pPr>
              <w:pStyle w:val="TAC"/>
              <w:rPr>
                <w:lang w:eastAsia="zh-CN"/>
              </w:rPr>
            </w:pPr>
            <w:r w:rsidRPr="00E062F1">
              <w:rPr>
                <w:lang w:eastAsia="zh-CN"/>
              </w:rPr>
              <w:t>DC_2A-66A_n261H</w:t>
            </w:r>
          </w:p>
          <w:p w14:paraId="4B81CADE" w14:textId="77777777" w:rsidR="00944F22" w:rsidRPr="00E062F1" w:rsidRDefault="00944F22" w:rsidP="006B3BD2">
            <w:pPr>
              <w:pStyle w:val="TAC"/>
              <w:rPr>
                <w:lang w:eastAsia="zh-CN"/>
              </w:rPr>
            </w:pPr>
            <w:r w:rsidRPr="00E062F1">
              <w:rPr>
                <w:lang w:eastAsia="zh-CN"/>
              </w:rPr>
              <w:t>DC_2A-66A_n261I</w:t>
            </w:r>
          </w:p>
          <w:p w14:paraId="4D508CDA" w14:textId="77777777" w:rsidR="00944F22" w:rsidRPr="00E062F1" w:rsidRDefault="00944F22" w:rsidP="006B3BD2">
            <w:pPr>
              <w:pStyle w:val="TAC"/>
              <w:rPr>
                <w:lang w:eastAsia="zh-CN"/>
              </w:rPr>
            </w:pPr>
            <w:r w:rsidRPr="00E062F1">
              <w:rPr>
                <w:lang w:eastAsia="zh-CN"/>
              </w:rPr>
              <w:t>DC_2A-66A_n261J</w:t>
            </w:r>
          </w:p>
          <w:p w14:paraId="263857BF" w14:textId="77777777" w:rsidR="00944F22" w:rsidRPr="00E062F1" w:rsidRDefault="00944F22" w:rsidP="006B3BD2">
            <w:pPr>
              <w:pStyle w:val="TAC"/>
              <w:rPr>
                <w:lang w:eastAsia="zh-CN"/>
              </w:rPr>
            </w:pPr>
            <w:r w:rsidRPr="00E062F1">
              <w:rPr>
                <w:lang w:eastAsia="zh-CN"/>
              </w:rPr>
              <w:t>DC_2A-66A_n261K</w:t>
            </w:r>
          </w:p>
          <w:p w14:paraId="5A8AF7FA" w14:textId="77777777" w:rsidR="00944F22" w:rsidRPr="00E062F1" w:rsidRDefault="00944F22" w:rsidP="006B3BD2">
            <w:pPr>
              <w:pStyle w:val="TAC"/>
              <w:rPr>
                <w:lang w:eastAsia="zh-CN"/>
              </w:rPr>
            </w:pPr>
            <w:r w:rsidRPr="00E062F1">
              <w:rPr>
                <w:lang w:eastAsia="zh-CN"/>
              </w:rPr>
              <w:t>DC_2A-66A_n261L</w:t>
            </w:r>
          </w:p>
          <w:p w14:paraId="20581780" w14:textId="77777777" w:rsidR="00944F22" w:rsidRPr="00E062F1" w:rsidRDefault="00944F22" w:rsidP="006B3BD2">
            <w:pPr>
              <w:pStyle w:val="TAC"/>
              <w:rPr>
                <w:lang w:eastAsia="fi-FI"/>
              </w:rPr>
            </w:pPr>
            <w:r w:rsidRPr="00E062F1">
              <w:rPr>
                <w:lang w:eastAsia="zh-CN"/>
              </w:rPr>
              <w:t>DC_2A-66A_n261M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E8A4FA1" w14:textId="4D1A8207" w:rsidR="00944F22" w:rsidRPr="00E062F1" w:rsidRDefault="00944F22" w:rsidP="006B3BD2">
            <w:pPr>
              <w:pStyle w:val="TAC"/>
              <w:rPr>
                <w:lang w:eastAsia="zh-CN"/>
              </w:rPr>
            </w:pPr>
            <w:r w:rsidRPr="00E062F1">
              <w:rPr>
                <w:lang w:eastAsia="zh-CN"/>
              </w:rPr>
              <w:t>DC_2A_n261A</w:t>
            </w:r>
          </w:p>
          <w:p w14:paraId="0AA31B11" w14:textId="77777777" w:rsidR="008F0605" w:rsidRDefault="00944F22" w:rsidP="008F0605">
            <w:pPr>
              <w:pStyle w:val="TAC"/>
              <w:rPr>
                <w:lang w:eastAsia="zh-CN"/>
              </w:rPr>
            </w:pPr>
            <w:r w:rsidRPr="00E062F1">
              <w:rPr>
                <w:lang w:eastAsia="zh-CN"/>
              </w:rPr>
              <w:t>DC_66A_n261A</w:t>
            </w:r>
          </w:p>
          <w:p w14:paraId="2E5200A4" w14:textId="77777777" w:rsidR="008F0605" w:rsidRPr="00EF5447" w:rsidRDefault="008F0605" w:rsidP="008F0605">
            <w:pPr>
              <w:pStyle w:val="TAC"/>
              <w:rPr>
                <w:lang w:eastAsia="zh-CN"/>
              </w:rPr>
            </w:pPr>
            <w:r w:rsidRPr="00EF5447">
              <w:rPr>
                <w:lang w:eastAsia="zh-CN"/>
              </w:rPr>
              <w:t>DC_2A_n261G</w:t>
            </w:r>
          </w:p>
          <w:p w14:paraId="1AEF6687" w14:textId="77777777" w:rsidR="008F0605" w:rsidRDefault="008F0605" w:rsidP="008F0605">
            <w:pPr>
              <w:pStyle w:val="TAC"/>
              <w:rPr>
                <w:lang w:eastAsia="zh-CN"/>
              </w:rPr>
            </w:pPr>
            <w:r w:rsidRPr="00EF5447">
              <w:rPr>
                <w:lang w:eastAsia="zh-CN"/>
              </w:rPr>
              <w:t>DC_66A_n261G</w:t>
            </w:r>
          </w:p>
          <w:p w14:paraId="6D3CFF70" w14:textId="77777777" w:rsidR="008F0605" w:rsidRPr="00EF5447" w:rsidRDefault="008F0605" w:rsidP="008F0605">
            <w:pPr>
              <w:pStyle w:val="TAC"/>
              <w:rPr>
                <w:lang w:eastAsia="zh-CN"/>
              </w:rPr>
            </w:pPr>
            <w:r w:rsidRPr="00EF5447">
              <w:rPr>
                <w:lang w:eastAsia="zh-CN"/>
              </w:rPr>
              <w:t>DC_2A_n261H</w:t>
            </w:r>
          </w:p>
          <w:p w14:paraId="582066F2" w14:textId="77777777" w:rsidR="008F0605" w:rsidRDefault="008F0605" w:rsidP="008F0605">
            <w:pPr>
              <w:pStyle w:val="TAC"/>
              <w:rPr>
                <w:lang w:eastAsia="zh-CN"/>
              </w:rPr>
            </w:pPr>
            <w:r w:rsidRPr="00EF5447">
              <w:rPr>
                <w:lang w:eastAsia="zh-CN"/>
              </w:rPr>
              <w:t>DC_66A_n261H</w:t>
            </w:r>
          </w:p>
          <w:p w14:paraId="6E1A241C" w14:textId="77777777" w:rsidR="008F0605" w:rsidRPr="00EF5447" w:rsidRDefault="008F0605" w:rsidP="008F0605">
            <w:pPr>
              <w:pStyle w:val="TAC"/>
              <w:rPr>
                <w:lang w:eastAsia="zh-CN"/>
              </w:rPr>
            </w:pPr>
            <w:r w:rsidRPr="00EF5447">
              <w:rPr>
                <w:lang w:eastAsia="zh-CN"/>
              </w:rPr>
              <w:t>DC_2A_n261I</w:t>
            </w:r>
          </w:p>
          <w:p w14:paraId="4B1DD44A" w14:textId="7BE829F9" w:rsidR="00944F22" w:rsidRPr="00E062F1" w:rsidRDefault="008F0605" w:rsidP="008F0605">
            <w:pPr>
              <w:pStyle w:val="TAC"/>
              <w:rPr>
                <w:lang w:eastAsia="fi-FI"/>
              </w:rPr>
            </w:pPr>
            <w:r w:rsidRPr="00EF5447">
              <w:rPr>
                <w:lang w:eastAsia="zh-CN"/>
              </w:rPr>
              <w:t>DC_66A_n261I</w:t>
            </w:r>
          </w:p>
        </w:tc>
      </w:tr>
      <w:tr w:rsidR="008F0605" w:rsidRPr="00E062F1" w14:paraId="4B92196A" w14:textId="77777777" w:rsidTr="00AB3F5A">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tcPr>
          <w:p w14:paraId="2F297D60" w14:textId="77777777" w:rsidR="008F0605" w:rsidRPr="00EF5447" w:rsidRDefault="008F0605" w:rsidP="00AB3F5A">
            <w:pPr>
              <w:pStyle w:val="TAC"/>
              <w:rPr>
                <w:lang w:eastAsia="zh-CN"/>
              </w:rPr>
            </w:pPr>
            <w:r w:rsidRPr="00EF5447">
              <w:rPr>
                <w:lang w:eastAsia="zh-CN"/>
              </w:rPr>
              <w:t>DC_2A-66A-66A_n261A</w:t>
            </w:r>
          </w:p>
          <w:p w14:paraId="65BBA051" w14:textId="77777777" w:rsidR="008F0605" w:rsidRPr="00EF5447" w:rsidRDefault="008F0605" w:rsidP="00AB3F5A">
            <w:pPr>
              <w:pStyle w:val="TAC"/>
              <w:rPr>
                <w:lang w:eastAsia="zh-CN"/>
              </w:rPr>
            </w:pPr>
            <w:r w:rsidRPr="00EF5447">
              <w:rPr>
                <w:lang w:eastAsia="zh-CN"/>
              </w:rPr>
              <w:t>DC_2A-66A-66A_n261</w:t>
            </w:r>
            <w:r>
              <w:rPr>
                <w:lang w:eastAsia="zh-CN"/>
              </w:rPr>
              <w:t>G</w:t>
            </w:r>
          </w:p>
          <w:p w14:paraId="6A023876" w14:textId="77777777" w:rsidR="008F0605" w:rsidRPr="00EF5447" w:rsidRDefault="008F0605" w:rsidP="00AB3F5A">
            <w:pPr>
              <w:pStyle w:val="TAC"/>
              <w:rPr>
                <w:lang w:eastAsia="zh-CN"/>
              </w:rPr>
            </w:pPr>
            <w:r w:rsidRPr="00EF5447">
              <w:rPr>
                <w:lang w:eastAsia="zh-CN"/>
              </w:rPr>
              <w:t>DC_2A-66A-66A_n261</w:t>
            </w:r>
            <w:r>
              <w:rPr>
                <w:lang w:eastAsia="zh-CN"/>
              </w:rPr>
              <w:t>H</w:t>
            </w:r>
          </w:p>
          <w:p w14:paraId="723CFC6D" w14:textId="77777777" w:rsidR="008F0605" w:rsidRPr="00EF5447" w:rsidRDefault="008F0605" w:rsidP="00AB3F5A">
            <w:pPr>
              <w:pStyle w:val="TAC"/>
              <w:rPr>
                <w:lang w:eastAsia="zh-CN"/>
              </w:rPr>
            </w:pPr>
            <w:r w:rsidRPr="00EF5447">
              <w:rPr>
                <w:lang w:eastAsia="zh-CN"/>
              </w:rPr>
              <w:t>DC_2A-66A-66A_n261I</w:t>
            </w:r>
          </w:p>
          <w:p w14:paraId="28ACE194" w14:textId="77777777" w:rsidR="008F0605" w:rsidRPr="00EF5447" w:rsidRDefault="008F0605" w:rsidP="00AB3F5A">
            <w:pPr>
              <w:pStyle w:val="TAC"/>
              <w:rPr>
                <w:lang w:eastAsia="zh-CN"/>
              </w:rPr>
            </w:pPr>
            <w:r w:rsidRPr="00EF5447">
              <w:rPr>
                <w:lang w:eastAsia="zh-CN"/>
              </w:rPr>
              <w:t>DC_2A-66A-66A_n261J</w:t>
            </w:r>
          </w:p>
          <w:p w14:paraId="0B56A789" w14:textId="77777777" w:rsidR="008F0605" w:rsidRPr="00EF5447" w:rsidRDefault="008F0605" w:rsidP="00AB3F5A">
            <w:pPr>
              <w:pStyle w:val="TAC"/>
              <w:rPr>
                <w:lang w:eastAsia="zh-CN"/>
              </w:rPr>
            </w:pPr>
            <w:r w:rsidRPr="00EF5447">
              <w:rPr>
                <w:lang w:eastAsia="zh-CN"/>
              </w:rPr>
              <w:t>DC_2A-66A-66A_n261K</w:t>
            </w:r>
          </w:p>
          <w:p w14:paraId="1665F229" w14:textId="77777777" w:rsidR="008F0605" w:rsidRPr="00EF5447" w:rsidRDefault="008F0605" w:rsidP="00AB3F5A">
            <w:pPr>
              <w:pStyle w:val="TAC"/>
              <w:rPr>
                <w:lang w:eastAsia="zh-CN"/>
              </w:rPr>
            </w:pPr>
            <w:r w:rsidRPr="00EF5447">
              <w:rPr>
                <w:lang w:eastAsia="zh-CN"/>
              </w:rPr>
              <w:t>DC_2A-66A-66A_n261L</w:t>
            </w:r>
          </w:p>
          <w:p w14:paraId="6007DBFE" w14:textId="77777777" w:rsidR="008F0605" w:rsidRPr="00E062F1" w:rsidRDefault="008F0605" w:rsidP="00AB3F5A">
            <w:pPr>
              <w:pStyle w:val="TAC"/>
              <w:rPr>
                <w:lang w:eastAsia="fi-FI"/>
              </w:rPr>
            </w:pPr>
            <w:r w:rsidRPr="00EF5447">
              <w:rPr>
                <w:lang w:eastAsia="zh-CN"/>
              </w:rPr>
              <w:t>DC_2A-66A-66A_n261M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88F9BF5" w14:textId="77777777" w:rsidR="008F0605" w:rsidRPr="00EF5447" w:rsidRDefault="008F0605" w:rsidP="00AB3F5A">
            <w:pPr>
              <w:pStyle w:val="TAC"/>
              <w:rPr>
                <w:lang w:eastAsia="zh-CN"/>
              </w:rPr>
            </w:pPr>
            <w:r w:rsidRPr="00EF5447">
              <w:rPr>
                <w:lang w:eastAsia="zh-CN"/>
              </w:rPr>
              <w:t>DC_2A_n261A</w:t>
            </w:r>
          </w:p>
          <w:p w14:paraId="285EC312" w14:textId="77777777" w:rsidR="008F0605" w:rsidRDefault="008F0605" w:rsidP="00AB3F5A">
            <w:pPr>
              <w:pStyle w:val="TAC"/>
              <w:rPr>
                <w:lang w:eastAsia="zh-CN"/>
              </w:rPr>
            </w:pPr>
            <w:r w:rsidRPr="00EF5447">
              <w:rPr>
                <w:lang w:eastAsia="zh-CN"/>
              </w:rPr>
              <w:t>DC_66A_n261A</w:t>
            </w:r>
          </w:p>
          <w:p w14:paraId="566E64CD" w14:textId="77777777" w:rsidR="008F0605" w:rsidRPr="00EF5447" w:rsidRDefault="008F0605" w:rsidP="00AB3F5A">
            <w:pPr>
              <w:pStyle w:val="TAC"/>
              <w:rPr>
                <w:lang w:eastAsia="zh-CN"/>
              </w:rPr>
            </w:pPr>
            <w:r w:rsidRPr="00EF5447">
              <w:rPr>
                <w:lang w:eastAsia="zh-CN"/>
              </w:rPr>
              <w:t>DC_2A_n261G</w:t>
            </w:r>
          </w:p>
          <w:p w14:paraId="641DEF73" w14:textId="77777777" w:rsidR="008F0605" w:rsidRDefault="008F0605" w:rsidP="00AB3F5A">
            <w:pPr>
              <w:pStyle w:val="TAC"/>
              <w:rPr>
                <w:lang w:eastAsia="zh-CN"/>
              </w:rPr>
            </w:pPr>
            <w:r w:rsidRPr="00EF5447">
              <w:rPr>
                <w:lang w:eastAsia="zh-CN"/>
              </w:rPr>
              <w:t>DC_66A_n261G</w:t>
            </w:r>
          </w:p>
          <w:p w14:paraId="6B780CF4" w14:textId="77777777" w:rsidR="008F0605" w:rsidRPr="00EF5447" w:rsidRDefault="008F0605" w:rsidP="00AB3F5A">
            <w:pPr>
              <w:pStyle w:val="TAC"/>
              <w:rPr>
                <w:lang w:eastAsia="zh-CN"/>
              </w:rPr>
            </w:pPr>
            <w:r w:rsidRPr="00EF5447">
              <w:rPr>
                <w:lang w:eastAsia="zh-CN"/>
              </w:rPr>
              <w:t>DC_2A_n261H</w:t>
            </w:r>
          </w:p>
          <w:p w14:paraId="7795E858" w14:textId="77777777" w:rsidR="008F0605" w:rsidRDefault="008F0605" w:rsidP="00AB3F5A">
            <w:pPr>
              <w:pStyle w:val="TAC"/>
              <w:rPr>
                <w:lang w:eastAsia="zh-CN"/>
              </w:rPr>
            </w:pPr>
            <w:r w:rsidRPr="00EF5447">
              <w:rPr>
                <w:lang w:eastAsia="zh-CN"/>
              </w:rPr>
              <w:t>DC_66A_n261H</w:t>
            </w:r>
          </w:p>
          <w:p w14:paraId="4CFF73FA" w14:textId="77777777" w:rsidR="008F0605" w:rsidRPr="00EF5447" w:rsidRDefault="008F0605" w:rsidP="00AB3F5A">
            <w:pPr>
              <w:pStyle w:val="TAC"/>
              <w:rPr>
                <w:lang w:eastAsia="zh-CN"/>
              </w:rPr>
            </w:pPr>
            <w:r w:rsidRPr="00EF5447">
              <w:rPr>
                <w:lang w:eastAsia="zh-CN"/>
              </w:rPr>
              <w:t>DC_2A_n261I</w:t>
            </w:r>
          </w:p>
          <w:p w14:paraId="7F1108F8" w14:textId="77777777" w:rsidR="008F0605" w:rsidRPr="00E062F1" w:rsidRDefault="008F0605" w:rsidP="00AB3F5A">
            <w:pPr>
              <w:pStyle w:val="TAC"/>
              <w:rPr>
                <w:lang w:eastAsia="zh-CN"/>
              </w:rPr>
            </w:pPr>
            <w:r w:rsidRPr="00EF5447">
              <w:rPr>
                <w:lang w:eastAsia="zh-CN"/>
              </w:rPr>
              <w:t>DC_66A_n261I</w:t>
            </w:r>
          </w:p>
        </w:tc>
      </w:tr>
      <w:tr w:rsidR="00944F22" w:rsidRPr="00E062F1" w14:paraId="073D6F2C"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DCE9ED8" w14:textId="77777777" w:rsidR="00944F22" w:rsidRPr="00E062F1" w:rsidRDefault="00944F22" w:rsidP="006B3BD2">
            <w:pPr>
              <w:pStyle w:val="TAC"/>
            </w:pPr>
            <w:r w:rsidRPr="00E062F1">
              <w:lastRenderedPageBreak/>
              <w:t>DC_2A-66A_n261(2A)</w:t>
            </w:r>
          </w:p>
          <w:p w14:paraId="6AB09191" w14:textId="77777777" w:rsidR="00944F22" w:rsidRPr="00E062F1" w:rsidRDefault="00944F22" w:rsidP="006B3BD2">
            <w:pPr>
              <w:pStyle w:val="TAC"/>
              <w:rPr>
                <w:lang w:eastAsia="fi-FI"/>
              </w:rPr>
            </w:pPr>
            <w:r w:rsidRPr="00E062F1">
              <w:rPr>
                <w:lang w:eastAsia="fi-FI"/>
              </w:rPr>
              <w:t>DC_2A-66A_n261(3A)</w:t>
            </w:r>
          </w:p>
          <w:p w14:paraId="12CD645C" w14:textId="77777777" w:rsidR="00944F22" w:rsidRPr="00E062F1" w:rsidRDefault="00944F22" w:rsidP="006B3BD2">
            <w:pPr>
              <w:pStyle w:val="TAC"/>
              <w:rPr>
                <w:lang w:eastAsia="fi-FI"/>
              </w:rPr>
            </w:pPr>
            <w:r w:rsidRPr="00E062F1">
              <w:rPr>
                <w:lang w:eastAsia="fi-FI"/>
              </w:rPr>
              <w:t>DC_2A-66A_n261(4A)</w:t>
            </w:r>
          </w:p>
          <w:p w14:paraId="6C8FDA7C" w14:textId="77777777" w:rsidR="00944F22" w:rsidRPr="00E062F1" w:rsidRDefault="00944F22" w:rsidP="006B3BD2">
            <w:pPr>
              <w:pStyle w:val="TAC"/>
              <w:rPr>
                <w:lang w:eastAsia="fi-FI"/>
              </w:rPr>
            </w:pPr>
            <w:r w:rsidRPr="00E062F1">
              <w:rPr>
                <w:lang w:eastAsia="fi-FI"/>
              </w:rPr>
              <w:t>DC_2A-66A_n261(2G)</w:t>
            </w:r>
          </w:p>
          <w:p w14:paraId="65BDC8AC" w14:textId="77777777" w:rsidR="00944F22" w:rsidRPr="00E062F1" w:rsidRDefault="00944F22" w:rsidP="006B3BD2">
            <w:pPr>
              <w:pStyle w:val="TAC"/>
              <w:rPr>
                <w:lang w:eastAsia="fi-FI"/>
              </w:rPr>
            </w:pPr>
            <w:r w:rsidRPr="00E062F1">
              <w:rPr>
                <w:lang w:eastAsia="fi-FI"/>
              </w:rPr>
              <w:t>DC_2A-66A_n261(2H)</w:t>
            </w:r>
          </w:p>
          <w:p w14:paraId="3CC8519D" w14:textId="77777777" w:rsidR="00944F22" w:rsidRPr="00E062F1" w:rsidRDefault="00944F22" w:rsidP="006B3BD2">
            <w:pPr>
              <w:pStyle w:val="TAC"/>
              <w:rPr>
                <w:lang w:eastAsia="fi-FI"/>
              </w:rPr>
            </w:pPr>
            <w:r w:rsidRPr="00E062F1">
              <w:rPr>
                <w:lang w:eastAsia="fi-FI"/>
              </w:rPr>
              <w:t>DC_2A-66A_n261(A-G)</w:t>
            </w:r>
          </w:p>
          <w:p w14:paraId="6BEFD9C9" w14:textId="77777777" w:rsidR="00944F22" w:rsidRPr="00E062F1" w:rsidRDefault="00944F22" w:rsidP="006B3BD2">
            <w:pPr>
              <w:pStyle w:val="TAC"/>
              <w:rPr>
                <w:lang w:eastAsia="fi-FI"/>
              </w:rPr>
            </w:pPr>
            <w:r w:rsidRPr="00E062F1">
              <w:rPr>
                <w:lang w:eastAsia="fi-FI"/>
              </w:rPr>
              <w:t>DC_2A-66A_n261(A-H)</w:t>
            </w:r>
          </w:p>
          <w:p w14:paraId="6B82E77B" w14:textId="77777777" w:rsidR="00944F22" w:rsidRPr="00E062F1" w:rsidRDefault="00944F22" w:rsidP="006B3BD2">
            <w:pPr>
              <w:pStyle w:val="TAC"/>
              <w:rPr>
                <w:lang w:eastAsia="fi-FI"/>
              </w:rPr>
            </w:pPr>
            <w:r w:rsidRPr="00E062F1">
              <w:rPr>
                <w:lang w:eastAsia="fi-FI"/>
              </w:rPr>
              <w:t>DC_2A-66A_n261(A-I)</w:t>
            </w:r>
          </w:p>
          <w:p w14:paraId="17F75671" w14:textId="77777777" w:rsidR="00944F22" w:rsidRPr="00E062F1" w:rsidRDefault="00944F22" w:rsidP="006B3BD2">
            <w:pPr>
              <w:pStyle w:val="TAC"/>
              <w:rPr>
                <w:lang w:eastAsia="fi-FI"/>
              </w:rPr>
            </w:pPr>
            <w:r w:rsidRPr="00E062F1">
              <w:rPr>
                <w:lang w:eastAsia="fi-FI"/>
              </w:rPr>
              <w:t>DC_2A-66A_n261(A-J)</w:t>
            </w:r>
          </w:p>
          <w:p w14:paraId="06BBF12A" w14:textId="77777777" w:rsidR="00944F22" w:rsidRPr="00E062F1" w:rsidRDefault="00944F22" w:rsidP="006B3BD2">
            <w:pPr>
              <w:pStyle w:val="TAC"/>
              <w:rPr>
                <w:lang w:eastAsia="fi-FI"/>
              </w:rPr>
            </w:pPr>
            <w:r w:rsidRPr="00E062F1">
              <w:rPr>
                <w:lang w:eastAsia="fi-FI"/>
              </w:rPr>
              <w:t>DC_2A-66A_n261(A-K)</w:t>
            </w:r>
          </w:p>
          <w:p w14:paraId="731F9000" w14:textId="77777777" w:rsidR="00944F22" w:rsidRPr="00E062F1" w:rsidRDefault="00944F22" w:rsidP="006B3BD2">
            <w:pPr>
              <w:pStyle w:val="TAC"/>
              <w:rPr>
                <w:lang w:eastAsia="fi-FI"/>
              </w:rPr>
            </w:pPr>
            <w:r w:rsidRPr="00E062F1">
              <w:rPr>
                <w:lang w:eastAsia="fi-FI"/>
              </w:rPr>
              <w:t>DC_2A-66A_n261(A-2G)</w:t>
            </w:r>
          </w:p>
          <w:p w14:paraId="1CE4559A" w14:textId="77777777" w:rsidR="00944F22" w:rsidRPr="00E062F1" w:rsidRDefault="00944F22" w:rsidP="006B3BD2">
            <w:pPr>
              <w:pStyle w:val="TAC"/>
              <w:rPr>
                <w:lang w:eastAsia="fi-FI"/>
              </w:rPr>
            </w:pPr>
            <w:r w:rsidRPr="00E062F1">
              <w:rPr>
                <w:lang w:eastAsia="fi-FI"/>
              </w:rPr>
              <w:t>DC_2A-66A_n261(A-G-H)</w:t>
            </w:r>
          </w:p>
          <w:p w14:paraId="7EB4A353" w14:textId="77777777" w:rsidR="00944F22" w:rsidRPr="00E062F1" w:rsidRDefault="00944F22" w:rsidP="006B3BD2">
            <w:pPr>
              <w:pStyle w:val="TAC"/>
              <w:rPr>
                <w:lang w:eastAsia="fi-FI"/>
              </w:rPr>
            </w:pPr>
            <w:r w:rsidRPr="00E062F1">
              <w:rPr>
                <w:lang w:eastAsia="fi-FI"/>
              </w:rPr>
              <w:t>DC_2A-66A_n261(A-G-I)</w:t>
            </w:r>
          </w:p>
          <w:p w14:paraId="72EA91B3" w14:textId="77777777" w:rsidR="00944F22" w:rsidRPr="00E062F1" w:rsidRDefault="00944F22" w:rsidP="006B3BD2">
            <w:pPr>
              <w:pStyle w:val="TAC"/>
              <w:rPr>
                <w:lang w:eastAsia="fi-FI"/>
              </w:rPr>
            </w:pPr>
            <w:r w:rsidRPr="00E062F1">
              <w:rPr>
                <w:lang w:eastAsia="fi-FI"/>
              </w:rPr>
              <w:t>DC_2A-66A_n261(2A-G)</w:t>
            </w:r>
          </w:p>
          <w:p w14:paraId="2BE46542" w14:textId="77777777" w:rsidR="00944F22" w:rsidRPr="00E062F1" w:rsidRDefault="00944F22" w:rsidP="006B3BD2">
            <w:pPr>
              <w:pStyle w:val="TAC"/>
              <w:rPr>
                <w:lang w:eastAsia="fi-FI"/>
              </w:rPr>
            </w:pPr>
            <w:r w:rsidRPr="00E062F1">
              <w:rPr>
                <w:lang w:eastAsia="fi-FI"/>
              </w:rPr>
              <w:t>DC_2A-66A_n261(2A-H)</w:t>
            </w:r>
          </w:p>
          <w:p w14:paraId="740D57BC" w14:textId="77777777" w:rsidR="00944F22" w:rsidRPr="00E062F1" w:rsidRDefault="00944F22" w:rsidP="006B3BD2">
            <w:pPr>
              <w:pStyle w:val="TAC"/>
              <w:rPr>
                <w:lang w:eastAsia="fi-FI"/>
              </w:rPr>
            </w:pPr>
            <w:r w:rsidRPr="00E062F1">
              <w:rPr>
                <w:lang w:eastAsia="fi-FI"/>
              </w:rPr>
              <w:t>DC_2A-66A_n261(2A-I)</w:t>
            </w:r>
          </w:p>
          <w:p w14:paraId="3EEBC16E" w14:textId="77777777" w:rsidR="00944F22" w:rsidRPr="00E062F1" w:rsidRDefault="00944F22" w:rsidP="006B3BD2">
            <w:pPr>
              <w:pStyle w:val="TAC"/>
              <w:rPr>
                <w:lang w:eastAsia="fi-FI"/>
              </w:rPr>
            </w:pPr>
            <w:r w:rsidRPr="00E062F1">
              <w:rPr>
                <w:lang w:eastAsia="fi-FI"/>
              </w:rPr>
              <w:t>DC_2A-66A_n261(3A-G)</w:t>
            </w:r>
          </w:p>
          <w:p w14:paraId="756875CB" w14:textId="77777777" w:rsidR="00944F22" w:rsidRPr="00E062F1" w:rsidRDefault="00944F22" w:rsidP="006B3BD2">
            <w:pPr>
              <w:pStyle w:val="TAC"/>
              <w:rPr>
                <w:lang w:eastAsia="fi-FI"/>
              </w:rPr>
            </w:pPr>
            <w:r w:rsidRPr="00E062F1">
              <w:rPr>
                <w:lang w:eastAsia="fi-FI"/>
              </w:rPr>
              <w:t>DC_2A-66A_n261(G-H)</w:t>
            </w:r>
          </w:p>
          <w:p w14:paraId="437BEEF9" w14:textId="77777777" w:rsidR="00944F22" w:rsidRPr="00E062F1" w:rsidRDefault="00944F22" w:rsidP="006B3BD2">
            <w:pPr>
              <w:pStyle w:val="TAC"/>
              <w:rPr>
                <w:lang w:eastAsia="fi-FI"/>
              </w:rPr>
            </w:pPr>
            <w:r w:rsidRPr="00E062F1">
              <w:rPr>
                <w:lang w:eastAsia="fi-FI"/>
              </w:rPr>
              <w:t>DC_2A-66A_n261(G-I)</w:t>
            </w:r>
          </w:p>
          <w:p w14:paraId="048B949C" w14:textId="77777777" w:rsidR="00944F22" w:rsidRPr="00E062F1" w:rsidRDefault="00944F22" w:rsidP="006B3BD2">
            <w:pPr>
              <w:pStyle w:val="TAC"/>
              <w:rPr>
                <w:lang w:eastAsia="fi-FI"/>
              </w:rPr>
            </w:pPr>
            <w:r w:rsidRPr="00E062F1">
              <w:rPr>
                <w:lang w:eastAsia="fi-FI"/>
              </w:rPr>
              <w:t>DC_2A-66A_n261(G-J)</w:t>
            </w:r>
          </w:p>
          <w:p w14:paraId="79D0E974" w14:textId="77777777" w:rsidR="00944F22" w:rsidRPr="00E062F1" w:rsidRDefault="00944F22" w:rsidP="006B3BD2">
            <w:pPr>
              <w:pStyle w:val="TAC"/>
              <w:rPr>
                <w:lang w:eastAsia="fi-FI"/>
              </w:rPr>
            </w:pPr>
            <w:r w:rsidRPr="00E062F1">
              <w:rPr>
                <w:lang w:eastAsia="fi-FI"/>
              </w:rPr>
              <w:t>DC_2A-66A_n261(H-I)</w:t>
            </w:r>
          </w:p>
          <w:p w14:paraId="7750EEAA" w14:textId="77777777" w:rsidR="00944F22" w:rsidRPr="00E062F1" w:rsidRDefault="00944F22" w:rsidP="006B3BD2">
            <w:pPr>
              <w:pStyle w:val="TAC"/>
              <w:rPr>
                <w:lang w:eastAsia="zh-CN"/>
              </w:rPr>
            </w:pPr>
            <w:r w:rsidRPr="00E062F1">
              <w:rPr>
                <w:lang w:eastAsia="zh-CN"/>
              </w:rPr>
              <w:t>DC_2A-66A-66A_n261(A-G)</w:t>
            </w:r>
          </w:p>
          <w:p w14:paraId="76E0DFC6" w14:textId="77777777" w:rsidR="00944F22" w:rsidRPr="00E062F1" w:rsidRDefault="00944F22" w:rsidP="006B3BD2">
            <w:pPr>
              <w:pStyle w:val="TAC"/>
              <w:rPr>
                <w:lang w:eastAsia="zh-CN"/>
              </w:rPr>
            </w:pPr>
            <w:r w:rsidRPr="00E062F1">
              <w:rPr>
                <w:lang w:eastAsia="zh-CN"/>
              </w:rPr>
              <w:t>DC_2A-66A-66A_n261(A-H)</w:t>
            </w:r>
          </w:p>
          <w:p w14:paraId="2BF59E0D" w14:textId="77777777" w:rsidR="00944F22" w:rsidRPr="00E062F1" w:rsidRDefault="00944F22" w:rsidP="006B3BD2">
            <w:pPr>
              <w:pStyle w:val="TAC"/>
              <w:rPr>
                <w:lang w:eastAsia="zh-CN"/>
              </w:rPr>
            </w:pPr>
            <w:r w:rsidRPr="00E062F1">
              <w:rPr>
                <w:lang w:eastAsia="zh-CN"/>
              </w:rPr>
              <w:t>DC_2A-66A-66A_n261(A-J)</w:t>
            </w:r>
          </w:p>
          <w:p w14:paraId="08BD1A97" w14:textId="77777777" w:rsidR="00944F22" w:rsidRPr="00E062F1" w:rsidRDefault="00944F22" w:rsidP="006B3BD2">
            <w:pPr>
              <w:pStyle w:val="TAC"/>
              <w:rPr>
                <w:lang w:eastAsia="zh-CN"/>
              </w:rPr>
            </w:pPr>
            <w:r w:rsidRPr="00E062F1">
              <w:rPr>
                <w:lang w:eastAsia="zh-CN"/>
              </w:rPr>
              <w:t>DC_2A-66A-66A_n261(A-K)</w:t>
            </w:r>
          </w:p>
          <w:p w14:paraId="59B1B95E" w14:textId="77777777" w:rsidR="00944F22" w:rsidRPr="00E062F1" w:rsidRDefault="00944F22" w:rsidP="006B3BD2">
            <w:pPr>
              <w:pStyle w:val="TAC"/>
              <w:rPr>
                <w:lang w:eastAsia="zh-CN"/>
              </w:rPr>
            </w:pPr>
            <w:r w:rsidRPr="00E062F1">
              <w:rPr>
                <w:lang w:eastAsia="zh-CN"/>
              </w:rPr>
              <w:t>DC_2A-66A-66A_n261(2A-G)</w:t>
            </w:r>
          </w:p>
          <w:p w14:paraId="122132ED" w14:textId="77777777" w:rsidR="00944F22" w:rsidRPr="00E062F1" w:rsidRDefault="00944F22" w:rsidP="006B3BD2">
            <w:pPr>
              <w:pStyle w:val="TAC"/>
              <w:rPr>
                <w:lang w:eastAsia="zh-CN"/>
              </w:rPr>
            </w:pPr>
            <w:r w:rsidRPr="00E062F1">
              <w:rPr>
                <w:lang w:eastAsia="zh-CN"/>
              </w:rPr>
              <w:t>DC_2A-66A-66A_n261(2A-H)</w:t>
            </w:r>
          </w:p>
          <w:p w14:paraId="1EAB7788" w14:textId="77777777" w:rsidR="00944F22" w:rsidRPr="00E062F1" w:rsidRDefault="00944F22" w:rsidP="006B3BD2">
            <w:pPr>
              <w:pStyle w:val="TAC"/>
              <w:rPr>
                <w:lang w:eastAsia="zh-CN"/>
              </w:rPr>
            </w:pPr>
            <w:r w:rsidRPr="00E062F1">
              <w:rPr>
                <w:lang w:eastAsia="zh-CN"/>
              </w:rPr>
              <w:t>DC_2A-66A-66A_n261(2A-I)</w:t>
            </w:r>
          </w:p>
          <w:p w14:paraId="3315502F" w14:textId="77777777" w:rsidR="00944F22" w:rsidRPr="00E062F1" w:rsidRDefault="00944F22" w:rsidP="006B3BD2">
            <w:pPr>
              <w:pStyle w:val="TAC"/>
              <w:rPr>
                <w:lang w:eastAsia="zh-CN"/>
              </w:rPr>
            </w:pPr>
            <w:r w:rsidRPr="00E062F1">
              <w:rPr>
                <w:lang w:eastAsia="zh-CN"/>
              </w:rPr>
              <w:t>DC_2A-66A-66A_n261(3A-G)</w:t>
            </w:r>
          </w:p>
          <w:p w14:paraId="53B1E241" w14:textId="77777777" w:rsidR="00944F22" w:rsidRPr="00E062F1" w:rsidRDefault="00944F22" w:rsidP="006B3BD2">
            <w:pPr>
              <w:pStyle w:val="TAC"/>
              <w:rPr>
                <w:lang w:eastAsia="zh-CN"/>
              </w:rPr>
            </w:pPr>
            <w:r w:rsidRPr="00E062F1">
              <w:rPr>
                <w:lang w:eastAsia="zh-CN"/>
              </w:rPr>
              <w:t>DC_2A-66A-66A_n261(2G)</w:t>
            </w:r>
          </w:p>
          <w:p w14:paraId="6A41C6E1" w14:textId="77777777" w:rsidR="00944F22" w:rsidRPr="00E062F1" w:rsidRDefault="00944F22" w:rsidP="006B3BD2">
            <w:pPr>
              <w:pStyle w:val="TAC"/>
              <w:rPr>
                <w:lang w:eastAsia="zh-CN"/>
              </w:rPr>
            </w:pPr>
            <w:r w:rsidRPr="00E062F1">
              <w:rPr>
                <w:lang w:eastAsia="zh-CN"/>
              </w:rPr>
              <w:t>DC_2A-66A-66A_n261(G-H)</w:t>
            </w:r>
          </w:p>
          <w:p w14:paraId="78779BD2" w14:textId="77777777" w:rsidR="00944F22" w:rsidRPr="00E062F1" w:rsidRDefault="00944F22" w:rsidP="006B3BD2">
            <w:pPr>
              <w:pStyle w:val="TAC"/>
              <w:rPr>
                <w:lang w:eastAsia="zh-CN"/>
              </w:rPr>
            </w:pPr>
            <w:r w:rsidRPr="00E062F1">
              <w:rPr>
                <w:lang w:eastAsia="zh-CN"/>
              </w:rPr>
              <w:t>DC_2A-66A-66A_n261(G-I)</w:t>
            </w:r>
          </w:p>
          <w:p w14:paraId="1FA1D1AF" w14:textId="77777777" w:rsidR="00944F22" w:rsidRPr="00E062F1" w:rsidRDefault="00944F22" w:rsidP="006B3BD2">
            <w:pPr>
              <w:pStyle w:val="TAC"/>
              <w:rPr>
                <w:lang w:eastAsia="zh-CN"/>
              </w:rPr>
            </w:pPr>
            <w:r w:rsidRPr="00E062F1">
              <w:rPr>
                <w:lang w:eastAsia="zh-CN"/>
              </w:rPr>
              <w:t>DC_2A-66A-66A_n261(G-J)</w:t>
            </w:r>
          </w:p>
          <w:p w14:paraId="1DF5ECEF" w14:textId="77777777" w:rsidR="00944F22" w:rsidRPr="00E062F1" w:rsidRDefault="00944F22" w:rsidP="006B3BD2">
            <w:pPr>
              <w:pStyle w:val="TAC"/>
              <w:rPr>
                <w:lang w:eastAsia="zh-CN"/>
              </w:rPr>
            </w:pPr>
            <w:r w:rsidRPr="00E062F1">
              <w:rPr>
                <w:lang w:eastAsia="zh-CN"/>
              </w:rPr>
              <w:t>DC_2A-66A-66A_n261(2H)</w:t>
            </w:r>
          </w:p>
          <w:p w14:paraId="7E8F55CD" w14:textId="77777777" w:rsidR="00944F22" w:rsidRPr="00E062F1" w:rsidRDefault="00944F22" w:rsidP="006B3BD2">
            <w:pPr>
              <w:pStyle w:val="TAC"/>
              <w:rPr>
                <w:lang w:eastAsia="fi-FI"/>
              </w:rPr>
            </w:pPr>
            <w:r w:rsidRPr="00E062F1">
              <w:rPr>
                <w:lang w:eastAsia="zh-CN"/>
              </w:rPr>
              <w:t>DC_2A-66A-66A_n261(H-I)</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BDB9687" w14:textId="77777777" w:rsidR="00944F22" w:rsidRPr="00E062F1" w:rsidRDefault="00944F22" w:rsidP="006B3BD2">
            <w:pPr>
              <w:pStyle w:val="TAC"/>
              <w:rPr>
                <w:lang w:eastAsia="fi-FI"/>
              </w:rPr>
            </w:pPr>
            <w:r w:rsidRPr="00E062F1">
              <w:rPr>
                <w:lang w:eastAsia="fi-FI"/>
              </w:rPr>
              <w:t>DC_2A_n261A</w:t>
            </w:r>
          </w:p>
          <w:p w14:paraId="07D0908C" w14:textId="77777777" w:rsidR="008F0605" w:rsidRDefault="00944F22" w:rsidP="008F0605">
            <w:pPr>
              <w:pStyle w:val="TAC"/>
              <w:rPr>
                <w:lang w:eastAsia="zh-CN"/>
              </w:rPr>
            </w:pPr>
            <w:r w:rsidRPr="00E062F1">
              <w:rPr>
                <w:lang w:eastAsia="fi-FI"/>
              </w:rPr>
              <w:t>DC_66A_n261A</w:t>
            </w:r>
          </w:p>
          <w:p w14:paraId="6745FB7C" w14:textId="77777777" w:rsidR="008F0605" w:rsidRPr="00EF5447" w:rsidRDefault="008F0605" w:rsidP="008F0605">
            <w:pPr>
              <w:pStyle w:val="TAC"/>
              <w:rPr>
                <w:lang w:eastAsia="zh-CN"/>
              </w:rPr>
            </w:pPr>
            <w:r w:rsidRPr="00EF5447">
              <w:rPr>
                <w:lang w:eastAsia="zh-CN"/>
              </w:rPr>
              <w:t>DC_2A_n261G</w:t>
            </w:r>
          </w:p>
          <w:p w14:paraId="02CDBFD5" w14:textId="77777777" w:rsidR="008F0605" w:rsidRDefault="008F0605" w:rsidP="008F0605">
            <w:pPr>
              <w:pStyle w:val="TAC"/>
              <w:rPr>
                <w:lang w:eastAsia="zh-CN"/>
              </w:rPr>
            </w:pPr>
            <w:r w:rsidRPr="00EF5447">
              <w:rPr>
                <w:lang w:eastAsia="zh-CN"/>
              </w:rPr>
              <w:t>DC_66A_n261G</w:t>
            </w:r>
          </w:p>
          <w:p w14:paraId="2A45048E" w14:textId="77777777" w:rsidR="008F0605" w:rsidRPr="00EF5447" w:rsidRDefault="008F0605" w:rsidP="008F0605">
            <w:pPr>
              <w:pStyle w:val="TAC"/>
              <w:rPr>
                <w:lang w:eastAsia="zh-CN"/>
              </w:rPr>
            </w:pPr>
            <w:r w:rsidRPr="00EF5447">
              <w:rPr>
                <w:lang w:eastAsia="zh-CN"/>
              </w:rPr>
              <w:t>DC_2A_n261H</w:t>
            </w:r>
          </w:p>
          <w:p w14:paraId="34CC7B94" w14:textId="77777777" w:rsidR="008F0605" w:rsidRDefault="008F0605" w:rsidP="008F0605">
            <w:pPr>
              <w:pStyle w:val="TAC"/>
              <w:rPr>
                <w:lang w:eastAsia="zh-CN"/>
              </w:rPr>
            </w:pPr>
            <w:r w:rsidRPr="00EF5447">
              <w:rPr>
                <w:lang w:eastAsia="zh-CN"/>
              </w:rPr>
              <w:t>DC_66A_n261H</w:t>
            </w:r>
          </w:p>
          <w:p w14:paraId="23ADABE4" w14:textId="77777777" w:rsidR="008F0605" w:rsidRPr="00EF5447" w:rsidRDefault="008F0605" w:rsidP="008F0605">
            <w:pPr>
              <w:pStyle w:val="TAC"/>
              <w:rPr>
                <w:lang w:eastAsia="zh-CN"/>
              </w:rPr>
            </w:pPr>
            <w:r w:rsidRPr="00EF5447">
              <w:rPr>
                <w:lang w:eastAsia="zh-CN"/>
              </w:rPr>
              <w:t>DC_2A_n261I</w:t>
            </w:r>
          </w:p>
          <w:p w14:paraId="122A9907" w14:textId="58A81C79" w:rsidR="00944F22" w:rsidRPr="00E062F1" w:rsidRDefault="008F0605" w:rsidP="008F0605">
            <w:pPr>
              <w:pStyle w:val="TAC"/>
              <w:rPr>
                <w:lang w:eastAsia="fi-FI"/>
              </w:rPr>
            </w:pPr>
            <w:r w:rsidRPr="00EF5447">
              <w:rPr>
                <w:lang w:eastAsia="zh-CN"/>
              </w:rPr>
              <w:t>DC_66A_n261I</w:t>
            </w:r>
          </w:p>
        </w:tc>
      </w:tr>
      <w:tr w:rsidR="00944F22" w:rsidRPr="00E062F1" w14:paraId="4348FDF4"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tcPr>
          <w:p w14:paraId="101FD9E3" w14:textId="77777777" w:rsidR="00944F22" w:rsidRPr="00E062F1" w:rsidRDefault="00944F22" w:rsidP="006B3BD2">
            <w:pPr>
              <w:pStyle w:val="TAC"/>
              <w:rPr>
                <w:lang w:eastAsia="fi-FI"/>
              </w:rPr>
            </w:pPr>
            <w:r w:rsidRPr="00E062F1">
              <w:rPr>
                <w:lang w:eastAsia="fi-FI"/>
              </w:rPr>
              <w:t>DC_3A-3A-7A_n257A</w:t>
            </w:r>
          </w:p>
          <w:p w14:paraId="30F68646" w14:textId="77777777" w:rsidR="00944F22" w:rsidRPr="00E062F1" w:rsidRDefault="00944F22" w:rsidP="006B3BD2">
            <w:pPr>
              <w:pStyle w:val="TAC"/>
              <w:rPr>
                <w:lang w:eastAsia="fi-FI"/>
              </w:rPr>
            </w:pPr>
            <w:r w:rsidRPr="00E062F1">
              <w:rPr>
                <w:lang w:eastAsia="fi-FI"/>
              </w:rPr>
              <w:t>DC_3A-3A-7A_n257D</w:t>
            </w:r>
          </w:p>
          <w:p w14:paraId="7C89F6BB" w14:textId="77777777" w:rsidR="00944F22" w:rsidRPr="00E062F1" w:rsidRDefault="00944F22" w:rsidP="006B3BD2">
            <w:pPr>
              <w:pStyle w:val="TAC"/>
              <w:rPr>
                <w:lang w:eastAsia="fi-FI"/>
              </w:rPr>
            </w:pPr>
            <w:r w:rsidRPr="00E062F1">
              <w:rPr>
                <w:lang w:eastAsia="fi-FI"/>
              </w:rPr>
              <w:t>DC_3A-3A-7A_n257E</w:t>
            </w:r>
          </w:p>
          <w:p w14:paraId="53CB52D4" w14:textId="77777777" w:rsidR="00944F22" w:rsidRPr="00E062F1" w:rsidRDefault="00944F22" w:rsidP="006B3BD2">
            <w:pPr>
              <w:pStyle w:val="TAC"/>
              <w:rPr>
                <w:lang w:eastAsia="fi-FI"/>
              </w:rPr>
            </w:pPr>
            <w:r w:rsidRPr="00E062F1">
              <w:rPr>
                <w:lang w:eastAsia="fi-FI"/>
              </w:rPr>
              <w:t>DC_3A-3A-7A_n257F</w:t>
            </w:r>
          </w:p>
          <w:p w14:paraId="3A356243" w14:textId="77777777" w:rsidR="00944F22" w:rsidRPr="00E062F1" w:rsidRDefault="00944F22" w:rsidP="006B3BD2">
            <w:pPr>
              <w:pStyle w:val="TAC"/>
              <w:rPr>
                <w:lang w:eastAsia="fi-FI"/>
              </w:rPr>
            </w:pPr>
            <w:r w:rsidRPr="00E062F1">
              <w:rPr>
                <w:lang w:eastAsia="fi-FI"/>
              </w:rPr>
              <w:t>DC_3A-3A-7A_n257G</w:t>
            </w:r>
          </w:p>
          <w:p w14:paraId="2D07769D" w14:textId="77777777" w:rsidR="00944F22" w:rsidRPr="00E062F1" w:rsidRDefault="00944F22" w:rsidP="006B3BD2">
            <w:pPr>
              <w:pStyle w:val="TAC"/>
              <w:rPr>
                <w:lang w:eastAsia="fi-FI"/>
              </w:rPr>
            </w:pPr>
            <w:r w:rsidRPr="00E062F1">
              <w:rPr>
                <w:lang w:eastAsia="fi-FI"/>
              </w:rPr>
              <w:t>DC_3A-3A-7A_n257H</w:t>
            </w:r>
          </w:p>
          <w:p w14:paraId="125E2973" w14:textId="77777777" w:rsidR="00944F22" w:rsidRPr="00E062F1" w:rsidRDefault="00944F22" w:rsidP="006B3BD2">
            <w:pPr>
              <w:pStyle w:val="TAC"/>
              <w:rPr>
                <w:lang w:eastAsia="fi-FI"/>
              </w:rPr>
            </w:pPr>
            <w:r w:rsidRPr="00E062F1">
              <w:rPr>
                <w:lang w:eastAsia="fi-FI"/>
              </w:rPr>
              <w:t>DC_3A-3A-7A_n257I</w:t>
            </w:r>
          </w:p>
          <w:p w14:paraId="4168CE09" w14:textId="77777777" w:rsidR="00944F22" w:rsidRPr="00E062F1" w:rsidRDefault="00944F22" w:rsidP="006B3BD2">
            <w:pPr>
              <w:pStyle w:val="TAC"/>
              <w:rPr>
                <w:lang w:eastAsia="fi-FI"/>
              </w:rPr>
            </w:pPr>
            <w:r w:rsidRPr="00E062F1">
              <w:rPr>
                <w:lang w:eastAsia="fi-FI"/>
              </w:rPr>
              <w:t>DC_3A-3A-7A_n257J</w:t>
            </w:r>
          </w:p>
          <w:p w14:paraId="6CB4FE04" w14:textId="77777777" w:rsidR="00944F22" w:rsidRPr="00E062F1" w:rsidRDefault="00944F22" w:rsidP="006B3BD2">
            <w:pPr>
              <w:pStyle w:val="TAC"/>
              <w:rPr>
                <w:lang w:eastAsia="fi-FI"/>
              </w:rPr>
            </w:pPr>
            <w:r w:rsidRPr="00E062F1">
              <w:rPr>
                <w:lang w:eastAsia="fi-FI"/>
              </w:rPr>
              <w:t>DC_3A-3A-7A_n257K</w:t>
            </w:r>
          </w:p>
          <w:p w14:paraId="7681DBFB" w14:textId="77777777" w:rsidR="00944F22" w:rsidRPr="00E062F1" w:rsidRDefault="00944F22" w:rsidP="006B3BD2">
            <w:pPr>
              <w:pStyle w:val="TAC"/>
              <w:rPr>
                <w:lang w:eastAsia="fi-FI"/>
              </w:rPr>
            </w:pPr>
            <w:r w:rsidRPr="00E062F1">
              <w:rPr>
                <w:lang w:eastAsia="fi-FI"/>
              </w:rPr>
              <w:t>DC_3A-3A-7A_n257L</w:t>
            </w:r>
          </w:p>
          <w:p w14:paraId="4ECFAAF4" w14:textId="57A14132" w:rsidR="00944F22" w:rsidRPr="00E062F1" w:rsidRDefault="00944F22" w:rsidP="006B3BD2">
            <w:pPr>
              <w:pStyle w:val="TAC"/>
              <w:rPr>
                <w:noProof/>
                <w:lang w:eastAsia="zh-CN"/>
              </w:rPr>
            </w:pPr>
            <w:r w:rsidRPr="00E062F1">
              <w:rPr>
                <w:lang w:eastAsia="fi-FI"/>
              </w:rPr>
              <w:t>DC_3A-3A-7A_n257M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FDE33AD" w14:textId="77777777" w:rsidR="00944F22" w:rsidRPr="00E062F1" w:rsidRDefault="00944F22" w:rsidP="006B3BD2">
            <w:pPr>
              <w:pStyle w:val="TAC"/>
              <w:rPr>
                <w:lang w:eastAsia="fi-FI"/>
              </w:rPr>
            </w:pPr>
            <w:r w:rsidRPr="00E062F1">
              <w:rPr>
                <w:lang w:eastAsia="fi-FI"/>
              </w:rPr>
              <w:t>DC_3A_n257A</w:t>
            </w:r>
          </w:p>
          <w:p w14:paraId="5A712FF0" w14:textId="77777777" w:rsidR="00944F22" w:rsidRPr="00E062F1" w:rsidRDefault="00944F22" w:rsidP="006B3BD2">
            <w:pPr>
              <w:pStyle w:val="TAC"/>
              <w:rPr>
                <w:noProof/>
                <w:lang w:eastAsia="zh-CN"/>
              </w:rPr>
            </w:pPr>
            <w:r w:rsidRPr="00E062F1">
              <w:rPr>
                <w:lang w:eastAsia="fi-FI"/>
              </w:rPr>
              <w:t>DC_7A_n257A</w:t>
            </w:r>
          </w:p>
        </w:tc>
      </w:tr>
      <w:tr w:rsidR="00944F22" w:rsidRPr="00E062F1" w14:paraId="55C13A9E"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2434577" w14:textId="77777777" w:rsidR="00944F22" w:rsidRPr="00E062F1" w:rsidRDefault="00944F22" w:rsidP="006B3BD2">
            <w:pPr>
              <w:pStyle w:val="TAC"/>
              <w:rPr>
                <w:lang w:eastAsia="fi-FI"/>
              </w:rPr>
            </w:pPr>
            <w:r w:rsidRPr="00E062F1">
              <w:rPr>
                <w:lang w:eastAsia="fi-FI"/>
              </w:rPr>
              <w:t>DC_3A-3A-7A-7A_n257A</w:t>
            </w:r>
          </w:p>
          <w:p w14:paraId="49CCDF8A" w14:textId="77777777" w:rsidR="00944F22" w:rsidRPr="00E062F1" w:rsidRDefault="00944F22" w:rsidP="006B3BD2">
            <w:pPr>
              <w:pStyle w:val="TAC"/>
              <w:rPr>
                <w:lang w:eastAsia="fi-FI"/>
              </w:rPr>
            </w:pPr>
            <w:r w:rsidRPr="00E062F1">
              <w:rPr>
                <w:lang w:eastAsia="fi-FI"/>
              </w:rPr>
              <w:t>DC_3A-3A-7A-7A_n257D</w:t>
            </w:r>
          </w:p>
          <w:p w14:paraId="53A88DE5" w14:textId="77777777" w:rsidR="00944F22" w:rsidRPr="00E062F1" w:rsidRDefault="00944F22" w:rsidP="006B3BD2">
            <w:pPr>
              <w:pStyle w:val="TAC"/>
              <w:rPr>
                <w:lang w:eastAsia="fi-FI"/>
              </w:rPr>
            </w:pPr>
            <w:r w:rsidRPr="00E062F1">
              <w:rPr>
                <w:lang w:eastAsia="fi-FI"/>
              </w:rPr>
              <w:t>DC_3A-3A-7A-7A_n257E</w:t>
            </w:r>
          </w:p>
          <w:p w14:paraId="04585F17" w14:textId="77777777" w:rsidR="00944F22" w:rsidRPr="00E062F1" w:rsidRDefault="00944F22" w:rsidP="006B3BD2">
            <w:pPr>
              <w:pStyle w:val="TAC"/>
              <w:rPr>
                <w:lang w:eastAsia="fi-FI"/>
              </w:rPr>
            </w:pPr>
            <w:r w:rsidRPr="00E062F1">
              <w:rPr>
                <w:lang w:eastAsia="fi-FI"/>
              </w:rPr>
              <w:t>DC_3A-3A-7A-7A_n257F</w:t>
            </w:r>
          </w:p>
          <w:p w14:paraId="4D44A11D" w14:textId="77777777" w:rsidR="00944F22" w:rsidRPr="00E062F1" w:rsidRDefault="00944F22" w:rsidP="006B3BD2">
            <w:pPr>
              <w:pStyle w:val="TAC"/>
              <w:rPr>
                <w:lang w:eastAsia="fi-FI"/>
              </w:rPr>
            </w:pPr>
            <w:r w:rsidRPr="00E062F1">
              <w:rPr>
                <w:lang w:eastAsia="fi-FI"/>
              </w:rPr>
              <w:t>DC_3A-3A-7A-7A_n257G</w:t>
            </w:r>
          </w:p>
          <w:p w14:paraId="5CE5B25F" w14:textId="77777777" w:rsidR="00944F22" w:rsidRPr="00E062F1" w:rsidRDefault="00944F22" w:rsidP="006B3BD2">
            <w:pPr>
              <w:pStyle w:val="TAC"/>
              <w:rPr>
                <w:lang w:eastAsia="fi-FI"/>
              </w:rPr>
            </w:pPr>
            <w:r w:rsidRPr="00E062F1">
              <w:rPr>
                <w:lang w:eastAsia="fi-FI"/>
              </w:rPr>
              <w:t>DC_3A-3A-7A-7A_n257H</w:t>
            </w:r>
          </w:p>
          <w:p w14:paraId="72F8C25F" w14:textId="77777777" w:rsidR="00944F22" w:rsidRPr="00E062F1" w:rsidRDefault="00944F22" w:rsidP="006B3BD2">
            <w:pPr>
              <w:pStyle w:val="TAC"/>
              <w:rPr>
                <w:lang w:eastAsia="fi-FI"/>
              </w:rPr>
            </w:pPr>
            <w:r w:rsidRPr="00E062F1">
              <w:rPr>
                <w:lang w:eastAsia="fi-FI"/>
              </w:rPr>
              <w:t>DC_3A-3A-7A-7A_n257I</w:t>
            </w:r>
          </w:p>
          <w:p w14:paraId="4C45AAE0" w14:textId="77777777" w:rsidR="00944F22" w:rsidRPr="00E062F1" w:rsidRDefault="00944F22" w:rsidP="006B3BD2">
            <w:pPr>
              <w:pStyle w:val="TAC"/>
              <w:rPr>
                <w:lang w:eastAsia="fi-FI"/>
              </w:rPr>
            </w:pPr>
            <w:r w:rsidRPr="00E062F1">
              <w:rPr>
                <w:lang w:eastAsia="fi-FI"/>
              </w:rPr>
              <w:t>DC_3A-3A-7A-7A_n257J</w:t>
            </w:r>
          </w:p>
          <w:p w14:paraId="27B930AA" w14:textId="77777777" w:rsidR="00944F22" w:rsidRPr="00E062F1" w:rsidRDefault="00944F22" w:rsidP="006B3BD2">
            <w:pPr>
              <w:pStyle w:val="TAC"/>
              <w:rPr>
                <w:lang w:eastAsia="fi-FI"/>
              </w:rPr>
            </w:pPr>
            <w:r w:rsidRPr="00E062F1">
              <w:rPr>
                <w:lang w:eastAsia="fi-FI"/>
              </w:rPr>
              <w:t>DC_3A-3A-7A-7A_n257K</w:t>
            </w:r>
          </w:p>
          <w:p w14:paraId="068CA2B5" w14:textId="77777777" w:rsidR="00944F22" w:rsidRPr="00E062F1" w:rsidRDefault="00944F22" w:rsidP="006B3BD2">
            <w:pPr>
              <w:pStyle w:val="TAC"/>
              <w:rPr>
                <w:lang w:eastAsia="fi-FI"/>
              </w:rPr>
            </w:pPr>
            <w:r w:rsidRPr="00E062F1">
              <w:rPr>
                <w:lang w:eastAsia="fi-FI"/>
              </w:rPr>
              <w:t>DC_3A-3A-7A-7A_n257L</w:t>
            </w:r>
          </w:p>
          <w:p w14:paraId="5C4AAF07" w14:textId="77777777" w:rsidR="00944F22" w:rsidRPr="00E062F1" w:rsidRDefault="00944F22" w:rsidP="006B3BD2">
            <w:pPr>
              <w:pStyle w:val="TAC"/>
              <w:rPr>
                <w:lang w:eastAsia="fi-FI"/>
              </w:rPr>
            </w:pPr>
            <w:r w:rsidRPr="00E062F1">
              <w:rPr>
                <w:lang w:eastAsia="fi-FI"/>
              </w:rPr>
              <w:t>DC_3A-3A-7A-7A_n257M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8297F01" w14:textId="77777777" w:rsidR="00944F22" w:rsidRPr="00E062F1" w:rsidRDefault="00944F22" w:rsidP="006B3BD2">
            <w:pPr>
              <w:pStyle w:val="TAC"/>
              <w:rPr>
                <w:lang w:eastAsia="fi-FI"/>
              </w:rPr>
            </w:pPr>
            <w:r w:rsidRPr="00E062F1">
              <w:rPr>
                <w:lang w:eastAsia="fi-FI"/>
              </w:rPr>
              <w:t>DC_3A_n257A</w:t>
            </w:r>
          </w:p>
          <w:p w14:paraId="2AFA0C93" w14:textId="77777777" w:rsidR="00944F22" w:rsidRPr="00E062F1" w:rsidRDefault="00944F22" w:rsidP="006B3BD2">
            <w:pPr>
              <w:pStyle w:val="TAC"/>
              <w:rPr>
                <w:lang w:eastAsia="fi-FI"/>
              </w:rPr>
            </w:pPr>
            <w:r w:rsidRPr="00E062F1">
              <w:rPr>
                <w:lang w:eastAsia="fi-FI"/>
              </w:rPr>
              <w:t>DC_7A_n257A</w:t>
            </w:r>
          </w:p>
        </w:tc>
      </w:tr>
      <w:tr w:rsidR="00944F22" w:rsidRPr="00E062F1" w14:paraId="51B53075"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0F2A9B8" w14:textId="77777777" w:rsidR="00944F22" w:rsidRPr="00E062F1" w:rsidRDefault="00944F22" w:rsidP="006B3BD2">
            <w:pPr>
              <w:pStyle w:val="TAC"/>
              <w:rPr>
                <w:noProof/>
                <w:vertAlign w:val="superscript"/>
                <w:lang w:eastAsia="zh-CN"/>
              </w:rPr>
            </w:pPr>
            <w:r w:rsidRPr="00E062F1">
              <w:rPr>
                <w:noProof/>
                <w:lang w:eastAsia="zh-CN"/>
              </w:rPr>
              <w:lastRenderedPageBreak/>
              <w:t>DC_3A-5A_n257A</w:t>
            </w:r>
            <w:r w:rsidRPr="00E062F1">
              <w:rPr>
                <w:noProof/>
                <w:vertAlign w:val="superscript"/>
                <w:lang w:eastAsia="zh-CN"/>
              </w:rPr>
              <w:t>2</w:t>
            </w:r>
          </w:p>
          <w:p w14:paraId="2865EE62" w14:textId="77777777" w:rsidR="00944F22" w:rsidRPr="00E062F1" w:rsidRDefault="00944F22" w:rsidP="006B3BD2">
            <w:pPr>
              <w:pStyle w:val="TAC"/>
              <w:rPr>
                <w:rFonts w:eastAsia="Malgun Gothic"/>
                <w:lang w:eastAsia="ko-KR"/>
              </w:rPr>
            </w:pPr>
            <w:r w:rsidRPr="00E062F1">
              <w:rPr>
                <w:rFonts w:eastAsia="Malgun Gothic"/>
                <w:lang w:eastAsia="ko-KR"/>
              </w:rPr>
              <w:t>DC_3A-5A_n257D</w:t>
            </w:r>
          </w:p>
          <w:p w14:paraId="6976E6DD" w14:textId="77777777" w:rsidR="00944F22" w:rsidRPr="00E062F1" w:rsidRDefault="00944F22" w:rsidP="006B3BD2">
            <w:pPr>
              <w:pStyle w:val="TAC"/>
              <w:rPr>
                <w:rFonts w:eastAsia="Malgun Gothic"/>
                <w:lang w:eastAsia="ko-KR"/>
              </w:rPr>
            </w:pPr>
            <w:r w:rsidRPr="00E062F1">
              <w:rPr>
                <w:rFonts w:eastAsia="Malgun Gothic"/>
                <w:lang w:eastAsia="ko-KR"/>
              </w:rPr>
              <w:t>DC_3A-5A_n257E</w:t>
            </w:r>
          </w:p>
          <w:p w14:paraId="11838E25" w14:textId="77777777" w:rsidR="00944F22" w:rsidRPr="00E062F1" w:rsidRDefault="00944F22" w:rsidP="006B3BD2">
            <w:pPr>
              <w:pStyle w:val="TAC"/>
              <w:rPr>
                <w:rFonts w:eastAsia="Malgun Gothic"/>
                <w:lang w:eastAsia="ko-KR"/>
              </w:rPr>
            </w:pPr>
            <w:r w:rsidRPr="00E062F1">
              <w:rPr>
                <w:rFonts w:eastAsia="Malgun Gothic"/>
                <w:lang w:eastAsia="ko-KR"/>
              </w:rPr>
              <w:t>DC_3A-5A_n257F</w:t>
            </w:r>
          </w:p>
          <w:p w14:paraId="7EF0DD75" w14:textId="77777777" w:rsidR="00944F22" w:rsidRPr="00E062F1" w:rsidRDefault="00944F22" w:rsidP="006B3BD2">
            <w:pPr>
              <w:pStyle w:val="TAC"/>
              <w:rPr>
                <w:rFonts w:eastAsia="Malgun Gothic"/>
                <w:lang w:eastAsia="ko-KR"/>
              </w:rPr>
            </w:pPr>
            <w:r w:rsidRPr="00E062F1">
              <w:rPr>
                <w:rFonts w:eastAsia="Malgun Gothic"/>
                <w:lang w:eastAsia="ko-KR"/>
              </w:rPr>
              <w:t>DC_3A-5A_n257G</w:t>
            </w:r>
          </w:p>
          <w:p w14:paraId="796CBE4C" w14:textId="77777777" w:rsidR="00944F22" w:rsidRPr="00E062F1" w:rsidRDefault="00944F22" w:rsidP="006B3BD2">
            <w:pPr>
              <w:pStyle w:val="TAC"/>
              <w:rPr>
                <w:rFonts w:eastAsia="Malgun Gothic"/>
                <w:lang w:eastAsia="ko-KR"/>
              </w:rPr>
            </w:pPr>
            <w:r w:rsidRPr="00E062F1">
              <w:rPr>
                <w:rFonts w:eastAsia="Malgun Gothic"/>
                <w:lang w:eastAsia="ko-KR"/>
              </w:rPr>
              <w:t>DC_3A-5A_n257H</w:t>
            </w:r>
          </w:p>
          <w:p w14:paraId="5BCD5FEB" w14:textId="77777777" w:rsidR="00944F22" w:rsidRPr="00E062F1" w:rsidRDefault="00944F22" w:rsidP="006B3BD2">
            <w:pPr>
              <w:pStyle w:val="TAC"/>
              <w:rPr>
                <w:rFonts w:eastAsia="Malgun Gothic"/>
                <w:lang w:eastAsia="ko-KR"/>
              </w:rPr>
            </w:pPr>
            <w:r w:rsidRPr="00E062F1">
              <w:rPr>
                <w:rFonts w:eastAsia="Malgun Gothic"/>
                <w:lang w:eastAsia="ko-KR"/>
              </w:rPr>
              <w:t>DC_3A-5A_n257I</w:t>
            </w:r>
          </w:p>
          <w:p w14:paraId="70E5B361" w14:textId="77777777" w:rsidR="00944F22" w:rsidRPr="00E062F1" w:rsidRDefault="00944F22" w:rsidP="006B3BD2">
            <w:pPr>
              <w:pStyle w:val="TAC"/>
              <w:rPr>
                <w:rFonts w:eastAsia="Malgun Gothic"/>
                <w:lang w:eastAsia="ko-KR"/>
              </w:rPr>
            </w:pPr>
            <w:r w:rsidRPr="00E062F1">
              <w:rPr>
                <w:rFonts w:eastAsia="Malgun Gothic"/>
                <w:lang w:eastAsia="ko-KR"/>
              </w:rPr>
              <w:t>DC_3A-5A_n257J</w:t>
            </w:r>
          </w:p>
          <w:p w14:paraId="371F777E" w14:textId="77777777" w:rsidR="00944F22" w:rsidRPr="00E062F1" w:rsidRDefault="00944F22" w:rsidP="006B3BD2">
            <w:pPr>
              <w:pStyle w:val="TAC"/>
              <w:rPr>
                <w:rFonts w:eastAsia="Malgun Gothic"/>
                <w:lang w:eastAsia="ko-KR"/>
              </w:rPr>
            </w:pPr>
            <w:r w:rsidRPr="00E062F1">
              <w:rPr>
                <w:rFonts w:eastAsia="Malgun Gothic"/>
                <w:lang w:eastAsia="ko-KR"/>
              </w:rPr>
              <w:t>DC_3A-5A_n257K</w:t>
            </w:r>
          </w:p>
          <w:p w14:paraId="4D37DBF0" w14:textId="77777777" w:rsidR="00944F22" w:rsidRPr="00E062F1" w:rsidRDefault="00944F22" w:rsidP="006B3BD2">
            <w:pPr>
              <w:pStyle w:val="TAC"/>
              <w:rPr>
                <w:rFonts w:eastAsia="Malgun Gothic"/>
                <w:lang w:eastAsia="ko-KR"/>
              </w:rPr>
            </w:pPr>
            <w:r w:rsidRPr="00E062F1">
              <w:rPr>
                <w:rFonts w:eastAsia="Malgun Gothic"/>
                <w:lang w:eastAsia="ko-KR"/>
              </w:rPr>
              <w:t>DC_3A-5A_n257L</w:t>
            </w:r>
          </w:p>
          <w:p w14:paraId="72FD64BF" w14:textId="77777777" w:rsidR="00944F22" w:rsidRPr="00E062F1" w:rsidRDefault="00944F22" w:rsidP="006B3BD2">
            <w:pPr>
              <w:pStyle w:val="TAC"/>
              <w:rPr>
                <w:noProof/>
                <w:lang w:eastAsia="zh-CN"/>
              </w:rPr>
            </w:pPr>
            <w:r w:rsidRPr="00E062F1">
              <w:t>DC_3A-5A_n257M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E0ED610" w14:textId="77777777" w:rsidR="00944F22" w:rsidRPr="00E062F1" w:rsidRDefault="00944F22" w:rsidP="006B3BD2">
            <w:pPr>
              <w:pStyle w:val="TAC"/>
              <w:rPr>
                <w:noProof/>
                <w:lang w:eastAsia="zh-CN"/>
              </w:rPr>
            </w:pPr>
            <w:r w:rsidRPr="00E062F1">
              <w:rPr>
                <w:noProof/>
                <w:lang w:eastAsia="zh-CN"/>
              </w:rPr>
              <w:t>DC_3A_n257A</w:t>
            </w:r>
          </w:p>
          <w:p w14:paraId="1A372C8F" w14:textId="77777777" w:rsidR="00944F22" w:rsidRPr="00E062F1" w:rsidRDefault="00944F22" w:rsidP="006B3BD2">
            <w:pPr>
              <w:pStyle w:val="TAC"/>
              <w:rPr>
                <w:noProof/>
                <w:lang w:eastAsia="zh-CN"/>
              </w:rPr>
            </w:pPr>
            <w:r w:rsidRPr="00E062F1">
              <w:rPr>
                <w:noProof/>
                <w:lang w:eastAsia="zh-CN"/>
              </w:rPr>
              <w:t>DC_5A_n257A</w:t>
            </w:r>
          </w:p>
        </w:tc>
      </w:tr>
      <w:tr w:rsidR="00944F22" w:rsidRPr="00E062F1" w14:paraId="3F1B976A"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F10CF6C" w14:textId="77777777" w:rsidR="00944F22" w:rsidRPr="00E062F1" w:rsidRDefault="00944F22" w:rsidP="006B3BD2">
            <w:pPr>
              <w:pStyle w:val="TAC"/>
              <w:rPr>
                <w:noProof/>
                <w:vertAlign w:val="superscript"/>
                <w:lang w:eastAsia="zh-CN"/>
              </w:rPr>
            </w:pPr>
            <w:r w:rsidRPr="00E062F1">
              <w:rPr>
                <w:noProof/>
                <w:lang w:eastAsia="zh-CN"/>
              </w:rPr>
              <w:t>DC_3A-7A_n257A</w:t>
            </w:r>
            <w:r w:rsidRPr="00E062F1">
              <w:rPr>
                <w:noProof/>
                <w:vertAlign w:val="superscript"/>
                <w:lang w:eastAsia="zh-CN"/>
              </w:rPr>
              <w:t>2</w:t>
            </w:r>
          </w:p>
          <w:p w14:paraId="32F230AF" w14:textId="77777777" w:rsidR="00944F22" w:rsidRPr="00E062F1" w:rsidRDefault="00944F22" w:rsidP="006B3BD2">
            <w:pPr>
              <w:pStyle w:val="TAC"/>
              <w:rPr>
                <w:rFonts w:eastAsia="Malgun Gothic"/>
                <w:lang w:eastAsia="ko-KR"/>
              </w:rPr>
            </w:pPr>
            <w:r w:rsidRPr="00E062F1">
              <w:rPr>
                <w:rFonts w:eastAsia="Malgun Gothic"/>
                <w:lang w:eastAsia="ko-KR"/>
              </w:rPr>
              <w:t>DC_3A-7A_n257D</w:t>
            </w:r>
          </w:p>
          <w:p w14:paraId="10428A3C" w14:textId="77777777" w:rsidR="00944F22" w:rsidRPr="00E062F1" w:rsidRDefault="00944F22" w:rsidP="006B3BD2">
            <w:pPr>
              <w:pStyle w:val="TAC"/>
              <w:rPr>
                <w:rFonts w:eastAsia="Malgun Gothic"/>
                <w:lang w:eastAsia="ko-KR"/>
              </w:rPr>
            </w:pPr>
            <w:r w:rsidRPr="00E062F1">
              <w:rPr>
                <w:rFonts w:eastAsia="Malgun Gothic"/>
                <w:lang w:eastAsia="ko-KR"/>
              </w:rPr>
              <w:t>DC_3A-7A_n257E</w:t>
            </w:r>
          </w:p>
          <w:p w14:paraId="63BDDF69" w14:textId="77777777" w:rsidR="00944F22" w:rsidRPr="00E062F1" w:rsidRDefault="00944F22" w:rsidP="006B3BD2">
            <w:pPr>
              <w:pStyle w:val="TAC"/>
              <w:rPr>
                <w:rFonts w:eastAsia="Malgun Gothic"/>
                <w:lang w:eastAsia="ko-KR"/>
              </w:rPr>
            </w:pPr>
            <w:r w:rsidRPr="00E062F1">
              <w:rPr>
                <w:rFonts w:eastAsia="Malgun Gothic"/>
                <w:lang w:eastAsia="ko-KR"/>
              </w:rPr>
              <w:t>DC_3A-7A_n257F</w:t>
            </w:r>
          </w:p>
          <w:p w14:paraId="0630A128" w14:textId="77777777" w:rsidR="00944F22" w:rsidRPr="00E062F1" w:rsidRDefault="00944F22" w:rsidP="006B3BD2">
            <w:pPr>
              <w:pStyle w:val="TAC"/>
              <w:rPr>
                <w:rFonts w:eastAsia="Malgun Gothic"/>
                <w:lang w:eastAsia="ko-KR"/>
              </w:rPr>
            </w:pPr>
            <w:r w:rsidRPr="00E062F1">
              <w:rPr>
                <w:rFonts w:eastAsia="Malgun Gothic"/>
                <w:lang w:eastAsia="ko-KR"/>
              </w:rPr>
              <w:t>DC_3A-7A_n257G</w:t>
            </w:r>
          </w:p>
          <w:p w14:paraId="12A31F20" w14:textId="77777777" w:rsidR="00944F22" w:rsidRPr="00E062F1" w:rsidRDefault="00944F22" w:rsidP="006B3BD2">
            <w:pPr>
              <w:pStyle w:val="TAC"/>
              <w:rPr>
                <w:rFonts w:eastAsia="Malgun Gothic"/>
                <w:lang w:eastAsia="ko-KR"/>
              </w:rPr>
            </w:pPr>
            <w:r w:rsidRPr="00E062F1">
              <w:rPr>
                <w:rFonts w:eastAsia="Malgun Gothic"/>
                <w:lang w:eastAsia="ko-KR"/>
              </w:rPr>
              <w:t>DC_3A-7A_n257H</w:t>
            </w:r>
          </w:p>
          <w:p w14:paraId="16EDCCD1" w14:textId="77777777" w:rsidR="00944F22" w:rsidRPr="00E062F1" w:rsidRDefault="00944F22" w:rsidP="006B3BD2">
            <w:pPr>
              <w:pStyle w:val="TAC"/>
              <w:rPr>
                <w:rFonts w:eastAsia="Malgun Gothic"/>
                <w:lang w:eastAsia="ko-KR"/>
              </w:rPr>
            </w:pPr>
            <w:r w:rsidRPr="00E062F1">
              <w:rPr>
                <w:rFonts w:eastAsia="Malgun Gothic"/>
                <w:lang w:eastAsia="ko-KR"/>
              </w:rPr>
              <w:t>DC_3A-7A_n257I</w:t>
            </w:r>
          </w:p>
          <w:p w14:paraId="3BD73EA0" w14:textId="77777777" w:rsidR="00944F22" w:rsidRPr="00E062F1" w:rsidRDefault="00944F22" w:rsidP="006B3BD2">
            <w:pPr>
              <w:pStyle w:val="TAC"/>
              <w:rPr>
                <w:rFonts w:eastAsia="Malgun Gothic"/>
                <w:lang w:eastAsia="ko-KR"/>
              </w:rPr>
            </w:pPr>
            <w:r w:rsidRPr="00E062F1">
              <w:rPr>
                <w:rFonts w:eastAsia="Malgun Gothic"/>
                <w:lang w:eastAsia="ko-KR"/>
              </w:rPr>
              <w:t>DC_3A-7A_n257J</w:t>
            </w:r>
          </w:p>
          <w:p w14:paraId="4B8A4BA7" w14:textId="77777777" w:rsidR="00944F22" w:rsidRPr="00E062F1" w:rsidRDefault="00944F22" w:rsidP="006B3BD2">
            <w:pPr>
              <w:pStyle w:val="TAC"/>
              <w:rPr>
                <w:rFonts w:eastAsia="Malgun Gothic"/>
                <w:lang w:eastAsia="ko-KR"/>
              </w:rPr>
            </w:pPr>
            <w:r w:rsidRPr="00E062F1">
              <w:rPr>
                <w:rFonts w:eastAsia="Malgun Gothic"/>
                <w:lang w:eastAsia="ko-KR"/>
              </w:rPr>
              <w:t>DC_3A-7A_n257K</w:t>
            </w:r>
          </w:p>
          <w:p w14:paraId="1385231B" w14:textId="77777777" w:rsidR="00944F22" w:rsidRPr="00E062F1" w:rsidRDefault="00944F22" w:rsidP="006B3BD2">
            <w:pPr>
              <w:pStyle w:val="TAC"/>
              <w:rPr>
                <w:rFonts w:eastAsia="Malgun Gothic"/>
                <w:lang w:eastAsia="ko-KR"/>
              </w:rPr>
            </w:pPr>
            <w:r w:rsidRPr="00E062F1">
              <w:rPr>
                <w:rFonts w:eastAsia="Malgun Gothic"/>
                <w:lang w:eastAsia="ko-KR"/>
              </w:rPr>
              <w:t>DC_3A-7A_n257L</w:t>
            </w:r>
          </w:p>
          <w:p w14:paraId="75A089B0" w14:textId="77777777" w:rsidR="00944F22" w:rsidRPr="00E062F1" w:rsidRDefault="00944F22" w:rsidP="006B3BD2">
            <w:pPr>
              <w:pStyle w:val="TAC"/>
              <w:rPr>
                <w:noProof/>
                <w:lang w:eastAsia="zh-CN"/>
              </w:rPr>
            </w:pPr>
            <w:r w:rsidRPr="00E062F1">
              <w:t>DC_3A-7A_n257M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ACF1EB3" w14:textId="77777777" w:rsidR="00944F22" w:rsidRPr="00E062F1" w:rsidRDefault="00944F22" w:rsidP="006B3BD2">
            <w:pPr>
              <w:pStyle w:val="TAC"/>
              <w:rPr>
                <w:noProof/>
                <w:lang w:eastAsia="zh-CN"/>
              </w:rPr>
            </w:pPr>
            <w:r w:rsidRPr="00E062F1">
              <w:rPr>
                <w:noProof/>
                <w:lang w:eastAsia="zh-CN"/>
              </w:rPr>
              <w:t>DC_3A_n257A</w:t>
            </w:r>
          </w:p>
          <w:p w14:paraId="66D972F2" w14:textId="77777777" w:rsidR="00944F22" w:rsidRPr="00E062F1" w:rsidRDefault="00944F22" w:rsidP="006B3BD2">
            <w:pPr>
              <w:pStyle w:val="TAC"/>
              <w:rPr>
                <w:noProof/>
                <w:lang w:eastAsia="zh-CN"/>
              </w:rPr>
            </w:pPr>
            <w:r w:rsidRPr="00E062F1">
              <w:rPr>
                <w:noProof/>
                <w:lang w:eastAsia="zh-CN"/>
              </w:rPr>
              <w:t>DC_7A_n257A</w:t>
            </w:r>
          </w:p>
        </w:tc>
      </w:tr>
      <w:tr w:rsidR="00944F22" w:rsidRPr="00E062F1" w14:paraId="5BA8204F"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08C8DC2" w14:textId="77777777" w:rsidR="00944F22" w:rsidRPr="00E062F1" w:rsidRDefault="00944F22" w:rsidP="006B3BD2">
            <w:pPr>
              <w:pStyle w:val="TAC"/>
              <w:rPr>
                <w:noProof/>
                <w:vertAlign w:val="superscript"/>
                <w:lang w:eastAsia="zh-CN"/>
              </w:rPr>
            </w:pPr>
            <w:r w:rsidRPr="00E062F1">
              <w:rPr>
                <w:noProof/>
                <w:lang w:eastAsia="zh-CN"/>
              </w:rPr>
              <w:t>DC_3A-7A-7A_n257A</w:t>
            </w:r>
            <w:r w:rsidRPr="00E062F1">
              <w:rPr>
                <w:noProof/>
                <w:vertAlign w:val="superscript"/>
                <w:lang w:eastAsia="zh-CN"/>
              </w:rPr>
              <w:t>2</w:t>
            </w:r>
          </w:p>
          <w:p w14:paraId="4B27138F" w14:textId="77777777" w:rsidR="00944F22" w:rsidRPr="00E062F1" w:rsidRDefault="00944F22" w:rsidP="006B3BD2">
            <w:pPr>
              <w:pStyle w:val="TAC"/>
              <w:rPr>
                <w:rFonts w:eastAsia="Malgun Gothic"/>
                <w:lang w:eastAsia="ko-KR"/>
              </w:rPr>
            </w:pPr>
            <w:r w:rsidRPr="00E062F1">
              <w:rPr>
                <w:rFonts w:eastAsia="Malgun Gothic"/>
                <w:lang w:eastAsia="ko-KR"/>
              </w:rPr>
              <w:t>DC_3A-7A-7A_n257D</w:t>
            </w:r>
          </w:p>
          <w:p w14:paraId="352624C0" w14:textId="77777777" w:rsidR="00944F22" w:rsidRPr="00E062F1" w:rsidRDefault="00944F22" w:rsidP="006B3BD2">
            <w:pPr>
              <w:pStyle w:val="TAC"/>
              <w:rPr>
                <w:rFonts w:eastAsia="Malgun Gothic"/>
                <w:lang w:eastAsia="ko-KR"/>
              </w:rPr>
            </w:pPr>
            <w:r w:rsidRPr="00E062F1">
              <w:rPr>
                <w:rFonts w:eastAsia="Malgun Gothic"/>
                <w:lang w:eastAsia="ko-KR"/>
              </w:rPr>
              <w:t>DC_3A-7A-7A_n257E</w:t>
            </w:r>
          </w:p>
          <w:p w14:paraId="135C9E63" w14:textId="77777777" w:rsidR="00944F22" w:rsidRPr="00E062F1" w:rsidRDefault="00944F22" w:rsidP="006B3BD2">
            <w:pPr>
              <w:pStyle w:val="TAC"/>
              <w:rPr>
                <w:rFonts w:eastAsia="Malgun Gothic"/>
                <w:lang w:eastAsia="ko-KR"/>
              </w:rPr>
            </w:pPr>
            <w:r w:rsidRPr="00E062F1">
              <w:rPr>
                <w:rFonts w:eastAsia="Malgun Gothic"/>
                <w:lang w:eastAsia="ko-KR"/>
              </w:rPr>
              <w:t>DC_3A-7A-7A_n257F</w:t>
            </w:r>
          </w:p>
          <w:p w14:paraId="6334FE20" w14:textId="77777777" w:rsidR="00944F22" w:rsidRPr="00E062F1" w:rsidRDefault="00944F22" w:rsidP="006B3BD2">
            <w:pPr>
              <w:pStyle w:val="TAC"/>
              <w:rPr>
                <w:rFonts w:eastAsia="Malgun Gothic"/>
                <w:lang w:eastAsia="ko-KR"/>
              </w:rPr>
            </w:pPr>
            <w:r w:rsidRPr="00E062F1">
              <w:rPr>
                <w:rFonts w:eastAsia="Malgun Gothic"/>
                <w:lang w:eastAsia="ko-KR"/>
              </w:rPr>
              <w:t>DC_3A-7A-7A_n257G</w:t>
            </w:r>
          </w:p>
          <w:p w14:paraId="0305FA61" w14:textId="77777777" w:rsidR="00944F22" w:rsidRPr="00E062F1" w:rsidRDefault="00944F22" w:rsidP="006B3BD2">
            <w:pPr>
              <w:pStyle w:val="TAC"/>
              <w:rPr>
                <w:rFonts w:eastAsia="Malgun Gothic"/>
                <w:lang w:eastAsia="ko-KR"/>
              </w:rPr>
            </w:pPr>
            <w:r w:rsidRPr="00E062F1">
              <w:rPr>
                <w:rFonts w:eastAsia="Malgun Gothic"/>
                <w:lang w:eastAsia="ko-KR"/>
              </w:rPr>
              <w:t>DC_3A-7A-7A_n257H</w:t>
            </w:r>
          </w:p>
          <w:p w14:paraId="17630C2B" w14:textId="77777777" w:rsidR="00944F22" w:rsidRPr="00E062F1" w:rsidRDefault="00944F22" w:rsidP="006B3BD2">
            <w:pPr>
              <w:pStyle w:val="TAC"/>
              <w:rPr>
                <w:rFonts w:eastAsia="Malgun Gothic"/>
                <w:lang w:eastAsia="ko-KR"/>
              </w:rPr>
            </w:pPr>
            <w:r w:rsidRPr="00E062F1">
              <w:rPr>
                <w:rFonts w:eastAsia="Malgun Gothic"/>
                <w:lang w:eastAsia="ko-KR"/>
              </w:rPr>
              <w:t>DC_3A-7A-7A_n257I</w:t>
            </w:r>
          </w:p>
          <w:p w14:paraId="4DD6988D" w14:textId="77777777" w:rsidR="00944F22" w:rsidRPr="00E062F1" w:rsidRDefault="00944F22" w:rsidP="006B3BD2">
            <w:pPr>
              <w:pStyle w:val="TAC"/>
              <w:rPr>
                <w:rFonts w:eastAsia="Malgun Gothic"/>
                <w:lang w:eastAsia="ko-KR"/>
              </w:rPr>
            </w:pPr>
            <w:r w:rsidRPr="00E062F1">
              <w:rPr>
                <w:rFonts w:eastAsia="Malgun Gothic"/>
                <w:lang w:eastAsia="ko-KR"/>
              </w:rPr>
              <w:t>DC_3A-7A-7A_n257J</w:t>
            </w:r>
          </w:p>
          <w:p w14:paraId="3CA73C47" w14:textId="77777777" w:rsidR="00944F22" w:rsidRPr="00E062F1" w:rsidRDefault="00944F22" w:rsidP="006B3BD2">
            <w:pPr>
              <w:pStyle w:val="TAC"/>
              <w:rPr>
                <w:rFonts w:eastAsia="Malgun Gothic"/>
                <w:lang w:eastAsia="ko-KR"/>
              </w:rPr>
            </w:pPr>
            <w:r w:rsidRPr="00E062F1">
              <w:rPr>
                <w:rFonts w:eastAsia="Malgun Gothic"/>
                <w:lang w:eastAsia="ko-KR"/>
              </w:rPr>
              <w:t>DC_3A-7A-7A_n257K</w:t>
            </w:r>
          </w:p>
          <w:p w14:paraId="76C04E93" w14:textId="77777777" w:rsidR="00944F22" w:rsidRPr="00E062F1" w:rsidRDefault="00944F22" w:rsidP="006B3BD2">
            <w:pPr>
              <w:pStyle w:val="TAC"/>
              <w:rPr>
                <w:rFonts w:eastAsia="Malgun Gothic"/>
                <w:lang w:eastAsia="ko-KR"/>
              </w:rPr>
            </w:pPr>
            <w:r w:rsidRPr="00E062F1">
              <w:rPr>
                <w:rFonts w:eastAsia="Malgun Gothic"/>
                <w:lang w:eastAsia="ko-KR"/>
              </w:rPr>
              <w:t>DC_3A-7A-7A_n257L</w:t>
            </w:r>
          </w:p>
          <w:p w14:paraId="4A9354FD" w14:textId="77777777" w:rsidR="00944F22" w:rsidRPr="00E062F1" w:rsidRDefault="00944F22" w:rsidP="006B3BD2">
            <w:pPr>
              <w:pStyle w:val="TAC"/>
              <w:rPr>
                <w:noProof/>
                <w:lang w:eastAsia="zh-CN"/>
              </w:rPr>
            </w:pPr>
            <w:r w:rsidRPr="00E062F1">
              <w:t>DC_3A-7A-7A_n257M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13043DB" w14:textId="77777777" w:rsidR="00944F22" w:rsidRPr="00E062F1" w:rsidRDefault="00944F22" w:rsidP="006B3BD2">
            <w:pPr>
              <w:pStyle w:val="TAC"/>
              <w:rPr>
                <w:noProof/>
                <w:lang w:eastAsia="zh-CN"/>
              </w:rPr>
            </w:pPr>
            <w:r w:rsidRPr="00E062F1">
              <w:rPr>
                <w:noProof/>
                <w:lang w:eastAsia="zh-CN"/>
              </w:rPr>
              <w:t>DC_3A_n257A</w:t>
            </w:r>
          </w:p>
          <w:p w14:paraId="03A7E927" w14:textId="77777777" w:rsidR="00944F22" w:rsidRPr="00E062F1" w:rsidRDefault="00944F22" w:rsidP="006B3BD2">
            <w:pPr>
              <w:pStyle w:val="TAC"/>
              <w:rPr>
                <w:noProof/>
                <w:lang w:eastAsia="zh-CN"/>
              </w:rPr>
            </w:pPr>
            <w:r w:rsidRPr="00E062F1">
              <w:rPr>
                <w:noProof/>
                <w:lang w:eastAsia="zh-CN"/>
              </w:rPr>
              <w:t>DC_7A_n257A</w:t>
            </w:r>
          </w:p>
        </w:tc>
      </w:tr>
      <w:tr w:rsidR="00944F22" w:rsidRPr="00E062F1" w14:paraId="245E97E3"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BEC57CE" w14:textId="77777777" w:rsidR="00944F22" w:rsidRPr="00E062F1" w:rsidRDefault="00944F22" w:rsidP="006B3BD2">
            <w:pPr>
              <w:pStyle w:val="TAC"/>
              <w:rPr>
                <w:noProof/>
              </w:rPr>
            </w:pPr>
            <w:r w:rsidRPr="00E062F1">
              <w:rPr>
                <w:noProof/>
              </w:rPr>
              <w:t>DC_3A-8A_n257A</w:t>
            </w:r>
          </w:p>
          <w:p w14:paraId="14F16343" w14:textId="77777777" w:rsidR="00944F22" w:rsidRPr="00E062F1" w:rsidRDefault="00944F22" w:rsidP="006B3BD2">
            <w:pPr>
              <w:pStyle w:val="TAC"/>
              <w:rPr>
                <w:lang w:eastAsia="fr-FR"/>
              </w:rPr>
            </w:pPr>
            <w:r w:rsidRPr="00E062F1">
              <w:t>DC_3A-8A_n257D</w:t>
            </w:r>
          </w:p>
          <w:p w14:paraId="0B79CAA0" w14:textId="77777777" w:rsidR="00944F22" w:rsidRPr="00E062F1" w:rsidRDefault="00944F22" w:rsidP="006B3BD2">
            <w:pPr>
              <w:pStyle w:val="TAC"/>
            </w:pPr>
            <w:r w:rsidRPr="00E062F1">
              <w:t>DC_3A-8A_n257E</w:t>
            </w:r>
          </w:p>
          <w:p w14:paraId="5A5F01F6" w14:textId="77777777" w:rsidR="00944F22" w:rsidRPr="00E062F1" w:rsidRDefault="00944F22" w:rsidP="006B3BD2">
            <w:pPr>
              <w:pStyle w:val="TAC"/>
            </w:pPr>
            <w:r w:rsidRPr="00E062F1">
              <w:t>DC_3A-8A_n257F</w:t>
            </w:r>
          </w:p>
          <w:p w14:paraId="09DB3028" w14:textId="77777777" w:rsidR="00944F22" w:rsidRPr="00E062F1" w:rsidRDefault="00944F22" w:rsidP="006B3BD2">
            <w:pPr>
              <w:pStyle w:val="TAC"/>
            </w:pPr>
            <w:r w:rsidRPr="00E062F1">
              <w:t>DC_3A-8A_n257G</w:t>
            </w:r>
          </w:p>
          <w:p w14:paraId="38D336B0" w14:textId="77777777" w:rsidR="00944F22" w:rsidRPr="00E062F1" w:rsidRDefault="00944F22" w:rsidP="006B3BD2">
            <w:pPr>
              <w:pStyle w:val="TAC"/>
            </w:pPr>
            <w:r w:rsidRPr="00E062F1">
              <w:t>DC_3A-8A_n257H</w:t>
            </w:r>
          </w:p>
          <w:p w14:paraId="19E5D4B5" w14:textId="77777777" w:rsidR="00944F22" w:rsidRPr="00E062F1" w:rsidRDefault="00944F22" w:rsidP="006B3BD2">
            <w:pPr>
              <w:pStyle w:val="TAC"/>
            </w:pPr>
            <w:r w:rsidRPr="00E062F1">
              <w:t>DC_3A-8A_n257I</w:t>
            </w:r>
          </w:p>
          <w:p w14:paraId="211DE445" w14:textId="77777777" w:rsidR="00944F22" w:rsidRPr="00E062F1" w:rsidRDefault="00944F22" w:rsidP="006B3BD2">
            <w:pPr>
              <w:pStyle w:val="TAC"/>
            </w:pPr>
            <w:r w:rsidRPr="00E062F1">
              <w:t>DC_3A-8A_n257J</w:t>
            </w:r>
          </w:p>
          <w:p w14:paraId="12CAED9B" w14:textId="77777777" w:rsidR="00944F22" w:rsidRPr="00E062F1" w:rsidRDefault="00944F22" w:rsidP="006B3BD2">
            <w:pPr>
              <w:pStyle w:val="TAC"/>
            </w:pPr>
            <w:r w:rsidRPr="00E062F1">
              <w:t>DC_3A-8A_n257K</w:t>
            </w:r>
          </w:p>
          <w:p w14:paraId="0E0A122D" w14:textId="77777777" w:rsidR="00944F22" w:rsidRPr="00E062F1" w:rsidRDefault="00944F22" w:rsidP="006B3BD2">
            <w:pPr>
              <w:pStyle w:val="TAC"/>
            </w:pPr>
            <w:r w:rsidRPr="00E062F1">
              <w:t>DC_3A-8A_n257L</w:t>
            </w:r>
          </w:p>
          <w:p w14:paraId="33680B09" w14:textId="77777777" w:rsidR="00944F22" w:rsidRPr="00E062F1" w:rsidRDefault="00944F22" w:rsidP="006B3BD2">
            <w:pPr>
              <w:pStyle w:val="TAC"/>
              <w:rPr>
                <w:rFonts w:eastAsia="Malgun Gothic"/>
                <w:lang w:eastAsia="ko-KR"/>
              </w:rPr>
            </w:pPr>
            <w:r w:rsidRPr="00E062F1">
              <w:t>DC_3A-8A_n257M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97C2512" w14:textId="77777777" w:rsidR="00944F22" w:rsidRPr="00E062F1" w:rsidRDefault="00944F22" w:rsidP="006B3BD2">
            <w:pPr>
              <w:pStyle w:val="TAC"/>
              <w:rPr>
                <w:noProof/>
              </w:rPr>
            </w:pPr>
            <w:r w:rsidRPr="00E062F1">
              <w:rPr>
                <w:noProof/>
              </w:rPr>
              <w:t>DC_3A_n257A</w:t>
            </w:r>
          </w:p>
          <w:p w14:paraId="6AA70458" w14:textId="77777777" w:rsidR="00944F22" w:rsidRPr="00E062F1" w:rsidRDefault="00944F22" w:rsidP="006B3BD2">
            <w:pPr>
              <w:pStyle w:val="TAC"/>
              <w:rPr>
                <w:noProof/>
                <w:lang w:eastAsia="fr-FR"/>
              </w:rPr>
            </w:pPr>
            <w:r w:rsidRPr="00E062F1">
              <w:rPr>
                <w:noProof/>
              </w:rPr>
              <w:t>DC_8A_n257A</w:t>
            </w:r>
          </w:p>
        </w:tc>
      </w:tr>
      <w:tr w:rsidR="00944F22" w:rsidRPr="00E062F1" w14:paraId="0A6D0B58"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BF592DD" w14:textId="77777777" w:rsidR="00944F22" w:rsidRPr="00E062F1" w:rsidRDefault="00944F22" w:rsidP="006B3BD2">
            <w:pPr>
              <w:pStyle w:val="TAC"/>
              <w:rPr>
                <w:rFonts w:cs="Arial"/>
                <w:lang w:eastAsia="ja-JP"/>
              </w:rPr>
            </w:pPr>
            <w:r w:rsidRPr="00E062F1">
              <w:rPr>
                <w:rFonts w:cs="Arial"/>
                <w:lang w:eastAsia="ja-JP"/>
              </w:rPr>
              <w:t>DC_3A-18A_n257A</w:t>
            </w:r>
          </w:p>
          <w:p w14:paraId="77101959" w14:textId="77777777" w:rsidR="00944F22" w:rsidRPr="00E062F1" w:rsidRDefault="00944F22" w:rsidP="006B3BD2">
            <w:pPr>
              <w:pStyle w:val="TAC"/>
              <w:rPr>
                <w:rFonts w:cs="Arial"/>
                <w:lang w:eastAsia="ja-JP"/>
              </w:rPr>
            </w:pPr>
            <w:r w:rsidRPr="00E062F1">
              <w:rPr>
                <w:rFonts w:cs="Arial"/>
                <w:lang w:eastAsia="ja-JP"/>
              </w:rPr>
              <w:t>DC_3A-18A_n257D</w:t>
            </w:r>
          </w:p>
          <w:p w14:paraId="3FA96F35" w14:textId="77777777" w:rsidR="00944F22" w:rsidRPr="00E062F1" w:rsidRDefault="00944F22" w:rsidP="006B3BD2">
            <w:pPr>
              <w:pStyle w:val="TAC"/>
              <w:rPr>
                <w:rFonts w:cs="Arial"/>
                <w:lang w:eastAsia="ja-JP"/>
              </w:rPr>
            </w:pPr>
            <w:r w:rsidRPr="00E062F1">
              <w:rPr>
                <w:rFonts w:cs="Arial"/>
                <w:lang w:eastAsia="ja-JP"/>
              </w:rPr>
              <w:t>DC_3A-18A_n257E</w:t>
            </w:r>
          </w:p>
          <w:p w14:paraId="621C121A" w14:textId="77777777" w:rsidR="00944F22" w:rsidRPr="00E062F1" w:rsidRDefault="00944F22" w:rsidP="006B3BD2">
            <w:pPr>
              <w:pStyle w:val="TAC"/>
              <w:rPr>
                <w:rFonts w:cs="Arial"/>
                <w:lang w:eastAsia="ja-JP"/>
              </w:rPr>
            </w:pPr>
            <w:r w:rsidRPr="00E062F1">
              <w:rPr>
                <w:rFonts w:cs="Arial"/>
                <w:lang w:eastAsia="ja-JP"/>
              </w:rPr>
              <w:t>DC_3A-18A_n257F</w:t>
            </w:r>
          </w:p>
          <w:p w14:paraId="69EF6515" w14:textId="77777777" w:rsidR="00944F22" w:rsidRPr="00E062F1" w:rsidRDefault="00944F22" w:rsidP="006B3BD2">
            <w:pPr>
              <w:pStyle w:val="TAC"/>
              <w:rPr>
                <w:rFonts w:cs="Arial"/>
                <w:lang w:eastAsia="ja-JP"/>
              </w:rPr>
            </w:pPr>
            <w:r w:rsidRPr="00E062F1">
              <w:rPr>
                <w:rFonts w:cs="Arial"/>
                <w:lang w:eastAsia="ja-JP"/>
              </w:rPr>
              <w:t>DC_3A-18A_n257G</w:t>
            </w:r>
          </w:p>
          <w:p w14:paraId="2005B737" w14:textId="77777777" w:rsidR="00944F22" w:rsidRPr="00E062F1" w:rsidRDefault="00944F22" w:rsidP="006B3BD2">
            <w:pPr>
              <w:pStyle w:val="TAC"/>
              <w:rPr>
                <w:rFonts w:cs="Arial"/>
                <w:lang w:eastAsia="ja-JP"/>
              </w:rPr>
            </w:pPr>
            <w:r w:rsidRPr="00E062F1">
              <w:rPr>
                <w:rFonts w:cs="Arial"/>
                <w:lang w:eastAsia="ja-JP"/>
              </w:rPr>
              <w:t>DC_3A-18A_n257H</w:t>
            </w:r>
          </w:p>
          <w:p w14:paraId="165271A1" w14:textId="77777777" w:rsidR="00944F22" w:rsidRPr="00E062F1" w:rsidRDefault="00944F22" w:rsidP="006B3BD2">
            <w:pPr>
              <w:pStyle w:val="TAC"/>
              <w:rPr>
                <w:rFonts w:cs="Arial"/>
                <w:lang w:eastAsia="ja-JP"/>
              </w:rPr>
            </w:pPr>
            <w:r w:rsidRPr="00E062F1">
              <w:rPr>
                <w:rFonts w:cs="Arial"/>
                <w:lang w:eastAsia="ja-JP"/>
              </w:rPr>
              <w:t>DC_3A-18A_n257I</w:t>
            </w:r>
          </w:p>
          <w:p w14:paraId="73DDED40" w14:textId="77777777" w:rsidR="00944F22" w:rsidRPr="00E062F1" w:rsidRDefault="00944F22" w:rsidP="006B3BD2">
            <w:pPr>
              <w:pStyle w:val="TAC"/>
              <w:rPr>
                <w:rFonts w:cs="Arial"/>
                <w:lang w:eastAsia="ja-JP"/>
              </w:rPr>
            </w:pPr>
            <w:r w:rsidRPr="00E062F1">
              <w:rPr>
                <w:rFonts w:cs="Arial"/>
                <w:lang w:eastAsia="ja-JP"/>
              </w:rPr>
              <w:t>DC_3A-18A_n257J</w:t>
            </w:r>
          </w:p>
          <w:p w14:paraId="23E3A032" w14:textId="77777777" w:rsidR="00944F22" w:rsidRPr="00E062F1" w:rsidRDefault="00944F22" w:rsidP="006B3BD2">
            <w:pPr>
              <w:pStyle w:val="TAC"/>
              <w:rPr>
                <w:rFonts w:cs="Arial"/>
                <w:lang w:eastAsia="ja-JP"/>
              </w:rPr>
            </w:pPr>
            <w:r w:rsidRPr="00E062F1">
              <w:rPr>
                <w:rFonts w:cs="Arial"/>
                <w:lang w:eastAsia="ja-JP"/>
              </w:rPr>
              <w:t>DC_3A-18A_n257K</w:t>
            </w:r>
          </w:p>
          <w:p w14:paraId="6E856006" w14:textId="77777777" w:rsidR="00944F22" w:rsidRPr="00E062F1" w:rsidRDefault="00944F22" w:rsidP="006B3BD2">
            <w:pPr>
              <w:pStyle w:val="TAC"/>
              <w:rPr>
                <w:rFonts w:cs="Arial"/>
                <w:lang w:eastAsia="ja-JP"/>
              </w:rPr>
            </w:pPr>
            <w:r w:rsidRPr="00E062F1">
              <w:rPr>
                <w:rFonts w:cs="Arial"/>
                <w:lang w:eastAsia="ja-JP"/>
              </w:rPr>
              <w:t>DC_3A-18A_n257L</w:t>
            </w:r>
          </w:p>
          <w:p w14:paraId="0DC1B96C" w14:textId="77777777" w:rsidR="00944F22" w:rsidRPr="00E062F1" w:rsidRDefault="00944F22" w:rsidP="006B3BD2">
            <w:pPr>
              <w:pStyle w:val="TAC"/>
              <w:rPr>
                <w:rFonts w:eastAsia="Malgun Gothic"/>
                <w:lang w:eastAsia="ko-KR"/>
              </w:rPr>
            </w:pPr>
            <w:r w:rsidRPr="00E062F1">
              <w:rPr>
                <w:rFonts w:cs="Arial"/>
                <w:lang w:eastAsia="ja-JP"/>
              </w:rPr>
              <w:t>DC_3A-18A_n257M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BF325CC" w14:textId="77777777" w:rsidR="00944F22" w:rsidRPr="00E062F1" w:rsidRDefault="00944F22" w:rsidP="006B3BD2">
            <w:pPr>
              <w:pStyle w:val="TAC"/>
              <w:rPr>
                <w:lang w:eastAsia="ja-JP"/>
              </w:rPr>
            </w:pPr>
            <w:r w:rsidRPr="00E062F1">
              <w:rPr>
                <w:lang w:eastAsia="ja-JP"/>
              </w:rPr>
              <w:t>DC_3A_n257A</w:t>
            </w:r>
          </w:p>
          <w:p w14:paraId="19FDDA7A" w14:textId="77777777" w:rsidR="00944F22" w:rsidRPr="00E062F1" w:rsidRDefault="00944F22" w:rsidP="006B3BD2">
            <w:pPr>
              <w:pStyle w:val="TAC"/>
              <w:rPr>
                <w:lang w:eastAsia="ja-JP"/>
              </w:rPr>
            </w:pPr>
            <w:r w:rsidRPr="00E062F1">
              <w:rPr>
                <w:lang w:eastAsia="ja-JP"/>
              </w:rPr>
              <w:t>DC_3A_n257G</w:t>
            </w:r>
          </w:p>
          <w:p w14:paraId="3AB34C38" w14:textId="77777777" w:rsidR="00944F22" w:rsidRPr="00E062F1" w:rsidRDefault="00944F22" w:rsidP="006B3BD2">
            <w:pPr>
              <w:pStyle w:val="TAC"/>
              <w:rPr>
                <w:lang w:eastAsia="ja-JP"/>
              </w:rPr>
            </w:pPr>
            <w:r w:rsidRPr="00E062F1">
              <w:rPr>
                <w:lang w:eastAsia="ja-JP"/>
              </w:rPr>
              <w:t>DC_3A_n257H</w:t>
            </w:r>
          </w:p>
          <w:p w14:paraId="0B7FC847" w14:textId="77777777" w:rsidR="00944F22" w:rsidRPr="00E062F1" w:rsidRDefault="00944F22" w:rsidP="006B3BD2">
            <w:pPr>
              <w:pStyle w:val="TAC"/>
              <w:rPr>
                <w:lang w:eastAsia="ja-JP"/>
              </w:rPr>
            </w:pPr>
            <w:r w:rsidRPr="00E062F1">
              <w:rPr>
                <w:lang w:eastAsia="ja-JP"/>
              </w:rPr>
              <w:t>DC_3A_n257I</w:t>
            </w:r>
          </w:p>
          <w:p w14:paraId="40330DA8" w14:textId="77777777" w:rsidR="00944F22" w:rsidRPr="00E062F1" w:rsidRDefault="00944F22" w:rsidP="006B3BD2">
            <w:pPr>
              <w:pStyle w:val="TAC"/>
              <w:rPr>
                <w:lang w:eastAsia="ja-JP"/>
              </w:rPr>
            </w:pPr>
            <w:r w:rsidRPr="00E062F1">
              <w:rPr>
                <w:lang w:eastAsia="ja-JP"/>
              </w:rPr>
              <w:t>DC_18A_n257A</w:t>
            </w:r>
          </w:p>
          <w:p w14:paraId="019FB2E9" w14:textId="77777777" w:rsidR="00944F22" w:rsidRPr="00E062F1" w:rsidRDefault="00944F22" w:rsidP="006B3BD2">
            <w:pPr>
              <w:pStyle w:val="TAC"/>
              <w:rPr>
                <w:lang w:eastAsia="ja-JP"/>
              </w:rPr>
            </w:pPr>
            <w:r w:rsidRPr="00E062F1">
              <w:rPr>
                <w:lang w:eastAsia="ja-JP"/>
              </w:rPr>
              <w:t>DC_18A_n257G</w:t>
            </w:r>
          </w:p>
          <w:p w14:paraId="669F560E" w14:textId="77777777" w:rsidR="00944F22" w:rsidRPr="00E062F1" w:rsidRDefault="00944F22" w:rsidP="006B3BD2">
            <w:pPr>
              <w:pStyle w:val="TAC"/>
              <w:rPr>
                <w:lang w:eastAsia="ja-JP"/>
              </w:rPr>
            </w:pPr>
            <w:r w:rsidRPr="00E062F1">
              <w:rPr>
                <w:lang w:eastAsia="ja-JP"/>
              </w:rPr>
              <w:t>DC_18A_n257H</w:t>
            </w:r>
          </w:p>
          <w:p w14:paraId="09B546E2" w14:textId="77777777" w:rsidR="00944F22" w:rsidRPr="00E062F1" w:rsidRDefault="00944F22" w:rsidP="006B3BD2">
            <w:pPr>
              <w:pStyle w:val="TAC"/>
              <w:rPr>
                <w:noProof/>
              </w:rPr>
            </w:pPr>
            <w:r w:rsidRPr="00E062F1">
              <w:rPr>
                <w:lang w:eastAsia="ja-JP"/>
              </w:rPr>
              <w:t>DC_18A_n257I</w:t>
            </w:r>
          </w:p>
        </w:tc>
      </w:tr>
      <w:tr w:rsidR="00944F22" w:rsidRPr="00E062F1" w14:paraId="0258E18C"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458EE23" w14:textId="77777777" w:rsidR="00944F22" w:rsidRPr="00E062F1" w:rsidRDefault="00944F22" w:rsidP="006B3BD2">
            <w:pPr>
              <w:pStyle w:val="TAC"/>
              <w:rPr>
                <w:noProof/>
                <w:vertAlign w:val="superscript"/>
                <w:lang w:eastAsia="zh-CN"/>
              </w:rPr>
            </w:pPr>
            <w:r w:rsidRPr="00E062F1">
              <w:rPr>
                <w:noProof/>
                <w:lang w:eastAsia="zh-CN"/>
              </w:rPr>
              <w:lastRenderedPageBreak/>
              <w:t>DC_3A-19A_n257A</w:t>
            </w:r>
            <w:r w:rsidRPr="00E062F1">
              <w:rPr>
                <w:noProof/>
                <w:vertAlign w:val="superscript"/>
                <w:lang w:eastAsia="zh-CN"/>
              </w:rPr>
              <w:t>2</w:t>
            </w:r>
          </w:p>
          <w:p w14:paraId="32B46CEA" w14:textId="77777777" w:rsidR="00944F22" w:rsidRPr="00E062F1" w:rsidRDefault="00944F22" w:rsidP="006B3BD2">
            <w:pPr>
              <w:pStyle w:val="TAC"/>
              <w:rPr>
                <w:noProof/>
                <w:lang w:eastAsia="zh-CN"/>
              </w:rPr>
            </w:pPr>
            <w:r w:rsidRPr="00E062F1">
              <w:rPr>
                <w:noProof/>
                <w:lang w:eastAsia="zh-CN"/>
              </w:rPr>
              <w:t>DC_3A-19A_n257D</w:t>
            </w:r>
            <w:r w:rsidRPr="00E062F1">
              <w:rPr>
                <w:noProof/>
                <w:vertAlign w:val="superscript"/>
                <w:lang w:eastAsia="zh-CN"/>
              </w:rPr>
              <w:t>2</w:t>
            </w:r>
          </w:p>
          <w:p w14:paraId="4EC30953" w14:textId="77777777" w:rsidR="00944F22" w:rsidRPr="00E062F1" w:rsidRDefault="00944F22" w:rsidP="006B3BD2">
            <w:pPr>
              <w:pStyle w:val="TAC"/>
              <w:rPr>
                <w:noProof/>
                <w:lang w:eastAsia="zh-CN"/>
              </w:rPr>
            </w:pPr>
            <w:r w:rsidRPr="00E062F1">
              <w:rPr>
                <w:noProof/>
                <w:lang w:eastAsia="zh-CN"/>
              </w:rPr>
              <w:t>DC_3A-19A_n257E</w:t>
            </w:r>
            <w:r w:rsidRPr="00E062F1">
              <w:rPr>
                <w:noProof/>
                <w:vertAlign w:val="superscript"/>
                <w:lang w:eastAsia="zh-CN"/>
              </w:rPr>
              <w:t>2</w:t>
            </w:r>
          </w:p>
          <w:p w14:paraId="2B499776" w14:textId="77777777" w:rsidR="00944F22" w:rsidRPr="00E062F1" w:rsidRDefault="00944F22" w:rsidP="006B3BD2">
            <w:pPr>
              <w:pStyle w:val="TAC"/>
              <w:rPr>
                <w:noProof/>
                <w:vertAlign w:val="superscript"/>
                <w:lang w:eastAsia="zh-CN"/>
              </w:rPr>
            </w:pPr>
            <w:r w:rsidRPr="00E062F1">
              <w:rPr>
                <w:noProof/>
                <w:lang w:eastAsia="zh-CN"/>
              </w:rPr>
              <w:t>DC_3A-19A_n257F</w:t>
            </w:r>
            <w:r w:rsidRPr="00E062F1">
              <w:rPr>
                <w:noProof/>
                <w:vertAlign w:val="superscript"/>
                <w:lang w:eastAsia="zh-CN"/>
              </w:rPr>
              <w:t>2</w:t>
            </w:r>
          </w:p>
          <w:p w14:paraId="41444955" w14:textId="77777777" w:rsidR="00944F22" w:rsidRPr="00E062F1" w:rsidRDefault="00944F22" w:rsidP="006B3BD2">
            <w:pPr>
              <w:pStyle w:val="TAC"/>
              <w:rPr>
                <w:lang w:eastAsia="ja-JP"/>
              </w:rPr>
            </w:pPr>
            <w:r w:rsidRPr="00E062F1">
              <w:rPr>
                <w:lang w:eastAsia="ja-JP"/>
              </w:rPr>
              <w:t>DC_3A-19A_n257G</w:t>
            </w:r>
          </w:p>
          <w:p w14:paraId="73BE15F2" w14:textId="77777777" w:rsidR="00944F22" w:rsidRPr="00E062F1" w:rsidRDefault="00944F22" w:rsidP="006B3BD2">
            <w:pPr>
              <w:pStyle w:val="TAC"/>
              <w:rPr>
                <w:lang w:eastAsia="ja-JP"/>
              </w:rPr>
            </w:pPr>
            <w:r w:rsidRPr="00E062F1">
              <w:rPr>
                <w:lang w:eastAsia="ja-JP"/>
              </w:rPr>
              <w:t>DC_3A-19A_n257H</w:t>
            </w:r>
          </w:p>
          <w:p w14:paraId="5E5CDD79" w14:textId="77777777" w:rsidR="00944F22" w:rsidRPr="00E062F1" w:rsidRDefault="00944F22" w:rsidP="006B3BD2">
            <w:pPr>
              <w:pStyle w:val="TAC"/>
              <w:rPr>
                <w:lang w:eastAsia="ja-JP"/>
              </w:rPr>
            </w:pPr>
            <w:r w:rsidRPr="00E062F1">
              <w:rPr>
                <w:lang w:eastAsia="ja-JP"/>
              </w:rPr>
              <w:t>DC_3A-19A_n257I</w:t>
            </w:r>
          </w:p>
          <w:p w14:paraId="2BA94ED7" w14:textId="77777777" w:rsidR="00944F22" w:rsidRPr="00E062F1" w:rsidRDefault="00944F22" w:rsidP="006B3BD2">
            <w:pPr>
              <w:pStyle w:val="TAC"/>
              <w:rPr>
                <w:lang w:eastAsia="ja-JP"/>
              </w:rPr>
            </w:pPr>
            <w:r w:rsidRPr="00E062F1">
              <w:rPr>
                <w:lang w:eastAsia="ja-JP"/>
              </w:rPr>
              <w:t>DC_3A-19A_n257J</w:t>
            </w:r>
          </w:p>
          <w:p w14:paraId="19424674" w14:textId="77777777" w:rsidR="00944F22" w:rsidRPr="00E062F1" w:rsidRDefault="00944F22" w:rsidP="006B3BD2">
            <w:pPr>
              <w:pStyle w:val="TAC"/>
              <w:rPr>
                <w:lang w:eastAsia="ja-JP"/>
              </w:rPr>
            </w:pPr>
            <w:r w:rsidRPr="00E062F1">
              <w:rPr>
                <w:lang w:eastAsia="ja-JP"/>
              </w:rPr>
              <w:t>DC_3A-19A_n257K</w:t>
            </w:r>
          </w:p>
          <w:p w14:paraId="1E959A66" w14:textId="77777777" w:rsidR="00944F22" w:rsidRPr="00E062F1" w:rsidRDefault="00944F22" w:rsidP="006B3BD2">
            <w:pPr>
              <w:pStyle w:val="TAC"/>
              <w:rPr>
                <w:lang w:eastAsia="ja-JP"/>
              </w:rPr>
            </w:pPr>
            <w:r w:rsidRPr="00E062F1">
              <w:rPr>
                <w:lang w:eastAsia="ja-JP"/>
              </w:rPr>
              <w:t>DC_3A-19A_n257L</w:t>
            </w:r>
          </w:p>
          <w:p w14:paraId="6C50EEC1" w14:textId="77777777" w:rsidR="00944F22" w:rsidRPr="00E062F1" w:rsidRDefault="00944F22" w:rsidP="006B3BD2">
            <w:pPr>
              <w:pStyle w:val="TAC"/>
              <w:rPr>
                <w:noProof/>
                <w:lang w:eastAsia="zh-CN"/>
              </w:rPr>
            </w:pPr>
            <w:r w:rsidRPr="00E062F1">
              <w:rPr>
                <w:lang w:eastAsia="ja-JP"/>
              </w:rPr>
              <w:t>DC_3A-19A_n257M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7E448B0" w14:textId="77777777" w:rsidR="00944F22" w:rsidRPr="00E062F1" w:rsidRDefault="00944F22" w:rsidP="006B3BD2">
            <w:pPr>
              <w:pStyle w:val="TAC"/>
              <w:rPr>
                <w:noProof/>
                <w:lang w:eastAsia="zh-CN"/>
              </w:rPr>
            </w:pPr>
            <w:r w:rsidRPr="00E062F1">
              <w:rPr>
                <w:noProof/>
                <w:lang w:eastAsia="zh-CN"/>
              </w:rPr>
              <w:t>DC_3A_n257A</w:t>
            </w:r>
          </w:p>
          <w:p w14:paraId="0BC57B68" w14:textId="77777777" w:rsidR="00944F22" w:rsidRPr="00E062F1" w:rsidRDefault="00944F22" w:rsidP="006B3BD2">
            <w:pPr>
              <w:pStyle w:val="TAC"/>
              <w:rPr>
                <w:noProof/>
                <w:lang w:eastAsia="ja-JP"/>
              </w:rPr>
            </w:pPr>
            <w:r w:rsidRPr="00E062F1">
              <w:rPr>
                <w:noProof/>
              </w:rPr>
              <w:t>DC_3A_n257</w:t>
            </w:r>
            <w:r w:rsidRPr="00E062F1">
              <w:rPr>
                <w:noProof/>
                <w:lang w:eastAsia="ja-JP"/>
              </w:rPr>
              <w:t>D</w:t>
            </w:r>
          </w:p>
          <w:p w14:paraId="321BF4D0" w14:textId="77777777" w:rsidR="00944F22" w:rsidRPr="00E062F1" w:rsidRDefault="00944F22" w:rsidP="006B3BD2">
            <w:pPr>
              <w:pStyle w:val="TAC"/>
              <w:rPr>
                <w:lang w:eastAsia="ja-JP"/>
              </w:rPr>
            </w:pPr>
            <w:r w:rsidRPr="00E062F1">
              <w:rPr>
                <w:lang w:eastAsia="ja-JP"/>
              </w:rPr>
              <w:t>DC_3A_n257G</w:t>
            </w:r>
          </w:p>
          <w:p w14:paraId="758B9398" w14:textId="77777777" w:rsidR="00944F22" w:rsidRPr="00E062F1" w:rsidRDefault="00944F22" w:rsidP="006B3BD2">
            <w:pPr>
              <w:pStyle w:val="TAC"/>
              <w:rPr>
                <w:lang w:eastAsia="ja-JP"/>
              </w:rPr>
            </w:pPr>
            <w:r w:rsidRPr="00E062F1">
              <w:rPr>
                <w:lang w:eastAsia="ja-JP"/>
              </w:rPr>
              <w:t>DC_3A_n257H</w:t>
            </w:r>
          </w:p>
          <w:p w14:paraId="06AA2BBA" w14:textId="77777777" w:rsidR="00944F22" w:rsidRPr="00E062F1" w:rsidRDefault="00944F22" w:rsidP="006B3BD2">
            <w:pPr>
              <w:pStyle w:val="TAC"/>
              <w:rPr>
                <w:lang w:eastAsia="ja-JP"/>
              </w:rPr>
            </w:pPr>
            <w:r w:rsidRPr="00E062F1">
              <w:rPr>
                <w:lang w:eastAsia="ja-JP"/>
              </w:rPr>
              <w:t>DC_3A_n257I</w:t>
            </w:r>
          </w:p>
          <w:p w14:paraId="495C3BA3" w14:textId="77777777" w:rsidR="00944F22" w:rsidRPr="00E062F1" w:rsidRDefault="00944F22" w:rsidP="006B3BD2">
            <w:pPr>
              <w:pStyle w:val="TAC"/>
              <w:rPr>
                <w:lang w:eastAsia="ja-JP"/>
              </w:rPr>
            </w:pPr>
            <w:r w:rsidRPr="00E062F1">
              <w:rPr>
                <w:lang w:eastAsia="ja-JP"/>
              </w:rPr>
              <w:t>DC_3A_n257J</w:t>
            </w:r>
          </w:p>
          <w:p w14:paraId="7268B77A" w14:textId="77777777" w:rsidR="00944F22" w:rsidRPr="00E062F1" w:rsidRDefault="00944F22" w:rsidP="006B3BD2">
            <w:pPr>
              <w:pStyle w:val="TAC"/>
              <w:rPr>
                <w:lang w:eastAsia="ja-JP"/>
              </w:rPr>
            </w:pPr>
            <w:r w:rsidRPr="00E062F1">
              <w:rPr>
                <w:lang w:eastAsia="ja-JP"/>
              </w:rPr>
              <w:t>DC_3A_n257K</w:t>
            </w:r>
          </w:p>
          <w:p w14:paraId="3653A64D" w14:textId="77777777" w:rsidR="00944F22" w:rsidRPr="00E062F1" w:rsidRDefault="00944F22" w:rsidP="006B3BD2">
            <w:pPr>
              <w:pStyle w:val="TAC"/>
              <w:rPr>
                <w:lang w:eastAsia="ja-JP"/>
              </w:rPr>
            </w:pPr>
            <w:r w:rsidRPr="00E062F1">
              <w:rPr>
                <w:lang w:eastAsia="ja-JP"/>
              </w:rPr>
              <w:t>DC_3A_n257L</w:t>
            </w:r>
          </w:p>
          <w:p w14:paraId="421FAFDD" w14:textId="77777777" w:rsidR="00944F22" w:rsidRPr="00E062F1" w:rsidRDefault="00944F22" w:rsidP="006B3BD2">
            <w:pPr>
              <w:pStyle w:val="TAC"/>
              <w:rPr>
                <w:noProof/>
                <w:lang w:eastAsia="zh-CN"/>
              </w:rPr>
            </w:pPr>
            <w:r w:rsidRPr="00E062F1">
              <w:rPr>
                <w:lang w:eastAsia="ja-JP"/>
              </w:rPr>
              <w:t>DC_3A_n257M</w:t>
            </w:r>
          </w:p>
          <w:p w14:paraId="54AA8D99" w14:textId="77777777" w:rsidR="00944F22" w:rsidRPr="00E062F1" w:rsidRDefault="00944F22" w:rsidP="006B3BD2">
            <w:pPr>
              <w:pStyle w:val="TAC"/>
              <w:rPr>
                <w:noProof/>
                <w:lang w:eastAsia="zh-CN"/>
              </w:rPr>
            </w:pPr>
            <w:r w:rsidRPr="00E062F1">
              <w:rPr>
                <w:noProof/>
                <w:lang w:eastAsia="zh-CN"/>
              </w:rPr>
              <w:t>DC_19A_n257A</w:t>
            </w:r>
          </w:p>
          <w:p w14:paraId="2E06F808" w14:textId="77777777" w:rsidR="00944F22" w:rsidRPr="00E062F1" w:rsidRDefault="00944F22" w:rsidP="006B3BD2">
            <w:pPr>
              <w:pStyle w:val="TAC"/>
              <w:rPr>
                <w:noProof/>
                <w:lang w:eastAsia="ja-JP"/>
              </w:rPr>
            </w:pPr>
            <w:r w:rsidRPr="00E062F1">
              <w:rPr>
                <w:noProof/>
              </w:rPr>
              <w:t>DC_19A_n257</w:t>
            </w:r>
            <w:r w:rsidRPr="00E062F1">
              <w:rPr>
                <w:noProof/>
                <w:lang w:eastAsia="ja-JP"/>
              </w:rPr>
              <w:t>D</w:t>
            </w:r>
          </w:p>
          <w:p w14:paraId="5C660F64" w14:textId="77777777" w:rsidR="00944F22" w:rsidRPr="00E062F1" w:rsidRDefault="00944F22" w:rsidP="006B3BD2">
            <w:pPr>
              <w:pStyle w:val="TAC"/>
              <w:rPr>
                <w:lang w:eastAsia="ja-JP"/>
              </w:rPr>
            </w:pPr>
            <w:r w:rsidRPr="00E062F1">
              <w:rPr>
                <w:lang w:eastAsia="ja-JP"/>
              </w:rPr>
              <w:t>DC_19A_n257G</w:t>
            </w:r>
          </w:p>
          <w:p w14:paraId="526949EA" w14:textId="77777777" w:rsidR="00944F22" w:rsidRPr="00E062F1" w:rsidRDefault="00944F22" w:rsidP="006B3BD2">
            <w:pPr>
              <w:pStyle w:val="TAC"/>
              <w:rPr>
                <w:lang w:eastAsia="ja-JP"/>
              </w:rPr>
            </w:pPr>
            <w:r w:rsidRPr="00E062F1">
              <w:rPr>
                <w:lang w:eastAsia="ja-JP"/>
              </w:rPr>
              <w:t>DC_19A_n257H</w:t>
            </w:r>
          </w:p>
          <w:p w14:paraId="2C458700" w14:textId="77777777" w:rsidR="00944F22" w:rsidRPr="00E062F1" w:rsidRDefault="00944F22" w:rsidP="006B3BD2">
            <w:pPr>
              <w:pStyle w:val="TAC"/>
              <w:rPr>
                <w:noProof/>
                <w:lang w:eastAsia="zh-CN"/>
              </w:rPr>
            </w:pPr>
            <w:r w:rsidRPr="00E062F1">
              <w:rPr>
                <w:lang w:eastAsia="ja-JP"/>
              </w:rPr>
              <w:t>DC_19A_n257I</w:t>
            </w:r>
          </w:p>
        </w:tc>
      </w:tr>
      <w:tr w:rsidR="00944F22" w:rsidRPr="00E062F1" w14:paraId="3A223308"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6D16378" w14:textId="77777777" w:rsidR="00944F22" w:rsidRPr="00E062F1" w:rsidRDefault="00944F22" w:rsidP="006B3BD2">
            <w:pPr>
              <w:pStyle w:val="TAC"/>
              <w:rPr>
                <w:noProof/>
                <w:vertAlign w:val="superscript"/>
                <w:lang w:eastAsia="zh-CN"/>
              </w:rPr>
            </w:pPr>
            <w:r w:rsidRPr="00E062F1">
              <w:rPr>
                <w:noProof/>
                <w:lang w:eastAsia="zh-CN"/>
              </w:rPr>
              <w:t>DC_3A-21A_n257A</w:t>
            </w:r>
            <w:r w:rsidRPr="00E062F1">
              <w:rPr>
                <w:noProof/>
                <w:vertAlign w:val="superscript"/>
                <w:lang w:eastAsia="zh-CN"/>
              </w:rPr>
              <w:t>2</w:t>
            </w:r>
          </w:p>
          <w:p w14:paraId="49E1C17F" w14:textId="77777777" w:rsidR="00944F22" w:rsidRPr="00E062F1" w:rsidRDefault="00944F22" w:rsidP="006B3BD2">
            <w:pPr>
              <w:pStyle w:val="TAC"/>
              <w:rPr>
                <w:noProof/>
                <w:lang w:eastAsia="zh-CN"/>
              </w:rPr>
            </w:pPr>
            <w:r w:rsidRPr="00E062F1">
              <w:rPr>
                <w:noProof/>
                <w:lang w:eastAsia="zh-CN"/>
              </w:rPr>
              <w:t>DC_3A-21A_n257D</w:t>
            </w:r>
            <w:r w:rsidRPr="00E062F1">
              <w:rPr>
                <w:noProof/>
                <w:vertAlign w:val="superscript"/>
                <w:lang w:eastAsia="zh-CN"/>
              </w:rPr>
              <w:t>2</w:t>
            </w:r>
          </w:p>
          <w:p w14:paraId="74C8F9E1" w14:textId="77777777" w:rsidR="00944F22" w:rsidRPr="00E062F1" w:rsidRDefault="00944F22" w:rsidP="006B3BD2">
            <w:pPr>
              <w:pStyle w:val="TAC"/>
              <w:rPr>
                <w:noProof/>
                <w:lang w:eastAsia="zh-CN"/>
              </w:rPr>
            </w:pPr>
            <w:r w:rsidRPr="00E062F1">
              <w:rPr>
                <w:noProof/>
                <w:lang w:eastAsia="zh-CN"/>
              </w:rPr>
              <w:t>DC_3A-21A_n257E</w:t>
            </w:r>
            <w:r w:rsidRPr="00E062F1">
              <w:rPr>
                <w:noProof/>
                <w:vertAlign w:val="superscript"/>
                <w:lang w:eastAsia="zh-CN"/>
              </w:rPr>
              <w:t>2</w:t>
            </w:r>
          </w:p>
          <w:p w14:paraId="5D271749" w14:textId="77777777" w:rsidR="00944F22" w:rsidRPr="00E062F1" w:rsidRDefault="00944F22" w:rsidP="006B3BD2">
            <w:pPr>
              <w:pStyle w:val="TAC"/>
              <w:rPr>
                <w:noProof/>
                <w:vertAlign w:val="superscript"/>
                <w:lang w:eastAsia="zh-CN"/>
              </w:rPr>
            </w:pPr>
            <w:r w:rsidRPr="00E062F1">
              <w:rPr>
                <w:noProof/>
                <w:lang w:eastAsia="zh-CN"/>
              </w:rPr>
              <w:t>DC_3A-21A_n257F</w:t>
            </w:r>
            <w:r w:rsidRPr="00E062F1">
              <w:rPr>
                <w:noProof/>
                <w:vertAlign w:val="superscript"/>
                <w:lang w:eastAsia="zh-CN"/>
              </w:rPr>
              <w:t>2</w:t>
            </w:r>
          </w:p>
          <w:p w14:paraId="3FB530BF" w14:textId="77777777" w:rsidR="00944F22" w:rsidRPr="00E062F1" w:rsidRDefault="00944F22" w:rsidP="006B3BD2">
            <w:pPr>
              <w:pStyle w:val="TAC"/>
              <w:rPr>
                <w:lang w:eastAsia="ja-JP"/>
              </w:rPr>
            </w:pPr>
            <w:r w:rsidRPr="00E062F1">
              <w:rPr>
                <w:lang w:eastAsia="ja-JP"/>
              </w:rPr>
              <w:t>DC_3A-21A_n257G</w:t>
            </w:r>
          </w:p>
          <w:p w14:paraId="251BF870" w14:textId="77777777" w:rsidR="00944F22" w:rsidRPr="00E062F1" w:rsidRDefault="00944F22" w:rsidP="006B3BD2">
            <w:pPr>
              <w:pStyle w:val="TAC"/>
              <w:rPr>
                <w:lang w:eastAsia="ja-JP"/>
              </w:rPr>
            </w:pPr>
            <w:r w:rsidRPr="00E062F1">
              <w:rPr>
                <w:lang w:eastAsia="ja-JP"/>
              </w:rPr>
              <w:t>DC_3A-21A_n257H</w:t>
            </w:r>
          </w:p>
          <w:p w14:paraId="3D16AD7D" w14:textId="77777777" w:rsidR="00944F22" w:rsidRPr="00E062F1" w:rsidRDefault="00944F22" w:rsidP="006B3BD2">
            <w:pPr>
              <w:pStyle w:val="TAC"/>
              <w:rPr>
                <w:lang w:eastAsia="ja-JP"/>
              </w:rPr>
            </w:pPr>
            <w:r w:rsidRPr="00E062F1">
              <w:rPr>
                <w:lang w:eastAsia="ja-JP"/>
              </w:rPr>
              <w:t>DC_3A-21A_n257I</w:t>
            </w:r>
          </w:p>
          <w:p w14:paraId="2A0A7538" w14:textId="77777777" w:rsidR="00944F22" w:rsidRPr="00E062F1" w:rsidRDefault="00944F22" w:rsidP="006B3BD2">
            <w:pPr>
              <w:pStyle w:val="TAC"/>
              <w:rPr>
                <w:lang w:eastAsia="ja-JP"/>
              </w:rPr>
            </w:pPr>
            <w:r w:rsidRPr="00E062F1">
              <w:rPr>
                <w:lang w:eastAsia="ja-JP"/>
              </w:rPr>
              <w:t>DC_3A-21A_n257J</w:t>
            </w:r>
          </w:p>
          <w:p w14:paraId="6E3FB2E4" w14:textId="77777777" w:rsidR="00944F22" w:rsidRPr="00E062F1" w:rsidRDefault="00944F22" w:rsidP="006B3BD2">
            <w:pPr>
              <w:pStyle w:val="TAC"/>
              <w:rPr>
                <w:lang w:eastAsia="ja-JP"/>
              </w:rPr>
            </w:pPr>
            <w:r w:rsidRPr="00E062F1">
              <w:rPr>
                <w:lang w:eastAsia="ja-JP"/>
              </w:rPr>
              <w:t>DC_3A-21A_n257K</w:t>
            </w:r>
          </w:p>
          <w:p w14:paraId="1CBED4F5" w14:textId="77777777" w:rsidR="00944F22" w:rsidRPr="00E062F1" w:rsidRDefault="00944F22" w:rsidP="006B3BD2">
            <w:pPr>
              <w:pStyle w:val="TAC"/>
              <w:rPr>
                <w:lang w:eastAsia="ja-JP"/>
              </w:rPr>
            </w:pPr>
            <w:r w:rsidRPr="00E062F1">
              <w:rPr>
                <w:lang w:eastAsia="ja-JP"/>
              </w:rPr>
              <w:t>DC_3A-21A_n257L</w:t>
            </w:r>
          </w:p>
          <w:p w14:paraId="5FFC85DB" w14:textId="77777777" w:rsidR="00944F22" w:rsidRPr="00E062F1" w:rsidRDefault="00944F22" w:rsidP="006B3BD2">
            <w:pPr>
              <w:pStyle w:val="TAC"/>
              <w:rPr>
                <w:noProof/>
                <w:lang w:eastAsia="zh-CN"/>
              </w:rPr>
            </w:pPr>
            <w:r w:rsidRPr="00E062F1">
              <w:rPr>
                <w:lang w:eastAsia="ja-JP"/>
              </w:rPr>
              <w:t>DC_3A-21A_n257M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5A80E01" w14:textId="77777777" w:rsidR="00944F22" w:rsidRPr="00E062F1" w:rsidRDefault="00944F22" w:rsidP="006B3BD2">
            <w:pPr>
              <w:pStyle w:val="TAC"/>
              <w:rPr>
                <w:noProof/>
                <w:lang w:eastAsia="zh-CN"/>
              </w:rPr>
            </w:pPr>
            <w:r w:rsidRPr="00E062F1">
              <w:rPr>
                <w:noProof/>
                <w:lang w:eastAsia="zh-CN"/>
              </w:rPr>
              <w:t>DC_3A_n257A</w:t>
            </w:r>
          </w:p>
          <w:p w14:paraId="4B2E2856" w14:textId="77777777" w:rsidR="00944F22" w:rsidRPr="00E062F1" w:rsidRDefault="00944F22" w:rsidP="006B3BD2">
            <w:pPr>
              <w:pStyle w:val="TAC"/>
              <w:rPr>
                <w:noProof/>
                <w:lang w:eastAsia="ja-JP"/>
              </w:rPr>
            </w:pPr>
            <w:r w:rsidRPr="00E062F1">
              <w:rPr>
                <w:noProof/>
              </w:rPr>
              <w:t>DC_3A_n257</w:t>
            </w:r>
            <w:r w:rsidRPr="00E062F1">
              <w:rPr>
                <w:noProof/>
                <w:lang w:eastAsia="ja-JP"/>
              </w:rPr>
              <w:t>D</w:t>
            </w:r>
          </w:p>
          <w:p w14:paraId="44CE3B57" w14:textId="77777777" w:rsidR="00944F22" w:rsidRPr="00E062F1" w:rsidRDefault="00944F22" w:rsidP="006B3BD2">
            <w:pPr>
              <w:pStyle w:val="TAC"/>
              <w:rPr>
                <w:lang w:eastAsia="ja-JP"/>
              </w:rPr>
            </w:pPr>
            <w:r w:rsidRPr="00E062F1">
              <w:rPr>
                <w:lang w:eastAsia="ja-JP"/>
              </w:rPr>
              <w:t>DC_3A_n257G</w:t>
            </w:r>
          </w:p>
          <w:p w14:paraId="36C7591D" w14:textId="77777777" w:rsidR="00944F22" w:rsidRPr="00E062F1" w:rsidRDefault="00944F22" w:rsidP="006B3BD2">
            <w:pPr>
              <w:pStyle w:val="TAC"/>
              <w:rPr>
                <w:lang w:eastAsia="ja-JP"/>
              </w:rPr>
            </w:pPr>
            <w:r w:rsidRPr="00E062F1">
              <w:rPr>
                <w:lang w:eastAsia="ja-JP"/>
              </w:rPr>
              <w:t>DC_3A_n257H</w:t>
            </w:r>
          </w:p>
          <w:p w14:paraId="18B28594" w14:textId="77777777" w:rsidR="00944F22" w:rsidRPr="00E062F1" w:rsidRDefault="00944F22" w:rsidP="006B3BD2">
            <w:pPr>
              <w:pStyle w:val="TAC"/>
              <w:rPr>
                <w:lang w:eastAsia="ja-JP"/>
              </w:rPr>
            </w:pPr>
            <w:r w:rsidRPr="00E062F1">
              <w:rPr>
                <w:lang w:eastAsia="ja-JP"/>
              </w:rPr>
              <w:t>DC_3A_n257I</w:t>
            </w:r>
          </w:p>
          <w:p w14:paraId="13BB42A7" w14:textId="77777777" w:rsidR="00944F22" w:rsidRPr="00E062F1" w:rsidRDefault="00944F22" w:rsidP="006B3BD2">
            <w:pPr>
              <w:pStyle w:val="TAC"/>
              <w:rPr>
                <w:lang w:eastAsia="ja-JP"/>
              </w:rPr>
            </w:pPr>
            <w:r w:rsidRPr="00E062F1">
              <w:rPr>
                <w:lang w:eastAsia="ja-JP"/>
              </w:rPr>
              <w:t>DC_3A_n257J</w:t>
            </w:r>
          </w:p>
          <w:p w14:paraId="11F8C9E0" w14:textId="77777777" w:rsidR="00944F22" w:rsidRPr="00E062F1" w:rsidRDefault="00944F22" w:rsidP="006B3BD2">
            <w:pPr>
              <w:pStyle w:val="TAC"/>
              <w:rPr>
                <w:lang w:eastAsia="ja-JP"/>
              </w:rPr>
            </w:pPr>
            <w:r w:rsidRPr="00E062F1">
              <w:rPr>
                <w:lang w:eastAsia="ja-JP"/>
              </w:rPr>
              <w:t>DC_3A_n257K</w:t>
            </w:r>
          </w:p>
          <w:p w14:paraId="10655B9D" w14:textId="77777777" w:rsidR="00944F22" w:rsidRPr="00E062F1" w:rsidRDefault="00944F22" w:rsidP="006B3BD2">
            <w:pPr>
              <w:pStyle w:val="TAC"/>
              <w:rPr>
                <w:lang w:eastAsia="ja-JP"/>
              </w:rPr>
            </w:pPr>
            <w:r w:rsidRPr="00E062F1">
              <w:rPr>
                <w:lang w:eastAsia="ja-JP"/>
              </w:rPr>
              <w:t>DC_3A_n257L</w:t>
            </w:r>
          </w:p>
          <w:p w14:paraId="1B784338" w14:textId="77777777" w:rsidR="00944F22" w:rsidRPr="00E062F1" w:rsidRDefault="00944F22" w:rsidP="006B3BD2">
            <w:pPr>
              <w:pStyle w:val="TAC"/>
              <w:rPr>
                <w:noProof/>
                <w:lang w:eastAsia="zh-CN"/>
              </w:rPr>
            </w:pPr>
            <w:r w:rsidRPr="00E062F1">
              <w:rPr>
                <w:lang w:eastAsia="ja-JP"/>
              </w:rPr>
              <w:t>DC_3A_n257M</w:t>
            </w:r>
          </w:p>
          <w:p w14:paraId="6FB7831F" w14:textId="77777777" w:rsidR="00944F22" w:rsidRPr="00E062F1" w:rsidRDefault="00944F22" w:rsidP="006B3BD2">
            <w:pPr>
              <w:pStyle w:val="TAC"/>
              <w:rPr>
                <w:noProof/>
                <w:lang w:eastAsia="zh-CN"/>
              </w:rPr>
            </w:pPr>
            <w:r w:rsidRPr="00E062F1">
              <w:rPr>
                <w:noProof/>
                <w:lang w:eastAsia="zh-CN"/>
              </w:rPr>
              <w:t>DC_21A_n257A</w:t>
            </w:r>
          </w:p>
          <w:p w14:paraId="6E2E3CE9" w14:textId="77777777" w:rsidR="00944F22" w:rsidRPr="00E062F1" w:rsidRDefault="00944F22" w:rsidP="006B3BD2">
            <w:pPr>
              <w:pStyle w:val="TAC"/>
              <w:rPr>
                <w:noProof/>
                <w:lang w:eastAsia="ja-JP"/>
              </w:rPr>
            </w:pPr>
            <w:r w:rsidRPr="00E062F1">
              <w:rPr>
                <w:noProof/>
              </w:rPr>
              <w:t>DC_21A_n257</w:t>
            </w:r>
            <w:r w:rsidRPr="00E062F1">
              <w:rPr>
                <w:noProof/>
                <w:lang w:eastAsia="ja-JP"/>
              </w:rPr>
              <w:t>D</w:t>
            </w:r>
          </w:p>
          <w:p w14:paraId="7EE3B233" w14:textId="77777777" w:rsidR="00944F22" w:rsidRPr="00E062F1" w:rsidRDefault="00944F22" w:rsidP="006B3BD2">
            <w:pPr>
              <w:pStyle w:val="TAC"/>
              <w:rPr>
                <w:lang w:eastAsia="ja-JP"/>
              </w:rPr>
            </w:pPr>
            <w:r w:rsidRPr="00E062F1">
              <w:rPr>
                <w:lang w:eastAsia="ja-JP"/>
              </w:rPr>
              <w:t>DC_21A_n257G</w:t>
            </w:r>
          </w:p>
          <w:p w14:paraId="00383C9A" w14:textId="77777777" w:rsidR="00944F22" w:rsidRPr="00E062F1" w:rsidRDefault="00944F22" w:rsidP="006B3BD2">
            <w:pPr>
              <w:pStyle w:val="TAC"/>
              <w:rPr>
                <w:lang w:eastAsia="ja-JP"/>
              </w:rPr>
            </w:pPr>
            <w:r w:rsidRPr="00E062F1">
              <w:rPr>
                <w:lang w:eastAsia="ja-JP"/>
              </w:rPr>
              <w:t>DC_21A_n257H</w:t>
            </w:r>
          </w:p>
          <w:p w14:paraId="08798CFB" w14:textId="77777777" w:rsidR="00944F22" w:rsidRPr="00E062F1" w:rsidRDefault="00944F22" w:rsidP="006B3BD2">
            <w:pPr>
              <w:pStyle w:val="TAC"/>
              <w:rPr>
                <w:noProof/>
                <w:lang w:eastAsia="zh-CN"/>
              </w:rPr>
            </w:pPr>
            <w:r w:rsidRPr="00E062F1">
              <w:rPr>
                <w:lang w:eastAsia="ja-JP"/>
              </w:rPr>
              <w:t>DC_21A_n257I</w:t>
            </w:r>
          </w:p>
        </w:tc>
      </w:tr>
      <w:tr w:rsidR="00944F22" w:rsidRPr="00E062F1" w14:paraId="392A5556"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D0C8473" w14:textId="77777777" w:rsidR="00944F22" w:rsidRPr="00E062F1" w:rsidRDefault="00944F22" w:rsidP="006B3BD2">
            <w:pPr>
              <w:pStyle w:val="TAC"/>
              <w:rPr>
                <w:noProof/>
                <w:vertAlign w:val="superscript"/>
                <w:lang w:eastAsia="zh-CN"/>
              </w:rPr>
            </w:pPr>
            <w:r w:rsidRPr="00E062F1">
              <w:rPr>
                <w:noProof/>
                <w:lang w:eastAsia="zh-CN"/>
              </w:rPr>
              <w:t>DC_3A-28A_n257A</w:t>
            </w:r>
            <w:r w:rsidRPr="00E062F1">
              <w:rPr>
                <w:noProof/>
                <w:vertAlign w:val="superscript"/>
                <w:lang w:eastAsia="zh-CN"/>
              </w:rPr>
              <w:t>2</w:t>
            </w:r>
          </w:p>
          <w:p w14:paraId="7442166D" w14:textId="77777777" w:rsidR="00944F22" w:rsidRPr="00E062F1" w:rsidRDefault="00944F22" w:rsidP="006B3BD2">
            <w:pPr>
              <w:pStyle w:val="TAC"/>
              <w:rPr>
                <w:noProof/>
                <w:lang w:eastAsia="zh-CN"/>
              </w:rPr>
            </w:pPr>
            <w:r w:rsidRPr="00E062F1">
              <w:rPr>
                <w:noProof/>
                <w:lang w:eastAsia="zh-CN"/>
              </w:rPr>
              <w:t>DC_3A-28A_n257D</w:t>
            </w:r>
            <w:r w:rsidRPr="00E062F1">
              <w:rPr>
                <w:noProof/>
                <w:vertAlign w:val="superscript"/>
                <w:lang w:eastAsia="zh-CN"/>
              </w:rPr>
              <w:t>2</w:t>
            </w:r>
          </w:p>
          <w:p w14:paraId="26634DF5" w14:textId="77777777" w:rsidR="00944F22" w:rsidRPr="00E062F1" w:rsidRDefault="00944F22" w:rsidP="006B3BD2">
            <w:pPr>
              <w:pStyle w:val="TAC"/>
              <w:rPr>
                <w:noProof/>
                <w:lang w:eastAsia="zh-CN"/>
              </w:rPr>
            </w:pPr>
            <w:r w:rsidRPr="00E062F1">
              <w:rPr>
                <w:noProof/>
                <w:lang w:eastAsia="zh-CN"/>
              </w:rPr>
              <w:t>DC_3A-28A_n257E</w:t>
            </w:r>
            <w:r w:rsidRPr="00E062F1">
              <w:rPr>
                <w:noProof/>
                <w:vertAlign w:val="superscript"/>
                <w:lang w:eastAsia="zh-CN"/>
              </w:rPr>
              <w:t>2</w:t>
            </w:r>
          </w:p>
          <w:p w14:paraId="4AB27B4E" w14:textId="77777777" w:rsidR="00944F22" w:rsidRPr="00E062F1" w:rsidRDefault="00944F22" w:rsidP="006B3BD2">
            <w:pPr>
              <w:pStyle w:val="TAC"/>
              <w:rPr>
                <w:noProof/>
                <w:vertAlign w:val="superscript"/>
                <w:lang w:eastAsia="zh-CN"/>
              </w:rPr>
            </w:pPr>
            <w:r w:rsidRPr="00E062F1">
              <w:rPr>
                <w:noProof/>
                <w:lang w:eastAsia="zh-CN"/>
              </w:rPr>
              <w:t>DC_3A-28A_n257F</w:t>
            </w:r>
            <w:r w:rsidRPr="00E062F1">
              <w:rPr>
                <w:noProof/>
                <w:vertAlign w:val="superscript"/>
                <w:lang w:eastAsia="zh-CN"/>
              </w:rPr>
              <w:t>2</w:t>
            </w:r>
          </w:p>
          <w:p w14:paraId="3C314E3B" w14:textId="77777777" w:rsidR="00944F22" w:rsidRPr="00E062F1" w:rsidRDefault="00944F22" w:rsidP="006B3BD2">
            <w:pPr>
              <w:pStyle w:val="TAC"/>
              <w:rPr>
                <w:lang w:eastAsia="ja-JP"/>
              </w:rPr>
            </w:pPr>
            <w:r w:rsidRPr="00E062F1">
              <w:rPr>
                <w:lang w:eastAsia="ja-JP"/>
              </w:rPr>
              <w:t>DC_3A-28A_n257G</w:t>
            </w:r>
          </w:p>
          <w:p w14:paraId="4A9300AE" w14:textId="77777777" w:rsidR="00944F22" w:rsidRPr="00E062F1" w:rsidRDefault="00944F22" w:rsidP="006B3BD2">
            <w:pPr>
              <w:pStyle w:val="TAC"/>
              <w:rPr>
                <w:lang w:eastAsia="ja-JP"/>
              </w:rPr>
            </w:pPr>
            <w:r w:rsidRPr="00E062F1">
              <w:rPr>
                <w:lang w:eastAsia="ja-JP"/>
              </w:rPr>
              <w:t>DC_3A-28A_n257H</w:t>
            </w:r>
          </w:p>
          <w:p w14:paraId="048DE57C" w14:textId="77777777" w:rsidR="00944F22" w:rsidRPr="00E062F1" w:rsidRDefault="00944F22" w:rsidP="006B3BD2">
            <w:pPr>
              <w:pStyle w:val="TAC"/>
              <w:rPr>
                <w:lang w:eastAsia="ja-JP"/>
              </w:rPr>
            </w:pPr>
            <w:r w:rsidRPr="00E062F1">
              <w:rPr>
                <w:lang w:eastAsia="ja-JP"/>
              </w:rPr>
              <w:t>DC_3A-28A_n257I</w:t>
            </w:r>
          </w:p>
          <w:p w14:paraId="52A98A75" w14:textId="77777777" w:rsidR="00944F22" w:rsidRPr="00E062F1" w:rsidRDefault="00944F22" w:rsidP="006B3BD2">
            <w:pPr>
              <w:pStyle w:val="TAC"/>
              <w:rPr>
                <w:lang w:eastAsia="ja-JP"/>
              </w:rPr>
            </w:pPr>
            <w:r w:rsidRPr="00E062F1">
              <w:rPr>
                <w:lang w:eastAsia="ja-JP"/>
              </w:rPr>
              <w:t>DC_3A-28A_n257J</w:t>
            </w:r>
          </w:p>
          <w:p w14:paraId="4D317E20" w14:textId="77777777" w:rsidR="00944F22" w:rsidRPr="00E062F1" w:rsidRDefault="00944F22" w:rsidP="006B3BD2">
            <w:pPr>
              <w:pStyle w:val="TAC"/>
              <w:rPr>
                <w:lang w:eastAsia="ja-JP"/>
              </w:rPr>
            </w:pPr>
            <w:r w:rsidRPr="00E062F1">
              <w:rPr>
                <w:lang w:eastAsia="ja-JP"/>
              </w:rPr>
              <w:t>DC_3A-28A_n257K</w:t>
            </w:r>
          </w:p>
          <w:p w14:paraId="7EC0605F" w14:textId="77777777" w:rsidR="00944F22" w:rsidRPr="00E062F1" w:rsidRDefault="00944F22" w:rsidP="006B3BD2">
            <w:pPr>
              <w:pStyle w:val="TAC"/>
              <w:rPr>
                <w:lang w:eastAsia="ja-JP"/>
              </w:rPr>
            </w:pPr>
            <w:r w:rsidRPr="00E062F1">
              <w:rPr>
                <w:lang w:eastAsia="ja-JP"/>
              </w:rPr>
              <w:t>DC_3A-28A_n257L</w:t>
            </w:r>
          </w:p>
          <w:p w14:paraId="353E190B" w14:textId="77777777" w:rsidR="00944F22" w:rsidRPr="00E062F1" w:rsidRDefault="00944F22" w:rsidP="006B3BD2">
            <w:pPr>
              <w:pStyle w:val="TAC"/>
              <w:rPr>
                <w:noProof/>
                <w:lang w:eastAsia="zh-CN"/>
              </w:rPr>
            </w:pPr>
            <w:r w:rsidRPr="00E062F1">
              <w:rPr>
                <w:lang w:eastAsia="ja-JP"/>
              </w:rPr>
              <w:t>DC_3A-28A_n257M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A5390A4" w14:textId="77777777" w:rsidR="00944F22" w:rsidRPr="00E062F1" w:rsidRDefault="00944F22" w:rsidP="006B3BD2">
            <w:pPr>
              <w:pStyle w:val="TAC"/>
              <w:rPr>
                <w:noProof/>
                <w:lang w:eastAsia="zh-CN"/>
              </w:rPr>
            </w:pPr>
            <w:r w:rsidRPr="00E062F1">
              <w:rPr>
                <w:noProof/>
                <w:lang w:eastAsia="zh-CN"/>
              </w:rPr>
              <w:t>DC_3A_n257A</w:t>
            </w:r>
          </w:p>
          <w:p w14:paraId="62E0AEA8" w14:textId="77777777" w:rsidR="00944F22" w:rsidRPr="00E062F1" w:rsidRDefault="00944F22" w:rsidP="006B3BD2">
            <w:pPr>
              <w:pStyle w:val="TAC"/>
              <w:rPr>
                <w:noProof/>
                <w:lang w:eastAsia="ja-JP"/>
              </w:rPr>
            </w:pPr>
            <w:r w:rsidRPr="00E062F1">
              <w:rPr>
                <w:noProof/>
              </w:rPr>
              <w:t>DC_3A_n257</w:t>
            </w:r>
            <w:r w:rsidRPr="00E062F1">
              <w:rPr>
                <w:noProof/>
                <w:lang w:eastAsia="ja-JP"/>
              </w:rPr>
              <w:t>D</w:t>
            </w:r>
          </w:p>
          <w:p w14:paraId="60993D05" w14:textId="77777777" w:rsidR="00944F22" w:rsidRPr="00E062F1" w:rsidRDefault="00944F22" w:rsidP="006B3BD2">
            <w:pPr>
              <w:pStyle w:val="TAC"/>
              <w:rPr>
                <w:lang w:eastAsia="ja-JP"/>
              </w:rPr>
            </w:pPr>
            <w:r w:rsidRPr="00E062F1">
              <w:rPr>
                <w:lang w:eastAsia="ja-JP"/>
              </w:rPr>
              <w:t>DC_3A_n257G</w:t>
            </w:r>
          </w:p>
          <w:p w14:paraId="71C6C86C" w14:textId="77777777" w:rsidR="00944F22" w:rsidRPr="00E062F1" w:rsidRDefault="00944F22" w:rsidP="006B3BD2">
            <w:pPr>
              <w:pStyle w:val="TAC"/>
              <w:rPr>
                <w:lang w:eastAsia="ja-JP"/>
              </w:rPr>
            </w:pPr>
            <w:r w:rsidRPr="00E062F1">
              <w:rPr>
                <w:lang w:eastAsia="ja-JP"/>
              </w:rPr>
              <w:t>DC_3A_n257H</w:t>
            </w:r>
          </w:p>
          <w:p w14:paraId="7203CEBE" w14:textId="77777777" w:rsidR="00944F22" w:rsidRPr="00E062F1" w:rsidRDefault="00944F22" w:rsidP="006B3BD2">
            <w:pPr>
              <w:pStyle w:val="TAC"/>
              <w:rPr>
                <w:lang w:eastAsia="ja-JP"/>
              </w:rPr>
            </w:pPr>
            <w:r w:rsidRPr="00E062F1">
              <w:rPr>
                <w:lang w:eastAsia="ja-JP"/>
              </w:rPr>
              <w:t>DC_3A_n257I</w:t>
            </w:r>
          </w:p>
          <w:p w14:paraId="171F4470" w14:textId="77777777" w:rsidR="00944F22" w:rsidRPr="00E062F1" w:rsidRDefault="00944F22" w:rsidP="006B3BD2">
            <w:pPr>
              <w:pStyle w:val="TAC"/>
              <w:rPr>
                <w:lang w:eastAsia="ja-JP"/>
              </w:rPr>
            </w:pPr>
            <w:r w:rsidRPr="00E062F1">
              <w:rPr>
                <w:lang w:eastAsia="ja-JP"/>
              </w:rPr>
              <w:t>DC_3A_n257J</w:t>
            </w:r>
          </w:p>
          <w:p w14:paraId="25914871" w14:textId="77777777" w:rsidR="00944F22" w:rsidRPr="00E062F1" w:rsidRDefault="00944F22" w:rsidP="006B3BD2">
            <w:pPr>
              <w:pStyle w:val="TAC"/>
              <w:rPr>
                <w:lang w:eastAsia="ja-JP"/>
              </w:rPr>
            </w:pPr>
            <w:r w:rsidRPr="00E062F1">
              <w:rPr>
                <w:lang w:eastAsia="ja-JP"/>
              </w:rPr>
              <w:t>DC_3A_n257K</w:t>
            </w:r>
          </w:p>
          <w:p w14:paraId="5194E307" w14:textId="77777777" w:rsidR="00944F22" w:rsidRPr="00E062F1" w:rsidRDefault="00944F22" w:rsidP="006B3BD2">
            <w:pPr>
              <w:pStyle w:val="TAC"/>
              <w:rPr>
                <w:lang w:eastAsia="ja-JP"/>
              </w:rPr>
            </w:pPr>
            <w:r w:rsidRPr="00E062F1">
              <w:rPr>
                <w:lang w:eastAsia="ja-JP"/>
              </w:rPr>
              <w:t>DC_3A_n257L</w:t>
            </w:r>
          </w:p>
          <w:p w14:paraId="57D6646D" w14:textId="77777777" w:rsidR="00944F22" w:rsidRPr="00E062F1" w:rsidRDefault="00944F22" w:rsidP="006B3BD2">
            <w:pPr>
              <w:pStyle w:val="TAC"/>
              <w:rPr>
                <w:noProof/>
                <w:lang w:eastAsia="zh-CN"/>
              </w:rPr>
            </w:pPr>
            <w:r w:rsidRPr="00E062F1">
              <w:rPr>
                <w:lang w:eastAsia="ja-JP"/>
              </w:rPr>
              <w:t>DC_3A_n257M</w:t>
            </w:r>
          </w:p>
          <w:p w14:paraId="56D77E1E" w14:textId="77777777" w:rsidR="00944F22" w:rsidRPr="00E062F1" w:rsidRDefault="00944F22" w:rsidP="006B3BD2">
            <w:pPr>
              <w:pStyle w:val="TAC"/>
              <w:rPr>
                <w:noProof/>
                <w:lang w:eastAsia="zh-CN"/>
              </w:rPr>
            </w:pPr>
            <w:r w:rsidRPr="00E062F1">
              <w:rPr>
                <w:noProof/>
                <w:lang w:eastAsia="zh-CN"/>
              </w:rPr>
              <w:t>DC_28A_n257A</w:t>
            </w:r>
          </w:p>
          <w:p w14:paraId="240E1A8B" w14:textId="77777777" w:rsidR="00944F22" w:rsidRPr="00E062F1" w:rsidRDefault="00944F22" w:rsidP="006B3BD2">
            <w:pPr>
              <w:pStyle w:val="TAC"/>
              <w:rPr>
                <w:noProof/>
                <w:lang w:eastAsia="ja-JP"/>
              </w:rPr>
            </w:pPr>
            <w:r w:rsidRPr="00E062F1">
              <w:rPr>
                <w:noProof/>
              </w:rPr>
              <w:t>DC_28A_n257</w:t>
            </w:r>
            <w:r w:rsidRPr="00E062F1">
              <w:rPr>
                <w:noProof/>
                <w:lang w:eastAsia="ja-JP"/>
              </w:rPr>
              <w:t>D</w:t>
            </w:r>
          </w:p>
          <w:p w14:paraId="4C1D1193" w14:textId="77777777" w:rsidR="00944F22" w:rsidRPr="00E062F1" w:rsidRDefault="00944F22" w:rsidP="006B3BD2">
            <w:pPr>
              <w:pStyle w:val="TAC"/>
              <w:rPr>
                <w:noProof/>
                <w:lang w:eastAsia="zh-CN"/>
              </w:rPr>
            </w:pPr>
            <w:r w:rsidRPr="00E062F1">
              <w:rPr>
                <w:noProof/>
                <w:lang w:eastAsia="zh-CN"/>
              </w:rPr>
              <w:t>DC_28A_n257G</w:t>
            </w:r>
          </w:p>
          <w:p w14:paraId="12380E65" w14:textId="77777777" w:rsidR="00944F22" w:rsidRPr="00E062F1" w:rsidRDefault="00944F22" w:rsidP="006B3BD2">
            <w:pPr>
              <w:pStyle w:val="TAC"/>
              <w:rPr>
                <w:noProof/>
                <w:lang w:eastAsia="zh-CN"/>
              </w:rPr>
            </w:pPr>
            <w:r w:rsidRPr="00E062F1">
              <w:rPr>
                <w:noProof/>
                <w:lang w:eastAsia="zh-CN"/>
              </w:rPr>
              <w:t>DC_28A_n257H</w:t>
            </w:r>
          </w:p>
          <w:p w14:paraId="0B8CF1F1" w14:textId="77777777" w:rsidR="00944F22" w:rsidRPr="00E062F1" w:rsidRDefault="00944F22" w:rsidP="006B3BD2">
            <w:pPr>
              <w:pStyle w:val="TAC"/>
              <w:rPr>
                <w:noProof/>
                <w:lang w:eastAsia="zh-CN"/>
              </w:rPr>
            </w:pPr>
            <w:r w:rsidRPr="00E062F1">
              <w:rPr>
                <w:noProof/>
                <w:lang w:eastAsia="zh-CN"/>
              </w:rPr>
              <w:t>DC_28A_n257I</w:t>
            </w:r>
          </w:p>
        </w:tc>
      </w:tr>
      <w:tr w:rsidR="00944F22" w:rsidRPr="008327C9" w14:paraId="2AACB5AE"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8189338" w14:textId="77777777" w:rsidR="00944F22" w:rsidRPr="00E062F1" w:rsidRDefault="00944F22" w:rsidP="006B3BD2">
            <w:pPr>
              <w:pStyle w:val="TAC"/>
              <w:rPr>
                <w:noProof/>
                <w:lang w:eastAsia="zh-CN"/>
              </w:rPr>
            </w:pPr>
            <w:r w:rsidRPr="00E062F1">
              <w:rPr>
                <w:noProof/>
                <w:lang w:eastAsia="zh-CN"/>
              </w:rPr>
              <w:t>DC_3A-41A_n257A</w:t>
            </w:r>
          </w:p>
          <w:p w14:paraId="51D4900D" w14:textId="77777777" w:rsidR="00944F22" w:rsidRPr="00E062F1" w:rsidRDefault="00944F22" w:rsidP="006B3BD2">
            <w:pPr>
              <w:pStyle w:val="TAC"/>
              <w:rPr>
                <w:rFonts w:cs="Arial"/>
                <w:lang w:eastAsia="ja-JP"/>
              </w:rPr>
            </w:pPr>
            <w:r w:rsidRPr="00E062F1">
              <w:rPr>
                <w:rFonts w:cs="Arial"/>
                <w:lang w:eastAsia="ja-JP"/>
              </w:rPr>
              <w:t>DC_3A-41A_n257D</w:t>
            </w:r>
          </w:p>
          <w:p w14:paraId="62A73237" w14:textId="77777777" w:rsidR="00944F22" w:rsidRPr="00E062F1" w:rsidRDefault="00944F22" w:rsidP="006B3BD2">
            <w:pPr>
              <w:pStyle w:val="TAC"/>
              <w:rPr>
                <w:rFonts w:cs="Arial"/>
                <w:lang w:eastAsia="ja-JP"/>
              </w:rPr>
            </w:pPr>
            <w:r w:rsidRPr="00E062F1">
              <w:rPr>
                <w:rFonts w:cs="Arial"/>
                <w:lang w:eastAsia="ja-JP"/>
              </w:rPr>
              <w:t>DC_3A-41A_n257E</w:t>
            </w:r>
          </w:p>
          <w:p w14:paraId="433E4C9C" w14:textId="77777777" w:rsidR="00944F22" w:rsidRPr="00E062F1" w:rsidRDefault="00944F22" w:rsidP="006B3BD2">
            <w:pPr>
              <w:pStyle w:val="TAC"/>
              <w:rPr>
                <w:rFonts w:cs="Arial"/>
                <w:lang w:eastAsia="ja-JP"/>
              </w:rPr>
            </w:pPr>
            <w:r w:rsidRPr="00E062F1">
              <w:rPr>
                <w:rFonts w:cs="Arial"/>
                <w:lang w:eastAsia="ja-JP"/>
              </w:rPr>
              <w:t>DC_3A-41A_n257F</w:t>
            </w:r>
          </w:p>
          <w:p w14:paraId="480DD456" w14:textId="77777777" w:rsidR="00944F22" w:rsidRPr="00E062F1" w:rsidRDefault="00944F22" w:rsidP="006B3BD2">
            <w:pPr>
              <w:pStyle w:val="TAC"/>
              <w:rPr>
                <w:rFonts w:cs="Arial"/>
                <w:lang w:eastAsia="ja-JP"/>
              </w:rPr>
            </w:pPr>
            <w:r w:rsidRPr="00E062F1">
              <w:rPr>
                <w:rFonts w:cs="Arial"/>
                <w:lang w:eastAsia="ja-JP"/>
              </w:rPr>
              <w:t>DC_3A-41A_n257G</w:t>
            </w:r>
          </w:p>
          <w:p w14:paraId="5597D503" w14:textId="77777777" w:rsidR="00944F22" w:rsidRPr="00E062F1" w:rsidRDefault="00944F22" w:rsidP="006B3BD2">
            <w:pPr>
              <w:pStyle w:val="TAC"/>
              <w:rPr>
                <w:rFonts w:cs="Arial"/>
                <w:lang w:eastAsia="ja-JP"/>
              </w:rPr>
            </w:pPr>
            <w:r w:rsidRPr="00E062F1">
              <w:rPr>
                <w:rFonts w:cs="Arial"/>
                <w:lang w:eastAsia="ja-JP"/>
              </w:rPr>
              <w:t>DC_3A-41A_n257H</w:t>
            </w:r>
          </w:p>
          <w:p w14:paraId="3CD3B1E7" w14:textId="77777777" w:rsidR="00944F22" w:rsidRPr="00E062F1" w:rsidRDefault="00944F22" w:rsidP="006B3BD2">
            <w:pPr>
              <w:pStyle w:val="TAC"/>
              <w:rPr>
                <w:rFonts w:cs="Arial"/>
                <w:lang w:eastAsia="ja-JP"/>
              </w:rPr>
            </w:pPr>
            <w:r w:rsidRPr="00E062F1">
              <w:rPr>
                <w:rFonts w:cs="Arial"/>
                <w:lang w:eastAsia="ja-JP"/>
              </w:rPr>
              <w:t>DC_3A-41A_n257I</w:t>
            </w:r>
          </w:p>
          <w:p w14:paraId="205CAE48" w14:textId="77777777" w:rsidR="00944F22" w:rsidRPr="00E062F1" w:rsidRDefault="00944F22" w:rsidP="006B3BD2">
            <w:pPr>
              <w:pStyle w:val="TAC"/>
              <w:rPr>
                <w:rFonts w:cs="Arial"/>
                <w:lang w:eastAsia="ja-JP"/>
              </w:rPr>
            </w:pPr>
            <w:r w:rsidRPr="00E062F1">
              <w:rPr>
                <w:rFonts w:cs="Arial"/>
                <w:lang w:eastAsia="ja-JP"/>
              </w:rPr>
              <w:t>DC_3A-41A_n257J</w:t>
            </w:r>
          </w:p>
          <w:p w14:paraId="1E96BEF3" w14:textId="77777777" w:rsidR="00944F22" w:rsidRPr="00E062F1" w:rsidRDefault="00944F22" w:rsidP="006B3BD2">
            <w:pPr>
              <w:pStyle w:val="TAC"/>
              <w:rPr>
                <w:rFonts w:cs="Arial"/>
                <w:lang w:eastAsia="ja-JP"/>
              </w:rPr>
            </w:pPr>
            <w:r w:rsidRPr="00E062F1">
              <w:rPr>
                <w:rFonts w:cs="Arial"/>
                <w:lang w:eastAsia="ja-JP"/>
              </w:rPr>
              <w:t>DC_3A-41A_n257K</w:t>
            </w:r>
          </w:p>
          <w:p w14:paraId="18282BFF" w14:textId="77777777" w:rsidR="00944F22" w:rsidRPr="00E062F1" w:rsidRDefault="00944F22" w:rsidP="006B3BD2">
            <w:pPr>
              <w:pStyle w:val="TAC"/>
              <w:rPr>
                <w:rFonts w:cs="Arial"/>
                <w:lang w:eastAsia="ja-JP"/>
              </w:rPr>
            </w:pPr>
            <w:r w:rsidRPr="00E062F1">
              <w:rPr>
                <w:rFonts w:cs="Arial"/>
                <w:lang w:eastAsia="ja-JP"/>
              </w:rPr>
              <w:t>DC_3A-41A_n257L</w:t>
            </w:r>
          </w:p>
          <w:p w14:paraId="582CA68F" w14:textId="77777777" w:rsidR="00944F22" w:rsidRPr="00E062F1" w:rsidRDefault="00944F22" w:rsidP="006B3BD2">
            <w:pPr>
              <w:pStyle w:val="TAC"/>
              <w:rPr>
                <w:noProof/>
                <w:lang w:eastAsia="ja-JP"/>
              </w:rPr>
            </w:pPr>
            <w:r w:rsidRPr="00E062F1">
              <w:rPr>
                <w:rFonts w:cs="Arial"/>
                <w:lang w:eastAsia="ja-JP"/>
              </w:rPr>
              <w:t>DC_3A-41A_n257M</w:t>
            </w:r>
          </w:p>
          <w:p w14:paraId="43FE9C62" w14:textId="77777777" w:rsidR="00944F22" w:rsidRPr="00E062F1" w:rsidRDefault="00944F22" w:rsidP="006B3BD2">
            <w:pPr>
              <w:pStyle w:val="TAC"/>
              <w:rPr>
                <w:noProof/>
                <w:lang w:eastAsia="zh-CN"/>
              </w:rPr>
            </w:pPr>
            <w:r w:rsidRPr="00E062F1">
              <w:rPr>
                <w:noProof/>
                <w:lang w:eastAsia="zh-CN"/>
              </w:rPr>
              <w:t>DC_3A-41</w:t>
            </w:r>
            <w:r w:rsidRPr="00E062F1">
              <w:rPr>
                <w:noProof/>
                <w:lang w:eastAsia="ja-JP"/>
              </w:rPr>
              <w:t>C</w:t>
            </w:r>
            <w:r w:rsidRPr="00E062F1">
              <w:rPr>
                <w:noProof/>
                <w:lang w:eastAsia="zh-CN"/>
              </w:rPr>
              <w:t>_n257A</w:t>
            </w:r>
          </w:p>
          <w:p w14:paraId="19C22CAD" w14:textId="77777777" w:rsidR="00944F22" w:rsidRPr="00E062F1" w:rsidRDefault="00944F22" w:rsidP="006B3BD2">
            <w:pPr>
              <w:pStyle w:val="TAC"/>
              <w:rPr>
                <w:rFonts w:cs="Arial"/>
                <w:lang w:eastAsia="ja-JP"/>
              </w:rPr>
            </w:pPr>
            <w:r w:rsidRPr="00E062F1">
              <w:rPr>
                <w:rFonts w:cs="Arial"/>
                <w:lang w:eastAsia="ja-JP"/>
              </w:rPr>
              <w:t>DC_3A-41C_n257D</w:t>
            </w:r>
          </w:p>
          <w:p w14:paraId="4938B0DA" w14:textId="77777777" w:rsidR="00944F22" w:rsidRPr="00E062F1" w:rsidRDefault="00944F22" w:rsidP="006B3BD2">
            <w:pPr>
              <w:pStyle w:val="TAC"/>
              <w:rPr>
                <w:rFonts w:cs="Arial"/>
                <w:lang w:eastAsia="ja-JP"/>
              </w:rPr>
            </w:pPr>
            <w:r w:rsidRPr="00E062F1">
              <w:rPr>
                <w:rFonts w:cs="Arial"/>
                <w:lang w:eastAsia="ja-JP"/>
              </w:rPr>
              <w:t>DC_3A-41C_n257E</w:t>
            </w:r>
          </w:p>
          <w:p w14:paraId="1EE58A64" w14:textId="77777777" w:rsidR="00944F22" w:rsidRPr="00E062F1" w:rsidRDefault="00944F22" w:rsidP="006B3BD2">
            <w:pPr>
              <w:pStyle w:val="TAC"/>
              <w:rPr>
                <w:rFonts w:cs="Arial"/>
                <w:lang w:eastAsia="ja-JP"/>
              </w:rPr>
            </w:pPr>
            <w:r w:rsidRPr="00E062F1">
              <w:rPr>
                <w:rFonts w:cs="Arial"/>
                <w:lang w:eastAsia="ja-JP"/>
              </w:rPr>
              <w:t>DC_3A-41C_n257F</w:t>
            </w:r>
          </w:p>
          <w:p w14:paraId="66FAE715" w14:textId="77777777" w:rsidR="00944F22" w:rsidRPr="00E062F1" w:rsidRDefault="00944F22" w:rsidP="006B3BD2">
            <w:pPr>
              <w:pStyle w:val="TAC"/>
              <w:rPr>
                <w:noProof/>
                <w:lang w:eastAsia="zh-CN"/>
              </w:rPr>
            </w:pPr>
            <w:r w:rsidRPr="00E062F1">
              <w:rPr>
                <w:noProof/>
                <w:lang w:eastAsia="zh-CN"/>
              </w:rPr>
              <w:t>DC_3A-41C_n257G</w:t>
            </w:r>
          </w:p>
          <w:p w14:paraId="427FF8C8" w14:textId="77777777" w:rsidR="00944F22" w:rsidRPr="00E062F1" w:rsidRDefault="00944F22" w:rsidP="006B3BD2">
            <w:pPr>
              <w:pStyle w:val="TAC"/>
              <w:rPr>
                <w:noProof/>
                <w:lang w:eastAsia="zh-CN"/>
              </w:rPr>
            </w:pPr>
            <w:r w:rsidRPr="00E062F1">
              <w:rPr>
                <w:noProof/>
                <w:lang w:eastAsia="zh-CN"/>
              </w:rPr>
              <w:t>DC_3A-41C_n257H</w:t>
            </w:r>
          </w:p>
          <w:p w14:paraId="4277D691" w14:textId="77777777" w:rsidR="00944F22" w:rsidRPr="00E062F1" w:rsidRDefault="00944F22" w:rsidP="006B3BD2">
            <w:pPr>
              <w:pStyle w:val="TAC"/>
              <w:rPr>
                <w:noProof/>
                <w:lang w:eastAsia="zh-CN"/>
              </w:rPr>
            </w:pPr>
            <w:r w:rsidRPr="00E062F1">
              <w:rPr>
                <w:noProof/>
                <w:lang w:eastAsia="zh-CN"/>
              </w:rPr>
              <w:t>DC_3A-41C_n257I</w:t>
            </w:r>
          </w:p>
          <w:p w14:paraId="0A6F3E36" w14:textId="77777777" w:rsidR="00944F22" w:rsidRPr="00E062F1" w:rsidRDefault="00944F22" w:rsidP="006B3BD2">
            <w:pPr>
              <w:pStyle w:val="TAC"/>
              <w:rPr>
                <w:noProof/>
                <w:lang w:eastAsia="zh-CN"/>
              </w:rPr>
            </w:pPr>
            <w:r w:rsidRPr="00E062F1">
              <w:rPr>
                <w:noProof/>
                <w:lang w:eastAsia="zh-CN"/>
              </w:rPr>
              <w:t>DC_3A-41C_n257J</w:t>
            </w:r>
          </w:p>
          <w:p w14:paraId="68B266AC" w14:textId="77777777" w:rsidR="00944F22" w:rsidRPr="00E062F1" w:rsidRDefault="00944F22" w:rsidP="006B3BD2">
            <w:pPr>
              <w:pStyle w:val="TAC"/>
              <w:rPr>
                <w:noProof/>
                <w:lang w:eastAsia="zh-CN"/>
              </w:rPr>
            </w:pPr>
            <w:r w:rsidRPr="00E062F1">
              <w:rPr>
                <w:noProof/>
                <w:lang w:eastAsia="zh-CN"/>
              </w:rPr>
              <w:t>DC_3A-41C_n257K</w:t>
            </w:r>
          </w:p>
          <w:p w14:paraId="1F19B226" w14:textId="77777777" w:rsidR="00944F22" w:rsidRPr="00E062F1" w:rsidRDefault="00944F22" w:rsidP="006B3BD2">
            <w:pPr>
              <w:pStyle w:val="TAC"/>
              <w:rPr>
                <w:noProof/>
              </w:rPr>
            </w:pPr>
            <w:r w:rsidRPr="00E062F1">
              <w:rPr>
                <w:noProof/>
                <w:lang w:eastAsia="zh-CN"/>
              </w:rPr>
              <w:t>DC_3A-41C_n257L</w:t>
            </w:r>
          </w:p>
          <w:p w14:paraId="37D4113B" w14:textId="77777777" w:rsidR="00944F22" w:rsidRPr="00E062F1" w:rsidRDefault="00944F22" w:rsidP="006B3BD2">
            <w:pPr>
              <w:pStyle w:val="TAC"/>
              <w:rPr>
                <w:noProof/>
                <w:lang w:eastAsia="zh-CN"/>
              </w:rPr>
            </w:pPr>
            <w:r w:rsidRPr="00E062F1">
              <w:rPr>
                <w:rFonts w:cs="Arial"/>
                <w:lang w:eastAsia="ja-JP"/>
              </w:rPr>
              <w:t>DC_3A-41C_n257M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DA5CB77" w14:textId="77777777" w:rsidR="00944F22" w:rsidRPr="00E062F1" w:rsidRDefault="00944F22" w:rsidP="006B3BD2">
            <w:pPr>
              <w:pStyle w:val="TAC"/>
              <w:rPr>
                <w:noProof/>
                <w:lang w:eastAsia="zh-CN"/>
              </w:rPr>
            </w:pPr>
            <w:r w:rsidRPr="00E062F1">
              <w:rPr>
                <w:noProof/>
                <w:lang w:eastAsia="zh-CN"/>
              </w:rPr>
              <w:t>DC_3A_n257A</w:t>
            </w:r>
          </w:p>
          <w:p w14:paraId="3C7B7590" w14:textId="77777777" w:rsidR="00944F22" w:rsidRPr="00E062F1" w:rsidRDefault="00944F22" w:rsidP="006B3BD2">
            <w:pPr>
              <w:pStyle w:val="TAC"/>
              <w:rPr>
                <w:noProof/>
                <w:lang w:eastAsia="zh-CN"/>
              </w:rPr>
            </w:pPr>
            <w:r w:rsidRPr="00E062F1">
              <w:rPr>
                <w:noProof/>
                <w:lang w:eastAsia="zh-CN"/>
              </w:rPr>
              <w:t>DC_3A_n257G</w:t>
            </w:r>
          </w:p>
          <w:p w14:paraId="6759ED47" w14:textId="77777777" w:rsidR="00944F22" w:rsidRPr="00E062F1" w:rsidRDefault="00944F22" w:rsidP="006B3BD2">
            <w:pPr>
              <w:pStyle w:val="TAC"/>
              <w:rPr>
                <w:noProof/>
                <w:lang w:eastAsia="zh-CN"/>
              </w:rPr>
            </w:pPr>
            <w:r w:rsidRPr="00E062F1">
              <w:rPr>
                <w:noProof/>
                <w:lang w:eastAsia="zh-CN"/>
              </w:rPr>
              <w:t>DC_3A_n257H</w:t>
            </w:r>
          </w:p>
          <w:p w14:paraId="7FF0A012" w14:textId="77777777" w:rsidR="00944F22" w:rsidRPr="00E062F1" w:rsidRDefault="00944F22" w:rsidP="006B3BD2">
            <w:pPr>
              <w:pStyle w:val="TAC"/>
              <w:rPr>
                <w:noProof/>
                <w:lang w:eastAsia="zh-CN"/>
              </w:rPr>
            </w:pPr>
            <w:r w:rsidRPr="00E062F1">
              <w:rPr>
                <w:noProof/>
                <w:lang w:eastAsia="zh-CN"/>
              </w:rPr>
              <w:t>DC_3A_n257I</w:t>
            </w:r>
          </w:p>
          <w:p w14:paraId="4D39C63A" w14:textId="77777777" w:rsidR="00944F22" w:rsidRPr="00E062F1" w:rsidRDefault="00944F22" w:rsidP="006B3BD2">
            <w:pPr>
              <w:pStyle w:val="TAC"/>
              <w:rPr>
                <w:noProof/>
                <w:lang w:eastAsia="zh-CN"/>
              </w:rPr>
            </w:pPr>
            <w:r w:rsidRPr="00E062F1">
              <w:rPr>
                <w:noProof/>
                <w:lang w:eastAsia="zh-CN"/>
              </w:rPr>
              <w:t>DC_41A_n257A</w:t>
            </w:r>
          </w:p>
          <w:p w14:paraId="3C768A4B" w14:textId="77777777" w:rsidR="00944F22" w:rsidRPr="00E062F1" w:rsidRDefault="00944F22" w:rsidP="006B3BD2">
            <w:pPr>
              <w:pStyle w:val="TAC"/>
              <w:rPr>
                <w:noProof/>
                <w:lang w:eastAsia="ja-JP"/>
              </w:rPr>
            </w:pPr>
            <w:r w:rsidRPr="00E062F1">
              <w:rPr>
                <w:noProof/>
                <w:lang w:eastAsia="zh-CN"/>
              </w:rPr>
              <w:t>DC_41A_n257G</w:t>
            </w:r>
          </w:p>
          <w:p w14:paraId="2AA43650" w14:textId="77777777" w:rsidR="00944F22" w:rsidRPr="00E062F1" w:rsidRDefault="00944F22" w:rsidP="006B3BD2">
            <w:pPr>
              <w:pStyle w:val="TAC"/>
              <w:rPr>
                <w:noProof/>
                <w:lang w:eastAsia="ja-JP"/>
              </w:rPr>
            </w:pPr>
            <w:r w:rsidRPr="00E062F1">
              <w:rPr>
                <w:noProof/>
                <w:lang w:eastAsia="zh-CN"/>
              </w:rPr>
              <w:t>DC_41A_n257H</w:t>
            </w:r>
          </w:p>
          <w:p w14:paraId="78C47772" w14:textId="77777777" w:rsidR="00944F22" w:rsidRPr="00E062F1" w:rsidRDefault="00944F22" w:rsidP="006B3BD2">
            <w:pPr>
              <w:pStyle w:val="TAC"/>
              <w:rPr>
                <w:noProof/>
                <w:lang w:eastAsia="ja-JP"/>
              </w:rPr>
            </w:pPr>
            <w:r w:rsidRPr="00E062F1">
              <w:rPr>
                <w:noProof/>
                <w:lang w:eastAsia="zh-CN"/>
              </w:rPr>
              <w:t>DC_41A_n257I</w:t>
            </w:r>
          </w:p>
          <w:p w14:paraId="24274F32" w14:textId="77777777" w:rsidR="00944F22" w:rsidRPr="00E062F1" w:rsidRDefault="00944F22" w:rsidP="006B3BD2">
            <w:pPr>
              <w:pStyle w:val="TAC"/>
              <w:rPr>
                <w:noProof/>
                <w:lang w:eastAsia="zh-CN"/>
              </w:rPr>
            </w:pPr>
            <w:r w:rsidRPr="00E062F1">
              <w:rPr>
                <w:noProof/>
                <w:lang w:eastAsia="zh-CN"/>
              </w:rPr>
              <w:t>DC_41</w:t>
            </w:r>
            <w:r w:rsidRPr="00E062F1">
              <w:rPr>
                <w:noProof/>
                <w:lang w:eastAsia="ja-JP"/>
              </w:rPr>
              <w:t>C</w:t>
            </w:r>
            <w:r w:rsidRPr="00E062F1">
              <w:rPr>
                <w:noProof/>
                <w:lang w:eastAsia="zh-CN"/>
              </w:rPr>
              <w:t>_n257A</w:t>
            </w:r>
          </w:p>
          <w:p w14:paraId="1315F188" w14:textId="77777777" w:rsidR="00944F22" w:rsidRPr="00AA54EC" w:rsidRDefault="00944F22" w:rsidP="006B3BD2">
            <w:pPr>
              <w:pStyle w:val="TAC"/>
              <w:rPr>
                <w:noProof/>
                <w:lang w:val="sv-FI" w:eastAsia="zh-CN"/>
              </w:rPr>
            </w:pPr>
            <w:r w:rsidRPr="00AA54EC">
              <w:rPr>
                <w:noProof/>
                <w:lang w:val="sv-FI" w:eastAsia="zh-CN"/>
              </w:rPr>
              <w:t>DC_41</w:t>
            </w:r>
            <w:r w:rsidRPr="00AA54EC">
              <w:rPr>
                <w:noProof/>
                <w:lang w:val="sv-FI" w:eastAsia="ja-JP"/>
              </w:rPr>
              <w:t>C</w:t>
            </w:r>
            <w:r w:rsidRPr="00AA54EC">
              <w:rPr>
                <w:noProof/>
                <w:lang w:val="sv-FI" w:eastAsia="zh-CN"/>
              </w:rPr>
              <w:t>_n257G</w:t>
            </w:r>
          </w:p>
          <w:p w14:paraId="4BDFA301" w14:textId="77777777" w:rsidR="00944F22" w:rsidRPr="00AA54EC" w:rsidRDefault="00944F22" w:rsidP="006B3BD2">
            <w:pPr>
              <w:pStyle w:val="TAC"/>
              <w:rPr>
                <w:noProof/>
                <w:lang w:val="sv-FI" w:eastAsia="zh-CN"/>
              </w:rPr>
            </w:pPr>
            <w:r w:rsidRPr="00AA54EC">
              <w:rPr>
                <w:noProof/>
                <w:lang w:val="sv-FI" w:eastAsia="zh-CN"/>
              </w:rPr>
              <w:t>DC_41</w:t>
            </w:r>
            <w:r w:rsidRPr="00AA54EC">
              <w:rPr>
                <w:noProof/>
                <w:lang w:val="sv-FI" w:eastAsia="ja-JP"/>
              </w:rPr>
              <w:t>C</w:t>
            </w:r>
            <w:r w:rsidRPr="00AA54EC">
              <w:rPr>
                <w:noProof/>
                <w:lang w:val="sv-FI" w:eastAsia="zh-CN"/>
              </w:rPr>
              <w:t>_n257H</w:t>
            </w:r>
          </w:p>
          <w:p w14:paraId="5D7D4AD5" w14:textId="77777777" w:rsidR="00944F22" w:rsidRPr="00AA54EC" w:rsidRDefault="00944F22" w:rsidP="006B3BD2">
            <w:pPr>
              <w:pStyle w:val="TAC"/>
              <w:rPr>
                <w:noProof/>
                <w:lang w:val="sv-FI" w:eastAsia="zh-CN"/>
              </w:rPr>
            </w:pPr>
            <w:r w:rsidRPr="00AA54EC">
              <w:rPr>
                <w:noProof/>
                <w:lang w:val="sv-FI" w:eastAsia="zh-CN"/>
              </w:rPr>
              <w:t>DC_41</w:t>
            </w:r>
            <w:r w:rsidRPr="00AA54EC">
              <w:rPr>
                <w:noProof/>
                <w:lang w:val="sv-FI" w:eastAsia="ja-JP"/>
              </w:rPr>
              <w:t>C</w:t>
            </w:r>
            <w:r w:rsidRPr="00AA54EC">
              <w:rPr>
                <w:noProof/>
                <w:lang w:val="sv-FI" w:eastAsia="zh-CN"/>
              </w:rPr>
              <w:t>_n257I</w:t>
            </w:r>
          </w:p>
        </w:tc>
      </w:tr>
      <w:tr w:rsidR="00944F22" w:rsidRPr="008327C9" w14:paraId="617E2F26"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EC2A80E" w14:textId="77777777" w:rsidR="00944F22" w:rsidRPr="00E062F1" w:rsidRDefault="00944F22" w:rsidP="006B3BD2">
            <w:pPr>
              <w:pStyle w:val="TAC"/>
              <w:rPr>
                <w:noProof/>
                <w:vertAlign w:val="superscript"/>
                <w:lang w:eastAsia="zh-CN"/>
              </w:rPr>
            </w:pPr>
            <w:r w:rsidRPr="00E062F1">
              <w:rPr>
                <w:noProof/>
                <w:lang w:eastAsia="zh-CN"/>
              </w:rPr>
              <w:lastRenderedPageBreak/>
              <w:t>DC_3A-42A_n257A</w:t>
            </w:r>
            <w:r w:rsidRPr="00E062F1">
              <w:rPr>
                <w:noProof/>
                <w:vertAlign w:val="superscript"/>
                <w:lang w:eastAsia="zh-CN"/>
              </w:rPr>
              <w:t>2</w:t>
            </w:r>
          </w:p>
          <w:p w14:paraId="4CB604BD" w14:textId="77777777" w:rsidR="00944F22" w:rsidRPr="00E062F1" w:rsidRDefault="00944F22" w:rsidP="006B3BD2">
            <w:pPr>
              <w:pStyle w:val="TAC"/>
              <w:rPr>
                <w:noProof/>
                <w:lang w:eastAsia="zh-CN"/>
              </w:rPr>
            </w:pPr>
            <w:r w:rsidRPr="00E062F1">
              <w:rPr>
                <w:noProof/>
                <w:lang w:eastAsia="zh-CN"/>
              </w:rPr>
              <w:t>DC_3A-42A_n257D</w:t>
            </w:r>
            <w:r w:rsidRPr="00E062F1">
              <w:rPr>
                <w:noProof/>
                <w:vertAlign w:val="superscript"/>
                <w:lang w:eastAsia="zh-CN"/>
              </w:rPr>
              <w:t>2</w:t>
            </w:r>
          </w:p>
          <w:p w14:paraId="7DE0B6D3" w14:textId="77777777" w:rsidR="00944F22" w:rsidRPr="00E062F1" w:rsidRDefault="00944F22" w:rsidP="006B3BD2">
            <w:pPr>
              <w:pStyle w:val="TAC"/>
              <w:rPr>
                <w:noProof/>
                <w:lang w:eastAsia="zh-CN"/>
              </w:rPr>
            </w:pPr>
            <w:r w:rsidRPr="00E062F1">
              <w:rPr>
                <w:noProof/>
                <w:lang w:eastAsia="zh-CN"/>
              </w:rPr>
              <w:t>DC_3A-42A_n257E</w:t>
            </w:r>
            <w:r w:rsidRPr="00E062F1">
              <w:rPr>
                <w:noProof/>
                <w:vertAlign w:val="superscript"/>
                <w:lang w:eastAsia="zh-CN"/>
              </w:rPr>
              <w:t>2</w:t>
            </w:r>
          </w:p>
          <w:p w14:paraId="30D2B9A2" w14:textId="77777777" w:rsidR="00944F22" w:rsidRPr="00E062F1" w:rsidRDefault="00944F22" w:rsidP="006B3BD2">
            <w:pPr>
              <w:pStyle w:val="TAC"/>
              <w:rPr>
                <w:noProof/>
                <w:vertAlign w:val="superscript"/>
                <w:lang w:eastAsia="zh-CN"/>
              </w:rPr>
            </w:pPr>
            <w:r w:rsidRPr="00E062F1">
              <w:rPr>
                <w:noProof/>
                <w:lang w:eastAsia="zh-CN"/>
              </w:rPr>
              <w:t>DC_3A-42A_n257F</w:t>
            </w:r>
            <w:r w:rsidRPr="00E062F1">
              <w:rPr>
                <w:noProof/>
                <w:vertAlign w:val="superscript"/>
                <w:lang w:eastAsia="zh-CN"/>
              </w:rPr>
              <w:t>2</w:t>
            </w:r>
          </w:p>
          <w:p w14:paraId="1F2854CB" w14:textId="77777777" w:rsidR="00944F22" w:rsidRPr="00E062F1" w:rsidRDefault="00944F22" w:rsidP="006B3BD2">
            <w:pPr>
              <w:pStyle w:val="TAC"/>
              <w:rPr>
                <w:lang w:eastAsia="ja-JP"/>
              </w:rPr>
            </w:pPr>
            <w:r w:rsidRPr="00E062F1">
              <w:rPr>
                <w:lang w:eastAsia="ja-JP"/>
              </w:rPr>
              <w:t>DC_3A-42A_n257G</w:t>
            </w:r>
          </w:p>
          <w:p w14:paraId="6949BA86" w14:textId="77777777" w:rsidR="00944F22" w:rsidRPr="00E062F1" w:rsidRDefault="00944F22" w:rsidP="006B3BD2">
            <w:pPr>
              <w:pStyle w:val="TAC"/>
              <w:rPr>
                <w:lang w:eastAsia="ja-JP"/>
              </w:rPr>
            </w:pPr>
            <w:r w:rsidRPr="00E062F1">
              <w:rPr>
                <w:lang w:eastAsia="ja-JP"/>
              </w:rPr>
              <w:t>DC_3A-42A_n257H</w:t>
            </w:r>
          </w:p>
          <w:p w14:paraId="4C858B28" w14:textId="77777777" w:rsidR="00944F22" w:rsidRPr="00E062F1" w:rsidRDefault="00944F22" w:rsidP="006B3BD2">
            <w:pPr>
              <w:pStyle w:val="TAC"/>
              <w:rPr>
                <w:lang w:eastAsia="ja-JP"/>
              </w:rPr>
            </w:pPr>
            <w:r w:rsidRPr="00E062F1">
              <w:rPr>
                <w:lang w:eastAsia="ja-JP"/>
              </w:rPr>
              <w:t>DC_3A-42A_n257I</w:t>
            </w:r>
          </w:p>
          <w:p w14:paraId="3A386DA0" w14:textId="77777777" w:rsidR="00944F22" w:rsidRPr="00E062F1" w:rsidRDefault="00944F22" w:rsidP="006B3BD2">
            <w:pPr>
              <w:pStyle w:val="TAC"/>
              <w:rPr>
                <w:lang w:eastAsia="ja-JP"/>
              </w:rPr>
            </w:pPr>
            <w:r w:rsidRPr="00E062F1">
              <w:rPr>
                <w:lang w:eastAsia="ja-JP"/>
              </w:rPr>
              <w:t>DC_3A-42A_n257J</w:t>
            </w:r>
          </w:p>
          <w:p w14:paraId="21D262C7" w14:textId="77777777" w:rsidR="00944F22" w:rsidRPr="00E062F1" w:rsidRDefault="00944F22" w:rsidP="006B3BD2">
            <w:pPr>
              <w:pStyle w:val="TAC"/>
              <w:rPr>
                <w:lang w:eastAsia="ja-JP"/>
              </w:rPr>
            </w:pPr>
            <w:r w:rsidRPr="00E062F1">
              <w:rPr>
                <w:lang w:eastAsia="ja-JP"/>
              </w:rPr>
              <w:t>DC_3A-42A_n257K</w:t>
            </w:r>
          </w:p>
          <w:p w14:paraId="1F2422FE" w14:textId="77777777" w:rsidR="00944F22" w:rsidRPr="00E062F1" w:rsidRDefault="00944F22" w:rsidP="006B3BD2">
            <w:pPr>
              <w:pStyle w:val="TAC"/>
              <w:rPr>
                <w:lang w:eastAsia="ja-JP"/>
              </w:rPr>
            </w:pPr>
            <w:r w:rsidRPr="00E062F1">
              <w:rPr>
                <w:lang w:eastAsia="ja-JP"/>
              </w:rPr>
              <w:t>DC_3A-42A_n257L</w:t>
            </w:r>
          </w:p>
          <w:p w14:paraId="485F34AD" w14:textId="77777777" w:rsidR="00944F22" w:rsidRPr="00E062F1" w:rsidRDefault="00944F22" w:rsidP="006B3BD2">
            <w:pPr>
              <w:pStyle w:val="TAC"/>
              <w:rPr>
                <w:noProof/>
                <w:lang w:eastAsia="zh-CN"/>
              </w:rPr>
            </w:pPr>
            <w:r w:rsidRPr="00E062F1">
              <w:rPr>
                <w:lang w:eastAsia="ja-JP"/>
              </w:rPr>
              <w:t>DC_3A-42A_n257M</w:t>
            </w:r>
          </w:p>
          <w:p w14:paraId="0774B8DA" w14:textId="77777777" w:rsidR="00944F22" w:rsidRPr="00E062F1" w:rsidRDefault="00944F22" w:rsidP="006B3BD2">
            <w:pPr>
              <w:pStyle w:val="TAC"/>
              <w:rPr>
                <w:lang w:eastAsia="zh-CN"/>
              </w:rPr>
            </w:pPr>
            <w:r w:rsidRPr="00E062F1">
              <w:t>DC_3A-42C_n257A</w:t>
            </w:r>
            <w:r w:rsidRPr="00E062F1">
              <w:rPr>
                <w:noProof/>
                <w:vertAlign w:val="superscript"/>
                <w:lang w:eastAsia="zh-CN"/>
              </w:rPr>
              <w:t>2</w:t>
            </w:r>
          </w:p>
          <w:p w14:paraId="23E43B2B" w14:textId="77777777" w:rsidR="00944F22" w:rsidRPr="00E062F1" w:rsidRDefault="00944F22" w:rsidP="006B3BD2">
            <w:pPr>
              <w:pStyle w:val="TAC"/>
              <w:rPr>
                <w:rFonts w:cs="Arial"/>
                <w:lang w:eastAsia="ja-JP"/>
              </w:rPr>
            </w:pPr>
            <w:r w:rsidRPr="00E062F1">
              <w:rPr>
                <w:rFonts w:cs="Arial"/>
                <w:lang w:eastAsia="ja-JP"/>
              </w:rPr>
              <w:t>DC_3A-42C_n257D</w:t>
            </w:r>
            <w:r w:rsidRPr="00E062F1">
              <w:rPr>
                <w:noProof/>
                <w:vertAlign w:val="superscript"/>
                <w:lang w:eastAsia="zh-CN"/>
              </w:rPr>
              <w:t>2</w:t>
            </w:r>
          </w:p>
          <w:p w14:paraId="05BEAE67" w14:textId="77777777" w:rsidR="00944F22" w:rsidRPr="00E062F1" w:rsidRDefault="00944F22" w:rsidP="006B3BD2">
            <w:pPr>
              <w:pStyle w:val="TAC"/>
              <w:rPr>
                <w:rFonts w:cs="Arial"/>
                <w:lang w:eastAsia="ja-JP"/>
              </w:rPr>
            </w:pPr>
            <w:r w:rsidRPr="00E062F1">
              <w:rPr>
                <w:rFonts w:cs="Arial"/>
                <w:lang w:eastAsia="ja-JP"/>
              </w:rPr>
              <w:t>DC_3A-42C_n257E</w:t>
            </w:r>
            <w:r w:rsidRPr="00E062F1">
              <w:rPr>
                <w:noProof/>
                <w:vertAlign w:val="superscript"/>
                <w:lang w:eastAsia="zh-CN"/>
              </w:rPr>
              <w:t>2</w:t>
            </w:r>
          </w:p>
          <w:p w14:paraId="7F35475B" w14:textId="77777777" w:rsidR="00944F22" w:rsidRPr="00E062F1" w:rsidRDefault="00944F22" w:rsidP="006B3BD2">
            <w:pPr>
              <w:pStyle w:val="TAC"/>
              <w:rPr>
                <w:noProof/>
                <w:vertAlign w:val="superscript"/>
                <w:lang w:eastAsia="zh-CN"/>
              </w:rPr>
            </w:pPr>
            <w:r w:rsidRPr="00E062F1">
              <w:rPr>
                <w:rFonts w:cs="Arial"/>
                <w:lang w:eastAsia="ja-JP"/>
              </w:rPr>
              <w:t>DC_3A-42C_n257F</w:t>
            </w:r>
            <w:r w:rsidRPr="00E062F1">
              <w:rPr>
                <w:noProof/>
                <w:vertAlign w:val="superscript"/>
                <w:lang w:eastAsia="zh-CN"/>
              </w:rPr>
              <w:t>2</w:t>
            </w:r>
          </w:p>
          <w:p w14:paraId="39FF7920" w14:textId="77777777" w:rsidR="00944F22" w:rsidRPr="00E062F1" w:rsidRDefault="00944F22" w:rsidP="006B3BD2">
            <w:pPr>
              <w:pStyle w:val="TAC"/>
              <w:rPr>
                <w:lang w:eastAsia="ja-JP"/>
              </w:rPr>
            </w:pPr>
            <w:r w:rsidRPr="00E062F1">
              <w:rPr>
                <w:lang w:eastAsia="ja-JP"/>
              </w:rPr>
              <w:t>DC_3A-42C_n257G</w:t>
            </w:r>
          </w:p>
          <w:p w14:paraId="18D69F43" w14:textId="77777777" w:rsidR="00944F22" w:rsidRPr="00E062F1" w:rsidRDefault="00944F22" w:rsidP="006B3BD2">
            <w:pPr>
              <w:pStyle w:val="TAC"/>
              <w:rPr>
                <w:lang w:eastAsia="ja-JP"/>
              </w:rPr>
            </w:pPr>
            <w:r w:rsidRPr="00E062F1">
              <w:rPr>
                <w:lang w:eastAsia="ja-JP"/>
              </w:rPr>
              <w:t>DC_3A-42C_n257H</w:t>
            </w:r>
          </w:p>
          <w:p w14:paraId="7CA8909F" w14:textId="77777777" w:rsidR="00944F22" w:rsidRPr="00E062F1" w:rsidRDefault="00944F22" w:rsidP="006B3BD2">
            <w:pPr>
              <w:pStyle w:val="TAC"/>
              <w:rPr>
                <w:lang w:eastAsia="ja-JP"/>
              </w:rPr>
            </w:pPr>
            <w:r w:rsidRPr="00E062F1">
              <w:rPr>
                <w:lang w:eastAsia="ja-JP"/>
              </w:rPr>
              <w:t>DC_3A-42C_n257I</w:t>
            </w:r>
          </w:p>
          <w:p w14:paraId="69C1284F" w14:textId="77777777" w:rsidR="00944F22" w:rsidRPr="00E062F1" w:rsidRDefault="00944F22" w:rsidP="006B3BD2">
            <w:pPr>
              <w:pStyle w:val="TAC"/>
              <w:rPr>
                <w:lang w:eastAsia="ja-JP"/>
              </w:rPr>
            </w:pPr>
            <w:r w:rsidRPr="00E062F1">
              <w:rPr>
                <w:lang w:eastAsia="ja-JP"/>
              </w:rPr>
              <w:t>DC_3A-42C_n257J</w:t>
            </w:r>
          </w:p>
          <w:p w14:paraId="323444FA" w14:textId="77777777" w:rsidR="00944F22" w:rsidRPr="00E062F1" w:rsidRDefault="00944F22" w:rsidP="006B3BD2">
            <w:pPr>
              <w:pStyle w:val="TAC"/>
              <w:rPr>
                <w:lang w:eastAsia="ja-JP"/>
              </w:rPr>
            </w:pPr>
            <w:r w:rsidRPr="00E062F1">
              <w:rPr>
                <w:lang w:eastAsia="ja-JP"/>
              </w:rPr>
              <w:t>DC_3A-42C_n257K</w:t>
            </w:r>
          </w:p>
          <w:p w14:paraId="1A470257" w14:textId="77777777" w:rsidR="00944F22" w:rsidRPr="00E062F1" w:rsidRDefault="00944F22" w:rsidP="006B3BD2">
            <w:pPr>
              <w:pStyle w:val="TAC"/>
              <w:rPr>
                <w:lang w:eastAsia="ja-JP"/>
              </w:rPr>
            </w:pPr>
            <w:r w:rsidRPr="00E062F1">
              <w:rPr>
                <w:lang w:eastAsia="ja-JP"/>
              </w:rPr>
              <w:t>DC_3A-42C_n257L</w:t>
            </w:r>
          </w:p>
          <w:p w14:paraId="31317D14" w14:textId="77777777" w:rsidR="00944F22" w:rsidRPr="00E062F1" w:rsidRDefault="00944F22" w:rsidP="006B3BD2">
            <w:pPr>
              <w:pStyle w:val="TAC"/>
              <w:rPr>
                <w:rFonts w:cs="Arial"/>
                <w:lang w:eastAsia="ja-JP"/>
              </w:rPr>
            </w:pPr>
            <w:r w:rsidRPr="00E062F1">
              <w:rPr>
                <w:lang w:eastAsia="ja-JP"/>
              </w:rPr>
              <w:t>DC_3A-42C_n257M</w:t>
            </w:r>
          </w:p>
          <w:p w14:paraId="529827F4" w14:textId="77777777" w:rsidR="00944F22" w:rsidRPr="00E062F1" w:rsidRDefault="00944F22" w:rsidP="006B3BD2">
            <w:pPr>
              <w:pStyle w:val="TAC"/>
              <w:rPr>
                <w:noProof/>
                <w:vertAlign w:val="superscript"/>
                <w:lang w:eastAsia="zh-CN"/>
              </w:rPr>
            </w:pPr>
            <w:r w:rsidRPr="00E062F1">
              <w:rPr>
                <w:rFonts w:cs="Arial"/>
                <w:lang w:eastAsia="ja-JP"/>
              </w:rPr>
              <w:t>DC</w:t>
            </w:r>
            <w:r w:rsidRPr="00E062F1">
              <w:rPr>
                <w:rFonts w:cs="Arial"/>
              </w:rPr>
              <w:t>_</w:t>
            </w:r>
            <w:r w:rsidRPr="00E062F1">
              <w:rPr>
                <w:rFonts w:cs="Arial"/>
                <w:lang w:eastAsia="ja-JP"/>
              </w:rPr>
              <w:t>3A-42D_n257A</w:t>
            </w:r>
            <w:r w:rsidRPr="00E062F1">
              <w:rPr>
                <w:noProof/>
                <w:vertAlign w:val="superscript"/>
                <w:lang w:eastAsia="zh-CN"/>
              </w:rPr>
              <w:t>2</w:t>
            </w:r>
          </w:p>
          <w:p w14:paraId="3241A49E" w14:textId="77777777" w:rsidR="00944F22" w:rsidRPr="00E062F1" w:rsidRDefault="00944F22" w:rsidP="006B3BD2">
            <w:pPr>
              <w:pStyle w:val="TAC"/>
              <w:rPr>
                <w:rFonts w:cs="Arial"/>
                <w:lang w:eastAsia="ja-JP"/>
              </w:rPr>
            </w:pPr>
            <w:r w:rsidRPr="00E062F1">
              <w:rPr>
                <w:rFonts w:cs="Arial"/>
                <w:lang w:eastAsia="ja-JP"/>
              </w:rPr>
              <w:t>DC</w:t>
            </w:r>
            <w:r w:rsidRPr="00E062F1">
              <w:rPr>
                <w:rFonts w:cs="Arial"/>
              </w:rPr>
              <w:t>_</w:t>
            </w:r>
            <w:r w:rsidRPr="00E062F1">
              <w:rPr>
                <w:rFonts w:cs="Arial"/>
                <w:lang w:eastAsia="ja-JP"/>
              </w:rPr>
              <w:t>3A-42D_n257D</w:t>
            </w:r>
          </w:p>
          <w:p w14:paraId="1B55073C" w14:textId="77777777" w:rsidR="00944F22" w:rsidRPr="00E062F1" w:rsidRDefault="00944F22" w:rsidP="006B3BD2">
            <w:pPr>
              <w:pStyle w:val="TAC"/>
              <w:rPr>
                <w:rFonts w:cs="Arial"/>
                <w:lang w:eastAsia="ja-JP"/>
              </w:rPr>
            </w:pPr>
            <w:r w:rsidRPr="00E062F1">
              <w:rPr>
                <w:rFonts w:cs="Arial"/>
                <w:lang w:eastAsia="ja-JP"/>
              </w:rPr>
              <w:t>DC</w:t>
            </w:r>
            <w:r w:rsidRPr="00E062F1">
              <w:rPr>
                <w:rFonts w:cs="Arial"/>
              </w:rPr>
              <w:t>_</w:t>
            </w:r>
            <w:r w:rsidRPr="00E062F1">
              <w:rPr>
                <w:rFonts w:cs="Arial"/>
                <w:lang w:eastAsia="ja-JP"/>
              </w:rPr>
              <w:t>3A-42D_n257E</w:t>
            </w:r>
          </w:p>
          <w:p w14:paraId="2803475D" w14:textId="77777777" w:rsidR="00944F22" w:rsidRPr="00E062F1" w:rsidRDefault="00944F22" w:rsidP="006B3BD2">
            <w:pPr>
              <w:pStyle w:val="TAC"/>
              <w:rPr>
                <w:rFonts w:cs="Arial"/>
                <w:lang w:eastAsia="ja-JP"/>
              </w:rPr>
            </w:pPr>
            <w:r w:rsidRPr="00E062F1">
              <w:rPr>
                <w:rFonts w:cs="Arial"/>
                <w:lang w:eastAsia="ja-JP"/>
              </w:rPr>
              <w:t>DC</w:t>
            </w:r>
            <w:r w:rsidRPr="00E062F1">
              <w:rPr>
                <w:rFonts w:cs="Arial"/>
              </w:rPr>
              <w:t>_</w:t>
            </w:r>
            <w:r w:rsidRPr="00E062F1">
              <w:rPr>
                <w:rFonts w:cs="Arial"/>
                <w:lang w:eastAsia="ja-JP"/>
              </w:rPr>
              <w:t>3A-42D_n257F</w:t>
            </w:r>
          </w:p>
          <w:p w14:paraId="20D587F7" w14:textId="77777777" w:rsidR="00944F22" w:rsidRPr="00E062F1" w:rsidRDefault="00944F22" w:rsidP="006B3BD2">
            <w:pPr>
              <w:pStyle w:val="TAC"/>
              <w:rPr>
                <w:lang w:eastAsia="ja-JP"/>
              </w:rPr>
            </w:pPr>
            <w:r w:rsidRPr="00E062F1">
              <w:rPr>
                <w:lang w:eastAsia="ja-JP"/>
              </w:rPr>
              <w:t>DC_3A-42D_n257G</w:t>
            </w:r>
          </w:p>
          <w:p w14:paraId="3ACDC5A7" w14:textId="77777777" w:rsidR="00944F22" w:rsidRPr="00E062F1" w:rsidRDefault="00944F22" w:rsidP="006B3BD2">
            <w:pPr>
              <w:pStyle w:val="TAC"/>
              <w:rPr>
                <w:lang w:eastAsia="ja-JP"/>
              </w:rPr>
            </w:pPr>
            <w:r w:rsidRPr="00E062F1">
              <w:rPr>
                <w:lang w:eastAsia="ja-JP"/>
              </w:rPr>
              <w:t>DC_3A-42D_n257H</w:t>
            </w:r>
          </w:p>
          <w:p w14:paraId="032476FB" w14:textId="77777777" w:rsidR="00944F22" w:rsidRPr="00E062F1" w:rsidRDefault="00944F22" w:rsidP="006B3BD2">
            <w:pPr>
              <w:pStyle w:val="TAC"/>
              <w:rPr>
                <w:lang w:eastAsia="ja-JP"/>
              </w:rPr>
            </w:pPr>
            <w:r w:rsidRPr="00E062F1">
              <w:rPr>
                <w:lang w:eastAsia="ja-JP"/>
              </w:rPr>
              <w:t>DC_3A-42D_n257I</w:t>
            </w:r>
          </w:p>
          <w:p w14:paraId="28F53076" w14:textId="77777777" w:rsidR="00944F22" w:rsidRPr="00E062F1" w:rsidRDefault="00944F22" w:rsidP="006B3BD2">
            <w:pPr>
              <w:pStyle w:val="TAC"/>
              <w:rPr>
                <w:lang w:eastAsia="ja-JP"/>
              </w:rPr>
            </w:pPr>
            <w:r w:rsidRPr="00E062F1">
              <w:rPr>
                <w:lang w:eastAsia="ja-JP"/>
              </w:rPr>
              <w:t>DC_3A-42D_n257J</w:t>
            </w:r>
          </w:p>
          <w:p w14:paraId="6150D7F7" w14:textId="77777777" w:rsidR="00944F22" w:rsidRPr="00E062F1" w:rsidRDefault="00944F22" w:rsidP="006B3BD2">
            <w:pPr>
              <w:pStyle w:val="TAC"/>
              <w:rPr>
                <w:lang w:eastAsia="ja-JP"/>
              </w:rPr>
            </w:pPr>
            <w:r w:rsidRPr="00E062F1">
              <w:rPr>
                <w:lang w:eastAsia="ja-JP"/>
              </w:rPr>
              <w:t>DC_3A-42D_n257K</w:t>
            </w:r>
          </w:p>
          <w:p w14:paraId="7579F8F1" w14:textId="77777777" w:rsidR="00944F22" w:rsidRPr="00E062F1" w:rsidRDefault="00944F22" w:rsidP="006B3BD2">
            <w:pPr>
              <w:pStyle w:val="TAC"/>
              <w:rPr>
                <w:lang w:eastAsia="ja-JP"/>
              </w:rPr>
            </w:pPr>
            <w:r w:rsidRPr="00E062F1">
              <w:rPr>
                <w:lang w:eastAsia="ja-JP"/>
              </w:rPr>
              <w:t>DC_3A-42D_n257L</w:t>
            </w:r>
          </w:p>
          <w:p w14:paraId="63502A10" w14:textId="77777777" w:rsidR="00944F22" w:rsidRPr="00E062F1" w:rsidRDefault="00944F22" w:rsidP="006B3BD2">
            <w:pPr>
              <w:pStyle w:val="TAC"/>
              <w:rPr>
                <w:rFonts w:cs="Arial"/>
                <w:lang w:eastAsia="zh-CN"/>
              </w:rPr>
            </w:pPr>
            <w:r w:rsidRPr="00E062F1">
              <w:rPr>
                <w:lang w:eastAsia="ja-JP"/>
              </w:rPr>
              <w:t>DC_3A-42D_n257M</w:t>
            </w:r>
          </w:p>
          <w:p w14:paraId="156A930A" w14:textId="77777777" w:rsidR="00944F22" w:rsidRPr="00E062F1" w:rsidRDefault="00944F22" w:rsidP="006B3BD2">
            <w:pPr>
              <w:pStyle w:val="TAC"/>
              <w:rPr>
                <w:noProof/>
                <w:vertAlign w:val="superscript"/>
                <w:lang w:eastAsia="zh-CN"/>
              </w:rPr>
            </w:pPr>
            <w:r w:rsidRPr="00E062F1">
              <w:t>DC_3A-42</w:t>
            </w:r>
            <w:r w:rsidRPr="00E062F1">
              <w:rPr>
                <w:lang w:eastAsia="zh-CN"/>
              </w:rPr>
              <w:t>E</w:t>
            </w:r>
            <w:r w:rsidRPr="00E062F1">
              <w:t>_n257A</w:t>
            </w:r>
            <w:r w:rsidRPr="00E062F1">
              <w:rPr>
                <w:noProof/>
                <w:vertAlign w:val="superscript"/>
                <w:lang w:eastAsia="zh-CN"/>
              </w:rPr>
              <w:t>2</w:t>
            </w:r>
          </w:p>
          <w:p w14:paraId="34979756" w14:textId="77777777" w:rsidR="00944F22" w:rsidRPr="00E062F1" w:rsidRDefault="00944F22" w:rsidP="006B3BD2">
            <w:pPr>
              <w:pStyle w:val="TAC"/>
              <w:rPr>
                <w:lang w:eastAsia="ja-JP"/>
              </w:rPr>
            </w:pPr>
            <w:r w:rsidRPr="00E062F1">
              <w:t>DC_3A-42E_n257</w:t>
            </w:r>
            <w:r w:rsidRPr="00E062F1">
              <w:rPr>
                <w:lang w:eastAsia="ja-JP"/>
              </w:rPr>
              <w:t>D</w:t>
            </w:r>
          </w:p>
          <w:p w14:paraId="36959AA1" w14:textId="77777777" w:rsidR="00944F22" w:rsidRPr="00E062F1" w:rsidRDefault="00944F22" w:rsidP="006B3BD2">
            <w:pPr>
              <w:pStyle w:val="TAC"/>
              <w:rPr>
                <w:lang w:eastAsia="ja-JP"/>
              </w:rPr>
            </w:pPr>
            <w:r w:rsidRPr="00E062F1">
              <w:t>DC_3A-42E_n257</w:t>
            </w:r>
            <w:r w:rsidRPr="00E062F1">
              <w:rPr>
                <w:lang w:eastAsia="ja-JP"/>
              </w:rPr>
              <w:t>E</w:t>
            </w:r>
          </w:p>
          <w:p w14:paraId="2459EAE8" w14:textId="77777777" w:rsidR="00944F22" w:rsidRPr="00E062F1" w:rsidRDefault="00944F22" w:rsidP="006B3BD2">
            <w:pPr>
              <w:pStyle w:val="TAC"/>
              <w:rPr>
                <w:lang w:eastAsia="ja-JP"/>
              </w:rPr>
            </w:pPr>
            <w:r w:rsidRPr="00E062F1">
              <w:t>DC_3A-42E_n257</w:t>
            </w:r>
            <w:r w:rsidRPr="00E062F1">
              <w:rPr>
                <w:lang w:eastAsia="ja-JP"/>
              </w:rPr>
              <w:t>F</w:t>
            </w:r>
          </w:p>
          <w:p w14:paraId="289586A5" w14:textId="77777777" w:rsidR="00944F22" w:rsidRPr="00E062F1" w:rsidRDefault="00944F22" w:rsidP="006B3BD2">
            <w:pPr>
              <w:pStyle w:val="TAC"/>
              <w:rPr>
                <w:lang w:eastAsia="ja-JP"/>
              </w:rPr>
            </w:pPr>
            <w:r w:rsidRPr="00E062F1">
              <w:rPr>
                <w:lang w:eastAsia="ja-JP"/>
              </w:rPr>
              <w:t>DC_3A-42E_n257G</w:t>
            </w:r>
          </w:p>
          <w:p w14:paraId="0B5B42E8" w14:textId="77777777" w:rsidR="00944F22" w:rsidRPr="00E062F1" w:rsidRDefault="00944F22" w:rsidP="006B3BD2">
            <w:pPr>
              <w:pStyle w:val="TAC"/>
              <w:rPr>
                <w:lang w:eastAsia="ja-JP"/>
              </w:rPr>
            </w:pPr>
            <w:r w:rsidRPr="00E062F1">
              <w:rPr>
                <w:lang w:eastAsia="ja-JP"/>
              </w:rPr>
              <w:t>DC_3A-42E_n257H</w:t>
            </w:r>
          </w:p>
          <w:p w14:paraId="47228563" w14:textId="77777777" w:rsidR="00944F22" w:rsidRPr="00E062F1" w:rsidRDefault="00944F22" w:rsidP="006B3BD2">
            <w:pPr>
              <w:pStyle w:val="TAC"/>
              <w:rPr>
                <w:lang w:eastAsia="ja-JP"/>
              </w:rPr>
            </w:pPr>
            <w:r w:rsidRPr="00E062F1">
              <w:rPr>
                <w:lang w:eastAsia="ja-JP"/>
              </w:rPr>
              <w:t>DC_3A-42E_n257I</w:t>
            </w:r>
          </w:p>
          <w:p w14:paraId="12640F45" w14:textId="77777777" w:rsidR="00944F22" w:rsidRPr="00E062F1" w:rsidRDefault="00944F22" w:rsidP="006B3BD2">
            <w:pPr>
              <w:pStyle w:val="TAC"/>
              <w:rPr>
                <w:lang w:eastAsia="ja-JP"/>
              </w:rPr>
            </w:pPr>
            <w:r w:rsidRPr="00E062F1">
              <w:rPr>
                <w:lang w:eastAsia="ja-JP"/>
              </w:rPr>
              <w:t>DC_3A-42E_n257J</w:t>
            </w:r>
          </w:p>
          <w:p w14:paraId="23AA778D" w14:textId="77777777" w:rsidR="00944F22" w:rsidRPr="00E062F1" w:rsidRDefault="00944F22" w:rsidP="006B3BD2">
            <w:pPr>
              <w:pStyle w:val="TAC"/>
              <w:rPr>
                <w:lang w:eastAsia="ja-JP"/>
              </w:rPr>
            </w:pPr>
            <w:r w:rsidRPr="00E062F1">
              <w:rPr>
                <w:lang w:eastAsia="ja-JP"/>
              </w:rPr>
              <w:t>DC_3A-42E_n257K</w:t>
            </w:r>
          </w:p>
          <w:p w14:paraId="5DB91983" w14:textId="77777777" w:rsidR="00944F22" w:rsidRPr="00E062F1" w:rsidRDefault="00944F22" w:rsidP="006B3BD2">
            <w:pPr>
              <w:pStyle w:val="TAC"/>
              <w:rPr>
                <w:lang w:eastAsia="ja-JP"/>
              </w:rPr>
            </w:pPr>
            <w:r w:rsidRPr="00E062F1">
              <w:rPr>
                <w:lang w:eastAsia="ja-JP"/>
              </w:rPr>
              <w:t>DC_3A-42E_n257L</w:t>
            </w:r>
          </w:p>
          <w:p w14:paraId="2114A6C2" w14:textId="77777777" w:rsidR="00944F22" w:rsidRPr="00E062F1" w:rsidRDefault="00944F22" w:rsidP="006B3BD2">
            <w:pPr>
              <w:pStyle w:val="TAC"/>
              <w:rPr>
                <w:noProof/>
                <w:lang w:eastAsia="zh-CN"/>
              </w:rPr>
            </w:pPr>
            <w:r w:rsidRPr="00E062F1">
              <w:rPr>
                <w:lang w:eastAsia="ja-JP"/>
              </w:rPr>
              <w:t>DC_3A-42E_n257M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04E3718" w14:textId="77777777" w:rsidR="00944F22" w:rsidRPr="00E062F1" w:rsidRDefault="00944F22" w:rsidP="006B3BD2">
            <w:pPr>
              <w:pStyle w:val="TAC"/>
              <w:rPr>
                <w:noProof/>
                <w:lang w:eastAsia="zh-CN"/>
              </w:rPr>
            </w:pPr>
            <w:r w:rsidRPr="00E062F1">
              <w:rPr>
                <w:noProof/>
                <w:lang w:eastAsia="zh-CN"/>
              </w:rPr>
              <w:t>DC_3A_n257A</w:t>
            </w:r>
          </w:p>
          <w:p w14:paraId="43A46CA9" w14:textId="77777777" w:rsidR="00944F22" w:rsidRPr="00E062F1" w:rsidRDefault="00944F22" w:rsidP="006B3BD2">
            <w:pPr>
              <w:pStyle w:val="TAC"/>
              <w:rPr>
                <w:noProof/>
              </w:rPr>
            </w:pPr>
            <w:r w:rsidRPr="00E062F1">
              <w:rPr>
                <w:noProof/>
              </w:rPr>
              <w:t>DC_3A_n257D</w:t>
            </w:r>
          </w:p>
          <w:p w14:paraId="15E95A2D" w14:textId="77777777" w:rsidR="00944F22" w:rsidRPr="00E062F1" w:rsidRDefault="00944F22" w:rsidP="006B3BD2">
            <w:pPr>
              <w:pStyle w:val="TAC"/>
              <w:rPr>
                <w:lang w:eastAsia="ja-JP"/>
              </w:rPr>
            </w:pPr>
            <w:r w:rsidRPr="00E062F1">
              <w:rPr>
                <w:lang w:eastAsia="ja-JP"/>
              </w:rPr>
              <w:t>DC_3A_n257G</w:t>
            </w:r>
          </w:p>
          <w:p w14:paraId="34352E77" w14:textId="77777777" w:rsidR="00944F22" w:rsidRPr="00E062F1" w:rsidRDefault="00944F22" w:rsidP="006B3BD2">
            <w:pPr>
              <w:pStyle w:val="TAC"/>
              <w:rPr>
                <w:lang w:eastAsia="ja-JP"/>
              </w:rPr>
            </w:pPr>
            <w:r w:rsidRPr="00E062F1">
              <w:rPr>
                <w:lang w:eastAsia="ja-JP"/>
              </w:rPr>
              <w:t>DC_3A_n257H</w:t>
            </w:r>
          </w:p>
          <w:p w14:paraId="774454F5" w14:textId="77777777" w:rsidR="00944F22" w:rsidRPr="00E062F1" w:rsidRDefault="00944F22" w:rsidP="006B3BD2">
            <w:pPr>
              <w:pStyle w:val="TAC"/>
              <w:rPr>
                <w:lang w:eastAsia="ja-JP"/>
              </w:rPr>
            </w:pPr>
            <w:r w:rsidRPr="00E062F1">
              <w:rPr>
                <w:lang w:eastAsia="ja-JP"/>
              </w:rPr>
              <w:t>DC_3A_n257I</w:t>
            </w:r>
          </w:p>
          <w:p w14:paraId="137C3105" w14:textId="77777777" w:rsidR="00944F22" w:rsidRPr="00E062F1" w:rsidRDefault="00944F22" w:rsidP="006B3BD2">
            <w:pPr>
              <w:pStyle w:val="TAC"/>
              <w:rPr>
                <w:lang w:eastAsia="ja-JP"/>
              </w:rPr>
            </w:pPr>
            <w:r w:rsidRPr="00E062F1">
              <w:rPr>
                <w:lang w:eastAsia="ja-JP"/>
              </w:rPr>
              <w:t>DC_3A_n257J</w:t>
            </w:r>
          </w:p>
          <w:p w14:paraId="1E714397" w14:textId="77777777" w:rsidR="00944F22" w:rsidRPr="00E062F1" w:rsidRDefault="00944F22" w:rsidP="006B3BD2">
            <w:pPr>
              <w:pStyle w:val="TAC"/>
              <w:rPr>
                <w:lang w:eastAsia="ja-JP"/>
              </w:rPr>
            </w:pPr>
            <w:r w:rsidRPr="00E062F1">
              <w:rPr>
                <w:lang w:eastAsia="ja-JP"/>
              </w:rPr>
              <w:t>DC_3A_n257K</w:t>
            </w:r>
          </w:p>
          <w:p w14:paraId="7A3AC939" w14:textId="77777777" w:rsidR="00944F22" w:rsidRPr="00E062F1" w:rsidRDefault="00944F22" w:rsidP="006B3BD2">
            <w:pPr>
              <w:pStyle w:val="TAC"/>
              <w:rPr>
                <w:lang w:eastAsia="ja-JP"/>
              </w:rPr>
            </w:pPr>
            <w:r w:rsidRPr="00E062F1">
              <w:rPr>
                <w:lang w:eastAsia="ja-JP"/>
              </w:rPr>
              <w:t>DC_3A_n257L</w:t>
            </w:r>
          </w:p>
          <w:p w14:paraId="3C4699F3" w14:textId="77777777" w:rsidR="00944F22" w:rsidRPr="00E062F1" w:rsidRDefault="00944F22" w:rsidP="006B3BD2">
            <w:pPr>
              <w:pStyle w:val="TAC"/>
              <w:rPr>
                <w:noProof/>
                <w:lang w:eastAsia="zh-CN"/>
              </w:rPr>
            </w:pPr>
            <w:r w:rsidRPr="00E062F1">
              <w:rPr>
                <w:lang w:eastAsia="ja-JP"/>
              </w:rPr>
              <w:t>DC_3A_n257M</w:t>
            </w:r>
          </w:p>
          <w:p w14:paraId="7B8CDE0F" w14:textId="77777777" w:rsidR="00944F22" w:rsidRPr="00E062F1" w:rsidRDefault="00944F22" w:rsidP="006B3BD2">
            <w:pPr>
              <w:pStyle w:val="TAC"/>
              <w:rPr>
                <w:noProof/>
                <w:lang w:eastAsia="zh-CN"/>
              </w:rPr>
            </w:pPr>
            <w:r w:rsidRPr="00E062F1">
              <w:rPr>
                <w:noProof/>
                <w:lang w:eastAsia="zh-CN"/>
              </w:rPr>
              <w:t>DC_42A_n257A</w:t>
            </w:r>
          </w:p>
          <w:p w14:paraId="662FDD08" w14:textId="77777777" w:rsidR="00944F22" w:rsidRPr="00E062F1" w:rsidRDefault="00944F22" w:rsidP="006B3BD2">
            <w:pPr>
              <w:pStyle w:val="TAC"/>
              <w:rPr>
                <w:noProof/>
                <w:lang w:eastAsia="ja-JP"/>
              </w:rPr>
            </w:pPr>
            <w:r w:rsidRPr="00E062F1">
              <w:rPr>
                <w:noProof/>
              </w:rPr>
              <w:t>DC_42A_n257</w:t>
            </w:r>
            <w:r w:rsidRPr="00E062F1">
              <w:rPr>
                <w:noProof/>
                <w:lang w:eastAsia="ja-JP"/>
              </w:rPr>
              <w:t>D</w:t>
            </w:r>
          </w:p>
          <w:p w14:paraId="553F7836" w14:textId="77777777" w:rsidR="00944F22" w:rsidRPr="00E062F1" w:rsidRDefault="00944F22" w:rsidP="006B3BD2">
            <w:pPr>
              <w:pStyle w:val="TAC"/>
              <w:rPr>
                <w:noProof/>
                <w:lang w:eastAsia="zh-CN"/>
              </w:rPr>
            </w:pPr>
            <w:r w:rsidRPr="00E062F1">
              <w:rPr>
                <w:noProof/>
                <w:lang w:eastAsia="zh-CN"/>
              </w:rPr>
              <w:t>DC_42A_n257G</w:t>
            </w:r>
          </w:p>
          <w:p w14:paraId="7EF39691" w14:textId="77777777" w:rsidR="00944F22" w:rsidRPr="00E062F1" w:rsidRDefault="00944F22" w:rsidP="006B3BD2">
            <w:pPr>
              <w:pStyle w:val="TAC"/>
              <w:rPr>
                <w:noProof/>
                <w:lang w:eastAsia="zh-CN"/>
              </w:rPr>
            </w:pPr>
            <w:r w:rsidRPr="00E062F1">
              <w:rPr>
                <w:noProof/>
                <w:lang w:eastAsia="zh-CN"/>
              </w:rPr>
              <w:t>DC_42A_n257H</w:t>
            </w:r>
          </w:p>
          <w:p w14:paraId="61E4288B" w14:textId="77777777" w:rsidR="00944F22" w:rsidRPr="00E062F1" w:rsidRDefault="00944F22" w:rsidP="006B3BD2">
            <w:pPr>
              <w:pStyle w:val="TAC"/>
              <w:rPr>
                <w:noProof/>
                <w:lang w:eastAsia="zh-CN"/>
              </w:rPr>
            </w:pPr>
            <w:r w:rsidRPr="00E062F1">
              <w:rPr>
                <w:noProof/>
                <w:lang w:eastAsia="zh-CN"/>
              </w:rPr>
              <w:t>DC_42A_n257I</w:t>
            </w:r>
          </w:p>
          <w:p w14:paraId="7BB9EF1A" w14:textId="77777777" w:rsidR="00D01098" w:rsidRDefault="00944F22" w:rsidP="006B3BD2">
            <w:pPr>
              <w:pStyle w:val="TAC"/>
              <w:rPr>
                <w:noProof/>
                <w:lang w:eastAsia="zh-CN"/>
              </w:rPr>
            </w:pPr>
            <w:r w:rsidRPr="00E062F1">
              <w:rPr>
                <w:noProof/>
                <w:lang w:eastAsia="zh-CN"/>
              </w:rPr>
              <w:t>DC_42C_n257A</w:t>
            </w:r>
          </w:p>
          <w:p w14:paraId="08F43DAF" w14:textId="3B991B52" w:rsidR="00944F22" w:rsidRPr="0035585D" w:rsidRDefault="00944F22" w:rsidP="006B3BD2">
            <w:pPr>
              <w:pStyle w:val="TAC"/>
              <w:rPr>
                <w:noProof/>
                <w:lang w:val="sv-FI" w:eastAsia="zh-CN"/>
              </w:rPr>
            </w:pPr>
            <w:r w:rsidRPr="0035585D">
              <w:rPr>
                <w:noProof/>
                <w:lang w:val="sv-FI" w:eastAsia="zh-CN"/>
              </w:rPr>
              <w:t>DC_42C_n257G</w:t>
            </w:r>
          </w:p>
          <w:p w14:paraId="1CEF063E" w14:textId="77777777" w:rsidR="00944F22" w:rsidRPr="00AA54EC" w:rsidRDefault="00944F22" w:rsidP="006B3BD2">
            <w:pPr>
              <w:pStyle w:val="TAC"/>
              <w:rPr>
                <w:noProof/>
                <w:lang w:val="sv-FI" w:eastAsia="zh-CN"/>
              </w:rPr>
            </w:pPr>
            <w:r w:rsidRPr="00AA54EC">
              <w:rPr>
                <w:noProof/>
                <w:lang w:val="sv-FI" w:eastAsia="zh-CN"/>
              </w:rPr>
              <w:t>DC_42C_n257H</w:t>
            </w:r>
          </w:p>
          <w:p w14:paraId="18CF3DAF" w14:textId="77777777" w:rsidR="00944F22" w:rsidRPr="00AA54EC" w:rsidRDefault="00944F22" w:rsidP="006B3BD2">
            <w:pPr>
              <w:pStyle w:val="TAC"/>
              <w:rPr>
                <w:noProof/>
                <w:lang w:val="sv-FI" w:eastAsia="zh-CN"/>
              </w:rPr>
            </w:pPr>
            <w:r w:rsidRPr="00AA54EC">
              <w:rPr>
                <w:noProof/>
                <w:lang w:val="sv-FI" w:eastAsia="zh-CN"/>
              </w:rPr>
              <w:t>DC_42C_n257I</w:t>
            </w:r>
          </w:p>
        </w:tc>
      </w:tr>
      <w:tr w:rsidR="00944F22" w:rsidRPr="00E062F1" w14:paraId="5321CAB5"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0E3B712" w14:textId="77777777" w:rsidR="00944F22" w:rsidRPr="00E062F1" w:rsidRDefault="00944F22" w:rsidP="006B3BD2">
            <w:pPr>
              <w:pStyle w:val="TAC"/>
              <w:rPr>
                <w:noProof/>
                <w:vertAlign w:val="superscript"/>
                <w:lang w:eastAsia="zh-CN"/>
              </w:rPr>
            </w:pPr>
            <w:r w:rsidRPr="00E062F1">
              <w:rPr>
                <w:noProof/>
                <w:lang w:eastAsia="zh-CN"/>
              </w:rPr>
              <w:t>DC_5A-7A_n257A</w:t>
            </w:r>
            <w:r w:rsidRPr="00E062F1">
              <w:rPr>
                <w:noProof/>
                <w:vertAlign w:val="superscript"/>
                <w:lang w:eastAsia="zh-CN"/>
              </w:rPr>
              <w:t>2</w:t>
            </w:r>
          </w:p>
          <w:p w14:paraId="7AF30773" w14:textId="77777777" w:rsidR="00944F22" w:rsidRPr="00E062F1" w:rsidRDefault="00944F22" w:rsidP="006B3BD2">
            <w:pPr>
              <w:pStyle w:val="TAC"/>
              <w:rPr>
                <w:rFonts w:eastAsia="Malgun Gothic"/>
                <w:lang w:eastAsia="ko-KR"/>
              </w:rPr>
            </w:pPr>
            <w:r w:rsidRPr="00E062F1">
              <w:rPr>
                <w:rFonts w:eastAsia="Malgun Gothic"/>
                <w:lang w:eastAsia="ko-KR"/>
              </w:rPr>
              <w:t>DC_5A-7A_n257D</w:t>
            </w:r>
          </w:p>
          <w:p w14:paraId="5871C5C8" w14:textId="77777777" w:rsidR="00944F22" w:rsidRPr="00E062F1" w:rsidRDefault="00944F22" w:rsidP="006B3BD2">
            <w:pPr>
              <w:pStyle w:val="TAC"/>
              <w:rPr>
                <w:rFonts w:eastAsia="Malgun Gothic"/>
                <w:lang w:eastAsia="ko-KR"/>
              </w:rPr>
            </w:pPr>
            <w:r w:rsidRPr="00E062F1">
              <w:rPr>
                <w:rFonts w:eastAsia="Malgun Gothic"/>
                <w:lang w:eastAsia="ko-KR"/>
              </w:rPr>
              <w:t>DC_5A-7A_n257E</w:t>
            </w:r>
          </w:p>
          <w:p w14:paraId="1FBD5F00" w14:textId="77777777" w:rsidR="00944F22" w:rsidRPr="00E062F1" w:rsidRDefault="00944F22" w:rsidP="006B3BD2">
            <w:pPr>
              <w:pStyle w:val="TAC"/>
              <w:rPr>
                <w:rFonts w:eastAsia="Malgun Gothic"/>
                <w:lang w:eastAsia="ko-KR"/>
              </w:rPr>
            </w:pPr>
            <w:r w:rsidRPr="00E062F1">
              <w:rPr>
                <w:rFonts w:eastAsia="Malgun Gothic"/>
                <w:lang w:eastAsia="ko-KR"/>
              </w:rPr>
              <w:t>DC_5A-7A_n257F</w:t>
            </w:r>
          </w:p>
          <w:p w14:paraId="3EF25892" w14:textId="77777777" w:rsidR="00944F22" w:rsidRPr="00E062F1" w:rsidRDefault="00944F22" w:rsidP="006B3BD2">
            <w:pPr>
              <w:pStyle w:val="TAC"/>
              <w:rPr>
                <w:rFonts w:eastAsia="Malgun Gothic"/>
                <w:lang w:eastAsia="ko-KR"/>
              </w:rPr>
            </w:pPr>
            <w:r w:rsidRPr="00E062F1">
              <w:rPr>
                <w:rFonts w:eastAsia="Malgun Gothic"/>
                <w:lang w:eastAsia="ko-KR"/>
              </w:rPr>
              <w:t>DC_5A-7A_n257G</w:t>
            </w:r>
          </w:p>
          <w:p w14:paraId="723C9D25" w14:textId="77777777" w:rsidR="00944F22" w:rsidRPr="00E062F1" w:rsidRDefault="00944F22" w:rsidP="006B3BD2">
            <w:pPr>
              <w:pStyle w:val="TAC"/>
              <w:rPr>
                <w:rFonts w:eastAsia="Malgun Gothic"/>
                <w:lang w:eastAsia="ko-KR"/>
              </w:rPr>
            </w:pPr>
            <w:r w:rsidRPr="00E062F1">
              <w:rPr>
                <w:rFonts w:eastAsia="Malgun Gothic"/>
                <w:lang w:eastAsia="ko-KR"/>
              </w:rPr>
              <w:t>DC_5A-7A_n257H</w:t>
            </w:r>
          </w:p>
          <w:p w14:paraId="1A6598EB" w14:textId="77777777" w:rsidR="00944F22" w:rsidRPr="00E062F1" w:rsidRDefault="00944F22" w:rsidP="006B3BD2">
            <w:pPr>
              <w:pStyle w:val="TAC"/>
              <w:rPr>
                <w:rFonts w:eastAsia="Malgun Gothic"/>
                <w:lang w:eastAsia="ko-KR"/>
              </w:rPr>
            </w:pPr>
            <w:r w:rsidRPr="00E062F1">
              <w:rPr>
                <w:rFonts w:eastAsia="Malgun Gothic"/>
                <w:lang w:eastAsia="ko-KR"/>
              </w:rPr>
              <w:t>DC_5A-7A_n257I</w:t>
            </w:r>
          </w:p>
          <w:p w14:paraId="46A8283E" w14:textId="77777777" w:rsidR="00944F22" w:rsidRPr="00E062F1" w:rsidRDefault="00944F22" w:rsidP="006B3BD2">
            <w:pPr>
              <w:pStyle w:val="TAC"/>
              <w:rPr>
                <w:rFonts w:eastAsia="Malgun Gothic"/>
                <w:lang w:eastAsia="ko-KR"/>
              </w:rPr>
            </w:pPr>
            <w:r w:rsidRPr="00E062F1">
              <w:rPr>
                <w:rFonts w:eastAsia="Malgun Gothic"/>
                <w:lang w:eastAsia="ko-KR"/>
              </w:rPr>
              <w:t>DC_5A-7A_n257J</w:t>
            </w:r>
          </w:p>
          <w:p w14:paraId="3C1CA731" w14:textId="77777777" w:rsidR="00944F22" w:rsidRPr="00E062F1" w:rsidRDefault="00944F22" w:rsidP="006B3BD2">
            <w:pPr>
              <w:pStyle w:val="TAC"/>
              <w:rPr>
                <w:rFonts w:eastAsia="Malgun Gothic"/>
                <w:lang w:eastAsia="ko-KR"/>
              </w:rPr>
            </w:pPr>
            <w:r w:rsidRPr="00E062F1">
              <w:rPr>
                <w:rFonts w:eastAsia="Malgun Gothic"/>
                <w:lang w:eastAsia="ko-KR"/>
              </w:rPr>
              <w:t>DC_5A-7A_n257K</w:t>
            </w:r>
          </w:p>
          <w:p w14:paraId="3246E662" w14:textId="77777777" w:rsidR="00944F22" w:rsidRPr="00E062F1" w:rsidRDefault="00944F22" w:rsidP="006B3BD2">
            <w:pPr>
              <w:pStyle w:val="TAC"/>
              <w:rPr>
                <w:rFonts w:eastAsia="Malgun Gothic"/>
                <w:lang w:eastAsia="ko-KR"/>
              </w:rPr>
            </w:pPr>
            <w:r w:rsidRPr="00E062F1">
              <w:rPr>
                <w:rFonts w:eastAsia="Malgun Gothic"/>
                <w:lang w:eastAsia="ko-KR"/>
              </w:rPr>
              <w:t>DC_5A-7A_n257L</w:t>
            </w:r>
          </w:p>
          <w:p w14:paraId="65010070" w14:textId="77777777" w:rsidR="00944F22" w:rsidRPr="00E062F1" w:rsidRDefault="00944F22" w:rsidP="006B3BD2">
            <w:pPr>
              <w:pStyle w:val="TAC"/>
            </w:pPr>
            <w:r w:rsidRPr="00E062F1">
              <w:t>DC_5A-7A_n257M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27AA36C" w14:textId="77777777" w:rsidR="00944F22" w:rsidRPr="00E062F1" w:rsidRDefault="00944F22" w:rsidP="006B3BD2">
            <w:pPr>
              <w:pStyle w:val="TAC"/>
              <w:rPr>
                <w:noProof/>
                <w:lang w:eastAsia="zh-CN"/>
              </w:rPr>
            </w:pPr>
            <w:r w:rsidRPr="00E062F1">
              <w:rPr>
                <w:noProof/>
                <w:lang w:eastAsia="zh-CN"/>
              </w:rPr>
              <w:t>DC_5A_n257A</w:t>
            </w:r>
          </w:p>
          <w:p w14:paraId="65DC6529" w14:textId="77777777" w:rsidR="00944F22" w:rsidRPr="00E062F1" w:rsidRDefault="00944F22" w:rsidP="006B3BD2">
            <w:pPr>
              <w:pStyle w:val="TAC"/>
            </w:pPr>
            <w:r w:rsidRPr="00E062F1">
              <w:rPr>
                <w:noProof/>
                <w:lang w:eastAsia="zh-CN"/>
              </w:rPr>
              <w:t>DC_7A_n257A</w:t>
            </w:r>
          </w:p>
        </w:tc>
      </w:tr>
      <w:tr w:rsidR="00944F22" w:rsidRPr="00E062F1" w14:paraId="691F317C"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9B8978A" w14:textId="77777777" w:rsidR="008F0605" w:rsidRDefault="008F0605" w:rsidP="008F0605">
            <w:pPr>
              <w:pStyle w:val="TAC"/>
              <w:rPr>
                <w:noProof/>
                <w:lang w:eastAsia="zh-CN"/>
              </w:rPr>
            </w:pPr>
            <w:r w:rsidRPr="00E062F1">
              <w:rPr>
                <w:noProof/>
                <w:lang w:eastAsia="zh-CN"/>
              </w:rPr>
              <w:t>DC_5A-7A-7A_n257A</w:t>
            </w:r>
          </w:p>
          <w:p w14:paraId="0E2FCC60" w14:textId="77777777" w:rsidR="00944F22" w:rsidRPr="00E062F1" w:rsidRDefault="00944F22" w:rsidP="006B3BD2">
            <w:pPr>
              <w:pStyle w:val="TAC"/>
              <w:rPr>
                <w:rFonts w:eastAsia="Malgun Gothic"/>
                <w:lang w:eastAsia="ko-KR"/>
              </w:rPr>
            </w:pPr>
            <w:r w:rsidRPr="00E062F1">
              <w:rPr>
                <w:rFonts w:eastAsia="Malgun Gothic"/>
                <w:lang w:eastAsia="ko-KR"/>
              </w:rPr>
              <w:t>DC_5A-7A-7A_n257D</w:t>
            </w:r>
          </w:p>
          <w:p w14:paraId="5AC02935" w14:textId="77777777" w:rsidR="00944F22" w:rsidRPr="00E062F1" w:rsidRDefault="00944F22" w:rsidP="006B3BD2">
            <w:pPr>
              <w:pStyle w:val="TAC"/>
              <w:rPr>
                <w:rFonts w:eastAsia="Malgun Gothic"/>
                <w:lang w:eastAsia="ko-KR"/>
              </w:rPr>
            </w:pPr>
            <w:r w:rsidRPr="00E062F1">
              <w:rPr>
                <w:rFonts w:eastAsia="Malgun Gothic"/>
                <w:lang w:eastAsia="ko-KR"/>
              </w:rPr>
              <w:t>DC_5A-7A-7A_n257E</w:t>
            </w:r>
          </w:p>
          <w:p w14:paraId="18F9C826" w14:textId="77777777" w:rsidR="00944F22" w:rsidRPr="00E062F1" w:rsidRDefault="00944F22" w:rsidP="006B3BD2">
            <w:pPr>
              <w:pStyle w:val="TAC"/>
              <w:rPr>
                <w:rFonts w:eastAsia="Malgun Gothic"/>
                <w:lang w:eastAsia="ko-KR"/>
              </w:rPr>
            </w:pPr>
            <w:r w:rsidRPr="00E062F1">
              <w:rPr>
                <w:rFonts w:eastAsia="Malgun Gothic"/>
                <w:lang w:eastAsia="ko-KR"/>
              </w:rPr>
              <w:t>DC_5A-7A-7A_n257F</w:t>
            </w:r>
          </w:p>
          <w:p w14:paraId="418010E1" w14:textId="77777777" w:rsidR="00944F22" w:rsidRPr="00E062F1" w:rsidRDefault="00944F22" w:rsidP="006B3BD2">
            <w:pPr>
              <w:pStyle w:val="TAC"/>
              <w:rPr>
                <w:rFonts w:eastAsia="Malgun Gothic"/>
                <w:lang w:eastAsia="ko-KR"/>
              </w:rPr>
            </w:pPr>
            <w:r w:rsidRPr="00E062F1">
              <w:rPr>
                <w:rFonts w:eastAsia="Malgun Gothic"/>
                <w:lang w:eastAsia="ko-KR"/>
              </w:rPr>
              <w:t>DC_5A-7A-7A_n257G</w:t>
            </w:r>
          </w:p>
          <w:p w14:paraId="69144E9E" w14:textId="77777777" w:rsidR="00944F22" w:rsidRPr="00E062F1" w:rsidRDefault="00944F22" w:rsidP="006B3BD2">
            <w:pPr>
              <w:pStyle w:val="TAC"/>
              <w:rPr>
                <w:rFonts w:eastAsia="Malgun Gothic"/>
                <w:lang w:eastAsia="ko-KR"/>
              </w:rPr>
            </w:pPr>
            <w:r w:rsidRPr="00E062F1">
              <w:rPr>
                <w:rFonts w:eastAsia="Malgun Gothic"/>
                <w:lang w:eastAsia="ko-KR"/>
              </w:rPr>
              <w:t>DC_5A-7A-7A_n257H</w:t>
            </w:r>
          </w:p>
          <w:p w14:paraId="4B18FD28" w14:textId="77777777" w:rsidR="00944F22" w:rsidRPr="00E062F1" w:rsidRDefault="00944F22" w:rsidP="006B3BD2">
            <w:pPr>
              <w:pStyle w:val="TAC"/>
              <w:rPr>
                <w:rFonts w:eastAsia="Malgun Gothic"/>
                <w:lang w:eastAsia="ko-KR"/>
              </w:rPr>
            </w:pPr>
            <w:r w:rsidRPr="00E062F1">
              <w:rPr>
                <w:rFonts w:eastAsia="Malgun Gothic"/>
                <w:lang w:eastAsia="ko-KR"/>
              </w:rPr>
              <w:t>DC_5A-7A-7A_n257I</w:t>
            </w:r>
          </w:p>
          <w:p w14:paraId="18B4C7BE" w14:textId="77777777" w:rsidR="00944F22" w:rsidRPr="00E062F1" w:rsidRDefault="00944F22" w:rsidP="006B3BD2">
            <w:pPr>
              <w:pStyle w:val="TAC"/>
              <w:rPr>
                <w:rFonts w:eastAsia="Malgun Gothic"/>
                <w:lang w:eastAsia="ko-KR"/>
              </w:rPr>
            </w:pPr>
            <w:r w:rsidRPr="00E062F1">
              <w:rPr>
                <w:rFonts w:eastAsia="Malgun Gothic"/>
                <w:lang w:eastAsia="ko-KR"/>
              </w:rPr>
              <w:t>DC_5A-7A-7A_n257J</w:t>
            </w:r>
          </w:p>
          <w:p w14:paraId="6A5F8030" w14:textId="77777777" w:rsidR="00944F22" w:rsidRPr="00E062F1" w:rsidRDefault="00944F22" w:rsidP="006B3BD2">
            <w:pPr>
              <w:pStyle w:val="TAC"/>
              <w:rPr>
                <w:rFonts w:eastAsia="Malgun Gothic"/>
                <w:lang w:eastAsia="ko-KR"/>
              </w:rPr>
            </w:pPr>
            <w:r w:rsidRPr="00E062F1">
              <w:rPr>
                <w:rFonts w:eastAsia="Malgun Gothic"/>
                <w:lang w:eastAsia="ko-KR"/>
              </w:rPr>
              <w:t>DC_5A-7A-7A_n257K</w:t>
            </w:r>
          </w:p>
          <w:p w14:paraId="6CC5AC2B" w14:textId="77777777" w:rsidR="00944F22" w:rsidRPr="00E062F1" w:rsidRDefault="00944F22" w:rsidP="006B3BD2">
            <w:pPr>
              <w:pStyle w:val="TAC"/>
              <w:rPr>
                <w:rFonts w:eastAsia="Malgun Gothic"/>
                <w:lang w:eastAsia="ko-KR"/>
              </w:rPr>
            </w:pPr>
            <w:r w:rsidRPr="00E062F1">
              <w:rPr>
                <w:rFonts w:eastAsia="Malgun Gothic"/>
                <w:lang w:eastAsia="ko-KR"/>
              </w:rPr>
              <w:t>DC_5A-7A-7A_n257L</w:t>
            </w:r>
          </w:p>
          <w:p w14:paraId="766ADBB0" w14:textId="77777777" w:rsidR="00944F22" w:rsidRPr="00E062F1" w:rsidRDefault="00944F22" w:rsidP="006B3BD2">
            <w:pPr>
              <w:pStyle w:val="TAC"/>
              <w:rPr>
                <w:noProof/>
                <w:lang w:eastAsia="zh-CN"/>
              </w:rPr>
            </w:pPr>
            <w:r w:rsidRPr="00E062F1">
              <w:t>DC_5A-7A-7A_n257M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C7AE8B1" w14:textId="77777777" w:rsidR="00944F22" w:rsidRPr="00E062F1" w:rsidRDefault="00944F22" w:rsidP="006B3BD2">
            <w:pPr>
              <w:pStyle w:val="TAC"/>
              <w:rPr>
                <w:noProof/>
              </w:rPr>
            </w:pPr>
            <w:r w:rsidRPr="00E062F1">
              <w:rPr>
                <w:noProof/>
              </w:rPr>
              <w:t>DC_5A_n257A</w:t>
            </w:r>
          </w:p>
          <w:p w14:paraId="123DD4F3" w14:textId="77777777" w:rsidR="00944F22" w:rsidRPr="00E062F1" w:rsidRDefault="00944F22" w:rsidP="006B3BD2">
            <w:pPr>
              <w:pStyle w:val="TAC"/>
              <w:rPr>
                <w:noProof/>
                <w:lang w:eastAsia="zh-CN"/>
              </w:rPr>
            </w:pPr>
            <w:r w:rsidRPr="00E062F1">
              <w:rPr>
                <w:noProof/>
              </w:rPr>
              <w:t>DC_7A_n257A</w:t>
            </w:r>
          </w:p>
        </w:tc>
      </w:tr>
      <w:tr w:rsidR="00944F22" w:rsidRPr="00E062F1" w14:paraId="0F3CE574"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CBA5FA0" w14:textId="77777777" w:rsidR="00944F22" w:rsidRPr="00E062F1" w:rsidRDefault="00944F22" w:rsidP="006B3BD2">
            <w:pPr>
              <w:pStyle w:val="TAC"/>
              <w:rPr>
                <w:noProof/>
                <w:lang w:eastAsia="zh-CN"/>
              </w:rPr>
            </w:pPr>
            <w:r w:rsidRPr="00E062F1">
              <w:rPr>
                <w:noProof/>
                <w:lang w:eastAsia="zh-CN"/>
              </w:rPr>
              <w:lastRenderedPageBreak/>
              <w:t>DC_5A-30A_n260A</w:t>
            </w:r>
          </w:p>
          <w:p w14:paraId="44F36773" w14:textId="77777777" w:rsidR="00944F22" w:rsidRPr="00E062F1" w:rsidRDefault="00944F22" w:rsidP="006B3BD2">
            <w:pPr>
              <w:pStyle w:val="TAC"/>
              <w:rPr>
                <w:lang w:eastAsia="fi-FI"/>
              </w:rPr>
            </w:pPr>
            <w:r w:rsidRPr="00E062F1">
              <w:rPr>
                <w:lang w:eastAsia="fi-FI"/>
              </w:rPr>
              <w:t>DC_5</w:t>
            </w:r>
            <w:r w:rsidRPr="00E062F1">
              <w:rPr>
                <w:rFonts w:cs="Arial"/>
                <w:szCs w:val="18"/>
                <w:lang w:eastAsia="fi-FI"/>
              </w:rPr>
              <w:t>A</w:t>
            </w:r>
            <w:r w:rsidRPr="00E062F1">
              <w:rPr>
                <w:rFonts w:cs="Arial"/>
                <w:noProof/>
                <w:szCs w:val="18"/>
              </w:rPr>
              <w:t>-30A</w:t>
            </w:r>
            <w:r w:rsidRPr="00E062F1">
              <w:rPr>
                <w:rFonts w:cs="Arial"/>
                <w:szCs w:val="18"/>
                <w:lang w:eastAsia="fi-FI"/>
              </w:rPr>
              <w:t>_</w:t>
            </w:r>
            <w:r w:rsidRPr="00E062F1">
              <w:rPr>
                <w:lang w:eastAsia="fi-FI"/>
              </w:rPr>
              <w:t>n260G</w:t>
            </w:r>
          </w:p>
          <w:p w14:paraId="48D47706" w14:textId="77777777" w:rsidR="00944F22" w:rsidRPr="00E062F1" w:rsidRDefault="00944F22" w:rsidP="006B3BD2">
            <w:pPr>
              <w:pStyle w:val="TAC"/>
              <w:rPr>
                <w:lang w:eastAsia="fi-FI"/>
              </w:rPr>
            </w:pPr>
            <w:r w:rsidRPr="00E062F1">
              <w:rPr>
                <w:lang w:eastAsia="fi-FI"/>
              </w:rPr>
              <w:t>DC_5A</w:t>
            </w:r>
            <w:r w:rsidRPr="00E062F1">
              <w:rPr>
                <w:rFonts w:cs="Arial"/>
                <w:noProof/>
                <w:szCs w:val="18"/>
              </w:rPr>
              <w:t>-30A</w:t>
            </w:r>
            <w:r w:rsidRPr="00E062F1">
              <w:rPr>
                <w:lang w:eastAsia="fi-FI"/>
              </w:rPr>
              <w:t>_n260H</w:t>
            </w:r>
          </w:p>
          <w:p w14:paraId="19E70FA0" w14:textId="77777777" w:rsidR="00944F22" w:rsidRPr="00E062F1" w:rsidRDefault="00944F22" w:rsidP="006B3BD2">
            <w:pPr>
              <w:pStyle w:val="TAC"/>
              <w:rPr>
                <w:lang w:eastAsia="fi-FI"/>
              </w:rPr>
            </w:pPr>
            <w:r w:rsidRPr="00E062F1">
              <w:rPr>
                <w:lang w:eastAsia="fi-FI"/>
              </w:rPr>
              <w:t>DC_5A</w:t>
            </w:r>
            <w:r w:rsidRPr="00E062F1">
              <w:rPr>
                <w:rFonts w:cs="Arial"/>
                <w:noProof/>
                <w:szCs w:val="18"/>
              </w:rPr>
              <w:t>-30A</w:t>
            </w:r>
            <w:r w:rsidRPr="00E062F1">
              <w:rPr>
                <w:lang w:eastAsia="fi-FI"/>
              </w:rPr>
              <w:t>_n260I</w:t>
            </w:r>
          </w:p>
          <w:p w14:paraId="504F3CEC" w14:textId="77777777" w:rsidR="00944F22" w:rsidRPr="00E062F1" w:rsidRDefault="00944F22" w:rsidP="006B3BD2">
            <w:pPr>
              <w:pStyle w:val="TAC"/>
              <w:rPr>
                <w:lang w:eastAsia="fi-FI"/>
              </w:rPr>
            </w:pPr>
            <w:r w:rsidRPr="00E062F1">
              <w:rPr>
                <w:lang w:eastAsia="fi-FI"/>
              </w:rPr>
              <w:t>DC_5A</w:t>
            </w:r>
            <w:r w:rsidRPr="00E062F1">
              <w:rPr>
                <w:rFonts w:cs="Arial"/>
                <w:noProof/>
                <w:szCs w:val="18"/>
              </w:rPr>
              <w:t>-30A</w:t>
            </w:r>
            <w:r w:rsidRPr="00E062F1">
              <w:rPr>
                <w:lang w:eastAsia="fi-FI"/>
              </w:rPr>
              <w:t>_n260J</w:t>
            </w:r>
          </w:p>
          <w:p w14:paraId="0AE114BC" w14:textId="77777777" w:rsidR="00944F22" w:rsidRPr="00E062F1" w:rsidRDefault="00944F22" w:rsidP="006B3BD2">
            <w:pPr>
              <w:pStyle w:val="TAC"/>
              <w:rPr>
                <w:lang w:eastAsia="fi-FI"/>
              </w:rPr>
            </w:pPr>
            <w:r w:rsidRPr="00E062F1">
              <w:rPr>
                <w:lang w:eastAsia="fi-FI"/>
              </w:rPr>
              <w:t>DC_5A</w:t>
            </w:r>
            <w:r w:rsidRPr="00E062F1">
              <w:rPr>
                <w:rFonts w:cs="Arial"/>
                <w:noProof/>
                <w:szCs w:val="18"/>
              </w:rPr>
              <w:t>-30A</w:t>
            </w:r>
            <w:r w:rsidRPr="00E062F1">
              <w:rPr>
                <w:lang w:eastAsia="fi-FI"/>
              </w:rPr>
              <w:t>_n260K</w:t>
            </w:r>
          </w:p>
          <w:p w14:paraId="77E53275" w14:textId="77777777" w:rsidR="00944F22" w:rsidRPr="00E062F1" w:rsidRDefault="00944F22" w:rsidP="006B3BD2">
            <w:pPr>
              <w:pStyle w:val="TAC"/>
              <w:rPr>
                <w:lang w:eastAsia="fi-FI"/>
              </w:rPr>
            </w:pPr>
            <w:r w:rsidRPr="00E062F1">
              <w:rPr>
                <w:lang w:eastAsia="fi-FI"/>
              </w:rPr>
              <w:t>DC_5A</w:t>
            </w:r>
            <w:r w:rsidRPr="00E062F1">
              <w:rPr>
                <w:rFonts w:cs="Arial"/>
                <w:noProof/>
                <w:szCs w:val="18"/>
              </w:rPr>
              <w:t>-30A</w:t>
            </w:r>
            <w:r w:rsidRPr="00E062F1">
              <w:rPr>
                <w:lang w:eastAsia="fi-FI"/>
              </w:rPr>
              <w:t>_n260L</w:t>
            </w:r>
          </w:p>
          <w:p w14:paraId="2ECD9B41" w14:textId="77777777" w:rsidR="00944F22" w:rsidRPr="00E062F1" w:rsidRDefault="00944F22" w:rsidP="006B3BD2">
            <w:pPr>
              <w:pStyle w:val="TAC"/>
              <w:rPr>
                <w:noProof/>
                <w:lang w:eastAsia="zh-CN"/>
              </w:rPr>
            </w:pPr>
            <w:r w:rsidRPr="00E062F1">
              <w:rPr>
                <w:lang w:eastAsia="fi-FI"/>
              </w:rPr>
              <w:t>DC_5A</w:t>
            </w:r>
            <w:r w:rsidRPr="00E062F1">
              <w:rPr>
                <w:rFonts w:cs="Arial"/>
                <w:noProof/>
                <w:szCs w:val="18"/>
                <w:lang w:eastAsia="zh-CN"/>
              </w:rPr>
              <w:t>-30A</w:t>
            </w:r>
            <w:r w:rsidRPr="00E062F1">
              <w:rPr>
                <w:lang w:eastAsia="fi-FI"/>
              </w:rPr>
              <w:t>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0C9E40F" w14:textId="77777777" w:rsidR="00944F22" w:rsidRPr="00E062F1" w:rsidRDefault="00944F22" w:rsidP="006B3BD2">
            <w:pPr>
              <w:pStyle w:val="TAC"/>
              <w:rPr>
                <w:noProof/>
                <w:lang w:eastAsia="zh-CN"/>
              </w:rPr>
            </w:pPr>
            <w:r w:rsidRPr="00E062F1">
              <w:rPr>
                <w:noProof/>
                <w:lang w:eastAsia="zh-CN"/>
              </w:rPr>
              <w:t>DC_5A_n260A</w:t>
            </w:r>
          </w:p>
          <w:p w14:paraId="7C3EC5F3" w14:textId="77777777" w:rsidR="00944F22" w:rsidRPr="00E062F1" w:rsidRDefault="00944F22" w:rsidP="006B3BD2">
            <w:pPr>
              <w:pStyle w:val="TAC"/>
              <w:rPr>
                <w:noProof/>
                <w:lang w:eastAsia="zh-CN"/>
              </w:rPr>
            </w:pPr>
            <w:r w:rsidRPr="00E062F1">
              <w:rPr>
                <w:noProof/>
                <w:lang w:eastAsia="zh-CN"/>
              </w:rPr>
              <w:t>DC_30A_n260A</w:t>
            </w:r>
          </w:p>
        </w:tc>
      </w:tr>
      <w:tr w:rsidR="00944F22" w:rsidRPr="00E062F1" w14:paraId="546A2B14"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8F0E881" w14:textId="77777777" w:rsidR="00944F22" w:rsidRPr="00E062F1" w:rsidRDefault="00944F22" w:rsidP="006B3BD2">
            <w:pPr>
              <w:pStyle w:val="TAC"/>
              <w:rPr>
                <w:noProof/>
                <w:lang w:eastAsia="zh-CN"/>
              </w:rPr>
            </w:pPr>
            <w:r w:rsidRPr="00E062F1">
              <w:rPr>
                <w:noProof/>
                <w:lang w:eastAsia="zh-CN"/>
              </w:rPr>
              <w:t>DC_5A-66A_n260A</w:t>
            </w:r>
          </w:p>
          <w:p w14:paraId="6D144BC4" w14:textId="77777777" w:rsidR="00944F22" w:rsidRPr="00E062F1" w:rsidRDefault="00944F22" w:rsidP="006B3BD2">
            <w:pPr>
              <w:pStyle w:val="TAC"/>
              <w:rPr>
                <w:lang w:eastAsia="fi-FI"/>
              </w:rPr>
            </w:pPr>
            <w:r w:rsidRPr="00E062F1">
              <w:rPr>
                <w:lang w:eastAsia="fi-FI"/>
              </w:rPr>
              <w:t>DC_5</w:t>
            </w:r>
            <w:r w:rsidRPr="00E062F1">
              <w:rPr>
                <w:rFonts w:cs="Arial"/>
                <w:szCs w:val="18"/>
                <w:lang w:eastAsia="fi-FI"/>
              </w:rPr>
              <w:t>A</w:t>
            </w:r>
            <w:r w:rsidRPr="00E062F1">
              <w:rPr>
                <w:rFonts w:cs="Arial"/>
                <w:noProof/>
                <w:szCs w:val="18"/>
              </w:rPr>
              <w:t>-66A</w:t>
            </w:r>
            <w:r w:rsidRPr="00E062F1">
              <w:rPr>
                <w:rFonts w:cs="Arial"/>
                <w:szCs w:val="18"/>
                <w:lang w:eastAsia="fi-FI"/>
              </w:rPr>
              <w:t>_</w:t>
            </w:r>
            <w:r w:rsidRPr="00E062F1">
              <w:rPr>
                <w:lang w:eastAsia="fi-FI"/>
              </w:rPr>
              <w:t>n260G</w:t>
            </w:r>
          </w:p>
          <w:p w14:paraId="3EAB932B" w14:textId="77777777" w:rsidR="00944F22" w:rsidRPr="00E062F1" w:rsidRDefault="00944F22" w:rsidP="006B3BD2">
            <w:pPr>
              <w:pStyle w:val="TAC"/>
              <w:rPr>
                <w:lang w:eastAsia="fi-FI"/>
              </w:rPr>
            </w:pPr>
            <w:r w:rsidRPr="00E062F1">
              <w:rPr>
                <w:lang w:eastAsia="fi-FI"/>
              </w:rPr>
              <w:t>DC_5A</w:t>
            </w:r>
            <w:r w:rsidRPr="00E062F1">
              <w:rPr>
                <w:rFonts w:cs="Arial"/>
                <w:noProof/>
                <w:szCs w:val="18"/>
              </w:rPr>
              <w:t>-66A</w:t>
            </w:r>
            <w:r w:rsidRPr="00E062F1">
              <w:rPr>
                <w:lang w:eastAsia="fi-FI"/>
              </w:rPr>
              <w:t>_n260H</w:t>
            </w:r>
          </w:p>
          <w:p w14:paraId="5739A0ED" w14:textId="77777777" w:rsidR="00944F22" w:rsidRPr="00E062F1" w:rsidRDefault="00944F22" w:rsidP="006B3BD2">
            <w:pPr>
              <w:pStyle w:val="TAC"/>
              <w:rPr>
                <w:lang w:eastAsia="fi-FI"/>
              </w:rPr>
            </w:pPr>
            <w:r w:rsidRPr="00E062F1">
              <w:rPr>
                <w:lang w:eastAsia="fi-FI"/>
              </w:rPr>
              <w:t>DC_5A</w:t>
            </w:r>
            <w:r w:rsidRPr="00E062F1">
              <w:rPr>
                <w:rFonts w:cs="Arial"/>
                <w:noProof/>
                <w:szCs w:val="18"/>
              </w:rPr>
              <w:t>-66A</w:t>
            </w:r>
            <w:r w:rsidRPr="00E062F1">
              <w:rPr>
                <w:lang w:eastAsia="fi-FI"/>
              </w:rPr>
              <w:t>_n260I</w:t>
            </w:r>
          </w:p>
          <w:p w14:paraId="58DF88CD" w14:textId="77777777" w:rsidR="00944F22" w:rsidRPr="00E062F1" w:rsidRDefault="00944F22" w:rsidP="006B3BD2">
            <w:pPr>
              <w:pStyle w:val="TAC"/>
              <w:rPr>
                <w:lang w:eastAsia="fi-FI"/>
              </w:rPr>
            </w:pPr>
            <w:r w:rsidRPr="00E062F1">
              <w:rPr>
                <w:lang w:eastAsia="fi-FI"/>
              </w:rPr>
              <w:t>DC_5A</w:t>
            </w:r>
            <w:r w:rsidRPr="00E062F1">
              <w:rPr>
                <w:rFonts w:cs="Arial"/>
                <w:noProof/>
                <w:szCs w:val="18"/>
              </w:rPr>
              <w:t>-66A</w:t>
            </w:r>
            <w:r w:rsidRPr="00E062F1">
              <w:rPr>
                <w:lang w:eastAsia="fi-FI"/>
              </w:rPr>
              <w:t>_n260J</w:t>
            </w:r>
          </w:p>
          <w:p w14:paraId="128FFF1C" w14:textId="77777777" w:rsidR="00944F22" w:rsidRPr="00E062F1" w:rsidRDefault="00944F22" w:rsidP="006B3BD2">
            <w:pPr>
              <w:pStyle w:val="TAC"/>
              <w:rPr>
                <w:lang w:eastAsia="fi-FI"/>
              </w:rPr>
            </w:pPr>
            <w:r w:rsidRPr="00E062F1">
              <w:rPr>
                <w:lang w:eastAsia="fi-FI"/>
              </w:rPr>
              <w:t>DC_5A</w:t>
            </w:r>
            <w:r w:rsidRPr="00E062F1">
              <w:rPr>
                <w:rFonts w:cs="Arial"/>
                <w:noProof/>
                <w:szCs w:val="18"/>
              </w:rPr>
              <w:t>-66A</w:t>
            </w:r>
            <w:r w:rsidRPr="00E062F1">
              <w:rPr>
                <w:lang w:eastAsia="fi-FI"/>
              </w:rPr>
              <w:t>_n260K</w:t>
            </w:r>
          </w:p>
          <w:p w14:paraId="393A9875" w14:textId="77777777" w:rsidR="00944F22" w:rsidRPr="00E062F1" w:rsidRDefault="00944F22" w:rsidP="006B3BD2">
            <w:pPr>
              <w:pStyle w:val="TAC"/>
              <w:rPr>
                <w:lang w:eastAsia="fi-FI"/>
              </w:rPr>
            </w:pPr>
            <w:r w:rsidRPr="00E062F1">
              <w:rPr>
                <w:lang w:eastAsia="fi-FI"/>
              </w:rPr>
              <w:t>DC_5A</w:t>
            </w:r>
            <w:r w:rsidRPr="00E062F1">
              <w:rPr>
                <w:rFonts w:cs="Arial"/>
                <w:noProof/>
                <w:szCs w:val="18"/>
              </w:rPr>
              <w:t>-66A</w:t>
            </w:r>
            <w:r w:rsidRPr="00E062F1">
              <w:rPr>
                <w:lang w:eastAsia="fi-FI"/>
              </w:rPr>
              <w:t>_n260L</w:t>
            </w:r>
          </w:p>
          <w:p w14:paraId="17F79EB1" w14:textId="77777777" w:rsidR="00944F22" w:rsidRPr="00E062F1" w:rsidRDefault="00944F22" w:rsidP="006B3BD2">
            <w:pPr>
              <w:pStyle w:val="TAC"/>
              <w:rPr>
                <w:noProof/>
                <w:lang w:eastAsia="zh-CN"/>
              </w:rPr>
            </w:pPr>
            <w:r w:rsidRPr="00E062F1">
              <w:rPr>
                <w:lang w:eastAsia="fi-FI"/>
              </w:rPr>
              <w:t>DC_5A</w:t>
            </w:r>
            <w:r w:rsidRPr="00E062F1">
              <w:rPr>
                <w:rFonts w:cs="Arial"/>
                <w:noProof/>
                <w:szCs w:val="18"/>
                <w:lang w:eastAsia="zh-CN"/>
              </w:rPr>
              <w:t>-66A</w:t>
            </w:r>
            <w:r w:rsidRPr="00E062F1">
              <w:rPr>
                <w:lang w:eastAsia="fi-FI"/>
              </w:rPr>
              <w:t>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18FAC25" w14:textId="77777777" w:rsidR="00944F22" w:rsidRPr="00E062F1" w:rsidRDefault="00944F22" w:rsidP="006B3BD2">
            <w:pPr>
              <w:pStyle w:val="TAC"/>
              <w:rPr>
                <w:noProof/>
                <w:lang w:eastAsia="zh-CN"/>
              </w:rPr>
            </w:pPr>
            <w:r w:rsidRPr="00E062F1">
              <w:rPr>
                <w:noProof/>
                <w:lang w:eastAsia="zh-CN"/>
              </w:rPr>
              <w:t>DC_5A_n260A</w:t>
            </w:r>
          </w:p>
          <w:p w14:paraId="6462ED33" w14:textId="77777777" w:rsidR="008F0605" w:rsidRDefault="00944F22" w:rsidP="008F0605">
            <w:pPr>
              <w:pStyle w:val="TAC"/>
              <w:rPr>
                <w:noProof/>
                <w:lang w:eastAsia="zh-CN"/>
              </w:rPr>
            </w:pPr>
            <w:r w:rsidRPr="00E062F1">
              <w:rPr>
                <w:noProof/>
                <w:lang w:eastAsia="zh-CN"/>
              </w:rPr>
              <w:t>DC_66A_n260A</w:t>
            </w:r>
          </w:p>
          <w:p w14:paraId="4232AB4C" w14:textId="77777777" w:rsidR="008F0605" w:rsidRPr="00EF5447" w:rsidRDefault="008F0605" w:rsidP="008F0605">
            <w:pPr>
              <w:pStyle w:val="TAC"/>
              <w:rPr>
                <w:noProof/>
                <w:lang w:eastAsia="zh-CN"/>
              </w:rPr>
            </w:pPr>
            <w:r w:rsidRPr="00EF5447">
              <w:rPr>
                <w:noProof/>
                <w:lang w:eastAsia="zh-CN"/>
              </w:rPr>
              <w:t>DC_5A_n260G</w:t>
            </w:r>
          </w:p>
          <w:p w14:paraId="2CE2606C" w14:textId="77777777" w:rsidR="008F0605" w:rsidRDefault="008F0605" w:rsidP="008F0605">
            <w:pPr>
              <w:pStyle w:val="TAC"/>
              <w:rPr>
                <w:noProof/>
                <w:lang w:eastAsia="zh-CN"/>
              </w:rPr>
            </w:pPr>
            <w:r w:rsidRPr="00EF5447">
              <w:rPr>
                <w:noProof/>
                <w:lang w:eastAsia="zh-CN"/>
              </w:rPr>
              <w:t>DC_66A_n260G</w:t>
            </w:r>
          </w:p>
          <w:p w14:paraId="0399D299" w14:textId="77777777" w:rsidR="008F0605" w:rsidRPr="00EF5447" w:rsidRDefault="008F0605" w:rsidP="008F0605">
            <w:pPr>
              <w:pStyle w:val="TAC"/>
              <w:rPr>
                <w:noProof/>
                <w:lang w:eastAsia="zh-CN"/>
              </w:rPr>
            </w:pPr>
            <w:r w:rsidRPr="00EF5447">
              <w:rPr>
                <w:noProof/>
                <w:lang w:eastAsia="zh-CN"/>
              </w:rPr>
              <w:t>DC_5A_n260H</w:t>
            </w:r>
          </w:p>
          <w:p w14:paraId="3F30F65F" w14:textId="77777777" w:rsidR="008F0605" w:rsidRDefault="008F0605" w:rsidP="008F0605">
            <w:pPr>
              <w:pStyle w:val="TAC"/>
              <w:rPr>
                <w:noProof/>
                <w:lang w:eastAsia="zh-CN"/>
              </w:rPr>
            </w:pPr>
            <w:r w:rsidRPr="00EF5447">
              <w:rPr>
                <w:noProof/>
                <w:lang w:eastAsia="zh-CN"/>
              </w:rPr>
              <w:t>DC_66A_n260H</w:t>
            </w:r>
          </w:p>
          <w:p w14:paraId="54687C98" w14:textId="77777777" w:rsidR="008F0605" w:rsidRPr="00EF5447" w:rsidRDefault="008F0605" w:rsidP="008F0605">
            <w:pPr>
              <w:pStyle w:val="TAC"/>
              <w:rPr>
                <w:lang w:eastAsia="zh-CN"/>
              </w:rPr>
            </w:pPr>
            <w:r w:rsidRPr="00EF5447">
              <w:rPr>
                <w:lang w:eastAsia="zh-CN"/>
              </w:rPr>
              <w:t>DC_5A_n260I</w:t>
            </w:r>
          </w:p>
          <w:p w14:paraId="4FCBB1A0" w14:textId="4780A424" w:rsidR="00944F22" w:rsidRPr="00E062F1" w:rsidRDefault="008F0605" w:rsidP="008F0605">
            <w:pPr>
              <w:pStyle w:val="TAC"/>
              <w:rPr>
                <w:noProof/>
                <w:lang w:eastAsia="zh-CN"/>
              </w:rPr>
            </w:pPr>
            <w:r w:rsidRPr="00EF5447">
              <w:rPr>
                <w:lang w:eastAsia="zh-CN"/>
              </w:rPr>
              <w:t>DC_66A_n260I</w:t>
            </w:r>
          </w:p>
        </w:tc>
      </w:tr>
      <w:tr w:rsidR="00944F22" w:rsidRPr="00E062F1" w14:paraId="550C89C6"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54DA582" w14:textId="77777777" w:rsidR="00944F22" w:rsidRPr="00E062F1" w:rsidRDefault="00944F22" w:rsidP="006B3BD2">
            <w:pPr>
              <w:pStyle w:val="TAC"/>
              <w:rPr>
                <w:noProof/>
                <w:lang w:eastAsia="zh-CN"/>
              </w:rPr>
            </w:pPr>
            <w:r w:rsidRPr="00E062F1">
              <w:rPr>
                <w:noProof/>
                <w:lang w:eastAsia="zh-CN"/>
              </w:rPr>
              <w:t>DC_5A-66A-66A_n260A</w:t>
            </w:r>
          </w:p>
          <w:p w14:paraId="3ED36E3A" w14:textId="77777777" w:rsidR="00944F22" w:rsidRPr="00E062F1" w:rsidRDefault="00944F22" w:rsidP="006B3BD2">
            <w:pPr>
              <w:pStyle w:val="TAC"/>
            </w:pPr>
            <w:r w:rsidRPr="00E062F1">
              <w:t>DC_5A-66A-66A_n260G</w:t>
            </w:r>
          </w:p>
          <w:p w14:paraId="5038869A" w14:textId="77777777" w:rsidR="00944F22" w:rsidRPr="00E062F1" w:rsidRDefault="00944F22" w:rsidP="006B3BD2">
            <w:pPr>
              <w:pStyle w:val="TAC"/>
              <w:rPr>
                <w:lang w:eastAsia="fr-FR"/>
              </w:rPr>
            </w:pPr>
            <w:r w:rsidRPr="00E062F1">
              <w:t>DC_5A-66A-66A_n260H</w:t>
            </w:r>
          </w:p>
          <w:p w14:paraId="2390B27D" w14:textId="77777777" w:rsidR="00944F22" w:rsidRPr="00E062F1" w:rsidRDefault="00944F22" w:rsidP="006B3BD2">
            <w:pPr>
              <w:pStyle w:val="TAC"/>
              <w:rPr>
                <w:noProof/>
                <w:lang w:eastAsia="zh-CN"/>
              </w:rPr>
            </w:pPr>
            <w:r w:rsidRPr="00E062F1">
              <w:t>DC_5A-66A-66A_n260I</w:t>
            </w:r>
          </w:p>
          <w:p w14:paraId="011C3883" w14:textId="77777777" w:rsidR="00944F22" w:rsidRPr="00E062F1" w:rsidRDefault="00944F22" w:rsidP="006B3BD2">
            <w:pPr>
              <w:pStyle w:val="TAC"/>
              <w:rPr>
                <w:noProof/>
                <w:lang w:eastAsia="zh-CN"/>
              </w:rPr>
            </w:pPr>
            <w:r w:rsidRPr="00E062F1">
              <w:t>DC_5A-66A-66A_n260J</w:t>
            </w:r>
          </w:p>
          <w:p w14:paraId="32B09790" w14:textId="77777777" w:rsidR="00944F22" w:rsidRPr="00E062F1" w:rsidRDefault="00944F22" w:rsidP="006B3BD2">
            <w:pPr>
              <w:pStyle w:val="TAC"/>
              <w:rPr>
                <w:noProof/>
                <w:lang w:eastAsia="zh-CN"/>
              </w:rPr>
            </w:pPr>
            <w:r w:rsidRPr="00E062F1">
              <w:t>DC_5A-66A-66A_n260K</w:t>
            </w:r>
          </w:p>
          <w:p w14:paraId="3BB33BF7" w14:textId="77777777" w:rsidR="00944F22" w:rsidRPr="00E062F1" w:rsidRDefault="00944F22" w:rsidP="006B3BD2">
            <w:pPr>
              <w:pStyle w:val="TAC"/>
              <w:rPr>
                <w:noProof/>
                <w:lang w:eastAsia="zh-CN"/>
              </w:rPr>
            </w:pPr>
            <w:r w:rsidRPr="00E062F1">
              <w:t>DC_5A-66A-66A_n260L</w:t>
            </w:r>
          </w:p>
          <w:p w14:paraId="6610511A" w14:textId="77777777" w:rsidR="00944F22" w:rsidRPr="00E062F1" w:rsidRDefault="00944F22" w:rsidP="006B3BD2">
            <w:pPr>
              <w:pStyle w:val="TAC"/>
              <w:rPr>
                <w:noProof/>
                <w:lang w:eastAsia="zh-CN"/>
              </w:rPr>
            </w:pPr>
            <w:r w:rsidRPr="00E062F1">
              <w:t>DC_5A-66A-66A_n260M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B0436DA" w14:textId="77777777" w:rsidR="00944F22" w:rsidRPr="00E062F1" w:rsidRDefault="00944F22" w:rsidP="006B3BD2">
            <w:pPr>
              <w:pStyle w:val="TAC"/>
              <w:rPr>
                <w:noProof/>
                <w:lang w:eastAsia="zh-CN"/>
              </w:rPr>
            </w:pPr>
            <w:r w:rsidRPr="00E062F1">
              <w:rPr>
                <w:noProof/>
                <w:lang w:eastAsia="zh-CN"/>
              </w:rPr>
              <w:t>DC_5A_n260A</w:t>
            </w:r>
          </w:p>
          <w:p w14:paraId="451DBA86" w14:textId="77777777" w:rsidR="008F0605" w:rsidRDefault="00944F22" w:rsidP="008F0605">
            <w:pPr>
              <w:pStyle w:val="TAC"/>
              <w:rPr>
                <w:noProof/>
                <w:lang w:eastAsia="zh-CN"/>
              </w:rPr>
            </w:pPr>
            <w:r w:rsidRPr="00E062F1">
              <w:rPr>
                <w:noProof/>
                <w:lang w:eastAsia="zh-CN"/>
              </w:rPr>
              <w:t>DC_66A_n260A</w:t>
            </w:r>
          </w:p>
          <w:p w14:paraId="208975F5" w14:textId="77777777" w:rsidR="008F0605" w:rsidRPr="00EF5447" w:rsidRDefault="008F0605" w:rsidP="008F0605">
            <w:pPr>
              <w:pStyle w:val="TAC"/>
              <w:rPr>
                <w:noProof/>
                <w:lang w:eastAsia="zh-CN"/>
              </w:rPr>
            </w:pPr>
            <w:r w:rsidRPr="00EF5447">
              <w:rPr>
                <w:noProof/>
                <w:lang w:eastAsia="zh-CN"/>
              </w:rPr>
              <w:t>DC_5A_n260G</w:t>
            </w:r>
          </w:p>
          <w:p w14:paraId="547EF239" w14:textId="77777777" w:rsidR="008F0605" w:rsidRDefault="008F0605" w:rsidP="008F0605">
            <w:pPr>
              <w:pStyle w:val="TAC"/>
              <w:rPr>
                <w:noProof/>
                <w:lang w:eastAsia="zh-CN"/>
              </w:rPr>
            </w:pPr>
            <w:r w:rsidRPr="00EF5447">
              <w:rPr>
                <w:noProof/>
                <w:lang w:eastAsia="zh-CN"/>
              </w:rPr>
              <w:t>DC_66A_n260G</w:t>
            </w:r>
          </w:p>
          <w:p w14:paraId="251F53B8" w14:textId="77777777" w:rsidR="008F0605" w:rsidRPr="00EF5447" w:rsidRDefault="008F0605" w:rsidP="008F0605">
            <w:pPr>
              <w:pStyle w:val="TAC"/>
              <w:rPr>
                <w:noProof/>
                <w:lang w:eastAsia="zh-CN"/>
              </w:rPr>
            </w:pPr>
            <w:r w:rsidRPr="00EF5447">
              <w:rPr>
                <w:noProof/>
                <w:lang w:eastAsia="zh-CN"/>
              </w:rPr>
              <w:t>DC_5A_n260H</w:t>
            </w:r>
          </w:p>
          <w:p w14:paraId="3DDB799C" w14:textId="77777777" w:rsidR="008F0605" w:rsidRDefault="008F0605" w:rsidP="008F0605">
            <w:pPr>
              <w:pStyle w:val="TAC"/>
              <w:rPr>
                <w:noProof/>
                <w:lang w:eastAsia="zh-CN"/>
              </w:rPr>
            </w:pPr>
            <w:r w:rsidRPr="00EF5447">
              <w:rPr>
                <w:noProof/>
                <w:lang w:eastAsia="zh-CN"/>
              </w:rPr>
              <w:t>DC_66A_n260H</w:t>
            </w:r>
          </w:p>
          <w:p w14:paraId="27D51F41" w14:textId="77777777" w:rsidR="008F0605" w:rsidRPr="00EF5447" w:rsidRDefault="008F0605" w:rsidP="008F0605">
            <w:pPr>
              <w:pStyle w:val="TAC"/>
              <w:rPr>
                <w:lang w:eastAsia="zh-CN"/>
              </w:rPr>
            </w:pPr>
            <w:r w:rsidRPr="00EF5447">
              <w:rPr>
                <w:lang w:eastAsia="zh-CN"/>
              </w:rPr>
              <w:t>DC_5A_n260I</w:t>
            </w:r>
          </w:p>
          <w:p w14:paraId="0BB90BF6" w14:textId="361CC254" w:rsidR="00944F22" w:rsidRPr="00E062F1" w:rsidRDefault="008F0605" w:rsidP="008F0605">
            <w:pPr>
              <w:pStyle w:val="TAC"/>
              <w:rPr>
                <w:noProof/>
                <w:lang w:eastAsia="zh-CN"/>
              </w:rPr>
            </w:pPr>
            <w:r w:rsidRPr="00EF5447">
              <w:rPr>
                <w:lang w:eastAsia="zh-CN"/>
              </w:rPr>
              <w:t>DC_66A_n260I</w:t>
            </w:r>
          </w:p>
        </w:tc>
      </w:tr>
      <w:tr w:rsidR="00944F22" w:rsidRPr="00E062F1" w14:paraId="07A6CD61"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D0E4D9D" w14:textId="77777777" w:rsidR="00944F22" w:rsidRPr="00E062F1" w:rsidRDefault="00944F22" w:rsidP="006B3BD2">
            <w:pPr>
              <w:pStyle w:val="TAC"/>
              <w:rPr>
                <w:lang w:eastAsia="zh-CN"/>
              </w:rPr>
            </w:pPr>
            <w:r w:rsidRPr="00E062F1">
              <w:rPr>
                <w:lang w:eastAsia="zh-CN"/>
              </w:rPr>
              <w:t>DC_5A-66A_n261A</w:t>
            </w:r>
          </w:p>
          <w:p w14:paraId="044CEBD8" w14:textId="77777777" w:rsidR="008F0605" w:rsidRPr="00EF5447" w:rsidRDefault="008F0605" w:rsidP="008F0605">
            <w:pPr>
              <w:pStyle w:val="TAC"/>
              <w:rPr>
                <w:lang w:eastAsia="zh-CN"/>
              </w:rPr>
            </w:pPr>
            <w:r w:rsidRPr="00EF5447">
              <w:rPr>
                <w:lang w:eastAsia="zh-CN"/>
              </w:rPr>
              <w:t>DC_5A-66A_n261</w:t>
            </w:r>
            <w:r>
              <w:rPr>
                <w:lang w:eastAsia="zh-CN"/>
              </w:rPr>
              <w:t>G</w:t>
            </w:r>
          </w:p>
          <w:p w14:paraId="160063AF" w14:textId="77777777" w:rsidR="008F0605" w:rsidRPr="00EF5447" w:rsidRDefault="008F0605" w:rsidP="008F0605">
            <w:pPr>
              <w:pStyle w:val="TAC"/>
              <w:rPr>
                <w:lang w:eastAsia="zh-CN"/>
              </w:rPr>
            </w:pPr>
            <w:r w:rsidRPr="00EF5447">
              <w:rPr>
                <w:lang w:eastAsia="zh-CN"/>
              </w:rPr>
              <w:t>DC_5A-66A_n261</w:t>
            </w:r>
            <w:r>
              <w:rPr>
                <w:lang w:eastAsia="zh-CN"/>
              </w:rPr>
              <w:t>H</w:t>
            </w:r>
          </w:p>
          <w:p w14:paraId="08C47454" w14:textId="77777777" w:rsidR="00944F22" w:rsidRPr="00E062F1" w:rsidRDefault="00944F22" w:rsidP="006B3BD2">
            <w:pPr>
              <w:pStyle w:val="TAC"/>
              <w:rPr>
                <w:lang w:eastAsia="zh-CN"/>
              </w:rPr>
            </w:pPr>
            <w:r w:rsidRPr="00E062F1">
              <w:rPr>
                <w:lang w:eastAsia="zh-CN"/>
              </w:rPr>
              <w:t>DC_5A-66A_n261I</w:t>
            </w:r>
          </w:p>
          <w:p w14:paraId="73AF6A64" w14:textId="77777777" w:rsidR="00944F22" w:rsidRPr="00E062F1" w:rsidRDefault="00944F22" w:rsidP="006B3BD2">
            <w:pPr>
              <w:pStyle w:val="TAC"/>
              <w:rPr>
                <w:lang w:eastAsia="zh-CN"/>
              </w:rPr>
            </w:pPr>
            <w:r w:rsidRPr="00E062F1">
              <w:rPr>
                <w:lang w:eastAsia="zh-CN"/>
              </w:rPr>
              <w:t>DC_5A-66A_n261J</w:t>
            </w:r>
          </w:p>
          <w:p w14:paraId="2B918128" w14:textId="77777777" w:rsidR="00944F22" w:rsidRPr="00E062F1" w:rsidRDefault="00944F22" w:rsidP="006B3BD2">
            <w:pPr>
              <w:pStyle w:val="TAC"/>
              <w:rPr>
                <w:lang w:eastAsia="zh-CN"/>
              </w:rPr>
            </w:pPr>
            <w:r w:rsidRPr="00E062F1">
              <w:rPr>
                <w:lang w:eastAsia="zh-CN"/>
              </w:rPr>
              <w:t>DC_5A-66A_n261K</w:t>
            </w:r>
          </w:p>
          <w:p w14:paraId="081494B5" w14:textId="77777777" w:rsidR="00944F22" w:rsidRPr="00E062F1" w:rsidRDefault="00944F22" w:rsidP="006B3BD2">
            <w:pPr>
              <w:pStyle w:val="TAC"/>
              <w:rPr>
                <w:lang w:eastAsia="zh-CN"/>
              </w:rPr>
            </w:pPr>
            <w:r w:rsidRPr="00E062F1">
              <w:rPr>
                <w:lang w:eastAsia="zh-CN"/>
              </w:rPr>
              <w:t>DC_5A-66A_n261L</w:t>
            </w:r>
          </w:p>
          <w:p w14:paraId="18998793" w14:textId="77777777" w:rsidR="00944F22" w:rsidRPr="00E062F1" w:rsidRDefault="00944F22" w:rsidP="006B3BD2">
            <w:pPr>
              <w:pStyle w:val="TAC"/>
              <w:rPr>
                <w:noProof/>
                <w:lang w:eastAsia="zh-CN"/>
              </w:rPr>
            </w:pPr>
            <w:r w:rsidRPr="00E062F1">
              <w:rPr>
                <w:lang w:eastAsia="zh-CN"/>
              </w:rPr>
              <w:t>DC_5A-66A_n261M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4F2BF22" w14:textId="7BD32D7C" w:rsidR="00944F22" w:rsidRPr="00E062F1" w:rsidRDefault="00944F22" w:rsidP="006B3BD2">
            <w:pPr>
              <w:pStyle w:val="TAC"/>
              <w:rPr>
                <w:lang w:eastAsia="zh-CN"/>
              </w:rPr>
            </w:pPr>
            <w:r w:rsidRPr="00E062F1">
              <w:rPr>
                <w:lang w:eastAsia="zh-CN"/>
              </w:rPr>
              <w:t>DC_5A_n261A</w:t>
            </w:r>
          </w:p>
          <w:p w14:paraId="47D7A160" w14:textId="77777777" w:rsidR="008F0605" w:rsidRDefault="00944F22" w:rsidP="008F0605">
            <w:pPr>
              <w:pStyle w:val="TAC"/>
              <w:rPr>
                <w:lang w:eastAsia="zh-CN"/>
              </w:rPr>
            </w:pPr>
            <w:r w:rsidRPr="00E062F1">
              <w:rPr>
                <w:lang w:eastAsia="zh-CN"/>
              </w:rPr>
              <w:t>DC_66A_n261A</w:t>
            </w:r>
          </w:p>
          <w:p w14:paraId="3656C614" w14:textId="77777777" w:rsidR="008F0605" w:rsidRPr="00EF5447" w:rsidRDefault="008F0605" w:rsidP="008F0605">
            <w:pPr>
              <w:pStyle w:val="TAC"/>
              <w:rPr>
                <w:lang w:eastAsia="zh-CN"/>
              </w:rPr>
            </w:pPr>
            <w:r w:rsidRPr="00EF5447">
              <w:rPr>
                <w:lang w:eastAsia="zh-CN"/>
              </w:rPr>
              <w:t>DC_5A_n261G</w:t>
            </w:r>
          </w:p>
          <w:p w14:paraId="39F9BDD0" w14:textId="77777777" w:rsidR="008F0605" w:rsidRDefault="008F0605" w:rsidP="008F0605">
            <w:pPr>
              <w:pStyle w:val="TAC"/>
              <w:rPr>
                <w:lang w:eastAsia="zh-CN"/>
              </w:rPr>
            </w:pPr>
            <w:r w:rsidRPr="00EF5447">
              <w:rPr>
                <w:lang w:eastAsia="zh-CN"/>
              </w:rPr>
              <w:t>DC_66A_n261G</w:t>
            </w:r>
          </w:p>
          <w:p w14:paraId="3CF3B884" w14:textId="77777777" w:rsidR="008F0605" w:rsidRPr="00EF5447" w:rsidRDefault="008F0605" w:rsidP="008F0605">
            <w:pPr>
              <w:pStyle w:val="TAC"/>
              <w:rPr>
                <w:lang w:eastAsia="zh-CN"/>
              </w:rPr>
            </w:pPr>
            <w:r w:rsidRPr="00EF5447">
              <w:rPr>
                <w:lang w:eastAsia="zh-CN"/>
              </w:rPr>
              <w:t>DC_5A_n261H</w:t>
            </w:r>
          </w:p>
          <w:p w14:paraId="6CFA85A1" w14:textId="77777777" w:rsidR="008F0605" w:rsidRDefault="008F0605" w:rsidP="008F0605">
            <w:pPr>
              <w:pStyle w:val="TAC"/>
              <w:rPr>
                <w:lang w:eastAsia="zh-CN"/>
              </w:rPr>
            </w:pPr>
            <w:r w:rsidRPr="00EF5447">
              <w:rPr>
                <w:lang w:eastAsia="zh-CN"/>
              </w:rPr>
              <w:t>DC_66A_n261H</w:t>
            </w:r>
          </w:p>
          <w:p w14:paraId="61E55DFC" w14:textId="77777777" w:rsidR="008F0605" w:rsidRPr="00EF5447" w:rsidRDefault="008F0605" w:rsidP="008F0605">
            <w:pPr>
              <w:pStyle w:val="TAC"/>
              <w:rPr>
                <w:lang w:eastAsia="zh-CN"/>
              </w:rPr>
            </w:pPr>
            <w:r w:rsidRPr="00EF5447">
              <w:rPr>
                <w:lang w:eastAsia="zh-CN"/>
              </w:rPr>
              <w:t>DC_5A_n261I</w:t>
            </w:r>
          </w:p>
          <w:p w14:paraId="7F9B660C" w14:textId="375366FC" w:rsidR="00944F22" w:rsidRPr="00E062F1" w:rsidRDefault="008F0605" w:rsidP="008F0605">
            <w:pPr>
              <w:pStyle w:val="TAC"/>
              <w:rPr>
                <w:noProof/>
                <w:lang w:eastAsia="zh-CN"/>
              </w:rPr>
            </w:pPr>
            <w:r w:rsidRPr="00EF5447">
              <w:rPr>
                <w:lang w:eastAsia="zh-CN"/>
              </w:rPr>
              <w:t>DC_66A_n261I</w:t>
            </w:r>
          </w:p>
        </w:tc>
      </w:tr>
      <w:tr w:rsidR="008F0605" w:rsidRPr="00E062F1" w14:paraId="423342A9" w14:textId="77777777" w:rsidTr="00AB3F5A">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tcPr>
          <w:p w14:paraId="2EFE9DC4" w14:textId="77777777" w:rsidR="008F0605" w:rsidRPr="00EF5447" w:rsidRDefault="008F0605" w:rsidP="00AB3F5A">
            <w:pPr>
              <w:pStyle w:val="TAC"/>
              <w:rPr>
                <w:lang w:eastAsia="zh-CN"/>
              </w:rPr>
            </w:pPr>
            <w:r w:rsidRPr="00EF5447">
              <w:rPr>
                <w:lang w:eastAsia="zh-CN"/>
              </w:rPr>
              <w:t>DC_5A-66A-66A_n261A</w:t>
            </w:r>
          </w:p>
          <w:p w14:paraId="78F72DBC" w14:textId="77777777" w:rsidR="008F0605" w:rsidRPr="00EF5447" w:rsidRDefault="008F0605" w:rsidP="00AB3F5A">
            <w:pPr>
              <w:pStyle w:val="TAC"/>
              <w:rPr>
                <w:lang w:eastAsia="zh-CN"/>
              </w:rPr>
            </w:pPr>
            <w:r w:rsidRPr="00EF5447">
              <w:rPr>
                <w:lang w:eastAsia="zh-CN"/>
              </w:rPr>
              <w:t>DC_5A-66A-66A_n261</w:t>
            </w:r>
            <w:r>
              <w:rPr>
                <w:lang w:eastAsia="zh-CN"/>
              </w:rPr>
              <w:t>G</w:t>
            </w:r>
          </w:p>
          <w:p w14:paraId="3DA274B7" w14:textId="77777777" w:rsidR="008F0605" w:rsidRPr="00EF5447" w:rsidRDefault="008F0605" w:rsidP="00AB3F5A">
            <w:pPr>
              <w:pStyle w:val="TAC"/>
              <w:rPr>
                <w:lang w:eastAsia="zh-CN"/>
              </w:rPr>
            </w:pPr>
            <w:r w:rsidRPr="00EF5447">
              <w:rPr>
                <w:lang w:eastAsia="zh-CN"/>
              </w:rPr>
              <w:t>DC_5A-66A-66A_n261</w:t>
            </w:r>
            <w:r>
              <w:rPr>
                <w:lang w:eastAsia="zh-CN"/>
              </w:rPr>
              <w:t>H</w:t>
            </w:r>
          </w:p>
          <w:p w14:paraId="1C646E38" w14:textId="77777777" w:rsidR="008F0605" w:rsidRPr="00EF5447" w:rsidRDefault="008F0605" w:rsidP="00AB3F5A">
            <w:pPr>
              <w:pStyle w:val="TAC"/>
              <w:rPr>
                <w:lang w:eastAsia="zh-CN"/>
              </w:rPr>
            </w:pPr>
            <w:r w:rsidRPr="00EF5447">
              <w:rPr>
                <w:lang w:eastAsia="zh-CN"/>
              </w:rPr>
              <w:t>DC_5A-66A-66A_n261I</w:t>
            </w:r>
          </w:p>
          <w:p w14:paraId="53E516BC" w14:textId="77777777" w:rsidR="008F0605" w:rsidRPr="00EF5447" w:rsidRDefault="008F0605" w:rsidP="00AB3F5A">
            <w:pPr>
              <w:pStyle w:val="TAC"/>
              <w:rPr>
                <w:lang w:eastAsia="zh-CN"/>
              </w:rPr>
            </w:pPr>
            <w:r w:rsidRPr="00EF5447">
              <w:rPr>
                <w:lang w:eastAsia="zh-CN"/>
              </w:rPr>
              <w:t>DC_5A-66A-66A_n261J</w:t>
            </w:r>
          </w:p>
          <w:p w14:paraId="16A61393" w14:textId="77777777" w:rsidR="008F0605" w:rsidRPr="00EF5447" w:rsidRDefault="008F0605" w:rsidP="00AB3F5A">
            <w:pPr>
              <w:pStyle w:val="TAC"/>
              <w:rPr>
                <w:lang w:eastAsia="zh-CN"/>
              </w:rPr>
            </w:pPr>
            <w:r w:rsidRPr="00EF5447">
              <w:rPr>
                <w:lang w:eastAsia="zh-CN"/>
              </w:rPr>
              <w:t>DC_5A-66A-66A_n261K</w:t>
            </w:r>
          </w:p>
          <w:p w14:paraId="7C49A9BE" w14:textId="77777777" w:rsidR="008F0605" w:rsidRPr="00EF5447" w:rsidRDefault="008F0605" w:rsidP="00AB3F5A">
            <w:pPr>
              <w:pStyle w:val="TAC"/>
              <w:rPr>
                <w:lang w:eastAsia="zh-CN"/>
              </w:rPr>
            </w:pPr>
            <w:r w:rsidRPr="00EF5447">
              <w:rPr>
                <w:lang w:eastAsia="zh-CN"/>
              </w:rPr>
              <w:t>DC_5A-66A-66A_n261L</w:t>
            </w:r>
          </w:p>
          <w:p w14:paraId="3101D8D5" w14:textId="77777777" w:rsidR="008F0605" w:rsidRPr="00EF5447" w:rsidRDefault="008F0605" w:rsidP="00AB3F5A">
            <w:pPr>
              <w:pStyle w:val="TAC"/>
              <w:rPr>
                <w:lang w:eastAsia="zh-CN"/>
              </w:rPr>
            </w:pPr>
            <w:r w:rsidRPr="00EF5447">
              <w:rPr>
                <w:lang w:eastAsia="zh-CN"/>
              </w:rPr>
              <w:t>DC_5A-66A-66A_n261M</w:t>
            </w:r>
          </w:p>
          <w:p w14:paraId="2EE83221" w14:textId="77777777" w:rsidR="008F0605" w:rsidRPr="00E062F1" w:rsidRDefault="008F0605" w:rsidP="00AB3F5A">
            <w:pPr>
              <w:pStyle w:val="TAC"/>
              <w:rPr>
                <w:lang w:eastAsia="zh-CN"/>
              </w:rPr>
            </w:pP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CD7F229" w14:textId="77777777" w:rsidR="008F0605" w:rsidRPr="00EF5447" w:rsidRDefault="008F0605" w:rsidP="00AB3F5A">
            <w:pPr>
              <w:pStyle w:val="TAC"/>
              <w:rPr>
                <w:lang w:eastAsia="zh-CN"/>
              </w:rPr>
            </w:pPr>
            <w:r w:rsidRPr="00EF5447">
              <w:rPr>
                <w:lang w:eastAsia="zh-CN"/>
              </w:rPr>
              <w:t>DC_5A_n261A</w:t>
            </w:r>
          </w:p>
          <w:p w14:paraId="2371BE07" w14:textId="77777777" w:rsidR="008F0605" w:rsidRDefault="008F0605" w:rsidP="00AB3F5A">
            <w:pPr>
              <w:pStyle w:val="TAC"/>
              <w:rPr>
                <w:lang w:eastAsia="zh-CN"/>
              </w:rPr>
            </w:pPr>
            <w:r w:rsidRPr="00EF5447">
              <w:rPr>
                <w:lang w:eastAsia="zh-CN"/>
              </w:rPr>
              <w:t>DC_66A_n261A</w:t>
            </w:r>
          </w:p>
          <w:p w14:paraId="5D93CFAF" w14:textId="77777777" w:rsidR="008F0605" w:rsidRPr="00EF5447" w:rsidRDefault="008F0605" w:rsidP="00AB3F5A">
            <w:pPr>
              <w:pStyle w:val="TAC"/>
              <w:rPr>
                <w:lang w:eastAsia="zh-CN"/>
              </w:rPr>
            </w:pPr>
            <w:r w:rsidRPr="00EF5447">
              <w:rPr>
                <w:lang w:eastAsia="zh-CN"/>
              </w:rPr>
              <w:t>DC_5A_n261G</w:t>
            </w:r>
          </w:p>
          <w:p w14:paraId="0A934ECF" w14:textId="77777777" w:rsidR="008F0605" w:rsidRDefault="008F0605" w:rsidP="00AB3F5A">
            <w:pPr>
              <w:pStyle w:val="TAC"/>
              <w:rPr>
                <w:lang w:eastAsia="zh-CN"/>
              </w:rPr>
            </w:pPr>
            <w:r w:rsidRPr="00EF5447">
              <w:rPr>
                <w:lang w:eastAsia="zh-CN"/>
              </w:rPr>
              <w:t>DC_66A_n261G</w:t>
            </w:r>
          </w:p>
          <w:p w14:paraId="504313B2" w14:textId="77777777" w:rsidR="008F0605" w:rsidRPr="00EF5447" w:rsidRDefault="008F0605" w:rsidP="00AB3F5A">
            <w:pPr>
              <w:pStyle w:val="TAC"/>
              <w:rPr>
                <w:lang w:eastAsia="zh-CN"/>
              </w:rPr>
            </w:pPr>
            <w:r w:rsidRPr="00EF5447">
              <w:rPr>
                <w:lang w:eastAsia="zh-CN"/>
              </w:rPr>
              <w:t>DC_5A_n261H</w:t>
            </w:r>
          </w:p>
          <w:p w14:paraId="38576BDB" w14:textId="77777777" w:rsidR="008F0605" w:rsidRDefault="008F0605" w:rsidP="00AB3F5A">
            <w:pPr>
              <w:pStyle w:val="TAC"/>
              <w:rPr>
                <w:lang w:eastAsia="zh-CN"/>
              </w:rPr>
            </w:pPr>
            <w:r w:rsidRPr="00EF5447">
              <w:rPr>
                <w:lang w:eastAsia="zh-CN"/>
              </w:rPr>
              <w:t>DC_66A_n261H</w:t>
            </w:r>
          </w:p>
          <w:p w14:paraId="0CD18262" w14:textId="77777777" w:rsidR="008F0605" w:rsidRPr="00EF5447" w:rsidRDefault="008F0605" w:rsidP="00AB3F5A">
            <w:pPr>
              <w:pStyle w:val="TAC"/>
              <w:rPr>
                <w:lang w:eastAsia="zh-CN"/>
              </w:rPr>
            </w:pPr>
            <w:r w:rsidRPr="00EF5447">
              <w:rPr>
                <w:lang w:eastAsia="zh-CN"/>
              </w:rPr>
              <w:t>DC_5A_n261I</w:t>
            </w:r>
          </w:p>
          <w:p w14:paraId="5C83AA90" w14:textId="77777777" w:rsidR="008F0605" w:rsidRPr="00E062F1" w:rsidRDefault="008F0605" w:rsidP="00AB3F5A">
            <w:pPr>
              <w:pStyle w:val="TAC"/>
              <w:rPr>
                <w:lang w:eastAsia="zh-CN"/>
              </w:rPr>
            </w:pPr>
            <w:r w:rsidRPr="00EF5447">
              <w:rPr>
                <w:lang w:eastAsia="zh-CN"/>
              </w:rPr>
              <w:t>DC_66A_n261I</w:t>
            </w:r>
          </w:p>
        </w:tc>
      </w:tr>
      <w:tr w:rsidR="00944F22" w:rsidRPr="00E062F1" w14:paraId="77DE5A18"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521AED3" w14:textId="77777777" w:rsidR="00944F22" w:rsidRPr="00E062F1" w:rsidRDefault="00944F22" w:rsidP="006B3BD2">
            <w:pPr>
              <w:pStyle w:val="TAC"/>
              <w:rPr>
                <w:lang w:eastAsia="zh-CN"/>
              </w:rPr>
            </w:pPr>
            <w:r w:rsidRPr="00E062F1">
              <w:rPr>
                <w:lang w:eastAsia="zh-CN"/>
              </w:rPr>
              <w:lastRenderedPageBreak/>
              <w:t>DC_5A-66A_n261(2G)</w:t>
            </w:r>
          </w:p>
          <w:p w14:paraId="183C8B0E" w14:textId="77777777" w:rsidR="00944F22" w:rsidRPr="00E062F1" w:rsidRDefault="00944F22" w:rsidP="006B3BD2">
            <w:pPr>
              <w:pStyle w:val="TAC"/>
              <w:rPr>
                <w:lang w:eastAsia="zh-CN"/>
              </w:rPr>
            </w:pPr>
            <w:r w:rsidRPr="00E062F1">
              <w:rPr>
                <w:lang w:eastAsia="zh-CN"/>
              </w:rPr>
              <w:t>DC_5A-66A_n261(2H)</w:t>
            </w:r>
          </w:p>
          <w:p w14:paraId="65AF469D" w14:textId="77777777" w:rsidR="00944F22" w:rsidRPr="00E062F1" w:rsidRDefault="00944F22" w:rsidP="006B3BD2">
            <w:pPr>
              <w:pStyle w:val="TAC"/>
              <w:rPr>
                <w:lang w:eastAsia="zh-CN"/>
              </w:rPr>
            </w:pPr>
            <w:r w:rsidRPr="00E062F1">
              <w:rPr>
                <w:lang w:eastAsia="zh-CN"/>
              </w:rPr>
              <w:t>DC_5A-66A_n261(A-G)</w:t>
            </w:r>
          </w:p>
          <w:p w14:paraId="1034ED86" w14:textId="77777777" w:rsidR="00944F22" w:rsidRPr="00E062F1" w:rsidRDefault="00944F22" w:rsidP="006B3BD2">
            <w:pPr>
              <w:pStyle w:val="TAC"/>
              <w:rPr>
                <w:lang w:eastAsia="zh-CN"/>
              </w:rPr>
            </w:pPr>
            <w:r w:rsidRPr="00E062F1">
              <w:rPr>
                <w:lang w:eastAsia="zh-CN"/>
              </w:rPr>
              <w:t>DC_5A-66A_n261(A-H)</w:t>
            </w:r>
          </w:p>
          <w:p w14:paraId="5988E427" w14:textId="77777777" w:rsidR="00944F22" w:rsidRPr="00E062F1" w:rsidRDefault="00944F22" w:rsidP="006B3BD2">
            <w:pPr>
              <w:pStyle w:val="TAC"/>
              <w:rPr>
                <w:lang w:eastAsia="zh-CN"/>
              </w:rPr>
            </w:pPr>
            <w:r w:rsidRPr="00E062F1">
              <w:rPr>
                <w:lang w:eastAsia="zh-CN"/>
              </w:rPr>
              <w:t>DC_5A-66A_n261(A-J)</w:t>
            </w:r>
          </w:p>
          <w:p w14:paraId="73A58807" w14:textId="77777777" w:rsidR="00944F22" w:rsidRPr="00E062F1" w:rsidRDefault="00944F22" w:rsidP="006B3BD2">
            <w:pPr>
              <w:pStyle w:val="TAC"/>
              <w:rPr>
                <w:lang w:eastAsia="zh-CN"/>
              </w:rPr>
            </w:pPr>
            <w:r w:rsidRPr="00E062F1">
              <w:rPr>
                <w:lang w:eastAsia="zh-CN"/>
              </w:rPr>
              <w:t>DC_5A-66A_n261(A-K)</w:t>
            </w:r>
          </w:p>
          <w:p w14:paraId="306068E8" w14:textId="77777777" w:rsidR="00944F22" w:rsidRPr="00E062F1" w:rsidRDefault="00944F22" w:rsidP="006B3BD2">
            <w:pPr>
              <w:pStyle w:val="TAC"/>
              <w:rPr>
                <w:lang w:eastAsia="zh-CN"/>
              </w:rPr>
            </w:pPr>
            <w:r w:rsidRPr="00E062F1">
              <w:rPr>
                <w:lang w:eastAsia="zh-CN"/>
              </w:rPr>
              <w:t>DC_5A-66A_n261(2A-G)</w:t>
            </w:r>
          </w:p>
          <w:p w14:paraId="7DA56990" w14:textId="77777777" w:rsidR="00944F22" w:rsidRPr="00E062F1" w:rsidRDefault="00944F22" w:rsidP="006B3BD2">
            <w:pPr>
              <w:pStyle w:val="TAC"/>
              <w:rPr>
                <w:lang w:eastAsia="zh-CN"/>
              </w:rPr>
            </w:pPr>
            <w:r w:rsidRPr="00E062F1">
              <w:rPr>
                <w:lang w:eastAsia="zh-CN"/>
              </w:rPr>
              <w:t>DC_5A-66A_n261(2A-H)</w:t>
            </w:r>
          </w:p>
          <w:p w14:paraId="4DCFBEFC" w14:textId="77777777" w:rsidR="00944F22" w:rsidRPr="00E062F1" w:rsidRDefault="00944F22" w:rsidP="006B3BD2">
            <w:pPr>
              <w:pStyle w:val="TAC"/>
              <w:rPr>
                <w:lang w:eastAsia="zh-CN"/>
              </w:rPr>
            </w:pPr>
            <w:r w:rsidRPr="00E062F1">
              <w:rPr>
                <w:lang w:eastAsia="zh-CN"/>
              </w:rPr>
              <w:t>DC_5A-66A_n261(2A-I)</w:t>
            </w:r>
          </w:p>
          <w:p w14:paraId="35DEA52F" w14:textId="77777777" w:rsidR="00944F22" w:rsidRPr="00E062F1" w:rsidRDefault="00944F22" w:rsidP="006B3BD2">
            <w:pPr>
              <w:pStyle w:val="TAC"/>
              <w:rPr>
                <w:lang w:eastAsia="zh-CN"/>
              </w:rPr>
            </w:pPr>
            <w:r w:rsidRPr="00E062F1">
              <w:rPr>
                <w:lang w:eastAsia="zh-CN"/>
              </w:rPr>
              <w:t>DC_5A-66A_n261(3A-G)</w:t>
            </w:r>
          </w:p>
          <w:p w14:paraId="3973DB89" w14:textId="77777777" w:rsidR="00944F22" w:rsidRPr="00E062F1" w:rsidRDefault="00944F22" w:rsidP="006B3BD2">
            <w:pPr>
              <w:pStyle w:val="TAC"/>
              <w:rPr>
                <w:lang w:eastAsia="zh-CN"/>
              </w:rPr>
            </w:pPr>
            <w:r w:rsidRPr="00E062F1">
              <w:rPr>
                <w:lang w:eastAsia="zh-CN"/>
              </w:rPr>
              <w:t>DC_5A-66A_n261(G-H)</w:t>
            </w:r>
          </w:p>
          <w:p w14:paraId="2CB9D9FB" w14:textId="77777777" w:rsidR="00944F22" w:rsidRPr="00E062F1" w:rsidRDefault="00944F22" w:rsidP="006B3BD2">
            <w:pPr>
              <w:pStyle w:val="TAC"/>
              <w:rPr>
                <w:lang w:eastAsia="zh-CN"/>
              </w:rPr>
            </w:pPr>
            <w:r w:rsidRPr="00E062F1">
              <w:rPr>
                <w:lang w:eastAsia="zh-CN"/>
              </w:rPr>
              <w:t>DC_5A-66A_n261(G-I)</w:t>
            </w:r>
          </w:p>
          <w:p w14:paraId="70EC4966" w14:textId="77777777" w:rsidR="00944F22" w:rsidRPr="00E062F1" w:rsidRDefault="00944F22" w:rsidP="006B3BD2">
            <w:pPr>
              <w:pStyle w:val="TAC"/>
              <w:rPr>
                <w:lang w:eastAsia="zh-CN"/>
              </w:rPr>
            </w:pPr>
            <w:r w:rsidRPr="00E062F1">
              <w:rPr>
                <w:lang w:eastAsia="zh-CN"/>
              </w:rPr>
              <w:t>DC_5A-66A_n261(G-J)</w:t>
            </w:r>
          </w:p>
          <w:p w14:paraId="33C8B861" w14:textId="77777777" w:rsidR="00944F22" w:rsidRPr="00E062F1" w:rsidRDefault="00944F22" w:rsidP="006B3BD2">
            <w:pPr>
              <w:pStyle w:val="TAC"/>
              <w:rPr>
                <w:lang w:eastAsia="zh-CN"/>
              </w:rPr>
            </w:pPr>
            <w:r w:rsidRPr="00E062F1">
              <w:rPr>
                <w:lang w:eastAsia="zh-CN"/>
              </w:rPr>
              <w:t>DC_5A-66A_n261(H-I)</w:t>
            </w:r>
          </w:p>
          <w:p w14:paraId="2142F96E" w14:textId="77777777" w:rsidR="00944F22" w:rsidRPr="00E062F1" w:rsidRDefault="00944F22" w:rsidP="006B3BD2">
            <w:pPr>
              <w:pStyle w:val="TAC"/>
              <w:rPr>
                <w:lang w:eastAsia="zh-CN"/>
              </w:rPr>
            </w:pPr>
            <w:r w:rsidRPr="00E062F1">
              <w:rPr>
                <w:lang w:eastAsia="zh-CN"/>
              </w:rPr>
              <w:t>DC_5A-66A-66A_n261(A-G)</w:t>
            </w:r>
          </w:p>
          <w:p w14:paraId="2167BBE4" w14:textId="77777777" w:rsidR="00944F22" w:rsidRPr="00E062F1" w:rsidRDefault="00944F22" w:rsidP="006B3BD2">
            <w:pPr>
              <w:pStyle w:val="TAC"/>
              <w:rPr>
                <w:lang w:eastAsia="zh-CN"/>
              </w:rPr>
            </w:pPr>
            <w:r w:rsidRPr="00E062F1">
              <w:rPr>
                <w:lang w:eastAsia="zh-CN"/>
              </w:rPr>
              <w:t>DC_5A-66A-66A_n261(A-H)</w:t>
            </w:r>
          </w:p>
          <w:p w14:paraId="239FE5E2" w14:textId="77777777" w:rsidR="00944F22" w:rsidRPr="00E062F1" w:rsidRDefault="00944F22" w:rsidP="006B3BD2">
            <w:pPr>
              <w:pStyle w:val="TAC"/>
              <w:rPr>
                <w:lang w:eastAsia="zh-CN"/>
              </w:rPr>
            </w:pPr>
            <w:r w:rsidRPr="00E062F1">
              <w:rPr>
                <w:lang w:eastAsia="zh-CN"/>
              </w:rPr>
              <w:t>DC_5A-66A-66A_n261(A-J)</w:t>
            </w:r>
          </w:p>
          <w:p w14:paraId="4842D097" w14:textId="77777777" w:rsidR="00944F22" w:rsidRPr="00E062F1" w:rsidRDefault="00944F22" w:rsidP="006B3BD2">
            <w:pPr>
              <w:pStyle w:val="TAC"/>
              <w:rPr>
                <w:lang w:eastAsia="zh-CN"/>
              </w:rPr>
            </w:pPr>
            <w:r w:rsidRPr="00E062F1">
              <w:rPr>
                <w:lang w:eastAsia="zh-CN"/>
              </w:rPr>
              <w:t>DC_5A-66A-66A_n261(A-K)</w:t>
            </w:r>
          </w:p>
          <w:p w14:paraId="46490141" w14:textId="77777777" w:rsidR="00944F22" w:rsidRPr="00E062F1" w:rsidRDefault="00944F22" w:rsidP="006B3BD2">
            <w:pPr>
              <w:pStyle w:val="TAC"/>
              <w:rPr>
                <w:lang w:eastAsia="zh-CN"/>
              </w:rPr>
            </w:pPr>
            <w:r w:rsidRPr="00E062F1">
              <w:rPr>
                <w:lang w:eastAsia="zh-CN"/>
              </w:rPr>
              <w:t>DC_5A-66A-66A_n261(2A-G)</w:t>
            </w:r>
          </w:p>
          <w:p w14:paraId="79C1F0A1" w14:textId="77777777" w:rsidR="00944F22" w:rsidRPr="00E062F1" w:rsidRDefault="00944F22" w:rsidP="006B3BD2">
            <w:pPr>
              <w:pStyle w:val="TAC"/>
              <w:rPr>
                <w:lang w:eastAsia="zh-CN"/>
              </w:rPr>
            </w:pPr>
            <w:r w:rsidRPr="00E062F1">
              <w:rPr>
                <w:lang w:eastAsia="zh-CN"/>
              </w:rPr>
              <w:t>DC_5A-66A-66A_n261(2A-H)</w:t>
            </w:r>
          </w:p>
          <w:p w14:paraId="20393E69" w14:textId="77777777" w:rsidR="00944F22" w:rsidRPr="00E062F1" w:rsidRDefault="00944F22" w:rsidP="006B3BD2">
            <w:pPr>
              <w:pStyle w:val="TAC"/>
              <w:rPr>
                <w:lang w:eastAsia="zh-CN"/>
              </w:rPr>
            </w:pPr>
            <w:r w:rsidRPr="00E062F1">
              <w:rPr>
                <w:lang w:eastAsia="zh-CN"/>
              </w:rPr>
              <w:t>DC_5A-66A-66A_n261(2A-I)</w:t>
            </w:r>
          </w:p>
          <w:p w14:paraId="4F1C079A" w14:textId="77777777" w:rsidR="00944F22" w:rsidRPr="00E062F1" w:rsidRDefault="00944F22" w:rsidP="006B3BD2">
            <w:pPr>
              <w:pStyle w:val="TAC"/>
              <w:rPr>
                <w:lang w:eastAsia="zh-CN"/>
              </w:rPr>
            </w:pPr>
            <w:r w:rsidRPr="00E062F1">
              <w:rPr>
                <w:lang w:eastAsia="zh-CN"/>
              </w:rPr>
              <w:t>DC_5A-66A-66A_n261(3A-G)</w:t>
            </w:r>
          </w:p>
          <w:p w14:paraId="015C8766" w14:textId="77777777" w:rsidR="00944F22" w:rsidRPr="00E062F1" w:rsidRDefault="00944F22" w:rsidP="006B3BD2">
            <w:pPr>
              <w:pStyle w:val="TAC"/>
              <w:rPr>
                <w:lang w:eastAsia="zh-CN"/>
              </w:rPr>
            </w:pPr>
            <w:r w:rsidRPr="00E062F1">
              <w:rPr>
                <w:lang w:eastAsia="zh-CN"/>
              </w:rPr>
              <w:t>DC_5A-66A-66A_n261(2G)</w:t>
            </w:r>
          </w:p>
          <w:p w14:paraId="55C30F79" w14:textId="77777777" w:rsidR="00944F22" w:rsidRPr="00E062F1" w:rsidRDefault="00944F22" w:rsidP="006B3BD2">
            <w:pPr>
              <w:pStyle w:val="TAC"/>
              <w:rPr>
                <w:lang w:eastAsia="zh-CN"/>
              </w:rPr>
            </w:pPr>
            <w:r w:rsidRPr="00E062F1">
              <w:rPr>
                <w:lang w:eastAsia="zh-CN"/>
              </w:rPr>
              <w:t>DC_5A-66A-66A_n261(G-H)</w:t>
            </w:r>
          </w:p>
          <w:p w14:paraId="3735705F" w14:textId="77777777" w:rsidR="00944F22" w:rsidRPr="00E062F1" w:rsidRDefault="00944F22" w:rsidP="006B3BD2">
            <w:pPr>
              <w:pStyle w:val="TAC"/>
              <w:rPr>
                <w:lang w:eastAsia="zh-CN"/>
              </w:rPr>
            </w:pPr>
            <w:r w:rsidRPr="00E062F1">
              <w:rPr>
                <w:lang w:eastAsia="zh-CN"/>
              </w:rPr>
              <w:t>DC_5A-66A-66A_n261(G-I)</w:t>
            </w:r>
          </w:p>
          <w:p w14:paraId="1824C288" w14:textId="77777777" w:rsidR="00944F22" w:rsidRPr="00E062F1" w:rsidRDefault="00944F22" w:rsidP="006B3BD2">
            <w:pPr>
              <w:pStyle w:val="TAC"/>
              <w:rPr>
                <w:lang w:eastAsia="zh-CN"/>
              </w:rPr>
            </w:pPr>
            <w:r w:rsidRPr="00E062F1">
              <w:rPr>
                <w:lang w:eastAsia="zh-CN"/>
              </w:rPr>
              <w:t>DC_5A-66A-66A_n261(G-J)</w:t>
            </w:r>
          </w:p>
          <w:p w14:paraId="5547A2F6" w14:textId="77777777" w:rsidR="00944F22" w:rsidRPr="00E062F1" w:rsidRDefault="00944F22" w:rsidP="006B3BD2">
            <w:pPr>
              <w:pStyle w:val="TAC"/>
              <w:rPr>
                <w:lang w:eastAsia="zh-CN"/>
              </w:rPr>
            </w:pPr>
            <w:r w:rsidRPr="00E062F1">
              <w:rPr>
                <w:lang w:eastAsia="zh-CN"/>
              </w:rPr>
              <w:t>DC_5A-66A-66A_n261(2H)</w:t>
            </w:r>
          </w:p>
          <w:p w14:paraId="3843A31D" w14:textId="77777777" w:rsidR="00944F22" w:rsidRPr="00E062F1" w:rsidRDefault="00944F22" w:rsidP="006B3BD2">
            <w:pPr>
              <w:pStyle w:val="TAC"/>
              <w:rPr>
                <w:noProof/>
                <w:lang w:eastAsia="zh-CN"/>
              </w:rPr>
            </w:pPr>
            <w:r w:rsidRPr="00E062F1">
              <w:rPr>
                <w:lang w:eastAsia="zh-CN"/>
              </w:rPr>
              <w:t>DC_5A-66A-66A_n261(H-I)</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5D57105" w14:textId="560049AC" w:rsidR="00944F22" w:rsidRPr="00E062F1" w:rsidRDefault="00944F22" w:rsidP="006B3BD2">
            <w:pPr>
              <w:pStyle w:val="TAC"/>
              <w:rPr>
                <w:lang w:eastAsia="zh-CN"/>
              </w:rPr>
            </w:pPr>
            <w:r w:rsidRPr="00E062F1">
              <w:rPr>
                <w:lang w:eastAsia="zh-CN"/>
              </w:rPr>
              <w:t>DC_5A_n261A</w:t>
            </w:r>
          </w:p>
          <w:p w14:paraId="6509F059" w14:textId="77777777" w:rsidR="008F0605" w:rsidRDefault="00944F22" w:rsidP="008F0605">
            <w:pPr>
              <w:pStyle w:val="TAC"/>
              <w:rPr>
                <w:lang w:eastAsia="zh-CN"/>
              </w:rPr>
            </w:pPr>
            <w:r w:rsidRPr="00E062F1">
              <w:rPr>
                <w:lang w:eastAsia="zh-CN"/>
              </w:rPr>
              <w:t>DC_66A_n261A</w:t>
            </w:r>
          </w:p>
          <w:p w14:paraId="4956735A" w14:textId="77777777" w:rsidR="008F0605" w:rsidRPr="00EF5447" w:rsidRDefault="008F0605" w:rsidP="008F0605">
            <w:pPr>
              <w:pStyle w:val="TAC"/>
              <w:rPr>
                <w:lang w:eastAsia="zh-CN"/>
              </w:rPr>
            </w:pPr>
            <w:r w:rsidRPr="00EF5447">
              <w:rPr>
                <w:lang w:eastAsia="zh-CN"/>
              </w:rPr>
              <w:t>DC_5A_n261G</w:t>
            </w:r>
          </w:p>
          <w:p w14:paraId="1494288D" w14:textId="77777777" w:rsidR="008F0605" w:rsidRDefault="008F0605" w:rsidP="008F0605">
            <w:pPr>
              <w:pStyle w:val="TAC"/>
              <w:rPr>
                <w:lang w:eastAsia="zh-CN"/>
              </w:rPr>
            </w:pPr>
            <w:r w:rsidRPr="00EF5447">
              <w:rPr>
                <w:lang w:eastAsia="zh-CN"/>
              </w:rPr>
              <w:t>DC_66A_n261G</w:t>
            </w:r>
          </w:p>
          <w:p w14:paraId="12E46F6F" w14:textId="77777777" w:rsidR="008F0605" w:rsidRPr="00EF5447" w:rsidRDefault="008F0605" w:rsidP="008F0605">
            <w:pPr>
              <w:pStyle w:val="TAC"/>
              <w:rPr>
                <w:lang w:eastAsia="zh-CN"/>
              </w:rPr>
            </w:pPr>
            <w:r w:rsidRPr="00EF5447">
              <w:rPr>
                <w:lang w:eastAsia="zh-CN"/>
              </w:rPr>
              <w:t>DC_5A_n261H</w:t>
            </w:r>
          </w:p>
          <w:p w14:paraId="6093B05E" w14:textId="77777777" w:rsidR="008F0605" w:rsidRDefault="008F0605" w:rsidP="008F0605">
            <w:pPr>
              <w:pStyle w:val="TAC"/>
              <w:rPr>
                <w:lang w:eastAsia="zh-CN"/>
              </w:rPr>
            </w:pPr>
            <w:r w:rsidRPr="00EF5447">
              <w:rPr>
                <w:lang w:eastAsia="zh-CN"/>
              </w:rPr>
              <w:t>DC_66A_n261H</w:t>
            </w:r>
          </w:p>
          <w:p w14:paraId="1CE1E516" w14:textId="77777777" w:rsidR="008F0605" w:rsidRPr="00EF5447" w:rsidRDefault="008F0605" w:rsidP="008F0605">
            <w:pPr>
              <w:pStyle w:val="TAC"/>
              <w:rPr>
                <w:lang w:eastAsia="zh-CN"/>
              </w:rPr>
            </w:pPr>
            <w:r w:rsidRPr="00EF5447">
              <w:rPr>
                <w:lang w:eastAsia="zh-CN"/>
              </w:rPr>
              <w:t>DC_5A_n261I</w:t>
            </w:r>
          </w:p>
          <w:p w14:paraId="385D8C5B" w14:textId="211E35CA" w:rsidR="00944F22" w:rsidRPr="00E062F1" w:rsidRDefault="008F0605" w:rsidP="008F0605">
            <w:pPr>
              <w:pStyle w:val="TAC"/>
              <w:rPr>
                <w:noProof/>
                <w:lang w:eastAsia="zh-CN"/>
              </w:rPr>
            </w:pPr>
            <w:r w:rsidRPr="00EF5447">
              <w:rPr>
                <w:lang w:eastAsia="zh-CN"/>
              </w:rPr>
              <w:t>DC_66A_n261I</w:t>
            </w:r>
          </w:p>
        </w:tc>
      </w:tr>
      <w:tr w:rsidR="008F0605" w:rsidRPr="00E062F1" w14:paraId="3A223154" w14:textId="77777777" w:rsidTr="00AB3F5A">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tcPr>
          <w:p w14:paraId="7DA3F4A4" w14:textId="77777777" w:rsidR="008F0605" w:rsidRPr="00E062F1" w:rsidRDefault="008F0605" w:rsidP="00AB3F5A">
            <w:pPr>
              <w:pStyle w:val="TAC"/>
            </w:pPr>
            <w:r w:rsidRPr="00E062F1">
              <w:t>DC_8A-</w:t>
            </w:r>
            <w:r w:rsidRPr="00E062F1">
              <w:rPr>
                <w:rFonts w:eastAsia="Malgun Gothic"/>
              </w:rPr>
              <w:t>11A_</w:t>
            </w:r>
            <w:r w:rsidRPr="00E062F1">
              <w:t>n</w:t>
            </w:r>
            <w:r w:rsidRPr="00E062F1">
              <w:rPr>
                <w:rFonts w:eastAsia="Malgun Gothic"/>
              </w:rPr>
              <w:t>257</w:t>
            </w:r>
            <w:r w:rsidRPr="00E062F1">
              <w:t>A</w:t>
            </w:r>
          </w:p>
          <w:p w14:paraId="15ED31CA" w14:textId="77777777" w:rsidR="008F0605" w:rsidRPr="00E062F1" w:rsidRDefault="008F0605" w:rsidP="00AB3F5A">
            <w:pPr>
              <w:pStyle w:val="TAC"/>
              <w:rPr>
                <w:lang w:eastAsia="fr-FR"/>
              </w:rPr>
            </w:pPr>
            <w:r w:rsidRPr="00E062F1">
              <w:t>DC_8A-</w:t>
            </w:r>
            <w:r w:rsidRPr="00E062F1">
              <w:rPr>
                <w:rFonts w:eastAsia="Malgun Gothic"/>
              </w:rPr>
              <w:t>11A_</w:t>
            </w:r>
            <w:r w:rsidRPr="00E062F1">
              <w:t>n</w:t>
            </w:r>
            <w:r w:rsidRPr="00E062F1">
              <w:rPr>
                <w:rFonts w:eastAsia="Malgun Gothic"/>
              </w:rPr>
              <w:t>257</w:t>
            </w:r>
            <w:r w:rsidRPr="00E062F1">
              <w:t>D</w:t>
            </w:r>
          </w:p>
          <w:p w14:paraId="479BCFC0" w14:textId="77777777" w:rsidR="008F0605" w:rsidRPr="00E062F1" w:rsidRDefault="008F0605" w:rsidP="00AB3F5A">
            <w:pPr>
              <w:pStyle w:val="TAC"/>
              <w:rPr>
                <w:noProof/>
                <w:lang w:eastAsia="zh-CN"/>
              </w:rPr>
            </w:pPr>
            <w:r w:rsidRPr="00E062F1">
              <w:rPr>
                <w:noProof/>
                <w:lang w:eastAsia="zh-CN"/>
              </w:rPr>
              <w:t>DC_8A-11A_n257G</w:t>
            </w:r>
          </w:p>
          <w:p w14:paraId="3F7DC986" w14:textId="77777777" w:rsidR="008F0605" w:rsidRPr="00E062F1" w:rsidRDefault="008F0605" w:rsidP="00AB3F5A">
            <w:pPr>
              <w:pStyle w:val="TAC"/>
              <w:rPr>
                <w:noProof/>
                <w:lang w:eastAsia="zh-CN"/>
              </w:rPr>
            </w:pPr>
            <w:r w:rsidRPr="00E062F1">
              <w:rPr>
                <w:noProof/>
                <w:lang w:eastAsia="zh-CN"/>
              </w:rPr>
              <w:t>DC_8A-11A_n257H</w:t>
            </w:r>
          </w:p>
          <w:p w14:paraId="57A8EC2D" w14:textId="77777777" w:rsidR="008F0605" w:rsidRPr="00E062F1" w:rsidRDefault="008F0605" w:rsidP="00AB3F5A">
            <w:pPr>
              <w:pStyle w:val="TAC"/>
              <w:rPr>
                <w:rFonts w:cs="Arial"/>
                <w:lang w:eastAsia="ja-JP"/>
              </w:rPr>
            </w:pPr>
            <w:r w:rsidRPr="00E062F1">
              <w:rPr>
                <w:noProof/>
                <w:lang w:eastAsia="zh-CN"/>
              </w:rPr>
              <w:t>DC_8A-11A_n257I</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67953AB" w14:textId="77777777" w:rsidR="008F0605" w:rsidRPr="00E062F1" w:rsidRDefault="008F0605" w:rsidP="00AB3F5A">
            <w:pPr>
              <w:pStyle w:val="TAC"/>
            </w:pPr>
            <w:r w:rsidRPr="00E062F1">
              <w:t>DC_8A_n257A</w:t>
            </w:r>
          </w:p>
          <w:p w14:paraId="778B6803" w14:textId="77777777" w:rsidR="008F0605" w:rsidRPr="00E062F1" w:rsidRDefault="008F0605" w:rsidP="00AB3F5A">
            <w:pPr>
              <w:pStyle w:val="TAC"/>
              <w:rPr>
                <w:lang w:eastAsia="ja-JP"/>
              </w:rPr>
            </w:pPr>
            <w:r w:rsidRPr="00E062F1">
              <w:t>DC_11A_n257A</w:t>
            </w:r>
          </w:p>
        </w:tc>
      </w:tr>
      <w:tr w:rsidR="00944F22" w:rsidRPr="00E062F1" w14:paraId="1353E9F8"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593D0B1" w14:textId="77777777" w:rsidR="00944F22" w:rsidRPr="00E062F1" w:rsidRDefault="00944F22" w:rsidP="006B3BD2">
            <w:pPr>
              <w:pStyle w:val="TAC"/>
              <w:rPr>
                <w:lang w:eastAsia="zh-CN"/>
              </w:rPr>
            </w:pPr>
            <w:r w:rsidRPr="00E062F1">
              <w:rPr>
                <w:rFonts w:cs="Arial"/>
                <w:lang w:eastAsia="ja-JP"/>
              </w:rPr>
              <w:t>DC_11A-18A_n257</w:t>
            </w:r>
            <w:r w:rsidRPr="00E062F1">
              <w:rPr>
                <w:rFonts w:cs="Arial"/>
                <w:lang w:eastAsia="zh-CN"/>
              </w:rPr>
              <w:t>A</w:t>
            </w:r>
          </w:p>
          <w:p w14:paraId="12B9D46B" w14:textId="77777777" w:rsidR="00944F22" w:rsidRPr="00E062F1" w:rsidRDefault="00944F22" w:rsidP="006B3BD2">
            <w:pPr>
              <w:pStyle w:val="TAC"/>
              <w:rPr>
                <w:rFonts w:cs="Arial"/>
                <w:lang w:eastAsia="zh-CN"/>
              </w:rPr>
            </w:pPr>
            <w:r w:rsidRPr="00E062F1">
              <w:rPr>
                <w:rFonts w:cs="Arial"/>
                <w:lang w:eastAsia="ja-JP"/>
              </w:rPr>
              <w:t>DC_11A-18A_n257</w:t>
            </w:r>
            <w:r w:rsidRPr="00E062F1">
              <w:rPr>
                <w:rFonts w:cs="Arial"/>
                <w:lang w:eastAsia="zh-CN"/>
              </w:rPr>
              <w:t>G</w:t>
            </w:r>
          </w:p>
          <w:p w14:paraId="7E16D699" w14:textId="77777777" w:rsidR="00944F22" w:rsidRPr="00E062F1" w:rsidRDefault="00944F22" w:rsidP="006B3BD2">
            <w:pPr>
              <w:pStyle w:val="TAC"/>
              <w:rPr>
                <w:rFonts w:cs="Arial"/>
                <w:lang w:eastAsia="zh-CN"/>
              </w:rPr>
            </w:pPr>
            <w:r w:rsidRPr="00E062F1">
              <w:rPr>
                <w:rFonts w:cs="Arial"/>
                <w:lang w:eastAsia="ja-JP"/>
              </w:rPr>
              <w:t>DC_11A-18A_n257</w:t>
            </w:r>
            <w:r w:rsidRPr="00E062F1">
              <w:rPr>
                <w:rFonts w:cs="Arial"/>
                <w:lang w:eastAsia="zh-CN"/>
              </w:rPr>
              <w:t>H</w:t>
            </w:r>
          </w:p>
          <w:p w14:paraId="4D33A198" w14:textId="77777777" w:rsidR="00944F22" w:rsidRPr="00E062F1" w:rsidRDefault="00944F22" w:rsidP="006B3BD2">
            <w:pPr>
              <w:pStyle w:val="TAC"/>
              <w:rPr>
                <w:lang w:eastAsia="zh-CN"/>
              </w:rPr>
            </w:pPr>
            <w:r w:rsidRPr="00E062F1">
              <w:rPr>
                <w:rFonts w:cs="Arial"/>
                <w:lang w:eastAsia="ja-JP"/>
              </w:rPr>
              <w:t>DC_11A-18A_n257</w:t>
            </w:r>
            <w:r w:rsidRPr="00E062F1">
              <w:rPr>
                <w:rFonts w:cs="Arial"/>
                <w:lang w:eastAsia="zh-CN"/>
              </w:rPr>
              <w:t>I</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0CB215B" w14:textId="77777777" w:rsidR="00944F22" w:rsidRPr="00E062F1" w:rsidRDefault="00944F22" w:rsidP="006B3BD2">
            <w:pPr>
              <w:pStyle w:val="TAC"/>
              <w:rPr>
                <w:lang w:eastAsia="zh-CN"/>
              </w:rPr>
            </w:pPr>
            <w:r w:rsidRPr="00E062F1">
              <w:rPr>
                <w:lang w:eastAsia="ja-JP"/>
              </w:rPr>
              <w:t>DC_1</w:t>
            </w:r>
            <w:r w:rsidRPr="00E062F1">
              <w:rPr>
                <w:lang w:eastAsia="zh-CN"/>
              </w:rPr>
              <w:t>1</w:t>
            </w:r>
            <w:r w:rsidRPr="00E062F1">
              <w:rPr>
                <w:lang w:eastAsia="ja-JP"/>
              </w:rPr>
              <w:t>A_n257A</w:t>
            </w:r>
          </w:p>
          <w:p w14:paraId="1BCB716F" w14:textId="77777777" w:rsidR="00944F22" w:rsidRPr="00E062F1" w:rsidRDefault="00944F22" w:rsidP="006B3BD2">
            <w:pPr>
              <w:pStyle w:val="TAC"/>
              <w:rPr>
                <w:lang w:eastAsia="zh-CN"/>
              </w:rPr>
            </w:pPr>
            <w:r w:rsidRPr="00E062F1">
              <w:rPr>
                <w:lang w:eastAsia="ja-JP"/>
              </w:rPr>
              <w:t>DC_1</w:t>
            </w:r>
            <w:r w:rsidRPr="00E062F1">
              <w:rPr>
                <w:lang w:eastAsia="zh-CN"/>
              </w:rPr>
              <w:t>1</w:t>
            </w:r>
            <w:r w:rsidRPr="00E062F1">
              <w:rPr>
                <w:lang w:eastAsia="ja-JP"/>
              </w:rPr>
              <w:t>A_n257</w:t>
            </w:r>
            <w:r w:rsidRPr="00E062F1">
              <w:rPr>
                <w:lang w:eastAsia="zh-CN"/>
              </w:rPr>
              <w:t>G</w:t>
            </w:r>
          </w:p>
          <w:p w14:paraId="66CB6CD7" w14:textId="77777777" w:rsidR="00944F22" w:rsidRPr="00E062F1" w:rsidRDefault="00944F22" w:rsidP="006B3BD2">
            <w:pPr>
              <w:pStyle w:val="TAC"/>
              <w:rPr>
                <w:lang w:eastAsia="zh-CN"/>
              </w:rPr>
            </w:pPr>
            <w:r w:rsidRPr="00E062F1">
              <w:rPr>
                <w:lang w:eastAsia="ja-JP"/>
              </w:rPr>
              <w:t>DC_1</w:t>
            </w:r>
            <w:r w:rsidRPr="00E062F1">
              <w:rPr>
                <w:lang w:eastAsia="zh-CN"/>
              </w:rPr>
              <w:t>1</w:t>
            </w:r>
            <w:r w:rsidRPr="00E062F1">
              <w:rPr>
                <w:lang w:eastAsia="ja-JP"/>
              </w:rPr>
              <w:t>A_n257</w:t>
            </w:r>
            <w:r w:rsidRPr="00E062F1">
              <w:rPr>
                <w:lang w:eastAsia="zh-CN"/>
              </w:rPr>
              <w:t>H</w:t>
            </w:r>
          </w:p>
          <w:p w14:paraId="251B52D1" w14:textId="77777777" w:rsidR="00944F22" w:rsidRPr="00E062F1" w:rsidRDefault="00944F22" w:rsidP="006B3BD2">
            <w:pPr>
              <w:pStyle w:val="TAC"/>
              <w:rPr>
                <w:lang w:eastAsia="zh-CN"/>
              </w:rPr>
            </w:pPr>
            <w:r w:rsidRPr="00E062F1">
              <w:rPr>
                <w:lang w:eastAsia="ja-JP"/>
              </w:rPr>
              <w:t>DC_1</w:t>
            </w:r>
            <w:r w:rsidRPr="00E062F1">
              <w:rPr>
                <w:lang w:eastAsia="zh-CN"/>
              </w:rPr>
              <w:t>1</w:t>
            </w:r>
            <w:r w:rsidRPr="00E062F1">
              <w:rPr>
                <w:lang w:eastAsia="ja-JP"/>
              </w:rPr>
              <w:t>A_n257</w:t>
            </w:r>
            <w:r w:rsidRPr="00E062F1">
              <w:rPr>
                <w:lang w:eastAsia="zh-CN"/>
              </w:rPr>
              <w:t>I</w:t>
            </w:r>
          </w:p>
          <w:p w14:paraId="2444E62F" w14:textId="77777777" w:rsidR="00944F22" w:rsidRPr="00E062F1" w:rsidRDefault="00944F22" w:rsidP="006B3BD2">
            <w:pPr>
              <w:pStyle w:val="TAC"/>
              <w:rPr>
                <w:lang w:eastAsia="zh-CN"/>
              </w:rPr>
            </w:pPr>
            <w:r w:rsidRPr="00E062F1">
              <w:rPr>
                <w:lang w:eastAsia="ja-JP"/>
              </w:rPr>
              <w:t>DC_1</w:t>
            </w:r>
            <w:r w:rsidRPr="00E062F1">
              <w:rPr>
                <w:lang w:eastAsia="zh-CN"/>
              </w:rPr>
              <w:t>8</w:t>
            </w:r>
            <w:r w:rsidRPr="00E062F1">
              <w:rPr>
                <w:lang w:eastAsia="ja-JP"/>
              </w:rPr>
              <w:t>A_n257A</w:t>
            </w:r>
          </w:p>
          <w:p w14:paraId="023F4CC7" w14:textId="77777777" w:rsidR="00944F22" w:rsidRPr="00E062F1" w:rsidRDefault="00944F22" w:rsidP="006B3BD2">
            <w:pPr>
              <w:pStyle w:val="TAC"/>
              <w:rPr>
                <w:lang w:eastAsia="zh-CN"/>
              </w:rPr>
            </w:pPr>
            <w:r w:rsidRPr="00E062F1">
              <w:rPr>
                <w:lang w:eastAsia="ja-JP"/>
              </w:rPr>
              <w:t>DC_1</w:t>
            </w:r>
            <w:r w:rsidRPr="00E062F1">
              <w:rPr>
                <w:lang w:eastAsia="zh-CN"/>
              </w:rPr>
              <w:t>8</w:t>
            </w:r>
            <w:r w:rsidRPr="00E062F1">
              <w:rPr>
                <w:lang w:eastAsia="ja-JP"/>
              </w:rPr>
              <w:t>A_n257</w:t>
            </w:r>
            <w:r w:rsidRPr="00E062F1">
              <w:rPr>
                <w:lang w:eastAsia="zh-CN"/>
              </w:rPr>
              <w:t>G</w:t>
            </w:r>
          </w:p>
          <w:p w14:paraId="51712E81" w14:textId="77777777" w:rsidR="00944F22" w:rsidRPr="00E062F1" w:rsidRDefault="00944F22" w:rsidP="006B3BD2">
            <w:pPr>
              <w:pStyle w:val="TAC"/>
              <w:rPr>
                <w:lang w:eastAsia="zh-CN"/>
              </w:rPr>
            </w:pPr>
            <w:r w:rsidRPr="00E062F1">
              <w:rPr>
                <w:lang w:eastAsia="ja-JP"/>
              </w:rPr>
              <w:t>DC_1</w:t>
            </w:r>
            <w:r w:rsidRPr="00E062F1">
              <w:rPr>
                <w:lang w:eastAsia="zh-CN"/>
              </w:rPr>
              <w:t>8</w:t>
            </w:r>
            <w:r w:rsidRPr="00E062F1">
              <w:rPr>
                <w:lang w:eastAsia="ja-JP"/>
              </w:rPr>
              <w:t>A_n257</w:t>
            </w:r>
            <w:r w:rsidRPr="00E062F1">
              <w:rPr>
                <w:lang w:eastAsia="zh-CN"/>
              </w:rPr>
              <w:t>H</w:t>
            </w:r>
          </w:p>
          <w:p w14:paraId="7E11FE40" w14:textId="77777777" w:rsidR="00944F22" w:rsidRPr="00E062F1" w:rsidRDefault="00944F22" w:rsidP="006B3BD2">
            <w:pPr>
              <w:pStyle w:val="TAC"/>
              <w:rPr>
                <w:lang w:eastAsia="zh-CN"/>
              </w:rPr>
            </w:pPr>
            <w:r w:rsidRPr="00E062F1">
              <w:rPr>
                <w:lang w:eastAsia="ja-JP"/>
              </w:rPr>
              <w:t>DC_1</w:t>
            </w:r>
            <w:r w:rsidRPr="00E062F1">
              <w:rPr>
                <w:lang w:eastAsia="zh-CN"/>
              </w:rPr>
              <w:t>8</w:t>
            </w:r>
            <w:r w:rsidRPr="00E062F1">
              <w:rPr>
                <w:lang w:eastAsia="ja-JP"/>
              </w:rPr>
              <w:t>A_n257</w:t>
            </w:r>
            <w:r w:rsidRPr="00E062F1">
              <w:rPr>
                <w:lang w:eastAsia="zh-CN"/>
              </w:rPr>
              <w:t>I</w:t>
            </w:r>
          </w:p>
        </w:tc>
      </w:tr>
      <w:tr w:rsidR="008F0605" w:rsidRPr="00E062F1" w14:paraId="589653A6" w14:textId="77777777" w:rsidTr="00AB3F5A">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tcPr>
          <w:p w14:paraId="75B0BF20" w14:textId="77777777" w:rsidR="008F0605" w:rsidRPr="00E062F1" w:rsidRDefault="008F0605" w:rsidP="00AB3F5A">
            <w:pPr>
              <w:pStyle w:val="TAC"/>
              <w:rPr>
                <w:noProof/>
                <w:lang w:eastAsia="zh-CN"/>
              </w:rPr>
            </w:pPr>
            <w:r w:rsidRPr="00E062F1">
              <w:rPr>
                <w:noProof/>
                <w:lang w:eastAsia="zh-CN"/>
              </w:rPr>
              <w:t>DC_12A-30A_n260A</w:t>
            </w:r>
          </w:p>
          <w:p w14:paraId="18A11D4C" w14:textId="77777777" w:rsidR="008F0605" w:rsidRPr="00E062F1" w:rsidRDefault="008F0605" w:rsidP="00AB3F5A">
            <w:pPr>
              <w:pStyle w:val="TAC"/>
              <w:rPr>
                <w:lang w:eastAsia="fi-FI"/>
              </w:rPr>
            </w:pPr>
            <w:r w:rsidRPr="00E062F1">
              <w:rPr>
                <w:lang w:eastAsia="fi-FI"/>
              </w:rPr>
              <w:t>DC_12</w:t>
            </w:r>
            <w:r w:rsidRPr="00E062F1">
              <w:rPr>
                <w:rFonts w:cs="Arial"/>
                <w:szCs w:val="18"/>
                <w:lang w:eastAsia="fi-FI"/>
              </w:rPr>
              <w:t>A</w:t>
            </w:r>
            <w:r w:rsidRPr="00E062F1">
              <w:rPr>
                <w:rFonts w:cs="Arial"/>
                <w:noProof/>
                <w:szCs w:val="18"/>
              </w:rPr>
              <w:t>-30A</w:t>
            </w:r>
            <w:r w:rsidRPr="00E062F1">
              <w:rPr>
                <w:rFonts w:cs="Arial"/>
                <w:szCs w:val="18"/>
                <w:lang w:eastAsia="fi-FI"/>
              </w:rPr>
              <w:t>_</w:t>
            </w:r>
            <w:r w:rsidRPr="00E062F1">
              <w:rPr>
                <w:lang w:eastAsia="fi-FI"/>
              </w:rPr>
              <w:t>n260G</w:t>
            </w:r>
          </w:p>
          <w:p w14:paraId="77EDAB06" w14:textId="77777777" w:rsidR="008F0605" w:rsidRPr="00E062F1" w:rsidRDefault="008F0605" w:rsidP="00AB3F5A">
            <w:pPr>
              <w:pStyle w:val="TAC"/>
              <w:rPr>
                <w:lang w:eastAsia="fi-FI"/>
              </w:rPr>
            </w:pPr>
            <w:r w:rsidRPr="00E062F1">
              <w:rPr>
                <w:lang w:eastAsia="fi-FI"/>
              </w:rPr>
              <w:t>DC_12A</w:t>
            </w:r>
            <w:r w:rsidRPr="00E062F1">
              <w:rPr>
                <w:rFonts w:cs="Arial"/>
                <w:noProof/>
                <w:szCs w:val="18"/>
              </w:rPr>
              <w:t>-30A</w:t>
            </w:r>
            <w:r w:rsidRPr="00E062F1">
              <w:rPr>
                <w:lang w:eastAsia="fi-FI"/>
              </w:rPr>
              <w:t>_n260H</w:t>
            </w:r>
          </w:p>
          <w:p w14:paraId="73C6EAC8" w14:textId="77777777" w:rsidR="008F0605" w:rsidRPr="00E062F1" w:rsidRDefault="008F0605" w:rsidP="00AB3F5A">
            <w:pPr>
              <w:pStyle w:val="TAC"/>
              <w:rPr>
                <w:lang w:eastAsia="fi-FI"/>
              </w:rPr>
            </w:pPr>
            <w:r w:rsidRPr="00E062F1">
              <w:rPr>
                <w:lang w:eastAsia="fi-FI"/>
              </w:rPr>
              <w:t>DC_12A</w:t>
            </w:r>
            <w:r w:rsidRPr="00E062F1">
              <w:rPr>
                <w:rFonts w:cs="Arial"/>
                <w:noProof/>
                <w:szCs w:val="18"/>
              </w:rPr>
              <w:t>-30A</w:t>
            </w:r>
            <w:r w:rsidRPr="00E062F1">
              <w:rPr>
                <w:lang w:eastAsia="fi-FI"/>
              </w:rPr>
              <w:t>_n260I</w:t>
            </w:r>
          </w:p>
          <w:p w14:paraId="3129E02F" w14:textId="77777777" w:rsidR="008F0605" w:rsidRPr="00E062F1" w:rsidRDefault="008F0605" w:rsidP="00AB3F5A">
            <w:pPr>
              <w:pStyle w:val="TAC"/>
              <w:rPr>
                <w:lang w:eastAsia="fi-FI"/>
              </w:rPr>
            </w:pPr>
            <w:r w:rsidRPr="00E062F1">
              <w:rPr>
                <w:lang w:eastAsia="fi-FI"/>
              </w:rPr>
              <w:t>DC_12A</w:t>
            </w:r>
            <w:r w:rsidRPr="00E062F1">
              <w:rPr>
                <w:rFonts w:cs="Arial"/>
                <w:noProof/>
                <w:szCs w:val="18"/>
              </w:rPr>
              <w:t>-30A</w:t>
            </w:r>
            <w:r w:rsidRPr="00E062F1">
              <w:rPr>
                <w:lang w:eastAsia="fi-FI"/>
              </w:rPr>
              <w:t>_n260J</w:t>
            </w:r>
          </w:p>
          <w:p w14:paraId="2E8A49B6" w14:textId="77777777" w:rsidR="008F0605" w:rsidRPr="00E062F1" w:rsidRDefault="008F0605" w:rsidP="00AB3F5A">
            <w:pPr>
              <w:pStyle w:val="TAC"/>
              <w:rPr>
                <w:lang w:eastAsia="fi-FI"/>
              </w:rPr>
            </w:pPr>
            <w:r w:rsidRPr="00E062F1">
              <w:rPr>
                <w:lang w:eastAsia="fi-FI"/>
              </w:rPr>
              <w:t>DC_12A</w:t>
            </w:r>
            <w:r w:rsidRPr="00E062F1">
              <w:rPr>
                <w:rFonts w:cs="Arial"/>
                <w:noProof/>
                <w:szCs w:val="18"/>
              </w:rPr>
              <w:t>-30A</w:t>
            </w:r>
            <w:r w:rsidRPr="00E062F1">
              <w:rPr>
                <w:lang w:eastAsia="fi-FI"/>
              </w:rPr>
              <w:t>_n260K</w:t>
            </w:r>
          </w:p>
          <w:p w14:paraId="0A3A8E68" w14:textId="77777777" w:rsidR="008F0605" w:rsidRPr="00E062F1" w:rsidRDefault="008F0605" w:rsidP="00AB3F5A">
            <w:pPr>
              <w:pStyle w:val="TAC"/>
              <w:rPr>
                <w:lang w:eastAsia="fi-FI"/>
              </w:rPr>
            </w:pPr>
            <w:r w:rsidRPr="00E062F1">
              <w:rPr>
                <w:lang w:eastAsia="fi-FI"/>
              </w:rPr>
              <w:t>DC_12A</w:t>
            </w:r>
            <w:r w:rsidRPr="00E062F1">
              <w:rPr>
                <w:rFonts w:cs="Arial"/>
                <w:noProof/>
                <w:szCs w:val="18"/>
              </w:rPr>
              <w:t>-30A</w:t>
            </w:r>
            <w:r w:rsidRPr="00E062F1">
              <w:rPr>
                <w:lang w:eastAsia="fi-FI"/>
              </w:rPr>
              <w:t>_n260L</w:t>
            </w:r>
          </w:p>
          <w:p w14:paraId="0375E39B" w14:textId="77777777" w:rsidR="008F0605" w:rsidRPr="00E062F1" w:rsidRDefault="008F0605" w:rsidP="00AB3F5A">
            <w:pPr>
              <w:pStyle w:val="TAC"/>
              <w:rPr>
                <w:rFonts w:cs="Arial"/>
                <w:lang w:eastAsia="ja-JP"/>
              </w:rPr>
            </w:pPr>
            <w:r w:rsidRPr="00E062F1">
              <w:rPr>
                <w:lang w:eastAsia="fi-FI"/>
              </w:rPr>
              <w:t>DC_12A</w:t>
            </w:r>
            <w:r w:rsidRPr="00E062F1">
              <w:rPr>
                <w:rFonts w:cs="Arial"/>
                <w:noProof/>
                <w:szCs w:val="18"/>
                <w:lang w:eastAsia="zh-CN"/>
              </w:rPr>
              <w:t>-30A</w:t>
            </w:r>
            <w:r w:rsidRPr="00E062F1">
              <w:rPr>
                <w:lang w:eastAsia="fi-FI"/>
              </w:rPr>
              <w:t>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CA97125" w14:textId="77777777" w:rsidR="008F0605" w:rsidRPr="00E062F1" w:rsidRDefault="008F0605" w:rsidP="00AB3F5A">
            <w:pPr>
              <w:pStyle w:val="TAC"/>
              <w:rPr>
                <w:noProof/>
                <w:lang w:eastAsia="zh-CN"/>
              </w:rPr>
            </w:pPr>
            <w:r w:rsidRPr="00E062F1">
              <w:rPr>
                <w:noProof/>
                <w:lang w:eastAsia="zh-CN"/>
              </w:rPr>
              <w:t>DC_12A_n260A</w:t>
            </w:r>
          </w:p>
          <w:p w14:paraId="6B668F5A" w14:textId="77777777" w:rsidR="008F0605" w:rsidRPr="00E062F1" w:rsidRDefault="008F0605" w:rsidP="00AB3F5A">
            <w:pPr>
              <w:pStyle w:val="TAC"/>
              <w:rPr>
                <w:lang w:eastAsia="ja-JP"/>
              </w:rPr>
            </w:pPr>
            <w:r w:rsidRPr="00E062F1">
              <w:rPr>
                <w:noProof/>
                <w:lang w:eastAsia="zh-CN"/>
              </w:rPr>
              <w:t>DC_30A_n260A</w:t>
            </w:r>
          </w:p>
        </w:tc>
      </w:tr>
      <w:tr w:rsidR="008F0605" w:rsidRPr="00E062F1" w14:paraId="0E906300" w14:textId="77777777" w:rsidTr="00AB3F5A">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tcPr>
          <w:p w14:paraId="1A13ED23" w14:textId="77777777" w:rsidR="008F0605" w:rsidRPr="00E062F1" w:rsidRDefault="008F0605" w:rsidP="00AB3F5A">
            <w:pPr>
              <w:pStyle w:val="TAC"/>
              <w:rPr>
                <w:noProof/>
                <w:lang w:eastAsia="zh-CN"/>
              </w:rPr>
            </w:pPr>
            <w:r w:rsidRPr="00E062F1">
              <w:rPr>
                <w:noProof/>
                <w:lang w:eastAsia="zh-CN"/>
              </w:rPr>
              <w:t>DC_12A-66A_n260A</w:t>
            </w:r>
          </w:p>
          <w:p w14:paraId="097D056D" w14:textId="77777777" w:rsidR="008F0605" w:rsidRPr="00E062F1" w:rsidRDefault="008F0605" w:rsidP="00AB3F5A">
            <w:pPr>
              <w:pStyle w:val="TAC"/>
              <w:rPr>
                <w:lang w:eastAsia="fi-FI"/>
              </w:rPr>
            </w:pPr>
            <w:r w:rsidRPr="00E062F1">
              <w:rPr>
                <w:lang w:eastAsia="fi-FI"/>
              </w:rPr>
              <w:t>DC_12</w:t>
            </w:r>
            <w:r w:rsidRPr="00E062F1">
              <w:rPr>
                <w:rFonts w:cs="Arial"/>
                <w:szCs w:val="18"/>
                <w:lang w:eastAsia="fi-FI"/>
              </w:rPr>
              <w:t>A</w:t>
            </w:r>
            <w:r w:rsidRPr="00E062F1">
              <w:rPr>
                <w:rFonts w:cs="Arial"/>
                <w:noProof/>
                <w:szCs w:val="18"/>
              </w:rPr>
              <w:t>-66A</w:t>
            </w:r>
            <w:r w:rsidRPr="00E062F1">
              <w:rPr>
                <w:rFonts w:cs="Arial"/>
                <w:szCs w:val="18"/>
                <w:lang w:eastAsia="fi-FI"/>
              </w:rPr>
              <w:t>_</w:t>
            </w:r>
            <w:r w:rsidRPr="00E062F1">
              <w:rPr>
                <w:lang w:eastAsia="fi-FI"/>
              </w:rPr>
              <w:t>n260G</w:t>
            </w:r>
          </w:p>
          <w:p w14:paraId="1C45D26F" w14:textId="77777777" w:rsidR="008F0605" w:rsidRPr="00E062F1" w:rsidRDefault="008F0605" w:rsidP="00AB3F5A">
            <w:pPr>
              <w:pStyle w:val="TAC"/>
              <w:rPr>
                <w:lang w:eastAsia="fi-FI"/>
              </w:rPr>
            </w:pPr>
            <w:r w:rsidRPr="00E062F1">
              <w:rPr>
                <w:lang w:eastAsia="fi-FI"/>
              </w:rPr>
              <w:t>DC_12A</w:t>
            </w:r>
            <w:r w:rsidRPr="00E062F1">
              <w:rPr>
                <w:rFonts w:cs="Arial"/>
                <w:noProof/>
                <w:szCs w:val="18"/>
              </w:rPr>
              <w:t>-66A</w:t>
            </w:r>
            <w:r w:rsidRPr="00E062F1">
              <w:rPr>
                <w:lang w:eastAsia="fi-FI"/>
              </w:rPr>
              <w:t>_n260H</w:t>
            </w:r>
          </w:p>
          <w:p w14:paraId="3DA6A9C4" w14:textId="77777777" w:rsidR="008F0605" w:rsidRPr="00E062F1" w:rsidRDefault="008F0605" w:rsidP="00AB3F5A">
            <w:pPr>
              <w:pStyle w:val="TAC"/>
              <w:rPr>
                <w:lang w:eastAsia="fi-FI"/>
              </w:rPr>
            </w:pPr>
            <w:r w:rsidRPr="00E062F1">
              <w:rPr>
                <w:lang w:eastAsia="fi-FI"/>
              </w:rPr>
              <w:t>DC_12A</w:t>
            </w:r>
            <w:r w:rsidRPr="00E062F1">
              <w:rPr>
                <w:rFonts w:cs="Arial"/>
                <w:noProof/>
                <w:szCs w:val="18"/>
              </w:rPr>
              <w:t>-66A</w:t>
            </w:r>
            <w:r w:rsidRPr="00E062F1">
              <w:rPr>
                <w:lang w:eastAsia="fi-FI"/>
              </w:rPr>
              <w:t>_n260I</w:t>
            </w:r>
          </w:p>
          <w:p w14:paraId="3DCB9BF2" w14:textId="77777777" w:rsidR="008F0605" w:rsidRPr="00E062F1" w:rsidRDefault="008F0605" w:rsidP="00AB3F5A">
            <w:pPr>
              <w:pStyle w:val="TAC"/>
              <w:rPr>
                <w:lang w:eastAsia="fi-FI"/>
              </w:rPr>
            </w:pPr>
            <w:r w:rsidRPr="00E062F1">
              <w:rPr>
                <w:lang w:eastAsia="fi-FI"/>
              </w:rPr>
              <w:t>DC_12A</w:t>
            </w:r>
            <w:r w:rsidRPr="00E062F1">
              <w:rPr>
                <w:rFonts w:cs="Arial"/>
                <w:noProof/>
                <w:szCs w:val="18"/>
              </w:rPr>
              <w:t>-66A</w:t>
            </w:r>
            <w:r w:rsidRPr="00E062F1">
              <w:rPr>
                <w:lang w:eastAsia="fi-FI"/>
              </w:rPr>
              <w:t>_n260J</w:t>
            </w:r>
          </w:p>
          <w:p w14:paraId="472A614A" w14:textId="77777777" w:rsidR="008F0605" w:rsidRPr="00E062F1" w:rsidRDefault="008F0605" w:rsidP="00AB3F5A">
            <w:pPr>
              <w:pStyle w:val="TAC"/>
              <w:rPr>
                <w:lang w:eastAsia="fi-FI"/>
              </w:rPr>
            </w:pPr>
            <w:r w:rsidRPr="00E062F1">
              <w:rPr>
                <w:lang w:eastAsia="fi-FI"/>
              </w:rPr>
              <w:t>DC_12A</w:t>
            </w:r>
            <w:r w:rsidRPr="00E062F1">
              <w:rPr>
                <w:rFonts w:cs="Arial"/>
                <w:noProof/>
                <w:szCs w:val="18"/>
              </w:rPr>
              <w:t>-66A</w:t>
            </w:r>
            <w:r w:rsidRPr="00E062F1">
              <w:rPr>
                <w:lang w:eastAsia="fi-FI"/>
              </w:rPr>
              <w:t>_n260K</w:t>
            </w:r>
          </w:p>
          <w:p w14:paraId="3FE32D93" w14:textId="77777777" w:rsidR="008F0605" w:rsidRPr="00E062F1" w:rsidRDefault="008F0605" w:rsidP="00AB3F5A">
            <w:pPr>
              <w:pStyle w:val="TAC"/>
              <w:rPr>
                <w:lang w:eastAsia="fi-FI"/>
              </w:rPr>
            </w:pPr>
            <w:r w:rsidRPr="00E062F1">
              <w:rPr>
                <w:lang w:eastAsia="fi-FI"/>
              </w:rPr>
              <w:t>DC_12A</w:t>
            </w:r>
            <w:r w:rsidRPr="00E062F1">
              <w:rPr>
                <w:rFonts w:cs="Arial"/>
                <w:noProof/>
                <w:szCs w:val="18"/>
              </w:rPr>
              <w:t>-66A</w:t>
            </w:r>
            <w:r w:rsidRPr="00E062F1">
              <w:rPr>
                <w:lang w:eastAsia="fi-FI"/>
              </w:rPr>
              <w:t>_n260L</w:t>
            </w:r>
          </w:p>
          <w:p w14:paraId="09582424" w14:textId="77777777" w:rsidR="008F0605" w:rsidRPr="00E062F1" w:rsidRDefault="008F0605" w:rsidP="00AB3F5A">
            <w:pPr>
              <w:pStyle w:val="TAC"/>
              <w:rPr>
                <w:rFonts w:cs="Arial"/>
                <w:lang w:eastAsia="ja-JP"/>
              </w:rPr>
            </w:pPr>
            <w:r w:rsidRPr="00E062F1">
              <w:rPr>
                <w:lang w:eastAsia="fi-FI"/>
              </w:rPr>
              <w:t>DC_12A</w:t>
            </w:r>
            <w:r w:rsidRPr="00E062F1">
              <w:rPr>
                <w:rFonts w:cs="Arial"/>
                <w:noProof/>
                <w:szCs w:val="18"/>
                <w:lang w:eastAsia="zh-CN"/>
              </w:rPr>
              <w:t>-66A</w:t>
            </w:r>
            <w:r w:rsidRPr="00E062F1">
              <w:rPr>
                <w:lang w:eastAsia="fi-FI"/>
              </w:rPr>
              <w:t>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56F3459" w14:textId="77777777" w:rsidR="008F0605" w:rsidRPr="00E062F1" w:rsidRDefault="008F0605" w:rsidP="00AB3F5A">
            <w:pPr>
              <w:pStyle w:val="TAC"/>
              <w:rPr>
                <w:noProof/>
                <w:lang w:eastAsia="zh-CN"/>
              </w:rPr>
            </w:pPr>
            <w:r w:rsidRPr="00E062F1">
              <w:rPr>
                <w:noProof/>
                <w:lang w:eastAsia="zh-CN"/>
              </w:rPr>
              <w:t>DC_12A_n260A</w:t>
            </w:r>
          </w:p>
          <w:p w14:paraId="663807CE" w14:textId="77777777" w:rsidR="008F0605" w:rsidRPr="00E062F1" w:rsidRDefault="008F0605" w:rsidP="00AB3F5A">
            <w:pPr>
              <w:pStyle w:val="TAC"/>
              <w:rPr>
                <w:lang w:eastAsia="ja-JP"/>
              </w:rPr>
            </w:pPr>
            <w:r w:rsidRPr="00E062F1">
              <w:rPr>
                <w:noProof/>
                <w:lang w:eastAsia="zh-CN"/>
              </w:rPr>
              <w:t>DC_66A_n260A</w:t>
            </w:r>
          </w:p>
        </w:tc>
      </w:tr>
      <w:tr w:rsidR="008F0605" w:rsidRPr="00E062F1" w14:paraId="6FD1C057" w14:textId="77777777" w:rsidTr="00AB3F5A">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tcPr>
          <w:p w14:paraId="54329F76" w14:textId="77777777" w:rsidR="008F0605" w:rsidRPr="00E062F1" w:rsidRDefault="008F0605" w:rsidP="00AB3F5A">
            <w:pPr>
              <w:pStyle w:val="TAC"/>
              <w:rPr>
                <w:noProof/>
                <w:lang w:eastAsia="zh-CN"/>
              </w:rPr>
            </w:pPr>
            <w:r w:rsidRPr="00E062F1">
              <w:rPr>
                <w:noProof/>
                <w:lang w:eastAsia="zh-CN"/>
              </w:rPr>
              <w:t>DC_12A-66A-66A_n260A</w:t>
            </w:r>
          </w:p>
          <w:p w14:paraId="351C4F01" w14:textId="77777777" w:rsidR="008F0605" w:rsidRPr="00E062F1" w:rsidRDefault="008F0605" w:rsidP="00AB3F5A">
            <w:pPr>
              <w:pStyle w:val="TAC"/>
            </w:pPr>
            <w:r w:rsidRPr="00E062F1">
              <w:t>DC_12A-66A-66A_n260G</w:t>
            </w:r>
          </w:p>
          <w:p w14:paraId="1A0FAABD" w14:textId="77777777" w:rsidR="008F0605" w:rsidRPr="00E062F1" w:rsidRDefault="008F0605" w:rsidP="00AB3F5A">
            <w:pPr>
              <w:pStyle w:val="TAC"/>
              <w:rPr>
                <w:lang w:eastAsia="fr-FR"/>
              </w:rPr>
            </w:pPr>
            <w:r w:rsidRPr="00E062F1">
              <w:t>DC_12A-66A-66A_n260H</w:t>
            </w:r>
          </w:p>
          <w:p w14:paraId="6615D22D" w14:textId="77777777" w:rsidR="008F0605" w:rsidRPr="00E062F1" w:rsidRDefault="008F0605" w:rsidP="00AB3F5A">
            <w:pPr>
              <w:pStyle w:val="TAC"/>
              <w:rPr>
                <w:noProof/>
                <w:lang w:eastAsia="zh-CN"/>
              </w:rPr>
            </w:pPr>
            <w:r w:rsidRPr="00E062F1">
              <w:t>DC_12A-66A-66A_n260I</w:t>
            </w:r>
          </w:p>
          <w:p w14:paraId="6E2CE70E" w14:textId="77777777" w:rsidR="008F0605" w:rsidRPr="00E062F1" w:rsidRDefault="008F0605" w:rsidP="00AB3F5A">
            <w:pPr>
              <w:pStyle w:val="TAC"/>
              <w:rPr>
                <w:noProof/>
                <w:lang w:eastAsia="zh-CN"/>
              </w:rPr>
            </w:pPr>
            <w:r w:rsidRPr="00E062F1">
              <w:t>DC_12A-66A-66A_n260J</w:t>
            </w:r>
          </w:p>
          <w:p w14:paraId="4BA8F4B4" w14:textId="77777777" w:rsidR="008F0605" w:rsidRPr="00E062F1" w:rsidRDefault="008F0605" w:rsidP="00AB3F5A">
            <w:pPr>
              <w:pStyle w:val="TAC"/>
              <w:rPr>
                <w:noProof/>
                <w:lang w:eastAsia="zh-CN"/>
              </w:rPr>
            </w:pPr>
            <w:r w:rsidRPr="00E062F1">
              <w:t>DC_12A-66A-66A_n260K</w:t>
            </w:r>
          </w:p>
          <w:p w14:paraId="2BC07788" w14:textId="77777777" w:rsidR="008F0605" w:rsidRPr="00E062F1" w:rsidRDefault="008F0605" w:rsidP="00AB3F5A">
            <w:pPr>
              <w:pStyle w:val="TAC"/>
              <w:rPr>
                <w:noProof/>
                <w:lang w:eastAsia="zh-CN"/>
              </w:rPr>
            </w:pPr>
            <w:r w:rsidRPr="00E062F1">
              <w:t>DC_12A-66A-66A_n260L</w:t>
            </w:r>
          </w:p>
          <w:p w14:paraId="11B66397" w14:textId="77777777" w:rsidR="008F0605" w:rsidRPr="00E062F1" w:rsidRDefault="008F0605" w:rsidP="00AB3F5A">
            <w:pPr>
              <w:pStyle w:val="TAC"/>
              <w:rPr>
                <w:rFonts w:cs="Arial"/>
                <w:lang w:eastAsia="ja-JP"/>
              </w:rPr>
            </w:pPr>
            <w:r w:rsidRPr="00E062F1">
              <w:t>DC_12A-66A-66A_n260M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D1760C3" w14:textId="77777777" w:rsidR="008F0605" w:rsidRPr="00E062F1" w:rsidRDefault="008F0605" w:rsidP="00AB3F5A">
            <w:pPr>
              <w:pStyle w:val="TAC"/>
              <w:rPr>
                <w:noProof/>
                <w:lang w:eastAsia="zh-CN"/>
              </w:rPr>
            </w:pPr>
            <w:r w:rsidRPr="00E062F1">
              <w:rPr>
                <w:noProof/>
                <w:lang w:eastAsia="zh-CN"/>
              </w:rPr>
              <w:t>DC_12A_n260A</w:t>
            </w:r>
          </w:p>
          <w:p w14:paraId="24E7E891" w14:textId="77777777" w:rsidR="008F0605" w:rsidRPr="00E062F1" w:rsidRDefault="008F0605" w:rsidP="00AB3F5A">
            <w:pPr>
              <w:pStyle w:val="TAC"/>
              <w:rPr>
                <w:lang w:eastAsia="ja-JP"/>
              </w:rPr>
            </w:pPr>
            <w:r w:rsidRPr="00E062F1">
              <w:rPr>
                <w:noProof/>
                <w:lang w:eastAsia="zh-CN"/>
              </w:rPr>
              <w:t>DC_66A_n260A</w:t>
            </w:r>
          </w:p>
        </w:tc>
      </w:tr>
      <w:tr w:rsidR="008F0605" w:rsidRPr="00E062F1" w14:paraId="2D32F381" w14:textId="77777777" w:rsidTr="00AB3F5A">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tcPr>
          <w:p w14:paraId="5CCCB640" w14:textId="77777777" w:rsidR="008F0605" w:rsidRPr="00E062F1" w:rsidRDefault="008F0605" w:rsidP="00AB3F5A">
            <w:pPr>
              <w:pStyle w:val="TAC"/>
              <w:rPr>
                <w:rFonts w:cs="Arial"/>
                <w:color w:val="000000"/>
                <w:szCs w:val="18"/>
                <w:lang w:eastAsia="zh-CN"/>
              </w:rPr>
            </w:pPr>
            <w:r w:rsidRPr="00E062F1">
              <w:rPr>
                <w:noProof/>
                <w:lang w:eastAsia="zh-CN"/>
              </w:rPr>
              <w:lastRenderedPageBreak/>
              <w:t>DC_13A-66A_n257A</w:t>
            </w:r>
            <w:r w:rsidRPr="00E062F1">
              <w:rPr>
                <w:noProof/>
                <w:vertAlign w:val="superscript"/>
                <w:lang w:eastAsia="zh-CN"/>
              </w:rPr>
              <w:t>2</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4789DC7" w14:textId="77777777" w:rsidR="008F0605" w:rsidRPr="00E062F1" w:rsidRDefault="008F0605" w:rsidP="00AB3F5A">
            <w:pPr>
              <w:pStyle w:val="TAC"/>
              <w:rPr>
                <w:noProof/>
                <w:lang w:eastAsia="zh-CN"/>
              </w:rPr>
            </w:pPr>
            <w:r w:rsidRPr="00E062F1">
              <w:rPr>
                <w:noProof/>
                <w:lang w:eastAsia="zh-CN"/>
              </w:rPr>
              <w:t>DC_13A_n257A</w:t>
            </w:r>
          </w:p>
          <w:p w14:paraId="12499DAF" w14:textId="77777777" w:rsidR="008F0605" w:rsidRPr="00E062F1" w:rsidRDefault="008F0605" w:rsidP="00AB3F5A">
            <w:pPr>
              <w:pStyle w:val="TAC"/>
              <w:rPr>
                <w:rFonts w:cs="Arial"/>
                <w:color w:val="000000"/>
                <w:szCs w:val="18"/>
                <w:lang w:eastAsia="zh-CN"/>
              </w:rPr>
            </w:pPr>
            <w:r w:rsidRPr="00E062F1">
              <w:rPr>
                <w:noProof/>
                <w:lang w:eastAsia="zh-CN"/>
              </w:rPr>
              <w:t>DC_66A_n257A</w:t>
            </w:r>
          </w:p>
        </w:tc>
      </w:tr>
      <w:tr w:rsidR="00944F22" w:rsidRPr="00E062F1" w14:paraId="5BCAAF43"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543875E"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DC_13A-66A-66A_n260A</w:t>
            </w:r>
          </w:p>
          <w:p w14:paraId="5AACE46F"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DC_13A-66A-66A_n260G</w:t>
            </w:r>
          </w:p>
          <w:p w14:paraId="35C45483"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DC_13A-66A-66A_n260H</w:t>
            </w:r>
          </w:p>
          <w:p w14:paraId="47EAE56E"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DC_13A-66A-66A_n260I</w:t>
            </w:r>
          </w:p>
          <w:p w14:paraId="19707D83"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DC_13A-66A-66A_n260J</w:t>
            </w:r>
          </w:p>
          <w:p w14:paraId="0B8BC82F"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DC_13A-66A-66A_n260K</w:t>
            </w:r>
          </w:p>
          <w:p w14:paraId="0C8B7264"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DC_13A-66A-66A_n260L</w:t>
            </w:r>
          </w:p>
          <w:p w14:paraId="5CB02C76" w14:textId="77777777" w:rsidR="00944F22" w:rsidRPr="00E062F1" w:rsidRDefault="00944F22" w:rsidP="006B3BD2">
            <w:pPr>
              <w:pStyle w:val="TAC"/>
              <w:rPr>
                <w:noProof/>
                <w:lang w:eastAsia="zh-CN"/>
              </w:rPr>
            </w:pPr>
            <w:r w:rsidRPr="00E062F1">
              <w:rPr>
                <w:rFonts w:cs="Arial"/>
                <w:color w:val="000000"/>
                <w:szCs w:val="18"/>
                <w:lang w:eastAsia="zh-CN"/>
              </w:rPr>
              <w:t>DC_13A-66A-66A_n260M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DA6854E" w14:textId="7EE9B3F2"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DC_13A_n260A</w:t>
            </w:r>
          </w:p>
          <w:p w14:paraId="365268E6" w14:textId="77777777" w:rsidR="008F0605" w:rsidRDefault="00944F22" w:rsidP="008F0605">
            <w:pPr>
              <w:pStyle w:val="TAC"/>
              <w:rPr>
                <w:rFonts w:cs="Arial"/>
                <w:color w:val="000000"/>
                <w:szCs w:val="18"/>
                <w:lang w:eastAsia="zh-CN"/>
              </w:rPr>
            </w:pPr>
            <w:r w:rsidRPr="00E062F1">
              <w:rPr>
                <w:rFonts w:cs="Arial"/>
                <w:color w:val="000000"/>
                <w:szCs w:val="18"/>
                <w:lang w:eastAsia="zh-CN"/>
              </w:rPr>
              <w:t>DC_66A_n260A</w:t>
            </w:r>
          </w:p>
          <w:p w14:paraId="128F076A" w14:textId="77777777" w:rsidR="008F0605" w:rsidRPr="00EF5447" w:rsidRDefault="008F0605" w:rsidP="008F0605">
            <w:pPr>
              <w:pStyle w:val="TAC"/>
              <w:rPr>
                <w:rFonts w:cs="Arial"/>
                <w:color w:val="000000"/>
                <w:szCs w:val="18"/>
                <w:lang w:eastAsia="zh-CN"/>
              </w:rPr>
            </w:pPr>
            <w:r w:rsidRPr="00EF5447">
              <w:rPr>
                <w:rFonts w:cs="Arial"/>
                <w:color w:val="000000"/>
                <w:szCs w:val="18"/>
                <w:lang w:eastAsia="zh-CN"/>
              </w:rPr>
              <w:t>DC_13A_n260G</w:t>
            </w:r>
          </w:p>
          <w:p w14:paraId="141C2868" w14:textId="77777777" w:rsidR="008F0605" w:rsidRDefault="008F0605" w:rsidP="008F0605">
            <w:pPr>
              <w:pStyle w:val="TAC"/>
              <w:rPr>
                <w:rFonts w:cs="Arial"/>
                <w:color w:val="000000"/>
                <w:szCs w:val="18"/>
                <w:lang w:eastAsia="zh-CN"/>
              </w:rPr>
            </w:pPr>
            <w:r w:rsidRPr="00EF5447">
              <w:rPr>
                <w:rFonts w:cs="Arial"/>
                <w:color w:val="000000"/>
                <w:szCs w:val="18"/>
                <w:lang w:eastAsia="zh-CN"/>
              </w:rPr>
              <w:t>DC_66A_n260G</w:t>
            </w:r>
          </w:p>
          <w:p w14:paraId="1746C86B" w14:textId="77777777" w:rsidR="008F0605" w:rsidRPr="00EF5447" w:rsidRDefault="008F0605" w:rsidP="008F0605">
            <w:pPr>
              <w:pStyle w:val="TAC"/>
              <w:rPr>
                <w:rFonts w:cs="Arial"/>
                <w:color w:val="000000"/>
                <w:szCs w:val="18"/>
                <w:lang w:eastAsia="zh-CN"/>
              </w:rPr>
            </w:pPr>
            <w:r w:rsidRPr="00EF5447">
              <w:rPr>
                <w:rFonts w:cs="Arial"/>
                <w:color w:val="000000"/>
                <w:szCs w:val="18"/>
                <w:lang w:eastAsia="zh-CN"/>
              </w:rPr>
              <w:t>DC_13A_n260H</w:t>
            </w:r>
          </w:p>
          <w:p w14:paraId="118371E9" w14:textId="77777777" w:rsidR="008F0605" w:rsidRDefault="008F0605" w:rsidP="008F0605">
            <w:pPr>
              <w:pStyle w:val="TAC"/>
              <w:rPr>
                <w:rFonts w:cs="Arial"/>
                <w:color w:val="000000"/>
                <w:szCs w:val="18"/>
                <w:lang w:eastAsia="zh-CN"/>
              </w:rPr>
            </w:pPr>
            <w:r w:rsidRPr="00EF5447">
              <w:rPr>
                <w:rFonts w:cs="Arial"/>
                <w:color w:val="000000"/>
                <w:szCs w:val="18"/>
                <w:lang w:eastAsia="zh-CN"/>
              </w:rPr>
              <w:t>DC_66A_n260H</w:t>
            </w:r>
          </w:p>
          <w:p w14:paraId="7AB5C498" w14:textId="77777777" w:rsidR="008F0605" w:rsidRPr="00EF5447" w:rsidRDefault="008F0605" w:rsidP="008F0605">
            <w:pPr>
              <w:pStyle w:val="TAC"/>
              <w:rPr>
                <w:lang w:eastAsia="zh-CN"/>
              </w:rPr>
            </w:pPr>
            <w:r w:rsidRPr="00EF5447">
              <w:rPr>
                <w:lang w:eastAsia="zh-CN"/>
              </w:rPr>
              <w:t>DC_13A_n260I</w:t>
            </w:r>
          </w:p>
          <w:p w14:paraId="2854E465" w14:textId="2A43E9F7" w:rsidR="00944F22" w:rsidRPr="00E062F1" w:rsidRDefault="008F0605" w:rsidP="008F0605">
            <w:pPr>
              <w:pStyle w:val="TAC"/>
              <w:rPr>
                <w:noProof/>
                <w:lang w:eastAsia="zh-CN"/>
              </w:rPr>
            </w:pPr>
            <w:r w:rsidRPr="00EF5447">
              <w:rPr>
                <w:lang w:eastAsia="zh-CN"/>
              </w:rPr>
              <w:t>DC_66A_n260I</w:t>
            </w:r>
          </w:p>
        </w:tc>
      </w:tr>
      <w:tr w:rsidR="00944F22" w:rsidRPr="00E062F1" w14:paraId="49283D61"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9B27C81" w14:textId="77777777" w:rsidR="00944F22" w:rsidRPr="00E062F1" w:rsidRDefault="00944F22" w:rsidP="006B3BD2">
            <w:pPr>
              <w:pStyle w:val="TAC"/>
              <w:rPr>
                <w:lang w:eastAsia="zh-CN"/>
              </w:rPr>
            </w:pPr>
            <w:r w:rsidRPr="00E062F1">
              <w:rPr>
                <w:lang w:eastAsia="zh-CN"/>
              </w:rPr>
              <w:t>DC_13A-66A_n260A</w:t>
            </w:r>
          </w:p>
          <w:p w14:paraId="1F5F0834" w14:textId="77777777" w:rsidR="00944F22" w:rsidRPr="00E062F1" w:rsidRDefault="00944F22" w:rsidP="006B3BD2">
            <w:pPr>
              <w:pStyle w:val="TAC"/>
              <w:rPr>
                <w:lang w:eastAsia="zh-CN"/>
              </w:rPr>
            </w:pPr>
            <w:r w:rsidRPr="00E062F1">
              <w:rPr>
                <w:lang w:eastAsia="zh-CN"/>
              </w:rPr>
              <w:t>DC_13A-66A_n260G</w:t>
            </w:r>
          </w:p>
          <w:p w14:paraId="1BCA743B" w14:textId="77777777" w:rsidR="00944F22" w:rsidRPr="00E062F1" w:rsidRDefault="00944F22" w:rsidP="006B3BD2">
            <w:pPr>
              <w:pStyle w:val="TAC"/>
              <w:rPr>
                <w:lang w:eastAsia="zh-CN"/>
              </w:rPr>
            </w:pPr>
            <w:r w:rsidRPr="00E062F1">
              <w:rPr>
                <w:lang w:eastAsia="zh-CN"/>
              </w:rPr>
              <w:t>DC_13A-66A_n260H</w:t>
            </w:r>
          </w:p>
          <w:p w14:paraId="40D9BDE5" w14:textId="77777777" w:rsidR="00944F22" w:rsidRPr="00E062F1" w:rsidRDefault="00944F22" w:rsidP="006B3BD2">
            <w:pPr>
              <w:pStyle w:val="TAC"/>
              <w:rPr>
                <w:lang w:eastAsia="zh-CN"/>
              </w:rPr>
            </w:pPr>
            <w:r w:rsidRPr="00E062F1">
              <w:rPr>
                <w:lang w:eastAsia="zh-CN"/>
              </w:rPr>
              <w:t>DC_13A-66A_n260I</w:t>
            </w:r>
          </w:p>
          <w:p w14:paraId="7C56D873" w14:textId="77777777" w:rsidR="00944F22" w:rsidRPr="00E062F1" w:rsidRDefault="00944F22" w:rsidP="006B3BD2">
            <w:pPr>
              <w:pStyle w:val="TAC"/>
              <w:rPr>
                <w:lang w:eastAsia="zh-CN"/>
              </w:rPr>
            </w:pPr>
            <w:r w:rsidRPr="00E062F1">
              <w:rPr>
                <w:lang w:eastAsia="zh-CN"/>
              </w:rPr>
              <w:t>DC_13A-66A_n260J</w:t>
            </w:r>
          </w:p>
          <w:p w14:paraId="2ABAA0F3" w14:textId="77777777" w:rsidR="00944F22" w:rsidRPr="00E062F1" w:rsidRDefault="00944F22" w:rsidP="006B3BD2">
            <w:pPr>
              <w:pStyle w:val="TAC"/>
              <w:rPr>
                <w:lang w:eastAsia="zh-CN"/>
              </w:rPr>
            </w:pPr>
            <w:r w:rsidRPr="00E062F1">
              <w:rPr>
                <w:lang w:eastAsia="zh-CN"/>
              </w:rPr>
              <w:t>DC_13A-66A_n260K</w:t>
            </w:r>
          </w:p>
          <w:p w14:paraId="54BD56C7" w14:textId="77777777" w:rsidR="00944F22" w:rsidRPr="00E062F1" w:rsidRDefault="00944F22" w:rsidP="006B3BD2">
            <w:pPr>
              <w:pStyle w:val="TAC"/>
              <w:rPr>
                <w:lang w:eastAsia="zh-CN"/>
              </w:rPr>
            </w:pPr>
            <w:r w:rsidRPr="00E062F1">
              <w:rPr>
                <w:lang w:eastAsia="zh-CN"/>
              </w:rPr>
              <w:t>DC_13A-66A_n260L</w:t>
            </w:r>
          </w:p>
          <w:p w14:paraId="7EB6FB96" w14:textId="77777777" w:rsidR="00944F22" w:rsidRPr="00E062F1" w:rsidRDefault="00944F22" w:rsidP="006B3BD2">
            <w:pPr>
              <w:pStyle w:val="TAC"/>
              <w:rPr>
                <w:rFonts w:cs="Arial"/>
                <w:color w:val="000000"/>
                <w:szCs w:val="18"/>
                <w:lang w:eastAsia="zh-CN"/>
              </w:rPr>
            </w:pPr>
            <w:r w:rsidRPr="00E062F1">
              <w:rPr>
                <w:lang w:eastAsia="zh-CN"/>
              </w:rPr>
              <w:t>DC_13A-66A_n260M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CDEADE4" w14:textId="66A952D5" w:rsidR="00944F22" w:rsidRPr="00E062F1" w:rsidRDefault="00944F22" w:rsidP="006B3BD2">
            <w:pPr>
              <w:pStyle w:val="TAC"/>
              <w:rPr>
                <w:lang w:eastAsia="zh-CN"/>
              </w:rPr>
            </w:pPr>
            <w:r w:rsidRPr="00E062F1">
              <w:rPr>
                <w:lang w:eastAsia="zh-CN"/>
              </w:rPr>
              <w:t>DC_13A_n260A</w:t>
            </w:r>
          </w:p>
          <w:p w14:paraId="0915DD0D" w14:textId="77777777" w:rsidR="008F0605" w:rsidRDefault="00944F22" w:rsidP="008F0605">
            <w:pPr>
              <w:pStyle w:val="TAC"/>
              <w:rPr>
                <w:rFonts w:cs="Arial"/>
                <w:color w:val="000000"/>
                <w:szCs w:val="18"/>
                <w:lang w:eastAsia="zh-CN"/>
              </w:rPr>
            </w:pPr>
            <w:r w:rsidRPr="00E062F1">
              <w:rPr>
                <w:lang w:eastAsia="zh-CN"/>
              </w:rPr>
              <w:t>DC_66A_n260A</w:t>
            </w:r>
          </w:p>
          <w:p w14:paraId="26CE0228" w14:textId="77777777" w:rsidR="008F0605" w:rsidRPr="00EF5447" w:rsidRDefault="008F0605" w:rsidP="008F0605">
            <w:pPr>
              <w:pStyle w:val="TAC"/>
              <w:rPr>
                <w:rFonts w:cs="Arial"/>
                <w:color w:val="000000"/>
                <w:szCs w:val="18"/>
                <w:lang w:eastAsia="zh-CN"/>
              </w:rPr>
            </w:pPr>
            <w:r w:rsidRPr="00EF5447">
              <w:rPr>
                <w:rFonts w:cs="Arial"/>
                <w:color w:val="000000"/>
                <w:szCs w:val="18"/>
                <w:lang w:eastAsia="zh-CN"/>
              </w:rPr>
              <w:t>DC_13A_n260G</w:t>
            </w:r>
          </w:p>
          <w:p w14:paraId="4835887B" w14:textId="77777777" w:rsidR="008F0605" w:rsidRDefault="008F0605" w:rsidP="008F0605">
            <w:pPr>
              <w:pStyle w:val="TAC"/>
              <w:rPr>
                <w:rFonts w:cs="Arial"/>
                <w:color w:val="000000"/>
                <w:szCs w:val="18"/>
                <w:lang w:eastAsia="zh-CN"/>
              </w:rPr>
            </w:pPr>
            <w:r w:rsidRPr="00EF5447">
              <w:rPr>
                <w:rFonts w:cs="Arial"/>
                <w:color w:val="000000"/>
                <w:szCs w:val="18"/>
                <w:lang w:eastAsia="zh-CN"/>
              </w:rPr>
              <w:t>DC_66A_n260G</w:t>
            </w:r>
          </w:p>
          <w:p w14:paraId="48C1A941" w14:textId="77777777" w:rsidR="008F0605" w:rsidRPr="00EF5447" w:rsidRDefault="008F0605" w:rsidP="008F0605">
            <w:pPr>
              <w:pStyle w:val="TAC"/>
              <w:rPr>
                <w:rFonts w:cs="Arial"/>
                <w:color w:val="000000"/>
                <w:szCs w:val="18"/>
                <w:lang w:eastAsia="zh-CN"/>
              </w:rPr>
            </w:pPr>
            <w:r w:rsidRPr="00EF5447">
              <w:rPr>
                <w:rFonts w:cs="Arial"/>
                <w:color w:val="000000"/>
                <w:szCs w:val="18"/>
                <w:lang w:eastAsia="zh-CN"/>
              </w:rPr>
              <w:t>DC_13A_n260H</w:t>
            </w:r>
          </w:p>
          <w:p w14:paraId="488702E5" w14:textId="77777777" w:rsidR="008F0605" w:rsidRDefault="008F0605" w:rsidP="008F0605">
            <w:pPr>
              <w:pStyle w:val="TAC"/>
              <w:rPr>
                <w:rFonts w:cs="Arial"/>
                <w:color w:val="000000"/>
                <w:szCs w:val="18"/>
                <w:lang w:eastAsia="zh-CN"/>
              </w:rPr>
            </w:pPr>
            <w:r w:rsidRPr="00EF5447">
              <w:rPr>
                <w:rFonts w:cs="Arial"/>
                <w:color w:val="000000"/>
                <w:szCs w:val="18"/>
                <w:lang w:eastAsia="zh-CN"/>
              </w:rPr>
              <w:t>DC_66A_n260H</w:t>
            </w:r>
          </w:p>
          <w:p w14:paraId="7E86F4B0" w14:textId="77777777" w:rsidR="008F0605" w:rsidRPr="00EF5447" w:rsidRDefault="008F0605" w:rsidP="008F0605">
            <w:pPr>
              <w:pStyle w:val="TAC"/>
              <w:rPr>
                <w:lang w:eastAsia="zh-CN"/>
              </w:rPr>
            </w:pPr>
            <w:r w:rsidRPr="00EF5447">
              <w:rPr>
                <w:lang w:eastAsia="zh-CN"/>
              </w:rPr>
              <w:t>DC_13A_n260I</w:t>
            </w:r>
          </w:p>
          <w:p w14:paraId="15C1DC2C" w14:textId="1A65FA8D" w:rsidR="00944F22" w:rsidRPr="00E062F1" w:rsidRDefault="008F0605" w:rsidP="008F0605">
            <w:pPr>
              <w:pStyle w:val="TAC"/>
              <w:rPr>
                <w:rFonts w:cs="Arial"/>
                <w:color w:val="000000"/>
                <w:szCs w:val="18"/>
                <w:lang w:eastAsia="zh-CN"/>
              </w:rPr>
            </w:pPr>
            <w:r w:rsidRPr="00EF5447">
              <w:rPr>
                <w:lang w:eastAsia="zh-CN"/>
              </w:rPr>
              <w:t>DC_66A_n260I</w:t>
            </w:r>
          </w:p>
        </w:tc>
      </w:tr>
      <w:tr w:rsidR="00944F22" w:rsidRPr="00E062F1" w14:paraId="3B143881"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7C79153"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DC_13A-66A_n260(2A)</w:t>
            </w:r>
          </w:p>
          <w:p w14:paraId="2E1EE3E3"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DC_13A-66A_n260(3A)</w:t>
            </w:r>
          </w:p>
          <w:p w14:paraId="721940EC"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DC_13A-66A_n260(4A)</w:t>
            </w:r>
          </w:p>
          <w:p w14:paraId="4DDC862F"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DC_13A-66A_n260(5A)</w:t>
            </w:r>
          </w:p>
          <w:p w14:paraId="20149B02"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DC_13A-66A_n260(6A)</w:t>
            </w:r>
          </w:p>
          <w:p w14:paraId="518B5EB6"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DC_13A-66A_n260(2G)</w:t>
            </w:r>
          </w:p>
          <w:p w14:paraId="6ABD54CA"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DC_13A-66A_n260(2H)</w:t>
            </w:r>
          </w:p>
          <w:p w14:paraId="7C6AC011"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DC_13A-66A_n260(A-G)</w:t>
            </w:r>
          </w:p>
          <w:p w14:paraId="26574197"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DC_13A-66A_n260(A-H)</w:t>
            </w:r>
          </w:p>
          <w:p w14:paraId="7C7C099B"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DC_13A-66A_n260(A-2G)</w:t>
            </w:r>
          </w:p>
          <w:p w14:paraId="3D8971A6"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DC_13A-66A_n260(2A-G)</w:t>
            </w:r>
          </w:p>
          <w:p w14:paraId="5CD9CE56"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DC_13A-66A_n260(2A-2G)</w:t>
            </w:r>
          </w:p>
          <w:p w14:paraId="2ACD9BB3"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DC_13A-66A_n260(3A-G)</w:t>
            </w:r>
          </w:p>
          <w:p w14:paraId="2CDAEF6E"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DC_13A-66A_n260(G-H)</w:t>
            </w:r>
          </w:p>
          <w:p w14:paraId="66201AC9"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DC_13A-66A-66A_n260(2A)</w:t>
            </w:r>
          </w:p>
          <w:p w14:paraId="78B08A53"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DC_13A-66A-66A_n260(3A)</w:t>
            </w:r>
          </w:p>
          <w:p w14:paraId="27B79547"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DC_13A-66A-66A_n260(4A)</w:t>
            </w:r>
          </w:p>
          <w:p w14:paraId="48E699D6"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DC_13A-66A-66A_n260(5A)</w:t>
            </w:r>
          </w:p>
          <w:p w14:paraId="51A886CD"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DC_13A-66A-66A_n260(6A)</w:t>
            </w:r>
          </w:p>
          <w:p w14:paraId="49483B11"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DC_13A-66A-66A_n260(2G)</w:t>
            </w:r>
          </w:p>
          <w:p w14:paraId="730ED7C9"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DC_13A-66A-66A_n260(2H)</w:t>
            </w:r>
          </w:p>
          <w:p w14:paraId="1B792758"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DC_13A-66A-66A_n260(A-G)</w:t>
            </w:r>
          </w:p>
          <w:p w14:paraId="11E70F0C"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DC_13A-66A-66A_n260(A-H)</w:t>
            </w:r>
          </w:p>
          <w:p w14:paraId="6838FC0D"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DC_13A-66A-66A_n260(A-2G)</w:t>
            </w:r>
          </w:p>
          <w:p w14:paraId="6D2A5D81"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DC_13A-66A-66A_n260(2A-G)</w:t>
            </w:r>
          </w:p>
          <w:p w14:paraId="0D521574"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DC_13A-66A-66A_n260(2A-2G)</w:t>
            </w:r>
          </w:p>
          <w:p w14:paraId="210DB2B9"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DC_13A-66A-66A_n260(3A-G)</w:t>
            </w:r>
          </w:p>
          <w:p w14:paraId="258E23CC" w14:textId="77777777" w:rsidR="00944F22" w:rsidRPr="00E062F1" w:rsidRDefault="00944F22" w:rsidP="006B3BD2">
            <w:pPr>
              <w:pStyle w:val="TAC"/>
              <w:rPr>
                <w:noProof/>
                <w:lang w:eastAsia="zh-CN"/>
              </w:rPr>
            </w:pPr>
            <w:r w:rsidRPr="00E062F1">
              <w:rPr>
                <w:rFonts w:cs="Arial"/>
                <w:color w:val="000000"/>
                <w:szCs w:val="18"/>
                <w:lang w:eastAsia="zh-CN"/>
              </w:rPr>
              <w:t>DC_13A-66A-66A_n260(G-H)</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900129D" w14:textId="08DBA26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DC_13A_n260A</w:t>
            </w:r>
          </w:p>
          <w:p w14:paraId="72D6F224" w14:textId="77777777" w:rsidR="00944F22" w:rsidRPr="00E062F1" w:rsidRDefault="00944F22" w:rsidP="006B3BD2">
            <w:pPr>
              <w:pStyle w:val="TAC"/>
              <w:rPr>
                <w:noProof/>
                <w:lang w:eastAsia="zh-CN"/>
              </w:rPr>
            </w:pPr>
            <w:r w:rsidRPr="00E062F1">
              <w:rPr>
                <w:rFonts w:cs="Arial"/>
                <w:color w:val="000000"/>
                <w:szCs w:val="18"/>
                <w:lang w:eastAsia="zh-CN"/>
              </w:rPr>
              <w:t>DC_66A_n260A</w:t>
            </w:r>
          </w:p>
        </w:tc>
      </w:tr>
      <w:tr w:rsidR="00944F22" w:rsidRPr="00E062F1" w14:paraId="25871E50"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0C07023"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DC_13A-66A-66A_n261A</w:t>
            </w:r>
          </w:p>
          <w:p w14:paraId="219AD72B"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DC_13A-66A-66A_n261G</w:t>
            </w:r>
          </w:p>
          <w:p w14:paraId="4C3D4830"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DC_13A-66A-66A_n261H</w:t>
            </w:r>
          </w:p>
          <w:p w14:paraId="660742C9"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DC_13A-66A-66A_n261I</w:t>
            </w:r>
          </w:p>
          <w:p w14:paraId="3F9A01B2"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DC_13A-66A-66A_n261J</w:t>
            </w:r>
          </w:p>
          <w:p w14:paraId="123FD9FE"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DC_13A-66A-66A_n261K</w:t>
            </w:r>
          </w:p>
          <w:p w14:paraId="369A8DF6"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DC_13A-66A-66A_n261L</w:t>
            </w:r>
          </w:p>
          <w:p w14:paraId="6244E20B" w14:textId="77777777" w:rsidR="00944F22" w:rsidRPr="00E062F1" w:rsidRDefault="00944F22" w:rsidP="006B3BD2">
            <w:pPr>
              <w:pStyle w:val="TAC"/>
              <w:rPr>
                <w:noProof/>
                <w:lang w:eastAsia="zh-CN"/>
              </w:rPr>
            </w:pPr>
            <w:r w:rsidRPr="00E062F1">
              <w:rPr>
                <w:rFonts w:cs="Arial"/>
                <w:color w:val="000000"/>
                <w:szCs w:val="18"/>
                <w:lang w:eastAsia="zh-CN"/>
              </w:rPr>
              <w:t>DC_13A-66A-66A_n261M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7A0AB5F" w14:textId="1C263BDB"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DC_13A_n261A</w:t>
            </w:r>
          </w:p>
          <w:p w14:paraId="54EDFB32" w14:textId="77777777" w:rsidR="008F0605" w:rsidRDefault="00944F22" w:rsidP="008F0605">
            <w:pPr>
              <w:pStyle w:val="TAC"/>
              <w:rPr>
                <w:lang w:eastAsia="zh-CN"/>
              </w:rPr>
            </w:pPr>
            <w:r w:rsidRPr="00E062F1">
              <w:rPr>
                <w:rFonts w:cs="Arial"/>
                <w:color w:val="000000"/>
                <w:szCs w:val="18"/>
                <w:lang w:eastAsia="zh-CN"/>
              </w:rPr>
              <w:t>DC_66A_n261A</w:t>
            </w:r>
          </w:p>
          <w:p w14:paraId="48CA844E" w14:textId="77777777" w:rsidR="008F0605" w:rsidRPr="00EF5447" w:rsidRDefault="008F0605" w:rsidP="008F0605">
            <w:pPr>
              <w:pStyle w:val="TAC"/>
              <w:rPr>
                <w:lang w:eastAsia="zh-CN"/>
              </w:rPr>
            </w:pPr>
            <w:r w:rsidRPr="00EF5447">
              <w:rPr>
                <w:lang w:eastAsia="zh-CN"/>
              </w:rPr>
              <w:t>DC_13A_n261G</w:t>
            </w:r>
          </w:p>
          <w:p w14:paraId="1C4287B1" w14:textId="77777777" w:rsidR="008F0605" w:rsidRDefault="008F0605" w:rsidP="008F0605">
            <w:pPr>
              <w:pStyle w:val="TAC"/>
              <w:rPr>
                <w:lang w:eastAsia="zh-CN"/>
              </w:rPr>
            </w:pPr>
            <w:r w:rsidRPr="00EF5447">
              <w:rPr>
                <w:lang w:eastAsia="zh-CN"/>
              </w:rPr>
              <w:t>DC_66A_n261G</w:t>
            </w:r>
          </w:p>
          <w:p w14:paraId="3F5C6598" w14:textId="77777777" w:rsidR="008F0605" w:rsidRPr="00EF5447" w:rsidRDefault="008F0605" w:rsidP="008F0605">
            <w:pPr>
              <w:pStyle w:val="TAC"/>
              <w:rPr>
                <w:lang w:eastAsia="zh-CN"/>
              </w:rPr>
            </w:pPr>
            <w:r w:rsidRPr="00EF5447">
              <w:rPr>
                <w:lang w:eastAsia="zh-CN"/>
              </w:rPr>
              <w:t>DC_13A_n261H</w:t>
            </w:r>
          </w:p>
          <w:p w14:paraId="39DB1A27" w14:textId="56B25F52" w:rsidR="00944F22" w:rsidRPr="00E062F1" w:rsidRDefault="008F0605" w:rsidP="008F0605">
            <w:pPr>
              <w:pStyle w:val="TAC"/>
              <w:rPr>
                <w:noProof/>
                <w:lang w:eastAsia="zh-CN"/>
              </w:rPr>
            </w:pPr>
            <w:r w:rsidRPr="00EF5447">
              <w:rPr>
                <w:lang w:eastAsia="zh-CN"/>
              </w:rPr>
              <w:t>DC_66A_n261H</w:t>
            </w:r>
          </w:p>
        </w:tc>
      </w:tr>
      <w:tr w:rsidR="00944F22" w:rsidRPr="00E062F1" w14:paraId="4020A9AF"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BA2BC3A" w14:textId="77777777" w:rsidR="00944F22" w:rsidRPr="00E062F1" w:rsidRDefault="00944F22" w:rsidP="006B3BD2">
            <w:pPr>
              <w:pStyle w:val="TAC"/>
              <w:rPr>
                <w:lang w:eastAsia="zh-CN"/>
              </w:rPr>
            </w:pPr>
            <w:r w:rsidRPr="00E062F1">
              <w:rPr>
                <w:lang w:eastAsia="zh-CN"/>
              </w:rPr>
              <w:t>DC_13A-66A_n261A</w:t>
            </w:r>
          </w:p>
          <w:p w14:paraId="3D1BDCC1" w14:textId="77777777" w:rsidR="00944F22" w:rsidRPr="00E062F1" w:rsidRDefault="00944F22" w:rsidP="006B3BD2">
            <w:pPr>
              <w:pStyle w:val="TAC"/>
              <w:rPr>
                <w:lang w:eastAsia="zh-CN"/>
              </w:rPr>
            </w:pPr>
            <w:r w:rsidRPr="00E062F1">
              <w:rPr>
                <w:lang w:eastAsia="zh-CN"/>
              </w:rPr>
              <w:t>DC_13A-66A_n261G</w:t>
            </w:r>
          </w:p>
          <w:p w14:paraId="70F0B03A" w14:textId="77777777" w:rsidR="00944F22" w:rsidRPr="00E062F1" w:rsidRDefault="00944F22" w:rsidP="006B3BD2">
            <w:pPr>
              <w:pStyle w:val="TAC"/>
              <w:rPr>
                <w:lang w:eastAsia="zh-CN"/>
              </w:rPr>
            </w:pPr>
            <w:r w:rsidRPr="00E062F1">
              <w:rPr>
                <w:lang w:eastAsia="zh-CN"/>
              </w:rPr>
              <w:t>DC_13A-66A_n261H</w:t>
            </w:r>
          </w:p>
          <w:p w14:paraId="5CA59249" w14:textId="77777777" w:rsidR="00944F22" w:rsidRPr="00E062F1" w:rsidRDefault="00944F22" w:rsidP="006B3BD2">
            <w:pPr>
              <w:pStyle w:val="TAC"/>
              <w:rPr>
                <w:lang w:eastAsia="zh-CN"/>
              </w:rPr>
            </w:pPr>
            <w:r w:rsidRPr="00E062F1">
              <w:rPr>
                <w:lang w:eastAsia="zh-CN"/>
              </w:rPr>
              <w:t>DC_13A-66A_n261I</w:t>
            </w:r>
          </w:p>
          <w:p w14:paraId="56E9E60A" w14:textId="77777777" w:rsidR="00944F22" w:rsidRPr="00E062F1" w:rsidRDefault="00944F22" w:rsidP="006B3BD2">
            <w:pPr>
              <w:pStyle w:val="TAC"/>
              <w:rPr>
                <w:lang w:eastAsia="zh-CN"/>
              </w:rPr>
            </w:pPr>
            <w:r w:rsidRPr="00E062F1">
              <w:rPr>
                <w:lang w:eastAsia="zh-CN"/>
              </w:rPr>
              <w:t>DC_13A-66A_n261J</w:t>
            </w:r>
          </w:p>
          <w:p w14:paraId="662B0092" w14:textId="77777777" w:rsidR="00944F22" w:rsidRPr="00E062F1" w:rsidRDefault="00944F22" w:rsidP="006B3BD2">
            <w:pPr>
              <w:pStyle w:val="TAC"/>
              <w:rPr>
                <w:lang w:eastAsia="zh-CN"/>
              </w:rPr>
            </w:pPr>
            <w:r w:rsidRPr="00E062F1">
              <w:rPr>
                <w:lang w:eastAsia="zh-CN"/>
              </w:rPr>
              <w:t>DC_13A-66A_n261K</w:t>
            </w:r>
          </w:p>
          <w:p w14:paraId="1AC1D34F" w14:textId="77777777" w:rsidR="00944F22" w:rsidRPr="00E062F1" w:rsidRDefault="00944F22" w:rsidP="006B3BD2">
            <w:pPr>
              <w:pStyle w:val="TAC"/>
              <w:rPr>
                <w:lang w:eastAsia="zh-CN"/>
              </w:rPr>
            </w:pPr>
            <w:r w:rsidRPr="00E062F1">
              <w:rPr>
                <w:lang w:eastAsia="zh-CN"/>
              </w:rPr>
              <w:t>DC_13A-66A_n261L</w:t>
            </w:r>
          </w:p>
          <w:p w14:paraId="18D43141" w14:textId="77777777" w:rsidR="00944F22" w:rsidRPr="00E062F1" w:rsidRDefault="00944F22" w:rsidP="006B3BD2">
            <w:pPr>
              <w:pStyle w:val="TAC"/>
              <w:rPr>
                <w:rFonts w:cs="Arial"/>
                <w:color w:val="000000"/>
                <w:szCs w:val="18"/>
                <w:lang w:eastAsia="zh-CN"/>
              </w:rPr>
            </w:pPr>
            <w:r w:rsidRPr="00E062F1">
              <w:rPr>
                <w:lang w:eastAsia="zh-CN"/>
              </w:rPr>
              <w:t>DC_13A-66A_n261M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F723CE4" w14:textId="77777777" w:rsidR="00944F22" w:rsidRPr="00E062F1" w:rsidRDefault="00944F22" w:rsidP="006B3BD2">
            <w:pPr>
              <w:pStyle w:val="TAC"/>
              <w:rPr>
                <w:lang w:eastAsia="zh-CN"/>
              </w:rPr>
            </w:pPr>
            <w:r w:rsidRPr="00E062F1">
              <w:rPr>
                <w:lang w:eastAsia="zh-CN"/>
              </w:rPr>
              <w:t>DC_13A_n261A</w:t>
            </w:r>
          </w:p>
          <w:p w14:paraId="1B12FE5A" w14:textId="77777777" w:rsidR="008F0605" w:rsidRDefault="00944F22" w:rsidP="008F0605">
            <w:pPr>
              <w:pStyle w:val="TAC"/>
              <w:rPr>
                <w:lang w:eastAsia="zh-CN"/>
              </w:rPr>
            </w:pPr>
            <w:r w:rsidRPr="00E062F1">
              <w:rPr>
                <w:lang w:eastAsia="zh-CN"/>
              </w:rPr>
              <w:t>DC_66A_n261A</w:t>
            </w:r>
          </w:p>
          <w:p w14:paraId="42B49172" w14:textId="77777777" w:rsidR="008F0605" w:rsidRPr="00EF5447" w:rsidRDefault="008F0605" w:rsidP="008F0605">
            <w:pPr>
              <w:pStyle w:val="TAC"/>
              <w:rPr>
                <w:lang w:eastAsia="zh-CN"/>
              </w:rPr>
            </w:pPr>
            <w:r w:rsidRPr="00EF5447">
              <w:rPr>
                <w:lang w:eastAsia="zh-CN"/>
              </w:rPr>
              <w:t>DC_13A_n261G</w:t>
            </w:r>
          </w:p>
          <w:p w14:paraId="243C9895" w14:textId="77777777" w:rsidR="008F0605" w:rsidRDefault="008F0605" w:rsidP="008F0605">
            <w:pPr>
              <w:pStyle w:val="TAC"/>
              <w:rPr>
                <w:lang w:eastAsia="zh-CN"/>
              </w:rPr>
            </w:pPr>
            <w:r w:rsidRPr="00EF5447">
              <w:rPr>
                <w:lang w:eastAsia="zh-CN"/>
              </w:rPr>
              <w:t>DC_66A_n261G</w:t>
            </w:r>
          </w:p>
          <w:p w14:paraId="43B6619F" w14:textId="77777777" w:rsidR="008F0605" w:rsidRPr="00EF5447" w:rsidRDefault="008F0605" w:rsidP="008F0605">
            <w:pPr>
              <w:pStyle w:val="TAC"/>
              <w:rPr>
                <w:lang w:eastAsia="zh-CN"/>
              </w:rPr>
            </w:pPr>
            <w:r w:rsidRPr="00EF5447">
              <w:rPr>
                <w:lang w:eastAsia="zh-CN"/>
              </w:rPr>
              <w:t>DC_13A_n261H</w:t>
            </w:r>
          </w:p>
          <w:p w14:paraId="7C96CC18" w14:textId="46CBF444" w:rsidR="00944F22" w:rsidRPr="00E062F1" w:rsidRDefault="008F0605" w:rsidP="008F0605">
            <w:pPr>
              <w:pStyle w:val="TAC"/>
              <w:rPr>
                <w:rFonts w:cs="Arial"/>
                <w:color w:val="000000"/>
                <w:szCs w:val="18"/>
                <w:lang w:eastAsia="zh-CN"/>
              </w:rPr>
            </w:pPr>
            <w:r w:rsidRPr="00EF5447">
              <w:rPr>
                <w:lang w:eastAsia="zh-CN"/>
              </w:rPr>
              <w:t>DC_66A_n261H</w:t>
            </w:r>
          </w:p>
        </w:tc>
      </w:tr>
      <w:tr w:rsidR="00944F22" w:rsidRPr="00E062F1" w14:paraId="66C0CBA4"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01A66E1"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lastRenderedPageBreak/>
              <w:t>DC_13A-66A_n261(2A)</w:t>
            </w:r>
          </w:p>
          <w:p w14:paraId="4FE9AA71"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DC_13A-66A_n261(3A)</w:t>
            </w:r>
          </w:p>
          <w:p w14:paraId="523C8FAF"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DC_13A-66A_n261(4A)</w:t>
            </w:r>
          </w:p>
          <w:p w14:paraId="78611638"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DC_13A-66A_n261(2G)</w:t>
            </w:r>
          </w:p>
          <w:p w14:paraId="3F9E66E4"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DC_13A-66A_n261(2H)</w:t>
            </w:r>
          </w:p>
          <w:p w14:paraId="3ADE1F1B"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DC_13A-66A_n261(A-G)</w:t>
            </w:r>
          </w:p>
          <w:p w14:paraId="765C2652"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DC_13A-66A_n261(A-H)</w:t>
            </w:r>
          </w:p>
          <w:p w14:paraId="48371DFC"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DC_13A-66A_n261(A-I)</w:t>
            </w:r>
          </w:p>
          <w:p w14:paraId="058632AE"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DC_13A-66A_n261(A-J)</w:t>
            </w:r>
          </w:p>
          <w:p w14:paraId="0852E06E"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DC_13A-66A_n261(A-K)</w:t>
            </w:r>
          </w:p>
          <w:p w14:paraId="6E789DAC"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DC_13A-66A_n261(A-2G)</w:t>
            </w:r>
          </w:p>
          <w:p w14:paraId="2445B4CA"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DC_13A-66A_n261(A-G-H)</w:t>
            </w:r>
          </w:p>
          <w:p w14:paraId="2135730A"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DC_13A-66A_n261(A-G-I)</w:t>
            </w:r>
          </w:p>
          <w:p w14:paraId="1A8B0F51"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DC_13A-66A_n261(2A-G)</w:t>
            </w:r>
          </w:p>
          <w:p w14:paraId="63D7513E"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DC_13A-66A_n261(2A-H)</w:t>
            </w:r>
          </w:p>
          <w:p w14:paraId="5654A7EA"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DC_13A-66A_n261(2A-I)</w:t>
            </w:r>
          </w:p>
          <w:p w14:paraId="08BAA789"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DC_13A-66A_n261(3A-G)</w:t>
            </w:r>
          </w:p>
          <w:p w14:paraId="7BB9D8FB"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DC_13A-66A_n261(G-H)</w:t>
            </w:r>
          </w:p>
          <w:p w14:paraId="23C60774"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DC_13A-66A_n261(G-I)</w:t>
            </w:r>
          </w:p>
          <w:p w14:paraId="7F18A0C3"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DC_13A-66A_n261(G-J)</w:t>
            </w:r>
          </w:p>
          <w:p w14:paraId="6EDC5ECF"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DC_13A-66A_n261(H-I)</w:t>
            </w:r>
          </w:p>
          <w:p w14:paraId="172E22B6"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DC_13A-66A-66A_n261(2A)</w:t>
            </w:r>
          </w:p>
          <w:p w14:paraId="5FF66F2A"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DC_13A-66A-66A_n261(3A)</w:t>
            </w:r>
          </w:p>
          <w:p w14:paraId="0C13904D"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DC_13A-66A-66A_n261(4A)</w:t>
            </w:r>
          </w:p>
          <w:p w14:paraId="65939EFB"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DC_13A-66A-66A_n261(2G)</w:t>
            </w:r>
          </w:p>
          <w:p w14:paraId="6B46E82F"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DC_13A-66A-66A_n261(2H)</w:t>
            </w:r>
          </w:p>
          <w:p w14:paraId="1A464D96"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DC_13A-66A-66A_n261(A-G)</w:t>
            </w:r>
          </w:p>
          <w:p w14:paraId="161B265F"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DC_13A-66A-66A_n261(A-H)</w:t>
            </w:r>
          </w:p>
          <w:p w14:paraId="2A9BCACD"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DC_13A-66A-66A_n261(A-I)</w:t>
            </w:r>
          </w:p>
          <w:p w14:paraId="35BFEE78"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DC_13A-66A-66A_n261(A-J)</w:t>
            </w:r>
          </w:p>
          <w:p w14:paraId="1F2C3CD3"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DC_13A-66A-66A_n261(A-K)</w:t>
            </w:r>
          </w:p>
          <w:p w14:paraId="7F262C36"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DC_13A-66A-66A_n261(A-2G)</w:t>
            </w:r>
          </w:p>
          <w:p w14:paraId="767B1158"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DC_13A-66A-66A_n261(A-G-H)</w:t>
            </w:r>
          </w:p>
          <w:p w14:paraId="6A555560"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DC_13A-66A-66A_n261(A-G-I)</w:t>
            </w:r>
          </w:p>
          <w:p w14:paraId="66B9402E"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DC_13A-66A-66A_n261(2A-G)</w:t>
            </w:r>
          </w:p>
          <w:p w14:paraId="6BE00BA9"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DC_13A-66A-66A_n261(2A-H)</w:t>
            </w:r>
          </w:p>
          <w:p w14:paraId="0D2C4244"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DC_13A-66A-66A_n261(2A-I)</w:t>
            </w:r>
          </w:p>
          <w:p w14:paraId="75F6E585"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DC_13A-66A-66A_n261(3A-G)</w:t>
            </w:r>
          </w:p>
          <w:p w14:paraId="1BD00FB6"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DC_13A-66A-66A_n261(G-H)</w:t>
            </w:r>
          </w:p>
          <w:p w14:paraId="17F77E47"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DC_13A-66A-66A_n261(G-I)</w:t>
            </w:r>
          </w:p>
          <w:p w14:paraId="0CB43660" w14:textId="77777777"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DC_13A-66A-66A_n261(G-J)</w:t>
            </w:r>
          </w:p>
          <w:p w14:paraId="7896A669" w14:textId="77777777" w:rsidR="00944F22" w:rsidRPr="00E062F1" w:rsidRDefault="00944F22" w:rsidP="006B3BD2">
            <w:pPr>
              <w:pStyle w:val="TAC"/>
              <w:rPr>
                <w:noProof/>
                <w:lang w:eastAsia="zh-CN"/>
              </w:rPr>
            </w:pPr>
            <w:r w:rsidRPr="00E062F1">
              <w:rPr>
                <w:rFonts w:cs="Arial"/>
                <w:color w:val="000000"/>
                <w:szCs w:val="18"/>
                <w:lang w:eastAsia="zh-CN"/>
              </w:rPr>
              <w:t>DC_13A-66A-66A_n261(H-I)</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67B0A6C" w14:textId="01D2FBAE" w:rsidR="00944F22" w:rsidRPr="00E062F1" w:rsidRDefault="00944F22" w:rsidP="006B3BD2">
            <w:pPr>
              <w:pStyle w:val="TAC"/>
              <w:rPr>
                <w:rFonts w:cs="Arial"/>
                <w:color w:val="000000"/>
                <w:szCs w:val="18"/>
                <w:lang w:eastAsia="zh-CN"/>
              </w:rPr>
            </w:pPr>
            <w:r w:rsidRPr="00E062F1">
              <w:rPr>
                <w:rFonts w:cs="Arial"/>
                <w:color w:val="000000"/>
                <w:szCs w:val="18"/>
                <w:lang w:eastAsia="zh-CN"/>
              </w:rPr>
              <w:t>DC_13A_n261A</w:t>
            </w:r>
          </w:p>
          <w:p w14:paraId="36DB5B33" w14:textId="77777777" w:rsidR="008F0605" w:rsidRDefault="00944F22" w:rsidP="008F0605">
            <w:pPr>
              <w:pStyle w:val="TAC"/>
              <w:rPr>
                <w:lang w:eastAsia="zh-CN"/>
              </w:rPr>
            </w:pPr>
            <w:r w:rsidRPr="00E062F1">
              <w:rPr>
                <w:rFonts w:cs="Arial"/>
                <w:color w:val="000000"/>
                <w:szCs w:val="18"/>
                <w:lang w:eastAsia="zh-CN"/>
              </w:rPr>
              <w:t>DC_66A_n261A</w:t>
            </w:r>
          </w:p>
          <w:p w14:paraId="18468BDF" w14:textId="77777777" w:rsidR="008F0605" w:rsidRPr="00EF5447" w:rsidRDefault="008F0605" w:rsidP="008F0605">
            <w:pPr>
              <w:pStyle w:val="TAC"/>
              <w:rPr>
                <w:lang w:eastAsia="zh-CN"/>
              </w:rPr>
            </w:pPr>
            <w:r w:rsidRPr="00EF5447">
              <w:rPr>
                <w:lang w:eastAsia="zh-CN"/>
              </w:rPr>
              <w:t>DC_13A_n261G</w:t>
            </w:r>
          </w:p>
          <w:p w14:paraId="6570A368" w14:textId="77777777" w:rsidR="008F0605" w:rsidRDefault="008F0605" w:rsidP="008F0605">
            <w:pPr>
              <w:pStyle w:val="TAC"/>
              <w:rPr>
                <w:lang w:eastAsia="zh-CN"/>
              </w:rPr>
            </w:pPr>
            <w:r w:rsidRPr="00EF5447">
              <w:rPr>
                <w:lang w:eastAsia="zh-CN"/>
              </w:rPr>
              <w:t>DC_66A_n261G</w:t>
            </w:r>
          </w:p>
          <w:p w14:paraId="2D39ABDE" w14:textId="77777777" w:rsidR="008F0605" w:rsidRPr="00EF5447" w:rsidRDefault="008F0605" w:rsidP="008F0605">
            <w:pPr>
              <w:pStyle w:val="TAC"/>
              <w:rPr>
                <w:lang w:eastAsia="zh-CN"/>
              </w:rPr>
            </w:pPr>
            <w:r w:rsidRPr="00EF5447">
              <w:rPr>
                <w:lang w:eastAsia="zh-CN"/>
              </w:rPr>
              <w:t>DC_13A_n261H</w:t>
            </w:r>
          </w:p>
          <w:p w14:paraId="794BA9DF" w14:textId="18832A62" w:rsidR="00944F22" w:rsidRPr="00E062F1" w:rsidRDefault="008F0605" w:rsidP="008F0605">
            <w:pPr>
              <w:pStyle w:val="TAC"/>
              <w:rPr>
                <w:noProof/>
                <w:lang w:eastAsia="zh-CN"/>
              </w:rPr>
            </w:pPr>
            <w:r w:rsidRPr="00EF5447">
              <w:rPr>
                <w:lang w:eastAsia="zh-CN"/>
              </w:rPr>
              <w:t>DC_66A_n261H</w:t>
            </w:r>
          </w:p>
        </w:tc>
      </w:tr>
      <w:tr w:rsidR="00944F22" w:rsidRPr="00E062F1" w14:paraId="151A30D0"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0EAAE65" w14:textId="77777777" w:rsidR="00944F22" w:rsidRPr="00E062F1" w:rsidRDefault="00944F22" w:rsidP="006B3BD2">
            <w:pPr>
              <w:pStyle w:val="TAC"/>
              <w:rPr>
                <w:rFonts w:cs="Arial"/>
                <w:szCs w:val="18"/>
              </w:rPr>
            </w:pPr>
            <w:r w:rsidRPr="00E062F1">
              <w:rPr>
                <w:rFonts w:cs="Arial"/>
                <w:szCs w:val="18"/>
              </w:rPr>
              <w:t>DC_14A-30A_n260A</w:t>
            </w:r>
          </w:p>
          <w:p w14:paraId="66312AD0" w14:textId="77777777" w:rsidR="00944F22" w:rsidRPr="00E062F1" w:rsidRDefault="00944F22" w:rsidP="006B3BD2">
            <w:pPr>
              <w:pStyle w:val="TAC"/>
              <w:rPr>
                <w:rFonts w:cs="Arial"/>
                <w:szCs w:val="18"/>
                <w:lang w:eastAsia="fr-FR"/>
              </w:rPr>
            </w:pPr>
            <w:r w:rsidRPr="00E062F1">
              <w:rPr>
                <w:rFonts w:cs="Arial"/>
                <w:szCs w:val="18"/>
              </w:rPr>
              <w:t>DC_14A-30A_n260G</w:t>
            </w:r>
          </w:p>
          <w:p w14:paraId="07444A67" w14:textId="77777777" w:rsidR="00944F22" w:rsidRPr="00E062F1" w:rsidRDefault="00944F22" w:rsidP="006B3BD2">
            <w:pPr>
              <w:pStyle w:val="TAC"/>
              <w:rPr>
                <w:rFonts w:cs="Arial"/>
                <w:szCs w:val="18"/>
              </w:rPr>
            </w:pPr>
            <w:r w:rsidRPr="00E062F1">
              <w:rPr>
                <w:rFonts w:cs="Arial"/>
                <w:szCs w:val="18"/>
              </w:rPr>
              <w:t>DC_14A-30A_n260H</w:t>
            </w:r>
          </w:p>
          <w:p w14:paraId="61E706EA" w14:textId="77777777" w:rsidR="00944F22" w:rsidRPr="00E062F1" w:rsidRDefault="00944F22" w:rsidP="006B3BD2">
            <w:pPr>
              <w:pStyle w:val="TAC"/>
              <w:rPr>
                <w:rFonts w:cs="Arial"/>
                <w:szCs w:val="18"/>
              </w:rPr>
            </w:pPr>
            <w:r w:rsidRPr="00E062F1">
              <w:rPr>
                <w:rFonts w:cs="Arial"/>
                <w:szCs w:val="18"/>
              </w:rPr>
              <w:t>DC_14A-30A_n260I</w:t>
            </w:r>
          </w:p>
          <w:p w14:paraId="7701335E" w14:textId="77777777" w:rsidR="00944F22" w:rsidRPr="00E062F1" w:rsidRDefault="00944F22" w:rsidP="006B3BD2">
            <w:pPr>
              <w:pStyle w:val="TAC"/>
              <w:rPr>
                <w:rFonts w:cs="Arial"/>
                <w:szCs w:val="18"/>
              </w:rPr>
            </w:pPr>
            <w:r w:rsidRPr="00E062F1">
              <w:rPr>
                <w:rFonts w:cs="Arial"/>
                <w:szCs w:val="18"/>
              </w:rPr>
              <w:t>DC_14A-30A_n260J</w:t>
            </w:r>
          </w:p>
          <w:p w14:paraId="041CA0BA" w14:textId="77777777" w:rsidR="00944F22" w:rsidRPr="00E062F1" w:rsidRDefault="00944F22" w:rsidP="006B3BD2">
            <w:pPr>
              <w:pStyle w:val="TAC"/>
              <w:rPr>
                <w:rFonts w:cs="Arial"/>
                <w:szCs w:val="18"/>
              </w:rPr>
            </w:pPr>
            <w:r w:rsidRPr="00E062F1">
              <w:rPr>
                <w:rFonts w:cs="Arial"/>
                <w:szCs w:val="18"/>
              </w:rPr>
              <w:t>DC_14A-30A_n260K</w:t>
            </w:r>
          </w:p>
          <w:p w14:paraId="594EB18C" w14:textId="77777777" w:rsidR="00944F22" w:rsidRPr="00E062F1" w:rsidRDefault="00944F22" w:rsidP="006B3BD2">
            <w:pPr>
              <w:pStyle w:val="TAC"/>
              <w:rPr>
                <w:rFonts w:cs="Arial"/>
                <w:szCs w:val="18"/>
              </w:rPr>
            </w:pPr>
            <w:r w:rsidRPr="00E062F1">
              <w:rPr>
                <w:rFonts w:cs="Arial"/>
                <w:szCs w:val="18"/>
              </w:rPr>
              <w:t>DC_14A-30A_n260L</w:t>
            </w:r>
          </w:p>
          <w:p w14:paraId="3AFE279E" w14:textId="77777777" w:rsidR="00944F22" w:rsidRPr="00E062F1" w:rsidRDefault="00944F22" w:rsidP="006B3BD2">
            <w:pPr>
              <w:pStyle w:val="TAC"/>
              <w:rPr>
                <w:noProof/>
                <w:lang w:eastAsia="zh-CN"/>
              </w:rPr>
            </w:pPr>
            <w:r w:rsidRPr="00E062F1">
              <w:rPr>
                <w:rFonts w:cs="Arial"/>
                <w:szCs w:val="18"/>
              </w:rPr>
              <w:t>DC_14A-30A_n260M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342B77C" w14:textId="77777777" w:rsidR="00944F22" w:rsidRPr="00E062F1" w:rsidRDefault="00944F22" w:rsidP="006B3BD2">
            <w:pPr>
              <w:pStyle w:val="TAC"/>
              <w:rPr>
                <w:rFonts w:cs="Arial"/>
                <w:szCs w:val="18"/>
              </w:rPr>
            </w:pPr>
            <w:r w:rsidRPr="00E062F1">
              <w:rPr>
                <w:rFonts w:cs="Arial"/>
                <w:szCs w:val="18"/>
              </w:rPr>
              <w:t>DC_14A_n260A</w:t>
            </w:r>
          </w:p>
          <w:p w14:paraId="7185D6C7" w14:textId="77777777" w:rsidR="00944F22" w:rsidRPr="00E062F1" w:rsidRDefault="00944F22" w:rsidP="006B3BD2">
            <w:pPr>
              <w:pStyle w:val="TAC"/>
              <w:rPr>
                <w:rFonts w:cs="Arial"/>
                <w:szCs w:val="18"/>
                <w:lang w:eastAsia="fr-FR"/>
              </w:rPr>
            </w:pPr>
            <w:r w:rsidRPr="00E062F1">
              <w:rPr>
                <w:rFonts w:cs="Arial"/>
                <w:szCs w:val="18"/>
              </w:rPr>
              <w:t>DC_14A_n260G</w:t>
            </w:r>
          </w:p>
          <w:p w14:paraId="368D7C1E" w14:textId="77777777" w:rsidR="00944F22" w:rsidRPr="00E062F1" w:rsidRDefault="00944F22" w:rsidP="006B3BD2">
            <w:pPr>
              <w:pStyle w:val="TAC"/>
              <w:rPr>
                <w:rFonts w:cs="Arial"/>
                <w:szCs w:val="18"/>
              </w:rPr>
            </w:pPr>
            <w:r w:rsidRPr="00E062F1">
              <w:rPr>
                <w:rFonts w:cs="Arial"/>
                <w:szCs w:val="18"/>
              </w:rPr>
              <w:t>DC_14A_n260H</w:t>
            </w:r>
          </w:p>
          <w:p w14:paraId="6CDF4D0F" w14:textId="77777777" w:rsidR="00944F22" w:rsidRPr="00E062F1" w:rsidRDefault="00944F22" w:rsidP="006B3BD2">
            <w:pPr>
              <w:pStyle w:val="TAC"/>
              <w:rPr>
                <w:rFonts w:cs="Arial"/>
                <w:szCs w:val="18"/>
              </w:rPr>
            </w:pPr>
            <w:r w:rsidRPr="00E062F1">
              <w:rPr>
                <w:rFonts w:cs="Arial"/>
                <w:szCs w:val="18"/>
              </w:rPr>
              <w:t>DC_14A_n260I</w:t>
            </w:r>
          </w:p>
          <w:p w14:paraId="4D9C2133" w14:textId="77777777" w:rsidR="00944F22" w:rsidRPr="00E062F1" w:rsidRDefault="00944F22" w:rsidP="006B3BD2">
            <w:pPr>
              <w:pStyle w:val="TAC"/>
              <w:rPr>
                <w:rFonts w:cs="Arial"/>
                <w:szCs w:val="18"/>
              </w:rPr>
            </w:pPr>
            <w:r w:rsidRPr="00E062F1">
              <w:rPr>
                <w:rFonts w:cs="Arial"/>
                <w:szCs w:val="18"/>
              </w:rPr>
              <w:t>DC_14A_n260J</w:t>
            </w:r>
          </w:p>
          <w:p w14:paraId="79B278F7" w14:textId="77777777" w:rsidR="00944F22" w:rsidRPr="00E062F1" w:rsidRDefault="00944F22" w:rsidP="006B3BD2">
            <w:pPr>
              <w:pStyle w:val="TAC"/>
              <w:rPr>
                <w:rFonts w:cs="Arial"/>
                <w:szCs w:val="18"/>
              </w:rPr>
            </w:pPr>
            <w:r w:rsidRPr="00E062F1">
              <w:rPr>
                <w:rFonts w:cs="Arial"/>
                <w:szCs w:val="18"/>
              </w:rPr>
              <w:t>DC_14A_n260K</w:t>
            </w:r>
          </w:p>
          <w:p w14:paraId="4ED79AF5" w14:textId="77777777" w:rsidR="00944F22" w:rsidRPr="00E062F1" w:rsidRDefault="00944F22" w:rsidP="006B3BD2">
            <w:pPr>
              <w:pStyle w:val="TAC"/>
              <w:rPr>
                <w:rFonts w:cs="Arial"/>
                <w:szCs w:val="18"/>
              </w:rPr>
            </w:pPr>
            <w:r w:rsidRPr="00E062F1">
              <w:rPr>
                <w:rFonts w:cs="Arial"/>
                <w:szCs w:val="18"/>
              </w:rPr>
              <w:t>DC_14A_n260L</w:t>
            </w:r>
          </w:p>
          <w:p w14:paraId="40609354" w14:textId="77777777" w:rsidR="00944F22" w:rsidRPr="00E062F1" w:rsidRDefault="00944F22" w:rsidP="006B3BD2">
            <w:pPr>
              <w:pStyle w:val="TAC"/>
              <w:rPr>
                <w:rFonts w:cs="Arial"/>
                <w:szCs w:val="18"/>
              </w:rPr>
            </w:pPr>
            <w:r w:rsidRPr="00E062F1">
              <w:rPr>
                <w:rFonts w:cs="Arial"/>
                <w:szCs w:val="18"/>
              </w:rPr>
              <w:t>DC_14A_n260M</w:t>
            </w:r>
          </w:p>
          <w:p w14:paraId="5400CDB0" w14:textId="77777777" w:rsidR="00944F22" w:rsidRPr="00E062F1" w:rsidRDefault="00944F22" w:rsidP="006B3BD2">
            <w:pPr>
              <w:pStyle w:val="TAC"/>
              <w:rPr>
                <w:rFonts w:cs="Arial"/>
                <w:szCs w:val="18"/>
              </w:rPr>
            </w:pPr>
            <w:r w:rsidRPr="00E062F1">
              <w:rPr>
                <w:rFonts w:cs="Arial"/>
                <w:szCs w:val="18"/>
              </w:rPr>
              <w:t>DC_30A_n260A</w:t>
            </w:r>
          </w:p>
          <w:p w14:paraId="3DDFC06A" w14:textId="77777777" w:rsidR="00944F22" w:rsidRPr="00E062F1" w:rsidRDefault="00944F22" w:rsidP="006B3BD2">
            <w:pPr>
              <w:pStyle w:val="TAC"/>
              <w:rPr>
                <w:rFonts w:cs="Arial"/>
                <w:szCs w:val="18"/>
              </w:rPr>
            </w:pPr>
            <w:r w:rsidRPr="00E062F1">
              <w:rPr>
                <w:rFonts w:cs="Arial"/>
                <w:szCs w:val="18"/>
              </w:rPr>
              <w:t>DC_30A_n260G</w:t>
            </w:r>
          </w:p>
          <w:p w14:paraId="4BE5766D" w14:textId="77777777" w:rsidR="00944F22" w:rsidRPr="00E062F1" w:rsidRDefault="00944F22" w:rsidP="006B3BD2">
            <w:pPr>
              <w:pStyle w:val="TAC"/>
              <w:rPr>
                <w:rFonts w:cs="Arial"/>
                <w:szCs w:val="18"/>
              </w:rPr>
            </w:pPr>
            <w:r w:rsidRPr="00E062F1">
              <w:rPr>
                <w:rFonts w:cs="Arial"/>
                <w:szCs w:val="18"/>
              </w:rPr>
              <w:t>DC_30A_n260H</w:t>
            </w:r>
          </w:p>
          <w:p w14:paraId="3CFD1E39" w14:textId="77777777" w:rsidR="00944F22" w:rsidRPr="00E062F1" w:rsidRDefault="00944F22" w:rsidP="006B3BD2">
            <w:pPr>
              <w:pStyle w:val="TAC"/>
              <w:rPr>
                <w:rFonts w:cs="Arial"/>
                <w:szCs w:val="18"/>
              </w:rPr>
            </w:pPr>
            <w:r w:rsidRPr="00E062F1">
              <w:rPr>
                <w:rFonts w:cs="Arial"/>
                <w:szCs w:val="18"/>
              </w:rPr>
              <w:t>DC_30A_n260I</w:t>
            </w:r>
          </w:p>
          <w:p w14:paraId="557D3664" w14:textId="77777777" w:rsidR="00944F22" w:rsidRPr="00E062F1" w:rsidRDefault="00944F22" w:rsidP="006B3BD2">
            <w:pPr>
              <w:pStyle w:val="TAC"/>
              <w:rPr>
                <w:rFonts w:cs="Arial"/>
                <w:szCs w:val="18"/>
              </w:rPr>
            </w:pPr>
            <w:r w:rsidRPr="00E062F1">
              <w:rPr>
                <w:rFonts w:cs="Arial"/>
                <w:szCs w:val="18"/>
              </w:rPr>
              <w:t>DC_30A_n260J</w:t>
            </w:r>
          </w:p>
          <w:p w14:paraId="3F9C7152" w14:textId="77777777" w:rsidR="00944F22" w:rsidRPr="00E062F1" w:rsidRDefault="00944F22" w:rsidP="006B3BD2">
            <w:pPr>
              <w:pStyle w:val="TAC"/>
              <w:rPr>
                <w:rFonts w:cs="Arial"/>
                <w:szCs w:val="18"/>
              </w:rPr>
            </w:pPr>
            <w:r w:rsidRPr="00E062F1">
              <w:rPr>
                <w:rFonts w:cs="Arial"/>
                <w:szCs w:val="18"/>
              </w:rPr>
              <w:t>DC_30A_n260K</w:t>
            </w:r>
          </w:p>
          <w:p w14:paraId="6FB42C34" w14:textId="77777777" w:rsidR="00944F22" w:rsidRPr="00E062F1" w:rsidRDefault="00944F22" w:rsidP="006B3BD2">
            <w:pPr>
              <w:pStyle w:val="TAC"/>
              <w:rPr>
                <w:rFonts w:cs="Arial"/>
                <w:szCs w:val="18"/>
              </w:rPr>
            </w:pPr>
            <w:r w:rsidRPr="00E062F1">
              <w:rPr>
                <w:rFonts w:cs="Arial"/>
                <w:szCs w:val="18"/>
              </w:rPr>
              <w:t>DC_30A_n260L</w:t>
            </w:r>
          </w:p>
          <w:p w14:paraId="6E10C9CA" w14:textId="77777777" w:rsidR="00944F22" w:rsidRPr="00E062F1" w:rsidRDefault="00944F22" w:rsidP="006B3BD2">
            <w:pPr>
              <w:pStyle w:val="TAC"/>
              <w:rPr>
                <w:noProof/>
                <w:lang w:eastAsia="zh-CN"/>
              </w:rPr>
            </w:pPr>
            <w:r w:rsidRPr="00E062F1">
              <w:rPr>
                <w:rFonts w:cs="Arial"/>
                <w:szCs w:val="18"/>
              </w:rPr>
              <w:t>DC_30A_n260M</w:t>
            </w:r>
          </w:p>
        </w:tc>
      </w:tr>
      <w:tr w:rsidR="00944F22" w:rsidRPr="00E062F1" w14:paraId="2E0ECC95"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8CF5ABB" w14:textId="77777777" w:rsidR="00944F22" w:rsidRPr="00E062F1" w:rsidRDefault="00944F22" w:rsidP="006B3BD2">
            <w:pPr>
              <w:pStyle w:val="TAC"/>
              <w:rPr>
                <w:rFonts w:cs="Arial"/>
                <w:szCs w:val="18"/>
              </w:rPr>
            </w:pPr>
            <w:r w:rsidRPr="00E062F1">
              <w:rPr>
                <w:rFonts w:cs="Arial"/>
                <w:szCs w:val="18"/>
              </w:rPr>
              <w:lastRenderedPageBreak/>
              <w:t>DC_14A-66A_n260A</w:t>
            </w:r>
          </w:p>
          <w:p w14:paraId="35D87021" w14:textId="77777777" w:rsidR="00944F22" w:rsidRPr="00E062F1" w:rsidRDefault="00944F22" w:rsidP="006B3BD2">
            <w:pPr>
              <w:pStyle w:val="TAC"/>
              <w:rPr>
                <w:rFonts w:cs="Arial"/>
                <w:szCs w:val="18"/>
                <w:lang w:eastAsia="fr-FR"/>
              </w:rPr>
            </w:pPr>
            <w:r w:rsidRPr="00E062F1">
              <w:rPr>
                <w:rFonts w:cs="Arial"/>
                <w:szCs w:val="18"/>
              </w:rPr>
              <w:t>DC_14A-66A_n260G</w:t>
            </w:r>
          </w:p>
          <w:p w14:paraId="4B5284AB" w14:textId="77777777" w:rsidR="00944F22" w:rsidRPr="00E062F1" w:rsidRDefault="00944F22" w:rsidP="006B3BD2">
            <w:pPr>
              <w:pStyle w:val="TAC"/>
              <w:rPr>
                <w:rFonts w:cs="Arial"/>
                <w:szCs w:val="18"/>
              </w:rPr>
            </w:pPr>
            <w:r w:rsidRPr="00E062F1">
              <w:rPr>
                <w:rFonts w:cs="Arial"/>
                <w:szCs w:val="18"/>
              </w:rPr>
              <w:t>DC_14A-66A_n260H</w:t>
            </w:r>
          </w:p>
          <w:p w14:paraId="37B8766E" w14:textId="77777777" w:rsidR="00944F22" w:rsidRPr="00E062F1" w:rsidRDefault="00944F22" w:rsidP="006B3BD2">
            <w:pPr>
              <w:pStyle w:val="TAC"/>
              <w:rPr>
                <w:rFonts w:cs="Arial"/>
                <w:szCs w:val="18"/>
              </w:rPr>
            </w:pPr>
            <w:r w:rsidRPr="00E062F1">
              <w:rPr>
                <w:rFonts w:cs="Arial"/>
                <w:szCs w:val="18"/>
              </w:rPr>
              <w:t>DC_14A-66A_n260I</w:t>
            </w:r>
          </w:p>
          <w:p w14:paraId="3AA4196D" w14:textId="77777777" w:rsidR="00944F22" w:rsidRPr="00E062F1" w:rsidRDefault="00944F22" w:rsidP="006B3BD2">
            <w:pPr>
              <w:pStyle w:val="TAC"/>
              <w:rPr>
                <w:rFonts w:cs="Arial"/>
                <w:szCs w:val="18"/>
              </w:rPr>
            </w:pPr>
            <w:r w:rsidRPr="00E062F1">
              <w:rPr>
                <w:rFonts w:cs="Arial"/>
                <w:szCs w:val="18"/>
              </w:rPr>
              <w:t>DC_14A-66A_n260J</w:t>
            </w:r>
          </w:p>
          <w:p w14:paraId="44703EAB" w14:textId="77777777" w:rsidR="00944F22" w:rsidRPr="00E062F1" w:rsidRDefault="00944F22" w:rsidP="006B3BD2">
            <w:pPr>
              <w:pStyle w:val="TAC"/>
              <w:rPr>
                <w:rFonts w:cs="Arial"/>
                <w:szCs w:val="18"/>
              </w:rPr>
            </w:pPr>
            <w:r w:rsidRPr="00E062F1">
              <w:rPr>
                <w:rFonts w:cs="Arial"/>
                <w:szCs w:val="18"/>
              </w:rPr>
              <w:t>DC_14A-66A_n260K</w:t>
            </w:r>
          </w:p>
          <w:p w14:paraId="2120F852" w14:textId="77777777" w:rsidR="00944F22" w:rsidRPr="00E062F1" w:rsidRDefault="00944F22" w:rsidP="006B3BD2">
            <w:pPr>
              <w:pStyle w:val="TAC"/>
              <w:rPr>
                <w:rFonts w:cs="Arial"/>
                <w:szCs w:val="18"/>
              </w:rPr>
            </w:pPr>
            <w:r w:rsidRPr="00E062F1">
              <w:rPr>
                <w:rFonts w:cs="Arial"/>
                <w:szCs w:val="18"/>
              </w:rPr>
              <w:t>DC_14A-66A_n260L</w:t>
            </w:r>
          </w:p>
          <w:p w14:paraId="08E31F3C" w14:textId="77777777" w:rsidR="00944F22" w:rsidRPr="00E062F1" w:rsidRDefault="00944F22" w:rsidP="006B3BD2">
            <w:pPr>
              <w:pStyle w:val="TAC"/>
              <w:rPr>
                <w:rFonts w:cs="Arial"/>
                <w:szCs w:val="18"/>
              </w:rPr>
            </w:pPr>
            <w:r w:rsidRPr="00E062F1">
              <w:rPr>
                <w:rFonts w:cs="Arial"/>
                <w:szCs w:val="18"/>
              </w:rPr>
              <w:t>DC_14A-66A_n260M</w:t>
            </w:r>
          </w:p>
          <w:p w14:paraId="0C31F22E" w14:textId="77777777" w:rsidR="00944F22" w:rsidRPr="00E062F1" w:rsidRDefault="00944F22" w:rsidP="006B3BD2">
            <w:pPr>
              <w:pStyle w:val="TAC"/>
              <w:rPr>
                <w:rFonts w:cs="Arial"/>
                <w:szCs w:val="18"/>
              </w:rPr>
            </w:pPr>
            <w:r w:rsidRPr="00E062F1">
              <w:rPr>
                <w:rFonts w:cs="Arial"/>
                <w:szCs w:val="18"/>
              </w:rPr>
              <w:t>DC_14A-66A-66A_n260A</w:t>
            </w:r>
          </w:p>
          <w:p w14:paraId="732476B8" w14:textId="77777777" w:rsidR="00944F22" w:rsidRPr="00E062F1" w:rsidRDefault="00944F22" w:rsidP="006B3BD2">
            <w:pPr>
              <w:pStyle w:val="TAC"/>
              <w:rPr>
                <w:rFonts w:cs="Arial"/>
                <w:szCs w:val="18"/>
              </w:rPr>
            </w:pPr>
            <w:r w:rsidRPr="00E062F1">
              <w:rPr>
                <w:rFonts w:cs="Arial"/>
                <w:szCs w:val="18"/>
              </w:rPr>
              <w:t>DC_14A-66A-66A_n260G</w:t>
            </w:r>
          </w:p>
          <w:p w14:paraId="58EB70E5" w14:textId="77777777" w:rsidR="00944F22" w:rsidRPr="00E062F1" w:rsidRDefault="00944F22" w:rsidP="006B3BD2">
            <w:pPr>
              <w:pStyle w:val="TAC"/>
              <w:rPr>
                <w:rFonts w:cs="Arial"/>
                <w:szCs w:val="18"/>
              </w:rPr>
            </w:pPr>
            <w:r w:rsidRPr="00E062F1">
              <w:rPr>
                <w:rFonts w:cs="Arial"/>
                <w:szCs w:val="18"/>
              </w:rPr>
              <w:t>DC_14A-66A-66A_n260H</w:t>
            </w:r>
          </w:p>
          <w:p w14:paraId="5B56EB5D" w14:textId="77777777" w:rsidR="00944F22" w:rsidRPr="00E062F1" w:rsidRDefault="00944F22" w:rsidP="006B3BD2">
            <w:pPr>
              <w:pStyle w:val="TAC"/>
              <w:rPr>
                <w:rFonts w:cs="Arial"/>
                <w:szCs w:val="18"/>
              </w:rPr>
            </w:pPr>
            <w:r w:rsidRPr="00E062F1">
              <w:rPr>
                <w:rFonts w:cs="Arial"/>
                <w:szCs w:val="18"/>
              </w:rPr>
              <w:t>DC_14A-66A-66A_n260I</w:t>
            </w:r>
          </w:p>
          <w:p w14:paraId="30903763" w14:textId="77777777" w:rsidR="00944F22" w:rsidRPr="00E062F1" w:rsidRDefault="00944F22" w:rsidP="006B3BD2">
            <w:pPr>
              <w:pStyle w:val="TAC"/>
              <w:rPr>
                <w:rFonts w:cs="Arial"/>
                <w:szCs w:val="18"/>
              </w:rPr>
            </w:pPr>
            <w:r w:rsidRPr="00E062F1">
              <w:rPr>
                <w:rFonts w:cs="Arial"/>
                <w:szCs w:val="18"/>
              </w:rPr>
              <w:t>DC_14A-66A-66A_n260J</w:t>
            </w:r>
          </w:p>
          <w:p w14:paraId="27A99A52" w14:textId="77777777" w:rsidR="00944F22" w:rsidRPr="00E062F1" w:rsidRDefault="00944F22" w:rsidP="006B3BD2">
            <w:pPr>
              <w:pStyle w:val="TAC"/>
              <w:rPr>
                <w:rFonts w:cs="Arial"/>
                <w:szCs w:val="18"/>
              </w:rPr>
            </w:pPr>
            <w:r w:rsidRPr="00E062F1">
              <w:rPr>
                <w:rFonts w:cs="Arial"/>
                <w:szCs w:val="18"/>
              </w:rPr>
              <w:t>DC_14A-66A-66A_n260K</w:t>
            </w:r>
          </w:p>
          <w:p w14:paraId="30920EF6" w14:textId="77777777" w:rsidR="00944F22" w:rsidRPr="00E062F1" w:rsidRDefault="00944F22" w:rsidP="006B3BD2">
            <w:pPr>
              <w:pStyle w:val="TAC"/>
              <w:rPr>
                <w:rFonts w:cs="Arial"/>
                <w:szCs w:val="18"/>
              </w:rPr>
            </w:pPr>
            <w:r w:rsidRPr="00E062F1">
              <w:rPr>
                <w:rFonts w:cs="Arial"/>
                <w:szCs w:val="18"/>
              </w:rPr>
              <w:t>DC_14A-66A-66A_n260L</w:t>
            </w:r>
          </w:p>
          <w:p w14:paraId="6E54BEAB" w14:textId="77777777" w:rsidR="00944F22" w:rsidRPr="00E062F1" w:rsidRDefault="00944F22" w:rsidP="006B3BD2">
            <w:pPr>
              <w:pStyle w:val="TAC"/>
              <w:rPr>
                <w:noProof/>
                <w:lang w:eastAsia="zh-CN"/>
              </w:rPr>
            </w:pPr>
            <w:r w:rsidRPr="00E062F1">
              <w:rPr>
                <w:rFonts w:cs="Arial"/>
                <w:szCs w:val="18"/>
              </w:rPr>
              <w:t>DC_14A-66A-66A_n260M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4239504" w14:textId="77777777" w:rsidR="00944F22" w:rsidRPr="00E062F1" w:rsidRDefault="00944F22" w:rsidP="006B3BD2">
            <w:pPr>
              <w:pStyle w:val="TAC"/>
              <w:rPr>
                <w:rFonts w:cs="Arial"/>
                <w:szCs w:val="18"/>
              </w:rPr>
            </w:pPr>
            <w:r w:rsidRPr="00E062F1">
              <w:rPr>
                <w:rFonts w:cs="Arial"/>
                <w:szCs w:val="18"/>
              </w:rPr>
              <w:t>DC_14A_n260A</w:t>
            </w:r>
          </w:p>
          <w:p w14:paraId="24188DB3" w14:textId="77777777" w:rsidR="00944F22" w:rsidRPr="00E062F1" w:rsidRDefault="00944F22" w:rsidP="006B3BD2">
            <w:pPr>
              <w:pStyle w:val="TAC"/>
              <w:rPr>
                <w:rFonts w:cs="Arial"/>
                <w:szCs w:val="18"/>
                <w:lang w:eastAsia="fr-FR"/>
              </w:rPr>
            </w:pPr>
            <w:r w:rsidRPr="00E062F1">
              <w:rPr>
                <w:rFonts w:cs="Arial"/>
                <w:szCs w:val="18"/>
              </w:rPr>
              <w:t>DC_14A_n260G</w:t>
            </w:r>
          </w:p>
          <w:p w14:paraId="5D00DE4C" w14:textId="77777777" w:rsidR="00944F22" w:rsidRPr="00E062F1" w:rsidRDefault="00944F22" w:rsidP="006B3BD2">
            <w:pPr>
              <w:pStyle w:val="TAC"/>
              <w:rPr>
                <w:rFonts w:cs="Arial"/>
                <w:szCs w:val="18"/>
              </w:rPr>
            </w:pPr>
            <w:r w:rsidRPr="00E062F1">
              <w:rPr>
                <w:rFonts w:cs="Arial"/>
                <w:szCs w:val="18"/>
              </w:rPr>
              <w:t>DC_14A_n260H</w:t>
            </w:r>
          </w:p>
          <w:p w14:paraId="055CF463" w14:textId="77777777" w:rsidR="00944F22" w:rsidRPr="00E062F1" w:rsidRDefault="00944F22" w:rsidP="006B3BD2">
            <w:pPr>
              <w:pStyle w:val="TAC"/>
              <w:rPr>
                <w:rFonts w:cs="Arial"/>
                <w:szCs w:val="18"/>
              </w:rPr>
            </w:pPr>
            <w:r w:rsidRPr="00E062F1">
              <w:rPr>
                <w:rFonts w:cs="Arial"/>
                <w:szCs w:val="18"/>
              </w:rPr>
              <w:t>DC_14A_n260I</w:t>
            </w:r>
          </w:p>
          <w:p w14:paraId="5A182738" w14:textId="77777777" w:rsidR="00944F22" w:rsidRPr="00E062F1" w:rsidRDefault="00944F22" w:rsidP="006B3BD2">
            <w:pPr>
              <w:pStyle w:val="TAC"/>
              <w:rPr>
                <w:rFonts w:cs="Arial"/>
                <w:szCs w:val="18"/>
              </w:rPr>
            </w:pPr>
            <w:r w:rsidRPr="00E062F1">
              <w:rPr>
                <w:rFonts w:cs="Arial"/>
                <w:szCs w:val="18"/>
              </w:rPr>
              <w:t>DC_14A_n260J</w:t>
            </w:r>
          </w:p>
          <w:p w14:paraId="6BA58474" w14:textId="77777777" w:rsidR="00944F22" w:rsidRPr="00E062F1" w:rsidRDefault="00944F22" w:rsidP="006B3BD2">
            <w:pPr>
              <w:pStyle w:val="TAC"/>
              <w:rPr>
                <w:rFonts w:cs="Arial"/>
                <w:szCs w:val="18"/>
              </w:rPr>
            </w:pPr>
            <w:r w:rsidRPr="00E062F1">
              <w:rPr>
                <w:rFonts w:cs="Arial"/>
                <w:szCs w:val="18"/>
              </w:rPr>
              <w:t>DC_14A_n260K</w:t>
            </w:r>
          </w:p>
          <w:p w14:paraId="47D752AC" w14:textId="77777777" w:rsidR="00944F22" w:rsidRPr="00E062F1" w:rsidRDefault="00944F22" w:rsidP="006B3BD2">
            <w:pPr>
              <w:pStyle w:val="TAC"/>
              <w:rPr>
                <w:rFonts w:cs="Arial"/>
                <w:szCs w:val="18"/>
              </w:rPr>
            </w:pPr>
            <w:r w:rsidRPr="00E062F1">
              <w:rPr>
                <w:rFonts w:cs="Arial"/>
                <w:szCs w:val="18"/>
              </w:rPr>
              <w:t>DC_14A_n260L</w:t>
            </w:r>
          </w:p>
          <w:p w14:paraId="2A8B6621" w14:textId="77777777" w:rsidR="00944F22" w:rsidRPr="00E062F1" w:rsidRDefault="00944F22" w:rsidP="006B3BD2">
            <w:pPr>
              <w:pStyle w:val="TAC"/>
              <w:rPr>
                <w:rFonts w:cs="Arial"/>
                <w:szCs w:val="18"/>
              </w:rPr>
            </w:pPr>
            <w:r w:rsidRPr="00E062F1">
              <w:rPr>
                <w:rFonts w:cs="Arial"/>
                <w:szCs w:val="18"/>
              </w:rPr>
              <w:t>DC_14A_n260M</w:t>
            </w:r>
          </w:p>
          <w:p w14:paraId="40D9CB11" w14:textId="77777777" w:rsidR="00944F22" w:rsidRPr="00E062F1" w:rsidRDefault="00944F22" w:rsidP="006B3BD2">
            <w:pPr>
              <w:pStyle w:val="TAC"/>
              <w:rPr>
                <w:rFonts w:cs="Arial"/>
                <w:szCs w:val="18"/>
              </w:rPr>
            </w:pPr>
            <w:r w:rsidRPr="00E062F1">
              <w:rPr>
                <w:rFonts w:cs="Arial"/>
                <w:szCs w:val="18"/>
              </w:rPr>
              <w:t>DC_66A_n260A</w:t>
            </w:r>
          </w:p>
          <w:p w14:paraId="7E502529" w14:textId="77777777" w:rsidR="00944F22" w:rsidRPr="00E062F1" w:rsidRDefault="00944F22" w:rsidP="006B3BD2">
            <w:pPr>
              <w:pStyle w:val="TAC"/>
              <w:rPr>
                <w:rFonts w:cs="Arial"/>
                <w:szCs w:val="18"/>
              </w:rPr>
            </w:pPr>
            <w:r w:rsidRPr="00E062F1">
              <w:rPr>
                <w:rFonts w:cs="Arial"/>
                <w:szCs w:val="18"/>
              </w:rPr>
              <w:t>DC_66A_n260G</w:t>
            </w:r>
          </w:p>
          <w:p w14:paraId="63AE9BDD" w14:textId="77777777" w:rsidR="00944F22" w:rsidRPr="00E062F1" w:rsidRDefault="00944F22" w:rsidP="006B3BD2">
            <w:pPr>
              <w:pStyle w:val="TAC"/>
              <w:rPr>
                <w:rFonts w:cs="Arial"/>
                <w:szCs w:val="18"/>
              </w:rPr>
            </w:pPr>
            <w:r w:rsidRPr="00E062F1">
              <w:rPr>
                <w:rFonts w:cs="Arial"/>
                <w:szCs w:val="18"/>
              </w:rPr>
              <w:t>DC_66A_n260H</w:t>
            </w:r>
          </w:p>
          <w:p w14:paraId="3C9E64CC" w14:textId="77777777" w:rsidR="00944F22" w:rsidRPr="00E062F1" w:rsidRDefault="00944F22" w:rsidP="006B3BD2">
            <w:pPr>
              <w:pStyle w:val="TAC"/>
              <w:rPr>
                <w:rFonts w:cs="Arial"/>
                <w:szCs w:val="18"/>
              </w:rPr>
            </w:pPr>
            <w:r w:rsidRPr="00E062F1">
              <w:rPr>
                <w:rFonts w:cs="Arial"/>
                <w:szCs w:val="18"/>
              </w:rPr>
              <w:t>DC_66A_n260I</w:t>
            </w:r>
          </w:p>
          <w:p w14:paraId="238DB516" w14:textId="77777777" w:rsidR="00944F22" w:rsidRPr="00E062F1" w:rsidRDefault="00944F22" w:rsidP="006B3BD2">
            <w:pPr>
              <w:pStyle w:val="TAC"/>
              <w:rPr>
                <w:rFonts w:cs="Arial"/>
                <w:szCs w:val="18"/>
              </w:rPr>
            </w:pPr>
            <w:r w:rsidRPr="00E062F1">
              <w:rPr>
                <w:rFonts w:cs="Arial"/>
                <w:szCs w:val="18"/>
              </w:rPr>
              <w:t>DC_66A_n260J</w:t>
            </w:r>
          </w:p>
          <w:p w14:paraId="0E68D1B4" w14:textId="77777777" w:rsidR="00944F22" w:rsidRPr="00E062F1" w:rsidRDefault="00944F22" w:rsidP="006B3BD2">
            <w:pPr>
              <w:pStyle w:val="TAC"/>
              <w:rPr>
                <w:rFonts w:cs="Arial"/>
                <w:szCs w:val="18"/>
              </w:rPr>
            </w:pPr>
            <w:r w:rsidRPr="00E062F1">
              <w:rPr>
                <w:rFonts w:cs="Arial"/>
                <w:szCs w:val="18"/>
              </w:rPr>
              <w:t>DC_66A_n260K</w:t>
            </w:r>
          </w:p>
          <w:p w14:paraId="6641AF85" w14:textId="77777777" w:rsidR="00944F22" w:rsidRPr="00E062F1" w:rsidRDefault="00944F22" w:rsidP="006B3BD2">
            <w:pPr>
              <w:pStyle w:val="TAC"/>
              <w:rPr>
                <w:rFonts w:cs="Arial"/>
                <w:szCs w:val="18"/>
              </w:rPr>
            </w:pPr>
            <w:r w:rsidRPr="00E062F1">
              <w:rPr>
                <w:rFonts w:cs="Arial"/>
                <w:szCs w:val="18"/>
              </w:rPr>
              <w:t>DC_66A_n260L</w:t>
            </w:r>
          </w:p>
          <w:p w14:paraId="00F765F3" w14:textId="77777777" w:rsidR="00944F22" w:rsidRPr="00E062F1" w:rsidRDefault="00944F22" w:rsidP="006B3BD2">
            <w:pPr>
              <w:pStyle w:val="TAC"/>
              <w:rPr>
                <w:noProof/>
                <w:lang w:eastAsia="zh-CN"/>
              </w:rPr>
            </w:pPr>
            <w:r w:rsidRPr="00E062F1">
              <w:rPr>
                <w:rFonts w:cs="Arial"/>
                <w:szCs w:val="18"/>
              </w:rPr>
              <w:t>DC_66A_n260M</w:t>
            </w:r>
          </w:p>
        </w:tc>
      </w:tr>
      <w:tr w:rsidR="00944F22" w:rsidRPr="00E062F1" w14:paraId="167C4245"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F06B512" w14:textId="77777777" w:rsidR="00944F22" w:rsidRPr="00E062F1" w:rsidRDefault="00944F22" w:rsidP="006B3BD2">
            <w:pPr>
              <w:pStyle w:val="TAC"/>
              <w:rPr>
                <w:noProof/>
                <w:lang w:eastAsia="zh-CN"/>
              </w:rPr>
            </w:pPr>
            <w:r w:rsidRPr="00E062F1">
              <w:rPr>
                <w:rFonts w:cs="Arial"/>
              </w:rPr>
              <w:t>DC_1</w:t>
            </w:r>
            <w:r w:rsidRPr="00E062F1">
              <w:rPr>
                <w:rFonts w:cs="Arial"/>
                <w:lang w:eastAsia="ja-JP"/>
              </w:rPr>
              <w:t>8</w:t>
            </w:r>
            <w:r w:rsidRPr="00E062F1">
              <w:rPr>
                <w:rFonts w:cs="Arial"/>
              </w:rPr>
              <w:t>A-</w:t>
            </w:r>
            <w:r w:rsidRPr="00E062F1">
              <w:rPr>
                <w:rFonts w:cs="Arial"/>
                <w:lang w:eastAsia="ja-JP"/>
              </w:rPr>
              <w:t>2</w:t>
            </w:r>
            <w:r w:rsidRPr="00E062F1">
              <w:rPr>
                <w:rFonts w:cs="Arial"/>
              </w:rPr>
              <w:t>8A_n</w:t>
            </w:r>
            <w:r w:rsidRPr="00E062F1">
              <w:rPr>
                <w:rFonts w:cs="Arial"/>
                <w:lang w:eastAsia="ja-JP"/>
              </w:rPr>
              <w:t>257</w:t>
            </w:r>
            <w:r w:rsidRPr="00E062F1">
              <w:rPr>
                <w:rFonts w:cs="Arial"/>
              </w:rPr>
              <w:t>A</w:t>
            </w:r>
            <w:r w:rsidRPr="00E062F1">
              <w:rPr>
                <w:noProof/>
                <w:vertAlign w:val="superscript"/>
                <w:lang w:eastAsia="zh-CN"/>
              </w:rPr>
              <w:t>2</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F5D7038" w14:textId="77777777" w:rsidR="00944F22" w:rsidRPr="00E062F1" w:rsidRDefault="00944F22" w:rsidP="006B3BD2">
            <w:pPr>
              <w:pStyle w:val="TAC"/>
              <w:rPr>
                <w:noProof/>
                <w:lang w:eastAsia="zh-CN"/>
              </w:rPr>
            </w:pPr>
            <w:r w:rsidRPr="00E062F1">
              <w:rPr>
                <w:noProof/>
                <w:lang w:eastAsia="zh-CN"/>
              </w:rPr>
              <w:t>DC_18A_n257A</w:t>
            </w:r>
          </w:p>
          <w:p w14:paraId="6EA6F7C5" w14:textId="77777777" w:rsidR="00944F22" w:rsidRPr="00E062F1" w:rsidRDefault="00944F22" w:rsidP="006B3BD2">
            <w:pPr>
              <w:pStyle w:val="TAC"/>
              <w:rPr>
                <w:noProof/>
                <w:lang w:eastAsia="zh-CN"/>
              </w:rPr>
            </w:pPr>
            <w:r w:rsidRPr="00E062F1">
              <w:rPr>
                <w:noProof/>
                <w:lang w:eastAsia="zh-CN"/>
              </w:rPr>
              <w:t>DC_28A_n257A</w:t>
            </w:r>
          </w:p>
        </w:tc>
      </w:tr>
      <w:tr w:rsidR="00944F22" w:rsidRPr="008327C9" w14:paraId="4237F638"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80714BA" w14:textId="77777777" w:rsidR="00944F22" w:rsidRPr="00E062F1" w:rsidRDefault="00944F22" w:rsidP="006B3BD2">
            <w:pPr>
              <w:pStyle w:val="TAC"/>
              <w:rPr>
                <w:rFonts w:cs="Arial"/>
                <w:lang w:eastAsia="ja-JP"/>
              </w:rPr>
            </w:pPr>
            <w:r w:rsidRPr="00E062F1">
              <w:rPr>
                <w:rFonts w:cs="Arial"/>
                <w:lang w:eastAsia="ja-JP"/>
              </w:rPr>
              <w:t>DC_18A-42A_n257A</w:t>
            </w:r>
          </w:p>
          <w:p w14:paraId="02B2FE3D" w14:textId="77777777" w:rsidR="00944F22" w:rsidRPr="00E062F1" w:rsidRDefault="00944F22" w:rsidP="006B3BD2">
            <w:pPr>
              <w:pStyle w:val="TAC"/>
              <w:rPr>
                <w:rFonts w:cs="Arial"/>
                <w:lang w:eastAsia="ja-JP"/>
              </w:rPr>
            </w:pPr>
            <w:r w:rsidRPr="00E062F1">
              <w:rPr>
                <w:rFonts w:cs="Arial"/>
                <w:lang w:eastAsia="ja-JP"/>
              </w:rPr>
              <w:t>DC_18A-42A_n257D</w:t>
            </w:r>
          </w:p>
          <w:p w14:paraId="27D01565" w14:textId="77777777" w:rsidR="00944F22" w:rsidRPr="00E062F1" w:rsidRDefault="00944F22" w:rsidP="006B3BD2">
            <w:pPr>
              <w:pStyle w:val="TAC"/>
              <w:rPr>
                <w:rFonts w:cs="Arial"/>
                <w:lang w:eastAsia="ja-JP"/>
              </w:rPr>
            </w:pPr>
            <w:r w:rsidRPr="00E062F1">
              <w:rPr>
                <w:rFonts w:cs="Arial"/>
                <w:lang w:eastAsia="ja-JP"/>
              </w:rPr>
              <w:t>DC_18A-42A_n257E</w:t>
            </w:r>
          </w:p>
          <w:p w14:paraId="74D1961D" w14:textId="77777777" w:rsidR="00944F22" w:rsidRPr="00E062F1" w:rsidRDefault="00944F22" w:rsidP="006B3BD2">
            <w:pPr>
              <w:pStyle w:val="TAC"/>
              <w:rPr>
                <w:rFonts w:cs="Arial"/>
                <w:lang w:eastAsia="ja-JP"/>
              </w:rPr>
            </w:pPr>
            <w:r w:rsidRPr="00E062F1">
              <w:rPr>
                <w:rFonts w:cs="Arial"/>
                <w:lang w:eastAsia="ja-JP"/>
              </w:rPr>
              <w:t>DC_18A-42A_n257F</w:t>
            </w:r>
          </w:p>
          <w:p w14:paraId="2778BFE3" w14:textId="77777777" w:rsidR="00944F22" w:rsidRPr="00E062F1" w:rsidRDefault="00944F22" w:rsidP="006B3BD2">
            <w:pPr>
              <w:pStyle w:val="TAC"/>
              <w:rPr>
                <w:rFonts w:cs="Arial"/>
                <w:lang w:eastAsia="ja-JP"/>
              </w:rPr>
            </w:pPr>
            <w:r w:rsidRPr="00E062F1">
              <w:rPr>
                <w:rFonts w:cs="Arial"/>
                <w:lang w:eastAsia="ja-JP"/>
              </w:rPr>
              <w:t>DC_18A-42A_n257G</w:t>
            </w:r>
          </w:p>
          <w:p w14:paraId="5E6629ED" w14:textId="77777777" w:rsidR="00944F22" w:rsidRPr="00E062F1" w:rsidRDefault="00944F22" w:rsidP="006B3BD2">
            <w:pPr>
              <w:pStyle w:val="TAC"/>
              <w:rPr>
                <w:rFonts w:cs="Arial"/>
                <w:lang w:eastAsia="ja-JP"/>
              </w:rPr>
            </w:pPr>
            <w:r w:rsidRPr="00E062F1">
              <w:rPr>
                <w:rFonts w:cs="Arial"/>
                <w:lang w:eastAsia="ja-JP"/>
              </w:rPr>
              <w:t>DC_18A-42A_n257H</w:t>
            </w:r>
          </w:p>
          <w:p w14:paraId="1063475C" w14:textId="77777777" w:rsidR="00944F22" w:rsidRPr="00E062F1" w:rsidRDefault="00944F22" w:rsidP="006B3BD2">
            <w:pPr>
              <w:pStyle w:val="TAC"/>
              <w:rPr>
                <w:rFonts w:cs="Arial"/>
                <w:lang w:eastAsia="ja-JP"/>
              </w:rPr>
            </w:pPr>
            <w:r w:rsidRPr="00E062F1">
              <w:rPr>
                <w:rFonts w:cs="Arial"/>
                <w:lang w:eastAsia="ja-JP"/>
              </w:rPr>
              <w:t>DC_18A-42A_n257I</w:t>
            </w:r>
          </w:p>
          <w:p w14:paraId="4BB55B3B" w14:textId="77777777" w:rsidR="00944F22" w:rsidRPr="00E062F1" w:rsidRDefault="00944F22" w:rsidP="006B3BD2">
            <w:pPr>
              <w:pStyle w:val="TAC"/>
              <w:rPr>
                <w:rFonts w:cs="Arial"/>
                <w:lang w:eastAsia="ja-JP"/>
              </w:rPr>
            </w:pPr>
            <w:r w:rsidRPr="00E062F1">
              <w:rPr>
                <w:rFonts w:cs="Arial"/>
                <w:lang w:eastAsia="ja-JP"/>
              </w:rPr>
              <w:t>DC_18A-42A_n257J</w:t>
            </w:r>
          </w:p>
          <w:p w14:paraId="0779B2DD" w14:textId="77777777" w:rsidR="00944F22" w:rsidRPr="00E062F1" w:rsidRDefault="00944F22" w:rsidP="006B3BD2">
            <w:pPr>
              <w:pStyle w:val="TAC"/>
              <w:rPr>
                <w:rFonts w:cs="Arial"/>
                <w:lang w:eastAsia="ja-JP"/>
              </w:rPr>
            </w:pPr>
            <w:r w:rsidRPr="00E062F1">
              <w:rPr>
                <w:rFonts w:cs="Arial"/>
                <w:lang w:eastAsia="ja-JP"/>
              </w:rPr>
              <w:t>DC_18A-42A_n257K</w:t>
            </w:r>
          </w:p>
          <w:p w14:paraId="62CF8640" w14:textId="77777777" w:rsidR="00944F22" w:rsidRPr="00E062F1" w:rsidRDefault="00944F22" w:rsidP="006B3BD2">
            <w:pPr>
              <w:pStyle w:val="TAC"/>
              <w:rPr>
                <w:rFonts w:cs="Arial"/>
                <w:lang w:eastAsia="ja-JP"/>
              </w:rPr>
            </w:pPr>
            <w:r w:rsidRPr="00E062F1">
              <w:rPr>
                <w:rFonts w:cs="Arial"/>
                <w:lang w:eastAsia="ja-JP"/>
              </w:rPr>
              <w:t>DC_18A-42A_n257L</w:t>
            </w:r>
          </w:p>
          <w:p w14:paraId="4E5E2768" w14:textId="77777777" w:rsidR="00944F22" w:rsidRPr="00E062F1" w:rsidRDefault="00944F22" w:rsidP="006B3BD2">
            <w:pPr>
              <w:pStyle w:val="TAC"/>
              <w:rPr>
                <w:rFonts w:cs="Arial"/>
                <w:lang w:eastAsia="ja-JP"/>
              </w:rPr>
            </w:pPr>
            <w:r w:rsidRPr="00E062F1">
              <w:rPr>
                <w:rFonts w:cs="Arial"/>
                <w:lang w:eastAsia="ja-JP"/>
              </w:rPr>
              <w:t>DC_18A-42A_n257M</w:t>
            </w:r>
          </w:p>
          <w:p w14:paraId="0D1A98AD" w14:textId="77777777" w:rsidR="00944F22" w:rsidRPr="00E062F1" w:rsidRDefault="00944F22" w:rsidP="006B3BD2">
            <w:pPr>
              <w:pStyle w:val="TAC"/>
              <w:rPr>
                <w:rFonts w:cs="Arial"/>
                <w:lang w:eastAsia="ja-JP"/>
              </w:rPr>
            </w:pPr>
            <w:r w:rsidRPr="00E062F1">
              <w:rPr>
                <w:rFonts w:cs="Arial"/>
                <w:lang w:eastAsia="ja-JP"/>
              </w:rPr>
              <w:t>DC_18A-42C_n257A</w:t>
            </w:r>
          </w:p>
          <w:p w14:paraId="505FDACC" w14:textId="77777777" w:rsidR="00944F22" w:rsidRPr="00E062F1" w:rsidRDefault="00944F22" w:rsidP="006B3BD2">
            <w:pPr>
              <w:pStyle w:val="TAC"/>
              <w:rPr>
                <w:rFonts w:cs="Arial"/>
                <w:lang w:eastAsia="ja-JP"/>
              </w:rPr>
            </w:pPr>
            <w:r w:rsidRPr="00E062F1">
              <w:rPr>
                <w:rFonts w:cs="Arial"/>
                <w:lang w:eastAsia="ja-JP"/>
              </w:rPr>
              <w:t>DC_18A-42C_n257D</w:t>
            </w:r>
          </w:p>
          <w:p w14:paraId="0859958F" w14:textId="77777777" w:rsidR="00944F22" w:rsidRPr="00E062F1" w:rsidRDefault="00944F22" w:rsidP="006B3BD2">
            <w:pPr>
              <w:pStyle w:val="TAC"/>
              <w:rPr>
                <w:rFonts w:cs="Arial"/>
                <w:lang w:eastAsia="ja-JP"/>
              </w:rPr>
            </w:pPr>
            <w:r w:rsidRPr="00E062F1">
              <w:rPr>
                <w:rFonts w:cs="Arial"/>
                <w:lang w:eastAsia="ja-JP"/>
              </w:rPr>
              <w:t>DC_18A-42C_n257E</w:t>
            </w:r>
          </w:p>
          <w:p w14:paraId="6FCB536E" w14:textId="77777777" w:rsidR="00944F22" w:rsidRPr="00E062F1" w:rsidRDefault="00944F22" w:rsidP="006B3BD2">
            <w:pPr>
              <w:pStyle w:val="TAC"/>
              <w:rPr>
                <w:rFonts w:cs="Arial"/>
                <w:lang w:eastAsia="ja-JP"/>
              </w:rPr>
            </w:pPr>
            <w:r w:rsidRPr="00E062F1">
              <w:rPr>
                <w:rFonts w:cs="Arial"/>
                <w:lang w:eastAsia="ja-JP"/>
              </w:rPr>
              <w:t>DC_18A-42C_n257F</w:t>
            </w:r>
          </w:p>
          <w:p w14:paraId="664CA3E9" w14:textId="77777777" w:rsidR="00944F22" w:rsidRPr="00E062F1" w:rsidRDefault="00944F22" w:rsidP="006B3BD2">
            <w:pPr>
              <w:pStyle w:val="TAC"/>
              <w:rPr>
                <w:rFonts w:cs="Arial"/>
                <w:lang w:eastAsia="ja-JP"/>
              </w:rPr>
            </w:pPr>
            <w:r w:rsidRPr="00E062F1">
              <w:rPr>
                <w:rFonts w:cs="Arial"/>
                <w:lang w:eastAsia="ja-JP"/>
              </w:rPr>
              <w:t>DC_18A-42C_n257G</w:t>
            </w:r>
          </w:p>
          <w:p w14:paraId="253912B7" w14:textId="77777777" w:rsidR="00944F22" w:rsidRPr="00E062F1" w:rsidRDefault="00944F22" w:rsidP="006B3BD2">
            <w:pPr>
              <w:pStyle w:val="TAC"/>
              <w:rPr>
                <w:rFonts w:cs="Arial"/>
                <w:lang w:eastAsia="ja-JP"/>
              </w:rPr>
            </w:pPr>
            <w:r w:rsidRPr="00E062F1">
              <w:rPr>
                <w:rFonts w:cs="Arial"/>
                <w:lang w:eastAsia="ja-JP"/>
              </w:rPr>
              <w:t>DC_18A-42C_n257H</w:t>
            </w:r>
          </w:p>
          <w:p w14:paraId="198FADA1" w14:textId="77777777" w:rsidR="00944F22" w:rsidRPr="00E062F1" w:rsidRDefault="00944F22" w:rsidP="006B3BD2">
            <w:pPr>
              <w:pStyle w:val="TAC"/>
              <w:rPr>
                <w:rFonts w:cs="Arial"/>
                <w:lang w:eastAsia="ja-JP"/>
              </w:rPr>
            </w:pPr>
            <w:r w:rsidRPr="00E062F1">
              <w:rPr>
                <w:rFonts w:cs="Arial"/>
                <w:lang w:eastAsia="ja-JP"/>
              </w:rPr>
              <w:t>DC_18A-42C_n257I</w:t>
            </w:r>
          </w:p>
          <w:p w14:paraId="3804C757" w14:textId="77777777" w:rsidR="00944F22" w:rsidRPr="00E062F1" w:rsidRDefault="00944F22" w:rsidP="006B3BD2">
            <w:pPr>
              <w:pStyle w:val="TAC"/>
              <w:rPr>
                <w:rFonts w:cs="Arial"/>
                <w:lang w:eastAsia="ja-JP"/>
              </w:rPr>
            </w:pPr>
            <w:r w:rsidRPr="00E062F1">
              <w:rPr>
                <w:rFonts w:cs="Arial"/>
                <w:lang w:eastAsia="ja-JP"/>
              </w:rPr>
              <w:t>DC_18A-42C_n257J</w:t>
            </w:r>
          </w:p>
          <w:p w14:paraId="2A6023E2" w14:textId="77777777" w:rsidR="00944F22" w:rsidRPr="00E062F1" w:rsidRDefault="00944F22" w:rsidP="006B3BD2">
            <w:pPr>
              <w:pStyle w:val="TAC"/>
              <w:rPr>
                <w:rFonts w:cs="Arial"/>
                <w:lang w:eastAsia="ja-JP"/>
              </w:rPr>
            </w:pPr>
            <w:r w:rsidRPr="00E062F1">
              <w:rPr>
                <w:rFonts w:cs="Arial"/>
                <w:lang w:eastAsia="ja-JP"/>
              </w:rPr>
              <w:t>DC_18A-42C_n257K</w:t>
            </w:r>
          </w:p>
          <w:p w14:paraId="454D4F52" w14:textId="77777777" w:rsidR="00944F22" w:rsidRPr="00E062F1" w:rsidRDefault="00944F22" w:rsidP="006B3BD2">
            <w:pPr>
              <w:pStyle w:val="TAC"/>
              <w:rPr>
                <w:rFonts w:cs="Arial"/>
                <w:lang w:eastAsia="ja-JP"/>
              </w:rPr>
            </w:pPr>
            <w:r w:rsidRPr="00E062F1">
              <w:rPr>
                <w:rFonts w:cs="Arial"/>
                <w:lang w:eastAsia="ja-JP"/>
              </w:rPr>
              <w:t>DC_18A-42C_n257L</w:t>
            </w:r>
          </w:p>
          <w:p w14:paraId="41E8DBCC" w14:textId="77777777" w:rsidR="00944F22" w:rsidRPr="00E062F1" w:rsidRDefault="00944F22" w:rsidP="006B3BD2">
            <w:pPr>
              <w:pStyle w:val="TAC"/>
              <w:rPr>
                <w:rFonts w:cs="Arial"/>
              </w:rPr>
            </w:pPr>
            <w:r w:rsidRPr="00E062F1">
              <w:rPr>
                <w:rFonts w:cs="Arial"/>
                <w:lang w:eastAsia="ja-JP"/>
              </w:rPr>
              <w:t>DC_18A-42C_n257M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D45073D" w14:textId="77777777" w:rsidR="00944F22" w:rsidRPr="00E062F1" w:rsidRDefault="00944F22" w:rsidP="006B3BD2">
            <w:pPr>
              <w:pStyle w:val="TAC"/>
              <w:rPr>
                <w:lang w:eastAsia="ja-JP"/>
              </w:rPr>
            </w:pPr>
            <w:r w:rsidRPr="00E062F1">
              <w:rPr>
                <w:lang w:eastAsia="ja-JP"/>
              </w:rPr>
              <w:t>DC_18A_n257A</w:t>
            </w:r>
          </w:p>
          <w:p w14:paraId="7C3378BD" w14:textId="77777777" w:rsidR="00944F22" w:rsidRPr="00E062F1" w:rsidRDefault="00944F22" w:rsidP="006B3BD2">
            <w:pPr>
              <w:pStyle w:val="TAC"/>
              <w:rPr>
                <w:lang w:eastAsia="ja-JP"/>
              </w:rPr>
            </w:pPr>
            <w:r w:rsidRPr="00E062F1">
              <w:rPr>
                <w:lang w:eastAsia="ja-JP"/>
              </w:rPr>
              <w:t>DC_18A_n257G</w:t>
            </w:r>
          </w:p>
          <w:p w14:paraId="5DABD2BC" w14:textId="77777777" w:rsidR="00944F22" w:rsidRPr="00E062F1" w:rsidRDefault="00944F22" w:rsidP="006B3BD2">
            <w:pPr>
              <w:pStyle w:val="TAC"/>
              <w:rPr>
                <w:lang w:eastAsia="ja-JP"/>
              </w:rPr>
            </w:pPr>
            <w:r w:rsidRPr="00E062F1">
              <w:rPr>
                <w:lang w:eastAsia="ja-JP"/>
              </w:rPr>
              <w:t>DC_18A_n257H</w:t>
            </w:r>
          </w:p>
          <w:p w14:paraId="23C05BAD" w14:textId="77777777" w:rsidR="00944F22" w:rsidRPr="00E062F1" w:rsidRDefault="00944F22" w:rsidP="006B3BD2">
            <w:pPr>
              <w:pStyle w:val="TAC"/>
              <w:rPr>
                <w:lang w:eastAsia="ja-JP"/>
              </w:rPr>
            </w:pPr>
            <w:r w:rsidRPr="00E062F1">
              <w:rPr>
                <w:lang w:eastAsia="ja-JP"/>
              </w:rPr>
              <w:t>DC_18A_n257I</w:t>
            </w:r>
          </w:p>
          <w:p w14:paraId="2589CC79" w14:textId="77777777" w:rsidR="00944F22" w:rsidRPr="00E062F1" w:rsidRDefault="00944F22" w:rsidP="006B3BD2">
            <w:pPr>
              <w:pStyle w:val="TAC"/>
              <w:rPr>
                <w:lang w:eastAsia="ja-JP"/>
              </w:rPr>
            </w:pPr>
            <w:r w:rsidRPr="00E062F1">
              <w:rPr>
                <w:lang w:eastAsia="ja-JP"/>
              </w:rPr>
              <w:t>DC_42A_n257A</w:t>
            </w:r>
          </w:p>
          <w:p w14:paraId="32760284" w14:textId="77777777" w:rsidR="00944F22" w:rsidRPr="00E062F1" w:rsidRDefault="00944F22" w:rsidP="006B3BD2">
            <w:pPr>
              <w:pStyle w:val="TAC"/>
              <w:rPr>
                <w:lang w:eastAsia="ja-JP"/>
              </w:rPr>
            </w:pPr>
            <w:r w:rsidRPr="00E062F1">
              <w:rPr>
                <w:lang w:eastAsia="ja-JP"/>
              </w:rPr>
              <w:t>DC_42A_n257G</w:t>
            </w:r>
          </w:p>
          <w:p w14:paraId="744B6382" w14:textId="77777777" w:rsidR="00944F22" w:rsidRPr="00E062F1" w:rsidRDefault="00944F22" w:rsidP="006B3BD2">
            <w:pPr>
              <w:pStyle w:val="TAC"/>
              <w:rPr>
                <w:lang w:eastAsia="ja-JP"/>
              </w:rPr>
            </w:pPr>
            <w:r w:rsidRPr="00E062F1">
              <w:rPr>
                <w:lang w:eastAsia="ja-JP"/>
              </w:rPr>
              <w:t>DC_42A_n257H</w:t>
            </w:r>
          </w:p>
          <w:p w14:paraId="0B355F1A" w14:textId="77777777" w:rsidR="00944F22" w:rsidRPr="00E062F1" w:rsidRDefault="00944F22" w:rsidP="006B3BD2">
            <w:pPr>
              <w:pStyle w:val="TAC"/>
              <w:rPr>
                <w:lang w:eastAsia="ja-JP"/>
              </w:rPr>
            </w:pPr>
            <w:r w:rsidRPr="00E062F1">
              <w:rPr>
                <w:lang w:eastAsia="ja-JP"/>
              </w:rPr>
              <w:t>DC_42A_n257I</w:t>
            </w:r>
          </w:p>
          <w:p w14:paraId="198E1914" w14:textId="77777777" w:rsidR="00944F22" w:rsidRPr="00E062F1" w:rsidRDefault="00944F22" w:rsidP="006B3BD2">
            <w:pPr>
              <w:pStyle w:val="TAC"/>
              <w:rPr>
                <w:lang w:eastAsia="ja-JP"/>
              </w:rPr>
            </w:pPr>
            <w:r w:rsidRPr="00E062F1">
              <w:rPr>
                <w:lang w:eastAsia="ja-JP"/>
              </w:rPr>
              <w:t>DC_42C_n257A</w:t>
            </w:r>
          </w:p>
          <w:p w14:paraId="7B64C351" w14:textId="77777777" w:rsidR="00944F22" w:rsidRPr="00AA54EC" w:rsidRDefault="00944F22" w:rsidP="006B3BD2">
            <w:pPr>
              <w:pStyle w:val="TAC"/>
              <w:rPr>
                <w:lang w:val="sv-FI" w:eastAsia="ja-JP"/>
              </w:rPr>
            </w:pPr>
            <w:r w:rsidRPr="00AA54EC">
              <w:rPr>
                <w:lang w:val="sv-FI" w:eastAsia="ja-JP"/>
              </w:rPr>
              <w:t>DC_42C_n257G</w:t>
            </w:r>
          </w:p>
          <w:p w14:paraId="63A5FD53" w14:textId="77777777" w:rsidR="00944F22" w:rsidRPr="00AA54EC" w:rsidRDefault="00944F22" w:rsidP="006B3BD2">
            <w:pPr>
              <w:pStyle w:val="TAC"/>
              <w:rPr>
                <w:lang w:val="sv-FI" w:eastAsia="ja-JP"/>
              </w:rPr>
            </w:pPr>
            <w:r w:rsidRPr="00AA54EC">
              <w:rPr>
                <w:lang w:val="sv-FI" w:eastAsia="ja-JP"/>
              </w:rPr>
              <w:t>DC_42C_n257H</w:t>
            </w:r>
          </w:p>
          <w:p w14:paraId="71F43F94" w14:textId="77777777" w:rsidR="00944F22" w:rsidRPr="00AA54EC" w:rsidRDefault="00944F22" w:rsidP="006B3BD2">
            <w:pPr>
              <w:pStyle w:val="TAC"/>
              <w:rPr>
                <w:noProof/>
                <w:lang w:val="sv-FI" w:eastAsia="zh-CN"/>
              </w:rPr>
            </w:pPr>
            <w:r w:rsidRPr="00AA54EC">
              <w:rPr>
                <w:lang w:val="sv-FI" w:eastAsia="ja-JP"/>
              </w:rPr>
              <w:t>DC_42C_n257I</w:t>
            </w:r>
          </w:p>
        </w:tc>
      </w:tr>
      <w:tr w:rsidR="00944F22" w:rsidRPr="008327C9" w14:paraId="0B63F719"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7ED9A15" w14:textId="77777777" w:rsidR="00944F22" w:rsidRPr="00E062F1" w:rsidRDefault="00944F22" w:rsidP="006B3BD2">
            <w:pPr>
              <w:pStyle w:val="TAC"/>
              <w:rPr>
                <w:lang w:eastAsia="zh-CN"/>
              </w:rPr>
            </w:pPr>
            <w:r w:rsidRPr="00E062F1">
              <w:rPr>
                <w:rFonts w:cs="Arial"/>
                <w:lang w:eastAsia="ja-JP"/>
              </w:rPr>
              <w:t>DC_18A-41A_n257</w:t>
            </w:r>
            <w:r w:rsidRPr="00E062F1">
              <w:rPr>
                <w:rFonts w:cs="Arial"/>
                <w:lang w:eastAsia="zh-CN"/>
              </w:rPr>
              <w:t>A</w:t>
            </w:r>
          </w:p>
          <w:p w14:paraId="713D0C5D" w14:textId="77777777" w:rsidR="00944F22" w:rsidRPr="00E062F1" w:rsidRDefault="00944F22" w:rsidP="006B3BD2">
            <w:pPr>
              <w:pStyle w:val="TAC"/>
              <w:rPr>
                <w:rFonts w:cs="Arial"/>
                <w:lang w:eastAsia="zh-CN"/>
              </w:rPr>
            </w:pPr>
            <w:r w:rsidRPr="00E062F1">
              <w:rPr>
                <w:rFonts w:cs="Arial"/>
                <w:lang w:eastAsia="ja-JP"/>
              </w:rPr>
              <w:t>DC_18A-41A_n257</w:t>
            </w:r>
            <w:r w:rsidRPr="00E062F1">
              <w:rPr>
                <w:rFonts w:cs="Arial"/>
                <w:lang w:eastAsia="zh-CN"/>
              </w:rPr>
              <w:t>G</w:t>
            </w:r>
          </w:p>
          <w:p w14:paraId="4E104BFD" w14:textId="77777777" w:rsidR="00944F22" w:rsidRPr="00E062F1" w:rsidRDefault="00944F22" w:rsidP="006B3BD2">
            <w:pPr>
              <w:pStyle w:val="TAC"/>
              <w:rPr>
                <w:rFonts w:cs="Arial"/>
                <w:lang w:eastAsia="zh-CN"/>
              </w:rPr>
            </w:pPr>
            <w:r w:rsidRPr="00E062F1">
              <w:rPr>
                <w:rFonts w:cs="Arial"/>
                <w:lang w:eastAsia="ja-JP"/>
              </w:rPr>
              <w:t>DC_18A-41A_n257</w:t>
            </w:r>
            <w:r w:rsidRPr="00E062F1">
              <w:rPr>
                <w:rFonts w:cs="Arial"/>
                <w:lang w:eastAsia="zh-CN"/>
              </w:rPr>
              <w:t>H</w:t>
            </w:r>
          </w:p>
          <w:p w14:paraId="623FFAA8" w14:textId="77777777" w:rsidR="00944F22" w:rsidRPr="00E062F1" w:rsidRDefault="00944F22" w:rsidP="006B3BD2">
            <w:pPr>
              <w:pStyle w:val="TAC"/>
              <w:rPr>
                <w:rFonts w:cs="Arial"/>
                <w:lang w:eastAsia="zh-CN"/>
              </w:rPr>
            </w:pPr>
            <w:r w:rsidRPr="00E062F1">
              <w:rPr>
                <w:rFonts w:cs="Arial"/>
                <w:lang w:eastAsia="ja-JP"/>
              </w:rPr>
              <w:t>DC_18A-41A_n257</w:t>
            </w:r>
            <w:r w:rsidRPr="00E062F1">
              <w:rPr>
                <w:rFonts w:cs="Arial"/>
                <w:lang w:eastAsia="zh-CN"/>
              </w:rPr>
              <w:t>I</w:t>
            </w:r>
          </w:p>
          <w:p w14:paraId="4B7FDF63" w14:textId="77777777" w:rsidR="00944F22" w:rsidRPr="00E062F1" w:rsidRDefault="00944F22" w:rsidP="006B3BD2">
            <w:pPr>
              <w:pStyle w:val="TAC"/>
              <w:rPr>
                <w:lang w:eastAsia="zh-CN"/>
              </w:rPr>
            </w:pPr>
            <w:r w:rsidRPr="00E062F1">
              <w:rPr>
                <w:rFonts w:cs="Arial"/>
                <w:lang w:eastAsia="ja-JP"/>
              </w:rPr>
              <w:t>DC_18A-41</w:t>
            </w:r>
            <w:r w:rsidRPr="00E062F1">
              <w:rPr>
                <w:rFonts w:cs="Arial"/>
                <w:lang w:eastAsia="zh-CN"/>
              </w:rPr>
              <w:t>C</w:t>
            </w:r>
            <w:r w:rsidRPr="00E062F1">
              <w:rPr>
                <w:rFonts w:cs="Arial"/>
                <w:lang w:eastAsia="ja-JP"/>
              </w:rPr>
              <w:t>_n257</w:t>
            </w:r>
            <w:r w:rsidRPr="00E062F1">
              <w:rPr>
                <w:rFonts w:cs="Arial"/>
                <w:lang w:eastAsia="zh-CN"/>
              </w:rPr>
              <w:t>A</w:t>
            </w:r>
          </w:p>
          <w:p w14:paraId="03A9C970" w14:textId="77777777" w:rsidR="00944F22" w:rsidRPr="00E062F1" w:rsidRDefault="00944F22" w:rsidP="006B3BD2">
            <w:pPr>
              <w:pStyle w:val="TAC"/>
              <w:rPr>
                <w:rFonts w:cs="Arial"/>
                <w:lang w:eastAsia="zh-CN"/>
              </w:rPr>
            </w:pPr>
            <w:r w:rsidRPr="00E062F1">
              <w:rPr>
                <w:rFonts w:cs="Arial"/>
                <w:lang w:eastAsia="ja-JP"/>
              </w:rPr>
              <w:t>DC_18A-41</w:t>
            </w:r>
            <w:r w:rsidRPr="00E062F1">
              <w:rPr>
                <w:rFonts w:cs="Arial"/>
                <w:lang w:eastAsia="zh-CN"/>
              </w:rPr>
              <w:t>C</w:t>
            </w:r>
            <w:r w:rsidRPr="00E062F1">
              <w:rPr>
                <w:rFonts w:cs="Arial"/>
                <w:lang w:eastAsia="ja-JP"/>
              </w:rPr>
              <w:t>_n257</w:t>
            </w:r>
            <w:r w:rsidRPr="00E062F1">
              <w:rPr>
                <w:rFonts w:cs="Arial"/>
                <w:lang w:eastAsia="zh-CN"/>
              </w:rPr>
              <w:t>G</w:t>
            </w:r>
          </w:p>
          <w:p w14:paraId="23A17374" w14:textId="77777777" w:rsidR="00944F22" w:rsidRPr="00E062F1" w:rsidRDefault="00944F22" w:rsidP="006B3BD2">
            <w:pPr>
              <w:pStyle w:val="TAC"/>
              <w:rPr>
                <w:rFonts w:cs="Arial"/>
                <w:lang w:eastAsia="zh-CN"/>
              </w:rPr>
            </w:pPr>
            <w:r w:rsidRPr="00E062F1">
              <w:rPr>
                <w:rFonts w:cs="Arial"/>
                <w:lang w:eastAsia="ja-JP"/>
              </w:rPr>
              <w:t>DC_18A-41</w:t>
            </w:r>
            <w:r w:rsidRPr="00E062F1">
              <w:rPr>
                <w:rFonts w:cs="Arial"/>
                <w:lang w:eastAsia="zh-CN"/>
              </w:rPr>
              <w:t>C</w:t>
            </w:r>
            <w:r w:rsidRPr="00E062F1">
              <w:rPr>
                <w:rFonts w:cs="Arial"/>
                <w:lang w:eastAsia="ja-JP"/>
              </w:rPr>
              <w:t>_n257</w:t>
            </w:r>
            <w:r w:rsidRPr="00E062F1">
              <w:rPr>
                <w:rFonts w:cs="Arial"/>
                <w:lang w:eastAsia="zh-CN"/>
              </w:rPr>
              <w:t>H</w:t>
            </w:r>
          </w:p>
          <w:p w14:paraId="03D6F19A" w14:textId="77777777" w:rsidR="00944F22" w:rsidRPr="00E062F1" w:rsidRDefault="00944F22" w:rsidP="006B3BD2">
            <w:pPr>
              <w:pStyle w:val="TAC"/>
              <w:rPr>
                <w:rFonts w:cs="Arial"/>
                <w:lang w:eastAsia="ja-JP"/>
              </w:rPr>
            </w:pPr>
            <w:r w:rsidRPr="00E062F1">
              <w:rPr>
                <w:rFonts w:cs="Arial"/>
                <w:lang w:eastAsia="ja-JP"/>
              </w:rPr>
              <w:t>DC_18A-41</w:t>
            </w:r>
            <w:r w:rsidRPr="00E062F1">
              <w:rPr>
                <w:rFonts w:cs="Arial"/>
                <w:lang w:eastAsia="zh-CN"/>
              </w:rPr>
              <w:t>C</w:t>
            </w:r>
            <w:r w:rsidRPr="00E062F1">
              <w:rPr>
                <w:rFonts w:cs="Arial"/>
                <w:lang w:eastAsia="ja-JP"/>
              </w:rPr>
              <w:t>_n257</w:t>
            </w:r>
            <w:r w:rsidRPr="00E062F1">
              <w:rPr>
                <w:rFonts w:cs="Arial"/>
                <w:lang w:eastAsia="zh-CN"/>
              </w:rPr>
              <w:t>I</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7FF46DB" w14:textId="77777777" w:rsidR="00944F22" w:rsidRPr="00E062F1" w:rsidRDefault="00944F22" w:rsidP="006B3BD2">
            <w:pPr>
              <w:pStyle w:val="TAC"/>
              <w:rPr>
                <w:lang w:eastAsia="zh-CN"/>
              </w:rPr>
            </w:pPr>
            <w:r w:rsidRPr="00E062F1">
              <w:rPr>
                <w:lang w:eastAsia="ja-JP"/>
              </w:rPr>
              <w:t>DC_1</w:t>
            </w:r>
            <w:r w:rsidRPr="00E062F1">
              <w:rPr>
                <w:lang w:eastAsia="zh-CN"/>
              </w:rPr>
              <w:t>8</w:t>
            </w:r>
            <w:r w:rsidRPr="00E062F1">
              <w:rPr>
                <w:lang w:eastAsia="ja-JP"/>
              </w:rPr>
              <w:t>A_n257A</w:t>
            </w:r>
          </w:p>
          <w:p w14:paraId="474E3C50" w14:textId="77777777" w:rsidR="00944F22" w:rsidRPr="00E062F1" w:rsidRDefault="00944F22" w:rsidP="006B3BD2">
            <w:pPr>
              <w:pStyle w:val="TAC"/>
              <w:rPr>
                <w:lang w:eastAsia="zh-CN"/>
              </w:rPr>
            </w:pPr>
            <w:r w:rsidRPr="00E062F1">
              <w:rPr>
                <w:lang w:eastAsia="ja-JP"/>
              </w:rPr>
              <w:t>DC_1</w:t>
            </w:r>
            <w:r w:rsidRPr="00E062F1">
              <w:rPr>
                <w:lang w:eastAsia="zh-CN"/>
              </w:rPr>
              <w:t>8</w:t>
            </w:r>
            <w:r w:rsidRPr="00E062F1">
              <w:rPr>
                <w:lang w:eastAsia="ja-JP"/>
              </w:rPr>
              <w:t>A_n257</w:t>
            </w:r>
            <w:r w:rsidRPr="00E062F1">
              <w:rPr>
                <w:lang w:eastAsia="zh-CN"/>
              </w:rPr>
              <w:t>G</w:t>
            </w:r>
          </w:p>
          <w:p w14:paraId="1F6CB377" w14:textId="77777777" w:rsidR="00944F22" w:rsidRPr="00E062F1" w:rsidRDefault="00944F22" w:rsidP="006B3BD2">
            <w:pPr>
              <w:pStyle w:val="TAC"/>
              <w:rPr>
                <w:lang w:eastAsia="zh-CN"/>
              </w:rPr>
            </w:pPr>
            <w:r w:rsidRPr="00E062F1">
              <w:rPr>
                <w:lang w:eastAsia="ja-JP"/>
              </w:rPr>
              <w:t>DC_1</w:t>
            </w:r>
            <w:r w:rsidRPr="00E062F1">
              <w:rPr>
                <w:lang w:eastAsia="zh-CN"/>
              </w:rPr>
              <w:t>8</w:t>
            </w:r>
            <w:r w:rsidRPr="00E062F1">
              <w:rPr>
                <w:lang w:eastAsia="ja-JP"/>
              </w:rPr>
              <w:t>A_n257</w:t>
            </w:r>
            <w:r w:rsidRPr="00E062F1">
              <w:rPr>
                <w:lang w:eastAsia="zh-CN"/>
              </w:rPr>
              <w:t>H</w:t>
            </w:r>
          </w:p>
          <w:p w14:paraId="282D8D03" w14:textId="77777777" w:rsidR="00944F22" w:rsidRPr="00E062F1" w:rsidRDefault="00944F22" w:rsidP="006B3BD2">
            <w:pPr>
              <w:pStyle w:val="TAC"/>
              <w:rPr>
                <w:lang w:eastAsia="zh-CN"/>
              </w:rPr>
            </w:pPr>
            <w:r w:rsidRPr="00E062F1">
              <w:rPr>
                <w:lang w:eastAsia="ja-JP"/>
              </w:rPr>
              <w:t>DC_1</w:t>
            </w:r>
            <w:r w:rsidRPr="00E062F1">
              <w:rPr>
                <w:lang w:eastAsia="zh-CN"/>
              </w:rPr>
              <w:t>8</w:t>
            </w:r>
            <w:r w:rsidRPr="00E062F1">
              <w:rPr>
                <w:lang w:eastAsia="ja-JP"/>
              </w:rPr>
              <w:t>A_n257</w:t>
            </w:r>
            <w:r w:rsidRPr="00E062F1">
              <w:rPr>
                <w:lang w:eastAsia="zh-CN"/>
              </w:rPr>
              <w:t>I</w:t>
            </w:r>
          </w:p>
          <w:p w14:paraId="76876914" w14:textId="77777777" w:rsidR="00944F22" w:rsidRPr="00E062F1" w:rsidRDefault="00944F22" w:rsidP="006B3BD2">
            <w:pPr>
              <w:pStyle w:val="TAC"/>
              <w:rPr>
                <w:lang w:eastAsia="zh-CN"/>
              </w:rPr>
            </w:pPr>
            <w:r w:rsidRPr="00E062F1">
              <w:rPr>
                <w:lang w:eastAsia="ja-JP"/>
              </w:rPr>
              <w:t>DC_</w:t>
            </w:r>
            <w:r w:rsidRPr="00E062F1">
              <w:rPr>
                <w:lang w:eastAsia="zh-CN"/>
              </w:rPr>
              <w:t>41</w:t>
            </w:r>
            <w:r w:rsidRPr="00E062F1">
              <w:rPr>
                <w:lang w:eastAsia="ja-JP"/>
              </w:rPr>
              <w:t>A_n257A</w:t>
            </w:r>
          </w:p>
          <w:p w14:paraId="43D71EEC" w14:textId="77777777" w:rsidR="00944F22" w:rsidRPr="00E062F1" w:rsidRDefault="00944F22" w:rsidP="006B3BD2">
            <w:pPr>
              <w:pStyle w:val="TAC"/>
              <w:rPr>
                <w:lang w:eastAsia="zh-CN"/>
              </w:rPr>
            </w:pPr>
            <w:r w:rsidRPr="00E062F1">
              <w:rPr>
                <w:lang w:eastAsia="ja-JP"/>
              </w:rPr>
              <w:t>DC_</w:t>
            </w:r>
            <w:r w:rsidRPr="00E062F1">
              <w:rPr>
                <w:lang w:eastAsia="zh-CN"/>
              </w:rPr>
              <w:t>41</w:t>
            </w:r>
            <w:r w:rsidRPr="00E062F1">
              <w:rPr>
                <w:lang w:eastAsia="ja-JP"/>
              </w:rPr>
              <w:t>A_n257</w:t>
            </w:r>
            <w:r w:rsidRPr="00E062F1">
              <w:rPr>
                <w:lang w:eastAsia="zh-CN"/>
              </w:rPr>
              <w:t>G</w:t>
            </w:r>
          </w:p>
          <w:p w14:paraId="2ECA2AE9" w14:textId="77777777" w:rsidR="00944F22" w:rsidRPr="00E062F1" w:rsidRDefault="00944F22" w:rsidP="006B3BD2">
            <w:pPr>
              <w:pStyle w:val="TAC"/>
              <w:rPr>
                <w:lang w:eastAsia="zh-CN"/>
              </w:rPr>
            </w:pPr>
            <w:r w:rsidRPr="00E062F1">
              <w:rPr>
                <w:lang w:eastAsia="ja-JP"/>
              </w:rPr>
              <w:t>DC_</w:t>
            </w:r>
            <w:r w:rsidRPr="00E062F1">
              <w:rPr>
                <w:lang w:eastAsia="zh-CN"/>
              </w:rPr>
              <w:t>41</w:t>
            </w:r>
            <w:r w:rsidRPr="00E062F1">
              <w:rPr>
                <w:lang w:eastAsia="ja-JP"/>
              </w:rPr>
              <w:t>A_n257</w:t>
            </w:r>
            <w:r w:rsidRPr="00E062F1">
              <w:rPr>
                <w:lang w:eastAsia="zh-CN"/>
              </w:rPr>
              <w:t>H</w:t>
            </w:r>
          </w:p>
          <w:p w14:paraId="1CDD0B0F" w14:textId="77777777" w:rsidR="00944F22" w:rsidRPr="00E062F1" w:rsidRDefault="00944F22" w:rsidP="006B3BD2">
            <w:pPr>
              <w:pStyle w:val="TAC"/>
              <w:rPr>
                <w:lang w:eastAsia="zh-CN"/>
              </w:rPr>
            </w:pPr>
            <w:r w:rsidRPr="00E062F1">
              <w:rPr>
                <w:lang w:eastAsia="ja-JP"/>
              </w:rPr>
              <w:t>DC_</w:t>
            </w:r>
            <w:r w:rsidRPr="00E062F1">
              <w:rPr>
                <w:lang w:eastAsia="zh-CN"/>
              </w:rPr>
              <w:t>41</w:t>
            </w:r>
            <w:r w:rsidRPr="00E062F1">
              <w:rPr>
                <w:lang w:eastAsia="ja-JP"/>
              </w:rPr>
              <w:t>A_n257</w:t>
            </w:r>
            <w:r w:rsidRPr="00E062F1">
              <w:rPr>
                <w:lang w:eastAsia="zh-CN"/>
              </w:rPr>
              <w:t>I</w:t>
            </w:r>
          </w:p>
          <w:p w14:paraId="66FDECD4" w14:textId="77777777" w:rsidR="00944F22" w:rsidRPr="00E062F1" w:rsidRDefault="00944F22" w:rsidP="006B3BD2">
            <w:pPr>
              <w:pStyle w:val="TAC"/>
              <w:rPr>
                <w:lang w:eastAsia="zh-CN"/>
              </w:rPr>
            </w:pPr>
            <w:r w:rsidRPr="00E062F1">
              <w:rPr>
                <w:lang w:eastAsia="ja-JP"/>
              </w:rPr>
              <w:t>DC_</w:t>
            </w:r>
            <w:r w:rsidRPr="00E062F1">
              <w:rPr>
                <w:lang w:eastAsia="zh-CN"/>
              </w:rPr>
              <w:t>41C</w:t>
            </w:r>
            <w:r w:rsidRPr="00E062F1">
              <w:rPr>
                <w:lang w:eastAsia="ja-JP"/>
              </w:rPr>
              <w:t>_n257A</w:t>
            </w:r>
          </w:p>
          <w:p w14:paraId="36736B91" w14:textId="77777777" w:rsidR="00944F22" w:rsidRPr="00AA54EC" w:rsidRDefault="00944F22" w:rsidP="006B3BD2">
            <w:pPr>
              <w:pStyle w:val="TAC"/>
              <w:rPr>
                <w:lang w:val="sv-FI" w:eastAsia="zh-CN"/>
              </w:rPr>
            </w:pPr>
            <w:r w:rsidRPr="00AA54EC">
              <w:rPr>
                <w:lang w:val="sv-FI" w:eastAsia="ja-JP"/>
              </w:rPr>
              <w:t>DC_</w:t>
            </w:r>
            <w:r w:rsidRPr="00AA54EC">
              <w:rPr>
                <w:lang w:val="sv-FI" w:eastAsia="zh-CN"/>
              </w:rPr>
              <w:t>41C</w:t>
            </w:r>
            <w:r w:rsidRPr="00AA54EC">
              <w:rPr>
                <w:lang w:val="sv-FI" w:eastAsia="ja-JP"/>
              </w:rPr>
              <w:t>_n257</w:t>
            </w:r>
            <w:r w:rsidRPr="00AA54EC">
              <w:rPr>
                <w:lang w:val="sv-FI" w:eastAsia="zh-CN"/>
              </w:rPr>
              <w:t>G</w:t>
            </w:r>
          </w:p>
          <w:p w14:paraId="04F25865" w14:textId="77777777" w:rsidR="00944F22" w:rsidRPr="00AA54EC" w:rsidRDefault="00944F22" w:rsidP="006B3BD2">
            <w:pPr>
              <w:pStyle w:val="TAC"/>
              <w:rPr>
                <w:lang w:val="sv-FI" w:eastAsia="zh-CN"/>
              </w:rPr>
            </w:pPr>
            <w:r w:rsidRPr="00AA54EC">
              <w:rPr>
                <w:lang w:val="sv-FI" w:eastAsia="ja-JP"/>
              </w:rPr>
              <w:t>DC_</w:t>
            </w:r>
            <w:r w:rsidRPr="00AA54EC">
              <w:rPr>
                <w:lang w:val="sv-FI" w:eastAsia="zh-CN"/>
              </w:rPr>
              <w:t>41C</w:t>
            </w:r>
            <w:r w:rsidRPr="00AA54EC">
              <w:rPr>
                <w:lang w:val="sv-FI" w:eastAsia="ja-JP"/>
              </w:rPr>
              <w:t>_n257</w:t>
            </w:r>
            <w:r w:rsidRPr="00AA54EC">
              <w:rPr>
                <w:lang w:val="sv-FI" w:eastAsia="zh-CN"/>
              </w:rPr>
              <w:t>H</w:t>
            </w:r>
          </w:p>
          <w:p w14:paraId="6035CF70" w14:textId="77777777" w:rsidR="00944F22" w:rsidRPr="00AA54EC" w:rsidRDefault="00944F22" w:rsidP="006B3BD2">
            <w:pPr>
              <w:pStyle w:val="TAC"/>
              <w:rPr>
                <w:lang w:val="sv-FI" w:eastAsia="ja-JP"/>
              </w:rPr>
            </w:pPr>
            <w:r w:rsidRPr="00AA54EC">
              <w:rPr>
                <w:lang w:val="sv-FI" w:eastAsia="ja-JP"/>
              </w:rPr>
              <w:t>DC_</w:t>
            </w:r>
            <w:r w:rsidRPr="00AA54EC">
              <w:rPr>
                <w:lang w:val="sv-FI" w:eastAsia="zh-CN"/>
              </w:rPr>
              <w:t>41C</w:t>
            </w:r>
            <w:r w:rsidRPr="00AA54EC">
              <w:rPr>
                <w:lang w:val="sv-FI" w:eastAsia="ja-JP"/>
              </w:rPr>
              <w:t>_n257</w:t>
            </w:r>
            <w:r w:rsidRPr="00AA54EC">
              <w:rPr>
                <w:lang w:val="sv-FI" w:eastAsia="zh-CN"/>
              </w:rPr>
              <w:t>I</w:t>
            </w:r>
          </w:p>
        </w:tc>
      </w:tr>
      <w:tr w:rsidR="00944F22" w:rsidRPr="00E062F1" w14:paraId="4418CC4C"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50B33C8" w14:textId="77777777" w:rsidR="00944F22" w:rsidRPr="00E062F1" w:rsidRDefault="00944F22" w:rsidP="006B3BD2">
            <w:pPr>
              <w:pStyle w:val="TAC"/>
              <w:rPr>
                <w:noProof/>
                <w:vertAlign w:val="superscript"/>
                <w:lang w:eastAsia="zh-CN"/>
              </w:rPr>
            </w:pPr>
            <w:r w:rsidRPr="00E062F1">
              <w:rPr>
                <w:noProof/>
                <w:lang w:eastAsia="zh-CN"/>
              </w:rPr>
              <w:t>DC_19A-21A_n257A</w:t>
            </w:r>
            <w:r w:rsidRPr="00E062F1">
              <w:rPr>
                <w:noProof/>
                <w:vertAlign w:val="superscript"/>
                <w:lang w:eastAsia="zh-CN"/>
              </w:rPr>
              <w:t>2</w:t>
            </w:r>
          </w:p>
          <w:p w14:paraId="69CE2DE3" w14:textId="77777777" w:rsidR="00944F22" w:rsidRPr="00E062F1" w:rsidRDefault="00944F22" w:rsidP="006B3BD2">
            <w:pPr>
              <w:pStyle w:val="TAC"/>
              <w:rPr>
                <w:noProof/>
                <w:lang w:eastAsia="zh-CN"/>
              </w:rPr>
            </w:pPr>
            <w:r w:rsidRPr="00E062F1">
              <w:rPr>
                <w:noProof/>
                <w:lang w:eastAsia="zh-CN"/>
              </w:rPr>
              <w:t>DC_19A-21A_n257D</w:t>
            </w:r>
            <w:r w:rsidRPr="00E062F1">
              <w:rPr>
                <w:noProof/>
                <w:vertAlign w:val="superscript"/>
                <w:lang w:eastAsia="zh-CN"/>
              </w:rPr>
              <w:t>2</w:t>
            </w:r>
          </w:p>
          <w:p w14:paraId="25C33A14" w14:textId="77777777" w:rsidR="00944F22" w:rsidRPr="00E062F1" w:rsidRDefault="00944F22" w:rsidP="006B3BD2">
            <w:pPr>
              <w:pStyle w:val="TAC"/>
              <w:rPr>
                <w:noProof/>
                <w:lang w:eastAsia="zh-CN"/>
              </w:rPr>
            </w:pPr>
            <w:r w:rsidRPr="00E062F1">
              <w:rPr>
                <w:noProof/>
                <w:lang w:eastAsia="zh-CN"/>
              </w:rPr>
              <w:t>DC_19A-21A_n257E</w:t>
            </w:r>
            <w:r w:rsidRPr="00E062F1">
              <w:rPr>
                <w:noProof/>
                <w:vertAlign w:val="superscript"/>
                <w:lang w:eastAsia="zh-CN"/>
              </w:rPr>
              <w:t>2</w:t>
            </w:r>
          </w:p>
          <w:p w14:paraId="4D97D839" w14:textId="77777777" w:rsidR="00944F22" w:rsidRPr="00E062F1" w:rsidRDefault="00944F22" w:rsidP="006B3BD2">
            <w:pPr>
              <w:pStyle w:val="TAC"/>
              <w:rPr>
                <w:noProof/>
                <w:vertAlign w:val="superscript"/>
                <w:lang w:eastAsia="zh-CN"/>
              </w:rPr>
            </w:pPr>
            <w:r w:rsidRPr="00E062F1">
              <w:rPr>
                <w:noProof/>
                <w:lang w:eastAsia="zh-CN"/>
              </w:rPr>
              <w:t>DC_19A-21A_n257F</w:t>
            </w:r>
            <w:r w:rsidRPr="00E062F1">
              <w:rPr>
                <w:noProof/>
                <w:vertAlign w:val="superscript"/>
                <w:lang w:eastAsia="zh-CN"/>
              </w:rPr>
              <w:t>2</w:t>
            </w:r>
          </w:p>
          <w:p w14:paraId="554EDD12" w14:textId="77777777" w:rsidR="00944F22" w:rsidRPr="00E062F1" w:rsidRDefault="00944F22" w:rsidP="006B3BD2">
            <w:pPr>
              <w:pStyle w:val="TAC"/>
              <w:rPr>
                <w:lang w:eastAsia="ja-JP"/>
              </w:rPr>
            </w:pPr>
            <w:r w:rsidRPr="00E062F1">
              <w:rPr>
                <w:lang w:eastAsia="ja-JP"/>
              </w:rPr>
              <w:t>DC_19A-21A_n257G</w:t>
            </w:r>
          </w:p>
          <w:p w14:paraId="4D83D7A0" w14:textId="77777777" w:rsidR="00944F22" w:rsidRPr="00E062F1" w:rsidRDefault="00944F22" w:rsidP="006B3BD2">
            <w:pPr>
              <w:pStyle w:val="TAC"/>
              <w:rPr>
                <w:lang w:eastAsia="ja-JP"/>
              </w:rPr>
            </w:pPr>
            <w:r w:rsidRPr="00E062F1">
              <w:rPr>
                <w:lang w:eastAsia="ja-JP"/>
              </w:rPr>
              <w:t>DC_19A-21A_n257H</w:t>
            </w:r>
          </w:p>
          <w:p w14:paraId="55F3F808" w14:textId="77777777" w:rsidR="00944F22" w:rsidRPr="00E062F1" w:rsidRDefault="00944F22" w:rsidP="006B3BD2">
            <w:pPr>
              <w:pStyle w:val="TAC"/>
              <w:rPr>
                <w:lang w:eastAsia="ja-JP"/>
              </w:rPr>
            </w:pPr>
            <w:r w:rsidRPr="00E062F1">
              <w:rPr>
                <w:lang w:eastAsia="ja-JP"/>
              </w:rPr>
              <w:t>DC_19A-21A_n257I</w:t>
            </w:r>
          </w:p>
          <w:p w14:paraId="0B7F1BC2" w14:textId="77777777" w:rsidR="00944F22" w:rsidRPr="00E062F1" w:rsidRDefault="00944F22" w:rsidP="006B3BD2">
            <w:pPr>
              <w:pStyle w:val="TAC"/>
              <w:rPr>
                <w:lang w:eastAsia="ja-JP"/>
              </w:rPr>
            </w:pPr>
            <w:r w:rsidRPr="00E062F1">
              <w:rPr>
                <w:lang w:eastAsia="ja-JP"/>
              </w:rPr>
              <w:t>DC_19A-21A_n257J</w:t>
            </w:r>
          </w:p>
          <w:p w14:paraId="26589494" w14:textId="77777777" w:rsidR="00944F22" w:rsidRPr="00E062F1" w:rsidRDefault="00944F22" w:rsidP="006B3BD2">
            <w:pPr>
              <w:pStyle w:val="TAC"/>
              <w:rPr>
                <w:lang w:eastAsia="ja-JP"/>
              </w:rPr>
            </w:pPr>
            <w:r w:rsidRPr="00E062F1">
              <w:rPr>
                <w:lang w:eastAsia="ja-JP"/>
              </w:rPr>
              <w:t>DC_19A-21A_n257K</w:t>
            </w:r>
          </w:p>
          <w:p w14:paraId="2F48C6F6" w14:textId="77777777" w:rsidR="00944F22" w:rsidRPr="00E062F1" w:rsidRDefault="00944F22" w:rsidP="006B3BD2">
            <w:pPr>
              <w:pStyle w:val="TAC"/>
              <w:rPr>
                <w:lang w:eastAsia="ja-JP"/>
              </w:rPr>
            </w:pPr>
            <w:r w:rsidRPr="00E062F1">
              <w:rPr>
                <w:lang w:eastAsia="ja-JP"/>
              </w:rPr>
              <w:t>DC_19A-21A_n257L</w:t>
            </w:r>
          </w:p>
          <w:p w14:paraId="16059300" w14:textId="77777777" w:rsidR="00944F22" w:rsidRPr="00E062F1" w:rsidRDefault="00944F22" w:rsidP="006B3BD2">
            <w:pPr>
              <w:pStyle w:val="TAC"/>
              <w:rPr>
                <w:rFonts w:cs="Arial"/>
              </w:rPr>
            </w:pPr>
            <w:r w:rsidRPr="00E062F1">
              <w:rPr>
                <w:lang w:eastAsia="ja-JP"/>
              </w:rPr>
              <w:t>DC_19A-21A_n257M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EE53359" w14:textId="77777777" w:rsidR="00944F22" w:rsidRPr="00E062F1" w:rsidRDefault="00944F22" w:rsidP="006B3BD2">
            <w:pPr>
              <w:pStyle w:val="TAC"/>
              <w:rPr>
                <w:noProof/>
                <w:lang w:eastAsia="zh-CN"/>
              </w:rPr>
            </w:pPr>
            <w:r w:rsidRPr="00E062F1">
              <w:rPr>
                <w:noProof/>
                <w:lang w:eastAsia="zh-CN"/>
              </w:rPr>
              <w:t>DC_19A_n257A</w:t>
            </w:r>
          </w:p>
          <w:p w14:paraId="69EFE10E" w14:textId="77777777" w:rsidR="00944F22" w:rsidRPr="00E062F1" w:rsidRDefault="00944F22" w:rsidP="006B3BD2">
            <w:pPr>
              <w:pStyle w:val="TAC"/>
              <w:rPr>
                <w:noProof/>
                <w:lang w:eastAsia="ja-JP"/>
              </w:rPr>
            </w:pPr>
            <w:r w:rsidRPr="00E062F1">
              <w:rPr>
                <w:noProof/>
              </w:rPr>
              <w:t>DC_19A_n257</w:t>
            </w:r>
            <w:r w:rsidRPr="00E062F1">
              <w:rPr>
                <w:noProof/>
                <w:lang w:eastAsia="ja-JP"/>
              </w:rPr>
              <w:t>D</w:t>
            </w:r>
          </w:p>
          <w:p w14:paraId="3299BC84" w14:textId="77777777" w:rsidR="00944F22" w:rsidRPr="00E062F1" w:rsidRDefault="00944F22" w:rsidP="006B3BD2">
            <w:pPr>
              <w:pStyle w:val="TAC"/>
              <w:rPr>
                <w:lang w:eastAsia="ja-JP"/>
              </w:rPr>
            </w:pPr>
            <w:r w:rsidRPr="00E062F1">
              <w:rPr>
                <w:lang w:eastAsia="ja-JP"/>
              </w:rPr>
              <w:t>DC_19A_n257G</w:t>
            </w:r>
          </w:p>
          <w:p w14:paraId="4EE1D30B" w14:textId="77777777" w:rsidR="00944F22" w:rsidRPr="00E062F1" w:rsidRDefault="00944F22" w:rsidP="006B3BD2">
            <w:pPr>
              <w:pStyle w:val="TAC"/>
              <w:rPr>
                <w:lang w:eastAsia="ja-JP"/>
              </w:rPr>
            </w:pPr>
            <w:r w:rsidRPr="00E062F1">
              <w:rPr>
                <w:lang w:eastAsia="ja-JP"/>
              </w:rPr>
              <w:t>DC_19A_n257H</w:t>
            </w:r>
          </w:p>
          <w:p w14:paraId="486A2496" w14:textId="77777777" w:rsidR="00944F22" w:rsidRPr="00E062F1" w:rsidRDefault="00944F22" w:rsidP="006B3BD2">
            <w:pPr>
              <w:pStyle w:val="TAC"/>
              <w:rPr>
                <w:noProof/>
                <w:lang w:eastAsia="zh-CN"/>
              </w:rPr>
            </w:pPr>
            <w:r w:rsidRPr="00E062F1">
              <w:rPr>
                <w:lang w:eastAsia="ja-JP"/>
              </w:rPr>
              <w:t>DC_19A_n257I</w:t>
            </w:r>
          </w:p>
          <w:p w14:paraId="2B0A754C" w14:textId="77777777" w:rsidR="00944F22" w:rsidRPr="00E062F1" w:rsidRDefault="00944F22" w:rsidP="006B3BD2">
            <w:pPr>
              <w:pStyle w:val="TAC"/>
              <w:rPr>
                <w:noProof/>
                <w:lang w:eastAsia="zh-CN"/>
              </w:rPr>
            </w:pPr>
            <w:r w:rsidRPr="00E062F1">
              <w:rPr>
                <w:noProof/>
                <w:lang w:eastAsia="zh-CN"/>
              </w:rPr>
              <w:t>DC_21A_n257A</w:t>
            </w:r>
          </w:p>
          <w:p w14:paraId="4B42A02D" w14:textId="77777777" w:rsidR="00944F22" w:rsidRPr="00E062F1" w:rsidRDefault="00944F22" w:rsidP="006B3BD2">
            <w:pPr>
              <w:pStyle w:val="TAC"/>
              <w:rPr>
                <w:noProof/>
                <w:lang w:eastAsia="ja-JP"/>
              </w:rPr>
            </w:pPr>
            <w:r w:rsidRPr="00E062F1">
              <w:rPr>
                <w:noProof/>
              </w:rPr>
              <w:t>DC_21A_n257</w:t>
            </w:r>
            <w:r w:rsidRPr="00E062F1">
              <w:rPr>
                <w:noProof/>
                <w:lang w:eastAsia="ja-JP"/>
              </w:rPr>
              <w:t>D</w:t>
            </w:r>
          </w:p>
          <w:p w14:paraId="5607C7B2" w14:textId="77777777" w:rsidR="00944F22" w:rsidRPr="00E062F1" w:rsidRDefault="00944F22" w:rsidP="006B3BD2">
            <w:pPr>
              <w:pStyle w:val="TAC"/>
              <w:rPr>
                <w:lang w:eastAsia="ja-JP"/>
              </w:rPr>
            </w:pPr>
            <w:r w:rsidRPr="00E062F1">
              <w:rPr>
                <w:lang w:eastAsia="ja-JP"/>
              </w:rPr>
              <w:t>DC_21A_n257G</w:t>
            </w:r>
          </w:p>
          <w:p w14:paraId="0384E058" w14:textId="77777777" w:rsidR="00944F22" w:rsidRPr="00E062F1" w:rsidRDefault="00944F22" w:rsidP="006B3BD2">
            <w:pPr>
              <w:pStyle w:val="TAC"/>
              <w:rPr>
                <w:lang w:eastAsia="ja-JP"/>
              </w:rPr>
            </w:pPr>
            <w:r w:rsidRPr="00E062F1">
              <w:rPr>
                <w:lang w:eastAsia="ja-JP"/>
              </w:rPr>
              <w:t>DC_21A_n257H</w:t>
            </w:r>
          </w:p>
          <w:p w14:paraId="1B9F39EE" w14:textId="77777777" w:rsidR="00944F22" w:rsidRPr="00E062F1" w:rsidRDefault="00944F22" w:rsidP="006B3BD2">
            <w:pPr>
              <w:pStyle w:val="TAC"/>
              <w:rPr>
                <w:lang w:eastAsia="ja-JP"/>
              </w:rPr>
            </w:pPr>
            <w:r w:rsidRPr="00E062F1">
              <w:rPr>
                <w:lang w:eastAsia="ja-JP"/>
              </w:rPr>
              <w:t>DC_21A_n257I</w:t>
            </w:r>
          </w:p>
          <w:p w14:paraId="467E2E83" w14:textId="77777777" w:rsidR="00944F22" w:rsidRPr="00E062F1" w:rsidRDefault="00944F22" w:rsidP="006B3BD2">
            <w:pPr>
              <w:pStyle w:val="TAC"/>
              <w:rPr>
                <w:lang w:eastAsia="ja-JP"/>
              </w:rPr>
            </w:pPr>
            <w:r w:rsidRPr="00E062F1">
              <w:rPr>
                <w:lang w:eastAsia="ja-JP"/>
              </w:rPr>
              <w:t>DC_21A_n257J</w:t>
            </w:r>
          </w:p>
          <w:p w14:paraId="71CB2344" w14:textId="77777777" w:rsidR="00944F22" w:rsidRPr="00E062F1" w:rsidRDefault="00944F22" w:rsidP="006B3BD2">
            <w:pPr>
              <w:pStyle w:val="TAC"/>
              <w:rPr>
                <w:lang w:eastAsia="ja-JP"/>
              </w:rPr>
            </w:pPr>
            <w:r w:rsidRPr="00E062F1">
              <w:rPr>
                <w:lang w:eastAsia="ja-JP"/>
              </w:rPr>
              <w:t>DC_21A_n257K</w:t>
            </w:r>
          </w:p>
          <w:p w14:paraId="1914D314" w14:textId="77777777" w:rsidR="00944F22" w:rsidRPr="00E062F1" w:rsidRDefault="00944F22" w:rsidP="006B3BD2">
            <w:pPr>
              <w:pStyle w:val="TAC"/>
              <w:rPr>
                <w:lang w:eastAsia="ja-JP"/>
              </w:rPr>
            </w:pPr>
            <w:r w:rsidRPr="00E062F1">
              <w:rPr>
                <w:lang w:eastAsia="ja-JP"/>
              </w:rPr>
              <w:t>DC_21A_n257L</w:t>
            </w:r>
          </w:p>
          <w:p w14:paraId="4EF264FB" w14:textId="77777777" w:rsidR="00944F22" w:rsidRPr="00E062F1" w:rsidRDefault="00944F22" w:rsidP="006B3BD2">
            <w:pPr>
              <w:pStyle w:val="TAC"/>
              <w:rPr>
                <w:noProof/>
                <w:lang w:eastAsia="zh-CN"/>
              </w:rPr>
            </w:pPr>
            <w:r w:rsidRPr="00E062F1">
              <w:rPr>
                <w:lang w:eastAsia="ja-JP"/>
              </w:rPr>
              <w:t>DC_21A_n257M</w:t>
            </w:r>
          </w:p>
        </w:tc>
      </w:tr>
      <w:tr w:rsidR="00944F22" w:rsidRPr="00E062F1" w14:paraId="0A2A0366"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66254A8" w14:textId="77777777" w:rsidR="00944F22" w:rsidRPr="00E062F1" w:rsidRDefault="00944F22" w:rsidP="006B3BD2">
            <w:pPr>
              <w:pStyle w:val="TAC"/>
              <w:rPr>
                <w:noProof/>
                <w:vertAlign w:val="superscript"/>
                <w:lang w:eastAsia="zh-CN"/>
              </w:rPr>
            </w:pPr>
            <w:r w:rsidRPr="00E062F1">
              <w:rPr>
                <w:noProof/>
                <w:lang w:eastAsia="zh-CN"/>
              </w:rPr>
              <w:lastRenderedPageBreak/>
              <w:t>DC_19A-42A_n257A</w:t>
            </w:r>
            <w:r w:rsidRPr="00E062F1">
              <w:rPr>
                <w:noProof/>
                <w:vertAlign w:val="superscript"/>
                <w:lang w:eastAsia="zh-CN"/>
              </w:rPr>
              <w:t>2</w:t>
            </w:r>
          </w:p>
          <w:p w14:paraId="05566ABB" w14:textId="77777777" w:rsidR="00944F22" w:rsidRPr="00E062F1" w:rsidRDefault="00944F22" w:rsidP="006B3BD2">
            <w:pPr>
              <w:pStyle w:val="TAC"/>
              <w:rPr>
                <w:noProof/>
                <w:lang w:eastAsia="zh-CN"/>
              </w:rPr>
            </w:pPr>
            <w:r w:rsidRPr="00E062F1">
              <w:rPr>
                <w:noProof/>
                <w:lang w:eastAsia="zh-CN"/>
              </w:rPr>
              <w:t>DC_19A-42A_n257D</w:t>
            </w:r>
            <w:r w:rsidRPr="00E062F1">
              <w:rPr>
                <w:noProof/>
                <w:vertAlign w:val="superscript"/>
                <w:lang w:eastAsia="zh-CN"/>
              </w:rPr>
              <w:t>2</w:t>
            </w:r>
          </w:p>
          <w:p w14:paraId="5F49362A" w14:textId="77777777" w:rsidR="00944F22" w:rsidRPr="00E062F1" w:rsidRDefault="00944F22" w:rsidP="006B3BD2">
            <w:pPr>
              <w:pStyle w:val="TAC"/>
              <w:rPr>
                <w:noProof/>
                <w:lang w:eastAsia="zh-CN"/>
              </w:rPr>
            </w:pPr>
            <w:r w:rsidRPr="00E062F1">
              <w:rPr>
                <w:noProof/>
                <w:lang w:eastAsia="zh-CN"/>
              </w:rPr>
              <w:t>DC_19A-42A_n257E</w:t>
            </w:r>
            <w:r w:rsidRPr="00E062F1">
              <w:rPr>
                <w:noProof/>
                <w:vertAlign w:val="superscript"/>
                <w:lang w:eastAsia="zh-CN"/>
              </w:rPr>
              <w:t>2</w:t>
            </w:r>
          </w:p>
          <w:p w14:paraId="16AFC5DF" w14:textId="77777777" w:rsidR="00944F22" w:rsidRPr="00E062F1" w:rsidRDefault="00944F22" w:rsidP="006B3BD2">
            <w:pPr>
              <w:pStyle w:val="TAC"/>
              <w:rPr>
                <w:noProof/>
                <w:vertAlign w:val="superscript"/>
                <w:lang w:eastAsia="zh-CN"/>
              </w:rPr>
            </w:pPr>
            <w:r w:rsidRPr="00E062F1">
              <w:rPr>
                <w:noProof/>
                <w:lang w:eastAsia="zh-CN"/>
              </w:rPr>
              <w:t>DC_19A-42A_n257F</w:t>
            </w:r>
            <w:r w:rsidRPr="00E062F1">
              <w:rPr>
                <w:noProof/>
                <w:vertAlign w:val="superscript"/>
                <w:lang w:eastAsia="zh-CN"/>
              </w:rPr>
              <w:t>2</w:t>
            </w:r>
          </w:p>
          <w:p w14:paraId="7046C2F7" w14:textId="77777777" w:rsidR="00944F22" w:rsidRPr="00E062F1" w:rsidRDefault="00944F22" w:rsidP="006B3BD2">
            <w:pPr>
              <w:pStyle w:val="TAC"/>
              <w:rPr>
                <w:noProof/>
                <w:lang w:eastAsia="zh-CN"/>
              </w:rPr>
            </w:pPr>
            <w:r w:rsidRPr="00E062F1">
              <w:rPr>
                <w:noProof/>
                <w:lang w:eastAsia="zh-CN"/>
              </w:rPr>
              <w:t>DC_19A-42A_n257G</w:t>
            </w:r>
            <w:r w:rsidRPr="00E062F1">
              <w:rPr>
                <w:noProof/>
                <w:vertAlign w:val="superscript"/>
                <w:lang w:eastAsia="zh-CN"/>
              </w:rPr>
              <w:t>2</w:t>
            </w:r>
          </w:p>
          <w:p w14:paraId="65B27E75" w14:textId="77777777" w:rsidR="00944F22" w:rsidRPr="00E062F1" w:rsidRDefault="00944F22" w:rsidP="006B3BD2">
            <w:pPr>
              <w:pStyle w:val="TAC"/>
              <w:rPr>
                <w:noProof/>
                <w:lang w:eastAsia="zh-CN"/>
              </w:rPr>
            </w:pPr>
            <w:r w:rsidRPr="00E062F1">
              <w:rPr>
                <w:noProof/>
                <w:lang w:eastAsia="zh-CN"/>
              </w:rPr>
              <w:t>DC_19A-42A_n257H</w:t>
            </w:r>
            <w:r w:rsidRPr="00E062F1">
              <w:rPr>
                <w:noProof/>
                <w:vertAlign w:val="superscript"/>
                <w:lang w:eastAsia="zh-CN"/>
              </w:rPr>
              <w:t>2</w:t>
            </w:r>
          </w:p>
          <w:p w14:paraId="0BAA2ABF" w14:textId="77777777" w:rsidR="00944F22" w:rsidRPr="00E062F1" w:rsidRDefault="00944F22" w:rsidP="006B3BD2">
            <w:pPr>
              <w:pStyle w:val="TAC"/>
              <w:rPr>
                <w:noProof/>
                <w:lang w:eastAsia="zh-CN"/>
              </w:rPr>
            </w:pPr>
            <w:r w:rsidRPr="00E062F1">
              <w:rPr>
                <w:noProof/>
                <w:lang w:eastAsia="zh-CN"/>
              </w:rPr>
              <w:t>DC_19A-42A_n257I</w:t>
            </w:r>
            <w:r w:rsidRPr="00E062F1">
              <w:rPr>
                <w:noProof/>
                <w:vertAlign w:val="superscript"/>
                <w:lang w:eastAsia="zh-CN"/>
              </w:rPr>
              <w:t>2</w:t>
            </w:r>
          </w:p>
          <w:p w14:paraId="1A368581" w14:textId="77777777" w:rsidR="00944F22" w:rsidRPr="00E062F1" w:rsidRDefault="00944F22" w:rsidP="006B3BD2">
            <w:pPr>
              <w:pStyle w:val="TAC"/>
              <w:rPr>
                <w:noProof/>
                <w:vertAlign w:val="superscript"/>
                <w:lang w:eastAsia="zh-CN"/>
              </w:rPr>
            </w:pPr>
            <w:r w:rsidRPr="00E062F1">
              <w:t>DC_19A-42C_n257A</w:t>
            </w:r>
            <w:r w:rsidRPr="00E062F1">
              <w:rPr>
                <w:noProof/>
                <w:vertAlign w:val="superscript"/>
                <w:lang w:eastAsia="zh-CN"/>
              </w:rPr>
              <w:t>2</w:t>
            </w:r>
          </w:p>
          <w:p w14:paraId="38AC6E78" w14:textId="77777777" w:rsidR="00944F22" w:rsidRPr="00E062F1" w:rsidRDefault="00944F22" w:rsidP="006B3BD2">
            <w:pPr>
              <w:pStyle w:val="TAC"/>
              <w:rPr>
                <w:noProof/>
                <w:lang w:eastAsia="zh-CN"/>
              </w:rPr>
            </w:pPr>
            <w:r w:rsidRPr="00E062F1">
              <w:rPr>
                <w:noProof/>
                <w:lang w:eastAsia="zh-CN"/>
              </w:rPr>
              <w:t>DC_19A-42C_n257G</w:t>
            </w:r>
            <w:r w:rsidRPr="00E062F1">
              <w:rPr>
                <w:noProof/>
                <w:vertAlign w:val="superscript"/>
                <w:lang w:eastAsia="zh-CN"/>
              </w:rPr>
              <w:t>2</w:t>
            </w:r>
          </w:p>
          <w:p w14:paraId="4A16CBCF" w14:textId="77777777" w:rsidR="00944F22" w:rsidRPr="00E062F1" w:rsidRDefault="00944F22" w:rsidP="006B3BD2">
            <w:pPr>
              <w:pStyle w:val="TAC"/>
              <w:rPr>
                <w:noProof/>
                <w:lang w:eastAsia="zh-CN"/>
              </w:rPr>
            </w:pPr>
            <w:r w:rsidRPr="00E062F1">
              <w:rPr>
                <w:noProof/>
                <w:lang w:eastAsia="zh-CN"/>
              </w:rPr>
              <w:t>DC_19A-42C_n257H</w:t>
            </w:r>
            <w:r w:rsidRPr="00E062F1">
              <w:rPr>
                <w:noProof/>
                <w:vertAlign w:val="superscript"/>
                <w:lang w:eastAsia="zh-CN"/>
              </w:rPr>
              <w:t>2</w:t>
            </w:r>
          </w:p>
          <w:p w14:paraId="67959259" w14:textId="77777777" w:rsidR="00944F22" w:rsidRPr="00E062F1" w:rsidRDefault="00944F22" w:rsidP="006B3BD2">
            <w:pPr>
              <w:pStyle w:val="TAC"/>
              <w:rPr>
                <w:noProof/>
                <w:vertAlign w:val="superscript"/>
                <w:lang w:eastAsia="zh-CN"/>
              </w:rPr>
            </w:pPr>
            <w:r w:rsidRPr="00E062F1">
              <w:rPr>
                <w:noProof/>
                <w:lang w:eastAsia="zh-CN"/>
              </w:rPr>
              <w:t>DC_19A-42C_n257I</w:t>
            </w:r>
            <w:r w:rsidRPr="00E062F1">
              <w:rPr>
                <w:noProof/>
                <w:vertAlign w:val="superscript"/>
                <w:lang w:eastAsia="zh-CN"/>
              </w:rPr>
              <w:t>2</w:t>
            </w:r>
          </w:p>
          <w:p w14:paraId="701C4B7A" w14:textId="77777777" w:rsidR="00944F22" w:rsidRPr="00E062F1" w:rsidRDefault="00944F22" w:rsidP="006B3BD2">
            <w:pPr>
              <w:pStyle w:val="TAC"/>
              <w:rPr>
                <w:noProof/>
              </w:rPr>
            </w:pPr>
            <w:r w:rsidRPr="00E062F1">
              <w:rPr>
                <w:noProof/>
              </w:rPr>
              <w:t>DC_19A-42</w:t>
            </w:r>
            <w:r w:rsidRPr="00E062F1">
              <w:rPr>
                <w:noProof/>
                <w:lang w:eastAsia="ja-JP"/>
              </w:rPr>
              <w:t>D</w:t>
            </w:r>
            <w:r w:rsidRPr="00E062F1">
              <w:rPr>
                <w:noProof/>
              </w:rPr>
              <w:t>_n257D</w:t>
            </w:r>
            <w:r w:rsidRPr="00E062F1">
              <w:rPr>
                <w:noProof/>
                <w:vertAlign w:val="superscript"/>
                <w:lang w:eastAsia="zh-CN"/>
              </w:rPr>
              <w:t>2</w:t>
            </w:r>
          </w:p>
          <w:p w14:paraId="08887DC9" w14:textId="77777777" w:rsidR="00944F22" w:rsidRPr="00E062F1" w:rsidRDefault="00944F22" w:rsidP="006B3BD2">
            <w:pPr>
              <w:pStyle w:val="TAC"/>
              <w:rPr>
                <w:noProof/>
                <w:lang w:eastAsia="fr-FR"/>
              </w:rPr>
            </w:pPr>
            <w:r w:rsidRPr="00E062F1">
              <w:rPr>
                <w:noProof/>
              </w:rPr>
              <w:t>DC_19A-42</w:t>
            </w:r>
            <w:r w:rsidRPr="00E062F1">
              <w:rPr>
                <w:noProof/>
                <w:lang w:eastAsia="ja-JP"/>
              </w:rPr>
              <w:t>D</w:t>
            </w:r>
            <w:r w:rsidRPr="00E062F1">
              <w:rPr>
                <w:noProof/>
              </w:rPr>
              <w:t>_n257E</w:t>
            </w:r>
            <w:r w:rsidRPr="00E062F1">
              <w:rPr>
                <w:noProof/>
                <w:vertAlign w:val="superscript"/>
                <w:lang w:eastAsia="zh-CN"/>
              </w:rPr>
              <w:t>2</w:t>
            </w:r>
          </w:p>
          <w:p w14:paraId="774E423C" w14:textId="77777777" w:rsidR="00944F22" w:rsidRPr="00E062F1" w:rsidRDefault="00944F22" w:rsidP="006B3BD2">
            <w:pPr>
              <w:pStyle w:val="TAC"/>
              <w:rPr>
                <w:noProof/>
                <w:lang w:eastAsia="zh-CN"/>
              </w:rPr>
            </w:pPr>
            <w:r w:rsidRPr="00E062F1">
              <w:rPr>
                <w:noProof/>
              </w:rPr>
              <w:t>DC_19A-42</w:t>
            </w:r>
            <w:r w:rsidRPr="00E062F1">
              <w:rPr>
                <w:noProof/>
                <w:lang w:eastAsia="ja-JP"/>
              </w:rPr>
              <w:t>D</w:t>
            </w:r>
            <w:r w:rsidRPr="00E062F1">
              <w:rPr>
                <w:noProof/>
              </w:rPr>
              <w:t>_n257F</w:t>
            </w:r>
            <w:r w:rsidRPr="00E062F1">
              <w:rPr>
                <w:noProof/>
                <w:vertAlign w:val="superscript"/>
                <w:lang w:eastAsia="zh-CN"/>
              </w:rPr>
              <w:t>2</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04FFD2C" w14:textId="77777777" w:rsidR="00944F22" w:rsidRPr="00E062F1" w:rsidRDefault="00944F22" w:rsidP="006B3BD2">
            <w:pPr>
              <w:pStyle w:val="TAC"/>
              <w:rPr>
                <w:noProof/>
                <w:lang w:eastAsia="zh-CN"/>
              </w:rPr>
            </w:pPr>
            <w:r w:rsidRPr="00E062F1">
              <w:rPr>
                <w:noProof/>
                <w:lang w:eastAsia="zh-CN"/>
              </w:rPr>
              <w:t>DC_19A_n257A</w:t>
            </w:r>
          </w:p>
          <w:p w14:paraId="67B040BF" w14:textId="77777777" w:rsidR="00944F22" w:rsidRPr="00E062F1" w:rsidRDefault="00944F22" w:rsidP="006B3BD2">
            <w:pPr>
              <w:pStyle w:val="TAC"/>
              <w:rPr>
                <w:noProof/>
                <w:lang w:eastAsia="ja-JP"/>
              </w:rPr>
            </w:pPr>
            <w:r w:rsidRPr="00E062F1">
              <w:rPr>
                <w:noProof/>
              </w:rPr>
              <w:t>DC_19A_n257</w:t>
            </w:r>
            <w:r w:rsidRPr="00E062F1">
              <w:rPr>
                <w:noProof/>
                <w:lang w:eastAsia="ja-JP"/>
              </w:rPr>
              <w:t>D</w:t>
            </w:r>
          </w:p>
          <w:p w14:paraId="6FB0CF54" w14:textId="77777777" w:rsidR="00944F22" w:rsidRPr="00E062F1" w:rsidRDefault="00944F22" w:rsidP="006B3BD2">
            <w:pPr>
              <w:pStyle w:val="TAC"/>
              <w:rPr>
                <w:noProof/>
                <w:lang w:eastAsia="ja-JP"/>
              </w:rPr>
            </w:pPr>
            <w:r w:rsidRPr="00E062F1">
              <w:rPr>
                <w:noProof/>
              </w:rPr>
              <w:t>DC_19A_n257G</w:t>
            </w:r>
          </w:p>
          <w:p w14:paraId="6D0EB197" w14:textId="77777777" w:rsidR="00944F22" w:rsidRPr="00E062F1" w:rsidRDefault="00944F22" w:rsidP="006B3BD2">
            <w:pPr>
              <w:pStyle w:val="TAC"/>
              <w:rPr>
                <w:noProof/>
                <w:lang w:eastAsia="ja-JP"/>
              </w:rPr>
            </w:pPr>
            <w:r w:rsidRPr="00E062F1">
              <w:rPr>
                <w:noProof/>
              </w:rPr>
              <w:t>DC_19A_n257</w:t>
            </w:r>
            <w:r w:rsidRPr="00E062F1">
              <w:rPr>
                <w:noProof/>
                <w:lang w:eastAsia="ja-JP"/>
              </w:rPr>
              <w:t>H</w:t>
            </w:r>
          </w:p>
          <w:p w14:paraId="67BFD33B" w14:textId="77777777" w:rsidR="00944F22" w:rsidRPr="00E062F1" w:rsidRDefault="00944F22" w:rsidP="006B3BD2">
            <w:pPr>
              <w:pStyle w:val="TAC"/>
              <w:rPr>
                <w:noProof/>
                <w:lang w:eastAsia="zh-CN"/>
              </w:rPr>
            </w:pPr>
            <w:r w:rsidRPr="00E062F1">
              <w:rPr>
                <w:noProof/>
              </w:rPr>
              <w:t>DC_19A_n257</w:t>
            </w:r>
            <w:r w:rsidRPr="00E062F1">
              <w:rPr>
                <w:noProof/>
                <w:lang w:eastAsia="ja-JP"/>
              </w:rPr>
              <w:t>I</w:t>
            </w:r>
          </w:p>
          <w:p w14:paraId="4517757F" w14:textId="77777777" w:rsidR="00944F22" w:rsidRPr="00E062F1" w:rsidRDefault="00944F22" w:rsidP="006B3BD2">
            <w:pPr>
              <w:pStyle w:val="TAC"/>
              <w:rPr>
                <w:noProof/>
                <w:lang w:eastAsia="zh-CN"/>
              </w:rPr>
            </w:pPr>
            <w:r w:rsidRPr="00E062F1">
              <w:rPr>
                <w:noProof/>
                <w:lang w:eastAsia="zh-CN"/>
              </w:rPr>
              <w:t>DC_42A_n257A</w:t>
            </w:r>
          </w:p>
          <w:p w14:paraId="300354AA" w14:textId="77777777" w:rsidR="00944F22" w:rsidRPr="00E062F1" w:rsidRDefault="00944F22" w:rsidP="006B3BD2">
            <w:pPr>
              <w:pStyle w:val="TAC"/>
              <w:rPr>
                <w:noProof/>
              </w:rPr>
            </w:pPr>
            <w:r w:rsidRPr="00E062F1">
              <w:rPr>
                <w:noProof/>
              </w:rPr>
              <w:t>DC_42A_n257</w:t>
            </w:r>
            <w:r w:rsidRPr="00E062F1">
              <w:rPr>
                <w:noProof/>
                <w:lang w:eastAsia="ja-JP"/>
              </w:rPr>
              <w:t>D</w:t>
            </w:r>
          </w:p>
          <w:p w14:paraId="0AD3DB32" w14:textId="77777777" w:rsidR="00944F22" w:rsidRPr="00E062F1" w:rsidRDefault="00944F22" w:rsidP="006B3BD2">
            <w:pPr>
              <w:pStyle w:val="TAC"/>
              <w:rPr>
                <w:noProof/>
                <w:lang w:eastAsia="ja-JP"/>
              </w:rPr>
            </w:pPr>
            <w:r w:rsidRPr="00E062F1">
              <w:rPr>
                <w:noProof/>
              </w:rPr>
              <w:t>DC_42A_n257G</w:t>
            </w:r>
          </w:p>
          <w:p w14:paraId="7C8CD40B" w14:textId="77777777" w:rsidR="00944F22" w:rsidRPr="00E062F1" w:rsidRDefault="00944F22" w:rsidP="006B3BD2">
            <w:pPr>
              <w:pStyle w:val="TAC"/>
              <w:rPr>
                <w:noProof/>
                <w:lang w:eastAsia="ja-JP"/>
              </w:rPr>
            </w:pPr>
            <w:r w:rsidRPr="00E062F1">
              <w:rPr>
                <w:noProof/>
              </w:rPr>
              <w:t>DC_42A_n257</w:t>
            </w:r>
            <w:r w:rsidRPr="00E062F1">
              <w:rPr>
                <w:noProof/>
                <w:lang w:eastAsia="ja-JP"/>
              </w:rPr>
              <w:t>H</w:t>
            </w:r>
          </w:p>
          <w:p w14:paraId="41AFA3C1" w14:textId="77777777" w:rsidR="00944F22" w:rsidRPr="00E062F1" w:rsidRDefault="00944F22" w:rsidP="006B3BD2">
            <w:pPr>
              <w:pStyle w:val="TAC"/>
              <w:rPr>
                <w:noProof/>
                <w:lang w:eastAsia="zh-CN"/>
              </w:rPr>
            </w:pPr>
            <w:r w:rsidRPr="00E062F1">
              <w:rPr>
                <w:noProof/>
              </w:rPr>
              <w:t>DC_42A_n257</w:t>
            </w:r>
            <w:r w:rsidRPr="00E062F1">
              <w:rPr>
                <w:noProof/>
                <w:lang w:eastAsia="ja-JP"/>
              </w:rPr>
              <w:t>I</w:t>
            </w:r>
          </w:p>
        </w:tc>
      </w:tr>
      <w:tr w:rsidR="00944F22" w:rsidRPr="00E062F1" w14:paraId="08282872"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8D12332" w14:textId="77777777" w:rsidR="00944F22" w:rsidRPr="00E062F1" w:rsidRDefault="00944F22" w:rsidP="006B3BD2">
            <w:pPr>
              <w:pStyle w:val="TAC"/>
              <w:rPr>
                <w:noProof/>
                <w:vertAlign w:val="superscript"/>
                <w:lang w:eastAsia="zh-CN"/>
              </w:rPr>
            </w:pPr>
            <w:r w:rsidRPr="00E062F1">
              <w:rPr>
                <w:noProof/>
                <w:lang w:eastAsia="zh-CN"/>
              </w:rPr>
              <w:t>DC_21A-28A_n257A</w:t>
            </w:r>
            <w:r w:rsidRPr="00E062F1">
              <w:rPr>
                <w:noProof/>
                <w:vertAlign w:val="superscript"/>
                <w:lang w:eastAsia="zh-CN"/>
              </w:rPr>
              <w:t>2</w:t>
            </w:r>
          </w:p>
          <w:p w14:paraId="5A3FDF0C" w14:textId="77777777" w:rsidR="00944F22" w:rsidRPr="00E062F1" w:rsidRDefault="00944F22" w:rsidP="006B3BD2">
            <w:pPr>
              <w:pStyle w:val="TAC"/>
              <w:rPr>
                <w:noProof/>
                <w:lang w:eastAsia="zh-CN"/>
              </w:rPr>
            </w:pPr>
            <w:r w:rsidRPr="00E062F1">
              <w:rPr>
                <w:noProof/>
                <w:lang w:eastAsia="zh-CN"/>
              </w:rPr>
              <w:t>DC_21A-28A_n257D</w:t>
            </w:r>
            <w:r w:rsidRPr="00E062F1">
              <w:rPr>
                <w:noProof/>
                <w:vertAlign w:val="superscript"/>
                <w:lang w:eastAsia="zh-CN"/>
              </w:rPr>
              <w:t>2</w:t>
            </w:r>
          </w:p>
          <w:p w14:paraId="5F5CBDCD" w14:textId="77777777" w:rsidR="00944F22" w:rsidRPr="00E062F1" w:rsidRDefault="00944F22" w:rsidP="006B3BD2">
            <w:pPr>
              <w:pStyle w:val="TAC"/>
              <w:rPr>
                <w:noProof/>
                <w:lang w:eastAsia="zh-CN"/>
              </w:rPr>
            </w:pPr>
            <w:r w:rsidRPr="00E062F1">
              <w:rPr>
                <w:noProof/>
                <w:lang w:eastAsia="zh-CN"/>
              </w:rPr>
              <w:t>DC_21A-28A_n257E</w:t>
            </w:r>
            <w:r w:rsidRPr="00E062F1">
              <w:rPr>
                <w:noProof/>
                <w:vertAlign w:val="superscript"/>
                <w:lang w:eastAsia="zh-CN"/>
              </w:rPr>
              <w:t>2</w:t>
            </w:r>
          </w:p>
          <w:p w14:paraId="03EA57A3" w14:textId="77777777" w:rsidR="00944F22" w:rsidRPr="00E062F1" w:rsidRDefault="00944F22" w:rsidP="006B3BD2">
            <w:pPr>
              <w:pStyle w:val="TAC"/>
              <w:rPr>
                <w:noProof/>
                <w:lang w:eastAsia="zh-CN"/>
              </w:rPr>
            </w:pPr>
            <w:r w:rsidRPr="00E062F1">
              <w:rPr>
                <w:noProof/>
                <w:lang w:eastAsia="zh-CN"/>
              </w:rPr>
              <w:t>DC_21A-28A_n257F</w:t>
            </w:r>
            <w:r w:rsidRPr="00E062F1">
              <w:rPr>
                <w:noProof/>
                <w:vertAlign w:val="superscript"/>
                <w:lang w:eastAsia="zh-CN"/>
              </w:rPr>
              <w:t>2</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030CCD9" w14:textId="77777777" w:rsidR="00944F22" w:rsidRPr="00E062F1" w:rsidRDefault="00944F22" w:rsidP="006B3BD2">
            <w:pPr>
              <w:pStyle w:val="TAC"/>
              <w:rPr>
                <w:noProof/>
                <w:lang w:eastAsia="zh-CN"/>
              </w:rPr>
            </w:pPr>
            <w:r w:rsidRPr="00E062F1">
              <w:rPr>
                <w:noProof/>
                <w:lang w:eastAsia="zh-CN"/>
              </w:rPr>
              <w:t>DC_21A_n257A</w:t>
            </w:r>
          </w:p>
          <w:p w14:paraId="7B2F895B" w14:textId="77777777" w:rsidR="00944F22" w:rsidRPr="00E062F1" w:rsidRDefault="00944F22" w:rsidP="006B3BD2">
            <w:pPr>
              <w:pStyle w:val="TAC"/>
              <w:rPr>
                <w:noProof/>
                <w:lang w:eastAsia="zh-CN"/>
              </w:rPr>
            </w:pPr>
            <w:r w:rsidRPr="00E062F1">
              <w:rPr>
                <w:noProof/>
              </w:rPr>
              <w:t>DC_21A_n257</w:t>
            </w:r>
            <w:r w:rsidRPr="00E062F1">
              <w:rPr>
                <w:noProof/>
                <w:lang w:eastAsia="ja-JP"/>
              </w:rPr>
              <w:t>D</w:t>
            </w:r>
          </w:p>
          <w:p w14:paraId="69B550CE" w14:textId="77777777" w:rsidR="00944F22" w:rsidRPr="00E062F1" w:rsidRDefault="00944F22" w:rsidP="006B3BD2">
            <w:pPr>
              <w:pStyle w:val="TAC"/>
              <w:rPr>
                <w:noProof/>
                <w:lang w:eastAsia="zh-CN"/>
              </w:rPr>
            </w:pPr>
            <w:r w:rsidRPr="00E062F1">
              <w:rPr>
                <w:noProof/>
                <w:lang w:eastAsia="zh-CN"/>
              </w:rPr>
              <w:t>DC_28A_n257A</w:t>
            </w:r>
          </w:p>
          <w:p w14:paraId="6BE9ECA3" w14:textId="77777777" w:rsidR="00944F22" w:rsidRPr="00E062F1" w:rsidRDefault="00944F22" w:rsidP="006B3BD2">
            <w:pPr>
              <w:pStyle w:val="TAC"/>
              <w:rPr>
                <w:noProof/>
                <w:lang w:eastAsia="zh-CN"/>
              </w:rPr>
            </w:pPr>
            <w:r w:rsidRPr="00E062F1">
              <w:rPr>
                <w:noProof/>
              </w:rPr>
              <w:t>DC_28A_n257</w:t>
            </w:r>
            <w:r w:rsidRPr="00E062F1">
              <w:rPr>
                <w:noProof/>
                <w:lang w:eastAsia="ja-JP"/>
              </w:rPr>
              <w:t>D</w:t>
            </w:r>
          </w:p>
        </w:tc>
      </w:tr>
      <w:tr w:rsidR="00944F22" w:rsidRPr="00E062F1" w14:paraId="47D278B9"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7A46161" w14:textId="77777777" w:rsidR="00944F22" w:rsidRPr="00E062F1" w:rsidRDefault="00944F22" w:rsidP="006B3BD2">
            <w:pPr>
              <w:pStyle w:val="TAC"/>
              <w:rPr>
                <w:noProof/>
                <w:vertAlign w:val="superscript"/>
                <w:lang w:eastAsia="zh-CN"/>
              </w:rPr>
            </w:pPr>
            <w:r w:rsidRPr="00E062F1">
              <w:rPr>
                <w:noProof/>
                <w:lang w:eastAsia="zh-CN"/>
              </w:rPr>
              <w:t>DC_21A-42A_n257A</w:t>
            </w:r>
            <w:r w:rsidRPr="00E062F1">
              <w:rPr>
                <w:noProof/>
                <w:vertAlign w:val="superscript"/>
                <w:lang w:eastAsia="zh-CN"/>
              </w:rPr>
              <w:t>2</w:t>
            </w:r>
          </w:p>
          <w:p w14:paraId="4838700C" w14:textId="77777777" w:rsidR="00944F22" w:rsidRPr="00E062F1" w:rsidRDefault="00944F22" w:rsidP="006B3BD2">
            <w:pPr>
              <w:pStyle w:val="TAC"/>
              <w:rPr>
                <w:noProof/>
                <w:lang w:eastAsia="zh-CN"/>
              </w:rPr>
            </w:pPr>
            <w:r w:rsidRPr="00E062F1">
              <w:rPr>
                <w:noProof/>
                <w:lang w:eastAsia="zh-CN"/>
              </w:rPr>
              <w:t>DC_21A-42A_n257D</w:t>
            </w:r>
            <w:r w:rsidRPr="00E062F1">
              <w:rPr>
                <w:noProof/>
                <w:vertAlign w:val="superscript"/>
                <w:lang w:eastAsia="zh-CN"/>
              </w:rPr>
              <w:t>2</w:t>
            </w:r>
          </w:p>
          <w:p w14:paraId="382F63D6" w14:textId="77777777" w:rsidR="00944F22" w:rsidRPr="00E062F1" w:rsidRDefault="00944F22" w:rsidP="006B3BD2">
            <w:pPr>
              <w:pStyle w:val="TAC"/>
              <w:rPr>
                <w:noProof/>
                <w:lang w:eastAsia="zh-CN"/>
              </w:rPr>
            </w:pPr>
            <w:r w:rsidRPr="00E062F1">
              <w:rPr>
                <w:noProof/>
                <w:lang w:eastAsia="zh-CN"/>
              </w:rPr>
              <w:t>DC_21A-42A_n257E</w:t>
            </w:r>
            <w:r w:rsidRPr="00E062F1">
              <w:rPr>
                <w:noProof/>
                <w:vertAlign w:val="superscript"/>
                <w:lang w:eastAsia="zh-CN"/>
              </w:rPr>
              <w:t>2</w:t>
            </w:r>
          </w:p>
          <w:p w14:paraId="0D15DCAA" w14:textId="77777777" w:rsidR="00944F22" w:rsidRPr="00E062F1" w:rsidRDefault="00944F22" w:rsidP="006B3BD2">
            <w:pPr>
              <w:pStyle w:val="TAC"/>
              <w:rPr>
                <w:noProof/>
                <w:vertAlign w:val="superscript"/>
                <w:lang w:eastAsia="zh-CN"/>
              </w:rPr>
            </w:pPr>
            <w:r w:rsidRPr="00E062F1">
              <w:rPr>
                <w:noProof/>
                <w:lang w:eastAsia="zh-CN"/>
              </w:rPr>
              <w:t>DC_21A-42A_n257F</w:t>
            </w:r>
            <w:r w:rsidRPr="00E062F1">
              <w:rPr>
                <w:noProof/>
                <w:vertAlign w:val="superscript"/>
                <w:lang w:eastAsia="zh-CN"/>
              </w:rPr>
              <w:t>2</w:t>
            </w:r>
          </w:p>
          <w:p w14:paraId="1ABF2A05" w14:textId="77777777" w:rsidR="00944F22" w:rsidRPr="00E062F1" w:rsidRDefault="00944F22" w:rsidP="006B3BD2">
            <w:pPr>
              <w:pStyle w:val="TAC"/>
              <w:rPr>
                <w:lang w:eastAsia="ja-JP"/>
              </w:rPr>
            </w:pPr>
            <w:r w:rsidRPr="00E062F1">
              <w:rPr>
                <w:lang w:eastAsia="ja-JP"/>
              </w:rPr>
              <w:t>DC_21A-42A_n257G</w:t>
            </w:r>
          </w:p>
          <w:p w14:paraId="32BBC780" w14:textId="77777777" w:rsidR="00944F22" w:rsidRPr="00E062F1" w:rsidRDefault="00944F22" w:rsidP="006B3BD2">
            <w:pPr>
              <w:pStyle w:val="TAC"/>
              <w:rPr>
                <w:lang w:eastAsia="ja-JP"/>
              </w:rPr>
            </w:pPr>
            <w:r w:rsidRPr="00E062F1">
              <w:rPr>
                <w:lang w:eastAsia="ja-JP"/>
              </w:rPr>
              <w:t>DC_21A-42A_n257H</w:t>
            </w:r>
          </w:p>
          <w:p w14:paraId="68E1507D" w14:textId="77777777" w:rsidR="00944F22" w:rsidRPr="00E062F1" w:rsidRDefault="00944F22" w:rsidP="006B3BD2">
            <w:pPr>
              <w:pStyle w:val="TAC"/>
              <w:rPr>
                <w:lang w:eastAsia="ja-JP"/>
              </w:rPr>
            </w:pPr>
            <w:r w:rsidRPr="00E062F1">
              <w:rPr>
                <w:lang w:eastAsia="ja-JP"/>
              </w:rPr>
              <w:t>DC_21A-42A_n257I</w:t>
            </w:r>
          </w:p>
          <w:p w14:paraId="26D9C732" w14:textId="77777777" w:rsidR="00944F22" w:rsidRPr="00E062F1" w:rsidRDefault="00944F22" w:rsidP="006B3BD2">
            <w:pPr>
              <w:pStyle w:val="TAC"/>
              <w:rPr>
                <w:lang w:eastAsia="ja-JP"/>
              </w:rPr>
            </w:pPr>
            <w:r w:rsidRPr="00E062F1">
              <w:rPr>
                <w:lang w:eastAsia="ja-JP"/>
              </w:rPr>
              <w:t>DC_21A-42A_n257J</w:t>
            </w:r>
          </w:p>
          <w:p w14:paraId="0BBB7F57" w14:textId="77777777" w:rsidR="00944F22" w:rsidRPr="00E062F1" w:rsidRDefault="00944F22" w:rsidP="006B3BD2">
            <w:pPr>
              <w:pStyle w:val="TAC"/>
              <w:rPr>
                <w:lang w:eastAsia="ja-JP"/>
              </w:rPr>
            </w:pPr>
            <w:r w:rsidRPr="00E062F1">
              <w:rPr>
                <w:lang w:eastAsia="ja-JP"/>
              </w:rPr>
              <w:t>DC_21A-42A_n257K</w:t>
            </w:r>
          </w:p>
          <w:p w14:paraId="3310EC98" w14:textId="77777777" w:rsidR="00944F22" w:rsidRPr="00E062F1" w:rsidRDefault="00944F22" w:rsidP="006B3BD2">
            <w:pPr>
              <w:pStyle w:val="TAC"/>
              <w:rPr>
                <w:lang w:eastAsia="ja-JP"/>
              </w:rPr>
            </w:pPr>
            <w:r w:rsidRPr="00E062F1">
              <w:rPr>
                <w:lang w:eastAsia="ja-JP"/>
              </w:rPr>
              <w:t>DC_21A-42A_n257L</w:t>
            </w:r>
          </w:p>
          <w:p w14:paraId="2B5161B4" w14:textId="77777777" w:rsidR="00944F22" w:rsidRPr="00E062F1" w:rsidRDefault="00944F22" w:rsidP="006B3BD2">
            <w:pPr>
              <w:pStyle w:val="TAC"/>
              <w:rPr>
                <w:noProof/>
                <w:vertAlign w:val="superscript"/>
                <w:lang w:eastAsia="zh-CN"/>
              </w:rPr>
            </w:pPr>
            <w:r w:rsidRPr="00E062F1">
              <w:rPr>
                <w:lang w:eastAsia="ja-JP"/>
              </w:rPr>
              <w:t>DC_21A-42A_n257M</w:t>
            </w:r>
          </w:p>
          <w:p w14:paraId="6C1E121A" w14:textId="77777777" w:rsidR="00944F22" w:rsidRPr="00E062F1" w:rsidRDefault="00944F22" w:rsidP="006B3BD2">
            <w:pPr>
              <w:pStyle w:val="TAC"/>
              <w:rPr>
                <w:noProof/>
                <w:vertAlign w:val="superscript"/>
                <w:lang w:eastAsia="zh-CN"/>
              </w:rPr>
            </w:pPr>
            <w:r w:rsidRPr="00E062F1">
              <w:t>DC_21A-42C_n257A</w:t>
            </w:r>
            <w:r w:rsidRPr="00E062F1">
              <w:rPr>
                <w:noProof/>
                <w:vertAlign w:val="superscript"/>
                <w:lang w:eastAsia="zh-CN"/>
              </w:rPr>
              <w:t>2</w:t>
            </w:r>
          </w:p>
          <w:p w14:paraId="58A955DF" w14:textId="77777777" w:rsidR="00944F22" w:rsidRPr="00E062F1" w:rsidRDefault="00944F22" w:rsidP="006B3BD2">
            <w:pPr>
              <w:pStyle w:val="TAC"/>
              <w:rPr>
                <w:lang w:eastAsia="ja-JP"/>
              </w:rPr>
            </w:pPr>
            <w:r w:rsidRPr="00E062F1">
              <w:rPr>
                <w:lang w:eastAsia="ja-JP"/>
              </w:rPr>
              <w:t>DC_21A-42C_n257G</w:t>
            </w:r>
          </w:p>
          <w:p w14:paraId="73503189" w14:textId="77777777" w:rsidR="00944F22" w:rsidRPr="00E062F1" w:rsidRDefault="00944F22" w:rsidP="006B3BD2">
            <w:pPr>
              <w:pStyle w:val="TAC"/>
              <w:rPr>
                <w:lang w:eastAsia="ja-JP"/>
              </w:rPr>
            </w:pPr>
            <w:r w:rsidRPr="00E062F1">
              <w:rPr>
                <w:lang w:eastAsia="ja-JP"/>
              </w:rPr>
              <w:t>DC_21A-42C_n257H</w:t>
            </w:r>
          </w:p>
          <w:p w14:paraId="668959B1" w14:textId="77777777" w:rsidR="00944F22" w:rsidRPr="00E062F1" w:rsidRDefault="00944F22" w:rsidP="006B3BD2">
            <w:pPr>
              <w:pStyle w:val="TAC"/>
              <w:rPr>
                <w:lang w:eastAsia="ja-JP"/>
              </w:rPr>
            </w:pPr>
            <w:r w:rsidRPr="00E062F1">
              <w:rPr>
                <w:lang w:eastAsia="ja-JP"/>
              </w:rPr>
              <w:t>DC_21A-42C_n257I</w:t>
            </w:r>
          </w:p>
          <w:p w14:paraId="3E42BE22" w14:textId="77777777" w:rsidR="00944F22" w:rsidRPr="00E062F1" w:rsidRDefault="00944F22" w:rsidP="006B3BD2">
            <w:pPr>
              <w:pStyle w:val="TAC"/>
              <w:rPr>
                <w:lang w:eastAsia="ja-JP"/>
              </w:rPr>
            </w:pPr>
            <w:r w:rsidRPr="00E062F1">
              <w:rPr>
                <w:lang w:eastAsia="ja-JP"/>
              </w:rPr>
              <w:t>DC_21A-42C_n257J</w:t>
            </w:r>
          </w:p>
          <w:p w14:paraId="2184E83C" w14:textId="77777777" w:rsidR="00944F22" w:rsidRPr="00E062F1" w:rsidRDefault="00944F22" w:rsidP="006B3BD2">
            <w:pPr>
              <w:pStyle w:val="TAC"/>
              <w:rPr>
                <w:lang w:eastAsia="ja-JP"/>
              </w:rPr>
            </w:pPr>
            <w:r w:rsidRPr="00E062F1">
              <w:rPr>
                <w:lang w:eastAsia="ja-JP"/>
              </w:rPr>
              <w:t>DC_21A-42C_n257K</w:t>
            </w:r>
          </w:p>
          <w:p w14:paraId="02CDFD06" w14:textId="77777777" w:rsidR="00944F22" w:rsidRPr="00E062F1" w:rsidRDefault="00944F22" w:rsidP="006B3BD2">
            <w:pPr>
              <w:pStyle w:val="TAC"/>
              <w:rPr>
                <w:lang w:eastAsia="ja-JP"/>
              </w:rPr>
            </w:pPr>
            <w:r w:rsidRPr="00E062F1">
              <w:rPr>
                <w:lang w:eastAsia="ja-JP"/>
              </w:rPr>
              <w:t>DC_21A-42C_n257L</w:t>
            </w:r>
          </w:p>
          <w:p w14:paraId="33707DA3" w14:textId="77777777" w:rsidR="00944F22" w:rsidRPr="00E062F1" w:rsidRDefault="00944F22" w:rsidP="006B3BD2">
            <w:pPr>
              <w:pStyle w:val="TAC"/>
              <w:rPr>
                <w:lang w:eastAsia="ja-JP"/>
              </w:rPr>
            </w:pPr>
            <w:r w:rsidRPr="00E062F1">
              <w:rPr>
                <w:lang w:eastAsia="ja-JP"/>
              </w:rPr>
              <w:t>DC_21A-42C_n257M</w:t>
            </w:r>
          </w:p>
          <w:p w14:paraId="7D90A15E" w14:textId="77777777" w:rsidR="00944F22" w:rsidRPr="00E062F1" w:rsidRDefault="00944F22" w:rsidP="006B3BD2">
            <w:pPr>
              <w:pStyle w:val="TAC"/>
              <w:rPr>
                <w:noProof/>
              </w:rPr>
            </w:pPr>
            <w:r w:rsidRPr="00E062F1">
              <w:rPr>
                <w:noProof/>
              </w:rPr>
              <w:t>DC_21A-42</w:t>
            </w:r>
            <w:r w:rsidRPr="00E062F1">
              <w:rPr>
                <w:noProof/>
                <w:lang w:eastAsia="ja-JP"/>
              </w:rPr>
              <w:t>D</w:t>
            </w:r>
            <w:r w:rsidRPr="00E062F1">
              <w:rPr>
                <w:noProof/>
              </w:rPr>
              <w:t>_n257A</w:t>
            </w:r>
          </w:p>
          <w:p w14:paraId="308B8B1C" w14:textId="77777777" w:rsidR="00944F22" w:rsidRPr="00E062F1" w:rsidRDefault="00944F22" w:rsidP="006B3BD2">
            <w:pPr>
              <w:pStyle w:val="TAC"/>
              <w:rPr>
                <w:noProof/>
                <w:lang w:eastAsia="fr-FR"/>
              </w:rPr>
            </w:pPr>
            <w:r w:rsidRPr="00E062F1">
              <w:rPr>
                <w:noProof/>
              </w:rPr>
              <w:t>DC_21A-42</w:t>
            </w:r>
            <w:r w:rsidRPr="00E062F1">
              <w:rPr>
                <w:noProof/>
                <w:lang w:eastAsia="ja-JP"/>
              </w:rPr>
              <w:t>D</w:t>
            </w:r>
            <w:r w:rsidRPr="00E062F1">
              <w:rPr>
                <w:noProof/>
              </w:rPr>
              <w:t>_n257D</w:t>
            </w:r>
          </w:p>
          <w:p w14:paraId="746483AA" w14:textId="77777777" w:rsidR="00944F22" w:rsidRPr="00E062F1" w:rsidRDefault="00944F22" w:rsidP="006B3BD2">
            <w:pPr>
              <w:pStyle w:val="TAC"/>
              <w:rPr>
                <w:noProof/>
              </w:rPr>
            </w:pPr>
            <w:r w:rsidRPr="00E062F1">
              <w:rPr>
                <w:noProof/>
              </w:rPr>
              <w:t>DC_21A-42</w:t>
            </w:r>
            <w:r w:rsidRPr="00E062F1">
              <w:rPr>
                <w:noProof/>
                <w:lang w:eastAsia="ja-JP"/>
              </w:rPr>
              <w:t>D</w:t>
            </w:r>
            <w:r w:rsidRPr="00E062F1">
              <w:rPr>
                <w:noProof/>
              </w:rPr>
              <w:t>_n257E</w:t>
            </w:r>
          </w:p>
          <w:p w14:paraId="4F1C106F" w14:textId="77777777" w:rsidR="00944F22" w:rsidRPr="00E062F1" w:rsidRDefault="00944F22" w:rsidP="006B3BD2">
            <w:pPr>
              <w:pStyle w:val="TAC"/>
              <w:rPr>
                <w:noProof/>
              </w:rPr>
            </w:pPr>
            <w:r w:rsidRPr="00E062F1">
              <w:rPr>
                <w:noProof/>
              </w:rPr>
              <w:t>DC_21A-42</w:t>
            </w:r>
            <w:r w:rsidRPr="00E062F1">
              <w:rPr>
                <w:noProof/>
                <w:lang w:eastAsia="ja-JP"/>
              </w:rPr>
              <w:t>D</w:t>
            </w:r>
            <w:r w:rsidRPr="00E062F1">
              <w:rPr>
                <w:noProof/>
              </w:rPr>
              <w:t>_n257F</w:t>
            </w:r>
          </w:p>
          <w:p w14:paraId="02AF5FF3" w14:textId="77777777" w:rsidR="00944F22" w:rsidRPr="00E062F1" w:rsidRDefault="00944F22" w:rsidP="006B3BD2">
            <w:pPr>
              <w:pStyle w:val="TAC"/>
              <w:rPr>
                <w:lang w:eastAsia="ja-JP"/>
              </w:rPr>
            </w:pPr>
            <w:r w:rsidRPr="00E062F1">
              <w:rPr>
                <w:lang w:eastAsia="ja-JP"/>
              </w:rPr>
              <w:t>DC_21A-42D_n257G</w:t>
            </w:r>
          </w:p>
          <w:p w14:paraId="1D0096CA" w14:textId="77777777" w:rsidR="00944F22" w:rsidRPr="00E062F1" w:rsidRDefault="00944F22" w:rsidP="006B3BD2">
            <w:pPr>
              <w:pStyle w:val="TAC"/>
              <w:rPr>
                <w:lang w:eastAsia="ja-JP"/>
              </w:rPr>
            </w:pPr>
            <w:r w:rsidRPr="00E062F1">
              <w:rPr>
                <w:lang w:eastAsia="ja-JP"/>
              </w:rPr>
              <w:t>DC_21A-42D_n257H</w:t>
            </w:r>
          </w:p>
          <w:p w14:paraId="3AA58EFD" w14:textId="77777777" w:rsidR="00944F22" w:rsidRPr="00E062F1" w:rsidRDefault="00944F22" w:rsidP="006B3BD2">
            <w:pPr>
              <w:pStyle w:val="TAC"/>
              <w:rPr>
                <w:lang w:eastAsia="ja-JP"/>
              </w:rPr>
            </w:pPr>
            <w:r w:rsidRPr="00E062F1">
              <w:rPr>
                <w:lang w:eastAsia="ja-JP"/>
              </w:rPr>
              <w:t>DC_21A-42D_n257I</w:t>
            </w:r>
          </w:p>
          <w:p w14:paraId="7C6B54F3" w14:textId="77777777" w:rsidR="00944F22" w:rsidRPr="00E062F1" w:rsidRDefault="00944F22" w:rsidP="006B3BD2">
            <w:pPr>
              <w:pStyle w:val="TAC"/>
              <w:rPr>
                <w:lang w:eastAsia="ja-JP"/>
              </w:rPr>
            </w:pPr>
            <w:r w:rsidRPr="00E062F1">
              <w:rPr>
                <w:lang w:eastAsia="ja-JP"/>
              </w:rPr>
              <w:t>DC_21A-42D_n257J</w:t>
            </w:r>
          </w:p>
          <w:p w14:paraId="3CA6F4B3" w14:textId="77777777" w:rsidR="00944F22" w:rsidRPr="00E062F1" w:rsidRDefault="00944F22" w:rsidP="006B3BD2">
            <w:pPr>
              <w:pStyle w:val="TAC"/>
              <w:rPr>
                <w:lang w:eastAsia="ja-JP"/>
              </w:rPr>
            </w:pPr>
            <w:r w:rsidRPr="00E062F1">
              <w:rPr>
                <w:lang w:eastAsia="ja-JP"/>
              </w:rPr>
              <w:t>DC_21A-42D_n257K</w:t>
            </w:r>
          </w:p>
          <w:p w14:paraId="6C064BC5" w14:textId="77777777" w:rsidR="00944F22" w:rsidRPr="00E062F1" w:rsidRDefault="00944F22" w:rsidP="006B3BD2">
            <w:pPr>
              <w:pStyle w:val="TAC"/>
              <w:rPr>
                <w:lang w:eastAsia="ja-JP"/>
              </w:rPr>
            </w:pPr>
            <w:r w:rsidRPr="00E062F1">
              <w:rPr>
                <w:lang w:eastAsia="ja-JP"/>
              </w:rPr>
              <w:t>DC_21A-42D_n257L</w:t>
            </w:r>
          </w:p>
          <w:p w14:paraId="4895AF1D" w14:textId="77777777" w:rsidR="00944F22" w:rsidRPr="00E062F1" w:rsidRDefault="00944F22" w:rsidP="006B3BD2">
            <w:pPr>
              <w:pStyle w:val="TAC"/>
              <w:rPr>
                <w:lang w:eastAsia="ja-JP"/>
              </w:rPr>
            </w:pPr>
            <w:r w:rsidRPr="00E062F1">
              <w:rPr>
                <w:lang w:eastAsia="ja-JP"/>
              </w:rPr>
              <w:t>DC_21A-42D_n257M</w:t>
            </w:r>
          </w:p>
          <w:p w14:paraId="316BD0C4" w14:textId="77777777" w:rsidR="00944F22" w:rsidRPr="00E062F1" w:rsidRDefault="00944F22" w:rsidP="006B3BD2">
            <w:pPr>
              <w:pStyle w:val="TAC"/>
              <w:rPr>
                <w:noProof/>
              </w:rPr>
            </w:pPr>
            <w:r w:rsidRPr="00E062F1">
              <w:rPr>
                <w:noProof/>
              </w:rPr>
              <w:t>DC_21A-42</w:t>
            </w:r>
            <w:r w:rsidRPr="00E062F1">
              <w:rPr>
                <w:noProof/>
                <w:lang w:eastAsia="ja-JP"/>
              </w:rPr>
              <w:t>E</w:t>
            </w:r>
            <w:r w:rsidRPr="00E062F1">
              <w:rPr>
                <w:noProof/>
              </w:rPr>
              <w:t>_n257A</w:t>
            </w:r>
          </w:p>
          <w:p w14:paraId="1034B1E4" w14:textId="77777777" w:rsidR="00944F22" w:rsidRPr="00E062F1" w:rsidRDefault="00944F22" w:rsidP="006B3BD2">
            <w:pPr>
              <w:pStyle w:val="TAC"/>
              <w:rPr>
                <w:noProof/>
                <w:lang w:eastAsia="fr-FR"/>
              </w:rPr>
            </w:pPr>
            <w:r w:rsidRPr="00E062F1">
              <w:rPr>
                <w:noProof/>
              </w:rPr>
              <w:t>DC_21A-42</w:t>
            </w:r>
            <w:r w:rsidRPr="00E062F1">
              <w:rPr>
                <w:noProof/>
                <w:lang w:eastAsia="ja-JP"/>
              </w:rPr>
              <w:t>E</w:t>
            </w:r>
            <w:r w:rsidRPr="00E062F1">
              <w:rPr>
                <w:noProof/>
              </w:rPr>
              <w:t>_n257D</w:t>
            </w:r>
          </w:p>
          <w:p w14:paraId="509944A1" w14:textId="77777777" w:rsidR="00944F22" w:rsidRPr="00E062F1" w:rsidRDefault="00944F22" w:rsidP="006B3BD2">
            <w:pPr>
              <w:pStyle w:val="TAC"/>
              <w:rPr>
                <w:noProof/>
              </w:rPr>
            </w:pPr>
            <w:r w:rsidRPr="00E062F1">
              <w:rPr>
                <w:noProof/>
              </w:rPr>
              <w:t>DC_21A-42</w:t>
            </w:r>
            <w:r w:rsidRPr="00E062F1">
              <w:rPr>
                <w:noProof/>
                <w:lang w:eastAsia="ja-JP"/>
              </w:rPr>
              <w:t>E</w:t>
            </w:r>
            <w:r w:rsidRPr="00E062F1">
              <w:rPr>
                <w:noProof/>
              </w:rPr>
              <w:t>_n257E</w:t>
            </w:r>
          </w:p>
          <w:p w14:paraId="22EAB54C" w14:textId="77777777" w:rsidR="00944F22" w:rsidRPr="00E062F1" w:rsidRDefault="00944F22" w:rsidP="006B3BD2">
            <w:pPr>
              <w:pStyle w:val="TAC"/>
              <w:rPr>
                <w:noProof/>
              </w:rPr>
            </w:pPr>
            <w:r w:rsidRPr="00E062F1">
              <w:rPr>
                <w:noProof/>
              </w:rPr>
              <w:t>DC_21A-42</w:t>
            </w:r>
            <w:r w:rsidRPr="00E062F1">
              <w:rPr>
                <w:noProof/>
                <w:lang w:eastAsia="ja-JP"/>
              </w:rPr>
              <w:t>E</w:t>
            </w:r>
            <w:r w:rsidRPr="00E062F1">
              <w:rPr>
                <w:noProof/>
              </w:rPr>
              <w:t>_n257F</w:t>
            </w:r>
          </w:p>
          <w:p w14:paraId="2139F22A" w14:textId="77777777" w:rsidR="00944F22" w:rsidRPr="00E062F1" w:rsidRDefault="00944F22" w:rsidP="006B3BD2">
            <w:pPr>
              <w:pStyle w:val="TAC"/>
              <w:rPr>
                <w:lang w:eastAsia="ja-JP"/>
              </w:rPr>
            </w:pPr>
            <w:r w:rsidRPr="00E062F1">
              <w:rPr>
                <w:lang w:eastAsia="ja-JP"/>
              </w:rPr>
              <w:t>DC_21A-42E_n257G</w:t>
            </w:r>
          </w:p>
          <w:p w14:paraId="470BE8A9" w14:textId="77777777" w:rsidR="00944F22" w:rsidRPr="00E062F1" w:rsidRDefault="00944F22" w:rsidP="006B3BD2">
            <w:pPr>
              <w:pStyle w:val="TAC"/>
              <w:rPr>
                <w:lang w:eastAsia="ja-JP"/>
              </w:rPr>
            </w:pPr>
            <w:r w:rsidRPr="00E062F1">
              <w:rPr>
                <w:lang w:eastAsia="ja-JP"/>
              </w:rPr>
              <w:t>DC_21A-42E_n257H</w:t>
            </w:r>
          </w:p>
          <w:p w14:paraId="2EE96619" w14:textId="77777777" w:rsidR="00944F22" w:rsidRPr="00E062F1" w:rsidRDefault="00944F22" w:rsidP="006B3BD2">
            <w:pPr>
              <w:pStyle w:val="TAC"/>
              <w:rPr>
                <w:lang w:eastAsia="ja-JP"/>
              </w:rPr>
            </w:pPr>
            <w:r w:rsidRPr="00E062F1">
              <w:rPr>
                <w:lang w:eastAsia="ja-JP"/>
              </w:rPr>
              <w:t>DC_21A-42E_n257I</w:t>
            </w:r>
          </w:p>
          <w:p w14:paraId="4AFEAA98" w14:textId="77777777" w:rsidR="00944F22" w:rsidRPr="00E062F1" w:rsidRDefault="00944F22" w:rsidP="006B3BD2">
            <w:pPr>
              <w:pStyle w:val="TAC"/>
              <w:rPr>
                <w:lang w:eastAsia="ja-JP"/>
              </w:rPr>
            </w:pPr>
            <w:r w:rsidRPr="00E062F1">
              <w:rPr>
                <w:lang w:eastAsia="ja-JP"/>
              </w:rPr>
              <w:t>DC_21A-42E_n257J</w:t>
            </w:r>
          </w:p>
          <w:p w14:paraId="26E35712" w14:textId="77777777" w:rsidR="00944F22" w:rsidRPr="00E062F1" w:rsidRDefault="00944F22" w:rsidP="006B3BD2">
            <w:pPr>
              <w:pStyle w:val="TAC"/>
              <w:rPr>
                <w:lang w:eastAsia="ja-JP"/>
              </w:rPr>
            </w:pPr>
            <w:r w:rsidRPr="00E062F1">
              <w:rPr>
                <w:lang w:eastAsia="ja-JP"/>
              </w:rPr>
              <w:t>DC_21A-42E_n257K</w:t>
            </w:r>
          </w:p>
          <w:p w14:paraId="7A901CCF" w14:textId="77777777" w:rsidR="00944F22" w:rsidRPr="00E062F1" w:rsidRDefault="00944F22" w:rsidP="006B3BD2">
            <w:pPr>
              <w:pStyle w:val="TAC"/>
              <w:rPr>
                <w:lang w:eastAsia="ja-JP"/>
              </w:rPr>
            </w:pPr>
            <w:r w:rsidRPr="00E062F1">
              <w:rPr>
                <w:lang w:eastAsia="ja-JP"/>
              </w:rPr>
              <w:t>DC_21A-42E_n257L</w:t>
            </w:r>
          </w:p>
          <w:p w14:paraId="05AE3826" w14:textId="77777777" w:rsidR="00944F22" w:rsidRPr="00E062F1" w:rsidRDefault="00944F22" w:rsidP="006B3BD2">
            <w:pPr>
              <w:pStyle w:val="TAC"/>
              <w:rPr>
                <w:noProof/>
                <w:lang w:eastAsia="zh-CN"/>
              </w:rPr>
            </w:pPr>
            <w:r w:rsidRPr="00E062F1">
              <w:rPr>
                <w:lang w:eastAsia="ja-JP"/>
              </w:rPr>
              <w:t>DC_21A-42E_n257M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7ACC287" w14:textId="77777777" w:rsidR="00944F22" w:rsidRPr="00E062F1" w:rsidRDefault="00944F22" w:rsidP="006B3BD2">
            <w:pPr>
              <w:pStyle w:val="TAC"/>
              <w:rPr>
                <w:noProof/>
                <w:lang w:eastAsia="zh-CN"/>
              </w:rPr>
            </w:pPr>
            <w:r w:rsidRPr="00E062F1">
              <w:rPr>
                <w:noProof/>
                <w:lang w:eastAsia="zh-CN"/>
              </w:rPr>
              <w:t>DC_21A_n257A</w:t>
            </w:r>
          </w:p>
          <w:p w14:paraId="09AF7BC7" w14:textId="77777777" w:rsidR="00944F22" w:rsidRPr="00E062F1" w:rsidRDefault="00944F22" w:rsidP="006B3BD2">
            <w:pPr>
              <w:pStyle w:val="TAC"/>
              <w:rPr>
                <w:noProof/>
                <w:lang w:eastAsia="zh-CN"/>
              </w:rPr>
            </w:pPr>
            <w:r w:rsidRPr="00E062F1">
              <w:rPr>
                <w:noProof/>
              </w:rPr>
              <w:t>DC_21A_n257</w:t>
            </w:r>
            <w:r w:rsidRPr="00E062F1">
              <w:rPr>
                <w:noProof/>
                <w:lang w:eastAsia="ja-JP"/>
              </w:rPr>
              <w:t>D</w:t>
            </w:r>
          </w:p>
          <w:p w14:paraId="2C2C46C1" w14:textId="77777777" w:rsidR="00944F22" w:rsidRPr="00E062F1" w:rsidRDefault="00944F22" w:rsidP="006B3BD2">
            <w:pPr>
              <w:pStyle w:val="TAC"/>
              <w:rPr>
                <w:lang w:eastAsia="ja-JP"/>
              </w:rPr>
            </w:pPr>
            <w:r w:rsidRPr="00E062F1">
              <w:rPr>
                <w:lang w:eastAsia="ja-JP"/>
              </w:rPr>
              <w:t>DC_21A_n257G</w:t>
            </w:r>
          </w:p>
          <w:p w14:paraId="39A31C33" w14:textId="77777777" w:rsidR="00944F22" w:rsidRPr="00E062F1" w:rsidRDefault="00944F22" w:rsidP="006B3BD2">
            <w:pPr>
              <w:pStyle w:val="TAC"/>
              <w:rPr>
                <w:lang w:eastAsia="ja-JP"/>
              </w:rPr>
            </w:pPr>
            <w:r w:rsidRPr="00E062F1">
              <w:rPr>
                <w:lang w:eastAsia="ja-JP"/>
              </w:rPr>
              <w:t>DC_21A_n257H</w:t>
            </w:r>
          </w:p>
          <w:p w14:paraId="417DB24F" w14:textId="77777777" w:rsidR="00944F22" w:rsidRPr="00E062F1" w:rsidRDefault="00944F22" w:rsidP="006B3BD2">
            <w:pPr>
              <w:pStyle w:val="TAC"/>
              <w:rPr>
                <w:lang w:eastAsia="ja-JP"/>
              </w:rPr>
            </w:pPr>
            <w:r w:rsidRPr="00E062F1">
              <w:rPr>
                <w:lang w:eastAsia="ja-JP"/>
              </w:rPr>
              <w:t>DC_21A_n257I</w:t>
            </w:r>
          </w:p>
          <w:p w14:paraId="0E2E5C1D" w14:textId="77777777" w:rsidR="00944F22" w:rsidRPr="00E062F1" w:rsidRDefault="00944F22" w:rsidP="006B3BD2">
            <w:pPr>
              <w:pStyle w:val="TAC"/>
              <w:rPr>
                <w:lang w:eastAsia="ja-JP"/>
              </w:rPr>
            </w:pPr>
            <w:r w:rsidRPr="00E062F1">
              <w:rPr>
                <w:lang w:eastAsia="ja-JP"/>
              </w:rPr>
              <w:t>DC_21A_n257J</w:t>
            </w:r>
          </w:p>
          <w:p w14:paraId="23908F17" w14:textId="77777777" w:rsidR="00944F22" w:rsidRPr="00E062F1" w:rsidRDefault="00944F22" w:rsidP="006B3BD2">
            <w:pPr>
              <w:pStyle w:val="TAC"/>
              <w:rPr>
                <w:lang w:eastAsia="ja-JP"/>
              </w:rPr>
            </w:pPr>
            <w:r w:rsidRPr="00E062F1">
              <w:rPr>
                <w:lang w:eastAsia="ja-JP"/>
              </w:rPr>
              <w:t>DC_21A_n257K</w:t>
            </w:r>
          </w:p>
          <w:p w14:paraId="7BCE34ED" w14:textId="77777777" w:rsidR="00944F22" w:rsidRPr="00E062F1" w:rsidRDefault="00944F22" w:rsidP="006B3BD2">
            <w:pPr>
              <w:pStyle w:val="TAC"/>
              <w:rPr>
                <w:lang w:eastAsia="ja-JP"/>
              </w:rPr>
            </w:pPr>
            <w:r w:rsidRPr="00E062F1">
              <w:rPr>
                <w:lang w:eastAsia="ja-JP"/>
              </w:rPr>
              <w:t>DC_21A_n257L</w:t>
            </w:r>
          </w:p>
          <w:p w14:paraId="30D1648E" w14:textId="77777777" w:rsidR="00944F22" w:rsidRPr="00E062F1" w:rsidRDefault="00944F22" w:rsidP="006B3BD2">
            <w:pPr>
              <w:pStyle w:val="TAC"/>
              <w:rPr>
                <w:lang w:eastAsia="ja-JP"/>
              </w:rPr>
            </w:pPr>
            <w:r w:rsidRPr="00E062F1">
              <w:rPr>
                <w:lang w:eastAsia="ja-JP"/>
              </w:rPr>
              <w:t>DC_21A_n257M</w:t>
            </w:r>
          </w:p>
          <w:p w14:paraId="6C0B6A2F" w14:textId="77777777" w:rsidR="00944F22" w:rsidRPr="00E062F1" w:rsidRDefault="00944F22" w:rsidP="006B3BD2">
            <w:pPr>
              <w:pStyle w:val="TAC"/>
              <w:rPr>
                <w:noProof/>
                <w:lang w:eastAsia="zh-CN"/>
              </w:rPr>
            </w:pPr>
            <w:r w:rsidRPr="00E062F1">
              <w:rPr>
                <w:noProof/>
                <w:lang w:eastAsia="zh-CN"/>
              </w:rPr>
              <w:t>DC_42A_n257A</w:t>
            </w:r>
          </w:p>
          <w:p w14:paraId="0CF57BAC" w14:textId="77777777" w:rsidR="00944F22" w:rsidRPr="00E062F1" w:rsidRDefault="00944F22" w:rsidP="006B3BD2">
            <w:pPr>
              <w:pStyle w:val="TAC"/>
              <w:rPr>
                <w:noProof/>
                <w:lang w:eastAsia="ja-JP"/>
              </w:rPr>
            </w:pPr>
            <w:r w:rsidRPr="00E062F1">
              <w:rPr>
                <w:noProof/>
              </w:rPr>
              <w:t>DC_42A_n257</w:t>
            </w:r>
            <w:r w:rsidRPr="00E062F1">
              <w:rPr>
                <w:noProof/>
                <w:lang w:eastAsia="ja-JP"/>
              </w:rPr>
              <w:t>D</w:t>
            </w:r>
          </w:p>
          <w:p w14:paraId="40962CDB" w14:textId="77777777" w:rsidR="00944F22" w:rsidRPr="00E062F1" w:rsidRDefault="00944F22" w:rsidP="006B3BD2">
            <w:pPr>
              <w:pStyle w:val="TAC"/>
              <w:rPr>
                <w:lang w:eastAsia="ja-JP"/>
              </w:rPr>
            </w:pPr>
            <w:r w:rsidRPr="00E062F1">
              <w:rPr>
                <w:lang w:eastAsia="ja-JP"/>
              </w:rPr>
              <w:t>DC_42A_n257G</w:t>
            </w:r>
          </w:p>
          <w:p w14:paraId="5C43B050" w14:textId="77777777" w:rsidR="00944F22" w:rsidRPr="00E062F1" w:rsidRDefault="00944F22" w:rsidP="006B3BD2">
            <w:pPr>
              <w:pStyle w:val="TAC"/>
              <w:rPr>
                <w:lang w:eastAsia="ja-JP"/>
              </w:rPr>
            </w:pPr>
            <w:r w:rsidRPr="00E062F1">
              <w:rPr>
                <w:lang w:eastAsia="ja-JP"/>
              </w:rPr>
              <w:t>DC_42A_n257H</w:t>
            </w:r>
          </w:p>
          <w:p w14:paraId="5F5E82F2" w14:textId="160E01C1" w:rsidR="00944F22" w:rsidRPr="00E062F1" w:rsidRDefault="00944F22" w:rsidP="006B3BD2">
            <w:pPr>
              <w:pStyle w:val="TAC"/>
              <w:rPr>
                <w:noProof/>
                <w:lang w:eastAsia="zh-CN"/>
              </w:rPr>
            </w:pPr>
            <w:r w:rsidRPr="00E062F1">
              <w:rPr>
                <w:lang w:eastAsia="ja-JP"/>
              </w:rPr>
              <w:t>DC_42A_n257I</w:t>
            </w:r>
          </w:p>
        </w:tc>
      </w:tr>
      <w:tr w:rsidR="00944F22" w:rsidRPr="002665C4" w14:paraId="66A77163"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06E1FE1" w14:textId="77777777" w:rsidR="00944F22" w:rsidRPr="00E062F1" w:rsidRDefault="00944F22" w:rsidP="006B3BD2">
            <w:pPr>
              <w:pStyle w:val="TAC"/>
              <w:rPr>
                <w:noProof/>
              </w:rPr>
            </w:pPr>
            <w:r w:rsidRPr="00E062F1">
              <w:rPr>
                <w:noProof/>
              </w:rPr>
              <w:lastRenderedPageBreak/>
              <w:t>DC_28A-41A_n257A</w:t>
            </w:r>
          </w:p>
          <w:p w14:paraId="4BC9F04D" w14:textId="77777777" w:rsidR="00944F22" w:rsidRPr="00E062F1" w:rsidRDefault="00944F22" w:rsidP="006B3BD2">
            <w:pPr>
              <w:pStyle w:val="TAC"/>
              <w:rPr>
                <w:noProof/>
                <w:lang w:eastAsia="fr-FR"/>
              </w:rPr>
            </w:pPr>
            <w:r w:rsidRPr="00E062F1">
              <w:rPr>
                <w:noProof/>
              </w:rPr>
              <w:t>DC_28A-41A_n257G</w:t>
            </w:r>
          </w:p>
          <w:p w14:paraId="1D1493AA" w14:textId="77777777" w:rsidR="00944F22" w:rsidRPr="00E062F1" w:rsidRDefault="00944F22" w:rsidP="006B3BD2">
            <w:pPr>
              <w:pStyle w:val="TAC"/>
              <w:rPr>
                <w:noProof/>
              </w:rPr>
            </w:pPr>
            <w:r w:rsidRPr="00E062F1">
              <w:rPr>
                <w:noProof/>
              </w:rPr>
              <w:t>DC_28A-41A_n257H</w:t>
            </w:r>
          </w:p>
          <w:p w14:paraId="720FE715" w14:textId="77777777" w:rsidR="00D01098" w:rsidRDefault="00944F22" w:rsidP="006B3BD2">
            <w:pPr>
              <w:pStyle w:val="TAC"/>
              <w:rPr>
                <w:noProof/>
              </w:rPr>
            </w:pPr>
            <w:r w:rsidRPr="00E062F1">
              <w:rPr>
                <w:noProof/>
              </w:rPr>
              <w:t>DC_28A-41A_n257I</w:t>
            </w:r>
          </w:p>
          <w:p w14:paraId="3971A47E" w14:textId="2F267980" w:rsidR="00944F22" w:rsidRPr="00E062F1" w:rsidRDefault="00944F22" w:rsidP="006B3BD2">
            <w:pPr>
              <w:pStyle w:val="TAC"/>
              <w:rPr>
                <w:noProof/>
                <w:lang w:eastAsia="ja-JP"/>
              </w:rPr>
            </w:pPr>
            <w:r w:rsidRPr="00E062F1">
              <w:rPr>
                <w:noProof/>
                <w:lang w:eastAsia="ja-JP"/>
              </w:rPr>
              <w:t>DC_28A-41C_n257A</w:t>
            </w:r>
          </w:p>
          <w:p w14:paraId="57C05767" w14:textId="77777777" w:rsidR="00944F22" w:rsidRPr="00E062F1" w:rsidRDefault="00944F22" w:rsidP="006B3BD2">
            <w:pPr>
              <w:pStyle w:val="TAC"/>
              <w:rPr>
                <w:noProof/>
              </w:rPr>
            </w:pPr>
            <w:r w:rsidRPr="00E062F1">
              <w:rPr>
                <w:noProof/>
              </w:rPr>
              <w:t>DC_28A-41C_n257G</w:t>
            </w:r>
          </w:p>
          <w:p w14:paraId="08E5FE43" w14:textId="77777777" w:rsidR="00944F22" w:rsidRPr="00E062F1" w:rsidRDefault="00944F22" w:rsidP="006B3BD2">
            <w:pPr>
              <w:pStyle w:val="TAC"/>
              <w:rPr>
                <w:noProof/>
                <w:lang w:eastAsia="fr-FR"/>
              </w:rPr>
            </w:pPr>
            <w:r w:rsidRPr="00E062F1">
              <w:rPr>
                <w:noProof/>
              </w:rPr>
              <w:t>DC_28A-41C_n257H</w:t>
            </w:r>
          </w:p>
          <w:p w14:paraId="7A57FCC5" w14:textId="77777777" w:rsidR="00944F22" w:rsidRPr="00E062F1" w:rsidRDefault="00944F22" w:rsidP="006B3BD2">
            <w:pPr>
              <w:pStyle w:val="TAC"/>
              <w:rPr>
                <w:lang w:eastAsia="ja-JP"/>
              </w:rPr>
            </w:pPr>
            <w:r w:rsidRPr="00E062F1">
              <w:rPr>
                <w:noProof/>
              </w:rPr>
              <w:t>DC_28A-41C_n257I</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C8906C2" w14:textId="77777777" w:rsidR="00944F22" w:rsidRPr="00E062F1" w:rsidRDefault="00944F22" w:rsidP="006B3BD2">
            <w:pPr>
              <w:pStyle w:val="TAC"/>
              <w:rPr>
                <w:noProof/>
              </w:rPr>
            </w:pPr>
            <w:r w:rsidRPr="00E062F1">
              <w:rPr>
                <w:noProof/>
              </w:rPr>
              <w:t>DC_28A_n257A</w:t>
            </w:r>
          </w:p>
          <w:p w14:paraId="4FD4F740" w14:textId="77777777" w:rsidR="00944F22" w:rsidRPr="00E062F1" w:rsidRDefault="00944F22" w:rsidP="006B3BD2">
            <w:pPr>
              <w:pStyle w:val="TAC"/>
              <w:rPr>
                <w:noProof/>
                <w:lang w:eastAsia="fr-FR"/>
              </w:rPr>
            </w:pPr>
            <w:r w:rsidRPr="00E062F1">
              <w:rPr>
                <w:noProof/>
              </w:rPr>
              <w:t>DC_28A_n257G</w:t>
            </w:r>
          </w:p>
          <w:p w14:paraId="381E239F" w14:textId="77777777" w:rsidR="00944F22" w:rsidRPr="00E062F1" w:rsidRDefault="00944F22" w:rsidP="006B3BD2">
            <w:pPr>
              <w:pStyle w:val="TAC"/>
              <w:rPr>
                <w:noProof/>
              </w:rPr>
            </w:pPr>
            <w:r w:rsidRPr="00E062F1">
              <w:rPr>
                <w:noProof/>
              </w:rPr>
              <w:t>DC_28A_n257H</w:t>
            </w:r>
          </w:p>
          <w:p w14:paraId="77496EA3" w14:textId="77777777" w:rsidR="00944F22" w:rsidRPr="00E062F1" w:rsidRDefault="00944F22" w:rsidP="006B3BD2">
            <w:pPr>
              <w:pStyle w:val="TAC"/>
              <w:rPr>
                <w:noProof/>
              </w:rPr>
            </w:pPr>
            <w:r w:rsidRPr="00E062F1">
              <w:rPr>
                <w:noProof/>
              </w:rPr>
              <w:t>DC_28A_n257I</w:t>
            </w:r>
          </w:p>
          <w:p w14:paraId="57266849" w14:textId="77777777" w:rsidR="00944F22" w:rsidRPr="00E062F1" w:rsidRDefault="00944F22" w:rsidP="006B3BD2">
            <w:pPr>
              <w:pStyle w:val="TAC"/>
              <w:rPr>
                <w:noProof/>
              </w:rPr>
            </w:pPr>
            <w:r w:rsidRPr="00E062F1">
              <w:rPr>
                <w:noProof/>
              </w:rPr>
              <w:t>DC_41A_n257A</w:t>
            </w:r>
          </w:p>
          <w:p w14:paraId="777BA922" w14:textId="3265FDCB" w:rsidR="00944F22" w:rsidRPr="00E062F1" w:rsidRDefault="00944F22" w:rsidP="006B3BD2">
            <w:pPr>
              <w:pStyle w:val="TAC"/>
              <w:rPr>
                <w:noProof/>
              </w:rPr>
            </w:pPr>
            <w:r w:rsidRPr="00E062F1">
              <w:rPr>
                <w:noProof/>
              </w:rPr>
              <w:t>DC_41A_n257G</w:t>
            </w:r>
          </w:p>
          <w:p w14:paraId="5E147DC7" w14:textId="0DC61377" w:rsidR="00944F22" w:rsidRPr="00E062F1" w:rsidRDefault="00944F22" w:rsidP="006B3BD2">
            <w:pPr>
              <w:pStyle w:val="TAC"/>
              <w:rPr>
                <w:noProof/>
              </w:rPr>
            </w:pPr>
            <w:r w:rsidRPr="00E062F1">
              <w:rPr>
                <w:noProof/>
              </w:rPr>
              <w:t>DC_41A_n257H</w:t>
            </w:r>
          </w:p>
          <w:p w14:paraId="532A2205" w14:textId="77777777" w:rsidR="00944F22" w:rsidRPr="00E062F1" w:rsidRDefault="00944F22" w:rsidP="006B3BD2">
            <w:pPr>
              <w:pStyle w:val="TAC"/>
              <w:rPr>
                <w:noProof/>
              </w:rPr>
            </w:pPr>
            <w:r w:rsidRPr="00E062F1">
              <w:rPr>
                <w:noProof/>
              </w:rPr>
              <w:t>DC_41A_n257I</w:t>
            </w:r>
          </w:p>
          <w:p w14:paraId="1267F4C8" w14:textId="77777777" w:rsidR="00944F22" w:rsidRPr="00E062F1" w:rsidRDefault="00944F22" w:rsidP="006B3BD2">
            <w:pPr>
              <w:pStyle w:val="TAC"/>
              <w:rPr>
                <w:noProof/>
              </w:rPr>
            </w:pPr>
            <w:r w:rsidRPr="00E062F1">
              <w:rPr>
                <w:noProof/>
              </w:rPr>
              <w:t>DC_41C_n257A</w:t>
            </w:r>
          </w:p>
          <w:p w14:paraId="392663C4" w14:textId="02E570FC" w:rsidR="00944F22" w:rsidRPr="00AA54EC" w:rsidRDefault="00944F22" w:rsidP="006B3BD2">
            <w:pPr>
              <w:pStyle w:val="TAC"/>
              <w:rPr>
                <w:noProof/>
                <w:lang w:val="sv-FI"/>
              </w:rPr>
            </w:pPr>
            <w:r w:rsidRPr="00AA54EC">
              <w:rPr>
                <w:noProof/>
                <w:lang w:val="sv-FI"/>
              </w:rPr>
              <w:t>DC_41C_n257G</w:t>
            </w:r>
          </w:p>
          <w:p w14:paraId="10CE1825" w14:textId="372C223A" w:rsidR="00944F22" w:rsidRPr="00AA54EC" w:rsidRDefault="00944F22" w:rsidP="006B3BD2">
            <w:pPr>
              <w:pStyle w:val="TAC"/>
              <w:rPr>
                <w:noProof/>
                <w:lang w:val="sv-FI"/>
              </w:rPr>
            </w:pPr>
            <w:r w:rsidRPr="00AA54EC">
              <w:rPr>
                <w:noProof/>
                <w:lang w:val="sv-FI"/>
              </w:rPr>
              <w:t>DC_41C_n257H</w:t>
            </w:r>
          </w:p>
          <w:p w14:paraId="4D80F0EC" w14:textId="77777777" w:rsidR="00944F22" w:rsidRPr="002665C4" w:rsidRDefault="00944F22" w:rsidP="006B3BD2">
            <w:pPr>
              <w:pStyle w:val="TAC"/>
              <w:rPr>
                <w:lang w:val="sv-FI" w:eastAsia="ja-JP"/>
              </w:rPr>
            </w:pPr>
            <w:r w:rsidRPr="002665C4">
              <w:rPr>
                <w:noProof/>
                <w:lang w:val="sv-FI"/>
              </w:rPr>
              <w:t>DC_41C_n257I</w:t>
            </w:r>
          </w:p>
        </w:tc>
      </w:tr>
      <w:tr w:rsidR="00944F22" w:rsidRPr="002665C4" w14:paraId="31389063"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0B5D322" w14:textId="77777777" w:rsidR="00944F22" w:rsidRPr="00E062F1" w:rsidRDefault="00944F22" w:rsidP="006B3BD2">
            <w:pPr>
              <w:pStyle w:val="TAC"/>
              <w:rPr>
                <w:noProof/>
                <w:vertAlign w:val="superscript"/>
                <w:lang w:eastAsia="zh-CN"/>
              </w:rPr>
            </w:pPr>
            <w:r w:rsidRPr="00E062F1">
              <w:t>DC_2</w:t>
            </w:r>
            <w:r w:rsidRPr="00E062F1">
              <w:rPr>
                <w:lang w:eastAsia="zh-CN"/>
              </w:rPr>
              <w:t>8</w:t>
            </w:r>
            <w:r w:rsidRPr="00E062F1">
              <w:t>A-42</w:t>
            </w:r>
            <w:r w:rsidRPr="00E062F1">
              <w:rPr>
                <w:lang w:eastAsia="zh-CN"/>
              </w:rPr>
              <w:t>A</w:t>
            </w:r>
            <w:r w:rsidRPr="00E062F1">
              <w:t>_n257A</w:t>
            </w:r>
            <w:r w:rsidRPr="00E062F1">
              <w:rPr>
                <w:noProof/>
                <w:vertAlign w:val="superscript"/>
                <w:lang w:eastAsia="zh-CN"/>
              </w:rPr>
              <w:t>2</w:t>
            </w:r>
          </w:p>
          <w:p w14:paraId="1A7195F9" w14:textId="77777777" w:rsidR="00944F22" w:rsidRPr="00E062F1" w:rsidRDefault="00944F22" w:rsidP="006B3BD2">
            <w:pPr>
              <w:pStyle w:val="TAC"/>
              <w:rPr>
                <w:noProof/>
                <w:vertAlign w:val="superscript"/>
                <w:lang w:eastAsia="zh-CN"/>
              </w:rPr>
            </w:pPr>
            <w:r w:rsidRPr="00E062F1">
              <w:t>DC_2</w:t>
            </w:r>
            <w:r w:rsidRPr="00E062F1">
              <w:rPr>
                <w:lang w:eastAsia="zh-CN"/>
              </w:rPr>
              <w:t>8</w:t>
            </w:r>
            <w:r w:rsidRPr="00E062F1">
              <w:t>A-42</w:t>
            </w:r>
            <w:r w:rsidRPr="00E062F1">
              <w:rPr>
                <w:lang w:eastAsia="zh-CN"/>
              </w:rPr>
              <w:t>A</w:t>
            </w:r>
            <w:r w:rsidRPr="00E062F1">
              <w:t>_n257D</w:t>
            </w:r>
            <w:r w:rsidRPr="00E062F1">
              <w:rPr>
                <w:noProof/>
                <w:vertAlign w:val="superscript"/>
                <w:lang w:eastAsia="zh-CN"/>
              </w:rPr>
              <w:t>2</w:t>
            </w:r>
          </w:p>
          <w:p w14:paraId="12932409" w14:textId="77777777" w:rsidR="00944F22" w:rsidRPr="00E062F1" w:rsidRDefault="00944F22" w:rsidP="006B3BD2">
            <w:pPr>
              <w:pStyle w:val="TAC"/>
              <w:rPr>
                <w:noProof/>
                <w:vertAlign w:val="superscript"/>
                <w:lang w:eastAsia="zh-CN"/>
              </w:rPr>
            </w:pPr>
            <w:r w:rsidRPr="00E062F1">
              <w:t>DC_2</w:t>
            </w:r>
            <w:r w:rsidRPr="00E062F1">
              <w:rPr>
                <w:lang w:eastAsia="zh-CN"/>
              </w:rPr>
              <w:t>8</w:t>
            </w:r>
            <w:r w:rsidRPr="00E062F1">
              <w:t>A-42</w:t>
            </w:r>
            <w:r w:rsidRPr="00E062F1">
              <w:rPr>
                <w:lang w:eastAsia="zh-CN"/>
              </w:rPr>
              <w:t>A</w:t>
            </w:r>
            <w:r w:rsidRPr="00E062F1">
              <w:t>_n257G</w:t>
            </w:r>
            <w:r w:rsidRPr="00E062F1">
              <w:rPr>
                <w:noProof/>
                <w:vertAlign w:val="superscript"/>
                <w:lang w:eastAsia="zh-CN"/>
              </w:rPr>
              <w:t>2</w:t>
            </w:r>
          </w:p>
          <w:p w14:paraId="31DA380D" w14:textId="77777777" w:rsidR="00944F22" w:rsidRPr="00E062F1" w:rsidRDefault="00944F22" w:rsidP="006B3BD2">
            <w:pPr>
              <w:pStyle w:val="TAC"/>
              <w:rPr>
                <w:noProof/>
                <w:vertAlign w:val="superscript"/>
                <w:lang w:eastAsia="zh-CN"/>
              </w:rPr>
            </w:pPr>
            <w:r w:rsidRPr="00E062F1">
              <w:t>DC_2</w:t>
            </w:r>
            <w:r w:rsidRPr="00E062F1">
              <w:rPr>
                <w:lang w:eastAsia="zh-CN"/>
              </w:rPr>
              <w:t>8</w:t>
            </w:r>
            <w:r w:rsidRPr="00E062F1">
              <w:t>A-42</w:t>
            </w:r>
            <w:r w:rsidRPr="00E062F1">
              <w:rPr>
                <w:lang w:eastAsia="zh-CN"/>
              </w:rPr>
              <w:t>A</w:t>
            </w:r>
            <w:r w:rsidRPr="00E062F1">
              <w:t>_n257H</w:t>
            </w:r>
            <w:r w:rsidRPr="00E062F1">
              <w:rPr>
                <w:noProof/>
                <w:vertAlign w:val="superscript"/>
                <w:lang w:eastAsia="zh-CN"/>
              </w:rPr>
              <w:t>2</w:t>
            </w:r>
          </w:p>
          <w:p w14:paraId="1BA508D7" w14:textId="77777777" w:rsidR="00944F22" w:rsidRPr="00E062F1" w:rsidRDefault="00944F22" w:rsidP="006B3BD2">
            <w:pPr>
              <w:pStyle w:val="TAC"/>
              <w:rPr>
                <w:noProof/>
                <w:vertAlign w:val="superscript"/>
                <w:lang w:eastAsia="zh-CN"/>
              </w:rPr>
            </w:pPr>
            <w:r w:rsidRPr="00E062F1">
              <w:t>DC_2</w:t>
            </w:r>
            <w:r w:rsidRPr="00E062F1">
              <w:rPr>
                <w:lang w:eastAsia="zh-CN"/>
              </w:rPr>
              <w:t>8</w:t>
            </w:r>
            <w:r w:rsidRPr="00E062F1">
              <w:t>A-42</w:t>
            </w:r>
            <w:r w:rsidRPr="00E062F1">
              <w:rPr>
                <w:lang w:eastAsia="zh-CN"/>
              </w:rPr>
              <w:t>A</w:t>
            </w:r>
            <w:r w:rsidRPr="00E062F1">
              <w:t>_n257I</w:t>
            </w:r>
            <w:r w:rsidRPr="00E062F1">
              <w:rPr>
                <w:noProof/>
                <w:vertAlign w:val="superscript"/>
                <w:lang w:eastAsia="zh-CN"/>
              </w:rPr>
              <w:t>2</w:t>
            </w:r>
          </w:p>
          <w:p w14:paraId="2550E9D6" w14:textId="77777777" w:rsidR="00944F22" w:rsidRPr="00E062F1" w:rsidRDefault="00944F22" w:rsidP="006B3BD2">
            <w:pPr>
              <w:pStyle w:val="TAC"/>
              <w:rPr>
                <w:noProof/>
                <w:vertAlign w:val="superscript"/>
                <w:lang w:eastAsia="zh-CN"/>
              </w:rPr>
            </w:pPr>
            <w:r w:rsidRPr="00E062F1">
              <w:t>DC_28A-42C_n257A</w:t>
            </w:r>
            <w:r w:rsidRPr="00E062F1">
              <w:rPr>
                <w:noProof/>
                <w:vertAlign w:val="superscript"/>
                <w:lang w:eastAsia="zh-CN"/>
              </w:rPr>
              <w:t>2</w:t>
            </w:r>
          </w:p>
          <w:p w14:paraId="2C278664" w14:textId="77777777" w:rsidR="00944F22" w:rsidRPr="00E062F1" w:rsidRDefault="00944F22" w:rsidP="006B3BD2">
            <w:pPr>
              <w:pStyle w:val="TAC"/>
              <w:rPr>
                <w:noProof/>
                <w:vertAlign w:val="superscript"/>
                <w:lang w:eastAsia="zh-CN"/>
              </w:rPr>
            </w:pPr>
            <w:r w:rsidRPr="00E062F1">
              <w:t>DC_28A-42C_n257D</w:t>
            </w:r>
            <w:r w:rsidRPr="00E062F1">
              <w:rPr>
                <w:noProof/>
                <w:vertAlign w:val="superscript"/>
                <w:lang w:eastAsia="zh-CN"/>
              </w:rPr>
              <w:t>2</w:t>
            </w:r>
          </w:p>
          <w:p w14:paraId="035B8765" w14:textId="77777777" w:rsidR="00944F22" w:rsidRPr="00E062F1" w:rsidRDefault="00944F22" w:rsidP="006B3BD2">
            <w:pPr>
              <w:pStyle w:val="TAC"/>
              <w:rPr>
                <w:noProof/>
                <w:vertAlign w:val="superscript"/>
                <w:lang w:eastAsia="zh-CN"/>
              </w:rPr>
            </w:pPr>
            <w:r w:rsidRPr="00E062F1">
              <w:t>DC_2</w:t>
            </w:r>
            <w:r w:rsidRPr="00E062F1">
              <w:rPr>
                <w:lang w:eastAsia="zh-CN"/>
              </w:rPr>
              <w:t>8</w:t>
            </w:r>
            <w:r w:rsidRPr="00E062F1">
              <w:t>A-42</w:t>
            </w:r>
            <w:r w:rsidRPr="00E062F1">
              <w:rPr>
                <w:lang w:eastAsia="zh-CN"/>
              </w:rPr>
              <w:t>C</w:t>
            </w:r>
            <w:r w:rsidRPr="00E062F1">
              <w:t>_n257G</w:t>
            </w:r>
            <w:r w:rsidRPr="00E062F1">
              <w:rPr>
                <w:noProof/>
                <w:vertAlign w:val="superscript"/>
                <w:lang w:eastAsia="zh-CN"/>
              </w:rPr>
              <w:t>2</w:t>
            </w:r>
          </w:p>
          <w:p w14:paraId="6965D1BB" w14:textId="77777777" w:rsidR="00944F22" w:rsidRPr="00E062F1" w:rsidRDefault="00944F22" w:rsidP="006B3BD2">
            <w:pPr>
              <w:pStyle w:val="TAC"/>
              <w:rPr>
                <w:noProof/>
                <w:vertAlign w:val="superscript"/>
                <w:lang w:eastAsia="zh-CN"/>
              </w:rPr>
            </w:pPr>
            <w:r w:rsidRPr="00E062F1">
              <w:t>DC_2</w:t>
            </w:r>
            <w:r w:rsidRPr="00E062F1">
              <w:rPr>
                <w:lang w:eastAsia="zh-CN"/>
              </w:rPr>
              <w:t>8</w:t>
            </w:r>
            <w:r w:rsidRPr="00E062F1">
              <w:t>A-42</w:t>
            </w:r>
            <w:r w:rsidRPr="00E062F1">
              <w:rPr>
                <w:lang w:eastAsia="zh-CN"/>
              </w:rPr>
              <w:t>C</w:t>
            </w:r>
            <w:r w:rsidRPr="00E062F1">
              <w:t>_n257H</w:t>
            </w:r>
            <w:r w:rsidRPr="00E062F1">
              <w:rPr>
                <w:noProof/>
                <w:vertAlign w:val="superscript"/>
                <w:lang w:eastAsia="zh-CN"/>
              </w:rPr>
              <w:t>2</w:t>
            </w:r>
          </w:p>
          <w:p w14:paraId="022BDAF0" w14:textId="77777777" w:rsidR="00944F22" w:rsidRPr="00E062F1" w:rsidRDefault="00944F22" w:rsidP="006B3BD2">
            <w:pPr>
              <w:pStyle w:val="TAC"/>
              <w:rPr>
                <w:lang w:eastAsia="zh-CN"/>
              </w:rPr>
            </w:pPr>
            <w:r w:rsidRPr="00E062F1">
              <w:t>DC_2</w:t>
            </w:r>
            <w:r w:rsidRPr="00E062F1">
              <w:rPr>
                <w:lang w:eastAsia="zh-CN"/>
              </w:rPr>
              <w:t>8</w:t>
            </w:r>
            <w:r w:rsidRPr="00E062F1">
              <w:t>A-42</w:t>
            </w:r>
            <w:r w:rsidRPr="00E062F1">
              <w:rPr>
                <w:lang w:eastAsia="zh-CN"/>
              </w:rPr>
              <w:t>C</w:t>
            </w:r>
            <w:r w:rsidRPr="00E062F1">
              <w:t>_n257I</w:t>
            </w:r>
            <w:r w:rsidRPr="00E062F1">
              <w:rPr>
                <w:noProof/>
                <w:vertAlign w:val="superscript"/>
                <w:lang w:eastAsia="zh-CN"/>
              </w:rPr>
              <w:t>2</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77AE128" w14:textId="77777777" w:rsidR="00944F22" w:rsidRPr="00E062F1" w:rsidRDefault="00944F22" w:rsidP="006B3BD2">
            <w:pPr>
              <w:pStyle w:val="TAC"/>
            </w:pPr>
            <w:r w:rsidRPr="00E062F1">
              <w:t>DC_28A_n257A</w:t>
            </w:r>
          </w:p>
          <w:p w14:paraId="701CAFAB" w14:textId="77777777" w:rsidR="00944F22" w:rsidRPr="00E062F1" w:rsidRDefault="00944F22" w:rsidP="006B3BD2">
            <w:pPr>
              <w:pStyle w:val="TAC"/>
              <w:rPr>
                <w:lang w:eastAsia="fr-FR"/>
              </w:rPr>
            </w:pPr>
            <w:r w:rsidRPr="00E062F1">
              <w:t>DC_28A_n257G</w:t>
            </w:r>
          </w:p>
          <w:p w14:paraId="178C38CC" w14:textId="77777777" w:rsidR="00944F22" w:rsidRPr="00E062F1" w:rsidRDefault="00944F22" w:rsidP="006B3BD2">
            <w:pPr>
              <w:pStyle w:val="TAC"/>
            </w:pPr>
            <w:r w:rsidRPr="00E062F1">
              <w:t>DC_28A_n257H</w:t>
            </w:r>
          </w:p>
          <w:p w14:paraId="796B9F61" w14:textId="77777777" w:rsidR="00944F22" w:rsidRPr="00E062F1" w:rsidRDefault="00944F22" w:rsidP="006B3BD2">
            <w:pPr>
              <w:pStyle w:val="TAC"/>
            </w:pPr>
            <w:r w:rsidRPr="00E062F1">
              <w:t>DC_28A_n257I</w:t>
            </w:r>
          </w:p>
          <w:p w14:paraId="30CE5210" w14:textId="77777777" w:rsidR="00944F22" w:rsidRPr="00E062F1" w:rsidRDefault="00944F22" w:rsidP="006B3BD2">
            <w:pPr>
              <w:pStyle w:val="TAC"/>
            </w:pPr>
            <w:r w:rsidRPr="00E062F1">
              <w:t>DC_42A_n257A</w:t>
            </w:r>
          </w:p>
          <w:p w14:paraId="762EF32C" w14:textId="5E584249" w:rsidR="00944F22" w:rsidRPr="00E062F1" w:rsidRDefault="00944F22" w:rsidP="006B3BD2">
            <w:pPr>
              <w:pStyle w:val="TAC"/>
            </w:pPr>
            <w:r w:rsidRPr="00E062F1">
              <w:t>DC_42A_n257G</w:t>
            </w:r>
          </w:p>
          <w:p w14:paraId="0233C424" w14:textId="77777777" w:rsidR="00944F22" w:rsidRPr="00E062F1" w:rsidRDefault="00944F22" w:rsidP="006B3BD2">
            <w:pPr>
              <w:pStyle w:val="TAC"/>
            </w:pPr>
            <w:r w:rsidRPr="00E062F1">
              <w:t>DC_42A_n257H</w:t>
            </w:r>
          </w:p>
          <w:p w14:paraId="16F854F3" w14:textId="77777777" w:rsidR="00944F22" w:rsidRPr="00E062F1" w:rsidRDefault="00944F22" w:rsidP="006B3BD2">
            <w:pPr>
              <w:pStyle w:val="TAC"/>
            </w:pPr>
            <w:r w:rsidRPr="00E062F1">
              <w:t>DC_42A_n257I</w:t>
            </w:r>
          </w:p>
          <w:p w14:paraId="4FDFA6C6" w14:textId="77777777" w:rsidR="00944F22" w:rsidRPr="00E062F1" w:rsidRDefault="00944F22" w:rsidP="006B3BD2">
            <w:pPr>
              <w:pStyle w:val="TAC"/>
            </w:pPr>
            <w:r w:rsidRPr="00E062F1">
              <w:t>DC_42C_n257A</w:t>
            </w:r>
          </w:p>
          <w:p w14:paraId="520DE91F" w14:textId="3329EB22" w:rsidR="00944F22" w:rsidRPr="00AA54EC" w:rsidRDefault="00944F22" w:rsidP="006B3BD2">
            <w:pPr>
              <w:pStyle w:val="TAC"/>
              <w:rPr>
                <w:lang w:val="sv-FI"/>
              </w:rPr>
            </w:pPr>
            <w:r w:rsidRPr="00AA54EC">
              <w:rPr>
                <w:lang w:val="sv-FI"/>
              </w:rPr>
              <w:t>DC_42C_n257G</w:t>
            </w:r>
          </w:p>
          <w:p w14:paraId="7AB53961" w14:textId="77777777" w:rsidR="00944F22" w:rsidRPr="00AA54EC" w:rsidRDefault="00944F22" w:rsidP="006B3BD2">
            <w:pPr>
              <w:pStyle w:val="TAC"/>
              <w:rPr>
                <w:lang w:val="sv-FI"/>
              </w:rPr>
            </w:pPr>
            <w:r w:rsidRPr="00AA54EC">
              <w:rPr>
                <w:lang w:val="sv-FI"/>
              </w:rPr>
              <w:t>DC_42C_n257H</w:t>
            </w:r>
          </w:p>
          <w:p w14:paraId="15672664" w14:textId="77777777" w:rsidR="00944F22" w:rsidRPr="00AA54EC" w:rsidRDefault="00944F22" w:rsidP="006B3BD2">
            <w:pPr>
              <w:pStyle w:val="TAC"/>
              <w:rPr>
                <w:lang w:val="sv-FI"/>
              </w:rPr>
            </w:pPr>
            <w:r w:rsidRPr="00AA54EC">
              <w:rPr>
                <w:lang w:val="sv-FI"/>
              </w:rPr>
              <w:t>DC_42C_n257I</w:t>
            </w:r>
          </w:p>
        </w:tc>
      </w:tr>
      <w:tr w:rsidR="00944F22" w:rsidRPr="00E062F1" w14:paraId="62ADEAC2"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207F96F" w14:textId="77777777" w:rsidR="00944F22" w:rsidRPr="00E062F1" w:rsidRDefault="00944F22" w:rsidP="006B3BD2">
            <w:pPr>
              <w:pStyle w:val="TAC"/>
            </w:pPr>
            <w:r w:rsidRPr="00E062F1">
              <w:t>DC_29A-30A_n260A</w:t>
            </w:r>
          </w:p>
          <w:p w14:paraId="66F8FE80" w14:textId="77777777" w:rsidR="00944F22" w:rsidRPr="00E062F1" w:rsidRDefault="00944F22" w:rsidP="006B3BD2">
            <w:pPr>
              <w:pStyle w:val="TAC"/>
              <w:rPr>
                <w:rFonts w:cs="Arial"/>
                <w:lang w:eastAsia="ja-JP"/>
              </w:rPr>
            </w:pPr>
            <w:r w:rsidRPr="00E062F1">
              <w:rPr>
                <w:rFonts w:cs="Arial"/>
                <w:lang w:eastAsia="ja-JP"/>
              </w:rPr>
              <w:t>DC_29A-30A_n260G</w:t>
            </w:r>
          </w:p>
          <w:p w14:paraId="794852E8" w14:textId="77777777" w:rsidR="00944F22" w:rsidRPr="00E062F1" w:rsidRDefault="00944F22" w:rsidP="006B3BD2">
            <w:pPr>
              <w:pStyle w:val="TAC"/>
              <w:rPr>
                <w:rFonts w:cs="Arial"/>
                <w:lang w:eastAsia="ja-JP"/>
              </w:rPr>
            </w:pPr>
            <w:r w:rsidRPr="00E062F1">
              <w:rPr>
                <w:rFonts w:cs="Arial"/>
                <w:lang w:eastAsia="ja-JP"/>
              </w:rPr>
              <w:t>DC_29A-30A_n260H</w:t>
            </w:r>
          </w:p>
          <w:p w14:paraId="66A18963" w14:textId="77777777" w:rsidR="00944F22" w:rsidRPr="00E062F1" w:rsidRDefault="00944F22" w:rsidP="006B3BD2">
            <w:pPr>
              <w:pStyle w:val="TAC"/>
              <w:rPr>
                <w:rFonts w:cs="Arial"/>
                <w:lang w:eastAsia="ja-JP"/>
              </w:rPr>
            </w:pPr>
            <w:r w:rsidRPr="00E062F1">
              <w:rPr>
                <w:rFonts w:cs="Arial"/>
                <w:lang w:eastAsia="ja-JP"/>
              </w:rPr>
              <w:t>DC_29A-30A_n260I</w:t>
            </w:r>
          </w:p>
          <w:p w14:paraId="5E208596" w14:textId="77777777" w:rsidR="00944F22" w:rsidRPr="00E062F1" w:rsidRDefault="00944F22" w:rsidP="006B3BD2">
            <w:pPr>
              <w:pStyle w:val="TAC"/>
              <w:rPr>
                <w:rFonts w:cs="Arial"/>
                <w:lang w:eastAsia="ja-JP"/>
              </w:rPr>
            </w:pPr>
            <w:r w:rsidRPr="00E062F1">
              <w:rPr>
                <w:rFonts w:cs="Arial"/>
                <w:lang w:eastAsia="ja-JP"/>
              </w:rPr>
              <w:t>DC_29A-30A_n260J</w:t>
            </w:r>
          </w:p>
          <w:p w14:paraId="20B1B78B" w14:textId="77777777" w:rsidR="00944F22" w:rsidRPr="00E062F1" w:rsidRDefault="00944F22" w:rsidP="006B3BD2">
            <w:pPr>
              <w:pStyle w:val="TAC"/>
              <w:rPr>
                <w:rFonts w:cs="Arial"/>
                <w:lang w:eastAsia="ja-JP"/>
              </w:rPr>
            </w:pPr>
            <w:r w:rsidRPr="00E062F1">
              <w:rPr>
                <w:rFonts w:cs="Arial"/>
                <w:lang w:eastAsia="ja-JP"/>
              </w:rPr>
              <w:t>DC_29A-30A_n260K</w:t>
            </w:r>
          </w:p>
          <w:p w14:paraId="5CDB0020" w14:textId="77777777" w:rsidR="00944F22" w:rsidRPr="00E062F1" w:rsidRDefault="00944F22" w:rsidP="006B3BD2">
            <w:pPr>
              <w:pStyle w:val="TAC"/>
              <w:rPr>
                <w:rFonts w:cs="Arial"/>
                <w:lang w:eastAsia="ja-JP"/>
              </w:rPr>
            </w:pPr>
            <w:r w:rsidRPr="00E062F1">
              <w:rPr>
                <w:rFonts w:cs="Arial"/>
                <w:lang w:eastAsia="ja-JP"/>
              </w:rPr>
              <w:t>DC_29A-30A_n260L</w:t>
            </w:r>
          </w:p>
          <w:p w14:paraId="58A0A10B" w14:textId="77777777" w:rsidR="00944F22" w:rsidRPr="00E062F1" w:rsidRDefault="00944F22" w:rsidP="006B3BD2">
            <w:pPr>
              <w:pStyle w:val="TAC"/>
            </w:pPr>
            <w:r w:rsidRPr="00E062F1">
              <w:rPr>
                <w:rFonts w:cs="Arial"/>
                <w:lang w:eastAsia="ja-JP"/>
              </w:rPr>
              <w:t>DC_29A-30A_n260M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54EFF89" w14:textId="77777777" w:rsidR="00944F22" w:rsidRPr="00E062F1" w:rsidRDefault="00944F22" w:rsidP="006B3BD2">
            <w:pPr>
              <w:pStyle w:val="TAC"/>
              <w:rPr>
                <w:lang w:eastAsia="fr-FR"/>
              </w:rPr>
            </w:pPr>
            <w:r w:rsidRPr="00E062F1">
              <w:t>DC_30A_n260A</w:t>
            </w:r>
          </w:p>
        </w:tc>
      </w:tr>
      <w:tr w:rsidR="00944F22" w:rsidRPr="00E062F1" w14:paraId="02915B51"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513F2F6" w14:textId="77777777" w:rsidR="00944F22" w:rsidRPr="00E062F1" w:rsidRDefault="00944F22" w:rsidP="006B3BD2">
            <w:pPr>
              <w:pStyle w:val="TAC"/>
              <w:rPr>
                <w:noProof/>
                <w:lang w:eastAsia="zh-CN"/>
              </w:rPr>
            </w:pPr>
            <w:r w:rsidRPr="00E062F1">
              <w:rPr>
                <w:noProof/>
                <w:lang w:eastAsia="zh-CN"/>
              </w:rPr>
              <w:t>DC_30A-66A_n260A</w:t>
            </w:r>
          </w:p>
          <w:p w14:paraId="295CA315" w14:textId="77777777" w:rsidR="00944F22" w:rsidRPr="00E062F1" w:rsidRDefault="00944F22" w:rsidP="006B3BD2">
            <w:pPr>
              <w:pStyle w:val="TAC"/>
              <w:rPr>
                <w:lang w:eastAsia="fi-FI"/>
              </w:rPr>
            </w:pPr>
            <w:r w:rsidRPr="00E062F1">
              <w:rPr>
                <w:lang w:eastAsia="fi-FI"/>
              </w:rPr>
              <w:t>DC_30</w:t>
            </w:r>
            <w:r w:rsidRPr="00E062F1">
              <w:rPr>
                <w:rFonts w:cs="Arial"/>
                <w:szCs w:val="18"/>
                <w:lang w:eastAsia="fi-FI"/>
              </w:rPr>
              <w:t>A</w:t>
            </w:r>
            <w:r w:rsidRPr="00E062F1">
              <w:rPr>
                <w:rFonts w:cs="Arial"/>
                <w:noProof/>
                <w:szCs w:val="18"/>
              </w:rPr>
              <w:t>-66A</w:t>
            </w:r>
            <w:r w:rsidRPr="00E062F1">
              <w:rPr>
                <w:rFonts w:cs="Arial"/>
                <w:szCs w:val="18"/>
                <w:lang w:eastAsia="fi-FI"/>
              </w:rPr>
              <w:t>_</w:t>
            </w:r>
            <w:r w:rsidRPr="00E062F1">
              <w:rPr>
                <w:lang w:eastAsia="fi-FI"/>
              </w:rPr>
              <w:t>n260G</w:t>
            </w:r>
          </w:p>
          <w:p w14:paraId="61E91CB1" w14:textId="77777777" w:rsidR="00944F22" w:rsidRPr="00E062F1" w:rsidRDefault="00944F22" w:rsidP="006B3BD2">
            <w:pPr>
              <w:pStyle w:val="TAC"/>
              <w:rPr>
                <w:lang w:eastAsia="fi-FI"/>
              </w:rPr>
            </w:pPr>
            <w:r w:rsidRPr="00E062F1">
              <w:rPr>
                <w:lang w:eastAsia="fi-FI"/>
              </w:rPr>
              <w:t>DC_30A</w:t>
            </w:r>
            <w:r w:rsidRPr="00E062F1">
              <w:rPr>
                <w:rFonts w:cs="Arial"/>
                <w:noProof/>
                <w:szCs w:val="18"/>
              </w:rPr>
              <w:t>-66A</w:t>
            </w:r>
            <w:r w:rsidRPr="00E062F1">
              <w:rPr>
                <w:lang w:eastAsia="fi-FI"/>
              </w:rPr>
              <w:t>_n260H</w:t>
            </w:r>
          </w:p>
          <w:p w14:paraId="46FE97C1" w14:textId="77777777" w:rsidR="00944F22" w:rsidRPr="00E062F1" w:rsidRDefault="00944F22" w:rsidP="006B3BD2">
            <w:pPr>
              <w:pStyle w:val="TAC"/>
              <w:rPr>
                <w:lang w:eastAsia="fi-FI"/>
              </w:rPr>
            </w:pPr>
            <w:r w:rsidRPr="00E062F1">
              <w:rPr>
                <w:lang w:eastAsia="fi-FI"/>
              </w:rPr>
              <w:t>DC_30A</w:t>
            </w:r>
            <w:r w:rsidRPr="00E062F1">
              <w:rPr>
                <w:rFonts w:cs="Arial"/>
                <w:noProof/>
                <w:szCs w:val="18"/>
              </w:rPr>
              <w:t>-66A</w:t>
            </w:r>
            <w:r w:rsidRPr="00E062F1">
              <w:rPr>
                <w:lang w:eastAsia="fi-FI"/>
              </w:rPr>
              <w:t>_n260I</w:t>
            </w:r>
          </w:p>
          <w:p w14:paraId="30109EB5" w14:textId="77777777" w:rsidR="00944F22" w:rsidRPr="00E062F1" w:rsidRDefault="00944F22" w:rsidP="006B3BD2">
            <w:pPr>
              <w:pStyle w:val="TAC"/>
              <w:rPr>
                <w:lang w:eastAsia="fi-FI"/>
              </w:rPr>
            </w:pPr>
            <w:r w:rsidRPr="00E062F1">
              <w:rPr>
                <w:lang w:eastAsia="fi-FI"/>
              </w:rPr>
              <w:t>DC_30A</w:t>
            </w:r>
            <w:r w:rsidRPr="00E062F1">
              <w:rPr>
                <w:rFonts w:cs="Arial"/>
                <w:noProof/>
                <w:szCs w:val="18"/>
              </w:rPr>
              <w:t>-66A</w:t>
            </w:r>
            <w:r w:rsidRPr="00E062F1">
              <w:rPr>
                <w:lang w:eastAsia="fi-FI"/>
              </w:rPr>
              <w:t>_n260J</w:t>
            </w:r>
          </w:p>
          <w:p w14:paraId="08A54632" w14:textId="77777777" w:rsidR="00944F22" w:rsidRPr="00E062F1" w:rsidRDefault="00944F22" w:rsidP="006B3BD2">
            <w:pPr>
              <w:pStyle w:val="TAC"/>
              <w:rPr>
                <w:lang w:eastAsia="fi-FI"/>
              </w:rPr>
            </w:pPr>
            <w:r w:rsidRPr="00E062F1">
              <w:rPr>
                <w:lang w:eastAsia="fi-FI"/>
              </w:rPr>
              <w:t>DC_30A</w:t>
            </w:r>
            <w:r w:rsidRPr="00E062F1">
              <w:rPr>
                <w:rFonts w:cs="Arial"/>
                <w:noProof/>
                <w:szCs w:val="18"/>
              </w:rPr>
              <w:t>-66A</w:t>
            </w:r>
            <w:r w:rsidRPr="00E062F1">
              <w:rPr>
                <w:lang w:eastAsia="fi-FI"/>
              </w:rPr>
              <w:t>_n260K</w:t>
            </w:r>
          </w:p>
          <w:p w14:paraId="4782A7BB" w14:textId="77777777" w:rsidR="00944F22" w:rsidRPr="00E062F1" w:rsidRDefault="00944F22" w:rsidP="006B3BD2">
            <w:pPr>
              <w:pStyle w:val="TAC"/>
              <w:rPr>
                <w:lang w:eastAsia="fi-FI"/>
              </w:rPr>
            </w:pPr>
            <w:r w:rsidRPr="00E062F1">
              <w:rPr>
                <w:lang w:eastAsia="fi-FI"/>
              </w:rPr>
              <w:t>DC_30A</w:t>
            </w:r>
            <w:r w:rsidRPr="00E062F1">
              <w:rPr>
                <w:rFonts w:cs="Arial"/>
                <w:noProof/>
                <w:szCs w:val="18"/>
              </w:rPr>
              <w:t>-66A</w:t>
            </w:r>
            <w:r w:rsidRPr="00E062F1">
              <w:rPr>
                <w:lang w:eastAsia="fi-FI"/>
              </w:rPr>
              <w:t>_n260L</w:t>
            </w:r>
          </w:p>
          <w:p w14:paraId="7A699A48" w14:textId="77777777" w:rsidR="00944F22" w:rsidRPr="00E062F1" w:rsidRDefault="00944F22" w:rsidP="006B3BD2">
            <w:pPr>
              <w:pStyle w:val="TAC"/>
            </w:pPr>
            <w:r w:rsidRPr="00E062F1">
              <w:rPr>
                <w:lang w:eastAsia="fi-FI"/>
              </w:rPr>
              <w:t>DC_30A</w:t>
            </w:r>
            <w:r w:rsidRPr="00E062F1">
              <w:rPr>
                <w:rFonts w:cs="Arial"/>
                <w:noProof/>
                <w:szCs w:val="18"/>
                <w:lang w:eastAsia="zh-CN"/>
              </w:rPr>
              <w:t>-66A</w:t>
            </w:r>
            <w:r w:rsidRPr="00E062F1">
              <w:rPr>
                <w:lang w:eastAsia="fi-FI"/>
              </w:rPr>
              <w:t>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050A4D5" w14:textId="77777777" w:rsidR="00944F22" w:rsidRPr="00E062F1" w:rsidRDefault="00944F22" w:rsidP="006B3BD2">
            <w:pPr>
              <w:pStyle w:val="TAC"/>
              <w:rPr>
                <w:noProof/>
                <w:lang w:eastAsia="zh-CN"/>
              </w:rPr>
            </w:pPr>
            <w:r w:rsidRPr="00E062F1">
              <w:rPr>
                <w:noProof/>
                <w:lang w:eastAsia="zh-CN"/>
              </w:rPr>
              <w:t>DC_30A_n260A</w:t>
            </w:r>
          </w:p>
          <w:p w14:paraId="70D04FC6" w14:textId="77777777" w:rsidR="00944F22" w:rsidRPr="00E062F1" w:rsidRDefault="00944F22" w:rsidP="006B3BD2">
            <w:pPr>
              <w:pStyle w:val="TAC"/>
            </w:pPr>
            <w:r w:rsidRPr="00E062F1">
              <w:rPr>
                <w:noProof/>
                <w:lang w:eastAsia="zh-CN"/>
              </w:rPr>
              <w:t>DC_66A_n260A</w:t>
            </w:r>
          </w:p>
        </w:tc>
      </w:tr>
      <w:tr w:rsidR="00944F22" w:rsidRPr="00E062F1" w14:paraId="69C903E8"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D68D39F" w14:textId="77777777" w:rsidR="00944F22" w:rsidRPr="00E062F1" w:rsidRDefault="00944F22" w:rsidP="006B3BD2">
            <w:pPr>
              <w:pStyle w:val="TAC"/>
              <w:rPr>
                <w:noProof/>
                <w:lang w:eastAsia="zh-CN"/>
              </w:rPr>
            </w:pPr>
            <w:r w:rsidRPr="00E062F1">
              <w:rPr>
                <w:noProof/>
                <w:lang w:eastAsia="zh-CN"/>
              </w:rPr>
              <w:t>DC_30A-66A-66A_n260A</w:t>
            </w:r>
          </w:p>
          <w:p w14:paraId="598B4025" w14:textId="77777777" w:rsidR="00944F22" w:rsidRPr="00E062F1" w:rsidRDefault="00944F22" w:rsidP="006B3BD2">
            <w:pPr>
              <w:pStyle w:val="TAC"/>
            </w:pPr>
            <w:r w:rsidRPr="00E062F1">
              <w:t>DC_30A-66A-66A_n260G</w:t>
            </w:r>
          </w:p>
          <w:p w14:paraId="4E28C3ED" w14:textId="77777777" w:rsidR="00944F22" w:rsidRPr="00E062F1" w:rsidRDefault="00944F22" w:rsidP="006B3BD2">
            <w:pPr>
              <w:pStyle w:val="TAC"/>
              <w:rPr>
                <w:lang w:eastAsia="fr-FR"/>
              </w:rPr>
            </w:pPr>
            <w:r w:rsidRPr="00E062F1">
              <w:t>DC_30A-66A-66A_n260H</w:t>
            </w:r>
          </w:p>
          <w:p w14:paraId="0CF137F0" w14:textId="77777777" w:rsidR="00944F22" w:rsidRPr="00E062F1" w:rsidRDefault="00944F22" w:rsidP="006B3BD2">
            <w:pPr>
              <w:pStyle w:val="TAC"/>
              <w:rPr>
                <w:noProof/>
                <w:lang w:eastAsia="zh-CN"/>
              </w:rPr>
            </w:pPr>
            <w:r w:rsidRPr="00E062F1">
              <w:t>DC_30A-66A-66A_n260I</w:t>
            </w:r>
          </w:p>
          <w:p w14:paraId="1CFBA7B0" w14:textId="77777777" w:rsidR="00944F22" w:rsidRPr="00E062F1" w:rsidRDefault="00944F22" w:rsidP="006B3BD2">
            <w:pPr>
              <w:pStyle w:val="TAC"/>
              <w:rPr>
                <w:noProof/>
                <w:lang w:eastAsia="zh-CN"/>
              </w:rPr>
            </w:pPr>
            <w:r w:rsidRPr="00E062F1">
              <w:t>DC_30A-66A-66A_n260J</w:t>
            </w:r>
          </w:p>
          <w:p w14:paraId="7D5CD8EF" w14:textId="77777777" w:rsidR="00944F22" w:rsidRPr="00E062F1" w:rsidRDefault="00944F22" w:rsidP="006B3BD2">
            <w:pPr>
              <w:pStyle w:val="TAC"/>
              <w:rPr>
                <w:noProof/>
                <w:lang w:eastAsia="zh-CN"/>
              </w:rPr>
            </w:pPr>
            <w:r w:rsidRPr="00E062F1">
              <w:t>DC_30A-66A-66A_n260K</w:t>
            </w:r>
          </w:p>
          <w:p w14:paraId="6DFB4C65" w14:textId="77777777" w:rsidR="00944F22" w:rsidRPr="00E062F1" w:rsidRDefault="00944F22" w:rsidP="006B3BD2">
            <w:pPr>
              <w:pStyle w:val="TAC"/>
              <w:rPr>
                <w:noProof/>
                <w:lang w:eastAsia="zh-CN"/>
              </w:rPr>
            </w:pPr>
            <w:r w:rsidRPr="00E062F1">
              <w:t>DC_30A-66A-66A_n260L</w:t>
            </w:r>
          </w:p>
          <w:p w14:paraId="5CAEBD65" w14:textId="77777777" w:rsidR="00944F22" w:rsidRPr="00E062F1" w:rsidRDefault="00944F22" w:rsidP="006B3BD2">
            <w:pPr>
              <w:pStyle w:val="TAC"/>
              <w:rPr>
                <w:noProof/>
                <w:lang w:eastAsia="zh-CN"/>
              </w:rPr>
            </w:pPr>
            <w:r w:rsidRPr="00E062F1">
              <w:t>DC_30A-66A-66A_n260M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6A4AB87" w14:textId="77777777" w:rsidR="00944F22" w:rsidRPr="00E062F1" w:rsidRDefault="00944F22" w:rsidP="006B3BD2">
            <w:pPr>
              <w:pStyle w:val="TAC"/>
              <w:rPr>
                <w:noProof/>
                <w:lang w:eastAsia="zh-CN"/>
              </w:rPr>
            </w:pPr>
            <w:r w:rsidRPr="00E062F1">
              <w:rPr>
                <w:noProof/>
                <w:lang w:eastAsia="zh-CN"/>
              </w:rPr>
              <w:t>DC_30A_n260A</w:t>
            </w:r>
          </w:p>
          <w:p w14:paraId="665519BB" w14:textId="77777777" w:rsidR="00944F22" w:rsidRPr="00E062F1" w:rsidRDefault="00944F22" w:rsidP="006B3BD2">
            <w:pPr>
              <w:pStyle w:val="TAC"/>
              <w:rPr>
                <w:noProof/>
                <w:lang w:eastAsia="zh-CN"/>
              </w:rPr>
            </w:pPr>
            <w:r w:rsidRPr="00E062F1">
              <w:rPr>
                <w:noProof/>
                <w:lang w:eastAsia="zh-CN"/>
              </w:rPr>
              <w:t>DC_66A_n260A</w:t>
            </w:r>
          </w:p>
        </w:tc>
      </w:tr>
      <w:tr w:rsidR="00944F22" w:rsidRPr="00E062F1" w14:paraId="36F0D115"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FA7C77A" w14:textId="77777777" w:rsidR="00944F22" w:rsidRPr="00E062F1" w:rsidRDefault="00944F22" w:rsidP="006B3BD2">
            <w:pPr>
              <w:pStyle w:val="TAC"/>
              <w:rPr>
                <w:noProof/>
                <w:lang w:eastAsia="zh-CN"/>
              </w:rPr>
            </w:pPr>
            <w:r w:rsidRPr="00E062F1">
              <w:rPr>
                <w:noProof/>
                <w:lang w:eastAsia="zh-CN"/>
              </w:rPr>
              <w:lastRenderedPageBreak/>
              <w:t>DC_41A-42A_n257A</w:t>
            </w:r>
          </w:p>
          <w:p w14:paraId="429C7840" w14:textId="77777777" w:rsidR="00944F22" w:rsidRPr="00E062F1" w:rsidRDefault="00944F22" w:rsidP="006B3BD2">
            <w:pPr>
              <w:pStyle w:val="TAC"/>
              <w:rPr>
                <w:rFonts w:cs="Arial"/>
                <w:lang w:eastAsia="ja-JP"/>
              </w:rPr>
            </w:pPr>
            <w:r w:rsidRPr="00E062F1">
              <w:rPr>
                <w:rFonts w:cs="Arial"/>
                <w:lang w:eastAsia="ja-JP"/>
              </w:rPr>
              <w:t>DC_41A-42A_n257D</w:t>
            </w:r>
          </w:p>
          <w:p w14:paraId="07BDFC6E" w14:textId="77777777" w:rsidR="00944F22" w:rsidRPr="00E062F1" w:rsidRDefault="00944F22" w:rsidP="006B3BD2">
            <w:pPr>
              <w:pStyle w:val="TAC"/>
              <w:rPr>
                <w:rFonts w:cs="Arial"/>
                <w:lang w:eastAsia="ja-JP"/>
              </w:rPr>
            </w:pPr>
            <w:r w:rsidRPr="00E062F1">
              <w:rPr>
                <w:rFonts w:cs="Arial"/>
                <w:lang w:eastAsia="ja-JP"/>
              </w:rPr>
              <w:t>DC_41A-42A_n257E</w:t>
            </w:r>
          </w:p>
          <w:p w14:paraId="1E89BEE3" w14:textId="77777777" w:rsidR="00944F22" w:rsidRPr="00E062F1" w:rsidRDefault="00944F22" w:rsidP="006B3BD2">
            <w:pPr>
              <w:pStyle w:val="TAC"/>
              <w:rPr>
                <w:rFonts w:cs="Arial"/>
                <w:lang w:eastAsia="ja-JP"/>
              </w:rPr>
            </w:pPr>
            <w:r w:rsidRPr="00E062F1">
              <w:rPr>
                <w:rFonts w:cs="Arial"/>
                <w:lang w:eastAsia="ja-JP"/>
              </w:rPr>
              <w:t>DC_41A-42A_n257F</w:t>
            </w:r>
          </w:p>
          <w:p w14:paraId="256CC36A" w14:textId="77777777" w:rsidR="00944F22" w:rsidRPr="00E062F1" w:rsidRDefault="00944F22" w:rsidP="006B3BD2">
            <w:pPr>
              <w:pStyle w:val="TAC"/>
              <w:rPr>
                <w:rFonts w:cs="Arial"/>
                <w:lang w:eastAsia="ja-JP"/>
              </w:rPr>
            </w:pPr>
            <w:r w:rsidRPr="00E062F1">
              <w:rPr>
                <w:rFonts w:cs="Arial"/>
                <w:lang w:eastAsia="ja-JP"/>
              </w:rPr>
              <w:t>DC_41A-42A_n257G</w:t>
            </w:r>
          </w:p>
          <w:p w14:paraId="58916EC8" w14:textId="77777777" w:rsidR="00944F22" w:rsidRPr="00E062F1" w:rsidRDefault="00944F22" w:rsidP="006B3BD2">
            <w:pPr>
              <w:pStyle w:val="TAC"/>
              <w:rPr>
                <w:rFonts w:cs="Arial"/>
                <w:lang w:eastAsia="ja-JP"/>
              </w:rPr>
            </w:pPr>
            <w:r w:rsidRPr="00E062F1">
              <w:rPr>
                <w:rFonts w:cs="Arial"/>
                <w:lang w:eastAsia="ja-JP"/>
              </w:rPr>
              <w:t>DC_41A-42A_n257H</w:t>
            </w:r>
          </w:p>
          <w:p w14:paraId="5E53CE1D" w14:textId="77777777" w:rsidR="00944F22" w:rsidRPr="00E062F1" w:rsidRDefault="00944F22" w:rsidP="006B3BD2">
            <w:pPr>
              <w:pStyle w:val="TAC"/>
              <w:rPr>
                <w:rFonts w:cs="Arial"/>
                <w:lang w:eastAsia="ja-JP"/>
              </w:rPr>
            </w:pPr>
            <w:r w:rsidRPr="00E062F1">
              <w:rPr>
                <w:rFonts w:cs="Arial"/>
                <w:lang w:eastAsia="ja-JP"/>
              </w:rPr>
              <w:t>DC_41A-42A_n257I</w:t>
            </w:r>
          </w:p>
          <w:p w14:paraId="5017181C" w14:textId="77777777" w:rsidR="00944F22" w:rsidRPr="00E062F1" w:rsidRDefault="00944F22" w:rsidP="006B3BD2">
            <w:pPr>
              <w:pStyle w:val="TAC"/>
              <w:rPr>
                <w:rFonts w:cs="Arial"/>
                <w:lang w:eastAsia="ja-JP"/>
              </w:rPr>
            </w:pPr>
            <w:r w:rsidRPr="00E062F1">
              <w:rPr>
                <w:rFonts w:cs="Arial"/>
                <w:lang w:eastAsia="ja-JP"/>
              </w:rPr>
              <w:t>DC_41A-42A_n257J</w:t>
            </w:r>
          </w:p>
          <w:p w14:paraId="2104C164" w14:textId="77777777" w:rsidR="00944F22" w:rsidRPr="00E062F1" w:rsidRDefault="00944F22" w:rsidP="006B3BD2">
            <w:pPr>
              <w:pStyle w:val="TAC"/>
              <w:rPr>
                <w:rFonts w:cs="Arial"/>
                <w:lang w:eastAsia="ja-JP"/>
              </w:rPr>
            </w:pPr>
            <w:r w:rsidRPr="00E062F1">
              <w:rPr>
                <w:rFonts w:cs="Arial"/>
                <w:lang w:eastAsia="ja-JP"/>
              </w:rPr>
              <w:t>DC_41A-42A_n257K</w:t>
            </w:r>
          </w:p>
          <w:p w14:paraId="4E7BDD4A" w14:textId="77777777" w:rsidR="00944F22" w:rsidRPr="00E062F1" w:rsidRDefault="00944F22" w:rsidP="006B3BD2">
            <w:pPr>
              <w:pStyle w:val="TAC"/>
              <w:rPr>
                <w:rFonts w:cs="Arial"/>
                <w:lang w:eastAsia="ja-JP"/>
              </w:rPr>
            </w:pPr>
            <w:r w:rsidRPr="00E062F1">
              <w:rPr>
                <w:rFonts w:cs="Arial"/>
                <w:lang w:eastAsia="ja-JP"/>
              </w:rPr>
              <w:t>DC_41A-42A_n257L</w:t>
            </w:r>
          </w:p>
          <w:p w14:paraId="00E5300F" w14:textId="77777777" w:rsidR="00944F22" w:rsidRPr="00E062F1" w:rsidRDefault="00944F22" w:rsidP="006B3BD2">
            <w:pPr>
              <w:pStyle w:val="TAC"/>
              <w:rPr>
                <w:noProof/>
                <w:lang w:eastAsia="zh-CN"/>
              </w:rPr>
            </w:pPr>
            <w:r w:rsidRPr="00E062F1">
              <w:rPr>
                <w:rFonts w:cs="Arial"/>
                <w:lang w:eastAsia="ja-JP"/>
              </w:rPr>
              <w:t>DC_41A-42A_n257M</w:t>
            </w:r>
          </w:p>
          <w:p w14:paraId="7371708F" w14:textId="77777777" w:rsidR="00944F22" w:rsidRPr="00E062F1" w:rsidRDefault="00944F22" w:rsidP="006B3BD2">
            <w:pPr>
              <w:pStyle w:val="TAC"/>
              <w:rPr>
                <w:noProof/>
                <w:lang w:eastAsia="zh-CN"/>
              </w:rPr>
            </w:pPr>
            <w:r w:rsidRPr="00E062F1">
              <w:rPr>
                <w:noProof/>
                <w:lang w:eastAsia="zh-CN"/>
              </w:rPr>
              <w:t>DC_41A-42C_n257A</w:t>
            </w:r>
          </w:p>
          <w:p w14:paraId="61F8183B" w14:textId="77777777" w:rsidR="00944F22" w:rsidRPr="00E062F1" w:rsidRDefault="00944F22" w:rsidP="006B3BD2">
            <w:pPr>
              <w:pStyle w:val="TAC"/>
              <w:rPr>
                <w:lang w:eastAsia="ja-JP"/>
              </w:rPr>
            </w:pPr>
            <w:r w:rsidRPr="00E062F1">
              <w:rPr>
                <w:lang w:eastAsia="ja-JP"/>
              </w:rPr>
              <w:t>DC_41A-42C_n257D</w:t>
            </w:r>
          </w:p>
          <w:p w14:paraId="05C68599" w14:textId="77777777" w:rsidR="00944F22" w:rsidRPr="00E062F1" w:rsidRDefault="00944F22" w:rsidP="006B3BD2">
            <w:pPr>
              <w:pStyle w:val="TAC"/>
              <w:rPr>
                <w:lang w:eastAsia="ja-JP"/>
              </w:rPr>
            </w:pPr>
            <w:r w:rsidRPr="00E062F1">
              <w:rPr>
                <w:lang w:eastAsia="ja-JP"/>
              </w:rPr>
              <w:t>DC_41A-42C_n257E</w:t>
            </w:r>
          </w:p>
          <w:p w14:paraId="2C000338" w14:textId="77777777" w:rsidR="00944F22" w:rsidRPr="00E062F1" w:rsidRDefault="00944F22" w:rsidP="006B3BD2">
            <w:pPr>
              <w:pStyle w:val="TAC"/>
              <w:rPr>
                <w:lang w:eastAsia="ja-JP"/>
              </w:rPr>
            </w:pPr>
            <w:r w:rsidRPr="00E062F1">
              <w:rPr>
                <w:lang w:eastAsia="ja-JP"/>
              </w:rPr>
              <w:t>DC_41A-42C_n257F</w:t>
            </w:r>
          </w:p>
          <w:p w14:paraId="17883D82" w14:textId="77777777" w:rsidR="00944F22" w:rsidRPr="00E062F1" w:rsidRDefault="00944F22" w:rsidP="006B3BD2">
            <w:pPr>
              <w:pStyle w:val="TAC"/>
              <w:rPr>
                <w:lang w:eastAsia="ja-JP"/>
              </w:rPr>
            </w:pPr>
            <w:r w:rsidRPr="00E062F1">
              <w:rPr>
                <w:lang w:eastAsia="ja-JP"/>
              </w:rPr>
              <w:t>DC_41A-42C_n257G</w:t>
            </w:r>
          </w:p>
          <w:p w14:paraId="60AC669D" w14:textId="77777777" w:rsidR="00944F22" w:rsidRPr="00E062F1" w:rsidRDefault="00944F22" w:rsidP="006B3BD2">
            <w:pPr>
              <w:pStyle w:val="TAC"/>
              <w:rPr>
                <w:lang w:eastAsia="ja-JP"/>
              </w:rPr>
            </w:pPr>
            <w:r w:rsidRPr="00E062F1">
              <w:rPr>
                <w:lang w:eastAsia="ja-JP"/>
              </w:rPr>
              <w:t>DC_41A-42C_n257H</w:t>
            </w:r>
          </w:p>
          <w:p w14:paraId="50E96C53" w14:textId="77777777" w:rsidR="00944F22" w:rsidRPr="00E062F1" w:rsidRDefault="00944F22" w:rsidP="006B3BD2">
            <w:pPr>
              <w:pStyle w:val="TAC"/>
              <w:rPr>
                <w:lang w:eastAsia="ja-JP"/>
              </w:rPr>
            </w:pPr>
            <w:r w:rsidRPr="00E062F1">
              <w:rPr>
                <w:lang w:eastAsia="ja-JP"/>
              </w:rPr>
              <w:t>DC_41A-42C_n257I</w:t>
            </w:r>
          </w:p>
          <w:p w14:paraId="25ED9D72" w14:textId="77777777" w:rsidR="00944F22" w:rsidRPr="00E062F1" w:rsidRDefault="00944F22" w:rsidP="006B3BD2">
            <w:pPr>
              <w:pStyle w:val="TAC"/>
              <w:rPr>
                <w:lang w:eastAsia="ja-JP"/>
              </w:rPr>
            </w:pPr>
            <w:r w:rsidRPr="00E062F1">
              <w:rPr>
                <w:lang w:eastAsia="ja-JP"/>
              </w:rPr>
              <w:t>DC_41A-42C_n257J</w:t>
            </w:r>
          </w:p>
          <w:p w14:paraId="27BDEA78" w14:textId="77777777" w:rsidR="00944F22" w:rsidRPr="00E062F1" w:rsidRDefault="00944F22" w:rsidP="006B3BD2">
            <w:pPr>
              <w:pStyle w:val="TAC"/>
              <w:rPr>
                <w:lang w:eastAsia="ja-JP"/>
              </w:rPr>
            </w:pPr>
            <w:r w:rsidRPr="00E062F1">
              <w:rPr>
                <w:lang w:eastAsia="ja-JP"/>
              </w:rPr>
              <w:t>DC_41A-42C_n257K</w:t>
            </w:r>
          </w:p>
          <w:p w14:paraId="3BD8BF15" w14:textId="77777777" w:rsidR="00944F22" w:rsidRPr="00E062F1" w:rsidRDefault="00944F22" w:rsidP="006B3BD2">
            <w:pPr>
              <w:pStyle w:val="TAC"/>
              <w:rPr>
                <w:lang w:eastAsia="ja-JP"/>
              </w:rPr>
            </w:pPr>
            <w:r w:rsidRPr="00E062F1">
              <w:rPr>
                <w:lang w:eastAsia="ja-JP"/>
              </w:rPr>
              <w:t>DC_41A-42C_n257L</w:t>
            </w:r>
          </w:p>
          <w:p w14:paraId="05275908" w14:textId="77777777" w:rsidR="00944F22" w:rsidRPr="00E062F1" w:rsidRDefault="00944F22" w:rsidP="006B3BD2">
            <w:pPr>
              <w:pStyle w:val="TAC"/>
              <w:rPr>
                <w:noProof/>
                <w:lang w:eastAsia="zh-CN"/>
              </w:rPr>
            </w:pPr>
            <w:r w:rsidRPr="00E062F1">
              <w:rPr>
                <w:lang w:eastAsia="ja-JP"/>
              </w:rPr>
              <w:t>DC_41A-42C_n257M</w:t>
            </w:r>
          </w:p>
          <w:p w14:paraId="518F378F" w14:textId="77777777" w:rsidR="00944F22" w:rsidRPr="00E062F1" w:rsidRDefault="00944F22" w:rsidP="006B3BD2">
            <w:pPr>
              <w:pStyle w:val="TAC"/>
              <w:rPr>
                <w:noProof/>
                <w:lang w:eastAsia="zh-CN"/>
              </w:rPr>
            </w:pPr>
            <w:r w:rsidRPr="00E062F1">
              <w:rPr>
                <w:noProof/>
                <w:lang w:eastAsia="zh-CN"/>
              </w:rPr>
              <w:t>DC_41C-42A_n257A</w:t>
            </w:r>
          </w:p>
          <w:p w14:paraId="7E5356DE" w14:textId="77777777" w:rsidR="00944F22" w:rsidRPr="00E062F1" w:rsidRDefault="00944F22" w:rsidP="006B3BD2">
            <w:pPr>
              <w:pStyle w:val="TAC"/>
              <w:rPr>
                <w:lang w:eastAsia="ja-JP"/>
              </w:rPr>
            </w:pPr>
            <w:r w:rsidRPr="00E062F1">
              <w:rPr>
                <w:lang w:eastAsia="ja-JP"/>
              </w:rPr>
              <w:t>DC_41C-42A_n257D</w:t>
            </w:r>
          </w:p>
          <w:p w14:paraId="5E386E65" w14:textId="77777777" w:rsidR="00944F22" w:rsidRPr="00E062F1" w:rsidRDefault="00944F22" w:rsidP="006B3BD2">
            <w:pPr>
              <w:pStyle w:val="TAC"/>
              <w:rPr>
                <w:lang w:eastAsia="ja-JP"/>
              </w:rPr>
            </w:pPr>
            <w:r w:rsidRPr="00E062F1">
              <w:rPr>
                <w:lang w:eastAsia="ja-JP"/>
              </w:rPr>
              <w:t>DC_41C-42A_n257E</w:t>
            </w:r>
          </w:p>
          <w:p w14:paraId="35EFFA53" w14:textId="77777777" w:rsidR="00944F22" w:rsidRPr="00E062F1" w:rsidRDefault="00944F22" w:rsidP="006B3BD2">
            <w:pPr>
              <w:pStyle w:val="TAC"/>
              <w:rPr>
                <w:lang w:eastAsia="ja-JP"/>
              </w:rPr>
            </w:pPr>
            <w:r w:rsidRPr="00E062F1">
              <w:rPr>
                <w:lang w:eastAsia="ja-JP"/>
              </w:rPr>
              <w:t>DC_41C-42A_n257F</w:t>
            </w:r>
          </w:p>
          <w:p w14:paraId="52630FA1" w14:textId="77777777" w:rsidR="00944F22" w:rsidRPr="00E062F1" w:rsidRDefault="00944F22" w:rsidP="006B3BD2">
            <w:pPr>
              <w:pStyle w:val="TAC"/>
              <w:rPr>
                <w:lang w:eastAsia="ja-JP"/>
              </w:rPr>
            </w:pPr>
            <w:r w:rsidRPr="00E062F1">
              <w:rPr>
                <w:lang w:eastAsia="ja-JP"/>
              </w:rPr>
              <w:t>DC_41C-42A_n257G</w:t>
            </w:r>
          </w:p>
          <w:p w14:paraId="3D5B6649" w14:textId="77777777" w:rsidR="00944F22" w:rsidRPr="00E062F1" w:rsidRDefault="00944F22" w:rsidP="006B3BD2">
            <w:pPr>
              <w:pStyle w:val="TAC"/>
              <w:rPr>
                <w:lang w:eastAsia="ja-JP"/>
              </w:rPr>
            </w:pPr>
            <w:r w:rsidRPr="00E062F1">
              <w:rPr>
                <w:lang w:eastAsia="ja-JP"/>
              </w:rPr>
              <w:t>DC_41C-42A_n257H</w:t>
            </w:r>
          </w:p>
          <w:p w14:paraId="766FCD57" w14:textId="77777777" w:rsidR="00944F22" w:rsidRPr="00E062F1" w:rsidRDefault="00944F22" w:rsidP="006B3BD2">
            <w:pPr>
              <w:pStyle w:val="TAC"/>
              <w:rPr>
                <w:lang w:eastAsia="ja-JP"/>
              </w:rPr>
            </w:pPr>
            <w:r w:rsidRPr="00E062F1">
              <w:rPr>
                <w:lang w:eastAsia="ja-JP"/>
              </w:rPr>
              <w:t>DC_41C-42A_n257I</w:t>
            </w:r>
          </w:p>
          <w:p w14:paraId="3A25861B" w14:textId="77777777" w:rsidR="00944F22" w:rsidRPr="00E062F1" w:rsidRDefault="00944F22" w:rsidP="006B3BD2">
            <w:pPr>
              <w:pStyle w:val="TAC"/>
              <w:rPr>
                <w:lang w:eastAsia="ja-JP"/>
              </w:rPr>
            </w:pPr>
            <w:r w:rsidRPr="00E062F1">
              <w:rPr>
                <w:lang w:eastAsia="ja-JP"/>
              </w:rPr>
              <w:t>DC_41C-42A_n257J</w:t>
            </w:r>
          </w:p>
          <w:p w14:paraId="4C968B41" w14:textId="77777777" w:rsidR="00944F22" w:rsidRPr="00E062F1" w:rsidRDefault="00944F22" w:rsidP="006B3BD2">
            <w:pPr>
              <w:pStyle w:val="TAC"/>
              <w:rPr>
                <w:lang w:eastAsia="ja-JP"/>
              </w:rPr>
            </w:pPr>
            <w:r w:rsidRPr="00E062F1">
              <w:rPr>
                <w:lang w:eastAsia="ja-JP"/>
              </w:rPr>
              <w:t>DC_41C-42A_n257K</w:t>
            </w:r>
          </w:p>
          <w:p w14:paraId="46692776" w14:textId="77777777" w:rsidR="00944F22" w:rsidRPr="00E062F1" w:rsidRDefault="00944F22" w:rsidP="006B3BD2">
            <w:pPr>
              <w:pStyle w:val="TAC"/>
              <w:rPr>
                <w:lang w:eastAsia="ja-JP"/>
              </w:rPr>
            </w:pPr>
            <w:r w:rsidRPr="00E062F1">
              <w:rPr>
                <w:lang w:eastAsia="ja-JP"/>
              </w:rPr>
              <w:t>DC_41C-42A_n257L</w:t>
            </w:r>
          </w:p>
          <w:p w14:paraId="4B1BB475" w14:textId="77777777" w:rsidR="00944F22" w:rsidRPr="00E062F1" w:rsidRDefault="00944F22" w:rsidP="006B3BD2">
            <w:pPr>
              <w:pStyle w:val="TAC"/>
              <w:rPr>
                <w:noProof/>
                <w:lang w:eastAsia="zh-CN"/>
              </w:rPr>
            </w:pPr>
            <w:r w:rsidRPr="00E062F1">
              <w:rPr>
                <w:lang w:eastAsia="ja-JP"/>
              </w:rPr>
              <w:t>DC_41C-42A_n257M</w:t>
            </w:r>
          </w:p>
          <w:p w14:paraId="00E6B723" w14:textId="77777777" w:rsidR="00944F22" w:rsidRPr="00E062F1" w:rsidRDefault="00944F22" w:rsidP="006B3BD2">
            <w:pPr>
              <w:pStyle w:val="TAC"/>
              <w:rPr>
                <w:rFonts w:cs="Arial"/>
              </w:rPr>
            </w:pPr>
            <w:r w:rsidRPr="00E062F1">
              <w:rPr>
                <w:rFonts w:cs="Arial"/>
              </w:rPr>
              <w:t>DC_41C-42C_n257A</w:t>
            </w:r>
          </w:p>
          <w:p w14:paraId="2E0C69E5" w14:textId="77777777" w:rsidR="00944F22" w:rsidRPr="00AA54EC" w:rsidRDefault="00944F22" w:rsidP="006B3BD2">
            <w:pPr>
              <w:pStyle w:val="TAC"/>
              <w:rPr>
                <w:lang w:val="sv-FI" w:eastAsia="ja-JP"/>
              </w:rPr>
            </w:pPr>
            <w:r w:rsidRPr="00AA54EC">
              <w:rPr>
                <w:lang w:val="sv-FI" w:eastAsia="ja-JP"/>
              </w:rPr>
              <w:t>DC_41C-42C_n257D</w:t>
            </w:r>
          </w:p>
          <w:p w14:paraId="2D47482A" w14:textId="77777777" w:rsidR="00944F22" w:rsidRPr="00AA54EC" w:rsidRDefault="00944F22" w:rsidP="006B3BD2">
            <w:pPr>
              <w:pStyle w:val="TAC"/>
              <w:rPr>
                <w:lang w:val="sv-FI" w:eastAsia="ja-JP"/>
              </w:rPr>
            </w:pPr>
            <w:r w:rsidRPr="00AA54EC">
              <w:rPr>
                <w:lang w:val="sv-FI" w:eastAsia="ja-JP"/>
              </w:rPr>
              <w:t>DC_41C-42C_n257E</w:t>
            </w:r>
          </w:p>
          <w:p w14:paraId="22A84DA9" w14:textId="77777777" w:rsidR="00944F22" w:rsidRPr="00AA54EC" w:rsidRDefault="00944F22" w:rsidP="006B3BD2">
            <w:pPr>
              <w:pStyle w:val="TAC"/>
              <w:rPr>
                <w:lang w:val="sv-FI" w:eastAsia="ja-JP"/>
              </w:rPr>
            </w:pPr>
            <w:r w:rsidRPr="00AA54EC">
              <w:rPr>
                <w:lang w:val="sv-FI" w:eastAsia="ja-JP"/>
              </w:rPr>
              <w:t>DC_41C-42C_n257F</w:t>
            </w:r>
          </w:p>
          <w:p w14:paraId="2DB818C9" w14:textId="77777777" w:rsidR="00944F22" w:rsidRPr="00AA54EC" w:rsidRDefault="00944F22" w:rsidP="006B3BD2">
            <w:pPr>
              <w:pStyle w:val="TAC"/>
              <w:rPr>
                <w:lang w:val="sv-FI" w:eastAsia="ja-JP"/>
              </w:rPr>
            </w:pPr>
            <w:r w:rsidRPr="00AA54EC">
              <w:rPr>
                <w:lang w:val="sv-FI" w:eastAsia="ja-JP"/>
              </w:rPr>
              <w:t>DC_41C-42C_n257G</w:t>
            </w:r>
          </w:p>
          <w:p w14:paraId="0A9BA4B0" w14:textId="77777777" w:rsidR="00944F22" w:rsidRPr="00AA54EC" w:rsidRDefault="00944F22" w:rsidP="006B3BD2">
            <w:pPr>
              <w:pStyle w:val="TAC"/>
              <w:rPr>
                <w:lang w:val="sv-FI" w:eastAsia="ja-JP"/>
              </w:rPr>
            </w:pPr>
            <w:r w:rsidRPr="00AA54EC">
              <w:rPr>
                <w:lang w:val="sv-FI" w:eastAsia="ja-JP"/>
              </w:rPr>
              <w:t>DC_41C-42C_n257H</w:t>
            </w:r>
          </w:p>
          <w:p w14:paraId="10099E9D" w14:textId="77777777" w:rsidR="00944F22" w:rsidRPr="00AA54EC" w:rsidRDefault="00944F22" w:rsidP="006B3BD2">
            <w:pPr>
              <w:pStyle w:val="TAC"/>
              <w:rPr>
                <w:lang w:val="sv-FI" w:eastAsia="ja-JP"/>
              </w:rPr>
            </w:pPr>
            <w:r w:rsidRPr="00AA54EC">
              <w:rPr>
                <w:lang w:val="sv-FI" w:eastAsia="ja-JP"/>
              </w:rPr>
              <w:t>DC_41C-42C_n257I</w:t>
            </w:r>
          </w:p>
          <w:p w14:paraId="5C169E60" w14:textId="77777777" w:rsidR="00944F22" w:rsidRPr="00AA54EC" w:rsidRDefault="00944F22" w:rsidP="006B3BD2">
            <w:pPr>
              <w:pStyle w:val="TAC"/>
              <w:rPr>
                <w:lang w:val="sv-FI" w:eastAsia="ja-JP"/>
              </w:rPr>
            </w:pPr>
            <w:r w:rsidRPr="00AA54EC">
              <w:rPr>
                <w:lang w:val="sv-FI" w:eastAsia="ja-JP"/>
              </w:rPr>
              <w:t>DC_41C-42C_n257J</w:t>
            </w:r>
          </w:p>
          <w:p w14:paraId="6AC6A6F2" w14:textId="77777777" w:rsidR="00944F22" w:rsidRPr="00AA54EC" w:rsidRDefault="00944F22" w:rsidP="006B3BD2">
            <w:pPr>
              <w:pStyle w:val="TAC"/>
              <w:rPr>
                <w:lang w:val="sv-FI" w:eastAsia="ja-JP"/>
              </w:rPr>
            </w:pPr>
            <w:r w:rsidRPr="00AA54EC">
              <w:rPr>
                <w:lang w:val="sv-FI" w:eastAsia="ja-JP"/>
              </w:rPr>
              <w:t>DC_41C-42C_n257K</w:t>
            </w:r>
          </w:p>
          <w:p w14:paraId="61FF80CE" w14:textId="77777777" w:rsidR="00944F22" w:rsidRPr="00E062F1" w:rsidRDefault="00944F22" w:rsidP="006B3BD2">
            <w:pPr>
              <w:pStyle w:val="TAC"/>
              <w:rPr>
                <w:lang w:eastAsia="ja-JP"/>
              </w:rPr>
            </w:pPr>
            <w:r w:rsidRPr="00E062F1">
              <w:rPr>
                <w:lang w:eastAsia="ja-JP"/>
              </w:rPr>
              <w:t>DC_41C-42C_n257L</w:t>
            </w:r>
          </w:p>
          <w:p w14:paraId="21FD5872" w14:textId="77777777" w:rsidR="00944F22" w:rsidRPr="00E062F1" w:rsidRDefault="00944F22" w:rsidP="006B3BD2">
            <w:pPr>
              <w:pStyle w:val="TAC"/>
              <w:rPr>
                <w:noProof/>
                <w:lang w:eastAsia="zh-CN"/>
              </w:rPr>
            </w:pPr>
            <w:r w:rsidRPr="00E062F1">
              <w:rPr>
                <w:lang w:eastAsia="ja-JP"/>
              </w:rPr>
              <w:t>DC_41C-42C_n257M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F36DFB0" w14:textId="77777777" w:rsidR="00944F22" w:rsidRPr="00E062F1" w:rsidRDefault="00944F22" w:rsidP="006B3BD2">
            <w:pPr>
              <w:pStyle w:val="TAC"/>
              <w:rPr>
                <w:noProof/>
                <w:lang w:eastAsia="zh-CN"/>
              </w:rPr>
            </w:pPr>
            <w:r w:rsidRPr="00E062F1">
              <w:rPr>
                <w:noProof/>
                <w:lang w:eastAsia="zh-CN"/>
              </w:rPr>
              <w:t>DC_41A_n257A</w:t>
            </w:r>
          </w:p>
          <w:p w14:paraId="47302759" w14:textId="77777777" w:rsidR="00944F22" w:rsidRPr="00E062F1" w:rsidRDefault="00944F22" w:rsidP="006B3BD2">
            <w:pPr>
              <w:pStyle w:val="TAC"/>
              <w:rPr>
                <w:noProof/>
                <w:lang w:eastAsia="zh-CN"/>
              </w:rPr>
            </w:pPr>
            <w:r w:rsidRPr="00E062F1">
              <w:rPr>
                <w:noProof/>
                <w:lang w:eastAsia="zh-CN"/>
              </w:rPr>
              <w:t>DC_41A_n257G</w:t>
            </w:r>
          </w:p>
          <w:p w14:paraId="1D6254F4" w14:textId="77777777" w:rsidR="00944F22" w:rsidRPr="00E062F1" w:rsidRDefault="00944F22" w:rsidP="006B3BD2">
            <w:pPr>
              <w:pStyle w:val="TAC"/>
              <w:rPr>
                <w:noProof/>
                <w:lang w:eastAsia="zh-CN"/>
              </w:rPr>
            </w:pPr>
            <w:r w:rsidRPr="00E062F1">
              <w:rPr>
                <w:noProof/>
                <w:lang w:eastAsia="zh-CN"/>
              </w:rPr>
              <w:t>DC_41A_n257H</w:t>
            </w:r>
          </w:p>
          <w:p w14:paraId="6061E363" w14:textId="77777777" w:rsidR="00944F22" w:rsidRPr="00E062F1" w:rsidRDefault="00944F22" w:rsidP="006B3BD2">
            <w:pPr>
              <w:pStyle w:val="TAC"/>
              <w:rPr>
                <w:noProof/>
                <w:lang w:eastAsia="zh-CN"/>
              </w:rPr>
            </w:pPr>
            <w:r w:rsidRPr="00E062F1">
              <w:rPr>
                <w:noProof/>
                <w:lang w:eastAsia="zh-CN"/>
              </w:rPr>
              <w:t>DC_41A_n257I</w:t>
            </w:r>
          </w:p>
          <w:p w14:paraId="265D497F" w14:textId="77777777" w:rsidR="00944F22" w:rsidRPr="00E062F1" w:rsidRDefault="00944F22" w:rsidP="006B3BD2">
            <w:pPr>
              <w:pStyle w:val="TAC"/>
              <w:rPr>
                <w:noProof/>
                <w:lang w:eastAsia="zh-CN"/>
              </w:rPr>
            </w:pPr>
            <w:r w:rsidRPr="00E062F1">
              <w:rPr>
                <w:noProof/>
                <w:lang w:eastAsia="zh-CN"/>
              </w:rPr>
              <w:t>DC_41C_n257A</w:t>
            </w:r>
          </w:p>
          <w:p w14:paraId="63D962A1" w14:textId="77777777" w:rsidR="00944F22" w:rsidRPr="00E062F1" w:rsidRDefault="00944F22" w:rsidP="006B3BD2">
            <w:pPr>
              <w:pStyle w:val="TAC"/>
              <w:rPr>
                <w:noProof/>
                <w:lang w:eastAsia="zh-CN"/>
              </w:rPr>
            </w:pPr>
            <w:r w:rsidRPr="00E062F1">
              <w:rPr>
                <w:noProof/>
                <w:lang w:eastAsia="zh-CN"/>
              </w:rPr>
              <w:t>DC_41C_n257G</w:t>
            </w:r>
          </w:p>
          <w:p w14:paraId="25A99DFF" w14:textId="77777777" w:rsidR="00944F22" w:rsidRPr="00E062F1" w:rsidRDefault="00944F22" w:rsidP="006B3BD2">
            <w:pPr>
              <w:pStyle w:val="TAC"/>
              <w:rPr>
                <w:noProof/>
                <w:lang w:eastAsia="zh-CN"/>
              </w:rPr>
            </w:pPr>
            <w:r w:rsidRPr="00E062F1">
              <w:rPr>
                <w:noProof/>
                <w:lang w:eastAsia="zh-CN"/>
              </w:rPr>
              <w:t>DC_41C_n257H</w:t>
            </w:r>
          </w:p>
          <w:p w14:paraId="771EFB80" w14:textId="77777777" w:rsidR="00944F22" w:rsidRPr="00E062F1" w:rsidRDefault="00944F22" w:rsidP="006B3BD2">
            <w:pPr>
              <w:pStyle w:val="TAC"/>
              <w:rPr>
                <w:noProof/>
                <w:lang w:eastAsia="zh-CN"/>
              </w:rPr>
            </w:pPr>
            <w:r w:rsidRPr="00E062F1">
              <w:rPr>
                <w:noProof/>
                <w:lang w:eastAsia="zh-CN"/>
              </w:rPr>
              <w:t>DC_41C_n257I</w:t>
            </w:r>
          </w:p>
          <w:p w14:paraId="7AA362B8" w14:textId="77777777" w:rsidR="00944F22" w:rsidRPr="00E062F1" w:rsidRDefault="00944F22" w:rsidP="006B3BD2">
            <w:pPr>
              <w:pStyle w:val="TAC"/>
              <w:rPr>
                <w:noProof/>
                <w:lang w:eastAsia="zh-CN"/>
              </w:rPr>
            </w:pPr>
            <w:r w:rsidRPr="00E062F1">
              <w:rPr>
                <w:noProof/>
                <w:lang w:eastAsia="zh-CN"/>
              </w:rPr>
              <w:t>DC_42A_n257A</w:t>
            </w:r>
          </w:p>
          <w:p w14:paraId="690F2B8C" w14:textId="77777777" w:rsidR="00944F22" w:rsidRPr="00E062F1" w:rsidRDefault="00944F22" w:rsidP="006B3BD2">
            <w:pPr>
              <w:pStyle w:val="TAC"/>
              <w:rPr>
                <w:noProof/>
                <w:lang w:eastAsia="zh-CN"/>
              </w:rPr>
            </w:pPr>
            <w:r w:rsidRPr="00E062F1">
              <w:rPr>
                <w:noProof/>
                <w:lang w:eastAsia="zh-CN"/>
              </w:rPr>
              <w:t>DC_42A_n257G</w:t>
            </w:r>
          </w:p>
          <w:p w14:paraId="060679B2" w14:textId="77777777" w:rsidR="00944F22" w:rsidRPr="00E062F1" w:rsidRDefault="00944F22" w:rsidP="006B3BD2">
            <w:pPr>
              <w:pStyle w:val="TAC"/>
              <w:rPr>
                <w:noProof/>
                <w:lang w:eastAsia="zh-CN"/>
              </w:rPr>
            </w:pPr>
            <w:r w:rsidRPr="00E062F1">
              <w:rPr>
                <w:noProof/>
                <w:lang w:eastAsia="zh-CN"/>
              </w:rPr>
              <w:t>DC_42A_n257H</w:t>
            </w:r>
          </w:p>
          <w:p w14:paraId="4177615A" w14:textId="77777777" w:rsidR="00944F22" w:rsidRPr="00E062F1" w:rsidRDefault="00944F22" w:rsidP="006B3BD2">
            <w:pPr>
              <w:pStyle w:val="TAC"/>
              <w:rPr>
                <w:noProof/>
                <w:lang w:eastAsia="zh-CN"/>
              </w:rPr>
            </w:pPr>
            <w:r w:rsidRPr="00E062F1">
              <w:rPr>
                <w:noProof/>
                <w:lang w:eastAsia="zh-CN"/>
              </w:rPr>
              <w:t>DC_42A_n257I</w:t>
            </w:r>
          </w:p>
          <w:p w14:paraId="1BDEA2AC" w14:textId="77777777" w:rsidR="00944F22" w:rsidRPr="00E062F1" w:rsidRDefault="00944F22" w:rsidP="006B3BD2">
            <w:pPr>
              <w:pStyle w:val="TAC"/>
              <w:rPr>
                <w:noProof/>
                <w:lang w:eastAsia="zh-CN"/>
              </w:rPr>
            </w:pPr>
            <w:r w:rsidRPr="00E062F1">
              <w:rPr>
                <w:noProof/>
                <w:lang w:eastAsia="zh-CN"/>
              </w:rPr>
              <w:t>DC_42C_n257A</w:t>
            </w:r>
          </w:p>
          <w:p w14:paraId="47136651" w14:textId="77777777" w:rsidR="00944F22" w:rsidRPr="00E062F1" w:rsidRDefault="00944F22" w:rsidP="006B3BD2">
            <w:pPr>
              <w:pStyle w:val="TAC"/>
              <w:rPr>
                <w:noProof/>
                <w:lang w:eastAsia="zh-CN"/>
              </w:rPr>
            </w:pPr>
            <w:r w:rsidRPr="00E062F1">
              <w:rPr>
                <w:noProof/>
                <w:lang w:eastAsia="zh-CN"/>
              </w:rPr>
              <w:t>DC_42C_n257G</w:t>
            </w:r>
          </w:p>
          <w:p w14:paraId="4E49165B" w14:textId="77777777" w:rsidR="00944F22" w:rsidRPr="00E062F1" w:rsidRDefault="00944F22" w:rsidP="006B3BD2">
            <w:pPr>
              <w:pStyle w:val="TAC"/>
              <w:rPr>
                <w:noProof/>
                <w:lang w:eastAsia="zh-CN"/>
              </w:rPr>
            </w:pPr>
            <w:r w:rsidRPr="00E062F1">
              <w:rPr>
                <w:noProof/>
                <w:lang w:eastAsia="zh-CN"/>
              </w:rPr>
              <w:t>DC_42C_n257H</w:t>
            </w:r>
          </w:p>
          <w:p w14:paraId="64EB6E3C" w14:textId="77777777" w:rsidR="00944F22" w:rsidRPr="00E062F1" w:rsidRDefault="00944F22" w:rsidP="006B3BD2">
            <w:pPr>
              <w:pStyle w:val="TAC"/>
              <w:rPr>
                <w:noProof/>
                <w:lang w:eastAsia="zh-CN"/>
              </w:rPr>
            </w:pPr>
            <w:r w:rsidRPr="00E062F1">
              <w:rPr>
                <w:noProof/>
                <w:lang w:eastAsia="zh-CN"/>
              </w:rPr>
              <w:t>DC_42C_n257I</w:t>
            </w:r>
          </w:p>
        </w:tc>
      </w:tr>
      <w:tr w:rsidR="00944F22" w:rsidRPr="00E062F1" w14:paraId="36D19AA6"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F91F1F0" w14:textId="77777777" w:rsidR="00944F22" w:rsidRPr="00E062F1" w:rsidRDefault="00944F22" w:rsidP="006B3BD2">
            <w:pPr>
              <w:pStyle w:val="TAC"/>
              <w:rPr>
                <w:rFonts w:eastAsia="PMingLiU"/>
                <w:lang w:eastAsia="zh-TW"/>
              </w:rPr>
            </w:pPr>
            <w:r w:rsidRPr="00E062F1">
              <w:rPr>
                <w:rFonts w:cs="Arial"/>
                <w:lang w:eastAsia="ja-JP"/>
              </w:rPr>
              <w:lastRenderedPageBreak/>
              <w:t>DC</w:t>
            </w:r>
            <w:r w:rsidRPr="00E062F1">
              <w:rPr>
                <w:rFonts w:eastAsia="PMingLiU"/>
                <w:lang w:eastAsia="zh-TW"/>
              </w:rPr>
              <w:t>_46A-48A_n260A</w:t>
            </w:r>
          </w:p>
          <w:p w14:paraId="2CFB5FD4" w14:textId="77777777" w:rsidR="00944F22" w:rsidRPr="00E062F1" w:rsidRDefault="00944F22" w:rsidP="006B3BD2">
            <w:pPr>
              <w:pStyle w:val="TAC"/>
              <w:rPr>
                <w:rFonts w:eastAsia="PMingLiU"/>
                <w:lang w:eastAsia="zh-TW"/>
              </w:rPr>
            </w:pPr>
            <w:r w:rsidRPr="00E062F1">
              <w:rPr>
                <w:rFonts w:eastAsia="PMingLiU"/>
                <w:lang w:eastAsia="zh-TW"/>
              </w:rPr>
              <w:t>DC_46C-48A_n260A</w:t>
            </w:r>
          </w:p>
          <w:p w14:paraId="4298011C" w14:textId="77777777" w:rsidR="00944F22" w:rsidRPr="00E062F1" w:rsidRDefault="00944F22" w:rsidP="006B3BD2">
            <w:pPr>
              <w:pStyle w:val="TAC"/>
              <w:rPr>
                <w:rFonts w:eastAsia="PMingLiU"/>
                <w:lang w:eastAsia="zh-TW"/>
              </w:rPr>
            </w:pPr>
            <w:r w:rsidRPr="00E062F1">
              <w:rPr>
                <w:rFonts w:eastAsia="PMingLiU"/>
                <w:lang w:eastAsia="zh-TW"/>
              </w:rPr>
              <w:t>DC_46D-48A_n260A</w:t>
            </w:r>
          </w:p>
          <w:p w14:paraId="5C6F78BF" w14:textId="77777777" w:rsidR="00944F22" w:rsidRPr="00E062F1" w:rsidRDefault="00944F22" w:rsidP="006B3BD2">
            <w:pPr>
              <w:pStyle w:val="TAC"/>
              <w:rPr>
                <w:rFonts w:eastAsia="PMingLiU"/>
                <w:lang w:eastAsia="zh-TW"/>
              </w:rPr>
            </w:pPr>
            <w:r w:rsidRPr="00E062F1">
              <w:rPr>
                <w:rFonts w:eastAsia="PMingLiU"/>
                <w:lang w:eastAsia="zh-TW"/>
              </w:rPr>
              <w:t>DC_46A-48C_n260A</w:t>
            </w:r>
          </w:p>
          <w:p w14:paraId="3B780E9B" w14:textId="77777777" w:rsidR="00944F22" w:rsidRPr="00E062F1" w:rsidRDefault="00944F22" w:rsidP="006B3BD2">
            <w:pPr>
              <w:pStyle w:val="TAC"/>
              <w:rPr>
                <w:rFonts w:eastAsia="PMingLiU"/>
                <w:lang w:eastAsia="zh-TW"/>
              </w:rPr>
            </w:pPr>
            <w:r w:rsidRPr="00E062F1">
              <w:rPr>
                <w:rFonts w:eastAsia="PMingLiU"/>
                <w:lang w:eastAsia="zh-TW"/>
              </w:rPr>
              <w:t>DC_46A-48D_n260A</w:t>
            </w:r>
          </w:p>
          <w:p w14:paraId="07D51446" w14:textId="77777777" w:rsidR="00944F22" w:rsidRPr="00E062F1" w:rsidRDefault="00944F22" w:rsidP="006B3BD2">
            <w:pPr>
              <w:pStyle w:val="TAC"/>
              <w:rPr>
                <w:rFonts w:eastAsia="PMingLiU"/>
                <w:lang w:eastAsia="zh-TW"/>
              </w:rPr>
            </w:pPr>
            <w:r w:rsidRPr="00E062F1">
              <w:rPr>
                <w:rFonts w:eastAsia="PMingLiU"/>
                <w:lang w:eastAsia="zh-TW"/>
              </w:rPr>
              <w:t>DC_46C-48C_n260A</w:t>
            </w:r>
          </w:p>
          <w:p w14:paraId="14776B3E" w14:textId="77777777" w:rsidR="00944F22" w:rsidRPr="00E062F1" w:rsidRDefault="00944F22" w:rsidP="006B3BD2">
            <w:pPr>
              <w:pStyle w:val="TAC"/>
              <w:rPr>
                <w:rFonts w:eastAsia="PMingLiU"/>
                <w:lang w:eastAsia="zh-TW"/>
              </w:rPr>
            </w:pPr>
            <w:r w:rsidRPr="00E062F1">
              <w:rPr>
                <w:rFonts w:eastAsia="PMingLiU"/>
                <w:lang w:eastAsia="zh-TW"/>
              </w:rPr>
              <w:t>DC_46C-48D_n260A</w:t>
            </w:r>
          </w:p>
          <w:p w14:paraId="4459EAA3" w14:textId="77777777" w:rsidR="00944F22" w:rsidRPr="00E062F1" w:rsidRDefault="00944F22" w:rsidP="006B3BD2">
            <w:pPr>
              <w:pStyle w:val="TAC"/>
              <w:rPr>
                <w:rFonts w:eastAsia="PMingLiU"/>
                <w:lang w:eastAsia="zh-TW"/>
              </w:rPr>
            </w:pPr>
            <w:r w:rsidRPr="00E062F1">
              <w:rPr>
                <w:rFonts w:eastAsia="PMingLiU"/>
                <w:lang w:eastAsia="zh-TW"/>
              </w:rPr>
              <w:t>DC_46D-48C_n260A</w:t>
            </w:r>
          </w:p>
          <w:p w14:paraId="488B4322" w14:textId="77777777" w:rsidR="00944F22" w:rsidRPr="00E062F1" w:rsidRDefault="00944F22" w:rsidP="006B3BD2">
            <w:pPr>
              <w:pStyle w:val="TAC"/>
              <w:rPr>
                <w:rFonts w:eastAsia="PMingLiU"/>
                <w:lang w:eastAsia="zh-TW"/>
              </w:rPr>
            </w:pPr>
            <w:r w:rsidRPr="00E062F1">
              <w:rPr>
                <w:rFonts w:eastAsia="PMingLiU"/>
                <w:lang w:eastAsia="zh-TW"/>
              </w:rPr>
              <w:t>DC_46D-48D_n260A</w:t>
            </w:r>
          </w:p>
          <w:p w14:paraId="219B59FA" w14:textId="77777777" w:rsidR="00944F22" w:rsidRPr="00E062F1" w:rsidRDefault="00944F22" w:rsidP="006B3BD2">
            <w:pPr>
              <w:pStyle w:val="TAC"/>
              <w:rPr>
                <w:rFonts w:eastAsia="PMingLiU"/>
                <w:lang w:eastAsia="zh-TW"/>
              </w:rPr>
            </w:pPr>
            <w:r w:rsidRPr="00E062F1">
              <w:rPr>
                <w:rFonts w:cs="Arial"/>
                <w:lang w:eastAsia="ja-JP"/>
              </w:rPr>
              <w:t>DC</w:t>
            </w:r>
            <w:r w:rsidRPr="00E062F1">
              <w:rPr>
                <w:rFonts w:eastAsia="PMingLiU"/>
                <w:lang w:eastAsia="zh-TW"/>
              </w:rPr>
              <w:t>_46A-48A_n260(2A)</w:t>
            </w:r>
          </w:p>
          <w:p w14:paraId="5FD79181" w14:textId="77777777" w:rsidR="00944F22" w:rsidRPr="00E062F1" w:rsidRDefault="00944F22" w:rsidP="006B3BD2">
            <w:pPr>
              <w:pStyle w:val="TAC"/>
              <w:rPr>
                <w:rFonts w:eastAsia="PMingLiU"/>
                <w:lang w:eastAsia="zh-TW"/>
              </w:rPr>
            </w:pPr>
            <w:r w:rsidRPr="00E062F1">
              <w:rPr>
                <w:rFonts w:eastAsia="PMingLiU"/>
                <w:lang w:eastAsia="zh-TW"/>
              </w:rPr>
              <w:t>DC_46C-48A_n260(2A)</w:t>
            </w:r>
          </w:p>
          <w:p w14:paraId="6BF5D8DA" w14:textId="77777777" w:rsidR="00944F22" w:rsidRPr="00E062F1" w:rsidRDefault="00944F22" w:rsidP="006B3BD2">
            <w:pPr>
              <w:pStyle w:val="TAC"/>
              <w:rPr>
                <w:rFonts w:eastAsia="PMingLiU"/>
                <w:lang w:eastAsia="zh-TW"/>
              </w:rPr>
            </w:pPr>
            <w:r w:rsidRPr="00E062F1">
              <w:rPr>
                <w:rFonts w:eastAsia="PMingLiU"/>
                <w:lang w:eastAsia="zh-TW"/>
              </w:rPr>
              <w:t>DC_46D-48A_n260(2A)</w:t>
            </w:r>
          </w:p>
          <w:p w14:paraId="518D1EFA" w14:textId="77777777" w:rsidR="00944F22" w:rsidRPr="00E062F1" w:rsidRDefault="00944F22" w:rsidP="006B3BD2">
            <w:pPr>
              <w:pStyle w:val="TAC"/>
              <w:rPr>
                <w:rFonts w:eastAsia="PMingLiU"/>
                <w:lang w:eastAsia="zh-TW"/>
              </w:rPr>
            </w:pPr>
            <w:r w:rsidRPr="00E062F1">
              <w:rPr>
                <w:rFonts w:eastAsia="PMingLiU"/>
                <w:lang w:eastAsia="zh-TW"/>
              </w:rPr>
              <w:t>DC_46A-48C_n260(2A)</w:t>
            </w:r>
          </w:p>
          <w:p w14:paraId="2DEA395C" w14:textId="77777777" w:rsidR="00944F22" w:rsidRPr="00E062F1" w:rsidRDefault="00944F22" w:rsidP="006B3BD2">
            <w:pPr>
              <w:pStyle w:val="TAC"/>
              <w:rPr>
                <w:rFonts w:eastAsia="PMingLiU"/>
                <w:lang w:eastAsia="zh-TW"/>
              </w:rPr>
            </w:pPr>
            <w:r w:rsidRPr="00E062F1">
              <w:rPr>
                <w:rFonts w:eastAsia="PMingLiU"/>
                <w:lang w:eastAsia="zh-TW"/>
              </w:rPr>
              <w:t>DC_46A-48D_n260(2A)</w:t>
            </w:r>
          </w:p>
          <w:p w14:paraId="0DA73E6A" w14:textId="77777777" w:rsidR="00944F22" w:rsidRPr="00E062F1" w:rsidRDefault="00944F22" w:rsidP="006B3BD2">
            <w:pPr>
              <w:pStyle w:val="TAC"/>
              <w:rPr>
                <w:rFonts w:eastAsia="PMingLiU"/>
                <w:lang w:eastAsia="zh-TW"/>
              </w:rPr>
            </w:pPr>
            <w:r w:rsidRPr="00E062F1">
              <w:rPr>
                <w:rFonts w:eastAsia="PMingLiU"/>
                <w:lang w:eastAsia="zh-TW"/>
              </w:rPr>
              <w:t>DC_46C-48C_n260(2A)</w:t>
            </w:r>
          </w:p>
          <w:p w14:paraId="641220A1" w14:textId="77777777" w:rsidR="00944F22" w:rsidRPr="00E062F1" w:rsidRDefault="00944F22" w:rsidP="006B3BD2">
            <w:pPr>
              <w:pStyle w:val="TAC"/>
              <w:rPr>
                <w:rFonts w:eastAsia="PMingLiU"/>
                <w:lang w:eastAsia="zh-TW"/>
              </w:rPr>
            </w:pPr>
            <w:r w:rsidRPr="00E062F1">
              <w:rPr>
                <w:rFonts w:eastAsia="PMingLiU"/>
                <w:lang w:eastAsia="zh-TW"/>
              </w:rPr>
              <w:t>DC_46C-48D_n260(2A)</w:t>
            </w:r>
          </w:p>
          <w:p w14:paraId="267A9C34" w14:textId="77777777" w:rsidR="00944F22" w:rsidRPr="00E062F1" w:rsidRDefault="00944F22" w:rsidP="006B3BD2">
            <w:pPr>
              <w:pStyle w:val="TAC"/>
              <w:rPr>
                <w:rFonts w:eastAsia="PMingLiU"/>
                <w:lang w:eastAsia="zh-TW"/>
              </w:rPr>
            </w:pPr>
            <w:r w:rsidRPr="00E062F1">
              <w:rPr>
                <w:rFonts w:eastAsia="PMingLiU"/>
                <w:lang w:eastAsia="zh-TW"/>
              </w:rPr>
              <w:t>DC_46D-48C_n260(2A)</w:t>
            </w:r>
          </w:p>
          <w:p w14:paraId="48C736F4" w14:textId="77777777" w:rsidR="00944F22" w:rsidRPr="00E062F1" w:rsidRDefault="00944F22" w:rsidP="006B3BD2">
            <w:pPr>
              <w:pStyle w:val="TAC"/>
              <w:rPr>
                <w:rFonts w:eastAsia="PMingLiU"/>
                <w:lang w:eastAsia="zh-TW"/>
              </w:rPr>
            </w:pPr>
            <w:r w:rsidRPr="00E062F1">
              <w:rPr>
                <w:rFonts w:eastAsia="PMingLiU"/>
                <w:lang w:eastAsia="zh-TW"/>
              </w:rPr>
              <w:t>DC_46D-48D_n260(2A)</w:t>
            </w:r>
          </w:p>
          <w:p w14:paraId="1D941419" w14:textId="77777777" w:rsidR="00944F22" w:rsidRPr="00E062F1" w:rsidRDefault="00944F22" w:rsidP="006B3BD2">
            <w:pPr>
              <w:pStyle w:val="TAC"/>
              <w:rPr>
                <w:rFonts w:eastAsia="PMingLiU"/>
                <w:lang w:eastAsia="zh-TW"/>
              </w:rPr>
            </w:pPr>
            <w:r w:rsidRPr="00E062F1">
              <w:rPr>
                <w:rFonts w:cs="Arial"/>
                <w:lang w:eastAsia="ja-JP"/>
              </w:rPr>
              <w:t>DC</w:t>
            </w:r>
            <w:r w:rsidRPr="00E062F1">
              <w:rPr>
                <w:rFonts w:eastAsia="PMingLiU"/>
                <w:lang w:eastAsia="zh-TW"/>
              </w:rPr>
              <w:t>_46A-48A_n260(3A)</w:t>
            </w:r>
          </w:p>
          <w:p w14:paraId="54D3B44F" w14:textId="77777777" w:rsidR="00944F22" w:rsidRPr="00E062F1" w:rsidRDefault="00944F22" w:rsidP="006B3BD2">
            <w:pPr>
              <w:pStyle w:val="TAC"/>
              <w:rPr>
                <w:rFonts w:eastAsia="PMingLiU"/>
                <w:lang w:eastAsia="zh-TW"/>
              </w:rPr>
            </w:pPr>
            <w:r w:rsidRPr="00E062F1">
              <w:rPr>
                <w:rFonts w:eastAsia="PMingLiU"/>
                <w:lang w:eastAsia="zh-TW"/>
              </w:rPr>
              <w:t>DC_46C-48A_n260(3A)</w:t>
            </w:r>
          </w:p>
          <w:p w14:paraId="58B92180" w14:textId="77777777" w:rsidR="00944F22" w:rsidRPr="00E062F1" w:rsidRDefault="00944F22" w:rsidP="006B3BD2">
            <w:pPr>
              <w:pStyle w:val="TAC"/>
              <w:rPr>
                <w:rFonts w:eastAsia="PMingLiU"/>
                <w:lang w:eastAsia="zh-TW"/>
              </w:rPr>
            </w:pPr>
            <w:r w:rsidRPr="00E062F1">
              <w:rPr>
                <w:rFonts w:eastAsia="PMingLiU"/>
                <w:lang w:eastAsia="zh-TW"/>
              </w:rPr>
              <w:t>DC_46D-48A_n260(3A)</w:t>
            </w:r>
          </w:p>
          <w:p w14:paraId="51470D6E" w14:textId="77777777" w:rsidR="00944F22" w:rsidRPr="00E062F1" w:rsidRDefault="00944F22" w:rsidP="006B3BD2">
            <w:pPr>
              <w:pStyle w:val="TAC"/>
              <w:rPr>
                <w:rFonts w:eastAsia="PMingLiU"/>
                <w:lang w:eastAsia="zh-TW"/>
              </w:rPr>
            </w:pPr>
            <w:r w:rsidRPr="00E062F1">
              <w:rPr>
                <w:rFonts w:eastAsia="PMingLiU"/>
                <w:lang w:eastAsia="zh-TW"/>
              </w:rPr>
              <w:t>DC_46A-48C_n260(3A)</w:t>
            </w:r>
          </w:p>
          <w:p w14:paraId="2DDB1E50" w14:textId="77777777" w:rsidR="00944F22" w:rsidRPr="00E062F1" w:rsidRDefault="00944F22" w:rsidP="006B3BD2">
            <w:pPr>
              <w:pStyle w:val="TAC"/>
              <w:rPr>
                <w:rFonts w:eastAsia="PMingLiU"/>
                <w:lang w:eastAsia="zh-TW"/>
              </w:rPr>
            </w:pPr>
            <w:r w:rsidRPr="00E062F1">
              <w:rPr>
                <w:rFonts w:eastAsia="PMingLiU"/>
                <w:lang w:eastAsia="zh-TW"/>
              </w:rPr>
              <w:t>DC_46A-48D_n260(3A)</w:t>
            </w:r>
          </w:p>
          <w:p w14:paraId="4A26A560" w14:textId="77777777" w:rsidR="00944F22" w:rsidRPr="00E062F1" w:rsidRDefault="00944F22" w:rsidP="006B3BD2">
            <w:pPr>
              <w:pStyle w:val="TAC"/>
              <w:rPr>
                <w:rFonts w:eastAsia="PMingLiU"/>
                <w:lang w:eastAsia="zh-TW"/>
              </w:rPr>
            </w:pPr>
            <w:r w:rsidRPr="00E062F1">
              <w:rPr>
                <w:rFonts w:eastAsia="PMingLiU"/>
                <w:lang w:eastAsia="zh-TW"/>
              </w:rPr>
              <w:t>DC_46C-48C_n260(3A)</w:t>
            </w:r>
          </w:p>
          <w:p w14:paraId="47A32433" w14:textId="77777777" w:rsidR="00944F22" w:rsidRPr="00E062F1" w:rsidRDefault="00944F22" w:rsidP="006B3BD2">
            <w:pPr>
              <w:pStyle w:val="TAC"/>
              <w:rPr>
                <w:rFonts w:eastAsia="PMingLiU"/>
                <w:lang w:eastAsia="zh-TW"/>
              </w:rPr>
            </w:pPr>
            <w:r w:rsidRPr="00E062F1">
              <w:rPr>
                <w:rFonts w:eastAsia="PMingLiU"/>
                <w:lang w:eastAsia="zh-TW"/>
              </w:rPr>
              <w:t>DC_46C-48D_n260(3A)</w:t>
            </w:r>
          </w:p>
          <w:p w14:paraId="58B08793" w14:textId="77777777" w:rsidR="00944F22" w:rsidRPr="00E062F1" w:rsidRDefault="00944F22" w:rsidP="006B3BD2">
            <w:pPr>
              <w:pStyle w:val="TAC"/>
              <w:rPr>
                <w:rFonts w:eastAsia="PMingLiU"/>
                <w:lang w:eastAsia="zh-TW"/>
              </w:rPr>
            </w:pPr>
            <w:r w:rsidRPr="00E062F1">
              <w:rPr>
                <w:rFonts w:eastAsia="PMingLiU"/>
                <w:lang w:eastAsia="zh-TW"/>
              </w:rPr>
              <w:t>DC_46D-48C_n260(3A)</w:t>
            </w:r>
          </w:p>
          <w:p w14:paraId="074E0472" w14:textId="77777777" w:rsidR="00944F22" w:rsidRPr="00E062F1" w:rsidRDefault="00944F22" w:rsidP="006B3BD2">
            <w:pPr>
              <w:pStyle w:val="TAC"/>
              <w:rPr>
                <w:rFonts w:eastAsia="PMingLiU"/>
                <w:lang w:eastAsia="zh-TW"/>
              </w:rPr>
            </w:pPr>
            <w:r w:rsidRPr="00E062F1">
              <w:rPr>
                <w:rFonts w:eastAsia="PMingLiU"/>
                <w:lang w:eastAsia="zh-TW"/>
              </w:rPr>
              <w:t>DC_46D-48D_n260(3A)</w:t>
            </w:r>
          </w:p>
          <w:p w14:paraId="34866A3D" w14:textId="77777777" w:rsidR="00944F22" w:rsidRPr="00E062F1" w:rsidRDefault="00944F22" w:rsidP="006B3BD2">
            <w:pPr>
              <w:pStyle w:val="TAC"/>
              <w:rPr>
                <w:rFonts w:eastAsia="PMingLiU"/>
                <w:lang w:eastAsia="zh-TW"/>
              </w:rPr>
            </w:pPr>
            <w:r w:rsidRPr="00E062F1">
              <w:rPr>
                <w:rFonts w:cs="Arial"/>
                <w:lang w:eastAsia="ja-JP"/>
              </w:rPr>
              <w:t>DC</w:t>
            </w:r>
            <w:r w:rsidRPr="00E062F1">
              <w:rPr>
                <w:rFonts w:eastAsia="PMingLiU"/>
                <w:lang w:eastAsia="zh-TW"/>
              </w:rPr>
              <w:t>_46A-48A_n260(4A)</w:t>
            </w:r>
          </w:p>
          <w:p w14:paraId="23A67A4F" w14:textId="77777777" w:rsidR="00944F22" w:rsidRPr="00E062F1" w:rsidRDefault="00944F22" w:rsidP="006B3BD2">
            <w:pPr>
              <w:pStyle w:val="TAC"/>
              <w:rPr>
                <w:rFonts w:eastAsia="PMingLiU"/>
                <w:lang w:eastAsia="zh-TW"/>
              </w:rPr>
            </w:pPr>
            <w:r w:rsidRPr="00E062F1">
              <w:rPr>
                <w:rFonts w:eastAsia="PMingLiU"/>
                <w:lang w:eastAsia="zh-TW"/>
              </w:rPr>
              <w:t>DC_46C-48A_n260(4A)</w:t>
            </w:r>
          </w:p>
          <w:p w14:paraId="44AEDB80" w14:textId="77777777" w:rsidR="00944F22" w:rsidRPr="00E062F1" w:rsidRDefault="00944F22" w:rsidP="006B3BD2">
            <w:pPr>
              <w:pStyle w:val="TAC"/>
              <w:rPr>
                <w:rFonts w:eastAsia="PMingLiU"/>
                <w:lang w:eastAsia="zh-TW"/>
              </w:rPr>
            </w:pPr>
            <w:r w:rsidRPr="00E062F1">
              <w:rPr>
                <w:rFonts w:eastAsia="PMingLiU"/>
                <w:lang w:eastAsia="zh-TW"/>
              </w:rPr>
              <w:t>DC_46D-48A_n260(4A)</w:t>
            </w:r>
          </w:p>
          <w:p w14:paraId="03279D30" w14:textId="77777777" w:rsidR="00944F22" w:rsidRPr="00E062F1" w:rsidRDefault="00944F22" w:rsidP="006B3BD2">
            <w:pPr>
              <w:pStyle w:val="TAC"/>
              <w:rPr>
                <w:rFonts w:eastAsia="PMingLiU"/>
                <w:lang w:eastAsia="zh-TW"/>
              </w:rPr>
            </w:pPr>
            <w:r w:rsidRPr="00E062F1">
              <w:rPr>
                <w:rFonts w:eastAsia="PMingLiU"/>
                <w:lang w:eastAsia="zh-TW"/>
              </w:rPr>
              <w:t>DC_46A-48C_n260(4A)</w:t>
            </w:r>
          </w:p>
          <w:p w14:paraId="21C5EC31" w14:textId="77777777" w:rsidR="00944F22" w:rsidRPr="00E062F1" w:rsidRDefault="00944F22" w:rsidP="006B3BD2">
            <w:pPr>
              <w:pStyle w:val="TAC"/>
              <w:rPr>
                <w:rFonts w:eastAsia="PMingLiU"/>
                <w:lang w:eastAsia="zh-TW"/>
              </w:rPr>
            </w:pPr>
            <w:r w:rsidRPr="00E062F1">
              <w:rPr>
                <w:rFonts w:eastAsia="PMingLiU"/>
                <w:lang w:eastAsia="zh-TW"/>
              </w:rPr>
              <w:t>DC_46A-48D_n260(4A)</w:t>
            </w:r>
          </w:p>
          <w:p w14:paraId="4102DEA8" w14:textId="77777777" w:rsidR="00944F22" w:rsidRPr="00E062F1" w:rsidRDefault="00944F22" w:rsidP="006B3BD2">
            <w:pPr>
              <w:pStyle w:val="TAC"/>
              <w:rPr>
                <w:rFonts w:eastAsia="PMingLiU"/>
                <w:lang w:eastAsia="zh-TW"/>
              </w:rPr>
            </w:pPr>
            <w:r w:rsidRPr="00E062F1">
              <w:rPr>
                <w:rFonts w:eastAsia="PMingLiU"/>
                <w:lang w:eastAsia="zh-TW"/>
              </w:rPr>
              <w:t>DC_46C-48C_n260(4A)</w:t>
            </w:r>
          </w:p>
          <w:p w14:paraId="2624AF1F" w14:textId="77777777" w:rsidR="00944F22" w:rsidRPr="00E062F1" w:rsidRDefault="00944F22" w:rsidP="006B3BD2">
            <w:pPr>
              <w:pStyle w:val="TAC"/>
              <w:rPr>
                <w:rFonts w:eastAsia="PMingLiU"/>
                <w:lang w:eastAsia="zh-TW"/>
              </w:rPr>
            </w:pPr>
            <w:r w:rsidRPr="00E062F1">
              <w:rPr>
                <w:rFonts w:eastAsia="PMingLiU"/>
                <w:lang w:eastAsia="zh-TW"/>
              </w:rPr>
              <w:t>DC_46C-48D_n260(4A)</w:t>
            </w:r>
          </w:p>
          <w:p w14:paraId="685EF4CD" w14:textId="77777777" w:rsidR="00944F22" w:rsidRPr="00E062F1" w:rsidRDefault="00944F22" w:rsidP="006B3BD2">
            <w:pPr>
              <w:pStyle w:val="TAC"/>
              <w:rPr>
                <w:rFonts w:eastAsia="PMingLiU"/>
                <w:lang w:eastAsia="zh-TW"/>
              </w:rPr>
            </w:pPr>
            <w:r w:rsidRPr="00E062F1">
              <w:rPr>
                <w:rFonts w:eastAsia="PMingLiU"/>
                <w:lang w:eastAsia="zh-TW"/>
              </w:rPr>
              <w:t>DC_46D-48C_n260(4A)</w:t>
            </w:r>
          </w:p>
          <w:p w14:paraId="1DE253B0" w14:textId="77777777" w:rsidR="00944F22" w:rsidRPr="00E062F1" w:rsidRDefault="00944F22" w:rsidP="006B3BD2">
            <w:pPr>
              <w:pStyle w:val="TAC"/>
              <w:rPr>
                <w:lang w:eastAsia="ja-JP"/>
              </w:rPr>
            </w:pPr>
            <w:r w:rsidRPr="00E062F1">
              <w:rPr>
                <w:rFonts w:eastAsia="PMingLiU"/>
                <w:lang w:eastAsia="zh-TW"/>
              </w:rPr>
              <w:t>DC_46D-48D_n260(4A)</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EB13A0B" w14:textId="77777777" w:rsidR="00944F22" w:rsidRPr="00E062F1" w:rsidRDefault="00944F22" w:rsidP="006B3BD2">
            <w:pPr>
              <w:pStyle w:val="TAC"/>
              <w:rPr>
                <w:rFonts w:eastAsia="PMingLiU"/>
                <w:lang w:eastAsia="zh-TW"/>
              </w:rPr>
            </w:pPr>
            <w:r w:rsidRPr="00E062F1">
              <w:rPr>
                <w:rFonts w:eastAsia="PMingLiU"/>
                <w:lang w:eastAsia="zh-TW"/>
              </w:rPr>
              <w:t>DC_48A_n260A</w:t>
            </w:r>
          </w:p>
          <w:p w14:paraId="400C66D4" w14:textId="77777777" w:rsidR="00944F22" w:rsidRPr="00E062F1" w:rsidRDefault="00944F22" w:rsidP="006B3BD2">
            <w:pPr>
              <w:pStyle w:val="TAC"/>
              <w:rPr>
                <w:noProof/>
              </w:rPr>
            </w:pPr>
            <w:r w:rsidRPr="00E062F1">
              <w:rPr>
                <w:rFonts w:eastAsia="PMingLiU"/>
                <w:lang w:eastAsia="zh-TW"/>
              </w:rPr>
              <w:t>DC_48C_n260A</w:t>
            </w:r>
          </w:p>
        </w:tc>
      </w:tr>
      <w:tr w:rsidR="00944F22" w:rsidRPr="00E062F1" w14:paraId="712327CE"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2269EA9" w14:textId="77777777" w:rsidR="00944F22" w:rsidRPr="00E062F1" w:rsidRDefault="00944F22" w:rsidP="006B3BD2">
            <w:pPr>
              <w:pStyle w:val="TAC"/>
              <w:rPr>
                <w:rFonts w:cs="Arial"/>
                <w:lang w:eastAsia="ja-JP"/>
              </w:rPr>
            </w:pPr>
            <w:r w:rsidRPr="00E062F1">
              <w:rPr>
                <w:rFonts w:cs="Arial"/>
                <w:lang w:eastAsia="ja-JP"/>
              </w:rPr>
              <w:t>DC_46A-48A_n261A</w:t>
            </w:r>
          </w:p>
          <w:p w14:paraId="3EA17064" w14:textId="77777777" w:rsidR="00944F22" w:rsidRPr="00E062F1" w:rsidRDefault="00944F22" w:rsidP="006B3BD2">
            <w:pPr>
              <w:pStyle w:val="TAC"/>
              <w:rPr>
                <w:rFonts w:cs="Arial"/>
                <w:lang w:eastAsia="ja-JP"/>
              </w:rPr>
            </w:pPr>
            <w:r w:rsidRPr="00E062F1">
              <w:rPr>
                <w:rFonts w:cs="Arial"/>
                <w:lang w:eastAsia="ja-JP"/>
              </w:rPr>
              <w:t>DC_46C-48A_n261A</w:t>
            </w:r>
          </w:p>
          <w:p w14:paraId="5261929B" w14:textId="77777777" w:rsidR="00944F22" w:rsidRPr="00E062F1" w:rsidRDefault="00944F22" w:rsidP="006B3BD2">
            <w:pPr>
              <w:pStyle w:val="TAC"/>
              <w:rPr>
                <w:rFonts w:cs="Arial"/>
                <w:lang w:eastAsia="ja-JP"/>
              </w:rPr>
            </w:pPr>
            <w:r w:rsidRPr="00E062F1">
              <w:rPr>
                <w:rFonts w:cs="Arial"/>
                <w:lang w:eastAsia="ja-JP"/>
              </w:rPr>
              <w:t>DC_46D-48A_n261A</w:t>
            </w:r>
          </w:p>
          <w:p w14:paraId="04421BD4" w14:textId="77777777" w:rsidR="00944F22" w:rsidRPr="00E062F1" w:rsidRDefault="00944F22" w:rsidP="006B3BD2">
            <w:pPr>
              <w:pStyle w:val="TAC"/>
              <w:rPr>
                <w:rFonts w:cs="Arial"/>
                <w:lang w:eastAsia="ja-JP"/>
              </w:rPr>
            </w:pPr>
            <w:r w:rsidRPr="00E062F1">
              <w:rPr>
                <w:rFonts w:cs="Arial"/>
                <w:lang w:eastAsia="ja-JP"/>
              </w:rPr>
              <w:t>DC_46A-48C_n261A</w:t>
            </w:r>
          </w:p>
          <w:p w14:paraId="77324D7C" w14:textId="77777777" w:rsidR="00944F22" w:rsidRPr="00E062F1" w:rsidRDefault="00944F22" w:rsidP="006B3BD2">
            <w:pPr>
              <w:pStyle w:val="TAC"/>
              <w:rPr>
                <w:rFonts w:cs="Arial"/>
                <w:lang w:eastAsia="ja-JP"/>
              </w:rPr>
            </w:pPr>
            <w:r w:rsidRPr="00E062F1">
              <w:rPr>
                <w:rFonts w:cs="Arial"/>
                <w:lang w:eastAsia="ja-JP"/>
              </w:rPr>
              <w:t>DC_46A-48D_n261A</w:t>
            </w:r>
          </w:p>
          <w:p w14:paraId="5FD37419" w14:textId="77777777" w:rsidR="00944F22" w:rsidRPr="00E062F1" w:rsidRDefault="00944F22" w:rsidP="006B3BD2">
            <w:pPr>
              <w:pStyle w:val="TAC"/>
              <w:rPr>
                <w:rFonts w:cs="Arial"/>
                <w:lang w:eastAsia="ja-JP"/>
              </w:rPr>
            </w:pPr>
            <w:r w:rsidRPr="00E062F1">
              <w:rPr>
                <w:rFonts w:cs="Arial"/>
                <w:lang w:eastAsia="ja-JP"/>
              </w:rPr>
              <w:t>DC_46C-48C_n261A</w:t>
            </w:r>
          </w:p>
          <w:p w14:paraId="4E19CC35" w14:textId="77777777" w:rsidR="00944F22" w:rsidRPr="00E062F1" w:rsidRDefault="00944F22" w:rsidP="006B3BD2">
            <w:pPr>
              <w:pStyle w:val="TAC"/>
              <w:rPr>
                <w:rFonts w:cs="Arial"/>
                <w:lang w:eastAsia="ja-JP"/>
              </w:rPr>
            </w:pPr>
            <w:r w:rsidRPr="00E062F1">
              <w:rPr>
                <w:rFonts w:cs="Arial"/>
                <w:lang w:eastAsia="ja-JP"/>
              </w:rPr>
              <w:t>DC_46C-48D_n261A</w:t>
            </w:r>
          </w:p>
          <w:p w14:paraId="4EBBE106" w14:textId="77777777" w:rsidR="00944F22" w:rsidRPr="00E062F1" w:rsidRDefault="00944F22" w:rsidP="006B3BD2">
            <w:pPr>
              <w:pStyle w:val="TAC"/>
              <w:rPr>
                <w:rFonts w:cs="Arial"/>
                <w:lang w:eastAsia="ja-JP"/>
              </w:rPr>
            </w:pPr>
            <w:r w:rsidRPr="00E062F1">
              <w:rPr>
                <w:rFonts w:cs="Arial"/>
                <w:lang w:eastAsia="ja-JP"/>
              </w:rPr>
              <w:t>DC_46D-48C_n261A</w:t>
            </w:r>
          </w:p>
          <w:p w14:paraId="18B47FDE" w14:textId="77777777" w:rsidR="00944F22" w:rsidRPr="00E062F1" w:rsidRDefault="00944F22" w:rsidP="006B3BD2">
            <w:pPr>
              <w:pStyle w:val="TAC"/>
              <w:rPr>
                <w:rFonts w:cs="Arial"/>
                <w:lang w:eastAsia="ja-JP"/>
              </w:rPr>
            </w:pPr>
            <w:r w:rsidRPr="00E062F1">
              <w:rPr>
                <w:rFonts w:cs="Arial"/>
                <w:lang w:eastAsia="ja-JP"/>
              </w:rPr>
              <w:t>DC_46D-48D_n261A</w:t>
            </w:r>
          </w:p>
          <w:p w14:paraId="5F9A3592" w14:textId="77777777" w:rsidR="00944F22" w:rsidRPr="00E062F1" w:rsidRDefault="00944F22" w:rsidP="006B3BD2">
            <w:pPr>
              <w:pStyle w:val="TAC"/>
              <w:rPr>
                <w:rFonts w:cs="Arial"/>
                <w:lang w:eastAsia="ja-JP"/>
              </w:rPr>
            </w:pPr>
            <w:r w:rsidRPr="00E062F1">
              <w:rPr>
                <w:rFonts w:cs="Arial"/>
                <w:lang w:eastAsia="ja-JP"/>
              </w:rPr>
              <w:t>DC_46A-48A_n261(2A)</w:t>
            </w:r>
          </w:p>
          <w:p w14:paraId="3A061EA5" w14:textId="77777777" w:rsidR="00944F22" w:rsidRPr="00E062F1" w:rsidRDefault="00944F22" w:rsidP="006B3BD2">
            <w:pPr>
              <w:pStyle w:val="TAC"/>
              <w:rPr>
                <w:rFonts w:cs="Arial"/>
                <w:lang w:eastAsia="ja-JP"/>
              </w:rPr>
            </w:pPr>
            <w:r w:rsidRPr="00E062F1">
              <w:rPr>
                <w:rFonts w:cs="Arial"/>
                <w:lang w:eastAsia="ja-JP"/>
              </w:rPr>
              <w:t>DC_46C-48A_n261(2A)</w:t>
            </w:r>
          </w:p>
          <w:p w14:paraId="17D27C68" w14:textId="77777777" w:rsidR="00944F22" w:rsidRPr="00E062F1" w:rsidRDefault="00944F22" w:rsidP="006B3BD2">
            <w:pPr>
              <w:pStyle w:val="TAC"/>
              <w:rPr>
                <w:rFonts w:cs="Arial"/>
                <w:lang w:eastAsia="ja-JP"/>
              </w:rPr>
            </w:pPr>
            <w:r w:rsidRPr="00E062F1">
              <w:rPr>
                <w:rFonts w:cs="Arial"/>
                <w:lang w:eastAsia="ja-JP"/>
              </w:rPr>
              <w:t>DC_46D-48A_n261(2A)</w:t>
            </w:r>
          </w:p>
          <w:p w14:paraId="00FB5ACE" w14:textId="77777777" w:rsidR="00944F22" w:rsidRPr="00E062F1" w:rsidRDefault="00944F22" w:rsidP="006B3BD2">
            <w:pPr>
              <w:pStyle w:val="TAC"/>
              <w:rPr>
                <w:rFonts w:cs="Arial"/>
                <w:lang w:eastAsia="ja-JP"/>
              </w:rPr>
            </w:pPr>
            <w:r w:rsidRPr="00E062F1">
              <w:rPr>
                <w:rFonts w:cs="Arial"/>
                <w:lang w:eastAsia="ja-JP"/>
              </w:rPr>
              <w:t>DC_46A-48C_n261(2A)</w:t>
            </w:r>
          </w:p>
          <w:p w14:paraId="45D74D14" w14:textId="77777777" w:rsidR="00944F22" w:rsidRPr="00E062F1" w:rsidRDefault="00944F22" w:rsidP="006B3BD2">
            <w:pPr>
              <w:pStyle w:val="TAC"/>
              <w:rPr>
                <w:rFonts w:cs="Arial"/>
                <w:lang w:eastAsia="ja-JP"/>
              </w:rPr>
            </w:pPr>
            <w:r w:rsidRPr="00E062F1">
              <w:rPr>
                <w:rFonts w:cs="Arial"/>
                <w:lang w:eastAsia="ja-JP"/>
              </w:rPr>
              <w:t>DC_46A-48D_n261(2A)</w:t>
            </w:r>
          </w:p>
          <w:p w14:paraId="6FB4D39A" w14:textId="77777777" w:rsidR="00944F22" w:rsidRPr="00E062F1" w:rsidRDefault="00944F22" w:rsidP="006B3BD2">
            <w:pPr>
              <w:pStyle w:val="TAC"/>
              <w:rPr>
                <w:rFonts w:cs="Arial"/>
                <w:lang w:eastAsia="ja-JP"/>
              </w:rPr>
            </w:pPr>
            <w:r w:rsidRPr="00E062F1">
              <w:rPr>
                <w:rFonts w:cs="Arial"/>
                <w:lang w:eastAsia="ja-JP"/>
              </w:rPr>
              <w:t>DC_46C-48C_n261(2A)</w:t>
            </w:r>
          </w:p>
          <w:p w14:paraId="0726B05D" w14:textId="77777777" w:rsidR="00944F22" w:rsidRPr="00E062F1" w:rsidRDefault="00944F22" w:rsidP="006B3BD2">
            <w:pPr>
              <w:pStyle w:val="TAC"/>
              <w:rPr>
                <w:rFonts w:cs="Arial"/>
                <w:lang w:eastAsia="ja-JP"/>
              </w:rPr>
            </w:pPr>
            <w:r w:rsidRPr="00E062F1">
              <w:rPr>
                <w:rFonts w:cs="Arial"/>
                <w:lang w:eastAsia="ja-JP"/>
              </w:rPr>
              <w:t>DC_46C-48D_n261(2A)</w:t>
            </w:r>
          </w:p>
          <w:p w14:paraId="7248852C" w14:textId="77777777" w:rsidR="00944F22" w:rsidRPr="00E062F1" w:rsidRDefault="00944F22" w:rsidP="006B3BD2">
            <w:pPr>
              <w:pStyle w:val="TAC"/>
              <w:rPr>
                <w:rFonts w:cs="Arial"/>
                <w:lang w:eastAsia="ja-JP"/>
              </w:rPr>
            </w:pPr>
            <w:r w:rsidRPr="00E062F1">
              <w:rPr>
                <w:rFonts w:cs="Arial"/>
                <w:lang w:eastAsia="ja-JP"/>
              </w:rPr>
              <w:t>DC_46D-48C_n261(2A)</w:t>
            </w:r>
          </w:p>
          <w:p w14:paraId="6329DB53" w14:textId="77777777" w:rsidR="00944F22" w:rsidRPr="00E062F1" w:rsidRDefault="00944F22" w:rsidP="006B3BD2">
            <w:pPr>
              <w:pStyle w:val="TAC"/>
              <w:rPr>
                <w:lang w:eastAsia="ja-JP"/>
              </w:rPr>
            </w:pPr>
            <w:r w:rsidRPr="00E062F1">
              <w:rPr>
                <w:rFonts w:cs="Arial"/>
                <w:lang w:eastAsia="ja-JP"/>
              </w:rPr>
              <w:t>DC_46D-48D_n261(2A)</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7CFE02F" w14:textId="77777777" w:rsidR="00944F22" w:rsidRPr="00E062F1" w:rsidRDefault="00944F22" w:rsidP="006B3BD2">
            <w:pPr>
              <w:pStyle w:val="TAC"/>
              <w:rPr>
                <w:rFonts w:eastAsia="PMingLiU"/>
                <w:lang w:eastAsia="zh-TW"/>
              </w:rPr>
            </w:pPr>
            <w:r w:rsidRPr="00E062F1">
              <w:rPr>
                <w:rFonts w:eastAsia="PMingLiU"/>
                <w:lang w:eastAsia="zh-TW"/>
              </w:rPr>
              <w:t>DC_48A_n261A</w:t>
            </w:r>
          </w:p>
          <w:p w14:paraId="5CD84D87" w14:textId="77777777" w:rsidR="00944F22" w:rsidRPr="00E062F1" w:rsidRDefault="00944F22" w:rsidP="006B3BD2">
            <w:pPr>
              <w:pStyle w:val="TAC"/>
              <w:rPr>
                <w:noProof/>
              </w:rPr>
            </w:pPr>
            <w:r w:rsidRPr="00E062F1">
              <w:rPr>
                <w:rFonts w:eastAsia="PMingLiU"/>
                <w:lang w:eastAsia="zh-TW"/>
              </w:rPr>
              <w:t>DC_48C_n261A</w:t>
            </w:r>
          </w:p>
        </w:tc>
      </w:tr>
      <w:tr w:rsidR="00944F22" w:rsidRPr="00E062F1" w14:paraId="731A9EE6"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CBAFC06" w14:textId="77777777" w:rsidR="00944F22" w:rsidRPr="00E062F1" w:rsidRDefault="00944F22" w:rsidP="006B3BD2">
            <w:pPr>
              <w:pStyle w:val="TAC"/>
              <w:rPr>
                <w:lang w:eastAsia="fr-FR"/>
              </w:rPr>
            </w:pPr>
            <w:r w:rsidRPr="00E062F1">
              <w:t>DC_46A-66A_n258A</w:t>
            </w:r>
          </w:p>
          <w:p w14:paraId="5C636B7D" w14:textId="77777777" w:rsidR="00944F22" w:rsidRPr="00E062F1" w:rsidRDefault="00944F22" w:rsidP="006B3BD2">
            <w:pPr>
              <w:pStyle w:val="TAC"/>
            </w:pPr>
            <w:r w:rsidRPr="00E062F1">
              <w:t>DC_46C-66A_n258A</w:t>
            </w:r>
          </w:p>
          <w:p w14:paraId="6D1F773E" w14:textId="77777777" w:rsidR="00944F22" w:rsidRPr="00E062F1" w:rsidRDefault="00944F22" w:rsidP="006B3BD2">
            <w:pPr>
              <w:pStyle w:val="TAC"/>
              <w:rPr>
                <w:rFonts w:cs="Arial"/>
                <w:lang w:eastAsia="ja-JP"/>
              </w:rPr>
            </w:pPr>
            <w:r w:rsidRPr="00E062F1">
              <w:t>DC_46D-66A_n258A</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B2E87BF" w14:textId="77777777" w:rsidR="00944F22" w:rsidRPr="00E062F1" w:rsidRDefault="00944F22" w:rsidP="006B3BD2">
            <w:pPr>
              <w:pStyle w:val="TAC"/>
              <w:rPr>
                <w:rFonts w:eastAsia="PMingLiU"/>
                <w:lang w:eastAsia="zh-TW"/>
              </w:rPr>
            </w:pPr>
            <w:r w:rsidRPr="00E062F1">
              <w:t>DC_66A_n258A</w:t>
            </w:r>
          </w:p>
        </w:tc>
      </w:tr>
      <w:tr w:rsidR="00944F22" w:rsidRPr="00E062F1" w14:paraId="2158ECDD"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F4EC8C7" w14:textId="77777777" w:rsidR="00944F22" w:rsidRPr="00E062F1" w:rsidRDefault="00944F22" w:rsidP="006B3BD2">
            <w:pPr>
              <w:pStyle w:val="TAC"/>
            </w:pPr>
            <w:r w:rsidRPr="00E062F1">
              <w:lastRenderedPageBreak/>
              <w:t>DC_46A-66A_n258(2A)</w:t>
            </w:r>
          </w:p>
          <w:p w14:paraId="6C79516F" w14:textId="77777777" w:rsidR="00944F22" w:rsidRPr="00E062F1" w:rsidRDefault="00944F22" w:rsidP="006B3BD2">
            <w:pPr>
              <w:pStyle w:val="TAC"/>
              <w:rPr>
                <w:lang w:eastAsia="fr-FR"/>
              </w:rPr>
            </w:pPr>
            <w:r w:rsidRPr="00E062F1">
              <w:t>DC_46A-66A_n258(3A)</w:t>
            </w:r>
          </w:p>
          <w:p w14:paraId="0535F2AF" w14:textId="77777777" w:rsidR="00944F22" w:rsidRPr="00E062F1" w:rsidRDefault="00944F22" w:rsidP="006B3BD2">
            <w:pPr>
              <w:pStyle w:val="TAC"/>
            </w:pPr>
            <w:r w:rsidRPr="00E062F1">
              <w:t>DC_46A-66A_n258(4A)</w:t>
            </w:r>
          </w:p>
          <w:p w14:paraId="01ABD1A9" w14:textId="77777777" w:rsidR="00944F22" w:rsidRPr="00E062F1" w:rsidRDefault="00944F22" w:rsidP="006B3BD2">
            <w:pPr>
              <w:pStyle w:val="TAC"/>
            </w:pPr>
            <w:r w:rsidRPr="00E062F1">
              <w:t>DC_46A-66A_n258(5A)</w:t>
            </w:r>
          </w:p>
          <w:p w14:paraId="3796E8B5" w14:textId="77777777" w:rsidR="00944F22" w:rsidRPr="00E062F1" w:rsidRDefault="00944F22" w:rsidP="006B3BD2">
            <w:pPr>
              <w:pStyle w:val="TAC"/>
            </w:pPr>
            <w:r w:rsidRPr="00E062F1">
              <w:t>DC_46C-66A_n258(2A)</w:t>
            </w:r>
          </w:p>
          <w:p w14:paraId="336A36F5" w14:textId="77777777" w:rsidR="00944F22" w:rsidRPr="00E062F1" w:rsidRDefault="00944F22" w:rsidP="006B3BD2">
            <w:pPr>
              <w:pStyle w:val="TAC"/>
            </w:pPr>
            <w:r w:rsidRPr="00E062F1">
              <w:t>DC_46C-66A_n258(3A)</w:t>
            </w:r>
          </w:p>
          <w:p w14:paraId="0CCB1F43" w14:textId="77777777" w:rsidR="00944F22" w:rsidRPr="00E062F1" w:rsidRDefault="00944F22" w:rsidP="006B3BD2">
            <w:pPr>
              <w:pStyle w:val="TAC"/>
            </w:pPr>
            <w:r w:rsidRPr="00E062F1">
              <w:t>DC_46C-66A_n258(4A)</w:t>
            </w:r>
          </w:p>
          <w:p w14:paraId="677B010A" w14:textId="77777777" w:rsidR="00944F22" w:rsidRPr="00E062F1" w:rsidRDefault="00944F22" w:rsidP="006B3BD2">
            <w:pPr>
              <w:pStyle w:val="TAC"/>
            </w:pPr>
            <w:r w:rsidRPr="00E062F1">
              <w:t>DC_46C-66A_n258(5A)</w:t>
            </w:r>
          </w:p>
          <w:p w14:paraId="74E3C335" w14:textId="77777777" w:rsidR="00944F22" w:rsidRPr="00E062F1" w:rsidRDefault="00944F22" w:rsidP="006B3BD2">
            <w:pPr>
              <w:pStyle w:val="TAC"/>
            </w:pPr>
            <w:r w:rsidRPr="00E062F1">
              <w:t>DC_46D-66A_n258(2A)</w:t>
            </w:r>
          </w:p>
          <w:p w14:paraId="60C4BBA4" w14:textId="77777777" w:rsidR="00944F22" w:rsidRPr="00E062F1" w:rsidRDefault="00944F22" w:rsidP="006B3BD2">
            <w:pPr>
              <w:pStyle w:val="TAC"/>
            </w:pPr>
            <w:r w:rsidRPr="00E062F1">
              <w:t>DC_46D-66A_n258(3A)</w:t>
            </w:r>
          </w:p>
          <w:p w14:paraId="765F784A" w14:textId="77777777" w:rsidR="00944F22" w:rsidRPr="00E062F1" w:rsidRDefault="00944F22" w:rsidP="006B3BD2">
            <w:pPr>
              <w:pStyle w:val="TAC"/>
            </w:pPr>
            <w:r w:rsidRPr="00E062F1">
              <w:t>DC_46D-66A_n258(4A)</w:t>
            </w:r>
          </w:p>
          <w:p w14:paraId="4796966F" w14:textId="77777777" w:rsidR="00944F22" w:rsidRPr="00E062F1" w:rsidRDefault="00944F22" w:rsidP="006B3BD2">
            <w:pPr>
              <w:pStyle w:val="TAC"/>
              <w:rPr>
                <w:rFonts w:cs="Arial"/>
                <w:lang w:eastAsia="ja-JP"/>
              </w:rPr>
            </w:pPr>
            <w:r w:rsidRPr="00E062F1">
              <w:t>DC_46D-66A_n258(5A)</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715FB5C" w14:textId="77777777" w:rsidR="00944F22" w:rsidRPr="00E062F1" w:rsidRDefault="00944F22" w:rsidP="006B3BD2">
            <w:pPr>
              <w:pStyle w:val="TAC"/>
              <w:rPr>
                <w:rFonts w:eastAsia="PMingLiU"/>
                <w:lang w:eastAsia="zh-TW"/>
              </w:rPr>
            </w:pPr>
            <w:r w:rsidRPr="00E062F1">
              <w:t>DC_66A_n258A</w:t>
            </w:r>
          </w:p>
        </w:tc>
      </w:tr>
      <w:tr w:rsidR="00944F22" w:rsidRPr="00E062F1" w14:paraId="1E614B6D"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B839840" w14:textId="77777777" w:rsidR="00944F22" w:rsidRPr="00E062F1" w:rsidRDefault="00944F22" w:rsidP="006B3BD2">
            <w:pPr>
              <w:pStyle w:val="TAC"/>
              <w:rPr>
                <w:lang w:eastAsia="ja-JP"/>
              </w:rPr>
            </w:pPr>
            <w:r w:rsidRPr="00E062F1">
              <w:rPr>
                <w:lang w:eastAsia="ja-JP"/>
              </w:rPr>
              <w:t>DC_46A-66A_n260A</w:t>
            </w:r>
          </w:p>
          <w:p w14:paraId="3274B168" w14:textId="77777777" w:rsidR="00944F22" w:rsidRPr="00E062F1" w:rsidRDefault="00944F22" w:rsidP="006B3BD2">
            <w:pPr>
              <w:pStyle w:val="TAC"/>
              <w:rPr>
                <w:lang w:eastAsia="ja-JP"/>
              </w:rPr>
            </w:pPr>
            <w:r w:rsidRPr="00E062F1">
              <w:rPr>
                <w:lang w:eastAsia="ja-JP"/>
              </w:rPr>
              <w:t>DC_46C-66A_n260A</w:t>
            </w:r>
          </w:p>
          <w:p w14:paraId="41C6BAD2" w14:textId="77777777" w:rsidR="00944F22" w:rsidRPr="00E062F1" w:rsidRDefault="00944F22" w:rsidP="006B3BD2">
            <w:pPr>
              <w:pStyle w:val="TAC"/>
              <w:rPr>
                <w:lang w:eastAsia="ja-JP"/>
              </w:rPr>
            </w:pPr>
            <w:r w:rsidRPr="00E062F1">
              <w:rPr>
                <w:lang w:eastAsia="ja-JP"/>
              </w:rPr>
              <w:t>DC_46D-66A_n260A</w:t>
            </w:r>
          </w:p>
          <w:p w14:paraId="7FF9F489" w14:textId="77777777" w:rsidR="00944F22" w:rsidRPr="00E062F1" w:rsidRDefault="00944F22" w:rsidP="006B3BD2">
            <w:pPr>
              <w:pStyle w:val="TAC"/>
              <w:rPr>
                <w:rFonts w:eastAsia="MS Mincho" w:cs="Arial"/>
                <w:lang w:eastAsia="ja-JP"/>
              </w:rPr>
            </w:pPr>
            <w:r w:rsidRPr="00E062F1">
              <w:rPr>
                <w:rFonts w:cs="Arial"/>
                <w:lang w:eastAsia="ja-JP"/>
              </w:rPr>
              <w:t>DC_46E-66A_n260A</w:t>
            </w:r>
          </w:p>
          <w:p w14:paraId="33271B57" w14:textId="77777777" w:rsidR="00944F22" w:rsidRPr="00E062F1" w:rsidRDefault="00944F22" w:rsidP="006B3BD2">
            <w:pPr>
              <w:pStyle w:val="TAC"/>
              <w:rPr>
                <w:rFonts w:cs="Arial"/>
                <w:lang w:eastAsia="ja-JP"/>
              </w:rPr>
            </w:pPr>
            <w:r w:rsidRPr="00E062F1">
              <w:rPr>
                <w:rFonts w:cs="Arial"/>
                <w:lang w:eastAsia="ja-JP"/>
              </w:rPr>
              <w:t>DC_46A-66A_n260G</w:t>
            </w:r>
          </w:p>
          <w:p w14:paraId="7E509DE9" w14:textId="77777777" w:rsidR="00944F22" w:rsidRPr="00E062F1" w:rsidRDefault="00944F22" w:rsidP="006B3BD2">
            <w:pPr>
              <w:pStyle w:val="TAC"/>
              <w:rPr>
                <w:rFonts w:cs="Arial"/>
                <w:lang w:eastAsia="ja-JP"/>
              </w:rPr>
            </w:pPr>
            <w:r w:rsidRPr="00E062F1">
              <w:rPr>
                <w:rFonts w:cs="Arial"/>
                <w:lang w:eastAsia="ja-JP"/>
              </w:rPr>
              <w:t>DC_46C-66A_n260G</w:t>
            </w:r>
          </w:p>
          <w:p w14:paraId="75C6F485" w14:textId="77777777" w:rsidR="00944F22" w:rsidRPr="00E062F1" w:rsidRDefault="00944F22" w:rsidP="006B3BD2">
            <w:pPr>
              <w:pStyle w:val="TAC"/>
              <w:rPr>
                <w:rFonts w:cs="Arial"/>
                <w:lang w:eastAsia="ja-JP"/>
              </w:rPr>
            </w:pPr>
            <w:r w:rsidRPr="00E062F1">
              <w:rPr>
                <w:rFonts w:cs="Arial"/>
                <w:lang w:eastAsia="ja-JP"/>
              </w:rPr>
              <w:t>DC_46D-66A_n260G</w:t>
            </w:r>
          </w:p>
          <w:p w14:paraId="6C9F7C56" w14:textId="77777777" w:rsidR="00944F22" w:rsidRPr="00E062F1" w:rsidRDefault="00944F22" w:rsidP="006B3BD2">
            <w:pPr>
              <w:pStyle w:val="TAC"/>
              <w:rPr>
                <w:rFonts w:cs="Arial"/>
                <w:lang w:eastAsia="ja-JP"/>
              </w:rPr>
            </w:pPr>
            <w:r w:rsidRPr="00E062F1">
              <w:rPr>
                <w:rFonts w:cs="Arial"/>
                <w:lang w:eastAsia="ja-JP"/>
              </w:rPr>
              <w:t>DC_46E-66A_n260G</w:t>
            </w:r>
          </w:p>
          <w:p w14:paraId="3D71F058" w14:textId="77777777" w:rsidR="00944F22" w:rsidRPr="00E062F1" w:rsidRDefault="00944F22" w:rsidP="006B3BD2">
            <w:pPr>
              <w:pStyle w:val="TAC"/>
              <w:rPr>
                <w:rFonts w:cs="Arial"/>
                <w:lang w:eastAsia="ja-JP"/>
              </w:rPr>
            </w:pPr>
            <w:r w:rsidRPr="00E062F1">
              <w:rPr>
                <w:rFonts w:cs="Arial"/>
                <w:lang w:eastAsia="ja-JP"/>
              </w:rPr>
              <w:t>DC_46A-66A_n260H</w:t>
            </w:r>
          </w:p>
          <w:p w14:paraId="571E389C" w14:textId="77777777" w:rsidR="00944F22" w:rsidRPr="00E062F1" w:rsidRDefault="00944F22" w:rsidP="006B3BD2">
            <w:pPr>
              <w:pStyle w:val="TAC"/>
              <w:rPr>
                <w:rFonts w:cs="Arial"/>
                <w:lang w:eastAsia="ja-JP"/>
              </w:rPr>
            </w:pPr>
            <w:r w:rsidRPr="00E062F1">
              <w:rPr>
                <w:rFonts w:cs="Arial"/>
                <w:lang w:eastAsia="ja-JP"/>
              </w:rPr>
              <w:t>DC_46C-66A_n260H</w:t>
            </w:r>
          </w:p>
          <w:p w14:paraId="3D6E8DF1" w14:textId="77777777" w:rsidR="00944F22" w:rsidRPr="00E062F1" w:rsidRDefault="00944F22" w:rsidP="006B3BD2">
            <w:pPr>
              <w:pStyle w:val="TAC"/>
              <w:rPr>
                <w:rFonts w:cs="Arial"/>
                <w:lang w:eastAsia="ja-JP"/>
              </w:rPr>
            </w:pPr>
            <w:r w:rsidRPr="00E062F1">
              <w:rPr>
                <w:rFonts w:cs="Arial"/>
                <w:lang w:eastAsia="ja-JP"/>
              </w:rPr>
              <w:t>DC_46D-66A_n260H</w:t>
            </w:r>
          </w:p>
          <w:p w14:paraId="55482526" w14:textId="77777777" w:rsidR="00944F22" w:rsidRPr="00E062F1" w:rsidRDefault="00944F22" w:rsidP="006B3BD2">
            <w:pPr>
              <w:pStyle w:val="TAC"/>
              <w:rPr>
                <w:rFonts w:cs="Arial"/>
                <w:lang w:eastAsia="ja-JP"/>
              </w:rPr>
            </w:pPr>
            <w:r w:rsidRPr="00E062F1">
              <w:rPr>
                <w:rFonts w:cs="Arial"/>
                <w:lang w:eastAsia="ja-JP"/>
              </w:rPr>
              <w:t>DC_46E-66A_n260H</w:t>
            </w:r>
          </w:p>
          <w:p w14:paraId="4BC61166" w14:textId="77777777" w:rsidR="00944F22" w:rsidRPr="00E062F1" w:rsidRDefault="00944F22" w:rsidP="006B3BD2">
            <w:pPr>
              <w:pStyle w:val="TAC"/>
              <w:rPr>
                <w:rFonts w:cs="Arial"/>
                <w:lang w:eastAsia="ja-JP"/>
              </w:rPr>
            </w:pPr>
            <w:r w:rsidRPr="00E062F1">
              <w:rPr>
                <w:rFonts w:cs="Arial"/>
                <w:lang w:eastAsia="ja-JP"/>
              </w:rPr>
              <w:t>DC_46A-66A_n260I</w:t>
            </w:r>
          </w:p>
          <w:p w14:paraId="089653CB" w14:textId="77777777" w:rsidR="00944F22" w:rsidRPr="00E062F1" w:rsidRDefault="00944F22" w:rsidP="006B3BD2">
            <w:pPr>
              <w:pStyle w:val="TAC"/>
              <w:rPr>
                <w:rFonts w:cs="Arial"/>
                <w:lang w:eastAsia="ja-JP"/>
              </w:rPr>
            </w:pPr>
            <w:r w:rsidRPr="00E062F1">
              <w:rPr>
                <w:rFonts w:cs="Arial"/>
                <w:lang w:eastAsia="ja-JP"/>
              </w:rPr>
              <w:t>DC_46C-66A_n260I</w:t>
            </w:r>
          </w:p>
          <w:p w14:paraId="0A194F24" w14:textId="77777777" w:rsidR="00944F22" w:rsidRPr="00E062F1" w:rsidRDefault="00944F22" w:rsidP="006B3BD2">
            <w:pPr>
              <w:pStyle w:val="TAC"/>
              <w:rPr>
                <w:rFonts w:cs="Arial"/>
                <w:lang w:eastAsia="ja-JP"/>
              </w:rPr>
            </w:pPr>
            <w:r w:rsidRPr="00E062F1">
              <w:rPr>
                <w:rFonts w:cs="Arial"/>
                <w:lang w:eastAsia="ja-JP"/>
              </w:rPr>
              <w:t>DC_46D-66A_n260I</w:t>
            </w:r>
          </w:p>
          <w:p w14:paraId="07FDDAFE" w14:textId="77777777" w:rsidR="00944F22" w:rsidRPr="00E062F1" w:rsidRDefault="00944F22" w:rsidP="006B3BD2">
            <w:pPr>
              <w:pStyle w:val="TAC"/>
              <w:rPr>
                <w:rFonts w:cs="Arial"/>
                <w:lang w:eastAsia="ja-JP"/>
              </w:rPr>
            </w:pPr>
            <w:r w:rsidRPr="00E062F1">
              <w:rPr>
                <w:rFonts w:cs="Arial"/>
                <w:lang w:eastAsia="ja-JP"/>
              </w:rPr>
              <w:t>DC_46E-66A_n260I</w:t>
            </w:r>
          </w:p>
          <w:p w14:paraId="30C6FD9E" w14:textId="77777777" w:rsidR="00944F22" w:rsidRPr="00E062F1" w:rsidRDefault="00944F22" w:rsidP="006B3BD2">
            <w:pPr>
              <w:pStyle w:val="TAC"/>
              <w:rPr>
                <w:rFonts w:cs="Arial"/>
                <w:lang w:eastAsia="ja-JP"/>
              </w:rPr>
            </w:pPr>
            <w:r w:rsidRPr="00E062F1">
              <w:rPr>
                <w:rFonts w:cs="Arial"/>
                <w:lang w:eastAsia="ja-JP"/>
              </w:rPr>
              <w:t>DC_46A-66A_n260J</w:t>
            </w:r>
          </w:p>
          <w:p w14:paraId="5CFC6AD7" w14:textId="77777777" w:rsidR="00944F22" w:rsidRPr="00E062F1" w:rsidRDefault="00944F22" w:rsidP="006B3BD2">
            <w:pPr>
              <w:pStyle w:val="TAC"/>
              <w:rPr>
                <w:rFonts w:cs="Arial"/>
                <w:lang w:eastAsia="ja-JP"/>
              </w:rPr>
            </w:pPr>
            <w:r w:rsidRPr="00E062F1">
              <w:rPr>
                <w:rFonts w:cs="Arial"/>
                <w:lang w:eastAsia="ja-JP"/>
              </w:rPr>
              <w:t>DC_46C-66A_n260J</w:t>
            </w:r>
          </w:p>
          <w:p w14:paraId="5A9BAF24" w14:textId="77777777" w:rsidR="00944F22" w:rsidRPr="00E062F1" w:rsidRDefault="00944F22" w:rsidP="006B3BD2">
            <w:pPr>
              <w:pStyle w:val="TAC"/>
              <w:rPr>
                <w:rFonts w:cs="Arial"/>
                <w:lang w:eastAsia="ja-JP"/>
              </w:rPr>
            </w:pPr>
            <w:r w:rsidRPr="00E062F1">
              <w:rPr>
                <w:rFonts w:cs="Arial"/>
                <w:lang w:eastAsia="ja-JP"/>
              </w:rPr>
              <w:t>DC_46D-66A_n260J</w:t>
            </w:r>
          </w:p>
          <w:p w14:paraId="219AEDA5" w14:textId="77777777" w:rsidR="00944F22" w:rsidRPr="00E062F1" w:rsidRDefault="00944F22" w:rsidP="006B3BD2">
            <w:pPr>
              <w:pStyle w:val="TAC"/>
              <w:rPr>
                <w:rFonts w:cs="Arial"/>
                <w:lang w:eastAsia="ja-JP"/>
              </w:rPr>
            </w:pPr>
            <w:r w:rsidRPr="00E062F1">
              <w:rPr>
                <w:rFonts w:cs="Arial"/>
                <w:lang w:eastAsia="ja-JP"/>
              </w:rPr>
              <w:t>DC_46E-66A_n260J</w:t>
            </w:r>
          </w:p>
          <w:p w14:paraId="4F9B8631" w14:textId="77777777" w:rsidR="00944F22" w:rsidRPr="00E062F1" w:rsidRDefault="00944F22" w:rsidP="006B3BD2">
            <w:pPr>
              <w:pStyle w:val="TAC"/>
              <w:rPr>
                <w:rFonts w:cs="Arial"/>
                <w:lang w:eastAsia="ja-JP"/>
              </w:rPr>
            </w:pPr>
            <w:r w:rsidRPr="00E062F1">
              <w:rPr>
                <w:rFonts w:cs="Arial"/>
                <w:lang w:eastAsia="ja-JP"/>
              </w:rPr>
              <w:t>DC_46A-66A_n260K</w:t>
            </w:r>
          </w:p>
          <w:p w14:paraId="1C77E8EF" w14:textId="77777777" w:rsidR="00944F22" w:rsidRPr="00E062F1" w:rsidRDefault="00944F22" w:rsidP="006B3BD2">
            <w:pPr>
              <w:pStyle w:val="TAC"/>
              <w:rPr>
                <w:rFonts w:cs="Arial"/>
                <w:lang w:eastAsia="ja-JP"/>
              </w:rPr>
            </w:pPr>
            <w:r w:rsidRPr="00E062F1">
              <w:rPr>
                <w:rFonts w:cs="Arial"/>
                <w:lang w:eastAsia="ja-JP"/>
              </w:rPr>
              <w:t>DC_46C-66A_n260K</w:t>
            </w:r>
          </w:p>
          <w:p w14:paraId="3F2FD837" w14:textId="77777777" w:rsidR="00944F22" w:rsidRPr="00E062F1" w:rsidRDefault="00944F22" w:rsidP="006B3BD2">
            <w:pPr>
              <w:pStyle w:val="TAC"/>
              <w:rPr>
                <w:rFonts w:cs="Arial"/>
                <w:lang w:eastAsia="ja-JP"/>
              </w:rPr>
            </w:pPr>
            <w:r w:rsidRPr="00E062F1">
              <w:rPr>
                <w:rFonts w:cs="Arial"/>
                <w:lang w:eastAsia="ja-JP"/>
              </w:rPr>
              <w:t>DC_46D-66A_n260K</w:t>
            </w:r>
          </w:p>
          <w:p w14:paraId="29868315" w14:textId="77777777" w:rsidR="00944F22" w:rsidRPr="00E062F1" w:rsidRDefault="00944F22" w:rsidP="006B3BD2">
            <w:pPr>
              <w:pStyle w:val="TAC"/>
              <w:rPr>
                <w:rFonts w:cs="Arial"/>
                <w:lang w:eastAsia="ja-JP"/>
              </w:rPr>
            </w:pPr>
            <w:r w:rsidRPr="00E062F1">
              <w:rPr>
                <w:rFonts w:cs="Arial"/>
                <w:lang w:eastAsia="ja-JP"/>
              </w:rPr>
              <w:t>DC_46E-66A_n260K</w:t>
            </w:r>
          </w:p>
          <w:p w14:paraId="285F92F3" w14:textId="77777777" w:rsidR="00944F22" w:rsidRPr="00E062F1" w:rsidRDefault="00944F22" w:rsidP="006B3BD2">
            <w:pPr>
              <w:pStyle w:val="TAC"/>
              <w:rPr>
                <w:rFonts w:cs="Arial"/>
                <w:lang w:eastAsia="ja-JP"/>
              </w:rPr>
            </w:pPr>
            <w:r w:rsidRPr="00E062F1">
              <w:rPr>
                <w:rFonts w:cs="Arial"/>
                <w:lang w:eastAsia="ja-JP"/>
              </w:rPr>
              <w:t>DC_46A-66A_n260L</w:t>
            </w:r>
          </w:p>
          <w:p w14:paraId="75953157" w14:textId="77777777" w:rsidR="00944F22" w:rsidRPr="00E062F1" w:rsidRDefault="00944F22" w:rsidP="006B3BD2">
            <w:pPr>
              <w:pStyle w:val="TAC"/>
              <w:rPr>
                <w:rFonts w:cs="Arial"/>
                <w:lang w:eastAsia="ja-JP"/>
              </w:rPr>
            </w:pPr>
            <w:r w:rsidRPr="00E062F1">
              <w:rPr>
                <w:rFonts w:cs="Arial"/>
                <w:lang w:eastAsia="ja-JP"/>
              </w:rPr>
              <w:t>DC_46C-66A_n260L</w:t>
            </w:r>
          </w:p>
          <w:p w14:paraId="7792D83A" w14:textId="77777777" w:rsidR="00944F22" w:rsidRPr="00E062F1" w:rsidRDefault="00944F22" w:rsidP="006B3BD2">
            <w:pPr>
              <w:pStyle w:val="TAC"/>
              <w:rPr>
                <w:rFonts w:cs="Arial"/>
                <w:lang w:eastAsia="ja-JP"/>
              </w:rPr>
            </w:pPr>
            <w:r w:rsidRPr="00E062F1">
              <w:rPr>
                <w:rFonts w:cs="Arial"/>
                <w:lang w:eastAsia="ja-JP"/>
              </w:rPr>
              <w:t>DC_46D-66A_n260L</w:t>
            </w:r>
          </w:p>
          <w:p w14:paraId="577E3290" w14:textId="77777777" w:rsidR="00944F22" w:rsidRPr="00E062F1" w:rsidRDefault="00944F22" w:rsidP="006B3BD2">
            <w:pPr>
              <w:pStyle w:val="TAC"/>
              <w:rPr>
                <w:rFonts w:cs="Arial"/>
                <w:lang w:eastAsia="ja-JP"/>
              </w:rPr>
            </w:pPr>
            <w:r w:rsidRPr="00E062F1">
              <w:rPr>
                <w:rFonts w:cs="Arial"/>
                <w:lang w:eastAsia="ja-JP"/>
              </w:rPr>
              <w:t>DC_46E-66A_n260L</w:t>
            </w:r>
          </w:p>
          <w:p w14:paraId="1F66A424" w14:textId="77777777" w:rsidR="00944F22" w:rsidRPr="00E062F1" w:rsidRDefault="00944F22" w:rsidP="006B3BD2">
            <w:pPr>
              <w:pStyle w:val="TAC"/>
              <w:rPr>
                <w:rFonts w:cs="Arial"/>
                <w:lang w:eastAsia="ja-JP"/>
              </w:rPr>
            </w:pPr>
            <w:r w:rsidRPr="00E062F1">
              <w:rPr>
                <w:rFonts w:cs="Arial"/>
                <w:lang w:eastAsia="ja-JP"/>
              </w:rPr>
              <w:t>DC_46A-66A_n260M</w:t>
            </w:r>
          </w:p>
          <w:p w14:paraId="3FB3CD26" w14:textId="77777777" w:rsidR="00944F22" w:rsidRPr="00E062F1" w:rsidRDefault="00944F22" w:rsidP="006B3BD2">
            <w:pPr>
              <w:pStyle w:val="TAC"/>
              <w:rPr>
                <w:rFonts w:cs="Arial"/>
                <w:lang w:eastAsia="ja-JP"/>
              </w:rPr>
            </w:pPr>
            <w:r w:rsidRPr="00E062F1">
              <w:rPr>
                <w:rFonts w:cs="Arial"/>
                <w:lang w:eastAsia="ja-JP"/>
              </w:rPr>
              <w:t>DC_46C-66A_n260M</w:t>
            </w:r>
          </w:p>
          <w:p w14:paraId="6FD1FD00" w14:textId="77777777" w:rsidR="00944F22" w:rsidRPr="00E062F1" w:rsidRDefault="00944F22" w:rsidP="006B3BD2">
            <w:pPr>
              <w:pStyle w:val="TAC"/>
              <w:rPr>
                <w:rFonts w:cs="Arial"/>
                <w:lang w:eastAsia="ja-JP"/>
              </w:rPr>
            </w:pPr>
            <w:r w:rsidRPr="00E062F1">
              <w:rPr>
                <w:rFonts w:cs="Arial"/>
                <w:lang w:eastAsia="ja-JP"/>
              </w:rPr>
              <w:t>DC_46D-66A_n260M</w:t>
            </w:r>
          </w:p>
          <w:p w14:paraId="25B2ACEB" w14:textId="6A2E3C95" w:rsidR="00944F22" w:rsidRPr="00E062F1" w:rsidRDefault="00944F22" w:rsidP="006B3BD2">
            <w:pPr>
              <w:pStyle w:val="TAC"/>
              <w:rPr>
                <w:lang w:eastAsia="ja-JP"/>
              </w:rPr>
            </w:pPr>
            <w:r w:rsidRPr="00E062F1">
              <w:rPr>
                <w:rFonts w:cs="Arial"/>
                <w:lang w:eastAsia="ja-JP"/>
              </w:rPr>
              <w:t>DC_46E-66A_n260M</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2A0850B" w14:textId="77777777" w:rsidR="00944F22" w:rsidRPr="00E062F1" w:rsidRDefault="00944F22" w:rsidP="006B3BD2">
            <w:pPr>
              <w:pStyle w:val="TAC"/>
              <w:rPr>
                <w:lang w:eastAsia="ja-JP"/>
              </w:rPr>
            </w:pPr>
            <w:r w:rsidRPr="00E062F1">
              <w:rPr>
                <w:lang w:eastAsia="ja-JP"/>
              </w:rPr>
              <w:t>DC_66A_n260A</w:t>
            </w:r>
          </w:p>
          <w:p w14:paraId="731CD062" w14:textId="77777777" w:rsidR="00944F22" w:rsidRPr="00E062F1" w:rsidRDefault="00944F22" w:rsidP="006B3BD2">
            <w:pPr>
              <w:pStyle w:val="TAC"/>
              <w:rPr>
                <w:rFonts w:eastAsia="MS Mincho" w:cs="Arial"/>
                <w:lang w:eastAsia="ja-JP"/>
              </w:rPr>
            </w:pPr>
            <w:r w:rsidRPr="00E062F1">
              <w:rPr>
                <w:rFonts w:cs="Arial"/>
                <w:lang w:eastAsia="ja-JP"/>
              </w:rPr>
              <w:t>DC_66A_n260G</w:t>
            </w:r>
          </w:p>
          <w:p w14:paraId="33733431" w14:textId="77777777" w:rsidR="00944F22" w:rsidRPr="00E062F1" w:rsidRDefault="00944F22" w:rsidP="006B3BD2">
            <w:pPr>
              <w:pStyle w:val="TAC"/>
              <w:rPr>
                <w:rFonts w:cs="Arial"/>
                <w:lang w:eastAsia="ja-JP"/>
              </w:rPr>
            </w:pPr>
            <w:r w:rsidRPr="00E062F1">
              <w:rPr>
                <w:rFonts w:cs="Arial"/>
                <w:lang w:eastAsia="ja-JP"/>
              </w:rPr>
              <w:t>DC_66A_n260H</w:t>
            </w:r>
          </w:p>
          <w:p w14:paraId="65A6078D" w14:textId="7AF3DE48" w:rsidR="00944F22" w:rsidRPr="00E062F1" w:rsidRDefault="00944F22" w:rsidP="006B3BD2">
            <w:pPr>
              <w:pStyle w:val="TAC"/>
              <w:rPr>
                <w:rFonts w:cs="Arial"/>
                <w:lang w:eastAsia="ja-JP"/>
              </w:rPr>
            </w:pPr>
            <w:r w:rsidRPr="00E062F1">
              <w:rPr>
                <w:rFonts w:cs="Arial"/>
                <w:lang w:eastAsia="ja-JP"/>
              </w:rPr>
              <w:t>DC_66A_n260I</w:t>
            </w:r>
          </w:p>
          <w:p w14:paraId="2D7C9E91" w14:textId="78A36258" w:rsidR="00944F22" w:rsidRPr="00E062F1" w:rsidRDefault="00944F22" w:rsidP="006B3BD2">
            <w:pPr>
              <w:pStyle w:val="TAC"/>
              <w:rPr>
                <w:rFonts w:cs="Arial"/>
                <w:lang w:eastAsia="ja-JP"/>
              </w:rPr>
            </w:pPr>
            <w:r w:rsidRPr="00E062F1">
              <w:rPr>
                <w:rFonts w:cs="Arial"/>
                <w:lang w:eastAsia="ja-JP"/>
              </w:rPr>
              <w:t>DC_66A_n260J</w:t>
            </w:r>
          </w:p>
          <w:p w14:paraId="20DBDB32" w14:textId="2F00C347" w:rsidR="00944F22" w:rsidRPr="00E062F1" w:rsidRDefault="00944F22" w:rsidP="006B3BD2">
            <w:pPr>
              <w:pStyle w:val="TAC"/>
              <w:rPr>
                <w:rFonts w:cs="Arial"/>
                <w:lang w:eastAsia="ja-JP"/>
              </w:rPr>
            </w:pPr>
            <w:r w:rsidRPr="00E062F1">
              <w:rPr>
                <w:rFonts w:cs="Arial"/>
                <w:lang w:eastAsia="ja-JP"/>
              </w:rPr>
              <w:t>DC_66A_n260K</w:t>
            </w:r>
          </w:p>
          <w:p w14:paraId="2D74E1AF" w14:textId="4B5057A1" w:rsidR="00944F22" w:rsidRPr="00E062F1" w:rsidRDefault="00944F22" w:rsidP="006B3BD2">
            <w:pPr>
              <w:pStyle w:val="TAC"/>
              <w:rPr>
                <w:rFonts w:cs="Arial"/>
                <w:lang w:eastAsia="ja-JP"/>
              </w:rPr>
            </w:pPr>
            <w:r w:rsidRPr="00E062F1">
              <w:rPr>
                <w:rFonts w:cs="Arial"/>
                <w:lang w:eastAsia="ja-JP"/>
              </w:rPr>
              <w:t>DC_66A_n260L</w:t>
            </w:r>
          </w:p>
          <w:p w14:paraId="7802CC37" w14:textId="643E9759" w:rsidR="00944F22" w:rsidRPr="00E062F1" w:rsidRDefault="00944F22" w:rsidP="006B3BD2">
            <w:pPr>
              <w:pStyle w:val="TAC"/>
              <w:rPr>
                <w:noProof/>
              </w:rPr>
            </w:pPr>
            <w:r w:rsidRPr="00E062F1">
              <w:rPr>
                <w:rFonts w:cs="Arial"/>
                <w:lang w:eastAsia="ja-JP"/>
              </w:rPr>
              <w:t>DC_66A_n260M</w:t>
            </w:r>
          </w:p>
        </w:tc>
      </w:tr>
      <w:tr w:rsidR="00944F22" w:rsidRPr="00E062F1" w14:paraId="0D3928B0"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5974860" w14:textId="77777777" w:rsidR="00944F22" w:rsidRPr="00E062F1" w:rsidRDefault="00944F22" w:rsidP="006B3BD2">
            <w:pPr>
              <w:pStyle w:val="TAC"/>
              <w:rPr>
                <w:rFonts w:eastAsia="MS Mincho" w:cs="Arial"/>
                <w:lang w:eastAsia="ja-JP"/>
              </w:rPr>
            </w:pPr>
            <w:r w:rsidRPr="00E062F1">
              <w:rPr>
                <w:rFonts w:cs="Arial"/>
                <w:lang w:eastAsia="ja-JP"/>
              </w:rPr>
              <w:t>DC_46A-66A_n260(2A)</w:t>
            </w:r>
          </w:p>
          <w:p w14:paraId="67C0520E" w14:textId="77777777" w:rsidR="00944F22" w:rsidRPr="00E062F1" w:rsidRDefault="00944F22" w:rsidP="006B3BD2">
            <w:pPr>
              <w:pStyle w:val="TAC"/>
              <w:rPr>
                <w:rFonts w:cs="Arial"/>
                <w:lang w:eastAsia="ja-JP"/>
              </w:rPr>
            </w:pPr>
            <w:r w:rsidRPr="00E062F1">
              <w:rPr>
                <w:rFonts w:cs="Arial"/>
                <w:lang w:eastAsia="ja-JP"/>
              </w:rPr>
              <w:t>DC_46C-66A_n260(2A)</w:t>
            </w:r>
          </w:p>
          <w:p w14:paraId="5818D25A" w14:textId="77777777" w:rsidR="00944F22" w:rsidRPr="00E062F1" w:rsidRDefault="00944F22" w:rsidP="006B3BD2">
            <w:pPr>
              <w:pStyle w:val="TAC"/>
              <w:rPr>
                <w:lang w:eastAsia="ja-JP"/>
              </w:rPr>
            </w:pPr>
            <w:r w:rsidRPr="00E062F1">
              <w:rPr>
                <w:rFonts w:cs="Arial"/>
                <w:lang w:eastAsia="ja-JP"/>
              </w:rPr>
              <w:t>DC_46D-66A_n260(2A)</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B4ABCC8" w14:textId="77777777" w:rsidR="00944F22" w:rsidRPr="00E062F1" w:rsidRDefault="00944F22" w:rsidP="006B3BD2">
            <w:pPr>
              <w:pStyle w:val="TAC"/>
              <w:rPr>
                <w:lang w:eastAsia="ja-JP"/>
              </w:rPr>
            </w:pPr>
            <w:r w:rsidRPr="00E062F1">
              <w:rPr>
                <w:lang w:eastAsia="fi-FI"/>
              </w:rPr>
              <w:t>DC_66A_n260A</w:t>
            </w:r>
          </w:p>
        </w:tc>
      </w:tr>
      <w:tr w:rsidR="00944F22" w:rsidRPr="00E062F1" w14:paraId="5D360EAB" w14:textId="77777777" w:rsidTr="006B3BD2">
        <w:trPr>
          <w:trHeight w:val="187"/>
          <w:jc w:val="center"/>
        </w:trPr>
        <w:tc>
          <w:tcPr>
            <w:tcW w:w="4814"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4DAAE38" w14:textId="77777777" w:rsidR="00944F22" w:rsidRPr="00E062F1" w:rsidRDefault="00944F22" w:rsidP="006B3BD2">
            <w:pPr>
              <w:pStyle w:val="TAC"/>
              <w:rPr>
                <w:lang w:eastAsia="fi-FI"/>
              </w:rPr>
            </w:pPr>
            <w:r w:rsidRPr="00E062F1">
              <w:rPr>
                <w:lang w:eastAsia="fi-FI"/>
              </w:rPr>
              <w:t>DC_46A-66A_n261A</w:t>
            </w:r>
          </w:p>
          <w:p w14:paraId="345A82B8" w14:textId="77777777" w:rsidR="00944F22" w:rsidRPr="00E062F1" w:rsidRDefault="00944F22" w:rsidP="006B3BD2">
            <w:pPr>
              <w:pStyle w:val="TAC"/>
              <w:rPr>
                <w:lang w:eastAsia="fi-FI"/>
              </w:rPr>
            </w:pPr>
            <w:r w:rsidRPr="00E062F1">
              <w:rPr>
                <w:lang w:eastAsia="fi-FI"/>
              </w:rPr>
              <w:t>DC_46C-66A_n261A</w:t>
            </w:r>
          </w:p>
          <w:p w14:paraId="0F55A7A9" w14:textId="77777777" w:rsidR="00944F22" w:rsidRPr="00E062F1" w:rsidRDefault="00944F22" w:rsidP="006B3BD2">
            <w:pPr>
              <w:pStyle w:val="TAC"/>
              <w:rPr>
                <w:lang w:eastAsia="fi-FI"/>
              </w:rPr>
            </w:pPr>
            <w:r w:rsidRPr="00E062F1">
              <w:rPr>
                <w:lang w:eastAsia="fi-FI"/>
              </w:rPr>
              <w:t>DC_46D-66A_n261A</w:t>
            </w:r>
          </w:p>
          <w:p w14:paraId="640DB790" w14:textId="77777777" w:rsidR="00944F22" w:rsidRPr="00E062F1" w:rsidRDefault="00944F22" w:rsidP="006B3BD2">
            <w:pPr>
              <w:pStyle w:val="TAC"/>
              <w:rPr>
                <w:lang w:eastAsia="fi-FI"/>
              </w:rPr>
            </w:pPr>
            <w:r w:rsidRPr="00E062F1">
              <w:rPr>
                <w:lang w:eastAsia="fi-FI"/>
              </w:rPr>
              <w:t>DC_46A-66A_n261(2A)</w:t>
            </w:r>
          </w:p>
          <w:p w14:paraId="7D47FFDA" w14:textId="77777777" w:rsidR="00944F22" w:rsidRPr="00E062F1" w:rsidRDefault="00944F22" w:rsidP="006B3BD2">
            <w:pPr>
              <w:pStyle w:val="TAC"/>
              <w:rPr>
                <w:lang w:eastAsia="fi-FI"/>
              </w:rPr>
            </w:pPr>
            <w:r w:rsidRPr="00E062F1">
              <w:rPr>
                <w:lang w:eastAsia="fi-FI"/>
              </w:rPr>
              <w:t>DC_46C-66A_n261(2A)</w:t>
            </w:r>
          </w:p>
          <w:p w14:paraId="4E2F47A7" w14:textId="77777777" w:rsidR="00944F22" w:rsidRPr="00E062F1" w:rsidRDefault="00944F22" w:rsidP="006B3BD2">
            <w:pPr>
              <w:pStyle w:val="TAC"/>
              <w:rPr>
                <w:lang w:eastAsia="ja-JP"/>
              </w:rPr>
            </w:pPr>
            <w:r w:rsidRPr="00E062F1">
              <w:rPr>
                <w:lang w:eastAsia="fi-FI"/>
              </w:rPr>
              <w:t>DC_46D-66A_n261(2A)</w:t>
            </w:r>
          </w:p>
        </w:tc>
        <w:tc>
          <w:tcPr>
            <w:tcW w:w="48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6DCBC72" w14:textId="77777777" w:rsidR="00944F22" w:rsidRPr="00E062F1" w:rsidRDefault="00944F22" w:rsidP="006B3BD2">
            <w:pPr>
              <w:pStyle w:val="TAC"/>
              <w:rPr>
                <w:noProof/>
              </w:rPr>
            </w:pPr>
            <w:r w:rsidRPr="00E062F1">
              <w:rPr>
                <w:lang w:eastAsia="fi-FI"/>
              </w:rPr>
              <w:t>DC_66A_n261A</w:t>
            </w:r>
          </w:p>
        </w:tc>
      </w:tr>
      <w:tr w:rsidR="00944F22" w:rsidRPr="00E062F1" w14:paraId="3EBBC360" w14:textId="77777777" w:rsidTr="006B3BD2">
        <w:trPr>
          <w:trHeight w:val="187"/>
          <w:jc w:val="center"/>
        </w:trPr>
        <w:tc>
          <w:tcPr>
            <w:tcW w:w="9629" w:type="dxa"/>
            <w:gridSpan w:val="2"/>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vAlign w:val="center"/>
            <w:hideMark/>
          </w:tcPr>
          <w:p w14:paraId="7DDDAB3B" w14:textId="77777777" w:rsidR="00944F22" w:rsidRPr="00E062F1" w:rsidRDefault="00944F22" w:rsidP="006B3BD2">
            <w:pPr>
              <w:pStyle w:val="TAN"/>
              <w:rPr>
                <w:lang w:eastAsia="zh-CN"/>
              </w:rPr>
            </w:pPr>
            <w:r w:rsidRPr="00E062F1">
              <w:t>NOTE 1:</w:t>
            </w:r>
            <w:r w:rsidRPr="00E062F1">
              <w:tab/>
              <w:t>Uplink EN-DC configurations are the configurations supported by the present release of specifications.</w:t>
            </w:r>
          </w:p>
          <w:p w14:paraId="3BFEF2F7" w14:textId="3246BE47" w:rsidR="00944F22" w:rsidRPr="00E062F1" w:rsidRDefault="00944F22" w:rsidP="006B3BD2">
            <w:pPr>
              <w:pStyle w:val="TAN"/>
              <w:rPr>
                <w:lang w:eastAsia="zh-CN"/>
              </w:rPr>
            </w:pPr>
            <w:r w:rsidRPr="00E062F1">
              <w:t xml:space="preserve">NOTE </w:t>
            </w:r>
            <w:r w:rsidRPr="00E062F1">
              <w:rPr>
                <w:lang w:eastAsia="zh-CN"/>
              </w:rPr>
              <w:t>2</w:t>
            </w:r>
            <w:r w:rsidRPr="00E062F1">
              <w:t>:</w:t>
            </w:r>
            <w:r w:rsidRPr="00E062F1">
              <w:tab/>
              <w:t>Applicable for UE supporting inter-band EN-DC with mandatory simultaneous Rx/Tx capability</w:t>
            </w:r>
            <w:r w:rsidR="00694388">
              <w:rPr>
                <w:rFonts w:hint="eastAsia"/>
                <w:lang w:eastAsia="zh-TW"/>
              </w:rPr>
              <w:t xml:space="preserve"> </w:t>
            </w:r>
            <w:r w:rsidR="00694388">
              <w:rPr>
                <w:rStyle w:val="TALChar"/>
              </w:rPr>
              <w:t>for all of the above combinations</w:t>
            </w:r>
            <w:r w:rsidR="00694388">
              <w:rPr>
                <w:rStyle w:val="TALChar"/>
                <w:rFonts w:hint="eastAsia"/>
                <w:lang w:eastAsia="zh-TW"/>
              </w:rPr>
              <w:t>.</w:t>
            </w:r>
          </w:p>
        </w:tc>
      </w:tr>
    </w:tbl>
    <w:p w14:paraId="7AE7F2E8" w14:textId="77777777" w:rsidR="001310A1" w:rsidRPr="00E062F1" w:rsidRDefault="001310A1" w:rsidP="001310A1"/>
    <w:p w14:paraId="2F5EA5F1" w14:textId="383E2F5D" w:rsidR="001310A1" w:rsidRPr="00E062F1" w:rsidRDefault="001310A1" w:rsidP="001E6B6B">
      <w:pPr>
        <w:pStyle w:val="Heading4"/>
      </w:pPr>
      <w:bookmarkStart w:id="1372" w:name="_Toc21351532"/>
      <w:bookmarkStart w:id="1373" w:name="_Toc29807114"/>
      <w:bookmarkStart w:id="1374" w:name="_Toc36648828"/>
      <w:bookmarkStart w:id="1375" w:name="_Toc36651553"/>
      <w:bookmarkStart w:id="1376" w:name="_Toc37256487"/>
      <w:bookmarkStart w:id="1377" w:name="_Toc37256828"/>
      <w:bookmarkStart w:id="1378" w:name="_Toc45890525"/>
      <w:bookmarkStart w:id="1379" w:name="_Toc45891749"/>
      <w:bookmarkStart w:id="1380" w:name="_Toc45892159"/>
      <w:bookmarkStart w:id="1381" w:name="_Toc45892569"/>
      <w:bookmarkStart w:id="1382" w:name="_Toc52352982"/>
      <w:bookmarkStart w:id="1383" w:name="_Toc53174805"/>
      <w:bookmarkStart w:id="1384" w:name="_Toc61375954"/>
      <w:bookmarkStart w:id="1385" w:name="_Toc61376366"/>
      <w:bookmarkStart w:id="1386" w:name="_Toc67938639"/>
      <w:bookmarkStart w:id="1387" w:name="_Toc76454241"/>
      <w:bookmarkStart w:id="1388" w:name="_Toc76719661"/>
      <w:bookmarkStart w:id="1389" w:name="_Toc76720181"/>
      <w:bookmarkStart w:id="1390" w:name="_Toc83742878"/>
      <w:bookmarkStart w:id="1391" w:name="_Toc83887253"/>
      <w:bookmarkStart w:id="1392" w:name="_Toc83888054"/>
      <w:bookmarkStart w:id="1393" w:name="_Toc90588708"/>
      <w:r w:rsidRPr="00E062F1">
        <w:lastRenderedPageBreak/>
        <w:t>5.5B.5.3</w:t>
      </w:r>
      <w:r w:rsidRPr="00E062F1">
        <w:tab/>
        <w:t xml:space="preserve">Inter-band EN-DC configurations </w:t>
      </w:r>
      <w:r w:rsidR="00782B81" w:rsidRPr="00E062F1">
        <w:t xml:space="preserve">including FR2 </w:t>
      </w:r>
      <w:r w:rsidRPr="00E062F1">
        <w:t>(four bands)</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p>
    <w:p w14:paraId="5D10EB89" w14:textId="10BE8D68" w:rsidR="001310A1" w:rsidRPr="00E062F1" w:rsidRDefault="001310A1" w:rsidP="001E6B6B">
      <w:pPr>
        <w:pStyle w:val="TH"/>
      </w:pPr>
      <w:r w:rsidRPr="00E062F1">
        <w:t xml:space="preserve">Table 5.5B.5.3-1: Inter-band EN-DC configurations </w:t>
      </w:r>
      <w:r w:rsidR="00782B81" w:rsidRPr="00E062F1">
        <w:t xml:space="preserve">including FR2 </w:t>
      </w:r>
      <w:r w:rsidRPr="00E062F1">
        <w:t>(four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4"/>
        <w:gridCol w:w="4815"/>
      </w:tblGrid>
      <w:tr w:rsidR="001E6B6B" w:rsidRPr="001F078B" w14:paraId="4C95FD80" w14:textId="77777777" w:rsidTr="006B3BD2">
        <w:trPr>
          <w:trHeight w:val="187"/>
          <w:tblHeader/>
          <w:jc w:val="center"/>
        </w:trPr>
        <w:tc>
          <w:tcPr>
            <w:tcW w:w="4814" w:type="dxa"/>
            <w:shd w:val="clear" w:color="auto" w:fill="auto"/>
            <w:tcMar>
              <w:top w:w="28" w:type="dxa"/>
              <w:left w:w="28" w:type="dxa"/>
              <w:bottom w:w="28" w:type="dxa"/>
              <w:right w:w="28" w:type="dxa"/>
            </w:tcMar>
            <w:hideMark/>
          </w:tcPr>
          <w:p w14:paraId="28B9FC77" w14:textId="77777777" w:rsidR="001E6B6B" w:rsidRPr="001F078B" w:rsidRDefault="001E6B6B" w:rsidP="006B3BD2">
            <w:pPr>
              <w:pStyle w:val="TAH"/>
              <w:rPr>
                <w:lang w:val="en-US" w:eastAsia="fi-FI"/>
              </w:rPr>
            </w:pPr>
            <w:r w:rsidRPr="001F078B">
              <w:rPr>
                <w:lang w:val="en-US" w:eastAsia="fi-FI"/>
              </w:rPr>
              <w:lastRenderedPageBreak/>
              <w:t>EN-DC</w:t>
            </w:r>
            <w:r w:rsidRPr="001F078B">
              <w:rPr>
                <w:rFonts w:hint="eastAsia"/>
                <w:lang w:val="en-US" w:eastAsia="zh-CN"/>
              </w:rPr>
              <w:t xml:space="preserve"> </w:t>
            </w:r>
            <w:r w:rsidRPr="001F078B">
              <w:rPr>
                <w:lang w:val="en-US" w:eastAsia="fi-FI"/>
              </w:rPr>
              <w:t>configuration</w:t>
            </w:r>
          </w:p>
        </w:tc>
        <w:tc>
          <w:tcPr>
            <w:tcW w:w="4815" w:type="dxa"/>
            <w:tcMar>
              <w:top w:w="28" w:type="dxa"/>
              <w:left w:w="28" w:type="dxa"/>
              <w:bottom w:w="28" w:type="dxa"/>
              <w:right w:w="28" w:type="dxa"/>
            </w:tcMar>
          </w:tcPr>
          <w:p w14:paraId="02172292" w14:textId="77777777" w:rsidR="001E6B6B" w:rsidRPr="001F078B" w:rsidDel="00C35823" w:rsidRDefault="001E6B6B" w:rsidP="006B3BD2">
            <w:pPr>
              <w:pStyle w:val="TAH"/>
              <w:rPr>
                <w:lang w:eastAsia="fi-FI"/>
              </w:rPr>
            </w:pPr>
            <w:r w:rsidRPr="001F078B">
              <w:rPr>
                <w:lang w:val="en-US" w:eastAsia="fi-FI"/>
              </w:rPr>
              <w:t>Uplink EN-DC</w:t>
            </w:r>
            <w:r w:rsidRPr="001F078B">
              <w:rPr>
                <w:rFonts w:hint="eastAsia"/>
                <w:lang w:val="en-US" w:eastAsia="zh-CN"/>
              </w:rPr>
              <w:t xml:space="preserve"> </w:t>
            </w:r>
            <w:r w:rsidRPr="001F078B">
              <w:rPr>
                <w:lang w:val="en-US" w:eastAsia="fi-FI"/>
              </w:rPr>
              <w:t>configuration</w:t>
            </w:r>
            <w:r w:rsidRPr="001F078B">
              <w:rPr>
                <w:rFonts w:hint="eastAsia"/>
                <w:lang w:val="en-US" w:eastAsia="zh-CN"/>
              </w:rPr>
              <w:t xml:space="preserve"> </w:t>
            </w:r>
            <w:r w:rsidRPr="001F078B">
              <w:rPr>
                <w:lang w:val="en-US" w:eastAsia="fi-FI"/>
              </w:rPr>
              <w:t>(NOTE 1)</w:t>
            </w:r>
          </w:p>
        </w:tc>
      </w:tr>
      <w:tr w:rsidR="001E6B6B" w:rsidRPr="001F078B" w14:paraId="3C61314B" w14:textId="77777777" w:rsidTr="006B3BD2">
        <w:trPr>
          <w:trHeight w:val="187"/>
          <w:jc w:val="center"/>
        </w:trPr>
        <w:tc>
          <w:tcPr>
            <w:tcW w:w="4814" w:type="dxa"/>
            <w:shd w:val="clear" w:color="auto" w:fill="auto"/>
            <w:noWrap/>
            <w:tcMar>
              <w:top w:w="28" w:type="dxa"/>
              <w:left w:w="28" w:type="dxa"/>
              <w:bottom w:w="28" w:type="dxa"/>
              <w:right w:w="28" w:type="dxa"/>
            </w:tcMar>
          </w:tcPr>
          <w:p w14:paraId="312AF5C3" w14:textId="77777777" w:rsidR="001E6B6B" w:rsidRPr="001F078B" w:rsidRDefault="001E6B6B" w:rsidP="006B3BD2">
            <w:pPr>
              <w:pStyle w:val="TAC"/>
              <w:rPr>
                <w:lang w:val="en-US" w:eastAsia="fi-FI"/>
              </w:rPr>
            </w:pPr>
            <w:r w:rsidRPr="001F078B">
              <w:rPr>
                <w:lang w:val="en-US" w:eastAsia="fi-FI"/>
              </w:rPr>
              <w:t>DC_1A-3A-5A_n257A</w:t>
            </w:r>
            <w:r w:rsidRPr="001F078B">
              <w:rPr>
                <w:vertAlign w:val="superscript"/>
                <w:lang w:val="en-US" w:eastAsia="zh-CN"/>
              </w:rPr>
              <w:t>2</w:t>
            </w:r>
          </w:p>
          <w:p w14:paraId="582317A6" w14:textId="77777777" w:rsidR="001E6B6B" w:rsidRPr="001F078B" w:rsidRDefault="001E6B6B" w:rsidP="006B3BD2">
            <w:pPr>
              <w:pStyle w:val="TAC"/>
              <w:rPr>
                <w:rFonts w:eastAsia="Malgun Gothic"/>
                <w:lang w:eastAsia="ko-KR"/>
              </w:rPr>
            </w:pPr>
            <w:r w:rsidRPr="001F078B">
              <w:t>DC_1A-3A-5A_n257</w:t>
            </w:r>
            <w:r w:rsidRPr="001F078B">
              <w:rPr>
                <w:rFonts w:eastAsia="Malgun Gothic"/>
                <w:lang w:eastAsia="ko-KR"/>
              </w:rPr>
              <w:t>D</w:t>
            </w:r>
          </w:p>
          <w:p w14:paraId="554F2507" w14:textId="77777777" w:rsidR="001E6B6B" w:rsidRPr="001F078B" w:rsidRDefault="001E6B6B" w:rsidP="006B3BD2">
            <w:pPr>
              <w:pStyle w:val="TAC"/>
              <w:rPr>
                <w:rFonts w:eastAsia="Malgun Gothic"/>
                <w:lang w:eastAsia="ko-KR"/>
              </w:rPr>
            </w:pPr>
            <w:r w:rsidRPr="001F078B">
              <w:t>DC_1A-3A-5A_n257</w:t>
            </w:r>
            <w:r w:rsidRPr="001F078B">
              <w:rPr>
                <w:rFonts w:eastAsia="Malgun Gothic"/>
                <w:lang w:eastAsia="ko-KR"/>
              </w:rPr>
              <w:t>E</w:t>
            </w:r>
          </w:p>
          <w:p w14:paraId="584C62B2" w14:textId="77777777" w:rsidR="001E6B6B" w:rsidRPr="001F078B" w:rsidRDefault="001E6B6B" w:rsidP="006B3BD2">
            <w:pPr>
              <w:pStyle w:val="TAC"/>
              <w:rPr>
                <w:rFonts w:eastAsia="Malgun Gothic"/>
                <w:lang w:eastAsia="ko-KR"/>
              </w:rPr>
            </w:pPr>
            <w:r w:rsidRPr="001F078B">
              <w:t>DC_1A-3A-5A_n257F</w:t>
            </w:r>
          </w:p>
          <w:p w14:paraId="057328C0" w14:textId="77777777" w:rsidR="001E6B6B" w:rsidRPr="001F078B" w:rsidRDefault="001E6B6B" w:rsidP="006B3BD2">
            <w:pPr>
              <w:pStyle w:val="TAC"/>
              <w:rPr>
                <w:rFonts w:eastAsia="Malgun Gothic"/>
                <w:lang w:eastAsia="ko-KR"/>
              </w:rPr>
            </w:pPr>
            <w:r w:rsidRPr="001F078B">
              <w:t>DC_1A-3A-5A_n257</w:t>
            </w:r>
            <w:r w:rsidRPr="001F078B">
              <w:rPr>
                <w:rFonts w:eastAsia="Malgun Gothic"/>
                <w:lang w:eastAsia="ko-KR"/>
              </w:rPr>
              <w:t>G</w:t>
            </w:r>
          </w:p>
          <w:p w14:paraId="2DEEF850" w14:textId="77777777" w:rsidR="001E6B6B" w:rsidRPr="001F078B" w:rsidRDefault="001E6B6B" w:rsidP="006B3BD2">
            <w:pPr>
              <w:pStyle w:val="TAC"/>
              <w:rPr>
                <w:rFonts w:eastAsia="Malgun Gothic"/>
                <w:lang w:eastAsia="ko-KR"/>
              </w:rPr>
            </w:pPr>
            <w:r w:rsidRPr="001F078B">
              <w:t>DC_1A-3A-5A_n257</w:t>
            </w:r>
            <w:r w:rsidRPr="001F078B">
              <w:rPr>
                <w:rFonts w:eastAsia="Malgun Gothic"/>
                <w:lang w:eastAsia="ko-KR"/>
              </w:rPr>
              <w:t>H</w:t>
            </w:r>
          </w:p>
          <w:p w14:paraId="43B8CF22" w14:textId="77777777" w:rsidR="001E6B6B" w:rsidRPr="001F078B" w:rsidRDefault="001E6B6B" w:rsidP="006B3BD2">
            <w:pPr>
              <w:pStyle w:val="TAC"/>
              <w:rPr>
                <w:rFonts w:eastAsia="Malgun Gothic"/>
                <w:lang w:eastAsia="ko-KR"/>
              </w:rPr>
            </w:pPr>
            <w:r w:rsidRPr="001F078B">
              <w:t>DC_1A-3A-5A_n257</w:t>
            </w:r>
            <w:r w:rsidRPr="001F078B">
              <w:rPr>
                <w:rFonts w:eastAsia="Malgun Gothic"/>
                <w:lang w:eastAsia="ko-KR"/>
              </w:rPr>
              <w:t>I</w:t>
            </w:r>
          </w:p>
          <w:p w14:paraId="23EF1C6D" w14:textId="77777777" w:rsidR="001E6B6B" w:rsidRPr="001F078B" w:rsidRDefault="001E6B6B" w:rsidP="006B3BD2">
            <w:pPr>
              <w:pStyle w:val="TAC"/>
              <w:rPr>
                <w:rFonts w:eastAsia="Malgun Gothic"/>
                <w:lang w:eastAsia="ko-KR"/>
              </w:rPr>
            </w:pPr>
            <w:r w:rsidRPr="001F078B">
              <w:t>DC_1A-3A-5A_n257</w:t>
            </w:r>
            <w:r w:rsidRPr="001F078B">
              <w:rPr>
                <w:rFonts w:eastAsia="Malgun Gothic"/>
                <w:lang w:eastAsia="ko-KR"/>
              </w:rPr>
              <w:t>J</w:t>
            </w:r>
          </w:p>
          <w:p w14:paraId="2722499B" w14:textId="77777777" w:rsidR="001E6B6B" w:rsidRPr="001F078B" w:rsidRDefault="001E6B6B" w:rsidP="006B3BD2">
            <w:pPr>
              <w:pStyle w:val="TAC"/>
              <w:rPr>
                <w:rFonts w:eastAsia="Malgun Gothic"/>
                <w:lang w:eastAsia="ko-KR"/>
              </w:rPr>
            </w:pPr>
            <w:r w:rsidRPr="001F078B">
              <w:t>DC_1A-3A-5A_n257</w:t>
            </w:r>
            <w:r w:rsidRPr="001F078B">
              <w:rPr>
                <w:rFonts w:eastAsia="Malgun Gothic"/>
                <w:lang w:eastAsia="ko-KR"/>
              </w:rPr>
              <w:t>K</w:t>
            </w:r>
          </w:p>
          <w:p w14:paraId="696E8823" w14:textId="77777777" w:rsidR="001E6B6B" w:rsidRPr="001F078B" w:rsidRDefault="001E6B6B" w:rsidP="006B3BD2">
            <w:pPr>
              <w:pStyle w:val="TAC"/>
              <w:rPr>
                <w:rFonts w:eastAsia="Malgun Gothic"/>
                <w:lang w:eastAsia="ko-KR"/>
              </w:rPr>
            </w:pPr>
            <w:r w:rsidRPr="001F078B">
              <w:t>DC_1A-3A-5A_n257</w:t>
            </w:r>
            <w:r w:rsidRPr="001F078B">
              <w:rPr>
                <w:rFonts w:eastAsia="Malgun Gothic"/>
                <w:lang w:eastAsia="ko-KR"/>
              </w:rPr>
              <w:t>L</w:t>
            </w:r>
          </w:p>
          <w:p w14:paraId="506995D5" w14:textId="77777777" w:rsidR="001E6B6B" w:rsidRPr="001F078B" w:rsidRDefault="001E6B6B" w:rsidP="006B3BD2">
            <w:pPr>
              <w:pStyle w:val="TAC"/>
              <w:rPr>
                <w:noProof/>
                <w:lang w:eastAsia="zh-CN"/>
              </w:rPr>
            </w:pPr>
            <w:r w:rsidRPr="001F078B">
              <w:t>DC_1A-3A-5A_n257M</w:t>
            </w:r>
          </w:p>
        </w:tc>
        <w:tc>
          <w:tcPr>
            <w:tcW w:w="4815" w:type="dxa"/>
            <w:tcMar>
              <w:top w:w="28" w:type="dxa"/>
              <w:left w:w="28" w:type="dxa"/>
              <w:bottom w:w="28" w:type="dxa"/>
              <w:right w:w="28" w:type="dxa"/>
            </w:tcMar>
          </w:tcPr>
          <w:p w14:paraId="7DA5F487" w14:textId="77777777" w:rsidR="001E6B6B" w:rsidRPr="001F078B" w:rsidRDefault="001E6B6B" w:rsidP="006B3BD2">
            <w:pPr>
              <w:pStyle w:val="TAC"/>
              <w:rPr>
                <w:lang w:val="en-US" w:eastAsia="fi-FI"/>
              </w:rPr>
            </w:pPr>
            <w:r w:rsidRPr="001F078B">
              <w:rPr>
                <w:lang w:val="en-US" w:eastAsia="fi-FI"/>
              </w:rPr>
              <w:t>DC_1A_n257A</w:t>
            </w:r>
          </w:p>
          <w:p w14:paraId="62A2CB50" w14:textId="77777777" w:rsidR="001E6B6B" w:rsidRPr="001F078B" w:rsidRDefault="001E6B6B" w:rsidP="006B3BD2">
            <w:pPr>
              <w:pStyle w:val="TAC"/>
              <w:rPr>
                <w:lang w:val="en-US" w:eastAsia="fi-FI"/>
              </w:rPr>
            </w:pPr>
            <w:r w:rsidRPr="001F078B">
              <w:rPr>
                <w:lang w:val="en-US" w:eastAsia="fi-FI"/>
              </w:rPr>
              <w:t>DC_3A_n257A</w:t>
            </w:r>
          </w:p>
          <w:p w14:paraId="1A5EA809" w14:textId="77777777" w:rsidR="001E6B6B" w:rsidRPr="001F078B" w:rsidRDefault="001E6B6B" w:rsidP="006B3BD2">
            <w:pPr>
              <w:pStyle w:val="TAC"/>
              <w:rPr>
                <w:noProof/>
                <w:lang w:eastAsia="zh-CN"/>
              </w:rPr>
            </w:pPr>
            <w:r w:rsidRPr="001F078B">
              <w:rPr>
                <w:lang w:val="en-US" w:eastAsia="fi-FI"/>
              </w:rPr>
              <w:t>DC_5A_n257A</w:t>
            </w:r>
          </w:p>
        </w:tc>
      </w:tr>
      <w:tr w:rsidR="001E6B6B" w:rsidRPr="001F078B" w14:paraId="4F36D91D" w14:textId="77777777" w:rsidTr="006B3BD2">
        <w:trPr>
          <w:trHeight w:val="187"/>
          <w:jc w:val="center"/>
        </w:trPr>
        <w:tc>
          <w:tcPr>
            <w:tcW w:w="4814" w:type="dxa"/>
            <w:shd w:val="clear" w:color="auto" w:fill="auto"/>
            <w:noWrap/>
            <w:tcMar>
              <w:top w:w="28" w:type="dxa"/>
              <w:left w:w="28" w:type="dxa"/>
              <w:bottom w:w="28" w:type="dxa"/>
              <w:right w:w="28" w:type="dxa"/>
            </w:tcMar>
          </w:tcPr>
          <w:p w14:paraId="77ACE3C8" w14:textId="77777777" w:rsidR="001E6B6B" w:rsidRPr="001F078B" w:rsidRDefault="001E6B6B" w:rsidP="006B3BD2">
            <w:pPr>
              <w:pStyle w:val="TAC"/>
              <w:rPr>
                <w:lang w:val="en-US" w:eastAsia="fi-FI"/>
              </w:rPr>
            </w:pPr>
            <w:r w:rsidRPr="001F078B">
              <w:rPr>
                <w:lang w:val="en-US" w:eastAsia="fi-FI"/>
              </w:rPr>
              <w:t>DC_1A-3A-7A_n257A</w:t>
            </w:r>
            <w:r w:rsidRPr="001F078B">
              <w:rPr>
                <w:vertAlign w:val="superscript"/>
                <w:lang w:val="en-US" w:eastAsia="zh-CN"/>
              </w:rPr>
              <w:t>2</w:t>
            </w:r>
          </w:p>
          <w:p w14:paraId="3EAB722F" w14:textId="77777777" w:rsidR="001E6B6B" w:rsidRPr="001F078B" w:rsidRDefault="001E6B6B" w:rsidP="006B3BD2">
            <w:pPr>
              <w:pStyle w:val="TAC"/>
              <w:rPr>
                <w:rFonts w:eastAsia="Malgun Gothic"/>
                <w:lang w:eastAsia="ko-KR"/>
              </w:rPr>
            </w:pPr>
            <w:r w:rsidRPr="001F078B">
              <w:t>DC_1A-3A-7A_n257</w:t>
            </w:r>
            <w:r w:rsidRPr="001F078B">
              <w:rPr>
                <w:rFonts w:eastAsia="Malgun Gothic"/>
                <w:lang w:eastAsia="ko-KR"/>
              </w:rPr>
              <w:t>D</w:t>
            </w:r>
          </w:p>
          <w:p w14:paraId="524838BC" w14:textId="77777777" w:rsidR="001E6B6B" w:rsidRPr="001F078B" w:rsidRDefault="001E6B6B" w:rsidP="006B3BD2">
            <w:pPr>
              <w:pStyle w:val="TAC"/>
              <w:rPr>
                <w:rFonts w:eastAsia="Malgun Gothic"/>
                <w:lang w:eastAsia="ko-KR"/>
              </w:rPr>
            </w:pPr>
            <w:r w:rsidRPr="001F078B">
              <w:t>DC_1A-3A-7A_n257</w:t>
            </w:r>
            <w:r w:rsidRPr="001F078B">
              <w:rPr>
                <w:rFonts w:eastAsia="Malgun Gothic"/>
                <w:lang w:eastAsia="ko-KR"/>
              </w:rPr>
              <w:t>E</w:t>
            </w:r>
          </w:p>
          <w:p w14:paraId="37B55EF6" w14:textId="77777777" w:rsidR="001E6B6B" w:rsidRPr="001F078B" w:rsidRDefault="001E6B6B" w:rsidP="006B3BD2">
            <w:pPr>
              <w:pStyle w:val="TAC"/>
              <w:rPr>
                <w:rFonts w:eastAsia="Malgun Gothic"/>
                <w:lang w:eastAsia="ko-KR"/>
              </w:rPr>
            </w:pPr>
            <w:r w:rsidRPr="001F078B">
              <w:t>DC_1A-3A-7A_n257F</w:t>
            </w:r>
          </w:p>
          <w:p w14:paraId="4408D4F7" w14:textId="77777777" w:rsidR="001E6B6B" w:rsidRPr="001F078B" w:rsidRDefault="001E6B6B" w:rsidP="006B3BD2">
            <w:pPr>
              <w:pStyle w:val="TAC"/>
              <w:rPr>
                <w:rFonts w:eastAsia="Malgun Gothic"/>
                <w:lang w:eastAsia="ko-KR"/>
              </w:rPr>
            </w:pPr>
            <w:r w:rsidRPr="001F078B">
              <w:t>DC_1A-3A-7A_n257</w:t>
            </w:r>
            <w:r w:rsidRPr="001F078B">
              <w:rPr>
                <w:rFonts w:eastAsia="Malgun Gothic"/>
                <w:lang w:eastAsia="ko-KR"/>
              </w:rPr>
              <w:t>G</w:t>
            </w:r>
          </w:p>
          <w:p w14:paraId="21DEDA27" w14:textId="77777777" w:rsidR="001E6B6B" w:rsidRPr="001F078B" w:rsidRDefault="001E6B6B" w:rsidP="006B3BD2">
            <w:pPr>
              <w:pStyle w:val="TAC"/>
              <w:rPr>
                <w:rFonts w:eastAsia="Malgun Gothic"/>
                <w:lang w:eastAsia="ko-KR"/>
              </w:rPr>
            </w:pPr>
            <w:r w:rsidRPr="001F078B">
              <w:t>DC_1A-3A-7A_n257</w:t>
            </w:r>
            <w:r w:rsidRPr="001F078B">
              <w:rPr>
                <w:rFonts w:eastAsia="Malgun Gothic"/>
                <w:lang w:eastAsia="ko-KR"/>
              </w:rPr>
              <w:t>H</w:t>
            </w:r>
          </w:p>
          <w:p w14:paraId="7D63DC83" w14:textId="77777777" w:rsidR="001E6B6B" w:rsidRPr="001F078B" w:rsidRDefault="001E6B6B" w:rsidP="006B3BD2">
            <w:pPr>
              <w:pStyle w:val="TAC"/>
              <w:rPr>
                <w:rFonts w:eastAsia="Malgun Gothic"/>
                <w:lang w:eastAsia="ko-KR"/>
              </w:rPr>
            </w:pPr>
            <w:r w:rsidRPr="001F078B">
              <w:t>DC_1A-3A-7A_n257</w:t>
            </w:r>
            <w:r w:rsidRPr="001F078B">
              <w:rPr>
                <w:rFonts w:eastAsia="Malgun Gothic"/>
                <w:lang w:eastAsia="ko-KR"/>
              </w:rPr>
              <w:t>I</w:t>
            </w:r>
          </w:p>
          <w:p w14:paraId="7B0F7F54" w14:textId="77777777" w:rsidR="001E6B6B" w:rsidRPr="001F078B" w:rsidRDefault="001E6B6B" w:rsidP="006B3BD2">
            <w:pPr>
              <w:pStyle w:val="TAC"/>
              <w:rPr>
                <w:rFonts w:eastAsia="Malgun Gothic"/>
                <w:lang w:eastAsia="ko-KR"/>
              </w:rPr>
            </w:pPr>
            <w:r w:rsidRPr="001F078B">
              <w:t>DC_1A-3A-7A_n257</w:t>
            </w:r>
            <w:r w:rsidRPr="001F078B">
              <w:rPr>
                <w:rFonts w:eastAsia="Malgun Gothic"/>
                <w:lang w:eastAsia="ko-KR"/>
              </w:rPr>
              <w:t>J</w:t>
            </w:r>
          </w:p>
          <w:p w14:paraId="1C94AF88" w14:textId="77777777" w:rsidR="001E6B6B" w:rsidRPr="001F078B" w:rsidRDefault="001E6B6B" w:rsidP="006B3BD2">
            <w:pPr>
              <w:pStyle w:val="TAC"/>
              <w:rPr>
                <w:rFonts w:eastAsia="Malgun Gothic"/>
                <w:lang w:eastAsia="ko-KR"/>
              </w:rPr>
            </w:pPr>
            <w:r w:rsidRPr="001F078B">
              <w:t>DC_1A-3A-7A_n257</w:t>
            </w:r>
            <w:r w:rsidRPr="001F078B">
              <w:rPr>
                <w:rFonts w:eastAsia="Malgun Gothic"/>
                <w:lang w:eastAsia="ko-KR"/>
              </w:rPr>
              <w:t>K</w:t>
            </w:r>
          </w:p>
          <w:p w14:paraId="0F1EAB2F" w14:textId="77777777" w:rsidR="001E6B6B" w:rsidRPr="001F078B" w:rsidRDefault="001E6B6B" w:rsidP="006B3BD2">
            <w:pPr>
              <w:pStyle w:val="TAC"/>
              <w:rPr>
                <w:rFonts w:eastAsia="Malgun Gothic"/>
                <w:lang w:eastAsia="ko-KR"/>
              </w:rPr>
            </w:pPr>
            <w:r w:rsidRPr="001F078B">
              <w:t>DC_1A-3A-7A_n257</w:t>
            </w:r>
            <w:r w:rsidRPr="001F078B">
              <w:rPr>
                <w:rFonts w:eastAsia="Malgun Gothic"/>
                <w:lang w:eastAsia="ko-KR"/>
              </w:rPr>
              <w:t>L</w:t>
            </w:r>
          </w:p>
          <w:p w14:paraId="2699D516" w14:textId="77777777" w:rsidR="001E6B6B" w:rsidRPr="001F078B" w:rsidRDefault="001E6B6B" w:rsidP="006B3BD2">
            <w:pPr>
              <w:pStyle w:val="TAC"/>
              <w:rPr>
                <w:noProof/>
                <w:lang w:eastAsia="zh-CN"/>
              </w:rPr>
            </w:pPr>
            <w:r w:rsidRPr="001F078B">
              <w:t>DC_1A-3A-7A_n257M</w:t>
            </w:r>
          </w:p>
        </w:tc>
        <w:tc>
          <w:tcPr>
            <w:tcW w:w="4815" w:type="dxa"/>
            <w:tcMar>
              <w:top w:w="28" w:type="dxa"/>
              <w:left w:w="28" w:type="dxa"/>
              <w:bottom w:w="28" w:type="dxa"/>
              <w:right w:w="28" w:type="dxa"/>
            </w:tcMar>
          </w:tcPr>
          <w:p w14:paraId="76906A81" w14:textId="77777777" w:rsidR="001E6B6B" w:rsidRPr="001F078B" w:rsidRDefault="001E6B6B" w:rsidP="006B3BD2">
            <w:pPr>
              <w:pStyle w:val="TAC"/>
              <w:rPr>
                <w:lang w:val="en-US" w:eastAsia="fi-FI"/>
              </w:rPr>
            </w:pPr>
            <w:r w:rsidRPr="001F078B">
              <w:rPr>
                <w:lang w:val="en-US" w:eastAsia="fi-FI"/>
              </w:rPr>
              <w:t>DC_1A_n257A</w:t>
            </w:r>
          </w:p>
          <w:p w14:paraId="1D52DBF0" w14:textId="77777777" w:rsidR="001E6B6B" w:rsidRPr="001F078B" w:rsidRDefault="001E6B6B" w:rsidP="006B3BD2">
            <w:pPr>
              <w:pStyle w:val="TAC"/>
              <w:rPr>
                <w:lang w:val="en-US" w:eastAsia="fi-FI"/>
              </w:rPr>
            </w:pPr>
            <w:r w:rsidRPr="001F078B">
              <w:rPr>
                <w:lang w:val="en-US" w:eastAsia="fi-FI"/>
              </w:rPr>
              <w:t>DC_3A_n257A</w:t>
            </w:r>
          </w:p>
          <w:p w14:paraId="0ECC5072" w14:textId="77777777" w:rsidR="001E6B6B" w:rsidRPr="001F078B" w:rsidRDefault="001E6B6B" w:rsidP="006B3BD2">
            <w:pPr>
              <w:pStyle w:val="TAC"/>
              <w:rPr>
                <w:noProof/>
                <w:lang w:eastAsia="zh-CN"/>
              </w:rPr>
            </w:pPr>
            <w:r w:rsidRPr="001F078B">
              <w:rPr>
                <w:lang w:val="en-US" w:eastAsia="fi-FI"/>
              </w:rPr>
              <w:t>DC_7A_n257A</w:t>
            </w:r>
          </w:p>
        </w:tc>
      </w:tr>
      <w:tr w:rsidR="001E6B6B" w:rsidRPr="001F078B" w14:paraId="2294F8CE" w14:textId="77777777" w:rsidTr="006B3BD2">
        <w:trPr>
          <w:trHeight w:val="187"/>
          <w:jc w:val="center"/>
        </w:trPr>
        <w:tc>
          <w:tcPr>
            <w:tcW w:w="4814" w:type="dxa"/>
            <w:shd w:val="clear" w:color="auto" w:fill="auto"/>
            <w:noWrap/>
            <w:tcMar>
              <w:top w:w="28" w:type="dxa"/>
              <w:left w:w="28" w:type="dxa"/>
              <w:bottom w:w="28" w:type="dxa"/>
              <w:right w:w="28" w:type="dxa"/>
            </w:tcMar>
          </w:tcPr>
          <w:p w14:paraId="0634141E" w14:textId="77777777" w:rsidR="001E6B6B" w:rsidRPr="001F078B" w:rsidRDefault="001E6B6B" w:rsidP="006B3BD2">
            <w:pPr>
              <w:pStyle w:val="TAC"/>
              <w:rPr>
                <w:lang w:val="en-US" w:eastAsia="fi-FI"/>
              </w:rPr>
            </w:pPr>
            <w:r w:rsidRPr="001F078B">
              <w:rPr>
                <w:rFonts w:cs="Arial" w:hint="eastAsia"/>
                <w:lang w:eastAsia="ja-JP"/>
              </w:rPr>
              <w:t>DC</w:t>
            </w:r>
            <w:r w:rsidRPr="001F078B">
              <w:rPr>
                <w:rFonts w:cs="Arial"/>
              </w:rPr>
              <w:t>_</w:t>
            </w:r>
            <w:r w:rsidRPr="001F078B">
              <w:rPr>
                <w:rFonts w:eastAsia="Malgun Gothic" w:cs="Arial" w:hint="eastAsia"/>
                <w:lang w:eastAsia="ko-KR"/>
              </w:rPr>
              <w:t>1A-3A-</w:t>
            </w:r>
            <w:r w:rsidRPr="001F078B">
              <w:rPr>
                <w:rFonts w:eastAsia="Malgun Gothic" w:cs="Arial"/>
                <w:lang w:eastAsia="ko-KR"/>
              </w:rPr>
              <w:t>7</w:t>
            </w:r>
            <w:r w:rsidRPr="001F078B">
              <w:rPr>
                <w:rFonts w:eastAsia="Malgun Gothic" w:cs="Arial" w:hint="eastAsia"/>
                <w:lang w:eastAsia="ko-KR"/>
              </w:rPr>
              <w:t>A-7A</w:t>
            </w:r>
            <w:r w:rsidRPr="001F078B">
              <w:rPr>
                <w:rFonts w:eastAsia="Malgun Gothic" w:cs="Arial"/>
                <w:lang w:eastAsia="ko-KR"/>
              </w:rPr>
              <w:t>_</w:t>
            </w:r>
            <w:r w:rsidRPr="001F078B">
              <w:rPr>
                <w:rFonts w:eastAsia="Malgun Gothic" w:cs="Arial" w:hint="eastAsia"/>
                <w:lang w:eastAsia="ko-KR"/>
              </w:rPr>
              <w:t>n257A</w:t>
            </w:r>
          </w:p>
        </w:tc>
        <w:tc>
          <w:tcPr>
            <w:tcW w:w="4815" w:type="dxa"/>
            <w:tcMar>
              <w:top w:w="28" w:type="dxa"/>
              <w:left w:w="28" w:type="dxa"/>
              <w:bottom w:w="28" w:type="dxa"/>
              <w:right w:w="28" w:type="dxa"/>
            </w:tcMar>
          </w:tcPr>
          <w:p w14:paraId="16F46990" w14:textId="77777777" w:rsidR="001E6B6B" w:rsidRPr="001F078B" w:rsidRDefault="001E6B6B" w:rsidP="006B3BD2">
            <w:pPr>
              <w:pStyle w:val="TAC"/>
              <w:rPr>
                <w:lang w:val="en-US" w:eastAsia="fi-FI"/>
              </w:rPr>
            </w:pPr>
            <w:r w:rsidRPr="001F078B">
              <w:rPr>
                <w:lang w:val="en-US" w:eastAsia="fi-FI"/>
              </w:rPr>
              <w:t>DC_1A_n257A</w:t>
            </w:r>
          </w:p>
          <w:p w14:paraId="398288AA" w14:textId="77777777" w:rsidR="001E6B6B" w:rsidRPr="001F078B" w:rsidRDefault="001E6B6B" w:rsidP="006B3BD2">
            <w:pPr>
              <w:pStyle w:val="TAC"/>
              <w:rPr>
                <w:lang w:val="en-US" w:eastAsia="fi-FI"/>
              </w:rPr>
            </w:pPr>
            <w:r w:rsidRPr="001F078B">
              <w:rPr>
                <w:lang w:val="en-US" w:eastAsia="fi-FI"/>
              </w:rPr>
              <w:t>DC_3A_n257A</w:t>
            </w:r>
          </w:p>
          <w:p w14:paraId="5FC1A2F2" w14:textId="77777777" w:rsidR="001E6B6B" w:rsidRPr="001F078B" w:rsidRDefault="001E6B6B" w:rsidP="006B3BD2">
            <w:pPr>
              <w:pStyle w:val="TAC"/>
              <w:rPr>
                <w:lang w:val="en-US" w:eastAsia="fi-FI"/>
              </w:rPr>
            </w:pPr>
            <w:r w:rsidRPr="001F078B">
              <w:rPr>
                <w:lang w:val="en-US" w:eastAsia="fi-FI"/>
              </w:rPr>
              <w:t>DC_7A_n257A</w:t>
            </w:r>
          </w:p>
        </w:tc>
      </w:tr>
      <w:tr w:rsidR="001E6B6B" w:rsidRPr="001F078B" w14:paraId="224B4B56" w14:textId="77777777" w:rsidTr="006B3BD2">
        <w:trPr>
          <w:trHeight w:val="187"/>
          <w:jc w:val="center"/>
        </w:trPr>
        <w:tc>
          <w:tcPr>
            <w:tcW w:w="4814" w:type="dxa"/>
            <w:shd w:val="clear" w:color="auto" w:fill="auto"/>
            <w:noWrap/>
            <w:tcMar>
              <w:top w:w="28" w:type="dxa"/>
              <w:left w:w="28" w:type="dxa"/>
              <w:bottom w:w="28" w:type="dxa"/>
              <w:right w:w="28" w:type="dxa"/>
            </w:tcMar>
          </w:tcPr>
          <w:p w14:paraId="4819B6F9" w14:textId="77777777" w:rsidR="001E6B6B" w:rsidRPr="001F078B" w:rsidRDefault="001E6B6B" w:rsidP="006B3BD2">
            <w:pPr>
              <w:pStyle w:val="TAC"/>
              <w:rPr>
                <w:lang w:val="en-US" w:eastAsia="fi-FI"/>
              </w:rPr>
            </w:pPr>
            <w:r w:rsidRPr="001F078B">
              <w:rPr>
                <w:lang w:val="en-US" w:eastAsia="fi-FI"/>
              </w:rPr>
              <w:t>DC_1A-3A-8A_n257A</w:t>
            </w:r>
          </w:p>
          <w:p w14:paraId="1D8D5AE1" w14:textId="77777777" w:rsidR="001E6B6B" w:rsidRPr="001F078B" w:rsidRDefault="001E6B6B" w:rsidP="006B3BD2">
            <w:pPr>
              <w:pStyle w:val="TAC"/>
              <w:rPr>
                <w:rFonts w:eastAsia="Malgun Gothic"/>
                <w:lang w:eastAsia="ko-KR"/>
              </w:rPr>
            </w:pPr>
            <w:r w:rsidRPr="001F078B">
              <w:t>DC_1A-3A-8A_n257</w:t>
            </w:r>
            <w:r w:rsidRPr="001F078B">
              <w:rPr>
                <w:rFonts w:eastAsia="Malgun Gothic"/>
                <w:lang w:eastAsia="ko-KR"/>
              </w:rPr>
              <w:t>D</w:t>
            </w:r>
          </w:p>
          <w:p w14:paraId="52E43D35" w14:textId="77777777" w:rsidR="001E6B6B" w:rsidRPr="001F078B" w:rsidRDefault="001E6B6B" w:rsidP="006B3BD2">
            <w:pPr>
              <w:pStyle w:val="TAC"/>
              <w:rPr>
                <w:rFonts w:eastAsia="Malgun Gothic"/>
                <w:lang w:eastAsia="ko-KR"/>
              </w:rPr>
            </w:pPr>
            <w:r w:rsidRPr="001F078B">
              <w:t>DC_1A-3A-8A_n257</w:t>
            </w:r>
            <w:r w:rsidRPr="001F078B">
              <w:rPr>
                <w:rFonts w:eastAsia="Malgun Gothic"/>
                <w:lang w:eastAsia="ko-KR"/>
              </w:rPr>
              <w:t>E</w:t>
            </w:r>
          </w:p>
          <w:p w14:paraId="190D016F" w14:textId="77777777" w:rsidR="001E6B6B" w:rsidRPr="001F078B" w:rsidRDefault="001E6B6B" w:rsidP="006B3BD2">
            <w:pPr>
              <w:pStyle w:val="TAC"/>
              <w:rPr>
                <w:rFonts w:eastAsia="Malgun Gothic"/>
                <w:lang w:eastAsia="ko-KR"/>
              </w:rPr>
            </w:pPr>
            <w:r w:rsidRPr="001F078B">
              <w:t>DC_1A-3A-8A_n257F</w:t>
            </w:r>
          </w:p>
          <w:p w14:paraId="22FCB75F" w14:textId="77777777" w:rsidR="001E6B6B" w:rsidRPr="001F078B" w:rsidRDefault="001E6B6B" w:rsidP="006B3BD2">
            <w:pPr>
              <w:pStyle w:val="TAC"/>
              <w:rPr>
                <w:rFonts w:eastAsia="Malgun Gothic"/>
                <w:lang w:eastAsia="ko-KR"/>
              </w:rPr>
            </w:pPr>
            <w:r w:rsidRPr="001F078B">
              <w:t>DC_1A-3A-8A_n257</w:t>
            </w:r>
            <w:r w:rsidRPr="001F078B">
              <w:rPr>
                <w:rFonts w:eastAsia="Malgun Gothic"/>
                <w:lang w:eastAsia="ko-KR"/>
              </w:rPr>
              <w:t>G</w:t>
            </w:r>
          </w:p>
          <w:p w14:paraId="54138C41" w14:textId="77777777" w:rsidR="001E6B6B" w:rsidRPr="001F078B" w:rsidRDefault="001E6B6B" w:rsidP="006B3BD2">
            <w:pPr>
              <w:pStyle w:val="TAC"/>
              <w:rPr>
                <w:rFonts w:eastAsia="Malgun Gothic"/>
                <w:lang w:eastAsia="ko-KR"/>
              </w:rPr>
            </w:pPr>
            <w:r w:rsidRPr="001F078B">
              <w:t>DC_1A-3A-8A_n257</w:t>
            </w:r>
            <w:r w:rsidRPr="001F078B">
              <w:rPr>
                <w:rFonts w:eastAsia="Malgun Gothic"/>
                <w:lang w:eastAsia="ko-KR"/>
              </w:rPr>
              <w:t>H</w:t>
            </w:r>
          </w:p>
          <w:p w14:paraId="0CF8842A" w14:textId="77777777" w:rsidR="001E6B6B" w:rsidRPr="001F078B" w:rsidRDefault="001E6B6B" w:rsidP="006B3BD2">
            <w:pPr>
              <w:pStyle w:val="TAC"/>
              <w:rPr>
                <w:rFonts w:eastAsia="Malgun Gothic"/>
                <w:lang w:eastAsia="ko-KR"/>
              </w:rPr>
            </w:pPr>
            <w:r w:rsidRPr="001F078B">
              <w:t>DC_1A-3A-8A_n257</w:t>
            </w:r>
            <w:r w:rsidRPr="001F078B">
              <w:rPr>
                <w:rFonts w:eastAsia="Malgun Gothic"/>
                <w:lang w:eastAsia="ko-KR"/>
              </w:rPr>
              <w:t>I</w:t>
            </w:r>
          </w:p>
          <w:p w14:paraId="34F2FDF9" w14:textId="77777777" w:rsidR="001E6B6B" w:rsidRPr="001F078B" w:rsidRDefault="001E6B6B" w:rsidP="006B3BD2">
            <w:pPr>
              <w:pStyle w:val="TAC"/>
              <w:rPr>
                <w:rFonts w:eastAsia="Malgun Gothic"/>
                <w:lang w:eastAsia="ko-KR"/>
              </w:rPr>
            </w:pPr>
            <w:r w:rsidRPr="001F078B">
              <w:t>DC_1A-3A-8A_n257</w:t>
            </w:r>
            <w:r w:rsidRPr="001F078B">
              <w:rPr>
                <w:rFonts w:eastAsia="Malgun Gothic"/>
                <w:lang w:eastAsia="ko-KR"/>
              </w:rPr>
              <w:t>J</w:t>
            </w:r>
          </w:p>
          <w:p w14:paraId="69061491" w14:textId="77777777" w:rsidR="001E6B6B" w:rsidRPr="001F078B" w:rsidRDefault="001E6B6B" w:rsidP="006B3BD2">
            <w:pPr>
              <w:pStyle w:val="TAC"/>
              <w:rPr>
                <w:rFonts w:eastAsia="Malgun Gothic"/>
                <w:lang w:eastAsia="ko-KR"/>
              </w:rPr>
            </w:pPr>
            <w:r w:rsidRPr="001F078B">
              <w:t>DC_1A-3A-8A_n257</w:t>
            </w:r>
            <w:r w:rsidRPr="001F078B">
              <w:rPr>
                <w:rFonts w:eastAsia="Malgun Gothic"/>
                <w:lang w:eastAsia="ko-KR"/>
              </w:rPr>
              <w:t>K</w:t>
            </w:r>
          </w:p>
          <w:p w14:paraId="294FFA16" w14:textId="77777777" w:rsidR="001E6B6B" w:rsidRPr="001F078B" w:rsidRDefault="001E6B6B" w:rsidP="006B3BD2">
            <w:pPr>
              <w:pStyle w:val="TAC"/>
              <w:rPr>
                <w:rFonts w:eastAsia="Malgun Gothic"/>
                <w:lang w:eastAsia="ko-KR"/>
              </w:rPr>
            </w:pPr>
            <w:r w:rsidRPr="001F078B">
              <w:t>DC_1A-3A-8A_n257</w:t>
            </w:r>
            <w:r w:rsidRPr="001F078B">
              <w:rPr>
                <w:rFonts w:eastAsia="Malgun Gothic"/>
                <w:lang w:eastAsia="ko-KR"/>
              </w:rPr>
              <w:t>L</w:t>
            </w:r>
          </w:p>
          <w:p w14:paraId="7C39D7AF" w14:textId="77777777" w:rsidR="001E6B6B" w:rsidRPr="001F078B" w:rsidRDefault="001E6B6B" w:rsidP="006B3BD2">
            <w:pPr>
              <w:pStyle w:val="TAC"/>
            </w:pPr>
            <w:r w:rsidRPr="001F078B">
              <w:t>DC_1A-3A-8A_n257M</w:t>
            </w:r>
          </w:p>
          <w:p w14:paraId="52144F88" w14:textId="77777777" w:rsidR="001E6B6B" w:rsidRPr="001F078B" w:rsidRDefault="001E6B6B" w:rsidP="006B3BD2">
            <w:pPr>
              <w:pStyle w:val="TAC"/>
              <w:rPr>
                <w:lang w:val="en-US" w:eastAsia="fi-FI"/>
              </w:rPr>
            </w:pPr>
            <w:r w:rsidRPr="001F078B">
              <w:rPr>
                <w:lang w:val="en-US" w:eastAsia="fi-FI"/>
              </w:rPr>
              <w:t>DC_1A-3C-8A_n257A</w:t>
            </w:r>
          </w:p>
          <w:p w14:paraId="703BF117" w14:textId="77777777" w:rsidR="001E6B6B" w:rsidRPr="001F078B" w:rsidRDefault="001E6B6B" w:rsidP="006B3BD2">
            <w:pPr>
              <w:pStyle w:val="TAC"/>
              <w:rPr>
                <w:rFonts w:eastAsia="Malgun Gothic"/>
                <w:lang w:eastAsia="ko-KR"/>
              </w:rPr>
            </w:pPr>
            <w:r w:rsidRPr="001F078B">
              <w:t>DC_1A-3C-8A_n257</w:t>
            </w:r>
            <w:r w:rsidRPr="001F078B">
              <w:rPr>
                <w:rFonts w:eastAsia="Malgun Gothic"/>
                <w:lang w:eastAsia="ko-KR"/>
              </w:rPr>
              <w:t>D</w:t>
            </w:r>
          </w:p>
          <w:p w14:paraId="469CF3A5" w14:textId="77777777" w:rsidR="001E6B6B" w:rsidRPr="001F078B" w:rsidRDefault="001E6B6B" w:rsidP="006B3BD2">
            <w:pPr>
              <w:pStyle w:val="TAC"/>
              <w:rPr>
                <w:rFonts w:eastAsia="Malgun Gothic"/>
                <w:lang w:eastAsia="ko-KR"/>
              </w:rPr>
            </w:pPr>
            <w:r w:rsidRPr="001F078B">
              <w:t>DC_1A-3C-8A_n257</w:t>
            </w:r>
            <w:r w:rsidRPr="001F078B">
              <w:rPr>
                <w:rFonts w:eastAsia="Malgun Gothic"/>
                <w:lang w:eastAsia="ko-KR"/>
              </w:rPr>
              <w:t>E</w:t>
            </w:r>
          </w:p>
          <w:p w14:paraId="0E3BD730" w14:textId="77777777" w:rsidR="001E6B6B" w:rsidRPr="001F078B" w:rsidRDefault="001E6B6B" w:rsidP="006B3BD2">
            <w:pPr>
              <w:pStyle w:val="TAC"/>
              <w:rPr>
                <w:rFonts w:eastAsia="Malgun Gothic"/>
                <w:lang w:eastAsia="ko-KR"/>
              </w:rPr>
            </w:pPr>
            <w:r w:rsidRPr="001F078B">
              <w:t>DC_1A-3C-8A_n257F</w:t>
            </w:r>
          </w:p>
          <w:p w14:paraId="28BB028A" w14:textId="77777777" w:rsidR="001E6B6B" w:rsidRPr="001F078B" w:rsidRDefault="001E6B6B" w:rsidP="006B3BD2">
            <w:pPr>
              <w:pStyle w:val="TAC"/>
              <w:rPr>
                <w:rFonts w:eastAsia="Malgun Gothic"/>
                <w:lang w:eastAsia="ko-KR"/>
              </w:rPr>
            </w:pPr>
            <w:r w:rsidRPr="001F078B">
              <w:t>DC_1A-3C-8A_n257</w:t>
            </w:r>
            <w:r w:rsidRPr="001F078B">
              <w:rPr>
                <w:rFonts w:eastAsia="Malgun Gothic"/>
                <w:lang w:eastAsia="ko-KR"/>
              </w:rPr>
              <w:t>G</w:t>
            </w:r>
          </w:p>
          <w:p w14:paraId="295D2128" w14:textId="77777777" w:rsidR="001E6B6B" w:rsidRPr="001F078B" w:rsidRDefault="001E6B6B" w:rsidP="006B3BD2">
            <w:pPr>
              <w:pStyle w:val="TAC"/>
              <w:rPr>
                <w:rFonts w:eastAsia="Malgun Gothic"/>
                <w:lang w:eastAsia="ko-KR"/>
              </w:rPr>
            </w:pPr>
            <w:r w:rsidRPr="001F078B">
              <w:t>DC_1A-3C-8A_n257</w:t>
            </w:r>
            <w:r w:rsidRPr="001F078B">
              <w:rPr>
                <w:rFonts w:eastAsia="Malgun Gothic"/>
                <w:lang w:eastAsia="ko-KR"/>
              </w:rPr>
              <w:t>H</w:t>
            </w:r>
          </w:p>
          <w:p w14:paraId="74CDB7C5" w14:textId="77777777" w:rsidR="001E6B6B" w:rsidRPr="001F078B" w:rsidRDefault="001E6B6B" w:rsidP="006B3BD2">
            <w:pPr>
              <w:pStyle w:val="TAC"/>
              <w:rPr>
                <w:rFonts w:eastAsia="Malgun Gothic"/>
                <w:lang w:eastAsia="ko-KR"/>
              </w:rPr>
            </w:pPr>
            <w:r w:rsidRPr="001F078B">
              <w:t>DC_1A-3C-8A_n257</w:t>
            </w:r>
            <w:r w:rsidRPr="001F078B">
              <w:rPr>
                <w:rFonts w:eastAsia="Malgun Gothic"/>
                <w:lang w:eastAsia="ko-KR"/>
              </w:rPr>
              <w:t>I</w:t>
            </w:r>
          </w:p>
          <w:p w14:paraId="13100245" w14:textId="77777777" w:rsidR="001E6B6B" w:rsidRPr="001F078B" w:rsidRDefault="001E6B6B" w:rsidP="006B3BD2">
            <w:pPr>
              <w:pStyle w:val="TAC"/>
            </w:pPr>
            <w:r w:rsidRPr="001F078B">
              <w:t>DC_1A-3C-8A_n257</w:t>
            </w:r>
            <w:r w:rsidRPr="001F078B">
              <w:rPr>
                <w:rFonts w:eastAsia="Malgun Gothic"/>
                <w:lang w:eastAsia="ko-KR"/>
              </w:rPr>
              <w:t>J</w:t>
            </w:r>
          </w:p>
          <w:p w14:paraId="6833D4B9" w14:textId="77777777" w:rsidR="001E6B6B" w:rsidRPr="001F078B" w:rsidRDefault="001E6B6B" w:rsidP="006B3BD2">
            <w:pPr>
              <w:pStyle w:val="TAC"/>
              <w:rPr>
                <w:rFonts w:eastAsia="Malgun Gothic"/>
                <w:lang w:eastAsia="ko-KR"/>
              </w:rPr>
            </w:pPr>
            <w:r w:rsidRPr="001F078B">
              <w:t>DC_1A-3C-8A_n257</w:t>
            </w:r>
            <w:r w:rsidRPr="001F078B">
              <w:rPr>
                <w:rFonts w:eastAsia="Malgun Gothic"/>
                <w:lang w:eastAsia="ko-KR"/>
              </w:rPr>
              <w:t>K</w:t>
            </w:r>
          </w:p>
          <w:p w14:paraId="2774BE3C" w14:textId="77777777" w:rsidR="001E6B6B" w:rsidRPr="001F078B" w:rsidRDefault="001E6B6B" w:rsidP="006B3BD2">
            <w:pPr>
              <w:pStyle w:val="TAC"/>
              <w:rPr>
                <w:rFonts w:eastAsia="Malgun Gothic"/>
                <w:lang w:eastAsia="ko-KR"/>
              </w:rPr>
            </w:pPr>
            <w:r w:rsidRPr="001F078B">
              <w:t>DC_1A-3C-8A_n257</w:t>
            </w:r>
            <w:r w:rsidRPr="001F078B">
              <w:rPr>
                <w:rFonts w:eastAsia="Malgun Gothic"/>
                <w:lang w:eastAsia="ko-KR"/>
              </w:rPr>
              <w:t>L</w:t>
            </w:r>
          </w:p>
          <w:p w14:paraId="44B2D565" w14:textId="77777777" w:rsidR="001E6B6B" w:rsidRPr="000E5B8D" w:rsidRDefault="001E6B6B" w:rsidP="006B3BD2">
            <w:pPr>
              <w:pStyle w:val="TAC"/>
              <w:rPr>
                <w:lang w:eastAsia="fi-FI"/>
              </w:rPr>
            </w:pPr>
            <w:r w:rsidRPr="001F078B">
              <w:t>DC_1A-3C-8A_n257M</w:t>
            </w:r>
          </w:p>
        </w:tc>
        <w:tc>
          <w:tcPr>
            <w:tcW w:w="4815" w:type="dxa"/>
            <w:tcMar>
              <w:top w:w="28" w:type="dxa"/>
              <w:left w:w="28" w:type="dxa"/>
              <w:bottom w:w="28" w:type="dxa"/>
              <w:right w:w="28" w:type="dxa"/>
            </w:tcMar>
          </w:tcPr>
          <w:p w14:paraId="1BB1561D" w14:textId="77777777" w:rsidR="001E6B6B" w:rsidRPr="001F078B" w:rsidRDefault="001E6B6B" w:rsidP="006B3BD2">
            <w:pPr>
              <w:pStyle w:val="TAC"/>
              <w:rPr>
                <w:lang w:val="en-US" w:eastAsia="fi-FI"/>
              </w:rPr>
            </w:pPr>
            <w:r w:rsidRPr="001F078B">
              <w:rPr>
                <w:lang w:val="en-US" w:eastAsia="fi-FI"/>
              </w:rPr>
              <w:t>DC_1A_n257A</w:t>
            </w:r>
          </w:p>
          <w:p w14:paraId="7D4168E1" w14:textId="77777777" w:rsidR="001E6B6B" w:rsidRPr="001F078B" w:rsidRDefault="001E6B6B" w:rsidP="006B3BD2">
            <w:pPr>
              <w:pStyle w:val="TAC"/>
              <w:rPr>
                <w:lang w:val="en-US" w:eastAsia="fi-FI"/>
              </w:rPr>
            </w:pPr>
            <w:r w:rsidRPr="001F078B">
              <w:rPr>
                <w:lang w:val="en-US" w:eastAsia="fi-FI"/>
              </w:rPr>
              <w:t>DC_3A_n257A</w:t>
            </w:r>
          </w:p>
          <w:p w14:paraId="5161717B" w14:textId="77777777" w:rsidR="001E6B6B" w:rsidRPr="001F078B" w:rsidRDefault="001E6B6B" w:rsidP="006B3BD2">
            <w:pPr>
              <w:pStyle w:val="TAC"/>
              <w:rPr>
                <w:lang w:val="en-US" w:eastAsia="fi-FI"/>
              </w:rPr>
            </w:pPr>
            <w:r w:rsidRPr="001F078B">
              <w:rPr>
                <w:lang w:val="en-US" w:eastAsia="fi-FI"/>
              </w:rPr>
              <w:t>DC_8A_n257A</w:t>
            </w:r>
          </w:p>
        </w:tc>
      </w:tr>
      <w:tr w:rsidR="001E6B6B" w:rsidRPr="001F078B" w14:paraId="086604FC" w14:textId="77777777" w:rsidTr="006B3BD2">
        <w:trPr>
          <w:trHeight w:val="187"/>
          <w:jc w:val="center"/>
        </w:trPr>
        <w:tc>
          <w:tcPr>
            <w:tcW w:w="4814" w:type="dxa"/>
            <w:shd w:val="clear" w:color="auto" w:fill="auto"/>
            <w:noWrap/>
            <w:tcMar>
              <w:top w:w="28" w:type="dxa"/>
              <w:left w:w="28" w:type="dxa"/>
              <w:bottom w:w="28" w:type="dxa"/>
              <w:right w:w="28" w:type="dxa"/>
            </w:tcMar>
          </w:tcPr>
          <w:p w14:paraId="3D95D8F1" w14:textId="77777777" w:rsidR="001E6B6B" w:rsidRDefault="001E6B6B" w:rsidP="006B3BD2">
            <w:pPr>
              <w:pStyle w:val="TAC"/>
              <w:rPr>
                <w:lang w:val="en-US" w:eastAsia="fi-FI"/>
              </w:rPr>
            </w:pPr>
            <w:r>
              <w:rPr>
                <w:lang w:val="en-US" w:eastAsia="fi-FI"/>
              </w:rPr>
              <w:t>DC_1A-3A-18A_n257A</w:t>
            </w:r>
          </w:p>
          <w:p w14:paraId="38B05FF5" w14:textId="77777777" w:rsidR="001E6B6B" w:rsidRDefault="001E6B6B" w:rsidP="006B3BD2">
            <w:pPr>
              <w:pStyle w:val="TAC"/>
              <w:rPr>
                <w:lang w:val="en-US" w:eastAsia="fi-FI"/>
              </w:rPr>
            </w:pPr>
            <w:r>
              <w:rPr>
                <w:lang w:val="en-US" w:eastAsia="fi-FI"/>
              </w:rPr>
              <w:t>DC_1A-3A-18A_n257D</w:t>
            </w:r>
          </w:p>
          <w:p w14:paraId="615DFBA4" w14:textId="77777777" w:rsidR="001E6B6B" w:rsidRDefault="001E6B6B" w:rsidP="006B3BD2">
            <w:pPr>
              <w:pStyle w:val="TAC"/>
              <w:rPr>
                <w:lang w:val="en-US" w:eastAsia="fi-FI"/>
              </w:rPr>
            </w:pPr>
            <w:r>
              <w:rPr>
                <w:lang w:val="en-US" w:eastAsia="fi-FI"/>
              </w:rPr>
              <w:t>DC_1A-3A-18A_n257E</w:t>
            </w:r>
          </w:p>
          <w:p w14:paraId="6D8BA0E9" w14:textId="77777777" w:rsidR="001E6B6B" w:rsidRDefault="001E6B6B" w:rsidP="006B3BD2">
            <w:pPr>
              <w:pStyle w:val="TAC"/>
              <w:rPr>
                <w:lang w:val="en-US" w:eastAsia="fi-FI"/>
              </w:rPr>
            </w:pPr>
            <w:r>
              <w:rPr>
                <w:lang w:val="en-US" w:eastAsia="fi-FI"/>
              </w:rPr>
              <w:t>DC_1A-3A-18A_n257F</w:t>
            </w:r>
          </w:p>
          <w:p w14:paraId="20A8FEC9" w14:textId="77777777" w:rsidR="001E6B6B" w:rsidRDefault="001E6B6B" w:rsidP="006B3BD2">
            <w:pPr>
              <w:pStyle w:val="TAC"/>
              <w:rPr>
                <w:lang w:val="en-US" w:eastAsia="fi-FI"/>
              </w:rPr>
            </w:pPr>
            <w:r>
              <w:rPr>
                <w:lang w:val="en-US" w:eastAsia="fi-FI"/>
              </w:rPr>
              <w:t>DC_1A-3A-18A_n257G</w:t>
            </w:r>
          </w:p>
          <w:p w14:paraId="0E432D7B" w14:textId="77777777" w:rsidR="001E6B6B" w:rsidRDefault="001E6B6B" w:rsidP="006B3BD2">
            <w:pPr>
              <w:pStyle w:val="TAC"/>
              <w:rPr>
                <w:lang w:val="en-US" w:eastAsia="fi-FI"/>
              </w:rPr>
            </w:pPr>
            <w:r>
              <w:rPr>
                <w:lang w:val="en-US" w:eastAsia="fi-FI"/>
              </w:rPr>
              <w:t>DC_1A-3A-18A_n257H</w:t>
            </w:r>
          </w:p>
          <w:p w14:paraId="42346D99" w14:textId="77777777" w:rsidR="001E6B6B" w:rsidRDefault="001E6B6B" w:rsidP="006B3BD2">
            <w:pPr>
              <w:pStyle w:val="TAC"/>
              <w:rPr>
                <w:lang w:val="en-US" w:eastAsia="fi-FI"/>
              </w:rPr>
            </w:pPr>
            <w:r>
              <w:rPr>
                <w:lang w:val="en-US" w:eastAsia="fi-FI"/>
              </w:rPr>
              <w:t>DC_1A-3A-18A_n257I</w:t>
            </w:r>
          </w:p>
          <w:p w14:paraId="705D5CF9" w14:textId="77777777" w:rsidR="001E6B6B" w:rsidRDefault="001E6B6B" w:rsidP="006B3BD2">
            <w:pPr>
              <w:pStyle w:val="TAC"/>
              <w:rPr>
                <w:lang w:val="en-US" w:eastAsia="fi-FI"/>
              </w:rPr>
            </w:pPr>
            <w:r>
              <w:rPr>
                <w:lang w:val="en-US" w:eastAsia="fi-FI"/>
              </w:rPr>
              <w:t>DC_1A-3A-18A_n257J</w:t>
            </w:r>
          </w:p>
          <w:p w14:paraId="48C4A6DB" w14:textId="77777777" w:rsidR="001E6B6B" w:rsidRDefault="001E6B6B" w:rsidP="006B3BD2">
            <w:pPr>
              <w:pStyle w:val="TAC"/>
              <w:rPr>
                <w:lang w:val="en-US" w:eastAsia="fi-FI"/>
              </w:rPr>
            </w:pPr>
            <w:r>
              <w:rPr>
                <w:lang w:val="en-US" w:eastAsia="fi-FI"/>
              </w:rPr>
              <w:t>DC_1A-3A-18A_n257K</w:t>
            </w:r>
          </w:p>
          <w:p w14:paraId="3B41F6B3" w14:textId="77777777" w:rsidR="001E6B6B" w:rsidRDefault="001E6B6B" w:rsidP="006B3BD2">
            <w:pPr>
              <w:pStyle w:val="TAC"/>
              <w:rPr>
                <w:lang w:val="en-US" w:eastAsia="fi-FI"/>
              </w:rPr>
            </w:pPr>
            <w:r>
              <w:rPr>
                <w:lang w:val="en-US" w:eastAsia="fi-FI"/>
              </w:rPr>
              <w:t>DC_1A-3A-18A_n257L</w:t>
            </w:r>
          </w:p>
          <w:p w14:paraId="6CA21461" w14:textId="77777777" w:rsidR="001E6B6B" w:rsidRPr="001F078B" w:rsidRDefault="001E6B6B" w:rsidP="006B3BD2">
            <w:pPr>
              <w:pStyle w:val="TAC"/>
              <w:rPr>
                <w:lang w:val="fi-FI" w:eastAsia="fi-FI"/>
              </w:rPr>
            </w:pPr>
            <w:r>
              <w:rPr>
                <w:lang w:val="fi-FI" w:eastAsia="fi-FI"/>
              </w:rPr>
              <w:t>DC_1A-3A-18A_n257M</w:t>
            </w:r>
          </w:p>
        </w:tc>
        <w:tc>
          <w:tcPr>
            <w:tcW w:w="4815" w:type="dxa"/>
            <w:tcMar>
              <w:top w:w="28" w:type="dxa"/>
              <w:left w:w="28" w:type="dxa"/>
              <w:bottom w:w="28" w:type="dxa"/>
              <w:right w:w="28" w:type="dxa"/>
            </w:tcMar>
          </w:tcPr>
          <w:p w14:paraId="20F4C7E6" w14:textId="77777777" w:rsidR="001E6B6B" w:rsidRDefault="001E6B6B" w:rsidP="006B3BD2">
            <w:pPr>
              <w:pStyle w:val="TAC"/>
              <w:rPr>
                <w:lang w:val="en-US" w:eastAsia="fi-FI"/>
              </w:rPr>
            </w:pPr>
            <w:r>
              <w:rPr>
                <w:lang w:val="en-US" w:eastAsia="fi-FI"/>
              </w:rPr>
              <w:t>DC_1A_n257A</w:t>
            </w:r>
          </w:p>
          <w:p w14:paraId="69A5835E" w14:textId="77777777" w:rsidR="001E6B6B" w:rsidRDefault="001E6B6B" w:rsidP="006B3BD2">
            <w:pPr>
              <w:pStyle w:val="TAC"/>
              <w:rPr>
                <w:lang w:val="en-US" w:eastAsia="fi-FI"/>
              </w:rPr>
            </w:pPr>
            <w:r>
              <w:rPr>
                <w:lang w:val="en-US" w:eastAsia="fi-FI"/>
              </w:rPr>
              <w:t>DC_1A_n257G</w:t>
            </w:r>
          </w:p>
          <w:p w14:paraId="0DAD8B90" w14:textId="77777777" w:rsidR="001E6B6B" w:rsidRDefault="001E6B6B" w:rsidP="006B3BD2">
            <w:pPr>
              <w:pStyle w:val="TAC"/>
              <w:rPr>
                <w:lang w:val="en-US" w:eastAsia="fi-FI"/>
              </w:rPr>
            </w:pPr>
            <w:r>
              <w:rPr>
                <w:lang w:val="en-US" w:eastAsia="fi-FI"/>
              </w:rPr>
              <w:t>DC_1A_n257H</w:t>
            </w:r>
          </w:p>
          <w:p w14:paraId="55CFC1B1" w14:textId="77777777" w:rsidR="001E6B6B" w:rsidRDefault="001E6B6B" w:rsidP="006B3BD2">
            <w:pPr>
              <w:pStyle w:val="TAC"/>
              <w:rPr>
                <w:lang w:val="en-US" w:eastAsia="fi-FI"/>
              </w:rPr>
            </w:pPr>
            <w:r>
              <w:rPr>
                <w:lang w:val="en-US" w:eastAsia="fi-FI"/>
              </w:rPr>
              <w:t>DC_1A_n257I</w:t>
            </w:r>
          </w:p>
          <w:p w14:paraId="1E468DDA" w14:textId="77777777" w:rsidR="001E6B6B" w:rsidRDefault="001E6B6B" w:rsidP="006B3BD2">
            <w:pPr>
              <w:pStyle w:val="TAC"/>
              <w:rPr>
                <w:lang w:val="en-US" w:eastAsia="fi-FI"/>
              </w:rPr>
            </w:pPr>
            <w:r>
              <w:rPr>
                <w:lang w:val="en-US" w:eastAsia="fi-FI"/>
              </w:rPr>
              <w:t>DC_3A_n257A</w:t>
            </w:r>
          </w:p>
          <w:p w14:paraId="13BCA2EA" w14:textId="77777777" w:rsidR="001E6B6B" w:rsidRDefault="001E6B6B" w:rsidP="006B3BD2">
            <w:pPr>
              <w:pStyle w:val="TAC"/>
              <w:rPr>
                <w:lang w:val="en-US" w:eastAsia="fi-FI"/>
              </w:rPr>
            </w:pPr>
            <w:r>
              <w:rPr>
                <w:lang w:val="en-US" w:eastAsia="fi-FI"/>
              </w:rPr>
              <w:t>DC_3A_n257G</w:t>
            </w:r>
          </w:p>
          <w:p w14:paraId="46C29FC2" w14:textId="77777777" w:rsidR="001E6B6B" w:rsidRDefault="001E6B6B" w:rsidP="006B3BD2">
            <w:pPr>
              <w:pStyle w:val="TAC"/>
              <w:rPr>
                <w:lang w:val="en-US" w:eastAsia="fi-FI"/>
              </w:rPr>
            </w:pPr>
            <w:r>
              <w:rPr>
                <w:lang w:val="en-US" w:eastAsia="fi-FI"/>
              </w:rPr>
              <w:t>DC_3A_n257H</w:t>
            </w:r>
          </w:p>
          <w:p w14:paraId="3377AA85" w14:textId="77777777" w:rsidR="001E6B6B" w:rsidRDefault="001E6B6B" w:rsidP="006B3BD2">
            <w:pPr>
              <w:pStyle w:val="TAC"/>
              <w:rPr>
                <w:lang w:val="en-US" w:eastAsia="fi-FI"/>
              </w:rPr>
            </w:pPr>
            <w:r>
              <w:rPr>
                <w:lang w:val="en-US" w:eastAsia="fi-FI"/>
              </w:rPr>
              <w:t>DC_3A_n257I</w:t>
            </w:r>
          </w:p>
          <w:p w14:paraId="10D59061" w14:textId="77777777" w:rsidR="001E6B6B" w:rsidRDefault="001E6B6B" w:rsidP="006B3BD2">
            <w:pPr>
              <w:pStyle w:val="TAC"/>
              <w:rPr>
                <w:lang w:val="en-US" w:eastAsia="fi-FI"/>
              </w:rPr>
            </w:pPr>
            <w:r>
              <w:rPr>
                <w:lang w:val="en-US" w:eastAsia="fi-FI"/>
              </w:rPr>
              <w:t>DC_18A_n257A</w:t>
            </w:r>
          </w:p>
          <w:p w14:paraId="6C108777" w14:textId="77777777" w:rsidR="001E6B6B" w:rsidRDefault="001E6B6B" w:rsidP="006B3BD2">
            <w:pPr>
              <w:pStyle w:val="TAC"/>
              <w:rPr>
                <w:lang w:val="en-US" w:eastAsia="fi-FI"/>
              </w:rPr>
            </w:pPr>
            <w:r>
              <w:rPr>
                <w:lang w:val="en-US" w:eastAsia="fi-FI"/>
              </w:rPr>
              <w:t>DC_18A_n257G</w:t>
            </w:r>
          </w:p>
          <w:p w14:paraId="5129E334" w14:textId="77777777" w:rsidR="001E6B6B" w:rsidRDefault="001E6B6B" w:rsidP="006B3BD2">
            <w:pPr>
              <w:pStyle w:val="TAC"/>
              <w:rPr>
                <w:lang w:val="en-US" w:eastAsia="fi-FI"/>
              </w:rPr>
            </w:pPr>
            <w:r>
              <w:rPr>
                <w:lang w:val="en-US" w:eastAsia="fi-FI"/>
              </w:rPr>
              <w:t>DC_18A_n257H</w:t>
            </w:r>
          </w:p>
          <w:p w14:paraId="4EFE2F36" w14:textId="77777777" w:rsidR="001E6B6B" w:rsidRPr="001F078B" w:rsidRDefault="001E6B6B" w:rsidP="006B3BD2">
            <w:pPr>
              <w:pStyle w:val="TAC"/>
              <w:rPr>
                <w:lang w:val="en-US" w:eastAsia="fi-FI"/>
              </w:rPr>
            </w:pPr>
            <w:r>
              <w:rPr>
                <w:lang w:val="en-US" w:eastAsia="fi-FI"/>
              </w:rPr>
              <w:t>DC_18A_n257I</w:t>
            </w:r>
          </w:p>
        </w:tc>
      </w:tr>
      <w:tr w:rsidR="001E6B6B" w:rsidRPr="001F078B" w14:paraId="16F934F6" w14:textId="77777777" w:rsidTr="006B3BD2">
        <w:trPr>
          <w:trHeight w:val="187"/>
          <w:jc w:val="center"/>
        </w:trPr>
        <w:tc>
          <w:tcPr>
            <w:tcW w:w="4814" w:type="dxa"/>
            <w:shd w:val="clear" w:color="auto" w:fill="auto"/>
            <w:noWrap/>
            <w:tcMar>
              <w:top w:w="28" w:type="dxa"/>
              <w:left w:w="28" w:type="dxa"/>
              <w:bottom w:w="28" w:type="dxa"/>
              <w:right w:w="28" w:type="dxa"/>
            </w:tcMar>
          </w:tcPr>
          <w:p w14:paraId="4CD9ED45" w14:textId="77777777" w:rsidR="001E6B6B" w:rsidRDefault="001E6B6B" w:rsidP="006B3BD2">
            <w:pPr>
              <w:pStyle w:val="TAC"/>
              <w:rPr>
                <w:vertAlign w:val="superscript"/>
                <w:lang w:val="en-US" w:eastAsia="zh-CN"/>
              </w:rPr>
            </w:pPr>
            <w:r w:rsidRPr="009F183F">
              <w:rPr>
                <w:lang w:eastAsia="fi-FI"/>
              </w:rPr>
              <w:lastRenderedPageBreak/>
              <w:t>DC_1A-3A-19A_n257A</w:t>
            </w:r>
            <w:r w:rsidRPr="009F183F">
              <w:rPr>
                <w:vertAlign w:val="superscript"/>
                <w:lang w:eastAsia="zh-CN"/>
              </w:rPr>
              <w:t>2</w:t>
            </w:r>
          </w:p>
          <w:p w14:paraId="5F7052F8" w14:textId="77777777" w:rsidR="001E6B6B" w:rsidRDefault="001E6B6B" w:rsidP="006B3BD2">
            <w:pPr>
              <w:pStyle w:val="TAC"/>
              <w:rPr>
                <w:lang w:val="en-US" w:eastAsia="fi-FI"/>
              </w:rPr>
            </w:pPr>
            <w:r>
              <w:rPr>
                <w:lang w:val="en-US" w:eastAsia="fi-FI"/>
              </w:rPr>
              <w:t>DC_1A-3A-19A_n257G</w:t>
            </w:r>
          </w:p>
          <w:p w14:paraId="732BEB4D" w14:textId="77777777" w:rsidR="001E6B6B" w:rsidRDefault="001E6B6B" w:rsidP="006B3BD2">
            <w:pPr>
              <w:pStyle w:val="TAC"/>
              <w:rPr>
                <w:lang w:val="en-US" w:eastAsia="fi-FI"/>
              </w:rPr>
            </w:pPr>
            <w:r>
              <w:rPr>
                <w:lang w:val="en-US" w:eastAsia="fi-FI"/>
              </w:rPr>
              <w:t>DC_1A-3A-19A_n257H</w:t>
            </w:r>
          </w:p>
          <w:p w14:paraId="76EEE8CC" w14:textId="77777777" w:rsidR="001E6B6B" w:rsidRDefault="001E6B6B" w:rsidP="006B3BD2">
            <w:pPr>
              <w:pStyle w:val="TAC"/>
              <w:rPr>
                <w:lang w:val="en-US" w:eastAsia="fi-FI"/>
              </w:rPr>
            </w:pPr>
            <w:r>
              <w:rPr>
                <w:lang w:val="en-US" w:eastAsia="fi-FI"/>
              </w:rPr>
              <w:t>DC_1A-3A-19A_n257I</w:t>
            </w:r>
          </w:p>
          <w:p w14:paraId="4665D5D1" w14:textId="77777777" w:rsidR="001E6B6B" w:rsidRDefault="001E6B6B" w:rsidP="006B3BD2">
            <w:pPr>
              <w:pStyle w:val="TAC"/>
              <w:rPr>
                <w:lang w:val="en-US" w:eastAsia="fi-FI"/>
              </w:rPr>
            </w:pPr>
            <w:r>
              <w:rPr>
                <w:lang w:val="en-US" w:eastAsia="fi-FI"/>
              </w:rPr>
              <w:t>DC_1A-3A-19A_n257J</w:t>
            </w:r>
          </w:p>
          <w:p w14:paraId="4BC88892" w14:textId="77777777" w:rsidR="001E6B6B" w:rsidRDefault="001E6B6B" w:rsidP="006B3BD2">
            <w:pPr>
              <w:pStyle w:val="TAC"/>
              <w:rPr>
                <w:lang w:val="en-US" w:eastAsia="fi-FI"/>
              </w:rPr>
            </w:pPr>
            <w:r>
              <w:rPr>
                <w:lang w:val="en-US" w:eastAsia="fi-FI"/>
              </w:rPr>
              <w:t>DC_1A-3A-19A_n257K</w:t>
            </w:r>
          </w:p>
          <w:p w14:paraId="672C141D" w14:textId="77777777" w:rsidR="001E6B6B" w:rsidRDefault="001E6B6B" w:rsidP="006B3BD2">
            <w:pPr>
              <w:pStyle w:val="TAC"/>
              <w:rPr>
                <w:lang w:val="en-US" w:eastAsia="fi-FI"/>
              </w:rPr>
            </w:pPr>
            <w:r>
              <w:rPr>
                <w:lang w:val="en-US" w:eastAsia="fi-FI"/>
              </w:rPr>
              <w:t>DC_1A-3A-19A_n257L</w:t>
            </w:r>
          </w:p>
          <w:p w14:paraId="210C9CE4" w14:textId="77777777" w:rsidR="001E6B6B" w:rsidRPr="001F078B" w:rsidRDefault="001E6B6B" w:rsidP="006B3BD2">
            <w:pPr>
              <w:pStyle w:val="TAC"/>
              <w:rPr>
                <w:noProof/>
                <w:lang w:eastAsia="zh-CN"/>
              </w:rPr>
            </w:pPr>
            <w:r>
              <w:rPr>
                <w:lang w:val="en-US" w:eastAsia="fi-FI"/>
              </w:rPr>
              <w:t>DC_1A-3A-19A_n257M</w:t>
            </w:r>
          </w:p>
        </w:tc>
        <w:tc>
          <w:tcPr>
            <w:tcW w:w="4815" w:type="dxa"/>
            <w:tcMar>
              <w:top w:w="28" w:type="dxa"/>
              <w:left w:w="28" w:type="dxa"/>
              <w:bottom w:w="28" w:type="dxa"/>
              <w:right w:w="28" w:type="dxa"/>
            </w:tcMar>
          </w:tcPr>
          <w:p w14:paraId="7BEB9012" w14:textId="504125B2" w:rsidR="001E6B6B" w:rsidRDefault="001E6B6B" w:rsidP="006B3BD2">
            <w:pPr>
              <w:pStyle w:val="TAC"/>
              <w:rPr>
                <w:lang w:val="en-US" w:eastAsia="fi-FI"/>
              </w:rPr>
            </w:pPr>
            <w:r>
              <w:rPr>
                <w:lang w:val="en-US" w:eastAsia="fi-FI"/>
              </w:rPr>
              <w:t>DC_1A_n257A</w:t>
            </w:r>
          </w:p>
          <w:p w14:paraId="1702FA0D" w14:textId="77777777" w:rsidR="001E6B6B" w:rsidRDefault="001E6B6B" w:rsidP="006B3BD2">
            <w:pPr>
              <w:pStyle w:val="TAC"/>
              <w:rPr>
                <w:lang w:val="en-US" w:eastAsia="ja-JP"/>
              </w:rPr>
            </w:pPr>
            <w:r>
              <w:rPr>
                <w:lang w:val="en-US" w:eastAsia="ja-JP"/>
              </w:rPr>
              <w:t>DC_1A_n257G</w:t>
            </w:r>
          </w:p>
          <w:p w14:paraId="683F93C5" w14:textId="77777777" w:rsidR="001E6B6B" w:rsidRDefault="001E6B6B" w:rsidP="006B3BD2">
            <w:pPr>
              <w:pStyle w:val="TAC"/>
              <w:rPr>
                <w:lang w:val="en-US" w:eastAsia="ja-JP"/>
              </w:rPr>
            </w:pPr>
            <w:r>
              <w:rPr>
                <w:lang w:val="en-US" w:eastAsia="ja-JP"/>
              </w:rPr>
              <w:t>DC_1A_n257H</w:t>
            </w:r>
          </w:p>
          <w:p w14:paraId="6A14DE9B" w14:textId="77777777" w:rsidR="001E6B6B" w:rsidRPr="00563032" w:rsidRDefault="001E6B6B" w:rsidP="006B3BD2">
            <w:pPr>
              <w:pStyle w:val="TAC"/>
              <w:rPr>
                <w:rFonts w:eastAsia="Yu Mincho"/>
                <w:lang w:val="en-US" w:eastAsia="ja-JP"/>
              </w:rPr>
            </w:pPr>
            <w:r>
              <w:rPr>
                <w:lang w:val="en-US" w:eastAsia="ja-JP"/>
              </w:rPr>
              <w:t>DC_1A_n257I</w:t>
            </w:r>
          </w:p>
          <w:p w14:paraId="3DACCBAE" w14:textId="77777777" w:rsidR="001E6B6B" w:rsidRDefault="001E6B6B" w:rsidP="006B3BD2">
            <w:pPr>
              <w:pStyle w:val="TAC"/>
              <w:rPr>
                <w:lang w:val="en-US" w:eastAsia="fi-FI"/>
              </w:rPr>
            </w:pPr>
            <w:r>
              <w:rPr>
                <w:lang w:val="en-US" w:eastAsia="fi-FI"/>
              </w:rPr>
              <w:t>DC_3A_n257A</w:t>
            </w:r>
          </w:p>
          <w:p w14:paraId="290EB737" w14:textId="77777777" w:rsidR="001E6B6B" w:rsidRDefault="001E6B6B" w:rsidP="006B3BD2">
            <w:pPr>
              <w:pStyle w:val="TAC"/>
              <w:rPr>
                <w:lang w:val="en-US" w:eastAsia="ja-JP"/>
              </w:rPr>
            </w:pPr>
            <w:r>
              <w:rPr>
                <w:lang w:val="en-US" w:eastAsia="ja-JP"/>
              </w:rPr>
              <w:t>DC_3A_n257A</w:t>
            </w:r>
          </w:p>
          <w:p w14:paraId="34978D20" w14:textId="77777777" w:rsidR="001E6B6B" w:rsidRDefault="001E6B6B" w:rsidP="006B3BD2">
            <w:pPr>
              <w:pStyle w:val="TAC"/>
              <w:rPr>
                <w:lang w:val="en-US" w:eastAsia="ja-JP"/>
              </w:rPr>
            </w:pPr>
            <w:r>
              <w:rPr>
                <w:lang w:val="en-US" w:eastAsia="ja-JP"/>
              </w:rPr>
              <w:t>DC_3A_n257G</w:t>
            </w:r>
          </w:p>
          <w:p w14:paraId="350DDDCA" w14:textId="77777777" w:rsidR="001E6B6B" w:rsidRDefault="001E6B6B" w:rsidP="006B3BD2">
            <w:pPr>
              <w:pStyle w:val="TAC"/>
              <w:rPr>
                <w:lang w:val="en-US" w:eastAsia="ja-JP"/>
              </w:rPr>
            </w:pPr>
            <w:r>
              <w:rPr>
                <w:lang w:val="en-US" w:eastAsia="ja-JP"/>
              </w:rPr>
              <w:t>DC_3A_n257H</w:t>
            </w:r>
          </w:p>
          <w:p w14:paraId="70026E10" w14:textId="77777777" w:rsidR="001E6B6B" w:rsidRDefault="001E6B6B" w:rsidP="006B3BD2">
            <w:pPr>
              <w:pStyle w:val="TAC"/>
              <w:rPr>
                <w:lang w:val="en-US" w:eastAsia="ja-JP"/>
              </w:rPr>
            </w:pPr>
            <w:r>
              <w:rPr>
                <w:lang w:val="en-US" w:eastAsia="ja-JP"/>
              </w:rPr>
              <w:t>DC_3A_n257I</w:t>
            </w:r>
          </w:p>
          <w:p w14:paraId="28455A4B" w14:textId="77777777" w:rsidR="001E6B6B" w:rsidRDefault="001E6B6B" w:rsidP="006B3BD2">
            <w:pPr>
              <w:pStyle w:val="TAC"/>
              <w:rPr>
                <w:lang w:val="en-US" w:eastAsia="ja-JP"/>
              </w:rPr>
            </w:pPr>
            <w:r>
              <w:rPr>
                <w:lang w:val="en-US" w:eastAsia="ja-JP"/>
              </w:rPr>
              <w:t>DC_3A_n257J</w:t>
            </w:r>
          </w:p>
          <w:p w14:paraId="07A5BA1A" w14:textId="77777777" w:rsidR="001E6B6B" w:rsidRDefault="001E6B6B" w:rsidP="006B3BD2">
            <w:pPr>
              <w:pStyle w:val="TAC"/>
              <w:rPr>
                <w:lang w:val="en-US" w:eastAsia="ja-JP"/>
              </w:rPr>
            </w:pPr>
            <w:r>
              <w:rPr>
                <w:lang w:val="en-US" w:eastAsia="ja-JP"/>
              </w:rPr>
              <w:t>DC_3A_n257K</w:t>
            </w:r>
          </w:p>
          <w:p w14:paraId="7BE13C87" w14:textId="77777777" w:rsidR="001E6B6B" w:rsidRDefault="001E6B6B" w:rsidP="006B3BD2">
            <w:pPr>
              <w:pStyle w:val="TAC"/>
              <w:rPr>
                <w:lang w:val="en-US" w:eastAsia="ja-JP"/>
              </w:rPr>
            </w:pPr>
            <w:r>
              <w:rPr>
                <w:lang w:val="en-US" w:eastAsia="ja-JP"/>
              </w:rPr>
              <w:t>DC_3A_n257L</w:t>
            </w:r>
          </w:p>
          <w:p w14:paraId="0ADBF305" w14:textId="77777777" w:rsidR="001E6B6B" w:rsidRDefault="001E6B6B" w:rsidP="006B3BD2">
            <w:pPr>
              <w:pStyle w:val="TAC"/>
              <w:rPr>
                <w:lang w:val="en-US" w:eastAsia="fi-FI"/>
              </w:rPr>
            </w:pPr>
            <w:r>
              <w:rPr>
                <w:lang w:val="en-US" w:eastAsia="ja-JP"/>
              </w:rPr>
              <w:t>DC_3A_n257M</w:t>
            </w:r>
          </w:p>
          <w:p w14:paraId="3306B08D" w14:textId="0AD71A0A" w:rsidR="001E6B6B" w:rsidRDefault="001E6B6B" w:rsidP="006B3BD2">
            <w:pPr>
              <w:pStyle w:val="TAC"/>
              <w:rPr>
                <w:lang w:val="en-US" w:eastAsia="fi-FI"/>
              </w:rPr>
            </w:pPr>
            <w:r>
              <w:rPr>
                <w:lang w:val="en-US" w:eastAsia="fi-FI"/>
              </w:rPr>
              <w:t>DC_19A_n257A</w:t>
            </w:r>
          </w:p>
          <w:p w14:paraId="22AFF1BB" w14:textId="77777777" w:rsidR="001E6B6B" w:rsidRDefault="001E6B6B" w:rsidP="006B3BD2">
            <w:pPr>
              <w:pStyle w:val="TAC"/>
              <w:rPr>
                <w:lang w:val="en-US" w:eastAsia="ja-JP"/>
              </w:rPr>
            </w:pPr>
            <w:r>
              <w:rPr>
                <w:lang w:val="en-US" w:eastAsia="ja-JP"/>
              </w:rPr>
              <w:t>DC_19A_n257G</w:t>
            </w:r>
          </w:p>
          <w:p w14:paraId="52D96AF9" w14:textId="77777777" w:rsidR="001E6B6B" w:rsidRDefault="001E6B6B" w:rsidP="006B3BD2">
            <w:pPr>
              <w:pStyle w:val="TAC"/>
              <w:rPr>
                <w:lang w:val="en-US" w:eastAsia="ja-JP"/>
              </w:rPr>
            </w:pPr>
            <w:r>
              <w:rPr>
                <w:lang w:val="en-US" w:eastAsia="ja-JP"/>
              </w:rPr>
              <w:t>DC_19A_n257H</w:t>
            </w:r>
          </w:p>
          <w:p w14:paraId="79E9BCB4" w14:textId="77777777" w:rsidR="001E6B6B" w:rsidRPr="001F078B" w:rsidRDefault="001E6B6B" w:rsidP="006B3BD2">
            <w:pPr>
              <w:pStyle w:val="TAC"/>
              <w:rPr>
                <w:noProof/>
                <w:lang w:eastAsia="zh-CN"/>
              </w:rPr>
            </w:pPr>
            <w:r>
              <w:rPr>
                <w:lang w:val="en-US" w:eastAsia="ja-JP"/>
              </w:rPr>
              <w:t>DC_19A_n257I</w:t>
            </w:r>
          </w:p>
        </w:tc>
      </w:tr>
      <w:tr w:rsidR="001E6B6B" w:rsidRPr="001F078B" w14:paraId="13ADAEC2" w14:textId="77777777" w:rsidTr="006B3BD2">
        <w:trPr>
          <w:trHeight w:val="187"/>
          <w:jc w:val="center"/>
        </w:trPr>
        <w:tc>
          <w:tcPr>
            <w:tcW w:w="4814" w:type="dxa"/>
            <w:shd w:val="clear" w:color="auto" w:fill="auto"/>
            <w:noWrap/>
            <w:tcMar>
              <w:top w:w="28" w:type="dxa"/>
              <w:left w:w="28" w:type="dxa"/>
              <w:bottom w:w="28" w:type="dxa"/>
              <w:right w:w="28" w:type="dxa"/>
            </w:tcMar>
          </w:tcPr>
          <w:p w14:paraId="717186AC" w14:textId="77777777" w:rsidR="001E6B6B" w:rsidRDefault="001E6B6B" w:rsidP="006B3BD2">
            <w:pPr>
              <w:pStyle w:val="TAC"/>
              <w:rPr>
                <w:vertAlign w:val="superscript"/>
                <w:lang w:val="en-US" w:eastAsia="zh-CN"/>
              </w:rPr>
            </w:pPr>
            <w:r w:rsidRPr="009F183F">
              <w:rPr>
                <w:lang w:eastAsia="fi-FI"/>
              </w:rPr>
              <w:t>DC_1A-3A-21A_n257A</w:t>
            </w:r>
            <w:r w:rsidRPr="009F183F">
              <w:rPr>
                <w:vertAlign w:val="superscript"/>
                <w:lang w:eastAsia="zh-CN"/>
              </w:rPr>
              <w:t>2</w:t>
            </w:r>
          </w:p>
          <w:p w14:paraId="2B48755D" w14:textId="77777777" w:rsidR="001E6B6B" w:rsidRDefault="001E6B6B" w:rsidP="006B3BD2">
            <w:pPr>
              <w:pStyle w:val="TAC"/>
              <w:rPr>
                <w:lang w:val="en-US" w:eastAsia="fi-FI"/>
              </w:rPr>
            </w:pPr>
            <w:r>
              <w:rPr>
                <w:lang w:val="en-US" w:eastAsia="fi-FI"/>
              </w:rPr>
              <w:t>DC_1A-3A-21A_n257G</w:t>
            </w:r>
          </w:p>
          <w:p w14:paraId="15CB3473" w14:textId="77777777" w:rsidR="001E6B6B" w:rsidRDefault="001E6B6B" w:rsidP="006B3BD2">
            <w:pPr>
              <w:pStyle w:val="TAC"/>
              <w:rPr>
                <w:lang w:val="en-US" w:eastAsia="fi-FI"/>
              </w:rPr>
            </w:pPr>
            <w:r>
              <w:rPr>
                <w:lang w:val="en-US" w:eastAsia="fi-FI"/>
              </w:rPr>
              <w:t>DC_1A-3A-21A_n257H</w:t>
            </w:r>
          </w:p>
          <w:p w14:paraId="2FA7D414" w14:textId="77777777" w:rsidR="001E6B6B" w:rsidRDefault="001E6B6B" w:rsidP="006B3BD2">
            <w:pPr>
              <w:pStyle w:val="TAC"/>
              <w:rPr>
                <w:lang w:val="en-US" w:eastAsia="fi-FI"/>
              </w:rPr>
            </w:pPr>
            <w:r>
              <w:rPr>
                <w:lang w:val="en-US" w:eastAsia="fi-FI"/>
              </w:rPr>
              <w:t>DC_1A-3A-21A_n257I</w:t>
            </w:r>
          </w:p>
          <w:p w14:paraId="547FD4DD" w14:textId="77777777" w:rsidR="001E6B6B" w:rsidRDefault="001E6B6B" w:rsidP="006B3BD2">
            <w:pPr>
              <w:pStyle w:val="TAC"/>
              <w:rPr>
                <w:lang w:val="en-US" w:eastAsia="fi-FI"/>
              </w:rPr>
            </w:pPr>
            <w:r>
              <w:rPr>
                <w:lang w:val="en-US" w:eastAsia="fi-FI"/>
              </w:rPr>
              <w:t>DC_1A-3A-21A_n257J</w:t>
            </w:r>
          </w:p>
          <w:p w14:paraId="4715F4B5" w14:textId="77777777" w:rsidR="001E6B6B" w:rsidRDefault="001E6B6B" w:rsidP="006B3BD2">
            <w:pPr>
              <w:pStyle w:val="TAC"/>
              <w:rPr>
                <w:lang w:val="en-US" w:eastAsia="fi-FI"/>
              </w:rPr>
            </w:pPr>
            <w:r>
              <w:rPr>
                <w:lang w:val="en-US" w:eastAsia="fi-FI"/>
              </w:rPr>
              <w:t>DC_1A-3A-21A_n257K</w:t>
            </w:r>
          </w:p>
          <w:p w14:paraId="3059961A" w14:textId="77777777" w:rsidR="001E6B6B" w:rsidRDefault="001E6B6B" w:rsidP="006B3BD2">
            <w:pPr>
              <w:pStyle w:val="TAC"/>
              <w:rPr>
                <w:lang w:val="en-US" w:eastAsia="fi-FI"/>
              </w:rPr>
            </w:pPr>
            <w:r>
              <w:rPr>
                <w:lang w:val="en-US" w:eastAsia="fi-FI"/>
              </w:rPr>
              <w:t>DC_1A-3A-21A_n257L</w:t>
            </w:r>
          </w:p>
          <w:p w14:paraId="77E02ED2" w14:textId="77777777" w:rsidR="001E6B6B" w:rsidRPr="001F078B" w:rsidRDefault="001E6B6B" w:rsidP="006B3BD2">
            <w:pPr>
              <w:pStyle w:val="TAC"/>
              <w:rPr>
                <w:noProof/>
                <w:lang w:eastAsia="zh-CN"/>
              </w:rPr>
            </w:pPr>
            <w:r>
              <w:rPr>
                <w:lang w:val="en-US" w:eastAsia="fi-FI"/>
              </w:rPr>
              <w:t>DC_1A-3A-21A_n257M</w:t>
            </w:r>
          </w:p>
        </w:tc>
        <w:tc>
          <w:tcPr>
            <w:tcW w:w="4815" w:type="dxa"/>
            <w:tcMar>
              <w:top w:w="28" w:type="dxa"/>
              <w:left w:w="28" w:type="dxa"/>
              <w:bottom w:w="28" w:type="dxa"/>
              <w:right w:w="28" w:type="dxa"/>
            </w:tcMar>
          </w:tcPr>
          <w:p w14:paraId="6E712426" w14:textId="77777777" w:rsidR="001E6B6B" w:rsidRDefault="001E6B6B" w:rsidP="006B3BD2">
            <w:pPr>
              <w:pStyle w:val="TAC"/>
              <w:rPr>
                <w:lang w:val="en-US" w:eastAsia="fi-FI"/>
              </w:rPr>
            </w:pPr>
            <w:r>
              <w:rPr>
                <w:lang w:val="en-US" w:eastAsia="fi-FI"/>
              </w:rPr>
              <w:t>DC_1A_n257A</w:t>
            </w:r>
          </w:p>
          <w:p w14:paraId="0584BB5F" w14:textId="77777777" w:rsidR="001E6B6B" w:rsidRDefault="001E6B6B" w:rsidP="006B3BD2">
            <w:pPr>
              <w:pStyle w:val="TAC"/>
              <w:rPr>
                <w:lang w:val="en-US" w:eastAsia="ja-JP"/>
              </w:rPr>
            </w:pPr>
            <w:r>
              <w:rPr>
                <w:lang w:val="en-US" w:eastAsia="ja-JP"/>
              </w:rPr>
              <w:t>DC_1A_n257G</w:t>
            </w:r>
          </w:p>
          <w:p w14:paraId="5014DED6" w14:textId="77777777" w:rsidR="001E6B6B" w:rsidRDefault="001E6B6B" w:rsidP="006B3BD2">
            <w:pPr>
              <w:pStyle w:val="TAC"/>
              <w:rPr>
                <w:lang w:val="en-US" w:eastAsia="ja-JP"/>
              </w:rPr>
            </w:pPr>
            <w:r>
              <w:rPr>
                <w:lang w:val="en-US" w:eastAsia="ja-JP"/>
              </w:rPr>
              <w:t>DC_1A_n257H</w:t>
            </w:r>
          </w:p>
          <w:p w14:paraId="4BB5A1D7" w14:textId="77777777" w:rsidR="001E6B6B" w:rsidRPr="00563032" w:rsidRDefault="001E6B6B" w:rsidP="006B3BD2">
            <w:pPr>
              <w:pStyle w:val="TAC"/>
              <w:rPr>
                <w:rFonts w:eastAsia="Yu Mincho"/>
                <w:lang w:val="en-US" w:eastAsia="ja-JP"/>
              </w:rPr>
            </w:pPr>
            <w:r>
              <w:rPr>
                <w:lang w:val="en-US" w:eastAsia="ja-JP"/>
              </w:rPr>
              <w:t>DC_1A_n257I</w:t>
            </w:r>
          </w:p>
          <w:p w14:paraId="120E96BD" w14:textId="77777777" w:rsidR="001E6B6B" w:rsidRDefault="001E6B6B" w:rsidP="006B3BD2">
            <w:pPr>
              <w:pStyle w:val="TAC"/>
              <w:rPr>
                <w:lang w:val="en-US" w:eastAsia="fi-FI"/>
              </w:rPr>
            </w:pPr>
            <w:r>
              <w:rPr>
                <w:lang w:val="en-US" w:eastAsia="fi-FI"/>
              </w:rPr>
              <w:t>DC_3A_n257A</w:t>
            </w:r>
          </w:p>
          <w:p w14:paraId="54B99E23" w14:textId="77777777" w:rsidR="001E6B6B" w:rsidRDefault="001E6B6B" w:rsidP="006B3BD2">
            <w:pPr>
              <w:pStyle w:val="TAC"/>
              <w:rPr>
                <w:lang w:val="en-US" w:eastAsia="fi-FI"/>
              </w:rPr>
            </w:pPr>
            <w:r>
              <w:rPr>
                <w:lang w:val="en-US" w:eastAsia="fi-FI"/>
              </w:rPr>
              <w:t>DC_3A_n257G</w:t>
            </w:r>
          </w:p>
          <w:p w14:paraId="6FF47782" w14:textId="77777777" w:rsidR="001E6B6B" w:rsidRDefault="001E6B6B" w:rsidP="006B3BD2">
            <w:pPr>
              <w:pStyle w:val="TAC"/>
              <w:rPr>
                <w:lang w:val="en-US" w:eastAsia="fi-FI"/>
              </w:rPr>
            </w:pPr>
            <w:r>
              <w:rPr>
                <w:lang w:val="en-US" w:eastAsia="fi-FI"/>
              </w:rPr>
              <w:t>DC_3A_n257H</w:t>
            </w:r>
          </w:p>
          <w:p w14:paraId="1099AB6B" w14:textId="77777777" w:rsidR="001E6B6B" w:rsidRDefault="001E6B6B" w:rsidP="006B3BD2">
            <w:pPr>
              <w:pStyle w:val="TAC"/>
              <w:rPr>
                <w:lang w:val="en-US" w:eastAsia="fi-FI"/>
              </w:rPr>
            </w:pPr>
            <w:r>
              <w:rPr>
                <w:lang w:val="en-US" w:eastAsia="fi-FI"/>
              </w:rPr>
              <w:t>DC_3A_n257I</w:t>
            </w:r>
          </w:p>
          <w:p w14:paraId="7251DEA4" w14:textId="77777777" w:rsidR="001E6B6B" w:rsidRDefault="001E6B6B" w:rsidP="006B3BD2">
            <w:pPr>
              <w:pStyle w:val="TAC"/>
              <w:rPr>
                <w:lang w:val="en-US" w:eastAsia="fi-FI"/>
              </w:rPr>
            </w:pPr>
            <w:r>
              <w:rPr>
                <w:lang w:val="en-US" w:eastAsia="fi-FI"/>
              </w:rPr>
              <w:t>DC_3A_n257J</w:t>
            </w:r>
          </w:p>
          <w:p w14:paraId="49D73150" w14:textId="77777777" w:rsidR="001E6B6B" w:rsidRDefault="001E6B6B" w:rsidP="006B3BD2">
            <w:pPr>
              <w:pStyle w:val="TAC"/>
              <w:rPr>
                <w:lang w:val="en-US" w:eastAsia="fi-FI"/>
              </w:rPr>
            </w:pPr>
            <w:r>
              <w:rPr>
                <w:lang w:val="en-US" w:eastAsia="fi-FI"/>
              </w:rPr>
              <w:t>DC_3A_n257K</w:t>
            </w:r>
          </w:p>
          <w:p w14:paraId="5F8BAE17" w14:textId="77777777" w:rsidR="001E6B6B" w:rsidRDefault="001E6B6B" w:rsidP="006B3BD2">
            <w:pPr>
              <w:pStyle w:val="TAC"/>
              <w:rPr>
                <w:lang w:val="en-US" w:eastAsia="fi-FI"/>
              </w:rPr>
            </w:pPr>
            <w:r>
              <w:rPr>
                <w:lang w:val="en-US" w:eastAsia="fi-FI"/>
              </w:rPr>
              <w:t>DC_3A_n257L</w:t>
            </w:r>
          </w:p>
          <w:p w14:paraId="0CA29501" w14:textId="77777777" w:rsidR="001E6B6B" w:rsidRDefault="001E6B6B" w:rsidP="006B3BD2">
            <w:pPr>
              <w:pStyle w:val="TAC"/>
              <w:rPr>
                <w:lang w:val="en-US" w:eastAsia="fi-FI"/>
              </w:rPr>
            </w:pPr>
            <w:r>
              <w:rPr>
                <w:lang w:val="en-US" w:eastAsia="fi-FI"/>
              </w:rPr>
              <w:t>DC_3A_n257M</w:t>
            </w:r>
          </w:p>
          <w:p w14:paraId="543B0960" w14:textId="790EB969" w:rsidR="001E6B6B" w:rsidRDefault="001E6B6B" w:rsidP="006B3BD2">
            <w:pPr>
              <w:pStyle w:val="TAC"/>
              <w:rPr>
                <w:lang w:val="en-US" w:eastAsia="fi-FI"/>
              </w:rPr>
            </w:pPr>
            <w:r>
              <w:rPr>
                <w:lang w:val="en-US" w:eastAsia="fi-FI"/>
              </w:rPr>
              <w:t>DC_21A_n257A</w:t>
            </w:r>
          </w:p>
          <w:p w14:paraId="77E382AF" w14:textId="77777777" w:rsidR="001E6B6B" w:rsidRDefault="001E6B6B" w:rsidP="006B3BD2">
            <w:pPr>
              <w:pStyle w:val="TAC"/>
              <w:rPr>
                <w:lang w:val="en-US" w:eastAsia="ja-JP"/>
              </w:rPr>
            </w:pPr>
            <w:r>
              <w:rPr>
                <w:lang w:val="en-US" w:eastAsia="ja-JP"/>
              </w:rPr>
              <w:t>DC_21A_n257G</w:t>
            </w:r>
          </w:p>
          <w:p w14:paraId="6E197978" w14:textId="77777777" w:rsidR="001E6B6B" w:rsidRDefault="001E6B6B" w:rsidP="006B3BD2">
            <w:pPr>
              <w:pStyle w:val="TAC"/>
              <w:rPr>
                <w:lang w:val="en-US" w:eastAsia="ja-JP"/>
              </w:rPr>
            </w:pPr>
            <w:r>
              <w:rPr>
                <w:lang w:val="en-US" w:eastAsia="ja-JP"/>
              </w:rPr>
              <w:t>DC_21A_n257H</w:t>
            </w:r>
          </w:p>
          <w:p w14:paraId="6255E136" w14:textId="77777777" w:rsidR="001E6B6B" w:rsidRPr="001F078B" w:rsidRDefault="001E6B6B" w:rsidP="006B3BD2">
            <w:pPr>
              <w:pStyle w:val="TAC"/>
              <w:rPr>
                <w:noProof/>
                <w:lang w:eastAsia="zh-CN"/>
              </w:rPr>
            </w:pPr>
            <w:r>
              <w:rPr>
                <w:lang w:val="en-US" w:eastAsia="ja-JP"/>
              </w:rPr>
              <w:t>DC_21A_n257I</w:t>
            </w:r>
          </w:p>
        </w:tc>
      </w:tr>
      <w:tr w:rsidR="001E6B6B" w:rsidRPr="001F078B" w14:paraId="4AA1E816" w14:textId="77777777" w:rsidTr="006B3BD2">
        <w:trPr>
          <w:trHeight w:val="187"/>
          <w:jc w:val="center"/>
        </w:trPr>
        <w:tc>
          <w:tcPr>
            <w:tcW w:w="4814" w:type="dxa"/>
            <w:shd w:val="clear" w:color="auto" w:fill="auto"/>
            <w:noWrap/>
            <w:tcMar>
              <w:top w:w="28" w:type="dxa"/>
              <w:left w:w="28" w:type="dxa"/>
              <w:bottom w:w="28" w:type="dxa"/>
              <w:right w:w="28" w:type="dxa"/>
            </w:tcMar>
          </w:tcPr>
          <w:p w14:paraId="09160FAA" w14:textId="77777777" w:rsidR="001E6B6B" w:rsidRDefault="001E6B6B" w:rsidP="006B3BD2">
            <w:pPr>
              <w:pStyle w:val="TAC"/>
              <w:rPr>
                <w:vertAlign w:val="superscript"/>
                <w:lang w:val="en-US" w:eastAsia="zh-CN"/>
              </w:rPr>
            </w:pPr>
            <w:r w:rsidRPr="009F183F">
              <w:rPr>
                <w:lang w:eastAsia="fi-FI"/>
              </w:rPr>
              <w:t>DC_1A-3A-28A_n257A</w:t>
            </w:r>
            <w:r w:rsidRPr="009F183F">
              <w:rPr>
                <w:vertAlign w:val="superscript"/>
                <w:lang w:eastAsia="zh-CN"/>
              </w:rPr>
              <w:t>2</w:t>
            </w:r>
          </w:p>
          <w:p w14:paraId="2E638F4D" w14:textId="77777777" w:rsidR="001E6B6B" w:rsidRDefault="001E6B6B" w:rsidP="006B3BD2">
            <w:pPr>
              <w:pStyle w:val="TAC"/>
              <w:rPr>
                <w:lang w:val="en-US" w:eastAsia="fi-FI"/>
              </w:rPr>
            </w:pPr>
            <w:r>
              <w:rPr>
                <w:lang w:val="en-US" w:eastAsia="fi-FI"/>
              </w:rPr>
              <w:t>DC_1A-3A-28A_n257G</w:t>
            </w:r>
          </w:p>
          <w:p w14:paraId="3C7D4CB2" w14:textId="77777777" w:rsidR="001E6B6B" w:rsidRDefault="001E6B6B" w:rsidP="006B3BD2">
            <w:pPr>
              <w:pStyle w:val="TAC"/>
              <w:rPr>
                <w:lang w:val="en-US" w:eastAsia="fi-FI"/>
              </w:rPr>
            </w:pPr>
            <w:r>
              <w:rPr>
                <w:lang w:val="en-US" w:eastAsia="fi-FI"/>
              </w:rPr>
              <w:t>DC_1A-3A-28A_n257H</w:t>
            </w:r>
          </w:p>
          <w:p w14:paraId="2DF42CB2" w14:textId="77777777" w:rsidR="001E6B6B" w:rsidRDefault="001E6B6B" w:rsidP="006B3BD2">
            <w:pPr>
              <w:pStyle w:val="TAC"/>
              <w:rPr>
                <w:lang w:val="en-US" w:eastAsia="fi-FI"/>
              </w:rPr>
            </w:pPr>
            <w:r>
              <w:rPr>
                <w:lang w:val="en-US" w:eastAsia="fi-FI"/>
              </w:rPr>
              <w:t>DC_1A-3A-28A_n257I</w:t>
            </w:r>
          </w:p>
          <w:p w14:paraId="0B636EF3" w14:textId="77777777" w:rsidR="001E6B6B" w:rsidRDefault="001E6B6B" w:rsidP="006B3BD2">
            <w:pPr>
              <w:pStyle w:val="TAC"/>
              <w:rPr>
                <w:lang w:val="en-US" w:eastAsia="fi-FI"/>
              </w:rPr>
            </w:pPr>
            <w:r>
              <w:rPr>
                <w:lang w:val="en-US" w:eastAsia="fi-FI"/>
              </w:rPr>
              <w:t>DC_1A-3A-28A_n257J</w:t>
            </w:r>
          </w:p>
          <w:p w14:paraId="00A4224B" w14:textId="77777777" w:rsidR="001E6B6B" w:rsidRDefault="001E6B6B" w:rsidP="006B3BD2">
            <w:pPr>
              <w:pStyle w:val="TAC"/>
              <w:rPr>
                <w:lang w:val="en-US" w:eastAsia="fi-FI"/>
              </w:rPr>
            </w:pPr>
            <w:r>
              <w:rPr>
                <w:lang w:val="en-US" w:eastAsia="fi-FI"/>
              </w:rPr>
              <w:t>DC_1A-3A-28A_n257K</w:t>
            </w:r>
          </w:p>
          <w:p w14:paraId="33C44BB2" w14:textId="77777777" w:rsidR="001E6B6B" w:rsidRDefault="001E6B6B" w:rsidP="006B3BD2">
            <w:pPr>
              <w:pStyle w:val="TAC"/>
              <w:rPr>
                <w:lang w:val="en-US" w:eastAsia="fi-FI"/>
              </w:rPr>
            </w:pPr>
            <w:r>
              <w:rPr>
                <w:lang w:val="en-US" w:eastAsia="fi-FI"/>
              </w:rPr>
              <w:t>DC_1A-3A-28A_n257L</w:t>
            </w:r>
          </w:p>
          <w:p w14:paraId="0C98CB34" w14:textId="77777777" w:rsidR="001E6B6B" w:rsidRPr="001F078B" w:rsidRDefault="001E6B6B" w:rsidP="006B3BD2">
            <w:pPr>
              <w:pStyle w:val="TAC"/>
              <w:rPr>
                <w:noProof/>
                <w:lang w:eastAsia="zh-CN"/>
              </w:rPr>
            </w:pPr>
            <w:r>
              <w:rPr>
                <w:lang w:val="en-US" w:eastAsia="fi-FI"/>
              </w:rPr>
              <w:t>DC_1A-3A-28A_n257M</w:t>
            </w:r>
          </w:p>
        </w:tc>
        <w:tc>
          <w:tcPr>
            <w:tcW w:w="4815" w:type="dxa"/>
            <w:tcMar>
              <w:top w:w="28" w:type="dxa"/>
              <w:left w:w="28" w:type="dxa"/>
              <w:bottom w:w="28" w:type="dxa"/>
              <w:right w:w="28" w:type="dxa"/>
            </w:tcMar>
          </w:tcPr>
          <w:p w14:paraId="5CB83935" w14:textId="77777777" w:rsidR="001E6B6B" w:rsidRDefault="001E6B6B" w:rsidP="006B3BD2">
            <w:pPr>
              <w:pStyle w:val="TAC"/>
              <w:rPr>
                <w:lang w:val="en-US" w:eastAsia="fi-FI"/>
              </w:rPr>
            </w:pPr>
            <w:r>
              <w:rPr>
                <w:lang w:val="en-US" w:eastAsia="fi-FI"/>
              </w:rPr>
              <w:t>DC_1A_n257A</w:t>
            </w:r>
          </w:p>
          <w:p w14:paraId="22778800" w14:textId="77777777" w:rsidR="001E6B6B" w:rsidRDefault="001E6B6B" w:rsidP="006B3BD2">
            <w:pPr>
              <w:pStyle w:val="TAC"/>
              <w:rPr>
                <w:lang w:val="en-US" w:eastAsia="fi-FI"/>
              </w:rPr>
            </w:pPr>
            <w:r>
              <w:rPr>
                <w:lang w:val="en-US" w:eastAsia="fi-FI"/>
              </w:rPr>
              <w:t>DC_1A_n257G</w:t>
            </w:r>
          </w:p>
          <w:p w14:paraId="5EA92CC8" w14:textId="77777777" w:rsidR="001E6B6B" w:rsidRDefault="001E6B6B" w:rsidP="006B3BD2">
            <w:pPr>
              <w:pStyle w:val="TAC"/>
              <w:rPr>
                <w:lang w:val="en-US" w:eastAsia="fi-FI"/>
              </w:rPr>
            </w:pPr>
            <w:r>
              <w:rPr>
                <w:lang w:val="en-US" w:eastAsia="fi-FI"/>
              </w:rPr>
              <w:t>DC_1A_n257H</w:t>
            </w:r>
          </w:p>
          <w:p w14:paraId="1B27EB1F" w14:textId="77777777" w:rsidR="001E6B6B" w:rsidRDefault="001E6B6B" w:rsidP="006B3BD2">
            <w:pPr>
              <w:pStyle w:val="TAC"/>
              <w:rPr>
                <w:lang w:val="en-US" w:eastAsia="fi-FI"/>
              </w:rPr>
            </w:pPr>
            <w:r>
              <w:rPr>
                <w:lang w:val="en-US" w:eastAsia="fi-FI"/>
              </w:rPr>
              <w:t>DC_1A_n257I</w:t>
            </w:r>
          </w:p>
          <w:p w14:paraId="6573BE67" w14:textId="77777777" w:rsidR="001E6B6B" w:rsidRDefault="001E6B6B" w:rsidP="006B3BD2">
            <w:pPr>
              <w:pStyle w:val="TAC"/>
              <w:rPr>
                <w:lang w:val="en-US" w:eastAsia="fi-FI"/>
              </w:rPr>
            </w:pPr>
            <w:r>
              <w:rPr>
                <w:lang w:val="en-US" w:eastAsia="fi-FI"/>
              </w:rPr>
              <w:t>DC_3A_n257A</w:t>
            </w:r>
          </w:p>
          <w:p w14:paraId="245C73D3" w14:textId="77777777" w:rsidR="001E6B6B" w:rsidRDefault="001E6B6B" w:rsidP="006B3BD2">
            <w:pPr>
              <w:pStyle w:val="TAC"/>
              <w:rPr>
                <w:lang w:val="en-US" w:eastAsia="ja-JP"/>
              </w:rPr>
            </w:pPr>
            <w:r>
              <w:rPr>
                <w:lang w:val="en-US" w:eastAsia="ja-JP"/>
              </w:rPr>
              <w:t>DC_3A_n257G</w:t>
            </w:r>
          </w:p>
          <w:p w14:paraId="09D4298A" w14:textId="77777777" w:rsidR="001E6B6B" w:rsidRDefault="001E6B6B" w:rsidP="006B3BD2">
            <w:pPr>
              <w:pStyle w:val="TAC"/>
              <w:rPr>
                <w:lang w:val="en-US" w:eastAsia="ja-JP"/>
              </w:rPr>
            </w:pPr>
            <w:r>
              <w:rPr>
                <w:lang w:val="en-US" w:eastAsia="ja-JP"/>
              </w:rPr>
              <w:t>DC_3A_n257H</w:t>
            </w:r>
          </w:p>
          <w:p w14:paraId="2B4A5C57" w14:textId="77777777" w:rsidR="001E6B6B" w:rsidRDefault="001E6B6B" w:rsidP="006B3BD2">
            <w:pPr>
              <w:pStyle w:val="TAC"/>
              <w:rPr>
                <w:lang w:val="en-US" w:eastAsia="ja-JP"/>
              </w:rPr>
            </w:pPr>
            <w:r>
              <w:rPr>
                <w:lang w:val="en-US" w:eastAsia="ja-JP"/>
              </w:rPr>
              <w:t>DC_3A_n257I</w:t>
            </w:r>
          </w:p>
          <w:p w14:paraId="5EC53AD6" w14:textId="77777777" w:rsidR="001E6B6B" w:rsidRDefault="001E6B6B" w:rsidP="006B3BD2">
            <w:pPr>
              <w:pStyle w:val="TAC"/>
              <w:rPr>
                <w:lang w:val="en-US" w:eastAsia="ja-JP"/>
              </w:rPr>
            </w:pPr>
            <w:r>
              <w:rPr>
                <w:lang w:val="en-US" w:eastAsia="ja-JP"/>
              </w:rPr>
              <w:t>DC_3A_n257J</w:t>
            </w:r>
          </w:p>
          <w:p w14:paraId="4F6F1DA6" w14:textId="77777777" w:rsidR="001E6B6B" w:rsidRDefault="001E6B6B" w:rsidP="006B3BD2">
            <w:pPr>
              <w:pStyle w:val="TAC"/>
              <w:rPr>
                <w:lang w:val="en-US" w:eastAsia="ja-JP"/>
              </w:rPr>
            </w:pPr>
            <w:r>
              <w:rPr>
                <w:lang w:val="en-US" w:eastAsia="ja-JP"/>
              </w:rPr>
              <w:t>DC_3A_n257K</w:t>
            </w:r>
          </w:p>
          <w:p w14:paraId="74D15772" w14:textId="77777777" w:rsidR="001E6B6B" w:rsidRDefault="001E6B6B" w:rsidP="006B3BD2">
            <w:pPr>
              <w:pStyle w:val="TAC"/>
              <w:rPr>
                <w:lang w:val="en-US" w:eastAsia="ja-JP"/>
              </w:rPr>
            </w:pPr>
            <w:r>
              <w:rPr>
                <w:lang w:val="en-US" w:eastAsia="ja-JP"/>
              </w:rPr>
              <w:t>DC_3A_n257L</w:t>
            </w:r>
          </w:p>
          <w:p w14:paraId="1E14B111" w14:textId="77777777" w:rsidR="001E6B6B" w:rsidRDefault="001E6B6B" w:rsidP="006B3BD2">
            <w:pPr>
              <w:pStyle w:val="TAC"/>
              <w:rPr>
                <w:lang w:val="en-US" w:eastAsia="fi-FI"/>
              </w:rPr>
            </w:pPr>
            <w:r>
              <w:rPr>
                <w:lang w:val="en-US" w:eastAsia="ja-JP"/>
              </w:rPr>
              <w:t>DC_3A_n257M</w:t>
            </w:r>
          </w:p>
          <w:p w14:paraId="1AD9AE5F" w14:textId="6E4FFADF" w:rsidR="001E6B6B" w:rsidRDefault="001E6B6B" w:rsidP="006B3BD2">
            <w:pPr>
              <w:pStyle w:val="TAC"/>
              <w:rPr>
                <w:lang w:val="en-US" w:eastAsia="fi-FI"/>
              </w:rPr>
            </w:pPr>
            <w:r>
              <w:rPr>
                <w:lang w:val="en-US" w:eastAsia="fi-FI"/>
              </w:rPr>
              <w:t>DC_28A_n257A</w:t>
            </w:r>
          </w:p>
          <w:p w14:paraId="2C033A25" w14:textId="77777777" w:rsidR="001E6B6B" w:rsidRDefault="001E6B6B" w:rsidP="006B3BD2">
            <w:pPr>
              <w:pStyle w:val="TAC"/>
              <w:rPr>
                <w:lang w:val="en-US" w:eastAsia="fi-FI"/>
              </w:rPr>
            </w:pPr>
            <w:r>
              <w:rPr>
                <w:lang w:val="en-US" w:eastAsia="fi-FI"/>
              </w:rPr>
              <w:t>DC_28A_n257G</w:t>
            </w:r>
          </w:p>
          <w:p w14:paraId="12DA69CC" w14:textId="77777777" w:rsidR="001E6B6B" w:rsidRDefault="001E6B6B" w:rsidP="006B3BD2">
            <w:pPr>
              <w:pStyle w:val="TAC"/>
              <w:rPr>
                <w:lang w:val="en-US" w:eastAsia="fi-FI"/>
              </w:rPr>
            </w:pPr>
            <w:r>
              <w:rPr>
                <w:lang w:val="en-US" w:eastAsia="fi-FI"/>
              </w:rPr>
              <w:t>DC_28A_n257H</w:t>
            </w:r>
          </w:p>
          <w:p w14:paraId="60196E1B" w14:textId="77777777" w:rsidR="001E6B6B" w:rsidRPr="001F078B" w:rsidRDefault="001E6B6B" w:rsidP="006B3BD2">
            <w:pPr>
              <w:pStyle w:val="TAC"/>
              <w:rPr>
                <w:noProof/>
                <w:lang w:eastAsia="zh-CN"/>
              </w:rPr>
            </w:pPr>
            <w:r>
              <w:rPr>
                <w:lang w:val="en-US" w:eastAsia="fi-FI"/>
              </w:rPr>
              <w:t>DC_28A_n257I</w:t>
            </w:r>
          </w:p>
        </w:tc>
      </w:tr>
      <w:tr w:rsidR="001E6B6B" w:rsidRPr="001F078B" w14:paraId="03AEA489" w14:textId="77777777" w:rsidTr="006B3BD2">
        <w:trPr>
          <w:trHeight w:val="187"/>
          <w:jc w:val="center"/>
        </w:trPr>
        <w:tc>
          <w:tcPr>
            <w:tcW w:w="4814" w:type="dxa"/>
            <w:shd w:val="clear" w:color="auto" w:fill="auto"/>
            <w:noWrap/>
            <w:tcMar>
              <w:top w:w="28" w:type="dxa"/>
              <w:left w:w="28" w:type="dxa"/>
              <w:bottom w:w="28" w:type="dxa"/>
              <w:right w:w="28" w:type="dxa"/>
            </w:tcMar>
          </w:tcPr>
          <w:p w14:paraId="40516B82" w14:textId="77777777" w:rsidR="001E6B6B" w:rsidRDefault="001E6B6B" w:rsidP="006B3BD2">
            <w:pPr>
              <w:pStyle w:val="TAC"/>
              <w:rPr>
                <w:lang w:val="en-US" w:eastAsia="fi-FI"/>
              </w:rPr>
            </w:pPr>
            <w:r>
              <w:rPr>
                <w:lang w:eastAsia="ja-JP"/>
              </w:rPr>
              <w:lastRenderedPageBreak/>
              <w:t>DC</w:t>
            </w:r>
            <w:r>
              <w:t>_</w:t>
            </w:r>
            <w:r>
              <w:rPr>
                <w:lang w:eastAsia="ja-JP"/>
              </w:rPr>
              <w:t>1A-3A-41A_n257A</w:t>
            </w:r>
          </w:p>
          <w:p w14:paraId="0E963A10" w14:textId="77777777" w:rsidR="001E6B6B" w:rsidRDefault="001E6B6B" w:rsidP="006B3BD2">
            <w:pPr>
              <w:pStyle w:val="TAC"/>
              <w:rPr>
                <w:rFonts w:eastAsia="MS Mincho" w:cs="Arial"/>
                <w:lang w:eastAsia="ja-JP"/>
              </w:rPr>
            </w:pPr>
            <w:r>
              <w:rPr>
                <w:rFonts w:eastAsia="MS Mincho" w:cs="Arial"/>
                <w:lang w:eastAsia="ja-JP"/>
              </w:rPr>
              <w:t>DC_1A-3A-41A_n257D</w:t>
            </w:r>
          </w:p>
          <w:p w14:paraId="343E3781" w14:textId="77777777" w:rsidR="001E6B6B" w:rsidRDefault="001E6B6B" w:rsidP="006B3BD2">
            <w:pPr>
              <w:pStyle w:val="TAC"/>
              <w:rPr>
                <w:rFonts w:eastAsia="MS Mincho" w:cs="Arial"/>
                <w:lang w:eastAsia="ja-JP"/>
              </w:rPr>
            </w:pPr>
            <w:r>
              <w:rPr>
                <w:rFonts w:eastAsia="MS Mincho" w:cs="Arial"/>
                <w:lang w:eastAsia="ja-JP"/>
              </w:rPr>
              <w:t>DC_1A-3A-41A_n257E</w:t>
            </w:r>
          </w:p>
          <w:p w14:paraId="51E41279" w14:textId="77777777" w:rsidR="001E6B6B" w:rsidRDefault="001E6B6B" w:rsidP="006B3BD2">
            <w:pPr>
              <w:pStyle w:val="TAC"/>
              <w:rPr>
                <w:lang w:eastAsia="ja-JP"/>
              </w:rPr>
            </w:pPr>
            <w:r>
              <w:rPr>
                <w:rFonts w:cs="Arial"/>
                <w:lang w:eastAsia="ja-JP"/>
              </w:rPr>
              <w:t>DC_1A-3A-41A_n257F</w:t>
            </w:r>
          </w:p>
          <w:p w14:paraId="35A59828" w14:textId="77777777" w:rsidR="001E6B6B" w:rsidRDefault="001E6B6B" w:rsidP="006B3BD2">
            <w:pPr>
              <w:pStyle w:val="TAC"/>
              <w:rPr>
                <w:rFonts w:eastAsia="MS Mincho" w:cs="Arial"/>
                <w:lang w:eastAsia="ja-JP"/>
              </w:rPr>
            </w:pPr>
            <w:r>
              <w:rPr>
                <w:rFonts w:eastAsia="MS Mincho" w:cs="Arial"/>
                <w:lang w:eastAsia="ja-JP"/>
              </w:rPr>
              <w:t>DC_1A-3A-41A_n257G</w:t>
            </w:r>
          </w:p>
          <w:p w14:paraId="2CCAF519" w14:textId="77777777" w:rsidR="001E6B6B" w:rsidRDefault="001E6B6B" w:rsidP="006B3BD2">
            <w:pPr>
              <w:pStyle w:val="TAC"/>
              <w:rPr>
                <w:rFonts w:eastAsia="MS Mincho" w:cs="Arial"/>
                <w:lang w:eastAsia="ja-JP"/>
              </w:rPr>
            </w:pPr>
            <w:r>
              <w:rPr>
                <w:rFonts w:eastAsia="MS Mincho" w:cs="Arial"/>
                <w:lang w:eastAsia="ja-JP"/>
              </w:rPr>
              <w:t>DC_1A-3A-41A_n257H</w:t>
            </w:r>
          </w:p>
          <w:p w14:paraId="01298D43" w14:textId="77777777" w:rsidR="001E6B6B" w:rsidRDefault="001E6B6B" w:rsidP="006B3BD2">
            <w:pPr>
              <w:pStyle w:val="TAC"/>
              <w:rPr>
                <w:rFonts w:eastAsia="MS Mincho" w:cs="Arial"/>
                <w:lang w:eastAsia="ja-JP"/>
              </w:rPr>
            </w:pPr>
            <w:r>
              <w:rPr>
                <w:rFonts w:eastAsia="MS Mincho" w:cs="Arial"/>
                <w:lang w:eastAsia="ja-JP"/>
              </w:rPr>
              <w:t>DC_1A-3A-41A_n257I</w:t>
            </w:r>
          </w:p>
          <w:p w14:paraId="321CFA43" w14:textId="77777777" w:rsidR="001E6B6B" w:rsidRDefault="001E6B6B" w:rsidP="006B3BD2">
            <w:pPr>
              <w:pStyle w:val="TAC"/>
              <w:rPr>
                <w:rFonts w:eastAsia="MS Mincho" w:cs="Arial"/>
                <w:lang w:eastAsia="ja-JP"/>
              </w:rPr>
            </w:pPr>
            <w:r>
              <w:rPr>
                <w:rFonts w:eastAsia="MS Mincho" w:cs="Arial"/>
                <w:lang w:eastAsia="ja-JP"/>
              </w:rPr>
              <w:t>DC_1A-3A-41A_n257J</w:t>
            </w:r>
          </w:p>
          <w:p w14:paraId="1CB9BBA7" w14:textId="77777777" w:rsidR="001E6B6B" w:rsidRDefault="001E6B6B" w:rsidP="006B3BD2">
            <w:pPr>
              <w:pStyle w:val="TAC"/>
              <w:rPr>
                <w:rFonts w:eastAsia="MS Mincho" w:cs="Arial"/>
                <w:lang w:eastAsia="ja-JP"/>
              </w:rPr>
            </w:pPr>
            <w:r>
              <w:rPr>
                <w:rFonts w:eastAsia="MS Mincho" w:cs="Arial"/>
                <w:lang w:eastAsia="ja-JP"/>
              </w:rPr>
              <w:t>DC_1A-3A-41A_n257K</w:t>
            </w:r>
          </w:p>
          <w:p w14:paraId="1C60B672" w14:textId="77777777" w:rsidR="001E6B6B" w:rsidRDefault="001E6B6B" w:rsidP="006B3BD2">
            <w:pPr>
              <w:pStyle w:val="TAC"/>
              <w:rPr>
                <w:rFonts w:eastAsia="MS Mincho" w:cs="Arial"/>
                <w:lang w:eastAsia="ja-JP"/>
              </w:rPr>
            </w:pPr>
            <w:r>
              <w:rPr>
                <w:rFonts w:eastAsia="MS Mincho" w:cs="Arial"/>
                <w:lang w:eastAsia="ja-JP"/>
              </w:rPr>
              <w:t>DC_1A-3A-41A_n257L</w:t>
            </w:r>
          </w:p>
          <w:p w14:paraId="4543FB28" w14:textId="77777777" w:rsidR="001E6B6B" w:rsidRDefault="001E6B6B" w:rsidP="006B3BD2">
            <w:pPr>
              <w:pStyle w:val="TAC"/>
              <w:rPr>
                <w:rFonts w:cs="Arial"/>
                <w:lang w:eastAsia="ja-JP"/>
              </w:rPr>
            </w:pPr>
            <w:r>
              <w:rPr>
                <w:rFonts w:cs="Arial"/>
                <w:lang w:eastAsia="ja-JP"/>
              </w:rPr>
              <w:t>DC_1A-3A-41A_n257M</w:t>
            </w:r>
          </w:p>
          <w:p w14:paraId="5C071784" w14:textId="77777777" w:rsidR="001E6B6B" w:rsidRDefault="001E6B6B" w:rsidP="006B3BD2">
            <w:pPr>
              <w:pStyle w:val="TAC"/>
              <w:rPr>
                <w:lang w:val="en-US" w:eastAsia="fi-FI"/>
              </w:rPr>
            </w:pPr>
            <w:r>
              <w:rPr>
                <w:lang w:eastAsia="ja-JP"/>
              </w:rPr>
              <w:t>DC</w:t>
            </w:r>
            <w:r>
              <w:t>_</w:t>
            </w:r>
            <w:r>
              <w:rPr>
                <w:lang w:eastAsia="ja-JP"/>
              </w:rPr>
              <w:t>1A-3A-41C_n257A</w:t>
            </w:r>
          </w:p>
          <w:p w14:paraId="171E0D5B" w14:textId="77777777" w:rsidR="001E6B6B" w:rsidRDefault="001E6B6B" w:rsidP="006B3BD2">
            <w:pPr>
              <w:pStyle w:val="TAC"/>
              <w:rPr>
                <w:rFonts w:eastAsia="MS Mincho" w:cs="Arial"/>
                <w:lang w:eastAsia="ja-JP"/>
              </w:rPr>
            </w:pPr>
            <w:r>
              <w:rPr>
                <w:rFonts w:eastAsia="MS Mincho" w:cs="Arial"/>
                <w:lang w:eastAsia="ja-JP"/>
              </w:rPr>
              <w:t>DC_1A-3A-41C_n257D</w:t>
            </w:r>
          </w:p>
          <w:p w14:paraId="76F30CD5" w14:textId="77777777" w:rsidR="001E6B6B" w:rsidRDefault="001E6B6B" w:rsidP="006B3BD2">
            <w:pPr>
              <w:pStyle w:val="TAC"/>
              <w:rPr>
                <w:rFonts w:eastAsia="MS Mincho" w:cs="Arial"/>
                <w:lang w:eastAsia="ja-JP"/>
              </w:rPr>
            </w:pPr>
            <w:r>
              <w:rPr>
                <w:rFonts w:eastAsia="MS Mincho" w:cs="Arial"/>
                <w:lang w:eastAsia="ja-JP"/>
              </w:rPr>
              <w:t>DC_1A-3A-41C_n257E</w:t>
            </w:r>
          </w:p>
          <w:p w14:paraId="65405118" w14:textId="77777777" w:rsidR="001E6B6B" w:rsidRDefault="001E6B6B" w:rsidP="006B3BD2">
            <w:pPr>
              <w:pStyle w:val="TAC"/>
              <w:rPr>
                <w:lang w:eastAsia="ja-JP"/>
              </w:rPr>
            </w:pPr>
            <w:r>
              <w:rPr>
                <w:rFonts w:cs="Arial"/>
                <w:lang w:eastAsia="ja-JP"/>
              </w:rPr>
              <w:t>DC_1A-3A-41C_n257F</w:t>
            </w:r>
          </w:p>
          <w:p w14:paraId="6F740086" w14:textId="77777777" w:rsidR="001E6B6B" w:rsidRDefault="001E6B6B" w:rsidP="006B3BD2">
            <w:pPr>
              <w:pStyle w:val="TAC"/>
              <w:rPr>
                <w:rFonts w:eastAsia="MS Mincho" w:cs="Arial"/>
                <w:lang w:eastAsia="ja-JP"/>
              </w:rPr>
            </w:pPr>
            <w:r>
              <w:rPr>
                <w:rFonts w:eastAsia="MS Mincho" w:cs="Arial"/>
                <w:lang w:eastAsia="ja-JP"/>
              </w:rPr>
              <w:t>DC_1A-3A-41C_n257G</w:t>
            </w:r>
          </w:p>
          <w:p w14:paraId="504509B8" w14:textId="77777777" w:rsidR="001E6B6B" w:rsidRDefault="001E6B6B" w:rsidP="006B3BD2">
            <w:pPr>
              <w:pStyle w:val="TAC"/>
              <w:rPr>
                <w:rFonts w:eastAsia="MS Mincho" w:cs="Arial"/>
                <w:lang w:eastAsia="ja-JP"/>
              </w:rPr>
            </w:pPr>
            <w:r>
              <w:rPr>
                <w:rFonts w:eastAsia="MS Mincho" w:cs="Arial"/>
                <w:lang w:eastAsia="ja-JP"/>
              </w:rPr>
              <w:t>DC_1A-3A-41C_n257H</w:t>
            </w:r>
          </w:p>
          <w:p w14:paraId="0392A732" w14:textId="77777777" w:rsidR="001E6B6B" w:rsidRDefault="001E6B6B" w:rsidP="006B3BD2">
            <w:pPr>
              <w:pStyle w:val="TAC"/>
              <w:rPr>
                <w:rFonts w:eastAsia="MS Mincho" w:cs="Arial"/>
                <w:lang w:eastAsia="ja-JP"/>
              </w:rPr>
            </w:pPr>
            <w:r>
              <w:rPr>
                <w:rFonts w:eastAsia="MS Mincho" w:cs="Arial"/>
                <w:lang w:eastAsia="ja-JP"/>
              </w:rPr>
              <w:t>DC_1A-3A-41C_n257I</w:t>
            </w:r>
          </w:p>
          <w:p w14:paraId="2C24EA5A" w14:textId="77777777" w:rsidR="001E6B6B" w:rsidRDefault="001E6B6B" w:rsidP="006B3BD2">
            <w:pPr>
              <w:pStyle w:val="TAC"/>
              <w:rPr>
                <w:rFonts w:eastAsia="MS Mincho" w:cs="Arial"/>
                <w:lang w:eastAsia="ja-JP"/>
              </w:rPr>
            </w:pPr>
            <w:r>
              <w:rPr>
                <w:rFonts w:eastAsia="MS Mincho" w:cs="Arial"/>
                <w:lang w:eastAsia="ja-JP"/>
              </w:rPr>
              <w:t>DC_1A-3A-41C_n257J</w:t>
            </w:r>
          </w:p>
          <w:p w14:paraId="1F3F5996" w14:textId="77777777" w:rsidR="001E6B6B" w:rsidRDefault="001E6B6B" w:rsidP="006B3BD2">
            <w:pPr>
              <w:pStyle w:val="TAC"/>
              <w:rPr>
                <w:rFonts w:eastAsia="MS Mincho" w:cs="Arial"/>
                <w:lang w:eastAsia="ja-JP"/>
              </w:rPr>
            </w:pPr>
            <w:r>
              <w:rPr>
                <w:rFonts w:eastAsia="MS Mincho" w:cs="Arial"/>
                <w:lang w:eastAsia="ja-JP"/>
              </w:rPr>
              <w:t>DC_1A-3A-41C_n257K</w:t>
            </w:r>
          </w:p>
          <w:p w14:paraId="5C5C8FA1" w14:textId="77777777" w:rsidR="001E6B6B" w:rsidRDefault="001E6B6B" w:rsidP="006B3BD2">
            <w:pPr>
              <w:pStyle w:val="TAC"/>
              <w:rPr>
                <w:rFonts w:eastAsia="MS Mincho" w:cs="Arial"/>
                <w:lang w:eastAsia="ja-JP"/>
              </w:rPr>
            </w:pPr>
            <w:r>
              <w:rPr>
                <w:rFonts w:eastAsia="MS Mincho" w:cs="Arial"/>
                <w:lang w:eastAsia="ja-JP"/>
              </w:rPr>
              <w:t>DC_1A-3A-41C_n257L</w:t>
            </w:r>
          </w:p>
          <w:p w14:paraId="65FEFFE8" w14:textId="77777777" w:rsidR="001E6B6B" w:rsidRPr="000E5B8D" w:rsidRDefault="001E6B6B" w:rsidP="006B3BD2">
            <w:pPr>
              <w:pStyle w:val="TAC"/>
              <w:rPr>
                <w:lang w:eastAsia="fi-FI"/>
              </w:rPr>
            </w:pPr>
            <w:r>
              <w:rPr>
                <w:rFonts w:cs="Arial"/>
                <w:lang w:eastAsia="ja-JP"/>
              </w:rPr>
              <w:t>DC_1A-3A-41C_n257M</w:t>
            </w:r>
          </w:p>
        </w:tc>
        <w:tc>
          <w:tcPr>
            <w:tcW w:w="4815" w:type="dxa"/>
            <w:tcMar>
              <w:top w:w="28" w:type="dxa"/>
              <w:left w:w="28" w:type="dxa"/>
              <w:bottom w:w="28" w:type="dxa"/>
              <w:right w:w="28" w:type="dxa"/>
            </w:tcMar>
          </w:tcPr>
          <w:p w14:paraId="02AC611E" w14:textId="77777777" w:rsidR="001E6B6B" w:rsidRDefault="001E6B6B" w:rsidP="006B3BD2">
            <w:pPr>
              <w:pStyle w:val="TAC"/>
              <w:rPr>
                <w:lang w:eastAsia="ja-JP"/>
              </w:rPr>
            </w:pPr>
            <w:r>
              <w:rPr>
                <w:lang w:eastAsia="ja-JP"/>
              </w:rPr>
              <w:t>DC</w:t>
            </w:r>
            <w:r>
              <w:t>_</w:t>
            </w:r>
            <w:r>
              <w:rPr>
                <w:lang w:eastAsia="ja-JP"/>
              </w:rPr>
              <w:t>1A_n257A</w:t>
            </w:r>
          </w:p>
          <w:p w14:paraId="2A167CB7" w14:textId="77777777" w:rsidR="001E6B6B" w:rsidRDefault="001E6B6B" w:rsidP="006B3BD2">
            <w:pPr>
              <w:pStyle w:val="TAC"/>
              <w:rPr>
                <w:lang w:eastAsia="ja-JP"/>
              </w:rPr>
            </w:pPr>
            <w:r>
              <w:rPr>
                <w:lang w:eastAsia="ja-JP"/>
              </w:rPr>
              <w:t>DC</w:t>
            </w:r>
            <w:r>
              <w:t>_</w:t>
            </w:r>
            <w:r>
              <w:rPr>
                <w:lang w:eastAsia="ja-JP"/>
              </w:rPr>
              <w:t>1A_n257G</w:t>
            </w:r>
          </w:p>
          <w:p w14:paraId="3BBB3088" w14:textId="77777777" w:rsidR="001E6B6B" w:rsidRDefault="001E6B6B" w:rsidP="006B3BD2">
            <w:pPr>
              <w:pStyle w:val="TAC"/>
              <w:rPr>
                <w:lang w:eastAsia="ja-JP"/>
              </w:rPr>
            </w:pPr>
            <w:r>
              <w:rPr>
                <w:lang w:eastAsia="ja-JP"/>
              </w:rPr>
              <w:t>DC</w:t>
            </w:r>
            <w:r>
              <w:t>_</w:t>
            </w:r>
            <w:r>
              <w:rPr>
                <w:lang w:eastAsia="ja-JP"/>
              </w:rPr>
              <w:t>1A_n257H</w:t>
            </w:r>
          </w:p>
          <w:p w14:paraId="174196CB" w14:textId="77777777" w:rsidR="001E6B6B" w:rsidRDefault="001E6B6B" w:rsidP="006B3BD2">
            <w:pPr>
              <w:pStyle w:val="TAC"/>
              <w:rPr>
                <w:lang w:eastAsia="ja-JP"/>
              </w:rPr>
            </w:pPr>
            <w:r>
              <w:rPr>
                <w:lang w:eastAsia="ja-JP"/>
              </w:rPr>
              <w:t>DC</w:t>
            </w:r>
            <w:r>
              <w:t>_</w:t>
            </w:r>
            <w:r>
              <w:rPr>
                <w:lang w:eastAsia="ja-JP"/>
              </w:rPr>
              <w:t>1A_n257I</w:t>
            </w:r>
          </w:p>
          <w:p w14:paraId="4A42A4DD" w14:textId="77777777" w:rsidR="001E6B6B" w:rsidRDefault="001E6B6B" w:rsidP="006B3BD2">
            <w:pPr>
              <w:pStyle w:val="TAC"/>
              <w:rPr>
                <w:lang w:eastAsia="ja-JP"/>
              </w:rPr>
            </w:pPr>
            <w:r>
              <w:rPr>
                <w:lang w:eastAsia="ja-JP"/>
              </w:rPr>
              <w:t>DC</w:t>
            </w:r>
            <w:r>
              <w:t>_</w:t>
            </w:r>
            <w:r>
              <w:rPr>
                <w:lang w:eastAsia="ja-JP"/>
              </w:rPr>
              <w:t>3A_n257A</w:t>
            </w:r>
          </w:p>
          <w:p w14:paraId="79BB982F" w14:textId="77777777" w:rsidR="001E6B6B" w:rsidRDefault="001E6B6B" w:rsidP="006B3BD2">
            <w:pPr>
              <w:pStyle w:val="TAC"/>
              <w:rPr>
                <w:lang w:eastAsia="ja-JP"/>
              </w:rPr>
            </w:pPr>
            <w:r>
              <w:rPr>
                <w:lang w:eastAsia="ja-JP"/>
              </w:rPr>
              <w:t>DC</w:t>
            </w:r>
            <w:r>
              <w:t>_</w:t>
            </w:r>
            <w:r>
              <w:rPr>
                <w:lang w:eastAsia="ja-JP"/>
              </w:rPr>
              <w:t>3A_n257G</w:t>
            </w:r>
          </w:p>
          <w:p w14:paraId="2CCA447A" w14:textId="77777777" w:rsidR="001E6B6B" w:rsidRDefault="001E6B6B" w:rsidP="006B3BD2">
            <w:pPr>
              <w:pStyle w:val="TAC"/>
              <w:rPr>
                <w:lang w:eastAsia="ja-JP"/>
              </w:rPr>
            </w:pPr>
            <w:r>
              <w:rPr>
                <w:lang w:eastAsia="ja-JP"/>
              </w:rPr>
              <w:t>DC</w:t>
            </w:r>
            <w:r>
              <w:t>_</w:t>
            </w:r>
            <w:r>
              <w:rPr>
                <w:lang w:eastAsia="ja-JP"/>
              </w:rPr>
              <w:t>3A_n257H</w:t>
            </w:r>
          </w:p>
          <w:p w14:paraId="66B1CA78" w14:textId="77777777" w:rsidR="001E6B6B" w:rsidRDefault="001E6B6B" w:rsidP="006B3BD2">
            <w:pPr>
              <w:pStyle w:val="TAC"/>
              <w:rPr>
                <w:lang w:eastAsia="ja-JP"/>
              </w:rPr>
            </w:pPr>
            <w:r>
              <w:rPr>
                <w:lang w:eastAsia="ja-JP"/>
              </w:rPr>
              <w:t>DC</w:t>
            </w:r>
            <w:r>
              <w:t>_</w:t>
            </w:r>
            <w:r>
              <w:rPr>
                <w:lang w:eastAsia="ja-JP"/>
              </w:rPr>
              <w:t>3A_n257I</w:t>
            </w:r>
          </w:p>
          <w:p w14:paraId="4DB148BE" w14:textId="0D583BB8" w:rsidR="001E6B6B" w:rsidRDefault="001E6B6B" w:rsidP="006B3BD2">
            <w:pPr>
              <w:pStyle w:val="TAC"/>
              <w:rPr>
                <w:lang w:eastAsia="ja-JP"/>
              </w:rPr>
            </w:pPr>
            <w:r>
              <w:rPr>
                <w:lang w:eastAsia="ja-JP"/>
              </w:rPr>
              <w:t>DC</w:t>
            </w:r>
            <w:r>
              <w:t>_</w:t>
            </w:r>
            <w:r>
              <w:rPr>
                <w:lang w:eastAsia="ja-JP"/>
              </w:rPr>
              <w:t>41A_n257A</w:t>
            </w:r>
          </w:p>
          <w:p w14:paraId="25407120" w14:textId="77777777" w:rsidR="001E6B6B" w:rsidRDefault="001E6B6B" w:rsidP="006B3BD2">
            <w:pPr>
              <w:pStyle w:val="TAC"/>
              <w:rPr>
                <w:lang w:eastAsia="ja-JP"/>
              </w:rPr>
            </w:pPr>
            <w:r>
              <w:rPr>
                <w:lang w:eastAsia="ja-JP"/>
              </w:rPr>
              <w:t>DC</w:t>
            </w:r>
            <w:r>
              <w:t>_</w:t>
            </w:r>
            <w:r>
              <w:rPr>
                <w:lang w:eastAsia="ja-JP"/>
              </w:rPr>
              <w:t>41A_n257G</w:t>
            </w:r>
          </w:p>
          <w:p w14:paraId="344092C5" w14:textId="77777777" w:rsidR="001E6B6B" w:rsidRDefault="001E6B6B" w:rsidP="006B3BD2">
            <w:pPr>
              <w:pStyle w:val="TAC"/>
              <w:rPr>
                <w:lang w:eastAsia="ja-JP"/>
              </w:rPr>
            </w:pPr>
            <w:r>
              <w:rPr>
                <w:lang w:eastAsia="ja-JP"/>
              </w:rPr>
              <w:t>DC</w:t>
            </w:r>
            <w:r>
              <w:t>_</w:t>
            </w:r>
            <w:r>
              <w:rPr>
                <w:lang w:eastAsia="ja-JP"/>
              </w:rPr>
              <w:t>41A_n257H</w:t>
            </w:r>
          </w:p>
          <w:p w14:paraId="2C4B679C" w14:textId="77777777" w:rsidR="001E6B6B" w:rsidRDefault="001E6B6B" w:rsidP="006B3BD2">
            <w:pPr>
              <w:pStyle w:val="TAC"/>
              <w:rPr>
                <w:lang w:eastAsia="ja-JP"/>
              </w:rPr>
            </w:pPr>
            <w:r>
              <w:rPr>
                <w:lang w:eastAsia="ja-JP"/>
              </w:rPr>
              <w:t>DC</w:t>
            </w:r>
            <w:r>
              <w:t>_</w:t>
            </w:r>
            <w:r>
              <w:rPr>
                <w:lang w:eastAsia="ja-JP"/>
              </w:rPr>
              <w:t>41A_n257I</w:t>
            </w:r>
          </w:p>
          <w:p w14:paraId="63D28F8E" w14:textId="77777777" w:rsidR="001E6B6B" w:rsidRDefault="001E6B6B" w:rsidP="006B3BD2">
            <w:pPr>
              <w:pStyle w:val="TAC"/>
              <w:rPr>
                <w:lang w:eastAsia="ja-JP"/>
              </w:rPr>
            </w:pPr>
            <w:r>
              <w:rPr>
                <w:lang w:eastAsia="ja-JP"/>
              </w:rPr>
              <w:t>DC</w:t>
            </w:r>
            <w:r>
              <w:t>_</w:t>
            </w:r>
            <w:r>
              <w:rPr>
                <w:lang w:eastAsia="ja-JP"/>
              </w:rPr>
              <w:t>41C_n257A</w:t>
            </w:r>
          </w:p>
          <w:p w14:paraId="1FDA2A28" w14:textId="77777777" w:rsidR="001E6B6B" w:rsidRDefault="001E6B6B" w:rsidP="006B3BD2">
            <w:pPr>
              <w:pStyle w:val="TAC"/>
              <w:rPr>
                <w:lang w:eastAsia="ja-JP"/>
              </w:rPr>
            </w:pPr>
            <w:r>
              <w:rPr>
                <w:lang w:eastAsia="ja-JP"/>
              </w:rPr>
              <w:t>DC</w:t>
            </w:r>
            <w:r>
              <w:t>_</w:t>
            </w:r>
            <w:r>
              <w:rPr>
                <w:lang w:eastAsia="ja-JP"/>
              </w:rPr>
              <w:t>41C_n257G</w:t>
            </w:r>
          </w:p>
          <w:p w14:paraId="0F9005C5" w14:textId="77777777" w:rsidR="001E6B6B" w:rsidRDefault="001E6B6B" w:rsidP="006B3BD2">
            <w:pPr>
              <w:pStyle w:val="TAC"/>
              <w:rPr>
                <w:lang w:eastAsia="ja-JP"/>
              </w:rPr>
            </w:pPr>
            <w:r>
              <w:rPr>
                <w:lang w:eastAsia="ja-JP"/>
              </w:rPr>
              <w:t>DC</w:t>
            </w:r>
            <w:r>
              <w:t>_</w:t>
            </w:r>
            <w:r>
              <w:rPr>
                <w:lang w:eastAsia="ja-JP"/>
              </w:rPr>
              <w:t>41C_n257H</w:t>
            </w:r>
          </w:p>
          <w:p w14:paraId="233A03C0" w14:textId="77777777" w:rsidR="001E6B6B" w:rsidRPr="001F078B" w:rsidRDefault="001E6B6B" w:rsidP="006B3BD2">
            <w:pPr>
              <w:pStyle w:val="TAC"/>
              <w:rPr>
                <w:lang w:val="en-US" w:eastAsia="fi-FI"/>
              </w:rPr>
            </w:pPr>
            <w:r>
              <w:rPr>
                <w:lang w:eastAsia="ja-JP"/>
              </w:rPr>
              <w:t>DC</w:t>
            </w:r>
            <w:r>
              <w:t>_</w:t>
            </w:r>
            <w:r>
              <w:rPr>
                <w:lang w:eastAsia="ja-JP"/>
              </w:rPr>
              <w:t>41C_n257I</w:t>
            </w:r>
          </w:p>
        </w:tc>
      </w:tr>
      <w:tr w:rsidR="001E6B6B" w:rsidRPr="002665C4" w14:paraId="240A9E44" w14:textId="77777777" w:rsidTr="006B3BD2">
        <w:trPr>
          <w:trHeight w:val="187"/>
          <w:jc w:val="center"/>
        </w:trPr>
        <w:tc>
          <w:tcPr>
            <w:tcW w:w="4814" w:type="dxa"/>
            <w:shd w:val="clear" w:color="auto" w:fill="auto"/>
            <w:noWrap/>
            <w:tcMar>
              <w:top w:w="28" w:type="dxa"/>
              <w:left w:w="28" w:type="dxa"/>
              <w:bottom w:w="28" w:type="dxa"/>
              <w:right w:w="28" w:type="dxa"/>
            </w:tcMar>
          </w:tcPr>
          <w:p w14:paraId="5DEACFB1" w14:textId="77777777" w:rsidR="001E6B6B" w:rsidRDefault="001E6B6B" w:rsidP="006B3BD2">
            <w:pPr>
              <w:pStyle w:val="TAC"/>
              <w:rPr>
                <w:rFonts w:eastAsia="Malgun Gothic"/>
                <w:lang w:eastAsia="ko-KR"/>
              </w:rPr>
            </w:pPr>
            <w:r>
              <w:rPr>
                <w:lang w:eastAsia="ja-JP"/>
              </w:rPr>
              <w:t>DC</w:t>
            </w:r>
            <w:r>
              <w:t>_</w:t>
            </w:r>
            <w:r>
              <w:rPr>
                <w:lang w:eastAsia="ja-JP"/>
              </w:rPr>
              <w:t>1A-3A-42A_n257A</w:t>
            </w:r>
          </w:p>
          <w:p w14:paraId="142EB4C9" w14:textId="77777777" w:rsidR="001E6B6B" w:rsidRDefault="001E6B6B" w:rsidP="006B3BD2">
            <w:pPr>
              <w:pStyle w:val="TAC"/>
              <w:rPr>
                <w:rFonts w:eastAsia="Malgun Gothic"/>
                <w:lang w:eastAsia="ko-KR"/>
              </w:rPr>
            </w:pPr>
            <w:r>
              <w:t>DC_1A-3A-42A_n257</w:t>
            </w:r>
            <w:r>
              <w:rPr>
                <w:rFonts w:eastAsia="Malgun Gothic"/>
                <w:lang w:eastAsia="ko-KR"/>
              </w:rPr>
              <w:t>G</w:t>
            </w:r>
          </w:p>
          <w:p w14:paraId="5EDA43AE" w14:textId="77777777" w:rsidR="001E6B6B" w:rsidRDefault="001E6B6B" w:rsidP="006B3BD2">
            <w:pPr>
              <w:pStyle w:val="TAC"/>
              <w:rPr>
                <w:rFonts w:eastAsia="Malgun Gothic"/>
                <w:lang w:eastAsia="ko-KR"/>
              </w:rPr>
            </w:pPr>
            <w:r>
              <w:t>DC_1A-3A-42A_n257</w:t>
            </w:r>
            <w:r>
              <w:rPr>
                <w:rFonts w:eastAsia="Malgun Gothic"/>
                <w:lang w:eastAsia="ko-KR"/>
              </w:rPr>
              <w:t>H</w:t>
            </w:r>
          </w:p>
          <w:p w14:paraId="7663610B" w14:textId="77777777" w:rsidR="001E6B6B" w:rsidRDefault="001E6B6B" w:rsidP="006B3BD2">
            <w:pPr>
              <w:pStyle w:val="TAC"/>
              <w:rPr>
                <w:rFonts w:eastAsia="Malgun Gothic"/>
                <w:lang w:eastAsia="ko-KR"/>
              </w:rPr>
            </w:pPr>
            <w:r>
              <w:t>DC_1A-3A-42A_n257</w:t>
            </w:r>
            <w:r>
              <w:rPr>
                <w:rFonts w:eastAsia="Malgun Gothic"/>
                <w:lang w:eastAsia="ko-KR"/>
              </w:rPr>
              <w:t>I</w:t>
            </w:r>
          </w:p>
          <w:p w14:paraId="5D8EE658" w14:textId="77777777" w:rsidR="001E6B6B" w:rsidRDefault="001E6B6B" w:rsidP="006B3BD2">
            <w:pPr>
              <w:pStyle w:val="TAC"/>
              <w:rPr>
                <w:rFonts w:eastAsia="Malgun Gothic"/>
                <w:lang w:eastAsia="ko-KR"/>
              </w:rPr>
            </w:pPr>
            <w:r>
              <w:t>DC_1A-3A-42A_n257</w:t>
            </w:r>
            <w:r>
              <w:rPr>
                <w:rFonts w:eastAsia="Malgun Gothic"/>
                <w:lang w:eastAsia="ko-KR"/>
              </w:rPr>
              <w:t>J</w:t>
            </w:r>
          </w:p>
          <w:p w14:paraId="4E27A7D8" w14:textId="77777777" w:rsidR="001E6B6B" w:rsidRDefault="001E6B6B" w:rsidP="006B3BD2">
            <w:pPr>
              <w:pStyle w:val="TAC"/>
              <w:rPr>
                <w:rFonts w:eastAsia="Malgun Gothic"/>
                <w:lang w:eastAsia="ko-KR"/>
              </w:rPr>
            </w:pPr>
            <w:r>
              <w:t>DC_1A-3A-42A_n257</w:t>
            </w:r>
            <w:r>
              <w:rPr>
                <w:rFonts w:eastAsia="Malgun Gothic"/>
                <w:lang w:eastAsia="ko-KR"/>
              </w:rPr>
              <w:t>K</w:t>
            </w:r>
          </w:p>
          <w:p w14:paraId="625ED632" w14:textId="77777777" w:rsidR="001E6B6B" w:rsidRDefault="001E6B6B" w:rsidP="006B3BD2">
            <w:pPr>
              <w:pStyle w:val="TAC"/>
              <w:rPr>
                <w:rFonts w:eastAsia="Malgun Gothic"/>
                <w:lang w:eastAsia="ko-KR"/>
              </w:rPr>
            </w:pPr>
            <w:r>
              <w:t>DC_1A-3A-42A_n257</w:t>
            </w:r>
            <w:r>
              <w:rPr>
                <w:rFonts w:eastAsia="Malgun Gothic"/>
                <w:lang w:eastAsia="ko-KR"/>
              </w:rPr>
              <w:t>L</w:t>
            </w:r>
          </w:p>
          <w:p w14:paraId="6B4C1600" w14:textId="77777777" w:rsidR="001E6B6B" w:rsidRDefault="001E6B6B" w:rsidP="006B3BD2">
            <w:pPr>
              <w:pStyle w:val="TAC"/>
              <w:rPr>
                <w:lang w:eastAsia="zh-CN"/>
              </w:rPr>
            </w:pPr>
            <w:r>
              <w:t>DC_1A-3A-42A_n257</w:t>
            </w:r>
            <w:r>
              <w:rPr>
                <w:rFonts w:eastAsia="Malgun Gothic"/>
                <w:lang w:eastAsia="ko-KR"/>
              </w:rPr>
              <w:t>M</w:t>
            </w:r>
          </w:p>
          <w:p w14:paraId="60F4F609" w14:textId="77777777" w:rsidR="001E6B6B" w:rsidRDefault="001E6B6B" w:rsidP="006B3BD2">
            <w:pPr>
              <w:pStyle w:val="TAC"/>
              <w:rPr>
                <w:lang w:eastAsia="zh-CN"/>
              </w:rPr>
            </w:pPr>
            <w:r>
              <w:rPr>
                <w:lang w:eastAsia="ja-JP"/>
              </w:rPr>
              <w:t>DC</w:t>
            </w:r>
            <w:r>
              <w:t>_</w:t>
            </w:r>
            <w:r>
              <w:rPr>
                <w:lang w:eastAsia="ja-JP"/>
              </w:rPr>
              <w:t>1A-3A-42C_n257A</w:t>
            </w:r>
          </w:p>
          <w:p w14:paraId="308F90CF" w14:textId="77777777" w:rsidR="001E6B6B" w:rsidRDefault="001E6B6B" w:rsidP="006B3BD2">
            <w:pPr>
              <w:pStyle w:val="TAC"/>
              <w:rPr>
                <w:rFonts w:cs="Arial"/>
                <w:lang w:eastAsia="zh-CN"/>
              </w:rPr>
            </w:pPr>
            <w:r>
              <w:rPr>
                <w:rFonts w:cs="Arial"/>
                <w:lang w:eastAsia="ja-JP"/>
              </w:rPr>
              <w:t>DC</w:t>
            </w:r>
            <w:r>
              <w:rPr>
                <w:rFonts w:cs="Arial"/>
              </w:rPr>
              <w:t>_</w:t>
            </w:r>
            <w:r>
              <w:rPr>
                <w:rFonts w:cs="Arial"/>
                <w:lang w:eastAsia="ja-JP"/>
              </w:rPr>
              <w:t>1A-3A-42C_n257D</w:t>
            </w:r>
          </w:p>
          <w:p w14:paraId="0EB3315D" w14:textId="77777777" w:rsidR="001E6B6B" w:rsidRDefault="001E6B6B" w:rsidP="006B3BD2">
            <w:pPr>
              <w:pStyle w:val="TAC"/>
              <w:rPr>
                <w:rFonts w:cs="Arial"/>
                <w:lang w:eastAsia="zh-CN"/>
              </w:rPr>
            </w:pPr>
            <w:r>
              <w:rPr>
                <w:rFonts w:cs="Arial"/>
                <w:lang w:eastAsia="ja-JP"/>
              </w:rPr>
              <w:t>DC</w:t>
            </w:r>
            <w:r>
              <w:rPr>
                <w:rFonts w:cs="Arial"/>
              </w:rPr>
              <w:t>_</w:t>
            </w:r>
            <w:r>
              <w:rPr>
                <w:rFonts w:cs="Arial"/>
                <w:lang w:eastAsia="ja-JP"/>
              </w:rPr>
              <w:t>1A-3A-42C_n257E</w:t>
            </w:r>
          </w:p>
          <w:p w14:paraId="0B79804D" w14:textId="77777777" w:rsidR="001E6B6B" w:rsidRDefault="001E6B6B" w:rsidP="006B3BD2">
            <w:pPr>
              <w:pStyle w:val="TAC"/>
              <w:rPr>
                <w:rFonts w:cs="Arial"/>
                <w:lang w:eastAsia="ja-JP"/>
              </w:rPr>
            </w:pPr>
            <w:r>
              <w:rPr>
                <w:rFonts w:cs="Arial"/>
                <w:lang w:eastAsia="ja-JP"/>
              </w:rPr>
              <w:t>DC</w:t>
            </w:r>
            <w:r>
              <w:rPr>
                <w:rFonts w:cs="Arial"/>
              </w:rPr>
              <w:t>_</w:t>
            </w:r>
            <w:r>
              <w:rPr>
                <w:rFonts w:cs="Arial"/>
                <w:lang w:eastAsia="ja-JP"/>
              </w:rPr>
              <w:t>1A-3A-42C_n257F</w:t>
            </w:r>
          </w:p>
          <w:p w14:paraId="4F3BB056" w14:textId="77777777" w:rsidR="001E6B6B" w:rsidRDefault="001E6B6B" w:rsidP="006B3BD2">
            <w:pPr>
              <w:pStyle w:val="TAC"/>
              <w:rPr>
                <w:rFonts w:eastAsia="Malgun Gothic"/>
                <w:lang w:eastAsia="ko-KR"/>
              </w:rPr>
            </w:pPr>
            <w:r>
              <w:t>DC_1A-3A-42C_n257</w:t>
            </w:r>
            <w:r>
              <w:rPr>
                <w:rFonts w:eastAsia="Malgun Gothic"/>
                <w:lang w:eastAsia="ko-KR"/>
              </w:rPr>
              <w:t>G</w:t>
            </w:r>
          </w:p>
          <w:p w14:paraId="3FE8AD15" w14:textId="77777777" w:rsidR="001E6B6B" w:rsidRDefault="001E6B6B" w:rsidP="006B3BD2">
            <w:pPr>
              <w:pStyle w:val="TAC"/>
              <w:rPr>
                <w:rFonts w:eastAsia="Malgun Gothic"/>
                <w:lang w:eastAsia="ko-KR"/>
              </w:rPr>
            </w:pPr>
            <w:r>
              <w:t>DC_1A-3A-42C_n257</w:t>
            </w:r>
            <w:r>
              <w:rPr>
                <w:rFonts w:eastAsia="Malgun Gothic"/>
                <w:lang w:eastAsia="ko-KR"/>
              </w:rPr>
              <w:t>H</w:t>
            </w:r>
          </w:p>
          <w:p w14:paraId="5C44D04D" w14:textId="77777777" w:rsidR="001E6B6B" w:rsidRDefault="001E6B6B" w:rsidP="006B3BD2">
            <w:pPr>
              <w:pStyle w:val="TAC"/>
              <w:rPr>
                <w:rFonts w:eastAsia="Malgun Gothic"/>
                <w:lang w:eastAsia="ko-KR"/>
              </w:rPr>
            </w:pPr>
            <w:r>
              <w:t>DC_1A-3A-42C_n257</w:t>
            </w:r>
            <w:r>
              <w:rPr>
                <w:rFonts w:eastAsia="Malgun Gothic"/>
                <w:lang w:eastAsia="ko-KR"/>
              </w:rPr>
              <w:t>I</w:t>
            </w:r>
          </w:p>
          <w:p w14:paraId="56F7F35C" w14:textId="77777777" w:rsidR="001E6B6B" w:rsidRDefault="001E6B6B" w:rsidP="006B3BD2">
            <w:pPr>
              <w:pStyle w:val="TAC"/>
              <w:rPr>
                <w:rFonts w:eastAsia="Malgun Gothic"/>
                <w:lang w:eastAsia="ko-KR"/>
              </w:rPr>
            </w:pPr>
            <w:r>
              <w:t>DC_1A-3A-42C_n257</w:t>
            </w:r>
            <w:r>
              <w:rPr>
                <w:rFonts w:eastAsia="Malgun Gothic"/>
                <w:lang w:eastAsia="ko-KR"/>
              </w:rPr>
              <w:t>J</w:t>
            </w:r>
          </w:p>
          <w:p w14:paraId="01400504" w14:textId="77777777" w:rsidR="001E6B6B" w:rsidRDefault="001E6B6B" w:rsidP="006B3BD2">
            <w:pPr>
              <w:pStyle w:val="TAC"/>
              <w:rPr>
                <w:rFonts w:eastAsia="Malgun Gothic"/>
                <w:lang w:eastAsia="ko-KR"/>
              </w:rPr>
            </w:pPr>
            <w:r>
              <w:t>DC_1A-3A-42C_n257</w:t>
            </w:r>
            <w:r>
              <w:rPr>
                <w:rFonts w:eastAsia="Malgun Gothic"/>
                <w:lang w:eastAsia="ko-KR"/>
              </w:rPr>
              <w:t>K</w:t>
            </w:r>
          </w:p>
          <w:p w14:paraId="100D0FD8" w14:textId="77777777" w:rsidR="001E6B6B" w:rsidRDefault="001E6B6B" w:rsidP="006B3BD2">
            <w:pPr>
              <w:pStyle w:val="TAC"/>
              <w:rPr>
                <w:rFonts w:eastAsia="Malgun Gothic"/>
                <w:lang w:eastAsia="ko-KR"/>
              </w:rPr>
            </w:pPr>
            <w:r>
              <w:t>DC_1A-3A-42C_n257</w:t>
            </w:r>
            <w:r>
              <w:rPr>
                <w:rFonts w:eastAsia="Malgun Gothic"/>
                <w:lang w:eastAsia="ko-KR"/>
              </w:rPr>
              <w:t>L</w:t>
            </w:r>
          </w:p>
          <w:p w14:paraId="60259D72" w14:textId="77777777" w:rsidR="001E6B6B" w:rsidRDefault="001E6B6B" w:rsidP="006B3BD2">
            <w:pPr>
              <w:pStyle w:val="TAC"/>
              <w:rPr>
                <w:rFonts w:eastAsia="Malgun Gothic"/>
                <w:lang w:eastAsia="ko-KR"/>
              </w:rPr>
            </w:pPr>
            <w:r>
              <w:t>DC_1A-3A-42C_n257</w:t>
            </w:r>
            <w:r>
              <w:rPr>
                <w:rFonts w:eastAsia="Malgun Gothic"/>
                <w:lang w:eastAsia="ko-KR"/>
              </w:rPr>
              <w:t>M</w:t>
            </w:r>
          </w:p>
          <w:p w14:paraId="1E160ACD" w14:textId="77777777" w:rsidR="001E6B6B" w:rsidRDefault="001E6B6B" w:rsidP="006B3BD2">
            <w:pPr>
              <w:pStyle w:val="TAC"/>
              <w:rPr>
                <w:rFonts w:eastAsia="Malgun Gothic"/>
                <w:lang w:eastAsia="ko-KR"/>
              </w:rPr>
            </w:pPr>
            <w:r>
              <w:t>DC_1A-3A-42D_n257</w:t>
            </w:r>
            <w:r>
              <w:rPr>
                <w:rFonts w:eastAsia="Malgun Gothic"/>
                <w:lang w:eastAsia="ko-KR"/>
              </w:rPr>
              <w:t>A</w:t>
            </w:r>
          </w:p>
          <w:p w14:paraId="4EA91750" w14:textId="77777777" w:rsidR="001E6B6B" w:rsidRDefault="001E6B6B" w:rsidP="006B3BD2">
            <w:pPr>
              <w:pStyle w:val="TAC"/>
              <w:rPr>
                <w:rFonts w:eastAsia="Malgun Gothic"/>
                <w:lang w:eastAsia="ko-KR"/>
              </w:rPr>
            </w:pPr>
            <w:r>
              <w:t>DC_1A-3A-42D_n257</w:t>
            </w:r>
            <w:r>
              <w:rPr>
                <w:rFonts w:eastAsia="Malgun Gothic"/>
                <w:lang w:eastAsia="ko-KR"/>
              </w:rPr>
              <w:t>G</w:t>
            </w:r>
          </w:p>
          <w:p w14:paraId="47F044C9" w14:textId="77777777" w:rsidR="001E6B6B" w:rsidRDefault="001E6B6B" w:rsidP="006B3BD2">
            <w:pPr>
              <w:pStyle w:val="TAC"/>
              <w:rPr>
                <w:rFonts w:eastAsia="Malgun Gothic"/>
                <w:lang w:eastAsia="ko-KR"/>
              </w:rPr>
            </w:pPr>
            <w:r>
              <w:t>DC_1A-3A-42D_n257</w:t>
            </w:r>
            <w:r>
              <w:rPr>
                <w:rFonts w:eastAsia="Malgun Gothic"/>
                <w:lang w:eastAsia="ko-KR"/>
              </w:rPr>
              <w:t>H</w:t>
            </w:r>
          </w:p>
          <w:p w14:paraId="678B9BFF" w14:textId="77777777" w:rsidR="001E6B6B" w:rsidRDefault="001E6B6B" w:rsidP="006B3BD2">
            <w:pPr>
              <w:pStyle w:val="TAC"/>
              <w:rPr>
                <w:rFonts w:eastAsia="Malgun Gothic"/>
                <w:lang w:eastAsia="ko-KR"/>
              </w:rPr>
            </w:pPr>
            <w:r>
              <w:t>DC_1A-3A-42D_n257</w:t>
            </w:r>
            <w:r>
              <w:rPr>
                <w:rFonts w:eastAsia="Malgun Gothic"/>
                <w:lang w:eastAsia="ko-KR"/>
              </w:rPr>
              <w:t>I</w:t>
            </w:r>
          </w:p>
          <w:p w14:paraId="71EC82B0" w14:textId="77777777" w:rsidR="001E6B6B" w:rsidRDefault="001E6B6B" w:rsidP="006B3BD2">
            <w:pPr>
              <w:pStyle w:val="TAC"/>
              <w:rPr>
                <w:rFonts w:eastAsia="Malgun Gothic"/>
                <w:lang w:eastAsia="ko-KR"/>
              </w:rPr>
            </w:pPr>
            <w:r>
              <w:t>DC_1A-3A-42D_n257</w:t>
            </w:r>
            <w:r>
              <w:rPr>
                <w:rFonts w:eastAsia="Malgun Gothic"/>
                <w:lang w:eastAsia="ko-KR"/>
              </w:rPr>
              <w:t>J</w:t>
            </w:r>
          </w:p>
          <w:p w14:paraId="195EA036" w14:textId="77777777" w:rsidR="001E6B6B" w:rsidRDefault="001E6B6B" w:rsidP="006B3BD2">
            <w:pPr>
              <w:pStyle w:val="TAC"/>
              <w:rPr>
                <w:rFonts w:eastAsia="Malgun Gothic"/>
                <w:lang w:eastAsia="ko-KR"/>
              </w:rPr>
            </w:pPr>
            <w:r>
              <w:t>DC_1A-3A-42D_n257</w:t>
            </w:r>
            <w:r>
              <w:rPr>
                <w:rFonts w:eastAsia="Malgun Gothic"/>
                <w:lang w:eastAsia="ko-KR"/>
              </w:rPr>
              <w:t>K</w:t>
            </w:r>
          </w:p>
          <w:p w14:paraId="5E34FE46" w14:textId="77777777" w:rsidR="001E6B6B" w:rsidRDefault="001E6B6B" w:rsidP="006B3BD2">
            <w:pPr>
              <w:pStyle w:val="TAC"/>
              <w:rPr>
                <w:rFonts w:eastAsia="Malgun Gothic"/>
                <w:lang w:eastAsia="ko-KR"/>
              </w:rPr>
            </w:pPr>
            <w:r>
              <w:t>DC_1A-3A-42D_n257</w:t>
            </w:r>
            <w:r>
              <w:rPr>
                <w:rFonts w:eastAsia="Malgun Gothic"/>
                <w:lang w:eastAsia="ko-KR"/>
              </w:rPr>
              <w:t>L</w:t>
            </w:r>
          </w:p>
          <w:p w14:paraId="320BA849" w14:textId="77777777" w:rsidR="001E6B6B" w:rsidRPr="001F078B" w:rsidRDefault="001E6B6B" w:rsidP="006B3BD2">
            <w:pPr>
              <w:pStyle w:val="TAC"/>
              <w:rPr>
                <w:noProof/>
                <w:lang w:eastAsia="zh-CN"/>
              </w:rPr>
            </w:pPr>
            <w:r>
              <w:t>DC_1A-3A-42D_n257</w:t>
            </w:r>
            <w:r>
              <w:rPr>
                <w:rFonts w:eastAsia="Malgun Gothic"/>
                <w:lang w:eastAsia="ko-KR"/>
              </w:rPr>
              <w:t>M</w:t>
            </w:r>
          </w:p>
        </w:tc>
        <w:tc>
          <w:tcPr>
            <w:tcW w:w="4815" w:type="dxa"/>
            <w:tcMar>
              <w:top w:w="28" w:type="dxa"/>
              <w:left w:w="28" w:type="dxa"/>
              <w:bottom w:w="28" w:type="dxa"/>
              <w:right w:w="28" w:type="dxa"/>
            </w:tcMar>
          </w:tcPr>
          <w:p w14:paraId="0443BEBB" w14:textId="77777777" w:rsidR="001E6B6B" w:rsidRDefault="001E6B6B" w:rsidP="006B3BD2">
            <w:pPr>
              <w:pStyle w:val="TAC"/>
              <w:rPr>
                <w:lang w:val="en-US" w:eastAsia="fi-FI"/>
              </w:rPr>
            </w:pPr>
            <w:r>
              <w:rPr>
                <w:lang w:val="en-US" w:eastAsia="fi-FI"/>
              </w:rPr>
              <w:t>DC_1A_n257A</w:t>
            </w:r>
          </w:p>
          <w:p w14:paraId="35F8C6FA" w14:textId="77777777" w:rsidR="001E6B6B" w:rsidRDefault="001E6B6B" w:rsidP="006B3BD2">
            <w:pPr>
              <w:pStyle w:val="TAC"/>
              <w:rPr>
                <w:lang w:val="en-US" w:eastAsia="fi-FI"/>
              </w:rPr>
            </w:pPr>
            <w:r>
              <w:rPr>
                <w:lang w:val="en-US" w:eastAsia="fi-FI"/>
              </w:rPr>
              <w:t>DC_1A_n257G</w:t>
            </w:r>
          </w:p>
          <w:p w14:paraId="23F643C2" w14:textId="77777777" w:rsidR="001E6B6B" w:rsidRDefault="001E6B6B" w:rsidP="006B3BD2">
            <w:pPr>
              <w:pStyle w:val="TAC"/>
              <w:rPr>
                <w:lang w:val="en-US" w:eastAsia="fi-FI"/>
              </w:rPr>
            </w:pPr>
            <w:r>
              <w:rPr>
                <w:lang w:val="en-US" w:eastAsia="fi-FI"/>
              </w:rPr>
              <w:t>DC_1A_n257H</w:t>
            </w:r>
          </w:p>
          <w:p w14:paraId="39922246" w14:textId="77777777" w:rsidR="001E6B6B" w:rsidRDefault="001E6B6B" w:rsidP="006B3BD2">
            <w:pPr>
              <w:pStyle w:val="TAC"/>
              <w:rPr>
                <w:lang w:val="en-US" w:eastAsia="fi-FI"/>
              </w:rPr>
            </w:pPr>
            <w:r>
              <w:rPr>
                <w:lang w:val="en-US" w:eastAsia="fi-FI"/>
              </w:rPr>
              <w:t>DC_1A_n257I</w:t>
            </w:r>
          </w:p>
          <w:p w14:paraId="3639A522" w14:textId="77777777" w:rsidR="001E6B6B" w:rsidRDefault="001E6B6B" w:rsidP="006B3BD2">
            <w:pPr>
              <w:pStyle w:val="TAC"/>
              <w:rPr>
                <w:lang w:val="en-US" w:eastAsia="fi-FI"/>
              </w:rPr>
            </w:pPr>
            <w:r>
              <w:rPr>
                <w:lang w:val="en-US" w:eastAsia="fi-FI"/>
              </w:rPr>
              <w:t>DC_1A_n257J</w:t>
            </w:r>
          </w:p>
          <w:p w14:paraId="5C80CAB0" w14:textId="77777777" w:rsidR="001E6B6B" w:rsidRDefault="001E6B6B" w:rsidP="006B3BD2">
            <w:pPr>
              <w:pStyle w:val="TAC"/>
              <w:rPr>
                <w:lang w:val="en-US" w:eastAsia="fi-FI"/>
              </w:rPr>
            </w:pPr>
            <w:r>
              <w:rPr>
                <w:lang w:val="en-US" w:eastAsia="fi-FI"/>
              </w:rPr>
              <w:t>DC_1A_n257K</w:t>
            </w:r>
          </w:p>
          <w:p w14:paraId="53ECAAC3" w14:textId="77777777" w:rsidR="001E6B6B" w:rsidRDefault="001E6B6B" w:rsidP="006B3BD2">
            <w:pPr>
              <w:pStyle w:val="TAC"/>
              <w:rPr>
                <w:lang w:val="en-US" w:eastAsia="fi-FI"/>
              </w:rPr>
            </w:pPr>
            <w:r>
              <w:rPr>
                <w:lang w:val="en-US" w:eastAsia="fi-FI"/>
              </w:rPr>
              <w:t>DC_1A_n257L</w:t>
            </w:r>
          </w:p>
          <w:p w14:paraId="395FD91A" w14:textId="77777777" w:rsidR="001E6B6B" w:rsidRDefault="001E6B6B" w:rsidP="006B3BD2">
            <w:pPr>
              <w:pStyle w:val="TAC"/>
              <w:rPr>
                <w:lang w:val="en-US" w:eastAsia="fi-FI"/>
              </w:rPr>
            </w:pPr>
            <w:r>
              <w:rPr>
                <w:lang w:val="en-US" w:eastAsia="fi-FI"/>
              </w:rPr>
              <w:t>DC_1A_n257M</w:t>
            </w:r>
          </w:p>
          <w:p w14:paraId="2D188141" w14:textId="77777777" w:rsidR="001E6B6B" w:rsidRDefault="001E6B6B" w:rsidP="006B3BD2">
            <w:pPr>
              <w:pStyle w:val="TAC"/>
              <w:rPr>
                <w:lang w:val="en-US" w:eastAsia="fi-FI"/>
              </w:rPr>
            </w:pPr>
            <w:r>
              <w:rPr>
                <w:lang w:val="en-US" w:eastAsia="fi-FI"/>
              </w:rPr>
              <w:t>DC_3A_n257A</w:t>
            </w:r>
          </w:p>
          <w:p w14:paraId="2023670B" w14:textId="77777777" w:rsidR="001E6B6B" w:rsidRDefault="001E6B6B" w:rsidP="006B3BD2">
            <w:pPr>
              <w:pStyle w:val="TAC"/>
              <w:rPr>
                <w:lang w:val="en-US" w:eastAsia="fi-FI"/>
              </w:rPr>
            </w:pPr>
            <w:r>
              <w:rPr>
                <w:lang w:val="en-US" w:eastAsia="fi-FI"/>
              </w:rPr>
              <w:t>DC_3A_n257G</w:t>
            </w:r>
          </w:p>
          <w:p w14:paraId="0934CEF7" w14:textId="77777777" w:rsidR="001E6B6B" w:rsidRDefault="001E6B6B" w:rsidP="006B3BD2">
            <w:pPr>
              <w:pStyle w:val="TAC"/>
              <w:rPr>
                <w:lang w:val="en-US" w:eastAsia="fi-FI"/>
              </w:rPr>
            </w:pPr>
            <w:r>
              <w:rPr>
                <w:lang w:val="en-US" w:eastAsia="fi-FI"/>
              </w:rPr>
              <w:t>DC_3A_n257H</w:t>
            </w:r>
          </w:p>
          <w:p w14:paraId="49F49586" w14:textId="77777777" w:rsidR="001E6B6B" w:rsidRDefault="001E6B6B" w:rsidP="006B3BD2">
            <w:pPr>
              <w:pStyle w:val="TAC"/>
              <w:rPr>
                <w:lang w:val="en-US" w:eastAsia="fi-FI"/>
              </w:rPr>
            </w:pPr>
            <w:r>
              <w:rPr>
                <w:lang w:val="en-US" w:eastAsia="fi-FI"/>
              </w:rPr>
              <w:t>DC_3A_n257I</w:t>
            </w:r>
          </w:p>
          <w:p w14:paraId="47190D92" w14:textId="77777777" w:rsidR="001E6B6B" w:rsidRDefault="001E6B6B" w:rsidP="006B3BD2">
            <w:pPr>
              <w:pStyle w:val="TAC"/>
              <w:rPr>
                <w:lang w:val="en-US" w:eastAsia="fi-FI"/>
              </w:rPr>
            </w:pPr>
            <w:r>
              <w:rPr>
                <w:lang w:val="en-US" w:eastAsia="fi-FI"/>
              </w:rPr>
              <w:t>DC_3A_n257J</w:t>
            </w:r>
          </w:p>
          <w:p w14:paraId="272A765A" w14:textId="77777777" w:rsidR="001E6B6B" w:rsidRDefault="001E6B6B" w:rsidP="006B3BD2">
            <w:pPr>
              <w:pStyle w:val="TAC"/>
              <w:rPr>
                <w:lang w:val="en-US" w:eastAsia="fi-FI"/>
              </w:rPr>
            </w:pPr>
            <w:r>
              <w:rPr>
                <w:lang w:val="en-US" w:eastAsia="fi-FI"/>
              </w:rPr>
              <w:t>DC_3A_n257K</w:t>
            </w:r>
          </w:p>
          <w:p w14:paraId="230B2C25" w14:textId="77777777" w:rsidR="001E6B6B" w:rsidRDefault="001E6B6B" w:rsidP="006B3BD2">
            <w:pPr>
              <w:pStyle w:val="TAC"/>
              <w:rPr>
                <w:lang w:val="en-US" w:eastAsia="fi-FI"/>
              </w:rPr>
            </w:pPr>
            <w:r>
              <w:rPr>
                <w:lang w:val="en-US" w:eastAsia="fi-FI"/>
              </w:rPr>
              <w:t>DC_3A_n257L</w:t>
            </w:r>
          </w:p>
          <w:p w14:paraId="7EA94BEC" w14:textId="77777777" w:rsidR="001E6B6B" w:rsidRPr="009F183F" w:rsidRDefault="001E6B6B" w:rsidP="006B3BD2">
            <w:pPr>
              <w:pStyle w:val="TAC"/>
              <w:rPr>
                <w:lang w:eastAsia="fi-FI"/>
              </w:rPr>
            </w:pPr>
            <w:r w:rsidRPr="009F183F">
              <w:rPr>
                <w:lang w:eastAsia="fi-FI"/>
              </w:rPr>
              <w:t>DC_3A_n257M</w:t>
            </w:r>
          </w:p>
          <w:p w14:paraId="3FD29DB0" w14:textId="77777777" w:rsidR="001E6B6B" w:rsidRPr="009F183F" w:rsidRDefault="001E6B6B" w:rsidP="006B3BD2">
            <w:pPr>
              <w:pStyle w:val="TAC"/>
              <w:rPr>
                <w:b/>
                <w:lang w:eastAsia="fi-FI"/>
              </w:rPr>
            </w:pPr>
            <w:r w:rsidRPr="009F183F">
              <w:rPr>
                <w:lang w:eastAsia="fi-FI"/>
              </w:rPr>
              <w:t>DC_42A_n257A</w:t>
            </w:r>
          </w:p>
          <w:p w14:paraId="0DF833A5" w14:textId="77777777" w:rsidR="001E6B6B" w:rsidRPr="009F183F" w:rsidRDefault="001E6B6B" w:rsidP="006B3BD2">
            <w:pPr>
              <w:pStyle w:val="TAC"/>
              <w:rPr>
                <w:b/>
                <w:lang w:eastAsia="fi-FI"/>
              </w:rPr>
            </w:pPr>
            <w:r w:rsidRPr="009F183F">
              <w:rPr>
                <w:lang w:eastAsia="fi-FI"/>
              </w:rPr>
              <w:t>DC_42A_n257G</w:t>
            </w:r>
          </w:p>
          <w:p w14:paraId="05E1F818" w14:textId="77777777" w:rsidR="001E6B6B" w:rsidRPr="009F183F" w:rsidRDefault="001E6B6B" w:rsidP="006B3BD2">
            <w:pPr>
              <w:pStyle w:val="TAC"/>
              <w:rPr>
                <w:b/>
                <w:lang w:eastAsia="fi-FI"/>
              </w:rPr>
            </w:pPr>
            <w:r w:rsidRPr="009F183F">
              <w:rPr>
                <w:lang w:eastAsia="fi-FI"/>
              </w:rPr>
              <w:t>DC_42A_n257H</w:t>
            </w:r>
          </w:p>
          <w:p w14:paraId="48F75835" w14:textId="77777777" w:rsidR="001E6B6B" w:rsidRPr="009F183F" w:rsidRDefault="001E6B6B" w:rsidP="006B3BD2">
            <w:pPr>
              <w:pStyle w:val="TAC"/>
              <w:rPr>
                <w:b/>
                <w:lang w:eastAsia="fi-FI"/>
              </w:rPr>
            </w:pPr>
            <w:r w:rsidRPr="009F183F">
              <w:rPr>
                <w:lang w:eastAsia="fi-FI"/>
              </w:rPr>
              <w:t>DC_42A_n257I</w:t>
            </w:r>
          </w:p>
          <w:p w14:paraId="53FFB887" w14:textId="77777777" w:rsidR="001E6B6B" w:rsidRPr="009F183F" w:rsidRDefault="001E6B6B" w:rsidP="006B3BD2">
            <w:pPr>
              <w:pStyle w:val="TAC"/>
              <w:rPr>
                <w:b/>
                <w:lang w:eastAsia="fi-FI"/>
              </w:rPr>
            </w:pPr>
            <w:r w:rsidRPr="009F183F">
              <w:rPr>
                <w:lang w:eastAsia="fi-FI"/>
              </w:rPr>
              <w:t>DC_42C_n257A</w:t>
            </w:r>
          </w:p>
          <w:p w14:paraId="1456F3A1" w14:textId="77777777" w:rsidR="001E6B6B" w:rsidRPr="009F183F" w:rsidRDefault="001E6B6B" w:rsidP="006B3BD2">
            <w:pPr>
              <w:pStyle w:val="TAC"/>
              <w:rPr>
                <w:b/>
                <w:lang w:val="sv-FI" w:eastAsia="fi-FI"/>
              </w:rPr>
            </w:pPr>
            <w:r w:rsidRPr="009F183F">
              <w:rPr>
                <w:lang w:val="sv-FI" w:eastAsia="fi-FI"/>
              </w:rPr>
              <w:t>DC_42C_n257G</w:t>
            </w:r>
          </w:p>
          <w:p w14:paraId="66CD2022" w14:textId="77777777" w:rsidR="001E6B6B" w:rsidRPr="009F183F" w:rsidRDefault="001E6B6B" w:rsidP="006B3BD2">
            <w:pPr>
              <w:pStyle w:val="TAC"/>
              <w:rPr>
                <w:b/>
                <w:lang w:val="sv-FI" w:eastAsia="fi-FI"/>
              </w:rPr>
            </w:pPr>
            <w:r w:rsidRPr="009F183F">
              <w:rPr>
                <w:lang w:val="sv-FI" w:eastAsia="fi-FI"/>
              </w:rPr>
              <w:t>DC_42C_n257H</w:t>
            </w:r>
          </w:p>
          <w:p w14:paraId="66569E7A" w14:textId="77777777" w:rsidR="001E6B6B" w:rsidRPr="009F183F" w:rsidRDefault="001E6B6B" w:rsidP="006B3BD2">
            <w:pPr>
              <w:pStyle w:val="TAC"/>
              <w:rPr>
                <w:noProof/>
                <w:lang w:val="sv-FI" w:eastAsia="zh-CN"/>
              </w:rPr>
            </w:pPr>
            <w:r w:rsidRPr="009F183F">
              <w:rPr>
                <w:lang w:val="sv-FI" w:eastAsia="fi-FI"/>
              </w:rPr>
              <w:t>DC_42C_n257I</w:t>
            </w:r>
          </w:p>
        </w:tc>
      </w:tr>
      <w:tr w:rsidR="001E6B6B" w:rsidRPr="001F078B" w14:paraId="5F76BBC8" w14:textId="77777777" w:rsidTr="006B3BD2">
        <w:trPr>
          <w:trHeight w:val="187"/>
          <w:jc w:val="center"/>
        </w:trPr>
        <w:tc>
          <w:tcPr>
            <w:tcW w:w="4814" w:type="dxa"/>
            <w:shd w:val="clear" w:color="auto" w:fill="auto"/>
            <w:noWrap/>
            <w:tcMar>
              <w:top w:w="28" w:type="dxa"/>
              <w:left w:w="28" w:type="dxa"/>
              <w:bottom w:w="28" w:type="dxa"/>
              <w:right w:w="28" w:type="dxa"/>
            </w:tcMar>
          </w:tcPr>
          <w:p w14:paraId="4666586A" w14:textId="77777777" w:rsidR="001E6B6B" w:rsidRPr="001F078B" w:rsidRDefault="001E6B6B" w:rsidP="006B3BD2">
            <w:pPr>
              <w:pStyle w:val="TAC"/>
              <w:rPr>
                <w:lang w:val="en-US" w:eastAsia="fi-FI"/>
              </w:rPr>
            </w:pPr>
            <w:r w:rsidRPr="001F078B">
              <w:rPr>
                <w:lang w:val="en-US" w:eastAsia="fi-FI"/>
              </w:rPr>
              <w:t>DC_1A-5A-7A_n257A</w:t>
            </w:r>
            <w:r w:rsidRPr="001F078B">
              <w:rPr>
                <w:vertAlign w:val="superscript"/>
                <w:lang w:val="en-US" w:eastAsia="zh-CN"/>
              </w:rPr>
              <w:t>2</w:t>
            </w:r>
          </w:p>
          <w:p w14:paraId="5F5ABFCF" w14:textId="77777777" w:rsidR="001E6B6B" w:rsidRPr="001F078B" w:rsidRDefault="001E6B6B" w:rsidP="006B3BD2">
            <w:pPr>
              <w:pStyle w:val="TAC"/>
              <w:rPr>
                <w:rFonts w:eastAsia="Malgun Gothic"/>
                <w:lang w:eastAsia="ko-KR"/>
              </w:rPr>
            </w:pPr>
            <w:r w:rsidRPr="001F078B">
              <w:t>DC_1A-5A-7A_n257</w:t>
            </w:r>
            <w:r w:rsidRPr="001F078B">
              <w:rPr>
                <w:rFonts w:eastAsia="Malgun Gothic"/>
                <w:lang w:eastAsia="ko-KR"/>
              </w:rPr>
              <w:t>D</w:t>
            </w:r>
          </w:p>
          <w:p w14:paraId="377D5838" w14:textId="77777777" w:rsidR="001E6B6B" w:rsidRPr="001F078B" w:rsidRDefault="001E6B6B" w:rsidP="006B3BD2">
            <w:pPr>
              <w:pStyle w:val="TAC"/>
              <w:rPr>
                <w:rFonts w:eastAsia="Malgun Gothic"/>
                <w:lang w:eastAsia="ko-KR"/>
              </w:rPr>
            </w:pPr>
            <w:r w:rsidRPr="001F078B">
              <w:t>DC_1A-5A-7A_n257</w:t>
            </w:r>
            <w:r w:rsidRPr="001F078B">
              <w:rPr>
                <w:rFonts w:eastAsia="Malgun Gothic"/>
                <w:lang w:eastAsia="ko-KR"/>
              </w:rPr>
              <w:t>E</w:t>
            </w:r>
          </w:p>
          <w:p w14:paraId="5EAE2506" w14:textId="77777777" w:rsidR="001E6B6B" w:rsidRPr="001F078B" w:rsidRDefault="001E6B6B" w:rsidP="006B3BD2">
            <w:pPr>
              <w:pStyle w:val="TAC"/>
              <w:rPr>
                <w:rFonts w:eastAsia="Malgun Gothic"/>
                <w:lang w:eastAsia="ko-KR"/>
              </w:rPr>
            </w:pPr>
            <w:r w:rsidRPr="001F078B">
              <w:t>DC_1A-5A-7A_n257F</w:t>
            </w:r>
          </w:p>
          <w:p w14:paraId="59CF385C" w14:textId="77777777" w:rsidR="001E6B6B" w:rsidRPr="001F078B" w:rsidRDefault="001E6B6B" w:rsidP="006B3BD2">
            <w:pPr>
              <w:pStyle w:val="TAC"/>
              <w:rPr>
                <w:rFonts w:eastAsia="Malgun Gothic"/>
                <w:lang w:eastAsia="ko-KR"/>
              </w:rPr>
            </w:pPr>
            <w:r w:rsidRPr="001F078B">
              <w:t>DC_1A-5A-7A_n257</w:t>
            </w:r>
            <w:r w:rsidRPr="001F078B">
              <w:rPr>
                <w:rFonts w:eastAsia="Malgun Gothic"/>
                <w:lang w:eastAsia="ko-KR"/>
              </w:rPr>
              <w:t>G</w:t>
            </w:r>
          </w:p>
          <w:p w14:paraId="7DB211D0" w14:textId="77777777" w:rsidR="001E6B6B" w:rsidRPr="001F078B" w:rsidRDefault="001E6B6B" w:rsidP="006B3BD2">
            <w:pPr>
              <w:pStyle w:val="TAC"/>
              <w:rPr>
                <w:rFonts w:eastAsia="Malgun Gothic"/>
                <w:lang w:eastAsia="ko-KR"/>
              </w:rPr>
            </w:pPr>
            <w:r w:rsidRPr="001F078B">
              <w:t>DC_1A-5A-7A_n257</w:t>
            </w:r>
            <w:r w:rsidRPr="001F078B">
              <w:rPr>
                <w:rFonts w:eastAsia="Malgun Gothic"/>
                <w:lang w:eastAsia="ko-KR"/>
              </w:rPr>
              <w:t>H</w:t>
            </w:r>
          </w:p>
          <w:p w14:paraId="33624416" w14:textId="77777777" w:rsidR="001E6B6B" w:rsidRPr="001F078B" w:rsidRDefault="001E6B6B" w:rsidP="006B3BD2">
            <w:pPr>
              <w:pStyle w:val="TAC"/>
              <w:rPr>
                <w:rFonts w:eastAsia="Malgun Gothic"/>
                <w:lang w:eastAsia="ko-KR"/>
              </w:rPr>
            </w:pPr>
            <w:r w:rsidRPr="001F078B">
              <w:t>DC_1A-5A-7A_n257</w:t>
            </w:r>
            <w:r w:rsidRPr="001F078B">
              <w:rPr>
                <w:rFonts w:eastAsia="Malgun Gothic"/>
                <w:lang w:eastAsia="ko-KR"/>
              </w:rPr>
              <w:t>I</w:t>
            </w:r>
          </w:p>
          <w:p w14:paraId="5BDACCA4" w14:textId="77777777" w:rsidR="001E6B6B" w:rsidRPr="001F078B" w:rsidRDefault="001E6B6B" w:rsidP="006B3BD2">
            <w:pPr>
              <w:pStyle w:val="TAC"/>
            </w:pPr>
            <w:r w:rsidRPr="001F078B">
              <w:t>DC_1A-5A-7A_n257J</w:t>
            </w:r>
          </w:p>
          <w:p w14:paraId="73E9A8CF" w14:textId="77777777" w:rsidR="001E6B6B" w:rsidRPr="001F078B" w:rsidRDefault="001E6B6B" w:rsidP="006B3BD2">
            <w:pPr>
              <w:pStyle w:val="TAC"/>
              <w:rPr>
                <w:rFonts w:eastAsia="Malgun Gothic"/>
                <w:lang w:eastAsia="ko-KR"/>
              </w:rPr>
            </w:pPr>
            <w:r w:rsidRPr="001F078B">
              <w:t>DC_1A-5A-7A_n257</w:t>
            </w:r>
            <w:r w:rsidRPr="001F078B">
              <w:rPr>
                <w:rFonts w:eastAsia="Malgun Gothic"/>
                <w:lang w:eastAsia="ko-KR"/>
              </w:rPr>
              <w:t>K</w:t>
            </w:r>
          </w:p>
          <w:p w14:paraId="65FE095A" w14:textId="77777777" w:rsidR="001E6B6B" w:rsidRPr="001F078B" w:rsidRDefault="001E6B6B" w:rsidP="006B3BD2">
            <w:pPr>
              <w:pStyle w:val="TAC"/>
              <w:rPr>
                <w:rFonts w:eastAsia="Malgun Gothic"/>
                <w:lang w:eastAsia="ko-KR"/>
              </w:rPr>
            </w:pPr>
            <w:r w:rsidRPr="001F078B">
              <w:t>DC_1A-5A-7A_n257</w:t>
            </w:r>
            <w:r w:rsidRPr="001F078B">
              <w:rPr>
                <w:rFonts w:eastAsia="Malgun Gothic"/>
                <w:lang w:eastAsia="ko-KR"/>
              </w:rPr>
              <w:t>L</w:t>
            </w:r>
          </w:p>
          <w:p w14:paraId="5DB9C126" w14:textId="77777777" w:rsidR="001E6B6B" w:rsidRPr="001F078B" w:rsidRDefault="001E6B6B" w:rsidP="006B3BD2">
            <w:pPr>
              <w:pStyle w:val="TAC"/>
              <w:rPr>
                <w:noProof/>
                <w:lang w:eastAsia="zh-CN"/>
              </w:rPr>
            </w:pPr>
            <w:r w:rsidRPr="001F078B">
              <w:t>DC_1A-5A-7A_n257M</w:t>
            </w:r>
          </w:p>
        </w:tc>
        <w:tc>
          <w:tcPr>
            <w:tcW w:w="4815" w:type="dxa"/>
            <w:tcMar>
              <w:top w:w="28" w:type="dxa"/>
              <w:left w:w="28" w:type="dxa"/>
              <w:bottom w:w="28" w:type="dxa"/>
              <w:right w:w="28" w:type="dxa"/>
            </w:tcMar>
          </w:tcPr>
          <w:p w14:paraId="3A33A785" w14:textId="77777777" w:rsidR="001E6B6B" w:rsidRPr="001F078B" w:rsidRDefault="001E6B6B" w:rsidP="006B3BD2">
            <w:pPr>
              <w:pStyle w:val="TAC"/>
              <w:rPr>
                <w:lang w:val="en-US" w:eastAsia="fi-FI"/>
              </w:rPr>
            </w:pPr>
            <w:r w:rsidRPr="001F078B">
              <w:rPr>
                <w:lang w:val="en-US" w:eastAsia="fi-FI"/>
              </w:rPr>
              <w:t>DC_1A_n257A</w:t>
            </w:r>
          </w:p>
          <w:p w14:paraId="6AAE758D" w14:textId="77777777" w:rsidR="001E6B6B" w:rsidRPr="001F078B" w:rsidRDefault="001E6B6B" w:rsidP="006B3BD2">
            <w:pPr>
              <w:pStyle w:val="TAC"/>
              <w:rPr>
                <w:lang w:val="en-US" w:eastAsia="fi-FI"/>
              </w:rPr>
            </w:pPr>
            <w:r w:rsidRPr="001F078B">
              <w:rPr>
                <w:lang w:val="en-US" w:eastAsia="fi-FI"/>
              </w:rPr>
              <w:t>DC_5A_n257A</w:t>
            </w:r>
          </w:p>
          <w:p w14:paraId="41E09311" w14:textId="77777777" w:rsidR="001E6B6B" w:rsidRPr="001F078B" w:rsidRDefault="001E6B6B" w:rsidP="006B3BD2">
            <w:pPr>
              <w:pStyle w:val="TAC"/>
              <w:rPr>
                <w:noProof/>
                <w:lang w:eastAsia="zh-CN"/>
              </w:rPr>
            </w:pPr>
            <w:r w:rsidRPr="001F078B">
              <w:rPr>
                <w:lang w:val="en-US" w:eastAsia="fi-FI"/>
              </w:rPr>
              <w:t>DC_7A_n257A</w:t>
            </w:r>
          </w:p>
        </w:tc>
      </w:tr>
      <w:tr w:rsidR="001E6B6B" w:rsidRPr="001F078B" w14:paraId="483E0D48" w14:textId="77777777" w:rsidTr="006B3BD2">
        <w:trPr>
          <w:trHeight w:val="187"/>
          <w:jc w:val="center"/>
        </w:trPr>
        <w:tc>
          <w:tcPr>
            <w:tcW w:w="4814" w:type="dxa"/>
            <w:shd w:val="clear" w:color="auto" w:fill="auto"/>
            <w:noWrap/>
            <w:tcMar>
              <w:top w:w="28" w:type="dxa"/>
              <w:left w:w="28" w:type="dxa"/>
              <w:bottom w:w="28" w:type="dxa"/>
              <w:right w:w="28" w:type="dxa"/>
            </w:tcMar>
          </w:tcPr>
          <w:p w14:paraId="690EC1DE" w14:textId="77777777" w:rsidR="001E6B6B" w:rsidRPr="001F078B" w:rsidRDefault="001E6B6B" w:rsidP="006B3BD2">
            <w:pPr>
              <w:pStyle w:val="TAC"/>
              <w:rPr>
                <w:lang w:eastAsia="ja-JP"/>
              </w:rPr>
            </w:pPr>
            <w:r w:rsidRPr="001F078B">
              <w:rPr>
                <w:lang w:eastAsia="ja-JP"/>
              </w:rPr>
              <w:lastRenderedPageBreak/>
              <w:t>DC_1A-5A-7A-7A_n257A</w:t>
            </w:r>
          </w:p>
          <w:p w14:paraId="76305629" w14:textId="77777777" w:rsidR="001E6B6B" w:rsidRPr="001F078B" w:rsidRDefault="001E6B6B" w:rsidP="006B3BD2">
            <w:pPr>
              <w:pStyle w:val="TAC"/>
              <w:rPr>
                <w:rFonts w:eastAsia="Malgun Gothic"/>
                <w:lang w:eastAsia="ko-KR"/>
              </w:rPr>
            </w:pPr>
            <w:r w:rsidRPr="001F078B">
              <w:t>DC_1A-5A-7A-7A_n257</w:t>
            </w:r>
            <w:r w:rsidRPr="001F078B">
              <w:rPr>
                <w:rFonts w:eastAsia="Malgun Gothic"/>
                <w:lang w:eastAsia="ko-KR"/>
              </w:rPr>
              <w:t>D</w:t>
            </w:r>
          </w:p>
          <w:p w14:paraId="37664E0B" w14:textId="77777777" w:rsidR="001E6B6B" w:rsidRPr="001F078B" w:rsidRDefault="001E6B6B" w:rsidP="006B3BD2">
            <w:pPr>
              <w:pStyle w:val="TAC"/>
              <w:rPr>
                <w:rFonts w:eastAsia="Malgun Gothic"/>
                <w:lang w:eastAsia="ko-KR"/>
              </w:rPr>
            </w:pPr>
            <w:r w:rsidRPr="001F078B">
              <w:t>DC_1A-5A-7A-7A_n257</w:t>
            </w:r>
            <w:r w:rsidRPr="001F078B">
              <w:rPr>
                <w:rFonts w:eastAsia="Malgun Gothic"/>
                <w:lang w:eastAsia="ko-KR"/>
              </w:rPr>
              <w:t>E</w:t>
            </w:r>
          </w:p>
          <w:p w14:paraId="6ACCCC3E" w14:textId="77777777" w:rsidR="001E6B6B" w:rsidRPr="001F078B" w:rsidRDefault="001E6B6B" w:rsidP="006B3BD2">
            <w:pPr>
              <w:pStyle w:val="TAC"/>
              <w:rPr>
                <w:rFonts w:eastAsia="Malgun Gothic"/>
                <w:lang w:eastAsia="ko-KR"/>
              </w:rPr>
            </w:pPr>
            <w:r w:rsidRPr="001F078B">
              <w:t>DC_1A-5A-7A-7A_n257F</w:t>
            </w:r>
          </w:p>
          <w:p w14:paraId="4DC454F8" w14:textId="77777777" w:rsidR="001E6B6B" w:rsidRPr="001F078B" w:rsidRDefault="001E6B6B" w:rsidP="006B3BD2">
            <w:pPr>
              <w:pStyle w:val="TAC"/>
              <w:rPr>
                <w:rFonts w:eastAsia="Malgun Gothic"/>
                <w:lang w:eastAsia="ko-KR"/>
              </w:rPr>
            </w:pPr>
            <w:r w:rsidRPr="001F078B">
              <w:t>DC_1A-5A-7A-7A_n257</w:t>
            </w:r>
            <w:r w:rsidRPr="001F078B">
              <w:rPr>
                <w:rFonts w:eastAsia="Malgun Gothic"/>
                <w:lang w:eastAsia="ko-KR"/>
              </w:rPr>
              <w:t>G</w:t>
            </w:r>
          </w:p>
          <w:p w14:paraId="7FFC7E0A" w14:textId="77777777" w:rsidR="001E6B6B" w:rsidRPr="001F078B" w:rsidRDefault="001E6B6B" w:rsidP="006B3BD2">
            <w:pPr>
              <w:pStyle w:val="TAC"/>
              <w:rPr>
                <w:rFonts w:eastAsia="Malgun Gothic"/>
                <w:lang w:eastAsia="ko-KR"/>
              </w:rPr>
            </w:pPr>
            <w:r w:rsidRPr="001F078B">
              <w:t>DC_1A-5A-7A-7A_n257</w:t>
            </w:r>
            <w:r w:rsidRPr="001F078B">
              <w:rPr>
                <w:rFonts w:eastAsia="Malgun Gothic"/>
                <w:lang w:eastAsia="ko-KR"/>
              </w:rPr>
              <w:t>H</w:t>
            </w:r>
          </w:p>
          <w:p w14:paraId="147C3E92" w14:textId="77777777" w:rsidR="001E6B6B" w:rsidRPr="001F078B" w:rsidRDefault="001E6B6B" w:rsidP="006B3BD2">
            <w:pPr>
              <w:pStyle w:val="TAC"/>
              <w:rPr>
                <w:rFonts w:eastAsia="Malgun Gothic"/>
                <w:lang w:eastAsia="ko-KR"/>
              </w:rPr>
            </w:pPr>
            <w:r w:rsidRPr="001F078B">
              <w:t>DC_1A-5A-7A-7A_n257</w:t>
            </w:r>
            <w:r w:rsidRPr="001F078B">
              <w:rPr>
                <w:rFonts w:eastAsia="Malgun Gothic"/>
                <w:lang w:eastAsia="ko-KR"/>
              </w:rPr>
              <w:t>I</w:t>
            </w:r>
          </w:p>
          <w:p w14:paraId="7D79211B" w14:textId="77777777" w:rsidR="001E6B6B" w:rsidRPr="001F078B" w:rsidRDefault="001E6B6B" w:rsidP="006B3BD2">
            <w:pPr>
              <w:pStyle w:val="TAC"/>
              <w:rPr>
                <w:rFonts w:eastAsia="Malgun Gothic"/>
                <w:lang w:eastAsia="ko-KR"/>
              </w:rPr>
            </w:pPr>
            <w:r w:rsidRPr="001F078B">
              <w:t>DC_1A-5A-7A-7A_n257</w:t>
            </w:r>
            <w:r w:rsidRPr="001F078B">
              <w:rPr>
                <w:rFonts w:eastAsia="Malgun Gothic"/>
                <w:lang w:eastAsia="ko-KR"/>
              </w:rPr>
              <w:t>J</w:t>
            </w:r>
          </w:p>
          <w:p w14:paraId="2AF8003F" w14:textId="77777777" w:rsidR="001E6B6B" w:rsidRPr="001F078B" w:rsidRDefault="001E6B6B" w:rsidP="006B3BD2">
            <w:pPr>
              <w:pStyle w:val="TAC"/>
              <w:rPr>
                <w:rFonts w:eastAsia="Malgun Gothic"/>
                <w:lang w:eastAsia="ko-KR"/>
              </w:rPr>
            </w:pPr>
            <w:r w:rsidRPr="001F078B">
              <w:t>DC_1A-5A-7A-7A_n257</w:t>
            </w:r>
            <w:r w:rsidRPr="001F078B">
              <w:rPr>
                <w:rFonts w:eastAsia="Malgun Gothic"/>
                <w:lang w:eastAsia="ko-KR"/>
              </w:rPr>
              <w:t>K</w:t>
            </w:r>
          </w:p>
          <w:p w14:paraId="072E390C" w14:textId="77777777" w:rsidR="001E6B6B" w:rsidRPr="001F078B" w:rsidRDefault="001E6B6B" w:rsidP="006B3BD2">
            <w:pPr>
              <w:pStyle w:val="TAC"/>
              <w:rPr>
                <w:rFonts w:eastAsia="Malgun Gothic"/>
                <w:lang w:eastAsia="ko-KR"/>
              </w:rPr>
            </w:pPr>
            <w:r w:rsidRPr="001F078B">
              <w:t>DC_1A-5A-7A-7A_n257</w:t>
            </w:r>
            <w:r w:rsidRPr="001F078B">
              <w:rPr>
                <w:rFonts w:eastAsia="Malgun Gothic"/>
                <w:lang w:eastAsia="ko-KR"/>
              </w:rPr>
              <w:t>L</w:t>
            </w:r>
          </w:p>
          <w:p w14:paraId="134F31C4" w14:textId="77777777" w:rsidR="001E6B6B" w:rsidRPr="001F078B" w:rsidRDefault="001E6B6B" w:rsidP="006B3BD2">
            <w:pPr>
              <w:pStyle w:val="TAC"/>
              <w:rPr>
                <w:lang w:val="fi-FI" w:eastAsia="fi-FI"/>
              </w:rPr>
            </w:pPr>
            <w:r w:rsidRPr="001F078B">
              <w:t>DC_1A-5A-7A-7A_n257M</w:t>
            </w:r>
          </w:p>
        </w:tc>
        <w:tc>
          <w:tcPr>
            <w:tcW w:w="4815" w:type="dxa"/>
            <w:tcMar>
              <w:top w:w="28" w:type="dxa"/>
              <w:left w:w="28" w:type="dxa"/>
              <w:bottom w:w="28" w:type="dxa"/>
              <w:right w:w="28" w:type="dxa"/>
            </w:tcMar>
          </w:tcPr>
          <w:p w14:paraId="6034ECB7" w14:textId="77777777" w:rsidR="001E6B6B" w:rsidRPr="001F078B" w:rsidRDefault="001E6B6B" w:rsidP="006B3BD2">
            <w:pPr>
              <w:pStyle w:val="TAC"/>
              <w:rPr>
                <w:lang w:val="en-US" w:eastAsia="fi-FI"/>
              </w:rPr>
            </w:pPr>
            <w:r w:rsidRPr="001F078B">
              <w:rPr>
                <w:lang w:val="en-US" w:eastAsia="fi-FI"/>
              </w:rPr>
              <w:t>DC_1A_n257A</w:t>
            </w:r>
          </w:p>
          <w:p w14:paraId="696A1161" w14:textId="77777777" w:rsidR="001E6B6B" w:rsidRPr="001F078B" w:rsidRDefault="001E6B6B" w:rsidP="006B3BD2">
            <w:pPr>
              <w:pStyle w:val="TAC"/>
              <w:rPr>
                <w:lang w:val="en-US" w:eastAsia="fi-FI"/>
              </w:rPr>
            </w:pPr>
            <w:r w:rsidRPr="001F078B">
              <w:rPr>
                <w:lang w:val="en-US" w:eastAsia="fi-FI"/>
              </w:rPr>
              <w:t>DC_5A_n257A</w:t>
            </w:r>
          </w:p>
          <w:p w14:paraId="25299B78" w14:textId="77777777" w:rsidR="001E6B6B" w:rsidRPr="001F078B" w:rsidRDefault="001E6B6B" w:rsidP="006B3BD2">
            <w:pPr>
              <w:pStyle w:val="TAC"/>
              <w:rPr>
                <w:lang w:val="en-US" w:eastAsia="fi-FI"/>
              </w:rPr>
            </w:pPr>
            <w:r w:rsidRPr="001F078B">
              <w:rPr>
                <w:lang w:val="en-US" w:eastAsia="fi-FI"/>
              </w:rPr>
              <w:t>DC_7A_n257A</w:t>
            </w:r>
          </w:p>
        </w:tc>
      </w:tr>
      <w:tr w:rsidR="001E6B6B" w:rsidRPr="001F078B" w:rsidDel="00682F3C" w14:paraId="2CCF37FA" w14:textId="77777777" w:rsidTr="006B3BD2">
        <w:trPr>
          <w:trHeight w:val="187"/>
          <w:jc w:val="center"/>
        </w:trPr>
        <w:tc>
          <w:tcPr>
            <w:tcW w:w="4814" w:type="dxa"/>
            <w:shd w:val="clear" w:color="auto" w:fill="auto"/>
            <w:noWrap/>
            <w:tcMar>
              <w:top w:w="28" w:type="dxa"/>
              <w:left w:w="28" w:type="dxa"/>
              <w:bottom w:w="28" w:type="dxa"/>
              <w:right w:w="28" w:type="dxa"/>
            </w:tcMar>
          </w:tcPr>
          <w:p w14:paraId="0F904FF6" w14:textId="77777777" w:rsidR="001E6B6B" w:rsidRDefault="001E6B6B" w:rsidP="006B3BD2">
            <w:pPr>
              <w:pStyle w:val="TAC"/>
            </w:pPr>
            <w:r>
              <w:t>DC_1A-</w:t>
            </w:r>
            <w:r>
              <w:rPr>
                <w:rFonts w:eastAsia="Malgun Gothic"/>
              </w:rPr>
              <w:t>8A-11A_</w:t>
            </w:r>
            <w:r>
              <w:t>n</w:t>
            </w:r>
            <w:r>
              <w:rPr>
                <w:rFonts w:eastAsia="Malgun Gothic"/>
              </w:rPr>
              <w:t>257</w:t>
            </w:r>
            <w:r>
              <w:t>A</w:t>
            </w:r>
          </w:p>
          <w:p w14:paraId="2E584AD0" w14:textId="44EBF1CC" w:rsidR="001E6B6B" w:rsidRDefault="001E6B6B" w:rsidP="006B3BD2">
            <w:pPr>
              <w:pStyle w:val="TAC"/>
            </w:pPr>
            <w:r>
              <w:t>DC_1A-</w:t>
            </w:r>
            <w:r>
              <w:rPr>
                <w:rFonts w:eastAsia="Malgun Gothic"/>
              </w:rPr>
              <w:t>8A-11A_</w:t>
            </w:r>
            <w:r>
              <w:t>n</w:t>
            </w:r>
            <w:r>
              <w:rPr>
                <w:rFonts w:eastAsia="Malgun Gothic"/>
              </w:rPr>
              <w:t>257</w:t>
            </w:r>
            <w:r>
              <w:t>D</w:t>
            </w:r>
          </w:p>
          <w:p w14:paraId="0C3ADB1E" w14:textId="77777777" w:rsidR="001E6B6B" w:rsidRDefault="001E6B6B" w:rsidP="006B3BD2">
            <w:pPr>
              <w:pStyle w:val="TAC"/>
            </w:pPr>
            <w:r>
              <w:t>DC_1A-</w:t>
            </w:r>
            <w:r>
              <w:rPr>
                <w:rFonts w:eastAsia="Malgun Gothic"/>
              </w:rPr>
              <w:t>8A-11A_</w:t>
            </w:r>
            <w:r>
              <w:t>n</w:t>
            </w:r>
            <w:r>
              <w:rPr>
                <w:rFonts w:eastAsia="Malgun Gothic"/>
              </w:rPr>
              <w:t>257G</w:t>
            </w:r>
          </w:p>
          <w:p w14:paraId="48F4C14D" w14:textId="77777777" w:rsidR="001E6B6B" w:rsidRDefault="001E6B6B" w:rsidP="006B3BD2">
            <w:pPr>
              <w:pStyle w:val="TAC"/>
            </w:pPr>
            <w:r>
              <w:t>DC_1A-</w:t>
            </w:r>
            <w:r>
              <w:rPr>
                <w:rFonts w:eastAsia="Malgun Gothic"/>
              </w:rPr>
              <w:t>8A-11A_</w:t>
            </w:r>
            <w:r>
              <w:t>n</w:t>
            </w:r>
            <w:r>
              <w:rPr>
                <w:rFonts w:eastAsia="Malgun Gothic"/>
              </w:rPr>
              <w:t>257H</w:t>
            </w:r>
          </w:p>
          <w:p w14:paraId="70A871AC" w14:textId="77777777" w:rsidR="001E6B6B" w:rsidRPr="001F078B" w:rsidDel="00682F3C" w:rsidRDefault="001E6B6B" w:rsidP="006B3BD2">
            <w:pPr>
              <w:pStyle w:val="TAC"/>
              <w:rPr>
                <w:lang w:eastAsia="ja-JP"/>
              </w:rPr>
            </w:pPr>
            <w:r>
              <w:t>DC_1A-</w:t>
            </w:r>
            <w:r>
              <w:rPr>
                <w:rFonts w:eastAsia="Malgun Gothic"/>
              </w:rPr>
              <w:t>8A-11A_</w:t>
            </w:r>
            <w:r>
              <w:t>n</w:t>
            </w:r>
            <w:r>
              <w:rPr>
                <w:rFonts w:eastAsia="Malgun Gothic"/>
              </w:rPr>
              <w:t>257I</w:t>
            </w:r>
          </w:p>
        </w:tc>
        <w:tc>
          <w:tcPr>
            <w:tcW w:w="4815" w:type="dxa"/>
            <w:tcMar>
              <w:top w:w="28" w:type="dxa"/>
              <w:left w:w="28" w:type="dxa"/>
              <w:bottom w:w="28" w:type="dxa"/>
              <w:right w:w="28" w:type="dxa"/>
            </w:tcMar>
          </w:tcPr>
          <w:p w14:paraId="091DD75D" w14:textId="77777777" w:rsidR="001E6B6B" w:rsidRPr="001F078B" w:rsidRDefault="001E6B6B" w:rsidP="006B3BD2">
            <w:pPr>
              <w:pStyle w:val="TAC"/>
            </w:pPr>
            <w:r w:rsidRPr="001F078B">
              <w:t>DC_1A_n257A</w:t>
            </w:r>
          </w:p>
          <w:p w14:paraId="58DBB245" w14:textId="77777777" w:rsidR="001E6B6B" w:rsidRPr="001F078B" w:rsidRDefault="001E6B6B" w:rsidP="006B3BD2">
            <w:pPr>
              <w:pStyle w:val="TAC"/>
            </w:pPr>
            <w:r w:rsidRPr="001F078B">
              <w:t>DC_8A_n257A</w:t>
            </w:r>
          </w:p>
          <w:p w14:paraId="7F52F6B3" w14:textId="77777777" w:rsidR="001E6B6B" w:rsidRPr="001F078B" w:rsidDel="00682F3C" w:rsidRDefault="001E6B6B" w:rsidP="006B3BD2">
            <w:pPr>
              <w:pStyle w:val="TAC"/>
              <w:rPr>
                <w:lang w:val="en-US" w:eastAsia="fi-FI"/>
              </w:rPr>
            </w:pPr>
            <w:r w:rsidRPr="001F078B">
              <w:t>DC_11A_n257A</w:t>
            </w:r>
          </w:p>
        </w:tc>
      </w:tr>
      <w:tr w:rsidR="001E6B6B" w:rsidRPr="001F078B" w:rsidDel="00682F3C" w14:paraId="505BB1E0" w14:textId="77777777" w:rsidTr="006B3BD2">
        <w:trPr>
          <w:trHeight w:val="187"/>
          <w:jc w:val="center"/>
        </w:trPr>
        <w:tc>
          <w:tcPr>
            <w:tcW w:w="4814" w:type="dxa"/>
            <w:shd w:val="clear" w:color="auto" w:fill="auto"/>
            <w:noWrap/>
            <w:tcMar>
              <w:top w:w="28" w:type="dxa"/>
              <w:left w:w="28" w:type="dxa"/>
              <w:bottom w:w="28" w:type="dxa"/>
              <w:right w:w="28" w:type="dxa"/>
            </w:tcMar>
          </w:tcPr>
          <w:p w14:paraId="24A32A8B" w14:textId="77777777" w:rsidR="001E6B6B" w:rsidRDefault="001E6B6B" w:rsidP="006B3BD2">
            <w:pPr>
              <w:pStyle w:val="TAC"/>
              <w:rPr>
                <w:lang w:eastAsia="zh-CN"/>
              </w:rPr>
            </w:pPr>
            <w:r>
              <w:rPr>
                <w:rFonts w:cs="Arial"/>
                <w:lang w:eastAsia="ja-JP"/>
              </w:rPr>
              <w:t>DC_1A-11A-18A_n257</w:t>
            </w:r>
            <w:r>
              <w:rPr>
                <w:rFonts w:cs="Arial"/>
                <w:lang w:eastAsia="zh-CN"/>
              </w:rPr>
              <w:t>A</w:t>
            </w:r>
          </w:p>
          <w:p w14:paraId="22A3DD3B" w14:textId="77777777" w:rsidR="001E6B6B" w:rsidRDefault="001E6B6B" w:rsidP="006B3BD2">
            <w:pPr>
              <w:pStyle w:val="TAC"/>
              <w:rPr>
                <w:rFonts w:cs="Arial"/>
                <w:lang w:eastAsia="zh-CN"/>
              </w:rPr>
            </w:pPr>
            <w:r>
              <w:rPr>
                <w:rFonts w:cs="Arial"/>
                <w:lang w:eastAsia="ja-JP"/>
              </w:rPr>
              <w:t>DC_1A-11A-18A_n257</w:t>
            </w:r>
            <w:r>
              <w:rPr>
                <w:rFonts w:cs="Arial"/>
                <w:lang w:eastAsia="zh-CN"/>
              </w:rPr>
              <w:t>G</w:t>
            </w:r>
          </w:p>
          <w:p w14:paraId="036AE5E5" w14:textId="77777777" w:rsidR="001E6B6B" w:rsidRDefault="001E6B6B" w:rsidP="006B3BD2">
            <w:pPr>
              <w:pStyle w:val="TAC"/>
              <w:rPr>
                <w:rFonts w:cs="Arial"/>
                <w:lang w:eastAsia="zh-CN"/>
              </w:rPr>
            </w:pPr>
            <w:r>
              <w:rPr>
                <w:rFonts w:cs="Arial"/>
                <w:lang w:eastAsia="ja-JP"/>
              </w:rPr>
              <w:t>DC_1A-11A-18A_n257</w:t>
            </w:r>
            <w:r>
              <w:rPr>
                <w:rFonts w:cs="Arial"/>
                <w:lang w:eastAsia="zh-CN"/>
              </w:rPr>
              <w:t>H</w:t>
            </w:r>
          </w:p>
          <w:p w14:paraId="37024447" w14:textId="77777777" w:rsidR="001E6B6B" w:rsidRDefault="001E6B6B" w:rsidP="006B3BD2">
            <w:pPr>
              <w:pStyle w:val="TAC"/>
            </w:pPr>
            <w:r>
              <w:rPr>
                <w:rFonts w:cs="Arial"/>
                <w:lang w:eastAsia="ja-JP"/>
              </w:rPr>
              <w:t>DC_1A-11A-18A_n257</w:t>
            </w:r>
            <w:r>
              <w:rPr>
                <w:rFonts w:cs="Arial"/>
                <w:lang w:eastAsia="zh-CN"/>
              </w:rPr>
              <w:t>I</w:t>
            </w:r>
          </w:p>
        </w:tc>
        <w:tc>
          <w:tcPr>
            <w:tcW w:w="4815" w:type="dxa"/>
            <w:tcMar>
              <w:top w:w="28" w:type="dxa"/>
              <w:left w:w="28" w:type="dxa"/>
              <w:bottom w:w="28" w:type="dxa"/>
              <w:right w:w="28" w:type="dxa"/>
            </w:tcMar>
          </w:tcPr>
          <w:p w14:paraId="6D023992" w14:textId="77777777" w:rsidR="001E6B6B" w:rsidRDefault="001E6B6B" w:rsidP="006B3BD2">
            <w:pPr>
              <w:pStyle w:val="TAC"/>
              <w:rPr>
                <w:lang w:eastAsia="zh-CN"/>
              </w:rPr>
            </w:pPr>
            <w:r>
              <w:rPr>
                <w:lang w:eastAsia="ja-JP"/>
              </w:rPr>
              <w:t>DC_</w:t>
            </w:r>
            <w:r>
              <w:rPr>
                <w:lang w:eastAsia="zh-CN"/>
              </w:rPr>
              <w:t>1</w:t>
            </w:r>
            <w:r>
              <w:rPr>
                <w:lang w:eastAsia="ja-JP"/>
              </w:rPr>
              <w:t>A_n257A</w:t>
            </w:r>
          </w:p>
          <w:p w14:paraId="096797D2" w14:textId="77777777" w:rsidR="001E6B6B" w:rsidRDefault="001E6B6B" w:rsidP="006B3BD2">
            <w:pPr>
              <w:pStyle w:val="TAC"/>
              <w:rPr>
                <w:lang w:eastAsia="zh-CN"/>
              </w:rPr>
            </w:pPr>
            <w:r>
              <w:rPr>
                <w:lang w:eastAsia="ja-JP"/>
              </w:rPr>
              <w:t>DC_</w:t>
            </w:r>
            <w:r>
              <w:rPr>
                <w:lang w:eastAsia="zh-CN"/>
              </w:rPr>
              <w:t>1</w:t>
            </w:r>
            <w:r>
              <w:rPr>
                <w:lang w:eastAsia="ja-JP"/>
              </w:rPr>
              <w:t>A_n257</w:t>
            </w:r>
            <w:r>
              <w:rPr>
                <w:lang w:eastAsia="zh-CN"/>
              </w:rPr>
              <w:t>G</w:t>
            </w:r>
          </w:p>
          <w:p w14:paraId="6637F77A" w14:textId="77777777" w:rsidR="001E6B6B" w:rsidRDefault="001E6B6B" w:rsidP="006B3BD2">
            <w:pPr>
              <w:pStyle w:val="TAC"/>
              <w:rPr>
                <w:lang w:eastAsia="zh-CN"/>
              </w:rPr>
            </w:pPr>
            <w:r>
              <w:rPr>
                <w:lang w:eastAsia="ja-JP"/>
              </w:rPr>
              <w:t>DC_</w:t>
            </w:r>
            <w:r>
              <w:rPr>
                <w:lang w:eastAsia="zh-CN"/>
              </w:rPr>
              <w:t>1</w:t>
            </w:r>
            <w:r>
              <w:rPr>
                <w:lang w:eastAsia="ja-JP"/>
              </w:rPr>
              <w:t>A_n257</w:t>
            </w:r>
            <w:r>
              <w:rPr>
                <w:lang w:eastAsia="zh-CN"/>
              </w:rPr>
              <w:t>H</w:t>
            </w:r>
          </w:p>
          <w:p w14:paraId="1D97F9F3" w14:textId="77777777" w:rsidR="00D01098" w:rsidRDefault="001E6B6B" w:rsidP="006B3BD2">
            <w:pPr>
              <w:pStyle w:val="TAC"/>
              <w:rPr>
                <w:lang w:eastAsia="zh-CN"/>
              </w:rPr>
            </w:pPr>
            <w:r>
              <w:rPr>
                <w:lang w:eastAsia="ja-JP"/>
              </w:rPr>
              <w:t>DC_</w:t>
            </w:r>
            <w:r>
              <w:rPr>
                <w:lang w:eastAsia="zh-CN"/>
              </w:rPr>
              <w:t>1</w:t>
            </w:r>
            <w:r>
              <w:rPr>
                <w:lang w:eastAsia="ja-JP"/>
              </w:rPr>
              <w:t>A_n257</w:t>
            </w:r>
            <w:r>
              <w:rPr>
                <w:lang w:eastAsia="zh-CN"/>
              </w:rPr>
              <w:t>I</w:t>
            </w:r>
          </w:p>
          <w:p w14:paraId="0C1DF943" w14:textId="2AA7F44E" w:rsidR="001E6B6B" w:rsidRDefault="001E6B6B" w:rsidP="006B3BD2">
            <w:pPr>
              <w:pStyle w:val="TAC"/>
              <w:rPr>
                <w:lang w:eastAsia="zh-CN"/>
              </w:rPr>
            </w:pPr>
            <w:r>
              <w:rPr>
                <w:lang w:eastAsia="ja-JP"/>
              </w:rPr>
              <w:t>DC_</w:t>
            </w:r>
            <w:r>
              <w:rPr>
                <w:lang w:eastAsia="zh-CN"/>
              </w:rPr>
              <w:t>11</w:t>
            </w:r>
            <w:r>
              <w:rPr>
                <w:lang w:eastAsia="ja-JP"/>
              </w:rPr>
              <w:t>A_n257A</w:t>
            </w:r>
          </w:p>
          <w:p w14:paraId="74F02F11" w14:textId="77777777" w:rsidR="001E6B6B" w:rsidRDefault="001E6B6B" w:rsidP="006B3BD2">
            <w:pPr>
              <w:pStyle w:val="TAC"/>
              <w:rPr>
                <w:lang w:eastAsia="zh-CN"/>
              </w:rPr>
            </w:pPr>
            <w:r>
              <w:rPr>
                <w:lang w:eastAsia="ja-JP"/>
              </w:rPr>
              <w:t>DC_</w:t>
            </w:r>
            <w:r>
              <w:rPr>
                <w:lang w:eastAsia="zh-CN"/>
              </w:rPr>
              <w:t>11</w:t>
            </w:r>
            <w:r>
              <w:rPr>
                <w:lang w:eastAsia="ja-JP"/>
              </w:rPr>
              <w:t>A_n257</w:t>
            </w:r>
            <w:r>
              <w:rPr>
                <w:lang w:eastAsia="zh-CN"/>
              </w:rPr>
              <w:t>G</w:t>
            </w:r>
          </w:p>
          <w:p w14:paraId="3D4A9410" w14:textId="77777777" w:rsidR="001E6B6B" w:rsidRDefault="001E6B6B" w:rsidP="006B3BD2">
            <w:pPr>
              <w:pStyle w:val="TAC"/>
              <w:rPr>
                <w:lang w:eastAsia="zh-CN"/>
              </w:rPr>
            </w:pPr>
            <w:r>
              <w:rPr>
                <w:lang w:eastAsia="ja-JP"/>
              </w:rPr>
              <w:t>DC_</w:t>
            </w:r>
            <w:r>
              <w:rPr>
                <w:lang w:eastAsia="zh-CN"/>
              </w:rPr>
              <w:t>11</w:t>
            </w:r>
            <w:r>
              <w:rPr>
                <w:lang w:eastAsia="ja-JP"/>
              </w:rPr>
              <w:t>A_n257</w:t>
            </w:r>
            <w:r>
              <w:rPr>
                <w:lang w:eastAsia="zh-CN"/>
              </w:rPr>
              <w:t>H</w:t>
            </w:r>
          </w:p>
          <w:p w14:paraId="711F1170" w14:textId="77777777" w:rsidR="001E6B6B" w:rsidRDefault="001E6B6B" w:rsidP="006B3BD2">
            <w:pPr>
              <w:pStyle w:val="TAC"/>
              <w:rPr>
                <w:lang w:eastAsia="zh-CN"/>
              </w:rPr>
            </w:pPr>
            <w:r>
              <w:rPr>
                <w:lang w:eastAsia="ja-JP"/>
              </w:rPr>
              <w:t>DC_</w:t>
            </w:r>
            <w:r>
              <w:rPr>
                <w:lang w:eastAsia="zh-CN"/>
              </w:rPr>
              <w:t>11</w:t>
            </w:r>
            <w:r>
              <w:rPr>
                <w:lang w:eastAsia="ja-JP"/>
              </w:rPr>
              <w:t>A_n257</w:t>
            </w:r>
            <w:r>
              <w:rPr>
                <w:lang w:eastAsia="zh-CN"/>
              </w:rPr>
              <w:t>I</w:t>
            </w:r>
          </w:p>
          <w:p w14:paraId="4FECD78B" w14:textId="77777777" w:rsidR="001E6B6B" w:rsidRDefault="001E6B6B" w:rsidP="006B3BD2">
            <w:pPr>
              <w:pStyle w:val="TAC"/>
              <w:rPr>
                <w:lang w:eastAsia="zh-CN"/>
              </w:rPr>
            </w:pPr>
            <w:r>
              <w:rPr>
                <w:lang w:eastAsia="ja-JP"/>
              </w:rPr>
              <w:t>DC_1</w:t>
            </w:r>
            <w:r>
              <w:rPr>
                <w:lang w:eastAsia="zh-CN"/>
              </w:rPr>
              <w:t>8</w:t>
            </w:r>
            <w:r>
              <w:rPr>
                <w:lang w:eastAsia="ja-JP"/>
              </w:rPr>
              <w:t>A_n257A</w:t>
            </w:r>
          </w:p>
          <w:p w14:paraId="4C15D207" w14:textId="77777777" w:rsidR="001E6B6B" w:rsidRDefault="001E6B6B" w:rsidP="006B3BD2">
            <w:pPr>
              <w:pStyle w:val="TAC"/>
              <w:rPr>
                <w:lang w:eastAsia="zh-CN"/>
              </w:rPr>
            </w:pPr>
            <w:r>
              <w:rPr>
                <w:lang w:eastAsia="ja-JP"/>
              </w:rPr>
              <w:t>DC_1</w:t>
            </w:r>
            <w:r>
              <w:rPr>
                <w:lang w:eastAsia="zh-CN"/>
              </w:rPr>
              <w:t>8</w:t>
            </w:r>
            <w:r>
              <w:rPr>
                <w:lang w:eastAsia="ja-JP"/>
              </w:rPr>
              <w:t>A_n257</w:t>
            </w:r>
            <w:r>
              <w:rPr>
                <w:lang w:eastAsia="zh-CN"/>
              </w:rPr>
              <w:t>G</w:t>
            </w:r>
          </w:p>
          <w:p w14:paraId="7C272AE9" w14:textId="77777777" w:rsidR="001E6B6B" w:rsidRDefault="001E6B6B" w:rsidP="006B3BD2">
            <w:pPr>
              <w:pStyle w:val="TAC"/>
              <w:rPr>
                <w:lang w:eastAsia="zh-CN"/>
              </w:rPr>
            </w:pPr>
            <w:r>
              <w:rPr>
                <w:lang w:eastAsia="ja-JP"/>
              </w:rPr>
              <w:t>DC_1</w:t>
            </w:r>
            <w:r>
              <w:rPr>
                <w:lang w:eastAsia="zh-CN"/>
              </w:rPr>
              <w:t>8</w:t>
            </w:r>
            <w:r>
              <w:rPr>
                <w:lang w:eastAsia="ja-JP"/>
              </w:rPr>
              <w:t>A_n257</w:t>
            </w:r>
            <w:r>
              <w:rPr>
                <w:lang w:eastAsia="zh-CN"/>
              </w:rPr>
              <w:t>H</w:t>
            </w:r>
          </w:p>
          <w:p w14:paraId="05A61AB8" w14:textId="77777777" w:rsidR="001E6B6B" w:rsidRPr="001F078B" w:rsidRDefault="001E6B6B" w:rsidP="006B3BD2">
            <w:pPr>
              <w:pStyle w:val="TAC"/>
            </w:pPr>
            <w:r>
              <w:rPr>
                <w:lang w:eastAsia="ja-JP"/>
              </w:rPr>
              <w:t>DC_1</w:t>
            </w:r>
            <w:r>
              <w:rPr>
                <w:lang w:eastAsia="zh-CN"/>
              </w:rPr>
              <w:t>8</w:t>
            </w:r>
            <w:r>
              <w:rPr>
                <w:lang w:eastAsia="ja-JP"/>
              </w:rPr>
              <w:t>A_n257</w:t>
            </w:r>
            <w:r>
              <w:rPr>
                <w:lang w:eastAsia="zh-CN"/>
              </w:rPr>
              <w:t>I</w:t>
            </w:r>
          </w:p>
        </w:tc>
      </w:tr>
      <w:tr w:rsidR="001E6B6B" w:rsidRPr="001F078B" w14:paraId="650356F6" w14:textId="77777777" w:rsidTr="006B3BD2">
        <w:trPr>
          <w:trHeight w:val="187"/>
          <w:jc w:val="center"/>
        </w:trPr>
        <w:tc>
          <w:tcPr>
            <w:tcW w:w="4814" w:type="dxa"/>
            <w:shd w:val="clear" w:color="auto" w:fill="auto"/>
            <w:noWrap/>
            <w:tcMar>
              <w:top w:w="28" w:type="dxa"/>
              <w:left w:w="28" w:type="dxa"/>
              <w:bottom w:w="28" w:type="dxa"/>
              <w:right w:w="28" w:type="dxa"/>
            </w:tcMar>
          </w:tcPr>
          <w:p w14:paraId="68C3BE95" w14:textId="77777777" w:rsidR="001E6B6B" w:rsidRPr="001F078B" w:rsidRDefault="001E6B6B" w:rsidP="006B3BD2">
            <w:pPr>
              <w:pStyle w:val="TAC"/>
              <w:rPr>
                <w:noProof/>
                <w:lang w:eastAsia="zh-CN"/>
              </w:rPr>
            </w:pPr>
            <w:r w:rsidRPr="001F078B">
              <w:rPr>
                <w:lang w:eastAsia="ja-JP"/>
              </w:rPr>
              <w:t>DC</w:t>
            </w:r>
            <w:r w:rsidRPr="001F078B">
              <w:t>_</w:t>
            </w:r>
            <w:r w:rsidRPr="001F078B">
              <w:rPr>
                <w:lang w:eastAsia="ja-JP"/>
              </w:rPr>
              <w:t>1A-18A-28A_n257A</w:t>
            </w:r>
            <w:r w:rsidRPr="001F078B">
              <w:rPr>
                <w:rFonts w:hint="eastAsia"/>
                <w:vertAlign w:val="superscript"/>
                <w:lang w:val="fi-FI" w:eastAsia="zh-CN"/>
              </w:rPr>
              <w:t>2</w:t>
            </w:r>
          </w:p>
        </w:tc>
        <w:tc>
          <w:tcPr>
            <w:tcW w:w="4815" w:type="dxa"/>
            <w:tcMar>
              <w:top w:w="28" w:type="dxa"/>
              <w:left w:w="28" w:type="dxa"/>
              <w:bottom w:w="28" w:type="dxa"/>
              <w:right w:w="28" w:type="dxa"/>
            </w:tcMar>
          </w:tcPr>
          <w:p w14:paraId="38733CA9" w14:textId="77777777" w:rsidR="001E6B6B" w:rsidRPr="001F078B" w:rsidRDefault="001E6B6B" w:rsidP="006B3BD2">
            <w:pPr>
              <w:pStyle w:val="TAC"/>
              <w:rPr>
                <w:lang w:eastAsia="ja-JP"/>
              </w:rPr>
            </w:pPr>
            <w:r w:rsidRPr="001F078B">
              <w:rPr>
                <w:lang w:eastAsia="ja-JP"/>
              </w:rPr>
              <w:t>DC</w:t>
            </w:r>
            <w:r w:rsidRPr="001F078B">
              <w:t>_</w:t>
            </w:r>
            <w:r w:rsidRPr="001F078B">
              <w:rPr>
                <w:lang w:eastAsia="ja-JP"/>
              </w:rPr>
              <w:t>1A_n257A</w:t>
            </w:r>
          </w:p>
          <w:p w14:paraId="37EAF3C4" w14:textId="77777777" w:rsidR="001E6B6B" w:rsidRPr="001F078B" w:rsidRDefault="001E6B6B" w:rsidP="006B3BD2">
            <w:pPr>
              <w:pStyle w:val="TAC"/>
              <w:rPr>
                <w:lang w:eastAsia="ja-JP"/>
              </w:rPr>
            </w:pPr>
            <w:r w:rsidRPr="001F078B">
              <w:rPr>
                <w:lang w:eastAsia="ja-JP"/>
              </w:rPr>
              <w:t>DC</w:t>
            </w:r>
            <w:r w:rsidRPr="001F078B">
              <w:t>_18</w:t>
            </w:r>
            <w:r w:rsidRPr="001F078B">
              <w:rPr>
                <w:lang w:eastAsia="ja-JP"/>
              </w:rPr>
              <w:t>A_n257A</w:t>
            </w:r>
          </w:p>
          <w:p w14:paraId="4B966DE9" w14:textId="77777777" w:rsidR="001E6B6B" w:rsidRPr="001F078B" w:rsidRDefault="001E6B6B" w:rsidP="006B3BD2">
            <w:pPr>
              <w:pStyle w:val="TAC"/>
              <w:rPr>
                <w:noProof/>
                <w:lang w:eastAsia="zh-CN"/>
              </w:rPr>
            </w:pPr>
            <w:r w:rsidRPr="001F078B">
              <w:rPr>
                <w:lang w:eastAsia="ja-JP"/>
              </w:rPr>
              <w:t>DC</w:t>
            </w:r>
            <w:r w:rsidRPr="001F078B">
              <w:t>_28</w:t>
            </w:r>
            <w:r w:rsidRPr="001F078B">
              <w:rPr>
                <w:lang w:eastAsia="ja-JP"/>
              </w:rPr>
              <w:t>A_n257A</w:t>
            </w:r>
          </w:p>
        </w:tc>
      </w:tr>
      <w:tr w:rsidR="001E6B6B" w:rsidRPr="001F078B" w14:paraId="037D0EF2" w14:textId="77777777" w:rsidTr="006B3BD2">
        <w:trPr>
          <w:trHeight w:val="187"/>
          <w:jc w:val="center"/>
        </w:trPr>
        <w:tc>
          <w:tcPr>
            <w:tcW w:w="4814" w:type="dxa"/>
            <w:shd w:val="clear" w:color="auto" w:fill="auto"/>
            <w:noWrap/>
            <w:tcMar>
              <w:top w:w="28" w:type="dxa"/>
              <w:left w:w="28" w:type="dxa"/>
              <w:bottom w:w="28" w:type="dxa"/>
              <w:right w:w="28" w:type="dxa"/>
            </w:tcMar>
          </w:tcPr>
          <w:p w14:paraId="4C2C1AF8" w14:textId="77777777" w:rsidR="001E6B6B" w:rsidRDefault="001E6B6B" w:rsidP="006B3BD2">
            <w:pPr>
              <w:pStyle w:val="TAC"/>
              <w:rPr>
                <w:lang w:eastAsia="zh-CN"/>
              </w:rPr>
            </w:pPr>
            <w:r>
              <w:rPr>
                <w:rFonts w:cs="Arial"/>
                <w:lang w:eastAsia="ja-JP"/>
              </w:rPr>
              <w:t>DC_1A-18A-41A_n257</w:t>
            </w:r>
            <w:r>
              <w:rPr>
                <w:rFonts w:cs="Arial"/>
                <w:lang w:eastAsia="zh-CN"/>
              </w:rPr>
              <w:t>A</w:t>
            </w:r>
          </w:p>
          <w:p w14:paraId="531382BF" w14:textId="77777777" w:rsidR="001E6B6B" w:rsidRDefault="001E6B6B" w:rsidP="006B3BD2">
            <w:pPr>
              <w:pStyle w:val="TAC"/>
              <w:rPr>
                <w:rFonts w:cs="Arial"/>
                <w:lang w:eastAsia="zh-CN"/>
              </w:rPr>
            </w:pPr>
            <w:r>
              <w:rPr>
                <w:rFonts w:cs="Arial"/>
                <w:lang w:eastAsia="ja-JP"/>
              </w:rPr>
              <w:t>DC_1A-18A-41A_n257</w:t>
            </w:r>
            <w:r>
              <w:rPr>
                <w:rFonts w:cs="Arial"/>
                <w:lang w:eastAsia="zh-CN"/>
              </w:rPr>
              <w:t>G</w:t>
            </w:r>
          </w:p>
          <w:p w14:paraId="2E8BAD62" w14:textId="77777777" w:rsidR="001E6B6B" w:rsidRDefault="001E6B6B" w:rsidP="006B3BD2">
            <w:pPr>
              <w:pStyle w:val="TAC"/>
              <w:rPr>
                <w:rFonts w:cs="Arial"/>
                <w:lang w:eastAsia="zh-CN"/>
              </w:rPr>
            </w:pPr>
            <w:r>
              <w:rPr>
                <w:rFonts w:cs="Arial"/>
                <w:lang w:eastAsia="ja-JP"/>
              </w:rPr>
              <w:t>DC_1A-18A-41A_n257</w:t>
            </w:r>
            <w:r>
              <w:rPr>
                <w:rFonts w:cs="Arial"/>
                <w:lang w:eastAsia="zh-CN"/>
              </w:rPr>
              <w:t>H</w:t>
            </w:r>
          </w:p>
          <w:p w14:paraId="3F8753D4" w14:textId="77777777" w:rsidR="001E6B6B" w:rsidRDefault="001E6B6B" w:rsidP="006B3BD2">
            <w:pPr>
              <w:pStyle w:val="TAC"/>
              <w:rPr>
                <w:rFonts w:cs="Arial"/>
                <w:lang w:eastAsia="zh-CN"/>
              </w:rPr>
            </w:pPr>
            <w:r>
              <w:rPr>
                <w:rFonts w:cs="Arial"/>
                <w:lang w:eastAsia="ja-JP"/>
              </w:rPr>
              <w:t>DC_1A-18A-41A_n257</w:t>
            </w:r>
            <w:r>
              <w:rPr>
                <w:rFonts w:cs="Arial"/>
                <w:lang w:eastAsia="zh-CN"/>
              </w:rPr>
              <w:t>I</w:t>
            </w:r>
          </w:p>
          <w:p w14:paraId="45A7D3F1" w14:textId="77777777" w:rsidR="001E6B6B" w:rsidRDefault="001E6B6B" w:rsidP="006B3BD2">
            <w:pPr>
              <w:pStyle w:val="TAC"/>
              <w:rPr>
                <w:lang w:eastAsia="zh-CN"/>
              </w:rPr>
            </w:pPr>
            <w:r>
              <w:rPr>
                <w:rFonts w:cs="Arial"/>
                <w:lang w:eastAsia="ja-JP"/>
              </w:rPr>
              <w:t>DC_1A-18A-41</w:t>
            </w:r>
            <w:r>
              <w:rPr>
                <w:rFonts w:cs="Arial"/>
                <w:lang w:eastAsia="zh-CN"/>
              </w:rPr>
              <w:t>C</w:t>
            </w:r>
            <w:r>
              <w:rPr>
                <w:rFonts w:cs="Arial"/>
                <w:lang w:eastAsia="ja-JP"/>
              </w:rPr>
              <w:t>_n257</w:t>
            </w:r>
            <w:r>
              <w:rPr>
                <w:rFonts w:cs="Arial"/>
                <w:lang w:eastAsia="zh-CN"/>
              </w:rPr>
              <w:t>A</w:t>
            </w:r>
          </w:p>
          <w:p w14:paraId="527A9BEB" w14:textId="77777777" w:rsidR="001E6B6B" w:rsidRDefault="001E6B6B" w:rsidP="006B3BD2">
            <w:pPr>
              <w:pStyle w:val="TAC"/>
              <w:rPr>
                <w:rFonts w:cs="Arial"/>
                <w:lang w:eastAsia="zh-CN"/>
              </w:rPr>
            </w:pPr>
            <w:r>
              <w:rPr>
                <w:rFonts w:cs="Arial"/>
                <w:lang w:eastAsia="ja-JP"/>
              </w:rPr>
              <w:t>DC_1A-18A-41</w:t>
            </w:r>
            <w:r>
              <w:rPr>
                <w:rFonts w:cs="Arial"/>
                <w:lang w:eastAsia="zh-CN"/>
              </w:rPr>
              <w:t>C</w:t>
            </w:r>
            <w:r>
              <w:rPr>
                <w:rFonts w:cs="Arial"/>
                <w:lang w:eastAsia="ja-JP"/>
              </w:rPr>
              <w:t>_n257</w:t>
            </w:r>
            <w:r>
              <w:rPr>
                <w:rFonts w:cs="Arial"/>
                <w:lang w:eastAsia="zh-CN"/>
              </w:rPr>
              <w:t>G</w:t>
            </w:r>
          </w:p>
          <w:p w14:paraId="44BC5845" w14:textId="77777777" w:rsidR="001E6B6B" w:rsidRDefault="001E6B6B" w:rsidP="006B3BD2">
            <w:pPr>
              <w:pStyle w:val="TAC"/>
              <w:rPr>
                <w:rFonts w:cs="Arial"/>
                <w:lang w:eastAsia="zh-CN"/>
              </w:rPr>
            </w:pPr>
            <w:r>
              <w:rPr>
                <w:rFonts w:cs="Arial"/>
                <w:lang w:eastAsia="ja-JP"/>
              </w:rPr>
              <w:t>DC_1A-18A-41</w:t>
            </w:r>
            <w:r>
              <w:rPr>
                <w:rFonts w:cs="Arial"/>
                <w:lang w:eastAsia="zh-CN"/>
              </w:rPr>
              <w:t>C</w:t>
            </w:r>
            <w:r>
              <w:rPr>
                <w:rFonts w:cs="Arial"/>
                <w:lang w:eastAsia="ja-JP"/>
              </w:rPr>
              <w:t>_n257</w:t>
            </w:r>
            <w:r>
              <w:rPr>
                <w:rFonts w:cs="Arial"/>
                <w:lang w:eastAsia="zh-CN"/>
              </w:rPr>
              <w:t>H</w:t>
            </w:r>
          </w:p>
          <w:p w14:paraId="08931700" w14:textId="77777777" w:rsidR="001E6B6B" w:rsidRPr="001F078B" w:rsidRDefault="001E6B6B" w:rsidP="006B3BD2">
            <w:pPr>
              <w:pStyle w:val="TAC"/>
            </w:pPr>
            <w:r>
              <w:rPr>
                <w:rFonts w:cs="Arial"/>
                <w:lang w:eastAsia="ja-JP"/>
              </w:rPr>
              <w:t>DC_1A-18A-41</w:t>
            </w:r>
            <w:r>
              <w:rPr>
                <w:rFonts w:cs="Arial"/>
                <w:lang w:eastAsia="zh-CN"/>
              </w:rPr>
              <w:t>C</w:t>
            </w:r>
            <w:r>
              <w:rPr>
                <w:rFonts w:cs="Arial"/>
                <w:lang w:eastAsia="ja-JP"/>
              </w:rPr>
              <w:t>_n257</w:t>
            </w:r>
            <w:r>
              <w:rPr>
                <w:rFonts w:cs="Arial"/>
                <w:lang w:eastAsia="zh-CN"/>
              </w:rPr>
              <w:t>I</w:t>
            </w:r>
          </w:p>
        </w:tc>
        <w:tc>
          <w:tcPr>
            <w:tcW w:w="4815" w:type="dxa"/>
            <w:tcMar>
              <w:top w:w="28" w:type="dxa"/>
              <w:left w:w="28" w:type="dxa"/>
              <w:bottom w:w="28" w:type="dxa"/>
              <w:right w:w="28" w:type="dxa"/>
            </w:tcMar>
          </w:tcPr>
          <w:p w14:paraId="0DE61CDE" w14:textId="77777777" w:rsidR="001E6B6B" w:rsidRDefault="001E6B6B" w:rsidP="006B3BD2">
            <w:pPr>
              <w:pStyle w:val="TAC"/>
              <w:rPr>
                <w:lang w:eastAsia="zh-CN"/>
              </w:rPr>
            </w:pPr>
            <w:r>
              <w:rPr>
                <w:lang w:eastAsia="ja-JP"/>
              </w:rPr>
              <w:t>DC_</w:t>
            </w:r>
            <w:r>
              <w:rPr>
                <w:lang w:eastAsia="zh-CN"/>
              </w:rPr>
              <w:t>1</w:t>
            </w:r>
            <w:r>
              <w:rPr>
                <w:lang w:eastAsia="ja-JP"/>
              </w:rPr>
              <w:t>A_n257A</w:t>
            </w:r>
          </w:p>
          <w:p w14:paraId="4FEE1729" w14:textId="77777777" w:rsidR="001E6B6B" w:rsidRDefault="001E6B6B" w:rsidP="006B3BD2">
            <w:pPr>
              <w:pStyle w:val="TAC"/>
              <w:rPr>
                <w:lang w:eastAsia="zh-CN"/>
              </w:rPr>
            </w:pPr>
            <w:r>
              <w:rPr>
                <w:lang w:eastAsia="ja-JP"/>
              </w:rPr>
              <w:t>DC_</w:t>
            </w:r>
            <w:r>
              <w:rPr>
                <w:lang w:eastAsia="zh-CN"/>
              </w:rPr>
              <w:t>1</w:t>
            </w:r>
            <w:r>
              <w:rPr>
                <w:lang w:eastAsia="ja-JP"/>
              </w:rPr>
              <w:t>A_n257</w:t>
            </w:r>
            <w:r>
              <w:rPr>
                <w:lang w:eastAsia="zh-CN"/>
              </w:rPr>
              <w:t>G</w:t>
            </w:r>
          </w:p>
          <w:p w14:paraId="7BFB67AB" w14:textId="77777777" w:rsidR="001E6B6B" w:rsidRDefault="001E6B6B" w:rsidP="006B3BD2">
            <w:pPr>
              <w:pStyle w:val="TAC"/>
              <w:rPr>
                <w:lang w:eastAsia="zh-CN"/>
              </w:rPr>
            </w:pPr>
            <w:r>
              <w:rPr>
                <w:lang w:eastAsia="ja-JP"/>
              </w:rPr>
              <w:t>DC_</w:t>
            </w:r>
            <w:r>
              <w:rPr>
                <w:lang w:eastAsia="zh-CN"/>
              </w:rPr>
              <w:t>1</w:t>
            </w:r>
            <w:r>
              <w:rPr>
                <w:lang w:eastAsia="ja-JP"/>
              </w:rPr>
              <w:t>A_n257</w:t>
            </w:r>
            <w:r>
              <w:rPr>
                <w:lang w:eastAsia="zh-CN"/>
              </w:rPr>
              <w:t>H</w:t>
            </w:r>
          </w:p>
          <w:p w14:paraId="76C4FAE9" w14:textId="0CF7BB51" w:rsidR="001E6B6B" w:rsidRDefault="001E6B6B" w:rsidP="006B3BD2">
            <w:pPr>
              <w:pStyle w:val="TAC"/>
              <w:rPr>
                <w:lang w:eastAsia="zh-CN"/>
              </w:rPr>
            </w:pPr>
            <w:r>
              <w:rPr>
                <w:lang w:eastAsia="ja-JP"/>
              </w:rPr>
              <w:t>DC_</w:t>
            </w:r>
            <w:r>
              <w:rPr>
                <w:lang w:eastAsia="zh-CN"/>
              </w:rPr>
              <w:t>1</w:t>
            </w:r>
            <w:r>
              <w:rPr>
                <w:lang w:eastAsia="ja-JP"/>
              </w:rPr>
              <w:t>A_n257</w:t>
            </w:r>
            <w:r>
              <w:rPr>
                <w:lang w:eastAsia="zh-CN"/>
              </w:rPr>
              <w:t>I</w:t>
            </w:r>
          </w:p>
          <w:p w14:paraId="7DDABD25" w14:textId="77777777" w:rsidR="001E6B6B" w:rsidRDefault="001E6B6B" w:rsidP="006B3BD2">
            <w:pPr>
              <w:pStyle w:val="TAC"/>
              <w:rPr>
                <w:lang w:eastAsia="zh-CN"/>
              </w:rPr>
            </w:pPr>
            <w:r>
              <w:rPr>
                <w:lang w:eastAsia="ja-JP"/>
              </w:rPr>
              <w:t>DC_1</w:t>
            </w:r>
            <w:r>
              <w:rPr>
                <w:lang w:eastAsia="zh-CN"/>
              </w:rPr>
              <w:t>8</w:t>
            </w:r>
            <w:r>
              <w:rPr>
                <w:lang w:eastAsia="ja-JP"/>
              </w:rPr>
              <w:t>A_n257A</w:t>
            </w:r>
          </w:p>
          <w:p w14:paraId="4B972210" w14:textId="77777777" w:rsidR="001E6B6B" w:rsidRDefault="001E6B6B" w:rsidP="006B3BD2">
            <w:pPr>
              <w:pStyle w:val="TAC"/>
              <w:rPr>
                <w:lang w:eastAsia="zh-CN"/>
              </w:rPr>
            </w:pPr>
            <w:r>
              <w:rPr>
                <w:lang w:eastAsia="ja-JP"/>
              </w:rPr>
              <w:t>DC_1</w:t>
            </w:r>
            <w:r>
              <w:rPr>
                <w:lang w:eastAsia="zh-CN"/>
              </w:rPr>
              <w:t>8</w:t>
            </w:r>
            <w:r>
              <w:rPr>
                <w:lang w:eastAsia="ja-JP"/>
              </w:rPr>
              <w:t>A_n257</w:t>
            </w:r>
            <w:r>
              <w:rPr>
                <w:lang w:eastAsia="zh-CN"/>
              </w:rPr>
              <w:t>G</w:t>
            </w:r>
          </w:p>
          <w:p w14:paraId="00028FC4" w14:textId="77777777" w:rsidR="001E6B6B" w:rsidRDefault="001E6B6B" w:rsidP="006B3BD2">
            <w:pPr>
              <w:pStyle w:val="TAC"/>
              <w:rPr>
                <w:lang w:eastAsia="zh-CN"/>
              </w:rPr>
            </w:pPr>
            <w:r>
              <w:rPr>
                <w:lang w:eastAsia="ja-JP"/>
              </w:rPr>
              <w:t>DC_1</w:t>
            </w:r>
            <w:r>
              <w:rPr>
                <w:lang w:eastAsia="zh-CN"/>
              </w:rPr>
              <w:t>8</w:t>
            </w:r>
            <w:r>
              <w:rPr>
                <w:lang w:eastAsia="ja-JP"/>
              </w:rPr>
              <w:t>A_n257</w:t>
            </w:r>
            <w:r>
              <w:rPr>
                <w:lang w:eastAsia="zh-CN"/>
              </w:rPr>
              <w:t>H</w:t>
            </w:r>
          </w:p>
          <w:p w14:paraId="7D51FE68" w14:textId="77777777" w:rsidR="001E6B6B" w:rsidRDefault="001E6B6B" w:rsidP="006B3BD2">
            <w:pPr>
              <w:pStyle w:val="TAC"/>
              <w:rPr>
                <w:lang w:eastAsia="zh-CN"/>
              </w:rPr>
            </w:pPr>
            <w:r>
              <w:rPr>
                <w:lang w:eastAsia="ja-JP"/>
              </w:rPr>
              <w:t>DC_</w:t>
            </w:r>
            <w:r>
              <w:rPr>
                <w:lang w:eastAsia="zh-CN"/>
              </w:rPr>
              <w:t>18</w:t>
            </w:r>
            <w:r>
              <w:rPr>
                <w:lang w:eastAsia="ja-JP"/>
              </w:rPr>
              <w:t>A_n257</w:t>
            </w:r>
            <w:r>
              <w:rPr>
                <w:lang w:eastAsia="zh-CN"/>
              </w:rPr>
              <w:t>I</w:t>
            </w:r>
          </w:p>
          <w:p w14:paraId="4D99E26E" w14:textId="77777777" w:rsidR="001E6B6B" w:rsidRDefault="001E6B6B" w:rsidP="006B3BD2">
            <w:pPr>
              <w:pStyle w:val="TAC"/>
              <w:rPr>
                <w:lang w:eastAsia="zh-CN"/>
              </w:rPr>
            </w:pPr>
            <w:r>
              <w:rPr>
                <w:lang w:eastAsia="ja-JP"/>
              </w:rPr>
              <w:t>DC_</w:t>
            </w:r>
            <w:r>
              <w:rPr>
                <w:lang w:eastAsia="zh-CN"/>
              </w:rPr>
              <w:t>41</w:t>
            </w:r>
            <w:r>
              <w:rPr>
                <w:lang w:eastAsia="ja-JP"/>
              </w:rPr>
              <w:t>A_n257A</w:t>
            </w:r>
          </w:p>
          <w:p w14:paraId="239066F6" w14:textId="77777777" w:rsidR="001E6B6B" w:rsidRDefault="001E6B6B" w:rsidP="006B3BD2">
            <w:pPr>
              <w:pStyle w:val="TAC"/>
              <w:rPr>
                <w:lang w:eastAsia="zh-CN"/>
              </w:rPr>
            </w:pPr>
            <w:r>
              <w:rPr>
                <w:lang w:eastAsia="ja-JP"/>
              </w:rPr>
              <w:t>DC_</w:t>
            </w:r>
            <w:r>
              <w:rPr>
                <w:lang w:eastAsia="zh-CN"/>
              </w:rPr>
              <w:t>41</w:t>
            </w:r>
            <w:r>
              <w:rPr>
                <w:lang w:eastAsia="ja-JP"/>
              </w:rPr>
              <w:t>A_n257</w:t>
            </w:r>
            <w:r>
              <w:rPr>
                <w:lang w:eastAsia="zh-CN"/>
              </w:rPr>
              <w:t>G</w:t>
            </w:r>
          </w:p>
          <w:p w14:paraId="75CAAC67" w14:textId="77777777" w:rsidR="001E6B6B" w:rsidRDefault="001E6B6B" w:rsidP="006B3BD2">
            <w:pPr>
              <w:pStyle w:val="TAC"/>
              <w:rPr>
                <w:lang w:eastAsia="zh-CN"/>
              </w:rPr>
            </w:pPr>
            <w:r>
              <w:rPr>
                <w:lang w:eastAsia="ja-JP"/>
              </w:rPr>
              <w:t>DC_</w:t>
            </w:r>
            <w:r>
              <w:rPr>
                <w:lang w:eastAsia="zh-CN"/>
              </w:rPr>
              <w:t>41</w:t>
            </w:r>
            <w:r>
              <w:rPr>
                <w:lang w:eastAsia="ja-JP"/>
              </w:rPr>
              <w:t>A_n257</w:t>
            </w:r>
            <w:r>
              <w:rPr>
                <w:lang w:eastAsia="zh-CN"/>
              </w:rPr>
              <w:t>H</w:t>
            </w:r>
          </w:p>
          <w:p w14:paraId="7B44DEBB" w14:textId="77777777" w:rsidR="001E6B6B" w:rsidRDefault="001E6B6B" w:rsidP="006B3BD2">
            <w:pPr>
              <w:pStyle w:val="TAC"/>
              <w:rPr>
                <w:lang w:eastAsia="zh-CN"/>
              </w:rPr>
            </w:pPr>
            <w:r>
              <w:rPr>
                <w:lang w:eastAsia="ja-JP"/>
              </w:rPr>
              <w:t>DC_</w:t>
            </w:r>
            <w:r>
              <w:rPr>
                <w:lang w:eastAsia="zh-CN"/>
              </w:rPr>
              <w:t>41</w:t>
            </w:r>
            <w:r>
              <w:rPr>
                <w:lang w:eastAsia="ja-JP"/>
              </w:rPr>
              <w:t>A_n257</w:t>
            </w:r>
            <w:r>
              <w:rPr>
                <w:lang w:eastAsia="zh-CN"/>
              </w:rPr>
              <w:t>I</w:t>
            </w:r>
          </w:p>
          <w:p w14:paraId="1C219AC1" w14:textId="77777777" w:rsidR="001E6B6B" w:rsidRDefault="001E6B6B" w:rsidP="006B3BD2">
            <w:pPr>
              <w:pStyle w:val="TAC"/>
              <w:rPr>
                <w:lang w:eastAsia="zh-CN"/>
              </w:rPr>
            </w:pPr>
            <w:r>
              <w:rPr>
                <w:lang w:eastAsia="ja-JP"/>
              </w:rPr>
              <w:t>DC_</w:t>
            </w:r>
            <w:r>
              <w:rPr>
                <w:lang w:eastAsia="zh-CN"/>
              </w:rPr>
              <w:t>41C</w:t>
            </w:r>
            <w:r>
              <w:rPr>
                <w:lang w:eastAsia="ja-JP"/>
              </w:rPr>
              <w:t>_n257A</w:t>
            </w:r>
          </w:p>
          <w:p w14:paraId="503AAA77" w14:textId="77777777" w:rsidR="001E6B6B" w:rsidRDefault="001E6B6B" w:rsidP="006B3BD2">
            <w:pPr>
              <w:pStyle w:val="TAC"/>
              <w:rPr>
                <w:lang w:eastAsia="zh-CN"/>
              </w:rPr>
            </w:pPr>
            <w:r>
              <w:rPr>
                <w:lang w:eastAsia="ja-JP"/>
              </w:rPr>
              <w:t>DC_</w:t>
            </w:r>
            <w:r>
              <w:rPr>
                <w:lang w:eastAsia="zh-CN"/>
              </w:rPr>
              <w:t>41C</w:t>
            </w:r>
            <w:r>
              <w:rPr>
                <w:lang w:eastAsia="ja-JP"/>
              </w:rPr>
              <w:t>_n257</w:t>
            </w:r>
            <w:r>
              <w:rPr>
                <w:lang w:eastAsia="zh-CN"/>
              </w:rPr>
              <w:t>G</w:t>
            </w:r>
          </w:p>
          <w:p w14:paraId="75AA7497" w14:textId="77777777" w:rsidR="001E6B6B" w:rsidRDefault="001E6B6B" w:rsidP="006B3BD2">
            <w:pPr>
              <w:pStyle w:val="TAC"/>
              <w:rPr>
                <w:lang w:eastAsia="zh-CN"/>
              </w:rPr>
            </w:pPr>
            <w:r>
              <w:rPr>
                <w:lang w:eastAsia="ja-JP"/>
              </w:rPr>
              <w:t>DC_</w:t>
            </w:r>
            <w:r>
              <w:rPr>
                <w:lang w:eastAsia="zh-CN"/>
              </w:rPr>
              <w:t>41C</w:t>
            </w:r>
            <w:r>
              <w:rPr>
                <w:lang w:eastAsia="ja-JP"/>
              </w:rPr>
              <w:t>_n257</w:t>
            </w:r>
            <w:r>
              <w:rPr>
                <w:lang w:eastAsia="zh-CN"/>
              </w:rPr>
              <w:t>H</w:t>
            </w:r>
          </w:p>
          <w:p w14:paraId="2747AB22" w14:textId="77777777" w:rsidR="001E6B6B" w:rsidRPr="001F078B" w:rsidRDefault="001E6B6B" w:rsidP="006B3BD2">
            <w:pPr>
              <w:pStyle w:val="TAC"/>
              <w:rPr>
                <w:rFonts w:cs="Arial"/>
                <w:lang w:eastAsia="ja-JP"/>
              </w:rPr>
            </w:pPr>
            <w:r>
              <w:rPr>
                <w:lang w:eastAsia="ja-JP"/>
              </w:rPr>
              <w:t>DC_</w:t>
            </w:r>
            <w:r>
              <w:rPr>
                <w:lang w:eastAsia="zh-CN"/>
              </w:rPr>
              <w:t>41C</w:t>
            </w:r>
            <w:r>
              <w:rPr>
                <w:lang w:eastAsia="ja-JP"/>
              </w:rPr>
              <w:t>_n257</w:t>
            </w:r>
            <w:r>
              <w:rPr>
                <w:lang w:eastAsia="zh-CN"/>
              </w:rPr>
              <w:t>I</w:t>
            </w:r>
          </w:p>
        </w:tc>
      </w:tr>
      <w:tr w:rsidR="001E6B6B" w:rsidRPr="00AA54EC" w14:paraId="62B3FC2C" w14:textId="77777777" w:rsidTr="006B3BD2">
        <w:trPr>
          <w:trHeight w:val="187"/>
          <w:jc w:val="center"/>
        </w:trPr>
        <w:tc>
          <w:tcPr>
            <w:tcW w:w="4814" w:type="dxa"/>
            <w:shd w:val="clear" w:color="auto" w:fill="auto"/>
            <w:noWrap/>
            <w:tcMar>
              <w:top w:w="28" w:type="dxa"/>
              <w:left w:w="28" w:type="dxa"/>
              <w:bottom w:w="28" w:type="dxa"/>
              <w:right w:w="28" w:type="dxa"/>
            </w:tcMar>
          </w:tcPr>
          <w:p w14:paraId="6FB31A5A" w14:textId="77777777" w:rsidR="001E6B6B" w:rsidRPr="001F078B" w:rsidRDefault="001E6B6B" w:rsidP="006B3BD2">
            <w:pPr>
              <w:pStyle w:val="TAC"/>
              <w:rPr>
                <w:lang w:eastAsia="ja-JP"/>
              </w:rPr>
            </w:pPr>
            <w:r w:rsidRPr="001F078B">
              <w:rPr>
                <w:rFonts w:cs="Arial"/>
                <w:lang w:eastAsia="ja-JP"/>
              </w:rPr>
              <w:lastRenderedPageBreak/>
              <w:t>DC_1A-18A-42A_n257A</w:t>
            </w:r>
          </w:p>
          <w:p w14:paraId="4506D0A0" w14:textId="77777777" w:rsidR="001E6B6B" w:rsidRPr="001F078B" w:rsidRDefault="001E6B6B" w:rsidP="006B3BD2">
            <w:pPr>
              <w:pStyle w:val="TAC"/>
              <w:rPr>
                <w:rFonts w:eastAsia="MS Mincho" w:cs="Arial"/>
                <w:lang w:eastAsia="ja-JP"/>
              </w:rPr>
            </w:pPr>
            <w:r w:rsidRPr="001F078B">
              <w:rPr>
                <w:rFonts w:eastAsia="MS Mincho" w:cs="Arial"/>
                <w:lang w:eastAsia="ja-JP"/>
              </w:rPr>
              <w:t>DC_1A-18A-42A_n257D</w:t>
            </w:r>
          </w:p>
          <w:p w14:paraId="317E738D" w14:textId="77777777" w:rsidR="001E6B6B" w:rsidRPr="001F078B" w:rsidRDefault="001E6B6B" w:rsidP="006B3BD2">
            <w:pPr>
              <w:pStyle w:val="TAC"/>
              <w:rPr>
                <w:rFonts w:eastAsia="MS Mincho" w:cs="Arial"/>
                <w:lang w:eastAsia="ja-JP"/>
              </w:rPr>
            </w:pPr>
            <w:r w:rsidRPr="001F078B">
              <w:rPr>
                <w:rFonts w:eastAsia="MS Mincho" w:cs="Arial"/>
                <w:lang w:eastAsia="ja-JP"/>
              </w:rPr>
              <w:t>DC_1A-18A-42A_n257E</w:t>
            </w:r>
          </w:p>
          <w:p w14:paraId="5B23B180" w14:textId="77777777" w:rsidR="001E6B6B" w:rsidRPr="001F078B" w:rsidRDefault="001E6B6B" w:rsidP="006B3BD2">
            <w:pPr>
              <w:pStyle w:val="TAC"/>
              <w:rPr>
                <w:lang w:eastAsia="ja-JP"/>
              </w:rPr>
            </w:pPr>
            <w:r w:rsidRPr="001F078B">
              <w:rPr>
                <w:rFonts w:cs="Arial"/>
                <w:lang w:eastAsia="ja-JP"/>
              </w:rPr>
              <w:t>DC_1A-18A-42A_n257F</w:t>
            </w:r>
          </w:p>
          <w:p w14:paraId="035D6E12" w14:textId="77777777" w:rsidR="001E6B6B" w:rsidRPr="001F078B" w:rsidRDefault="001E6B6B" w:rsidP="006B3BD2">
            <w:pPr>
              <w:pStyle w:val="TAC"/>
              <w:rPr>
                <w:rFonts w:eastAsia="MS Mincho" w:cs="Arial"/>
                <w:lang w:eastAsia="ja-JP"/>
              </w:rPr>
            </w:pPr>
            <w:r w:rsidRPr="001F078B">
              <w:rPr>
                <w:rFonts w:eastAsia="MS Mincho" w:cs="Arial"/>
                <w:lang w:eastAsia="ja-JP"/>
              </w:rPr>
              <w:t>DC_1A-18A-42A_n257G</w:t>
            </w:r>
          </w:p>
          <w:p w14:paraId="3254519A" w14:textId="77777777" w:rsidR="001E6B6B" w:rsidRPr="001F078B" w:rsidRDefault="001E6B6B" w:rsidP="006B3BD2">
            <w:pPr>
              <w:pStyle w:val="TAC"/>
              <w:rPr>
                <w:rFonts w:eastAsia="MS Mincho" w:cs="Arial"/>
                <w:lang w:eastAsia="ja-JP"/>
              </w:rPr>
            </w:pPr>
            <w:r w:rsidRPr="001F078B">
              <w:rPr>
                <w:rFonts w:eastAsia="MS Mincho" w:cs="Arial"/>
                <w:lang w:eastAsia="ja-JP"/>
              </w:rPr>
              <w:t>DC_1A-18A-42A_n257H</w:t>
            </w:r>
          </w:p>
          <w:p w14:paraId="67CB4919" w14:textId="77777777" w:rsidR="001E6B6B" w:rsidRPr="001F078B" w:rsidRDefault="001E6B6B" w:rsidP="006B3BD2">
            <w:pPr>
              <w:pStyle w:val="TAC"/>
              <w:rPr>
                <w:rFonts w:eastAsia="MS Mincho" w:cs="Arial"/>
                <w:lang w:eastAsia="ja-JP"/>
              </w:rPr>
            </w:pPr>
            <w:r w:rsidRPr="001F078B">
              <w:rPr>
                <w:rFonts w:eastAsia="MS Mincho" w:cs="Arial"/>
                <w:lang w:eastAsia="ja-JP"/>
              </w:rPr>
              <w:t>DC_1A-18A-42A_n257I</w:t>
            </w:r>
          </w:p>
          <w:p w14:paraId="7CC04135" w14:textId="77777777" w:rsidR="001E6B6B" w:rsidRPr="001F078B" w:rsidRDefault="001E6B6B" w:rsidP="006B3BD2">
            <w:pPr>
              <w:pStyle w:val="TAC"/>
              <w:rPr>
                <w:rFonts w:eastAsia="MS Mincho" w:cs="Arial"/>
                <w:lang w:eastAsia="ja-JP"/>
              </w:rPr>
            </w:pPr>
            <w:r w:rsidRPr="001F078B">
              <w:rPr>
                <w:rFonts w:eastAsia="MS Mincho" w:cs="Arial"/>
                <w:lang w:eastAsia="ja-JP"/>
              </w:rPr>
              <w:t>DC_1A-18A-42A_n257J</w:t>
            </w:r>
          </w:p>
          <w:p w14:paraId="76929B7E" w14:textId="77777777" w:rsidR="001E6B6B" w:rsidRPr="001F078B" w:rsidRDefault="001E6B6B" w:rsidP="006B3BD2">
            <w:pPr>
              <w:pStyle w:val="TAC"/>
              <w:rPr>
                <w:rFonts w:eastAsia="MS Mincho" w:cs="Arial"/>
                <w:lang w:eastAsia="ja-JP"/>
              </w:rPr>
            </w:pPr>
            <w:r w:rsidRPr="001F078B">
              <w:rPr>
                <w:rFonts w:eastAsia="MS Mincho" w:cs="Arial"/>
                <w:lang w:eastAsia="ja-JP"/>
              </w:rPr>
              <w:t>DC_1A-18A-42A_n257K</w:t>
            </w:r>
          </w:p>
          <w:p w14:paraId="716419BF" w14:textId="77777777" w:rsidR="001E6B6B" w:rsidRPr="001F078B" w:rsidRDefault="001E6B6B" w:rsidP="006B3BD2">
            <w:pPr>
              <w:pStyle w:val="TAC"/>
              <w:rPr>
                <w:rFonts w:eastAsia="MS Mincho" w:cs="Arial"/>
                <w:lang w:eastAsia="ja-JP"/>
              </w:rPr>
            </w:pPr>
            <w:r w:rsidRPr="001F078B">
              <w:rPr>
                <w:rFonts w:eastAsia="MS Mincho" w:cs="Arial"/>
                <w:lang w:eastAsia="ja-JP"/>
              </w:rPr>
              <w:t>DC_1A-18A-42A_n257L</w:t>
            </w:r>
          </w:p>
          <w:p w14:paraId="283CA0A9" w14:textId="77777777" w:rsidR="001E6B6B" w:rsidRPr="001F078B" w:rsidRDefault="001E6B6B" w:rsidP="006B3BD2">
            <w:pPr>
              <w:pStyle w:val="TAC"/>
              <w:rPr>
                <w:rFonts w:cs="Arial"/>
                <w:lang w:eastAsia="ja-JP"/>
              </w:rPr>
            </w:pPr>
            <w:r w:rsidRPr="001F078B">
              <w:rPr>
                <w:rFonts w:cs="Arial"/>
                <w:lang w:eastAsia="ja-JP"/>
              </w:rPr>
              <w:t>DC_1A-18A-42A_n257M</w:t>
            </w:r>
          </w:p>
          <w:p w14:paraId="38EC3901" w14:textId="77777777" w:rsidR="001E6B6B" w:rsidRPr="001F078B" w:rsidRDefault="001E6B6B" w:rsidP="006B3BD2">
            <w:pPr>
              <w:pStyle w:val="TAC"/>
              <w:rPr>
                <w:lang w:eastAsia="ja-JP"/>
              </w:rPr>
            </w:pPr>
            <w:r w:rsidRPr="001F078B">
              <w:rPr>
                <w:rFonts w:cs="Arial"/>
                <w:lang w:eastAsia="ja-JP"/>
              </w:rPr>
              <w:t>DC_1A-18A-42C_n257A</w:t>
            </w:r>
          </w:p>
          <w:p w14:paraId="5953AB63" w14:textId="77777777" w:rsidR="001E6B6B" w:rsidRPr="001F078B" w:rsidRDefault="001E6B6B" w:rsidP="006B3BD2">
            <w:pPr>
              <w:pStyle w:val="TAC"/>
              <w:rPr>
                <w:rFonts w:eastAsia="MS Mincho" w:cs="Arial"/>
                <w:lang w:eastAsia="ja-JP"/>
              </w:rPr>
            </w:pPr>
            <w:r w:rsidRPr="001F078B">
              <w:rPr>
                <w:rFonts w:eastAsia="MS Mincho" w:cs="Arial"/>
                <w:lang w:eastAsia="ja-JP"/>
              </w:rPr>
              <w:t>DC_1A-18A-42C_n257D</w:t>
            </w:r>
          </w:p>
          <w:p w14:paraId="79E2CE80" w14:textId="77777777" w:rsidR="001E6B6B" w:rsidRPr="001F078B" w:rsidRDefault="001E6B6B" w:rsidP="006B3BD2">
            <w:pPr>
              <w:pStyle w:val="TAC"/>
              <w:rPr>
                <w:rFonts w:eastAsia="MS Mincho" w:cs="Arial"/>
                <w:lang w:eastAsia="ja-JP"/>
              </w:rPr>
            </w:pPr>
            <w:r w:rsidRPr="001F078B">
              <w:rPr>
                <w:rFonts w:eastAsia="MS Mincho" w:cs="Arial"/>
                <w:lang w:eastAsia="ja-JP"/>
              </w:rPr>
              <w:t>DC_1A-18A-42C_n257E</w:t>
            </w:r>
          </w:p>
          <w:p w14:paraId="0D190707" w14:textId="77777777" w:rsidR="001E6B6B" w:rsidRPr="001F078B" w:rsidRDefault="001E6B6B" w:rsidP="006B3BD2">
            <w:pPr>
              <w:pStyle w:val="TAC"/>
              <w:rPr>
                <w:rFonts w:cs="Arial"/>
                <w:lang w:eastAsia="ja-JP"/>
              </w:rPr>
            </w:pPr>
            <w:r w:rsidRPr="001F078B">
              <w:rPr>
                <w:rFonts w:cs="Arial"/>
                <w:lang w:eastAsia="ja-JP"/>
              </w:rPr>
              <w:t>DC_1A-18A-42C_n257F</w:t>
            </w:r>
          </w:p>
          <w:p w14:paraId="142F5B35" w14:textId="77777777" w:rsidR="001E6B6B" w:rsidRPr="001F078B" w:rsidRDefault="001E6B6B" w:rsidP="006B3BD2">
            <w:pPr>
              <w:pStyle w:val="TAC"/>
              <w:rPr>
                <w:rFonts w:eastAsia="MS Mincho" w:cs="Arial"/>
                <w:lang w:eastAsia="ja-JP"/>
              </w:rPr>
            </w:pPr>
            <w:r w:rsidRPr="001F078B">
              <w:rPr>
                <w:rFonts w:eastAsia="MS Mincho" w:cs="Arial"/>
                <w:lang w:eastAsia="ja-JP"/>
              </w:rPr>
              <w:t>DC_1A-18A-42C_n257G</w:t>
            </w:r>
          </w:p>
          <w:p w14:paraId="77CAB48D" w14:textId="77777777" w:rsidR="001E6B6B" w:rsidRPr="001F078B" w:rsidRDefault="001E6B6B" w:rsidP="006B3BD2">
            <w:pPr>
              <w:pStyle w:val="TAC"/>
              <w:rPr>
                <w:rFonts w:eastAsia="MS Mincho" w:cs="Arial"/>
                <w:lang w:eastAsia="ja-JP"/>
              </w:rPr>
            </w:pPr>
            <w:r w:rsidRPr="001F078B">
              <w:rPr>
                <w:rFonts w:eastAsia="MS Mincho" w:cs="Arial"/>
                <w:lang w:eastAsia="ja-JP"/>
              </w:rPr>
              <w:t>DC_1A-18A-42C_n257H</w:t>
            </w:r>
          </w:p>
          <w:p w14:paraId="367D7D2F" w14:textId="77777777" w:rsidR="001E6B6B" w:rsidRPr="001F078B" w:rsidRDefault="001E6B6B" w:rsidP="006B3BD2">
            <w:pPr>
              <w:pStyle w:val="TAC"/>
              <w:rPr>
                <w:rFonts w:eastAsia="MS Mincho" w:cs="Arial"/>
                <w:lang w:eastAsia="ja-JP"/>
              </w:rPr>
            </w:pPr>
            <w:r w:rsidRPr="001F078B">
              <w:rPr>
                <w:rFonts w:eastAsia="MS Mincho" w:cs="Arial"/>
                <w:lang w:eastAsia="ja-JP"/>
              </w:rPr>
              <w:t>DC_1A-18A-42C_n257I</w:t>
            </w:r>
          </w:p>
          <w:p w14:paraId="07384693" w14:textId="77777777" w:rsidR="001E6B6B" w:rsidRPr="001F078B" w:rsidRDefault="001E6B6B" w:rsidP="006B3BD2">
            <w:pPr>
              <w:pStyle w:val="TAC"/>
              <w:rPr>
                <w:rFonts w:eastAsia="MS Mincho" w:cs="Arial"/>
                <w:lang w:eastAsia="ja-JP"/>
              </w:rPr>
            </w:pPr>
            <w:r w:rsidRPr="001F078B">
              <w:rPr>
                <w:rFonts w:eastAsia="MS Mincho" w:cs="Arial"/>
                <w:lang w:eastAsia="ja-JP"/>
              </w:rPr>
              <w:t>DC_1A-18A-42C_n257J</w:t>
            </w:r>
          </w:p>
          <w:p w14:paraId="14F8285B" w14:textId="77777777" w:rsidR="001E6B6B" w:rsidRPr="001F078B" w:rsidRDefault="001E6B6B" w:rsidP="006B3BD2">
            <w:pPr>
              <w:pStyle w:val="TAC"/>
              <w:rPr>
                <w:rFonts w:eastAsia="MS Mincho" w:cs="Arial"/>
                <w:lang w:eastAsia="ja-JP"/>
              </w:rPr>
            </w:pPr>
            <w:r w:rsidRPr="001F078B">
              <w:rPr>
                <w:rFonts w:eastAsia="MS Mincho" w:cs="Arial"/>
                <w:lang w:eastAsia="ja-JP"/>
              </w:rPr>
              <w:t>DC_1A-18A-42C_n257K</w:t>
            </w:r>
          </w:p>
          <w:p w14:paraId="0F30F252" w14:textId="77777777" w:rsidR="001E6B6B" w:rsidRPr="001F078B" w:rsidRDefault="001E6B6B" w:rsidP="006B3BD2">
            <w:pPr>
              <w:pStyle w:val="TAC"/>
              <w:rPr>
                <w:rFonts w:eastAsia="MS Mincho" w:cs="Arial"/>
                <w:lang w:eastAsia="ja-JP"/>
              </w:rPr>
            </w:pPr>
            <w:r w:rsidRPr="001F078B">
              <w:rPr>
                <w:rFonts w:eastAsia="MS Mincho" w:cs="Arial"/>
                <w:lang w:eastAsia="ja-JP"/>
              </w:rPr>
              <w:t>DC_1A-18A-42C_n257L</w:t>
            </w:r>
          </w:p>
          <w:p w14:paraId="63CCDD4C" w14:textId="77777777" w:rsidR="001E6B6B" w:rsidRPr="001F078B" w:rsidRDefault="001E6B6B" w:rsidP="006B3BD2">
            <w:pPr>
              <w:pStyle w:val="TAC"/>
              <w:rPr>
                <w:lang w:eastAsia="ja-JP"/>
              </w:rPr>
            </w:pPr>
            <w:r w:rsidRPr="001F078B">
              <w:rPr>
                <w:rFonts w:cs="Arial"/>
                <w:lang w:eastAsia="ja-JP"/>
              </w:rPr>
              <w:t>DC_1A-18A-42C_n257M</w:t>
            </w:r>
          </w:p>
        </w:tc>
        <w:tc>
          <w:tcPr>
            <w:tcW w:w="4815" w:type="dxa"/>
            <w:tcMar>
              <w:top w:w="28" w:type="dxa"/>
              <w:left w:w="28" w:type="dxa"/>
              <w:bottom w:w="28" w:type="dxa"/>
              <w:right w:w="28" w:type="dxa"/>
            </w:tcMar>
          </w:tcPr>
          <w:p w14:paraId="45529E93" w14:textId="77777777" w:rsidR="001E6B6B" w:rsidRDefault="001E6B6B" w:rsidP="006B3BD2">
            <w:pPr>
              <w:pStyle w:val="TAC"/>
              <w:rPr>
                <w:lang w:val="en-US" w:eastAsia="fi-FI"/>
              </w:rPr>
            </w:pPr>
            <w:r>
              <w:rPr>
                <w:lang w:val="en-US" w:eastAsia="fi-FI"/>
              </w:rPr>
              <w:t>DC_1A_</w:t>
            </w:r>
            <w:r>
              <w:rPr>
                <w:lang w:val="en-US" w:eastAsia="ja-JP"/>
              </w:rPr>
              <w:t>n257A</w:t>
            </w:r>
          </w:p>
          <w:p w14:paraId="0D9A51CF" w14:textId="77777777" w:rsidR="001E6B6B" w:rsidRDefault="001E6B6B" w:rsidP="006B3BD2">
            <w:pPr>
              <w:pStyle w:val="TAC"/>
              <w:rPr>
                <w:lang w:val="en-US" w:eastAsia="ja-JP"/>
              </w:rPr>
            </w:pPr>
            <w:r>
              <w:rPr>
                <w:lang w:val="en-US" w:eastAsia="fi-FI"/>
              </w:rPr>
              <w:t>DC_1A_</w:t>
            </w:r>
            <w:r>
              <w:rPr>
                <w:lang w:val="en-US" w:eastAsia="ja-JP"/>
              </w:rPr>
              <w:t>n257G</w:t>
            </w:r>
          </w:p>
          <w:p w14:paraId="744134F5" w14:textId="77777777" w:rsidR="001E6B6B" w:rsidRDefault="001E6B6B" w:rsidP="006B3BD2">
            <w:pPr>
              <w:pStyle w:val="TAC"/>
              <w:rPr>
                <w:lang w:val="en-US" w:eastAsia="ja-JP"/>
              </w:rPr>
            </w:pPr>
            <w:r>
              <w:rPr>
                <w:lang w:val="en-US" w:eastAsia="fi-FI"/>
              </w:rPr>
              <w:t>DC_1A_</w:t>
            </w:r>
            <w:r>
              <w:rPr>
                <w:lang w:val="en-US" w:eastAsia="ja-JP"/>
              </w:rPr>
              <w:t>n257H</w:t>
            </w:r>
          </w:p>
          <w:p w14:paraId="04999524" w14:textId="77777777" w:rsidR="001E6B6B" w:rsidRDefault="001E6B6B" w:rsidP="006B3BD2">
            <w:pPr>
              <w:pStyle w:val="TAC"/>
              <w:rPr>
                <w:lang w:val="en-US" w:eastAsia="ja-JP"/>
              </w:rPr>
            </w:pPr>
            <w:r>
              <w:rPr>
                <w:lang w:val="en-US" w:eastAsia="fi-FI"/>
              </w:rPr>
              <w:t>DC_1A_</w:t>
            </w:r>
            <w:r>
              <w:rPr>
                <w:lang w:val="en-US" w:eastAsia="ja-JP"/>
              </w:rPr>
              <w:t>n257I</w:t>
            </w:r>
          </w:p>
          <w:p w14:paraId="12FB3C8E" w14:textId="77777777" w:rsidR="001E6B6B" w:rsidRDefault="001E6B6B" w:rsidP="006B3BD2">
            <w:pPr>
              <w:pStyle w:val="TAC"/>
              <w:rPr>
                <w:lang w:val="en-US" w:eastAsia="ja-JP"/>
              </w:rPr>
            </w:pPr>
            <w:r>
              <w:rPr>
                <w:lang w:val="en-US" w:eastAsia="fi-FI"/>
              </w:rPr>
              <w:t>DC_</w:t>
            </w:r>
            <w:r>
              <w:rPr>
                <w:lang w:val="en-US" w:eastAsia="ja-JP"/>
              </w:rPr>
              <w:t>18</w:t>
            </w:r>
            <w:r>
              <w:rPr>
                <w:lang w:val="en-US" w:eastAsia="fi-FI"/>
              </w:rPr>
              <w:t>A_</w:t>
            </w:r>
            <w:r>
              <w:rPr>
                <w:lang w:val="en-US" w:eastAsia="ja-JP"/>
              </w:rPr>
              <w:t>n257</w:t>
            </w:r>
            <w:r>
              <w:rPr>
                <w:lang w:val="en-US" w:eastAsia="fi-FI"/>
              </w:rPr>
              <w:t>A</w:t>
            </w:r>
          </w:p>
          <w:p w14:paraId="4B4EC916" w14:textId="77777777" w:rsidR="001E6B6B" w:rsidRDefault="001E6B6B" w:rsidP="006B3BD2">
            <w:pPr>
              <w:pStyle w:val="TAC"/>
              <w:rPr>
                <w:lang w:val="en-US" w:eastAsia="ja-JP"/>
              </w:rPr>
            </w:pPr>
            <w:r>
              <w:rPr>
                <w:lang w:val="en-US" w:eastAsia="fi-FI"/>
              </w:rPr>
              <w:t>DC_</w:t>
            </w:r>
            <w:r>
              <w:rPr>
                <w:lang w:val="en-US" w:eastAsia="ja-JP"/>
              </w:rPr>
              <w:t>18</w:t>
            </w:r>
            <w:r>
              <w:rPr>
                <w:lang w:val="en-US" w:eastAsia="fi-FI"/>
              </w:rPr>
              <w:t>A_</w:t>
            </w:r>
            <w:r>
              <w:rPr>
                <w:lang w:val="en-US" w:eastAsia="ja-JP"/>
              </w:rPr>
              <w:t>n257</w:t>
            </w:r>
            <w:r>
              <w:rPr>
                <w:lang w:val="en-US" w:eastAsia="fi-FI"/>
              </w:rPr>
              <w:t>G</w:t>
            </w:r>
          </w:p>
          <w:p w14:paraId="28851EFF" w14:textId="77777777" w:rsidR="001E6B6B" w:rsidRDefault="001E6B6B" w:rsidP="006B3BD2">
            <w:pPr>
              <w:pStyle w:val="TAC"/>
              <w:rPr>
                <w:lang w:val="en-US" w:eastAsia="ja-JP"/>
              </w:rPr>
            </w:pPr>
            <w:r>
              <w:rPr>
                <w:lang w:val="en-US" w:eastAsia="fi-FI"/>
              </w:rPr>
              <w:t>DC_</w:t>
            </w:r>
            <w:r>
              <w:rPr>
                <w:lang w:val="en-US" w:eastAsia="ja-JP"/>
              </w:rPr>
              <w:t>18</w:t>
            </w:r>
            <w:r>
              <w:rPr>
                <w:lang w:val="en-US" w:eastAsia="fi-FI"/>
              </w:rPr>
              <w:t>A_</w:t>
            </w:r>
            <w:r>
              <w:rPr>
                <w:lang w:val="en-US" w:eastAsia="ja-JP"/>
              </w:rPr>
              <w:t>n257</w:t>
            </w:r>
            <w:r>
              <w:rPr>
                <w:lang w:val="en-US" w:eastAsia="fi-FI"/>
              </w:rPr>
              <w:t>H</w:t>
            </w:r>
          </w:p>
          <w:p w14:paraId="1602D37D" w14:textId="77777777" w:rsidR="001E6B6B" w:rsidRDefault="001E6B6B" w:rsidP="006B3BD2">
            <w:pPr>
              <w:pStyle w:val="TAC"/>
              <w:rPr>
                <w:lang w:val="en-US" w:eastAsia="ja-JP"/>
              </w:rPr>
            </w:pPr>
            <w:r>
              <w:rPr>
                <w:lang w:val="en-US" w:eastAsia="fi-FI"/>
              </w:rPr>
              <w:t>DC_</w:t>
            </w:r>
            <w:r>
              <w:rPr>
                <w:lang w:val="en-US" w:eastAsia="ja-JP"/>
              </w:rPr>
              <w:t>18</w:t>
            </w:r>
            <w:r>
              <w:rPr>
                <w:lang w:val="en-US" w:eastAsia="fi-FI"/>
              </w:rPr>
              <w:t>A_</w:t>
            </w:r>
            <w:r>
              <w:rPr>
                <w:lang w:val="en-US" w:eastAsia="ja-JP"/>
              </w:rPr>
              <w:t>n257</w:t>
            </w:r>
            <w:r>
              <w:rPr>
                <w:lang w:val="en-US" w:eastAsia="fi-FI"/>
              </w:rPr>
              <w:t>I</w:t>
            </w:r>
          </w:p>
          <w:p w14:paraId="05781464" w14:textId="08541BF9" w:rsidR="001E6B6B" w:rsidRDefault="001E6B6B" w:rsidP="006B3BD2">
            <w:pPr>
              <w:pStyle w:val="TAC"/>
              <w:rPr>
                <w:lang w:val="en-US" w:eastAsia="fi-FI"/>
              </w:rPr>
            </w:pPr>
            <w:r>
              <w:rPr>
                <w:lang w:val="en-US" w:eastAsia="fi-FI"/>
              </w:rPr>
              <w:t>DC_</w:t>
            </w:r>
            <w:r>
              <w:rPr>
                <w:lang w:val="en-US" w:eastAsia="ja-JP"/>
              </w:rPr>
              <w:t>42</w:t>
            </w:r>
            <w:r>
              <w:rPr>
                <w:lang w:val="en-US" w:eastAsia="fi-FI"/>
              </w:rPr>
              <w:t>A_</w:t>
            </w:r>
            <w:r>
              <w:rPr>
                <w:lang w:val="en-US" w:eastAsia="ja-JP"/>
              </w:rPr>
              <w:t>n257</w:t>
            </w:r>
            <w:r>
              <w:rPr>
                <w:lang w:val="en-US" w:eastAsia="fi-FI"/>
              </w:rPr>
              <w:t>A</w:t>
            </w:r>
          </w:p>
          <w:p w14:paraId="6AB2F9B9" w14:textId="1DC1C573" w:rsidR="001E6B6B" w:rsidRDefault="001E6B6B" w:rsidP="006B3BD2">
            <w:pPr>
              <w:pStyle w:val="TAC"/>
              <w:rPr>
                <w:lang w:val="en-US" w:eastAsia="fi-FI"/>
              </w:rPr>
            </w:pPr>
            <w:r>
              <w:rPr>
                <w:lang w:val="en-US" w:eastAsia="fi-FI"/>
              </w:rPr>
              <w:t>DC_</w:t>
            </w:r>
            <w:r>
              <w:rPr>
                <w:lang w:val="en-US" w:eastAsia="ja-JP"/>
              </w:rPr>
              <w:t>42</w:t>
            </w:r>
            <w:r>
              <w:rPr>
                <w:lang w:val="en-US" w:eastAsia="fi-FI"/>
              </w:rPr>
              <w:t>A_</w:t>
            </w:r>
            <w:r>
              <w:rPr>
                <w:lang w:val="en-US" w:eastAsia="ja-JP"/>
              </w:rPr>
              <w:t>n257</w:t>
            </w:r>
            <w:r>
              <w:rPr>
                <w:lang w:val="en-US" w:eastAsia="fi-FI"/>
              </w:rPr>
              <w:t>G</w:t>
            </w:r>
          </w:p>
          <w:p w14:paraId="6F230D4A" w14:textId="77777777" w:rsidR="001E6B6B" w:rsidRDefault="001E6B6B" w:rsidP="006B3BD2">
            <w:pPr>
              <w:pStyle w:val="TAC"/>
              <w:rPr>
                <w:lang w:val="en-US" w:eastAsia="fi-FI"/>
              </w:rPr>
            </w:pPr>
            <w:r>
              <w:rPr>
                <w:lang w:val="en-US" w:eastAsia="fi-FI"/>
              </w:rPr>
              <w:t>DC_</w:t>
            </w:r>
            <w:r>
              <w:rPr>
                <w:lang w:val="en-US" w:eastAsia="ja-JP"/>
              </w:rPr>
              <w:t>42</w:t>
            </w:r>
            <w:r>
              <w:rPr>
                <w:lang w:val="en-US" w:eastAsia="fi-FI"/>
              </w:rPr>
              <w:t>A_</w:t>
            </w:r>
            <w:r>
              <w:rPr>
                <w:lang w:val="en-US" w:eastAsia="ja-JP"/>
              </w:rPr>
              <w:t>n257</w:t>
            </w:r>
            <w:r>
              <w:rPr>
                <w:lang w:val="en-US" w:eastAsia="fi-FI"/>
              </w:rPr>
              <w:t>H</w:t>
            </w:r>
          </w:p>
          <w:p w14:paraId="2EC1BCFB" w14:textId="77777777" w:rsidR="001E6B6B" w:rsidRDefault="001E6B6B" w:rsidP="006B3BD2">
            <w:pPr>
              <w:pStyle w:val="TAC"/>
              <w:rPr>
                <w:lang w:val="en-US" w:eastAsia="fi-FI"/>
              </w:rPr>
            </w:pPr>
            <w:r>
              <w:rPr>
                <w:lang w:val="en-US" w:eastAsia="fi-FI"/>
              </w:rPr>
              <w:t>DC_</w:t>
            </w:r>
            <w:r>
              <w:rPr>
                <w:lang w:val="en-US" w:eastAsia="ja-JP"/>
              </w:rPr>
              <w:t>42</w:t>
            </w:r>
            <w:r>
              <w:rPr>
                <w:lang w:val="en-US" w:eastAsia="fi-FI"/>
              </w:rPr>
              <w:t>A_</w:t>
            </w:r>
            <w:r>
              <w:rPr>
                <w:lang w:val="en-US" w:eastAsia="ja-JP"/>
              </w:rPr>
              <w:t>n257</w:t>
            </w:r>
            <w:r>
              <w:rPr>
                <w:lang w:val="en-US" w:eastAsia="fi-FI"/>
              </w:rPr>
              <w:t>I</w:t>
            </w:r>
          </w:p>
          <w:p w14:paraId="597BAEA4" w14:textId="77777777" w:rsidR="001E6B6B" w:rsidRDefault="001E6B6B" w:rsidP="006B3BD2">
            <w:pPr>
              <w:pStyle w:val="TAC"/>
              <w:rPr>
                <w:lang w:val="en-US" w:eastAsia="fi-FI"/>
              </w:rPr>
            </w:pPr>
            <w:r>
              <w:rPr>
                <w:lang w:val="en-US" w:eastAsia="fi-FI"/>
              </w:rPr>
              <w:t>DC_</w:t>
            </w:r>
            <w:r>
              <w:rPr>
                <w:lang w:val="en-US" w:eastAsia="ja-JP"/>
              </w:rPr>
              <w:t>42</w:t>
            </w:r>
            <w:r>
              <w:rPr>
                <w:lang w:val="en-US" w:eastAsia="fi-FI"/>
              </w:rPr>
              <w:t>C_</w:t>
            </w:r>
            <w:r>
              <w:rPr>
                <w:lang w:val="en-US" w:eastAsia="ja-JP"/>
              </w:rPr>
              <w:t>n257</w:t>
            </w:r>
            <w:r>
              <w:rPr>
                <w:lang w:val="en-US" w:eastAsia="fi-FI"/>
              </w:rPr>
              <w:t>A</w:t>
            </w:r>
          </w:p>
          <w:p w14:paraId="78E7B206" w14:textId="2DC083C7" w:rsidR="001E6B6B" w:rsidRDefault="001E6B6B" w:rsidP="006B3BD2">
            <w:pPr>
              <w:pStyle w:val="TAC"/>
              <w:rPr>
                <w:lang w:val="en-US" w:eastAsia="fi-FI"/>
              </w:rPr>
            </w:pPr>
            <w:r>
              <w:rPr>
                <w:lang w:val="en-US" w:eastAsia="fi-FI"/>
              </w:rPr>
              <w:t>DC_</w:t>
            </w:r>
            <w:r>
              <w:rPr>
                <w:lang w:val="en-US" w:eastAsia="ja-JP"/>
              </w:rPr>
              <w:t>42</w:t>
            </w:r>
            <w:r>
              <w:rPr>
                <w:lang w:val="en-US" w:eastAsia="fi-FI"/>
              </w:rPr>
              <w:t>C_</w:t>
            </w:r>
            <w:r>
              <w:rPr>
                <w:lang w:val="en-US" w:eastAsia="ja-JP"/>
              </w:rPr>
              <w:t>n257</w:t>
            </w:r>
            <w:r>
              <w:rPr>
                <w:lang w:val="en-US" w:eastAsia="fi-FI"/>
              </w:rPr>
              <w:t>G</w:t>
            </w:r>
          </w:p>
          <w:p w14:paraId="6BA59852" w14:textId="77777777" w:rsidR="001E6B6B" w:rsidRPr="002665C4" w:rsidRDefault="001E6B6B" w:rsidP="006B3BD2">
            <w:pPr>
              <w:pStyle w:val="TAC"/>
              <w:rPr>
                <w:lang w:eastAsia="fi-FI"/>
              </w:rPr>
            </w:pPr>
            <w:r w:rsidRPr="002665C4">
              <w:rPr>
                <w:lang w:eastAsia="fi-FI"/>
              </w:rPr>
              <w:t>DC_</w:t>
            </w:r>
            <w:r w:rsidRPr="002665C4">
              <w:rPr>
                <w:lang w:eastAsia="ja-JP"/>
              </w:rPr>
              <w:t>42</w:t>
            </w:r>
            <w:r w:rsidRPr="002665C4">
              <w:rPr>
                <w:lang w:eastAsia="fi-FI"/>
              </w:rPr>
              <w:t>C_</w:t>
            </w:r>
            <w:r w:rsidRPr="002665C4">
              <w:rPr>
                <w:lang w:eastAsia="ja-JP"/>
              </w:rPr>
              <w:t>n257</w:t>
            </w:r>
            <w:r w:rsidRPr="002665C4">
              <w:rPr>
                <w:lang w:eastAsia="fi-FI"/>
              </w:rPr>
              <w:t>H</w:t>
            </w:r>
          </w:p>
          <w:p w14:paraId="4AD183A4" w14:textId="77777777" w:rsidR="001E6B6B" w:rsidRPr="002B2EA9" w:rsidRDefault="001E6B6B" w:rsidP="006B3BD2">
            <w:pPr>
              <w:pStyle w:val="TAC"/>
              <w:rPr>
                <w:lang w:val="sv-FI" w:eastAsia="ja-JP"/>
              </w:rPr>
            </w:pPr>
            <w:r w:rsidRPr="0077013D">
              <w:rPr>
                <w:lang w:val="sv-SE" w:eastAsia="fi-FI"/>
              </w:rPr>
              <w:t>DC_</w:t>
            </w:r>
            <w:r w:rsidRPr="0077013D">
              <w:rPr>
                <w:lang w:val="sv-SE" w:eastAsia="ja-JP"/>
              </w:rPr>
              <w:t>42</w:t>
            </w:r>
            <w:r w:rsidRPr="0077013D">
              <w:rPr>
                <w:lang w:val="sv-SE" w:eastAsia="fi-FI"/>
              </w:rPr>
              <w:t>C_</w:t>
            </w:r>
            <w:r w:rsidRPr="0077013D">
              <w:rPr>
                <w:lang w:val="sv-SE" w:eastAsia="ja-JP"/>
              </w:rPr>
              <w:t>n257</w:t>
            </w:r>
            <w:r w:rsidRPr="0077013D">
              <w:rPr>
                <w:lang w:val="sv-SE" w:eastAsia="fi-FI"/>
              </w:rPr>
              <w:t>I</w:t>
            </w:r>
          </w:p>
        </w:tc>
      </w:tr>
      <w:tr w:rsidR="001E6B6B" w:rsidRPr="001F078B" w14:paraId="02997054" w14:textId="77777777" w:rsidTr="006B3BD2">
        <w:trPr>
          <w:trHeight w:val="187"/>
          <w:jc w:val="center"/>
        </w:trPr>
        <w:tc>
          <w:tcPr>
            <w:tcW w:w="4814" w:type="dxa"/>
            <w:shd w:val="clear" w:color="auto" w:fill="auto"/>
            <w:noWrap/>
            <w:tcMar>
              <w:top w:w="28" w:type="dxa"/>
              <w:left w:w="28" w:type="dxa"/>
              <w:bottom w:w="28" w:type="dxa"/>
              <w:right w:w="28" w:type="dxa"/>
            </w:tcMar>
          </w:tcPr>
          <w:p w14:paraId="2DDE1CC5" w14:textId="77777777" w:rsidR="001E6B6B" w:rsidRPr="001F078B" w:rsidRDefault="001E6B6B" w:rsidP="006B3BD2">
            <w:pPr>
              <w:pStyle w:val="TAC"/>
              <w:rPr>
                <w:lang w:eastAsia="ja-JP"/>
              </w:rPr>
            </w:pPr>
            <w:r w:rsidRPr="001F078B">
              <w:rPr>
                <w:lang w:eastAsia="ja-JP"/>
              </w:rPr>
              <w:t>DC_1A-19A-21A_n257A</w:t>
            </w:r>
          </w:p>
          <w:p w14:paraId="3D0283EA" w14:textId="77777777" w:rsidR="001E6B6B" w:rsidRPr="001F078B" w:rsidRDefault="001E6B6B" w:rsidP="006B3BD2">
            <w:pPr>
              <w:pStyle w:val="TAC"/>
              <w:rPr>
                <w:lang w:eastAsia="ja-JP"/>
              </w:rPr>
            </w:pPr>
            <w:r w:rsidRPr="001F078B">
              <w:rPr>
                <w:lang w:eastAsia="ja-JP"/>
              </w:rPr>
              <w:t>DC_1A-19A-21A_n257D</w:t>
            </w:r>
          </w:p>
          <w:p w14:paraId="248B7363" w14:textId="77777777" w:rsidR="001E6B6B" w:rsidRPr="001F078B" w:rsidRDefault="001E6B6B" w:rsidP="006B3BD2">
            <w:pPr>
              <w:pStyle w:val="TAC"/>
              <w:rPr>
                <w:lang w:eastAsia="ja-JP"/>
              </w:rPr>
            </w:pPr>
            <w:r w:rsidRPr="001F078B">
              <w:rPr>
                <w:lang w:eastAsia="ja-JP"/>
              </w:rPr>
              <w:t>DC_1A-19A-21A_n257E</w:t>
            </w:r>
          </w:p>
          <w:p w14:paraId="14D66C77" w14:textId="77777777" w:rsidR="001E6B6B" w:rsidRPr="001F078B" w:rsidRDefault="001E6B6B" w:rsidP="006B3BD2">
            <w:pPr>
              <w:pStyle w:val="TAC"/>
              <w:rPr>
                <w:lang w:eastAsia="ja-JP"/>
              </w:rPr>
            </w:pPr>
            <w:r w:rsidRPr="001F078B">
              <w:rPr>
                <w:lang w:eastAsia="ja-JP"/>
              </w:rPr>
              <w:t>DC_1A-19A-21A_n257F</w:t>
            </w:r>
          </w:p>
          <w:p w14:paraId="010BE05C" w14:textId="77777777" w:rsidR="001E6B6B" w:rsidRPr="001F078B" w:rsidRDefault="001E6B6B" w:rsidP="006B3BD2">
            <w:pPr>
              <w:pStyle w:val="TAC"/>
              <w:rPr>
                <w:lang w:val="en-US" w:eastAsia="fi-FI"/>
              </w:rPr>
            </w:pPr>
            <w:r w:rsidRPr="001F078B">
              <w:rPr>
                <w:lang w:val="en-US" w:eastAsia="fi-FI"/>
              </w:rPr>
              <w:t>DC_1A-19A-21A_n257G</w:t>
            </w:r>
          </w:p>
          <w:p w14:paraId="3FAAD5B4" w14:textId="77777777" w:rsidR="001E6B6B" w:rsidRPr="001F078B" w:rsidRDefault="001E6B6B" w:rsidP="006B3BD2">
            <w:pPr>
              <w:pStyle w:val="TAC"/>
              <w:rPr>
                <w:lang w:val="en-US" w:eastAsia="fi-FI"/>
              </w:rPr>
            </w:pPr>
            <w:r w:rsidRPr="001F078B">
              <w:rPr>
                <w:lang w:val="en-US" w:eastAsia="fi-FI"/>
              </w:rPr>
              <w:t>DC_1A-19A-21A_n257H</w:t>
            </w:r>
          </w:p>
          <w:p w14:paraId="17D541A5" w14:textId="77777777" w:rsidR="001E6B6B" w:rsidRPr="001F078B" w:rsidRDefault="001E6B6B" w:rsidP="006B3BD2">
            <w:pPr>
              <w:pStyle w:val="TAC"/>
              <w:rPr>
                <w:lang w:val="en-US" w:eastAsia="fi-FI"/>
              </w:rPr>
            </w:pPr>
            <w:r w:rsidRPr="001F078B">
              <w:rPr>
                <w:lang w:val="en-US" w:eastAsia="fi-FI"/>
              </w:rPr>
              <w:t>DC_1A-19A-21A_n257I</w:t>
            </w:r>
          </w:p>
          <w:p w14:paraId="6B44216B" w14:textId="77777777" w:rsidR="001E6B6B" w:rsidRPr="001F078B" w:rsidRDefault="001E6B6B" w:rsidP="006B3BD2">
            <w:pPr>
              <w:pStyle w:val="TAC"/>
              <w:rPr>
                <w:lang w:val="en-US" w:eastAsia="fi-FI"/>
              </w:rPr>
            </w:pPr>
            <w:r w:rsidRPr="001F078B">
              <w:rPr>
                <w:lang w:val="en-US" w:eastAsia="fi-FI"/>
              </w:rPr>
              <w:t>DC_1A-19A-21A_n257J</w:t>
            </w:r>
          </w:p>
          <w:p w14:paraId="2FC2F4D7" w14:textId="77777777" w:rsidR="001E6B6B" w:rsidRPr="001F078B" w:rsidRDefault="001E6B6B" w:rsidP="006B3BD2">
            <w:pPr>
              <w:pStyle w:val="TAC"/>
              <w:rPr>
                <w:lang w:val="en-US" w:eastAsia="fi-FI"/>
              </w:rPr>
            </w:pPr>
            <w:r w:rsidRPr="001F078B">
              <w:rPr>
                <w:lang w:val="en-US" w:eastAsia="fi-FI"/>
              </w:rPr>
              <w:t>DC_1A-19A-21A_n257K</w:t>
            </w:r>
          </w:p>
          <w:p w14:paraId="6537B664" w14:textId="77777777" w:rsidR="001E6B6B" w:rsidRPr="001F078B" w:rsidRDefault="001E6B6B" w:rsidP="006B3BD2">
            <w:pPr>
              <w:pStyle w:val="TAC"/>
              <w:rPr>
                <w:lang w:val="en-US" w:eastAsia="fi-FI"/>
              </w:rPr>
            </w:pPr>
            <w:r w:rsidRPr="001F078B">
              <w:rPr>
                <w:lang w:val="en-US" w:eastAsia="fi-FI"/>
              </w:rPr>
              <w:t>DC_1A-19A-21A_n257L</w:t>
            </w:r>
          </w:p>
          <w:p w14:paraId="255D15D0" w14:textId="77777777" w:rsidR="001E6B6B" w:rsidRPr="001F078B" w:rsidRDefault="001E6B6B" w:rsidP="006B3BD2">
            <w:pPr>
              <w:pStyle w:val="TAC"/>
              <w:rPr>
                <w:noProof/>
                <w:lang w:eastAsia="zh-CN"/>
              </w:rPr>
            </w:pPr>
            <w:r w:rsidRPr="001F078B">
              <w:rPr>
                <w:lang w:val="fi-FI" w:eastAsia="fi-FI"/>
              </w:rPr>
              <w:t>DC_1A-19A-21A_n257M</w:t>
            </w:r>
          </w:p>
        </w:tc>
        <w:tc>
          <w:tcPr>
            <w:tcW w:w="4815" w:type="dxa"/>
            <w:tcMar>
              <w:top w:w="28" w:type="dxa"/>
              <w:left w:w="28" w:type="dxa"/>
              <w:bottom w:w="28" w:type="dxa"/>
              <w:right w:w="28" w:type="dxa"/>
            </w:tcMar>
          </w:tcPr>
          <w:p w14:paraId="7F1A8D39" w14:textId="77777777" w:rsidR="001E6B6B" w:rsidRDefault="001E6B6B" w:rsidP="006B3BD2">
            <w:pPr>
              <w:pStyle w:val="TAC"/>
              <w:rPr>
                <w:lang w:eastAsia="ja-JP"/>
              </w:rPr>
            </w:pPr>
            <w:r>
              <w:rPr>
                <w:lang w:eastAsia="ja-JP"/>
              </w:rPr>
              <w:t>DC_1A_n257A</w:t>
            </w:r>
          </w:p>
          <w:p w14:paraId="38A8BA8B" w14:textId="77777777" w:rsidR="001E6B6B" w:rsidRDefault="001E6B6B" w:rsidP="006B3BD2">
            <w:pPr>
              <w:pStyle w:val="TAC"/>
              <w:rPr>
                <w:lang w:val="en-US" w:eastAsia="ja-JP"/>
              </w:rPr>
            </w:pPr>
            <w:r>
              <w:rPr>
                <w:lang w:val="en-US" w:eastAsia="ja-JP"/>
              </w:rPr>
              <w:t>DC_1A_n257G</w:t>
            </w:r>
          </w:p>
          <w:p w14:paraId="3C0943A2" w14:textId="77777777" w:rsidR="001E6B6B" w:rsidRDefault="001E6B6B" w:rsidP="006B3BD2">
            <w:pPr>
              <w:pStyle w:val="TAC"/>
              <w:rPr>
                <w:lang w:val="en-US" w:eastAsia="ja-JP"/>
              </w:rPr>
            </w:pPr>
            <w:r>
              <w:rPr>
                <w:lang w:val="en-US" w:eastAsia="ja-JP"/>
              </w:rPr>
              <w:t>DC_1A_n257H</w:t>
            </w:r>
          </w:p>
          <w:p w14:paraId="4A746F39" w14:textId="77777777" w:rsidR="001E6B6B" w:rsidRDefault="001E6B6B" w:rsidP="006B3BD2">
            <w:pPr>
              <w:pStyle w:val="TAC"/>
              <w:rPr>
                <w:lang w:val="en-US" w:eastAsia="ja-JP"/>
              </w:rPr>
            </w:pPr>
            <w:r>
              <w:rPr>
                <w:lang w:val="en-US" w:eastAsia="ja-JP"/>
              </w:rPr>
              <w:t>DC_1A_n257I</w:t>
            </w:r>
          </w:p>
          <w:p w14:paraId="6FDBC195" w14:textId="77777777" w:rsidR="001E6B6B" w:rsidRDefault="001E6B6B" w:rsidP="006B3BD2">
            <w:pPr>
              <w:pStyle w:val="TAC"/>
              <w:rPr>
                <w:lang w:val="en-US" w:eastAsia="ja-JP"/>
              </w:rPr>
            </w:pPr>
            <w:r>
              <w:rPr>
                <w:lang w:val="en-US" w:eastAsia="ja-JP"/>
              </w:rPr>
              <w:t>DC_1A_n257J</w:t>
            </w:r>
          </w:p>
          <w:p w14:paraId="5C9E7633" w14:textId="77777777" w:rsidR="001E6B6B" w:rsidRDefault="001E6B6B" w:rsidP="006B3BD2">
            <w:pPr>
              <w:pStyle w:val="TAC"/>
              <w:rPr>
                <w:lang w:val="en-US" w:eastAsia="ja-JP"/>
              </w:rPr>
            </w:pPr>
            <w:r>
              <w:rPr>
                <w:lang w:val="en-US" w:eastAsia="ja-JP"/>
              </w:rPr>
              <w:t>DC_1A_n257K</w:t>
            </w:r>
          </w:p>
          <w:p w14:paraId="46297325" w14:textId="77777777" w:rsidR="001E6B6B" w:rsidRDefault="001E6B6B" w:rsidP="006B3BD2">
            <w:pPr>
              <w:pStyle w:val="TAC"/>
              <w:rPr>
                <w:lang w:val="en-US" w:eastAsia="ja-JP"/>
              </w:rPr>
            </w:pPr>
            <w:r>
              <w:rPr>
                <w:lang w:val="en-US" w:eastAsia="ja-JP"/>
              </w:rPr>
              <w:t>DC_1A_n257L</w:t>
            </w:r>
          </w:p>
          <w:p w14:paraId="3F332C81" w14:textId="77777777" w:rsidR="001E6B6B" w:rsidRDefault="001E6B6B" w:rsidP="006B3BD2">
            <w:pPr>
              <w:pStyle w:val="TAC"/>
              <w:rPr>
                <w:lang w:eastAsia="ja-JP"/>
              </w:rPr>
            </w:pPr>
            <w:r>
              <w:rPr>
                <w:lang w:val="en-US" w:eastAsia="ja-JP"/>
              </w:rPr>
              <w:t>DC_1A_n257M</w:t>
            </w:r>
          </w:p>
          <w:p w14:paraId="293F3771" w14:textId="77777777" w:rsidR="001E6B6B" w:rsidRDefault="001E6B6B" w:rsidP="006B3BD2">
            <w:pPr>
              <w:pStyle w:val="TAC"/>
              <w:rPr>
                <w:lang w:eastAsia="ja-JP"/>
              </w:rPr>
            </w:pPr>
            <w:r>
              <w:rPr>
                <w:lang w:eastAsia="ja-JP"/>
              </w:rPr>
              <w:t>DC_19A_n257A</w:t>
            </w:r>
          </w:p>
          <w:p w14:paraId="793EB713" w14:textId="77777777" w:rsidR="001E6B6B" w:rsidRDefault="001E6B6B" w:rsidP="006B3BD2">
            <w:pPr>
              <w:pStyle w:val="TAC"/>
              <w:rPr>
                <w:lang w:val="en-US" w:eastAsia="ja-JP"/>
              </w:rPr>
            </w:pPr>
            <w:r>
              <w:rPr>
                <w:lang w:val="en-US" w:eastAsia="ja-JP"/>
              </w:rPr>
              <w:t>DC_19A_n257G</w:t>
            </w:r>
          </w:p>
          <w:p w14:paraId="7602499D" w14:textId="77777777" w:rsidR="001E6B6B" w:rsidRDefault="001E6B6B" w:rsidP="006B3BD2">
            <w:pPr>
              <w:pStyle w:val="TAC"/>
              <w:rPr>
                <w:lang w:val="en-US" w:eastAsia="ja-JP"/>
              </w:rPr>
            </w:pPr>
            <w:r>
              <w:rPr>
                <w:lang w:val="en-US" w:eastAsia="ja-JP"/>
              </w:rPr>
              <w:t>DC_19A_n257H</w:t>
            </w:r>
          </w:p>
          <w:p w14:paraId="50CEF3A9" w14:textId="77777777" w:rsidR="001E6B6B" w:rsidRPr="00563032" w:rsidRDefault="001E6B6B" w:rsidP="006B3BD2">
            <w:pPr>
              <w:pStyle w:val="TAC"/>
              <w:rPr>
                <w:rFonts w:eastAsia="Yu Mincho"/>
                <w:lang w:val="en-US" w:eastAsia="ja-JP"/>
              </w:rPr>
            </w:pPr>
            <w:r>
              <w:rPr>
                <w:lang w:val="en-US" w:eastAsia="ja-JP"/>
              </w:rPr>
              <w:t>DC_19A_n257I</w:t>
            </w:r>
          </w:p>
          <w:p w14:paraId="2E667C54" w14:textId="77777777" w:rsidR="001E6B6B" w:rsidRDefault="001E6B6B" w:rsidP="006B3BD2">
            <w:pPr>
              <w:pStyle w:val="TAC"/>
              <w:rPr>
                <w:lang w:eastAsia="ja-JP"/>
              </w:rPr>
            </w:pPr>
            <w:r>
              <w:rPr>
                <w:lang w:eastAsia="ja-JP"/>
              </w:rPr>
              <w:t>DC_21A_n257A</w:t>
            </w:r>
          </w:p>
          <w:p w14:paraId="2CBC6581" w14:textId="77777777" w:rsidR="001E6B6B" w:rsidRDefault="001E6B6B" w:rsidP="006B3BD2">
            <w:pPr>
              <w:pStyle w:val="TAC"/>
              <w:rPr>
                <w:lang w:val="en-US" w:eastAsia="ja-JP"/>
              </w:rPr>
            </w:pPr>
            <w:r>
              <w:rPr>
                <w:lang w:val="en-US" w:eastAsia="ja-JP"/>
              </w:rPr>
              <w:t>DC_21A_n257G</w:t>
            </w:r>
          </w:p>
          <w:p w14:paraId="528EC82D" w14:textId="77777777" w:rsidR="001E6B6B" w:rsidRDefault="001E6B6B" w:rsidP="006B3BD2">
            <w:pPr>
              <w:pStyle w:val="TAC"/>
              <w:rPr>
                <w:lang w:val="en-US" w:eastAsia="ja-JP"/>
              </w:rPr>
            </w:pPr>
            <w:r>
              <w:rPr>
                <w:lang w:val="en-US" w:eastAsia="ja-JP"/>
              </w:rPr>
              <w:t>DC_21A_n257H</w:t>
            </w:r>
          </w:p>
          <w:p w14:paraId="4AA236AC" w14:textId="77777777" w:rsidR="001E6B6B" w:rsidRDefault="001E6B6B" w:rsidP="006B3BD2">
            <w:pPr>
              <w:pStyle w:val="TAC"/>
              <w:rPr>
                <w:lang w:val="en-US" w:eastAsia="ja-JP"/>
              </w:rPr>
            </w:pPr>
            <w:r>
              <w:rPr>
                <w:lang w:val="en-US" w:eastAsia="ja-JP"/>
              </w:rPr>
              <w:t>DC_21A_n257I</w:t>
            </w:r>
          </w:p>
          <w:p w14:paraId="4C183389" w14:textId="77777777" w:rsidR="001E6B6B" w:rsidRDefault="001E6B6B" w:rsidP="006B3BD2">
            <w:pPr>
              <w:pStyle w:val="TAC"/>
              <w:rPr>
                <w:lang w:val="en-US" w:eastAsia="ja-JP"/>
              </w:rPr>
            </w:pPr>
            <w:r>
              <w:rPr>
                <w:lang w:val="en-US" w:eastAsia="ja-JP"/>
              </w:rPr>
              <w:t>DC_21A_n257J</w:t>
            </w:r>
          </w:p>
          <w:p w14:paraId="577DDA72" w14:textId="77777777" w:rsidR="001E6B6B" w:rsidRDefault="001E6B6B" w:rsidP="006B3BD2">
            <w:pPr>
              <w:pStyle w:val="TAC"/>
              <w:rPr>
                <w:lang w:val="en-US" w:eastAsia="ja-JP"/>
              </w:rPr>
            </w:pPr>
            <w:r>
              <w:rPr>
                <w:lang w:val="en-US" w:eastAsia="ja-JP"/>
              </w:rPr>
              <w:t>DC_21A_n257K</w:t>
            </w:r>
          </w:p>
          <w:p w14:paraId="123232CA" w14:textId="77777777" w:rsidR="001E6B6B" w:rsidRDefault="001E6B6B" w:rsidP="006B3BD2">
            <w:pPr>
              <w:pStyle w:val="TAC"/>
              <w:rPr>
                <w:lang w:val="en-US" w:eastAsia="ja-JP"/>
              </w:rPr>
            </w:pPr>
            <w:r>
              <w:rPr>
                <w:lang w:val="en-US" w:eastAsia="ja-JP"/>
              </w:rPr>
              <w:t>DC_21A_n257L</w:t>
            </w:r>
          </w:p>
          <w:p w14:paraId="2AD32E06" w14:textId="77777777" w:rsidR="001E6B6B" w:rsidRPr="001F078B" w:rsidRDefault="001E6B6B" w:rsidP="006B3BD2">
            <w:pPr>
              <w:pStyle w:val="TAC"/>
            </w:pPr>
            <w:r>
              <w:rPr>
                <w:lang w:val="en-US" w:eastAsia="ja-JP"/>
              </w:rPr>
              <w:t>DC_21A_n257M</w:t>
            </w:r>
          </w:p>
        </w:tc>
      </w:tr>
      <w:tr w:rsidR="001E6B6B" w:rsidRPr="001F078B" w14:paraId="06678D9A" w14:textId="77777777" w:rsidTr="006B3BD2">
        <w:trPr>
          <w:trHeight w:val="187"/>
          <w:jc w:val="center"/>
        </w:trPr>
        <w:tc>
          <w:tcPr>
            <w:tcW w:w="4814" w:type="dxa"/>
            <w:shd w:val="clear" w:color="auto" w:fill="auto"/>
            <w:noWrap/>
            <w:tcMar>
              <w:top w:w="28" w:type="dxa"/>
              <w:left w:w="28" w:type="dxa"/>
              <w:bottom w:w="28" w:type="dxa"/>
              <w:right w:w="28" w:type="dxa"/>
            </w:tcMar>
          </w:tcPr>
          <w:p w14:paraId="5376F951" w14:textId="77777777" w:rsidR="001E6B6B" w:rsidRPr="001F078B" w:rsidRDefault="001E6B6B" w:rsidP="006B3BD2">
            <w:pPr>
              <w:pStyle w:val="TAC"/>
              <w:rPr>
                <w:lang w:eastAsia="zh-CN"/>
              </w:rPr>
            </w:pPr>
            <w:r w:rsidRPr="001F078B">
              <w:t>DC_1A-19A-42A_n257A</w:t>
            </w:r>
          </w:p>
          <w:p w14:paraId="1647781D" w14:textId="77777777" w:rsidR="001E6B6B" w:rsidRPr="001F078B" w:rsidRDefault="001E6B6B" w:rsidP="006B3BD2">
            <w:pPr>
              <w:pStyle w:val="TAC"/>
              <w:rPr>
                <w:lang w:eastAsia="zh-CN"/>
              </w:rPr>
            </w:pPr>
            <w:r w:rsidRPr="001F078B">
              <w:t>DC_1A-19A-42C_n257A</w:t>
            </w:r>
          </w:p>
          <w:p w14:paraId="4ED7B94A" w14:textId="77777777" w:rsidR="001E6B6B" w:rsidRPr="001F078B" w:rsidRDefault="001E6B6B" w:rsidP="006B3BD2">
            <w:pPr>
              <w:pStyle w:val="TAC"/>
              <w:rPr>
                <w:rFonts w:cs="Arial"/>
                <w:lang w:eastAsia="zh-CN"/>
              </w:rPr>
            </w:pPr>
            <w:r w:rsidRPr="001F078B">
              <w:rPr>
                <w:rFonts w:cs="Arial"/>
                <w:lang w:eastAsia="ja-JP"/>
              </w:rPr>
              <w:t>DC_1A-19A-42C_n257D</w:t>
            </w:r>
          </w:p>
          <w:p w14:paraId="44EC3408" w14:textId="77777777" w:rsidR="001E6B6B" w:rsidRPr="001F078B" w:rsidRDefault="001E6B6B" w:rsidP="006B3BD2">
            <w:pPr>
              <w:pStyle w:val="TAC"/>
              <w:rPr>
                <w:rFonts w:cs="Arial"/>
                <w:lang w:eastAsia="zh-CN"/>
              </w:rPr>
            </w:pPr>
            <w:r w:rsidRPr="001F078B">
              <w:rPr>
                <w:rFonts w:cs="Arial"/>
                <w:lang w:eastAsia="ja-JP"/>
              </w:rPr>
              <w:t>DC_1A-19A-42C_n257E</w:t>
            </w:r>
          </w:p>
          <w:p w14:paraId="3495032E" w14:textId="77777777" w:rsidR="001E6B6B" w:rsidRPr="001F078B" w:rsidRDefault="001E6B6B" w:rsidP="006B3BD2">
            <w:pPr>
              <w:pStyle w:val="TAC"/>
              <w:rPr>
                <w:rFonts w:cs="Arial"/>
                <w:lang w:eastAsia="ja-JP"/>
              </w:rPr>
            </w:pPr>
            <w:r w:rsidRPr="001F078B">
              <w:rPr>
                <w:rFonts w:cs="Arial"/>
                <w:lang w:eastAsia="ja-JP"/>
              </w:rPr>
              <w:t>DC_1A-19A-42C_n257F</w:t>
            </w:r>
          </w:p>
          <w:p w14:paraId="53A7C13E" w14:textId="77777777" w:rsidR="001E6B6B" w:rsidRPr="001F078B" w:rsidRDefault="001E6B6B" w:rsidP="006B3BD2">
            <w:pPr>
              <w:pStyle w:val="TAC"/>
              <w:rPr>
                <w:lang w:val="en-US" w:eastAsia="fi-FI"/>
              </w:rPr>
            </w:pPr>
            <w:r w:rsidRPr="001F078B">
              <w:rPr>
                <w:lang w:val="en-US" w:eastAsia="fi-FI"/>
              </w:rPr>
              <w:t>DC_1A-19A-42A_n257G</w:t>
            </w:r>
          </w:p>
          <w:p w14:paraId="65AD56F1" w14:textId="77777777" w:rsidR="001E6B6B" w:rsidRPr="001F078B" w:rsidRDefault="001E6B6B" w:rsidP="006B3BD2">
            <w:pPr>
              <w:pStyle w:val="TAC"/>
              <w:rPr>
                <w:lang w:val="en-US" w:eastAsia="fi-FI"/>
              </w:rPr>
            </w:pPr>
            <w:r w:rsidRPr="001F078B">
              <w:rPr>
                <w:lang w:val="en-US" w:eastAsia="fi-FI"/>
              </w:rPr>
              <w:t>DC_1A-19A-42A_n257H</w:t>
            </w:r>
          </w:p>
          <w:p w14:paraId="45ED3936" w14:textId="77777777" w:rsidR="001E6B6B" w:rsidRPr="001F078B" w:rsidRDefault="001E6B6B" w:rsidP="006B3BD2">
            <w:pPr>
              <w:pStyle w:val="TAC"/>
              <w:rPr>
                <w:lang w:val="en-US" w:eastAsia="fi-FI"/>
              </w:rPr>
            </w:pPr>
            <w:r w:rsidRPr="001F078B">
              <w:rPr>
                <w:lang w:val="en-US" w:eastAsia="fi-FI"/>
              </w:rPr>
              <w:t>DC_1A-19A-42A_n257I</w:t>
            </w:r>
          </w:p>
          <w:p w14:paraId="38B8A868" w14:textId="77777777" w:rsidR="001E6B6B" w:rsidRPr="001F078B" w:rsidRDefault="001E6B6B" w:rsidP="006B3BD2">
            <w:pPr>
              <w:pStyle w:val="TAC"/>
              <w:rPr>
                <w:lang w:val="en-US" w:eastAsia="fi-FI"/>
              </w:rPr>
            </w:pPr>
            <w:r w:rsidRPr="001F078B">
              <w:rPr>
                <w:lang w:val="en-US" w:eastAsia="fi-FI"/>
              </w:rPr>
              <w:t>DC_1A-19A-42A_n257J</w:t>
            </w:r>
          </w:p>
          <w:p w14:paraId="1F2164D1" w14:textId="77777777" w:rsidR="001E6B6B" w:rsidRPr="001F078B" w:rsidRDefault="001E6B6B" w:rsidP="006B3BD2">
            <w:pPr>
              <w:pStyle w:val="TAC"/>
              <w:rPr>
                <w:lang w:val="en-US" w:eastAsia="fi-FI"/>
              </w:rPr>
            </w:pPr>
            <w:r w:rsidRPr="001F078B">
              <w:rPr>
                <w:lang w:val="en-US" w:eastAsia="fi-FI"/>
              </w:rPr>
              <w:t>DC_1A-19A-42A_n257K</w:t>
            </w:r>
          </w:p>
          <w:p w14:paraId="5F2560E5" w14:textId="77777777" w:rsidR="001E6B6B" w:rsidRPr="001F078B" w:rsidRDefault="001E6B6B" w:rsidP="006B3BD2">
            <w:pPr>
              <w:pStyle w:val="TAC"/>
              <w:rPr>
                <w:lang w:val="en-US" w:eastAsia="fi-FI"/>
              </w:rPr>
            </w:pPr>
            <w:r w:rsidRPr="001F078B">
              <w:rPr>
                <w:lang w:val="en-US" w:eastAsia="fi-FI"/>
              </w:rPr>
              <w:t>DC_1A-19A-42A_n257L</w:t>
            </w:r>
          </w:p>
          <w:p w14:paraId="38030928" w14:textId="77777777" w:rsidR="001E6B6B" w:rsidRPr="001F078B" w:rsidRDefault="001E6B6B" w:rsidP="006B3BD2">
            <w:pPr>
              <w:pStyle w:val="TAC"/>
              <w:rPr>
                <w:lang w:val="en-US" w:eastAsia="fi-FI"/>
              </w:rPr>
            </w:pPr>
            <w:r w:rsidRPr="001F078B">
              <w:rPr>
                <w:lang w:val="en-US" w:eastAsia="fi-FI"/>
              </w:rPr>
              <w:t>DC_1A-19A-42A_n257M</w:t>
            </w:r>
          </w:p>
          <w:p w14:paraId="678326CF" w14:textId="77777777" w:rsidR="001E6B6B" w:rsidRPr="001F078B" w:rsidRDefault="001E6B6B" w:rsidP="006B3BD2">
            <w:pPr>
              <w:pStyle w:val="TAC"/>
              <w:rPr>
                <w:lang w:val="en-US" w:eastAsia="fi-FI"/>
              </w:rPr>
            </w:pPr>
            <w:r w:rsidRPr="001F078B">
              <w:rPr>
                <w:lang w:val="en-US" w:eastAsia="fi-FI"/>
              </w:rPr>
              <w:t>DC_1A-19A-42C_n257G</w:t>
            </w:r>
          </w:p>
          <w:p w14:paraId="2D74C6E4" w14:textId="77777777" w:rsidR="001E6B6B" w:rsidRPr="001F078B" w:rsidRDefault="001E6B6B" w:rsidP="006B3BD2">
            <w:pPr>
              <w:pStyle w:val="TAC"/>
              <w:rPr>
                <w:lang w:val="en-US" w:eastAsia="fi-FI"/>
              </w:rPr>
            </w:pPr>
            <w:r w:rsidRPr="001F078B">
              <w:rPr>
                <w:lang w:val="en-US" w:eastAsia="fi-FI"/>
              </w:rPr>
              <w:t>DC_1A-19A-42C_n257H</w:t>
            </w:r>
          </w:p>
          <w:p w14:paraId="73FEDDAF" w14:textId="77777777" w:rsidR="001E6B6B" w:rsidRPr="001F078B" w:rsidRDefault="001E6B6B" w:rsidP="006B3BD2">
            <w:pPr>
              <w:pStyle w:val="TAC"/>
              <w:rPr>
                <w:lang w:val="en-US" w:eastAsia="fi-FI"/>
              </w:rPr>
            </w:pPr>
            <w:r w:rsidRPr="001F078B">
              <w:rPr>
                <w:lang w:val="en-US" w:eastAsia="fi-FI"/>
              </w:rPr>
              <w:t>DC_1A-19A-42C_n257I</w:t>
            </w:r>
          </w:p>
          <w:p w14:paraId="138B8002" w14:textId="77777777" w:rsidR="001E6B6B" w:rsidRPr="001F078B" w:rsidRDefault="001E6B6B" w:rsidP="006B3BD2">
            <w:pPr>
              <w:pStyle w:val="TAC"/>
              <w:rPr>
                <w:lang w:val="en-US" w:eastAsia="fi-FI"/>
              </w:rPr>
            </w:pPr>
            <w:r w:rsidRPr="001F078B">
              <w:rPr>
                <w:lang w:val="en-US" w:eastAsia="fi-FI"/>
              </w:rPr>
              <w:t>DC_1A-19A-42C_n257J</w:t>
            </w:r>
          </w:p>
          <w:p w14:paraId="69BA82E6" w14:textId="77777777" w:rsidR="001E6B6B" w:rsidRPr="001F078B" w:rsidRDefault="001E6B6B" w:rsidP="006B3BD2">
            <w:pPr>
              <w:pStyle w:val="TAC"/>
              <w:rPr>
                <w:lang w:val="en-US" w:eastAsia="fi-FI"/>
              </w:rPr>
            </w:pPr>
            <w:r w:rsidRPr="001F078B">
              <w:rPr>
                <w:lang w:val="en-US" w:eastAsia="fi-FI"/>
              </w:rPr>
              <w:t>DC_1A-19A-42C_n257K</w:t>
            </w:r>
          </w:p>
          <w:p w14:paraId="333C97E8" w14:textId="77777777" w:rsidR="001E6B6B" w:rsidRPr="001F078B" w:rsidRDefault="001E6B6B" w:rsidP="006B3BD2">
            <w:pPr>
              <w:pStyle w:val="TAC"/>
              <w:rPr>
                <w:lang w:val="en-US" w:eastAsia="fi-FI"/>
              </w:rPr>
            </w:pPr>
            <w:r w:rsidRPr="001F078B">
              <w:rPr>
                <w:lang w:val="en-US" w:eastAsia="fi-FI"/>
              </w:rPr>
              <w:t>DC_1A-19A-42C_n257L</w:t>
            </w:r>
          </w:p>
          <w:p w14:paraId="369C7DC4" w14:textId="77777777" w:rsidR="001E6B6B" w:rsidRPr="001F078B" w:rsidRDefault="001E6B6B" w:rsidP="006B3BD2">
            <w:pPr>
              <w:pStyle w:val="TAC"/>
              <w:rPr>
                <w:noProof/>
                <w:lang w:eastAsia="zh-CN"/>
              </w:rPr>
            </w:pPr>
            <w:r w:rsidRPr="001F078B">
              <w:rPr>
                <w:lang w:val="fi-FI" w:eastAsia="fi-FI"/>
              </w:rPr>
              <w:t>DC_1A-19A-42C_n257M</w:t>
            </w:r>
          </w:p>
        </w:tc>
        <w:tc>
          <w:tcPr>
            <w:tcW w:w="4815" w:type="dxa"/>
            <w:tcMar>
              <w:top w:w="28" w:type="dxa"/>
              <w:left w:w="28" w:type="dxa"/>
              <w:bottom w:w="28" w:type="dxa"/>
              <w:right w:w="28" w:type="dxa"/>
            </w:tcMar>
          </w:tcPr>
          <w:p w14:paraId="2C91A3EB" w14:textId="77777777" w:rsidR="001E6B6B" w:rsidRDefault="001E6B6B" w:rsidP="006B3BD2">
            <w:pPr>
              <w:pStyle w:val="TAC"/>
            </w:pPr>
            <w:r>
              <w:t>DC_1A_n257A</w:t>
            </w:r>
          </w:p>
          <w:p w14:paraId="6A4A2E6F" w14:textId="77777777" w:rsidR="001E6B6B" w:rsidRDefault="001E6B6B" w:rsidP="006B3BD2">
            <w:pPr>
              <w:pStyle w:val="TAC"/>
              <w:rPr>
                <w:lang w:val="en-US" w:eastAsia="ja-JP"/>
              </w:rPr>
            </w:pPr>
            <w:r>
              <w:rPr>
                <w:lang w:val="en-US" w:eastAsia="ja-JP"/>
              </w:rPr>
              <w:t>DC_1A_n257G</w:t>
            </w:r>
          </w:p>
          <w:p w14:paraId="3AE43DC7" w14:textId="77777777" w:rsidR="001E6B6B" w:rsidRDefault="001E6B6B" w:rsidP="006B3BD2">
            <w:pPr>
              <w:pStyle w:val="TAC"/>
              <w:rPr>
                <w:lang w:val="en-US" w:eastAsia="ja-JP"/>
              </w:rPr>
            </w:pPr>
            <w:r>
              <w:rPr>
                <w:lang w:val="en-US" w:eastAsia="ja-JP"/>
              </w:rPr>
              <w:t>DC_1A_n257H</w:t>
            </w:r>
          </w:p>
          <w:p w14:paraId="6122D2E2" w14:textId="77777777" w:rsidR="001E6B6B" w:rsidRDefault="001E6B6B" w:rsidP="006B3BD2">
            <w:pPr>
              <w:pStyle w:val="TAC"/>
              <w:rPr>
                <w:lang w:val="en-US" w:eastAsia="ja-JP"/>
              </w:rPr>
            </w:pPr>
            <w:r>
              <w:rPr>
                <w:lang w:val="en-US" w:eastAsia="ja-JP"/>
              </w:rPr>
              <w:t>DC_1A_n257I</w:t>
            </w:r>
          </w:p>
          <w:p w14:paraId="10010EE8" w14:textId="77777777" w:rsidR="001E6B6B" w:rsidRDefault="001E6B6B" w:rsidP="006B3BD2">
            <w:pPr>
              <w:pStyle w:val="TAC"/>
              <w:rPr>
                <w:lang w:val="en-US" w:eastAsia="ja-JP"/>
              </w:rPr>
            </w:pPr>
            <w:r>
              <w:rPr>
                <w:lang w:val="en-US" w:eastAsia="ja-JP"/>
              </w:rPr>
              <w:t>DC_1A_n257J</w:t>
            </w:r>
          </w:p>
          <w:p w14:paraId="13A595DA" w14:textId="77777777" w:rsidR="001E6B6B" w:rsidRDefault="001E6B6B" w:rsidP="006B3BD2">
            <w:pPr>
              <w:pStyle w:val="TAC"/>
              <w:rPr>
                <w:lang w:val="en-US" w:eastAsia="ja-JP"/>
              </w:rPr>
            </w:pPr>
            <w:r>
              <w:rPr>
                <w:lang w:val="en-US" w:eastAsia="ja-JP"/>
              </w:rPr>
              <w:t>DC_1A_n257K</w:t>
            </w:r>
          </w:p>
          <w:p w14:paraId="52728F2E" w14:textId="77777777" w:rsidR="001E6B6B" w:rsidRDefault="001E6B6B" w:rsidP="006B3BD2">
            <w:pPr>
              <w:pStyle w:val="TAC"/>
              <w:rPr>
                <w:lang w:val="en-US" w:eastAsia="ja-JP"/>
              </w:rPr>
            </w:pPr>
            <w:r>
              <w:rPr>
                <w:lang w:val="en-US" w:eastAsia="ja-JP"/>
              </w:rPr>
              <w:t>DC_1A_n257L</w:t>
            </w:r>
          </w:p>
          <w:p w14:paraId="0FEBC064" w14:textId="77777777" w:rsidR="001E6B6B" w:rsidRDefault="001E6B6B" w:rsidP="006B3BD2">
            <w:pPr>
              <w:pStyle w:val="TAC"/>
            </w:pPr>
            <w:r>
              <w:rPr>
                <w:lang w:val="en-US" w:eastAsia="ja-JP"/>
              </w:rPr>
              <w:t>DC_1A_n257M</w:t>
            </w:r>
          </w:p>
          <w:p w14:paraId="62406649" w14:textId="77777777" w:rsidR="001E6B6B" w:rsidRDefault="001E6B6B" w:rsidP="006B3BD2">
            <w:pPr>
              <w:pStyle w:val="TAC"/>
            </w:pPr>
            <w:r>
              <w:t>DC_19A_n257A</w:t>
            </w:r>
          </w:p>
          <w:p w14:paraId="5BA0F3EE" w14:textId="4D8C2935" w:rsidR="001E6B6B" w:rsidRDefault="001E6B6B" w:rsidP="006B3BD2">
            <w:pPr>
              <w:pStyle w:val="TAC"/>
            </w:pPr>
            <w:r>
              <w:t>DC_42A_n257A</w:t>
            </w:r>
          </w:p>
          <w:p w14:paraId="48BAE380" w14:textId="77777777" w:rsidR="001E6B6B" w:rsidRDefault="001E6B6B" w:rsidP="006B3BD2">
            <w:pPr>
              <w:pStyle w:val="TAC"/>
              <w:rPr>
                <w:lang w:val="en-US" w:eastAsia="ja-JP"/>
              </w:rPr>
            </w:pPr>
            <w:r>
              <w:rPr>
                <w:lang w:val="en-US" w:eastAsia="ja-JP"/>
              </w:rPr>
              <w:t>DC_42A_n257G</w:t>
            </w:r>
          </w:p>
          <w:p w14:paraId="44B690DF" w14:textId="77777777" w:rsidR="001E6B6B" w:rsidRDefault="001E6B6B" w:rsidP="006B3BD2">
            <w:pPr>
              <w:pStyle w:val="TAC"/>
              <w:rPr>
                <w:lang w:val="en-US" w:eastAsia="ja-JP"/>
              </w:rPr>
            </w:pPr>
            <w:r>
              <w:rPr>
                <w:lang w:val="en-US" w:eastAsia="ja-JP"/>
              </w:rPr>
              <w:t>DC_42A_n257H</w:t>
            </w:r>
          </w:p>
          <w:p w14:paraId="2AE0A004" w14:textId="77777777" w:rsidR="001E6B6B" w:rsidRPr="001F078B" w:rsidRDefault="001E6B6B" w:rsidP="006B3BD2">
            <w:pPr>
              <w:pStyle w:val="TAC"/>
              <w:rPr>
                <w:noProof/>
                <w:lang w:eastAsia="zh-CN"/>
              </w:rPr>
            </w:pPr>
            <w:r>
              <w:rPr>
                <w:lang w:val="en-US" w:eastAsia="ja-JP"/>
              </w:rPr>
              <w:t>DC_42A_n257I</w:t>
            </w:r>
          </w:p>
        </w:tc>
      </w:tr>
      <w:tr w:rsidR="001E6B6B" w:rsidRPr="001F078B" w14:paraId="0508888D" w14:textId="77777777" w:rsidTr="006B3BD2">
        <w:trPr>
          <w:trHeight w:val="187"/>
          <w:jc w:val="center"/>
        </w:trPr>
        <w:tc>
          <w:tcPr>
            <w:tcW w:w="4814" w:type="dxa"/>
            <w:shd w:val="clear" w:color="auto" w:fill="auto"/>
            <w:noWrap/>
            <w:tcMar>
              <w:top w:w="28" w:type="dxa"/>
              <w:left w:w="28" w:type="dxa"/>
              <w:bottom w:w="28" w:type="dxa"/>
              <w:right w:w="28" w:type="dxa"/>
            </w:tcMar>
          </w:tcPr>
          <w:p w14:paraId="4DAFFFBF" w14:textId="77777777" w:rsidR="001E6B6B" w:rsidRPr="001F078B" w:rsidRDefault="001E6B6B" w:rsidP="006B3BD2">
            <w:pPr>
              <w:pStyle w:val="TAC"/>
              <w:rPr>
                <w:noProof/>
                <w:lang w:eastAsia="zh-CN"/>
              </w:rPr>
            </w:pPr>
            <w:r w:rsidRPr="001F078B">
              <w:t>DC_1A-21A-28A_n257A</w:t>
            </w:r>
            <w:r w:rsidRPr="001F078B">
              <w:rPr>
                <w:rFonts w:hint="eastAsia"/>
                <w:vertAlign w:val="superscript"/>
                <w:lang w:val="fi-FI" w:eastAsia="zh-CN"/>
              </w:rPr>
              <w:t>2</w:t>
            </w:r>
          </w:p>
        </w:tc>
        <w:tc>
          <w:tcPr>
            <w:tcW w:w="4815" w:type="dxa"/>
            <w:tcMar>
              <w:top w:w="28" w:type="dxa"/>
              <w:left w:w="28" w:type="dxa"/>
              <w:bottom w:w="28" w:type="dxa"/>
              <w:right w:w="28" w:type="dxa"/>
            </w:tcMar>
          </w:tcPr>
          <w:p w14:paraId="73F32211" w14:textId="77777777" w:rsidR="001E6B6B" w:rsidRPr="001F078B" w:rsidRDefault="001E6B6B" w:rsidP="006B3BD2">
            <w:pPr>
              <w:pStyle w:val="TAC"/>
            </w:pPr>
            <w:r w:rsidRPr="001F078B">
              <w:t>DC_1A_n257A</w:t>
            </w:r>
          </w:p>
          <w:p w14:paraId="516EE4A7" w14:textId="77777777" w:rsidR="001E6B6B" w:rsidRPr="001F078B" w:rsidRDefault="001E6B6B" w:rsidP="006B3BD2">
            <w:pPr>
              <w:pStyle w:val="TAC"/>
            </w:pPr>
            <w:r w:rsidRPr="001F078B">
              <w:t>DC_21A_n257A</w:t>
            </w:r>
          </w:p>
          <w:p w14:paraId="2646CBE3" w14:textId="77777777" w:rsidR="001E6B6B" w:rsidRPr="001F078B" w:rsidRDefault="001E6B6B" w:rsidP="006B3BD2">
            <w:pPr>
              <w:pStyle w:val="TAC"/>
              <w:rPr>
                <w:noProof/>
                <w:lang w:eastAsia="zh-CN"/>
              </w:rPr>
            </w:pPr>
            <w:r w:rsidRPr="001F078B">
              <w:t>DC_28A_n257A</w:t>
            </w:r>
          </w:p>
        </w:tc>
      </w:tr>
      <w:tr w:rsidR="001E6B6B" w:rsidRPr="001F078B" w14:paraId="5AE89220" w14:textId="77777777" w:rsidTr="006B3BD2">
        <w:trPr>
          <w:trHeight w:val="187"/>
          <w:jc w:val="center"/>
        </w:trPr>
        <w:tc>
          <w:tcPr>
            <w:tcW w:w="4814" w:type="dxa"/>
            <w:shd w:val="clear" w:color="auto" w:fill="auto"/>
            <w:noWrap/>
            <w:tcMar>
              <w:top w:w="28" w:type="dxa"/>
              <w:left w:w="28" w:type="dxa"/>
              <w:bottom w:w="28" w:type="dxa"/>
              <w:right w:w="28" w:type="dxa"/>
            </w:tcMar>
          </w:tcPr>
          <w:p w14:paraId="336B4ED5" w14:textId="77777777" w:rsidR="001E6B6B" w:rsidRPr="001F078B" w:rsidRDefault="001E6B6B" w:rsidP="006B3BD2">
            <w:pPr>
              <w:pStyle w:val="TAC"/>
            </w:pPr>
            <w:r w:rsidRPr="001F078B">
              <w:lastRenderedPageBreak/>
              <w:t>DC_1A-21A-42A_n257A</w:t>
            </w:r>
          </w:p>
          <w:p w14:paraId="36BC1167" w14:textId="77777777" w:rsidR="001E6B6B" w:rsidRPr="001F078B" w:rsidRDefault="001E6B6B" w:rsidP="006B3BD2">
            <w:pPr>
              <w:pStyle w:val="TAC"/>
              <w:rPr>
                <w:lang w:val="en-US" w:eastAsia="fi-FI"/>
              </w:rPr>
            </w:pPr>
            <w:r w:rsidRPr="001F078B">
              <w:rPr>
                <w:lang w:val="en-US" w:eastAsia="fi-FI"/>
              </w:rPr>
              <w:t>DC_1A-21A-42A_n257G</w:t>
            </w:r>
          </w:p>
          <w:p w14:paraId="67F475F5" w14:textId="77777777" w:rsidR="001E6B6B" w:rsidRPr="001F078B" w:rsidRDefault="001E6B6B" w:rsidP="006B3BD2">
            <w:pPr>
              <w:pStyle w:val="TAC"/>
              <w:rPr>
                <w:lang w:val="en-US" w:eastAsia="fi-FI"/>
              </w:rPr>
            </w:pPr>
            <w:r w:rsidRPr="001F078B">
              <w:rPr>
                <w:lang w:val="en-US" w:eastAsia="fi-FI"/>
              </w:rPr>
              <w:t>DC_1A-21A-42A_n257H</w:t>
            </w:r>
          </w:p>
          <w:p w14:paraId="285E142B" w14:textId="77777777" w:rsidR="001E6B6B" w:rsidRPr="001F078B" w:rsidRDefault="001E6B6B" w:rsidP="006B3BD2">
            <w:pPr>
              <w:pStyle w:val="TAC"/>
              <w:rPr>
                <w:lang w:val="en-US" w:eastAsia="fi-FI"/>
              </w:rPr>
            </w:pPr>
            <w:r w:rsidRPr="001F078B">
              <w:rPr>
                <w:lang w:val="en-US" w:eastAsia="fi-FI"/>
              </w:rPr>
              <w:t>DC_1A-21A-42A_n257I</w:t>
            </w:r>
          </w:p>
          <w:p w14:paraId="3C387922" w14:textId="77777777" w:rsidR="001E6B6B" w:rsidRPr="001F078B" w:rsidRDefault="001E6B6B" w:rsidP="006B3BD2">
            <w:pPr>
              <w:pStyle w:val="TAC"/>
              <w:rPr>
                <w:lang w:val="en-US" w:eastAsia="fi-FI"/>
              </w:rPr>
            </w:pPr>
            <w:r w:rsidRPr="001F078B">
              <w:rPr>
                <w:lang w:val="en-US" w:eastAsia="fi-FI"/>
              </w:rPr>
              <w:t>DC_1A-21A-42A_n257J</w:t>
            </w:r>
          </w:p>
          <w:p w14:paraId="5D8BDA14" w14:textId="77777777" w:rsidR="001E6B6B" w:rsidRPr="001F078B" w:rsidRDefault="001E6B6B" w:rsidP="006B3BD2">
            <w:pPr>
              <w:pStyle w:val="TAC"/>
              <w:rPr>
                <w:lang w:val="en-US" w:eastAsia="fi-FI"/>
              </w:rPr>
            </w:pPr>
            <w:r w:rsidRPr="001F078B">
              <w:rPr>
                <w:lang w:val="en-US" w:eastAsia="fi-FI"/>
              </w:rPr>
              <w:t>DC_1A-21A-42A_n257K</w:t>
            </w:r>
          </w:p>
          <w:p w14:paraId="593A0B1A" w14:textId="77777777" w:rsidR="001E6B6B" w:rsidRPr="001F078B" w:rsidRDefault="001E6B6B" w:rsidP="006B3BD2">
            <w:pPr>
              <w:pStyle w:val="TAC"/>
              <w:rPr>
                <w:lang w:val="en-US" w:eastAsia="fi-FI"/>
              </w:rPr>
            </w:pPr>
            <w:r w:rsidRPr="001F078B">
              <w:rPr>
                <w:lang w:val="en-US" w:eastAsia="fi-FI"/>
              </w:rPr>
              <w:t>DC_1A-21A-42A_n257L</w:t>
            </w:r>
          </w:p>
          <w:p w14:paraId="22C8DC7C" w14:textId="77777777" w:rsidR="001E6B6B" w:rsidRPr="001F078B" w:rsidRDefault="001E6B6B" w:rsidP="006B3BD2">
            <w:pPr>
              <w:pStyle w:val="TAC"/>
              <w:rPr>
                <w:lang w:eastAsia="zh-CN"/>
              </w:rPr>
            </w:pPr>
            <w:r w:rsidRPr="001F078B">
              <w:rPr>
                <w:lang w:val="en-US" w:eastAsia="fi-FI"/>
              </w:rPr>
              <w:t>DC_1A-21A-42A_n257M</w:t>
            </w:r>
          </w:p>
          <w:p w14:paraId="0EBF3414" w14:textId="77777777" w:rsidR="001E6B6B" w:rsidRPr="001F078B" w:rsidRDefault="001E6B6B" w:rsidP="006B3BD2">
            <w:pPr>
              <w:pStyle w:val="TAC"/>
              <w:rPr>
                <w:lang w:eastAsia="zh-CN"/>
              </w:rPr>
            </w:pPr>
            <w:r w:rsidRPr="001F078B">
              <w:t>DC_1A-21A-42C_n257A</w:t>
            </w:r>
          </w:p>
          <w:p w14:paraId="583D8B20" w14:textId="77777777" w:rsidR="001E6B6B" w:rsidRPr="001F078B" w:rsidRDefault="001E6B6B" w:rsidP="006B3BD2">
            <w:pPr>
              <w:pStyle w:val="TAC"/>
              <w:rPr>
                <w:rFonts w:cs="Arial"/>
                <w:lang w:eastAsia="zh-CN"/>
              </w:rPr>
            </w:pPr>
            <w:r w:rsidRPr="001F078B">
              <w:rPr>
                <w:rFonts w:cs="Arial"/>
                <w:lang w:eastAsia="ja-JP"/>
              </w:rPr>
              <w:t>DC</w:t>
            </w:r>
            <w:r w:rsidRPr="001F078B">
              <w:rPr>
                <w:rFonts w:cs="Arial"/>
              </w:rPr>
              <w:t>_</w:t>
            </w:r>
            <w:r w:rsidRPr="001F078B">
              <w:rPr>
                <w:rFonts w:cs="Arial"/>
                <w:lang w:eastAsia="ja-JP"/>
              </w:rPr>
              <w:t>1A-21A-42C_n257D</w:t>
            </w:r>
          </w:p>
          <w:p w14:paraId="4C0F3CBE" w14:textId="77777777" w:rsidR="001E6B6B" w:rsidRPr="001F078B" w:rsidRDefault="001E6B6B" w:rsidP="006B3BD2">
            <w:pPr>
              <w:pStyle w:val="TAC"/>
              <w:rPr>
                <w:rFonts w:cs="Arial"/>
                <w:lang w:eastAsia="zh-CN"/>
              </w:rPr>
            </w:pPr>
            <w:r w:rsidRPr="001F078B">
              <w:rPr>
                <w:rFonts w:cs="Arial"/>
                <w:lang w:eastAsia="ja-JP"/>
              </w:rPr>
              <w:t>DC</w:t>
            </w:r>
            <w:r w:rsidRPr="001F078B">
              <w:rPr>
                <w:rFonts w:cs="Arial"/>
              </w:rPr>
              <w:t>_</w:t>
            </w:r>
            <w:r w:rsidRPr="001F078B">
              <w:rPr>
                <w:rFonts w:cs="Arial"/>
                <w:lang w:eastAsia="ja-JP"/>
              </w:rPr>
              <w:t>1A-21A-42C_n257E</w:t>
            </w:r>
          </w:p>
          <w:p w14:paraId="7F9A10FF"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1A-21A-42C_n257F</w:t>
            </w:r>
          </w:p>
          <w:p w14:paraId="548B0DE2" w14:textId="77777777" w:rsidR="001E6B6B" w:rsidRPr="001F078B" w:rsidRDefault="001E6B6B" w:rsidP="006B3BD2">
            <w:pPr>
              <w:pStyle w:val="TAC"/>
              <w:rPr>
                <w:lang w:val="en-US" w:eastAsia="fi-FI"/>
              </w:rPr>
            </w:pPr>
            <w:r w:rsidRPr="001F078B">
              <w:rPr>
                <w:lang w:val="en-US" w:eastAsia="fi-FI"/>
              </w:rPr>
              <w:t>DC_1A-21A-42C_n257G</w:t>
            </w:r>
          </w:p>
          <w:p w14:paraId="75A06BB1" w14:textId="77777777" w:rsidR="001E6B6B" w:rsidRPr="001F078B" w:rsidRDefault="001E6B6B" w:rsidP="006B3BD2">
            <w:pPr>
              <w:pStyle w:val="TAC"/>
              <w:rPr>
                <w:lang w:val="en-US" w:eastAsia="fi-FI"/>
              </w:rPr>
            </w:pPr>
            <w:r w:rsidRPr="001F078B">
              <w:rPr>
                <w:lang w:val="en-US" w:eastAsia="fi-FI"/>
              </w:rPr>
              <w:t>DC_1A-21A-42C_n257H</w:t>
            </w:r>
          </w:p>
          <w:p w14:paraId="26506847" w14:textId="77777777" w:rsidR="001E6B6B" w:rsidRPr="001F078B" w:rsidRDefault="001E6B6B" w:rsidP="006B3BD2">
            <w:pPr>
              <w:pStyle w:val="TAC"/>
              <w:rPr>
                <w:lang w:val="en-US" w:eastAsia="fi-FI"/>
              </w:rPr>
            </w:pPr>
            <w:r w:rsidRPr="001F078B">
              <w:rPr>
                <w:lang w:val="en-US" w:eastAsia="fi-FI"/>
              </w:rPr>
              <w:t>DC_1A-21A-42C_n257I</w:t>
            </w:r>
          </w:p>
          <w:p w14:paraId="75BD32BF" w14:textId="77777777" w:rsidR="001E6B6B" w:rsidRPr="001F078B" w:rsidRDefault="001E6B6B" w:rsidP="006B3BD2">
            <w:pPr>
              <w:pStyle w:val="TAC"/>
              <w:rPr>
                <w:lang w:val="en-US" w:eastAsia="fi-FI"/>
              </w:rPr>
            </w:pPr>
            <w:r w:rsidRPr="001F078B">
              <w:rPr>
                <w:lang w:val="en-US" w:eastAsia="fi-FI"/>
              </w:rPr>
              <w:t>DC_1A-21A-42C_n257J</w:t>
            </w:r>
          </w:p>
          <w:p w14:paraId="7650CA1C" w14:textId="77777777" w:rsidR="001E6B6B" w:rsidRPr="001F078B" w:rsidRDefault="001E6B6B" w:rsidP="006B3BD2">
            <w:pPr>
              <w:pStyle w:val="TAC"/>
              <w:rPr>
                <w:lang w:val="en-US" w:eastAsia="fi-FI"/>
              </w:rPr>
            </w:pPr>
            <w:r w:rsidRPr="001F078B">
              <w:rPr>
                <w:lang w:val="en-US" w:eastAsia="fi-FI"/>
              </w:rPr>
              <w:t>DC_1A-21A-42C_n257K</w:t>
            </w:r>
          </w:p>
          <w:p w14:paraId="146696C6" w14:textId="77777777" w:rsidR="001E6B6B" w:rsidRPr="001F078B" w:rsidRDefault="001E6B6B" w:rsidP="006B3BD2">
            <w:pPr>
              <w:pStyle w:val="TAC"/>
              <w:rPr>
                <w:lang w:val="en-US" w:eastAsia="fi-FI"/>
              </w:rPr>
            </w:pPr>
            <w:r w:rsidRPr="001F078B">
              <w:rPr>
                <w:lang w:val="en-US" w:eastAsia="fi-FI"/>
              </w:rPr>
              <w:t>DC_1A-21A-42C_n257L</w:t>
            </w:r>
          </w:p>
          <w:p w14:paraId="3EB2F47C" w14:textId="77777777" w:rsidR="001E6B6B" w:rsidRPr="001F078B" w:rsidRDefault="001E6B6B" w:rsidP="006B3BD2">
            <w:pPr>
              <w:pStyle w:val="TAC"/>
              <w:rPr>
                <w:lang w:val="en-US" w:eastAsia="fi-FI"/>
              </w:rPr>
            </w:pPr>
            <w:r w:rsidRPr="001F078B">
              <w:rPr>
                <w:lang w:val="en-US" w:eastAsia="fi-FI"/>
              </w:rPr>
              <w:t>DC_1A-21A-42C_n257M</w:t>
            </w:r>
          </w:p>
          <w:p w14:paraId="725A089E" w14:textId="77777777" w:rsidR="001E6B6B" w:rsidRPr="001F078B" w:rsidRDefault="001E6B6B" w:rsidP="006B3BD2">
            <w:pPr>
              <w:pStyle w:val="TAC"/>
            </w:pPr>
            <w:r w:rsidRPr="001F078B">
              <w:t>DC_1A-21A-42D_n257A</w:t>
            </w:r>
          </w:p>
          <w:p w14:paraId="030991DC" w14:textId="77777777" w:rsidR="001E6B6B" w:rsidRPr="001F078B" w:rsidRDefault="001E6B6B" w:rsidP="006B3BD2">
            <w:pPr>
              <w:pStyle w:val="TAC"/>
            </w:pPr>
            <w:r w:rsidRPr="001F078B">
              <w:t>DC_1A-21A-42D_n257D</w:t>
            </w:r>
          </w:p>
          <w:p w14:paraId="212D4D29" w14:textId="77777777" w:rsidR="001E6B6B" w:rsidRPr="001F078B" w:rsidRDefault="001E6B6B" w:rsidP="006B3BD2">
            <w:pPr>
              <w:pStyle w:val="TAC"/>
            </w:pPr>
            <w:r w:rsidRPr="001F078B">
              <w:t>DC_1A-21A-42D_n257E</w:t>
            </w:r>
          </w:p>
          <w:p w14:paraId="61F5E620" w14:textId="77777777" w:rsidR="001E6B6B" w:rsidRPr="001F078B" w:rsidRDefault="001E6B6B" w:rsidP="006B3BD2">
            <w:pPr>
              <w:pStyle w:val="TAC"/>
              <w:rPr>
                <w:noProof/>
                <w:lang w:eastAsia="zh-CN"/>
              </w:rPr>
            </w:pPr>
            <w:r w:rsidRPr="001F078B">
              <w:t>DC_1A-21A-42D_n257F</w:t>
            </w:r>
          </w:p>
        </w:tc>
        <w:tc>
          <w:tcPr>
            <w:tcW w:w="4815" w:type="dxa"/>
            <w:tcMar>
              <w:top w:w="28" w:type="dxa"/>
              <w:left w:w="28" w:type="dxa"/>
              <w:bottom w:w="28" w:type="dxa"/>
              <w:right w:w="28" w:type="dxa"/>
            </w:tcMar>
          </w:tcPr>
          <w:p w14:paraId="318A4E5D" w14:textId="77777777" w:rsidR="001E6B6B" w:rsidRDefault="001E6B6B" w:rsidP="006B3BD2">
            <w:pPr>
              <w:pStyle w:val="TAC"/>
            </w:pPr>
            <w:r>
              <w:t>DC_1A_n257A</w:t>
            </w:r>
          </w:p>
          <w:p w14:paraId="21ED1F7A" w14:textId="77777777" w:rsidR="001E6B6B" w:rsidRDefault="001E6B6B" w:rsidP="006B3BD2">
            <w:pPr>
              <w:pStyle w:val="TAC"/>
              <w:rPr>
                <w:lang w:val="en-US" w:eastAsia="ja-JP"/>
              </w:rPr>
            </w:pPr>
            <w:r>
              <w:rPr>
                <w:lang w:val="en-US" w:eastAsia="ja-JP"/>
              </w:rPr>
              <w:t>DC_1A_n257G</w:t>
            </w:r>
          </w:p>
          <w:p w14:paraId="20DD4F0F" w14:textId="77777777" w:rsidR="001E6B6B" w:rsidRDefault="001E6B6B" w:rsidP="006B3BD2">
            <w:pPr>
              <w:pStyle w:val="TAC"/>
              <w:rPr>
                <w:lang w:val="en-US" w:eastAsia="ja-JP"/>
              </w:rPr>
            </w:pPr>
            <w:r>
              <w:rPr>
                <w:lang w:val="en-US" w:eastAsia="ja-JP"/>
              </w:rPr>
              <w:t>DC_1A_n257H</w:t>
            </w:r>
          </w:p>
          <w:p w14:paraId="652EADB7" w14:textId="77777777" w:rsidR="001E6B6B" w:rsidRDefault="001E6B6B" w:rsidP="006B3BD2">
            <w:pPr>
              <w:pStyle w:val="TAC"/>
              <w:rPr>
                <w:lang w:val="en-US" w:eastAsia="ja-JP"/>
              </w:rPr>
            </w:pPr>
            <w:r>
              <w:rPr>
                <w:lang w:val="en-US" w:eastAsia="ja-JP"/>
              </w:rPr>
              <w:t>DC_1A_n257I</w:t>
            </w:r>
          </w:p>
          <w:p w14:paraId="4ACB3952" w14:textId="77777777" w:rsidR="001E6B6B" w:rsidRDefault="001E6B6B" w:rsidP="006B3BD2">
            <w:pPr>
              <w:pStyle w:val="TAC"/>
              <w:rPr>
                <w:lang w:val="en-US" w:eastAsia="ja-JP"/>
              </w:rPr>
            </w:pPr>
            <w:r>
              <w:rPr>
                <w:lang w:val="en-US" w:eastAsia="ja-JP"/>
              </w:rPr>
              <w:t>DC_1A_n257J</w:t>
            </w:r>
          </w:p>
          <w:p w14:paraId="7162D195" w14:textId="77777777" w:rsidR="001E6B6B" w:rsidRDefault="001E6B6B" w:rsidP="006B3BD2">
            <w:pPr>
              <w:pStyle w:val="TAC"/>
              <w:rPr>
                <w:lang w:val="en-US" w:eastAsia="ja-JP"/>
              </w:rPr>
            </w:pPr>
            <w:r>
              <w:rPr>
                <w:lang w:val="en-US" w:eastAsia="ja-JP"/>
              </w:rPr>
              <w:t>DC_1A_n257K</w:t>
            </w:r>
          </w:p>
          <w:p w14:paraId="770F3650" w14:textId="77777777" w:rsidR="001E6B6B" w:rsidRDefault="001E6B6B" w:rsidP="006B3BD2">
            <w:pPr>
              <w:pStyle w:val="TAC"/>
              <w:rPr>
                <w:lang w:val="en-US" w:eastAsia="ja-JP"/>
              </w:rPr>
            </w:pPr>
            <w:r>
              <w:rPr>
                <w:lang w:val="en-US" w:eastAsia="ja-JP"/>
              </w:rPr>
              <w:t>DC_1A_n257L</w:t>
            </w:r>
          </w:p>
          <w:p w14:paraId="1DA39E90" w14:textId="77777777" w:rsidR="001E6B6B" w:rsidRDefault="001E6B6B" w:rsidP="006B3BD2">
            <w:pPr>
              <w:pStyle w:val="TAC"/>
            </w:pPr>
            <w:r>
              <w:rPr>
                <w:lang w:val="en-US" w:eastAsia="ja-JP"/>
              </w:rPr>
              <w:t>DC_1A_n257M</w:t>
            </w:r>
          </w:p>
          <w:p w14:paraId="2906CBC3" w14:textId="77777777" w:rsidR="001E6B6B" w:rsidRDefault="001E6B6B" w:rsidP="006B3BD2">
            <w:pPr>
              <w:pStyle w:val="TAC"/>
            </w:pPr>
            <w:r>
              <w:t>DC_21A_n257A</w:t>
            </w:r>
          </w:p>
          <w:p w14:paraId="04C3BC54" w14:textId="77777777" w:rsidR="001E6B6B" w:rsidRDefault="001E6B6B" w:rsidP="006B3BD2">
            <w:pPr>
              <w:pStyle w:val="TAC"/>
              <w:rPr>
                <w:lang w:val="en-US" w:eastAsia="ja-JP"/>
              </w:rPr>
            </w:pPr>
            <w:r>
              <w:rPr>
                <w:lang w:val="en-US" w:eastAsia="ja-JP"/>
              </w:rPr>
              <w:t>DC_21A_n257G</w:t>
            </w:r>
          </w:p>
          <w:p w14:paraId="641C96BD" w14:textId="77777777" w:rsidR="001E6B6B" w:rsidRDefault="001E6B6B" w:rsidP="006B3BD2">
            <w:pPr>
              <w:pStyle w:val="TAC"/>
              <w:rPr>
                <w:lang w:val="en-US" w:eastAsia="ja-JP"/>
              </w:rPr>
            </w:pPr>
            <w:r>
              <w:rPr>
                <w:lang w:val="en-US" w:eastAsia="ja-JP"/>
              </w:rPr>
              <w:t>DC_21A_n257H</w:t>
            </w:r>
          </w:p>
          <w:p w14:paraId="37CFC1A7" w14:textId="77777777" w:rsidR="001E6B6B" w:rsidRDefault="001E6B6B" w:rsidP="006B3BD2">
            <w:pPr>
              <w:pStyle w:val="TAC"/>
              <w:rPr>
                <w:lang w:val="en-US" w:eastAsia="ja-JP"/>
              </w:rPr>
            </w:pPr>
            <w:r>
              <w:rPr>
                <w:lang w:val="en-US" w:eastAsia="ja-JP"/>
              </w:rPr>
              <w:t>DC_21A_n257I</w:t>
            </w:r>
          </w:p>
          <w:p w14:paraId="3844FA36" w14:textId="77777777" w:rsidR="001E6B6B" w:rsidRDefault="001E6B6B" w:rsidP="006B3BD2">
            <w:pPr>
              <w:pStyle w:val="TAC"/>
              <w:rPr>
                <w:lang w:val="en-US" w:eastAsia="ja-JP"/>
              </w:rPr>
            </w:pPr>
            <w:r>
              <w:rPr>
                <w:lang w:val="en-US" w:eastAsia="ja-JP"/>
              </w:rPr>
              <w:t>DC_21A_n257J</w:t>
            </w:r>
          </w:p>
          <w:p w14:paraId="493FBB97" w14:textId="77777777" w:rsidR="001E6B6B" w:rsidRDefault="001E6B6B" w:rsidP="006B3BD2">
            <w:pPr>
              <w:pStyle w:val="TAC"/>
              <w:rPr>
                <w:lang w:val="en-US" w:eastAsia="ja-JP"/>
              </w:rPr>
            </w:pPr>
            <w:r>
              <w:rPr>
                <w:lang w:val="en-US" w:eastAsia="ja-JP"/>
              </w:rPr>
              <w:t>DC_21A_n257K</w:t>
            </w:r>
          </w:p>
          <w:p w14:paraId="2D0C5EC2" w14:textId="77777777" w:rsidR="001E6B6B" w:rsidRDefault="001E6B6B" w:rsidP="006B3BD2">
            <w:pPr>
              <w:pStyle w:val="TAC"/>
              <w:rPr>
                <w:lang w:val="en-US" w:eastAsia="ja-JP"/>
              </w:rPr>
            </w:pPr>
            <w:r>
              <w:rPr>
                <w:lang w:val="en-US" w:eastAsia="ja-JP"/>
              </w:rPr>
              <w:t>DC_21A_n257L</w:t>
            </w:r>
          </w:p>
          <w:p w14:paraId="4E9BF638" w14:textId="77777777" w:rsidR="001E6B6B" w:rsidRDefault="001E6B6B" w:rsidP="006B3BD2">
            <w:pPr>
              <w:pStyle w:val="TAC"/>
            </w:pPr>
            <w:r>
              <w:rPr>
                <w:lang w:val="en-US" w:eastAsia="ja-JP"/>
              </w:rPr>
              <w:t>DC_21A_n257M</w:t>
            </w:r>
          </w:p>
          <w:p w14:paraId="50418F98" w14:textId="77777777" w:rsidR="001E6B6B" w:rsidRDefault="001E6B6B" w:rsidP="006B3BD2">
            <w:pPr>
              <w:pStyle w:val="TAC"/>
            </w:pPr>
            <w:r>
              <w:t>DC_42A_n257A</w:t>
            </w:r>
          </w:p>
          <w:p w14:paraId="7E2E9E78" w14:textId="1515ADC6" w:rsidR="001E6B6B" w:rsidRDefault="001E6B6B" w:rsidP="006B3BD2">
            <w:pPr>
              <w:pStyle w:val="TAC"/>
            </w:pPr>
            <w:r>
              <w:t>DC_42A_n257D</w:t>
            </w:r>
          </w:p>
          <w:p w14:paraId="5D826325" w14:textId="77777777" w:rsidR="001E6B6B" w:rsidRDefault="001E6B6B" w:rsidP="006B3BD2">
            <w:pPr>
              <w:pStyle w:val="TAC"/>
              <w:rPr>
                <w:lang w:val="en-US" w:eastAsia="ja-JP"/>
              </w:rPr>
            </w:pPr>
            <w:r>
              <w:rPr>
                <w:lang w:val="en-US" w:eastAsia="ja-JP"/>
              </w:rPr>
              <w:t>DC_42A_n257G</w:t>
            </w:r>
          </w:p>
          <w:p w14:paraId="6E225E87" w14:textId="77777777" w:rsidR="001E6B6B" w:rsidRDefault="001E6B6B" w:rsidP="006B3BD2">
            <w:pPr>
              <w:pStyle w:val="TAC"/>
              <w:rPr>
                <w:lang w:val="en-US" w:eastAsia="ja-JP"/>
              </w:rPr>
            </w:pPr>
            <w:r>
              <w:rPr>
                <w:lang w:val="en-US" w:eastAsia="ja-JP"/>
              </w:rPr>
              <w:t>DC_42A_n257H</w:t>
            </w:r>
          </w:p>
          <w:p w14:paraId="379143F3" w14:textId="77777777" w:rsidR="001E6B6B" w:rsidRPr="001F078B" w:rsidRDefault="001E6B6B" w:rsidP="006B3BD2">
            <w:pPr>
              <w:pStyle w:val="TAC"/>
              <w:rPr>
                <w:noProof/>
                <w:lang w:eastAsia="zh-CN"/>
              </w:rPr>
            </w:pPr>
            <w:r>
              <w:rPr>
                <w:lang w:val="en-US" w:eastAsia="ja-JP"/>
              </w:rPr>
              <w:t>DC_42A_n257I</w:t>
            </w:r>
          </w:p>
        </w:tc>
      </w:tr>
      <w:tr w:rsidR="001E6B6B" w:rsidRPr="001F078B" w14:paraId="09546F71" w14:textId="77777777" w:rsidTr="006B3BD2">
        <w:trPr>
          <w:trHeight w:val="187"/>
          <w:jc w:val="center"/>
        </w:trPr>
        <w:tc>
          <w:tcPr>
            <w:tcW w:w="4814" w:type="dxa"/>
            <w:shd w:val="clear" w:color="auto" w:fill="auto"/>
            <w:noWrap/>
            <w:tcMar>
              <w:top w:w="28" w:type="dxa"/>
              <w:left w:w="28" w:type="dxa"/>
              <w:bottom w:w="28" w:type="dxa"/>
              <w:right w:w="28" w:type="dxa"/>
            </w:tcMar>
          </w:tcPr>
          <w:p w14:paraId="273AAF17" w14:textId="77777777" w:rsidR="001E6B6B" w:rsidRDefault="001E6B6B" w:rsidP="006B3BD2">
            <w:pPr>
              <w:pStyle w:val="TAC"/>
              <w:rPr>
                <w:rFonts w:cs="Arial"/>
                <w:lang w:eastAsia="zh-CN"/>
              </w:rPr>
            </w:pPr>
            <w:r>
              <w:rPr>
                <w:rFonts w:cs="Arial"/>
                <w:lang w:eastAsia="ja-JP"/>
              </w:rPr>
              <w:t>DC</w:t>
            </w:r>
            <w:r>
              <w:rPr>
                <w:rFonts w:cs="Arial"/>
              </w:rPr>
              <w:t>_</w:t>
            </w:r>
            <w:r w:rsidRPr="00502C31">
              <w:rPr>
                <w:rFonts w:cs="Arial"/>
                <w:lang w:val="en-US" w:eastAsia="ja-JP"/>
              </w:rPr>
              <w:t>1</w:t>
            </w:r>
            <w:r>
              <w:rPr>
                <w:rFonts w:cs="Arial"/>
                <w:lang w:eastAsia="ja-JP"/>
              </w:rPr>
              <w:t>A-2</w:t>
            </w:r>
            <w:r w:rsidRPr="00502C31">
              <w:rPr>
                <w:rFonts w:cs="Arial"/>
                <w:lang w:val="en-US" w:eastAsia="ja-JP"/>
              </w:rPr>
              <w:t>8</w:t>
            </w:r>
            <w:r>
              <w:rPr>
                <w:rFonts w:cs="Arial"/>
                <w:lang w:eastAsia="ja-JP"/>
              </w:rPr>
              <w:t>A-42</w:t>
            </w:r>
            <w:r w:rsidRPr="00502C31">
              <w:rPr>
                <w:rFonts w:cs="Arial"/>
                <w:lang w:val="en-US" w:eastAsia="ja-JP"/>
              </w:rPr>
              <w:t>A</w:t>
            </w:r>
            <w:r>
              <w:rPr>
                <w:rFonts w:cs="Arial"/>
                <w:lang w:eastAsia="ja-JP"/>
              </w:rPr>
              <w:t>_n257A</w:t>
            </w:r>
          </w:p>
          <w:p w14:paraId="115BDA8D" w14:textId="77777777" w:rsidR="001E6B6B" w:rsidRDefault="001E6B6B" w:rsidP="006B3BD2">
            <w:pPr>
              <w:pStyle w:val="TAC"/>
              <w:rPr>
                <w:rFonts w:cs="Arial"/>
                <w:lang w:eastAsia="ja-JP"/>
              </w:rPr>
            </w:pPr>
            <w:r>
              <w:rPr>
                <w:rFonts w:cs="Arial"/>
                <w:lang w:eastAsia="ja-JP"/>
              </w:rPr>
              <w:t>DC</w:t>
            </w:r>
            <w:r>
              <w:rPr>
                <w:rFonts w:cs="Arial"/>
              </w:rPr>
              <w:t>_</w:t>
            </w:r>
            <w:r>
              <w:rPr>
                <w:rFonts w:cs="Arial"/>
                <w:lang w:val="en-US" w:eastAsia="ja-JP"/>
              </w:rPr>
              <w:t>1</w:t>
            </w:r>
            <w:r>
              <w:rPr>
                <w:rFonts w:cs="Arial"/>
                <w:lang w:eastAsia="ja-JP"/>
              </w:rPr>
              <w:t>A-2</w:t>
            </w:r>
            <w:r>
              <w:rPr>
                <w:rFonts w:cs="Arial"/>
                <w:lang w:val="en-US" w:eastAsia="ja-JP"/>
              </w:rPr>
              <w:t>8</w:t>
            </w:r>
            <w:r>
              <w:rPr>
                <w:rFonts w:cs="Arial"/>
                <w:lang w:eastAsia="ja-JP"/>
              </w:rPr>
              <w:t>A-42</w:t>
            </w:r>
            <w:r>
              <w:rPr>
                <w:rFonts w:cs="Arial"/>
                <w:lang w:val="en-US" w:eastAsia="ja-JP"/>
              </w:rPr>
              <w:t>A</w:t>
            </w:r>
            <w:r>
              <w:rPr>
                <w:rFonts w:cs="Arial"/>
                <w:lang w:eastAsia="ja-JP"/>
              </w:rPr>
              <w:t>_n257D</w:t>
            </w:r>
          </w:p>
          <w:p w14:paraId="0BDC1ADC" w14:textId="77777777" w:rsidR="001E6B6B" w:rsidRDefault="001E6B6B" w:rsidP="006B3BD2">
            <w:pPr>
              <w:pStyle w:val="TAC"/>
              <w:rPr>
                <w:rFonts w:cs="Arial"/>
                <w:lang w:eastAsia="ja-JP"/>
              </w:rPr>
            </w:pPr>
            <w:r>
              <w:rPr>
                <w:rFonts w:cs="Arial"/>
                <w:lang w:eastAsia="ja-JP"/>
              </w:rPr>
              <w:t>DC</w:t>
            </w:r>
            <w:r>
              <w:rPr>
                <w:rFonts w:cs="Arial"/>
              </w:rPr>
              <w:t>_</w:t>
            </w:r>
            <w:r>
              <w:rPr>
                <w:rFonts w:cs="Arial"/>
                <w:lang w:val="en-US" w:eastAsia="ja-JP"/>
              </w:rPr>
              <w:t>1</w:t>
            </w:r>
            <w:r>
              <w:rPr>
                <w:rFonts w:cs="Arial"/>
                <w:lang w:eastAsia="ja-JP"/>
              </w:rPr>
              <w:t>A-2</w:t>
            </w:r>
            <w:r>
              <w:rPr>
                <w:rFonts w:cs="Arial"/>
                <w:lang w:val="en-US" w:eastAsia="ja-JP"/>
              </w:rPr>
              <w:t>8</w:t>
            </w:r>
            <w:r>
              <w:rPr>
                <w:rFonts w:cs="Arial"/>
                <w:lang w:eastAsia="ja-JP"/>
              </w:rPr>
              <w:t>A-42</w:t>
            </w:r>
            <w:r>
              <w:rPr>
                <w:rFonts w:cs="Arial"/>
                <w:lang w:val="en-US" w:eastAsia="ja-JP"/>
              </w:rPr>
              <w:t>A</w:t>
            </w:r>
            <w:r>
              <w:rPr>
                <w:rFonts w:cs="Arial"/>
                <w:lang w:eastAsia="ja-JP"/>
              </w:rPr>
              <w:t>_n257G</w:t>
            </w:r>
          </w:p>
          <w:p w14:paraId="15FF0FEA" w14:textId="77777777" w:rsidR="001E6B6B" w:rsidRDefault="001E6B6B" w:rsidP="006B3BD2">
            <w:pPr>
              <w:pStyle w:val="TAC"/>
              <w:rPr>
                <w:rFonts w:cs="Arial"/>
                <w:lang w:eastAsia="ja-JP"/>
              </w:rPr>
            </w:pPr>
            <w:r>
              <w:rPr>
                <w:rFonts w:cs="Arial"/>
                <w:lang w:eastAsia="ja-JP"/>
              </w:rPr>
              <w:t>DC</w:t>
            </w:r>
            <w:r>
              <w:rPr>
                <w:rFonts w:cs="Arial"/>
              </w:rPr>
              <w:t>_</w:t>
            </w:r>
            <w:r>
              <w:rPr>
                <w:rFonts w:cs="Arial"/>
                <w:lang w:val="en-US" w:eastAsia="ja-JP"/>
              </w:rPr>
              <w:t>1</w:t>
            </w:r>
            <w:r>
              <w:rPr>
                <w:rFonts w:cs="Arial"/>
                <w:lang w:eastAsia="ja-JP"/>
              </w:rPr>
              <w:t>A-2</w:t>
            </w:r>
            <w:r>
              <w:rPr>
                <w:rFonts w:cs="Arial"/>
                <w:lang w:val="en-US" w:eastAsia="ja-JP"/>
              </w:rPr>
              <w:t>8</w:t>
            </w:r>
            <w:r>
              <w:rPr>
                <w:rFonts w:cs="Arial"/>
                <w:lang w:eastAsia="ja-JP"/>
              </w:rPr>
              <w:t>A-42</w:t>
            </w:r>
            <w:r>
              <w:rPr>
                <w:rFonts w:cs="Arial"/>
                <w:lang w:val="en-US" w:eastAsia="ja-JP"/>
              </w:rPr>
              <w:t>A</w:t>
            </w:r>
            <w:r>
              <w:rPr>
                <w:rFonts w:cs="Arial"/>
                <w:lang w:eastAsia="ja-JP"/>
              </w:rPr>
              <w:t>_n257H</w:t>
            </w:r>
          </w:p>
          <w:p w14:paraId="75123B01" w14:textId="77777777" w:rsidR="001E6B6B" w:rsidRDefault="001E6B6B" w:rsidP="006B3BD2">
            <w:pPr>
              <w:pStyle w:val="TAC"/>
              <w:rPr>
                <w:rFonts w:cs="Arial"/>
                <w:lang w:eastAsia="zh-CN"/>
              </w:rPr>
            </w:pPr>
            <w:r>
              <w:rPr>
                <w:rFonts w:cs="Arial"/>
                <w:lang w:eastAsia="ja-JP"/>
              </w:rPr>
              <w:t>DC</w:t>
            </w:r>
            <w:r>
              <w:rPr>
                <w:rFonts w:cs="Arial"/>
              </w:rPr>
              <w:t>_</w:t>
            </w:r>
            <w:r>
              <w:rPr>
                <w:rFonts w:cs="Arial"/>
                <w:lang w:val="en-US" w:eastAsia="ja-JP"/>
              </w:rPr>
              <w:t>1</w:t>
            </w:r>
            <w:r>
              <w:rPr>
                <w:rFonts w:cs="Arial"/>
                <w:lang w:eastAsia="ja-JP"/>
              </w:rPr>
              <w:t>A-2</w:t>
            </w:r>
            <w:r>
              <w:rPr>
                <w:rFonts w:cs="Arial"/>
                <w:lang w:val="en-US" w:eastAsia="ja-JP"/>
              </w:rPr>
              <w:t>8</w:t>
            </w:r>
            <w:r>
              <w:rPr>
                <w:rFonts w:cs="Arial"/>
                <w:lang w:eastAsia="ja-JP"/>
              </w:rPr>
              <w:t>A-42</w:t>
            </w:r>
            <w:r>
              <w:rPr>
                <w:rFonts w:cs="Arial"/>
                <w:lang w:val="en-US" w:eastAsia="ja-JP"/>
              </w:rPr>
              <w:t>A</w:t>
            </w:r>
            <w:r>
              <w:rPr>
                <w:rFonts w:cs="Arial"/>
                <w:lang w:eastAsia="ja-JP"/>
              </w:rPr>
              <w:t>_n257I</w:t>
            </w:r>
          </w:p>
          <w:p w14:paraId="576E7BA4" w14:textId="7BB83E65" w:rsidR="001E6B6B" w:rsidRDefault="001E6B6B" w:rsidP="006B3BD2">
            <w:pPr>
              <w:pStyle w:val="TAC"/>
              <w:rPr>
                <w:rFonts w:cs="Arial"/>
                <w:szCs w:val="18"/>
              </w:rPr>
            </w:pPr>
            <w:r>
              <w:rPr>
                <w:rFonts w:cs="Arial"/>
                <w:szCs w:val="18"/>
              </w:rPr>
              <w:t>DC_1A-28A-42C_n257A</w:t>
            </w:r>
          </w:p>
          <w:p w14:paraId="448A1A2B" w14:textId="77777777" w:rsidR="001E6B6B" w:rsidRDefault="001E6B6B" w:rsidP="006B3BD2">
            <w:pPr>
              <w:pStyle w:val="TAC"/>
              <w:rPr>
                <w:rFonts w:cs="Arial"/>
                <w:szCs w:val="18"/>
              </w:rPr>
            </w:pPr>
            <w:r>
              <w:rPr>
                <w:rFonts w:cs="Arial"/>
                <w:szCs w:val="18"/>
              </w:rPr>
              <w:t>DC_1A-28A-42C_n257D</w:t>
            </w:r>
          </w:p>
          <w:p w14:paraId="011ACA6D" w14:textId="77777777" w:rsidR="001E6B6B" w:rsidRDefault="001E6B6B" w:rsidP="006B3BD2">
            <w:pPr>
              <w:pStyle w:val="TAC"/>
              <w:rPr>
                <w:rFonts w:cs="Arial"/>
                <w:szCs w:val="18"/>
              </w:rPr>
            </w:pPr>
            <w:r>
              <w:rPr>
                <w:rFonts w:cs="Arial"/>
                <w:szCs w:val="18"/>
              </w:rPr>
              <w:t>DC_1A-28A-42C_n257G</w:t>
            </w:r>
          </w:p>
          <w:p w14:paraId="7BD4732A" w14:textId="77777777" w:rsidR="001E6B6B" w:rsidRDefault="001E6B6B" w:rsidP="006B3BD2">
            <w:pPr>
              <w:pStyle w:val="TAC"/>
              <w:rPr>
                <w:rFonts w:cs="Arial"/>
                <w:szCs w:val="18"/>
              </w:rPr>
            </w:pPr>
            <w:r>
              <w:rPr>
                <w:rFonts w:cs="Arial"/>
                <w:szCs w:val="18"/>
              </w:rPr>
              <w:t>DC_1A-28A-42C_n257H</w:t>
            </w:r>
          </w:p>
          <w:p w14:paraId="2052FB9C" w14:textId="77777777" w:rsidR="001E6B6B" w:rsidRPr="001F078B" w:rsidRDefault="001E6B6B" w:rsidP="006B3BD2">
            <w:pPr>
              <w:pStyle w:val="TAC"/>
              <w:rPr>
                <w:noProof/>
                <w:lang w:eastAsia="zh-CN"/>
              </w:rPr>
            </w:pPr>
            <w:r>
              <w:rPr>
                <w:rFonts w:cs="Arial"/>
                <w:szCs w:val="18"/>
              </w:rPr>
              <w:t>DC_1A-28A-42C_n257I</w:t>
            </w:r>
          </w:p>
        </w:tc>
        <w:tc>
          <w:tcPr>
            <w:tcW w:w="4815" w:type="dxa"/>
            <w:tcMar>
              <w:top w:w="28" w:type="dxa"/>
              <w:left w:w="28" w:type="dxa"/>
              <w:bottom w:w="28" w:type="dxa"/>
              <w:right w:w="28" w:type="dxa"/>
            </w:tcMar>
          </w:tcPr>
          <w:p w14:paraId="2A8B5D86" w14:textId="77777777" w:rsidR="001E6B6B" w:rsidRDefault="001E6B6B" w:rsidP="006B3BD2">
            <w:pPr>
              <w:pStyle w:val="TAC"/>
              <w:rPr>
                <w:rFonts w:cs="Arial"/>
                <w:lang w:eastAsia="ja-JP"/>
              </w:rPr>
            </w:pPr>
            <w:r>
              <w:rPr>
                <w:rFonts w:cs="Arial"/>
                <w:lang w:eastAsia="ja-JP"/>
              </w:rPr>
              <w:t>DC</w:t>
            </w:r>
            <w:r>
              <w:rPr>
                <w:rFonts w:cs="Arial"/>
              </w:rPr>
              <w:t>_</w:t>
            </w:r>
            <w:r>
              <w:rPr>
                <w:rFonts w:cs="Arial"/>
                <w:lang w:val="en-US"/>
              </w:rPr>
              <w:t>1</w:t>
            </w:r>
            <w:r>
              <w:rPr>
                <w:rFonts w:cs="Arial"/>
                <w:lang w:eastAsia="ja-JP"/>
              </w:rPr>
              <w:t>A_n257A</w:t>
            </w:r>
          </w:p>
          <w:p w14:paraId="3F8FACF4" w14:textId="77777777" w:rsidR="001E6B6B" w:rsidRDefault="001E6B6B" w:rsidP="006B3BD2">
            <w:pPr>
              <w:pStyle w:val="TAC"/>
              <w:rPr>
                <w:rFonts w:cs="Arial"/>
                <w:lang w:eastAsia="ja-JP"/>
              </w:rPr>
            </w:pPr>
            <w:r>
              <w:rPr>
                <w:rFonts w:cs="Arial"/>
                <w:lang w:eastAsia="ja-JP"/>
              </w:rPr>
              <w:t>DC</w:t>
            </w:r>
            <w:r>
              <w:rPr>
                <w:rFonts w:cs="Arial"/>
              </w:rPr>
              <w:t>_</w:t>
            </w:r>
            <w:r>
              <w:rPr>
                <w:rFonts w:cs="Arial"/>
                <w:lang w:val="en-US"/>
              </w:rPr>
              <w:t>1</w:t>
            </w:r>
            <w:r>
              <w:rPr>
                <w:rFonts w:cs="Arial"/>
                <w:lang w:eastAsia="ja-JP"/>
              </w:rPr>
              <w:t>A_n257G</w:t>
            </w:r>
          </w:p>
          <w:p w14:paraId="05EAED3A" w14:textId="77777777" w:rsidR="001E6B6B" w:rsidRDefault="001E6B6B" w:rsidP="006B3BD2">
            <w:pPr>
              <w:pStyle w:val="TAC"/>
              <w:rPr>
                <w:rFonts w:cs="Arial"/>
                <w:lang w:eastAsia="ja-JP"/>
              </w:rPr>
            </w:pPr>
            <w:r>
              <w:rPr>
                <w:rFonts w:cs="Arial"/>
                <w:lang w:eastAsia="ja-JP"/>
              </w:rPr>
              <w:t>DC</w:t>
            </w:r>
            <w:r>
              <w:rPr>
                <w:rFonts w:cs="Arial"/>
              </w:rPr>
              <w:t>_</w:t>
            </w:r>
            <w:r>
              <w:rPr>
                <w:rFonts w:cs="Arial"/>
                <w:lang w:val="en-US"/>
              </w:rPr>
              <w:t>1</w:t>
            </w:r>
            <w:r>
              <w:rPr>
                <w:rFonts w:cs="Arial"/>
                <w:lang w:eastAsia="ja-JP"/>
              </w:rPr>
              <w:t>A_n257H</w:t>
            </w:r>
          </w:p>
          <w:p w14:paraId="209B82B8" w14:textId="77777777" w:rsidR="001E6B6B" w:rsidRDefault="001E6B6B" w:rsidP="006B3BD2">
            <w:pPr>
              <w:pStyle w:val="TAC"/>
              <w:rPr>
                <w:rFonts w:cs="Arial"/>
                <w:lang w:eastAsia="ja-JP"/>
              </w:rPr>
            </w:pPr>
            <w:r>
              <w:rPr>
                <w:rFonts w:cs="Arial"/>
                <w:lang w:eastAsia="ja-JP"/>
              </w:rPr>
              <w:t>DC</w:t>
            </w:r>
            <w:r>
              <w:rPr>
                <w:rFonts w:cs="Arial"/>
              </w:rPr>
              <w:t>_</w:t>
            </w:r>
            <w:r>
              <w:rPr>
                <w:rFonts w:cs="Arial"/>
                <w:lang w:val="en-US"/>
              </w:rPr>
              <w:t>1</w:t>
            </w:r>
            <w:r>
              <w:rPr>
                <w:rFonts w:cs="Arial"/>
                <w:lang w:eastAsia="ja-JP"/>
              </w:rPr>
              <w:t>A_n257I</w:t>
            </w:r>
          </w:p>
          <w:p w14:paraId="08F28C9D" w14:textId="77777777" w:rsidR="001E6B6B" w:rsidRDefault="001E6B6B" w:rsidP="006B3BD2">
            <w:pPr>
              <w:pStyle w:val="TAC"/>
              <w:rPr>
                <w:rFonts w:cs="Arial"/>
                <w:lang w:eastAsia="ja-JP"/>
              </w:rPr>
            </w:pPr>
            <w:r>
              <w:rPr>
                <w:rFonts w:cs="Arial"/>
                <w:lang w:eastAsia="ja-JP"/>
              </w:rPr>
              <w:t>DC</w:t>
            </w:r>
            <w:r>
              <w:rPr>
                <w:rFonts w:cs="Arial"/>
              </w:rPr>
              <w:t>_</w:t>
            </w:r>
            <w:r>
              <w:rPr>
                <w:rFonts w:cs="Arial"/>
                <w:lang w:eastAsia="ja-JP"/>
              </w:rPr>
              <w:t>2</w:t>
            </w:r>
            <w:r>
              <w:rPr>
                <w:rFonts w:cs="Arial"/>
                <w:lang w:val="en-US" w:eastAsia="ja-JP"/>
              </w:rPr>
              <w:t>8</w:t>
            </w:r>
            <w:r>
              <w:rPr>
                <w:rFonts w:cs="Arial"/>
                <w:lang w:eastAsia="ja-JP"/>
              </w:rPr>
              <w:t>A_n257A</w:t>
            </w:r>
          </w:p>
          <w:p w14:paraId="5C090640" w14:textId="77777777" w:rsidR="001E6B6B" w:rsidRDefault="001E6B6B" w:rsidP="006B3BD2">
            <w:pPr>
              <w:pStyle w:val="TAC"/>
              <w:rPr>
                <w:rFonts w:cs="Arial"/>
                <w:lang w:eastAsia="ja-JP"/>
              </w:rPr>
            </w:pPr>
            <w:r>
              <w:rPr>
                <w:rFonts w:cs="Arial"/>
                <w:lang w:eastAsia="ja-JP"/>
              </w:rPr>
              <w:t>DC</w:t>
            </w:r>
            <w:r>
              <w:rPr>
                <w:rFonts w:cs="Arial"/>
              </w:rPr>
              <w:t>_</w:t>
            </w:r>
            <w:r>
              <w:rPr>
                <w:rFonts w:cs="Arial"/>
                <w:lang w:eastAsia="ja-JP"/>
              </w:rPr>
              <w:t>2</w:t>
            </w:r>
            <w:r>
              <w:rPr>
                <w:rFonts w:cs="Arial"/>
                <w:lang w:val="en-US" w:eastAsia="ja-JP"/>
              </w:rPr>
              <w:t>8</w:t>
            </w:r>
            <w:r>
              <w:rPr>
                <w:rFonts w:cs="Arial"/>
                <w:lang w:eastAsia="ja-JP"/>
              </w:rPr>
              <w:t>A_n257G</w:t>
            </w:r>
          </w:p>
          <w:p w14:paraId="6141AD53" w14:textId="77777777" w:rsidR="001E6B6B" w:rsidRDefault="001E6B6B" w:rsidP="006B3BD2">
            <w:pPr>
              <w:pStyle w:val="TAC"/>
              <w:rPr>
                <w:rFonts w:cs="Arial"/>
                <w:lang w:eastAsia="ja-JP"/>
              </w:rPr>
            </w:pPr>
            <w:r>
              <w:rPr>
                <w:rFonts w:cs="Arial"/>
                <w:lang w:eastAsia="ja-JP"/>
              </w:rPr>
              <w:t>DC</w:t>
            </w:r>
            <w:r>
              <w:rPr>
                <w:rFonts w:cs="Arial"/>
              </w:rPr>
              <w:t>_</w:t>
            </w:r>
            <w:r>
              <w:rPr>
                <w:rFonts w:cs="Arial"/>
                <w:lang w:eastAsia="ja-JP"/>
              </w:rPr>
              <w:t>2</w:t>
            </w:r>
            <w:r>
              <w:rPr>
                <w:rFonts w:cs="Arial"/>
                <w:lang w:val="en-US" w:eastAsia="ja-JP"/>
              </w:rPr>
              <w:t>8</w:t>
            </w:r>
            <w:r>
              <w:rPr>
                <w:rFonts w:cs="Arial"/>
                <w:lang w:eastAsia="ja-JP"/>
              </w:rPr>
              <w:t>A_n257H</w:t>
            </w:r>
          </w:p>
          <w:p w14:paraId="2FA32E75" w14:textId="77777777" w:rsidR="001E6B6B" w:rsidRDefault="001E6B6B" w:rsidP="006B3BD2">
            <w:pPr>
              <w:pStyle w:val="TAC"/>
              <w:rPr>
                <w:rFonts w:cs="Arial"/>
                <w:lang w:eastAsia="ja-JP"/>
              </w:rPr>
            </w:pPr>
            <w:r>
              <w:rPr>
                <w:rFonts w:cs="Arial"/>
                <w:lang w:eastAsia="ja-JP"/>
              </w:rPr>
              <w:t>DC</w:t>
            </w:r>
            <w:r>
              <w:rPr>
                <w:rFonts w:cs="Arial"/>
              </w:rPr>
              <w:t>_</w:t>
            </w:r>
            <w:r>
              <w:rPr>
                <w:rFonts w:cs="Arial"/>
                <w:lang w:eastAsia="ja-JP"/>
              </w:rPr>
              <w:t>2</w:t>
            </w:r>
            <w:r>
              <w:rPr>
                <w:rFonts w:cs="Arial"/>
                <w:lang w:val="en-US" w:eastAsia="ja-JP"/>
              </w:rPr>
              <w:t>8</w:t>
            </w:r>
            <w:r>
              <w:rPr>
                <w:rFonts w:cs="Arial"/>
                <w:lang w:eastAsia="ja-JP"/>
              </w:rPr>
              <w:t>A_n257I</w:t>
            </w:r>
          </w:p>
          <w:p w14:paraId="223A0829" w14:textId="663EB51B" w:rsidR="001E6B6B" w:rsidRDefault="001E6B6B" w:rsidP="006B3BD2">
            <w:pPr>
              <w:pStyle w:val="TAC"/>
              <w:rPr>
                <w:rFonts w:cs="Arial"/>
                <w:lang w:eastAsia="ja-JP"/>
              </w:rPr>
            </w:pPr>
            <w:r>
              <w:rPr>
                <w:rFonts w:cs="Arial"/>
                <w:lang w:eastAsia="ja-JP"/>
              </w:rPr>
              <w:t>DC</w:t>
            </w:r>
            <w:r>
              <w:rPr>
                <w:rFonts w:cs="Arial"/>
              </w:rPr>
              <w:t>_</w:t>
            </w:r>
            <w:r>
              <w:rPr>
                <w:rFonts w:cs="Arial"/>
                <w:lang w:eastAsia="ja-JP"/>
              </w:rPr>
              <w:t>42A_n257A</w:t>
            </w:r>
          </w:p>
          <w:p w14:paraId="2757D594" w14:textId="77777777" w:rsidR="001E6B6B" w:rsidRDefault="001E6B6B" w:rsidP="006B3BD2">
            <w:pPr>
              <w:pStyle w:val="TAC"/>
              <w:rPr>
                <w:rFonts w:cs="Arial"/>
                <w:lang w:eastAsia="ja-JP"/>
              </w:rPr>
            </w:pPr>
            <w:r>
              <w:rPr>
                <w:rFonts w:cs="Arial"/>
                <w:lang w:eastAsia="ja-JP"/>
              </w:rPr>
              <w:t>DC</w:t>
            </w:r>
            <w:r>
              <w:rPr>
                <w:rFonts w:cs="Arial"/>
              </w:rPr>
              <w:t>_</w:t>
            </w:r>
            <w:r>
              <w:rPr>
                <w:rFonts w:cs="Arial"/>
                <w:lang w:eastAsia="ja-JP"/>
              </w:rPr>
              <w:t>42A_n257G</w:t>
            </w:r>
          </w:p>
          <w:p w14:paraId="6FA94995" w14:textId="77777777" w:rsidR="001E6B6B" w:rsidRDefault="001E6B6B" w:rsidP="006B3BD2">
            <w:pPr>
              <w:pStyle w:val="TAC"/>
              <w:rPr>
                <w:rFonts w:cs="Arial"/>
                <w:lang w:eastAsia="ja-JP"/>
              </w:rPr>
            </w:pPr>
            <w:r>
              <w:rPr>
                <w:rFonts w:cs="Arial"/>
                <w:lang w:eastAsia="ja-JP"/>
              </w:rPr>
              <w:t>DC</w:t>
            </w:r>
            <w:r>
              <w:rPr>
                <w:rFonts w:cs="Arial"/>
              </w:rPr>
              <w:t>_</w:t>
            </w:r>
            <w:r>
              <w:rPr>
                <w:rFonts w:cs="Arial"/>
                <w:lang w:eastAsia="ja-JP"/>
              </w:rPr>
              <w:t>42A_n257H</w:t>
            </w:r>
          </w:p>
          <w:p w14:paraId="4C78C985" w14:textId="77777777" w:rsidR="001E6B6B" w:rsidRDefault="001E6B6B" w:rsidP="006B3BD2">
            <w:pPr>
              <w:pStyle w:val="TAC"/>
              <w:rPr>
                <w:rFonts w:cs="Arial"/>
                <w:lang w:eastAsia="ja-JP"/>
              </w:rPr>
            </w:pPr>
            <w:r>
              <w:rPr>
                <w:rFonts w:cs="Arial"/>
                <w:lang w:eastAsia="ja-JP"/>
              </w:rPr>
              <w:t>DC</w:t>
            </w:r>
            <w:r>
              <w:rPr>
                <w:rFonts w:cs="Arial"/>
              </w:rPr>
              <w:t>_</w:t>
            </w:r>
            <w:r>
              <w:rPr>
                <w:rFonts w:cs="Arial"/>
                <w:lang w:eastAsia="ja-JP"/>
              </w:rPr>
              <w:t>42A_n257I</w:t>
            </w:r>
          </w:p>
          <w:p w14:paraId="50D7DED6" w14:textId="77777777" w:rsidR="001E6B6B" w:rsidRDefault="001E6B6B" w:rsidP="006B3BD2">
            <w:pPr>
              <w:pStyle w:val="TAC"/>
              <w:rPr>
                <w:rFonts w:cs="Arial"/>
                <w:lang w:eastAsia="ja-JP"/>
              </w:rPr>
            </w:pPr>
            <w:r>
              <w:rPr>
                <w:rFonts w:cs="Arial"/>
                <w:lang w:eastAsia="ja-JP"/>
              </w:rPr>
              <w:t>DC</w:t>
            </w:r>
            <w:r>
              <w:rPr>
                <w:rFonts w:cs="Arial"/>
              </w:rPr>
              <w:t>_</w:t>
            </w:r>
            <w:r>
              <w:rPr>
                <w:rFonts w:cs="Arial"/>
                <w:lang w:eastAsia="ja-JP"/>
              </w:rPr>
              <w:t>42C_n257A</w:t>
            </w:r>
          </w:p>
          <w:p w14:paraId="048CAAB0" w14:textId="77777777" w:rsidR="001E6B6B" w:rsidRDefault="001E6B6B" w:rsidP="006B3BD2">
            <w:pPr>
              <w:pStyle w:val="TAC"/>
              <w:rPr>
                <w:rFonts w:cs="Arial"/>
                <w:lang w:eastAsia="ja-JP"/>
              </w:rPr>
            </w:pPr>
            <w:r>
              <w:rPr>
                <w:rFonts w:cs="Arial"/>
                <w:lang w:eastAsia="ja-JP"/>
              </w:rPr>
              <w:t>DC</w:t>
            </w:r>
            <w:r>
              <w:rPr>
                <w:rFonts w:cs="Arial"/>
              </w:rPr>
              <w:t>_</w:t>
            </w:r>
            <w:r>
              <w:rPr>
                <w:rFonts w:cs="Arial"/>
                <w:lang w:eastAsia="ja-JP"/>
              </w:rPr>
              <w:t>42C_n257G</w:t>
            </w:r>
          </w:p>
          <w:p w14:paraId="237CC77B" w14:textId="77777777" w:rsidR="001E6B6B" w:rsidRDefault="001E6B6B" w:rsidP="006B3BD2">
            <w:pPr>
              <w:pStyle w:val="TAC"/>
              <w:rPr>
                <w:rFonts w:cs="Arial"/>
                <w:lang w:eastAsia="ja-JP"/>
              </w:rPr>
            </w:pPr>
            <w:r>
              <w:rPr>
                <w:rFonts w:cs="Arial"/>
                <w:lang w:eastAsia="ja-JP"/>
              </w:rPr>
              <w:t>DC</w:t>
            </w:r>
            <w:r>
              <w:rPr>
                <w:rFonts w:cs="Arial"/>
              </w:rPr>
              <w:t>_</w:t>
            </w:r>
            <w:r>
              <w:rPr>
                <w:rFonts w:cs="Arial"/>
                <w:lang w:eastAsia="ja-JP"/>
              </w:rPr>
              <w:t>42C_n257H</w:t>
            </w:r>
          </w:p>
          <w:p w14:paraId="04FD6D3D" w14:textId="77777777" w:rsidR="001E6B6B" w:rsidRPr="001F078B" w:rsidRDefault="001E6B6B" w:rsidP="006B3BD2">
            <w:pPr>
              <w:pStyle w:val="TAC"/>
              <w:rPr>
                <w:noProof/>
                <w:lang w:eastAsia="zh-CN"/>
              </w:rPr>
            </w:pPr>
            <w:r>
              <w:rPr>
                <w:rFonts w:cs="Arial"/>
                <w:lang w:eastAsia="ja-JP"/>
              </w:rPr>
              <w:t>DC</w:t>
            </w:r>
            <w:r>
              <w:rPr>
                <w:rFonts w:cs="Arial"/>
              </w:rPr>
              <w:t>_</w:t>
            </w:r>
            <w:r>
              <w:rPr>
                <w:rFonts w:cs="Arial"/>
                <w:lang w:eastAsia="ja-JP"/>
              </w:rPr>
              <w:t>42C_n257I</w:t>
            </w:r>
          </w:p>
        </w:tc>
      </w:tr>
      <w:tr w:rsidR="001E6B6B" w:rsidRPr="002665C4" w14:paraId="6F3937E4" w14:textId="77777777" w:rsidTr="006B3BD2">
        <w:trPr>
          <w:trHeight w:val="187"/>
          <w:jc w:val="center"/>
        </w:trPr>
        <w:tc>
          <w:tcPr>
            <w:tcW w:w="4814" w:type="dxa"/>
            <w:shd w:val="clear" w:color="auto" w:fill="auto"/>
            <w:noWrap/>
            <w:tcMar>
              <w:top w:w="28" w:type="dxa"/>
              <w:left w:w="28" w:type="dxa"/>
              <w:bottom w:w="28" w:type="dxa"/>
              <w:right w:w="28" w:type="dxa"/>
            </w:tcMar>
          </w:tcPr>
          <w:p w14:paraId="0743F0F6" w14:textId="77777777" w:rsidR="001E6B6B" w:rsidRPr="001F078B" w:rsidRDefault="001E6B6B" w:rsidP="006B3BD2">
            <w:pPr>
              <w:pStyle w:val="TAC"/>
              <w:rPr>
                <w:rFonts w:cs="Arial"/>
                <w:lang w:eastAsia="ja-JP"/>
              </w:rPr>
            </w:pPr>
            <w:r w:rsidRPr="001F078B">
              <w:rPr>
                <w:rFonts w:cs="Arial" w:hint="eastAsia"/>
                <w:lang w:eastAsia="ja-JP"/>
              </w:rPr>
              <w:lastRenderedPageBreak/>
              <w:t>DC</w:t>
            </w:r>
            <w:r w:rsidRPr="001F078B">
              <w:rPr>
                <w:rFonts w:cs="Arial"/>
              </w:rPr>
              <w:t>_</w:t>
            </w:r>
            <w:r w:rsidRPr="000E5B8D">
              <w:rPr>
                <w:rFonts w:cs="Arial"/>
                <w:lang w:eastAsia="ja-JP"/>
              </w:rPr>
              <w:t>1</w:t>
            </w:r>
            <w:r w:rsidRPr="001F078B">
              <w:rPr>
                <w:rFonts w:cs="Arial" w:hint="eastAsia"/>
                <w:lang w:eastAsia="ja-JP"/>
              </w:rPr>
              <w:t>A-</w:t>
            </w:r>
            <w:r w:rsidRPr="000E5B8D">
              <w:rPr>
                <w:rFonts w:cs="Arial"/>
                <w:lang w:eastAsia="ja-JP"/>
              </w:rPr>
              <w:t>41</w:t>
            </w:r>
            <w:r w:rsidRPr="001F078B">
              <w:rPr>
                <w:rFonts w:cs="Arial" w:hint="eastAsia"/>
                <w:lang w:eastAsia="ja-JP"/>
              </w:rPr>
              <w:t>A-42</w:t>
            </w:r>
            <w:r w:rsidRPr="000E5B8D">
              <w:rPr>
                <w:rFonts w:cs="Arial"/>
                <w:lang w:eastAsia="ja-JP"/>
              </w:rPr>
              <w:t>A</w:t>
            </w:r>
            <w:r w:rsidRPr="001F078B">
              <w:rPr>
                <w:rFonts w:cs="Arial" w:hint="eastAsia"/>
                <w:lang w:eastAsia="ja-JP"/>
              </w:rPr>
              <w:t>_n257A</w:t>
            </w:r>
          </w:p>
          <w:p w14:paraId="547FB59A" w14:textId="77777777" w:rsidR="001E6B6B" w:rsidRPr="001F078B" w:rsidRDefault="001E6B6B" w:rsidP="006B3BD2">
            <w:pPr>
              <w:pStyle w:val="TAC"/>
              <w:rPr>
                <w:rFonts w:eastAsia="MS Mincho" w:cs="Arial"/>
                <w:lang w:eastAsia="ja-JP"/>
              </w:rPr>
            </w:pPr>
            <w:r w:rsidRPr="001F078B">
              <w:rPr>
                <w:rFonts w:eastAsia="MS Mincho" w:cs="Arial"/>
                <w:lang w:eastAsia="ja-JP"/>
              </w:rPr>
              <w:t>DC_1A-41A-42A_n257D</w:t>
            </w:r>
          </w:p>
          <w:p w14:paraId="4266C38A" w14:textId="77777777" w:rsidR="001E6B6B" w:rsidRPr="001F078B" w:rsidRDefault="001E6B6B" w:rsidP="006B3BD2">
            <w:pPr>
              <w:pStyle w:val="TAC"/>
              <w:rPr>
                <w:rFonts w:eastAsia="MS Mincho" w:cs="Arial"/>
                <w:lang w:eastAsia="ja-JP"/>
              </w:rPr>
            </w:pPr>
            <w:r w:rsidRPr="001F078B">
              <w:rPr>
                <w:rFonts w:eastAsia="MS Mincho" w:cs="Arial"/>
                <w:lang w:eastAsia="ja-JP"/>
              </w:rPr>
              <w:t>DC_1A-41A-42A_n257E</w:t>
            </w:r>
          </w:p>
          <w:p w14:paraId="7B6862DD" w14:textId="77777777" w:rsidR="001E6B6B" w:rsidRPr="001F078B" w:rsidRDefault="001E6B6B" w:rsidP="006B3BD2">
            <w:pPr>
              <w:pStyle w:val="TAC"/>
              <w:rPr>
                <w:rFonts w:cs="Arial"/>
                <w:lang w:eastAsia="ja-JP"/>
              </w:rPr>
            </w:pPr>
            <w:r w:rsidRPr="001F078B">
              <w:rPr>
                <w:rFonts w:cs="Arial"/>
                <w:lang w:eastAsia="ja-JP"/>
              </w:rPr>
              <w:t>DC_1A-41A-42A_n257F</w:t>
            </w:r>
          </w:p>
          <w:p w14:paraId="6EA5C167" w14:textId="77777777" w:rsidR="001E6B6B" w:rsidRPr="001F078B" w:rsidRDefault="001E6B6B" w:rsidP="006B3BD2">
            <w:pPr>
              <w:pStyle w:val="TAC"/>
              <w:rPr>
                <w:rFonts w:eastAsia="MS Mincho" w:cs="Arial"/>
                <w:lang w:eastAsia="ja-JP"/>
              </w:rPr>
            </w:pPr>
            <w:r w:rsidRPr="001F078B">
              <w:rPr>
                <w:rFonts w:eastAsia="MS Mincho" w:cs="Arial"/>
                <w:lang w:eastAsia="ja-JP"/>
              </w:rPr>
              <w:t>DC_1A-41A-42A_n257G</w:t>
            </w:r>
          </w:p>
          <w:p w14:paraId="67F975D7" w14:textId="77777777" w:rsidR="001E6B6B" w:rsidRPr="001F078B" w:rsidRDefault="001E6B6B" w:rsidP="006B3BD2">
            <w:pPr>
              <w:pStyle w:val="TAC"/>
              <w:rPr>
                <w:rFonts w:eastAsia="MS Mincho" w:cs="Arial"/>
                <w:lang w:eastAsia="ja-JP"/>
              </w:rPr>
            </w:pPr>
            <w:r w:rsidRPr="001F078B">
              <w:rPr>
                <w:rFonts w:eastAsia="MS Mincho" w:cs="Arial"/>
                <w:lang w:eastAsia="ja-JP"/>
              </w:rPr>
              <w:t>DC_1A-41A-42A_n257H</w:t>
            </w:r>
          </w:p>
          <w:p w14:paraId="682AA8D2" w14:textId="77777777" w:rsidR="001E6B6B" w:rsidRPr="001F078B" w:rsidRDefault="001E6B6B" w:rsidP="006B3BD2">
            <w:pPr>
              <w:pStyle w:val="TAC"/>
              <w:rPr>
                <w:rFonts w:eastAsia="MS Mincho" w:cs="Arial"/>
                <w:lang w:eastAsia="ja-JP"/>
              </w:rPr>
            </w:pPr>
            <w:r w:rsidRPr="001F078B">
              <w:rPr>
                <w:rFonts w:eastAsia="MS Mincho" w:cs="Arial"/>
                <w:lang w:eastAsia="ja-JP"/>
              </w:rPr>
              <w:t>DC_1A-41A-42A_n257I</w:t>
            </w:r>
          </w:p>
          <w:p w14:paraId="479B79D3" w14:textId="77777777" w:rsidR="001E6B6B" w:rsidRPr="001F078B" w:rsidRDefault="001E6B6B" w:rsidP="006B3BD2">
            <w:pPr>
              <w:pStyle w:val="TAC"/>
              <w:rPr>
                <w:rFonts w:eastAsia="MS Mincho" w:cs="Arial"/>
                <w:lang w:eastAsia="ja-JP"/>
              </w:rPr>
            </w:pPr>
            <w:r w:rsidRPr="001F078B">
              <w:rPr>
                <w:rFonts w:eastAsia="MS Mincho" w:cs="Arial"/>
                <w:lang w:eastAsia="ja-JP"/>
              </w:rPr>
              <w:t>DC_1A-41A-42A_n257J</w:t>
            </w:r>
          </w:p>
          <w:p w14:paraId="329D5EF5" w14:textId="77777777" w:rsidR="001E6B6B" w:rsidRPr="001F078B" w:rsidRDefault="001E6B6B" w:rsidP="006B3BD2">
            <w:pPr>
              <w:pStyle w:val="TAC"/>
              <w:rPr>
                <w:rFonts w:eastAsia="MS Mincho" w:cs="Arial"/>
                <w:lang w:eastAsia="ja-JP"/>
              </w:rPr>
            </w:pPr>
            <w:r w:rsidRPr="001F078B">
              <w:rPr>
                <w:rFonts w:eastAsia="MS Mincho" w:cs="Arial"/>
                <w:lang w:eastAsia="ja-JP"/>
              </w:rPr>
              <w:t>DC_1A-41A-42A_n257K</w:t>
            </w:r>
          </w:p>
          <w:p w14:paraId="5A50A589" w14:textId="77777777" w:rsidR="001E6B6B" w:rsidRPr="001F078B" w:rsidRDefault="001E6B6B" w:rsidP="006B3BD2">
            <w:pPr>
              <w:pStyle w:val="TAC"/>
              <w:rPr>
                <w:rFonts w:eastAsia="MS Mincho" w:cs="Arial"/>
                <w:lang w:eastAsia="ja-JP"/>
              </w:rPr>
            </w:pPr>
            <w:r w:rsidRPr="001F078B">
              <w:rPr>
                <w:rFonts w:eastAsia="MS Mincho" w:cs="Arial"/>
                <w:lang w:eastAsia="ja-JP"/>
              </w:rPr>
              <w:t>DC_1A-41A-42A_n257L</w:t>
            </w:r>
          </w:p>
          <w:p w14:paraId="62EB4C03" w14:textId="77777777" w:rsidR="001E6B6B" w:rsidRPr="001F078B" w:rsidRDefault="001E6B6B" w:rsidP="006B3BD2">
            <w:pPr>
              <w:pStyle w:val="TAC"/>
              <w:rPr>
                <w:rFonts w:cs="Arial"/>
                <w:lang w:eastAsia="zh-CN"/>
              </w:rPr>
            </w:pPr>
            <w:r w:rsidRPr="001F078B">
              <w:rPr>
                <w:rFonts w:cs="Arial"/>
                <w:lang w:eastAsia="ja-JP"/>
              </w:rPr>
              <w:t>DC_1A-41A-42A_n257M</w:t>
            </w:r>
          </w:p>
          <w:p w14:paraId="77D007B9" w14:textId="77777777" w:rsidR="001E6B6B" w:rsidRPr="001F078B" w:rsidRDefault="001E6B6B" w:rsidP="006B3BD2">
            <w:pPr>
              <w:pStyle w:val="TAC"/>
              <w:rPr>
                <w:rFonts w:cs="Arial"/>
                <w:lang w:eastAsia="ja-JP"/>
              </w:rPr>
            </w:pPr>
            <w:r w:rsidRPr="001F078B">
              <w:rPr>
                <w:rFonts w:cs="Arial"/>
                <w:lang w:eastAsia="ja-JP"/>
              </w:rPr>
              <w:t>DC_1A-41</w:t>
            </w:r>
            <w:r w:rsidRPr="001F078B">
              <w:rPr>
                <w:rFonts w:cs="Arial"/>
                <w:lang w:val="en-US" w:eastAsia="ja-JP"/>
              </w:rPr>
              <w:t>A</w:t>
            </w:r>
            <w:r w:rsidRPr="001F078B">
              <w:rPr>
                <w:rFonts w:cs="Arial"/>
                <w:lang w:eastAsia="ja-JP"/>
              </w:rPr>
              <w:t>-42</w:t>
            </w:r>
            <w:r w:rsidRPr="001F078B">
              <w:rPr>
                <w:rFonts w:cs="Arial"/>
                <w:lang w:val="en-US" w:eastAsia="ja-JP"/>
              </w:rPr>
              <w:t>C_</w:t>
            </w:r>
            <w:r w:rsidRPr="001F078B">
              <w:rPr>
                <w:rFonts w:cs="Arial"/>
                <w:lang w:eastAsia="ja-JP"/>
              </w:rPr>
              <w:t>n257A</w:t>
            </w:r>
          </w:p>
          <w:p w14:paraId="02C52EFC" w14:textId="77777777" w:rsidR="001E6B6B" w:rsidRPr="001F078B" w:rsidRDefault="001E6B6B" w:rsidP="006B3BD2">
            <w:pPr>
              <w:pStyle w:val="TAC"/>
              <w:rPr>
                <w:rFonts w:eastAsia="MS Mincho" w:cs="Arial"/>
                <w:lang w:eastAsia="ja-JP"/>
              </w:rPr>
            </w:pPr>
            <w:r w:rsidRPr="001F078B">
              <w:rPr>
                <w:rFonts w:eastAsia="MS Mincho" w:cs="Arial"/>
                <w:lang w:eastAsia="ja-JP"/>
              </w:rPr>
              <w:t>DC_1A-41A-42C_n257D</w:t>
            </w:r>
          </w:p>
          <w:p w14:paraId="61A826E0" w14:textId="77777777" w:rsidR="001E6B6B" w:rsidRPr="001F078B" w:rsidRDefault="001E6B6B" w:rsidP="006B3BD2">
            <w:pPr>
              <w:pStyle w:val="TAC"/>
              <w:rPr>
                <w:rFonts w:eastAsia="MS Mincho" w:cs="Arial"/>
                <w:lang w:eastAsia="ja-JP"/>
              </w:rPr>
            </w:pPr>
            <w:r w:rsidRPr="001F078B">
              <w:rPr>
                <w:rFonts w:eastAsia="MS Mincho" w:cs="Arial"/>
                <w:lang w:eastAsia="ja-JP"/>
              </w:rPr>
              <w:t>DC_1A-41A-42C_n257E</w:t>
            </w:r>
          </w:p>
          <w:p w14:paraId="0AE85B76" w14:textId="77777777" w:rsidR="001E6B6B" w:rsidRPr="001F078B" w:rsidRDefault="001E6B6B" w:rsidP="006B3BD2">
            <w:pPr>
              <w:pStyle w:val="TAC"/>
              <w:rPr>
                <w:rFonts w:cs="Arial"/>
                <w:lang w:eastAsia="ja-JP"/>
              </w:rPr>
            </w:pPr>
            <w:r w:rsidRPr="001F078B">
              <w:rPr>
                <w:rFonts w:cs="Arial"/>
                <w:lang w:eastAsia="ja-JP"/>
              </w:rPr>
              <w:t>DC_1A-41A-42C_n257F</w:t>
            </w:r>
          </w:p>
          <w:p w14:paraId="0F09808F" w14:textId="77777777" w:rsidR="001E6B6B" w:rsidRPr="001F078B" w:rsidRDefault="001E6B6B" w:rsidP="006B3BD2">
            <w:pPr>
              <w:pStyle w:val="TAC"/>
              <w:rPr>
                <w:rFonts w:eastAsia="MS Mincho" w:cs="Arial"/>
                <w:lang w:eastAsia="ja-JP"/>
              </w:rPr>
            </w:pPr>
            <w:r w:rsidRPr="001F078B">
              <w:rPr>
                <w:rFonts w:eastAsia="MS Mincho" w:cs="Arial"/>
                <w:lang w:eastAsia="ja-JP"/>
              </w:rPr>
              <w:t>DC_1A-41A-42C_n257G</w:t>
            </w:r>
          </w:p>
          <w:p w14:paraId="7A959462" w14:textId="77777777" w:rsidR="001E6B6B" w:rsidRPr="001F078B" w:rsidRDefault="001E6B6B" w:rsidP="006B3BD2">
            <w:pPr>
              <w:pStyle w:val="TAC"/>
              <w:rPr>
                <w:rFonts w:eastAsia="MS Mincho" w:cs="Arial"/>
                <w:lang w:eastAsia="ja-JP"/>
              </w:rPr>
            </w:pPr>
            <w:r w:rsidRPr="001F078B">
              <w:rPr>
                <w:rFonts w:eastAsia="MS Mincho" w:cs="Arial"/>
                <w:lang w:eastAsia="ja-JP"/>
              </w:rPr>
              <w:t>DC_1A-41A-42C_n257H</w:t>
            </w:r>
          </w:p>
          <w:p w14:paraId="576A7AC5" w14:textId="77777777" w:rsidR="001E6B6B" w:rsidRPr="001F078B" w:rsidRDefault="001E6B6B" w:rsidP="006B3BD2">
            <w:pPr>
              <w:pStyle w:val="TAC"/>
              <w:rPr>
                <w:rFonts w:eastAsia="MS Mincho" w:cs="Arial"/>
                <w:lang w:eastAsia="ja-JP"/>
              </w:rPr>
            </w:pPr>
            <w:r w:rsidRPr="001F078B">
              <w:rPr>
                <w:rFonts w:eastAsia="MS Mincho" w:cs="Arial"/>
                <w:lang w:eastAsia="ja-JP"/>
              </w:rPr>
              <w:t>DC_1A-41A-42C_n257I</w:t>
            </w:r>
          </w:p>
          <w:p w14:paraId="2AF4CB7B" w14:textId="77777777" w:rsidR="001E6B6B" w:rsidRPr="001F078B" w:rsidRDefault="001E6B6B" w:rsidP="006B3BD2">
            <w:pPr>
              <w:pStyle w:val="TAC"/>
              <w:rPr>
                <w:rFonts w:eastAsia="MS Mincho" w:cs="Arial"/>
                <w:lang w:eastAsia="ja-JP"/>
              </w:rPr>
            </w:pPr>
            <w:r w:rsidRPr="001F078B">
              <w:rPr>
                <w:rFonts w:eastAsia="MS Mincho" w:cs="Arial"/>
                <w:lang w:eastAsia="ja-JP"/>
              </w:rPr>
              <w:t>DC_1A-41A-42C_n257J</w:t>
            </w:r>
          </w:p>
          <w:p w14:paraId="0C2F0774" w14:textId="77777777" w:rsidR="001E6B6B" w:rsidRPr="001F078B" w:rsidRDefault="001E6B6B" w:rsidP="006B3BD2">
            <w:pPr>
              <w:pStyle w:val="TAC"/>
              <w:rPr>
                <w:rFonts w:eastAsia="MS Mincho" w:cs="Arial"/>
                <w:lang w:eastAsia="ja-JP"/>
              </w:rPr>
            </w:pPr>
            <w:r w:rsidRPr="001F078B">
              <w:rPr>
                <w:rFonts w:eastAsia="MS Mincho" w:cs="Arial"/>
                <w:lang w:eastAsia="ja-JP"/>
              </w:rPr>
              <w:t>DC_1A-41A-42C_n257K</w:t>
            </w:r>
          </w:p>
          <w:p w14:paraId="033D917C" w14:textId="77777777" w:rsidR="001E6B6B" w:rsidRPr="001F078B" w:rsidRDefault="001E6B6B" w:rsidP="006B3BD2">
            <w:pPr>
              <w:pStyle w:val="TAC"/>
              <w:rPr>
                <w:rFonts w:eastAsia="MS Mincho" w:cs="Arial"/>
                <w:lang w:eastAsia="ja-JP"/>
              </w:rPr>
            </w:pPr>
            <w:r w:rsidRPr="001F078B">
              <w:rPr>
                <w:rFonts w:eastAsia="MS Mincho" w:cs="Arial"/>
                <w:lang w:eastAsia="ja-JP"/>
              </w:rPr>
              <w:t>DC_1A-41A-42C_n257L</w:t>
            </w:r>
          </w:p>
          <w:p w14:paraId="6C02F931" w14:textId="77777777" w:rsidR="001E6B6B" w:rsidRPr="001F078B" w:rsidRDefault="001E6B6B" w:rsidP="006B3BD2">
            <w:pPr>
              <w:pStyle w:val="TAC"/>
              <w:rPr>
                <w:rFonts w:cs="Arial"/>
                <w:lang w:eastAsia="zh-CN"/>
              </w:rPr>
            </w:pPr>
            <w:r w:rsidRPr="001F078B">
              <w:rPr>
                <w:rFonts w:cs="Arial"/>
                <w:lang w:eastAsia="ja-JP"/>
              </w:rPr>
              <w:t>DC_1A-41A-42C_n257M</w:t>
            </w:r>
          </w:p>
          <w:p w14:paraId="491EC104" w14:textId="77777777" w:rsidR="001E6B6B" w:rsidRPr="001F078B" w:rsidRDefault="001E6B6B" w:rsidP="006B3BD2">
            <w:pPr>
              <w:pStyle w:val="TAC"/>
              <w:rPr>
                <w:rFonts w:cs="Arial"/>
                <w:lang w:eastAsia="ja-JP"/>
              </w:rPr>
            </w:pPr>
            <w:r w:rsidRPr="001F078B">
              <w:rPr>
                <w:rFonts w:cs="Arial"/>
                <w:lang w:eastAsia="ja-JP"/>
              </w:rPr>
              <w:t>DC_1A-41C-42A</w:t>
            </w:r>
            <w:r w:rsidRPr="001F078B">
              <w:rPr>
                <w:rFonts w:cs="Arial"/>
                <w:lang w:val="en-US" w:eastAsia="ja-JP"/>
              </w:rPr>
              <w:t>_</w:t>
            </w:r>
            <w:r w:rsidRPr="001F078B">
              <w:rPr>
                <w:rFonts w:cs="Arial"/>
                <w:lang w:eastAsia="ja-JP"/>
              </w:rPr>
              <w:t>n257A</w:t>
            </w:r>
          </w:p>
          <w:p w14:paraId="3BDF9CBB" w14:textId="77777777" w:rsidR="001E6B6B" w:rsidRPr="001F078B" w:rsidRDefault="001E6B6B" w:rsidP="006B3BD2">
            <w:pPr>
              <w:pStyle w:val="TAC"/>
              <w:rPr>
                <w:rFonts w:eastAsia="MS Mincho" w:cs="Arial"/>
                <w:lang w:eastAsia="ja-JP"/>
              </w:rPr>
            </w:pPr>
            <w:r w:rsidRPr="001F078B">
              <w:rPr>
                <w:rFonts w:eastAsia="MS Mincho" w:cs="Arial"/>
                <w:lang w:eastAsia="ja-JP"/>
              </w:rPr>
              <w:t>DC_1A-41C-42A_n257D</w:t>
            </w:r>
          </w:p>
          <w:p w14:paraId="0C8C8974" w14:textId="77777777" w:rsidR="001E6B6B" w:rsidRPr="001F078B" w:rsidRDefault="001E6B6B" w:rsidP="006B3BD2">
            <w:pPr>
              <w:pStyle w:val="TAC"/>
              <w:rPr>
                <w:rFonts w:eastAsia="MS Mincho" w:cs="Arial"/>
                <w:lang w:eastAsia="ja-JP"/>
              </w:rPr>
            </w:pPr>
            <w:r w:rsidRPr="001F078B">
              <w:rPr>
                <w:rFonts w:eastAsia="MS Mincho" w:cs="Arial"/>
                <w:lang w:eastAsia="ja-JP"/>
              </w:rPr>
              <w:t>DC_1A-41C-42A_n257E</w:t>
            </w:r>
          </w:p>
          <w:p w14:paraId="0681E09D" w14:textId="77777777" w:rsidR="001E6B6B" w:rsidRPr="001F078B" w:rsidRDefault="001E6B6B" w:rsidP="006B3BD2">
            <w:pPr>
              <w:pStyle w:val="TAC"/>
              <w:rPr>
                <w:rFonts w:cs="Arial"/>
                <w:lang w:eastAsia="ja-JP"/>
              </w:rPr>
            </w:pPr>
            <w:r w:rsidRPr="001F078B">
              <w:rPr>
                <w:rFonts w:cs="Arial"/>
                <w:lang w:eastAsia="ja-JP"/>
              </w:rPr>
              <w:t>DC_1A-41C-42A_n257F</w:t>
            </w:r>
          </w:p>
          <w:p w14:paraId="3F92A6B9" w14:textId="77777777" w:rsidR="001E6B6B" w:rsidRPr="001F078B" w:rsidRDefault="001E6B6B" w:rsidP="006B3BD2">
            <w:pPr>
              <w:pStyle w:val="TAC"/>
              <w:rPr>
                <w:rFonts w:eastAsia="MS Mincho" w:cs="Arial"/>
                <w:lang w:eastAsia="ja-JP"/>
              </w:rPr>
            </w:pPr>
            <w:r w:rsidRPr="001F078B">
              <w:rPr>
                <w:rFonts w:eastAsia="MS Mincho" w:cs="Arial"/>
                <w:lang w:eastAsia="ja-JP"/>
              </w:rPr>
              <w:t>DC_1A-41C-42A_n257G</w:t>
            </w:r>
          </w:p>
          <w:p w14:paraId="7812F02E" w14:textId="77777777" w:rsidR="001E6B6B" w:rsidRPr="001F078B" w:rsidRDefault="001E6B6B" w:rsidP="006B3BD2">
            <w:pPr>
              <w:pStyle w:val="TAC"/>
              <w:rPr>
                <w:rFonts w:eastAsia="MS Mincho" w:cs="Arial"/>
                <w:lang w:eastAsia="ja-JP"/>
              </w:rPr>
            </w:pPr>
            <w:r w:rsidRPr="001F078B">
              <w:rPr>
                <w:rFonts w:eastAsia="MS Mincho" w:cs="Arial"/>
                <w:lang w:eastAsia="ja-JP"/>
              </w:rPr>
              <w:t>DC_1A-41C-42A_n257H</w:t>
            </w:r>
          </w:p>
          <w:p w14:paraId="099500E9" w14:textId="77777777" w:rsidR="001E6B6B" w:rsidRPr="001F078B" w:rsidRDefault="001E6B6B" w:rsidP="006B3BD2">
            <w:pPr>
              <w:pStyle w:val="TAC"/>
              <w:rPr>
                <w:rFonts w:eastAsia="MS Mincho" w:cs="Arial"/>
                <w:lang w:eastAsia="ja-JP"/>
              </w:rPr>
            </w:pPr>
            <w:r w:rsidRPr="001F078B">
              <w:rPr>
                <w:rFonts w:eastAsia="MS Mincho" w:cs="Arial"/>
                <w:lang w:eastAsia="ja-JP"/>
              </w:rPr>
              <w:t>DC_1A-41C-42A_n257I</w:t>
            </w:r>
          </w:p>
          <w:p w14:paraId="3450A936" w14:textId="77777777" w:rsidR="001E6B6B" w:rsidRPr="001F078B" w:rsidRDefault="001E6B6B" w:rsidP="006B3BD2">
            <w:pPr>
              <w:pStyle w:val="TAC"/>
              <w:rPr>
                <w:rFonts w:eastAsia="MS Mincho" w:cs="Arial"/>
                <w:lang w:eastAsia="ja-JP"/>
              </w:rPr>
            </w:pPr>
            <w:r w:rsidRPr="001F078B">
              <w:rPr>
                <w:rFonts w:eastAsia="MS Mincho" w:cs="Arial"/>
                <w:lang w:eastAsia="ja-JP"/>
              </w:rPr>
              <w:t>DC_1A-41C-42A_n257J</w:t>
            </w:r>
          </w:p>
          <w:p w14:paraId="157849CC" w14:textId="77777777" w:rsidR="001E6B6B" w:rsidRPr="001F078B" w:rsidRDefault="001E6B6B" w:rsidP="006B3BD2">
            <w:pPr>
              <w:pStyle w:val="TAC"/>
              <w:rPr>
                <w:rFonts w:eastAsia="MS Mincho" w:cs="Arial"/>
                <w:lang w:eastAsia="ja-JP"/>
              </w:rPr>
            </w:pPr>
            <w:r w:rsidRPr="001F078B">
              <w:rPr>
                <w:rFonts w:eastAsia="MS Mincho" w:cs="Arial"/>
                <w:lang w:eastAsia="ja-JP"/>
              </w:rPr>
              <w:t>DC_1A-41C-42A_n257K</w:t>
            </w:r>
          </w:p>
          <w:p w14:paraId="42B3CE08" w14:textId="77777777" w:rsidR="001E6B6B" w:rsidRPr="001F078B" w:rsidRDefault="001E6B6B" w:rsidP="006B3BD2">
            <w:pPr>
              <w:pStyle w:val="TAC"/>
              <w:rPr>
                <w:rFonts w:eastAsia="MS Mincho" w:cs="Arial"/>
                <w:lang w:eastAsia="ja-JP"/>
              </w:rPr>
            </w:pPr>
            <w:r w:rsidRPr="001F078B">
              <w:rPr>
                <w:rFonts w:eastAsia="MS Mincho" w:cs="Arial"/>
                <w:lang w:eastAsia="ja-JP"/>
              </w:rPr>
              <w:t>DC_1A-41C-42A_n257L</w:t>
            </w:r>
          </w:p>
          <w:p w14:paraId="06F3E838" w14:textId="77777777" w:rsidR="001E6B6B" w:rsidRPr="001F078B" w:rsidRDefault="001E6B6B" w:rsidP="006B3BD2">
            <w:pPr>
              <w:pStyle w:val="TAC"/>
              <w:rPr>
                <w:rFonts w:cs="Arial"/>
                <w:lang w:eastAsia="zh-CN"/>
              </w:rPr>
            </w:pPr>
            <w:r w:rsidRPr="001F078B">
              <w:rPr>
                <w:rFonts w:cs="Arial"/>
                <w:lang w:eastAsia="ja-JP"/>
              </w:rPr>
              <w:t>DC_1A-41C-42A_n257M</w:t>
            </w:r>
          </w:p>
          <w:p w14:paraId="5620619E" w14:textId="77777777" w:rsidR="001E6B6B" w:rsidRPr="001F078B" w:rsidRDefault="001E6B6B" w:rsidP="006B3BD2">
            <w:pPr>
              <w:pStyle w:val="TAC"/>
              <w:rPr>
                <w:rFonts w:cs="Arial"/>
                <w:lang w:eastAsia="ja-JP"/>
              </w:rPr>
            </w:pPr>
            <w:r w:rsidRPr="001F078B">
              <w:rPr>
                <w:rFonts w:cs="Arial"/>
                <w:lang w:eastAsia="ja-JP"/>
              </w:rPr>
              <w:t>DC_1A-41C-42</w:t>
            </w:r>
            <w:r w:rsidRPr="001F078B">
              <w:rPr>
                <w:rFonts w:cs="Arial" w:hint="eastAsia"/>
                <w:lang w:eastAsia="zh-CN"/>
              </w:rPr>
              <w:t>C</w:t>
            </w:r>
            <w:r w:rsidRPr="001F078B">
              <w:rPr>
                <w:rFonts w:cs="Arial"/>
                <w:lang w:val="en-US" w:eastAsia="ja-JP"/>
              </w:rPr>
              <w:t>_</w:t>
            </w:r>
            <w:r w:rsidRPr="001F078B">
              <w:rPr>
                <w:rFonts w:cs="Arial"/>
                <w:lang w:eastAsia="ja-JP"/>
              </w:rPr>
              <w:t>n257A</w:t>
            </w:r>
          </w:p>
          <w:p w14:paraId="334DC9DC" w14:textId="77777777" w:rsidR="001E6B6B" w:rsidRPr="001F078B" w:rsidRDefault="001E6B6B" w:rsidP="006B3BD2">
            <w:pPr>
              <w:pStyle w:val="TAC"/>
              <w:rPr>
                <w:rFonts w:eastAsia="MS Mincho" w:cs="Arial"/>
                <w:lang w:eastAsia="ja-JP"/>
              </w:rPr>
            </w:pPr>
            <w:r w:rsidRPr="001F078B">
              <w:rPr>
                <w:rFonts w:eastAsia="MS Mincho" w:cs="Arial"/>
                <w:lang w:eastAsia="ja-JP"/>
              </w:rPr>
              <w:t>DC_1A-41C-42C_n257D</w:t>
            </w:r>
          </w:p>
          <w:p w14:paraId="4A45C022" w14:textId="77777777" w:rsidR="001E6B6B" w:rsidRPr="001F078B" w:rsidRDefault="001E6B6B" w:rsidP="006B3BD2">
            <w:pPr>
              <w:pStyle w:val="TAC"/>
              <w:rPr>
                <w:rFonts w:eastAsia="MS Mincho" w:cs="Arial"/>
                <w:lang w:eastAsia="ja-JP"/>
              </w:rPr>
            </w:pPr>
            <w:r w:rsidRPr="001F078B">
              <w:rPr>
                <w:rFonts w:eastAsia="MS Mincho" w:cs="Arial"/>
                <w:lang w:eastAsia="ja-JP"/>
              </w:rPr>
              <w:t>DC_1A-41C-42C_n257E</w:t>
            </w:r>
          </w:p>
          <w:p w14:paraId="70E8AF91" w14:textId="77777777" w:rsidR="001E6B6B" w:rsidRPr="001F078B" w:rsidRDefault="001E6B6B" w:rsidP="006B3BD2">
            <w:pPr>
              <w:pStyle w:val="TAC"/>
              <w:rPr>
                <w:rFonts w:cs="Arial"/>
                <w:lang w:eastAsia="ja-JP"/>
              </w:rPr>
            </w:pPr>
            <w:r w:rsidRPr="001F078B">
              <w:rPr>
                <w:rFonts w:cs="Arial"/>
                <w:lang w:eastAsia="ja-JP"/>
              </w:rPr>
              <w:t>DC_1A-41C-42C_n257F</w:t>
            </w:r>
          </w:p>
          <w:p w14:paraId="29A43800" w14:textId="77777777" w:rsidR="001E6B6B" w:rsidRPr="001F078B" w:rsidRDefault="001E6B6B" w:rsidP="006B3BD2">
            <w:pPr>
              <w:pStyle w:val="TAC"/>
              <w:rPr>
                <w:rFonts w:eastAsia="MS Mincho" w:cs="Arial"/>
                <w:lang w:eastAsia="ja-JP"/>
              </w:rPr>
            </w:pPr>
            <w:r w:rsidRPr="001F078B">
              <w:rPr>
                <w:rFonts w:eastAsia="MS Mincho" w:cs="Arial"/>
                <w:lang w:eastAsia="ja-JP"/>
              </w:rPr>
              <w:t>DC_1A-41C-42C_n257G</w:t>
            </w:r>
          </w:p>
          <w:p w14:paraId="1C052840" w14:textId="77777777" w:rsidR="001E6B6B" w:rsidRPr="001F078B" w:rsidRDefault="001E6B6B" w:rsidP="006B3BD2">
            <w:pPr>
              <w:pStyle w:val="TAC"/>
              <w:rPr>
                <w:rFonts w:eastAsia="MS Mincho" w:cs="Arial"/>
                <w:lang w:eastAsia="ja-JP"/>
              </w:rPr>
            </w:pPr>
            <w:r w:rsidRPr="001F078B">
              <w:rPr>
                <w:rFonts w:eastAsia="MS Mincho" w:cs="Arial"/>
                <w:lang w:eastAsia="ja-JP"/>
              </w:rPr>
              <w:t>DC_1A-41C-42C_n257H</w:t>
            </w:r>
          </w:p>
          <w:p w14:paraId="0CE5E756" w14:textId="77777777" w:rsidR="001E6B6B" w:rsidRPr="001F078B" w:rsidRDefault="001E6B6B" w:rsidP="006B3BD2">
            <w:pPr>
              <w:pStyle w:val="TAC"/>
              <w:rPr>
                <w:rFonts w:eastAsia="MS Mincho" w:cs="Arial"/>
                <w:lang w:eastAsia="ja-JP"/>
              </w:rPr>
            </w:pPr>
            <w:r w:rsidRPr="001F078B">
              <w:rPr>
                <w:rFonts w:eastAsia="MS Mincho" w:cs="Arial"/>
                <w:lang w:eastAsia="ja-JP"/>
              </w:rPr>
              <w:t>DC_1A-41C-42C_n257I</w:t>
            </w:r>
          </w:p>
          <w:p w14:paraId="6AE877AD" w14:textId="77777777" w:rsidR="001E6B6B" w:rsidRPr="001F078B" w:rsidRDefault="001E6B6B" w:rsidP="006B3BD2">
            <w:pPr>
              <w:pStyle w:val="TAC"/>
              <w:rPr>
                <w:rFonts w:eastAsia="MS Mincho" w:cs="Arial"/>
                <w:lang w:eastAsia="ja-JP"/>
              </w:rPr>
            </w:pPr>
            <w:r w:rsidRPr="001F078B">
              <w:rPr>
                <w:rFonts w:eastAsia="MS Mincho" w:cs="Arial"/>
                <w:lang w:eastAsia="ja-JP"/>
              </w:rPr>
              <w:t>DC_1A-41C-42C_n257J</w:t>
            </w:r>
          </w:p>
          <w:p w14:paraId="734412D8" w14:textId="77777777" w:rsidR="001E6B6B" w:rsidRPr="001F078B" w:rsidRDefault="001E6B6B" w:rsidP="006B3BD2">
            <w:pPr>
              <w:pStyle w:val="TAC"/>
              <w:rPr>
                <w:rFonts w:eastAsia="MS Mincho" w:cs="Arial"/>
                <w:lang w:eastAsia="ja-JP"/>
              </w:rPr>
            </w:pPr>
            <w:r w:rsidRPr="001F078B">
              <w:rPr>
                <w:rFonts w:eastAsia="MS Mincho" w:cs="Arial"/>
                <w:lang w:eastAsia="ja-JP"/>
              </w:rPr>
              <w:t>DC_1A-41C-42C_n257K</w:t>
            </w:r>
          </w:p>
          <w:p w14:paraId="1593D0FF" w14:textId="77777777" w:rsidR="001E6B6B" w:rsidRPr="001F078B" w:rsidRDefault="001E6B6B" w:rsidP="006B3BD2">
            <w:pPr>
              <w:pStyle w:val="TAC"/>
              <w:rPr>
                <w:rFonts w:eastAsia="MS Mincho" w:cs="Arial"/>
                <w:lang w:eastAsia="ja-JP"/>
              </w:rPr>
            </w:pPr>
            <w:r w:rsidRPr="001F078B">
              <w:rPr>
                <w:rFonts w:eastAsia="MS Mincho" w:cs="Arial"/>
                <w:lang w:eastAsia="ja-JP"/>
              </w:rPr>
              <w:t>DC_1A-41C-42C_n257L</w:t>
            </w:r>
          </w:p>
          <w:p w14:paraId="62C58919" w14:textId="77777777" w:rsidR="001E6B6B" w:rsidRPr="001F078B" w:rsidRDefault="001E6B6B" w:rsidP="006B3BD2">
            <w:pPr>
              <w:pStyle w:val="TAC"/>
              <w:rPr>
                <w:noProof/>
                <w:lang w:eastAsia="zh-CN"/>
              </w:rPr>
            </w:pPr>
            <w:r w:rsidRPr="001F078B">
              <w:rPr>
                <w:rFonts w:cs="Arial"/>
                <w:lang w:eastAsia="ja-JP"/>
              </w:rPr>
              <w:t>DC_1A-41C-42C_n257M</w:t>
            </w:r>
          </w:p>
        </w:tc>
        <w:tc>
          <w:tcPr>
            <w:tcW w:w="4815" w:type="dxa"/>
            <w:tcMar>
              <w:top w:w="28" w:type="dxa"/>
              <w:left w:w="28" w:type="dxa"/>
              <w:bottom w:w="28" w:type="dxa"/>
              <w:right w:w="28" w:type="dxa"/>
            </w:tcMar>
          </w:tcPr>
          <w:p w14:paraId="4F296257" w14:textId="0EB6B5F0" w:rsidR="001E6B6B" w:rsidRDefault="001E6B6B" w:rsidP="006B3BD2">
            <w:pPr>
              <w:pStyle w:val="TAC"/>
              <w:rPr>
                <w:rFonts w:cs="Arial"/>
                <w:lang w:eastAsia="ja-JP"/>
              </w:rPr>
            </w:pPr>
            <w:r>
              <w:rPr>
                <w:rFonts w:cs="Arial"/>
                <w:lang w:eastAsia="ja-JP"/>
              </w:rPr>
              <w:t>DC</w:t>
            </w:r>
            <w:r>
              <w:rPr>
                <w:rFonts w:cs="Arial"/>
              </w:rPr>
              <w:t>_</w:t>
            </w:r>
            <w:r>
              <w:rPr>
                <w:rFonts w:cs="Arial"/>
                <w:lang w:val="en-US"/>
              </w:rPr>
              <w:t>1</w:t>
            </w:r>
            <w:r>
              <w:rPr>
                <w:rFonts w:cs="Arial"/>
                <w:lang w:eastAsia="ja-JP"/>
              </w:rPr>
              <w:t>A_n257A</w:t>
            </w:r>
          </w:p>
          <w:p w14:paraId="01AE90C8" w14:textId="77777777" w:rsidR="001E6B6B" w:rsidRDefault="001E6B6B" w:rsidP="006B3BD2">
            <w:pPr>
              <w:pStyle w:val="TAC"/>
              <w:rPr>
                <w:rFonts w:cs="Arial"/>
                <w:lang w:eastAsia="ja-JP"/>
              </w:rPr>
            </w:pPr>
            <w:r>
              <w:rPr>
                <w:rFonts w:cs="Arial"/>
                <w:lang w:eastAsia="ja-JP"/>
              </w:rPr>
              <w:t>DC</w:t>
            </w:r>
            <w:r>
              <w:rPr>
                <w:rFonts w:cs="Arial"/>
              </w:rPr>
              <w:t>_</w:t>
            </w:r>
            <w:r>
              <w:rPr>
                <w:rFonts w:cs="Arial"/>
                <w:lang w:val="en-US"/>
              </w:rPr>
              <w:t>1</w:t>
            </w:r>
            <w:r>
              <w:rPr>
                <w:rFonts w:cs="Arial"/>
                <w:lang w:eastAsia="ja-JP"/>
              </w:rPr>
              <w:t>A_n257G</w:t>
            </w:r>
          </w:p>
          <w:p w14:paraId="20F4EEB9" w14:textId="77777777" w:rsidR="001E6B6B" w:rsidRDefault="001E6B6B" w:rsidP="006B3BD2">
            <w:pPr>
              <w:pStyle w:val="TAC"/>
              <w:rPr>
                <w:rFonts w:cs="Arial"/>
                <w:lang w:eastAsia="ja-JP"/>
              </w:rPr>
            </w:pPr>
            <w:r>
              <w:rPr>
                <w:rFonts w:cs="Arial"/>
                <w:lang w:eastAsia="ja-JP"/>
              </w:rPr>
              <w:t>DC</w:t>
            </w:r>
            <w:r>
              <w:rPr>
                <w:rFonts w:cs="Arial"/>
              </w:rPr>
              <w:t>_</w:t>
            </w:r>
            <w:r>
              <w:rPr>
                <w:rFonts w:cs="Arial"/>
                <w:lang w:val="en-US"/>
              </w:rPr>
              <w:t>1</w:t>
            </w:r>
            <w:r>
              <w:rPr>
                <w:rFonts w:cs="Arial"/>
                <w:lang w:eastAsia="ja-JP"/>
              </w:rPr>
              <w:t>A_n257H</w:t>
            </w:r>
          </w:p>
          <w:p w14:paraId="6F76ED2C" w14:textId="77777777" w:rsidR="001E6B6B" w:rsidRDefault="001E6B6B" w:rsidP="006B3BD2">
            <w:pPr>
              <w:pStyle w:val="TAC"/>
              <w:rPr>
                <w:rFonts w:cs="Arial"/>
                <w:lang w:eastAsia="ja-JP"/>
              </w:rPr>
            </w:pPr>
            <w:r>
              <w:rPr>
                <w:rFonts w:cs="Arial"/>
                <w:lang w:eastAsia="ja-JP"/>
              </w:rPr>
              <w:t>DC</w:t>
            </w:r>
            <w:r>
              <w:rPr>
                <w:rFonts w:cs="Arial"/>
              </w:rPr>
              <w:t>_</w:t>
            </w:r>
            <w:r>
              <w:rPr>
                <w:rFonts w:cs="Arial"/>
                <w:lang w:val="en-US"/>
              </w:rPr>
              <w:t>1</w:t>
            </w:r>
            <w:r>
              <w:rPr>
                <w:rFonts w:cs="Arial"/>
                <w:lang w:eastAsia="ja-JP"/>
              </w:rPr>
              <w:t>A_n257I</w:t>
            </w:r>
          </w:p>
          <w:p w14:paraId="4075AA25" w14:textId="126E6599" w:rsidR="001E6B6B" w:rsidRDefault="001E6B6B" w:rsidP="006B3BD2">
            <w:pPr>
              <w:pStyle w:val="TAC"/>
              <w:rPr>
                <w:rFonts w:cs="Arial"/>
                <w:lang w:eastAsia="ja-JP"/>
              </w:rPr>
            </w:pPr>
            <w:r>
              <w:rPr>
                <w:rFonts w:cs="Arial"/>
                <w:lang w:eastAsia="ja-JP"/>
              </w:rPr>
              <w:t>DC</w:t>
            </w:r>
            <w:r>
              <w:rPr>
                <w:rFonts w:cs="Arial"/>
              </w:rPr>
              <w:t>_</w:t>
            </w:r>
            <w:r>
              <w:rPr>
                <w:rFonts w:cs="Arial"/>
                <w:lang w:val="en-US"/>
              </w:rPr>
              <w:t>41</w:t>
            </w:r>
            <w:r>
              <w:rPr>
                <w:rFonts w:cs="Arial"/>
                <w:lang w:eastAsia="ja-JP"/>
              </w:rPr>
              <w:t>A_n257A</w:t>
            </w:r>
          </w:p>
          <w:p w14:paraId="7D0D1C56" w14:textId="77777777" w:rsidR="001E6B6B" w:rsidRDefault="001E6B6B" w:rsidP="006B3BD2">
            <w:pPr>
              <w:pStyle w:val="TAC"/>
              <w:rPr>
                <w:rFonts w:cs="Arial"/>
                <w:lang w:eastAsia="ja-JP"/>
              </w:rPr>
            </w:pPr>
            <w:r>
              <w:rPr>
                <w:rFonts w:cs="Arial"/>
                <w:lang w:eastAsia="ja-JP"/>
              </w:rPr>
              <w:t>DC</w:t>
            </w:r>
            <w:r>
              <w:rPr>
                <w:rFonts w:cs="Arial"/>
              </w:rPr>
              <w:t>_4</w:t>
            </w:r>
            <w:r>
              <w:rPr>
                <w:rFonts w:cs="Arial"/>
                <w:lang w:val="en-US"/>
              </w:rPr>
              <w:t>1</w:t>
            </w:r>
            <w:r>
              <w:rPr>
                <w:rFonts w:cs="Arial"/>
                <w:lang w:eastAsia="ja-JP"/>
              </w:rPr>
              <w:t>A_n257G</w:t>
            </w:r>
          </w:p>
          <w:p w14:paraId="7B0519B5" w14:textId="77777777" w:rsidR="001E6B6B" w:rsidRDefault="001E6B6B" w:rsidP="006B3BD2">
            <w:pPr>
              <w:pStyle w:val="TAC"/>
              <w:rPr>
                <w:rFonts w:cs="Arial"/>
                <w:lang w:eastAsia="ja-JP"/>
              </w:rPr>
            </w:pPr>
            <w:r>
              <w:rPr>
                <w:rFonts w:cs="Arial"/>
                <w:lang w:eastAsia="ja-JP"/>
              </w:rPr>
              <w:t>DC</w:t>
            </w:r>
            <w:r>
              <w:rPr>
                <w:rFonts w:cs="Arial"/>
              </w:rPr>
              <w:t>_4</w:t>
            </w:r>
            <w:r>
              <w:rPr>
                <w:rFonts w:cs="Arial"/>
                <w:lang w:val="en-US"/>
              </w:rPr>
              <w:t>1</w:t>
            </w:r>
            <w:r>
              <w:rPr>
                <w:rFonts w:cs="Arial"/>
                <w:lang w:eastAsia="ja-JP"/>
              </w:rPr>
              <w:t>A_n257H</w:t>
            </w:r>
          </w:p>
          <w:p w14:paraId="0DB8285F" w14:textId="77777777" w:rsidR="001E6B6B" w:rsidRDefault="001E6B6B" w:rsidP="006B3BD2">
            <w:pPr>
              <w:pStyle w:val="TAC"/>
              <w:rPr>
                <w:rFonts w:cs="Arial"/>
                <w:lang w:eastAsia="ja-JP"/>
              </w:rPr>
            </w:pPr>
            <w:r>
              <w:rPr>
                <w:rFonts w:cs="Arial"/>
                <w:lang w:eastAsia="ja-JP"/>
              </w:rPr>
              <w:t>DC</w:t>
            </w:r>
            <w:r>
              <w:rPr>
                <w:rFonts w:cs="Arial"/>
              </w:rPr>
              <w:t>_4</w:t>
            </w:r>
            <w:r>
              <w:rPr>
                <w:rFonts w:cs="Arial"/>
                <w:lang w:val="en-US"/>
              </w:rPr>
              <w:t>1</w:t>
            </w:r>
            <w:r>
              <w:rPr>
                <w:rFonts w:cs="Arial"/>
                <w:lang w:eastAsia="ja-JP"/>
              </w:rPr>
              <w:t>A_n257I</w:t>
            </w:r>
          </w:p>
          <w:p w14:paraId="6CF1827A" w14:textId="77777777" w:rsidR="001E6B6B" w:rsidRDefault="001E6B6B" w:rsidP="006B3BD2">
            <w:pPr>
              <w:pStyle w:val="TAC"/>
              <w:rPr>
                <w:rFonts w:cs="Arial"/>
                <w:lang w:eastAsia="ja-JP"/>
              </w:rPr>
            </w:pPr>
            <w:r>
              <w:rPr>
                <w:rFonts w:cs="Arial"/>
                <w:lang w:eastAsia="ja-JP"/>
              </w:rPr>
              <w:t>DC</w:t>
            </w:r>
            <w:r>
              <w:rPr>
                <w:rFonts w:cs="Arial"/>
              </w:rPr>
              <w:t>_</w:t>
            </w:r>
            <w:r>
              <w:rPr>
                <w:rFonts w:cs="Arial"/>
                <w:lang w:val="en-US"/>
              </w:rPr>
              <w:t>41</w:t>
            </w:r>
            <w:r>
              <w:rPr>
                <w:rFonts w:cs="Arial"/>
                <w:lang w:eastAsia="ja-JP"/>
              </w:rPr>
              <w:t>C_n257A</w:t>
            </w:r>
          </w:p>
          <w:p w14:paraId="0827647B" w14:textId="77777777" w:rsidR="001E6B6B" w:rsidRPr="002665C4" w:rsidRDefault="001E6B6B" w:rsidP="006B3BD2">
            <w:pPr>
              <w:pStyle w:val="TAC"/>
              <w:rPr>
                <w:rFonts w:cs="Arial"/>
                <w:lang w:val="sv-FI" w:eastAsia="ja-JP"/>
              </w:rPr>
            </w:pPr>
            <w:r w:rsidRPr="002665C4">
              <w:rPr>
                <w:rFonts w:cs="Arial"/>
                <w:lang w:val="sv-FI" w:eastAsia="ja-JP"/>
              </w:rPr>
              <w:t>DC</w:t>
            </w:r>
            <w:r w:rsidRPr="002665C4">
              <w:rPr>
                <w:rFonts w:cs="Arial"/>
                <w:lang w:val="sv-FI"/>
              </w:rPr>
              <w:t>_41</w:t>
            </w:r>
            <w:r w:rsidRPr="002665C4">
              <w:rPr>
                <w:rFonts w:cs="Arial"/>
                <w:lang w:val="sv-FI" w:eastAsia="ja-JP"/>
              </w:rPr>
              <w:t>C_n257G</w:t>
            </w:r>
          </w:p>
          <w:p w14:paraId="6A46745C" w14:textId="77777777" w:rsidR="001E6B6B" w:rsidRPr="002665C4" w:rsidRDefault="001E6B6B" w:rsidP="006B3BD2">
            <w:pPr>
              <w:pStyle w:val="TAC"/>
              <w:rPr>
                <w:rFonts w:cs="Arial"/>
                <w:lang w:val="sv-FI" w:eastAsia="ja-JP"/>
              </w:rPr>
            </w:pPr>
            <w:r w:rsidRPr="002665C4">
              <w:rPr>
                <w:rFonts w:cs="Arial"/>
                <w:lang w:val="sv-FI" w:eastAsia="ja-JP"/>
              </w:rPr>
              <w:t>DC</w:t>
            </w:r>
            <w:r w:rsidRPr="002665C4">
              <w:rPr>
                <w:rFonts w:cs="Arial"/>
                <w:lang w:val="sv-FI"/>
              </w:rPr>
              <w:t>_41</w:t>
            </w:r>
            <w:r w:rsidRPr="002665C4">
              <w:rPr>
                <w:rFonts w:cs="Arial"/>
                <w:lang w:val="sv-FI" w:eastAsia="ja-JP"/>
              </w:rPr>
              <w:t>C_n257H</w:t>
            </w:r>
          </w:p>
          <w:p w14:paraId="2BEAD7AC" w14:textId="77777777" w:rsidR="001E6B6B" w:rsidRPr="002665C4" w:rsidRDefault="001E6B6B" w:rsidP="006B3BD2">
            <w:pPr>
              <w:pStyle w:val="TAC"/>
              <w:rPr>
                <w:rFonts w:cs="Arial"/>
                <w:lang w:val="sv-FI" w:eastAsia="ja-JP"/>
              </w:rPr>
            </w:pPr>
            <w:r w:rsidRPr="002665C4">
              <w:rPr>
                <w:rFonts w:cs="Arial"/>
                <w:lang w:val="sv-FI" w:eastAsia="ja-JP"/>
              </w:rPr>
              <w:t>DC</w:t>
            </w:r>
            <w:r w:rsidRPr="002665C4">
              <w:rPr>
                <w:rFonts w:cs="Arial"/>
                <w:lang w:val="sv-FI"/>
              </w:rPr>
              <w:t>_41</w:t>
            </w:r>
            <w:r w:rsidRPr="002665C4">
              <w:rPr>
                <w:rFonts w:cs="Arial"/>
                <w:lang w:val="sv-FI" w:eastAsia="ja-JP"/>
              </w:rPr>
              <w:t>C_n257I</w:t>
            </w:r>
          </w:p>
          <w:p w14:paraId="6B60AAB0" w14:textId="303C54E8" w:rsidR="001E6B6B" w:rsidRDefault="001E6B6B" w:rsidP="006B3BD2">
            <w:pPr>
              <w:pStyle w:val="TAC"/>
              <w:rPr>
                <w:rFonts w:cs="Arial"/>
                <w:lang w:eastAsia="ja-JP"/>
              </w:rPr>
            </w:pPr>
            <w:r>
              <w:rPr>
                <w:rFonts w:cs="Arial"/>
                <w:lang w:eastAsia="ja-JP"/>
              </w:rPr>
              <w:t>DC</w:t>
            </w:r>
            <w:r>
              <w:rPr>
                <w:rFonts w:cs="Arial"/>
              </w:rPr>
              <w:t>_</w:t>
            </w:r>
            <w:r>
              <w:rPr>
                <w:rFonts w:cs="Arial"/>
                <w:lang w:eastAsia="ja-JP"/>
              </w:rPr>
              <w:t>42A_n257A</w:t>
            </w:r>
          </w:p>
          <w:p w14:paraId="76810D88" w14:textId="77777777" w:rsidR="001E6B6B" w:rsidRDefault="001E6B6B" w:rsidP="006B3BD2">
            <w:pPr>
              <w:pStyle w:val="TAC"/>
              <w:rPr>
                <w:rFonts w:cs="Arial"/>
                <w:lang w:eastAsia="ja-JP"/>
              </w:rPr>
            </w:pPr>
            <w:r>
              <w:rPr>
                <w:rFonts w:cs="Arial"/>
                <w:lang w:eastAsia="ja-JP"/>
              </w:rPr>
              <w:t>DC</w:t>
            </w:r>
            <w:r>
              <w:rPr>
                <w:rFonts w:cs="Arial"/>
              </w:rPr>
              <w:t>_4</w:t>
            </w:r>
            <w:r>
              <w:rPr>
                <w:rFonts w:cs="Arial"/>
                <w:lang w:val="en-US"/>
              </w:rPr>
              <w:t>2</w:t>
            </w:r>
            <w:r>
              <w:rPr>
                <w:rFonts w:cs="Arial"/>
                <w:lang w:eastAsia="ja-JP"/>
              </w:rPr>
              <w:t>A_n257G</w:t>
            </w:r>
          </w:p>
          <w:p w14:paraId="4FF11450" w14:textId="77777777" w:rsidR="001E6B6B" w:rsidRDefault="001E6B6B" w:rsidP="006B3BD2">
            <w:pPr>
              <w:pStyle w:val="TAC"/>
              <w:rPr>
                <w:rFonts w:cs="Arial"/>
                <w:lang w:eastAsia="ja-JP"/>
              </w:rPr>
            </w:pPr>
            <w:r>
              <w:rPr>
                <w:rFonts w:cs="Arial"/>
                <w:lang w:eastAsia="ja-JP"/>
              </w:rPr>
              <w:t>DC</w:t>
            </w:r>
            <w:r>
              <w:rPr>
                <w:rFonts w:cs="Arial"/>
              </w:rPr>
              <w:t>_4</w:t>
            </w:r>
            <w:r>
              <w:rPr>
                <w:rFonts w:cs="Arial"/>
                <w:lang w:val="en-US"/>
              </w:rPr>
              <w:t>2</w:t>
            </w:r>
            <w:r>
              <w:rPr>
                <w:rFonts w:cs="Arial"/>
                <w:lang w:eastAsia="ja-JP"/>
              </w:rPr>
              <w:t>A_n257H</w:t>
            </w:r>
          </w:p>
          <w:p w14:paraId="6EA52F48" w14:textId="77777777" w:rsidR="001E6B6B" w:rsidRDefault="001E6B6B" w:rsidP="006B3BD2">
            <w:pPr>
              <w:pStyle w:val="TAC"/>
              <w:rPr>
                <w:rFonts w:cs="Arial"/>
                <w:lang w:eastAsia="ja-JP"/>
              </w:rPr>
            </w:pPr>
            <w:r>
              <w:rPr>
                <w:rFonts w:cs="Arial"/>
                <w:lang w:eastAsia="ja-JP"/>
              </w:rPr>
              <w:t>DC</w:t>
            </w:r>
            <w:r>
              <w:rPr>
                <w:rFonts w:cs="Arial"/>
              </w:rPr>
              <w:t>_4</w:t>
            </w:r>
            <w:r>
              <w:rPr>
                <w:rFonts w:cs="Arial"/>
                <w:lang w:val="en-US"/>
              </w:rPr>
              <w:t>2</w:t>
            </w:r>
            <w:r>
              <w:rPr>
                <w:rFonts w:cs="Arial"/>
                <w:lang w:eastAsia="ja-JP"/>
              </w:rPr>
              <w:t>A_n257I</w:t>
            </w:r>
          </w:p>
          <w:p w14:paraId="5213BE6A" w14:textId="77777777" w:rsidR="001E6B6B" w:rsidRDefault="001E6B6B" w:rsidP="006B3BD2">
            <w:pPr>
              <w:pStyle w:val="TAC"/>
              <w:rPr>
                <w:rFonts w:cs="Arial"/>
                <w:lang w:eastAsia="ja-JP"/>
              </w:rPr>
            </w:pPr>
            <w:r>
              <w:rPr>
                <w:rFonts w:cs="Arial"/>
                <w:lang w:eastAsia="ja-JP"/>
              </w:rPr>
              <w:t>DC</w:t>
            </w:r>
            <w:r>
              <w:rPr>
                <w:rFonts w:cs="Arial"/>
              </w:rPr>
              <w:t>_</w:t>
            </w:r>
            <w:r>
              <w:rPr>
                <w:rFonts w:cs="Arial"/>
                <w:lang w:val="en-US"/>
              </w:rPr>
              <w:t>42</w:t>
            </w:r>
            <w:r>
              <w:rPr>
                <w:rFonts w:cs="Arial"/>
                <w:lang w:eastAsia="ja-JP"/>
              </w:rPr>
              <w:t>C_n257A</w:t>
            </w:r>
          </w:p>
          <w:p w14:paraId="5A7CB9A7" w14:textId="77777777" w:rsidR="001E6B6B" w:rsidRDefault="001E6B6B" w:rsidP="006B3BD2">
            <w:pPr>
              <w:pStyle w:val="TAC"/>
              <w:rPr>
                <w:rFonts w:cs="Arial"/>
                <w:lang w:eastAsia="ja-JP"/>
              </w:rPr>
            </w:pPr>
            <w:r>
              <w:rPr>
                <w:rFonts w:cs="Arial"/>
                <w:lang w:eastAsia="ja-JP"/>
              </w:rPr>
              <w:t>DC</w:t>
            </w:r>
            <w:r>
              <w:rPr>
                <w:rFonts w:cs="Arial"/>
              </w:rPr>
              <w:t>_4</w:t>
            </w:r>
            <w:r>
              <w:rPr>
                <w:rFonts w:cs="Arial"/>
                <w:lang w:val="en-US"/>
              </w:rPr>
              <w:t>2</w:t>
            </w:r>
            <w:r>
              <w:rPr>
                <w:rFonts w:cs="Arial"/>
                <w:lang w:eastAsia="ja-JP"/>
              </w:rPr>
              <w:t>C_n257G</w:t>
            </w:r>
          </w:p>
          <w:p w14:paraId="7DEB3101" w14:textId="77777777" w:rsidR="001E6B6B" w:rsidRPr="002665C4" w:rsidRDefault="001E6B6B" w:rsidP="006B3BD2">
            <w:pPr>
              <w:pStyle w:val="TAC"/>
              <w:rPr>
                <w:rFonts w:cs="Arial"/>
                <w:lang w:val="sv-FI" w:eastAsia="ja-JP"/>
              </w:rPr>
            </w:pPr>
            <w:r w:rsidRPr="002665C4">
              <w:rPr>
                <w:rFonts w:cs="Arial"/>
                <w:lang w:val="sv-FI" w:eastAsia="ja-JP"/>
              </w:rPr>
              <w:t>DC</w:t>
            </w:r>
            <w:r w:rsidRPr="002665C4">
              <w:rPr>
                <w:rFonts w:cs="Arial"/>
                <w:lang w:val="sv-FI"/>
              </w:rPr>
              <w:t>_42</w:t>
            </w:r>
            <w:r w:rsidRPr="002665C4">
              <w:rPr>
                <w:rFonts w:cs="Arial"/>
                <w:lang w:val="sv-FI" w:eastAsia="ja-JP"/>
              </w:rPr>
              <w:t>C_n257H</w:t>
            </w:r>
          </w:p>
          <w:p w14:paraId="42C3DE70" w14:textId="77777777" w:rsidR="001E6B6B" w:rsidRPr="002665C4" w:rsidRDefault="001E6B6B" w:rsidP="006B3BD2">
            <w:pPr>
              <w:pStyle w:val="TAC"/>
              <w:rPr>
                <w:noProof/>
                <w:lang w:val="sv-FI" w:eastAsia="zh-CN"/>
              </w:rPr>
            </w:pPr>
            <w:r w:rsidRPr="002665C4">
              <w:rPr>
                <w:rFonts w:cs="Arial"/>
                <w:lang w:val="sv-FI" w:eastAsia="ja-JP"/>
              </w:rPr>
              <w:t>DC</w:t>
            </w:r>
            <w:r w:rsidRPr="002665C4">
              <w:rPr>
                <w:rFonts w:cs="Arial"/>
                <w:lang w:val="sv-FI"/>
              </w:rPr>
              <w:t>_42</w:t>
            </w:r>
            <w:r w:rsidRPr="002665C4">
              <w:rPr>
                <w:rFonts w:cs="Arial"/>
                <w:lang w:val="sv-FI" w:eastAsia="ja-JP"/>
              </w:rPr>
              <w:t>C_n257I</w:t>
            </w:r>
          </w:p>
        </w:tc>
      </w:tr>
      <w:tr w:rsidR="001E6B6B" w:rsidRPr="001F078B" w14:paraId="67752990" w14:textId="77777777" w:rsidTr="006B3BD2">
        <w:trPr>
          <w:trHeight w:val="187"/>
          <w:jc w:val="center"/>
        </w:trPr>
        <w:tc>
          <w:tcPr>
            <w:tcW w:w="4814" w:type="dxa"/>
            <w:shd w:val="clear" w:color="auto" w:fill="auto"/>
            <w:noWrap/>
            <w:tcMar>
              <w:top w:w="28" w:type="dxa"/>
              <w:left w:w="28" w:type="dxa"/>
              <w:bottom w:w="28" w:type="dxa"/>
              <w:right w:w="28" w:type="dxa"/>
            </w:tcMar>
          </w:tcPr>
          <w:p w14:paraId="0122116E" w14:textId="77777777" w:rsidR="001E6B6B" w:rsidRPr="001F078B" w:rsidRDefault="001E6B6B" w:rsidP="006B3BD2">
            <w:pPr>
              <w:pStyle w:val="TAC"/>
              <w:rPr>
                <w:lang w:eastAsia="ja-JP"/>
              </w:rPr>
            </w:pPr>
            <w:r w:rsidRPr="001F078B">
              <w:rPr>
                <w:lang w:eastAsia="ja-JP"/>
              </w:rPr>
              <w:t>DC_2A-5A-30A_n260A</w:t>
            </w:r>
          </w:p>
          <w:p w14:paraId="13035625" w14:textId="77777777" w:rsidR="001E6B6B" w:rsidRPr="001F078B" w:rsidRDefault="001E6B6B" w:rsidP="006B3BD2">
            <w:pPr>
              <w:pStyle w:val="TAC"/>
              <w:rPr>
                <w:lang w:val="en-US" w:eastAsia="ja-JP"/>
              </w:rPr>
            </w:pPr>
            <w:r w:rsidRPr="001F078B">
              <w:rPr>
                <w:lang w:eastAsia="ja-JP"/>
              </w:rPr>
              <w:t>DC_2A-</w:t>
            </w:r>
            <w:r w:rsidRPr="001F078B">
              <w:rPr>
                <w:lang w:val="en-US" w:eastAsia="ja-JP"/>
              </w:rPr>
              <w:t>5</w:t>
            </w:r>
            <w:r w:rsidRPr="001F078B">
              <w:rPr>
                <w:lang w:eastAsia="ja-JP"/>
              </w:rPr>
              <w:t>A-30A_n260</w:t>
            </w:r>
            <w:r w:rsidRPr="001F078B">
              <w:rPr>
                <w:lang w:val="en-US" w:eastAsia="ja-JP"/>
              </w:rPr>
              <w:t>G</w:t>
            </w:r>
          </w:p>
          <w:p w14:paraId="020C913A" w14:textId="77777777" w:rsidR="001E6B6B" w:rsidRPr="001F078B" w:rsidRDefault="001E6B6B" w:rsidP="006B3BD2">
            <w:pPr>
              <w:pStyle w:val="TAC"/>
              <w:rPr>
                <w:lang w:val="en-US" w:eastAsia="ja-JP"/>
              </w:rPr>
            </w:pPr>
            <w:r w:rsidRPr="001F078B">
              <w:rPr>
                <w:lang w:eastAsia="ja-JP"/>
              </w:rPr>
              <w:t>DC_2A-5A-30A_n260</w:t>
            </w:r>
            <w:r w:rsidRPr="001F078B">
              <w:rPr>
                <w:lang w:val="en-US" w:eastAsia="ja-JP"/>
              </w:rPr>
              <w:t>H</w:t>
            </w:r>
          </w:p>
          <w:p w14:paraId="372C1D7F" w14:textId="77777777" w:rsidR="001E6B6B" w:rsidRPr="001F078B" w:rsidRDefault="001E6B6B" w:rsidP="006B3BD2">
            <w:pPr>
              <w:pStyle w:val="TAC"/>
              <w:rPr>
                <w:lang w:val="en-US" w:eastAsia="ja-JP"/>
              </w:rPr>
            </w:pPr>
            <w:r w:rsidRPr="001F078B">
              <w:rPr>
                <w:lang w:eastAsia="ja-JP"/>
              </w:rPr>
              <w:t>DC_2A-</w:t>
            </w:r>
            <w:r w:rsidRPr="001F078B">
              <w:rPr>
                <w:lang w:val="en-US" w:eastAsia="ja-JP"/>
              </w:rPr>
              <w:t>5</w:t>
            </w:r>
            <w:r w:rsidRPr="001F078B">
              <w:rPr>
                <w:lang w:eastAsia="ja-JP"/>
              </w:rPr>
              <w:t>A-30A_n260</w:t>
            </w:r>
            <w:r w:rsidRPr="001F078B">
              <w:rPr>
                <w:lang w:val="en-US" w:eastAsia="ja-JP"/>
              </w:rPr>
              <w:t>I</w:t>
            </w:r>
          </w:p>
          <w:p w14:paraId="327474E8" w14:textId="77777777" w:rsidR="001E6B6B" w:rsidRPr="001F078B" w:rsidRDefault="001E6B6B" w:rsidP="006B3BD2">
            <w:pPr>
              <w:pStyle w:val="TAC"/>
              <w:rPr>
                <w:lang w:val="en-US" w:eastAsia="ja-JP"/>
              </w:rPr>
            </w:pPr>
            <w:r w:rsidRPr="001F078B">
              <w:rPr>
                <w:lang w:eastAsia="ja-JP"/>
              </w:rPr>
              <w:t>DC_2A-5A-30A_n260</w:t>
            </w:r>
            <w:r w:rsidRPr="001F078B">
              <w:rPr>
                <w:lang w:val="en-US" w:eastAsia="ja-JP"/>
              </w:rPr>
              <w:t>J</w:t>
            </w:r>
          </w:p>
          <w:p w14:paraId="38B5C053" w14:textId="77777777" w:rsidR="001E6B6B" w:rsidRPr="001F078B" w:rsidRDefault="001E6B6B" w:rsidP="006B3BD2">
            <w:pPr>
              <w:pStyle w:val="TAC"/>
              <w:rPr>
                <w:lang w:eastAsia="ja-JP"/>
              </w:rPr>
            </w:pPr>
            <w:r w:rsidRPr="001F078B">
              <w:rPr>
                <w:lang w:eastAsia="ja-JP"/>
              </w:rPr>
              <w:t>DC_2A-</w:t>
            </w:r>
            <w:r w:rsidRPr="001F078B">
              <w:rPr>
                <w:lang w:val="en-US" w:eastAsia="ja-JP"/>
              </w:rPr>
              <w:t>5</w:t>
            </w:r>
            <w:r w:rsidRPr="001F078B">
              <w:rPr>
                <w:lang w:eastAsia="ja-JP"/>
              </w:rPr>
              <w:t>A-30A_n260K</w:t>
            </w:r>
          </w:p>
          <w:p w14:paraId="2F9FF40A" w14:textId="77777777" w:rsidR="001E6B6B" w:rsidRPr="001F078B" w:rsidRDefault="001E6B6B" w:rsidP="006B3BD2">
            <w:pPr>
              <w:pStyle w:val="TAC"/>
              <w:rPr>
                <w:lang w:val="en-US" w:eastAsia="ja-JP"/>
              </w:rPr>
            </w:pPr>
            <w:r w:rsidRPr="001F078B">
              <w:rPr>
                <w:lang w:eastAsia="ja-JP"/>
              </w:rPr>
              <w:t>DC_2A-</w:t>
            </w:r>
            <w:r w:rsidRPr="001F078B">
              <w:rPr>
                <w:lang w:val="en-US" w:eastAsia="ja-JP"/>
              </w:rPr>
              <w:t>5</w:t>
            </w:r>
            <w:r w:rsidRPr="001F078B">
              <w:rPr>
                <w:lang w:eastAsia="ja-JP"/>
              </w:rPr>
              <w:t>A-30A_n260</w:t>
            </w:r>
            <w:r w:rsidRPr="001F078B">
              <w:rPr>
                <w:lang w:val="en-US" w:eastAsia="ja-JP"/>
              </w:rPr>
              <w:t>L</w:t>
            </w:r>
          </w:p>
          <w:p w14:paraId="2661ECD7" w14:textId="77777777" w:rsidR="001E6B6B" w:rsidRPr="001F078B" w:rsidRDefault="001E6B6B" w:rsidP="006B3BD2">
            <w:pPr>
              <w:pStyle w:val="TAC"/>
              <w:rPr>
                <w:rFonts w:cs="Arial"/>
                <w:lang w:eastAsia="ja-JP"/>
              </w:rPr>
            </w:pPr>
            <w:r w:rsidRPr="001F078B">
              <w:rPr>
                <w:lang w:eastAsia="ja-JP"/>
              </w:rPr>
              <w:t>DC_2A-5A-30A_n260</w:t>
            </w:r>
            <w:r w:rsidRPr="001F078B">
              <w:rPr>
                <w:lang w:val="en-US" w:eastAsia="ja-JP"/>
              </w:rPr>
              <w:t>M</w:t>
            </w:r>
          </w:p>
        </w:tc>
        <w:tc>
          <w:tcPr>
            <w:tcW w:w="4815" w:type="dxa"/>
            <w:tcMar>
              <w:top w:w="28" w:type="dxa"/>
              <w:left w:w="28" w:type="dxa"/>
              <w:bottom w:w="28" w:type="dxa"/>
              <w:right w:w="28" w:type="dxa"/>
            </w:tcMar>
          </w:tcPr>
          <w:p w14:paraId="15C7B958" w14:textId="77777777" w:rsidR="001E6B6B" w:rsidRPr="001F078B" w:rsidRDefault="001E6B6B" w:rsidP="006B3BD2">
            <w:pPr>
              <w:pStyle w:val="TAC"/>
              <w:rPr>
                <w:lang w:val="en-US" w:eastAsia="fi-FI"/>
              </w:rPr>
            </w:pPr>
            <w:r w:rsidRPr="001F078B">
              <w:rPr>
                <w:lang w:val="en-US" w:eastAsia="fi-FI"/>
              </w:rPr>
              <w:t>DC_2A_n260A</w:t>
            </w:r>
          </w:p>
          <w:p w14:paraId="2A1E1227"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5</w:t>
            </w:r>
            <w:r w:rsidRPr="001F078B">
              <w:rPr>
                <w:lang w:val="en-US" w:eastAsia="fi-FI"/>
              </w:rPr>
              <w:t>A_n260A</w:t>
            </w:r>
          </w:p>
          <w:p w14:paraId="5EAB29F3" w14:textId="77777777" w:rsidR="001E6B6B" w:rsidRPr="001F078B" w:rsidRDefault="001E6B6B" w:rsidP="006B3BD2">
            <w:pPr>
              <w:pStyle w:val="TAC"/>
              <w:rPr>
                <w:rFonts w:cs="Arial"/>
                <w:lang w:eastAsia="ja-JP"/>
              </w:rPr>
            </w:pPr>
            <w:r w:rsidRPr="001F078B">
              <w:rPr>
                <w:lang w:val="en-US" w:eastAsia="fi-FI"/>
              </w:rPr>
              <w:t>DC_</w:t>
            </w:r>
            <w:r w:rsidRPr="001F078B">
              <w:rPr>
                <w:lang w:val="en-US" w:eastAsia="ja-JP"/>
              </w:rPr>
              <w:t>30</w:t>
            </w:r>
            <w:r w:rsidRPr="001F078B">
              <w:rPr>
                <w:lang w:val="en-US" w:eastAsia="fi-FI"/>
              </w:rPr>
              <w:t>A_n260A</w:t>
            </w:r>
          </w:p>
        </w:tc>
      </w:tr>
      <w:tr w:rsidR="001E6B6B" w:rsidRPr="001F078B" w14:paraId="71CE9F37" w14:textId="77777777" w:rsidTr="006B3BD2">
        <w:trPr>
          <w:trHeight w:val="187"/>
          <w:jc w:val="center"/>
        </w:trPr>
        <w:tc>
          <w:tcPr>
            <w:tcW w:w="4814" w:type="dxa"/>
            <w:shd w:val="clear" w:color="auto" w:fill="auto"/>
            <w:noWrap/>
            <w:tcMar>
              <w:top w:w="28" w:type="dxa"/>
              <w:left w:w="28" w:type="dxa"/>
              <w:bottom w:w="28" w:type="dxa"/>
              <w:right w:w="28" w:type="dxa"/>
            </w:tcMar>
          </w:tcPr>
          <w:p w14:paraId="14C874CC" w14:textId="77777777" w:rsidR="001E6B6B" w:rsidRPr="001F078B" w:rsidRDefault="001E6B6B" w:rsidP="006B3BD2">
            <w:pPr>
              <w:pStyle w:val="TAC"/>
              <w:rPr>
                <w:rFonts w:cs="Arial"/>
                <w:lang w:eastAsia="ja-JP"/>
              </w:rPr>
            </w:pPr>
            <w:r w:rsidRPr="001F078B">
              <w:rPr>
                <w:lang w:eastAsia="ja-JP"/>
              </w:rPr>
              <w:t>DC_2A-2A-5A-30A_n260A</w:t>
            </w:r>
          </w:p>
        </w:tc>
        <w:tc>
          <w:tcPr>
            <w:tcW w:w="4815" w:type="dxa"/>
            <w:tcMar>
              <w:top w:w="28" w:type="dxa"/>
              <w:left w:w="28" w:type="dxa"/>
              <w:bottom w:w="28" w:type="dxa"/>
              <w:right w:w="28" w:type="dxa"/>
            </w:tcMar>
          </w:tcPr>
          <w:p w14:paraId="693576C5" w14:textId="77777777" w:rsidR="001E6B6B" w:rsidRPr="001F078B" w:rsidRDefault="001E6B6B" w:rsidP="006B3BD2">
            <w:pPr>
              <w:pStyle w:val="TAC"/>
              <w:rPr>
                <w:lang w:val="en-US" w:eastAsia="fi-FI"/>
              </w:rPr>
            </w:pPr>
            <w:r w:rsidRPr="001F078B">
              <w:rPr>
                <w:lang w:val="en-US" w:eastAsia="fi-FI"/>
              </w:rPr>
              <w:t>DC_2A_n260A</w:t>
            </w:r>
          </w:p>
          <w:p w14:paraId="431A5A67"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5</w:t>
            </w:r>
            <w:r w:rsidRPr="001F078B">
              <w:rPr>
                <w:lang w:val="en-US" w:eastAsia="fi-FI"/>
              </w:rPr>
              <w:t>A_n260A</w:t>
            </w:r>
          </w:p>
          <w:p w14:paraId="650AFE67" w14:textId="77777777" w:rsidR="001E6B6B" w:rsidRPr="001F078B" w:rsidRDefault="001E6B6B" w:rsidP="006B3BD2">
            <w:pPr>
              <w:pStyle w:val="TAC"/>
              <w:rPr>
                <w:rFonts w:cs="Arial"/>
                <w:lang w:eastAsia="ja-JP"/>
              </w:rPr>
            </w:pPr>
            <w:r w:rsidRPr="001F078B">
              <w:rPr>
                <w:lang w:val="en-US" w:eastAsia="fi-FI"/>
              </w:rPr>
              <w:t>DC_</w:t>
            </w:r>
            <w:r w:rsidRPr="001F078B">
              <w:rPr>
                <w:lang w:val="en-US" w:eastAsia="ja-JP"/>
              </w:rPr>
              <w:t>30</w:t>
            </w:r>
            <w:r w:rsidRPr="001F078B">
              <w:rPr>
                <w:lang w:val="en-US" w:eastAsia="fi-FI"/>
              </w:rPr>
              <w:t>A_n260A</w:t>
            </w:r>
          </w:p>
        </w:tc>
      </w:tr>
      <w:tr w:rsidR="001E6B6B" w:rsidRPr="001F078B" w14:paraId="2A06C420" w14:textId="77777777" w:rsidTr="006B3BD2">
        <w:trPr>
          <w:trHeight w:val="187"/>
          <w:jc w:val="center"/>
        </w:trPr>
        <w:tc>
          <w:tcPr>
            <w:tcW w:w="4814" w:type="dxa"/>
            <w:shd w:val="clear" w:color="auto" w:fill="auto"/>
            <w:noWrap/>
            <w:tcMar>
              <w:top w:w="28" w:type="dxa"/>
              <w:left w:w="28" w:type="dxa"/>
              <w:bottom w:w="28" w:type="dxa"/>
              <w:right w:w="28" w:type="dxa"/>
            </w:tcMar>
          </w:tcPr>
          <w:p w14:paraId="1EBEED1B" w14:textId="77777777" w:rsidR="001E6B6B" w:rsidRPr="001F078B" w:rsidRDefault="001E6B6B" w:rsidP="006B3BD2">
            <w:pPr>
              <w:pStyle w:val="TAC"/>
              <w:rPr>
                <w:lang w:eastAsia="ja-JP"/>
              </w:rPr>
            </w:pPr>
            <w:r w:rsidRPr="001F078B">
              <w:rPr>
                <w:lang w:eastAsia="ja-JP"/>
              </w:rPr>
              <w:t>DC_2A-5A-66A_n260A</w:t>
            </w:r>
          </w:p>
          <w:p w14:paraId="1D9ADC7C" w14:textId="77777777" w:rsidR="001E6B6B" w:rsidRPr="001F078B" w:rsidRDefault="001E6B6B" w:rsidP="006B3BD2">
            <w:pPr>
              <w:pStyle w:val="TAC"/>
              <w:rPr>
                <w:lang w:eastAsia="ja-JP"/>
              </w:rPr>
            </w:pPr>
            <w:r w:rsidRPr="001F078B">
              <w:rPr>
                <w:lang w:eastAsia="ja-JP"/>
              </w:rPr>
              <w:t>DC_2A-5A-66A_n260G</w:t>
            </w:r>
          </w:p>
          <w:p w14:paraId="590932F3" w14:textId="77777777" w:rsidR="001E6B6B" w:rsidRPr="001F078B" w:rsidRDefault="001E6B6B" w:rsidP="006B3BD2">
            <w:pPr>
              <w:pStyle w:val="TAC"/>
              <w:rPr>
                <w:lang w:eastAsia="ja-JP"/>
              </w:rPr>
            </w:pPr>
            <w:r w:rsidRPr="001F078B">
              <w:rPr>
                <w:lang w:eastAsia="ja-JP"/>
              </w:rPr>
              <w:t>DC_2A-5A-66A_n260H</w:t>
            </w:r>
          </w:p>
          <w:p w14:paraId="50F46D11" w14:textId="77777777" w:rsidR="001E6B6B" w:rsidRPr="001F078B" w:rsidRDefault="001E6B6B" w:rsidP="006B3BD2">
            <w:pPr>
              <w:pStyle w:val="TAC"/>
              <w:rPr>
                <w:lang w:eastAsia="ja-JP"/>
              </w:rPr>
            </w:pPr>
            <w:r w:rsidRPr="001F078B">
              <w:rPr>
                <w:lang w:eastAsia="ja-JP"/>
              </w:rPr>
              <w:t>DC_2A-5A-66A_n260I</w:t>
            </w:r>
          </w:p>
          <w:p w14:paraId="4C090861" w14:textId="77777777" w:rsidR="001E6B6B" w:rsidRPr="001F078B" w:rsidRDefault="001E6B6B" w:rsidP="006B3BD2">
            <w:pPr>
              <w:pStyle w:val="TAC"/>
              <w:rPr>
                <w:lang w:val="en-US" w:eastAsia="ja-JP"/>
              </w:rPr>
            </w:pPr>
            <w:r w:rsidRPr="001F078B">
              <w:rPr>
                <w:lang w:eastAsia="ja-JP"/>
              </w:rPr>
              <w:t>DC_2A-5A-66A_n260</w:t>
            </w:r>
            <w:r w:rsidRPr="001F078B">
              <w:rPr>
                <w:lang w:val="en-US" w:eastAsia="ja-JP"/>
              </w:rPr>
              <w:t>J</w:t>
            </w:r>
          </w:p>
          <w:p w14:paraId="11935DF6" w14:textId="77777777" w:rsidR="001E6B6B" w:rsidRPr="001F078B" w:rsidRDefault="001E6B6B" w:rsidP="006B3BD2">
            <w:pPr>
              <w:pStyle w:val="TAC"/>
              <w:rPr>
                <w:lang w:val="en-US" w:eastAsia="ja-JP"/>
              </w:rPr>
            </w:pPr>
            <w:r w:rsidRPr="001F078B">
              <w:rPr>
                <w:lang w:eastAsia="ja-JP"/>
              </w:rPr>
              <w:t>DC_2A-5A-66A_n260</w:t>
            </w:r>
            <w:r w:rsidRPr="001F078B">
              <w:rPr>
                <w:lang w:val="en-US" w:eastAsia="ja-JP"/>
              </w:rPr>
              <w:t>K</w:t>
            </w:r>
          </w:p>
          <w:p w14:paraId="5D886F59" w14:textId="77777777" w:rsidR="001E6B6B" w:rsidRPr="001F078B" w:rsidRDefault="001E6B6B" w:rsidP="006B3BD2">
            <w:pPr>
              <w:pStyle w:val="TAC"/>
              <w:rPr>
                <w:lang w:eastAsia="ja-JP"/>
              </w:rPr>
            </w:pPr>
            <w:r w:rsidRPr="001F078B">
              <w:rPr>
                <w:lang w:eastAsia="ja-JP"/>
              </w:rPr>
              <w:t>DC_2A-5A-66A_n260L</w:t>
            </w:r>
          </w:p>
          <w:p w14:paraId="56248006" w14:textId="77777777" w:rsidR="001E6B6B" w:rsidRPr="001F078B" w:rsidRDefault="001E6B6B" w:rsidP="006B3BD2">
            <w:pPr>
              <w:pStyle w:val="TAC"/>
              <w:rPr>
                <w:rFonts w:cs="Arial"/>
                <w:lang w:eastAsia="ja-JP"/>
              </w:rPr>
            </w:pPr>
            <w:r w:rsidRPr="001F078B">
              <w:rPr>
                <w:lang w:eastAsia="ja-JP"/>
              </w:rPr>
              <w:t>DC_2A-5A-66A_n260M</w:t>
            </w:r>
          </w:p>
        </w:tc>
        <w:tc>
          <w:tcPr>
            <w:tcW w:w="4815" w:type="dxa"/>
            <w:tcMar>
              <w:top w:w="28" w:type="dxa"/>
              <w:left w:w="28" w:type="dxa"/>
              <w:bottom w:w="28" w:type="dxa"/>
              <w:right w:w="28" w:type="dxa"/>
            </w:tcMar>
          </w:tcPr>
          <w:p w14:paraId="51504616" w14:textId="77777777" w:rsidR="001E6B6B" w:rsidRPr="001F078B" w:rsidRDefault="001E6B6B" w:rsidP="006B3BD2">
            <w:pPr>
              <w:pStyle w:val="TAC"/>
              <w:rPr>
                <w:lang w:val="en-US" w:eastAsia="fi-FI"/>
              </w:rPr>
            </w:pPr>
            <w:r w:rsidRPr="001F078B">
              <w:rPr>
                <w:lang w:val="en-US" w:eastAsia="fi-FI"/>
              </w:rPr>
              <w:t>DC_2A_n260A</w:t>
            </w:r>
          </w:p>
          <w:p w14:paraId="0F9DA704"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5</w:t>
            </w:r>
            <w:r w:rsidRPr="001F078B">
              <w:rPr>
                <w:lang w:val="en-US" w:eastAsia="fi-FI"/>
              </w:rPr>
              <w:t>A_n260A</w:t>
            </w:r>
          </w:p>
          <w:p w14:paraId="2E1D02F2" w14:textId="77777777" w:rsidR="001E6B6B" w:rsidRPr="001F078B" w:rsidRDefault="001E6B6B" w:rsidP="006B3BD2">
            <w:pPr>
              <w:pStyle w:val="TAC"/>
              <w:rPr>
                <w:rFonts w:cs="Arial"/>
                <w:lang w:eastAsia="ja-JP"/>
              </w:rPr>
            </w:pPr>
            <w:r w:rsidRPr="001F078B">
              <w:rPr>
                <w:lang w:val="en-US" w:eastAsia="fi-FI"/>
              </w:rPr>
              <w:t>DC_</w:t>
            </w:r>
            <w:r w:rsidRPr="001F078B">
              <w:rPr>
                <w:lang w:val="en-US" w:eastAsia="ja-JP"/>
              </w:rPr>
              <w:t>66</w:t>
            </w:r>
            <w:r w:rsidRPr="001F078B">
              <w:rPr>
                <w:lang w:val="en-US" w:eastAsia="fi-FI"/>
              </w:rPr>
              <w:t>A_n260A</w:t>
            </w:r>
          </w:p>
        </w:tc>
      </w:tr>
      <w:tr w:rsidR="001E6B6B" w:rsidRPr="001F078B" w14:paraId="41D34D17" w14:textId="77777777" w:rsidTr="006B3BD2">
        <w:trPr>
          <w:trHeight w:val="187"/>
          <w:jc w:val="center"/>
        </w:trPr>
        <w:tc>
          <w:tcPr>
            <w:tcW w:w="4814" w:type="dxa"/>
            <w:shd w:val="clear" w:color="auto" w:fill="auto"/>
            <w:noWrap/>
            <w:tcMar>
              <w:top w:w="28" w:type="dxa"/>
              <w:left w:w="28" w:type="dxa"/>
              <w:bottom w:w="28" w:type="dxa"/>
              <w:right w:w="28" w:type="dxa"/>
            </w:tcMar>
          </w:tcPr>
          <w:p w14:paraId="609EBAAB" w14:textId="77777777" w:rsidR="001E6B6B" w:rsidRPr="001F078B" w:rsidRDefault="001E6B6B" w:rsidP="006B3BD2">
            <w:pPr>
              <w:pStyle w:val="TAC"/>
              <w:rPr>
                <w:lang w:eastAsia="ja-JP"/>
              </w:rPr>
            </w:pPr>
            <w:r w:rsidRPr="001F078B">
              <w:rPr>
                <w:lang w:eastAsia="ja-JP"/>
              </w:rPr>
              <w:t>DC_2A-2A-5A-66A_n260A</w:t>
            </w:r>
          </w:p>
          <w:p w14:paraId="446C110E" w14:textId="77777777" w:rsidR="001E6B6B" w:rsidRPr="001F078B" w:rsidRDefault="001E6B6B" w:rsidP="006B3BD2">
            <w:pPr>
              <w:pStyle w:val="TAC"/>
              <w:rPr>
                <w:rFonts w:cs="Arial"/>
                <w:lang w:eastAsia="ja-JP"/>
              </w:rPr>
            </w:pPr>
            <w:r w:rsidRPr="001F078B">
              <w:rPr>
                <w:lang w:eastAsia="ja-JP"/>
              </w:rPr>
              <w:t>DC_2A-5A-66A-66A_n260A</w:t>
            </w:r>
          </w:p>
        </w:tc>
        <w:tc>
          <w:tcPr>
            <w:tcW w:w="4815" w:type="dxa"/>
            <w:tcMar>
              <w:top w:w="28" w:type="dxa"/>
              <w:left w:w="28" w:type="dxa"/>
              <w:bottom w:w="28" w:type="dxa"/>
              <w:right w:w="28" w:type="dxa"/>
            </w:tcMar>
          </w:tcPr>
          <w:p w14:paraId="00D72540" w14:textId="77777777" w:rsidR="001E6B6B" w:rsidRPr="001F078B" w:rsidRDefault="001E6B6B" w:rsidP="006B3BD2">
            <w:pPr>
              <w:pStyle w:val="TAC"/>
              <w:rPr>
                <w:lang w:val="en-US" w:eastAsia="fi-FI"/>
              </w:rPr>
            </w:pPr>
            <w:r w:rsidRPr="001F078B">
              <w:rPr>
                <w:lang w:val="en-US" w:eastAsia="fi-FI"/>
              </w:rPr>
              <w:t>DC_2A_n260A</w:t>
            </w:r>
          </w:p>
          <w:p w14:paraId="58BCAF96"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5</w:t>
            </w:r>
            <w:r w:rsidRPr="001F078B">
              <w:rPr>
                <w:lang w:val="en-US" w:eastAsia="fi-FI"/>
              </w:rPr>
              <w:t>A_n260A</w:t>
            </w:r>
          </w:p>
          <w:p w14:paraId="59A8F531" w14:textId="77777777" w:rsidR="001E6B6B" w:rsidRPr="001F078B" w:rsidRDefault="001E6B6B" w:rsidP="006B3BD2">
            <w:pPr>
              <w:pStyle w:val="TAC"/>
              <w:rPr>
                <w:rFonts w:cs="Arial"/>
                <w:lang w:eastAsia="ja-JP"/>
              </w:rPr>
            </w:pPr>
            <w:r w:rsidRPr="001F078B">
              <w:rPr>
                <w:lang w:val="en-US" w:eastAsia="fi-FI"/>
              </w:rPr>
              <w:t>DC_</w:t>
            </w:r>
            <w:r w:rsidRPr="001F078B">
              <w:rPr>
                <w:lang w:val="en-US" w:eastAsia="ja-JP"/>
              </w:rPr>
              <w:t>66</w:t>
            </w:r>
            <w:r w:rsidRPr="001F078B">
              <w:rPr>
                <w:lang w:val="en-US" w:eastAsia="fi-FI"/>
              </w:rPr>
              <w:t>A_n260A</w:t>
            </w:r>
          </w:p>
        </w:tc>
      </w:tr>
      <w:tr w:rsidR="001E6B6B" w:rsidRPr="001F078B" w14:paraId="736D0CD4" w14:textId="77777777" w:rsidTr="006B3BD2">
        <w:trPr>
          <w:trHeight w:val="187"/>
          <w:jc w:val="center"/>
        </w:trPr>
        <w:tc>
          <w:tcPr>
            <w:tcW w:w="4814" w:type="dxa"/>
            <w:shd w:val="clear" w:color="auto" w:fill="auto"/>
            <w:noWrap/>
            <w:tcMar>
              <w:top w:w="28" w:type="dxa"/>
              <w:left w:w="28" w:type="dxa"/>
              <w:bottom w:w="28" w:type="dxa"/>
              <w:right w:w="28" w:type="dxa"/>
            </w:tcMar>
          </w:tcPr>
          <w:p w14:paraId="62414199" w14:textId="77777777" w:rsidR="001E6B6B" w:rsidRPr="001F078B" w:rsidRDefault="001E6B6B" w:rsidP="006B3BD2">
            <w:pPr>
              <w:pStyle w:val="TAC"/>
              <w:rPr>
                <w:lang w:eastAsia="ja-JP"/>
              </w:rPr>
            </w:pPr>
            <w:r w:rsidRPr="001F078B">
              <w:rPr>
                <w:lang w:eastAsia="ja-JP"/>
              </w:rPr>
              <w:lastRenderedPageBreak/>
              <w:t>DC_2A-12A-30A_n260A</w:t>
            </w:r>
          </w:p>
          <w:p w14:paraId="7C7E670A" w14:textId="77777777" w:rsidR="001E6B6B" w:rsidRPr="001F078B" w:rsidRDefault="001E6B6B" w:rsidP="006B3BD2">
            <w:pPr>
              <w:pStyle w:val="TAC"/>
              <w:rPr>
                <w:lang w:val="en-US" w:eastAsia="ja-JP"/>
              </w:rPr>
            </w:pPr>
            <w:r w:rsidRPr="001F078B">
              <w:rPr>
                <w:lang w:eastAsia="ja-JP"/>
              </w:rPr>
              <w:t>DC_2A-12A-30A_n260</w:t>
            </w:r>
            <w:r w:rsidRPr="001F078B">
              <w:rPr>
                <w:lang w:val="en-US" w:eastAsia="ja-JP"/>
              </w:rPr>
              <w:t>G</w:t>
            </w:r>
          </w:p>
          <w:p w14:paraId="1843F062" w14:textId="77777777" w:rsidR="001E6B6B" w:rsidRPr="001F078B" w:rsidRDefault="001E6B6B" w:rsidP="006B3BD2">
            <w:pPr>
              <w:pStyle w:val="TAC"/>
              <w:rPr>
                <w:lang w:val="en-US" w:eastAsia="ja-JP"/>
              </w:rPr>
            </w:pPr>
            <w:r w:rsidRPr="001F078B">
              <w:rPr>
                <w:lang w:eastAsia="ja-JP"/>
              </w:rPr>
              <w:t>DC_2A-12A-30A_n260</w:t>
            </w:r>
            <w:r w:rsidRPr="001F078B">
              <w:rPr>
                <w:lang w:val="en-US" w:eastAsia="ja-JP"/>
              </w:rPr>
              <w:t>H</w:t>
            </w:r>
          </w:p>
          <w:p w14:paraId="01699BEC" w14:textId="77777777" w:rsidR="001E6B6B" w:rsidRPr="001F078B" w:rsidRDefault="001E6B6B" w:rsidP="006B3BD2">
            <w:pPr>
              <w:pStyle w:val="TAC"/>
              <w:rPr>
                <w:lang w:val="en-US" w:eastAsia="ja-JP"/>
              </w:rPr>
            </w:pPr>
            <w:r w:rsidRPr="001F078B">
              <w:rPr>
                <w:lang w:eastAsia="ja-JP"/>
              </w:rPr>
              <w:t>DC_2A-12A-30A_n260</w:t>
            </w:r>
            <w:r w:rsidRPr="001F078B">
              <w:rPr>
                <w:lang w:val="en-US" w:eastAsia="ja-JP"/>
              </w:rPr>
              <w:t>I</w:t>
            </w:r>
          </w:p>
          <w:p w14:paraId="4B8F68AD" w14:textId="77777777" w:rsidR="001E6B6B" w:rsidRPr="001F078B" w:rsidRDefault="001E6B6B" w:rsidP="006B3BD2">
            <w:pPr>
              <w:pStyle w:val="TAC"/>
              <w:rPr>
                <w:lang w:val="en-US" w:eastAsia="ja-JP"/>
              </w:rPr>
            </w:pPr>
            <w:r w:rsidRPr="001F078B">
              <w:rPr>
                <w:lang w:eastAsia="ja-JP"/>
              </w:rPr>
              <w:t>DC_2A-12A-30A_n260</w:t>
            </w:r>
            <w:r w:rsidRPr="001F078B">
              <w:rPr>
                <w:lang w:val="en-US" w:eastAsia="ja-JP"/>
              </w:rPr>
              <w:t>J</w:t>
            </w:r>
          </w:p>
          <w:p w14:paraId="57AF9AAD" w14:textId="77777777" w:rsidR="001E6B6B" w:rsidRPr="001F078B" w:rsidRDefault="001E6B6B" w:rsidP="006B3BD2">
            <w:pPr>
              <w:pStyle w:val="TAC"/>
              <w:rPr>
                <w:lang w:eastAsia="ja-JP"/>
              </w:rPr>
            </w:pPr>
            <w:r w:rsidRPr="001F078B">
              <w:rPr>
                <w:lang w:eastAsia="ja-JP"/>
              </w:rPr>
              <w:t>DC_2A-12A-30A_n260K</w:t>
            </w:r>
          </w:p>
          <w:p w14:paraId="06CDBE63" w14:textId="77777777" w:rsidR="001E6B6B" w:rsidRPr="001F078B" w:rsidRDefault="001E6B6B" w:rsidP="006B3BD2">
            <w:pPr>
              <w:pStyle w:val="TAC"/>
              <w:rPr>
                <w:lang w:val="en-US" w:eastAsia="ja-JP"/>
              </w:rPr>
            </w:pPr>
            <w:r w:rsidRPr="001F078B">
              <w:rPr>
                <w:lang w:eastAsia="ja-JP"/>
              </w:rPr>
              <w:t>DC_2A-12A-30A_n260</w:t>
            </w:r>
            <w:r w:rsidRPr="001F078B">
              <w:rPr>
                <w:lang w:val="en-US" w:eastAsia="ja-JP"/>
              </w:rPr>
              <w:t>L</w:t>
            </w:r>
          </w:p>
          <w:p w14:paraId="1E0D7FC8" w14:textId="77777777" w:rsidR="001E6B6B" w:rsidRPr="001F078B" w:rsidRDefault="001E6B6B" w:rsidP="006B3BD2">
            <w:pPr>
              <w:pStyle w:val="TAC"/>
              <w:rPr>
                <w:rFonts w:cs="Arial"/>
                <w:lang w:eastAsia="ja-JP"/>
              </w:rPr>
            </w:pPr>
            <w:r w:rsidRPr="001F078B">
              <w:rPr>
                <w:lang w:eastAsia="ja-JP"/>
              </w:rPr>
              <w:t>DC_2A-12A-30A_n260</w:t>
            </w:r>
            <w:r w:rsidRPr="001F078B">
              <w:rPr>
                <w:lang w:val="en-US" w:eastAsia="ja-JP"/>
              </w:rPr>
              <w:t>M</w:t>
            </w:r>
          </w:p>
        </w:tc>
        <w:tc>
          <w:tcPr>
            <w:tcW w:w="4815" w:type="dxa"/>
            <w:tcMar>
              <w:top w:w="28" w:type="dxa"/>
              <w:left w:w="28" w:type="dxa"/>
              <w:bottom w:w="28" w:type="dxa"/>
              <w:right w:w="28" w:type="dxa"/>
            </w:tcMar>
          </w:tcPr>
          <w:p w14:paraId="06EBEEC1" w14:textId="77777777" w:rsidR="001E6B6B" w:rsidRPr="001F078B" w:rsidRDefault="001E6B6B" w:rsidP="006B3BD2">
            <w:pPr>
              <w:pStyle w:val="TAC"/>
              <w:rPr>
                <w:lang w:val="en-US" w:eastAsia="fi-FI"/>
              </w:rPr>
            </w:pPr>
            <w:r w:rsidRPr="001F078B">
              <w:rPr>
                <w:lang w:val="en-US" w:eastAsia="fi-FI"/>
              </w:rPr>
              <w:t>DC_2A_n260A</w:t>
            </w:r>
          </w:p>
          <w:p w14:paraId="24332673"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12</w:t>
            </w:r>
            <w:r w:rsidRPr="001F078B">
              <w:rPr>
                <w:lang w:val="en-US" w:eastAsia="fi-FI"/>
              </w:rPr>
              <w:t>A_n260A</w:t>
            </w:r>
          </w:p>
          <w:p w14:paraId="5956D66E" w14:textId="77777777" w:rsidR="001E6B6B" w:rsidRPr="001F078B" w:rsidRDefault="001E6B6B" w:rsidP="006B3BD2">
            <w:pPr>
              <w:pStyle w:val="TAC"/>
              <w:rPr>
                <w:rFonts w:cs="Arial"/>
                <w:lang w:eastAsia="ja-JP"/>
              </w:rPr>
            </w:pPr>
            <w:r w:rsidRPr="001F078B">
              <w:rPr>
                <w:lang w:val="en-US" w:eastAsia="fi-FI"/>
              </w:rPr>
              <w:t>DC_</w:t>
            </w:r>
            <w:r w:rsidRPr="001F078B">
              <w:rPr>
                <w:lang w:val="en-US" w:eastAsia="ja-JP"/>
              </w:rPr>
              <w:t>30</w:t>
            </w:r>
            <w:r w:rsidRPr="001F078B">
              <w:rPr>
                <w:lang w:val="en-US" w:eastAsia="fi-FI"/>
              </w:rPr>
              <w:t>A_n260A</w:t>
            </w:r>
          </w:p>
        </w:tc>
      </w:tr>
      <w:tr w:rsidR="001E6B6B" w:rsidRPr="001F078B" w14:paraId="0C5DD7B2" w14:textId="77777777" w:rsidTr="006B3BD2">
        <w:trPr>
          <w:trHeight w:val="187"/>
          <w:jc w:val="center"/>
        </w:trPr>
        <w:tc>
          <w:tcPr>
            <w:tcW w:w="4814" w:type="dxa"/>
            <w:shd w:val="clear" w:color="auto" w:fill="auto"/>
            <w:noWrap/>
            <w:tcMar>
              <w:top w:w="28" w:type="dxa"/>
              <w:left w:w="28" w:type="dxa"/>
              <w:bottom w:w="28" w:type="dxa"/>
              <w:right w:w="28" w:type="dxa"/>
            </w:tcMar>
          </w:tcPr>
          <w:p w14:paraId="39921D2C" w14:textId="77777777" w:rsidR="001E6B6B" w:rsidRPr="001F078B" w:rsidRDefault="001E6B6B" w:rsidP="006B3BD2">
            <w:pPr>
              <w:pStyle w:val="TAC"/>
              <w:rPr>
                <w:rFonts w:cs="Arial"/>
                <w:lang w:eastAsia="ja-JP"/>
              </w:rPr>
            </w:pPr>
            <w:r w:rsidRPr="001F078B">
              <w:rPr>
                <w:lang w:eastAsia="ja-JP"/>
              </w:rPr>
              <w:t>DC_2A-2A-12A-30A_n260A</w:t>
            </w:r>
          </w:p>
        </w:tc>
        <w:tc>
          <w:tcPr>
            <w:tcW w:w="4815" w:type="dxa"/>
            <w:tcMar>
              <w:top w:w="28" w:type="dxa"/>
              <w:left w:w="28" w:type="dxa"/>
              <w:bottom w:w="28" w:type="dxa"/>
              <w:right w:w="28" w:type="dxa"/>
            </w:tcMar>
          </w:tcPr>
          <w:p w14:paraId="3575FA13" w14:textId="77777777" w:rsidR="001E6B6B" w:rsidRPr="001F078B" w:rsidRDefault="001E6B6B" w:rsidP="006B3BD2">
            <w:pPr>
              <w:pStyle w:val="TAC"/>
              <w:rPr>
                <w:lang w:val="en-US" w:eastAsia="fi-FI"/>
              </w:rPr>
            </w:pPr>
            <w:r w:rsidRPr="001F078B">
              <w:rPr>
                <w:lang w:val="en-US" w:eastAsia="fi-FI"/>
              </w:rPr>
              <w:t>DC_2A_n260A</w:t>
            </w:r>
          </w:p>
          <w:p w14:paraId="0A07839F"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12</w:t>
            </w:r>
            <w:r w:rsidRPr="001F078B">
              <w:rPr>
                <w:lang w:val="en-US" w:eastAsia="fi-FI"/>
              </w:rPr>
              <w:t>A_n260A</w:t>
            </w:r>
          </w:p>
          <w:p w14:paraId="5D5120A2" w14:textId="77777777" w:rsidR="001E6B6B" w:rsidRPr="001F078B" w:rsidRDefault="001E6B6B" w:rsidP="006B3BD2">
            <w:pPr>
              <w:pStyle w:val="TAC"/>
              <w:rPr>
                <w:rFonts w:cs="Arial"/>
                <w:lang w:eastAsia="ja-JP"/>
              </w:rPr>
            </w:pPr>
            <w:r w:rsidRPr="001F078B">
              <w:rPr>
                <w:lang w:val="en-US" w:eastAsia="fi-FI"/>
              </w:rPr>
              <w:t>DC_</w:t>
            </w:r>
            <w:r w:rsidRPr="001F078B">
              <w:rPr>
                <w:lang w:val="en-US" w:eastAsia="ja-JP"/>
              </w:rPr>
              <w:t>30</w:t>
            </w:r>
            <w:r w:rsidRPr="001F078B">
              <w:rPr>
                <w:lang w:val="en-US" w:eastAsia="fi-FI"/>
              </w:rPr>
              <w:t>A_n260A</w:t>
            </w:r>
          </w:p>
        </w:tc>
      </w:tr>
      <w:tr w:rsidR="001E6B6B" w:rsidRPr="001F078B" w14:paraId="280A2874" w14:textId="77777777" w:rsidTr="006B3BD2">
        <w:trPr>
          <w:trHeight w:val="187"/>
          <w:jc w:val="center"/>
        </w:trPr>
        <w:tc>
          <w:tcPr>
            <w:tcW w:w="4814" w:type="dxa"/>
            <w:shd w:val="clear" w:color="auto" w:fill="auto"/>
            <w:noWrap/>
            <w:tcMar>
              <w:top w:w="28" w:type="dxa"/>
              <w:left w:w="28" w:type="dxa"/>
              <w:bottom w:w="28" w:type="dxa"/>
              <w:right w:w="28" w:type="dxa"/>
            </w:tcMar>
          </w:tcPr>
          <w:p w14:paraId="07289046" w14:textId="77777777" w:rsidR="001E6B6B" w:rsidRPr="001F078B" w:rsidRDefault="001E6B6B" w:rsidP="006B3BD2">
            <w:pPr>
              <w:pStyle w:val="TAC"/>
              <w:rPr>
                <w:lang w:eastAsia="ja-JP"/>
              </w:rPr>
            </w:pPr>
            <w:r w:rsidRPr="001F078B">
              <w:rPr>
                <w:lang w:eastAsia="ja-JP"/>
              </w:rPr>
              <w:t>DC_2A-12A-66A_n260A</w:t>
            </w:r>
          </w:p>
          <w:p w14:paraId="3A338148" w14:textId="77777777" w:rsidR="001E6B6B" w:rsidRPr="001F078B" w:rsidRDefault="001E6B6B" w:rsidP="006B3BD2">
            <w:pPr>
              <w:pStyle w:val="TAC"/>
              <w:rPr>
                <w:lang w:val="en-US" w:eastAsia="ja-JP"/>
              </w:rPr>
            </w:pPr>
            <w:r w:rsidRPr="001F078B">
              <w:rPr>
                <w:lang w:eastAsia="ja-JP"/>
              </w:rPr>
              <w:t>DC_2A-12A-66A_n260</w:t>
            </w:r>
            <w:r w:rsidRPr="001F078B">
              <w:rPr>
                <w:lang w:val="en-US" w:eastAsia="ja-JP"/>
              </w:rPr>
              <w:t>G</w:t>
            </w:r>
          </w:p>
          <w:p w14:paraId="64F3754E" w14:textId="77777777" w:rsidR="001E6B6B" w:rsidRPr="001F078B" w:rsidRDefault="001E6B6B" w:rsidP="006B3BD2">
            <w:pPr>
              <w:pStyle w:val="TAC"/>
              <w:rPr>
                <w:lang w:eastAsia="ja-JP"/>
              </w:rPr>
            </w:pPr>
            <w:r w:rsidRPr="001F078B">
              <w:rPr>
                <w:lang w:eastAsia="ja-JP"/>
              </w:rPr>
              <w:t>DC_2A-12A-66A_n260H</w:t>
            </w:r>
          </w:p>
          <w:p w14:paraId="6AE81C7B" w14:textId="77777777" w:rsidR="001E6B6B" w:rsidRPr="001F078B" w:rsidRDefault="001E6B6B" w:rsidP="006B3BD2">
            <w:pPr>
              <w:pStyle w:val="TAC"/>
              <w:rPr>
                <w:lang w:eastAsia="ja-JP"/>
              </w:rPr>
            </w:pPr>
            <w:r w:rsidRPr="001F078B">
              <w:rPr>
                <w:lang w:eastAsia="ja-JP"/>
              </w:rPr>
              <w:t>DC_2A-12A-66A_n260I</w:t>
            </w:r>
          </w:p>
          <w:p w14:paraId="65999125" w14:textId="77777777" w:rsidR="001E6B6B" w:rsidRPr="001F078B" w:rsidRDefault="001E6B6B" w:rsidP="006B3BD2">
            <w:pPr>
              <w:pStyle w:val="TAC"/>
              <w:rPr>
                <w:lang w:eastAsia="ja-JP"/>
              </w:rPr>
            </w:pPr>
            <w:r w:rsidRPr="001F078B">
              <w:rPr>
                <w:lang w:eastAsia="ja-JP"/>
              </w:rPr>
              <w:t>DC_2A-12A-66A_n260J</w:t>
            </w:r>
          </w:p>
          <w:p w14:paraId="4F621906" w14:textId="77777777" w:rsidR="001E6B6B" w:rsidRPr="001F078B" w:rsidRDefault="001E6B6B" w:rsidP="006B3BD2">
            <w:pPr>
              <w:pStyle w:val="TAC"/>
              <w:rPr>
                <w:lang w:eastAsia="ja-JP"/>
              </w:rPr>
            </w:pPr>
            <w:r w:rsidRPr="001F078B">
              <w:rPr>
                <w:lang w:eastAsia="ja-JP"/>
              </w:rPr>
              <w:t>DC_2A-12A-66A_n260K</w:t>
            </w:r>
          </w:p>
          <w:p w14:paraId="0166DA31" w14:textId="77777777" w:rsidR="001E6B6B" w:rsidRPr="001F078B" w:rsidRDefault="001E6B6B" w:rsidP="006B3BD2">
            <w:pPr>
              <w:pStyle w:val="TAC"/>
              <w:rPr>
                <w:lang w:val="en-US" w:eastAsia="ja-JP"/>
              </w:rPr>
            </w:pPr>
            <w:r w:rsidRPr="001F078B">
              <w:rPr>
                <w:lang w:eastAsia="ja-JP"/>
              </w:rPr>
              <w:t>DC_2A-12A-66A_n260</w:t>
            </w:r>
            <w:r w:rsidRPr="001F078B">
              <w:rPr>
                <w:lang w:val="en-US" w:eastAsia="ja-JP"/>
              </w:rPr>
              <w:t>L</w:t>
            </w:r>
          </w:p>
          <w:p w14:paraId="61CD4990" w14:textId="77777777" w:rsidR="001E6B6B" w:rsidRPr="001F078B" w:rsidRDefault="001E6B6B" w:rsidP="006B3BD2">
            <w:pPr>
              <w:pStyle w:val="TAC"/>
              <w:rPr>
                <w:rFonts w:cs="Arial"/>
                <w:lang w:eastAsia="ja-JP"/>
              </w:rPr>
            </w:pPr>
            <w:r w:rsidRPr="001F078B">
              <w:rPr>
                <w:lang w:eastAsia="ja-JP"/>
              </w:rPr>
              <w:t>DC_2A-12A-66A_n260</w:t>
            </w:r>
            <w:r w:rsidRPr="001F078B">
              <w:rPr>
                <w:lang w:val="en-US" w:eastAsia="ja-JP"/>
              </w:rPr>
              <w:t>M</w:t>
            </w:r>
          </w:p>
        </w:tc>
        <w:tc>
          <w:tcPr>
            <w:tcW w:w="4815" w:type="dxa"/>
            <w:tcMar>
              <w:top w:w="28" w:type="dxa"/>
              <w:left w:w="28" w:type="dxa"/>
              <w:bottom w:w="28" w:type="dxa"/>
              <w:right w:w="28" w:type="dxa"/>
            </w:tcMar>
          </w:tcPr>
          <w:p w14:paraId="1B8C0942" w14:textId="77777777" w:rsidR="001E6B6B" w:rsidRPr="001F078B" w:rsidRDefault="001E6B6B" w:rsidP="006B3BD2">
            <w:pPr>
              <w:pStyle w:val="TAC"/>
              <w:rPr>
                <w:lang w:val="en-US" w:eastAsia="fi-FI"/>
              </w:rPr>
            </w:pPr>
            <w:r w:rsidRPr="001F078B">
              <w:rPr>
                <w:lang w:val="en-US" w:eastAsia="fi-FI"/>
              </w:rPr>
              <w:t>DC_2A_n260A</w:t>
            </w:r>
          </w:p>
          <w:p w14:paraId="664BF627"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12</w:t>
            </w:r>
            <w:r w:rsidRPr="001F078B">
              <w:rPr>
                <w:lang w:val="en-US" w:eastAsia="fi-FI"/>
              </w:rPr>
              <w:t>A_n260A</w:t>
            </w:r>
          </w:p>
          <w:p w14:paraId="0B2F1375" w14:textId="77777777" w:rsidR="001E6B6B" w:rsidRPr="001F078B" w:rsidRDefault="001E6B6B" w:rsidP="006B3BD2">
            <w:pPr>
              <w:pStyle w:val="TAC"/>
              <w:rPr>
                <w:rFonts w:cs="Arial"/>
                <w:lang w:eastAsia="ja-JP"/>
              </w:rPr>
            </w:pPr>
            <w:r w:rsidRPr="001F078B">
              <w:rPr>
                <w:lang w:val="en-US" w:eastAsia="fi-FI"/>
              </w:rPr>
              <w:t>DC_</w:t>
            </w:r>
            <w:r w:rsidRPr="001F078B">
              <w:rPr>
                <w:lang w:val="en-US" w:eastAsia="ja-JP"/>
              </w:rPr>
              <w:t>66</w:t>
            </w:r>
            <w:r w:rsidRPr="001F078B">
              <w:rPr>
                <w:lang w:val="en-US" w:eastAsia="fi-FI"/>
              </w:rPr>
              <w:t>A_n260A</w:t>
            </w:r>
          </w:p>
        </w:tc>
      </w:tr>
      <w:tr w:rsidR="001E6B6B" w:rsidRPr="001F078B" w14:paraId="1A8E2E09" w14:textId="77777777" w:rsidTr="006B3BD2">
        <w:trPr>
          <w:trHeight w:val="187"/>
          <w:jc w:val="center"/>
        </w:trPr>
        <w:tc>
          <w:tcPr>
            <w:tcW w:w="4814" w:type="dxa"/>
            <w:shd w:val="clear" w:color="auto" w:fill="auto"/>
            <w:noWrap/>
            <w:tcMar>
              <w:top w:w="28" w:type="dxa"/>
              <w:left w:w="28" w:type="dxa"/>
              <w:bottom w:w="28" w:type="dxa"/>
              <w:right w:w="28" w:type="dxa"/>
            </w:tcMar>
          </w:tcPr>
          <w:p w14:paraId="28BE9F6B" w14:textId="77777777" w:rsidR="001E6B6B" w:rsidRPr="001F078B" w:rsidRDefault="001E6B6B" w:rsidP="006B3BD2">
            <w:pPr>
              <w:pStyle w:val="TAC"/>
              <w:rPr>
                <w:lang w:eastAsia="ja-JP"/>
              </w:rPr>
            </w:pPr>
            <w:r w:rsidRPr="001F078B">
              <w:rPr>
                <w:lang w:eastAsia="ja-JP"/>
              </w:rPr>
              <w:t>DC_2A-2A-12A-66A_n260A</w:t>
            </w:r>
          </w:p>
          <w:p w14:paraId="33F684F8" w14:textId="77777777" w:rsidR="001E6B6B" w:rsidRPr="001F078B" w:rsidRDefault="001E6B6B" w:rsidP="006B3BD2">
            <w:pPr>
              <w:pStyle w:val="TAC"/>
              <w:rPr>
                <w:rFonts w:cs="Arial"/>
                <w:lang w:eastAsia="ja-JP"/>
              </w:rPr>
            </w:pPr>
            <w:r w:rsidRPr="001F078B">
              <w:rPr>
                <w:lang w:eastAsia="ja-JP"/>
              </w:rPr>
              <w:t>DC_2A-12A-66A-66A_n260A</w:t>
            </w:r>
          </w:p>
        </w:tc>
        <w:tc>
          <w:tcPr>
            <w:tcW w:w="4815" w:type="dxa"/>
            <w:tcMar>
              <w:top w:w="28" w:type="dxa"/>
              <w:left w:w="28" w:type="dxa"/>
              <w:bottom w:w="28" w:type="dxa"/>
              <w:right w:w="28" w:type="dxa"/>
            </w:tcMar>
          </w:tcPr>
          <w:p w14:paraId="1357E14F" w14:textId="77777777" w:rsidR="001E6B6B" w:rsidRPr="001F078B" w:rsidRDefault="001E6B6B" w:rsidP="006B3BD2">
            <w:pPr>
              <w:pStyle w:val="TAC"/>
              <w:rPr>
                <w:lang w:val="en-US" w:eastAsia="fi-FI"/>
              </w:rPr>
            </w:pPr>
            <w:r w:rsidRPr="001F078B">
              <w:rPr>
                <w:lang w:val="en-US" w:eastAsia="fi-FI"/>
              </w:rPr>
              <w:t>DC_2A_n260A</w:t>
            </w:r>
          </w:p>
          <w:p w14:paraId="2D6B448E"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12</w:t>
            </w:r>
            <w:r w:rsidRPr="001F078B">
              <w:rPr>
                <w:lang w:val="en-US" w:eastAsia="fi-FI"/>
              </w:rPr>
              <w:t>A_n260A</w:t>
            </w:r>
          </w:p>
          <w:p w14:paraId="0731BF8D" w14:textId="77777777" w:rsidR="001E6B6B" w:rsidRPr="001F078B" w:rsidRDefault="001E6B6B" w:rsidP="006B3BD2">
            <w:pPr>
              <w:pStyle w:val="TAC"/>
              <w:rPr>
                <w:rFonts w:cs="Arial"/>
                <w:lang w:eastAsia="ja-JP"/>
              </w:rPr>
            </w:pPr>
            <w:r w:rsidRPr="001F078B">
              <w:rPr>
                <w:lang w:val="en-US" w:eastAsia="fi-FI"/>
              </w:rPr>
              <w:t>DC_</w:t>
            </w:r>
            <w:r w:rsidRPr="001F078B">
              <w:rPr>
                <w:lang w:val="en-US" w:eastAsia="ja-JP"/>
              </w:rPr>
              <w:t>66</w:t>
            </w:r>
            <w:r w:rsidRPr="001F078B">
              <w:rPr>
                <w:lang w:val="en-US" w:eastAsia="fi-FI"/>
              </w:rPr>
              <w:t>A_n260A</w:t>
            </w:r>
          </w:p>
        </w:tc>
      </w:tr>
      <w:tr w:rsidR="001E6B6B" w:rsidRPr="001F078B" w14:paraId="497E82BE" w14:textId="77777777" w:rsidTr="006B3BD2">
        <w:trPr>
          <w:trHeight w:val="187"/>
          <w:jc w:val="center"/>
        </w:trPr>
        <w:tc>
          <w:tcPr>
            <w:tcW w:w="4814" w:type="dxa"/>
            <w:shd w:val="clear" w:color="auto" w:fill="auto"/>
            <w:noWrap/>
            <w:tcMar>
              <w:top w:w="28" w:type="dxa"/>
              <w:left w:w="28" w:type="dxa"/>
              <w:bottom w:w="28" w:type="dxa"/>
              <w:right w:w="28" w:type="dxa"/>
            </w:tcMar>
          </w:tcPr>
          <w:p w14:paraId="5B88D062" w14:textId="77777777" w:rsidR="001E6B6B" w:rsidRPr="00F713C8" w:rsidRDefault="001E6B6B" w:rsidP="006B3BD2">
            <w:pPr>
              <w:pStyle w:val="TAC"/>
              <w:rPr>
                <w:rFonts w:eastAsia="MS Mincho" w:cs="Arial"/>
                <w:b/>
                <w:lang w:val="en-US" w:eastAsia="ja-JP"/>
              </w:rPr>
            </w:pPr>
            <w:r w:rsidRPr="00F713C8">
              <w:rPr>
                <w:rFonts w:eastAsia="MS Mincho" w:cs="Arial"/>
                <w:lang w:eastAsia="ja-JP"/>
              </w:rPr>
              <w:t>DC_2A-13A-66A_n260</w:t>
            </w:r>
            <w:r w:rsidRPr="00F713C8">
              <w:rPr>
                <w:rFonts w:eastAsia="MS Mincho" w:cs="Arial"/>
                <w:lang w:val="en-US" w:eastAsia="ja-JP"/>
              </w:rPr>
              <w:t>A</w:t>
            </w:r>
          </w:p>
          <w:p w14:paraId="2AAF1386" w14:textId="15921636" w:rsidR="001E6B6B" w:rsidRPr="00F713C8" w:rsidRDefault="001E6B6B" w:rsidP="006B3BD2">
            <w:pPr>
              <w:pStyle w:val="TAC"/>
              <w:rPr>
                <w:rFonts w:eastAsia="MS Mincho" w:cs="Arial"/>
                <w:b/>
                <w:lang w:eastAsia="ja-JP"/>
              </w:rPr>
            </w:pPr>
            <w:r w:rsidRPr="00F713C8">
              <w:rPr>
                <w:rFonts w:eastAsia="MS Mincho" w:cs="Arial"/>
                <w:lang w:eastAsia="ja-JP"/>
              </w:rPr>
              <w:t>DC_2A-13A-66A_n260</w:t>
            </w:r>
            <w:r w:rsidRPr="00F713C8">
              <w:rPr>
                <w:rFonts w:eastAsia="MS Mincho" w:cs="Arial"/>
                <w:lang w:val="en-US" w:eastAsia="ja-JP"/>
              </w:rPr>
              <w:t>G</w:t>
            </w:r>
          </w:p>
          <w:p w14:paraId="198CBFF1" w14:textId="206AC580" w:rsidR="001E6B6B" w:rsidRPr="00F713C8" w:rsidRDefault="001E6B6B" w:rsidP="006B3BD2">
            <w:pPr>
              <w:pStyle w:val="TAC"/>
              <w:rPr>
                <w:rFonts w:eastAsia="MS Mincho" w:cs="Arial"/>
                <w:b/>
                <w:lang w:eastAsia="ja-JP"/>
              </w:rPr>
            </w:pPr>
            <w:r w:rsidRPr="00F713C8">
              <w:rPr>
                <w:rFonts w:eastAsia="MS Mincho" w:cs="Arial"/>
                <w:lang w:eastAsia="ja-JP"/>
              </w:rPr>
              <w:t>DC_2A-13A-66A_n260</w:t>
            </w:r>
            <w:r w:rsidRPr="00F713C8">
              <w:rPr>
                <w:rFonts w:eastAsia="MS Mincho" w:cs="Arial"/>
                <w:lang w:val="en-US" w:eastAsia="ja-JP"/>
              </w:rPr>
              <w:t>H</w:t>
            </w:r>
          </w:p>
          <w:p w14:paraId="47AC463C" w14:textId="3B277599" w:rsidR="001E6B6B" w:rsidRPr="00F713C8" w:rsidRDefault="001E6B6B" w:rsidP="006B3BD2">
            <w:pPr>
              <w:pStyle w:val="TAC"/>
              <w:rPr>
                <w:rFonts w:eastAsia="MS Mincho" w:cs="Arial"/>
                <w:b/>
                <w:lang w:eastAsia="ja-JP"/>
              </w:rPr>
            </w:pPr>
            <w:r w:rsidRPr="00F713C8">
              <w:rPr>
                <w:rFonts w:eastAsia="MS Mincho" w:cs="Arial"/>
                <w:lang w:eastAsia="ja-JP"/>
              </w:rPr>
              <w:t>DC_2A-13A-66A_n260</w:t>
            </w:r>
            <w:r w:rsidRPr="00F713C8">
              <w:rPr>
                <w:rFonts w:eastAsia="MS Mincho" w:cs="Arial"/>
                <w:lang w:val="en-US" w:eastAsia="ja-JP"/>
              </w:rPr>
              <w:t>I</w:t>
            </w:r>
          </w:p>
          <w:p w14:paraId="370F42CA" w14:textId="73D74DF7" w:rsidR="001E6B6B" w:rsidRPr="00F713C8" w:rsidRDefault="001E6B6B" w:rsidP="006B3BD2">
            <w:pPr>
              <w:pStyle w:val="TAC"/>
              <w:rPr>
                <w:rFonts w:eastAsia="MS Mincho" w:cs="Arial"/>
                <w:b/>
                <w:lang w:eastAsia="ja-JP"/>
              </w:rPr>
            </w:pPr>
            <w:r w:rsidRPr="00F713C8">
              <w:rPr>
                <w:rFonts w:eastAsia="MS Mincho" w:cs="Arial"/>
                <w:lang w:eastAsia="ja-JP"/>
              </w:rPr>
              <w:t>DC_2A-13A-66A_n260</w:t>
            </w:r>
            <w:r w:rsidRPr="00F713C8">
              <w:rPr>
                <w:rFonts w:eastAsia="MS Mincho" w:cs="Arial"/>
                <w:lang w:val="en-US" w:eastAsia="ja-JP"/>
              </w:rPr>
              <w:t>J</w:t>
            </w:r>
          </w:p>
          <w:p w14:paraId="5F8214CD" w14:textId="25D6DF57" w:rsidR="001E6B6B" w:rsidRPr="006911D6" w:rsidRDefault="001E6B6B" w:rsidP="006B3BD2">
            <w:pPr>
              <w:pStyle w:val="TAC"/>
              <w:rPr>
                <w:rFonts w:eastAsia="MS Mincho" w:cs="Arial"/>
                <w:b/>
                <w:lang w:eastAsia="ja-JP"/>
              </w:rPr>
            </w:pPr>
            <w:r w:rsidRPr="006911D6">
              <w:rPr>
                <w:rFonts w:eastAsia="MS Mincho" w:cs="Arial"/>
                <w:lang w:eastAsia="ja-JP"/>
              </w:rPr>
              <w:t>DC_2A-13A-66A_n260</w:t>
            </w:r>
            <w:r w:rsidRPr="006911D6">
              <w:rPr>
                <w:rFonts w:eastAsia="MS Mincho" w:cs="Arial"/>
                <w:lang w:val="en-US" w:eastAsia="ja-JP"/>
              </w:rPr>
              <w:t>K</w:t>
            </w:r>
          </w:p>
          <w:p w14:paraId="1C64D903" w14:textId="3F42C195" w:rsidR="001E6B6B" w:rsidRPr="006911D6" w:rsidRDefault="001E6B6B" w:rsidP="006B3BD2">
            <w:pPr>
              <w:pStyle w:val="TAC"/>
              <w:rPr>
                <w:rFonts w:eastAsia="MS Mincho" w:cs="Arial"/>
                <w:b/>
                <w:lang w:eastAsia="ja-JP"/>
              </w:rPr>
            </w:pPr>
            <w:r w:rsidRPr="006911D6">
              <w:rPr>
                <w:rFonts w:eastAsia="MS Mincho" w:cs="Arial"/>
                <w:lang w:eastAsia="ja-JP"/>
              </w:rPr>
              <w:t>DC_2A-13A-66A_n260</w:t>
            </w:r>
            <w:r w:rsidRPr="006911D6">
              <w:rPr>
                <w:rFonts w:eastAsia="MS Mincho" w:cs="Arial"/>
                <w:lang w:val="en-US" w:eastAsia="ja-JP"/>
              </w:rPr>
              <w:t>L</w:t>
            </w:r>
          </w:p>
          <w:p w14:paraId="63E60814" w14:textId="77777777" w:rsidR="001E6B6B" w:rsidRPr="001F078B" w:rsidRDefault="001E6B6B" w:rsidP="006B3BD2">
            <w:pPr>
              <w:pStyle w:val="TAC"/>
              <w:rPr>
                <w:lang w:eastAsia="ja-JP"/>
              </w:rPr>
            </w:pPr>
            <w:r w:rsidRPr="00F713C8">
              <w:rPr>
                <w:rFonts w:eastAsia="MS Mincho" w:cs="Arial"/>
                <w:lang w:eastAsia="ja-JP"/>
              </w:rPr>
              <w:t>DC_2A-13A-66A_n260M</w:t>
            </w:r>
          </w:p>
        </w:tc>
        <w:tc>
          <w:tcPr>
            <w:tcW w:w="4815" w:type="dxa"/>
            <w:tcMar>
              <w:top w:w="28" w:type="dxa"/>
              <w:left w:w="28" w:type="dxa"/>
              <w:bottom w:w="28" w:type="dxa"/>
              <w:right w:w="28" w:type="dxa"/>
            </w:tcMar>
          </w:tcPr>
          <w:p w14:paraId="541FD00A" w14:textId="77777777" w:rsidR="00D01098" w:rsidRPr="00F713C8" w:rsidRDefault="001E6B6B" w:rsidP="006B3BD2">
            <w:pPr>
              <w:pStyle w:val="TAC"/>
              <w:rPr>
                <w:rFonts w:eastAsia="MS Mincho" w:cs="Arial"/>
                <w:lang w:val="en-US" w:eastAsia="ja-JP"/>
              </w:rPr>
            </w:pPr>
            <w:r w:rsidRPr="00F713C8">
              <w:rPr>
                <w:rFonts w:eastAsia="MS Mincho" w:cs="Arial"/>
                <w:lang w:val="en-US" w:eastAsia="ja-JP"/>
              </w:rPr>
              <w:t>DC_2</w:t>
            </w:r>
            <w:r w:rsidRPr="00F713C8">
              <w:rPr>
                <w:rFonts w:eastAsia="MS Mincho" w:cs="Arial"/>
                <w:lang w:eastAsia="ja-JP"/>
              </w:rPr>
              <w:t>A_n260</w:t>
            </w:r>
            <w:r w:rsidRPr="00F713C8">
              <w:rPr>
                <w:rFonts w:eastAsia="MS Mincho" w:cs="Arial"/>
                <w:lang w:val="en-US" w:eastAsia="ja-JP"/>
              </w:rPr>
              <w:t>A</w:t>
            </w:r>
          </w:p>
          <w:p w14:paraId="0AD0C5C1" w14:textId="7F0934B6" w:rsidR="001E6B6B" w:rsidRPr="00F713C8" w:rsidRDefault="001E6B6B" w:rsidP="006B3BD2">
            <w:pPr>
              <w:pStyle w:val="TAC"/>
              <w:rPr>
                <w:rFonts w:eastAsia="MS Mincho" w:cs="Arial"/>
                <w:lang w:val="en-US" w:eastAsia="ja-JP"/>
              </w:rPr>
            </w:pPr>
            <w:r w:rsidRPr="00F713C8">
              <w:rPr>
                <w:rFonts w:eastAsia="MS Mincho" w:cs="Arial"/>
                <w:lang w:val="en-US" w:eastAsia="ja-JP"/>
              </w:rPr>
              <w:t>DC_2</w:t>
            </w:r>
            <w:r w:rsidRPr="00F713C8">
              <w:rPr>
                <w:rFonts w:eastAsia="MS Mincho" w:cs="Arial"/>
                <w:lang w:eastAsia="ja-JP"/>
              </w:rPr>
              <w:t>A_n260</w:t>
            </w:r>
            <w:r w:rsidRPr="00F713C8">
              <w:rPr>
                <w:rFonts w:eastAsia="MS Mincho" w:cs="Arial"/>
                <w:lang w:val="en-US" w:eastAsia="ja-JP"/>
              </w:rPr>
              <w:t>G</w:t>
            </w:r>
          </w:p>
          <w:p w14:paraId="063F3277" w14:textId="77777777" w:rsidR="001E6B6B" w:rsidRPr="00F713C8" w:rsidRDefault="001E6B6B" w:rsidP="006B3BD2">
            <w:pPr>
              <w:pStyle w:val="TAC"/>
              <w:rPr>
                <w:rFonts w:eastAsia="MS Mincho" w:cs="Arial"/>
                <w:lang w:val="en-US" w:eastAsia="ja-JP"/>
              </w:rPr>
            </w:pPr>
            <w:r w:rsidRPr="00F713C8">
              <w:rPr>
                <w:rFonts w:eastAsia="MS Mincho" w:cs="Arial"/>
                <w:lang w:val="en-US" w:eastAsia="ja-JP"/>
              </w:rPr>
              <w:t>DC_2</w:t>
            </w:r>
            <w:r w:rsidRPr="00F713C8">
              <w:rPr>
                <w:rFonts w:eastAsia="MS Mincho" w:cs="Arial"/>
                <w:lang w:eastAsia="ja-JP"/>
              </w:rPr>
              <w:t>A_n260</w:t>
            </w:r>
            <w:r w:rsidRPr="00F713C8">
              <w:rPr>
                <w:rFonts w:eastAsia="MS Mincho" w:cs="Arial"/>
                <w:lang w:val="en-US" w:eastAsia="ja-JP"/>
              </w:rPr>
              <w:t>H</w:t>
            </w:r>
          </w:p>
          <w:p w14:paraId="417FBF4B" w14:textId="77777777" w:rsidR="001E6B6B" w:rsidRPr="00F713C8" w:rsidRDefault="001E6B6B" w:rsidP="006B3BD2">
            <w:pPr>
              <w:pStyle w:val="TAC"/>
              <w:rPr>
                <w:rFonts w:eastAsia="MS Mincho" w:cs="Arial"/>
                <w:lang w:val="en-US" w:eastAsia="ja-JP"/>
              </w:rPr>
            </w:pPr>
            <w:r w:rsidRPr="00F713C8">
              <w:rPr>
                <w:rFonts w:eastAsia="MS Mincho" w:cs="Arial"/>
                <w:lang w:val="en-US" w:eastAsia="ja-JP"/>
              </w:rPr>
              <w:t>DC_2</w:t>
            </w:r>
            <w:r w:rsidRPr="00F713C8">
              <w:rPr>
                <w:rFonts w:eastAsia="MS Mincho" w:cs="Arial"/>
                <w:lang w:eastAsia="ja-JP"/>
              </w:rPr>
              <w:t>A_n260</w:t>
            </w:r>
            <w:r w:rsidRPr="00F713C8">
              <w:rPr>
                <w:rFonts w:eastAsia="MS Mincho" w:cs="Arial"/>
                <w:lang w:val="en-US" w:eastAsia="ja-JP"/>
              </w:rPr>
              <w:t>I</w:t>
            </w:r>
          </w:p>
          <w:p w14:paraId="5CDA85B3" w14:textId="77777777" w:rsidR="001E6B6B" w:rsidRPr="006911D6" w:rsidRDefault="001E6B6B" w:rsidP="006B3BD2">
            <w:pPr>
              <w:pStyle w:val="TAC"/>
              <w:rPr>
                <w:rFonts w:eastAsia="MS Mincho" w:cs="Arial"/>
                <w:lang w:val="en-US" w:eastAsia="ja-JP"/>
              </w:rPr>
            </w:pPr>
            <w:r w:rsidRPr="006911D6">
              <w:rPr>
                <w:rFonts w:eastAsia="MS Mincho" w:cs="Arial"/>
                <w:lang w:val="en-US" w:eastAsia="ja-JP"/>
              </w:rPr>
              <w:t>DC_2</w:t>
            </w:r>
            <w:r w:rsidRPr="006911D6">
              <w:rPr>
                <w:rFonts w:eastAsia="MS Mincho" w:cs="Arial"/>
                <w:lang w:eastAsia="ja-JP"/>
              </w:rPr>
              <w:t>A_n260</w:t>
            </w:r>
            <w:r w:rsidRPr="006911D6">
              <w:rPr>
                <w:rFonts w:eastAsia="MS Mincho" w:cs="Arial"/>
                <w:lang w:val="en-US" w:eastAsia="ja-JP"/>
              </w:rPr>
              <w:t>J</w:t>
            </w:r>
          </w:p>
          <w:p w14:paraId="4647FB9E" w14:textId="77777777" w:rsidR="001E6B6B" w:rsidRPr="006911D6" w:rsidRDefault="001E6B6B" w:rsidP="006B3BD2">
            <w:pPr>
              <w:pStyle w:val="TAC"/>
              <w:rPr>
                <w:rFonts w:eastAsia="MS Mincho" w:cs="Arial"/>
                <w:lang w:val="en-US" w:eastAsia="ja-JP"/>
              </w:rPr>
            </w:pPr>
            <w:r w:rsidRPr="006911D6">
              <w:rPr>
                <w:rFonts w:eastAsia="MS Mincho" w:cs="Arial"/>
                <w:lang w:val="en-US" w:eastAsia="ja-JP"/>
              </w:rPr>
              <w:t>DC_2</w:t>
            </w:r>
            <w:r w:rsidRPr="006911D6">
              <w:rPr>
                <w:rFonts w:eastAsia="MS Mincho" w:cs="Arial"/>
                <w:lang w:eastAsia="ja-JP"/>
              </w:rPr>
              <w:t>A_n260</w:t>
            </w:r>
            <w:r w:rsidRPr="006911D6">
              <w:rPr>
                <w:rFonts w:eastAsia="MS Mincho" w:cs="Arial"/>
                <w:lang w:val="en-US" w:eastAsia="ja-JP"/>
              </w:rPr>
              <w:t>K</w:t>
            </w:r>
          </w:p>
          <w:p w14:paraId="528CC333" w14:textId="77777777" w:rsidR="001E6B6B" w:rsidRPr="006911D6" w:rsidRDefault="001E6B6B" w:rsidP="006B3BD2">
            <w:pPr>
              <w:pStyle w:val="TAC"/>
              <w:rPr>
                <w:rFonts w:eastAsia="MS Mincho" w:cs="Arial"/>
                <w:lang w:val="en-US" w:eastAsia="ja-JP"/>
              </w:rPr>
            </w:pPr>
            <w:r w:rsidRPr="006911D6">
              <w:rPr>
                <w:rFonts w:eastAsia="MS Mincho" w:cs="Arial"/>
                <w:lang w:val="en-US" w:eastAsia="ja-JP"/>
              </w:rPr>
              <w:t>DC_2</w:t>
            </w:r>
            <w:r w:rsidRPr="006911D6">
              <w:rPr>
                <w:rFonts w:eastAsia="MS Mincho" w:cs="Arial"/>
                <w:lang w:eastAsia="ja-JP"/>
              </w:rPr>
              <w:t>A_n260</w:t>
            </w:r>
            <w:r w:rsidRPr="006911D6">
              <w:rPr>
                <w:rFonts w:eastAsia="MS Mincho" w:cs="Arial"/>
                <w:lang w:val="en-US" w:eastAsia="ja-JP"/>
              </w:rPr>
              <w:t>L</w:t>
            </w:r>
          </w:p>
          <w:p w14:paraId="7D295D75" w14:textId="77777777" w:rsidR="001E6B6B" w:rsidRPr="006911D6" w:rsidRDefault="001E6B6B" w:rsidP="006B3BD2">
            <w:pPr>
              <w:pStyle w:val="TAC"/>
              <w:rPr>
                <w:lang w:val="en-US" w:eastAsia="fi-FI"/>
              </w:rPr>
            </w:pPr>
            <w:r w:rsidRPr="006911D6">
              <w:rPr>
                <w:rFonts w:eastAsia="MS Mincho" w:cs="Arial"/>
                <w:lang w:val="en-US" w:eastAsia="ja-JP"/>
              </w:rPr>
              <w:t>DC_2</w:t>
            </w:r>
            <w:r w:rsidRPr="006911D6">
              <w:rPr>
                <w:rFonts w:eastAsia="MS Mincho" w:cs="Arial"/>
                <w:lang w:eastAsia="ja-JP"/>
              </w:rPr>
              <w:t>A_n260</w:t>
            </w:r>
            <w:r w:rsidRPr="006911D6">
              <w:rPr>
                <w:rFonts w:eastAsia="MS Mincho" w:cs="Arial"/>
                <w:lang w:val="en-US" w:eastAsia="ja-JP"/>
              </w:rPr>
              <w:t>M</w:t>
            </w:r>
          </w:p>
          <w:p w14:paraId="331DD70C" w14:textId="77777777" w:rsidR="00D01098" w:rsidRPr="00F713C8" w:rsidRDefault="001E6B6B" w:rsidP="006B3BD2">
            <w:pPr>
              <w:pStyle w:val="TAC"/>
              <w:rPr>
                <w:rFonts w:eastAsia="MS Mincho" w:cs="Arial"/>
                <w:lang w:val="en-US" w:eastAsia="ja-JP"/>
              </w:rPr>
            </w:pPr>
            <w:r w:rsidRPr="006911D6">
              <w:rPr>
                <w:rFonts w:eastAsia="MS Mincho" w:cs="Arial"/>
                <w:lang w:val="en-US" w:eastAsia="ja-JP"/>
              </w:rPr>
              <w:t>DC_</w:t>
            </w:r>
            <w:r w:rsidRPr="006911D6">
              <w:rPr>
                <w:rFonts w:eastAsia="MS Mincho" w:cs="Arial"/>
                <w:lang w:eastAsia="ja-JP"/>
              </w:rPr>
              <w:t>13A_n260</w:t>
            </w:r>
            <w:r w:rsidRPr="006911D6">
              <w:rPr>
                <w:rFonts w:eastAsia="MS Mincho" w:cs="Arial"/>
                <w:lang w:val="en-US" w:eastAsia="ja-JP"/>
              </w:rPr>
              <w:t>A</w:t>
            </w:r>
          </w:p>
          <w:p w14:paraId="36F33ADB" w14:textId="1F38242D" w:rsidR="001E6B6B" w:rsidRPr="006911D6" w:rsidRDefault="001E6B6B" w:rsidP="006B3BD2">
            <w:pPr>
              <w:pStyle w:val="TAC"/>
              <w:rPr>
                <w:rFonts w:eastAsia="MS Mincho" w:cs="Arial"/>
                <w:lang w:val="en-US" w:eastAsia="ja-JP"/>
              </w:rPr>
            </w:pPr>
            <w:r w:rsidRPr="006911D6">
              <w:rPr>
                <w:rFonts w:eastAsia="MS Mincho" w:cs="Arial"/>
                <w:lang w:val="en-US" w:eastAsia="ja-JP"/>
              </w:rPr>
              <w:t>DC_</w:t>
            </w:r>
            <w:r w:rsidRPr="006911D6">
              <w:rPr>
                <w:rFonts w:eastAsia="MS Mincho" w:cs="Arial"/>
                <w:lang w:eastAsia="ja-JP"/>
              </w:rPr>
              <w:t>13A_n260</w:t>
            </w:r>
            <w:r w:rsidRPr="006911D6">
              <w:rPr>
                <w:rFonts w:eastAsia="MS Mincho" w:cs="Arial"/>
                <w:lang w:val="en-US" w:eastAsia="ja-JP"/>
              </w:rPr>
              <w:t>G</w:t>
            </w:r>
          </w:p>
          <w:p w14:paraId="2C25A606" w14:textId="77777777" w:rsidR="001E6B6B" w:rsidRPr="006911D6" w:rsidRDefault="001E6B6B" w:rsidP="006B3BD2">
            <w:pPr>
              <w:pStyle w:val="TAC"/>
              <w:rPr>
                <w:rFonts w:eastAsia="MS Mincho" w:cs="Arial"/>
                <w:lang w:val="en-US" w:eastAsia="ja-JP"/>
              </w:rPr>
            </w:pPr>
            <w:r w:rsidRPr="006911D6">
              <w:rPr>
                <w:rFonts w:eastAsia="MS Mincho" w:cs="Arial"/>
                <w:lang w:val="en-US" w:eastAsia="ja-JP"/>
              </w:rPr>
              <w:t>DC_</w:t>
            </w:r>
            <w:r w:rsidRPr="006911D6">
              <w:rPr>
                <w:rFonts w:eastAsia="MS Mincho" w:cs="Arial"/>
                <w:lang w:eastAsia="ja-JP"/>
              </w:rPr>
              <w:t>13A_n260</w:t>
            </w:r>
            <w:r w:rsidRPr="006911D6">
              <w:rPr>
                <w:rFonts w:eastAsia="MS Mincho" w:cs="Arial"/>
                <w:lang w:val="en-US" w:eastAsia="ja-JP"/>
              </w:rPr>
              <w:t>H</w:t>
            </w:r>
          </w:p>
          <w:p w14:paraId="3B5EEC14" w14:textId="77777777" w:rsidR="001E6B6B" w:rsidRPr="00563032" w:rsidRDefault="001E6B6B" w:rsidP="006B3BD2">
            <w:pPr>
              <w:pStyle w:val="TAC"/>
              <w:rPr>
                <w:rFonts w:eastAsia="MS Mincho" w:cs="Arial"/>
                <w:lang w:val="en-US" w:eastAsia="ja-JP"/>
              </w:rPr>
            </w:pPr>
            <w:r w:rsidRPr="006911D6">
              <w:rPr>
                <w:rFonts w:eastAsia="MS Mincho" w:cs="Arial"/>
                <w:lang w:val="en-US" w:eastAsia="ja-JP"/>
              </w:rPr>
              <w:t>DC_</w:t>
            </w:r>
            <w:r w:rsidRPr="006911D6">
              <w:rPr>
                <w:rFonts w:eastAsia="MS Mincho" w:cs="Arial"/>
                <w:lang w:eastAsia="ja-JP"/>
              </w:rPr>
              <w:t>13A_n260</w:t>
            </w:r>
            <w:r w:rsidRPr="00563032">
              <w:rPr>
                <w:rFonts w:eastAsia="MS Mincho" w:cs="Arial"/>
                <w:lang w:val="en-US" w:eastAsia="ja-JP"/>
              </w:rPr>
              <w:t>I</w:t>
            </w:r>
          </w:p>
          <w:p w14:paraId="43938213" w14:textId="77777777" w:rsidR="001E6B6B" w:rsidRPr="00563032" w:rsidRDefault="001E6B6B" w:rsidP="006B3BD2">
            <w:pPr>
              <w:pStyle w:val="TAC"/>
              <w:rPr>
                <w:rFonts w:eastAsia="MS Mincho" w:cs="Arial"/>
                <w:lang w:val="en-US" w:eastAsia="ja-JP"/>
              </w:rPr>
            </w:pPr>
            <w:r w:rsidRPr="00563032">
              <w:rPr>
                <w:rFonts w:eastAsia="MS Mincho" w:cs="Arial"/>
                <w:lang w:val="en-US" w:eastAsia="ja-JP"/>
              </w:rPr>
              <w:t>DC_</w:t>
            </w:r>
            <w:r w:rsidRPr="00563032">
              <w:rPr>
                <w:rFonts w:eastAsia="MS Mincho" w:cs="Arial"/>
                <w:lang w:eastAsia="ja-JP"/>
              </w:rPr>
              <w:t>13A_n260</w:t>
            </w:r>
            <w:r w:rsidRPr="00563032">
              <w:rPr>
                <w:rFonts w:eastAsia="MS Mincho" w:cs="Arial"/>
                <w:lang w:val="en-US" w:eastAsia="ja-JP"/>
              </w:rPr>
              <w:t>J</w:t>
            </w:r>
          </w:p>
          <w:p w14:paraId="0CF1DF55" w14:textId="77777777" w:rsidR="001E6B6B" w:rsidRPr="00563032" w:rsidRDefault="001E6B6B" w:rsidP="006B3BD2">
            <w:pPr>
              <w:pStyle w:val="TAC"/>
              <w:rPr>
                <w:rFonts w:eastAsia="MS Mincho" w:cs="Arial"/>
                <w:lang w:val="en-US" w:eastAsia="ja-JP"/>
              </w:rPr>
            </w:pPr>
            <w:r w:rsidRPr="00563032">
              <w:rPr>
                <w:rFonts w:eastAsia="MS Mincho" w:cs="Arial"/>
                <w:lang w:val="en-US" w:eastAsia="ja-JP"/>
              </w:rPr>
              <w:t>DC_</w:t>
            </w:r>
            <w:r w:rsidRPr="00563032">
              <w:rPr>
                <w:rFonts w:eastAsia="MS Mincho" w:cs="Arial"/>
                <w:lang w:eastAsia="ja-JP"/>
              </w:rPr>
              <w:t>13A_n260</w:t>
            </w:r>
            <w:r w:rsidRPr="00563032">
              <w:rPr>
                <w:rFonts w:eastAsia="MS Mincho" w:cs="Arial"/>
                <w:lang w:val="en-US" w:eastAsia="ja-JP"/>
              </w:rPr>
              <w:t>K</w:t>
            </w:r>
          </w:p>
          <w:p w14:paraId="36117DD8" w14:textId="77777777" w:rsidR="001E6B6B" w:rsidRPr="00563032" w:rsidRDefault="001E6B6B" w:rsidP="006B3BD2">
            <w:pPr>
              <w:pStyle w:val="TAC"/>
              <w:rPr>
                <w:rFonts w:eastAsia="MS Mincho" w:cs="Arial"/>
                <w:lang w:val="en-US" w:eastAsia="ja-JP"/>
              </w:rPr>
            </w:pPr>
            <w:r w:rsidRPr="00563032">
              <w:rPr>
                <w:rFonts w:eastAsia="MS Mincho" w:cs="Arial"/>
                <w:lang w:val="en-US" w:eastAsia="ja-JP"/>
              </w:rPr>
              <w:t>DC_</w:t>
            </w:r>
            <w:r w:rsidRPr="00563032">
              <w:rPr>
                <w:rFonts w:eastAsia="MS Mincho" w:cs="Arial"/>
                <w:lang w:eastAsia="ja-JP"/>
              </w:rPr>
              <w:t>13A_n260</w:t>
            </w:r>
            <w:r w:rsidRPr="00563032">
              <w:rPr>
                <w:rFonts w:eastAsia="MS Mincho" w:cs="Arial"/>
                <w:lang w:val="en-US" w:eastAsia="ja-JP"/>
              </w:rPr>
              <w:t>L</w:t>
            </w:r>
          </w:p>
          <w:p w14:paraId="5815A9A0" w14:textId="77777777" w:rsidR="001E6B6B" w:rsidRPr="00C563D2" w:rsidRDefault="001E6B6B" w:rsidP="006B3BD2">
            <w:pPr>
              <w:pStyle w:val="TAC"/>
              <w:rPr>
                <w:lang w:eastAsia="fi-FI"/>
              </w:rPr>
            </w:pPr>
            <w:r w:rsidRPr="00563032">
              <w:rPr>
                <w:rFonts w:eastAsia="MS Mincho" w:cs="Arial"/>
                <w:lang w:val="en-US" w:eastAsia="ja-JP"/>
              </w:rPr>
              <w:t>DC_</w:t>
            </w:r>
            <w:r w:rsidRPr="00563032">
              <w:rPr>
                <w:rFonts w:eastAsia="MS Mincho" w:cs="Arial"/>
                <w:lang w:eastAsia="ja-JP"/>
              </w:rPr>
              <w:t>13A_n260</w:t>
            </w:r>
            <w:r w:rsidRPr="00563032">
              <w:rPr>
                <w:rFonts w:eastAsia="MS Mincho" w:cs="Arial"/>
                <w:lang w:val="en-US" w:eastAsia="ja-JP"/>
              </w:rPr>
              <w:t>M</w:t>
            </w:r>
          </w:p>
          <w:p w14:paraId="5D58A9A4" w14:textId="77777777" w:rsidR="00D01098" w:rsidRPr="00F713C8" w:rsidRDefault="001E6B6B" w:rsidP="006B3BD2">
            <w:pPr>
              <w:pStyle w:val="TAC"/>
              <w:rPr>
                <w:rFonts w:eastAsia="MS Mincho" w:cs="Arial"/>
                <w:lang w:val="en-US" w:eastAsia="ja-JP"/>
              </w:rPr>
            </w:pPr>
            <w:r w:rsidRPr="00563032">
              <w:rPr>
                <w:rFonts w:eastAsia="MS Mincho" w:cs="Arial"/>
                <w:lang w:val="en-US" w:eastAsia="ja-JP"/>
              </w:rPr>
              <w:t>DC_</w:t>
            </w:r>
            <w:r w:rsidRPr="00563032">
              <w:rPr>
                <w:rFonts w:eastAsia="MS Mincho" w:cs="Arial"/>
                <w:lang w:eastAsia="ja-JP"/>
              </w:rPr>
              <w:t>66A_n260</w:t>
            </w:r>
            <w:r w:rsidRPr="00563032">
              <w:rPr>
                <w:rFonts w:eastAsia="MS Mincho" w:cs="Arial"/>
                <w:lang w:val="en-US" w:eastAsia="ja-JP"/>
              </w:rPr>
              <w:t>A</w:t>
            </w:r>
          </w:p>
          <w:p w14:paraId="52193704" w14:textId="47D0A824" w:rsidR="001E6B6B" w:rsidRPr="00563032" w:rsidRDefault="001E6B6B" w:rsidP="006B3BD2">
            <w:pPr>
              <w:pStyle w:val="TAC"/>
              <w:rPr>
                <w:rFonts w:eastAsia="MS Mincho" w:cs="Arial"/>
                <w:lang w:val="en-US" w:eastAsia="ja-JP"/>
              </w:rPr>
            </w:pPr>
            <w:r w:rsidRPr="00563032">
              <w:rPr>
                <w:rFonts w:eastAsia="MS Mincho" w:cs="Arial"/>
                <w:lang w:val="en-US" w:eastAsia="ja-JP"/>
              </w:rPr>
              <w:t>DC_</w:t>
            </w:r>
            <w:r w:rsidRPr="00563032">
              <w:rPr>
                <w:rFonts w:eastAsia="MS Mincho" w:cs="Arial"/>
                <w:lang w:eastAsia="ja-JP"/>
              </w:rPr>
              <w:t>66A_n260</w:t>
            </w:r>
            <w:r w:rsidRPr="00563032">
              <w:rPr>
                <w:rFonts w:eastAsia="MS Mincho" w:cs="Arial"/>
                <w:lang w:val="en-US" w:eastAsia="ja-JP"/>
              </w:rPr>
              <w:t>G</w:t>
            </w:r>
          </w:p>
          <w:p w14:paraId="2C6070C4" w14:textId="77777777" w:rsidR="001E6B6B" w:rsidRPr="00563032" w:rsidRDefault="001E6B6B" w:rsidP="006B3BD2">
            <w:pPr>
              <w:pStyle w:val="TAC"/>
              <w:rPr>
                <w:rFonts w:eastAsia="MS Mincho" w:cs="Arial"/>
                <w:lang w:val="en-US" w:eastAsia="ja-JP"/>
              </w:rPr>
            </w:pPr>
            <w:r w:rsidRPr="00563032">
              <w:rPr>
                <w:rFonts w:eastAsia="MS Mincho" w:cs="Arial"/>
                <w:lang w:val="en-US" w:eastAsia="ja-JP"/>
              </w:rPr>
              <w:t>DC_</w:t>
            </w:r>
            <w:r w:rsidRPr="00563032">
              <w:rPr>
                <w:rFonts w:eastAsia="MS Mincho" w:cs="Arial"/>
                <w:lang w:eastAsia="ja-JP"/>
              </w:rPr>
              <w:t>66A_n260</w:t>
            </w:r>
            <w:r w:rsidRPr="00563032">
              <w:rPr>
                <w:rFonts w:eastAsia="MS Mincho" w:cs="Arial"/>
                <w:lang w:val="en-US" w:eastAsia="ja-JP"/>
              </w:rPr>
              <w:t>H</w:t>
            </w:r>
          </w:p>
          <w:p w14:paraId="0AD2E0A7" w14:textId="77777777" w:rsidR="001E6B6B" w:rsidRPr="00563032" w:rsidRDefault="001E6B6B" w:rsidP="006B3BD2">
            <w:pPr>
              <w:pStyle w:val="TAC"/>
              <w:rPr>
                <w:rFonts w:eastAsia="MS Mincho" w:cs="Arial"/>
                <w:lang w:val="en-US" w:eastAsia="ja-JP"/>
              </w:rPr>
            </w:pPr>
            <w:r w:rsidRPr="00563032">
              <w:rPr>
                <w:rFonts w:eastAsia="MS Mincho" w:cs="Arial"/>
                <w:lang w:val="en-US" w:eastAsia="ja-JP"/>
              </w:rPr>
              <w:t>DC_</w:t>
            </w:r>
            <w:r w:rsidRPr="00563032">
              <w:rPr>
                <w:rFonts w:eastAsia="MS Mincho" w:cs="Arial"/>
                <w:lang w:eastAsia="ja-JP"/>
              </w:rPr>
              <w:t>66A_n260</w:t>
            </w:r>
            <w:r w:rsidRPr="00563032">
              <w:rPr>
                <w:rFonts w:eastAsia="MS Mincho" w:cs="Arial"/>
                <w:lang w:val="en-US" w:eastAsia="ja-JP"/>
              </w:rPr>
              <w:t>I</w:t>
            </w:r>
          </w:p>
          <w:p w14:paraId="57012B27" w14:textId="77777777" w:rsidR="001E6B6B" w:rsidRPr="00563032" w:rsidRDefault="001E6B6B" w:rsidP="006B3BD2">
            <w:pPr>
              <w:pStyle w:val="TAC"/>
              <w:rPr>
                <w:rFonts w:eastAsia="MS Mincho" w:cs="Arial"/>
                <w:lang w:val="en-US" w:eastAsia="ja-JP"/>
              </w:rPr>
            </w:pPr>
            <w:r w:rsidRPr="00563032">
              <w:rPr>
                <w:rFonts w:eastAsia="MS Mincho" w:cs="Arial"/>
                <w:lang w:val="en-US" w:eastAsia="ja-JP"/>
              </w:rPr>
              <w:t>DC_</w:t>
            </w:r>
            <w:r w:rsidRPr="00563032">
              <w:rPr>
                <w:rFonts w:eastAsia="MS Mincho" w:cs="Arial"/>
                <w:lang w:eastAsia="ja-JP"/>
              </w:rPr>
              <w:t>66A_n260</w:t>
            </w:r>
            <w:r w:rsidRPr="00563032">
              <w:rPr>
                <w:rFonts w:eastAsia="MS Mincho" w:cs="Arial"/>
                <w:lang w:val="en-US" w:eastAsia="ja-JP"/>
              </w:rPr>
              <w:t>J</w:t>
            </w:r>
          </w:p>
          <w:p w14:paraId="62E151C1" w14:textId="77777777" w:rsidR="001E6B6B" w:rsidRPr="00563032" w:rsidRDefault="001E6B6B" w:rsidP="006B3BD2">
            <w:pPr>
              <w:pStyle w:val="TAC"/>
              <w:rPr>
                <w:rFonts w:eastAsia="MS Mincho" w:cs="Arial"/>
                <w:lang w:val="en-US" w:eastAsia="ja-JP"/>
              </w:rPr>
            </w:pPr>
            <w:r w:rsidRPr="00563032">
              <w:rPr>
                <w:rFonts w:eastAsia="MS Mincho" w:cs="Arial"/>
                <w:lang w:val="en-US" w:eastAsia="ja-JP"/>
              </w:rPr>
              <w:t>DC_</w:t>
            </w:r>
            <w:r w:rsidRPr="00563032">
              <w:rPr>
                <w:rFonts w:eastAsia="MS Mincho" w:cs="Arial"/>
                <w:lang w:eastAsia="ja-JP"/>
              </w:rPr>
              <w:t>66A_n260</w:t>
            </w:r>
            <w:r w:rsidRPr="00563032">
              <w:rPr>
                <w:rFonts w:eastAsia="MS Mincho" w:cs="Arial"/>
                <w:lang w:val="en-US" w:eastAsia="ja-JP"/>
              </w:rPr>
              <w:t>K</w:t>
            </w:r>
          </w:p>
          <w:p w14:paraId="790A4A1A" w14:textId="77777777" w:rsidR="001E6B6B" w:rsidRPr="00563032" w:rsidRDefault="001E6B6B" w:rsidP="006B3BD2">
            <w:pPr>
              <w:pStyle w:val="TAC"/>
              <w:rPr>
                <w:rFonts w:eastAsia="MS Mincho" w:cs="Arial"/>
                <w:lang w:val="en-US" w:eastAsia="ja-JP"/>
              </w:rPr>
            </w:pPr>
            <w:r w:rsidRPr="00563032">
              <w:rPr>
                <w:rFonts w:eastAsia="MS Mincho" w:cs="Arial"/>
                <w:lang w:val="en-US" w:eastAsia="ja-JP"/>
              </w:rPr>
              <w:t>DC_</w:t>
            </w:r>
            <w:r w:rsidRPr="00563032">
              <w:rPr>
                <w:rFonts w:eastAsia="MS Mincho" w:cs="Arial"/>
                <w:lang w:eastAsia="ja-JP"/>
              </w:rPr>
              <w:t>66A_n260</w:t>
            </w:r>
            <w:r w:rsidRPr="00563032">
              <w:rPr>
                <w:rFonts w:eastAsia="MS Mincho" w:cs="Arial"/>
                <w:lang w:val="en-US" w:eastAsia="ja-JP"/>
              </w:rPr>
              <w:t>L</w:t>
            </w:r>
          </w:p>
          <w:p w14:paraId="1AC9C45A" w14:textId="77777777" w:rsidR="001E6B6B" w:rsidRPr="001F078B" w:rsidRDefault="001E6B6B" w:rsidP="006B3BD2">
            <w:pPr>
              <w:pStyle w:val="TAC"/>
              <w:rPr>
                <w:lang w:val="en-US" w:eastAsia="fi-FI"/>
              </w:rPr>
            </w:pPr>
            <w:r w:rsidRPr="007F5B34">
              <w:rPr>
                <w:rFonts w:eastAsia="MS Mincho" w:cs="Arial"/>
                <w:lang w:val="en-US" w:eastAsia="ja-JP"/>
              </w:rPr>
              <w:t>DC_</w:t>
            </w:r>
            <w:r w:rsidRPr="007F5B34">
              <w:rPr>
                <w:rFonts w:eastAsia="MS Mincho" w:cs="Arial"/>
                <w:lang w:eastAsia="ja-JP"/>
              </w:rPr>
              <w:t>66A_n260</w:t>
            </w:r>
            <w:r w:rsidRPr="007F5B34">
              <w:rPr>
                <w:rFonts w:eastAsia="MS Mincho" w:cs="Arial"/>
                <w:lang w:val="en-US" w:eastAsia="ja-JP"/>
              </w:rPr>
              <w:t>M</w:t>
            </w:r>
          </w:p>
        </w:tc>
      </w:tr>
      <w:tr w:rsidR="001E6B6B" w:rsidRPr="001F078B" w14:paraId="768E0D51" w14:textId="77777777" w:rsidTr="006B3BD2">
        <w:trPr>
          <w:trHeight w:val="187"/>
          <w:jc w:val="center"/>
        </w:trPr>
        <w:tc>
          <w:tcPr>
            <w:tcW w:w="4814" w:type="dxa"/>
            <w:shd w:val="clear" w:color="auto" w:fill="auto"/>
            <w:noWrap/>
            <w:tcMar>
              <w:top w:w="28" w:type="dxa"/>
              <w:left w:w="28" w:type="dxa"/>
              <w:bottom w:w="28" w:type="dxa"/>
              <w:right w:w="28" w:type="dxa"/>
            </w:tcMar>
          </w:tcPr>
          <w:p w14:paraId="0CFDD483" w14:textId="1FCD89EC" w:rsidR="00D01098" w:rsidRPr="00F713C8" w:rsidRDefault="001E6B6B" w:rsidP="006B3BD2">
            <w:pPr>
              <w:pStyle w:val="TAC"/>
              <w:rPr>
                <w:rFonts w:eastAsia="MS Mincho" w:cs="Arial"/>
                <w:lang w:val="en-US" w:eastAsia="ja-JP"/>
              </w:rPr>
            </w:pPr>
            <w:r w:rsidRPr="00F713C8">
              <w:rPr>
                <w:lang w:val="en-US" w:eastAsia="fi-FI"/>
              </w:rPr>
              <w:t>DC_2A-13A-66A_n260(A-G)</w:t>
            </w:r>
          </w:p>
          <w:p w14:paraId="52738C7D" w14:textId="2ACF4618" w:rsidR="00D01098" w:rsidRPr="00F713C8" w:rsidRDefault="001E6B6B" w:rsidP="006B3BD2">
            <w:pPr>
              <w:pStyle w:val="TAC"/>
              <w:rPr>
                <w:rFonts w:eastAsia="MS Mincho" w:cs="Arial"/>
                <w:lang w:val="en-US" w:eastAsia="ja-JP"/>
              </w:rPr>
            </w:pPr>
            <w:r w:rsidRPr="00F713C8">
              <w:rPr>
                <w:lang w:val="en-US" w:eastAsia="fi-FI"/>
              </w:rPr>
              <w:t>DC_2A-13A-66A_n260(A-H)</w:t>
            </w:r>
          </w:p>
          <w:p w14:paraId="156A88E5" w14:textId="6CC0D877" w:rsidR="001E6B6B" w:rsidRPr="00F713C8" w:rsidRDefault="001E6B6B" w:rsidP="006B3BD2">
            <w:pPr>
              <w:pStyle w:val="TAC"/>
              <w:rPr>
                <w:b/>
                <w:lang w:val="en-US" w:eastAsia="fi-FI"/>
              </w:rPr>
            </w:pPr>
            <w:r w:rsidRPr="00F713C8">
              <w:rPr>
                <w:lang w:val="en-US" w:eastAsia="fi-FI"/>
              </w:rPr>
              <w:t>DC_2A-13A-66A_n260(A-2G)</w:t>
            </w:r>
          </w:p>
          <w:p w14:paraId="331272D0" w14:textId="77777777" w:rsidR="001E6B6B" w:rsidRPr="00F713C8" w:rsidRDefault="001E6B6B" w:rsidP="006B3BD2">
            <w:pPr>
              <w:pStyle w:val="TAC"/>
              <w:rPr>
                <w:rFonts w:eastAsia="MS Mincho" w:cs="Arial"/>
                <w:b/>
                <w:lang w:val="en-US" w:eastAsia="ja-JP"/>
              </w:rPr>
            </w:pPr>
            <w:r w:rsidRPr="00F713C8">
              <w:rPr>
                <w:rFonts w:eastAsia="MS Mincho" w:cs="Arial"/>
                <w:lang w:eastAsia="ja-JP"/>
              </w:rPr>
              <w:t>DC_2A-13A-66A_n260</w:t>
            </w:r>
            <w:r w:rsidRPr="00F713C8">
              <w:rPr>
                <w:rFonts w:eastAsia="MS Mincho" w:cs="Arial"/>
                <w:lang w:val="en-US" w:eastAsia="ja-JP"/>
              </w:rPr>
              <w:t>(2A)</w:t>
            </w:r>
          </w:p>
          <w:p w14:paraId="19AABFC6" w14:textId="7D3D4CB1" w:rsidR="00D01098" w:rsidRPr="00F713C8" w:rsidRDefault="001E6B6B" w:rsidP="006B3BD2">
            <w:pPr>
              <w:pStyle w:val="TAC"/>
              <w:rPr>
                <w:rFonts w:eastAsia="MS Mincho" w:cs="Arial"/>
                <w:lang w:val="en-US" w:eastAsia="ja-JP"/>
              </w:rPr>
            </w:pPr>
            <w:r w:rsidRPr="00F713C8">
              <w:rPr>
                <w:lang w:val="en-US" w:eastAsia="fi-FI"/>
              </w:rPr>
              <w:t>DC_2A-13A-66A_n260(2A-G)</w:t>
            </w:r>
          </w:p>
          <w:p w14:paraId="1373D7F8" w14:textId="3D3D2D97" w:rsidR="00D01098" w:rsidRPr="00F713C8" w:rsidRDefault="001E6B6B" w:rsidP="006B3BD2">
            <w:pPr>
              <w:pStyle w:val="TAC"/>
              <w:rPr>
                <w:rFonts w:eastAsia="MS Mincho" w:cs="Arial"/>
                <w:lang w:val="en-US" w:eastAsia="ja-JP"/>
              </w:rPr>
            </w:pPr>
            <w:r w:rsidRPr="00F713C8">
              <w:rPr>
                <w:lang w:val="en-US" w:eastAsia="fi-FI"/>
              </w:rPr>
              <w:t>DC_2A-13A-66A_n260(2A-2G)</w:t>
            </w:r>
          </w:p>
          <w:p w14:paraId="65CB6330" w14:textId="6F0AC41B" w:rsidR="001E6B6B" w:rsidRPr="00F713C8" w:rsidRDefault="001E6B6B" w:rsidP="006B3BD2">
            <w:pPr>
              <w:pStyle w:val="TAC"/>
              <w:rPr>
                <w:rFonts w:eastAsia="MS Mincho" w:cs="Arial"/>
                <w:b/>
                <w:lang w:val="en-US" w:eastAsia="ja-JP"/>
              </w:rPr>
            </w:pPr>
            <w:r w:rsidRPr="00F713C8">
              <w:rPr>
                <w:rFonts w:eastAsia="MS Mincho" w:cs="Arial"/>
                <w:lang w:eastAsia="ja-JP"/>
              </w:rPr>
              <w:t>DC_2A-13A-66A_n260</w:t>
            </w:r>
            <w:r w:rsidRPr="00F713C8">
              <w:rPr>
                <w:rFonts w:eastAsia="MS Mincho" w:cs="Arial"/>
                <w:lang w:val="en-US" w:eastAsia="ja-JP"/>
              </w:rPr>
              <w:t>(3A)</w:t>
            </w:r>
          </w:p>
          <w:p w14:paraId="0ED2C129" w14:textId="52F31F97" w:rsidR="00D01098" w:rsidRPr="00F713C8" w:rsidRDefault="001E6B6B" w:rsidP="006B3BD2">
            <w:pPr>
              <w:pStyle w:val="TAC"/>
              <w:rPr>
                <w:rFonts w:eastAsia="MS Mincho" w:cs="Arial"/>
                <w:lang w:val="en-US" w:eastAsia="ja-JP"/>
              </w:rPr>
            </w:pPr>
            <w:r w:rsidRPr="00F713C8">
              <w:rPr>
                <w:lang w:val="en-US" w:eastAsia="fi-FI"/>
              </w:rPr>
              <w:t>DC_2A-13A-66A_n260(3A-G)</w:t>
            </w:r>
          </w:p>
          <w:p w14:paraId="46A9092B" w14:textId="0B12403D" w:rsidR="001E6B6B" w:rsidRPr="006911D6" w:rsidRDefault="001E6B6B" w:rsidP="006B3BD2">
            <w:pPr>
              <w:pStyle w:val="TAC"/>
              <w:rPr>
                <w:rFonts w:eastAsia="MS Mincho" w:cs="Arial"/>
                <w:b/>
                <w:lang w:val="en-US" w:eastAsia="ja-JP"/>
              </w:rPr>
            </w:pPr>
            <w:r w:rsidRPr="006911D6">
              <w:rPr>
                <w:rFonts w:eastAsia="MS Mincho" w:cs="Arial"/>
                <w:lang w:eastAsia="ja-JP"/>
              </w:rPr>
              <w:t>DC_2A-13A-66A_n260</w:t>
            </w:r>
            <w:r w:rsidRPr="006911D6">
              <w:rPr>
                <w:rFonts w:eastAsia="MS Mincho" w:cs="Arial"/>
                <w:lang w:val="en-US" w:eastAsia="ja-JP"/>
              </w:rPr>
              <w:t>(4A)</w:t>
            </w:r>
          </w:p>
          <w:p w14:paraId="5DD1A391" w14:textId="77777777" w:rsidR="001E6B6B" w:rsidRPr="006911D6" w:rsidRDefault="001E6B6B" w:rsidP="006B3BD2">
            <w:pPr>
              <w:pStyle w:val="TAC"/>
              <w:rPr>
                <w:rFonts w:eastAsia="MS Mincho" w:cs="Arial"/>
                <w:b/>
                <w:lang w:val="en-US" w:eastAsia="ja-JP"/>
              </w:rPr>
            </w:pPr>
            <w:r w:rsidRPr="006911D6">
              <w:rPr>
                <w:rFonts w:eastAsia="MS Mincho" w:cs="Arial"/>
                <w:lang w:eastAsia="ja-JP"/>
              </w:rPr>
              <w:t>DC_2A-13A-66A_n260</w:t>
            </w:r>
            <w:r w:rsidRPr="006911D6">
              <w:rPr>
                <w:rFonts w:eastAsia="MS Mincho" w:cs="Arial"/>
                <w:lang w:val="en-US" w:eastAsia="ja-JP"/>
              </w:rPr>
              <w:t>(5A)</w:t>
            </w:r>
          </w:p>
          <w:p w14:paraId="4E7CCF8F" w14:textId="77777777" w:rsidR="001E6B6B" w:rsidRPr="006911D6" w:rsidRDefault="001E6B6B" w:rsidP="006B3BD2">
            <w:pPr>
              <w:pStyle w:val="TAC"/>
              <w:rPr>
                <w:rFonts w:eastAsia="MS Mincho" w:cs="Arial"/>
                <w:b/>
                <w:lang w:val="en-US" w:eastAsia="ja-JP"/>
              </w:rPr>
            </w:pPr>
            <w:r w:rsidRPr="006911D6">
              <w:rPr>
                <w:rFonts w:eastAsia="MS Mincho" w:cs="Arial"/>
                <w:lang w:eastAsia="ja-JP"/>
              </w:rPr>
              <w:t>DC_2A-13A-66A_n260</w:t>
            </w:r>
            <w:r w:rsidRPr="006911D6">
              <w:rPr>
                <w:rFonts w:eastAsia="MS Mincho" w:cs="Arial"/>
                <w:lang w:val="en-US" w:eastAsia="ja-JP"/>
              </w:rPr>
              <w:t>(6A)</w:t>
            </w:r>
          </w:p>
          <w:p w14:paraId="253391A5" w14:textId="77777777" w:rsidR="001E6B6B" w:rsidRPr="00F713C8" w:rsidRDefault="001E6B6B" w:rsidP="006B3BD2">
            <w:pPr>
              <w:pStyle w:val="TAC"/>
              <w:rPr>
                <w:lang w:eastAsia="sv-SE"/>
              </w:rPr>
            </w:pPr>
            <w:r w:rsidRPr="00F713C8">
              <w:rPr>
                <w:lang w:val="en-US" w:eastAsia="fi-FI"/>
              </w:rPr>
              <w:t>DC_2A-13A-66A_n260(G-H)</w:t>
            </w:r>
          </w:p>
          <w:p w14:paraId="10C98B6A" w14:textId="77777777" w:rsidR="00D01098" w:rsidRDefault="001E6B6B" w:rsidP="006B3BD2">
            <w:pPr>
              <w:pStyle w:val="TAC"/>
              <w:rPr>
                <w:lang w:val="en-US" w:eastAsia="fi-FI"/>
              </w:rPr>
            </w:pPr>
            <w:r w:rsidRPr="00F713C8">
              <w:rPr>
                <w:lang w:val="en-US" w:eastAsia="fi-FI"/>
              </w:rPr>
              <w:t>DC_2A-13A-66A_n260(2G)</w:t>
            </w:r>
          </w:p>
          <w:p w14:paraId="4667219C" w14:textId="56372486" w:rsidR="001E6B6B" w:rsidRPr="001F078B" w:rsidRDefault="001E6B6B" w:rsidP="006B3BD2">
            <w:pPr>
              <w:pStyle w:val="TAC"/>
              <w:rPr>
                <w:lang w:eastAsia="ja-JP"/>
              </w:rPr>
            </w:pPr>
            <w:r w:rsidRPr="00F713C8">
              <w:rPr>
                <w:lang w:val="en-US" w:eastAsia="fi-FI"/>
              </w:rPr>
              <w:t>DC_2A-13A-66A_n260(2H)</w:t>
            </w:r>
          </w:p>
        </w:tc>
        <w:tc>
          <w:tcPr>
            <w:tcW w:w="4815" w:type="dxa"/>
            <w:tcMar>
              <w:top w:w="28" w:type="dxa"/>
              <w:left w:w="28" w:type="dxa"/>
              <w:bottom w:w="28" w:type="dxa"/>
              <w:right w:w="28" w:type="dxa"/>
            </w:tcMar>
          </w:tcPr>
          <w:p w14:paraId="78086EA0" w14:textId="77777777" w:rsidR="00D01098" w:rsidRDefault="001E6B6B" w:rsidP="006B3BD2">
            <w:pPr>
              <w:pStyle w:val="TAC"/>
              <w:rPr>
                <w:rFonts w:eastAsia="MS Mincho" w:cs="Arial"/>
                <w:lang w:val="en-US" w:eastAsia="ja-JP"/>
              </w:rPr>
            </w:pPr>
            <w:r w:rsidRPr="00F713C8">
              <w:rPr>
                <w:rFonts w:eastAsia="MS Mincho" w:cs="Arial"/>
                <w:lang w:val="en-US" w:eastAsia="ja-JP"/>
              </w:rPr>
              <w:t>DC_2</w:t>
            </w:r>
            <w:r w:rsidRPr="00F713C8">
              <w:rPr>
                <w:rFonts w:eastAsia="MS Mincho" w:cs="Arial"/>
                <w:lang w:eastAsia="ja-JP"/>
              </w:rPr>
              <w:t>A_n260</w:t>
            </w:r>
            <w:r w:rsidRPr="00F713C8">
              <w:rPr>
                <w:rFonts w:eastAsia="MS Mincho" w:cs="Arial"/>
                <w:lang w:val="en-US" w:eastAsia="ja-JP"/>
              </w:rPr>
              <w:t>A</w:t>
            </w:r>
          </w:p>
          <w:p w14:paraId="7D814020" w14:textId="1C8103A5" w:rsidR="001E6B6B" w:rsidRPr="00F713C8" w:rsidRDefault="001E6B6B" w:rsidP="006B3BD2">
            <w:pPr>
              <w:pStyle w:val="TAC"/>
              <w:rPr>
                <w:rFonts w:eastAsia="MS Mincho" w:cs="Arial"/>
                <w:lang w:val="en-US" w:eastAsia="ja-JP"/>
              </w:rPr>
            </w:pPr>
            <w:r w:rsidRPr="00F713C8">
              <w:rPr>
                <w:rFonts w:eastAsia="MS Mincho" w:cs="Arial"/>
                <w:lang w:val="en-US" w:eastAsia="ja-JP"/>
              </w:rPr>
              <w:t>DC_2</w:t>
            </w:r>
            <w:r w:rsidRPr="00F713C8">
              <w:rPr>
                <w:rFonts w:eastAsia="MS Mincho" w:cs="Arial"/>
                <w:lang w:eastAsia="ja-JP"/>
              </w:rPr>
              <w:t>A_n260</w:t>
            </w:r>
            <w:r w:rsidRPr="00F713C8">
              <w:rPr>
                <w:rFonts w:eastAsia="MS Mincho" w:cs="Arial"/>
                <w:lang w:val="en-US" w:eastAsia="ja-JP"/>
              </w:rPr>
              <w:t>G</w:t>
            </w:r>
          </w:p>
          <w:p w14:paraId="6285FF63" w14:textId="77777777" w:rsidR="001E6B6B" w:rsidRPr="00F713C8" w:rsidRDefault="001E6B6B" w:rsidP="006B3BD2">
            <w:pPr>
              <w:pStyle w:val="TAC"/>
              <w:rPr>
                <w:rFonts w:eastAsia="MS Mincho" w:cs="Arial"/>
                <w:lang w:val="en-US" w:eastAsia="ja-JP"/>
              </w:rPr>
            </w:pPr>
            <w:r w:rsidRPr="00F713C8">
              <w:rPr>
                <w:rFonts w:eastAsia="MS Mincho" w:cs="Arial"/>
                <w:lang w:val="en-US" w:eastAsia="ja-JP"/>
              </w:rPr>
              <w:t>DC_2</w:t>
            </w:r>
            <w:r w:rsidRPr="00F713C8">
              <w:rPr>
                <w:rFonts w:eastAsia="MS Mincho" w:cs="Arial"/>
                <w:lang w:eastAsia="ja-JP"/>
              </w:rPr>
              <w:t>A_n260</w:t>
            </w:r>
            <w:r w:rsidRPr="00F713C8">
              <w:rPr>
                <w:rFonts w:eastAsia="MS Mincho" w:cs="Arial"/>
                <w:lang w:val="en-US" w:eastAsia="ja-JP"/>
              </w:rPr>
              <w:t>H</w:t>
            </w:r>
          </w:p>
          <w:p w14:paraId="7969092D" w14:textId="77777777" w:rsidR="00D01098" w:rsidRDefault="001E6B6B" w:rsidP="006B3BD2">
            <w:pPr>
              <w:pStyle w:val="TAC"/>
              <w:rPr>
                <w:rFonts w:eastAsia="MS Mincho" w:cs="Arial"/>
                <w:lang w:val="en-US" w:eastAsia="ja-JP"/>
              </w:rPr>
            </w:pPr>
            <w:r w:rsidRPr="00F713C8">
              <w:rPr>
                <w:rFonts w:eastAsia="MS Mincho" w:cs="Arial"/>
                <w:lang w:val="en-US" w:eastAsia="ja-JP"/>
              </w:rPr>
              <w:t>DC_</w:t>
            </w:r>
            <w:r w:rsidRPr="00F713C8">
              <w:rPr>
                <w:rFonts w:eastAsia="MS Mincho" w:cs="Arial"/>
                <w:lang w:eastAsia="ja-JP"/>
              </w:rPr>
              <w:t>13A_n260</w:t>
            </w:r>
            <w:r w:rsidRPr="00F713C8">
              <w:rPr>
                <w:rFonts w:eastAsia="MS Mincho" w:cs="Arial"/>
                <w:lang w:val="en-US" w:eastAsia="ja-JP"/>
              </w:rPr>
              <w:t>A</w:t>
            </w:r>
          </w:p>
          <w:p w14:paraId="49A36B3B" w14:textId="1C75980D" w:rsidR="001E6B6B" w:rsidRPr="006911D6" w:rsidRDefault="001E6B6B" w:rsidP="006B3BD2">
            <w:pPr>
              <w:pStyle w:val="TAC"/>
              <w:rPr>
                <w:rFonts w:eastAsia="MS Mincho" w:cs="Arial"/>
                <w:lang w:val="en-US" w:eastAsia="ja-JP"/>
              </w:rPr>
            </w:pPr>
            <w:r w:rsidRPr="006911D6">
              <w:rPr>
                <w:rFonts w:eastAsia="MS Mincho" w:cs="Arial"/>
                <w:lang w:val="en-US" w:eastAsia="ja-JP"/>
              </w:rPr>
              <w:t>DC_</w:t>
            </w:r>
            <w:r w:rsidRPr="006911D6">
              <w:rPr>
                <w:rFonts w:eastAsia="MS Mincho" w:cs="Arial"/>
                <w:lang w:eastAsia="ja-JP"/>
              </w:rPr>
              <w:t>13A_n260</w:t>
            </w:r>
            <w:r w:rsidRPr="006911D6">
              <w:rPr>
                <w:rFonts w:eastAsia="MS Mincho" w:cs="Arial"/>
                <w:lang w:val="en-US" w:eastAsia="ja-JP"/>
              </w:rPr>
              <w:t>G</w:t>
            </w:r>
          </w:p>
          <w:p w14:paraId="1D55905A" w14:textId="77777777" w:rsidR="001E6B6B" w:rsidRPr="006911D6" w:rsidRDefault="001E6B6B" w:rsidP="006B3BD2">
            <w:pPr>
              <w:pStyle w:val="TAC"/>
              <w:rPr>
                <w:rFonts w:eastAsia="MS Mincho" w:cs="Arial"/>
                <w:lang w:val="en-US" w:eastAsia="ja-JP"/>
              </w:rPr>
            </w:pPr>
            <w:r w:rsidRPr="006911D6">
              <w:rPr>
                <w:rFonts w:eastAsia="MS Mincho" w:cs="Arial"/>
                <w:lang w:val="en-US" w:eastAsia="ja-JP"/>
              </w:rPr>
              <w:t>DC_</w:t>
            </w:r>
            <w:r w:rsidRPr="006911D6">
              <w:rPr>
                <w:rFonts w:eastAsia="MS Mincho" w:cs="Arial"/>
                <w:lang w:eastAsia="ja-JP"/>
              </w:rPr>
              <w:t>13A_n260</w:t>
            </w:r>
            <w:r w:rsidRPr="006911D6">
              <w:rPr>
                <w:rFonts w:eastAsia="MS Mincho" w:cs="Arial"/>
                <w:lang w:val="en-US" w:eastAsia="ja-JP"/>
              </w:rPr>
              <w:t>H</w:t>
            </w:r>
          </w:p>
          <w:p w14:paraId="1724D42A" w14:textId="77777777" w:rsidR="00D01098" w:rsidRDefault="001E6B6B" w:rsidP="006B3BD2">
            <w:pPr>
              <w:pStyle w:val="TAC"/>
              <w:rPr>
                <w:rFonts w:eastAsia="MS Mincho" w:cs="Arial"/>
                <w:lang w:val="en-US" w:eastAsia="ja-JP"/>
              </w:rPr>
            </w:pPr>
            <w:r w:rsidRPr="006911D6">
              <w:rPr>
                <w:rFonts w:eastAsia="MS Mincho" w:cs="Arial"/>
                <w:lang w:val="en-US" w:eastAsia="ja-JP"/>
              </w:rPr>
              <w:t>DC_</w:t>
            </w:r>
            <w:r w:rsidRPr="006911D6">
              <w:rPr>
                <w:rFonts w:eastAsia="MS Mincho" w:cs="Arial"/>
                <w:lang w:eastAsia="ja-JP"/>
              </w:rPr>
              <w:t>66A_n260</w:t>
            </w:r>
            <w:r w:rsidRPr="006911D6">
              <w:rPr>
                <w:rFonts w:eastAsia="MS Mincho" w:cs="Arial"/>
                <w:lang w:val="en-US" w:eastAsia="ja-JP"/>
              </w:rPr>
              <w:t>A</w:t>
            </w:r>
          </w:p>
          <w:p w14:paraId="768F7EF8" w14:textId="6656ECA8" w:rsidR="001E6B6B" w:rsidRPr="006911D6" w:rsidRDefault="001E6B6B" w:rsidP="006B3BD2">
            <w:pPr>
              <w:pStyle w:val="TAC"/>
              <w:rPr>
                <w:rFonts w:eastAsia="MS Mincho" w:cs="Arial"/>
                <w:lang w:val="en-US" w:eastAsia="ja-JP"/>
              </w:rPr>
            </w:pPr>
            <w:r w:rsidRPr="006911D6">
              <w:rPr>
                <w:rFonts w:eastAsia="MS Mincho" w:cs="Arial"/>
                <w:lang w:val="en-US" w:eastAsia="ja-JP"/>
              </w:rPr>
              <w:t>DC_</w:t>
            </w:r>
            <w:r w:rsidRPr="006911D6">
              <w:rPr>
                <w:rFonts w:eastAsia="MS Mincho" w:cs="Arial"/>
                <w:lang w:eastAsia="ja-JP"/>
              </w:rPr>
              <w:t>66A_n260</w:t>
            </w:r>
            <w:r w:rsidRPr="006911D6">
              <w:rPr>
                <w:rFonts w:eastAsia="MS Mincho" w:cs="Arial"/>
                <w:lang w:val="en-US" w:eastAsia="ja-JP"/>
              </w:rPr>
              <w:t>G</w:t>
            </w:r>
          </w:p>
          <w:p w14:paraId="7A06EBB9" w14:textId="77777777" w:rsidR="001E6B6B" w:rsidRPr="001F078B" w:rsidRDefault="001E6B6B" w:rsidP="006B3BD2">
            <w:pPr>
              <w:pStyle w:val="TAC"/>
              <w:rPr>
                <w:lang w:val="en-US" w:eastAsia="fi-FI"/>
              </w:rPr>
            </w:pPr>
            <w:r w:rsidRPr="006911D6">
              <w:rPr>
                <w:rFonts w:eastAsia="MS Mincho" w:cs="Arial"/>
                <w:lang w:val="en-US" w:eastAsia="ja-JP"/>
              </w:rPr>
              <w:t>DC_</w:t>
            </w:r>
            <w:r w:rsidRPr="006911D6">
              <w:rPr>
                <w:rFonts w:eastAsia="MS Mincho" w:cs="Arial"/>
                <w:lang w:eastAsia="ja-JP"/>
              </w:rPr>
              <w:t>66A_n260</w:t>
            </w:r>
            <w:r w:rsidRPr="006911D6">
              <w:rPr>
                <w:rFonts w:eastAsia="MS Mincho" w:cs="Arial"/>
                <w:lang w:val="en-US" w:eastAsia="ja-JP"/>
              </w:rPr>
              <w:t>H</w:t>
            </w:r>
          </w:p>
        </w:tc>
      </w:tr>
      <w:tr w:rsidR="001E6B6B" w:rsidRPr="001F078B" w14:paraId="0ECE0A1A" w14:textId="77777777" w:rsidTr="006B3BD2">
        <w:trPr>
          <w:trHeight w:val="187"/>
          <w:jc w:val="center"/>
        </w:trPr>
        <w:tc>
          <w:tcPr>
            <w:tcW w:w="4814" w:type="dxa"/>
            <w:shd w:val="clear" w:color="auto" w:fill="auto"/>
            <w:noWrap/>
            <w:tcMar>
              <w:top w:w="28" w:type="dxa"/>
              <w:left w:w="28" w:type="dxa"/>
              <w:bottom w:w="28" w:type="dxa"/>
              <w:right w:w="28" w:type="dxa"/>
            </w:tcMar>
          </w:tcPr>
          <w:p w14:paraId="42A1D908" w14:textId="77777777" w:rsidR="001E6B6B" w:rsidRDefault="001E6B6B" w:rsidP="006B3BD2">
            <w:pPr>
              <w:pStyle w:val="TAC"/>
              <w:rPr>
                <w:rFonts w:eastAsia="MS Mincho" w:cs="Arial"/>
                <w:b/>
                <w:lang w:val="en-US" w:eastAsia="ja-JP"/>
              </w:rPr>
            </w:pPr>
            <w:r>
              <w:rPr>
                <w:rFonts w:eastAsia="MS Mincho" w:cs="Arial"/>
                <w:lang w:eastAsia="ja-JP"/>
              </w:rPr>
              <w:lastRenderedPageBreak/>
              <w:t>DC_2A-13A-66A_n261</w:t>
            </w:r>
            <w:r>
              <w:rPr>
                <w:rFonts w:eastAsia="MS Mincho" w:cs="Arial"/>
                <w:lang w:val="en-US" w:eastAsia="ja-JP"/>
              </w:rPr>
              <w:t>A</w:t>
            </w:r>
          </w:p>
          <w:p w14:paraId="560FE471" w14:textId="2FC1E33E" w:rsidR="001E6B6B" w:rsidRDefault="001E6B6B" w:rsidP="006B3BD2">
            <w:pPr>
              <w:pStyle w:val="TAC"/>
              <w:rPr>
                <w:rFonts w:eastAsia="MS Mincho" w:cs="Arial"/>
                <w:b/>
                <w:lang w:eastAsia="ja-JP"/>
              </w:rPr>
            </w:pPr>
            <w:r>
              <w:rPr>
                <w:rFonts w:eastAsia="MS Mincho" w:cs="Arial"/>
                <w:lang w:eastAsia="ja-JP"/>
              </w:rPr>
              <w:t>DC_2A-13A-66A_n261</w:t>
            </w:r>
            <w:r>
              <w:rPr>
                <w:rFonts w:eastAsia="MS Mincho" w:cs="Arial"/>
                <w:lang w:val="en-US" w:eastAsia="ja-JP"/>
              </w:rPr>
              <w:t>G</w:t>
            </w:r>
          </w:p>
          <w:p w14:paraId="3ABBA967" w14:textId="3C377ED1" w:rsidR="001E6B6B" w:rsidRDefault="001E6B6B" w:rsidP="006B3BD2">
            <w:pPr>
              <w:pStyle w:val="TAC"/>
              <w:rPr>
                <w:rFonts w:eastAsia="MS Mincho" w:cs="Arial"/>
                <w:b/>
                <w:lang w:eastAsia="ja-JP"/>
              </w:rPr>
            </w:pPr>
            <w:r>
              <w:rPr>
                <w:rFonts w:eastAsia="MS Mincho" w:cs="Arial"/>
                <w:lang w:eastAsia="ja-JP"/>
              </w:rPr>
              <w:t>DC_2A-13A-66A_n261</w:t>
            </w:r>
            <w:r>
              <w:rPr>
                <w:rFonts w:eastAsia="MS Mincho" w:cs="Arial"/>
                <w:lang w:val="en-US" w:eastAsia="ja-JP"/>
              </w:rPr>
              <w:t>H</w:t>
            </w:r>
          </w:p>
          <w:p w14:paraId="4C5EB2E7" w14:textId="3808E1BB" w:rsidR="001E6B6B" w:rsidRDefault="001E6B6B" w:rsidP="006B3BD2">
            <w:pPr>
              <w:pStyle w:val="TAC"/>
              <w:rPr>
                <w:rFonts w:eastAsia="MS Mincho" w:cs="Arial"/>
                <w:b/>
                <w:lang w:eastAsia="ja-JP"/>
              </w:rPr>
            </w:pPr>
            <w:r>
              <w:rPr>
                <w:rFonts w:eastAsia="MS Mincho" w:cs="Arial"/>
                <w:lang w:eastAsia="ja-JP"/>
              </w:rPr>
              <w:t>DC_2A-13A-66A_n261</w:t>
            </w:r>
            <w:r>
              <w:rPr>
                <w:rFonts w:eastAsia="MS Mincho" w:cs="Arial"/>
                <w:lang w:val="en-US" w:eastAsia="ja-JP"/>
              </w:rPr>
              <w:t>I</w:t>
            </w:r>
          </w:p>
          <w:p w14:paraId="680223A1" w14:textId="47C8998D" w:rsidR="001E6B6B" w:rsidRDefault="001E6B6B" w:rsidP="006B3BD2">
            <w:pPr>
              <w:pStyle w:val="TAC"/>
              <w:rPr>
                <w:rFonts w:eastAsia="MS Mincho" w:cs="Arial"/>
                <w:b/>
                <w:lang w:eastAsia="ja-JP"/>
              </w:rPr>
            </w:pPr>
            <w:r>
              <w:rPr>
                <w:rFonts w:eastAsia="MS Mincho" w:cs="Arial"/>
                <w:lang w:eastAsia="ja-JP"/>
              </w:rPr>
              <w:t>DC_2A-13A-66A_n261</w:t>
            </w:r>
            <w:r>
              <w:rPr>
                <w:rFonts w:eastAsia="MS Mincho" w:cs="Arial"/>
                <w:lang w:val="en-US" w:eastAsia="ja-JP"/>
              </w:rPr>
              <w:t>J</w:t>
            </w:r>
          </w:p>
          <w:p w14:paraId="351DBDEB" w14:textId="75B78F29" w:rsidR="001E6B6B" w:rsidRDefault="001E6B6B" w:rsidP="006B3BD2">
            <w:pPr>
              <w:pStyle w:val="TAC"/>
              <w:rPr>
                <w:rFonts w:eastAsia="MS Mincho" w:cs="Arial"/>
                <w:b/>
                <w:lang w:eastAsia="ja-JP"/>
              </w:rPr>
            </w:pPr>
            <w:r>
              <w:rPr>
                <w:rFonts w:eastAsia="MS Mincho" w:cs="Arial"/>
                <w:lang w:eastAsia="ja-JP"/>
              </w:rPr>
              <w:t>DC_2A-13A-66A_n261</w:t>
            </w:r>
            <w:r>
              <w:rPr>
                <w:rFonts w:eastAsia="MS Mincho" w:cs="Arial"/>
                <w:lang w:val="en-US" w:eastAsia="ja-JP"/>
              </w:rPr>
              <w:t>K</w:t>
            </w:r>
          </w:p>
          <w:p w14:paraId="510B9F76" w14:textId="1DFC090A" w:rsidR="001E6B6B" w:rsidRDefault="001E6B6B" w:rsidP="006B3BD2">
            <w:pPr>
              <w:pStyle w:val="TAC"/>
              <w:rPr>
                <w:rFonts w:eastAsia="MS Mincho" w:cs="Arial"/>
                <w:b/>
                <w:lang w:eastAsia="ja-JP"/>
              </w:rPr>
            </w:pPr>
            <w:r>
              <w:rPr>
                <w:rFonts w:eastAsia="MS Mincho" w:cs="Arial"/>
                <w:lang w:eastAsia="ja-JP"/>
              </w:rPr>
              <w:t>DC_2A-13A-66A_n261</w:t>
            </w:r>
            <w:r>
              <w:rPr>
                <w:rFonts w:eastAsia="MS Mincho" w:cs="Arial"/>
                <w:lang w:val="en-US" w:eastAsia="ja-JP"/>
              </w:rPr>
              <w:t>L</w:t>
            </w:r>
          </w:p>
          <w:p w14:paraId="45F14975" w14:textId="77777777" w:rsidR="001E6B6B" w:rsidRPr="001F078B" w:rsidRDefault="001E6B6B" w:rsidP="006B3BD2">
            <w:pPr>
              <w:pStyle w:val="TAC"/>
              <w:rPr>
                <w:lang w:eastAsia="ja-JP"/>
              </w:rPr>
            </w:pPr>
            <w:r>
              <w:rPr>
                <w:rFonts w:eastAsia="MS Mincho" w:cs="Arial"/>
                <w:lang w:eastAsia="ja-JP"/>
              </w:rPr>
              <w:t>DC_2A-13A-66A_n261M</w:t>
            </w:r>
          </w:p>
        </w:tc>
        <w:tc>
          <w:tcPr>
            <w:tcW w:w="4815" w:type="dxa"/>
            <w:tcMar>
              <w:top w:w="28" w:type="dxa"/>
              <w:left w:w="28" w:type="dxa"/>
              <w:bottom w:w="28" w:type="dxa"/>
              <w:right w:w="28" w:type="dxa"/>
            </w:tcMar>
          </w:tcPr>
          <w:p w14:paraId="3B549134" w14:textId="77777777" w:rsidR="00D01098" w:rsidRDefault="001E6B6B" w:rsidP="006B3BD2">
            <w:pPr>
              <w:pStyle w:val="TAC"/>
              <w:rPr>
                <w:rFonts w:eastAsia="MS Mincho" w:cs="Arial"/>
                <w:lang w:val="en-US" w:eastAsia="ja-JP"/>
              </w:rPr>
            </w:pPr>
            <w:r>
              <w:rPr>
                <w:rFonts w:eastAsia="MS Mincho" w:cs="Arial"/>
                <w:lang w:val="en-US" w:eastAsia="ja-JP"/>
              </w:rPr>
              <w:t>DC_2</w:t>
            </w:r>
            <w:r>
              <w:rPr>
                <w:rFonts w:eastAsia="MS Mincho" w:cs="Arial"/>
                <w:lang w:eastAsia="ja-JP"/>
              </w:rPr>
              <w:t>A_n261</w:t>
            </w:r>
            <w:r>
              <w:rPr>
                <w:rFonts w:eastAsia="MS Mincho" w:cs="Arial"/>
                <w:lang w:val="en-US" w:eastAsia="ja-JP"/>
              </w:rPr>
              <w:t>A</w:t>
            </w:r>
          </w:p>
          <w:p w14:paraId="549BF44E" w14:textId="68F382E5" w:rsidR="001E6B6B" w:rsidRDefault="001E6B6B" w:rsidP="006B3BD2">
            <w:pPr>
              <w:pStyle w:val="TAC"/>
              <w:rPr>
                <w:rFonts w:eastAsia="MS Mincho" w:cs="Arial"/>
                <w:lang w:val="en-US" w:eastAsia="ja-JP"/>
              </w:rPr>
            </w:pPr>
            <w:r>
              <w:rPr>
                <w:rFonts w:eastAsia="MS Mincho" w:cs="Arial"/>
                <w:lang w:val="en-US" w:eastAsia="ja-JP"/>
              </w:rPr>
              <w:t>DC_2</w:t>
            </w:r>
            <w:r>
              <w:rPr>
                <w:rFonts w:eastAsia="MS Mincho" w:cs="Arial"/>
                <w:lang w:eastAsia="ja-JP"/>
              </w:rPr>
              <w:t>A_n261</w:t>
            </w:r>
            <w:r>
              <w:rPr>
                <w:rFonts w:eastAsia="MS Mincho" w:cs="Arial"/>
                <w:lang w:val="en-US" w:eastAsia="ja-JP"/>
              </w:rPr>
              <w:t>G</w:t>
            </w:r>
          </w:p>
          <w:p w14:paraId="7DF83644" w14:textId="77777777" w:rsidR="001E6B6B" w:rsidRDefault="001E6B6B" w:rsidP="006B3BD2">
            <w:pPr>
              <w:pStyle w:val="TAC"/>
              <w:rPr>
                <w:rFonts w:eastAsia="MS Mincho" w:cs="Arial"/>
                <w:lang w:val="en-US" w:eastAsia="ja-JP"/>
              </w:rPr>
            </w:pPr>
            <w:r>
              <w:rPr>
                <w:rFonts w:eastAsia="MS Mincho" w:cs="Arial"/>
                <w:lang w:val="en-US" w:eastAsia="ja-JP"/>
              </w:rPr>
              <w:t>DC_2</w:t>
            </w:r>
            <w:r>
              <w:rPr>
                <w:rFonts w:eastAsia="MS Mincho" w:cs="Arial"/>
                <w:lang w:eastAsia="ja-JP"/>
              </w:rPr>
              <w:t>A_n261</w:t>
            </w:r>
            <w:r>
              <w:rPr>
                <w:rFonts w:eastAsia="MS Mincho" w:cs="Arial"/>
                <w:lang w:val="en-US" w:eastAsia="ja-JP"/>
              </w:rPr>
              <w:t>H</w:t>
            </w:r>
          </w:p>
          <w:p w14:paraId="3646B80E" w14:textId="77777777" w:rsidR="001E6B6B" w:rsidRDefault="001E6B6B" w:rsidP="006B3BD2">
            <w:pPr>
              <w:pStyle w:val="TAC"/>
              <w:rPr>
                <w:rFonts w:eastAsia="MS Mincho" w:cs="Arial"/>
                <w:lang w:val="en-US" w:eastAsia="ja-JP"/>
              </w:rPr>
            </w:pPr>
            <w:r>
              <w:rPr>
                <w:rFonts w:eastAsia="MS Mincho" w:cs="Arial"/>
                <w:lang w:val="en-US" w:eastAsia="ja-JP"/>
              </w:rPr>
              <w:t>DC_2</w:t>
            </w:r>
            <w:r>
              <w:rPr>
                <w:rFonts w:eastAsia="MS Mincho" w:cs="Arial"/>
                <w:lang w:eastAsia="ja-JP"/>
              </w:rPr>
              <w:t>A_n261</w:t>
            </w:r>
            <w:r>
              <w:rPr>
                <w:rFonts w:eastAsia="MS Mincho" w:cs="Arial"/>
                <w:lang w:val="en-US" w:eastAsia="ja-JP"/>
              </w:rPr>
              <w:t>I</w:t>
            </w:r>
          </w:p>
          <w:p w14:paraId="520FB38C" w14:textId="77777777" w:rsidR="001E6B6B" w:rsidRDefault="001E6B6B" w:rsidP="006B3BD2">
            <w:pPr>
              <w:pStyle w:val="TAC"/>
              <w:rPr>
                <w:rFonts w:eastAsia="MS Mincho" w:cs="Arial"/>
                <w:lang w:val="en-US" w:eastAsia="ja-JP"/>
              </w:rPr>
            </w:pPr>
            <w:r>
              <w:rPr>
                <w:rFonts w:eastAsia="MS Mincho" w:cs="Arial"/>
                <w:lang w:val="en-US" w:eastAsia="ja-JP"/>
              </w:rPr>
              <w:t>DC_2</w:t>
            </w:r>
            <w:r>
              <w:rPr>
                <w:rFonts w:eastAsia="MS Mincho" w:cs="Arial"/>
                <w:lang w:eastAsia="ja-JP"/>
              </w:rPr>
              <w:t>A_n261</w:t>
            </w:r>
            <w:r>
              <w:rPr>
                <w:rFonts w:eastAsia="MS Mincho" w:cs="Arial"/>
                <w:lang w:val="en-US" w:eastAsia="ja-JP"/>
              </w:rPr>
              <w:t>J</w:t>
            </w:r>
          </w:p>
          <w:p w14:paraId="3F67E01F" w14:textId="77777777" w:rsidR="001E6B6B" w:rsidRDefault="001E6B6B" w:rsidP="006B3BD2">
            <w:pPr>
              <w:pStyle w:val="TAC"/>
              <w:rPr>
                <w:rFonts w:eastAsia="MS Mincho" w:cs="Arial"/>
                <w:lang w:val="en-US" w:eastAsia="ja-JP"/>
              </w:rPr>
            </w:pPr>
            <w:r>
              <w:rPr>
                <w:rFonts w:eastAsia="MS Mincho" w:cs="Arial"/>
                <w:lang w:val="en-US" w:eastAsia="ja-JP"/>
              </w:rPr>
              <w:t>DC_2</w:t>
            </w:r>
            <w:r>
              <w:rPr>
                <w:rFonts w:eastAsia="MS Mincho" w:cs="Arial"/>
                <w:lang w:eastAsia="ja-JP"/>
              </w:rPr>
              <w:t>A_n261</w:t>
            </w:r>
            <w:r>
              <w:rPr>
                <w:rFonts w:eastAsia="MS Mincho" w:cs="Arial"/>
                <w:lang w:val="en-US" w:eastAsia="ja-JP"/>
              </w:rPr>
              <w:t>K</w:t>
            </w:r>
          </w:p>
          <w:p w14:paraId="0F0DCC13" w14:textId="77777777" w:rsidR="001E6B6B" w:rsidRDefault="001E6B6B" w:rsidP="006B3BD2">
            <w:pPr>
              <w:pStyle w:val="TAC"/>
              <w:rPr>
                <w:rFonts w:eastAsia="MS Mincho" w:cs="Arial"/>
                <w:lang w:val="en-US" w:eastAsia="ja-JP"/>
              </w:rPr>
            </w:pPr>
            <w:r>
              <w:rPr>
                <w:rFonts w:eastAsia="MS Mincho" w:cs="Arial"/>
                <w:lang w:val="en-US" w:eastAsia="ja-JP"/>
              </w:rPr>
              <w:t>DC_2</w:t>
            </w:r>
            <w:r>
              <w:rPr>
                <w:rFonts w:eastAsia="MS Mincho" w:cs="Arial"/>
                <w:lang w:eastAsia="ja-JP"/>
              </w:rPr>
              <w:t>A_n261</w:t>
            </w:r>
            <w:r>
              <w:rPr>
                <w:rFonts w:eastAsia="MS Mincho" w:cs="Arial"/>
                <w:lang w:val="en-US" w:eastAsia="ja-JP"/>
              </w:rPr>
              <w:t>L</w:t>
            </w:r>
          </w:p>
          <w:p w14:paraId="1F5A9AF8" w14:textId="77777777" w:rsidR="001E6B6B" w:rsidRDefault="001E6B6B" w:rsidP="006B3BD2">
            <w:pPr>
              <w:pStyle w:val="TAC"/>
              <w:rPr>
                <w:lang w:val="en-US" w:eastAsia="fi-FI"/>
              </w:rPr>
            </w:pPr>
            <w:r>
              <w:rPr>
                <w:rFonts w:eastAsia="MS Mincho" w:cs="Arial"/>
                <w:lang w:val="en-US" w:eastAsia="ja-JP"/>
              </w:rPr>
              <w:t>DC_2</w:t>
            </w:r>
            <w:r>
              <w:rPr>
                <w:rFonts w:eastAsia="MS Mincho" w:cs="Arial"/>
                <w:lang w:eastAsia="ja-JP"/>
              </w:rPr>
              <w:t>A_n261</w:t>
            </w:r>
            <w:r>
              <w:rPr>
                <w:rFonts w:eastAsia="MS Mincho" w:cs="Arial"/>
                <w:lang w:val="en-US" w:eastAsia="ja-JP"/>
              </w:rPr>
              <w:t>M</w:t>
            </w:r>
          </w:p>
          <w:p w14:paraId="08886720" w14:textId="77777777" w:rsidR="00D01098"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13A_n261</w:t>
            </w:r>
            <w:r>
              <w:rPr>
                <w:rFonts w:eastAsia="MS Mincho" w:cs="Arial"/>
                <w:lang w:val="en-US" w:eastAsia="ja-JP"/>
              </w:rPr>
              <w:t>A</w:t>
            </w:r>
          </w:p>
          <w:p w14:paraId="71F7DA0F" w14:textId="60F18938"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13A_n261</w:t>
            </w:r>
            <w:r>
              <w:rPr>
                <w:rFonts w:eastAsia="MS Mincho" w:cs="Arial"/>
                <w:lang w:val="en-US" w:eastAsia="ja-JP"/>
              </w:rPr>
              <w:t>G</w:t>
            </w:r>
          </w:p>
          <w:p w14:paraId="4C75539B" w14:textId="77777777"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13A_n261</w:t>
            </w:r>
            <w:r>
              <w:rPr>
                <w:rFonts w:eastAsia="MS Mincho" w:cs="Arial"/>
                <w:lang w:val="en-US" w:eastAsia="ja-JP"/>
              </w:rPr>
              <w:t>H</w:t>
            </w:r>
          </w:p>
          <w:p w14:paraId="4C153959" w14:textId="77777777"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13A_n261</w:t>
            </w:r>
            <w:r>
              <w:rPr>
                <w:rFonts w:eastAsia="MS Mincho" w:cs="Arial"/>
                <w:lang w:val="en-US" w:eastAsia="ja-JP"/>
              </w:rPr>
              <w:t>I</w:t>
            </w:r>
          </w:p>
          <w:p w14:paraId="6545F594" w14:textId="77777777"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13A_n261</w:t>
            </w:r>
            <w:r>
              <w:rPr>
                <w:rFonts w:eastAsia="MS Mincho" w:cs="Arial"/>
                <w:lang w:val="en-US" w:eastAsia="ja-JP"/>
              </w:rPr>
              <w:t>J</w:t>
            </w:r>
          </w:p>
          <w:p w14:paraId="47EB1E55" w14:textId="77777777"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13A_n261</w:t>
            </w:r>
            <w:r>
              <w:rPr>
                <w:rFonts w:eastAsia="MS Mincho" w:cs="Arial"/>
                <w:lang w:val="en-US" w:eastAsia="ja-JP"/>
              </w:rPr>
              <w:t>K</w:t>
            </w:r>
          </w:p>
          <w:p w14:paraId="21F78E7A" w14:textId="77777777"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13A_n261</w:t>
            </w:r>
            <w:r>
              <w:rPr>
                <w:rFonts w:eastAsia="MS Mincho" w:cs="Arial"/>
                <w:lang w:val="en-US" w:eastAsia="ja-JP"/>
              </w:rPr>
              <w:t>L</w:t>
            </w:r>
          </w:p>
          <w:p w14:paraId="3121B1DE" w14:textId="77777777" w:rsidR="001E6B6B" w:rsidRPr="00C563D2" w:rsidRDefault="001E6B6B" w:rsidP="006B3BD2">
            <w:pPr>
              <w:pStyle w:val="TAC"/>
              <w:rPr>
                <w:lang w:eastAsia="fi-FI"/>
              </w:rPr>
            </w:pPr>
            <w:r>
              <w:rPr>
                <w:rFonts w:eastAsia="MS Mincho" w:cs="Arial"/>
                <w:lang w:val="en-US" w:eastAsia="ja-JP"/>
              </w:rPr>
              <w:t>DC_</w:t>
            </w:r>
            <w:r>
              <w:rPr>
                <w:rFonts w:eastAsia="MS Mincho" w:cs="Arial"/>
                <w:lang w:eastAsia="ja-JP"/>
              </w:rPr>
              <w:t>13A_n261</w:t>
            </w:r>
            <w:r>
              <w:rPr>
                <w:rFonts w:eastAsia="MS Mincho" w:cs="Arial"/>
                <w:lang w:val="en-US" w:eastAsia="ja-JP"/>
              </w:rPr>
              <w:t>M</w:t>
            </w:r>
          </w:p>
          <w:p w14:paraId="336C8D7E" w14:textId="77777777" w:rsidR="00D01098"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66A_n261</w:t>
            </w:r>
            <w:r>
              <w:rPr>
                <w:rFonts w:eastAsia="MS Mincho" w:cs="Arial"/>
                <w:lang w:val="en-US" w:eastAsia="ja-JP"/>
              </w:rPr>
              <w:t>A</w:t>
            </w:r>
          </w:p>
          <w:p w14:paraId="74B1596D" w14:textId="2D2A171D"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66A_n261</w:t>
            </w:r>
            <w:r>
              <w:rPr>
                <w:rFonts w:eastAsia="MS Mincho" w:cs="Arial"/>
                <w:lang w:val="en-US" w:eastAsia="ja-JP"/>
              </w:rPr>
              <w:t>G</w:t>
            </w:r>
          </w:p>
          <w:p w14:paraId="52C0AB40" w14:textId="77777777"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66A_n261</w:t>
            </w:r>
            <w:r>
              <w:rPr>
                <w:rFonts w:eastAsia="MS Mincho" w:cs="Arial"/>
                <w:lang w:val="en-US" w:eastAsia="ja-JP"/>
              </w:rPr>
              <w:t>H</w:t>
            </w:r>
          </w:p>
          <w:p w14:paraId="44768B72" w14:textId="77777777"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66A_n261</w:t>
            </w:r>
            <w:r>
              <w:rPr>
                <w:rFonts w:eastAsia="MS Mincho" w:cs="Arial"/>
                <w:lang w:val="en-US" w:eastAsia="ja-JP"/>
              </w:rPr>
              <w:t>I</w:t>
            </w:r>
          </w:p>
          <w:p w14:paraId="12D05C0C" w14:textId="77777777"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66A_n261</w:t>
            </w:r>
            <w:r>
              <w:rPr>
                <w:rFonts w:eastAsia="MS Mincho" w:cs="Arial"/>
                <w:lang w:val="en-US" w:eastAsia="ja-JP"/>
              </w:rPr>
              <w:t>J</w:t>
            </w:r>
          </w:p>
          <w:p w14:paraId="5E6804B6" w14:textId="77777777"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66A_n261</w:t>
            </w:r>
            <w:r>
              <w:rPr>
                <w:rFonts w:eastAsia="MS Mincho" w:cs="Arial"/>
                <w:lang w:val="en-US" w:eastAsia="ja-JP"/>
              </w:rPr>
              <w:t>K</w:t>
            </w:r>
          </w:p>
          <w:p w14:paraId="5789977A" w14:textId="77777777"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66A_n261</w:t>
            </w:r>
            <w:r>
              <w:rPr>
                <w:rFonts w:eastAsia="MS Mincho" w:cs="Arial"/>
                <w:lang w:val="en-US" w:eastAsia="ja-JP"/>
              </w:rPr>
              <w:t>L</w:t>
            </w:r>
          </w:p>
          <w:p w14:paraId="54850999" w14:textId="77777777" w:rsidR="001E6B6B" w:rsidRPr="001F078B" w:rsidRDefault="001E6B6B" w:rsidP="006B3BD2">
            <w:pPr>
              <w:pStyle w:val="TAC"/>
              <w:rPr>
                <w:lang w:val="en-US" w:eastAsia="fi-FI"/>
              </w:rPr>
            </w:pPr>
            <w:r>
              <w:rPr>
                <w:rFonts w:eastAsia="MS Mincho" w:cs="Arial"/>
                <w:lang w:val="en-US" w:eastAsia="ja-JP"/>
              </w:rPr>
              <w:t>DC_</w:t>
            </w:r>
            <w:r>
              <w:rPr>
                <w:rFonts w:eastAsia="MS Mincho" w:cs="Arial"/>
                <w:lang w:eastAsia="ja-JP"/>
              </w:rPr>
              <w:t>66A_n261</w:t>
            </w:r>
            <w:r>
              <w:rPr>
                <w:rFonts w:eastAsia="MS Mincho" w:cs="Arial"/>
                <w:lang w:val="en-US" w:eastAsia="ja-JP"/>
              </w:rPr>
              <w:t>M</w:t>
            </w:r>
          </w:p>
        </w:tc>
      </w:tr>
      <w:tr w:rsidR="001E6B6B" w:rsidRPr="00C563D2" w14:paraId="63BB38A4" w14:textId="77777777" w:rsidTr="006B3BD2">
        <w:trPr>
          <w:trHeight w:val="187"/>
          <w:jc w:val="center"/>
        </w:trPr>
        <w:tc>
          <w:tcPr>
            <w:tcW w:w="4814" w:type="dxa"/>
            <w:shd w:val="clear" w:color="auto" w:fill="auto"/>
            <w:noWrap/>
            <w:tcMar>
              <w:top w:w="28" w:type="dxa"/>
              <w:left w:w="28" w:type="dxa"/>
              <w:bottom w:w="28" w:type="dxa"/>
              <w:right w:w="28" w:type="dxa"/>
            </w:tcMar>
          </w:tcPr>
          <w:p w14:paraId="116640EB" w14:textId="77777777" w:rsidR="001E6B6B" w:rsidRDefault="001E6B6B" w:rsidP="006B3BD2">
            <w:pPr>
              <w:pStyle w:val="TAC"/>
              <w:rPr>
                <w:rFonts w:eastAsia="MS Mincho" w:cs="Arial"/>
                <w:b/>
                <w:lang w:eastAsia="ja-JP"/>
              </w:rPr>
            </w:pPr>
            <w:r>
              <w:rPr>
                <w:rFonts w:eastAsia="MS Mincho" w:cs="Arial"/>
                <w:lang w:eastAsia="ja-JP"/>
              </w:rPr>
              <w:t>DC_2A-13A-66A_n261(A-G)</w:t>
            </w:r>
          </w:p>
          <w:p w14:paraId="1AD53710" w14:textId="77777777" w:rsidR="001E6B6B" w:rsidRDefault="001E6B6B" w:rsidP="006B3BD2">
            <w:pPr>
              <w:pStyle w:val="TAC"/>
              <w:rPr>
                <w:rFonts w:eastAsia="MS Mincho" w:cs="Arial"/>
                <w:b/>
                <w:lang w:eastAsia="ja-JP"/>
              </w:rPr>
            </w:pPr>
            <w:r>
              <w:rPr>
                <w:rFonts w:eastAsia="MS Mincho" w:cs="Arial"/>
                <w:lang w:eastAsia="ja-JP"/>
              </w:rPr>
              <w:t>DC_2A-13A-66A_n261(A-G-H)</w:t>
            </w:r>
          </w:p>
          <w:p w14:paraId="00AE236E" w14:textId="77777777" w:rsidR="001E6B6B" w:rsidRDefault="001E6B6B" w:rsidP="006B3BD2">
            <w:pPr>
              <w:pStyle w:val="TAC"/>
              <w:rPr>
                <w:rFonts w:eastAsia="MS Mincho" w:cs="Arial"/>
                <w:b/>
                <w:lang w:eastAsia="ja-JP"/>
              </w:rPr>
            </w:pPr>
            <w:r>
              <w:rPr>
                <w:rFonts w:eastAsia="MS Mincho" w:cs="Arial"/>
                <w:lang w:eastAsia="ja-JP"/>
              </w:rPr>
              <w:t>DC_2A-13A-66A_n261(A-G-I)</w:t>
            </w:r>
          </w:p>
          <w:p w14:paraId="3391D26F" w14:textId="77777777" w:rsidR="001E6B6B" w:rsidRDefault="001E6B6B" w:rsidP="006B3BD2">
            <w:pPr>
              <w:pStyle w:val="TAC"/>
              <w:rPr>
                <w:rFonts w:eastAsia="MS Mincho" w:cs="Arial"/>
                <w:b/>
                <w:lang w:eastAsia="ja-JP"/>
              </w:rPr>
            </w:pPr>
            <w:r>
              <w:rPr>
                <w:rFonts w:eastAsia="MS Mincho" w:cs="Arial"/>
                <w:lang w:eastAsia="ja-JP"/>
              </w:rPr>
              <w:t>DC_2A-13A-66A_n261(A-2G)</w:t>
            </w:r>
          </w:p>
          <w:p w14:paraId="7C42AAE3" w14:textId="77777777" w:rsidR="001E6B6B" w:rsidRDefault="001E6B6B" w:rsidP="006B3BD2">
            <w:pPr>
              <w:pStyle w:val="TAC"/>
              <w:rPr>
                <w:rFonts w:eastAsia="MS Mincho" w:cs="Arial"/>
                <w:b/>
                <w:lang w:eastAsia="ja-JP"/>
              </w:rPr>
            </w:pPr>
            <w:r>
              <w:rPr>
                <w:rFonts w:eastAsia="MS Mincho" w:cs="Arial"/>
                <w:lang w:eastAsia="ja-JP"/>
              </w:rPr>
              <w:t>DC_2A-13A-66A_n261(A-H)</w:t>
            </w:r>
          </w:p>
          <w:p w14:paraId="24A2C582" w14:textId="77777777" w:rsidR="001E6B6B" w:rsidRDefault="001E6B6B" w:rsidP="006B3BD2">
            <w:pPr>
              <w:pStyle w:val="TAC"/>
              <w:rPr>
                <w:rFonts w:eastAsia="MS Mincho" w:cs="Arial"/>
                <w:b/>
                <w:lang w:eastAsia="ja-JP"/>
              </w:rPr>
            </w:pPr>
            <w:r>
              <w:rPr>
                <w:rFonts w:eastAsia="MS Mincho" w:cs="Arial"/>
                <w:lang w:eastAsia="ja-JP"/>
              </w:rPr>
              <w:t>DC_2A-13A-66A_n261(A-I)</w:t>
            </w:r>
          </w:p>
          <w:p w14:paraId="137FD1D7" w14:textId="77777777" w:rsidR="001E6B6B" w:rsidRDefault="001E6B6B" w:rsidP="006B3BD2">
            <w:pPr>
              <w:pStyle w:val="TAC"/>
              <w:rPr>
                <w:rFonts w:eastAsia="MS Mincho" w:cs="Arial"/>
                <w:b/>
                <w:lang w:eastAsia="ja-JP"/>
              </w:rPr>
            </w:pPr>
            <w:r>
              <w:rPr>
                <w:rFonts w:eastAsia="MS Mincho" w:cs="Arial"/>
                <w:lang w:eastAsia="ja-JP"/>
              </w:rPr>
              <w:t>DC_2A-13A-66A_n261(A-J)</w:t>
            </w:r>
          </w:p>
          <w:p w14:paraId="29A1CEC4" w14:textId="77777777" w:rsidR="001E6B6B" w:rsidRDefault="001E6B6B" w:rsidP="006B3BD2">
            <w:pPr>
              <w:pStyle w:val="TAC"/>
              <w:rPr>
                <w:rFonts w:eastAsia="MS Mincho" w:cs="Arial"/>
                <w:b/>
                <w:lang w:eastAsia="ja-JP"/>
              </w:rPr>
            </w:pPr>
            <w:r>
              <w:rPr>
                <w:rFonts w:eastAsia="MS Mincho" w:cs="Arial"/>
                <w:lang w:eastAsia="ja-JP"/>
              </w:rPr>
              <w:t>DC_2A-13A-66A_n261(A-K)</w:t>
            </w:r>
          </w:p>
          <w:p w14:paraId="3F860EBE" w14:textId="77777777" w:rsidR="001E6B6B" w:rsidRDefault="001E6B6B" w:rsidP="006B3BD2">
            <w:pPr>
              <w:pStyle w:val="TAC"/>
              <w:rPr>
                <w:rFonts w:eastAsia="MS Mincho" w:cs="Arial"/>
                <w:b/>
                <w:lang w:eastAsia="ja-JP"/>
              </w:rPr>
            </w:pPr>
            <w:r>
              <w:rPr>
                <w:rFonts w:eastAsia="MS Mincho" w:cs="Arial"/>
                <w:lang w:eastAsia="ja-JP"/>
              </w:rPr>
              <w:t>DC_2A-13A-66A_n261(2A)</w:t>
            </w:r>
          </w:p>
          <w:p w14:paraId="14F06B30" w14:textId="77777777" w:rsidR="001E6B6B" w:rsidRDefault="001E6B6B" w:rsidP="006B3BD2">
            <w:pPr>
              <w:pStyle w:val="TAC"/>
              <w:rPr>
                <w:lang w:eastAsia="sv-SE"/>
              </w:rPr>
            </w:pPr>
            <w:r>
              <w:rPr>
                <w:rFonts w:eastAsia="MS Mincho" w:cs="Arial"/>
                <w:lang w:eastAsia="ja-JP"/>
              </w:rPr>
              <w:t>DC_2A-13A-66A_n261(2A-G)</w:t>
            </w:r>
          </w:p>
          <w:p w14:paraId="664CD3F2" w14:textId="77777777" w:rsidR="001E6B6B" w:rsidRDefault="001E6B6B" w:rsidP="006B3BD2">
            <w:pPr>
              <w:pStyle w:val="TAC"/>
              <w:rPr>
                <w:rFonts w:eastAsia="MS Mincho" w:cs="Arial"/>
                <w:b/>
                <w:lang w:eastAsia="ja-JP"/>
              </w:rPr>
            </w:pPr>
            <w:r>
              <w:rPr>
                <w:rFonts w:eastAsia="MS Mincho" w:cs="Arial"/>
                <w:lang w:eastAsia="ja-JP"/>
              </w:rPr>
              <w:t>DC_2A-13A-66A_n261(2A-H)</w:t>
            </w:r>
          </w:p>
          <w:p w14:paraId="2C6BDE01" w14:textId="77777777" w:rsidR="001E6B6B" w:rsidRDefault="001E6B6B" w:rsidP="006B3BD2">
            <w:pPr>
              <w:pStyle w:val="TAC"/>
              <w:rPr>
                <w:rFonts w:eastAsia="MS Mincho" w:cs="Arial"/>
                <w:b/>
                <w:lang w:eastAsia="ja-JP"/>
              </w:rPr>
            </w:pPr>
            <w:r>
              <w:rPr>
                <w:rFonts w:eastAsia="MS Mincho" w:cs="Arial"/>
                <w:lang w:eastAsia="ja-JP"/>
              </w:rPr>
              <w:t>DC_2A-13A-66A_n261(2A-I)</w:t>
            </w:r>
          </w:p>
          <w:p w14:paraId="4130A634" w14:textId="77777777" w:rsidR="001E6B6B" w:rsidRDefault="001E6B6B" w:rsidP="006B3BD2">
            <w:pPr>
              <w:pStyle w:val="TAC"/>
              <w:rPr>
                <w:rFonts w:eastAsia="MS Mincho" w:cs="Arial"/>
                <w:b/>
                <w:lang w:eastAsia="ja-JP"/>
              </w:rPr>
            </w:pPr>
            <w:r>
              <w:rPr>
                <w:rFonts w:eastAsia="MS Mincho" w:cs="Arial"/>
                <w:lang w:eastAsia="ja-JP"/>
              </w:rPr>
              <w:t>DC_2A-13A-66A_n261(3A)</w:t>
            </w:r>
          </w:p>
          <w:p w14:paraId="0264EA91" w14:textId="77777777" w:rsidR="001E6B6B" w:rsidRDefault="001E6B6B" w:rsidP="006B3BD2">
            <w:pPr>
              <w:pStyle w:val="TAC"/>
              <w:rPr>
                <w:rFonts w:eastAsia="MS Mincho" w:cs="Arial"/>
                <w:b/>
                <w:lang w:eastAsia="ja-JP"/>
              </w:rPr>
            </w:pPr>
            <w:r>
              <w:rPr>
                <w:rFonts w:eastAsia="MS Mincho" w:cs="Arial"/>
                <w:lang w:eastAsia="ja-JP"/>
              </w:rPr>
              <w:t>DC_2A-13A-66A_n261(3A-G)</w:t>
            </w:r>
          </w:p>
          <w:p w14:paraId="74876FB3" w14:textId="77777777" w:rsidR="001E6B6B" w:rsidRDefault="001E6B6B" w:rsidP="006B3BD2">
            <w:pPr>
              <w:pStyle w:val="TAC"/>
              <w:rPr>
                <w:rFonts w:eastAsia="MS Mincho" w:cs="Arial"/>
                <w:b/>
                <w:lang w:eastAsia="ja-JP"/>
              </w:rPr>
            </w:pPr>
            <w:r>
              <w:rPr>
                <w:rFonts w:eastAsia="MS Mincho" w:cs="Arial"/>
                <w:lang w:eastAsia="ja-JP"/>
              </w:rPr>
              <w:t>DC_2A-13A-66A_n261(4A)</w:t>
            </w:r>
          </w:p>
          <w:p w14:paraId="0AD51A9F" w14:textId="77777777" w:rsidR="001E6B6B" w:rsidRDefault="001E6B6B" w:rsidP="006B3BD2">
            <w:pPr>
              <w:pStyle w:val="TAC"/>
              <w:rPr>
                <w:rFonts w:eastAsia="MS Mincho" w:cs="Arial"/>
                <w:b/>
                <w:lang w:eastAsia="ja-JP"/>
              </w:rPr>
            </w:pPr>
            <w:r>
              <w:rPr>
                <w:rFonts w:eastAsia="MS Mincho" w:cs="Arial"/>
                <w:lang w:eastAsia="ja-JP"/>
              </w:rPr>
              <w:t>DC_2A-13A-66A_n261(G-H)</w:t>
            </w:r>
          </w:p>
          <w:p w14:paraId="2C6B023B" w14:textId="77777777" w:rsidR="001E6B6B" w:rsidRDefault="001E6B6B" w:rsidP="006B3BD2">
            <w:pPr>
              <w:pStyle w:val="TAC"/>
              <w:rPr>
                <w:rFonts w:eastAsia="MS Mincho" w:cs="Arial"/>
                <w:b/>
                <w:lang w:eastAsia="ja-JP"/>
              </w:rPr>
            </w:pPr>
            <w:r>
              <w:rPr>
                <w:rFonts w:eastAsia="MS Mincho" w:cs="Arial"/>
                <w:lang w:eastAsia="ja-JP"/>
              </w:rPr>
              <w:t>DC_2A-13A-66A_n261(G-I)</w:t>
            </w:r>
          </w:p>
          <w:p w14:paraId="20415B51" w14:textId="77777777" w:rsidR="001E6B6B" w:rsidRDefault="001E6B6B" w:rsidP="006B3BD2">
            <w:pPr>
              <w:pStyle w:val="TAC"/>
              <w:rPr>
                <w:rFonts w:eastAsia="MS Mincho" w:cs="Arial"/>
                <w:b/>
                <w:lang w:eastAsia="ja-JP"/>
              </w:rPr>
            </w:pPr>
            <w:r>
              <w:rPr>
                <w:rFonts w:eastAsia="MS Mincho" w:cs="Arial"/>
                <w:lang w:eastAsia="ja-JP"/>
              </w:rPr>
              <w:t>DC_2A-13A-66A_n261(G-J)</w:t>
            </w:r>
          </w:p>
          <w:p w14:paraId="0658E9A7" w14:textId="77777777" w:rsidR="001E6B6B" w:rsidRDefault="001E6B6B" w:rsidP="006B3BD2">
            <w:pPr>
              <w:pStyle w:val="TAC"/>
              <w:rPr>
                <w:rFonts w:eastAsia="MS Mincho" w:cs="Arial"/>
                <w:b/>
                <w:lang w:eastAsia="ja-JP"/>
              </w:rPr>
            </w:pPr>
            <w:r>
              <w:rPr>
                <w:rFonts w:eastAsia="MS Mincho" w:cs="Arial"/>
                <w:lang w:eastAsia="ja-JP"/>
              </w:rPr>
              <w:t>DC_2A-13A-66A_n261(2G)</w:t>
            </w:r>
          </w:p>
          <w:p w14:paraId="1C085A20" w14:textId="77777777" w:rsidR="001E6B6B" w:rsidRDefault="001E6B6B" w:rsidP="006B3BD2">
            <w:pPr>
              <w:pStyle w:val="TAC"/>
              <w:rPr>
                <w:rFonts w:eastAsia="MS Mincho" w:cs="Arial"/>
                <w:b/>
                <w:lang w:eastAsia="ja-JP"/>
              </w:rPr>
            </w:pPr>
            <w:r>
              <w:rPr>
                <w:rFonts w:eastAsia="MS Mincho" w:cs="Arial"/>
                <w:lang w:eastAsia="ja-JP"/>
              </w:rPr>
              <w:t>DC_2A-13A-66A_n261(H-I)</w:t>
            </w:r>
          </w:p>
          <w:p w14:paraId="077648C8" w14:textId="77777777" w:rsidR="001E6B6B" w:rsidRPr="001F078B" w:rsidRDefault="001E6B6B" w:rsidP="006B3BD2">
            <w:pPr>
              <w:pStyle w:val="TAC"/>
              <w:rPr>
                <w:lang w:eastAsia="ja-JP"/>
              </w:rPr>
            </w:pPr>
            <w:r>
              <w:rPr>
                <w:rFonts w:eastAsia="MS Mincho" w:cs="Arial"/>
                <w:lang w:eastAsia="ja-JP"/>
              </w:rPr>
              <w:t>DC_2A-13A-66A_n261(2H)</w:t>
            </w:r>
          </w:p>
        </w:tc>
        <w:tc>
          <w:tcPr>
            <w:tcW w:w="4815" w:type="dxa"/>
            <w:tcMar>
              <w:top w:w="28" w:type="dxa"/>
              <w:left w:w="28" w:type="dxa"/>
              <w:bottom w:w="28" w:type="dxa"/>
              <w:right w:w="28" w:type="dxa"/>
            </w:tcMar>
          </w:tcPr>
          <w:p w14:paraId="3856451B" w14:textId="77777777" w:rsidR="001E7787" w:rsidRDefault="001E6B6B" w:rsidP="006B3BD2">
            <w:pPr>
              <w:pStyle w:val="TAC"/>
              <w:rPr>
                <w:rFonts w:eastAsia="MS Mincho" w:cs="Arial"/>
                <w:lang w:val="en-US" w:eastAsia="ja-JP"/>
              </w:rPr>
            </w:pPr>
            <w:r>
              <w:rPr>
                <w:rFonts w:eastAsia="MS Mincho" w:cs="Arial"/>
                <w:lang w:val="en-US" w:eastAsia="ja-JP"/>
              </w:rPr>
              <w:t>DC_2</w:t>
            </w:r>
            <w:r>
              <w:rPr>
                <w:rFonts w:eastAsia="MS Mincho" w:cs="Arial"/>
                <w:lang w:eastAsia="ja-JP"/>
              </w:rPr>
              <w:t>A_n261</w:t>
            </w:r>
            <w:r>
              <w:rPr>
                <w:rFonts w:eastAsia="MS Mincho" w:cs="Arial"/>
                <w:lang w:val="en-US" w:eastAsia="ja-JP"/>
              </w:rPr>
              <w:t>A</w:t>
            </w:r>
          </w:p>
          <w:p w14:paraId="5FD2DB40" w14:textId="42C59158" w:rsidR="001E6B6B" w:rsidRDefault="001E6B6B" w:rsidP="006B3BD2">
            <w:pPr>
              <w:pStyle w:val="TAC"/>
              <w:rPr>
                <w:rFonts w:eastAsia="MS Mincho" w:cs="Arial"/>
                <w:lang w:val="en-US" w:eastAsia="ja-JP"/>
              </w:rPr>
            </w:pPr>
            <w:r>
              <w:rPr>
                <w:rFonts w:eastAsia="MS Mincho" w:cs="Arial"/>
                <w:lang w:val="en-US" w:eastAsia="ja-JP"/>
              </w:rPr>
              <w:t>DC_2</w:t>
            </w:r>
            <w:r>
              <w:rPr>
                <w:rFonts w:eastAsia="MS Mincho" w:cs="Arial"/>
                <w:lang w:eastAsia="ja-JP"/>
              </w:rPr>
              <w:t>A_n261</w:t>
            </w:r>
            <w:r>
              <w:rPr>
                <w:rFonts w:eastAsia="MS Mincho" w:cs="Arial"/>
                <w:lang w:val="en-US" w:eastAsia="ja-JP"/>
              </w:rPr>
              <w:t>G</w:t>
            </w:r>
          </w:p>
          <w:p w14:paraId="373201BD" w14:textId="77777777" w:rsidR="001E6B6B" w:rsidRDefault="001E6B6B" w:rsidP="006B3BD2">
            <w:pPr>
              <w:pStyle w:val="TAC"/>
              <w:rPr>
                <w:rFonts w:eastAsia="MS Mincho" w:cs="Arial"/>
                <w:lang w:val="en-US" w:eastAsia="ja-JP"/>
              </w:rPr>
            </w:pPr>
            <w:r>
              <w:rPr>
                <w:rFonts w:eastAsia="MS Mincho" w:cs="Arial"/>
                <w:lang w:val="en-US" w:eastAsia="ja-JP"/>
              </w:rPr>
              <w:t>DC_2</w:t>
            </w:r>
            <w:r>
              <w:rPr>
                <w:rFonts w:eastAsia="MS Mincho" w:cs="Arial"/>
                <w:lang w:eastAsia="ja-JP"/>
              </w:rPr>
              <w:t>A_n261</w:t>
            </w:r>
            <w:r>
              <w:rPr>
                <w:rFonts w:eastAsia="MS Mincho" w:cs="Arial"/>
                <w:lang w:val="en-US" w:eastAsia="ja-JP"/>
              </w:rPr>
              <w:t>H</w:t>
            </w:r>
          </w:p>
          <w:p w14:paraId="1479812F" w14:textId="77777777" w:rsidR="001E6B6B" w:rsidRDefault="001E6B6B" w:rsidP="006B3BD2">
            <w:pPr>
              <w:pStyle w:val="TAC"/>
              <w:rPr>
                <w:rFonts w:eastAsia="MS Mincho" w:cs="Arial"/>
                <w:lang w:val="en-US" w:eastAsia="ja-JP"/>
              </w:rPr>
            </w:pPr>
            <w:r>
              <w:rPr>
                <w:rFonts w:eastAsia="MS Mincho" w:cs="Arial"/>
                <w:lang w:val="en-US" w:eastAsia="ja-JP"/>
              </w:rPr>
              <w:t>DC_2</w:t>
            </w:r>
            <w:r>
              <w:rPr>
                <w:rFonts w:eastAsia="MS Mincho" w:cs="Arial"/>
                <w:lang w:eastAsia="ja-JP"/>
              </w:rPr>
              <w:t>A_n261</w:t>
            </w:r>
            <w:r>
              <w:rPr>
                <w:rFonts w:eastAsia="MS Mincho" w:cs="Arial"/>
                <w:lang w:val="en-US" w:eastAsia="ja-JP"/>
              </w:rPr>
              <w:t>I</w:t>
            </w:r>
          </w:p>
          <w:p w14:paraId="145DB388" w14:textId="77777777" w:rsidR="001E6B6B" w:rsidRDefault="001E6B6B" w:rsidP="006B3BD2">
            <w:pPr>
              <w:pStyle w:val="TAC"/>
              <w:rPr>
                <w:rFonts w:eastAsia="MS Mincho" w:cs="Arial"/>
                <w:lang w:val="en-US" w:eastAsia="ja-JP"/>
              </w:rPr>
            </w:pPr>
            <w:r>
              <w:rPr>
                <w:rFonts w:eastAsia="MS Mincho" w:cs="Arial"/>
                <w:lang w:val="en-US" w:eastAsia="ja-JP"/>
              </w:rPr>
              <w:t>DC_2</w:t>
            </w:r>
            <w:r>
              <w:rPr>
                <w:rFonts w:eastAsia="MS Mincho" w:cs="Arial"/>
                <w:lang w:eastAsia="ja-JP"/>
              </w:rPr>
              <w:t>A_n261</w:t>
            </w:r>
            <w:r>
              <w:rPr>
                <w:rFonts w:eastAsia="MS Mincho" w:cs="Arial"/>
                <w:lang w:val="en-US" w:eastAsia="ja-JP"/>
              </w:rPr>
              <w:t>J</w:t>
            </w:r>
          </w:p>
          <w:p w14:paraId="69BD1882" w14:textId="77777777" w:rsidR="001E6B6B" w:rsidRDefault="001E6B6B" w:rsidP="006B3BD2">
            <w:pPr>
              <w:pStyle w:val="TAC"/>
              <w:rPr>
                <w:lang w:val="en-US" w:eastAsia="fi-FI"/>
              </w:rPr>
            </w:pPr>
            <w:r>
              <w:rPr>
                <w:rFonts w:eastAsia="MS Mincho" w:cs="Arial"/>
                <w:lang w:val="en-US" w:eastAsia="ja-JP"/>
              </w:rPr>
              <w:t>DC_2</w:t>
            </w:r>
            <w:r>
              <w:rPr>
                <w:rFonts w:eastAsia="MS Mincho" w:cs="Arial"/>
                <w:lang w:eastAsia="ja-JP"/>
              </w:rPr>
              <w:t>A_n261</w:t>
            </w:r>
            <w:r>
              <w:rPr>
                <w:rFonts w:eastAsia="MS Mincho" w:cs="Arial"/>
                <w:lang w:val="en-US" w:eastAsia="ja-JP"/>
              </w:rPr>
              <w:t>K</w:t>
            </w:r>
          </w:p>
          <w:p w14:paraId="3E356BF2" w14:textId="77777777" w:rsidR="001E7787"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13A_n261</w:t>
            </w:r>
            <w:r>
              <w:rPr>
                <w:rFonts w:eastAsia="MS Mincho" w:cs="Arial"/>
                <w:lang w:val="en-US" w:eastAsia="ja-JP"/>
              </w:rPr>
              <w:t>A</w:t>
            </w:r>
          </w:p>
          <w:p w14:paraId="16622499" w14:textId="3065C6B2"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13A_n261</w:t>
            </w:r>
            <w:r>
              <w:rPr>
                <w:rFonts w:eastAsia="MS Mincho" w:cs="Arial"/>
                <w:lang w:val="en-US" w:eastAsia="ja-JP"/>
              </w:rPr>
              <w:t>G</w:t>
            </w:r>
          </w:p>
          <w:p w14:paraId="4E22AE3D" w14:textId="77777777"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13A_n261</w:t>
            </w:r>
            <w:r>
              <w:rPr>
                <w:rFonts w:eastAsia="MS Mincho" w:cs="Arial"/>
                <w:lang w:val="en-US" w:eastAsia="ja-JP"/>
              </w:rPr>
              <w:t>H</w:t>
            </w:r>
          </w:p>
          <w:p w14:paraId="23833DE4" w14:textId="77777777"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13A_n261</w:t>
            </w:r>
            <w:r>
              <w:rPr>
                <w:rFonts w:eastAsia="MS Mincho" w:cs="Arial"/>
                <w:lang w:val="en-US" w:eastAsia="ja-JP"/>
              </w:rPr>
              <w:t>I</w:t>
            </w:r>
          </w:p>
          <w:p w14:paraId="7CEA2499" w14:textId="77777777"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13A_n261</w:t>
            </w:r>
            <w:r>
              <w:rPr>
                <w:rFonts w:eastAsia="MS Mincho" w:cs="Arial"/>
                <w:lang w:val="en-US" w:eastAsia="ja-JP"/>
              </w:rPr>
              <w:t>J</w:t>
            </w:r>
          </w:p>
          <w:p w14:paraId="3D8AFA71" w14:textId="77777777" w:rsidR="001E6B6B" w:rsidRPr="00C563D2" w:rsidRDefault="001E6B6B" w:rsidP="006B3BD2">
            <w:pPr>
              <w:pStyle w:val="TAC"/>
              <w:rPr>
                <w:lang w:eastAsia="fi-FI"/>
              </w:rPr>
            </w:pPr>
            <w:r>
              <w:rPr>
                <w:rFonts w:eastAsia="MS Mincho" w:cs="Arial"/>
                <w:lang w:val="en-US" w:eastAsia="ja-JP"/>
              </w:rPr>
              <w:t>DC_</w:t>
            </w:r>
            <w:r>
              <w:rPr>
                <w:rFonts w:eastAsia="MS Mincho" w:cs="Arial"/>
                <w:lang w:eastAsia="ja-JP"/>
              </w:rPr>
              <w:t>13A_n261</w:t>
            </w:r>
            <w:r>
              <w:rPr>
                <w:rFonts w:eastAsia="MS Mincho" w:cs="Arial"/>
                <w:lang w:val="en-US" w:eastAsia="ja-JP"/>
              </w:rPr>
              <w:t>K</w:t>
            </w:r>
          </w:p>
          <w:p w14:paraId="7B243A68" w14:textId="77777777" w:rsidR="001E7787"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66A_n261</w:t>
            </w:r>
            <w:r>
              <w:rPr>
                <w:rFonts w:eastAsia="MS Mincho" w:cs="Arial"/>
                <w:lang w:val="en-US" w:eastAsia="ja-JP"/>
              </w:rPr>
              <w:t>A</w:t>
            </w:r>
          </w:p>
          <w:p w14:paraId="17B69A71" w14:textId="4B845974"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66A_n261</w:t>
            </w:r>
            <w:r>
              <w:rPr>
                <w:rFonts w:eastAsia="MS Mincho" w:cs="Arial"/>
                <w:lang w:val="en-US" w:eastAsia="ja-JP"/>
              </w:rPr>
              <w:t>G</w:t>
            </w:r>
          </w:p>
          <w:p w14:paraId="534FAF46" w14:textId="77777777"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66A_n261</w:t>
            </w:r>
            <w:r>
              <w:rPr>
                <w:rFonts w:eastAsia="MS Mincho" w:cs="Arial"/>
                <w:lang w:val="en-US" w:eastAsia="ja-JP"/>
              </w:rPr>
              <w:t>H</w:t>
            </w:r>
          </w:p>
          <w:p w14:paraId="3304028C" w14:textId="77777777"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66A_n261</w:t>
            </w:r>
            <w:r>
              <w:rPr>
                <w:rFonts w:eastAsia="MS Mincho" w:cs="Arial"/>
                <w:lang w:val="en-US" w:eastAsia="ja-JP"/>
              </w:rPr>
              <w:t>I</w:t>
            </w:r>
          </w:p>
          <w:p w14:paraId="3BE280D6" w14:textId="77777777" w:rsidR="001E6B6B" w:rsidRDefault="001E6B6B" w:rsidP="006B3BD2">
            <w:pPr>
              <w:pStyle w:val="TAC"/>
              <w:rPr>
                <w:rFonts w:eastAsia="MS Mincho" w:cs="Arial"/>
                <w:lang w:val="en-US" w:eastAsia="ja-JP"/>
              </w:rPr>
            </w:pPr>
            <w:r>
              <w:rPr>
                <w:rFonts w:eastAsia="MS Mincho" w:cs="Arial"/>
                <w:lang w:val="en-US" w:eastAsia="ja-JP"/>
              </w:rPr>
              <w:t>DC_</w:t>
            </w:r>
            <w:r>
              <w:rPr>
                <w:rFonts w:eastAsia="MS Mincho" w:cs="Arial"/>
                <w:lang w:eastAsia="ja-JP"/>
              </w:rPr>
              <w:t>66A_n261</w:t>
            </w:r>
            <w:r>
              <w:rPr>
                <w:rFonts w:eastAsia="MS Mincho" w:cs="Arial"/>
                <w:lang w:val="en-US" w:eastAsia="ja-JP"/>
              </w:rPr>
              <w:t>J</w:t>
            </w:r>
          </w:p>
          <w:p w14:paraId="7B75729F" w14:textId="77777777" w:rsidR="001E6B6B" w:rsidRPr="001F078B" w:rsidRDefault="001E6B6B" w:rsidP="006B3BD2">
            <w:pPr>
              <w:pStyle w:val="TAC"/>
              <w:rPr>
                <w:lang w:val="en-US" w:eastAsia="fi-FI"/>
              </w:rPr>
            </w:pPr>
            <w:r>
              <w:rPr>
                <w:rFonts w:eastAsia="MS Mincho" w:cs="Arial"/>
                <w:lang w:val="en-US" w:eastAsia="ja-JP"/>
              </w:rPr>
              <w:t>DC_</w:t>
            </w:r>
            <w:r>
              <w:rPr>
                <w:rFonts w:eastAsia="MS Mincho" w:cs="Arial"/>
                <w:lang w:eastAsia="ja-JP"/>
              </w:rPr>
              <w:t>66A_n261</w:t>
            </w:r>
            <w:r>
              <w:rPr>
                <w:rFonts w:eastAsia="MS Mincho" w:cs="Arial"/>
                <w:lang w:val="en-US" w:eastAsia="ja-JP"/>
              </w:rPr>
              <w:t>K</w:t>
            </w:r>
          </w:p>
        </w:tc>
      </w:tr>
      <w:tr w:rsidR="001E6B6B" w:rsidRPr="001F078B" w14:paraId="03DBEF82" w14:textId="77777777" w:rsidTr="006B3BD2">
        <w:trPr>
          <w:trHeight w:val="187"/>
          <w:jc w:val="center"/>
        </w:trPr>
        <w:tc>
          <w:tcPr>
            <w:tcW w:w="4814" w:type="dxa"/>
            <w:shd w:val="clear" w:color="auto" w:fill="auto"/>
            <w:noWrap/>
            <w:tcMar>
              <w:top w:w="28" w:type="dxa"/>
              <w:left w:w="28" w:type="dxa"/>
              <w:bottom w:w="28" w:type="dxa"/>
              <w:right w:w="28" w:type="dxa"/>
            </w:tcMar>
          </w:tcPr>
          <w:p w14:paraId="2078E796" w14:textId="77777777" w:rsidR="001E6B6B" w:rsidRPr="001F078B" w:rsidRDefault="001E6B6B" w:rsidP="006B3BD2">
            <w:pPr>
              <w:pStyle w:val="TAC"/>
              <w:rPr>
                <w:rFonts w:eastAsia="MS Mincho" w:cs="Arial"/>
                <w:b/>
                <w:lang w:val="en-US" w:eastAsia="ja-JP"/>
              </w:rPr>
            </w:pPr>
            <w:r w:rsidRPr="001F078B">
              <w:rPr>
                <w:rFonts w:eastAsia="MS Mincho" w:cs="Arial"/>
                <w:lang w:eastAsia="ja-JP"/>
              </w:rPr>
              <w:lastRenderedPageBreak/>
              <w:t>DC_2A-14A-30A_n260</w:t>
            </w:r>
            <w:r w:rsidRPr="001F078B">
              <w:rPr>
                <w:rFonts w:eastAsia="MS Mincho" w:cs="Arial"/>
                <w:lang w:val="en-US" w:eastAsia="ja-JP"/>
              </w:rPr>
              <w:t>A</w:t>
            </w:r>
          </w:p>
          <w:p w14:paraId="59593092" w14:textId="2F689939" w:rsidR="001E6B6B" w:rsidRPr="001F078B" w:rsidRDefault="001E6B6B" w:rsidP="006B3BD2">
            <w:pPr>
              <w:pStyle w:val="TAC"/>
              <w:rPr>
                <w:rFonts w:eastAsia="MS Mincho" w:cs="Arial"/>
                <w:b/>
                <w:lang w:eastAsia="ja-JP"/>
              </w:rPr>
            </w:pPr>
            <w:r w:rsidRPr="001F078B">
              <w:rPr>
                <w:rFonts w:eastAsia="MS Mincho" w:cs="Arial"/>
                <w:lang w:eastAsia="ja-JP"/>
              </w:rPr>
              <w:t>DC_2A-14A-30A_n260</w:t>
            </w:r>
            <w:r w:rsidRPr="001F078B">
              <w:rPr>
                <w:rFonts w:eastAsia="MS Mincho" w:cs="Arial"/>
                <w:lang w:val="en-US" w:eastAsia="ja-JP"/>
              </w:rPr>
              <w:t>G</w:t>
            </w:r>
          </w:p>
          <w:p w14:paraId="4DA92B07" w14:textId="5ACAF0A1" w:rsidR="001E6B6B" w:rsidRPr="001F078B" w:rsidRDefault="001E6B6B" w:rsidP="006B3BD2">
            <w:pPr>
              <w:pStyle w:val="TAC"/>
              <w:rPr>
                <w:rFonts w:eastAsia="MS Mincho" w:cs="Arial"/>
                <w:b/>
                <w:lang w:eastAsia="ja-JP"/>
              </w:rPr>
            </w:pPr>
            <w:r w:rsidRPr="001F078B">
              <w:rPr>
                <w:rFonts w:eastAsia="MS Mincho" w:cs="Arial"/>
                <w:lang w:eastAsia="ja-JP"/>
              </w:rPr>
              <w:t>DC_2A-14A-30A_n260</w:t>
            </w:r>
            <w:r w:rsidRPr="001F078B">
              <w:rPr>
                <w:rFonts w:eastAsia="MS Mincho" w:cs="Arial"/>
                <w:lang w:val="en-US" w:eastAsia="ja-JP"/>
              </w:rPr>
              <w:t>H</w:t>
            </w:r>
          </w:p>
          <w:p w14:paraId="6DE48B26" w14:textId="367E30EC" w:rsidR="001E6B6B" w:rsidRPr="001F078B" w:rsidRDefault="001E6B6B" w:rsidP="006B3BD2">
            <w:pPr>
              <w:pStyle w:val="TAC"/>
              <w:rPr>
                <w:rFonts w:eastAsia="MS Mincho" w:cs="Arial"/>
                <w:b/>
                <w:lang w:eastAsia="ja-JP"/>
              </w:rPr>
            </w:pPr>
            <w:r w:rsidRPr="001F078B">
              <w:rPr>
                <w:rFonts w:eastAsia="MS Mincho" w:cs="Arial"/>
                <w:lang w:eastAsia="ja-JP"/>
              </w:rPr>
              <w:t>DC_2A-14A-30A_n260</w:t>
            </w:r>
            <w:r w:rsidRPr="001F078B">
              <w:rPr>
                <w:rFonts w:eastAsia="MS Mincho" w:cs="Arial"/>
                <w:lang w:val="en-US" w:eastAsia="ja-JP"/>
              </w:rPr>
              <w:t>I</w:t>
            </w:r>
          </w:p>
          <w:p w14:paraId="73BB2850" w14:textId="22279ECF" w:rsidR="001E6B6B" w:rsidRPr="001F078B" w:rsidRDefault="001E6B6B" w:rsidP="006B3BD2">
            <w:pPr>
              <w:pStyle w:val="TAC"/>
              <w:rPr>
                <w:rFonts w:eastAsia="MS Mincho" w:cs="Arial"/>
                <w:b/>
                <w:lang w:eastAsia="ja-JP"/>
              </w:rPr>
            </w:pPr>
            <w:r w:rsidRPr="001F078B">
              <w:rPr>
                <w:rFonts w:eastAsia="MS Mincho" w:cs="Arial"/>
                <w:lang w:eastAsia="ja-JP"/>
              </w:rPr>
              <w:t>DC_2A-14A-30A_n260</w:t>
            </w:r>
            <w:r w:rsidRPr="001F078B">
              <w:rPr>
                <w:rFonts w:eastAsia="MS Mincho" w:cs="Arial"/>
                <w:lang w:val="en-US" w:eastAsia="ja-JP"/>
              </w:rPr>
              <w:t>J</w:t>
            </w:r>
          </w:p>
          <w:p w14:paraId="6E067A79" w14:textId="65043334" w:rsidR="001E6B6B" w:rsidRPr="001F078B" w:rsidRDefault="001E6B6B" w:rsidP="006B3BD2">
            <w:pPr>
              <w:pStyle w:val="TAC"/>
              <w:rPr>
                <w:rFonts w:eastAsia="MS Mincho" w:cs="Arial"/>
                <w:b/>
                <w:lang w:eastAsia="ja-JP"/>
              </w:rPr>
            </w:pPr>
            <w:r w:rsidRPr="001F078B">
              <w:rPr>
                <w:rFonts w:eastAsia="MS Mincho" w:cs="Arial"/>
                <w:lang w:eastAsia="ja-JP"/>
              </w:rPr>
              <w:t>DC_2A-14A-30A_n260</w:t>
            </w:r>
            <w:r w:rsidRPr="001F078B">
              <w:rPr>
                <w:rFonts w:eastAsia="MS Mincho" w:cs="Arial"/>
                <w:lang w:val="en-US" w:eastAsia="ja-JP"/>
              </w:rPr>
              <w:t>K</w:t>
            </w:r>
          </w:p>
          <w:p w14:paraId="09956614" w14:textId="6D2D4115" w:rsidR="001E6B6B" w:rsidRPr="001F078B" w:rsidRDefault="001E6B6B" w:rsidP="006B3BD2">
            <w:pPr>
              <w:pStyle w:val="TAC"/>
              <w:rPr>
                <w:rFonts w:eastAsia="MS Mincho" w:cs="Arial"/>
                <w:b/>
                <w:lang w:eastAsia="ja-JP"/>
              </w:rPr>
            </w:pPr>
            <w:r w:rsidRPr="001F078B">
              <w:rPr>
                <w:rFonts w:eastAsia="MS Mincho" w:cs="Arial"/>
                <w:lang w:eastAsia="ja-JP"/>
              </w:rPr>
              <w:t>DC_2A-14A-30A_n260</w:t>
            </w:r>
            <w:r w:rsidRPr="001F078B">
              <w:rPr>
                <w:rFonts w:eastAsia="MS Mincho" w:cs="Arial"/>
                <w:lang w:val="en-US" w:eastAsia="ja-JP"/>
              </w:rPr>
              <w:t>L</w:t>
            </w:r>
          </w:p>
          <w:p w14:paraId="4379B2F4" w14:textId="77777777" w:rsidR="001E6B6B" w:rsidRPr="001F078B" w:rsidRDefault="001E6B6B" w:rsidP="006B3BD2">
            <w:pPr>
              <w:pStyle w:val="TAC"/>
              <w:rPr>
                <w:lang w:eastAsia="ja-JP"/>
              </w:rPr>
            </w:pPr>
            <w:r w:rsidRPr="001F078B">
              <w:rPr>
                <w:rFonts w:eastAsia="MS Mincho" w:cs="Arial"/>
                <w:lang w:eastAsia="ja-JP"/>
              </w:rPr>
              <w:t>DC_2A-14A-30A_n260M</w:t>
            </w:r>
          </w:p>
        </w:tc>
        <w:tc>
          <w:tcPr>
            <w:tcW w:w="4815" w:type="dxa"/>
            <w:tcMar>
              <w:top w:w="28" w:type="dxa"/>
              <w:left w:w="28" w:type="dxa"/>
              <w:bottom w:w="28" w:type="dxa"/>
              <w:right w:w="28" w:type="dxa"/>
            </w:tcMar>
          </w:tcPr>
          <w:p w14:paraId="7E186D26" w14:textId="77777777" w:rsidR="001E7787"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2A_n260</w:t>
            </w:r>
            <w:r w:rsidRPr="001F078B">
              <w:rPr>
                <w:rFonts w:eastAsia="MS Mincho" w:cs="Arial"/>
                <w:lang w:val="en-US" w:eastAsia="ja-JP"/>
              </w:rPr>
              <w:t>A</w:t>
            </w:r>
          </w:p>
          <w:p w14:paraId="2ED3227E" w14:textId="7C26B1BF"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2A_n260</w:t>
            </w:r>
            <w:r w:rsidRPr="001F078B">
              <w:rPr>
                <w:rFonts w:eastAsia="MS Mincho" w:cs="Arial"/>
                <w:lang w:val="en-US" w:eastAsia="ja-JP"/>
              </w:rPr>
              <w:t>G</w:t>
            </w:r>
          </w:p>
          <w:p w14:paraId="74DF0C2B"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2A_n260</w:t>
            </w:r>
            <w:r w:rsidRPr="001F078B">
              <w:rPr>
                <w:rFonts w:eastAsia="MS Mincho" w:cs="Arial"/>
                <w:lang w:val="en-US" w:eastAsia="ja-JP"/>
              </w:rPr>
              <w:t>H</w:t>
            </w:r>
          </w:p>
          <w:p w14:paraId="2BE2CA01"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2A_n260</w:t>
            </w:r>
            <w:r w:rsidRPr="001F078B">
              <w:rPr>
                <w:rFonts w:eastAsia="MS Mincho" w:cs="Arial"/>
                <w:lang w:val="en-US" w:eastAsia="ja-JP"/>
              </w:rPr>
              <w:t>I</w:t>
            </w:r>
          </w:p>
          <w:p w14:paraId="366C4FEC"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2A_n260</w:t>
            </w:r>
            <w:r w:rsidRPr="001F078B">
              <w:rPr>
                <w:rFonts w:eastAsia="MS Mincho" w:cs="Arial"/>
                <w:lang w:val="en-US" w:eastAsia="ja-JP"/>
              </w:rPr>
              <w:t>J</w:t>
            </w:r>
          </w:p>
          <w:p w14:paraId="7442D61D"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2A_n260</w:t>
            </w:r>
            <w:r w:rsidRPr="001F078B">
              <w:rPr>
                <w:rFonts w:eastAsia="MS Mincho" w:cs="Arial"/>
                <w:lang w:val="en-US" w:eastAsia="ja-JP"/>
              </w:rPr>
              <w:t>K</w:t>
            </w:r>
          </w:p>
          <w:p w14:paraId="431D1E61"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2A_n260</w:t>
            </w:r>
            <w:r w:rsidRPr="001F078B">
              <w:rPr>
                <w:rFonts w:eastAsia="MS Mincho" w:cs="Arial"/>
                <w:lang w:val="en-US" w:eastAsia="ja-JP"/>
              </w:rPr>
              <w:t>L</w:t>
            </w:r>
          </w:p>
          <w:p w14:paraId="4F235537" w14:textId="77777777" w:rsidR="001E6B6B" w:rsidRPr="001F078B" w:rsidRDefault="001E6B6B" w:rsidP="006B3BD2">
            <w:pPr>
              <w:pStyle w:val="TAC"/>
              <w:rPr>
                <w:lang w:val="en-US" w:eastAsia="fi-FI"/>
              </w:rPr>
            </w:pPr>
            <w:r w:rsidRPr="001F078B">
              <w:rPr>
                <w:rFonts w:eastAsia="MS Mincho" w:cs="Arial"/>
                <w:lang w:val="en-US" w:eastAsia="ja-JP"/>
              </w:rPr>
              <w:t>DC_</w:t>
            </w:r>
            <w:r w:rsidRPr="001F078B">
              <w:rPr>
                <w:rFonts w:eastAsia="MS Mincho" w:cs="Arial"/>
                <w:lang w:eastAsia="ja-JP"/>
              </w:rPr>
              <w:t>2A_n260</w:t>
            </w:r>
            <w:r w:rsidRPr="001F078B">
              <w:rPr>
                <w:rFonts w:eastAsia="MS Mincho" w:cs="Arial"/>
                <w:lang w:val="en-US" w:eastAsia="ja-JP"/>
              </w:rPr>
              <w:t>M</w:t>
            </w:r>
          </w:p>
          <w:p w14:paraId="198900FD"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14A_n260</w:t>
            </w:r>
            <w:r w:rsidRPr="001F078B">
              <w:rPr>
                <w:rFonts w:eastAsia="MS Mincho" w:cs="Arial"/>
                <w:lang w:val="en-US" w:eastAsia="ja-JP"/>
              </w:rPr>
              <w:t>A</w:t>
            </w:r>
          </w:p>
          <w:p w14:paraId="37F7B3DD"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14A_n260</w:t>
            </w:r>
            <w:r w:rsidRPr="001F078B">
              <w:rPr>
                <w:rFonts w:eastAsia="MS Mincho" w:cs="Arial"/>
                <w:lang w:val="en-US" w:eastAsia="ja-JP"/>
              </w:rPr>
              <w:t>G</w:t>
            </w:r>
          </w:p>
          <w:p w14:paraId="34BC09D7"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14A_n260</w:t>
            </w:r>
            <w:r w:rsidRPr="001F078B">
              <w:rPr>
                <w:rFonts w:eastAsia="MS Mincho" w:cs="Arial"/>
                <w:lang w:val="en-US" w:eastAsia="ja-JP"/>
              </w:rPr>
              <w:t>H</w:t>
            </w:r>
          </w:p>
          <w:p w14:paraId="2CD24DCE"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14A_n260</w:t>
            </w:r>
            <w:r w:rsidRPr="001F078B">
              <w:rPr>
                <w:rFonts w:eastAsia="MS Mincho" w:cs="Arial"/>
                <w:lang w:val="en-US" w:eastAsia="ja-JP"/>
              </w:rPr>
              <w:t>I</w:t>
            </w:r>
          </w:p>
          <w:p w14:paraId="1AFFA35E"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14A_n260</w:t>
            </w:r>
            <w:r w:rsidRPr="001F078B">
              <w:rPr>
                <w:rFonts w:eastAsia="MS Mincho" w:cs="Arial"/>
                <w:lang w:val="en-US" w:eastAsia="ja-JP"/>
              </w:rPr>
              <w:t>J</w:t>
            </w:r>
          </w:p>
          <w:p w14:paraId="5C2B0438"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14A_n260</w:t>
            </w:r>
            <w:r w:rsidRPr="001F078B">
              <w:rPr>
                <w:rFonts w:eastAsia="MS Mincho" w:cs="Arial"/>
                <w:lang w:val="en-US" w:eastAsia="ja-JP"/>
              </w:rPr>
              <w:t>K</w:t>
            </w:r>
          </w:p>
          <w:p w14:paraId="794DC596"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14A_n260</w:t>
            </w:r>
            <w:r w:rsidRPr="001F078B">
              <w:rPr>
                <w:rFonts w:eastAsia="MS Mincho" w:cs="Arial"/>
                <w:lang w:val="en-US" w:eastAsia="ja-JP"/>
              </w:rPr>
              <w:t>L</w:t>
            </w:r>
          </w:p>
          <w:p w14:paraId="37A20540" w14:textId="77777777" w:rsidR="001E6B6B" w:rsidRPr="000E5B8D" w:rsidRDefault="001E6B6B" w:rsidP="006B3BD2">
            <w:pPr>
              <w:pStyle w:val="TAC"/>
              <w:rPr>
                <w:lang w:eastAsia="fi-FI"/>
              </w:rPr>
            </w:pPr>
            <w:r w:rsidRPr="001F078B">
              <w:rPr>
                <w:rFonts w:eastAsia="MS Mincho" w:cs="Arial"/>
                <w:lang w:val="en-US" w:eastAsia="ja-JP"/>
              </w:rPr>
              <w:t>DC_</w:t>
            </w:r>
            <w:r w:rsidRPr="001F078B">
              <w:rPr>
                <w:rFonts w:eastAsia="MS Mincho" w:cs="Arial"/>
                <w:lang w:eastAsia="ja-JP"/>
              </w:rPr>
              <w:t>14A_n260</w:t>
            </w:r>
            <w:r w:rsidRPr="001F078B">
              <w:rPr>
                <w:rFonts w:eastAsia="MS Mincho" w:cs="Arial"/>
                <w:lang w:val="en-US" w:eastAsia="ja-JP"/>
              </w:rPr>
              <w:t>M</w:t>
            </w:r>
          </w:p>
          <w:p w14:paraId="5DB04888"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30A_n260</w:t>
            </w:r>
            <w:r w:rsidRPr="001F078B">
              <w:rPr>
                <w:rFonts w:eastAsia="MS Mincho" w:cs="Arial"/>
                <w:lang w:val="en-US" w:eastAsia="ja-JP"/>
              </w:rPr>
              <w:t>A</w:t>
            </w:r>
          </w:p>
          <w:p w14:paraId="4EDB72E8"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30A_n260</w:t>
            </w:r>
            <w:r w:rsidRPr="001F078B">
              <w:rPr>
                <w:rFonts w:eastAsia="MS Mincho" w:cs="Arial"/>
                <w:lang w:val="en-US" w:eastAsia="ja-JP"/>
              </w:rPr>
              <w:t>G</w:t>
            </w:r>
          </w:p>
          <w:p w14:paraId="53D3FE87"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30A_n260</w:t>
            </w:r>
            <w:r w:rsidRPr="001F078B">
              <w:rPr>
                <w:rFonts w:eastAsia="MS Mincho" w:cs="Arial"/>
                <w:lang w:val="en-US" w:eastAsia="ja-JP"/>
              </w:rPr>
              <w:t>H</w:t>
            </w:r>
          </w:p>
          <w:p w14:paraId="06D86F7E"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30A_n260</w:t>
            </w:r>
            <w:r w:rsidRPr="001F078B">
              <w:rPr>
                <w:rFonts w:eastAsia="MS Mincho" w:cs="Arial"/>
                <w:lang w:val="en-US" w:eastAsia="ja-JP"/>
              </w:rPr>
              <w:t>I</w:t>
            </w:r>
          </w:p>
          <w:p w14:paraId="3839DE36"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30A_n260</w:t>
            </w:r>
            <w:r w:rsidRPr="001F078B">
              <w:rPr>
                <w:rFonts w:eastAsia="MS Mincho" w:cs="Arial"/>
                <w:lang w:val="en-US" w:eastAsia="ja-JP"/>
              </w:rPr>
              <w:t>J</w:t>
            </w:r>
          </w:p>
          <w:p w14:paraId="1F0E8241"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30A_n260</w:t>
            </w:r>
            <w:r w:rsidRPr="001F078B">
              <w:rPr>
                <w:rFonts w:eastAsia="MS Mincho" w:cs="Arial"/>
                <w:lang w:val="en-US" w:eastAsia="ja-JP"/>
              </w:rPr>
              <w:t>K</w:t>
            </w:r>
          </w:p>
          <w:p w14:paraId="0AA7B9C7" w14:textId="77777777" w:rsidR="001E6B6B" w:rsidRPr="001F078B" w:rsidRDefault="001E6B6B" w:rsidP="006B3BD2">
            <w:pPr>
              <w:pStyle w:val="TAC"/>
              <w:rPr>
                <w:rFonts w:eastAsia="MS Mincho" w:cs="Arial"/>
                <w:lang w:val="en-US" w:eastAsia="ja-JP"/>
              </w:rPr>
            </w:pPr>
            <w:r w:rsidRPr="001F078B">
              <w:rPr>
                <w:rFonts w:eastAsia="MS Mincho" w:cs="Arial"/>
                <w:lang w:val="en-US" w:eastAsia="ja-JP"/>
              </w:rPr>
              <w:t>DC_</w:t>
            </w:r>
            <w:r w:rsidRPr="001F078B">
              <w:rPr>
                <w:rFonts w:eastAsia="MS Mincho" w:cs="Arial"/>
                <w:lang w:eastAsia="ja-JP"/>
              </w:rPr>
              <w:t>30A_n260</w:t>
            </w:r>
            <w:r w:rsidRPr="001F078B">
              <w:rPr>
                <w:rFonts w:eastAsia="MS Mincho" w:cs="Arial"/>
                <w:lang w:val="en-US" w:eastAsia="ja-JP"/>
              </w:rPr>
              <w:t>L</w:t>
            </w:r>
          </w:p>
          <w:p w14:paraId="5F8EC9AE" w14:textId="77777777" w:rsidR="001E6B6B" w:rsidRPr="001F078B" w:rsidRDefault="001E6B6B" w:rsidP="006B3BD2">
            <w:pPr>
              <w:pStyle w:val="TAC"/>
              <w:rPr>
                <w:lang w:val="en-US" w:eastAsia="fi-FI"/>
              </w:rPr>
            </w:pPr>
            <w:r w:rsidRPr="001F078B">
              <w:rPr>
                <w:rFonts w:eastAsia="MS Mincho" w:cs="Arial"/>
                <w:lang w:val="en-US" w:eastAsia="ja-JP"/>
              </w:rPr>
              <w:t>DC_</w:t>
            </w:r>
            <w:r w:rsidRPr="001F078B">
              <w:rPr>
                <w:rFonts w:eastAsia="MS Mincho" w:cs="Arial"/>
                <w:lang w:eastAsia="ja-JP"/>
              </w:rPr>
              <w:t>30A_n260</w:t>
            </w:r>
            <w:r w:rsidRPr="001F078B">
              <w:rPr>
                <w:rFonts w:eastAsia="MS Mincho" w:cs="Arial"/>
                <w:lang w:val="en-US" w:eastAsia="ja-JP"/>
              </w:rPr>
              <w:t>M</w:t>
            </w:r>
          </w:p>
        </w:tc>
      </w:tr>
      <w:tr w:rsidR="001E6B6B" w:rsidRPr="001F078B" w14:paraId="3139BE39" w14:textId="77777777" w:rsidTr="006B3BD2">
        <w:trPr>
          <w:trHeight w:val="187"/>
          <w:jc w:val="center"/>
        </w:trPr>
        <w:tc>
          <w:tcPr>
            <w:tcW w:w="4814" w:type="dxa"/>
            <w:shd w:val="clear" w:color="auto" w:fill="auto"/>
            <w:noWrap/>
            <w:tcMar>
              <w:top w:w="28" w:type="dxa"/>
              <w:left w:w="28" w:type="dxa"/>
              <w:bottom w:w="28" w:type="dxa"/>
              <w:right w:w="28" w:type="dxa"/>
            </w:tcMar>
          </w:tcPr>
          <w:p w14:paraId="277FF2CB" w14:textId="77777777" w:rsidR="001E6B6B" w:rsidRPr="001F078B" w:rsidRDefault="001E6B6B" w:rsidP="006B3BD2">
            <w:pPr>
              <w:pStyle w:val="TAC"/>
              <w:rPr>
                <w:rFonts w:eastAsia="MS Mincho" w:cs="Arial"/>
                <w:b/>
                <w:szCs w:val="18"/>
                <w:lang w:val="en-US" w:eastAsia="ja-JP"/>
              </w:rPr>
            </w:pPr>
            <w:r w:rsidRPr="001F078B">
              <w:rPr>
                <w:rFonts w:eastAsia="MS Mincho" w:cs="Arial"/>
                <w:szCs w:val="18"/>
                <w:lang w:eastAsia="ja-JP"/>
              </w:rPr>
              <w:t>DC_2A-14A-66A_n260</w:t>
            </w:r>
            <w:r w:rsidRPr="001F078B">
              <w:rPr>
                <w:rFonts w:eastAsia="MS Mincho" w:cs="Arial"/>
                <w:szCs w:val="18"/>
                <w:lang w:val="en-US" w:eastAsia="ja-JP"/>
              </w:rPr>
              <w:t>A</w:t>
            </w:r>
          </w:p>
          <w:p w14:paraId="729221CC" w14:textId="77777777"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DC_2A-14A-66A_n260</w:t>
            </w:r>
            <w:r w:rsidRPr="001F078B">
              <w:rPr>
                <w:rFonts w:eastAsia="MS Mincho" w:cs="Arial"/>
                <w:szCs w:val="18"/>
                <w:lang w:val="en-US" w:eastAsia="ja-JP"/>
              </w:rPr>
              <w:t>G</w:t>
            </w:r>
          </w:p>
          <w:p w14:paraId="6B2776F5" w14:textId="77777777"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DC_2A-14A-66A_n260</w:t>
            </w:r>
            <w:r w:rsidRPr="001F078B">
              <w:rPr>
                <w:rFonts w:eastAsia="MS Mincho" w:cs="Arial"/>
                <w:szCs w:val="18"/>
                <w:lang w:val="en-US" w:eastAsia="ja-JP"/>
              </w:rPr>
              <w:t>H</w:t>
            </w:r>
          </w:p>
          <w:p w14:paraId="640B8BEA" w14:textId="77777777"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DC_2A-14A-66A_n260</w:t>
            </w:r>
            <w:r w:rsidRPr="001F078B">
              <w:rPr>
                <w:rFonts w:eastAsia="MS Mincho" w:cs="Arial"/>
                <w:szCs w:val="18"/>
                <w:lang w:val="en-US" w:eastAsia="ja-JP"/>
              </w:rPr>
              <w:t>I</w:t>
            </w:r>
          </w:p>
          <w:p w14:paraId="2A03740A" w14:textId="77777777"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DC_2A-14A-66A_n260</w:t>
            </w:r>
            <w:r w:rsidRPr="001F078B">
              <w:rPr>
                <w:rFonts w:eastAsia="MS Mincho" w:cs="Arial"/>
                <w:szCs w:val="18"/>
                <w:lang w:val="en-US" w:eastAsia="ja-JP"/>
              </w:rPr>
              <w:t>J</w:t>
            </w:r>
          </w:p>
          <w:p w14:paraId="618769EA" w14:textId="77777777"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DC_2A-14A-66A_n260</w:t>
            </w:r>
            <w:r w:rsidRPr="001F078B">
              <w:rPr>
                <w:rFonts w:eastAsia="MS Mincho" w:cs="Arial"/>
                <w:szCs w:val="18"/>
                <w:lang w:val="en-US" w:eastAsia="ja-JP"/>
              </w:rPr>
              <w:t>K</w:t>
            </w:r>
          </w:p>
          <w:p w14:paraId="22F71E63" w14:textId="77777777"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DC_2A-14A-66A_n260</w:t>
            </w:r>
            <w:r w:rsidRPr="001F078B">
              <w:rPr>
                <w:rFonts w:eastAsia="MS Mincho" w:cs="Arial"/>
                <w:szCs w:val="18"/>
                <w:lang w:val="en-US" w:eastAsia="ja-JP"/>
              </w:rPr>
              <w:t>L</w:t>
            </w:r>
          </w:p>
          <w:p w14:paraId="7D557069" w14:textId="77777777" w:rsidR="001E6B6B" w:rsidRPr="001F078B" w:rsidRDefault="001E6B6B" w:rsidP="006B3BD2">
            <w:pPr>
              <w:pStyle w:val="TAC"/>
              <w:rPr>
                <w:lang w:eastAsia="ja-JP"/>
              </w:rPr>
            </w:pPr>
            <w:r w:rsidRPr="001F078B">
              <w:rPr>
                <w:rFonts w:eastAsia="MS Mincho" w:cs="Arial"/>
                <w:szCs w:val="18"/>
                <w:lang w:eastAsia="ja-JP"/>
              </w:rPr>
              <w:t>DC_2A-14A-66A_n260M</w:t>
            </w:r>
          </w:p>
        </w:tc>
        <w:tc>
          <w:tcPr>
            <w:tcW w:w="4815" w:type="dxa"/>
            <w:tcMar>
              <w:top w:w="28" w:type="dxa"/>
              <w:left w:w="28" w:type="dxa"/>
              <w:bottom w:w="28" w:type="dxa"/>
              <w:right w:w="28" w:type="dxa"/>
            </w:tcMar>
          </w:tcPr>
          <w:p w14:paraId="51C6720A"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A</w:t>
            </w:r>
          </w:p>
          <w:p w14:paraId="4511DA40"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G</w:t>
            </w:r>
          </w:p>
          <w:p w14:paraId="58EEA350"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H</w:t>
            </w:r>
          </w:p>
          <w:p w14:paraId="55FC1AA3"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I</w:t>
            </w:r>
          </w:p>
          <w:p w14:paraId="4396D29B"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J</w:t>
            </w:r>
          </w:p>
          <w:p w14:paraId="0C1A53A9"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K</w:t>
            </w:r>
          </w:p>
          <w:p w14:paraId="69083B94"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L</w:t>
            </w:r>
          </w:p>
          <w:p w14:paraId="7BE29E03" w14:textId="77777777" w:rsidR="001E6B6B" w:rsidRPr="001F078B" w:rsidRDefault="001E6B6B" w:rsidP="006B3BD2">
            <w:pPr>
              <w:pStyle w:val="TAC"/>
              <w:rPr>
                <w:rFonts w:cs="Arial"/>
                <w:szCs w:val="18"/>
                <w:lang w:val="en-US" w:eastAsia="fi-FI"/>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M</w:t>
            </w:r>
          </w:p>
          <w:p w14:paraId="3FD4E5F5"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A</w:t>
            </w:r>
          </w:p>
          <w:p w14:paraId="6586AE0F"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G</w:t>
            </w:r>
          </w:p>
          <w:p w14:paraId="7AD06F48"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H</w:t>
            </w:r>
          </w:p>
          <w:p w14:paraId="294A0456"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I</w:t>
            </w:r>
          </w:p>
          <w:p w14:paraId="17950F5E"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J</w:t>
            </w:r>
          </w:p>
          <w:p w14:paraId="4C7B3E7F"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K</w:t>
            </w:r>
          </w:p>
          <w:p w14:paraId="2F197491"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L</w:t>
            </w:r>
          </w:p>
          <w:p w14:paraId="7E999DC3" w14:textId="77777777" w:rsidR="001E6B6B" w:rsidRPr="000E5B8D" w:rsidRDefault="001E6B6B" w:rsidP="006B3BD2">
            <w:pPr>
              <w:pStyle w:val="TAC"/>
              <w:rPr>
                <w:rFonts w:cs="Arial"/>
                <w:szCs w:val="18"/>
                <w:lang w:eastAsia="fi-FI"/>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M</w:t>
            </w:r>
          </w:p>
          <w:p w14:paraId="66463FCB"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A</w:t>
            </w:r>
          </w:p>
          <w:p w14:paraId="300A35A0"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G</w:t>
            </w:r>
          </w:p>
          <w:p w14:paraId="12B7FDAA"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H</w:t>
            </w:r>
          </w:p>
          <w:p w14:paraId="378B21A0"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I</w:t>
            </w:r>
          </w:p>
          <w:p w14:paraId="6F95B9CF"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J</w:t>
            </w:r>
          </w:p>
          <w:p w14:paraId="5E062D5D"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K</w:t>
            </w:r>
          </w:p>
          <w:p w14:paraId="2E0729AB"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L</w:t>
            </w:r>
          </w:p>
          <w:p w14:paraId="63D659A3" w14:textId="77777777" w:rsidR="001E6B6B" w:rsidRPr="001F078B" w:rsidRDefault="001E6B6B" w:rsidP="006B3BD2">
            <w:pPr>
              <w:pStyle w:val="TAC"/>
              <w:rPr>
                <w:lang w:val="en-US" w:eastAsia="fi-FI"/>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M</w:t>
            </w:r>
          </w:p>
        </w:tc>
      </w:tr>
      <w:tr w:rsidR="001E6B6B" w:rsidRPr="001F078B" w14:paraId="05445E5D" w14:textId="77777777" w:rsidTr="006B3BD2">
        <w:trPr>
          <w:trHeight w:val="187"/>
          <w:jc w:val="center"/>
        </w:trPr>
        <w:tc>
          <w:tcPr>
            <w:tcW w:w="4814" w:type="dxa"/>
            <w:shd w:val="clear" w:color="auto" w:fill="auto"/>
            <w:noWrap/>
            <w:tcMar>
              <w:top w:w="28" w:type="dxa"/>
              <w:left w:w="28" w:type="dxa"/>
              <w:bottom w:w="28" w:type="dxa"/>
              <w:right w:w="28" w:type="dxa"/>
            </w:tcMar>
          </w:tcPr>
          <w:p w14:paraId="0F435BCA" w14:textId="77777777" w:rsidR="001E6B6B" w:rsidRPr="001F078B" w:rsidRDefault="001E6B6B" w:rsidP="006B3BD2">
            <w:pPr>
              <w:pStyle w:val="TAC"/>
              <w:rPr>
                <w:rFonts w:eastAsia="MS Mincho" w:cs="Arial"/>
                <w:b/>
                <w:szCs w:val="18"/>
                <w:lang w:val="en-US" w:eastAsia="ja-JP"/>
              </w:rPr>
            </w:pPr>
            <w:r w:rsidRPr="001F078B">
              <w:rPr>
                <w:rFonts w:eastAsia="MS Mincho" w:cs="Arial"/>
                <w:szCs w:val="18"/>
                <w:lang w:eastAsia="ja-JP"/>
              </w:rPr>
              <w:lastRenderedPageBreak/>
              <w:t>DC_2A-2A-14A-66A_n260</w:t>
            </w:r>
            <w:r w:rsidRPr="001F078B">
              <w:rPr>
                <w:rFonts w:eastAsia="MS Mincho" w:cs="Arial"/>
                <w:szCs w:val="18"/>
                <w:lang w:val="en-US" w:eastAsia="ja-JP"/>
              </w:rPr>
              <w:t>A</w:t>
            </w:r>
          </w:p>
          <w:p w14:paraId="26250803" w14:textId="77777777"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DC_2A-2A-14A-66A_n260</w:t>
            </w:r>
            <w:r w:rsidRPr="001F078B">
              <w:rPr>
                <w:rFonts w:eastAsia="MS Mincho" w:cs="Arial"/>
                <w:szCs w:val="18"/>
                <w:lang w:val="en-US" w:eastAsia="ja-JP"/>
              </w:rPr>
              <w:t>G</w:t>
            </w:r>
          </w:p>
          <w:p w14:paraId="75B11455" w14:textId="77777777"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DC_2A-2A-14A-66A_n260</w:t>
            </w:r>
            <w:r w:rsidRPr="001F078B">
              <w:rPr>
                <w:rFonts w:eastAsia="MS Mincho" w:cs="Arial"/>
                <w:szCs w:val="18"/>
                <w:lang w:val="en-US" w:eastAsia="ja-JP"/>
              </w:rPr>
              <w:t>H</w:t>
            </w:r>
          </w:p>
          <w:p w14:paraId="2565F864" w14:textId="77777777"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DC_2A-2A-14A-66A_n260</w:t>
            </w:r>
            <w:r w:rsidRPr="001F078B">
              <w:rPr>
                <w:rFonts w:eastAsia="MS Mincho" w:cs="Arial"/>
                <w:szCs w:val="18"/>
                <w:lang w:val="en-US" w:eastAsia="ja-JP"/>
              </w:rPr>
              <w:t>I</w:t>
            </w:r>
          </w:p>
          <w:p w14:paraId="53F6E360" w14:textId="77777777"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DC_2A-2A-14A-66A_n260</w:t>
            </w:r>
            <w:r w:rsidRPr="001F078B">
              <w:rPr>
                <w:rFonts w:eastAsia="MS Mincho" w:cs="Arial"/>
                <w:szCs w:val="18"/>
                <w:lang w:val="en-US" w:eastAsia="ja-JP"/>
              </w:rPr>
              <w:t>J</w:t>
            </w:r>
          </w:p>
          <w:p w14:paraId="417DCBEB" w14:textId="77777777"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DC_2A-2A-14A-66A_n260</w:t>
            </w:r>
            <w:r w:rsidRPr="001F078B">
              <w:rPr>
                <w:rFonts w:eastAsia="MS Mincho" w:cs="Arial"/>
                <w:szCs w:val="18"/>
                <w:lang w:val="en-US" w:eastAsia="ja-JP"/>
              </w:rPr>
              <w:t>K</w:t>
            </w:r>
          </w:p>
          <w:p w14:paraId="1204BB62" w14:textId="77777777"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DC_2A-2A-14A-66A_n260</w:t>
            </w:r>
            <w:r w:rsidRPr="001F078B">
              <w:rPr>
                <w:rFonts w:eastAsia="MS Mincho" w:cs="Arial"/>
                <w:szCs w:val="18"/>
                <w:lang w:val="en-US" w:eastAsia="ja-JP"/>
              </w:rPr>
              <w:t>L</w:t>
            </w:r>
          </w:p>
          <w:p w14:paraId="5A955D3E" w14:textId="77777777" w:rsidR="001E6B6B" w:rsidRPr="001F078B" w:rsidRDefault="001E6B6B" w:rsidP="006B3BD2">
            <w:pPr>
              <w:pStyle w:val="TAC"/>
              <w:rPr>
                <w:lang w:eastAsia="ja-JP"/>
              </w:rPr>
            </w:pPr>
            <w:r w:rsidRPr="001F078B">
              <w:rPr>
                <w:rFonts w:eastAsia="MS Mincho" w:cs="Arial"/>
                <w:szCs w:val="18"/>
                <w:lang w:eastAsia="ja-JP"/>
              </w:rPr>
              <w:t>DC_2A-2A-14A-66A_n260M</w:t>
            </w:r>
          </w:p>
        </w:tc>
        <w:tc>
          <w:tcPr>
            <w:tcW w:w="4815" w:type="dxa"/>
            <w:tcMar>
              <w:top w:w="28" w:type="dxa"/>
              <w:left w:w="28" w:type="dxa"/>
              <w:bottom w:w="28" w:type="dxa"/>
              <w:right w:w="28" w:type="dxa"/>
            </w:tcMar>
          </w:tcPr>
          <w:p w14:paraId="2F26E7AB"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A</w:t>
            </w:r>
          </w:p>
          <w:p w14:paraId="0292644A"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G</w:t>
            </w:r>
          </w:p>
          <w:p w14:paraId="451E2434"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H</w:t>
            </w:r>
          </w:p>
          <w:p w14:paraId="305FB703"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I</w:t>
            </w:r>
          </w:p>
          <w:p w14:paraId="62FCA995"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J</w:t>
            </w:r>
          </w:p>
          <w:p w14:paraId="12029B83"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K</w:t>
            </w:r>
          </w:p>
          <w:p w14:paraId="0914B707"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L</w:t>
            </w:r>
          </w:p>
          <w:p w14:paraId="7ABE3120" w14:textId="77777777" w:rsidR="001E6B6B" w:rsidRPr="001F078B" w:rsidRDefault="001E6B6B" w:rsidP="006B3BD2">
            <w:pPr>
              <w:pStyle w:val="TAC"/>
              <w:rPr>
                <w:rFonts w:cs="Arial"/>
                <w:szCs w:val="18"/>
                <w:lang w:val="en-US" w:eastAsia="fi-FI"/>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M</w:t>
            </w:r>
          </w:p>
          <w:p w14:paraId="6D6F918F"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A</w:t>
            </w:r>
          </w:p>
          <w:p w14:paraId="6C2FFB61"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G</w:t>
            </w:r>
          </w:p>
          <w:p w14:paraId="07CBAFC1"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H</w:t>
            </w:r>
          </w:p>
          <w:p w14:paraId="2C2227CD"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I</w:t>
            </w:r>
          </w:p>
          <w:p w14:paraId="355DAF27"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J</w:t>
            </w:r>
          </w:p>
          <w:p w14:paraId="6615302D"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K</w:t>
            </w:r>
          </w:p>
          <w:p w14:paraId="55E6135A"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L</w:t>
            </w:r>
          </w:p>
          <w:p w14:paraId="768137D6" w14:textId="77777777" w:rsidR="001E6B6B" w:rsidRPr="000E5B8D" w:rsidRDefault="001E6B6B" w:rsidP="006B3BD2">
            <w:pPr>
              <w:pStyle w:val="TAC"/>
              <w:rPr>
                <w:rFonts w:cs="Arial"/>
                <w:szCs w:val="18"/>
                <w:lang w:eastAsia="fi-FI"/>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M</w:t>
            </w:r>
          </w:p>
          <w:p w14:paraId="56480C45"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A</w:t>
            </w:r>
          </w:p>
          <w:p w14:paraId="250B92E7"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G</w:t>
            </w:r>
          </w:p>
          <w:p w14:paraId="480F679B"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H</w:t>
            </w:r>
          </w:p>
          <w:p w14:paraId="12068E49"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I</w:t>
            </w:r>
          </w:p>
          <w:p w14:paraId="208D4C5B"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J</w:t>
            </w:r>
          </w:p>
          <w:p w14:paraId="67B6FD9F"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K</w:t>
            </w:r>
          </w:p>
          <w:p w14:paraId="722CB04C"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L</w:t>
            </w:r>
          </w:p>
          <w:p w14:paraId="37745742" w14:textId="77777777" w:rsidR="001E6B6B" w:rsidRPr="001F078B" w:rsidRDefault="001E6B6B" w:rsidP="006B3BD2">
            <w:pPr>
              <w:pStyle w:val="TAC"/>
              <w:rPr>
                <w:lang w:val="en-US" w:eastAsia="fi-FI"/>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M</w:t>
            </w:r>
          </w:p>
        </w:tc>
      </w:tr>
      <w:tr w:rsidR="001E6B6B" w:rsidRPr="001F078B" w14:paraId="4003C3C6" w14:textId="77777777" w:rsidTr="006B3BD2">
        <w:trPr>
          <w:trHeight w:val="187"/>
          <w:jc w:val="center"/>
        </w:trPr>
        <w:tc>
          <w:tcPr>
            <w:tcW w:w="4814" w:type="dxa"/>
            <w:shd w:val="clear" w:color="auto" w:fill="auto"/>
            <w:noWrap/>
            <w:tcMar>
              <w:top w:w="28" w:type="dxa"/>
              <w:left w:w="28" w:type="dxa"/>
              <w:bottom w:w="28" w:type="dxa"/>
              <w:right w:w="28" w:type="dxa"/>
            </w:tcMar>
          </w:tcPr>
          <w:p w14:paraId="2AE4D207" w14:textId="77777777" w:rsidR="001E6B6B" w:rsidRPr="001F078B" w:rsidRDefault="001E6B6B" w:rsidP="006B3BD2">
            <w:pPr>
              <w:pStyle w:val="TAC"/>
              <w:rPr>
                <w:rFonts w:eastAsia="MS Mincho" w:cs="Arial"/>
                <w:b/>
                <w:szCs w:val="18"/>
                <w:lang w:val="en-US" w:eastAsia="ja-JP"/>
              </w:rPr>
            </w:pPr>
            <w:r w:rsidRPr="001F078B">
              <w:rPr>
                <w:rFonts w:eastAsia="MS Mincho" w:cs="Arial"/>
                <w:szCs w:val="18"/>
                <w:lang w:eastAsia="ja-JP"/>
              </w:rPr>
              <w:t>DC_2A-14A-66A-66A_n260</w:t>
            </w:r>
            <w:r w:rsidRPr="001F078B">
              <w:rPr>
                <w:rFonts w:eastAsia="MS Mincho" w:cs="Arial"/>
                <w:szCs w:val="18"/>
                <w:lang w:val="en-US" w:eastAsia="ja-JP"/>
              </w:rPr>
              <w:t>A</w:t>
            </w:r>
          </w:p>
          <w:p w14:paraId="275A31E2" w14:textId="737DD49C"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DC_2A-14A-66A-66A_n260</w:t>
            </w:r>
            <w:r w:rsidRPr="001F078B">
              <w:rPr>
                <w:rFonts w:eastAsia="MS Mincho" w:cs="Arial"/>
                <w:szCs w:val="18"/>
                <w:lang w:val="en-US" w:eastAsia="ja-JP"/>
              </w:rPr>
              <w:t>G</w:t>
            </w:r>
          </w:p>
          <w:p w14:paraId="4A386EB0" w14:textId="3D5257FD"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DC_2A-14A-66A-66A_n260</w:t>
            </w:r>
            <w:r w:rsidRPr="001F078B">
              <w:rPr>
                <w:rFonts w:eastAsia="MS Mincho" w:cs="Arial"/>
                <w:szCs w:val="18"/>
                <w:lang w:val="en-US" w:eastAsia="ja-JP"/>
              </w:rPr>
              <w:t>H</w:t>
            </w:r>
          </w:p>
          <w:p w14:paraId="71FB29A1" w14:textId="1B064D5E"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DC_2A-14A-66A-66A_n260</w:t>
            </w:r>
            <w:r w:rsidRPr="001F078B">
              <w:rPr>
                <w:rFonts w:eastAsia="MS Mincho" w:cs="Arial"/>
                <w:szCs w:val="18"/>
                <w:lang w:val="en-US" w:eastAsia="ja-JP"/>
              </w:rPr>
              <w:t>I</w:t>
            </w:r>
          </w:p>
          <w:p w14:paraId="4B790192" w14:textId="5BD2DB6D"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DC_2A-14A-66A-66A_n260</w:t>
            </w:r>
            <w:r w:rsidRPr="001F078B">
              <w:rPr>
                <w:rFonts w:eastAsia="MS Mincho" w:cs="Arial"/>
                <w:szCs w:val="18"/>
                <w:lang w:val="en-US" w:eastAsia="ja-JP"/>
              </w:rPr>
              <w:t>J</w:t>
            </w:r>
          </w:p>
          <w:p w14:paraId="7C3E1015" w14:textId="4338BAFD"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DC_2A-14A-66A-66A_n260</w:t>
            </w:r>
            <w:r w:rsidRPr="001F078B">
              <w:rPr>
                <w:rFonts w:eastAsia="MS Mincho" w:cs="Arial"/>
                <w:szCs w:val="18"/>
                <w:lang w:val="en-US" w:eastAsia="ja-JP"/>
              </w:rPr>
              <w:t>K</w:t>
            </w:r>
          </w:p>
          <w:p w14:paraId="73FBF1DB" w14:textId="726A664E"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DC_2A-14A-66A-66A_n260</w:t>
            </w:r>
            <w:r w:rsidRPr="001F078B">
              <w:rPr>
                <w:rFonts w:eastAsia="MS Mincho" w:cs="Arial"/>
                <w:szCs w:val="18"/>
                <w:lang w:val="en-US" w:eastAsia="ja-JP"/>
              </w:rPr>
              <w:t>L</w:t>
            </w:r>
          </w:p>
          <w:p w14:paraId="237A650F" w14:textId="77777777" w:rsidR="001E6B6B" w:rsidRPr="001F078B" w:rsidRDefault="001E6B6B" w:rsidP="006B3BD2">
            <w:pPr>
              <w:pStyle w:val="TAC"/>
              <w:rPr>
                <w:lang w:eastAsia="ja-JP"/>
              </w:rPr>
            </w:pPr>
            <w:r w:rsidRPr="001F078B">
              <w:rPr>
                <w:rFonts w:eastAsia="MS Mincho" w:cs="Arial"/>
                <w:szCs w:val="18"/>
                <w:lang w:eastAsia="ja-JP"/>
              </w:rPr>
              <w:t>DC_2A-14A-66A-66A_n260M</w:t>
            </w:r>
          </w:p>
        </w:tc>
        <w:tc>
          <w:tcPr>
            <w:tcW w:w="4815" w:type="dxa"/>
            <w:tcMar>
              <w:top w:w="28" w:type="dxa"/>
              <w:left w:w="28" w:type="dxa"/>
              <w:bottom w:w="28" w:type="dxa"/>
              <w:right w:w="28" w:type="dxa"/>
            </w:tcMar>
          </w:tcPr>
          <w:p w14:paraId="2983A5BA"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A</w:t>
            </w:r>
          </w:p>
          <w:p w14:paraId="3A7989AB"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G</w:t>
            </w:r>
          </w:p>
          <w:p w14:paraId="63A32854"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H</w:t>
            </w:r>
          </w:p>
          <w:p w14:paraId="054F1C19"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I</w:t>
            </w:r>
          </w:p>
          <w:p w14:paraId="46F5AF0B"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J</w:t>
            </w:r>
          </w:p>
          <w:p w14:paraId="5A49092B"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K</w:t>
            </w:r>
          </w:p>
          <w:p w14:paraId="3EF19E19"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L</w:t>
            </w:r>
          </w:p>
          <w:p w14:paraId="564AF900" w14:textId="77777777" w:rsidR="001E6B6B" w:rsidRPr="001F078B" w:rsidRDefault="001E6B6B" w:rsidP="006B3BD2">
            <w:pPr>
              <w:pStyle w:val="TAC"/>
              <w:rPr>
                <w:rFonts w:cs="Arial"/>
                <w:szCs w:val="18"/>
                <w:lang w:val="en-US" w:eastAsia="fi-FI"/>
              </w:rPr>
            </w:pPr>
            <w:r w:rsidRPr="001F078B">
              <w:rPr>
                <w:rFonts w:eastAsia="MS Mincho" w:cs="Arial"/>
                <w:szCs w:val="18"/>
                <w:lang w:val="en-US" w:eastAsia="ja-JP"/>
              </w:rPr>
              <w:t>DC_2</w:t>
            </w:r>
            <w:r w:rsidRPr="001F078B">
              <w:rPr>
                <w:rFonts w:eastAsia="MS Mincho" w:cs="Arial"/>
                <w:szCs w:val="18"/>
                <w:lang w:eastAsia="ja-JP"/>
              </w:rPr>
              <w:t>A_n260</w:t>
            </w:r>
            <w:r w:rsidRPr="001F078B">
              <w:rPr>
                <w:rFonts w:eastAsia="MS Mincho" w:cs="Arial"/>
                <w:szCs w:val="18"/>
                <w:lang w:val="en-US" w:eastAsia="ja-JP"/>
              </w:rPr>
              <w:t>M</w:t>
            </w:r>
          </w:p>
          <w:p w14:paraId="153F5FA0"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A</w:t>
            </w:r>
          </w:p>
          <w:p w14:paraId="3B4442CF"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G</w:t>
            </w:r>
          </w:p>
          <w:p w14:paraId="44C3D631"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H</w:t>
            </w:r>
          </w:p>
          <w:p w14:paraId="27FCEB39"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I</w:t>
            </w:r>
          </w:p>
          <w:p w14:paraId="2CD89FE2"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J</w:t>
            </w:r>
          </w:p>
          <w:p w14:paraId="0D7A6118"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K</w:t>
            </w:r>
          </w:p>
          <w:p w14:paraId="2AEB8DD7"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L</w:t>
            </w:r>
          </w:p>
          <w:p w14:paraId="29AD4CD2" w14:textId="77777777" w:rsidR="001E6B6B" w:rsidRPr="000E5B8D" w:rsidRDefault="001E6B6B" w:rsidP="006B3BD2">
            <w:pPr>
              <w:pStyle w:val="TAC"/>
              <w:rPr>
                <w:rFonts w:cs="Arial"/>
                <w:szCs w:val="18"/>
                <w:lang w:eastAsia="fi-FI"/>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M</w:t>
            </w:r>
          </w:p>
          <w:p w14:paraId="7868D45A"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A</w:t>
            </w:r>
          </w:p>
          <w:p w14:paraId="68A76625"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G</w:t>
            </w:r>
          </w:p>
          <w:p w14:paraId="7906978B"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H</w:t>
            </w:r>
          </w:p>
          <w:p w14:paraId="0CF0A43D"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I</w:t>
            </w:r>
          </w:p>
          <w:p w14:paraId="06D96BA4"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J</w:t>
            </w:r>
          </w:p>
          <w:p w14:paraId="5E031DE3"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K</w:t>
            </w:r>
          </w:p>
          <w:p w14:paraId="389E66DB"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L</w:t>
            </w:r>
          </w:p>
          <w:p w14:paraId="2FDCADC9" w14:textId="77777777" w:rsidR="001E6B6B" w:rsidRPr="001F078B" w:rsidRDefault="001E6B6B" w:rsidP="006B3BD2">
            <w:pPr>
              <w:pStyle w:val="TAC"/>
              <w:rPr>
                <w:lang w:val="en-US" w:eastAsia="fi-FI"/>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M</w:t>
            </w:r>
          </w:p>
        </w:tc>
      </w:tr>
      <w:tr w:rsidR="001E6B6B" w:rsidRPr="001F078B" w14:paraId="47683A80" w14:textId="77777777" w:rsidTr="006B3BD2">
        <w:trPr>
          <w:trHeight w:val="187"/>
          <w:jc w:val="center"/>
        </w:trPr>
        <w:tc>
          <w:tcPr>
            <w:tcW w:w="4814" w:type="dxa"/>
            <w:shd w:val="clear" w:color="auto" w:fill="auto"/>
            <w:noWrap/>
            <w:tcMar>
              <w:top w:w="28" w:type="dxa"/>
              <w:left w:w="28" w:type="dxa"/>
              <w:bottom w:w="28" w:type="dxa"/>
              <w:right w:w="28" w:type="dxa"/>
            </w:tcMar>
          </w:tcPr>
          <w:p w14:paraId="6B7A4EE8" w14:textId="77777777" w:rsidR="001E6B6B" w:rsidRPr="001F078B" w:rsidRDefault="001E6B6B" w:rsidP="006B3BD2">
            <w:pPr>
              <w:pStyle w:val="TAC"/>
              <w:rPr>
                <w:lang w:eastAsia="ja-JP"/>
              </w:rPr>
            </w:pPr>
            <w:r w:rsidRPr="001F078B">
              <w:rPr>
                <w:lang w:eastAsia="ja-JP"/>
              </w:rPr>
              <w:t>DC_2A-29A-30A_n260A</w:t>
            </w:r>
          </w:p>
          <w:p w14:paraId="4E31FB2A" w14:textId="77777777" w:rsidR="001E6B6B" w:rsidRPr="001F078B" w:rsidRDefault="001E6B6B" w:rsidP="006B3BD2">
            <w:pPr>
              <w:pStyle w:val="TAC"/>
              <w:rPr>
                <w:lang w:val="en-US" w:eastAsia="ja-JP"/>
              </w:rPr>
            </w:pPr>
            <w:r w:rsidRPr="001F078B">
              <w:rPr>
                <w:lang w:eastAsia="ja-JP"/>
              </w:rPr>
              <w:t>DC_2A-29A-30A_n260</w:t>
            </w:r>
            <w:r w:rsidRPr="001F078B">
              <w:rPr>
                <w:lang w:val="en-US" w:eastAsia="ja-JP"/>
              </w:rPr>
              <w:t>G</w:t>
            </w:r>
          </w:p>
          <w:p w14:paraId="6E7D4ED9" w14:textId="77777777" w:rsidR="001E6B6B" w:rsidRPr="001F078B" w:rsidRDefault="001E6B6B" w:rsidP="006B3BD2">
            <w:pPr>
              <w:pStyle w:val="TAC"/>
              <w:rPr>
                <w:lang w:eastAsia="ja-JP"/>
              </w:rPr>
            </w:pPr>
            <w:r w:rsidRPr="001F078B">
              <w:rPr>
                <w:lang w:eastAsia="ja-JP"/>
              </w:rPr>
              <w:t>DC_2A-29A-30A_n260H</w:t>
            </w:r>
          </w:p>
          <w:p w14:paraId="5846DDCE" w14:textId="77777777" w:rsidR="001E6B6B" w:rsidRPr="001F078B" w:rsidRDefault="001E6B6B" w:rsidP="006B3BD2">
            <w:pPr>
              <w:pStyle w:val="TAC"/>
              <w:rPr>
                <w:lang w:eastAsia="ja-JP"/>
              </w:rPr>
            </w:pPr>
            <w:r w:rsidRPr="001F078B">
              <w:rPr>
                <w:lang w:eastAsia="ja-JP"/>
              </w:rPr>
              <w:t>DC_2A-29A-30A_n260I</w:t>
            </w:r>
          </w:p>
          <w:p w14:paraId="31B81528" w14:textId="77777777" w:rsidR="001E6B6B" w:rsidRPr="001F078B" w:rsidRDefault="001E6B6B" w:rsidP="006B3BD2">
            <w:pPr>
              <w:pStyle w:val="TAC"/>
              <w:rPr>
                <w:lang w:val="en-US" w:eastAsia="ja-JP"/>
              </w:rPr>
            </w:pPr>
            <w:r w:rsidRPr="001F078B">
              <w:rPr>
                <w:lang w:eastAsia="ja-JP"/>
              </w:rPr>
              <w:t>DC_2A-29A-30A_n260</w:t>
            </w:r>
            <w:r w:rsidRPr="001F078B">
              <w:rPr>
                <w:lang w:val="en-US" w:eastAsia="ja-JP"/>
              </w:rPr>
              <w:t>J</w:t>
            </w:r>
          </w:p>
          <w:p w14:paraId="7E1079E4" w14:textId="77777777" w:rsidR="001E6B6B" w:rsidRPr="001F078B" w:rsidRDefault="001E6B6B" w:rsidP="006B3BD2">
            <w:pPr>
              <w:pStyle w:val="TAC"/>
              <w:rPr>
                <w:lang w:val="en-US" w:eastAsia="ja-JP"/>
              </w:rPr>
            </w:pPr>
            <w:r w:rsidRPr="001F078B">
              <w:rPr>
                <w:lang w:eastAsia="ja-JP"/>
              </w:rPr>
              <w:t>DC_2A-29A-30A_n260</w:t>
            </w:r>
            <w:r w:rsidRPr="001F078B">
              <w:rPr>
                <w:lang w:val="en-US" w:eastAsia="ja-JP"/>
              </w:rPr>
              <w:t>K</w:t>
            </w:r>
          </w:p>
          <w:p w14:paraId="59212247" w14:textId="77777777" w:rsidR="001E6B6B" w:rsidRPr="001F078B" w:rsidRDefault="001E6B6B" w:rsidP="006B3BD2">
            <w:pPr>
              <w:pStyle w:val="TAC"/>
              <w:rPr>
                <w:lang w:eastAsia="ja-JP"/>
              </w:rPr>
            </w:pPr>
            <w:r w:rsidRPr="001F078B">
              <w:rPr>
                <w:lang w:eastAsia="ja-JP"/>
              </w:rPr>
              <w:t>DC_2A-29A-30A_n260L</w:t>
            </w:r>
          </w:p>
          <w:p w14:paraId="672CE0C5" w14:textId="77777777" w:rsidR="001E6B6B" w:rsidRPr="001F078B" w:rsidRDefault="001E6B6B" w:rsidP="006B3BD2">
            <w:pPr>
              <w:pStyle w:val="TAC"/>
              <w:rPr>
                <w:rFonts w:cs="Arial"/>
                <w:lang w:eastAsia="ja-JP"/>
              </w:rPr>
            </w:pPr>
            <w:r w:rsidRPr="001F078B">
              <w:rPr>
                <w:lang w:eastAsia="ja-JP"/>
              </w:rPr>
              <w:t>DC_2A-29A-30A_n260M</w:t>
            </w:r>
          </w:p>
        </w:tc>
        <w:tc>
          <w:tcPr>
            <w:tcW w:w="4815" w:type="dxa"/>
            <w:tcMar>
              <w:top w:w="28" w:type="dxa"/>
              <w:left w:w="28" w:type="dxa"/>
              <w:bottom w:w="28" w:type="dxa"/>
              <w:right w:w="28" w:type="dxa"/>
            </w:tcMar>
          </w:tcPr>
          <w:p w14:paraId="3FB7E3BF" w14:textId="77777777" w:rsidR="001E6B6B" w:rsidRPr="001F078B" w:rsidRDefault="001E6B6B" w:rsidP="006B3BD2">
            <w:pPr>
              <w:pStyle w:val="TAC"/>
              <w:rPr>
                <w:lang w:val="en-US" w:eastAsia="fi-FI"/>
              </w:rPr>
            </w:pPr>
            <w:r w:rsidRPr="001F078B">
              <w:rPr>
                <w:lang w:val="en-US" w:eastAsia="fi-FI"/>
              </w:rPr>
              <w:t>DC_2A_n260A</w:t>
            </w:r>
          </w:p>
          <w:p w14:paraId="0CA8EBBC" w14:textId="77777777" w:rsidR="001E6B6B" w:rsidRPr="001F078B" w:rsidRDefault="001E6B6B" w:rsidP="006B3BD2">
            <w:pPr>
              <w:pStyle w:val="TAC"/>
              <w:rPr>
                <w:rFonts w:cs="Arial"/>
                <w:lang w:eastAsia="ja-JP"/>
              </w:rPr>
            </w:pPr>
            <w:r w:rsidRPr="001F078B">
              <w:rPr>
                <w:lang w:val="en-US" w:eastAsia="fi-FI"/>
              </w:rPr>
              <w:t>DC_</w:t>
            </w:r>
            <w:r w:rsidRPr="001F078B">
              <w:rPr>
                <w:lang w:val="en-US" w:eastAsia="ja-JP"/>
              </w:rPr>
              <w:t>30</w:t>
            </w:r>
            <w:r w:rsidRPr="001F078B">
              <w:rPr>
                <w:lang w:val="en-US" w:eastAsia="fi-FI"/>
              </w:rPr>
              <w:t>A_n260A</w:t>
            </w:r>
          </w:p>
        </w:tc>
      </w:tr>
      <w:tr w:rsidR="001E6B6B" w:rsidRPr="001F078B" w14:paraId="2FA14451" w14:textId="77777777" w:rsidTr="006B3BD2">
        <w:trPr>
          <w:trHeight w:val="187"/>
          <w:jc w:val="center"/>
        </w:trPr>
        <w:tc>
          <w:tcPr>
            <w:tcW w:w="4814" w:type="dxa"/>
            <w:shd w:val="clear" w:color="auto" w:fill="auto"/>
            <w:noWrap/>
            <w:tcMar>
              <w:top w:w="28" w:type="dxa"/>
              <w:left w:w="28" w:type="dxa"/>
              <w:bottom w:w="28" w:type="dxa"/>
              <w:right w:w="28" w:type="dxa"/>
            </w:tcMar>
          </w:tcPr>
          <w:p w14:paraId="04992AFA" w14:textId="77777777" w:rsidR="001E6B6B" w:rsidRPr="001F078B" w:rsidRDefault="001E6B6B" w:rsidP="006B3BD2">
            <w:pPr>
              <w:pStyle w:val="TAC"/>
              <w:rPr>
                <w:rFonts w:cs="Arial"/>
                <w:lang w:eastAsia="ja-JP"/>
              </w:rPr>
            </w:pPr>
            <w:r w:rsidRPr="001F078B">
              <w:rPr>
                <w:lang w:eastAsia="ja-JP"/>
              </w:rPr>
              <w:t>DC_2A-2A-29A-30A_n260A</w:t>
            </w:r>
          </w:p>
        </w:tc>
        <w:tc>
          <w:tcPr>
            <w:tcW w:w="4815" w:type="dxa"/>
            <w:tcMar>
              <w:top w:w="28" w:type="dxa"/>
              <w:left w:w="28" w:type="dxa"/>
              <w:bottom w:w="28" w:type="dxa"/>
              <w:right w:w="28" w:type="dxa"/>
            </w:tcMar>
          </w:tcPr>
          <w:p w14:paraId="03127092" w14:textId="77777777" w:rsidR="001E6B6B" w:rsidRPr="001F078B" w:rsidRDefault="001E6B6B" w:rsidP="006B3BD2">
            <w:pPr>
              <w:pStyle w:val="TAC"/>
              <w:rPr>
                <w:lang w:val="en-US" w:eastAsia="fi-FI"/>
              </w:rPr>
            </w:pPr>
            <w:r w:rsidRPr="001F078B">
              <w:rPr>
                <w:lang w:val="en-US" w:eastAsia="fi-FI"/>
              </w:rPr>
              <w:t>DC_2A_n260A</w:t>
            </w:r>
          </w:p>
          <w:p w14:paraId="757549E8" w14:textId="77777777" w:rsidR="001E6B6B" w:rsidRPr="001F078B" w:rsidRDefault="001E6B6B" w:rsidP="006B3BD2">
            <w:pPr>
              <w:pStyle w:val="TAC"/>
              <w:rPr>
                <w:rFonts w:cs="Arial"/>
                <w:lang w:eastAsia="ja-JP"/>
              </w:rPr>
            </w:pPr>
            <w:r w:rsidRPr="001F078B">
              <w:rPr>
                <w:lang w:val="en-US" w:eastAsia="fi-FI"/>
              </w:rPr>
              <w:t>DC_</w:t>
            </w:r>
            <w:r w:rsidRPr="001F078B">
              <w:rPr>
                <w:lang w:val="en-US" w:eastAsia="ja-JP"/>
              </w:rPr>
              <w:t>30</w:t>
            </w:r>
            <w:r w:rsidRPr="001F078B">
              <w:rPr>
                <w:lang w:val="en-US" w:eastAsia="fi-FI"/>
              </w:rPr>
              <w:t>A_n260A</w:t>
            </w:r>
          </w:p>
        </w:tc>
      </w:tr>
      <w:tr w:rsidR="001E6B6B" w:rsidRPr="001F078B" w14:paraId="3FA1968C" w14:textId="77777777" w:rsidTr="006B3BD2">
        <w:trPr>
          <w:trHeight w:val="187"/>
          <w:jc w:val="center"/>
        </w:trPr>
        <w:tc>
          <w:tcPr>
            <w:tcW w:w="4814" w:type="dxa"/>
            <w:shd w:val="clear" w:color="auto" w:fill="auto"/>
            <w:noWrap/>
            <w:tcMar>
              <w:top w:w="28" w:type="dxa"/>
              <w:left w:w="28" w:type="dxa"/>
              <w:bottom w:w="28" w:type="dxa"/>
              <w:right w:w="28" w:type="dxa"/>
            </w:tcMar>
          </w:tcPr>
          <w:p w14:paraId="58C6ABB8" w14:textId="77777777" w:rsidR="001E6B6B" w:rsidRPr="001F078B" w:rsidRDefault="001E6B6B" w:rsidP="006B3BD2">
            <w:pPr>
              <w:pStyle w:val="TAC"/>
              <w:rPr>
                <w:lang w:eastAsia="ja-JP"/>
              </w:rPr>
            </w:pPr>
            <w:r w:rsidRPr="001F078B">
              <w:rPr>
                <w:lang w:eastAsia="ja-JP"/>
              </w:rPr>
              <w:t>DC_2A-30A-66A_n260A</w:t>
            </w:r>
          </w:p>
          <w:p w14:paraId="58B698F2" w14:textId="77777777" w:rsidR="001E6B6B" w:rsidRPr="001F078B" w:rsidRDefault="001E6B6B" w:rsidP="006B3BD2">
            <w:pPr>
              <w:pStyle w:val="TAC"/>
              <w:rPr>
                <w:lang w:val="en-US" w:eastAsia="ja-JP"/>
              </w:rPr>
            </w:pPr>
            <w:r w:rsidRPr="001F078B">
              <w:rPr>
                <w:lang w:eastAsia="ja-JP"/>
              </w:rPr>
              <w:t>DC_2A-30A-66A_n260</w:t>
            </w:r>
            <w:r w:rsidRPr="001F078B">
              <w:rPr>
                <w:lang w:val="en-US" w:eastAsia="ja-JP"/>
              </w:rPr>
              <w:t>G</w:t>
            </w:r>
          </w:p>
          <w:p w14:paraId="7016535A" w14:textId="77777777" w:rsidR="001E6B6B" w:rsidRPr="001F078B" w:rsidRDefault="001E6B6B" w:rsidP="006B3BD2">
            <w:pPr>
              <w:pStyle w:val="TAC"/>
              <w:rPr>
                <w:lang w:val="en-US" w:eastAsia="ja-JP"/>
              </w:rPr>
            </w:pPr>
            <w:r w:rsidRPr="001F078B">
              <w:rPr>
                <w:lang w:eastAsia="ja-JP"/>
              </w:rPr>
              <w:t>DC_2A-30A-66A_n260</w:t>
            </w:r>
            <w:r w:rsidRPr="001F078B">
              <w:rPr>
                <w:lang w:val="en-US" w:eastAsia="ja-JP"/>
              </w:rPr>
              <w:t>H</w:t>
            </w:r>
          </w:p>
          <w:p w14:paraId="2388A2ED" w14:textId="77777777" w:rsidR="001E6B6B" w:rsidRPr="001F078B" w:rsidRDefault="001E6B6B" w:rsidP="006B3BD2">
            <w:pPr>
              <w:pStyle w:val="TAC"/>
              <w:rPr>
                <w:lang w:val="en-US" w:eastAsia="ja-JP"/>
              </w:rPr>
            </w:pPr>
            <w:r w:rsidRPr="001F078B">
              <w:rPr>
                <w:lang w:eastAsia="ja-JP"/>
              </w:rPr>
              <w:t>DC_2A-30A-66A_n260</w:t>
            </w:r>
            <w:r w:rsidRPr="001F078B">
              <w:rPr>
                <w:lang w:val="en-US" w:eastAsia="ja-JP"/>
              </w:rPr>
              <w:t>I</w:t>
            </w:r>
          </w:p>
          <w:p w14:paraId="4BDF220F" w14:textId="77777777" w:rsidR="001E6B6B" w:rsidRPr="001F078B" w:rsidRDefault="001E6B6B" w:rsidP="006B3BD2">
            <w:pPr>
              <w:pStyle w:val="TAC"/>
              <w:rPr>
                <w:lang w:val="en-US" w:eastAsia="ja-JP"/>
              </w:rPr>
            </w:pPr>
            <w:r w:rsidRPr="001F078B">
              <w:rPr>
                <w:lang w:eastAsia="ja-JP"/>
              </w:rPr>
              <w:t>DC_2A-30A-66A_n260</w:t>
            </w:r>
            <w:r w:rsidRPr="001F078B">
              <w:rPr>
                <w:lang w:val="en-US" w:eastAsia="ja-JP"/>
              </w:rPr>
              <w:t>J</w:t>
            </w:r>
          </w:p>
          <w:p w14:paraId="4A2A699F" w14:textId="77777777" w:rsidR="001E6B6B" w:rsidRPr="001F078B" w:rsidRDefault="001E6B6B" w:rsidP="006B3BD2">
            <w:pPr>
              <w:pStyle w:val="TAC"/>
              <w:rPr>
                <w:lang w:eastAsia="ja-JP"/>
              </w:rPr>
            </w:pPr>
            <w:r w:rsidRPr="001F078B">
              <w:rPr>
                <w:lang w:eastAsia="ja-JP"/>
              </w:rPr>
              <w:t>DC_2A-30A-66A_n260K</w:t>
            </w:r>
          </w:p>
          <w:p w14:paraId="5822E03D" w14:textId="77777777" w:rsidR="001E6B6B" w:rsidRPr="001F078B" w:rsidRDefault="001E6B6B" w:rsidP="006B3BD2">
            <w:pPr>
              <w:pStyle w:val="TAC"/>
              <w:rPr>
                <w:lang w:eastAsia="ja-JP"/>
              </w:rPr>
            </w:pPr>
            <w:r w:rsidRPr="001F078B">
              <w:rPr>
                <w:lang w:eastAsia="ja-JP"/>
              </w:rPr>
              <w:t>DC_2A-30A-66A_n260L</w:t>
            </w:r>
          </w:p>
          <w:p w14:paraId="4D015814" w14:textId="77777777" w:rsidR="001E6B6B" w:rsidRPr="001F078B" w:rsidRDefault="001E6B6B" w:rsidP="006B3BD2">
            <w:pPr>
              <w:pStyle w:val="TAC"/>
              <w:rPr>
                <w:rFonts w:cs="Arial"/>
                <w:lang w:eastAsia="ja-JP"/>
              </w:rPr>
            </w:pPr>
            <w:r w:rsidRPr="001F078B">
              <w:rPr>
                <w:lang w:eastAsia="ja-JP"/>
              </w:rPr>
              <w:t>DC_2A-30A-66A_n260</w:t>
            </w:r>
            <w:r w:rsidRPr="001F078B">
              <w:rPr>
                <w:lang w:val="en-US" w:eastAsia="ja-JP"/>
              </w:rPr>
              <w:t>M</w:t>
            </w:r>
          </w:p>
        </w:tc>
        <w:tc>
          <w:tcPr>
            <w:tcW w:w="4815" w:type="dxa"/>
            <w:tcMar>
              <w:top w:w="28" w:type="dxa"/>
              <w:left w:w="28" w:type="dxa"/>
              <w:bottom w:w="28" w:type="dxa"/>
              <w:right w:w="28" w:type="dxa"/>
            </w:tcMar>
          </w:tcPr>
          <w:p w14:paraId="479CE1E3" w14:textId="77777777" w:rsidR="001E6B6B" w:rsidRPr="001F078B" w:rsidRDefault="001E6B6B" w:rsidP="006B3BD2">
            <w:pPr>
              <w:pStyle w:val="TAC"/>
              <w:rPr>
                <w:lang w:val="en-US" w:eastAsia="fi-FI"/>
              </w:rPr>
            </w:pPr>
            <w:r w:rsidRPr="001F078B">
              <w:rPr>
                <w:lang w:val="en-US" w:eastAsia="fi-FI"/>
              </w:rPr>
              <w:t>DC_2A_n260A</w:t>
            </w:r>
          </w:p>
          <w:p w14:paraId="6892AD82"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30</w:t>
            </w:r>
            <w:r w:rsidRPr="001F078B">
              <w:rPr>
                <w:lang w:val="en-US" w:eastAsia="fi-FI"/>
              </w:rPr>
              <w:t>A_n260A</w:t>
            </w:r>
          </w:p>
          <w:p w14:paraId="5E175195" w14:textId="77777777" w:rsidR="001E6B6B" w:rsidRPr="001F078B" w:rsidRDefault="001E6B6B" w:rsidP="006B3BD2">
            <w:pPr>
              <w:pStyle w:val="TAC"/>
              <w:rPr>
                <w:rFonts w:cs="Arial"/>
                <w:lang w:eastAsia="ja-JP"/>
              </w:rPr>
            </w:pPr>
            <w:r w:rsidRPr="001F078B">
              <w:rPr>
                <w:lang w:val="en-US" w:eastAsia="fi-FI"/>
              </w:rPr>
              <w:t>DC_</w:t>
            </w:r>
            <w:r w:rsidRPr="001F078B">
              <w:rPr>
                <w:lang w:val="en-US" w:eastAsia="ja-JP"/>
              </w:rPr>
              <w:t>66</w:t>
            </w:r>
            <w:r w:rsidRPr="001F078B">
              <w:rPr>
                <w:lang w:val="en-US" w:eastAsia="fi-FI"/>
              </w:rPr>
              <w:t>A_n260A</w:t>
            </w:r>
          </w:p>
        </w:tc>
      </w:tr>
      <w:tr w:rsidR="001E6B6B" w:rsidRPr="001F078B" w14:paraId="10C5211F" w14:textId="77777777" w:rsidTr="006B3BD2">
        <w:trPr>
          <w:trHeight w:val="187"/>
          <w:jc w:val="center"/>
        </w:trPr>
        <w:tc>
          <w:tcPr>
            <w:tcW w:w="4814" w:type="dxa"/>
            <w:shd w:val="clear" w:color="auto" w:fill="auto"/>
            <w:noWrap/>
            <w:tcMar>
              <w:top w:w="28" w:type="dxa"/>
              <w:left w:w="28" w:type="dxa"/>
              <w:bottom w:w="28" w:type="dxa"/>
              <w:right w:w="28" w:type="dxa"/>
            </w:tcMar>
          </w:tcPr>
          <w:p w14:paraId="35195566" w14:textId="77777777" w:rsidR="001E6B6B" w:rsidRPr="001F078B" w:rsidRDefault="001E6B6B" w:rsidP="006B3BD2">
            <w:pPr>
              <w:pStyle w:val="TAC"/>
              <w:rPr>
                <w:rFonts w:cs="Arial"/>
                <w:lang w:eastAsia="ja-JP"/>
              </w:rPr>
            </w:pPr>
            <w:r w:rsidRPr="001F078B">
              <w:rPr>
                <w:lang w:eastAsia="ja-JP"/>
              </w:rPr>
              <w:lastRenderedPageBreak/>
              <w:t>DC_2A-30A-66A-66A_n260A</w:t>
            </w:r>
          </w:p>
        </w:tc>
        <w:tc>
          <w:tcPr>
            <w:tcW w:w="4815" w:type="dxa"/>
            <w:tcMar>
              <w:top w:w="28" w:type="dxa"/>
              <w:left w:w="28" w:type="dxa"/>
              <w:bottom w:w="28" w:type="dxa"/>
              <w:right w:w="28" w:type="dxa"/>
            </w:tcMar>
          </w:tcPr>
          <w:p w14:paraId="27EDEA0C" w14:textId="77777777" w:rsidR="001E6B6B" w:rsidRPr="001F078B" w:rsidRDefault="001E6B6B" w:rsidP="006B3BD2">
            <w:pPr>
              <w:pStyle w:val="TAC"/>
              <w:rPr>
                <w:lang w:val="en-US" w:eastAsia="fi-FI"/>
              </w:rPr>
            </w:pPr>
            <w:r w:rsidRPr="001F078B">
              <w:rPr>
                <w:lang w:val="en-US" w:eastAsia="fi-FI"/>
              </w:rPr>
              <w:t>DC_2A_n260A</w:t>
            </w:r>
          </w:p>
          <w:p w14:paraId="6D38867A"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30</w:t>
            </w:r>
            <w:r w:rsidRPr="001F078B">
              <w:rPr>
                <w:lang w:val="en-US" w:eastAsia="fi-FI"/>
              </w:rPr>
              <w:t>A_n260A</w:t>
            </w:r>
          </w:p>
          <w:p w14:paraId="2C8BF866" w14:textId="77777777" w:rsidR="001E6B6B" w:rsidRPr="001F078B" w:rsidRDefault="001E6B6B" w:rsidP="006B3BD2">
            <w:pPr>
              <w:pStyle w:val="TAC"/>
              <w:rPr>
                <w:rFonts w:cs="Arial"/>
                <w:lang w:eastAsia="ja-JP"/>
              </w:rPr>
            </w:pPr>
            <w:r w:rsidRPr="001F078B">
              <w:rPr>
                <w:lang w:val="en-US" w:eastAsia="fi-FI"/>
              </w:rPr>
              <w:t>DC_</w:t>
            </w:r>
            <w:r w:rsidRPr="001F078B">
              <w:rPr>
                <w:lang w:val="en-US" w:eastAsia="ja-JP"/>
              </w:rPr>
              <w:t>66</w:t>
            </w:r>
            <w:r w:rsidRPr="001F078B">
              <w:rPr>
                <w:lang w:val="en-US" w:eastAsia="fi-FI"/>
              </w:rPr>
              <w:t>A_n260A</w:t>
            </w:r>
          </w:p>
        </w:tc>
      </w:tr>
      <w:tr w:rsidR="001E6B6B" w:rsidRPr="001F078B" w14:paraId="4352F3AE" w14:textId="77777777" w:rsidTr="006B3BD2">
        <w:trPr>
          <w:trHeight w:val="187"/>
          <w:jc w:val="center"/>
        </w:trPr>
        <w:tc>
          <w:tcPr>
            <w:tcW w:w="4814" w:type="dxa"/>
            <w:shd w:val="clear" w:color="auto" w:fill="auto"/>
            <w:noWrap/>
            <w:tcMar>
              <w:top w:w="28" w:type="dxa"/>
              <w:left w:w="28" w:type="dxa"/>
              <w:bottom w:w="28" w:type="dxa"/>
              <w:right w:w="28" w:type="dxa"/>
            </w:tcMar>
          </w:tcPr>
          <w:p w14:paraId="75946159" w14:textId="77777777" w:rsidR="001E6B6B" w:rsidRDefault="001E6B6B" w:rsidP="006B3BD2">
            <w:pPr>
              <w:pStyle w:val="TAC"/>
              <w:rPr>
                <w:rFonts w:cs="Arial"/>
                <w:lang w:eastAsia="zh-CN"/>
              </w:rPr>
            </w:pPr>
            <w:r>
              <w:rPr>
                <w:rFonts w:cs="Arial"/>
                <w:lang w:eastAsia="zh-CN"/>
              </w:rPr>
              <w:t>DC_2A-46A-66A_n261A</w:t>
            </w:r>
          </w:p>
          <w:p w14:paraId="58679149" w14:textId="77777777" w:rsidR="001E6B6B" w:rsidRDefault="001E6B6B" w:rsidP="006B3BD2">
            <w:pPr>
              <w:pStyle w:val="TAC"/>
              <w:rPr>
                <w:rFonts w:cs="Arial"/>
                <w:lang w:eastAsia="zh-CN"/>
              </w:rPr>
            </w:pPr>
            <w:r>
              <w:rPr>
                <w:rFonts w:cs="Arial"/>
                <w:lang w:eastAsia="zh-CN"/>
              </w:rPr>
              <w:t>DC_2A-46C-66A_n261A</w:t>
            </w:r>
          </w:p>
          <w:p w14:paraId="183D8466" w14:textId="77777777" w:rsidR="001E6B6B" w:rsidRPr="001F078B" w:rsidRDefault="001E6B6B" w:rsidP="006B3BD2">
            <w:pPr>
              <w:pStyle w:val="TAC"/>
              <w:rPr>
                <w:lang w:eastAsia="ja-JP"/>
              </w:rPr>
            </w:pPr>
            <w:r>
              <w:rPr>
                <w:rFonts w:cs="Arial"/>
                <w:lang w:eastAsia="zh-CN"/>
              </w:rPr>
              <w:t>DC_2A-46D-66A_n261A</w:t>
            </w:r>
          </w:p>
        </w:tc>
        <w:tc>
          <w:tcPr>
            <w:tcW w:w="4815" w:type="dxa"/>
            <w:tcMar>
              <w:top w:w="28" w:type="dxa"/>
              <w:left w:w="28" w:type="dxa"/>
              <w:bottom w:w="28" w:type="dxa"/>
              <w:right w:w="28" w:type="dxa"/>
            </w:tcMar>
          </w:tcPr>
          <w:p w14:paraId="0B0CFF98" w14:textId="77777777" w:rsidR="001E6B6B" w:rsidRDefault="001E6B6B" w:rsidP="006B3BD2">
            <w:pPr>
              <w:pStyle w:val="TAC"/>
              <w:rPr>
                <w:rFonts w:cs="Arial"/>
                <w:lang w:eastAsia="zh-CN"/>
              </w:rPr>
            </w:pPr>
            <w:r>
              <w:rPr>
                <w:rFonts w:cs="Arial"/>
                <w:lang w:eastAsia="zh-CN"/>
              </w:rPr>
              <w:t>DC_2A_n261A</w:t>
            </w:r>
          </w:p>
          <w:p w14:paraId="0CB62916" w14:textId="77777777" w:rsidR="001E6B6B" w:rsidRPr="001F078B" w:rsidRDefault="001E6B6B" w:rsidP="006B3BD2">
            <w:pPr>
              <w:pStyle w:val="TAC"/>
              <w:rPr>
                <w:lang w:val="en-US" w:eastAsia="fi-FI"/>
              </w:rPr>
            </w:pPr>
            <w:r>
              <w:rPr>
                <w:rFonts w:cs="Arial"/>
                <w:lang w:eastAsia="zh-CN"/>
              </w:rPr>
              <w:t>DC_66A_n261A</w:t>
            </w:r>
          </w:p>
        </w:tc>
      </w:tr>
      <w:tr w:rsidR="001E6B6B" w:rsidRPr="001F078B" w14:paraId="045EF710" w14:textId="77777777" w:rsidTr="006B3BD2">
        <w:trPr>
          <w:trHeight w:val="187"/>
          <w:jc w:val="center"/>
        </w:trPr>
        <w:tc>
          <w:tcPr>
            <w:tcW w:w="4814" w:type="dxa"/>
            <w:shd w:val="clear" w:color="auto" w:fill="auto"/>
            <w:noWrap/>
            <w:tcMar>
              <w:top w:w="28" w:type="dxa"/>
              <w:left w:w="28" w:type="dxa"/>
              <w:bottom w:w="28" w:type="dxa"/>
              <w:right w:w="28" w:type="dxa"/>
            </w:tcMar>
          </w:tcPr>
          <w:p w14:paraId="605B2703" w14:textId="77777777" w:rsidR="001E6B6B" w:rsidRDefault="001E6B6B" w:rsidP="006B3BD2">
            <w:pPr>
              <w:pStyle w:val="TAC"/>
              <w:rPr>
                <w:rFonts w:cs="Arial"/>
                <w:lang w:eastAsia="zh-CN"/>
              </w:rPr>
            </w:pPr>
            <w:r>
              <w:rPr>
                <w:rFonts w:cs="Arial"/>
                <w:lang w:eastAsia="zh-CN"/>
              </w:rPr>
              <w:t>DC_2A-46A-66A_n261(2A)</w:t>
            </w:r>
          </w:p>
          <w:p w14:paraId="23F47EE6" w14:textId="77777777" w:rsidR="001E6B6B" w:rsidRDefault="001E6B6B" w:rsidP="006B3BD2">
            <w:pPr>
              <w:pStyle w:val="TAC"/>
              <w:rPr>
                <w:rFonts w:cs="Arial"/>
                <w:lang w:eastAsia="zh-CN"/>
              </w:rPr>
            </w:pPr>
            <w:r>
              <w:rPr>
                <w:rFonts w:cs="Arial"/>
                <w:lang w:eastAsia="zh-CN"/>
              </w:rPr>
              <w:t>DC_2A-46C-66A_n261(2A)</w:t>
            </w:r>
          </w:p>
          <w:p w14:paraId="75B50B1A" w14:textId="77777777" w:rsidR="001E6B6B" w:rsidRPr="001F078B" w:rsidRDefault="001E6B6B" w:rsidP="006B3BD2">
            <w:pPr>
              <w:pStyle w:val="TAC"/>
              <w:rPr>
                <w:lang w:eastAsia="ja-JP"/>
              </w:rPr>
            </w:pPr>
            <w:r>
              <w:rPr>
                <w:rFonts w:cs="Arial"/>
                <w:lang w:eastAsia="zh-CN"/>
              </w:rPr>
              <w:t>DC_2A-46D-66A_n261(2A)</w:t>
            </w:r>
          </w:p>
        </w:tc>
        <w:tc>
          <w:tcPr>
            <w:tcW w:w="4815" w:type="dxa"/>
            <w:tcMar>
              <w:top w:w="28" w:type="dxa"/>
              <w:left w:w="28" w:type="dxa"/>
              <w:bottom w:w="28" w:type="dxa"/>
              <w:right w:w="28" w:type="dxa"/>
            </w:tcMar>
          </w:tcPr>
          <w:p w14:paraId="3D77E493" w14:textId="77777777" w:rsidR="001E6B6B" w:rsidRDefault="001E6B6B" w:rsidP="006B3BD2">
            <w:pPr>
              <w:pStyle w:val="TAC"/>
              <w:rPr>
                <w:rFonts w:cs="Arial"/>
                <w:lang w:eastAsia="zh-CN"/>
              </w:rPr>
            </w:pPr>
            <w:r>
              <w:rPr>
                <w:rFonts w:cs="Arial"/>
                <w:lang w:eastAsia="zh-CN"/>
              </w:rPr>
              <w:t>DC_2A_n261A</w:t>
            </w:r>
          </w:p>
          <w:p w14:paraId="3B88A642" w14:textId="77777777" w:rsidR="001E6B6B" w:rsidRPr="001F078B" w:rsidRDefault="001E6B6B" w:rsidP="006B3BD2">
            <w:pPr>
              <w:pStyle w:val="TAC"/>
              <w:rPr>
                <w:lang w:val="en-US" w:eastAsia="fi-FI"/>
              </w:rPr>
            </w:pPr>
            <w:r>
              <w:rPr>
                <w:rFonts w:cs="Arial"/>
                <w:lang w:eastAsia="zh-CN"/>
              </w:rPr>
              <w:t>DC_66A_n261A</w:t>
            </w:r>
          </w:p>
        </w:tc>
      </w:tr>
      <w:tr w:rsidR="001E6B6B" w:rsidRPr="001F078B" w14:paraId="12D40883" w14:textId="77777777" w:rsidTr="006B3BD2">
        <w:trPr>
          <w:trHeight w:val="187"/>
          <w:jc w:val="center"/>
        </w:trPr>
        <w:tc>
          <w:tcPr>
            <w:tcW w:w="4814" w:type="dxa"/>
            <w:shd w:val="clear" w:color="auto" w:fill="auto"/>
            <w:noWrap/>
            <w:tcMar>
              <w:top w:w="28" w:type="dxa"/>
              <w:left w:w="28" w:type="dxa"/>
              <w:bottom w:w="28" w:type="dxa"/>
              <w:right w:w="28" w:type="dxa"/>
            </w:tcMar>
          </w:tcPr>
          <w:p w14:paraId="4A38E66C" w14:textId="77777777" w:rsidR="001E6B6B" w:rsidRPr="001F078B" w:rsidRDefault="001E6B6B" w:rsidP="006B3BD2">
            <w:pPr>
              <w:pStyle w:val="TAC"/>
              <w:rPr>
                <w:lang w:val="en-US" w:eastAsia="fi-FI"/>
              </w:rPr>
            </w:pPr>
            <w:r w:rsidRPr="001F078B">
              <w:rPr>
                <w:lang w:val="en-US" w:eastAsia="fi-FI"/>
              </w:rPr>
              <w:t>DC_3A-5A-7A_n257A</w:t>
            </w:r>
            <w:r w:rsidRPr="001F078B">
              <w:rPr>
                <w:vertAlign w:val="superscript"/>
                <w:lang w:val="en-US" w:eastAsia="zh-CN"/>
              </w:rPr>
              <w:t>2</w:t>
            </w:r>
          </w:p>
          <w:p w14:paraId="03EC8D43" w14:textId="77777777" w:rsidR="001E6B6B" w:rsidRPr="001F078B" w:rsidRDefault="001E6B6B" w:rsidP="006B3BD2">
            <w:pPr>
              <w:pStyle w:val="TAC"/>
              <w:rPr>
                <w:rFonts w:eastAsia="Malgun Gothic"/>
                <w:lang w:eastAsia="ko-KR"/>
              </w:rPr>
            </w:pPr>
            <w:r w:rsidRPr="001F078B">
              <w:t>DC_3A-5A-7A_n257</w:t>
            </w:r>
            <w:r w:rsidRPr="001F078B">
              <w:rPr>
                <w:rFonts w:eastAsia="Malgun Gothic"/>
                <w:lang w:eastAsia="ko-KR"/>
              </w:rPr>
              <w:t>D</w:t>
            </w:r>
          </w:p>
          <w:p w14:paraId="24F3F685" w14:textId="77777777" w:rsidR="001E6B6B" w:rsidRPr="001F078B" w:rsidRDefault="001E6B6B" w:rsidP="006B3BD2">
            <w:pPr>
              <w:pStyle w:val="TAC"/>
              <w:rPr>
                <w:rFonts w:eastAsia="Malgun Gothic"/>
                <w:lang w:eastAsia="ko-KR"/>
              </w:rPr>
            </w:pPr>
            <w:r w:rsidRPr="001F078B">
              <w:t>DC_3A-5A-7A_n257</w:t>
            </w:r>
            <w:r w:rsidRPr="001F078B">
              <w:rPr>
                <w:rFonts w:eastAsia="Malgun Gothic"/>
                <w:lang w:eastAsia="ko-KR"/>
              </w:rPr>
              <w:t>E</w:t>
            </w:r>
          </w:p>
          <w:p w14:paraId="3E45021E" w14:textId="77777777" w:rsidR="001E6B6B" w:rsidRPr="001F078B" w:rsidRDefault="001E6B6B" w:rsidP="006B3BD2">
            <w:pPr>
              <w:pStyle w:val="TAC"/>
              <w:rPr>
                <w:rFonts w:eastAsia="Malgun Gothic"/>
                <w:lang w:eastAsia="ko-KR"/>
              </w:rPr>
            </w:pPr>
            <w:r w:rsidRPr="001F078B">
              <w:t>DC_3A-5A-7A_n257F</w:t>
            </w:r>
          </w:p>
          <w:p w14:paraId="786EFC68" w14:textId="77777777" w:rsidR="001E6B6B" w:rsidRPr="001F078B" w:rsidRDefault="001E6B6B" w:rsidP="006B3BD2">
            <w:pPr>
              <w:pStyle w:val="TAC"/>
              <w:rPr>
                <w:rFonts w:eastAsia="Malgun Gothic"/>
                <w:lang w:eastAsia="ko-KR"/>
              </w:rPr>
            </w:pPr>
            <w:r w:rsidRPr="001F078B">
              <w:t>DC_3A-5A-7A_n257</w:t>
            </w:r>
            <w:r w:rsidRPr="001F078B">
              <w:rPr>
                <w:rFonts w:eastAsia="Malgun Gothic"/>
                <w:lang w:eastAsia="ko-KR"/>
              </w:rPr>
              <w:t>G</w:t>
            </w:r>
          </w:p>
          <w:p w14:paraId="54D614DF" w14:textId="77777777" w:rsidR="001E6B6B" w:rsidRPr="001F078B" w:rsidRDefault="001E6B6B" w:rsidP="006B3BD2">
            <w:pPr>
              <w:pStyle w:val="TAC"/>
              <w:rPr>
                <w:rFonts w:eastAsia="Malgun Gothic"/>
                <w:lang w:eastAsia="ko-KR"/>
              </w:rPr>
            </w:pPr>
            <w:r w:rsidRPr="001F078B">
              <w:t>DC_3A-5A-7A_n257</w:t>
            </w:r>
            <w:r w:rsidRPr="001F078B">
              <w:rPr>
                <w:rFonts w:eastAsia="Malgun Gothic"/>
                <w:lang w:eastAsia="ko-KR"/>
              </w:rPr>
              <w:t>H</w:t>
            </w:r>
          </w:p>
          <w:p w14:paraId="33EB88DA" w14:textId="77777777" w:rsidR="001E6B6B" w:rsidRPr="001F078B" w:rsidRDefault="001E6B6B" w:rsidP="006B3BD2">
            <w:pPr>
              <w:pStyle w:val="TAC"/>
              <w:rPr>
                <w:rFonts w:eastAsia="Malgun Gothic"/>
                <w:lang w:eastAsia="ko-KR"/>
              </w:rPr>
            </w:pPr>
            <w:r w:rsidRPr="001F078B">
              <w:t>DC_3A-5A-7A_n257</w:t>
            </w:r>
            <w:r w:rsidRPr="001F078B">
              <w:rPr>
                <w:rFonts w:eastAsia="Malgun Gothic"/>
                <w:lang w:eastAsia="ko-KR"/>
              </w:rPr>
              <w:t>I</w:t>
            </w:r>
          </w:p>
          <w:p w14:paraId="6DEDE4DD" w14:textId="77777777" w:rsidR="001E6B6B" w:rsidRPr="001F078B" w:rsidRDefault="001E6B6B" w:rsidP="006B3BD2">
            <w:pPr>
              <w:pStyle w:val="TAC"/>
              <w:rPr>
                <w:rFonts w:eastAsia="Malgun Gothic"/>
                <w:lang w:eastAsia="ko-KR"/>
              </w:rPr>
            </w:pPr>
            <w:r w:rsidRPr="001F078B">
              <w:t>DC_3A-5A-7A_n257</w:t>
            </w:r>
            <w:r w:rsidRPr="001F078B">
              <w:rPr>
                <w:rFonts w:eastAsia="Malgun Gothic"/>
                <w:lang w:eastAsia="ko-KR"/>
              </w:rPr>
              <w:t>J</w:t>
            </w:r>
          </w:p>
          <w:p w14:paraId="5A71F209" w14:textId="77777777" w:rsidR="001E6B6B" w:rsidRPr="001F078B" w:rsidRDefault="001E6B6B" w:rsidP="006B3BD2">
            <w:pPr>
              <w:pStyle w:val="TAC"/>
              <w:rPr>
                <w:rFonts w:eastAsia="Malgun Gothic"/>
                <w:lang w:eastAsia="ko-KR"/>
              </w:rPr>
            </w:pPr>
            <w:r w:rsidRPr="001F078B">
              <w:t>DC_3A-5A-7A_n257</w:t>
            </w:r>
            <w:r w:rsidRPr="001F078B">
              <w:rPr>
                <w:rFonts w:eastAsia="Malgun Gothic"/>
                <w:lang w:eastAsia="ko-KR"/>
              </w:rPr>
              <w:t>K</w:t>
            </w:r>
          </w:p>
          <w:p w14:paraId="605F37EE" w14:textId="77777777" w:rsidR="001E6B6B" w:rsidRPr="001F078B" w:rsidRDefault="001E6B6B" w:rsidP="006B3BD2">
            <w:pPr>
              <w:pStyle w:val="TAC"/>
              <w:rPr>
                <w:rFonts w:eastAsia="Malgun Gothic"/>
                <w:lang w:eastAsia="ko-KR"/>
              </w:rPr>
            </w:pPr>
            <w:r w:rsidRPr="001F078B">
              <w:t>DC_3A-5A-7A_n257</w:t>
            </w:r>
            <w:r w:rsidRPr="001F078B">
              <w:rPr>
                <w:rFonts w:eastAsia="Malgun Gothic"/>
                <w:lang w:eastAsia="ko-KR"/>
              </w:rPr>
              <w:t>L</w:t>
            </w:r>
          </w:p>
          <w:p w14:paraId="3FF19E8C" w14:textId="77777777" w:rsidR="001E6B6B" w:rsidRPr="001F078B" w:rsidRDefault="001E6B6B" w:rsidP="006B3BD2">
            <w:pPr>
              <w:pStyle w:val="TAC"/>
              <w:rPr>
                <w:noProof/>
                <w:lang w:eastAsia="zh-CN"/>
              </w:rPr>
            </w:pPr>
            <w:r w:rsidRPr="001F078B">
              <w:t>DC_3A-5A-7A_n257M</w:t>
            </w:r>
          </w:p>
        </w:tc>
        <w:tc>
          <w:tcPr>
            <w:tcW w:w="4815" w:type="dxa"/>
            <w:tcMar>
              <w:top w:w="28" w:type="dxa"/>
              <w:left w:w="28" w:type="dxa"/>
              <w:bottom w:w="28" w:type="dxa"/>
              <w:right w:w="28" w:type="dxa"/>
            </w:tcMar>
          </w:tcPr>
          <w:p w14:paraId="335C28B7" w14:textId="77777777" w:rsidR="001E6B6B" w:rsidRPr="001F078B" w:rsidRDefault="001E6B6B" w:rsidP="006B3BD2">
            <w:pPr>
              <w:pStyle w:val="TAC"/>
              <w:rPr>
                <w:lang w:val="en-US" w:eastAsia="fi-FI"/>
              </w:rPr>
            </w:pPr>
            <w:r w:rsidRPr="001F078B">
              <w:rPr>
                <w:lang w:val="en-US" w:eastAsia="fi-FI"/>
              </w:rPr>
              <w:t>DC_3A_n257A</w:t>
            </w:r>
          </w:p>
          <w:p w14:paraId="7192D5BC" w14:textId="77777777" w:rsidR="001E6B6B" w:rsidRPr="001F078B" w:rsidRDefault="001E6B6B" w:rsidP="006B3BD2">
            <w:pPr>
              <w:pStyle w:val="TAC"/>
              <w:rPr>
                <w:lang w:val="en-US" w:eastAsia="fi-FI"/>
              </w:rPr>
            </w:pPr>
            <w:r w:rsidRPr="001F078B">
              <w:rPr>
                <w:lang w:val="en-US" w:eastAsia="fi-FI"/>
              </w:rPr>
              <w:t>DC_5A_n257A</w:t>
            </w:r>
          </w:p>
          <w:p w14:paraId="291E84A9" w14:textId="77777777" w:rsidR="001E6B6B" w:rsidRPr="001F078B" w:rsidRDefault="001E6B6B" w:rsidP="006B3BD2">
            <w:pPr>
              <w:pStyle w:val="TAC"/>
              <w:rPr>
                <w:noProof/>
                <w:lang w:eastAsia="zh-CN"/>
              </w:rPr>
            </w:pPr>
            <w:r w:rsidRPr="001F078B">
              <w:rPr>
                <w:lang w:val="en-US" w:eastAsia="fi-FI"/>
              </w:rPr>
              <w:t>DC_7A_n257A</w:t>
            </w:r>
          </w:p>
        </w:tc>
      </w:tr>
      <w:tr w:rsidR="001E6B6B" w:rsidRPr="001F078B" w14:paraId="432F116B" w14:textId="77777777" w:rsidTr="006B3BD2">
        <w:trPr>
          <w:trHeight w:val="187"/>
          <w:jc w:val="center"/>
        </w:trPr>
        <w:tc>
          <w:tcPr>
            <w:tcW w:w="4814" w:type="dxa"/>
            <w:shd w:val="clear" w:color="auto" w:fill="auto"/>
            <w:noWrap/>
            <w:tcMar>
              <w:top w:w="28" w:type="dxa"/>
              <w:left w:w="28" w:type="dxa"/>
              <w:bottom w:w="28" w:type="dxa"/>
              <w:right w:w="28" w:type="dxa"/>
            </w:tcMar>
          </w:tcPr>
          <w:p w14:paraId="6B573725" w14:textId="77777777" w:rsidR="001E6B6B" w:rsidRPr="001F078B" w:rsidRDefault="001E6B6B" w:rsidP="006B3BD2">
            <w:pPr>
              <w:pStyle w:val="TAC"/>
              <w:rPr>
                <w:lang w:val="en-US" w:eastAsia="fi-FI"/>
              </w:rPr>
            </w:pPr>
            <w:r w:rsidRPr="000E5B8D">
              <w:rPr>
                <w:lang w:eastAsia="fi-FI"/>
              </w:rPr>
              <w:t>DC_3A-5A-7A-7A_n257A</w:t>
            </w:r>
            <w:r w:rsidRPr="000E5B8D">
              <w:rPr>
                <w:rFonts w:hint="eastAsia"/>
                <w:vertAlign w:val="superscript"/>
                <w:lang w:eastAsia="zh-CN"/>
              </w:rPr>
              <w:t>2</w:t>
            </w:r>
          </w:p>
          <w:p w14:paraId="0BEB7111" w14:textId="77777777" w:rsidR="001E6B6B" w:rsidRPr="001F078B" w:rsidRDefault="001E6B6B" w:rsidP="006B3BD2">
            <w:pPr>
              <w:pStyle w:val="TAC"/>
              <w:rPr>
                <w:rFonts w:eastAsia="Malgun Gothic"/>
                <w:lang w:eastAsia="ko-KR"/>
              </w:rPr>
            </w:pPr>
            <w:r w:rsidRPr="001F078B">
              <w:t>DC_3A-5A-7A-7A_n257</w:t>
            </w:r>
            <w:r w:rsidRPr="001F078B">
              <w:rPr>
                <w:rFonts w:eastAsia="Malgun Gothic"/>
                <w:lang w:eastAsia="ko-KR"/>
              </w:rPr>
              <w:t>D</w:t>
            </w:r>
          </w:p>
          <w:p w14:paraId="625D5EEF" w14:textId="77777777" w:rsidR="001E6B6B" w:rsidRPr="001F078B" w:rsidRDefault="001E6B6B" w:rsidP="006B3BD2">
            <w:pPr>
              <w:pStyle w:val="TAC"/>
              <w:rPr>
                <w:rFonts w:eastAsia="Malgun Gothic"/>
                <w:lang w:eastAsia="ko-KR"/>
              </w:rPr>
            </w:pPr>
            <w:r w:rsidRPr="001F078B">
              <w:t>DC_3A-5A-7A-7A_n257</w:t>
            </w:r>
            <w:r w:rsidRPr="001F078B">
              <w:rPr>
                <w:rFonts w:eastAsia="Malgun Gothic"/>
                <w:lang w:eastAsia="ko-KR"/>
              </w:rPr>
              <w:t>E</w:t>
            </w:r>
          </w:p>
          <w:p w14:paraId="330FD4C9" w14:textId="77777777" w:rsidR="001E6B6B" w:rsidRPr="001F078B" w:rsidRDefault="001E6B6B" w:rsidP="006B3BD2">
            <w:pPr>
              <w:pStyle w:val="TAC"/>
              <w:rPr>
                <w:rFonts w:eastAsia="Malgun Gothic"/>
                <w:lang w:eastAsia="ko-KR"/>
              </w:rPr>
            </w:pPr>
            <w:r w:rsidRPr="001F078B">
              <w:t>DC_3A-5A-7A-7A_n257F</w:t>
            </w:r>
          </w:p>
          <w:p w14:paraId="0162F452" w14:textId="77777777" w:rsidR="001E6B6B" w:rsidRPr="001F078B" w:rsidRDefault="001E6B6B" w:rsidP="006B3BD2">
            <w:pPr>
              <w:pStyle w:val="TAC"/>
              <w:rPr>
                <w:rFonts w:eastAsia="Malgun Gothic"/>
                <w:lang w:eastAsia="ko-KR"/>
              </w:rPr>
            </w:pPr>
            <w:r w:rsidRPr="001F078B">
              <w:t>DC_3A-5A-7A-7A_n257</w:t>
            </w:r>
            <w:r w:rsidRPr="001F078B">
              <w:rPr>
                <w:rFonts w:eastAsia="Malgun Gothic"/>
                <w:lang w:eastAsia="ko-KR"/>
              </w:rPr>
              <w:t>G</w:t>
            </w:r>
          </w:p>
          <w:p w14:paraId="4C43A456" w14:textId="77777777" w:rsidR="001E6B6B" w:rsidRPr="001F078B" w:rsidRDefault="001E6B6B" w:rsidP="006B3BD2">
            <w:pPr>
              <w:pStyle w:val="TAC"/>
              <w:rPr>
                <w:rFonts w:eastAsia="Malgun Gothic"/>
                <w:lang w:eastAsia="ko-KR"/>
              </w:rPr>
            </w:pPr>
            <w:r w:rsidRPr="001F078B">
              <w:t>DC_3A-5A-7A-7A_n257</w:t>
            </w:r>
            <w:r w:rsidRPr="001F078B">
              <w:rPr>
                <w:rFonts w:eastAsia="Malgun Gothic"/>
                <w:lang w:eastAsia="ko-KR"/>
              </w:rPr>
              <w:t>H</w:t>
            </w:r>
          </w:p>
          <w:p w14:paraId="5A045A13" w14:textId="77777777" w:rsidR="001E6B6B" w:rsidRPr="001F078B" w:rsidRDefault="001E6B6B" w:rsidP="006B3BD2">
            <w:pPr>
              <w:pStyle w:val="TAC"/>
              <w:rPr>
                <w:rFonts w:eastAsia="Malgun Gothic"/>
                <w:lang w:eastAsia="ko-KR"/>
              </w:rPr>
            </w:pPr>
            <w:r w:rsidRPr="001F078B">
              <w:t>DC_3A-5A-7A-7A_n257</w:t>
            </w:r>
            <w:r w:rsidRPr="001F078B">
              <w:rPr>
                <w:rFonts w:eastAsia="Malgun Gothic"/>
                <w:lang w:eastAsia="ko-KR"/>
              </w:rPr>
              <w:t>I</w:t>
            </w:r>
          </w:p>
          <w:p w14:paraId="7400603E" w14:textId="77777777" w:rsidR="001E6B6B" w:rsidRPr="001F078B" w:rsidRDefault="001E6B6B" w:rsidP="006B3BD2">
            <w:pPr>
              <w:pStyle w:val="TAC"/>
              <w:rPr>
                <w:rFonts w:eastAsia="Malgun Gothic"/>
                <w:lang w:eastAsia="ko-KR"/>
              </w:rPr>
            </w:pPr>
            <w:r w:rsidRPr="001F078B">
              <w:t>DC_3A-5A-7A-7A_n257</w:t>
            </w:r>
            <w:r w:rsidRPr="001F078B">
              <w:rPr>
                <w:rFonts w:eastAsia="Malgun Gothic"/>
                <w:lang w:eastAsia="ko-KR"/>
              </w:rPr>
              <w:t>J</w:t>
            </w:r>
          </w:p>
          <w:p w14:paraId="4D792674" w14:textId="77777777" w:rsidR="001E6B6B" w:rsidRPr="001F078B" w:rsidRDefault="001E6B6B" w:rsidP="006B3BD2">
            <w:pPr>
              <w:pStyle w:val="TAC"/>
              <w:rPr>
                <w:rFonts w:eastAsia="Malgun Gothic"/>
                <w:lang w:eastAsia="ko-KR"/>
              </w:rPr>
            </w:pPr>
            <w:r w:rsidRPr="001F078B">
              <w:t>DC_3A-5A-7A-7A_n257</w:t>
            </w:r>
            <w:r w:rsidRPr="001F078B">
              <w:rPr>
                <w:rFonts w:eastAsia="Malgun Gothic"/>
                <w:lang w:eastAsia="ko-KR"/>
              </w:rPr>
              <w:t>K</w:t>
            </w:r>
          </w:p>
          <w:p w14:paraId="3BC51AC4" w14:textId="77777777" w:rsidR="001E6B6B" w:rsidRPr="001F078B" w:rsidRDefault="001E6B6B" w:rsidP="006B3BD2">
            <w:pPr>
              <w:pStyle w:val="TAC"/>
              <w:rPr>
                <w:rFonts w:eastAsia="Malgun Gothic"/>
                <w:lang w:eastAsia="ko-KR"/>
              </w:rPr>
            </w:pPr>
            <w:r w:rsidRPr="001F078B">
              <w:t>DC_3A-5A-7A-7A_n257</w:t>
            </w:r>
            <w:r w:rsidRPr="001F078B">
              <w:rPr>
                <w:rFonts w:eastAsia="Malgun Gothic"/>
                <w:lang w:eastAsia="ko-KR"/>
              </w:rPr>
              <w:t>L</w:t>
            </w:r>
          </w:p>
          <w:p w14:paraId="13A096E4" w14:textId="77777777" w:rsidR="001E6B6B" w:rsidRPr="001F078B" w:rsidRDefault="001E6B6B" w:rsidP="006B3BD2">
            <w:pPr>
              <w:pStyle w:val="TAC"/>
              <w:rPr>
                <w:lang w:val="fi-FI" w:eastAsia="fi-FI"/>
              </w:rPr>
            </w:pPr>
            <w:r w:rsidRPr="001F078B">
              <w:t>DC_3A-5A-7A-7A_n257M</w:t>
            </w:r>
          </w:p>
        </w:tc>
        <w:tc>
          <w:tcPr>
            <w:tcW w:w="4815" w:type="dxa"/>
            <w:tcMar>
              <w:top w:w="28" w:type="dxa"/>
              <w:left w:w="28" w:type="dxa"/>
              <w:bottom w:w="28" w:type="dxa"/>
              <w:right w:w="28" w:type="dxa"/>
            </w:tcMar>
          </w:tcPr>
          <w:p w14:paraId="12C95976" w14:textId="77777777" w:rsidR="001E6B6B" w:rsidRPr="001F078B" w:rsidRDefault="001E6B6B" w:rsidP="006B3BD2">
            <w:pPr>
              <w:pStyle w:val="TAC"/>
              <w:rPr>
                <w:lang w:val="en-US" w:eastAsia="fi-FI"/>
              </w:rPr>
            </w:pPr>
            <w:r w:rsidRPr="001F078B">
              <w:rPr>
                <w:lang w:val="en-US" w:eastAsia="fi-FI"/>
              </w:rPr>
              <w:t>DC_3A_n257A</w:t>
            </w:r>
          </w:p>
          <w:p w14:paraId="5179B2EC" w14:textId="77777777" w:rsidR="001E6B6B" w:rsidRPr="001F078B" w:rsidRDefault="001E6B6B" w:rsidP="006B3BD2">
            <w:pPr>
              <w:pStyle w:val="TAC"/>
              <w:rPr>
                <w:lang w:val="en-US" w:eastAsia="fi-FI"/>
              </w:rPr>
            </w:pPr>
            <w:r w:rsidRPr="001F078B">
              <w:rPr>
                <w:lang w:val="en-US" w:eastAsia="fi-FI"/>
              </w:rPr>
              <w:t>DC_5A_n257A</w:t>
            </w:r>
          </w:p>
          <w:p w14:paraId="44D1E445" w14:textId="77777777" w:rsidR="001E6B6B" w:rsidRPr="001F078B" w:rsidRDefault="001E6B6B" w:rsidP="006B3BD2">
            <w:pPr>
              <w:pStyle w:val="TAC"/>
              <w:rPr>
                <w:lang w:val="en-US" w:eastAsia="fi-FI"/>
              </w:rPr>
            </w:pPr>
            <w:r w:rsidRPr="001F078B">
              <w:rPr>
                <w:lang w:val="en-US" w:eastAsia="fi-FI"/>
              </w:rPr>
              <w:t>DC_7A_n257A</w:t>
            </w:r>
          </w:p>
        </w:tc>
      </w:tr>
      <w:tr w:rsidR="001E6B6B" w:rsidRPr="001F078B" w14:paraId="6416CA83" w14:textId="77777777" w:rsidTr="006B3BD2">
        <w:trPr>
          <w:trHeight w:val="187"/>
          <w:jc w:val="center"/>
        </w:trPr>
        <w:tc>
          <w:tcPr>
            <w:tcW w:w="4814" w:type="dxa"/>
            <w:shd w:val="clear" w:color="auto" w:fill="auto"/>
            <w:noWrap/>
            <w:tcMar>
              <w:top w:w="28" w:type="dxa"/>
              <w:left w:w="28" w:type="dxa"/>
              <w:bottom w:w="28" w:type="dxa"/>
              <w:right w:w="28" w:type="dxa"/>
            </w:tcMar>
          </w:tcPr>
          <w:p w14:paraId="7FBC145A" w14:textId="77777777" w:rsidR="001E6B6B" w:rsidRPr="001F078B" w:rsidRDefault="001E6B6B" w:rsidP="006B3BD2">
            <w:pPr>
              <w:pStyle w:val="TAC"/>
              <w:rPr>
                <w:rFonts w:cs="Arial"/>
                <w:lang w:eastAsia="ja-JP"/>
              </w:rPr>
            </w:pPr>
            <w:r w:rsidRPr="001F078B">
              <w:rPr>
                <w:rFonts w:cs="Arial"/>
                <w:lang w:eastAsia="ja-JP"/>
              </w:rPr>
              <w:t>DC_3A-18A-42A_n257A</w:t>
            </w:r>
          </w:p>
          <w:p w14:paraId="6D65C2C5" w14:textId="77777777" w:rsidR="001E6B6B" w:rsidRPr="001F078B" w:rsidRDefault="001E6B6B" w:rsidP="006B3BD2">
            <w:pPr>
              <w:pStyle w:val="TAC"/>
              <w:rPr>
                <w:rFonts w:eastAsia="MS Mincho" w:cs="Arial"/>
                <w:lang w:eastAsia="ja-JP"/>
              </w:rPr>
            </w:pPr>
            <w:r w:rsidRPr="001F078B">
              <w:rPr>
                <w:rFonts w:eastAsia="MS Mincho" w:cs="Arial"/>
                <w:lang w:eastAsia="ja-JP"/>
              </w:rPr>
              <w:t>DC_3A-18A-42A_n257D</w:t>
            </w:r>
          </w:p>
          <w:p w14:paraId="73EDE5FE" w14:textId="77777777" w:rsidR="001E6B6B" w:rsidRPr="001F078B" w:rsidRDefault="001E6B6B" w:rsidP="006B3BD2">
            <w:pPr>
              <w:pStyle w:val="TAC"/>
              <w:rPr>
                <w:rFonts w:eastAsia="MS Mincho" w:cs="Arial"/>
                <w:lang w:eastAsia="ja-JP"/>
              </w:rPr>
            </w:pPr>
            <w:r w:rsidRPr="001F078B">
              <w:rPr>
                <w:rFonts w:eastAsia="MS Mincho" w:cs="Arial"/>
                <w:lang w:eastAsia="ja-JP"/>
              </w:rPr>
              <w:t>DC_3A-18A-42A_n257E</w:t>
            </w:r>
          </w:p>
          <w:p w14:paraId="089D26CE" w14:textId="77777777" w:rsidR="001E6B6B" w:rsidRPr="001F078B" w:rsidRDefault="001E6B6B" w:rsidP="006B3BD2">
            <w:pPr>
              <w:pStyle w:val="TAC"/>
              <w:rPr>
                <w:rFonts w:cs="Arial"/>
                <w:lang w:eastAsia="ja-JP"/>
              </w:rPr>
            </w:pPr>
            <w:r w:rsidRPr="001F078B">
              <w:rPr>
                <w:rFonts w:cs="Arial"/>
                <w:lang w:eastAsia="ja-JP"/>
              </w:rPr>
              <w:t>DC_3A-18A-42A_n257F</w:t>
            </w:r>
          </w:p>
          <w:p w14:paraId="0FE6651C" w14:textId="77777777" w:rsidR="001E6B6B" w:rsidRPr="001F078B" w:rsidRDefault="001E6B6B" w:rsidP="006B3BD2">
            <w:pPr>
              <w:pStyle w:val="TAC"/>
              <w:rPr>
                <w:rFonts w:eastAsia="MS Mincho" w:cs="Arial"/>
                <w:lang w:eastAsia="ja-JP"/>
              </w:rPr>
            </w:pPr>
            <w:r w:rsidRPr="001F078B">
              <w:rPr>
                <w:rFonts w:eastAsia="MS Mincho" w:cs="Arial"/>
                <w:lang w:eastAsia="ja-JP"/>
              </w:rPr>
              <w:t>DC_3A-18A-42A_n257G</w:t>
            </w:r>
          </w:p>
          <w:p w14:paraId="14C1A676" w14:textId="77777777" w:rsidR="001E6B6B" w:rsidRPr="001F078B" w:rsidRDefault="001E6B6B" w:rsidP="006B3BD2">
            <w:pPr>
              <w:pStyle w:val="TAC"/>
              <w:rPr>
                <w:rFonts w:eastAsia="MS Mincho" w:cs="Arial"/>
                <w:lang w:eastAsia="ja-JP"/>
              </w:rPr>
            </w:pPr>
            <w:r w:rsidRPr="001F078B">
              <w:rPr>
                <w:rFonts w:eastAsia="MS Mincho" w:cs="Arial"/>
                <w:lang w:eastAsia="ja-JP"/>
              </w:rPr>
              <w:t>DC_3A-18A-42A_n257H</w:t>
            </w:r>
          </w:p>
          <w:p w14:paraId="641BB4B0" w14:textId="77777777" w:rsidR="001E6B6B" w:rsidRPr="001F078B" w:rsidRDefault="001E6B6B" w:rsidP="006B3BD2">
            <w:pPr>
              <w:pStyle w:val="TAC"/>
              <w:rPr>
                <w:rFonts w:eastAsia="MS Mincho" w:cs="Arial"/>
                <w:lang w:eastAsia="ja-JP"/>
              </w:rPr>
            </w:pPr>
            <w:r w:rsidRPr="001F078B">
              <w:rPr>
                <w:rFonts w:eastAsia="MS Mincho" w:cs="Arial"/>
                <w:lang w:eastAsia="ja-JP"/>
              </w:rPr>
              <w:t>DC_3A-18A-42A_n257I</w:t>
            </w:r>
          </w:p>
          <w:p w14:paraId="15EFAA25" w14:textId="77777777" w:rsidR="001E6B6B" w:rsidRPr="001F078B" w:rsidRDefault="001E6B6B" w:rsidP="006B3BD2">
            <w:pPr>
              <w:pStyle w:val="TAC"/>
              <w:rPr>
                <w:rFonts w:eastAsia="MS Mincho" w:cs="Arial"/>
                <w:lang w:eastAsia="ja-JP"/>
              </w:rPr>
            </w:pPr>
            <w:r w:rsidRPr="001F078B">
              <w:rPr>
                <w:rFonts w:eastAsia="MS Mincho" w:cs="Arial"/>
                <w:lang w:eastAsia="ja-JP"/>
              </w:rPr>
              <w:t>DC_3A-18A-42A_n257J</w:t>
            </w:r>
          </w:p>
          <w:p w14:paraId="265EF7A1" w14:textId="77777777" w:rsidR="001E6B6B" w:rsidRPr="001F078B" w:rsidRDefault="001E6B6B" w:rsidP="006B3BD2">
            <w:pPr>
              <w:pStyle w:val="TAC"/>
              <w:rPr>
                <w:rFonts w:eastAsia="MS Mincho" w:cs="Arial"/>
                <w:lang w:eastAsia="ja-JP"/>
              </w:rPr>
            </w:pPr>
            <w:r w:rsidRPr="001F078B">
              <w:rPr>
                <w:rFonts w:eastAsia="MS Mincho" w:cs="Arial"/>
                <w:lang w:eastAsia="ja-JP"/>
              </w:rPr>
              <w:t>DC_3A-18A-42A_n257K</w:t>
            </w:r>
          </w:p>
          <w:p w14:paraId="244E9915" w14:textId="77777777" w:rsidR="001E6B6B" w:rsidRPr="001F078B" w:rsidRDefault="001E6B6B" w:rsidP="006B3BD2">
            <w:pPr>
              <w:pStyle w:val="TAC"/>
              <w:rPr>
                <w:rFonts w:eastAsia="MS Mincho" w:cs="Arial"/>
                <w:lang w:eastAsia="ja-JP"/>
              </w:rPr>
            </w:pPr>
            <w:r w:rsidRPr="001F078B">
              <w:rPr>
                <w:rFonts w:eastAsia="MS Mincho" w:cs="Arial"/>
                <w:lang w:eastAsia="ja-JP"/>
              </w:rPr>
              <w:t>DC_3A-18A-42A_n257L</w:t>
            </w:r>
          </w:p>
          <w:p w14:paraId="765379F1" w14:textId="77777777" w:rsidR="001E6B6B" w:rsidRPr="001F078B" w:rsidRDefault="001E6B6B" w:rsidP="006B3BD2">
            <w:pPr>
              <w:pStyle w:val="TAC"/>
              <w:rPr>
                <w:rFonts w:cs="Arial"/>
                <w:lang w:eastAsia="ja-JP"/>
              </w:rPr>
            </w:pPr>
            <w:r w:rsidRPr="001F078B">
              <w:rPr>
                <w:rFonts w:cs="Arial"/>
                <w:lang w:eastAsia="ja-JP"/>
              </w:rPr>
              <w:t>DC_3A-18A-42A_n257M</w:t>
            </w:r>
          </w:p>
          <w:p w14:paraId="7B79FF0B" w14:textId="77777777" w:rsidR="001E6B6B" w:rsidRPr="001F078B" w:rsidRDefault="001E6B6B" w:rsidP="006B3BD2">
            <w:pPr>
              <w:pStyle w:val="TAC"/>
              <w:rPr>
                <w:rFonts w:cs="Arial"/>
                <w:lang w:eastAsia="ja-JP"/>
              </w:rPr>
            </w:pPr>
            <w:r w:rsidRPr="001F078B">
              <w:rPr>
                <w:rFonts w:cs="Arial"/>
                <w:lang w:eastAsia="ja-JP"/>
              </w:rPr>
              <w:t>DC_3A-18A-42C_n257A</w:t>
            </w:r>
          </w:p>
          <w:p w14:paraId="123A49CD" w14:textId="77777777" w:rsidR="001E6B6B" w:rsidRPr="001F078B" w:rsidRDefault="001E6B6B" w:rsidP="006B3BD2">
            <w:pPr>
              <w:pStyle w:val="TAC"/>
              <w:rPr>
                <w:rFonts w:eastAsia="MS Mincho" w:cs="Arial"/>
                <w:lang w:eastAsia="ja-JP"/>
              </w:rPr>
            </w:pPr>
            <w:r w:rsidRPr="001F078B">
              <w:rPr>
                <w:rFonts w:eastAsia="MS Mincho" w:cs="Arial"/>
                <w:lang w:eastAsia="ja-JP"/>
              </w:rPr>
              <w:t>DC_3A-18A-42C_n257D</w:t>
            </w:r>
          </w:p>
          <w:p w14:paraId="612DFA3D" w14:textId="77777777" w:rsidR="001E6B6B" w:rsidRPr="001F078B" w:rsidRDefault="001E6B6B" w:rsidP="006B3BD2">
            <w:pPr>
              <w:pStyle w:val="TAC"/>
              <w:rPr>
                <w:rFonts w:eastAsia="MS Mincho" w:cs="Arial"/>
                <w:lang w:eastAsia="ja-JP"/>
              </w:rPr>
            </w:pPr>
            <w:r w:rsidRPr="001F078B">
              <w:rPr>
                <w:rFonts w:eastAsia="MS Mincho" w:cs="Arial"/>
                <w:lang w:eastAsia="ja-JP"/>
              </w:rPr>
              <w:t>DC_3A-18A-42C_n257E</w:t>
            </w:r>
          </w:p>
          <w:p w14:paraId="3BE5DBEA" w14:textId="77777777" w:rsidR="001E6B6B" w:rsidRPr="001F078B" w:rsidRDefault="001E6B6B" w:rsidP="006B3BD2">
            <w:pPr>
              <w:pStyle w:val="TAC"/>
              <w:rPr>
                <w:rFonts w:cs="Arial"/>
                <w:lang w:eastAsia="ja-JP"/>
              </w:rPr>
            </w:pPr>
            <w:r w:rsidRPr="001F078B">
              <w:rPr>
                <w:rFonts w:cs="Arial"/>
                <w:lang w:eastAsia="ja-JP"/>
              </w:rPr>
              <w:t>DC_3A-18A-42C_n257F</w:t>
            </w:r>
          </w:p>
          <w:p w14:paraId="7C326D1B" w14:textId="77777777" w:rsidR="001E6B6B" w:rsidRPr="001F078B" w:rsidRDefault="001E6B6B" w:rsidP="006B3BD2">
            <w:pPr>
              <w:pStyle w:val="TAC"/>
              <w:rPr>
                <w:rFonts w:eastAsia="MS Mincho" w:cs="Arial"/>
                <w:lang w:eastAsia="ja-JP"/>
              </w:rPr>
            </w:pPr>
            <w:r w:rsidRPr="001F078B">
              <w:rPr>
                <w:rFonts w:eastAsia="MS Mincho" w:cs="Arial"/>
                <w:lang w:eastAsia="ja-JP"/>
              </w:rPr>
              <w:t>DC_3A-18A-42C_n257G</w:t>
            </w:r>
          </w:p>
          <w:p w14:paraId="3590A17D" w14:textId="77777777" w:rsidR="001E6B6B" w:rsidRPr="001F078B" w:rsidRDefault="001E6B6B" w:rsidP="006B3BD2">
            <w:pPr>
              <w:pStyle w:val="TAC"/>
              <w:rPr>
                <w:rFonts w:eastAsia="MS Mincho" w:cs="Arial"/>
                <w:lang w:eastAsia="ja-JP"/>
              </w:rPr>
            </w:pPr>
            <w:r w:rsidRPr="001F078B">
              <w:rPr>
                <w:rFonts w:eastAsia="MS Mincho" w:cs="Arial"/>
                <w:lang w:eastAsia="ja-JP"/>
              </w:rPr>
              <w:t>DC_3A-18A-42C_n257H</w:t>
            </w:r>
          </w:p>
          <w:p w14:paraId="08901BD8" w14:textId="77777777" w:rsidR="001E6B6B" w:rsidRPr="001F078B" w:rsidRDefault="001E6B6B" w:rsidP="006B3BD2">
            <w:pPr>
              <w:pStyle w:val="TAC"/>
              <w:rPr>
                <w:rFonts w:eastAsia="MS Mincho" w:cs="Arial"/>
                <w:lang w:eastAsia="ja-JP"/>
              </w:rPr>
            </w:pPr>
            <w:r w:rsidRPr="001F078B">
              <w:rPr>
                <w:rFonts w:eastAsia="MS Mincho" w:cs="Arial"/>
                <w:lang w:eastAsia="ja-JP"/>
              </w:rPr>
              <w:t>DC_3A-18A-42C_n257I</w:t>
            </w:r>
          </w:p>
          <w:p w14:paraId="1B88E25F" w14:textId="77777777" w:rsidR="001E6B6B" w:rsidRPr="001F078B" w:rsidRDefault="001E6B6B" w:rsidP="006B3BD2">
            <w:pPr>
              <w:pStyle w:val="TAC"/>
              <w:rPr>
                <w:rFonts w:eastAsia="MS Mincho" w:cs="Arial"/>
                <w:lang w:eastAsia="ja-JP"/>
              </w:rPr>
            </w:pPr>
            <w:r w:rsidRPr="001F078B">
              <w:rPr>
                <w:rFonts w:eastAsia="MS Mincho" w:cs="Arial"/>
                <w:lang w:eastAsia="ja-JP"/>
              </w:rPr>
              <w:t>DC_3A-18A-42C_n257J</w:t>
            </w:r>
          </w:p>
          <w:p w14:paraId="6D611320" w14:textId="77777777" w:rsidR="001E6B6B" w:rsidRPr="001F078B" w:rsidRDefault="001E6B6B" w:rsidP="006B3BD2">
            <w:pPr>
              <w:pStyle w:val="TAC"/>
              <w:rPr>
                <w:rFonts w:eastAsia="MS Mincho" w:cs="Arial"/>
                <w:lang w:eastAsia="ja-JP"/>
              </w:rPr>
            </w:pPr>
            <w:r w:rsidRPr="001F078B">
              <w:rPr>
                <w:rFonts w:eastAsia="MS Mincho" w:cs="Arial"/>
                <w:lang w:eastAsia="ja-JP"/>
              </w:rPr>
              <w:t>DC_3A-18A-42C_n257K</w:t>
            </w:r>
          </w:p>
          <w:p w14:paraId="4027B0CE" w14:textId="77777777" w:rsidR="001E6B6B" w:rsidRPr="001F078B" w:rsidRDefault="001E6B6B" w:rsidP="006B3BD2">
            <w:pPr>
              <w:pStyle w:val="TAC"/>
              <w:rPr>
                <w:rFonts w:eastAsia="MS Mincho" w:cs="Arial"/>
                <w:lang w:eastAsia="ja-JP"/>
              </w:rPr>
            </w:pPr>
            <w:r w:rsidRPr="001F078B">
              <w:rPr>
                <w:rFonts w:eastAsia="MS Mincho" w:cs="Arial"/>
                <w:lang w:eastAsia="ja-JP"/>
              </w:rPr>
              <w:t>DC_3A-18A-42C_n257L</w:t>
            </w:r>
          </w:p>
          <w:p w14:paraId="4DB6A42E" w14:textId="77777777" w:rsidR="001E6B6B" w:rsidRPr="000E5B8D" w:rsidRDefault="001E6B6B" w:rsidP="006B3BD2">
            <w:pPr>
              <w:pStyle w:val="TAC"/>
              <w:rPr>
                <w:lang w:eastAsia="fi-FI"/>
              </w:rPr>
            </w:pPr>
            <w:r w:rsidRPr="001F078B">
              <w:rPr>
                <w:rFonts w:cs="Arial"/>
                <w:lang w:eastAsia="ja-JP"/>
              </w:rPr>
              <w:t>DC_3A-18A-42C_n257M</w:t>
            </w:r>
          </w:p>
        </w:tc>
        <w:tc>
          <w:tcPr>
            <w:tcW w:w="4815" w:type="dxa"/>
            <w:tcMar>
              <w:top w:w="28" w:type="dxa"/>
              <w:left w:w="28" w:type="dxa"/>
              <w:bottom w:w="28" w:type="dxa"/>
              <w:right w:w="28" w:type="dxa"/>
            </w:tcMar>
          </w:tcPr>
          <w:p w14:paraId="72C54E47" w14:textId="77777777" w:rsidR="001E6B6B" w:rsidRDefault="001E6B6B" w:rsidP="006B3BD2">
            <w:pPr>
              <w:pStyle w:val="TAC"/>
              <w:rPr>
                <w:lang w:val="en-US" w:eastAsia="fi-FI"/>
              </w:rPr>
            </w:pPr>
            <w:r>
              <w:rPr>
                <w:lang w:val="en-US" w:eastAsia="fi-FI"/>
              </w:rPr>
              <w:t>DC_</w:t>
            </w:r>
            <w:r>
              <w:rPr>
                <w:lang w:val="en-US" w:eastAsia="ja-JP"/>
              </w:rPr>
              <w:t>3</w:t>
            </w:r>
            <w:r>
              <w:rPr>
                <w:lang w:val="en-US" w:eastAsia="fi-FI"/>
              </w:rPr>
              <w:t>A_</w:t>
            </w:r>
            <w:r>
              <w:rPr>
                <w:lang w:val="en-US" w:eastAsia="ja-JP"/>
              </w:rPr>
              <w:t>n257A</w:t>
            </w:r>
          </w:p>
          <w:p w14:paraId="1658E445" w14:textId="77777777" w:rsidR="001E6B6B" w:rsidRDefault="001E6B6B" w:rsidP="006B3BD2">
            <w:pPr>
              <w:pStyle w:val="TAC"/>
              <w:rPr>
                <w:lang w:val="en-US" w:eastAsia="ja-JP"/>
              </w:rPr>
            </w:pPr>
            <w:r>
              <w:rPr>
                <w:lang w:val="en-US" w:eastAsia="fi-FI"/>
              </w:rPr>
              <w:t>DC_</w:t>
            </w:r>
            <w:r>
              <w:rPr>
                <w:lang w:val="en-US" w:eastAsia="ja-JP"/>
              </w:rPr>
              <w:t>3</w:t>
            </w:r>
            <w:r>
              <w:rPr>
                <w:lang w:val="en-US" w:eastAsia="fi-FI"/>
              </w:rPr>
              <w:t>A_</w:t>
            </w:r>
            <w:r>
              <w:rPr>
                <w:lang w:val="en-US" w:eastAsia="ja-JP"/>
              </w:rPr>
              <w:t>n257G</w:t>
            </w:r>
          </w:p>
          <w:p w14:paraId="6B39E2E3" w14:textId="77777777" w:rsidR="001E6B6B" w:rsidRDefault="001E6B6B" w:rsidP="006B3BD2">
            <w:pPr>
              <w:pStyle w:val="TAC"/>
              <w:rPr>
                <w:lang w:val="en-US" w:eastAsia="ja-JP"/>
              </w:rPr>
            </w:pPr>
            <w:r>
              <w:rPr>
                <w:lang w:val="en-US" w:eastAsia="fi-FI"/>
              </w:rPr>
              <w:t>DC_</w:t>
            </w:r>
            <w:r>
              <w:rPr>
                <w:lang w:val="en-US" w:eastAsia="ja-JP"/>
              </w:rPr>
              <w:t>3</w:t>
            </w:r>
            <w:r>
              <w:rPr>
                <w:lang w:val="en-US" w:eastAsia="fi-FI"/>
              </w:rPr>
              <w:t>A_</w:t>
            </w:r>
            <w:r>
              <w:rPr>
                <w:lang w:val="en-US" w:eastAsia="ja-JP"/>
              </w:rPr>
              <w:t>n257H</w:t>
            </w:r>
          </w:p>
          <w:p w14:paraId="26C204AB" w14:textId="77777777" w:rsidR="001E6B6B" w:rsidRDefault="001E6B6B" w:rsidP="006B3BD2">
            <w:pPr>
              <w:pStyle w:val="TAC"/>
              <w:rPr>
                <w:lang w:val="en-US" w:eastAsia="ja-JP"/>
              </w:rPr>
            </w:pPr>
            <w:r>
              <w:rPr>
                <w:lang w:val="en-US" w:eastAsia="fi-FI"/>
              </w:rPr>
              <w:t>DC_</w:t>
            </w:r>
            <w:r>
              <w:rPr>
                <w:lang w:val="en-US" w:eastAsia="ja-JP"/>
              </w:rPr>
              <w:t>3</w:t>
            </w:r>
            <w:r>
              <w:rPr>
                <w:lang w:val="en-US" w:eastAsia="fi-FI"/>
              </w:rPr>
              <w:t>A_</w:t>
            </w:r>
            <w:r>
              <w:rPr>
                <w:lang w:val="en-US" w:eastAsia="ja-JP"/>
              </w:rPr>
              <w:t>n257I</w:t>
            </w:r>
          </w:p>
          <w:p w14:paraId="7C39E4AA" w14:textId="77777777" w:rsidR="001E6B6B" w:rsidRDefault="001E6B6B" w:rsidP="006B3BD2">
            <w:pPr>
              <w:pStyle w:val="TAC"/>
              <w:rPr>
                <w:lang w:val="en-US" w:eastAsia="fi-FI"/>
              </w:rPr>
            </w:pPr>
            <w:r>
              <w:rPr>
                <w:lang w:val="en-US" w:eastAsia="fi-FI"/>
              </w:rPr>
              <w:t>DC_</w:t>
            </w:r>
            <w:r>
              <w:rPr>
                <w:lang w:val="en-US" w:eastAsia="ja-JP"/>
              </w:rPr>
              <w:t>18</w:t>
            </w:r>
            <w:r>
              <w:rPr>
                <w:lang w:val="en-US" w:eastAsia="fi-FI"/>
              </w:rPr>
              <w:t>A_</w:t>
            </w:r>
            <w:r>
              <w:rPr>
                <w:lang w:val="en-US" w:eastAsia="ja-JP"/>
              </w:rPr>
              <w:t>n257</w:t>
            </w:r>
            <w:r>
              <w:rPr>
                <w:lang w:val="en-US" w:eastAsia="fi-FI"/>
              </w:rPr>
              <w:t>A</w:t>
            </w:r>
          </w:p>
          <w:p w14:paraId="54065813" w14:textId="77777777" w:rsidR="001E6B6B" w:rsidRDefault="001E6B6B" w:rsidP="006B3BD2">
            <w:pPr>
              <w:pStyle w:val="TAC"/>
              <w:rPr>
                <w:lang w:val="en-US" w:eastAsia="ja-JP"/>
              </w:rPr>
            </w:pPr>
            <w:r>
              <w:rPr>
                <w:lang w:val="en-US" w:eastAsia="fi-FI"/>
              </w:rPr>
              <w:t>DC_</w:t>
            </w:r>
            <w:r>
              <w:rPr>
                <w:lang w:val="en-US" w:eastAsia="ja-JP"/>
              </w:rPr>
              <w:t>18</w:t>
            </w:r>
            <w:r>
              <w:rPr>
                <w:lang w:val="en-US" w:eastAsia="fi-FI"/>
              </w:rPr>
              <w:t>A_</w:t>
            </w:r>
            <w:r>
              <w:rPr>
                <w:lang w:val="en-US" w:eastAsia="ja-JP"/>
              </w:rPr>
              <w:t>n257</w:t>
            </w:r>
            <w:r>
              <w:rPr>
                <w:lang w:val="en-US" w:eastAsia="fi-FI"/>
              </w:rPr>
              <w:t>G</w:t>
            </w:r>
          </w:p>
          <w:p w14:paraId="126DB6BC" w14:textId="77777777" w:rsidR="001E6B6B" w:rsidRDefault="001E6B6B" w:rsidP="006B3BD2">
            <w:pPr>
              <w:pStyle w:val="TAC"/>
              <w:rPr>
                <w:lang w:val="en-US" w:eastAsia="ja-JP"/>
              </w:rPr>
            </w:pPr>
            <w:r>
              <w:rPr>
                <w:lang w:val="en-US" w:eastAsia="fi-FI"/>
              </w:rPr>
              <w:t>DC_</w:t>
            </w:r>
            <w:r>
              <w:rPr>
                <w:lang w:val="en-US" w:eastAsia="ja-JP"/>
              </w:rPr>
              <w:t>18</w:t>
            </w:r>
            <w:r>
              <w:rPr>
                <w:lang w:val="en-US" w:eastAsia="fi-FI"/>
              </w:rPr>
              <w:t>A_</w:t>
            </w:r>
            <w:r>
              <w:rPr>
                <w:lang w:val="en-US" w:eastAsia="ja-JP"/>
              </w:rPr>
              <w:t>n257</w:t>
            </w:r>
            <w:r>
              <w:rPr>
                <w:lang w:val="en-US" w:eastAsia="fi-FI"/>
              </w:rPr>
              <w:t>H</w:t>
            </w:r>
          </w:p>
          <w:p w14:paraId="1607F802" w14:textId="77777777" w:rsidR="001E6B6B" w:rsidRDefault="001E6B6B" w:rsidP="006B3BD2">
            <w:pPr>
              <w:pStyle w:val="TAC"/>
              <w:rPr>
                <w:lang w:val="en-US" w:eastAsia="ja-JP"/>
              </w:rPr>
            </w:pPr>
            <w:r>
              <w:rPr>
                <w:lang w:val="en-US" w:eastAsia="fi-FI"/>
              </w:rPr>
              <w:t>DC_</w:t>
            </w:r>
            <w:r>
              <w:rPr>
                <w:lang w:val="en-US" w:eastAsia="ja-JP"/>
              </w:rPr>
              <w:t>18</w:t>
            </w:r>
            <w:r>
              <w:rPr>
                <w:lang w:val="en-US" w:eastAsia="fi-FI"/>
              </w:rPr>
              <w:t>A_</w:t>
            </w:r>
            <w:r>
              <w:rPr>
                <w:lang w:val="en-US" w:eastAsia="ja-JP"/>
              </w:rPr>
              <w:t>n257</w:t>
            </w:r>
            <w:r>
              <w:rPr>
                <w:lang w:val="en-US" w:eastAsia="fi-FI"/>
              </w:rPr>
              <w:t>I</w:t>
            </w:r>
          </w:p>
          <w:p w14:paraId="4AC2108F" w14:textId="76E3BBD6" w:rsidR="001E6B6B" w:rsidRDefault="001E6B6B" w:rsidP="006B3BD2">
            <w:pPr>
              <w:pStyle w:val="TAC"/>
              <w:rPr>
                <w:lang w:val="en-US" w:eastAsia="fi-FI"/>
              </w:rPr>
            </w:pPr>
            <w:r>
              <w:rPr>
                <w:lang w:val="en-US" w:eastAsia="fi-FI"/>
              </w:rPr>
              <w:t>DC_</w:t>
            </w:r>
            <w:r>
              <w:rPr>
                <w:lang w:val="en-US" w:eastAsia="ja-JP"/>
              </w:rPr>
              <w:t>42</w:t>
            </w:r>
            <w:r>
              <w:rPr>
                <w:lang w:val="en-US" w:eastAsia="fi-FI"/>
              </w:rPr>
              <w:t>A_</w:t>
            </w:r>
            <w:r>
              <w:rPr>
                <w:lang w:val="en-US" w:eastAsia="ja-JP"/>
              </w:rPr>
              <w:t>n257</w:t>
            </w:r>
            <w:r>
              <w:rPr>
                <w:lang w:val="en-US" w:eastAsia="fi-FI"/>
              </w:rPr>
              <w:t>A</w:t>
            </w:r>
          </w:p>
          <w:p w14:paraId="120221C2" w14:textId="77777777" w:rsidR="001E6B6B" w:rsidRDefault="001E6B6B" w:rsidP="006B3BD2">
            <w:pPr>
              <w:pStyle w:val="TAC"/>
              <w:rPr>
                <w:lang w:val="en-US" w:eastAsia="fi-FI"/>
              </w:rPr>
            </w:pPr>
            <w:r>
              <w:rPr>
                <w:lang w:val="en-US" w:eastAsia="fi-FI"/>
              </w:rPr>
              <w:t>DC_</w:t>
            </w:r>
            <w:r>
              <w:rPr>
                <w:lang w:val="en-US" w:eastAsia="ja-JP"/>
              </w:rPr>
              <w:t>42</w:t>
            </w:r>
            <w:r>
              <w:rPr>
                <w:lang w:val="en-US" w:eastAsia="fi-FI"/>
              </w:rPr>
              <w:t>A_</w:t>
            </w:r>
            <w:r>
              <w:rPr>
                <w:lang w:val="en-US" w:eastAsia="ja-JP"/>
              </w:rPr>
              <w:t>n257</w:t>
            </w:r>
            <w:r>
              <w:rPr>
                <w:lang w:val="en-US" w:eastAsia="fi-FI"/>
              </w:rPr>
              <w:t>G</w:t>
            </w:r>
          </w:p>
          <w:p w14:paraId="76D5C0DA" w14:textId="77777777" w:rsidR="001E6B6B" w:rsidRDefault="001E6B6B" w:rsidP="006B3BD2">
            <w:pPr>
              <w:pStyle w:val="TAC"/>
              <w:rPr>
                <w:lang w:val="en-US" w:eastAsia="fi-FI"/>
              </w:rPr>
            </w:pPr>
            <w:r>
              <w:rPr>
                <w:lang w:val="en-US" w:eastAsia="fi-FI"/>
              </w:rPr>
              <w:t>DC_</w:t>
            </w:r>
            <w:r>
              <w:rPr>
                <w:lang w:val="en-US" w:eastAsia="ja-JP"/>
              </w:rPr>
              <w:t>42</w:t>
            </w:r>
            <w:r>
              <w:rPr>
                <w:lang w:val="en-US" w:eastAsia="fi-FI"/>
              </w:rPr>
              <w:t>A_</w:t>
            </w:r>
            <w:r>
              <w:rPr>
                <w:lang w:val="en-US" w:eastAsia="ja-JP"/>
              </w:rPr>
              <w:t>n257</w:t>
            </w:r>
            <w:r>
              <w:rPr>
                <w:lang w:val="en-US" w:eastAsia="fi-FI"/>
              </w:rPr>
              <w:t>H</w:t>
            </w:r>
          </w:p>
          <w:p w14:paraId="01545FF0" w14:textId="77777777" w:rsidR="001E6B6B" w:rsidRDefault="001E6B6B" w:rsidP="006B3BD2">
            <w:pPr>
              <w:pStyle w:val="TAC"/>
              <w:rPr>
                <w:lang w:val="en-US" w:eastAsia="fi-FI"/>
              </w:rPr>
            </w:pPr>
            <w:r>
              <w:rPr>
                <w:lang w:val="en-US" w:eastAsia="fi-FI"/>
              </w:rPr>
              <w:t>DC_</w:t>
            </w:r>
            <w:r>
              <w:rPr>
                <w:lang w:val="en-US" w:eastAsia="ja-JP"/>
              </w:rPr>
              <w:t>42</w:t>
            </w:r>
            <w:r>
              <w:rPr>
                <w:lang w:val="en-US" w:eastAsia="fi-FI"/>
              </w:rPr>
              <w:t>A_</w:t>
            </w:r>
            <w:r>
              <w:rPr>
                <w:lang w:val="en-US" w:eastAsia="ja-JP"/>
              </w:rPr>
              <w:t>n257</w:t>
            </w:r>
            <w:r>
              <w:rPr>
                <w:lang w:val="en-US" w:eastAsia="fi-FI"/>
              </w:rPr>
              <w:t>I</w:t>
            </w:r>
          </w:p>
          <w:p w14:paraId="1CF12DAA" w14:textId="77777777" w:rsidR="001E6B6B" w:rsidRDefault="001E6B6B" w:rsidP="006B3BD2">
            <w:pPr>
              <w:pStyle w:val="TAC"/>
              <w:rPr>
                <w:lang w:val="en-US" w:eastAsia="fi-FI"/>
              </w:rPr>
            </w:pPr>
            <w:r>
              <w:rPr>
                <w:lang w:val="en-US" w:eastAsia="fi-FI"/>
              </w:rPr>
              <w:t>DC_</w:t>
            </w:r>
            <w:r>
              <w:rPr>
                <w:lang w:val="en-US" w:eastAsia="ja-JP"/>
              </w:rPr>
              <w:t>42</w:t>
            </w:r>
            <w:r>
              <w:rPr>
                <w:lang w:val="en-US" w:eastAsia="fi-FI"/>
              </w:rPr>
              <w:t>C_</w:t>
            </w:r>
            <w:r>
              <w:rPr>
                <w:lang w:val="en-US" w:eastAsia="ja-JP"/>
              </w:rPr>
              <w:t>n257</w:t>
            </w:r>
            <w:r>
              <w:rPr>
                <w:lang w:val="en-US" w:eastAsia="fi-FI"/>
              </w:rPr>
              <w:t>A</w:t>
            </w:r>
          </w:p>
          <w:p w14:paraId="6B71A46E" w14:textId="77777777" w:rsidR="001E6B6B" w:rsidRDefault="001E6B6B" w:rsidP="006B3BD2">
            <w:pPr>
              <w:pStyle w:val="TAC"/>
              <w:rPr>
                <w:lang w:val="en-US" w:eastAsia="fi-FI"/>
              </w:rPr>
            </w:pPr>
            <w:r>
              <w:rPr>
                <w:lang w:val="en-US" w:eastAsia="fi-FI"/>
              </w:rPr>
              <w:t>DC_</w:t>
            </w:r>
            <w:r>
              <w:rPr>
                <w:lang w:val="en-US" w:eastAsia="ja-JP"/>
              </w:rPr>
              <w:t>42</w:t>
            </w:r>
            <w:r>
              <w:rPr>
                <w:lang w:val="en-US" w:eastAsia="fi-FI"/>
              </w:rPr>
              <w:t>C_</w:t>
            </w:r>
            <w:r>
              <w:rPr>
                <w:lang w:val="en-US" w:eastAsia="ja-JP"/>
              </w:rPr>
              <w:t>n257</w:t>
            </w:r>
            <w:r>
              <w:rPr>
                <w:lang w:val="en-US" w:eastAsia="fi-FI"/>
              </w:rPr>
              <w:t>G</w:t>
            </w:r>
          </w:p>
          <w:p w14:paraId="01BDF4DB" w14:textId="77777777" w:rsidR="001E6B6B" w:rsidRDefault="001E6B6B" w:rsidP="006B3BD2">
            <w:pPr>
              <w:pStyle w:val="TAC"/>
              <w:rPr>
                <w:lang w:val="en-US" w:eastAsia="fi-FI"/>
              </w:rPr>
            </w:pPr>
            <w:r>
              <w:rPr>
                <w:lang w:val="en-US" w:eastAsia="fi-FI"/>
              </w:rPr>
              <w:t>DC_</w:t>
            </w:r>
            <w:r>
              <w:rPr>
                <w:lang w:val="en-US" w:eastAsia="ja-JP"/>
              </w:rPr>
              <w:t>42</w:t>
            </w:r>
            <w:r>
              <w:rPr>
                <w:lang w:val="en-US" w:eastAsia="fi-FI"/>
              </w:rPr>
              <w:t>C_</w:t>
            </w:r>
            <w:r>
              <w:rPr>
                <w:lang w:val="en-US" w:eastAsia="ja-JP"/>
              </w:rPr>
              <w:t>n257</w:t>
            </w:r>
            <w:r>
              <w:rPr>
                <w:lang w:val="en-US" w:eastAsia="fi-FI"/>
              </w:rPr>
              <w:t>H</w:t>
            </w:r>
          </w:p>
          <w:p w14:paraId="6F672C2E" w14:textId="77777777" w:rsidR="001E6B6B" w:rsidRPr="001F078B" w:rsidRDefault="001E6B6B" w:rsidP="006B3BD2">
            <w:pPr>
              <w:pStyle w:val="TAC"/>
              <w:rPr>
                <w:lang w:val="en-US" w:eastAsia="fi-FI"/>
              </w:rPr>
            </w:pPr>
            <w:r>
              <w:rPr>
                <w:lang w:val="en-US" w:eastAsia="fi-FI"/>
              </w:rPr>
              <w:t>DC_</w:t>
            </w:r>
            <w:r>
              <w:rPr>
                <w:lang w:val="en-US" w:eastAsia="ja-JP"/>
              </w:rPr>
              <w:t>42</w:t>
            </w:r>
            <w:r>
              <w:rPr>
                <w:lang w:val="en-US" w:eastAsia="fi-FI"/>
              </w:rPr>
              <w:t>C_</w:t>
            </w:r>
            <w:r>
              <w:rPr>
                <w:lang w:val="en-US" w:eastAsia="ja-JP"/>
              </w:rPr>
              <w:t>n257</w:t>
            </w:r>
            <w:r>
              <w:rPr>
                <w:lang w:val="en-US" w:eastAsia="fi-FI"/>
              </w:rPr>
              <w:t>I</w:t>
            </w:r>
          </w:p>
        </w:tc>
      </w:tr>
      <w:tr w:rsidR="001E6B6B" w:rsidRPr="001F078B" w14:paraId="06D4FE44" w14:textId="77777777" w:rsidTr="006B3BD2">
        <w:trPr>
          <w:trHeight w:val="187"/>
          <w:jc w:val="center"/>
        </w:trPr>
        <w:tc>
          <w:tcPr>
            <w:tcW w:w="4814" w:type="dxa"/>
            <w:shd w:val="clear" w:color="auto" w:fill="auto"/>
            <w:noWrap/>
            <w:tcMar>
              <w:top w:w="28" w:type="dxa"/>
              <w:left w:w="28" w:type="dxa"/>
              <w:bottom w:w="28" w:type="dxa"/>
              <w:right w:w="28" w:type="dxa"/>
            </w:tcMar>
          </w:tcPr>
          <w:p w14:paraId="5963E06D" w14:textId="77777777" w:rsidR="001E6B6B" w:rsidRPr="001F078B" w:rsidRDefault="001E6B6B" w:rsidP="006B3BD2">
            <w:pPr>
              <w:pStyle w:val="TAC"/>
              <w:rPr>
                <w:noProof/>
                <w:lang w:eastAsia="zh-CN"/>
              </w:rPr>
            </w:pPr>
            <w:r w:rsidRPr="001F078B">
              <w:rPr>
                <w:lang w:val="fi-FI" w:eastAsia="fi-FI"/>
              </w:rPr>
              <w:t>DC_3A-19A-21A_n257A</w:t>
            </w:r>
            <w:r w:rsidRPr="001F078B">
              <w:rPr>
                <w:rFonts w:hint="eastAsia"/>
                <w:vertAlign w:val="superscript"/>
                <w:lang w:val="fi-FI" w:eastAsia="zh-CN"/>
              </w:rPr>
              <w:t>2</w:t>
            </w:r>
          </w:p>
        </w:tc>
        <w:tc>
          <w:tcPr>
            <w:tcW w:w="4815" w:type="dxa"/>
            <w:tcMar>
              <w:top w:w="28" w:type="dxa"/>
              <w:left w:w="28" w:type="dxa"/>
              <w:bottom w:w="28" w:type="dxa"/>
              <w:right w:w="28" w:type="dxa"/>
            </w:tcMar>
          </w:tcPr>
          <w:p w14:paraId="67A59175" w14:textId="77777777" w:rsidR="001E6B6B" w:rsidRPr="001F078B" w:rsidRDefault="001E6B6B" w:rsidP="006B3BD2">
            <w:pPr>
              <w:pStyle w:val="TAC"/>
              <w:rPr>
                <w:lang w:val="en-US" w:eastAsia="fi-FI"/>
              </w:rPr>
            </w:pPr>
            <w:r w:rsidRPr="001F078B">
              <w:rPr>
                <w:lang w:val="en-US" w:eastAsia="fi-FI"/>
              </w:rPr>
              <w:t>DC_3A_n257A</w:t>
            </w:r>
          </w:p>
          <w:p w14:paraId="55CA29DE" w14:textId="77777777" w:rsidR="001E6B6B" w:rsidRPr="001F078B" w:rsidRDefault="001E6B6B" w:rsidP="006B3BD2">
            <w:pPr>
              <w:pStyle w:val="TAC"/>
              <w:rPr>
                <w:lang w:val="en-US" w:eastAsia="fi-FI"/>
              </w:rPr>
            </w:pPr>
            <w:r w:rsidRPr="001F078B">
              <w:rPr>
                <w:lang w:val="en-US" w:eastAsia="fi-FI"/>
              </w:rPr>
              <w:t>DC_19A_n257A</w:t>
            </w:r>
          </w:p>
          <w:p w14:paraId="47B506DC" w14:textId="77777777" w:rsidR="001E6B6B" w:rsidRPr="001F078B" w:rsidRDefault="001E6B6B" w:rsidP="006B3BD2">
            <w:pPr>
              <w:pStyle w:val="TAC"/>
              <w:rPr>
                <w:noProof/>
                <w:lang w:eastAsia="zh-CN"/>
              </w:rPr>
            </w:pPr>
            <w:r w:rsidRPr="001F078B">
              <w:rPr>
                <w:lang w:val="en-US" w:eastAsia="fi-FI"/>
              </w:rPr>
              <w:t>DC_21A_n257A</w:t>
            </w:r>
          </w:p>
        </w:tc>
      </w:tr>
      <w:tr w:rsidR="001E6B6B" w:rsidRPr="001F078B" w14:paraId="09F5B8DD" w14:textId="77777777" w:rsidTr="006B3BD2">
        <w:trPr>
          <w:trHeight w:val="187"/>
          <w:jc w:val="center"/>
        </w:trPr>
        <w:tc>
          <w:tcPr>
            <w:tcW w:w="4814" w:type="dxa"/>
            <w:shd w:val="clear" w:color="auto" w:fill="auto"/>
            <w:noWrap/>
            <w:tcMar>
              <w:top w:w="28" w:type="dxa"/>
              <w:left w:w="28" w:type="dxa"/>
              <w:bottom w:w="28" w:type="dxa"/>
              <w:right w:w="28" w:type="dxa"/>
            </w:tcMar>
          </w:tcPr>
          <w:p w14:paraId="342B3019" w14:textId="77777777" w:rsidR="001E6B6B" w:rsidRPr="001F078B" w:rsidRDefault="001E6B6B" w:rsidP="006B3BD2">
            <w:pPr>
              <w:pStyle w:val="TAC"/>
              <w:rPr>
                <w:lang w:val="en-US" w:eastAsia="fi-FI"/>
              </w:rPr>
            </w:pPr>
            <w:r w:rsidRPr="001F078B">
              <w:rPr>
                <w:lang w:val="en-US" w:eastAsia="fi-FI"/>
              </w:rPr>
              <w:lastRenderedPageBreak/>
              <w:t>DC_3A-19A-42A_n257A</w:t>
            </w:r>
          </w:p>
          <w:p w14:paraId="77E10E2A" w14:textId="77777777" w:rsidR="001E6B6B" w:rsidRPr="001F078B" w:rsidRDefault="001E6B6B" w:rsidP="006B3BD2">
            <w:pPr>
              <w:pStyle w:val="TAC"/>
              <w:rPr>
                <w:lang w:eastAsia="ja-JP"/>
              </w:rPr>
            </w:pPr>
            <w:r w:rsidRPr="001F078B">
              <w:rPr>
                <w:rFonts w:cs="Arial"/>
                <w:lang w:eastAsia="ja-JP"/>
              </w:rPr>
              <w:t>DC</w:t>
            </w:r>
            <w:r w:rsidRPr="001F078B">
              <w:rPr>
                <w:rFonts w:cs="Arial"/>
              </w:rPr>
              <w:t>_</w:t>
            </w:r>
            <w:r w:rsidRPr="001F078B">
              <w:rPr>
                <w:rFonts w:cs="Arial"/>
                <w:lang w:eastAsia="ja-JP"/>
              </w:rPr>
              <w:t>3A-19A-42A_n257D</w:t>
            </w:r>
          </w:p>
          <w:p w14:paraId="0FE94E5B" w14:textId="77777777" w:rsidR="001E6B6B" w:rsidRPr="001F078B" w:rsidRDefault="001E6B6B" w:rsidP="006B3BD2">
            <w:pPr>
              <w:pStyle w:val="TAC"/>
              <w:rPr>
                <w:lang w:eastAsia="ja-JP"/>
              </w:rPr>
            </w:pPr>
            <w:r w:rsidRPr="001F078B">
              <w:rPr>
                <w:rFonts w:cs="Arial"/>
                <w:lang w:eastAsia="ja-JP"/>
              </w:rPr>
              <w:t>DC</w:t>
            </w:r>
            <w:r w:rsidRPr="001F078B">
              <w:rPr>
                <w:rFonts w:cs="Arial"/>
              </w:rPr>
              <w:t>_</w:t>
            </w:r>
            <w:r w:rsidRPr="001F078B">
              <w:rPr>
                <w:rFonts w:cs="Arial"/>
                <w:lang w:eastAsia="ja-JP"/>
              </w:rPr>
              <w:t>3A-19A-42A_n257E</w:t>
            </w:r>
          </w:p>
          <w:p w14:paraId="046FBE85"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3A-19A-42A_n257F</w:t>
            </w:r>
          </w:p>
          <w:p w14:paraId="4DECB667" w14:textId="77777777" w:rsidR="001E6B6B" w:rsidRPr="001F078B" w:rsidRDefault="001E6B6B" w:rsidP="006B3BD2">
            <w:pPr>
              <w:pStyle w:val="TAC"/>
              <w:rPr>
                <w:lang w:eastAsia="ja-JP"/>
              </w:rPr>
            </w:pPr>
            <w:r w:rsidRPr="001F078B">
              <w:rPr>
                <w:rFonts w:cs="Arial"/>
                <w:lang w:eastAsia="ja-JP"/>
              </w:rPr>
              <w:t>DC</w:t>
            </w:r>
            <w:r w:rsidRPr="001F078B">
              <w:rPr>
                <w:rFonts w:cs="Arial"/>
              </w:rPr>
              <w:t>_</w:t>
            </w:r>
            <w:r w:rsidRPr="001F078B">
              <w:rPr>
                <w:rFonts w:cs="Arial"/>
                <w:lang w:eastAsia="ja-JP"/>
              </w:rPr>
              <w:t>3A-19A-42A_n257G</w:t>
            </w:r>
          </w:p>
          <w:p w14:paraId="0D1E6F34" w14:textId="77777777" w:rsidR="001E6B6B" w:rsidRPr="001F078B" w:rsidRDefault="001E6B6B" w:rsidP="006B3BD2">
            <w:pPr>
              <w:pStyle w:val="TAC"/>
              <w:rPr>
                <w:lang w:eastAsia="ja-JP"/>
              </w:rPr>
            </w:pPr>
            <w:r w:rsidRPr="001F078B">
              <w:rPr>
                <w:rFonts w:cs="Arial"/>
                <w:lang w:eastAsia="ja-JP"/>
              </w:rPr>
              <w:t>DC</w:t>
            </w:r>
            <w:r w:rsidRPr="001F078B">
              <w:rPr>
                <w:rFonts w:cs="Arial"/>
              </w:rPr>
              <w:t>_</w:t>
            </w:r>
            <w:r w:rsidRPr="001F078B">
              <w:rPr>
                <w:rFonts w:cs="Arial"/>
                <w:lang w:eastAsia="ja-JP"/>
              </w:rPr>
              <w:t>3A-19A-42A_n257H</w:t>
            </w:r>
          </w:p>
          <w:p w14:paraId="639CD2F0" w14:textId="77777777" w:rsidR="001E6B6B" w:rsidRPr="001F078B" w:rsidRDefault="001E6B6B" w:rsidP="006B3BD2">
            <w:pPr>
              <w:pStyle w:val="TAC"/>
              <w:rPr>
                <w:lang w:val="en-US" w:eastAsia="zh-CN"/>
              </w:rPr>
            </w:pPr>
            <w:r w:rsidRPr="001F078B">
              <w:rPr>
                <w:rFonts w:cs="Arial"/>
                <w:lang w:eastAsia="ja-JP"/>
              </w:rPr>
              <w:t>DC</w:t>
            </w:r>
            <w:r w:rsidRPr="001F078B">
              <w:rPr>
                <w:rFonts w:cs="Arial"/>
              </w:rPr>
              <w:t>_</w:t>
            </w:r>
            <w:r w:rsidRPr="001F078B">
              <w:rPr>
                <w:rFonts w:cs="Arial"/>
                <w:lang w:eastAsia="ja-JP"/>
              </w:rPr>
              <w:t>3A-19A-42A_n257I</w:t>
            </w:r>
          </w:p>
          <w:p w14:paraId="1255321C" w14:textId="77777777" w:rsidR="001E6B6B" w:rsidRPr="001F078B" w:rsidRDefault="001E6B6B" w:rsidP="006B3BD2">
            <w:pPr>
              <w:pStyle w:val="TAC"/>
              <w:rPr>
                <w:rFonts w:cs="Arial"/>
                <w:lang w:eastAsia="ja-JP"/>
              </w:rPr>
            </w:pPr>
            <w:r w:rsidRPr="001F078B">
              <w:rPr>
                <w:rFonts w:cs="Arial" w:hint="eastAsia"/>
                <w:lang w:eastAsia="ja-JP"/>
              </w:rPr>
              <w:t>DC</w:t>
            </w:r>
            <w:r w:rsidRPr="001F078B">
              <w:rPr>
                <w:rFonts w:cs="Arial"/>
              </w:rPr>
              <w:t>_</w:t>
            </w:r>
            <w:r w:rsidRPr="001F078B">
              <w:rPr>
                <w:rFonts w:cs="Arial"/>
                <w:lang w:eastAsia="ja-JP"/>
              </w:rPr>
              <w:t>3A-19A-42C</w:t>
            </w:r>
            <w:r w:rsidRPr="001F078B">
              <w:rPr>
                <w:rFonts w:cs="Arial" w:hint="eastAsia"/>
                <w:lang w:eastAsia="ja-JP"/>
              </w:rPr>
              <w:t>_n257A</w:t>
            </w:r>
          </w:p>
          <w:p w14:paraId="69700561" w14:textId="77777777" w:rsidR="001E6B6B" w:rsidRPr="001F078B" w:rsidRDefault="001E6B6B" w:rsidP="006B3BD2">
            <w:pPr>
              <w:pStyle w:val="TAC"/>
              <w:rPr>
                <w:lang w:eastAsia="ja-JP"/>
              </w:rPr>
            </w:pPr>
            <w:r w:rsidRPr="001F078B">
              <w:rPr>
                <w:rFonts w:cs="Arial"/>
                <w:lang w:eastAsia="ja-JP"/>
              </w:rPr>
              <w:t>DC</w:t>
            </w:r>
            <w:r w:rsidRPr="001F078B">
              <w:rPr>
                <w:rFonts w:cs="Arial"/>
              </w:rPr>
              <w:t>_</w:t>
            </w:r>
            <w:r w:rsidRPr="001F078B">
              <w:rPr>
                <w:rFonts w:cs="Arial"/>
                <w:lang w:eastAsia="ja-JP"/>
              </w:rPr>
              <w:t>3A-19A-42C_n257D</w:t>
            </w:r>
          </w:p>
          <w:p w14:paraId="098B56B3" w14:textId="77777777" w:rsidR="001E6B6B" w:rsidRPr="001F078B" w:rsidRDefault="001E6B6B" w:rsidP="006B3BD2">
            <w:pPr>
              <w:pStyle w:val="TAC"/>
              <w:rPr>
                <w:lang w:eastAsia="ja-JP"/>
              </w:rPr>
            </w:pPr>
            <w:r w:rsidRPr="001F078B">
              <w:rPr>
                <w:rFonts w:cs="Arial"/>
                <w:lang w:eastAsia="ja-JP"/>
              </w:rPr>
              <w:t>DC</w:t>
            </w:r>
            <w:r w:rsidRPr="001F078B">
              <w:rPr>
                <w:rFonts w:cs="Arial"/>
              </w:rPr>
              <w:t>_</w:t>
            </w:r>
            <w:r w:rsidRPr="001F078B">
              <w:rPr>
                <w:rFonts w:cs="Arial"/>
                <w:lang w:eastAsia="ja-JP"/>
              </w:rPr>
              <w:t>3A-19A-42C_n257E</w:t>
            </w:r>
          </w:p>
          <w:p w14:paraId="4189B930"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3A-19A-42C_n257F</w:t>
            </w:r>
          </w:p>
          <w:p w14:paraId="5B924E10" w14:textId="77777777" w:rsidR="001E6B6B" w:rsidRPr="001F078B" w:rsidRDefault="001E6B6B" w:rsidP="006B3BD2">
            <w:pPr>
              <w:pStyle w:val="TAC"/>
              <w:rPr>
                <w:lang w:eastAsia="ja-JP"/>
              </w:rPr>
            </w:pPr>
            <w:r w:rsidRPr="001F078B">
              <w:rPr>
                <w:rFonts w:cs="Arial"/>
                <w:lang w:eastAsia="ja-JP"/>
              </w:rPr>
              <w:t>DC</w:t>
            </w:r>
            <w:r w:rsidRPr="001F078B">
              <w:rPr>
                <w:rFonts w:cs="Arial"/>
              </w:rPr>
              <w:t>_</w:t>
            </w:r>
            <w:r w:rsidRPr="001F078B">
              <w:rPr>
                <w:rFonts w:cs="Arial"/>
                <w:lang w:eastAsia="ja-JP"/>
              </w:rPr>
              <w:t>3A-19A-42C_n257G</w:t>
            </w:r>
          </w:p>
          <w:p w14:paraId="16C99DAC" w14:textId="77777777" w:rsidR="001E6B6B" w:rsidRPr="001F078B" w:rsidRDefault="001E6B6B" w:rsidP="006B3BD2">
            <w:pPr>
              <w:pStyle w:val="TAC"/>
              <w:rPr>
                <w:lang w:eastAsia="ja-JP"/>
              </w:rPr>
            </w:pPr>
            <w:r w:rsidRPr="001F078B">
              <w:rPr>
                <w:rFonts w:cs="Arial"/>
                <w:lang w:eastAsia="ja-JP"/>
              </w:rPr>
              <w:t>DC</w:t>
            </w:r>
            <w:r w:rsidRPr="001F078B">
              <w:rPr>
                <w:rFonts w:cs="Arial"/>
              </w:rPr>
              <w:t>_</w:t>
            </w:r>
            <w:r w:rsidRPr="001F078B">
              <w:rPr>
                <w:rFonts w:cs="Arial"/>
                <w:lang w:eastAsia="ja-JP"/>
              </w:rPr>
              <w:t>3A-19A-42C_n257H</w:t>
            </w:r>
          </w:p>
          <w:p w14:paraId="4FB28B80"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3A-19A-42C_n257I</w:t>
            </w:r>
          </w:p>
          <w:p w14:paraId="0F9E9A4D"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3A-19A-42D_n257A</w:t>
            </w:r>
          </w:p>
          <w:p w14:paraId="5292258F"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3A-19A-42D_n257D</w:t>
            </w:r>
          </w:p>
          <w:p w14:paraId="4BB7B185"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3A-19A-42D_n257E</w:t>
            </w:r>
          </w:p>
          <w:p w14:paraId="61221B99" w14:textId="77777777" w:rsidR="001E6B6B" w:rsidRPr="001F078B" w:rsidRDefault="001E6B6B" w:rsidP="006B3BD2">
            <w:pPr>
              <w:pStyle w:val="TAC"/>
              <w:rPr>
                <w:noProof/>
                <w:lang w:eastAsia="zh-CN"/>
              </w:rPr>
            </w:pPr>
            <w:r w:rsidRPr="001F078B">
              <w:rPr>
                <w:rFonts w:cs="Arial"/>
                <w:lang w:eastAsia="ja-JP"/>
              </w:rPr>
              <w:t>DC</w:t>
            </w:r>
            <w:r w:rsidRPr="001F078B">
              <w:rPr>
                <w:rFonts w:cs="Arial"/>
              </w:rPr>
              <w:t>_</w:t>
            </w:r>
            <w:r w:rsidRPr="001F078B">
              <w:rPr>
                <w:rFonts w:cs="Arial"/>
                <w:lang w:eastAsia="ja-JP"/>
              </w:rPr>
              <w:t>3A-19A-42D_n257F</w:t>
            </w:r>
          </w:p>
        </w:tc>
        <w:tc>
          <w:tcPr>
            <w:tcW w:w="4815" w:type="dxa"/>
            <w:tcMar>
              <w:top w:w="28" w:type="dxa"/>
              <w:left w:w="28" w:type="dxa"/>
              <w:bottom w:w="28" w:type="dxa"/>
              <w:right w:w="28" w:type="dxa"/>
            </w:tcMar>
          </w:tcPr>
          <w:p w14:paraId="7489A614" w14:textId="77777777" w:rsidR="001E6B6B" w:rsidRPr="001F078B" w:rsidRDefault="001E6B6B" w:rsidP="006B3BD2">
            <w:pPr>
              <w:pStyle w:val="TAC"/>
              <w:rPr>
                <w:lang w:val="en-US" w:eastAsia="fi-FI"/>
              </w:rPr>
            </w:pPr>
            <w:r w:rsidRPr="001F078B">
              <w:rPr>
                <w:lang w:val="en-US" w:eastAsia="fi-FI"/>
              </w:rPr>
              <w:t>DC_3A_n257A</w:t>
            </w:r>
          </w:p>
          <w:p w14:paraId="5FB543E0" w14:textId="77777777" w:rsidR="001E6B6B" w:rsidRPr="001F078B" w:rsidRDefault="001E6B6B" w:rsidP="006B3BD2">
            <w:pPr>
              <w:pStyle w:val="TAC"/>
              <w:rPr>
                <w:lang w:val="en-US" w:eastAsia="fi-FI"/>
              </w:rPr>
            </w:pPr>
            <w:r w:rsidRPr="001F078B">
              <w:rPr>
                <w:lang w:val="en-US" w:eastAsia="fi-FI"/>
              </w:rPr>
              <w:t>DC_3A_n257D</w:t>
            </w:r>
          </w:p>
          <w:p w14:paraId="47F9D6E5" w14:textId="77777777" w:rsidR="001E6B6B" w:rsidRPr="000E5B8D" w:rsidRDefault="001E6B6B" w:rsidP="006B3BD2">
            <w:pPr>
              <w:pStyle w:val="TAC"/>
              <w:rPr>
                <w:lang w:eastAsia="fi-FI"/>
              </w:rPr>
            </w:pPr>
            <w:r w:rsidRPr="000E5B8D">
              <w:rPr>
                <w:lang w:eastAsia="fi-FI"/>
              </w:rPr>
              <w:t>DC_3A_n257G</w:t>
            </w:r>
          </w:p>
          <w:p w14:paraId="56B5E5F5" w14:textId="77777777" w:rsidR="001E6B6B" w:rsidRPr="000E5B8D" w:rsidRDefault="001E6B6B" w:rsidP="006B3BD2">
            <w:pPr>
              <w:pStyle w:val="TAC"/>
              <w:rPr>
                <w:lang w:eastAsia="fi-FI"/>
              </w:rPr>
            </w:pPr>
            <w:r w:rsidRPr="000E5B8D">
              <w:rPr>
                <w:lang w:eastAsia="fi-FI"/>
              </w:rPr>
              <w:t>DC_3A_n257H</w:t>
            </w:r>
          </w:p>
          <w:p w14:paraId="1B43CEE2" w14:textId="77777777" w:rsidR="001E6B6B" w:rsidRPr="001F078B" w:rsidRDefault="001E6B6B" w:rsidP="006B3BD2">
            <w:pPr>
              <w:pStyle w:val="TAC"/>
              <w:rPr>
                <w:lang w:val="en-US" w:eastAsia="fi-FI"/>
              </w:rPr>
            </w:pPr>
            <w:r w:rsidRPr="000E5B8D">
              <w:rPr>
                <w:lang w:eastAsia="fi-FI"/>
              </w:rPr>
              <w:t>DC_3A_n257I</w:t>
            </w:r>
          </w:p>
          <w:p w14:paraId="136476A4" w14:textId="77777777" w:rsidR="001E6B6B" w:rsidRPr="001F078B" w:rsidRDefault="001E6B6B" w:rsidP="006B3BD2">
            <w:pPr>
              <w:pStyle w:val="TAC"/>
              <w:rPr>
                <w:lang w:val="en-US" w:eastAsia="fi-FI"/>
              </w:rPr>
            </w:pPr>
            <w:r w:rsidRPr="001F078B">
              <w:rPr>
                <w:lang w:val="en-US" w:eastAsia="fi-FI"/>
              </w:rPr>
              <w:t>DC_19A_n257A</w:t>
            </w:r>
          </w:p>
          <w:p w14:paraId="10283072" w14:textId="77777777" w:rsidR="001E6B6B" w:rsidRPr="001F078B" w:rsidRDefault="001E6B6B" w:rsidP="006B3BD2">
            <w:pPr>
              <w:pStyle w:val="TAC"/>
              <w:rPr>
                <w:lang w:val="en-US" w:eastAsia="fi-FI"/>
              </w:rPr>
            </w:pPr>
            <w:r w:rsidRPr="001F078B">
              <w:rPr>
                <w:lang w:val="en-US" w:eastAsia="fi-FI"/>
              </w:rPr>
              <w:t>DC_19A_n257D</w:t>
            </w:r>
          </w:p>
          <w:p w14:paraId="70D74819" w14:textId="77777777" w:rsidR="001E6B6B" w:rsidRPr="000E5B8D" w:rsidRDefault="001E6B6B" w:rsidP="006B3BD2">
            <w:pPr>
              <w:pStyle w:val="TAC"/>
              <w:rPr>
                <w:lang w:eastAsia="fi-FI"/>
              </w:rPr>
            </w:pPr>
            <w:r w:rsidRPr="000E5B8D">
              <w:rPr>
                <w:lang w:eastAsia="fi-FI"/>
              </w:rPr>
              <w:t>DC_19A_n257G</w:t>
            </w:r>
          </w:p>
          <w:p w14:paraId="0DF5DA40" w14:textId="77777777" w:rsidR="001E6B6B" w:rsidRPr="000E5B8D" w:rsidRDefault="001E6B6B" w:rsidP="006B3BD2">
            <w:pPr>
              <w:pStyle w:val="TAC"/>
              <w:rPr>
                <w:lang w:eastAsia="fi-FI"/>
              </w:rPr>
            </w:pPr>
            <w:r w:rsidRPr="000E5B8D">
              <w:rPr>
                <w:lang w:eastAsia="fi-FI"/>
              </w:rPr>
              <w:t>DC_19A_n257H</w:t>
            </w:r>
          </w:p>
          <w:p w14:paraId="2BC283C5" w14:textId="77777777" w:rsidR="001E6B6B" w:rsidRPr="001F078B" w:rsidRDefault="001E6B6B" w:rsidP="006B3BD2">
            <w:pPr>
              <w:pStyle w:val="TAC"/>
              <w:rPr>
                <w:lang w:val="en-US" w:eastAsia="fi-FI"/>
              </w:rPr>
            </w:pPr>
            <w:r w:rsidRPr="000E5B8D">
              <w:rPr>
                <w:lang w:eastAsia="fi-FI"/>
              </w:rPr>
              <w:t>DC_19A_n257I</w:t>
            </w:r>
          </w:p>
          <w:p w14:paraId="6045F115" w14:textId="77777777" w:rsidR="001E6B6B" w:rsidRPr="001F078B" w:rsidRDefault="001E6B6B" w:rsidP="006B3BD2">
            <w:pPr>
              <w:pStyle w:val="TAC"/>
              <w:rPr>
                <w:lang w:val="en-US" w:eastAsia="fi-FI"/>
              </w:rPr>
            </w:pPr>
            <w:r w:rsidRPr="001F078B">
              <w:rPr>
                <w:lang w:val="en-US" w:eastAsia="fi-FI"/>
              </w:rPr>
              <w:t>DC_42A_n257A</w:t>
            </w:r>
          </w:p>
          <w:p w14:paraId="763EAEA2" w14:textId="77777777" w:rsidR="001E6B6B" w:rsidRPr="001F078B" w:rsidRDefault="001E6B6B" w:rsidP="006B3BD2">
            <w:pPr>
              <w:pStyle w:val="TAC"/>
              <w:rPr>
                <w:lang w:val="en-US" w:eastAsia="fi-FI"/>
              </w:rPr>
            </w:pPr>
            <w:r w:rsidRPr="001F078B">
              <w:rPr>
                <w:lang w:val="en-US" w:eastAsia="fi-FI"/>
              </w:rPr>
              <w:t>DC_42A_n257D</w:t>
            </w:r>
          </w:p>
          <w:p w14:paraId="5DBE6E4B" w14:textId="77777777" w:rsidR="001E6B6B" w:rsidRPr="000E5B8D" w:rsidRDefault="001E6B6B" w:rsidP="006B3BD2">
            <w:pPr>
              <w:pStyle w:val="TAC"/>
              <w:rPr>
                <w:lang w:eastAsia="fi-FI"/>
              </w:rPr>
            </w:pPr>
            <w:r w:rsidRPr="000E5B8D">
              <w:rPr>
                <w:lang w:eastAsia="fi-FI"/>
              </w:rPr>
              <w:t>DC_42A_n257G</w:t>
            </w:r>
          </w:p>
          <w:p w14:paraId="6D9A0D62" w14:textId="77777777" w:rsidR="001E6B6B" w:rsidRPr="000E5B8D" w:rsidRDefault="001E6B6B" w:rsidP="006B3BD2">
            <w:pPr>
              <w:pStyle w:val="TAC"/>
              <w:rPr>
                <w:lang w:eastAsia="fi-FI"/>
              </w:rPr>
            </w:pPr>
            <w:r w:rsidRPr="000E5B8D">
              <w:rPr>
                <w:lang w:eastAsia="fi-FI"/>
              </w:rPr>
              <w:t>DC_42A_n257H</w:t>
            </w:r>
          </w:p>
          <w:p w14:paraId="4A005625" w14:textId="77777777" w:rsidR="001E6B6B" w:rsidRPr="001F078B" w:rsidRDefault="001E6B6B" w:rsidP="006B3BD2">
            <w:pPr>
              <w:pStyle w:val="TAC"/>
              <w:rPr>
                <w:noProof/>
                <w:lang w:eastAsia="zh-CN"/>
              </w:rPr>
            </w:pPr>
            <w:r w:rsidRPr="000E5B8D">
              <w:rPr>
                <w:lang w:eastAsia="fi-FI"/>
              </w:rPr>
              <w:t>DC_42A_n257I</w:t>
            </w:r>
          </w:p>
        </w:tc>
      </w:tr>
      <w:tr w:rsidR="001E6B6B" w:rsidRPr="001F078B" w14:paraId="57D4C3A4" w14:textId="77777777" w:rsidTr="006B3BD2">
        <w:trPr>
          <w:trHeight w:val="187"/>
          <w:jc w:val="center"/>
        </w:trPr>
        <w:tc>
          <w:tcPr>
            <w:tcW w:w="4814" w:type="dxa"/>
            <w:shd w:val="clear" w:color="auto" w:fill="auto"/>
            <w:noWrap/>
            <w:tcMar>
              <w:top w:w="28" w:type="dxa"/>
              <w:left w:w="28" w:type="dxa"/>
              <w:bottom w:w="28" w:type="dxa"/>
              <w:right w:w="28" w:type="dxa"/>
            </w:tcMar>
          </w:tcPr>
          <w:p w14:paraId="32C1AD95" w14:textId="77777777" w:rsidR="001E6B6B" w:rsidRPr="001F078B" w:rsidRDefault="001E6B6B" w:rsidP="006B3BD2">
            <w:pPr>
              <w:pStyle w:val="TAC"/>
            </w:pPr>
            <w:r w:rsidRPr="001F078B">
              <w:rPr>
                <w:lang w:eastAsia="ja-JP"/>
              </w:rPr>
              <w:t>DC</w:t>
            </w:r>
            <w:r w:rsidRPr="001F078B">
              <w:t>_</w:t>
            </w:r>
            <w:r w:rsidRPr="001F078B">
              <w:rPr>
                <w:lang w:eastAsia="ja-JP"/>
              </w:rPr>
              <w:t>3A-21A-42A_n257</w:t>
            </w:r>
            <w:r w:rsidRPr="001F078B">
              <w:t>A</w:t>
            </w:r>
          </w:p>
          <w:p w14:paraId="4B2D08EA" w14:textId="77777777" w:rsidR="001E6B6B" w:rsidRPr="001F078B" w:rsidRDefault="001E6B6B" w:rsidP="006B3BD2">
            <w:pPr>
              <w:pStyle w:val="TAC"/>
              <w:rPr>
                <w:lang w:eastAsia="ja-JP"/>
              </w:rPr>
            </w:pPr>
            <w:r w:rsidRPr="001F078B">
              <w:rPr>
                <w:rFonts w:cs="Arial"/>
                <w:lang w:eastAsia="ja-JP"/>
              </w:rPr>
              <w:t>DC</w:t>
            </w:r>
            <w:r w:rsidRPr="001F078B">
              <w:rPr>
                <w:rFonts w:cs="Arial"/>
              </w:rPr>
              <w:t>_</w:t>
            </w:r>
            <w:r w:rsidRPr="001F078B">
              <w:rPr>
                <w:rFonts w:cs="Arial"/>
                <w:lang w:eastAsia="ja-JP"/>
              </w:rPr>
              <w:t>3A-21A-42A_n257D</w:t>
            </w:r>
          </w:p>
          <w:p w14:paraId="19BBE668" w14:textId="77777777" w:rsidR="001E6B6B" w:rsidRPr="001F078B" w:rsidRDefault="001E6B6B" w:rsidP="006B3BD2">
            <w:pPr>
              <w:pStyle w:val="TAC"/>
              <w:rPr>
                <w:lang w:eastAsia="ja-JP"/>
              </w:rPr>
            </w:pPr>
            <w:r w:rsidRPr="001F078B">
              <w:rPr>
                <w:rFonts w:cs="Arial"/>
                <w:lang w:eastAsia="ja-JP"/>
              </w:rPr>
              <w:t>DC</w:t>
            </w:r>
            <w:r w:rsidRPr="001F078B">
              <w:rPr>
                <w:rFonts w:cs="Arial"/>
              </w:rPr>
              <w:t>_</w:t>
            </w:r>
            <w:r w:rsidRPr="001F078B">
              <w:rPr>
                <w:rFonts w:cs="Arial"/>
                <w:lang w:eastAsia="ja-JP"/>
              </w:rPr>
              <w:t>3A-21A-42A_n257E</w:t>
            </w:r>
          </w:p>
          <w:p w14:paraId="5882DEC0"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3A-21A-42A_n257F</w:t>
            </w:r>
          </w:p>
          <w:p w14:paraId="2FA843B8" w14:textId="77777777" w:rsidR="001E6B6B" w:rsidRPr="001F078B" w:rsidRDefault="001E6B6B" w:rsidP="006B3BD2">
            <w:pPr>
              <w:pStyle w:val="TAC"/>
              <w:rPr>
                <w:lang w:eastAsia="ja-JP"/>
              </w:rPr>
            </w:pPr>
            <w:r w:rsidRPr="001F078B">
              <w:rPr>
                <w:rFonts w:cs="Arial"/>
                <w:lang w:eastAsia="ja-JP"/>
              </w:rPr>
              <w:t>DC</w:t>
            </w:r>
            <w:r w:rsidRPr="001F078B">
              <w:rPr>
                <w:rFonts w:cs="Arial"/>
              </w:rPr>
              <w:t>_</w:t>
            </w:r>
            <w:r w:rsidRPr="001F078B">
              <w:rPr>
                <w:rFonts w:cs="Arial"/>
                <w:lang w:eastAsia="ja-JP"/>
              </w:rPr>
              <w:t>3A-21A-42A_n257G</w:t>
            </w:r>
          </w:p>
          <w:p w14:paraId="653AA6C2" w14:textId="77777777" w:rsidR="001E6B6B" w:rsidRPr="001F078B" w:rsidRDefault="001E6B6B" w:rsidP="006B3BD2">
            <w:pPr>
              <w:pStyle w:val="TAC"/>
              <w:rPr>
                <w:lang w:eastAsia="ja-JP"/>
              </w:rPr>
            </w:pPr>
            <w:r w:rsidRPr="001F078B">
              <w:rPr>
                <w:rFonts w:cs="Arial"/>
                <w:lang w:eastAsia="ja-JP"/>
              </w:rPr>
              <w:t>DC</w:t>
            </w:r>
            <w:r w:rsidRPr="001F078B">
              <w:rPr>
                <w:rFonts w:cs="Arial"/>
              </w:rPr>
              <w:t>_</w:t>
            </w:r>
            <w:r w:rsidRPr="001F078B">
              <w:rPr>
                <w:rFonts w:cs="Arial"/>
                <w:lang w:eastAsia="ja-JP"/>
              </w:rPr>
              <w:t>3A-21A-42A_n257H</w:t>
            </w:r>
          </w:p>
          <w:p w14:paraId="161C542B" w14:textId="77777777" w:rsidR="001E6B6B" w:rsidRPr="001F078B" w:rsidRDefault="001E6B6B" w:rsidP="006B3BD2">
            <w:pPr>
              <w:pStyle w:val="TAC"/>
              <w:rPr>
                <w:lang w:eastAsia="zh-CN"/>
              </w:rPr>
            </w:pPr>
            <w:r w:rsidRPr="001F078B">
              <w:rPr>
                <w:rFonts w:cs="Arial"/>
                <w:lang w:eastAsia="ja-JP"/>
              </w:rPr>
              <w:t>DC</w:t>
            </w:r>
            <w:r w:rsidRPr="001F078B">
              <w:rPr>
                <w:rFonts w:cs="Arial"/>
              </w:rPr>
              <w:t>_</w:t>
            </w:r>
            <w:r w:rsidRPr="001F078B">
              <w:rPr>
                <w:rFonts w:cs="Arial"/>
                <w:lang w:eastAsia="ja-JP"/>
              </w:rPr>
              <w:t>3A-21A-42A_n257I</w:t>
            </w:r>
          </w:p>
          <w:p w14:paraId="57D5BA7B" w14:textId="77777777" w:rsidR="001E6B6B" w:rsidRPr="001F078B" w:rsidRDefault="001E6B6B" w:rsidP="006B3BD2">
            <w:pPr>
              <w:pStyle w:val="TAC"/>
              <w:rPr>
                <w:lang w:eastAsia="zh-CN"/>
              </w:rPr>
            </w:pPr>
            <w:r w:rsidRPr="001F078B">
              <w:rPr>
                <w:rFonts w:hint="eastAsia"/>
                <w:lang w:eastAsia="ja-JP"/>
              </w:rPr>
              <w:t>DC</w:t>
            </w:r>
            <w:r w:rsidRPr="001F078B">
              <w:t>_</w:t>
            </w:r>
            <w:r w:rsidRPr="001F078B">
              <w:rPr>
                <w:rFonts w:hint="eastAsia"/>
                <w:lang w:eastAsia="ja-JP"/>
              </w:rPr>
              <w:t>3A-21A-42C</w:t>
            </w:r>
            <w:r w:rsidRPr="001F078B">
              <w:rPr>
                <w:lang w:eastAsia="ja-JP"/>
              </w:rPr>
              <w:t>_n257</w:t>
            </w:r>
            <w:r w:rsidRPr="001F078B">
              <w:t>A</w:t>
            </w:r>
          </w:p>
          <w:p w14:paraId="3D5FD7C0" w14:textId="77777777" w:rsidR="001E6B6B" w:rsidRPr="001F078B" w:rsidRDefault="001E6B6B" w:rsidP="006B3BD2">
            <w:pPr>
              <w:pStyle w:val="TAC"/>
              <w:rPr>
                <w:rFonts w:cs="Arial"/>
                <w:lang w:eastAsia="zh-CN"/>
              </w:rPr>
            </w:pPr>
            <w:r w:rsidRPr="001F078B">
              <w:rPr>
                <w:rFonts w:cs="Arial" w:hint="eastAsia"/>
                <w:lang w:eastAsia="ja-JP"/>
              </w:rPr>
              <w:t>DC</w:t>
            </w:r>
            <w:r w:rsidRPr="001F078B">
              <w:rPr>
                <w:rFonts w:cs="Arial"/>
              </w:rPr>
              <w:t>_</w:t>
            </w:r>
            <w:r w:rsidRPr="001F078B">
              <w:rPr>
                <w:rFonts w:cs="Arial" w:hint="eastAsia"/>
                <w:lang w:eastAsia="ja-JP"/>
              </w:rPr>
              <w:t>3A-21A-42C</w:t>
            </w:r>
            <w:r w:rsidRPr="001F078B">
              <w:rPr>
                <w:rFonts w:cs="Arial"/>
                <w:lang w:eastAsia="ja-JP"/>
              </w:rPr>
              <w:t>_</w:t>
            </w:r>
            <w:r w:rsidRPr="001F078B">
              <w:rPr>
                <w:rFonts w:cs="Arial" w:hint="eastAsia"/>
                <w:lang w:eastAsia="ja-JP"/>
              </w:rPr>
              <w:t>n257</w:t>
            </w:r>
            <w:r w:rsidRPr="001F078B">
              <w:rPr>
                <w:rFonts w:cs="Arial"/>
                <w:lang w:eastAsia="ja-JP"/>
              </w:rPr>
              <w:t>D</w:t>
            </w:r>
          </w:p>
          <w:p w14:paraId="20E4BD24" w14:textId="77777777" w:rsidR="001E6B6B" w:rsidRPr="001F078B" w:rsidRDefault="001E6B6B" w:rsidP="006B3BD2">
            <w:pPr>
              <w:pStyle w:val="TAC"/>
              <w:rPr>
                <w:rFonts w:cs="Arial"/>
                <w:lang w:eastAsia="zh-CN"/>
              </w:rPr>
            </w:pPr>
            <w:r w:rsidRPr="001F078B">
              <w:rPr>
                <w:rFonts w:cs="Arial" w:hint="eastAsia"/>
                <w:lang w:eastAsia="ja-JP"/>
              </w:rPr>
              <w:t>DC</w:t>
            </w:r>
            <w:r w:rsidRPr="001F078B">
              <w:rPr>
                <w:rFonts w:cs="Arial"/>
              </w:rPr>
              <w:t>_</w:t>
            </w:r>
            <w:r w:rsidRPr="001F078B">
              <w:rPr>
                <w:rFonts w:cs="Arial" w:hint="eastAsia"/>
                <w:lang w:eastAsia="ja-JP"/>
              </w:rPr>
              <w:t>3A-21A-42C</w:t>
            </w:r>
            <w:r w:rsidRPr="001F078B">
              <w:rPr>
                <w:rFonts w:cs="Arial"/>
                <w:lang w:eastAsia="ja-JP"/>
              </w:rPr>
              <w:t>_</w:t>
            </w:r>
            <w:r w:rsidRPr="001F078B">
              <w:rPr>
                <w:rFonts w:cs="Arial" w:hint="eastAsia"/>
                <w:lang w:eastAsia="ja-JP"/>
              </w:rPr>
              <w:t>n257</w:t>
            </w:r>
            <w:r w:rsidRPr="001F078B">
              <w:rPr>
                <w:rFonts w:cs="Arial"/>
                <w:lang w:eastAsia="ja-JP"/>
              </w:rPr>
              <w:t>E</w:t>
            </w:r>
          </w:p>
          <w:p w14:paraId="0238C022" w14:textId="77777777" w:rsidR="001E6B6B" w:rsidRPr="001F078B" w:rsidRDefault="001E6B6B" w:rsidP="006B3BD2">
            <w:pPr>
              <w:pStyle w:val="TAC"/>
              <w:rPr>
                <w:rFonts w:cs="Arial"/>
                <w:lang w:eastAsia="ja-JP"/>
              </w:rPr>
            </w:pPr>
            <w:r w:rsidRPr="001F078B">
              <w:rPr>
                <w:rFonts w:cs="Arial" w:hint="eastAsia"/>
                <w:lang w:eastAsia="ja-JP"/>
              </w:rPr>
              <w:t>DC</w:t>
            </w:r>
            <w:r w:rsidRPr="001F078B">
              <w:rPr>
                <w:rFonts w:cs="Arial"/>
              </w:rPr>
              <w:t>_</w:t>
            </w:r>
            <w:r w:rsidRPr="001F078B">
              <w:rPr>
                <w:rFonts w:cs="Arial" w:hint="eastAsia"/>
                <w:lang w:eastAsia="ja-JP"/>
              </w:rPr>
              <w:t>3A-21A-42C</w:t>
            </w:r>
            <w:r w:rsidRPr="001F078B">
              <w:rPr>
                <w:rFonts w:cs="Arial"/>
                <w:lang w:eastAsia="ja-JP"/>
              </w:rPr>
              <w:t>_</w:t>
            </w:r>
            <w:r w:rsidRPr="001F078B">
              <w:rPr>
                <w:rFonts w:cs="Arial" w:hint="eastAsia"/>
                <w:lang w:eastAsia="ja-JP"/>
              </w:rPr>
              <w:t>n257</w:t>
            </w:r>
            <w:r w:rsidRPr="001F078B">
              <w:rPr>
                <w:rFonts w:cs="Arial"/>
                <w:lang w:eastAsia="ja-JP"/>
              </w:rPr>
              <w:t>F</w:t>
            </w:r>
          </w:p>
          <w:p w14:paraId="562F98B7" w14:textId="77777777" w:rsidR="001E6B6B" w:rsidRPr="001F078B" w:rsidRDefault="001E6B6B" w:rsidP="006B3BD2">
            <w:pPr>
              <w:pStyle w:val="TAC"/>
              <w:rPr>
                <w:lang w:eastAsia="ja-JP"/>
              </w:rPr>
            </w:pPr>
            <w:r w:rsidRPr="001F078B">
              <w:rPr>
                <w:rFonts w:cs="Arial"/>
                <w:lang w:eastAsia="ja-JP"/>
              </w:rPr>
              <w:t>DC</w:t>
            </w:r>
            <w:r w:rsidRPr="001F078B">
              <w:rPr>
                <w:rFonts w:cs="Arial"/>
              </w:rPr>
              <w:t>_</w:t>
            </w:r>
            <w:r w:rsidRPr="001F078B">
              <w:rPr>
                <w:rFonts w:cs="Arial"/>
                <w:lang w:eastAsia="ja-JP"/>
              </w:rPr>
              <w:t>3A-21A-42C_n257G</w:t>
            </w:r>
          </w:p>
          <w:p w14:paraId="7B027F71" w14:textId="77777777" w:rsidR="001E6B6B" w:rsidRPr="001F078B" w:rsidRDefault="001E6B6B" w:rsidP="006B3BD2">
            <w:pPr>
              <w:pStyle w:val="TAC"/>
              <w:rPr>
                <w:lang w:eastAsia="ja-JP"/>
              </w:rPr>
            </w:pPr>
            <w:r w:rsidRPr="001F078B">
              <w:rPr>
                <w:rFonts w:cs="Arial"/>
                <w:lang w:eastAsia="ja-JP"/>
              </w:rPr>
              <w:t>DC</w:t>
            </w:r>
            <w:r w:rsidRPr="001F078B">
              <w:rPr>
                <w:rFonts w:cs="Arial"/>
              </w:rPr>
              <w:t>_</w:t>
            </w:r>
            <w:r w:rsidRPr="001F078B">
              <w:rPr>
                <w:rFonts w:cs="Arial"/>
                <w:lang w:eastAsia="ja-JP"/>
              </w:rPr>
              <w:t>3A-21A-42C_n257H</w:t>
            </w:r>
          </w:p>
          <w:p w14:paraId="29E01687"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3A-21A-42C_n257I</w:t>
            </w:r>
          </w:p>
          <w:p w14:paraId="14CCF1EB"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3A-21A-42D_n257A</w:t>
            </w:r>
          </w:p>
          <w:p w14:paraId="156972AE"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3A-21A-42D_n257D</w:t>
            </w:r>
          </w:p>
          <w:p w14:paraId="09613A6E"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3A-21A-42D_n257E</w:t>
            </w:r>
          </w:p>
          <w:p w14:paraId="720B50CB" w14:textId="77777777" w:rsidR="001E6B6B" w:rsidRPr="001F078B" w:rsidRDefault="001E6B6B" w:rsidP="006B3BD2">
            <w:pPr>
              <w:pStyle w:val="TAC"/>
              <w:rPr>
                <w:noProof/>
                <w:lang w:eastAsia="zh-CN"/>
              </w:rPr>
            </w:pPr>
            <w:r w:rsidRPr="001F078B">
              <w:rPr>
                <w:rFonts w:cs="Arial"/>
                <w:lang w:eastAsia="ja-JP"/>
              </w:rPr>
              <w:t>DC</w:t>
            </w:r>
            <w:r w:rsidRPr="001F078B">
              <w:rPr>
                <w:rFonts w:cs="Arial"/>
              </w:rPr>
              <w:t>_</w:t>
            </w:r>
            <w:r w:rsidRPr="001F078B">
              <w:rPr>
                <w:rFonts w:cs="Arial"/>
                <w:lang w:eastAsia="ja-JP"/>
              </w:rPr>
              <w:t>3A-21A-42D_n257F</w:t>
            </w:r>
          </w:p>
        </w:tc>
        <w:tc>
          <w:tcPr>
            <w:tcW w:w="4815" w:type="dxa"/>
            <w:tcMar>
              <w:top w:w="28" w:type="dxa"/>
              <w:left w:w="28" w:type="dxa"/>
              <w:bottom w:w="28" w:type="dxa"/>
              <w:right w:w="28" w:type="dxa"/>
            </w:tcMar>
          </w:tcPr>
          <w:p w14:paraId="37277CD9" w14:textId="77777777" w:rsidR="001E6B6B" w:rsidRPr="001F078B" w:rsidRDefault="001E6B6B" w:rsidP="006B3BD2">
            <w:pPr>
              <w:pStyle w:val="TAC"/>
            </w:pPr>
            <w:r w:rsidRPr="001F078B">
              <w:rPr>
                <w:lang w:eastAsia="ja-JP"/>
              </w:rPr>
              <w:t>DC</w:t>
            </w:r>
            <w:r w:rsidRPr="001F078B">
              <w:t>_</w:t>
            </w:r>
            <w:r w:rsidRPr="001F078B">
              <w:rPr>
                <w:lang w:eastAsia="ja-JP"/>
              </w:rPr>
              <w:t>3A_n257</w:t>
            </w:r>
            <w:r w:rsidRPr="001F078B">
              <w:t>A</w:t>
            </w:r>
          </w:p>
          <w:p w14:paraId="00ED697A" w14:textId="77777777" w:rsidR="001E6B6B" w:rsidRPr="001F078B" w:rsidRDefault="001E6B6B" w:rsidP="006B3BD2">
            <w:pPr>
              <w:pStyle w:val="TAC"/>
              <w:rPr>
                <w:lang w:val="en-US" w:eastAsia="fi-FI"/>
              </w:rPr>
            </w:pPr>
            <w:r w:rsidRPr="001F078B">
              <w:rPr>
                <w:lang w:val="en-US" w:eastAsia="fi-FI"/>
              </w:rPr>
              <w:t>DC_3A_n257D</w:t>
            </w:r>
          </w:p>
          <w:p w14:paraId="2EF41C3A" w14:textId="77777777" w:rsidR="001E6B6B" w:rsidRPr="000E5B8D" w:rsidRDefault="001E6B6B" w:rsidP="006B3BD2">
            <w:pPr>
              <w:pStyle w:val="TAC"/>
              <w:rPr>
                <w:lang w:eastAsia="fi-FI"/>
              </w:rPr>
            </w:pPr>
            <w:r w:rsidRPr="000E5B8D">
              <w:rPr>
                <w:lang w:eastAsia="fi-FI"/>
              </w:rPr>
              <w:t>DC_3A_n257G</w:t>
            </w:r>
          </w:p>
          <w:p w14:paraId="65EBABAB" w14:textId="77777777" w:rsidR="001E6B6B" w:rsidRPr="000E5B8D" w:rsidRDefault="001E6B6B" w:rsidP="006B3BD2">
            <w:pPr>
              <w:pStyle w:val="TAC"/>
              <w:rPr>
                <w:lang w:eastAsia="fi-FI"/>
              </w:rPr>
            </w:pPr>
            <w:r w:rsidRPr="000E5B8D">
              <w:rPr>
                <w:lang w:eastAsia="fi-FI"/>
              </w:rPr>
              <w:t>DC_3A_n257H</w:t>
            </w:r>
          </w:p>
          <w:p w14:paraId="1D25B938" w14:textId="77777777" w:rsidR="001E6B6B" w:rsidRPr="001F078B" w:rsidRDefault="001E6B6B" w:rsidP="006B3BD2">
            <w:pPr>
              <w:pStyle w:val="TAC"/>
              <w:rPr>
                <w:lang w:val="en-US" w:eastAsia="fi-FI"/>
              </w:rPr>
            </w:pPr>
            <w:r w:rsidRPr="000E5B8D">
              <w:rPr>
                <w:lang w:eastAsia="fi-FI"/>
              </w:rPr>
              <w:t>DC_3A_n257I</w:t>
            </w:r>
          </w:p>
          <w:p w14:paraId="4B3F5F54" w14:textId="77777777" w:rsidR="001E6B6B" w:rsidRPr="001F078B" w:rsidRDefault="001E6B6B" w:rsidP="006B3BD2">
            <w:pPr>
              <w:pStyle w:val="TAC"/>
            </w:pPr>
            <w:r w:rsidRPr="001F078B">
              <w:rPr>
                <w:lang w:eastAsia="ja-JP"/>
              </w:rPr>
              <w:t>DC</w:t>
            </w:r>
            <w:r w:rsidRPr="001F078B">
              <w:t>_</w:t>
            </w:r>
            <w:r w:rsidRPr="001F078B">
              <w:rPr>
                <w:lang w:eastAsia="ja-JP"/>
              </w:rPr>
              <w:t>21A_n257</w:t>
            </w:r>
            <w:r w:rsidRPr="001F078B">
              <w:t>A</w:t>
            </w:r>
          </w:p>
          <w:p w14:paraId="5938E604" w14:textId="77777777" w:rsidR="001E6B6B" w:rsidRPr="001F078B" w:rsidRDefault="001E6B6B" w:rsidP="006B3BD2">
            <w:pPr>
              <w:pStyle w:val="TAC"/>
              <w:rPr>
                <w:lang w:val="en-US" w:eastAsia="fi-FI"/>
              </w:rPr>
            </w:pPr>
            <w:r w:rsidRPr="001F078B">
              <w:rPr>
                <w:lang w:val="en-US" w:eastAsia="fi-FI"/>
              </w:rPr>
              <w:t>DC_21A_n257D</w:t>
            </w:r>
          </w:p>
          <w:p w14:paraId="76DD12BF" w14:textId="77777777" w:rsidR="001E6B6B" w:rsidRPr="000E5B8D" w:rsidRDefault="001E6B6B" w:rsidP="006B3BD2">
            <w:pPr>
              <w:pStyle w:val="TAC"/>
              <w:rPr>
                <w:lang w:eastAsia="fi-FI"/>
              </w:rPr>
            </w:pPr>
            <w:r w:rsidRPr="000E5B8D">
              <w:rPr>
                <w:lang w:eastAsia="fi-FI"/>
              </w:rPr>
              <w:t>DC_21A_n257G</w:t>
            </w:r>
          </w:p>
          <w:p w14:paraId="1A252DCA" w14:textId="77777777" w:rsidR="001E6B6B" w:rsidRPr="000E5B8D" w:rsidRDefault="001E6B6B" w:rsidP="006B3BD2">
            <w:pPr>
              <w:pStyle w:val="TAC"/>
              <w:rPr>
                <w:lang w:eastAsia="fi-FI"/>
              </w:rPr>
            </w:pPr>
            <w:r w:rsidRPr="000E5B8D">
              <w:rPr>
                <w:lang w:eastAsia="fi-FI"/>
              </w:rPr>
              <w:t>DC_21A_n257H</w:t>
            </w:r>
          </w:p>
          <w:p w14:paraId="1F5A505D" w14:textId="77777777" w:rsidR="001E6B6B" w:rsidRPr="001F078B" w:rsidRDefault="001E6B6B" w:rsidP="006B3BD2">
            <w:pPr>
              <w:pStyle w:val="TAC"/>
              <w:rPr>
                <w:lang w:val="en-US" w:eastAsia="fi-FI"/>
              </w:rPr>
            </w:pPr>
            <w:r w:rsidRPr="000E5B8D">
              <w:rPr>
                <w:lang w:eastAsia="fi-FI"/>
              </w:rPr>
              <w:t>DC_21A_n257I</w:t>
            </w:r>
          </w:p>
          <w:p w14:paraId="66C9B92E" w14:textId="77777777" w:rsidR="001E6B6B" w:rsidRPr="001F078B" w:rsidRDefault="001E6B6B" w:rsidP="006B3BD2">
            <w:pPr>
              <w:pStyle w:val="TAC"/>
              <w:rPr>
                <w:lang w:eastAsia="ja-JP"/>
              </w:rPr>
            </w:pPr>
            <w:r w:rsidRPr="001F078B">
              <w:rPr>
                <w:lang w:eastAsia="ja-JP"/>
              </w:rPr>
              <w:t>DC</w:t>
            </w:r>
            <w:r w:rsidRPr="001F078B">
              <w:t>_</w:t>
            </w:r>
            <w:r w:rsidRPr="001F078B">
              <w:rPr>
                <w:lang w:eastAsia="ja-JP"/>
              </w:rPr>
              <w:t>42A_n257</w:t>
            </w:r>
            <w:r w:rsidRPr="001F078B">
              <w:t>A</w:t>
            </w:r>
          </w:p>
          <w:p w14:paraId="63D1F8CB" w14:textId="77777777" w:rsidR="001E6B6B" w:rsidRPr="001F078B" w:rsidRDefault="001E6B6B" w:rsidP="006B3BD2">
            <w:pPr>
              <w:pStyle w:val="TAC"/>
            </w:pPr>
            <w:r w:rsidRPr="001F078B">
              <w:rPr>
                <w:lang w:eastAsia="ja-JP"/>
              </w:rPr>
              <w:t>DC</w:t>
            </w:r>
            <w:r w:rsidRPr="001F078B">
              <w:t>_</w:t>
            </w:r>
            <w:r w:rsidRPr="001F078B">
              <w:rPr>
                <w:lang w:eastAsia="ja-JP"/>
              </w:rPr>
              <w:t>42A_n257D</w:t>
            </w:r>
          </w:p>
          <w:p w14:paraId="094270D8" w14:textId="77777777" w:rsidR="001E6B6B" w:rsidRPr="000E5B8D" w:rsidRDefault="001E6B6B" w:rsidP="006B3BD2">
            <w:pPr>
              <w:pStyle w:val="TAC"/>
              <w:rPr>
                <w:lang w:eastAsia="fi-FI"/>
              </w:rPr>
            </w:pPr>
            <w:r w:rsidRPr="000E5B8D">
              <w:rPr>
                <w:lang w:eastAsia="fi-FI"/>
              </w:rPr>
              <w:t>DC_42A_n257G</w:t>
            </w:r>
          </w:p>
          <w:p w14:paraId="54EFD3ED" w14:textId="77777777" w:rsidR="001E6B6B" w:rsidRPr="000E5B8D" w:rsidRDefault="001E6B6B" w:rsidP="006B3BD2">
            <w:pPr>
              <w:pStyle w:val="TAC"/>
              <w:rPr>
                <w:lang w:eastAsia="fi-FI"/>
              </w:rPr>
            </w:pPr>
            <w:r w:rsidRPr="000E5B8D">
              <w:rPr>
                <w:lang w:eastAsia="fi-FI"/>
              </w:rPr>
              <w:t>DC_42A_n257H</w:t>
            </w:r>
          </w:p>
          <w:p w14:paraId="0FA2138D" w14:textId="77777777" w:rsidR="001E6B6B" w:rsidRPr="001F078B" w:rsidRDefault="001E6B6B" w:rsidP="006B3BD2">
            <w:pPr>
              <w:pStyle w:val="TAC"/>
              <w:rPr>
                <w:noProof/>
                <w:lang w:eastAsia="zh-CN"/>
              </w:rPr>
            </w:pPr>
            <w:r w:rsidRPr="000E5B8D">
              <w:rPr>
                <w:lang w:eastAsia="fi-FI"/>
              </w:rPr>
              <w:t>DC_42A_n257I</w:t>
            </w:r>
          </w:p>
        </w:tc>
      </w:tr>
      <w:tr w:rsidR="001E6B6B" w:rsidRPr="001F078B" w14:paraId="5792102F" w14:textId="77777777" w:rsidTr="006B3BD2">
        <w:trPr>
          <w:trHeight w:val="187"/>
          <w:jc w:val="center"/>
        </w:trPr>
        <w:tc>
          <w:tcPr>
            <w:tcW w:w="4814" w:type="dxa"/>
            <w:shd w:val="clear" w:color="auto" w:fill="auto"/>
            <w:noWrap/>
            <w:tcMar>
              <w:top w:w="28" w:type="dxa"/>
              <w:left w:w="28" w:type="dxa"/>
              <w:bottom w:w="28" w:type="dxa"/>
              <w:right w:w="28" w:type="dxa"/>
            </w:tcMar>
          </w:tcPr>
          <w:p w14:paraId="186245FE" w14:textId="77777777" w:rsidR="001E6B6B" w:rsidRPr="008319F1" w:rsidRDefault="001E6B6B" w:rsidP="006B3BD2">
            <w:pPr>
              <w:pStyle w:val="TAC"/>
              <w:rPr>
                <w:rFonts w:cs="Arial"/>
                <w:b/>
                <w:lang w:eastAsia="ja-JP"/>
              </w:rPr>
            </w:pPr>
            <w:r w:rsidRPr="008319F1">
              <w:rPr>
                <w:rFonts w:cs="Arial"/>
                <w:lang w:eastAsia="ja-JP"/>
              </w:rPr>
              <w:t>DC_3A-28A-41A_n257A</w:t>
            </w:r>
          </w:p>
          <w:p w14:paraId="0D23EBD5" w14:textId="77777777" w:rsidR="001E6B6B" w:rsidRPr="008319F1" w:rsidRDefault="001E6B6B" w:rsidP="006B3BD2">
            <w:pPr>
              <w:pStyle w:val="TAC"/>
              <w:rPr>
                <w:rFonts w:cs="Arial"/>
                <w:b/>
                <w:lang w:eastAsia="ja-JP"/>
              </w:rPr>
            </w:pPr>
            <w:r w:rsidRPr="008319F1">
              <w:rPr>
                <w:rFonts w:cs="Arial"/>
                <w:lang w:eastAsia="ja-JP"/>
              </w:rPr>
              <w:t>DC_3A-28A-41A_n257G</w:t>
            </w:r>
          </w:p>
          <w:p w14:paraId="361AF397" w14:textId="77777777" w:rsidR="001E6B6B" w:rsidRPr="00F713C8" w:rsidRDefault="001E6B6B" w:rsidP="006B3BD2">
            <w:pPr>
              <w:pStyle w:val="TAC"/>
              <w:rPr>
                <w:rFonts w:cs="Arial"/>
                <w:b/>
                <w:lang w:eastAsia="ja-JP"/>
              </w:rPr>
            </w:pPr>
            <w:r w:rsidRPr="00F713C8">
              <w:rPr>
                <w:rFonts w:cs="Arial"/>
                <w:lang w:eastAsia="ja-JP"/>
              </w:rPr>
              <w:t>DC_3A-28A-41A_n257H</w:t>
            </w:r>
          </w:p>
          <w:p w14:paraId="42FFBDF3" w14:textId="77777777" w:rsidR="001E6B6B" w:rsidRPr="00F713C8" w:rsidRDefault="001E6B6B" w:rsidP="006B3BD2">
            <w:pPr>
              <w:pStyle w:val="TAC"/>
              <w:rPr>
                <w:rFonts w:cs="Arial"/>
                <w:b/>
                <w:lang w:eastAsia="ja-JP"/>
              </w:rPr>
            </w:pPr>
            <w:r w:rsidRPr="00F713C8">
              <w:rPr>
                <w:rFonts w:cs="Arial"/>
                <w:lang w:eastAsia="ja-JP"/>
              </w:rPr>
              <w:t>DC_3A-28A-41A_n257I</w:t>
            </w:r>
          </w:p>
          <w:p w14:paraId="6826E1CD" w14:textId="77777777" w:rsidR="001E6B6B" w:rsidRPr="00F713C8" w:rsidRDefault="001E6B6B" w:rsidP="006B3BD2">
            <w:pPr>
              <w:pStyle w:val="TAC"/>
              <w:rPr>
                <w:rFonts w:cs="Arial"/>
                <w:b/>
                <w:lang w:eastAsia="ja-JP"/>
              </w:rPr>
            </w:pPr>
            <w:r w:rsidRPr="00F713C8">
              <w:rPr>
                <w:rFonts w:cs="Arial"/>
                <w:lang w:eastAsia="ja-JP"/>
              </w:rPr>
              <w:t>DC_3A-28A-41C_n257A</w:t>
            </w:r>
          </w:p>
          <w:p w14:paraId="36B15D19" w14:textId="77777777" w:rsidR="001E6B6B" w:rsidRPr="00F713C8" w:rsidRDefault="001E6B6B" w:rsidP="006B3BD2">
            <w:pPr>
              <w:pStyle w:val="TAC"/>
              <w:rPr>
                <w:rFonts w:cs="Arial"/>
                <w:b/>
                <w:lang w:eastAsia="ja-JP"/>
              </w:rPr>
            </w:pPr>
            <w:r w:rsidRPr="00F713C8">
              <w:rPr>
                <w:rFonts w:cs="Arial"/>
                <w:lang w:eastAsia="ja-JP"/>
              </w:rPr>
              <w:t>DC_3A-28A-41C_n257G</w:t>
            </w:r>
          </w:p>
          <w:p w14:paraId="4D4D69F0" w14:textId="77777777" w:rsidR="001E6B6B" w:rsidRPr="00F713C8" w:rsidRDefault="001E6B6B" w:rsidP="006B3BD2">
            <w:pPr>
              <w:pStyle w:val="TAC"/>
              <w:rPr>
                <w:rFonts w:cs="Arial"/>
                <w:b/>
                <w:lang w:eastAsia="ja-JP"/>
              </w:rPr>
            </w:pPr>
            <w:r w:rsidRPr="00F713C8">
              <w:rPr>
                <w:rFonts w:cs="Arial"/>
                <w:lang w:eastAsia="ja-JP"/>
              </w:rPr>
              <w:t>DC_3A-28A-41C_n257H</w:t>
            </w:r>
          </w:p>
          <w:p w14:paraId="2DE5FE92" w14:textId="77777777" w:rsidR="001E6B6B" w:rsidRPr="001F078B" w:rsidRDefault="001E6B6B" w:rsidP="006B3BD2">
            <w:pPr>
              <w:pStyle w:val="TAC"/>
              <w:rPr>
                <w:lang w:eastAsia="ja-JP"/>
              </w:rPr>
            </w:pPr>
            <w:r w:rsidRPr="008319F1">
              <w:rPr>
                <w:rFonts w:cs="Arial"/>
                <w:lang w:eastAsia="ja-JP"/>
              </w:rPr>
              <w:t>DC_3A-28A-41C_n257I</w:t>
            </w:r>
          </w:p>
        </w:tc>
        <w:tc>
          <w:tcPr>
            <w:tcW w:w="4815" w:type="dxa"/>
            <w:tcMar>
              <w:top w:w="28" w:type="dxa"/>
              <w:left w:w="28" w:type="dxa"/>
              <w:bottom w:w="28" w:type="dxa"/>
              <w:right w:w="28" w:type="dxa"/>
            </w:tcMar>
          </w:tcPr>
          <w:p w14:paraId="6B63ED78" w14:textId="77777777" w:rsidR="001E6B6B" w:rsidRPr="00C563D2" w:rsidRDefault="001E6B6B" w:rsidP="006B3BD2">
            <w:pPr>
              <w:pStyle w:val="TAC"/>
              <w:rPr>
                <w:b/>
                <w:lang w:eastAsia="ja-JP"/>
              </w:rPr>
            </w:pPr>
            <w:r w:rsidRPr="00C563D2">
              <w:rPr>
                <w:lang w:eastAsia="fi-FI"/>
              </w:rPr>
              <w:t>DC_3A_</w:t>
            </w:r>
            <w:r w:rsidRPr="00C563D2">
              <w:rPr>
                <w:lang w:eastAsia="ja-JP"/>
              </w:rPr>
              <w:t>n257A</w:t>
            </w:r>
          </w:p>
          <w:p w14:paraId="739A0AE7" w14:textId="77777777" w:rsidR="001E6B6B" w:rsidRPr="00C563D2" w:rsidRDefault="001E6B6B" w:rsidP="006B3BD2">
            <w:pPr>
              <w:pStyle w:val="TAC"/>
              <w:rPr>
                <w:b/>
                <w:lang w:eastAsia="ja-JP"/>
              </w:rPr>
            </w:pPr>
            <w:r w:rsidRPr="00C563D2">
              <w:rPr>
                <w:lang w:eastAsia="fi-FI"/>
              </w:rPr>
              <w:t>DC_3A_</w:t>
            </w:r>
            <w:r w:rsidRPr="00C563D2">
              <w:rPr>
                <w:lang w:eastAsia="ja-JP"/>
              </w:rPr>
              <w:t>n257G</w:t>
            </w:r>
          </w:p>
          <w:p w14:paraId="77A138ED" w14:textId="77777777" w:rsidR="001E6B6B" w:rsidRPr="00C563D2" w:rsidRDefault="001E6B6B" w:rsidP="006B3BD2">
            <w:pPr>
              <w:pStyle w:val="TAC"/>
              <w:rPr>
                <w:b/>
                <w:lang w:eastAsia="ja-JP"/>
              </w:rPr>
            </w:pPr>
            <w:r w:rsidRPr="00C563D2">
              <w:rPr>
                <w:lang w:eastAsia="fi-FI"/>
              </w:rPr>
              <w:t>DC_3A_</w:t>
            </w:r>
            <w:r w:rsidRPr="00C563D2">
              <w:rPr>
                <w:lang w:eastAsia="ja-JP"/>
              </w:rPr>
              <w:t>n257H</w:t>
            </w:r>
          </w:p>
          <w:p w14:paraId="7F11C36C" w14:textId="77777777" w:rsidR="001E6B6B" w:rsidRPr="00C563D2" w:rsidRDefault="001E6B6B" w:rsidP="006B3BD2">
            <w:pPr>
              <w:pStyle w:val="TAC"/>
              <w:rPr>
                <w:b/>
                <w:lang w:eastAsia="ja-JP"/>
              </w:rPr>
            </w:pPr>
            <w:r w:rsidRPr="00C563D2">
              <w:rPr>
                <w:lang w:eastAsia="fi-FI"/>
              </w:rPr>
              <w:t>DC_3A_</w:t>
            </w:r>
            <w:r w:rsidRPr="00C563D2">
              <w:rPr>
                <w:lang w:eastAsia="ja-JP"/>
              </w:rPr>
              <w:t>n257I</w:t>
            </w:r>
          </w:p>
          <w:p w14:paraId="6782F2A7" w14:textId="77777777" w:rsidR="001E6B6B" w:rsidRPr="00F713C8" w:rsidRDefault="001E6B6B" w:rsidP="006B3BD2">
            <w:pPr>
              <w:pStyle w:val="TAC"/>
              <w:rPr>
                <w:b/>
                <w:lang w:val="en-US" w:eastAsia="fi-FI"/>
              </w:rPr>
            </w:pPr>
            <w:r w:rsidRPr="00F713C8">
              <w:rPr>
                <w:lang w:val="en-US" w:eastAsia="fi-FI"/>
              </w:rPr>
              <w:t>DC_</w:t>
            </w:r>
            <w:r w:rsidRPr="00F713C8">
              <w:rPr>
                <w:lang w:val="en-US" w:eastAsia="ja-JP"/>
              </w:rPr>
              <w:t>28</w:t>
            </w:r>
            <w:r w:rsidRPr="00F713C8">
              <w:rPr>
                <w:lang w:val="en-US" w:eastAsia="fi-FI"/>
              </w:rPr>
              <w:t>A_</w:t>
            </w:r>
            <w:r w:rsidRPr="00F713C8">
              <w:rPr>
                <w:lang w:val="en-US" w:eastAsia="ja-JP"/>
              </w:rPr>
              <w:t>n257</w:t>
            </w:r>
            <w:r w:rsidRPr="00F713C8">
              <w:rPr>
                <w:lang w:val="en-US" w:eastAsia="fi-FI"/>
              </w:rPr>
              <w:t>A</w:t>
            </w:r>
          </w:p>
          <w:p w14:paraId="25A3EA94" w14:textId="77777777" w:rsidR="001E6B6B" w:rsidRPr="006911D6" w:rsidRDefault="001E6B6B" w:rsidP="006B3BD2">
            <w:pPr>
              <w:pStyle w:val="TAC"/>
              <w:rPr>
                <w:b/>
                <w:lang w:val="en-US" w:eastAsia="fi-FI"/>
              </w:rPr>
            </w:pPr>
            <w:r w:rsidRPr="00F713C8">
              <w:rPr>
                <w:lang w:val="en-US" w:eastAsia="fi-FI"/>
              </w:rPr>
              <w:t>DC_</w:t>
            </w:r>
            <w:r w:rsidRPr="00F713C8">
              <w:rPr>
                <w:lang w:val="en-US" w:eastAsia="ja-JP"/>
              </w:rPr>
              <w:t>28</w:t>
            </w:r>
            <w:r w:rsidRPr="00F713C8">
              <w:rPr>
                <w:lang w:val="en-US" w:eastAsia="fi-FI"/>
              </w:rPr>
              <w:t>A_</w:t>
            </w:r>
            <w:r w:rsidRPr="006911D6">
              <w:rPr>
                <w:lang w:val="en-US" w:eastAsia="ja-JP"/>
              </w:rPr>
              <w:t>n257</w:t>
            </w:r>
            <w:r w:rsidRPr="006911D6">
              <w:rPr>
                <w:lang w:val="en-US" w:eastAsia="fi-FI"/>
              </w:rPr>
              <w:t>G</w:t>
            </w:r>
          </w:p>
          <w:p w14:paraId="1C6AF78D" w14:textId="77777777" w:rsidR="001E6B6B" w:rsidRPr="006911D6" w:rsidRDefault="001E6B6B" w:rsidP="006B3BD2">
            <w:pPr>
              <w:pStyle w:val="TAC"/>
              <w:rPr>
                <w:b/>
                <w:lang w:val="en-US" w:eastAsia="fi-FI"/>
              </w:rPr>
            </w:pPr>
            <w:r w:rsidRPr="006911D6">
              <w:rPr>
                <w:lang w:val="en-US" w:eastAsia="fi-FI"/>
              </w:rPr>
              <w:t>DC_</w:t>
            </w:r>
            <w:r w:rsidRPr="006911D6">
              <w:rPr>
                <w:lang w:val="en-US" w:eastAsia="ja-JP"/>
              </w:rPr>
              <w:t>28</w:t>
            </w:r>
            <w:r w:rsidRPr="006911D6">
              <w:rPr>
                <w:lang w:val="en-US" w:eastAsia="fi-FI"/>
              </w:rPr>
              <w:t>A_</w:t>
            </w:r>
            <w:r w:rsidRPr="006911D6">
              <w:rPr>
                <w:lang w:val="en-US" w:eastAsia="ja-JP"/>
              </w:rPr>
              <w:t>n257</w:t>
            </w:r>
            <w:r w:rsidRPr="006911D6">
              <w:rPr>
                <w:lang w:val="en-US" w:eastAsia="fi-FI"/>
              </w:rPr>
              <w:t>H</w:t>
            </w:r>
          </w:p>
          <w:p w14:paraId="4EA79026" w14:textId="77777777" w:rsidR="001E6B6B" w:rsidRPr="006911D6" w:rsidRDefault="001E6B6B" w:rsidP="006B3BD2">
            <w:pPr>
              <w:pStyle w:val="TAC"/>
              <w:rPr>
                <w:b/>
                <w:lang w:val="en-US" w:eastAsia="fi-FI"/>
              </w:rPr>
            </w:pPr>
            <w:r w:rsidRPr="006911D6">
              <w:rPr>
                <w:lang w:val="en-US" w:eastAsia="fi-FI"/>
              </w:rPr>
              <w:t>DC_</w:t>
            </w:r>
            <w:r w:rsidRPr="006911D6">
              <w:rPr>
                <w:lang w:val="en-US" w:eastAsia="ja-JP"/>
              </w:rPr>
              <w:t>28</w:t>
            </w:r>
            <w:r w:rsidRPr="006911D6">
              <w:rPr>
                <w:lang w:val="en-US" w:eastAsia="fi-FI"/>
              </w:rPr>
              <w:t>A_</w:t>
            </w:r>
            <w:r w:rsidRPr="006911D6">
              <w:rPr>
                <w:lang w:val="en-US" w:eastAsia="ja-JP"/>
              </w:rPr>
              <w:t>n257</w:t>
            </w:r>
            <w:r w:rsidRPr="006911D6">
              <w:rPr>
                <w:lang w:val="en-US" w:eastAsia="fi-FI"/>
              </w:rPr>
              <w:t>I</w:t>
            </w:r>
          </w:p>
          <w:p w14:paraId="0D51D6ED" w14:textId="77777777" w:rsidR="001E6B6B" w:rsidRPr="006911D6" w:rsidRDefault="001E6B6B" w:rsidP="006B3BD2">
            <w:pPr>
              <w:pStyle w:val="TAC"/>
              <w:rPr>
                <w:b/>
                <w:lang w:val="en-US" w:eastAsia="fi-FI"/>
              </w:rPr>
            </w:pPr>
            <w:r w:rsidRPr="006911D6">
              <w:rPr>
                <w:lang w:val="en-US" w:eastAsia="fi-FI"/>
              </w:rPr>
              <w:t>DC_</w:t>
            </w:r>
            <w:r w:rsidRPr="006911D6">
              <w:rPr>
                <w:lang w:val="en-US" w:eastAsia="ja-JP"/>
              </w:rPr>
              <w:t>41</w:t>
            </w:r>
            <w:r w:rsidRPr="006911D6">
              <w:rPr>
                <w:lang w:val="en-US" w:eastAsia="fi-FI"/>
              </w:rPr>
              <w:t>A_</w:t>
            </w:r>
            <w:r w:rsidRPr="006911D6">
              <w:rPr>
                <w:lang w:val="en-US" w:eastAsia="ja-JP"/>
              </w:rPr>
              <w:t>n257</w:t>
            </w:r>
            <w:r w:rsidRPr="006911D6">
              <w:rPr>
                <w:lang w:val="en-US" w:eastAsia="fi-FI"/>
              </w:rPr>
              <w:t>A</w:t>
            </w:r>
          </w:p>
          <w:p w14:paraId="17AF02C3" w14:textId="77777777" w:rsidR="001E6B6B" w:rsidRPr="006911D6" w:rsidRDefault="001E6B6B" w:rsidP="006B3BD2">
            <w:pPr>
              <w:pStyle w:val="TAC"/>
              <w:rPr>
                <w:b/>
                <w:lang w:val="en-US" w:eastAsia="fi-FI"/>
              </w:rPr>
            </w:pPr>
            <w:r w:rsidRPr="006911D6">
              <w:rPr>
                <w:lang w:val="en-US" w:eastAsia="fi-FI"/>
              </w:rPr>
              <w:t>DC_</w:t>
            </w:r>
            <w:r w:rsidRPr="006911D6">
              <w:rPr>
                <w:lang w:val="en-US" w:eastAsia="ja-JP"/>
              </w:rPr>
              <w:t>41</w:t>
            </w:r>
            <w:r w:rsidRPr="006911D6">
              <w:rPr>
                <w:lang w:val="en-US" w:eastAsia="fi-FI"/>
              </w:rPr>
              <w:t>A_</w:t>
            </w:r>
            <w:r w:rsidRPr="006911D6">
              <w:rPr>
                <w:lang w:val="en-US" w:eastAsia="ja-JP"/>
              </w:rPr>
              <w:t>n257</w:t>
            </w:r>
            <w:r w:rsidRPr="006911D6">
              <w:rPr>
                <w:lang w:val="en-US" w:eastAsia="fi-FI"/>
              </w:rPr>
              <w:t>G</w:t>
            </w:r>
          </w:p>
          <w:p w14:paraId="3009C350" w14:textId="77777777" w:rsidR="001E6B6B" w:rsidRPr="00563032" w:rsidRDefault="001E6B6B" w:rsidP="006B3BD2">
            <w:pPr>
              <w:pStyle w:val="TAC"/>
              <w:rPr>
                <w:b/>
                <w:lang w:val="en-US" w:eastAsia="fi-FI"/>
              </w:rPr>
            </w:pPr>
            <w:r w:rsidRPr="00563032">
              <w:rPr>
                <w:lang w:val="en-US" w:eastAsia="fi-FI"/>
              </w:rPr>
              <w:t>DC_</w:t>
            </w:r>
            <w:r w:rsidRPr="00563032">
              <w:rPr>
                <w:lang w:val="en-US" w:eastAsia="ja-JP"/>
              </w:rPr>
              <w:t>41</w:t>
            </w:r>
            <w:r w:rsidRPr="00563032">
              <w:rPr>
                <w:lang w:val="en-US" w:eastAsia="fi-FI"/>
              </w:rPr>
              <w:t>A_</w:t>
            </w:r>
            <w:r w:rsidRPr="00563032">
              <w:rPr>
                <w:lang w:val="en-US" w:eastAsia="ja-JP"/>
              </w:rPr>
              <w:t>n257</w:t>
            </w:r>
            <w:r w:rsidRPr="00563032">
              <w:rPr>
                <w:lang w:val="en-US" w:eastAsia="fi-FI"/>
              </w:rPr>
              <w:t>H</w:t>
            </w:r>
          </w:p>
          <w:p w14:paraId="0196B10D" w14:textId="77777777" w:rsidR="001E6B6B" w:rsidRPr="00563032" w:rsidRDefault="001E6B6B" w:rsidP="006B3BD2">
            <w:pPr>
              <w:pStyle w:val="TAC"/>
              <w:rPr>
                <w:b/>
                <w:lang w:val="en-US" w:eastAsia="fi-FI"/>
              </w:rPr>
            </w:pPr>
            <w:r w:rsidRPr="00563032">
              <w:rPr>
                <w:lang w:val="en-US" w:eastAsia="fi-FI"/>
              </w:rPr>
              <w:t>DC_</w:t>
            </w:r>
            <w:r w:rsidRPr="00563032">
              <w:rPr>
                <w:lang w:val="en-US" w:eastAsia="ja-JP"/>
              </w:rPr>
              <w:t>41</w:t>
            </w:r>
            <w:r w:rsidRPr="00563032">
              <w:rPr>
                <w:lang w:val="en-US" w:eastAsia="fi-FI"/>
              </w:rPr>
              <w:t>A_</w:t>
            </w:r>
            <w:r w:rsidRPr="00563032">
              <w:rPr>
                <w:lang w:val="en-US" w:eastAsia="ja-JP"/>
              </w:rPr>
              <w:t>n257</w:t>
            </w:r>
            <w:r w:rsidRPr="00563032">
              <w:rPr>
                <w:lang w:val="en-US" w:eastAsia="fi-FI"/>
              </w:rPr>
              <w:t>I</w:t>
            </w:r>
          </w:p>
          <w:p w14:paraId="0D130329" w14:textId="77777777" w:rsidR="001E6B6B" w:rsidRPr="00563032" w:rsidRDefault="001E6B6B" w:rsidP="006B3BD2">
            <w:pPr>
              <w:pStyle w:val="TAC"/>
              <w:rPr>
                <w:b/>
                <w:lang w:val="en-US" w:eastAsia="fi-FI"/>
              </w:rPr>
            </w:pPr>
            <w:r w:rsidRPr="00563032">
              <w:rPr>
                <w:lang w:val="en-US" w:eastAsia="fi-FI"/>
              </w:rPr>
              <w:t>DC_</w:t>
            </w:r>
            <w:r w:rsidRPr="00563032">
              <w:rPr>
                <w:lang w:val="en-US" w:eastAsia="ja-JP"/>
              </w:rPr>
              <w:t>41</w:t>
            </w:r>
            <w:r w:rsidRPr="00563032">
              <w:rPr>
                <w:lang w:val="en-US" w:eastAsia="fi-FI"/>
              </w:rPr>
              <w:t>C_</w:t>
            </w:r>
            <w:r w:rsidRPr="00563032">
              <w:rPr>
                <w:lang w:val="en-US" w:eastAsia="ja-JP"/>
              </w:rPr>
              <w:t>n257</w:t>
            </w:r>
            <w:r w:rsidRPr="00563032">
              <w:rPr>
                <w:lang w:val="en-US" w:eastAsia="fi-FI"/>
              </w:rPr>
              <w:t>A</w:t>
            </w:r>
          </w:p>
          <w:p w14:paraId="2D6D01A8" w14:textId="77777777" w:rsidR="001E6B6B" w:rsidRPr="0077013D" w:rsidRDefault="001E6B6B" w:rsidP="006B3BD2">
            <w:pPr>
              <w:pStyle w:val="TAC"/>
              <w:rPr>
                <w:b/>
                <w:lang w:val="en-US" w:eastAsia="fi-FI"/>
              </w:rPr>
            </w:pPr>
            <w:r w:rsidRPr="0077013D">
              <w:rPr>
                <w:lang w:val="en-US" w:eastAsia="fi-FI"/>
              </w:rPr>
              <w:t>DC_</w:t>
            </w:r>
            <w:r w:rsidRPr="0077013D">
              <w:rPr>
                <w:lang w:val="en-US" w:eastAsia="ja-JP"/>
              </w:rPr>
              <w:t>41</w:t>
            </w:r>
            <w:r w:rsidRPr="0077013D">
              <w:rPr>
                <w:lang w:val="en-US" w:eastAsia="fi-FI"/>
              </w:rPr>
              <w:t>C_</w:t>
            </w:r>
            <w:r w:rsidRPr="0077013D">
              <w:rPr>
                <w:lang w:val="en-US" w:eastAsia="ja-JP"/>
              </w:rPr>
              <w:t>n257</w:t>
            </w:r>
            <w:r w:rsidRPr="0077013D">
              <w:rPr>
                <w:lang w:val="en-US" w:eastAsia="fi-FI"/>
              </w:rPr>
              <w:t>G</w:t>
            </w:r>
          </w:p>
          <w:p w14:paraId="49E54D21" w14:textId="77777777" w:rsidR="001E6B6B" w:rsidRPr="0077013D" w:rsidRDefault="001E6B6B" w:rsidP="006B3BD2">
            <w:pPr>
              <w:pStyle w:val="TAC"/>
              <w:rPr>
                <w:b/>
                <w:lang w:val="en-US" w:eastAsia="fi-FI"/>
              </w:rPr>
            </w:pPr>
            <w:r w:rsidRPr="0077013D">
              <w:rPr>
                <w:lang w:val="en-US" w:eastAsia="fi-FI"/>
              </w:rPr>
              <w:t>DC_</w:t>
            </w:r>
            <w:r w:rsidRPr="0077013D">
              <w:rPr>
                <w:lang w:val="en-US" w:eastAsia="ja-JP"/>
              </w:rPr>
              <w:t>41</w:t>
            </w:r>
            <w:r w:rsidRPr="0077013D">
              <w:rPr>
                <w:lang w:val="en-US" w:eastAsia="fi-FI"/>
              </w:rPr>
              <w:t>C_</w:t>
            </w:r>
            <w:r w:rsidRPr="0077013D">
              <w:rPr>
                <w:lang w:val="en-US" w:eastAsia="ja-JP"/>
              </w:rPr>
              <w:t>n257</w:t>
            </w:r>
            <w:r w:rsidRPr="0077013D">
              <w:rPr>
                <w:lang w:val="en-US" w:eastAsia="fi-FI"/>
              </w:rPr>
              <w:t>H</w:t>
            </w:r>
          </w:p>
          <w:p w14:paraId="7CCCCAEE" w14:textId="77777777" w:rsidR="001E6B6B" w:rsidRPr="001F078B" w:rsidRDefault="001E6B6B" w:rsidP="006B3BD2">
            <w:pPr>
              <w:pStyle w:val="TAC"/>
              <w:rPr>
                <w:lang w:eastAsia="ja-JP"/>
              </w:rPr>
            </w:pPr>
            <w:r w:rsidRPr="008319F1">
              <w:rPr>
                <w:lang w:val="sv-SE" w:eastAsia="fi-FI"/>
              </w:rPr>
              <w:t>DC_</w:t>
            </w:r>
            <w:r w:rsidRPr="008319F1">
              <w:rPr>
                <w:lang w:val="sv-SE" w:eastAsia="ja-JP"/>
              </w:rPr>
              <w:t>41</w:t>
            </w:r>
            <w:r w:rsidRPr="008319F1">
              <w:rPr>
                <w:lang w:val="sv-SE" w:eastAsia="fi-FI"/>
              </w:rPr>
              <w:t>C_</w:t>
            </w:r>
            <w:r w:rsidRPr="008319F1">
              <w:rPr>
                <w:lang w:val="sv-SE" w:eastAsia="ja-JP"/>
              </w:rPr>
              <w:t>n257</w:t>
            </w:r>
            <w:r w:rsidRPr="008319F1">
              <w:rPr>
                <w:lang w:val="sv-SE" w:eastAsia="fi-FI"/>
              </w:rPr>
              <w:t>I</w:t>
            </w:r>
          </w:p>
        </w:tc>
      </w:tr>
      <w:tr w:rsidR="001E6B6B" w:rsidRPr="001F078B" w14:paraId="4E3C1D53" w14:textId="77777777" w:rsidTr="006B3BD2">
        <w:trPr>
          <w:trHeight w:val="187"/>
          <w:jc w:val="center"/>
        </w:trPr>
        <w:tc>
          <w:tcPr>
            <w:tcW w:w="4814" w:type="dxa"/>
            <w:shd w:val="clear" w:color="auto" w:fill="auto"/>
            <w:noWrap/>
            <w:tcMar>
              <w:top w:w="28" w:type="dxa"/>
              <w:left w:w="28" w:type="dxa"/>
              <w:bottom w:w="28" w:type="dxa"/>
              <w:right w:w="28" w:type="dxa"/>
            </w:tcMar>
          </w:tcPr>
          <w:p w14:paraId="1983C181" w14:textId="77777777" w:rsidR="001E6B6B" w:rsidRDefault="001E6B6B" w:rsidP="006B3BD2">
            <w:pPr>
              <w:pStyle w:val="TAC"/>
              <w:rPr>
                <w:lang w:val="en-US" w:eastAsia="zh-CN"/>
              </w:rPr>
            </w:pPr>
            <w:r>
              <w:rPr>
                <w:lang w:val="en-US" w:eastAsia="fi-FI"/>
              </w:rPr>
              <w:lastRenderedPageBreak/>
              <w:t>DC_3A-28A-42A_n257A</w:t>
            </w:r>
          </w:p>
          <w:p w14:paraId="6EA330F3" w14:textId="77777777" w:rsidR="001E6B6B" w:rsidRDefault="001E6B6B" w:rsidP="006B3BD2">
            <w:pPr>
              <w:pStyle w:val="TAC"/>
              <w:rPr>
                <w:lang w:val="en-US" w:eastAsia="fi-FI"/>
              </w:rPr>
            </w:pPr>
            <w:r>
              <w:rPr>
                <w:lang w:val="en-US" w:eastAsia="fi-FI"/>
              </w:rPr>
              <w:t>DC_3A-28A-42A_n257D</w:t>
            </w:r>
          </w:p>
          <w:p w14:paraId="0599D83C" w14:textId="77777777" w:rsidR="001E6B6B" w:rsidRDefault="001E6B6B" w:rsidP="006B3BD2">
            <w:pPr>
              <w:pStyle w:val="TAC"/>
              <w:rPr>
                <w:lang w:val="en-US" w:eastAsia="fi-FI"/>
              </w:rPr>
            </w:pPr>
            <w:r>
              <w:rPr>
                <w:lang w:val="en-US" w:eastAsia="fi-FI"/>
              </w:rPr>
              <w:t>DC_3A-28A-42A_n257G</w:t>
            </w:r>
          </w:p>
          <w:p w14:paraId="7A09364F" w14:textId="77777777" w:rsidR="001E6B6B" w:rsidRDefault="001E6B6B" w:rsidP="006B3BD2">
            <w:pPr>
              <w:pStyle w:val="TAC"/>
              <w:rPr>
                <w:lang w:val="en-US" w:eastAsia="fi-FI"/>
              </w:rPr>
            </w:pPr>
            <w:r>
              <w:rPr>
                <w:lang w:val="en-US" w:eastAsia="fi-FI"/>
              </w:rPr>
              <w:t>DC_3A-28A-42A_n257H</w:t>
            </w:r>
          </w:p>
          <w:p w14:paraId="4E755D99" w14:textId="77777777" w:rsidR="001E6B6B" w:rsidRDefault="001E6B6B" w:rsidP="006B3BD2">
            <w:pPr>
              <w:pStyle w:val="TAC"/>
              <w:rPr>
                <w:lang w:val="en-US" w:eastAsia="fi-FI"/>
              </w:rPr>
            </w:pPr>
            <w:r>
              <w:rPr>
                <w:lang w:val="en-US" w:eastAsia="fi-FI"/>
              </w:rPr>
              <w:t>DC_3A-28A-42A_n257I</w:t>
            </w:r>
          </w:p>
          <w:p w14:paraId="07949BD0" w14:textId="19AA0A8A" w:rsidR="001E6B6B" w:rsidRDefault="001E6B6B" w:rsidP="006B3BD2">
            <w:pPr>
              <w:pStyle w:val="TAC"/>
              <w:rPr>
                <w:lang w:val="en-US" w:eastAsia="fi-FI"/>
              </w:rPr>
            </w:pPr>
            <w:r>
              <w:rPr>
                <w:lang w:val="en-US" w:eastAsia="fi-FI"/>
              </w:rPr>
              <w:t>DC_3A-28A-42C_n257A</w:t>
            </w:r>
          </w:p>
          <w:p w14:paraId="6B2A3D3F" w14:textId="77777777" w:rsidR="001E6B6B" w:rsidRDefault="001E6B6B" w:rsidP="006B3BD2">
            <w:pPr>
              <w:pStyle w:val="TAC"/>
              <w:rPr>
                <w:lang w:val="en-US" w:eastAsia="fi-FI"/>
              </w:rPr>
            </w:pPr>
            <w:r>
              <w:rPr>
                <w:lang w:val="en-US" w:eastAsia="fi-FI"/>
              </w:rPr>
              <w:t>DC_3A-28A-42C_n257D</w:t>
            </w:r>
          </w:p>
          <w:p w14:paraId="4E7C8D0D" w14:textId="77777777" w:rsidR="001E6B6B" w:rsidRDefault="001E6B6B" w:rsidP="006B3BD2">
            <w:pPr>
              <w:pStyle w:val="TAC"/>
              <w:rPr>
                <w:lang w:val="en-US" w:eastAsia="fi-FI"/>
              </w:rPr>
            </w:pPr>
            <w:r>
              <w:rPr>
                <w:lang w:val="en-US" w:eastAsia="fi-FI"/>
              </w:rPr>
              <w:t>DC_3A-28A-42C_n257G</w:t>
            </w:r>
          </w:p>
          <w:p w14:paraId="1B3C0C9C" w14:textId="77777777" w:rsidR="001E6B6B" w:rsidRDefault="001E6B6B" w:rsidP="006B3BD2">
            <w:pPr>
              <w:pStyle w:val="TAC"/>
              <w:rPr>
                <w:lang w:val="en-US" w:eastAsia="fi-FI"/>
              </w:rPr>
            </w:pPr>
            <w:r>
              <w:rPr>
                <w:lang w:val="en-US" w:eastAsia="fi-FI"/>
              </w:rPr>
              <w:t>DC_3A-28A-42C_n257H</w:t>
            </w:r>
          </w:p>
          <w:p w14:paraId="69BC6AD3" w14:textId="77777777" w:rsidR="001E6B6B" w:rsidRPr="001F078B" w:rsidRDefault="001E6B6B" w:rsidP="006B3BD2">
            <w:pPr>
              <w:pStyle w:val="TAC"/>
              <w:rPr>
                <w:noProof/>
                <w:lang w:eastAsia="zh-CN"/>
              </w:rPr>
            </w:pPr>
            <w:r>
              <w:rPr>
                <w:lang w:val="en-US" w:eastAsia="fi-FI"/>
              </w:rPr>
              <w:t>DC_3A-28A-42C_n257I</w:t>
            </w:r>
          </w:p>
        </w:tc>
        <w:tc>
          <w:tcPr>
            <w:tcW w:w="4815" w:type="dxa"/>
            <w:tcMar>
              <w:top w:w="28" w:type="dxa"/>
              <w:left w:w="28" w:type="dxa"/>
              <w:bottom w:w="28" w:type="dxa"/>
              <w:right w:w="28" w:type="dxa"/>
            </w:tcMar>
          </w:tcPr>
          <w:p w14:paraId="7C5B1CA8" w14:textId="77777777" w:rsidR="001E6B6B" w:rsidRDefault="001E6B6B" w:rsidP="006B3BD2">
            <w:pPr>
              <w:pStyle w:val="TAC"/>
              <w:rPr>
                <w:lang w:val="en-US" w:eastAsia="fi-FI"/>
              </w:rPr>
            </w:pPr>
            <w:r>
              <w:rPr>
                <w:lang w:val="en-US" w:eastAsia="fi-FI"/>
              </w:rPr>
              <w:t>DC_3A_n257A</w:t>
            </w:r>
          </w:p>
          <w:p w14:paraId="4E674A79" w14:textId="77777777" w:rsidR="001E6B6B" w:rsidRDefault="001E6B6B" w:rsidP="006B3BD2">
            <w:pPr>
              <w:pStyle w:val="TAC"/>
              <w:rPr>
                <w:lang w:val="en-US" w:eastAsia="fi-FI"/>
              </w:rPr>
            </w:pPr>
            <w:r>
              <w:rPr>
                <w:lang w:val="en-US" w:eastAsia="fi-FI"/>
              </w:rPr>
              <w:t>DC_3A_n257G</w:t>
            </w:r>
          </w:p>
          <w:p w14:paraId="6BA0DE18" w14:textId="77777777" w:rsidR="001E6B6B" w:rsidRDefault="001E6B6B" w:rsidP="006B3BD2">
            <w:pPr>
              <w:pStyle w:val="TAC"/>
              <w:rPr>
                <w:lang w:val="en-US" w:eastAsia="fi-FI"/>
              </w:rPr>
            </w:pPr>
            <w:r>
              <w:rPr>
                <w:lang w:val="en-US" w:eastAsia="fi-FI"/>
              </w:rPr>
              <w:t>DC_3A_n257H</w:t>
            </w:r>
          </w:p>
          <w:p w14:paraId="15752C44" w14:textId="77777777" w:rsidR="001E6B6B" w:rsidRDefault="001E6B6B" w:rsidP="006B3BD2">
            <w:pPr>
              <w:pStyle w:val="TAC"/>
              <w:rPr>
                <w:lang w:val="en-US" w:eastAsia="fi-FI"/>
              </w:rPr>
            </w:pPr>
            <w:r>
              <w:rPr>
                <w:lang w:val="en-US" w:eastAsia="fi-FI"/>
              </w:rPr>
              <w:t>DC_3A_n257I</w:t>
            </w:r>
          </w:p>
          <w:p w14:paraId="4B2FF5C2" w14:textId="77777777" w:rsidR="001E6B6B" w:rsidRDefault="001E6B6B" w:rsidP="006B3BD2">
            <w:pPr>
              <w:pStyle w:val="TAC"/>
              <w:rPr>
                <w:lang w:val="en-US" w:eastAsia="fi-FI"/>
              </w:rPr>
            </w:pPr>
            <w:r>
              <w:rPr>
                <w:lang w:val="en-US" w:eastAsia="fi-FI"/>
              </w:rPr>
              <w:t>DC_28A_n257A</w:t>
            </w:r>
          </w:p>
          <w:p w14:paraId="09F3F124" w14:textId="77777777" w:rsidR="001E6B6B" w:rsidRDefault="001E6B6B" w:rsidP="006B3BD2">
            <w:pPr>
              <w:pStyle w:val="TAC"/>
              <w:rPr>
                <w:lang w:val="en-US" w:eastAsia="fi-FI"/>
              </w:rPr>
            </w:pPr>
            <w:r>
              <w:rPr>
                <w:lang w:val="en-US" w:eastAsia="fi-FI"/>
              </w:rPr>
              <w:t>DC_28A_n257G</w:t>
            </w:r>
          </w:p>
          <w:p w14:paraId="6E76A780" w14:textId="77777777" w:rsidR="001E6B6B" w:rsidRDefault="001E6B6B" w:rsidP="006B3BD2">
            <w:pPr>
              <w:pStyle w:val="TAC"/>
              <w:rPr>
                <w:lang w:val="en-US" w:eastAsia="fi-FI"/>
              </w:rPr>
            </w:pPr>
            <w:r>
              <w:rPr>
                <w:lang w:val="en-US" w:eastAsia="fi-FI"/>
              </w:rPr>
              <w:t>DC_28A_n257H</w:t>
            </w:r>
          </w:p>
          <w:p w14:paraId="5904C6E5" w14:textId="77777777" w:rsidR="001E6B6B" w:rsidRDefault="001E6B6B" w:rsidP="006B3BD2">
            <w:pPr>
              <w:pStyle w:val="TAC"/>
              <w:rPr>
                <w:lang w:val="en-US" w:eastAsia="fi-FI"/>
              </w:rPr>
            </w:pPr>
            <w:r>
              <w:rPr>
                <w:lang w:val="en-US" w:eastAsia="fi-FI"/>
              </w:rPr>
              <w:t>DC_28A_n257I</w:t>
            </w:r>
          </w:p>
          <w:p w14:paraId="274F2086" w14:textId="2B63051C" w:rsidR="001E6B6B" w:rsidRDefault="001E6B6B" w:rsidP="006B3BD2">
            <w:pPr>
              <w:pStyle w:val="TAC"/>
              <w:rPr>
                <w:lang w:val="en-US" w:eastAsia="fi-FI"/>
              </w:rPr>
            </w:pPr>
            <w:r>
              <w:rPr>
                <w:lang w:val="en-US" w:eastAsia="fi-FI"/>
              </w:rPr>
              <w:t>DC_42A_n257A</w:t>
            </w:r>
          </w:p>
          <w:p w14:paraId="219F8CA6" w14:textId="77777777" w:rsidR="001E6B6B" w:rsidRDefault="001E6B6B" w:rsidP="006B3BD2">
            <w:pPr>
              <w:pStyle w:val="TAC"/>
              <w:rPr>
                <w:lang w:val="en-US" w:eastAsia="fi-FI"/>
              </w:rPr>
            </w:pPr>
            <w:r>
              <w:rPr>
                <w:lang w:val="en-US" w:eastAsia="fi-FI"/>
              </w:rPr>
              <w:t>DC_42A_n257G</w:t>
            </w:r>
          </w:p>
          <w:p w14:paraId="00E3793A" w14:textId="77777777" w:rsidR="001E6B6B" w:rsidRDefault="001E6B6B" w:rsidP="006B3BD2">
            <w:pPr>
              <w:pStyle w:val="TAC"/>
              <w:rPr>
                <w:lang w:val="en-US" w:eastAsia="fi-FI"/>
              </w:rPr>
            </w:pPr>
            <w:r>
              <w:rPr>
                <w:lang w:val="en-US" w:eastAsia="fi-FI"/>
              </w:rPr>
              <w:t>DC_42A_n257H</w:t>
            </w:r>
          </w:p>
          <w:p w14:paraId="31AE4D09" w14:textId="77777777" w:rsidR="001E6B6B" w:rsidRDefault="001E6B6B" w:rsidP="006B3BD2">
            <w:pPr>
              <w:pStyle w:val="TAC"/>
              <w:rPr>
                <w:lang w:val="en-US" w:eastAsia="fi-FI"/>
              </w:rPr>
            </w:pPr>
            <w:r>
              <w:rPr>
                <w:lang w:val="en-US" w:eastAsia="fi-FI"/>
              </w:rPr>
              <w:t>DC_42A_n257I</w:t>
            </w:r>
          </w:p>
          <w:p w14:paraId="06CE1722" w14:textId="77777777" w:rsidR="001E6B6B" w:rsidRDefault="001E6B6B" w:rsidP="006B3BD2">
            <w:pPr>
              <w:pStyle w:val="TAC"/>
              <w:rPr>
                <w:lang w:val="en-US" w:eastAsia="fi-FI"/>
              </w:rPr>
            </w:pPr>
            <w:r>
              <w:rPr>
                <w:lang w:val="en-US" w:eastAsia="fi-FI"/>
              </w:rPr>
              <w:t>DC_42C_n257A</w:t>
            </w:r>
          </w:p>
          <w:p w14:paraId="2B5A2F8F" w14:textId="77777777" w:rsidR="001E6B6B" w:rsidRDefault="001E6B6B" w:rsidP="006B3BD2">
            <w:pPr>
              <w:pStyle w:val="TAC"/>
              <w:rPr>
                <w:lang w:val="en-US" w:eastAsia="fi-FI"/>
              </w:rPr>
            </w:pPr>
            <w:r>
              <w:rPr>
                <w:lang w:val="en-US" w:eastAsia="fi-FI"/>
              </w:rPr>
              <w:t>DC_42C_n257G</w:t>
            </w:r>
          </w:p>
          <w:p w14:paraId="3DDF459F" w14:textId="77777777" w:rsidR="001E6B6B" w:rsidRDefault="001E6B6B" w:rsidP="006B3BD2">
            <w:pPr>
              <w:pStyle w:val="TAC"/>
              <w:rPr>
                <w:lang w:val="en-US" w:eastAsia="fi-FI"/>
              </w:rPr>
            </w:pPr>
            <w:r>
              <w:rPr>
                <w:lang w:val="en-US" w:eastAsia="fi-FI"/>
              </w:rPr>
              <w:t>DC_42C_n257H</w:t>
            </w:r>
          </w:p>
          <w:p w14:paraId="397EBD97" w14:textId="77777777" w:rsidR="001E6B6B" w:rsidRPr="001F078B" w:rsidRDefault="001E6B6B" w:rsidP="006B3BD2">
            <w:pPr>
              <w:pStyle w:val="TAC"/>
              <w:rPr>
                <w:noProof/>
                <w:lang w:eastAsia="zh-CN"/>
              </w:rPr>
            </w:pPr>
            <w:r>
              <w:rPr>
                <w:lang w:val="en-US" w:eastAsia="fi-FI"/>
              </w:rPr>
              <w:t>DC_42C_n257I</w:t>
            </w:r>
          </w:p>
        </w:tc>
      </w:tr>
      <w:tr w:rsidR="001E6B6B" w:rsidRPr="002665C4" w14:paraId="0EC439DB" w14:textId="77777777" w:rsidTr="006B3BD2">
        <w:trPr>
          <w:trHeight w:val="187"/>
          <w:jc w:val="center"/>
        </w:trPr>
        <w:tc>
          <w:tcPr>
            <w:tcW w:w="4814" w:type="dxa"/>
            <w:shd w:val="clear" w:color="auto" w:fill="auto"/>
            <w:noWrap/>
            <w:tcMar>
              <w:top w:w="28" w:type="dxa"/>
              <w:left w:w="28" w:type="dxa"/>
              <w:bottom w:w="28" w:type="dxa"/>
              <w:right w:w="28" w:type="dxa"/>
            </w:tcMar>
          </w:tcPr>
          <w:p w14:paraId="733DE053"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3A-41A-42A_n257A</w:t>
            </w:r>
          </w:p>
          <w:p w14:paraId="27D3D4ED" w14:textId="77777777" w:rsidR="001E6B6B" w:rsidRPr="001F078B" w:rsidRDefault="001E6B6B" w:rsidP="006B3BD2">
            <w:pPr>
              <w:pStyle w:val="TAC"/>
              <w:rPr>
                <w:rFonts w:eastAsia="MS Mincho" w:cs="Arial"/>
                <w:lang w:eastAsia="ja-JP"/>
              </w:rPr>
            </w:pPr>
            <w:r w:rsidRPr="001F078B">
              <w:rPr>
                <w:rFonts w:eastAsia="MS Mincho" w:cs="Arial"/>
                <w:lang w:eastAsia="ja-JP"/>
              </w:rPr>
              <w:t>DC_3A-41A-42A_n257D</w:t>
            </w:r>
          </w:p>
          <w:p w14:paraId="049C5CD8" w14:textId="77777777" w:rsidR="001E6B6B" w:rsidRPr="001F078B" w:rsidRDefault="001E6B6B" w:rsidP="006B3BD2">
            <w:pPr>
              <w:pStyle w:val="TAC"/>
              <w:rPr>
                <w:rFonts w:eastAsia="MS Mincho" w:cs="Arial"/>
                <w:lang w:eastAsia="ja-JP"/>
              </w:rPr>
            </w:pPr>
            <w:r w:rsidRPr="001F078B">
              <w:rPr>
                <w:rFonts w:eastAsia="MS Mincho" w:cs="Arial"/>
                <w:lang w:eastAsia="ja-JP"/>
              </w:rPr>
              <w:t>DC_3A-41A-42A_n257E</w:t>
            </w:r>
          </w:p>
          <w:p w14:paraId="7DA28EA6" w14:textId="77777777" w:rsidR="001E6B6B" w:rsidRPr="001F078B" w:rsidRDefault="001E6B6B" w:rsidP="006B3BD2">
            <w:pPr>
              <w:pStyle w:val="TAC"/>
              <w:rPr>
                <w:rFonts w:cs="Arial"/>
                <w:lang w:eastAsia="ja-JP"/>
              </w:rPr>
            </w:pPr>
            <w:r w:rsidRPr="001F078B">
              <w:rPr>
                <w:rFonts w:cs="Arial"/>
                <w:lang w:eastAsia="ja-JP"/>
              </w:rPr>
              <w:t>DC_3A-41A-42A_n257F</w:t>
            </w:r>
          </w:p>
          <w:p w14:paraId="604781BF" w14:textId="77777777" w:rsidR="001E6B6B" w:rsidRPr="001F078B" w:rsidRDefault="001E6B6B" w:rsidP="006B3BD2">
            <w:pPr>
              <w:pStyle w:val="TAC"/>
              <w:rPr>
                <w:rFonts w:eastAsia="MS Mincho" w:cs="Arial"/>
                <w:lang w:eastAsia="ja-JP"/>
              </w:rPr>
            </w:pPr>
            <w:r w:rsidRPr="001F078B">
              <w:rPr>
                <w:rFonts w:eastAsia="MS Mincho" w:cs="Arial"/>
                <w:lang w:eastAsia="ja-JP"/>
              </w:rPr>
              <w:t>DC_3A-41A-42A_n257G</w:t>
            </w:r>
          </w:p>
          <w:p w14:paraId="32495793" w14:textId="77777777" w:rsidR="001E6B6B" w:rsidRPr="001F078B" w:rsidRDefault="001E6B6B" w:rsidP="006B3BD2">
            <w:pPr>
              <w:pStyle w:val="TAC"/>
              <w:rPr>
                <w:rFonts w:eastAsia="MS Mincho" w:cs="Arial"/>
                <w:lang w:eastAsia="ja-JP"/>
              </w:rPr>
            </w:pPr>
            <w:r w:rsidRPr="001F078B">
              <w:rPr>
                <w:rFonts w:eastAsia="MS Mincho" w:cs="Arial"/>
                <w:lang w:eastAsia="ja-JP"/>
              </w:rPr>
              <w:t>DC_3A-41A-42A_n257H</w:t>
            </w:r>
          </w:p>
          <w:p w14:paraId="42B17E6A" w14:textId="77777777" w:rsidR="001E6B6B" w:rsidRPr="001F078B" w:rsidRDefault="001E6B6B" w:rsidP="006B3BD2">
            <w:pPr>
              <w:pStyle w:val="TAC"/>
              <w:rPr>
                <w:rFonts w:eastAsia="MS Mincho" w:cs="Arial"/>
                <w:lang w:eastAsia="ja-JP"/>
              </w:rPr>
            </w:pPr>
            <w:r w:rsidRPr="001F078B">
              <w:rPr>
                <w:rFonts w:eastAsia="MS Mincho" w:cs="Arial"/>
                <w:lang w:eastAsia="ja-JP"/>
              </w:rPr>
              <w:t>DC_3A-41A-42A_n257I</w:t>
            </w:r>
          </w:p>
          <w:p w14:paraId="2E4B8472" w14:textId="77777777" w:rsidR="001E6B6B" w:rsidRPr="001F078B" w:rsidRDefault="001E6B6B" w:rsidP="006B3BD2">
            <w:pPr>
              <w:pStyle w:val="TAC"/>
              <w:rPr>
                <w:rFonts w:eastAsia="MS Mincho" w:cs="Arial"/>
                <w:lang w:eastAsia="ja-JP"/>
              </w:rPr>
            </w:pPr>
            <w:r w:rsidRPr="001F078B">
              <w:rPr>
                <w:rFonts w:eastAsia="MS Mincho" w:cs="Arial"/>
                <w:lang w:eastAsia="ja-JP"/>
              </w:rPr>
              <w:t>DC_3A-41A-42A_n257J</w:t>
            </w:r>
          </w:p>
          <w:p w14:paraId="2224DE63" w14:textId="77777777" w:rsidR="001E6B6B" w:rsidRPr="001F078B" w:rsidRDefault="001E6B6B" w:rsidP="006B3BD2">
            <w:pPr>
              <w:pStyle w:val="TAC"/>
              <w:rPr>
                <w:rFonts w:eastAsia="MS Mincho" w:cs="Arial"/>
                <w:lang w:eastAsia="ja-JP"/>
              </w:rPr>
            </w:pPr>
            <w:r w:rsidRPr="001F078B">
              <w:rPr>
                <w:rFonts w:eastAsia="MS Mincho" w:cs="Arial"/>
                <w:lang w:eastAsia="ja-JP"/>
              </w:rPr>
              <w:t>DC_3A-41A-42A_n257K</w:t>
            </w:r>
          </w:p>
          <w:p w14:paraId="7B742EB0" w14:textId="77777777" w:rsidR="001E6B6B" w:rsidRPr="001F078B" w:rsidRDefault="001E6B6B" w:rsidP="006B3BD2">
            <w:pPr>
              <w:pStyle w:val="TAC"/>
              <w:rPr>
                <w:rFonts w:eastAsia="MS Mincho" w:cs="Arial"/>
                <w:lang w:eastAsia="ja-JP"/>
              </w:rPr>
            </w:pPr>
            <w:r w:rsidRPr="001F078B">
              <w:rPr>
                <w:rFonts w:eastAsia="MS Mincho" w:cs="Arial"/>
                <w:lang w:eastAsia="ja-JP"/>
              </w:rPr>
              <w:t>DC_3A-41A-42A_n257L</w:t>
            </w:r>
          </w:p>
          <w:p w14:paraId="33301504" w14:textId="77777777" w:rsidR="001E6B6B" w:rsidRPr="001F078B" w:rsidRDefault="001E6B6B" w:rsidP="006B3BD2">
            <w:pPr>
              <w:pStyle w:val="TAC"/>
              <w:rPr>
                <w:rFonts w:cs="Arial"/>
                <w:lang w:eastAsia="ja-JP"/>
              </w:rPr>
            </w:pPr>
            <w:r w:rsidRPr="001F078B">
              <w:rPr>
                <w:rFonts w:cs="Arial"/>
                <w:lang w:eastAsia="ja-JP"/>
              </w:rPr>
              <w:t>DC_3A-41A-42A_n257M</w:t>
            </w:r>
          </w:p>
          <w:p w14:paraId="56A316B0"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3A-41A-42C_n257A</w:t>
            </w:r>
          </w:p>
          <w:p w14:paraId="49AA4EC7" w14:textId="77777777" w:rsidR="001E6B6B" w:rsidRPr="001F078B" w:rsidRDefault="001E6B6B" w:rsidP="006B3BD2">
            <w:pPr>
              <w:pStyle w:val="TAC"/>
              <w:rPr>
                <w:rFonts w:eastAsia="MS Mincho" w:cs="Arial"/>
                <w:lang w:eastAsia="ja-JP"/>
              </w:rPr>
            </w:pPr>
            <w:r w:rsidRPr="001F078B">
              <w:rPr>
                <w:rFonts w:eastAsia="MS Mincho" w:cs="Arial"/>
                <w:lang w:eastAsia="ja-JP"/>
              </w:rPr>
              <w:t>DC_3A-41A-42C_n257D</w:t>
            </w:r>
          </w:p>
          <w:p w14:paraId="259D1744" w14:textId="77777777" w:rsidR="001E6B6B" w:rsidRPr="001F078B" w:rsidRDefault="001E6B6B" w:rsidP="006B3BD2">
            <w:pPr>
              <w:pStyle w:val="TAC"/>
              <w:rPr>
                <w:rFonts w:eastAsia="MS Mincho" w:cs="Arial"/>
                <w:lang w:eastAsia="ja-JP"/>
              </w:rPr>
            </w:pPr>
            <w:r w:rsidRPr="001F078B">
              <w:rPr>
                <w:rFonts w:eastAsia="MS Mincho" w:cs="Arial"/>
                <w:lang w:eastAsia="ja-JP"/>
              </w:rPr>
              <w:t>DC_3A-41A-42C_n257E</w:t>
            </w:r>
          </w:p>
          <w:p w14:paraId="16923F8E" w14:textId="77777777" w:rsidR="001E6B6B" w:rsidRPr="001F078B" w:rsidRDefault="001E6B6B" w:rsidP="006B3BD2">
            <w:pPr>
              <w:pStyle w:val="TAC"/>
              <w:rPr>
                <w:rFonts w:cs="Arial"/>
                <w:lang w:eastAsia="ja-JP"/>
              </w:rPr>
            </w:pPr>
            <w:r w:rsidRPr="001F078B">
              <w:rPr>
                <w:rFonts w:cs="Arial"/>
                <w:lang w:eastAsia="ja-JP"/>
              </w:rPr>
              <w:t>DC_3A-41A-42C_n257F</w:t>
            </w:r>
          </w:p>
          <w:p w14:paraId="039CF8BD" w14:textId="77777777" w:rsidR="001E6B6B" w:rsidRPr="001F078B" w:rsidRDefault="001E6B6B" w:rsidP="006B3BD2">
            <w:pPr>
              <w:pStyle w:val="TAC"/>
              <w:rPr>
                <w:rFonts w:eastAsia="MS Mincho" w:cs="Arial"/>
                <w:lang w:eastAsia="ja-JP"/>
              </w:rPr>
            </w:pPr>
            <w:r w:rsidRPr="001F078B">
              <w:rPr>
                <w:rFonts w:eastAsia="MS Mincho" w:cs="Arial"/>
                <w:lang w:eastAsia="ja-JP"/>
              </w:rPr>
              <w:t>DC_3A-41A-42C_n257G</w:t>
            </w:r>
          </w:p>
          <w:p w14:paraId="37FF2F72" w14:textId="77777777" w:rsidR="001E6B6B" w:rsidRPr="001F078B" w:rsidRDefault="001E6B6B" w:rsidP="006B3BD2">
            <w:pPr>
              <w:pStyle w:val="TAC"/>
              <w:rPr>
                <w:rFonts w:eastAsia="MS Mincho" w:cs="Arial"/>
                <w:lang w:eastAsia="ja-JP"/>
              </w:rPr>
            </w:pPr>
            <w:r w:rsidRPr="001F078B">
              <w:rPr>
                <w:rFonts w:eastAsia="MS Mincho" w:cs="Arial"/>
                <w:lang w:eastAsia="ja-JP"/>
              </w:rPr>
              <w:t>DC_3A-41A-42C_n257H</w:t>
            </w:r>
          </w:p>
          <w:p w14:paraId="53CBF883" w14:textId="77777777" w:rsidR="001E6B6B" w:rsidRPr="001F078B" w:rsidRDefault="001E6B6B" w:rsidP="006B3BD2">
            <w:pPr>
              <w:pStyle w:val="TAC"/>
              <w:rPr>
                <w:rFonts w:eastAsia="MS Mincho" w:cs="Arial"/>
                <w:lang w:eastAsia="ja-JP"/>
              </w:rPr>
            </w:pPr>
            <w:r w:rsidRPr="001F078B">
              <w:rPr>
                <w:rFonts w:eastAsia="MS Mincho" w:cs="Arial"/>
                <w:lang w:eastAsia="ja-JP"/>
              </w:rPr>
              <w:t>DC_3A-41A-42C_n257I</w:t>
            </w:r>
          </w:p>
          <w:p w14:paraId="53099A19" w14:textId="77777777" w:rsidR="001E6B6B" w:rsidRPr="001F078B" w:rsidRDefault="001E6B6B" w:rsidP="006B3BD2">
            <w:pPr>
              <w:pStyle w:val="TAC"/>
              <w:rPr>
                <w:rFonts w:eastAsia="MS Mincho" w:cs="Arial"/>
                <w:lang w:eastAsia="ja-JP"/>
              </w:rPr>
            </w:pPr>
            <w:r w:rsidRPr="001F078B">
              <w:rPr>
                <w:rFonts w:eastAsia="MS Mincho" w:cs="Arial"/>
                <w:lang w:eastAsia="ja-JP"/>
              </w:rPr>
              <w:t>DC_3A-41A-42C_n257J</w:t>
            </w:r>
          </w:p>
          <w:p w14:paraId="32698920" w14:textId="77777777" w:rsidR="001E6B6B" w:rsidRPr="001F078B" w:rsidRDefault="001E6B6B" w:rsidP="006B3BD2">
            <w:pPr>
              <w:pStyle w:val="TAC"/>
              <w:rPr>
                <w:rFonts w:eastAsia="MS Mincho" w:cs="Arial"/>
                <w:lang w:eastAsia="ja-JP"/>
              </w:rPr>
            </w:pPr>
            <w:r w:rsidRPr="001F078B">
              <w:rPr>
                <w:rFonts w:eastAsia="MS Mincho" w:cs="Arial"/>
                <w:lang w:eastAsia="ja-JP"/>
              </w:rPr>
              <w:t>DC_3A-41A-42C_n257K</w:t>
            </w:r>
          </w:p>
          <w:p w14:paraId="15BE5483" w14:textId="77777777" w:rsidR="001E6B6B" w:rsidRPr="001F078B" w:rsidRDefault="001E6B6B" w:rsidP="006B3BD2">
            <w:pPr>
              <w:pStyle w:val="TAC"/>
              <w:rPr>
                <w:rFonts w:eastAsia="MS Mincho" w:cs="Arial"/>
                <w:lang w:eastAsia="ja-JP"/>
              </w:rPr>
            </w:pPr>
            <w:r w:rsidRPr="001F078B">
              <w:rPr>
                <w:rFonts w:eastAsia="MS Mincho" w:cs="Arial"/>
                <w:lang w:eastAsia="ja-JP"/>
              </w:rPr>
              <w:t>DC_3A-41A-42C_n257L</w:t>
            </w:r>
          </w:p>
          <w:p w14:paraId="41BCEECC" w14:textId="77777777" w:rsidR="001E6B6B" w:rsidRPr="001F078B" w:rsidRDefault="001E6B6B" w:rsidP="006B3BD2">
            <w:pPr>
              <w:pStyle w:val="TAC"/>
              <w:rPr>
                <w:rFonts w:cs="Arial"/>
                <w:lang w:eastAsia="ja-JP"/>
              </w:rPr>
            </w:pPr>
            <w:r w:rsidRPr="001F078B">
              <w:rPr>
                <w:rFonts w:cs="Arial"/>
                <w:lang w:eastAsia="ja-JP"/>
              </w:rPr>
              <w:t>DC_3A-41A-42C_n257M</w:t>
            </w:r>
          </w:p>
          <w:p w14:paraId="0821CD59"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3A-41C-42A_n257A</w:t>
            </w:r>
          </w:p>
          <w:p w14:paraId="13CF7C84" w14:textId="77777777" w:rsidR="001E6B6B" w:rsidRPr="001F078B" w:rsidRDefault="001E6B6B" w:rsidP="006B3BD2">
            <w:pPr>
              <w:pStyle w:val="TAC"/>
              <w:rPr>
                <w:rFonts w:eastAsia="MS Mincho" w:cs="Arial"/>
                <w:lang w:eastAsia="ja-JP"/>
              </w:rPr>
            </w:pPr>
            <w:r w:rsidRPr="001F078B">
              <w:rPr>
                <w:rFonts w:eastAsia="MS Mincho" w:cs="Arial"/>
                <w:lang w:eastAsia="ja-JP"/>
              </w:rPr>
              <w:t>DC_3A-41C-42A_n257D</w:t>
            </w:r>
          </w:p>
          <w:p w14:paraId="19E89BBD" w14:textId="77777777" w:rsidR="001E6B6B" w:rsidRPr="001F078B" w:rsidRDefault="001E6B6B" w:rsidP="006B3BD2">
            <w:pPr>
              <w:pStyle w:val="TAC"/>
              <w:rPr>
                <w:rFonts w:eastAsia="MS Mincho" w:cs="Arial"/>
                <w:lang w:eastAsia="ja-JP"/>
              </w:rPr>
            </w:pPr>
            <w:r w:rsidRPr="001F078B">
              <w:rPr>
                <w:rFonts w:eastAsia="MS Mincho" w:cs="Arial"/>
                <w:lang w:eastAsia="ja-JP"/>
              </w:rPr>
              <w:t>DC_3A-41C-42A_n257E</w:t>
            </w:r>
          </w:p>
          <w:p w14:paraId="0BAB5597" w14:textId="77777777" w:rsidR="001E6B6B" w:rsidRPr="001F078B" w:rsidRDefault="001E6B6B" w:rsidP="006B3BD2">
            <w:pPr>
              <w:pStyle w:val="TAC"/>
              <w:rPr>
                <w:rFonts w:cs="Arial"/>
                <w:lang w:eastAsia="ja-JP"/>
              </w:rPr>
            </w:pPr>
            <w:r w:rsidRPr="001F078B">
              <w:rPr>
                <w:rFonts w:cs="Arial"/>
                <w:lang w:eastAsia="ja-JP"/>
              </w:rPr>
              <w:t>DC_3A-41C-42A_n257F</w:t>
            </w:r>
          </w:p>
          <w:p w14:paraId="46FF309C" w14:textId="77777777" w:rsidR="001E6B6B" w:rsidRPr="001F078B" w:rsidRDefault="001E6B6B" w:rsidP="006B3BD2">
            <w:pPr>
              <w:pStyle w:val="TAC"/>
              <w:rPr>
                <w:rFonts w:eastAsia="MS Mincho" w:cs="Arial"/>
                <w:lang w:eastAsia="ja-JP"/>
              </w:rPr>
            </w:pPr>
            <w:r w:rsidRPr="001F078B">
              <w:rPr>
                <w:rFonts w:eastAsia="MS Mincho" w:cs="Arial"/>
                <w:lang w:eastAsia="ja-JP"/>
              </w:rPr>
              <w:t>DC_3A-41C-42A_n257G</w:t>
            </w:r>
          </w:p>
          <w:p w14:paraId="46F8B7B3" w14:textId="77777777" w:rsidR="001E6B6B" w:rsidRPr="001F078B" w:rsidRDefault="001E6B6B" w:rsidP="006B3BD2">
            <w:pPr>
              <w:pStyle w:val="TAC"/>
              <w:rPr>
                <w:rFonts w:eastAsia="MS Mincho" w:cs="Arial"/>
                <w:lang w:eastAsia="ja-JP"/>
              </w:rPr>
            </w:pPr>
            <w:r w:rsidRPr="001F078B">
              <w:rPr>
                <w:rFonts w:eastAsia="MS Mincho" w:cs="Arial"/>
                <w:lang w:eastAsia="ja-JP"/>
              </w:rPr>
              <w:t>DC_3A-41C-42A_n257H</w:t>
            </w:r>
          </w:p>
          <w:p w14:paraId="4EAC1E80" w14:textId="77777777" w:rsidR="001E6B6B" w:rsidRPr="001F078B" w:rsidRDefault="001E6B6B" w:rsidP="006B3BD2">
            <w:pPr>
              <w:pStyle w:val="TAC"/>
              <w:rPr>
                <w:rFonts w:eastAsia="MS Mincho" w:cs="Arial"/>
                <w:lang w:eastAsia="ja-JP"/>
              </w:rPr>
            </w:pPr>
            <w:r w:rsidRPr="001F078B">
              <w:rPr>
                <w:rFonts w:eastAsia="MS Mincho" w:cs="Arial"/>
                <w:lang w:eastAsia="ja-JP"/>
              </w:rPr>
              <w:t>DC_3A-41C-42A_n257I</w:t>
            </w:r>
          </w:p>
          <w:p w14:paraId="3C1AF17D" w14:textId="77777777" w:rsidR="001E6B6B" w:rsidRPr="001F078B" w:rsidRDefault="001E6B6B" w:rsidP="006B3BD2">
            <w:pPr>
              <w:pStyle w:val="TAC"/>
              <w:rPr>
                <w:rFonts w:eastAsia="MS Mincho" w:cs="Arial"/>
                <w:lang w:eastAsia="ja-JP"/>
              </w:rPr>
            </w:pPr>
            <w:r w:rsidRPr="001F078B">
              <w:rPr>
                <w:rFonts w:eastAsia="MS Mincho" w:cs="Arial"/>
                <w:lang w:eastAsia="ja-JP"/>
              </w:rPr>
              <w:t>DC_3A-41C-42A_n257J</w:t>
            </w:r>
          </w:p>
          <w:p w14:paraId="70AF0BD8" w14:textId="77777777" w:rsidR="001E6B6B" w:rsidRPr="001F078B" w:rsidRDefault="001E6B6B" w:rsidP="006B3BD2">
            <w:pPr>
              <w:pStyle w:val="TAC"/>
              <w:rPr>
                <w:rFonts w:eastAsia="MS Mincho" w:cs="Arial"/>
                <w:lang w:eastAsia="ja-JP"/>
              </w:rPr>
            </w:pPr>
            <w:r w:rsidRPr="001F078B">
              <w:rPr>
                <w:rFonts w:eastAsia="MS Mincho" w:cs="Arial"/>
                <w:lang w:eastAsia="ja-JP"/>
              </w:rPr>
              <w:t>DC_3A-41C-42A_n257K</w:t>
            </w:r>
          </w:p>
          <w:p w14:paraId="06664998" w14:textId="77777777" w:rsidR="001E6B6B" w:rsidRPr="001F078B" w:rsidRDefault="001E6B6B" w:rsidP="006B3BD2">
            <w:pPr>
              <w:pStyle w:val="TAC"/>
              <w:rPr>
                <w:rFonts w:eastAsia="MS Mincho" w:cs="Arial"/>
                <w:lang w:eastAsia="ja-JP"/>
              </w:rPr>
            </w:pPr>
            <w:r w:rsidRPr="001F078B">
              <w:rPr>
                <w:rFonts w:eastAsia="MS Mincho" w:cs="Arial"/>
                <w:lang w:eastAsia="ja-JP"/>
              </w:rPr>
              <w:t>DC_3A-41C-42A_n257L</w:t>
            </w:r>
          </w:p>
          <w:p w14:paraId="1D2203E5" w14:textId="77777777" w:rsidR="001E6B6B" w:rsidRPr="001F078B" w:rsidRDefault="001E6B6B" w:rsidP="006B3BD2">
            <w:pPr>
              <w:pStyle w:val="TAC"/>
              <w:rPr>
                <w:rFonts w:cs="Arial"/>
                <w:lang w:eastAsia="ja-JP"/>
              </w:rPr>
            </w:pPr>
            <w:r w:rsidRPr="001F078B">
              <w:rPr>
                <w:rFonts w:cs="Arial"/>
                <w:lang w:eastAsia="ja-JP"/>
              </w:rPr>
              <w:t>DC_3A-41C-42A_n257M</w:t>
            </w:r>
          </w:p>
          <w:p w14:paraId="3CFC1A18" w14:textId="77777777" w:rsidR="001E6B6B" w:rsidRPr="001F078B" w:rsidRDefault="001E6B6B" w:rsidP="006B3BD2">
            <w:pPr>
              <w:pStyle w:val="TAC"/>
              <w:rPr>
                <w:lang w:val="en-US" w:eastAsia="fi-FI"/>
              </w:rPr>
            </w:pPr>
            <w:r w:rsidRPr="001F078B">
              <w:rPr>
                <w:lang w:val="en-US" w:eastAsia="fi-FI"/>
              </w:rPr>
              <w:t>DC_3A-41C-42C_n257A</w:t>
            </w:r>
          </w:p>
          <w:p w14:paraId="2E81E383" w14:textId="77777777" w:rsidR="001E6B6B" w:rsidRPr="001F078B" w:rsidRDefault="001E6B6B" w:rsidP="006B3BD2">
            <w:pPr>
              <w:pStyle w:val="TAC"/>
              <w:rPr>
                <w:lang w:val="en-US" w:eastAsia="fi-FI"/>
              </w:rPr>
            </w:pPr>
            <w:r w:rsidRPr="001F078B">
              <w:rPr>
                <w:lang w:val="en-US" w:eastAsia="fi-FI"/>
              </w:rPr>
              <w:t>DC_3A-41C-42C_n257D</w:t>
            </w:r>
          </w:p>
          <w:p w14:paraId="4801D56E" w14:textId="77777777" w:rsidR="001E6B6B" w:rsidRPr="001F078B" w:rsidRDefault="001E6B6B" w:rsidP="006B3BD2">
            <w:pPr>
              <w:pStyle w:val="TAC"/>
              <w:rPr>
                <w:lang w:val="en-US" w:eastAsia="fi-FI"/>
              </w:rPr>
            </w:pPr>
            <w:r w:rsidRPr="001F078B">
              <w:rPr>
                <w:lang w:val="en-US" w:eastAsia="fi-FI"/>
              </w:rPr>
              <w:t>DC_3A-41C-42C_n257E</w:t>
            </w:r>
          </w:p>
          <w:p w14:paraId="0965C9AF" w14:textId="77777777" w:rsidR="001E6B6B" w:rsidRPr="001F078B" w:rsidRDefault="001E6B6B" w:rsidP="006B3BD2">
            <w:pPr>
              <w:pStyle w:val="TAC"/>
              <w:rPr>
                <w:lang w:val="en-US" w:eastAsia="fi-FI"/>
              </w:rPr>
            </w:pPr>
            <w:r w:rsidRPr="001F078B">
              <w:rPr>
                <w:lang w:val="en-US" w:eastAsia="fi-FI"/>
              </w:rPr>
              <w:t>DC_3A-41C-42C_n257F</w:t>
            </w:r>
          </w:p>
          <w:p w14:paraId="20F7078E" w14:textId="77777777" w:rsidR="001E6B6B" w:rsidRPr="001F078B" w:rsidRDefault="001E6B6B" w:rsidP="006B3BD2">
            <w:pPr>
              <w:pStyle w:val="TAC"/>
              <w:rPr>
                <w:lang w:val="en-US" w:eastAsia="fi-FI"/>
              </w:rPr>
            </w:pPr>
            <w:r w:rsidRPr="001F078B">
              <w:rPr>
                <w:lang w:val="en-US" w:eastAsia="fi-FI"/>
              </w:rPr>
              <w:t>DC_3A-41C-42C_n257G</w:t>
            </w:r>
          </w:p>
          <w:p w14:paraId="3FE9A947" w14:textId="77777777" w:rsidR="001E6B6B" w:rsidRPr="001F078B" w:rsidRDefault="001E6B6B" w:rsidP="006B3BD2">
            <w:pPr>
              <w:pStyle w:val="TAC"/>
              <w:rPr>
                <w:lang w:val="en-US" w:eastAsia="fi-FI"/>
              </w:rPr>
            </w:pPr>
            <w:r w:rsidRPr="001F078B">
              <w:rPr>
                <w:lang w:val="en-US" w:eastAsia="fi-FI"/>
              </w:rPr>
              <w:t>DC_3A-41C-42C_n257H</w:t>
            </w:r>
          </w:p>
          <w:p w14:paraId="020FE8B5" w14:textId="77777777" w:rsidR="001E6B6B" w:rsidRPr="001F078B" w:rsidRDefault="001E6B6B" w:rsidP="006B3BD2">
            <w:pPr>
              <w:pStyle w:val="TAC"/>
              <w:rPr>
                <w:lang w:val="en-US" w:eastAsia="fi-FI"/>
              </w:rPr>
            </w:pPr>
            <w:r w:rsidRPr="001F078B">
              <w:rPr>
                <w:lang w:val="en-US" w:eastAsia="fi-FI"/>
              </w:rPr>
              <w:t>DC_3A-41C-42C_n257I</w:t>
            </w:r>
          </w:p>
          <w:p w14:paraId="375F080D" w14:textId="77777777" w:rsidR="001E6B6B" w:rsidRPr="001F078B" w:rsidRDefault="001E6B6B" w:rsidP="006B3BD2">
            <w:pPr>
              <w:pStyle w:val="TAC"/>
              <w:rPr>
                <w:lang w:val="en-US" w:eastAsia="fi-FI"/>
              </w:rPr>
            </w:pPr>
            <w:r w:rsidRPr="001F078B">
              <w:rPr>
                <w:lang w:val="en-US" w:eastAsia="fi-FI"/>
              </w:rPr>
              <w:t>DC_3A-41C-42C_n257J</w:t>
            </w:r>
          </w:p>
          <w:p w14:paraId="53C49937" w14:textId="77777777" w:rsidR="001E6B6B" w:rsidRPr="001F078B" w:rsidRDefault="001E6B6B" w:rsidP="006B3BD2">
            <w:pPr>
              <w:pStyle w:val="TAC"/>
              <w:rPr>
                <w:lang w:val="en-US" w:eastAsia="fi-FI"/>
              </w:rPr>
            </w:pPr>
            <w:r w:rsidRPr="001F078B">
              <w:rPr>
                <w:lang w:val="en-US" w:eastAsia="fi-FI"/>
              </w:rPr>
              <w:t>DC_3A-41C-42C_n257K</w:t>
            </w:r>
          </w:p>
          <w:p w14:paraId="3836B031" w14:textId="77777777" w:rsidR="001E6B6B" w:rsidRPr="001F078B" w:rsidRDefault="001E6B6B" w:rsidP="006B3BD2">
            <w:pPr>
              <w:pStyle w:val="TAC"/>
              <w:rPr>
                <w:lang w:val="en-US" w:eastAsia="fi-FI"/>
              </w:rPr>
            </w:pPr>
            <w:r w:rsidRPr="001F078B">
              <w:rPr>
                <w:lang w:val="en-US" w:eastAsia="fi-FI"/>
              </w:rPr>
              <w:t>DC_3A-41C-42C_n257L</w:t>
            </w:r>
          </w:p>
          <w:p w14:paraId="25122025" w14:textId="77777777" w:rsidR="001E6B6B" w:rsidRPr="000E5B8D" w:rsidRDefault="001E6B6B" w:rsidP="006B3BD2">
            <w:pPr>
              <w:pStyle w:val="TAC"/>
              <w:rPr>
                <w:lang w:eastAsia="fi-FI"/>
              </w:rPr>
            </w:pPr>
            <w:r w:rsidRPr="001F078B">
              <w:rPr>
                <w:lang w:val="en-US" w:eastAsia="fi-FI"/>
              </w:rPr>
              <w:t>DC_3A-41C-42C_n257M</w:t>
            </w:r>
          </w:p>
        </w:tc>
        <w:tc>
          <w:tcPr>
            <w:tcW w:w="4815" w:type="dxa"/>
            <w:tcMar>
              <w:top w:w="28" w:type="dxa"/>
              <w:left w:w="28" w:type="dxa"/>
              <w:bottom w:w="28" w:type="dxa"/>
              <w:right w:w="28" w:type="dxa"/>
            </w:tcMar>
          </w:tcPr>
          <w:p w14:paraId="4367E4D6" w14:textId="77777777" w:rsidR="001E6B6B" w:rsidRDefault="001E6B6B" w:rsidP="006B3BD2">
            <w:pPr>
              <w:pStyle w:val="TAC"/>
            </w:pPr>
            <w:r>
              <w:rPr>
                <w:lang w:eastAsia="ja-JP"/>
              </w:rPr>
              <w:t>DC</w:t>
            </w:r>
            <w:r>
              <w:t>_</w:t>
            </w:r>
            <w:r>
              <w:rPr>
                <w:lang w:eastAsia="ja-JP"/>
              </w:rPr>
              <w:t>3A_n257</w:t>
            </w:r>
            <w:r>
              <w:t>A</w:t>
            </w:r>
          </w:p>
          <w:p w14:paraId="03C2C4D5" w14:textId="77777777" w:rsidR="001E6B6B" w:rsidRDefault="001E6B6B" w:rsidP="006B3BD2">
            <w:pPr>
              <w:pStyle w:val="TAC"/>
            </w:pPr>
            <w:r>
              <w:rPr>
                <w:lang w:eastAsia="ja-JP"/>
              </w:rPr>
              <w:t>DC</w:t>
            </w:r>
            <w:r>
              <w:t>_</w:t>
            </w:r>
            <w:r>
              <w:rPr>
                <w:lang w:eastAsia="ja-JP"/>
              </w:rPr>
              <w:t>3A_n257</w:t>
            </w:r>
            <w:r>
              <w:t>G</w:t>
            </w:r>
          </w:p>
          <w:p w14:paraId="6205BFBF" w14:textId="77777777" w:rsidR="001E6B6B" w:rsidRDefault="001E6B6B" w:rsidP="006B3BD2">
            <w:pPr>
              <w:pStyle w:val="TAC"/>
            </w:pPr>
            <w:r>
              <w:rPr>
                <w:lang w:eastAsia="ja-JP"/>
              </w:rPr>
              <w:t>DC</w:t>
            </w:r>
            <w:r>
              <w:t>_</w:t>
            </w:r>
            <w:r>
              <w:rPr>
                <w:lang w:eastAsia="ja-JP"/>
              </w:rPr>
              <w:t>3A_n257</w:t>
            </w:r>
            <w:r>
              <w:t>H</w:t>
            </w:r>
          </w:p>
          <w:p w14:paraId="1199EE36" w14:textId="77777777" w:rsidR="001E6B6B" w:rsidRDefault="001E6B6B" w:rsidP="006B3BD2">
            <w:pPr>
              <w:pStyle w:val="TAC"/>
            </w:pPr>
            <w:r>
              <w:rPr>
                <w:lang w:eastAsia="ja-JP"/>
              </w:rPr>
              <w:t>DC</w:t>
            </w:r>
            <w:r>
              <w:t>_</w:t>
            </w:r>
            <w:r>
              <w:rPr>
                <w:lang w:eastAsia="ja-JP"/>
              </w:rPr>
              <w:t>3A_n257</w:t>
            </w:r>
            <w:r>
              <w:t>I</w:t>
            </w:r>
          </w:p>
          <w:p w14:paraId="59544FB4" w14:textId="77777777" w:rsidR="001E6B6B" w:rsidRDefault="001E6B6B" w:rsidP="006B3BD2">
            <w:pPr>
              <w:pStyle w:val="TAC"/>
            </w:pPr>
            <w:r>
              <w:rPr>
                <w:lang w:eastAsia="ja-JP"/>
              </w:rPr>
              <w:t>DC</w:t>
            </w:r>
            <w:r>
              <w:t>_</w:t>
            </w:r>
            <w:r>
              <w:rPr>
                <w:lang w:eastAsia="ja-JP"/>
              </w:rPr>
              <w:t>41A_n257</w:t>
            </w:r>
            <w:r>
              <w:t>A</w:t>
            </w:r>
          </w:p>
          <w:p w14:paraId="12828E2D" w14:textId="77777777" w:rsidR="001E6B6B" w:rsidRDefault="001E6B6B" w:rsidP="006B3BD2">
            <w:pPr>
              <w:pStyle w:val="TAC"/>
            </w:pPr>
            <w:r>
              <w:rPr>
                <w:lang w:eastAsia="ja-JP"/>
              </w:rPr>
              <w:t>DC</w:t>
            </w:r>
            <w:r>
              <w:t>_</w:t>
            </w:r>
            <w:r>
              <w:rPr>
                <w:lang w:eastAsia="ja-JP"/>
              </w:rPr>
              <w:t>41A_n257</w:t>
            </w:r>
            <w:r>
              <w:t>G</w:t>
            </w:r>
          </w:p>
          <w:p w14:paraId="35950966" w14:textId="77777777" w:rsidR="001E6B6B" w:rsidRDefault="001E6B6B" w:rsidP="006B3BD2">
            <w:pPr>
              <w:pStyle w:val="TAC"/>
            </w:pPr>
            <w:r>
              <w:rPr>
                <w:lang w:eastAsia="ja-JP"/>
              </w:rPr>
              <w:t>DC</w:t>
            </w:r>
            <w:r>
              <w:t>_</w:t>
            </w:r>
            <w:r>
              <w:rPr>
                <w:lang w:eastAsia="ja-JP"/>
              </w:rPr>
              <w:t>41A_n257</w:t>
            </w:r>
            <w:r>
              <w:t>H</w:t>
            </w:r>
          </w:p>
          <w:p w14:paraId="3196589C" w14:textId="77777777" w:rsidR="001E6B6B" w:rsidRDefault="001E6B6B" w:rsidP="006B3BD2">
            <w:pPr>
              <w:pStyle w:val="TAC"/>
            </w:pPr>
            <w:r>
              <w:rPr>
                <w:lang w:eastAsia="ja-JP"/>
              </w:rPr>
              <w:t>DC</w:t>
            </w:r>
            <w:r>
              <w:t>_</w:t>
            </w:r>
            <w:r>
              <w:rPr>
                <w:lang w:eastAsia="ja-JP"/>
              </w:rPr>
              <w:t>41A_n257</w:t>
            </w:r>
            <w:r>
              <w:t>I</w:t>
            </w:r>
          </w:p>
          <w:p w14:paraId="6FD2283E" w14:textId="77777777" w:rsidR="001E6B6B" w:rsidRDefault="001E6B6B" w:rsidP="006B3BD2">
            <w:pPr>
              <w:pStyle w:val="TAC"/>
            </w:pPr>
            <w:r>
              <w:rPr>
                <w:lang w:eastAsia="ja-JP"/>
              </w:rPr>
              <w:t>DC</w:t>
            </w:r>
            <w:r>
              <w:t>_</w:t>
            </w:r>
            <w:r>
              <w:rPr>
                <w:lang w:eastAsia="ja-JP"/>
              </w:rPr>
              <w:t>41C_n257</w:t>
            </w:r>
            <w:r>
              <w:t>A</w:t>
            </w:r>
          </w:p>
          <w:p w14:paraId="6C5ECEFA" w14:textId="77777777" w:rsidR="001E6B6B" w:rsidRPr="0077013D" w:rsidRDefault="001E6B6B" w:rsidP="006B3BD2">
            <w:pPr>
              <w:pStyle w:val="TAC"/>
              <w:rPr>
                <w:lang w:val="sv-SE"/>
              </w:rPr>
            </w:pPr>
            <w:r w:rsidRPr="0077013D">
              <w:rPr>
                <w:lang w:val="sv-SE" w:eastAsia="ja-JP"/>
              </w:rPr>
              <w:t>DC</w:t>
            </w:r>
            <w:r w:rsidRPr="0077013D">
              <w:rPr>
                <w:lang w:val="sv-SE"/>
              </w:rPr>
              <w:t>_</w:t>
            </w:r>
            <w:r w:rsidRPr="0077013D">
              <w:rPr>
                <w:lang w:val="sv-SE" w:eastAsia="ja-JP"/>
              </w:rPr>
              <w:t>41C_n257</w:t>
            </w:r>
            <w:r w:rsidRPr="0077013D">
              <w:rPr>
                <w:lang w:val="sv-SE"/>
              </w:rPr>
              <w:t>G</w:t>
            </w:r>
          </w:p>
          <w:p w14:paraId="0C3741C9" w14:textId="77777777" w:rsidR="001E6B6B" w:rsidRPr="0077013D" w:rsidRDefault="001E6B6B" w:rsidP="006B3BD2">
            <w:pPr>
              <w:pStyle w:val="TAC"/>
              <w:rPr>
                <w:lang w:val="sv-SE"/>
              </w:rPr>
            </w:pPr>
            <w:r w:rsidRPr="0077013D">
              <w:rPr>
                <w:lang w:val="sv-SE" w:eastAsia="ja-JP"/>
              </w:rPr>
              <w:t>DC</w:t>
            </w:r>
            <w:r w:rsidRPr="0077013D">
              <w:rPr>
                <w:lang w:val="sv-SE"/>
              </w:rPr>
              <w:t>_</w:t>
            </w:r>
            <w:r w:rsidRPr="0077013D">
              <w:rPr>
                <w:lang w:val="sv-SE" w:eastAsia="ja-JP"/>
              </w:rPr>
              <w:t>41C_n257</w:t>
            </w:r>
            <w:r w:rsidRPr="0077013D">
              <w:rPr>
                <w:lang w:val="sv-SE"/>
              </w:rPr>
              <w:t>H</w:t>
            </w:r>
          </w:p>
          <w:p w14:paraId="3EE38453" w14:textId="77777777" w:rsidR="001E6B6B" w:rsidRPr="0077013D" w:rsidRDefault="001E6B6B" w:rsidP="006B3BD2">
            <w:pPr>
              <w:pStyle w:val="TAC"/>
              <w:rPr>
                <w:lang w:val="sv-SE"/>
              </w:rPr>
            </w:pPr>
            <w:r w:rsidRPr="0077013D">
              <w:rPr>
                <w:lang w:val="sv-SE" w:eastAsia="ja-JP"/>
              </w:rPr>
              <w:t>DC</w:t>
            </w:r>
            <w:r w:rsidRPr="0077013D">
              <w:rPr>
                <w:lang w:val="sv-SE"/>
              </w:rPr>
              <w:t>_</w:t>
            </w:r>
            <w:r w:rsidRPr="0077013D">
              <w:rPr>
                <w:lang w:val="sv-SE" w:eastAsia="ja-JP"/>
              </w:rPr>
              <w:t>41C_n257</w:t>
            </w:r>
            <w:r w:rsidRPr="0077013D">
              <w:rPr>
                <w:lang w:val="sv-SE"/>
              </w:rPr>
              <w:t>I</w:t>
            </w:r>
          </w:p>
          <w:p w14:paraId="395848DB" w14:textId="10C7C6C3" w:rsidR="001E6B6B" w:rsidRDefault="001E6B6B" w:rsidP="006B3BD2">
            <w:pPr>
              <w:pStyle w:val="TAC"/>
            </w:pPr>
            <w:r>
              <w:rPr>
                <w:lang w:eastAsia="ja-JP"/>
              </w:rPr>
              <w:t>DC</w:t>
            </w:r>
            <w:r>
              <w:t>_</w:t>
            </w:r>
            <w:r>
              <w:rPr>
                <w:lang w:eastAsia="ja-JP"/>
              </w:rPr>
              <w:t>42A_n257</w:t>
            </w:r>
            <w:r>
              <w:t>A</w:t>
            </w:r>
          </w:p>
          <w:p w14:paraId="0AEFD832" w14:textId="77777777" w:rsidR="001E6B6B" w:rsidRDefault="001E6B6B" w:rsidP="006B3BD2">
            <w:pPr>
              <w:pStyle w:val="TAC"/>
            </w:pPr>
            <w:r>
              <w:rPr>
                <w:lang w:eastAsia="ja-JP"/>
              </w:rPr>
              <w:t>DC</w:t>
            </w:r>
            <w:r>
              <w:t>_</w:t>
            </w:r>
            <w:r>
              <w:rPr>
                <w:lang w:eastAsia="ja-JP"/>
              </w:rPr>
              <w:t>42A_n257</w:t>
            </w:r>
            <w:r>
              <w:t>G</w:t>
            </w:r>
          </w:p>
          <w:p w14:paraId="2E45B973" w14:textId="77777777" w:rsidR="001E6B6B" w:rsidRDefault="001E6B6B" w:rsidP="006B3BD2">
            <w:pPr>
              <w:pStyle w:val="TAC"/>
            </w:pPr>
            <w:r>
              <w:rPr>
                <w:lang w:eastAsia="ja-JP"/>
              </w:rPr>
              <w:t>DC</w:t>
            </w:r>
            <w:r>
              <w:t>_</w:t>
            </w:r>
            <w:r>
              <w:rPr>
                <w:lang w:eastAsia="ja-JP"/>
              </w:rPr>
              <w:t>42A_n257</w:t>
            </w:r>
            <w:r>
              <w:t>H</w:t>
            </w:r>
          </w:p>
          <w:p w14:paraId="43E84EF6" w14:textId="77777777" w:rsidR="001E6B6B" w:rsidRDefault="001E6B6B" w:rsidP="006B3BD2">
            <w:pPr>
              <w:pStyle w:val="TAC"/>
            </w:pPr>
            <w:r>
              <w:rPr>
                <w:lang w:eastAsia="ja-JP"/>
              </w:rPr>
              <w:t>DC</w:t>
            </w:r>
            <w:r>
              <w:t>_</w:t>
            </w:r>
            <w:r>
              <w:rPr>
                <w:lang w:eastAsia="ja-JP"/>
              </w:rPr>
              <w:t>42A_n257</w:t>
            </w:r>
            <w:r>
              <w:t>I</w:t>
            </w:r>
          </w:p>
          <w:p w14:paraId="422A1992" w14:textId="77777777" w:rsidR="001E6B6B" w:rsidRDefault="001E6B6B" w:rsidP="006B3BD2">
            <w:pPr>
              <w:pStyle w:val="TAC"/>
            </w:pPr>
            <w:r>
              <w:rPr>
                <w:lang w:eastAsia="ja-JP"/>
              </w:rPr>
              <w:t>DC</w:t>
            </w:r>
            <w:r>
              <w:t>_</w:t>
            </w:r>
            <w:r>
              <w:rPr>
                <w:lang w:eastAsia="ja-JP"/>
              </w:rPr>
              <w:t>42C_n257</w:t>
            </w:r>
            <w:r>
              <w:t>A</w:t>
            </w:r>
          </w:p>
          <w:p w14:paraId="6423C696" w14:textId="77777777" w:rsidR="001E6B6B" w:rsidRDefault="001E6B6B" w:rsidP="006B3BD2">
            <w:pPr>
              <w:pStyle w:val="TAC"/>
            </w:pPr>
            <w:r>
              <w:rPr>
                <w:lang w:eastAsia="ja-JP"/>
              </w:rPr>
              <w:t>DC</w:t>
            </w:r>
            <w:r>
              <w:t>_</w:t>
            </w:r>
            <w:r>
              <w:rPr>
                <w:lang w:eastAsia="ja-JP"/>
              </w:rPr>
              <w:t>42C_n257</w:t>
            </w:r>
            <w:r>
              <w:t>G</w:t>
            </w:r>
          </w:p>
          <w:p w14:paraId="4B864C72" w14:textId="77777777" w:rsidR="001E6B6B" w:rsidRPr="0077013D" w:rsidRDefault="001E6B6B" w:rsidP="006B3BD2">
            <w:pPr>
              <w:pStyle w:val="TAC"/>
              <w:rPr>
                <w:lang w:val="sv-SE"/>
              </w:rPr>
            </w:pPr>
            <w:r w:rsidRPr="0077013D">
              <w:rPr>
                <w:lang w:val="sv-SE" w:eastAsia="ja-JP"/>
              </w:rPr>
              <w:t>DC</w:t>
            </w:r>
            <w:r w:rsidRPr="0077013D">
              <w:rPr>
                <w:lang w:val="sv-SE"/>
              </w:rPr>
              <w:t>_</w:t>
            </w:r>
            <w:r w:rsidRPr="0077013D">
              <w:rPr>
                <w:lang w:val="sv-SE" w:eastAsia="ja-JP"/>
              </w:rPr>
              <w:t>42C_n257</w:t>
            </w:r>
            <w:r w:rsidRPr="0077013D">
              <w:rPr>
                <w:lang w:val="sv-SE"/>
              </w:rPr>
              <w:t>H</w:t>
            </w:r>
          </w:p>
          <w:p w14:paraId="7A2F9717" w14:textId="77777777" w:rsidR="001E6B6B" w:rsidRPr="002B2EA9" w:rsidRDefault="001E6B6B" w:rsidP="006B3BD2">
            <w:pPr>
              <w:pStyle w:val="TAC"/>
              <w:rPr>
                <w:lang w:val="sv-FI" w:eastAsia="fi-FI"/>
              </w:rPr>
            </w:pPr>
            <w:r w:rsidRPr="0077013D">
              <w:rPr>
                <w:lang w:val="sv-SE" w:eastAsia="ja-JP"/>
              </w:rPr>
              <w:t>DC</w:t>
            </w:r>
            <w:r w:rsidRPr="0077013D">
              <w:rPr>
                <w:lang w:val="sv-SE"/>
              </w:rPr>
              <w:t>_</w:t>
            </w:r>
            <w:r w:rsidRPr="0077013D">
              <w:rPr>
                <w:lang w:val="sv-SE" w:eastAsia="ja-JP"/>
              </w:rPr>
              <w:t>42C_n257</w:t>
            </w:r>
            <w:r w:rsidRPr="0077013D">
              <w:rPr>
                <w:lang w:val="sv-SE"/>
              </w:rPr>
              <w:t>I</w:t>
            </w:r>
          </w:p>
        </w:tc>
      </w:tr>
      <w:tr w:rsidR="001E6B6B" w:rsidRPr="001F078B" w14:paraId="35819BEF" w14:textId="77777777" w:rsidTr="006B3BD2">
        <w:trPr>
          <w:trHeight w:val="187"/>
          <w:jc w:val="center"/>
        </w:trPr>
        <w:tc>
          <w:tcPr>
            <w:tcW w:w="4814" w:type="dxa"/>
            <w:shd w:val="clear" w:color="auto" w:fill="auto"/>
            <w:noWrap/>
            <w:tcMar>
              <w:top w:w="28" w:type="dxa"/>
              <w:left w:w="28" w:type="dxa"/>
              <w:bottom w:w="28" w:type="dxa"/>
              <w:right w:w="28" w:type="dxa"/>
            </w:tcMar>
          </w:tcPr>
          <w:p w14:paraId="18EC3AA3" w14:textId="77777777" w:rsidR="001E6B6B" w:rsidRPr="001F078B" w:rsidRDefault="001E6B6B" w:rsidP="006B3BD2">
            <w:pPr>
              <w:pStyle w:val="TAC"/>
              <w:rPr>
                <w:rFonts w:cs="Arial"/>
                <w:lang w:eastAsia="ja-JP"/>
              </w:rPr>
            </w:pPr>
            <w:r w:rsidRPr="001F078B">
              <w:rPr>
                <w:rFonts w:cs="Arial"/>
                <w:lang w:eastAsia="ja-JP"/>
              </w:rPr>
              <w:lastRenderedPageBreak/>
              <w:t>DC_5A-30A-66A_n260A</w:t>
            </w:r>
          </w:p>
          <w:p w14:paraId="39923BE8" w14:textId="77777777" w:rsidR="001E6B6B" w:rsidRPr="001F078B" w:rsidRDefault="001E6B6B" w:rsidP="006B3BD2">
            <w:pPr>
              <w:pStyle w:val="TAC"/>
              <w:rPr>
                <w:rFonts w:cs="Arial"/>
                <w:lang w:eastAsia="ja-JP"/>
              </w:rPr>
            </w:pPr>
            <w:r w:rsidRPr="001F078B">
              <w:rPr>
                <w:rFonts w:cs="Arial"/>
                <w:lang w:eastAsia="ja-JP"/>
              </w:rPr>
              <w:t>DC_5A-30A-66A_n260G</w:t>
            </w:r>
          </w:p>
          <w:p w14:paraId="3A111211" w14:textId="77777777" w:rsidR="001E6B6B" w:rsidRPr="001F078B" w:rsidRDefault="001E6B6B" w:rsidP="006B3BD2">
            <w:pPr>
              <w:pStyle w:val="TAC"/>
              <w:rPr>
                <w:rFonts w:cs="Arial"/>
                <w:lang w:eastAsia="ja-JP"/>
              </w:rPr>
            </w:pPr>
            <w:r w:rsidRPr="001F078B">
              <w:rPr>
                <w:rFonts w:cs="Arial"/>
                <w:lang w:eastAsia="ja-JP"/>
              </w:rPr>
              <w:t>DC_5A-30A-66A_n260H</w:t>
            </w:r>
          </w:p>
          <w:p w14:paraId="3BEEE766" w14:textId="77777777" w:rsidR="001E6B6B" w:rsidRPr="001F078B" w:rsidRDefault="001E6B6B" w:rsidP="006B3BD2">
            <w:pPr>
              <w:pStyle w:val="TAC"/>
              <w:rPr>
                <w:rFonts w:cs="Arial"/>
                <w:lang w:eastAsia="ja-JP"/>
              </w:rPr>
            </w:pPr>
            <w:r w:rsidRPr="001F078B">
              <w:rPr>
                <w:rFonts w:cs="Arial"/>
                <w:lang w:eastAsia="ja-JP"/>
              </w:rPr>
              <w:t>DC_5A-30A-66A_n260I</w:t>
            </w:r>
          </w:p>
          <w:p w14:paraId="573009FF" w14:textId="77777777" w:rsidR="001E6B6B" w:rsidRPr="001F078B" w:rsidRDefault="001E6B6B" w:rsidP="006B3BD2">
            <w:pPr>
              <w:pStyle w:val="TAC"/>
              <w:rPr>
                <w:rFonts w:cs="Arial"/>
                <w:lang w:val="en-US" w:eastAsia="ja-JP"/>
              </w:rPr>
            </w:pPr>
            <w:r w:rsidRPr="001F078B">
              <w:rPr>
                <w:rFonts w:cs="Arial"/>
                <w:lang w:eastAsia="ja-JP"/>
              </w:rPr>
              <w:t>DC_5A-30A-66A_n260</w:t>
            </w:r>
            <w:r w:rsidRPr="001F078B">
              <w:rPr>
                <w:rFonts w:cs="Arial"/>
                <w:lang w:val="en-US" w:eastAsia="ja-JP"/>
              </w:rPr>
              <w:t>J</w:t>
            </w:r>
          </w:p>
          <w:p w14:paraId="68FC6296" w14:textId="77777777" w:rsidR="001E6B6B" w:rsidRPr="001F078B" w:rsidRDefault="001E6B6B" w:rsidP="006B3BD2">
            <w:pPr>
              <w:pStyle w:val="TAC"/>
              <w:rPr>
                <w:rFonts w:cs="Arial"/>
                <w:lang w:eastAsia="ja-JP"/>
              </w:rPr>
            </w:pPr>
            <w:r w:rsidRPr="001F078B">
              <w:rPr>
                <w:rFonts w:cs="Arial"/>
                <w:lang w:eastAsia="ja-JP"/>
              </w:rPr>
              <w:t>DC_5A-30A-66A_n260K</w:t>
            </w:r>
          </w:p>
          <w:p w14:paraId="355F045C" w14:textId="77777777" w:rsidR="001E6B6B" w:rsidRPr="001F078B" w:rsidRDefault="001E6B6B" w:rsidP="006B3BD2">
            <w:pPr>
              <w:pStyle w:val="TAC"/>
              <w:rPr>
                <w:rFonts w:cs="Arial"/>
                <w:lang w:eastAsia="ja-JP"/>
              </w:rPr>
            </w:pPr>
            <w:r w:rsidRPr="001F078B">
              <w:rPr>
                <w:rFonts w:cs="Arial"/>
                <w:lang w:eastAsia="ja-JP"/>
              </w:rPr>
              <w:t>DC_5A-30A-66A_n260L</w:t>
            </w:r>
          </w:p>
          <w:p w14:paraId="19371E88" w14:textId="77777777" w:rsidR="001E6B6B" w:rsidRPr="001F078B" w:rsidRDefault="001E6B6B" w:rsidP="006B3BD2">
            <w:pPr>
              <w:pStyle w:val="TAC"/>
              <w:rPr>
                <w:lang w:val="en-US" w:eastAsia="fi-FI"/>
              </w:rPr>
            </w:pPr>
            <w:r w:rsidRPr="001F078B">
              <w:rPr>
                <w:rFonts w:cs="Arial"/>
                <w:lang w:eastAsia="ja-JP"/>
              </w:rPr>
              <w:t>DC_5A-30A-66A_n260</w:t>
            </w:r>
            <w:r w:rsidRPr="001F078B">
              <w:rPr>
                <w:rFonts w:cs="Arial"/>
                <w:lang w:val="en-US" w:eastAsia="ja-JP"/>
              </w:rPr>
              <w:t>M</w:t>
            </w:r>
          </w:p>
        </w:tc>
        <w:tc>
          <w:tcPr>
            <w:tcW w:w="4815" w:type="dxa"/>
            <w:tcMar>
              <w:top w:w="28" w:type="dxa"/>
              <w:left w:w="28" w:type="dxa"/>
              <w:bottom w:w="28" w:type="dxa"/>
              <w:right w:w="28" w:type="dxa"/>
            </w:tcMar>
          </w:tcPr>
          <w:p w14:paraId="729B0A77" w14:textId="77777777" w:rsidR="001E6B6B" w:rsidRPr="001F078B" w:rsidRDefault="001E6B6B" w:rsidP="006B3BD2">
            <w:pPr>
              <w:pStyle w:val="TAC"/>
              <w:rPr>
                <w:lang w:val="en-US" w:eastAsia="fi-FI"/>
              </w:rPr>
            </w:pPr>
            <w:r w:rsidRPr="001F078B">
              <w:rPr>
                <w:lang w:val="en-US" w:eastAsia="fi-FI"/>
              </w:rPr>
              <w:t>DC_5A_n260A</w:t>
            </w:r>
          </w:p>
          <w:p w14:paraId="40ED66E0"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30</w:t>
            </w:r>
            <w:r w:rsidRPr="001F078B">
              <w:rPr>
                <w:lang w:val="en-US" w:eastAsia="fi-FI"/>
              </w:rPr>
              <w:t>A_n260A</w:t>
            </w:r>
          </w:p>
          <w:p w14:paraId="6E906BB9"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66</w:t>
            </w:r>
            <w:r w:rsidRPr="001F078B">
              <w:rPr>
                <w:lang w:val="en-US" w:eastAsia="fi-FI"/>
              </w:rPr>
              <w:t>A_n260A</w:t>
            </w:r>
          </w:p>
        </w:tc>
      </w:tr>
      <w:tr w:rsidR="001E6B6B" w:rsidRPr="001F078B" w14:paraId="2AA9218E" w14:textId="77777777" w:rsidTr="006B3BD2">
        <w:trPr>
          <w:trHeight w:val="187"/>
          <w:jc w:val="center"/>
        </w:trPr>
        <w:tc>
          <w:tcPr>
            <w:tcW w:w="4814" w:type="dxa"/>
            <w:shd w:val="clear" w:color="auto" w:fill="auto"/>
            <w:noWrap/>
            <w:tcMar>
              <w:top w:w="28" w:type="dxa"/>
              <w:left w:w="28" w:type="dxa"/>
              <w:bottom w:w="28" w:type="dxa"/>
              <w:right w:w="28" w:type="dxa"/>
            </w:tcMar>
          </w:tcPr>
          <w:p w14:paraId="4847DFE3" w14:textId="77777777" w:rsidR="001E6B6B" w:rsidRPr="001F078B" w:rsidRDefault="001E6B6B" w:rsidP="006B3BD2">
            <w:pPr>
              <w:pStyle w:val="TAC"/>
              <w:rPr>
                <w:lang w:val="fi-FI" w:eastAsia="fi-FI"/>
              </w:rPr>
            </w:pPr>
            <w:r w:rsidRPr="001F078B">
              <w:rPr>
                <w:rFonts w:cs="Arial"/>
                <w:lang w:eastAsia="ja-JP"/>
              </w:rPr>
              <w:t>DC_5A-30A-66A-66A_n260A</w:t>
            </w:r>
          </w:p>
        </w:tc>
        <w:tc>
          <w:tcPr>
            <w:tcW w:w="4815" w:type="dxa"/>
            <w:tcMar>
              <w:top w:w="28" w:type="dxa"/>
              <w:left w:w="28" w:type="dxa"/>
              <w:bottom w:w="28" w:type="dxa"/>
              <w:right w:w="28" w:type="dxa"/>
            </w:tcMar>
          </w:tcPr>
          <w:p w14:paraId="0864ECEC" w14:textId="77777777" w:rsidR="001E6B6B" w:rsidRPr="001F078B" w:rsidRDefault="001E6B6B" w:rsidP="006B3BD2">
            <w:pPr>
              <w:pStyle w:val="TAC"/>
              <w:rPr>
                <w:lang w:val="en-US" w:eastAsia="fi-FI"/>
              </w:rPr>
            </w:pPr>
            <w:r w:rsidRPr="001F078B">
              <w:rPr>
                <w:lang w:val="en-US" w:eastAsia="fi-FI"/>
              </w:rPr>
              <w:t>DC_5A_n260A</w:t>
            </w:r>
          </w:p>
          <w:p w14:paraId="22E1CAF7"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30</w:t>
            </w:r>
            <w:r w:rsidRPr="001F078B">
              <w:rPr>
                <w:lang w:val="en-US" w:eastAsia="fi-FI"/>
              </w:rPr>
              <w:t>A_n260A</w:t>
            </w:r>
          </w:p>
          <w:p w14:paraId="4B34262B"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66</w:t>
            </w:r>
            <w:r w:rsidRPr="001F078B">
              <w:rPr>
                <w:lang w:val="en-US" w:eastAsia="fi-FI"/>
              </w:rPr>
              <w:t>A_n260A</w:t>
            </w:r>
          </w:p>
        </w:tc>
      </w:tr>
      <w:tr w:rsidR="001E6B6B" w:rsidRPr="001F078B" w14:paraId="172769CE" w14:textId="77777777" w:rsidTr="006B3BD2">
        <w:trPr>
          <w:trHeight w:val="187"/>
          <w:jc w:val="center"/>
        </w:trPr>
        <w:tc>
          <w:tcPr>
            <w:tcW w:w="4814" w:type="dxa"/>
            <w:shd w:val="clear" w:color="auto" w:fill="auto"/>
            <w:noWrap/>
            <w:tcMar>
              <w:top w:w="28" w:type="dxa"/>
              <w:left w:w="28" w:type="dxa"/>
              <w:bottom w:w="28" w:type="dxa"/>
              <w:right w:w="28" w:type="dxa"/>
            </w:tcMar>
          </w:tcPr>
          <w:p w14:paraId="35790793" w14:textId="77777777" w:rsidR="001E6B6B" w:rsidRPr="001F078B" w:rsidRDefault="001E6B6B" w:rsidP="006B3BD2">
            <w:pPr>
              <w:pStyle w:val="TAC"/>
              <w:rPr>
                <w:rFonts w:cs="Arial"/>
                <w:lang w:eastAsia="ja-JP"/>
              </w:rPr>
            </w:pPr>
            <w:r w:rsidRPr="001F078B">
              <w:rPr>
                <w:rFonts w:cs="Arial"/>
                <w:lang w:eastAsia="ja-JP"/>
              </w:rPr>
              <w:t>DC_12A-30A-66A_n260A</w:t>
            </w:r>
          </w:p>
          <w:p w14:paraId="7F2454B6" w14:textId="77777777" w:rsidR="001E6B6B" w:rsidRPr="001F078B" w:rsidRDefault="001E6B6B" w:rsidP="006B3BD2">
            <w:pPr>
              <w:pStyle w:val="TAC"/>
              <w:rPr>
                <w:rFonts w:cs="Arial"/>
                <w:lang w:val="en-US" w:eastAsia="ja-JP"/>
              </w:rPr>
            </w:pPr>
            <w:r w:rsidRPr="001F078B">
              <w:rPr>
                <w:rFonts w:cs="Arial"/>
                <w:lang w:eastAsia="ja-JP"/>
              </w:rPr>
              <w:t>DC_12A-30A-66A_n260</w:t>
            </w:r>
            <w:r w:rsidRPr="001F078B">
              <w:rPr>
                <w:rFonts w:cs="Arial"/>
                <w:lang w:val="en-US" w:eastAsia="ja-JP"/>
              </w:rPr>
              <w:t>G</w:t>
            </w:r>
          </w:p>
          <w:p w14:paraId="2FD2C0CE" w14:textId="77777777" w:rsidR="001E6B6B" w:rsidRPr="001F078B" w:rsidRDefault="001E6B6B" w:rsidP="006B3BD2">
            <w:pPr>
              <w:pStyle w:val="TAC"/>
              <w:rPr>
                <w:rFonts w:cs="Arial"/>
                <w:lang w:eastAsia="ja-JP"/>
              </w:rPr>
            </w:pPr>
            <w:r w:rsidRPr="001F078B">
              <w:rPr>
                <w:rFonts w:cs="Arial"/>
                <w:lang w:eastAsia="ja-JP"/>
              </w:rPr>
              <w:t>DC_12A-30A-66A_n260H</w:t>
            </w:r>
          </w:p>
          <w:p w14:paraId="433B6DE3" w14:textId="77777777" w:rsidR="001E6B6B" w:rsidRPr="001F078B" w:rsidRDefault="001E6B6B" w:rsidP="006B3BD2">
            <w:pPr>
              <w:pStyle w:val="TAC"/>
              <w:rPr>
                <w:rFonts w:cs="Arial"/>
                <w:lang w:eastAsia="ja-JP"/>
              </w:rPr>
            </w:pPr>
            <w:r w:rsidRPr="001F078B">
              <w:rPr>
                <w:rFonts w:cs="Arial"/>
                <w:lang w:eastAsia="ja-JP"/>
              </w:rPr>
              <w:t>DC_12A-30A-66A_n260I</w:t>
            </w:r>
          </w:p>
          <w:p w14:paraId="59F36924" w14:textId="77777777" w:rsidR="001E6B6B" w:rsidRPr="001F078B" w:rsidRDefault="001E6B6B" w:rsidP="006B3BD2">
            <w:pPr>
              <w:pStyle w:val="TAC"/>
              <w:rPr>
                <w:rFonts w:cs="Arial"/>
                <w:lang w:eastAsia="ja-JP"/>
              </w:rPr>
            </w:pPr>
            <w:r w:rsidRPr="001F078B">
              <w:rPr>
                <w:rFonts w:cs="Arial"/>
                <w:lang w:eastAsia="ja-JP"/>
              </w:rPr>
              <w:t>DC_12A-30A-66A_n260J</w:t>
            </w:r>
          </w:p>
          <w:p w14:paraId="6A157573" w14:textId="77777777" w:rsidR="001E6B6B" w:rsidRPr="001F078B" w:rsidRDefault="001E6B6B" w:rsidP="006B3BD2">
            <w:pPr>
              <w:pStyle w:val="TAC"/>
              <w:rPr>
                <w:rFonts w:cs="Arial"/>
                <w:lang w:val="en-US" w:eastAsia="ja-JP"/>
              </w:rPr>
            </w:pPr>
            <w:r w:rsidRPr="001F078B">
              <w:rPr>
                <w:rFonts w:cs="Arial"/>
                <w:lang w:eastAsia="ja-JP"/>
              </w:rPr>
              <w:t>DC_12A-30A-66A_n260</w:t>
            </w:r>
            <w:r w:rsidRPr="001F078B">
              <w:rPr>
                <w:rFonts w:cs="Arial"/>
                <w:lang w:val="en-US" w:eastAsia="ja-JP"/>
              </w:rPr>
              <w:t>K</w:t>
            </w:r>
          </w:p>
          <w:p w14:paraId="5447A1C8" w14:textId="77777777" w:rsidR="001E6B6B" w:rsidRPr="001F078B" w:rsidRDefault="001E6B6B" w:rsidP="006B3BD2">
            <w:pPr>
              <w:pStyle w:val="TAC"/>
              <w:rPr>
                <w:rFonts w:cs="Arial"/>
                <w:lang w:eastAsia="ja-JP"/>
              </w:rPr>
            </w:pPr>
            <w:r w:rsidRPr="001F078B">
              <w:rPr>
                <w:rFonts w:cs="Arial"/>
                <w:lang w:eastAsia="ja-JP"/>
              </w:rPr>
              <w:t>DC_12A-30A-66A_n260L</w:t>
            </w:r>
          </w:p>
          <w:p w14:paraId="5B1649CD" w14:textId="77777777" w:rsidR="001E6B6B" w:rsidRPr="001F078B" w:rsidRDefault="001E6B6B" w:rsidP="006B3BD2">
            <w:pPr>
              <w:pStyle w:val="TAC"/>
              <w:rPr>
                <w:lang w:val="en-US" w:eastAsia="fi-FI"/>
              </w:rPr>
            </w:pPr>
            <w:r w:rsidRPr="001F078B">
              <w:rPr>
                <w:rFonts w:cs="Arial"/>
                <w:lang w:eastAsia="ja-JP"/>
              </w:rPr>
              <w:t>DC_12A-30A-66A_n260M</w:t>
            </w:r>
          </w:p>
        </w:tc>
        <w:tc>
          <w:tcPr>
            <w:tcW w:w="4815" w:type="dxa"/>
            <w:tcMar>
              <w:top w:w="28" w:type="dxa"/>
              <w:left w:w="28" w:type="dxa"/>
              <w:bottom w:w="28" w:type="dxa"/>
              <w:right w:w="28" w:type="dxa"/>
            </w:tcMar>
          </w:tcPr>
          <w:p w14:paraId="011A16A4" w14:textId="77777777" w:rsidR="001E6B6B" w:rsidRPr="001F078B" w:rsidRDefault="001E6B6B" w:rsidP="006B3BD2">
            <w:pPr>
              <w:pStyle w:val="TAC"/>
              <w:rPr>
                <w:lang w:val="en-US" w:eastAsia="fi-FI"/>
              </w:rPr>
            </w:pPr>
            <w:r w:rsidRPr="001F078B">
              <w:rPr>
                <w:lang w:val="en-US" w:eastAsia="fi-FI"/>
              </w:rPr>
              <w:t>DC_12A_n260A</w:t>
            </w:r>
          </w:p>
          <w:p w14:paraId="60E34AE6"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30</w:t>
            </w:r>
            <w:r w:rsidRPr="001F078B">
              <w:rPr>
                <w:lang w:val="en-US" w:eastAsia="fi-FI"/>
              </w:rPr>
              <w:t>A_n260A</w:t>
            </w:r>
          </w:p>
          <w:p w14:paraId="0ABD31AD"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66</w:t>
            </w:r>
            <w:r w:rsidRPr="001F078B">
              <w:rPr>
                <w:lang w:val="en-US" w:eastAsia="fi-FI"/>
              </w:rPr>
              <w:t>A_n260A</w:t>
            </w:r>
          </w:p>
        </w:tc>
      </w:tr>
      <w:tr w:rsidR="001E6B6B" w:rsidRPr="001F078B" w14:paraId="57C8D63E" w14:textId="77777777" w:rsidTr="006B3BD2">
        <w:trPr>
          <w:trHeight w:val="187"/>
          <w:jc w:val="center"/>
        </w:trPr>
        <w:tc>
          <w:tcPr>
            <w:tcW w:w="4814" w:type="dxa"/>
            <w:shd w:val="clear" w:color="auto" w:fill="auto"/>
            <w:noWrap/>
            <w:tcMar>
              <w:top w:w="28" w:type="dxa"/>
              <w:left w:w="28" w:type="dxa"/>
              <w:bottom w:w="28" w:type="dxa"/>
              <w:right w:w="28" w:type="dxa"/>
            </w:tcMar>
          </w:tcPr>
          <w:p w14:paraId="5E12C0E7" w14:textId="77777777" w:rsidR="001E6B6B" w:rsidRPr="001F078B" w:rsidRDefault="001E6B6B" w:rsidP="006B3BD2">
            <w:pPr>
              <w:pStyle w:val="TAC"/>
              <w:rPr>
                <w:lang w:val="fi-FI" w:eastAsia="fi-FI"/>
              </w:rPr>
            </w:pPr>
            <w:r w:rsidRPr="001F078B">
              <w:rPr>
                <w:rFonts w:cs="Arial"/>
                <w:lang w:eastAsia="ja-JP"/>
              </w:rPr>
              <w:t>DC_12A-30A-66A-66A_n260A</w:t>
            </w:r>
          </w:p>
        </w:tc>
        <w:tc>
          <w:tcPr>
            <w:tcW w:w="4815" w:type="dxa"/>
            <w:tcMar>
              <w:top w:w="28" w:type="dxa"/>
              <w:left w:w="28" w:type="dxa"/>
              <w:bottom w:w="28" w:type="dxa"/>
              <w:right w:w="28" w:type="dxa"/>
            </w:tcMar>
          </w:tcPr>
          <w:p w14:paraId="107F392F" w14:textId="77777777" w:rsidR="001E6B6B" w:rsidRPr="001F078B" w:rsidRDefault="001E6B6B" w:rsidP="006B3BD2">
            <w:pPr>
              <w:pStyle w:val="TAC"/>
              <w:rPr>
                <w:lang w:val="en-US" w:eastAsia="fi-FI"/>
              </w:rPr>
            </w:pPr>
            <w:r w:rsidRPr="001F078B">
              <w:rPr>
                <w:lang w:val="en-US" w:eastAsia="fi-FI"/>
              </w:rPr>
              <w:t>DC_12A_n260A</w:t>
            </w:r>
          </w:p>
          <w:p w14:paraId="7BC17CB0"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30</w:t>
            </w:r>
            <w:r w:rsidRPr="001F078B">
              <w:rPr>
                <w:lang w:val="en-US" w:eastAsia="fi-FI"/>
              </w:rPr>
              <w:t>A_n260A</w:t>
            </w:r>
          </w:p>
          <w:p w14:paraId="48D96A1E" w14:textId="77777777" w:rsidR="001E6B6B" w:rsidRPr="001F078B" w:rsidRDefault="001E6B6B" w:rsidP="006B3BD2">
            <w:pPr>
              <w:pStyle w:val="TAC"/>
              <w:rPr>
                <w:lang w:val="en-US" w:eastAsia="fi-FI"/>
              </w:rPr>
            </w:pPr>
            <w:r w:rsidRPr="001F078B">
              <w:rPr>
                <w:lang w:val="en-US" w:eastAsia="fi-FI"/>
              </w:rPr>
              <w:t>DC_</w:t>
            </w:r>
            <w:r w:rsidRPr="001F078B">
              <w:rPr>
                <w:lang w:val="en-US" w:eastAsia="ja-JP"/>
              </w:rPr>
              <w:t>66</w:t>
            </w:r>
            <w:r w:rsidRPr="001F078B">
              <w:rPr>
                <w:lang w:val="en-US" w:eastAsia="fi-FI"/>
              </w:rPr>
              <w:t>A_n260A</w:t>
            </w:r>
          </w:p>
        </w:tc>
      </w:tr>
      <w:tr w:rsidR="001E6B6B" w:rsidRPr="001F078B" w14:paraId="169FCF60" w14:textId="77777777" w:rsidTr="006B3BD2">
        <w:trPr>
          <w:trHeight w:val="187"/>
          <w:jc w:val="center"/>
        </w:trPr>
        <w:tc>
          <w:tcPr>
            <w:tcW w:w="4814" w:type="dxa"/>
            <w:shd w:val="clear" w:color="auto" w:fill="auto"/>
            <w:noWrap/>
            <w:tcMar>
              <w:top w:w="28" w:type="dxa"/>
              <w:left w:w="28" w:type="dxa"/>
              <w:bottom w:w="28" w:type="dxa"/>
              <w:right w:w="28" w:type="dxa"/>
            </w:tcMar>
          </w:tcPr>
          <w:p w14:paraId="4ECFDE17" w14:textId="77777777" w:rsidR="001E6B6B" w:rsidRPr="001F078B" w:rsidRDefault="001E6B6B" w:rsidP="006B3BD2">
            <w:pPr>
              <w:pStyle w:val="TAC"/>
              <w:rPr>
                <w:rFonts w:eastAsia="MS Mincho" w:cs="Arial"/>
                <w:b/>
                <w:szCs w:val="18"/>
                <w:lang w:val="en-US" w:eastAsia="ja-JP"/>
              </w:rPr>
            </w:pPr>
            <w:r w:rsidRPr="001F078B">
              <w:rPr>
                <w:rFonts w:eastAsia="MS Mincho" w:cs="Arial"/>
                <w:szCs w:val="18"/>
                <w:lang w:eastAsia="ja-JP"/>
              </w:rPr>
              <w:t>DC_14A-30A-66A_n260</w:t>
            </w:r>
            <w:r w:rsidRPr="001F078B">
              <w:rPr>
                <w:rFonts w:eastAsia="MS Mincho" w:cs="Arial"/>
                <w:szCs w:val="18"/>
                <w:lang w:val="en-US" w:eastAsia="ja-JP"/>
              </w:rPr>
              <w:t>A</w:t>
            </w:r>
          </w:p>
          <w:p w14:paraId="178802D5" w14:textId="5B20D42C"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DC_14A-30A-66A_n260</w:t>
            </w:r>
            <w:r w:rsidRPr="001F078B">
              <w:rPr>
                <w:rFonts w:eastAsia="MS Mincho" w:cs="Arial"/>
                <w:szCs w:val="18"/>
                <w:lang w:val="en-US" w:eastAsia="ja-JP"/>
              </w:rPr>
              <w:t>G</w:t>
            </w:r>
          </w:p>
          <w:p w14:paraId="57E15D20" w14:textId="157871B5"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DC_14A-30A-66A_n260</w:t>
            </w:r>
            <w:r w:rsidRPr="001F078B">
              <w:rPr>
                <w:rFonts w:eastAsia="MS Mincho" w:cs="Arial"/>
                <w:szCs w:val="18"/>
                <w:lang w:val="en-US" w:eastAsia="ja-JP"/>
              </w:rPr>
              <w:t>H</w:t>
            </w:r>
          </w:p>
          <w:p w14:paraId="7BBE73DB" w14:textId="48AED870"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DC_14A-30A-66A_n260</w:t>
            </w:r>
            <w:r w:rsidRPr="001F078B">
              <w:rPr>
                <w:rFonts w:eastAsia="MS Mincho" w:cs="Arial"/>
                <w:szCs w:val="18"/>
                <w:lang w:val="en-US" w:eastAsia="ja-JP"/>
              </w:rPr>
              <w:t>I</w:t>
            </w:r>
          </w:p>
          <w:p w14:paraId="546F9397" w14:textId="76B2168D"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DC_14A-30A-66A_n260</w:t>
            </w:r>
            <w:r w:rsidRPr="001F078B">
              <w:rPr>
                <w:rFonts w:eastAsia="MS Mincho" w:cs="Arial"/>
                <w:szCs w:val="18"/>
                <w:lang w:val="en-US" w:eastAsia="ja-JP"/>
              </w:rPr>
              <w:t>J</w:t>
            </w:r>
          </w:p>
          <w:p w14:paraId="577DEB95" w14:textId="29182592"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DC_14A-30A-66A_n260</w:t>
            </w:r>
            <w:r w:rsidRPr="001F078B">
              <w:rPr>
                <w:rFonts w:eastAsia="MS Mincho" w:cs="Arial"/>
                <w:szCs w:val="18"/>
                <w:lang w:val="en-US" w:eastAsia="ja-JP"/>
              </w:rPr>
              <w:t>K</w:t>
            </w:r>
          </w:p>
          <w:p w14:paraId="14C3AA45" w14:textId="1E661FBE"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DC_14A-30A-66A_n260</w:t>
            </w:r>
            <w:r w:rsidRPr="001F078B">
              <w:rPr>
                <w:rFonts w:eastAsia="MS Mincho" w:cs="Arial"/>
                <w:szCs w:val="18"/>
                <w:lang w:val="en-US" w:eastAsia="ja-JP"/>
              </w:rPr>
              <w:t>L</w:t>
            </w:r>
          </w:p>
          <w:p w14:paraId="3167C533" w14:textId="77777777" w:rsidR="001E6B6B" w:rsidRPr="001F078B" w:rsidRDefault="001E6B6B" w:rsidP="006B3BD2">
            <w:pPr>
              <w:pStyle w:val="TAC"/>
              <w:rPr>
                <w:rFonts w:cs="Arial"/>
                <w:lang w:eastAsia="ja-JP"/>
              </w:rPr>
            </w:pPr>
            <w:r w:rsidRPr="001F078B">
              <w:rPr>
                <w:rFonts w:eastAsia="MS Mincho" w:cs="Arial"/>
                <w:szCs w:val="18"/>
                <w:lang w:eastAsia="ja-JP"/>
              </w:rPr>
              <w:t>DC_14A-30A-66A_n260M</w:t>
            </w:r>
          </w:p>
        </w:tc>
        <w:tc>
          <w:tcPr>
            <w:tcW w:w="4815" w:type="dxa"/>
            <w:tcMar>
              <w:top w:w="28" w:type="dxa"/>
              <w:left w:w="28" w:type="dxa"/>
              <w:bottom w:w="28" w:type="dxa"/>
              <w:right w:w="28" w:type="dxa"/>
            </w:tcMar>
          </w:tcPr>
          <w:p w14:paraId="138254A8" w14:textId="77777777" w:rsidR="001E7787"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A</w:t>
            </w:r>
          </w:p>
          <w:p w14:paraId="75050ED7" w14:textId="4EDC7D5C"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G</w:t>
            </w:r>
          </w:p>
          <w:p w14:paraId="5E173BB9"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H</w:t>
            </w:r>
          </w:p>
          <w:p w14:paraId="3C5B1E85"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I</w:t>
            </w:r>
          </w:p>
          <w:p w14:paraId="0EAEA6E4"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J</w:t>
            </w:r>
          </w:p>
          <w:p w14:paraId="5D4532BF"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K</w:t>
            </w:r>
          </w:p>
          <w:p w14:paraId="42B8B2E3"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L</w:t>
            </w:r>
          </w:p>
          <w:p w14:paraId="42B37EB7" w14:textId="77777777" w:rsidR="001E6B6B" w:rsidRPr="001F078B" w:rsidRDefault="001E6B6B" w:rsidP="006B3BD2">
            <w:pPr>
              <w:pStyle w:val="TAC"/>
              <w:rPr>
                <w:rFonts w:cs="Arial"/>
                <w:szCs w:val="18"/>
                <w:lang w:val="en-US" w:eastAsia="fi-FI"/>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M</w:t>
            </w:r>
          </w:p>
          <w:p w14:paraId="7797D2A3" w14:textId="77777777" w:rsidR="001E7787"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30A_n260</w:t>
            </w:r>
            <w:r w:rsidRPr="001F078B">
              <w:rPr>
                <w:rFonts w:eastAsia="MS Mincho" w:cs="Arial"/>
                <w:szCs w:val="18"/>
                <w:lang w:val="en-US" w:eastAsia="ja-JP"/>
              </w:rPr>
              <w:t>A</w:t>
            </w:r>
          </w:p>
          <w:p w14:paraId="7B10FA8F" w14:textId="7BC21B3E"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30A_n260</w:t>
            </w:r>
            <w:r w:rsidRPr="001F078B">
              <w:rPr>
                <w:rFonts w:eastAsia="MS Mincho" w:cs="Arial"/>
                <w:szCs w:val="18"/>
                <w:lang w:val="en-US" w:eastAsia="ja-JP"/>
              </w:rPr>
              <w:t>G</w:t>
            </w:r>
          </w:p>
          <w:p w14:paraId="5569361C"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30A_n260</w:t>
            </w:r>
            <w:r w:rsidRPr="001F078B">
              <w:rPr>
                <w:rFonts w:eastAsia="MS Mincho" w:cs="Arial"/>
                <w:szCs w:val="18"/>
                <w:lang w:val="en-US" w:eastAsia="ja-JP"/>
              </w:rPr>
              <w:t>H</w:t>
            </w:r>
          </w:p>
          <w:p w14:paraId="404DBB3F"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30A_n260</w:t>
            </w:r>
            <w:r w:rsidRPr="001F078B">
              <w:rPr>
                <w:rFonts w:eastAsia="MS Mincho" w:cs="Arial"/>
                <w:szCs w:val="18"/>
                <w:lang w:val="en-US" w:eastAsia="ja-JP"/>
              </w:rPr>
              <w:t>I</w:t>
            </w:r>
          </w:p>
          <w:p w14:paraId="01152905"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30A_n260</w:t>
            </w:r>
            <w:r w:rsidRPr="001F078B">
              <w:rPr>
                <w:rFonts w:eastAsia="MS Mincho" w:cs="Arial"/>
                <w:szCs w:val="18"/>
                <w:lang w:val="en-US" w:eastAsia="ja-JP"/>
              </w:rPr>
              <w:t>J</w:t>
            </w:r>
          </w:p>
          <w:p w14:paraId="23D36315"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30A_n260</w:t>
            </w:r>
            <w:r w:rsidRPr="001F078B">
              <w:rPr>
                <w:rFonts w:eastAsia="MS Mincho" w:cs="Arial"/>
                <w:szCs w:val="18"/>
                <w:lang w:val="en-US" w:eastAsia="ja-JP"/>
              </w:rPr>
              <w:t>K</w:t>
            </w:r>
          </w:p>
          <w:p w14:paraId="7F8CF44B"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30A_n260</w:t>
            </w:r>
            <w:r w:rsidRPr="001F078B">
              <w:rPr>
                <w:rFonts w:eastAsia="MS Mincho" w:cs="Arial"/>
                <w:szCs w:val="18"/>
                <w:lang w:val="en-US" w:eastAsia="ja-JP"/>
              </w:rPr>
              <w:t>L</w:t>
            </w:r>
          </w:p>
          <w:p w14:paraId="5D84DA84" w14:textId="77777777" w:rsidR="001E6B6B" w:rsidRPr="000E5B8D" w:rsidRDefault="001E6B6B" w:rsidP="006B3BD2">
            <w:pPr>
              <w:pStyle w:val="TAC"/>
              <w:rPr>
                <w:rFonts w:cs="Arial"/>
                <w:szCs w:val="18"/>
                <w:lang w:eastAsia="fi-FI"/>
              </w:rPr>
            </w:pPr>
            <w:r w:rsidRPr="001F078B">
              <w:rPr>
                <w:rFonts w:eastAsia="MS Mincho" w:cs="Arial"/>
                <w:szCs w:val="18"/>
                <w:lang w:val="en-US" w:eastAsia="ja-JP"/>
              </w:rPr>
              <w:t>DC_</w:t>
            </w:r>
            <w:r w:rsidRPr="001F078B">
              <w:rPr>
                <w:rFonts w:eastAsia="MS Mincho" w:cs="Arial"/>
                <w:szCs w:val="18"/>
                <w:lang w:eastAsia="ja-JP"/>
              </w:rPr>
              <w:t>30A_n260</w:t>
            </w:r>
            <w:r w:rsidRPr="001F078B">
              <w:rPr>
                <w:rFonts w:eastAsia="MS Mincho" w:cs="Arial"/>
                <w:szCs w:val="18"/>
                <w:lang w:val="en-US" w:eastAsia="ja-JP"/>
              </w:rPr>
              <w:t>M</w:t>
            </w:r>
          </w:p>
          <w:p w14:paraId="0C1FCA46" w14:textId="77777777" w:rsidR="001E7787"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A</w:t>
            </w:r>
          </w:p>
          <w:p w14:paraId="4CBFE686" w14:textId="609C1E25"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G</w:t>
            </w:r>
          </w:p>
          <w:p w14:paraId="78FB8415"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H</w:t>
            </w:r>
          </w:p>
          <w:p w14:paraId="64071EED"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I</w:t>
            </w:r>
          </w:p>
          <w:p w14:paraId="003A4956"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J</w:t>
            </w:r>
          </w:p>
          <w:p w14:paraId="571C168C"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K</w:t>
            </w:r>
          </w:p>
          <w:p w14:paraId="6B99DC70"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L</w:t>
            </w:r>
          </w:p>
          <w:p w14:paraId="08AAAC47" w14:textId="77777777" w:rsidR="001E6B6B" w:rsidRPr="001F078B" w:rsidRDefault="001E6B6B" w:rsidP="006B3BD2">
            <w:pPr>
              <w:pStyle w:val="TAC"/>
              <w:rPr>
                <w:lang w:val="en-US" w:eastAsia="fi-FI"/>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M</w:t>
            </w:r>
          </w:p>
        </w:tc>
      </w:tr>
      <w:tr w:rsidR="001E6B6B" w:rsidRPr="001F078B" w14:paraId="0961048E" w14:textId="77777777" w:rsidTr="006B3BD2">
        <w:trPr>
          <w:trHeight w:val="187"/>
          <w:jc w:val="center"/>
        </w:trPr>
        <w:tc>
          <w:tcPr>
            <w:tcW w:w="4814" w:type="dxa"/>
            <w:shd w:val="clear" w:color="auto" w:fill="auto"/>
            <w:noWrap/>
            <w:tcMar>
              <w:top w:w="28" w:type="dxa"/>
              <w:left w:w="28" w:type="dxa"/>
              <w:bottom w:w="28" w:type="dxa"/>
              <w:right w:w="28" w:type="dxa"/>
            </w:tcMar>
          </w:tcPr>
          <w:p w14:paraId="0BE35677" w14:textId="77777777" w:rsidR="001E6B6B" w:rsidRPr="001F078B" w:rsidRDefault="001E6B6B" w:rsidP="006B3BD2">
            <w:pPr>
              <w:pStyle w:val="TAC"/>
              <w:rPr>
                <w:rFonts w:eastAsia="MS Mincho" w:cs="Arial"/>
                <w:b/>
                <w:szCs w:val="18"/>
                <w:lang w:val="en-US" w:eastAsia="ja-JP"/>
              </w:rPr>
            </w:pPr>
            <w:r w:rsidRPr="001F078B">
              <w:rPr>
                <w:rFonts w:eastAsia="MS Mincho" w:cs="Arial"/>
                <w:szCs w:val="18"/>
                <w:lang w:eastAsia="ja-JP"/>
              </w:rPr>
              <w:lastRenderedPageBreak/>
              <w:t>DC_14A-30A-66A-66A_n260</w:t>
            </w:r>
            <w:r w:rsidRPr="001F078B">
              <w:rPr>
                <w:rFonts w:eastAsia="MS Mincho" w:cs="Arial"/>
                <w:szCs w:val="18"/>
                <w:lang w:val="en-US" w:eastAsia="ja-JP"/>
              </w:rPr>
              <w:t>A</w:t>
            </w:r>
          </w:p>
          <w:p w14:paraId="2B78DCBD" w14:textId="603D5EC3"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DC_14A-30A-66A-66A_n260</w:t>
            </w:r>
            <w:r w:rsidRPr="001F078B">
              <w:rPr>
                <w:rFonts w:eastAsia="MS Mincho" w:cs="Arial"/>
                <w:szCs w:val="18"/>
                <w:lang w:val="en-US" w:eastAsia="ja-JP"/>
              </w:rPr>
              <w:t>G</w:t>
            </w:r>
          </w:p>
          <w:p w14:paraId="56B8F967" w14:textId="2D693934"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DC_14A-30A-66A-66A_n260</w:t>
            </w:r>
            <w:r w:rsidRPr="001F078B">
              <w:rPr>
                <w:rFonts w:eastAsia="MS Mincho" w:cs="Arial"/>
                <w:szCs w:val="18"/>
                <w:lang w:val="en-US" w:eastAsia="ja-JP"/>
              </w:rPr>
              <w:t>H</w:t>
            </w:r>
          </w:p>
          <w:p w14:paraId="1144CDD8" w14:textId="38C45BFA"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DC_14A-30A-66A-66A_n260</w:t>
            </w:r>
            <w:r w:rsidRPr="001F078B">
              <w:rPr>
                <w:rFonts w:eastAsia="MS Mincho" w:cs="Arial"/>
                <w:szCs w:val="18"/>
                <w:lang w:val="en-US" w:eastAsia="ja-JP"/>
              </w:rPr>
              <w:t>I</w:t>
            </w:r>
          </w:p>
          <w:p w14:paraId="1799A0C0" w14:textId="600968B9"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DC_14A-30A-66A-66A_n260</w:t>
            </w:r>
            <w:r w:rsidRPr="001F078B">
              <w:rPr>
                <w:rFonts w:eastAsia="MS Mincho" w:cs="Arial"/>
                <w:szCs w:val="18"/>
                <w:lang w:val="en-US" w:eastAsia="ja-JP"/>
              </w:rPr>
              <w:t>J</w:t>
            </w:r>
          </w:p>
          <w:p w14:paraId="7BB8B1F3" w14:textId="6403786B"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DC_14A-30A-66A-66A_n260</w:t>
            </w:r>
            <w:r w:rsidRPr="001F078B">
              <w:rPr>
                <w:rFonts w:eastAsia="MS Mincho" w:cs="Arial"/>
                <w:szCs w:val="18"/>
                <w:lang w:val="en-US" w:eastAsia="ja-JP"/>
              </w:rPr>
              <w:t>K</w:t>
            </w:r>
          </w:p>
          <w:p w14:paraId="778FAD10" w14:textId="742F7A55" w:rsidR="001E6B6B" w:rsidRPr="001F078B" w:rsidRDefault="001E6B6B" w:rsidP="006B3BD2">
            <w:pPr>
              <w:pStyle w:val="TAC"/>
              <w:rPr>
                <w:rFonts w:eastAsia="MS Mincho" w:cs="Arial"/>
                <w:b/>
                <w:szCs w:val="18"/>
                <w:lang w:eastAsia="ja-JP"/>
              </w:rPr>
            </w:pPr>
            <w:r w:rsidRPr="001F078B">
              <w:rPr>
                <w:rFonts w:eastAsia="MS Mincho" w:cs="Arial"/>
                <w:szCs w:val="18"/>
                <w:lang w:eastAsia="ja-JP"/>
              </w:rPr>
              <w:t>DC_14A-30A-66A-66A_n260</w:t>
            </w:r>
            <w:r w:rsidRPr="001F078B">
              <w:rPr>
                <w:rFonts w:eastAsia="MS Mincho" w:cs="Arial"/>
                <w:szCs w:val="18"/>
                <w:lang w:val="en-US" w:eastAsia="ja-JP"/>
              </w:rPr>
              <w:t>L</w:t>
            </w:r>
          </w:p>
          <w:p w14:paraId="5DEF2D55" w14:textId="77777777" w:rsidR="001E6B6B" w:rsidRPr="001F078B" w:rsidRDefault="001E6B6B" w:rsidP="006B3BD2">
            <w:pPr>
              <w:pStyle w:val="TAC"/>
              <w:rPr>
                <w:rFonts w:cs="Arial"/>
                <w:lang w:eastAsia="ja-JP"/>
              </w:rPr>
            </w:pPr>
            <w:r w:rsidRPr="001F078B">
              <w:rPr>
                <w:rFonts w:eastAsia="MS Mincho" w:cs="Arial"/>
                <w:szCs w:val="18"/>
                <w:lang w:eastAsia="ja-JP"/>
              </w:rPr>
              <w:t>DC_14A-30A-66A-66A_n260M</w:t>
            </w:r>
          </w:p>
        </w:tc>
        <w:tc>
          <w:tcPr>
            <w:tcW w:w="4815" w:type="dxa"/>
            <w:tcMar>
              <w:top w:w="28" w:type="dxa"/>
              <w:left w:w="28" w:type="dxa"/>
              <w:bottom w:w="28" w:type="dxa"/>
              <w:right w:w="28" w:type="dxa"/>
            </w:tcMar>
          </w:tcPr>
          <w:p w14:paraId="3006C8F1" w14:textId="77777777" w:rsidR="001E7787"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A</w:t>
            </w:r>
          </w:p>
          <w:p w14:paraId="3BAAECB9" w14:textId="5C750A6F"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G</w:t>
            </w:r>
          </w:p>
          <w:p w14:paraId="27483CB1"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H</w:t>
            </w:r>
          </w:p>
          <w:p w14:paraId="194D10B8"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I</w:t>
            </w:r>
          </w:p>
          <w:p w14:paraId="3C872215"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J</w:t>
            </w:r>
          </w:p>
          <w:p w14:paraId="27336529"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K</w:t>
            </w:r>
          </w:p>
          <w:p w14:paraId="79BC8E16"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L</w:t>
            </w:r>
          </w:p>
          <w:p w14:paraId="51A3EB09" w14:textId="77777777" w:rsidR="001E6B6B" w:rsidRPr="001F078B" w:rsidRDefault="001E6B6B" w:rsidP="006B3BD2">
            <w:pPr>
              <w:pStyle w:val="TAC"/>
              <w:rPr>
                <w:rFonts w:cs="Arial"/>
                <w:szCs w:val="18"/>
                <w:lang w:val="en-US" w:eastAsia="fi-FI"/>
              </w:rPr>
            </w:pPr>
            <w:r w:rsidRPr="001F078B">
              <w:rPr>
                <w:rFonts w:eastAsia="MS Mincho" w:cs="Arial"/>
                <w:szCs w:val="18"/>
                <w:lang w:val="en-US" w:eastAsia="ja-JP"/>
              </w:rPr>
              <w:t>DC_</w:t>
            </w:r>
            <w:r w:rsidRPr="001F078B">
              <w:rPr>
                <w:rFonts w:eastAsia="MS Mincho" w:cs="Arial"/>
                <w:szCs w:val="18"/>
                <w:lang w:eastAsia="ja-JP"/>
              </w:rPr>
              <w:t>14A_n260</w:t>
            </w:r>
            <w:r w:rsidRPr="001F078B">
              <w:rPr>
                <w:rFonts w:eastAsia="MS Mincho" w:cs="Arial"/>
                <w:szCs w:val="18"/>
                <w:lang w:val="en-US" w:eastAsia="ja-JP"/>
              </w:rPr>
              <w:t>M</w:t>
            </w:r>
          </w:p>
          <w:p w14:paraId="0238ACDE" w14:textId="77777777" w:rsidR="001E7787"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30A_n260</w:t>
            </w:r>
            <w:r w:rsidRPr="001F078B">
              <w:rPr>
                <w:rFonts w:eastAsia="MS Mincho" w:cs="Arial"/>
                <w:szCs w:val="18"/>
                <w:lang w:val="en-US" w:eastAsia="ja-JP"/>
              </w:rPr>
              <w:t>A</w:t>
            </w:r>
          </w:p>
          <w:p w14:paraId="187C9AA7" w14:textId="111E3266"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30A_n260</w:t>
            </w:r>
            <w:r w:rsidRPr="001F078B">
              <w:rPr>
                <w:rFonts w:eastAsia="MS Mincho" w:cs="Arial"/>
                <w:szCs w:val="18"/>
                <w:lang w:val="en-US" w:eastAsia="ja-JP"/>
              </w:rPr>
              <w:t>G</w:t>
            </w:r>
          </w:p>
          <w:p w14:paraId="7F45BF19"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30A_n260</w:t>
            </w:r>
            <w:r w:rsidRPr="001F078B">
              <w:rPr>
                <w:rFonts w:eastAsia="MS Mincho" w:cs="Arial"/>
                <w:szCs w:val="18"/>
                <w:lang w:val="en-US" w:eastAsia="ja-JP"/>
              </w:rPr>
              <w:t>H</w:t>
            </w:r>
          </w:p>
          <w:p w14:paraId="31C11865"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30A_n260</w:t>
            </w:r>
            <w:r w:rsidRPr="001F078B">
              <w:rPr>
                <w:rFonts w:eastAsia="MS Mincho" w:cs="Arial"/>
                <w:szCs w:val="18"/>
                <w:lang w:val="en-US" w:eastAsia="ja-JP"/>
              </w:rPr>
              <w:t>I</w:t>
            </w:r>
          </w:p>
          <w:p w14:paraId="57D1AD56"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30A_n260</w:t>
            </w:r>
            <w:r w:rsidRPr="001F078B">
              <w:rPr>
                <w:rFonts w:eastAsia="MS Mincho" w:cs="Arial"/>
                <w:szCs w:val="18"/>
                <w:lang w:val="en-US" w:eastAsia="ja-JP"/>
              </w:rPr>
              <w:t>J</w:t>
            </w:r>
          </w:p>
          <w:p w14:paraId="21F3A37F"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30A_n260</w:t>
            </w:r>
            <w:r w:rsidRPr="001F078B">
              <w:rPr>
                <w:rFonts w:eastAsia="MS Mincho" w:cs="Arial"/>
                <w:szCs w:val="18"/>
                <w:lang w:val="en-US" w:eastAsia="ja-JP"/>
              </w:rPr>
              <w:t>K</w:t>
            </w:r>
          </w:p>
          <w:p w14:paraId="1AD3FE27"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30A_n260</w:t>
            </w:r>
            <w:r w:rsidRPr="001F078B">
              <w:rPr>
                <w:rFonts w:eastAsia="MS Mincho" w:cs="Arial"/>
                <w:szCs w:val="18"/>
                <w:lang w:val="en-US" w:eastAsia="ja-JP"/>
              </w:rPr>
              <w:t>L</w:t>
            </w:r>
          </w:p>
          <w:p w14:paraId="51C9EECA" w14:textId="77777777" w:rsidR="001E6B6B" w:rsidRPr="000E5B8D" w:rsidRDefault="001E6B6B" w:rsidP="006B3BD2">
            <w:pPr>
              <w:pStyle w:val="TAC"/>
              <w:rPr>
                <w:rFonts w:cs="Arial"/>
                <w:szCs w:val="18"/>
                <w:lang w:eastAsia="fi-FI"/>
              </w:rPr>
            </w:pPr>
            <w:r w:rsidRPr="001F078B">
              <w:rPr>
                <w:rFonts w:eastAsia="MS Mincho" w:cs="Arial"/>
                <w:szCs w:val="18"/>
                <w:lang w:val="en-US" w:eastAsia="ja-JP"/>
              </w:rPr>
              <w:t>DC_</w:t>
            </w:r>
            <w:r w:rsidRPr="001F078B">
              <w:rPr>
                <w:rFonts w:eastAsia="MS Mincho" w:cs="Arial"/>
                <w:szCs w:val="18"/>
                <w:lang w:eastAsia="ja-JP"/>
              </w:rPr>
              <w:t>30A_n260</w:t>
            </w:r>
            <w:r w:rsidRPr="001F078B">
              <w:rPr>
                <w:rFonts w:eastAsia="MS Mincho" w:cs="Arial"/>
                <w:szCs w:val="18"/>
                <w:lang w:val="en-US" w:eastAsia="ja-JP"/>
              </w:rPr>
              <w:t>M</w:t>
            </w:r>
          </w:p>
          <w:p w14:paraId="25DC6C60" w14:textId="77777777" w:rsidR="001E7787"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A</w:t>
            </w:r>
          </w:p>
          <w:p w14:paraId="4ADAA64E" w14:textId="4E802003"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G</w:t>
            </w:r>
          </w:p>
          <w:p w14:paraId="412ADFE5"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H</w:t>
            </w:r>
          </w:p>
          <w:p w14:paraId="24DC1AB3"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I</w:t>
            </w:r>
          </w:p>
          <w:p w14:paraId="2AF91BF2"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J</w:t>
            </w:r>
          </w:p>
          <w:p w14:paraId="31B1E15D"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K</w:t>
            </w:r>
          </w:p>
          <w:p w14:paraId="101F8D72" w14:textId="77777777" w:rsidR="001E6B6B" w:rsidRPr="001F078B" w:rsidRDefault="001E6B6B" w:rsidP="006B3BD2">
            <w:pPr>
              <w:pStyle w:val="TAC"/>
              <w:rPr>
                <w:rFonts w:eastAsia="MS Mincho" w:cs="Arial"/>
                <w:szCs w:val="18"/>
                <w:lang w:val="en-US" w:eastAsia="ja-JP"/>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L</w:t>
            </w:r>
          </w:p>
          <w:p w14:paraId="25820E08" w14:textId="77777777" w:rsidR="001E6B6B" w:rsidRPr="001F078B" w:rsidRDefault="001E6B6B" w:rsidP="006B3BD2">
            <w:pPr>
              <w:pStyle w:val="TAC"/>
              <w:rPr>
                <w:lang w:val="en-US" w:eastAsia="fi-FI"/>
              </w:rPr>
            </w:pPr>
            <w:r w:rsidRPr="001F078B">
              <w:rPr>
                <w:rFonts w:eastAsia="MS Mincho" w:cs="Arial"/>
                <w:szCs w:val="18"/>
                <w:lang w:val="en-US" w:eastAsia="ja-JP"/>
              </w:rPr>
              <w:t>DC_</w:t>
            </w:r>
            <w:r w:rsidRPr="001F078B">
              <w:rPr>
                <w:rFonts w:eastAsia="MS Mincho" w:cs="Arial"/>
                <w:szCs w:val="18"/>
                <w:lang w:eastAsia="ja-JP"/>
              </w:rPr>
              <w:t>66A_n260</w:t>
            </w:r>
            <w:r w:rsidRPr="001F078B">
              <w:rPr>
                <w:rFonts w:eastAsia="MS Mincho" w:cs="Arial"/>
                <w:szCs w:val="18"/>
                <w:lang w:val="en-US" w:eastAsia="ja-JP"/>
              </w:rPr>
              <w:t>M</w:t>
            </w:r>
          </w:p>
        </w:tc>
      </w:tr>
      <w:tr w:rsidR="001E6B6B" w:rsidRPr="001F078B" w14:paraId="3A3EE283" w14:textId="77777777" w:rsidTr="006B3BD2">
        <w:trPr>
          <w:trHeight w:val="187"/>
          <w:jc w:val="center"/>
        </w:trPr>
        <w:tc>
          <w:tcPr>
            <w:tcW w:w="4814" w:type="dxa"/>
            <w:shd w:val="clear" w:color="auto" w:fill="auto"/>
            <w:noWrap/>
            <w:tcMar>
              <w:top w:w="28" w:type="dxa"/>
              <w:left w:w="28" w:type="dxa"/>
              <w:bottom w:w="28" w:type="dxa"/>
              <w:right w:w="28" w:type="dxa"/>
            </w:tcMar>
          </w:tcPr>
          <w:p w14:paraId="69F85F2D" w14:textId="77777777" w:rsidR="001E6B6B" w:rsidRPr="001F078B" w:rsidRDefault="001E6B6B" w:rsidP="006B3BD2">
            <w:pPr>
              <w:pStyle w:val="TAC"/>
              <w:rPr>
                <w:vertAlign w:val="superscript"/>
                <w:lang w:val="en-US" w:eastAsia="zh-CN"/>
              </w:rPr>
            </w:pPr>
            <w:r w:rsidRPr="001F078B">
              <w:t>DC_19A-21A-42A_n257A</w:t>
            </w:r>
            <w:r w:rsidRPr="001F078B">
              <w:rPr>
                <w:vertAlign w:val="superscript"/>
                <w:lang w:val="en-US" w:eastAsia="zh-CN"/>
              </w:rPr>
              <w:t>2</w:t>
            </w:r>
          </w:p>
          <w:p w14:paraId="786825E6" w14:textId="77777777" w:rsidR="001E6B6B" w:rsidRPr="001F078B" w:rsidRDefault="001E6B6B" w:rsidP="006B3BD2">
            <w:pPr>
              <w:pStyle w:val="TAC"/>
              <w:rPr>
                <w:rFonts w:cs="Arial"/>
                <w:lang w:eastAsia="zh-CN"/>
              </w:rPr>
            </w:pPr>
            <w:r w:rsidRPr="001F078B">
              <w:rPr>
                <w:rFonts w:cs="Arial" w:hint="eastAsia"/>
                <w:lang w:eastAsia="ja-JP"/>
              </w:rPr>
              <w:t>DC</w:t>
            </w:r>
            <w:r w:rsidRPr="001F078B">
              <w:rPr>
                <w:rFonts w:cs="Arial"/>
              </w:rPr>
              <w:t>_</w:t>
            </w:r>
            <w:r w:rsidRPr="001F078B">
              <w:rPr>
                <w:rFonts w:cs="Arial" w:hint="eastAsia"/>
                <w:lang w:eastAsia="ja-JP"/>
              </w:rPr>
              <w:t>19A-21A-42</w:t>
            </w:r>
            <w:r w:rsidRPr="001F078B">
              <w:rPr>
                <w:rFonts w:cs="Arial"/>
                <w:lang w:eastAsia="ja-JP"/>
              </w:rPr>
              <w:t>A</w:t>
            </w:r>
            <w:r w:rsidRPr="001F078B">
              <w:rPr>
                <w:rFonts w:cs="Arial" w:hint="eastAsia"/>
                <w:lang w:eastAsia="ja-JP"/>
              </w:rPr>
              <w:t>_n257</w:t>
            </w:r>
            <w:r w:rsidRPr="001F078B">
              <w:rPr>
                <w:rFonts w:cs="Arial"/>
                <w:lang w:eastAsia="ja-JP"/>
              </w:rPr>
              <w:t>D</w:t>
            </w:r>
            <w:r w:rsidRPr="000E5B8D">
              <w:rPr>
                <w:rFonts w:hint="eastAsia"/>
                <w:vertAlign w:val="superscript"/>
                <w:lang w:eastAsia="zh-CN"/>
              </w:rPr>
              <w:t>2</w:t>
            </w:r>
          </w:p>
          <w:p w14:paraId="4E82DF9D" w14:textId="77777777" w:rsidR="001E6B6B" w:rsidRPr="001F078B" w:rsidRDefault="001E6B6B" w:rsidP="006B3BD2">
            <w:pPr>
              <w:pStyle w:val="TAC"/>
              <w:rPr>
                <w:rFonts w:cs="Arial"/>
                <w:lang w:eastAsia="zh-CN"/>
              </w:rPr>
            </w:pPr>
            <w:r w:rsidRPr="001F078B">
              <w:rPr>
                <w:rFonts w:cs="Arial" w:hint="eastAsia"/>
                <w:lang w:eastAsia="ja-JP"/>
              </w:rPr>
              <w:t>DC</w:t>
            </w:r>
            <w:r w:rsidRPr="001F078B">
              <w:rPr>
                <w:rFonts w:cs="Arial"/>
              </w:rPr>
              <w:t>_</w:t>
            </w:r>
            <w:r w:rsidRPr="001F078B">
              <w:rPr>
                <w:rFonts w:cs="Arial" w:hint="eastAsia"/>
                <w:lang w:eastAsia="ja-JP"/>
              </w:rPr>
              <w:t>19A-21A-42</w:t>
            </w:r>
            <w:r w:rsidRPr="001F078B">
              <w:rPr>
                <w:rFonts w:cs="Arial"/>
                <w:lang w:eastAsia="ja-JP"/>
              </w:rPr>
              <w:t>A</w:t>
            </w:r>
            <w:r w:rsidRPr="001F078B">
              <w:rPr>
                <w:rFonts w:cs="Arial" w:hint="eastAsia"/>
                <w:lang w:eastAsia="ja-JP"/>
              </w:rPr>
              <w:t>_n257</w:t>
            </w:r>
            <w:r w:rsidRPr="001F078B">
              <w:rPr>
                <w:rFonts w:cs="Arial"/>
                <w:lang w:eastAsia="ja-JP"/>
              </w:rPr>
              <w:t>E</w:t>
            </w:r>
            <w:r w:rsidRPr="000E5B8D">
              <w:rPr>
                <w:rFonts w:hint="eastAsia"/>
                <w:vertAlign w:val="superscript"/>
                <w:lang w:eastAsia="zh-CN"/>
              </w:rPr>
              <w:t>2</w:t>
            </w:r>
          </w:p>
          <w:p w14:paraId="0DC97C01" w14:textId="77777777" w:rsidR="001E6B6B" w:rsidRPr="000E5B8D" w:rsidRDefault="001E6B6B" w:rsidP="006B3BD2">
            <w:pPr>
              <w:pStyle w:val="TAC"/>
              <w:rPr>
                <w:vertAlign w:val="superscript"/>
                <w:lang w:eastAsia="zh-CN"/>
              </w:rPr>
            </w:pPr>
            <w:r w:rsidRPr="001F078B">
              <w:rPr>
                <w:rFonts w:cs="Arial" w:hint="eastAsia"/>
                <w:lang w:eastAsia="ja-JP"/>
              </w:rPr>
              <w:t>DC</w:t>
            </w:r>
            <w:r w:rsidRPr="001F078B">
              <w:rPr>
                <w:rFonts w:cs="Arial"/>
              </w:rPr>
              <w:t>_</w:t>
            </w:r>
            <w:r w:rsidRPr="001F078B">
              <w:rPr>
                <w:rFonts w:cs="Arial" w:hint="eastAsia"/>
                <w:lang w:eastAsia="ja-JP"/>
              </w:rPr>
              <w:t>19A-21A-42</w:t>
            </w:r>
            <w:r w:rsidRPr="001F078B">
              <w:rPr>
                <w:rFonts w:cs="Arial"/>
                <w:lang w:eastAsia="ja-JP"/>
              </w:rPr>
              <w:t>A</w:t>
            </w:r>
            <w:r w:rsidRPr="001F078B">
              <w:rPr>
                <w:rFonts w:cs="Arial" w:hint="eastAsia"/>
                <w:lang w:eastAsia="ja-JP"/>
              </w:rPr>
              <w:t>_n257</w:t>
            </w:r>
            <w:r w:rsidRPr="001F078B">
              <w:rPr>
                <w:rFonts w:cs="Arial"/>
                <w:lang w:eastAsia="ja-JP"/>
              </w:rPr>
              <w:t>F</w:t>
            </w:r>
            <w:r w:rsidRPr="000E5B8D">
              <w:rPr>
                <w:rFonts w:hint="eastAsia"/>
                <w:vertAlign w:val="superscript"/>
                <w:lang w:eastAsia="zh-CN"/>
              </w:rPr>
              <w:t>2</w:t>
            </w:r>
          </w:p>
          <w:p w14:paraId="05A6F068" w14:textId="77777777" w:rsidR="001E6B6B" w:rsidRPr="001F078B" w:rsidRDefault="001E6B6B" w:rsidP="006B3BD2">
            <w:pPr>
              <w:pStyle w:val="TAC"/>
              <w:rPr>
                <w:rFonts w:cs="Arial"/>
                <w:lang w:eastAsia="zh-CN"/>
              </w:rPr>
            </w:pPr>
            <w:r w:rsidRPr="001F078B">
              <w:rPr>
                <w:rFonts w:cs="Arial" w:hint="eastAsia"/>
                <w:lang w:eastAsia="ja-JP"/>
              </w:rPr>
              <w:t>DC</w:t>
            </w:r>
            <w:r w:rsidRPr="001F078B">
              <w:rPr>
                <w:rFonts w:cs="Arial"/>
              </w:rPr>
              <w:t>_</w:t>
            </w:r>
            <w:r w:rsidRPr="001F078B">
              <w:rPr>
                <w:rFonts w:cs="Arial" w:hint="eastAsia"/>
                <w:lang w:eastAsia="ja-JP"/>
              </w:rPr>
              <w:t>19A-21A-42</w:t>
            </w:r>
            <w:r w:rsidRPr="001F078B">
              <w:rPr>
                <w:rFonts w:cs="Arial"/>
                <w:lang w:eastAsia="ja-JP"/>
              </w:rPr>
              <w:t>A</w:t>
            </w:r>
            <w:r w:rsidRPr="001F078B">
              <w:rPr>
                <w:rFonts w:cs="Arial" w:hint="eastAsia"/>
                <w:lang w:eastAsia="ja-JP"/>
              </w:rPr>
              <w:t>_n257</w:t>
            </w:r>
            <w:r w:rsidRPr="001F078B">
              <w:rPr>
                <w:rFonts w:cs="Arial"/>
                <w:lang w:eastAsia="ja-JP"/>
              </w:rPr>
              <w:t>G</w:t>
            </w:r>
            <w:r w:rsidRPr="000E5B8D">
              <w:rPr>
                <w:rFonts w:hint="eastAsia"/>
                <w:vertAlign w:val="superscript"/>
                <w:lang w:eastAsia="zh-CN"/>
              </w:rPr>
              <w:t>2</w:t>
            </w:r>
          </w:p>
          <w:p w14:paraId="7061888A" w14:textId="77777777" w:rsidR="001E6B6B" w:rsidRPr="001F078B" w:rsidRDefault="001E6B6B" w:rsidP="006B3BD2">
            <w:pPr>
              <w:pStyle w:val="TAC"/>
              <w:rPr>
                <w:rFonts w:cs="Arial"/>
                <w:lang w:eastAsia="zh-CN"/>
              </w:rPr>
            </w:pPr>
            <w:r w:rsidRPr="001F078B">
              <w:rPr>
                <w:rFonts w:cs="Arial" w:hint="eastAsia"/>
                <w:lang w:eastAsia="ja-JP"/>
              </w:rPr>
              <w:t>DC</w:t>
            </w:r>
            <w:r w:rsidRPr="001F078B">
              <w:rPr>
                <w:rFonts w:cs="Arial"/>
              </w:rPr>
              <w:t>_</w:t>
            </w:r>
            <w:r w:rsidRPr="001F078B">
              <w:rPr>
                <w:rFonts w:cs="Arial" w:hint="eastAsia"/>
                <w:lang w:eastAsia="ja-JP"/>
              </w:rPr>
              <w:t>19A-21A-42</w:t>
            </w:r>
            <w:r w:rsidRPr="001F078B">
              <w:rPr>
                <w:rFonts w:cs="Arial"/>
                <w:lang w:eastAsia="ja-JP"/>
              </w:rPr>
              <w:t>A</w:t>
            </w:r>
            <w:r w:rsidRPr="001F078B">
              <w:rPr>
                <w:rFonts w:cs="Arial" w:hint="eastAsia"/>
                <w:lang w:eastAsia="ja-JP"/>
              </w:rPr>
              <w:t>_n257</w:t>
            </w:r>
            <w:r w:rsidRPr="001F078B">
              <w:rPr>
                <w:rFonts w:cs="Arial"/>
                <w:lang w:eastAsia="ja-JP"/>
              </w:rPr>
              <w:t>H</w:t>
            </w:r>
            <w:r w:rsidRPr="000E5B8D">
              <w:rPr>
                <w:rFonts w:hint="eastAsia"/>
                <w:vertAlign w:val="superscript"/>
                <w:lang w:eastAsia="zh-CN"/>
              </w:rPr>
              <w:t>2</w:t>
            </w:r>
          </w:p>
          <w:p w14:paraId="68C01044" w14:textId="77777777" w:rsidR="001E6B6B" w:rsidRPr="001F078B" w:rsidRDefault="001E6B6B" w:rsidP="006B3BD2">
            <w:pPr>
              <w:pStyle w:val="TAC"/>
              <w:rPr>
                <w:lang w:eastAsia="zh-CN"/>
              </w:rPr>
            </w:pPr>
            <w:r w:rsidRPr="001F078B">
              <w:rPr>
                <w:rFonts w:cs="Arial" w:hint="eastAsia"/>
                <w:lang w:eastAsia="ja-JP"/>
              </w:rPr>
              <w:t>DC</w:t>
            </w:r>
            <w:r w:rsidRPr="001F078B">
              <w:rPr>
                <w:rFonts w:cs="Arial"/>
              </w:rPr>
              <w:t>_</w:t>
            </w:r>
            <w:r w:rsidRPr="001F078B">
              <w:rPr>
                <w:rFonts w:cs="Arial" w:hint="eastAsia"/>
                <w:lang w:eastAsia="ja-JP"/>
              </w:rPr>
              <w:t>19A-21A-42</w:t>
            </w:r>
            <w:r w:rsidRPr="001F078B">
              <w:rPr>
                <w:rFonts w:cs="Arial"/>
                <w:lang w:eastAsia="ja-JP"/>
              </w:rPr>
              <w:t>A</w:t>
            </w:r>
            <w:r w:rsidRPr="001F078B">
              <w:rPr>
                <w:rFonts w:cs="Arial" w:hint="eastAsia"/>
                <w:lang w:eastAsia="ja-JP"/>
              </w:rPr>
              <w:t>_n257</w:t>
            </w:r>
            <w:r w:rsidRPr="001F078B">
              <w:rPr>
                <w:rFonts w:cs="Arial"/>
                <w:lang w:eastAsia="ja-JP"/>
              </w:rPr>
              <w:t>I</w:t>
            </w:r>
            <w:r w:rsidRPr="000E5B8D">
              <w:rPr>
                <w:rFonts w:hint="eastAsia"/>
                <w:vertAlign w:val="superscript"/>
                <w:lang w:eastAsia="zh-CN"/>
              </w:rPr>
              <w:t>2</w:t>
            </w:r>
          </w:p>
          <w:p w14:paraId="2B3CDD8A" w14:textId="77777777" w:rsidR="001E6B6B" w:rsidRPr="001F078B" w:rsidRDefault="001E6B6B" w:rsidP="006B3BD2">
            <w:pPr>
              <w:pStyle w:val="TAC"/>
              <w:rPr>
                <w:vertAlign w:val="superscript"/>
                <w:lang w:val="en-US" w:eastAsia="zh-CN"/>
              </w:rPr>
            </w:pPr>
            <w:r w:rsidRPr="001F078B">
              <w:rPr>
                <w:rFonts w:cs="Arial" w:hint="eastAsia"/>
                <w:lang w:eastAsia="ja-JP"/>
              </w:rPr>
              <w:t>DC</w:t>
            </w:r>
            <w:r w:rsidRPr="001F078B">
              <w:rPr>
                <w:rFonts w:cs="Arial"/>
              </w:rPr>
              <w:t>_</w:t>
            </w:r>
            <w:r w:rsidRPr="001F078B">
              <w:rPr>
                <w:rFonts w:cs="Arial" w:hint="eastAsia"/>
                <w:lang w:eastAsia="ja-JP"/>
              </w:rPr>
              <w:t>19A-21A-42C_n257A</w:t>
            </w:r>
            <w:r w:rsidRPr="001F078B">
              <w:rPr>
                <w:vertAlign w:val="superscript"/>
                <w:lang w:val="en-US" w:eastAsia="zh-CN"/>
              </w:rPr>
              <w:t>2</w:t>
            </w:r>
          </w:p>
          <w:p w14:paraId="590BD2FE" w14:textId="77777777" w:rsidR="001E6B6B" w:rsidRPr="001F078B" w:rsidRDefault="001E6B6B" w:rsidP="006B3BD2">
            <w:pPr>
              <w:pStyle w:val="TAC"/>
              <w:rPr>
                <w:rFonts w:cs="Arial"/>
                <w:lang w:eastAsia="zh-CN"/>
              </w:rPr>
            </w:pPr>
            <w:r w:rsidRPr="001F078B">
              <w:rPr>
                <w:rFonts w:cs="Arial" w:hint="eastAsia"/>
                <w:lang w:eastAsia="ja-JP"/>
              </w:rPr>
              <w:t>DC</w:t>
            </w:r>
            <w:r w:rsidRPr="001F078B">
              <w:rPr>
                <w:rFonts w:cs="Arial"/>
              </w:rPr>
              <w:t>_</w:t>
            </w:r>
            <w:r w:rsidRPr="001F078B">
              <w:rPr>
                <w:rFonts w:cs="Arial" w:hint="eastAsia"/>
                <w:lang w:eastAsia="ja-JP"/>
              </w:rPr>
              <w:t>19A-21A-42C_n257</w:t>
            </w:r>
            <w:r w:rsidRPr="001F078B">
              <w:rPr>
                <w:rFonts w:cs="Arial"/>
                <w:lang w:eastAsia="ja-JP"/>
              </w:rPr>
              <w:t>D</w:t>
            </w:r>
            <w:r w:rsidRPr="001F078B">
              <w:rPr>
                <w:rFonts w:hint="eastAsia"/>
                <w:vertAlign w:val="superscript"/>
                <w:lang w:val="en-US" w:eastAsia="zh-CN"/>
              </w:rPr>
              <w:t>2</w:t>
            </w:r>
          </w:p>
          <w:p w14:paraId="35AA4EA3" w14:textId="77777777" w:rsidR="001E6B6B" w:rsidRPr="001F078B" w:rsidRDefault="001E6B6B" w:rsidP="006B3BD2">
            <w:pPr>
              <w:pStyle w:val="TAC"/>
              <w:rPr>
                <w:rFonts w:cs="Arial"/>
                <w:lang w:eastAsia="zh-CN"/>
              </w:rPr>
            </w:pPr>
            <w:r w:rsidRPr="001F078B">
              <w:rPr>
                <w:rFonts w:cs="Arial" w:hint="eastAsia"/>
                <w:lang w:eastAsia="ja-JP"/>
              </w:rPr>
              <w:t>DC</w:t>
            </w:r>
            <w:r w:rsidRPr="001F078B">
              <w:rPr>
                <w:rFonts w:cs="Arial"/>
              </w:rPr>
              <w:t>_</w:t>
            </w:r>
            <w:r w:rsidRPr="001F078B">
              <w:rPr>
                <w:rFonts w:cs="Arial" w:hint="eastAsia"/>
                <w:lang w:eastAsia="ja-JP"/>
              </w:rPr>
              <w:t>19A-21A-42C_n257</w:t>
            </w:r>
            <w:r w:rsidRPr="001F078B">
              <w:rPr>
                <w:rFonts w:cs="Arial"/>
                <w:lang w:eastAsia="ja-JP"/>
              </w:rPr>
              <w:t>E</w:t>
            </w:r>
            <w:r w:rsidRPr="001F078B">
              <w:rPr>
                <w:rFonts w:hint="eastAsia"/>
                <w:vertAlign w:val="superscript"/>
                <w:lang w:val="en-US" w:eastAsia="zh-CN"/>
              </w:rPr>
              <w:t>2</w:t>
            </w:r>
          </w:p>
          <w:p w14:paraId="6197A06D" w14:textId="77777777" w:rsidR="001E6B6B" w:rsidRPr="000E5B8D" w:rsidRDefault="001E6B6B" w:rsidP="006B3BD2">
            <w:pPr>
              <w:pStyle w:val="TAC"/>
              <w:rPr>
                <w:vertAlign w:val="superscript"/>
                <w:lang w:eastAsia="zh-CN"/>
              </w:rPr>
            </w:pPr>
            <w:r w:rsidRPr="001F078B">
              <w:rPr>
                <w:rFonts w:cs="Arial" w:hint="eastAsia"/>
                <w:lang w:eastAsia="ja-JP"/>
              </w:rPr>
              <w:t>DC</w:t>
            </w:r>
            <w:r w:rsidRPr="001F078B">
              <w:rPr>
                <w:rFonts w:cs="Arial"/>
              </w:rPr>
              <w:t>_</w:t>
            </w:r>
            <w:r w:rsidRPr="001F078B">
              <w:rPr>
                <w:rFonts w:cs="Arial" w:hint="eastAsia"/>
                <w:lang w:eastAsia="ja-JP"/>
              </w:rPr>
              <w:t>19A-21A-42C_n257</w:t>
            </w:r>
            <w:r w:rsidRPr="001F078B">
              <w:rPr>
                <w:rFonts w:cs="Arial"/>
                <w:lang w:eastAsia="ja-JP"/>
              </w:rPr>
              <w:t>F</w:t>
            </w:r>
            <w:r w:rsidRPr="000E5B8D">
              <w:rPr>
                <w:rFonts w:hint="eastAsia"/>
                <w:vertAlign w:val="superscript"/>
                <w:lang w:eastAsia="zh-CN"/>
              </w:rPr>
              <w:t>2</w:t>
            </w:r>
          </w:p>
          <w:p w14:paraId="10F24DF1" w14:textId="77777777" w:rsidR="001E6B6B" w:rsidRPr="001F078B" w:rsidRDefault="001E6B6B" w:rsidP="006B3BD2">
            <w:pPr>
              <w:pStyle w:val="TAC"/>
              <w:rPr>
                <w:rFonts w:cs="Arial"/>
                <w:lang w:eastAsia="zh-CN"/>
              </w:rPr>
            </w:pPr>
            <w:r w:rsidRPr="001F078B">
              <w:rPr>
                <w:rFonts w:cs="Arial" w:hint="eastAsia"/>
                <w:lang w:eastAsia="ja-JP"/>
              </w:rPr>
              <w:t>DC</w:t>
            </w:r>
            <w:r w:rsidRPr="001F078B">
              <w:rPr>
                <w:rFonts w:cs="Arial"/>
              </w:rPr>
              <w:t>_</w:t>
            </w:r>
            <w:r w:rsidRPr="001F078B">
              <w:rPr>
                <w:rFonts w:cs="Arial" w:hint="eastAsia"/>
                <w:lang w:eastAsia="ja-JP"/>
              </w:rPr>
              <w:t>19A-21A-42</w:t>
            </w:r>
            <w:r w:rsidRPr="001F078B">
              <w:rPr>
                <w:rFonts w:cs="Arial"/>
                <w:lang w:eastAsia="ja-JP"/>
              </w:rPr>
              <w:t>C</w:t>
            </w:r>
            <w:r w:rsidRPr="001F078B">
              <w:rPr>
                <w:rFonts w:cs="Arial" w:hint="eastAsia"/>
                <w:lang w:eastAsia="ja-JP"/>
              </w:rPr>
              <w:t>_n257</w:t>
            </w:r>
            <w:r w:rsidRPr="001F078B">
              <w:rPr>
                <w:rFonts w:cs="Arial"/>
                <w:lang w:eastAsia="ja-JP"/>
              </w:rPr>
              <w:t>G</w:t>
            </w:r>
            <w:r w:rsidRPr="000E5B8D">
              <w:rPr>
                <w:rFonts w:hint="eastAsia"/>
                <w:vertAlign w:val="superscript"/>
                <w:lang w:eastAsia="zh-CN"/>
              </w:rPr>
              <w:t>2</w:t>
            </w:r>
          </w:p>
          <w:p w14:paraId="3AA4CFF2" w14:textId="77777777" w:rsidR="001E6B6B" w:rsidRPr="001F078B" w:rsidRDefault="001E6B6B" w:rsidP="006B3BD2">
            <w:pPr>
              <w:pStyle w:val="TAC"/>
              <w:rPr>
                <w:rFonts w:cs="Arial"/>
                <w:lang w:eastAsia="zh-CN"/>
              </w:rPr>
            </w:pPr>
            <w:r w:rsidRPr="001F078B">
              <w:rPr>
                <w:rFonts w:cs="Arial" w:hint="eastAsia"/>
                <w:lang w:eastAsia="ja-JP"/>
              </w:rPr>
              <w:t>DC</w:t>
            </w:r>
            <w:r w:rsidRPr="001F078B">
              <w:rPr>
                <w:rFonts w:cs="Arial"/>
              </w:rPr>
              <w:t>_</w:t>
            </w:r>
            <w:r w:rsidRPr="001F078B">
              <w:rPr>
                <w:rFonts w:cs="Arial" w:hint="eastAsia"/>
                <w:lang w:eastAsia="ja-JP"/>
              </w:rPr>
              <w:t>19A-21A-42</w:t>
            </w:r>
            <w:r w:rsidRPr="001F078B">
              <w:rPr>
                <w:rFonts w:cs="Arial"/>
                <w:lang w:eastAsia="ja-JP"/>
              </w:rPr>
              <w:t>C</w:t>
            </w:r>
            <w:r w:rsidRPr="001F078B">
              <w:rPr>
                <w:rFonts w:cs="Arial" w:hint="eastAsia"/>
                <w:lang w:eastAsia="ja-JP"/>
              </w:rPr>
              <w:t>_n257</w:t>
            </w:r>
            <w:r w:rsidRPr="001F078B">
              <w:rPr>
                <w:rFonts w:cs="Arial"/>
                <w:lang w:eastAsia="ja-JP"/>
              </w:rPr>
              <w:t>H</w:t>
            </w:r>
            <w:r w:rsidRPr="000E5B8D">
              <w:rPr>
                <w:rFonts w:hint="eastAsia"/>
                <w:vertAlign w:val="superscript"/>
                <w:lang w:eastAsia="zh-CN"/>
              </w:rPr>
              <w:t>2</w:t>
            </w:r>
          </w:p>
          <w:p w14:paraId="5FCA55FF" w14:textId="77777777" w:rsidR="001E6B6B" w:rsidRPr="001F078B" w:rsidRDefault="001E6B6B" w:rsidP="006B3BD2">
            <w:pPr>
              <w:pStyle w:val="TAC"/>
              <w:rPr>
                <w:noProof/>
                <w:lang w:eastAsia="zh-CN"/>
              </w:rPr>
            </w:pPr>
            <w:r w:rsidRPr="001F078B">
              <w:rPr>
                <w:rFonts w:cs="Arial" w:hint="eastAsia"/>
                <w:lang w:eastAsia="ja-JP"/>
              </w:rPr>
              <w:t>DC</w:t>
            </w:r>
            <w:r w:rsidRPr="001F078B">
              <w:rPr>
                <w:rFonts w:cs="Arial"/>
              </w:rPr>
              <w:t>_</w:t>
            </w:r>
            <w:r w:rsidRPr="001F078B">
              <w:rPr>
                <w:rFonts w:cs="Arial" w:hint="eastAsia"/>
                <w:lang w:eastAsia="ja-JP"/>
              </w:rPr>
              <w:t>19A-21A-42</w:t>
            </w:r>
            <w:r w:rsidRPr="001F078B">
              <w:rPr>
                <w:rFonts w:cs="Arial"/>
                <w:lang w:eastAsia="ja-JP"/>
              </w:rPr>
              <w:t>C</w:t>
            </w:r>
            <w:r w:rsidRPr="001F078B">
              <w:rPr>
                <w:rFonts w:cs="Arial" w:hint="eastAsia"/>
                <w:lang w:eastAsia="ja-JP"/>
              </w:rPr>
              <w:t>_n257</w:t>
            </w:r>
            <w:r w:rsidRPr="001F078B">
              <w:rPr>
                <w:rFonts w:cs="Arial"/>
                <w:lang w:eastAsia="ja-JP"/>
              </w:rPr>
              <w:t>I</w:t>
            </w:r>
            <w:r w:rsidRPr="000E5B8D">
              <w:rPr>
                <w:rFonts w:hint="eastAsia"/>
                <w:vertAlign w:val="superscript"/>
                <w:lang w:eastAsia="zh-CN"/>
              </w:rPr>
              <w:t>2</w:t>
            </w:r>
          </w:p>
        </w:tc>
        <w:tc>
          <w:tcPr>
            <w:tcW w:w="4815" w:type="dxa"/>
            <w:tcMar>
              <w:top w:w="28" w:type="dxa"/>
              <w:left w:w="28" w:type="dxa"/>
              <w:bottom w:w="28" w:type="dxa"/>
              <w:right w:w="28" w:type="dxa"/>
            </w:tcMar>
          </w:tcPr>
          <w:p w14:paraId="705204BB"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19A_n257A</w:t>
            </w:r>
          </w:p>
          <w:p w14:paraId="158C65C2"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19A_n257D</w:t>
            </w:r>
          </w:p>
          <w:p w14:paraId="462885A3"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19A_n257G</w:t>
            </w:r>
          </w:p>
          <w:p w14:paraId="1B9BA6F8"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19A_n257H</w:t>
            </w:r>
          </w:p>
          <w:p w14:paraId="3D612906"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19A_n257I</w:t>
            </w:r>
          </w:p>
          <w:p w14:paraId="536F961B"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21A_n257A</w:t>
            </w:r>
          </w:p>
          <w:p w14:paraId="7ADE7C39"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21A_n257D</w:t>
            </w:r>
          </w:p>
          <w:p w14:paraId="44507E8F"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_2</w:t>
            </w:r>
            <w:r w:rsidRPr="001F078B">
              <w:rPr>
                <w:rFonts w:cs="Arial"/>
                <w:lang w:eastAsia="ja-JP"/>
              </w:rPr>
              <w:t>1A_n257G</w:t>
            </w:r>
          </w:p>
          <w:p w14:paraId="5F14047F"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_2</w:t>
            </w:r>
            <w:r w:rsidRPr="001F078B">
              <w:rPr>
                <w:rFonts w:cs="Arial"/>
                <w:lang w:eastAsia="ja-JP"/>
              </w:rPr>
              <w:t>1A_n257H</w:t>
            </w:r>
          </w:p>
          <w:p w14:paraId="1DFD6018"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_21</w:t>
            </w:r>
            <w:r w:rsidRPr="001F078B">
              <w:rPr>
                <w:rFonts w:cs="Arial"/>
                <w:lang w:eastAsia="ja-JP"/>
              </w:rPr>
              <w:t>A_n257I</w:t>
            </w:r>
          </w:p>
          <w:p w14:paraId="1C5C3809"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w:t>
            </w:r>
            <w:r w:rsidRPr="001F078B">
              <w:rPr>
                <w:rFonts w:cs="Arial"/>
                <w:lang w:eastAsia="ja-JP"/>
              </w:rPr>
              <w:t>42A_n257A</w:t>
            </w:r>
          </w:p>
          <w:p w14:paraId="18DE7768" w14:textId="77777777" w:rsidR="001E6B6B" w:rsidRPr="001F078B" w:rsidRDefault="001E6B6B" w:rsidP="006B3BD2">
            <w:pPr>
              <w:pStyle w:val="TAC"/>
            </w:pPr>
            <w:r w:rsidRPr="001F078B">
              <w:rPr>
                <w:rFonts w:cs="Arial"/>
                <w:lang w:eastAsia="ja-JP"/>
              </w:rPr>
              <w:t>DC</w:t>
            </w:r>
            <w:r w:rsidRPr="001F078B">
              <w:rPr>
                <w:rFonts w:cs="Arial"/>
              </w:rPr>
              <w:t>_</w:t>
            </w:r>
            <w:r w:rsidRPr="001F078B">
              <w:rPr>
                <w:rFonts w:cs="Arial"/>
                <w:lang w:eastAsia="ja-JP"/>
              </w:rPr>
              <w:t>42A_n257D</w:t>
            </w:r>
          </w:p>
          <w:p w14:paraId="299784DC"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_42</w:t>
            </w:r>
            <w:r w:rsidRPr="001F078B">
              <w:rPr>
                <w:rFonts w:cs="Arial"/>
                <w:lang w:eastAsia="ja-JP"/>
              </w:rPr>
              <w:t>A_n257G</w:t>
            </w:r>
          </w:p>
          <w:p w14:paraId="34D0A89D" w14:textId="77777777" w:rsidR="001E6B6B" w:rsidRPr="001F078B" w:rsidRDefault="001E6B6B" w:rsidP="006B3BD2">
            <w:pPr>
              <w:pStyle w:val="TAC"/>
              <w:rPr>
                <w:rFonts w:cs="Arial"/>
                <w:lang w:eastAsia="ja-JP"/>
              </w:rPr>
            </w:pPr>
            <w:r w:rsidRPr="001F078B">
              <w:rPr>
                <w:rFonts w:cs="Arial"/>
                <w:lang w:eastAsia="ja-JP"/>
              </w:rPr>
              <w:t>DC</w:t>
            </w:r>
            <w:r w:rsidRPr="001F078B">
              <w:rPr>
                <w:rFonts w:cs="Arial"/>
              </w:rPr>
              <w:t>_42</w:t>
            </w:r>
            <w:r w:rsidRPr="001F078B">
              <w:rPr>
                <w:rFonts w:cs="Arial"/>
                <w:lang w:eastAsia="ja-JP"/>
              </w:rPr>
              <w:t>A_n257H</w:t>
            </w:r>
          </w:p>
          <w:p w14:paraId="43E16DD2" w14:textId="77777777" w:rsidR="001E6B6B" w:rsidRPr="001F078B" w:rsidRDefault="001E6B6B" w:rsidP="006B3BD2">
            <w:pPr>
              <w:pStyle w:val="TAC"/>
              <w:rPr>
                <w:noProof/>
                <w:lang w:eastAsia="zh-CN"/>
              </w:rPr>
            </w:pPr>
            <w:r w:rsidRPr="001F078B">
              <w:rPr>
                <w:rFonts w:cs="Arial"/>
                <w:lang w:eastAsia="ja-JP"/>
              </w:rPr>
              <w:t>DC</w:t>
            </w:r>
            <w:r w:rsidRPr="001F078B">
              <w:rPr>
                <w:rFonts w:cs="Arial"/>
              </w:rPr>
              <w:t>_42</w:t>
            </w:r>
            <w:r w:rsidRPr="001F078B">
              <w:rPr>
                <w:rFonts w:cs="Arial"/>
                <w:lang w:eastAsia="ja-JP"/>
              </w:rPr>
              <w:t>A_n257I</w:t>
            </w:r>
          </w:p>
        </w:tc>
      </w:tr>
      <w:tr w:rsidR="001E6B6B" w:rsidRPr="001F078B" w14:paraId="24D57CB5" w14:textId="77777777" w:rsidTr="006B3BD2">
        <w:trPr>
          <w:trHeight w:val="187"/>
          <w:jc w:val="center"/>
        </w:trPr>
        <w:tc>
          <w:tcPr>
            <w:tcW w:w="4814" w:type="dxa"/>
            <w:shd w:val="clear" w:color="auto" w:fill="auto"/>
            <w:noWrap/>
            <w:tcMar>
              <w:top w:w="28" w:type="dxa"/>
              <w:left w:w="28" w:type="dxa"/>
              <w:bottom w:w="28" w:type="dxa"/>
              <w:right w:w="28" w:type="dxa"/>
            </w:tcMar>
          </w:tcPr>
          <w:p w14:paraId="19849189" w14:textId="77777777" w:rsidR="001E6B6B" w:rsidRPr="001F078B" w:rsidRDefault="001E6B6B" w:rsidP="006B3BD2">
            <w:pPr>
              <w:pStyle w:val="TAC"/>
              <w:rPr>
                <w:lang w:val="en-US" w:eastAsia="zh-CN"/>
              </w:rPr>
            </w:pPr>
            <w:r w:rsidRPr="001F078B">
              <w:rPr>
                <w:lang w:val="en-US" w:eastAsia="fi-FI"/>
              </w:rPr>
              <w:t>DC_21A-28A-42A_n257A</w:t>
            </w:r>
            <w:r w:rsidRPr="001F078B">
              <w:rPr>
                <w:vertAlign w:val="superscript"/>
                <w:lang w:val="en-US" w:eastAsia="zh-CN"/>
              </w:rPr>
              <w:t>2</w:t>
            </w:r>
          </w:p>
          <w:p w14:paraId="0DCFF55C" w14:textId="77777777" w:rsidR="001E6B6B" w:rsidRPr="001F078B" w:rsidRDefault="001E6B6B" w:rsidP="006B3BD2">
            <w:pPr>
              <w:pStyle w:val="TAC"/>
              <w:rPr>
                <w:noProof/>
                <w:lang w:eastAsia="zh-CN"/>
              </w:rPr>
            </w:pPr>
            <w:r w:rsidRPr="001F078B">
              <w:rPr>
                <w:rFonts w:cs="Arial"/>
                <w:szCs w:val="18"/>
                <w:lang w:eastAsia="ja-JP"/>
              </w:rPr>
              <w:t>DC_21A-28A-42C_n257A</w:t>
            </w:r>
            <w:r w:rsidRPr="001F078B">
              <w:rPr>
                <w:vertAlign w:val="superscript"/>
                <w:lang w:val="en-US" w:eastAsia="zh-CN"/>
              </w:rPr>
              <w:t>2</w:t>
            </w:r>
          </w:p>
        </w:tc>
        <w:tc>
          <w:tcPr>
            <w:tcW w:w="4815" w:type="dxa"/>
            <w:tcMar>
              <w:top w:w="28" w:type="dxa"/>
              <w:left w:w="28" w:type="dxa"/>
              <w:bottom w:w="28" w:type="dxa"/>
              <w:right w:w="28" w:type="dxa"/>
            </w:tcMar>
          </w:tcPr>
          <w:p w14:paraId="7E0493EC" w14:textId="77777777" w:rsidR="001E6B6B" w:rsidRPr="001F078B" w:rsidRDefault="001E6B6B" w:rsidP="006B3BD2">
            <w:pPr>
              <w:pStyle w:val="TAC"/>
              <w:rPr>
                <w:lang w:val="en-US" w:eastAsia="fi-FI"/>
              </w:rPr>
            </w:pPr>
            <w:r w:rsidRPr="001F078B">
              <w:rPr>
                <w:lang w:val="en-US" w:eastAsia="fi-FI"/>
              </w:rPr>
              <w:t>DC_21A_n257A</w:t>
            </w:r>
          </w:p>
          <w:p w14:paraId="10ABCC35" w14:textId="77777777" w:rsidR="001E6B6B" w:rsidRPr="001F078B" w:rsidRDefault="001E6B6B" w:rsidP="006B3BD2">
            <w:pPr>
              <w:pStyle w:val="TAC"/>
              <w:rPr>
                <w:lang w:val="en-US" w:eastAsia="fi-FI"/>
              </w:rPr>
            </w:pPr>
            <w:r w:rsidRPr="001F078B">
              <w:rPr>
                <w:lang w:val="en-US" w:eastAsia="fi-FI"/>
              </w:rPr>
              <w:t>DC_28A_n257A</w:t>
            </w:r>
          </w:p>
          <w:p w14:paraId="29C5D051" w14:textId="77777777" w:rsidR="001E6B6B" w:rsidRPr="001F078B" w:rsidRDefault="001E6B6B" w:rsidP="006B3BD2">
            <w:pPr>
              <w:pStyle w:val="TAC"/>
              <w:rPr>
                <w:noProof/>
                <w:lang w:eastAsia="zh-CN"/>
              </w:rPr>
            </w:pPr>
            <w:r w:rsidRPr="001F078B">
              <w:rPr>
                <w:lang w:val="en-US" w:eastAsia="fi-FI"/>
              </w:rPr>
              <w:t>DC_42A_n257A</w:t>
            </w:r>
          </w:p>
        </w:tc>
      </w:tr>
      <w:tr w:rsidR="001E6B6B" w:rsidRPr="002665C4" w14:paraId="3C25F091" w14:textId="77777777" w:rsidTr="006B3BD2">
        <w:trPr>
          <w:trHeight w:val="187"/>
          <w:jc w:val="center"/>
        </w:trPr>
        <w:tc>
          <w:tcPr>
            <w:tcW w:w="4814" w:type="dxa"/>
            <w:shd w:val="clear" w:color="auto" w:fill="auto"/>
            <w:noWrap/>
            <w:tcMar>
              <w:top w:w="28" w:type="dxa"/>
              <w:left w:w="28" w:type="dxa"/>
              <w:bottom w:w="28" w:type="dxa"/>
              <w:right w:w="28" w:type="dxa"/>
            </w:tcMar>
          </w:tcPr>
          <w:p w14:paraId="2D1DF7F5" w14:textId="77777777" w:rsidR="001E6B6B" w:rsidRDefault="001E6B6B" w:rsidP="006B3BD2">
            <w:pPr>
              <w:pStyle w:val="TAC"/>
              <w:rPr>
                <w:b/>
                <w:lang w:val="en-US" w:eastAsia="fi-FI"/>
              </w:rPr>
            </w:pPr>
            <w:r w:rsidRPr="004427B4">
              <w:rPr>
                <w:lang w:val="en-US" w:eastAsia="fi-FI"/>
              </w:rPr>
              <w:t>DC_28</w:t>
            </w:r>
            <w:r>
              <w:rPr>
                <w:lang w:val="en-US" w:eastAsia="fi-FI"/>
              </w:rPr>
              <w:t>A</w:t>
            </w:r>
            <w:r w:rsidRPr="004427B4">
              <w:rPr>
                <w:lang w:val="en-US" w:eastAsia="fi-FI"/>
              </w:rPr>
              <w:t>-41</w:t>
            </w:r>
            <w:r>
              <w:rPr>
                <w:lang w:val="en-US" w:eastAsia="fi-FI"/>
              </w:rPr>
              <w:t>A</w:t>
            </w:r>
            <w:r w:rsidRPr="004427B4">
              <w:rPr>
                <w:lang w:val="en-US" w:eastAsia="fi-FI"/>
              </w:rPr>
              <w:t>-42</w:t>
            </w:r>
            <w:r>
              <w:rPr>
                <w:lang w:val="en-US" w:eastAsia="fi-FI"/>
              </w:rPr>
              <w:t>A</w:t>
            </w:r>
            <w:r w:rsidRPr="004427B4">
              <w:rPr>
                <w:lang w:val="en-US" w:eastAsia="fi-FI"/>
              </w:rPr>
              <w:t>_</w:t>
            </w:r>
            <w:r>
              <w:rPr>
                <w:lang w:val="en-US" w:eastAsia="fi-FI"/>
              </w:rPr>
              <w:t>n257A</w:t>
            </w:r>
          </w:p>
          <w:p w14:paraId="71BE416D" w14:textId="77777777" w:rsidR="001E6B6B" w:rsidRDefault="001E6B6B" w:rsidP="006B3BD2">
            <w:pPr>
              <w:pStyle w:val="TAC"/>
              <w:rPr>
                <w:b/>
                <w:lang w:val="en-US" w:eastAsia="fi-FI"/>
              </w:rPr>
            </w:pPr>
            <w:r w:rsidRPr="004427B4">
              <w:rPr>
                <w:lang w:val="en-US" w:eastAsia="fi-FI"/>
              </w:rPr>
              <w:t>DC_28</w:t>
            </w:r>
            <w:r>
              <w:rPr>
                <w:lang w:val="en-US" w:eastAsia="fi-FI"/>
              </w:rPr>
              <w:t>A</w:t>
            </w:r>
            <w:r w:rsidRPr="004427B4">
              <w:rPr>
                <w:lang w:val="en-US" w:eastAsia="fi-FI"/>
              </w:rPr>
              <w:t>-41</w:t>
            </w:r>
            <w:r>
              <w:rPr>
                <w:lang w:val="en-US" w:eastAsia="fi-FI"/>
              </w:rPr>
              <w:t>A</w:t>
            </w:r>
            <w:r w:rsidRPr="004427B4">
              <w:rPr>
                <w:lang w:val="en-US" w:eastAsia="fi-FI"/>
              </w:rPr>
              <w:t>-42</w:t>
            </w:r>
            <w:r>
              <w:rPr>
                <w:lang w:val="en-US" w:eastAsia="fi-FI"/>
              </w:rPr>
              <w:t>A</w:t>
            </w:r>
            <w:r w:rsidRPr="004427B4">
              <w:rPr>
                <w:lang w:val="en-US" w:eastAsia="fi-FI"/>
              </w:rPr>
              <w:t>_</w:t>
            </w:r>
            <w:r>
              <w:rPr>
                <w:lang w:val="en-US" w:eastAsia="fi-FI"/>
              </w:rPr>
              <w:t>n257G</w:t>
            </w:r>
          </w:p>
          <w:p w14:paraId="2AE0E11E" w14:textId="77777777" w:rsidR="001E6B6B" w:rsidRDefault="001E6B6B" w:rsidP="006B3BD2">
            <w:pPr>
              <w:pStyle w:val="TAC"/>
              <w:rPr>
                <w:b/>
                <w:lang w:val="en-US" w:eastAsia="fi-FI"/>
              </w:rPr>
            </w:pPr>
            <w:r w:rsidRPr="004427B4">
              <w:rPr>
                <w:lang w:val="en-US" w:eastAsia="fi-FI"/>
              </w:rPr>
              <w:t>DC_28</w:t>
            </w:r>
            <w:r>
              <w:rPr>
                <w:lang w:val="en-US" w:eastAsia="fi-FI"/>
              </w:rPr>
              <w:t>A</w:t>
            </w:r>
            <w:r w:rsidRPr="004427B4">
              <w:rPr>
                <w:lang w:val="en-US" w:eastAsia="fi-FI"/>
              </w:rPr>
              <w:t>-41</w:t>
            </w:r>
            <w:r>
              <w:rPr>
                <w:lang w:val="en-US" w:eastAsia="fi-FI"/>
              </w:rPr>
              <w:t>A</w:t>
            </w:r>
            <w:r w:rsidRPr="004427B4">
              <w:rPr>
                <w:lang w:val="en-US" w:eastAsia="fi-FI"/>
              </w:rPr>
              <w:t>-42</w:t>
            </w:r>
            <w:r>
              <w:rPr>
                <w:lang w:val="en-US" w:eastAsia="fi-FI"/>
              </w:rPr>
              <w:t>A</w:t>
            </w:r>
            <w:r w:rsidRPr="004427B4">
              <w:rPr>
                <w:lang w:val="en-US" w:eastAsia="fi-FI"/>
              </w:rPr>
              <w:t>_</w:t>
            </w:r>
            <w:r>
              <w:rPr>
                <w:lang w:val="en-US" w:eastAsia="fi-FI"/>
              </w:rPr>
              <w:t>n257H</w:t>
            </w:r>
          </w:p>
          <w:p w14:paraId="102912BE" w14:textId="77777777" w:rsidR="001E6B6B" w:rsidRDefault="001E6B6B" w:rsidP="006B3BD2">
            <w:pPr>
              <w:pStyle w:val="TAC"/>
              <w:rPr>
                <w:b/>
                <w:lang w:val="en-US" w:eastAsia="fi-FI"/>
              </w:rPr>
            </w:pPr>
            <w:r w:rsidRPr="004427B4">
              <w:rPr>
                <w:lang w:val="en-US" w:eastAsia="fi-FI"/>
              </w:rPr>
              <w:t>DC_28</w:t>
            </w:r>
            <w:r>
              <w:rPr>
                <w:lang w:val="en-US" w:eastAsia="fi-FI"/>
              </w:rPr>
              <w:t>A</w:t>
            </w:r>
            <w:r w:rsidRPr="004427B4">
              <w:rPr>
                <w:lang w:val="en-US" w:eastAsia="fi-FI"/>
              </w:rPr>
              <w:t>-41</w:t>
            </w:r>
            <w:r>
              <w:rPr>
                <w:lang w:val="en-US" w:eastAsia="fi-FI"/>
              </w:rPr>
              <w:t>A</w:t>
            </w:r>
            <w:r w:rsidRPr="004427B4">
              <w:rPr>
                <w:lang w:val="en-US" w:eastAsia="fi-FI"/>
              </w:rPr>
              <w:t>-42</w:t>
            </w:r>
            <w:r>
              <w:rPr>
                <w:lang w:val="en-US" w:eastAsia="fi-FI"/>
              </w:rPr>
              <w:t>A</w:t>
            </w:r>
            <w:r w:rsidRPr="004427B4">
              <w:rPr>
                <w:lang w:val="en-US" w:eastAsia="fi-FI"/>
              </w:rPr>
              <w:t>_</w:t>
            </w:r>
            <w:r>
              <w:rPr>
                <w:lang w:val="en-US" w:eastAsia="fi-FI"/>
              </w:rPr>
              <w:t>n257I</w:t>
            </w:r>
          </w:p>
          <w:p w14:paraId="12C0CA82" w14:textId="77777777" w:rsidR="001E6B6B" w:rsidRDefault="001E6B6B" w:rsidP="006B3BD2">
            <w:pPr>
              <w:pStyle w:val="TAC"/>
              <w:rPr>
                <w:b/>
                <w:lang w:val="en-US" w:eastAsia="fi-FI"/>
              </w:rPr>
            </w:pPr>
            <w:r w:rsidRPr="004427B4">
              <w:rPr>
                <w:lang w:val="en-US" w:eastAsia="fi-FI"/>
              </w:rPr>
              <w:t>DC_28</w:t>
            </w:r>
            <w:r>
              <w:rPr>
                <w:lang w:val="en-US" w:eastAsia="fi-FI"/>
              </w:rPr>
              <w:t>A</w:t>
            </w:r>
            <w:r w:rsidRPr="004427B4">
              <w:rPr>
                <w:lang w:val="en-US" w:eastAsia="fi-FI"/>
              </w:rPr>
              <w:t>-41</w:t>
            </w:r>
            <w:r>
              <w:rPr>
                <w:lang w:val="en-US" w:eastAsia="fi-FI"/>
              </w:rPr>
              <w:t>C</w:t>
            </w:r>
            <w:r w:rsidRPr="004427B4">
              <w:rPr>
                <w:lang w:val="en-US" w:eastAsia="fi-FI"/>
              </w:rPr>
              <w:t>-42</w:t>
            </w:r>
            <w:r>
              <w:rPr>
                <w:lang w:val="en-US" w:eastAsia="fi-FI"/>
              </w:rPr>
              <w:t>A</w:t>
            </w:r>
            <w:r w:rsidRPr="004427B4">
              <w:rPr>
                <w:lang w:val="en-US" w:eastAsia="fi-FI"/>
              </w:rPr>
              <w:t>_</w:t>
            </w:r>
            <w:r>
              <w:rPr>
                <w:lang w:val="en-US" w:eastAsia="fi-FI"/>
              </w:rPr>
              <w:t>n257A</w:t>
            </w:r>
          </w:p>
          <w:p w14:paraId="09259BA5" w14:textId="77777777" w:rsidR="001E6B6B" w:rsidRDefault="001E6B6B" w:rsidP="006B3BD2">
            <w:pPr>
              <w:pStyle w:val="TAC"/>
              <w:rPr>
                <w:b/>
                <w:lang w:val="en-US" w:eastAsia="fi-FI"/>
              </w:rPr>
            </w:pPr>
            <w:r w:rsidRPr="004427B4">
              <w:rPr>
                <w:lang w:val="en-US" w:eastAsia="fi-FI"/>
              </w:rPr>
              <w:t>DC_28</w:t>
            </w:r>
            <w:r>
              <w:rPr>
                <w:lang w:val="en-US" w:eastAsia="fi-FI"/>
              </w:rPr>
              <w:t>A</w:t>
            </w:r>
            <w:r w:rsidRPr="004427B4">
              <w:rPr>
                <w:lang w:val="en-US" w:eastAsia="fi-FI"/>
              </w:rPr>
              <w:t>-41</w:t>
            </w:r>
            <w:r>
              <w:rPr>
                <w:lang w:val="en-US" w:eastAsia="fi-FI"/>
              </w:rPr>
              <w:t>C</w:t>
            </w:r>
            <w:r w:rsidRPr="004427B4">
              <w:rPr>
                <w:lang w:val="en-US" w:eastAsia="fi-FI"/>
              </w:rPr>
              <w:t>-42</w:t>
            </w:r>
            <w:r>
              <w:rPr>
                <w:lang w:val="en-US" w:eastAsia="fi-FI"/>
              </w:rPr>
              <w:t>A</w:t>
            </w:r>
            <w:r w:rsidRPr="004427B4">
              <w:rPr>
                <w:lang w:val="en-US" w:eastAsia="fi-FI"/>
              </w:rPr>
              <w:t>_</w:t>
            </w:r>
            <w:r>
              <w:rPr>
                <w:lang w:val="en-US" w:eastAsia="fi-FI"/>
              </w:rPr>
              <w:t>n257G</w:t>
            </w:r>
          </w:p>
          <w:p w14:paraId="02D0C82F" w14:textId="77777777" w:rsidR="001E6B6B" w:rsidRDefault="001E6B6B" w:rsidP="006B3BD2">
            <w:pPr>
              <w:pStyle w:val="TAC"/>
              <w:rPr>
                <w:b/>
                <w:lang w:val="en-US" w:eastAsia="fi-FI"/>
              </w:rPr>
            </w:pPr>
            <w:r w:rsidRPr="004427B4">
              <w:rPr>
                <w:lang w:val="en-US" w:eastAsia="fi-FI"/>
              </w:rPr>
              <w:t>DC_28</w:t>
            </w:r>
            <w:r>
              <w:rPr>
                <w:lang w:val="en-US" w:eastAsia="fi-FI"/>
              </w:rPr>
              <w:t>A</w:t>
            </w:r>
            <w:r w:rsidRPr="004427B4">
              <w:rPr>
                <w:lang w:val="en-US" w:eastAsia="fi-FI"/>
              </w:rPr>
              <w:t>-41</w:t>
            </w:r>
            <w:r>
              <w:rPr>
                <w:lang w:val="en-US" w:eastAsia="fi-FI"/>
              </w:rPr>
              <w:t>C</w:t>
            </w:r>
            <w:r w:rsidRPr="004427B4">
              <w:rPr>
                <w:lang w:val="en-US" w:eastAsia="fi-FI"/>
              </w:rPr>
              <w:t>-42</w:t>
            </w:r>
            <w:r>
              <w:rPr>
                <w:lang w:val="en-US" w:eastAsia="fi-FI"/>
              </w:rPr>
              <w:t>A</w:t>
            </w:r>
            <w:r w:rsidRPr="004427B4">
              <w:rPr>
                <w:lang w:val="en-US" w:eastAsia="fi-FI"/>
              </w:rPr>
              <w:t>_</w:t>
            </w:r>
            <w:r>
              <w:rPr>
                <w:lang w:val="en-US" w:eastAsia="fi-FI"/>
              </w:rPr>
              <w:t>n257H</w:t>
            </w:r>
          </w:p>
          <w:p w14:paraId="1E9C723E" w14:textId="77777777" w:rsidR="001E6B6B" w:rsidRDefault="001E6B6B" w:rsidP="006B3BD2">
            <w:pPr>
              <w:pStyle w:val="TAC"/>
              <w:rPr>
                <w:b/>
                <w:lang w:val="en-US" w:eastAsia="fi-FI"/>
              </w:rPr>
            </w:pPr>
            <w:r w:rsidRPr="004427B4">
              <w:rPr>
                <w:lang w:val="en-US" w:eastAsia="fi-FI"/>
              </w:rPr>
              <w:t>DC_28</w:t>
            </w:r>
            <w:r>
              <w:rPr>
                <w:lang w:val="en-US" w:eastAsia="fi-FI"/>
              </w:rPr>
              <w:t>A</w:t>
            </w:r>
            <w:r w:rsidRPr="004427B4">
              <w:rPr>
                <w:lang w:val="en-US" w:eastAsia="fi-FI"/>
              </w:rPr>
              <w:t>-41</w:t>
            </w:r>
            <w:r>
              <w:rPr>
                <w:lang w:val="en-US" w:eastAsia="fi-FI"/>
              </w:rPr>
              <w:t>C</w:t>
            </w:r>
            <w:r w:rsidRPr="004427B4">
              <w:rPr>
                <w:lang w:val="en-US" w:eastAsia="fi-FI"/>
              </w:rPr>
              <w:t>-42</w:t>
            </w:r>
            <w:r>
              <w:rPr>
                <w:lang w:val="en-US" w:eastAsia="fi-FI"/>
              </w:rPr>
              <w:t>A</w:t>
            </w:r>
            <w:r w:rsidRPr="004427B4">
              <w:rPr>
                <w:lang w:val="en-US" w:eastAsia="fi-FI"/>
              </w:rPr>
              <w:t>_</w:t>
            </w:r>
            <w:r>
              <w:rPr>
                <w:lang w:val="en-US" w:eastAsia="fi-FI"/>
              </w:rPr>
              <w:t>n257I</w:t>
            </w:r>
          </w:p>
          <w:p w14:paraId="72D76CB8" w14:textId="77777777" w:rsidR="001E6B6B" w:rsidRDefault="001E6B6B" w:rsidP="006B3BD2">
            <w:pPr>
              <w:pStyle w:val="TAC"/>
              <w:rPr>
                <w:b/>
                <w:lang w:val="en-US" w:eastAsia="fi-FI"/>
              </w:rPr>
            </w:pPr>
            <w:r w:rsidRPr="004427B4">
              <w:rPr>
                <w:lang w:val="en-US" w:eastAsia="fi-FI"/>
              </w:rPr>
              <w:t>DC_28</w:t>
            </w:r>
            <w:r>
              <w:rPr>
                <w:lang w:val="en-US" w:eastAsia="fi-FI"/>
              </w:rPr>
              <w:t>A</w:t>
            </w:r>
            <w:r w:rsidRPr="004427B4">
              <w:rPr>
                <w:lang w:val="en-US" w:eastAsia="fi-FI"/>
              </w:rPr>
              <w:t>-41</w:t>
            </w:r>
            <w:r>
              <w:rPr>
                <w:lang w:val="en-US" w:eastAsia="fi-FI"/>
              </w:rPr>
              <w:t>A</w:t>
            </w:r>
            <w:r w:rsidRPr="004427B4">
              <w:rPr>
                <w:lang w:val="en-US" w:eastAsia="fi-FI"/>
              </w:rPr>
              <w:t>-42</w:t>
            </w:r>
            <w:r>
              <w:rPr>
                <w:lang w:val="en-US" w:eastAsia="fi-FI"/>
              </w:rPr>
              <w:t>C</w:t>
            </w:r>
            <w:r w:rsidRPr="004427B4">
              <w:rPr>
                <w:lang w:val="en-US" w:eastAsia="fi-FI"/>
              </w:rPr>
              <w:t>_</w:t>
            </w:r>
            <w:r>
              <w:rPr>
                <w:lang w:val="en-US" w:eastAsia="fi-FI"/>
              </w:rPr>
              <w:t>n257A</w:t>
            </w:r>
          </w:p>
          <w:p w14:paraId="4D72C887" w14:textId="77777777" w:rsidR="001E6B6B" w:rsidRDefault="001E6B6B" w:rsidP="006B3BD2">
            <w:pPr>
              <w:pStyle w:val="TAC"/>
              <w:rPr>
                <w:b/>
                <w:lang w:val="en-US" w:eastAsia="fi-FI"/>
              </w:rPr>
            </w:pPr>
            <w:r w:rsidRPr="004427B4">
              <w:rPr>
                <w:lang w:val="en-US" w:eastAsia="fi-FI"/>
              </w:rPr>
              <w:t>DC_28</w:t>
            </w:r>
            <w:r>
              <w:rPr>
                <w:lang w:val="en-US" w:eastAsia="fi-FI"/>
              </w:rPr>
              <w:t>A</w:t>
            </w:r>
            <w:r w:rsidRPr="004427B4">
              <w:rPr>
                <w:lang w:val="en-US" w:eastAsia="fi-FI"/>
              </w:rPr>
              <w:t>-41</w:t>
            </w:r>
            <w:r>
              <w:rPr>
                <w:lang w:val="en-US" w:eastAsia="fi-FI"/>
              </w:rPr>
              <w:t>A</w:t>
            </w:r>
            <w:r w:rsidRPr="004427B4">
              <w:rPr>
                <w:lang w:val="en-US" w:eastAsia="fi-FI"/>
              </w:rPr>
              <w:t>-42</w:t>
            </w:r>
            <w:r>
              <w:rPr>
                <w:lang w:val="en-US" w:eastAsia="fi-FI"/>
              </w:rPr>
              <w:t>C</w:t>
            </w:r>
            <w:r w:rsidRPr="004427B4">
              <w:rPr>
                <w:lang w:val="en-US" w:eastAsia="fi-FI"/>
              </w:rPr>
              <w:t>_</w:t>
            </w:r>
            <w:r>
              <w:rPr>
                <w:lang w:val="en-US" w:eastAsia="fi-FI"/>
              </w:rPr>
              <w:t>n257G</w:t>
            </w:r>
          </w:p>
          <w:p w14:paraId="4783BC48" w14:textId="77777777" w:rsidR="001E6B6B" w:rsidRDefault="001E6B6B" w:rsidP="006B3BD2">
            <w:pPr>
              <w:pStyle w:val="TAC"/>
              <w:rPr>
                <w:b/>
                <w:lang w:val="en-US" w:eastAsia="fi-FI"/>
              </w:rPr>
            </w:pPr>
            <w:r w:rsidRPr="004427B4">
              <w:rPr>
                <w:lang w:val="en-US" w:eastAsia="fi-FI"/>
              </w:rPr>
              <w:t>DC_28</w:t>
            </w:r>
            <w:r>
              <w:rPr>
                <w:lang w:val="en-US" w:eastAsia="fi-FI"/>
              </w:rPr>
              <w:t>A</w:t>
            </w:r>
            <w:r w:rsidRPr="004427B4">
              <w:rPr>
                <w:lang w:val="en-US" w:eastAsia="fi-FI"/>
              </w:rPr>
              <w:t>-41</w:t>
            </w:r>
            <w:r>
              <w:rPr>
                <w:lang w:val="en-US" w:eastAsia="fi-FI"/>
              </w:rPr>
              <w:t>A</w:t>
            </w:r>
            <w:r w:rsidRPr="004427B4">
              <w:rPr>
                <w:lang w:val="en-US" w:eastAsia="fi-FI"/>
              </w:rPr>
              <w:t>-42</w:t>
            </w:r>
            <w:r>
              <w:rPr>
                <w:lang w:val="en-US" w:eastAsia="fi-FI"/>
              </w:rPr>
              <w:t>C</w:t>
            </w:r>
            <w:r w:rsidRPr="004427B4">
              <w:rPr>
                <w:lang w:val="en-US" w:eastAsia="fi-FI"/>
              </w:rPr>
              <w:t>_</w:t>
            </w:r>
            <w:r>
              <w:rPr>
                <w:lang w:val="en-US" w:eastAsia="fi-FI"/>
              </w:rPr>
              <w:t>n257H</w:t>
            </w:r>
          </w:p>
          <w:p w14:paraId="23DAFCCF" w14:textId="77777777" w:rsidR="001E6B6B" w:rsidRDefault="001E6B6B" w:rsidP="006B3BD2">
            <w:pPr>
              <w:pStyle w:val="TAC"/>
              <w:rPr>
                <w:b/>
                <w:lang w:val="en-US" w:eastAsia="fi-FI"/>
              </w:rPr>
            </w:pPr>
            <w:r w:rsidRPr="004427B4">
              <w:rPr>
                <w:lang w:val="en-US" w:eastAsia="fi-FI"/>
              </w:rPr>
              <w:t>DC_28</w:t>
            </w:r>
            <w:r>
              <w:rPr>
                <w:lang w:val="en-US" w:eastAsia="fi-FI"/>
              </w:rPr>
              <w:t>A</w:t>
            </w:r>
            <w:r w:rsidRPr="004427B4">
              <w:rPr>
                <w:lang w:val="en-US" w:eastAsia="fi-FI"/>
              </w:rPr>
              <w:t>-41</w:t>
            </w:r>
            <w:r>
              <w:rPr>
                <w:lang w:val="en-US" w:eastAsia="fi-FI"/>
              </w:rPr>
              <w:t>A</w:t>
            </w:r>
            <w:r w:rsidRPr="004427B4">
              <w:rPr>
                <w:lang w:val="en-US" w:eastAsia="fi-FI"/>
              </w:rPr>
              <w:t>-42</w:t>
            </w:r>
            <w:r>
              <w:rPr>
                <w:lang w:val="en-US" w:eastAsia="fi-FI"/>
              </w:rPr>
              <w:t>C</w:t>
            </w:r>
            <w:r w:rsidRPr="004427B4">
              <w:rPr>
                <w:lang w:val="en-US" w:eastAsia="fi-FI"/>
              </w:rPr>
              <w:t>_</w:t>
            </w:r>
            <w:r>
              <w:rPr>
                <w:lang w:val="en-US" w:eastAsia="fi-FI"/>
              </w:rPr>
              <w:t>n257I</w:t>
            </w:r>
          </w:p>
          <w:p w14:paraId="23216532" w14:textId="77777777" w:rsidR="001E6B6B" w:rsidRDefault="001E6B6B" w:rsidP="006B3BD2">
            <w:pPr>
              <w:pStyle w:val="TAC"/>
              <w:rPr>
                <w:b/>
                <w:lang w:val="en-US" w:eastAsia="fi-FI"/>
              </w:rPr>
            </w:pPr>
            <w:r w:rsidRPr="004427B4">
              <w:rPr>
                <w:lang w:val="en-US" w:eastAsia="fi-FI"/>
              </w:rPr>
              <w:t>DC_28</w:t>
            </w:r>
            <w:r>
              <w:rPr>
                <w:lang w:val="en-US" w:eastAsia="fi-FI"/>
              </w:rPr>
              <w:t>A</w:t>
            </w:r>
            <w:r w:rsidRPr="004427B4">
              <w:rPr>
                <w:lang w:val="en-US" w:eastAsia="fi-FI"/>
              </w:rPr>
              <w:t>-41</w:t>
            </w:r>
            <w:r>
              <w:rPr>
                <w:lang w:val="en-US" w:eastAsia="fi-FI"/>
              </w:rPr>
              <w:t>C</w:t>
            </w:r>
            <w:r w:rsidRPr="004427B4">
              <w:rPr>
                <w:lang w:val="en-US" w:eastAsia="fi-FI"/>
              </w:rPr>
              <w:t>-42</w:t>
            </w:r>
            <w:r>
              <w:rPr>
                <w:lang w:val="en-US" w:eastAsia="fi-FI"/>
              </w:rPr>
              <w:t>C</w:t>
            </w:r>
            <w:r w:rsidRPr="004427B4">
              <w:rPr>
                <w:lang w:val="en-US" w:eastAsia="fi-FI"/>
              </w:rPr>
              <w:t>_</w:t>
            </w:r>
            <w:r>
              <w:rPr>
                <w:lang w:val="en-US" w:eastAsia="fi-FI"/>
              </w:rPr>
              <w:t>n257A</w:t>
            </w:r>
          </w:p>
          <w:p w14:paraId="5333FA64" w14:textId="77777777" w:rsidR="001E6B6B" w:rsidRDefault="001E6B6B" w:rsidP="006B3BD2">
            <w:pPr>
              <w:pStyle w:val="TAC"/>
              <w:rPr>
                <w:b/>
                <w:lang w:val="en-US" w:eastAsia="fi-FI"/>
              </w:rPr>
            </w:pPr>
            <w:r w:rsidRPr="004427B4">
              <w:rPr>
                <w:lang w:val="en-US" w:eastAsia="fi-FI"/>
              </w:rPr>
              <w:t>DC_28</w:t>
            </w:r>
            <w:r>
              <w:rPr>
                <w:lang w:val="en-US" w:eastAsia="fi-FI"/>
              </w:rPr>
              <w:t>A</w:t>
            </w:r>
            <w:r w:rsidRPr="004427B4">
              <w:rPr>
                <w:lang w:val="en-US" w:eastAsia="fi-FI"/>
              </w:rPr>
              <w:t>-41</w:t>
            </w:r>
            <w:r>
              <w:rPr>
                <w:lang w:val="en-US" w:eastAsia="fi-FI"/>
              </w:rPr>
              <w:t>C</w:t>
            </w:r>
            <w:r w:rsidRPr="004427B4">
              <w:rPr>
                <w:lang w:val="en-US" w:eastAsia="fi-FI"/>
              </w:rPr>
              <w:t>-42</w:t>
            </w:r>
            <w:r>
              <w:rPr>
                <w:lang w:val="en-US" w:eastAsia="fi-FI"/>
              </w:rPr>
              <w:t>C</w:t>
            </w:r>
            <w:r w:rsidRPr="004427B4">
              <w:rPr>
                <w:lang w:val="en-US" w:eastAsia="fi-FI"/>
              </w:rPr>
              <w:t>_</w:t>
            </w:r>
            <w:r>
              <w:rPr>
                <w:lang w:val="en-US" w:eastAsia="fi-FI"/>
              </w:rPr>
              <w:t>n257G</w:t>
            </w:r>
          </w:p>
          <w:p w14:paraId="0C19B642" w14:textId="77777777" w:rsidR="001E6B6B" w:rsidRDefault="001E6B6B" w:rsidP="006B3BD2">
            <w:pPr>
              <w:pStyle w:val="TAC"/>
              <w:rPr>
                <w:b/>
                <w:lang w:val="en-US" w:eastAsia="fi-FI"/>
              </w:rPr>
            </w:pPr>
            <w:r w:rsidRPr="004427B4">
              <w:rPr>
                <w:lang w:val="en-US" w:eastAsia="fi-FI"/>
              </w:rPr>
              <w:t>DC_28</w:t>
            </w:r>
            <w:r>
              <w:rPr>
                <w:lang w:val="en-US" w:eastAsia="fi-FI"/>
              </w:rPr>
              <w:t>A</w:t>
            </w:r>
            <w:r w:rsidRPr="004427B4">
              <w:rPr>
                <w:lang w:val="en-US" w:eastAsia="fi-FI"/>
              </w:rPr>
              <w:t>-41</w:t>
            </w:r>
            <w:r>
              <w:rPr>
                <w:lang w:val="en-US" w:eastAsia="fi-FI"/>
              </w:rPr>
              <w:t>C</w:t>
            </w:r>
            <w:r w:rsidRPr="004427B4">
              <w:rPr>
                <w:lang w:val="en-US" w:eastAsia="fi-FI"/>
              </w:rPr>
              <w:t>-42</w:t>
            </w:r>
            <w:r>
              <w:rPr>
                <w:lang w:val="en-US" w:eastAsia="fi-FI"/>
              </w:rPr>
              <w:t>C</w:t>
            </w:r>
            <w:r w:rsidRPr="004427B4">
              <w:rPr>
                <w:lang w:val="en-US" w:eastAsia="fi-FI"/>
              </w:rPr>
              <w:t>_</w:t>
            </w:r>
            <w:r>
              <w:rPr>
                <w:lang w:val="en-US" w:eastAsia="fi-FI"/>
              </w:rPr>
              <w:t>n257H</w:t>
            </w:r>
          </w:p>
          <w:p w14:paraId="5171B2FB" w14:textId="77777777" w:rsidR="001E6B6B" w:rsidRPr="001F078B" w:rsidRDefault="001E6B6B" w:rsidP="006B3BD2">
            <w:pPr>
              <w:pStyle w:val="TAC"/>
              <w:rPr>
                <w:lang w:val="en-US" w:eastAsia="fi-FI"/>
              </w:rPr>
            </w:pPr>
            <w:r w:rsidRPr="00910960">
              <w:rPr>
                <w:lang w:val="en-US" w:eastAsia="fi-FI"/>
              </w:rPr>
              <w:t>DC_28A-41C-42C_n257I</w:t>
            </w:r>
          </w:p>
        </w:tc>
        <w:tc>
          <w:tcPr>
            <w:tcW w:w="4815" w:type="dxa"/>
            <w:tcMar>
              <w:top w:w="28" w:type="dxa"/>
              <w:left w:w="28" w:type="dxa"/>
              <w:bottom w:w="28" w:type="dxa"/>
              <w:right w:w="28" w:type="dxa"/>
            </w:tcMar>
          </w:tcPr>
          <w:p w14:paraId="11EC1915" w14:textId="77777777" w:rsidR="001E6B6B" w:rsidRDefault="001E6B6B" w:rsidP="006B3BD2">
            <w:pPr>
              <w:pStyle w:val="TAC"/>
              <w:rPr>
                <w:b/>
                <w:lang w:val="en-US" w:eastAsia="fi-FI"/>
              </w:rPr>
            </w:pPr>
            <w:r>
              <w:rPr>
                <w:lang w:val="en-US" w:eastAsia="fi-FI"/>
              </w:rPr>
              <w:t>DC_</w:t>
            </w:r>
            <w:r>
              <w:rPr>
                <w:lang w:val="en-US" w:eastAsia="ja-JP"/>
              </w:rPr>
              <w:t>2</w:t>
            </w:r>
            <w:r>
              <w:rPr>
                <w:rFonts w:hint="eastAsia"/>
                <w:lang w:val="en-US" w:eastAsia="ja-JP"/>
              </w:rPr>
              <w:t>8</w:t>
            </w:r>
            <w:r>
              <w:rPr>
                <w:lang w:val="en-US" w:eastAsia="fi-FI"/>
              </w:rPr>
              <w:t>A_</w:t>
            </w:r>
            <w:r>
              <w:rPr>
                <w:rFonts w:hint="eastAsia"/>
                <w:lang w:val="en-US" w:eastAsia="ja-JP"/>
              </w:rPr>
              <w:t>n257</w:t>
            </w:r>
            <w:r>
              <w:rPr>
                <w:lang w:val="en-US" w:eastAsia="fi-FI"/>
              </w:rPr>
              <w:t>A</w:t>
            </w:r>
          </w:p>
          <w:p w14:paraId="298B0290" w14:textId="77777777" w:rsidR="001E6B6B" w:rsidRDefault="001E6B6B" w:rsidP="006B3BD2">
            <w:pPr>
              <w:pStyle w:val="TAC"/>
              <w:rPr>
                <w:b/>
                <w:lang w:val="en-US" w:eastAsia="fi-FI"/>
              </w:rPr>
            </w:pPr>
            <w:r>
              <w:rPr>
                <w:lang w:val="en-US" w:eastAsia="fi-FI"/>
              </w:rPr>
              <w:t>DC_</w:t>
            </w:r>
            <w:r>
              <w:rPr>
                <w:lang w:val="en-US" w:eastAsia="ja-JP"/>
              </w:rPr>
              <w:t>2</w:t>
            </w:r>
            <w:r>
              <w:rPr>
                <w:rFonts w:hint="eastAsia"/>
                <w:lang w:val="en-US" w:eastAsia="ja-JP"/>
              </w:rPr>
              <w:t>8</w:t>
            </w:r>
            <w:r>
              <w:rPr>
                <w:lang w:val="en-US" w:eastAsia="fi-FI"/>
              </w:rPr>
              <w:t>A_</w:t>
            </w:r>
            <w:r>
              <w:rPr>
                <w:rFonts w:hint="eastAsia"/>
                <w:lang w:val="en-US" w:eastAsia="ja-JP"/>
              </w:rPr>
              <w:t>n257</w:t>
            </w:r>
            <w:r>
              <w:rPr>
                <w:lang w:val="en-US" w:eastAsia="fi-FI"/>
              </w:rPr>
              <w:t>G</w:t>
            </w:r>
          </w:p>
          <w:p w14:paraId="54EE102C" w14:textId="77777777" w:rsidR="001E6B6B" w:rsidRDefault="001E6B6B" w:rsidP="006B3BD2">
            <w:pPr>
              <w:pStyle w:val="TAC"/>
              <w:rPr>
                <w:b/>
                <w:lang w:val="en-US" w:eastAsia="fi-FI"/>
              </w:rPr>
            </w:pPr>
            <w:r>
              <w:rPr>
                <w:lang w:val="en-US" w:eastAsia="fi-FI"/>
              </w:rPr>
              <w:t>DC_</w:t>
            </w:r>
            <w:r>
              <w:rPr>
                <w:lang w:val="en-US" w:eastAsia="ja-JP"/>
              </w:rPr>
              <w:t>2</w:t>
            </w:r>
            <w:r>
              <w:rPr>
                <w:rFonts w:hint="eastAsia"/>
                <w:lang w:val="en-US" w:eastAsia="ja-JP"/>
              </w:rPr>
              <w:t>8</w:t>
            </w:r>
            <w:r>
              <w:rPr>
                <w:lang w:val="en-US" w:eastAsia="fi-FI"/>
              </w:rPr>
              <w:t>A_</w:t>
            </w:r>
            <w:r>
              <w:rPr>
                <w:rFonts w:hint="eastAsia"/>
                <w:lang w:val="en-US" w:eastAsia="ja-JP"/>
              </w:rPr>
              <w:t>n257</w:t>
            </w:r>
            <w:r>
              <w:rPr>
                <w:lang w:val="en-US" w:eastAsia="fi-FI"/>
              </w:rPr>
              <w:t>H</w:t>
            </w:r>
          </w:p>
          <w:p w14:paraId="4BEF5B39" w14:textId="77777777" w:rsidR="001E6B6B" w:rsidRDefault="001E6B6B" w:rsidP="006B3BD2">
            <w:pPr>
              <w:pStyle w:val="TAC"/>
              <w:rPr>
                <w:b/>
                <w:lang w:val="en-US" w:eastAsia="fi-FI"/>
              </w:rPr>
            </w:pPr>
            <w:r>
              <w:rPr>
                <w:lang w:val="en-US" w:eastAsia="fi-FI"/>
              </w:rPr>
              <w:t>DC_</w:t>
            </w:r>
            <w:r>
              <w:rPr>
                <w:lang w:val="en-US" w:eastAsia="ja-JP"/>
              </w:rPr>
              <w:t>2</w:t>
            </w:r>
            <w:r>
              <w:rPr>
                <w:rFonts w:hint="eastAsia"/>
                <w:lang w:val="en-US" w:eastAsia="ja-JP"/>
              </w:rPr>
              <w:t>8</w:t>
            </w:r>
            <w:r>
              <w:rPr>
                <w:lang w:val="en-US" w:eastAsia="fi-FI"/>
              </w:rPr>
              <w:t>A_</w:t>
            </w:r>
            <w:r>
              <w:rPr>
                <w:rFonts w:hint="eastAsia"/>
                <w:lang w:val="en-US" w:eastAsia="ja-JP"/>
              </w:rPr>
              <w:t>n257</w:t>
            </w:r>
            <w:r>
              <w:rPr>
                <w:lang w:val="en-US" w:eastAsia="fi-FI"/>
              </w:rPr>
              <w:t>I</w:t>
            </w:r>
          </w:p>
          <w:p w14:paraId="388B817C" w14:textId="77777777" w:rsidR="001E6B6B" w:rsidRDefault="001E6B6B" w:rsidP="006B3BD2">
            <w:pPr>
              <w:pStyle w:val="TAC"/>
              <w:rPr>
                <w:b/>
                <w:lang w:val="en-US" w:eastAsia="fi-FI"/>
              </w:rPr>
            </w:pPr>
            <w:r>
              <w:rPr>
                <w:lang w:val="en-US" w:eastAsia="fi-FI"/>
              </w:rPr>
              <w:t>DC_</w:t>
            </w:r>
            <w:r>
              <w:rPr>
                <w:lang w:val="en-US" w:eastAsia="ja-JP"/>
              </w:rPr>
              <w:t>41</w:t>
            </w:r>
            <w:r>
              <w:rPr>
                <w:lang w:val="en-US" w:eastAsia="fi-FI"/>
              </w:rPr>
              <w:t>A_</w:t>
            </w:r>
            <w:r>
              <w:rPr>
                <w:rFonts w:hint="eastAsia"/>
                <w:lang w:val="en-US" w:eastAsia="ja-JP"/>
              </w:rPr>
              <w:t>n257</w:t>
            </w:r>
            <w:r>
              <w:rPr>
                <w:lang w:val="en-US" w:eastAsia="fi-FI"/>
              </w:rPr>
              <w:t>A</w:t>
            </w:r>
          </w:p>
          <w:p w14:paraId="5AF33B7A" w14:textId="77777777" w:rsidR="001E6B6B" w:rsidRDefault="001E6B6B" w:rsidP="006B3BD2">
            <w:pPr>
              <w:pStyle w:val="TAC"/>
              <w:rPr>
                <w:b/>
                <w:lang w:val="en-US" w:eastAsia="fi-FI"/>
              </w:rPr>
            </w:pPr>
            <w:r>
              <w:rPr>
                <w:lang w:val="en-US" w:eastAsia="fi-FI"/>
              </w:rPr>
              <w:t>DC_</w:t>
            </w:r>
            <w:r>
              <w:rPr>
                <w:lang w:val="en-US" w:eastAsia="ja-JP"/>
              </w:rPr>
              <w:t>41</w:t>
            </w:r>
            <w:r>
              <w:rPr>
                <w:lang w:val="en-US" w:eastAsia="fi-FI"/>
              </w:rPr>
              <w:t>A_</w:t>
            </w:r>
            <w:r>
              <w:rPr>
                <w:rFonts w:hint="eastAsia"/>
                <w:lang w:val="en-US" w:eastAsia="ja-JP"/>
              </w:rPr>
              <w:t>n257</w:t>
            </w:r>
            <w:r>
              <w:rPr>
                <w:lang w:val="en-US" w:eastAsia="fi-FI"/>
              </w:rPr>
              <w:t>G</w:t>
            </w:r>
          </w:p>
          <w:p w14:paraId="403D9176" w14:textId="77777777" w:rsidR="001E6B6B" w:rsidRDefault="001E6B6B" w:rsidP="006B3BD2">
            <w:pPr>
              <w:pStyle w:val="TAC"/>
              <w:rPr>
                <w:b/>
                <w:lang w:val="en-US" w:eastAsia="fi-FI"/>
              </w:rPr>
            </w:pPr>
            <w:r>
              <w:rPr>
                <w:lang w:val="en-US" w:eastAsia="fi-FI"/>
              </w:rPr>
              <w:t>DC_</w:t>
            </w:r>
            <w:r>
              <w:rPr>
                <w:lang w:val="en-US" w:eastAsia="ja-JP"/>
              </w:rPr>
              <w:t>41</w:t>
            </w:r>
            <w:r>
              <w:rPr>
                <w:lang w:val="en-US" w:eastAsia="fi-FI"/>
              </w:rPr>
              <w:t>A_</w:t>
            </w:r>
            <w:r>
              <w:rPr>
                <w:rFonts w:hint="eastAsia"/>
                <w:lang w:val="en-US" w:eastAsia="ja-JP"/>
              </w:rPr>
              <w:t>n257</w:t>
            </w:r>
            <w:r>
              <w:rPr>
                <w:lang w:val="en-US" w:eastAsia="fi-FI"/>
              </w:rPr>
              <w:t>H</w:t>
            </w:r>
          </w:p>
          <w:p w14:paraId="1502230D" w14:textId="77777777" w:rsidR="001E6B6B" w:rsidRDefault="001E6B6B" w:rsidP="006B3BD2">
            <w:pPr>
              <w:pStyle w:val="TAC"/>
              <w:rPr>
                <w:b/>
                <w:lang w:val="en-US" w:eastAsia="fi-FI"/>
              </w:rPr>
            </w:pPr>
            <w:r>
              <w:rPr>
                <w:lang w:val="en-US" w:eastAsia="fi-FI"/>
              </w:rPr>
              <w:t>DC_</w:t>
            </w:r>
            <w:r>
              <w:rPr>
                <w:lang w:val="en-US" w:eastAsia="ja-JP"/>
              </w:rPr>
              <w:t>41</w:t>
            </w:r>
            <w:r>
              <w:rPr>
                <w:lang w:val="en-US" w:eastAsia="fi-FI"/>
              </w:rPr>
              <w:t>A_</w:t>
            </w:r>
            <w:r>
              <w:rPr>
                <w:rFonts w:hint="eastAsia"/>
                <w:lang w:val="en-US" w:eastAsia="ja-JP"/>
              </w:rPr>
              <w:t>n257</w:t>
            </w:r>
            <w:r>
              <w:rPr>
                <w:lang w:val="en-US" w:eastAsia="fi-FI"/>
              </w:rPr>
              <w:t>I</w:t>
            </w:r>
          </w:p>
          <w:p w14:paraId="0E0772A2" w14:textId="77777777" w:rsidR="001E6B6B" w:rsidRDefault="001E6B6B" w:rsidP="006B3BD2">
            <w:pPr>
              <w:pStyle w:val="TAC"/>
              <w:rPr>
                <w:b/>
                <w:lang w:val="en-US" w:eastAsia="fi-FI"/>
              </w:rPr>
            </w:pPr>
            <w:r>
              <w:rPr>
                <w:lang w:val="en-US" w:eastAsia="fi-FI"/>
              </w:rPr>
              <w:t>DC_</w:t>
            </w:r>
            <w:r>
              <w:rPr>
                <w:lang w:val="en-US" w:eastAsia="ja-JP"/>
              </w:rPr>
              <w:t>41</w:t>
            </w:r>
            <w:r>
              <w:rPr>
                <w:lang w:val="en-US" w:eastAsia="fi-FI"/>
              </w:rPr>
              <w:t>C_</w:t>
            </w:r>
            <w:r>
              <w:rPr>
                <w:rFonts w:hint="eastAsia"/>
                <w:lang w:val="en-US" w:eastAsia="ja-JP"/>
              </w:rPr>
              <w:t>n257</w:t>
            </w:r>
            <w:r>
              <w:rPr>
                <w:lang w:val="en-US" w:eastAsia="fi-FI"/>
              </w:rPr>
              <w:t>A</w:t>
            </w:r>
          </w:p>
          <w:p w14:paraId="4EC55A36" w14:textId="77777777" w:rsidR="001E6B6B" w:rsidRPr="008E650F" w:rsidRDefault="001E6B6B" w:rsidP="006B3BD2">
            <w:pPr>
              <w:pStyle w:val="TAC"/>
              <w:rPr>
                <w:b/>
                <w:lang w:val="sv-SE" w:eastAsia="fi-FI"/>
              </w:rPr>
            </w:pPr>
            <w:r w:rsidRPr="008E650F">
              <w:rPr>
                <w:lang w:val="sv-SE" w:eastAsia="fi-FI"/>
              </w:rPr>
              <w:t>DC_</w:t>
            </w:r>
            <w:r w:rsidRPr="008E650F">
              <w:rPr>
                <w:lang w:val="sv-SE" w:eastAsia="ja-JP"/>
              </w:rPr>
              <w:t>41</w:t>
            </w:r>
            <w:r w:rsidRPr="008E650F">
              <w:rPr>
                <w:lang w:val="sv-SE" w:eastAsia="fi-FI"/>
              </w:rPr>
              <w:t>C_</w:t>
            </w:r>
            <w:r w:rsidRPr="008E650F">
              <w:rPr>
                <w:lang w:val="sv-SE" w:eastAsia="ja-JP"/>
              </w:rPr>
              <w:t>n257</w:t>
            </w:r>
            <w:r w:rsidRPr="008E650F">
              <w:rPr>
                <w:lang w:val="sv-SE" w:eastAsia="fi-FI"/>
              </w:rPr>
              <w:t>G</w:t>
            </w:r>
          </w:p>
          <w:p w14:paraId="0422ADA7" w14:textId="77777777" w:rsidR="001E6B6B" w:rsidRPr="008E650F" w:rsidRDefault="001E6B6B" w:rsidP="006B3BD2">
            <w:pPr>
              <w:pStyle w:val="TAC"/>
              <w:rPr>
                <w:b/>
                <w:lang w:val="sv-SE" w:eastAsia="fi-FI"/>
              </w:rPr>
            </w:pPr>
            <w:r w:rsidRPr="008E650F">
              <w:rPr>
                <w:lang w:val="sv-SE" w:eastAsia="fi-FI"/>
              </w:rPr>
              <w:t>DC_</w:t>
            </w:r>
            <w:r w:rsidRPr="008E650F">
              <w:rPr>
                <w:lang w:val="sv-SE" w:eastAsia="ja-JP"/>
              </w:rPr>
              <w:t>41</w:t>
            </w:r>
            <w:r w:rsidRPr="008E650F">
              <w:rPr>
                <w:lang w:val="sv-SE" w:eastAsia="fi-FI"/>
              </w:rPr>
              <w:t>C_</w:t>
            </w:r>
            <w:r w:rsidRPr="008E650F">
              <w:rPr>
                <w:lang w:val="sv-SE" w:eastAsia="ja-JP"/>
              </w:rPr>
              <w:t>n257</w:t>
            </w:r>
            <w:r w:rsidRPr="008E650F">
              <w:rPr>
                <w:lang w:val="sv-SE" w:eastAsia="fi-FI"/>
              </w:rPr>
              <w:t>H</w:t>
            </w:r>
          </w:p>
          <w:p w14:paraId="416C7F96" w14:textId="77777777" w:rsidR="001E6B6B" w:rsidRPr="008E650F" w:rsidRDefault="001E6B6B" w:rsidP="006B3BD2">
            <w:pPr>
              <w:pStyle w:val="TAC"/>
              <w:rPr>
                <w:b/>
                <w:lang w:val="sv-SE" w:eastAsia="fi-FI"/>
              </w:rPr>
            </w:pPr>
            <w:r w:rsidRPr="008E650F">
              <w:rPr>
                <w:lang w:val="sv-SE" w:eastAsia="fi-FI"/>
              </w:rPr>
              <w:t>DC_</w:t>
            </w:r>
            <w:r w:rsidRPr="008E650F">
              <w:rPr>
                <w:lang w:val="sv-SE" w:eastAsia="ja-JP"/>
              </w:rPr>
              <w:t>41</w:t>
            </w:r>
            <w:r w:rsidRPr="008E650F">
              <w:rPr>
                <w:lang w:val="sv-SE" w:eastAsia="fi-FI"/>
              </w:rPr>
              <w:t>C_</w:t>
            </w:r>
            <w:r w:rsidRPr="008E650F">
              <w:rPr>
                <w:lang w:val="sv-SE" w:eastAsia="ja-JP"/>
              </w:rPr>
              <w:t>n257</w:t>
            </w:r>
            <w:r w:rsidRPr="008E650F">
              <w:rPr>
                <w:lang w:val="sv-SE" w:eastAsia="fi-FI"/>
              </w:rPr>
              <w:t>I</w:t>
            </w:r>
          </w:p>
          <w:p w14:paraId="7A6785DD" w14:textId="77777777" w:rsidR="001E6B6B" w:rsidRDefault="001E6B6B" w:rsidP="006B3BD2">
            <w:pPr>
              <w:pStyle w:val="TAC"/>
              <w:rPr>
                <w:b/>
                <w:lang w:val="en-US" w:eastAsia="fi-FI"/>
              </w:rPr>
            </w:pPr>
            <w:r>
              <w:rPr>
                <w:lang w:val="en-US" w:eastAsia="fi-FI"/>
              </w:rPr>
              <w:t>DC_</w:t>
            </w:r>
            <w:r>
              <w:rPr>
                <w:lang w:val="en-US" w:eastAsia="ja-JP"/>
              </w:rPr>
              <w:t>42</w:t>
            </w:r>
            <w:r>
              <w:rPr>
                <w:lang w:val="en-US" w:eastAsia="fi-FI"/>
              </w:rPr>
              <w:t>A_</w:t>
            </w:r>
            <w:r>
              <w:rPr>
                <w:rFonts w:hint="eastAsia"/>
                <w:lang w:val="en-US" w:eastAsia="ja-JP"/>
              </w:rPr>
              <w:t>n257</w:t>
            </w:r>
            <w:r>
              <w:rPr>
                <w:lang w:val="en-US" w:eastAsia="fi-FI"/>
              </w:rPr>
              <w:t>A</w:t>
            </w:r>
          </w:p>
          <w:p w14:paraId="70877075" w14:textId="77777777" w:rsidR="001E6B6B" w:rsidRDefault="001E6B6B" w:rsidP="006B3BD2">
            <w:pPr>
              <w:pStyle w:val="TAC"/>
              <w:rPr>
                <w:b/>
                <w:lang w:val="en-US" w:eastAsia="fi-FI"/>
              </w:rPr>
            </w:pPr>
            <w:r>
              <w:rPr>
                <w:lang w:val="en-US" w:eastAsia="fi-FI"/>
              </w:rPr>
              <w:t>DC_</w:t>
            </w:r>
            <w:r>
              <w:rPr>
                <w:lang w:val="en-US" w:eastAsia="ja-JP"/>
              </w:rPr>
              <w:t>42</w:t>
            </w:r>
            <w:r>
              <w:rPr>
                <w:lang w:val="en-US" w:eastAsia="fi-FI"/>
              </w:rPr>
              <w:t>A_</w:t>
            </w:r>
            <w:r>
              <w:rPr>
                <w:rFonts w:hint="eastAsia"/>
                <w:lang w:val="en-US" w:eastAsia="ja-JP"/>
              </w:rPr>
              <w:t>n257</w:t>
            </w:r>
            <w:r>
              <w:rPr>
                <w:lang w:val="en-US" w:eastAsia="fi-FI"/>
              </w:rPr>
              <w:t>G</w:t>
            </w:r>
          </w:p>
          <w:p w14:paraId="16F23E67" w14:textId="77777777" w:rsidR="001E6B6B" w:rsidRDefault="001E6B6B" w:rsidP="006B3BD2">
            <w:pPr>
              <w:pStyle w:val="TAC"/>
              <w:rPr>
                <w:b/>
                <w:lang w:val="en-US" w:eastAsia="fi-FI"/>
              </w:rPr>
            </w:pPr>
            <w:r>
              <w:rPr>
                <w:lang w:val="en-US" w:eastAsia="fi-FI"/>
              </w:rPr>
              <w:t>DC_</w:t>
            </w:r>
            <w:r>
              <w:rPr>
                <w:lang w:val="en-US" w:eastAsia="ja-JP"/>
              </w:rPr>
              <w:t>42</w:t>
            </w:r>
            <w:r>
              <w:rPr>
                <w:lang w:val="en-US" w:eastAsia="fi-FI"/>
              </w:rPr>
              <w:t>A_</w:t>
            </w:r>
            <w:r>
              <w:rPr>
                <w:rFonts w:hint="eastAsia"/>
                <w:lang w:val="en-US" w:eastAsia="ja-JP"/>
              </w:rPr>
              <w:t>n257</w:t>
            </w:r>
            <w:r>
              <w:rPr>
                <w:lang w:val="en-US" w:eastAsia="fi-FI"/>
              </w:rPr>
              <w:t>H</w:t>
            </w:r>
          </w:p>
          <w:p w14:paraId="6650BFAB" w14:textId="77777777" w:rsidR="001E6B6B" w:rsidRDefault="001E6B6B" w:rsidP="006B3BD2">
            <w:pPr>
              <w:pStyle w:val="TAC"/>
              <w:rPr>
                <w:b/>
                <w:lang w:val="en-US" w:eastAsia="fi-FI"/>
              </w:rPr>
            </w:pPr>
            <w:r>
              <w:rPr>
                <w:lang w:val="en-US" w:eastAsia="fi-FI"/>
              </w:rPr>
              <w:t>DC_</w:t>
            </w:r>
            <w:r>
              <w:rPr>
                <w:lang w:val="en-US" w:eastAsia="ja-JP"/>
              </w:rPr>
              <w:t>42</w:t>
            </w:r>
            <w:r>
              <w:rPr>
                <w:lang w:val="en-US" w:eastAsia="fi-FI"/>
              </w:rPr>
              <w:t>A_</w:t>
            </w:r>
            <w:r>
              <w:rPr>
                <w:rFonts w:hint="eastAsia"/>
                <w:lang w:val="en-US" w:eastAsia="ja-JP"/>
              </w:rPr>
              <w:t>n257</w:t>
            </w:r>
            <w:r>
              <w:rPr>
                <w:lang w:val="en-US" w:eastAsia="fi-FI"/>
              </w:rPr>
              <w:t>I</w:t>
            </w:r>
          </w:p>
          <w:p w14:paraId="42D6038C" w14:textId="77777777" w:rsidR="001E6B6B" w:rsidRDefault="001E6B6B" w:rsidP="006B3BD2">
            <w:pPr>
              <w:pStyle w:val="TAC"/>
              <w:rPr>
                <w:b/>
                <w:lang w:val="en-US" w:eastAsia="fi-FI"/>
              </w:rPr>
            </w:pPr>
            <w:r>
              <w:rPr>
                <w:lang w:val="en-US" w:eastAsia="fi-FI"/>
              </w:rPr>
              <w:t>DC_</w:t>
            </w:r>
            <w:r>
              <w:rPr>
                <w:lang w:val="en-US" w:eastAsia="ja-JP"/>
              </w:rPr>
              <w:t>42</w:t>
            </w:r>
            <w:r>
              <w:rPr>
                <w:lang w:val="en-US" w:eastAsia="fi-FI"/>
              </w:rPr>
              <w:t>C_</w:t>
            </w:r>
            <w:r>
              <w:rPr>
                <w:rFonts w:hint="eastAsia"/>
                <w:lang w:val="en-US" w:eastAsia="ja-JP"/>
              </w:rPr>
              <w:t>n257</w:t>
            </w:r>
            <w:r>
              <w:rPr>
                <w:lang w:val="en-US" w:eastAsia="fi-FI"/>
              </w:rPr>
              <w:t>A</w:t>
            </w:r>
          </w:p>
          <w:p w14:paraId="2752F870" w14:textId="77777777" w:rsidR="001E6B6B" w:rsidRPr="0011614D" w:rsidRDefault="001E6B6B" w:rsidP="006B3BD2">
            <w:pPr>
              <w:pStyle w:val="TAC"/>
              <w:rPr>
                <w:b/>
                <w:lang w:val="en-US" w:eastAsia="fi-FI"/>
              </w:rPr>
            </w:pPr>
            <w:r w:rsidRPr="0011614D">
              <w:rPr>
                <w:lang w:val="en-US" w:eastAsia="fi-FI"/>
              </w:rPr>
              <w:t>DC_</w:t>
            </w:r>
            <w:r w:rsidRPr="0011614D">
              <w:rPr>
                <w:lang w:val="en-US" w:eastAsia="ja-JP"/>
              </w:rPr>
              <w:t>42</w:t>
            </w:r>
            <w:r w:rsidRPr="0011614D">
              <w:rPr>
                <w:lang w:val="en-US" w:eastAsia="fi-FI"/>
              </w:rPr>
              <w:t>C_</w:t>
            </w:r>
            <w:r w:rsidRPr="0011614D">
              <w:rPr>
                <w:lang w:val="en-US" w:eastAsia="ja-JP"/>
              </w:rPr>
              <w:t>n257</w:t>
            </w:r>
            <w:r w:rsidRPr="0011614D">
              <w:rPr>
                <w:lang w:val="en-US" w:eastAsia="fi-FI"/>
              </w:rPr>
              <w:t>G</w:t>
            </w:r>
          </w:p>
          <w:p w14:paraId="3511ADB7" w14:textId="77777777" w:rsidR="001E6B6B" w:rsidRDefault="001E6B6B" w:rsidP="006B3BD2">
            <w:pPr>
              <w:pStyle w:val="TAC"/>
              <w:rPr>
                <w:b/>
                <w:lang w:val="sv-SE" w:eastAsia="fi-FI"/>
              </w:rPr>
            </w:pPr>
            <w:r w:rsidRPr="008E650F">
              <w:rPr>
                <w:lang w:val="sv-SE" w:eastAsia="fi-FI"/>
              </w:rPr>
              <w:t>DC_</w:t>
            </w:r>
            <w:r w:rsidRPr="008E650F">
              <w:rPr>
                <w:lang w:val="sv-SE" w:eastAsia="ja-JP"/>
              </w:rPr>
              <w:t>42</w:t>
            </w:r>
            <w:r w:rsidRPr="008E650F">
              <w:rPr>
                <w:lang w:val="sv-SE" w:eastAsia="fi-FI"/>
              </w:rPr>
              <w:t>C_</w:t>
            </w:r>
            <w:r w:rsidRPr="008E650F">
              <w:rPr>
                <w:lang w:val="sv-SE" w:eastAsia="ja-JP"/>
              </w:rPr>
              <w:t>n257</w:t>
            </w:r>
            <w:r w:rsidRPr="008E650F">
              <w:rPr>
                <w:lang w:val="sv-SE" w:eastAsia="fi-FI"/>
              </w:rPr>
              <w:t>H</w:t>
            </w:r>
          </w:p>
          <w:p w14:paraId="024214D5" w14:textId="77777777" w:rsidR="001E6B6B" w:rsidRPr="00C563D2" w:rsidRDefault="001E6B6B" w:rsidP="006B3BD2">
            <w:pPr>
              <w:pStyle w:val="TAC"/>
              <w:rPr>
                <w:lang w:val="sv-FI" w:eastAsia="fi-FI"/>
              </w:rPr>
            </w:pPr>
            <w:r w:rsidRPr="008E650F">
              <w:rPr>
                <w:lang w:val="sv-SE" w:eastAsia="fi-FI"/>
              </w:rPr>
              <w:t>DC_</w:t>
            </w:r>
            <w:r w:rsidRPr="008E650F">
              <w:rPr>
                <w:lang w:val="sv-SE" w:eastAsia="ja-JP"/>
              </w:rPr>
              <w:t>42</w:t>
            </w:r>
            <w:r w:rsidRPr="008E650F">
              <w:rPr>
                <w:lang w:val="sv-SE" w:eastAsia="fi-FI"/>
              </w:rPr>
              <w:t>C_</w:t>
            </w:r>
            <w:r w:rsidRPr="008E650F">
              <w:rPr>
                <w:lang w:val="sv-SE" w:eastAsia="ja-JP"/>
              </w:rPr>
              <w:t>n257</w:t>
            </w:r>
            <w:r w:rsidRPr="008E650F">
              <w:rPr>
                <w:lang w:val="sv-SE" w:eastAsia="fi-FI"/>
              </w:rPr>
              <w:t>I</w:t>
            </w:r>
          </w:p>
        </w:tc>
      </w:tr>
      <w:tr w:rsidR="001E6B6B" w:rsidRPr="001F078B" w14:paraId="39A68F48" w14:textId="77777777" w:rsidTr="006B3BD2">
        <w:trPr>
          <w:trHeight w:val="187"/>
          <w:jc w:val="center"/>
        </w:trPr>
        <w:tc>
          <w:tcPr>
            <w:tcW w:w="9629" w:type="dxa"/>
            <w:gridSpan w:val="2"/>
            <w:shd w:val="clear" w:color="auto" w:fill="auto"/>
            <w:noWrap/>
            <w:tcMar>
              <w:top w:w="28" w:type="dxa"/>
              <w:left w:w="28" w:type="dxa"/>
              <w:bottom w:w="28" w:type="dxa"/>
              <w:right w:w="28" w:type="dxa"/>
            </w:tcMar>
            <w:vAlign w:val="center"/>
          </w:tcPr>
          <w:p w14:paraId="168AC592" w14:textId="77777777" w:rsidR="001E6B6B" w:rsidRPr="001F078B" w:rsidRDefault="001E6B6B" w:rsidP="001E6B6B">
            <w:pPr>
              <w:pStyle w:val="TAN"/>
              <w:rPr>
                <w:lang w:eastAsia="zh-CN"/>
              </w:rPr>
            </w:pPr>
            <w:r w:rsidRPr="001F078B">
              <w:t>NOTE 1:</w:t>
            </w:r>
            <w:r w:rsidRPr="001F078B">
              <w:tab/>
              <w:t xml:space="preserve">Uplink </w:t>
            </w:r>
            <w:r>
              <w:t>EN-DC</w:t>
            </w:r>
            <w:r w:rsidRPr="001F078B">
              <w:t xml:space="preserve"> configurations are the configurations supported by the present release of specifications.</w:t>
            </w:r>
          </w:p>
          <w:p w14:paraId="64CA22D1" w14:textId="2A7D747C" w:rsidR="001E6B6B" w:rsidRPr="001F078B" w:rsidRDefault="001E6B6B" w:rsidP="001E6B6B">
            <w:pPr>
              <w:pStyle w:val="TAN"/>
              <w:rPr>
                <w:lang w:val="en-US" w:eastAsia="zh-CN"/>
              </w:rPr>
            </w:pPr>
            <w:r w:rsidRPr="001F078B">
              <w:t xml:space="preserve">NOTE </w:t>
            </w:r>
            <w:r w:rsidRPr="001F078B">
              <w:rPr>
                <w:rFonts w:hint="eastAsia"/>
                <w:lang w:eastAsia="zh-CN"/>
              </w:rPr>
              <w:t>2</w:t>
            </w:r>
            <w:r w:rsidRPr="001F078B">
              <w:t>:</w:t>
            </w:r>
            <w:r w:rsidRPr="001F078B">
              <w:tab/>
              <w:t>Applicable for UE supporting inter-band EN-DC with mandatory simultaneous Rx/Tx capability</w:t>
            </w:r>
            <w:r w:rsidR="00941393">
              <w:rPr>
                <w:rFonts w:hint="eastAsia"/>
                <w:lang w:eastAsia="zh-TW"/>
              </w:rPr>
              <w:t xml:space="preserve"> </w:t>
            </w:r>
            <w:r w:rsidR="00941393">
              <w:rPr>
                <w:rStyle w:val="TALChar"/>
              </w:rPr>
              <w:t>for all of the above combinations</w:t>
            </w:r>
            <w:r w:rsidR="00941393">
              <w:rPr>
                <w:rStyle w:val="TALChar"/>
                <w:rFonts w:hint="eastAsia"/>
                <w:lang w:eastAsia="zh-TW"/>
              </w:rPr>
              <w:t>.</w:t>
            </w:r>
          </w:p>
        </w:tc>
      </w:tr>
    </w:tbl>
    <w:p w14:paraId="178FEB4F" w14:textId="101945A7" w:rsidR="001310A1" w:rsidRPr="00E062F1" w:rsidRDefault="001310A1" w:rsidP="001310A1"/>
    <w:p w14:paraId="0742F34B" w14:textId="5C2E9DAF" w:rsidR="001310A1" w:rsidRPr="00E062F1" w:rsidRDefault="001310A1" w:rsidP="001310A1">
      <w:pPr>
        <w:pStyle w:val="Heading4"/>
      </w:pPr>
      <w:bookmarkStart w:id="1394" w:name="_Toc21351533"/>
      <w:bookmarkStart w:id="1395" w:name="_Toc29807115"/>
      <w:bookmarkStart w:id="1396" w:name="_Toc36648829"/>
      <w:bookmarkStart w:id="1397" w:name="_Toc36651554"/>
      <w:bookmarkStart w:id="1398" w:name="_Toc37256488"/>
      <w:bookmarkStart w:id="1399" w:name="_Toc37256829"/>
      <w:bookmarkStart w:id="1400" w:name="_Toc45890526"/>
      <w:bookmarkStart w:id="1401" w:name="_Toc45891750"/>
      <w:bookmarkStart w:id="1402" w:name="_Toc45892160"/>
      <w:bookmarkStart w:id="1403" w:name="_Toc45892570"/>
      <w:bookmarkStart w:id="1404" w:name="_Toc52352983"/>
      <w:bookmarkStart w:id="1405" w:name="_Toc53174806"/>
      <w:bookmarkStart w:id="1406" w:name="_Toc61375955"/>
      <w:bookmarkStart w:id="1407" w:name="_Toc61376367"/>
      <w:bookmarkStart w:id="1408" w:name="_Toc67938640"/>
      <w:bookmarkStart w:id="1409" w:name="_Toc76454242"/>
      <w:bookmarkStart w:id="1410" w:name="_Toc76719662"/>
      <w:bookmarkStart w:id="1411" w:name="_Toc76720182"/>
      <w:bookmarkStart w:id="1412" w:name="_Toc83742879"/>
      <w:bookmarkStart w:id="1413" w:name="_Toc83887254"/>
      <w:bookmarkStart w:id="1414" w:name="_Toc83888055"/>
      <w:bookmarkStart w:id="1415" w:name="_Toc90588709"/>
      <w:r w:rsidRPr="00E062F1">
        <w:lastRenderedPageBreak/>
        <w:t>5.5B.5.4</w:t>
      </w:r>
      <w:r w:rsidRPr="00E062F1">
        <w:tab/>
        <w:t xml:space="preserve">Inter-band EN-DC configurations </w:t>
      </w:r>
      <w:r w:rsidR="0042691E" w:rsidRPr="00E062F1">
        <w:t xml:space="preserve">including FR2 </w:t>
      </w:r>
      <w:r w:rsidRPr="00E062F1">
        <w:t>(five bands)</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p>
    <w:p w14:paraId="2E7C4390" w14:textId="2243BA6D" w:rsidR="001310A1" w:rsidRPr="00E062F1" w:rsidRDefault="001310A1" w:rsidP="001310A1">
      <w:pPr>
        <w:pStyle w:val="TH"/>
      </w:pPr>
      <w:r w:rsidRPr="00E062F1">
        <w:t xml:space="preserve">Table 5.5B.5.4-1: Inter-band EN-DC configurations </w:t>
      </w:r>
      <w:r w:rsidR="0042691E" w:rsidRPr="00E062F1">
        <w:t xml:space="preserve">including FR2 </w:t>
      </w:r>
      <w:r w:rsidRPr="00E062F1">
        <w:t>(five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8"/>
        <w:gridCol w:w="4533"/>
      </w:tblGrid>
      <w:tr w:rsidR="001F078B" w:rsidRPr="00E062F1" w14:paraId="4DD2B035" w14:textId="77777777" w:rsidTr="006B3BD2">
        <w:trPr>
          <w:trHeight w:val="187"/>
          <w:tblHeader/>
          <w:jc w:val="center"/>
        </w:trPr>
        <w:tc>
          <w:tcPr>
            <w:tcW w:w="5098" w:type="dxa"/>
            <w:shd w:val="clear" w:color="auto" w:fill="auto"/>
            <w:tcMar>
              <w:top w:w="28" w:type="dxa"/>
              <w:left w:w="28" w:type="dxa"/>
              <w:bottom w:w="28" w:type="dxa"/>
              <w:right w:w="28" w:type="dxa"/>
            </w:tcMar>
            <w:hideMark/>
          </w:tcPr>
          <w:p w14:paraId="76284341" w14:textId="77777777" w:rsidR="00F87FDA" w:rsidRPr="00E062F1" w:rsidRDefault="00F87FDA" w:rsidP="006B3BD2">
            <w:pPr>
              <w:pStyle w:val="TAH"/>
              <w:rPr>
                <w:lang w:eastAsia="fi-FI"/>
              </w:rPr>
            </w:pPr>
            <w:r w:rsidRPr="00E062F1">
              <w:rPr>
                <w:lang w:eastAsia="fi-FI"/>
              </w:rPr>
              <w:lastRenderedPageBreak/>
              <w:t>EN-DC</w:t>
            </w:r>
            <w:r w:rsidRPr="00E062F1">
              <w:rPr>
                <w:lang w:eastAsia="zh-CN"/>
              </w:rPr>
              <w:t xml:space="preserve"> </w:t>
            </w:r>
            <w:r w:rsidRPr="00E062F1">
              <w:rPr>
                <w:lang w:eastAsia="fi-FI"/>
              </w:rPr>
              <w:t>configuration</w:t>
            </w:r>
          </w:p>
        </w:tc>
        <w:tc>
          <w:tcPr>
            <w:tcW w:w="4533" w:type="dxa"/>
            <w:tcMar>
              <w:top w:w="28" w:type="dxa"/>
              <w:left w:w="28" w:type="dxa"/>
              <w:bottom w:w="28" w:type="dxa"/>
              <w:right w:w="28" w:type="dxa"/>
            </w:tcMar>
          </w:tcPr>
          <w:p w14:paraId="01A90FE0" w14:textId="77777777" w:rsidR="00F87FDA" w:rsidRPr="00E062F1" w:rsidDel="00C35823" w:rsidRDefault="00F87FDA" w:rsidP="006B3BD2">
            <w:pPr>
              <w:pStyle w:val="TAH"/>
              <w:rPr>
                <w:lang w:eastAsia="fi-FI"/>
              </w:rPr>
            </w:pPr>
            <w:r w:rsidRPr="00E062F1">
              <w:rPr>
                <w:lang w:eastAsia="fi-FI"/>
              </w:rPr>
              <w:t>Uplink EN-DC</w:t>
            </w:r>
            <w:r w:rsidRPr="00E062F1">
              <w:rPr>
                <w:lang w:eastAsia="zh-CN"/>
              </w:rPr>
              <w:t xml:space="preserve"> </w:t>
            </w:r>
            <w:r w:rsidRPr="00E062F1">
              <w:rPr>
                <w:lang w:eastAsia="fi-FI"/>
              </w:rPr>
              <w:t>configuration</w:t>
            </w:r>
            <w:r w:rsidRPr="00E062F1">
              <w:rPr>
                <w:lang w:eastAsia="zh-CN"/>
              </w:rPr>
              <w:t xml:space="preserve"> </w:t>
            </w:r>
            <w:r w:rsidRPr="00E062F1">
              <w:rPr>
                <w:lang w:eastAsia="fi-FI"/>
              </w:rPr>
              <w:t>(NOTE 1)</w:t>
            </w:r>
          </w:p>
        </w:tc>
      </w:tr>
      <w:tr w:rsidR="001F078B" w:rsidRPr="00E062F1" w14:paraId="173AD27E" w14:textId="77777777" w:rsidTr="006B3BD2">
        <w:trPr>
          <w:trHeight w:val="187"/>
          <w:jc w:val="center"/>
        </w:trPr>
        <w:tc>
          <w:tcPr>
            <w:tcW w:w="5098" w:type="dxa"/>
            <w:shd w:val="clear" w:color="auto" w:fill="auto"/>
            <w:noWrap/>
            <w:tcMar>
              <w:top w:w="28" w:type="dxa"/>
              <w:left w:w="28" w:type="dxa"/>
              <w:bottom w:w="28" w:type="dxa"/>
              <w:right w:w="28" w:type="dxa"/>
            </w:tcMar>
          </w:tcPr>
          <w:p w14:paraId="161DCDDF" w14:textId="2F80BE4C" w:rsidR="007C5210" w:rsidRPr="00E062F1" w:rsidRDefault="003A4E40" w:rsidP="006B3BD2">
            <w:pPr>
              <w:pStyle w:val="TAC"/>
            </w:pPr>
            <w:r w:rsidRPr="00E062F1">
              <w:t>DC_1A-3A-5A-7A_n257A</w:t>
            </w:r>
          </w:p>
          <w:p w14:paraId="7D99A05D" w14:textId="39ABFD36" w:rsidR="001E7BAC" w:rsidRPr="00E062F1" w:rsidRDefault="001E7BAC" w:rsidP="006B3BD2">
            <w:pPr>
              <w:pStyle w:val="TAC"/>
              <w:rPr>
                <w:rFonts w:eastAsia="Malgun Gothic"/>
                <w:lang w:eastAsia="ko-KR"/>
              </w:rPr>
            </w:pPr>
            <w:r w:rsidRPr="00E062F1">
              <w:t>DC_1A-3A-5A-7A_n257</w:t>
            </w:r>
            <w:r w:rsidRPr="00E062F1">
              <w:rPr>
                <w:rFonts w:eastAsia="Malgun Gothic"/>
                <w:lang w:eastAsia="ko-KR"/>
              </w:rPr>
              <w:t>D</w:t>
            </w:r>
          </w:p>
          <w:p w14:paraId="09AA184F" w14:textId="77777777" w:rsidR="001E7BAC" w:rsidRPr="00E062F1" w:rsidRDefault="001E7BAC" w:rsidP="006B3BD2">
            <w:pPr>
              <w:pStyle w:val="TAC"/>
              <w:rPr>
                <w:rFonts w:eastAsia="Malgun Gothic"/>
                <w:lang w:eastAsia="ko-KR"/>
              </w:rPr>
            </w:pPr>
            <w:r w:rsidRPr="00E062F1">
              <w:t>DC_1A-3A-5A-7A_n257</w:t>
            </w:r>
            <w:r w:rsidRPr="00E062F1">
              <w:rPr>
                <w:rFonts w:eastAsia="Malgun Gothic"/>
                <w:lang w:eastAsia="ko-KR"/>
              </w:rPr>
              <w:t>E</w:t>
            </w:r>
          </w:p>
          <w:p w14:paraId="5D734060" w14:textId="77777777" w:rsidR="001E7BAC" w:rsidRPr="00E062F1" w:rsidRDefault="001E7BAC" w:rsidP="006B3BD2">
            <w:pPr>
              <w:pStyle w:val="TAC"/>
              <w:rPr>
                <w:rFonts w:eastAsia="Malgun Gothic"/>
                <w:lang w:eastAsia="ko-KR"/>
              </w:rPr>
            </w:pPr>
            <w:r w:rsidRPr="00E062F1">
              <w:t>DC_1A-3A-5A-7A_n257F</w:t>
            </w:r>
          </w:p>
          <w:p w14:paraId="29798D20" w14:textId="77777777" w:rsidR="001E7BAC" w:rsidRPr="00E062F1" w:rsidRDefault="001E7BAC" w:rsidP="006B3BD2">
            <w:pPr>
              <w:pStyle w:val="TAC"/>
              <w:rPr>
                <w:rFonts w:eastAsia="Malgun Gothic"/>
                <w:lang w:eastAsia="ko-KR"/>
              </w:rPr>
            </w:pPr>
            <w:r w:rsidRPr="00E062F1">
              <w:t>DC_1A-3A-5A-7A_n257</w:t>
            </w:r>
            <w:r w:rsidRPr="00E062F1">
              <w:rPr>
                <w:rFonts w:eastAsia="Malgun Gothic"/>
                <w:lang w:eastAsia="ko-KR"/>
              </w:rPr>
              <w:t>G</w:t>
            </w:r>
          </w:p>
          <w:p w14:paraId="3727CDD5" w14:textId="77777777" w:rsidR="001E7BAC" w:rsidRPr="00E062F1" w:rsidRDefault="001E7BAC" w:rsidP="006B3BD2">
            <w:pPr>
              <w:pStyle w:val="TAC"/>
              <w:rPr>
                <w:rFonts w:eastAsia="Malgun Gothic"/>
                <w:lang w:eastAsia="ko-KR"/>
              </w:rPr>
            </w:pPr>
            <w:r w:rsidRPr="00E062F1">
              <w:t>DC_1A-3A-5A-7A_n257</w:t>
            </w:r>
            <w:r w:rsidRPr="00E062F1">
              <w:rPr>
                <w:rFonts w:eastAsia="Malgun Gothic"/>
                <w:lang w:eastAsia="ko-KR"/>
              </w:rPr>
              <w:t>H</w:t>
            </w:r>
          </w:p>
          <w:p w14:paraId="0D10299E" w14:textId="77777777" w:rsidR="001E7BAC" w:rsidRPr="00E062F1" w:rsidRDefault="001E7BAC" w:rsidP="006B3BD2">
            <w:pPr>
              <w:pStyle w:val="TAC"/>
              <w:rPr>
                <w:rFonts w:eastAsia="Malgun Gothic"/>
                <w:lang w:eastAsia="ko-KR"/>
              </w:rPr>
            </w:pPr>
            <w:r w:rsidRPr="00E062F1">
              <w:t>DC_1A-3A-5A-7A_n257</w:t>
            </w:r>
            <w:r w:rsidRPr="00E062F1">
              <w:rPr>
                <w:rFonts w:eastAsia="Malgun Gothic"/>
                <w:lang w:eastAsia="ko-KR"/>
              </w:rPr>
              <w:t>I</w:t>
            </w:r>
          </w:p>
          <w:p w14:paraId="40193F95" w14:textId="77777777" w:rsidR="001E7BAC" w:rsidRPr="00E062F1" w:rsidRDefault="001E7BAC" w:rsidP="006B3BD2">
            <w:pPr>
              <w:pStyle w:val="TAC"/>
              <w:rPr>
                <w:rFonts w:eastAsia="Malgun Gothic"/>
                <w:lang w:eastAsia="ko-KR"/>
              </w:rPr>
            </w:pPr>
            <w:r w:rsidRPr="00E062F1">
              <w:t>DC_1A-3A-5A-7A_n257</w:t>
            </w:r>
            <w:r w:rsidRPr="00E062F1">
              <w:rPr>
                <w:rFonts w:eastAsia="Malgun Gothic"/>
                <w:lang w:eastAsia="ko-KR"/>
              </w:rPr>
              <w:t>J</w:t>
            </w:r>
          </w:p>
          <w:p w14:paraId="23A8FEEA" w14:textId="77777777" w:rsidR="001E7BAC" w:rsidRPr="00E062F1" w:rsidRDefault="001E7BAC" w:rsidP="006B3BD2">
            <w:pPr>
              <w:pStyle w:val="TAC"/>
              <w:rPr>
                <w:rFonts w:eastAsia="Malgun Gothic"/>
                <w:lang w:eastAsia="ko-KR"/>
              </w:rPr>
            </w:pPr>
            <w:r w:rsidRPr="00E062F1">
              <w:t>DC_1A-3A-5A-7A_n257</w:t>
            </w:r>
            <w:r w:rsidRPr="00E062F1">
              <w:rPr>
                <w:rFonts w:eastAsia="Malgun Gothic"/>
                <w:lang w:eastAsia="ko-KR"/>
              </w:rPr>
              <w:t>K</w:t>
            </w:r>
          </w:p>
          <w:p w14:paraId="25480AEF" w14:textId="77777777" w:rsidR="001E7BAC" w:rsidRPr="00E062F1" w:rsidRDefault="001E7BAC" w:rsidP="006B3BD2">
            <w:pPr>
              <w:pStyle w:val="TAC"/>
              <w:rPr>
                <w:rFonts w:eastAsia="Malgun Gothic"/>
                <w:lang w:eastAsia="ko-KR"/>
              </w:rPr>
            </w:pPr>
            <w:r w:rsidRPr="00E062F1">
              <w:t>DC_1A-3A-5A-7A_n257</w:t>
            </w:r>
            <w:r w:rsidRPr="00E062F1">
              <w:rPr>
                <w:rFonts w:eastAsia="Malgun Gothic"/>
                <w:lang w:eastAsia="ko-KR"/>
              </w:rPr>
              <w:t>L</w:t>
            </w:r>
          </w:p>
          <w:p w14:paraId="619FF979" w14:textId="1BF52F5C" w:rsidR="001E7BAC" w:rsidRPr="00E062F1" w:rsidRDefault="001E7BAC" w:rsidP="006B3BD2">
            <w:pPr>
              <w:pStyle w:val="TAC"/>
              <w:rPr>
                <w:lang w:eastAsia="fi-FI"/>
              </w:rPr>
            </w:pPr>
            <w:r w:rsidRPr="00E062F1">
              <w:t>DC_1A-3A-5A-7A_n257M</w:t>
            </w:r>
          </w:p>
        </w:tc>
        <w:tc>
          <w:tcPr>
            <w:tcW w:w="4533" w:type="dxa"/>
            <w:tcMar>
              <w:top w:w="28" w:type="dxa"/>
              <w:left w:w="28" w:type="dxa"/>
              <w:bottom w:w="28" w:type="dxa"/>
              <w:right w:w="28" w:type="dxa"/>
            </w:tcMar>
          </w:tcPr>
          <w:p w14:paraId="1F4CCF94" w14:textId="77777777" w:rsidR="001E7BAC" w:rsidRPr="00E062F1" w:rsidRDefault="001E7BAC" w:rsidP="006B3BD2">
            <w:pPr>
              <w:pStyle w:val="TAC"/>
            </w:pPr>
            <w:r w:rsidRPr="00E062F1">
              <w:t>DC_</w:t>
            </w:r>
            <w:r w:rsidRPr="00E062F1">
              <w:rPr>
                <w:rFonts w:eastAsia="Malgun Gothic"/>
              </w:rPr>
              <w:t>1A_</w:t>
            </w:r>
            <w:r w:rsidRPr="00E062F1">
              <w:t>n25</w:t>
            </w:r>
            <w:r w:rsidRPr="00E062F1">
              <w:rPr>
                <w:rFonts w:eastAsia="Malgun Gothic"/>
              </w:rPr>
              <w:t>7</w:t>
            </w:r>
            <w:r w:rsidRPr="00E062F1">
              <w:t>A</w:t>
            </w:r>
          </w:p>
          <w:p w14:paraId="60C4313D" w14:textId="77777777" w:rsidR="001E7BAC" w:rsidRPr="00E062F1" w:rsidRDefault="001E7BAC" w:rsidP="006B3BD2">
            <w:pPr>
              <w:pStyle w:val="TAC"/>
            </w:pPr>
            <w:r w:rsidRPr="00E062F1">
              <w:t>DC_</w:t>
            </w:r>
            <w:r w:rsidRPr="00E062F1">
              <w:rPr>
                <w:rFonts w:eastAsia="Malgun Gothic"/>
              </w:rPr>
              <w:t>3A_</w:t>
            </w:r>
            <w:r w:rsidRPr="00E062F1">
              <w:t>n25</w:t>
            </w:r>
            <w:r w:rsidRPr="00E062F1">
              <w:rPr>
                <w:rFonts w:eastAsia="Malgun Gothic"/>
              </w:rPr>
              <w:t>7</w:t>
            </w:r>
            <w:r w:rsidRPr="00E062F1">
              <w:t>A</w:t>
            </w:r>
          </w:p>
          <w:p w14:paraId="61A1CE25" w14:textId="77777777" w:rsidR="001E7BAC" w:rsidRPr="00E062F1" w:rsidRDefault="001E7BAC" w:rsidP="006B3BD2">
            <w:pPr>
              <w:pStyle w:val="TAC"/>
            </w:pPr>
            <w:r w:rsidRPr="00E062F1">
              <w:t>DC_</w:t>
            </w:r>
            <w:r w:rsidRPr="00E062F1">
              <w:rPr>
                <w:rFonts w:eastAsia="Malgun Gothic"/>
              </w:rPr>
              <w:t>5</w:t>
            </w:r>
            <w:r w:rsidRPr="00E062F1">
              <w:t>A</w:t>
            </w:r>
            <w:r w:rsidRPr="00E062F1">
              <w:rPr>
                <w:rFonts w:eastAsia="Malgun Gothic"/>
              </w:rPr>
              <w:t>_</w:t>
            </w:r>
            <w:r w:rsidRPr="00E062F1">
              <w:t>n25</w:t>
            </w:r>
            <w:r w:rsidRPr="00E062F1">
              <w:rPr>
                <w:rFonts w:eastAsia="Malgun Gothic"/>
              </w:rPr>
              <w:t>7</w:t>
            </w:r>
            <w:r w:rsidRPr="00E062F1">
              <w:t>A</w:t>
            </w:r>
          </w:p>
          <w:p w14:paraId="5132718B" w14:textId="176E4B3E" w:rsidR="001E7BAC" w:rsidRPr="00E062F1" w:rsidRDefault="001E7BAC" w:rsidP="006B3BD2">
            <w:pPr>
              <w:pStyle w:val="TAC"/>
              <w:rPr>
                <w:lang w:eastAsia="fi-FI"/>
              </w:rPr>
            </w:pPr>
            <w:r w:rsidRPr="00E062F1">
              <w:t>DC_</w:t>
            </w:r>
            <w:r w:rsidRPr="00E062F1">
              <w:rPr>
                <w:rFonts w:eastAsia="Malgun Gothic"/>
              </w:rPr>
              <w:t>7A</w:t>
            </w:r>
            <w:r w:rsidRPr="00E062F1">
              <w:t>_n25</w:t>
            </w:r>
            <w:r w:rsidRPr="00E062F1">
              <w:rPr>
                <w:rFonts w:eastAsia="Malgun Gothic"/>
              </w:rPr>
              <w:t>7</w:t>
            </w:r>
            <w:r w:rsidRPr="00E062F1">
              <w:t>A</w:t>
            </w:r>
          </w:p>
        </w:tc>
      </w:tr>
      <w:tr w:rsidR="001F078B" w:rsidRPr="00E062F1" w14:paraId="45A004B6" w14:textId="77777777" w:rsidTr="006B3BD2">
        <w:trPr>
          <w:trHeight w:val="187"/>
          <w:jc w:val="center"/>
        </w:trPr>
        <w:tc>
          <w:tcPr>
            <w:tcW w:w="5098" w:type="dxa"/>
            <w:shd w:val="clear" w:color="auto" w:fill="auto"/>
            <w:noWrap/>
            <w:tcMar>
              <w:top w:w="28" w:type="dxa"/>
              <w:left w:w="28" w:type="dxa"/>
              <w:bottom w:w="28" w:type="dxa"/>
              <w:right w:w="28" w:type="dxa"/>
            </w:tcMar>
          </w:tcPr>
          <w:p w14:paraId="10627F1D" w14:textId="77777777" w:rsidR="007C6F81" w:rsidRPr="00E062F1" w:rsidRDefault="007C6F81" w:rsidP="006B3BD2">
            <w:pPr>
              <w:pStyle w:val="TAC"/>
            </w:pPr>
            <w:r w:rsidRPr="00E062F1">
              <w:t>DC_1A-3A-5A-7A</w:t>
            </w:r>
            <w:r w:rsidRPr="00E062F1">
              <w:rPr>
                <w:lang w:eastAsia="zh-CN"/>
              </w:rPr>
              <w:t>-7A</w:t>
            </w:r>
            <w:r w:rsidRPr="00E062F1">
              <w:t>_n257A</w:t>
            </w:r>
            <w:r w:rsidRPr="00E062F1">
              <w:rPr>
                <w:vertAlign w:val="superscript"/>
                <w:lang w:eastAsia="zh-CN"/>
              </w:rPr>
              <w:t>2</w:t>
            </w:r>
          </w:p>
          <w:p w14:paraId="2DB33887" w14:textId="77777777" w:rsidR="007C6F81" w:rsidRPr="00E062F1" w:rsidRDefault="007C6F81" w:rsidP="006B3BD2">
            <w:pPr>
              <w:pStyle w:val="TAC"/>
              <w:rPr>
                <w:rFonts w:eastAsia="Malgun Gothic"/>
                <w:lang w:eastAsia="ko-KR"/>
              </w:rPr>
            </w:pPr>
            <w:r w:rsidRPr="00E062F1">
              <w:t>DC_1A-3A-5A-7A-7A_n257</w:t>
            </w:r>
            <w:r w:rsidRPr="00E062F1">
              <w:rPr>
                <w:rFonts w:eastAsia="Malgun Gothic"/>
                <w:lang w:eastAsia="ko-KR"/>
              </w:rPr>
              <w:t>D</w:t>
            </w:r>
          </w:p>
          <w:p w14:paraId="4F8C6756" w14:textId="77777777" w:rsidR="007C6F81" w:rsidRPr="00E062F1" w:rsidRDefault="007C6F81" w:rsidP="006B3BD2">
            <w:pPr>
              <w:pStyle w:val="TAC"/>
              <w:rPr>
                <w:rFonts w:eastAsia="Malgun Gothic"/>
                <w:lang w:eastAsia="ko-KR"/>
              </w:rPr>
            </w:pPr>
            <w:r w:rsidRPr="00E062F1">
              <w:t>DC_1A-3A-5A-7A-7A_n257</w:t>
            </w:r>
            <w:r w:rsidRPr="00E062F1">
              <w:rPr>
                <w:rFonts w:eastAsia="Malgun Gothic"/>
                <w:lang w:eastAsia="ko-KR"/>
              </w:rPr>
              <w:t>E</w:t>
            </w:r>
          </w:p>
          <w:p w14:paraId="58653558" w14:textId="77777777" w:rsidR="007C6F81" w:rsidRPr="00E062F1" w:rsidRDefault="007C6F81" w:rsidP="006B3BD2">
            <w:pPr>
              <w:pStyle w:val="TAC"/>
              <w:rPr>
                <w:rFonts w:eastAsia="Malgun Gothic"/>
                <w:lang w:eastAsia="ko-KR"/>
              </w:rPr>
            </w:pPr>
            <w:r w:rsidRPr="00E062F1">
              <w:t>DC_1A-3A-5A-7A-7A_n257F</w:t>
            </w:r>
          </w:p>
          <w:p w14:paraId="3DBC4869" w14:textId="77777777" w:rsidR="007C6F81" w:rsidRPr="00E062F1" w:rsidRDefault="007C6F81" w:rsidP="006B3BD2">
            <w:pPr>
              <w:pStyle w:val="TAC"/>
              <w:rPr>
                <w:rFonts w:eastAsia="Malgun Gothic"/>
                <w:lang w:eastAsia="ko-KR"/>
              </w:rPr>
            </w:pPr>
            <w:r w:rsidRPr="00E062F1">
              <w:t>DC_1A-3A-5A-7A-7A_n257</w:t>
            </w:r>
            <w:r w:rsidRPr="00E062F1">
              <w:rPr>
                <w:rFonts w:eastAsia="Malgun Gothic"/>
                <w:lang w:eastAsia="ko-KR"/>
              </w:rPr>
              <w:t>G</w:t>
            </w:r>
          </w:p>
          <w:p w14:paraId="7B32BD02" w14:textId="77777777" w:rsidR="007C6F81" w:rsidRPr="00E062F1" w:rsidRDefault="007C6F81" w:rsidP="006B3BD2">
            <w:pPr>
              <w:pStyle w:val="TAC"/>
              <w:rPr>
                <w:rFonts w:eastAsia="Malgun Gothic"/>
                <w:lang w:eastAsia="ko-KR"/>
              </w:rPr>
            </w:pPr>
            <w:r w:rsidRPr="00E062F1">
              <w:t>DC_1A-3A-5A-7A-7A_n257</w:t>
            </w:r>
            <w:r w:rsidRPr="00E062F1">
              <w:rPr>
                <w:rFonts w:eastAsia="Malgun Gothic"/>
                <w:lang w:eastAsia="ko-KR"/>
              </w:rPr>
              <w:t>H</w:t>
            </w:r>
          </w:p>
          <w:p w14:paraId="6489DFE6" w14:textId="77777777" w:rsidR="007C6F81" w:rsidRPr="00E062F1" w:rsidRDefault="007C6F81" w:rsidP="006B3BD2">
            <w:pPr>
              <w:pStyle w:val="TAC"/>
              <w:rPr>
                <w:rFonts w:eastAsia="Malgun Gothic"/>
                <w:lang w:eastAsia="ko-KR"/>
              </w:rPr>
            </w:pPr>
            <w:r w:rsidRPr="00E062F1">
              <w:t>DC_1A-3A-5A-7A-7A_n257</w:t>
            </w:r>
            <w:r w:rsidRPr="00E062F1">
              <w:rPr>
                <w:rFonts w:eastAsia="Malgun Gothic"/>
                <w:lang w:eastAsia="ko-KR"/>
              </w:rPr>
              <w:t>I</w:t>
            </w:r>
          </w:p>
          <w:p w14:paraId="185F633B" w14:textId="77777777" w:rsidR="007C6F81" w:rsidRPr="00E062F1" w:rsidRDefault="007C6F81" w:rsidP="006B3BD2">
            <w:pPr>
              <w:pStyle w:val="TAC"/>
              <w:rPr>
                <w:rFonts w:eastAsia="Malgun Gothic"/>
                <w:lang w:eastAsia="ko-KR"/>
              </w:rPr>
            </w:pPr>
            <w:r w:rsidRPr="00E062F1">
              <w:t>DC_1A-3A-5A-7A-7A_n257</w:t>
            </w:r>
            <w:r w:rsidRPr="00E062F1">
              <w:rPr>
                <w:rFonts w:eastAsia="Malgun Gothic"/>
                <w:lang w:eastAsia="ko-KR"/>
              </w:rPr>
              <w:t>J</w:t>
            </w:r>
          </w:p>
          <w:p w14:paraId="1E6E9EC2" w14:textId="77777777" w:rsidR="007C6F81" w:rsidRPr="00E062F1" w:rsidRDefault="007C6F81" w:rsidP="006B3BD2">
            <w:pPr>
              <w:pStyle w:val="TAC"/>
              <w:rPr>
                <w:rFonts w:eastAsia="Malgun Gothic"/>
                <w:lang w:eastAsia="ko-KR"/>
              </w:rPr>
            </w:pPr>
            <w:r w:rsidRPr="00E062F1">
              <w:t>DC_1A-3A-5A-7A-7A_n257</w:t>
            </w:r>
            <w:r w:rsidRPr="00E062F1">
              <w:rPr>
                <w:rFonts w:eastAsia="Malgun Gothic"/>
                <w:lang w:eastAsia="ko-KR"/>
              </w:rPr>
              <w:t>K</w:t>
            </w:r>
          </w:p>
          <w:p w14:paraId="14CD4787" w14:textId="77777777" w:rsidR="007C6F81" w:rsidRPr="00E062F1" w:rsidRDefault="007C6F81" w:rsidP="006B3BD2">
            <w:pPr>
              <w:pStyle w:val="TAC"/>
              <w:rPr>
                <w:rFonts w:eastAsia="Malgun Gothic"/>
                <w:lang w:eastAsia="ko-KR"/>
              </w:rPr>
            </w:pPr>
            <w:r w:rsidRPr="00E062F1">
              <w:t>DC_1A-3A-5A-7A-7A_n257</w:t>
            </w:r>
            <w:r w:rsidRPr="00E062F1">
              <w:rPr>
                <w:rFonts w:eastAsia="Malgun Gothic"/>
                <w:lang w:eastAsia="ko-KR"/>
              </w:rPr>
              <w:t>L</w:t>
            </w:r>
          </w:p>
          <w:p w14:paraId="196F5F96" w14:textId="223DD1B9" w:rsidR="007C6F81" w:rsidRPr="00E062F1" w:rsidRDefault="007C6F81" w:rsidP="006B3BD2">
            <w:pPr>
              <w:pStyle w:val="TAC"/>
            </w:pPr>
            <w:r w:rsidRPr="00E062F1">
              <w:t>DC_1A-3A-5A-7A-7A_n257M</w:t>
            </w:r>
          </w:p>
        </w:tc>
        <w:tc>
          <w:tcPr>
            <w:tcW w:w="4533" w:type="dxa"/>
            <w:tcMar>
              <w:top w:w="28" w:type="dxa"/>
              <w:left w:w="28" w:type="dxa"/>
              <w:bottom w:w="28" w:type="dxa"/>
              <w:right w:w="28" w:type="dxa"/>
            </w:tcMar>
          </w:tcPr>
          <w:p w14:paraId="38A36B37" w14:textId="77777777" w:rsidR="007C6F81" w:rsidRPr="00E062F1" w:rsidRDefault="007C6F81" w:rsidP="006B3BD2">
            <w:pPr>
              <w:pStyle w:val="TAC"/>
            </w:pPr>
            <w:r w:rsidRPr="00E062F1">
              <w:t>DC_</w:t>
            </w:r>
            <w:r w:rsidRPr="00E062F1">
              <w:rPr>
                <w:rFonts w:eastAsia="Malgun Gothic"/>
              </w:rPr>
              <w:t>1A_</w:t>
            </w:r>
            <w:r w:rsidRPr="00E062F1">
              <w:t>n25</w:t>
            </w:r>
            <w:r w:rsidRPr="00E062F1">
              <w:rPr>
                <w:rFonts w:eastAsia="Malgun Gothic"/>
              </w:rPr>
              <w:t>7</w:t>
            </w:r>
            <w:r w:rsidRPr="00E062F1">
              <w:t>A</w:t>
            </w:r>
          </w:p>
          <w:p w14:paraId="705501FB" w14:textId="77777777" w:rsidR="007C6F81" w:rsidRPr="00E062F1" w:rsidRDefault="007C6F81" w:rsidP="006B3BD2">
            <w:pPr>
              <w:pStyle w:val="TAC"/>
            </w:pPr>
            <w:r w:rsidRPr="00E062F1">
              <w:t>DC_</w:t>
            </w:r>
            <w:r w:rsidRPr="00E062F1">
              <w:rPr>
                <w:rFonts w:eastAsia="Malgun Gothic"/>
              </w:rPr>
              <w:t>3A_</w:t>
            </w:r>
            <w:r w:rsidRPr="00E062F1">
              <w:t>n25</w:t>
            </w:r>
            <w:r w:rsidRPr="00E062F1">
              <w:rPr>
                <w:rFonts w:eastAsia="Malgun Gothic"/>
              </w:rPr>
              <w:t>7</w:t>
            </w:r>
            <w:r w:rsidRPr="00E062F1">
              <w:t>A</w:t>
            </w:r>
          </w:p>
          <w:p w14:paraId="0839F4B2" w14:textId="77777777" w:rsidR="007C6F81" w:rsidRPr="00E062F1" w:rsidRDefault="007C6F81" w:rsidP="006B3BD2">
            <w:pPr>
              <w:pStyle w:val="TAC"/>
            </w:pPr>
            <w:r w:rsidRPr="00E062F1">
              <w:t>DC_</w:t>
            </w:r>
            <w:r w:rsidRPr="00E062F1">
              <w:rPr>
                <w:rFonts w:eastAsia="Malgun Gothic"/>
              </w:rPr>
              <w:t>5</w:t>
            </w:r>
            <w:r w:rsidRPr="00E062F1">
              <w:t>A</w:t>
            </w:r>
            <w:r w:rsidRPr="00E062F1">
              <w:rPr>
                <w:rFonts w:eastAsia="Malgun Gothic"/>
              </w:rPr>
              <w:t>_</w:t>
            </w:r>
            <w:r w:rsidRPr="00E062F1">
              <w:t>n25</w:t>
            </w:r>
            <w:r w:rsidRPr="00E062F1">
              <w:rPr>
                <w:rFonts w:eastAsia="Malgun Gothic"/>
              </w:rPr>
              <w:t>7</w:t>
            </w:r>
            <w:r w:rsidRPr="00E062F1">
              <w:t>A</w:t>
            </w:r>
          </w:p>
          <w:p w14:paraId="60B2C798" w14:textId="326D038B" w:rsidR="007C6F81" w:rsidRPr="00E062F1" w:rsidRDefault="007C6F81" w:rsidP="006B3BD2">
            <w:pPr>
              <w:pStyle w:val="TAC"/>
            </w:pPr>
            <w:r w:rsidRPr="00E062F1">
              <w:t>DC_</w:t>
            </w:r>
            <w:r w:rsidRPr="00E062F1">
              <w:rPr>
                <w:rFonts w:eastAsia="Malgun Gothic"/>
              </w:rPr>
              <w:t>7A</w:t>
            </w:r>
            <w:r w:rsidRPr="00E062F1">
              <w:t>_n25</w:t>
            </w:r>
            <w:r w:rsidRPr="00E062F1">
              <w:rPr>
                <w:rFonts w:eastAsia="Malgun Gothic"/>
              </w:rPr>
              <w:t>7</w:t>
            </w:r>
            <w:r w:rsidRPr="00E062F1">
              <w:t>A</w:t>
            </w:r>
          </w:p>
        </w:tc>
      </w:tr>
      <w:tr w:rsidR="001F078B" w:rsidRPr="002665C4" w14:paraId="192D8A2D" w14:textId="77777777" w:rsidTr="006B3BD2">
        <w:trPr>
          <w:trHeight w:val="187"/>
          <w:jc w:val="center"/>
        </w:trPr>
        <w:tc>
          <w:tcPr>
            <w:tcW w:w="5098" w:type="dxa"/>
            <w:shd w:val="clear" w:color="auto" w:fill="auto"/>
            <w:noWrap/>
            <w:tcMar>
              <w:top w:w="28" w:type="dxa"/>
              <w:left w:w="28" w:type="dxa"/>
              <w:bottom w:w="28" w:type="dxa"/>
              <w:right w:w="28" w:type="dxa"/>
            </w:tcMar>
          </w:tcPr>
          <w:p w14:paraId="5EE3A3B3" w14:textId="77777777" w:rsidR="007C6F81" w:rsidRPr="00E062F1" w:rsidRDefault="007C6F81" w:rsidP="006B3BD2">
            <w:pPr>
              <w:pStyle w:val="TAC"/>
            </w:pPr>
            <w:r w:rsidRPr="00E062F1">
              <w:t>DC_1A-3A-18A-42A_n257A</w:t>
            </w:r>
          </w:p>
          <w:p w14:paraId="5E0BF985" w14:textId="77777777" w:rsidR="007C6F81" w:rsidRPr="00E062F1" w:rsidRDefault="007C6F81" w:rsidP="006B3BD2">
            <w:pPr>
              <w:pStyle w:val="TAC"/>
              <w:rPr>
                <w:lang w:eastAsia="ja-JP"/>
              </w:rPr>
            </w:pPr>
            <w:r w:rsidRPr="00E062F1">
              <w:rPr>
                <w:lang w:eastAsia="ja-JP"/>
              </w:rPr>
              <w:t>DC_1A-3A-18A-42A_n257D</w:t>
            </w:r>
          </w:p>
          <w:p w14:paraId="0C7047F3" w14:textId="77777777" w:rsidR="007C6F81" w:rsidRPr="00E062F1" w:rsidRDefault="007C6F81" w:rsidP="006B3BD2">
            <w:pPr>
              <w:pStyle w:val="TAC"/>
            </w:pPr>
            <w:r w:rsidRPr="00E062F1">
              <w:rPr>
                <w:lang w:eastAsia="ja-JP"/>
              </w:rPr>
              <w:t>DC_1A-3A-18A-42A_n257E</w:t>
            </w:r>
          </w:p>
          <w:p w14:paraId="4A84E694" w14:textId="77777777" w:rsidR="007C6F81" w:rsidRPr="00E062F1" w:rsidRDefault="007C6F81" w:rsidP="006B3BD2">
            <w:pPr>
              <w:pStyle w:val="TAC"/>
            </w:pPr>
            <w:r w:rsidRPr="00E062F1">
              <w:t>DC_1A-3A-18A-42A_n257F</w:t>
            </w:r>
          </w:p>
          <w:p w14:paraId="678EA989" w14:textId="77777777" w:rsidR="007C6F81" w:rsidRPr="00E062F1" w:rsidRDefault="007C6F81" w:rsidP="006B3BD2">
            <w:pPr>
              <w:pStyle w:val="TAC"/>
              <w:rPr>
                <w:lang w:eastAsia="ja-JP"/>
              </w:rPr>
            </w:pPr>
            <w:r w:rsidRPr="00E062F1">
              <w:rPr>
                <w:lang w:eastAsia="ja-JP"/>
              </w:rPr>
              <w:t>DC_1A-3A-18A-42A_n257G</w:t>
            </w:r>
          </w:p>
          <w:p w14:paraId="670ACA94" w14:textId="77777777" w:rsidR="007C6F81" w:rsidRPr="00E062F1" w:rsidRDefault="007C6F81" w:rsidP="006B3BD2">
            <w:pPr>
              <w:pStyle w:val="TAC"/>
              <w:rPr>
                <w:lang w:eastAsia="ja-JP"/>
              </w:rPr>
            </w:pPr>
            <w:r w:rsidRPr="00E062F1">
              <w:rPr>
                <w:lang w:eastAsia="ja-JP"/>
              </w:rPr>
              <w:t>DC_1A-3A-18A-42A_n257H</w:t>
            </w:r>
          </w:p>
          <w:p w14:paraId="240A797E" w14:textId="77777777" w:rsidR="007C6F81" w:rsidRPr="00E062F1" w:rsidRDefault="007C6F81" w:rsidP="006B3BD2">
            <w:pPr>
              <w:pStyle w:val="TAC"/>
              <w:rPr>
                <w:lang w:eastAsia="ja-JP"/>
              </w:rPr>
            </w:pPr>
            <w:r w:rsidRPr="00E062F1">
              <w:rPr>
                <w:lang w:eastAsia="ja-JP"/>
              </w:rPr>
              <w:t>DC_1A-3A-18A-42A_n257I</w:t>
            </w:r>
          </w:p>
          <w:p w14:paraId="40E39590" w14:textId="77777777" w:rsidR="007C6F81" w:rsidRPr="00E062F1" w:rsidRDefault="007C6F81" w:rsidP="006B3BD2">
            <w:pPr>
              <w:pStyle w:val="TAC"/>
              <w:rPr>
                <w:lang w:eastAsia="ja-JP"/>
              </w:rPr>
            </w:pPr>
            <w:r w:rsidRPr="00E062F1">
              <w:rPr>
                <w:lang w:eastAsia="ja-JP"/>
              </w:rPr>
              <w:t>DC_1A-3A-18A-42A_n257J</w:t>
            </w:r>
          </w:p>
          <w:p w14:paraId="75ED9764" w14:textId="77777777" w:rsidR="007C6F81" w:rsidRPr="00E062F1" w:rsidRDefault="007C6F81" w:rsidP="006B3BD2">
            <w:pPr>
              <w:pStyle w:val="TAC"/>
              <w:rPr>
                <w:lang w:eastAsia="ja-JP"/>
              </w:rPr>
            </w:pPr>
            <w:r w:rsidRPr="00E062F1">
              <w:rPr>
                <w:lang w:eastAsia="ja-JP"/>
              </w:rPr>
              <w:t>DC_1A-3A-18A-42A_n257K</w:t>
            </w:r>
          </w:p>
          <w:p w14:paraId="36D5CE9D" w14:textId="77777777" w:rsidR="007C6F81" w:rsidRPr="00E062F1" w:rsidRDefault="007C6F81" w:rsidP="006B3BD2">
            <w:pPr>
              <w:pStyle w:val="TAC"/>
            </w:pPr>
            <w:r w:rsidRPr="00E062F1">
              <w:rPr>
                <w:lang w:eastAsia="ja-JP"/>
              </w:rPr>
              <w:t>DC_1A-3A-18A-42A_n257L</w:t>
            </w:r>
          </w:p>
          <w:p w14:paraId="43643D78" w14:textId="77777777" w:rsidR="007C6F81" w:rsidRPr="00E062F1" w:rsidRDefault="007C6F81" w:rsidP="006B3BD2">
            <w:pPr>
              <w:pStyle w:val="TAC"/>
            </w:pPr>
            <w:r w:rsidRPr="00E062F1">
              <w:t>DC_1A-3A-18A-42A_n257M</w:t>
            </w:r>
          </w:p>
          <w:p w14:paraId="7796F5AA" w14:textId="77777777" w:rsidR="007C6F81" w:rsidRPr="00E062F1" w:rsidRDefault="007C6F81" w:rsidP="006B3BD2">
            <w:pPr>
              <w:pStyle w:val="TAC"/>
            </w:pPr>
            <w:r w:rsidRPr="00E062F1">
              <w:t>DC_1A-3A-18A-42C_n257A</w:t>
            </w:r>
          </w:p>
          <w:p w14:paraId="755B6920" w14:textId="77777777" w:rsidR="007C6F81" w:rsidRPr="00E062F1" w:rsidRDefault="007C6F81" w:rsidP="006B3BD2">
            <w:pPr>
              <w:pStyle w:val="TAC"/>
              <w:rPr>
                <w:lang w:eastAsia="ja-JP"/>
              </w:rPr>
            </w:pPr>
            <w:r w:rsidRPr="00E062F1">
              <w:rPr>
                <w:lang w:eastAsia="ja-JP"/>
              </w:rPr>
              <w:t>DC_1A-3A-18A-42C_n257D</w:t>
            </w:r>
          </w:p>
          <w:p w14:paraId="4EDCDFE5" w14:textId="77777777" w:rsidR="007C6F81" w:rsidRPr="00E062F1" w:rsidRDefault="007C6F81" w:rsidP="006B3BD2">
            <w:pPr>
              <w:pStyle w:val="TAC"/>
            </w:pPr>
            <w:r w:rsidRPr="00E062F1">
              <w:rPr>
                <w:lang w:eastAsia="ja-JP"/>
              </w:rPr>
              <w:t>DC_1A-3A-18A-42C_n257E</w:t>
            </w:r>
          </w:p>
          <w:p w14:paraId="0A8623FE" w14:textId="77777777" w:rsidR="007C6F81" w:rsidRPr="00E062F1" w:rsidRDefault="007C6F81" w:rsidP="006B3BD2">
            <w:pPr>
              <w:pStyle w:val="TAC"/>
            </w:pPr>
            <w:r w:rsidRPr="00E062F1">
              <w:t>DC_1A-3A-18A-42C_n257F</w:t>
            </w:r>
          </w:p>
          <w:p w14:paraId="571F8BE8" w14:textId="77777777" w:rsidR="007C6F81" w:rsidRPr="00E062F1" w:rsidRDefault="007C6F81" w:rsidP="006B3BD2">
            <w:pPr>
              <w:pStyle w:val="TAC"/>
              <w:rPr>
                <w:lang w:eastAsia="ja-JP"/>
              </w:rPr>
            </w:pPr>
            <w:r w:rsidRPr="00E062F1">
              <w:rPr>
                <w:lang w:eastAsia="ja-JP"/>
              </w:rPr>
              <w:t>DC_1A-3A-18A-42C_n257G</w:t>
            </w:r>
          </w:p>
          <w:p w14:paraId="70472BCE" w14:textId="77777777" w:rsidR="007C6F81" w:rsidRPr="00E062F1" w:rsidRDefault="007C6F81" w:rsidP="006B3BD2">
            <w:pPr>
              <w:pStyle w:val="TAC"/>
              <w:rPr>
                <w:lang w:eastAsia="ja-JP"/>
              </w:rPr>
            </w:pPr>
            <w:r w:rsidRPr="00E062F1">
              <w:rPr>
                <w:lang w:eastAsia="ja-JP"/>
              </w:rPr>
              <w:t>DC_1A-3A-18A-42C_n257H</w:t>
            </w:r>
          </w:p>
          <w:p w14:paraId="75686695" w14:textId="77777777" w:rsidR="007C6F81" w:rsidRPr="00E062F1" w:rsidRDefault="007C6F81" w:rsidP="006B3BD2">
            <w:pPr>
              <w:pStyle w:val="TAC"/>
              <w:rPr>
                <w:lang w:eastAsia="ja-JP"/>
              </w:rPr>
            </w:pPr>
            <w:r w:rsidRPr="00E062F1">
              <w:rPr>
                <w:lang w:eastAsia="ja-JP"/>
              </w:rPr>
              <w:t>DC_1A-3A-18A-42C_n257I</w:t>
            </w:r>
          </w:p>
          <w:p w14:paraId="41345FEF" w14:textId="77777777" w:rsidR="007C6F81" w:rsidRPr="00E062F1" w:rsidRDefault="007C6F81" w:rsidP="006B3BD2">
            <w:pPr>
              <w:pStyle w:val="TAC"/>
              <w:rPr>
                <w:lang w:eastAsia="ja-JP"/>
              </w:rPr>
            </w:pPr>
            <w:r w:rsidRPr="00E062F1">
              <w:rPr>
                <w:lang w:eastAsia="ja-JP"/>
              </w:rPr>
              <w:t>DC_1A-3A-18A-42C_n257J</w:t>
            </w:r>
          </w:p>
          <w:p w14:paraId="11512CC4" w14:textId="77777777" w:rsidR="007C6F81" w:rsidRPr="00E062F1" w:rsidRDefault="007C6F81" w:rsidP="006B3BD2">
            <w:pPr>
              <w:pStyle w:val="TAC"/>
              <w:rPr>
                <w:lang w:eastAsia="ja-JP"/>
              </w:rPr>
            </w:pPr>
            <w:r w:rsidRPr="00E062F1">
              <w:rPr>
                <w:lang w:eastAsia="ja-JP"/>
              </w:rPr>
              <w:t>DC_1A-3A-18A-42C_n257K</w:t>
            </w:r>
          </w:p>
          <w:p w14:paraId="722F25FB" w14:textId="77777777" w:rsidR="007C6F81" w:rsidRPr="00E062F1" w:rsidRDefault="007C6F81" w:rsidP="006B3BD2">
            <w:pPr>
              <w:pStyle w:val="TAC"/>
            </w:pPr>
            <w:r w:rsidRPr="00E062F1">
              <w:rPr>
                <w:lang w:eastAsia="ja-JP"/>
              </w:rPr>
              <w:t>DC_1A-3A-18A-42C_n257L</w:t>
            </w:r>
          </w:p>
          <w:p w14:paraId="59571CF1" w14:textId="15D0F2AA" w:rsidR="007C6F81" w:rsidRPr="00E062F1" w:rsidRDefault="007C6F81" w:rsidP="006B3BD2">
            <w:pPr>
              <w:pStyle w:val="TAC"/>
            </w:pPr>
            <w:r w:rsidRPr="00E062F1">
              <w:t>DC_1A-3A-18A-42C_n257M</w:t>
            </w:r>
          </w:p>
        </w:tc>
        <w:tc>
          <w:tcPr>
            <w:tcW w:w="4533" w:type="dxa"/>
            <w:tcMar>
              <w:top w:w="28" w:type="dxa"/>
              <w:left w:w="28" w:type="dxa"/>
              <w:bottom w:w="28" w:type="dxa"/>
              <w:right w:w="28" w:type="dxa"/>
            </w:tcMar>
          </w:tcPr>
          <w:p w14:paraId="107BBE06" w14:textId="77777777" w:rsidR="002B509E" w:rsidRPr="00E062F1" w:rsidRDefault="002B509E" w:rsidP="006B3BD2">
            <w:pPr>
              <w:pStyle w:val="TAC"/>
            </w:pPr>
            <w:r w:rsidRPr="00E062F1">
              <w:t>DC_1A_n257A</w:t>
            </w:r>
          </w:p>
          <w:p w14:paraId="7635A57F" w14:textId="77777777" w:rsidR="002B509E" w:rsidRPr="00E062F1" w:rsidRDefault="002B509E" w:rsidP="006B3BD2">
            <w:pPr>
              <w:pStyle w:val="TAC"/>
              <w:rPr>
                <w:rFonts w:eastAsia="Yu Mincho"/>
              </w:rPr>
            </w:pPr>
            <w:r w:rsidRPr="00E062F1">
              <w:rPr>
                <w:rFonts w:eastAsia="Yu Mincho"/>
              </w:rPr>
              <w:t>DC_1A_n257G</w:t>
            </w:r>
          </w:p>
          <w:p w14:paraId="031AF79F" w14:textId="77777777" w:rsidR="002B509E" w:rsidRPr="00E062F1" w:rsidRDefault="002B509E" w:rsidP="006B3BD2">
            <w:pPr>
              <w:pStyle w:val="TAC"/>
              <w:rPr>
                <w:rFonts w:eastAsia="Yu Mincho"/>
              </w:rPr>
            </w:pPr>
            <w:r w:rsidRPr="00E062F1">
              <w:rPr>
                <w:rFonts w:eastAsia="Yu Mincho"/>
              </w:rPr>
              <w:t>DC_1A_n257H</w:t>
            </w:r>
          </w:p>
          <w:p w14:paraId="3C9A3341" w14:textId="77777777" w:rsidR="002B509E" w:rsidRPr="00E062F1" w:rsidRDefault="002B509E" w:rsidP="006B3BD2">
            <w:pPr>
              <w:pStyle w:val="TAC"/>
              <w:rPr>
                <w:rFonts w:eastAsia="Yu Mincho"/>
              </w:rPr>
            </w:pPr>
            <w:r w:rsidRPr="00E062F1">
              <w:rPr>
                <w:rFonts w:eastAsia="Yu Mincho"/>
              </w:rPr>
              <w:t>DC_1A_n257I</w:t>
            </w:r>
          </w:p>
          <w:p w14:paraId="02AD09B4" w14:textId="77777777" w:rsidR="002B509E" w:rsidRPr="00E062F1" w:rsidRDefault="002B509E" w:rsidP="006B3BD2">
            <w:pPr>
              <w:pStyle w:val="TAC"/>
            </w:pPr>
            <w:r w:rsidRPr="00E062F1">
              <w:t>DC_3A_n257A</w:t>
            </w:r>
          </w:p>
          <w:p w14:paraId="4359F4A4" w14:textId="77777777" w:rsidR="002B509E" w:rsidRPr="00E062F1" w:rsidRDefault="002B509E" w:rsidP="006B3BD2">
            <w:pPr>
              <w:pStyle w:val="TAC"/>
              <w:rPr>
                <w:rFonts w:eastAsia="Yu Mincho"/>
              </w:rPr>
            </w:pPr>
            <w:r w:rsidRPr="00E062F1">
              <w:rPr>
                <w:rFonts w:eastAsia="Yu Mincho"/>
              </w:rPr>
              <w:t>DC_3A_n257G</w:t>
            </w:r>
          </w:p>
          <w:p w14:paraId="6D0AFE89" w14:textId="77777777" w:rsidR="002B509E" w:rsidRPr="00E062F1" w:rsidRDefault="002B509E" w:rsidP="006B3BD2">
            <w:pPr>
              <w:pStyle w:val="TAC"/>
              <w:rPr>
                <w:rFonts w:eastAsia="Yu Mincho"/>
              </w:rPr>
            </w:pPr>
            <w:r w:rsidRPr="00E062F1">
              <w:rPr>
                <w:rFonts w:eastAsia="Yu Mincho"/>
              </w:rPr>
              <w:t>DC_3A_n257H</w:t>
            </w:r>
          </w:p>
          <w:p w14:paraId="59D3BF23" w14:textId="77777777" w:rsidR="002B509E" w:rsidRPr="00E062F1" w:rsidRDefault="002B509E" w:rsidP="006B3BD2">
            <w:pPr>
              <w:pStyle w:val="TAC"/>
              <w:rPr>
                <w:rFonts w:eastAsia="Yu Mincho"/>
              </w:rPr>
            </w:pPr>
            <w:r w:rsidRPr="00E062F1">
              <w:rPr>
                <w:rFonts w:eastAsia="Yu Mincho"/>
              </w:rPr>
              <w:t>DC_3A_n257I</w:t>
            </w:r>
          </w:p>
          <w:p w14:paraId="2B5874D0" w14:textId="77777777" w:rsidR="002B509E" w:rsidRPr="00E062F1" w:rsidRDefault="002B509E" w:rsidP="006B3BD2">
            <w:pPr>
              <w:pStyle w:val="TAC"/>
            </w:pPr>
            <w:r w:rsidRPr="00E062F1">
              <w:t>DC_18A_n257A</w:t>
            </w:r>
          </w:p>
          <w:p w14:paraId="7B8613E5" w14:textId="77777777" w:rsidR="002B509E" w:rsidRPr="00E062F1" w:rsidRDefault="002B509E" w:rsidP="006B3BD2">
            <w:pPr>
              <w:pStyle w:val="TAC"/>
              <w:rPr>
                <w:rFonts w:eastAsia="Yu Mincho"/>
              </w:rPr>
            </w:pPr>
            <w:r w:rsidRPr="00E062F1">
              <w:rPr>
                <w:rFonts w:eastAsia="Yu Mincho"/>
              </w:rPr>
              <w:t>DC_18A_n257G</w:t>
            </w:r>
          </w:p>
          <w:p w14:paraId="61B62B34" w14:textId="77777777" w:rsidR="002B509E" w:rsidRPr="00E062F1" w:rsidRDefault="002B509E" w:rsidP="006B3BD2">
            <w:pPr>
              <w:pStyle w:val="TAC"/>
              <w:rPr>
                <w:rFonts w:eastAsia="Yu Mincho"/>
              </w:rPr>
            </w:pPr>
            <w:r w:rsidRPr="00E062F1">
              <w:rPr>
                <w:rFonts w:eastAsia="Yu Mincho"/>
              </w:rPr>
              <w:t>DC_18A_n257H</w:t>
            </w:r>
          </w:p>
          <w:p w14:paraId="24A46334" w14:textId="77777777" w:rsidR="002B509E" w:rsidRPr="00E062F1" w:rsidRDefault="002B509E" w:rsidP="006B3BD2">
            <w:pPr>
              <w:pStyle w:val="TAC"/>
              <w:rPr>
                <w:rFonts w:eastAsia="Yu Mincho"/>
              </w:rPr>
            </w:pPr>
            <w:r w:rsidRPr="00E062F1">
              <w:rPr>
                <w:rFonts w:eastAsia="Yu Mincho"/>
              </w:rPr>
              <w:t>DC_18A_n257I</w:t>
            </w:r>
          </w:p>
          <w:p w14:paraId="517E784A" w14:textId="77777777" w:rsidR="002B509E" w:rsidRPr="00E062F1" w:rsidRDefault="002B509E" w:rsidP="006B3BD2">
            <w:pPr>
              <w:pStyle w:val="TAC"/>
            </w:pPr>
            <w:r w:rsidRPr="00E062F1">
              <w:t>DC_42A_n257A</w:t>
            </w:r>
          </w:p>
          <w:p w14:paraId="7BD983C6" w14:textId="77777777" w:rsidR="002B509E" w:rsidRPr="00E062F1" w:rsidRDefault="002B509E" w:rsidP="006B3BD2">
            <w:pPr>
              <w:pStyle w:val="TAC"/>
              <w:rPr>
                <w:rFonts w:eastAsia="Yu Mincho"/>
              </w:rPr>
            </w:pPr>
            <w:r w:rsidRPr="00E062F1">
              <w:rPr>
                <w:rFonts w:eastAsia="Yu Mincho"/>
              </w:rPr>
              <w:t>DC_42A_n257G</w:t>
            </w:r>
          </w:p>
          <w:p w14:paraId="62A13B6A" w14:textId="77777777" w:rsidR="002B509E" w:rsidRPr="00E062F1" w:rsidRDefault="002B509E" w:rsidP="006B3BD2">
            <w:pPr>
              <w:pStyle w:val="TAC"/>
              <w:rPr>
                <w:rFonts w:eastAsia="Yu Mincho"/>
              </w:rPr>
            </w:pPr>
            <w:r w:rsidRPr="00E062F1">
              <w:rPr>
                <w:rFonts w:eastAsia="Yu Mincho"/>
              </w:rPr>
              <w:t>DC_42A_n257H</w:t>
            </w:r>
          </w:p>
          <w:p w14:paraId="5E712E58" w14:textId="77777777" w:rsidR="002B509E" w:rsidRPr="00E062F1" w:rsidRDefault="002B509E" w:rsidP="006B3BD2">
            <w:pPr>
              <w:pStyle w:val="TAC"/>
              <w:rPr>
                <w:rFonts w:eastAsia="Yu Mincho"/>
              </w:rPr>
            </w:pPr>
            <w:r w:rsidRPr="00E062F1">
              <w:rPr>
                <w:rFonts w:eastAsia="Yu Mincho"/>
              </w:rPr>
              <w:t>DC_42A_n257I</w:t>
            </w:r>
          </w:p>
          <w:p w14:paraId="370BC1D5" w14:textId="77777777" w:rsidR="002B509E" w:rsidRPr="00E062F1" w:rsidRDefault="002B509E" w:rsidP="006B3BD2">
            <w:pPr>
              <w:pStyle w:val="TAC"/>
              <w:rPr>
                <w:rFonts w:eastAsia="Yu Mincho"/>
              </w:rPr>
            </w:pPr>
            <w:r w:rsidRPr="00E062F1">
              <w:rPr>
                <w:rFonts w:eastAsia="Yu Mincho"/>
              </w:rPr>
              <w:t>DC_42C_n257A</w:t>
            </w:r>
          </w:p>
          <w:p w14:paraId="5917D661" w14:textId="77777777" w:rsidR="002B509E" w:rsidRPr="00E062F1" w:rsidRDefault="002B509E" w:rsidP="006B3BD2">
            <w:pPr>
              <w:pStyle w:val="TAC"/>
              <w:rPr>
                <w:rFonts w:eastAsia="Yu Mincho"/>
              </w:rPr>
            </w:pPr>
            <w:r w:rsidRPr="00E062F1">
              <w:rPr>
                <w:rFonts w:eastAsia="Yu Mincho"/>
              </w:rPr>
              <w:t>DC_42C_n257G</w:t>
            </w:r>
          </w:p>
          <w:p w14:paraId="02882474" w14:textId="77777777" w:rsidR="002B509E" w:rsidRPr="00AA54EC" w:rsidRDefault="002B509E" w:rsidP="006B3BD2">
            <w:pPr>
              <w:pStyle w:val="TAC"/>
              <w:rPr>
                <w:rFonts w:eastAsia="Yu Mincho"/>
                <w:lang w:val="sv-FI"/>
              </w:rPr>
            </w:pPr>
            <w:r w:rsidRPr="00AA54EC">
              <w:rPr>
                <w:rFonts w:eastAsia="Yu Mincho"/>
                <w:lang w:val="sv-FI"/>
              </w:rPr>
              <w:t>DC_42C_n257H</w:t>
            </w:r>
          </w:p>
          <w:p w14:paraId="7DFE2064" w14:textId="3BEB281E" w:rsidR="007C6F81" w:rsidRPr="00AA54EC" w:rsidRDefault="002B509E" w:rsidP="006B3BD2">
            <w:pPr>
              <w:pStyle w:val="TAC"/>
              <w:rPr>
                <w:lang w:val="sv-FI"/>
              </w:rPr>
            </w:pPr>
            <w:r w:rsidRPr="00AA54EC">
              <w:rPr>
                <w:rFonts w:eastAsia="Yu Mincho"/>
                <w:lang w:val="sv-FI"/>
              </w:rPr>
              <w:t>DC_42C_n257I</w:t>
            </w:r>
          </w:p>
        </w:tc>
      </w:tr>
      <w:tr w:rsidR="001F078B" w:rsidRPr="00E062F1" w:rsidDel="007C6F81" w14:paraId="5260CD5C" w14:textId="77777777" w:rsidTr="006B3BD2">
        <w:trPr>
          <w:trHeight w:val="187"/>
          <w:jc w:val="center"/>
        </w:trPr>
        <w:tc>
          <w:tcPr>
            <w:tcW w:w="5098" w:type="dxa"/>
            <w:shd w:val="clear" w:color="auto" w:fill="auto"/>
            <w:noWrap/>
            <w:tcMar>
              <w:top w:w="28" w:type="dxa"/>
              <w:left w:w="28" w:type="dxa"/>
              <w:bottom w:w="28" w:type="dxa"/>
              <w:right w:w="28" w:type="dxa"/>
            </w:tcMar>
          </w:tcPr>
          <w:p w14:paraId="093D7253" w14:textId="77777777" w:rsidR="007C6F81" w:rsidRPr="00E062F1" w:rsidRDefault="007C6F81" w:rsidP="006B3BD2">
            <w:pPr>
              <w:pStyle w:val="TAC"/>
              <w:rPr>
                <w:rFonts w:cs="Arial"/>
                <w:lang w:eastAsia="zh-CN"/>
              </w:rPr>
            </w:pPr>
            <w:r w:rsidRPr="00E062F1">
              <w:rPr>
                <w:rFonts w:cs="Arial"/>
                <w:lang w:eastAsia="ja-JP"/>
              </w:rPr>
              <w:t>DC</w:t>
            </w:r>
            <w:r w:rsidRPr="00E062F1">
              <w:rPr>
                <w:rFonts w:cs="Arial"/>
              </w:rPr>
              <w:t>_1A-</w:t>
            </w:r>
            <w:r w:rsidRPr="00E062F1">
              <w:rPr>
                <w:rFonts w:cs="Arial"/>
                <w:lang w:eastAsia="ja-JP"/>
              </w:rPr>
              <w:t>3A-19A-21A_n257A</w:t>
            </w:r>
            <w:r w:rsidRPr="00E062F1">
              <w:rPr>
                <w:vertAlign w:val="superscript"/>
                <w:lang w:eastAsia="zh-CN"/>
              </w:rPr>
              <w:t>2</w:t>
            </w:r>
          </w:p>
          <w:p w14:paraId="155790A1" w14:textId="77777777" w:rsidR="007C6F81" w:rsidRPr="00E062F1" w:rsidRDefault="007C6F81" w:rsidP="006B3BD2">
            <w:pPr>
              <w:pStyle w:val="TAC"/>
              <w:rPr>
                <w:rFonts w:cs="Arial"/>
                <w:lang w:eastAsia="zh-CN"/>
              </w:rPr>
            </w:pPr>
            <w:r w:rsidRPr="00E062F1">
              <w:rPr>
                <w:rFonts w:cs="Arial"/>
                <w:lang w:eastAsia="ja-JP"/>
              </w:rPr>
              <w:t>DC</w:t>
            </w:r>
            <w:r w:rsidRPr="00E062F1">
              <w:rPr>
                <w:rFonts w:cs="Arial"/>
              </w:rPr>
              <w:t>_1A-</w:t>
            </w:r>
            <w:r w:rsidRPr="00E062F1">
              <w:rPr>
                <w:rFonts w:cs="Arial"/>
                <w:lang w:eastAsia="ja-JP"/>
              </w:rPr>
              <w:t>3A-19A-21A_n257D</w:t>
            </w:r>
            <w:r w:rsidRPr="00E062F1">
              <w:rPr>
                <w:vertAlign w:val="superscript"/>
                <w:lang w:eastAsia="zh-CN"/>
              </w:rPr>
              <w:t>2</w:t>
            </w:r>
          </w:p>
          <w:p w14:paraId="5B5425FC" w14:textId="77777777" w:rsidR="007C6F81" w:rsidRPr="00E062F1" w:rsidRDefault="007C6F81" w:rsidP="006B3BD2">
            <w:pPr>
              <w:pStyle w:val="TAC"/>
              <w:rPr>
                <w:rFonts w:cs="Arial"/>
                <w:lang w:eastAsia="zh-CN"/>
              </w:rPr>
            </w:pPr>
            <w:r w:rsidRPr="00E062F1">
              <w:rPr>
                <w:rFonts w:cs="Arial"/>
                <w:lang w:eastAsia="ja-JP"/>
              </w:rPr>
              <w:t>DC</w:t>
            </w:r>
            <w:r w:rsidRPr="00E062F1">
              <w:rPr>
                <w:rFonts w:cs="Arial"/>
              </w:rPr>
              <w:t>_1A-</w:t>
            </w:r>
            <w:r w:rsidRPr="00E062F1">
              <w:rPr>
                <w:rFonts w:cs="Arial"/>
                <w:lang w:eastAsia="ja-JP"/>
              </w:rPr>
              <w:t>3A-19A-21A_n257E</w:t>
            </w:r>
            <w:r w:rsidRPr="00E062F1">
              <w:rPr>
                <w:vertAlign w:val="superscript"/>
                <w:lang w:eastAsia="zh-CN"/>
              </w:rPr>
              <w:t>2</w:t>
            </w:r>
          </w:p>
          <w:p w14:paraId="32E2F2C5" w14:textId="464228E9" w:rsidR="007C6F81" w:rsidRPr="00E062F1" w:rsidDel="007C6F81" w:rsidRDefault="007C6F81" w:rsidP="006B3BD2">
            <w:pPr>
              <w:pStyle w:val="TAC"/>
              <w:rPr>
                <w:lang w:eastAsia="fi-FI"/>
              </w:rPr>
            </w:pPr>
            <w:r w:rsidRPr="00E062F1">
              <w:rPr>
                <w:rFonts w:cs="Arial"/>
                <w:lang w:eastAsia="ja-JP"/>
              </w:rPr>
              <w:t>DC</w:t>
            </w:r>
            <w:r w:rsidRPr="00E062F1">
              <w:rPr>
                <w:rFonts w:cs="Arial"/>
              </w:rPr>
              <w:t>_1A-</w:t>
            </w:r>
            <w:r w:rsidRPr="00E062F1">
              <w:rPr>
                <w:rFonts w:cs="Arial"/>
                <w:lang w:eastAsia="ja-JP"/>
              </w:rPr>
              <w:t>3A-19A-21A_n257F</w:t>
            </w:r>
            <w:r w:rsidRPr="00E062F1">
              <w:rPr>
                <w:vertAlign w:val="superscript"/>
                <w:lang w:eastAsia="zh-CN"/>
              </w:rPr>
              <w:t>2</w:t>
            </w:r>
          </w:p>
        </w:tc>
        <w:tc>
          <w:tcPr>
            <w:tcW w:w="4533" w:type="dxa"/>
            <w:tcMar>
              <w:top w:w="28" w:type="dxa"/>
              <w:left w:w="28" w:type="dxa"/>
              <w:bottom w:w="28" w:type="dxa"/>
              <w:right w:w="28" w:type="dxa"/>
            </w:tcMar>
          </w:tcPr>
          <w:p w14:paraId="73284FDA" w14:textId="77777777" w:rsidR="007C6F81" w:rsidRPr="00E062F1" w:rsidRDefault="007C6F81" w:rsidP="006B3BD2">
            <w:pPr>
              <w:pStyle w:val="TAC"/>
            </w:pPr>
            <w:r w:rsidRPr="00E062F1">
              <w:t>DC_1A_n257A</w:t>
            </w:r>
          </w:p>
          <w:p w14:paraId="6C8C5CE6" w14:textId="77777777" w:rsidR="007C6F81" w:rsidRPr="00E062F1" w:rsidRDefault="007C6F81" w:rsidP="006B3BD2">
            <w:pPr>
              <w:pStyle w:val="TAC"/>
            </w:pPr>
            <w:r w:rsidRPr="00E062F1">
              <w:t>DC_3A_n257A</w:t>
            </w:r>
          </w:p>
          <w:p w14:paraId="5FD4C363" w14:textId="77777777" w:rsidR="007C6F81" w:rsidRPr="00E062F1" w:rsidRDefault="007C6F81" w:rsidP="006B3BD2">
            <w:pPr>
              <w:pStyle w:val="TAC"/>
            </w:pPr>
            <w:r w:rsidRPr="00E062F1">
              <w:t>DC_19A_n257A</w:t>
            </w:r>
          </w:p>
          <w:p w14:paraId="478848E1" w14:textId="00589319" w:rsidR="007C6F81" w:rsidRPr="00E062F1" w:rsidDel="007C6F81" w:rsidRDefault="007C6F81" w:rsidP="006B3BD2">
            <w:pPr>
              <w:pStyle w:val="TAC"/>
              <w:rPr>
                <w:lang w:eastAsia="fi-FI"/>
              </w:rPr>
            </w:pPr>
            <w:r w:rsidRPr="00E062F1">
              <w:t>DC_21A_n257A</w:t>
            </w:r>
          </w:p>
        </w:tc>
      </w:tr>
      <w:tr w:rsidR="001F078B" w:rsidRPr="00E062F1" w14:paraId="13CB3AB4" w14:textId="77777777" w:rsidTr="006B3BD2">
        <w:trPr>
          <w:trHeight w:val="187"/>
          <w:jc w:val="center"/>
        </w:trPr>
        <w:tc>
          <w:tcPr>
            <w:tcW w:w="5098" w:type="dxa"/>
            <w:shd w:val="clear" w:color="auto" w:fill="auto"/>
            <w:noWrap/>
            <w:tcMar>
              <w:top w:w="28" w:type="dxa"/>
              <w:left w:w="28" w:type="dxa"/>
              <w:bottom w:w="28" w:type="dxa"/>
              <w:right w:w="28" w:type="dxa"/>
            </w:tcMar>
          </w:tcPr>
          <w:p w14:paraId="4FE84F50" w14:textId="77777777" w:rsidR="007C6F81" w:rsidRPr="00E062F1" w:rsidRDefault="007C6F81" w:rsidP="006B3BD2">
            <w:pPr>
              <w:pStyle w:val="TAC"/>
              <w:rPr>
                <w:lang w:eastAsia="fi-FI"/>
              </w:rPr>
            </w:pPr>
            <w:r w:rsidRPr="00E062F1">
              <w:rPr>
                <w:lang w:eastAsia="fi-FI"/>
              </w:rPr>
              <w:lastRenderedPageBreak/>
              <w:t>DC_1A-3A-19A-42A_n257A</w:t>
            </w:r>
          </w:p>
          <w:p w14:paraId="1E37802A" w14:textId="77777777" w:rsidR="007C6F81" w:rsidRPr="00E062F1" w:rsidRDefault="007C6F81" w:rsidP="006B3BD2">
            <w:pPr>
              <w:pStyle w:val="TAC"/>
              <w:rPr>
                <w:rFonts w:cs="Arial"/>
                <w:lang w:eastAsia="zh-CN"/>
              </w:rPr>
            </w:pPr>
            <w:r w:rsidRPr="00E062F1">
              <w:rPr>
                <w:rFonts w:cs="Arial"/>
                <w:lang w:eastAsia="ja-JP"/>
              </w:rPr>
              <w:t>DC</w:t>
            </w:r>
            <w:r w:rsidRPr="00E062F1">
              <w:rPr>
                <w:rFonts w:cs="Arial"/>
              </w:rPr>
              <w:t>_1A-3A-19A-42A</w:t>
            </w:r>
            <w:r w:rsidRPr="00E062F1">
              <w:rPr>
                <w:rFonts w:cs="Arial"/>
                <w:lang w:eastAsia="ja-JP"/>
              </w:rPr>
              <w:t>_n257D</w:t>
            </w:r>
          </w:p>
          <w:p w14:paraId="523C8567" w14:textId="77777777" w:rsidR="007C6F81" w:rsidRPr="00E062F1" w:rsidRDefault="007C6F81" w:rsidP="006B3BD2">
            <w:pPr>
              <w:pStyle w:val="TAC"/>
              <w:rPr>
                <w:rFonts w:cs="Arial"/>
                <w:lang w:eastAsia="zh-CN"/>
              </w:rPr>
            </w:pPr>
            <w:r w:rsidRPr="00E062F1">
              <w:rPr>
                <w:rFonts w:cs="Arial"/>
                <w:lang w:eastAsia="ja-JP"/>
              </w:rPr>
              <w:t>DC</w:t>
            </w:r>
            <w:r w:rsidRPr="00E062F1">
              <w:rPr>
                <w:rFonts w:cs="Arial"/>
              </w:rPr>
              <w:t>_1A-3A-19A-42A</w:t>
            </w:r>
            <w:r w:rsidRPr="00E062F1">
              <w:rPr>
                <w:rFonts w:cs="Arial"/>
                <w:lang w:eastAsia="ja-JP"/>
              </w:rPr>
              <w:t>_n257E</w:t>
            </w:r>
          </w:p>
          <w:p w14:paraId="76D69875" w14:textId="77777777" w:rsidR="007C6F81" w:rsidRPr="00E062F1" w:rsidRDefault="007C6F81" w:rsidP="006B3BD2">
            <w:pPr>
              <w:pStyle w:val="TAC"/>
              <w:rPr>
                <w:rFonts w:cs="Arial"/>
                <w:lang w:eastAsia="ja-JP"/>
              </w:rPr>
            </w:pPr>
            <w:r w:rsidRPr="00E062F1">
              <w:rPr>
                <w:rFonts w:cs="Arial"/>
                <w:lang w:eastAsia="ja-JP"/>
              </w:rPr>
              <w:t>DC</w:t>
            </w:r>
            <w:r w:rsidRPr="00E062F1">
              <w:rPr>
                <w:rFonts w:cs="Arial"/>
              </w:rPr>
              <w:t>_1A-3A-19A-42A</w:t>
            </w:r>
            <w:r w:rsidRPr="00E062F1">
              <w:rPr>
                <w:rFonts w:cs="Arial"/>
                <w:lang w:eastAsia="ja-JP"/>
              </w:rPr>
              <w:t>_n257F</w:t>
            </w:r>
          </w:p>
          <w:p w14:paraId="21A3AAC1" w14:textId="77777777" w:rsidR="007C6F81" w:rsidRPr="00E062F1" w:rsidRDefault="007C6F81" w:rsidP="006B3BD2">
            <w:pPr>
              <w:pStyle w:val="TAC"/>
              <w:rPr>
                <w:lang w:eastAsia="fi-FI"/>
              </w:rPr>
            </w:pPr>
            <w:r w:rsidRPr="00E062F1">
              <w:rPr>
                <w:lang w:eastAsia="fi-FI"/>
              </w:rPr>
              <w:t>DC_1A-3A-19A-42A_n257G</w:t>
            </w:r>
          </w:p>
          <w:p w14:paraId="1EDA7778" w14:textId="77777777" w:rsidR="007C6F81" w:rsidRPr="00E062F1" w:rsidRDefault="007C6F81" w:rsidP="006B3BD2">
            <w:pPr>
              <w:pStyle w:val="TAC"/>
              <w:rPr>
                <w:lang w:eastAsia="fi-FI"/>
              </w:rPr>
            </w:pPr>
            <w:r w:rsidRPr="00E062F1">
              <w:rPr>
                <w:lang w:eastAsia="fi-FI"/>
              </w:rPr>
              <w:t>DC_1A-3A-19A-42A_n257H</w:t>
            </w:r>
          </w:p>
          <w:p w14:paraId="3E2609C4" w14:textId="77777777" w:rsidR="007C6F81" w:rsidRPr="00E062F1" w:rsidRDefault="007C6F81" w:rsidP="006B3BD2">
            <w:pPr>
              <w:pStyle w:val="TAC"/>
              <w:rPr>
                <w:lang w:eastAsia="fi-FI"/>
              </w:rPr>
            </w:pPr>
            <w:r w:rsidRPr="00E062F1">
              <w:rPr>
                <w:lang w:eastAsia="fi-FI"/>
              </w:rPr>
              <w:t>DC_1A-3A-19A-42A_n257I</w:t>
            </w:r>
          </w:p>
          <w:p w14:paraId="54516F81" w14:textId="77777777" w:rsidR="007C6F81" w:rsidRPr="00E062F1" w:rsidRDefault="007C6F81" w:rsidP="006B3BD2">
            <w:pPr>
              <w:pStyle w:val="TAC"/>
              <w:rPr>
                <w:lang w:eastAsia="fi-FI"/>
              </w:rPr>
            </w:pPr>
            <w:r w:rsidRPr="00E062F1">
              <w:rPr>
                <w:lang w:eastAsia="fi-FI"/>
              </w:rPr>
              <w:t>DC_1A-3A-19A-42A_n257J</w:t>
            </w:r>
          </w:p>
          <w:p w14:paraId="532F96C2" w14:textId="77777777" w:rsidR="007C6F81" w:rsidRPr="00E062F1" w:rsidRDefault="007C6F81" w:rsidP="006B3BD2">
            <w:pPr>
              <w:pStyle w:val="TAC"/>
              <w:rPr>
                <w:lang w:eastAsia="fi-FI"/>
              </w:rPr>
            </w:pPr>
            <w:r w:rsidRPr="00E062F1">
              <w:rPr>
                <w:lang w:eastAsia="fi-FI"/>
              </w:rPr>
              <w:t>DC_1A-3A-19A-42A_n257K</w:t>
            </w:r>
          </w:p>
          <w:p w14:paraId="63B763B8" w14:textId="77777777" w:rsidR="007C6F81" w:rsidRPr="00E062F1" w:rsidRDefault="007C6F81" w:rsidP="006B3BD2">
            <w:pPr>
              <w:pStyle w:val="TAC"/>
              <w:rPr>
                <w:lang w:eastAsia="fi-FI"/>
              </w:rPr>
            </w:pPr>
            <w:r w:rsidRPr="00E062F1">
              <w:rPr>
                <w:lang w:eastAsia="fi-FI"/>
              </w:rPr>
              <w:t>DC_1A-3A-19A-42A_n257L</w:t>
            </w:r>
          </w:p>
          <w:p w14:paraId="0D79827B" w14:textId="77777777" w:rsidR="007C6F81" w:rsidRPr="00E062F1" w:rsidRDefault="007C6F81" w:rsidP="006B3BD2">
            <w:pPr>
              <w:pStyle w:val="TAC"/>
              <w:rPr>
                <w:rFonts w:cs="Arial"/>
                <w:lang w:eastAsia="zh-CN"/>
              </w:rPr>
            </w:pPr>
            <w:r w:rsidRPr="00E062F1">
              <w:rPr>
                <w:lang w:eastAsia="fi-FI"/>
              </w:rPr>
              <w:t>DC_1A-3A-19A-42A_n257M</w:t>
            </w:r>
          </w:p>
          <w:p w14:paraId="098F6D19" w14:textId="77777777" w:rsidR="007C6F81" w:rsidRPr="00E062F1" w:rsidRDefault="007C6F81" w:rsidP="006B3BD2">
            <w:pPr>
              <w:pStyle w:val="TAC"/>
              <w:rPr>
                <w:rFonts w:cs="Arial"/>
                <w:lang w:eastAsia="zh-CN"/>
              </w:rPr>
            </w:pPr>
            <w:r w:rsidRPr="00E062F1">
              <w:rPr>
                <w:rFonts w:cs="Arial"/>
                <w:lang w:eastAsia="ja-JP"/>
              </w:rPr>
              <w:t>DC</w:t>
            </w:r>
            <w:r w:rsidRPr="00E062F1">
              <w:rPr>
                <w:rFonts w:cs="Arial"/>
              </w:rPr>
              <w:t>_1A-</w:t>
            </w:r>
            <w:r w:rsidRPr="00E062F1">
              <w:rPr>
                <w:rFonts w:cs="Arial"/>
                <w:lang w:eastAsia="ja-JP"/>
              </w:rPr>
              <w:t>3A-19A-42</w:t>
            </w:r>
            <w:r w:rsidRPr="00E062F1">
              <w:rPr>
                <w:rFonts w:cs="Arial"/>
                <w:lang w:eastAsia="zh-CN"/>
              </w:rPr>
              <w:t>C</w:t>
            </w:r>
            <w:r w:rsidRPr="00E062F1">
              <w:rPr>
                <w:rFonts w:cs="Arial"/>
                <w:lang w:eastAsia="ja-JP"/>
              </w:rPr>
              <w:t>_n257A</w:t>
            </w:r>
          </w:p>
          <w:p w14:paraId="5E590556" w14:textId="77777777" w:rsidR="007C6F81" w:rsidRPr="00E062F1" w:rsidRDefault="007C6F81" w:rsidP="006B3BD2">
            <w:pPr>
              <w:pStyle w:val="TAC"/>
              <w:rPr>
                <w:rFonts w:cs="Arial"/>
                <w:lang w:eastAsia="zh-CN"/>
              </w:rPr>
            </w:pPr>
            <w:r w:rsidRPr="00E062F1">
              <w:rPr>
                <w:rFonts w:cs="Arial"/>
                <w:lang w:eastAsia="ja-JP"/>
              </w:rPr>
              <w:t>DC</w:t>
            </w:r>
            <w:r w:rsidRPr="00E062F1">
              <w:rPr>
                <w:rFonts w:cs="Arial"/>
              </w:rPr>
              <w:t>_1A-</w:t>
            </w:r>
            <w:r w:rsidRPr="00E062F1">
              <w:rPr>
                <w:rFonts w:cs="Arial"/>
                <w:lang w:eastAsia="ja-JP"/>
              </w:rPr>
              <w:t>3A-19A-42</w:t>
            </w:r>
            <w:r w:rsidRPr="00E062F1">
              <w:rPr>
                <w:rFonts w:cs="Arial"/>
                <w:lang w:eastAsia="zh-CN"/>
              </w:rPr>
              <w:t>C</w:t>
            </w:r>
            <w:r w:rsidRPr="00E062F1">
              <w:rPr>
                <w:rFonts w:cs="Arial"/>
                <w:lang w:eastAsia="ja-JP"/>
              </w:rPr>
              <w:t>_n257</w:t>
            </w:r>
            <w:r w:rsidRPr="00E062F1">
              <w:rPr>
                <w:rFonts w:cs="Arial"/>
                <w:lang w:eastAsia="zh-CN"/>
              </w:rPr>
              <w:t>D</w:t>
            </w:r>
          </w:p>
          <w:p w14:paraId="182EA95C" w14:textId="77777777" w:rsidR="007C6F81" w:rsidRPr="00E062F1" w:rsidRDefault="007C6F81" w:rsidP="006B3BD2">
            <w:pPr>
              <w:pStyle w:val="TAC"/>
              <w:rPr>
                <w:rFonts w:cs="Arial"/>
                <w:lang w:eastAsia="zh-CN"/>
              </w:rPr>
            </w:pPr>
            <w:r w:rsidRPr="00E062F1">
              <w:rPr>
                <w:rFonts w:cs="Arial"/>
                <w:lang w:eastAsia="ja-JP"/>
              </w:rPr>
              <w:t>DC</w:t>
            </w:r>
            <w:r w:rsidRPr="00E062F1">
              <w:rPr>
                <w:rFonts w:cs="Arial"/>
              </w:rPr>
              <w:t>_1A-</w:t>
            </w:r>
            <w:r w:rsidRPr="00E062F1">
              <w:rPr>
                <w:rFonts w:cs="Arial"/>
                <w:lang w:eastAsia="ja-JP"/>
              </w:rPr>
              <w:t>3A-19A-42</w:t>
            </w:r>
            <w:r w:rsidRPr="00E062F1">
              <w:rPr>
                <w:rFonts w:cs="Arial"/>
                <w:lang w:eastAsia="zh-CN"/>
              </w:rPr>
              <w:t>C</w:t>
            </w:r>
            <w:r w:rsidRPr="00E062F1">
              <w:rPr>
                <w:rFonts w:cs="Arial"/>
                <w:lang w:eastAsia="ja-JP"/>
              </w:rPr>
              <w:t>_n257</w:t>
            </w:r>
            <w:r w:rsidRPr="00E062F1">
              <w:rPr>
                <w:rFonts w:cs="Arial"/>
                <w:lang w:eastAsia="zh-CN"/>
              </w:rPr>
              <w:t>E</w:t>
            </w:r>
          </w:p>
          <w:p w14:paraId="5123DE3A" w14:textId="77777777" w:rsidR="007C6F81" w:rsidRPr="00E062F1" w:rsidRDefault="007C6F81" w:rsidP="006B3BD2">
            <w:pPr>
              <w:pStyle w:val="TAC"/>
              <w:rPr>
                <w:rFonts w:cs="Arial"/>
                <w:lang w:eastAsia="zh-CN"/>
              </w:rPr>
            </w:pPr>
            <w:r w:rsidRPr="00E062F1">
              <w:rPr>
                <w:rFonts w:cs="Arial"/>
                <w:lang w:eastAsia="ja-JP"/>
              </w:rPr>
              <w:t>DC</w:t>
            </w:r>
            <w:r w:rsidRPr="00E062F1">
              <w:rPr>
                <w:rFonts w:cs="Arial"/>
              </w:rPr>
              <w:t>_1A-</w:t>
            </w:r>
            <w:r w:rsidRPr="00E062F1">
              <w:rPr>
                <w:rFonts w:cs="Arial"/>
                <w:lang w:eastAsia="ja-JP"/>
              </w:rPr>
              <w:t>3A-19A-42</w:t>
            </w:r>
            <w:r w:rsidRPr="00E062F1">
              <w:rPr>
                <w:rFonts w:cs="Arial"/>
                <w:lang w:eastAsia="zh-CN"/>
              </w:rPr>
              <w:t>C</w:t>
            </w:r>
            <w:r w:rsidRPr="00E062F1">
              <w:rPr>
                <w:rFonts w:cs="Arial"/>
                <w:lang w:eastAsia="ja-JP"/>
              </w:rPr>
              <w:t>_n257</w:t>
            </w:r>
            <w:r w:rsidRPr="00E062F1">
              <w:rPr>
                <w:rFonts w:cs="Arial"/>
                <w:lang w:eastAsia="zh-CN"/>
              </w:rPr>
              <w:t>F</w:t>
            </w:r>
          </w:p>
          <w:p w14:paraId="68112C90" w14:textId="77777777" w:rsidR="007C6F81" w:rsidRPr="00E062F1" w:rsidRDefault="007C6F81" w:rsidP="006B3BD2">
            <w:pPr>
              <w:pStyle w:val="TAC"/>
              <w:rPr>
                <w:lang w:eastAsia="fi-FI"/>
              </w:rPr>
            </w:pPr>
            <w:r w:rsidRPr="00E062F1">
              <w:rPr>
                <w:lang w:eastAsia="fi-FI"/>
              </w:rPr>
              <w:t>DC_1A-3A-19A-42C_n257G</w:t>
            </w:r>
          </w:p>
          <w:p w14:paraId="75E773D0" w14:textId="77777777" w:rsidR="007C6F81" w:rsidRPr="00E062F1" w:rsidRDefault="007C6F81" w:rsidP="006B3BD2">
            <w:pPr>
              <w:pStyle w:val="TAC"/>
              <w:rPr>
                <w:lang w:eastAsia="fi-FI"/>
              </w:rPr>
            </w:pPr>
            <w:r w:rsidRPr="00E062F1">
              <w:rPr>
                <w:lang w:eastAsia="fi-FI"/>
              </w:rPr>
              <w:t>DC_1A-3A-19A-42C_n257H</w:t>
            </w:r>
          </w:p>
          <w:p w14:paraId="4B52FB28" w14:textId="77777777" w:rsidR="007C6F81" w:rsidRPr="00E062F1" w:rsidRDefault="007C6F81" w:rsidP="006B3BD2">
            <w:pPr>
              <w:pStyle w:val="TAC"/>
              <w:rPr>
                <w:lang w:eastAsia="fi-FI"/>
              </w:rPr>
            </w:pPr>
            <w:r w:rsidRPr="00E062F1">
              <w:rPr>
                <w:lang w:eastAsia="fi-FI"/>
              </w:rPr>
              <w:t>DC_1A-3A-19A-42C_n257I</w:t>
            </w:r>
          </w:p>
          <w:p w14:paraId="497A0C77" w14:textId="77777777" w:rsidR="007C6F81" w:rsidRPr="00E062F1" w:rsidRDefault="007C6F81" w:rsidP="006B3BD2">
            <w:pPr>
              <w:pStyle w:val="TAC"/>
              <w:rPr>
                <w:lang w:eastAsia="fi-FI"/>
              </w:rPr>
            </w:pPr>
            <w:r w:rsidRPr="00E062F1">
              <w:rPr>
                <w:lang w:eastAsia="fi-FI"/>
              </w:rPr>
              <w:t>DC_1A-3A-19A-42C_n257J</w:t>
            </w:r>
          </w:p>
          <w:p w14:paraId="6A3D1063" w14:textId="77777777" w:rsidR="007C6F81" w:rsidRPr="00E062F1" w:rsidRDefault="007C6F81" w:rsidP="006B3BD2">
            <w:pPr>
              <w:pStyle w:val="TAC"/>
              <w:rPr>
                <w:lang w:eastAsia="fi-FI"/>
              </w:rPr>
            </w:pPr>
            <w:r w:rsidRPr="00E062F1">
              <w:rPr>
                <w:lang w:eastAsia="fi-FI"/>
              </w:rPr>
              <w:t>DC_1A-3A-19A-42C_n257K</w:t>
            </w:r>
          </w:p>
          <w:p w14:paraId="43AA9A07" w14:textId="77777777" w:rsidR="007C6F81" w:rsidRPr="00E062F1" w:rsidRDefault="007C6F81" w:rsidP="006B3BD2">
            <w:pPr>
              <w:pStyle w:val="TAC"/>
              <w:rPr>
                <w:lang w:eastAsia="fi-FI"/>
              </w:rPr>
            </w:pPr>
            <w:r w:rsidRPr="00E062F1">
              <w:rPr>
                <w:lang w:eastAsia="fi-FI"/>
              </w:rPr>
              <w:t>DC_1A-3A-19A-42C_n257L</w:t>
            </w:r>
          </w:p>
          <w:p w14:paraId="0BD1D0DA" w14:textId="2826AC5F" w:rsidR="007C6F81" w:rsidRPr="00E062F1" w:rsidRDefault="007C6F81" w:rsidP="006B3BD2">
            <w:pPr>
              <w:pStyle w:val="TAC"/>
              <w:rPr>
                <w:lang w:eastAsia="fi-FI"/>
              </w:rPr>
            </w:pPr>
            <w:r w:rsidRPr="00E062F1">
              <w:rPr>
                <w:lang w:eastAsia="fi-FI"/>
              </w:rPr>
              <w:t>DC_1A-3A-19A-42C_n257M</w:t>
            </w:r>
          </w:p>
        </w:tc>
        <w:tc>
          <w:tcPr>
            <w:tcW w:w="4533" w:type="dxa"/>
            <w:tcMar>
              <w:top w:w="28" w:type="dxa"/>
              <w:left w:w="28" w:type="dxa"/>
              <w:bottom w:w="28" w:type="dxa"/>
              <w:right w:w="28" w:type="dxa"/>
            </w:tcMar>
          </w:tcPr>
          <w:p w14:paraId="7120F541" w14:textId="77777777" w:rsidR="00867F30" w:rsidRPr="00E062F1" w:rsidRDefault="00867F30" w:rsidP="006B3BD2">
            <w:pPr>
              <w:pStyle w:val="TAC"/>
            </w:pPr>
            <w:r w:rsidRPr="00E062F1">
              <w:t>DC_1A_n257A</w:t>
            </w:r>
          </w:p>
          <w:p w14:paraId="186DBF0B" w14:textId="77777777" w:rsidR="00867F30" w:rsidRPr="00E062F1" w:rsidRDefault="00867F30" w:rsidP="006B3BD2">
            <w:pPr>
              <w:pStyle w:val="TAC"/>
              <w:rPr>
                <w:lang w:eastAsia="ja-JP"/>
              </w:rPr>
            </w:pPr>
            <w:r w:rsidRPr="00E062F1">
              <w:rPr>
                <w:lang w:eastAsia="ja-JP"/>
              </w:rPr>
              <w:t>DC_1A_n257G</w:t>
            </w:r>
          </w:p>
          <w:p w14:paraId="4546C95C" w14:textId="77777777" w:rsidR="00867F30" w:rsidRPr="00E062F1" w:rsidRDefault="00867F30" w:rsidP="006B3BD2">
            <w:pPr>
              <w:pStyle w:val="TAC"/>
              <w:rPr>
                <w:lang w:eastAsia="ja-JP"/>
              </w:rPr>
            </w:pPr>
            <w:r w:rsidRPr="00E062F1">
              <w:rPr>
                <w:lang w:eastAsia="ja-JP"/>
              </w:rPr>
              <w:t>DC_1A_n257H</w:t>
            </w:r>
          </w:p>
          <w:p w14:paraId="47A7A962" w14:textId="77777777" w:rsidR="00867F30" w:rsidRPr="00E062F1" w:rsidRDefault="00867F30" w:rsidP="006B3BD2">
            <w:pPr>
              <w:pStyle w:val="TAC"/>
              <w:rPr>
                <w:lang w:eastAsia="ja-JP"/>
              </w:rPr>
            </w:pPr>
            <w:r w:rsidRPr="00E062F1">
              <w:rPr>
                <w:lang w:eastAsia="ja-JP"/>
              </w:rPr>
              <w:t>DC_1A_n257I</w:t>
            </w:r>
          </w:p>
          <w:p w14:paraId="061A0213" w14:textId="77777777" w:rsidR="00867F30" w:rsidRPr="00E062F1" w:rsidRDefault="00867F30" w:rsidP="006B3BD2">
            <w:pPr>
              <w:pStyle w:val="TAC"/>
              <w:rPr>
                <w:lang w:eastAsia="ja-JP"/>
              </w:rPr>
            </w:pPr>
            <w:r w:rsidRPr="00E062F1">
              <w:rPr>
                <w:lang w:eastAsia="ja-JP"/>
              </w:rPr>
              <w:t>DC_3A_n257A</w:t>
            </w:r>
          </w:p>
          <w:p w14:paraId="2ECE54D7" w14:textId="77777777" w:rsidR="00867F30" w:rsidRPr="00E062F1" w:rsidRDefault="00867F30" w:rsidP="006B3BD2">
            <w:pPr>
              <w:pStyle w:val="TAC"/>
              <w:rPr>
                <w:lang w:eastAsia="ja-JP"/>
              </w:rPr>
            </w:pPr>
            <w:r w:rsidRPr="00E062F1">
              <w:rPr>
                <w:lang w:eastAsia="ja-JP"/>
              </w:rPr>
              <w:t>DC_3A_n257G</w:t>
            </w:r>
          </w:p>
          <w:p w14:paraId="3C998FF3" w14:textId="77777777" w:rsidR="00867F30" w:rsidRPr="00E062F1" w:rsidRDefault="00867F30" w:rsidP="006B3BD2">
            <w:pPr>
              <w:pStyle w:val="TAC"/>
              <w:rPr>
                <w:lang w:eastAsia="ja-JP"/>
              </w:rPr>
            </w:pPr>
            <w:r w:rsidRPr="00E062F1">
              <w:rPr>
                <w:lang w:eastAsia="ja-JP"/>
              </w:rPr>
              <w:t>DC_3A_n257H</w:t>
            </w:r>
          </w:p>
          <w:p w14:paraId="6A3440EE" w14:textId="77777777" w:rsidR="00867F30" w:rsidRPr="00E062F1" w:rsidRDefault="00867F30" w:rsidP="006B3BD2">
            <w:pPr>
              <w:pStyle w:val="TAC"/>
              <w:rPr>
                <w:lang w:eastAsia="ja-JP"/>
              </w:rPr>
            </w:pPr>
            <w:r w:rsidRPr="00E062F1">
              <w:rPr>
                <w:lang w:eastAsia="ja-JP"/>
              </w:rPr>
              <w:t>DC_3A_n257I</w:t>
            </w:r>
          </w:p>
          <w:p w14:paraId="71ABDAA0" w14:textId="77777777" w:rsidR="00867F30" w:rsidRPr="00E062F1" w:rsidRDefault="00867F30" w:rsidP="006B3BD2">
            <w:pPr>
              <w:pStyle w:val="TAC"/>
              <w:rPr>
                <w:lang w:eastAsia="ja-JP"/>
              </w:rPr>
            </w:pPr>
            <w:r w:rsidRPr="00E062F1">
              <w:rPr>
                <w:lang w:eastAsia="ja-JP"/>
              </w:rPr>
              <w:t>DC_3A_n257J</w:t>
            </w:r>
          </w:p>
          <w:p w14:paraId="68EF291A" w14:textId="77777777" w:rsidR="00867F30" w:rsidRPr="00E062F1" w:rsidRDefault="00867F30" w:rsidP="006B3BD2">
            <w:pPr>
              <w:pStyle w:val="TAC"/>
              <w:rPr>
                <w:lang w:eastAsia="ja-JP"/>
              </w:rPr>
            </w:pPr>
            <w:r w:rsidRPr="00E062F1">
              <w:rPr>
                <w:lang w:eastAsia="ja-JP"/>
              </w:rPr>
              <w:t>DC_3A_n257K</w:t>
            </w:r>
          </w:p>
          <w:p w14:paraId="3A08C9C0" w14:textId="77777777" w:rsidR="00867F30" w:rsidRPr="00E062F1" w:rsidRDefault="00867F30" w:rsidP="006B3BD2">
            <w:pPr>
              <w:pStyle w:val="TAC"/>
              <w:rPr>
                <w:lang w:eastAsia="ja-JP"/>
              </w:rPr>
            </w:pPr>
            <w:r w:rsidRPr="00E062F1">
              <w:rPr>
                <w:lang w:eastAsia="ja-JP"/>
              </w:rPr>
              <w:t>DC_3A_n257L</w:t>
            </w:r>
          </w:p>
          <w:p w14:paraId="7E309586" w14:textId="77777777" w:rsidR="00867F30" w:rsidRPr="00E062F1" w:rsidRDefault="00867F30" w:rsidP="006B3BD2">
            <w:pPr>
              <w:pStyle w:val="TAC"/>
              <w:rPr>
                <w:lang w:eastAsia="ja-JP"/>
              </w:rPr>
            </w:pPr>
            <w:r w:rsidRPr="00E062F1">
              <w:rPr>
                <w:lang w:eastAsia="ja-JP"/>
              </w:rPr>
              <w:t>DC_3A_n257M</w:t>
            </w:r>
          </w:p>
          <w:p w14:paraId="28E54086" w14:textId="77777777" w:rsidR="00867F30" w:rsidRPr="00E062F1" w:rsidRDefault="00867F30" w:rsidP="006B3BD2">
            <w:pPr>
              <w:pStyle w:val="TAC"/>
            </w:pPr>
            <w:r w:rsidRPr="00E062F1">
              <w:t>DC_19A_n257A</w:t>
            </w:r>
          </w:p>
          <w:p w14:paraId="7DE91E7B" w14:textId="77777777" w:rsidR="00867F30" w:rsidRPr="00E062F1" w:rsidRDefault="00867F30" w:rsidP="006B3BD2">
            <w:pPr>
              <w:pStyle w:val="TAC"/>
              <w:rPr>
                <w:lang w:eastAsia="ja-JP"/>
              </w:rPr>
            </w:pPr>
            <w:r w:rsidRPr="00E062F1">
              <w:rPr>
                <w:lang w:eastAsia="ja-JP"/>
              </w:rPr>
              <w:t>DC_19A_n257G</w:t>
            </w:r>
          </w:p>
          <w:p w14:paraId="734351A9" w14:textId="77777777" w:rsidR="00867F30" w:rsidRPr="00E062F1" w:rsidRDefault="00867F30" w:rsidP="006B3BD2">
            <w:pPr>
              <w:pStyle w:val="TAC"/>
              <w:rPr>
                <w:lang w:eastAsia="ja-JP"/>
              </w:rPr>
            </w:pPr>
            <w:r w:rsidRPr="00E062F1">
              <w:rPr>
                <w:lang w:eastAsia="ja-JP"/>
              </w:rPr>
              <w:t>DC_19A_n257H</w:t>
            </w:r>
          </w:p>
          <w:p w14:paraId="78A0BFB2" w14:textId="77777777" w:rsidR="00867F30" w:rsidRPr="00E062F1" w:rsidRDefault="00867F30" w:rsidP="006B3BD2">
            <w:pPr>
              <w:pStyle w:val="TAC"/>
              <w:rPr>
                <w:lang w:eastAsia="ja-JP"/>
              </w:rPr>
            </w:pPr>
            <w:r w:rsidRPr="00E062F1">
              <w:rPr>
                <w:lang w:eastAsia="ja-JP"/>
              </w:rPr>
              <w:t>DC_19A_n257I</w:t>
            </w:r>
          </w:p>
          <w:p w14:paraId="49E700E1" w14:textId="77777777" w:rsidR="00867F30" w:rsidRPr="00E062F1" w:rsidRDefault="00867F30" w:rsidP="006B3BD2">
            <w:pPr>
              <w:pStyle w:val="TAC"/>
            </w:pPr>
            <w:r w:rsidRPr="00E062F1">
              <w:t>DC_42A_n257A</w:t>
            </w:r>
          </w:p>
          <w:p w14:paraId="3E19A343" w14:textId="77777777" w:rsidR="00867F30" w:rsidRPr="00E062F1" w:rsidRDefault="00867F30" w:rsidP="006B3BD2">
            <w:pPr>
              <w:pStyle w:val="TAC"/>
              <w:rPr>
                <w:lang w:eastAsia="ja-JP"/>
              </w:rPr>
            </w:pPr>
            <w:r w:rsidRPr="00E062F1">
              <w:rPr>
                <w:lang w:eastAsia="ja-JP"/>
              </w:rPr>
              <w:t>DC_42A_n257G</w:t>
            </w:r>
          </w:p>
          <w:p w14:paraId="78990DEA" w14:textId="77777777" w:rsidR="00867F30" w:rsidRPr="00E062F1" w:rsidRDefault="00867F30" w:rsidP="006B3BD2">
            <w:pPr>
              <w:pStyle w:val="TAC"/>
              <w:rPr>
                <w:lang w:eastAsia="ja-JP"/>
              </w:rPr>
            </w:pPr>
            <w:r w:rsidRPr="00E062F1">
              <w:rPr>
                <w:lang w:eastAsia="ja-JP"/>
              </w:rPr>
              <w:t>DC_42A_n257H</w:t>
            </w:r>
          </w:p>
          <w:p w14:paraId="0B45E768" w14:textId="22B7BC47" w:rsidR="007C6F81" w:rsidRPr="00E062F1" w:rsidRDefault="00867F30" w:rsidP="006B3BD2">
            <w:pPr>
              <w:pStyle w:val="TAC"/>
              <w:rPr>
                <w:lang w:eastAsia="fi-FI"/>
              </w:rPr>
            </w:pPr>
            <w:r w:rsidRPr="00E062F1">
              <w:rPr>
                <w:lang w:eastAsia="ja-JP"/>
              </w:rPr>
              <w:t>DC_42A_n257I</w:t>
            </w:r>
          </w:p>
        </w:tc>
      </w:tr>
      <w:tr w:rsidR="001F078B" w:rsidRPr="00E062F1" w14:paraId="114C5524" w14:textId="77777777" w:rsidTr="006B3BD2">
        <w:trPr>
          <w:trHeight w:val="187"/>
          <w:jc w:val="center"/>
        </w:trPr>
        <w:tc>
          <w:tcPr>
            <w:tcW w:w="5098" w:type="dxa"/>
            <w:shd w:val="clear" w:color="auto" w:fill="auto"/>
            <w:noWrap/>
            <w:tcMar>
              <w:top w:w="28" w:type="dxa"/>
              <w:left w:w="28" w:type="dxa"/>
              <w:bottom w:w="28" w:type="dxa"/>
              <w:right w:w="28" w:type="dxa"/>
            </w:tcMar>
          </w:tcPr>
          <w:p w14:paraId="3343C3AE" w14:textId="77777777" w:rsidR="007C6F81" w:rsidRPr="00E062F1" w:rsidRDefault="007C6F81" w:rsidP="006B3BD2">
            <w:pPr>
              <w:pStyle w:val="TAC"/>
              <w:rPr>
                <w:lang w:eastAsia="fi-FI"/>
              </w:rPr>
            </w:pPr>
            <w:r w:rsidRPr="00E062F1">
              <w:rPr>
                <w:rFonts w:cs="Arial"/>
              </w:rPr>
              <w:t>DC_1A-3A-21A-42A_n</w:t>
            </w:r>
            <w:r w:rsidRPr="00E062F1">
              <w:rPr>
                <w:rFonts w:cs="Arial"/>
                <w:lang w:eastAsia="zh-CN"/>
              </w:rPr>
              <w:t>25</w:t>
            </w:r>
            <w:r w:rsidRPr="00E062F1">
              <w:rPr>
                <w:rFonts w:cs="Arial"/>
              </w:rPr>
              <w:t>7A</w:t>
            </w:r>
          </w:p>
          <w:p w14:paraId="41262912" w14:textId="1660FBBF" w:rsidR="007C6F81" w:rsidRPr="00E062F1" w:rsidRDefault="007C6F81" w:rsidP="006B3BD2">
            <w:pPr>
              <w:pStyle w:val="TAC"/>
              <w:rPr>
                <w:lang w:eastAsia="fi-FI"/>
              </w:rPr>
            </w:pPr>
            <w:r w:rsidRPr="00E062F1">
              <w:rPr>
                <w:lang w:eastAsia="fi-FI"/>
              </w:rPr>
              <w:t>DC_1A-3A-21A-42A_n257G</w:t>
            </w:r>
          </w:p>
          <w:p w14:paraId="70027246" w14:textId="77777777" w:rsidR="007C6F81" w:rsidRPr="00E062F1" w:rsidRDefault="007C6F81" w:rsidP="006B3BD2">
            <w:pPr>
              <w:pStyle w:val="TAC"/>
              <w:rPr>
                <w:lang w:eastAsia="fi-FI"/>
              </w:rPr>
            </w:pPr>
            <w:r w:rsidRPr="00E062F1">
              <w:rPr>
                <w:lang w:eastAsia="fi-FI"/>
              </w:rPr>
              <w:t>DC_1A-3A-21A-42A_n257H</w:t>
            </w:r>
          </w:p>
          <w:p w14:paraId="28E6E65C" w14:textId="77777777" w:rsidR="007C6F81" w:rsidRPr="00E062F1" w:rsidRDefault="007C6F81" w:rsidP="006B3BD2">
            <w:pPr>
              <w:pStyle w:val="TAC"/>
              <w:rPr>
                <w:lang w:eastAsia="fi-FI"/>
              </w:rPr>
            </w:pPr>
            <w:r w:rsidRPr="00E062F1">
              <w:rPr>
                <w:lang w:eastAsia="fi-FI"/>
              </w:rPr>
              <w:t>DC_1A-3A-21A-42A_n257I</w:t>
            </w:r>
          </w:p>
          <w:p w14:paraId="3D2025DF" w14:textId="77777777" w:rsidR="007C6F81" w:rsidRPr="00E062F1" w:rsidRDefault="007C6F81" w:rsidP="006B3BD2">
            <w:pPr>
              <w:pStyle w:val="TAC"/>
              <w:rPr>
                <w:lang w:eastAsia="fi-FI"/>
              </w:rPr>
            </w:pPr>
            <w:r w:rsidRPr="00E062F1">
              <w:rPr>
                <w:lang w:eastAsia="fi-FI"/>
              </w:rPr>
              <w:t>DC_1A-3A-21A-42A_n257J</w:t>
            </w:r>
          </w:p>
          <w:p w14:paraId="1559BCAC" w14:textId="77777777" w:rsidR="007C6F81" w:rsidRPr="00E062F1" w:rsidRDefault="007C6F81" w:rsidP="006B3BD2">
            <w:pPr>
              <w:pStyle w:val="TAC"/>
              <w:rPr>
                <w:lang w:eastAsia="fi-FI"/>
              </w:rPr>
            </w:pPr>
            <w:r w:rsidRPr="00E062F1">
              <w:rPr>
                <w:lang w:eastAsia="fi-FI"/>
              </w:rPr>
              <w:t>DC_1A-3A-21A-42A_n257K</w:t>
            </w:r>
          </w:p>
          <w:p w14:paraId="2EA7D21A" w14:textId="77777777" w:rsidR="007C6F81" w:rsidRPr="00E062F1" w:rsidRDefault="007C6F81" w:rsidP="006B3BD2">
            <w:pPr>
              <w:pStyle w:val="TAC"/>
              <w:rPr>
                <w:lang w:eastAsia="fi-FI"/>
              </w:rPr>
            </w:pPr>
            <w:r w:rsidRPr="00E062F1">
              <w:rPr>
                <w:lang w:eastAsia="fi-FI"/>
              </w:rPr>
              <w:t>DC_1A-3A-21A-42A_n257L</w:t>
            </w:r>
          </w:p>
          <w:p w14:paraId="7733EB16" w14:textId="77777777" w:rsidR="007C6F81" w:rsidRPr="00E062F1" w:rsidRDefault="007C6F81" w:rsidP="006B3BD2">
            <w:pPr>
              <w:pStyle w:val="TAC"/>
              <w:rPr>
                <w:lang w:eastAsia="fi-FI"/>
              </w:rPr>
            </w:pPr>
            <w:r w:rsidRPr="00E062F1">
              <w:rPr>
                <w:lang w:eastAsia="fi-FI"/>
              </w:rPr>
              <w:t>DC_1A-3A-21A-42A_n257M</w:t>
            </w:r>
          </w:p>
          <w:p w14:paraId="1DCE9B50" w14:textId="77777777" w:rsidR="007C6F81" w:rsidRPr="00E062F1" w:rsidRDefault="007C6F81" w:rsidP="006B3BD2">
            <w:pPr>
              <w:pStyle w:val="TAC"/>
              <w:rPr>
                <w:rFonts w:cs="Arial"/>
                <w:lang w:eastAsia="zh-CN"/>
              </w:rPr>
            </w:pPr>
            <w:r w:rsidRPr="00E062F1">
              <w:rPr>
                <w:rFonts w:cs="Arial"/>
              </w:rPr>
              <w:t>DC_1A-3A-21A-42C_n</w:t>
            </w:r>
            <w:r w:rsidRPr="00E062F1">
              <w:rPr>
                <w:rFonts w:cs="Arial"/>
                <w:lang w:eastAsia="zh-CN"/>
              </w:rPr>
              <w:t>25</w:t>
            </w:r>
            <w:r w:rsidRPr="00E062F1">
              <w:rPr>
                <w:rFonts w:cs="Arial"/>
              </w:rPr>
              <w:t>7A</w:t>
            </w:r>
          </w:p>
          <w:p w14:paraId="1A290A55" w14:textId="77777777" w:rsidR="007C6F81" w:rsidRPr="00E062F1" w:rsidRDefault="007C6F81" w:rsidP="006B3BD2">
            <w:pPr>
              <w:pStyle w:val="TAC"/>
              <w:rPr>
                <w:rFonts w:cs="Arial"/>
                <w:lang w:eastAsia="zh-CN"/>
              </w:rPr>
            </w:pPr>
            <w:r w:rsidRPr="00E062F1">
              <w:rPr>
                <w:rFonts w:cs="Arial"/>
              </w:rPr>
              <w:t>DC_1A-3A-21A-42C_n</w:t>
            </w:r>
            <w:r w:rsidRPr="00E062F1">
              <w:rPr>
                <w:rFonts w:cs="Arial"/>
                <w:lang w:eastAsia="zh-CN"/>
              </w:rPr>
              <w:t>25</w:t>
            </w:r>
            <w:r w:rsidRPr="00E062F1">
              <w:rPr>
                <w:rFonts w:cs="Arial"/>
              </w:rPr>
              <w:t>7</w:t>
            </w:r>
            <w:r w:rsidRPr="00E062F1">
              <w:rPr>
                <w:rFonts w:cs="Arial"/>
                <w:lang w:eastAsia="zh-CN"/>
              </w:rPr>
              <w:t>D</w:t>
            </w:r>
          </w:p>
          <w:p w14:paraId="337E102F" w14:textId="77777777" w:rsidR="007C6F81" w:rsidRPr="00E062F1" w:rsidRDefault="007C6F81" w:rsidP="006B3BD2">
            <w:pPr>
              <w:pStyle w:val="TAC"/>
              <w:rPr>
                <w:rFonts w:cs="Arial"/>
                <w:lang w:eastAsia="zh-CN"/>
              </w:rPr>
            </w:pPr>
            <w:r w:rsidRPr="00E062F1">
              <w:rPr>
                <w:rFonts w:cs="Arial"/>
              </w:rPr>
              <w:t>DC_1A-3A-21A-42C_n</w:t>
            </w:r>
            <w:r w:rsidRPr="00E062F1">
              <w:rPr>
                <w:rFonts w:cs="Arial"/>
                <w:lang w:eastAsia="zh-CN"/>
              </w:rPr>
              <w:t>25</w:t>
            </w:r>
            <w:r w:rsidRPr="00E062F1">
              <w:rPr>
                <w:rFonts w:cs="Arial"/>
              </w:rPr>
              <w:t>7</w:t>
            </w:r>
            <w:r w:rsidRPr="00E062F1">
              <w:rPr>
                <w:rFonts w:cs="Arial"/>
                <w:lang w:eastAsia="zh-CN"/>
              </w:rPr>
              <w:t>E</w:t>
            </w:r>
          </w:p>
          <w:p w14:paraId="063FA27C" w14:textId="77777777" w:rsidR="007C6F81" w:rsidRPr="00E062F1" w:rsidRDefault="007C6F81" w:rsidP="006B3BD2">
            <w:pPr>
              <w:pStyle w:val="TAC"/>
              <w:rPr>
                <w:lang w:eastAsia="fi-FI"/>
              </w:rPr>
            </w:pPr>
            <w:r w:rsidRPr="00E062F1">
              <w:rPr>
                <w:rFonts w:cs="Arial"/>
              </w:rPr>
              <w:t>DC_1A-3A-21A-42C_n</w:t>
            </w:r>
            <w:r w:rsidRPr="00E062F1">
              <w:rPr>
                <w:rFonts w:cs="Arial"/>
                <w:lang w:eastAsia="zh-CN"/>
              </w:rPr>
              <w:t>25</w:t>
            </w:r>
            <w:r w:rsidRPr="00E062F1">
              <w:rPr>
                <w:rFonts w:cs="Arial"/>
              </w:rPr>
              <w:t>7</w:t>
            </w:r>
            <w:r w:rsidRPr="00E062F1">
              <w:rPr>
                <w:rFonts w:cs="Arial"/>
                <w:lang w:eastAsia="zh-CN"/>
              </w:rPr>
              <w:t>F</w:t>
            </w:r>
          </w:p>
          <w:p w14:paraId="5249267E" w14:textId="77777777" w:rsidR="007C6F81" w:rsidRPr="00E062F1" w:rsidRDefault="007C6F81" w:rsidP="006B3BD2">
            <w:pPr>
              <w:pStyle w:val="TAC"/>
              <w:rPr>
                <w:lang w:eastAsia="fi-FI"/>
              </w:rPr>
            </w:pPr>
            <w:r w:rsidRPr="00E062F1">
              <w:rPr>
                <w:lang w:eastAsia="fi-FI"/>
              </w:rPr>
              <w:t>DC_1A-3A-21A-42C_n257G</w:t>
            </w:r>
          </w:p>
          <w:p w14:paraId="5B56997F" w14:textId="77777777" w:rsidR="007C6F81" w:rsidRPr="00E062F1" w:rsidRDefault="007C6F81" w:rsidP="006B3BD2">
            <w:pPr>
              <w:pStyle w:val="TAC"/>
              <w:rPr>
                <w:lang w:eastAsia="fi-FI"/>
              </w:rPr>
            </w:pPr>
            <w:r w:rsidRPr="00E062F1">
              <w:rPr>
                <w:lang w:eastAsia="fi-FI"/>
              </w:rPr>
              <w:t>DC_1A-3A-21A-42C_n257H</w:t>
            </w:r>
          </w:p>
          <w:p w14:paraId="244B824B" w14:textId="77777777" w:rsidR="007C6F81" w:rsidRPr="00E062F1" w:rsidRDefault="007C6F81" w:rsidP="006B3BD2">
            <w:pPr>
              <w:pStyle w:val="TAC"/>
              <w:rPr>
                <w:lang w:eastAsia="fi-FI"/>
              </w:rPr>
            </w:pPr>
            <w:r w:rsidRPr="00E062F1">
              <w:rPr>
                <w:lang w:eastAsia="fi-FI"/>
              </w:rPr>
              <w:t>DC_1A-3A-21A-42C_n257I</w:t>
            </w:r>
          </w:p>
          <w:p w14:paraId="7FD232F6" w14:textId="77777777" w:rsidR="007C6F81" w:rsidRPr="00E062F1" w:rsidRDefault="007C6F81" w:rsidP="006B3BD2">
            <w:pPr>
              <w:pStyle w:val="TAC"/>
              <w:rPr>
                <w:lang w:eastAsia="fi-FI"/>
              </w:rPr>
            </w:pPr>
            <w:r w:rsidRPr="00E062F1">
              <w:rPr>
                <w:lang w:eastAsia="fi-FI"/>
              </w:rPr>
              <w:t>DC_1A-3A-21A-42C_n257J</w:t>
            </w:r>
          </w:p>
          <w:p w14:paraId="3DF9FEA7" w14:textId="77777777" w:rsidR="007C6F81" w:rsidRPr="00E062F1" w:rsidRDefault="007C6F81" w:rsidP="006B3BD2">
            <w:pPr>
              <w:pStyle w:val="TAC"/>
              <w:rPr>
                <w:lang w:eastAsia="fi-FI"/>
              </w:rPr>
            </w:pPr>
            <w:r w:rsidRPr="00E062F1">
              <w:rPr>
                <w:lang w:eastAsia="fi-FI"/>
              </w:rPr>
              <w:t>DC_1A-3A-21A-42C_n257K</w:t>
            </w:r>
          </w:p>
          <w:p w14:paraId="3AAB2D1A" w14:textId="77777777" w:rsidR="007C6F81" w:rsidRPr="00E062F1" w:rsidRDefault="007C6F81" w:rsidP="006B3BD2">
            <w:pPr>
              <w:pStyle w:val="TAC"/>
              <w:rPr>
                <w:lang w:eastAsia="fi-FI"/>
              </w:rPr>
            </w:pPr>
            <w:r w:rsidRPr="00E062F1">
              <w:rPr>
                <w:lang w:eastAsia="fi-FI"/>
              </w:rPr>
              <w:t>DC_1A-3A-21A-42C_n257L</w:t>
            </w:r>
          </w:p>
          <w:p w14:paraId="1B5DB866" w14:textId="53EE0F84" w:rsidR="007C6F81" w:rsidRPr="00E062F1" w:rsidRDefault="007C6F81" w:rsidP="006B3BD2">
            <w:pPr>
              <w:pStyle w:val="TAC"/>
              <w:rPr>
                <w:lang w:eastAsia="fi-FI"/>
              </w:rPr>
            </w:pPr>
            <w:r w:rsidRPr="00E062F1">
              <w:rPr>
                <w:lang w:eastAsia="fi-FI"/>
              </w:rPr>
              <w:t>DC_1A-3A-21A-42C_n257M</w:t>
            </w:r>
          </w:p>
        </w:tc>
        <w:tc>
          <w:tcPr>
            <w:tcW w:w="4533" w:type="dxa"/>
            <w:tcMar>
              <w:top w:w="28" w:type="dxa"/>
              <w:left w:w="28" w:type="dxa"/>
              <w:bottom w:w="28" w:type="dxa"/>
              <w:right w:w="28" w:type="dxa"/>
            </w:tcMar>
          </w:tcPr>
          <w:p w14:paraId="282E01AE" w14:textId="77777777" w:rsidR="00867F30" w:rsidRPr="00E062F1" w:rsidRDefault="00867F30" w:rsidP="006B3BD2">
            <w:pPr>
              <w:pStyle w:val="TAC"/>
            </w:pPr>
            <w:r w:rsidRPr="00E062F1">
              <w:t>DC_</w:t>
            </w:r>
            <w:r w:rsidRPr="00E062F1">
              <w:rPr>
                <w:rFonts w:eastAsia="Malgun Gothic"/>
              </w:rPr>
              <w:t>1A_</w:t>
            </w:r>
            <w:r w:rsidRPr="00E062F1">
              <w:t>n</w:t>
            </w:r>
            <w:r w:rsidRPr="00E062F1">
              <w:rPr>
                <w:lang w:eastAsia="zh-CN"/>
              </w:rPr>
              <w:t>257</w:t>
            </w:r>
            <w:r w:rsidRPr="00E062F1">
              <w:t>A</w:t>
            </w:r>
          </w:p>
          <w:p w14:paraId="080338D2" w14:textId="77777777" w:rsidR="00867F30" w:rsidRPr="00E062F1" w:rsidRDefault="00867F30" w:rsidP="006B3BD2">
            <w:pPr>
              <w:pStyle w:val="TAC"/>
              <w:rPr>
                <w:lang w:eastAsia="ja-JP"/>
              </w:rPr>
            </w:pPr>
            <w:r w:rsidRPr="00E062F1">
              <w:rPr>
                <w:lang w:eastAsia="ja-JP"/>
              </w:rPr>
              <w:t>DC_1A_n257G</w:t>
            </w:r>
          </w:p>
          <w:p w14:paraId="7EA78423" w14:textId="77777777" w:rsidR="00867F30" w:rsidRPr="00E062F1" w:rsidRDefault="00867F30" w:rsidP="006B3BD2">
            <w:pPr>
              <w:pStyle w:val="TAC"/>
              <w:rPr>
                <w:lang w:eastAsia="ja-JP"/>
              </w:rPr>
            </w:pPr>
            <w:r w:rsidRPr="00E062F1">
              <w:rPr>
                <w:lang w:eastAsia="ja-JP"/>
              </w:rPr>
              <w:t>DC_1A_n257H</w:t>
            </w:r>
          </w:p>
          <w:p w14:paraId="7B85273A" w14:textId="77777777" w:rsidR="00867F30" w:rsidRPr="00E062F1" w:rsidRDefault="00867F30" w:rsidP="006B3BD2">
            <w:pPr>
              <w:pStyle w:val="TAC"/>
              <w:rPr>
                <w:lang w:eastAsia="ja-JP"/>
              </w:rPr>
            </w:pPr>
            <w:r w:rsidRPr="00E062F1">
              <w:rPr>
                <w:lang w:eastAsia="ja-JP"/>
              </w:rPr>
              <w:t>DC_1A_n257I</w:t>
            </w:r>
          </w:p>
          <w:p w14:paraId="3E3EC74B" w14:textId="77777777" w:rsidR="00867F30" w:rsidRPr="00E062F1" w:rsidRDefault="00867F30" w:rsidP="006B3BD2">
            <w:pPr>
              <w:pStyle w:val="TAC"/>
              <w:rPr>
                <w:lang w:eastAsia="ja-JP"/>
              </w:rPr>
            </w:pPr>
            <w:r w:rsidRPr="00E062F1">
              <w:rPr>
                <w:lang w:eastAsia="ja-JP"/>
              </w:rPr>
              <w:t>DC_3A_n257A</w:t>
            </w:r>
          </w:p>
          <w:p w14:paraId="09705F64" w14:textId="77777777" w:rsidR="00867F30" w:rsidRPr="00E062F1" w:rsidRDefault="00867F30" w:rsidP="006B3BD2">
            <w:pPr>
              <w:pStyle w:val="TAC"/>
              <w:rPr>
                <w:lang w:eastAsia="ja-JP"/>
              </w:rPr>
            </w:pPr>
            <w:r w:rsidRPr="00E062F1">
              <w:rPr>
                <w:lang w:eastAsia="ja-JP"/>
              </w:rPr>
              <w:t>DC_3A_n257G</w:t>
            </w:r>
          </w:p>
          <w:p w14:paraId="37083C52" w14:textId="77777777" w:rsidR="00867F30" w:rsidRPr="00E062F1" w:rsidRDefault="00867F30" w:rsidP="006B3BD2">
            <w:pPr>
              <w:pStyle w:val="TAC"/>
              <w:rPr>
                <w:lang w:eastAsia="ja-JP"/>
              </w:rPr>
            </w:pPr>
            <w:r w:rsidRPr="00E062F1">
              <w:rPr>
                <w:lang w:eastAsia="ja-JP"/>
              </w:rPr>
              <w:t>DC_3A_n257H</w:t>
            </w:r>
          </w:p>
          <w:p w14:paraId="51FEEA15" w14:textId="77777777" w:rsidR="00867F30" w:rsidRPr="00E062F1" w:rsidRDefault="00867F30" w:rsidP="006B3BD2">
            <w:pPr>
              <w:pStyle w:val="TAC"/>
              <w:rPr>
                <w:lang w:eastAsia="ja-JP"/>
              </w:rPr>
            </w:pPr>
            <w:r w:rsidRPr="00E062F1">
              <w:rPr>
                <w:lang w:eastAsia="ja-JP"/>
              </w:rPr>
              <w:t>DC_3A_n257I</w:t>
            </w:r>
          </w:p>
          <w:p w14:paraId="3B670EBB" w14:textId="77777777" w:rsidR="00867F30" w:rsidRPr="00E062F1" w:rsidRDefault="00867F30" w:rsidP="006B3BD2">
            <w:pPr>
              <w:pStyle w:val="TAC"/>
              <w:rPr>
                <w:lang w:eastAsia="ja-JP"/>
              </w:rPr>
            </w:pPr>
            <w:r w:rsidRPr="00E062F1">
              <w:rPr>
                <w:lang w:eastAsia="ja-JP"/>
              </w:rPr>
              <w:t>DC_3A_n257J</w:t>
            </w:r>
          </w:p>
          <w:p w14:paraId="7BACF35F" w14:textId="77777777" w:rsidR="00867F30" w:rsidRPr="00E062F1" w:rsidRDefault="00867F30" w:rsidP="006B3BD2">
            <w:pPr>
              <w:pStyle w:val="TAC"/>
              <w:rPr>
                <w:lang w:eastAsia="ja-JP"/>
              </w:rPr>
            </w:pPr>
            <w:r w:rsidRPr="00E062F1">
              <w:rPr>
                <w:lang w:eastAsia="ja-JP"/>
              </w:rPr>
              <w:t>DC_3A_n257K</w:t>
            </w:r>
          </w:p>
          <w:p w14:paraId="350182BE" w14:textId="77777777" w:rsidR="00867F30" w:rsidRPr="00E062F1" w:rsidRDefault="00867F30" w:rsidP="006B3BD2">
            <w:pPr>
              <w:pStyle w:val="TAC"/>
              <w:rPr>
                <w:lang w:eastAsia="ja-JP"/>
              </w:rPr>
            </w:pPr>
            <w:r w:rsidRPr="00E062F1">
              <w:rPr>
                <w:lang w:eastAsia="ja-JP"/>
              </w:rPr>
              <w:t>DC_3A_n257L</w:t>
            </w:r>
          </w:p>
          <w:p w14:paraId="160176FC" w14:textId="77777777" w:rsidR="00867F30" w:rsidRPr="00E062F1" w:rsidRDefault="00867F30" w:rsidP="006B3BD2">
            <w:pPr>
              <w:pStyle w:val="TAC"/>
              <w:rPr>
                <w:lang w:eastAsia="ja-JP"/>
              </w:rPr>
            </w:pPr>
            <w:r w:rsidRPr="00E062F1">
              <w:rPr>
                <w:lang w:eastAsia="ja-JP"/>
              </w:rPr>
              <w:t>DC_3A_n257M</w:t>
            </w:r>
          </w:p>
          <w:p w14:paraId="513E71B8" w14:textId="77777777" w:rsidR="00867F30" w:rsidRPr="00E062F1" w:rsidRDefault="00867F30" w:rsidP="006B3BD2">
            <w:pPr>
              <w:pStyle w:val="TAC"/>
            </w:pPr>
            <w:r w:rsidRPr="00E062F1">
              <w:t>DC_</w:t>
            </w:r>
            <w:r w:rsidRPr="00E062F1">
              <w:rPr>
                <w:rFonts w:eastAsia="Malgun Gothic"/>
              </w:rPr>
              <w:t>21A_</w:t>
            </w:r>
            <w:r w:rsidRPr="00E062F1">
              <w:t>n</w:t>
            </w:r>
            <w:r w:rsidRPr="00E062F1">
              <w:rPr>
                <w:lang w:eastAsia="zh-CN"/>
              </w:rPr>
              <w:t>257</w:t>
            </w:r>
            <w:r w:rsidRPr="00E062F1">
              <w:t>A</w:t>
            </w:r>
          </w:p>
          <w:p w14:paraId="639D8751" w14:textId="77777777" w:rsidR="00867F30" w:rsidRPr="00E062F1" w:rsidRDefault="00867F30" w:rsidP="006B3BD2">
            <w:pPr>
              <w:pStyle w:val="TAC"/>
              <w:rPr>
                <w:lang w:eastAsia="ja-JP"/>
              </w:rPr>
            </w:pPr>
            <w:r w:rsidRPr="00E062F1">
              <w:rPr>
                <w:lang w:eastAsia="ja-JP"/>
              </w:rPr>
              <w:t>DC_21A_n257G</w:t>
            </w:r>
          </w:p>
          <w:p w14:paraId="2D5D28B6" w14:textId="77777777" w:rsidR="00867F30" w:rsidRPr="00E062F1" w:rsidRDefault="00867F30" w:rsidP="006B3BD2">
            <w:pPr>
              <w:pStyle w:val="TAC"/>
              <w:rPr>
                <w:lang w:eastAsia="ja-JP"/>
              </w:rPr>
            </w:pPr>
            <w:r w:rsidRPr="00E062F1">
              <w:rPr>
                <w:lang w:eastAsia="ja-JP"/>
              </w:rPr>
              <w:t>DC_21A_n257H</w:t>
            </w:r>
          </w:p>
          <w:p w14:paraId="69EF9260" w14:textId="77777777" w:rsidR="00867F30" w:rsidRPr="00E062F1" w:rsidRDefault="00867F30" w:rsidP="006B3BD2">
            <w:pPr>
              <w:pStyle w:val="TAC"/>
              <w:rPr>
                <w:lang w:eastAsia="ja-JP"/>
              </w:rPr>
            </w:pPr>
            <w:r w:rsidRPr="00E062F1">
              <w:rPr>
                <w:lang w:eastAsia="ja-JP"/>
              </w:rPr>
              <w:t>DC_21A_n257I</w:t>
            </w:r>
          </w:p>
          <w:p w14:paraId="26CF58EC" w14:textId="77777777" w:rsidR="00867F30" w:rsidRPr="00E062F1" w:rsidRDefault="00867F30" w:rsidP="006B3BD2">
            <w:pPr>
              <w:pStyle w:val="TAC"/>
            </w:pPr>
            <w:r w:rsidRPr="00E062F1">
              <w:t>DC_</w:t>
            </w:r>
            <w:r w:rsidRPr="00E062F1">
              <w:rPr>
                <w:lang w:eastAsia="zh-CN"/>
              </w:rPr>
              <w:t>42</w:t>
            </w:r>
            <w:r w:rsidRPr="00E062F1">
              <w:rPr>
                <w:rFonts w:eastAsia="Malgun Gothic"/>
              </w:rPr>
              <w:t>A_</w:t>
            </w:r>
            <w:r w:rsidRPr="00E062F1">
              <w:t>n</w:t>
            </w:r>
            <w:r w:rsidRPr="00E062F1">
              <w:rPr>
                <w:lang w:eastAsia="zh-CN"/>
              </w:rPr>
              <w:t>257</w:t>
            </w:r>
            <w:r w:rsidRPr="00E062F1">
              <w:t>A</w:t>
            </w:r>
          </w:p>
          <w:p w14:paraId="7B932CB9" w14:textId="77777777" w:rsidR="00867F30" w:rsidRPr="00E062F1" w:rsidRDefault="00867F30" w:rsidP="006B3BD2">
            <w:pPr>
              <w:pStyle w:val="TAC"/>
              <w:rPr>
                <w:lang w:eastAsia="ja-JP"/>
              </w:rPr>
            </w:pPr>
            <w:r w:rsidRPr="00E062F1">
              <w:rPr>
                <w:lang w:eastAsia="ja-JP"/>
              </w:rPr>
              <w:t>DC_42A_n257G</w:t>
            </w:r>
          </w:p>
          <w:p w14:paraId="5827B0FD" w14:textId="77777777" w:rsidR="00867F30" w:rsidRPr="00E062F1" w:rsidRDefault="00867F30" w:rsidP="006B3BD2">
            <w:pPr>
              <w:pStyle w:val="TAC"/>
              <w:rPr>
                <w:lang w:eastAsia="ja-JP"/>
              </w:rPr>
            </w:pPr>
            <w:r w:rsidRPr="00E062F1">
              <w:rPr>
                <w:lang w:eastAsia="ja-JP"/>
              </w:rPr>
              <w:t>DC_42A_n257H</w:t>
            </w:r>
          </w:p>
          <w:p w14:paraId="7577D5A7" w14:textId="05BDB673" w:rsidR="007C6F81" w:rsidRPr="00E062F1" w:rsidRDefault="00867F30" w:rsidP="006B3BD2">
            <w:pPr>
              <w:pStyle w:val="TAC"/>
              <w:rPr>
                <w:lang w:eastAsia="fi-FI"/>
              </w:rPr>
            </w:pPr>
            <w:r w:rsidRPr="00E062F1">
              <w:rPr>
                <w:lang w:eastAsia="ja-JP"/>
              </w:rPr>
              <w:t>DC_42A_n257I</w:t>
            </w:r>
          </w:p>
        </w:tc>
      </w:tr>
      <w:tr w:rsidR="001F078B" w:rsidRPr="002665C4" w14:paraId="200C6D29" w14:textId="77777777" w:rsidTr="006B3BD2">
        <w:trPr>
          <w:trHeight w:val="187"/>
          <w:jc w:val="center"/>
        </w:trPr>
        <w:tc>
          <w:tcPr>
            <w:tcW w:w="5098" w:type="dxa"/>
            <w:shd w:val="clear" w:color="auto" w:fill="auto"/>
            <w:noWrap/>
            <w:tcMar>
              <w:top w:w="28" w:type="dxa"/>
              <w:left w:w="28" w:type="dxa"/>
              <w:bottom w:w="28" w:type="dxa"/>
              <w:right w:w="28" w:type="dxa"/>
            </w:tcMar>
          </w:tcPr>
          <w:p w14:paraId="0EADA7AE" w14:textId="77777777" w:rsidR="007C6F81" w:rsidRPr="00E062F1" w:rsidRDefault="007C6F81" w:rsidP="006B3BD2">
            <w:pPr>
              <w:pStyle w:val="TAC"/>
              <w:rPr>
                <w:lang w:eastAsia="fi-FI"/>
              </w:rPr>
            </w:pPr>
            <w:r w:rsidRPr="00E062F1">
              <w:rPr>
                <w:rFonts w:cs="Arial"/>
                <w:szCs w:val="18"/>
                <w:lang w:eastAsia="ja-JP"/>
              </w:rPr>
              <w:t>DC_1A-3A-28A-42A_n257A</w:t>
            </w:r>
          </w:p>
          <w:p w14:paraId="370685EB" w14:textId="77777777" w:rsidR="007C6F81" w:rsidRPr="00E062F1" w:rsidRDefault="007C6F81" w:rsidP="006B3BD2">
            <w:pPr>
              <w:pStyle w:val="TAC"/>
              <w:rPr>
                <w:lang w:eastAsia="fi-FI"/>
              </w:rPr>
            </w:pPr>
            <w:r w:rsidRPr="00E062F1">
              <w:rPr>
                <w:lang w:eastAsia="fi-FI"/>
              </w:rPr>
              <w:t>DC_1A-3A-28A-42A_n257G</w:t>
            </w:r>
          </w:p>
          <w:p w14:paraId="104C5BB2" w14:textId="77777777" w:rsidR="007C6F81" w:rsidRPr="00E062F1" w:rsidRDefault="007C6F81" w:rsidP="006B3BD2">
            <w:pPr>
              <w:pStyle w:val="TAC"/>
              <w:rPr>
                <w:lang w:eastAsia="fi-FI"/>
              </w:rPr>
            </w:pPr>
            <w:r w:rsidRPr="00E062F1">
              <w:rPr>
                <w:lang w:eastAsia="fi-FI"/>
              </w:rPr>
              <w:t>DC_1A-3A-28A-42A_n257H</w:t>
            </w:r>
          </w:p>
          <w:p w14:paraId="5C666E8A" w14:textId="77777777" w:rsidR="007C6F81" w:rsidRPr="00E062F1" w:rsidRDefault="007C6F81" w:rsidP="006B3BD2">
            <w:pPr>
              <w:pStyle w:val="TAC"/>
              <w:rPr>
                <w:lang w:eastAsia="fi-FI"/>
              </w:rPr>
            </w:pPr>
            <w:r w:rsidRPr="00E062F1">
              <w:rPr>
                <w:lang w:eastAsia="fi-FI"/>
              </w:rPr>
              <w:t>DC_1A-3A-28A-42A_n257I</w:t>
            </w:r>
          </w:p>
          <w:p w14:paraId="60AB8AC8" w14:textId="77777777" w:rsidR="007C6F81" w:rsidRPr="00E062F1" w:rsidRDefault="007C6F81" w:rsidP="006B3BD2">
            <w:pPr>
              <w:pStyle w:val="TAC"/>
              <w:rPr>
                <w:lang w:eastAsia="fi-FI"/>
              </w:rPr>
            </w:pPr>
            <w:r w:rsidRPr="00E062F1">
              <w:rPr>
                <w:lang w:eastAsia="fi-FI"/>
              </w:rPr>
              <w:t>DC_1A-3A-28A-42A_n257J</w:t>
            </w:r>
          </w:p>
          <w:p w14:paraId="2FF81504" w14:textId="77777777" w:rsidR="007C6F81" w:rsidRPr="00E062F1" w:rsidRDefault="007C6F81" w:rsidP="006B3BD2">
            <w:pPr>
              <w:pStyle w:val="TAC"/>
              <w:rPr>
                <w:lang w:eastAsia="fi-FI"/>
              </w:rPr>
            </w:pPr>
            <w:r w:rsidRPr="00E062F1">
              <w:rPr>
                <w:lang w:eastAsia="fi-FI"/>
              </w:rPr>
              <w:t>DC_1A-3A-28A-42A_n257K</w:t>
            </w:r>
          </w:p>
          <w:p w14:paraId="5B4B05AE" w14:textId="77777777" w:rsidR="007C6F81" w:rsidRPr="00E062F1" w:rsidRDefault="007C6F81" w:rsidP="006B3BD2">
            <w:pPr>
              <w:pStyle w:val="TAC"/>
              <w:rPr>
                <w:lang w:eastAsia="fi-FI"/>
              </w:rPr>
            </w:pPr>
            <w:r w:rsidRPr="00E062F1">
              <w:rPr>
                <w:lang w:eastAsia="fi-FI"/>
              </w:rPr>
              <w:t>DC_1A-3A-28A-42A_n257L</w:t>
            </w:r>
          </w:p>
          <w:p w14:paraId="6825CC22" w14:textId="77777777" w:rsidR="007C6F81" w:rsidRPr="00E062F1" w:rsidRDefault="007C6F81" w:rsidP="006B3BD2">
            <w:pPr>
              <w:pStyle w:val="TAC"/>
              <w:rPr>
                <w:lang w:eastAsia="fi-FI"/>
              </w:rPr>
            </w:pPr>
            <w:r w:rsidRPr="00E062F1">
              <w:rPr>
                <w:lang w:eastAsia="fi-FI"/>
              </w:rPr>
              <w:t>DC_1A-3A-28A-42A_n257M</w:t>
            </w:r>
          </w:p>
          <w:p w14:paraId="0D153216" w14:textId="77777777" w:rsidR="007C6F81" w:rsidRPr="00E062F1" w:rsidRDefault="007C6F81" w:rsidP="006B3BD2">
            <w:pPr>
              <w:pStyle w:val="TAC"/>
              <w:rPr>
                <w:lang w:eastAsia="fi-FI"/>
              </w:rPr>
            </w:pPr>
            <w:r w:rsidRPr="00E062F1">
              <w:rPr>
                <w:rFonts w:cs="Arial"/>
              </w:rPr>
              <w:t>DC_1A-3A-2</w:t>
            </w:r>
            <w:r w:rsidRPr="00E062F1">
              <w:rPr>
                <w:rFonts w:cs="Arial"/>
                <w:lang w:eastAsia="zh-CN"/>
              </w:rPr>
              <w:t>8</w:t>
            </w:r>
            <w:r w:rsidRPr="00E062F1">
              <w:rPr>
                <w:rFonts w:cs="Arial"/>
              </w:rPr>
              <w:t>A-42C_n</w:t>
            </w:r>
            <w:r w:rsidRPr="00E062F1">
              <w:rPr>
                <w:rFonts w:cs="Arial"/>
                <w:lang w:eastAsia="zh-CN"/>
              </w:rPr>
              <w:t>25</w:t>
            </w:r>
            <w:r w:rsidRPr="00E062F1">
              <w:rPr>
                <w:rFonts w:cs="Arial"/>
              </w:rPr>
              <w:t>7A</w:t>
            </w:r>
          </w:p>
          <w:p w14:paraId="012F2188" w14:textId="77777777" w:rsidR="007C6F81" w:rsidRPr="00E062F1" w:rsidRDefault="007C6F81" w:rsidP="006B3BD2">
            <w:pPr>
              <w:pStyle w:val="TAC"/>
              <w:rPr>
                <w:lang w:eastAsia="fi-FI"/>
              </w:rPr>
            </w:pPr>
            <w:r w:rsidRPr="00E062F1">
              <w:rPr>
                <w:lang w:eastAsia="fi-FI"/>
              </w:rPr>
              <w:t>DC_1A-3A-28A-42C_n257G</w:t>
            </w:r>
          </w:p>
          <w:p w14:paraId="0825FFFA" w14:textId="77777777" w:rsidR="007C6F81" w:rsidRPr="00E062F1" w:rsidRDefault="007C6F81" w:rsidP="006B3BD2">
            <w:pPr>
              <w:pStyle w:val="TAC"/>
              <w:rPr>
                <w:lang w:eastAsia="fi-FI"/>
              </w:rPr>
            </w:pPr>
            <w:r w:rsidRPr="00E062F1">
              <w:rPr>
                <w:lang w:eastAsia="fi-FI"/>
              </w:rPr>
              <w:t>DC_1A-3A-28A-42C_n257H</w:t>
            </w:r>
          </w:p>
          <w:p w14:paraId="34D9DBAF" w14:textId="77777777" w:rsidR="007C6F81" w:rsidRPr="00E062F1" w:rsidRDefault="007C6F81" w:rsidP="006B3BD2">
            <w:pPr>
              <w:pStyle w:val="TAC"/>
              <w:rPr>
                <w:lang w:eastAsia="fi-FI"/>
              </w:rPr>
            </w:pPr>
            <w:r w:rsidRPr="00E062F1">
              <w:rPr>
                <w:lang w:eastAsia="fi-FI"/>
              </w:rPr>
              <w:t>DC_1A-3A-28A-42C_n257I</w:t>
            </w:r>
          </w:p>
          <w:p w14:paraId="24CDA0F4" w14:textId="77777777" w:rsidR="007C6F81" w:rsidRPr="00E062F1" w:rsidRDefault="007C6F81" w:rsidP="006B3BD2">
            <w:pPr>
              <w:pStyle w:val="TAC"/>
              <w:rPr>
                <w:lang w:eastAsia="fi-FI"/>
              </w:rPr>
            </w:pPr>
            <w:r w:rsidRPr="00E062F1">
              <w:rPr>
                <w:lang w:eastAsia="fi-FI"/>
              </w:rPr>
              <w:t>DC_1A-3A-28A-42C_n257J</w:t>
            </w:r>
          </w:p>
          <w:p w14:paraId="7FA480B3" w14:textId="77777777" w:rsidR="007C6F81" w:rsidRPr="00E062F1" w:rsidRDefault="007C6F81" w:rsidP="006B3BD2">
            <w:pPr>
              <w:pStyle w:val="TAC"/>
              <w:rPr>
                <w:lang w:eastAsia="fi-FI"/>
              </w:rPr>
            </w:pPr>
            <w:r w:rsidRPr="00E062F1">
              <w:rPr>
                <w:lang w:eastAsia="fi-FI"/>
              </w:rPr>
              <w:t>DC_1A-3A-28A-42C_n257K</w:t>
            </w:r>
          </w:p>
          <w:p w14:paraId="64EA433B" w14:textId="77777777" w:rsidR="007C6F81" w:rsidRPr="00E062F1" w:rsidRDefault="007C6F81" w:rsidP="006B3BD2">
            <w:pPr>
              <w:pStyle w:val="TAC"/>
              <w:rPr>
                <w:lang w:eastAsia="fi-FI"/>
              </w:rPr>
            </w:pPr>
            <w:r w:rsidRPr="00E062F1">
              <w:rPr>
                <w:lang w:eastAsia="fi-FI"/>
              </w:rPr>
              <w:t>DC_1A-3A-28A-42C_n257L</w:t>
            </w:r>
          </w:p>
          <w:p w14:paraId="464FEC59" w14:textId="2D19809B" w:rsidR="007C6F81" w:rsidRPr="00E062F1" w:rsidRDefault="007C6F81" w:rsidP="006B3BD2">
            <w:pPr>
              <w:pStyle w:val="TAC"/>
              <w:rPr>
                <w:lang w:eastAsia="fi-FI"/>
              </w:rPr>
            </w:pPr>
            <w:r w:rsidRPr="00E062F1">
              <w:rPr>
                <w:lang w:eastAsia="fi-FI"/>
              </w:rPr>
              <w:t>DC_1A-3A-28A-42C_n257M</w:t>
            </w:r>
          </w:p>
        </w:tc>
        <w:tc>
          <w:tcPr>
            <w:tcW w:w="4533" w:type="dxa"/>
            <w:tcMar>
              <w:top w:w="28" w:type="dxa"/>
              <w:left w:w="28" w:type="dxa"/>
              <w:bottom w:w="28" w:type="dxa"/>
              <w:right w:w="28" w:type="dxa"/>
            </w:tcMar>
          </w:tcPr>
          <w:p w14:paraId="4EF18701" w14:textId="77777777" w:rsidR="00867F30" w:rsidRPr="00E062F1" w:rsidRDefault="00867F30" w:rsidP="006B3BD2">
            <w:pPr>
              <w:pStyle w:val="TAC"/>
            </w:pPr>
            <w:r w:rsidRPr="00E062F1">
              <w:t>DC_</w:t>
            </w:r>
            <w:r w:rsidRPr="00E062F1">
              <w:rPr>
                <w:rFonts w:eastAsia="Malgun Gothic"/>
              </w:rPr>
              <w:t>1A_</w:t>
            </w:r>
            <w:r w:rsidRPr="00E062F1">
              <w:t>n</w:t>
            </w:r>
            <w:r w:rsidRPr="00E062F1">
              <w:rPr>
                <w:lang w:eastAsia="zh-CN"/>
              </w:rPr>
              <w:t>257</w:t>
            </w:r>
            <w:r w:rsidRPr="00E062F1">
              <w:t>A</w:t>
            </w:r>
          </w:p>
          <w:p w14:paraId="22D51864" w14:textId="77777777" w:rsidR="00867F30" w:rsidRPr="00E062F1" w:rsidRDefault="00867F30" w:rsidP="006B3BD2">
            <w:pPr>
              <w:pStyle w:val="TAC"/>
              <w:rPr>
                <w:rFonts w:eastAsia="Yu Mincho"/>
                <w:lang w:eastAsia="ja-JP"/>
              </w:rPr>
            </w:pPr>
            <w:r w:rsidRPr="00E062F1">
              <w:rPr>
                <w:rFonts w:eastAsia="Yu Mincho"/>
              </w:rPr>
              <w:t>DC_</w:t>
            </w:r>
            <w:r w:rsidRPr="00E062F1">
              <w:rPr>
                <w:rFonts w:eastAsia="Malgun Gothic"/>
              </w:rPr>
              <w:t>1A_</w:t>
            </w:r>
            <w:r w:rsidRPr="00E062F1">
              <w:rPr>
                <w:rFonts w:eastAsia="Yu Mincho"/>
              </w:rPr>
              <w:t>n</w:t>
            </w:r>
            <w:r w:rsidRPr="00E062F1">
              <w:rPr>
                <w:rFonts w:eastAsia="Yu Mincho"/>
                <w:lang w:eastAsia="zh-CN"/>
              </w:rPr>
              <w:t>257</w:t>
            </w:r>
            <w:r w:rsidRPr="00E062F1">
              <w:rPr>
                <w:rFonts w:eastAsia="Yu Mincho"/>
              </w:rPr>
              <w:t>G</w:t>
            </w:r>
          </w:p>
          <w:p w14:paraId="641584CD" w14:textId="77777777" w:rsidR="00867F30" w:rsidRPr="00E062F1" w:rsidRDefault="00867F30" w:rsidP="006B3BD2">
            <w:pPr>
              <w:pStyle w:val="TAC"/>
              <w:rPr>
                <w:rFonts w:eastAsia="Yu Mincho"/>
                <w:lang w:eastAsia="ja-JP"/>
              </w:rPr>
            </w:pPr>
            <w:r w:rsidRPr="00E062F1">
              <w:rPr>
                <w:rFonts w:eastAsia="Yu Mincho"/>
              </w:rPr>
              <w:t>DC_</w:t>
            </w:r>
            <w:r w:rsidRPr="00E062F1">
              <w:rPr>
                <w:rFonts w:eastAsia="Malgun Gothic"/>
              </w:rPr>
              <w:t>1A_</w:t>
            </w:r>
            <w:r w:rsidRPr="00E062F1">
              <w:rPr>
                <w:rFonts w:eastAsia="Yu Mincho"/>
              </w:rPr>
              <w:t>n</w:t>
            </w:r>
            <w:r w:rsidRPr="00E062F1">
              <w:rPr>
                <w:rFonts w:eastAsia="Yu Mincho"/>
                <w:lang w:eastAsia="zh-CN"/>
              </w:rPr>
              <w:t>257</w:t>
            </w:r>
            <w:r w:rsidRPr="00E062F1">
              <w:rPr>
                <w:rFonts w:eastAsia="Yu Mincho"/>
              </w:rPr>
              <w:t>H</w:t>
            </w:r>
          </w:p>
          <w:p w14:paraId="28948976" w14:textId="77777777" w:rsidR="00867F30" w:rsidRPr="00E062F1" w:rsidRDefault="00867F30" w:rsidP="006B3BD2">
            <w:pPr>
              <w:pStyle w:val="TAC"/>
              <w:rPr>
                <w:rFonts w:eastAsia="Yu Mincho"/>
                <w:lang w:eastAsia="ja-JP"/>
              </w:rPr>
            </w:pPr>
            <w:r w:rsidRPr="00E062F1">
              <w:rPr>
                <w:rFonts w:eastAsia="Yu Mincho"/>
              </w:rPr>
              <w:t>DC_</w:t>
            </w:r>
            <w:r w:rsidRPr="00E062F1">
              <w:rPr>
                <w:rFonts w:eastAsia="Malgun Gothic"/>
              </w:rPr>
              <w:t>1A_</w:t>
            </w:r>
            <w:r w:rsidRPr="00E062F1">
              <w:rPr>
                <w:rFonts w:eastAsia="Yu Mincho"/>
              </w:rPr>
              <w:t>n</w:t>
            </w:r>
            <w:r w:rsidRPr="00E062F1">
              <w:rPr>
                <w:rFonts w:eastAsia="Yu Mincho"/>
                <w:lang w:eastAsia="zh-CN"/>
              </w:rPr>
              <w:t>257</w:t>
            </w:r>
            <w:r w:rsidRPr="00E062F1">
              <w:rPr>
                <w:rFonts w:eastAsia="Yu Mincho"/>
              </w:rPr>
              <w:t>I</w:t>
            </w:r>
          </w:p>
          <w:p w14:paraId="1063DD13" w14:textId="77777777" w:rsidR="002B509E" w:rsidRPr="00E062F1" w:rsidRDefault="002B509E" w:rsidP="006B3BD2">
            <w:pPr>
              <w:pStyle w:val="TAC"/>
              <w:rPr>
                <w:lang w:eastAsia="ja-JP"/>
              </w:rPr>
            </w:pPr>
            <w:r w:rsidRPr="00E062F1">
              <w:rPr>
                <w:lang w:eastAsia="ja-JP"/>
              </w:rPr>
              <w:t>DC_3A_n257A</w:t>
            </w:r>
          </w:p>
          <w:p w14:paraId="36D87118" w14:textId="66136057" w:rsidR="00867F30" w:rsidRPr="00E062F1" w:rsidRDefault="00867F30" w:rsidP="006B3BD2">
            <w:pPr>
              <w:pStyle w:val="TAC"/>
              <w:rPr>
                <w:lang w:eastAsia="ja-JP"/>
              </w:rPr>
            </w:pPr>
            <w:r w:rsidRPr="00E062F1">
              <w:rPr>
                <w:lang w:eastAsia="ja-JP"/>
              </w:rPr>
              <w:t>DC_3A_n257G</w:t>
            </w:r>
          </w:p>
          <w:p w14:paraId="287783AE" w14:textId="77777777" w:rsidR="00867F30" w:rsidRPr="00E062F1" w:rsidRDefault="00867F30" w:rsidP="006B3BD2">
            <w:pPr>
              <w:pStyle w:val="TAC"/>
              <w:rPr>
                <w:lang w:eastAsia="ja-JP"/>
              </w:rPr>
            </w:pPr>
            <w:r w:rsidRPr="00E062F1">
              <w:rPr>
                <w:lang w:eastAsia="ja-JP"/>
              </w:rPr>
              <w:t>DC_3A_n257H</w:t>
            </w:r>
          </w:p>
          <w:p w14:paraId="0C037B83" w14:textId="77777777" w:rsidR="00867F30" w:rsidRPr="00E062F1" w:rsidRDefault="00867F30" w:rsidP="006B3BD2">
            <w:pPr>
              <w:pStyle w:val="TAC"/>
              <w:rPr>
                <w:lang w:eastAsia="ja-JP"/>
              </w:rPr>
            </w:pPr>
            <w:r w:rsidRPr="00E062F1">
              <w:rPr>
                <w:lang w:eastAsia="ja-JP"/>
              </w:rPr>
              <w:t>DC_3A_n257I</w:t>
            </w:r>
          </w:p>
          <w:p w14:paraId="7CA60722" w14:textId="77777777" w:rsidR="00867F30" w:rsidRPr="00E062F1" w:rsidRDefault="00867F30" w:rsidP="006B3BD2">
            <w:pPr>
              <w:pStyle w:val="TAC"/>
              <w:rPr>
                <w:lang w:eastAsia="ja-JP"/>
              </w:rPr>
            </w:pPr>
            <w:r w:rsidRPr="00E062F1">
              <w:rPr>
                <w:lang w:eastAsia="ja-JP"/>
              </w:rPr>
              <w:t>DC_3A_n257J</w:t>
            </w:r>
          </w:p>
          <w:p w14:paraId="086CAC8D" w14:textId="77777777" w:rsidR="00867F30" w:rsidRPr="00E062F1" w:rsidRDefault="00867F30" w:rsidP="006B3BD2">
            <w:pPr>
              <w:pStyle w:val="TAC"/>
              <w:rPr>
                <w:lang w:eastAsia="ja-JP"/>
              </w:rPr>
            </w:pPr>
            <w:r w:rsidRPr="00E062F1">
              <w:rPr>
                <w:lang w:eastAsia="ja-JP"/>
              </w:rPr>
              <w:t>DC_3A_n257K</w:t>
            </w:r>
          </w:p>
          <w:p w14:paraId="4C2440D0" w14:textId="77777777" w:rsidR="00867F30" w:rsidRPr="00E062F1" w:rsidRDefault="00867F30" w:rsidP="006B3BD2">
            <w:pPr>
              <w:pStyle w:val="TAC"/>
              <w:rPr>
                <w:lang w:eastAsia="ja-JP"/>
              </w:rPr>
            </w:pPr>
            <w:r w:rsidRPr="00E062F1">
              <w:rPr>
                <w:lang w:eastAsia="ja-JP"/>
              </w:rPr>
              <w:t>DC_3A_n257L</w:t>
            </w:r>
          </w:p>
          <w:p w14:paraId="25D7501E" w14:textId="77777777" w:rsidR="00867F30" w:rsidRPr="00E062F1" w:rsidRDefault="00867F30" w:rsidP="006B3BD2">
            <w:pPr>
              <w:pStyle w:val="TAC"/>
              <w:rPr>
                <w:lang w:eastAsia="ja-JP"/>
              </w:rPr>
            </w:pPr>
            <w:r w:rsidRPr="00E062F1">
              <w:rPr>
                <w:lang w:eastAsia="ja-JP"/>
              </w:rPr>
              <w:t>DC_3A_n257M</w:t>
            </w:r>
          </w:p>
          <w:p w14:paraId="50295F98" w14:textId="77777777" w:rsidR="00867F30" w:rsidRPr="00E062F1" w:rsidRDefault="00867F30" w:rsidP="006B3BD2">
            <w:pPr>
              <w:pStyle w:val="TAC"/>
            </w:pPr>
            <w:r w:rsidRPr="00E062F1">
              <w:t>DC_</w:t>
            </w:r>
            <w:r w:rsidRPr="00E062F1">
              <w:rPr>
                <w:rFonts w:eastAsia="Malgun Gothic"/>
              </w:rPr>
              <w:t>28A_</w:t>
            </w:r>
            <w:r w:rsidRPr="00E062F1">
              <w:t>n</w:t>
            </w:r>
            <w:r w:rsidRPr="00E062F1">
              <w:rPr>
                <w:lang w:eastAsia="zh-CN"/>
              </w:rPr>
              <w:t>257</w:t>
            </w:r>
            <w:r w:rsidRPr="00E062F1">
              <w:t>A</w:t>
            </w:r>
          </w:p>
          <w:p w14:paraId="5E453C1C" w14:textId="77777777" w:rsidR="00867F30" w:rsidRPr="00E062F1" w:rsidRDefault="00867F30" w:rsidP="006B3BD2">
            <w:pPr>
              <w:pStyle w:val="TAC"/>
              <w:rPr>
                <w:rFonts w:eastAsia="Yu Mincho"/>
              </w:rPr>
            </w:pPr>
            <w:r w:rsidRPr="00E062F1">
              <w:rPr>
                <w:rFonts w:eastAsia="Yu Mincho"/>
              </w:rPr>
              <w:t>DC_</w:t>
            </w:r>
            <w:r w:rsidRPr="00E062F1">
              <w:rPr>
                <w:rFonts w:eastAsia="Malgun Gothic"/>
              </w:rPr>
              <w:t>28A_</w:t>
            </w:r>
            <w:r w:rsidRPr="00E062F1">
              <w:rPr>
                <w:rFonts w:eastAsia="Yu Mincho"/>
              </w:rPr>
              <w:t>n</w:t>
            </w:r>
            <w:r w:rsidRPr="00E062F1">
              <w:rPr>
                <w:rFonts w:eastAsia="Yu Mincho"/>
                <w:lang w:eastAsia="zh-CN"/>
              </w:rPr>
              <w:t>257</w:t>
            </w:r>
            <w:r w:rsidRPr="00E062F1">
              <w:rPr>
                <w:rFonts w:eastAsia="Yu Mincho"/>
              </w:rPr>
              <w:t>G</w:t>
            </w:r>
          </w:p>
          <w:p w14:paraId="211FDB9C" w14:textId="77777777" w:rsidR="00867F30" w:rsidRPr="00E062F1" w:rsidRDefault="00867F30" w:rsidP="006B3BD2">
            <w:pPr>
              <w:pStyle w:val="TAC"/>
              <w:rPr>
                <w:rFonts w:eastAsia="Yu Mincho"/>
              </w:rPr>
            </w:pPr>
            <w:r w:rsidRPr="00E062F1">
              <w:rPr>
                <w:rFonts w:eastAsia="Yu Mincho"/>
              </w:rPr>
              <w:t>DC_</w:t>
            </w:r>
            <w:r w:rsidRPr="00E062F1">
              <w:rPr>
                <w:rFonts w:eastAsia="Malgun Gothic"/>
              </w:rPr>
              <w:t>28A_</w:t>
            </w:r>
            <w:r w:rsidRPr="00E062F1">
              <w:rPr>
                <w:rFonts w:eastAsia="Yu Mincho"/>
              </w:rPr>
              <w:t>n</w:t>
            </w:r>
            <w:r w:rsidRPr="00E062F1">
              <w:rPr>
                <w:rFonts w:eastAsia="Yu Mincho"/>
                <w:lang w:eastAsia="zh-CN"/>
              </w:rPr>
              <w:t>257</w:t>
            </w:r>
            <w:r w:rsidRPr="00E062F1">
              <w:rPr>
                <w:rFonts w:eastAsia="Yu Mincho"/>
              </w:rPr>
              <w:t>H</w:t>
            </w:r>
          </w:p>
          <w:p w14:paraId="5E38B68D" w14:textId="77777777" w:rsidR="00867F30" w:rsidRPr="00E062F1" w:rsidRDefault="00867F30" w:rsidP="006B3BD2">
            <w:pPr>
              <w:pStyle w:val="TAC"/>
              <w:rPr>
                <w:rFonts w:eastAsia="Yu Mincho"/>
              </w:rPr>
            </w:pPr>
            <w:r w:rsidRPr="00E062F1">
              <w:rPr>
                <w:rFonts w:eastAsia="Yu Mincho"/>
              </w:rPr>
              <w:t>DC_</w:t>
            </w:r>
            <w:r w:rsidRPr="00E062F1">
              <w:rPr>
                <w:rFonts w:eastAsia="Malgun Gothic"/>
              </w:rPr>
              <w:t>28A_</w:t>
            </w:r>
            <w:r w:rsidRPr="00E062F1">
              <w:rPr>
                <w:rFonts w:eastAsia="Yu Mincho"/>
              </w:rPr>
              <w:t>n</w:t>
            </w:r>
            <w:r w:rsidRPr="00E062F1">
              <w:rPr>
                <w:rFonts w:eastAsia="Yu Mincho"/>
                <w:lang w:eastAsia="zh-CN"/>
              </w:rPr>
              <w:t>257</w:t>
            </w:r>
            <w:r w:rsidRPr="00E062F1">
              <w:rPr>
                <w:rFonts w:eastAsia="Yu Mincho"/>
              </w:rPr>
              <w:t>I</w:t>
            </w:r>
          </w:p>
          <w:p w14:paraId="69FED9B2" w14:textId="77777777" w:rsidR="00B57A6F" w:rsidRPr="00E062F1" w:rsidRDefault="00B57A6F" w:rsidP="006B3BD2">
            <w:pPr>
              <w:pStyle w:val="TAC"/>
              <w:rPr>
                <w:rFonts w:eastAsia="Yu Mincho"/>
              </w:rPr>
            </w:pPr>
            <w:r w:rsidRPr="00E062F1">
              <w:t>DC_42</w:t>
            </w:r>
            <w:r w:rsidRPr="00E062F1">
              <w:rPr>
                <w:rFonts w:eastAsia="Times New Roman"/>
              </w:rPr>
              <w:t>A_</w:t>
            </w:r>
            <w:r w:rsidRPr="00E062F1">
              <w:t>n257A</w:t>
            </w:r>
          </w:p>
          <w:p w14:paraId="2956D565" w14:textId="3F74416D" w:rsidR="00867F30" w:rsidRPr="00E062F1" w:rsidRDefault="00867F30" w:rsidP="006B3BD2">
            <w:pPr>
              <w:pStyle w:val="TAC"/>
              <w:rPr>
                <w:rFonts w:eastAsia="Yu Mincho"/>
              </w:rPr>
            </w:pPr>
            <w:r w:rsidRPr="00E062F1">
              <w:rPr>
                <w:rFonts w:eastAsia="Yu Mincho"/>
              </w:rPr>
              <w:t>DC_42</w:t>
            </w:r>
            <w:r w:rsidRPr="00E062F1">
              <w:t>A_</w:t>
            </w:r>
            <w:r w:rsidRPr="00E062F1">
              <w:rPr>
                <w:rFonts w:eastAsia="Yu Mincho"/>
              </w:rPr>
              <w:t>n257G</w:t>
            </w:r>
          </w:p>
          <w:p w14:paraId="03453FDD" w14:textId="77777777" w:rsidR="00867F30" w:rsidRPr="00E062F1" w:rsidRDefault="00867F30" w:rsidP="006B3BD2">
            <w:pPr>
              <w:pStyle w:val="TAC"/>
              <w:rPr>
                <w:rFonts w:eastAsia="Yu Mincho"/>
              </w:rPr>
            </w:pPr>
            <w:r w:rsidRPr="00E062F1">
              <w:rPr>
                <w:rFonts w:eastAsia="Yu Mincho"/>
              </w:rPr>
              <w:t>DC_42</w:t>
            </w:r>
            <w:r w:rsidRPr="00E062F1">
              <w:t>A_</w:t>
            </w:r>
            <w:r w:rsidRPr="00E062F1">
              <w:rPr>
                <w:rFonts w:eastAsia="Yu Mincho"/>
              </w:rPr>
              <w:t>n257H</w:t>
            </w:r>
          </w:p>
          <w:p w14:paraId="12AFAF4B" w14:textId="77777777" w:rsidR="00867F30" w:rsidRPr="00E062F1" w:rsidRDefault="00867F30" w:rsidP="006B3BD2">
            <w:pPr>
              <w:pStyle w:val="TAC"/>
              <w:rPr>
                <w:rFonts w:eastAsia="Yu Mincho"/>
              </w:rPr>
            </w:pPr>
            <w:r w:rsidRPr="00E062F1">
              <w:rPr>
                <w:rFonts w:eastAsia="Yu Mincho"/>
              </w:rPr>
              <w:t>DC_42</w:t>
            </w:r>
            <w:r w:rsidRPr="00E062F1">
              <w:t>A_</w:t>
            </w:r>
            <w:r w:rsidRPr="00E062F1">
              <w:rPr>
                <w:rFonts w:eastAsia="Yu Mincho"/>
              </w:rPr>
              <w:t>n257I</w:t>
            </w:r>
          </w:p>
          <w:p w14:paraId="78E497F4" w14:textId="77777777" w:rsidR="00867F30" w:rsidRPr="00E062F1" w:rsidRDefault="00867F30" w:rsidP="006B3BD2">
            <w:pPr>
              <w:pStyle w:val="TAC"/>
              <w:rPr>
                <w:rFonts w:eastAsia="Yu Mincho"/>
              </w:rPr>
            </w:pPr>
            <w:r w:rsidRPr="00E062F1">
              <w:rPr>
                <w:rFonts w:eastAsia="Yu Mincho"/>
              </w:rPr>
              <w:t>DC_42</w:t>
            </w:r>
            <w:r w:rsidRPr="00E062F1">
              <w:t>C_</w:t>
            </w:r>
            <w:r w:rsidRPr="00E062F1">
              <w:rPr>
                <w:rFonts w:eastAsia="Yu Mincho"/>
              </w:rPr>
              <w:t>n257A</w:t>
            </w:r>
          </w:p>
          <w:p w14:paraId="74A655F6" w14:textId="77777777" w:rsidR="00867F30" w:rsidRPr="00AA54EC" w:rsidRDefault="00867F30" w:rsidP="006B3BD2">
            <w:pPr>
              <w:pStyle w:val="TAC"/>
              <w:rPr>
                <w:rFonts w:eastAsia="Yu Mincho"/>
                <w:lang w:val="sv-FI"/>
              </w:rPr>
            </w:pPr>
            <w:r w:rsidRPr="00AA54EC">
              <w:rPr>
                <w:rFonts w:eastAsia="Yu Mincho"/>
                <w:lang w:val="sv-FI"/>
              </w:rPr>
              <w:t>DC_42</w:t>
            </w:r>
            <w:r w:rsidRPr="00AA54EC">
              <w:rPr>
                <w:lang w:val="sv-FI"/>
              </w:rPr>
              <w:t>C_</w:t>
            </w:r>
            <w:r w:rsidRPr="00AA54EC">
              <w:rPr>
                <w:rFonts w:eastAsia="Yu Mincho"/>
                <w:lang w:val="sv-FI"/>
              </w:rPr>
              <w:t>n257G</w:t>
            </w:r>
          </w:p>
          <w:p w14:paraId="2C3CB4FB" w14:textId="77777777" w:rsidR="00867F30" w:rsidRPr="00AA54EC" w:rsidRDefault="00867F30" w:rsidP="006B3BD2">
            <w:pPr>
              <w:pStyle w:val="TAC"/>
              <w:rPr>
                <w:rFonts w:eastAsia="Yu Mincho"/>
                <w:lang w:val="sv-FI"/>
              </w:rPr>
            </w:pPr>
            <w:r w:rsidRPr="00AA54EC">
              <w:rPr>
                <w:rFonts w:eastAsia="Yu Mincho"/>
                <w:lang w:val="sv-FI"/>
              </w:rPr>
              <w:t>DC_42</w:t>
            </w:r>
            <w:r w:rsidRPr="00AA54EC">
              <w:rPr>
                <w:lang w:val="sv-FI"/>
              </w:rPr>
              <w:t>C_</w:t>
            </w:r>
            <w:r w:rsidRPr="00AA54EC">
              <w:rPr>
                <w:rFonts w:eastAsia="Yu Mincho"/>
                <w:lang w:val="sv-FI"/>
              </w:rPr>
              <w:t>n257H</w:t>
            </w:r>
          </w:p>
          <w:p w14:paraId="032AE7D4" w14:textId="2FF7C957" w:rsidR="007C6F81" w:rsidRPr="00AA54EC" w:rsidRDefault="00867F30" w:rsidP="006B3BD2">
            <w:pPr>
              <w:pStyle w:val="TAC"/>
              <w:rPr>
                <w:lang w:val="sv-FI" w:eastAsia="fi-FI"/>
              </w:rPr>
            </w:pPr>
            <w:r w:rsidRPr="00AA54EC">
              <w:rPr>
                <w:rFonts w:eastAsia="Yu Mincho"/>
                <w:lang w:val="sv-FI"/>
              </w:rPr>
              <w:t>DC_42</w:t>
            </w:r>
            <w:r w:rsidRPr="00AA54EC">
              <w:rPr>
                <w:lang w:val="sv-FI"/>
              </w:rPr>
              <w:t>C_</w:t>
            </w:r>
            <w:r w:rsidRPr="00AA54EC">
              <w:rPr>
                <w:rFonts w:eastAsia="Yu Mincho"/>
                <w:lang w:val="sv-FI"/>
              </w:rPr>
              <w:t>n257I</w:t>
            </w:r>
          </w:p>
        </w:tc>
      </w:tr>
      <w:tr w:rsidR="002B509E" w:rsidRPr="002665C4" w14:paraId="01281DD1" w14:textId="77777777" w:rsidTr="006B3BD2">
        <w:trPr>
          <w:trHeight w:val="187"/>
          <w:jc w:val="center"/>
        </w:trPr>
        <w:tc>
          <w:tcPr>
            <w:tcW w:w="5098" w:type="dxa"/>
            <w:shd w:val="clear" w:color="auto" w:fill="auto"/>
            <w:noWrap/>
            <w:tcMar>
              <w:top w:w="28" w:type="dxa"/>
              <w:left w:w="28" w:type="dxa"/>
              <w:bottom w:w="28" w:type="dxa"/>
              <w:right w:w="28" w:type="dxa"/>
            </w:tcMar>
          </w:tcPr>
          <w:p w14:paraId="55EDB4B4" w14:textId="77777777" w:rsidR="002B509E" w:rsidRPr="00E062F1" w:rsidRDefault="002B509E" w:rsidP="006B3BD2">
            <w:pPr>
              <w:pStyle w:val="TAC"/>
            </w:pPr>
            <w:r w:rsidRPr="00E062F1">
              <w:lastRenderedPageBreak/>
              <w:t>DC_1A-3A-41A-42A_n257A</w:t>
            </w:r>
          </w:p>
          <w:p w14:paraId="1B3A3FA0" w14:textId="77777777" w:rsidR="002B509E" w:rsidRPr="00E062F1" w:rsidRDefault="002B509E" w:rsidP="006B3BD2">
            <w:pPr>
              <w:pStyle w:val="TAC"/>
              <w:rPr>
                <w:lang w:eastAsia="ja-JP"/>
              </w:rPr>
            </w:pPr>
            <w:r w:rsidRPr="00E062F1">
              <w:rPr>
                <w:lang w:eastAsia="ja-JP"/>
              </w:rPr>
              <w:t>DC_1A-3A-41A-42A_n257D</w:t>
            </w:r>
          </w:p>
          <w:p w14:paraId="24A7959F" w14:textId="77777777" w:rsidR="002B509E" w:rsidRPr="00E062F1" w:rsidRDefault="002B509E" w:rsidP="006B3BD2">
            <w:pPr>
              <w:pStyle w:val="TAC"/>
              <w:rPr>
                <w:lang w:eastAsia="ja-JP"/>
              </w:rPr>
            </w:pPr>
            <w:r w:rsidRPr="00E062F1">
              <w:rPr>
                <w:lang w:eastAsia="ja-JP"/>
              </w:rPr>
              <w:t>DC_1A-3A-41A-42A_n257E</w:t>
            </w:r>
          </w:p>
          <w:p w14:paraId="4C23CCF4" w14:textId="77777777" w:rsidR="002B509E" w:rsidRPr="00E062F1" w:rsidRDefault="002B509E" w:rsidP="006B3BD2">
            <w:pPr>
              <w:pStyle w:val="TAC"/>
            </w:pPr>
            <w:r w:rsidRPr="00E062F1">
              <w:t>DC_1A-3A-41A-42A_n257F</w:t>
            </w:r>
          </w:p>
          <w:p w14:paraId="147A7E77" w14:textId="77777777" w:rsidR="002B509E" w:rsidRPr="00E062F1" w:rsidRDefault="002B509E" w:rsidP="006B3BD2">
            <w:pPr>
              <w:pStyle w:val="TAC"/>
              <w:rPr>
                <w:lang w:eastAsia="ja-JP"/>
              </w:rPr>
            </w:pPr>
            <w:r w:rsidRPr="00E062F1">
              <w:rPr>
                <w:lang w:eastAsia="ja-JP"/>
              </w:rPr>
              <w:t>DC_1A-3A-41A-42A_n257G</w:t>
            </w:r>
          </w:p>
          <w:p w14:paraId="3A525C32" w14:textId="77777777" w:rsidR="002B509E" w:rsidRPr="00E062F1" w:rsidRDefault="002B509E" w:rsidP="006B3BD2">
            <w:pPr>
              <w:pStyle w:val="TAC"/>
              <w:rPr>
                <w:lang w:eastAsia="ja-JP"/>
              </w:rPr>
            </w:pPr>
            <w:r w:rsidRPr="00E062F1">
              <w:rPr>
                <w:lang w:eastAsia="ja-JP"/>
              </w:rPr>
              <w:t>DC_1A-3A-41A-42A_n257H</w:t>
            </w:r>
          </w:p>
          <w:p w14:paraId="04A7B027" w14:textId="77777777" w:rsidR="002B509E" w:rsidRPr="00E062F1" w:rsidRDefault="002B509E" w:rsidP="006B3BD2">
            <w:pPr>
              <w:pStyle w:val="TAC"/>
              <w:rPr>
                <w:lang w:eastAsia="ja-JP"/>
              </w:rPr>
            </w:pPr>
            <w:r w:rsidRPr="00E062F1">
              <w:rPr>
                <w:lang w:eastAsia="ja-JP"/>
              </w:rPr>
              <w:t>DC_1A-3A-41A-42A_n257I</w:t>
            </w:r>
          </w:p>
          <w:p w14:paraId="301D6E4F" w14:textId="77777777" w:rsidR="002B509E" w:rsidRPr="00E062F1" w:rsidRDefault="002B509E" w:rsidP="006B3BD2">
            <w:pPr>
              <w:pStyle w:val="TAC"/>
              <w:rPr>
                <w:lang w:eastAsia="ja-JP"/>
              </w:rPr>
            </w:pPr>
            <w:r w:rsidRPr="00E062F1">
              <w:rPr>
                <w:lang w:eastAsia="ja-JP"/>
              </w:rPr>
              <w:t>DC_1A-3A-41A-42A_n257J</w:t>
            </w:r>
          </w:p>
          <w:p w14:paraId="741D91A1" w14:textId="77777777" w:rsidR="002B509E" w:rsidRPr="00E062F1" w:rsidRDefault="002B509E" w:rsidP="006B3BD2">
            <w:pPr>
              <w:pStyle w:val="TAC"/>
              <w:rPr>
                <w:lang w:eastAsia="ja-JP"/>
              </w:rPr>
            </w:pPr>
            <w:r w:rsidRPr="00E062F1">
              <w:rPr>
                <w:lang w:eastAsia="ja-JP"/>
              </w:rPr>
              <w:t>DC_1A-3A-41A-42A_n257K</w:t>
            </w:r>
          </w:p>
          <w:p w14:paraId="2D68D1E3" w14:textId="77777777" w:rsidR="002B509E" w:rsidRPr="00E062F1" w:rsidRDefault="002B509E" w:rsidP="006B3BD2">
            <w:pPr>
              <w:pStyle w:val="TAC"/>
              <w:rPr>
                <w:lang w:eastAsia="ja-JP"/>
              </w:rPr>
            </w:pPr>
            <w:r w:rsidRPr="00E062F1">
              <w:rPr>
                <w:lang w:eastAsia="ja-JP"/>
              </w:rPr>
              <w:t>DC_1A-3A-41A-42A_n257L</w:t>
            </w:r>
          </w:p>
          <w:p w14:paraId="2948C9CF" w14:textId="77777777" w:rsidR="002B509E" w:rsidRPr="00E062F1" w:rsidRDefault="002B509E" w:rsidP="006B3BD2">
            <w:pPr>
              <w:pStyle w:val="TAC"/>
            </w:pPr>
            <w:r w:rsidRPr="00E062F1">
              <w:t>DC_1A-3A-41A-42A_n257M</w:t>
            </w:r>
          </w:p>
          <w:p w14:paraId="6872C398" w14:textId="77777777" w:rsidR="002B509E" w:rsidRPr="00E062F1" w:rsidRDefault="002B509E" w:rsidP="006B3BD2">
            <w:pPr>
              <w:pStyle w:val="TAC"/>
            </w:pPr>
            <w:r w:rsidRPr="00E062F1">
              <w:t>DC_1A-3A-41A-42C_n257A</w:t>
            </w:r>
          </w:p>
          <w:p w14:paraId="15C67D4E" w14:textId="77777777" w:rsidR="002B509E" w:rsidRPr="00E062F1" w:rsidRDefault="002B509E" w:rsidP="006B3BD2">
            <w:pPr>
              <w:pStyle w:val="TAC"/>
              <w:rPr>
                <w:lang w:eastAsia="ja-JP"/>
              </w:rPr>
            </w:pPr>
            <w:r w:rsidRPr="00E062F1">
              <w:rPr>
                <w:lang w:eastAsia="ja-JP"/>
              </w:rPr>
              <w:t>DC_1A-3A-41A-42C_n257D</w:t>
            </w:r>
          </w:p>
          <w:p w14:paraId="7AC1E011" w14:textId="77777777" w:rsidR="002B509E" w:rsidRPr="00E062F1" w:rsidRDefault="002B509E" w:rsidP="006B3BD2">
            <w:pPr>
              <w:pStyle w:val="TAC"/>
              <w:rPr>
                <w:lang w:eastAsia="ja-JP"/>
              </w:rPr>
            </w:pPr>
            <w:r w:rsidRPr="00E062F1">
              <w:rPr>
                <w:lang w:eastAsia="ja-JP"/>
              </w:rPr>
              <w:t>DC_1A-3A-41A-42C_n257E</w:t>
            </w:r>
          </w:p>
          <w:p w14:paraId="7ABDD7FF" w14:textId="77777777" w:rsidR="002B509E" w:rsidRPr="00E062F1" w:rsidRDefault="002B509E" w:rsidP="006B3BD2">
            <w:pPr>
              <w:pStyle w:val="TAC"/>
            </w:pPr>
            <w:r w:rsidRPr="00E062F1">
              <w:t>DC_1A-3A-41A-42C_n257F</w:t>
            </w:r>
          </w:p>
          <w:p w14:paraId="60143A29" w14:textId="0D7CCE0B" w:rsidR="002B509E" w:rsidRPr="00E062F1" w:rsidRDefault="002B509E" w:rsidP="006B3BD2">
            <w:pPr>
              <w:pStyle w:val="TAC"/>
              <w:rPr>
                <w:lang w:eastAsia="ja-JP"/>
              </w:rPr>
            </w:pPr>
            <w:r w:rsidRPr="00E062F1">
              <w:rPr>
                <w:lang w:eastAsia="ja-JP"/>
              </w:rPr>
              <w:t>DC_1A-3A-41A-42C_n257G</w:t>
            </w:r>
          </w:p>
          <w:p w14:paraId="03081FB9" w14:textId="07F931A6" w:rsidR="002B509E" w:rsidRPr="00E062F1" w:rsidRDefault="002B509E" w:rsidP="006B3BD2">
            <w:pPr>
              <w:pStyle w:val="TAC"/>
              <w:rPr>
                <w:lang w:eastAsia="ja-JP"/>
              </w:rPr>
            </w:pPr>
            <w:r w:rsidRPr="00E062F1">
              <w:rPr>
                <w:lang w:eastAsia="ja-JP"/>
              </w:rPr>
              <w:t>DC_1A-3A-41A-42C_n257H</w:t>
            </w:r>
          </w:p>
          <w:p w14:paraId="69B5B41A" w14:textId="7DF262E0" w:rsidR="002B509E" w:rsidRPr="00E062F1" w:rsidRDefault="002B509E" w:rsidP="006B3BD2">
            <w:pPr>
              <w:pStyle w:val="TAC"/>
              <w:rPr>
                <w:lang w:eastAsia="ja-JP"/>
              </w:rPr>
            </w:pPr>
            <w:r w:rsidRPr="00E062F1">
              <w:rPr>
                <w:lang w:eastAsia="ja-JP"/>
              </w:rPr>
              <w:t>DC_1A-3A-41A-42C_n257I</w:t>
            </w:r>
          </w:p>
          <w:p w14:paraId="7ACB369D" w14:textId="56C826B5" w:rsidR="002B509E" w:rsidRPr="00E062F1" w:rsidRDefault="002B509E" w:rsidP="006B3BD2">
            <w:pPr>
              <w:pStyle w:val="TAC"/>
              <w:rPr>
                <w:lang w:eastAsia="ja-JP"/>
              </w:rPr>
            </w:pPr>
            <w:r w:rsidRPr="00E062F1">
              <w:rPr>
                <w:lang w:eastAsia="ja-JP"/>
              </w:rPr>
              <w:t>DC_1A-3A-41A-42C_n257J</w:t>
            </w:r>
          </w:p>
          <w:p w14:paraId="60FB2ED4" w14:textId="5781C6FE" w:rsidR="002B509E" w:rsidRPr="00E062F1" w:rsidRDefault="002B509E" w:rsidP="006B3BD2">
            <w:pPr>
              <w:pStyle w:val="TAC"/>
              <w:rPr>
                <w:lang w:eastAsia="ja-JP"/>
              </w:rPr>
            </w:pPr>
            <w:r w:rsidRPr="00E062F1">
              <w:rPr>
                <w:lang w:eastAsia="ja-JP"/>
              </w:rPr>
              <w:t>DC_1A-3A-41A-42C_n257K</w:t>
            </w:r>
          </w:p>
          <w:p w14:paraId="1F40565B" w14:textId="28BBE4ED" w:rsidR="002B509E" w:rsidRPr="00E062F1" w:rsidRDefault="002B509E" w:rsidP="006B3BD2">
            <w:pPr>
              <w:pStyle w:val="TAC"/>
              <w:rPr>
                <w:lang w:eastAsia="ja-JP"/>
              </w:rPr>
            </w:pPr>
            <w:r w:rsidRPr="00E062F1">
              <w:rPr>
                <w:lang w:eastAsia="ja-JP"/>
              </w:rPr>
              <w:t>DC_1A-3A-41A-42C_n257L</w:t>
            </w:r>
          </w:p>
          <w:p w14:paraId="023DA4A6" w14:textId="77777777" w:rsidR="002B509E" w:rsidRPr="00E062F1" w:rsidRDefault="002B509E" w:rsidP="006B3BD2">
            <w:pPr>
              <w:pStyle w:val="TAC"/>
            </w:pPr>
            <w:r w:rsidRPr="00E062F1">
              <w:t>DC_1A-3A-41A-42C_n257M</w:t>
            </w:r>
          </w:p>
          <w:p w14:paraId="11E221A4" w14:textId="77777777" w:rsidR="002B509E" w:rsidRPr="00E062F1" w:rsidRDefault="002B509E" w:rsidP="006B3BD2">
            <w:pPr>
              <w:pStyle w:val="TAC"/>
              <w:rPr>
                <w:lang w:eastAsia="fi-FI"/>
              </w:rPr>
            </w:pPr>
            <w:r w:rsidRPr="00E062F1">
              <w:t>DC_1A-3A-41C-42A_n257A</w:t>
            </w:r>
          </w:p>
          <w:p w14:paraId="2B313FF0" w14:textId="77777777" w:rsidR="002B509E" w:rsidRPr="00E062F1" w:rsidRDefault="002B509E" w:rsidP="006B3BD2">
            <w:pPr>
              <w:pStyle w:val="TAC"/>
              <w:rPr>
                <w:lang w:eastAsia="ja-JP"/>
              </w:rPr>
            </w:pPr>
            <w:r w:rsidRPr="00E062F1">
              <w:rPr>
                <w:lang w:eastAsia="ja-JP"/>
              </w:rPr>
              <w:t>DC_1A-3A-41C-42A_n257D</w:t>
            </w:r>
          </w:p>
          <w:p w14:paraId="1B6E9CE0" w14:textId="77777777" w:rsidR="002B509E" w:rsidRPr="00E062F1" w:rsidRDefault="002B509E" w:rsidP="006B3BD2">
            <w:pPr>
              <w:pStyle w:val="TAC"/>
              <w:rPr>
                <w:lang w:eastAsia="ja-JP"/>
              </w:rPr>
            </w:pPr>
            <w:r w:rsidRPr="00E062F1">
              <w:rPr>
                <w:lang w:eastAsia="ja-JP"/>
              </w:rPr>
              <w:t>DC_1A-3A-41C-42A_n257E</w:t>
            </w:r>
          </w:p>
          <w:p w14:paraId="7D850A2C" w14:textId="77777777" w:rsidR="002B509E" w:rsidRPr="00E062F1" w:rsidRDefault="002B509E" w:rsidP="006B3BD2">
            <w:pPr>
              <w:pStyle w:val="TAC"/>
              <w:rPr>
                <w:lang w:eastAsia="fi-FI"/>
              </w:rPr>
            </w:pPr>
            <w:r w:rsidRPr="00E062F1">
              <w:t>DC_1A-3A-41C-42A_n257F</w:t>
            </w:r>
          </w:p>
          <w:p w14:paraId="73E44127" w14:textId="77777777" w:rsidR="002B509E" w:rsidRPr="00E062F1" w:rsidRDefault="002B509E" w:rsidP="006B3BD2">
            <w:pPr>
              <w:pStyle w:val="TAC"/>
              <w:rPr>
                <w:lang w:eastAsia="ja-JP"/>
              </w:rPr>
            </w:pPr>
            <w:r w:rsidRPr="00E062F1">
              <w:rPr>
                <w:lang w:eastAsia="ja-JP"/>
              </w:rPr>
              <w:t>DC_1A-3A-41C-42A_n257G</w:t>
            </w:r>
          </w:p>
          <w:p w14:paraId="16A46916" w14:textId="77777777" w:rsidR="002B509E" w:rsidRPr="00E062F1" w:rsidRDefault="002B509E" w:rsidP="006B3BD2">
            <w:pPr>
              <w:pStyle w:val="TAC"/>
              <w:rPr>
                <w:lang w:eastAsia="ja-JP"/>
              </w:rPr>
            </w:pPr>
            <w:r w:rsidRPr="00E062F1">
              <w:rPr>
                <w:lang w:eastAsia="ja-JP"/>
              </w:rPr>
              <w:t>DC_1A-3A-41C-42A_n257H</w:t>
            </w:r>
          </w:p>
          <w:p w14:paraId="3C602478" w14:textId="77777777" w:rsidR="002B509E" w:rsidRPr="00E062F1" w:rsidRDefault="002B509E" w:rsidP="006B3BD2">
            <w:pPr>
              <w:pStyle w:val="TAC"/>
              <w:rPr>
                <w:lang w:eastAsia="ja-JP"/>
              </w:rPr>
            </w:pPr>
            <w:r w:rsidRPr="00E062F1">
              <w:rPr>
                <w:lang w:eastAsia="ja-JP"/>
              </w:rPr>
              <w:t>DC_1A-3A-41C-42A_n257I</w:t>
            </w:r>
          </w:p>
          <w:p w14:paraId="4F63E144" w14:textId="77777777" w:rsidR="002B509E" w:rsidRPr="00E062F1" w:rsidRDefault="002B509E" w:rsidP="006B3BD2">
            <w:pPr>
              <w:pStyle w:val="TAC"/>
              <w:rPr>
                <w:lang w:eastAsia="ja-JP"/>
              </w:rPr>
            </w:pPr>
            <w:r w:rsidRPr="00E062F1">
              <w:rPr>
                <w:lang w:eastAsia="ja-JP"/>
              </w:rPr>
              <w:t>DC_1A-3A-41C-42A_n257J</w:t>
            </w:r>
          </w:p>
          <w:p w14:paraId="45C5C718" w14:textId="77777777" w:rsidR="002B509E" w:rsidRPr="00E062F1" w:rsidRDefault="002B509E" w:rsidP="006B3BD2">
            <w:pPr>
              <w:pStyle w:val="TAC"/>
              <w:rPr>
                <w:lang w:eastAsia="ja-JP"/>
              </w:rPr>
            </w:pPr>
            <w:r w:rsidRPr="00E062F1">
              <w:rPr>
                <w:lang w:eastAsia="ja-JP"/>
              </w:rPr>
              <w:t>DC_1A-3A-41C-42A_n257K</w:t>
            </w:r>
          </w:p>
          <w:p w14:paraId="4F73B1F1" w14:textId="77777777" w:rsidR="002B509E" w:rsidRPr="00E062F1" w:rsidRDefault="002B509E" w:rsidP="006B3BD2">
            <w:pPr>
              <w:pStyle w:val="TAC"/>
              <w:rPr>
                <w:lang w:eastAsia="ja-JP"/>
              </w:rPr>
            </w:pPr>
            <w:r w:rsidRPr="00E062F1">
              <w:rPr>
                <w:lang w:eastAsia="ja-JP"/>
              </w:rPr>
              <w:t>DC_1A-3A-41C-42A_n257L</w:t>
            </w:r>
          </w:p>
          <w:p w14:paraId="247E5CAB" w14:textId="77777777" w:rsidR="002B509E" w:rsidRPr="00E062F1" w:rsidRDefault="002B509E" w:rsidP="006B3BD2">
            <w:pPr>
              <w:pStyle w:val="TAC"/>
              <w:rPr>
                <w:lang w:eastAsia="fi-FI"/>
              </w:rPr>
            </w:pPr>
            <w:r w:rsidRPr="00E062F1">
              <w:t>DC_1A-3A-41C-42A_n257M</w:t>
            </w:r>
          </w:p>
          <w:p w14:paraId="1EB5D81A" w14:textId="77777777" w:rsidR="002B509E" w:rsidRPr="00E062F1" w:rsidRDefault="002B509E" w:rsidP="006B3BD2">
            <w:pPr>
              <w:pStyle w:val="TAC"/>
              <w:rPr>
                <w:lang w:eastAsia="fi-FI"/>
              </w:rPr>
            </w:pPr>
            <w:r w:rsidRPr="00E062F1">
              <w:t>DC_1A-3A-41C-42C_n257A</w:t>
            </w:r>
          </w:p>
          <w:p w14:paraId="413017F7" w14:textId="77777777" w:rsidR="002B509E" w:rsidRPr="00E062F1" w:rsidRDefault="002B509E" w:rsidP="006B3BD2">
            <w:pPr>
              <w:pStyle w:val="TAC"/>
              <w:rPr>
                <w:lang w:eastAsia="ja-JP"/>
              </w:rPr>
            </w:pPr>
            <w:r w:rsidRPr="00E062F1">
              <w:rPr>
                <w:lang w:eastAsia="ja-JP"/>
              </w:rPr>
              <w:t>DC_1A-3A-41C-42C_n257D</w:t>
            </w:r>
          </w:p>
          <w:p w14:paraId="6D14333F" w14:textId="77777777" w:rsidR="002B509E" w:rsidRPr="00E062F1" w:rsidRDefault="002B509E" w:rsidP="006B3BD2">
            <w:pPr>
              <w:pStyle w:val="TAC"/>
              <w:rPr>
                <w:lang w:eastAsia="ja-JP"/>
              </w:rPr>
            </w:pPr>
            <w:r w:rsidRPr="00E062F1">
              <w:rPr>
                <w:lang w:eastAsia="ja-JP"/>
              </w:rPr>
              <w:t>DC_1A-3A-41C-42C_n257E</w:t>
            </w:r>
          </w:p>
          <w:p w14:paraId="3AFEF3E5" w14:textId="77777777" w:rsidR="002B509E" w:rsidRPr="00E062F1" w:rsidRDefault="002B509E" w:rsidP="006B3BD2">
            <w:pPr>
              <w:pStyle w:val="TAC"/>
              <w:rPr>
                <w:lang w:eastAsia="fi-FI"/>
              </w:rPr>
            </w:pPr>
            <w:r w:rsidRPr="00E062F1">
              <w:t>DC_1A-3A-41C-42C_n257F</w:t>
            </w:r>
          </w:p>
          <w:p w14:paraId="61DF6358" w14:textId="77777777" w:rsidR="002B509E" w:rsidRPr="00E062F1" w:rsidRDefault="002B509E" w:rsidP="006B3BD2">
            <w:pPr>
              <w:pStyle w:val="TAC"/>
              <w:rPr>
                <w:lang w:eastAsia="ja-JP"/>
              </w:rPr>
            </w:pPr>
            <w:r w:rsidRPr="00E062F1">
              <w:rPr>
                <w:lang w:eastAsia="ja-JP"/>
              </w:rPr>
              <w:t>DC_1A-3A-41C-42C_n257G</w:t>
            </w:r>
          </w:p>
          <w:p w14:paraId="51F307ED" w14:textId="77777777" w:rsidR="002B509E" w:rsidRPr="00E062F1" w:rsidRDefault="002B509E" w:rsidP="006B3BD2">
            <w:pPr>
              <w:pStyle w:val="TAC"/>
              <w:rPr>
                <w:lang w:eastAsia="ja-JP"/>
              </w:rPr>
            </w:pPr>
            <w:r w:rsidRPr="00E062F1">
              <w:rPr>
                <w:lang w:eastAsia="ja-JP"/>
              </w:rPr>
              <w:t>DC_1A-3A-41C-42C_n257H</w:t>
            </w:r>
          </w:p>
          <w:p w14:paraId="7383EA95" w14:textId="77777777" w:rsidR="002B509E" w:rsidRPr="00E062F1" w:rsidRDefault="002B509E" w:rsidP="006B3BD2">
            <w:pPr>
              <w:pStyle w:val="TAC"/>
              <w:rPr>
                <w:lang w:eastAsia="ja-JP"/>
              </w:rPr>
            </w:pPr>
            <w:r w:rsidRPr="00E062F1">
              <w:rPr>
                <w:lang w:eastAsia="ja-JP"/>
              </w:rPr>
              <w:t>DC_1A-3A-41C-42C_n257I</w:t>
            </w:r>
          </w:p>
          <w:p w14:paraId="26CB4E04" w14:textId="77777777" w:rsidR="002B509E" w:rsidRPr="00E062F1" w:rsidRDefault="002B509E" w:rsidP="006B3BD2">
            <w:pPr>
              <w:pStyle w:val="TAC"/>
              <w:rPr>
                <w:lang w:eastAsia="ja-JP"/>
              </w:rPr>
            </w:pPr>
            <w:r w:rsidRPr="00E062F1">
              <w:rPr>
                <w:lang w:eastAsia="ja-JP"/>
              </w:rPr>
              <w:t>DC_1A-3A-41C-42C_n257J</w:t>
            </w:r>
          </w:p>
          <w:p w14:paraId="607CBAE7" w14:textId="77777777" w:rsidR="002B509E" w:rsidRPr="00E062F1" w:rsidRDefault="002B509E" w:rsidP="006B3BD2">
            <w:pPr>
              <w:pStyle w:val="TAC"/>
              <w:rPr>
                <w:lang w:eastAsia="ja-JP"/>
              </w:rPr>
            </w:pPr>
            <w:r w:rsidRPr="00E062F1">
              <w:rPr>
                <w:lang w:eastAsia="ja-JP"/>
              </w:rPr>
              <w:t>DC_1A-3A-41C-42C_n257K</w:t>
            </w:r>
          </w:p>
          <w:p w14:paraId="2C1B2CC0" w14:textId="77777777" w:rsidR="002B509E" w:rsidRPr="00E062F1" w:rsidRDefault="002B509E" w:rsidP="006B3BD2">
            <w:pPr>
              <w:pStyle w:val="TAC"/>
              <w:rPr>
                <w:lang w:eastAsia="ja-JP"/>
              </w:rPr>
            </w:pPr>
            <w:r w:rsidRPr="00E062F1">
              <w:rPr>
                <w:lang w:eastAsia="ja-JP"/>
              </w:rPr>
              <w:t>DC_1A-3A-41C-42C_n257L</w:t>
            </w:r>
          </w:p>
          <w:p w14:paraId="5435091E" w14:textId="29908CC1" w:rsidR="002B509E" w:rsidRPr="00E062F1" w:rsidRDefault="002B509E" w:rsidP="006B3BD2">
            <w:pPr>
              <w:pStyle w:val="TAC"/>
              <w:rPr>
                <w:lang w:eastAsia="fi-FI"/>
              </w:rPr>
            </w:pPr>
            <w:r w:rsidRPr="00E062F1">
              <w:t>DC_1A-3A-41C-42C_n257M</w:t>
            </w:r>
          </w:p>
        </w:tc>
        <w:tc>
          <w:tcPr>
            <w:tcW w:w="4533" w:type="dxa"/>
            <w:tcMar>
              <w:top w:w="28" w:type="dxa"/>
              <w:left w:w="28" w:type="dxa"/>
              <w:bottom w:w="28" w:type="dxa"/>
              <w:right w:w="28" w:type="dxa"/>
            </w:tcMar>
          </w:tcPr>
          <w:p w14:paraId="6CA5E7D6" w14:textId="77777777" w:rsidR="002B509E" w:rsidRPr="00E062F1" w:rsidRDefault="002B509E" w:rsidP="006B3BD2">
            <w:pPr>
              <w:pStyle w:val="TAC"/>
            </w:pPr>
            <w:r w:rsidRPr="00E062F1">
              <w:t>DC_1A_n257A</w:t>
            </w:r>
          </w:p>
          <w:p w14:paraId="33BBEA4A" w14:textId="77777777" w:rsidR="002B509E" w:rsidRPr="00E062F1" w:rsidRDefault="002B509E" w:rsidP="006B3BD2">
            <w:pPr>
              <w:pStyle w:val="TAC"/>
              <w:rPr>
                <w:rFonts w:eastAsia="Yu Mincho"/>
              </w:rPr>
            </w:pPr>
            <w:r w:rsidRPr="00E062F1">
              <w:rPr>
                <w:rFonts w:eastAsia="Yu Mincho"/>
              </w:rPr>
              <w:t>DC_1A_n257G</w:t>
            </w:r>
          </w:p>
          <w:p w14:paraId="4B17E1F0" w14:textId="77777777" w:rsidR="002B509E" w:rsidRPr="00E062F1" w:rsidRDefault="002B509E" w:rsidP="006B3BD2">
            <w:pPr>
              <w:pStyle w:val="TAC"/>
              <w:rPr>
                <w:rFonts w:eastAsia="Yu Mincho"/>
              </w:rPr>
            </w:pPr>
            <w:r w:rsidRPr="00E062F1">
              <w:rPr>
                <w:rFonts w:eastAsia="Yu Mincho"/>
              </w:rPr>
              <w:t>DC_1A_n257H</w:t>
            </w:r>
          </w:p>
          <w:p w14:paraId="6E4391D8" w14:textId="77777777" w:rsidR="002B509E" w:rsidRPr="00E062F1" w:rsidRDefault="002B509E" w:rsidP="006B3BD2">
            <w:pPr>
              <w:pStyle w:val="TAC"/>
              <w:rPr>
                <w:rFonts w:eastAsia="Yu Mincho"/>
              </w:rPr>
            </w:pPr>
            <w:r w:rsidRPr="00E062F1">
              <w:rPr>
                <w:rFonts w:eastAsia="Yu Mincho"/>
              </w:rPr>
              <w:t>DC_1A_n257I</w:t>
            </w:r>
          </w:p>
          <w:p w14:paraId="313F0D9F" w14:textId="77777777" w:rsidR="002B509E" w:rsidRPr="00E062F1" w:rsidRDefault="002B509E" w:rsidP="006B3BD2">
            <w:pPr>
              <w:pStyle w:val="TAC"/>
            </w:pPr>
            <w:r w:rsidRPr="00E062F1">
              <w:t>DC_3A_n257A</w:t>
            </w:r>
          </w:p>
          <w:p w14:paraId="5AFA53DE" w14:textId="77777777" w:rsidR="002B509E" w:rsidRPr="00E062F1" w:rsidRDefault="002B509E" w:rsidP="006B3BD2">
            <w:pPr>
              <w:pStyle w:val="TAC"/>
              <w:rPr>
                <w:rFonts w:eastAsia="Yu Mincho"/>
              </w:rPr>
            </w:pPr>
            <w:r w:rsidRPr="00E062F1">
              <w:rPr>
                <w:rFonts w:eastAsia="Yu Mincho"/>
              </w:rPr>
              <w:t>DC_3A_n257G</w:t>
            </w:r>
          </w:p>
          <w:p w14:paraId="507053F3" w14:textId="77777777" w:rsidR="002B509E" w:rsidRPr="00E062F1" w:rsidRDefault="002B509E" w:rsidP="006B3BD2">
            <w:pPr>
              <w:pStyle w:val="TAC"/>
              <w:rPr>
                <w:rFonts w:eastAsia="Yu Mincho"/>
              </w:rPr>
            </w:pPr>
            <w:r w:rsidRPr="00E062F1">
              <w:rPr>
                <w:rFonts w:eastAsia="Yu Mincho"/>
              </w:rPr>
              <w:t>DC_3A_n257H</w:t>
            </w:r>
          </w:p>
          <w:p w14:paraId="00516520" w14:textId="77777777" w:rsidR="002B509E" w:rsidRPr="00E062F1" w:rsidRDefault="002B509E" w:rsidP="006B3BD2">
            <w:pPr>
              <w:pStyle w:val="TAC"/>
              <w:rPr>
                <w:rFonts w:eastAsia="Yu Mincho"/>
              </w:rPr>
            </w:pPr>
            <w:r w:rsidRPr="00E062F1">
              <w:rPr>
                <w:rFonts w:eastAsia="Yu Mincho"/>
              </w:rPr>
              <w:t>DC_3A_n257I</w:t>
            </w:r>
          </w:p>
          <w:p w14:paraId="4DA139EA" w14:textId="77777777" w:rsidR="002B509E" w:rsidRPr="00E062F1" w:rsidRDefault="002B509E" w:rsidP="006B3BD2">
            <w:pPr>
              <w:pStyle w:val="TAC"/>
            </w:pPr>
            <w:r w:rsidRPr="00E062F1">
              <w:t>DC_41A_n257A</w:t>
            </w:r>
          </w:p>
          <w:p w14:paraId="3D37B62D" w14:textId="77777777" w:rsidR="002B509E" w:rsidRPr="00E062F1" w:rsidRDefault="002B509E" w:rsidP="006B3BD2">
            <w:pPr>
              <w:pStyle w:val="TAC"/>
              <w:rPr>
                <w:rFonts w:eastAsia="Yu Mincho"/>
              </w:rPr>
            </w:pPr>
            <w:r w:rsidRPr="00E062F1">
              <w:rPr>
                <w:rFonts w:eastAsia="Yu Mincho"/>
              </w:rPr>
              <w:t>DC_41A_n257G</w:t>
            </w:r>
          </w:p>
          <w:p w14:paraId="1D54C15A" w14:textId="77777777" w:rsidR="002B509E" w:rsidRPr="00E062F1" w:rsidRDefault="002B509E" w:rsidP="006B3BD2">
            <w:pPr>
              <w:pStyle w:val="TAC"/>
              <w:rPr>
                <w:rFonts w:eastAsia="Yu Mincho"/>
              </w:rPr>
            </w:pPr>
            <w:r w:rsidRPr="00E062F1">
              <w:rPr>
                <w:rFonts w:eastAsia="Yu Mincho"/>
              </w:rPr>
              <w:t>DC_41A_n257H</w:t>
            </w:r>
          </w:p>
          <w:p w14:paraId="578A6DD7" w14:textId="77777777" w:rsidR="002B509E" w:rsidRPr="00E062F1" w:rsidRDefault="002B509E" w:rsidP="006B3BD2">
            <w:pPr>
              <w:pStyle w:val="TAC"/>
              <w:rPr>
                <w:rFonts w:eastAsia="Yu Mincho"/>
              </w:rPr>
            </w:pPr>
            <w:r w:rsidRPr="00E062F1">
              <w:rPr>
                <w:rFonts w:eastAsia="Yu Mincho"/>
              </w:rPr>
              <w:t>DC_41A_n257I</w:t>
            </w:r>
          </w:p>
          <w:p w14:paraId="74A4AA44" w14:textId="77777777" w:rsidR="002B509E" w:rsidRPr="00E062F1" w:rsidRDefault="002B509E" w:rsidP="006B3BD2">
            <w:pPr>
              <w:pStyle w:val="TAC"/>
              <w:rPr>
                <w:rFonts w:eastAsia="Yu Mincho"/>
              </w:rPr>
            </w:pPr>
            <w:r w:rsidRPr="00E062F1">
              <w:rPr>
                <w:rFonts w:eastAsia="Yu Mincho"/>
              </w:rPr>
              <w:t>DC_41C_n257A</w:t>
            </w:r>
          </w:p>
          <w:p w14:paraId="6C24F8BF" w14:textId="77777777" w:rsidR="002B509E" w:rsidRPr="00E062F1" w:rsidRDefault="002B509E" w:rsidP="006B3BD2">
            <w:pPr>
              <w:pStyle w:val="TAC"/>
              <w:rPr>
                <w:rFonts w:eastAsia="Yu Mincho"/>
              </w:rPr>
            </w:pPr>
            <w:r w:rsidRPr="00E062F1">
              <w:rPr>
                <w:rFonts w:eastAsia="Yu Mincho"/>
              </w:rPr>
              <w:t>DC_41C_n257G</w:t>
            </w:r>
          </w:p>
          <w:p w14:paraId="6167B5F0" w14:textId="77777777" w:rsidR="002B509E" w:rsidRPr="00E062F1" w:rsidRDefault="002B509E" w:rsidP="006B3BD2">
            <w:pPr>
              <w:pStyle w:val="TAC"/>
              <w:rPr>
                <w:rFonts w:eastAsia="Yu Mincho"/>
              </w:rPr>
            </w:pPr>
            <w:r w:rsidRPr="00E062F1">
              <w:rPr>
                <w:rFonts w:eastAsia="Yu Mincho"/>
              </w:rPr>
              <w:t>DC_41C_n257H</w:t>
            </w:r>
          </w:p>
          <w:p w14:paraId="62BBB072" w14:textId="77777777" w:rsidR="002B509E" w:rsidRPr="00E062F1" w:rsidRDefault="002B509E" w:rsidP="006B3BD2">
            <w:pPr>
              <w:pStyle w:val="TAC"/>
              <w:rPr>
                <w:rFonts w:eastAsia="Yu Mincho"/>
              </w:rPr>
            </w:pPr>
            <w:r w:rsidRPr="00E062F1">
              <w:rPr>
                <w:rFonts w:eastAsia="Yu Mincho"/>
              </w:rPr>
              <w:t>DC_41C_n257I</w:t>
            </w:r>
          </w:p>
          <w:p w14:paraId="556CF3B5" w14:textId="77777777" w:rsidR="002B509E" w:rsidRPr="00E062F1" w:rsidRDefault="002B509E" w:rsidP="006B3BD2">
            <w:pPr>
              <w:pStyle w:val="TAC"/>
            </w:pPr>
            <w:r w:rsidRPr="00E062F1">
              <w:t>DC_42A_n257A</w:t>
            </w:r>
          </w:p>
          <w:p w14:paraId="4FCE4EFB" w14:textId="77777777" w:rsidR="002B509E" w:rsidRPr="00E062F1" w:rsidRDefault="002B509E" w:rsidP="006B3BD2">
            <w:pPr>
              <w:pStyle w:val="TAC"/>
              <w:rPr>
                <w:rFonts w:eastAsia="Yu Mincho"/>
              </w:rPr>
            </w:pPr>
            <w:r w:rsidRPr="00E062F1">
              <w:rPr>
                <w:rFonts w:eastAsia="Yu Mincho"/>
              </w:rPr>
              <w:t>DC_42A_n257G</w:t>
            </w:r>
          </w:p>
          <w:p w14:paraId="38B8C010" w14:textId="77777777" w:rsidR="002B509E" w:rsidRPr="00E062F1" w:rsidRDefault="002B509E" w:rsidP="006B3BD2">
            <w:pPr>
              <w:pStyle w:val="TAC"/>
              <w:rPr>
                <w:rFonts w:eastAsia="Yu Mincho"/>
              </w:rPr>
            </w:pPr>
            <w:r w:rsidRPr="00E062F1">
              <w:rPr>
                <w:rFonts w:eastAsia="Yu Mincho"/>
              </w:rPr>
              <w:t>DC_42A_n257H</w:t>
            </w:r>
          </w:p>
          <w:p w14:paraId="22ACE73A" w14:textId="77777777" w:rsidR="002B509E" w:rsidRPr="00E062F1" w:rsidRDefault="002B509E" w:rsidP="006B3BD2">
            <w:pPr>
              <w:pStyle w:val="TAC"/>
              <w:rPr>
                <w:rFonts w:eastAsia="Yu Mincho"/>
              </w:rPr>
            </w:pPr>
            <w:r w:rsidRPr="00E062F1">
              <w:rPr>
                <w:rFonts w:eastAsia="Yu Mincho"/>
              </w:rPr>
              <w:t>DC_42A_n257I</w:t>
            </w:r>
          </w:p>
          <w:p w14:paraId="5E2F6580" w14:textId="77777777" w:rsidR="002B509E" w:rsidRPr="00E062F1" w:rsidRDefault="002B509E" w:rsidP="006B3BD2">
            <w:pPr>
              <w:pStyle w:val="TAC"/>
              <w:rPr>
                <w:rFonts w:eastAsia="Yu Mincho"/>
              </w:rPr>
            </w:pPr>
            <w:r w:rsidRPr="00E062F1">
              <w:rPr>
                <w:rFonts w:eastAsia="Yu Mincho"/>
              </w:rPr>
              <w:t>DC_42C_n257A</w:t>
            </w:r>
          </w:p>
          <w:p w14:paraId="5B55B9A3" w14:textId="77777777" w:rsidR="002B509E" w:rsidRPr="00AA54EC" w:rsidRDefault="002B509E" w:rsidP="006B3BD2">
            <w:pPr>
              <w:pStyle w:val="TAC"/>
              <w:rPr>
                <w:rFonts w:eastAsia="Yu Mincho"/>
                <w:lang w:val="sv-FI"/>
              </w:rPr>
            </w:pPr>
            <w:r w:rsidRPr="00AA54EC">
              <w:rPr>
                <w:rFonts w:eastAsia="Yu Mincho"/>
                <w:lang w:val="sv-FI"/>
              </w:rPr>
              <w:t>DC_42C_n257G</w:t>
            </w:r>
          </w:p>
          <w:p w14:paraId="02BF8FC4" w14:textId="77777777" w:rsidR="002B509E" w:rsidRPr="00AA54EC" w:rsidRDefault="002B509E" w:rsidP="006B3BD2">
            <w:pPr>
              <w:pStyle w:val="TAC"/>
              <w:rPr>
                <w:rFonts w:eastAsia="Yu Mincho"/>
                <w:lang w:val="sv-FI"/>
              </w:rPr>
            </w:pPr>
            <w:r w:rsidRPr="00AA54EC">
              <w:rPr>
                <w:rFonts w:eastAsia="Yu Mincho"/>
                <w:lang w:val="sv-FI"/>
              </w:rPr>
              <w:t>DC_42C_n257H</w:t>
            </w:r>
          </w:p>
          <w:p w14:paraId="11ABA6BB" w14:textId="09FAF4C0" w:rsidR="002B509E" w:rsidRPr="00AA54EC" w:rsidRDefault="002B509E" w:rsidP="006B3BD2">
            <w:pPr>
              <w:pStyle w:val="TAC"/>
              <w:rPr>
                <w:lang w:val="sv-FI" w:eastAsia="ja-JP"/>
              </w:rPr>
            </w:pPr>
            <w:r w:rsidRPr="00AA54EC">
              <w:rPr>
                <w:rFonts w:eastAsia="Yu Mincho"/>
                <w:lang w:val="sv-FI"/>
              </w:rPr>
              <w:t>DC_42C_n257I</w:t>
            </w:r>
          </w:p>
        </w:tc>
      </w:tr>
      <w:tr w:rsidR="001F078B" w:rsidRPr="00E062F1" w14:paraId="62F6AEC6" w14:textId="77777777" w:rsidTr="006B3BD2">
        <w:trPr>
          <w:trHeight w:val="187"/>
          <w:jc w:val="center"/>
        </w:trPr>
        <w:tc>
          <w:tcPr>
            <w:tcW w:w="5098" w:type="dxa"/>
            <w:shd w:val="clear" w:color="auto" w:fill="auto"/>
            <w:noWrap/>
            <w:tcMar>
              <w:top w:w="28" w:type="dxa"/>
              <w:left w:w="28" w:type="dxa"/>
              <w:bottom w:w="28" w:type="dxa"/>
              <w:right w:w="28" w:type="dxa"/>
            </w:tcMar>
          </w:tcPr>
          <w:p w14:paraId="5C480C9F" w14:textId="77777777" w:rsidR="007C6F81" w:rsidRPr="00E062F1" w:rsidRDefault="007C6F81" w:rsidP="006B3BD2">
            <w:pPr>
              <w:pStyle w:val="TAC"/>
              <w:rPr>
                <w:rFonts w:cs="Arial"/>
                <w:lang w:eastAsia="zh-CN"/>
              </w:rPr>
            </w:pPr>
            <w:r w:rsidRPr="00E062F1">
              <w:rPr>
                <w:rFonts w:cs="Arial"/>
                <w:lang w:eastAsia="ja-JP"/>
              </w:rPr>
              <w:lastRenderedPageBreak/>
              <w:t>DC</w:t>
            </w:r>
            <w:r w:rsidRPr="00E062F1">
              <w:rPr>
                <w:rFonts w:cs="Arial"/>
              </w:rPr>
              <w:t>_</w:t>
            </w:r>
            <w:r w:rsidRPr="00E062F1">
              <w:rPr>
                <w:rFonts w:cs="Arial"/>
                <w:lang w:eastAsia="ja-JP"/>
              </w:rPr>
              <w:t>1A-19A-21A-42A_n257A</w:t>
            </w:r>
          </w:p>
          <w:p w14:paraId="531917D6" w14:textId="77777777" w:rsidR="007C6F81" w:rsidRPr="00E062F1" w:rsidRDefault="007C6F81" w:rsidP="006B3BD2">
            <w:pPr>
              <w:pStyle w:val="TAC"/>
              <w:rPr>
                <w:rFonts w:cs="Arial"/>
                <w:lang w:eastAsia="zh-CN"/>
              </w:rPr>
            </w:pPr>
            <w:r w:rsidRPr="00E062F1">
              <w:rPr>
                <w:rFonts w:cs="Arial"/>
                <w:lang w:eastAsia="ja-JP"/>
              </w:rPr>
              <w:t>DC</w:t>
            </w:r>
            <w:r w:rsidRPr="00E062F1">
              <w:rPr>
                <w:rFonts w:cs="Arial"/>
              </w:rPr>
              <w:t>_</w:t>
            </w:r>
            <w:r w:rsidRPr="00E062F1">
              <w:rPr>
                <w:rFonts w:cs="Arial"/>
                <w:lang w:eastAsia="ja-JP"/>
              </w:rPr>
              <w:t>1A-19A-21A-42A_n257D</w:t>
            </w:r>
          </w:p>
          <w:p w14:paraId="04B4520D" w14:textId="77777777" w:rsidR="007C6F81" w:rsidRPr="00E062F1" w:rsidRDefault="007C6F81" w:rsidP="006B3BD2">
            <w:pPr>
              <w:pStyle w:val="TAC"/>
              <w:rPr>
                <w:rFonts w:cs="Arial"/>
                <w:lang w:eastAsia="zh-CN"/>
              </w:rPr>
            </w:pPr>
            <w:r w:rsidRPr="00E062F1">
              <w:rPr>
                <w:rFonts w:cs="Arial"/>
                <w:lang w:eastAsia="ja-JP"/>
              </w:rPr>
              <w:t>DC</w:t>
            </w:r>
            <w:r w:rsidRPr="00E062F1">
              <w:rPr>
                <w:rFonts w:cs="Arial"/>
              </w:rPr>
              <w:t>_</w:t>
            </w:r>
            <w:r w:rsidRPr="00E062F1">
              <w:rPr>
                <w:rFonts w:cs="Arial"/>
                <w:lang w:eastAsia="ja-JP"/>
              </w:rPr>
              <w:t>1A-19A-21A-42A_n257E</w:t>
            </w:r>
          </w:p>
          <w:p w14:paraId="14BC6004" w14:textId="77777777" w:rsidR="007C6F81" w:rsidRPr="00E062F1" w:rsidRDefault="007C6F81" w:rsidP="006B3BD2">
            <w:pPr>
              <w:pStyle w:val="TAC"/>
              <w:rPr>
                <w:lang w:eastAsia="fi-FI"/>
              </w:rPr>
            </w:pPr>
            <w:r w:rsidRPr="00E062F1">
              <w:rPr>
                <w:rFonts w:cs="Arial"/>
                <w:lang w:eastAsia="ja-JP"/>
              </w:rPr>
              <w:t>DC</w:t>
            </w:r>
            <w:r w:rsidRPr="00E062F1">
              <w:rPr>
                <w:rFonts w:cs="Arial"/>
              </w:rPr>
              <w:t>_</w:t>
            </w:r>
            <w:r w:rsidRPr="00E062F1">
              <w:rPr>
                <w:rFonts w:cs="Arial"/>
                <w:lang w:eastAsia="ja-JP"/>
              </w:rPr>
              <w:t>1A-19A-21A-42A_n257F</w:t>
            </w:r>
          </w:p>
          <w:p w14:paraId="19BC4223" w14:textId="77777777" w:rsidR="007C6F81" w:rsidRPr="00E062F1" w:rsidRDefault="007C6F81" w:rsidP="006B3BD2">
            <w:pPr>
              <w:pStyle w:val="TAC"/>
              <w:rPr>
                <w:lang w:eastAsia="fi-FI"/>
              </w:rPr>
            </w:pPr>
            <w:r w:rsidRPr="00E062F1">
              <w:rPr>
                <w:lang w:eastAsia="fi-FI"/>
              </w:rPr>
              <w:t>DC_1A-19A-21A-42A_n257G</w:t>
            </w:r>
          </w:p>
          <w:p w14:paraId="6641F388" w14:textId="77777777" w:rsidR="007C6F81" w:rsidRPr="00E062F1" w:rsidRDefault="007C6F81" w:rsidP="006B3BD2">
            <w:pPr>
              <w:pStyle w:val="TAC"/>
              <w:rPr>
                <w:lang w:eastAsia="ja-JP"/>
              </w:rPr>
            </w:pPr>
            <w:r w:rsidRPr="00E062F1">
              <w:rPr>
                <w:lang w:eastAsia="ja-JP"/>
              </w:rPr>
              <w:t>DC_1A-19A-21A-42A_n257H</w:t>
            </w:r>
          </w:p>
          <w:p w14:paraId="0B2898CD" w14:textId="77777777" w:rsidR="007C6F81" w:rsidRPr="00E062F1" w:rsidRDefault="007C6F81" w:rsidP="006B3BD2">
            <w:pPr>
              <w:pStyle w:val="TAC"/>
              <w:rPr>
                <w:lang w:eastAsia="ja-JP"/>
              </w:rPr>
            </w:pPr>
            <w:r w:rsidRPr="00E062F1">
              <w:rPr>
                <w:lang w:eastAsia="ja-JP"/>
              </w:rPr>
              <w:t>DC_1A-19A-21A-42A_n257I</w:t>
            </w:r>
          </w:p>
          <w:p w14:paraId="2F7AB5A2" w14:textId="77777777" w:rsidR="007C6F81" w:rsidRPr="00E062F1" w:rsidRDefault="007C6F81" w:rsidP="006B3BD2">
            <w:pPr>
              <w:pStyle w:val="TAC"/>
              <w:rPr>
                <w:lang w:eastAsia="ja-JP"/>
              </w:rPr>
            </w:pPr>
            <w:r w:rsidRPr="00E062F1">
              <w:rPr>
                <w:lang w:eastAsia="ja-JP"/>
              </w:rPr>
              <w:t>DC_1A-19A-21A-42A_n257J</w:t>
            </w:r>
          </w:p>
          <w:p w14:paraId="1196D46E" w14:textId="77777777" w:rsidR="007C6F81" w:rsidRPr="00E062F1" w:rsidRDefault="007C6F81" w:rsidP="006B3BD2">
            <w:pPr>
              <w:pStyle w:val="TAC"/>
              <w:rPr>
                <w:lang w:eastAsia="ja-JP"/>
              </w:rPr>
            </w:pPr>
            <w:r w:rsidRPr="00E062F1">
              <w:rPr>
                <w:lang w:eastAsia="ja-JP"/>
              </w:rPr>
              <w:t>DC_1A-19A-21A-42A_n257K</w:t>
            </w:r>
          </w:p>
          <w:p w14:paraId="62604BDD" w14:textId="77777777" w:rsidR="007C6F81" w:rsidRPr="00E062F1" w:rsidRDefault="007C6F81" w:rsidP="006B3BD2">
            <w:pPr>
              <w:pStyle w:val="TAC"/>
              <w:rPr>
                <w:lang w:eastAsia="ja-JP"/>
              </w:rPr>
            </w:pPr>
            <w:r w:rsidRPr="00E062F1">
              <w:rPr>
                <w:lang w:eastAsia="ja-JP"/>
              </w:rPr>
              <w:t>DC_1A-19A-21A-42A_n257L</w:t>
            </w:r>
          </w:p>
          <w:p w14:paraId="234B3734" w14:textId="77777777" w:rsidR="007C6F81" w:rsidRPr="00E062F1" w:rsidRDefault="007C6F81" w:rsidP="006B3BD2">
            <w:pPr>
              <w:pStyle w:val="TAC"/>
              <w:rPr>
                <w:lang w:eastAsia="ja-JP"/>
              </w:rPr>
            </w:pPr>
            <w:r w:rsidRPr="00E062F1">
              <w:rPr>
                <w:lang w:eastAsia="ja-JP"/>
              </w:rPr>
              <w:t>DC_1A-19A-21A-42A_n257M</w:t>
            </w:r>
          </w:p>
          <w:p w14:paraId="1791782C" w14:textId="77777777" w:rsidR="007C6F81" w:rsidRPr="00E062F1" w:rsidRDefault="007C6F81" w:rsidP="006B3BD2">
            <w:pPr>
              <w:pStyle w:val="TAC"/>
              <w:rPr>
                <w:rFonts w:cs="Arial"/>
                <w:lang w:eastAsia="zh-CN"/>
              </w:rPr>
            </w:pPr>
            <w:r w:rsidRPr="00E062F1">
              <w:rPr>
                <w:rFonts w:cs="Arial"/>
              </w:rPr>
              <w:t>DC_1A-19A-21A-42C_n</w:t>
            </w:r>
            <w:r w:rsidRPr="00E062F1">
              <w:rPr>
                <w:rFonts w:cs="Arial"/>
                <w:lang w:eastAsia="zh-CN"/>
              </w:rPr>
              <w:t>25</w:t>
            </w:r>
            <w:r w:rsidRPr="00E062F1">
              <w:rPr>
                <w:rFonts w:cs="Arial"/>
              </w:rPr>
              <w:t>7A</w:t>
            </w:r>
          </w:p>
          <w:p w14:paraId="42BBDEE4" w14:textId="77777777" w:rsidR="007C6F81" w:rsidRPr="00E062F1" w:rsidRDefault="007C6F81" w:rsidP="006B3BD2">
            <w:pPr>
              <w:pStyle w:val="TAC"/>
              <w:rPr>
                <w:rFonts w:cs="Arial"/>
                <w:lang w:eastAsia="zh-CN"/>
              </w:rPr>
            </w:pPr>
            <w:r w:rsidRPr="00E062F1">
              <w:rPr>
                <w:rFonts w:cs="Arial"/>
              </w:rPr>
              <w:t>DC_1A-19A-21A-42C_n</w:t>
            </w:r>
            <w:r w:rsidRPr="00E062F1">
              <w:rPr>
                <w:rFonts w:cs="Arial"/>
                <w:lang w:eastAsia="zh-CN"/>
              </w:rPr>
              <w:t>25</w:t>
            </w:r>
            <w:r w:rsidRPr="00E062F1">
              <w:rPr>
                <w:rFonts w:cs="Arial"/>
              </w:rPr>
              <w:t>7</w:t>
            </w:r>
            <w:r w:rsidRPr="00E062F1">
              <w:rPr>
                <w:rFonts w:cs="Arial"/>
                <w:lang w:eastAsia="zh-CN"/>
              </w:rPr>
              <w:t>D</w:t>
            </w:r>
          </w:p>
          <w:p w14:paraId="3C629F6E" w14:textId="77777777" w:rsidR="007C6F81" w:rsidRPr="00E062F1" w:rsidRDefault="007C6F81" w:rsidP="006B3BD2">
            <w:pPr>
              <w:pStyle w:val="TAC"/>
              <w:rPr>
                <w:rFonts w:cs="Arial"/>
                <w:lang w:eastAsia="zh-CN"/>
              </w:rPr>
            </w:pPr>
            <w:r w:rsidRPr="00E062F1">
              <w:rPr>
                <w:rFonts w:cs="Arial"/>
              </w:rPr>
              <w:t>DC_1A-19A-21A-42C_n</w:t>
            </w:r>
            <w:r w:rsidRPr="00E062F1">
              <w:rPr>
                <w:rFonts w:cs="Arial"/>
                <w:lang w:eastAsia="zh-CN"/>
              </w:rPr>
              <w:t>25</w:t>
            </w:r>
            <w:r w:rsidRPr="00E062F1">
              <w:rPr>
                <w:rFonts w:cs="Arial"/>
              </w:rPr>
              <w:t>7</w:t>
            </w:r>
            <w:r w:rsidRPr="00E062F1">
              <w:rPr>
                <w:rFonts w:cs="Arial"/>
                <w:lang w:eastAsia="zh-CN"/>
              </w:rPr>
              <w:t>E</w:t>
            </w:r>
          </w:p>
          <w:p w14:paraId="2E8B0731" w14:textId="77777777" w:rsidR="007C6F81" w:rsidRPr="00E062F1" w:rsidRDefault="007C6F81" w:rsidP="006B3BD2">
            <w:pPr>
              <w:pStyle w:val="TAC"/>
              <w:rPr>
                <w:lang w:eastAsia="ja-JP"/>
              </w:rPr>
            </w:pPr>
            <w:r w:rsidRPr="00E062F1">
              <w:rPr>
                <w:rFonts w:cs="Arial"/>
              </w:rPr>
              <w:t>DC_1A-19A-21A-42C_n</w:t>
            </w:r>
            <w:r w:rsidRPr="00E062F1">
              <w:rPr>
                <w:rFonts w:cs="Arial"/>
                <w:lang w:eastAsia="zh-CN"/>
              </w:rPr>
              <w:t>25</w:t>
            </w:r>
            <w:r w:rsidRPr="00E062F1">
              <w:rPr>
                <w:rFonts w:cs="Arial"/>
              </w:rPr>
              <w:t>7</w:t>
            </w:r>
            <w:r w:rsidRPr="00E062F1">
              <w:rPr>
                <w:rFonts w:cs="Arial"/>
                <w:lang w:eastAsia="zh-CN"/>
              </w:rPr>
              <w:t>F</w:t>
            </w:r>
          </w:p>
          <w:p w14:paraId="269FC08A" w14:textId="77777777" w:rsidR="007C6F81" w:rsidRPr="00E062F1" w:rsidRDefault="007C6F81" w:rsidP="006B3BD2">
            <w:pPr>
              <w:pStyle w:val="TAC"/>
              <w:rPr>
                <w:lang w:eastAsia="ja-JP"/>
              </w:rPr>
            </w:pPr>
            <w:r w:rsidRPr="00E062F1">
              <w:rPr>
                <w:lang w:eastAsia="ja-JP"/>
              </w:rPr>
              <w:t>DC_1A-19A-21A-42C_n257G</w:t>
            </w:r>
          </w:p>
          <w:p w14:paraId="59AA2A86" w14:textId="77777777" w:rsidR="007C6F81" w:rsidRPr="00E062F1" w:rsidRDefault="007C6F81" w:rsidP="006B3BD2">
            <w:pPr>
              <w:pStyle w:val="TAC"/>
              <w:rPr>
                <w:lang w:eastAsia="ja-JP"/>
              </w:rPr>
            </w:pPr>
            <w:r w:rsidRPr="00E062F1">
              <w:rPr>
                <w:lang w:eastAsia="ja-JP"/>
              </w:rPr>
              <w:t>DC_1A-19A-21A-42C_n257H</w:t>
            </w:r>
          </w:p>
          <w:p w14:paraId="702E3FF4" w14:textId="77777777" w:rsidR="007C6F81" w:rsidRPr="00E062F1" w:rsidRDefault="007C6F81" w:rsidP="006B3BD2">
            <w:pPr>
              <w:pStyle w:val="TAC"/>
              <w:rPr>
                <w:lang w:eastAsia="ja-JP"/>
              </w:rPr>
            </w:pPr>
            <w:r w:rsidRPr="00E062F1">
              <w:rPr>
                <w:lang w:eastAsia="ja-JP"/>
              </w:rPr>
              <w:t>DC_1A-19A-21A-42C_n257I</w:t>
            </w:r>
          </w:p>
          <w:p w14:paraId="39585559" w14:textId="77777777" w:rsidR="007C6F81" w:rsidRPr="00E062F1" w:rsidRDefault="007C6F81" w:rsidP="006B3BD2">
            <w:pPr>
              <w:pStyle w:val="TAC"/>
              <w:rPr>
                <w:lang w:eastAsia="ja-JP"/>
              </w:rPr>
            </w:pPr>
            <w:r w:rsidRPr="00E062F1">
              <w:rPr>
                <w:lang w:eastAsia="ja-JP"/>
              </w:rPr>
              <w:t>DC_1A-19A-21A-42C_n257J</w:t>
            </w:r>
          </w:p>
          <w:p w14:paraId="0CCF0BC8" w14:textId="77777777" w:rsidR="007C6F81" w:rsidRPr="00E062F1" w:rsidRDefault="007C6F81" w:rsidP="006B3BD2">
            <w:pPr>
              <w:pStyle w:val="TAC"/>
              <w:rPr>
                <w:lang w:eastAsia="ja-JP"/>
              </w:rPr>
            </w:pPr>
            <w:r w:rsidRPr="00E062F1">
              <w:rPr>
                <w:lang w:eastAsia="ja-JP"/>
              </w:rPr>
              <w:t>DC_1A-19A-21A-42C_n257K</w:t>
            </w:r>
          </w:p>
          <w:p w14:paraId="7E039FF7" w14:textId="77777777" w:rsidR="007C6F81" w:rsidRPr="00E062F1" w:rsidRDefault="007C6F81" w:rsidP="006B3BD2">
            <w:pPr>
              <w:pStyle w:val="TAC"/>
              <w:rPr>
                <w:lang w:eastAsia="ja-JP"/>
              </w:rPr>
            </w:pPr>
            <w:r w:rsidRPr="00E062F1">
              <w:rPr>
                <w:lang w:eastAsia="ja-JP"/>
              </w:rPr>
              <w:t>DC_1A-19A-21A-42C_n257L</w:t>
            </w:r>
          </w:p>
          <w:p w14:paraId="09AE888C" w14:textId="4B7C0DD6" w:rsidR="007C6F81" w:rsidRPr="00E062F1" w:rsidRDefault="007C6F81" w:rsidP="006B3BD2">
            <w:pPr>
              <w:pStyle w:val="TAC"/>
              <w:rPr>
                <w:lang w:eastAsia="ja-JP"/>
              </w:rPr>
            </w:pPr>
            <w:r w:rsidRPr="00E062F1">
              <w:rPr>
                <w:lang w:eastAsia="ja-JP"/>
              </w:rPr>
              <w:t>DC_1A-19A-21A-42C_n257M</w:t>
            </w:r>
          </w:p>
        </w:tc>
        <w:tc>
          <w:tcPr>
            <w:tcW w:w="4533" w:type="dxa"/>
            <w:tcMar>
              <w:top w:w="28" w:type="dxa"/>
              <w:left w:w="28" w:type="dxa"/>
              <w:bottom w:w="28" w:type="dxa"/>
              <w:right w:w="28" w:type="dxa"/>
            </w:tcMar>
          </w:tcPr>
          <w:p w14:paraId="1CCE2556" w14:textId="77777777" w:rsidR="00867F30" w:rsidRPr="00E062F1" w:rsidRDefault="00867F30" w:rsidP="006B3BD2">
            <w:pPr>
              <w:pStyle w:val="TAC"/>
              <w:rPr>
                <w:lang w:eastAsia="ja-JP"/>
              </w:rPr>
            </w:pPr>
            <w:r w:rsidRPr="00E062F1">
              <w:rPr>
                <w:lang w:eastAsia="ja-JP"/>
              </w:rPr>
              <w:t>DC_1A_n257A</w:t>
            </w:r>
          </w:p>
          <w:p w14:paraId="2B7B1B47" w14:textId="77777777" w:rsidR="00867F30" w:rsidRPr="00E062F1" w:rsidRDefault="00867F30" w:rsidP="006B3BD2">
            <w:pPr>
              <w:pStyle w:val="TAC"/>
              <w:rPr>
                <w:lang w:eastAsia="ja-JP"/>
              </w:rPr>
            </w:pPr>
            <w:r w:rsidRPr="00E062F1">
              <w:rPr>
                <w:lang w:eastAsia="ja-JP"/>
              </w:rPr>
              <w:t>DC_1A_n257G</w:t>
            </w:r>
          </w:p>
          <w:p w14:paraId="2CD22DC3" w14:textId="77777777" w:rsidR="00867F30" w:rsidRPr="00E062F1" w:rsidRDefault="00867F30" w:rsidP="006B3BD2">
            <w:pPr>
              <w:pStyle w:val="TAC"/>
              <w:rPr>
                <w:lang w:eastAsia="ja-JP"/>
              </w:rPr>
            </w:pPr>
            <w:r w:rsidRPr="00E062F1">
              <w:rPr>
                <w:lang w:eastAsia="ja-JP"/>
              </w:rPr>
              <w:t>DC_1A_n257H</w:t>
            </w:r>
          </w:p>
          <w:p w14:paraId="163269CF" w14:textId="77777777" w:rsidR="00867F30" w:rsidRPr="00E062F1" w:rsidRDefault="00867F30" w:rsidP="006B3BD2">
            <w:pPr>
              <w:pStyle w:val="TAC"/>
              <w:rPr>
                <w:lang w:eastAsia="ja-JP"/>
              </w:rPr>
            </w:pPr>
            <w:r w:rsidRPr="00E062F1">
              <w:rPr>
                <w:lang w:eastAsia="ja-JP"/>
              </w:rPr>
              <w:t>DC_1A_n257I</w:t>
            </w:r>
          </w:p>
          <w:p w14:paraId="2711E71E" w14:textId="77777777" w:rsidR="00867F30" w:rsidRPr="00E062F1" w:rsidRDefault="00867F30" w:rsidP="006B3BD2">
            <w:pPr>
              <w:pStyle w:val="TAC"/>
              <w:rPr>
                <w:lang w:eastAsia="ja-JP"/>
              </w:rPr>
            </w:pPr>
            <w:r w:rsidRPr="00E062F1">
              <w:rPr>
                <w:lang w:eastAsia="ja-JP"/>
              </w:rPr>
              <w:t>DC_1A_n257J</w:t>
            </w:r>
          </w:p>
          <w:p w14:paraId="74DC3739" w14:textId="77777777" w:rsidR="00867F30" w:rsidRPr="00E062F1" w:rsidRDefault="00867F30" w:rsidP="006B3BD2">
            <w:pPr>
              <w:pStyle w:val="TAC"/>
              <w:rPr>
                <w:lang w:eastAsia="ja-JP"/>
              </w:rPr>
            </w:pPr>
            <w:r w:rsidRPr="00E062F1">
              <w:rPr>
                <w:lang w:eastAsia="ja-JP"/>
              </w:rPr>
              <w:t>DC_1A_n257K</w:t>
            </w:r>
          </w:p>
          <w:p w14:paraId="3F3F70EE" w14:textId="77777777" w:rsidR="00867F30" w:rsidRPr="00E062F1" w:rsidRDefault="00867F30" w:rsidP="006B3BD2">
            <w:pPr>
              <w:pStyle w:val="TAC"/>
              <w:rPr>
                <w:lang w:eastAsia="ja-JP"/>
              </w:rPr>
            </w:pPr>
            <w:r w:rsidRPr="00E062F1">
              <w:rPr>
                <w:lang w:eastAsia="ja-JP"/>
              </w:rPr>
              <w:t>DC_1A_n257L</w:t>
            </w:r>
          </w:p>
          <w:p w14:paraId="7FDC3199" w14:textId="77777777" w:rsidR="00867F30" w:rsidRPr="00E062F1" w:rsidRDefault="00867F30" w:rsidP="006B3BD2">
            <w:pPr>
              <w:pStyle w:val="TAC"/>
              <w:rPr>
                <w:lang w:eastAsia="ja-JP"/>
              </w:rPr>
            </w:pPr>
            <w:r w:rsidRPr="00E062F1">
              <w:rPr>
                <w:lang w:eastAsia="ja-JP"/>
              </w:rPr>
              <w:t>DC_1A_n257M</w:t>
            </w:r>
          </w:p>
          <w:p w14:paraId="3D67C44D" w14:textId="77777777" w:rsidR="00867F30" w:rsidRPr="00E062F1" w:rsidRDefault="00867F30" w:rsidP="006B3BD2">
            <w:pPr>
              <w:pStyle w:val="TAC"/>
              <w:rPr>
                <w:rFonts w:cs="Arial"/>
                <w:lang w:eastAsia="ja-JP"/>
              </w:rPr>
            </w:pPr>
            <w:r w:rsidRPr="00E062F1">
              <w:rPr>
                <w:rFonts w:cs="Arial"/>
                <w:lang w:eastAsia="ja-JP"/>
              </w:rPr>
              <w:t>DC</w:t>
            </w:r>
            <w:r w:rsidRPr="00E062F1">
              <w:rPr>
                <w:rFonts w:cs="Arial"/>
              </w:rPr>
              <w:t>_</w:t>
            </w:r>
            <w:r w:rsidRPr="00E062F1">
              <w:rPr>
                <w:rFonts w:cs="Arial"/>
                <w:lang w:eastAsia="ja-JP"/>
              </w:rPr>
              <w:t>19A_n257A</w:t>
            </w:r>
          </w:p>
          <w:p w14:paraId="50E2926B" w14:textId="77777777" w:rsidR="00867F30" w:rsidRPr="00E062F1" w:rsidRDefault="00867F30" w:rsidP="006B3BD2">
            <w:pPr>
              <w:pStyle w:val="TAC"/>
              <w:rPr>
                <w:lang w:eastAsia="ja-JP"/>
              </w:rPr>
            </w:pPr>
            <w:r w:rsidRPr="00E062F1">
              <w:rPr>
                <w:lang w:eastAsia="ja-JP"/>
              </w:rPr>
              <w:t>DC_19A_n257G</w:t>
            </w:r>
          </w:p>
          <w:p w14:paraId="1F17E18C" w14:textId="77777777" w:rsidR="00867F30" w:rsidRPr="00E062F1" w:rsidRDefault="00867F30" w:rsidP="006B3BD2">
            <w:pPr>
              <w:pStyle w:val="TAC"/>
              <w:rPr>
                <w:lang w:eastAsia="ja-JP"/>
              </w:rPr>
            </w:pPr>
            <w:r w:rsidRPr="00E062F1">
              <w:rPr>
                <w:lang w:eastAsia="ja-JP"/>
              </w:rPr>
              <w:t>DC_19A_n257H</w:t>
            </w:r>
          </w:p>
          <w:p w14:paraId="7234870E" w14:textId="77777777" w:rsidR="00867F30" w:rsidRPr="00E062F1" w:rsidRDefault="00867F30" w:rsidP="006B3BD2">
            <w:pPr>
              <w:pStyle w:val="TAC"/>
              <w:rPr>
                <w:lang w:eastAsia="ja-JP"/>
              </w:rPr>
            </w:pPr>
            <w:r w:rsidRPr="00E062F1">
              <w:rPr>
                <w:lang w:eastAsia="ja-JP"/>
              </w:rPr>
              <w:t>DC_19A_n257I</w:t>
            </w:r>
          </w:p>
          <w:p w14:paraId="642E2410" w14:textId="77777777" w:rsidR="00867F30" w:rsidRPr="00E062F1" w:rsidRDefault="00867F30" w:rsidP="006B3BD2">
            <w:pPr>
              <w:pStyle w:val="TAC"/>
              <w:rPr>
                <w:lang w:eastAsia="ja-JP"/>
              </w:rPr>
            </w:pPr>
            <w:r w:rsidRPr="00E062F1">
              <w:rPr>
                <w:lang w:eastAsia="ja-JP"/>
              </w:rPr>
              <w:t>DC_21A_n257A</w:t>
            </w:r>
          </w:p>
          <w:p w14:paraId="592A5CF1" w14:textId="77777777" w:rsidR="00867F30" w:rsidRPr="00E062F1" w:rsidRDefault="00867F30" w:rsidP="006B3BD2">
            <w:pPr>
              <w:pStyle w:val="TAC"/>
              <w:rPr>
                <w:lang w:eastAsia="ja-JP"/>
              </w:rPr>
            </w:pPr>
            <w:r w:rsidRPr="00E062F1">
              <w:rPr>
                <w:lang w:eastAsia="ja-JP"/>
              </w:rPr>
              <w:t>DC_21A_n257G</w:t>
            </w:r>
          </w:p>
          <w:p w14:paraId="493C6F4E" w14:textId="77777777" w:rsidR="00867F30" w:rsidRPr="00E062F1" w:rsidRDefault="00867F30" w:rsidP="006B3BD2">
            <w:pPr>
              <w:pStyle w:val="TAC"/>
              <w:rPr>
                <w:lang w:eastAsia="ja-JP"/>
              </w:rPr>
            </w:pPr>
            <w:r w:rsidRPr="00E062F1">
              <w:rPr>
                <w:lang w:eastAsia="ja-JP"/>
              </w:rPr>
              <w:t>DC_21A_n257H</w:t>
            </w:r>
          </w:p>
          <w:p w14:paraId="2E86D070" w14:textId="77777777" w:rsidR="00867F30" w:rsidRPr="00E062F1" w:rsidRDefault="00867F30" w:rsidP="006B3BD2">
            <w:pPr>
              <w:pStyle w:val="TAC"/>
              <w:rPr>
                <w:lang w:eastAsia="ja-JP"/>
              </w:rPr>
            </w:pPr>
            <w:r w:rsidRPr="00E062F1">
              <w:rPr>
                <w:lang w:eastAsia="ja-JP"/>
              </w:rPr>
              <w:t>DC_21A_n257I</w:t>
            </w:r>
          </w:p>
          <w:p w14:paraId="04F72F02" w14:textId="77777777" w:rsidR="00867F30" w:rsidRPr="00E062F1" w:rsidRDefault="00867F30" w:rsidP="006B3BD2">
            <w:pPr>
              <w:pStyle w:val="TAC"/>
              <w:rPr>
                <w:lang w:eastAsia="ja-JP"/>
              </w:rPr>
            </w:pPr>
            <w:r w:rsidRPr="00E062F1">
              <w:rPr>
                <w:lang w:eastAsia="ja-JP"/>
              </w:rPr>
              <w:t>DC_21A_n257J</w:t>
            </w:r>
          </w:p>
          <w:p w14:paraId="19D31CCC" w14:textId="77777777" w:rsidR="00867F30" w:rsidRPr="00E062F1" w:rsidRDefault="00867F30" w:rsidP="006B3BD2">
            <w:pPr>
              <w:pStyle w:val="TAC"/>
              <w:rPr>
                <w:lang w:eastAsia="ja-JP"/>
              </w:rPr>
            </w:pPr>
            <w:r w:rsidRPr="00E062F1">
              <w:rPr>
                <w:lang w:eastAsia="ja-JP"/>
              </w:rPr>
              <w:t>DC_21A_n257K</w:t>
            </w:r>
          </w:p>
          <w:p w14:paraId="53047302" w14:textId="77777777" w:rsidR="00867F30" w:rsidRPr="00E062F1" w:rsidRDefault="00867F30" w:rsidP="006B3BD2">
            <w:pPr>
              <w:pStyle w:val="TAC"/>
              <w:rPr>
                <w:lang w:eastAsia="ja-JP"/>
              </w:rPr>
            </w:pPr>
            <w:r w:rsidRPr="00E062F1">
              <w:rPr>
                <w:lang w:eastAsia="ja-JP"/>
              </w:rPr>
              <w:t>DC_21A_n257L</w:t>
            </w:r>
          </w:p>
          <w:p w14:paraId="6CBCF6B4" w14:textId="77777777" w:rsidR="00867F30" w:rsidRPr="00E062F1" w:rsidRDefault="00867F30" w:rsidP="006B3BD2">
            <w:pPr>
              <w:pStyle w:val="TAC"/>
              <w:rPr>
                <w:lang w:eastAsia="ja-JP"/>
              </w:rPr>
            </w:pPr>
            <w:r w:rsidRPr="00E062F1">
              <w:rPr>
                <w:lang w:eastAsia="ja-JP"/>
              </w:rPr>
              <w:t>DC_21A_n257M</w:t>
            </w:r>
          </w:p>
          <w:p w14:paraId="28515592" w14:textId="77777777" w:rsidR="00867F30" w:rsidRPr="00E062F1" w:rsidRDefault="00867F30" w:rsidP="006B3BD2">
            <w:pPr>
              <w:pStyle w:val="TAC"/>
              <w:rPr>
                <w:lang w:eastAsia="ja-JP"/>
              </w:rPr>
            </w:pPr>
            <w:r w:rsidRPr="00E062F1">
              <w:rPr>
                <w:lang w:eastAsia="ja-JP"/>
              </w:rPr>
              <w:t>DC_42A_n257A</w:t>
            </w:r>
          </w:p>
          <w:p w14:paraId="534C9762" w14:textId="77777777" w:rsidR="00867F30" w:rsidRPr="00E062F1" w:rsidRDefault="00867F30" w:rsidP="006B3BD2">
            <w:pPr>
              <w:pStyle w:val="TAC"/>
              <w:rPr>
                <w:lang w:eastAsia="ja-JP"/>
              </w:rPr>
            </w:pPr>
            <w:r w:rsidRPr="00E062F1">
              <w:rPr>
                <w:lang w:eastAsia="ja-JP"/>
              </w:rPr>
              <w:t>DC_42A_n257G</w:t>
            </w:r>
          </w:p>
          <w:p w14:paraId="3C58602C" w14:textId="77777777" w:rsidR="00867F30" w:rsidRPr="00E062F1" w:rsidRDefault="00867F30" w:rsidP="006B3BD2">
            <w:pPr>
              <w:pStyle w:val="TAC"/>
              <w:rPr>
                <w:lang w:eastAsia="ja-JP"/>
              </w:rPr>
            </w:pPr>
            <w:r w:rsidRPr="00E062F1">
              <w:rPr>
                <w:lang w:eastAsia="ja-JP"/>
              </w:rPr>
              <w:t>DC_42A_n257H</w:t>
            </w:r>
          </w:p>
          <w:p w14:paraId="07B918BD" w14:textId="256E3C19" w:rsidR="007C6F81" w:rsidRPr="00E062F1" w:rsidRDefault="00867F30" w:rsidP="006B3BD2">
            <w:pPr>
              <w:pStyle w:val="TAC"/>
              <w:rPr>
                <w:lang w:eastAsia="ja-JP"/>
              </w:rPr>
            </w:pPr>
            <w:r w:rsidRPr="00E062F1">
              <w:rPr>
                <w:lang w:eastAsia="ja-JP"/>
              </w:rPr>
              <w:t>DC_42A_n257I</w:t>
            </w:r>
          </w:p>
        </w:tc>
      </w:tr>
      <w:tr w:rsidR="001F078B" w:rsidRPr="00E062F1" w:rsidDel="007C6F81" w14:paraId="0F20D5CB" w14:textId="77777777" w:rsidTr="006B3BD2">
        <w:trPr>
          <w:trHeight w:val="187"/>
          <w:jc w:val="center"/>
        </w:trPr>
        <w:tc>
          <w:tcPr>
            <w:tcW w:w="5098" w:type="dxa"/>
            <w:shd w:val="clear" w:color="auto" w:fill="auto"/>
            <w:noWrap/>
            <w:tcMar>
              <w:top w:w="28" w:type="dxa"/>
              <w:left w:w="28" w:type="dxa"/>
              <w:bottom w:w="28" w:type="dxa"/>
              <w:right w:w="28" w:type="dxa"/>
            </w:tcMar>
          </w:tcPr>
          <w:p w14:paraId="2B6D2583" w14:textId="67BBC43F" w:rsidR="007C6F81" w:rsidRPr="00E062F1" w:rsidDel="007C6F81" w:rsidRDefault="007C6F81" w:rsidP="006B3BD2">
            <w:pPr>
              <w:pStyle w:val="TAC"/>
              <w:rPr>
                <w:rFonts w:cs="Arial"/>
                <w:lang w:eastAsia="ja-JP"/>
              </w:rPr>
            </w:pPr>
            <w:r w:rsidRPr="00E062F1">
              <w:rPr>
                <w:rFonts w:cs="Arial"/>
              </w:rPr>
              <w:t>DC_1A-19A-2</w:t>
            </w:r>
            <w:r w:rsidRPr="00E062F1">
              <w:rPr>
                <w:rFonts w:cs="Arial"/>
                <w:lang w:eastAsia="zh-CN"/>
              </w:rPr>
              <w:t>8</w:t>
            </w:r>
            <w:r w:rsidRPr="00E062F1">
              <w:rPr>
                <w:rFonts w:cs="Arial"/>
              </w:rPr>
              <w:t>A-42C_n</w:t>
            </w:r>
            <w:r w:rsidRPr="00E062F1">
              <w:rPr>
                <w:rFonts w:cs="Arial"/>
                <w:lang w:eastAsia="zh-CN"/>
              </w:rPr>
              <w:t>25</w:t>
            </w:r>
            <w:r w:rsidRPr="00E062F1">
              <w:rPr>
                <w:rFonts w:cs="Arial"/>
              </w:rPr>
              <w:t>7A</w:t>
            </w:r>
          </w:p>
        </w:tc>
        <w:tc>
          <w:tcPr>
            <w:tcW w:w="4533" w:type="dxa"/>
            <w:tcMar>
              <w:top w:w="28" w:type="dxa"/>
              <w:left w:w="28" w:type="dxa"/>
              <w:bottom w:w="28" w:type="dxa"/>
              <w:right w:w="28" w:type="dxa"/>
            </w:tcMar>
          </w:tcPr>
          <w:p w14:paraId="2964A611" w14:textId="77777777" w:rsidR="007C6F81" w:rsidRPr="00E062F1" w:rsidRDefault="007C6F81" w:rsidP="006B3BD2">
            <w:pPr>
              <w:pStyle w:val="TAC"/>
            </w:pPr>
            <w:r w:rsidRPr="00E062F1">
              <w:t>DC_</w:t>
            </w:r>
            <w:r w:rsidRPr="00E062F1">
              <w:rPr>
                <w:rFonts w:eastAsia="Malgun Gothic"/>
              </w:rPr>
              <w:t>1A_</w:t>
            </w:r>
            <w:r w:rsidRPr="00E062F1">
              <w:t>n</w:t>
            </w:r>
            <w:r w:rsidRPr="00E062F1">
              <w:rPr>
                <w:lang w:eastAsia="zh-CN"/>
              </w:rPr>
              <w:t>25</w:t>
            </w:r>
            <w:r w:rsidRPr="00E062F1">
              <w:rPr>
                <w:rFonts w:eastAsia="Malgun Gothic"/>
              </w:rPr>
              <w:t>7</w:t>
            </w:r>
            <w:r w:rsidRPr="00E062F1">
              <w:t>A</w:t>
            </w:r>
          </w:p>
          <w:p w14:paraId="15439359" w14:textId="77777777" w:rsidR="007C6F81" w:rsidRPr="00E062F1" w:rsidRDefault="007C6F81" w:rsidP="006B3BD2">
            <w:pPr>
              <w:pStyle w:val="TAC"/>
            </w:pPr>
            <w:r w:rsidRPr="00E062F1">
              <w:t>DC_</w:t>
            </w:r>
            <w:r w:rsidRPr="00E062F1">
              <w:rPr>
                <w:lang w:eastAsia="zh-CN"/>
              </w:rPr>
              <w:t>19</w:t>
            </w:r>
            <w:r w:rsidRPr="00E062F1">
              <w:rPr>
                <w:rFonts w:eastAsia="Malgun Gothic"/>
              </w:rPr>
              <w:t>A_</w:t>
            </w:r>
            <w:r w:rsidRPr="00E062F1">
              <w:t>n</w:t>
            </w:r>
            <w:r w:rsidRPr="00E062F1">
              <w:rPr>
                <w:lang w:eastAsia="zh-CN"/>
              </w:rPr>
              <w:t>25</w:t>
            </w:r>
            <w:r w:rsidRPr="00E062F1">
              <w:rPr>
                <w:rFonts w:eastAsia="Malgun Gothic"/>
              </w:rPr>
              <w:t>7</w:t>
            </w:r>
            <w:r w:rsidRPr="00E062F1">
              <w:t>A</w:t>
            </w:r>
          </w:p>
          <w:p w14:paraId="5C788782" w14:textId="77777777" w:rsidR="007C6F81" w:rsidRPr="00E062F1" w:rsidRDefault="007C6F81" w:rsidP="006B3BD2">
            <w:pPr>
              <w:pStyle w:val="TAC"/>
            </w:pPr>
            <w:r w:rsidRPr="00E062F1">
              <w:t>DC_</w:t>
            </w:r>
            <w:r w:rsidRPr="00E062F1">
              <w:rPr>
                <w:lang w:eastAsia="zh-CN"/>
              </w:rPr>
              <w:t>28</w:t>
            </w:r>
            <w:r w:rsidRPr="00E062F1">
              <w:rPr>
                <w:rFonts w:eastAsia="Malgun Gothic"/>
              </w:rPr>
              <w:t>A_</w:t>
            </w:r>
            <w:r w:rsidRPr="00E062F1">
              <w:t>n</w:t>
            </w:r>
            <w:r w:rsidRPr="00E062F1">
              <w:rPr>
                <w:lang w:eastAsia="zh-CN"/>
              </w:rPr>
              <w:t>25</w:t>
            </w:r>
            <w:r w:rsidRPr="00E062F1">
              <w:rPr>
                <w:rFonts w:eastAsia="Malgun Gothic"/>
              </w:rPr>
              <w:t>7</w:t>
            </w:r>
            <w:r w:rsidRPr="00E062F1">
              <w:t>A</w:t>
            </w:r>
          </w:p>
          <w:p w14:paraId="1544E563" w14:textId="16F37FB0" w:rsidR="007C6F81" w:rsidRPr="00E062F1" w:rsidDel="007C6F81" w:rsidRDefault="007C6F81" w:rsidP="006B3BD2">
            <w:pPr>
              <w:pStyle w:val="TAC"/>
              <w:rPr>
                <w:rFonts w:cs="Arial"/>
                <w:lang w:eastAsia="ja-JP"/>
              </w:rPr>
            </w:pPr>
            <w:r w:rsidRPr="00E062F1">
              <w:rPr>
                <w:rFonts w:eastAsia="Malgun Gothic"/>
              </w:rPr>
              <w:t>DC_42A_n257A</w:t>
            </w:r>
          </w:p>
        </w:tc>
      </w:tr>
      <w:tr w:rsidR="001F078B" w:rsidRPr="00E062F1" w:rsidDel="007C6F81" w14:paraId="10DDC6B7" w14:textId="77777777" w:rsidTr="006B3BD2">
        <w:trPr>
          <w:trHeight w:val="187"/>
          <w:jc w:val="center"/>
        </w:trPr>
        <w:tc>
          <w:tcPr>
            <w:tcW w:w="5098" w:type="dxa"/>
            <w:shd w:val="clear" w:color="auto" w:fill="auto"/>
            <w:noWrap/>
            <w:tcMar>
              <w:top w:w="28" w:type="dxa"/>
              <w:left w:w="28" w:type="dxa"/>
              <w:bottom w:w="28" w:type="dxa"/>
              <w:right w:w="28" w:type="dxa"/>
            </w:tcMar>
          </w:tcPr>
          <w:p w14:paraId="6FE93D06" w14:textId="16764746" w:rsidR="007C6F81" w:rsidRPr="00E062F1" w:rsidDel="007C6F81" w:rsidRDefault="007C6F81" w:rsidP="006B3BD2">
            <w:pPr>
              <w:pStyle w:val="TAC"/>
              <w:rPr>
                <w:rFonts w:cs="Arial"/>
                <w:lang w:eastAsia="ja-JP"/>
              </w:rPr>
            </w:pPr>
            <w:r w:rsidRPr="00E062F1">
              <w:rPr>
                <w:rFonts w:cs="Arial"/>
                <w:szCs w:val="18"/>
                <w:lang w:eastAsia="ja-JP"/>
              </w:rPr>
              <w:t>DC_1A-21A-28A-42A_n257A</w:t>
            </w:r>
          </w:p>
        </w:tc>
        <w:tc>
          <w:tcPr>
            <w:tcW w:w="4533" w:type="dxa"/>
            <w:tcMar>
              <w:top w:w="28" w:type="dxa"/>
              <w:left w:w="28" w:type="dxa"/>
              <w:bottom w:w="28" w:type="dxa"/>
              <w:right w:w="28" w:type="dxa"/>
            </w:tcMar>
          </w:tcPr>
          <w:p w14:paraId="52991515" w14:textId="77777777" w:rsidR="007C6F81" w:rsidRPr="00E062F1" w:rsidRDefault="007C6F81" w:rsidP="006B3BD2">
            <w:pPr>
              <w:pStyle w:val="TAC"/>
            </w:pPr>
            <w:r w:rsidRPr="00E062F1">
              <w:t>DC_</w:t>
            </w:r>
            <w:r w:rsidRPr="00E062F1">
              <w:rPr>
                <w:rFonts w:eastAsia="Malgun Gothic"/>
              </w:rPr>
              <w:t>1A_</w:t>
            </w:r>
            <w:r w:rsidRPr="00E062F1">
              <w:t>n</w:t>
            </w:r>
            <w:r w:rsidRPr="00E062F1">
              <w:rPr>
                <w:lang w:eastAsia="zh-CN"/>
              </w:rPr>
              <w:t>25</w:t>
            </w:r>
            <w:r w:rsidRPr="00E062F1">
              <w:rPr>
                <w:rFonts w:eastAsia="Malgun Gothic"/>
              </w:rPr>
              <w:t>7</w:t>
            </w:r>
            <w:r w:rsidRPr="00E062F1">
              <w:t>A</w:t>
            </w:r>
          </w:p>
          <w:p w14:paraId="55CA9980" w14:textId="77777777" w:rsidR="007C6F81" w:rsidRPr="00E062F1" w:rsidRDefault="007C6F81" w:rsidP="006B3BD2">
            <w:pPr>
              <w:pStyle w:val="TAC"/>
            </w:pPr>
            <w:r w:rsidRPr="00E062F1">
              <w:t>DC_</w:t>
            </w:r>
            <w:r w:rsidRPr="00E062F1">
              <w:rPr>
                <w:lang w:eastAsia="zh-CN"/>
              </w:rPr>
              <w:t>21</w:t>
            </w:r>
            <w:r w:rsidRPr="00E062F1">
              <w:rPr>
                <w:rFonts w:eastAsia="Malgun Gothic"/>
              </w:rPr>
              <w:t>A_</w:t>
            </w:r>
            <w:r w:rsidRPr="00E062F1">
              <w:t>n</w:t>
            </w:r>
            <w:r w:rsidRPr="00E062F1">
              <w:rPr>
                <w:lang w:eastAsia="zh-CN"/>
              </w:rPr>
              <w:t>25</w:t>
            </w:r>
            <w:r w:rsidRPr="00E062F1">
              <w:rPr>
                <w:rFonts w:eastAsia="Malgun Gothic"/>
              </w:rPr>
              <w:t>7</w:t>
            </w:r>
            <w:r w:rsidRPr="00E062F1">
              <w:t>A</w:t>
            </w:r>
          </w:p>
          <w:p w14:paraId="586F994B" w14:textId="77777777" w:rsidR="007C6F81" w:rsidRPr="00E062F1" w:rsidRDefault="007C6F81" w:rsidP="006B3BD2">
            <w:pPr>
              <w:pStyle w:val="TAC"/>
            </w:pPr>
            <w:r w:rsidRPr="00E062F1">
              <w:t>DC_</w:t>
            </w:r>
            <w:r w:rsidRPr="00E062F1">
              <w:rPr>
                <w:lang w:eastAsia="zh-CN"/>
              </w:rPr>
              <w:t>28</w:t>
            </w:r>
            <w:r w:rsidRPr="00E062F1">
              <w:rPr>
                <w:rFonts w:eastAsia="Malgun Gothic"/>
              </w:rPr>
              <w:t>A_</w:t>
            </w:r>
            <w:r w:rsidRPr="00E062F1">
              <w:t>n</w:t>
            </w:r>
            <w:r w:rsidRPr="00E062F1">
              <w:rPr>
                <w:lang w:eastAsia="zh-CN"/>
              </w:rPr>
              <w:t>25</w:t>
            </w:r>
            <w:r w:rsidRPr="00E062F1">
              <w:rPr>
                <w:rFonts w:eastAsia="Malgun Gothic"/>
              </w:rPr>
              <w:t>7</w:t>
            </w:r>
            <w:r w:rsidRPr="00E062F1">
              <w:t>A</w:t>
            </w:r>
          </w:p>
          <w:p w14:paraId="61D704BE" w14:textId="4C58AB43" w:rsidR="007C6F81" w:rsidRPr="00E062F1" w:rsidDel="007C6F81" w:rsidRDefault="007C6F81" w:rsidP="006B3BD2">
            <w:pPr>
              <w:pStyle w:val="TAC"/>
              <w:rPr>
                <w:rFonts w:cs="Arial"/>
                <w:lang w:eastAsia="ja-JP"/>
              </w:rPr>
            </w:pPr>
            <w:r w:rsidRPr="00E062F1">
              <w:t>DC_42</w:t>
            </w:r>
            <w:r w:rsidRPr="00E062F1">
              <w:rPr>
                <w:rFonts w:eastAsia="Times New Roman"/>
              </w:rPr>
              <w:t>A_</w:t>
            </w:r>
            <w:r w:rsidRPr="00E062F1">
              <w:t>n25</w:t>
            </w:r>
            <w:r w:rsidRPr="00E062F1">
              <w:rPr>
                <w:rFonts w:eastAsia="Times New Roman"/>
              </w:rPr>
              <w:t>7</w:t>
            </w:r>
            <w:r w:rsidRPr="00E062F1">
              <w:t>A</w:t>
            </w:r>
          </w:p>
        </w:tc>
      </w:tr>
      <w:tr w:rsidR="001F078B" w:rsidRPr="00E062F1" w14:paraId="61CCD7BD" w14:textId="77777777" w:rsidTr="006B3BD2">
        <w:trPr>
          <w:trHeight w:val="187"/>
          <w:jc w:val="center"/>
        </w:trPr>
        <w:tc>
          <w:tcPr>
            <w:tcW w:w="5098" w:type="dxa"/>
            <w:shd w:val="clear" w:color="auto" w:fill="auto"/>
            <w:noWrap/>
            <w:tcMar>
              <w:top w:w="28" w:type="dxa"/>
              <w:left w:w="28" w:type="dxa"/>
              <w:bottom w:w="28" w:type="dxa"/>
              <w:right w:w="28" w:type="dxa"/>
            </w:tcMar>
          </w:tcPr>
          <w:p w14:paraId="31895874" w14:textId="72ACD48F" w:rsidR="007C6F81" w:rsidRPr="00E062F1" w:rsidRDefault="007C6F81" w:rsidP="006B3BD2">
            <w:pPr>
              <w:pStyle w:val="TAC"/>
              <w:rPr>
                <w:rFonts w:cs="Arial"/>
                <w:lang w:eastAsia="ja-JP"/>
              </w:rPr>
            </w:pPr>
            <w:r w:rsidRPr="00E062F1">
              <w:rPr>
                <w:rFonts w:cs="Arial"/>
                <w:lang w:eastAsia="ja-JP"/>
              </w:rPr>
              <w:t>DC_2A-5A-30A-66A_n260A</w:t>
            </w:r>
          </w:p>
        </w:tc>
        <w:tc>
          <w:tcPr>
            <w:tcW w:w="4533" w:type="dxa"/>
            <w:tcMar>
              <w:top w:w="28" w:type="dxa"/>
              <w:left w:w="28" w:type="dxa"/>
              <w:bottom w:w="28" w:type="dxa"/>
              <w:right w:w="28" w:type="dxa"/>
            </w:tcMar>
          </w:tcPr>
          <w:p w14:paraId="4EEADBE2" w14:textId="77777777" w:rsidR="007C6F81" w:rsidRPr="006B3BD2" w:rsidRDefault="007C6F81" w:rsidP="006B3BD2">
            <w:pPr>
              <w:pStyle w:val="TAC"/>
              <w:rPr>
                <w:bCs/>
                <w:lang w:eastAsia="fi-FI"/>
              </w:rPr>
            </w:pPr>
            <w:r w:rsidRPr="006B3BD2">
              <w:rPr>
                <w:bCs/>
                <w:lang w:eastAsia="fi-FI"/>
              </w:rPr>
              <w:t>DC_2A_n260A</w:t>
            </w:r>
          </w:p>
          <w:p w14:paraId="23025B2C" w14:textId="77777777" w:rsidR="007C6F81" w:rsidRPr="006B3BD2" w:rsidRDefault="007C6F81" w:rsidP="006B3BD2">
            <w:pPr>
              <w:pStyle w:val="TAC"/>
              <w:rPr>
                <w:bCs/>
                <w:lang w:eastAsia="fi-FI"/>
              </w:rPr>
            </w:pPr>
            <w:r w:rsidRPr="006B3BD2">
              <w:rPr>
                <w:bCs/>
                <w:lang w:eastAsia="fi-FI"/>
              </w:rPr>
              <w:t>DC_5A_n260A</w:t>
            </w:r>
          </w:p>
          <w:p w14:paraId="2C707A4E" w14:textId="77777777" w:rsidR="007C6F81" w:rsidRPr="006B3BD2" w:rsidRDefault="007C6F81" w:rsidP="006B3BD2">
            <w:pPr>
              <w:pStyle w:val="TAC"/>
              <w:rPr>
                <w:bCs/>
                <w:lang w:eastAsia="fi-FI"/>
              </w:rPr>
            </w:pPr>
            <w:r w:rsidRPr="006B3BD2">
              <w:rPr>
                <w:bCs/>
                <w:lang w:eastAsia="fi-FI"/>
              </w:rPr>
              <w:t>DC_</w:t>
            </w:r>
            <w:r w:rsidRPr="006B3BD2">
              <w:rPr>
                <w:bCs/>
                <w:lang w:eastAsia="ja-JP"/>
              </w:rPr>
              <w:t>30</w:t>
            </w:r>
            <w:r w:rsidRPr="006B3BD2">
              <w:rPr>
                <w:bCs/>
                <w:lang w:eastAsia="fi-FI"/>
              </w:rPr>
              <w:t>A_n260A</w:t>
            </w:r>
          </w:p>
          <w:p w14:paraId="7D132058" w14:textId="7210DB93" w:rsidR="007C6F81" w:rsidRPr="006B3BD2" w:rsidRDefault="007C6F81" w:rsidP="006B3BD2">
            <w:pPr>
              <w:pStyle w:val="TAC"/>
              <w:rPr>
                <w:rFonts w:cs="Arial"/>
                <w:bCs/>
                <w:lang w:eastAsia="ja-JP"/>
              </w:rPr>
            </w:pPr>
            <w:r w:rsidRPr="006B3BD2">
              <w:rPr>
                <w:bCs/>
                <w:lang w:eastAsia="fi-FI"/>
              </w:rPr>
              <w:t>DC_</w:t>
            </w:r>
            <w:r w:rsidRPr="006B3BD2">
              <w:rPr>
                <w:bCs/>
                <w:lang w:eastAsia="ja-JP"/>
              </w:rPr>
              <w:t>66</w:t>
            </w:r>
            <w:r w:rsidRPr="006B3BD2">
              <w:rPr>
                <w:bCs/>
                <w:lang w:eastAsia="fi-FI"/>
              </w:rPr>
              <w:t>A_n260A</w:t>
            </w:r>
          </w:p>
        </w:tc>
      </w:tr>
      <w:tr w:rsidR="001F078B" w:rsidRPr="00E062F1" w14:paraId="29BA6237" w14:textId="77777777" w:rsidTr="006B3BD2">
        <w:trPr>
          <w:trHeight w:val="187"/>
          <w:jc w:val="center"/>
        </w:trPr>
        <w:tc>
          <w:tcPr>
            <w:tcW w:w="5098" w:type="dxa"/>
            <w:shd w:val="clear" w:color="auto" w:fill="auto"/>
            <w:noWrap/>
            <w:tcMar>
              <w:top w:w="28" w:type="dxa"/>
              <w:left w:w="28" w:type="dxa"/>
              <w:bottom w:w="28" w:type="dxa"/>
              <w:right w:w="28" w:type="dxa"/>
            </w:tcMar>
          </w:tcPr>
          <w:p w14:paraId="16163AED" w14:textId="2B2786C5" w:rsidR="007C6F81" w:rsidRPr="00E062F1" w:rsidRDefault="007C6F81" w:rsidP="006B3BD2">
            <w:pPr>
              <w:pStyle w:val="TAC"/>
              <w:rPr>
                <w:rFonts w:cs="Arial"/>
                <w:lang w:eastAsia="ja-JP"/>
              </w:rPr>
            </w:pPr>
            <w:r w:rsidRPr="00E062F1">
              <w:rPr>
                <w:rFonts w:cs="Arial"/>
                <w:lang w:eastAsia="ja-JP"/>
              </w:rPr>
              <w:t>DC_2A-12A-30A-66A_n260A</w:t>
            </w:r>
          </w:p>
        </w:tc>
        <w:tc>
          <w:tcPr>
            <w:tcW w:w="4533" w:type="dxa"/>
            <w:tcMar>
              <w:top w:w="28" w:type="dxa"/>
              <w:left w:w="28" w:type="dxa"/>
              <w:bottom w:w="28" w:type="dxa"/>
              <w:right w:w="28" w:type="dxa"/>
            </w:tcMar>
          </w:tcPr>
          <w:p w14:paraId="0BFE563C" w14:textId="77777777" w:rsidR="007C6F81" w:rsidRPr="006B3BD2" w:rsidRDefault="007C6F81" w:rsidP="006B3BD2">
            <w:pPr>
              <w:pStyle w:val="TAC"/>
              <w:rPr>
                <w:bCs/>
                <w:lang w:eastAsia="fi-FI"/>
              </w:rPr>
            </w:pPr>
            <w:r w:rsidRPr="006B3BD2">
              <w:rPr>
                <w:bCs/>
                <w:lang w:eastAsia="fi-FI"/>
              </w:rPr>
              <w:t>DC_2A_n260A</w:t>
            </w:r>
          </w:p>
          <w:p w14:paraId="373EEE99" w14:textId="77777777" w:rsidR="007C6F81" w:rsidRPr="006B3BD2" w:rsidRDefault="007C6F81" w:rsidP="006B3BD2">
            <w:pPr>
              <w:pStyle w:val="TAC"/>
              <w:rPr>
                <w:bCs/>
                <w:lang w:eastAsia="fi-FI"/>
              </w:rPr>
            </w:pPr>
            <w:r w:rsidRPr="006B3BD2">
              <w:rPr>
                <w:bCs/>
                <w:lang w:eastAsia="fi-FI"/>
              </w:rPr>
              <w:t>DC_12A_n260A</w:t>
            </w:r>
          </w:p>
          <w:p w14:paraId="04544345" w14:textId="77777777" w:rsidR="007C6F81" w:rsidRPr="006B3BD2" w:rsidRDefault="007C6F81" w:rsidP="006B3BD2">
            <w:pPr>
              <w:pStyle w:val="TAC"/>
              <w:rPr>
                <w:bCs/>
                <w:lang w:eastAsia="fi-FI"/>
              </w:rPr>
            </w:pPr>
            <w:r w:rsidRPr="006B3BD2">
              <w:rPr>
                <w:bCs/>
                <w:lang w:eastAsia="fi-FI"/>
              </w:rPr>
              <w:t>DC_</w:t>
            </w:r>
            <w:r w:rsidRPr="006B3BD2">
              <w:rPr>
                <w:bCs/>
                <w:lang w:eastAsia="ja-JP"/>
              </w:rPr>
              <w:t>30</w:t>
            </w:r>
            <w:r w:rsidRPr="006B3BD2">
              <w:rPr>
                <w:bCs/>
                <w:lang w:eastAsia="fi-FI"/>
              </w:rPr>
              <w:t>A_n260A</w:t>
            </w:r>
          </w:p>
          <w:p w14:paraId="6DDF472C" w14:textId="2FA55FD2" w:rsidR="007C6F81" w:rsidRPr="006B3BD2" w:rsidRDefault="007C6F81" w:rsidP="006B3BD2">
            <w:pPr>
              <w:pStyle w:val="TAC"/>
              <w:rPr>
                <w:rFonts w:cs="Arial"/>
                <w:bCs/>
                <w:lang w:eastAsia="ja-JP"/>
              </w:rPr>
            </w:pPr>
            <w:r w:rsidRPr="006B3BD2">
              <w:rPr>
                <w:bCs/>
                <w:lang w:eastAsia="fi-FI"/>
              </w:rPr>
              <w:t>DC_</w:t>
            </w:r>
            <w:r w:rsidRPr="006B3BD2">
              <w:rPr>
                <w:bCs/>
                <w:lang w:eastAsia="ja-JP"/>
              </w:rPr>
              <w:t>66</w:t>
            </w:r>
            <w:r w:rsidRPr="006B3BD2">
              <w:rPr>
                <w:bCs/>
                <w:lang w:eastAsia="fi-FI"/>
              </w:rPr>
              <w:t>A_n260A</w:t>
            </w:r>
          </w:p>
        </w:tc>
      </w:tr>
      <w:tr w:rsidR="001F078B" w:rsidRPr="00E062F1" w14:paraId="7E68876F" w14:textId="77777777" w:rsidTr="006B3BD2">
        <w:trPr>
          <w:trHeight w:val="187"/>
          <w:jc w:val="center"/>
        </w:trPr>
        <w:tc>
          <w:tcPr>
            <w:tcW w:w="5098" w:type="dxa"/>
            <w:shd w:val="clear" w:color="auto" w:fill="auto"/>
            <w:noWrap/>
            <w:tcMar>
              <w:top w:w="28" w:type="dxa"/>
              <w:left w:w="28" w:type="dxa"/>
              <w:bottom w:w="28" w:type="dxa"/>
              <w:right w:w="28" w:type="dxa"/>
            </w:tcMar>
          </w:tcPr>
          <w:p w14:paraId="58C5D1A5" w14:textId="77777777" w:rsidR="00F57FB7" w:rsidRPr="00E062F1" w:rsidRDefault="00F57FB7" w:rsidP="006B3BD2">
            <w:pPr>
              <w:pStyle w:val="TAC"/>
              <w:rPr>
                <w:lang w:eastAsia="fi-FI"/>
              </w:rPr>
            </w:pPr>
            <w:r w:rsidRPr="00E062F1">
              <w:rPr>
                <w:lang w:eastAsia="fi-FI"/>
              </w:rPr>
              <w:lastRenderedPageBreak/>
              <w:t>DC_2A-14A-30A-66A_n260A</w:t>
            </w:r>
          </w:p>
          <w:p w14:paraId="38088B32" w14:textId="77777777" w:rsidR="00F57FB7" w:rsidRPr="00E062F1" w:rsidRDefault="00F57FB7" w:rsidP="006B3BD2">
            <w:pPr>
              <w:pStyle w:val="TAC"/>
              <w:rPr>
                <w:lang w:eastAsia="fi-FI"/>
              </w:rPr>
            </w:pPr>
            <w:r w:rsidRPr="00E062F1">
              <w:rPr>
                <w:lang w:eastAsia="fi-FI"/>
              </w:rPr>
              <w:t>DC_2A-14A-30A-66A_n260G</w:t>
            </w:r>
          </w:p>
          <w:p w14:paraId="3AD0D85A" w14:textId="77777777" w:rsidR="00F57FB7" w:rsidRPr="00E062F1" w:rsidRDefault="00F57FB7" w:rsidP="006B3BD2">
            <w:pPr>
              <w:pStyle w:val="TAC"/>
              <w:rPr>
                <w:lang w:eastAsia="fi-FI"/>
              </w:rPr>
            </w:pPr>
            <w:r w:rsidRPr="00E062F1">
              <w:rPr>
                <w:lang w:eastAsia="fi-FI"/>
              </w:rPr>
              <w:t>DC_2A-14A-30A-66A_n260H</w:t>
            </w:r>
          </w:p>
          <w:p w14:paraId="7908D0B4" w14:textId="77777777" w:rsidR="00F57FB7" w:rsidRPr="00E062F1" w:rsidRDefault="00F57FB7" w:rsidP="006B3BD2">
            <w:pPr>
              <w:pStyle w:val="TAC"/>
              <w:rPr>
                <w:lang w:eastAsia="fi-FI"/>
              </w:rPr>
            </w:pPr>
            <w:r w:rsidRPr="00E062F1">
              <w:rPr>
                <w:lang w:eastAsia="fi-FI"/>
              </w:rPr>
              <w:t>DC_2A-14A-30A-66A_n260I</w:t>
            </w:r>
          </w:p>
          <w:p w14:paraId="623B8BB0" w14:textId="77777777" w:rsidR="00F57FB7" w:rsidRPr="00E062F1" w:rsidRDefault="00F57FB7" w:rsidP="006B3BD2">
            <w:pPr>
              <w:pStyle w:val="TAC"/>
              <w:rPr>
                <w:lang w:eastAsia="fi-FI"/>
              </w:rPr>
            </w:pPr>
            <w:r w:rsidRPr="00E062F1">
              <w:rPr>
                <w:lang w:eastAsia="fi-FI"/>
              </w:rPr>
              <w:t>DC_2A-14A-30A-66A_n260J</w:t>
            </w:r>
          </w:p>
          <w:p w14:paraId="216ADA59" w14:textId="77777777" w:rsidR="00F57FB7" w:rsidRPr="00E062F1" w:rsidRDefault="00F57FB7" w:rsidP="006B3BD2">
            <w:pPr>
              <w:pStyle w:val="TAC"/>
              <w:rPr>
                <w:lang w:eastAsia="fi-FI"/>
              </w:rPr>
            </w:pPr>
            <w:r w:rsidRPr="00E062F1">
              <w:rPr>
                <w:lang w:eastAsia="fi-FI"/>
              </w:rPr>
              <w:t>DC_2A-14A-30A-66A_n260K</w:t>
            </w:r>
          </w:p>
          <w:p w14:paraId="1B474208" w14:textId="77777777" w:rsidR="00F57FB7" w:rsidRPr="00E062F1" w:rsidRDefault="00F57FB7" w:rsidP="006B3BD2">
            <w:pPr>
              <w:pStyle w:val="TAC"/>
              <w:rPr>
                <w:lang w:eastAsia="fi-FI"/>
              </w:rPr>
            </w:pPr>
            <w:r w:rsidRPr="00E062F1">
              <w:rPr>
                <w:lang w:eastAsia="fi-FI"/>
              </w:rPr>
              <w:t>DC_2A-14A-30A-66A_n260L</w:t>
            </w:r>
          </w:p>
          <w:p w14:paraId="68E3A7E4" w14:textId="17BCDB24" w:rsidR="00F57FB7" w:rsidRPr="00E062F1" w:rsidRDefault="00F57FB7" w:rsidP="006B3BD2">
            <w:pPr>
              <w:pStyle w:val="TAC"/>
              <w:rPr>
                <w:lang w:eastAsia="ja-JP"/>
              </w:rPr>
            </w:pPr>
            <w:r w:rsidRPr="00E062F1">
              <w:rPr>
                <w:lang w:eastAsia="fi-FI"/>
              </w:rPr>
              <w:t>DC_2A-14A-30A-66A_n260M</w:t>
            </w:r>
          </w:p>
        </w:tc>
        <w:tc>
          <w:tcPr>
            <w:tcW w:w="4533" w:type="dxa"/>
            <w:tcMar>
              <w:top w:w="28" w:type="dxa"/>
              <w:left w:w="28" w:type="dxa"/>
              <w:bottom w:w="28" w:type="dxa"/>
              <w:right w:w="28" w:type="dxa"/>
            </w:tcMar>
          </w:tcPr>
          <w:p w14:paraId="432FAA54" w14:textId="77777777" w:rsidR="00F57FB7" w:rsidRPr="00E062F1" w:rsidRDefault="00F57FB7" w:rsidP="006B3BD2">
            <w:pPr>
              <w:pStyle w:val="TAC"/>
              <w:rPr>
                <w:lang w:eastAsia="fi-FI"/>
              </w:rPr>
            </w:pPr>
            <w:r w:rsidRPr="00E062F1">
              <w:rPr>
                <w:lang w:eastAsia="fi-FI"/>
              </w:rPr>
              <w:t>DC_2A_n260A</w:t>
            </w:r>
          </w:p>
          <w:p w14:paraId="16A61F7A" w14:textId="77777777" w:rsidR="00F57FB7" w:rsidRPr="00E062F1" w:rsidRDefault="00F57FB7" w:rsidP="006B3BD2">
            <w:pPr>
              <w:pStyle w:val="TAC"/>
              <w:rPr>
                <w:lang w:eastAsia="fi-FI"/>
              </w:rPr>
            </w:pPr>
            <w:r w:rsidRPr="00E062F1">
              <w:rPr>
                <w:lang w:eastAsia="fi-FI"/>
              </w:rPr>
              <w:t>DC_2A_n260G</w:t>
            </w:r>
          </w:p>
          <w:p w14:paraId="7E123F51" w14:textId="77777777" w:rsidR="00F57FB7" w:rsidRPr="00E062F1" w:rsidRDefault="00F57FB7" w:rsidP="006B3BD2">
            <w:pPr>
              <w:pStyle w:val="TAC"/>
              <w:rPr>
                <w:lang w:eastAsia="fi-FI"/>
              </w:rPr>
            </w:pPr>
            <w:r w:rsidRPr="00E062F1">
              <w:rPr>
                <w:lang w:eastAsia="fi-FI"/>
              </w:rPr>
              <w:t>DC_2A_n260H</w:t>
            </w:r>
          </w:p>
          <w:p w14:paraId="1D1408E1" w14:textId="77777777" w:rsidR="00F57FB7" w:rsidRPr="00E062F1" w:rsidRDefault="00F57FB7" w:rsidP="006B3BD2">
            <w:pPr>
              <w:pStyle w:val="TAC"/>
              <w:rPr>
                <w:lang w:eastAsia="fi-FI"/>
              </w:rPr>
            </w:pPr>
            <w:r w:rsidRPr="00E062F1">
              <w:rPr>
                <w:lang w:eastAsia="fi-FI"/>
              </w:rPr>
              <w:t>DC_2A_n260I</w:t>
            </w:r>
          </w:p>
          <w:p w14:paraId="24A55C5B" w14:textId="77777777" w:rsidR="00F57FB7" w:rsidRPr="00E062F1" w:rsidRDefault="00F57FB7" w:rsidP="006B3BD2">
            <w:pPr>
              <w:pStyle w:val="TAC"/>
              <w:rPr>
                <w:lang w:eastAsia="fi-FI"/>
              </w:rPr>
            </w:pPr>
            <w:r w:rsidRPr="00E062F1">
              <w:rPr>
                <w:lang w:eastAsia="fi-FI"/>
              </w:rPr>
              <w:t>DC_2A_n260J</w:t>
            </w:r>
          </w:p>
          <w:p w14:paraId="76D4E6DF" w14:textId="77777777" w:rsidR="00F57FB7" w:rsidRPr="00E062F1" w:rsidRDefault="00F57FB7" w:rsidP="006B3BD2">
            <w:pPr>
              <w:pStyle w:val="TAC"/>
              <w:rPr>
                <w:lang w:eastAsia="fi-FI"/>
              </w:rPr>
            </w:pPr>
            <w:r w:rsidRPr="00E062F1">
              <w:rPr>
                <w:lang w:eastAsia="fi-FI"/>
              </w:rPr>
              <w:t>DC_2A_n260K</w:t>
            </w:r>
          </w:p>
          <w:p w14:paraId="60A9F4B7" w14:textId="77777777" w:rsidR="00F57FB7" w:rsidRPr="00E062F1" w:rsidRDefault="00F57FB7" w:rsidP="006B3BD2">
            <w:pPr>
              <w:pStyle w:val="TAC"/>
              <w:rPr>
                <w:lang w:eastAsia="fi-FI"/>
              </w:rPr>
            </w:pPr>
            <w:r w:rsidRPr="00E062F1">
              <w:rPr>
                <w:lang w:eastAsia="fi-FI"/>
              </w:rPr>
              <w:t>DC_2A_n260L</w:t>
            </w:r>
          </w:p>
          <w:p w14:paraId="731E0C7C" w14:textId="77777777" w:rsidR="00F57FB7" w:rsidRPr="00E062F1" w:rsidRDefault="00F57FB7" w:rsidP="006B3BD2">
            <w:pPr>
              <w:pStyle w:val="TAC"/>
              <w:rPr>
                <w:lang w:eastAsia="zh-TW"/>
              </w:rPr>
            </w:pPr>
            <w:r w:rsidRPr="00E062F1">
              <w:rPr>
                <w:lang w:eastAsia="fi-FI"/>
              </w:rPr>
              <w:t>DC_2A_n260M</w:t>
            </w:r>
          </w:p>
          <w:p w14:paraId="62D1E27D" w14:textId="77777777" w:rsidR="00F57FB7" w:rsidRPr="00E062F1" w:rsidRDefault="00F57FB7" w:rsidP="006B3BD2">
            <w:pPr>
              <w:pStyle w:val="TAC"/>
              <w:rPr>
                <w:lang w:eastAsia="fi-FI"/>
              </w:rPr>
            </w:pPr>
            <w:r w:rsidRPr="00E062F1">
              <w:rPr>
                <w:lang w:eastAsia="fi-FI"/>
              </w:rPr>
              <w:t>DC_14A_n260A</w:t>
            </w:r>
          </w:p>
          <w:p w14:paraId="28EAAF8D" w14:textId="77777777" w:rsidR="00F57FB7" w:rsidRPr="00E062F1" w:rsidRDefault="00F57FB7" w:rsidP="006B3BD2">
            <w:pPr>
              <w:pStyle w:val="TAC"/>
              <w:rPr>
                <w:lang w:eastAsia="fi-FI"/>
              </w:rPr>
            </w:pPr>
            <w:r w:rsidRPr="00E062F1">
              <w:rPr>
                <w:lang w:eastAsia="fi-FI"/>
              </w:rPr>
              <w:t>DC_14A_n260G</w:t>
            </w:r>
          </w:p>
          <w:p w14:paraId="4E5D7B67" w14:textId="77777777" w:rsidR="00F57FB7" w:rsidRPr="00E062F1" w:rsidRDefault="00F57FB7" w:rsidP="006B3BD2">
            <w:pPr>
              <w:pStyle w:val="TAC"/>
              <w:rPr>
                <w:lang w:eastAsia="fi-FI"/>
              </w:rPr>
            </w:pPr>
            <w:r w:rsidRPr="00E062F1">
              <w:rPr>
                <w:lang w:eastAsia="fi-FI"/>
              </w:rPr>
              <w:t>DC_14A_n260H</w:t>
            </w:r>
          </w:p>
          <w:p w14:paraId="73540DAF" w14:textId="77777777" w:rsidR="00F57FB7" w:rsidRPr="00E062F1" w:rsidRDefault="00F57FB7" w:rsidP="006B3BD2">
            <w:pPr>
              <w:pStyle w:val="TAC"/>
              <w:rPr>
                <w:lang w:eastAsia="fi-FI"/>
              </w:rPr>
            </w:pPr>
            <w:r w:rsidRPr="00E062F1">
              <w:rPr>
                <w:lang w:eastAsia="fi-FI"/>
              </w:rPr>
              <w:t>DC_14A_n260I</w:t>
            </w:r>
          </w:p>
          <w:p w14:paraId="7A9DE8A8" w14:textId="77777777" w:rsidR="00F57FB7" w:rsidRPr="00E062F1" w:rsidRDefault="00F57FB7" w:rsidP="006B3BD2">
            <w:pPr>
              <w:pStyle w:val="TAC"/>
              <w:rPr>
                <w:lang w:eastAsia="fi-FI"/>
              </w:rPr>
            </w:pPr>
            <w:r w:rsidRPr="00E062F1">
              <w:rPr>
                <w:lang w:eastAsia="fi-FI"/>
              </w:rPr>
              <w:t>DC_14A_n260J</w:t>
            </w:r>
          </w:p>
          <w:p w14:paraId="16F37F6D" w14:textId="77777777" w:rsidR="00F57FB7" w:rsidRPr="00E062F1" w:rsidRDefault="00F57FB7" w:rsidP="006B3BD2">
            <w:pPr>
              <w:pStyle w:val="TAC"/>
              <w:rPr>
                <w:lang w:eastAsia="fi-FI"/>
              </w:rPr>
            </w:pPr>
            <w:r w:rsidRPr="00E062F1">
              <w:rPr>
                <w:lang w:eastAsia="fi-FI"/>
              </w:rPr>
              <w:t>DC_14A_n260K</w:t>
            </w:r>
          </w:p>
          <w:p w14:paraId="166C3EF5" w14:textId="77777777" w:rsidR="00F57FB7" w:rsidRPr="00E062F1" w:rsidRDefault="00F57FB7" w:rsidP="006B3BD2">
            <w:pPr>
              <w:pStyle w:val="TAC"/>
              <w:rPr>
                <w:lang w:eastAsia="fi-FI"/>
              </w:rPr>
            </w:pPr>
            <w:r w:rsidRPr="00E062F1">
              <w:rPr>
                <w:lang w:eastAsia="fi-FI"/>
              </w:rPr>
              <w:t>DC_14A_n260L</w:t>
            </w:r>
          </w:p>
          <w:p w14:paraId="51B805FC" w14:textId="77777777" w:rsidR="00F57FB7" w:rsidRPr="00E062F1" w:rsidRDefault="00F57FB7" w:rsidP="006B3BD2">
            <w:pPr>
              <w:pStyle w:val="TAC"/>
              <w:rPr>
                <w:lang w:eastAsia="zh-TW"/>
              </w:rPr>
            </w:pPr>
            <w:r w:rsidRPr="00E062F1">
              <w:rPr>
                <w:lang w:eastAsia="fi-FI"/>
              </w:rPr>
              <w:t>DC_14A_n260M</w:t>
            </w:r>
          </w:p>
          <w:p w14:paraId="1BCA6B3E" w14:textId="77777777" w:rsidR="00F57FB7" w:rsidRPr="00E062F1" w:rsidRDefault="00F57FB7" w:rsidP="006B3BD2">
            <w:pPr>
              <w:pStyle w:val="TAC"/>
              <w:rPr>
                <w:lang w:eastAsia="fi-FI"/>
              </w:rPr>
            </w:pPr>
            <w:r w:rsidRPr="00E062F1">
              <w:rPr>
                <w:lang w:eastAsia="fi-FI"/>
              </w:rPr>
              <w:t>DC_30A_n260A</w:t>
            </w:r>
          </w:p>
          <w:p w14:paraId="3F80E312" w14:textId="77777777" w:rsidR="00F57FB7" w:rsidRPr="00E062F1" w:rsidRDefault="00F57FB7" w:rsidP="006B3BD2">
            <w:pPr>
              <w:pStyle w:val="TAC"/>
              <w:rPr>
                <w:lang w:eastAsia="fi-FI"/>
              </w:rPr>
            </w:pPr>
            <w:r w:rsidRPr="00E062F1">
              <w:rPr>
                <w:lang w:eastAsia="fi-FI"/>
              </w:rPr>
              <w:t>DC_30A_n260G</w:t>
            </w:r>
          </w:p>
          <w:p w14:paraId="4E93F032" w14:textId="77777777" w:rsidR="00F57FB7" w:rsidRPr="00E062F1" w:rsidRDefault="00F57FB7" w:rsidP="006B3BD2">
            <w:pPr>
              <w:pStyle w:val="TAC"/>
              <w:rPr>
                <w:lang w:eastAsia="fi-FI"/>
              </w:rPr>
            </w:pPr>
            <w:r w:rsidRPr="00E062F1">
              <w:rPr>
                <w:lang w:eastAsia="fi-FI"/>
              </w:rPr>
              <w:t>DC_30A_n260H</w:t>
            </w:r>
          </w:p>
          <w:p w14:paraId="1C729305" w14:textId="77777777" w:rsidR="00F57FB7" w:rsidRPr="00E062F1" w:rsidRDefault="00F57FB7" w:rsidP="006B3BD2">
            <w:pPr>
              <w:pStyle w:val="TAC"/>
              <w:rPr>
                <w:lang w:eastAsia="fi-FI"/>
              </w:rPr>
            </w:pPr>
            <w:r w:rsidRPr="00E062F1">
              <w:rPr>
                <w:lang w:eastAsia="fi-FI"/>
              </w:rPr>
              <w:t>DC_30A_n260I</w:t>
            </w:r>
          </w:p>
          <w:p w14:paraId="727EED05" w14:textId="77777777" w:rsidR="00F57FB7" w:rsidRPr="00E062F1" w:rsidRDefault="00F57FB7" w:rsidP="006B3BD2">
            <w:pPr>
              <w:pStyle w:val="TAC"/>
              <w:rPr>
                <w:lang w:eastAsia="fi-FI"/>
              </w:rPr>
            </w:pPr>
            <w:r w:rsidRPr="00E062F1">
              <w:rPr>
                <w:lang w:eastAsia="fi-FI"/>
              </w:rPr>
              <w:t>DC_30A_n260J</w:t>
            </w:r>
          </w:p>
          <w:p w14:paraId="0A57E097" w14:textId="77777777" w:rsidR="00F57FB7" w:rsidRPr="00E062F1" w:rsidRDefault="00F57FB7" w:rsidP="006B3BD2">
            <w:pPr>
              <w:pStyle w:val="TAC"/>
              <w:rPr>
                <w:lang w:eastAsia="fi-FI"/>
              </w:rPr>
            </w:pPr>
            <w:r w:rsidRPr="00E062F1">
              <w:rPr>
                <w:lang w:eastAsia="fi-FI"/>
              </w:rPr>
              <w:t>DC_30A_n260K</w:t>
            </w:r>
          </w:p>
          <w:p w14:paraId="684FB96D" w14:textId="77777777" w:rsidR="00F57FB7" w:rsidRPr="00E062F1" w:rsidRDefault="00F57FB7" w:rsidP="006B3BD2">
            <w:pPr>
              <w:pStyle w:val="TAC"/>
              <w:rPr>
                <w:lang w:eastAsia="fi-FI"/>
              </w:rPr>
            </w:pPr>
            <w:r w:rsidRPr="00E062F1">
              <w:rPr>
                <w:lang w:eastAsia="fi-FI"/>
              </w:rPr>
              <w:t>DC_30A_n260L</w:t>
            </w:r>
          </w:p>
          <w:p w14:paraId="558969C1" w14:textId="77777777" w:rsidR="00F57FB7" w:rsidRPr="00E062F1" w:rsidRDefault="00F57FB7" w:rsidP="006B3BD2">
            <w:pPr>
              <w:pStyle w:val="TAC"/>
              <w:rPr>
                <w:lang w:eastAsia="zh-TW"/>
              </w:rPr>
            </w:pPr>
            <w:r w:rsidRPr="00E062F1">
              <w:rPr>
                <w:lang w:eastAsia="fi-FI"/>
              </w:rPr>
              <w:t>DC_30A_n260M</w:t>
            </w:r>
          </w:p>
          <w:p w14:paraId="13AB052E" w14:textId="77777777" w:rsidR="00F57FB7" w:rsidRPr="00E062F1" w:rsidRDefault="00F57FB7" w:rsidP="006B3BD2">
            <w:pPr>
              <w:pStyle w:val="TAC"/>
              <w:rPr>
                <w:lang w:eastAsia="fi-FI"/>
              </w:rPr>
            </w:pPr>
            <w:r w:rsidRPr="00E062F1">
              <w:rPr>
                <w:lang w:eastAsia="fi-FI"/>
              </w:rPr>
              <w:t>DC_66A_n260A</w:t>
            </w:r>
          </w:p>
          <w:p w14:paraId="22F2770D" w14:textId="77777777" w:rsidR="00F57FB7" w:rsidRPr="00E062F1" w:rsidRDefault="00F57FB7" w:rsidP="006B3BD2">
            <w:pPr>
              <w:pStyle w:val="TAC"/>
              <w:rPr>
                <w:lang w:eastAsia="fi-FI"/>
              </w:rPr>
            </w:pPr>
            <w:r w:rsidRPr="00E062F1">
              <w:rPr>
                <w:lang w:eastAsia="fi-FI"/>
              </w:rPr>
              <w:t>DC_66A_n260G</w:t>
            </w:r>
          </w:p>
          <w:p w14:paraId="4ACDF02F" w14:textId="77777777" w:rsidR="00F57FB7" w:rsidRPr="00E062F1" w:rsidRDefault="00F57FB7" w:rsidP="006B3BD2">
            <w:pPr>
              <w:pStyle w:val="TAC"/>
              <w:rPr>
                <w:lang w:eastAsia="fi-FI"/>
              </w:rPr>
            </w:pPr>
            <w:r w:rsidRPr="00E062F1">
              <w:rPr>
                <w:lang w:eastAsia="fi-FI"/>
              </w:rPr>
              <w:t>DC_66A_n260H</w:t>
            </w:r>
          </w:p>
          <w:p w14:paraId="59841955" w14:textId="77777777" w:rsidR="00F57FB7" w:rsidRPr="00E062F1" w:rsidRDefault="00F57FB7" w:rsidP="006B3BD2">
            <w:pPr>
              <w:pStyle w:val="TAC"/>
              <w:rPr>
                <w:lang w:eastAsia="fi-FI"/>
              </w:rPr>
            </w:pPr>
            <w:r w:rsidRPr="00E062F1">
              <w:rPr>
                <w:lang w:eastAsia="fi-FI"/>
              </w:rPr>
              <w:t>DC_66A_n260I</w:t>
            </w:r>
          </w:p>
          <w:p w14:paraId="3BCCBF0D" w14:textId="77777777" w:rsidR="00F57FB7" w:rsidRPr="00E062F1" w:rsidRDefault="00F57FB7" w:rsidP="006B3BD2">
            <w:pPr>
              <w:pStyle w:val="TAC"/>
              <w:rPr>
                <w:lang w:eastAsia="fi-FI"/>
              </w:rPr>
            </w:pPr>
            <w:r w:rsidRPr="00E062F1">
              <w:rPr>
                <w:lang w:eastAsia="fi-FI"/>
              </w:rPr>
              <w:t>DC_66A_n260J</w:t>
            </w:r>
          </w:p>
          <w:p w14:paraId="38CA2226" w14:textId="77777777" w:rsidR="00F57FB7" w:rsidRPr="00E062F1" w:rsidRDefault="00F57FB7" w:rsidP="006B3BD2">
            <w:pPr>
              <w:pStyle w:val="TAC"/>
              <w:rPr>
                <w:lang w:eastAsia="fi-FI"/>
              </w:rPr>
            </w:pPr>
            <w:r w:rsidRPr="00E062F1">
              <w:rPr>
                <w:lang w:eastAsia="fi-FI"/>
              </w:rPr>
              <w:t>DC_66A_n260K</w:t>
            </w:r>
          </w:p>
          <w:p w14:paraId="3D8CF022" w14:textId="77777777" w:rsidR="00F57FB7" w:rsidRPr="00E062F1" w:rsidRDefault="00F57FB7" w:rsidP="006B3BD2">
            <w:pPr>
              <w:pStyle w:val="TAC"/>
              <w:rPr>
                <w:lang w:eastAsia="fi-FI"/>
              </w:rPr>
            </w:pPr>
            <w:r w:rsidRPr="00E062F1">
              <w:rPr>
                <w:lang w:eastAsia="fi-FI"/>
              </w:rPr>
              <w:t>DC_66A_n260L</w:t>
            </w:r>
          </w:p>
          <w:p w14:paraId="00ACC0AE" w14:textId="62E52A81" w:rsidR="00F57FB7" w:rsidRPr="00E062F1" w:rsidRDefault="00F57FB7" w:rsidP="006B3BD2">
            <w:pPr>
              <w:pStyle w:val="TAC"/>
              <w:rPr>
                <w:lang w:eastAsia="fi-FI"/>
              </w:rPr>
            </w:pPr>
            <w:r w:rsidRPr="00E062F1">
              <w:rPr>
                <w:lang w:eastAsia="fi-FI"/>
              </w:rPr>
              <w:t>DC_66A_n260M</w:t>
            </w:r>
          </w:p>
        </w:tc>
      </w:tr>
      <w:tr w:rsidR="001F078B" w:rsidRPr="00E062F1" w14:paraId="09715EF8" w14:textId="77777777" w:rsidTr="006B3BD2">
        <w:trPr>
          <w:trHeight w:val="187"/>
          <w:jc w:val="center"/>
        </w:trPr>
        <w:tc>
          <w:tcPr>
            <w:tcW w:w="5098" w:type="dxa"/>
            <w:shd w:val="clear" w:color="auto" w:fill="auto"/>
            <w:noWrap/>
            <w:tcMar>
              <w:top w:w="28" w:type="dxa"/>
              <w:left w:w="28" w:type="dxa"/>
              <w:bottom w:w="28" w:type="dxa"/>
              <w:right w:w="28" w:type="dxa"/>
            </w:tcMar>
          </w:tcPr>
          <w:p w14:paraId="3F659D48" w14:textId="1A692805" w:rsidR="00F57FB7" w:rsidRPr="00E062F1" w:rsidRDefault="00F57FB7" w:rsidP="006B3BD2">
            <w:pPr>
              <w:pStyle w:val="TAC"/>
            </w:pPr>
            <w:r w:rsidRPr="00E062F1">
              <w:t>DC_3A-19A-21A-42A_n257A</w:t>
            </w:r>
          </w:p>
          <w:p w14:paraId="384F9CF6" w14:textId="77777777" w:rsidR="00F57FB7" w:rsidRPr="00E062F1" w:rsidRDefault="00F57FB7" w:rsidP="006B3BD2">
            <w:pPr>
              <w:pStyle w:val="TAC"/>
              <w:rPr>
                <w:lang w:eastAsia="fi-FI"/>
              </w:rPr>
            </w:pPr>
            <w:r w:rsidRPr="00E062F1">
              <w:rPr>
                <w:lang w:eastAsia="fi-FI"/>
              </w:rPr>
              <w:t>DC_3A-19A-21A-42A_n257D</w:t>
            </w:r>
          </w:p>
          <w:p w14:paraId="61455FFC" w14:textId="77777777" w:rsidR="00F57FB7" w:rsidRPr="00E062F1" w:rsidRDefault="00F57FB7" w:rsidP="006B3BD2">
            <w:pPr>
              <w:pStyle w:val="TAC"/>
              <w:rPr>
                <w:lang w:eastAsia="fi-FI"/>
              </w:rPr>
            </w:pPr>
            <w:r w:rsidRPr="00E062F1">
              <w:rPr>
                <w:lang w:eastAsia="fi-FI"/>
              </w:rPr>
              <w:t>DC_3A-19A-21A-42A_n257E</w:t>
            </w:r>
          </w:p>
          <w:p w14:paraId="3D801F7D" w14:textId="77777777" w:rsidR="00F57FB7" w:rsidRPr="00E062F1" w:rsidRDefault="00F57FB7" w:rsidP="006B3BD2">
            <w:pPr>
              <w:pStyle w:val="TAC"/>
              <w:rPr>
                <w:lang w:eastAsia="fi-FI"/>
              </w:rPr>
            </w:pPr>
            <w:r w:rsidRPr="00E062F1">
              <w:rPr>
                <w:lang w:eastAsia="fi-FI"/>
              </w:rPr>
              <w:t>DC_3A-19A-21A-42A_n257F</w:t>
            </w:r>
          </w:p>
          <w:p w14:paraId="7744C92F" w14:textId="77777777" w:rsidR="00F57FB7" w:rsidRPr="00E062F1" w:rsidRDefault="00F57FB7" w:rsidP="006B3BD2">
            <w:pPr>
              <w:pStyle w:val="TAC"/>
              <w:rPr>
                <w:lang w:eastAsia="fi-FI"/>
              </w:rPr>
            </w:pPr>
            <w:r w:rsidRPr="00E062F1">
              <w:rPr>
                <w:lang w:eastAsia="fi-FI"/>
              </w:rPr>
              <w:t>DC_3A-19A-21A-42C_n257A</w:t>
            </w:r>
          </w:p>
          <w:p w14:paraId="24E71AEB" w14:textId="77777777" w:rsidR="00F57FB7" w:rsidRPr="00E062F1" w:rsidRDefault="00F57FB7" w:rsidP="006B3BD2">
            <w:pPr>
              <w:pStyle w:val="TAC"/>
              <w:rPr>
                <w:lang w:eastAsia="fi-FI"/>
              </w:rPr>
            </w:pPr>
            <w:r w:rsidRPr="00E062F1">
              <w:rPr>
                <w:lang w:eastAsia="fi-FI"/>
              </w:rPr>
              <w:t>DC_3A-19A-21A-42C_n257D</w:t>
            </w:r>
          </w:p>
          <w:p w14:paraId="5100732D" w14:textId="77777777" w:rsidR="00F57FB7" w:rsidRPr="00E062F1" w:rsidRDefault="00F57FB7" w:rsidP="006B3BD2">
            <w:pPr>
              <w:pStyle w:val="TAC"/>
              <w:rPr>
                <w:lang w:eastAsia="fi-FI"/>
              </w:rPr>
            </w:pPr>
            <w:r w:rsidRPr="00E062F1">
              <w:rPr>
                <w:lang w:eastAsia="fi-FI"/>
              </w:rPr>
              <w:t>DC_3A-19A-21A-42C_n257E</w:t>
            </w:r>
          </w:p>
          <w:p w14:paraId="54A1C81A" w14:textId="194F5BF8" w:rsidR="00F57FB7" w:rsidRPr="00E062F1" w:rsidRDefault="00F57FB7" w:rsidP="006B3BD2">
            <w:pPr>
              <w:pStyle w:val="TAC"/>
              <w:rPr>
                <w:lang w:eastAsia="fi-FI"/>
              </w:rPr>
            </w:pPr>
            <w:r w:rsidRPr="00E062F1">
              <w:rPr>
                <w:lang w:eastAsia="fi-FI"/>
              </w:rPr>
              <w:t>DC_3A-19A-21A-42C_n257F</w:t>
            </w:r>
          </w:p>
        </w:tc>
        <w:tc>
          <w:tcPr>
            <w:tcW w:w="4533" w:type="dxa"/>
            <w:tcMar>
              <w:top w:w="28" w:type="dxa"/>
              <w:left w:w="28" w:type="dxa"/>
              <w:bottom w:w="28" w:type="dxa"/>
              <w:right w:w="28" w:type="dxa"/>
            </w:tcMar>
          </w:tcPr>
          <w:p w14:paraId="723F7A33" w14:textId="77777777" w:rsidR="00F57FB7" w:rsidRPr="00E062F1" w:rsidRDefault="00F57FB7" w:rsidP="006B3BD2">
            <w:pPr>
              <w:pStyle w:val="TAC"/>
              <w:rPr>
                <w:lang w:eastAsia="fi-FI"/>
              </w:rPr>
            </w:pPr>
            <w:r w:rsidRPr="00E062F1">
              <w:rPr>
                <w:lang w:eastAsia="fi-FI"/>
              </w:rPr>
              <w:t>DC_3A_n257A</w:t>
            </w:r>
          </w:p>
          <w:p w14:paraId="083FF143" w14:textId="77777777" w:rsidR="00F57FB7" w:rsidRPr="00E062F1" w:rsidRDefault="00F57FB7" w:rsidP="006B3BD2">
            <w:pPr>
              <w:pStyle w:val="TAC"/>
              <w:rPr>
                <w:lang w:eastAsia="fi-FI"/>
              </w:rPr>
            </w:pPr>
            <w:r w:rsidRPr="00E062F1">
              <w:rPr>
                <w:lang w:eastAsia="fi-FI"/>
              </w:rPr>
              <w:t>DC_19A_n257A</w:t>
            </w:r>
          </w:p>
          <w:p w14:paraId="18175F33" w14:textId="77777777" w:rsidR="00F57FB7" w:rsidRPr="00E062F1" w:rsidRDefault="00F57FB7" w:rsidP="006B3BD2">
            <w:pPr>
              <w:pStyle w:val="TAC"/>
              <w:rPr>
                <w:lang w:eastAsia="fi-FI"/>
              </w:rPr>
            </w:pPr>
            <w:r w:rsidRPr="00E062F1">
              <w:rPr>
                <w:lang w:eastAsia="fi-FI"/>
              </w:rPr>
              <w:t>DC_21A_n257A</w:t>
            </w:r>
          </w:p>
          <w:p w14:paraId="53ABE26C" w14:textId="77777777" w:rsidR="00F57FB7" w:rsidRPr="00E062F1" w:rsidRDefault="00F57FB7" w:rsidP="006B3BD2">
            <w:pPr>
              <w:pStyle w:val="TAC"/>
              <w:rPr>
                <w:lang w:eastAsia="fi-FI"/>
              </w:rPr>
            </w:pPr>
            <w:r w:rsidRPr="00E062F1">
              <w:rPr>
                <w:lang w:eastAsia="fi-FI"/>
              </w:rPr>
              <w:t>DC_3A_n257D</w:t>
            </w:r>
          </w:p>
          <w:p w14:paraId="041A1A3C" w14:textId="77777777" w:rsidR="00F57FB7" w:rsidRPr="00E062F1" w:rsidRDefault="00F57FB7" w:rsidP="006B3BD2">
            <w:pPr>
              <w:pStyle w:val="TAC"/>
              <w:rPr>
                <w:lang w:eastAsia="fi-FI"/>
              </w:rPr>
            </w:pPr>
            <w:r w:rsidRPr="00E062F1">
              <w:rPr>
                <w:lang w:eastAsia="fi-FI"/>
              </w:rPr>
              <w:t>DC_19A_n257D</w:t>
            </w:r>
          </w:p>
          <w:p w14:paraId="5D866F86" w14:textId="4F3B0364" w:rsidR="00F57FB7" w:rsidRPr="00E062F1" w:rsidRDefault="00F57FB7" w:rsidP="006B3BD2">
            <w:pPr>
              <w:pStyle w:val="TAC"/>
              <w:rPr>
                <w:lang w:eastAsia="fi-FI"/>
              </w:rPr>
            </w:pPr>
            <w:r w:rsidRPr="00E062F1">
              <w:rPr>
                <w:lang w:eastAsia="fi-FI"/>
              </w:rPr>
              <w:t>DC_21A_n257D</w:t>
            </w:r>
          </w:p>
        </w:tc>
      </w:tr>
      <w:tr w:rsidR="002665C4" w:rsidRPr="002665C4" w14:paraId="6DE38CB4" w14:textId="77777777" w:rsidTr="002665C4">
        <w:trPr>
          <w:trHeight w:val="187"/>
          <w:jc w:val="center"/>
        </w:trPr>
        <w:tc>
          <w:tcPr>
            <w:tcW w:w="5098" w:type="dxa"/>
            <w:shd w:val="clear" w:color="auto" w:fill="auto"/>
            <w:noWrap/>
            <w:tcMar>
              <w:top w:w="28" w:type="dxa"/>
              <w:left w:w="28" w:type="dxa"/>
              <w:bottom w:w="28" w:type="dxa"/>
              <w:right w:w="28" w:type="dxa"/>
            </w:tcMar>
          </w:tcPr>
          <w:p w14:paraId="21CD63DC" w14:textId="77777777" w:rsidR="002665C4" w:rsidRPr="00E062F1" w:rsidRDefault="002665C4" w:rsidP="002665C4">
            <w:pPr>
              <w:pStyle w:val="TAC"/>
            </w:pPr>
            <w:r w:rsidRPr="00E062F1">
              <w:t>DC_3A-28A-41A-42A_n257A</w:t>
            </w:r>
          </w:p>
          <w:p w14:paraId="5F7CC46A" w14:textId="77777777" w:rsidR="002665C4" w:rsidRPr="00E062F1" w:rsidRDefault="002665C4" w:rsidP="002665C4">
            <w:pPr>
              <w:pStyle w:val="TAC"/>
            </w:pPr>
            <w:r w:rsidRPr="00E062F1">
              <w:t>DC_3A-28A-41A-42A_n257G</w:t>
            </w:r>
          </w:p>
          <w:p w14:paraId="5087FA03" w14:textId="77777777" w:rsidR="002665C4" w:rsidRPr="00E062F1" w:rsidRDefault="002665C4" w:rsidP="002665C4">
            <w:pPr>
              <w:pStyle w:val="TAC"/>
            </w:pPr>
            <w:r w:rsidRPr="00E062F1">
              <w:t>DC_3A-28A-41A-42A_n257H</w:t>
            </w:r>
          </w:p>
          <w:p w14:paraId="0B8F2753" w14:textId="77777777" w:rsidR="002665C4" w:rsidRPr="00E062F1" w:rsidRDefault="002665C4" w:rsidP="002665C4">
            <w:pPr>
              <w:pStyle w:val="TAC"/>
            </w:pPr>
            <w:r w:rsidRPr="00E062F1">
              <w:t>DC_3A-28A-41A-42A_n257I</w:t>
            </w:r>
          </w:p>
          <w:p w14:paraId="0DE453A7" w14:textId="77777777" w:rsidR="002665C4" w:rsidRPr="00E062F1" w:rsidRDefault="002665C4" w:rsidP="002665C4">
            <w:pPr>
              <w:pStyle w:val="TAC"/>
            </w:pPr>
            <w:r w:rsidRPr="00E062F1">
              <w:t>DC_3A-28A-41A-42C_n257A</w:t>
            </w:r>
          </w:p>
          <w:p w14:paraId="0B69DF80" w14:textId="2458EC55" w:rsidR="002665C4" w:rsidRPr="00E062F1" w:rsidRDefault="002665C4" w:rsidP="002665C4">
            <w:pPr>
              <w:pStyle w:val="TAC"/>
            </w:pPr>
            <w:r w:rsidRPr="00E062F1">
              <w:t>DC_3A-28A-41A-42C_n257G</w:t>
            </w:r>
          </w:p>
          <w:p w14:paraId="77AFDCF5" w14:textId="026F392C" w:rsidR="002665C4" w:rsidRPr="00E062F1" w:rsidRDefault="002665C4" w:rsidP="002665C4">
            <w:pPr>
              <w:pStyle w:val="TAC"/>
            </w:pPr>
            <w:r w:rsidRPr="00E062F1">
              <w:t>DC_3A-28A-41A-42C_n257H</w:t>
            </w:r>
          </w:p>
          <w:p w14:paraId="30BC8A55" w14:textId="7FF0FA9D" w:rsidR="002665C4" w:rsidRPr="00E062F1" w:rsidRDefault="002665C4" w:rsidP="002665C4">
            <w:pPr>
              <w:pStyle w:val="TAC"/>
            </w:pPr>
            <w:r w:rsidRPr="00E062F1">
              <w:t>DC_3A-28A-41A-42C_n257I</w:t>
            </w:r>
          </w:p>
          <w:p w14:paraId="4C13A4F0" w14:textId="77777777" w:rsidR="002665C4" w:rsidRPr="00E062F1" w:rsidRDefault="002665C4" w:rsidP="002665C4">
            <w:pPr>
              <w:pStyle w:val="TAC"/>
            </w:pPr>
            <w:r w:rsidRPr="00E062F1">
              <w:t>DC_3A-28A-41C-42A_n257A</w:t>
            </w:r>
          </w:p>
          <w:p w14:paraId="28AB5EA9" w14:textId="5ACB4AA1" w:rsidR="002665C4" w:rsidRPr="00E062F1" w:rsidRDefault="002665C4" w:rsidP="002665C4">
            <w:pPr>
              <w:pStyle w:val="TAC"/>
            </w:pPr>
            <w:r w:rsidRPr="00E062F1">
              <w:t>DC_3A-28A-41C-42A_n257G</w:t>
            </w:r>
          </w:p>
          <w:p w14:paraId="515B3A35" w14:textId="43FADB21" w:rsidR="002665C4" w:rsidRPr="00E062F1" w:rsidRDefault="002665C4" w:rsidP="002665C4">
            <w:pPr>
              <w:pStyle w:val="TAC"/>
            </w:pPr>
            <w:r w:rsidRPr="00E062F1">
              <w:t>DC_3A-28A-41C-42A_n257H</w:t>
            </w:r>
          </w:p>
          <w:p w14:paraId="33D4E1AA" w14:textId="09B55643" w:rsidR="002665C4" w:rsidRPr="00E062F1" w:rsidRDefault="002665C4" w:rsidP="002665C4">
            <w:pPr>
              <w:pStyle w:val="TAC"/>
            </w:pPr>
            <w:r w:rsidRPr="00E062F1">
              <w:t>DC_3A-28A-41C-42A_n257I</w:t>
            </w:r>
          </w:p>
          <w:p w14:paraId="08E20B81" w14:textId="77777777" w:rsidR="002665C4" w:rsidRPr="00E062F1" w:rsidRDefault="002665C4" w:rsidP="002665C4">
            <w:pPr>
              <w:pStyle w:val="TAC"/>
            </w:pPr>
            <w:r w:rsidRPr="00E062F1">
              <w:t>DC_3A-28A-41C-42C_n257A</w:t>
            </w:r>
          </w:p>
          <w:p w14:paraId="62E0180C" w14:textId="77777777" w:rsidR="002665C4" w:rsidRPr="00E062F1" w:rsidRDefault="002665C4" w:rsidP="002665C4">
            <w:pPr>
              <w:pStyle w:val="TAC"/>
            </w:pPr>
            <w:r w:rsidRPr="00E062F1">
              <w:t>DC_3A-28A-41C-42C_n257G</w:t>
            </w:r>
          </w:p>
          <w:p w14:paraId="4A076970" w14:textId="77777777" w:rsidR="002665C4" w:rsidRPr="00E062F1" w:rsidRDefault="002665C4" w:rsidP="002665C4">
            <w:pPr>
              <w:pStyle w:val="TAC"/>
            </w:pPr>
            <w:r w:rsidRPr="00E062F1">
              <w:t>DC_3A-28A-41C-42C_n257H</w:t>
            </w:r>
          </w:p>
          <w:p w14:paraId="152E5E74" w14:textId="1964C8CE" w:rsidR="002665C4" w:rsidRPr="00E062F1" w:rsidRDefault="002665C4" w:rsidP="002665C4">
            <w:pPr>
              <w:pStyle w:val="TAC"/>
            </w:pPr>
            <w:r w:rsidRPr="00E062F1">
              <w:t>DC_3A-28A-41C-42C_n257I</w:t>
            </w:r>
          </w:p>
        </w:tc>
        <w:tc>
          <w:tcPr>
            <w:tcW w:w="4533" w:type="dxa"/>
            <w:tcMar>
              <w:top w:w="28" w:type="dxa"/>
              <w:left w:w="28" w:type="dxa"/>
              <w:bottom w:w="28" w:type="dxa"/>
              <w:right w:w="28" w:type="dxa"/>
            </w:tcMar>
          </w:tcPr>
          <w:p w14:paraId="51253BBE" w14:textId="02025CD9" w:rsidR="002665C4" w:rsidRPr="00E062F1" w:rsidRDefault="002665C4" w:rsidP="002665C4">
            <w:pPr>
              <w:pStyle w:val="TAC"/>
            </w:pPr>
            <w:r w:rsidRPr="00E062F1">
              <w:t>DC_</w:t>
            </w:r>
            <w:r>
              <w:t>28</w:t>
            </w:r>
            <w:r w:rsidRPr="00E062F1">
              <w:t>A_n257A</w:t>
            </w:r>
          </w:p>
          <w:p w14:paraId="1C71C35D" w14:textId="2FB0B3E5" w:rsidR="002665C4" w:rsidRPr="00E062F1" w:rsidRDefault="002665C4" w:rsidP="002665C4">
            <w:pPr>
              <w:pStyle w:val="TAC"/>
            </w:pPr>
            <w:r w:rsidRPr="00E062F1">
              <w:t>DC_</w:t>
            </w:r>
            <w:r>
              <w:t>28</w:t>
            </w:r>
            <w:r w:rsidRPr="00E062F1">
              <w:t>A_n257G</w:t>
            </w:r>
          </w:p>
          <w:p w14:paraId="53608A5F" w14:textId="28F2217A" w:rsidR="002665C4" w:rsidRPr="00E062F1" w:rsidRDefault="002665C4" w:rsidP="002665C4">
            <w:pPr>
              <w:pStyle w:val="TAC"/>
            </w:pPr>
            <w:r w:rsidRPr="00E062F1">
              <w:t>DC_</w:t>
            </w:r>
            <w:r>
              <w:t>28</w:t>
            </w:r>
            <w:r w:rsidRPr="00E062F1">
              <w:t>A_n257H</w:t>
            </w:r>
          </w:p>
          <w:p w14:paraId="39A93235" w14:textId="6BFB0229" w:rsidR="002665C4" w:rsidRPr="00E062F1" w:rsidRDefault="002665C4" w:rsidP="002665C4">
            <w:pPr>
              <w:pStyle w:val="TAC"/>
            </w:pPr>
            <w:r w:rsidRPr="00E062F1">
              <w:t>DC_</w:t>
            </w:r>
            <w:r>
              <w:t>28</w:t>
            </w:r>
            <w:r w:rsidRPr="00E062F1">
              <w:t>A_n257I</w:t>
            </w:r>
          </w:p>
          <w:p w14:paraId="2AF7F0F9" w14:textId="77777777" w:rsidR="002665C4" w:rsidRPr="00E062F1" w:rsidRDefault="002665C4" w:rsidP="002665C4">
            <w:pPr>
              <w:pStyle w:val="TAC"/>
            </w:pPr>
            <w:r w:rsidRPr="00E062F1">
              <w:t>DC_3A_n257A</w:t>
            </w:r>
          </w:p>
          <w:p w14:paraId="04E45282" w14:textId="77777777" w:rsidR="002665C4" w:rsidRPr="00E062F1" w:rsidRDefault="002665C4" w:rsidP="002665C4">
            <w:pPr>
              <w:pStyle w:val="TAC"/>
            </w:pPr>
            <w:r w:rsidRPr="00E062F1">
              <w:t>DC_3A_n257G</w:t>
            </w:r>
          </w:p>
          <w:p w14:paraId="463DF4BB" w14:textId="77777777" w:rsidR="002665C4" w:rsidRPr="00E062F1" w:rsidRDefault="002665C4" w:rsidP="002665C4">
            <w:pPr>
              <w:pStyle w:val="TAC"/>
            </w:pPr>
            <w:r w:rsidRPr="00E062F1">
              <w:t>DC_3A_n257H</w:t>
            </w:r>
          </w:p>
          <w:p w14:paraId="51E289EA" w14:textId="77777777" w:rsidR="002665C4" w:rsidRPr="00E062F1" w:rsidRDefault="002665C4" w:rsidP="002665C4">
            <w:pPr>
              <w:pStyle w:val="TAC"/>
            </w:pPr>
            <w:r w:rsidRPr="00E062F1">
              <w:t>DC_3A_n257I</w:t>
            </w:r>
          </w:p>
          <w:p w14:paraId="7AD1C9FE" w14:textId="77777777" w:rsidR="002665C4" w:rsidRPr="00E062F1" w:rsidRDefault="002665C4" w:rsidP="002665C4">
            <w:pPr>
              <w:pStyle w:val="TAC"/>
            </w:pPr>
            <w:r w:rsidRPr="00E062F1">
              <w:t>DC_41A_n257A</w:t>
            </w:r>
          </w:p>
          <w:p w14:paraId="5D3F1C5E" w14:textId="77777777" w:rsidR="002665C4" w:rsidRPr="00E062F1" w:rsidRDefault="002665C4" w:rsidP="002665C4">
            <w:pPr>
              <w:pStyle w:val="TAC"/>
            </w:pPr>
            <w:r w:rsidRPr="00E062F1">
              <w:t>DC_41A_n257G</w:t>
            </w:r>
          </w:p>
          <w:p w14:paraId="59302F2B" w14:textId="77777777" w:rsidR="002665C4" w:rsidRPr="00E062F1" w:rsidRDefault="002665C4" w:rsidP="002665C4">
            <w:pPr>
              <w:pStyle w:val="TAC"/>
            </w:pPr>
            <w:r w:rsidRPr="00E062F1">
              <w:t>DC_41A_n257H</w:t>
            </w:r>
          </w:p>
          <w:p w14:paraId="288E697A" w14:textId="77777777" w:rsidR="002665C4" w:rsidRPr="00E062F1" w:rsidRDefault="002665C4" w:rsidP="002665C4">
            <w:pPr>
              <w:pStyle w:val="TAC"/>
            </w:pPr>
            <w:r w:rsidRPr="00E062F1">
              <w:t>DC_41A_n257I</w:t>
            </w:r>
          </w:p>
          <w:p w14:paraId="7A713386" w14:textId="77777777" w:rsidR="002665C4" w:rsidRPr="00E062F1" w:rsidRDefault="002665C4" w:rsidP="002665C4">
            <w:pPr>
              <w:pStyle w:val="TAC"/>
            </w:pPr>
            <w:r w:rsidRPr="00E062F1">
              <w:t>DC_41C_n257A</w:t>
            </w:r>
          </w:p>
          <w:p w14:paraId="63D2A373" w14:textId="77777777" w:rsidR="002665C4" w:rsidRPr="00E062F1" w:rsidRDefault="002665C4" w:rsidP="002665C4">
            <w:pPr>
              <w:pStyle w:val="TAC"/>
            </w:pPr>
            <w:r w:rsidRPr="00E062F1">
              <w:t>DC_41C_n257G</w:t>
            </w:r>
          </w:p>
          <w:p w14:paraId="22D551B7" w14:textId="77777777" w:rsidR="002665C4" w:rsidRPr="00E062F1" w:rsidRDefault="002665C4" w:rsidP="002665C4">
            <w:pPr>
              <w:pStyle w:val="TAC"/>
            </w:pPr>
            <w:r w:rsidRPr="00E062F1">
              <w:t>DC_41C_n257H</w:t>
            </w:r>
          </w:p>
          <w:p w14:paraId="6CAC9246" w14:textId="77777777" w:rsidR="002665C4" w:rsidRPr="00E062F1" w:rsidRDefault="002665C4" w:rsidP="002665C4">
            <w:pPr>
              <w:pStyle w:val="TAC"/>
            </w:pPr>
            <w:r w:rsidRPr="00E062F1">
              <w:t>DC_41C_n257I</w:t>
            </w:r>
          </w:p>
          <w:p w14:paraId="33747B7F" w14:textId="77777777" w:rsidR="002665C4" w:rsidRPr="00E062F1" w:rsidRDefault="002665C4" w:rsidP="002665C4">
            <w:pPr>
              <w:pStyle w:val="TAC"/>
            </w:pPr>
            <w:r w:rsidRPr="00E062F1">
              <w:t>DC_42A_n257A</w:t>
            </w:r>
          </w:p>
          <w:p w14:paraId="16B2788D" w14:textId="77777777" w:rsidR="002665C4" w:rsidRPr="00E062F1" w:rsidRDefault="002665C4" w:rsidP="002665C4">
            <w:pPr>
              <w:pStyle w:val="TAC"/>
            </w:pPr>
            <w:r w:rsidRPr="00E062F1">
              <w:t>DC_42A_n257G</w:t>
            </w:r>
          </w:p>
          <w:p w14:paraId="57C782A7" w14:textId="77777777" w:rsidR="002665C4" w:rsidRPr="00E062F1" w:rsidRDefault="002665C4" w:rsidP="002665C4">
            <w:pPr>
              <w:pStyle w:val="TAC"/>
            </w:pPr>
            <w:r w:rsidRPr="00E062F1">
              <w:t>DC_42A_n257H</w:t>
            </w:r>
          </w:p>
          <w:p w14:paraId="1BEC1ACF" w14:textId="77777777" w:rsidR="002665C4" w:rsidRPr="00E062F1" w:rsidRDefault="002665C4" w:rsidP="002665C4">
            <w:pPr>
              <w:pStyle w:val="TAC"/>
            </w:pPr>
            <w:r w:rsidRPr="00E062F1">
              <w:t>DC_42A_n257I</w:t>
            </w:r>
          </w:p>
          <w:p w14:paraId="4BCD3E61" w14:textId="77777777" w:rsidR="002665C4" w:rsidRPr="00E062F1" w:rsidRDefault="002665C4" w:rsidP="002665C4">
            <w:pPr>
              <w:pStyle w:val="TAC"/>
            </w:pPr>
            <w:r w:rsidRPr="00E062F1">
              <w:t>DC_42C_n257A</w:t>
            </w:r>
          </w:p>
          <w:p w14:paraId="1BDEFE82" w14:textId="77777777" w:rsidR="002665C4" w:rsidRPr="00AA54EC" w:rsidRDefault="002665C4" w:rsidP="002665C4">
            <w:pPr>
              <w:pStyle w:val="TAC"/>
              <w:rPr>
                <w:lang w:val="sv-FI"/>
              </w:rPr>
            </w:pPr>
            <w:r w:rsidRPr="00AA54EC">
              <w:rPr>
                <w:lang w:val="sv-FI"/>
              </w:rPr>
              <w:t>DC_42C_n257G</w:t>
            </w:r>
          </w:p>
          <w:p w14:paraId="54D690F3" w14:textId="77777777" w:rsidR="002665C4" w:rsidRPr="00AA54EC" w:rsidRDefault="002665C4" w:rsidP="002665C4">
            <w:pPr>
              <w:pStyle w:val="TAC"/>
              <w:rPr>
                <w:lang w:val="sv-FI"/>
              </w:rPr>
            </w:pPr>
            <w:r w:rsidRPr="00AA54EC">
              <w:rPr>
                <w:lang w:val="sv-FI"/>
              </w:rPr>
              <w:t>DC_42C_n257H</w:t>
            </w:r>
          </w:p>
          <w:p w14:paraId="2EEA4EF3" w14:textId="46839E4E" w:rsidR="002665C4" w:rsidRPr="00AA54EC" w:rsidRDefault="002665C4" w:rsidP="002665C4">
            <w:pPr>
              <w:pStyle w:val="TAC"/>
              <w:rPr>
                <w:lang w:val="sv-FI" w:eastAsia="fi-FI"/>
              </w:rPr>
            </w:pPr>
            <w:r w:rsidRPr="00AA54EC">
              <w:rPr>
                <w:lang w:val="sv-FI"/>
              </w:rPr>
              <w:t>DC_42C_n257I</w:t>
            </w:r>
          </w:p>
        </w:tc>
      </w:tr>
      <w:tr w:rsidR="002665C4" w:rsidRPr="00E062F1" w14:paraId="7D42956F" w14:textId="77777777" w:rsidTr="006B3BD2">
        <w:trPr>
          <w:trHeight w:val="187"/>
          <w:jc w:val="center"/>
        </w:trPr>
        <w:tc>
          <w:tcPr>
            <w:tcW w:w="9631" w:type="dxa"/>
            <w:gridSpan w:val="2"/>
            <w:shd w:val="clear" w:color="auto" w:fill="auto"/>
            <w:noWrap/>
            <w:tcMar>
              <w:top w:w="28" w:type="dxa"/>
              <w:left w:w="28" w:type="dxa"/>
              <w:bottom w:w="28" w:type="dxa"/>
              <w:right w:w="28" w:type="dxa"/>
            </w:tcMar>
            <w:vAlign w:val="center"/>
          </w:tcPr>
          <w:p w14:paraId="4BDC854C" w14:textId="6D560464" w:rsidR="002665C4" w:rsidRPr="00E062F1" w:rsidRDefault="002665C4" w:rsidP="002665C4">
            <w:pPr>
              <w:pStyle w:val="TAN"/>
              <w:rPr>
                <w:lang w:eastAsia="zh-CN"/>
              </w:rPr>
            </w:pPr>
            <w:r w:rsidRPr="00E062F1">
              <w:lastRenderedPageBreak/>
              <w:t>NOTE 1:</w:t>
            </w:r>
            <w:r w:rsidRPr="00E062F1">
              <w:tab/>
              <w:t>Uplink EN-DC configurations are the configurations supported by the present release of specifications.</w:t>
            </w:r>
          </w:p>
          <w:p w14:paraId="6AACABAA" w14:textId="440923DA" w:rsidR="002665C4" w:rsidRPr="00E062F1" w:rsidRDefault="002665C4" w:rsidP="002665C4">
            <w:pPr>
              <w:pStyle w:val="TAN"/>
              <w:rPr>
                <w:lang w:eastAsia="zh-CN"/>
              </w:rPr>
            </w:pPr>
            <w:r w:rsidRPr="00E062F1">
              <w:t xml:space="preserve">NOTE </w:t>
            </w:r>
            <w:r w:rsidRPr="00E062F1">
              <w:rPr>
                <w:lang w:eastAsia="zh-CN"/>
              </w:rPr>
              <w:t>2</w:t>
            </w:r>
            <w:r w:rsidRPr="00E062F1">
              <w:t>:</w:t>
            </w:r>
            <w:r w:rsidRPr="00E062F1">
              <w:tab/>
              <w:t>Applicable for UE supporting inter-band EN-DC with mandatory simultaneous Rx/Tx capability</w:t>
            </w:r>
            <w:r w:rsidR="00941393">
              <w:rPr>
                <w:rFonts w:hint="eastAsia"/>
                <w:lang w:eastAsia="zh-TW"/>
              </w:rPr>
              <w:t xml:space="preserve"> </w:t>
            </w:r>
            <w:r w:rsidR="00941393">
              <w:rPr>
                <w:rStyle w:val="TALChar"/>
              </w:rPr>
              <w:t>for all of the above combinations</w:t>
            </w:r>
            <w:r w:rsidR="00941393">
              <w:rPr>
                <w:rStyle w:val="TALChar"/>
                <w:rFonts w:hint="eastAsia"/>
                <w:lang w:eastAsia="zh-TW"/>
              </w:rPr>
              <w:t>.</w:t>
            </w:r>
          </w:p>
        </w:tc>
      </w:tr>
    </w:tbl>
    <w:p w14:paraId="76559658" w14:textId="77777777" w:rsidR="00F177CB" w:rsidRPr="00E062F1" w:rsidRDefault="00F177CB" w:rsidP="001310A1"/>
    <w:p w14:paraId="6EB68509" w14:textId="2E590E6C" w:rsidR="001310A1" w:rsidRPr="00E062F1" w:rsidRDefault="001310A1" w:rsidP="001310A1">
      <w:pPr>
        <w:pStyle w:val="Heading4"/>
      </w:pPr>
      <w:bookmarkStart w:id="1416" w:name="_Toc21351534"/>
      <w:bookmarkStart w:id="1417" w:name="_Toc29807116"/>
      <w:bookmarkStart w:id="1418" w:name="_Toc36648830"/>
      <w:bookmarkStart w:id="1419" w:name="_Toc36651555"/>
      <w:bookmarkStart w:id="1420" w:name="_Toc37256489"/>
      <w:bookmarkStart w:id="1421" w:name="_Toc37256830"/>
      <w:bookmarkStart w:id="1422" w:name="_Toc45890527"/>
      <w:bookmarkStart w:id="1423" w:name="_Toc45891751"/>
      <w:bookmarkStart w:id="1424" w:name="_Toc45892161"/>
      <w:bookmarkStart w:id="1425" w:name="_Toc45892571"/>
      <w:bookmarkStart w:id="1426" w:name="_Toc52352984"/>
      <w:bookmarkStart w:id="1427" w:name="_Toc53174807"/>
      <w:bookmarkStart w:id="1428" w:name="_Toc61375956"/>
      <w:bookmarkStart w:id="1429" w:name="_Toc61376368"/>
      <w:bookmarkStart w:id="1430" w:name="_Toc67938641"/>
      <w:bookmarkStart w:id="1431" w:name="_Toc76454243"/>
      <w:bookmarkStart w:id="1432" w:name="_Toc76719663"/>
      <w:bookmarkStart w:id="1433" w:name="_Toc76720183"/>
      <w:bookmarkStart w:id="1434" w:name="_Toc83742880"/>
      <w:bookmarkStart w:id="1435" w:name="_Toc83887255"/>
      <w:bookmarkStart w:id="1436" w:name="_Toc83888056"/>
      <w:bookmarkStart w:id="1437" w:name="_Toc90588710"/>
      <w:bookmarkStart w:id="1438" w:name="_Hlk9522711"/>
      <w:r w:rsidRPr="00E062F1">
        <w:lastRenderedPageBreak/>
        <w:t>5.5B.5.5</w:t>
      </w:r>
      <w:r w:rsidRPr="00E062F1">
        <w:tab/>
      </w:r>
      <w:r w:rsidR="00C25AB2" w:rsidRPr="00E062F1">
        <w:t>Void</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p>
    <w:p w14:paraId="35DD2E06" w14:textId="77777777" w:rsidR="003C504E" w:rsidRPr="00E062F1" w:rsidRDefault="003C504E" w:rsidP="003C504E">
      <w:pPr>
        <w:pStyle w:val="Heading3"/>
      </w:pPr>
      <w:bookmarkStart w:id="1439" w:name="_Toc21351535"/>
      <w:bookmarkStart w:id="1440" w:name="_Toc29807117"/>
      <w:bookmarkStart w:id="1441" w:name="_Toc36648831"/>
      <w:bookmarkStart w:id="1442" w:name="_Toc36651556"/>
      <w:bookmarkStart w:id="1443" w:name="_Toc37256490"/>
      <w:bookmarkStart w:id="1444" w:name="_Toc37256831"/>
      <w:bookmarkStart w:id="1445" w:name="_Toc45890528"/>
      <w:bookmarkStart w:id="1446" w:name="_Toc45891752"/>
      <w:bookmarkStart w:id="1447" w:name="_Toc45892162"/>
      <w:bookmarkStart w:id="1448" w:name="_Toc45892572"/>
      <w:bookmarkStart w:id="1449" w:name="_Toc52352985"/>
      <w:bookmarkStart w:id="1450" w:name="_Toc53174808"/>
      <w:bookmarkStart w:id="1451" w:name="_Toc61375957"/>
      <w:bookmarkStart w:id="1452" w:name="_Toc61376369"/>
      <w:bookmarkStart w:id="1453" w:name="_Toc67938642"/>
      <w:bookmarkStart w:id="1454" w:name="_Toc76454244"/>
      <w:bookmarkStart w:id="1455" w:name="_Toc76719664"/>
      <w:bookmarkStart w:id="1456" w:name="_Toc76720184"/>
      <w:bookmarkStart w:id="1457" w:name="_Toc83742881"/>
      <w:bookmarkStart w:id="1458" w:name="_Toc83887256"/>
      <w:bookmarkStart w:id="1459" w:name="_Toc83888057"/>
      <w:bookmarkStart w:id="1460" w:name="_Toc90588711"/>
      <w:bookmarkEnd w:id="1438"/>
      <w:r w:rsidRPr="00E062F1">
        <w:t>5.5B.6</w:t>
      </w:r>
      <w:r w:rsidRPr="00E062F1">
        <w:tab/>
        <w:t>Inter-band EN-DC including FR1 and FR2</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14:paraId="61900AF6" w14:textId="4554B4D1" w:rsidR="003C504E" w:rsidRPr="00E062F1" w:rsidRDefault="003C504E" w:rsidP="003C504E">
      <w:pPr>
        <w:pStyle w:val="Heading4"/>
      </w:pPr>
      <w:bookmarkStart w:id="1461" w:name="_Toc21351536"/>
      <w:bookmarkStart w:id="1462" w:name="_Toc29807118"/>
      <w:bookmarkStart w:id="1463" w:name="_Toc36648832"/>
      <w:bookmarkStart w:id="1464" w:name="_Toc36651557"/>
      <w:bookmarkStart w:id="1465" w:name="_Toc37256491"/>
      <w:bookmarkStart w:id="1466" w:name="_Toc37256832"/>
      <w:bookmarkStart w:id="1467" w:name="_Toc45890529"/>
      <w:bookmarkStart w:id="1468" w:name="_Toc45891753"/>
      <w:bookmarkStart w:id="1469" w:name="_Toc45892163"/>
      <w:bookmarkStart w:id="1470" w:name="_Toc45892573"/>
      <w:bookmarkStart w:id="1471" w:name="_Toc52352986"/>
      <w:bookmarkStart w:id="1472" w:name="_Toc53174809"/>
      <w:bookmarkStart w:id="1473" w:name="_Toc61375958"/>
      <w:bookmarkStart w:id="1474" w:name="_Toc61376370"/>
      <w:bookmarkStart w:id="1475" w:name="_Toc67938643"/>
      <w:bookmarkStart w:id="1476" w:name="_Toc76454245"/>
      <w:bookmarkStart w:id="1477" w:name="_Toc76719665"/>
      <w:bookmarkStart w:id="1478" w:name="_Toc76720185"/>
      <w:bookmarkStart w:id="1479" w:name="_Toc83742882"/>
      <w:bookmarkStart w:id="1480" w:name="_Toc83887257"/>
      <w:bookmarkStart w:id="1481" w:name="_Toc83888058"/>
      <w:bookmarkStart w:id="1482" w:name="_Toc90588712"/>
      <w:r w:rsidRPr="00E062F1">
        <w:t>5.5B.6.1</w:t>
      </w:r>
      <w:r w:rsidRPr="00E062F1">
        <w:tab/>
      </w:r>
      <w:r w:rsidR="00E55544" w:rsidRPr="00E062F1">
        <w:t>Void</w:t>
      </w:r>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p>
    <w:p w14:paraId="46187442" w14:textId="7D91231B" w:rsidR="00FB41B6" w:rsidRPr="00E062F1" w:rsidRDefault="00FB41B6" w:rsidP="00FB41B6">
      <w:pPr>
        <w:pStyle w:val="Heading4"/>
      </w:pPr>
      <w:bookmarkStart w:id="1483" w:name="_Toc21351537"/>
      <w:bookmarkStart w:id="1484" w:name="_Toc29807119"/>
      <w:bookmarkStart w:id="1485" w:name="_Toc36648833"/>
      <w:bookmarkStart w:id="1486" w:name="_Toc36651558"/>
      <w:bookmarkStart w:id="1487" w:name="_Toc37256492"/>
      <w:bookmarkStart w:id="1488" w:name="_Toc37256833"/>
      <w:bookmarkStart w:id="1489" w:name="_Toc45890530"/>
      <w:bookmarkStart w:id="1490" w:name="_Toc45891754"/>
      <w:bookmarkStart w:id="1491" w:name="_Toc45892164"/>
      <w:bookmarkStart w:id="1492" w:name="_Toc45892574"/>
      <w:bookmarkStart w:id="1493" w:name="_Toc52352987"/>
      <w:bookmarkStart w:id="1494" w:name="_Toc53174810"/>
      <w:bookmarkStart w:id="1495" w:name="_Toc61375959"/>
      <w:bookmarkStart w:id="1496" w:name="_Toc61376371"/>
      <w:bookmarkStart w:id="1497" w:name="_Toc67938644"/>
      <w:bookmarkStart w:id="1498" w:name="_Toc76454246"/>
      <w:bookmarkStart w:id="1499" w:name="_Toc76719666"/>
      <w:bookmarkStart w:id="1500" w:name="_Toc76720186"/>
      <w:bookmarkStart w:id="1501" w:name="_Toc83742883"/>
      <w:bookmarkStart w:id="1502" w:name="_Toc83887258"/>
      <w:bookmarkStart w:id="1503" w:name="_Toc83888059"/>
      <w:bookmarkStart w:id="1504" w:name="_Toc90588713"/>
      <w:r w:rsidRPr="00E062F1">
        <w:t>5.5B.</w:t>
      </w:r>
      <w:r w:rsidR="003C504E" w:rsidRPr="00E062F1">
        <w:t>6</w:t>
      </w:r>
      <w:r w:rsidRPr="00E062F1">
        <w:t>.</w:t>
      </w:r>
      <w:r w:rsidR="003C504E" w:rsidRPr="00E062F1">
        <w:t>2</w:t>
      </w:r>
      <w:r w:rsidRPr="00E062F1">
        <w:tab/>
        <w:t xml:space="preserve">Inter-band EN-DC configurations </w:t>
      </w:r>
      <w:r w:rsidR="00C313E7" w:rsidRPr="00E062F1">
        <w:t xml:space="preserve">including FR1 and FR2 </w:t>
      </w:r>
      <w:r w:rsidRPr="00E062F1">
        <w:t>(three bands)</w:t>
      </w:r>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p>
    <w:p w14:paraId="3330E9E9" w14:textId="5ECAD9DB" w:rsidR="00FB41B6" w:rsidRPr="00E062F1" w:rsidRDefault="00FB41B6" w:rsidP="00380415">
      <w:pPr>
        <w:pStyle w:val="TH"/>
      </w:pPr>
      <w:r w:rsidRPr="00E062F1">
        <w:t>Table 5.5B</w:t>
      </w:r>
      <w:r w:rsidR="003C504E" w:rsidRPr="00E062F1">
        <w:t>.</w:t>
      </w:r>
      <w:r w:rsidRPr="00E062F1">
        <w:t>6</w:t>
      </w:r>
      <w:r w:rsidR="003C504E" w:rsidRPr="00E062F1">
        <w:t>.2</w:t>
      </w:r>
      <w:r w:rsidRPr="00E062F1">
        <w:t xml:space="preserve">-1: Inter-band EN-DC configurations </w:t>
      </w:r>
      <w:r w:rsidR="00C313E7" w:rsidRPr="00E062F1">
        <w:t xml:space="preserve">including FR1 and FR2 </w:t>
      </w:r>
      <w:r w:rsidRPr="00E062F1">
        <w:t>(three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9"/>
        <w:gridCol w:w="3969"/>
      </w:tblGrid>
      <w:tr w:rsidR="00B93D26" w14:paraId="38567F6E" w14:textId="77777777" w:rsidTr="00AC3FE8">
        <w:trPr>
          <w:trHeight w:val="187"/>
          <w:tblHeader/>
          <w:jc w:val="center"/>
        </w:trPr>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92BCB29" w14:textId="77777777" w:rsidR="00B93D26" w:rsidRDefault="00B93D26" w:rsidP="00AC3FE8">
            <w:pPr>
              <w:pStyle w:val="TAH"/>
              <w:rPr>
                <w:lang w:eastAsia="fi-FI"/>
              </w:rPr>
            </w:pPr>
            <w:r>
              <w:rPr>
                <w:lang w:eastAsia="fi-FI"/>
              </w:rPr>
              <w:lastRenderedPageBreak/>
              <w:t>EN-DC</w:t>
            </w:r>
            <w:r>
              <w:rPr>
                <w:lang w:eastAsia="zh-CN"/>
              </w:rPr>
              <w:t xml:space="preserve"> </w:t>
            </w:r>
            <w:r>
              <w:rPr>
                <w:lang w:eastAsia="fi-FI"/>
              </w:rPr>
              <w:t>configuration</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01D8A7B" w14:textId="77777777" w:rsidR="00B93D26" w:rsidRDefault="00B93D26" w:rsidP="00AC3FE8">
            <w:pPr>
              <w:pStyle w:val="TAH"/>
              <w:rPr>
                <w:lang w:eastAsia="fi-FI"/>
              </w:rPr>
            </w:pPr>
            <w:r>
              <w:rPr>
                <w:lang w:eastAsia="fi-FI"/>
              </w:rPr>
              <w:t>Uplink EN-DC</w:t>
            </w:r>
            <w:r>
              <w:rPr>
                <w:lang w:eastAsia="zh-CN"/>
              </w:rPr>
              <w:t xml:space="preserve"> </w:t>
            </w:r>
            <w:r>
              <w:rPr>
                <w:lang w:eastAsia="fi-FI"/>
              </w:rPr>
              <w:t>configuration</w:t>
            </w:r>
            <w:r>
              <w:rPr>
                <w:lang w:eastAsia="zh-CN"/>
              </w:rPr>
              <w:t xml:space="preserve"> </w:t>
            </w:r>
            <w:r>
              <w:rPr>
                <w:lang w:eastAsia="fi-FI"/>
              </w:rPr>
              <w:t>(NOTE 1)</w:t>
            </w:r>
          </w:p>
        </w:tc>
      </w:tr>
      <w:tr w:rsidR="00B93D26" w14:paraId="096FC777"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963646B" w14:textId="77777777" w:rsidR="00B93D26" w:rsidRDefault="00B93D26" w:rsidP="00AC3FE8">
            <w:pPr>
              <w:pStyle w:val="TAC"/>
              <w:rPr>
                <w:rFonts w:eastAsia="Malgun Gothic" w:cs="Arial"/>
                <w:bCs/>
                <w:lang w:eastAsia="ko-KR"/>
              </w:rPr>
            </w:pPr>
            <w:r>
              <w:rPr>
                <w:rFonts w:cs="Arial"/>
                <w:bCs/>
                <w:lang w:eastAsia="zh-CN"/>
              </w:rPr>
              <w:t>DC_1A_n3A</w:t>
            </w:r>
            <w:r>
              <w:rPr>
                <w:rFonts w:cs="Arial"/>
                <w:bCs/>
                <w:lang w:eastAsia="ja-JP"/>
              </w:rPr>
              <w:t>-</w:t>
            </w:r>
            <w:r>
              <w:rPr>
                <w:rFonts w:cs="Arial"/>
                <w:bCs/>
                <w:lang w:eastAsia="zh-CN"/>
              </w:rPr>
              <w:t>n257</w:t>
            </w:r>
            <w:r>
              <w:rPr>
                <w:rFonts w:eastAsia="Malgun Gothic" w:cs="Arial"/>
                <w:bCs/>
                <w:lang w:eastAsia="ko-KR"/>
              </w:rPr>
              <w:t>A</w:t>
            </w:r>
            <w:r>
              <w:rPr>
                <w:vertAlign w:val="superscript"/>
                <w:lang w:eastAsia="zh-TW"/>
              </w:rPr>
              <w:t>2</w:t>
            </w:r>
          </w:p>
          <w:p w14:paraId="25104553" w14:textId="77777777" w:rsidR="00B93D26" w:rsidRDefault="00B93D26" w:rsidP="00AC3FE8">
            <w:pPr>
              <w:pStyle w:val="TAC"/>
              <w:rPr>
                <w:rFonts w:eastAsia="Malgun Gothic" w:cs="Arial"/>
                <w:bCs/>
                <w:lang w:eastAsia="ko-KR"/>
              </w:rPr>
            </w:pPr>
            <w:r>
              <w:rPr>
                <w:rFonts w:cs="Arial"/>
                <w:bCs/>
                <w:lang w:eastAsia="zh-CN"/>
              </w:rPr>
              <w:t>DC_1A_n3A</w:t>
            </w:r>
            <w:r>
              <w:rPr>
                <w:rFonts w:cs="Arial"/>
                <w:bCs/>
                <w:lang w:eastAsia="ja-JP"/>
              </w:rPr>
              <w:t>-</w:t>
            </w:r>
            <w:r>
              <w:rPr>
                <w:rFonts w:cs="Arial"/>
                <w:bCs/>
                <w:lang w:eastAsia="zh-CN"/>
              </w:rPr>
              <w:t>n257</w:t>
            </w:r>
            <w:r>
              <w:rPr>
                <w:rFonts w:eastAsia="Malgun Gothic" w:cs="Arial"/>
                <w:bCs/>
                <w:lang w:eastAsia="ko-KR"/>
              </w:rPr>
              <w:t>G</w:t>
            </w:r>
            <w:r>
              <w:rPr>
                <w:vertAlign w:val="superscript"/>
                <w:lang w:eastAsia="zh-TW"/>
              </w:rPr>
              <w:t>2</w:t>
            </w:r>
          </w:p>
          <w:p w14:paraId="7C403C91" w14:textId="77777777" w:rsidR="00B93D26" w:rsidRDefault="00B93D26" w:rsidP="00AC3FE8">
            <w:pPr>
              <w:pStyle w:val="TAC"/>
              <w:rPr>
                <w:rFonts w:eastAsia="Malgun Gothic" w:cs="Arial"/>
                <w:bCs/>
                <w:lang w:eastAsia="ko-KR"/>
              </w:rPr>
            </w:pPr>
            <w:r>
              <w:rPr>
                <w:rFonts w:cs="Arial"/>
                <w:bCs/>
                <w:lang w:eastAsia="zh-CN"/>
              </w:rPr>
              <w:t>DC_1A_n3A</w:t>
            </w:r>
            <w:r>
              <w:rPr>
                <w:rFonts w:cs="Arial"/>
                <w:bCs/>
                <w:lang w:eastAsia="ja-JP"/>
              </w:rPr>
              <w:t>-</w:t>
            </w:r>
            <w:r>
              <w:rPr>
                <w:rFonts w:cs="Arial"/>
                <w:bCs/>
                <w:lang w:eastAsia="zh-CN"/>
              </w:rPr>
              <w:t>n257</w:t>
            </w:r>
            <w:r>
              <w:rPr>
                <w:rFonts w:eastAsia="Malgun Gothic" w:cs="Arial"/>
                <w:bCs/>
                <w:lang w:eastAsia="ko-KR"/>
              </w:rPr>
              <w:t>H</w:t>
            </w:r>
            <w:r>
              <w:rPr>
                <w:vertAlign w:val="superscript"/>
                <w:lang w:eastAsia="zh-TW"/>
              </w:rPr>
              <w:t>2</w:t>
            </w:r>
          </w:p>
          <w:p w14:paraId="47608874" w14:textId="77777777" w:rsidR="00B93D26" w:rsidRDefault="00B93D26" w:rsidP="00AC3FE8">
            <w:pPr>
              <w:pStyle w:val="TAC"/>
              <w:rPr>
                <w:bCs/>
                <w:noProof/>
              </w:rPr>
            </w:pPr>
            <w:r>
              <w:rPr>
                <w:rFonts w:cs="Arial"/>
                <w:bCs/>
                <w:lang w:eastAsia="zh-CN"/>
              </w:rPr>
              <w:t>DC_1A_n3A</w:t>
            </w:r>
            <w:r>
              <w:rPr>
                <w:rFonts w:cs="Arial"/>
                <w:bCs/>
                <w:lang w:eastAsia="ja-JP"/>
              </w:rPr>
              <w:t>-</w:t>
            </w:r>
            <w:r>
              <w:rPr>
                <w:rFonts w:cs="Arial"/>
                <w:bCs/>
                <w:lang w:eastAsia="zh-CN"/>
              </w:rPr>
              <w:t>n257</w:t>
            </w:r>
            <w:r>
              <w:rPr>
                <w:rFonts w:eastAsia="Malgun Gothic" w:cs="Arial"/>
                <w:bCs/>
                <w:lang w:eastAsia="ko-KR"/>
              </w:rPr>
              <w:t>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D5F94B1" w14:textId="77777777" w:rsidR="00B93D26" w:rsidRDefault="00B93D26" w:rsidP="00AC3FE8">
            <w:pPr>
              <w:pStyle w:val="TAC"/>
              <w:rPr>
                <w:noProof/>
              </w:rPr>
            </w:pPr>
            <w:r>
              <w:rPr>
                <w:noProof/>
              </w:rPr>
              <w:t>DC_1A_n3A</w:t>
            </w:r>
          </w:p>
          <w:p w14:paraId="36D8403D" w14:textId="77777777" w:rsidR="00B93D26" w:rsidRDefault="00B93D26" w:rsidP="00AC3FE8">
            <w:pPr>
              <w:pStyle w:val="TAC"/>
              <w:rPr>
                <w:noProof/>
              </w:rPr>
            </w:pPr>
            <w:r>
              <w:rPr>
                <w:noProof/>
              </w:rPr>
              <w:t>DC_1A_n257A</w:t>
            </w:r>
          </w:p>
          <w:p w14:paraId="21253A41" w14:textId="77777777" w:rsidR="00B93D26" w:rsidRDefault="00B93D26" w:rsidP="00AC3FE8">
            <w:pPr>
              <w:pStyle w:val="TAC"/>
              <w:rPr>
                <w:noProof/>
              </w:rPr>
            </w:pPr>
            <w:r>
              <w:rPr>
                <w:noProof/>
              </w:rPr>
              <w:t>DC_1A_n257G</w:t>
            </w:r>
          </w:p>
          <w:p w14:paraId="2C389E24" w14:textId="77777777" w:rsidR="00B93D26" w:rsidRDefault="00B93D26" w:rsidP="00AC3FE8">
            <w:pPr>
              <w:pStyle w:val="TAC"/>
              <w:rPr>
                <w:noProof/>
              </w:rPr>
            </w:pPr>
            <w:r>
              <w:rPr>
                <w:noProof/>
              </w:rPr>
              <w:t>DC_1A_n257H</w:t>
            </w:r>
          </w:p>
          <w:p w14:paraId="13178C58" w14:textId="77777777" w:rsidR="00B93D26" w:rsidRDefault="00B93D26" w:rsidP="00AC3FE8">
            <w:pPr>
              <w:pStyle w:val="TAC"/>
              <w:rPr>
                <w:noProof/>
              </w:rPr>
            </w:pPr>
            <w:r>
              <w:rPr>
                <w:noProof/>
              </w:rPr>
              <w:t>DC_1A_n257I</w:t>
            </w:r>
          </w:p>
        </w:tc>
      </w:tr>
      <w:tr w:rsidR="00B93D26" w14:paraId="5A5DF9FE"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043DC40" w14:textId="77777777" w:rsidR="00B93D26" w:rsidRDefault="00B93D26" w:rsidP="00AC3FE8">
            <w:pPr>
              <w:pStyle w:val="TAC"/>
              <w:rPr>
                <w:rFonts w:cs="Arial"/>
                <w:bCs/>
                <w:szCs w:val="18"/>
              </w:rPr>
            </w:pPr>
            <w:r>
              <w:rPr>
                <w:rFonts w:cs="Arial"/>
                <w:bCs/>
                <w:szCs w:val="18"/>
              </w:rPr>
              <w:t>DC_1A_n28A-n257A</w:t>
            </w:r>
            <w:r>
              <w:rPr>
                <w:vertAlign w:val="superscript"/>
                <w:lang w:eastAsia="zh-TW"/>
              </w:rPr>
              <w:t>2</w:t>
            </w:r>
          </w:p>
          <w:p w14:paraId="666549AE" w14:textId="77777777" w:rsidR="00B93D26" w:rsidRDefault="00B93D26" w:rsidP="00AC3FE8">
            <w:pPr>
              <w:pStyle w:val="TAC"/>
              <w:rPr>
                <w:rFonts w:cs="Arial"/>
                <w:bCs/>
                <w:szCs w:val="18"/>
              </w:rPr>
            </w:pPr>
            <w:r>
              <w:rPr>
                <w:rFonts w:cs="Arial"/>
                <w:bCs/>
                <w:szCs w:val="18"/>
              </w:rPr>
              <w:t>DC_1A_n28A-n257G</w:t>
            </w:r>
            <w:r>
              <w:rPr>
                <w:vertAlign w:val="superscript"/>
                <w:lang w:eastAsia="zh-TW"/>
              </w:rPr>
              <w:t>2</w:t>
            </w:r>
          </w:p>
          <w:p w14:paraId="56C88E86" w14:textId="77777777" w:rsidR="00B93D26" w:rsidRDefault="00B93D26" w:rsidP="00AC3FE8">
            <w:pPr>
              <w:pStyle w:val="TAC"/>
              <w:rPr>
                <w:rFonts w:cs="Arial"/>
                <w:bCs/>
                <w:szCs w:val="18"/>
              </w:rPr>
            </w:pPr>
            <w:r>
              <w:rPr>
                <w:rFonts w:cs="Arial"/>
                <w:bCs/>
                <w:szCs w:val="18"/>
              </w:rPr>
              <w:t>DC_1A_n28A-n257H</w:t>
            </w:r>
            <w:r>
              <w:rPr>
                <w:vertAlign w:val="superscript"/>
                <w:lang w:eastAsia="zh-TW"/>
              </w:rPr>
              <w:t>2</w:t>
            </w:r>
          </w:p>
          <w:p w14:paraId="67107D40" w14:textId="77777777" w:rsidR="00B93D26" w:rsidRDefault="00B93D26" w:rsidP="00AC3FE8">
            <w:pPr>
              <w:pStyle w:val="TAC"/>
              <w:rPr>
                <w:rFonts w:cs="Arial"/>
                <w:bCs/>
                <w:lang w:eastAsia="zh-CN"/>
              </w:rPr>
            </w:pPr>
            <w:r>
              <w:rPr>
                <w:rFonts w:cs="Arial"/>
                <w:bCs/>
                <w:szCs w:val="18"/>
              </w:rPr>
              <w:t>DC_1A_n28A-n257I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EA1E088" w14:textId="77777777" w:rsidR="00B93D26" w:rsidRDefault="00B93D26" w:rsidP="00AC3FE8">
            <w:pPr>
              <w:pStyle w:val="TAC"/>
              <w:rPr>
                <w:rFonts w:cs="Arial"/>
                <w:lang w:eastAsia="zh-CN"/>
              </w:rPr>
            </w:pPr>
            <w:r>
              <w:rPr>
                <w:rFonts w:cs="Arial"/>
                <w:lang w:eastAsia="zh-CN"/>
              </w:rPr>
              <w:t>DC_1A_n28A</w:t>
            </w:r>
          </w:p>
          <w:p w14:paraId="232FAAE8" w14:textId="77777777" w:rsidR="00B93D26" w:rsidRDefault="00B93D26" w:rsidP="00AC3FE8">
            <w:pPr>
              <w:pStyle w:val="TAC"/>
              <w:rPr>
                <w:rFonts w:cs="Arial"/>
                <w:lang w:eastAsia="zh-CN"/>
              </w:rPr>
            </w:pPr>
            <w:r>
              <w:rPr>
                <w:rFonts w:cs="Arial"/>
                <w:lang w:eastAsia="zh-CN"/>
              </w:rPr>
              <w:t>DC_1A_n257A</w:t>
            </w:r>
          </w:p>
          <w:p w14:paraId="76BC5687" w14:textId="77777777" w:rsidR="00B93D26" w:rsidRDefault="00B93D26" w:rsidP="00AC3FE8">
            <w:pPr>
              <w:pStyle w:val="TAC"/>
              <w:rPr>
                <w:noProof/>
              </w:rPr>
            </w:pPr>
            <w:r>
              <w:rPr>
                <w:noProof/>
              </w:rPr>
              <w:t>DC_1A_n257G</w:t>
            </w:r>
          </w:p>
          <w:p w14:paraId="3250677D" w14:textId="77777777" w:rsidR="00B93D26" w:rsidRDefault="00B93D26" w:rsidP="00AC3FE8">
            <w:pPr>
              <w:pStyle w:val="TAC"/>
              <w:rPr>
                <w:noProof/>
              </w:rPr>
            </w:pPr>
            <w:r>
              <w:rPr>
                <w:noProof/>
              </w:rPr>
              <w:t>DC_1A_n257H</w:t>
            </w:r>
          </w:p>
          <w:p w14:paraId="519EF65C" w14:textId="77777777" w:rsidR="00B93D26" w:rsidRDefault="00B93D26" w:rsidP="00AC3FE8">
            <w:pPr>
              <w:pStyle w:val="TAC"/>
              <w:rPr>
                <w:noProof/>
              </w:rPr>
            </w:pPr>
            <w:r>
              <w:rPr>
                <w:noProof/>
              </w:rPr>
              <w:t>DC_1A_n257I</w:t>
            </w:r>
          </w:p>
        </w:tc>
      </w:tr>
      <w:tr w:rsidR="00B93D26" w14:paraId="2398C15D"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24C658E" w14:textId="77777777" w:rsidR="00B93D26" w:rsidRDefault="00B93D26" w:rsidP="00AC3FE8">
            <w:pPr>
              <w:pStyle w:val="TAC"/>
            </w:pPr>
            <w:r>
              <w:t>DC_1A_n77A-n257A</w:t>
            </w:r>
            <w:r>
              <w:rPr>
                <w:vertAlign w:val="superscript"/>
                <w:lang w:eastAsia="zh-TW"/>
              </w:rPr>
              <w:t>2</w:t>
            </w:r>
          </w:p>
          <w:p w14:paraId="27E0E216" w14:textId="77777777" w:rsidR="00B93D26" w:rsidRDefault="00B93D26" w:rsidP="00AC3FE8">
            <w:pPr>
              <w:pStyle w:val="TAC"/>
            </w:pPr>
            <w:r>
              <w:t>DC_1A_n77A-n257D</w:t>
            </w:r>
            <w:r>
              <w:rPr>
                <w:vertAlign w:val="superscript"/>
                <w:lang w:eastAsia="zh-TW"/>
              </w:rPr>
              <w:t>2</w:t>
            </w:r>
          </w:p>
          <w:p w14:paraId="794E363D" w14:textId="77777777" w:rsidR="00B93D26" w:rsidRDefault="00B93D26" w:rsidP="00AC3FE8">
            <w:pPr>
              <w:pStyle w:val="TAC"/>
            </w:pPr>
            <w:r>
              <w:t>DC_1A_n77A-n257E</w:t>
            </w:r>
            <w:r>
              <w:rPr>
                <w:vertAlign w:val="superscript"/>
                <w:lang w:eastAsia="zh-TW"/>
              </w:rPr>
              <w:t>2</w:t>
            </w:r>
          </w:p>
          <w:p w14:paraId="4883B09B" w14:textId="77777777" w:rsidR="00B93D26" w:rsidRDefault="00B93D26" w:rsidP="00AC3FE8">
            <w:pPr>
              <w:pStyle w:val="TAC"/>
            </w:pPr>
            <w:r>
              <w:t>DC_1A_n77A-n257F</w:t>
            </w:r>
            <w:r>
              <w:rPr>
                <w:vertAlign w:val="superscript"/>
                <w:lang w:eastAsia="zh-TW"/>
              </w:rPr>
              <w:t>2</w:t>
            </w:r>
          </w:p>
          <w:p w14:paraId="7F1AFA41" w14:textId="77777777" w:rsidR="00B93D26" w:rsidRDefault="00B93D26" w:rsidP="00AC3FE8">
            <w:pPr>
              <w:pStyle w:val="TAC"/>
              <w:rPr>
                <w:lang w:eastAsia="zh-CN"/>
              </w:rPr>
            </w:pPr>
            <w:r>
              <w:rPr>
                <w:lang w:eastAsia="zh-CN"/>
              </w:rPr>
              <w:t>DC_1A_n77A-n257G</w:t>
            </w:r>
            <w:r>
              <w:rPr>
                <w:vertAlign w:val="superscript"/>
                <w:lang w:eastAsia="zh-TW"/>
              </w:rPr>
              <w:t>2</w:t>
            </w:r>
          </w:p>
          <w:p w14:paraId="48FF888C" w14:textId="77777777" w:rsidR="00B93D26" w:rsidRDefault="00B93D26" w:rsidP="00AC3FE8">
            <w:pPr>
              <w:pStyle w:val="TAC"/>
              <w:rPr>
                <w:lang w:eastAsia="zh-CN"/>
              </w:rPr>
            </w:pPr>
            <w:r>
              <w:rPr>
                <w:lang w:eastAsia="zh-CN"/>
              </w:rPr>
              <w:t>DC_1A_n77A-n257H</w:t>
            </w:r>
            <w:r>
              <w:rPr>
                <w:vertAlign w:val="superscript"/>
                <w:lang w:eastAsia="zh-TW"/>
              </w:rPr>
              <w:t>2</w:t>
            </w:r>
          </w:p>
          <w:p w14:paraId="0E26434C" w14:textId="77777777" w:rsidR="00B93D26" w:rsidRDefault="00B93D26" w:rsidP="00AC3FE8">
            <w:pPr>
              <w:pStyle w:val="TAC"/>
            </w:pPr>
            <w:r>
              <w:rPr>
                <w:lang w:eastAsia="zh-CN"/>
              </w:rPr>
              <w:t>DC_1A_n77A-n257I</w:t>
            </w:r>
            <w:r>
              <w:rPr>
                <w:vertAlign w:val="superscript"/>
                <w:lang w:eastAsia="zh-TW"/>
              </w:rPr>
              <w:t>2</w:t>
            </w:r>
          </w:p>
          <w:p w14:paraId="6CF06551" w14:textId="77777777" w:rsidR="00B93D26" w:rsidRDefault="00B93D26" w:rsidP="00AC3FE8">
            <w:pPr>
              <w:pStyle w:val="TAC"/>
            </w:pPr>
            <w:r>
              <w:t>DC_1A_n77C-n257A</w:t>
            </w:r>
            <w:r>
              <w:rPr>
                <w:vertAlign w:val="superscript"/>
                <w:lang w:eastAsia="zh-TW"/>
              </w:rPr>
              <w:t>2</w:t>
            </w:r>
          </w:p>
          <w:p w14:paraId="5D6BC2CB" w14:textId="77777777" w:rsidR="00B93D26" w:rsidRDefault="00B93D26" w:rsidP="00AC3FE8">
            <w:pPr>
              <w:pStyle w:val="TAC"/>
            </w:pPr>
            <w:r>
              <w:t>DC_1A_n77C-n257D</w:t>
            </w:r>
            <w:r>
              <w:rPr>
                <w:vertAlign w:val="superscript"/>
                <w:lang w:eastAsia="zh-TW"/>
              </w:rPr>
              <w:t>2</w:t>
            </w:r>
          </w:p>
          <w:p w14:paraId="0A1CD505" w14:textId="77777777" w:rsidR="00B93D26" w:rsidRDefault="00B93D26" w:rsidP="00AC3FE8">
            <w:pPr>
              <w:pStyle w:val="TAC"/>
            </w:pPr>
            <w:r>
              <w:t>DC_1A_n77C-n257E</w:t>
            </w:r>
            <w:r>
              <w:rPr>
                <w:vertAlign w:val="superscript"/>
                <w:lang w:eastAsia="zh-TW"/>
              </w:rPr>
              <w:t>2</w:t>
            </w:r>
          </w:p>
          <w:p w14:paraId="0F24CA2E" w14:textId="77777777" w:rsidR="00B93D26" w:rsidRDefault="00B93D26" w:rsidP="00AC3FE8">
            <w:pPr>
              <w:pStyle w:val="TAC"/>
              <w:rPr>
                <w:noProof/>
              </w:rPr>
            </w:pPr>
            <w:r>
              <w:t>DC_1A_n77C-n257F</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16D0461" w14:textId="77777777" w:rsidR="00B93D26" w:rsidRDefault="00B93D26" w:rsidP="00AC3FE8">
            <w:pPr>
              <w:pStyle w:val="TAC"/>
            </w:pPr>
            <w:r>
              <w:t>DC_1A_n77A</w:t>
            </w:r>
          </w:p>
          <w:p w14:paraId="1E4DC386" w14:textId="77777777" w:rsidR="00B93D26" w:rsidRDefault="00B93D26" w:rsidP="00AC3FE8">
            <w:pPr>
              <w:pStyle w:val="TAC"/>
            </w:pPr>
            <w:r>
              <w:t>DC_1A_n257A</w:t>
            </w:r>
          </w:p>
          <w:p w14:paraId="2852ADB1" w14:textId="77777777" w:rsidR="00B93D26" w:rsidRDefault="00B93D26" w:rsidP="00AC3FE8">
            <w:pPr>
              <w:pStyle w:val="TAC"/>
            </w:pPr>
            <w:r>
              <w:t>DC_1A_n257D</w:t>
            </w:r>
          </w:p>
          <w:p w14:paraId="06DE3A1E" w14:textId="77777777" w:rsidR="00B93D26" w:rsidRDefault="00B93D26" w:rsidP="00AC3FE8">
            <w:pPr>
              <w:pStyle w:val="TAC"/>
            </w:pPr>
            <w:r>
              <w:t>DC_1A_n257G</w:t>
            </w:r>
          </w:p>
          <w:p w14:paraId="16684A12" w14:textId="77777777" w:rsidR="00B93D26" w:rsidRDefault="00B93D26" w:rsidP="00AC3FE8">
            <w:pPr>
              <w:pStyle w:val="TAC"/>
            </w:pPr>
            <w:r>
              <w:t>DC_1A_n257H</w:t>
            </w:r>
          </w:p>
          <w:p w14:paraId="39EE5EB8" w14:textId="77777777" w:rsidR="00B93D26" w:rsidRDefault="00B93D26" w:rsidP="00AC3FE8">
            <w:pPr>
              <w:pStyle w:val="TAC"/>
            </w:pPr>
            <w:r>
              <w:t>DC_1A_n257I</w:t>
            </w:r>
          </w:p>
          <w:p w14:paraId="08B48BF1" w14:textId="77777777" w:rsidR="00B93D26" w:rsidRDefault="00B93D26" w:rsidP="00AC3FE8">
            <w:pPr>
              <w:pStyle w:val="TAC"/>
            </w:pPr>
            <w:r>
              <w:t>DC_1A_n77A-n257A</w:t>
            </w:r>
          </w:p>
          <w:p w14:paraId="116960E3" w14:textId="77777777" w:rsidR="00B93D26" w:rsidRDefault="00B93D26" w:rsidP="00AC3FE8">
            <w:pPr>
              <w:pStyle w:val="TAC"/>
            </w:pPr>
            <w:r>
              <w:t>DC_1A_n77A-n257G</w:t>
            </w:r>
          </w:p>
          <w:p w14:paraId="12B6B11F" w14:textId="77777777" w:rsidR="00B93D26" w:rsidRDefault="00B93D26" w:rsidP="00AC3FE8">
            <w:pPr>
              <w:pStyle w:val="TAC"/>
            </w:pPr>
            <w:r>
              <w:t>DC_1A_n77A-n257H</w:t>
            </w:r>
          </w:p>
          <w:p w14:paraId="05B59EC6" w14:textId="77777777" w:rsidR="00B93D26" w:rsidRDefault="00B93D26" w:rsidP="00AC3FE8">
            <w:pPr>
              <w:pStyle w:val="TAC"/>
              <w:rPr>
                <w:noProof/>
              </w:rPr>
            </w:pPr>
            <w:r>
              <w:t>DC_1A_n77A-n257I</w:t>
            </w:r>
          </w:p>
        </w:tc>
      </w:tr>
      <w:tr w:rsidR="00B93D26" w14:paraId="792A77BE"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63EBF70" w14:textId="77777777" w:rsidR="00B93D26" w:rsidRDefault="00B93D26" w:rsidP="00AC3FE8">
            <w:pPr>
              <w:pStyle w:val="TAC"/>
              <w:rPr>
                <w:noProof/>
              </w:rPr>
            </w:pPr>
            <w:r>
              <w:rPr>
                <w:noProof/>
              </w:rPr>
              <w:t>DC_1A_n77(2A)-n257A</w:t>
            </w:r>
            <w:r>
              <w:rPr>
                <w:vertAlign w:val="superscript"/>
                <w:lang w:eastAsia="zh-TW"/>
              </w:rPr>
              <w:t>2</w:t>
            </w:r>
          </w:p>
          <w:p w14:paraId="2042FD70" w14:textId="77777777" w:rsidR="00B93D26" w:rsidRDefault="00B93D26" w:rsidP="00AC3FE8">
            <w:pPr>
              <w:pStyle w:val="TAC"/>
              <w:rPr>
                <w:noProof/>
              </w:rPr>
            </w:pPr>
            <w:r>
              <w:rPr>
                <w:noProof/>
              </w:rPr>
              <w:t>DC_1A_n77(2A)-n257D</w:t>
            </w:r>
            <w:r>
              <w:rPr>
                <w:vertAlign w:val="superscript"/>
                <w:lang w:eastAsia="zh-TW"/>
              </w:rPr>
              <w:t>2</w:t>
            </w:r>
          </w:p>
          <w:p w14:paraId="45016BAF" w14:textId="77777777" w:rsidR="00B93D26" w:rsidRDefault="00B93D26" w:rsidP="00AC3FE8">
            <w:pPr>
              <w:pStyle w:val="TAC"/>
              <w:rPr>
                <w:noProof/>
                <w:lang w:eastAsia="zh-CN"/>
              </w:rPr>
            </w:pPr>
            <w:r>
              <w:rPr>
                <w:noProof/>
                <w:lang w:eastAsia="zh-CN"/>
              </w:rPr>
              <w:t>DC_1A_n77</w:t>
            </w:r>
            <w:r>
              <w:rPr>
                <w:noProof/>
              </w:rPr>
              <w:t>(2A)</w:t>
            </w:r>
            <w:r>
              <w:rPr>
                <w:noProof/>
                <w:lang w:eastAsia="zh-CN"/>
              </w:rPr>
              <w:t>-n257G</w:t>
            </w:r>
            <w:r>
              <w:rPr>
                <w:vertAlign w:val="superscript"/>
                <w:lang w:eastAsia="zh-TW"/>
              </w:rPr>
              <w:t>2</w:t>
            </w:r>
          </w:p>
          <w:p w14:paraId="628CE2AD" w14:textId="77777777" w:rsidR="00B93D26" w:rsidRDefault="00B93D26" w:rsidP="00AC3FE8">
            <w:pPr>
              <w:pStyle w:val="TAC"/>
              <w:rPr>
                <w:noProof/>
                <w:lang w:eastAsia="zh-CN"/>
              </w:rPr>
            </w:pPr>
            <w:r>
              <w:rPr>
                <w:noProof/>
                <w:lang w:eastAsia="zh-CN"/>
              </w:rPr>
              <w:t>DC_1A_n77</w:t>
            </w:r>
            <w:r>
              <w:rPr>
                <w:noProof/>
              </w:rPr>
              <w:t>(2A)</w:t>
            </w:r>
            <w:r>
              <w:rPr>
                <w:noProof/>
                <w:lang w:eastAsia="zh-CN"/>
              </w:rPr>
              <w:t>-n257H</w:t>
            </w:r>
            <w:r>
              <w:rPr>
                <w:vertAlign w:val="superscript"/>
                <w:lang w:eastAsia="zh-TW"/>
              </w:rPr>
              <w:t>2</w:t>
            </w:r>
          </w:p>
          <w:p w14:paraId="51E0F956" w14:textId="77777777" w:rsidR="00B93D26" w:rsidRDefault="00B93D26" w:rsidP="00AC3FE8">
            <w:pPr>
              <w:pStyle w:val="TAC"/>
              <w:rPr>
                <w:noProof/>
                <w:lang w:eastAsia="ko-KR"/>
              </w:rPr>
            </w:pPr>
            <w:r>
              <w:rPr>
                <w:noProof/>
                <w:lang w:eastAsia="zh-CN"/>
              </w:rPr>
              <w:t>DC_1A_n77</w:t>
            </w:r>
            <w:r>
              <w:rPr>
                <w:noProof/>
              </w:rPr>
              <w:t>(2A)</w:t>
            </w:r>
            <w:r>
              <w:rPr>
                <w:noProof/>
                <w:lang w:eastAsia="zh-CN"/>
              </w:rPr>
              <w:t>-n257I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ECA4710" w14:textId="77777777" w:rsidR="00B93D26" w:rsidRDefault="00B93D26" w:rsidP="00AC3FE8">
            <w:pPr>
              <w:pStyle w:val="TAC"/>
              <w:rPr>
                <w:noProof/>
              </w:rPr>
            </w:pPr>
            <w:r>
              <w:rPr>
                <w:noProof/>
              </w:rPr>
              <w:t>DC_1A_n77A</w:t>
            </w:r>
          </w:p>
          <w:p w14:paraId="7114FD16" w14:textId="77777777" w:rsidR="00B93D26" w:rsidRDefault="00B93D26" w:rsidP="00AC3FE8">
            <w:pPr>
              <w:pStyle w:val="TAC"/>
              <w:rPr>
                <w:noProof/>
              </w:rPr>
            </w:pPr>
            <w:r>
              <w:rPr>
                <w:noProof/>
              </w:rPr>
              <w:t>DC_1A_n257A</w:t>
            </w:r>
          </w:p>
          <w:p w14:paraId="4D3E31BF" w14:textId="77777777" w:rsidR="00B93D26" w:rsidRDefault="00B93D26" w:rsidP="00AC3FE8">
            <w:pPr>
              <w:pStyle w:val="TAC"/>
              <w:rPr>
                <w:noProof/>
              </w:rPr>
            </w:pPr>
            <w:r>
              <w:rPr>
                <w:noProof/>
              </w:rPr>
              <w:t>DC_1A_n257D</w:t>
            </w:r>
          </w:p>
          <w:p w14:paraId="660756DC" w14:textId="77777777" w:rsidR="00B93D26" w:rsidRDefault="00B93D26" w:rsidP="00AC3FE8">
            <w:pPr>
              <w:pStyle w:val="TAC"/>
              <w:rPr>
                <w:noProof/>
              </w:rPr>
            </w:pPr>
            <w:r>
              <w:rPr>
                <w:noProof/>
              </w:rPr>
              <w:t>DC_1A_n257G</w:t>
            </w:r>
          </w:p>
          <w:p w14:paraId="429C1408" w14:textId="77777777" w:rsidR="00B93D26" w:rsidRDefault="00B93D26" w:rsidP="00AC3FE8">
            <w:pPr>
              <w:pStyle w:val="TAC"/>
              <w:rPr>
                <w:noProof/>
              </w:rPr>
            </w:pPr>
            <w:r>
              <w:rPr>
                <w:noProof/>
              </w:rPr>
              <w:t>DC_1A_n257H</w:t>
            </w:r>
          </w:p>
          <w:p w14:paraId="78B95623" w14:textId="77777777" w:rsidR="00B93D26" w:rsidRDefault="00B93D26" w:rsidP="00AC3FE8">
            <w:pPr>
              <w:pStyle w:val="TAC"/>
              <w:rPr>
                <w:noProof/>
                <w:lang w:eastAsia="ko-KR"/>
              </w:rPr>
            </w:pPr>
            <w:r>
              <w:rPr>
                <w:noProof/>
              </w:rPr>
              <w:t>DC_1A_n257I</w:t>
            </w:r>
          </w:p>
        </w:tc>
      </w:tr>
      <w:tr w:rsidR="00B93D26" w14:paraId="6AAEB542"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D40BE1D" w14:textId="77777777" w:rsidR="00B93D26" w:rsidRDefault="00B93D26" w:rsidP="00AC3FE8">
            <w:pPr>
              <w:pStyle w:val="TAC"/>
              <w:rPr>
                <w:noProof/>
                <w:lang w:eastAsia="zh-CN"/>
              </w:rPr>
            </w:pPr>
            <w:r>
              <w:rPr>
                <w:noProof/>
                <w:lang w:eastAsia="ko-KR"/>
              </w:rPr>
              <w:t>DC_1A_n77A-n258A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7CA55BE" w14:textId="77777777" w:rsidR="00B93D26" w:rsidRDefault="00B93D26" w:rsidP="00AC3FE8">
            <w:pPr>
              <w:pStyle w:val="TAC"/>
              <w:rPr>
                <w:noProof/>
                <w:lang w:eastAsia="ko-KR"/>
              </w:rPr>
            </w:pPr>
            <w:r>
              <w:rPr>
                <w:noProof/>
                <w:lang w:eastAsia="ko-KR"/>
              </w:rPr>
              <w:t>DC_1A_n77A</w:t>
            </w:r>
          </w:p>
          <w:p w14:paraId="584859ED" w14:textId="77777777" w:rsidR="00B93D26" w:rsidRDefault="00B93D26" w:rsidP="00AC3FE8">
            <w:pPr>
              <w:pStyle w:val="TAC"/>
              <w:rPr>
                <w:noProof/>
                <w:lang w:eastAsia="zh-CN"/>
              </w:rPr>
            </w:pPr>
            <w:r>
              <w:rPr>
                <w:noProof/>
                <w:lang w:eastAsia="ko-KR"/>
              </w:rPr>
              <w:t>DC_1A_n258A</w:t>
            </w:r>
          </w:p>
        </w:tc>
      </w:tr>
      <w:tr w:rsidR="00B93D26" w14:paraId="5DBA6E1E"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B6C8EDA" w14:textId="77777777" w:rsidR="00B93D26" w:rsidRDefault="00B93D26" w:rsidP="00AC3FE8">
            <w:pPr>
              <w:pStyle w:val="TAC"/>
              <w:rPr>
                <w:noProof/>
              </w:rPr>
            </w:pPr>
            <w:r>
              <w:rPr>
                <w:noProof/>
              </w:rPr>
              <w:t>DC_1A_n78A-n257A</w:t>
            </w:r>
            <w:r>
              <w:rPr>
                <w:vertAlign w:val="superscript"/>
                <w:lang w:eastAsia="zh-TW"/>
              </w:rPr>
              <w:t>2</w:t>
            </w:r>
          </w:p>
          <w:p w14:paraId="1EB10DED" w14:textId="77777777" w:rsidR="00B93D26" w:rsidRDefault="00B93D26" w:rsidP="00AC3FE8">
            <w:pPr>
              <w:pStyle w:val="TAC"/>
              <w:rPr>
                <w:noProof/>
              </w:rPr>
            </w:pPr>
            <w:r>
              <w:rPr>
                <w:noProof/>
              </w:rPr>
              <w:t>DC_1A_n78A-n257D</w:t>
            </w:r>
            <w:r>
              <w:rPr>
                <w:vertAlign w:val="superscript"/>
                <w:lang w:eastAsia="zh-TW"/>
              </w:rPr>
              <w:t>2</w:t>
            </w:r>
          </w:p>
          <w:p w14:paraId="096FF094" w14:textId="77777777" w:rsidR="00B93D26" w:rsidRDefault="00B93D26" w:rsidP="00AC3FE8">
            <w:pPr>
              <w:pStyle w:val="TAC"/>
              <w:rPr>
                <w:noProof/>
              </w:rPr>
            </w:pPr>
            <w:r>
              <w:rPr>
                <w:noProof/>
              </w:rPr>
              <w:t>DC_1A_n78A-n257E</w:t>
            </w:r>
            <w:r>
              <w:rPr>
                <w:vertAlign w:val="superscript"/>
                <w:lang w:eastAsia="zh-TW"/>
              </w:rPr>
              <w:t>2</w:t>
            </w:r>
          </w:p>
          <w:p w14:paraId="266D0913" w14:textId="77777777" w:rsidR="00B93D26" w:rsidRDefault="00B93D26" w:rsidP="00AC3FE8">
            <w:pPr>
              <w:pStyle w:val="TAC"/>
              <w:rPr>
                <w:noProof/>
              </w:rPr>
            </w:pPr>
            <w:r>
              <w:rPr>
                <w:noProof/>
              </w:rPr>
              <w:t>DC_1A_n78A-n257F</w:t>
            </w:r>
            <w:r>
              <w:rPr>
                <w:vertAlign w:val="superscript"/>
                <w:lang w:eastAsia="zh-TW"/>
              </w:rPr>
              <w:t>2</w:t>
            </w:r>
          </w:p>
          <w:p w14:paraId="4001F74B" w14:textId="77777777" w:rsidR="00B93D26" w:rsidRDefault="00B93D26" w:rsidP="00AC3FE8">
            <w:pPr>
              <w:pStyle w:val="TAC"/>
              <w:rPr>
                <w:noProof/>
              </w:rPr>
            </w:pPr>
            <w:r>
              <w:rPr>
                <w:noProof/>
              </w:rPr>
              <w:t>DC_1A_n78C-n257A</w:t>
            </w:r>
            <w:r>
              <w:rPr>
                <w:vertAlign w:val="superscript"/>
                <w:lang w:eastAsia="zh-TW"/>
              </w:rPr>
              <w:t>2</w:t>
            </w:r>
          </w:p>
          <w:p w14:paraId="2678C679" w14:textId="77777777" w:rsidR="00B93D26" w:rsidRDefault="00B93D26" w:rsidP="00AC3FE8">
            <w:pPr>
              <w:pStyle w:val="TAC"/>
              <w:rPr>
                <w:noProof/>
              </w:rPr>
            </w:pPr>
            <w:r>
              <w:rPr>
                <w:noProof/>
              </w:rPr>
              <w:t>DC_1A_n78C-n257D</w:t>
            </w:r>
            <w:r>
              <w:rPr>
                <w:vertAlign w:val="superscript"/>
                <w:lang w:eastAsia="zh-TW"/>
              </w:rPr>
              <w:t>2</w:t>
            </w:r>
          </w:p>
          <w:p w14:paraId="0262DBB7" w14:textId="77777777" w:rsidR="00B93D26" w:rsidRDefault="00B93D26" w:rsidP="00AC3FE8">
            <w:pPr>
              <w:pStyle w:val="TAC"/>
              <w:rPr>
                <w:noProof/>
              </w:rPr>
            </w:pPr>
            <w:r>
              <w:rPr>
                <w:noProof/>
              </w:rPr>
              <w:t>DC_1A_n78C-n257E</w:t>
            </w:r>
            <w:r>
              <w:rPr>
                <w:vertAlign w:val="superscript"/>
                <w:lang w:eastAsia="zh-TW"/>
              </w:rPr>
              <w:t>2</w:t>
            </w:r>
          </w:p>
          <w:p w14:paraId="2593A119" w14:textId="77777777" w:rsidR="00B93D26" w:rsidRDefault="00B93D26" w:rsidP="00AC3FE8">
            <w:pPr>
              <w:pStyle w:val="TAC"/>
              <w:rPr>
                <w:noProof/>
              </w:rPr>
            </w:pPr>
            <w:r>
              <w:rPr>
                <w:noProof/>
              </w:rPr>
              <w:t>DC_1A_n78C-n257F</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B97F69B" w14:textId="77777777" w:rsidR="00B93D26" w:rsidRDefault="00B93D26" w:rsidP="00AC3FE8">
            <w:pPr>
              <w:pStyle w:val="TAC"/>
              <w:rPr>
                <w:noProof/>
              </w:rPr>
            </w:pPr>
            <w:r>
              <w:rPr>
                <w:noProof/>
              </w:rPr>
              <w:t>DC_1A_n78A</w:t>
            </w:r>
          </w:p>
          <w:p w14:paraId="7FDC5D77" w14:textId="77777777" w:rsidR="00B93D26" w:rsidRDefault="00B93D26" w:rsidP="00AC3FE8">
            <w:pPr>
              <w:pStyle w:val="TAC"/>
              <w:rPr>
                <w:noProof/>
              </w:rPr>
            </w:pPr>
            <w:r>
              <w:rPr>
                <w:noProof/>
              </w:rPr>
              <w:t>DC_1A_n257A</w:t>
            </w:r>
          </w:p>
          <w:p w14:paraId="43FA912C" w14:textId="77777777" w:rsidR="00B93D26" w:rsidRDefault="00B93D26" w:rsidP="00AC3FE8">
            <w:pPr>
              <w:pStyle w:val="TAC"/>
              <w:rPr>
                <w:noProof/>
              </w:rPr>
            </w:pPr>
            <w:r>
              <w:rPr>
                <w:noProof/>
              </w:rPr>
              <w:t>DC_1A_n257D</w:t>
            </w:r>
          </w:p>
          <w:p w14:paraId="7EA01108" w14:textId="77777777" w:rsidR="00B93D26" w:rsidRDefault="00B93D26" w:rsidP="00AC3FE8">
            <w:pPr>
              <w:pStyle w:val="TAC"/>
              <w:rPr>
                <w:noProof/>
              </w:rPr>
            </w:pPr>
            <w:r>
              <w:rPr>
                <w:noProof/>
              </w:rPr>
              <w:t>DC_1A_n78A-n257A</w:t>
            </w:r>
          </w:p>
        </w:tc>
      </w:tr>
      <w:tr w:rsidR="00B93D26" w14:paraId="23D03910"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41F6BCF" w14:textId="77777777" w:rsidR="00B93D26" w:rsidRDefault="00B93D26" w:rsidP="00AC3FE8">
            <w:pPr>
              <w:pStyle w:val="TAC"/>
              <w:rPr>
                <w:lang w:eastAsia="zh-CN"/>
              </w:rPr>
            </w:pPr>
            <w:r>
              <w:rPr>
                <w:lang w:eastAsia="zh-CN"/>
              </w:rPr>
              <w:t>DC_1A_n78A-n257G</w:t>
            </w:r>
            <w:r>
              <w:rPr>
                <w:vertAlign w:val="superscript"/>
                <w:lang w:eastAsia="zh-TW"/>
              </w:rPr>
              <w:t>2</w:t>
            </w:r>
          </w:p>
          <w:p w14:paraId="5477C827" w14:textId="77777777" w:rsidR="00B93D26" w:rsidRDefault="00B93D26" w:rsidP="00AC3FE8">
            <w:pPr>
              <w:pStyle w:val="TAC"/>
              <w:rPr>
                <w:lang w:eastAsia="zh-CN"/>
              </w:rPr>
            </w:pPr>
            <w:r>
              <w:rPr>
                <w:lang w:eastAsia="zh-CN"/>
              </w:rPr>
              <w:t>DC_1A_n78A-n257H</w:t>
            </w:r>
            <w:r>
              <w:rPr>
                <w:vertAlign w:val="superscript"/>
                <w:lang w:eastAsia="zh-TW"/>
              </w:rPr>
              <w:t>2</w:t>
            </w:r>
          </w:p>
          <w:p w14:paraId="124665D9" w14:textId="77777777" w:rsidR="00B93D26" w:rsidRDefault="00B93D26" w:rsidP="00AC3FE8">
            <w:pPr>
              <w:pStyle w:val="TAC"/>
              <w:rPr>
                <w:lang w:eastAsia="zh-CN"/>
              </w:rPr>
            </w:pPr>
            <w:r>
              <w:rPr>
                <w:lang w:eastAsia="zh-CN"/>
              </w:rPr>
              <w:t>DC_1A_n78A-n257I</w:t>
            </w:r>
            <w:r>
              <w:rPr>
                <w:vertAlign w:val="superscript"/>
                <w:lang w:eastAsia="zh-TW"/>
              </w:rPr>
              <w:t>2</w:t>
            </w:r>
          </w:p>
          <w:p w14:paraId="31BDFBF7" w14:textId="77777777" w:rsidR="00B93D26" w:rsidRDefault="00B93D26" w:rsidP="00AC3FE8">
            <w:pPr>
              <w:pStyle w:val="TAC"/>
              <w:rPr>
                <w:lang w:eastAsia="zh-CN"/>
              </w:rPr>
            </w:pPr>
            <w:r>
              <w:rPr>
                <w:lang w:eastAsia="zh-CN"/>
              </w:rPr>
              <w:t>DC_1A_n78A-n257J</w:t>
            </w:r>
            <w:r>
              <w:rPr>
                <w:vertAlign w:val="superscript"/>
                <w:lang w:eastAsia="zh-TW"/>
              </w:rPr>
              <w:t>2</w:t>
            </w:r>
          </w:p>
          <w:p w14:paraId="60780D2B" w14:textId="77777777" w:rsidR="00B93D26" w:rsidRDefault="00B93D26" w:rsidP="00AC3FE8">
            <w:pPr>
              <w:pStyle w:val="TAC"/>
              <w:rPr>
                <w:lang w:eastAsia="zh-CN"/>
              </w:rPr>
            </w:pPr>
            <w:r>
              <w:rPr>
                <w:lang w:eastAsia="zh-CN"/>
              </w:rPr>
              <w:t>DC_1A_n78A-n257K</w:t>
            </w:r>
            <w:r>
              <w:rPr>
                <w:vertAlign w:val="superscript"/>
                <w:lang w:eastAsia="zh-TW"/>
              </w:rPr>
              <w:t>2</w:t>
            </w:r>
          </w:p>
          <w:p w14:paraId="789E0DAC" w14:textId="77777777" w:rsidR="00B93D26" w:rsidRDefault="00B93D26" w:rsidP="00AC3FE8">
            <w:pPr>
              <w:pStyle w:val="TAC"/>
              <w:rPr>
                <w:lang w:eastAsia="zh-CN"/>
              </w:rPr>
            </w:pPr>
            <w:r>
              <w:rPr>
                <w:lang w:eastAsia="zh-CN"/>
              </w:rPr>
              <w:t>DC_1A_n78A-n257L</w:t>
            </w:r>
            <w:r>
              <w:rPr>
                <w:vertAlign w:val="superscript"/>
                <w:lang w:eastAsia="zh-TW"/>
              </w:rPr>
              <w:t>2</w:t>
            </w:r>
          </w:p>
          <w:p w14:paraId="627F84A1" w14:textId="77777777" w:rsidR="00B93D26" w:rsidRDefault="00B93D26" w:rsidP="00AC3FE8">
            <w:pPr>
              <w:pStyle w:val="TAC"/>
              <w:rPr>
                <w:noProof/>
                <w:lang w:eastAsia="zh-CN"/>
              </w:rPr>
            </w:pPr>
            <w:r>
              <w:rPr>
                <w:lang w:eastAsia="zh-CN"/>
              </w:rPr>
              <w:t>DC_1A_n78A-n257M</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1100C26" w14:textId="77777777" w:rsidR="00B93D26" w:rsidRDefault="00B93D26" w:rsidP="00AC3FE8">
            <w:pPr>
              <w:pStyle w:val="TAC"/>
              <w:rPr>
                <w:lang w:eastAsia="zh-CN"/>
              </w:rPr>
            </w:pPr>
            <w:r>
              <w:rPr>
                <w:lang w:eastAsia="zh-CN"/>
              </w:rPr>
              <w:t>DC_1A_n78A</w:t>
            </w:r>
          </w:p>
          <w:p w14:paraId="6FAEEAB7" w14:textId="77777777" w:rsidR="00B93D26" w:rsidRDefault="00B93D26" w:rsidP="00AC3FE8">
            <w:pPr>
              <w:pStyle w:val="TAC"/>
              <w:rPr>
                <w:lang w:eastAsia="zh-CN"/>
              </w:rPr>
            </w:pPr>
            <w:r>
              <w:rPr>
                <w:lang w:eastAsia="zh-CN"/>
              </w:rPr>
              <w:t>DC_1A_n257A</w:t>
            </w:r>
          </w:p>
          <w:p w14:paraId="246F5150" w14:textId="77777777" w:rsidR="00B93D26" w:rsidRDefault="00B93D26" w:rsidP="00AC3FE8">
            <w:pPr>
              <w:pStyle w:val="TAC"/>
            </w:pPr>
            <w:r>
              <w:t>DC_1A_n257G</w:t>
            </w:r>
          </w:p>
          <w:p w14:paraId="5D8F3404" w14:textId="77777777" w:rsidR="00B93D26" w:rsidRDefault="00B93D26" w:rsidP="00AC3FE8">
            <w:pPr>
              <w:pStyle w:val="TAC"/>
            </w:pPr>
            <w:r>
              <w:t>DC_1A_n257H</w:t>
            </w:r>
          </w:p>
          <w:p w14:paraId="59CB6201" w14:textId="77777777" w:rsidR="00B93D26" w:rsidRDefault="00B93D26" w:rsidP="00AC3FE8">
            <w:pPr>
              <w:pStyle w:val="TAC"/>
            </w:pPr>
            <w:r>
              <w:t>DC_1A_n257I</w:t>
            </w:r>
          </w:p>
          <w:p w14:paraId="6A7BB76C" w14:textId="77777777" w:rsidR="00B93D26" w:rsidRDefault="00B93D26" w:rsidP="00AC3FE8">
            <w:pPr>
              <w:pStyle w:val="TAC"/>
            </w:pPr>
            <w:r>
              <w:t>DC_1A_n78A-n257A</w:t>
            </w:r>
          </w:p>
          <w:p w14:paraId="27389C21" w14:textId="77777777" w:rsidR="00B93D26" w:rsidRDefault="00B93D26" w:rsidP="00AC3FE8">
            <w:pPr>
              <w:pStyle w:val="TAC"/>
            </w:pPr>
            <w:r>
              <w:t>DC_1A_n78A-n257G</w:t>
            </w:r>
          </w:p>
          <w:p w14:paraId="41CA5510" w14:textId="77777777" w:rsidR="00B93D26" w:rsidRDefault="00B93D26" w:rsidP="00AC3FE8">
            <w:pPr>
              <w:pStyle w:val="TAC"/>
            </w:pPr>
            <w:r>
              <w:t>DC_1A_n78A-n257H</w:t>
            </w:r>
          </w:p>
          <w:p w14:paraId="0A2E0DB3" w14:textId="77777777" w:rsidR="00B93D26" w:rsidRDefault="00B93D26" w:rsidP="00AC3FE8">
            <w:pPr>
              <w:pStyle w:val="TAC"/>
              <w:rPr>
                <w:noProof/>
                <w:lang w:eastAsia="zh-CN"/>
              </w:rPr>
            </w:pPr>
            <w:r>
              <w:t>DC_1A_n78A-n257I</w:t>
            </w:r>
          </w:p>
        </w:tc>
      </w:tr>
      <w:tr w:rsidR="00B93D26" w14:paraId="357CB448"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629D4A9" w14:textId="77777777" w:rsidR="00B93D26" w:rsidRDefault="00B93D26" w:rsidP="00AC3FE8">
            <w:pPr>
              <w:pStyle w:val="TAC"/>
              <w:rPr>
                <w:noProof/>
                <w:lang w:eastAsia="zh-CN"/>
              </w:rPr>
            </w:pPr>
            <w:r>
              <w:rPr>
                <w:noProof/>
                <w:lang w:eastAsia="ko-KR"/>
              </w:rPr>
              <w:t>DC_1A_n78A-n258A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DD01391" w14:textId="77777777" w:rsidR="00B93D26" w:rsidRDefault="00B93D26" w:rsidP="00AC3FE8">
            <w:pPr>
              <w:pStyle w:val="TAC"/>
              <w:rPr>
                <w:noProof/>
                <w:lang w:eastAsia="ko-KR"/>
              </w:rPr>
            </w:pPr>
            <w:r>
              <w:rPr>
                <w:noProof/>
                <w:lang w:eastAsia="ko-KR"/>
              </w:rPr>
              <w:t>DC_1A_n78A</w:t>
            </w:r>
          </w:p>
          <w:p w14:paraId="028B4FB0" w14:textId="77777777" w:rsidR="00B93D26" w:rsidRDefault="00B93D26" w:rsidP="00AC3FE8">
            <w:pPr>
              <w:pStyle w:val="TAC"/>
              <w:rPr>
                <w:noProof/>
                <w:lang w:eastAsia="zh-CN"/>
              </w:rPr>
            </w:pPr>
            <w:r>
              <w:rPr>
                <w:noProof/>
                <w:lang w:eastAsia="ko-KR"/>
              </w:rPr>
              <w:t>DC_1A_n258A</w:t>
            </w:r>
          </w:p>
        </w:tc>
      </w:tr>
      <w:tr w:rsidR="00B93D26" w14:paraId="545AB975"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C1D017B" w14:textId="77777777" w:rsidR="00B93D26" w:rsidRDefault="00B93D26" w:rsidP="00AC3FE8">
            <w:pPr>
              <w:pStyle w:val="TAC"/>
            </w:pPr>
            <w:r>
              <w:t>DC_1A_n79A-n257A</w:t>
            </w:r>
            <w:r>
              <w:rPr>
                <w:vertAlign w:val="superscript"/>
                <w:lang w:eastAsia="zh-TW"/>
              </w:rPr>
              <w:t>2</w:t>
            </w:r>
          </w:p>
          <w:p w14:paraId="4FCE9590" w14:textId="77777777" w:rsidR="00B93D26" w:rsidRDefault="00B93D26" w:rsidP="00AC3FE8">
            <w:pPr>
              <w:pStyle w:val="TAC"/>
            </w:pPr>
            <w:r>
              <w:t>DC_1A_n79A-n257D</w:t>
            </w:r>
            <w:r>
              <w:rPr>
                <w:vertAlign w:val="superscript"/>
                <w:lang w:eastAsia="zh-TW"/>
              </w:rPr>
              <w:t>2</w:t>
            </w:r>
          </w:p>
          <w:p w14:paraId="434C92E6" w14:textId="77777777" w:rsidR="00B93D26" w:rsidRDefault="00B93D26" w:rsidP="00AC3FE8">
            <w:pPr>
              <w:pStyle w:val="TAC"/>
            </w:pPr>
            <w:r>
              <w:t>DC_1A_n79A-n257E</w:t>
            </w:r>
            <w:r>
              <w:rPr>
                <w:vertAlign w:val="superscript"/>
                <w:lang w:eastAsia="zh-TW"/>
              </w:rPr>
              <w:t>2</w:t>
            </w:r>
          </w:p>
          <w:p w14:paraId="6BAC565F" w14:textId="77777777" w:rsidR="00B93D26" w:rsidRDefault="00B93D26" w:rsidP="00AC3FE8">
            <w:pPr>
              <w:pStyle w:val="TAC"/>
              <w:rPr>
                <w:noProof/>
              </w:rPr>
            </w:pPr>
            <w:r>
              <w:t>DC_1A_n79A-n257F</w:t>
            </w:r>
            <w:r>
              <w:rPr>
                <w:vertAlign w:val="superscript"/>
                <w:lang w:eastAsia="zh-TW"/>
              </w:rPr>
              <w:t>2</w:t>
            </w:r>
          </w:p>
          <w:p w14:paraId="4D7A6C07" w14:textId="77777777" w:rsidR="00B93D26" w:rsidRDefault="00B93D26" w:rsidP="00AC3FE8">
            <w:pPr>
              <w:pStyle w:val="TAC"/>
              <w:rPr>
                <w:noProof/>
              </w:rPr>
            </w:pPr>
            <w:r>
              <w:rPr>
                <w:noProof/>
              </w:rPr>
              <w:t>DC_1A_n79A-n257G</w:t>
            </w:r>
            <w:r>
              <w:rPr>
                <w:vertAlign w:val="superscript"/>
                <w:lang w:eastAsia="zh-TW"/>
              </w:rPr>
              <w:t>2</w:t>
            </w:r>
          </w:p>
          <w:p w14:paraId="6C8F2993" w14:textId="77777777" w:rsidR="00B93D26" w:rsidRDefault="00B93D26" w:rsidP="00AC3FE8">
            <w:pPr>
              <w:pStyle w:val="TAC"/>
              <w:rPr>
                <w:noProof/>
              </w:rPr>
            </w:pPr>
            <w:r>
              <w:rPr>
                <w:noProof/>
              </w:rPr>
              <w:t>DC_1A_n79A-n257H</w:t>
            </w:r>
            <w:r>
              <w:rPr>
                <w:vertAlign w:val="superscript"/>
                <w:lang w:eastAsia="zh-TW"/>
              </w:rPr>
              <w:t>2</w:t>
            </w:r>
          </w:p>
          <w:p w14:paraId="4B3ACEDC" w14:textId="77777777" w:rsidR="00B93D26" w:rsidRDefault="00B93D26" w:rsidP="00AC3FE8">
            <w:pPr>
              <w:pStyle w:val="TAC"/>
              <w:rPr>
                <w:noProof/>
              </w:rPr>
            </w:pPr>
            <w:r>
              <w:rPr>
                <w:noProof/>
              </w:rPr>
              <w:t>DC_1A_n79A-n257I</w:t>
            </w:r>
            <w:r>
              <w:rPr>
                <w:vertAlign w:val="superscript"/>
                <w:lang w:eastAsia="zh-TW"/>
              </w:rPr>
              <w:t>2</w:t>
            </w:r>
          </w:p>
          <w:p w14:paraId="2A1E9B79" w14:textId="77777777" w:rsidR="00B93D26" w:rsidRDefault="00B93D26" w:rsidP="00AC3FE8">
            <w:pPr>
              <w:pStyle w:val="TAC"/>
            </w:pPr>
            <w:r>
              <w:t>DC_1A_n79C-n257A</w:t>
            </w:r>
            <w:r>
              <w:rPr>
                <w:vertAlign w:val="superscript"/>
                <w:lang w:eastAsia="zh-TW"/>
              </w:rPr>
              <w:t>2</w:t>
            </w:r>
          </w:p>
          <w:p w14:paraId="733F4AB8" w14:textId="77777777" w:rsidR="00B93D26" w:rsidRDefault="00B93D26" w:rsidP="00AC3FE8">
            <w:pPr>
              <w:pStyle w:val="TAC"/>
            </w:pPr>
            <w:r>
              <w:t>DC_1A_n79C-n257D</w:t>
            </w:r>
            <w:r>
              <w:rPr>
                <w:vertAlign w:val="superscript"/>
                <w:lang w:eastAsia="zh-TW"/>
              </w:rPr>
              <w:t>2</w:t>
            </w:r>
          </w:p>
          <w:p w14:paraId="5E2265E9" w14:textId="77777777" w:rsidR="00B93D26" w:rsidRDefault="00B93D26" w:rsidP="00AC3FE8">
            <w:pPr>
              <w:pStyle w:val="TAC"/>
            </w:pPr>
            <w:r>
              <w:t>DC_1A_n79C-n257E</w:t>
            </w:r>
            <w:r>
              <w:rPr>
                <w:vertAlign w:val="superscript"/>
                <w:lang w:eastAsia="zh-TW"/>
              </w:rPr>
              <w:t>2</w:t>
            </w:r>
          </w:p>
          <w:p w14:paraId="68AC793A" w14:textId="77777777" w:rsidR="00B93D26" w:rsidRDefault="00B93D26" w:rsidP="00AC3FE8">
            <w:pPr>
              <w:pStyle w:val="TAC"/>
            </w:pPr>
            <w:r>
              <w:t>DC_1A_n79C-n257F</w:t>
            </w:r>
            <w:r>
              <w:rPr>
                <w:vertAlign w:val="superscript"/>
                <w:lang w:eastAsia="zh-TW"/>
              </w:rPr>
              <w:t>2</w:t>
            </w:r>
          </w:p>
          <w:p w14:paraId="3BB3A141" w14:textId="77777777" w:rsidR="00B93D26" w:rsidRDefault="00B93D26" w:rsidP="00AC3FE8">
            <w:pPr>
              <w:pStyle w:val="TAC"/>
            </w:pPr>
            <w:r>
              <w:t>DC_1A_n79A-n257G</w:t>
            </w:r>
            <w:r>
              <w:rPr>
                <w:vertAlign w:val="superscript"/>
                <w:lang w:eastAsia="zh-TW"/>
              </w:rPr>
              <w:t>2</w:t>
            </w:r>
          </w:p>
          <w:p w14:paraId="753E05C3" w14:textId="77777777" w:rsidR="00B93D26" w:rsidRDefault="00B93D26" w:rsidP="00AC3FE8">
            <w:pPr>
              <w:pStyle w:val="TAC"/>
            </w:pPr>
            <w:r>
              <w:t>DC_1A_n79A-n257H</w:t>
            </w:r>
            <w:r>
              <w:rPr>
                <w:vertAlign w:val="superscript"/>
                <w:lang w:eastAsia="zh-TW"/>
              </w:rPr>
              <w:t>2</w:t>
            </w:r>
          </w:p>
          <w:p w14:paraId="67701129" w14:textId="77777777" w:rsidR="00B93D26" w:rsidRDefault="00B93D26" w:rsidP="00AC3FE8">
            <w:pPr>
              <w:pStyle w:val="TAC"/>
              <w:rPr>
                <w:noProof/>
              </w:rPr>
            </w:pPr>
            <w:r>
              <w:t>DC_1A_n79A-n257I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14F2D88" w14:textId="77777777" w:rsidR="00B93D26" w:rsidRDefault="00B93D26" w:rsidP="00AC3FE8">
            <w:pPr>
              <w:pStyle w:val="TAC"/>
            </w:pPr>
            <w:r>
              <w:t>DC_1A_n79A</w:t>
            </w:r>
          </w:p>
          <w:p w14:paraId="659299DD" w14:textId="77777777" w:rsidR="00B93D26" w:rsidRDefault="00B93D26" w:rsidP="00AC3FE8">
            <w:pPr>
              <w:pStyle w:val="TAC"/>
              <w:rPr>
                <w:noProof/>
              </w:rPr>
            </w:pPr>
            <w:r>
              <w:t>DC_1A_n257A</w:t>
            </w:r>
          </w:p>
          <w:p w14:paraId="44259CDC" w14:textId="77777777" w:rsidR="00B93D26" w:rsidRDefault="00B93D26" w:rsidP="00AC3FE8">
            <w:pPr>
              <w:pStyle w:val="TAC"/>
              <w:rPr>
                <w:noProof/>
              </w:rPr>
            </w:pPr>
            <w:r>
              <w:rPr>
                <w:noProof/>
              </w:rPr>
              <w:t>DC_1A_n257G</w:t>
            </w:r>
          </w:p>
          <w:p w14:paraId="71FF7B23" w14:textId="77777777" w:rsidR="00B93D26" w:rsidRDefault="00B93D26" w:rsidP="00AC3FE8">
            <w:pPr>
              <w:pStyle w:val="TAC"/>
              <w:rPr>
                <w:noProof/>
              </w:rPr>
            </w:pPr>
            <w:r>
              <w:rPr>
                <w:noProof/>
              </w:rPr>
              <w:t>DC_1A_n257H</w:t>
            </w:r>
          </w:p>
          <w:p w14:paraId="7123D809" w14:textId="77777777" w:rsidR="00B93D26" w:rsidRDefault="00B93D26" w:rsidP="00AC3FE8">
            <w:pPr>
              <w:pStyle w:val="TAC"/>
              <w:rPr>
                <w:noProof/>
              </w:rPr>
            </w:pPr>
            <w:r>
              <w:rPr>
                <w:noProof/>
              </w:rPr>
              <w:t>DC_1A_n257I</w:t>
            </w:r>
          </w:p>
          <w:p w14:paraId="0723C7E3" w14:textId="77777777" w:rsidR="00B93D26" w:rsidRDefault="00B93D26" w:rsidP="00AC3FE8">
            <w:pPr>
              <w:pStyle w:val="TAC"/>
            </w:pPr>
            <w:r>
              <w:t>DC_1A_n79A-n257A</w:t>
            </w:r>
          </w:p>
          <w:p w14:paraId="02B7F143" w14:textId="77777777" w:rsidR="00B93D26" w:rsidRDefault="00B93D26" w:rsidP="00AC3FE8">
            <w:pPr>
              <w:pStyle w:val="TAC"/>
            </w:pPr>
            <w:r>
              <w:t>DC_1A_n79A-n257G</w:t>
            </w:r>
          </w:p>
          <w:p w14:paraId="65AF47BE" w14:textId="77777777" w:rsidR="00B93D26" w:rsidRDefault="00B93D26" w:rsidP="00AC3FE8">
            <w:pPr>
              <w:pStyle w:val="TAC"/>
            </w:pPr>
            <w:r>
              <w:t>DC_1A_n79A-n257H</w:t>
            </w:r>
          </w:p>
          <w:p w14:paraId="10602AE8" w14:textId="77777777" w:rsidR="00B93D26" w:rsidRDefault="00B93D26" w:rsidP="00AC3FE8">
            <w:pPr>
              <w:pStyle w:val="TAC"/>
              <w:rPr>
                <w:noProof/>
              </w:rPr>
            </w:pPr>
            <w:r>
              <w:t>DC_1A_n79A-n257I</w:t>
            </w:r>
          </w:p>
        </w:tc>
      </w:tr>
      <w:tr w:rsidR="00B93D26" w14:paraId="2DDFA69B"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78999AB" w14:textId="77777777" w:rsidR="00B93D26" w:rsidRDefault="00B93D26" w:rsidP="00AC3FE8">
            <w:pPr>
              <w:pStyle w:val="TAC"/>
              <w:rPr>
                <w:noProof/>
              </w:rPr>
            </w:pPr>
            <w:r>
              <w:rPr>
                <w:noProof/>
                <w:lang w:eastAsia="ko-KR"/>
              </w:rPr>
              <w:t>DC_1A_n79A-n258A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4D8F8A2" w14:textId="77777777" w:rsidR="00B93D26" w:rsidRDefault="00B93D26" w:rsidP="00AC3FE8">
            <w:pPr>
              <w:pStyle w:val="TAC"/>
              <w:rPr>
                <w:noProof/>
                <w:lang w:eastAsia="ko-KR"/>
              </w:rPr>
            </w:pPr>
            <w:r>
              <w:rPr>
                <w:noProof/>
                <w:lang w:eastAsia="ko-KR"/>
              </w:rPr>
              <w:t>DC_1A_n79A</w:t>
            </w:r>
          </w:p>
          <w:p w14:paraId="02C72B95" w14:textId="77777777" w:rsidR="00B93D26" w:rsidRDefault="00B93D26" w:rsidP="00AC3FE8">
            <w:pPr>
              <w:pStyle w:val="TAC"/>
              <w:rPr>
                <w:noProof/>
              </w:rPr>
            </w:pPr>
            <w:r>
              <w:rPr>
                <w:noProof/>
                <w:lang w:eastAsia="ko-KR"/>
              </w:rPr>
              <w:t>DC_1A_n258A</w:t>
            </w:r>
          </w:p>
        </w:tc>
      </w:tr>
      <w:tr w:rsidR="00B93D26" w14:paraId="7744ACAC"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80759FB" w14:textId="77777777" w:rsidR="00B93D26" w:rsidRDefault="00B93D26" w:rsidP="00AC3FE8">
            <w:pPr>
              <w:pStyle w:val="TAC"/>
              <w:rPr>
                <w:rFonts w:cs="Arial"/>
                <w:lang w:eastAsia="zh-CN"/>
              </w:rPr>
            </w:pPr>
            <w:r>
              <w:rPr>
                <w:rFonts w:cs="Arial"/>
                <w:lang w:eastAsia="zh-CN"/>
              </w:rPr>
              <w:lastRenderedPageBreak/>
              <w:t>DC_2A_n12A-n258A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D13E293" w14:textId="77777777" w:rsidR="00B93D26" w:rsidRDefault="00B93D26" w:rsidP="00AC3FE8">
            <w:pPr>
              <w:pStyle w:val="TAC"/>
              <w:rPr>
                <w:rFonts w:cs="Arial"/>
                <w:lang w:eastAsia="zh-CN"/>
              </w:rPr>
            </w:pPr>
            <w:r>
              <w:rPr>
                <w:rFonts w:cs="Arial"/>
                <w:lang w:eastAsia="zh-CN"/>
              </w:rPr>
              <w:t>DC_2A_n258A</w:t>
            </w:r>
          </w:p>
          <w:p w14:paraId="0EE80CEE" w14:textId="77777777" w:rsidR="00B93D26" w:rsidRDefault="00B93D26" w:rsidP="00AC3FE8">
            <w:pPr>
              <w:pStyle w:val="TAC"/>
              <w:rPr>
                <w:rFonts w:cs="Arial"/>
                <w:lang w:eastAsia="zh-CN"/>
              </w:rPr>
            </w:pPr>
            <w:r>
              <w:rPr>
                <w:rFonts w:cs="Arial"/>
                <w:lang w:eastAsia="zh-CN"/>
              </w:rPr>
              <w:t>DC_2A_n12A</w:t>
            </w:r>
          </w:p>
        </w:tc>
      </w:tr>
      <w:tr w:rsidR="00B93D26" w14:paraId="35512D37"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0A134C1" w14:textId="77777777" w:rsidR="00B93D26" w:rsidRDefault="00B93D26" w:rsidP="00AC3FE8">
            <w:pPr>
              <w:pStyle w:val="TAC"/>
              <w:rPr>
                <w:rFonts w:cs="Arial"/>
                <w:lang w:eastAsia="zh-CN"/>
              </w:rPr>
            </w:pPr>
            <w:r>
              <w:rPr>
                <w:rFonts w:cs="Arial"/>
                <w:lang w:eastAsia="zh-CN"/>
              </w:rPr>
              <w:t>DC_2A_n12A-n260A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37183BD" w14:textId="77777777" w:rsidR="00B93D26" w:rsidRDefault="00B93D26" w:rsidP="00AC3FE8">
            <w:pPr>
              <w:pStyle w:val="TAC"/>
              <w:rPr>
                <w:rFonts w:cs="Arial"/>
                <w:lang w:eastAsia="zh-CN"/>
              </w:rPr>
            </w:pPr>
            <w:r>
              <w:rPr>
                <w:rFonts w:cs="Arial"/>
                <w:lang w:eastAsia="zh-CN"/>
              </w:rPr>
              <w:t>DC_2A_n260A</w:t>
            </w:r>
          </w:p>
          <w:p w14:paraId="14D7C946" w14:textId="77777777" w:rsidR="00B93D26" w:rsidRDefault="00B93D26" w:rsidP="00AC3FE8">
            <w:pPr>
              <w:pStyle w:val="TAC"/>
              <w:rPr>
                <w:rFonts w:cs="Arial"/>
                <w:lang w:eastAsia="zh-CN"/>
              </w:rPr>
            </w:pPr>
            <w:r>
              <w:rPr>
                <w:rFonts w:cs="Arial"/>
                <w:lang w:eastAsia="zh-CN"/>
              </w:rPr>
              <w:t>DC_2A_n12A</w:t>
            </w:r>
          </w:p>
        </w:tc>
      </w:tr>
      <w:tr w:rsidR="00B93D26" w14:paraId="4470124D"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64065F5" w14:textId="77777777" w:rsidR="00B93D26" w:rsidRDefault="00B93D26" w:rsidP="00AC3FE8">
            <w:pPr>
              <w:pStyle w:val="TAC"/>
              <w:rPr>
                <w:rFonts w:cs="Arial"/>
                <w:lang w:eastAsia="zh-CN"/>
              </w:rPr>
            </w:pPr>
            <w:r>
              <w:rPr>
                <w:rFonts w:cs="Arial"/>
                <w:lang w:eastAsia="zh-CN"/>
              </w:rPr>
              <w:t>DC_2A_n12A-n261A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F942CB6" w14:textId="77777777" w:rsidR="00B93D26" w:rsidRDefault="00B93D26" w:rsidP="00AC3FE8">
            <w:pPr>
              <w:pStyle w:val="TAC"/>
              <w:rPr>
                <w:rFonts w:cs="Arial"/>
                <w:lang w:eastAsia="zh-CN"/>
              </w:rPr>
            </w:pPr>
            <w:r>
              <w:rPr>
                <w:rFonts w:cs="Arial"/>
                <w:lang w:eastAsia="zh-CN"/>
              </w:rPr>
              <w:t>DC_2A_n261A</w:t>
            </w:r>
          </w:p>
          <w:p w14:paraId="2284319D" w14:textId="77777777" w:rsidR="00B93D26" w:rsidRDefault="00B93D26" w:rsidP="00AC3FE8">
            <w:pPr>
              <w:pStyle w:val="TAC"/>
              <w:rPr>
                <w:rFonts w:cs="Arial"/>
                <w:lang w:eastAsia="zh-CN"/>
              </w:rPr>
            </w:pPr>
            <w:r>
              <w:rPr>
                <w:rFonts w:cs="Arial"/>
                <w:lang w:eastAsia="zh-CN"/>
              </w:rPr>
              <w:t>DC_2A_n12A</w:t>
            </w:r>
          </w:p>
        </w:tc>
      </w:tr>
      <w:tr w:rsidR="00B93D26" w14:paraId="67994A47"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A7AEBA4" w14:textId="77777777" w:rsidR="00B93D26" w:rsidRDefault="00B93D26" w:rsidP="00AC3FE8">
            <w:pPr>
              <w:pStyle w:val="TAC"/>
              <w:rPr>
                <w:rFonts w:cs="Arial"/>
                <w:lang w:eastAsia="zh-CN"/>
              </w:rPr>
            </w:pPr>
            <w:r>
              <w:rPr>
                <w:rFonts w:cs="Arial"/>
                <w:lang w:eastAsia="zh-CN"/>
              </w:rPr>
              <w:t>DC_2A_n41A-n260A</w:t>
            </w:r>
          </w:p>
          <w:p w14:paraId="78AEB9FB" w14:textId="77777777" w:rsidR="00B93D26" w:rsidRDefault="00B93D26" w:rsidP="00AC3FE8">
            <w:pPr>
              <w:pStyle w:val="TAC"/>
              <w:rPr>
                <w:rFonts w:cs="Arial"/>
                <w:lang w:eastAsia="zh-CN"/>
              </w:rPr>
            </w:pPr>
            <w:r>
              <w:rPr>
                <w:rFonts w:cs="Arial"/>
                <w:lang w:eastAsia="zh-CN"/>
              </w:rPr>
              <w:t>DC_2A_n41A-n260(2A)</w:t>
            </w:r>
          </w:p>
          <w:p w14:paraId="6221D65B" w14:textId="77777777" w:rsidR="00B93D26" w:rsidRDefault="00B93D26" w:rsidP="00AC3FE8">
            <w:pPr>
              <w:pStyle w:val="TAC"/>
              <w:rPr>
                <w:rFonts w:cs="Arial"/>
                <w:lang w:eastAsia="zh-CN"/>
              </w:rPr>
            </w:pPr>
            <w:r>
              <w:rPr>
                <w:rFonts w:cs="Arial"/>
                <w:lang w:eastAsia="zh-CN"/>
              </w:rPr>
              <w:t>DC_2A_n41A-n260(3A)</w:t>
            </w:r>
          </w:p>
          <w:p w14:paraId="47294AC8" w14:textId="77777777" w:rsidR="00B93D26" w:rsidRDefault="00B93D26" w:rsidP="00AC3FE8">
            <w:pPr>
              <w:pStyle w:val="TAC"/>
              <w:rPr>
                <w:noProof/>
                <w:lang w:eastAsia="ko-KR"/>
              </w:rPr>
            </w:pPr>
            <w:r>
              <w:rPr>
                <w:rFonts w:cs="Arial"/>
                <w:lang w:eastAsia="zh-CN"/>
              </w:rPr>
              <w:t>DC_2A_n41A-</w:t>
            </w:r>
            <w:r>
              <w:rPr>
                <w:rFonts w:cs="Arial"/>
                <w:szCs w:val="18"/>
                <w:lang w:eastAsia="ja-JP"/>
              </w:rPr>
              <w:t>n260(4A)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626BFD0" w14:textId="77777777" w:rsidR="00B93D26" w:rsidRDefault="00B93D26" w:rsidP="00AC3FE8">
            <w:pPr>
              <w:pStyle w:val="TAC"/>
              <w:rPr>
                <w:noProof/>
                <w:lang w:eastAsia="ko-KR"/>
              </w:rPr>
            </w:pPr>
            <w:r>
              <w:rPr>
                <w:rFonts w:cs="Arial"/>
                <w:lang w:eastAsia="zh-CN"/>
              </w:rPr>
              <w:t>DC_2A_n41A</w:t>
            </w:r>
          </w:p>
        </w:tc>
      </w:tr>
      <w:tr w:rsidR="00B93D26" w14:paraId="6D64A952"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EC37D13" w14:textId="77777777" w:rsidR="00B93D26" w:rsidRDefault="00B93D26" w:rsidP="00AC3FE8">
            <w:pPr>
              <w:pStyle w:val="TAC"/>
              <w:rPr>
                <w:noProof/>
                <w:lang w:eastAsia="ko-KR"/>
              </w:rPr>
            </w:pPr>
            <w:r>
              <w:rPr>
                <w:noProof/>
                <w:lang w:eastAsia="ko-KR"/>
              </w:rPr>
              <w:t>DC_2A_n41A-n261A</w:t>
            </w:r>
          </w:p>
          <w:p w14:paraId="2CA248B3" w14:textId="77777777" w:rsidR="00B93D26" w:rsidRDefault="00B93D26" w:rsidP="00AC3FE8">
            <w:pPr>
              <w:pStyle w:val="TAC"/>
              <w:rPr>
                <w:noProof/>
                <w:lang w:eastAsia="ko-KR"/>
              </w:rPr>
            </w:pPr>
            <w:r>
              <w:rPr>
                <w:noProof/>
                <w:lang w:eastAsia="ko-KR"/>
              </w:rPr>
              <w:t>DC_2A_n41A-n261(2A)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8CBCC2C" w14:textId="77777777" w:rsidR="00B93D26" w:rsidRDefault="00B93D26" w:rsidP="00AC3FE8">
            <w:pPr>
              <w:pStyle w:val="TAC"/>
              <w:rPr>
                <w:noProof/>
                <w:lang w:eastAsia="ko-KR"/>
              </w:rPr>
            </w:pPr>
            <w:r>
              <w:rPr>
                <w:noProof/>
                <w:lang w:eastAsia="ko-KR"/>
              </w:rPr>
              <w:t>DC_2A_n41A</w:t>
            </w:r>
          </w:p>
        </w:tc>
      </w:tr>
      <w:tr w:rsidR="00B93D26" w14:paraId="41EA7036"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9C099DC" w14:textId="77777777" w:rsidR="00B93D26" w:rsidRDefault="00B93D26" w:rsidP="00AC3FE8">
            <w:pPr>
              <w:pStyle w:val="TAC"/>
              <w:rPr>
                <w:rFonts w:cs="Arial"/>
                <w:lang w:eastAsia="zh-CN"/>
              </w:rPr>
            </w:pPr>
            <w:r>
              <w:rPr>
                <w:rFonts w:cs="Arial"/>
                <w:lang w:eastAsia="zh-CN"/>
              </w:rPr>
              <w:t>DC_2A_n71A-n261A</w:t>
            </w:r>
          </w:p>
          <w:p w14:paraId="7CDB7C7D" w14:textId="77777777" w:rsidR="00B93D26" w:rsidRDefault="00B93D26" w:rsidP="00AC3FE8">
            <w:pPr>
              <w:pStyle w:val="TAC"/>
              <w:rPr>
                <w:noProof/>
                <w:lang w:eastAsia="ko-KR"/>
              </w:rPr>
            </w:pPr>
            <w:r>
              <w:rPr>
                <w:rFonts w:cs="Arial"/>
                <w:lang w:eastAsia="zh-CN"/>
              </w:rPr>
              <w:t>DC_2A_n71A-n261(2A)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B43B303" w14:textId="77777777" w:rsidR="00B93D26" w:rsidRDefault="00B93D26" w:rsidP="00AC3FE8">
            <w:pPr>
              <w:pStyle w:val="TAC"/>
              <w:rPr>
                <w:rFonts w:cs="Arial"/>
                <w:lang w:eastAsia="zh-CN"/>
              </w:rPr>
            </w:pPr>
            <w:r>
              <w:rPr>
                <w:rFonts w:cs="Arial"/>
                <w:lang w:eastAsia="zh-CN"/>
              </w:rPr>
              <w:t>DC_2A_n261A</w:t>
            </w:r>
          </w:p>
          <w:p w14:paraId="3F372746" w14:textId="77777777" w:rsidR="00B93D26" w:rsidRDefault="00B93D26" w:rsidP="00AC3FE8">
            <w:pPr>
              <w:pStyle w:val="TAC"/>
              <w:rPr>
                <w:noProof/>
                <w:lang w:eastAsia="ko-KR"/>
              </w:rPr>
            </w:pPr>
            <w:r>
              <w:rPr>
                <w:rFonts w:cs="Arial"/>
                <w:lang w:eastAsia="zh-CN"/>
              </w:rPr>
              <w:t>DC_2A_n71A</w:t>
            </w:r>
          </w:p>
        </w:tc>
      </w:tr>
      <w:tr w:rsidR="00B93D26" w14:paraId="02C51E4E"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9DFA1E8" w14:textId="77777777" w:rsidR="00B93D26" w:rsidRDefault="00B93D26" w:rsidP="00AC3FE8">
            <w:pPr>
              <w:pStyle w:val="TAC"/>
              <w:rPr>
                <w:rFonts w:eastAsia="PMingLiU"/>
                <w:noProof/>
                <w:lang w:eastAsia="zh-TW"/>
              </w:rPr>
            </w:pPr>
            <w:r>
              <w:rPr>
                <w:noProof/>
                <w:lang w:eastAsia="ko-KR"/>
              </w:rPr>
              <w:t>DC_3A_n1A-n257A</w:t>
            </w:r>
            <w:r>
              <w:rPr>
                <w:vertAlign w:val="superscript"/>
                <w:lang w:eastAsia="zh-TW"/>
              </w:rPr>
              <w:t>2</w:t>
            </w:r>
          </w:p>
          <w:p w14:paraId="73531666" w14:textId="77777777" w:rsidR="00B93D26" w:rsidRDefault="00B93D26" w:rsidP="00AC3FE8">
            <w:pPr>
              <w:pStyle w:val="TAC"/>
              <w:rPr>
                <w:noProof/>
              </w:rPr>
            </w:pPr>
            <w:r>
              <w:rPr>
                <w:noProof/>
                <w:lang w:eastAsia="ko-KR"/>
              </w:rPr>
              <w:t>DC_3A-3A_n1A-n257A</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58F2E15" w14:textId="77777777" w:rsidR="00B93D26" w:rsidRDefault="00B93D26" w:rsidP="00AC3FE8">
            <w:pPr>
              <w:pStyle w:val="TAC"/>
              <w:rPr>
                <w:noProof/>
                <w:lang w:eastAsia="ko-KR"/>
              </w:rPr>
            </w:pPr>
            <w:r>
              <w:rPr>
                <w:noProof/>
                <w:lang w:eastAsia="ko-KR"/>
              </w:rPr>
              <w:t>DC_3A_n1A</w:t>
            </w:r>
          </w:p>
          <w:p w14:paraId="70E7AC2D" w14:textId="77777777" w:rsidR="00B93D26" w:rsidRDefault="00B93D26" w:rsidP="00AC3FE8">
            <w:pPr>
              <w:pStyle w:val="TAC"/>
              <w:rPr>
                <w:noProof/>
              </w:rPr>
            </w:pPr>
            <w:r>
              <w:rPr>
                <w:noProof/>
                <w:lang w:eastAsia="ko-KR"/>
              </w:rPr>
              <w:t>DC_3A_n257A</w:t>
            </w:r>
          </w:p>
        </w:tc>
      </w:tr>
      <w:tr w:rsidR="00B93D26" w14:paraId="5535C567"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F2855CC" w14:textId="77777777" w:rsidR="00B93D26" w:rsidRDefault="00B93D26" w:rsidP="00AC3FE8">
            <w:pPr>
              <w:pStyle w:val="TAC"/>
              <w:rPr>
                <w:noProof/>
                <w:lang w:eastAsia="ko-KR"/>
              </w:rPr>
            </w:pPr>
            <w:r>
              <w:rPr>
                <w:lang w:eastAsia="zh-CN"/>
              </w:rPr>
              <w:t>DC_3A_n40A-n258A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9706D8C" w14:textId="77777777" w:rsidR="00B93D26" w:rsidRDefault="00B93D26" w:rsidP="00AC3FE8">
            <w:pPr>
              <w:pStyle w:val="TAC"/>
              <w:rPr>
                <w:noProof/>
                <w:lang w:eastAsia="ko-KR"/>
              </w:rPr>
            </w:pPr>
            <w:r>
              <w:rPr>
                <w:noProof/>
                <w:lang w:eastAsia="ko-KR"/>
              </w:rPr>
              <w:t>DC_3A_n40A</w:t>
            </w:r>
          </w:p>
          <w:p w14:paraId="592756B2" w14:textId="77777777" w:rsidR="00B93D26" w:rsidRDefault="00B93D26" w:rsidP="00AC3FE8">
            <w:pPr>
              <w:pStyle w:val="TAC"/>
              <w:rPr>
                <w:noProof/>
                <w:lang w:eastAsia="ko-KR"/>
              </w:rPr>
            </w:pPr>
            <w:r>
              <w:rPr>
                <w:noProof/>
                <w:lang w:eastAsia="ko-KR"/>
              </w:rPr>
              <w:t>DC_3A_n258A</w:t>
            </w:r>
          </w:p>
        </w:tc>
      </w:tr>
      <w:tr w:rsidR="00B93D26" w14:paraId="1683D31A"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AE2D8FD" w14:textId="77777777" w:rsidR="00B93D26" w:rsidRDefault="00B93D26" w:rsidP="00AC3FE8">
            <w:pPr>
              <w:pStyle w:val="TAC"/>
              <w:rPr>
                <w:rFonts w:cs="Arial"/>
                <w:szCs w:val="18"/>
              </w:rPr>
            </w:pPr>
            <w:r>
              <w:rPr>
                <w:rFonts w:cs="Arial"/>
                <w:szCs w:val="18"/>
              </w:rPr>
              <w:t>DC_3A_n28A-n257A</w:t>
            </w:r>
            <w:r>
              <w:rPr>
                <w:vertAlign w:val="superscript"/>
                <w:lang w:eastAsia="zh-TW"/>
              </w:rPr>
              <w:t>2</w:t>
            </w:r>
          </w:p>
          <w:p w14:paraId="3BAB09D9" w14:textId="77777777" w:rsidR="00B93D26" w:rsidRDefault="00B93D26" w:rsidP="00AC3FE8">
            <w:pPr>
              <w:pStyle w:val="TAC"/>
              <w:rPr>
                <w:rFonts w:cs="Arial"/>
                <w:szCs w:val="18"/>
              </w:rPr>
            </w:pPr>
            <w:r>
              <w:rPr>
                <w:rFonts w:cs="Arial"/>
                <w:szCs w:val="18"/>
              </w:rPr>
              <w:t>DC_3A_n28A-n257G</w:t>
            </w:r>
            <w:r>
              <w:rPr>
                <w:vertAlign w:val="superscript"/>
                <w:lang w:eastAsia="zh-TW"/>
              </w:rPr>
              <w:t>2</w:t>
            </w:r>
          </w:p>
          <w:p w14:paraId="2BA59C8E" w14:textId="77777777" w:rsidR="00B93D26" w:rsidRDefault="00B93D26" w:rsidP="00AC3FE8">
            <w:pPr>
              <w:pStyle w:val="TAC"/>
              <w:rPr>
                <w:rFonts w:cs="Arial"/>
                <w:szCs w:val="18"/>
              </w:rPr>
            </w:pPr>
            <w:r>
              <w:rPr>
                <w:rFonts w:cs="Arial"/>
                <w:szCs w:val="18"/>
              </w:rPr>
              <w:t>DC_3A_n28A-n257H</w:t>
            </w:r>
            <w:r>
              <w:rPr>
                <w:vertAlign w:val="superscript"/>
                <w:lang w:eastAsia="zh-TW"/>
              </w:rPr>
              <w:t>2</w:t>
            </w:r>
          </w:p>
          <w:p w14:paraId="0B73BB72" w14:textId="77777777" w:rsidR="00B93D26" w:rsidRDefault="00B93D26" w:rsidP="00AC3FE8">
            <w:pPr>
              <w:pStyle w:val="TAC"/>
              <w:rPr>
                <w:noProof/>
                <w:lang w:eastAsia="ko-KR"/>
              </w:rPr>
            </w:pPr>
            <w:r>
              <w:rPr>
                <w:rFonts w:cs="Arial"/>
                <w:szCs w:val="18"/>
              </w:rPr>
              <w:t>DC_3A_n28A-n257I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1EABF4E" w14:textId="77777777" w:rsidR="00B93D26" w:rsidRDefault="00B93D26" w:rsidP="00AC3FE8">
            <w:pPr>
              <w:pStyle w:val="TAC"/>
              <w:rPr>
                <w:rFonts w:cs="Arial"/>
                <w:lang w:eastAsia="zh-CN"/>
              </w:rPr>
            </w:pPr>
            <w:r>
              <w:rPr>
                <w:rFonts w:cs="Arial"/>
                <w:lang w:eastAsia="zh-CN"/>
              </w:rPr>
              <w:t>DC_3A_n28A</w:t>
            </w:r>
          </w:p>
          <w:p w14:paraId="55BA0AB2" w14:textId="77777777" w:rsidR="00B93D26" w:rsidRDefault="00B93D26" w:rsidP="00AC3FE8">
            <w:pPr>
              <w:pStyle w:val="TAC"/>
              <w:rPr>
                <w:rFonts w:cs="Arial"/>
                <w:lang w:eastAsia="zh-CN"/>
              </w:rPr>
            </w:pPr>
            <w:r>
              <w:rPr>
                <w:rFonts w:cs="Arial"/>
                <w:lang w:eastAsia="zh-CN"/>
              </w:rPr>
              <w:t>DC_3A_n257A</w:t>
            </w:r>
          </w:p>
          <w:p w14:paraId="5D393623" w14:textId="77777777" w:rsidR="00B93D26" w:rsidRDefault="00B93D26" w:rsidP="00AC3FE8">
            <w:pPr>
              <w:pStyle w:val="TAC"/>
              <w:rPr>
                <w:rFonts w:cs="Arial"/>
                <w:lang w:eastAsia="zh-CN"/>
              </w:rPr>
            </w:pPr>
            <w:r>
              <w:rPr>
                <w:rFonts w:cs="Arial"/>
                <w:lang w:eastAsia="zh-CN"/>
              </w:rPr>
              <w:t>DC_3A_n257G</w:t>
            </w:r>
          </w:p>
          <w:p w14:paraId="76DED6FF" w14:textId="77777777" w:rsidR="00B93D26" w:rsidRDefault="00B93D26" w:rsidP="00AC3FE8">
            <w:pPr>
              <w:pStyle w:val="TAC"/>
              <w:rPr>
                <w:rFonts w:cs="Arial"/>
                <w:lang w:eastAsia="zh-CN"/>
              </w:rPr>
            </w:pPr>
            <w:r>
              <w:rPr>
                <w:rFonts w:cs="Arial"/>
                <w:lang w:eastAsia="zh-CN"/>
              </w:rPr>
              <w:t>DC_3A_n257H</w:t>
            </w:r>
          </w:p>
          <w:p w14:paraId="5DEADF42" w14:textId="77777777" w:rsidR="00B93D26" w:rsidRDefault="00B93D26" w:rsidP="00AC3FE8">
            <w:pPr>
              <w:pStyle w:val="TAC"/>
              <w:rPr>
                <w:noProof/>
                <w:lang w:eastAsia="ko-KR"/>
              </w:rPr>
            </w:pPr>
            <w:r>
              <w:rPr>
                <w:rFonts w:cs="Arial"/>
                <w:lang w:eastAsia="zh-CN"/>
              </w:rPr>
              <w:t>DC_3A_n257I</w:t>
            </w:r>
          </w:p>
        </w:tc>
      </w:tr>
      <w:tr w:rsidR="00B93D26" w14:paraId="7066165C"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A46440A" w14:textId="77777777" w:rsidR="00B93D26" w:rsidRDefault="00B93D26" w:rsidP="00AC3FE8">
            <w:pPr>
              <w:pStyle w:val="TAC"/>
              <w:rPr>
                <w:noProof/>
                <w:lang w:eastAsia="ko-KR"/>
              </w:rPr>
            </w:pPr>
            <w:r>
              <w:rPr>
                <w:noProof/>
                <w:lang w:eastAsia="ko-KR"/>
              </w:rPr>
              <w:t>DC_3A_n40A-n258A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4AD2B4B" w14:textId="77777777" w:rsidR="00B93D26" w:rsidRDefault="00B93D26" w:rsidP="00AC3FE8">
            <w:pPr>
              <w:pStyle w:val="TAC"/>
              <w:rPr>
                <w:noProof/>
                <w:lang w:eastAsia="ko-KR"/>
              </w:rPr>
            </w:pPr>
            <w:r>
              <w:rPr>
                <w:noProof/>
                <w:lang w:eastAsia="ko-KR"/>
              </w:rPr>
              <w:t>DC_3A_n40A</w:t>
            </w:r>
          </w:p>
          <w:p w14:paraId="1262B929" w14:textId="77777777" w:rsidR="00B93D26" w:rsidRDefault="00B93D26" w:rsidP="00AC3FE8">
            <w:pPr>
              <w:pStyle w:val="TAC"/>
              <w:rPr>
                <w:noProof/>
                <w:lang w:eastAsia="ko-KR"/>
              </w:rPr>
            </w:pPr>
            <w:r>
              <w:rPr>
                <w:noProof/>
                <w:lang w:eastAsia="ko-KR"/>
              </w:rPr>
              <w:t>DC_3A_n258A</w:t>
            </w:r>
          </w:p>
        </w:tc>
      </w:tr>
      <w:tr w:rsidR="00B93D26" w14:paraId="6422E89C"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774B7AB" w14:textId="77777777" w:rsidR="00B93D26" w:rsidRDefault="00B93D26" w:rsidP="00AC3FE8">
            <w:pPr>
              <w:pStyle w:val="TAC"/>
              <w:rPr>
                <w:noProof/>
              </w:rPr>
            </w:pPr>
            <w:r>
              <w:rPr>
                <w:noProof/>
              </w:rPr>
              <w:t>DC_3A_n77A-n257A</w:t>
            </w:r>
            <w:r>
              <w:rPr>
                <w:vertAlign w:val="superscript"/>
                <w:lang w:eastAsia="zh-TW"/>
              </w:rPr>
              <w:t>2</w:t>
            </w:r>
          </w:p>
          <w:p w14:paraId="73B6D27E" w14:textId="77777777" w:rsidR="00B93D26" w:rsidRDefault="00B93D26" w:rsidP="00AC3FE8">
            <w:pPr>
              <w:pStyle w:val="TAC"/>
              <w:rPr>
                <w:noProof/>
              </w:rPr>
            </w:pPr>
            <w:r>
              <w:rPr>
                <w:noProof/>
              </w:rPr>
              <w:t>DC_3A_n77A-n257D</w:t>
            </w:r>
            <w:r>
              <w:rPr>
                <w:vertAlign w:val="superscript"/>
                <w:lang w:eastAsia="zh-TW"/>
              </w:rPr>
              <w:t>2</w:t>
            </w:r>
          </w:p>
          <w:p w14:paraId="47B60E87" w14:textId="77777777" w:rsidR="00B93D26" w:rsidRDefault="00B93D26" w:rsidP="00AC3FE8">
            <w:pPr>
              <w:pStyle w:val="TAC"/>
              <w:rPr>
                <w:noProof/>
              </w:rPr>
            </w:pPr>
            <w:r>
              <w:rPr>
                <w:noProof/>
              </w:rPr>
              <w:t>DC_3A_n77A-n257E</w:t>
            </w:r>
            <w:r>
              <w:rPr>
                <w:vertAlign w:val="superscript"/>
                <w:lang w:eastAsia="zh-TW"/>
              </w:rPr>
              <w:t>2</w:t>
            </w:r>
          </w:p>
          <w:p w14:paraId="2E583A78" w14:textId="77777777" w:rsidR="00B93D26" w:rsidRDefault="00B93D26" w:rsidP="00AC3FE8">
            <w:pPr>
              <w:pStyle w:val="TAC"/>
              <w:rPr>
                <w:rFonts w:eastAsia="Malgun Gothic"/>
                <w:noProof/>
                <w:lang w:eastAsia="ko-KR"/>
              </w:rPr>
            </w:pPr>
            <w:r>
              <w:rPr>
                <w:noProof/>
              </w:rPr>
              <w:t>DC_3A_n77A-n257F</w:t>
            </w:r>
            <w:r>
              <w:rPr>
                <w:vertAlign w:val="superscript"/>
                <w:lang w:eastAsia="zh-TW"/>
              </w:rPr>
              <w:t>2</w:t>
            </w:r>
          </w:p>
          <w:p w14:paraId="09C7D6E1" w14:textId="77777777" w:rsidR="00B93D26" w:rsidRDefault="00B93D26" w:rsidP="00AC3FE8">
            <w:pPr>
              <w:pStyle w:val="TAC"/>
              <w:rPr>
                <w:rFonts w:eastAsia="Malgun Gothic"/>
                <w:noProof/>
                <w:lang w:eastAsia="ko-KR"/>
              </w:rPr>
            </w:pPr>
            <w:r>
              <w:rPr>
                <w:rFonts w:eastAsia="Malgun Gothic"/>
                <w:noProof/>
                <w:lang w:eastAsia="ko-KR"/>
              </w:rPr>
              <w:t>DC_3A_n77A-n257G</w:t>
            </w:r>
            <w:r>
              <w:rPr>
                <w:vertAlign w:val="superscript"/>
                <w:lang w:eastAsia="zh-TW"/>
              </w:rPr>
              <w:t>2</w:t>
            </w:r>
          </w:p>
          <w:p w14:paraId="528B1B94" w14:textId="77777777" w:rsidR="00B93D26" w:rsidRDefault="00B93D26" w:rsidP="00AC3FE8">
            <w:pPr>
              <w:pStyle w:val="TAC"/>
              <w:rPr>
                <w:rFonts w:eastAsia="Malgun Gothic"/>
                <w:noProof/>
                <w:lang w:eastAsia="ko-KR"/>
              </w:rPr>
            </w:pPr>
            <w:r>
              <w:rPr>
                <w:rFonts w:eastAsia="Malgun Gothic"/>
                <w:noProof/>
                <w:lang w:eastAsia="ko-KR"/>
              </w:rPr>
              <w:t>DC_3A_n77A-n257H</w:t>
            </w:r>
            <w:r>
              <w:rPr>
                <w:vertAlign w:val="superscript"/>
                <w:lang w:eastAsia="zh-TW"/>
              </w:rPr>
              <w:t>2</w:t>
            </w:r>
          </w:p>
          <w:p w14:paraId="3DADCC31" w14:textId="77777777" w:rsidR="00B93D26" w:rsidRDefault="00B93D26" w:rsidP="00AC3FE8">
            <w:pPr>
              <w:pStyle w:val="TAC"/>
              <w:rPr>
                <w:noProof/>
              </w:rPr>
            </w:pPr>
            <w:r>
              <w:rPr>
                <w:rFonts w:eastAsia="Malgun Gothic"/>
                <w:noProof/>
                <w:lang w:eastAsia="ko-KR"/>
              </w:rPr>
              <w:t>DC_3A_n77A-n257I</w:t>
            </w:r>
            <w:r>
              <w:rPr>
                <w:vertAlign w:val="superscript"/>
                <w:lang w:eastAsia="zh-TW"/>
              </w:rPr>
              <w:t>2</w:t>
            </w:r>
          </w:p>
          <w:p w14:paraId="4F7F3BF5" w14:textId="77777777" w:rsidR="00B93D26" w:rsidRDefault="00B93D26" w:rsidP="00AC3FE8">
            <w:pPr>
              <w:pStyle w:val="TAC"/>
              <w:rPr>
                <w:noProof/>
              </w:rPr>
            </w:pPr>
            <w:r>
              <w:rPr>
                <w:noProof/>
              </w:rPr>
              <w:t>DC_3A_n77C-n257A</w:t>
            </w:r>
            <w:r>
              <w:rPr>
                <w:vertAlign w:val="superscript"/>
                <w:lang w:eastAsia="zh-TW"/>
              </w:rPr>
              <w:t>2</w:t>
            </w:r>
          </w:p>
          <w:p w14:paraId="5F2BFCC5" w14:textId="77777777" w:rsidR="00B93D26" w:rsidRDefault="00B93D26" w:rsidP="00AC3FE8">
            <w:pPr>
              <w:pStyle w:val="TAC"/>
              <w:rPr>
                <w:noProof/>
              </w:rPr>
            </w:pPr>
            <w:r>
              <w:rPr>
                <w:noProof/>
              </w:rPr>
              <w:t>DC_3A_n77C-n257D</w:t>
            </w:r>
            <w:r>
              <w:rPr>
                <w:vertAlign w:val="superscript"/>
                <w:lang w:eastAsia="zh-TW"/>
              </w:rPr>
              <w:t>2</w:t>
            </w:r>
          </w:p>
          <w:p w14:paraId="358CF872" w14:textId="77777777" w:rsidR="00B93D26" w:rsidRDefault="00B93D26" w:rsidP="00AC3FE8">
            <w:pPr>
              <w:pStyle w:val="TAC"/>
              <w:rPr>
                <w:noProof/>
              </w:rPr>
            </w:pPr>
            <w:r>
              <w:rPr>
                <w:noProof/>
              </w:rPr>
              <w:t>DC_3A_n77C-n257E</w:t>
            </w:r>
            <w:r>
              <w:rPr>
                <w:vertAlign w:val="superscript"/>
                <w:lang w:eastAsia="zh-TW"/>
              </w:rPr>
              <w:t>2</w:t>
            </w:r>
          </w:p>
          <w:p w14:paraId="7C23EFF2" w14:textId="77777777" w:rsidR="00B93D26" w:rsidRDefault="00B93D26" w:rsidP="00AC3FE8">
            <w:pPr>
              <w:pStyle w:val="TAC"/>
              <w:rPr>
                <w:noProof/>
              </w:rPr>
            </w:pPr>
            <w:r>
              <w:rPr>
                <w:noProof/>
              </w:rPr>
              <w:t>DC_3A_n77C-n257F</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9B92282" w14:textId="77777777" w:rsidR="00B93D26" w:rsidRDefault="00B93D26" w:rsidP="00AC3FE8">
            <w:pPr>
              <w:pStyle w:val="TAC"/>
              <w:rPr>
                <w:noProof/>
              </w:rPr>
            </w:pPr>
            <w:r>
              <w:rPr>
                <w:noProof/>
              </w:rPr>
              <w:t>DC_3A_n77A</w:t>
            </w:r>
          </w:p>
          <w:p w14:paraId="1E6D97FD" w14:textId="77777777" w:rsidR="00B93D26" w:rsidRDefault="00B93D26" w:rsidP="00AC3FE8">
            <w:pPr>
              <w:pStyle w:val="TAC"/>
              <w:rPr>
                <w:noProof/>
              </w:rPr>
            </w:pPr>
            <w:r>
              <w:rPr>
                <w:noProof/>
              </w:rPr>
              <w:t>DC_3A_n257A</w:t>
            </w:r>
          </w:p>
          <w:p w14:paraId="6D6C98AD" w14:textId="77777777" w:rsidR="00B93D26" w:rsidRDefault="00B93D26" w:rsidP="00AC3FE8">
            <w:pPr>
              <w:pStyle w:val="TAC"/>
              <w:rPr>
                <w:noProof/>
              </w:rPr>
            </w:pPr>
            <w:r>
              <w:rPr>
                <w:noProof/>
              </w:rPr>
              <w:t>DC_3A_n257D</w:t>
            </w:r>
          </w:p>
          <w:p w14:paraId="7A2A27E5" w14:textId="77777777" w:rsidR="00B93D26" w:rsidRDefault="00B93D26" w:rsidP="00AC3FE8">
            <w:pPr>
              <w:pStyle w:val="TAC"/>
            </w:pPr>
            <w:r>
              <w:t>DC_3A_n257G</w:t>
            </w:r>
          </w:p>
          <w:p w14:paraId="3E49708E" w14:textId="77777777" w:rsidR="00B93D26" w:rsidRDefault="00B93D26" w:rsidP="00AC3FE8">
            <w:pPr>
              <w:pStyle w:val="TAC"/>
            </w:pPr>
            <w:r>
              <w:t>DC_3A_n257H</w:t>
            </w:r>
          </w:p>
          <w:p w14:paraId="226FD4E0" w14:textId="77777777" w:rsidR="00B93D26" w:rsidRDefault="00B93D26" w:rsidP="00AC3FE8">
            <w:pPr>
              <w:pStyle w:val="TAC"/>
            </w:pPr>
            <w:r>
              <w:t>DC_3A_n257I</w:t>
            </w:r>
          </w:p>
          <w:p w14:paraId="37464E52" w14:textId="77777777" w:rsidR="00B93D26" w:rsidRDefault="00B93D26" w:rsidP="00AC3FE8">
            <w:pPr>
              <w:pStyle w:val="TAC"/>
            </w:pPr>
            <w:r>
              <w:rPr>
                <w:noProof/>
              </w:rPr>
              <w:t>DC_3A_n77A-n257A</w:t>
            </w:r>
          </w:p>
          <w:p w14:paraId="1F377B6E" w14:textId="77777777" w:rsidR="00B93D26" w:rsidRDefault="00B93D26" w:rsidP="00AC3FE8">
            <w:pPr>
              <w:pStyle w:val="TAC"/>
            </w:pPr>
            <w:r>
              <w:t>DC_3A_n77A-n257G</w:t>
            </w:r>
          </w:p>
          <w:p w14:paraId="2E86E40F" w14:textId="77777777" w:rsidR="00B93D26" w:rsidRDefault="00B93D26" w:rsidP="00AC3FE8">
            <w:pPr>
              <w:pStyle w:val="TAC"/>
            </w:pPr>
            <w:r>
              <w:t>DC_3A_n77A-n257H</w:t>
            </w:r>
          </w:p>
          <w:p w14:paraId="07E7D6AA" w14:textId="77777777" w:rsidR="00B93D26" w:rsidRDefault="00B93D26" w:rsidP="00AC3FE8">
            <w:pPr>
              <w:pStyle w:val="TAC"/>
              <w:rPr>
                <w:noProof/>
              </w:rPr>
            </w:pPr>
            <w:r>
              <w:t>DC_3A_n77A-n257I</w:t>
            </w:r>
          </w:p>
        </w:tc>
      </w:tr>
      <w:tr w:rsidR="00B93D26" w14:paraId="32EAA0E6"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A4292FF" w14:textId="77777777" w:rsidR="00B93D26" w:rsidRDefault="00B93D26" w:rsidP="00AC3FE8">
            <w:pPr>
              <w:pStyle w:val="TAC"/>
              <w:rPr>
                <w:noProof/>
              </w:rPr>
            </w:pPr>
            <w:r>
              <w:rPr>
                <w:noProof/>
              </w:rPr>
              <w:t>DC_3A_n77(2A)-n257A</w:t>
            </w:r>
            <w:r>
              <w:rPr>
                <w:vertAlign w:val="superscript"/>
                <w:lang w:eastAsia="zh-TW"/>
              </w:rPr>
              <w:t>2</w:t>
            </w:r>
          </w:p>
          <w:p w14:paraId="570E10CF" w14:textId="77777777" w:rsidR="00B93D26" w:rsidRDefault="00B93D26" w:rsidP="00AC3FE8">
            <w:pPr>
              <w:pStyle w:val="TAC"/>
              <w:rPr>
                <w:noProof/>
              </w:rPr>
            </w:pPr>
            <w:r>
              <w:rPr>
                <w:noProof/>
              </w:rPr>
              <w:t>DC_3A_n77(2A)-n257D</w:t>
            </w:r>
            <w:r>
              <w:rPr>
                <w:vertAlign w:val="superscript"/>
                <w:lang w:eastAsia="zh-TW"/>
              </w:rPr>
              <w:t>2</w:t>
            </w:r>
          </w:p>
          <w:p w14:paraId="51A7BCAD" w14:textId="77777777" w:rsidR="00B93D26" w:rsidRDefault="00B93D26" w:rsidP="00AC3FE8">
            <w:pPr>
              <w:pStyle w:val="TAC"/>
              <w:rPr>
                <w:noProof/>
                <w:lang w:eastAsia="zh-CN"/>
              </w:rPr>
            </w:pPr>
            <w:r>
              <w:rPr>
                <w:noProof/>
                <w:lang w:eastAsia="zh-CN"/>
              </w:rPr>
              <w:t>DC_3A_n77</w:t>
            </w:r>
            <w:r>
              <w:rPr>
                <w:noProof/>
              </w:rPr>
              <w:t>(2A)</w:t>
            </w:r>
            <w:r>
              <w:rPr>
                <w:noProof/>
                <w:lang w:eastAsia="zh-CN"/>
              </w:rPr>
              <w:t>-n257G</w:t>
            </w:r>
            <w:r>
              <w:rPr>
                <w:vertAlign w:val="superscript"/>
                <w:lang w:eastAsia="zh-TW"/>
              </w:rPr>
              <w:t>2</w:t>
            </w:r>
          </w:p>
          <w:p w14:paraId="2AFE0CC5" w14:textId="77777777" w:rsidR="00B93D26" w:rsidRDefault="00B93D26" w:rsidP="00AC3FE8">
            <w:pPr>
              <w:pStyle w:val="TAC"/>
              <w:rPr>
                <w:noProof/>
                <w:lang w:eastAsia="zh-CN"/>
              </w:rPr>
            </w:pPr>
            <w:r>
              <w:rPr>
                <w:noProof/>
                <w:lang w:eastAsia="zh-CN"/>
              </w:rPr>
              <w:t>DC_3A_n77</w:t>
            </w:r>
            <w:r>
              <w:rPr>
                <w:noProof/>
              </w:rPr>
              <w:t>(2A)</w:t>
            </w:r>
            <w:r>
              <w:rPr>
                <w:noProof/>
                <w:lang w:eastAsia="zh-CN"/>
              </w:rPr>
              <w:t>-n257H</w:t>
            </w:r>
            <w:r>
              <w:rPr>
                <w:vertAlign w:val="superscript"/>
                <w:lang w:eastAsia="zh-TW"/>
              </w:rPr>
              <w:t>2</w:t>
            </w:r>
          </w:p>
          <w:p w14:paraId="6F3CA5D3" w14:textId="77777777" w:rsidR="00B93D26" w:rsidRDefault="00B93D26" w:rsidP="00AC3FE8">
            <w:pPr>
              <w:pStyle w:val="TAC"/>
              <w:rPr>
                <w:lang w:eastAsia="zh-CN"/>
              </w:rPr>
            </w:pPr>
            <w:r>
              <w:rPr>
                <w:noProof/>
                <w:lang w:eastAsia="zh-CN"/>
              </w:rPr>
              <w:t>DC_3A_n77</w:t>
            </w:r>
            <w:r>
              <w:rPr>
                <w:noProof/>
              </w:rPr>
              <w:t>(2A)</w:t>
            </w:r>
            <w:r>
              <w:rPr>
                <w:noProof/>
                <w:lang w:eastAsia="zh-CN"/>
              </w:rPr>
              <w:t>-n257I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4B27BB4" w14:textId="77777777" w:rsidR="00B93D26" w:rsidRDefault="00B93D26" w:rsidP="00AC3FE8">
            <w:pPr>
              <w:pStyle w:val="TAC"/>
              <w:rPr>
                <w:noProof/>
              </w:rPr>
            </w:pPr>
            <w:r>
              <w:rPr>
                <w:noProof/>
              </w:rPr>
              <w:t>DC_3A_n77A</w:t>
            </w:r>
          </w:p>
          <w:p w14:paraId="4E40592B" w14:textId="77777777" w:rsidR="00B93D26" w:rsidRDefault="00B93D26" w:rsidP="00AC3FE8">
            <w:pPr>
              <w:pStyle w:val="TAC"/>
              <w:rPr>
                <w:noProof/>
              </w:rPr>
            </w:pPr>
            <w:r>
              <w:rPr>
                <w:noProof/>
              </w:rPr>
              <w:t>DC_3A_n257A</w:t>
            </w:r>
          </w:p>
          <w:p w14:paraId="15A9A9FB" w14:textId="77777777" w:rsidR="00B93D26" w:rsidRDefault="00B93D26" w:rsidP="00AC3FE8">
            <w:pPr>
              <w:pStyle w:val="TAC"/>
              <w:rPr>
                <w:noProof/>
              </w:rPr>
            </w:pPr>
            <w:r>
              <w:rPr>
                <w:noProof/>
              </w:rPr>
              <w:t>DC_3A_n257D</w:t>
            </w:r>
          </w:p>
          <w:p w14:paraId="28EAB01E" w14:textId="77777777" w:rsidR="00B93D26" w:rsidRDefault="00B93D26" w:rsidP="00AC3FE8">
            <w:pPr>
              <w:pStyle w:val="TAC"/>
              <w:rPr>
                <w:noProof/>
              </w:rPr>
            </w:pPr>
            <w:r>
              <w:rPr>
                <w:noProof/>
              </w:rPr>
              <w:t>DC_3A_n257G</w:t>
            </w:r>
          </w:p>
          <w:p w14:paraId="4E732FA3" w14:textId="77777777" w:rsidR="00B93D26" w:rsidRDefault="00B93D26" w:rsidP="00AC3FE8">
            <w:pPr>
              <w:pStyle w:val="TAC"/>
              <w:rPr>
                <w:noProof/>
              </w:rPr>
            </w:pPr>
            <w:r>
              <w:rPr>
                <w:noProof/>
              </w:rPr>
              <w:t>DC_3A_n257H</w:t>
            </w:r>
          </w:p>
          <w:p w14:paraId="33F757A8" w14:textId="77777777" w:rsidR="00B93D26" w:rsidRDefault="00B93D26" w:rsidP="00AC3FE8">
            <w:pPr>
              <w:pStyle w:val="TAC"/>
              <w:rPr>
                <w:lang w:eastAsia="zh-CN"/>
              </w:rPr>
            </w:pPr>
            <w:r>
              <w:rPr>
                <w:noProof/>
              </w:rPr>
              <w:t>DC_3A_n257I</w:t>
            </w:r>
          </w:p>
        </w:tc>
      </w:tr>
      <w:tr w:rsidR="00B93D26" w14:paraId="46D42EAC"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E2B5B5D" w14:textId="77777777" w:rsidR="00B93D26" w:rsidRDefault="00B93D26" w:rsidP="00AC3FE8">
            <w:pPr>
              <w:pStyle w:val="TAC"/>
              <w:rPr>
                <w:noProof/>
              </w:rPr>
            </w:pPr>
            <w:r>
              <w:rPr>
                <w:noProof/>
                <w:lang w:eastAsia="ko-KR"/>
              </w:rPr>
              <w:t>DC_3A_n77A-n258A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05CE763" w14:textId="77777777" w:rsidR="00B93D26" w:rsidRDefault="00B93D26" w:rsidP="00AC3FE8">
            <w:pPr>
              <w:pStyle w:val="TAC"/>
              <w:rPr>
                <w:noProof/>
                <w:lang w:eastAsia="ko-KR"/>
              </w:rPr>
            </w:pPr>
            <w:r>
              <w:rPr>
                <w:noProof/>
                <w:lang w:eastAsia="ko-KR"/>
              </w:rPr>
              <w:t>DC_3A_n77A</w:t>
            </w:r>
          </w:p>
          <w:p w14:paraId="57258A52" w14:textId="77777777" w:rsidR="00B93D26" w:rsidRDefault="00B93D26" w:rsidP="00AC3FE8">
            <w:pPr>
              <w:pStyle w:val="TAC"/>
              <w:rPr>
                <w:noProof/>
                <w:lang w:eastAsia="ko-KR"/>
              </w:rPr>
            </w:pPr>
            <w:r>
              <w:rPr>
                <w:noProof/>
                <w:lang w:eastAsia="ko-KR"/>
              </w:rPr>
              <w:t>DC_3A_n258A</w:t>
            </w:r>
          </w:p>
          <w:p w14:paraId="56383EF5" w14:textId="77777777" w:rsidR="00B93D26" w:rsidRDefault="00B93D26" w:rsidP="00AC3FE8">
            <w:pPr>
              <w:pStyle w:val="TAC"/>
              <w:rPr>
                <w:noProof/>
              </w:rPr>
            </w:pPr>
            <w:r>
              <w:rPr>
                <w:lang w:eastAsia="ko-KR"/>
              </w:rPr>
              <w:t>DC_3A_n77A-n258A</w:t>
            </w:r>
          </w:p>
        </w:tc>
      </w:tr>
      <w:tr w:rsidR="00B93D26" w14:paraId="6A06C7CF"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50F4504" w14:textId="77777777" w:rsidR="00B93D26" w:rsidRDefault="00B93D26" w:rsidP="00AC3FE8">
            <w:pPr>
              <w:pStyle w:val="TAC"/>
            </w:pPr>
            <w:r>
              <w:t>DC_3A_n78A-n257A</w:t>
            </w:r>
            <w:r>
              <w:rPr>
                <w:vertAlign w:val="superscript"/>
                <w:lang w:eastAsia="zh-TW"/>
              </w:rPr>
              <w:t>2</w:t>
            </w:r>
          </w:p>
          <w:p w14:paraId="45D77DB3" w14:textId="77777777" w:rsidR="00B93D26" w:rsidRDefault="00B93D26" w:rsidP="00AC3FE8">
            <w:pPr>
              <w:pStyle w:val="TAC"/>
            </w:pPr>
            <w:r>
              <w:t>DC_3A_n78A-n257D</w:t>
            </w:r>
            <w:r>
              <w:rPr>
                <w:vertAlign w:val="superscript"/>
                <w:lang w:eastAsia="zh-TW"/>
              </w:rPr>
              <w:t>2</w:t>
            </w:r>
          </w:p>
          <w:p w14:paraId="76FE0E4C" w14:textId="77777777" w:rsidR="00B93D26" w:rsidRDefault="00B93D26" w:rsidP="00AC3FE8">
            <w:pPr>
              <w:pStyle w:val="TAC"/>
            </w:pPr>
            <w:r>
              <w:t>DC_3A_n78A-n257E</w:t>
            </w:r>
            <w:r>
              <w:rPr>
                <w:vertAlign w:val="superscript"/>
                <w:lang w:eastAsia="zh-TW"/>
              </w:rPr>
              <w:t>2</w:t>
            </w:r>
          </w:p>
          <w:p w14:paraId="0B776463" w14:textId="77777777" w:rsidR="00B93D26" w:rsidRDefault="00B93D26" w:rsidP="00AC3FE8">
            <w:pPr>
              <w:pStyle w:val="TAC"/>
            </w:pPr>
            <w:r>
              <w:t>DC_3A_n78A-n257F</w:t>
            </w:r>
            <w:r>
              <w:rPr>
                <w:vertAlign w:val="superscript"/>
                <w:lang w:eastAsia="zh-TW"/>
              </w:rPr>
              <w:t>2</w:t>
            </w:r>
          </w:p>
          <w:p w14:paraId="7E52D74B" w14:textId="77777777" w:rsidR="00B93D26" w:rsidRDefault="00B93D26" w:rsidP="00AC3FE8">
            <w:pPr>
              <w:pStyle w:val="TAC"/>
              <w:rPr>
                <w:lang w:eastAsia="zh-CN"/>
              </w:rPr>
            </w:pPr>
            <w:r>
              <w:rPr>
                <w:lang w:eastAsia="zh-CN"/>
              </w:rPr>
              <w:t>DC_3A_n78A-n257G</w:t>
            </w:r>
            <w:r>
              <w:rPr>
                <w:vertAlign w:val="superscript"/>
                <w:lang w:eastAsia="zh-TW"/>
              </w:rPr>
              <w:t>2</w:t>
            </w:r>
          </w:p>
          <w:p w14:paraId="4B1A5454" w14:textId="77777777" w:rsidR="00B93D26" w:rsidRDefault="00B93D26" w:rsidP="00AC3FE8">
            <w:pPr>
              <w:pStyle w:val="TAC"/>
              <w:rPr>
                <w:lang w:eastAsia="zh-CN"/>
              </w:rPr>
            </w:pPr>
            <w:r>
              <w:rPr>
                <w:lang w:eastAsia="zh-CN"/>
              </w:rPr>
              <w:t>DC_3A_n78A-n257H</w:t>
            </w:r>
            <w:r>
              <w:rPr>
                <w:vertAlign w:val="superscript"/>
                <w:lang w:eastAsia="zh-TW"/>
              </w:rPr>
              <w:t>2</w:t>
            </w:r>
          </w:p>
          <w:p w14:paraId="4C21EC90" w14:textId="77777777" w:rsidR="00B93D26" w:rsidRDefault="00B93D26" w:rsidP="00AC3FE8">
            <w:pPr>
              <w:pStyle w:val="TAC"/>
              <w:rPr>
                <w:lang w:eastAsia="zh-CN"/>
              </w:rPr>
            </w:pPr>
            <w:r>
              <w:rPr>
                <w:lang w:eastAsia="zh-CN"/>
              </w:rPr>
              <w:t>DC_3A_n78A-n257I</w:t>
            </w:r>
            <w:r>
              <w:rPr>
                <w:vertAlign w:val="superscript"/>
                <w:lang w:eastAsia="zh-TW"/>
              </w:rPr>
              <w:t>2</w:t>
            </w:r>
          </w:p>
          <w:p w14:paraId="4C7D262E" w14:textId="77777777" w:rsidR="00B93D26" w:rsidRDefault="00B93D26" w:rsidP="00AC3FE8">
            <w:pPr>
              <w:pStyle w:val="TAC"/>
              <w:rPr>
                <w:lang w:eastAsia="zh-CN"/>
              </w:rPr>
            </w:pPr>
            <w:r>
              <w:rPr>
                <w:lang w:eastAsia="zh-CN"/>
              </w:rPr>
              <w:t>DC_3A_n78A-n257J</w:t>
            </w:r>
            <w:r>
              <w:rPr>
                <w:vertAlign w:val="superscript"/>
                <w:lang w:eastAsia="zh-TW"/>
              </w:rPr>
              <w:t>2</w:t>
            </w:r>
          </w:p>
          <w:p w14:paraId="782E92B1" w14:textId="77777777" w:rsidR="00B93D26" w:rsidRDefault="00B93D26" w:rsidP="00AC3FE8">
            <w:pPr>
              <w:pStyle w:val="TAC"/>
              <w:rPr>
                <w:lang w:eastAsia="zh-CN"/>
              </w:rPr>
            </w:pPr>
            <w:r>
              <w:rPr>
                <w:lang w:eastAsia="zh-CN"/>
              </w:rPr>
              <w:t>DC_3A_n78A-n257K</w:t>
            </w:r>
            <w:r>
              <w:rPr>
                <w:vertAlign w:val="superscript"/>
                <w:lang w:eastAsia="zh-TW"/>
              </w:rPr>
              <w:t>2</w:t>
            </w:r>
          </w:p>
          <w:p w14:paraId="2DBE844B" w14:textId="77777777" w:rsidR="00B93D26" w:rsidRDefault="00B93D26" w:rsidP="00AC3FE8">
            <w:pPr>
              <w:pStyle w:val="TAC"/>
              <w:rPr>
                <w:lang w:eastAsia="zh-CN"/>
              </w:rPr>
            </w:pPr>
            <w:r>
              <w:rPr>
                <w:lang w:eastAsia="zh-CN"/>
              </w:rPr>
              <w:t>DC_3A_n78A-n257L</w:t>
            </w:r>
            <w:r>
              <w:rPr>
                <w:vertAlign w:val="superscript"/>
                <w:lang w:eastAsia="zh-TW"/>
              </w:rPr>
              <w:t>2</w:t>
            </w:r>
          </w:p>
          <w:p w14:paraId="00E5EB9F" w14:textId="77777777" w:rsidR="00B93D26" w:rsidRDefault="00B93D26" w:rsidP="00AC3FE8">
            <w:pPr>
              <w:pStyle w:val="TAC"/>
            </w:pPr>
            <w:r>
              <w:rPr>
                <w:lang w:eastAsia="zh-CN"/>
              </w:rPr>
              <w:t>DC_3A_n78A-n257M</w:t>
            </w:r>
            <w:r>
              <w:rPr>
                <w:vertAlign w:val="superscript"/>
                <w:lang w:eastAsia="zh-TW"/>
              </w:rPr>
              <w:t>2</w:t>
            </w:r>
          </w:p>
          <w:p w14:paraId="0F8CD2FC" w14:textId="77777777" w:rsidR="00B93D26" w:rsidRDefault="00B93D26" w:rsidP="00AC3FE8">
            <w:pPr>
              <w:pStyle w:val="TAC"/>
            </w:pPr>
            <w:r>
              <w:t>DC_3A_n78C-n257A</w:t>
            </w:r>
            <w:r>
              <w:rPr>
                <w:vertAlign w:val="superscript"/>
                <w:lang w:eastAsia="zh-TW"/>
              </w:rPr>
              <w:t>2</w:t>
            </w:r>
          </w:p>
          <w:p w14:paraId="2886C512" w14:textId="77777777" w:rsidR="00B93D26" w:rsidRDefault="00B93D26" w:rsidP="00AC3FE8">
            <w:pPr>
              <w:pStyle w:val="TAC"/>
            </w:pPr>
            <w:r>
              <w:t>DC_3A_n78C-n257D</w:t>
            </w:r>
            <w:r>
              <w:rPr>
                <w:vertAlign w:val="superscript"/>
                <w:lang w:eastAsia="zh-TW"/>
              </w:rPr>
              <w:t>2</w:t>
            </w:r>
          </w:p>
          <w:p w14:paraId="5543195E" w14:textId="77777777" w:rsidR="00B93D26" w:rsidRDefault="00B93D26" w:rsidP="00AC3FE8">
            <w:pPr>
              <w:pStyle w:val="TAC"/>
            </w:pPr>
            <w:r>
              <w:t>DC_3A_n78C-n257E</w:t>
            </w:r>
            <w:r>
              <w:rPr>
                <w:vertAlign w:val="superscript"/>
                <w:lang w:eastAsia="zh-TW"/>
              </w:rPr>
              <w:t>2</w:t>
            </w:r>
          </w:p>
          <w:p w14:paraId="0A311AD5" w14:textId="77777777" w:rsidR="00B93D26" w:rsidRDefault="00B93D26" w:rsidP="00AC3FE8">
            <w:pPr>
              <w:pStyle w:val="TAC"/>
              <w:rPr>
                <w:noProof/>
              </w:rPr>
            </w:pPr>
            <w:r>
              <w:t>DC_3A_n78C-n257F</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8DF19EC" w14:textId="77777777" w:rsidR="00B93D26" w:rsidRDefault="00B93D26" w:rsidP="00AC3FE8">
            <w:pPr>
              <w:pStyle w:val="TAC"/>
            </w:pPr>
            <w:r>
              <w:t>DC_3A_n78A</w:t>
            </w:r>
          </w:p>
          <w:p w14:paraId="41F24395" w14:textId="77777777" w:rsidR="00B93D26" w:rsidRDefault="00B93D26" w:rsidP="00AC3FE8">
            <w:pPr>
              <w:pStyle w:val="TAC"/>
            </w:pPr>
            <w:r>
              <w:t>DC_3A_n257A</w:t>
            </w:r>
          </w:p>
          <w:p w14:paraId="06178499" w14:textId="77777777" w:rsidR="00B93D26" w:rsidRDefault="00B93D26" w:rsidP="00AC3FE8">
            <w:pPr>
              <w:pStyle w:val="TAC"/>
            </w:pPr>
            <w:r>
              <w:t>DC_3A_n257D</w:t>
            </w:r>
          </w:p>
          <w:p w14:paraId="4F469069" w14:textId="77777777" w:rsidR="00B93D26" w:rsidRDefault="00B93D26" w:rsidP="00AC3FE8">
            <w:pPr>
              <w:pStyle w:val="TAC"/>
            </w:pPr>
            <w:r>
              <w:t>DC_3A_n257G</w:t>
            </w:r>
          </w:p>
          <w:p w14:paraId="611EFA23" w14:textId="77777777" w:rsidR="00B93D26" w:rsidRDefault="00B93D26" w:rsidP="00AC3FE8">
            <w:pPr>
              <w:pStyle w:val="TAC"/>
            </w:pPr>
            <w:r>
              <w:t>DC_3A_n257H</w:t>
            </w:r>
          </w:p>
          <w:p w14:paraId="7C6F036D" w14:textId="77777777" w:rsidR="00B93D26" w:rsidRDefault="00B93D26" w:rsidP="00AC3FE8">
            <w:pPr>
              <w:pStyle w:val="TAC"/>
            </w:pPr>
            <w:r>
              <w:t>DC_3A_n257I</w:t>
            </w:r>
          </w:p>
          <w:p w14:paraId="49E37052" w14:textId="77777777" w:rsidR="00B93D26" w:rsidRDefault="00B93D26" w:rsidP="00AC3FE8">
            <w:pPr>
              <w:pStyle w:val="TAC"/>
            </w:pPr>
            <w:r>
              <w:t>DC_3A_n78A-n257A</w:t>
            </w:r>
          </w:p>
          <w:p w14:paraId="3558E038" w14:textId="77777777" w:rsidR="00B93D26" w:rsidRDefault="00B93D26" w:rsidP="00AC3FE8">
            <w:pPr>
              <w:pStyle w:val="TAC"/>
            </w:pPr>
            <w:r>
              <w:t>DC_3A_n78A-n257G</w:t>
            </w:r>
          </w:p>
          <w:p w14:paraId="2D9E836F" w14:textId="77777777" w:rsidR="00B93D26" w:rsidRDefault="00B93D26" w:rsidP="00AC3FE8">
            <w:pPr>
              <w:pStyle w:val="TAC"/>
            </w:pPr>
            <w:r>
              <w:t>DC_3A_n78A-n257H</w:t>
            </w:r>
          </w:p>
          <w:p w14:paraId="352510EB" w14:textId="77777777" w:rsidR="00B93D26" w:rsidRDefault="00B93D26" w:rsidP="00AC3FE8">
            <w:pPr>
              <w:pStyle w:val="TAC"/>
              <w:rPr>
                <w:noProof/>
              </w:rPr>
            </w:pPr>
            <w:r>
              <w:t>DC_3A_n78A-n257I</w:t>
            </w:r>
          </w:p>
        </w:tc>
      </w:tr>
      <w:tr w:rsidR="00B93D26" w14:paraId="15686A4C"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12C3222" w14:textId="77777777" w:rsidR="00B93D26" w:rsidRDefault="00B93D26" w:rsidP="00AC3FE8">
            <w:pPr>
              <w:pStyle w:val="TAC"/>
              <w:rPr>
                <w:noProof/>
              </w:rPr>
            </w:pPr>
            <w:r>
              <w:rPr>
                <w:noProof/>
              </w:rPr>
              <w:lastRenderedPageBreak/>
              <w:t>DC_3C_n78A-n257A</w:t>
            </w:r>
            <w:r>
              <w:rPr>
                <w:vertAlign w:val="superscript"/>
                <w:lang w:eastAsia="zh-TW"/>
              </w:rPr>
              <w:t>2</w:t>
            </w:r>
          </w:p>
          <w:p w14:paraId="378C0557" w14:textId="77777777" w:rsidR="00B93D26" w:rsidRDefault="00B93D26" w:rsidP="00AC3FE8">
            <w:pPr>
              <w:pStyle w:val="TAC"/>
              <w:rPr>
                <w:noProof/>
              </w:rPr>
            </w:pPr>
            <w:r>
              <w:rPr>
                <w:noProof/>
              </w:rPr>
              <w:t>DC_3C_n78A-n257D</w:t>
            </w:r>
            <w:r>
              <w:rPr>
                <w:vertAlign w:val="superscript"/>
                <w:lang w:eastAsia="zh-TW"/>
              </w:rPr>
              <w:t>2</w:t>
            </w:r>
          </w:p>
          <w:p w14:paraId="11B59CEC" w14:textId="77777777" w:rsidR="00B93D26" w:rsidRDefault="00B93D26" w:rsidP="00AC3FE8">
            <w:pPr>
              <w:pStyle w:val="TAC"/>
              <w:rPr>
                <w:noProof/>
              </w:rPr>
            </w:pPr>
            <w:r>
              <w:rPr>
                <w:noProof/>
              </w:rPr>
              <w:t>DC_3C_n78A-n257E</w:t>
            </w:r>
            <w:r>
              <w:rPr>
                <w:vertAlign w:val="superscript"/>
                <w:lang w:eastAsia="zh-TW"/>
              </w:rPr>
              <w:t>2</w:t>
            </w:r>
          </w:p>
          <w:p w14:paraId="7F51B3B1" w14:textId="77777777" w:rsidR="00B93D26" w:rsidRDefault="00B93D26" w:rsidP="00AC3FE8">
            <w:pPr>
              <w:pStyle w:val="TAC"/>
              <w:rPr>
                <w:noProof/>
              </w:rPr>
            </w:pPr>
            <w:r>
              <w:rPr>
                <w:noProof/>
              </w:rPr>
              <w:t>DC_3C_n78A-n257F</w:t>
            </w:r>
            <w:r>
              <w:rPr>
                <w:vertAlign w:val="superscript"/>
                <w:lang w:eastAsia="zh-TW"/>
              </w:rPr>
              <w:t>2</w:t>
            </w:r>
          </w:p>
          <w:p w14:paraId="7C6782B6" w14:textId="77777777" w:rsidR="00B93D26" w:rsidRDefault="00B93D26" w:rsidP="00AC3FE8">
            <w:pPr>
              <w:pStyle w:val="TAC"/>
              <w:rPr>
                <w:noProof/>
              </w:rPr>
            </w:pPr>
            <w:r>
              <w:rPr>
                <w:noProof/>
              </w:rPr>
              <w:t>DC_3C_n78A-n257G</w:t>
            </w:r>
            <w:r>
              <w:rPr>
                <w:vertAlign w:val="superscript"/>
                <w:lang w:eastAsia="zh-TW"/>
              </w:rPr>
              <w:t>2</w:t>
            </w:r>
          </w:p>
          <w:p w14:paraId="2A0E723C" w14:textId="77777777" w:rsidR="00B93D26" w:rsidRDefault="00B93D26" w:rsidP="00AC3FE8">
            <w:pPr>
              <w:pStyle w:val="TAC"/>
              <w:rPr>
                <w:noProof/>
              </w:rPr>
            </w:pPr>
            <w:r>
              <w:rPr>
                <w:noProof/>
              </w:rPr>
              <w:t>DC_3C_n78A-n257H</w:t>
            </w:r>
            <w:r>
              <w:rPr>
                <w:vertAlign w:val="superscript"/>
                <w:lang w:eastAsia="zh-TW"/>
              </w:rPr>
              <w:t>2</w:t>
            </w:r>
          </w:p>
          <w:p w14:paraId="074133DA" w14:textId="77777777" w:rsidR="00B93D26" w:rsidRDefault="00B93D26" w:rsidP="00AC3FE8">
            <w:pPr>
              <w:pStyle w:val="TAC"/>
              <w:rPr>
                <w:noProof/>
              </w:rPr>
            </w:pPr>
            <w:r>
              <w:rPr>
                <w:noProof/>
              </w:rPr>
              <w:t>DC_3C_n78A-n257I</w:t>
            </w:r>
            <w:r>
              <w:rPr>
                <w:vertAlign w:val="superscript"/>
                <w:lang w:eastAsia="zh-TW"/>
              </w:rPr>
              <w:t>2</w:t>
            </w:r>
          </w:p>
          <w:p w14:paraId="6B6EF3AE" w14:textId="77777777" w:rsidR="00B93D26" w:rsidRDefault="00B93D26" w:rsidP="00AC3FE8">
            <w:pPr>
              <w:pStyle w:val="TAC"/>
              <w:rPr>
                <w:noProof/>
              </w:rPr>
            </w:pPr>
            <w:r>
              <w:rPr>
                <w:noProof/>
              </w:rPr>
              <w:t>DC_3C_n78A-n257J</w:t>
            </w:r>
            <w:r>
              <w:rPr>
                <w:vertAlign w:val="superscript"/>
                <w:lang w:eastAsia="zh-TW"/>
              </w:rPr>
              <w:t>2</w:t>
            </w:r>
          </w:p>
          <w:p w14:paraId="1A8750FA" w14:textId="77777777" w:rsidR="00B93D26" w:rsidRDefault="00B93D26" w:rsidP="00AC3FE8">
            <w:pPr>
              <w:pStyle w:val="TAC"/>
              <w:rPr>
                <w:noProof/>
              </w:rPr>
            </w:pPr>
            <w:r>
              <w:rPr>
                <w:noProof/>
              </w:rPr>
              <w:t>DC_3C_n78A-n257K</w:t>
            </w:r>
            <w:r>
              <w:rPr>
                <w:vertAlign w:val="superscript"/>
                <w:lang w:eastAsia="zh-TW"/>
              </w:rPr>
              <w:t>2</w:t>
            </w:r>
          </w:p>
          <w:p w14:paraId="543A368C" w14:textId="77777777" w:rsidR="00B93D26" w:rsidRDefault="00B93D26" w:rsidP="00AC3FE8">
            <w:pPr>
              <w:pStyle w:val="TAC"/>
              <w:rPr>
                <w:noProof/>
              </w:rPr>
            </w:pPr>
            <w:r>
              <w:rPr>
                <w:noProof/>
              </w:rPr>
              <w:t>DC_3C_n78A-n257L</w:t>
            </w:r>
            <w:r>
              <w:rPr>
                <w:vertAlign w:val="superscript"/>
                <w:lang w:eastAsia="zh-TW"/>
              </w:rPr>
              <w:t>2</w:t>
            </w:r>
          </w:p>
          <w:p w14:paraId="584B8DBF" w14:textId="77777777" w:rsidR="00B93D26" w:rsidRDefault="00B93D26" w:rsidP="00AC3FE8">
            <w:pPr>
              <w:pStyle w:val="TAC"/>
              <w:rPr>
                <w:noProof/>
                <w:lang w:eastAsia="zh-CN"/>
              </w:rPr>
            </w:pPr>
            <w:r>
              <w:rPr>
                <w:noProof/>
              </w:rPr>
              <w:t>DC_3C_n78A-n257M</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589C003" w14:textId="77777777" w:rsidR="00B93D26" w:rsidRDefault="00B93D26" w:rsidP="00AC3FE8">
            <w:pPr>
              <w:pStyle w:val="TAC"/>
              <w:rPr>
                <w:rFonts w:cs="Arial"/>
                <w:lang w:eastAsia="zh-CN"/>
              </w:rPr>
            </w:pPr>
            <w:r>
              <w:rPr>
                <w:rFonts w:cs="Arial"/>
                <w:lang w:eastAsia="zh-CN"/>
              </w:rPr>
              <w:t>DC_3A_n78A</w:t>
            </w:r>
          </w:p>
          <w:p w14:paraId="709814F2" w14:textId="77777777" w:rsidR="00B93D26" w:rsidRDefault="00B93D26" w:rsidP="00AC3FE8">
            <w:pPr>
              <w:pStyle w:val="TAC"/>
              <w:rPr>
                <w:noProof/>
                <w:lang w:eastAsia="zh-CN"/>
              </w:rPr>
            </w:pPr>
            <w:r>
              <w:rPr>
                <w:rFonts w:cs="Arial"/>
                <w:lang w:eastAsia="zh-CN"/>
              </w:rPr>
              <w:t>DC_3A_n257A</w:t>
            </w:r>
          </w:p>
        </w:tc>
      </w:tr>
      <w:tr w:rsidR="00B93D26" w14:paraId="416CFC88"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1C2AC1D" w14:textId="77777777" w:rsidR="00B93D26" w:rsidRDefault="00B93D26" w:rsidP="00AC3FE8">
            <w:pPr>
              <w:pStyle w:val="TAC"/>
              <w:rPr>
                <w:noProof/>
                <w:lang w:eastAsia="zh-CN"/>
              </w:rPr>
            </w:pPr>
            <w:r>
              <w:rPr>
                <w:noProof/>
                <w:lang w:eastAsia="ko-KR"/>
              </w:rPr>
              <w:t>DC_3A_n78A-n258A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451D1D2" w14:textId="77777777" w:rsidR="00B93D26" w:rsidRDefault="00B93D26" w:rsidP="00AC3FE8">
            <w:pPr>
              <w:pStyle w:val="TAC"/>
              <w:rPr>
                <w:noProof/>
                <w:lang w:eastAsia="ko-KR"/>
              </w:rPr>
            </w:pPr>
            <w:r>
              <w:rPr>
                <w:noProof/>
                <w:lang w:eastAsia="ko-KR"/>
              </w:rPr>
              <w:t>DC_3A_n78A</w:t>
            </w:r>
          </w:p>
          <w:p w14:paraId="51EB0D60" w14:textId="77777777" w:rsidR="00B93D26" w:rsidRDefault="00B93D26" w:rsidP="00AC3FE8">
            <w:pPr>
              <w:pStyle w:val="TAC"/>
              <w:rPr>
                <w:noProof/>
                <w:lang w:eastAsia="zh-CN"/>
              </w:rPr>
            </w:pPr>
            <w:r>
              <w:rPr>
                <w:noProof/>
                <w:lang w:eastAsia="ko-KR"/>
              </w:rPr>
              <w:t>DC_3A_n258A</w:t>
            </w:r>
          </w:p>
        </w:tc>
      </w:tr>
      <w:tr w:rsidR="00B93D26" w14:paraId="07AAC5F6"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D20D363" w14:textId="77777777" w:rsidR="00B93D26" w:rsidRDefault="00B93D26" w:rsidP="00AC3FE8">
            <w:pPr>
              <w:pStyle w:val="TAC"/>
              <w:rPr>
                <w:noProof/>
                <w:lang w:eastAsia="zh-CN"/>
              </w:rPr>
            </w:pPr>
            <w:r>
              <w:rPr>
                <w:noProof/>
                <w:lang w:eastAsia="zh-CN"/>
              </w:rPr>
              <w:t>DC_3A-3A_n78A-n257A</w:t>
            </w:r>
            <w:r>
              <w:rPr>
                <w:vertAlign w:val="superscript"/>
                <w:lang w:eastAsia="zh-TW"/>
              </w:rPr>
              <w:t>2</w:t>
            </w:r>
          </w:p>
          <w:p w14:paraId="3F5A389C" w14:textId="77777777" w:rsidR="00B93D26" w:rsidRDefault="00B93D26" w:rsidP="00AC3FE8">
            <w:pPr>
              <w:pStyle w:val="TAC"/>
              <w:rPr>
                <w:noProof/>
                <w:lang w:eastAsia="zh-CN"/>
              </w:rPr>
            </w:pPr>
            <w:r>
              <w:rPr>
                <w:noProof/>
                <w:lang w:eastAsia="zh-CN"/>
              </w:rPr>
              <w:t>DC_3A-3A_n78A-n257D</w:t>
            </w:r>
            <w:r>
              <w:rPr>
                <w:vertAlign w:val="superscript"/>
                <w:lang w:eastAsia="zh-TW"/>
              </w:rPr>
              <w:t>2</w:t>
            </w:r>
          </w:p>
          <w:p w14:paraId="033A82A1" w14:textId="77777777" w:rsidR="00B93D26" w:rsidRDefault="00B93D26" w:rsidP="00AC3FE8">
            <w:pPr>
              <w:pStyle w:val="TAC"/>
              <w:rPr>
                <w:noProof/>
                <w:lang w:eastAsia="zh-CN"/>
              </w:rPr>
            </w:pPr>
            <w:r>
              <w:rPr>
                <w:noProof/>
                <w:lang w:eastAsia="zh-CN"/>
              </w:rPr>
              <w:t>DC_3A-3A_n78A-n257E</w:t>
            </w:r>
            <w:r>
              <w:rPr>
                <w:vertAlign w:val="superscript"/>
                <w:lang w:eastAsia="zh-TW"/>
              </w:rPr>
              <w:t>2</w:t>
            </w:r>
          </w:p>
          <w:p w14:paraId="76B218AD" w14:textId="77777777" w:rsidR="00B93D26" w:rsidRDefault="00B93D26" w:rsidP="00AC3FE8">
            <w:pPr>
              <w:pStyle w:val="TAC"/>
              <w:rPr>
                <w:noProof/>
                <w:lang w:eastAsia="zh-CN"/>
              </w:rPr>
            </w:pPr>
            <w:r>
              <w:rPr>
                <w:noProof/>
                <w:lang w:eastAsia="zh-CN"/>
              </w:rPr>
              <w:t>DC_3A-3A_n78A-n257F</w:t>
            </w:r>
            <w:r>
              <w:rPr>
                <w:vertAlign w:val="superscript"/>
                <w:lang w:eastAsia="zh-TW"/>
              </w:rPr>
              <w:t>2</w:t>
            </w:r>
          </w:p>
          <w:p w14:paraId="29699BEA" w14:textId="77777777" w:rsidR="00B93D26" w:rsidRDefault="00B93D26" w:rsidP="00AC3FE8">
            <w:pPr>
              <w:pStyle w:val="TAC"/>
              <w:rPr>
                <w:noProof/>
                <w:lang w:eastAsia="zh-CN"/>
              </w:rPr>
            </w:pPr>
            <w:r>
              <w:rPr>
                <w:noProof/>
                <w:lang w:eastAsia="zh-CN"/>
              </w:rPr>
              <w:t>DC_3A-3A_n78A-n257G</w:t>
            </w:r>
            <w:r>
              <w:rPr>
                <w:vertAlign w:val="superscript"/>
                <w:lang w:eastAsia="zh-TW"/>
              </w:rPr>
              <w:t>2</w:t>
            </w:r>
          </w:p>
          <w:p w14:paraId="538F1C2D" w14:textId="77777777" w:rsidR="00B93D26" w:rsidRDefault="00B93D26" w:rsidP="00AC3FE8">
            <w:pPr>
              <w:pStyle w:val="TAC"/>
              <w:rPr>
                <w:noProof/>
                <w:lang w:eastAsia="zh-CN"/>
              </w:rPr>
            </w:pPr>
            <w:r>
              <w:rPr>
                <w:noProof/>
                <w:lang w:eastAsia="zh-CN"/>
              </w:rPr>
              <w:t>DC_3A-3A_n78A-n257H</w:t>
            </w:r>
            <w:r>
              <w:rPr>
                <w:vertAlign w:val="superscript"/>
                <w:lang w:eastAsia="zh-TW"/>
              </w:rPr>
              <w:t>2</w:t>
            </w:r>
          </w:p>
          <w:p w14:paraId="3438BEB8" w14:textId="77777777" w:rsidR="00B93D26" w:rsidRDefault="00B93D26" w:rsidP="00AC3FE8">
            <w:pPr>
              <w:pStyle w:val="TAC"/>
              <w:rPr>
                <w:noProof/>
                <w:lang w:eastAsia="zh-CN"/>
              </w:rPr>
            </w:pPr>
            <w:r>
              <w:rPr>
                <w:noProof/>
                <w:lang w:eastAsia="zh-CN"/>
              </w:rPr>
              <w:t>DC_3A-3A_n78A-n257I</w:t>
            </w:r>
            <w:r>
              <w:rPr>
                <w:vertAlign w:val="superscript"/>
                <w:lang w:eastAsia="zh-TW"/>
              </w:rPr>
              <w:t>2</w:t>
            </w:r>
          </w:p>
          <w:p w14:paraId="7FF9608C" w14:textId="77777777" w:rsidR="00B93D26" w:rsidRDefault="00B93D26" w:rsidP="00AC3FE8">
            <w:pPr>
              <w:pStyle w:val="TAC"/>
              <w:rPr>
                <w:noProof/>
                <w:lang w:eastAsia="zh-CN"/>
              </w:rPr>
            </w:pPr>
            <w:r>
              <w:rPr>
                <w:noProof/>
                <w:lang w:eastAsia="zh-CN"/>
              </w:rPr>
              <w:t>DC_3A-3A_n78A-n257J</w:t>
            </w:r>
            <w:r>
              <w:rPr>
                <w:vertAlign w:val="superscript"/>
                <w:lang w:eastAsia="zh-TW"/>
              </w:rPr>
              <w:t>2</w:t>
            </w:r>
          </w:p>
          <w:p w14:paraId="1CF9D48C" w14:textId="77777777" w:rsidR="00B93D26" w:rsidRDefault="00B93D26" w:rsidP="00AC3FE8">
            <w:pPr>
              <w:pStyle w:val="TAC"/>
              <w:rPr>
                <w:noProof/>
                <w:lang w:eastAsia="zh-CN"/>
              </w:rPr>
            </w:pPr>
            <w:r>
              <w:rPr>
                <w:noProof/>
                <w:lang w:eastAsia="zh-CN"/>
              </w:rPr>
              <w:t>DC_3A-3A_n78A-n257K</w:t>
            </w:r>
            <w:r>
              <w:rPr>
                <w:vertAlign w:val="superscript"/>
                <w:lang w:eastAsia="zh-TW"/>
              </w:rPr>
              <w:t>2</w:t>
            </w:r>
          </w:p>
          <w:p w14:paraId="375BB1BD" w14:textId="77777777" w:rsidR="00B93D26" w:rsidRDefault="00B93D26" w:rsidP="00AC3FE8">
            <w:pPr>
              <w:pStyle w:val="TAC"/>
              <w:rPr>
                <w:noProof/>
                <w:lang w:eastAsia="zh-CN"/>
              </w:rPr>
            </w:pPr>
            <w:r>
              <w:rPr>
                <w:noProof/>
                <w:lang w:eastAsia="zh-CN"/>
              </w:rPr>
              <w:t>DC_3A-3A_n78A-n257L</w:t>
            </w:r>
            <w:r>
              <w:rPr>
                <w:vertAlign w:val="superscript"/>
                <w:lang w:eastAsia="zh-TW"/>
              </w:rPr>
              <w:t>2</w:t>
            </w:r>
          </w:p>
          <w:p w14:paraId="53BE5FF3" w14:textId="77777777" w:rsidR="00B93D26" w:rsidRDefault="00B93D26" w:rsidP="00AC3FE8">
            <w:pPr>
              <w:pStyle w:val="TAC"/>
              <w:rPr>
                <w:noProof/>
                <w:lang w:eastAsia="zh-CN"/>
              </w:rPr>
            </w:pPr>
            <w:r>
              <w:rPr>
                <w:noProof/>
                <w:lang w:eastAsia="zh-CN"/>
              </w:rPr>
              <w:t>DC_3A-3A_n78A-n257M</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973C146" w14:textId="77777777" w:rsidR="00B93D26" w:rsidRDefault="00B93D26" w:rsidP="00AC3FE8">
            <w:pPr>
              <w:pStyle w:val="TAC"/>
              <w:rPr>
                <w:noProof/>
                <w:lang w:eastAsia="zh-CN"/>
              </w:rPr>
            </w:pPr>
            <w:r>
              <w:rPr>
                <w:noProof/>
                <w:lang w:eastAsia="zh-CN"/>
              </w:rPr>
              <w:t>DC_3A_n78A</w:t>
            </w:r>
          </w:p>
          <w:p w14:paraId="78CA65A8" w14:textId="77777777" w:rsidR="00B93D26" w:rsidRDefault="00B93D26" w:rsidP="00AC3FE8">
            <w:pPr>
              <w:pStyle w:val="TAC"/>
              <w:rPr>
                <w:noProof/>
                <w:lang w:eastAsia="zh-CN"/>
              </w:rPr>
            </w:pPr>
            <w:r>
              <w:rPr>
                <w:noProof/>
                <w:lang w:eastAsia="zh-CN"/>
              </w:rPr>
              <w:t>DC_3A_n257A</w:t>
            </w:r>
          </w:p>
        </w:tc>
      </w:tr>
      <w:tr w:rsidR="00B93D26" w14:paraId="16996B0E"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D791F72" w14:textId="77777777" w:rsidR="00B93D26" w:rsidRDefault="00B93D26" w:rsidP="00AC3FE8">
            <w:pPr>
              <w:pStyle w:val="TAC"/>
            </w:pPr>
            <w:r>
              <w:t>DC_3A_n79A-n257A</w:t>
            </w:r>
            <w:r>
              <w:rPr>
                <w:vertAlign w:val="superscript"/>
                <w:lang w:eastAsia="zh-TW"/>
              </w:rPr>
              <w:t>2</w:t>
            </w:r>
          </w:p>
          <w:p w14:paraId="6AB83147" w14:textId="77777777" w:rsidR="00B93D26" w:rsidRDefault="00B93D26" w:rsidP="00AC3FE8">
            <w:pPr>
              <w:pStyle w:val="TAC"/>
            </w:pPr>
            <w:r>
              <w:t>DC_3A_n79A-n257D</w:t>
            </w:r>
            <w:r>
              <w:rPr>
                <w:vertAlign w:val="superscript"/>
                <w:lang w:eastAsia="zh-TW"/>
              </w:rPr>
              <w:t>2</w:t>
            </w:r>
          </w:p>
          <w:p w14:paraId="37475AF8" w14:textId="77777777" w:rsidR="00B93D26" w:rsidRDefault="00B93D26" w:rsidP="00AC3FE8">
            <w:pPr>
              <w:pStyle w:val="TAC"/>
            </w:pPr>
            <w:r>
              <w:t>DC_3A_n79A-n257E</w:t>
            </w:r>
            <w:r>
              <w:rPr>
                <w:vertAlign w:val="superscript"/>
                <w:lang w:eastAsia="zh-TW"/>
              </w:rPr>
              <w:t>2</w:t>
            </w:r>
          </w:p>
          <w:p w14:paraId="47799E55" w14:textId="77777777" w:rsidR="00B93D26" w:rsidRDefault="00B93D26" w:rsidP="00AC3FE8">
            <w:pPr>
              <w:pStyle w:val="TAC"/>
              <w:rPr>
                <w:noProof/>
              </w:rPr>
            </w:pPr>
            <w:r>
              <w:t>DC_3A_n79A-n257F</w:t>
            </w:r>
            <w:r>
              <w:rPr>
                <w:vertAlign w:val="superscript"/>
                <w:lang w:eastAsia="zh-TW"/>
              </w:rPr>
              <w:t>2</w:t>
            </w:r>
          </w:p>
          <w:p w14:paraId="1FBBEC3C" w14:textId="77777777" w:rsidR="00B93D26" w:rsidRDefault="00B93D26" w:rsidP="00AC3FE8">
            <w:pPr>
              <w:pStyle w:val="TAC"/>
            </w:pPr>
            <w:r>
              <w:t>DC_3A_n79A-n257G</w:t>
            </w:r>
            <w:r>
              <w:rPr>
                <w:vertAlign w:val="superscript"/>
                <w:lang w:eastAsia="zh-TW"/>
              </w:rPr>
              <w:t>2</w:t>
            </w:r>
          </w:p>
          <w:p w14:paraId="07628CF9" w14:textId="77777777" w:rsidR="00B93D26" w:rsidRDefault="00B93D26" w:rsidP="00AC3FE8">
            <w:pPr>
              <w:pStyle w:val="TAC"/>
            </w:pPr>
            <w:r>
              <w:t>DC_3A_n79A-n257H</w:t>
            </w:r>
            <w:r>
              <w:rPr>
                <w:vertAlign w:val="superscript"/>
                <w:lang w:eastAsia="zh-TW"/>
              </w:rPr>
              <w:t>2</w:t>
            </w:r>
          </w:p>
          <w:p w14:paraId="6AC6D165" w14:textId="77777777" w:rsidR="00B93D26" w:rsidRDefault="00B93D26" w:rsidP="00AC3FE8">
            <w:pPr>
              <w:pStyle w:val="TAC"/>
            </w:pPr>
            <w:r>
              <w:t>DC_3A_n79A-n257I</w:t>
            </w:r>
            <w:r>
              <w:rPr>
                <w:vertAlign w:val="superscript"/>
                <w:lang w:eastAsia="zh-TW"/>
              </w:rPr>
              <w:t>2</w:t>
            </w:r>
          </w:p>
          <w:p w14:paraId="685BFE95" w14:textId="77777777" w:rsidR="00B93D26" w:rsidRDefault="00B93D26" w:rsidP="00AC3FE8">
            <w:pPr>
              <w:pStyle w:val="TAC"/>
            </w:pPr>
            <w:r>
              <w:t>DC_3A_n79C-n257A</w:t>
            </w:r>
            <w:r>
              <w:rPr>
                <w:vertAlign w:val="superscript"/>
                <w:lang w:eastAsia="zh-TW"/>
              </w:rPr>
              <w:t>2</w:t>
            </w:r>
          </w:p>
          <w:p w14:paraId="2C4293BD" w14:textId="77777777" w:rsidR="00B93D26" w:rsidRDefault="00B93D26" w:rsidP="00AC3FE8">
            <w:pPr>
              <w:pStyle w:val="TAC"/>
            </w:pPr>
            <w:r>
              <w:t>DC_3A_n79C-n257D</w:t>
            </w:r>
            <w:r>
              <w:rPr>
                <w:vertAlign w:val="superscript"/>
                <w:lang w:eastAsia="zh-TW"/>
              </w:rPr>
              <w:t>2</w:t>
            </w:r>
          </w:p>
          <w:p w14:paraId="112A8BEF" w14:textId="77777777" w:rsidR="00B93D26" w:rsidRDefault="00B93D26" w:rsidP="00AC3FE8">
            <w:pPr>
              <w:pStyle w:val="TAC"/>
            </w:pPr>
            <w:r>
              <w:t>DC_3A_n79C-n257E</w:t>
            </w:r>
            <w:r>
              <w:rPr>
                <w:vertAlign w:val="superscript"/>
                <w:lang w:eastAsia="zh-TW"/>
              </w:rPr>
              <w:t>2</w:t>
            </w:r>
          </w:p>
          <w:p w14:paraId="2847143C" w14:textId="77777777" w:rsidR="00B93D26" w:rsidRDefault="00B93D26" w:rsidP="00AC3FE8">
            <w:pPr>
              <w:pStyle w:val="TAC"/>
              <w:rPr>
                <w:noProof/>
              </w:rPr>
            </w:pPr>
            <w:r>
              <w:t>DC_3A_n79C-n257F</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9E0156B" w14:textId="77777777" w:rsidR="00B93D26" w:rsidRDefault="00B93D26" w:rsidP="00AC3FE8">
            <w:pPr>
              <w:pStyle w:val="TAC"/>
            </w:pPr>
            <w:r>
              <w:t>DC_3A_n79A</w:t>
            </w:r>
          </w:p>
          <w:p w14:paraId="34A2789F" w14:textId="77777777" w:rsidR="00B93D26" w:rsidRDefault="00B93D26" w:rsidP="00AC3FE8">
            <w:pPr>
              <w:pStyle w:val="TAC"/>
              <w:rPr>
                <w:noProof/>
              </w:rPr>
            </w:pPr>
            <w:r>
              <w:t>DC_3A_n257A</w:t>
            </w:r>
          </w:p>
          <w:p w14:paraId="57FA41EE" w14:textId="77777777" w:rsidR="00B93D26" w:rsidRDefault="00B93D26" w:rsidP="00AC3FE8">
            <w:pPr>
              <w:pStyle w:val="TAC"/>
              <w:rPr>
                <w:noProof/>
              </w:rPr>
            </w:pPr>
            <w:r>
              <w:rPr>
                <w:noProof/>
              </w:rPr>
              <w:t>DC_3A_n257G</w:t>
            </w:r>
          </w:p>
          <w:p w14:paraId="36C01CF4" w14:textId="77777777" w:rsidR="00B93D26" w:rsidRDefault="00B93D26" w:rsidP="00AC3FE8">
            <w:pPr>
              <w:pStyle w:val="TAC"/>
              <w:rPr>
                <w:noProof/>
              </w:rPr>
            </w:pPr>
            <w:r>
              <w:rPr>
                <w:noProof/>
              </w:rPr>
              <w:t>DC_3A_n257H</w:t>
            </w:r>
          </w:p>
          <w:p w14:paraId="0323A026" w14:textId="77777777" w:rsidR="00B93D26" w:rsidRDefault="00B93D26" w:rsidP="00AC3FE8">
            <w:pPr>
              <w:pStyle w:val="TAC"/>
              <w:rPr>
                <w:noProof/>
              </w:rPr>
            </w:pPr>
            <w:r>
              <w:rPr>
                <w:noProof/>
              </w:rPr>
              <w:t>DC_3A_n257I</w:t>
            </w:r>
          </w:p>
          <w:p w14:paraId="08C38DAD" w14:textId="77777777" w:rsidR="00B93D26" w:rsidRDefault="00B93D26" w:rsidP="00AC3FE8">
            <w:pPr>
              <w:pStyle w:val="TAC"/>
            </w:pPr>
            <w:r>
              <w:t>DC_3A_n79A-n257A</w:t>
            </w:r>
          </w:p>
          <w:p w14:paraId="511EDE58" w14:textId="77777777" w:rsidR="00B93D26" w:rsidRDefault="00B93D26" w:rsidP="00AC3FE8">
            <w:pPr>
              <w:pStyle w:val="TAC"/>
            </w:pPr>
            <w:r>
              <w:t>DC_3A_n79A-n257G</w:t>
            </w:r>
          </w:p>
          <w:p w14:paraId="2844C528" w14:textId="77777777" w:rsidR="00B93D26" w:rsidRDefault="00B93D26" w:rsidP="00AC3FE8">
            <w:pPr>
              <w:pStyle w:val="TAC"/>
            </w:pPr>
            <w:r>
              <w:t>DC_3A_n79A-n257H</w:t>
            </w:r>
          </w:p>
          <w:p w14:paraId="714C4900" w14:textId="77777777" w:rsidR="00B93D26" w:rsidRDefault="00B93D26" w:rsidP="00AC3FE8">
            <w:pPr>
              <w:pStyle w:val="TAC"/>
              <w:rPr>
                <w:noProof/>
              </w:rPr>
            </w:pPr>
            <w:r>
              <w:t>DC_3A_n79A-n257I</w:t>
            </w:r>
          </w:p>
        </w:tc>
      </w:tr>
      <w:tr w:rsidR="00B93D26" w14:paraId="68FE21A4"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6ACBADA" w14:textId="77777777" w:rsidR="00B93D26" w:rsidRDefault="00B93D26" w:rsidP="00AC3FE8">
            <w:pPr>
              <w:pStyle w:val="TAC"/>
              <w:rPr>
                <w:lang w:eastAsia="ko-KR"/>
              </w:rPr>
            </w:pPr>
            <w:r>
              <w:rPr>
                <w:lang w:eastAsia="ko-KR"/>
              </w:rPr>
              <w:t>DC_3A_n79A-n258A</w:t>
            </w:r>
          </w:p>
          <w:p w14:paraId="7B88EA99"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3A_n79A-</w:t>
            </w:r>
            <w:r>
              <w:rPr>
                <w:rFonts w:cs="Arial"/>
                <w:szCs w:val="18"/>
                <w:lang w:eastAsia="ja-JP"/>
              </w:rPr>
              <w:t>n</w:t>
            </w:r>
            <w:r>
              <w:rPr>
                <w:rFonts w:cs="Arial"/>
                <w:szCs w:val="18"/>
                <w:lang w:eastAsia="zh-CN"/>
              </w:rPr>
              <w:t>258D</w:t>
            </w:r>
          </w:p>
          <w:p w14:paraId="4E9CF2A2"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3A_n79A-</w:t>
            </w:r>
            <w:r>
              <w:rPr>
                <w:rFonts w:cs="Arial"/>
                <w:szCs w:val="18"/>
                <w:lang w:eastAsia="ja-JP"/>
              </w:rPr>
              <w:t>n</w:t>
            </w:r>
            <w:r>
              <w:rPr>
                <w:rFonts w:cs="Arial"/>
                <w:szCs w:val="18"/>
                <w:lang w:eastAsia="zh-CN"/>
              </w:rPr>
              <w:t>258E</w:t>
            </w:r>
          </w:p>
          <w:p w14:paraId="7614FED9"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3A_n79A-</w:t>
            </w:r>
            <w:r>
              <w:rPr>
                <w:rFonts w:cs="Arial"/>
                <w:szCs w:val="18"/>
                <w:lang w:eastAsia="ja-JP"/>
              </w:rPr>
              <w:t>n</w:t>
            </w:r>
            <w:r>
              <w:rPr>
                <w:rFonts w:cs="Arial"/>
                <w:szCs w:val="18"/>
                <w:lang w:eastAsia="zh-CN"/>
              </w:rPr>
              <w:t>258F</w:t>
            </w:r>
          </w:p>
          <w:p w14:paraId="1E81CE69"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3A_n79A-</w:t>
            </w:r>
            <w:r>
              <w:rPr>
                <w:rFonts w:cs="Arial"/>
                <w:szCs w:val="18"/>
                <w:lang w:eastAsia="ja-JP"/>
              </w:rPr>
              <w:t>n</w:t>
            </w:r>
            <w:r>
              <w:rPr>
                <w:rFonts w:cs="Arial"/>
                <w:szCs w:val="18"/>
                <w:lang w:eastAsia="zh-CN"/>
              </w:rPr>
              <w:t>258G</w:t>
            </w:r>
          </w:p>
          <w:p w14:paraId="74D8441E"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3A_n79A-</w:t>
            </w:r>
            <w:r>
              <w:rPr>
                <w:rFonts w:cs="Arial"/>
                <w:szCs w:val="18"/>
                <w:lang w:eastAsia="ja-JP"/>
              </w:rPr>
              <w:t>n</w:t>
            </w:r>
            <w:r>
              <w:rPr>
                <w:rFonts w:cs="Arial"/>
                <w:szCs w:val="18"/>
                <w:lang w:eastAsia="zh-CN"/>
              </w:rPr>
              <w:t>258H</w:t>
            </w:r>
          </w:p>
          <w:p w14:paraId="27BA3906"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3A_n79A-</w:t>
            </w:r>
            <w:r>
              <w:rPr>
                <w:rFonts w:cs="Arial"/>
                <w:szCs w:val="18"/>
                <w:lang w:eastAsia="ja-JP"/>
              </w:rPr>
              <w:t>n</w:t>
            </w:r>
            <w:r>
              <w:rPr>
                <w:rFonts w:cs="Arial"/>
                <w:szCs w:val="18"/>
                <w:lang w:eastAsia="zh-CN"/>
              </w:rPr>
              <w:t>258I</w:t>
            </w:r>
          </w:p>
          <w:p w14:paraId="2E2A540D"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3A_n79A-</w:t>
            </w:r>
            <w:r>
              <w:rPr>
                <w:rFonts w:cs="Arial"/>
                <w:szCs w:val="18"/>
                <w:lang w:eastAsia="ja-JP"/>
              </w:rPr>
              <w:t>n</w:t>
            </w:r>
            <w:r>
              <w:rPr>
                <w:rFonts w:cs="Arial"/>
                <w:szCs w:val="18"/>
                <w:lang w:eastAsia="zh-CN"/>
              </w:rPr>
              <w:t>258J</w:t>
            </w:r>
          </w:p>
          <w:p w14:paraId="28E74B65"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3A_n79A-</w:t>
            </w:r>
            <w:r>
              <w:rPr>
                <w:rFonts w:cs="Arial"/>
                <w:szCs w:val="18"/>
                <w:lang w:eastAsia="ja-JP"/>
              </w:rPr>
              <w:t>n</w:t>
            </w:r>
            <w:r>
              <w:rPr>
                <w:rFonts w:cs="Arial"/>
                <w:szCs w:val="18"/>
                <w:lang w:eastAsia="zh-CN"/>
              </w:rPr>
              <w:t>258K</w:t>
            </w:r>
          </w:p>
          <w:p w14:paraId="4C441EE8" w14:textId="77777777" w:rsidR="00B93D26" w:rsidRDefault="00B93D26" w:rsidP="00AC3FE8">
            <w:pPr>
              <w:pStyle w:val="TAC"/>
              <w:rPr>
                <w:noProof/>
              </w:rPr>
            </w:pPr>
            <w:r>
              <w:rPr>
                <w:rFonts w:cs="Arial"/>
                <w:szCs w:val="18"/>
                <w:lang w:eastAsia="ja-JP"/>
              </w:rPr>
              <w:t>DC_</w:t>
            </w:r>
            <w:r>
              <w:rPr>
                <w:rFonts w:cs="Arial"/>
                <w:szCs w:val="18"/>
                <w:lang w:eastAsia="zh-CN"/>
              </w:rPr>
              <w:t>3A_n79A-</w:t>
            </w:r>
            <w:r>
              <w:rPr>
                <w:rFonts w:cs="Arial"/>
                <w:szCs w:val="18"/>
                <w:lang w:eastAsia="ja-JP"/>
              </w:rPr>
              <w:t>n</w:t>
            </w:r>
            <w:r>
              <w:rPr>
                <w:rFonts w:cs="Arial"/>
                <w:szCs w:val="18"/>
                <w:lang w:eastAsia="zh-CN"/>
              </w:rPr>
              <w:t>258L</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C62937A" w14:textId="77777777" w:rsidR="00B93D26" w:rsidRDefault="00B93D26" w:rsidP="00AC3FE8">
            <w:pPr>
              <w:pStyle w:val="TAC"/>
              <w:rPr>
                <w:lang w:eastAsia="ko-KR"/>
              </w:rPr>
            </w:pPr>
            <w:r>
              <w:rPr>
                <w:lang w:eastAsia="ko-KR"/>
              </w:rPr>
              <w:t>DC_3A_n79A</w:t>
            </w:r>
          </w:p>
          <w:p w14:paraId="1CC0B06D" w14:textId="77777777" w:rsidR="00B93D26" w:rsidRDefault="00B93D26" w:rsidP="00AC3FE8">
            <w:pPr>
              <w:pStyle w:val="TAC"/>
              <w:rPr>
                <w:lang w:eastAsia="ko-KR"/>
              </w:rPr>
            </w:pPr>
            <w:r>
              <w:rPr>
                <w:lang w:eastAsia="ko-KR"/>
              </w:rPr>
              <w:t>DC_3A_n258A</w:t>
            </w:r>
          </w:p>
          <w:p w14:paraId="273CF7E0" w14:textId="77777777" w:rsidR="00B93D26" w:rsidRDefault="00B93D26" w:rsidP="00AC3FE8">
            <w:pPr>
              <w:pStyle w:val="TAC"/>
              <w:rPr>
                <w:noProof/>
              </w:rPr>
            </w:pPr>
            <w:r>
              <w:rPr>
                <w:lang w:eastAsia="ko-KR"/>
              </w:rPr>
              <w:t>DC_3A_n79A-n258A</w:t>
            </w:r>
          </w:p>
        </w:tc>
      </w:tr>
      <w:tr w:rsidR="00B93D26" w14:paraId="0B1481EA"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85D858A" w14:textId="77777777" w:rsidR="00B93D26" w:rsidRDefault="00B93D26" w:rsidP="00AC3FE8">
            <w:pPr>
              <w:pStyle w:val="TAC"/>
              <w:rPr>
                <w:noProof/>
              </w:rPr>
            </w:pPr>
            <w:r>
              <w:rPr>
                <w:rFonts w:eastAsia="Malgun Gothic" w:cs="Arial"/>
                <w:noProof/>
                <w:szCs w:val="18"/>
                <w:lang w:eastAsia="ko-KR"/>
              </w:rPr>
              <w:t>DC_5A_n78A-n257A</w:t>
            </w:r>
            <w:r>
              <w:rPr>
                <w:rFonts w:cs="Arial"/>
                <w:noProof/>
                <w:szCs w:val="18"/>
                <w:vertAlign w:val="superscript"/>
                <w:lang w:eastAsia="zh-CN"/>
              </w:rPr>
              <w:t>2</w:t>
            </w:r>
          </w:p>
          <w:p w14:paraId="36D8EDBA" w14:textId="77777777" w:rsidR="00B93D26" w:rsidRDefault="00B93D26" w:rsidP="00AC3FE8">
            <w:pPr>
              <w:pStyle w:val="TAC"/>
              <w:rPr>
                <w:rFonts w:eastAsia="Malgun Gothic" w:cs="Arial"/>
                <w:noProof/>
                <w:szCs w:val="18"/>
                <w:lang w:eastAsia="ko-KR"/>
              </w:rPr>
            </w:pPr>
            <w:r>
              <w:rPr>
                <w:noProof/>
                <w:lang w:eastAsia="zh-CN"/>
              </w:rPr>
              <w:t>DC_5A_n78A-n257D</w:t>
            </w:r>
          </w:p>
          <w:p w14:paraId="3B24D64E" w14:textId="77777777" w:rsidR="00B93D26" w:rsidRDefault="00B93D26" w:rsidP="00AC3FE8">
            <w:pPr>
              <w:pStyle w:val="TAC"/>
              <w:rPr>
                <w:rFonts w:eastAsia="Malgun Gothic" w:cs="Arial"/>
                <w:noProof/>
                <w:szCs w:val="18"/>
                <w:lang w:eastAsia="ko-KR"/>
              </w:rPr>
            </w:pPr>
            <w:r>
              <w:rPr>
                <w:noProof/>
                <w:lang w:eastAsia="zh-CN"/>
              </w:rPr>
              <w:t>DC_5A_n78A-n257E</w:t>
            </w:r>
          </w:p>
          <w:p w14:paraId="0F3E5118" w14:textId="77777777" w:rsidR="00B93D26" w:rsidRDefault="00B93D26" w:rsidP="00AC3FE8">
            <w:pPr>
              <w:pStyle w:val="TAC"/>
              <w:rPr>
                <w:rFonts w:eastAsia="Malgun Gothic" w:cs="Arial"/>
                <w:noProof/>
                <w:szCs w:val="18"/>
                <w:lang w:eastAsia="ko-KR"/>
              </w:rPr>
            </w:pPr>
            <w:r>
              <w:rPr>
                <w:noProof/>
                <w:lang w:eastAsia="zh-CN"/>
              </w:rPr>
              <w:t>DC_5A_n78A-n257F</w:t>
            </w:r>
          </w:p>
          <w:p w14:paraId="64B9C8A1" w14:textId="77777777" w:rsidR="00B93D26" w:rsidRDefault="00B93D26" w:rsidP="00AC3FE8">
            <w:pPr>
              <w:pStyle w:val="TAC"/>
              <w:rPr>
                <w:rFonts w:eastAsia="Malgun Gothic" w:cs="Arial"/>
                <w:noProof/>
                <w:szCs w:val="18"/>
                <w:lang w:eastAsia="ko-KR"/>
              </w:rPr>
            </w:pPr>
            <w:r>
              <w:rPr>
                <w:noProof/>
                <w:lang w:eastAsia="zh-CN"/>
              </w:rPr>
              <w:t>DC_5A_n78A-n257G</w:t>
            </w:r>
          </w:p>
          <w:p w14:paraId="4652AA32" w14:textId="77777777" w:rsidR="00B93D26" w:rsidRDefault="00B93D26" w:rsidP="00AC3FE8">
            <w:pPr>
              <w:pStyle w:val="TAC"/>
              <w:rPr>
                <w:rFonts w:eastAsia="Malgun Gothic" w:cs="Arial"/>
                <w:noProof/>
                <w:szCs w:val="18"/>
                <w:lang w:eastAsia="ko-KR"/>
              </w:rPr>
            </w:pPr>
            <w:r>
              <w:rPr>
                <w:noProof/>
                <w:lang w:eastAsia="zh-CN"/>
              </w:rPr>
              <w:t>DC_5A_n78A-n257H</w:t>
            </w:r>
          </w:p>
          <w:p w14:paraId="6C58149B" w14:textId="77777777" w:rsidR="00B93D26" w:rsidRDefault="00B93D26" w:rsidP="00AC3FE8">
            <w:pPr>
              <w:pStyle w:val="TAC"/>
              <w:rPr>
                <w:rFonts w:eastAsia="Malgun Gothic" w:cs="Arial"/>
                <w:noProof/>
                <w:szCs w:val="18"/>
                <w:lang w:eastAsia="ko-KR"/>
              </w:rPr>
            </w:pPr>
            <w:r>
              <w:rPr>
                <w:noProof/>
                <w:lang w:eastAsia="zh-CN"/>
              </w:rPr>
              <w:t>DC_5A_n78A-n257I</w:t>
            </w:r>
          </w:p>
          <w:p w14:paraId="0A1B735A" w14:textId="77777777" w:rsidR="00B93D26" w:rsidRDefault="00B93D26" w:rsidP="00AC3FE8">
            <w:pPr>
              <w:pStyle w:val="TAC"/>
              <w:rPr>
                <w:rFonts w:eastAsia="Malgun Gothic" w:cs="Arial"/>
                <w:noProof/>
                <w:szCs w:val="18"/>
                <w:lang w:eastAsia="ko-KR"/>
              </w:rPr>
            </w:pPr>
            <w:r>
              <w:rPr>
                <w:noProof/>
                <w:lang w:eastAsia="zh-CN"/>
              </w:rPr>
              <w:t>DC_5A_n78A-n257J</w:t>
            </w:r>
          </w:p>
          <w:p w14:paraId="5A24ECAE" w14:textId="77777777" w:rsidR="00B93D26" w:rsidRDefault="00B93D26" w:rsidP="00AC3FE8">
            <w:pPr>
              <w:pStyle w:val="TAC"/>
              <w:rPr>
                <w:rFonts w:eastAsia="Malgun Gothic" w:cs="Arial"/>
                <w:noProof/>
                <w:szCs w:val="18"/>
                <w:lang w:eastAsia="ko-KR"/>
              </w:rPr>
            </w:pPr>
            <w:r>
              <w:rPr>
                <w:noProof/>
                <w:lang w:eastAsia="zh-CN"/>
              </w:rPr>
              <w:t>DC_5A_n78A-n257K</w:t>
            </w:r>
          </w:p>
          <w:p w14:paraId="5598B6C3" w14:textId="77777777" w:rsidR="00B93D26" w:rsidRDefault="00B93D26" w:rsidP="00AC3FE8">
            <w:pPr>
              <w:pStyle w:val="TAC"/>
              <w:rPr>
                <w:rFonts w:eastAsia="Malgun Gothic" w:cs="Arial"/>
                <w:noProof/>
                <w:szCs w:val="18"/>
                <w:lang w:eastAsia="ko-KR"/>
              </w:rPr>
            </w:pPr>
            <w:r>
              <w:rPr>
                <w:noProof/>
                <w:lang w:eastAsia="zh-CN"/>
              </w:rPr>
              <w:t>DC_5A_n78A-n257L</w:t>
            </w:r>
          </w:p>
          <w:p w14:paraId="5EA831BA" w14:textId="77777777" w:rsidR="00B93D26" w:rsidRDefault="00B93D26" w:rsidP="00AC3FE8">
            <w:pPr>
              <w:pStyle w:val="TAC"/>
              <w:rPr>
                <w:noProof/>
              </w:rPr>
            </w:pPr>
            <w:r>
              <w:rPr>
                <w:noProof/>
                <w:lang w:eastAsia="zh-CN"/>
              </w:rPr>
              <w:t>DC_5A_n78A-n257M</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5889312" w14:textId="77777777" w:rsidR="00B93D26" w:rsidRDefault="00B93D26" w:rsidP="00AC3FE8">
            <w:pPr>
              <w:pStyle w:val="TAC"/>
              <w:rPr>
                <w:rFonts w:cs="Arial"/>
                <w:noProof/>
                <w:szCs w:val="18"/>
                <w:lang w:eastAsia="zh-CN"/>
              </w:rPr>
            </w:pPr>
            <w:r>
              <w:rPr>
                <w:rFonts w:cs="Arial"/>
                <w:noProof/>
                <w:szCs w:val="18"/>
                <w:lang w:eastAsia="zh-CN"/>
              </w:rPr>
              <w:t>DC_5A_n78A</w:t>
            </w:r>
          </w:p>
          <w:p w14:paraId="137F05F7" w14:textId="77777777" w:rsidR="00B93D26" w:rsidRDefault="00B93D26" w:rsidP="00AC3FE8">
            <w:pPr>
              <w:pStyle w:val="TAC"/>
              <w:rPr>
                <w:noProof/>
              </w:rPr>
            </w:pPr>
            <w:r>
              <w:rPr>
                <w:rFonts w:cs="Arial"/>
                <w:noProof/>
                <w:szCs w:val="18"/>
              </w:rPr>
              <w:t>DC_5A_n257A</w:t>
            </w:r>
          </w:p>
        </w:tc>
      </w:tr>
      <w:tr w:rsidR="00B93D26" w14:paraId="7ADD05ED"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CC8B5CA" w14:textId="77777777" w:rsidR="00B93D26" w:rsidRDefault="00B93D26" w:rsidP="00AC3FE8">
            <w:pPr>
              <w:pStyle w:val="TAC"/>
              <w:rPr>
                <w:rFonts w:eastAsia="Malgun Gothic" w:cs="Arial"/>
                <w:noProof/>
                <w:szCs w:val="18"/>
                <w:lang w:eastAsia="ko-KR"/>
              </w:rPr>
            </w:pPr>
            <w:r>
              <w:rPr>
                <w:rFonts w:eastAsia="Malgun Gothic" w:cs="Arial"/>
                <w:noProof/>
                <w:szCs w:val="18"/>
                <w:lang w:eastAsia="ko-KR"/>
              </w:rPr>
              <w:t>DC_7A_n1A-n257A</w:t>
            </w:r>
            <w:r>
              <w:rPr>
                <w:vertAlign w:val="superscript"/>
                <w:lang w:eastAsia="zh-TW"/>
              </w:rPr>
              <w:t>2</w:t>
            </w:r>
          </w:p>
          <w:p w14:paraId="2AF2E0AC" w14:textId="77777777" w:rsidR="00B93D26" w:rsidRDefault="00B93D26" w:rsidP="00AC3FE8">
            <w:pPr>
              <w:pStyle w:val="TAC"/>
              <w:rPr>
                <w:rFonts w:eastAsia="Malgun Gothic" w:cs="Arial"/>
                <w:noProof/>
                <w:szCs w:val="18"/>
                <w:lang w:eastAsia="ko-KR"/>
              </w:rPr>
            </w:pPr>
            <w:r>
              <w:rPr>
                <w:rFonts w:eastAsia="Malgun Gothic" w:cs="Arial"/>
                <w:noProof/>
                <w:szCs w:val="18"/>
                <w:lang w:eastAsia="ko-KR"/>
              </w:rPr>
              <w:t>DC_7A-7A_n1A-n257A</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2A1FB9A" w14:textId="77777777" w:rsidR="00B93D26" w:rsidRDefault="00B93D26" w:rsidP="00AC3FE8">
            <w:pPr>
              <w:pStyle w:val="TAC"/>
              <w:rPr>
                <w:rFonts w:cs="Arial"/>
                <w:noProof/>
                <w:szCs w:val="18"/>
                <w:lang w:eastAsia="zh-CN"/>
              </w:rPr>
            </w:pPr>
            <w:r>
              <w:rPr>
                <w:rFonts w:cs="Arial"/>
                <w:noProof/>
                <w:szCs w:val="18"/>
                <w:lang w:eastAsia="zh-CN"/>
              </w:rPr>
              <w:t>DC_7A_n1A</w:t>
            </w:r>
          </w:p>
          <w:p w14:paraId="5B3E29F8" w14:textId="77777777" w:rsidR="00B93D26" w:rsidRDefault="00B93D26" w:rsidP="00AC3FE8">
            <w:pPr>
              <w:pStyle w:val="TAC"/>
              <w:rPr>
                <w:rFonts w:cs="Arial"/>
                <w:noProof/>
                <w:szCs w:val="18"/>
                <w:lang w:eastAsia="zh-CN"/>
              </w:rPr>
            </w:pPr>
            <w:r>
              <w:rPr>
                <w:rFonts w:cs="Arial"/>
                <w:noProof/>
                <w:szCs w:val="18"/>
              </w:rPr>
              <w:t>DC_7A_n257A</w:t>
            </w:r>
          </w:p>
        </w:tc>
      </w:tr>
      <w:tr w:rsidR="00B93D26" w14:paraId="3F67460B"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C395873" w14:textId="77777777" w:rsidR="00B93D26" w:rsidRDefault="00B93D26" w:rsidP="00AC3FE8">
            <w:pPr>
              <w:pStyle w:val="TAC"/>
              <w:rPr>
                <w:rFonts w:eastAsia="Malgun Gothic" w:cs="Arial"/>
                <w:noProof/>
                <w:szCs w:val="18"/>
                <w:lang w:eastAsia="ko-KR"/>
              </w:rPr>
            </w:pPr>
            <w:r>
              <w:rPr>
                <w:rFonts w:eastAsia="Malgun Gothic" w:cs="Arial"/>
                <w:noProof/>
                <w:szCs w:val="18"/>
                <w:lang w:eastAsia="ko-KR"/>
              </w:rPr>
              <w:lastRenderedPageBreak/>
              <w:t>DC_7A_n78A-n257A</w:t>
            </w:r>
            <w:r>
              <w:rPr>
                <w:vertAlign w:val="superscript"/>
                <w:lang w:eastAsia="zh-TW"/>
              </w:rPr>
              <w:t>2</w:t>
            </w:r>
          </w:p>
          <w:p w14:paraId="0F02F74B" w14:textId="77777777" w:rsidR="00B93D26" w:rsidRDefault="00B93D26" w:rsidP="00AC3FE8">
            <w:pPr>
              <w:pStyle w:val="TAC"/>
              <w:rPr>
                <w:rFonts w:eastAsia="Malgun Gothic" w:cs="Arial"/>
                <w:noProof/>
                <w:szCs w:val="18"/>
                <w:lang w:eastAsia="ko-KR"/>
              </w:rPr>
            </w:pPr>
            <w:r>
              <w:rPr>
                <w:noProof/>
                <w:lang w:eastAsia="zh-CN"/>
              </w:rPr>
              <w:t>DC_7A_n78A-n257D</w:t>
            </w:r>
            <w:r>
              <w:rPr>
                <w:vertAlign w:val="superscript"/>
                <w:lang w:eastAsia="zh-TW"/>
              </w:rPr>
              <w:t>2</w:t>
            </w:r>
          </w:p>
          <w:p w14:paraId="7FD59E9B" w14:textId="77777777" w:rsidR="00B93D26" w:rsidRDefault="00B93D26" w:rsidP="00AC3FE8">
            <w:pPr>
              <w:pStyle w:val="TAC"/>
              <w:rPr>
                <w:rFonts w:eastAsia="Malgun Gothic" w:cs="Arial"/>
                <w:noProof/>
                <w:szCs w:val="18"/>
                <w:lang w:eastAsia="ko-KR"/>
              </w:rPr>
            </w:pPr>
            <w:r>
              <w:rPr>
                <w:noProof/>
                <w:lang w:eastAsia="zh-CN"/>
              </w:rPr>
              <w:t>DC_7A_n78A-n257E</w:t>
            </w:r>
            <w:r>
              <w:rPr>
                <w:vertAlign w:val="superscript"/>
                <w:lang w:eastAsia="zh-TW"/>
              </w:rPr>
              <w:t>2</w:t>
            </w:r>
          </w:p>
          <w:p w14:paraId="4132A083" w14:textId="77777777" w:rsidR="00B93D26" w:rsidRDefault="00B93D26" w:rsidP="00AC3FE8">
            <w:pPr>
              <w:pStyle w:val="TAC"/>
              <w:rPr>
                <w:rFonts w:eastAsia="Malgun Gothic" w:cs="Arial"/>
                <w:noProof/>
                <w:szCs w:val="18"/>
                <w:lang w:eastAsia="ko-KR"/>
              </w:rPr>
            </w:pPr>
            <w:r>
              <w:rPr>
                <w:noProof/>
                <w:lang w:eastAsia="zh-CN"/>
              </w:rPr>
              <w:t>DC_7A_n78A-n257F</w:t>
            </w:r>
            <w:r>
              <w:rPr>
                <w:vertAlign w:val="superscript"/>
                <w:lang w:eastAsia="zh-TW"/>
              </w:rPr>
              <w:t>2</w:t>
            </w:r>
          </w:p>
          <w:p w14:paraId="4E449356" w14:textId="77777777" w:rsidR="00B93D26" w:rsidRDefault="00B93D26" w:rsidP="00AC3FE8">
            <w:pPr>
              <w:pStyle w:val="TAC"/>
              <w:rPr>
                <w:rFonts w:eastAsia="Malgun Gothic" w:cs="Arial"/>
                <w:noProof/>
                <w:szCs w:val="18"/>
                <w:lang w:eastAsia="ko-KR"/>
              </w:rPr>
            </w:pPr>
            <w:r>
              <w:rPr>
                <w:noProof/>
                <w:lang w:eastAsia="zh-CN"/>
              </w:rPr>
              <w:t>DC_7A_n78A-n257G</w:t>
            </w:r>
            <w:r>
              <w:rPr>
                <w:vertAlign w:val="superscript"/>
                <w:lang w:eastAsia="zh-TW"/>
              </w:rPr>
              <w:t>2</w:t>
            </w:r>
          </w:p>
          <w:p w14:paraId="37D52A9A" w14:textId="77777777" w:rsidR="00B93D26" w:rsidRDefault="00B93D26" w:rsidP="00AC3FE8">
            <w:pPr>
              <w:pStyle w:val="TAC"/>
              <w:rPr>
                <w:rFonts w:eastAsia="Malgun Gothic" w:cs="Arial"/>
                <w:noProof/>
                <w:szCs w:val="18"/>
                <w:lang w:eastAsia="ko-KR"/>
              </w:rPr>
            </w:pPr>
            <w:r>
              <w:rPr>
                <w:noProof/>
                <w:lang w:eastAsia="zh-CN"/>
              </w:rPr>
              <w:t>DC_7A_n78A-n257H</w:t>
            </w:r>
            <w:r>
              <w:rPr>
                <w:vertAlign w:val="superscript"/>
                <w:lang w:eastAsia="zh-TW"/>
              </w:rPr>
              <w:t>2</w:t>
            </w:r>
          </w:p>
          <w:p w14:paraId="07D0200E" w14:textId="77777777" w:rsidR="00B93D26" w:rsidRDefault="00B93D26" w:rsidP="00AC3FE8">
            <w:pPr>
              <w:pStyle w:val="TAC"/>
              <w:rPr>
                <w:rFonts w:eastAsia="Malgun Gothic" w:cs="Arial"/>
                <w:noProof/>
                <w:szCs w:val="18"/>
                <w:lang w:eastAsia="ko-KR"/>
              </w:rPr>
            </w:pPr>
            <w:r>
              <w:rPr>
                <w:noProof/>
                <w:lang w:eastAsia="zh-CN"/>
              </w:rPr>
              <w:t>DC_7A_n78A-n257I</w:t>
            </w:r>
            <w:r>
              <w:rPr>
                <w:vertAlign w:val="superscript"/>
                <w:lang w:eastAsia="zh-TW"/>
              </w:rPr>
              <w:t>2</w:t>
            </w:r>
          </w:p>
          <w:p w14:paraId="566A5ED9" w14:textId="77777777" w:rsidR="00B93D26" w:rsidRDefault="00B93D26" w:rsidP="00AC3FE8">
            <w:pPr>
              <w:pStyle w:val="TAC"/>
              <w:rPr>
                <w:rFonts w:eastAsia="Malgun Gothic" w:cs="Arial"/>
                <w:noProof/>
                <w:szCs w:val="18"/>
                <w:lang w:eastAsia="ko-KR"/>
              </w:rPr>
            </w:pPr>
            <w:r>
              <w:rPr>
                <w:noProof/>
                <w:lang w:eastAsia="zh-CN"/>
              </w:rPr>
              <w:t>DC_7A_n78A-n257J</w:t>
            </w:r>
            <w:r>
              <w:rPr>
                <w:vertAlign w:val="superscript"/>
                <w:lang w:eastAsia="zh-TW"/>
              </w:rPr>
              <w:t>2</w:t>
            </w:r>
          </w:p>
          <w:p w14:paraId="49C599A7" w14:textId="77777777" w:rsidR="00B93D26" w:rsidRDefault="00B93D26" w:rsidP="00AC3FE8">
            <w:pPr>
              <w:pStyle w:val="TAC"/>
              <w:rPr>
                <w:rFonts w:eastAsia="Malgun Gothic" w:cs="Arial"/>
                <w:noProof/>
                <w:szCs w:val="18"/>
                <w:lang w:eastAsia="ko-KR"/>
              </w:rPr>
            </w:pPr>
            <w:r>
              <w:rPr>
                <w:noProof/>
                <w:lang w:eastAsia="zh-CN"/>
              </w:rPr>
              <w:t>DC_7A_n78A-n257K</w:t>
            </w:r>
            <w:r>
              <w:rPr>
                <w:vertAlign w:val="superscript"/>
                <w:lang w:eastAsia="zh-TW"/>
              </w:rPr>
              <w:t>2</w:t>
            </w:r>
          </w:p>
          <w:p w14:paraId="3CA467F2" w14:textId="77777777" w:rsidR="00B93D26" w:rsidRDefault="00B93D26" w:rsidP="00AC3FE8">
            <w:pPr>
              <w:pStyle w:val="TAC"/>
              <w:rPr>
                <w:rFonts w:eastAsia="Malgun Gothic" w:cs="Arial"/>
                <w:noProof/>
                <w:szCs w:val="18"/>
                <w:lang w:eastAsia="ko-KR"/>
              </w:rPr>
            </w:pPr>
            <w:r>
              <w:rPr>
                <w:noProof/>
                <w:lang w:eastAsia="zh-CN"/>
              </w:rPr>
              <w:t>DC_7A_n78A-n257L</w:t>
            </w:r>
            <w:r>
              <w:rPr>
                <w:vertAlign w:val="superscript"/>
                <w:lang w:eastAsia="zh-TW"/>
              </w:rPr>
              <w:t>2</w:t>
            </w:r>
          </w:p>
          <w:p w14:paraId="0A34854F" w14:textId="77777777" w:rsidR="00B93D26" w:rsidRDefault="00B93D26" w:rsidP="00AC3FE8">
            <w:pPr>
              <w:pStyle w:val="TAC"/>
              <w:rPr>
                <w:noProof/>
              </w:rPr>
            </w:pPr>
            <w:r>
              <w:rPr>
                <w:noProof/>
                <w:lang w:eastAsia="zh-CN"/>
              </w:rPr>
              <w:t>DC_7A_n78A-n257M</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BEAEBBD" w14:textId="77777777" w:rsidR="00B93D26" w:rsidRDefault="00B93D26" w:rsidP="00AC3FE8">
            <w:pPr>
              <w:pStyle w:val="TAC"/>
              <w:rPr>
                <w:rFonts w:cs="Arial"/>
                <w:noProof/>
                <w:szCs w:val="18"/>
                <w:lang w:eastAsia="zh-CN"/>
              </w:rPr>
            </w:pPr>
            <w:r>
              <w:rPr>
                <w:rFonts w:cs="Arial"/>
                <w:noProof/>
                <w:szCs w:val="18"/>
                <w:lang w:eastAsia="zh-CN"/>
              </w:rPr>
              <w:t>DC_7A_n78A</w:t>
            </w:r>
          </w:p>
          <w:p w14:paraId="1E626271" w14:textId="77777777" w:rsidR="00B93D26" w:rsidRDefault="00B93D26" w:rsidP="00AC3FE8">
            <w:pPr>
              <w:pStyle w:val="TAC"/>
              <w:rPr>
                <w:noProof/>
              </w:rPr>
            </w:pPr>
            <w:r>
              <w:rPr>
                <w:rFonts w:cs="Arial"/>
                <w:noProof/>
                <w:szCs w:val="18"/>
              </w:rPr>
              <w:t>DC_7A_n257A</w:t>
            </w:r>
          </w:p>
        </w:tc>
      </w:tr>
      <w:tr w:rsidR="00B93D26" w14:paraId="3B4877FA"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7F6E84A" w14:textId="77777777" w:rsidR="00B93D26" w:rsidRDefault="00B93D26" w:rsidP="00AC3FE8">
            <w:pPr>
              <w:pStyle w:val="TAC"/>
              <w:rPr>
                <w:noProof/>
              </w:rPr>
            </w:pPr>
            <w:r>
              <w:rPr>
                <w:noProof/>
              </w:rPr>
              <w:t>DC_7A-7A_n78A-n257A</w:t>
            </w:r>
            <w:r>
              <w:rPr>
                <w:vertAlign w:val="superscript"/>
                <w:lang w:eastAsia="zh-TW"/>
              </w:rPr>
              <w:t>2</w:t>
            </w:r>
          </w:p>
          <w:p w14:paraId="563A45FC" w14:textId="77777777" w:rsidR="00B93D26" w:rsidRDefault="00B93D26" w:rsidP="00AC3FE8">
            <w:pPr>
              <w:pStyle w:val="TAC"/>
              <w:rPr>
                <w:rFonts w:eastAsia="Malgun Gothic" w:cs="Arial"/>
                <w:noProof/>
                <w:szCs w:val="18"/>
                <w:lang w:eastAsia="ko-KR"/>
              </w:rPr>
            </w:pPr>
            <w:r>
              <w:rPr>
                <w:noProof/>
                <w:lang w:eastAsia="zh-CN"/>
              </w:rPr>
              <w:t>DC_7A-7A_n78A-n257D</w:t>
            </w:r>
            <w:r>
              <w:rPr>
                <w:vertAlign w:val="superscript"/>
                <w:lang w:eastAsia="zh-TW"/>
              </w:rPr>
              <w:t>2</w:t>
            </w:r>
          </w:p>
          <w:p w14:paraId="149BABFE" w14:textId="77777777" w:rsidR="00B93D26" w:rsidRDefault="00B93D26" w:rsidP="00AC3FE8">
            <w:pPr>
              <w:pStyle w:val="TAC"/>
              <w:rPr>
                <w:rFonts w:eastAsia="Malgun Gothic" w:cs="Arial"/>
                <w:noProof/>
                <w:szCs w:val="18"/>
                <w:lang w:eastAsia="ko-KR"/>
              </w:rPr>
            </w:pPr>
            <w:r>
              <w:rPr>
                <w:noProof/>
                <w:lang w:eastAsia="zh-CN"/>
              </w:rPr>
              <w:t>DC_7A-7A_n78A-n257E</w:t>
            </w:r>
            <w:r>
              <w:rPr>
                <w:vertAlign w:val="superscript"/>
                <w:lang w:eastAsia="zh-TW"/>
              </w:rPr>
              <w:t>2</w:t>
            </w:r>
          </w:p>
          <w:p w14:paraId="3321E1C7" w14:textId="77777777" w:rsidR="00B93D26" w:rsidRDefault="00B93D26" w:rsidP="00AC3FE8">
            <w:pPr>
              <w:pStyle w:val="TAC"/>
              <w:rPr>
                <w:rFonts w:eastAsia="Malgun Gothic" w:cs="Arial"/>
                <w:noProof/>
                <w:szCs w:val="18"/>
                <w:lang w:eastAsia="ko-KR"/>
              </w:rPr>
            </w:pPr>
            <w:r>
              <w:rPr>
                <w:noProof/>
                <w:lang w:eastAsia="zh-CN"/>
              </w:rPr>
              <w:t>DC_7A-7A_n78A-n257F</w:t>
            </w:r>
            <w:r>
              <w:rPr>
                <w:vertAlign w:val="superscript"/>
                <w:lang w:eastAsia="zh-TW"/>
              </w:rPr>
              <w:t>2</w:t>
            </w:r>
          </w:p>
          <w:p w14:paraId="35DF531B" w14:textId="77777777" w:rsidR="00B93D26" w:rsidRDefault="00B93D26" w:rsidP="00AC3FE8">
            <w:pPr>
              <w:pStyle w:val="TAC"/>
              <w:rPr>
                <w:rFonts w:eastAsia="Malgun Gothic" w:cs="Arial"/>
                <w:noProof/>
                <w:szCs w:val="18"/>
                <w:lang w:eastAsia="ko-KR"/>
              </w:rPr>
            </w:pPr>
            <w:r>
              <w:rPr>
                <w:noProof/>
                <w:lang w:eastAsia="zh-CN"/>
              </w:rPr>
              <w:t>DC_7A-7A_n78A-n257G</w:t>
            </w:r>
            <w:r>
              <w:rPr>
                <w:vertAlign w:val="superscript"/>
                <w:lang w:eastAsia="zh-TW"/>
              </w:rPr>
              <w:t>2</w:t>
            </w:r>
          </w:p>
          <w:p w14:paraId="5383F50B" w14:textId="77777777" w:rsidR="00B93D26" w:rsidRDefault="00B93D26" w:rsidP="00AC3FE8">
            <w:pPr>
              <w:pStyle w:val="TAC"/>
              <w:rPr>
                <w:rFonts w:eastAsia="Malgun Gothic" w:cs="Arial"/>
                <w:noProof/>
                <w:szCs w:val="18"/>
                <w:lang w:eastAsia="ko-KR"/>
              </w:rPr>
            </w:pPr>
            <w:r>
              <w:rPr>
                <w:noProof/>
                <w:lang w:eastAsia="zh-CN"/>
              </w:rPr>
              <w:t>DC_7A-7A_n78A-n257H</w:t>
            </w:r>
            <w:r>
              <w:rPr>
                <w:vertAlign w:val="superscript"/>
                <w:lang w:eastAsia="zh-TW"/>
              </w:rPr>
              <w:t>2</w:t>
            </w:r>
          </w:p>
          <w:p w14:paraId="085C96B8" w14:textId="77777777" w:rsidR="00B93D26" w:rsidRDefault="00B93D26" w:rsidP="00AC3FE8">
            <w:pPr>
              <w:pStyle w:val="TAC"/>
              <w:rPr>
                <w:rFonts w:eastAsia="Malgun Gothic" w:cs="Arial"/>
                <w:noProof/>
                <w:szCs w:val="18"/>
                <w:lang w:eastAsia="ko-KR"/>
              </w:rPr>
            </w:pPr>
            <w:r>
              <w:rPr>
                <w:noProof/>
                <w:lang w:eastAsia="zh-CN"/>
              </w:rPr>
              <w:t>DC_7A-7A_n78A-n257I</w:t>
            </w:r>
            <w:r>
              <w:rPr>
                <w:vertAlign w:val="superscript"/>
                <w:lang w:eastAsia="zh-TW"/>
              </w:rPr>
              <w:t>2</w:t>
            </w:r>
          </w:p>
          <w:p w14:paraId="630EBDA6" w14:textId="77777777" w:rsidR="00B93D26" w:rsidRDefault="00B93D26" w:rsidP="00AC3FE8">
            <w:pPr>
              <w:pStyle w:val="TAC"/>
              <w:rPr>
                <w:rFonts w:eastAsia="Malgun Gothic" w:cs="Arial"/>
                <w:noProof/>
                <w:szCs w:val="18"/>
                <w:lang w:eastAsia="ko-KR"/>
              </w:rPr>
            </w:pPr>
            <w:r>
              <w:rPr>
                <w:noProof/>
                <w:lang w:eastAsia="zh-CN"/>
              </w:rPr>
              <w:t>DC_7A-7A_n78A-n257J</w:t>
            </w:r>
            <w:r>
              <w:rPr>
                <w:vertAlign w:val="superscript"/>
                <w:lang w:eastAsia="zh-TW"/>
              </w:rPr>
              <w:t>2</w:t>
            </w:r>
          </w:p>
          <w:p w14:paraId="478E7AF9" w14:textId="77777777" w:rsidR="00B93D26" w:rsidRDefault="00B93D26" w:rsidP="00AC3FE8">
            <w:pPr>
              <w:pStyle w:val="TAC"/>
              <w:rPr>
                <w:rFonts w:eastAsia="Malgun Gothic" w:cs="Arial"/>
                <w:noProof/>
                <w:szCs w:val="18"/>
                <w:lang w:eastAsia="ko-KR"/>
              </w:rPr>
            </w:pPr>
            <w:r>
              <w:rPr>
                <w:noProof/>
                <w:lang w:eastAsia="zh-CN"/>
              </w:rPr>
              <w:t>DC_7A-7A_n78A-n257K</w:t>
            </w:r>
            <w:r>
              <w:rPr>
                <w:vertAlign w:val="superscript"/>
                <w:lang w:eastAsia="zh-TW"/>
              </w:rPr>
              <w:t>2</w:t>
            </w:r>
          </w:p>
          <w:p w14:paraId="40106AFD" w14:textId="77777777" w:rsidR="00B93D26" w:rsidRDefault="00B93D26" w:rsidP="00AC3FE8">
            <w:pPr>
              <w:pStyle w:val="TAC"/>
              <w:rPr>
                <w:rFonts w:eastAsia="Malgun Gothic" w:cs="Arial"/>
                <w:noProof/>
                <w:szCs w:val="18"/>
                <w:lang w:eastAsia="ko-KR"/>
              </w:rPr>
            </w:pPr>
            <w:r>
              <w:rPr>
                <w:noProof/>
                <w:lang w:eastAsia="zh-CN"/>
              </w:rPr>
              <w:t>DC_7A-7A_n78A-n257L</w:t>
            </w:r>
            <w:r>
              <w:rPr>
                <w:vertAlign w:val="superscript"/>
                <w:lang w:eastAsia="zh-TW"/>
              </w:rPr>
              <w:t>2</w:t>
            </w:r>
          </w:p>
          <w:p w14:paraId="50E53F28" w14:textId="77777777" w:rsidR="00B93D26" w:rsidRDefault="00B93D26" w:rsidP="00AC3FE8">
            <w:pPr>
              <w:pStyle w:val="TAC"/>
              <w:rPr>
                <w:noProof/>
              </w:rPr>
            </w:pPr>
            <w:r>
              <w:rPr>
                <w:noProof/>
                <w:lang w:eastAsia="zh-CN"/>
              </w:rPr>
              <w:t>DC_7A-7A_n78A-n257M</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5B4B3CE" w14:textId="77777777" w:rsidR="00B93D26" w:rsidRDefault="00B93D26" w:rsidP="00AC3FE8">
            <w:pPr>
              <w:pStyle w:val="TAC"/>
              <w:rPr>
                <w:noProof/>
              </w:rPr>
            </w:pPr>
            <w:r>
              <w:rPr>
                <w:noProof/>
              </w:rPr>
              <w:t>DC_7A_n78A</w:t>
            </w:r>
          </w:p>
          <w:p w14:paraId="0062AA40" w14:textId="77777777" w:rsidR="00B93D26" w:rsidRDefault="00B93D26" w:rsidP="00AC3FE8">
            <w:pPr>
              <w:pStyle w:val="TAC"/>
              <w:rPr>
                <w:noProof/>
              </w:rPr>
            </w:pPr>
            <w:r>
              <w:rPr>
                <w:noProof/>
              </w:rPr>
              <w:t>DC_7A_n257A</w:t>
            </w:r>
          </w:p>
          <w:p w14:paraId="642A0681" w14:textId="77777777" w:rsidR="00B93D26" w:rsidRDefault="00B93D26" w:rsidP="00AC3FE8">
            <w:pPr>
              <w:pStyle w:val="TAC"/>
              <w:rPr>
                <w:noProof/>
              </w:rPr>
            </w:pPr>
            <w:r>
              <w:rPr>
                <w:noProof/>
              </w:rPr>
              <w:t>DC_7A_n78A-n257A</w:t>
            </w:r>
          </w:p>
        </w:tc>
      </w:tr>
      <w:tr w:rsidR="00B93D26" w14:paraId="3B316146"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62F965F" w14:textId="77777777" w:rsidR="00B93D26" w:rsidRDefault="00B93D26" w:rsidP="00AC3FE8">
            <w:pPr>
              <w:pStyle w:val="TAC"/>
              <w:rPr>
                <w:noProof/>
                <w:lang w:eastAsia="ko-KR"/>
              </w:rPr>
            </w:pPr>
            <w:r>
              <w:rPr>
                <w:noProof/>
                <w:lang w:eastAsia="ko-KR"/>
              </w:rPr>
              <w:t>DC_8A_n77A-n257A</w:t>
            </w:r>
            <w:r>
              <w:rPr>
                <w:vertAlign w:val="superscript"/>
                <w:lang w:eastAsia="zh-TW"/>
              </w:rPr>
              <w:t>2</w:t>
            </w:r>
          </w:p>
          <w:p w14:paraId="4AA8B193" w14:textId="77777777" w:rsidR="00B93D26" w:rsidRDefault="00B93D26" w:rsidP="00AC3FE8">
            <w:pPr>
              <w:pStyle w:val="TAC"/>
              <w:rPr>
                <w:noProof/>
                <w:lang w:eastAsia="ko-KR"/>
              </w:rPr>
            </w:pPr>
            <w:r>
              <w:rPr>
                <w:noProof/>
                <w:lang w:eastAsia="ko-KR"/>
              </w:rPr>
              <w:t>DC_8A_n77A-n257D</w:t>
            </w:r>
            <w:r>
              <w:rPr>
                <w:vertAlign w:val="superscript"/>
                <w:lang w:eastAsia="zh-TW"/>
              </w:rPr>
              <w:t>2</w:t>
            </w:r>
          </w:p>
          <w:p w14:paraId="44B11FEE" w14:textId="77777777" w:rsidR="00B93D26" w:rsidRDefault="00B93D26" w:rsidP="00AC3FE8">
            <w:pPr>
              <w:pStyle w:val="TAC"/>
              <w:rPr>
                <w:noProof/>
                <w:lang w:eastAsia="ko-KR"/>
              </w:rPr>
            </w:pPr>
            <w:r>
              <w:rPr>
                <w:noProof/>
                <w:lang w:eastAsia="ko-KR"/>
              </w:rPr>
              <w:t>DC_8A_n77A-n257G</w:t>
            </w:r>
            <w:r>
              <w:rPr>
                <w:vertAlign w:val="superscript"/>
                <w:lang w:eastAsia="zh-TW"/>
              </w:rPr>
              <w:t>2</w:t>
            </w:r>
          </w:p>
          <w:p w14:paraId="5A22CAE5" w14:textId="77777777" w:rsidR="00B93D26" w:rsidRDefault="00B93D26" w:rsidP="00AC3FE8">
            <w:pPr>
              <w:pStyle w:val="TAC"/>
              <w:rPr>
                <w:noProof/>
                <w:lang w:eastAsia="ko-KR"/>
              </w:rPr>
            </w:pPr>
            <w:r>
              <w:rPr>
                <w:noProof/>
                <w:lang w:eastAsia="ko-KR"/>
              </w:rPr>
              <w:t>DC_8A_n77A-n257H</w:t>
            </w:r>
            <w:r>
              <w:rPr>
                <w:vertAlign w:val="superscript"/>
                <w:lang w:eastAsia="zh-TW"/>
              </w:rPr>
              <w:t>2</w:t>
            </w:r>
          </w:p>
          <w:p w14:paraId="03CEA071" w14:textId="77777777" w:rsidR="00B93D26" w:rsidRDefault="00B93D26" w:rsidP="00AC3FE8">
            <w:pPr>
              <w:pStyle w:val="TAC"/>
              <w:rPr>
                <w:noProof/>
                <w:lang w:eastAsia="zh-CN"/>
              </w:rPr>
            </w:pPr>
            <w:r>
              <w:rPr>
                <w:noProof/>
                <w:lang w:eastAsia="ko-KR"/>
              </w:rPr>
              <w:t>DC_8A_n77A-n257I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8EDBC16" w14:textId="77777777" w:rsidR="00B93D26" w:rsidRDefault="00B93D26" w:rsidP="00AC3FE8">
            <w:pPr>
              <w:pStyle w:val="TAC"/>
              <w:rPr>
                <w:noProof/>
                <w:lang w:eastAsia="ko-KR"/>
              </w:rPr>
            </w:pPr>
            <w:r>
              <w:rPr>
                <w:noProof/>
                <w:lang w:eastAsia="ko-KR"/>
              </w:rPr>
              <w:t>DC_8A_n77A</w:t>
            </w:r>
          </w:p>
          <w:p w14:paraId="435551D6" w14:textId="77777777" w:rsidR="00B93D26" w:rsidRDefault="00B93D26" w:rsidP="00AC3FE8">
            <w:pPr>
              <w:pStyle w:val="TAC"/>
              <w:rPr>
                <w:rFonts w:cs="Arial"/>
                <w:noProof/>
                <w:szCs w:val="18"/>
                <w:lang w:eastAsia="zh-CN"/>
              </w:rPr>
            </w:pPr>
            <w:r>
              <w:rPr>
                <w:noProof/>
                <w:lang w:eastAsia="ko-KR"/>
              </w:rPr>
              <w:t>DC_8A_n257A</w:t>
            </w:r>
          </w:p>
        </w:tc>
      </w:tr>
      <w:tr w:rsidR="00B93D26" w14:paraId="741C9595"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06D8ECC" w14:textId="77777777" w:rsidR="00B93D26" w:rsidRDefault="00B93D26" w:rsidP="00AC3FE8">
            <w:pPr>
              <w:pStyle w:val="TAC"/>
              <w:rPr>
                <w:noProof/>
                <w:lang w:eastAsia="ko-KR"/>
              </w:rPr>
            </w:pPr>
            <w:r>
              <w:rPr>
                <w:noProof/>
                <w:lang w:eastAsia="ko-KR"/>
              </w:rPr>
              <w:t>DC_8A_n77(2A)-n257A</w:t>
            </w:r>
            <w:r>
              <w:rPr>
                <w:vertAlign w:val="superscript"/>
                <w:lang w:eastAsia="zh-TW"/>
              </w:rPr>
              <w:t>2</w:t>
            </w:r>
          </w:p>
          <w:p w14:paraId="360C162E" w14:textId="77777777" w:rsidR="00B93D26" w:rsidRDefault="00B93D26" w:rsidP="00AC3FE8">
            <w:pPr>
              <w:pStyle w:val="TAC"/>
              <w:rPr>
                <w:noProof/>
                <w:lang w:eastAsia="ko-KR"/>
              </w:rPr>
            </w:pPr>
            <w:r>
              <w:rPr>
                <w:noProof/>
                <w:lang w:eastAsia="ko-KR"/>
              </w:rPr>
              <w:t>DC_8A_n77(2A)-n257D</w:t>
            </w:r>
            <w:r>
              <w:rPr>
                <w:vertAlign w:val="superscript"/>
                <w:lang w:eastAsia="zh-TW"/>
              </w:rPr>
              <w:t>2</w:t>
            </w:r>
          </w:p>
          <w:p w14:paraId="08BBB61C" w14:textId="77777777" w:rsidR="00B93D26" w:rsidRDefault="00B93D26" w:rsidP="00AC3FE8">
            <w:pPr>
              <w:pStyle w:val="TAC"/>
              <w:rPr>
                <w:noProof/>
                <w:lang w:eastAsia="ko-KR"/>
              </w:rPr>
            </w:pPr>
            <w:r>
              <w:rPr>
                <w:noProof/>
                <w:lang w:eastAsia="ko-KR"/>
              </w:rPr>
              <w:t>DC_8A_n77(2A)-n257G</w:t>
            </w:r>
            <w:r>
              <w:rPr>
                <w:vertAlign w:val="superscript"/>
                <w:lang w:eastAsia="zh-TW"/>
              </w:rPr>
              <w:t>2</w:t>
            </w:r>
          </w:p>
          <w:p w14:paraId="24460A05" w14:textId="77777777" w:rsidR="00B93D26" w:rsidRDefault="00B93D26" w:rsidP="00AC3FE8">
            <w:pPr>
              <w:pStyle w:val="TAC"/>
              <w:rPr>
                <w:noProof/>
                <w:lang w:eastAsia="ko-KR"/>
              </w:rPr>
            </w:pPr>
            <w:r>
              <w:rPr>
                <w:noProof/>
                <w:lang w:eastAsia="ko-KR"/>
              </w:rPr>
              <w:t>DC_8A_n77(2A)-n257H</w:t>
            </w:r>
            <w:r>
              <w:rPr>
                <w:vertAlign w:val="superscript"/>
                <w:lang w:eastAsia="zh-TW"/>
              </w:rPr>
              <w:t>2</w:t>
            </w:r>
          </w:p>
          <w:p w14:paraId="2DFB1DFC" w14:textId="77777777" w:rsidR="00B93D26" w:rsidRDefault="00B93D26" w:rsidP="00AC3FE8">
            <w:pPr>
              <w:pStyle w:val="TAC"/>
              <w:rPr>
                <w:noProof/>
                <w:lang w:eastAsia="ko-KR"/>
              </w:rPr>
            </w:pPr>
            <w:r>
              <w:rPr>
                <w:noProof/>
                <w:lang w:eastAsia="ko-KR"/>
              </w:rPr>
              <w:t>DC_8A_n77(2A)-n257I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5BA20EB" w14:textId="77777777" w:rsidR="00B93D26" w:rsidRDefault="00B93D26" w:rsidP="00AC3FE8">
            <w:pPr>
              <w:pStyle w:val="TAC"/>
              <w:rPr>
                <w:noProof/>
                <w:lang w:eastAsia="ko-KR"/>
              </w:rPr>
            </w:pPr>
            <w:r>
              <w:rPr>
                <w:noProof/>
                <w:lang w:eastAsia="ko-KR"/>
              </w:rPr>
              <w:t>DC_8A_n77A</w:t>
            </w:r>
          </w:p>
          <w:p w14:paraId="208D9F14" w14:textId="77777777" w:rsidR="00B93D26" w:rsidRDefault="00B93D26" w:rsidP="00AC3FE8">
            <w:pPr>
              <w:pStyle w:val="TAC"/>
              <w:rPr>
                <w:noProof/>
                <w:lang w:eastAsia="ko-KR"/>
              </w:rPr>
            </w:pPr>
            <w:r>
              <w:rPr>
                <w:noProof/>
                <w:lang w:eastAsia="ko-KR"/>
              </w:rPr>
              <w:t>DC_8A_n257A</w:t>
            </w:r>
          </w:p>
        </w:tc>
      </w:tr>
      <w:tr w:rsidR="00B93D26" w14:paraId="55A56126"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7A374BC" w14:textId="77777777" w:rsidR="00B93D26" w:rsidRDefault="00B93D26" w:rsidP="00AC3FE8">
            <w:pPr>
              <w:pStyle w:val="TAC"/>
              <w:rPr>
                <w:rFonts w:cs="Arial"/>
                <w:szCs w:val="18"/>
              </w:rPr>
            </w:pPr>
            <w:r>
              <w:rPr>
                <w:rFonts w:cs="Arial"/>
                <w:szCs w:val="18"/>
              </w:rPr>
              <w:t>DC_11A_n77A-n257A</w:t>
            </w:r>
            <w:r>
              <w:rPr>
                <w:vertAlign w:val="superscript"/>
                <w:lang w:eastAsia="zh-TW"/>
              </w:rPr>
              <w:t>2</w:t>
            </w:r>
          </w:p>
          <w:p w14:paraId="24C210AA" w14:textId="77777777" w:rsidR="00B93D26" w:rsidRDefault="00B93D26" w:rsidP="00AC3FE8">
            <w:pPr>
              <w:pStyle w:val="TAC"/>
              <w:rPr>
                <w:rFonts w:cs="Arial"/>
                <w:szCs w:val="18"/>
              </w:rPr>
            </w:pPr>
            <w:r>
              <w:rPr>
                <w:rFonts w:cs="Arial"/>
                <w:szCs w:val="18"/>
              </w:rPr>
              <w:t>DC_11A_n77A-n257D</w:t>
            </w:r>
            <w:r>
              <w:rPr>
                <w:vertAlign w:val="superscript"/>
                <w:lang w:eastAsia="zh-TW"/>
              </w:rPr>
              <w:t>2</w:t>
            </w:r>
          </w:p>
          <w:p w14:paraId="4405FE5C" w14:textId="77777777" w:rsidR="00B93D26" w:rsidRDefault="00B93D26" w:rsidP="00AC3FE8">
            <w:pPr>
              <w:pStyle w:val="TAC"/>
              <w:rPr>
                <w:rFonts w:cs="Arial"/>
                <w:szCs w:val="18"/>
              </w:rPr>
            </w:pPr>
            <w:r>
              <w:rPr>
                <w:rFonts w:cs="Arial"/>
                <w:szCs w:val="18"/>
              </w:rPr>
              <w:t>DC_11A_n77A-n257G</w:t>
            </w:r>
            <w:r>
              <w:rPr>
                <w:vertAlign w:val="superscript"/>
                <w:lang w:eastAsia="zh-TW"/>
              </w:rPr>
              <w:t>2</w:t>
            </w:r>
          </w:p>
          <w:p w14:paraId="34FBD688" w14:textId="77777777" w:rsidR="00B93D26" w:rsidRDefault="00B93D26" w:rsidP="00AC3FE8">
            <w:pPr>
              <w:pStyle w:val="TAC"/>
              <w:rPr>
                <w:rFonts w:cs="Arial"/>
                <w:szCs w:val="18"/>
              </w:rPr>
            </w:pPr>
            <w:r>
              <w:rPr>
                <w:rFonts w:cs="Arial"/>
                <w:szCs w:val="18"/>
              </w:rPr>
              <w:t>DC_11A_n77A-n257H</w:t>
            </w:r>
            <w:r>
              <w:rPr>
                <w:vertAlign w:val="superscript"/>
                <w:lang w:eastAsia="zh-TW"/>
              </w:rPr>
              <w:t>2</w:t>
            </w:r>
          </w:p>
          <w:p w14:paraId="3C61E158" w14:textId="77777777" w:rsidR="00B93D26" w:rsidRDefault="00B93D26" w:rsidP="00AC3FE8">
            <w:pPr>
              <w:pStyle w:val="TAC"/>
              <w:rPr>
                <w:noProof/>
                <w:lang w:eastAsia="ko-KR"/>
              </w:rPr>
            </w:pPr>
            <w:r>
              <w:rPr>
                <w:rFonts w:cs="Arial"/>
                <w:szCs w:val="18"/>
              </w:rPr>
              <w:t>DC_11A_n77A-n257I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20EC0D1" w14:textId="77777777" w:rsidR="00B93D26" w:rsidRDefault="00B93D26" w:rsidP="00AC3FE8">
            <w:pPr>
              <w:pStyle w:val="TAC"/>
              <w:rPr>
                <w:rFonts w:cs="Arial"/>
                <w:lang w:eastAsia="zh-CN"/>
              </w:rPr>
            </w:pPr>
            <w:r>
              <w:rPr>
                <w:rFonts w:cs="Arial"/>
                <w:lang w:eastAsia="zh-CN"/>
              </w:rPr>
              <w:t>DC_11A</w:t>
            </w:r>
            <w:r>
              <w:rPr>
                <w:rFonts w:eastAsia="Malgun Gothic" w:cs="Arial"/>
                <w:lang w:eastAsia="ko-KR"/>
              </w:rPr>
              <w:t>_</w:t>
            </w:r>
            <w:r>
              <w:rPr>
                <w:rFonts w:cs="Arial"/>
                <w:lang w:eastAsia="zh-CN"/>
              </w:rPr>
              <w:t>n77A</w:t>
            </w:r>
          </w:p>
          <w:p w14:paraId="5B07CF37" w14:textId="77777777" w:rsidR="00B93D26" w:rsidRDefault="00B93D26" w:rsidP="00AC3FE8">
            <w:pPr>
              <w:pStyle w:val="TAC"/>
              <w:rPr>
                <w:noProof/>
                <w:lang w:eastAsia="ko-KR"/>
              </w:rPr>
            </w:pPr>
            <w:r>
              <w:rPr>
                <w:rFonts w:cs="Arial"/>
                <w:lang w:eastAsia="zh-CN"/>
              </w:rPr>
              <w:t>DC_11A_n257A</w:t>
            </w:r>
          </w:p>
        </w:tc>
      </w:tr>
      <w:tr w:rsidR="00B93D26" w14:paraId="1291D274"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48CC56C" w14:textId="77777777" w:rsidR="00B93D26" w:rsidRDefault="00B93D26" w:rsidP="00AC3FE8">
            <w:pPr>
              <w:pStyle w:val="TAC"/>
              <w:rPr>
                <w:rFonts w:eastAsia="Malgun Gothic"/>
                <w:noProof/>
                <w:lang w:eastAsia="ko-KR"/>
              </w:rPr>
            </w:pPr>
            <w:r>
              <w:rPr>
                <w:rFonts w:eastAsia="Malgun Gothic"/>
                <w:noProof/>
                <w:lang w:eastAsia="ko-KR"/>
              </w:rPr>
              <w:t>DC_11A_n77(2A)-n257A</w:t>
            </w:r>
            <w:r>
              <w:rPr>
                <w:vertAlign w:val="superscript"/>
                <w:lang w:eastAsia="zh-TW"/>
              </w:rPr>
              <w:t>2</w:t>
            </w:r>
          </w:p>
          <w:p w14:paraId="677E992C" w14:textId="77777777" w:rsidR="00B93D26" w:rsidRDefault="00B93D26" w:rsidP="00AC3FE8">
            <w:pPr>
              <w:pStyle w:val="TAC"/>
              <w:rPr>
                <w:rFonts w:eastAsia="Malgun Gothic"/>
                <w:noProof/>
                <w:lang w:eastAsia="ko-KR"/>
              </w:rPr>
            </w:pPr>
            <w:r>
              <w:rPr>
                <w:rFonts w:eastAsia="Malgun Gothic"/>
                <w:noProof/>
                <w:lang w:eastAsia="ko-KR"/>
              </w:rPr>
              <w:t>DC_11A_n77(2A)-n257D</w:t>
            </w:r>
            <w:r>
              <w:rPr>
                <w:vertAlign w:val="superscript"/>
                <w:lang w:eastAsia="zh-TW"/>
              </w:rPr>
              <w:t>2</w:t>
            </w:r>
          </w:p>
          <w:p w14:paraId="7EC71E1F" w14:textId="77777777" w:rsidR="00B93D26" w:rsidRDefault="00B93D26" w:rsidP="00AC3FE8">
            <w:pPr>
              <w:pStyle w:val="TAC"/>
              <w:rPr>
                <w:rFonts w:eastAsia="Malgun Gothic"/>
                <w:noProof/>
                <w:lang w:eastAsia="ko-KR"/>
              </w:rPr>
            </w:pPr>
            <w:r>
              <w:rPr>
                <w:rFonts w:eastAsia="Malgun Gothic"/>
                <w:noProof/>
                <w:lang w:eastAsia="ko-KR"/>
              </w:rPr>
              <w:t>DC_11A_n77(2A)-n257G</w:t>
            </w:r>
            <w:r>
              <w:rPr>
                <w:vertAlign w:val="superscript"/>
                <w:lang w:eastAsia="zh-TW"/>
              </w:rPr>
              <w:t>2</w:t>
            </w:r>
          </w:p>
          <w:p w14:paraId="37DB961B" w14:textId="77777777" w:rsidR="00B93D26" w:rsidRDefault="00B93D26" w:rsidP="00AC3FE8">
            <w:pPr>
              <w:pStyle w:val="TAC"/>
              <w:rPr>
                <w:rFonts w:eastAsia="Malgun Gothic"/>
                <w:noProof/>
                <w:lang w:eastAsia="ko-KR"/>
              </w:rPr>
            </w:pPr>
            <w:r>
              <w:rPr>
                <w:rFonts w:eastAsia="Malgun Gothic"/>
                <w:noProof/>
                <w:lang w:eastAsia="ko-KR"/>
              </w:rPr>
              <w:t>DC_11A_n77(2A)-n257H</w:t>
            </w:r>
            <w:r>
              <w:rPr>
                <w:vertAlign w:val="superscript"/>
                <w:lang w:eastAsia="zh-TW"/>
              </w:rPr>
              <w:t>2</w:t>
            </w:r>
          </w:p>
          <w:p w14:paraId="7E1A539C" w14:textId="77777777" w:rsidR="00B93D26" w:rsidRDefault="00B93D26" w:rsidP="00AC3FE8">
            <w:pPr>
              <w:pStyle w:val="TAC"/>
            </w:pPr>
            <w:r>
              <w:rPr>
                <w:rFonts w:eastAsia="Malgun Gothic"/>
                <w:noProof/>
                <w:lang w:eastAsia="ko-KR"/>
              </w:rPr>
              <w:t>DC_11A_n77(2A)-n257I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30684A7" w14:textId="77777777" w:rsidR="00B93D26" w:rsidRDefault="00B93D26" w:rsidP="00AC3FE8">
            <w:pPr>
              <w:pStyle w:val="TAC"/>
              <w:rPr>
                <w:rFonts w:eastAsia="Malgun Gothic"/>
                <w:noProof/>
                <w:lang w:eastAsia="ko-KR"/>
              </w:rPr>
            </w:pPr>
            <w:r>
              <w:rPr>
                <w:rFonts w:eastAsia="Malgun Gothic"/>
                <w:noProof/>
                <w:lang w:eastAsia="ko-KR"/>
              </w:rPr>
              <w:t>DC_11A_n77A</w:t>
            </w:r>
          </w:p>
          <w:p w14:paraId="3C1BD39C" w14:textId="77777777" w:rsidR="00B93D26" w:rsidRDefault="00B93D26" w:rsidP="00AC3FE8">
            <w:pPr>
              <w:pStyle w:val="TAC"/>
            </w:pPr>
            <w:r>
              <w:rPr>
                <w:rFonts w:eastAsia="Malgun Gothic"/>
                <w:noProof/>
                <w:lang w:eastAsia="ko-KR"/>
              </w:rPr>
              <w:t>DC_11A_n257A</w:t>
            </w:r>
          </w:p>
        </w:tc>
      </w:tr>
      <w:tr w:rsidR="00B93D26" w14:paraId="326C4A53"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F436A41" w14:textId="77777777" w:rsidR="00B93D26" w:rsidRDefault="00B93D26" w:rsidP="00AC3FE8">
            <w:pPr>
              <w:pStyle w:val="TAC"/>
            </w:pPr>
            <w:r>
              <w:t>DC_19A_n77A-n257A</w:t>
            </w:r>
            <w:r>
              <w:rPr>
                <w:vertAlign w:val="superscript"/>
                <w:lang w:eastAsia="zh-TW"/>
              </w:rPr>
              <w:t>2</w:t>
            </w:r>
          </w:p>
          <w:p w14:paraId="58502FB4" w14:textId="77777777" w:rsidR="00B93D26" w:rsidRDefault="00B93D26" w:rsidP="00AC3FE8">
            <w:pPr>
              <w:pStyle w:val="TAC"/>
            </w:pPr>
            <w:r>
              <w:t>DC_19A_n77A-n257D</w:t>
            </w:r>
            <w:r>
              <w:rPr>
                <w:vertAlign w:val="superscript"/>
                <w:lang w:eastAsia="zh-TW"/>
              </w:rPr>
              <w:t>2</w:t>
            </w:r>
          </w:p>
          <w:p w14:paraId="17430268" w14:textId="77777777" w:rsidR="00B93D26" w:rsidRDefault="00B93D26" w:rsidP="00AC3FE8">
            <w:pPr>
              <w:pStyle w:val="TAC"/>
            </w:pPr>
            <w:r>
              <w:t>DC_19A_n77A-n257E</w:t>
            </w:r>
            <w:r>
              <w:rPr>
                <w:vertAlign w:val="superscript"/>
                <w:lang w:eastAsia="zh-TW"/>
              </w:rPr>
              <w:t>2</w:t>
            </w:r>
          </w:p>
          <w:p w14:paraId="00C0067C" w14:textId="77777777" w:rsidR="00B93D26" w:rsidRDefault="00B93D26" w:rsidP="00AC3FE8">
            <w:pPr>
              <w:pStyle w:val="TAC"/>
            </w:pPr>
            <w:r>
              <w:t>DC_19A_n77A-n257F</w:t>
            </w:r>
            <w:r>
              <w:rPr>
                <w:vertAlign w:val="superscript"/>
                <w:lang w:eastAsia="zh-TW"/>
              </w:rPr>
              <w:t>2</w:t>
            </w:r>
          </w:p>
          <w:p w14:paraId="61C56716" w14:textId="77777777" w:rsidR="00B93D26" w:rsidRDefault="00B93D26" w:rsidP="00AC3FE8">
            <w:pPr>
              <w:pStyle w:val="TAC"/>
            </w:pPr>
            <w:r>
              <w:t>DC_19A_n77A-n257G</w:t>
            </w:r>
            <w:r>
              <w:rPr>
                <w:vertAlign w:val="superscript"/>
                <w:lang w:eastAsia="zh-TW"/>
              </w:rPr>
              <w:t>2</w:t>
            </w:r>
          </w:p>
          <w:p w14:paraId="6D109EFE" w14:textId="77777777" w:rsidR="00B93D26" w:rsidRDefault="00B93D26" w:rsidP="00AC3FE8">
            <w:pPr>
              <w:pStyle w:val="TAC"/>
            </w:pPr>
            <w:r>
              <w:t>DC_19A_n77A-n257H</w:t>
            </w:r>
            <w:r>
              <w:rPr>
                <w:vertAlign w:val="superscript"/>
                <w:lang w:eastAsia="zh-TW"/>
              </w:rPr>
              <w:t>2</w:t>
            </w:r>
          </w:p>
          <w:p w14:paraId="31B06013" w14:textId="77777777" w:rsidR="00B93D26" w:rsidRDefault="00B93D26" w:rsidP="00AC3FE8">
            <w:pPr>
              <w:pStyle w:val="TAC"/>
            </w:pPr>
            <w:r>
              <w:t>DC_19A_n77A-n257I</w:t>
            </w:r>
            <w:r>
              <w:rPr>
                <w:vertAlign w:val="superscript"/>
                <w:lang w:eastAsia="zh-TW"/>
              </w:rPr>
              <w:t>2</w:t>
            </w:r>
          </w:p>
          <w:p w14:paraId="56627EA9" w14:textId="77777777" w:rsidR="00B93D26" w:rsidRDefault="00B93D26" w:rsidP="00AC3FE8">
            <w:pPr>
              <w:pStyle w:val="TAC"/>
            </w:pPr>
            <w:r>
              <w:t>DC_19A_n77C-n257A</w:t>
            </w:r>
            <w:r>
              <w:rPr>
                <w:vertAlign w:val="superscript"/>
                <w:lang w:eastAsia="zh-TW"/>
              </w:rPr>
              <w:t>2</w:t>
            </w:r>
          </w:p>
          <w:p w14:paraId="1BA1F75B" w14:textId="77777777" w:rsidR="00B93D26" w:rsidRDefault="00B93D26" w:rsidP="00AC3FE8">
            <w:pPr>
              <w:pStyle w:val="TAC"/>
            </w:pPr>
            <w:r>
              <w:t>DC_19A_n77C-n257D</w:t>
            </w:r>
            <w:r>
              <w:rPr>
                <w:vertAlign w:val="superscript"/>
                <w:lang w:eastAsia="zh-TW"/>
              </w:rPr>
              <w:t>2</w:t>
            </w:r>
          </w:p>
          <w:p w14:paraId="2F9B2F5B" w14:textId="77777777" w:rsidR="00B93D26" w:rsidRDefault="00B93D26" w:rsidP="00AC3FE8">
            <w:pPr>
              <w:pStyle w:val="TAC"/>
            </w:pPr>
            <w:r>
              <w:t>DC_19A_n77C-n257E</w:t>
            </w:r>
            <w:r>
              <w:rPr>
                <w:vertAlign w:val="superscript"/>
                <w:lang w:eastAsia="zh-TW"/>
              </w:rPr>
              <w:t>2</w:t>
            </w:r>
          </w:p>
          <w:p w14:paraId="6F7492F8" w14:textId="77777777" w:rsidR="00B93D26" w:rsidRDefault="00B93D26" w:rsidP="00AC3FE8">
            <w:pPr>
              <w:pStyle w:val="TAC"/>
              <w:rPr>
                <w:noProof/>
              </w:rPr>
            </w:pPr>
            <w:r>
              <w:t>DC_19A_n77C-n257F</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63716EC" w14:textId="77777777" w:rsidR="00B93D26" w:rsidRDefault="00B93D26" w:rsidP="00AC3FE8">
            <w:pPr>
              <w:pStyle w:val="TAC"/>
              <w:wordWrap w:val="0"/>
            </w:pPr>
            <w:r>
              <w:t>DC_19A_n77A</w:t>
            </w:r>
          </w:p>
          <w:p w14:paraId="6A774C0D" w14:textId="77777777" w:rsidR="00B93D26" w:rsidRDefault="00B93D26" w:rsidP="00AC3FE8">
            <w:pPr>
              <w:pStyle w:val="TAC"/>
              <w:keepNext w:val="0"/>
              <w:rPr>
                <w:noProof/>
              </w:rPr>
            </w:pPr>
            <w:r>
              <w:t>DC_19A_n257A</w:t>
            </w:r>
          </w:p>
          <w:p w14:paraId="7DAD7346" w14:textId="77777777" w:rsidR="00B93D26" w:rsidRDefault="00B93D26" w:rsidP="00AC3FE8">
            <w:pPr>
              <w:pStyle w:val="TAC"/>
              <w:keepNext w:val="0"/>
              <w:rPr>
                <w:noProof/>
              </w:rPr>
            </w:pPr>
            <w:r>
              <w:rPr>
                <w:noProof/>
              </w:rPr>
              <w:t>DC_19A_n257G</w:t>
            </w:r>
          </w:p>
          <w:p w14:paraId="022C3B7F" w14:textId="77777777" w:rsidR="00B93D26" w:rsidRDefault="00B93D26" w:rsidP="00AC3FE8">
            <w:pPr>
              <w:pStyle w:val="TAC"/>
              <w:keepNext w:val="0"/>
              <w:rPr>
                <w:noProof/>
              </w:rPr>
            </w:pPr>
            <w:r>
              <w:rPr>
                <w:noProof/>
              </w:rPr>
              <w:t>DC_19A_n257H</w:t>
            </w:r>
          </w:p>
          <w:p w14:paraId="75F31C60" w14:textId="77777777" w:rsidR="00B93D26" w:rsidRDefault="00B93D26" w:rsidP="00AC3FE8">
            <w:pPr>
              <w:pStyle w:val="TAC"/>
              <w:keepNext w:val="0"/>
              <w:rPr>
                <w:noProof/>
              </w:rPr>
            </w:pPr>
            <w:r>
              <w:rPr>
                <w:noProof/>
              </w:rPr>
              <w:t>DC_19A_n257I</w:t>
            </w:r>
          </w:p>
          <w:p w14:paraId="0A947349" w14:textId="77777777" w:rsidR="00B93D26" w:rsidRDefault="00B93D26" w:rsidP="00AC3FE8">
            <w:pPr>
              <w:pStyle w:val="TAC"/>
              <w:wordWrap w:val="0"/>
            </w:pPr>
            <w:r>
              <w:t>DC_19A_n77A-n257A</w:t>
            </w:r>
          </w:p>
          <w:p w14:paraId="7C176AFE" w14:textId="77777777" w:rsidR="00B93D26" w:rsidRDefault="00B93D26" w:rsidP="00AC3FE8">
            <w:pPr>
              <w:pStyle w:val="TAC"/>
              <w:keepNext w:val="0"/>
            </w:pPr>
            <w:r>
              <w:t>DC_19A_n77A-n257G</w:t>
            </w:r>
          </w:p>
          <w:p w14:paraId="29708A4F" w14:textId="77777777" w:rsidR="00B93D26" w:rsidRDefault="00B93D26" w:rsidP="00AC3FE8">
            <w:pPr>
              <w:pStyle w:val="TAC"/>
              <w:keepNext w:val="0"/>
            </w:pPr>
            <w:r>
              <w:t>DC_19A_n77A-n257H</w:t>
            </w:r>
          </w:p>
          <w:p w14:paraId="5D76D23D" w14:textId="77777777" w:rsidR="00B93D26" w:rsidRDefault="00B93D26" w:rsidP="00AC3FE8">
            <w:pPr>
              <w:pStyle w:val="TAC"/>
              <w:rPr>
                <w:noProof/>
              </w:rPr>
            </w:pPr>
            <w:r>
              <w:t>DC_19A_n77A-n257I</w:t>
            </w:r>
          </w:p>
        </w:tc>
      </w:tr>
      <w:tr w:rsidR="00B93D26" w14:paraId="3AC587A0"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F6C15A9" w14:textId="77777777" w:rsidR="00B93D26" w:rsidRDefault="00B93D26" w:rsidP="00AC3FE8">
            <w:pPr>
              <w:pStyle w:val="TAC"/>
            </w:pPr>
            <w:r>
              <w:t>DC_19A_n78A-n257A</w:t>
            </w:r>
            <w:r>
              <w:rPr>
                <w:vertAlign w:val="superscript"/>
                <w:lang w:eastAsia="zh-TW"/>
              </w:rPr>
              <w:t>2</w:t>
            </w:r>
          </w:p>
          <w:p w14:paraId="7087E77B" w14:textId="77777777" w:rsidR="00B93D26" w:rsidRDefault="00B93D26" w:rsidP="00AC3FE8">
            <w:pPr>
              <w:pStyle w:val="TAC"/>
            </w:pPr>
            <w:r>
              <w:t>DC_19A_n78A-n257D</w:t>
            </w:r>
            <w:r>
              <w:rPr>
                <w:vertAlign w:val="superscript"/>
                <w:lang w:eastAsia="zh-TW"/>
              </w:rPr>
              <w:t>2</w:t>
            </w:r>
          </w:p>
          <w:p w14:paraId="28C859E3" w14:textId="77777777" w:rsidR="00B93D26" w:rsidRDefault="00B93D26" w:rsidP="00AC3FE8">
            <w:pPr>
              <w:pStyle w:val="TAC"/>
            </w:pPr>
            <w:r>
              <w:t>DC_19A_n78A-n257E</w:t>
            </w:r>
            <w:r>
              <w:rPr>
                <w:vertAlign w:val="superscript"/>
                <w:lang w:eastAsia="zh-TW"/>
              </w:rPr>
              <w:t>2</w:t>
            </w:r>
          </w:p>
          <w:p w14:paraId="292D2B37" w14:textId="77777777" w:rsidR="00B93D26" w:rsidRDefault="00B93D26" w:rsidP="00AC3FE8">
            <w:pPr>
              <w:pStyle w:val="TAC"/>
            </w:pPr>
            <w:r>
              <w:t>DC_19A_n78A-n257F</w:t>
            </w:r>
            <w:r>
              <w:rPr>
                <w:vertAlign w:val="superscript"/>
                <w:lang w:eastAsia="zh-TW"/>
              </w:rPr>
              <w:t>2</w:t>
            </w:r>
          </w:p>
          <w:p w14:paraId="44DF96FA" w14:textId="77777777" w:rsidR="00B93D26" w:rsidRDefault="00B93D26" w:rsidP="00AC3FE8">
            <w:pPr>
              <w:pStyle w:val="TAC"/>
            </w:pPr>
            <w:r>
              <w:t>DC_19A_n78A-n257G</w:t>
            </w:r>
            <w:r>
              <w:rPr>
                <w:vertAlign w:val="superscript"/>
                <w:lang w:eastAsia="zh-TW"/>
              </w:rPr>
              <w:t>2</w:t>
            </w:r>
          </w:p>
          <w:p w14:paraId="50AFBEEC" w14:textId="77777777" w:rsidR="00B93D26" w:rsidRDefault="00B93D26" w:rsidP="00AC3FE8">
            <w:pPr>
              <w:pStyle w:val="TAC"/>
            </w:pPr>
            <w:r>
              <w:t>DC_19A_n78A-n257H</w:t>
            </w:r>
            <w:r>
              <w:rPr>
                <w:vertAlign w:val="superscript"/>
                <w:lang w:eastAsia="zh-TW"/>
              </w:rPr>
              <w:t>2</w:t>
            </w:r>
          </w:p>
          <w:p w14:paraId="013C563B" w14:textId="77777777" w:rsidR="00B93D26" w:rsidRDefault="00B93D26" w:rsidP="00AC3FE8">
            <w:pPr>
              <w:pStyle w:val="TAC"/>
            </w:pPr>
            <w:r>
              <w:t>DC_19A_n78A-n257I</w:t>
            </w:r>
            <w:r>
              <w:rPr>
                <w:vertAlign w:val="superscript"/>
                <w:lang w:eastAsia="zh-TW"/>
              </w:rPr>
              <w:t>2</w:t>
            </w:r>
          </w:p>
          <w:p w14:paraId="02C4B788" w14:textId="77777777" w:rsidR="00B93D26" w:rsidRDefault="00B93D26" w:rsidP="00AC3FE8">
            <w:pPr>
              <w:pStyle w:val="TAC"/>
            </w:pPr>
            <w:r>
              <w:t>DC_19A_n78C-n257A</w:t>
            </w:r>
            <w:r>
              <w:rPr>
                <w:vertAlign w:val="superscript"/>
                <w:lang w:eastAsia="zh-TW"/>
              </w:rPr>
              <w:t>2</w:t>
            </w:r>
          </w:p>
          <w:p w14:paraId="4FC18252" w14:textId="77777777" w:rsidR="00B93D26" w:rsidRDefault="00B93D26" w:rsidP="00AC3FE8">
            <w:pPr>
              <w:pStyle w:val="TAC"/>
            </w:pPr>
            <w:r>
              <w:t>DC_19A_n78C-n257D</w:t>
            </w:r>
            <w:r>
              <w:rPr>
                <w:vertAlign w:val="superscript"/>
                <w:lang w:eastAsia="zh-TW"/>
              </w:rPr>
              <w:t>2</w:t>
            </w:r>
          </w:p>
          <w:p w14:paraId="4DB165AE" w14:textId="77777777" w:rsidR="00B93D26" w:rsidRDefault="00B93D26" w:rsidP="00AC3FE8">
            <w:pPr>
              <w:pStyle w:val="TAC"/>
            </w:pPr>
            <w:r>
              <w:t>DC_19A_n78C-n257E</w:t>
            </w:r>
            <w:r>
              <w:rPr>
                <w:vertAlign w:val="superscript"/>
                <w:lang w:eastAsia="zh-TW"/>
              </w:rPr>
              <w:t>2</w:t>
            </w:r>
          </w:p>
          <w:p w14:paraId="2996A64B" w14:textId="77777777" w:rsidR="00B93D26" w:rsidRDefault="00B93D26" w:rsidP="00AC3FE8">
            <w:pPr>
              <w:pStyle w:val="TAC"/>
              <w:rPr>
                <w:noProof/>
              </w:rPr>
            </w:pPr>
            <w:r>
              <w:t>DC_19A_n78C-n257F</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3765C2C" w14:textId="77777777" w:rsidR="00B93D26" w:rsidRDefault="00B93D26" w:rsidP="00AC3FE8">
            <w:pPr>
              <w:pStyle w:val="TAC"/>
            </w:pPr>
            <w:r>
              <w:t>DC_19A_n78A</w:t>
            </w:r>
          </w:p>
          <w:p w14:paraId="3EBABE0E" w14:textId="77777777" w:rsidR="00B93D26" w:rsidRDefault="00B93D26" w:rsidP="00AC3FE8">
            <w:pPr>
              <w:pStyle w:val="TAC"/>
              <w:rPr>
                <w:noProof/>
              </w:rPr>
            </w:pPr>
            <w:r>
              <w:t>DC_19A_n257A</w:t>
            </w:r>
          </w:p>
          <w:p w14:paraId="1D19F029" w14:textId="77777777" w:rsidR="00B93D26" w:rsidRDefault="00B93D26" w:rsidP="00AC3FE8">
            <w:pPr>
              <w:pStyle w:val="TAC"/>
              <w:rPr>
                <w:noProof/>
              </w:rPr>
            </w:pPr>
            <w:r>
              <w:rPr>
                <w:noProof/>
              </w:rPr>
              <w:t>DC_19A_n257G</w:t>
            </w:r>
          </w:p>
          <w:p w14:paraId="071F1CE8" w14:textId="77777777" w:rsidR="00B93D26" w:rsidRDefault="00B93D26" w:rsidP="00AC3FE8">
            <w:pPr>
              <w:pStyle w:val="TAC"/>
              <w:rPr>
                <w:noProof/>
              </w:rPr>
            </w:pPr>
            <w:r>
              <w:rPr>
                <w:noProof/>
              </w:rPr>
              <w:t>DC_19A_n257H</w:t>
            </w:r>
          </w:p>
          <w:p w14:paraId="4FA492BF" w14:textId="77777777" w:rsidR="00B93D26" w:rsidRDefault="00B93D26" w:rsidP="00AC3FE8">
            <w:pPr>
              <w:pStyle w:val="TAC"/>
              <w:rPr>
                <w:noProof/>
              </w:rPr>
            </w:pPr>
            <w:r>
              <w:rPr>
                <w:noProof/>
              </w:rPr>
              <w:t>DC_19A_n257I</w:t>
            </w:r>
          </w:p>
          <w:p w14:paraId="779E9881" w14:textId="77777777" w:rsidR="00B93D26" w:rsidRDefault="00B93D26" w:rsidP="00AC3FE8">
            <w:pPr>
              <w:pStyle w:val="TAC"/>
            </w:pPr>
            <w:r>
              <w:t>DC_19A_n78A-n257A</w:t>
            </w:r>
          </w:p>
          <w:p w14:paraId="1A4D7504" w14:textId="77777777" w:rsidR="00B93D26" w:rsidRDefault="00B93D26" w:rsidP="00AC3FE8">
            <w:pPr>
              <w:pStyle w:val="TAC"/>
            </w:pPr>
            <w:r>
              <w:t>DC_19A_n78A-n257G</w:t>
            </w:r>
          </w:p>
          <w:p w14:paraId="288EE083" w14:textId="77777777" w:rsidR="00B93D26" w:rsidRDefault="00B93D26" w:rsidP="00AC3FE8">
            <w:pPr>
              <w:pStyle w:val="TAC"/>
            </w:pPr>
            <w:r>
              <w:t>DC_19A_n78A-n257H</w:t>
            </w:r>
          </w:p>
          <w:p w14:paraId="0C47D510" w14:textId="77777777" w:rsidR="00B93D26" w:rsidRDefault="00B93D26" w:rsidP="00AC3FE8">
            <w:pPr>
              <w:pStyle w:val="TAC"/>
              <w:rPr>
                <w:noProof/>
              </w:rPr>
            </w:pPr>
            <w:r>
              <w:t>DC_19A_n78A-n257I</w:t>
            </w:r>
          </w:p>
        </w:tc>
      </w:tr>
      <w:tr w:rsidR="00B93D26" w14:paraId="08CAB913"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6F0E389" w14:textId="77777777" w:rsidR="00B93D26" w:rsidRDefault="00B93D26" w:rsidP="00AC3FE8">
            <w:pPr>
              <w:pStyle w:val="TAC"/>
            </w:pPr>
            <w:r>
              <w:lastRenderedPageBreak/>
              <w:t>DC_19A_n79A-n257A</w:t>
            </w:r>
            <w:r>
              <w:rPr>
                <w:vertAlign w:val="superscript"/>
                <w:lang w:eastAsia="zh-TW"/>
              </w:rPr>
              <w:t>2</w:t>
            </w:r>
          </w:p>
          <w:p w14:paraId="2255D384" w14:textId="77777777" w:rsidR="00B93D26" w:rsidRDefault="00B93D26" w:rsidP="00AC3FE8">
            <w:pPr>
              <w:pStyle w:val="TAC"/>
            </w:pPr>
            <w:r>
              <w:t>DC_19A_n79A-n257D</w:t>
            </w:r>
            <w:r>
              <w:rPr>
                <w:vertAlign w:val="superscript"/>
                <w:lang w:eastAsia="zh-TW"/>
              </w:rPr>
              <w:t>2</w:t>
            </w:r>
          </w:p>
          <w:p w14:paraId="51A03323" w14:textId="77777777" w:rsidR="00B93D26" w:rsidRDefault="00B93D26" w:rsidP="00AC3FE8">
            <w:pPr>
              <w:pStyle w:val="TAC"/>
            </w:pPr>
            <w:r>
              <w:t>DC_19A_n79A-n257E</w:t>
            </w:r>
            <w:r>
              <w:rPr>
                <w:vertAlign w:val="superscript"/>
                <w:lang w:eastAsia="zh-TW"/>
              </w:rPr>
              <w:t>2</w:t>
            </w:r>
          </w:p>
          <w:p w14:paraId="09D6AACC" w14:textId="77777777" w:rsidR="00B93D26" w:rsidRDefault="00B93D26" w:rsidP="00AC3FE8">
            <w:pPr>
              <w:pStyle w:val="TAC"/>
            </w:pPr>
            <w:r>
              <w:t>DC_19A_n79A-n257F</w:t>
            </w:r>
            <w:r>
              <w:rPr>
                <w:vertAlign w:val="superscript"/>
                <w:lang w:eastAsia="zh-TW"/>
              </w:rPr>
              <w:t>2</w:t>
            </w:r>
          </w:p>
          <w:p w14:paraId="0B6308DD" w14:textId="77777777" w:rsidR="00B93D26" w:rsidRDefault="00B93D26" w:rsidP="00AC3FE8">
            <w:pPr>
              <w:pStyle w:val="TAC"/>
            </w:pPr>
            <w:r>
              <w:t>DC_19A_n79A-n257G</w:t>
            </w:r>
            <w:r>
              <w:rPr>
                <w:vertAlign w:val="superscript"/>
                <w:lang w:eastAsia="zh-TW"/>
              </w:rPr>
              <w:t>2</w:t>
            </w:r>
          </w:p>
          <w:p w14:paraId="7157B4F6" w14:textId="77777777" w:rsidR="00B93D26" w:rsidRDefault="00B93D26" w:rsidP="00AC3FE8">
            <w:pPr>
              <w:pStyle w:val="TAC"/>
            </w:pPr>
            <w:r>
              <w:t>DC_19A_n79A-n257H</w:t>
            </w:r>
            <w:r>
              <w:rPr>
                <w:vertAlign w:val="superscript"/>
                <w:lang w:eastAsia="zh-TW"/>
              </w:rPr>
              <w:t>2</w:t>
            </w:r>
          </w:p>
          <w:p w14:paraId="4CC647CA" w14:textId="77777777" w:rsidR="00B93D26" w:rsidRDefault="00B93D26" w:rsidP="00AC3FE8">
            <w:pPr>
              <w:pStyle w:val="TAC"/>
            </w:pPr>
            <w:r>
              <w:t>DC_19A_n79A-n257I</w:t>
            </w:r>
            <w:r>
              <w:rPr>
                <w:vertAlign w:val="superscript"/>
                <w:lang w:eastAsia="zh-TW"/>
              </w:rPr>
              <w:t>2</w:t>
            </w:r>
          </w:p>
          <w:p w14:paraId="6DBCE520" w14:textId="77777777" w:rsidR="00B93D26" w:rsidRDefault="00B93D26" w:rsidP="00AC3FE8">
            <w:pPr>
              <w:pStyle w:val="TAC"/>
            </w:pPr>
            <w:r>
              <w:t>DC_19A_n79C-n257A</w:t>
            </w:r>
            <w:r>
              <w:rPr>
                <w:vertAlign w:val="superscript"/>
                <w:lang w:eastAsia="zh-TW"/>
              </w:rPr>
              <w:t>2</w:t>
            </w:r>
          </w:p>
          <w:p w14:paraId="02AEE72D" w14:textId="77777777" w:rsidR="00B93D26" w:rsidRDefault="00B93D26" w:rsidP="00AC3FE8">
            <w:pPr>
              <w:pStyle w:val="TAC"/>
            </w:pPr>
            <w:r>
              <w:t>DC_19A_n79C-n257D</w:t>
            </w:r>
            <w:r>
              <w:rPr>
                <w:vertAlign w:val="superscript"/>
                <w:lang w:eastAsia="zh-TW"/>
              </w:rPr>
              <w:t>2</w:t>
            </w:r>
          </w:p>
          <w:p w14:paraId="0AE76837" w14:textId="77777777" w:rsidR="00B93D26" w:rsidRDefault="00B93D26" w:rsidP="00AC3FE8">
            <w:pPr>
              <w:pStyle w:val="TAC"/>
            </w:pPr>
            <w:r>
              <w:t>DC_19A_n79C-n257E</w:t>
            </w:r>
            <w:r>
              <w:rPr>
                <w:vertAlign w:val="superscript"/>
                <w:lang w:eastAsia="zh-TW"/>
              </w:rPr>
              <w:t>2</w:t>
            </w:r>
          </w:p>
          <w:p w14:paraId="6A95C8AB" w14:textId="77777777" w:rsidR="00B93D26" w:rsidRDefault="00B93D26" w:rsidP="00AC3FE8">
            <w:pPr>
              <w:pStyle w:val="TAC"/>
              <w:rPr>
                <w:noProof/>
              </w:rPr>
            </w:pPr>
            <w:r>
              <w:t>DC_19A_n79C-n257F</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F402BEB" w14:textId="77777777" w:rsidR="00B93D26" w:rsidRDefault="00B93D26" w:rsidP="00AC3FE8">
            <w:pPr>
              <w:pStyle w:val="TAC"/>
            </w:pPr>
            <w:r>
              <w:t>DC_19A_n79A</w:t>
            </w:r>
          </w:p>
          <w:p w14:paraId="2BE19ED4" w14:textId="77777777" w:rsidR="00B93D26" w:rsidRDefault="00B93D26" w:rsidP="00AC3FE8">
            <w:pPr>
              <w:pStyle w:val="TAC"/>
              <w:rPr>
                <w:noProof/>
              </w:rPr>
            </w:pPr>
            <w:r>
              <w:t>DC_19A_n257A</w:t>
            </w:r>
          </w:p>
          <w:p w14:paraId="0996F74C" w14:textId="77777777" w:rsidR="00B93D26" w:rsidRDefault="00B93D26" w:rsidP="00AC3FE8">
            <w:pPr>
              <w:pStyle w:val="TAC"/>
              <w:rPr>
                <w:noProof/>
              </w:rPr>
            </w:pPr>
            <w:r>
              <w:rPr>
                <w:noProof/>
              </w:rPr>
              <w:t>DC_19A_n257G</w:t>
            </w:r>
          </w:p>
          <w:p w14:paraId="7F99CEA3" w14:textId="77777777" w:rsidR="00B93D26" w:rsidRDefault="00B93D26" w:rsidP="00AC3FE8">
            <w:pPr>
              <w:pStyle w:val="TAC"/>
              <w:rPr>
                <w:noProof/>
              </w:rPr>
            </w:pPr>
            <w:r>
              <w:rPr>
                <w:noProof/>
              </w:rPr>
              <w:t>DC_19A_n257H</w:t>
            </w:r>
          </w:p>
          <w:p w14:paraId="4A992D9D" w14:textId="77777777" w:rsidR="00B93D26" w:rsidRDefault="00B93D26" w:rsidP="00AC3FE8">
            <w:pPr>
              <w:pStyle w:val="TAC"/>
              <w:rPr>
                <w:noProof/>
              </w:rPr>
            </w:pPr>
            <w:r>
              <w:rPr>
                <w:noProof/>
              </w:rPr>
              <w:t>DC_19A_n257I</w:t>
            </w:r>
          </w:p>
          <w:p w14:paraId="7177B72D" w14:textId="77777777" w:rsidR="00B93D26" w:rsidRDefault="00B93D26" w:rsidP="00AC3FE8">
            <w:pPr>
              <w:pStyle w:val="TAC"/>
            </w:pPr>
            <w:r>
              <w:t>DC_19A_n79A-n257A</w:t>
            </w:r>
          </w:p>
          <w:p w14:paraId="18BB1CB5" w14:textId="77777777" w:rsidR="00B93D26" w:rsidRDefault="00B93D26" w:rsidP="00AC3FE8">
            <w:pPr>
              <w:pStyle w:val="TAC"/>
            </w:pPr>
            <w:r>
              <w:t>DC_19A_n79A-n257G</w:t>
            </w:r>
          </w:p>
          <w:p w14:paraId="5D48F9D5" w14:textId="77777777" w:rsidR="00B93D26" w:rsidRDefault="00B93D26" w:rsidP="00AC3FE8">
            <w:pPr>
              <w:pStyle w:val="TAC"/>
            </w:pPr>
            <w:r>
              <w:t>DC_19A_n79A-n257H</w:t>
            </w:r>
          </w:p>
          <w:p w14:paraId="53A5556B" w14:textId="77777777" w:rsidR="00B93D26" w:rsidRDefault="00B93D26" w:rsidP="00AC3FE8">
            <w:pPr>
              <w:pStyle w:val="TAC"/>
              <w:rPr>
                <w:noProof/>
              </w:rPr>
            </w:pPr>
            <w:r>
              <w:t>DC_19A_n79A-n257I</w:t>
            </w:r>
          </w:p>
        </w:tc>
      </w:tr>
      <w:tr w:rsidR="00B93D26" w14:paraId="5D3EF9B4"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42AC127"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21A_n77A-</w:t>
            </w:r>
            <w:r>
              <w:rPr>
                <w:rFonts w:cs="Arial"/>
                <w:szCs w:val="18"/>
                <w:lang w:eastAsia="ja-JP"/>
              </w:rPr>
              <w:t>n</w:t>
            </w:r>
            <w:r>
              <w:rPr>
                <w:rFonts w:cs="Arial"/>
                <w:szCs w:val="18"/>
                <w:lang w:eastAsia="zh-CN"/>
              </w:rPr>
              <w:t>257A</w:t>
            </w:r>
            <w:r>
              <w:rPr>
                <w:vertAlign w:val="superscript"/>
                <w:lang w:eastAsia="zh-TW"/>
              </w:rPr>
              <w:t>2</w:t>
            </w:r>
          </w:p>
          <w:p w14:paraId="5740D84C"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21A_n77A-</w:t>
            </w:r>
            <w:r>
              <w:rPr>
                <w:rFonts w:cs="Arial"/>
                <w:szCs w:val="18"/>
                <w:lang w:eastAsia="ja-JP"/>
              </w:rPr>
              <w:t>n</w:t>
            </w:r>
            <w:r>
              <w:rPr>
                <w:rFonts w:cs="Arial"/>
                <w:szCs w:val="18"/>
                <w:lang w:eastAsia="zh-CN"/>
              </w:rPr>
              <w:t>257G</w:t>
            </w:r>
            <w:r>
              <w:rPr>
                <w:vertAlign w:val="superscript"/>
                <w:lang w:eastAsia="zh-TW"/>
              </w:rPr>
              <w:t>2</w:t>
            </w:r>
          </w:p>
          <w:p w14:paraId="6DB6C15C"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21A_n77A-</w:t>
            </w:r>
            <w:r>
              <w:rPr>
                <w:rFonts w:cs="Arial"/>
                <w:szCs w:val="18"/>
                <w:lang w:eastAsia="ja-JP"/>
              </w:rPr>
              <w:t>n</w:t>
            </w:r>
            <w:r>
              <w:rPr>
                <w:rFonts w:cs="Arial"/>
                <w:szCs w:val="18"/>
                <w:lang w:eastAsia="zh-CN"/>
              </w:rPr>
              <w:t>257H</w:t>
            </w:r>
            <w:r>
              <w:rPr>
                <w:vertAlign w:val="superscript"/>
                <w:lang w:eastAsia="zh-TW"/>
              </w:rPr>
              <w:t>2</w:t>
            </w:r>
          </w:p>
          <w:p w14:paraId="1724D9E4" w14:textId="77777777" w:rsidR="00B93D26" w:rsidRDefault="00B93D26" w:rsidP="00AC3FE8">
            <w:pPr>
              <w:pStyle w:val="TAC"/>
              <w:rPr>
                <w:noProof/>
              </w:rPr>
            </w:pPr>
            <w:r>
              <w:rPr>
                <w:rFonts w:cs="Arial"/>
                <w:szCs w:val="18"/>
                <w:lang w:eastAsia="ja-JP"/>
              </w:rPr>
              <w:t>DC_</w:t>
            </w:r>
            <w:r>
              <w:rPr>
                <w:rFonts w:cs="Arial"/>
                <w:szCs w:val="18"/>
                <w:lang w:eastAsia="zh-CN"/>
              </w:rPr>
              <w:t>21A_n77A-</w:t>
            </w:r>
            <w:r>
              <w:rPr>
                <w:rFonts w:cs="Arial"/>
                <w:szCs w:val="18"/>
                <w:lang w:eastAsia="ja-JP"/>
              </w:rPr>
              <w:t>n</w:t>
            </w:r>
            <w:r>
              <w:rPr>
                <w:rFonts w:cs="Arial"/>
                <w:szCs w:val="18"/>
                <w:lang w:eastAsia="zh-CN"/>
              </w:rPr>
              <w:t>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BC7AFDB" w14:textId="77777777" w:rsidR="00B93D26" w:rsidRDefault="00B93D26" w:rsidP="00AC3FE8">
            <w:pPr>
              <w:pStyle w:val="TAC"/>
              <w:rPr>
                <w:rFonts w:eastAsia="Malgun Gothic" w:cs="Arial"/>
                <w:szCs w:val="18"/>
                <w:lang w:eastAsia="ko-KR"/>
              </w:rPr>
            </w:pPr>
            <w:r>
              <w:rPr>
                <w:rFonts w:eastAsia="Malgun Gothic" w:cs="Arial"/>
                <w:szCs w:val="18"/>
                <w:lang w:eastAsia="ko-KR"/>
              </w:rPr>
              <w:t>DC_21A_n77A</w:t>
            </w:r>
          </w:p>
          <w:p w14:paraId="36B24EF5" w14:textId="77777777" w:rsidR="00B93D26" w:rsidRDefault="00B93D26" w:rsidP="00AC3FE8">
            <w:pPr>
              <w:pStyle w:val="TAC"/>
              <w:rPr>
                <w:rFonts w:eastAsia="Malgun Gothic" w:cs="Arial"/>
                <w:szCs w:val="18"/>
                <w:lang w:eastAsia="ko-KR"/>
              </w:rPr>
            </w:pPr>
            <w:r>
              <w:rPr>
                <w:rFonts w:eastAsia="Malgun Gothic" w:cs="Arial"/>
                <w:szCs w:val="18"/>
                <w:lang w:eastAsia="ko-KR"/>
              </w:rPr>
              <w:t>DC_21A_n257A</w:t>
            </w:r>
          </w:p>
          <w:p w14:paraId="718BE425" w14:textId="77777777" w:rsidR="00B93D26" w:rsidRDefault="00B93D26" w:rsidP="00AC3FE8">
            <w:pPr>
              <w:pStyle w:val="TAC"/>
              <w:rPr>
                <w:rFonts w:eastAsia="Malgun Gothic" w:cs="Arial"/>
                <w:szCs w:val="18"/>
                <w:lang w:eastAsia="ko-KR"/>
              </w:rPr>
            </w:pPr>
            <w:r>
              <w:rPr>
                <w:rFonts w:eastAsia="Malgun Gothic" w:cs="Arial"/>
                <w:szCs w:val="18"/>
                <w:lang w:eastAsia="ko-KR"/>
              </w:rPr>
              <w:t>DC_21A_n257G</w:t>
            </w:r>
          </w:p>
          <w:p w14:paraId="1EBC42CC" w14:textId="77777777" w:rsidR="00B93D26" w:rsidRDefault="00B93D26" w:rsidP="00AC3FE8">
            <w:pPr>
              <w:pStyle w:val="TAC"/>
              <w:rPr>
                <w:rFonts w:eastAsia="Malgun Gothic" w:cs="Arial"/>
                <w:szCs w:val="18"/>
                <w:lang w:eastAsia="ko-KR"/>
              </w:rPr>
            </w:pPr>
            <w:r>
              <w:rPr>
                <w:rFonts w:eastAsia="Malgun Gothic" w:cs="Arial"/>
                <w:szCs w:val="18"/>
                <w:lang w:eastAsia="ko-KR"/>
              </w:rPr>
              <w:t>DC_21A_n257H</w:t>
            </w:r>
          </w:p>
          <w:p w14:paraId="375B608E" w14:textId="77777777" w:rsidR="00B93D26" w:rsidRDefault="00B93D26" w:rsidP="00AC3FE8">
            <w:pPr>
              <w:pStyle w:val="TAC"/>
              <w:rPr>
                <w:rFonts w:eastAsia="Malgun Gothic" w:cs="Arial"/>
                <w:szCs w:val="18"/>
                <w:lang w:eastAsia="ko-KR"/>
              </w:rPr>
            </w:pPr>
            <w:r>
              <w:rPr>
                <w:rFonts w:eastAsia="Malgun Gothic" w:cs="Arial"/>
                <w:szCs w:val="18"/>
                <w:lang w:eastAsia="ko-KR"/>
              </w:rPr>
              <w:t>DC_21A_n257I</w:t>
            </w:r>
          </w:p>
          <w:p w14:paraId="4793F643"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21A_n77A-</w:t>
            </w:r>
            <w:r>
              <w:rPr>
                <w:rFonts w:cs="Arial"/>
                <w:szCs w:val="18"/>
                <w:lang w:eastAsia="ja-JP"/>
              </w:rPr>
              <w:t>n</w:t>
            </w:r>
            <w:r>
              <w:rPr>
                <w:rFonts w:cs="Arial"/>
                <w:szCs w:val="18"/>
                <w:lang w:eastAsia="zh-CN"/>
              </w:rPr>
              <w:t>257A</w:t>
            </w:r>
          </w:p>
          <w:p w14:paraId="125B378B"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21A_n77A-</w:t>
            </w:r>
            <w:r>
              <w:rPr>
                <w:rFonts w:cs="Arial"/>
                <w:szCs w:val="18"/>
                <w:lang w:eastAsia="ja-JP"/>
              </w:rPr>
              <w:t>n</w:t>
            </w:r>
            <w:r>
              <w:rPr>
                <w:rFonts w:cs="Arial"/>
                <w:szCs w:val="18"/>
                <w:lang w:eastAsia="zh-CN"/>
              </w:rPr>
              <w:t>257G</w:t>
            </w:r>
          </w:p>
          <w:p w14:paraId="506E82BF"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21A_n77A-</w:t>
            </w:r>
            <w:r>
              <w:rPr>
                <w:rFonts w:cs="Arial"/>
                <w:szCs w:val="18"/>
                <w:lang w:eastAsia="ja-JP"/>
              </w:rPr>
              <w:t>n</w:t>
            </w:r>
            <w:r>
              <w:rPr>
                <w:rFonts w:cs="Arial"/>
                <w:szCs w:val="18"/>
                <w:lang w:eastAsia="zh-CN"/>
              </w:rPr>
              <w:t>257H</w:t>
            </w:r>
          </w:p>
          <w:p w14:paraId="3A9ABC84" w14:textId="77777777" w:rsidR="00B93D26" w:rsidRDefault="00B93D26" w:rsidP="00AC3FE8">
            <w:pPr>
              <w:pStyle w:val="TAC"/>
              <w:rPr>
                <w:noProof/>
              </w:rPr>
            </w:pPr>
            <w:r>
              <w:rPr>
                <w:rFonts w:cs="Arial"/>
                <w:szCs w:val="18"/>
                <w:lang w:eastAsia="ja-JP"/>
              </w:rPr>
              <w:t>DC_</w:t>
            </w:r>
            <w:r>
              <w:rPr>
                <w:rFonts w:cs="Arial"/>
                <w:szCs w:val="18"/>
                <w:lang w:eastAsia="zh-CN"/>
              </w:rPr>
              <w:t>21A_n77A-</w:t>
            </w:r>
            <w:r>
              <w:rPr>
                <w:rFonts w:cs="Arial"/>
                <w:szCs w:val="18"/>
                <w:lang w:eastAsia="ja-JP"/>
              </w:rPr>
              <w:t>n</w:t>
            </w:r>
            <w:r>
              <w:rPr>
                <w:rFonts w:cs="Arial"/>
                <w:szCs w:val="18"/>
                <w:lang w:eastAsia="zh-CN"/>
              </w:rPr>
              <w:t>257I</w:t>
            </w:r>
          </w:p>
        </w:tc>
      </w:tr>
      <w:tr w:rsidR="00B93D26" w14:paraId="7C77138E"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3FE61DB" w14:textId="77777777" w:rsidR="00B93D26" w:rsidRDefault="00B93D26" w:rsidP="00AC3FE8">
            <w:pPr>
              <w:pStyle w:val="TAC"/>
              <w:rPr>
                <w:rFonts w:eastAsia="Malgun Gothic"/>
                <w:noProof/>
                <w:lang w:eastAsia="ko-KR"/>
              </w:rPr>
            </w:pPr>
            <w:r>
              <w:rPr>
                <w:rFonts w:eastAsia="Malgun Gothic"/>
                <w:noProof/>
                <w:lang w:eastAsia="ko-KR"/>
              </w:rPr>
              <w:t>DC_8A_n78A-n257A</w:t>
            </w:r>
            <w:r>
              <w:rPr>
                <w:vertAlign w:val="superscript"/>
                <w:lang w:eastAsia="zh-TW"/>
              </w:rPr>
              <w:t>2</w:t>
            </w:r>
          </w:p>
          <w:p w14:paraId="60FCE4E0" w14:textId="77777777" w:rsidR="00B93D26" w:rsidRDefault="00B93D26" w:rsidP="00AC3FE8">
            <w:pPr>
              <w:pStyle w:val="TAC"/>
              <w:rPr>
                <w:rFonts w:eastAsia="Malgun Gothic"/>
                <w:noProof/>
                <w:lang w:eastAsia="ko-KR"/>
              </w:rPr>
            </w:pPr>
            <w:r>
              <w:rPr>
                <w:rFonts w:eastAsia="Malgun Gothic"/>
                <w:noProof/>
                <w:lang w:eastAsia="ko-KR"/>
              </w:rPr>
              <w:t>DC_8A_n78A-n257D</w:t>
            </w:r>
            <w:r>
              <w:rPr>
                <w:vertAlign w:val="superscript"/>
                <w:lang w:eastAsia="zh-TW"/>
              </w:rPr>
              <w:t>2</w:t>
            </w:r>
          </w:p>
          <w:p w14:paraId="60E548CE" w14:textId="77777777" w:rsidR="00B93D26" w:rsidRDefault="00B93D26" w:rsidP="00AC3FE8">
            <w:pPr>
              <w:pStyle w:val="TAC"/>
              <w:rPr>
                <w:rFonts w:eastAsia="Malgun Gothic"/>
                <w:noProof/>
                <w:lang w:eastAsia="ko-KR"/>
              </w:rPr>
            </w:pPr>
            <w:r>
              <w:rPr>
                <w:rFonts w:eastAsia="Malgun Gothic"/>
                <w:noProof/>
                <w:lang w:eastAsia="ko-KR"/>
              </w:rPr>
              <w:t>DC_8A_n78A-n257E</w:t>
            </w:r>
            <w:r>
              <w:rPr>
                <w:vertAlign w:val="superscript"/>
                <w:lang w:eastAsia="zh-TW"/>
              </w:rPr>
              <w:t>2</w:t>
            </w:r>
          </w:p>
          <w:p w14:paraId="5726E219" w14:textId="77777777" w:rsidR="00B93D26" w:rsidRDefault="00B93D26" w:rsidP="00AC3FE8">
            <w:pPr>
              <w:pStyle w:val="TAC"/>
              <w:rPr>
                <w:rFonts w:eastAsia="Malgun Gothic"/>
                <w:noProof/>
                <w:lang w:eastAsia="ko-KR"/>
              </w:rPr>
            </w:pPr>
            <w:r>
              <w:rPr>
                <w:rFonts w:eastAsia="Malgun Gothic"/>
                <w:noProof/>
                <w:lang w:eastAsia="ko-KR"/>
              </w:rPr>
              <w:t>DC_8A_n78A-n257F</w:t>
            </w:r>
            <w:r>
              <w:rPr>
                <w:vertAlign w:val="superscript"/>
                <w:lang w:eastAsia="zh-TW"/>
              </w:rPr>
              <w:t>2</w:t>
            </w:r>
          </w:p>
          <w:p w14:paraId="09BCBC11" w14:textId="77777777" w:rsidR="00B93D26" w:rsidRDefault="00B93D26" w:rsidP="00AC3FE8">
            <w:pPr>
              <w:pStyle w:val="TAC"/>
              <w:rPr>
                <w:rFonts w:eastAsia="Malgun Gothic"/>
                <w:noProof/>
                <w:lang w:eastAsia="ko-KR"/>
              </w:rPr>
            </w:pPr>
            <w:r>
              <w:rPr>
                <w:rFonts w:eastAsia="Malgun Gothic"/>
                <w:noProof/>
                <w:lang w:eastAsia="ko-KR"/>
              </w:rPr>
              <w:t>DC_8A_n78A-n257G</w:t>
            </w:r>
            <w:r>
              <w:rPr>
                <w:vertAlign w:val="superscript"/>
                <w:lang w:eastAsia="zh-TW"/>
              </w:rPr>
              <w:t>2</w:t>
            </w:r>
          </w:p>
          <w:p w14:paraId="288789A1" w14:textId="77777777" w:rsidR="00B93D26" w:rsidRDefault="00B93D26" w:rsidP="00AC3FE8">
            <w:pPr>
              <w:pStyle w:val="TAC"/>
              <w:rPr>
                <w:rFonts w:eastAsia="Malgun Gothic"/>
                <w:noProof/>
                <w:lang w:eastAsia="ko-KR"/>
              </w:rPr>
            </w:pPr>
            <w:r>
              <w:rPr>
                <w:rFonts w:eastAsia="Malgun Gothic"/>
                <w:noProof/>
                <w:lang w:eastAsia="ko-KR"/>
              </w:rPr>
              <w:t>DC_8A_n78A-n257H</w:t>
            </w:r>
            <w:r>
              <w:rPr>
                <w:vertAlign w:val="superscript"/>
                <w:lang w:eastAsia="zh-TW"/>
              </w:rPr>
              <w:t>2</w:t>
            </w:r>
          </w:p>
          <w:p w14:paraId="72B7BAD4" w14:textId="77777777" w:rsidR="00B93D26" w:rsidRDefault="00B93D26" w:rsidP="00AC3FE8">
            <w:pPr>
              <w:pStyle w:val="TAC"/>
              <w:rPr>
                <w:rFonts w:eastAsia="Malgun Gothic"/>
                <w:noProof/>
                <w:lang w:eastAsia="ko-KR"/>
              </w:rPr>
            </w:pPr>
            <w:r>
              <w:rPr>
                <w:rFonts w:eastAsia="Malgun Gothic"/>
                <w:noProof/>
                <w:lang w:eastAsia="ko-KR"/>
              </w:rPr>
              <w:t>DC_8A_n78A-n257I</w:t>
            </w:r>
            <w:r>
              <w:rPr>
                <w:vertAlign w:val="superscript"/>
                <w:lang w:eastAsia="zh-TW"/>
              </w:rPr>
              <w:t>2</w:t>
            </w:r>
          </w:p>
          <w:p w14:paraId="0D8752F3" w14:textId="77777777" w:rsidR="00B93D26" w:rsidRDefault="00B93D26" w:rsidP="00AC3FE8">
            <w:pPr>
              <w:pStyle w:val="TAC"/>
              <w:rPr>
                <w:rFonts w:eastAsia="Malgun Gothic"/>
                <w:noProof/>
                <w:lang w:eastAsia="ko-KR"/>
              </w:rPr>
            </w:pPr>
            <w:r>
              <w:rPr>
                <w:rFonts w:eastAsia="Malgun Gothic"/>
                <w:noProof/>
                <w:lang w:eastAsia="ko-KR"/>
              </w:rPr>
              <w:t>DC_8A_n78A-n257J</w:t>
            </w:r>
            <w:r>
              <w:rPr>
                <w:vertAlign w:val="superscript"/>
                <w:lang w:eastAsia="zh-TW"/>
              </w:rPr>
              <w:t>2</w:t>
            </w:r>
          </w:p>
          <w:p w14:paraId="1B85F88A" w14:textId="77777777" w:rsidR="00B93D26" w:rsidRDefault="00B93D26" w:rsidP="00AC3FE8">
            <w:pPr>
              <w:pStyle w:val="TAC"/>
              <w:rPr>
                <w:rFonts w:eastAsia="Malgun Gothic"/>
                <w:noProof/>
                <w:lang w:eastAsia="ko-KR"/>
              </w:rPr>
            </w:pPr>
            <w:r>
              <w:rPr>
                <w:rFonts w:eastAsia="Malgun Gothic"/>
                <w:noProof/>
                <w:lang w:eastAsia="ko-KR"/>
              </w:rPr>
              <w:t>DC_8A_n78A-n257K</w:t>
            </w:r>
            <w:r>
              <w:rPr>
                <w:vertAlign w:val="superscript"/>
                <w:lang w:eastAsia="zh-TW"/>
              </w:rPr>
              <w:t>2</w:t>
            </w:r>
          </w:p>
          <w:p w14:paraId="7D9C8BD0" w14:textId="77777777" w:rsidR="00B93D26" w:rsidRDefault="00B93D26" w:rsidP="00AC3FE8">
            <w:pPr>
              <w:pStyle w:val="TAC"/>
              <w:rPr>
                <w:rFonts w:eastAsia="Malgun Gothic"/>
                <w:noProof/>
                <w:lang w:eastAsia="ko-KR"/>
              </w:rPr>
            </w:pPr>
            <w:r>
              <w:rPr>
                <w:rFonts w:eastAsia="Malgun Gothic"/>
                <w:noProof/>
                <w:lang w:eastAsia="ko-KR"/>
              </w:rPr>
              <w:t>DC_8A_n78A-n257L</w:t>
            </w:r>
            <w:r>
              <w:rPr>
                <w:vertAlign w:val="superscript"/>
                <w:lang w:eastAsia="zh-TW"/>
              </w:rPr>
              <w:t>2</w:t>
            </w:r>
          </w:p>
          <w:p w14:paraId="79ACA7EA" w14:textId="77777777" w:rsidR="00B93D26" w:rsidRDefault="00B93D26" w:rsidP="00AC3FE8">
            <w:pPr>
              <w:pStyle w:val="TAC"/>
              <w:rPr>
                <w:rFonts w:eastAsia="Malgun Gothic" w:cs="Arial"/>
                <w:szCs w:val="18"/>
                <w:lang w:eastAsia="ko-KR"/>
              </w:rPr>
            </w:pPr>
            <w:r>
              <w:rPr>
                <w:rFonts w:eastAsia="Malgun Gothic"/>
                <w:noProof/>
                <w:lang w:eastAsia="ko-KR"/>
              </w:rPr>
              <w:t>DC_8A_n78A-n257M</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FB2B7DD" w14:textId="77777777" w:rsidR="00B93D26" w:rsidRDefault="00B93D26" w:rsidP="00AC3FE8">
            <w:pPr>
              <w:pStyle w:val="TAC"/>
              <w:rPr>
                <w:rFonts w:eastAsia="Malgun Gothic"/>
                <w:noProof/>
                <w:lang w:eastAsia="ko-KR"/>
              </w:rPr>
            </w:pPr>
            <w:r>
              <w:rPr>
                <w:rFonts w:eastAsia="Malgun Gothic"/>
                <w:noProof/>
                <w:lang w:eastAsia="ko-KR"/>
              </w:rPr>
              <w:t>DC_8A_n78A</w:t>
            </w:r>
          </w:p>
          <w:p w14:paraId="36447CDE" w14:textId="77777777" w:rsidR="00B93D26" w:rsidRDefault="00B93D26" w:rsidP="00AC3FE8">
            <w:pPr>
              <w:pStyle w:val="TAC"/>
              <w:rPr>
                <w:rFonts w:eastAsia="Malgun Gothic" w:cs="Arial"/>
                <w:szCs w:val="18"/>
                <w:lang w:eastAsia="ko-KR"/>
              </w:rPr>
            </w:pPr>
            <w:r>
              <w:rPr>
                <w:rFonts w:eastAsia="Malgun Gothic"/>
                <w:noProof/>
                <w:lang w:eastAsia="ko-KR"/>
              </w:rPr>
              <w:t>DC_8A_n257A</w:t>
            </w:r>
          </w:p>
        </w:tc>
      </w:tr>
      <w:tr w:rsidR="00B93D26" w14:paraId="0BBFA827"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F3636A7" w14:textId="77777777" w:rsidR="00B93D26" w:rsidRDefault="00B93D26" w:rsidP="00AC3FE8">
            <w:pPr>
              <w:pStyle w:val="TAC"/>
              <w:rPr>
                <w:rFonts w:eastAsia="Malgun Gothic" w:cs="Arial"/>
                <w:lang w:eastAsia="ko-KR"/>
              </w:rPr>
            </w:pPr>
            <w:r>
              <w:rPr>
                <w:rFonts w:cs="Arial"/>
                <w:lang w:eastAsia="zh-CN"/>
              </w:rPr>
              <w:t>DC_18A_n3A</w:t>
            </w:r>
            <w:r>
              <w:rPr>
                <w:rFonts w:cs="Arial"/>
                <w:lang w:eastAsia="ja-JP"/>
              </w:rPr>
              <w:t>-</w:t>
            </w:r>
            <w:r>
              <w:rPr>
                <w:rFonts w:cs="Arial"/>
                <w:lang w:eastAsia="zh-CN"/>
              </w:rPr>
              <w:t>n257</w:t>
            </w:r>
            <w:r>
              <w:rPr>
                <w:rFonts w:eastAsia="Malgun Gothic" w:cs="Arial"/>
                <w:lang w:eastAsia="ko-KR"/>
              </w:rPr>
              <w:t>A</w:t>
            </w:r>
          </w:p>
          <w:p w14:paraId="5DDB9F79" w14:textId="77777777" w:rsidR="00B93D26" w:rsidRDefault="00B93D26" w:rsidP="00AC3FE8">
            <w:pPr>
              <w:pStyle w:val="TAC"/>
              <w:rPr>
                <w:rFonts w:eastAsia="Malgun Gothic" w:cs="Arial"/>
                <w:lang w:eastAsia="ko-KR"/>
              </w:rPr>
            </w:pPr>
            <w:r>
              <w:rPr>
                <w:rFonts w:cs="Arial"/>
                <w:lang w:eastAsia="zh-CN"/>
              </w:rPr>
              <w:t>DC_18A_n3A</w:t>
            </w:r>
            <w:r>
              <w:rPr>
                <w:rFonts w:cs="Arial"/>
                <w:lang w:eastAsia="ja-JP"/>
              </w:rPr>
              <w:t>-</w:t>
            </w:r>
            <w:r>
              <w:rPr>
                <w:rFonts w:cs="Arial"/>
                <w:lang w:eastAsia="zh-CN"/>
              </w:rPr>
              <w:t>n257</w:t>
            </w:r>
            <w:r>
              <w:rPr>
                <w:rFonts w:eastAsia="Malgun Gothic" w:cs="Arial"/>
                <w:lang w:eastAsia="ko-KR"/>
              </w:rPr>
              <w:t>G</w:t>
            </w:r>
          </w:p>
          <w:p w14:paraId="4D81DA12" w14:textId="77777777" w:rsidR="00B93D26" w:rsidRDefault="00B93D26" w:rsidP="00AC3FE8">
            <w:pPr>
              <w:pStyle w:val="TAC"/>
              <w:rPr>
                <w:rFonts w:eastAsia="Malgun Gothic" w:cs="Arial"/>
                <w:lang w:eastAsia="ko-KR"/>
              </w:rPr>
            </w:pPr>
            <w:r>
              <w:rPr>
                <w:rFonts w:cs="Arial"/>
                <w:lang w:eastAsia="zh-CN"/>
              </w:rPr>
              <w:t>DC_18A_n3A</w:t>
            </w:r>
            <w:r>
              <w:rPr>
                <w:rFonts w:cs="Arial"/>
                <w:lang w:eastAsia="ja-JP"/>
              </w:rPr>
              <w:t>-</w:t>
            </w:r>
            <w:r>
              <w:rPr>
                <w:rFonts w:cs="Arial"/>
                <w:lang w:eastAsia="zh-CN"/>
              </w:rPr>
              <w:t>n257</w:t>
            </w:r>
            <w:r>
              <w:rPr>
                <w:rFonts w:eastAsia="Malgun Gothic" w:cs="Arial"/>
                <w:lang w:eastAsia="ko-KR"/>
              </w:rPr>
              <w:t>H</w:t>
            </w:r>
          </w:p>
          <w:p w14:paraId="0997BAB6" w14:textId="77777777" w:rsidR="00B93D26" w:rsidRDefault="00B93D26" w:rsidP="00AC3FE8">
            <w:pPr>
              <w:pStyle w:val="TAC"/>
              <w:rPr>
                <w:rFonts w:eastAsia="Malgun Gothic" w:cs="Arial"/>
                <w:szCs w:val="18"/>
                <w:lang w:eastAsia="ko-KR"/>
              </w:rPr>
            </w:pPr>
            <w:r>
              <w:rPr>
                <w:rFonts w:cs="Arial"/>
                <w:lang w:eastAsia="zh-CN"/>
              </w:rPr>
              <w:t>DC_18A_n3A</w:t>
            </w:r>
            <w:r>
              <w:rPr>
                <w:rFonts w:cs="Arial"/>
                <w:lang w:eastAsia="ja-JP"/>
              </w:rPr>
              <w:t>-</w:t>
            </w:r>
            <w:r>
              <w:rPr>
                <w:rFonts w:cs="Arial"/>
                <w:lang w:eastAsia="zh-CN"/>
              </w:rPr>
              <w:t>n257</w:t>
            </w:r>
            <w:r>
              <w:rPr>
                <w:rFonts w:eastAsia="Malgun Gothic" w:cs="Arial"/>
                <w:lang w:eastAsia="ko-KR"/>
              </w:rPr>
              <w:t>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CE28740" w14:textId="77777777" w:rsidR="00B93D26" w:rsidRDefault="00B93D26" w:rsidP="00AC3FE8">
            <w:pPr>
              <w:pStyle w:val="TAC"/>
              <w:rPr>
                <w:rFonts w:eastAsia="Malgun Gothic"/>
                <w:noProof/>
                <w:lang w:eastAsia="ko-KR"/>
              </w:rPr>
            </w:pPr>
            <w:r>
              <w:rPr>
                <w:rFonts w:eastAsia="Malgun Gothic"/>
                <w:noProof/>
                <w:lang w:eastAsia="ko-KR"/>
              </w:rPr>
              <w:t>DC_18A_n3A</w:t>
            </w:r>
          </w:p>
          <w:p w14:paraId="396B5F64" w14:textId="77777777" w:rsidR="00B93D26" w:rsidRDefault="00B93D26" w:rsidP="00AC3FE8">
            <w:pPr>
              <w:pStyle w:val="TAC"/>
              <w:rPr>
                <w:rFonts w:eastAsia="Malgun Gothic"/>
                <w:noProof/>
                <w:lang w:eastAsia="ko-KR"/>
              </w:rPr>
            </w:pPr>
            <w:r>
              <w:rPr>
                <w:rFonts w:eastAsia="Malgun Gothic"/>
                <w:noProof/>
                <w:lang w:eastAsia="ko-KR"/>
              </w:rPr>
              <w:t>DC_18A_n257A</w:t>
            </w:r>
          </w:p>
          <w:p w14:paraId="6737618F" w14:textId="77777777" w:rsidR="00B93D26" w:rsidRDefault="00B93D26" w:rsidP="00AC3FE8">
            <w:pPr>
              <w:pStyle w:val="TAC"/>
              <w:rPr>
                <w:rFonts w:eastAsia="Malgun Gothic"/>
                <w:noProof/>
                <w:lang w:eastAsia="ko-KR"/>
              </w:rPr>
            </w:pPr>
            <w:r>
              <w:rPr>
                <w:rFonts w:eastAsia="Malgun Gothic"/>
                <w:noProof/>
                <w:lang w:eastAsia="ko-KR"/>
              </w:rPr>
              <w:t>DC_18A_n257G</w:t>
            </w:r>
          </w:p>
          <w:p w14:paraId="52A689CF" w14:textId="77777777" w:rsidR="00B93D26" w:rsidRDefault="00B93D26" w:rsidP="00AC3FE8">
            <w:pPr>
              <w:pStyle w:val="TAC"/>
              <w:rPr>
                <w:rFonts w:eastAsia="Malgun Gothic"/>
                <w:noProof/>
                <w:lang w:eastAsia="ko-KR"/>
              </w:rPr>
            </w:pPr>
            <w:r>
              <w:rPr>
                <w:rFonts w:eastAsia="Malgun Gothic"/>
                <w:noProof/>
                <w:lang w:eastAsia="ko-KR"/>
              </w:rPr>
              <w:t>DC_18A_n257H</w:t>
            </w:r>
          </w:p>
          <w:p w14:paraId="5A01A263" w14:textId="77777777" w:rsidR="00B93D26" w:rsidRDefault="00B93D26" w:rsidP="00AC3FE8">
            <w:pPr>
              <w:pStyle w:val="TAC"/>
              <w:rPr>
                <w:rFonts w:eastAsia="Malgun Gothic" w:cs="Arial"/>
                <w:szCs w:val="18"/>
                <w:lang w:eastAsia="ko-KR"/>
              </w:rPr>
            </w:pPr>
            <w:r>
              <w:rPr>
                <w:rFonts w:eastAsia="Malgun Gothic"/>
                <w:noProof/>
                <w:lang w:eastAsia="ko-KR"/>
              </w:rPr>
              <w:t>DC_18A_n257I</w:t>
            </w:r>
          </w:p>
        </w:tc>
      </w:tr>
      <w:tr w:rsidR="00B93D26" w14:paraId="168D29D2"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2A2A121" w14:textId="77777777" w:rsidR="00B93D26" w:rsidRDefault="00B93D26" w:rsidP="00AC3FE8">
            <w:pPr>
              <w:pStyle w:val="TAC"/>
              <w:rPr>
                <w:rFonts w:eastAsia="Malgun Gothic" w:cs="Arial"/>
                <w:lang w:eastAsia="ko-KR"/>
              </w:rPr>
            </w:pPr>
            <w:r>
              <w:rPr>
                <w:rFonts w:cs="Arial"/>
                <w:lang w:eastAsia="zh-CN"/>
              </w:rPr>
              <w:t>DC_18A_n78A</w:t>
            </w:r>
            <w:r>
              <w:rPr>
                <w:rFonts w:cs="Arial"/>
                <w:lang w:eastAsia="ja-JP"/>
              </w:rPr>
              <w:t>-</w:t>
            </w:r>
            <w:r>
              <w:rPr>
                <w:rFonts w:cs="Arial"/>
                <w:lang w:eastAsia="zh-CN"/>
              </w:rPr>
              <w:t>n257</w:t>
            </w:r>
            <w:r>
              <w:rPr>
                <w:rFonts w:eastAsia="Malgun Gothic" w:cs="Arial"/>
                <w:lang w:eastAsia="ko-KR"/>
              </w:rPr>
              <w:t>A</w:t>
            </w:r>
          </w:p>
          <w:p w14:paraId="440C5B56" w14:textId="77777777" w:rsidR="00B93D26" w:rsidRDefault="00B93D26" w:rsidP="00AC3FE8">
            <w:pPr>
              <w:pStyle w:val="TAC"/>
              <w:rPr>
                <w:rFonts w:eastAsia="Malgun Gothic" w:cs="Arial"/>
                <w:lang w:eastAsia="ko-KR"/>
              </w:rPr>
            </w:pPr>
            <w:r>
              <w:rPr>
                <w:rFonts w:cs="Arial"/>
                <w:lang w:eastAsia="zh-CN"/>
              </w:rPr>
              <w:t>DC_18A_n78A</w:t>
            </w:r>
            <w:r>
              <w:rPr>
                <w:rFonts w:cs="Arial"/>
                <w:lang w:eastAsia="ja-JP"/>
              </w:rPr>
              <w:t>-</w:t>
            </w:r>
            <w:r>
              <w:rPr>
                <w:rFonts w:cs="Arial"/>
                <w:lang w:eastAsia="zh-CN"/>
              </w:rPr>
              <w:t>n257</w:t>
            </w:r>
            <w:r>
              <w:rPr>
                <w:rFonts w:eastAsia="Malgun Gothic" w:cs="Arial"/>
                <w:lang w:eastAsia="ko-KR"/>
              </w:rPr>
              <w:t>G</w:t>
            </w:r>
          </w:p>
          <w:p w14:paraId="2918BEBF" w14:textId="77777777" w:rsidR="00B93D26" w:rsidRDefault="00B93D26" w:rsidP="00AC3FE8">
            <w:pPr>
              <w:pStyle w:val="TAC"/>
              <w:rPr>
                <w:rFonts w:eastAsia="Malgun Gothic" w:cs="Arial"/>
                <w:lang w:eastAsia="ko-KR"/>
              </w:rPr>
            </w:pPr>
            <w:r>
              <w:rPr>
                <w:rFonts w:cs="Arial"/>
                <w:lang w:eastAsia="zh-CN"/>
              </w:rPr>
              <w:t>DC_18A_n78A</w:t>
            </w:r>
            <w:r>
              <w:rPr>
                <w:rFonts w:cs="Arial"/>
                <w:lang w:eastAsia="ja-JP"/>
              </w:rPr>
              <w:t>-</w:t>
            </w:r>
            <w:r>
              <w:rPr>
                <w:rFonts w:cs="Arial"/>
                <w:lang w:eastAsia="zh-CN"/>
              </w:rPr>
              <w:t>n257</w:t>
            </w:r>
            <w:r>
              <w:rPr>
                <w:rFonts w:eastAsia="Malgun Gothic" w:cs="Arial"/>
                <w:lang w:eastAsia="ko-KR"/>
              </w:rPr>
              <w:t>H</w:t>
            </w:r>
          </w:p>
          <w:p w14:paraId="355A6A52" w14:textId="77777777" w:rsidR="00B93D26" w:rsidRDefault="00B93D26" w:rsidP="00AC3FE8">
            <w:pPr>
              <w:pStyle w:val="TAC"/>
              <w:rPr>
                <w:rFonts w:eastAsia="Malgun Gothic" w:cs="Arial"/>
                <w:szCs w:val="18"/>
                <w:lang w:eastAsia="ko-KR"/>
              </w:rPr>
            </w:pPr>
            <w:r>
              <w:rPr>
                <w:rFonts w:cs="Arial"/>
                <w:lang w:eastAsia="zh-CN"/>
              </w:rPr>
              <w:t>DC_18A_n78A</w:t>
            </w:r>
            <w:r>
              <w:rPr>
                <w:rFonts w:cs="Arial"/>
                <w:lang w:eastAsia="ja-JP"/>
              </w:rPr>
              <w:t>-</w:t>
            </w:r>
            <w:r>
              <w:rPr>
                <w:rFonts w:cs="Arial"/>
                <w:lang w:eastAsia="zh-CN"/>
              </w:rPr>
              <w:t>n257</w:t>
            </w:r>
            <w:r>
              <w:rPr>
                <w:rFonts w:eastAsia="Malgun Gothic" w:cs="Arial"/>
                <w:lang w:eastAsia="ko-KR"/>
              </w:rPr>
              <w:t>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8ADA9D2" w14:textId="77777777" w:rsidR="00B93D26" w:rsidRDefault="00B93D26" w:rsidP="00AC3FE8">
            <w:pPr>
              <w:pStyle w:val="TAC"/>
              <w:rPr>
                <w:rFonts w:eastAsia="Malgun Gothic"/>
                <w:noProof/>
                <w:lang w:eastAsia="ko-KR"/>
              </w:rPr>
            </w:pPr>
            <w:r>
              <w:rPr>
                <w:rFonts w:eastAsia="Malgun Gothic"/>
                <w:noProof/>
                <w:lang w:eastAsia="ko-KR"/>
              </w:rPr>
              <w:t>DC_18A_n78A</w:t>
            </w:r>
          </w:p>
          <w:p w14:paraId="6958DBEA" w14:textId="77777777" w:rsidR="00B93D26" w:rsidRDefault="00B93D26" w:rsidP="00AC3FE8">
            <w:pPr>
              <w:pStyle w:val="TAC"/>
              <w:rPr>
                <w:rFonts w:eastAsia="Malgun Gothic"/>
                <w:noProof/>
                <w:lang w:eastAsia="ko-KR"/>
              </w:rPr>
            </w:pPr>
            <w:r>
              <w:rPr>
                <w:rFonts w:eastAsia="Malgun Gothic"/>
                <w:noProof/>
                <w:lang w:eastAsia="ko-KR"/>
              </w:rPr>
              <w:t>DC_18A_n257A</w:t>
            </w:r>
          </w:p>
          <w:p w14:paraId="10F99F2A" w14:textId="77777777" w:rsidR="00B93D26" w:rsidRDefault="00B93D26" w:rsidP="00AC3FE8">
            <w:pPr>
              <w:pStyle w:val="TAC"/>
              <w:rPr>
                <w:rFonts w:eastAsia="Malgun Gothic"/>
                <w:noProof/>
                <w:lang w:eastAsia="ko-KR"/>
              </w:rPr>
            </w:pPr>
            <w:r>
              <w:rPr>
                <w:rFonts w:eastAsia="Malgun Gothic"/>
                <w:noProof/>
                <w:lang w:eastAsia="ko-KR"/>
              </w:rPr>
              <w:t>DC_18A_n257G</w:t>
            </w:r>
          </w:p>
          <w:p w14:paraId="535BCB19" w14:textId="77777777" w:rsidR="00B93D26" w:rsidRDefault="00B93D26" w:rsidP="00AC3FE8">
            <w:pPr>
              <w:pStyle w:val="TAC"/>
              <w:rPr>
                <w:rFonts w:eastAsia="Malgun Gothic"/>
                <w:noProof/>
                <w:lang w:eastAsia="ko-KR"/>
              </w:rPr>
            </w:pPr>
            <w:r>
              <w:rPr>
                <w:rFonts w:eastAsia="Malgun Gothic"/>
                <w:noProof/>
                <w:lang w:eastAsia="ko-KR"/>
              </w:rPr>
              <w:t>DC_18A_n257H</w:t>
            </w:r>
          </w:p>
          <w:p w14:paraId="038B6ACF" w14:textId="77777777" w:rsidR="00B93D26" w:rsidRDefault="00B93D26" w:rsidP="00AC3FE8">
            <w:pPr>
              <w:pStyle w:val="TAC"/>
              <w:rPr>
                <w:rFonts w:eastAsia="Malgun Gothic" w:cs="Arial"/>
                <w:szCs w:val="18"/>
                <w:lang w:eastAsia="ko-KR"/>
              </w:rPr>
            </w:pPr>
            <w:r>
              <w:rPr>
                <w:rFonts w:eastAsia="Malgun Gothic"/>
                <w:noProof/>
                <w:lang w:eastAsia="ko-KR"/>
              </w:rPr>
              <w:t>DC_18A_n257I</w:t>
            </w:r>
          </w:p>
        </w:tc>
      </w:tr>
      <w:tr w:rsidR="00B93D26" w14:paraId="29717006"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08A0D9E"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21A_n78A-</w:t>
            </w:r>
            <w:r>
              <w:rPr>
                <w:rFonts w:cs="Arial"/>
                <w:szCs w:val="18"/>
                <w:lang w:eastAsia="ja-JP"/>
              </w:rPr>
              <w:t>n</w:t>
            </w:r>
            <w:r>
              <w:rPr>
                <w:rFonts w:cs="Arial"/>
                <w:szCs w:val="18"/>
                <w:lang w:eastAsia="zh-CN"/>
              </w:rPr>
              <w:t>257A</w:t>
            </w:r>
            <w:r>
              <w:rPr>
                <w:vertAlign w:val="superscript"/>
                <w:lang w:eastAsia="zh-TW"/>
              </w:rPr>
              <w:t>2</w:t>
            </w:r>
          </w:p>
          <w:p w14:paraId="0B39464F"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21A_n78A-</w:t>
            </w:r>
            <w:r>
              <w:rPr>
                <w:rFonts w:cs="Arial"/>
                <w:szCs w:val="18"/>
                <w:lang w:eastAsia="ja-JP"/>
              </w:rPr>
              <w:t>n</w:t>
            </w:r>
            <w:r>
              <w:rPr>
                <w:rFonts w:cs="Arial"/>
                <w:szCs w:val="18"/>
                <w:lang w:eastAsia="zh-CN"/>
              </w:rPr>
              <w:t>257G</w:t>
            </w:r>
            <w:r>
              <w:rPr>
                <w:vertAlign w:val="superscript"/>
                <w:lang w:eastAsia="zh-TW"/>
              </w:rPr>
              <w:t>2</w:t>
            </w:r>
          </w:p>
          <w:p w14:paraId="2F4B0B5C"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21A_n78A-</w:t>
            </w:r>
            <w:r>
              <w:rPr>
                <w:rFonts w:cs="Arial"/>
                <w:szCs w:val="18"/>
                <w:lang w:eastAsia="ja-JP"/>
              </w:rPr>
              <w:t>n</w:t>
            </w:r>
            <w:r>
              <w:rPr>
                <w:rFonts w:cs="Arial"/>
                <w:szCs w:val="18"/>
                <w:lang w:eastAsia="zh-CN"/>
              </w:rPr>
              <w:t>257H</w:t>
            </w:r>
            <w:r>
              <w:rPr>
                <w:vertAlign w:val="superscript"/>
                <w:lang w:eastAsia="zh-TW"/>
              </w:rPr>
              <w:t>2</w:t>
            </w:r>
          </w:p>
          <w:p w14:paraId="6CFF86E9" w14:textId="77777777" w:rsidR="00B93D26" w:rsidRDefault="00B93D26" w:rsidP="00AC3FE8">
            <w:pPr>
              <w:pStyle w:val="TAC"/>
              <w:rPr>
                <w:noProof/>
              </w:rPr>
            </w:pPr>
            <w:r>
              <w:rPr>
                <w:rFonts w:cs="Arial"/>
                <w:szCs w:val="18"/>
                <w:lang w:eastAsia="ja-JP"/>
              </w:rPr>
              <w:t>DC_</w:t>
            </w:r>
            <w:r>
              <w:rPr>
                <w:rFonts w:cs="Arial"/>
                <w:szCs w:val="18"/>
                <w:lang w:eastAsia="zh-CN"/>
              </w:rPr>
              <w:t>21A_n78A-</w:t>
            </w:r>
            <w:r>
              <w:rPr>
                <w:rFonts w:cs="Arial"/>
                <w:szCs w:val="18"/>
                <w:lang w:eastAsia="ja-JP"/>
              </w:rPr>
              <w:t>n</w:t>
            </w:r>
            <w:r>
              <w:rPr>
                <w:rFonts w:cs="Arial"/>
                <w:szCs w:val="18"/>
                <w:lang w:eastAsia="zh-CN"/>
              </w:rPr>
              <w:t>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1E78538" w14:textId="77777777" w:rsidR="00B93D26" w:rsidRDefault="00B93D26" w:rsidP="00AC3FE8">
            <w:pPr>
              <w:pStyle w:val="TAC"/>
              <w:rPr>
                <w:rFonts w:eastAsia="Malgun Gothic" w:cs="Arial"/>
                <w:szCs w:val="18"/>
                <w:lang w:eastAsia="ko-KR"/>
              </w:rPr>
            </w:pPr>
            <w:r>
              <w:rPr>
                <w:rFonts w:eastAsia="Malgun Gothic" w:cs="Arial"/>
                <w:szCs w:val="18"/>
                <w:lang w:eastAsia="ko-KR"/>
              </w:rPr>
              <w:t>DC_21A_n78A</w:t>
            </w:r>
          </w:p>
          <w:p w14:paraId="49EE7076" w14:textId="77777777" w:rsidR="00B93D26" w:rsidRDefault="00B93D26" w:rsidP="00AC3FE8">
            <w:pPr>
              <w:pStyle w:val="TAC"/>
              <w:rPr>
                <w:rFonts w:eastAsia="Malgun Gothic" w:cs="Arial"/>
                <w:szCs w:val="18"/>
                <w:lang w:eastAsia="ko-KR"/>
              </w:rPr>
            </w:pPr>
            <w:r>
              <w:rPr>
                <w:rFonts w:eastAsia="Malgun Gothic" w:cs="Arial"/>
                <w:szCs w:val="18"/>
                <w:lang w:eastAsia="ko-KR"/>
              </w:rPr>
              <w:t>DC_21A_n257A</w:t>
            </w:r>
          </w:p>
          <w:p w14:paraId="5B5D44C5" w14:textId="77777777" w:rsidR="00B93D26" w:rsidRDefault="00B93D26" w:rsidP="00AC3FE8">
            <w:pPr>
              <w:pStyle w:val="TAC"/>
              <w:rPr>
                <w:noProof/>
              </w:rPr>
            </w:pPr>
            <w:r>
              <w:rPr>
                <w:noProof/>
              </w:rPr>
              <w:t>DC_21A_n257G</w:t>
            </w:r>
          </w:p>
          <w:p w14:paraId="2424149B" w14:textId="77777777" w:rsidR="00B93D26" w:rsidRDefault="00B93D26" w:rsidP="00AC3FE8">
            <w:pPr>
              <w:pStyle w:val="TAC"/>
              <w:rPr>
                <w:noProof/>
              </w:rPr>
            </w:pPr>
            <w:r>
              <w:rPr>
                <w:noProof/>
              </w:rPr>
              <w:t>DC_21A_n257H</w:t>
            </w:r>
          </w:p>
          <w:p w14:paraId="17374C63" w14:textId="77777777" w:rsidR="00B93D26" w:rsidRDefault="00B93D26" w:rsidP="00AC3FE8">
            <w:pPr>
              <w:pStyle w:val="TAC"/>
              <w:rPr>
                <w:rFonts w:eastAsia="Malgun Gothic" w:cs="Arial"/>
                <w:szCs w:val="18"/>
                <w:lang w:eastAsia="ko-KR"/>
              </w:rPr>
            </w:pPr>
            <w:r>
              <w:rPr>
                <w:noProof/>
              </w:rPr>
              <w:t>DC_21A_n257I</w:t>
            </w:r>
          </w:p>
          <w:p w14:paraId="3F7A2FC8"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21A_n78A-</w:t>
            </w:r>
            <w:r>
              <w:rPr>
                <w:rFonts w:cs="Arial"/>
                <w:szCs w:val="18"/>
                <w:lang w:eastAsia="ja-JP"/>
              </w:rPr>
              <w:t>n</w:t>
            </w:r>
            <w:r>
              <w:rPr>
                <w:rFonts w:cs="Arial"/>
                <w:szCs w:val="18"/>
                <w:lang w:eastAsia="zh-CN"/>
              </w:rPr>
              <w:t>257A</w:t>
            </w:r>
          </w:p>
          <w:p w14:paraId="4D87DFE0"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21A_n78A-</w:t>
            </w:r>
            <w:r>
              <w:rPr>
                <w:rFonts w:cs="Arial"/>
                <w:szCs w:val="18"/>
                <w:lang w:eastAsia="ja-JP"/>
              </w:rPr>
              <w:t>n</w:t>
            </w:r>
            <w:r>
              <w:rPr>
                <w:rFonts w:cs="Arial"/>
                <w:szCs w:val="18"/>
                <w:lang w:eastAsia="zh-CN"/>
              </w:rPr>
              <w:t>257G</w:t>
            </w:r>
          </w:p>
          <w:p w14:paraId="70A47481"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21A_n78A-</w:t>
            </w:r>
            <w:r>
              <w:rPr>
                <w:rFonts w:cs="Arial"/>
                <w:szCs w:val="18"/>
                <w:lang w:eastAsia="ja-JP"/>
              </w:rPr>
              <w:t>n</w:t>
            </w:r>
            <w:r>
              <w:rPr>
                <w:rFonts w:cs="Arial"/>
                <w:szCs w:val="18"/>
                <w:lang w:eastAsia="zh-CN"/>
              </w:rPr>
              <w:t>257H</w:t>
            </w:r>
          </w:p>
          <w:p w14:paraId="70167AC9" w14:textId="77777777" w:rsidR="00B93D26" w:rsidRDefault="00B93D26" w:rsidP="00AC3FE8">
            <w:pPr>
              <w:pStyle w:val="TAC"/>
              <w:rPr>
                <w:noProof/>
              </w:rPr>
            </w:pPr>
            <w:r>
              <w:rPr>
                <w:rFonts w:cs="Arial"/>
                <w:szCs w:val="18"/>
                <w:lang w:eastAsia="ja-JP"/>
              </w:rPr>
              <w:t>DC_</w:t>
            </w:r>
            <w:r>
              <w:rPr>
                <w:rFonts w:cs="Arial"/>
                <w:szCs w:val="18"/>
                <w:lang w:eastAsia="zh-CN"/>
              </w:rPr>
              <w:t>21A_n78A-</w:t>
            </w:r>
            <w:r>
              <w:rPr>
                <w:rFonts w:cs="Arial"/>
                <w:szCs w:val="18"/>
                <w:lang w:eastAsia="ja-JP"/>
              </w:rPr>
              <w:t>n</w:t>
            </w:r>
            <w:r>
              <w:rPr>
                <w:rFonts w:cs="Arial"/>
                <w:szCs w:val="18"/>
                <w:lang w:eastAsia="zh-CN"/>
              </w:rPr>
              <w:t>257I</w:t>
            </w:r>
          </w:p>
        </w:tc>
      </w:tr>
      <w:tr w:rsidR="00B93D26" w14:paraId="31A94741"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FE36B85"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21A_n79A-</w:t>
            </w:r>
            <w:r>
              <w:rPr>
                <w:rFonts w:cs="Arial"/>
                <w:szCs w:val="18"/>
                <w:lang w:eastAsia="ja-JP"/>
              </w:rPr>
              <w:t>n</w:t>
            </w:r>
            <w:r>
              <w:rPr>
                <w:rFonts w:cs="Arial"/>
                <w:szCs w:val="18"/>
                <w:lang w:eastAsia="zh-CN"/>
              </w:rPr>
              <w:t>257A</w:t>
            </w:r>
            <w:r>
              <w:rPr>
                <w:vertAlign w:val="superscript"/>
                <w:lang w:eastAsia="zh-TW"/>
              </w:rPr>
              <w:t>2</w:t>
            </w:r>
          </w:p>
          <w:p w14:paraId="52A0C93F"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21A_n79A-</w:t>
            </w:r>
            <w:r>
              <w:rPr>
                <w:rFonts w:cs="Arial"/>
                <w:szCs w:val="18"/>
                <w:lang w:eastAsia="ja-JP"/>
              </w:rPr>
              <w:t>n</w:t>
            </w:r>
            <w:r>
              <w:rPr>
                <w:rFonts w:cs="Arial"/>
                <w:szCs w:val="18"/>
                <w:lang w:eastAsia="zh-CN"/>
              </w:rPr>
              <w:t>257G</w:t>
            </w:r>
            <w:r>
              <w:rPr>
                <w:vertAlign w:val="superscript"/>
                <w:lang w:eastAsia="zh-TW"/>
              </w:rPr>
              <w:t>2</w:t>
            </w:r>
          </w:p>
          <w:p w14:paraId="7D556082"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21A_n79A-</w:t>
            </w:r>
            <w:r>
              <w:rPr>
                <w:rFonts w:cs="Arial"/>
                <w:szCs w:val="18"/>
                <w:lang w:eastAsia="ja-JP"/>
              </w:rPr>
              <w:t>n</w:t>
            </w:r>
            <w:r>
              <w:rPr>
                <w:rFonts w:cs="Arial"/>
                <w:szCs w:val="18"/>
                <w:lang w:eastAsia="zh-CN"/>
              </w:rPr>
              <w:t>257H</w:t>
            </w:r>
            <w:r>
              <w:rPr>
                <w:vertAlign w:val="superscript"/>
                <w:lang w:eastAsia="zh-TW"/>
              </w:rPr>
              <w:t>2</w:t>
            </w:r>
          </w:p>
          <w:p w14:paraId="4F644746" w14:textId="77777777" w:rsidR="00B93D26" w:rsidRDefault="00B93D26" w:rsidP="00AC3FE8">
            <w:pPr>
              <w:pStyle w:val="TAC"/>
              <w:rPr>
                <w:noProof/>
              </w:rPr>
            </w:pPr>
            <w:r>
              <w:rPr>
                <w:rFonts w:cs="Arial"/>
                <w:szCs w:val="18"/>
                <w:lang w:eastAsia="ja-JP"/>
              </w:rPr>
              <w:t>DC_</w:t>
            </w:r>
            <w:r>
              <w:rPr>
                <w:rFonts w:cs="Arial"/>
                <w:szCs w:val="18"/>
                <w:lang w:eastAsia="zh-CN"/>
              </w:rPr>
              <w:t>21A_n79A-</w:t>
            </w:r>
            <w:r>
              <w:rPr>
                <w:rFonts w:cs="Arial"/>
                <w:szCs w:val="18"/>
                <w:lang w:eastAsia="ja-JP"/>
              </w:rPr>
              <w:t>n</w:t>
            </w:r>
            <w:r>
              <w:rPr>
                <w:rFonts w:cs="Arial"/>
                <w:szCs w:val="18"/>
                <w:lang w:eastAsia="zh-CN"/>
              </w:rPr>
              <w:t>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50F1F92" w14:textId="77777777" w:rsidR="00B93D26" w:rsidRDefault="00B93D26" w:rsidP="00AC3FE8">
            <w:pPr>
              <w:pStyle w:val="TAC"/>
              <w:rPr>
                <w:rFonts w:eastAsia="Malgun Gothic" w:cs="Arial"/>
                <w:szCs w:val="18"/>
                <w:lang w:eastAsia="ko-KR"/>
              </w:rPr>
            </w:pPr>
            <w:r>
              <w:rPr>
                <w:rFonts w:eastAsia="Malgun Gothic" w:cs="Arial"/>
                <w:szCs w:val="18"/>
                <w:lang w:eastAsia="ko-KR"/>
              </w:rPr>
              <w:t>DC_21A_n79A</w:t>
            </w:r>
          </w:p>
          <w:p w14:paraId="403B0765" w14:textId="77777777" w:rsidR="00B93D26" w:rsidRDefault="00B93D26" w:rsidP="00AC3FE8">
            <w:pPr>
              <w:pStyle w:val="TAC"/>
              <w:rPr>
                <w:rFonts w:eastAsia="Malgun Gothic" w:cs="Arial"/>
                <w:szCs w:val="18"/>
                <w:lang w:eastAsia="ko-KR"/>
              </w:rPr>
            </w:pPr>
            <w:r>
              <w:rPr>
                <w:rFonts w:eastAsia="Malgun Gothic" w:cs="Arial"/>
                <w:szCs w:val="18"/>
                <w:lang w:eastAsia="ko-KR"/>
              </w:rPr>
              <w:t>DC_21A_n257A</w:t>
            </w:r>
          </w:p>
          <w:p w14:paraId="339781FD" w14:textId="77777777" w:rsidR="00B93D26" w:rsidRDefault="00B93D26" w:rsidP="00AC3FE8">
            <w:pPr>
              <w:pStyle w:val="TAC"/>
              <w:rPr>
                <w:noProof/>
              </w:rPr>
            </w:pPr>
            <w:r>
              <w:rPr>
                <w:noProof/>
              </w:rPr>
              <w:t>DC_21A_n257G</w:t>
            </w:r>
          </w:p>
          <w:p w14:paraId="566287A6" w14:textId="77777777" w:rsidR="00B93D26" w:rsidRDefault="00B93D26" w:rsidP="00AC3FE8">
            <w:pPr>
              <w:pStyle w:val="TAC"/>
              <w:rPr>
                <w:noProof/>
              </w:rPr>
            </w:pPr>
            <w:r>
              <w:rPr>
                <w:noProof/>
              </w:rPr>
              <w:t>DC_21A_n257H</w:t>
            </w:r>
          </w:p>
          <w:p w14:paraId="1CFAC2C0" w14:textId="77777777" w:rsidR="00B93D26" w:rsidRDefault="00B93D26" w:rsidP="00AC3FE8">
            <w:pPr>
              <w:pStyle w:val="TAC"/>
              <w:rPr>
                <w:rFonts w:eastAsia="Malgun Gothic" w:cs="Arial"/>
                <w:szCs w:val="18"/>
                <w:lang w:eastAsia="ko-KR"/>
              </w:rPr>
            </w:pPr>
            <w:r>
              <w:rPr>
                <w:noProof/>
              </w:rPr>
              <w:t>DC_21A_n257I</w:t>
            </w:r>
          </w:p>
          <w:p w14:paraId="5B0DF240"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21A_n79A-</w:t>
            </w:r>
            <w:r>
              <w:rPr>
                <w:rFonts w:cs="Arial"/>
                <w:szCs w:val="18"/>
                <w:lang w:eastAsia="ja-JP"/>
              </w:rPr>
              <w:t>n</w:t>
            </w:r>
            <w:r>
              <w:rPr>
                <w:rFonts w:cs="Arial"/>
                <w:szCs w:val="18"/>
                <w:lang w:eastAsia="zh-CN"/>
              </w:rPr>
              <w:t>257A</w:t>
            </w:r>
          </w:p>
          <w:p w14:paraId="41136B6C"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21A_n79A-</w:t>
            </w:r>
            <w:r>
              <w:rPr>
                <w:rFonts w:cs="Arial"/>
                <w:szCs w:val="18"/>
                <w:lang w:eastAsia="ja-JP"/>
              </w:rPr>
              <w:t>n</w:t>
            </w:r>
            <w:r>
              <w:rPr>
                <w:rFonts w:cs="Arial"/>
                <w:szCs w:val="18"/>
                <w:lang w:eastAsia="zh-CN"/>
              </w:rPr>
              <w:t>257G</w:t>
            </w:r>
          </w:p>
          <w:p w14:paraId="210CF6D6" w14:textId="77777777" w:rsidR="00B93D26" w:rsidRDefault="00B93D26" w:rsidP="00AC3FE8">
            <w:pPr>
              <w:pStyle w:val="TAC"/>
              <w:rPr>
                <w:rFonts w:cs="Arial"/>
                <w:szCs w:val="18"/>
                <w:lang w:eastAsia="zh-CN"/>
              </w:rPr>
            </w:pPr>
            <w:r>
              <w:rPr>
                <w:rFonts w:cs="Arial"/>
                <w:szCs w:val="18"/>
                <w:lang w:eastAsia="ja-JP"/>
              </w:rPr>
              <w:t>DC_</w:t>
            </w:r>
            <w:r>
              <w:rPr>
                <w:rFonts w:cs="Arial"/>
                <w:szCs w:val="18"/>
                <w:lang w:eastAsia="zh-CN"/>
              </w:rPr>
              <w:t>21A_n79A-</w:t>
            </w:r>
            <w:r>
              <w:rPr>
                <w:rFonts w:cs="Arial"/>
                <w:szCs w:val="18"/>
                <w:lang w:eastAsia="ja-JP"/>
              </w:rPr>
              <w:t>n</w:t>
            </w:r>
            <w:r>
              <w:rPr>
                <w:rFonts w:cs="Arial"/>
                <w:szCs w:val="18"/>
                <w:lang w:eastAsia="zh-CN"/>
              </w:rPr>
              <w:t>257H</w:t>
            </w:r>
          </w:p>
          <w:p w14:paraId="0966391A" w14:textId="77777777" w:rsidR="00B93D26" w:rsidRDefault="00B93D26" w:rsidP="00AC3FE8">
            <w:pPr>
              <w:pStyle w:val="TAC"/>
              <w:rPr>
                <w:noProof/>
              </w:rPr>
            </w:pPr>
            <w:r>
              <w:rPr>
                <w:rFonts w:cs="Arial"/>
                <w:szCs w:val="18"/>
                <w:lang w:eastAsia="ja-JP"/>
              </w:rPr>
              <w:t>DC_</w:t>
            </w:r>
            <w:r>
              <w:rPr>
                <w:rFonts w:cs="Arial"/>
                <w:szCs w:val="18"/>
                <w:lang w:eastAsia="zh-CN"/>
              </w:rPr>
              <w:t>21A_n79A-</w:t>
            </w:r>
            <w:r>
              <w:rPr>
                <w:rFonts w:cs="Arial"/>
                <w:szCs w:val="18"/>
                <w:lang w:eastAsia="ja-JP"/>
              </w:rPr>
              <w:t>n</w:t>
            </w:r>
            <w:r>
              <w:rPr>
                <w:rFonts w:cs="Arial"/>
                <w:szCs w:val="18"/>
                <w:lang w:eastAsia="zh-CN"/>
              </w:rPr>
              <w:t>257I</w:t>
            </w:r>
          </w:p>
        </w:tc>
      </w:tr>
      <w:tr w:rsidR="00B93D26" w14:paraId="47515316"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61F53EB" w14:textId="77777777" w:rsidR="00B93D26" w:rsidRDefault="00B93D26" w:rsidP="00AC3FE8">
            <w:pPr>
              <w:pStyle w:val="TAC"/>
              <w:rPr>
                <w:rFonts w:eastAsia="Malgun Gothic" w:cs="Arial"/>
                <w:lang w:eastAsia="ko-KR"/>
              </w:rPr>
            </w:pPr>
            <w:r>
              <w:rPr>
                <w:rFonts w:cs="Arial"/>
                <w:lang w:eastAsia="zh-CN"/>
              </w:rPr>
              <w:t>DC_28A_n3A</w:t>
            </w:r>
            <w:r>
              <w:rPr>
                <w:rFonts w:cs="Arial"/>
                <w:lang w:eastAsia="ja-JP"/>
              </w:rPr>
              <w:t>-</w:t>
            </w:r>
            <w:r>
              <w:rPr>
                <w:rFonts w:cs="Arial"/>
                <w:lang w:eastAsia="zh-CN"/>
              </w:rPr>
              <w:t>n257</w:t>
            </w:r>
            <w:r>
              <w:rPr>
                <w:rFonts w:eastAsia="Malgun Gothic" w:cs="Arial"/>
                <w:lang w:eastAsia="ko-KR"/>
              </w:rPr>
              <w:t>A</w:t>
            </w:r>
            <w:r>
              <w:rPr>
                <w:vertAlign w:val="superscript"/>
                <w:lang w:eastAsia="zh-TW"/>
              </w:rPr>
              <w:t>2</w:t>
            </w:r>
          </w:p>
          <w:p w14:paraId="3AE326E7" w14:textId="77777777" w:rsidR="00B93D26" w:rsidRDefault="00B93D26" w:rsidP="00AC3FE8">
            <w:pPr>
              <w:pStyle w:val="TAC"/>
              <w:rPr>
                <w:rFonts w:eastAsia="Malgun Gothic" w:cs="Arial"/>
                <w:lang w:eastAsia="ko-KR"/>
              </w:rPr>
            </w:pPr>
            <w:r>
              <w:rPr>
                <w:rFonts w:cs="Arial"/>
                <w:lang w:eastAsia="zh-CN"/>
              </w:rPr>
              <w:t>DC_28A_n3A</w:t>
            </w:r>
            <w:r>
              <w:rPr>
                <w:rFonts w:cs="Arial"/>
                <w:lang w:eastAsia="ja-JP"/>
              </w:rPr>
              <w:t>-</w:t>
            </w:r>
            <w:r>
              <w:rPr>
                <w:rFonts w:cs="Arial"/>
                <w:lang w:eastAsia="zh-CN"/>
              </w:rPr>
              <w:t>n257</w:t>
            </w:r>
            <w:r>
              <w:rPr>
                <w:rFonts w:eastAsia="Malgun Gothic" w:cs="Arial"/>
                <w:lang w:eastAsia="ko-KR"/>
              </w:rPr>
              <w:t>G</w:t>
            </w:r>
            <w:r>
              <w:rPr>
                <w:vertAlign w:val="superscript"/>
                <w:lang w:eastAsia="zh-TW"/>
              </w:rPr>
              <w:t>2</w:t>
            </w:r>
          </w:p>
          <w:p w14:paraId="37583F2A" w14:textId="77777777" w:rsidR="00B93D26" w:rsidRDefault="00B93D26" w:rsidP="00AC3FE8">
            <w:pPr>
              <w:pStyle w:val="TAC"/>
              <w:rPr>
                <w:rFonts w:eastAsia="Malgun Gothic" w:cs="Arial"/>
                <w:lang w:eastAsia="ko-KR"/>
              </w:rPr>
            </w:pPr>
            <w:r>
              <w:rPr>
                <w:rFonts w:cs="Arial"/>
                <w:lang w:eastAsia="zh-CN"/>
              </w:rPr>
              <w:t>DC_28A_n3A</w:t>
            </w:r>
            <w:r>
              <w:rPr>
                <w:rFonts w:cs="Arial"/>
                <w:lang w:eastAsia="ja-JP"/>
              </w:rPr>
              <w:t>-</w:t>
            </w:r>
            <w:r>
              <w:rPr>
                <w:rFonts w:cs="Arial"/>
                <w:lang w:eastAsia="zh-CN"/>
              </w:rPr>
              <w:t>n257</w:t>
            </w:r>
            <w:r>
              <w:rPr>
                <w:rFonts w:eastAsia="Malgun Gothic" w:cs="Arial"/>
                <w:lang w:eastAsia="ko-KR"/>
              </w:rPr>
              <w:t>H</w:t>
            </w:r>
            <w:r>
              <w:rPr>
                <w:vertAlign w:val="superscript"/>
                <w:lang w:eastAsia="zh-TW"/>
              </w:rPr>
              <w:t>2</w:t>
            </w:r>
          </w:p>
          <w:p w14:paraId="4F7C0087" w14:textId="77777777" w:rsidR="00B93D26" w:rsidRDefault="00B93D26" w:rsidP="00AC3FE8">
            <w:pPr>
              <w:pStyle w:val="TAC"/>
              <w:rPr>
                <w:rFonts w:eastAsia="Malgun Gothic" w:cs="Arial"/>
                <w:szCs w:val="18"/>
                <w:lang w:eastAsia="ko-KR"/>
              </w:rPr>
            </w:pPr>
            <w:r>
              <w:rPr>
                <w:rFonts w:cs="Arial"/>
                <w:lang w:eastAsia="zh-CN"/>
              </w:rPr>
              <w:t>DC_28A_n3A</w:t>
            </w:r>
            <w:r>
              <w:rPr>
                <w:rFonts w:cs="Arial"/>
                <w:lang w:eastAsia="ja-JP"/>
              </w:rPr>
              <w:t>-</w:t>
            </w:r>
            <w:r>
              <w:rPr>
                <w:rFonts w:cs="Arial"/>
                <w:lang w:eastAsia="zh-CN"/>
              </w:rPr>
              <w:t>n257</w:t>
            </w:r>
            <w:r>
              <w:rPr>
                <w:rFonts w:eastAsia="Malgun Gothic" w:cs="Arial"/>
                <w:lang w:eastAsia="ko-KR"/>
              </w:rPr>
              <w:t>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32D25D0" w14:textId="77777777" w:rsidR="00B93D26" w:rsidRDefault="00B93D26" w:rsidP="00AC3FE8">
            <w:pPr>
              <w:pStyle w:val="TAC"/>
              <w:rPr>
                <w:rFonts w:cs="Arial"/>
                <w:lang w:eastAsia="zh-CN"/>
              </w:rPr>
            </w:pPr>
            <w:r>
              <w:rPr>
                <w:rFonts w:cs="Arial"/>
                <w:lang w:eastAsia="zh-CN"/>
              </w:rPr>
              <w:t>DC_28A_n3A</w:t>
            </w:r>
          </w:p>
          <w:p w14:paraId="5610968B" w14:textId="77777777" w:rsidR="00B93D26" w:rsidRDefault="00B93D26" w:rsidP="00AC3FE8">
            <w:pPr>
              <w:pStyle w:val="TAC"/>
              <w:rPr>
                <w:rFonts w:cs="Arial"/>
                <w:lang w:eastAsia="zh-CN"/>
              </w:rPr>
            </w:pPr>
            <w:r>
              <w:rPr>
                <w:rFonts w:cs="Arial"/>
                <w:lang w:eastAsia="zh-CN"/>
              </w:rPr>
              <w:t>DC_28A_n257A</w:t>
            </w:r>
          </w:p>
          <w:p w14:paraId="556C479C" w14:textId="77777777" w:rsidR="00B93D26" w:rsidRDefault="00B93D26" w:rsidP="00AC3FE8">
            <w:pPr>
              <w:pStyle w:val="TAC"/>
              <w:rPr>
                <w:rFonts w:cs="Arial"/>
                <w:lang w:eastAsia="zh-CN"/>
              </w:rPr>
            </w:pPr>
            <w:r>
              <w:rPr>
                <w:rFonts w:cs="Arial"/>
                <w:lang w:eastAsia="zh-CN"/>
              </w:rPr>
              <w:t>DC_28A_n257G</w:t>
            </w:r>
          </w:p>
          <w:p w14:paraId="360401D7" w14:textId="77777777" w:rsidR="00B93D26" w:rsidRDefault="00B93D26" w:rsidP="00AC3FE8">
            <w:pPr>
              <w:pStyle w:val="TAC"/>
              <w:rPr>
                <w:rFonts w:cs="Arial"/>
                <w:lang w:eastAsia="zh-CN"/>
              </w:rPr>
            </w:pPr>
            <w:r>
              <w:rPr>
                <w:rFonts w:cs="Arial"/>
                <w:lang w:eastAsia="zh-CN"/>
              </w:rPr>
              <w:t>DC_28A_n257H</w:t>
            </w:r>
          </w:p>
          <w:p w14:paraId="52C76A99" w14:textId="77777777" w:rsidR="00B93D26" w:rsidRDefault="00B93D26" w:rsidP="00AC3FE8">
            <w:pPr>
              <w:pStyle w:val="TAC"/>
              <w:rPr>
                <w:rFonts w:eastAsia="Malgun Gothic" w:cs="Arial"/>
                <w:szCs w:val="18"/>
                <w:lang w:eastAsia="ko-KR"/>
              </w:rPr>
            </w:pPr>
            <w:r>
              <w:rPr>
                <w:rFonts w:cs="Arial"/>
                <w:lang w:eastAsia="zh-CN"/>
              </w:rPr>
              <w:t>DC_28A_n257I</w:t>
            </w:r>
          </w:p>
        </w:tc>
      </w:tr>
      <w:tr w:rsidR="00B93D26" w14:paraId="22D4EDE4"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5ED553A" w14:textId="77777777" w:rsidR="00B93D26" w:rsidRDefault="00B93D26" w:rsidP="00AC3FE8">
            <w:pPr>
              <w:pStyle w:val="TAC"/>
              <w:rPr>
                <w:rFonts w:cs="Arial"/>
                <w:szCs w:val="18"/>
              </w:rPr>
            </w:pPr>
            <w:r>
              <w:rPr>
                <w:rFonts w:cs="Arial"/>
                <w:szCs w:val="18"/>
              </w:rPr>
              <w:lastRenderedPageBreak/>
              <w:t>DC_28A_n77A-n257A</w:t>
            </w:r>
            <w:r>
              <w:rPr>
                <w:vertAlign w:val="superscript"/>
                <w:lang w:eastAsia="zh-TW"/>
              </w:rPr>
              <w:t>2</w:t>
            </w:r>
          </w:p>
          <w:p w14:paraId="4CEB4A91" w14:textId="77777777" w:rsidR="00B93D26" w:rsidRDefault="00B93D26" w:rsidP="00AC3FE8">
            <w:pPr>
              <w:pStyle w:val="TAC"/>
              <w:rPr>
                <w:rFonts w:cs="Arial"/>
                <w:szCs w:val="18"/>
              </w:rPr>
            </w:pPr>
            <w:r>
              <w:rPr>
                <w:rFonts w:cs="Arial"/>
                <w:szCs w:val="18"/>
              </w:rPr>
              <w:t>DC_28A_n77A-n257D</w:t>
            </w:r>
            <w:r>
              <w:rPr>
                <w:vertAlign w:val="superscript"/>
                <w:lang w:eastAsia="zh-TW"/>
              </w:rPr>
              <w:t>2</w:t>
            </w:r>
          </w:p>
          <w:p w14:paraId="799874DD" w14:textId="77777777" w:rsidR="00B93D26" w:rsidRDefault="00B93D26" w:rsidP="00AC3FE8">
            <w:pPr>
              <w:pStyle w:val="TAC"/>
              <w:rPr>
                <w:rFonts w:cs="Arial"/>
                <w:szCs w:val="18"/>
              </w:rPr>
            </w:pPr>
            <w:r>
              <w:rPr>
                <w:rFonts w:cs="Arial"/>
                <w:szCs w:val="18"/>
              </w:rPr>
              <w:t>DC_28A_n77A-n257G</w:t>
            </w:r>
            <w:r>
              <w:rPr>
                <w:vertAlign w:val="superscript"/>
                <w:lang w:eastAsia="zh-TW"/>
              </w:rPr>
              <w:t>2</w:t>
            </w:r>
          </w:p>
          <w:p w14:paraId="68C83A78" w14:textId="77777777" w:rsidR="00B93D26" w:rsidRDefault="00B93D26" w:rsidP="00AC3FE8">
            <w:pPr>
              <w:pStyle w:val="TAC"/>
              <w:rPr>
                <w:rFonts w:cs="Arial"/>
                <w:szCs w:val="18"/>
              </w:rPr>
            </w:pPr>
            <w:r>
              <w:rPr>
                <w:rFonts w:cs="Arial"/>
                <w:szCs w:val="18"/>
              </w:rPr>
              <w:t>DC_28A_n77A-n257H</w:t>
            </w:r>
            <w:r>
              <w:rPr>
                <w:vertAlign w:val="superscript"/>
                <w:lang w:eastAsia="zh-TW"/>
              </w:rPr>
              <w:t>2</w:t>
            </w:r>
          </w:p>
          <w:p w14:paraId="6477F4EB" w14:textId="77777777" w:rsidR="00B93D26" w:rsidRDefault="00B93D26" w:rsidP="00AC3FE8">
            <w:pPr>
              <w:pStyle w:val="TAC"/>
              <w:rPr>
                <w:rFonts w:cs="Arial"/>
                <w:lang w:eastAsia="zh-CN"/>
              </w:rPr>
            </w:pPr>
            <w:r>
              <w:rPr>
                <w:rFonts w:cs="Arial"/>
                <w:szCs w:val="18"/>
              </w:rPr>
              <w:t>DC_28A_n77A-n257I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8FBC7B7" w14:textId="77777777" w:rsidR="00B93D26" w:rsidRDefault="00B93D26" w:rsidP="00AC3FE8">
            <w:pPr>
              <w:pStyle w:val="TAC"/>
              <w:rPr>
                <w:rFonts w:cs="Arial"/>
                <w:lang w:eastAsia="zh-CN"/>
              </w:rPr>
            </w:pPr>
            <w:r>
              <w:rPr>
                <w:rFonts w:cs="Arial"/>
                <w:lang w:eastAsia="zh-CN"/>
              </w:rPr>
              <w:t>DC_28A</w:t>
            </w:r>
            <w:r>
              <w:rPr>
                <w:rFonts w:eastAsia="Malgun Gothic" w:cs="Arial"/>
                <w:lang w:eastAsia="ko-KR"/>
              </w:rPr>
              <w:t>_</w:t>
            </w:r>
            <w:r>
              <w:rPr>
                <w:rFonts w:cs="Arial"/>
                <w:lang w:eastAsia="zh-CN"/>
              </w:rPr>
              <w:t>n77A</w:t>
            </w:r>
          </w:p>
          <w:p w14:paraId="1E29AA59" w14:textId="77777777" w:rsidR="00B93D26" w:rsidRDefault="00B93D26" w:rsidP="00AC3FE8">
            <w:pPr>
              <w:pStyle w:val="TAC"/>
              <w:rPr>
                <w:rFonts w:cs="Arial"/>
                <w:lang w:eastAsia="zh-CN"/>
              </w:rPr>
            </w:pPr>
            <w:r>
              <w:rPr>
                <w:rFonts w:cs="Arial"/>
                <w:lang w:eastAsia="zh-CN"/>
              </w:rPr>
              <w:t>DC_28A_n257A</w:t>
            </w:r>
          </w:p>
          <w:p w14:paraId="3F78DD44" w14:textId="77777777" w:rsidR="00B93D26" w:rsidRDefault="00B93D26" w:rsidP="00AC3FE8">
            <w:pPr>
              <w:pStyle w:val="TAC"/>
              <w:rPr>
                <w:rFonts w:cs="Arial"/>
                <w:lang w:eastAsia="zh-CN"/>
              </w:rPr>
            </w:pPr>
            <w:r>
              <w:rPr>
                <w:rFonts w:cs="Arial"/>
                <w:lang w:eastAsia="zh-CN"/>
              </w:rPr>
              <w:t>DC_28A_n257G</w:t>
            </w:r>
          </w:p>
          <w:p w14:paraId="1ACD57BE" w14:textId="77777777" w:rsidR="00B93D26" w:rsidRDefault="00B93D26" w:rsidP="00AC3FE8">
            <w:pPr>
              <w:pStyle w:val="TAC"/>
              <w:rPr>
                <w:rFonts w:cs="Arial"/>
                <w:lang w:eastAsia="zh-CN"/>
              </w:rPr>
            </w:pPr>
            <w:r>
              <w:rPr>
                <w:rFonts w:cs="Arial"/>
                <w:lang w:eastAsia="zh-CN"/>
              </w:rPr>
              <w:t>DC_28A_n257H</w:t>
            </w:r>
          </w:p>
          <w:p w14:paraId="52ABC5ED" w14:textId="77777777" w:rsidR="00B93D26" w:rsidRDefault="00B93D26" w:rsidP="00AC3FE8">
            <w:pPr>
              <w:pStyle w:val="TAC"/>
              <w:rPr>
                <w:rFonts w:cs="Arial"/>
                <w:lang w:eastAsia="zh-CN"/>
              </w:rPr>
            </w:pPr>
            <w:r>
              <w:rPr>
                <w:rFonts w:cs="Arial"/>
                <w:lang w:eastAsia="zh-CN"/>
              </w:rPr>
              <w:t>DC_28A_n257I</w:t>
            </w:r>
          </w:p>
        </w:tc>
      </w:tr>
      <w:tr w:rsidR="00B93D26" w14:paraId="35D03999"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DB700AB" w14:textId="77777777" w:rsidR="00B93D26" w:rsidRDefault="00B93D26" w:rsidP="00AC3FE8">
            <w:pPr>
              <w:pStyle w:val="TAC"/>
              <w:rPr>
                <w:rFonts w:cs="Arial"/>
                <w:szCs w:val="18"/>
              </w:rPr>
            </w:pPr>
            <w:r>
              <w:rPr>
                <w:rFonts w:cs="Arial"/>
                <w:szCs w:val="18"/>
              </w:rPr>
              <w:t>DC_28A_n77(2A)-n257A</w:t>
            </w:r>
            <w:r>
              <w:rPr>
                <w:vertAlign w:val="superscript"/>
                <w:lang w:eastAsia="zh-TW"/>
              </w:rPr>
              <w:t>2</w:t>
            </w:r>
          </w:p>
          <w:p w14:paraId="50A18CD7" w14:textId="77777777" w:rsidR="00B93D26" w:rsidRDefault="00B93D26" w:rsidP="00AC3FE8">
            <w:pPr>
              <w:pStyle w:val="TAC"/>
              <w:rPr>
                <w:rFonts w:cs="Arial"/>
                <w:szCs w:val="18"/>
              </w:rPr>
            </w:pPr>
            <w:r>
              <w:rPr>
                <w:rFonts w:cs="Arial"/>
                <w:szCs w:val="18"/>
              </w:rPr>
              <w:t>DC_28A_n77(2A)-n257D</w:t>
            </w:r>
            <w:r>
              <w:rPr>
                <w:vertAlign w:val="superscript"/>
                <w:lang w:eastAsia="zh-TW"/>
              </w:rPr>
              <w:t>2</w:t>
            </w:r>
          </w:p>
          <w:p w14:paraId="60A50372" w14:textId="77777777" w:rsidR="00B93D26" w:rsidRDefault="00B93D26" w:rsidP="00AC3FE8">
            <w:pPr>
              <w:pStyle w:val="TAC"/>
              <w:rPr>
                <w:rFonts w:cs="Arial"/>
                <w:szCs w:val="18"/>
              </w:rPr>
            </w:pPr>
            <w:r>
              <w:rPr>
                <w:rFonts w:cs="Arial"/>
                <w:szCs w:val="18"/>
              </w:rPr>
              <w:t>DC_28A_n77(2A)-n257G</w:t>
            </w:r>
            <w:r>
              <w:rPr>
                <w:vertAlign w:val="superscript"/>
                <w:lang w:eastAsia="zh-TW"/>
              </w:rPr>
              <w:t>2</w:t>
            </w:r>
          </w:p>
          <w:p w14:paraId="35822978" w14:textId="77777777" w:rsidR="00B93D26" w:rsidRDefault="00B93D26" w:rsidP="00AC3FE8">
            <w:pPr>
              <w:pStyle w:val="TAC"/>
              <w:rPr>
                <w:rFonts w:cs="Arial"/>
                <w:szCs w:val="18"/>
              </w:rPr>
            </w:pPr>
            <w:r>
              <w:rPr>
                <w:rFonts w:cs="Arial"/>
                <w:szCs w:val="18"/>
              </w:rPr>
              <w:t>DC_28A_n77(2A)-n257H</w:t>
            </w:r>
            <w:r>
              <w:rPr>
                <w:vertAlign w:val="superscript"/>
                <w:lang w:eastAsia="zh-TW"/>
              </w:rPr>
              <w:t>2</w:t>
            </w:r>
          </w:p>
          <w:p w14:paraId="5D7DC080" w14:textId="77777777" w:rsidR="00B93D26" w:rsidRDefault="00B93D26" w:rsidP="00AC3FE8">
            <w:pPr>
              <w:pStyle w:val="TAC"/>
              <w:rPr>
                <w:rFonts w:cs="Arial"/>
                <w:lang w:eastAsia="zh-CN"/>
              </w:rPr>
            </w:pPr>
            <w:r>
              <w:rPr>
                <w:rFonts w:cs="Arial"/>
                <w:szCs w:val="18"/>
              </w:rPr>
              <w:t>DC_28A_n77(2A)-n257I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C4EDB85" w14:textId="77777777" w:rsidR="00B93D26" w:rsidRDefault="00B93D26" w:rsidP="00AC3FE8">
            <w:pPr>
              <w:pStyle w:val="TAC"/>
              <w:rPr>
                <w:rFonts w:cs="Arial"/>
                <w:lang w:eastAsia="zh-CN"/>
              </w:rPr>
            </w:pPr>
            <w:r>
              <w:rPr>
                <w:rFonts w:cs="Arial"/>
                <w:lang w:eastAsia="zh-CN"/>
              </w:rPr>
              <w:t>DC_28A</w:t>
            </w:r>
            <w:r>
              <w:rPr>
                <w:rFonts w:eastAsia="Malgun Gothic" w:cs="Arial"/>
                <w:lang w:eastAsia="ko-KR"/>
              </w:rPr>
              <w:t>_</w:t>
            </w:r>
            <w:r>
              <w:rPr>
                <w:rFonts w:cs="Arial"/>
                <w:lang w:eastAsia="zh-CN"/>
              </w:rPr>
              <w:t>n77A</w:t>
            </w:r>
          </w:p>
          <w:p w14:paraId="3848622C" w14:textId="77777777" w:rsidR="00B93D26" w:rsidRDefault="00B93D26" w:rsidP="00AC3FE8">
            <w:pPr>
              <w:pStyle w:val="TAC"/>
              <w:rPr>
                <w:rFonts w:cs="Arial"/>
                <w:lang w:eastAsia="zh-CN"/>
              </w:rPr>
            </w:pPr>
            <w:r>
              <w:rPr>
                <w:rFonts w:cs="Arial"/>
                <w:lang w:eastAsia="zh-CN"/>
              </w:rPr>
              <w:t>DC_28A_n257A</w:t>
            </w:r>
          </w:p>
          <w:p w14:paraId="4BEAF831" w14:textId="77777777" w:rsidR="00B93D26" w:rsidRDefault="00B93D26" w:rsidP="00AC3FE8">
            <w:pPr>
              <w:pStyle w:val="TAC"/>
              <w:rPr>
                <w:rFonts w:cs="Arial"/>
                <w:lang w:eastAsia="zh-CN"/>
              </w:rPr>
            </w:pPr>
            <w:r>
              <w:rPr>
                <w:rFonts w:cs="Arial"/>
                <w:lang w:eastAsia="zh-CN"/>
              </w:rPr>
              <w:t>DC_28A_n257G</w:t>
            </w:r>
          </w:p>
          <w:p w14:paraId="10405136" w14:textId="77777777" w:rsidR="00B93D26" w:rsidRDefault="00B93D26" w:rsidP="00AC3FE8">
            <w:pPr>
              <w:pStyle w:val="TAC"/>
              <w:rPr>
                <w:rFonts w:cs="Arial"/>
                <w:lang w:eastAsia="zh-CN"/>
              </w:rPr>
            </w:pPr>
            <w:r>
              <w:rPr>
                <w:rFonts w:cs="Arial"/>
                <w:lang w:eastAsia="zh-CN"/>
              </w:rPr>
              <w:t>DC_28A_n257H</w:t>
            </w:r>
          </w:p>
          <w:p w14:paraId="0E783D31" w14:textId="77777777" w:rsidR="00B93D26" w:rsidRDefault="00B93D26" w:rsidP="00AC3FE8">
            <w:pPr>
              <w:pStyle w:val="TAC"/>
              <w:rPr>
                <w:rFonts w:cs="Arial"/>
                <w:lang w:eastAsia="zh-CN"/>
              </w:rPr>
            </w:pPr>
            <w:r>
              <w:rPr>
                <w:rFonts w:cs="Arial"/>
                <w:lang w:eastAsia="zh-CN"/>
              </w:rPr>
              <w:t>DC_28A_n257I</w:t>
            </w:r>
          </w:p>
        </w:tc>
      </w:tr>
      <w:tr w:rsidR="00B93D26" w14:paraId="41AEA7C3"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03E7049" w14:textId="77777777" w:rsidR="00B93D26" w:rsidRDefault="00B93D26" w:rsidP="00AC3FE8">
            <w:pPr>
              <w:pStyle w:val="TAC"/>
              <w:rPr>
                <w:rFonts w:eastAsia="Malgun Gothic" w:cs="Arial"/>
                <w:lang w:eastAsia="ko-KR"/>
              </w:rPr>
            </w:pPr>
            <w:r>
              <w:rPr>
                <w:rFonts w:cs="Arial"/>
                <w:lang w:eastAsia="zh-CN"/>
              </w:rPr>
              <w:t>DC_28A_n78A</w:t>
            </w:r>
            <w:r>
              <w:rPr>
                <w:rFonts w:cs="Arial"/>
                <w:lang w:eastAsia="ja-JP"/>
              </w:rPr>
              <w:t>-</w:t>
            </w:r>
            <w:r>
              <w:rPr>
                <w:rFonts w:cs="Arial"/>
                <w:lang w:eastAsia="zh-CN"/>
              </w:rPr>
              <w:t>n257</w:t>
            </w:r>
            <w:r>
              <w:rPr>
                <w:rFonts w:eastAsia="Malgun Gothic" w:cs="Arial"/>
                <w:lang w:eastAsia="ko-KR"/>
              </w:rPr>
              <w:t>A</w:t>
            </w:r>
            <w:r>
              <w:rPr>
                <w:vertAlign w:val="superscript"/>
                <w:lang w:eastAsia="zh-TW"/>
              </w:rPr>
              <w:t>2</w:t>
            </w:r>
          </w:p>
          <w:p w14:paraId="466661DB" w14:textId="77777777" w:rsidR="00B93D26" w:rsidRDefault="00B93D26" w:rsidP="00AC3FE8">
            <w:pPr>
              <w:pStyle w:val="TAC"/>
              <w:rPr>
                <w:rFonts w:eastAsia="Malgun Gothic" w:cs="Arial"/>
                <w:lang w:eastAsia="ko-KR"/>
              </w:rPr>
            </w:pPr>
            <w:r>
              <w:rPr>
                <w:rFonts w:cs="Arial"/>
                <w:lang w:eastAsia="zh-CN"/>
              </w:rPr>
              <w:t>DC_28A_n78A</w:t>
            </w:r>
            <w:r>
              <w:rPr>
                <w:rFonts w:cs="Arial"/>
                <w:lang w:eastAsia="ja-JP"/>
              </w:rPr>
              <w:t>-</w:t>
            </w:r>
            <w:r>
              <w:rPr>
                <w:rFonts w:cs="Arial"/>
                <w:lang w:eastAsia="zh-CN"/>
              </w:rPr>
              <w:t>n257</w:t>
            </w:r>
            <w:r>
              <w:rPr>
                <w:rFonts w:eastAsia="Malgun Gothic" w:cs="Arial"/>
                <w:lang w:eastAsia="ko-KR"/>
              </w:rPr>
              <w:t>G</w:t>
            </w:r>
            <w:r>
              <w:rPr>
                <w:vertAlign w:val="superscript"/>
                <w:lang w:eastAsia="zh-TW"/>
              </w:rPr>
              <w:t>2</w:t>
            </w:r>
          </w:p>
          <w:p w14:paraId="60C4F762" w14:textId="77777777" w:rsidR="00B93D26" w:rsidRDefault="00B93D26" w:rsidP="00AC3FE8">
            <w:pPr>
              <w:pStyle w:val="TAC"/>
              <w:rPr>
                <w:rFonts w:eastAsia="Malgun Gothic" w:cs="Arial"/>
                <w:lang w:eastAsia="ko-KR"/>
              </w:rPr>
            </w:pPr>
            <w:r>
              <w:rPr>
                <w:rFonts w:cs="Arial"/>
                <w:lang w:eastAsia="zh-CN"/>
              </w:rPr>
              <w:t>DC_28A_n78A</w:t>
            </w:r>
            <w:r>
              <w:rPr>
                <w:rFonts w:cs="Arial"/>
                <w:lang w:eastAsia="ja-JP"/>
              </w:rPr>
              <w:t>-</w:t>
            </w:r>
            <w:r>
              <w:rPr>
                <w:rFonts w:cs="Arial"/>
                <w:lang w:eastAsia="zh-CN"/>
              </w:rPr>
              <w:t>n257</w:t>
            </w:r>
            <w:r>
              <w:rPr>
                <w:rFonts w:eastAsia="Malgun Gothic" w:cs="Arial"/>
                <w:lang w:eastAsia="ko-KR"/>
              </w:rPr>
              <w:t>H</w:t>
            </w:r>
            <w:r>
              <w:rPr>
                <w:vertAlign w:val="superscript"/>
                <w:lang w:eastAsia="zh-TW"/>
              </w:rPr>
              <w:t>2</w:t>
            </w:r>
          </w:p>
          <w:p w14:paraId="7F5348DC" w14:textId="77777777" w:rsidR="00B93D26" w:rsidRDefault="00B93D26" w:rsidP="00AC3FE8">
            <w:pPr>
              <w:pStyle w:val="TAC"/>
              <w:rPr>
                <w:rFonts w:eastAsia="Malgun Gothic" w:cs="Arial"/>
                <w:szCs w:val="18"/>
                <w:lang w:eastAsia="ko-KR"/>
              </w:rPr>
            </w:pPr>
            <w:r>
              <w:rPr>
                <w:rFonts w:cs="Arial"/>
                <w:lang w:eastAsia="zh-CN"/>
              </w:rPr>
              <w:t>DC_28A_n78A</w:t>
            </w:r>
            <w:r>
              <w:rPr>
                <w:rFonts w:cs="Arial"/>
                <w:lang w:eastAsia="ja-JP"/>
              </w:rPr>
              <w:t>-</w:t>
            </w:r>
            <w:r>
              <w:rPr>
                <w:rFonts w:cs="Arial"/>
                <w:lang w:eastAsia="zh-CN"/>
              </w:rPr>
              <w:t>n257</w:t>
            </w:r>
            <w:r>
              <w:rPr>
                <w:rFonts w:eastAsia="Malgun Gothic" w:cs="Arial"/>
                <w:lang w:eastAsia="ko-KR"/>
              </w:rPr>
              <w:t>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91F0D18" w14:textId="77777777" w:rsidR="00B93D26" w:rsidRDefault="00B93D26" w:rsidP="00AC3FE8">
            <w:pPr>
              <w:pStyle w:val="TAC"/>
              <w:rPr>
                <w:rFonts w:cs="Arial"/>
                <w:lang w:eastAsia="zh-CN"/>
              </w:rPr>
            </w:pPr>
            <w:r>
              <w:rPr>
                <w:rFonts w:cs="Arial"/>
                <w:lang w:eastAsia="zh-CN"/>
              </w:rPr>
              <w:t>DC_28A_n78A</w:t>
            </w:r>
          </w:p>
          <w:p w14:paraId="77461E38" w14:textId="77777777" w:rsidR="00B93D26" w:rsidRDefault="00B93D26" w:rsidP="00AC3FE8">
            <w:pPr>
              <w:pStyle w:val="TAC"/>
              <w:rPr>
                <w:rFonts w:cs="Arial"/>
                <w:lang w:eastAsia="zh-CN"/>
              </w:rPr>
            </w:pPr>
            <w:r>
              <w:rPr>
                <w:rFonts w:cs="Arial"/>
                <w:lang w:eastAsia="zh-CN"/>
              </w:rPr>
              <w:t>DC_28A_n257A</w:t>
            </w:r>
          </w:p>
          <w:p w14:paraId="580235A4" w14:textId="77777777" w:rsidR="00B93D26" w:rsidRDefault="00B93D26" w:rsidP="00AC3FE8">
            <w:pPr>
              <w:pStyle w:val="TAC"/>
              <w:rPr>
                <w:rFonts w:cs="Arial"/>
                <w:lang w:eastAsia="zh-CN"/>
              </w:rPr>
            </w:pPr>
            <w:r>
              <w:rPr>
                <w:rFonts w:cs="Arial"/>
                <w:lang w:eastAsia="zh-CN"/>
              </w:rPr>
              <w:t>DC_28A_n257G</w:t>
            </w:r>
          </w:p>
          <w:p w14:paraId="67D0B29C" w14:textId="77777777" w:rsidR="00B93D26" w:rsidRDefault="00B93D26" w:rsidP="00AC3FE8">
            <w:pPr>
              <w:pStyle w:val="TAC"/>
              <w:rPr>
                <w:rFonts w:cs="Arial"/>
                <w:lang w:eastAsia="zh-CN"/>
              </w:rPr>
            </w:pPr>
            <w:r>
              <w:rPr>
                <w:rFonts w:cs="Arial"/>
                <w:lang w:eastAsia="zh-CN"/>
              </w:rPr>
              <w:t>DC_28A_n257H</w:t>
            </w:r>
          </w:p>
          <w:p w14:paraId="4C61094D" w14:textId="77777777" w:rsidR="00B93D26" w:rsidRDefault="00B93D26" w:rsidP="00AC3FE8">
            <w:pPr>
              <w:pStyle w:val="TAC"/>
              <w:rPr>
                <w:rFonts w:eastAsia="Malgun Gothic" w:cs="Arial"/>
                <w:szCs w:val="18"/>
                <w:lang w:eastAsia="ko-KR"/>
              </w:rPr>
            </w:pPr>
            <w:r>
              <w:rPr>
                <w:rFonts w:cs="Arial"/>
                <w:lang w:eastAsia="zh-CN"/>
              </w:rPr>
              <w:t>DC_28A_n257I</w:t>
            </w:r>
          </w:p>
        </w:tc>
      </w:tr>
      <w:tr w:rsidR="00B93D26" w14:paraId="2B0C0959"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466C70B" w14:textId="77777777" w:rsidR="00B93D26" w:rsidRDefault="00B93D26" w:rsidP="00AC3FE8">
            <w:pPr>
              <w:pStyle w:val="TAC"/>
              <w:rPr>
                <w:rFonts w:eastAsia="Malgun Gothic" w:cs="Arial"/>
                <w:szCs w:val="18"/>
                <w:lang w:eastAsia="ko-KR"/>
              </w:rPr>
            </w:pPr>
            <w:r>
              <w:rPr>
                <w:rFonts w:eastAsia="Malgun Gothic" w:cs="Arial"/>
                <w:szCs w:val="18"/>
                <w:lang w:eastAsia="ko-KR"/>
              </w:rPr>
              <w:t>DC_28A_n8A-n258A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5EEDDB7" w14:textId="77777777" w:rsidR="00B93D26" w:rsidRDefault="00B93D26" w:rsidP="00AC3FE8">
            <w:pPr>
              <w:pStyle w:val="TAC"/>
              <w:rPr>
                <w:rFonts w:eastAsia="Malgun Gothic" w:cs="Arial"/>
                <w:szCs w:val="18"/>
                <w:lang w:eastAsia="ko-KR"/>
              </w:rPr>
            </w:pPr>
            <w:r>
              <w:rPr>
                <w:rFonts w:eastAsia="Malgun Gothic" w:cs="Arial"/>
                <w:szCs w:val="18"/>
                <w:lang w:eastAsia="ko-KR"/>
              </w:rPr>
              <w:t>DC_28A_n8A</w:t>
            </w:r>
          </w:p>
          <w:p w14:paraId="47BCA4D3" w14:textId="77777777" w:rsidR="00B93D26" w:rsidRDefault="00B93D26" w:rsidP="00AC3FE8">
            <w:pPr>
              <w:pStyle w:val="TAC"/>
              <w:rPr>
                <w:rFonts w:eastAsia="Malgun Gothic" w:cs="Arial"/>
                <w:szCs w:val="18"/>
                <w:lang w:eastAsia="ko-KR"/>
              </w:rPr>
            </w:pPr>
            <w:r>
              <w:rPr>
                <w:rFonts w:eastAsia="Malgun Gothic" w:cs="Arial"/>
                <w:szCs w:val="18"/>
                <w:lang w:eastAsia="ko-KR"/>
              </w:rPr>
              <w:t>DC_28A_n258A</w:t>
            </w:r>
          </w:p>
        </w:tc>
      </w:tr>
      <w:tr w:rsidR="00B93D26" w14:paraId="6F73990B"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7CF54E1" w14:textId="77777777" w:rsidR="00B93D26" w:rsidRDefault="00B93D26" w:rsidP="00AC3FE8">
            <w:pPr>
              <w:pStyle w:val="TAC"/>
              <w:rPr>
                <w:rFonts w:cs="Arial"/>
                <w:szCs w:val="18"/>
              </w:rPr>
            </w:pPr>
            <w:r>
              <w:rPr>
                <w:rFonts w:cs="Arial"/>
                <w:szCs w:val="18"/>
              </w:rPr>
              <w:t>DC_41</w:t>
            </w:r>
            <w:r>
              <w:rPr>
                <w:rFonts w:cs="Arial"/>
                <w:szCs w:val="18"/>
                <w:lang w:eastAsia="zh-CN"/>
              </w:rPr>
              <w:t>A</w:t>
            </w:r>
            <w:r>
              <w:rPr>
                <w:rFonts w:cs="Arial"/>
                <w:szCs w:val="18"/>
              </w:rPr>
              <w:t>_n3A-n257A</w:t>
            </w:r>
            <w:r>
              <w:rPr>
                <w:vertAlign w:val="superscript"/>
                <w:lang w:eastAsia="zh-TW"/>
              </w:rPr>
              <w:t>2</w:t>
            </w:r>
          </w:p>
          <w:p w14:paraId="37F80265" w14:textId="77777777" w:rsidR="00B93D26" w:rsidRDefault="00B93D26" w:rsidP="00AC3FE8">
            <w:pPr>
              <w:pStyle w:val="TAC"/>
              <w:rPr>
                <w:rFonts w:cs="Arial"/>
                <w:szCs w:val="18"/>
              </w:rPr>
            </w:pPr>
            <w:r>
              <w:rPr>
                <w:rFonts w:cs="Arial"/>
                <w:szCs w:val="18"/>
              </w:rPr>
              <w:t>DC_41</w:t>
            </w:r>
            <w:r>
              <w:rPr>
                <w:rFonts w:cs="Arial"/>
                <w:szCs w:val="18"/>
                <w:lang w:eastAsia="zh-CN"/>
              </w:rPr>
              <w:t>A</w:t>
            </w:r>
            <w:r>
              <w:rPr>
                <w:rFonts w:cs="Arial"/>
                <w:szCs w:val="18"/>
              </w:rPr>
              <w:t>_n3A-n257G</w:t>
            </w:r>
            <w:r>
              <w:rPr>
                <w:vertAlign w:val="superscript"/>
                <w:lang w:eastAsia="zh-TW"/>
              </w:rPr>
              <w:t>2</w:t>
            </w:r>
          </w:p>
          <w:p w14:paraId="4080C18C" w14:textId="77777777" w:rsidR="00B93D26" w:rsidRDefault="00B93D26" w:rsidP="00AC3FE8">
            <w:pPr>
              <w:pStyle w:val="TAC"/>
              <w:rPr>
                <w:rFonts w:cs="Arial"/>
                <w:szCs w:val="18"/>
              </w:rPr>
            </w:pPr>
            <w:r>
              <w:rPr>
                <w:rFonts w:cs="Arial"/>
                <w:szCs w:val="18"/>
              </w:rPr>
              <w:t>DC_41</w:t>
            </w:r>
            <w:r>
              <w:rPr>
                <w:rFonts w:cs="Arial"/>
                <w:szCs w:val="18"/>
                <w:lang w:eastAsia="zh-CN"/>
              </w:rPr>
              <w:t>A</w:t>
            </w:r>
            <w:r>
              <w:rPr>
                <w:rFonts w:cs="Arial"/>
                <w:szCs w:val="18"/>
              </w:rPr>
              <w:t>_n3A-n257H</w:t>
            </w:r>
            <w:r>
              <w:rPr>
                <w:vertAlign w:val="superscript"/>
                <w:lang w:eastAsia="zh-TW"/>
              </w:rPr>
              <w:t>2</w:t>
            </w:r>
          </w:p>
          <w:p w14:paraId="268DDE12" w14:textId="77777777" w:rsidR="00B93D26" w:rsidRDefault="00B93D26" w:rsidP="00AC3FE8">
            <w:pPr>
              <w:pStyle w:val="TAC"/>
              <w:rPr>
                <w:rFonts w:cs="Arial"/>
                <w:szCs w:val="18"/>
              </w:rPr>
            </w:pPr>
            <w:r>
              <w:rPr>
                <w:rFonts w:cs="Arial"/>
                <w:szCs w:val="18"/>
              </w:rPr>
              <w:t>DC_41</w:t>
            </w:r>
            <w:r>
              <w:rPr>
                <w:rFonts w:cs="Arial"/>
                <w:szCs w:val="18"/>
                <w:lang w:eastAsia="zh-CN"/>
              </w:rPr>
              <w:t>A</w:t>
            </w:r>
            <w:r>
              <w:rPr>
                <w:rFonts w:cs="Arial"/>
                <w:szCs w:val="18"/>
              </w:rPr>
              <w:t>_n3A-n257I</w:t>
            </w:r>
            <w:r>
              <w:rPr>
                <w:vertAlign w:val="superscript"/>
                <w:lang w:eastAsia="zh-TW"/>
              </w:rPr>
              <w:t>2</w:t>
            </w:r>
          </w:p>
          <w:p w14:paraId="2B8D1396" w14:textId="77777777" w:rsidR="00B93D26" w:rsidRDefault="00B93D26" w:rsidP="00AC3FE8">
            <w:pPr>
              <w:pStyle w:val="TAC"/>
              <w:rPr>
                <w:rFonts w:cs="Arial"/>
                <w:szCs w:val="18"/>
              </w:rPr>
            </w:pPr>
            <w:r>
              <w:rPr>
                <w:rFonts w:cs="Arial"/>
                <w:szCs w:val="18"/>
              </w:rPr>
              <w:t>DC_41</w:t>
            </w:r>
            <w:r>
              <w:rPr>
                <w:rFonts w:cs="Arial"/>
                <w:szCs w:val="18"/>
                <w:lang w:eastAsia="zh-CN"/>
              </w:rPr>
              <w:t>C</w:t>
            </w:r>
            <w:r>
              <w:rPr>
                <w:rFonts w:cs="Arial"/>
                <w:szCs w:val="18"/>
              </w:rPr>
              <w:t>_n3A-n257A</w:t>
            </w:r>
            <w:r>
              <w:rPr>
                <w:vertAlign w:val="superscript"/>
                <w:lang w:eastAsia="zh-TW"/>
              </w:rPr>
              <w:t>2</w:t>
            </w:r>
          </w:p>
          <w:p w14:paraId="5E351A10" w14:textId="77777777" w:rsidR="00B93D26" w:rsidRDefault="00B93D26" w:rsidP="00AC3FE8">
            <w:pPr>
              <w:pStyle w:val="TAC"/>
              <w:rPr>
                <w:rFonts w:cs="Arial"/>
                <w:szCs w:val="18"/>
              </w:rPr>
            </w:pPr>
            <w:r>
              <w:rPr>
                <w:rFonts w:cs="Arial"/>
                <w:szCs w:val="18"/>
              </w:rPr>
              <w:t>DC_41</w:t>
            </w:r>
            <w:r>
              <w:rPr>
                <w:rFonts w:cs="Arial"/>
                <w:szCs w:val="18"/>
                <w:lang w:eastAsia="zh-CN"/>
              </w:rPr>
              <w:t>C</w:t>
            </w:r>
            <w:r>
              <w:rPr>
                <w:rFonts w:cs="Arial"/>
                <w:szCs w:val="18"/>
              </w:rPr>
              <w:t>_n3A-n257G</w:t>
            </w:r>
            <w:r>
              <w:rPr>
                <w:vertAlign w:val="superscript"/>
                <w:lang w:eastAsia="zh-TW"/>
              </w:rPr>
              <w:t>2</w:t>
            </w:r>
          </w:p>
          <w:p w14:paraId="3635B6F9" w14:textId="77777777" w:rsidR="00B93D26" w:rsidRDefault="00B93D26" w:rsidP="00AC3FE8">
            <w:pPr>
              <w:pStyle w:val="TAC"/>
              <w:rPr>
                <w:rFonts w:cs="Arial"/>
                <w:szCs w:val="18"/>
              </w:rPr>
            </w:pPr>
            <w:r>
              <w:rPr>
                <w:rFonts w:cs="Arial"/>
                <w:szCs w:val="18"/>
              </w:rPr>
              <w:t>DC_41</w:t>
            </w:r>
            <w:r>
              <w:rPr>
                <w:rFonts w:cs="Arial"/>
                <w:szCs w:val="18"/>
                <w:lang w:eastAsia="zh-CN"/>
              </w:rPr>
              <w:t>C</w:t>
            </w:r>
            <w:r>
              <w:rPr>
                <w:rFonts w:cs="Arial"/>
                <w:szCs w:val="18"/>
              </w:rPr>
              <w:t>_n3A-n257H</w:t>
            </w:r>
            <w:r>
              <w:rPr>
                <w:vertAlign w:val="superscript"/>
                <w:lang w:eastAsia="zh-TW"/>
              </w:rPr>
              <w:t>2</w:t>
            </w:r>
          </w:p>
          <w:p w14:paraId="45B93C28" w14:textId="77777777" w:rsidR="00B93D26" w:rsidRDefault="00B93D26" w:rsidP="00AC3FE8">
            <w:pPr>
              <w:pStyle w:val="TAC"/>
              <w:rPr>
                <w:rFonts w:eastAsia="Malgun Gothic" w:cs="Arial"/>
                <w:szCs w:val="18"/>
                <w:lang w:eastAsia="ko-KR"/>
              </w:rPr>
            </w:pPr>
            <w:r>
              <w:rPr>
                <w:rFonts w:cs="Arial"/>
                <w:szCs w:val="18"/>
              </w:rPr>
              <w:t>DC_41</w:t>
            </w:r>
            <w:r>
              <w:rPr>
                <w:rFonts w:cs="Arial"/>
                <w:szCs w:val="18"/>
                <w:lang w:eastAsia="zh-CN"/>
              </w:rPr>
              <w:t>C</w:t>
            </w:r>
            <w:r>
              <w:rPr>
                <w:rFonts w:cs="Arial"/>
                <w:szCs w:val="18"/>
              </w:rPr>
              <w:t>_n3A-n257I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E45B23B" w14:textId="77777777" w:rsidR="00B93D26" w:rsidRDefault="00B93D26" w:rsidP="00AC3FE8">
            <w:pPr>
              <w:pStyle w:val="TAC"/>
              <w:rPr>
                <w:rFonts w:cs="Arial"/>
                <w:lang w:eastAsia="zh-CN"/>
              </w:rPr>
            </w:pPr>
            <w:r>
              <w:rPr>
                <w:rFonts w:cs="Arial"/>
                <w:lang w:eastAsia="zh-CN"/>
              </w:rPr>
              <w:t>DC_41A_n3A</w:t>
            </w:r>
          </w:p>
          <w:p w14:paraId="02D36A43" w14:textId="77777777" w:rsidR="00B93D26" w:rsidRDefault="00B93D26" w:rsidP="00AC3FE8">
            <w:pPr>
              <w:pStyle w:val="TAC"/>
              <w:rPr>
                <w:rFonts w:cs="Arial"/>
                <w:lang w:eastAsia="zh-CN"/>
              </w:rPr>
            </w:pPr>
            <w:r>
              <w:rPr>
                <w:rFonts w:cs="Arial"/>
                <w:lang w:eastAsia="zh-CN"/>
              </w:rPr>
              <w:t>DC_41A_n257A</w:t>
            </w:r>
          </w:p>
          <w:p w14:paraId="03A04451" w14:textId="77777777" w:rsidR="00B93D26" w:rsidRDefault="00B93D26" w:rsidP="00AC3FE8">
            <w:pPr>
              <w:pStyle w:val="TAC"/>
              <w:rPr>
                <w:rFonts w:cs="Arial"/>
                <w:lang w:eastAsia="zh-CN"/>
              </w:rPr>
            </w:pPr>
            <w:r>
              <w:rPr>
                <w:rFonts w:cs="Arial"/>
                <w:lang w:eastAsia="zh-CN"/>
              </w:rPr>
              <w:t>DC_41A_n257G</w:t>
            </w:r>
          </w:p>
          <w:p w14:paraId="36697ED7" w14:textId="77777777" w:rsidR="00B93D26" w:rsidRDefault="00B93D26" w:rsidP="00AC3FE8">
            <w:pPr>
              <w:pStyle w:val="TAC"/>
              <w:rPr>
                <w:rFonts w:cs="Arial"/>
                <w:lang w:eastAsia="zh-CN"/>
              </w:rPr>
            </w:pPr>
            <w:r>
              <w:rPr>
                <w:rFonts w:cs="Arial"/>
                <w:lang w:eastAsia="zh-CN"/>
              </w:rPr>
              <w:t>DC_41A_n257H</w:t>
            </w:r>
          </w:p>
          <w:p w14:paraId="0833DD69" w14:textId="77777777" w:rsidR="00B93D26" w:rsidRDefault="00B93D26" w:rsidP="00AC3FE8">
            <w:pPr>
              <w:pStyle w:val="TAC"/>
              <w:rPr>
                <w:rFonts w:cs="Arial"/>
                <w:lang w:eastAsia="zh-CN"/>
              </w:rPr>
            </w:pPr>
            <w:r>
              <w:rPr>
                <w:rFonts w:cs="Arial"/>
                <w:lang w:eastAsia="zh-CN"/>
              </w:rPr>
              <w:t>DC_41A_n257I</w:t>
            </w:r>
          </w:p>
          <w:p w14:paraId="48C1AB22" w14:textId="77777777" w:rsidR="00B93D26" w:rsidRDefault="00B93D26" w:rsidP="00AC3FE8">
            <w:pPr>
              <w:pStyle w:val="TAC"/>
              <w:rPr>
                <w:rFonts w:cs="Arial"/>
                <w:lang w:eastAsia="zh-CN"/>
              </w:rPr>
            </w:pPr>
            <w:r>
              <w:rPr>
                <w:rFonts w:cs="Arial"/>
                <w:lang w:eastAsia="zh-CN"/>
              </w:rPr>
              <w:t>DC_41C_n3A</w:t>
            </w:r>
          </w:p>
          <w:p w14:paraId="48CF14B6" w14:textId="77777777" w:rsidR="00B93D26" w:rsidRDefault="00B93D26" w:rsidP="00AC3FE8">
            <w:pPr>
              <w:pStyle w:val="TAC"/>
              <w:rPr>
                <w:rFonts w:cs="Arial"/>
                <w:lang w:eastAsia="zh-CN"/>
              </w:rPr>
            </w:pPr>
            <w:r>
              <w:rPr>
                <w:rFonts w:cs="Arial"/>
                <w:lang w:eastAsia="zh-CN"/>
              </w:rPr>
              <w:t>DC_41C_n257A</w:t>
            </w:r>
          </w:p>
          <w:p w14:paraId="4B5A7065" w14:textId="77777777" w:rsidR="00B93D26" w:rsidRDefault="00B93D26" w:rsidP="00AC3FE8">
            <w:pPr>
              <w:pStyle w:val="TAC"/>
              <w:rPr>
                <w:rFonts w:cs="Arial"/>
                <w:lang w:eastAsia="zh-CN"/>
              </w:rPr>
            </w:pPr>
            <w:r>
              <w:rPr>
                <w:rFonts w:cs="Arial"/>
                <w:lang w:eastAsia="zh-CN"/>
              </w:rPr>
              <w:t>DC_41C_n257G</w:t>
            </w:r>
          </w:p>
          <w:p w14:paraId="6796AA35" w14:textId="77777777" w:rsidR="00B93D26" w:rsidRDefault="00B93D26" w:rsidP="00AC3FE8">
            <w:pPr>
              <w:pStyle w:val="TAC"/>
              <w:rPr>
                <w:rFonts w:cs="Arial"/>
                <w:lang w:eastAsia="zh-CN"/>
              </w:rPr>
            </w:pPr>
            <w:r>
              <w:rPr>
                <w:rFonts w:cs="Arial"/>
                <w:lang w:eastAsia="zh-CN"/>
              </w:rPr>
              <w:t>DC_41C_n257H</w:t>
            </w:r>
          </w:p>
          <w:p w14:paraId="1A0C9317" w14:textId="77777777" w:rsidR="00B93D26" w:rsidRDefault="00B93D26" w:rsidP="00AC3FE8">
            <w:pPr>
              <w:pStyle w:val="TAC"/>
              <w:rPr>
                <w:rFonts w:eastAsia="Malgun Gothic" w:cs="Arial"/>
                <w:szCs w:val="18"/>
                <w:lang w:eastAsia="ko-KR"/>
              </w:rPr>
            </w:pPr>
            <w:r>
              <w:rPr>
                <w:rFonts w:cs="Arial"/>
                <w:lang w:eastAsia="zh-CN"/>
              </w:rPr>
              <w:t>DC_41C_n257I</w:t>
            </w:r>
          </w:p>
        </w:tc>
      </w:tr>
      <w:tr w:rsidR="00B93D26" w14:paraId="133F4C2D"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0C323F9" w14:textId="77777777" w:rsidR="00B93D26" w:rsidRDefault="00B93D26" w:rsidP="00AC3FE8">
            <w:pPr>
              <w:pStyle w:val="TAC"/>
              <w:rPr>
                <w:rFonts w:cs="Arial"/>
                <w:szCs w:val="18"/>
              </w:rPr>
            </w:pPr>
            <w:r>
              <w:rPr>
                <w:rFonts w:cs="Arial"/>
                <w:szCs w:val="18"/>
              </w:rPr>
              <w:t>DC_41</w:t>
            </w:r>
            <w:r>
              <w:rPr>
                <w:rFonts w:cs="Arial"/>
                <w:szCs w:val="18"/>
                <w:lang w:eastAsia="zh-CN"/>
              </w:rPr>
              <w:t>A</w:t>
            </w:r>
            <w:r>
              <w:rPr>
                <w:rFonts w:cs="Arial"/>
                <w:szCs w:val="18"/>
              </w:rPr>
              <w:t>_n28A-n257A</w:t>
            </w:r>
            <w:r>
              <w:rPr>
                <w:vertAlign w:val="superscript"/>
                <w:lang w:eastAsia="zh-TW"/>
              </w:rPr>
              <w:t>2</w:t>
            </w:r>
          </w:p>
          <w:p w14:paraId="1947CD5E" w14:textId="77777777" w:rsidR="00B93D26" w:rsidRDefault="00B93D26" w:rsidP="00AC3FE8">
            <w:pPr>
              <w:pStyle w:val="TAC"/>
              <w:rPr>
                <w:rFonts w:cs="Arial"/>
                <w:szCs w:val="18"/>
              </w:rPr>
            </w:pPr>
            <w:r>
              <w:rPr>
                <w:rFonts w:cs="Arial"/>
                <w:szCs w:val="18"/>
              </w:rPr>
              <w:t>DC_41</w:t>
            </w:r>
            <w:r>
              <w:rPr>
                <w:rFonts w:cs="Arial"/>
                <w:szCs w:val="18"/>
                <w:lang w:eastAsia="zh-CN"/>
              </w:rPr>
              <w:t>A</w:t>
            </w:r>
            <w:r>
              <w:rPr>
                <w:rFonts w:cs="Arial"/>
                <w:szCs w:val="18"/>
              </w:rPr>
              <w:t>_n28A-n257G</w:t>
            </w:r>
            <w:r>
              <w:rPr>
                <w:vertAlign w:val="superscript"/>
                <w:lang w:eastAsia="zh-TW"/>
              </w:rPr>
              <w:t>2</w:t>
            </w:r>
          </w:p>
          <w:p w14:paraId="729E54AE" w14:textId="77777777" w:rsidR="00B93D26" w:rsidRDefault="00B93D26" w:rsidP="00AC3FE8">
            <w:pPr>
              <w:pStyle w:val="TAC"/>
              <w:rPr>
                <w:rFonts w:cs="Arial"/>
                <w:szCs w:val="18"/>
              </w:rPr>
            </w:pPr>
            <w:r>
              <w:rPr>
                <w:rFonts w:cs="Arial"/>
                <w:szCs w:val="18"/>
              </w:rPr>
              <w:t>DC_41</w:t>
            </w:r>
            <w:r>
              <w:rPr>
                <w:rFonts w:cs="Arial"/>
                <w:szCs w:val="18"/>
                <w:lang w:eastAsia="zh-CN"/>
              </w:rPr>
              <w:t>A</w:t>
            </w:r>
            <w:r>
              <w:rPr>
                <w:rFonts w:cs="Arial"/>
                <w:szCs w:val="18"/>
              </w:rPr>
              <w:t>_n28A-n257H</w:t>
            </w:r>
            <w:r>
              <w:rPr>
                <w:vertAlign w:val="superscript"/>
                <w:lang w:eastAsia="zh-TW"/>
              </w:rPr>
              <w:t>2</w:t>
            </w:r>
          </w:p>
          <w:p w14:paraId="3F2386A1" w14:textId="77777777" w:rsidR="00B93D26" w:rsidRDefault="00B93D26" w:rsidP="00AC3FE8">
            <w:pPr>
              <w:pStyle w:val="TAC"/>
              <w:rPr>
                <w:rFonts w:cs="Arial"/>
                <w:szCs w:val="18"/>
              </w:rPr>
            </w:pPr>
            <w:r>
              <w:rPr>
                <w:rFonts w:cs="Arial"/>
                <w:szCs w:val="18"/>
              </w:rPr>
              <w:t>DC_41</w:t>
            </w:r>
            <w:r>
              <w:rPr>
                <w:rFonts w:cs="Arial"/>
                <w:szCs w:val="18"/>
                <w:lang w:eastAsia="zh-CN"/>
              </w:rPr>
              <w:t>A</w:t>
            </w:r>
            <w:r>
              <w:rPr>
                <w:rFonts w:cs="Arial"/>
                <w:szCs w:val="18"/>
              </w:rPr>
              <w:t>_n28A-n257I</w:t>
            </w:r>
            <w:r>
              <w:rPr>
                <w:vertAlign w:val="superscript"/>
                <w:lang w:eastAsia="zh-TW"/>
              </w:rPr>
              <w:t>2</w:t>
            </w:r>
          </w:p>
          <w:p w14:paraId="50F0AC39" w14:textId="77777777" w:rsidR="00B93D26" w:rsidRDefault="00B93D26" w:rsidP="00AC3FE8">
            <w:pPr>
              <w:pStyle w:val="TAC"/>
              <w:rPr>
                <w:rFonts w:cs="Arial"/>
                <w:szCs w:val="18"/>
              </w:rPr>
            </w:pPr>
            <w:r>
              <w:rPr>
                <w:rFonts w:cs="Arial"/>
                <w:szCs w:val="18"/>
              </w:rPr>
              <w:t>DC_41</w:t>
            </w:r>
            <w:r>
              <w:rPr>
                <w:rFonts w:cs="Arial"/>
                <w:szCs w:val="18"/>
                <w:lang w:eastAsia="zh-CN"/>
              </w:rPr>
              <w:t>C</w:t>
            </w:r>
            <w:r>
              <w:rPr>
                <w:rFonts w:cs="Arial"/>
                <w:szCs w:val="18"/>
              </w:rPr>
              <w:t>_n28A-n257A</w:t>
            </w:r>
            <w:r>
              <w:rPr>
                <w:vertAlign w:val="superscript"/>
                <w:lang w:eastAsia="zh-TW"/>
              </w:rPr>
              <w:t>2</w:t>
            </w:r>
          </w:p>
          <w:p w14:paraId="3C0BE977" w14:textId="77777777" w:rsidR="00B93D26" w:rsidRDefault="00B93D26" w:rsidP="00AC3FE8">
            <w:pPr>
              <w:pStyle w:val="TAC"/>
              <w:rPr>
                <w:rFonts w:cs="Arial"/>
                <w:szCs w:val="18"/>
              </w:rPr>
            </w:pPr>
            <w:r>
              <w:rPr>
                <w:rFonts w:cs="Arial"/>
                <w:szCs w:val="18"/>
              </w:rPr>
              <w:t>DC_41</w:t>
            </w:r>
            <w:r>
              <w:rPr>
                <w:rFonts w:cs="Arial"/>
                <w:szCs w:val="18"/>
                <w:lang w:eastAsia="zh-CN"/>
              </w:rPr>
              <w:t>C</w:t>
            </w:r>
            <w:r>
              <w:rPr>
                <w:rFonts w:cs="Arial"/>
                <w:szCs w:val="18"/>
              </w:rPr>
              <w:t>_n28A-n257G</w:t>
            </w:r>
            <w:r>
              <w:rPr>
                <w:vertAlign w:val="superscript"/>
                <w:lang w:eastAsia="zh-TW"/>
              </w:rPr>
              <w:t>2</w:t>
            </w:r>
          </w:p>
          <w:p w14:paraId="30083D25" w14:textId="77777777" w:rsidR="00B93D26" w:rsidRDefault="00B93D26" w:rsidP="00AC3FE8">
            <w:pPr>
              <w:pStyle w:val="TAC"/>
              <w:rPr>
                <w:rFonts w:cs="Arial"/>
                <w:szCs w:val="18"/>
              </w:rPr>
            </w:pPr>
            <w:r>
              <w:rPr>
                <w:rFonts w:cs="Arial"/>
                <w:szCs w:val="18"/>
              </w:rPr>
              <w:t>DC_41</w:t>
            </w:r>
            <w:r>
              <w:rPr>
                <w:rFonts w:cs="Arial"/>
                <w:szCs w:val="18"/>
                <w:lang w:eastAsia="zh-CN"/>
              </w:rPr>
              <w:t>C</w:t>
            </w:r>
            <w:r>
              <w:rPr>
                <w:rFonts w:cs="Arial"/>
                <w:szCs w:val="18"/>
              </w:rPr>
              <w:t>_n28A-n257H</w:t>
            </w:r>
            <w:r>
              <w:rPr>
                <w:vertAlign w:val="superscript"/>
                <w:lang w:eastAsia="zh-TW"/>
              </w:rPr>
              <w:t>2</w:t>
            </w:r>
          </w:p>
          <w:p w14:paraId="471E6FC9" w14:textId="77777777" w:rsidR="00B93D26" w:rsidRDefault="00B93D26" w:rsidP="00AC3FE8">
            <w:pPr>
              <w:pStyle w:val="TAC"/>
              <w:rPr>
                <w:rFonts w:eastAsia="Malgun Gothic" w:cs="Arial"/>
                <w:szCs w:val="18"/>
                <w:lang w:eastAsia="ko-KR"/>
              </w:rPr>
            </w:pPr>
            <w:r>
              <w:rPr>
                <w:rFonts w:cs="Arial"/>
                <w:szCs w:val="18"/>
              </w:rPr>
              <w:t>DC_41</w:t>
            </w:r>
            <w:r>
              <w:rPr>
                <w:rFonts w:cs="Arial"/>
                <w:szCs w:val="18"/>
                <w:lang w:eastAsia="zh-CN"/>
              </w:rPr>
              <w:t>C</w:t>
            </w:r>
            <w:r>
              <w:rPr>
                <w:rFonts w:cs="Arial"/>
                <w:szCs w:val="18"/>
              </w:rPr>
              <w:t>_n28A-n257I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5B34676" w14:textId="77777777" w:rsidR="00B93D26" w:rsidRDefault="00B93D26" w:rsidP="00AC3FE8">
            <w:pPr>
              <w:pStyle w:val="TAC"/>
              <w:rPr>
                <w:rFonts w:cs="Arial"/>
                <w:lang w:eastAsia="zh-CN"/>
              </w:rPr>
            </w:pPr>
            <w:r>
              <w:rPr>
                <w:rFonts w:cs="Arial"/>
                <w:lang w:eastAsia="zh-CN"/>
              </w:rPr>
              <w:t>DC_41A_n28A</w:t>
            </w:r>
          </w:p>
          <w:p w14:paraId="79A311E7" w14:textId="77777777" w:rsidR="00B93D26" w:rsidRDefault="00B93D26" w:rsidP="00AC3FE8">
            <w:pPr>
              <w:pStyle w:val="TAC"/>
              <w:rPr>
                <w:rFonts w:cs="Arial"/>
                <w:lang w:eastAsia="zh-CN"/>
              </w:rPr>
            </w:pPr>
            <w:r>
              <w:rPr>
                <w:rFonts w:cs="Arial"/>
                <w:lang w:eastAsia="zh-CN"/>
              </w:rPr>
              <w:t>DC_41A_n257A</w:t>
            </w:r>
          </w:p>
          <w:p w14:paraId="7FF2C0A0" w14:textId="77777777" w:rsidR="00B93D26" w:rsidRDefault="00B93D26" w:rsidP="00AC3FE8">
            <w:pPr>
              <w:pStyle w:val="TAC"/>
              <w:rPr>
                <w:rFonts w:cs="Arial"/>
                <w:lang w:eastAsia="zh-CN"/>
              </w:rPr>
            </w:pPr>
            <w:r>
              <w:rPr>
                <w:rFonts w:cs="Arial"/>
                <w:lang w:eastAsia="zh-CN"/>
              </w:rPr>
              <w:t>DC_41A_n257G</w:t>
            </w:r>
          </w:p>
          <w:p w14:paraId="1ED4C81E" w14:textId="77777777" w:rsidR="00B93D26" w:rsidRDefault="00B93D26" w:rsidP="00AC3FE8">
            <w:pPr>
              <w:pStyle w:val="TAC"/>
              <w:rPr>
                <w:rFonts w:cs="Arial"/>
                <w:lang w:eastAsia="zh-CN"/>
              </w:rPr>
            </w:pPr>
            <w:r>
              <w:rPr>
                <w:rFonts w:cs="Arial"/>
                <w:lang w:eastAsia="zh-CN"/>
              </w:rPr>
              <w:t>DC_41A_n257H</w:t>
            </w:r>
          </w:p>
          <w:p w14:paraId="640DE277" w14:textId="77777777" w:rsidR="00B93D26" w:rsidRDefault="00B93D26" w:rsidP="00AC3FE8">
            <w:pPr>
              <w:pStyle w:val="TAC"/>
              <w:rPr>
                <w:rFonts w:cs="Arial"/>
                <w:lang w:eastAsia="zh-CN"/>
              </w:rPr>
            </w:pPr>
            <w:r>
              <w:rPr>
                <w:rFonts w:cs="Arial"/>
                <w:lang w:eastAsia="zh-CN"/>
              </w:rPr>
              <w:t>DC_41A_n257I</w:t>
            </w:r>
          </w:p>
          <w:p w14:paraId="03B5D895" w14:textId="77777777" w:rsidR="00B93D26" w:rsidRDefault="00B93D26" w:rsidP="00AC3FE8">
            <w:pPr>
              <w:pStyle w:val="TAC"/>
              <w:rPr>
                <w:rFonts w:cs="Arial"/>
                <w:lang w:eastAsia="zh-CN"/>
              </w:rPr>
            </w:pPr>
            <w:r>
              <w:rPr>
                <w:rFonts w:cs="Arial"/>
                <w:lang w:eastAsia="zh-CN"/>
              </w:rPr>
              <w:t>DC_41C_n28A</w:t>
            </w:r>
          </w:p>
          <w:p w14:paraId="72428E70" w14:textId="77777777" w:rsidR="00B93D26" w:rsidRDefault="00B93D26" w:rsidP="00AC3FE8">
            <w:pPr>
              <w:pStyle w:val="TAC"/>
              <w:rPr>
                <w:rFonts w:cs="Arial"/>
                <w:lang w:eastAsia="zh-CN"/>
              </w:rPr>
            </w:pPr>
            <w:r>
              <w:rPr>
                <w:rFonts w:cs="Arial"/>
                <w:lang w:eastAsia="zh-CN"/>
              </w:rPr>
              <w:t>DC_41C_n257A</w:t>
            </w:r>
          </w:p>
          <w:p w14:paraId="7E5F555F" w14:textId="77777777" w:rsidR="00B93D26" w:rsidRDefault="00B93D26" w:rsidP="00AC3FE8">
            <w:pPr>
              <w:pStyle w:val="TAC"/>
              <w:rPr>
                <w:rFonts w:cs="Arial"/>
                <w:lang w:eastAsia="zh-CN"/>
              </w:rPr>
            </w:pPr>
            <w:r>
              <w:rPr>
                <w:rFonts w:cs="Arial"/>
                <w:lang w:eastAsia="zh-CN"/>
              </w:rPr>
              <w:t>DC_41C_n257G</w:t>
            </w:r>
          </w:p>
          <w:p w14:paraId="2A5B12ED" w14:textId="77777777" w:rsidR="00B93D26" w:rsidRDefault="00B93D26" w:rsidP="00AC3FE8">
            <w:pPr>
              <w:pStyle w:val="TAC"/>
              <w:rPr>
                <w:rFonts w:cs="Arial"/>
                <w:lang w:eastAsia="zh-CN"/>
              </w:rPr>
            </w:pPr>
            <w:r>
              <w:rPr>
                <w:rFonts w:cs="Arial"/>
                <w:lang w:eastAsia="zh-CN"/>
              </w:rPr>
              <w:t>DC_41C_n257H</w:t>
            </w:r>
          </w:p>
          <w:p w14:paraId="02F1D9DB" w14:textId="77777777" w:rsidR="00B93D26" w:rsidRDefault="00B93D26" w:rsidP="00AC3FE8">
            <w:pPr>
              <w:pStyle w:val="TAC"/>
              <w:rPr>
                <w:rFonts w:eastAsia="Malgun Gothic" w:cs="Arial"/>
                <w:szCs w:val="18"/>
                <w:lang w:eastAsia="ko-KR"/>
              </w:rPr>
            </w:pPr>
            <w:r>
              <w:rPr>
                <w:rFonts w:cs="Arial"/>
                <w:lang w:eastAsia="zh-CN"/>
              </w:rPr>
              <w:t>DC_41C_n257I</w:t>
            </w:r>
          </w:p>
        </w:tc>
      </w:tr>
      <w:tr w:rsidR="00B93D26" w14:paraId="18F0986A"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E5A14DE" w14:textId="77777777" w:rsidR="00B93D26" w:rsidRDefault="00B93D26" w:rsidP="00AC3FE8">
            <w:pPr>
              <w:pStyle w:val="TAC"/>
              <w:rPr>
                <w:rFonts w:eastAsia="Malgun Gothic" w:cs="Arial"/>
                <w:lang w:eastAsia="ko-KR"/>
              </w:rPr>
            </w:pPr>
            <w:r>
              <w:rPr>
                <w:rFonts w:cs="Arial"/>
                <w:lang w:eastAsia="zh-CN"/>
              </w:rPr>
              <w:t>DC_41A_n77A</w:t>
            </w:r>
            <w:r>
              <w:rPr>
                <w:rFonts w:cs="Arial"/>
                <w:lang w:eastAsia="ja-JP"/>
              </w:rPr>
              <w:t>-</w:t>
            </w:r>
            <w:r>
              <w:rPr>
                <w:rFonts w:cs="Arial"/>
                <w:lang w:eastAsia="zh-CN"/>
              </w:rPr>
              <w:t>n257</w:t>
            </w:r>
            <w:r>
              <w:rPr>
                <w:rFonts w:eastAsia="Malgun Gothic" w:cs="Arial"/>
                <w:lang w:eastAsia="ko-KR"/>
              </w:rPr>
              <w:t>A</w:t>
            </w:r>
          </w:p>
          <w:p w14:paraId="60DF742B" w14:textId="77777777" w:rsidR="00B93D26" w:rsidRDefault="00B93D26" w:rsidP="00AC3FE8">
            <w:pPr>
              <w:pStyle w:val="TAC"/>
              <w:rPr>
                <w:rFonts w:eastAsia="Malgun Gothic" w:cs="Arial"/>
                <w:lang w:eastAsia="ko-KR"/>
              </w:rPr>
            </w:pPr>
            <w:r>
              <w:rPr>
                <w:rFonts w:cs="Arial"/>
                <w:lang w:eastAsia="zh-CN"/>
              </w:rPr>
              <w:t>DC_41A_n77A</w:t>
            </w:r>
            <w:r>
              <w:rPr>
                <w:rFonts w:cs="Arial"/>
                <w:lang w:eastAsia="ja-JP"/>
              </w:rPr>
              <w:t>-</w:t>
            </w:r>
            <w:r>
              <w:rPr>
                <w:rFonts w:cs="Arial"/>
                <w:lang w:eastAsia="zh-CN"/>
              </w:rPr>
              <w:t>n257</w:t>
            </w:r>
            <w:r>
              <w:rPr>
                <w:rFonts w:eastAsia="Malgun Gothic" w:cs="Arial"/>
                <w:lang w:eastAsia="ko-KR"/>
              </w:rPr>
              <w:t>G</w:t>
            </w:r>
          </w:p>
          <w:p w14:paraId="777888A2" w14:textId="77777777" w:rsidR="00B93D26" w:rsidRDefault="00B93D26" w:rsidP="00AC3FE8">
            <w:pPr>
              <w:pStyle w:val="TAC"/>
              <w:rPr>
                <w:rFonts w:eastAsia="Malgun Gothic" w:cs="Arial"/>
                <w:lang w:eastAsia="ko-KR"/>
              </w:rPr>
            </w:pPr>
            <w:r>
              <w:rPr>
                <w:rFonts w:cs="Arial"/>
                <w:lang w:eastAsia="zh-CN"/>
              </w:rPr>
              <w:t>DC_41A_n77A</w:t>
            </w:r>
            <w:r>
              <w:rPr>
                <w:rFonts w:cs="Arial"/>
                <w:lang w:eastAsia="ja-JP"/>
              </w:rPr>
              <w:t>-</w:t>
            </w:r>
            <w:r>
              <w:rPr>
                <w:rFonts w:cs="Arial"/>
                <w:lang w:eastAsia="zh-CN"/>
              </w:rPr>
              <w:t>n257</w:t>
            </w:r>
            <w:r>
              <w:rPr>
                <w:rFonts w:eastAsia="Malgun Gothic" w:cs="Arial"/>
                <w:lang w:eastAsia="ko-KR"/>
              </w:rPr>
              <w:t>H</w:t>
            </w:r>
          </w:p>
          <w:p w14:paraId="661EA815" w14:textId="77777777" w:rsidR="00B93D26" w:rsidRDefault="00B93D26" w:rsidP="00AC3FE8">
            <w:pPr>
              <w:pStyle w:val="TAC"/>
              <w:rPr>
                <w:rFonts w:eastAsia="Malgun Gothic" w:cs="Arial"/>
                <w:lang w:eastAsia="ko-KR"/>
              </w:rPr>
            </w:pPr>
            <w:r>
              <w:rPr>
                <w:rFonts w:cs="Arial"/>
                <w:lang w:eastAsia="zh-CN"/>
              </w:rPr>
              <w:t>DC_41A_n77A</w:t>
            </w:r>
            <w:r>
              <w:rPr>
                <w:rFonts w:cs="Arial"/>
                <w:lang w:eastAsia="ja-JP"/>
              </w:rPr>
              <w:t>-</w:t>
            </w:r>
            <w:r>
              <w:rPr>
                <w:rFonts w:cs="Arial"/>
                <w:lang w:eastAsia="zh-CN"/>
              </w:rPr>
              <w:t>n257</w:t>
            </w:r>
            <w:r>
              <w:rPr>
                <w:rFonts w:eastAsia="Malgun Gothic" w:cs="Arial"/>
                <w:lang w:eastAsia="ko-KR"/>
              </w:rPr>
              <w:t>I</w:t>
            </w:r>
          </w:p>
          <w:p w14:paraId="412329EF" w14:textId="77777777" w:rsidR="00B93D26" w:rsidRDefault="00B93D26" w:rsidP="00AC3FE8">
            <w:pPr>
              <w:pStyle w:val="TAC"/>
              <w:rPr>
                <w:rFonts w:eastAsia="Malgun Gothic" w:cs="Arial"/>
                <w:lang w:eastAsia="ko-KR"/>
              </w:rPr>
            </w:pPr>
            <w:r>
              <w:rPr>
                <w:rFonts w:cs="Arial"/>
                <w:lang w:eastAsia="zh-CN"/>
              </w:rPr>
              <w:t>DC_41C_n77A</w:t>
            </w:r>
            <w:r>
              <w:rPr>
                <w:rFonts w:cs="Arial"/>
                <w:lang w:eastAsia="ja-JP"/>
              </w:rPr>
              <w:t>-</w:t>
            </w:r>
            <w:r>
              <w:rPr>
                <w:rFonts w:cs="Arial"/>
                <w:lang w:eastAsia="zh-CN"/>
              </w:rPr>
              <w:t>n257</w:t>
            </w:r>
            <w:r>
              <w:rPr>
                <w:rFonts w:eastAsia="Malgun Gothic" w:cs="Arial"/>
                <w:lang w:eastAsia="ko-KR"/>
              </w:rPr>
              <w:t>A</w:t>
            </w:r>
          </w:p>
          <w:p w14:paraId="7D0C9CC6" w14:textId="77777777" w:rsidR="00B93D26" w:rsidRDefault="00B93D26" w:rsidP="00AC3FE8">
            <w:pPr>
              <w:pStyle w:val="TAC"/>
              <w:rPr>
                <w:rFonts w:eastAsia="Malgun Gothic" w:cs="Arial"/>
                <w:lang w:eastAsia="ko-KR"/>
              </w:rPr>
            </w:pPr>
            <w:r>
              <w:rPr>
                <w:rFonts w:cs="Arial"/>
                <w:lang w:eastAsia="zh-CN"/>
              </w:rPr>
              <w:t>DC_41C_n77A</w:t>
            </w:r>
            <w:r>
              <w:rPr>
                <w:rFonts w:cs="Arial"/>
                <w:lang w:eastAsia="ja-JP"/>
              </w:rPr>
              <w:t>-</w:t>
            </w:r>
            <w:r>
              <w:rPr>
                <w:rFonts w:cs="Arial"/>
                <w:lang w:eastAsia="zh-CN"/>
              </w:rPr>
              <w:t>n257</w:t>
            </w:r>
            <w:r>
              <w:rPr>
                <w:rFonts w:eastAsia="Malgun Gothic" w:cs="Arial"/>
                <w:lang w:eastAsia="ko-KR"/>
              </w:rPr>
              <w:t>G</w:t>
            </w:r>
          </w:p>
          <w:p w14:paraId="67E747CC" w14:textId="77777777" w:rsidR="00B93D26" w:rsidRDefault="00B93D26" w:rsidP="00AC3FE8">
            <w:pPr>
              <w:pStyle w:val="TAC"/>
              <w:rPr>
                <w:rFonts w:eastAsia="Malgun Gothic" w:cs="Arial"/>
                <w:lang w:eastAsia="ko-KR"/>
              </w:rPr>
            </w:pPr>
            <w:r>
              <w:rPr>
                <w:rFonts w:cs="Arial"/>
                <w:lang w:eastAsia="zh-CN"/>
              </w:rPr>
              <w:t>DC_41C_n77A</w:t>
            </w:r>
            <w:r>
              <w:rPr>
                <w:rFonts w:cs="Arial"/>
                <w:lang w:eastAsia="ja-JP"/>
              </w:rPr>
              <w:t>-</w:t>
            </w:r>
            <w:r>
              <w:rPr>
                <w:rFonts w:cs="Arial"/>
                <w:lang w:eastAsia="zh-CN"/>
              </w:rPr>
              <w:t>n257</w:t>
            </w:r>
            <w:r>
              <w:rPr>
                <w:rFonts w:eastAsia="Malgun Gothic" w:cs="Arial"/>
                <w:lang w:eastAsia="ko-KR"/>
              </w:rPr>
              <w:t>H</w:t>
            </w:r>
          </w:p>
          <w:p w14:paraId="2EBA3E4B" w14:textId="77777777" w:rsidR="00B93D26" w:rsidRDefault="00B93D26" w:rsidP="00AC3FE8">
            <w:pPr>
              <w:pStyle w:val="TAC"/>
              <w:rPr>
                <w:rFonts w:eastAsia="Malgun Gothic" w:cs="Arial"/>
                <w:szCs w:val="18"/>
                <w:lang w:eastAsia="ko-KR"/>
              </w:rPr>
            </w:pPr>
            <w:r>
              <w:rPr>
                <w:rFonts w:cs="Arial"/>
                <w:lang w:eastAsia="zh-CN"/>
              </w:rPr>
              <w:t>DC_41C_n77A</w:t>
            </w:r>
            <w:r>
              <w:rPr>
                <w:rFonts w:cs="Arial"/>
                <w:lang w:eastAsia="ja-JP"/>
              </w:rPr>
              <w:t>-</w:t>
            </w:r>
            <w:r>
              <w:rPr>
                <w:rFonts w:cs="Arial"/>
                <w:lang w:eastAsia="zh-CN"/>
              </w:rPr>
              <w:t>n257</w:t>
            </w:r>
            <w:r>
              <w:rPr>
                <w:rFonts w:eastAsia="Malgun Gothic" w:cs="Arial"/>
                <w:lang w:eastAsia="ko-KR"/>
              </w:rPr>
              <w:t>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9F48D47" w14:textId="77777777" w:rsidR="00B93D26" w:rsidRDefault="00B93D26" w:rsidP="00AC3FE8">
            <w:pPr>
              <w:pStyle w:val="TAC"/>
              <w:rPr>
                <w:rFonts w:cs="Arial"/>
                <w:lang w:eastAsia="zh-CN"/>
              </w:rPr>
            </w:pPr>
            <w:r>
              <w:rPr>
                <w:rFonts w:cs="Arial"/>
                <w:lang w:eastAsia="zh-CN"/>
              </w:rPr>
              <w:t>DC_41A_n77A</w:t>
            </w:r>
          </w:p>
          <w:p w14:paraId="75DCA1F3" w14:textId="77777777" w:rsidR="00B93D26" w:rsidRDefault="00B93D26" w:rsidP="00AC3FE8">
            <w:pPr>
              <w:pStyle w:val="TAC"/>
              <w:rPr>
                <w:rFonts w:cs="Arial"/>
                <w:lang w:eastAsia="zh-CN"/>
              </w:rPr>
            </w:pPr>
            <w:r>
              <w:rPr>
                <w:rFonts w:cs="Arial"/>
                <w:lang w:eastAsia="zh-CN"/>
              </w:rPr>
              <w:t>DC_41A_n257A</w:t>
            </w:r>
          </w:p>
          <w:p w14:paraId="2C3DDA38" w14:textId="77777777" w:rsidR="00B93D26" w:rsidRDefault="00B93D26" w:rsidP="00AC3FE8">
            <w:pPr>
              <w:pStyle w:val="TAC"/>
              <w:rPr>
                <w:rFonts w:cs="Arial"/>
                <w:lang w:eastAsia="zh-CN"/>
              </w:rPr>
            </w:pPr>
            <w:r>
              <w:rPr>
                <w:rFonts w:cs="Arial"/>
                <w:lang w:eastAsia="zh-CN"/>
              </w:rPr>
              <w:t>DC_41A_n257G</w:t>
            </w:r>
          </w:p>
          <w:p w14:paraId="5BE96265" w14:textId="77777777" w:rsidR="00B93D26" w:rsidRDefault="00B93D26" w:rsidP="00AC3FE8">
            <w:pPr>
              <w:pStyle w:val="TAC"/>
              <w:rPr>
                <w:rFonts w:cs="Arial"/>
                <w:lang w:eastAsia="zh-CN"/>
              </w:rPr>
            </w:pPr>
            <w:r>
              <w:rPr>
                <w:rFonts w:cs="Arial"/>
                <w:lang w:eastAsia="zh-CN"/>
              </w:rPr>
              <w:t>DC_41A_n257H</w:t>
            </w:r>
          </w:p>
          <w:p w14:paraId="2370A48B" w14:textId="77777777" w:rsidR="00B93D26" w:rsidRDefault="00B93D26" w:rsidP="00AC3FE8">
            <w:pPr>
              <w:pStyle w:val="TAC"/>
              <w:rPr>
                <w:rFonts w:cs="Arial"/>
                <w:lang w:eastAsia="zh-CN"/>
              </w:rPr>
            </w:pPr>
            <w:r>
              <w:rPr>
                <w:rFonts w:cs="Arial"/>
                <w:lang w:eastAsia="zh-CN"/>
              </w:rPr>
              <w:t>DC_41A_n257I</w:t>
            </w:r>
          </w:p>
          <w:p w14:paraId="336538E5" w14:textId="77777777" w:rsidR="00B93D26" w:rsidRDefault="00B93D26" w:rsidP="00AC3FE8">
            <w:pPr>
              <w:pStyle w:val="TAC"/>
              <w:rPr>
                <w:rFonts w:cs="Arial"/>
                <w:lang w:eastAsia="zh-CN"/>
              </w:rPr>
            </w:pPr>
            <w:r>
              <w:rPr>
                <w:rFonts w:cs="Arial"/>
                <w:lang w:eastAsia="zh-CN"/>
              </w:rPr>
              <w:t>DC_41C_n77A</w:t>
            </w:r>
          </w:p>
          <w:p w14:paraId="4D447F35" w14:textId="77777777" w:rsidR="00B93D26" w:rsidRDefault="00B93D26" w:rsidP="00AC3FE8">
            <w:pPr>
              <w:pStyle w:val="TAC"/>
              <w:rPr>
                <w:rFonts w:cs="Arial"/>
                <w:lang w:eastAsia="zh-CN"/>
              </w:rPr>
            </w:pPr>
            <w:r>
              <w:rPr>
                <w:rFonts w:cs="Arial"/>
                <w:lang w:eastAsia="zh-CN"/>
              </w:rPr>
              <w:t>DC_41C_n257A</w:t>
            </w:r>
          </w:p>
          <w:p w14:paraId="57D1022C" w14:textId="77777777" w:rsidR="00B93D26" w:rsidRDefault="00B93D26" w:rsidP="00AC3FE8">
            <w:pPr>
              <w:pStyle w:val="TAC"/>
              <w:rPr>
                <w:rFonts w:cs="Arial"/>
                <w:lang w:eastAsia="zh-CN"/>
              </w:rPr>
            </w:pPr>
            <w:r>
              <w:rPr>
                <w:rFonts w:cs="Arial"/>
                <w:lang w:eastAsia="zh-CN"/>
              </w:rPr>
              <w:t>DC_41C_n257G</w:t>
            </w:r>
          </w:p>
          <w:p w14:paraId="084D3DBC" w14:textId="77777777" w:rsidR="00B93D26" w:rsidRDefault="00B93D26" w:rsidP="00AC3FE8">
            <w:pPr>
              <w:pStyle w:val="TAC"/>
              <w:rPr>
                <w:rFonts w:cs="Arial"/>
                <w:lang w:eastAsia="zh-CN"/>
              </w:rPr>
            </w:pPr>
            <w:r>
              <w:rPr>
                <w:rFonts w:cs="Arial"/>
                <w:lang w:eastAsia="zh-CN"/>
              </w:rPr>
              <w:t>DC_41C_n257H</w:t>
            </w:r>
          </w:p>
          <w:p w14:paraId="1646106B" w14:textId="77777777" w:rsidR="00B93D26" w:rsidRDefault="00B93D26" w:rsidP="00AC3FE8">
            <w:pPr>
              <w:pStyle w:val="TAC"/>
              <w:rPr>
                <w:rFonts w:eastAsia="Malgun Gothic" w:cs="Arial"/>
                <w:szCs w:val="18"/>
                <w:lang w:eastAsia="ko-KR"/>
              </w:rPr>
            </w:pPr>
            <w:r>
              <w:rPr>
                <w:rFonts w:cs="Arial"/>
                <w:lang w:eastAsia="zh-CN"/>
              </w:rPr>
              <w:t>DC_41C_n257I</w:t>
            </w:r>
          </w:p>
        </w:tc>
      </w:tr>
      <w:tr w:rsidR="00B93D26" w14:paraId="06180B20"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113CF2E" w14:textId="77777777" w:rsidR="00B93D26" w:rsidRDefault="00B93D26" w:rsidP="00AC3FE8">
            <w:pPr>
              <w:pStyle w:val="TAC"/>
              <w:rPr>
                <w:rFonts w:eastAsia="Malgun Gothic" w:cs="Arial"/>
                <w:lang w:eastAsia="ko-KR"/>
              </w:rPr>
            </w:pPr>
            <w:r>
              <w:rPr>
                <w:rFonts w:cs="Arial"/>
                <w:lang w:eastAsia="zh-CN"/>
              </w:rPr>
              <w:t>DC_41A_n78A</w:t>
            </w:r>
            <w:r>
              <w:rPr>
                <w:rFonts w:cs="Arial"/>
                <w:lang w:eastAsia="ja-JP"/>
              </w:rPr>
              <w:t>-</w:t>
            </w:r>
            <w:r>
              <w:rPr>
                <w:rFonts w:cs="Arial"/>
                <w:lang w:eastAsia="zh-CN"/>
              </w:rPr>
              <w:t>n257</w:t>
            </w:r>
            <w:r>
              <w:rPr>
                <w:rFonts w:eastAsia="Malgun Gothic" w:cs="Arial"/>
                <w:lang w:eastAsia="ko-KR"/>
              </w:rPr>
              <w:t>A</w:t>
            </w:r>
          </w:p>
          <w:p w14:paraId="50000C26" w14:textId="77777777" w:rsidR="00B93D26" w:rsidRDefault="00B93D26" w:rsidP="00AC3FE8">
            <w:pPr>
              <w:pStyle w:val="TAC"/>
              <w:rPr>
                <w:rFonts w:eastAsia="Malgun Gothic" w:cs="Arial"/>
                <w:lang w:eastAsia="ko-KR"/>
              </w:rPr>
            </w:pPr>
            <w:r>
              <w:rPr>
                <w:rFonts w:cs="Arial"/>
                <w:lang w:eastAsia="zh-CN"/>
              </w:rPr>
              <w:t>DC_41A_n78A</w:t>
            </w:r>
            <w:r>
              <w:rPr>
                <w:rFonts w:cs="Arial"/>
                <w:lang w:eastAsia="ja-JP"/>
              </w:rPr>
              <w:t>-</w:t>
            </w:r>
            <w:r>
              <w:rPr>
                <w:rFonts w:cs="Arial"/>
                <w:lang w:eastAsia="zh-CN"/>
              </w:rPr>
              <w:t>n257</w:t>
            </w:r>
            <w:r>
              <w:rPr>
                <w:rFonts w:eastAsia="Malgun Gothic" w:cs="Arial"/>
                <w:lang w:eastAsia="ko-KR"/>
              </w:rPr>
              <w:t>G</w:t>
            </w:r>
          </w:p>
          <w:p w14:paraId="2CDEF1FC" w14:textId="77777777" w:rsidR="00B93D26" w:rsidRDefault="00B93D26" w:rsidP="00AC3FE8">
            <w:pPr>
              <w:pStyle w:val="TAC"/>
              <w:rPr>
                <w:rFonts w:eastAsia="Malgun Gothic" w:cs="Arial"/>
                <w:lang w:eastAsia="ko-KR"/>
              </w:rPr>
            </w:pPr>
            <w:r>
              <w:rPr>
                <w:rFonts w:cs="Arial"/>
                <w:lang w:eastAsia="zh-CN"/>
              </w:rPr>
              <w:t>DC_41A_n78A</w:t>
            </w:r>
            <w:r>
              <w:rPr>
                <w:rFonts w:cs="Arial"/>
                <w:lang w:eastAsia="ja-JP"/>
              </w:rPr>
              <w:t>-</w:t>
            </w:r>
            <w:r>
              <w:rPr>
                <w:rFonts w:cs="Arial"/>
                <w:lang w:eastAsia="zh-CN"/>
              </w:rPr>
              <w:t>n257</w:t>
            </w:r>
            <w:r>
              <w:rPr>
                <w:rFonts w:eastAsia="Malgun Gothic" w:cs="Arial"/>
                <w:lang w:eastAsia="ko-KR"/>
              </w:rPr>
              <w:t>H</w:t>
            </w:r>
          </w:p>
          <w:p w14:paraId="7FF624C3" w14:textId="77777777" w:rsidR="00B93D26" w:rsidRDefault="00B93D26" w:rsidP="00AC3FE8">
            <w:pPr>
              <w:pStyle w:val="TAC"/>
              <w:rPr>
                <w:rFonts w:eastAsia="Malgun Gothic" w:cs="Arial"/>
                <w:lang w:eastAsia="ko-KR"/>
              </w:rPr>
            </w:pPr>
            <w:r>
              <w:rPr>
                <w:rFonts w:cs="Arial"/>
                <w:lang w:eastAsia="zh-CN"/>
              </w:rPr>
              <w:t>DC_41A_n78A</w:t>
            </w:r>
            <w:r>
              <w:rPr>
                <w:rFonts w:cs="Arial"/>
                <w:lang w:eastAsia="ja-JP"/>
              </w:rPr>
              <w:t>-</w:t>
            </w:r>
            <w:r>
              <w:rPr>
                <w:rFonts w:cs="Arial"/>
                <w:lang w:eastAsia="zh-CN"/>
              </w:rPr>
              <w:t>n257</w:t>
            </w:r>
            <w:r>
              <w:rPr>
                <w:rFonts w:eastAsia="Malgun Gothic" w:cs="Arial"/>
                <w:lang w:eastAsia="ko-KR"/>
              </w:rPr>
              <w:t>I</w:t>
            </w:r>
          </w:p>
          <w:p w14:paraId="20ED5357" w14:textId="77777777" w:rsidR="00B93D26" w:rsidRDefault="00B93D26" w:rsidP="00AC3FE8">
            <w:pPr>
              <w:pStyle w:val="TAC"/>
              <w:rPr>
                <w:rFonts w:eastAsia="Malgun Gothic" w:cs="Arial"/>
                <w:lang w:eastAsia="ko-KR"/>
              </w:rPr>
            </w:pPr>
            <w:r>
              <w:rPr>
                <w:rFonts w:cs="Arial"/>
                <w:lang w:eastAsia="zh-CN"/>
              </w:rPr>
              <w:t>DC_41C_n78A</w:t>
            </w:r>
            <w:r>
              <w:rPr>
                <w:rFonts w:cs="Arial"/>
                <w:lang w:eastAsia="ja-JP"/>
              </w:rPr>
              <w:t>-</w:t>
            </w:r>
            <w:r>
              <w:rPr>
                <w:rFonts w:cs="Arial"/>
                <w:lang w:eastAsia="zh-CN"/>
              </w:rPr>
              <w:t>n257</w:t>
            </w:r>
            <w:r>
              <w:rPr>
                <w:rFonts w:eastAsia="Malgun Gothic" w:cs="Arial"/>
                <w:lang w:eastAsia="ko-KR"/>
              </w:rPr>
              <w:t>A</w:t>
            </w:r>
          </w:p>
          <w:p w14:paraId="4BA2E5E1" w14:textId="77777777" w:rsidR="00B93D26" w:rsidRDefault="00B93D26" w:rsidP="00AC3FE8">
            <w:pPr>
              <w:pStyle w:val="TAC"/>
              <w:rPr>
                <w:rFonts w:eastAsia="Malgun Gothic" w:cs="Arial"/>
                <w:lang w:eastAsia="ko-KR"/>
              </w:rPr>
            </w:pPr>
            <w:r>
              <w:rPr>
                <w:rFonts w:cs="Arial"/>
                <w:lang w:eastAsia="zh-CN"/>
              </w:rPr>
              <w:t>DC_41C_n78A</w:t>
            </w:r>
            <w:r>
              <w:rPr>
                <w:rFonts w:cs="Arial"/>
                <w:lang w:eastAsia="ja-JP"/>
              </w:rPr>
              <w:t>-</w:t>
            </w:r>
            <w:r>
              <w:rPr>
                <w:rFonts w:cs="Arial"/>
                <w:lang w:eastAsia="zh-CN"/>
              </w:rPr>
              <w:t>n257</w:t>
            </w:r>
            <w:r>
              <w:rPr>
                <w:rFonts w:eastAsia="Malgun Gothic" w:cs="Arial"/>
                <w:lang w:eastAsia="ko-KR"/>
              </w:rPr>
              <w:t>G</w:t>
            </w:r>
          </w:p>
          <w:p w14:paraId="4359C832" w14:textId="77777777" w:rsidR="00B93D26" w:rsidRDefault="00B93D26" w:rsidP="00AC3FE8">
            <w:pPr>
              <w:pStyle w:val="TAC"/>
              <w:rPr>
                <w:rFonts w:eastAsia="Malgun Gothic" w:cs="Arial"/>
                <w:lang w:eastAsia="ko-KR"/>
              </w:rPr>
            </w:pPr>
            <w:r>
              <w:rPr>
                <w:rFonts w:cs="Arial"/>
                <w:lang w:eastAsia="zh-CN"/>
              </w:rPr>
              <w:t>DC_41C_n78A</w:t>
            </w:r>
            <w:r>
              <w:rPr>
                <w:rFonts w:cs="Arial"/>
                <w:lang w:eastAsia="ja-JP"/>
              </w:rPr>
              <w:t>-</w:t>
            </w:r>
            <w:r>
              <w:rPr>
                <w:rFonts w:cs="Arial"/>
                <w:lang w:eastAsia="zh-CN"/>
              </w:rPr>
              <w:t>n257</w:t>
            </w:r>
            <w:r>
              <w:rPr>
                <w:rFonts w:eastAsia="Malgun Gothic" w:cs="Arial"/>
                <w:lang w:eastAsia="ko-KR"/>
              </w:rPr>
              <w:t>H</w:t>
            </w:r>
          </w:p>
          <w:p w14:paraId="66620FBC" w14:textId="77777777" w:rsidR="00B93D26" w:rsidRDefault="00B93D26" w:rsidP="00AC3FE8">
            <w:pPr>
              <w:pStyle w:val="TAC"/>
              <w:rPr>
                <w:rFonts w:eastAsia="Malgun Gothic" w:cs="Arial"/>
                <w:szCs w:val="18"/>
                <w:lang w:eastAsia="ko-KR"/>
              </w:rPr>
            </w:pPr>
            <w:r>
              <w:rPr>
                <w:rFonts w:cs="Arial"/>
                <w:lang w:eastAsia="zh-CN"/>
              </w:rPr>
              <w:t>DC_41C_n78A</w:t>
            </w:r>
            <w:r>
              <w:rPr>
                <w:rFonts w:cs="Arial"/>
                <w:lang w:eastAsia="ja-JP"/>
              </w:rPr>
              <w:t>-</w:t>
            </w:r>
            <w:r>
              <w:rPr>
                <w:rFonts w:cs="Arial"/>
                <w:lang w:eastAsia="zh-CN"/>
              </w:rPr>
              <w:t>n257</w:t>
            </w:r>
            <w:r>
              <w:rPr>
                <w:rFonts w:eastAsia="Malgun Gothic" w:cs="Arial"/>
                <w:lang w:eastAsia="ko-KR"/>
              </w:rPr>
              <w:t>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B029CE0" w14:textId="77777777" w:rsidR="00B93D26" w:rsidRDefault="00B93D26" w:rsidP="00AC3FE8">
            <w:pPr>
              <w:pStyle w:val="TAC"/>
              <w:rPr>
                <w:rFonts w:cs="Arial"/>
                <w:lang w:eastAsia="zh-CN"/>
              </w:rPr>
            </w:pPr>
            <w:r>
              <w:rPr>
                <w:rFonts w:cs="Arial"/>
                <w:lang w:eastAsia="zh-CN"/>
              </w:rPr>
              <w:t>DC_41A_n78A</w:t>
            </w:r>
          </w:p>
          <w:p w14:paraId="0E4927B4" w14:textId="77777777" w:rsidR="00B93D26" w:rsidRDefault="00B93D26" w:rsidP="00AC3FE8">
            <w:pPr>
              <w:pStyle w:val="TAC"/>
              <w:rPr>
                <w:rFonts w:cs="Arial"/>
                <w:lang w:eastAsia="zh-CN"/>
              </w:rPr>
            </w:pPr>
            <w:r>
              <w:rPr>
                <w:rFonts w:cs="Arial"/>
                <w:lang w:eastAsia="zh-CN"/>
              </w:rPr>
              <w:t>DC_41A_n257A</w:t>
            </w:r>
          </w:p>
          <w:p w14:paraId="2784CE34" w14:textId="77777777" w:rsidR="00B93D26" w:rsidRDefault="00B93D26" w:rsidP="00AC3FE8">
            <w:pPr>
              <w:pStyle w:val="TAC"/>
              <w:rPr>
                <w:rFonts w:cs="Arial"/>
                <w:lang w:eastAsia="zh-CN"/>
              </w:rPr>
            </w:pPr>
            <w:r>
              <w:rPr>
                <w:rFonts w:cs="Arial"/>
                <w:lang w:eastAsia="zh-CN"/>
              </w:rPr>
              <w:t>DC_41A_n257G</w:t>
            </w:r>
          </w:p>
          <w:p w14:paraId="2CE76201" w14:textId="77777777" w:rsidR="00B93D26" w:rsidRDefault="00B93D26" w:rsidP="00AC3FE8">
            <w:pPr>
              <w:pStyle w:val="TAC"/>
              <w:rPr>
                <w:rFonts w:cs="Arial"/>
                <w:lang w:eastAsia="zh-CN"/>
              </w:rPr>
            </w:pPr>
            <w:r>
              <w:rPr>
                <w:rFonts w:cs="Arial"/>
                <w:lang w:eastAsia="zh-CN"/>
              </w:rPr>
              <w:t>DC_41A_n257H</w:t>
            </w:r>
          </w:p>
          <w:p w14:paraId="43A79448" w14:textId="77777777" w:rsidR="00B93D26" w:rsidRDefault="00B93D26" w:rsidP="00AC3FE8">
            <w:pPr>
              <w:pStyle w:val="TAC"/>
              <w:rPr>
                <w:rFonts w:cs="Arial"/>
                <w:lang w:eastAsia="zh-CN"/>
              </w:rPr>
            </w:pPr>
            <w:r>
              <w:rPr>
                <w:rFonts w:cs="Arial"/>
                <w:lang w:eastAsia="zh-CN"/>
              </w:rPr>
              <w:t>DC_41A_n257I</w:t>
            </w:r>
          </w:p>
          <w:p w14:paraId="0EF078C8" w14:textId="77777777" w:rsidR="00B93D26" w:rsidRDefault="00B93D26" w:rsidP="00AC3FE8">
            <w:pPr>
              <w:pStyle w:val="TAC"/>
              <w:rPr>
                <w:rFonts w:cs="Arial"/>
                <w:lang w:eastAsia="zh-CN"/>
              </w:rPr>
            </w:pPr>
            <w:r>
              <w:rPr>
                <w:rFonts w:cs="Arial"/>
                <w:lang w:eastAsia="zh-CN"/>
              </w:rPr>
              <w:t>DC_41C_n78A</w:t>
            </w:r>
          </w:p>
          <w:p w14:paraId="3A565657" w14:textId="77777777" w:rsidR="00B93D26" w:rsidRDefault="00B93D26" w:rsidP="00AC3FE8">
            <w:pPr>
              <w:pStyle w:val="TAC"/>
              <w:rPr>
                <w:rFonts w:cs="Arial"/>
                <w:lang w:eastAsia="zh-CN"/>
              </w:rPr>
            </w:pPr>
            <w:r>
              <w:rPr>
                <w:rFonts w:cs="Arial"/>
                <w:lang w:eastAsia="zh-CN"/>
              </w:rPr>
              <w:t>DC_41C_n257A</w:t>
            </w:r>
          </w:p>
          <w:p w14:paraId="1D3B1E9A" w14:textId="77777777" w:rsidR="00B93D26" w:rsidRDefault="00B93D26" w:rsidP="00AC3FE8">
            <w:pPr>
              <w:pStyle w:val="TAC"/>
              <w:rPr>
                <w:rFonts w:cs="Arial"/>
                <w:lang w:eastAsia="zh-CN"/>
              </w:rPr>
            </w:pPr>
            <w:r>
              <w:rPr>
                <w:rFonts w:cs="Arial"/>
                <w:lang w:eastAsia="zh-CN"/>
              </w:rPr>
              <w:t>DC_41C_n257G</w:t>
            </w:r>
          </w:p>
          <w:p w14:paraId="0011A901" w14:textId="77777777" w:rsidR="00B93D26" w:rsidRDefault="00B93D26" w:rsidP="00AC3FE8">
            <w:pPr>
              <w:pStyle w:val="TAC"/>
              <w:rPr>
                <w:rFonts w:cs="Arial"/>
                <w:lang w:eastAsia="zh-CN"/>
              </w:rPr>
            </w:pPr>
            <w:r>
              <w:rPr>
                <w:rFonts w:cs="Arial"/>
                <w:lang w:eastAsia="zh-CN"/>
              </w:rPr>
              <w:t>DC_41C_n257H</w:t>
            </w:r>
          </w:p>
          <w:p w14:paraId="408D4189" w14:textId="77777777" w:rsidR="00B93D26" w:rsidRDefault="00B93D26" w:rsidP="00AC3FE8">
            <w:pPr>
              <w:pStyle w:val="TAC"/>
              <w:rPr>
                <w:rFonts w:eastAsia="Malgun Gothic" w:cs="Arial"/>
                <w:szCs w:val="18"/>
                <w:lang w:eastAsia="ko-KR"/>
              </w:rPr>
            </w:pPr>
            <w:r>
              <w:rPr>
                <w:rFonts w:cs="Arial"/>
                <w:lang w:eastAsia="zh-CN"/>
              </w:rPr>
              <w:t>DC_41C_n257I</w:t>
            </w:r>
          </w:p>
        </w:tc>
      </w:tr>
      <w:tr w:rsidR="00B93D26" w14:paraId="649CCC21"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36F9062" w14:textId="77777777" w:rsidR="00B93D26" w:rsidRDefault="00B93D26" w:rsidP="00AC3FE8">
            <w:pPr>
              <w:pStyle w:val="TAC"/>
              <w:rPr>
                <w:rFonts w:eastAsia="Malgun Gothic" w:cs="Arial"/>
                <w:lang w:eastAsia="ko-KR"/>
              </w:rPr>
            </w:pPr>
            <w:r>
              <w:rPr>
                <w:rFonts w:cs="Arial"/>
                <w:lang w:eastAsia="zh-CN"/>
              </w:rPr>
              <w:lastRenderedPageBreak/>
              <w:t>DC_42A_n77A</w:t>
            </w:r>
            <w:r>
              <w:rPr>
                <w:rFonts w:cs="Arial"/>
                <w:lang w:eastAsia="ja-JP"/>
              </w:rPr>
              <w:t>-</w:t>
            </w:r>
            <w:r>
              <w:rPr>
                <w:rFonts w:cs="Arial"/>
                <w:lang w:eastAsia="zh-CN"/>
              </w:rPr>
              <w:t>n257</w:t>
            </w:r>
            <w:r>
              <w:rPr>
                <w:rFonts w:eastAsia="Malgun Gothic" w:cs="Arial"/>
                <w:lang w:eastAsia="ko-KR"/>
              </w:rPr>
              <w:t>A</w:t>
            </w:r>
          </w:p>
          <w:p w14:paraId="4A02DD90" w14:textId="77777777" w:rsidR="00B93D26" w:rsidRDefault="00B93D26" w:rsidP="00AC3FE8">
            <w:pPr>
              <w:pStyle w:val="TAC"/>
              <w:rPr>
                <w:rFonts w:eastAsia="Malgun Gothic" w:cs="Arial"/>
                <w:lang w:eastAsia="ko-KR"/>
              </w:rPr>
            </w:pPr>
            <w:r>
              <w:rPr>
                <w:rFonts w:cs="Arial"/>
                <w:lang w:eastAsia="zh-CN"/>
              </w:rPr>
              <w:t>DC_42A_n77A</w:t>
            </w:r>
            <w:r>
              <w:rPr>
                <w:rFonts w:cs="Arial"/>
                <w:lang w:eastAsia="ja-JP"/>
              </w:rPr>
              <w:t>-</w:t>
            </w:r>
            <w:r>
              <w:rPr>
                <w:rFonts w:cs="Arial"/>
                <w:lang w:eastAsia="zh-CN"/>
              </w:rPr>
              <w:t>n257</w:t>
            </w:r>
            <w:r>
              <w:rPr>
                <w:rFonts w:eastAsia="Malgun Gothic" w:cs="Arial"/>
                <w:lang w:eastAsia="ko-KR"/>
              </w:rPr>
              <w:t>G</w:t>
            </w:r>
          </w:p>
          <w:p w14:paraId="6AFAAE9B" w14:textId="77777777" w:rsidR="00B93D26" w:rsidRDefault="00B93D26" w:rsidP="00AC3FE8">
            <w:pPr>
              <w:pStyle w:val="TAC"/>
              <w:rPr>
                <w:rFonts w:eastAsia="Malgun Gothic" w:cs="Arial"/>
                <w:lang w:eastAsia="ko-KR"/>
              </w:rPr>
            </w:pPr>
            <w:r>
              <w:rPr>
                <w:rFonts w:cs="Arial"/>
                <w:lang w:eastAsia="zh-CN"/>
              </w:rPr>
              <w:t>DC_42A_n77A</w:t>
            </w:r>
            <w:r>
              <w:rPr>
                <w:rFonts w:cs="Arial"/>
                <w:lang w:eastAsia="ja-JP"/>
              </w:rPr>
              <w:t>-</w:t>
            </w:r>
            <w:r>
              <w:rPr>
                <w:rFonts w:cs="Arial"/>
                <w:lang w:eastAsia="zh-CN"/>
              </w:rPr>
              <w:t>n257</w:t>
            </w:r>
            <w:r>
              <w:rPr>
                <w:rFonts w:eastAsia="Malgun Gothic" w:cs="Arial"/>
                <w:lang w:eastAsia="ko-KR"/>
              </w:rPr>
              <w:t>H</w:t>
            </w:r>
          </w:p>
          <w:p w14:paraId="2E097396" w14:textId="77777777" w:rsidR="00B93D26" w:rsidRDefault="00B93D26" w:rsidP="00AC3FE8">
            <w:pPr>
              <w:pStyle w:val="TAC"/>
              <w:rPr>
                <w:rFonts w:eastAsia="Malgun Gothic" w:cs="Arial"/>
                <w:lang w:eastAsia="ko-KR"/>
              </w:rPr>
            </w:pPr>
            <w:r>
              <w:rPr>
                <w:rFonts w:cs="Arial"/>
                <w:lang w:eastAsia="zh-CN"/>
              </w:rPr>
              <w:t>DC_42A_n77A</w:t>
            </w:r>
            <w:r>
              <w:rPr>
                <w:rFonts w:cs="Arial"/>
                <w:lang w:eastAsia="ja-JP"/>
              </w:rPr>
              <w:t>-</w:t>
            </w:r>
            <w:r>
              <w:rPr>
                <w:rFonts w:cs="Arial"/>
                <w:lang w:eastAsia="zh-CN"/>
              </w:rPr>
              <w:t>n257</w:t>
            </w:r>
            <w:r>
              <w:rPr>
                <w:rFonts w:eastAsia="Malgun Gothic" w:cs="Arial"/>
                <w:lang w:eastAsia="ko-KR"/>
              </w:rPr>
              <w:t>I</w:t>
            </w:r>
          </w:p>
          <w:p w14:paraId="3BA3FDF6" w14:textId="77777777" w:rsidR="00B93D26" w:rsidRDefault="00B93D26" w:rsidP="00AC3FE8">
            <w:pPr>
              <w:pStyle w:val="TAC"/>
              <w:rPr>
                <w:rFonts w:eastAsia="Malgun Gothic" w:cs="Arial"/>
                <w:lang w:eastAsia="ko-KR"/>
              </w:rPr>
            </w:pPr>
            <w:r>
              <w:rPr>
                <w:rFonts w:cs="Arial"/>
                <w:lang w:eastAsia="zh-CN"/>
              </w:rPr>
              <w:t>DC_42C_n77A</w:t>
            </w:r>
            <w:r>
              <w:rPr>
                <w:rFonts w:cs="Arial"/>
                <w:lang w:eastAsia="ja-JP"/>
              </w:rPr>
              <w:t>-</w:t>
            </w:r>
            <w:r>
              <w:rPr>
                <w:rFonts w:cs="Arial"/>
                <w:lang w:eastAsia="zh-CN"/>
              </w:rPr>
              <w:t>n257</w:t>
            </w:r>
            <w:r>
              <w:rPr>
                <w:rFonts w:eastAsia="Malgun Gothic" w:cs="Arial"/>
                <w:lang w:eastAsia="ko-KR"/>
              </w:rPr>
              <w:t>A</w:t>
            </w:r>
          </w:p>
          <w:p w14:paraId="1D529040" w14:textId="77777777" w:rsidR="00B93D26" w:rsidRDefault="00B93D26" w:rsidP="00AC3FE8">
            <w:pPr>
              <w:pStyle w:val="TAC"/>
              <w:rPr>
                <w:rFonts w:eastAsia="Malgun Gothic" w:cs="Arial"/>
                <w:lang w:eastAsia="ko-KR"/>
              </w:rPr>
            </w:pPr>
            <w:r>
              <w:rPr>
                <w:rFonts w:cs="Arial"/>
                <w:lang w:eastAsia="zh-CN"/>
              </w:rPr>
              <w:t>DC_42C_n77A</w:t>
            </w:r>
            <w:r>
              <w:rPr>
                <w:rFonts w:cs="Arial"/>
                <w:lang w:eastAsia="ja-JP"/>
              </w:rPr>
              <w:t>-</w:t>
            </w:r>
            <w:r>
              <w:rPr>
                <w:rFonts w:cs="Arial"/>
                <w:lang w:eastAsia="zh-CN"/>
              </w:rPr>
              <w:t>n257</w:t>
            </w:r>
            <w:r>
              <w:rPr>
                <w:rFonts w:eastAsia="Malgun Gothic" w:cs="Arial"/>
                <w:lang w:eastAsia="ko-KR"/>
              </w:rPr>
              <w:t>G</w:t>
            </w:r>
          </w:p>
          <w:p w14:paraId="03749E7A" w14:textId="77777777" w:rsidR="00B93D26" w:rsidRDefault="00B93D26" w:rsidP="00AC3FE8">
            <w:pPr>
              <w:pStyle w:val="TAC"/>
              <w:rPr>
                <w:rFonts w:eastAsia="Malgun Gothic" w:cs="Arial"/>
                <w:lang w:eastAsia="ko-KR"/>
              </w:rPr>
            </w:pPr>
            <w:r>
              <w:rPr>
                <w:rFonts w:cs="Arial"/>
                <w:lang w:eastAsia="zh-CN"/>
              </w:rPr>
              <w:t>DC_42C_n77A</w:t>
            </w:r>
            <w:r>
              <w:rPr>
                <w:rFonts w:cs="Arial"/>
                <w:lang w:eastAsia="ja-JP"/>
              </w:rPr>
              <w:t>-</w:t>
            </w:r>
            <w:r>
              <w:rPr>
                <w:rFonts w:cs="Arial"/>
                <w:lang w:eastAsia="zh-CN"/>
              </w:rPr>
              <w:t>n257</w:t>
            </w:r>
            <w:r>
              <w:rPr>
                <w:rFonts w:eastAsia="Malgun Gothic" w:cs="Arial"/>
                <w:lang w:eastAsia="ko-KR"/>
              </w:rPr>
              <w:t>H</w:t>
            </w:r>
          </w:p>
          <w:p w14:paraId="2BF05CC7" w14:textId="77777777" w:rsidR="00B93D26" w:rsidRDefault="00B93D26" w:rsidP="00AC3FE8">
            <w:pPr>
              <w:pStyle w:val="TAC"/>
              <w:rPr>
                <w:rFonts w:cs="Arial"/>
                <w:lang w:eastAsia="zh-CN"/>
              </w:rPr>
            </w:pPr>
            <w:r>
              <w:rPr>
                <w:rFonts w:cs="Arial"/>
                <w:lang w:eastAsia="zh-CN"/>
              </w:rPr>
              <w:t>DC_42C_n77A</w:t>
            </w:r>
            <w:r>
              <w:rPr>
                <w:rFonts w:cs="Arial"/>
                <w:lang w:eastAsia="ja-JP"/>
              </w:rPr>
              <w:t>-</w:t>
            </w:r>
            <w:r>
              <w:rPr>
                <w:rFonts w:cs="Arial"/>
                <w:lang w:eastAsia="zh-CN"/>
              </w:rPr>
              <w:t>n257</w:t>
            </w:r>
            <w:r>
              <w:rPr>
                <w:rFonts w:eastAsia="Malgun Gothic" w:cs="Arial"/>
                <w:lang w:eastAsia="ko-KR"/>
              </w:rPr>
              <w:t>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F240972" w14:textId="77777777" w:rsidR="00B93D26" w:rsidRDefault="00B93D26" w:rsidP="00AC3FE8">
            <w:pPr>
              <w:pStyle w:val="TAC"/>
              <w:rPr>
                <w:rFonts w:cs="Arial"/>
                <w:lang w:eastAsia="zh-CN"/>
              </w:rPr>
            </w:pPr>
            <w:r>
              <w:rPr>
                <w:rFonts w:cs="Arial"/>
                <w:lang w:eastAsia="zh-CN"/>
              </w:rPr>
              <w:t>DC_42A_n257A</w:t>
            </w:r>
          </w:p>
          <w:p w14:paraId="648B3B5F" w14:textId="77777777" w:rsidR="00B93D26" w:rsidRDefault="00B93D26" w:rsidP="00AC3FE8">
            <w:pPr>
              <w:pStyle w:val="TAC"/>
              <w:rPr>
                <w:rFonts w:cs="Arial"/>
                <w:lang w:eastAsia="zh-CN"/>
              </w:rPr>
            </w:pPr>
            <w:r>
              <w:rPr>
                <w:rFonts w:cs="Arial"/>
                <w:lang w:eastAsia="zh-CN"/>
              </w:rPr>
              <w:t>DC_42A_n257G</w:t>
            </w:r>
          </w:p>
          <w:p w14:paraId="4C718700" w14:textId="77777777" w:rsidR="00B93D26" w:rsidRDefault="00B93D26" w:rsidP="00AC3FE8">
            <w:pPr>
              <w:pStyle w:val="TAC"/>
              <w:rPr>
                <w:rFonts w:cs="Arial"/>
                <w:lang w:eastAsia="zh-CN"/>
              </w:rPr>
            </w:pPr>
            <w:r>
              <w:rPr>
                <w:rFonts w:cs="Arial"/>
                <w:lang w:eastAsia="zh-CN"/>
              </w:rPr>
              <w:t>DC_42A_n257H</w:t>
            </w:r>
          </w:p>
          <w:p w14:paraId="3A54DC86" w14:textId="77777777" w:rsidR="00B93D26" w:rsidRDefault="00B93D26" w:rsidP="00AC3FE8">
            <w:pPr>
              <w:pStyle w:val="TAC"/>
              <w:rPr>
                <w:rFonts w:cs="Arial"/>
                <w:lang w:eastAsia="zh-CN"/>
              </w:rPr>
            </w:pPr>
            <w:r>
              <w:rPr>
                <w:rFonts w:cs="Arial"/>
                <w:lang w:eastAsia="zh-CN"/>
              </w:rPr>
              <w:t>DC_42A_n257I</w:t>
            </w:r>
          </w:p>
        </w:tc>
      </w:tr>
      <w:tr w:rsidR="00B93D26" w14:paraId="37BAFE11"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E500AD1" w14:textId="77777777" w:rsidR="00B93D26" w:rsidRDefault="00B93D26" w:rsidP="00AC3FE8">
            <w:pPr>
              <w:pStyle w:val="TAC"/>
              <w:rPr>
                <w:rFonts w:eastAsia="Malgun Gothic" w:cs="Arial"/>
                <w:lang w:eastAsia="ko-KR"/>
              </w:rPr>
            </w:pPr>
            <w:r>
              <w:rPr>
                <w:rFonts w:cs="Arial"/>
                <w:lang w:eastAsia="zh-CN"/>
              </w:rPr>
              <w:t>DC_42A_n78A</w:t>
            </w:r>
            <w:r>
              <w:rPr>
                <w:rFonts w:cs="Arial"/>
                <w:lang w:eastAsia="ja-JP"/>
              </w:rPr>
              <w:t>-</w:t>
            </w:r>
            <w:r>
              <w:rPr>
                <w:rFonts w:cs="Arial"/>
                <w:lang w:eastAsia="zh-CN"/>
              </w:rPr>
              <w:t>n257</w:t>
            </w:r>
            <w:r>
              <w:rPr>
                <w:rFonts w:eastAsia="Malgun Gothic" w:cs="Arial"/>
                <w:lang w:eastAsia="ko-KR"/>
              </w:rPr>
              <w:t>A</w:t>
            </w:r>
          </w:p>
          <w:p w14:paraId="0FBBE54C" w14:textId="77777777" w:rsidR="00B93D26" w:rsidRDefault="00B93D26" w:rsidP="00AC3FE8">
            <w:pPr>
              <w:pStyle w:val="TAC"/>
              <w:rPr>
                <w:rFonts w:eastAsia="Malgun Gothic" w:cs="Arial"/>
                <w:lang w:eastAsia="ko-KR"/>
              </w:rPr>
            </w:pPr>
            <w:r>
              <w:rPr>
                <w:rFonts w:cs="Arial"/>
                <w:lang w:eastAsia="zh-CN"/>
              </w:rPr>
              <w:t>DC_42A_n78A</w:t>
            </w:r>
            <w:r>
              <w:rPr>
                <w:rFonts w:cs="Arial"/>
                <w:lang w:eastAsia="ja-JP"/>
              </w:rPr>
              <w:t>-</w:t>
            </w:r>
            <w:r>
              <w:rPr>
                <w:rFonts w:cs="Arial"/>
                <w:lang w:eastAsia="zh-CN"/>
              </w:rPr>
              <w:t>n257</w:t>
            </w:r>
            <w:r>
              <w:rPr>
                <w:rFonts w:eastAsia="Malgun Gothic" w:cs="Arial"/>
                <w:lang w:eastAsia="ko-KR"/>
              </w:rPr>
              <w:t>G</w:t>
            </w:r>
          </w:p>
          <w:p w14:paraId="36584158" w14:textId="77777777" w:rsidR="00B93D26" w:rsidRDefault="00B93D26" w:rsidP="00AC3FE8">
            <w:pPr>
              <w:pStyle w:val="TAC"/>
              <w:rPr>
                <w:rFonts w:eastAsia="Malgun Gothic" w:cs="Arial"/>
                <w:lang w:eastAsia="ko-KR"/>
              </w:rPr>
            </w:pPr>
            <w:r>
              <w:rPr>
                <w:rFonts w:cs="Arial"/>
                <w:lang w:eastAsia="zh-CN"/>
              </w:rPr>
              <w:t>DC_42A_n78A</w:t>
            </w:r>
            <w:r>
              <w:rPr>
                <w:rFonts w:cs="Arial"/>
                <w:lang w:eastAsia="ja-JP"/>
              </w:rPr>
              <w:t>-</w:t>
            </w:r>
            <w:r>
              <w:rPr>
                <w:rFonts w:cs="Arial"/>
                <w:lang w:eastAsia="zh-CN"/>
              </w:rPr>
              <w:t>n257</w:t>
            </w:r>
            <w:r>
              <w:rPr>
                <w:rFonts w:eastAsia="Malgun Gothic" w:cs="Arial"/>
                <w:lang w:eastAsia="ko-KR"/>
              </w:rPr>
              <w:t>H</w:t>
            </w:r>
          </w:p>
          <w:p w14:paraId="72CF914D" w14:textId="77777777" w:rsidR="00B93D26" w:rsidRDefault="00B93D26" w:rsidP="00AC3FE8">
            <w:pPr>
              <w:pStyle w:val="TAC"/>
              <w:rPr>
                <w:rFonts w:eastAsia="Malgun Gothic" w:cs="Arial"/>
                <w:lang w:eastAsia="ko-KR"/>
              </w:rPr>
            </w:pPr>
            <w:r>
              <w:rPr>
                <w:rFonts w:cs="Arial"/>
                <w:lang w:eastAsia="zh-CN"/>
              </w:rPr>
              <w:t>DC_42A_n78A</w:t>
            </w:r>
            <w:r>
              <w:rPr>
                <w:rFonts w:cs="Arial"/>
                <w:lang w:eastAsia="ja-JP"/>
              </w:rPr>
              <w:t>-</w:t>
            </w:r>
            <w:r>
              <w:rPr>
                <w:rFonts w:cs="Arial"/>
                <w:lang w:eastAsia="zh-CN"/>
              </w:rPr>
              <w:t>n257</w:t>
            </w:r>
            <w:r>
              <w:rPr>
                <w:rFonts w:eastAsia="Malgun Gothic" w:cs="Arial"/>
                <w:lang w:eastAsia="ko-KR"/>
              </w:rPr>
              <w:t>I</w:t>
            </w:r>
          </w:p>
          <w:p w14:paraId="200629FD" w14:textId="77777777" w:rsidR="00B93D26" w:rsidRDefault="00B93D26" w:rsidP="00AC3FE8">
            <w:pPr>
              <w:pStyle w:val="TAC"/>
              <w:rPr>
                <w:rFonts w:eastAsia="Malgun Gothic" w:cs="Arial"/>
                <w:lang w:eastAsia="ko-KR"/>
              </w:rPr>
            </w:pPr>
            <w:r>
              <w:rPr>
                <w:rFonts w:cs="Arial"/>
                <w:lang w:eastAsia="zh-CN"/>
              </w:rPr>
              <w:t>DC_42C_n78A</w:t>
            </w:r>
            <w:r>
              <w:rPr>
                <w:rFonts w:cs="Arial"/>
                <w:lang w:eastAsia="ja-JP"/>
              </w:rPr>
              <w:t>-</w:t>
            </w:r>
            <w:r>
              <w:rPr>
                <w:rFonts w:cs="Arial"/>
                <w:lang w:eastAsia="zh-CN"/>
              </w:rPr>
              <w:t>n257</w:t>
            </w:r>
            <w:r>
              <w:rPr>
                <w:rFonts w:eastAsia="Malgun Gothic" w:cs="Arial"/>
                <w:lang w:eastAsia="ko-KR"/>
              </w:rPr>
              <w:t>A</w:t>
            </w:r>
          </w:p>
          <w:p w14:paraId="2785A1DC" w14:textId="77777777" w:rsidR="00B93D26" w:rsidRDefault="00B93D26" w:rsidP="00AC3FE8">
            <w:pPr>
              <w:pStyle w:val="TAC"/>
              <w:rPr>
                <w:rFonts w:eastAsia="Malgun Gothic" w:cs="Arial"/>
                <w:lang w:eastAsia="ko-KR"/>
              </w:rPr>
            </w:pPr>
            <w:r>
              <w:rPr>
                <w:rFonts w:cs="Arial"/>
                <w:lang w:eastAsia="zh-CN"/>
              </w:rPr>
              <w:t>DC_42C_n78A</w:t>
            </w:r>
            <w:r>
              <w:rPr>
                <w:rFonts w:cs="Arial"/>
                <w:lang w:eastAsia="ja-JP"/>
              </w:rPr>
              <w:t>-</w:t>
            </w:r>
            <w:r>
              <w:rPr>
                <w:rFonts w:cs="Arial"/>
                <w:lang w:eastAsia="zh-CN"/>
              </w:rPr>
              <w:t>n257</w:t>
            </w:r>
            <w:r>
              <w:rPr>
                <w:rFonts w:eastAsia="Malgun Gothic" w:cs="Arial"/>
                <w:lang w:eastAsia="ko-KR"/>
              </w:rPr>
              <w:t>G</w:t>
            </w:r>
          </w:p>
          <w:p w14:paraId="4C9F2B52" w14:textId="77777777" w:rsidR="00B93D26" w:rsidRDefault="00B93D26" w:rsidP="00AC3FE8">
            <w:pPr>
              <w:pStyle w:val="TAC"/>
              <w:rPr>
                <w:rFonts w:eastAsia="Malgun Gothic" w:cs="Arial"/>
                <w:lang w:eastAsia="ko-KR"/>
              </w:rPr>
            </w:pPr>
            <w:r>
              <w:rPr>
                <w:rFonts w:cs="Arial"/>
                <w:lang w:eastAsia="zh-CN"/>
              </w:rPr>
              <w:t>DC_42C_n78A</w:t>
            </w:r>
            <w:r>
              <w:rPr>
                <w:rFonts w:cs="Arial"/>
                <w:lang w:eastAsia="ja-JP"/>
              </w:rPr>
              <w:t>-</w:t>
            </w:r>
            <w:r>
              <w:rPr>
                <w:rFonts w:cs="Arial"/>
                <w:lang w:eastAsia="zh-CN"/>
              </w:rPr>
              <w:t>n257</w:t>
            </w:r>
            <w:r>
              <w:rPr>
                <w:rFonts w:eastAsia="Malgun Gothic" w:cs="Arial"/>
                <w:lang w:eastAsia="ko-KR"/>
              </w:rPr>
              <w:t>H</w:t>
            </w:r>
          </w:p>
          <w:p w14:paraId="114DBDB0" w14:textId="77777777" w:rsidR="00B93D26" w:rsidRDefault="00B93D26" w:rsidP="00AC3FE8">
            <w:pPr>
              <w:pStyle w:val="TAC"/>
              <w:rPr>
                <w:rFonts w:eastAsia="Malgun Gothic" w:cs="Arial"/>
                <w:szCs w:val="18"/>
                <w:lang w:eastAsia="ko-KR"/>
              </w:rPr>
            </w:pPr>
            <w:r>
              <w:rPr>
                <w:rFonts w:cs="Arial"/>
                <w:lang w:eastAsia="zh-CN"/>
              </w:rPr>
              <w:t>DC_42C_n78A</w:t>
            </w:r>
            <w:r>
              <w:rPr>
                <w:rFonts w:cs="Arial"/>
                <w:lang w:eastAsia="ja-JP"/>
              </w:rPr>
              <w:t>-</w:t>
            </w:r>
            <w:r>
              <w:rPr>
                <w:rFonts w:cs="Arial"/>
                <w:lang w:eastAsia="zh-CN"/>
              </w:rPr>
              <w:t>n257</w:t>
            </w:r>
            <w:r>
              <w:rPr>
                <w:rFonts w:eastAsia="Malgun Gothic" w:cs="Arial"/>
                <w:lang w:eastAsia="ko-KR"/>
              </w:rPr>
              <w:t>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E72B4B1" w14:textId="77777777" w:rsidR="00B93D26" w:rsidRDefault="00B93D26" w:rsidP="00AC3FE8">
            <w:pPr>
              <w:pStyle w:val="TAC"/>
              <w:rPr>
                <w:rFonts w:cs="Arial"/>
                <w:lang w:eastAsia="zh-CN"/>
              </w:rPr>
            </w:pPr>
            <w:r>
              <w:rPr>
                <w:rFonts w:cs="Arial"/>
                <w:lang w:eastAsia="zh-CN"/>
              </w:rPr>
              <w:t>DC_42A_n257A</w:t>
            </w:r>
          </w:p>
          <w:p w14:paraId="418AED80" w14:textId="77777777" w:rsidR="00B93D26" w:rsidRDefault="00B93D26" w:rsidP="00AC3FE8">
            <w:pPr>
              <w:pStyle w:val="TAC"/>
              <w:rPr>
                <w:rFonts w:cs="Arial"/>
                <w:lang w:eastAsia="zh-CN"/>
              </w:rPr>
            </w:pPr>
            <w:r>
              <w:rPr>
                <w:rFonts w:cs="Arial"/>
                <w:lang w:eastAsia="zh-CN"/>
              </w:rPr>
              <w:t>DC_42A_n257G</w:t>
            </w:r>
          </w:p>
          <w:p w14:paraId="09C62371" w14:textId="77777777" w:rsidR="00B93D26" w:rsidRDefault="00B93D26" w:rsidP="00AC3FE8">
            <w:pPr>
              <w:pStyle w:val="TAC"/>
              <w:rPr>
                <w:rFonts w:cs="Arial"/>
                <w:lang w:eastAsia="zh-CN"/>
              </w:rPr>
            </w:pPr>
            <w:r>
              <w:rPr>
                <w:rFonts w:cs="Arial"/>
                <w:lang w:eastAsia="zh-CN"/>
              </w:rPr>
              <w:t>DC_42A_n257H</w:t>
            </w:r>
          </w:p>
          <w:p w14:paraId="114A54A9" w14:textId="77777777" w:rsidR="00B93D26" w:rsidRDefault="00B93D26" w:rsidP="00AC3FE8">
            <w:pPr>
              <w:pStyle w:val="TAC"/>
              <w:rPr>
                <w:rFonts w:cs="Arial"/>
                <w:lang w:eastAsia="zh-CN"/>
              </w:rPr>
            </w:pPr>
            <w:r>
              <w:rPr>
                <w:rFonts w:cs="Arial"/>
                <w:lang w:eastAsia="zh-CN"/>
              </w:rPr>
              <w:t>DC_42A_n257I</w:t>
            </w:r>
          </w:p>
          <w:p w14:paraId="6B9E8A1E" w14:textId="77777777" w:rsidR="00B93D26" w:rsidRDefault="00B93D26" w:rsidP="00AC3FE8">
            <w:pPr>
              <w:pStyle w:val="TAC"/>
              <w:rPr>
                <w:rFonts w:cs="Arial"/>
                <w:lang w:eastAsia="zh-CN"/>
              </w:rPr>
            </w:pPr>
            <w:r>
              <w:rPr>
                <w:rFonts w:cs="Arial"/>
                <w:lang w:eastAsia="zh-CN"/>
              </w:rPr>
              <w:t>DC_42C_n257A</w:t>
            </w:r>
          </w:p>
          <w:p w14:paraId="3C259FFA" w14:textId="77777777" w:rsidR="00B93D26" w:rsidRDefault="00B93D26" w:rsidP="00AC3FE8">
            <w:pPr>
              <w:pStyle w:val="TAC"/>
              <w:rPr>
                <w:rFonts w:cs="Arial"/>
                <w:lang w:eastAsia="zh-CN"/>
              </w:rPr>
            </w:pPr>
            <w:r>
              <w:rPr>
                <w:rFonts w:cs="Arial"/>
                <w:lang w:eastAsia="zh-CN"/>
              </w:rPr>
              <w:t>DC_42C_n257G</w:t>
            </w:r>
          </w:p>
          <w:p w14:paraId="0A771610" w14:textId="77777777" w:rsidR="00B93D26" w:rsidRDefault="00B93D26" w:rsidP="00AC3FE8">
            <w:pPr>
              <w:pStyle w:val="TAC"/>
              <w:rPr>
                <w:rFonts w:cs="Arial"/>
                <w:lang w:val="sv-FI" w:eastAsia="zh-CN"/>
              </w:rPr>
            </w:pPr>
            <w:r>
              <w:rPr>
                <w:rFonts w:cs="Arial"/>
                <w:lang w:val="sv-FI" w:eastAsia="zh-CN"/>
              </w:rPr>
              <w:t>DC_42C_n257H</w:t>
            </w:r>
          </w:p>
          <w:p w14:paraId="159607EE" w14:textId="77777777" w:rsidR="00B93D26" w:rsidRDefault="00B93D26" w:rsidP="00AC3FE8">
            <w:pPr>
              <w:pStyle w:val="TAC"/>
              <w:rPr>
                <w:rFonts w:eastAsia="Malgun Gothic" w:cs="Arial"/>
                <w:szCs w:val="18"/>
                <w:lang w:val="sv-FI" w:eastAsia="ko-KR"/>
              </w:rPr>
            </w:pPr>
            <w:r>
              <w:rPr>
                <w:rFonts w:cs="Arial"/>
                <w:lang w:val="sv-FI" w:eastAsia="zh-CN"/>
              </w:rPr>
              <w:t>DC_42C_n257I</w:t>
            </w:r>
          </w:p>
        </w:tc>
      </w:tr>
      <w:tr w:rsidR="00B93D26" w14:paraId="3329A713"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BB1AC64" w14:textId="77777777" w:rsidR="00B93D26" w:rsidRDefault="00B93D26" w:rsidP="00AC3FE8">
            <w:pPr>
              <w:pStyle w:val="TAC"/>
              <w:rPr>
                <w:rFonts w:eastAsia="Malgun Gothic" w:cs="Arial"/>
                <w:lang w:eastAsia="ko-KR"/>
              </w:rPr>
            </w:pPr>
            <w:r>
              <w:rPr>
                <w:rFonts w:cs="Arial"/>
                <w:lang w:eastAsia="zh-CN"/>
              </w:rPr>
              <w:t>DC_42A_n79A</w:t>
            </w:r>
            <w:r>
              <w:rPr>
                <w:rFonts w:cs="Arial"/>
                <w:lang w:eastAsia="ja-JP"/>
              </w:rPr>
              <w:t>-</w:t>
            </w:r>
            <w:r>
              <w:rPr>
                <w:rFonts w:cs="Arial"/>
                <w:lang w:eastAsia="zh-CN"/>
              </w:rPr>
              <w:t>n257</w:t>
            </w:r>
            <w:r>
              <w:rPr>
                <w:rFonts w:eastAsia="Malgun Gothic" w:cs="Arial"/>
                <w:lang w:eastAsia="ko-KR"/>
              </w:rPr>
              <w:t>A</w:t>
            </w:r>
          </w:p>
          <w:p w14:paraId="0A2F467B" w14:textId="77777777" w:rsidR="00B93D26" w:rsidRDefault="00B93D26" w:rsidP="00AC3FE8">
            <w:pPr>
              <w:pStyle w:val="TAC"/>
              <w:rPr>
                <w:rFonts w:eastAsia="Malgun Gothic" w:cs="Arial"/>
                <w:lang w:eastAsia="ko-KR"/>
              </w:rPr>
            </w:pPr>
            <w:r>
              <w:rPr>
                <w:rFonts w:cs="Arial"/>
                <w:lang w:eastAsia="zh-CN"/>
              </w:rPr>
              <w:t>DC_42A_n79A</w:t>
            </w:r>
            <w:r>
              <w:rPr>
                <w:rFonts w:cs="Arial"/>
                <w:lang w:eastAsia="ja-JP"/>
              </w:rPr>
              <w:t>-</w:t>
            </w:r>
            <w:r>
              <w:rPr>
                <w:rFonts w:cs="Arial"/>
                <w:lang w:eastAsia="zh-CN"/>
              </w:rPr>
              <w:t>n257</w:t>
            </w:r>
            <w:r>
              <w:rPr>
                <w:rFonts w:eastAsia="Malgun Gothic" w:cs="Arial"/>
                <w:lang w:eastAsia="ko-KR"/>
              </w:rPr>
              <w:t>G</w:t>
            </w:r>
          </w:p>
          <w:p w14:paraId="52AFA178" w14:textId="77777777" w:rsidR="00B93D26" w:rsidRDefault="00B93D26" w:rsidP="00AC3FE8">
            <w:pPr>
              <w:pStyle w:val="TAC"/>
              <w:rPr>
                <w:rFonts w:eastAsia="Malgun Gothic" w:cs="Arial"/>
                <w:lang w:eastAsia="ko-KR"/>
              </w:rPr>
            </w:pPr>
            <w:r>
              <w:rPr>
                <w:rFonts w:cs="Arial"/>
                <w:lang w:eastAsia="zh-CN"/>
              </w:rPr>
              <w:t>DC_42A_n79A</w:t>
            </w:r>
            <w:r>
              <w:rPr>
                <w:rFonts w:cs="Arial"/>
                <w:lang w:eastAsia="ja-JP"/>
              </w:rPr>
              <w:t>-</w:t>
            </w:r>
            <w:r>
              <w:rPr>
                <w:rFonts w:cs="Arial"/>
                <w:lang w:eastAsia="zh-CN"/>
              </w:rPr>
              <w:t>n257</w:t>
            </w:r>
            <w:r>
              <w:rPr>
                <w:rFonts w:eastAsia="Malgun Gothic" w:cs="Arial"/>
                <w:lang w:eastAsia="ko-KR"/>
              </w:rPr>
              <w:t>H</w:t>
            </w:r>
          </w:p>
          <w:p w14:paraId="36D248B1" w14:textId="77777777" w:rsidR="00B93D26" w:rsidRDefault="00B93D26" w:rsidP="00AC3FE8">
            <w:pPr>
              <w:pStyle w:val="TAC"/>
              <w:rPr>
                <w:rFonts w:eastAsia="Malgun Gothic" w:cs="Arial"/>
                <w:lang w:eastAsia="ko-KR"/>
              </w:rPr>
            </w:pPr>
            <w:r>
              <w:rPr>
                <w:rFonts w:cs="Arial"/>
                <w:lang w:eastAsia="zh-CN"/>
              </w:rPr>
              <w:t>DC_42A_n79A</w:t>
            </w:r>
            <w:r>
              <w:rPr>
                <w:rFonts w:cs="Arial"/>
                <w:lang w:eastAsia="ja-JP"/>
              </w:rPr>
              <w:t>-</w:t>
            </w:r>
            <w:r>
              <w:rPr>
                <w:rFonts w:cs="Arial"/>
                <w:lang w:eastAsia="zh-CN"/>
              </w:rPr>
              <w:t>n257</w:t>
            </w:r>
            <w:r>
              <w:rPr>
                <w:rFonts w:eastAsia="Malgun Gothic" w:cs="Arial"/>
                <w:lang w:eastAsia="ko-KR"/>
              </w:rPr>
              <w:t>I</w:t>
            </w:r>
          </w:p>
          <w:p w14:paraId="3C3B8ECF" w14:textId="77777777" w:rsidR="00B93D26" w:rsidRDefault="00B93D26" w:rsidP="00AC3FE8">
            <w:pPr>
              <w:pStyle w:val="TAC"/>
              <w:rPr>
                <w:rFonts w:eastAsia="Malgun Gothic" w:cs="Arial"/>
                <w:lang w:eastAsia="ko-KR"/>
              </w:rPr>
            </w:pPr>
            <w:r>
              <w:rPr>
                <w:rFonts w:cs="Arial"/>
                <w:lang w:eastAsia="zh-CN"/>
              </w:rPr>
              <w:t>DC_42C_n79A</w:t>
            </w:r>
            <w:r>
              <w:rPr>
                <w:rFonts w:cs="Arial"/>
                <w:lang w:eastAsia="ja-JP"/>
              </w:rPr>
              <w:t>-</w:t>
            </w:r>
            <w:r>
              <w:rPr>
                <w:rFonts w:cs="Arial"/>
                <w:lang w:eastAsia="zh-CN"/>
              </w:rPr>
              <w:t>n257</w:t>
            </w:r>
            <w:r>
              <w:rPr>
                <w:rFonts w:eastAsia="Malgun Gothic" w:cs="Arial"/>
                <w:lang w:eastAsia="ko-KR"/>
              </w:rPr>
              <w:t>A</w:t>
            </w:r>
          </w:p>
          <w:p w14:paraId="53E2733D" w14:textId="77777777" w:rsidR="00B93D26" w:rsidRDefault="00B93D26" w:rsidP="00AC3FE8">
            <w:pPr>
              <w:pStyle w:val="TAC"/>
              <w:rPr>
                <w:rFonts w:eastAsia="Malgun Gothic" w:cs="Arial"/>
                <w:lang w:eastAsia="ko-KR"/>
              </w:rPr>
            </w:pPr>
            <w:r>
              <w:rPr>
                <w:rFonts w:cs="Arial"/>
                <w:lang w:eastAsia="zh-CN"/>
              </w:rPr>
              <w:t>DC_42C_n79A</w:t>
            </w:r>
            <w:r>
              <w:rPr>
                <w:rFonts w:cs="Arial"/>
                <w:lang w:eastAsia="ja-JP"/>
              </w:rPr>
              <w:t>-</w:t>
            </w:r>
            <w:r>
              <w:rPr>
                <w:rFonts w:cs="Arial"/>
                <w:lang w:eastAsia="zh-CN"/>
              </w:rPr>
              <w:t>n257</w:t>
            </w:r>
            <w:r>
              <w:rPr>
                <w:rFonts w:eastAsia="Malgun Gothic" w:cs="Arial"/>
                <w:lang w:eastAsia="ko-KR"/>
              </w:rPr>
              <w:t>G</w:t>
            </w:r>
          </w:p>
          <w:p w14:paraId="316BD569" w14:textId="77777777" w:rsidR="00B93D26" w:rsidRDefault="00B93D26" w:rsidP="00AC3FE8">
            <w:pPr>
              <w:pStyle w:val="TAC"/>
              <w:rPr>
                <w:rFonts w:eastAsia="Malgun Gothic" w:cs="Arial"/>
                <w:lang w:eastAsia="ko-KR"/>
              </w:rPr>
            </w:pPr>
            <w:r>
              <w:rPr>
                <w:rFonts w:cs="Arial"/>
                <w:lang w:eastAsia="zh-CN"/>
              </w:rPr>
              <w:t>DC_42C_n79A</w:t>
            </w:r>
            <w:r>
              <w:rPr>
                <w:rFonts w:cs="Arial"/>
                <w:lang w:eastAsia="ja-JP"/>
              </w:rPr>
              <w:t>-</w:t>
            </w:r>
            <w:r>
              <w:rPr>
                <w:rFonts w:cs="Arial"/>
                <w:lang w:eastAsia="zh-CN"/>
              </w:rPr>
              <w:t>n257</w:t>
            </w:r>
            <w:r>
              <w:rPr>
                <w:rFonts w:eastAsia="Malgun Gothic" w:cs="Arial"/>
                <w:lang w:eastAsia="ko-KR"/>
              </w:rPr>
              <w:t>H</w:t>
            </w:r>
          </w:p>
          <w:p w14:paraId="10E6E65A" w14:textId="77777777" w:rsidR="00B93D26" w:rsidRDefault="00B93D26" w:rsidP="00AC3FE8">
            <w:pPr>
              <w:pStyle w:val="TAC"/>
              <w:rPr>
                <w:rFonts w:cs="Arial"/>
                <w:lang w:eastAsia="zh-CN"/>
              </w:rPr>
            </w:pPr>
            <w:r>
              <w:rPr>
                <w:rFonts w:cs="Arial"/>
                <w:lang w:eastAsia="zh-CN"/>
              </w:rPr>
              <w:t>DC_42C_n79A</w:t>
            </w:r>
            <w:r>
              <w:rPr>
                <w:rFonts w:cs="Arial"/>
                <w:lang w:eastAsia="ja-JP"/>
              </w:rPr>
              <w:t>-</w:t>
            </w:r>
            <w:r>
              <w:rPr>
                <w:rFonts w:cs="Arial"/>
                <w:lang w:eastAsia="zh-CN"/>
              </w:rPr>
              <w:t>n257</w:t>
            </w:r>
            <w:r>
              <w:rPr>
                <w:rFonts w:eastAsia="Malgun Gothic" w:cs="Arial"/>
                <w:lang w:eastAsia="ko-KR"/>
              </w:rPr>
              <w:t>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51FCFEF" w14:textId="77777777" w:rsidR="00B93D26" w:rsidRDefault="00B93D26" w:rsidP="00AC3FE8">
            <w:pPr>
              <w:pStyle w:val="TAC"/>
              <w:rPr>
                <w:rFonts w:cs="Arial"/>
                <w:lang w:eastAsia="zh-CN"/>
              </w:rPr>
            </w:pPr>
            <w:r>
              <w:rPr>
                <w:rFonts w:cs="Arial"/>
                <w:lang w:eastAsia="zh-CN"/>
              </w:rPr>
              <w:t>DC_42A_n257A</w:t>
            </w:r>
          </w:p>
          <w:p w14:paraId="3078B102" w14:textId="77777777" w:rsidR="00B93D26" w:rsidRDefault="00B93D26" w:rsidP="00AC3FE8">
            <w:pPr>
              <w:pStyle w:val="TAC"/>
              <w:rPr>
                <w:rFonts w:cs="Arial"/>
                <w:lang w:eastAsia="zh-CN"/>
              </w:rPr>
            </w:pPr>
            <w:r>
              <w:rPr>
                <w:rFonts w:cs="Arial"/>
                <w:lang w:eastAsia="zh-CN"/>
              </w:rPr>
              <w:t>DC_42A_n257G</w:t>
            </w:r>
          </w:p>
          <w:p w14:paraId="212B6183" w14:textId="77777777" w:rsidR="00B93D26" w:rsidRDefault="00B93D26" w:rsidP="00AC3FE8">
            <w:pPr>
              <w:pStyle w:val="TAC"/>
              <w:rPr>
                <w:rFonts w:cs="Arial"/>
                <w:lang w:eastAsia="zh-CN"/>
              </w:rPr>
            </w:pPr>
            <w:r>
              <w:rPr>
                <w:rFonts w:cs="Arial"/>
                <w:lang w:eastAsia="zh-CN"/>
              </w:rPr>
              <w:t>DC_42A_n257H</w:t>
            </w:r>
          </w:p>
          <w:p w14:paraId="18489285" w14:textId="77777777" w:rsidR="00B93D26" w:rsidRDefault="00B93D26" w:rsidP="00AC3FE8">
            <w:pPr>
              <w:pStyle w:val="TAC"/>
              <w:rPr>
                <w:rFonts w:cs="Arial"/>
                <w:lang w:eastAsia="zh-CN"/>
              </w:rPr>
            </w:pPr>
            <w:r>
              <w:rPr>
                <w:rFonts w:cs="Arial"/>
                <w:lang w:eastAsia="zh-CN"/>
              </w:rPr>
              <w:t>DC_42A_n257I</w:t>
            </w:r>
          </w:p>
        </w:tc>
      </w:tr>
      <w:tr w:rsidR="00B93D26" w14:paraId="4EBCBBA6"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FFB4490" w14:textId="77777777" w:rsidR="00B93D26" w:rsidRDefault="00B93D26" w:rsidP="00AC3FE8">
            <w:pPr>
              <w:pStyle w:val="TAC"/>
              <w:rPr>
                <w:rFonts w:eastAsia="Malgun Gothic" w:cs="Arial"/>
                <w:szCs w:val="18"/>
                <w:lang w:eastAsia="ko-KR"/>
              </w:rPr>
            </w:pPr>
            <w:r>
              <w:rPr>
                <w:rFonts w:eastAsia="Malgun Gothic" w:cs="Arial"/>
                <w:szCs w:val="18"/>
                <w:lang w:eastAsia="ko-KR"/>
              </w:rPr>
              <w:t>DC_66A_n5A-n260A</w:t>
            </w:r>
          </w:p>
          <w:p w14:paraId="45823F26" w14:textId="77777777" w:rsidR="00B93D26" w:rsidRDefault="00B93D26" w:rsidP="00AC3FE8">
            <w:pPr>
              <w:pStyle w:val="TAC"/>
              <w:rPr>
                <w:lang w:eastAsia="ja-JP"/>
              </w:rPr>
            </w:pPr>
            <w:r>
              <w:rPr>
                <w:lang w:eastAsia="ja-JP"/>
              </w:rPr>
              <w:t>DC_66A_n5A-n260G</w:t>
            </w:r>
          </w:p>
          <w:p w14:paraId="30BD71CB" w14:textId="77777777" w:rsidR="00B93D26" w:rsidRDefault="00B93D26" w:rsidP="00AC3FE8">
            <w:pPr>
              <w:pStyle w:val="TAC"/>
              <w:rPr>
                <w:lang w:eastAsia="ja-JP"/>
              </w:rPr>
            </w:pPr>
            <w:r>
              <w:rPr>
                <w:lang w:eastAsia="ja-JP"/>
              </w:rPr>
              <w:t>DC_66A_n5A-n260H</w:t>
            </w:r>
          </w:p>
          <w:p w14:paraId="6EC33C2E" w14:textId="77777777" w:rsidR="00B93D26" w:rsidRDefault="00B93D26" w:rsidP="00AC3FE8">
            <w:pPr>
              <w:pStyle w:val="TAC"/>
              <w:rPr>
                <w:lang w:eastAsia="ja-JP"/>
              </w:rPr>
            </w:pPr>
            <w:r>
              <w:rPr>
                <w:lang w:eastAsia="ja-JP"/>
              </w:rPr>
              <w:t>DC_66A_n5A-n260I</w:t>
            </w:r>
          </w:p>
          <w:p w14:paraId="52E89CD5" w14:textId="77777777" w:rsidR="00B93D26" w:rsidRDefault="00B93D26" w:rsidP="00AC3FE8">
            <w:pPr>
              <w:pStyle w:val="TAC"/>
              <w:rPr>
                <w:lang w:eastAsia="ja-JP"/>
              </w:rPr>
            </w:pPr>
            <w:r>
              <w:rPr>
                <w:lang w:eastAsia="ja-JP"/>
              </w:rPr>
              <w:t>DC_66A_n5A-n260J</w:t>
            </w:r>
          </w:p>
          <w:p w14:paraId="40D5756A" w14:textId="77777777" w:rsidR="00B93D26" w:rsidRDefault="00B93D26" w:rsidP="00AC3FE8">
            <w:pPr>
              <w:pStyle w:val="TAC"/>
              <w:rPr>
                <w:lang w:eastAsia="ja-JP"/>
              </w:rPr>
            </w:pPr>
            <w:r>
              <w:rPr>
                <w:lang w:eastAsia="ja-JP"/>
              </w:rPr>
              <w:t>DC_66A_n5A-n260K</w:t>
            </w:r>
          </w:p>
          <w:p w14:paraId="58063BC6" w14:textId="77777777" w:rsidR="00B93D26" w:rsidRDefault="00B93D26" w:rsidP="00AC3FE8">
            <w:pPr>
              <w:pStyle w:val="TAC"/>
              <w:rPr>
                <w:lang w:eastAsia="ja-JP"/>
              </w:rPr>
            </w:pPr>
            <w:r>
              <w:rPr>
                <w:lang w:eastAsia="ja-JP"/>
              </w:rPr>
              <w:t>DC_66A_n5A-n260L</w:t>
            </w:r>
          </w:p>
          <w:p w14:paraId="022FF3B9" w14:textId="77777777" w:rsidR="00B93D26" w:rsidRDefault="00B93D26" w:rsidP="00AC3FE8">
            <w:pPr>
              <w:pStyle w:val="TAC"/>
              <w:rPr>
                <w:rFonts w:eastAsia="Malgun Gothic" w:cs="Arial"/>
                <w:szCs w:val="18"/>
                <w:lang w:eastAsia="ko-KR"/>
              </w:rPr>
            </w:pPr>
            <w:r>
              <w:rPr>
                <w:lang w:eastAsia="ja-JP"/>
              </w:rPr>
              <w:t>DC_66A_n5A-n260M</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4A5BD0E" w14:textId="77777777" w:rsidR="00B93D26" w:rsidRDefault="00B93D26" w:rsidP="00AC3FE8">
            <w:pPr>
              <w:pStyle w:val="TAC"/>
              <w:rPr>
                <w:rFonts w:eastAsia="Malgun Gothic" w:cs="Arial"/>
                <w:szCs w:val="18"/>
                <w:lang w:eastAsia="ko-KR"/>
              </w:rPr>
            </w:pPr>
            <w:r>
              <w:rPr>
                <w:rFonts w:eastAsia="Malgun Gothic" w:cs="Arial"/>
                <w:szCs w:val="18"/>
                <w:lang w:eastAsia="ko-KR"/>
              </w:rPr>
              <w:t>DC_66A_n5A</w:t>
            </w:r>
          </w:p>
          <w:p w14:paraId="65526215" w14:textId="77777777" w:rsidR="00B93D26" w:rsidRDefault="00B93D26" w:rsidP="00AC3FE8">
            <w:pPr>
              <w:pStyle w:val="TAC"/>
              <w:rPr>
                <w:rFonts w:eastAsia="Malgun Gothic" w:cs="Arial"/>
                <w:szCs w:val="18"/>
                <w:lang w:eastAsia="ko-KR"/>
              </w:rPr>
            </w:pPr>
            <w:r>
              <w:rPr>
                <w:rFonts w:eastAsia="Malgun Gothic" w:cs="Arial"/>
                <w:szCs w:val="18"/>
                <w:lang w:eastAsia="ko-KR"/>
              </w:rPr>
              <w:t>DC_66A_n260A</w:t>
            </w:r>
          </w:p>
          <w:p w14:paraId="24899F9B" w14:textId="77777777" w:rsidR="00B93D26" w:rsidRDefault="00B93D26" w:rsidP="00AC3FE8">
            <w:pPr>
              <w:pStyle w:val="TAC"/>
              <w:rPr>
                <w:rFonts w:eastAsia="Malgun Gothic" w:cs="Arial"/>
                <w:szCs w:val="18"/>
                <w:lang w:eastAsia="ko-KR"/>
              </w:rPr>
            </w:pPr>
            <w:r>
              <w:rPr>
                <w:rFonts w:eastAsia="Malgun Gothic"/>
                <w:lang w:eastAsia="ko-KR"/>
              </w:rPr>
              <w:t>DC_66A_n5A-n260A</w:t>
            </w:r>
          </w:p>
        </w:tc>
      </w:tr>
      <w:tr w:rsidR="00B93D26" w14:paraId="76EDF012"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EC6414E" w14:textId="77777777" w:rsidR="00B93D26" w:rsidRDefault="00B93D26" w:rsidP="00AC3FE8">
            <w:pPr>
              <w:pStyle w:val="TAC"/>
              <w:rPr>
                <w:lang w:eastAsia="zh-CN"/>
              </w:rPr>
            </w:pPr>
            <w:r>
              <w:rPr>
                <w:lang w:eastAsia="zh-CN"/>
              </w:rPr>
              <w:t>DC_66A_n5A-n260(2A)</w:t>
            </w:r>
          </w:p>
          <w:p w14:paraId="56C43449" w14:textId="77777777" w:rsidR="00B93D26" w:rsidRDefault="00B93D26" w:rsidP="00AC3FE8">
            <w:pPr>
              <w:pStyle w:val="TAC"/>
              <w:rPr>
                <w:lang w:eastAsia="zh-CN"/>
              </w:rPr>
            </w:pPr>
            <w:r>
              <w:rPr>
                <w:lang w:eastAsia="zh-CN"/>
              </w:rPr>
              <w:t>DC_66A_n5A-n260(3A)</w:t>
            </w:r>
          </w:p>
          <w:p w14:paraId="4016C463" w14:textId="77777777" w:rsidR="00B93D26" w:rsidRDefault="00B93D26" w:rsidP="00AC3FE8">
            <w:pPr>
              <w:pStyle w:val="TAC"/>
              <w:rPr>
                <w:lang w:eastAsia="zh-CN"/>
              </w:rPr>
            </w:pPr>
            <w:r>
              <w:rPr>
                <w:lang w:eastAsia="zh-CN"/>
              </w:rPr>
              <w:t>DC_66A_n5A-n260(4A)</w:t>
            </w:r>
          </w:p>
          <w:p w14:paraId="4478EB12" w14:textId="77777777" w:rsidR="00B93D26" w:rsidRDefault="00B93D26" w:rsidP="00AC3FE8">
            <w:pPr>
              <w:pStyle w:val="TAC"/>
              <w:rPr>
                <w:lang w:eastAsia="zh-CN"/>
              </w:rPr>
            </w:pPr>
            <w:r>
              <w:rPr>
                <w:lang w:eastAsia="zh-CN"/>
              </w:rPr>
              <w:t>DC_66A_n5A-n260(5A)</w:t>
            </w:r>
          </w:p>
          <w:p w14:paraId="6DDEFAF6" w14:textId="77777777" w:rsidR="00B93D26" w:rsidRDefault="00B93D26" w:rsidP="00AC3FE8">
            <w:pPr>
              <w:pStyle w:val="TAC"/>
              <w:rPr>
                <w:lang w:eastAsia="zh-CN"/>
              </w:rPr>
            </w:pPr>
            <w:r>
              <w:rPr>
                <w:lang w:eastAsia="zh-CN"/>
              </w:rPr>
              <w:t>DC_66A_n5A-n260(6A)</w:t>
            </w:r>
          </w:p>
          <w:p w14:paraId="1E4E9F03" w14:textId="77777777" w:rsidR="00B93D26" w:rsidRDefault="00B93D26" w:rsidP="00AC3FE8">
            <w:pPr>
              <w:pStyle w:val="TAC"/>
              <w:rPr>
                <w:lang w:eastAsia="zh-CN"/>
              </w:rPr>
            </w:pPr>
            <w:r>
              <w:rPr>
                <w:lang w:eastAsia="zh-CN"/>
              </w:rPr>
              <w:t>DC_66A_n5A-n260(2H)</w:t>
            </w:r>
          </w:p>
          <w:p w14:paraId="49370271" w14:textId="77777777" w:rsidR="00B93D26" w:rsidRDefault="00B93D26" w:rsidP="00AC3FE8">
            <w:pPr>
              <w:pStyle w:val="TAC"/>
              <w:rPr>
                <w:lang w:eastAsia="zh-CN"/>
              </w:rPr>
            </w:pPr>
            <w:r>
              <w:rPr>
                <w:lang w:eastAsia="zh-CN"/>
              </w:rPr>
              <w:t>DC_66A_n5A-n260(2G)</w:t>
            </w:r>
          </w:p>
          <w:p w14:paraId="5E658669" w14:textId="77777777" w:rsidR="00B93D26" w:rsidRDefault="00B93D26" w:rsidP="00AC3FE8">
            <w:pPr>
              <w:pStyle w:val="TAC"/>
              <w:rPr>
                <w:lang w:eastAsia="zh-CN"/>
              </w:rPr>
            </w:pPr>
            <w:r>
              <w:rPr>
                <w:lang w:eastAsia="zh-CN"/>
              </w:rPr>
              <w:t>DC_66A_n5A-n260(A-2G)</w:t>
            </w:r>
          </w:p>
          <w:p w14:paraId="77E2506B" w14:textId="77777777" w:rsidR="00B93D26" w:rsidRDefault="00B93D26" w:rsidP="00AC3FE8">
            <w:pPr>
              <w:pStyle w:val="TAC"/>
              <w:rPr>
                <w:lang w:eastAsia="zh-CN"/>
              </w:rPr>
            </w:pPr>
            <w:r>
              <w:rPr>
                <w:lang w:eastAsia="zh-CN"/>
              </w:rPr>
              <w:t>DC_66A_n5A-n260(A-H)</w:t>
            </w:r>
          </w:p>
          <w:p w14:paraId="403416C0" w14:textId="77777777" w:rsidR="00B93D26" w:rsidRDefault="00B93D26" w:rsidP="00AC3FE8">
            <w:pPr>
              <w:pStyle w:val="TAC"/>
              <w:rPr>
                <w:lang w:eastAsia="zh-CN"/>
              </w:rPr>
            </w:pPr>
            <w:r>
              <w:rPr>
                <w:lang w:eastAsia="zh-CN"/>
              </w:rPr>
              <w:t>DC_66A_n5A-n260(A-G)</w:t>
            </w:r>
          </w:p>
          <w:p w14:paraId="2959A396" w14:textId="77777777" w:rsidR="00B93D26" w:rsidRDefault="00B93D26" w:rsidP="00AC3FE8">
            <w:pPr>
              <w:pStyle w:val="TAC"/>
              <w:rPr>
                <w:lang w:eastAsia="zh-CN"/>
              </w:rPr>
            </w:pPr>
            <w:r>
              <w:rPr>
                <w:lang w:eastAsia="zh-CN"/>
              </w:rPr>
              <w:t>DC_66A_n5A-n260(G-H)</w:t>
            </w:r>
          </w:p>
          <w:p w14:paraId="6EE5712E" w14:textId="77777777" w:rsidR="00B93D26" w:rsidRDefault="00B93D26" w:rsidP="00AC3FE8">
            <w:pPr>
              <w:pStyle w:val="TAC"/>
              <w:rPr>
                <w:lang w:eastAsia="zh-CN"/>
              </w:rPr>
            </w:pPr>
            <w:r>
              <w:rPr>
                <w:lang w:eastAsia="zh-CN"/>
              </w:rPr>
              <w:t>DC_66A_n5A-n260(2A-G)</w:t>
            </w:r>
          </w:p>
          <w:p w14:paraId="7333DAAF" w14:textId="77777777" w:rsidR="00B93D26" w:rsidRDefault="00B93D26" w:rsidP="00AC3FE8">
            <w:pPr>
              <w:pStyle w:val="TAC"/>
              <w:rPr>
                <w:lang w:eastAsia="zh-CN"/>
              </w:rPr>
            </w:pPr>
            <w:r>
              <w:rPr>
                <w:lang w:eastAsia="zh-CN"/>
              </w:rPr>
              <w:t>DC_66A_n5A-n260(2A-2G)</w:t>
            </w:r>
          </w:p>
          <w:p w14:paraId="275957D9" w14:textId="77777777" w:rsidR="00B93D26" w:rsidRDefault="00B93D26" w:rsidP="00AC3FE8">
            <w:pPr>
              <w:pStyle w:val="TAC"/>
              <w:rPr>
                <w:rFonts w:eastAsia="Malgun Gothic" w:cs="Arial"/>
                <w:szCs w:val="18"/>
                <w:lang w:eastAsia="ko-KR"/>
              </w:rPr>
            </w:pPr>
            <w:r>
              <w:rPr>
                <w:lang w:eastAsia="zh-CN"/>
              </w:rPr>
              <w:t>DC_66A_n5A-n260(3A-G)</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98BE571" w14:textId="77777777" w:rsidR="00B93D26" w:rsidRDefault="00B93D26" w:rsidP="00AC3FE8">
            <w:pPr>
              <w:pStyle w:val="TAC"/>
              <w:rPr>
                <w:rFonts w:eastAsia="Malgun Gothic" w:cs="Arial"/>
                <w:szCs w:val="18"/>
                <w:lang w:eastAsia="ko-KR"/>
              </w:rPr>
            </w:pPr>
            <w:r>
              <w:rPr>
                <w:rFonts w:eastAsia="Malgun Gothic"/>
                <w:lang w:eastAsia="ko-KR"/>
              </w:rPr>
              <w:t>DC_66A_n5A-n260A</w:t>
            </w:r>
          </w:p>
        </w:tc>
      </w:tr>
      <w:tr w:rsidR="00B93D26" w14:paraId="3C45E91A"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770E496" w14:textId="77777777" w:rsidR="00B93D26" w:rsidRDefault="00B93D26" w:rsidP="00AC3FE8">
            <w:pPr>
              <w:pStyle w:val="TAC"/>
              <w:rPr>
                <w:lang w:eastAsia="zh-CN"/>
              </w:rPr>
            </w:pPr>
            <w:r>
              <w:rPr>
                <w:lang w:eastAsia="zh-CN"/>
              </w:rPr>
              <w:t>DC_66A_n5A-n261A</w:t>
            </w:r>
          </w:p>
          <w:p w14:paraId="00FE2989" w14:textId="77777777" w:rsidR="00B93D26" w:rsidRDefault="00B93D26" w:rsidP="00AC3FE8">
            <w:pPr>
              <w:pStyle w:val="TAC"/>
              <w:rPr>
                <w:lang w:eastAsia="zh-CN"/>
              </w:rPr>
            </w:pPr>
            <w:r>
              <w:rPr>
                <w:lang w:eastAsia="zh-CN"/>
              </w:rPr>
              <w:t>DC_66A_n5A-n261G</w:t>
            </w:r>
          </w:p>
          <w:p w14:paraId="318C147C" w14:textId="77777777" w:rsidR="00B93D26" w:rsidRDefault="00B93D26" w:rsidP="00AC3FE8">
            <w:pPr>
              <w:pStyle w:val="TAC"/>
              <w:rPr>
                <w:lang w:eastAsia="zh-CN"/>
              </w:rPr>
            </w:pPr>
            <w:r>
              <w:rPr>
                <w:lang w:eastAsia="zh-CN"/>
              </w:rPr>
              <w:t>DC_66A_n5A-n261H</w:t>
            </w:r>
          </w:p>
          <w:p w14:paraId="65FA96DD" w14:textId="77777777" w:rsidR="00B93D26" w:rsidRDefault="00B93D26" w:rsidP="00AC3FE8">
            <w:pPr>
              <w:pStyle w:val="TAC"/>
              <w:rPr>
                <w:lang w:eastAsia="zh-CN"/>
              </w:rPr>
            </w:pPr>
            <w:r>
              <w:rPr>
                <w:lang w:eastAsia="zh-CN"/>
              </w:rPr>
              <w:t>DC_66A_n5A-n261I</w:t>
            </w:r>
          </w:p>
          <w:p w14:paraId="597A7C01" w14:textId="77777777" w:rsidR="00B93D26" w:rsidRDefault="00B93D26" w:rsidP="00AC3FE8">
            <w:pPr>
              <w:pStyle w:val="TAC"/>
              <w:rPr>
                <w:lang w:eastAsia="zh-CN"/>
              </w:rPr>
            </w:pPr>
            <w:r>
              <w:rPr>
                <w:lang w:eastAsia="zh-CN"/>
              </w:rPr>
              <w:t>DC_66A_n5A-n261J</w:t>
            </w:r>
          </w:p>
          <w:p w14:paraId="4AF4211B" w14:textId="77777777" w:rsidR="00B93D26" w:rsidRDefault="00B93D26" w:rsidP="00AC3FE8">
            <w:pPr>
              <w:pStyle w:val="TAC"/>
              <w:rPr>
                <w:lang w:eastAsia="zh-CN"/>
              </w:rPr>
            </w:pPr>
            <w:r>
              <w:rPr>
                <w:lang w:eastAsia="zh-CN"/>
              </w:rPr>
              <w:t>DC_66A_n5A-n261K</w:t>
            </w:r>
          </w:p>
          <w:p w14:paraId="12A6F47C" w14:textId="77777777" w:rsidR="00B93D26" w:rsidRDefault="00B93D26" w:rsidP="00AC3FE8">
            <w:pPr>
              <w:pStyle w:val="TAC"/>
              <w:rPr>
                <w:lang w:eastAsia="zh-CN"/>
              </w:rPr>
            </w:pPr>
            <w:r>
              <w:rPr>
                <w:lang w:eastAsia="zh-CN"/>
              </w:rPr>
              <w:t>DC_66A_n5A-n261L</w:t>
            </w:r>
          </w:p>
          <w:p w14:paraId="29FDED33" w14:textId="77777777" w:rsidR="00B93D26" w:rsidRDefault="00B93D26" w:rsidP="00AC3FE8">
            <w:pPr>
              <w:pStyle w:val="TAC"/>
              <w:rPr>
                <w:lang w:eastAsia="zh-CN"/>
              </w:rPr>
            </w:pPr>
            <w:r>
              <w:rPr>
                <w:lang w:eastAsia="zh-CN"/>
              </w:rPr>
              <w:t>DC_66A_n5A-n261M</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D818131" w14:textId="77777777" w:rsidR="00B93D26" w:rsidRDefault="00B93D26" w:rsidP="00AC3FE8">
            <w:pPr>
              <w:pStyle w:val="TAC"/>
              <w:rPr>
                <w:rFonts w:eastAsia="Malgun Gothic"/>
                <w:lang w:eastAsia="ko-KR"/>
              </w:rPr>
            </w:pPr>
            <w:r>
              <w:rPr>
                <w:lang w:eastAsia="zh-CN"/>
              </w:rPr>
              <w:t>DC_66A_n5A-n261A</w:t>
            </w:r>
          </w:p>
        </w:tc>
      </w:tr>
      <w:tr w:rsidR="00B93D26" w14:paraId="31A65769"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10C5C0A" w14:textId="77777777" w:rsidR="00B93D26" w:rsidRDefault="00B93D26" w:rsidP="00AC3FE8">
            <w:pPr>
              <w:pStyle w:val="TAC"/>
              <w:rPr>
                <w:lang w:eastAsia="zh-CN"/>
              </w:rPr>
            </w:pPr>
            <w:r>
              <w:rPr>
                <w:lang w:eastAsia="zh-CN"/>
              </w:rPr>
              <w:lastRenderedPageBreak/>
              <w:t>DC_66A_n5A-n261(2A)</w:t>
            </w:r>
          </w:p>
          <w:p w14:paraId="3233E46B" w14:textId="77777777" w:rsidR="00B93D26" w:rsidRDefault="00B93D26" w:rsidP="00AC3FE8">
            <w:pPr>
              <w:pStyle w:val="TAC"/>
              <w:rPr>
                <w:lang w:eastAsia="zh-CN"/>
              </w:rPr>
            </w:pPr>
            <w:r>
              <w:rPr>
                <w:lang w:eastAsia="zh-CN"/>
              </w:rPr>
              <w:t>DC_66A_n5A-n261(3A)</w:t>
            </w:r>
          </w:p>
          <w:p w14:paraId="0BCEAF39" w14:textId="77777777" w:rsidR="00B93D26" w:rsidRDefault="00B93D26" w:rsidP="00AC3FE8">
            <w:pPr>
              <w:pStyle w:val="TAC"/>
              <w:rPr>
                <w:lang w:eastAsia="zh-CN"/>
              </w:rPr>
            </w:pPr>
            <w:r>
              <w:rPr>
                <w:lang w:eastAsia="zh-CN"/>
              </w:rPr>
              <w:t>DC_66A_n5A-n261(2G)</w:t>
            </w:r>
          </w:p>
          <w:p w14:paraId="1324C2BA" w14:textId="77777777" w:rsidR="00B93D26" w:rsidRDefault="00B93D26" w:rsidP="00AC3FE8">
            <w:pPr>
              <w:pStyle w:val="TAC"/>
              <w:rPr>
                <w:lang w:eastAsia="zh-CN"/>
              </w:rPr>
            </w:pPr>
            <w:r>
              <w:rPr>
                <w:lang w:eastAsia="zh-CN"/>
              </w:rPr>
              <w:t>DC_66A_n5A-n261(2H)</w:t>
            </w:r>
          </w:p>
          <w:p w14:paraId="044F02B6" w14:textId="77777777" w:rsidR="00B93D26" w:rsidRDefault="00B93D26" w:rsidP="00AC3FE8">
            <w:pPr>
              <w:pStyle w:val="TAC"/>
              <w:rPr>
                <w:lang w:eastAsia="zh-CN"/>
              </w:rPr>
            </w:pPr>
            <w:r>
              <w:rPr>
                <w:lang w:eastAsia="zh-CN"/>
              </w:rPr>
              <w:t>DC_66A_n5A-n261(A-G)</w:t>
            </w:r>
          </w:p>
          <w:p w14:paraId="6627A8E0" w14:textId="77777777" w:rsidR="00B93D26" w:rsidRDefault="00B93D26" w:rsidP="00AC3FE8">
            <w:pPr>
              <w:pStyle w:val="TAC"/>
              <w:rPr>
                <w:lang w:eastAsia="zh-CN"/>
              </w:rPr>
            </w:pPr>
            <w:r>
              <w:rPr>
                <w:lang w:eastAsia="zh-CN"/>
              </w:rPr>
              <w:t>DC_66A_n5A-n261(A-H)</w:t>
            </w:r>
          </w:p>
          <w:p w14:paraId="1A869263" w14:textId="77777777" w:rsidR="00B93D26" w:rsidRDefault="00B93D26" w:rsidP="00AC3FE8">
            <w:pPr>
              <w:pStyle w:val="TAC"/>
              <w:rPr>
                <w:lang w:eastAsia="zh-CN"/>
              </w:rPr>
            </w:pPr>
            <w:r>
              <w:rPr>
                <w:lang w:eastAsia="zh-CN"/>
              </w:rPr>
              <w:t>DC_66A_n5A-n261(A-I)</w:t>
            </w:r>
          </w:p>
          <w:p w14:paraId="37AAA0DB" w14:textId="77777777" w:rsidR="00B93D26" w:rsidRDefault="00B93D26" w:rsidP="00AC3FE8">
            <w:pPr>
              <w:pStyle w:val="TAC"/>
              <w:rPr>
                <w:lang w:eastAsia="zh-CN"/>
              </w:rPr>
            </w:pPr>
            <w:r>
              <w:rPr>
                <w:lang w:eastAsia="zh-CN"/>
              </w:rPr>
              <w:t>DC_66A_n5A-n261(A-J)</w:t>
            </w:r>
          </w:p>
          <w:p w14:paraId="27E9B093" w14:textId="77777777" w:rsidR="00B93D26" w:rsidRDefault="00B93D26" w:rsidP="00AC3FE8">
            <w:pPr>
              <w:pStyle w:val="TAC"/>
              <w:rPr>
                <w:lang w:eastAsia="zh-CN"/>
              </w:rPr>
            </w:pPr>
            <w:r>
              <w:rPr>
                <w:lang w:eastAsia="zh-CN"/>
              </w:rPr>
              <w:t>DC_66A_n5A-n261(A-K)</w:t>
            </w:r>
          </w:p>
          <w:p w14:paraId="4B27C806" w14:textId="77777777" w:rsidR="00B93D26" w:rsidRDefault="00B93D26" w:rsidP="00AC3FE8">
            <w:pPr>
              <w:pStyle w:val="TAC"/>
              <w:rPr>
                <w:lang w:eastAsia="zh-CN"/>
              </w:rPr>
            </w:pPr>
            <w:r>
              <w:rPr>
                <w:lang w:eastAsia="zh-CN"/>
              </w:rPr>
              <w:t>DC_66A_n5A-n261(G-H)</w:t>
            </w:r>
          </w:p>
          <w:p w14:paraId="5031791A" w14:textId="77777777" w:rsidR="00B93D26" w:rsidRDefault="00B93D26" w:rsidP="00AC3FE8">
            <w:pPr>
              <w:pStyle w:val="TAC"/>
              <w:rPr>
                <w:lang w:eastAsia="zh-CN"/>
              </w:rPr>
            </w:pPr>
            <w:r>
              <w:rPr>
                <w:lang w:eastAsia="zh-CN"/>
              </w:rPr>
              <w:t>DC_66A_n5A-n261(G-I)</w:t>
            </w:r>
          </w:p>
          <w:p w14:paraId="14FFBC01" w14:textId="77777777" w:rsidR="00B93D26" w:rsidRDefault="00B93D26" w:rsidP="00AC3FE8">
            <w:pPr>
              <w:pStyle w:val="TAC"/>
              <w:rPr>
                <w:lang w:eastAsia="zh-CN"/>
              </w:rPr>
            </w:pPr>
            <w:r>
              <w:rPr>
                <w:lang w:eastAsia="zh-CN"/>
              </w:rPr>
              <w:t>DC_66A_n5A-n261(G-J)</w:t>
            </w:r>
          </w:p>
          <w:p w14:paraId="31DC38DF" w14:textId="77777777" w:rsidR="00B93D26" w:rsidRDefault="00B93D26" w:rsidP="00AC3FE8">
            <w:pPr>
              <w:pStyle w:val="TAC"/>
              <w:rPr>
                <w:lang w:eastAsia="zh-CN"/>
              </w:rPr>
            </w:pPr>
            <w:r>
              <w:rPr>
                <w:lang w:eastAsia="zh-CN"/>
              </w:rPr>
              <w:t>DC_66A_n5A-n261(H-I)</w:t>
            </w:r>
          </w:p>
          <w:p w14:paraId="687E99ED" w14:textId="77777777" w:rsidR="00B93D26" w:rsidRDefault="00B93D26" w:rsidP="00AC3FE8">
            <w:pPr>
              <w:pStyle w:val="TAC"/>
              <w:rPr>
                <w:lang w:eastAsia="zh-CN"/>
              </w:rPr>
            </w:pPr>
            <w:r>
              <w:rPr>
                <w:lang w:eastAsia="zh-CN"/>
              </w:rPr>
              <w:t>DC_66A_n5A-n261(A-2G)</w:t>
            </w:r>
          </w:p>
          <w:p w14:paraId="5BE40DE9" w14:textId="77777777" w:rsidR="00B93D26" w:rsidRDefault="00B93D26" w:rsidP="00AC3FE8">
            <w:pPr>
              <w:pStyle w:val="TAC"/>
              <w:rPr>
                <w:lang w:eastAsia="zh-CN"/>
              </w:rPr>
            </w:pPr>
            <w:r>
              <w:rPr>
                <w:lang w:eastAsia="zh-CN"/>
              </w:rPr>
              <w:t>DC_66A_n5A-n261(A-G-H)</w:t>
            </w:r>
          </w:p>
          <w:p w14:paraId="56F6844D" w14:textId="77777777" w:rsidR="00B93D26" w:rsidRDefault="00B93D26" w:rsidP="00AC3FE8">
            <w:pPr>
              <w:pStyle w:val="TAC"/>
              <w:rPr>
                <w:lang w:eastAsia="zh-CN"/>
              </w:rPr>
            </w:pPr>
            <w:r>
              <w:rPr>
                <w:lang w:eastAsia="zh-CN"/>
              </w:rPr>
              <w:t>DC_66A_n5A-n261(A-G-I)</w:t>
            </w:r>
          </w:p>
          <w:p w14:paraId="4A3E63F3" w14:textId="77777777" w:rsidR="00B93D26" w:rsidRDefault="00B93D26" w:rsidP="00AC3FE8">
            <w:pPr>
              <w:pStyle w:val="TAC"/>
              <w:rPr>
                <w:lang w:eastAsia="zh-CN"/>
              </w:rPr>
            </w:pPr>
            <w:r>
              <w:rPr>
                <w:lang w:eastAsia="zh-CN"/>
              </w:rPr>
              <w:t>DC_66A_n5A-n261(2A-G)</w:t>
            </w:r>
          </w:p>
          <w:p w14:paraId="568D4348" w14:textId="77777777" w:rsidR="00B93D26" w:rsidRDefault="00B93D26" w:rsidP="00AC3FE8">
            <w:pPr>
              <w:pStyle w:val="TAC"/>
              <w:rPr>
                <w:lang w:eastAsia="zh-CN"/>
              </w:rPr>
            </w:pPr>
            <w:r>
              <w:rPr>
                <w:lang w:eastAsia="zh-CN"/>
              </w:rPr>
              <w:t>DC_66A_n5A-n261(2A-H)</w:t>
            </w:r>
          </w:p>
          <w:p w14:paraId="045B117A" w14:textId="77777777" w:rsidR="00B93D26" w:rsidRDefault="00B93D26" w:rsidP="00AC3FE8">
            <w:pPr>
              <w:pStyle w:val="TAC"/>
              <w:rPr>
                <w:lang w:eastAsia="zh-CN"/>
              </w:rPr>
            </w:pPr>
            <w:r>
              <w:rPr>
                <w:lang w:eastAsia="zh-CN"/>
              </w:rPr>
              <w:t>DC_66A_n5A-n261(2A-I)</w:t>
            </w:r>
          </w:p>
          <w:p w14:paraId="34BA3383" w14:textId="77777777" w:rsidR="00B93D26" w:rsidRDefault="00B93D26" w:rsidP="00AC3FE8">
            <w:pPr>
              <w:pStyle w:val="TAC"/>
              <w:rPr>
                <w:rFonts w:eastAsia="Malgun Gothic" w:cs="Arial"/>
                <w:szCs w:val="18"/>
                <w:lang w:eastAsia="ko-KR"/>
              </w:rPr>
            </w:pPr>
            <w:r>
              <w:rPr>
                <w:lang w:eastAsia="zh-CN"/>
              </w:rPr>
              <w:t>DC_66A_n5A-n261(3A-G)</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656F949" w14:textId="77777777" w:rsidR="00B93D26" w:rsidRDefault="00B93D26" w:rsidP="00AC3FE8">
            <w:pPr>
              <w:pStyle w:val="TAC"/>
              <w:rPr>
                <w:rFonts w:eastAsia="Malgun Gothic" w:cs="Arial"/>
                <w:szCs w:val="18"/>
                <w:lang w:eastAsia="ko-KR"/>
              </w:rPr>
            </w:pPr>
            <w:r>
              <w:rPr>
                <w:rFonts w:eastAsia="Malgun Gothic"/>
                <w:lang w:eastAsia="ko-KR"/>
              </w:rPr>
              <w:t>DC_66A_n5A-n261A</w:t>
            </w:r>
          </w:p>
        </w:tc>
      </w:tr>
      <w:tr w:rsidR="00B93D26" w14:paraId="20F9B3CF"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FCF15B8" w14:textId="77777777" w:rsidR="00B93D26" w:rsidRDefault="00B93D26" w:rsidP="00AC3FE8">
            <w:pPr>
              <w:pStyle w:val="TAC"/>
              <w:rPr>
                <w:rFonts w:eastAsia="Malgun Gothic" w:cs="Arial"/>
                <w:szCs w:val="18"/>
                <w:lang w:eastAsia="ko-KR"/>
              </w:rPr>
            </w:pPr>
            <w:r>
              <w:rPr>
                <w:rFonts w:cs="Arial"/>
                <w:lang w:eastAsia="zh-CN"/>
              </w:rPr>
              <w:t>DC_66A_n12A-n258A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6810CA2" w14:textId="7795BE30" w:rsidR="00B93D26" w:rsidRDefault="00B93D26" w:rsidP="00AC3FE8">
            <w:pPr>
              <w:pStyle w:val="TAC"/>
              <w:rPr>
                <w:rFonts w:cs="Arial"/>
                <w:lang w:eastAsia="zh-CN"/>
              </w:rPr>
            </w:pPr>
            <w:r>
              <w:rPr>
                <w:rFonts w:cs="Arial"/>
                <w:lang w:eastAsia="zh-CN"/>
              </w:rPr>
              <w:t>DC_66A_n12A</w:t>
            </w:r>
          </w:p>
          <w:p w14:paraId="2FCE860F" w14:textId="46AE3B03" w:rsidR="00B93D26" w:rsidRDefault="00B93D26" w:rsidP="00AC3FE8">
            <w:pPr>
              <w:pStyle w:val="TAC"/>
              <w:rPr>
                <w:rFonts w:eastAsia="Malgun Gothic" w:cs="Arial"/>
                <w:szCs w:val="18"/>
                <w:lang w:eastAsia="ko-KR"/>
              </w:rPr>
            </w:pPr>
            <w:r>
              <w:rPr>
                <w:rFonts w:cs="Arial"/>
                <w:lang w:eastAsia="zh-CN"/>
              </w:rPr>
              <w:t>DC_66A_n258A</w:t>
            </w:r>
          </w:p>
        </w:tc>
      </w:tr>
      <w:tr w:rsidR="00B93D26" w14:paraId="4E540C2C"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673D52E" w14:textId="77777777" w:rsidR="00B93D26" w:rsidRDefault="00B93D26" w:rsidP="00AC3FE8">
            <w:pPr>
              <w:pStyle w:val="TAC"/>
              <w:rPr>
                <w:rFonts w:eastAsia="Malgun Gothic" w:cs="Arial"/>
                <w:szCs w:val="18"/>
                <w:lang w:eastAsia="ko-KR"/>
              </w:rPr>
            </w:pPr>
            <w:r>
              <w:rPr>
                <w:rFonts w:cs="Arial"/>
                <w:lang w:eastAsia="zh-CN"/>
              </w:rPr>
              <w:t>DC_66A_n12A-n260A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4C61C67" w14:textId="251ABA6F" w:rsidR="00B93D26" w:rsidRDefault="00B93D26" w:rsidP="00AC3FE8">
            <w:pPr>
              <w:pStyle w:val="TAC"/>
              <w:rPr>
                <w:rFonts w:cs="Arial"/>
                <w:lang w:eastAsia="zh-CN"/>
              </w:rPr>
            </w:pPr>
            <w:r>
              <w:rPr>
                <w:rFonts w:cs="Arial"/>
                <w:lang w:eastAsia="zh-CN"/>
              </w:rPr>
              <w:t>DC_66A_n12A</w:t>
            </w:r>
          </w:p>
          <w:p w14:paraId="7F3C7B53" w14:textId="0D6EEDB9" w:rsidR="00B93D26" w:rsidRDefault="00B93D26" w:rsidP="00AC3FE8">
            <w:pPr>
              <w:pStyle w:val="TAC"/>
              <w:rPr>
                <w:rFonts w:eastAsia="Malgun Gothic" w:cs="Arial"/>
                <w:szCs w:val="18"/>
                <w:lang w:eastAsia="ko-KR"/>
              </w:rPr>
            </w:pPr>
            <w:r>
              <w:rPr>
                <w:rFonts w:cs="Arial"/>
                <w:lang w:eastAsia="zh-CN"/>
              </w:rPr>
              <w:t>DC_66A_n260A</w:t>
            </w:r>
          </w:p>
        </w:tc>
      </w:tr>
      <w:tr w:rsidR="00B93D26" w14:paraId="6EF476BA"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963D8EB" w14:textId="77777777" w:rsidR="00B93D26" w:rsidRDefault="00B93D26" w:rsidP="00AC3FE8">
            <w:pPr>
              <w:pStyle w:val="TAC"/>
              <w:rPr>
                <w:rFonts w:eastAsia="Malgun Gothic" w:cs="Arial"/>
                <w:szCs w:val="18"/>
                <w:lang w:eastAsia="ko-KR"/>
              </w:rPr>
            </w:pPr>
            <w:r>
              <w:rPr>
                <w:rFonts w:cs="Arial"/>
                <w:lang w:eastAsia="zh-CN"/>
              </w:rPr>
              <w:t>DC_66A_n12A-n261A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685562F" w14:textId="73A28AED" w:rsidR="00B93D26" w:rsidRDefault="00B93D26" w:rsidP="00AC3FE8">
            <w:pPr>
              <w:pStyle w:val="TAC"/>
              <w:rPr>
                <w:rFonts w:cs="Arial"/>
                <w:lang w:eastAsia="zh-CN"/>
              </w:rPr>
            </w:pPr>
            <w:r>
              <w:rPr>
                <w:rFonts w:cs="Arial"/>
                <w:lang w:eastAsia="zh-CN"/>
              </w:rPr>
              <w:t>DC_66A_n12A</w:t>
            </w:r>
          </w:p>
          <w:p w14:paraId="5448265C" w14:textId="3DB89332" w:rsidR="00B93D26" w:rsidRDefault="00B93D26" w:rsidP="00AC3FE8">
            <w:pPr>
              <w:pStyle w:val="TAC"/>
              <w:rPr>
                <w:rFonts w:eastAsia="Malgun Gothic" w:cs="Arial"/>
                <w:szCs w:val="18"/>
                <w:lang w:eastAsia="ko-KR"/>
              </w:rPr>
            </w:pPr>
            <w:r>
              <w:rPr>
                <w:rFonts w:cs="Arial"/>
                <w:lang w:eastAsia="zh-CN"/>
              </w:rPr>
              <w:t>DC_66A_n261A</w:t>
            </w:r>
          </w:p>
        </w:tc>
      </w:tr>
      <w:tr w:rsidR="00B93D26" w14:paraId="79132A6E"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37BBF92" w14:textId="77777777" w:rsidR="00B93D26" w:rsidRDefault="00B93D26" w:rsidP="00AC3FE8">
            <w:pPr>
              <w:pStyle w:val="TAC"/>
              <w:rPr>
                <w:rFonts w:cs="Arial"/>
                <w:lang w:eastAsia="zh-CN"/>
              </w:rPr>
            </w:pPr>
            <w:r>
              <w:rPr>
                <w:rFonts w:cs="Arial"/>
                <w:lang w:eastAsia="zh-CN"/>
              </w:rPr>
              <w:t>DC_66A_n41A-n260A</w:t>
            </w:r>
          </w:p>
          <w:p w14:paraId="2D712393" w14:textId="77777777" w:rsidR="00B93D26" w:rsidRDefault="00B93D26" w:rsidP="00AC3FE8">
            <w:pPr>
              <w:pStyle w:val="TAC"/>
              <w:rPr>
                <w:rFonts w:cs="Arial"/>
                <w:lang w:eastAsia="zh-CN"/>
              </w:rPr>
            </w:pPr>
            <w:r>
              <w:rPr>
                <w:rFonts w:cs="Arial"/>
                <w:lang w:eastAsia="zh-CN"/>
              </w:rPr>
              <w:t>DC_66A_n41A-n260(2A)</w:t>
            </w:r>
          </w:p>
          <w:p w14:paraId="686E8894" w14:textId="77777777" w:rsidR="00B93D26" w:rsidRDefault="00B93D26" w:rsidP="00AC3FE8">
            <w:pPr>
              <w:pStyle w:val="TAC"/>
              <w:rPr>
                <w:rFonts w:cs="Arial"/>
                <w:lang w:eastAsia="zh-CN"/>
              </w:rPr>
            </w:pPr>
            <w:r>
              <w:rPr>
                <w:rFonts w:cs="Arial"/>
                <w:lang w:eastAsia="zh-CN"/>
              </w:rPr>
              <w:t>DC_66A_n41A-n260(3A)</w:t>
            </w:r>
          </w:p>
          <w:p w14:paraId="737A8F39" w14:textId="77777777" w:rsidR="00B93D26" w:rsidRDefault="00B93D26" w:rsidP="00AC3FE8">
            <w:pPr>
              <w:pStyle w:val="TAC"/>
              <w:rPr>
                <w:rFonts w:eastAsia="Malgun Gothic" w:cs="Arial"/>
                <w:szCs w:val="18"/>
                <w:lang w:eastAsia="ko-KR"/>
              </w:rPr>
            </w:pPr>
            <w:r>
              <w:rPr>
                <w:rFonts w:cs="Arial"/>
                <w:lang w:eastAsia="zh-CN"/>
              </w:rPr>
              <w:t>DC_66A_n41A-</w:t>
            </w:r>
            <w:r>
              <w:rPr>
                <w:rFonts w:cs="Arial"/>
                <w:szCs w:val="18"/>
                <w:lang w:eastAsia="ja-JP"/>
              </w:rPr>
              <w:t>n260(4A)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FD56868" w14:textId="77777777" w:rsidR="00B93D26" w:rsidRDefault="00B93D26" w:rsidP="00AC3FE8">
            <w:pPr>
              <w:pStyle w:val="TAC"/>
              <w:rPr>
                <w:rFonts w:eastAsia="Malgun Gothic" w:cs="Arial"/>
                <w:szCs w:val="18"/>
                <w:lang w:eastAsia="ko-KR"/>
              </w:rPr>
            </w:pPr>
            <w:r>
              <w:rPr>
                <w:rFonts w:cs="Arial"/>
                <w:lang w:eastAsia="zh-CN"/>
              </w:rPr>
              <w:t>DC_66A_n41A</w:t>
            </w:r>
          </w:p>
        </w:tc>
      </w:tr>
      <w:tr w:rsidR="00B93D26" w14:paraId="2DC15337"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F4FB731" w14:textId="77777777" w:rsidR="00B93D26" w:rsidRDefault="00B93D26" w:rsidP="00AC3FE8">
            <w:pPr>
              <w:pStyle w:val="TAC"/>
              <w:rPr>
                <w:rFonts w:eastAsia="Malgun Gothic" w:cs="Arial"/>
                <w:szCs w:val="18"/>
                <w:lang w:eastAsia="ko-KR"/>
              </w:rPr>
            </w:pPr>
            <w:r>
              <w:rPr>
                <w:rFonts w:eastAsia="Malgun Gothic" w:cs="Arial"/>
                <w:szCs w:val="18"/>
                <w:lang w:eastAsia="ko-KR"/>
              </w:rPr>
              <w:t>DC_66A_n41A-n261A</w:t>
            </w:r>
          </w:p>
          <w:p w14:paraId="6033CF1B" w14:textId="77777777" w:rsidR="00B93D26" w:rsidRDefault="00B93D26" w:rsidP="00AC3FE8">
            <w:pPr>
              <w:pStyle w:val="TAC"/>
              <w:rPr>
                <w:rFonts w:eastAsia="Malgun Gothic" w:cs="Arial"/>
                <w:szCs w:val="18"/>
                <w:lang w:eastAsia="ko-KR"/>
              </w:rPr>
            </w:pPr>
            <w:r>
              <w:rPr>
                <w:rFonts w:eastAsia="Malgun Gothic" w:cs="Arial"/>
                <w:szCs w:val="18"/>
                <w:lang w:eastAsia="ko-KR"/>
              </w:rPr>
              <w:t>DC_66A_n41A-n261(2A)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E9D25D6" w14:textId="77777777" w:rsidR="00B93D26" w:rsidRDefault="00B93D26" w:rsidP="00AC3FE8">
            <w:pPr>
              <w:pStyle w:val="TAC"/>
              <w:rPr>
                <w:rFonts w:eastAsia="Malgun Gothic" w:cs="Arial"/>
                <w:szCs w:val="18"/>
                <w:lang w:eastAsia="ko-KR"/>
              </w:rPr>
            </w:pPr>
            <w:r>
              <w:rPr>
                <w:rFonts w:eastAsia="Malgun Gothic" w:cs="Arial"/>
                <w:szCs w:val="18"/>
                <w:lang w:eastAsia="ko-KR"/>
              </w:rPr>
              <w:t>DC_66A_n41A</w:t>
            </w:r>
          </w:p>
        </w:tc>
      </w:tr>
      <w:tr w:rsidR="00B93D26" w14:paraId="21B36BCB"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CA241F7" w14:textId="77777777" w:rsidR="00B93D26" w:rsidRDefault="00B93D26" w:rsidP="00AC3FE8">
            <w:pPr>
              <w:pStyle w:val="TAC"/>
              <w:rPr>
                <w:rFonts w:eastAsia="Malgun Gothic" w:cs="Arial"/>
                <w:szCs w:val="18"/>
                <w:lang w:eastAsia="ko-KR"/>
              </w:rPr>
            </w:pPr>
            <w:r>
              <w:rPr>
                <w:rFonts w:eastAsia="Malgun Gothic" w:cs="Arial"/>
                <w:szCs w:val="18"/>
                <w:lang w:eastAsia="ko-KR"/>
              </w:rPr>
              <w:t>DC_66A_n71A-n260A</w:t>
            </w:r>
          </w:p>
          <w:p w14:paraId="27C98A88" w14:textId="77777777" w:rsidR="00B93D26" w:rsidRDefault="00B93D26" w:rsidP="00AC3FE8">
            <w:pPr>
              <w:pStyle w:val="TAC"/>
              <w:rPr>
                <w:rFonts w:eastAsia="Malgun Gothic" w:cs="Arial"/>
                <w:szCs w:val="18"/>
                <w:lang w:eastAsia="ko-KR"/>
              </w:rPr>
            </w:pPr>
            <w:r>
              <w:rPr>
                <w:rFonts w:eastAsia="Malgun Gothic" w:cs="Arial"/>
                <w:szCs w:val="18"/>
                <w:lang w:eastAsia="ko-KR"/>
              </w:rPr>
              <w:t>DC_66A_n71A-n260(2A)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9D44929" w14:textId="77777777" w:rsidR="00B93D26" w:rsidRDefault="00B93D26" w:rsidP="00AC3FE8">
            <w:pPr>
              <w:pStyle w:val="TAC"/>
              <w:rPr>
                <w:rFonts w:eastAsia="Malgun Gothic" w:cs="Arial"/>
                <w:szCs w:val="18"/>
                <w:lang w:eastAsia="ko-KR"/>
              </w:rPr>
            </w:pPr>
            <w:r>
              <w:rPr>
                <w:rFonts w:eastAsia="Malgun Gothic" w:cs="Arial"/>
                <w:szCs w:val="18"/>
                <w:lang w:eastAsia="ko-KR"/>
              </w:rPr>
              <w:t>DC_66A_n71A</w:t>
            </w:r>
          </w:p>
          <w:p w14:paraId="6007AE37" w14:textId="77777777" w:rsidR="00B93D26" w:rsidRDefault="00B93D26" w:rsidP="00AC3FE8">
            <w:pPr>
              <w:pStyle w:val="TAC"/>
              <w:rPr>
                <w:rFonts w:eastAsia="Malgun Gothic" w:cs="Arial"/>
                <w:szCs w:val="18"/>
                <w:lang w:eastAsia="ko-KR"/>
              </w:rPr>
            </w:pPr>
            <w:r>
              <w:rPr>
                <w:rFonts w:eastAsia="Malgun Gothic" w:cs="Arial"/>
                <w:szCs w:val="18"/>
                <w:lang w:eastAsia="ko-KR"/>
              </w:rPr>
              <w:t>DC_66A_n260A</w:t>
            </w:r>
          </w:p>
        </w:tc>
      </w:tr>
      <w:tr w:rsidR="00B93D26" w14:paraId="024C2CE4"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B3B0F3A" w14:textId="77777777" w:rsidR="00B93D26" w:rsidRDefault="00B93D26" w:rsidP="00AC3FE8">
            <w:pPr>
              <w:pStyle w:val="TAC"/>
              <w:rPr>
                <w:rFonts w:eastAsia="Malgun Gothic" w:cs="Arial"/>
                <w:szCs w:val="18"/>
                <w:lang w:eastAsia="ko-KR"/>
              </w:rPr>
            </w:pPr>
            <w:r>
              <w:rPr>
                <w:rFonts w:eastAsia="Malgun Gothic" w:cs="Arial"/>
                <w:szCs w:val="18"/>
                <w:lang w:eastAsia="ko-KR"/>
              </w:rPr>
              <w:t>DC_66A_n71A-n261A</w:t>
            </w:r>
          </w:p>
          <w:p w14:paraId="23C42506" w14:textId="77777777" w:rsidR="00B93D26" w:rsidRDefault="00B93D26" w:rsidP="00AC3FE8">
            <w:pPr>
              <w:pStyle w:val="TAC"/>
              <w:rPr>
                <w:rFonts w:eastAsia="Malgun Gothic" w:cs="Arial"/>
                <w:szCs w:val="18"/>
                <w:lang w:eastAsia="ko-KR"/>
              </w:rPr>
            </w:pPr>
            <w:r>
              <w:rPr>
                <w:rFonts w:eastAsia="Malgun Gothic" w:cs="Arial"/>
                <w:szCs w:val="18"/>
                <w:lang w:eastAsia="ko-KR"/>
              </w:rPr>
              <w:t>DC_66A_n71A-n261(2A)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6CD21E2" w14:textId="77777777" w:rsidR="00B93D26" w:rsidRDefault="00B93D26" w:rsidP="00AC3FE8">
            <w:pPr>
              <w:pStyle w:val="TAC"/>
              <w:rPr>
                <w:rFonts w:eastAsia="Malgun Gothic" w:cs="Arial"/>
                <w:szCs w:val="18"/>
                <w:lang w:eastAsia="ko-KR"/>
              </w:rPr>
            </w:pPr>
            <w:r>
              <w:rPr>
                <w:rFonts w:eastAsia="Malgun Gothic" w:cs="Arial"/>
                <w:szCs w:val="18"/>
                <w:lang w:eastAsia="ko-KR"/>
              </w:rPr>
              <w:t>DC_66A_n71A</w:t>
            </w:r>
          </w:p>
          <w:p w14:paraId="7699B89C" w14:textId="77777777" w:rsidR="00B93D26" w:rsidRDefault="00B93D26" w:rsidP="00AC3FE8">
            <w:pPr>
              <w:pStyle w:val="TAC"/>
              <w:rPr>
                <w:rFonts w:eastAsia="Malgun Gothic" w:cs="Arial"/>
                <w:szCs w:val="18"/>
                <w:lang w:eastAsia="ko-KR"/>
              </w:rPr>
            </w:pPr>
            <w:r>
              <w:rPr>
                <w:rFonts w:eastAsia="Malgun Gothic" w:cs="Arial"/>
                <w:szCs w:val="18"/>
                <w:lang w:eastAsia="ko-KR"/>
              </w:rPr>
              <w:t>DC_66A_n261A</w:t>
            </w:r>
          </w:p>
        </w:tc>
      </w:tr>
      <w:tr w:rsidR="00B93D26" w14:paraId="2D4DB86D" w14:textId="77777777" w:rsidTr="00AC3FE8">
        <w:trPr>
          <w:trHeight w:val="187"/>
          <w:jc w:val="center"/>
        </w:trPr>
        <w:tc>
          <w:tcPr>
            <w:tcW w:w="7938" w:type="dxa"/>
            <w:gridSpan w:val="2"/>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vAlign w:val="center"/>
            <w:hideMark/>
          </w:tcPr>
          <w:p w14:paraId="3F62CFD0" w14:textId="77777777" w:rsidR="00B93D26" w:rsidRDefault="00B93D26" w:rsidP="00AC3FE8">
            <w:pPr>
              <w:pStyle w:val="TAN"/>
              <w:rPr>
                <w:lang w:eastAsia="zh-CN"/>
              </w:rPr>
            </w:pPr>
            <w:r>
              <w:t>NOTE 1:</w:t>
            </w:r>
            <w:r>
              <w:tab/>
              <w:t>Uplink EN-DC configurations are the configurations supported by the present release of specifications.</w:t>
            </w:r>
          </w:p>
          <w:p w14:paraId="4CCB461E" w14:textId="77777777" w:rsidR="00B93D26" w:rsidRDefault="00B93D26" w:rsidP="00AC3FE8">
            <w:pPr>
              <w:pStyle w:val="TAN"/>
              <w:rPr>
                <w:lang w:eastAsia="zh-CN"/>
              </w:rPr>
            </w:pPr>
            <w:r>
              <w:t xml:space="preserve">NOTE </w:t>
            </w:r>
            <w:r>
              <w:rPr>
                <w:lang w:eastAsia="zh-CN"/>
              </w:rPr>
              <w:t>2</w:t>
            </w:r>
            <w:r>
              <w:t>:</w:t>
            </w:r>
            <w:r>
              <w:tab/>
              <w:t>Applicable for UE supporting inter-band EN-DC with mandatory simultaneous Rx/Tx capability</w:t>
            </w:r>
            <w:r>
              <w:rPr>
                <w:rStyle w:val="TALChar"/>
                <w:lang w:eastAsia="zh-TW"/>
              </w:rPr>
              <w:t>.</w:t>
            </w:r>
          </w:p>
        </w:tc>
      </w:tr>
    </w:tbl>
    <w:p w14:paraId="48A8F286" w14:textId="59CB136E" w:rsidR="00B93D26" w:rsidRDefault="00B93D26" w:rsidP="001310A1"/>
    <w:p w14:paraId="5EB55291" w14:textId="77777777" w:rsidR="00B93D26" w:rsidRPr="00E062F1" w:rsidRDefault="00B93D26" w:rsidP="001310A1"/>
    <w:p w14:paraId="77770BBE" w14:textId="3EF14893" w:rsidR="006C5891" w:rsidRPr="00E062F1" w:rsidRDefault="006C5891" w:rsidP="006C5891">
      <w:pPr>
        <w:pStyle w:val="Heading4"/>
      </w:pPr>
      <w:bookmarkStart w:id="1505" w:name="_Toc21351538"/>
      <w:bookmarkStart w:id="1506" w:name="_Toc29807120"/>
      <w:bookmarkStart w:id="1507" w:name="_Toc36648834"/>
      <w:bookmarkStart w:id="1508" w:name="_Toc36651559"/>
      <w:bookmarkStart w:id="1509" w:name="_Toc37256493"/>
      <w:bookmarkStart w:id="1510" w:name="_Toc37256834"/>
      <w:bookmarkStart w:id="1511" w:name="_Toc45890531"/>
      <w:bookmarkStart w:id="1512" w:name="_Toc45891755"/>
      <w:bookmarkStart w:id="1513" w:name="_Toc45892165"/>
      <w:bookmarkStart w:id="1514" w:name="_Toc45892575"/>
      <w:bookmarkStart w:id="1515" w:name="_Toc52352988"/>
      <w:bookmarkStart w:id="1516" w:name="_Toc53174811"/>
      <w:bookmarkStart w:id="1517" w:name="_Toc61375960"/>
      <w:bookmarkStart w:id="1518" w:name="_Toc61376372"/>
      <w:bookmarkStart w:id="1519" w:name="_Toc67938645"/>
      <w:bookmarkStart w:id="1520" w:name="_Toc76454247"/>
      <w:bookmarkStart w:id="1521" w:name="_Toc76719667"/>
      <w:bookmarkStart w:id="1522" w:name="_Toc76720187"/>
      <w:bookmarkStart w:id="1523" w:name="_Toc83742884"/>
      <w:bookmarkStart w:id="1524" w:name="_Toc83887259"/>
      <w:bookmarkStart w:id="1525" w:name="_Toc83888060"/>
      <w:bookmarkStart w:id="1526" w:name="_Toc90588714"/>
      <w:r w:rsidRPr="00E062F1">
        <w:lastRenderedPageBreak/>
        <w:t>5.5B.6.3</w:t>
      </w:r>
      <w:r w:rsidRPr="00E062F1">
        <w:tab/>
        <w:t xml:space="preserve">Inter-band EN-DC configurations </w:t>
      </w:r>
      <w:r w:rsidR="00C313E7" w:rsidRPr="00E062F1">
        <w:t xml:space="preserve">including FR1 and FR2 </w:t>
      </w:r>
      <w:r w:rsidRPr="00E062F1">
        <w:t>(four bands)</w:t>
      </w:r>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p>
    <w:p w14:paraId="2D0A6C2A" w14:textId="326E94CF" w:rsidR="006C5891" w:rsidRPr="00E062F1" w:rsidRDefault="006C5891" w:rsidP="006C5891">
      <w:pPr>
        <w:pStyle w:val="TH"/>
      </w:pPr>
      <w:r w:rsidRPr="00E062F1">
        <w:t xml:space="preserve">Table 5.5B.6.3-1: Inter-band EN-DC configurations </w:t>
      </w:r>
      <w:r w:rsidR="00C313E7" w:rsidRPr="00E062F1">
        <w:t xml:space="preserve">including FR1 and FR2 </w:t>
      </w:r>
      <w:r w:rsidRPr="00E062F1">
        <w:t>(four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9"/>
        <w:gridCol w:w="3969"/>
      </w:tblGrid>
      <w:tr w:rsidR="00821EDB" w:rsidRPr="00E062F1" w14:paraId="6ED98363" w14:textId="77777777" w:rsidTr="006B3BD2">
        <w:trPr>
          <w:trHeight w:val="187"/>
          <w:tblHeader/>
          <w:jc w:val="center"/>
        </w:trPr>
        <w:tc>
          <w:tcPr>
            <w:tcW w:w="3969" w:type="dxa"/>
            <w:shd w:val="clear" w:color="auto" w:fill="auto"/>
            <w:tcMar>
              <w:top w:w="28" w:type="dxa"/>
              <w:left w:w="28" w:type="dxa"/>
              <w:bottom w:w="28" w:type="dxa"/>
              <w:right w:w="28" w:type="dxa"/>
            </w:tcMar>
            <w:hideMark/>
          </w:tcPr>
          <w:p w14:paraId="049F221C" w14:textId="77777777" w:rsidR="00821EDB" w:rsidRPr="00E062F1" w:rsidRDefault="00821EDB" w:rsidP="006B3BD2">
            <w:pPr>
              <w:pStyle w:val="TAH"/>
              <w:rPr>
                <w:lang w:eastAsia="fi-FI"/>
              </w:rPr>
            </w:pPr>
            <w:r w:rsidRPr="00E062F1">
              <w:rPr>
                <w:lang w:eastAsia="fi-FI"/>
              </w:rPr>
              <w:lastRenderedPageBreak/>
              <w:t>EN-DC</w:t>
            </w:r>
            <w:r w:rsidRPr="00E062F1">
              <w:rPr>
                <w:lang w:eastAsia="zh-CN"/>
              </w:rPr>
              <w:t xml:space="preserve"> </w:t>
            </w:r>
            <w:r w:rsidRPr="00E062F1">
              <w:rPr>
                <w:lang w:eastAsia="fi-FI"/>
              </w:rPr>
              <w:t>configuration</w:t>
            </w:r>
          </w:p>
        </w:tc>
        <w:tc>
          <w:tcPr>
            <w:tcW w:w="3969" w:type="dxa"/>
            <w:tcMar>
              <w:top w:w="28" w:type="dxa"/>
              <w:left w:w="28" w:type="dxa"/>
              <w:bottom w:w="28" w:type="dxa"/>
              <w:right w:w="28" w:type="dxa"/>
            </w:tcMar>
          </w:tcPr>
          <w:p w14:paraId="67EC49D6" w14:textId="77777777" w:rsidR="00821EDB" w:rsidRPr="00E062F1" w:rsidDel="00C35823" w:rsidRDefault="00821EDB" w:rsidP="006B3BD2">
            <w:pPr>
              <w:pStyle w:val="TAH"/>
              <w:rPr>
                <w:lang w:eastAsia="fi-FI"/>
              </w:rPr>
            </w:pPr>
            <w:r w:rsidRPr="00E062F1">
              <w:rPr>
                <w:lang w:eastAsia="fi-FI"/>
              </w:rPr>
              <w:t>Uplink EN-DC</w:t>
            </w:r>
            <w:r w:rsidRPr="00E062F1">
              <w:rPr>
                <w:lang w:eastAsia="zh-CN"/>
              </w:rPr>
              <w:t xml:space="preserve"> </w:t>
            </w:r>
            <w:r w:rsidRPr="00E062F1">
              <w:rPr>
                <w:lang w:eastAsia="fi-FI"/>
              </w:rPr>
              <w:t>configuration</w:t>
            </w:r>
            <w:r w:rsidRPr="00E062F1">
              <w:rPr>
                <w:lang w:eastAsia="zh-CN"/>
              </w:rPr>
              <w:t xml:space="preserve"> </w:t>
            </w:r>
            <w:r w:rsidRPr="00E062F1">
              <w:rPr>
                <w:lang w:eastAsia="fi-FI"/>
              </w:rPr>
              <w:t>(NOTE 1)</w:t>
            </w:r>
          </w:p>
        </w:tc>
      </w:tr>
      <w:tr w:rsidR="009334E7" w:rsidRPr="00E062F1" w14:paraId="0A6806C9" w14:textId="77777777" w:rsidTr="006B3BD2">
        <w:trPr>
          <w:trHeight w:val="187"/>
          <w:jc w:val="center"/>
        </w:trPr>
        <w:tc>
          <w:tcPr>
            <w:tcW w:w="3969" w:type="dxa"/>
            <w:shd w:val="clear" w:color="auto" w:fill="auto"/>
            <w:noWrap/>
            <w:tcMar>
              <w:top w:w="28" w:type="dxa"/>
              <w:left w:w="28" w:type="dxa"/>
              <w:bottom w:w="28" w:type="dxa"/>
              <w:right w:w="28" w:type="dxa"/>
            </w:tcMar>
          </w:tcPr>
          <w:p w14:paraId="702E27AA" w14:textId="1967E240" w:rsidR="009334E7" w:rsidRPr="00E062F1" w:rsidRDefault="009334E7" w:rsidP="006B3BD2">
            <w:pPr>
              <w:pStyle w:val="TAC"/>
              <w:rPr>
                <w:lang w:eastAsia="zh-CN"/>
              </w:rPr>
            </w:pPr>
            <w:r w:rsidRPr="00E062F1">
              <w:rPr>
                <w:lang w:eastAsia="zh-CN"/>
              </w:rPr>
              <w:t>DC_1A-3A_n28A-n257A</w:t>
            </w:r>
            <w:r w:rsidR="00941393">
              <w:rPr>
                <w:rFonts w:hint="eastAsia"/>
                <w:vertAlign w:val="superscript"/>
                <w:lang w:eastAsia="zh-TW"/>
              </w:rPr>
              <w:t>2</w:t>
            </w:r>
          </w:p>
          <w:p w14:paraId="35B496A6" w14:textId="26099EB6" w:rsidR="009334E7" w:rsidRPr="00E062F1" w:rsidRDefault="009334E7" w:rsidP="006B3BD2">
            <w:pPr>
              <w:pStyle w:val="TAC"/>
              <w:rPr>
                <w:lang w:eastAsia="zh-CN"/>
              </w:rPr>
            </w:pPr>
            <w:r w:rsidRPr="00E062F1">
              <w:rPr>
                <w:lang w:eastAsia="zh-CN"/>
              </w:rPr>
              <w:t>DC_1A-3A_n28A-n257G</w:t>
            </w:r>
            <w:r w:rsidR="00941393">
              <w:rPr>
                <w:rFonts w:hint="eastAsia"/>
                <w:vertAlign w:val="superscript"/>
                <w:lang w:eastAsia="zh-TW"/>
              </w:rPr>
              <w:t>2</w:t>
            </w:r>
          </w:p>
          <w:p w14:paraId="6C043BBD" w14:textId="4B41AF16" w:rsidR="009334E7" w:rsidRPr="00E062F1" w:rsidRDefault="009334E7" w:rsidP="006B3BD2">
            <w:pPr>
              <w:pStyle w:val="TAC"/>
              <w:rPr>
                <w:lang w:eastAsia="zh-CN"/>
              </w:rPr>
            </w:pPr>
            <w:r w:rsidRPr="00E062F1">
              <w:rPr>
                <w:lang w:eastAsia="zh-CN"/>
              </w:rPr>
              <w:t>DC_1A-3A_n28A-n257H</w:t>
            </w:r>
            <w:r w:rsidR="00941393">
              <w:rPr>
                <w:rFonts w:hint="eastAsia"/>
                <w:vertAlign w:val="superscript"/>
                <w:lang w:eastAsia="zh-TW"/>
              </w:rPr>
              <w:t>2</w:t>
            </w:r>
          </w:p>
          <w:p w14:paraId="0497228D" w14:textId="4EC28B5D" w:rsidR="009334E7" w:rsidRPr="00E062F1" w:rsidRDefault="009334E7" w:rsidP="006B3BD2">
            <w:pPr>
              <w:pStyle w:val="TAC"/>
              <w:rPr>
                <w:lang w:eastAsia="zh-CN"/>
              </w:rPr>
            </w:pPr>
            <w:r w:rsidRPr="00E062F1">
              <w:rPr>
                <w:lang w:eastAsia="zh-CN"/>
              </w:rPr>
              <w:t>DC_1A-3A_n28A-n257I</w:t>
            </w:r>
            <w:r w:rsidR="00941393">
              <w:rPr>
                <w:rFonts w:hint="eastAsia"/>
                <w:vertAlign w:val="superscript"/>
                <w:lang w:eastAsia="zh-TW"/>
              </w:rPr>
              <w:t>2</w:t>
            </w:r>
          </w:p>
        </w:tc>
        <w:tc>
          <w:tcPr>
            <w:tcW w:w="3969" w:type="dxa"/>
            <w:tcMar>
              <w:top w:w="28" w:type="dxa"/>
              <w:left w:w="28" w:type="dxa"/>
              <w:bottom w:w="28" w:type="dxa"/>
              <w:right w:w="28" w:type="dxa"/>
            </w:tcMar>
          </w:tcPr>
          <w:p w14:paraId="0C66CDD4" w14:textId="77777777" w:rsidR="009334E7" w:rsidRPr="00E062F1" w:rsidRDefault="009334E7" w:rsidP="006B3BD2">
            <w:pPr>
              <w:pStyle w:val="TAC"/>
              <w:rPr>
                <w:lang w:eastAsia="zh-CN"/>
              </w:rPr>
            </w:pPr>
            <w:r w:rsidRPr="00E062F1">
              <w:rPr>
                <w:lang w:eastAsia="zh-CN"/>
              </w:rPr>
              <w:t>DC_1A_n28A</w:t>
            </w:r>
          </w:p>
          <w:p w14:paraId="5EF305DF" w14:textId="77777777" w:rsidR="009334E7" w:rsidRPr="00E062F1" w:rsidRDefault="009334E7" w:rsidP="006B3BD2">
            <w:pPr>
              <w:pStyle w:val="TAC"/>
              <w:rPr>
                <w:lang w:eastAsia="zh-CN"/>
              </w:rPr>
            </w:pPr>
            <w:r w:rsidRPr="00E062F1">
              <w:rPr>
                <w:lang w:eastAsia="zh-CN"/>
              </w:rPr>
              <w:t>DC_1A_n257A</w:t>
            </w:r>
          </w:p>
          <w:p w14:paraId="2C351D45" w14:textId="77777777" w:rsidR="009334E7" w:rsidRPr="00E062F1" w:rsidRDefault="009334E7" w:rsidP="006B3BD2">
            <w:pPr>
              <w:pStyle w:val="TAC"/>
              <w:rPr>
                <w:lang w:eastAsia="zh-CN"/>
              </w:rPr>
            </w:pPr>
            <w:r w:rsidRPr="00E062F1">
              <w:rPr>
                <w:lang w:eastAsia="zh-CN"/>
              </w:rPr>
              <w:t>DC_1A_n257G</w:t>
            </w:r>
          </w:p>
          <w:p w14:paraId="0CB0B111" w14:textId="77777777" w:rsidR="009334E7" w:rsidRPr="00E062F1" w:rsidRDefault="009334E7" w:rsidP="006B3BD2">
            <w:pPr>
              <w:pStyle w:val="TAC"/>
              <w:rPr>
                <w:lang w:eastAsia="zh-CN"/>
              </w:rPr>
            </w:pPr>
            <w:r w:rsidRPr="00E062F1">
              <w:rPr>
                <w:lang w:eastAsia="zh-CN"/>
              </w:rPr>
              <w:t>DC_1A_n257H</w:t>
            </w:r>
          </w:p>
          <w:p w14:paraId="71859A36" w14:textId="77777777" w:rsidR="009334E7" w:rsidRPr="00E062F1" w:rsidRDefault="009334E7" w:rsidP="006B3BD2">
            <w:pPr>
              <w:pStyle w:val="TAC"/>
              <w:rPr>
                <w:lang w:eastAsia="zh-CN"/>
              </w:rPr>
            </w:pPr>
            <w:r w:rsidRPr="00E062F1">
              <w:rPr>
                <w:lang w:eastAsia="zh-CN"/>
              </w:rPr>
              <w:t>DC_1A_n257I</w:t>
            </w:r>
          </w:p>
          <w:p w14:paraId="2D79FCEF" w14:textId="77777777" w:rsidR="009334E7" w:rsidRPr="00E062F1" w:rsidRDefault="009334E7" w:rsidP="006B3BD2">
            <w:pPr>
              <w:pStyle w:val="TAC"/>
              <w:rPr>
                <w:lang w:eastAsia="zh-CN"/>
              </w:rPr>
            </w:pPr>
            <w:r w:rsidRPr="00E062F1">
              <w:rPr>
                <w:lang w:eastAsia="zh-CN"/>
              </w:rPr>
              <w:t>DC_3A_n28A</w:t>
            </w:r>
          </w:p>
          <w:p w14:paraId="3BE92548" w14:textId="77777777" w:rsidR="009334E7" w:rsidRPr="00E062F1" w:rsidRDefault="009334E7" w:rsidP="006B3BD2">
            <w:pPr>
              <w:pStyle w:val="TAC"/>
              <w:rPr>
                <w:lang w:eastAsia="zh-CN"/>
              </w:rPr>
            </w:pPr>
            <w:r w:rsidRPr="00E062F1">
              <w:rPr>
                <w:lang w:eastAsia="zh-CN"/>
              </w:rPr>
              <w:t>DC_3A_n257A</w:t>
            </w:r>
          </w:p>
          <w:p w14:paraId="7A48076E" w14:textId="77777777" w:rsidR="009334E7" w:rsidRPr="00E062F1" w:rsidRDefault="009334E7" w:rsidP="006B3BD2">
            <w:pPr>
              <w:pStyle w:val="TAC"/>
              <w:rPr>
                <w:lang w:eastAsia="zh-CN"/>
              </w:rPr>
            </w:pPr>
            <w:r w:rsidRPr="00E062F1">
              <w:rPr>
                <w:lang w:eastAsia="zh-CN"/>
              </w:rPr>
              <w:t>DC_3A_n257G</w:t>
            </w:r>
          </w:p>
          <w:p w14:paraId="385203B8" w14:textId="77777777" w:rsidR="009334E7" w:rsidRPr="00E062F1" w:rsidRDefault="009334E7" w:rsidP="006B3BD2">
            <w:pPr>
              <w:pStyle w:val="TAC"/>
              <w:rPr>
                <w:lang w:eastAsia="zh-CN"/>
              </w:rPr>
            </w:pPr>
            <w:r w:rsidRPr="00E062F1">
              <w:rPr>
                <w:lang w:eastAsia="zh-CN"/>
              </w:rPr>
              <w:t>DC_3A_n257H</w:t>
            </w:r>
          </w:p>
          <w:p w14:paraId="35153A3D" w14:textId="3D656DF4" w:rsidR="009334E7" w:rsidRPr="00E062F1" w:rsidRDefault="009334E7" w:rsidP="006B3BD2">
            <w:pPr>
              <w:pStyle w:val="TAC"/>
              <w:rPr>
                <w:noProof/>
              </w:rPr>
            </w:pPr>
            <w:r w:rsidRPr="00E062F1">
              <w:rPr>
                <w:lang w:eastAsia="zh-CN"/>
              </w:rPr>
              <w:t>DC_3A_n257I</w:t>
            </w:r>
          </w:p>
        </w:tc>
      </w:tr>
      <w:tr w:rsidR="00821EDB" w:rsidRPr="00E062F1" w14:paraId="17EA54F0" w14:textId="77777777" w:rsidTr="006B3BD2">
        <w:trPr>
          <w:trHeight w:val="187"/>
          <w:jc w:val="center"/>
        </w:trPr>
        <w:tc>
          <w:tcPr>
            <w:tcW w:w="3969" w:type="dxa"/>
            <w:shd w:val="clear" w:color="auto" w:fill="auto"/>
            <w:noWrap/>
            <w:tcMar>
              <w:top w:w="28" w:type="dxa"/>
              <w:left w:w="28" w:type="dxa"/>
              <w:bottom w:w="28" w:type="dxa"/>
              <w:right w:w="28" w:type="dxa"/>
            </w:tcMar>
          </w:tcPr>
          <w:p w14:paraId="29925557" w14:textId="2A221697" w:rsidR="00821EDB" w:rsidRPr="00E062F1" w:rsidRDefault="00821EDB" w:rsidP="006B3BD2">
            <w:pPr>
              <w:pStyle w:val="TAC"/>
              <w:rPr>
                <w:noProof/>
              </w:rPr>
            </w:pPr>
            <w:r w:rsidRPr="00E062F1">
              <w:rPr>
                <w:lang w:eastAsia="zh-CN"/>
              </w:rPr>
              <w:t>DC_1A-3A_n77A</w:t>
            </w:r>
            <w:r w:rsidRPr="00E062F1">
              <w:rPr>
                <w:lang w:eastAsia="ja-JP"/>
              </w:rPr>
              <w:t>-</w:t>
            </w:r>
            <w:r w:rsidRPr="00E062F1">
              <w:rPr>
                <w:lang w:eastAsia="zh-CN"/>
              </w:rPr>
              <w:t>n257</w:t>
            </w:r>
            <w:r w:rsidRPr="00E062F1">
              <w:rPr>
                <w:rFonts w:eastAsia="Malgun Gothic"/>
                <w:lang w:eastAsia="ko-KR"/>
              </w:rPr>
              <w:t>A</w:t>
            </w:r>
            <w:r w:rsidR="00941393">
              <w:rPr>
                <w:rFonts w:hint="eastAsia"/>
                <w:vertAlign w:val="superscript"/>
                <w:lang w:eastAsia="zh-TW"/>
              </w:rPr>
              <w:t>2</w:t>
            </w:r>
          </w:p>
        </w:tc>
        <w:tc>
          <w:tcPr>
            <w:tcW w:w="3969" w:type="dxa"/>
            <w:tcMar>
              <w:top w:w="28" w:type="dxa"/>
              <w:left w:w="28" w:type="dxa"/>
              <w:bottom w:w="28" w:type="dxa"/>
              <w:right w:w="28" w:type="dxa"/>
            </w:tcMar>
          </w:tcPr>
          <w:p w14:paraId="6DE0C57E" w14:textId="77777777" w:rsidR="00821EDB" w:rsidRPr="00E062F1" w:rsidRDefault="00821EDB" w:rsidP="006B3BD2">
            <w:pPr>
              <w:pStyle w:val="TAC"/>
              <w:rPr>
                <w:noProof/>
              </w:rPr>
            </w:pPr>
            <w:r w:rsidRPr="00E062F1">
              <w:rPr>
                <w:noProof/>
              </w:rPr>
              <w:t>DC_1A_n77A</w:t>
            </w:r>
          </w:p>
          <w:p w14:paraId="63055946" w14:textId="77777777" w:rsidR="00821EDB" w:rsidRPr="00E062F1" w:rsidRDefault="00821EDB" w:rsidP="006B3BD2">
            <w:pPr>
              <w:pStyle w:val="TAC"/>
              <w:rPr>
                <w:noProof/>
              </w:rPr>
            </w:pPr>
            <w:r w:rsidRPr="00E062F1">
              <w:rPr>
                <w:noProof/>
              </w:rPr>
              <w:t>DC_3A_n77A</w:t>
            </w:r>
          </w:p>
          <w:p w14:paraId="5F3EBED9" w14:textId="77777777" w:rsidR="00821EDB" w:rsidRPr="00E062F1" w:rsidRDefault="00821EDB" w:rsidP="006B3BD2">
            <w:pPr>
              <w:pStyle w:val="TAC"/>
              <w:rPr>
                <w:noProof/>
              </w:rPr>
            </w:pPr>
            <w:r w:rsidRPr="00E062F1">
              <w:rPr>
                <w:noProof/>
              </w:rPr>
              <w:t>DC_1A_n257A</w:t>
            </w:r>
          </w:p>
          <w:p w14:paraId="052C84AB" w14:textId="77777777" w:rsidR="00821EDB" w:rsidRPr="00E062F1" w:rsidRDefault="00821EDB" w:rsidP="006B3BD2">
            <w:pPr>
              <w:pStyle w:val="TAC"/>
              <w:rPr>
                <w:noProof/>
              </w:rPr>
            </w:pPr>
            <w:r w:rsidRPr="00E062F1">
              <w:rPr>
                <w:noProof/>
              </w:rPr>
              <w:t>DC_3A_n257A</w:t>
            </w:r>
          </w:p>
        </w:tc>
      </w:tr>
      <w:tr w:rsidR="00821EDB" w:rsidRPr="00E062F1" w14:paraId="0093ABAA" w14:textId="77777777" w:rsidTr="006B3BD2">
        <w:trPr>
          <w:trHeight w:val="187"/>
          <w:jc w:val="center"/>
        </w:trPr>
        <w:tc>
          <w:tcPr>
            <w:tcW w:w="3969" w:type="dxa"/>
            <w:shd w:val="clear" w:color="auto" w:fill="auto"/>
            <w:noWrap/>
            <w:tcMar>
              <w:top w:w="28" w:type="dxa"/>
              <w:left w:w="28" w:type="dxa"/>
              <w:bottom w:w="28" w:type="dxa"/>
              <w:right w:w="28" w:type="dxa"/>
            </w:tcMar>
          </w:tcPr>
          <w:p w14:paraId="13C9333D" w14:textId="575A5A20" w:rsidR="00821EDB" w:rsidRPr="00E062F1" w:rsidRDefault="00821EDB" w:rsidP="006B3BD2">
            <w:pPr>
              <w:pStyle w:val="TAC"/>
              <w:rPr>
                <w:noProof/>
              </w:rPr>
            </w:pPr>
            <w:r w:rsidRPr="00E062F1">
              <w:rPr>
                <w:lang w:eastAsia="zh-CN"/>
              </w:rPr>
              <w:t>DC_1A-3A_n77A</w:t>
            </w:r>
            <w:r w:rsidRPr="00E062F1">
              <w:rPr>
                <w:lang w:eastAsia="ja-JP"/>
              </w:rPr>
              <w:t>-</w:t>
            </w:r>
            <w:r w:rsidRPr="00E062F1">
              <w:rPr>
                <w:lang w:eastAsia="zh-CN"/>
              </w:rPr>
              <w:t>n257</w:t>
            </w:r>
            <w:r w:rsidRPr="00E062F1">
              <w:rPr>
                <w:rFonts w:eastAsia="Malgun Gothic"/>
                <w:lang w:eastAsia="ko-KR"/>
              </w:rPr>
              <w:t>D</w:t>
            </w:r>
            <w:r w:rsidR="00941393">
              <w:rPr>
                <w:rFonts w:hint="eastAsia"/>
                <w:vertAlign w:val="superscript"/>
                <w:lang w:eastAsia="zh-TW"/>
              </w:rPr>
              <w:t>2</w:t>
            </w:r>
          </w:p>
        </w:tc>
        <w:tc>
          <w:tcPr>
            <w:tcW w:w="3969" w:type="dxa"/>
            <w:tcMar>
              <w:top w:w="28" w:type="dxa"/>
              <w:left w:w="28" w:type="dxa"/>
              <w:bottom w:w="28" w:type="dxa"/>
              <w:right w:w="28" w:type="dxa"/>
            </w:tcMar>
          </w:tcPr>
          <w:p w14:paraId="28BF598B" w14:textId="77777777" w:rsidR="00821EDB" w:rsidRPr="00E062F1" w:rsidRDefault="00821EDB" w:rsidP="006B3BD2">
            <w:pPr>
              <w:pStyle w:val="TAC"/>
              <w:rPr>
                <w:noProof/>
              </w:rPr>
            </w:pPr>
            <w:r w:rsidRPr="00E062F1">
              <w:rPr>
                <w:noProof/>
              </w:rPr>
              <w:t>DC_1A_n77A</w:t>
            </w:r>
          </w:p>
          <w:p w14:paraId="4FDAEDAE" w14:textId="77777777" w:rsidR="00821EDB" w:rsidRPr="00E062F1" w:rsidRDefault="00821EDB" w:rsidP="006B3BD2">
            <w:pPr>
              <w:pStyle w:val="TAC"/>
              <w:rPr>
                <w:noProof/>
              </w:rPr>
            </w:pPr>
            <w:r w:rsidRPr="00E062F1">
              <w:rPr>
                <w:noProof/>
              </w:rPr>
              <w:t>DC_3A_n77A</w:t>
            </w:r>
          </w:p>
          <w:p w14:paraId="1CDD114B" w14:textId="77777777" w:rsidR="00821EDB" w:rsidRPr="00E062F1" w:rsidRDefault="00821EDB" w:rsidP="006B3BD2">
            <w:pPr>
              <w:pStyle w:val="TAC"/>
              <w:rPr>
                <w:noProof/>
              </w:rPr>
            </w:pPr>
            <w:r w:rsidRPr="00E062F1">
              <w:rPr>
                <w:noProof/>
              </w:rPr>
              <w:t>DC_1A_n257A</w:t>
            </w:r>
          </w:p>
          <w:p w14:paraId="67ED1EFE" w14:textId="77777777" w:rsidR="00821EDB" w:rsidRPr="00E062F1" w:rsidRDefault="00821EDB" w:rsidP="006B3BD2">
            <w:pPr>
              <w:pStyle w:val="TAC"/>
              <w:rPr>
                <w:noProof/>
              </w:rPr>
            </w:pPr>
            <w:r w:rsidRPr="00E062F1">
              <w:rPr>
                <w:noProof/>
              </w:rPr>
              <w:t>DC_1A_n257D</w:t>
            </w:r>
          </w:p>
          <w:p w14:paraId="0ECAF1AF" w14:textId="77777777" w:rsidR="00821EDB" w:rsidRPr="00E062F1" w:rsidRDefault="00821EDB" w:rsidP="006B3BD2">
            <w:pPr>
              <w:pStyle w:val="TAC"/>
              <w:rPr>
                <w:noProof/>
              </w:rPr>
            </w:pPr>
            <w:r w:rsidRPr="00E062F1">
              <w:rPr>
                <w:noProof/>
              </w:rPr>
              <w:t>DC_3A_n257A</w:t>
            </w:r>
          </w:p>
          <w:p w14:paraId="1AA68046" w14:textId="77777777" w:rsidR="00821EDB" w:rsidRPr="00E062F1" w:rsidRDefault="00821EDB" w:rsidP="006B3BD2">
            <w:pPr>
              <w:pStyle w:val="TAC"/>
              <w:rPr>
                <w:noProof/>
              </w:rPr>
            </w:pPr>
            <w:r w:rsidRPr="00E062F1">
              <w:rPr>
                <w:noProof/>
              </w:rPr>
              <w:t>DC_3A_n257D</w:t>
            </w:r>
          </w:p>
        </w:tc>
      </w:tr>
      <w:tr w:rsidR="00821EDB" w:rsidRPr="00E062F1" w14:paraId="1C8FED2C" w14:textId="77777777" w:rsidTr="006B3BD2">
        <w:trPr>
          <w:trHeight w:val="187"/>
          <w:jc w:val="center"/>
        </w:trPr>
        <w:tc>
          <w:tcPr>
            <w:tcW w:w="3969" w:type="dxa"/>
            <w:shd w:val="clear" w:color="auto" w:fill="auto"/>
            <w:noWrap/>
            <w:tcMar>
              <w:top w:w="28" w:type="dxa"/>
              <w:left w:w="28" w:type="dxa"/>
              <w:bottom w:w="28" w:type="dxa"/>
              <w:right w:w="28" w:type="dxa"/>
            </w:tcMar>
          </w:tcPr>
          <w:p w14:paraId="3C2D4F02" w14:textId="359A5437" w:rsidR="00821EDB" w:rsidRPr="00E062F1" w:rsidRDefault="00821EDB" w:rsidP="006B3BD2">
            <w:pPr>
              <w:pStyle w:val="TAC"/>
              <w:rPr>
                <w:noProof/>
              </w:rPr>
            </w:pPr>
            <w:r w:rsidRPr="00E062F1">
              <w:rPr>
                <w:lang w:eastAsia="zh-CN"/>
              </w:rPr>
              <w:t>DC_1A-3A_n77A</w:t>
            </w:r>
            <w:r w:rsidRPr="00E062F1">
              <w:rPr>
                <w:lang w:eastAsia="ja-JP"/>
              </w:rPr>
              <w:t>-</w:t>
            </w:r>
            <w:r w:rsidRPr="00E062F1">
              <w:rPr>
                <w:lang w:eastAsia="zh-CN"/>
              </w:rPr>
              <w:t>n257</w:t>
            </w:r>
            <w:r w:rsidRPr="00E062F1">
              <w:rPr>
                <w:rFonts w:eastAsia="Malgun Gothic"/>
                <w:lang w:eastAsia="ko-KR"/>
              </w:rPr>
              <w:t>G</w:t>
            </w:r>
            <w:r w:rsidR="00941393">
              <w:rPr>
                <w:rFonts w:hint="eastAsia"/>
                <w:vertAlign w:val="superscript"/>
                <w:lang w:eastAsia="zh-TW"/>
              </w:rPr>
              <w:t>2</w:t>
            </w:r>
          </w:p>
        </w:tc>
        <w:tc>
          <w:tcPr>
            <w:tcW w:w="3969" w:type="dxa"/>
            <w:tcMar>
              <w:top w:w="28" w:type="dxa"/>
              <w:left w:w="28" w:type="dxa"/>
              <w:bottom w:w="28" w:type="dxa"/>
              <w:right w:w="28" w:type="dxa"/>
            </w:tcMar>
          </w:tcPr>
          <w:p w14:paraId="15684F54" w14:textId="77777777" w:rsidR="00862446" w:rsidRPr="00E062F1" w:rsidRDefault="00862446" w:rsidP="006B3BD2">
            <w:pPr>
              <w:pStyle w:val="TAC"/>
              <w:rPr>
                <w:noProof/>
              </w:rPr>
            </w:pPr>
            <w:r w:rsidRPr="00E062F1">
              <w:rPr>
                <w:noProof/>
              </w:rPr>
              <w:t>DC_1A_n77A</w:t>
            </w:r>
          </w:p>
          <w:p w14:paraId="5DB80887" w14:textId="77777777" w:rsidR="00862446" w:rsidRPr="00E062F1" w:rsidRDefault="00862446" w:rsidP="006B3BD2">
            <w:pPr>
              <w:pStyle w:val="TAC"/>
              <w:rPr>
                <w:noProof/>
              </w:rPr>
            </w:pPr>
            <w:r w:rsidRPr="00E062F1">
              <w:rPr>
                <w:noProof/>
              </w:rPr>
              <w:t>DC_3A_n77A</w:t>
            </w:r>
          </w:p>
          <w:p w14:paraId="782C1A07" w14:textId="77777777" w:rsidR="00862446" w:rsidRPr="00E062F1" w:rsidRDefault="00862446" w:rsidP="006B3BD2">
            <w:pPr>
              <w:pStyle w:val="TAC"/>
              <w:rPr>
                <w:noProof/>
              </w:rPr>
            </w:pPr>
            <w:r w:rsidRPr="00E062F1">
              <w:rPr>
                <w:noProof/>
              </w:rPr>
              <w:t>DC_1A_n257A</w:t>
            </w:r>
          </w:p>
          <w:p w14:paraId="4EEF6977" w14:textId="77777777" w:rsidR="00862446" w:rsidRPr="00E062F1" w:rsidRDefault="00862446" w:rsidP="006B3BD2">
            <w:pPr>
              <w:pStyle w:val="TAC"/>
              <w:rPr>
                <w:noProof/>
              </w:rPr>
            </w:pPr>
            <w:r w:rsidRPr="00E062F1">
              <w:rPr>
                <w:noProof/>
              </w:rPr>
              <w:t>DC_1A_n257G</w:t>
            </w:r>
          </w:p>
          <w:p w14:paraId="51ADDBDC" w14:textId="77777777" w:rsidR="00862446" w:rsidRPr="00E062F1" w:rsidRDefault="00862446" w:rsidP="006B3BD2">
            <w:pPr>
              <w:pStyle w:val="TAC"/>
              <w:rPr>
                <w:noProof/>
              </w:rPr>
            </w:pPr>
            <w:r w:rsidRPr="00E062F1">
              <w:rPr>
                <w:noProof/>
              </w:rPr>
              <w:t>DC_3A_n257A</w:t>
            </w:r>
          </w:p>
          <w:p w14:paraId="15D87AC4" w14:textId="77777777" w:rsidR="00862446" w:rsidRPr="00E062F1" w:rsidRDefault="00862446" w:rsidP="006B3BD2">
            <w:pPr>
              <w:pStyle w:val="TAC"/>
              <w:rPr>
                <w:noProof/>
              </w:rPr>
            </w:pPr>
            <w:r w:rsidRPr="00E062F1">
              <w:rPr>
                <w:noProof/>
              </w:rPr>
              <w:t>DC_3A_n257G</w:t>
            </w:r>
          </w:p>
          <w:p w14:paraId="2CEA5DA3" w14:textId="77777777" w:rsidR="00862446" w:rsidRPr="00E062F1" w:rsidRDefault="00862446" w:rsidP="006B3BD2">
            <w:pPr>
              <w:pStyle w:val="TAC"/>
              <w:rPr>
                <w:rFonts w:eastAsia="Yu Mincho"/>
                <w:noProof/>
                <w:lang w:eastAsia="ja-JP"/>
              </w:rPr>
            </w:pPr>
            <w:r w:rsidRPr="00E062F1">
              <w:rPr>
                <w:rFonts w:eastAsia="Yu Mincho"/>
                <w:noProof/>
                <w:lang w:eastAsia="ja-JP"/>
              </w:rPr>
              <w:t>DC_1A_n77A-n257A</w:t>
            </w:r>
          </w:p>
          <w:p w14:paraId="3617050A" w14:textId="77777777" w:rsidR="00862446" w:rsidRPr="00E062F1" w:rsidRDefault="00862446" w:rsidP="006B3BD2">
            <w:pPr>
              <w:pStyle w:val="TAC"/>
              <w:rPr>
                <w:rFonts w:eastAsia="Yu Mincho"/>
                <w:noProof/>
                <w:lang w:eastAsia="ja-JP"/>
              </w:rPr>
            </w:pPr>
            <w:r w:rsidRPr="00E062F1">
              <w:rPr>
                <w:rFonts w:eastAsia="Yu Mincho"/>
                <w:noProof/>
                <w:lang w:eastAsia="ja-JP"/>
              </w:rPr>
              <w:t>DC_1A_n77A-n257G</w:t>
            </w:r>
          </w:p>
          <w:p w14:paraId="2C292DC5" w14:textId="77777777" w:rsidR="00862446" w:rsidRPr="00E062F1" w:rsidRDefault="00862446" w:rsidP="006B3BD2">
            <w:pPr>
              <w:pStyle w:val="TAC"/>
              <w:rPr>
                <w:rFonts w:eastAsia="Yu Mincho"/>
                <w:noProof/>
                <w:lang w:eastAsia="ja-JP"/>
              </w:rPr>
            </w:pPr>
            <w:r w:rsidRPr="00E062F1">
              <w:rPr>
                <w:rFonts w:eastAsia="Yu Mincho"/>
                <w:noProof/>
                <w:lang w:eastAsia="ja-JP"/>
              </w:rPr>
              <w:t>DC_3A_n77A-n257A</w:t>
            </w:r>
          </w:p>
          <w:p w14:paraId="057CB748" w14:textId="42CDAFF0" w:rsidR="00821EDB" w:rsidRPr="00E062F1" w:rsidRDefault="00862446" w:rsidP="006B3BD2">
            <w:pPr>
              <w:pStyle w:val="TAC"/>
              <w:rPr>
                <w:noProof/>
              </w:rPr>
            </w:pPr>
            <w:r w:rsidRPr="00E062F1">
              <w:rPr>
                <w:rFonts w:eastAsia="Yu Mincho"/>
                <w:noProof/>
                <w:lang w:eastAsia="ja-JP"/>
              </w:rPr>
              <w:t>DC_3A_n77A-n257G</w:t>
            </w:r>
          </w:p>
        </w:tc>
      </w:tr>
      <w:tr w:rsidR="00821EDB" w:rsidRPr="00E062F1" w14:paraId="549F3686" w14:textId="77777777" w:rsidTr="006B3BD2">
        <w:trPr>
          <w:trHeight w:val="187"/>
          <w:jc w:val="center"/>
        </w:trPr>
        <w:tc>
          <w:tcPr>
            <w:tcW w:w="3969" w:type="dxa"/>
            <w:shd w:val="clear" w:color="auto" w:fill="auto"/>
            <w:noWrap/>
            <w:tcMar>
              <w:top w:w="28" w:type="dxa"/>
              <w:left w:w="28" w:type="dxa"/>
              <w:bottom w:w="28" w:type="dxa"/>
              <w:right w:w="28" w:type="dxa"/>
            </w:tcMar>
          </w:tcPr>
          <w:p w14:paraId="588A644F" w14:textId="24D4F127" w:rsidR="00821EDB" w:rsidRPr="00E062F1" w:rsidRDefault="00821EDB" w:rsidP="006B3BD2">
            <w:pPr>
              <w:pStyle w:val="TAC"/>
              <w:rPr>
                <w:noProof/>
              </w:rPr>
            </w:pPr>
            <w:r w:rsidRPr="00E062F1">
              <w:rPr>
                <w:lang w:eastAsia="zh-CN"/>
              </w:rPr>
              <w:t>DC_1A-3A_n77A</w:t>
            </w:r>
            <w:r w:rsidRPr="00E062F1">
              <w:rPr>
                <w:lang w:eastAsia="ja-JP"/>
              </w:rPr>
              <w:t>-</w:t>
            </w:r>
            <w:r w:rsidRPr="00E062F1">
              <w:rPr>
                <w:lang w:eastAsia="zh-CN"/>
              </w:rPr>
              <w:t>n257</w:t>
            </w:r>
            <w:r w:rsidRPr="00E062F1">
              <w:rPr>
                <w:rFonts w:eastAsia="Malgun Gothic"/>
                <w:lang w:eastAsia="ko-KR"/>
              </w:rPr>
              <w:t>H</w:t>
            </w:r>
            <w:r w:rsidR="00941393">
              <w:rPr>
                <w:rFonts w:hint="eastAsia"/>
                <w:vertAlign w:val="superscript"/>
                <w:lang w:eastAsia="zh-TW"/>
              </w:rPr>
              <w:t>2</w:t>
            </w:r>
          </w:p>
        </w:tc>
        <w:tc>
          <w:tcPr>
            <w:tcW w:w="3969" w:type="dxa"/>
            <w:tcMar>
              <w:top w:w="28" w:type="dxa"/>
              <w:left w:w="28" w:type="dxa"/>
              <w:bottom w:w="28" w:type="dxa"/>
              <w:right w:w="28" w:type="dxa"/>
            </w:tcMar>
          </w:tcPr>
          <w:p w14:paraId="76FD195B" w14:textId="77777777" w:rsidR="00862446" w:rsidRPr="00E062F1" w:rsidRDefault="00862446" w:rsidP="006B3BD2">
            <w:pPr>
              <w:pStyle w:val="TAC"/>
              <w:rPr>
                <w:noProof/>
              </w:rPr>
            </w:pPr>
            <w:r w:rsidRPr="00E062F1">
              <w:rPr>
                <w:noProof/>
              </w:rPr>
              <w:t>DC_1A_n77A</w:t>
            </w:r>
          </w:p>
          <w:p w14:paraId="66C2B4AA" w14:textId="77777777" w:rsidR="00862446" w:rsidRPr="00E062F1" w:rsidRDefault="00862446" w:rsidP="006B3BD2">
            <w:pPr>
              <w:pStyle w:val="TAC"/>
              <w:rPr>
                <w:noProof/>
              </w:rPr>
            </w:pPr>
            <w:r w:rsidRPr="00E062F1">
              <w:rPr>
                <w:noProof/>
              </w:rPr>
              <w:t>DC_3A_n77A</w:t>
            </w:r>
          </w:p>
          <w:p w14:paraId="5699BA4B" w14:textId="77777777" w:rsidR="00862446" w:rsidRPr="00E062F1" w:rsidRDefault="00862446" w:rsidP="006B3BD2">
            <w:pPr>
              <w:pStyle w:val="TAC"/>
              <w:rPr>
                <w:noProof/>
              </w:rPr>
            </w:pPr>
            <w:r w:rsidRPr="00E062F1">
              <w:rPr>
                <w:noProof/>
              </w:rPr>
              <w:t>DC_1A_n257A</w:t>
            </w:r>
          </w:p>
          <w:p w14:paraId="628CB599" w14:textId="77777777" w:rsidR="00862446" w:rsidRPr="00E062F1" w:rsidRDefault="00862446" w:rsidP="006B3BD2">
            <w:pPr>
              <w:pStyle w:val="TAC"/>
              <w:rPr>
                <w:noProof/>
              </w:rPr>
            </w:pPr>
            <w:r w:rsidRPr="00E062F1">
              <w:rPr>
                <w:noProof/>
              </w:rPr>
              <w:t>DC_1A_n257G</w:t>
            </w:r>
          </w:p>
          <w:p w14:paraId="4B1F8D11" w14:textId="77777777" w:rsidR="00862446" w:rsidRPr="00E062F1" w:rsidRDefault="00862446" w:rsidP="006B3BD2">
            <w:pPr>
              <w:pStyle w:val="TAC"/>
              <w:rPr>
                <w:noProof/>
              </w:rPr>
            </w:pPr>
            <w:r w:rsidRPr="00E062F1">
              <w:rPr>
                <w:noProof/>
              </w:rPr>
              <w:t>DC_1A_n257H</w:t>
            </w:r>
          </w:p>
          <w:p w14:paraId="1473A0E4" w14:textId="77777777" w:rsidR="00862446" w:rsidRPr="00E062F1" w:rsidRDefault="00862446" w:rsidP="006B3BD2">
            <w:pPr>
              <w:pStyle w:val="TAC"/>
              <w:rPr>
                <w:noProof/>
              </w:rPr>
            </w:pPr>
            <w:r w:rsidRPr="00E062F1">
              <w:rPr>
                <w:noProof/>
              </w:rPr>
              <w:t>DC_3A_n257A</w:t>
            </w:r>
          </w:p>
          <w:p w14:paraId="32F00AE5" w14:textId="77777777" w:rsidR="00862446" w:rsidRPr="00E062F1" w:rsidRDefault="00862446" w:rsidP="006B3BD2">
            <w:pPr>
              <w:pStyle w:val="TAC"/>
              <w:rPr>
                <w:noProof/>
              </w:rPr>
            </w:pPr>
            <w:r w:rsidRPr="00E062F1">
              <w:rPr>
                <w:noProof/>
              </w:rPr>
              <w:t>DC_3A_n257G</w:t>
            </w:r>
          </w:p>
          <w:p w14:paraId="3DDEB248" w14:textId="77777777" w:rsidR="00862446" w:rsidRPr="00E062F1" w:rsidRDefault="00862446" w:rsidP="006B3BD2">
            <w:pPr>
              <w:pStyle w:val="TAC"/>
              <w:rPr>
                <w:noProof/>
              </w:rPr>
            </w:pPr>
            <w:r w:rsidRPr="00E062F1">
              <w:rPr>
                <w:noProof/>
              </w:rPr>
              <w:t>DC_3A_n257H</w:t>
            </w:r>
          </w:p>
          <w:p w14:paraId="236A4BC0" w14:textId="77777777" w:rsidR="00862446" w:rsidRPr="00E062F1" w:rsidRDefault="00862446" w:rsidP="006B3BD2">
            <w:pPr>
              <w:pStyle w:val="TAC"/>
              <w:rPr>
                <w:rFonts w:eastAsia="Yu Mincho"/>
                <w:noProof/>
                <w:lang w:eastAsia="ja-JP"/>
              </w:rPr>
            </w:pPr>
            <w:r w:rsidRPr="00E062F1">
              <w:rPr>
                <w:rFonts w:eastAsia="Yu Mincho"/>
                <w:noProof/>
                <w:lang w:eastAsia="ja-JP"/>
              </w:rPr>
              <w:t>DC_1A_n77A-n257A</w:t>
            </w:r>
          </w:p>
          <w:p w14:paraId="3FE8C530" w14:textId="77777777" w:rsidR="00862446" w:rsidRPr="00E062F1" w:rsidRDefault="00862446" w:rsidP="006B3BD2">
            <w:pPr>
              <w:pStyle w:val="TAC"/>
              <w:rPr>
                <w:rFonts w:eastAsia="Yu Mincho"/>
                <w:noProof/>
                <w:lang w:eastAsia="ja-JP"/>
              </w:rPr>
            </w:pPr>
            <w:r w:rsidRPr="00E062F1">
              <w:rPr>
                <w:rFonts w:eastAsia="Yu Mincho"/>
                <w:noProof/>
                <w:lang w:eastAsia="ja-JP"/>
              </w:rPr>
              <w:t>DC_1A_n77A-n257G</w:t>
            </w:r>
          </w:p>
          <w:p w14:paraId="5FE1A45E" w14:textId="77777777" w:rsidR="00862446" w:rsidRPr="00E062F1" w:rsidRDefault="00862446" w:rsidP="006B3BD2">
            <w:pPr>
              <w:pStyle w:val="TAC"/>
              <w:rPr>
                <w:rFonts w:eastAsia="Yu Mincho"/>
                <w:noProof/>
                <w:lang w:eastAsia="ja-JP"/>
              </w:rPr>
            </w:pPr>
            <w:r w:rsidRPr="00E062F1">
              <w:rPr>
                <w:rFonts w:eastAsia="Yu Mincho"/>
                <w:noProof/>
                <w:lang w:eastAsia="ja-JP"/>
              </w:rPr>
              <w:t>DC_1A_n77A-n257H</w:t>
            </w:r>
          </w:p>
          <w:p w14:paraId="6E6B937F" w14:textId="77777777" w:rsidR="00862446" w:rsidRPr="00E062F1" w:rsidRDefault="00862446" w:rsidP="006B3BD2">
            <w:pPr>
              <w:pStyle w:val="TAC"/>
              <w:rPr>
                <w:rFonts w:eastAsia="Yu Mincho"/>
                <w:noProof/>
                <w:lang w:eastAsia="ja-JP"/>
              </w:rPr>
            </w:pPr>
            <w:r w:rsidRPr="00E062F1">
              <w:rPr>
                <w:rFonts w:eastAsia="Yu Mincho"/>
                <w:noProof/>
                <w:lang w:eastAsia="ja-JP"/>
              </w:rPr>
              <w:t>DC_3A_n77A-n257A</w:t>
            </w:r>
          </w:p>
          <w:p w14:paraId="300657D0" w14:textId="77777777" w:rsidR="00862446" w:rsidRPr="00E062F1" w:rsidRDefault="00862446" w:rsidP="006B3BD2">
            <w:pPr>
              <w:pStyle w:val="TAC"/>
              <w:rPr>
                <w:rFonts w:eastAsia="Yu Mincho"/>
                <w:noProof/>
                <w:lang w:eastAsia="ja-JP"/>
              </w:rPr>
            </w:pPr>
            <w:r w:rsidRPr="00E062F1">
              <w:rPr>
                <w:rFonts w:eastAsia="Yu Mincho"/>
                <w:noProof/>
                <w:lang w:eastAsia="ja-JP"/>
              </w:rPr>
              <w:t>DC_3A_n77A-n257G</w:t>
            </w:r>
          </w:p>
          <w:p w14:paraId="78B1B5FA" w14:textId="7E6396F5" w:rsidR="00821EDB" w:rsidRPr="00E062F1" w:rsidRDefault="00862446" w:rsidP="006B3BD2">
            <w:pPr>
              <w:pStyle w:val="TAC"/>
              <w:rPr>
                <w:noProof/>
              </w:rPr>
            </w:pPr>
            <w:r w:rsidRPr="00E062F1">
              <w:rPr>
                <w:rFonts w:eastAsia="Yu Mincho"/>
                <w:noProof/>
                <w:lang w:eastAsia="ja-JP"/>
              </w:rPr>
              <w:t>DC_3A_n77A-n257H</w:t>
            </w:r>
          </w:p>
        </w:tc>
      </w:tr>
      <w:tr w:rsidR="00821EDB" w:rsidRPr="00E062F1" w14:paraId="1A33663C" w14:textId="77777777" w:rsidTr="006B3BD2">
        <w:trPr>
          <w:trHeight w:val="187"/>
          <w:jc w:val="center"/>
        </w:trPr>
        <w:tc>
          <w:tcPr>
            <w:tcW w:w="3969" w:type="dxa"/>
            <w:shd w:val="clear" w:color="auto" w:fill="auto"/>
            <w:noWrap/>
            <w:tcMar>
              <w:top w:w="28" w:type="dxa"/>
              <w:left w:w="28" w:type="dxa"/>
              <w:bottom w:w="28" w:type="dxa"/>
              <w:right w:w="28" w:type="dxa"/>
            </w:tcMar>
          </w:tcPr>
          <w:p w14:paraId="7AFB9282" w14:textId="1562C66E" w:rsidR="00821EDB" w:rsidRPr="00E062F1" w:rsidRDefault="00821EDB" w:rsidP="006B3BD2">
            <w:pPr>
              <w:pStyle w:val="TAC"/>
              <w:rPr>
                <w:noProof/>
              </w:rPr>
            </w:pPr>
            <w:r w:rsidRPr="00E062F1">
              <w:rPr>
                <w:lang w:eastAsia="zh-CN"/>
              </w:rPr>
              <w:t>DC_1A-3A_n77A</w:t>
            </w:r>
            <w:r w:rsidRPr="00E062F1">
              <w:rPr>
                <w:lang w:eastAsia="ja-JP"/>
              </w:rPr>
              <w:t>-</w:t>
            </w:r>
            <w:r w:rsidRPr="00E062F1">
              <w:rPr>
                <w:lang w:eastAsia="zh-CN"/>
              </w:rPr>
              <w:t>n257</w:t>
            </w:r>
            <w:r w:rsidRPr="00E062F1">
              <w:rPr>
                <w:rFonts w:eastAsia="Malgun Gothic"/>
                <w:lang w:eastAsia="ko-KR"/>
              </w:rPr>
              <w:t>I</w:t>
            </w:r>
            <w:r w:rsidR="00941393">
              <w:rPr>
                <w:rFonts w:hint="eastAsia"/>
                <w:vertAlign w:val="superscript"/>
                <w:lang w:eastAsia="zh-TW"/>
              </w:rPr>
              <w:t>2</w:t>
            </w:r>
          </w:p>
        </w:tc>
        <w:tc>
          <w:tcPr>
            <w:tcW w:w="3969" w:type="dxa"/>
            <w:tcMar>
              <w:top w:w="28" w:type="dxa"/>
              <w:left w:w="28" w:type="dxa"/>
              <w:bottom w:w="28" w:type="dxa"/>
              <w:right w:w="28" w:type="dxa"/>
            </w:tcMar>
          </w:tcPr>
          <w:p w14:paraId="1B8DEC71" w14:textId="77777777" w:rsidR="00862446" w:rsidRPr="00E062F1" w:rsidRDefault="00862446" w:rsidP="006B3BD2">
            <w:pPr>
              <w:pStyle w:val="TAC"/>
              <w:rPr>
                <w:noProof/>
              </w:rPr>
            </w:pPr>
            <w:r w:rsidRPr="00E062F1">
              <w:rPr>
                <w:noProof/>
              </w:rPr>
              <w:t>DC_1A_n77A</w:t>
            </w:r>
          </w:p>
          <w:p w14:paraId="2EB46964" w14:textId="77777777" w:rsidR="00862446" w:rsidRPr="00E062F1" w:rsidRDefault="00862446" w:rsidP="006B3BD2">
            <w:pPr>
              <w:pStyle w:val="TAC"/>
              <w:rPr>
                <w:noProof/>
              </w:rPr>
            </w:pPr>
            <w:r w:rsidRPr="00E062F1">
              <w:rPr>
                <w:noProof/>
              </w:rPr>
              <w:t>DC_3A_n77A</w:t>
            </w:r>
          </w:p>
          <w:p w14:paraId="5A3BFFF6" w14:textId="77777777" w:rsidR="00862446" w:rsidRPr="00E062F1" w:rsidRDefault="00862446" w:rsidP="006B3BD2">
            <w:pPr>
              <w:pStyle w:val="TAC"/>
              <w:rPr>
                <w:noProof/>
              </w:rPr>
            </w:pPr>
            <w:r w:rsidRPr="00E062F1">
              <w:rPr>
                <w:noProof/>
              </w:rPr>
              <w:t>DC_1A_n257A</w:t>
            </w:r>
          </w:p>
          <w:p w14:paraId="4AD76A04" w14:textId="77777777" w:rsidR="00862446" w:rsidRPr="00E062F1" w:rsidRDefault="00862446" w:rsidP="006B3BD2">
            <w:pPr>
              <w:pStyle w:val="TAC"/>
              <w:rPr>
                <w:noProof/>
              </w:rPr>
            </w:pPr>
            <w:r w:rsidRPr="00E062F1">
              <w:rPr>
                <w:noProof/>
              </w:rPr>
              <w:t>DC_1A_n257G</w:t>
            </w:r>
          </w:p>
          <w:p w14:paraId="450AF9A3" w14:textId="77777777" w:rsidR="00862446" w:rsidRPr="00E062F1" w:rsidRDefault="00862446" w:rsidP="006B3BD2">
            <w:pPr>
              <w:pStyle w:val="TAC"/>
              <w:rPr>
                <w:noProof/>
              </w:rPr>
            </w:pPr>
            <w:r w:rsidRPr="00E062F1">
              <w:rPr>
                <w:noProof/>
              </w:rPr>
              <w:t>DC_1A_n257H</w:t>
            </w:r>
          </w:p>
          <w:p w14:paraId="5117C86B" w14:textId="77777777" w:rsidR="00862446" w:rsidRPr="00E062F1" w:rsidRDefault="00862446" w:rsidP="006B3BD2">
            <w:pPr>
              <w:pStyle w:val="TAC"/>
              <w:rPr>
                <w:noProof/>
              </w:rPr>
            </w:pPr>
            <w:r w:rsidRPr="00E062F1">
              <w:rPr>
                <w:noProof/>
              </w:rPr>
              <w:t>DC_1A_n257I</w:t>
            </w:r>
          </w:p>
          <w:p w14:paraId="1870816C" w14:textId="77777777" w:rsidR="00862446" w:rsidRPr="00E062F1" w:rsidRDefault="00862446" w:rsidP="006B3BD2">
            <w:pPr>
              <w:pStyle w:val="TAC"/>
              <w:rPr>
                <w:noProof/>
              </w:rPr>
            </w:pPr>
            <w:r w:rsidRPr="00E062F1">
              <w:rPr>
                <w:noProof/>
              </w:rPr>
              <w:t>DC_3A_n257A</w:t>
            </w:r>
          </w:p>
          <w:p w14:paraId="2F21C9D4" w14:textId="77777777" w:rsidR="00862446" w:rsidRPr="00E062F1" w:rsidRDefault="00862446" w:rsidP="006B3BD2">
            <w:pPr>
              <w:pStyle w:val="TAC"/>
              <w:rPr>
                <w:noProof/>
              </w:rPr>
            </w:pPr>
            <w:r w:rsidRPr="00E062F1">
              <w:rPr>
                <w:noProof/>
              </w:rPr>
              <w:t>DC_3A_n257G</w:t>
            </w:r>
          </w:p>
          <w:p w14:paraId="3E488955" w14:textId="77777777" w:rsidR="00862446" w:rsidRPr="00E062F1" w:rsidRDefault="00862446" w:rsidP="006B3BD2">
            <w:pPr>
              <w:pStyle w:val="TAC"/>
              <w:rPr>
                <w:noProof/>
              </w:rPr>
            </w:pPr>
            <w:r w:rsidRPr="00E062F1">
              <w:rPr>
                <w:noProof/>
              </w:rPr>
              <w:t>DC_3A_n257H</w:t>
            </w:r>
          </w:p>
          <w:p w14:paraId="7FC94802" w14:textId="77777777" w:rsidR="00862446" w:rsidRPr="00E062F1" w:rsidRDefault="00862446" w:rsidP="006B3BD2">
            <w:pPr>
              <w:pStyle w:val="TAC"/>
              <w:rPr>
                <w:noProof/>
              </w:rPr>
            </w:pPr>
            <w:r w:rsidRPr="00E062F1">
              <w:rPr>
                <w:noProof/>
              </w:rPr>
              <w:t>DC_3A_n257I</w:t>
            </w:r>
          </w:p>
          <w:p w14:paraId="67DC7587" w14:textId="77777777" w:rsidR="00862446" w:rsidRPr="00E062F1" w:rsidRDefault="00862446" w:rsidP="006B3BD2">
            <w:pPr>
              <w:pStyle w:val="TAC"/>
              <w:rPr>
                <w:rFonts w:eastAsia="Yu Mincho"/>
                <w:noProof/>
                <w:lang w:eastAsia="ja-JP"/>
              </w:rPr>
            </w:pPr>
            <w:r w:rsidRPr="00E062F1">
              <w:rPr>
                <w:rFonts w:eastAsia="Yu Mincho"/>
                <w:noProof/>
                <w:lang w:eastAsia="ja-JP"/>
              </w:rPr>
              <w:t>DC_1A_n77A-n257A</w:t>
            </w:r>
          </w:p>
          <w:p w14:paraId="0F959F2D" w14:textId="77777777" w:rsidR="00862446" w:rsidRPr="00E062F1" w:rsidRDefault="00862446" w:rsidP="006B3BD2">
            <w:pPr>
              <w:pStyle w:val="TAC"/>
              <w:rPr>
                <w:rFonts w:eastAsia="Yu Mincho"/>
                <w:noProof/>
                <w:lang w:eastAsia="ja-JP"/>
              </w:rPr>
            </w:pPr>
            <w:r w:rsidRPr="00E062F1">
              <w:rPr>
                <w:rFonts w:eastAsia="Yu Mincho"/>
                <w:noProof/>
                <w:lang w:eastAsia="ja-JP"/>
              </w:rPr>
              <w:t>DC_1A_n77A-n257G</w:t>
            </w:r>
          </w:p>
          <w:p w14:paraId="7A0840BC" w14:textId="77777777" w:rsidR="00862446" w:rsidRPr="00E062F1" w:rsidRDefault="00862446" w:rsidP="006B3BD2">
            <w:pPr>
              <w:pStyle w:val="TAC"/>
              <w:rPr>
                <w:rFonts w:eastAsia="Yu Mincho"/>
                <w:noProof/>
                <w:lang w:eastAsia="ja-JP"/>
              </w:rPr>
            </w:pPr>
            <w:r w:rsidRPr="00E062F1">
              <w:rPr>
                <w:rFonts w:eastAsia="Yu Mincho"/>
                <w:noProof/>
                <w:lang w:eastAsia="ja-JP"/>
              </w:rPr>
              <w:t>DC_1A_n77A-n257H</w:t>
            </w:r>
          </w:p>
          <w:p w14:paraId="29A85FC3" w14:textId="77777777" w:rsidR="00862446" w:rsidRPr="00E062F1" w:rsidRDefault="00862446" w:rsidP="006B3BD2">
            <w:pPr>
              <w:pStyle w:val="TAC"/>
              <w:rPr>
                <w:rFonts w:eastAsia="Yu Mincho"/>
                <w:noProof/>
                <w:lang w:eastAsia="ja-JP"/>
              </w:rPr>
            </w:pPr>
            <w:r w:rsidRPr="00E062F1">
              <w:rPr>
                <w:rFonts w:eastAsia="Yu Mincho"/>
                <w:noProof/>
                <w:lang w:eastAsia="ja-JP"/>
              </w:rPr>
              <w:t>DC_1A_n77A-n257I</w:t>
            </w:r>
          </w:p>
          <w:p w14:paraId="3B6E923C" w14:textId="77777777" w:rsidR="00862446" w:rsidRPr="00E062F1" w:rsidRDefault="00862446" w:rsidP="006B3BD2">
            <w:pPr>
              <w:pStyle w:val="TAC"/>
              <w:rPr>
                <w:rFonts w:eastAsia="Yu Mincho"/>
                <w:noProof/>
                <w:lang w:eastAsia="ja-JP"/>
              </w:rPr>
            </w:pPr>
            <w:r w:rsidRPr="00E062F1">
              <w:rPr>
                <w:rFonts w:eastAsia="Yu Mincho"/>
                <w:noProof/>
                <w:lang w:eastAsia="ja-JP"/>
              </w:rPr>
              <w:t>DC_3A_n77A-n257A</w:t>
            </w:r>
          </w:p>
          <w:p w14:paraId="1BECCBD6" w14:textId="77777777" w:rsidR="00862446" w:rsidRPr="00E062F1" w:rsidRDefault="00862446" w:rsidP="006B3BD2">
            <w:pPr>
              <w:pStyle w:val="TAC"/>
              <w:rPr>
                <w:rFonts w:eastAsia="Yu Mincho"/>
                <w:noProof/>
                <w:lang w:eastAsia="ja-JP"/>
              </w:rPr>
            </w:pPr>
            <w:r w:rsidRPr="00E062F1">
              <w:rPr>
                <w:rFonts w:eastAsia="Yu Mincho"/>
                <w:noProof/>
                <w:lang w:eastAsia="ja-JP"/>
              </w:rPr>
              <w:t>DC_3A_n77A-n257G</w:t>
            </w:r>
          </w:p>
          <w:p w14:paraId="66548185" w14:textId="77777777" w:rsidR="00862446" w:rsidRPr="00E062F1" w:rsidRDefault="00862446" w:rsidP="006B3BD2">
            <w:pPr>
              <w:pStyle w:val="TAC"/>
              <w:rPr>
                <w:rFonts w:eastAsia="Yu Mincho"/>
                <w:noProof/>
                <w:lang w:eastAsia="ja-JP"/>
              </w:rPr>
            </w:pPr>
            <w:r w:rsidRPr="00E062F1">
              <w:rPr>
                <w:rFonts w:eastAsia="Yu Mincho"/>
                <w:noProof/>
                <w:lang w:eastAsia="ja-JP"/>
              </w:rPr>
              <w:t>DC_3A_n77A-n257H</w:t>
            </w:r>
          </w:p>
          <w:p w14:paraId="6032DC1E" w14:textId="52F9AEAC" w:rsidR="00821EDB" w:rsidRPr="00E062F1" w:rsidRDefault="00862446" w:rsidP="006B3BD2">
            <w:pPr>
              <w:pStyle w:val="TAC"/>
              <w:rPr>
                <w:noProof/>
              </w:rPr>
            </w:pPr>
            <w:r w:rsidRPr="00E062F1">
              <w:rPr>
                <w:rFonts w:eastAsia="Yu Mincho"/>
                <w:noProof/>
                <w:lang w:eastAsia="ja-JP"/>
              </w:rPr>
              <w:t>DC_3A_n77A-n257I</w:t>
            </w:r>
          </w:p>
        </w:tc>
      </w:tr>
      <w:tr w:rsidR="00821EDB" w:rsidRPr="00E062F1" w14:paraId="6BBE3550" w14:textId="77777777" w:rsidTr="006B3BD2">
        <w:trPr>
          <w:trHeight w:val="187"/>
          <w:jc w:val="center"/>
        </w:trPr>
        <w:tc>
          <w:tcPr>
            <w:tcW w:w="3969" w:type="dxa"/>
            <w:shd w:val="clear" w:color="auto" w:fill="auto"/>
            <w:noWrap/>
            <w:tcMar>
              <w:top w:w="28" w:type="dxa"/>
              <w:left w:w="28" w:type="dxa"/>
              <w:bottom w:w="28" w:type="dxa"/>
              <w:right w:w="28" w:type="dxa"/>
            </w:tcMar>
          </w:tcPr>
          <w:p w14:paraId="40E5BE86" w14:textId="6DC367B2" w:rsidR="00821EDB" w:rsidRPr="00E062F1" w:rsidRDefault="00821EDB" w:rsidP="006B3BD2">
            <w:pPr>
              <w:pStyle w:val="TAC"/>
              <w:rPr>
                <w:noProof/>
              </w:rPr>
            </w:pPr>
            <w:r w:rsidRPr="00E062F1">
              <w:rPr>
                <w:noProof/>
              </w:rPr>
              <w:lastRenderedPageBreak/>
              <w:t>DC_1A-3A_n78A-n257A</w:t>
            </w:r>
            <w:r w:rsidR="00941393">
              <w:rPr>
                <w:rFonts w:hint="eastAsia"/>
                <w:vertAlign w:val="superscript"/>
                <w:lang w:eastAsia="zh-TW"/>
              </w:rPr>
              <w:t>2</w:t>
            </w:r>
          </w:p>
          <w:p w14:paraId="48CAF365" w14:textId="067E0095" w:rsidR="00821EDB" w:rsidRPr="00E062F1" w:rsidRDefault="00821EDB" w:rsidP="006B3BD2">
            <w:pPr>
              <w:pStyle w:val="TAC"/>
              <w:rPr>
                <w:rFonts w:eastAsia="Malgun Gothic"/>
                <w:noProof/>
                <w:lang w:eastAsia="ko-KR"/>
              </w:rPr>
            </w:pPr>
            <w:r w:rsidRPr="00E062F1">
              <w:rPr>
                <w:noProof/>
                <w:lang w:eastAsia="zh-CN"/>
              </w:rPr>
              <w:t>DC_1A-3A_n78A-n257D</w:t>
            </w:r>
            <w:r w:rsidR="00941393">
              <w:rPr>
                <w:rFonts w:hint="eastAsia"/>
                <w:vertAlign w:val="superscript"/>
                <w:lang w:eastAsia="zh-TW"/>
              </w:rPr>
              <w:t>2</w:t>
            </w:r>
          </w:p>
          <w:p w14:paraId="2CE845EE" w14:textId="76AB28FC" w:rsidR="00821EDB" w:rsidRPr="00E062F1" w:rsidRDefault="00821EDB" w:rsidP="006B3BD2">
            <w:pPr>
              <w:pStyle w:val="TAC"/>
              <w:rPr>
                <w:rFonts w:eastAsia="Malgun Gothic"/>
                <w:noProof/>
                <w:lang w:eastAsia="ko-KR"/>
              </w:rPr>
            </w:pPr>
            <w:r w:rsidRPr="00E062F1">
              <w:rPr>
                <w:noProof/>
                <w:lang w:eastAsia="zh-CN"/>
              </w:rPr>
              <w:t>DC_1A-3A_n78A-n257E</w:t>
            </w:r>
            <w:r w:rsidR="00941393">
              <w:rPr>
                <w:rFonts w:hint="eastAsia"/>
                <w:vertAlign w:val="superscript"/>
                <w:lang w:eastAsia="zh-TW"/>
              </w:rPr>
              <w:t>2</w:t>
            </w:r>
          </w:p>
          <w:p w14:paraId="65CF85F0" w14:textId="45271F8D" w:rsidR="00821EDB" w:rsidRPr="00E062F1" w:rsidRDefault="00821EDB" w:rsidP="006B3BD2">
            <w:pPr>
              <w:pStyle w:val="TAC"/>
              <w:rPr>
                <w:rFonts w:eastAsia="Malgun Gothic"/>
                <w:noProof/>
                <w:lang w:eastAsia="ko-KR"/>
              </w:rPr>
            </w:pPr>
            <w:r w:rsidRPr="00E062F1">
              <w:rPr>
                <w:noProof/>
                <w:lang w:eastAsia="zh-CN"/>
              </w:rPr>
              <w:t>DC_1A-3A_n78A-n257F</w:t>
            </w:r>
            <w:r w:rsidR="00941393">
              <w:rPr>
                <w:rFonts w:hint="eastAsia"/>
                <w:vertAlign w:val="superscript"/>
                <w:lang w:eastAsia="zh-TW"/>
              </w:rPr>
              <w:t>2</w:t>
            </w:r>
          </w:p>
          <w:p w14:paraId="65523728" w14:textId="772327B7" w:rsidR="00821EDB" w:rsidRPr="00E062F1" w:rsidRDefault="00821EDB" w:rsidP="006B3BD2">
            <w:pPr>
              <w:pStyle w:val="TAC"/>
              <w:rPr>
                <w:rFonts w:eastAsia="Malgun Gothic"/>
                <w:noProof/>
                <w:lang w:eastAsia="ko-KR"/>
              </w:rPr>
            </w:pPr>
            <w:r w:rsidRPr="00E062F1">
              <w:rPr>
                <w:noProof/>
                <w:lang w:eastAsia="zh-CN"/>
              </w:rPr>
              <w:t>DC_1A-3A_n78A-n257G</w:t>
            </w:r>
            <w:r w:rsidR="00941393">
              <w:rPr>
                <w:rFonts w:hint="eastAsia"/>
                <w:vertAlign w:val="superscript"/>
                <w:lang w:eastAsia="zh-TW"/>
              </w:rPr>
              <w:t>2</w:t>
            </w:r>
          </w:p>
          <w:p w14:paraId="1E1AD3BF" w14:textId="67ADCC60" w:rsidR="00821EDB" w:rsidRPr="00E062F1" w:rsidRDefault="00821EDB" w:rsidP="006B3BD2">
            <w:pPr>
              <w:pStyle w:val="TAC"/>
              <w:rPr>
                <w:rFonts w:eastAsia="Malgun Gothic"/>
                <w:noProof/>
                <w:lang w:eastAsia="ko-KR"/>
              </w:rPr>
            </w:pPr>
            <w:r w:rsidRPr="00E062F1">
              <w:rPr>
                <w:noProof/>
                <w:lang w:eastAsia="zh-CN"/>
              </w:rPr>
              <w:t>DC_1A-3A_n78A-n257H</w:t>
            </w:r>
            <w:r w:rsidR="00941393">
              <w:rPr>
                <w:rFonts w:hint="eastAsia"/>
                <w:vertAlign w:val="superscript"/>
                <w:lang w:eastAsia="zh-TW"/>
              </w:rPr>
              <w:t>2</w:t>
            </w:r>
          </w:p>
          <w:p w14:paraId="063A148A" w14:textId="3FE9805A" w:rsidR="00821EDB" w:rsidRPr="00E062F1" w:rsidRDefault="00821EDB" w:rsidP="006B3BD2">
            <w:pPr>
              <w:pStyle w:val="TAC"/>
              <w:rPr>
                <w:rFonts w:eastAsia="Malgun Gothic"/>
                <w:noProof/>
                <w:lang w:eastAsia="ko-KR"/>
              </w:rPr>
            </w:pPr>
            <w:r w:rsidRPr="00E062F1">
              <w:rPr>
                <w:noProof/>
                <w:lang w:eastAsia="zh-CN"/>
              </w:rPr>
              <w:t>DC_1A-3A_n78A-n257I</w:t>
            </w:r>
            <w:r w:rsidR="00941393">
              <w:rPr>
                <w:rFonts w:hint="eastAsia"/>
                <w:vertAlign w:val="superscript"/>
                <w:lang w:eastAsia="zh-TW"/>
              </w:rPr>
              <w:t>2</w:t>
            </w:r>
          </w:p>
          <w:p w14:paraId="7D32B6EA" w14:textId="022B0C57" w:rsidR="00821EDB" w:rsidRPr="00E062F1" w:rsidRDefault="00821EDB" w:rsidP="006B3BD2">
            <w:pPr>
              <w:pStyle w:val="TAC"/>
              <w:rPr>
                <w:rFonts w:eastAsia="Malgun Gothic"/>
                <w:noProof/>
                <w:lang w:eastAsia="ko-KR"/>
              </w:rPr>
            </w:pPr>
            <w:r w:rsidRPr="00E062F1">
              <w:rPr>
                <w:noProof/>
                <w:lang w:eastAsia="zh-CN"/>
              </w:rPr>
              <w:t>DC_1A-3A_n78A-n257J</w:t>
            </w:r>
            <w:r w:rsidR="00941393">
              <w:rPr>
                <w:rFonts w:hint="eastAsia"/>
                <w:vertAlign w:val="superscript"/>
                <w:lang w:eastAsia="zh-TW"/>
              </w:rPr>
              <w:t>2</w:t>
            </w:r>
          </w:p>
          <w:p w14:paraId="1DA02579" w14:textId="3120669F" w:rsidR="00821EDB" w:rsidRPr="00E062F1" w:rsidRDefault="00821EDB" w:rsidP="006B3BD2">
            <w:pPr>
              <w:pStyle w:val="TAC"/>
              <w:rPr>
                <w:rFonts w:eastAsia="Malgun Gothic"/>
                <w:noProof/>
                <w:lang w:eastAsia="ko-KR"/>
              </w:rPr>
            </w:pPr>
            <w:r w:rsidRPr="00E062F1">
              <w:rPr>
                <w:noProof/>
                <w:lang w:eastAsia="zh-CN"/>
              </w:rPr>
              <w:t>DC_1A-3A_n78A-n257K</w:t>
            </w:r>
            <w:r w:rsidR="00941393">
              <w:rPr>
                <w:rFonts w:hint="eastAsia"/>
                <w:vertAlign w:val="superscript"/>
                <w:lang w:eastAsia="zh-TW"/>
              </w:rPr>
              <w:t>2</w:t>
            </w:r>
          </w:p>
          <w:p w14:paraId="23CA4D2E" w14:textId="4E4F6A39" w:rsidR="00821EDB" w:rsidRPr="00E062F1" w:rsidRDefault="00821EDB" w:rsidP="006B3BD2">
            <w:pPr>
              <w:pStyle w:val="TAC"/>
              <w:rPr>
                <w:rFonts w:eastAsia="Malgun Gothic"/>
                <w:noProof/>
                <w:lang w:eastAsia="ko-KR"/>
              </w:rPr>
            </w:pPr>
            <w:r w:rsidRPr="00E062F1">
              <w:rPr>
                <w:noProof/>
                <w:lang w:eastAsia="zh-CN"/>
              </w:rPr>
              <w:t>DC_1A-3A_n78A-n257L</w:t>
            </w:r>
            <w:r w:rsidR="00941393">
              <w:rPr>
                <w:rFonts w:hint="eastAsia"/>
                <w:vertAlign w:val="superscript"/>
                <w:lang w:eastAsia="zh-TW"/>
              </w:rPr>
              <w:t>2</w:t>
            </w:r>
          </w:p>
          <w:p w14:paraId="22FF965C" w14:textId="6A81DC1B" w:rsidR="00821EDB" w:rsidRPr="00E062F1" w:rsidRDefault="00821EDB" w:rsidP="006B3BD2">
            <w:pPr>
              <w:pStyle w:val="TAC"/>
              <w:rPr>
                <w:noProof/>
              </w:rPr>
            </w:pPr>
            <w:r w:rsidRPr="00E062F1">
              <w:rPr>
                <w:noProof/>
                <w:lang w:eastAsia="zh-CN"/>
              </w:rPr>
              <w:t>DC_1A-3A_n78A-n257M</w:t>
            </w:r>
            <w:r w:rsidR="00941393">
              <w:rPr>
                <w:rFonts w:hint="eastAsia"/>
                <w:vertAlign w:val="superscript"/>
                <w:lang w:eastAsia="zh-TW"/>
              </w:rPr>
              <w:t>2</w:t>
            </w:r>
          </w:p>
        </w:tc>
        <w:tc>
          <w:tcPr>
            <w:tcW w:w="3969" w:type="dxa"/>
            <w:tcMar>
              <w:top w:w="28" w:type="dxa"/>
              <w:left w:w="28" w:type="dxa"/>
              <w:bottom w:w="28" w:type="dxa"/>
              <w:right w:w="28" w:type="dxa"/>
            </w:tcMar>
          </w:tcPr>
          <w:p w14:paraId="1A2AB353" w14:textId="77777777" w:rsidR="00862446" w:rsidRPr="00E062F1" w:rsidRDefault="00862446" w:rsidP="006B3BD2">
            <w:pPr>
              <w:pStyle w:val="TAC"/>
              <w:rPr>
                <w:noProof/>
              </w:rPr>
            </w:pPr>
            <w:r w:rsidRPr="00E062F1">
              <w:rPr>
                <w:noProof/>
              </w:rPr>
              <w:t>DC_1A_n78A</w:t>
            </w:r>
          </w:p>
          <w:p w14:paraId="732E3783" w14:textId="77777777" w:rsidR="00862446" w:rsidRPr="00E062F1" w:rsidRDefault="00862446" w:rsidP="006B3BD2">
            <w:pPr>
              <w:pStyle w:val="TAC"/>
              <w:rPr>
                <w:noProof/>
              </w:rPr>
            </w:pPr>
            <w:r w:rsidRPr="00E062F1">
              <w:rPr>
                <w:noProof/>
              </w:rPr>
              <w:t>DC_1A_n257A</w:t>
            </w:r>
          </w:p>
          <w:p w14:paraId="4F149DEA" w14:textId="77777777" w:rsidR="00862446" w:rsidRPr="00E062F1" w:rsidRDefault="00862446" w:rsidP="006B3BD2">
            <w:pPr>
              <w:pStyle w:val="TAC"/>
              <w:rPr>
                <w:noProof/>
              </w:rPr>
            </w:pPr>
            <w:r w:rsidRPr="00E062F1">
              <w:rPr>
                <w:noProof/>
              </w:rPr>
              <w:t>DC_1A_n257D</w:t>
            </w:r>
          </w:p>
          <w:p w14:paraId="64FB07A0" w14:textId="77777777" w:rsidR="00862446" w:rsidRPr="00E062F1" w:rsidRDefault="00862446" w:rsidP="006B3BD2">
            <w:pPr>
              <w:pStyle w:val="TAC"/>
              <w:rPr>
                <w:noProof/>
              </w:rPr>
            </w:pPr>
            <w:r w:rsidRPr="00E062F1">
              <w:rPr>
                <w:noProof/>
              </w:rPr>
              <w:t>DC_1A_n257G</w:t>
            </w:r>
          </w:p>
          <w:p w14:paraId="0D607B5E" w14:textId="77777777" w:rsidR="00862446" w:rsidRPr="00E062F1" w:rsidRDefault="00862446" w:rsidP="006B3BD2">
            <w:pPr>
              <w:pStyle w:val="TAC"/>
              <w:rPr>
                <w:noProof/>
              </w:rPr>
            </w:pPr>
            <w:r w:rsidRPr="00E062F1">
              <w:rPr>
                <w:noProof/>
              </w:rPr>
              <w:t>DC_1A_n257H</w:t>
            </w:r>
          </w:p>
          <w:p w14:paraId="49696A63" w14:textId="77777777" w:rsidR="00862446" w:rsidRPr="00E062F1" w:rsidRDefault="00862446" w:rsidP="006B3BD2">
            <w:pPr>
              <w:pStyle w:val="TAC"/>
              <w:rPr>
                <w:noProof/>
              </w:rPr>
            </w:pPr>
            <w:r w:rsidRPr="00E062F1">
              <w:rPr>
                <w:noProof/>
              </w:rPr>
              <w:t>DC_1A_n257I</w:t>
            </w:r>
          </w:p>
          <w:p w14:paraId="6C233C5E" w14:textId="77777777" w:rsidR="00862446" w:rsidRPr="00E062F1" w:rsidRDefault="00862446" w:rsidP="006B3BD2">
            <w:pPr>
              <w:pStyle w:val="TAC"/>
              <w:rPr>
                <w:noProof/>
              </w:rPr>
            </w:pPr>
            <w:r w:rsidRPr="00E062F1">
              <w:rPr>
                <w:noProof/>
              </w:rPr>
              <w:t>DC_3A_n78A</w:t>
            </w:r>
          </w:p>
          <w:p w14:paraId="1ECFCB46" w14:textId="77777777" w:rsidR="00862446" w:rsidRPr="00E062F1" w:rsidRDefault="00862446" w:rsidP="006B3BD2">
            <w:pPr>
              <w:pStyle w:val="TAC"/>
              <w:rPr>
                <w:noProof/>
              </w:rPr>
            </w:pPr>
            <w:r w:rsidRPr="00E062F1">
              <w:rPr>
                <w:noProof/>
              </w:rPr>
              <w:t>DC_3A_n257A</w:t>
            </w:r>
          </w:p>
          <w:p w14:paraId="24B61047" w14:textId="77777777" w:rsidR="00862446" w:rsidRPr="00E062F1" w:rsidRDefault="00862446" w:rsidP="006B3BD2">
            <w:pPr>
              <w:pStyle w:val="TAC"/>
              <w:rPr>
                <w:noProof/>
              </w:rPr>
            </w:pPr>
            <w:r w:rsidRPr="00E062F1">
              <w:rPr>
                <w:noProof/>
              </w:rPr>
              <w:t>DC_3A_n257D</w:t>
            </w:r>
          </w:p>
          <w:p w14:paraId="779B3115" w14:textId="77777777" w:rsidR="00862446" w:rsidRPr="00E062F1" w:rsidRDefault="00862446" w:rsidP="006B3BD2">
            <w:pPr>
              <w:pStyle w:val="TAC"/>
              <w:rPr>
                <w:noProof/>
              </w:rPr>
            </w:pPr>
            <w:r w:rsidRPr="00E062F1">
              <w:rPr>
                <w:noProof/>
              </w:rPr>
              <w:t>DC_3A_n257G</w:t>
            </w:r>
          </w:p>
          <w:p w14:paraId="17B6E2CD" w14:textId="77777777" w:rsidR="00862446" w:rsidRPr="00E062F1" w:rsidRDefault="00862446" w:rsidP="006B3BD2">
            <w:pPr>
              <w:pStyle w:val="TAC"/>
              <w:rPr>
                <w:noProof/>
              </w:rPr>
            </w:pPr>
            <w:r w:rsidRPr="00E062F1">
              <w:rPr>
                <w:noProof/>
              </w:rPr>
              <w:t>DC_3A_n257H</w:t>
            </w:r>
          </w:p>
          <w:p w14:paraId="5E2782CD" w14:textId="77777777" w:rsidR="00862446" w:rsidRPr="00E062F1" w:rsidRDefault="00862446" w:rsidP="006B3BD2">
            <w:pPr>
              <w:pStyle w:val="TAC"/>
              <w:rPr>
                <w:noProof/>
              </w:rPr>
            </w:pPr>
            <w:r w:rsidRPr="00E062F1">
              <w:rPr>
                <w:noProof/>
              </w:rPr>
              <w:t>DC_3A_n257I</w:t>
            </w:r>
          </w:p>
          <w:p w14:paraId="2CD1D262" w14:textId="77777777" w:rsidR="00862446" w:rsidRPr="00E062F1" w:rsidRDefault="00862446" w:rsidP="006B3BD2">
            <w:pPr>
              <w:pStyle w:val="TAC"/>
              <w:rPr>
                <w:noProof/>
              </w:rPr>
            </w:pPr>
            <w:r w:rsidRPr="00E062F1">
              <w:rPr>
                <w:noProof/>
              </w:rPr>
              <w:t>DC_1A_n78A-n257A</w:t>
            </w:r>
          </w:p>
          <w:p w14:paraId="0880C043" w14:textId="77777777" w:rsidR="00862446" w:rsidRPr="00E062F1" w:rsidRDefault="00862446" w:rsidP="006B3BD2">
            <w:pPr>
              <w:pStyle w:val="TAC"/>
              <w:rPr>
                <w:noProof/>
              </w:rPr>
            </w:pPr>
            <w:r w:rsidRPr="00E062F1">
              <w:rPr>
                <w:noProof/>
              </w:rPr>
              <w:t>DC_1A_n78A-n257G</w:t>
            </w:r>
          </w:p>
          <w:p w14:paraId="4E5C88D4" w14:textId="77777777" w:rsidR="00862446" w:rsidRPr="00E062F1" w:rsidRDefault="00862446" w:rsidP="006B3BD2">
            <w:pPr>
              <w:pStyle w:val="TAC"/>
              <w:rPr>
                <w:noProof/>
              </w:rPr>
            </w:pPr>
            <w:r w:rsidRPr="00E062F1">
              <w:rPr>
                <w:noProof/>
              </w:rPr>
              <w:t>DC_1A_n78A-n257H</w:t>
            </w:r>
          </w:p>
          <w:p w14:paraId="4EFA1996" w14:textId="77777777" w:rsidR="00862446" w:rsidRPr="00E062F1" w:rsidRDefault="00862446" w:rsidP="006B3BD2">
            <w:pPr>
              <w:pStyle w:val="TAC"/>
              <w:rPr>
                <w:noProof/>
              </w:rPr>
            </w:pPr>
            <w:r w:rsidRPr="00E062F1">
              <w:rPr>
                <w:noProof/>
              </w:rPr>
              <w:t>DC_1A_n78A-n257I</w:t>
            </w:r>
          </w:p>
          <w:p w14:paraId="6BB470E6" w14:textId="77777777" w:rsidR="00862446" w:rsidRPr="00E062F1" w:rsidRDefault="00862446" w:rsidP="006B3BD2">
            <w:pPr>
              <w:pStyle w:val="TAC"/>
              <w:rPr>
                <w:noProof/>
              </w:rPr>
            </w:pPr>
            <w:r w:rsidRPr="00E062F1">
              <w:rPr>
                <w:noProof/>
              </w:rPr>
              <w:t>DC_3A_n78A-n257A</w:t>
            </w:r>
          </w:p>
          <w:p w14:paraId="045C067E" w14:textId="77777777" w:rsidR="00862446" w:rsidRPr="00E062F1" w:rsidRDefault="00862446" w:rsidP="006B3BD2">
            <w:pPr>
              <w:pStyle w:val="TAC"/>
              <w:rPr>
                <w:noProof/>
              </w:rPr>
            </w:pPr>
            <w:r w:rsidRPr="00E062F1">
              <w:rPr>
                <w:noProof/>
              </w:rPr>
              <w:t>DC_3A_n78A-n257G</w:t>
            </w:r>
          </w:p>
          <w:p w14:paraId="5971C8A5" w14:textId="77777777" w:rsidR="00862446" w:rsidRPr="00E062F1" w:rsidRDefault="00862446" w:rsidP="006B3BD2">
            <w:pPr>
              <w:pStyle w:val="TAC"/>
              <w:rPr>
                <w:noProof/>
              </w:rPr>
            </w:pPr>
            <w:r w:rsidRPr="00E062F1">
              <w:rPr>
                <w:noProof/>
              </w:rPr>
              <w:t>DC_3A_n78A-n257H</w:t>
            </w:r>
          </w:p>
          <w:p w14:paraId="2112DD3D" w14:textId="7D2B369B" w:rsidR="00821EDB" w:rsidRPr="00E062F1" w:rsidRDefault="00862446" w:rsidP="006B3BD2">
            <w:pPr>
              <w:pStyle w:val="TAC"/>
              <w:rPr>
                <w:noProof/>
              </w:rPr>
            </w:pPr>
            <w:r w:rsidRPr="00E062F1">
              <w:rPr>
                <w:noProof/>
              </w:rPr>
              <w:t>DC_3A_n78A-n257I</w:t>
            </w:r>
          </w:p>
        </w:tc>
      </w:tr>
      <w:tr w:rsidR="00821EDB" w:rsidRPr="00E062F1" w14:paraId="2199178C" w14:textId="77777777" w:rsidTr="006B3BD2">
        <w:trPr>
          <w:trHeight w:val="187"/>
          <w:jc w:val="center"/>
        </w:trPr>
        <w:tc>
          <w:tcPr>
            <w:tcW w:w="3969" w:type="dxa"/>
            <w:shd w:val="clear" w:color="auto" w:fill="auto"/>
            <w:noWrap/>
            <w:tcMar>
              <w:top w:w="28" w:type="dxa"/>
              <w:left w:w="28" w:type="dxa"/>
              <w:bottom w:w="28" w:type="dxa"/>
              <w:right w:w="28" w:type="dxa"/>
            </w:tcMar>
          </w:tcPr>
          <w:p w14:paraId="7B103B31" w14:textId="0E762CE0" w:rsidR="00821EDB" w:rsidRPr="00E062F1" w:rsidRDefault="00821EDB" w:rsidP="006B3BD2">
            <w:pPr>
              <w:pStyle w:val="TAC"/>
              <w:rPr>
                <w:rFonts w:cs="Arial"/>
                <w:lang w:eastAsia="zh-CN"/>
              </w:rPr>
            </w:pPr>
            <w:r w:rsidRPr="00E062F1">
              <w:rPr>
                <w:rFonts w:cs="Arial"/>
                <w:lang w:eastAsia="zh-CN"/>
              </w:rPr>
              <w:t>DC_1A-3A_n79A</w:t>
            </w:r>
            <w:r w:rsidRPr="00E062F1">
              <w:rPr>
                <w:rFonts w:cs="Arial"/>
                <w:lang w:eastAsia="ja-JP"/>
              </w:rPr>
              <w:t>-</w:t>
            </w:r>
            <w:r w:rsidRPr="00E062F1">
              <w:rPr>
                <w:rFonts w:cs="Arial"/>
                <w:lang w:eastAsia="zh-CN"/>
              </w:rPr>
              <w:t>n257</w:t>
            </w:r>
            <w:r w:rsidRPr="00E062F1">
              <w:rPr>
                <w:rFonts w:eastAsia="Yu Mincho" w:cs="Arial"/>
                <w:lang w:eastAsia="zh-CN"/>
              </w:rPr>
              <w:t>A</w:t>
            </w:r>
            <w:r w:rsidR="00941393">
              <w:rPr>
                <w:rFonts w:hint="eastAsia"/>
                <w:vertAlign w:val="superscript"/>
                <w:lang w:eastAsia="zh-TW"/>
              </w:rPr>
              <w:t>2</w:t>
            </w:r>
          </w:p>
          <w:p w14:paraId="38BBADD4" w14:textId="47A4D645" w:rsidR="00821EDB" w:rsidRPr="00E062F1" w:rsidRDefault="00821EDB" w:rsidP="006B3BD2">
            <w:pPr>
              <w:pStyle w:val="TAC"/>
              <w:rPr>
                <w:rFonts w:cs="Arial"/>
                <w:lang w:eastAsia="zh-CN"/>
              </w:rPr>
            </w:pPr>
            <w:r w:rsidRPr="00E062F1">
              <w:rPr>
                <w:rFonts w:cs="Arial"/>
                <w:lang w:eastAsia="zh-CN"/>
              </w:rPr>
              <w:t>DC_1A-3A_n79A</w:t>
            </w:r>
            <w:r w:rsidRPr="00E062F1">
              <w:rPr>
                <w:rFonts w:cs="Arial"/>
                <w:lang w:eastAsia="ja-JP"/>
              </w:rPr>
              <w:t>-</w:t>
            </w:r>
            <w:r w:rsidRPr="00E062F1">
              <w:rPr>
                <w:rFonts w:cs="Arial"/>
                <w:lang w:eastAsia="zh-CN"/>
              </w:rPr>
              <w:t>n257</w:t>
            </w:r>
            <w:r w:rsidRPr="00E062F1">
              <w:rPr>
                <w:rFonts w:eastAsia="Yu Mincho" w:cs="Arial"/>
                <w:lang w:eastAsia="zh-CN"/>
              </w:rPr>
              <w:t>G</w:t>
            </w:r>
            <w:r w:rsidR="00941393">
              <w:rPr>
                <w:rFonts w:hint="eastAsia"/>
                <w:vertAlign w:val="superscript"/>
                <w:lang w:eastAsia="zh-TW"/>
              </w:rPr>
              <w:t>2</w:t>
            </w:r>
          </w:p>
          <w:p w14:paraId="13086E91" w14:textId="52733128" w:rsidR="00821EDB" w:rsidRPr="00E062F1" w:rsidRDefault="00821EDB" w:rsidP="006B3BD2">
            <w:pPr>
              <w:pStyle w:val="TAC"/>
              <w:rPr>
                <w:rFonts w:cs="Arial"/>
                <w:lang w:eastAsia="zh-CN"/>
              </w:rPr>
            </w:pPr>
            <w:r w:rsidRPr="00E062F1">
              <w:rPr>
                <w:rFonts w:cs="Arial"/>
                <w:lang w:eastAsia="zh-CN"/>
              </w:rPr>
              <w:t>DC_1A-3A_n79A</w:t>
            </w:r>
            <w:r w:rsidRPr="00E062F1">
              <w:rPr>
                <w:rFonts w:cs="Arial"/>
                <w:lang w:eastAsia="ja-JP"/>
              </w:rPr>
              <w:t>-</w:t>
            </w:r>
            <w:r w:rsidRPr="00E062F1">
              <w:rPr>
                <w:rFonts w:cs="Arial"/>
                <w:lang w:eastAsia="zh-CN"/>
              </w:rPr>
              <w:t>n257</w:t>
            </w:r>
            <w:r w:rsidRPr="00E062F1">
              <w:rPr>
                <w:rFonts w:eastAsia="Yu Mincho" w:cs="Arial"/>
                <w:lang w:eastAsia="zh-CN"/>
              </w:rPr>
              <w:t>H</w:t>
            </w:r>
            <w:r w:rsidR="00941393">
              <w:rPr>
                <w:rFonts w:hint="eastAsia"/>
                <w:vertAlign w:val="superscript"/>
                <w:lang w:eastAsia="zh-TW"/>
              </w:rPr>
              <w:t>2</w:t>
            </w:r>
          </w:p>
          <w:p w14:paraId="45866E44" w14:textId="18E21F44" w:rsidR="00821EDB" w:rsidRPr="00E062F1" w:rsidRDefault="00821EDB" w:rsidP="006B3BD2">
            <w:pPr>
              <w:pStyle w:val="TAC"/>
              <w:rPr>
                <w:noProof/>
              </w:rPr>
            </w:pPr>
            <w:r w:rsidRPr="00E062F1">
              <w:rPr>
                <w:rFonts w:cs="Arial"/>
                <w:lang w:eastAsia="zh-CN"/>
              </w:rPr>
              <w:t>DC_1A-3A_n79A</w:t>
            </w:r>
            <w:r w:rsidRPr="00E062F1">
              <w:rPr>
                <w:rFonts w:cs="Arial"/>
                <w:lang w:eastAsia="ja-JP"/>
              </w:rPr>
              <w:t>-</w:t>
            </w:r>
            <w:r w:rsidRPr="00E062F1">
              <w:rPr>
                <w:rFonts w:cs="Arial"/>
                <w:lang w:eastAsia="zh-CN"/>
              </w:rPr>
              <w:t>n257</w:t>
            </w:r>
            <w:r w:rsidRPr="00E062F1">
              <w:rPr>
                <w:rFonts w:eastAsia="Yu Mincho" w:cs="Arial"/>
                <w:lang w:eastAsia="zh-CN"/>
              </w:rPr>
              <w:t>I</w:t>
            </w:r>
            <w:r w:rsidR="00941393">
              <w:rPr>
                <w:rFonts w:hint="eastAsia"/>
                <w:vertAlign w:val="superscript"/>
                <w:lang w:eastAsia="zh-TW"/>
              </w:rPr>
              <w:t>2</w:t>
            </w:r>
          </w:p>
        </w:tc>
        <w:tc>
          <w:tcPr>
            <w:tcW w:w="3969" w:type="dxa"/>
            <w:tcMar>
              <w:top w:w="28" w:type="dxa"/>
              <w:left w:w="28" w:type="dxa"/>
              <w:bottom w:w="28" w:type="dxa"/>
              <w:right w:w="28" w:type="dxa"/>
            </w:tcMar>
          </w:tcPr>
          <w:p w14:paraId="51410C61" w14:textId="77777777" w:rsidR="00821EDB" w:rsidRPr="00E062F1" w:rsidRDefault="00821EDB" w:rsidP="006B3BD2">
            <w:pPr>
              <w:pStyle w:val="TAC"/>
              <w:rPr>
                <w:rFonts w:cs="Arial"/>
                <w:lang w:eastAsia="zh-CN"/>
              </w:rPr>
            </w:pPr>
            <w:r w:rsidRPr="00E062F1">
              <w:rPr>
                <w:rFonts w:cs="Arial"/>
                <w:lang w:eastAsia="zh-CN"/>
              </w:rPr>
              <w:t>DC_1A_n79A</w:t>
            </w:r>
          </w:p>
          <w:p w14:paraId="4784D1BC" w14:textId="77777777" w:rsidR="00821EDB" w:rsidRPr="00E062F1" w:rsidRDefault="00821EDB" w:rsidP="006B3BD2">
            <w:pPr>
              <w:pStyle w:val="TAC"/>
              <w:rPr>
                <w:rFonts w:cs="Arial"/>
                <w:lang w:eastAsia="zh-CN"/>
              </w:rPr>
            </w:pPr>
            <w:r w:rsidRPr="00E062F1">
              <w:rPr>
                <w:rFonts w:cs="Arial"/>
                <w:lang w:eastAsia="zh-CN"/>
              </w:rPr>
              <w:t>DC_1A_n257A</w:t>
            </w:r>
          </w:p>
          <w:p w14:paraId="4D6EF3BC" w14:textId="77777777" w:rsidR="00821EDB" w:rsidRPr="00E062F1" w:rsidRDefault="00821EDB" w:rsidP="006B3BD2">
            <w:pPr>
              <w:pStyle w:val="TAC"/>
              <w:rPr>
                <w:rFonts w:cs="Arial"/>
                <w:lang w:eastAsia="zh-CN"/>
              </w:rPr>
            </w:pPr>
            <w:r w:rsidRPr="00E062F1">
              <w:rPr>
                <w:rFonts w:cs="Arial"/>
                <w:lang w:eastAsia="zh-CN"/>
              </w:rPr>
              <w:t>DC_1A_n257G</w:t>
            </w:r>
          </w:p>
          <w:p w14:paraId="3489565A" w14:textId="77777777" w:rsidR="00821EDB" w:rsidRPr="00E062F1" w:rsidRDefault="00821EDB" w:rsidP="006B3BD2">
            <w:pPr>
              <w:pStyle w:val="TAC"/>
              <w:rPr>
                <w:rFonts w:cs="Arial"/>
                <w:lang w:eastAsia="zh-CN"/>
              </w:rPr>
            </w:pPr>
            <w:r w:rsidRPr="00E062F1">
              <w:rPr>
                <w:rFonts w:cs="Arial"/>
                <w:lang w:eastAsia="zh-CN"/>
              </w:rPr>
              <w:t>DC_1A_n257H</w:t>
            </w:r>
          </w:p>
          <w:p w14:paraId="13C2997C" w14:textId="77777777" w:rsidR="00821EDB" w:rsidRPr="00E062F1" w:rsidRDefault="00821EDB" w:rsidP="006B3BD2">
            <w:pPr>
              <w:pStyle w:val="TAC"/>
              <w:rPr>
                <w:rFonts w:cs="Arial"/>
                <w:lang w:eastAsia="zh-CN"/>
              </w:rPr>
            </w:pPr>
            <w:r w:rsidRPr="00E062F1">
              <w:rPr>
                <w:rFonts w:cs="Arial"/>
                <w:lang w:eastAsia="zh-CN"/>
              </w:rPr>
              <w:t>DC_1A_n257I</w:t>
            </w:r>
          </w:p>
          <w:p w14:paraId="2B86D4E8" w14:textId="77777777" w:rsidR="00821EDB" w:rsidRPr="00E062F1" w:rsidRDefault="00821EDB" w:rsidP="006B3BD2">
            <w:pPr>
              <w:pStyle w:val="TAC"/>
              <w:rPr>
                <w:rFonts w:cs="Arial"/>
                <w:lang w:eastAsia="zh-CN"/>
              </w:rPr>
            </w:pPr>
            <w:r w:rsidRPr="00E062F1">
              <w:rPr>
                <w:rFonts w:cs="Arial"/>
                <w:lang w:eastAsia="zh-CN"/>
              </w:rPr>
              <w:t>DC_3A_n79A</w:t>
            </w:r>
          </w:p>
          <w:p w14:paraId="6EA29E39" w14:textId="77777777" w:rsidR="00821EDB" w:rsidRPr="00E062F1" w:rsidRDefault="00821EDB" w:rsidP="006B3BD2">
            <w:pPr>
              <w:pStyle w:val="TAC"/>
              <w:rPr>
                <w:rFonts w:cs="Arial"/>
                <w:lang w:eastAsia="zh-CN"/>
              </w:rPr>
            </w:pPr>
            <w:r w:rsidRPr="00E062F1">
              <w:rPr>
                <w:rFonts w:cs="Arial"/>
                <w:lang w:eastAsia="zh-CN"/>
              </w:rPr>
              <w:t>DC_3A_n257A</w:t>
            </w:r>
          </w:p>
          <w:p w14:paraId="6F9CD7A8" w14:textId="77777777" w:rsidR="00821EDB" w:rsidRPr="00E062F1" w:rsidRDefault="00821EDB" w:rsidP="006B3BD2">
            <w:pPr>
              <w:pStyle w:val="TAC"/>
              <w:rPr>
                <w:rFonts w:cs="Arial"/>
                <w:lang w:eastAsia="zh-CN"/>
              </w:rPr>
            </w:pPr>
            <w:r w:rsidRPr="00E062F1">
              <w:rPr>
                <w:rFonts w:cs="Arial"/>
                <w:lang w:eastAsia="zh-CN"/>
              </w:rPr>
              <w:t>DC_3A_n257G</w:t>
            </w:r>
          </w:p>
          <w:p w14:paraId="6F0A380C" w14:textId="77777777" w:rsidR="00821EDB" w:rsidRPr="00E062F1" w:rsidRDefault="00821EDB" w:rsidP="006B3BD2">
            <w:pPr>
              <w:pStyle w:val="TAC"/>
              <w:rPr>
                <w:rFonts w:cs="Arial"/>
                <w:lang w:eastAsia="zh-CN"/>
              </w:rPr>
            </w:pPr>
            <w:r w:rsidRPr="00E062F1">
              <w:rPr>
                <w:rFonts w:cs="Arial"/>
                <w:lang w:eastAsia="zh-CN"/>
              </w:rPr>
              <w:t>DC_3A_n257H</w:t>
            </w:r>
          </w:p>
          <w:p w14:paraId="7615137A" w14:textId="77777777" w:rsidR="00821EDB" w:rsidRPr="00E062F1" w:rsidRDefault="00821EDB" w:rsidP="006B3BD2">
            <w:pPr>
              <w:pStyle w:val="TAC"/>
              <w:rPr>
                <w:noProof/>
              </w:rPr>
            </w:pPr>
            <w:r w:rsidRPr="00E062F1">
              <w:rPr>
                <w:rFonts w:cs="Arial"/>
                <w:lang w:eastAsia="zh-CN"/>
              </w:rPr>
              <w:t>DC_3A_n257I</w:t>
            </w:r>
          </w:p>
        </w:tc>
      </w:tr>
      <w:tr w:rsidR="00862446" w:rsidRPr="00E062F1" w14:paraId="75BF2B43" w14:textId="77777777" w:rsidTr="006B3BD2">
        <w:trPr>
          <w:trHeight w:val="187"/>
          <w:jc w:val="center"/>
        </w:trPr>
        <w:tc>
          <w:tcPr>
            <w:tcW w:w="3969" w:type="dxa"/>
            <w:shd w:val="clear" w:color="auto" w:fill="auto"/>
            <w:noWrap/>
            <w:tcMar>
              <w:top w:w="28" w:type="dxa"/>
              <w:left w:w="28" w:type="dxa"/>
              <w:bottom w:w="28" w:type="dxa"/>
              <w:right w:w="28" w:type="dxa"/>
            </w:tcMar>
          </w:tcPr>
          <w:p w14:paraId="2A5D45E3" w14:textId="7E5A1D3A" w:rsidR="00862446" w:rsidRPr="00E062F1" w:rsidRDefault="00862446" w:rsidP="006B3BD2">
            <w:pPr>
              <w:pStyle w:val="TAC"/>
              <w:rPr>
                <w:noProof/>
              </w:rPr>
            </w:pPr>
            <w:r w:rsidRPr="00E062F1">
              <w:rPr>
                <w:noProof/>
              </w:rPr>
              <w:t>DC_1A-3A_n79A-n257A</w:t>
            </w:r>
            <w:r w:rsidR="00941393">
              <w:rPr>
                <w:rFonts w:hint="eastAsia"/>
                <w:vertAlign w:val="superscript"/>
                <w:lang w:eastAsia="zh-TW"/>
              </w:rPr>
              <w:t>2</w:t>
            </w:r>
          </w:p>
          <w:p w14:paraId="574EEA0F" w14:textId="76982AD4" w:rsidR="00862446" w:rsidRPr="00E062F1" w:rsidRDefault="00862446" w:rsidP="006B3BD2">
            <w:pPr>
              <w:pStyle w:val="TAC"/>
              <w:rPr>
                <w:rFonts w:eastAsia="Malgun Gothic"/>
                <w:noProof/>
                <w:lang w:eastAsia="ko-KR"/>
              </w:rPr>
            </w:pPr>
            <w:r w:rsidRPr="00E062F1">
              <w:rPr>
                <w:noProof/>
                <w:lang w:eastAsia="zh-CN"/>
              </w:rPr>
              <w:t>DC_1A-3A_n79A-n257G</w:t>
            </w:r>
            <w:r w:rsidR="00941393">
              <w:rPr>
                <w:rFonts w:hint="eastAsia"/>
                <w:vertAlign w:val="superscript"/>
                <w:lang w:eastAsia="zh-TW"/>
              </w:rPr>
              <w:t>2</w:t>
            </w:r>
          </w:p>
          <w:p w14:paraId="09761E10" w14:textId="0B671E4E" w:rsidR="00862446" w:rsidRPr="00E062F1" w:rsidRDefault="00862446" w:rsidP="006B3BD2">
            <w:pPr>
              <w:pStyle w:val="TAC"/>
              <w:rPr>
                <w:rFonts w:eastAsia="Malgun Gothic"/>
                <w:noProof/>
                <w:lang w:eastAsia="ko-KR"/>
              </w:rPr>
            </w:pPr>
            <w:r w:rsidRPr="00E062F1">
              <w:rPr>
                <w:noProof/>
                <w:lang w:eastAsia="zh-CN"/>
              </w:rPr>
              <w:t>DC_1A-3A_n79A-n257H</w:t>
            </w:r>
            <w:r w:rsidR="00941393">
              <w:rPr>
                <w:rFonts w:hint="eastAsia"/>
                <w:vertAlign w:val="superscript"/>
                <w:lang w:eastAsia="zh-TW"/>
              </w:rPr>
              <w:t>2</w:t>
            </w:r>
          </w:p>
          <w:p w14:paraId="563BDEB5" w14:textId="26682D20" w:rsidR="00862446" w:rsidRPr="00E062F1" w:rsidRDefault="00862446" w:rsidP="006B3BD2">
            <w:pPr>
              <w:pStyle w:val="TAC"/>
              <w:rPr>
                <w:rFonts w:cs="Arial"/>
                <w:lang w:eastAsia="zh-CN"/>
              </w:rPr>
            </w:pPr>
            <w:r w:rsidRPr="00E062F1">
              <w:rPr>
                <w:noProof/>
                <w:lang w:eastAsia="zh-CN"/>
              </w:rPr>
              <w:t>DC_1A-3A_n79A-n257I</w:t>
            </w:r>
            <w:r w:rsidR="00941393">
              <w:rPr>
                <w:rFonts w:hint="eastAsia"/>
                <w:vertAlign w:val="superscript"/>
                <w:lang w:eastAsia="zh-TW"/>
              </w:rPr>
              <w:t>2</w:t>
            </w:r>
          </w:p>
        </w:tc>
        <w:tc>
          <w:tcPr>
            <w:tcW w:w="3969" w:type="dxa"/>
            <w:tcMar>
              <w:top w:w="28" w:type="dxa"/>
              <w:left w:w="28" w:type="dxa"/>
              <w:bottom w:w="28" w:type="dxa"/>
              <w:right w:w="28" w:type="dxa"/>
            </w:tcMar>
          </w:tcPr>
          <w:p w14:paraId="3418E9EE" w14:textId="77777777" w:rsidR="00862446" w:rsidRPr="00E062F1" w:rsidRDefault="00862446" w:rsidP="006B3BD2">
            <w:pPr>
              <w:pStyle w:val="TAC"/>
              <w:rPr>
                <w:noProof/>
              </w:rPr>
            </w:pPr>
            <w:r w:rsidRPr="00E062F1">
              <w:rPr>
                <w:noProof/>
              </w:rPr>
              <w:t>DC_1A_n79A-n257A</w:t>
            </w:r>
          </w:p>
          <w:p w14:paraId="3AD32B8C" w14:textId="77777777" w:rsidR="00862446" w:rsidRPr="00E062F1" w:rsidRDefault="00862446" w:rsidP="006B3BD2">
            <w:pPr>
              <w:pStyle w:val="TAC"/>
              <w:rPr>
                <w:noProof/>
              </w:rPr>
            </w:pPr>
            <w:r w:rsidRPr="00E062F1">
              <w:rPr>
                <w:noProof/>
              </w:rPr>
              <w:t>DC_1A_n79A-n257G</w:t>
            </w:r>
          </w:p>
          <w:p w14:paraId="523A7CC4" w14:textId="77777777" w:rsidR="00862446" w:rsidRPr="00E062F1" w:rsidRDefault="00862446" w:rsidP="006B3BD2">
            <w:pPr>
              <w:pStyle w:val="TAC"/>
              <w:rPr>
                <w:noProof/>
              </w:rPr>
            </w:pPr>
            <w:r w:rsidRPr="00E062F1">
              <w:rPr>
                <w:noProof/>
              </w:rPr>
              <w:t>DC_1A_n79A-n257H</w:t>
            </w:r>
          </w:p>
          <w:p w14:paraId="28D13C0D" w14:textId="77777777" w:rsidR="00862446" w:rsidRPr="00E062F1" w:rsidRDefault="00862446" w:rsidP="006B3BD2">
            <w:pPr>
              <w:pStyle w:val="TAC"/>
              <w:rPr>
                <w:noProof/>
              </w:rPr>
            </w:pPr>
            <w:r w:rsidRPr="00E062F1">
              <w:rPr>
                <w:noProof/>
              </w:rPr>
              <w:t>DC_1A_n79A-n257I</w:t>
            </w:r>
          </w:p>
          <w:p w14:paraId="7DF9982F" w14:textId="77777777" w:rsidR="00862446" w:rsidRPr="00E062F1" w:rsidRDefault="00862446" w:rsidP="006B3BD2">
            <w:pPr>
              <w:pStyle w:val="TAC"/>
              <w:rPr>
                <w:noProof/>
              </w:rPr>
            </w:pPr>
            <w:r w:rsidRPr="00E062F1">
              <w:rPr>
                <w:noProof/>
              </w:rPr>
              <w:t>DC_3A_n79A-n257A</w:t>
            </w:r>
          </w:p>
          <w:p w14:paraId="6B503EA1" w14:textId="77777777" w:rsidR="00862446" w:rsidRPr="00E062F1" w:rsidRDefault="00862446" w:rsidP="006B3BD2">
            <w:pPr>
              <w:pStyle w:val="TAC"/>
              <w:rPr>
                <w:noProof/>
              </w:rPr>
            </w:pPr>
            <w:r w:rsidRPr="00E062F1">
              <w:rPr>
                <w:noProof/>
              </w:rPr>
              <w:t>DC_3A_n79A-n257G</w:t>
            </w:r>
          </w:p>
          <w:p w14:paraId="007F9490" w14:textId="77777777" w:rsidR="00862446" w:rsidRPr="00E062F1" w:rsidRDefault="00862446" w:rsidP="006B3BD2">
            <w:pPr>
              <w:pStyle w:val="TAC"/>
              <w:rPr>
                <w:noProof/>
              </w:rPr>
            </w:pPr>
            <w:r w:rsidRPr="00E062F1">
              <w:rPr>
                <w:noProof/>
              </w:rPr>
              <w:t>DC_3A_n79A-n257H</w:t>
            </w:r>
          </w:p>
          <w:p w14:paraId="51DBBBC4" w14:textId="39730558" w:rsidR="00862446" w:rsidRPr="00E062F1" w:rsidRDefault="00862446" w:rsidP="006B3BD2">
            <w:pPr>
              <w:pStyle w:val="TAC"/>
              <w:rPr>
                <w:rFonts w:cs="Arial"/>
                <w:lang w:eastAsia="zh-CN"/>
              </w:rPr>
            </w:pPr>
            <w:r w:rsidRPr="00E062F1">
              <w:rPr>
                <w:noProof/>
              </w:rPr>
              <w:t>DC_3A_n79A-n257I</w:t>
            </w:r>
          </w:p>
        </w:tc>
      </w:tr>
      <w:tr w:rsidR="00821EDB" w:rsidRPr="00E062F1" w14:paraId="77F5A8AC" w14:textId="77777777" w:rsidTr="006B3BD2">
        <w:trPr>
          <w:trHeight w:val="187"/>
          <w:jc w:val="center"/>
        </w:trPr>
        <w:tc>
          <w:tcPr>
            <w:tcW w:w="3969" w:type="dxa"/>
            <w:shd w:val="clear" w:color="auto" w:fill="auto"/>
            <w:noWrap/>
            <w:tcMar>
              <w:top w:w="28" w:type="dxa"/>
              <w:left w:w="28" w:type="dxa"/>
              <w:bottom w:w="28" w:type="dxa"/>
              <w:right w:w="28" w:type="dxa"/>
            </w:tcMar>
          </w:tcPr>
          <w:p w14:paraId="092922D0" w14:textId="77777777" w:rsidR="00821EDB" w:rsidRPr="00E062F1" w:rsidRDefault="00821EDB" w:rsidP="006B3BD2">
            <w:pPr>
              <w:pStyle w:val="TAC"/>
              <w:rPr>
                <w:noProof/>
              </w:rPr>
            </w:pPr>
            <w:r w:rsidRPr="00E062F1">
              <w:rPr>
                <w:noProof/>
              </w:rPr>
              <w:t>DC_1A-5A_n78A-n257A</w:t>
            </w:r>
          </w:p>
          <w:p w14:paraId="0A294DF2" w14:textId="77777777" w:rsidR="00821EDB" w:rsidRPr="00E062F1" w:rsidRDefault="00821EDB" w:rsidP="006B3BD2">
            <w:pPr>
              <w:pStyle w:val="TAC"/>
              <w:rPr>
                <w:rFonts w:eastAsia="Malgun Gothic"/>
                <w:noProof/>
                <w:lang w:eastAsia="ko-KR"/>
              </w:rPr>
            </w:pPr>
            <w:r w:rsidRPr="00E062F1">
              <w:rPr>
                <w:noProof/>
                <w:lang w:eastAsia="zh-CN"/>
              </w:rPr>
              <w:t>DC_1A-5A_n78A-n257D</w:t>
            </w:r>
          </w:p>
          <w:p w14:paraId="6DA00238" w14:textId="77777777" w:rsidR="00821EDB" w:rsidRPr="00E062F1" w:rsidRDefault="00821EDB" w:rsidP="006B3BD2">
            <w:pPr>
              <w:pStyle w:val="TAC"/>
              <w:rPr>
                <w:rFonts w:eastAsia="Malgun Gothic"/>
                <w:noProof/>
                <w:lang w:eastAsia="ko-KR"/>
              </w:rPr>
            </w:pPr>
            <w:r w:rsidRPr="00E062F1">
              <w:rPr>
                <w:noProof/>
                <w:lang w:eastAsia="zh-CN"/>
              </w:rPr>
              <w:t>DC_1A-5A_n78A-n257E</w:t>
            </w:r>
          </w:p>
          <w:p w14:paraId="2E821F39" w14:textId="77777777" w:rsidR="00821EDB" w:rsidRPr="00E062F1" w:rsidRDefault="00821EDB" w:rsidP="006B3BD2">
            <w:pPr>
              <w:pStyle w:val="TAC"/>
              <w:rPr>
                <w:rFonts w:eastAsia="Malgun Gothic"/>
                <w:noProof/>
                <w:lang w:eastAsia="ko-KR"/>
              </w:rPr>
            </w:pPr>
            <w:r w:rsidRPr="00E062F1">
              <w:rPr>
                <w:noProof/>
                <w:lang w:eastAsia="zh-CN"/>
              </w:rPr>
              <w:t>DC_1A-5A_n78A-n257F</w:t>
            </w:r>
          </w:p>
          <w:p w14:paraId="50F4915E" w14:textId="77777777" w:rsidR="00821EDB" w:rsidRPr="00E062F1" w:rsidRDefault="00821EDB" w:rsidP="006B3BD2">
            <w:pPr>
              <w:pStyle w:val="TAC"/>
              <w:rPr>
                <w:rFonts w:eastAsia="Malgun Gothic"/>
                <w:noProof/>
                <w:lang w:eastAsia="ko-KR"/>
              </w:rPr>
            </w:pPr>
            <w:r w:rsidRPr="00E062F1">
              <w:rPr>
                <w:noProof/>
                <w:lang w:eastAsia="zh-CN"/>
              </w:rPr>
              <w:t>DC_1A-5A_n78A-n257G</w:t>
            </w:r>
          </w:p>
          <w:p w14:paraId="51799DD0" w14:textId="77777777" w:rsidR="00821EDB" w:rsidRPr="00E062F1" w:rsidRDefault="00821EDB" w:rsidP="006B3BD2">
            <w:pPr>
              <w:pStyle w:val="TAC"/>
              <w:rPr>
                <w:rFonts w:eastAsia="Malgun Gothic"/>
                <w:noProof/>
                <w:lang w:eastAsia="ko-KR"/>
              </w:rPr>
            </w:pPr>
            <w:r w:rsidRPr="00E062F1">
              <w:rPr>
                <w:noProof/>
                <w:lang w:eastAsia="zh-CN"/>
              </w:rPr>
              <w:t>DC_1A-5A_n78A-n257H</w:t>
            </w:r>
          </w:p>
          <w:p w14:paraId="41A80629" w14:textId="77777777" w:rsidR="00821EDB" w:rsidRPr="00E062F1" w:rsidRDefault="00821EDB" w:rsidP="006B3BD2">
            <w:pPr>
              <w:pStyle w:val="TAC"/>
              <w:rPr>
                <w:rFonts w:eastAsia="Malgun Gothic"/>
                <w:noProof/>
                <w:lang w:eastAsia="ko-KR"/>
              </w:rPr>
            </w:pPr>
            <w:r w:rsidRPr="00E062F1">
              <w:rPr>
                <w:noProof/>
                <w:lang w:eastAsia="zh-CN"/>
              </w:rPr>
              <w:t>DC_1A-5A_n78A-n257I</w:t>
            </w:r>
          </w:p>
          <w:p w14:paraId="66012550" w14:textId="77777777" w:rsidR="00821EDB" w:rsidRPr="00E062F1" w:rsidRDefault="00821EDB" w:rsidP="006B3BD2">
            <w:pPr>
              <w:pStyle w:val="TAC"/>
              <w:rPr>
                <w:rFonts w:eastAsia="Malgun Gothic"/>
                <w:noProof/>
                <w:lang w:eastAsia="ko-KR"/>
              </w:rPr>
            </w:pPr>
            <w:r w:rsidRPr="00E062F1">
              <w:rPr>
                <w:noProof/>
                <w:lang w:eastAsia="zh-CN"/>
              </w:rPr>
              <w:t>DC_1A-5A_n78A-n257J</w:t>
            </w:r>
          </w:p>
          <w:p w14:paraId="550166C5" w14:textId="77777777" w:rsidR="00821EDB" w:rsidRPr="00E062F1" w:rsidRDefault="00821EDB" w:rsidP="006B3BD2">
            <w:pPr>
              <w:pStyle w:val="TAC"/>
              <w:rPr>
                <w:rFonts w:eastAsia="Malgun Gothic"/>
                <w:noProof/>
                <w:lang w:eastAsia="ko-KR"/>
              </w:rPr>
            </w:pPr>
            <w:r w:rsidRPr="00E062F1">
              <w:rPr>
                <w:noProof/>
                <w:lang w:eastAsia="zh-CN"/>
              </w:rPr>
              <w:t>DC_1A-5A_n78A-n257K</w:t>
            </w:r>
          </w:p>
          <w:p w14:paraId="31D0854F" w14:textId="77777777" w:rsidR="00821EDB" w:rsidRPr="00E062F1" w:rsidRDefault="00821EDB" w:rsidP="006B3BD2">
            <w:pPr>
              <w:pStyle w:val="TAC"/>
              <w:rPr>
                <w:rFonts w:eastAsia="Malgun Gothic"/>
                <w:noProof/>
                <w:lang w:eastAsia="ko-KR"/>
              </w:rPr>
            </w:pPr>
            <w:r w:rsidRPr="00E062F1">
              <w:rPr>
                <w:noProof/>
                <w:lang w:eastAsia="zh-CN"/>
              </w:rPr>
              <w:t>DC_1A-5A_n78A-n257L</w:t>
            </w:r>
          </w:p>
          <w:p w14:paraId="2796F733" w14:textId="77777777" w:rsidR="00821EDB" w:rsidRPr="00E062F1" w:rsidRDefault="00821EDB" w:rsidP="006B3BD2">
            <w:pPr>
              <w:pStyle w:val="TAC"/>
              <w:rPr>
                <w:noProof/>
              </w:rPr>
            </w:pPr>
            <w:r w:rsidRPr="00E062F1">
              <w:rPr>
                <w:noProof/>
                <w:lang w:eastAsia="zh-CN"/>
              </w:rPr>
              <w:t>DC_1A-5A_n78A-n257M</w:t>
            </w:r>
          </w:p>
        </w:tc>
        <w:tc>
          <w:tcPr>
            <w:tcW w:w="3969" w:type="dxa"/>
            <w:tcMar>
              <w:top w:w="28" w:type="dxa"/>
              <w:left w:w="28" w:type="dxa"/>
              <w:bottom w:w="28" w:type="dxa"/>
              <w:right w:w="28" w:type="dxa"/>
            </w:tcMar>
          </w:tcPr>
          <w:p w14:paraId="65962EA6" w14:textId="77777777" w:rsidR="00821EDB" w:rsidRPr="00E062F1" w:rsidRDefault="00821EDB" w:rsidP="006B3BD2">
            <w:pPr>
              <w:pStyle w:val="TAC"/>
              <w:rPr>
                <w:noProof/>
              </w:rPr>
            </w:pPr>
            <w:r w:rsidRPr="00E062F1">
              <w:rPr>
                <w:noProof/>
              </w:rPr>
              <w:t>DC_1A_n78A</w:t>
            </w:r>
          </w:p>
          <w:p w14:paraId="4D888F50" w14:textId="77777777" w:rsidR="00821EDB" w:rsidRPr="00E062F1" w:rsidRDefault="00821EDB" w:rsidP="006B3BD2">
            <w:pPr>
              <w:pStyle w:val="TAC"/>
              <w:rPr>
                <w:noProof/>
              </w:rPr>
            </w:pPr>
            <w:r w:rsidRPr="00E062F1">
              <w:rPr>
                <w:noProof/>
              </w:rPr>
              <w:t>DC_1A_n257A</w:t>
            </w:r>
          </w:p>
          <w:p w14:paraId="0AEED751" w14:textId="77777777" w:rsidR="00821EDB" w:rsidRPr="00E062F1" w:rsidRDefault="00821EDB" w:rsidP="006B3BD2">
            <w:pPr>
              <w:pStyle w:val="TAC"/>
              <w:rPr>
                <w:noProof/>
              </w:rPr>
            </w:pPr>
            <w:r w:rsidRPr="00E062F1">
              <w:rPr>
                <w:noProof/>
              </w:rPr>
              <w:t>DC_5A_n78A</w:t>
            </w:r>
          </w:p>
          <w:p w14:paraId="07C6FD72" w14:textId="77777777" w:rsidR="00821EDB" w:rsidRPr="00E062F1" w:rsidRDefault="00821EDB" w:rsidP="006B3BD2">
            <w:pPr>
              <w:pStyle w:val="TAC"/>
              <w:rPr>
                <w:noProof/>
              </w:rPr>
            </w:pPr>
            <w:r w:rsidRPr="00E062F1">
              <w:rPr>
                <w:noProof/>
              </w:rPr>
              <w:t>DC_5A_n257A</w:t>
            </w:r>
          </w:p>
        </w:tc>
      </w:tr>
      <w:tr w:rsidR="00821EDB" w:rsidRPr="00E062F1" w14:paraId="7D0247C8" w14:textId="77777777" w:rsidTr="006B3BD2">
        <w:trPr>
          <w:trHeight w:val="187"/>
          <w:jc w:val="center"/>
        </w:trPr>
        <w:tc>
          <w:tcPr>
            <w:tcW w:w="3969" w:type="dxa"/>
            <w:shd w:val="clear" w:color="auto" w:fill="auto"/>
            <w:noWrap/>
            <w:tcMar>
              <w:top w:w="28" w:type="dxa"/>
              <w:left w:w="28" w:type="dxa"/>
              <w:bottom w:w="28" w:type="dxa"/>
              <w:right w:w="28" w:type="dxa"/>
            </w:tcMar>
          </w:tcPr>
          <w:p w14:paraId="2654B969" w14:textId="77777777" w:rsidR="00821EDB" w:rsidRPr="00E062F1" w:rsidRDefault="00821EDB" w:rsidP="006B3BD2">
            <w:pPr>
              <w:pStyle w:val="TAC"/>
              <w:rPr>
                <w:noProof/>
              </w:rPr>
            </w:pPr>
            <w:r w:rsidRPr="00E062F1">
              <w:rPr>
                <w:noProof/>
              </w:rPr>
              <w:t>DC_1A-7A_n78A-n257A</w:t>
            </w:r>
          </w:p>
          <w:p w14:paraId="1B59AC6A" w14:textId="77777777" w:rsidR="00821EDB" w:rsidRPr="00E062F1" w:rsidRDefault="00821EDB" w:rsidP="006B3BD2">
            <w:pPr>
              <w:pStyle w:val="TAC"/>
              <w:rPr>
                <w:rFonts w:eastAsia="Malgun Gothic"/>
                <w:noProof/>
                <w:lang w:eastAsia="ko-KR"/>
              </w:rPr>
            </w:pPr>
            <w:r w:rsidRPr="00E062F1">
              <w:rPr>
                <w:noProof/>
                <w:lang w:eastAsia="zh-CN"/>
              </w:rPr>
              <w:t>DC_1A-7A_n78A-n257D</w:t>
            </w:r>
          </w:p>
          <w:p w14:paraId="5A382BFB" w14:textId="77777777" w:rsidR="00821EDB" w:rsidRPr="00E062F1" w:rsidRDefault="00821EDB" w:rsidP="006B3BD2">
            <w:pPr>
              <w:pStyle w:val="TAC"/>
              <w:rPr>
                <w:rFonts w:eastAsia="Malgun Gothic"/>
                <w:noProof/>
                <w:lang w:eastAsia="ko-KR"/>
              </w:rPr>
            </w:pPr>
            <w:r w:rsidRPr="00E062F1">
              <w:rPr>
                <w:noProof/>
                <w:lang w:eastAsia="zh-CN"/>
              </w:rPr>
              <w:t>DC_1A-7A_n78A-n257E</w:t>
            </w:r>
          </w:p>
          <w:p w14:paraId="37FC3558" w14:textId="77777777" w:rsidR="00821EDB" w:rsidRPr="00E062F1" w:rsidRDefault="00821EDB" w:rsidP="006B3BD2">
            <w:pPr>
              <w:pStyle w:val="TAC"/>
              <w:rPr>
                <w:rFonts w:eastAsia="Malgun Gothic"/>
                <w:noProof/>
                <w:lang w:eastAsia="ko-KR"/>
              </w:rPr>
            </w:pPr>
            <w:r w:rsidRPr="00E062F1">
              <w:rPr>
                <w:noProof/>
                <w:lang w:eastAsia="zh-CN"/>
              </w:rPr>
              <w:t>DC_1A-7A_n78A-n257F</w:t>
            </w:r>
          </w:p>
          <w:p w14:paraId="61973FCB" w14:textId="77777777" w:rsidR="00821EDB" w:rsidRPr="00E062F1" w:rsidRDefault="00821EDB" w:rsidP="006B3BD2">
            <w:pPr>
              <w:pStyle w:val="TAC"/>
              <w:rPr>
                <w:rFonts w:eastAsia="Malgun Gothic"/>
                <w:noProof/>
                <w:lang w:eastAsia="ko-KR"/>
              </w:rPr>
            </w:pPr>
            <w:r w:rsidRPr="00E062F1">
              <w:rPr>
                <w:noProof/>
                <w:lang w:eastAsia="zh-CN"/>
              </w:rPr>
              <w:t>DC_1A-7A_n78A-n257G</w:t>
            </w:r>
          </w:p>
          <w:p w14:paraId="02772BE3" w14:textId="77777777" w:rsidR="00821EDB" w:rsidRPr="00E062F1" w:rsidRDefault="00821EDB" w:rsidP="006B3BD2">
            <w:pPr>
              <w:pStyle w:val="TAC"/>
              <w:rPr>
                <w:rFonts w:eastAsia="Malgun Gothic"/>
                <w:noProof/>
                <w:lang w:eastAsia="ko-KR"/>
              </w:rPr>
            </w:pPr>
            <w:r w:rsidRPr="00E062F1">
              <w:rPr>
                <w:noProof/>
                <w:lang w:eastAsia="zh-CN"/>
              </w:rPr>
              <w:t>DC_1A-7A_n78A-n257H</w:t>
            </w:r>
          </w:p>
          <w:p w14:paraId="30DB4E7A" w14:textId="77777777" w:rsidR="00821EDB" w:rsidRPr="00E062F1" w:rsidRDefault="00821EDB" w:rsidP="006B3BD2">
            <w:pPr>
              <w:pStyle w:val="TAC"/>
              <w:rPr>
                <w:rFonts w:eastAsia="Malgun Gothic"/>
                <w:noProof/>
                <w:lang w:eastAsia="ko-KR"/>
              </w:rPr>
            </w:pPr>
            <w:r w:rsidRPr="00E062F1">
              <w:rPr>
                <w:noProof/>
                <w:lang w:eastAsia="zh-CN"/>
              </w:rPr>
              <w:t>DC_1A-7A_n78A-n257I</w:t>
            </w:r>
          </w:p>
          <w:p w14:paraId="685E5BD6" w14:textId="77777777" w:rsidR="00821EDB" w:rsidRPr="00E062F1" w:rsidRDefault="00821EDB" w:rsidP="006B3BD2">
            <w:pPr>
              <w:pStyle w:val="TAC"/>
              <w:rPr>
                <w:rFonts w:eastAsia="Malgun Gothic"/>
                <w:noProof/>
                <w:lang w:eastAsia="ko-KR"/>
              </w:rPr>
            </w:pPr>
            <w:r w:rsidRPr="00E062F1">
              <w:rPr>
                <w:noProof/>
                <w:lang w:eastAsia="zh-CN"/>
              </w:rPr>
              <w:t>DC_1A-7A_n78A-n257J</w:t>
            </w:r>
          </w:p>
          <w:p w14:paraId="06F61675" w14:textId="77777777" w:rsidR="00821EDB" w:rsidRPr="00E062F1" w:rsidRDefault="00821EDB" w:rsidP="006B3BD2">
            <w:pPr>
              <w:pStyle w:val="TAC"/>
              <w:rPr>
                <w:rFonts w:eastAsia="Malgun Gothic"/>
                <w:noProof/>
                <w:lang w:eastAsia="ko-KR"/>
              </w:rPr>
            </w:pPr>
            <w:r w:rsidRPr="00E062F1">
              <w:rPr>
                <w:noProof/>
                <w:lang w:eastAsia="zh-CN"/>
              </w:rPr>
              <w:t>DC_1A-7A_n78A-n257K</w:t>
            </w:r>
          </w:p>
          <w:p w14:paraId="29C847B1" w14:textId="77777777" w:rsidR="00821EDB" w:rsidRPr="00E062F1" w:rsidRDefault="00821EDB" w:rsidP="006B3BD2">
            <w:pPr>
              <w:pStyle w:val="TAC"/>
              <w:rPr>
                <w:rFonts w:eastAsia="Malgun Gothic"/>
                <w:noProof/>
                <w:lang w:eastAsia="ko-KR"/>
              </w:rPr>
            </w:pPr>
            <w:r w:rsidRPr="00E062F1">
              <w:rPr>
                <w:noProof/>
                <w:lang w:eastAsia="zh-CN"/>
              </w:rPr>
              <w:t>DC_1A-7A_n78A-n257L</w:t>
            </w:r>
          </w:p>
          <w:p w14:paraId="03732C31" w14:textId="77777777" w:rsidR="00821EDB" w:rsidRPr="00E062F1" w:rsidRDefault="00821EDB" w:rsidP="006B3BD2">
            <w:pPr>
              <w:pStyle w:val="TAC"/>
              <w:rPr>
                <w:noProof/>
              </w:rPr>
            </w:pPr>
            <w:r w:rsidRPr="00E062F1">
              <w:rPr>
                <w:noProof/>
                <w:lang w:eastAsia="zh-CN"/>
              </w:rPr>
              <w:t>DC_1A-7A_n78A-n257M</w:t>
            </w:r>
          </w:p>
        </w:tc>
        <w:tc>
          <w:tcPr>
            <w:tcW w:w="3969" w:type="dxa"/>
            <w:tcMar>
              <w:top w:w="28" w:type="dxa"/>
              <w:left w:w="28" w:type="dxa"/>
              <w:bottom w:w="28" w:type="dxa"/>
              <w:right w:w="28" w:type="dxa"/>
            </w:tcMar>
          </w:tcPr>
          <w:p w14:paraId="747313F0" w14:textId="77777777" w:rsidR="00821EDB" w:rsidRPr="00E062F1" w:rsidRDefault="00821EDB" w:rsidP="006B3BD2">
            <w:pPr>
              <w:pStyle w:val="TAC"/>
              <w:rPr>
                <w:noProof/>
              </w:rPr>
            </w:pPr>
            <w:r w:rsidRPr="00E062F1">
              <w:rPr>
                <w:noProof/>
              </w:rPr>
              <w:t>DC_1A_n78A</w:t>
            </w:r>
          </w:p>
          <w:p w14:paraId="7DD0CA9B" w14:textId="77777777" w:rsidR="00821EDB" w:rsidRPr="00E062F1" w:rsidRDefault="00821EDB" w:rsidP="006B3BD2">
            <w:pPr>
              <w:pStyle w:val="TAC"/>
              <w:rPr>
                <w:noProof/>
              </w:rPr>
            </w:pPr>
            <w:r w:rsidRPr="00E062F1">
              <w:rPr>
                <w:noProof/>
              </w:rPr>
              <w:t>DC_1A_n257A</w:t>
            </w:r>
          </w:p>
          <w:p w14:paraId="4DF99637" w14:textId="77777777" w:rsidR="00821EDB" w:rsidRPr="00E062F1" w:rsidRDefault="00821EDB" w:rsidP="006B3BD2">
            <w:pPr>
              <w:pStyle w:val="TAC"/>
              <w:rPr>
                <w:noProof/>
              </w:rPr>
            </w:pPr>
            <w:r w:rsidRPr="00E062F1">
              <w:rPr>
                <w:noProof/>
              </w:rPr>
              <w:t>DC_7A_n78A</w:t>
            </w:r>
          </w:p>
          <w:p w14:paraId="7B04AA32" w14:textId="77777777" w:rsidR="00821EDB" w:rsidRPr="00E062F1" w:rsidRDefault="00821EDB" w:rsidP="006B3BD2">
            <w:pPr>
              <w:pStyle w:val="TAC"/>
              <w:rPr>
                <w:noProof/>
              </w:rPr>
            </w:pPr>
            <w:r w:rsidRPr="00E062F1">
              <w:rPr>
                <w:noProof/>
              </w:rPr>
              <w:t>DC_7A_n257A</w:t>
            </w:r>
          </w:p>
        </w:tc>
      </w:tr>
      <w:tr w:rsidR="00821EDB" w:rsidRPr="00E062F1" w14:paraId="093BCC31" w14:textId="77777777" w:rsidTr="006B3BD2">
        <w:trPr>
          <w:trHeight w:val="187"/>
          <w:jc w:val="center"/>
        </w:trPr>
        <w:tc>
          <w:tcPr>
            <w:tcW w:w="3969" w:type="dxa"/>
            <w:shd w:val="clear" w:color="auto" w:fill="auto"/>
            <w:noWrap/>
            <w:tcMar>
              <w:top w:w="28" w:type="dxa"/>
              <w:left w:w="28" w:type="dxa"/>
              <w:bottom w:w="28" w:type="dxa"/>
              <w:right w:w="28" w:type="dxa"/>
            </w:tcMar>
          </w:tcPr>
          <w:p w14:paraId="5B88BB2A" w14:textId="77777777" w:rsidR="00821EDB" w:rsidRPr="00E062F1" w:rsidRDefault="00821EDB" w:rsidP="006B3BD2">
            <w:pPr>
              <w:pStyle w:val="TAC"/>
              <w:rPr>
                <w:noProof/>
              </w:rPr>
            </w:pPr>
            <w:r w:rsidRPr="00E062F1">
              <w:rPr>
                <w:noProof/>
              </w:rPr>
              <w:lastRenderedPageBreak/>
              <w:t>DC_1A-7A-7A_n78A-n257A</w:t>
            </w:r>
          </w:p>
          <w:p w14:paraId="27812FAC" w14:textId="77777777" w:rsidR="00821EDB" w:rsidRPr="00E062F1" w:rsidRDefault="00821EDB" w:rsidP="006B3BD2">
            <w:pPr>
              <w:pStyle w:val="TAC"/>
              <w:rPr>
                <w:rFonts w:eastAsia="Malgun Gothic"/>
                <w:noProof/>
                <w:lang w:eastAsia="ko-KR"/>
              </w:rPr>
            </w:pPr>
            <w:r w:rsidRPr="00E062F1">
              <w:rPr>
                <w:noProof/>
                <w:lang w:eastAsia="zh-CN"/>
              </w:rPr>
              <w:t>DC_1A-7A-7A_n78A-n257D</w:t>
            </w:r>
          </w:p>
          <w:p w14:paraId="220EA52A" w14:textId="77777777" w:rsidR="00821EDB" w:rsidRPr="00E062F1" w:rsidRDefault="00821EDB" w:rsidP="006B3BD2">
            <w:pPr>
              <w:pStyle w:val="TAC"/>
              <w:rPr>
                <w:rFonts w:eastAsia="Malgun Gothic"/>
                <w:noProof/>
                <w:lang w:eastAsia="ko-KR"/>
              </w:rPr>
            </w:pPr>
            <w:r w:rsidRPr="00E062F1">
              <w:rPr>
                <w:noProof/>
                <w:lang w:eastAsia="zh-CN"/>
              </w:rPr>
              <w:t>DC_1A-7A-7A_n78A-n257E</w:t>
            </w:r>
          </w:p>
          <w:p w14:paraId="26E30145" w14:textId="77777777" w:rsidR="00821EDB" w:rsidRPr="00E062F1" w:rsidRDefault="00821EDB" w:rsidP="006B3BD2">
            <w:pPr>
              <w:pStyle w:val="TAC"/>
              <w:rPr>
                <w:rFonts w:eastAsia="Malgun Gothic"/>
                <w:noProof/>
                <w:lang w:eastAsia="ko-KR"/>
              </w:rPr>
            </w:pPr>
            <w:r w:rsidRPr="00E062F1">
              <w:rPr>
                <w:noProof/>
                <w:lang w:eastAsia="zh-CN"/>
              </w:rPr>
              <w:t>DC_1A-7A-7A_n78A-n257F</w:t>
            </w:r>
          </w:p>
          <w:p w14:paraId="6DB472B4" w14:textId="77777777" w:rsidR="00821EDB" w:rsidRPr="00E062F1" w:rsidRDefault="00821EDB" w:rsidP="006B3BD2">
            <w:pPr>
              <w:pStyle w:val="TAC"/>
              <w:rPr>
                <w:rFonts w:eastAsia="Malgun Gothic"/>
                <w:noProof/>
                <w:lang w:eastAsia="ko-KR"/>
              </w:rPr>
            </w:pPr>
            <w:r w:rsidRPr="00E062F1">
              <w:rPr>
                <w:noProof/>
                <w:lang w:eastAsia="zh-CN"/>
              </w:rPr>
              <w:t>DC_1A-7A-7A_n78A-n257G</w:t>
            </w:r>
          </w:p>
          <w:p w14:paraId="3EA15DE6" w14:textId="77777777" w:rsidR="00821EDB" w:rsidRPr="00E062F1" w:rsidRDefault="00821EDB" w:rsidP="006B3BD2">
            <w:pPr>
              <w:pStyle w:val="TAC"/>
              <w:rPr>
                <w:rFonts w:eastAsia="Malgun Gothic"/>
                <w:noProof/>
                <w:lang w:eastAsia="ko-KR"/>
              </w:rPr>
            </w:pPr>
            <w:r w:rsidRPr="00E062F1">
              <w:rPr>
                <w:noProof/>
                <w:lang w:eastAsia="zh-CN"/>
              </w:rPr>
              <w:t>DC_1A-7A-7A_n78A-n257H</w:t>
            </w:r>
          </w:p>
          <w:p w14:paraId="4F9C19CB" w14:textId="77777777" w:rsidR="00821EDB" w:rsidRPr="00E062F1" w:rsidRDefault="00821EDB" w:rsidP="006B3BD2">
            <w:pPr>
              <w:pStyle w:val="TAC"/>
              <w:rPr>
                <w:rFonts w:eastAsia="Malgun Gothic"/>
                <w:noProof/>
                <w:lang w:eastAsia="ko-KR"/>
              </w:rPr>
            </w:pPr>
            <w:r w:rsidRPr="00E062F1">
              <w:rPr>
                <w:noProof/>
                <w:lang w:eastAsia="zh-CN"/>
              </w:rPr>
              <w:t>DC_1A-7A-7A_n78A-n257I</w:t>
            </w:r>
          </w:p>
          <w:p w14:paraId="32966766" w14:textId="77777777" w:rsidR="00821EDB" w:rsidRPr="00E062F1" w:rsidRDefault="00821EDB" w:rsidP="006B3BD2">
            <w:pPr>
              <w:pStyle w:val="TAC"/>
              <w:rPr>
                <w:rFonts w:eastAsia="Malgun Gothic"/>
                <w:noProof/>
                <w:lang w:eastAsia="ko-KR"/>
              </w:rPr>
            </w:pPr>
            <w:r w:rsidRPr="00E062F1">
              <w:rPr>
                <w:noProof/>
                <w:lang w:eastAsia="zh-CN"/>
              </w:rPr>
              <w:t>DC_1A-7A-7A_n78A-n257J</w:t>
            </w:r>
          </w:p>
          <w:p w14:paraId="4F09880C" w14:textId="77777777" w:rsidR="00821EDB" w:rsidRPr="00E062F1" w:rsidRDefault="00821EDB" w:rsidP="006B3BD2">
            <w:pPr>
              <w:pStyle w:val="TAC"/>
              <w:rPr>
                <w:rFonts w:eastAsia="Malgun Gothic"/>
                <w:noProof/>
                <w:lang w:eastAsia="ko-KR"/>
              </w:rPr>
            </w:pPr>
            <w:r w:rsidRPr="00E062F1">
              <w:rPr>
                <w:noProof/>
                <w:lang w:eastAsia="zh-CN"/>
              </w:rPr>
              <w:t>DC_1A-7A-7A_n78A-n257K</w:t>
            </w:r>
          </w:p>
          <w:p w14:paraId="3BB525F4" w14:textId="77777777" w:rsidR="00821EDB" w:rsidRPr="00E062F1" w:rsidRDefault="00821EDB" w:rsidP="006B3BD2">
            <w:pPr>
              <w:pStyle w:val="TAC"/>
              <w:rPr>
                <w:rFonts w:eastAsia="Malgun Gothic"/>
                <w:noProof/>
                <w:lang w:eastAsia="ko-KR"/>
              </w:rPr>
            </w:pPr>
            <w:r w:rsidRPr="00E062F1">
              <w:rPr>
                <w:noProof/>
                <w:lang w:eastAsia="zh-CN"/>
              </w:rPr>
              <w:t>DC_1A-7A-7A_n78A-n257L</w:t>
            </w:r>
          </w:p>
          <w:p w14:paraId="2F7DC334" w14:textId="77777777" w:rsidR="00821EDB" w:rsidRPr="00E062F1" w:rsidRDefault="00821EDB" w:rsidP="006B3BD2">
            <w:pPr>
              <w:pStyle w:val="TAC"/>
              <w:rPr>
                <w:noProof/>
              </w:rPr>
            </w:pPr>
            <w:r w:rsidRPr="00E062F1">
              <w:rPr>
                <w:noProof/>
                <w:lang w:eastAsia="zh-CN"/>
              </w:rPr>
              <w:t>DC_1A-7A-7A_n78A-n257M</w:t>
            </w:r>
          </w:p>
        </w:tc>
        <w:tc>
          <w:tcPr>
            <w:tcW w:w="3969" w:type="dxa"/>
            <w:tcMar>
              <w:top w:w="28" w:type="dxa"/>
              <w:left w:w="28" w:type="dxa"/>
              <w:bottom w:w="28" w:type="dxa"/>
              <w:right w:w="28" w:type="dxa"/>
            </w:tcMar>
          </w:tcPr>
          <w:p w14:paraId="06B67943" w14:textId="77777777" w:rsidR="00821EDB" w:rsidRPr="00E062F1" w:rsidRDefault="00821EDB" w:rsidP="006B3BD2">
            <w:pPr>
              <w:pStyle w:val="TAC"/>
              <w:rPr>
                <w:noProof/>
              </w:rPr>
            </w:pPr>
            <w:r w:rsidRPr="00E062F1">
              <w:rPr>
                <w:noProof/>
              </w:rPr>
              <w:t>DC_1A_n78A</w:t>
            </w:r>
          </w:p>
          <w:p w14:paraId="2156AAE0" w14:textId="77777777" w:rsidR="00821EDB" w:rsidRPr="00E062F1" w:rsidRDefault="00821EDB" w:rsidP="006B3BD2">
            <w:pPr>
              <w:pStyle w:val="TAC"/>
              <w:rPr>
                <w:noProof/>
              </w:rPr>
            </w:pPr>
            <w:r w:rsidRPr="00E062F1">
              <w:rPr>
                <w:noProof/>
              </w:rPr>
              <w:t>DC_1A_n257A</w:t>
            </w:r>
          </w:p>
          <w:p w14:paraId="14E61B4F" w14:textId="77777777" w:rsidR="00821EDB" w:rsidRPr="00E062F1" w:rsidRDefault="00821EDB" w:rsidP="006B3BD2">
            <w:pPr>
              <w:pStyle w:val="TAC"/>
              <w:rPr>
                <w:noProof/>
              </w:rPr>
            </w:pPr>
            <w:r w:rsidRPr="00E062F1">
              <w:rPr>
                <w:noProof/>
              </w:rPr>
              <w:t>DC_7A_n78A</w:t>
            </w:r>
          </w:p>
          <w:p w14:paraId="5AB2678F" w14:textId="77777777" w:rsidR="00821EDB" w:rsidRPr="00E062F1" w:rsidRDefault="00821EDB" w:rsidP="006B3BD2">
            <w:pPr>
              <w:pStyle w:val="TAC"/>
              <w:rPr>
                <w:noProof/>
              </w:rPr>
            </w:pPr>
            <w:r w:rsidRPr="00E062F1">
              <w:rPr>
                <w:noProof/>
              </w:rPr>
              <w:t>DC_7A_n257A</w:t>
            </w:r>
          </w:p>
        </w:tc>
      </w:tr>
      <w:tr w:rsidR="00821EDB" w:rsidRPr="00E062F1" w14:paraId="360AA4D0" w14:textId="77777777" w:rsidTr="006B3BD2">
        <w:trPr>
          <w:trHeight w:val="187"/>
          <w:jc w:val="center"/>
        </w:trPr>
        <w:tc>
          <w:tcPr>
            <w:tcW w:w="3969" w:type="dxa"/>
            <w:shd w:val="clear" w:color="auto" w:fill="auto"/>
            <w:noWrap/>
            <w:tcMar>
              <w:top w:w="28" w:type="dxa"/>
              <w:left w:w="28" w:type="dxa"/>
              <w:bottom w:w="28" w:type="dxa"/>
              <w:right w:w="28" w:type="dxa"/>
            </w:tcMar>
          </w:tcPr>
          <w:p w14:paraId="56153536" w14:textId="50ADA1EF" w:rsidR="00821EDB" w:rsidRPr="00E062F1" w:rsidRDefault="00821EDB" w:rsidP="006B3BD2">
            <w:pPr>
              <w:pStyle w:val="TAC"/>
              <w:rPr>
                <w:noProof/>
                <w:lang w:eastAsia="ko-KR"/>
              </w:rPr>
            </w:pPr>
            <w:r w:rsidRPr="00E062F1">
              <w:rPr>
                <w:noProof/>
                <w:lang w:eastAsia="ko-KR"/>
              </w:rPr>
              <w:t>DC_1A-8A_n77A-n257A</w:t>
            </w:r>
            <w:r w:rsidR="00941393">
              <w:rPr>
                <w:rFonts w:hint="eastAsia"/>
                <w:vertAlign w:val="superscript"/>
                <w:lang w:eastAsia="zh-TW"/>
              </w:rPr>
              <w:t>2</w:t>
            </w:r>
          </w:p>
          <w:p w14:paraId="06A7486A" w14:textId="18025F85" w:rsidR="00821EDB" w:rsidRPr="00E062F1" w:rsidRDefault="00821EDB" w:rsidP="006B3BD2">
            <w:pPr>
              <w:pStyle w:val="TAC"/>
              <w:rPr>
                <w:noProof/>
                <w:lang w:eastAsia="ko-KR"/>
              </w:rPr>
            </w:pPr>
            <w:r w:rsidRPr="00E062F1">
              <w:rPr>
                <w:noProof/>
                <w:lang w:eastAsia="ko-KR"/>
              </w:rPr>
              <w:t>DC_1A-8A_n77A-n257D</w:t>
            </w:r>
            <w:r w:rsidR="00941393">
              <w:rPr>
                <w:rFonts w:hint="eastAsia"/>
                <w:vertAlign w:val="superscript"/>
                <w:lang w:eastAsia="zh-TW"/>
              </w:rPr>
              <w:t>2</w:t>
            </w:r>
          </w:p>
          <w:p w14:paraId="5A91BE48" w14:textId="30247EFE" w:rsidR="00821EDB" w:rsidRPr="00E062F1" w:rsidRDefault="00821EDB" w:rsidP="006B3BD2">
            <w:pPr>
              <w:pStyle w:val="TAC"/>
              <w:rPr>
                <w:noProof/>
                <w:lang w:eastAsia="ko-KR"/>
              </w:rPr>
            </w:pPr>
            <w:r w:rsidRPr="00E062F1">
              <w:rPr>
                <w:noProof/>
                <w:lang w:eastAsia="ko-KR"/>
              </w:rPr>
              <w:t>DC_1A-8A_n77A-n257G</w:t>
            </w:r>
            <w:r w:rsidR="00941393">
              <w:rPr>
                <w:rFonts w:hint="eastAsia"/>
                <w:vertAlign w:val="superscript"/>
                <w:lang w:eastAsia="zh-TW"/>
              </w:rPr>
              <w:t>2</w:t>
            </w:r>
          </w:p>
          <w:p w14:paraId="243DBDB4" w14:textId="693AD644" w:rsidR="00821EDB" w:rsidRPr="00E062F1" w:rsidRDefault="00821EDB" w:rsidP="006B3BD2">
            <w:pPr>
              <w:pStyle w:val="TAC"/>
              <w:rPr>
                <w:noProof/>
                <w:lang w:eastAsia="ko-KR"/>
              </w:rPr>
            </w:pPr>
            <w:r w:rsidRPr="00E062F1">
              <w:rPr>
                <w:noProof/>
                <w:lang w:eastAsia="ko-KR"/>
              </w:rPr>
              <w:t>DC_1A-8A_n77A-n257H</w:t>
            </w:r>
            <w:r w:rsidR="00941393">
              <w:rPr>
                <w:rFonts w:hint="eastAsia"/>
                <w:vertAlign w:val="superscript"/>
                <w:lang w:eastAsia="zh-TW"/>
              </w:rPr>
              <w:t>2</w:t>
            </w:r>
          </w:p>
          <w:p w14:paraId="6FA36B4B" w14:textId="175C4886" w:rsidR="00821EDB" w:rsidRPr="00E062F1" w:rsidRDefault="00821EDB" w:rsidP="006B3BD2">
            <w:pPr>
              <w:pStyle w:val="TAC"/>
              <w:rPr>
                <w:noProof/>
              </w:rPr>
            </w:pPr>
            <w:r w:rsidRPr="00E062F1">
              <w:rPr>
                <w:noProof/>
                <w:lang w:eastAsia="ko-KR"/>
              </w:rPr>
              <w:t>DC_1A-8A_n77A-n257I</w:t>
            </w:r>
            <w:r w:rsidR="00941393">
              <w:rPr>
                <w:rFonts w:hint="eastAsia"/>
                <w:vertAlign w:val="superscript"/>
                <w:lang w:eastAsia="zh-TW"/>
              </w:rPr>
              <w:t>2</w:t>
            </w:r>
          </w:p>
        </w:tc>
        <w:tc>
          <w:tcPr>
            <w:tcW w:w="3969" w:type="dxa"/>
            <w:tcMar>
              <w:top w:w="28" w:type="dxa"/>
              <w:left w:w="28" w:type="dxa"/>
              <w:bottom w:w="28" w:type="dxa"/>
              <w:right w:w="28" w:type="dxa"/>
            </w:tcMar>
          </w:tcPr>
          <w:p w14:paraId="6B581255" w14:textId="77777777" w:rsidR="00821EDB" w:rsidRPr="00E062F1" w:rsidRDefault="00821EDB" w:rsidP="006B3BD2">
            <w:pPr>
              <w:pStyle w:val="TAC"/>
              <w:rPr>
                <w:noProof/>
                <w:lang w:eastAsia="ko-KR"/>
              </w:rPr>
            </w:pPr>
            <w:r w:rsidRPr="00E062F1">
              <w:rPr>
                <w:noProof/>
                <w:lang w:eastAsia="ko-KR"/>
              </w:rPr>
              <w:t>DC_1A_n77A</w:t>
            </w:r>
          </w:p>
          <w:p w14:paraId="2CC42AE9" w14:textId="77777777" w:rsidR="00821EDB" w:rsidRPr="00E062F1" w:rsidRDefault="00821EDB" w:rsidP="006B3BD2">
            <w:pPr>
              <w:pStyle w:val="TAC"/>
              <w:rPr>
                <w:noProof/>
                <w:lang w:eastAsia="ko-KR"/>
              </w:rPr>
            </w:pPr>
            <w:r w:rsidRPr="00E062F1">
              <w:rPr>
                <w:noProof/>
                <w:lang w:eastAsia="ko-KR"/>
              </w:rPr>
              <w:t>DC_1A_n257A</w:t>
            </w:r>
          </w:p>
          <w:p w14:paraId="7CAEF300" w14:textId="77777777" w:rsidR="00821EDB" w:rsidRPr="00E062F1" w:rsidRDefault="00821EDB" w:rsidP="006B3BD2">
            <w:pPr>
              <w:pStyle w:val="TAC"/>
              <w:rPr>
                <w:noProof/>
                <w:lang w:eastAsia="ko-KR"/>
              </w:rPr>
            </w:pPr>
            <w:r w:rsidRPr="00E062F1">
              <w:rPr>
                <w:noProof/>
                <w:lang w:eastAsia="ko-KR"/>
              </w:rPr>
              <w:t>DC_8A_n77A</w:t>
            </w:r>
          </w:p>
          <w:p w14:paraId="5EAD3658" w14:textId="77777777" w:rsidR="00821EDB" w:rsidRPr="00E062F1" w:rsidRDefault="00821EDB" w:rsidP="006B3BD2">
            <w:pPr>
              <w:pStyle w:val="TAC"/>
              <w:rPr>
                <w:noProof/>
              </w:rPr>
            </w:pPr>
            <w:r w:rsidRPr="00E062F1">
              <w:rPr>
                <w:noProof/>
                <w:lang w:eastAsia="ko-KR"/>
              </w:rPr>
              <w:t>DC_8A_n257A</w:t>
            </w:r>
          </w:p>
        </w:tc>
      </w:tr>
      <w:tr w:rsidR="00821EDB" w:rsidRPr="00E062F1" w14:paraId="23A02BCB" w14:textId="77777777" w:rsidTr="006B3BD2">
        <w:trPr>
          <w:trHeight w:val="187"/>
          <w:jc w:val="center"/>
        </w:trPr>
        <w:tc>
          <w:tcPr>
            <w:tcW w:w="3969" w:type="dxa"/>
            <w:shd w:val="clear" w:color="auto" w:fill="auto"/>
            <w:noWrap/>
            <w:tcMar>
              <w:top w:w="28" w:type="dxa"/>
              <w:left w:w="28" w:type="dxa"/>
              <w:bottom w:w="28" w:type="dxa"/>
              <w:right w:w="28" w:type="dxa"/>
            </w:tcMar>
          </w:tcPr>
          <w:p w14:paraId="5161870B" w14:textId="6F023CBA" w:rsidR="00821EDB" w:rsidRPr="00E062F1" w:rsidRDefault="00821EDB" w:rsidP="006B3BD2">
            <w:pPr>
              <w:pStyle w:val="TAC"/>
              <w:rPr>
                <w:noProof/>
                <w:lang w:eastAsia="ko-KR"/>
              </w:rPr>
            </w:pPr>
            <w:r w:rsidRPr="00E062F1">
              <w:rPr>
                <w:noProof/>
                <w:lang w:eastAsia="ko-KR"/>
              </w:rPr>
              <w:t>DC_1A-8A_n77(2A)-n257A</w:t>
            </w:r>
            <w:r w:rsidR="00941393">
              <w:rPr>
                <w:rFonts w:hint="eastAsia"/>
                <w:vertAlign w:val="superscript"/>
                <w:lang w:eastAsia="zh-TW"/>
              </w:rPr>
              <w:t>2</w:t>
            </w:r>
          </w:p>
          <w:p w14:paraId="258695C7" w14:textId="3BD71E6D" w:rsidR="00821EDB" w:rsidRPr="00E062F1" w:rsidRDefault="00821EDB" w:rsidP="006B3BD2">
            <w:pPr>
              <w:pStyle w:val="TAC"/>
              <w:rPr>
                <w:noProof/>
                <w:lang w:eastAsia="ko-KR"/>
              </w:rPr>
            </w:pPr>
            <w:r w:rsidRPr="00E062F1">
              <w:rPr>
                <w:noProof/>
                <w:lang w:eastAsia="ko-KR"/>
              </w:rPr>
              <w:t>DC_1A-8A_n77(2A)-n257D</w:t>
            </w:r>
            <w:r w:rsidR="00941393">
              <w:rPr>
                <w:rFonts w:hint="eastAsia"/>
                <w:vertAlign w:val="superscript"/>
                <w:lang w:eastAsia="zh-TW"/>
              </w:rPr>
              <w:t>2</w:t>
            </w:r>
          </w:p>
          <w:p w14:paraId="372CB289" w14:textId="48796EE1" w:rsidR="00821EDB" w:rsidRPr="00E062F1" w:rsidRDefault="00821EDB" w:rsidP="006B3BD2">
            <w:pPr>
              <w:pStyle w:val="TAC"/>
              <w:rPr>
                <w:noProof/>
                <w:lang w:eastAsia="ko-KR"/>
              </w:rPr>
            </w:pPr>
            <w:r w:rsidRPr="00E062F1">
              <w:rPr>
                <w:noProof/>
                <w:lang w:eastAsia="ko-KR"/>
              </w:rPr>
              <w:t>DC_1A-8A_n77(2A)-n257G</w:t>
            </w:r>
            <w:r w:rsidR="00941393">
              <w:rPr>
                <w:rFonts w:hint="eastAsia"/>
                <w:vertAlign w:val="superscript"/>
                <w:lang w:eastAsia="zh-TW"/>
              </w:rPr>
              <w:t>2</w:t>
            </w:r>
          </w:p>
          <w:p w14:paraId="48C9F0EF" w14:textId="00F19A3B" w:rsidR="00821EDB" w:rsidRPr="00E062F1" w:rsidRDefault="00821EDB" w:rsidP="006B3BD2">
            <w:pPr>
              <w:pStyle w:val="TAC"/>
              <w:rPr>
                <w:noProof/>
                <w:lang w:eastAsia="ko-KR"/>
              </w:rPr>
            </w:pPr>
            <w:r w:rsidRPr="00E062F1">
              <w:rPr>
                <w:noProof/>
                <w:lang w:eastAsia="ko-KR"/>
              </w:rPr>
              <w:t>DC_1A-8A_n77(2A)-n257H</w:t>
            </w:r>
            <w:r w:rsidR="00941393">
              <w:rPr>
                <w:rFonts w:hint="eastAsia"/>
                <w:vertAlign w:val="superscript"/>
                <w:lang w:eastAsia="zh-TW"/>
              </w:rPr>
              <w:t>2</w:t>
            </w:r>
          </w:p>
          <w:p w14:paraId="062CDF63" w14:textId="35580561" w:rsidR="00821EDB" w:rsidRPr="00E062F1" w:rsidRDefault="00821EDB" w:rsidP="006B3BD2">
            <w:pPr>
              <w:pStyle w:val="TAC"/>
              <w:rPr>
                <w:noProof/>
              </w:rPr>
            </w:pPr>
            <w:r w:rsidRPr="00E062F1">
              <w:rPr>
                <w:noProof/>
                <w:lang w:eastAsia="ko-KR"/>
              </w:rPr>
              <w:t>DC_1A-8A_n77(2A)-n257I</w:t>
            </w:r>
            <w:r w:rsidR="00941393">
              <w:rPr>
                <w:rFonts w:hint="eastAsia"/>
                <w:vertAlign w:val="superscript"/>
                <w:lang w:eastAsia="zh-TW"/>
              </w:rPr>
              <w:t>2</w:t>
            </w:r>
          </w:p>
        </w:tc>
        <w:tc>
          <w:tcPr>
            <w:tcW w:w="3969" w:type="dxa"/>
            <w:tcMar>
              <w:top w:w="28" w:type="dxa"/>
              <w:left w:w="28" w:type="dxa"/>
              <w:bottom w:w="28" w:type="dxa"/>
              <w:right w:w="28" w:type="dxa"/>
            </w:tcMar>
          </w:tcPr>
          <w:p w14:paraId="02829549" w14:textId="77777777" w:rsidR="00821EDB" w:rsidRPr="00E062F1" w:rsidRDefault="00821EDB" w:rsidP="006B3BD2">
            <w:pPr>
              <w:pStyle w:val="TAC"/>
              <w:rPr>
                <w:rFonts w:cs="Arial"/>
                <w:noProof/>
                <w:szCs w:val="18"/>
                <w:lang w:eastAsia="ko-KR"/>
              </w:rPr>
            </w:pPr>
            <w:r w:rsidRPr="00E062F1">
              <w:rPr>
                <w:rFonts w:cs="Arial"/>
                <w:noProof/>
                <w:szCs w:val="18"/>
                <w:lang w:eastAsia="ko-KR"/>
              </w:rPr>
              <w:t>DC_1A_n77A</w:t>
            </w:r>
          </w:p>
          <w:p w14:paraId="66A5CD76" w14:textId="77777777" w:rsidR="00821EDB" w:rsidRPr="00E062F1" w:rsidRDefault="00821EDB" w:rsidP="006B3BD2">
            <w:pPr>
              <w:pStyle w:val="TAC"/>
              <w:rPr>
                <w:rFonts w:cs="Arial"/>
                <w:noProof/>
                <w:szCs w:val="18"/>
                <w:lang w:eastAsia="ko-KR"/>
              </w:rPr>
            </w:pPr>
            <w:r w:rsidRPr="00E062F1">
              <w:rPr>
                <w:rFonts w:cs="Arial"/>
                <w:noProof/>
                <w:szCs w:val="18"/>
                <w:lang w:eastAsia="ko-KR"/>
              </w:rPr>
              <w:t>DC_1A_n257A</w:t>
            </w:r>
          </w:p>
          <w:p w14:paraId="01C80DB4" w14:textId="77777777" w:rsidR="00821EDB" w:rsidRPr="00E062F1" w:rsidRDefault="00821EDB" w:rsidP="006B3BD2">
            <w:pPr>
              <w:pStyle w:val="TAC"/>
              <w:rPr>
                <w:rFonts w:cs="Arial"/>
                <w:noProof/>
                <w:szCs w:val="18"/>
                <w:lang w:eastAsia="ko-KR"/>
              </w:rPr>
            </w:pPr>
            <w:r w:rsidRPr="00E062F1">
              <w:rPr>
                <w:rFonts w:cs="Arial"/>
                <w:noProof/>
                <w:szCs w:val="18"/>
                <w:lang w:eastAsia="ko-KR"/>
              </w:rPr>
              <w:t>DC_8A_n77A</w:t>
            </w:r>
          </w:p>
          <w:p w14:paraId="72C250BC" w14:textId="77777777" w:rsidR="00821EDB" w:rsidRPr="00E062F1" w:rsidRDefault="00821EDB" w:rsidP="006B3BD2">
            <w:pPr>
              <w:pStyle w:val="TAC"/>
              <w:rPr>
                <w:noProof/>
              </w:rPr>
            </w:pPr>
            <w:r w:rsidRPr="00E062F1">
              <w:rPr>
                <w:rFonts w:cs="Arial"/>
                <w:noProof/>
                <w:szCs w:val="18"/>
                <w:lang w:eastAsia="ko-KR"/>
              </w:rPr>
              <w:t>DC_8A_n257A</w:t>
            </w:r>
          </w:p>
        </w:tc>
      </w:tr>
      <w:tr w:rsidR="00821EDB" w:rsidRPr="00E062F1" w14:paraId="34F043B0" w14:textId="77777777" w:rsidTr="006B3BD2">
        <w:trPr>
          <w:trHeight w:val="187"/>
          <w:jc w:val="center"/>
        </w:trPr>
        <w:tc>
          <w:tcPr>
            <w:tcW w:w="3969" w:type="dxa"/>
            <w:shd w:val="clear" w:color="auto" w:fill="auto"/>
            <w:noWrap/>
            <w:tcMar>
              <w:top w:w="28" w:type="dxa"/>
              <w:left w:w="28" w:type="dxa"/>
              <w:bottom w:w="28" w:type="dxa"/>
              <w:right w:w="28" w:type="dxa"/>
            </w:tcMar>
          </w:tcPr>
          <w:p w14:paraId="52BCE017" w14:textId="5538E0D2" w:rsidR="00821EDB" w:rsidRPr="00E062F1" w:rsidRDefault="00821EDB" w:rsidP="006B3BD2">
            <w:pPr>
              <w:pStyle w:val="TAC"/>
              <w:rPr>
                <w:rFonts w:eastAsia="Malgun Gothic"/>
                <w:noProof/>
                <w:lang w:eastAsia="ko-KR"/>
              </w:rPr>
            </w:pPr>
            <w:r w:rsidRPr="00E062F1">
              <w:rPr>
                <w:rFonts w:eastAsia="Malgun Gothic"/>
                <w:noProof/>
                <w:lang w:eastAsia="ko-KR"/>
              </w:rPr>
              <w:t>DC_1A-8A_n78A-n257A</w:t>
            </w:r>
            <w:r w:rsidR="00941393">
              <w:rPr>
                <w:rFonts w:hint="eastAsia"/>
                <w:vertAlign w:val="superscript"/>
                <w:lang w:eastAsia="zh-TW"/>
              </w:rPr>
              <w:t>2</w:t>
            </w:r>
          </w:p>
          <w:p w14:paraId="32EDA7ED" w14:textId="23FC9601" w:rsidR="00821EDB" w:rsidRPr="00E062F1" w:rsidRDefault="00821EDB" w:rsidP="006B3BD2">
            <w:pPr>
              <w:pStyle w:val="TAC"/>
              <w:rPr>
                <w:rFonts w:eastAsia="Malgun Gothic"/>
                <w:noProof/>
                <w:lang w:eastAsia="ko-KR"/>
              </w:rPr>
            </w:pPr>
            <w:r w:rsidRPr="00E062F1">
              <w:rPr>
                <w:rFonts w:eastAsia="Malgun Gothic"/>
                <w:noProof/>
                <w:lang w:eastAsia="ko-KR"/>
              </w:rPr>
              <w:t>DC_1A-8A_n78A-n257D</w:t>
            </w:r>
            <w:r w:rsidR="00941393">
              <w:rPr>
                <w:rFonts w:hint="eastAsia"/>
                <w:vertAlign w:val="superscript"/>
                <w:lang w:eastAsia="zh-TW"/>
              </w:rPr>
              <w:t>2</w:t>
            </w:r>
          </w:p>
          <w:p w14:paraId="624FF335" w14:textId="4F8FD814" w:rsidR="00821EDB" w:rsidRPr="00E062F1" w:rsidRDefault="00821EDB" w:rsidP="006B3BD2">
            <w:pPr>
              <w:pStyle w:val="TAC"/>
              <w:rPr>
                <w:rFonts w:eastAsia="Malgun Gothic"/>
                <w:noProof/>
                <w:lang w:eastAsia="ko-KR"/>
              </w:rPr>
            </w:pPr>
            <w:r w:rsidRPr="00E062F1">
              <w:rPr>
                <w:rFonts w:eastAsia="Malgun Gothic"/>
                <w:noProof/>
                <w:lang w:eastAsia="ko-KR"/>
              </w:rPr>
              <w:t>DC_1A-8A_n78A-n257E</w:t>
            </w:r>
            <w:r w:rsidR="00941393">
              <w:rPr>
                <w:rFonts w:hint="eastAsia"/>
                <w:vertAlign w:val="superscript"/>
                <w:lang w:eastAsia="zh-TW"/>
              </w:rPr>
              <w:t>2</w:t>
            </w:r>
          </w:p>
          <w:p w14:paraId="3032165D" w14:textId="0FC512C5" w:rsidR="00821EDB" w:rsidRPr="00E062F1" w:rsidRDefault="00821EDB" w:rsidP="006B3BD2">
            <w:pPr>
              <w:pStyle w:val="TAC"/>
              <w:rPr>
                <w:rFonts w:eastAsia="Malgun Gothic"/>
                <w:noProof/>
                <w:lang w:eastAsia="ko-KR"/>
              </w:rPr>
            </w:pPr>
            <w:r w:rsidRPr="00E062F1">
              <w:rPr>
                <w:rFonts w:eastAsia="Malgun Gothic"/>
                <w:noProof/>
                <w:lang w:eastAsia="ko-KR"/>
              </w:rPr>
              <w:t>DC_1A-8A_n78A-n257F</w:t>
            </w:r>
            <w:r w:rsidR="00941393">
              <w:rPr>
                <w:rFonts w:hint="eastAsia"/>
                <w:vertAlign w:val="superscript"/>
                <w:lang w:eastAsia="zh-TW"/>
              </w:rPr>
              <w:t>2</w:t>
            </w:r>
          </w:p>
          <w:p w14:paraId="0C90CD06" w14:textId="6E4A75E6" w:rsidR="00821EDB" w:rsidRPr="00E062F1" w:rsidRDefault="00821EDB" w:rsidP="006B3BD2">
            <w:pPr>
              <w:pStyle w:val="TAC"/>
              <w:rPr>
                <w:rFonts w:eastAsia="Malgun Gothic"/>
                <w:noProof/>
                <w:lang w:eastAsia="ko-KR"/>
              </w:rPr>
            </w:pPr>
            <w:r w:rsidRPr="00E062F1">
              <w:rPr>
                <w:rFonts w:eastAsia="Malgun Gothic"/>
                <w:noProof/>
                <w:lang w:eastAsia="ko-KR"/>
              </w:rPr>
              <w:t>DC_1A-8A_n78A-n257G</w:t>
            </w:r>
            <w:r w:rsidR="00941393">
              <w:rPr>
                <w:rFonts w:hint="eastAsia"/>
                <w:vertAlign w:val="superscript"/>
                <w:lang w:eastAsia="zh-TW"/>
              </w:rPr>
              <w:t>2</w:t>
            </w:r>
          </w:p>
          <w:p w14:paraId="2A160D7D" w14:textId="6DE119F8" w:rsidR="00821EDB" w:rsidRPr="00E062F1" w:rsidRDefault="00821EDB" w:rsidP="006B3BD2">
            <w:pPr>
              <w:pStyle w:val="TAC"/>
              <w:rPr>
                <w:rFonts w:eastAsia="Malgun Gothic"/>
                <w:noProof/>
                <w:lang w:eastAsia="ko-KR"/>
              </w:rPr>
            </w:pPr>
            <w:r w:rsidRPr="00E062F1">
              <w:rPr>
                <w:rFonts w:eastAsia="Malgun Gothic"/>
                <w:noProof/>
                <w:lang w:eastAsia="ko-KR"/>
              </w:rPr>
              <w:t>DC_1A-8A_n78A-n257H</w:t>
            </w:r>
            <w:r w:rsidR="00941393">
              <w:rPr>
                <w:rFonts w:hint="eastAsia"/>
                <w:vertAlign w:val="superscript"/>
                <w:lang w:eastAsia="zh-TW"/>
              </w:rPr>
              <w:t>2</w:t>
            </w:r>
          </w:p>
          <w:p w14:paraId="2B1031A1" w14:textId="74140CFB" w:rsidR="00821EDB" w:rsidRPr="00E062F1" w:rsidRDefault="00821EDB" w:rsidP="006B3BD2">
            <w:pPr>
              <w:pStyle w:val="TAC"/>
              <w:rPr>
                <w:rFonts w:eastAsia="Malgun Gothic"/>
                <w:noProof/>
                <w:lang w:eastAsia="ko-KR"/>
              </w:rPr>
            </w:pPr>
            <w:r w:rsidRPr="00E062F1">
              <w:rPr>
                <w:rFonts w:eastAsia="Malgun Gothic"/>
                <w:noProof/>
                <w:lang w:eastAsia="ko-KR"/>
              </w:rPr>
              <w:t>DC_1A-8A_n78A-n257I</w:t>
            </w:r>
            <w:r w:rsidR="00941393">
              <w:rPr>
                <w:rFonts w:hint="eastAsia"/>
                <w:vertAlign w:val="superscript"/>
                <w:lang w:eastAsia="zh-TW"/>
              </w:rPr>
              <w:t>2</w:t>
            </w:r>
          </w:p>
          <w:p w14:paraId="274CB053" w14:textId="53D974A5" w:rsidR="00821EDB" w:rsidRPr="00E062F1" w:rsidRDefault="00821EDB" w:rsidP="006B3BD2">
            <w:pPr>
              <w:pStyle w:val="TAC"/>
              <w:rPr>
                <w:rFonts w:eastAsia="Malgun Gothic"/>
                <w:noProof/>
                <w:lang w:eastAsia="ko-KR"/>
              </w:rPr>
            </w:pPr>
            <w:r w:rsidRPr="00E062F1">
              <w:rPr>
                <w:rFonts w:eastAsia="Malgun Gothic"/>
                <w:noProof/>
                <w:lang w:eastAsia="ko-KR"/>
              </w:rPr>
              <w:t>DC_1A-8A_n78A-n257J</w:t>
            </w:r>
            <w:r w:rsidR="00941393">
              <w:rPr>
                <w:rFonts w:hint="eastAsia"/>
                <w:vertAlign w:val="superscript"/>
                <w:lang w:eastAsia="zh-TW"/>
              </w:rPr>
              <w:t>2</w:t>
            </w:r>
          </w:p>
          <w:p w14:paraId="44153AE4" w14:textId="7ECB2F61" w:rsidR="00821EDB" w:rsidRPr="00E062F1" w:rsidRDefault="00821EDB" w:rsidP="006B3BD2">
            <w:pPr>
              <w:pStyle w:val="TAC"/>
              <w:rPr>
                <w:rFonts w:eastAsia="Malgun Gothic"/>
                <w:noProof/>
                <w:lang w:eastAsia="ko-KR"/>
              </w:rPr>
            </w:pPr>
            <w:r w:rsidRPr="00E062F1">
              <w:rPr>
                <w:rFonts w:eastAsia="Malgun Gothic"/>
                <w:noProof/>
                <w:lang w:eastAsia="ko-KR"/>
              </w:rPr>
              <w:t>DC_1A-8A_n78A-n257K</w:t>
            </w:r>
            <w:r w:rsidR="00941393">
              <w:rPr>
                <w:rFonts w:hint="eastAsia"/>
                <w:vertAlign w:val="superscript"/>
                <w:lang w:eastAsia="zh-TW"/>
              </w:rPr>
              <w:t>2</w:t>
            </w:r>
          </w:p>
          <w:p w14:paraId="7D811564" w14:textId="3E3CD3A9" w:rsidR="00821EDB" w:rsidRPr="00E062F1" w:rsidRDefault="00821EDB" w:rsidP="006B3BD2">
            <w:pPr>
              <w:pStyle w:val="TAC"/>
              <w:rPr>
                <w:rFonts w:eastAsia="Malgun Gothic"/>
                <w:noProof/>
                <w:lang w:eastAsia="ko-KR"/>
              </w:rPr>
            </w:pPr>
            <w:r w:rsidRPr="00E062F1">
              <w:rPr>
                <w:rFonts w:eastAsia="Malgun Gothic"/>
                <w:noProof/>
                <w:lang w:eastAsia="ko-KR"/>
              </w:rPr>
              <w:t>DC_1A-8A_n78A-n257L</w:t>
            </w:r>
            <w:r w:rsidR="00941393">
              <w:rPr>
                <w:rFonts w:hint="eastAsia"/>
                <w:vertAlign w:val="superscript"/>
                <w:lang w:eastAsia="zh-TW"/>
              </w:rPr>
              <w:t>2</w:t>
            </w:r>
          </w:p>
          <w:p w14:paraId="5C1E91FD" w14:textId="58F490E5" w:rsidR="00821EDB" w:rsidRPr="00E062F1" w:rsidRDefault="00821EDB" w:rsidP="006B3BD2">
            <w:pPr>
              <w:pStyle w:val="TAC"/>
              <w:rPr>
                <w:noProof/>
              </w:rPr>
            </w:pPr>
            <w:r w:rsidRPr="00E062F1">
              <w:rPr>
                <w:rFonts w:eastAsia="Malgun Gothic"/>
                <w:noProof/>
                <w:lang w:eastAsia="ko-KR"/>
              </w:rPr>
              <w:t>DC_1A-8A_n78A-n257M</w:t>
            </w:r>
            <w:r w:rsidR="00941393">
              <w:rPr>
                <w:rFonts w:hint="eastAsia"/>
                <w:vertAlign w:val="superscript"/>
                <w:lang w:eastAsia="zh-TW"/>
              </w:rPr>
              <w:t>2</w:t>
            </w:r>
          </w:p>
        </w:tc>
        <w:tc>
          <w:tcPr>
            <w:tcW w:w="3969" w:type="dxa"/>
            <w:tcMar>
              <w:top w:w="28" w:type="dxa"/>
              <w:left w:w="28" w:type="dxa"/>
              <w:bottom w:w="28" w:type="dxa"/>
              <w:right w:w="28" w:type="dxa"/>
            </w:tcMar>
          </w:tcPr>
          <w:p w14:paraId="1BD39012" w14:textId="77777777" w:rsidR="00821EDB" w:rsidRPr="00E062F1" w:rsidRDefault="00821EDB" w:rsidP="006B3BD2">
            <w:pPr>
              <w:pStyle w:val="TAC"/>
              <w:rPr>
                <w:rFonts w:cs="Arial"/>
                <w:lang w:eastAsia="zh-CN"/>
              </w:rPr>
            </w:pPr>
            <w:r w:rsidRPr="00E062F1">
              <w:rPr>
                <w:rFonts w:cs="Arial"/>
                <w:lang w:eastAsia="zh-CN"/>
              </w:rPr>
              <w:t>DC_1A_n78A</w:t>
            </w:r>
          </w:p>
          <w:p w14:paraId="1E4AD15E" w14:textId="77777777" w:rsidR="00821EDB" w:rsidRPr="00E062F1" w:rsidRDefault="00821EDB" w:rsidP="006B3BD2">
            <w:pPr>
              <w:pStyle w:val="TAC"/>
              <w:rPr>
                <w:rFonts w:cs="Arial"/>
                <w:lang w:eastAsia="zh-CN"/>
              </w:rPr>
            </w:pPr>
            <w:r w:rsidRPr="00E062F1">
              <w:rPr>
                <w:rFonts w:cs="Arial"/>
                <w:lang w:eastAsia="zh-CN"/>
              </w:rPr>
              <w:t>DC_8A_n78A</w:t>
            </w:r>
          </w:p>
          <w:p w14:paraId="374EB9EC" w14:textId="77777777" w:rsidR="00821EDB" w:rsidRPr="00E062F1" w:rsidRDefault="00821EDB" w:rsidP="006B3BD2">
            <w:pPr>
              <w:pStyle w:val="TAC"/>
              <w:rPr>
                <w:rFonts w:cs="Arial"/>
                <w:lang w:eastAsia="zh-CN"/>
              </w:rPr>
            </w:pPr>
            <w:r w:rsidRPr="00E062F1">
              <w:rPr>
                <w:rFonts w:cs="Arial"/>
                <w:lang w:eastAsia="zh-CN"/>
              </w:rPr>
              <w:t>DC_1A_n257A</w:t>
            </w:r>
          </w:p>
          <w:p w14:paraId="623F641B" w14:textId="77777777" w:rsidR="00821EDB" w:rsidRPr="00E062F1" w:rsidRDefault="00821EDB" w:rsidP="006B3BD2">
            <w:pPr>
              <w:pStyle w:val="TAC"/>
              <w:rPr>
                <w:noProof/>
              </w:rPr>
            </w:pPr>
            <w:r w:rsidRPr="00E062F1">
              <w:rPr>
                <w:rFonts w:cs="Arial"/>
                <w:lang w:eastAsia="zh-CN"/>
              </w:rPr>
              <w:t>DC_8A_n257A</w:t>
            </w:r>
          </w:p>
        </w:tc>
      </w:tr>
      <w:tr w:rsidR="00821EDB" w:rsidRPr="00E062F1" w14:paraId="52E71645" w14:textId="77777777" w:rsidTr="006B3BD2">
        <w:trPr>
          <w:trHeight w:val="187"/>
          <w:jc w:val="center"/>
        </w:trPr>
        <w:tc>
          <w:tcPr>
            <w:tcW w:w="3969" w:type="dxa"/>
            <w:shd w:val="clear" w:color="auto" w:fill="auto"/>
            <w:noWrap/>
            <w:tcMar>
              <w:top w:w="28" w:type="dxa"/>
              <w:left w:w="28" w:type="dxa"/>
              <w:bottom w:w="28" w:type="dxa"/>
              <w:right w:w="28" w:type="dxa"/>
            </w:tcMar>
          </w:tcPr>
          <w:p w14:paraId="006195A7" w14:textId="293491A4" w:rsidR="00821EDB" w:rsidRPr="00E062F1" w:rsidRDefault="00821EDB" w:rsidP="006B3BD2">
            <w:pPr>
              <w:pStyle w:val="TAC"/>
              <w:rPr>
                <w:rFonts w:cs="Arial"/>
                <w:szCs w:val="18"/>
              </w:rPr>
            </w:pPr>
            <w:r w:rsidRPr="00E062F1">
              <w:rPr>
                <w:rFonts w:cs="Arial"/>
                <w:szCs w:val="18"/>
              </w:rPr>
              <w:t>DC_1A-11A_n77A-n257A</w:t>
            </w:r>
            <w:r w:rsidR="00941393">
              <w:rPr>
                <w:rFonts w:hint="eastAsia"/>
                <w:vertAlign w:val="superscript"/>
                <w:lang w:eastAsia="zh-TW"/>
              </w:rPr>
              <w:t>2</w:t>
            </w:r>
          </w:p>
          <w:p w14:paraId="3AB6CB8F" w14:textId="2922BE43" w:rsidR="00821EDB" w:rsidRPr="00E062F1" w:rsidRDefault="00821EDB" w:rsidP="006B3BD2">
            <w:pPr>
              <w:pStyle w:val="TAC"/>
              <w:rPr>
                <w:rFonts w:cs="Arial"/>
                <w:szCs w:val="18"/>
              </w:rPr>
            </w:pPr>
            <w:r w:rsidRPr="00E062F1">
              <w:rPr>
                <w:rFonts w:cs="Arial"/>
                <w:szCs w:val="18"/>
              </w:rPr>
              <w:t>DC_1A-11A_n77A-n257D</w:t>
            </w:r>
            <w:r w:rsidR="00941393">
              <w:rPr>
                <w:rFonts w:hint="eastAsia"/>
                <w:vertAlign w:val="superscript"/>
                <w:lang w:eastAsia="zh-TW"/>
              </w:rPr>
              <w:t>2</w:t>
            </w:r>
          </w:p>
          <w:p w14:paraId="11AC0705" w14:textId="460E89CE" w:rsidR="00821EDB" w:rsidRPr="00E062F1" w:rsidRDefault="00821EDB" w:rsidP="006B3BD2">
            <w:pPr>
              <w:pStyle w:val="TAC"/>
              <w:rPr>
                <w:rFonts w:cs="Arial"/>
                <w:szCs w:val="18"/>
              </w:rPr>
            </w:pPr>
            <w:r w:rsidRPr="00E062F1">
              <w:rPr>
                <w:rFonts w:cs="Arial"/>
                <w:szCs w:val="18"/>
              </w:rPr>
              <w:t>DC_1A-11A_n77A-n257G</w:t>
            </w:r>
            <w:r w:rsidR="00941393">
              <w:rPr>
                <w:rFonts w:hint="eastAsia"/>
                <w:vertAlign w:val="superscript"/>
                <w:lang w:eastAsia="zh-TW"/>
              </w:rPr>
              <w:t>2</w:t>
            </w:r>
          </w:p>
          <w:p w14:paraId="0F95F30E" w14:textId="1558C1CF" w:rsidR="00821EDB" w:rsidRPr="00E062F1" w:rsidRDefault="00821EDB" w:rsidP="006B3BD2">
            <w:pPr>
              <w:pStyle w:val="TAC"/>
              <w:rPr>
                <w:rFonts w:cs="Arial"/>
                <w:szCs w:val="18"/>
              </w:rPr>
            </w:pPr>
            <w:r w:rsidRPr="00E062F1">
              <w:rPr>
                <w:rFonts w:cs="Arial"/>
                <w:szCs w:val="18"/>
              </w:rPr>
              <w:t>DC_1A-11A_n77A-n257H</w:t>
            </w:r>
            <w:r w:rsidR="00941393">
              <w:rPr>
                <w:rFonts w:hint="eastAsia"/>
                <w:vertAlign w:val="superscript"/>
                <w:lang w:eastAsia="zh-TW"/>
              </w:rPr>
              <w:t>2</w:t>
            </w:r>
          </w:p>
          <w:p w14:paraId="069A2852" w14:textId="342F9B04" w:rsidR="00821EDB" w:rsidRPr="00E062F1" w:rsidRDefault="00821EDB" w:rsidP="006B3BD2">
            <w:pPr>
              <w:pStyle w:val="TAC"/>
              <w:rPr>
                <w:noProof/>
              </w:rPr>
            </w:pPr>
            <w:r w:rsidRPr="00E062F1">
              <w:rPr>
                <w:rFonts w:cs="Arial"/>
                <w:szCs w:val="18"/>
              </w:rPr>
              <w:t>DC_1A-11A_n77A-n257I</w:t>
            </w:r>
            <w:r w:rsidR="00941393">
              <w:rPr>
                <w:rFonts w:hint="eastAsia"/>
                <w:vertAlign w:val="superscript"/>
                <w:lang w:eastAsia="zh-TW"/>
              </w:rPr>
              <w:t>2</w:t>
            </w:r>
          </w:p>
        </w:tc>
        <w:tc>
          <w:tcPr>
            <w:tcW w:w="3969" w:type="dxa"/>
            <w:tcMar>
              <w:top w:w="28" w:type="dxa"/>
              <w:left w:w="28" w:type="dxa"/>
              <w:bottom w:w="28" w:type="dxa"/>
              <w:right w:w="28" w:type="dxa"/>
            </w:tcMar>
          </w:tcPr>
          <w:p w14:paraId="63098929" w14:textId="77777777" w:rsidR="00821EDB" w:rsidRPr="00E062F1" w:rsidRDefault="00821EDB" w:rsidP="006B3BD2">
            <w:pPr>
              <w:pStyle w:val="TAC"/>
              <w:rPr>
                <w:rFonts w:cs="Arial"/>
                <w:lang w:eastAsia="zh-CN"/>
              </w:rPr>
            </w:pPr>
            <w:r w:rsidRPr="00E062F1">
              <w:rPr>
                <w:rFonts w:cs="Arial"/>
                <w:lang w:eastAsia="zh-CN"/>
              </w:rPr>
              <w:t>DC_1A_n77A</w:t>
            </w:r>
          </w:p>
          <w:p w14:paraId="7FDFCCA5" w14:textId="77777777" w:rsidR="00821EDB" w:rsidRPr="00E062F1" w:rsidRDefault="00821EDB" w:rsidP="006B3BD2">
            <w:pPr>
              <w:pStyle w:val="TAC"/>
              <w:rPr>
                <w:rFonts w:cs="Arial"/>
                <w:lang w:eastAsia="zh-CN"/>
              </w:rPr>
            </w:pPr>
            <w:r w:rsidRPr="00E062F1">
              <w:rPr>
                <w:rFonts w:cs="Arial"/>
                <w:lang w:eastAsia="zh-CN"/>
              </w:rPr>
              <w:t>DC_1A_n257A</w:t>
            </w:r>
          </w:p>
          <w:p w14:paraId="47BAE594" w14:textId="77777777" w:rsidR="00821EDB" w:rsidRPr="00E062F1" w:rsidRDefault="00821EDB" w:rsidP="006B3BD2">
            <w:pPr>
              <w:pStyle w:val="TAC"/>
              <w:rPr>
                <w:rFonts w:cs="Arial"/>
                <w:lang w:eastAsia="zh-CN"/>
              </w:rPr>
            </w:pPr>
            <w:r w:rsidRPr="00E062F1">
              <w:rPr>
                <w:rFonts w:cs="Arial"/>
                <w:lang w:eastAsia="zh-CN"/>
              </w:rPr>
              <w:t>DC_11A_n77A</w:t>
            </w:r>
          </w:p>
          <w:p w14:paraId="6806408C" w14:textId="77777777" w:rsidR="00821EDB" w:rsidRPr="00E062F1" w:rsidRDefault="00821EDB" w:rsidP="006B3BD2">
            <w:pPr>
              <w:pStyle w:val="TAC"/>
              <w:rPr>
                <w:noProof/>
              </w:rPr>
            </w:pPr>
            <w:r w:rsidRPr="00E062F1">
              <w:rPr>
                <w:rFonts w:cs="Arial"/>
                <w:lang w:eastAsia="zh-CN"/>
              </w:rPr>
              <w:t>DC_11A_n257A</w:t>
            </w:r>
          </w:p>
        </w:tc>
      </w:tr>
      <w:tr w:rsidR="009334E7" w:rsidRPr="00E062F1" w14:paraId="131243C2" w14:textId="77777777" w:rsidTr="006B3BD2">
        <w:trPr>
          <w:trHeight w:val="187"/>
          <w:jc w:val="center"/>
        </w:trPr>
        <w:tc>
          <w:tcPr>
            <w:tcW w:w="3969" w:type="dxa"/>
            <w:shd w:val="clear" w:color="auto" w:fill="auto"/>
            <w:noWrap/>
            <w:tcMar>
              <w:top w:w="28" w:type="dxa"/>
              <w:left w:w="28" w:type="dxa"/>
              <w:bottom w:w="28" w:type="dxa"/>
              <w:right w:w="28" w:type="dxa"/>
            </w:tcMar>
          </w:tcPr>
          <w:p w14:paraId="45550D6C" w14:textId="0C29F547" w:rsidR="009334E7" w:rsidRPr="00E062F1" w:rsidRDefault="009334E7" w:rsidP="006B3BD2">
            <w:pPr>
              <w:pStyle w:val="TAC"/>
              <w:rPr>
                <w:rFonts w:cs="Arial"/>
                <w:szCs w:val="18"/>
              </w:rPr>
            </w:pPr>
            <w:r w:rsidRPr="00E062F1">
              <w:rPr>
                <w:rFonts w:cs="Arial"/>
                <w:szCs w:val="18"/>
              </w:rPr>
              <w:t>DC_1A-11A_n77(2A)-n257A</w:t>
            </w:r>
            <w:r w:rsidR="00941393">
              <w:rPr>
                <w:rFonts w:hint="eastAsia"/>
                <w:vertAlign w:val="superscript"/>
                <w:lang w:eastAsia="zh-TW"/>
              </w:rPr>
              <w:t>2</w:t>
            </w:r>
          </w:p>
          <w:p w14:paraId="6AF0B808" w14:textId="7DDAE596" w:rsidR="009334E7" w:rsidRPr="00E062F1" w:rsidRDefault="009334E7" w:rsidP="006B3BD2">
            <w:pPr>
              <w:pStyle w:val="TAC"/>
              <w:rPr>
                <w:rFonts w:cs="Arial"/>
                <w:szCs w:val="18"/>
              </w:rPr>
            </w:pPr>
            <w:r w:rsidRPr="00E062F1">
              <w:rPr>
                <w:rFonts w:cs="Arial"/>
                <w:szCs w:val="18"/>
              </w:rPr>
              <w:t>DC_1A-11A_n77(2A)-n257D</w:t>
            </w:r>
            <w:r w:rsidR="00941393">
              <w:rPr>
                <w:rFonts w:hint="eastAsia"/>
                <w:vertAlign w:val="superscript"/>
                <w:lang w:eastAsia="zh-TW"/>
              </w:rPr>
              <w:t>2</w:t>
            </w:r>
          </w:p>
          <w:p w14:paraId="2FD1015F" w14:textId="6CCE57FB" w:rsidR="009334E7" w:rsidRPr="00E062F1" w:rsidRDefault="009334E7" w:rsidP="006B3BD2">
            <w:pPr>
              <w:pStyle w:val="TAC"/>
              <w:rPr>
                <w:rFonts w:cs="Arial"/>
                <w:szCs w:val="18"/>
              </w:rPr>
            </w:pPr>
            <w:r w:rsidRPr="00E062F1">
              <w:rPr>
                <w:rFonts w:cs="Arial"/>
                <w:szCs w:val="18"/>
              </w:rPr>
              <w:t>DC_1A-11A_n77(2A)-n257G</w:t>
            </w:r>
            <w:r w:rsidR="00941393">
              <w:rPr>
                <w:rFonts w:hint="eastAsia"/>
                <w:vertAlign w:val="superscript"/>
                <w:lang w:eastAsia="zh-TW"/>
              </w:rPr>
              <w:t>2</w:t>
            </w:r>
          </w:p>
          <w:p w14:paraId="002E53BC" w14:textId="14D1E1EE" w:rsidR="009334E7" w:rsidRPr="00E062F1" w:rsidRDefault="009334E7" w:rsidP="006B3BD2">
            <w:pPr>
              <w:pStyle w:val="TAC"/>
              <w:rPr>
                <w:rFonts w:cs="Arial"/>
                <w:szCs w:val="18"/>
              </w:rPr>
            </w:pPr>
            <w:r w:rsidRPr="00E062F1">
              <w:rPr>
                <w:rFonts w:cs="Arial"/>
                <w:szCs w:val="18"/>
              </w:rPr>
              <w:t>DC_1A-11A_n77(2A)-n257H</w:t>
            </w:r>
            <w:r w:rsidR="00941393">
              <w:rPr>
                <w:rFonts w:hint="eastAsia"/>
                <w:vertAlign w:val="superscript"/>
                <w:lang w:eastAsia="zh-TW"/>
              </w:rPr>
              <w:t>2</w:t>
            </w:r>
          </w:p>
          <w:p w14:paraId="59FF2F05" w14:textId="23DE633B" w:rsidR="009334E7" w:rsidRPr="00E062F1" w:rsidRDefault="009334E7" w:rsidP="006B3BD2">
            <w:pPr>
              <w:pStyle w:val="TAC"/>
              <w:rPr>
                <w:rFonts w:cs="Arial"/>
                <w:szCs w:val="18"/>
              </w:rPr>
            </w:pPr>
            <w:r w:rsidRPr="00E062F1">
              <w:rPr>
                <w:rFonts w:cs="Arial"/>
                <w:szCs w:val="18"/>
              </w:rPr>
              <w:t>DC_1A-11A_n77(2A)-n257I</w:t>
            </w:r>
            <w:r w:rsidR="00941393">
              <w:rPr>
                <w:rFonts w:hint="eastAsia"/>
                <w:vertAlign w:val="superscript"/>
                <w:lang w:eastAsia="zh-TW"/>
              </w:rPr>
              <w:t>2</w:t>
            </w:r>
          </w:p>
        </w:tc>
        <w:tc>
          <w:tcPr>
            <w:tcW w:w="3969" w:type="dxa"/>
            <w:tcMar>
              <w:top w:w="28" w:type="dxa"/>
              <w:left w:w="28" w:type="dxa"/>
              <w:bottom w:w="28" w:type="dxa"/>
              <w:right w:w="28" w:type="dxa"/>
            </w:tcMar>
          </w:tcPr>
          <w:p w14:paraId="4F8A02AE" w14:textId="77777777" w:rsidR="009334E7" w:rsidRPr="00E062F1" w:rsidRDefault="009334E7" w:rsidP="006B3BD2">
            <w:pPr>
              <w:pStyle w:val="TAC"/>
              <w:rPr>
                <w:rFonts w:cs="Arial"/>
                <w:lang w:eastAsia="zh-CN"/>
              </w:rPr>
            </w:pPr>
            <w:r w:rsidRPr="00E062F1">
              <w:rPr>
                <w:rFonts w:cs="Arial"/>
                <w:lang w:eastAsia="zh-CN"/>
              </w:rPr>
              <w:t>DC_1A_n77A</w:t>
            </w:r>
          </w:p>
          <w:p w14:paraId="7C95A52A" w14:textId="77777777" w:rsidR="009334E7" w:rsidRPr="00E062F1" w:rsidRDefault="009334E7" w:rsidP="006B3BD2">
            <w:pPr>
              <w:pStyle w:val="TAC"/>
              <w:rPr>
                <w:rFonts w:cs="Arial"/>
                <w:lang w:eastAsia="zh-CN"/>
              </w:rPr>
            </w:pPr>
            <w:r w:rsidRPr="00E062F1">
              <w:rPr>
                <w:rFonts w:cs="Arial"/>
                <w:lang w:eastAsia="zh-CN"/>
              </w:rPr>
              <w:t>DC_1A_n257A</w:t>
            </w:r>
          </w:p>
          <w:p w14:paraId="13EE369E" w14:textId="77777777" w:rsidR="009334E7" w:rsidRPr="00E062F1" w:rsidRDefault="009334E7" w:rsidP="006B3BD2">
            <w:pPr>
              <w:pStyle w:val="TAC"/>
              <w:rPr>
                <w:rFonts w:cs="Arial"/>
                <w:lang w:eastAsia="zh-CN"/>
              </w:rPr>
            </w:pPr>
            <w:r w:rsidRPr="00E062F1">
              <w:rPr>
                <w:rFonts w:cs="Arial"/>
                <w:lang w:eastAsia="zh-CN"/>
              </w:rPr>
              <w:t>DC_11A_n77A</w:t>
            </w:r>
          </w:p>
          <w:p w14:paraId="2DBBA769" w14:textId="34B216B4" w:rsidR="009334E7" w:rsidRPr="00E062F1" w:rsidRDefault="009334E7" w:rsidP="006B3BD2">
            <w:pPr>
              <w:pStyle w:val="TAC"/>
              <w:rPr>
                <w:rFonts w:cs="Arial"/>
                <w:lang w:eastAsia="zh-CN"/>
              </w:rPr>
            </w:pPr>
            <w:r w:rsidRPr="00E062F1">
              <w:rPr>
                <w:rFonts w:cs="Arial"/>
                <w:lang w:eastAsia="zh-CN"/>
              </w:rPr>
              <w:t>DC_11A_n257A</w:t>
            </w:r>
          </w:p>
        </w:tc>
      </w:tr>
      <w:tr w:rsidR="00821EDB" w:rsidRPr="00E062F1" w14:paraId="0F8FEA1B" w14:textId="77777777" w:rsidTr="006B3BD2">
        <w:trPr>
          <w:trHeight w:val="187"/>
          <w:jc w:val="center"/>
        </w:trPr>
        <w:tc>
          <w:tcPr>
            <w:tcW w:w="3969" w:type="dxa"/>
            <w:shd w:val="clear" w:color="auto" w:fill="auto"/>
            <w:noWrap/>
            <w:tcMar>
              <w:top w:w="28" w:type="dxa"/>
              <w:left w:w="28" w:type="dxa"/>
              <w:bottom w:w="28" w:type="dxa"/>
              <w:right w:w="28" w:type="dxa"/>
            </w:tcMar>
          </w:tcPr>
          <w:p w14:paraId="064E45FD" w14:textId="77777777" w:rsidR="00821EDB" w:rsidRPr="00E062F1" w:rsidRDefault="00821EDB" w:rsidP="006B3BD2">
            <w:pPr>
              <w:pStyle w:val="TAC"/>
              <w:rPr>
                <w:rFonts w:eastAsia="Malgun Gothic" w:cs="Arial"/>
                <w:lang w:eastAsia="ko-KR"/>
              </w:rPr>
            </w:pPr>
            <w:r w:rsidRPr="00E062F1">
              <w:rPr>
                <w:rFonts w:cs="Arial"/>
                <w:lang w:eastAsia="zh-CN"/>
              </w:rPr>
              <w:t>DC_1A-18A_n3A</w:t>
            </w:r>
            <w:r w:rsidRPr="00E062F1">
              <w:rPr>
                <w:rFonts w:cs="Arial"/>
                <w:lang w:eastAsia="ja-JP"/>
              </w:rPr>
              <w:t>-</w:t>
            </w:r>
            <w:r w:rsidRPr="00E062F1">
              <w:rPr>
                <w:rFonts w:cs="Arial"/>
                <w:lang w:eastAsia="zh-CN"/>
              </w:rPr>
              <w:t>n257</w:t>
            </w:r>
            <w:r w:rsidRPr="00E062F1">
              <w:rPr>
                <w:rFonts w:eastAsia="Malgun Gothic" w:cs="Arial"/>
                <w:lang w:eastAsia="ko-KR"/>
              </w:rPr>
              <w:t>A</w:t>
            </w:r>
          </w:p>
          <w:p w14:paraId="03DFA420" w14:textId="77777777" w:rsidR="00821EDB" w:rsidRPr="00E062F1" w:rsidRDefault="00821EDB" w:rsidP="006B3BD2">
            <w:pPr>
              <w:pStyle w:val="TAC"/>
              <w:rPr>
                <w:rFonts w:eastAsia="Malgun Gothic" w:cs="Arial"/>
                <w:lang w:eastAsia="ko-KR"/>
              </w:rPr>
            </w:pPr>
            <w:r w:rsidRPr="00E062F1">
              <w:rPr>
                <w:rFonts w:cs="Arial"/>
                <w:lang w:eastAsia="zh-CN"/>
              </w:rPr>
              <w:t>DC_1A-18A_n3A</w:t>
            </w:r>
            <w:r w:rsidRPr="00E062F1">
              <w:rPr>
                <w:rFonts w:cs="Arial"/>
                <w:lang w:eastAsia="ja-JP"/>
              </w:rPr>
              <w:t>-</w:t>
            </w:r>
            <w:r w:rsidRPr="00E062F1">
              <w:rPr>
                <w:rFonts w:cs="Arial"/>
                <w:lang w:eastAsia="zh-CN"/>
              </w:rPr>
              <w:t>n257</w:t>
            </w:r>
            <w:r w:rsidRPr="00E062F1">
              <w:rPr>
                <w:rFonts w:eastAsia="Malgun Gothic" w:cs="Arial"/>
                <w:lang w:eastAsia="ko-KR"/>
              </w:rPr>
              <w:t>G</w:t>
            </w:r>
          </w:p>
          <w:p w14:paraId="35A80F5B" w14:textId="77777777" w:rsidR="00821EDB" w:rsidRPr="00E062F1" w:rsidRDefault="00821EDB" w:rsidP="006B3BD2">
            <w:pPr>
              <w:pStyle w:val="TAC"/>
              <w:rPr>
                <w:rFonts w:eastAsia="Malgun Gothic" w:cs="Arial"/>
                <w:lang w:eastAsia="ko-KR"/>
              </w:rPr>
            </w:pPr>
            <w:r w:rsidRPr="00E062F1">
              <w:rPr>
                <w:rFonts w:cs="Arial"/>
                <w:lang w:eastAsia="zh-CN"/>
              </w:rPr>
              <w:t>DC_1A-18A_n3A</w:t>
            </w:r>
            <w:r w:rsidRPr="00E062F1">
              <w:rPr>
                <w:rFonts w:cs="Arial"/>
                <w:lang w:eastAsia="ja-JP"/>
              </w:rPr>
              <w:t>-</w:t>
            </w:r>
            <w:r w:rsidRPr="00E062F1">
              <w:rPr>
                <w:rFonts w:cs="Arial"/>
                <w:lang w:eastAsia="zh-CN"/>
              </w:rPr>
              <w:t>n257</w:t>
            </w:r>
            <w:r w:rsidRPr="00E062F1">
              <w:rPr>
                <w:rFonts w:eastAsia="Malgun Gothic" w:cs="Arial"/>
                <w:lang w:eastAsia="ko-KR"/>
              </w:rPr>
              <w:t>H</w:t>
            </w:r>
          </w:p>
          <w:p w14:paraId="0B61E496" w14:textId="77777777" w:rsidR="00821EDB" w:rsidRPr="00E062F1" w:rsidRDefault="00821EDB" w:rsidP="006B3BD2">
            <w:pPr>
              <w:pStyle w:val="TAC"/>
              <w:rPr>
                <w:noProof/>
              </w:rPr>
            </w:pPr>
            <w:r w:rsidRPr="00E062F1">
              <w:rPr>
                <w:rFonts w:cs="Arial"/>
                <w:lang w:eastAsia="zh-CN"/>
              </w:rPr>
              <w:t>DC_1A-18A_n3A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458B0FC1" w14:textId="77777777" w:rsidR="00821EDB" w:rsidRPr="00E062F1" w:rsidRDefault="00821EDB" w:rsidP="006B3BD2">
            <w:pPr>
              <w:pStyle w:val="TAC"/>
              <w:rPr>
                <w:rFonts w:cs="Arial"/>
                <w:lang w:eastAsia="zh-CN"/>
              </w:rPr>
            </w:pPr>
            <w:r w:rsidRPr="00E062F1">
              <w:rPr>
                <w:rFonts w:cs="Arial"/>
                <w:lang w:eastAsia="zh-CN"/>
              </w:rPr>
              <w:t>DC_1A_n3A</w:t>
            </w:r>
          </w:p>
          <w:p w14:paraId="02E840F9" w14:textId="77777777" w:rsidR="00821EDB" w:rsidRPr="00E062F1" w:rsidRDefault="00821EDB" w:rsidP="006B3BD2">
            <w:pPr>
              <w:pStyle w:val="TAC"/>
              <w:rPr>
                <w:rFonts w:cs="Arial"/>
                <w:lang w:eastAsia="zh-CN"/>
              </w:rPr>
            </w:pPr>
            <w:r w:rsidRPr="00E062F1">
              <w:rPr>
                <w:rFonts w:cs="Arial"/>
                <w:lang w:eastAsia="zh-CN"/>
              </w:rPr>
              <w:t>DC_1A_n257A</w:t>
            </w:r>
          </w:p>
          <w:p w14:paraId="23114C7A" w14:textId="77777777" w:rsidR="00821EDB" w:rsidRPr="00E062F1" w:rsidRDefault="00821EDB" w:rsidP="006B3BD2">
            <w:pPr>
              <w:pStyle w:val="TAC"/>
              <w:rPr>
                <w:rFonts w:cs="Arial"/>
                <w:lang w:eastAsia="zh-CN"/>
              </w:rPr>
            </w:pPr>
            <w:r w:rsidRPr="00E062F1">
              <w:rPr>
                <w:rFonts w:cs="Arial"/>
                <w:lang w:eastAsia="zh-CN"/>
              </w:rPr>
              <w:t>DC_1A_n257G</w:t>
            </w:r>
          </w:p>
          <w:p w14:paraId="69AFAAC1" w14:textId="77777777" w:rsidR="00821EDB" w:rsidRPr="00E062F1" w:rsidRDefault="00821EDB" w:rsidP="006B3BD2">
            <w:pPr>
              <w:pStyle w:val="TAC"/>
              <w:rPr>
                <w:rFonts w:cs="Arial"/>
                <w:lang w:eastAsia="zh-CN"/>
              </w:rPr>
            </w:pPr>
            <w:r w:rsidRPr="00E062F1">
              <w:rPr>
                <w:rFonts w:cs="Arial"/>
                <w:lang w:eastAsia="zh-CN"/>
              </w:rPr>
              <w:t>DC_1A_n257H</w:t>
            </w:r>
          </w:p>
          <w:p w14:paraId="13369511" w14:textId="77777777" w:rsidR="00821EDB" w:rsidRPr="00E062F1" w:rsidRDefault="00821EDB" w:rsidP="006B3BD2">
            <w:pPr>
              <w:pStyle w:val="TAC"/>
              <w:rPr>
                <w:rFonts w:cs="Arial"/>
                <w:lang w:eastAsia="zh-CN"/>
              </w:rPr>
            </w:pPr>
            <w:r w:rsidRPr="00E062F1">
              <w:rPr>
                <w:rFonts w:cs="Arial"/>
                <w:lang w:eastAsia="zh-CN"/>
              </w:rPr>
              <w:t>DC_1A_n257I</w:t>
            </w:r>
          </w:p>
          <w:p w14:paraId="300176AF" w14:textId="77777777" w:rsidR="00821EDB" w:rsidRPr="00E062F1" w:rsidRDefault="00821EDB" w:rsidP="006B3BD2">
            <w:pPr>
              <w:pStyle w:val="TAC"/>
              <w:rPr>
                <w:rFonts w:cs="Arial"/>
                <w:lang w:eastAsia="zh-CN"/>
              </w:rPr>
            </w:pPr>
            <w:r w:rsidRPr="00E062F1">
              <w:rPr>
                <w:rFonts w:cs="Arial"/>
                <w:lang w:eastAsia="zh-CN"/>
              </w:rPr>
              <w:t>DC_18A_n3A</w:t>
            </w:r>
          </w:p>
          <w:p w14:paraId="4332D251" w14:textId="77777777" w:rsidR="00821EDB" w:rsidRPr="00E062F1" w:rsidRDefault="00821EDB" w:rsidP="006B3BD2">
            <w:pPr>
              <w:pStyle w:val="TAC"/>
              <w:rPr>
                <w:rFonts w:cs="Arial"/>
                <w:lang w:eastAsia="zh-CN"/>
              </w:rPr>
            </w:pPr>
            <w:r w:rsidRPr="00E062F1">
              <w:rPr>
                <w:rFonts w:cs="Arial"/>
                <w:lang w:eastAsia="zh-CN"/>
              </w:rPr>
              <w:t>DC_18A_n257A</w:t>
            </w:r>
          </w:p>
          <w:p w14:paraId="0FBB56DA" w14:textId="77777777" w:rsidR="00821EDB" w:rsidRPr="00E062F1" w:rsidRDefault="00821EDB" w:rsidP="006B3BD2">
            <w:pPr>
              <w:pStyle w:val="TAC"/>
              <w:rPr>
                <w:rFonts w:cs="Arial"/>
                <w:lang w:eastAsia="zh-CN"/>
              </w:rPr>
            </w:pPr>
            <w:r w:rsidRPr="00E062F1">
              <w:rPr>
                <w:rFonts w:cs="Arial"/>
                <w:lang w:eastAsia="zh-CN"/>
              </w:rPr>
              <w:t>DC_18A_n257G</w:t>
            </w:r>
          </w:p>
          <w:p w14:paraId="20FFB27A" w14:textId="77777777" w:rsidR="00821EDB" w:rsidRPr="00E062F1" w:rsidRDefault="00821EDB" w:rsidP="006B3BD2">
            <w:pPr>
              <w:pStyle w:val="TAC"/>
              <w:rPr>
                <w:rFonts w:cs="Arial"/>
                <w:lang w:eastAsia="zh-CN"/>
              </w:rPr>
            </w:pPr>
            <w:r w:rsidRPr="00E062F1">
              <w:rPr>
                <w:rFonts w:cs="Arial"/>
                <w:lang w:eastAsia="zh-CN"/>
              </w:rPr>
              <w:t>DC_18A_n257H</w:t>
            </w:r>
          </w:p>
          <w:p w14:paraId="0C6EBE87" w14:textId="77777777" w:rsidR="00821EDB" w:rsidRPr="00E062F1" w:rsidRDefault="00821EDB" w:rsidP="006B3BD2">
            <w:pPr>
              <w:pStyle w:val="TAC"/>
              <w:rPr>
                <w:noProof/>
              </w:rPr>
            </w:pPr>
            <w:r w:rsidRPr="00E062F1">
              <w:rPr>
                <w:rFonts w:cs="Arial"/>
                <w:lang w:eastAsia="zh-CN"/>
              </w:rPr>
              <w:t>DC_18A_n257I</w:t>
            </w:r>
          </w:p>
        </w:tc>
      </w:tr>
      <w:tr w:rsidR="00821EDB" w:rsidRPr="00E062F1" w14:paraId="1537E3D7" w14:textId="77777777" w:rsidTr="006B3BD2">
        <w:trPr>
          <w:trHeight w:val="187"/>
          <w:jc w:val="center"/>
        </w:trPr>
        <w:tc>
          <w:tcPr>
            <w:tcW w:w="3969" w:type="dxa"/>
            <w:shd w:val="clear" w:color="auto" w:fill="auto"/>
            <w:noWrap/>
            <w:tcMar>
              <w:top w:w="28" w:type="dxa"/>
              <w:left w:w="28" w:type="dxa"/>
              <w:bottom w:w="28" w:type="dxa"/>
              <w:right w:w="28" w:type="dxa"/>
            </w:tcMar>
          </w:tcPr>
          <w:p w14:paraId="1F14D5F8" w14:textId="77777777" w:rsidR="00821EDB" w:rsidRPr="00E062F1" w:rsidRDefault="00821EDB" w:rsidP="006B3BD2">
            <w:pPr>
              <w:pStyle w:val="TAC"/>
              <w:rPr>
                <w:rFonts w:eastAsia="Malgun Gothic" w:cs="Arial"/>
                <w:lang w:eastAsia="ko-KR"/>
              </w:rPr>
            </w:pPr>
            <w:r w:rsidRPr="00E062F1">
              <w:rPr>
                <w:rFonts w:cs="Arial"/>
                <w:lang w:eastAsia="zh-CN"/>
              </w:rPr>
              <w:t>DC_1A-18A_n78A</w:t>
            </w:r>
            <w:r w:rsidRPr="00E062F1">
              <w:rPr>
                <w:rFonts w:cs="Arial"/>
                <w:lang w:eastAsia="ja-JP"/>
              </w:rPr>
              <w:t>-</w:t>
            </w:r>
            <w:r w:rsidRPr="00E062F1">
              <w:rPr>
                <w:rFonts w:cs="Arial"/>
                <w:lang w:eastAsia="zh-CN"/>
              </w:rPr>
              <w:t>n257</w:t>
            </w:r>
            <w:r w:rsidRPr="00E062F1">
              <w:rPr>
                <w:rFonts w:eastAsia="Malgun Gothic" w:cs="Arial"/>
                <w:lang w:eastAsia="ko-KR"/>
              </w:rPr>
              <w:t>A</w:t>
            </w:r>
          </w:p>
          <w:p w14:paraId="7D613B7E" w14:textId="77777777" w:rsidR="00821EDB" w:rsidRPr="00E062F1" w:rsidRDefault="00821EDB" w:rsidP="006B3BD2">
            <w:pPr>
              <w:pStyle w:val="TAC"/>
              <w:rPr>
                <w:rFonts w:eastAsia="Malgun Gothic" w:cs="Arial"/>
                <w:lang w:eastAsia="ko-KR"/>
              </w:rPr>
            </w:pPr>
            <w:r w:rsidRPr="00E062F1">
              <w:rPr>
                <w:rFonts w:cs="Arial"/>
                <w:lang w:eastAsia="zh-CN"/>
              </w:rPr>
              <w:t>DC_1A-18A_n78A</w:t>
            </w:r>
            <w:r w:rsidRPr="00E062F1">
              <w:rPr>
                <w:rFonts w:cs="Arial"/>
                <w:lang w:eastAsia="ja-JP"/>
              </w:rPr>
              <w:t>-</w:t>
            </w:r>
            <w:r w:rsidRPr="00E062F1">
              <w:rPr>
                <w:rFonts w:cs="Arial"/>
                <w:lang w:eastAsia="zh-CN"/>
              </w:rPr>
              <w:t>n257</w:t>
            </w:r>
            <w:r w:rsidRPr="00E062F1">
              <w:rPr>
                <w:rFonts w:eastAsia="Malgun Gothic" w:cs="Arial"/>
                <w:lang w:eastAsia="ko-KR"/>
              </w:rPr>
              <w:t>G</w:t>
            </w:r>
          </w:p>
          <w:p w14:paraId="16345E04" w14:textId="77777777" w:rsidR="00821EDB" w:rsidRPr="00E062F1" w:rsidRDefault="00821EDB" w:rsidP="006B3BD2">
            <w:pPr>
              <w:pStyle w:val="TAC"/>
              <w:rPr>
                <w:rFonts w:eastAsia="Malgun Gothic" w:cs="Arial"/>
                <w:lang w:eastAsia="ko-KR"/>
              </w:rPr>
            </w:pPr>
            <w:r w:rsidRPr="00E062F1">
              <w:rPr>
                <w:rFonts w:cs="Arial"/>
                <w:lang w:eastAsia="zh-CN"/>
              </w:rPr>
              <w:t>DC_1A-18A_n78A</w:t>
            </w:r>
            <w:r w:rsidRPr="00E062F1">
              <w:rPr>
                <w:rFonts w:cs="Arial"/>
                <w:lang w:eastAsia="ja-JP"/>
              </w:rPr>
              <w:t>-</w:t>
            </w:r>
            <w:r w:rsidRPr="00E062F1">
              <w:rPr>
                <w:rFonts w:cs="Arial"/>
                <w:lang w:eastAsia="zh-CN"/>
              </w:rPr>
              <w:t>n257</w:t>
            </w:r>
            <w:r w:rsidRPr="00E062F1">
              <w:rPr>
                <w:rFonts w:eastAsia="Malgun Gothic" w:cs="Arial"/>
                <w:lang w:eastAsia="ko-KR"/>
              </w:rPr>
              <w:t>H</w:t>
            </w:r>
          </w:p>
          <w:p w14:paraId="72078210" w14:textId="77777777" w:rsidR="00821EDB" w:rsidRPr="00E062F1" w:rsidRDefault="00821EDB" w:rsidP="006B3BD2">
            <w:pPr>
              <w:pStyle w:val="TAC"/>
              <w:rPr>
                <w:noProof/>
              </w:rPr>
            </w:pPr>
            <w:r w:rsidRPr="00E062F1">
              <w:rPr>
                <w:rFonts w:cs="Arial"/>
                <w:lang w:eastAsia="zh-CN"/>
              </w:rPr>
              <w:t>DC_1A-18A_n78A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25158C03" w14:textId="77777777" w:rsidR="00821EDB" w:rsidRPr="00E062F1" w:rsidRDefault="00821EDB" w:rsidP="006B3BD2">
            <w:pPr>
              <w:pStyle w:val="TAC"/>
              <w:rPr>
                <w:rFonts w:cs="Arial"/>
                <w:lang w:eastAsia="zh-CN"/>
              </w:rPr>
            </w:pPr>
            <w:r w:rsidRPr="00E062F1">
              <w:rPr>
                <w:rFonts w:cs="Arial"/>
                <w:lang w:eastAsia="zh-CN"/>
              </w:rPr>
              <w:t>DC_1A_n78A</w:t>
            </w:r>
          </w:p>
          <w:p w14:paraId="46A90DA8" w14:textId="77777777" w:rsidR="00821EDB" w:rsidRPr="00E062F1" w:rsidRDefault="00821EDB" w:rsidP="006B3BD2">
            <w:pPr>
              <w:pStyle w:val="TAC"/>
              <w:rPr>
                <w:rFonts w:cs="Arial"/>
                <w:lang w:eastAsia="zh-CN"/>
              </w:rPr>
            </w:pPr>
            <w:r w:rsidRPr="00E062F1">
              <w:rPr>
                <w:rFonts w:cs="Arial"/>
                <w:lang w:eastAsia="zh-CN"/>
              </w:rPr>
              <w:t>DC_1A_n257A</w:t>
            </w:r>
          </w:p>
          <w:p w14:paraId="5E7DB335" w14:textId="77777777" w:rsidR="00821EDB" w:rsidRPr="00E062F1" w:rsidRDefault="00821EDB" w:rsidP="006B3BD2">
            <w:pPr>
              <w:pStyle w:val="TAC"/>
              <w:rPr>
                <w:rFonts w:cs="Arial"/>
                <w:lang w:eastAsia="zh-CN"/>
              </w:rPr>
            </w:pPr>
            <w:r w:rsidRPr="00E062F1">
              <w:rPr>
                <w:rFonts w:cs="Arial"/>
                <w:lang w:eastAsia="zh-CN"/>
              </w:rPr>
              <w:t>DC_1A_n257G</w:t>
            </w:r>
          </w:p>
          <w:p w14:paraId="1750D58B" w14:textId="77777777" w:rsidR="00821EDB" w:rsidRPr="00E062F1" w:rsidRDefault="00821EDB" w:rsidP="006B3BD2">
            <w:pPr>
              <w:pStyle w:val="TAC"/>
              <w:rPr>
                <w:rFonts w:cs="Arial"/>
                <w:lang w:eastAsia="zh-CN"/>
              </w:rPr>
            </w:pPr>
            <w:r w:rsidRPr="00E062F1">
              <w:rPr>
                <w:rFonts w:cs="Arial"/>
                <w:lang w:eastAsia="zh-CN"/>
              </w:rPr>
              <w:t>DC_1A_n257H</w:t>
            </w:r>
          </w:p>
          <w:p w14:paraId="131CEE72" w14:textId="77777777" w:rsidR="00821EDB" w:rsidRPr="00E062F1" w:rsidRDefault="00821EDB" w:rsidP="006B3BD2">
            <w:pPr>
              <w:pStyle w:val="TAC"/>
              <w:rPr>
                <w:rFonts w:cs="Arial"/>
                <w:lang w:eastAsia="zh-CN"/>
              </w:rPr>
            </w:pPr>
            <w:r w:rsidRPr="00E062F1">
              <w:rPr>
                <w:rFonts w:cs="Arial"/>
                <w:lang w:eastAsia="zh-CN"/>
              </w:rPr>
              <w:t>DC_1A_n257I</w:t>
            </w:r>
          </w:p>
          <w:p w14:paraId="57F440B0" w14:textId="77777777" w:rsidR="00821EDB" w:rsidRPr="00E062F1" w:rsidRDefault="00821EDB" w:rsidP="006B3BD2">
            <w:pPr>
              <w:pStyle w:val="TAC"/>
              <w:rPr>
                <w:rFonts w:cs="Arial"/>
                <w:lang w:eastAsia="zh-CN"/>
              </w:rPr>
            </w:pPr>
            <w:r w:rsidRPr="00E062F1">
              <w:rPr>
                <w:rFonts w:cs="Arial"/>
                <w:lang w:eastAsia="zh-CN"/>
              </w:rPr>
              <w:t>DC_18A_n78A</w:t>
            </w:r>
          </w:p>
          <w:p w14:paraId="50627F65" w14:textId="77777777" w:rsidR="00821EDB" w:rsidRPr="00E062F1" w:rsidRDefault="00821EDB" w:rsidP="006B3BD2">
            <w:pPr>
              <w:pStyle w:val="TAC"/>
              <w:rPr>
                <w:rFonts w:cs="Arial"/>
                <w:lang w:eastAsia="zh-CN"/>
              </w:rPr>
            </w:pPr>
            <w:r w:rsidRPr="00E062F1">
              <w:rPr>
                <w:rFonts w:cs="Arial"/>
                <w:lang w:eastAsia="zh-CN"/>
              </w:rPr>
              <w:t>DC_18A_n257A</w:t>
            </w:r>
          </w:p>
          <w:p w14:paraId="6DBE2F43" w14:textId="77777777" w:rsidR="00821EDB" w:rsidRPr="00E062F1" w:rsidRDefault="00821EDB" w:rsidP="006B3BD2">
            <w:pPr>
              <w:pStyle w:val="TAC"/>
              <w:rPr>
                <w:rFonts w:cs="Arial"/>
                <w:lang w:eastAsia="zh-CN"/>
              </w:rPr>
            </w:pPr>
            <w:r w:rsidRPr="00E062F1">
              <w:rPr>
                <w:rFonts w:cs="Arial"/>
                <w:lang w:eastAsia="zh-CN"/>
              </w:rPr>
              <w:t>DC_18A_n257G</w:t>
            </w:r>
          </w:p>
          <w:p w14:paraId="34281AEC" w14:textId="77777777" w:rsidR="00821EDB" w:rsidRPr="00E062F1" w:rsidRDefault="00821EDB" w:rsidP="006B3BD2">
            <w:pPr>
              <w:pStyle w:val="TAC"/>
              <w:rPr>
                <w:rFonts w:cs="Arial"/>
                <w:lang w:eastAsia="zh-CN"/>
              </w:rPr>
            </w:pPr>
            <w:r w:rsidRPr="00E062F1">
              <w:rPr>
                <w:rFonts w:cs="Arial"/>
                <w:lang w:eastAsia="zh-CN"/>
              </w:rPr>
              <w:t>DC_18A_n257H</w:t>
            </w:r>
          </w:p>
          <w:p w14:paraId="019D93B3" w14:textId="77777777" w:rsidR="00821EDB" w:rsidRPr="00E062F1" w:rsidRDefault="00821EDB" w:rsidP="006B3BD2">
            <w:pPr>
              <w:pStyle w:val="TAC"/>
              <w:rPr>
                <w:noProof/>
              </w:rPr>
            </w:pPr>
            <w:r w:rsidRPr="00E062F1">
              <w:rPr>
                <w:rFonts w:cs="Arial"/>
                <w:lang w:eastAsia="zh-CN"/>
              </w:rPr>
              <w:t>DC_18A_n257I</w:t>
            </w:r>
          </w:p>
        </w:tc>
      </w:tr>
      <w:tr w:rsidR="00821EDB" w:rsidRPr="00E062F1" w14:paraId="5428CEC9" w14:textId="77777777" w:rsidTr="006B3BD2">
        <w:trPr>
          <w:trHeight w:val="187"/>
          <w:jc w:val="center"/>
        </w:trPr>
        <w:tc>
          <w:tcPr>
            <w:tcW w:w="3969" w:type="dxa"/>
            <w:shd w:val="clear" w:color="auto" w:fill="auto"/>
            <w:noWrap/>
            <w:tcMar>
              <w:top w:w="28" w:type="dxa"/>
              <w:left w:w="28" w:type="dxa"/>
              <w:bottom w:w="28" w:type="dxa"/>
              <w:right w:w="28" w:type="dxa"/>
            </w:tcMar>
          </w:tcPr>
          <w:p w14:paraId="1C2C7039" w14:textId="1F606452" w:rsidR="00821EDB" w:rsidRPr="00E062F1" w:rsidRDefault="00821EDB" w:rsidP="006B3BD2">
            <w:pPr>
              <w:pStyle w:val="TAC"/>
              <w:rPr>
                <w:rFonts w:eastAsia="Malgun Gothic" w:cs="Arial"/>
                <w:lang w:eastAsia="ko-KR"/>
              </w:rPr>
            </w:pPr>
            <w:r w:rsidRPr="00E062F1">
              <w:rPr>
                <w:rFonts w:cs="Arial"/>
                <w:lang w:eastAsia="zh-CN"/>
              </w:rPr>
              <w:lastRenderedPageBreak/>
              <w:t>DC_1A-19A_n77A</w:t>
            </w:r>
            <w:r w:rsidRPr="00E062F1">
              <w:rPr>
                <w:rFonts w:cs="Arial"/>
                <w:lang w:eastAsia="ja-JP"/>
              </w:rPr>
              <w:t>-</w:t>
            </w:r>
            <w:r w:rsidRPr="00E062F1">
              <w:rPr>
                <w:rFonts w:cs="Arial"/>
                <w:lang w:eastAsia="zh-CN"/>
              </w:rPr>
              <w:t>n257</w:t>
            </w:r>
            <w:r w:rsidRPr="00E062F1">
              <w:rPr>
                <w:rFonts w:eastAsia="Malgun Gothic" w:cs="Arial"/>
                <w:lang w:eastAsia="ko-KR"/>
              </w:rPr>
              <w:t>A</w:t>
            </w:r>
            <w:r w:rsidR="00941393">
              <w:rPr>
                <w:rFonts w:hint="eastAsia"/>
                <w:vertAlign w:val="superscript"/>
                <w:lang w:eastAsia="zh-TW"/>
              </w:rPr>
              <w:t>2</w:t>
            </w:r>
          </w:p>
          <w:p w14:paraId="6FD9F3C3" w14:textId="29FB6EA6" w:rsidR="00821EDB" w:rsidRPr="00E062F1" w:rsidRDefault="00821EDB" w:rsidP="006B3BD2">
            <w:pPr>
              <w:pStyle w:val="TAC"/>
              <w:rPr>
                <w:rFonts w:eastAsia="Malgun Gothic" w:cs="Arial"/>
                <w:lang w:eastAsia="ko-KR"/>
              </w:rPr>
            </w:pPr>
            <w:r w:rsidRPr="00E062F1">
              <w:rPr>
                <w:rFonts w:cs="Arial"/>
                <w:lang w:eastAsia="zh-CN"/>
              </w:rPr>
              <w:t>DC_1A-19A_n77A</w:t>
            </w:r>
            <w:r w:rsidRPr="00E062F1">
              <w:rPr>
                <w:rFonts w:cs="Arial"/>
                <w:lang w:eastAsia="ja-JP"/>
              </w:rPr>
              <w:t>-</w:t>
            </w:r>
            <w:r w:rsidRPr="00E062F1">
              <w:rPr>
                <w:rFonts w:cs="Arial"/>
                <w:lang w:eastAsia="zh-CN"/>
              </w:rPr>
              <w:t>n257</w:t>
            </w:r>
            <w:r w:rsidRPr="00E062F1">
              <w:rPr>
                <w:rFonts w:eastAsia="Malgun Gothic" w:cs="Arial"/>
                <w:lang w:eastAsia="ko-KR"/>
              </w:rPr>
              <w:t>G</w:t>
            </w:r>
            <w:r w:rsidR="00941393">
              <w:rPr>
                <w:rFonts w:hint="eastAsia"/>
                <w:vertAlign w:val="superscript"/>
                <w:lang w:eastAsia="zh-TW"/>
              </w:rPr>
              <w:t>2</w:t>
            </w:r>
          </w:p>
          <w:p w14:paraId="1769791D" w14:textId="0815DABE" w:rsidR="00821EDB" w:rsidRPr="00E062F1" w:rsidRDefault="00821EDB" w:rsidP="006B3BD2">
            <w:pPr>
              <w:pStyle w:val="TAC"/>
              <w:rPr>
                <w:rFonts w:eastAsia="Malgun Gothic" w:cs="Arial"/>
                <w:lang w:eastAsia="ko-KR"/>
              </w:rPr>
            </w:pPr>
            <w:r w:rsidRPr="00E062F1">
              <w:rPr>
                <w:rFonts w:cs="Arial"/>
                <w:lang w:eastAsia="zh-CN"/>
              </w:rPr>
              <w:t>DC_1A-19A_n77A</w:t>
            </w:r>
            <w:r w:rsidRPr="00E062F1">
              <w:rPr>
                <w:rFonts w:cs="Arial"/>
                <w:lang w:eastAsia="ja-JP"/>
              </w:rPr>
              <w:t>-</w:t>
            </w:r>
            <w:r w:rsidRPr="00E062F1">
              <w:rPr>
                <w:rFonts w:cs="Arial"/>
                <w:lang w:eastAsia="zh-CN"/>
              </w:rPr>
              <w:t>n257</w:t>
            </w:r>
            <w:r w:rsidRPr="00E062F1">
              <w:rPr>
                <w:rFonts w:eastAsia="Malgun Gothic" w:cs="Arial"/>
                <w:lang w:eastAsia="ko-KR"/>
              </w:rPr>
              <w:t>H</w:t>
            </w:r>
            <w:r w:rsidR="00941393">
              <w:rPr>
                <w:rFonts w:hint="eastAsia"/>
                <w:vertAlign w:val="superscript"/>
                <w:lang w:eastAsia="zh-TW"/>
              </w:rPr>
              <w:t>2</w:t>
            </w:r>
          </w:p>
          <w:p w14:paraId="445813BE" w14:textId="27B0B176" w:rsidR="00821EDB" w:rsidRPr="00E062F1" w:rsidRDefault="00821EDB" w:rsidP="006B3BD2">
            <w:pPr>
              <w:pStyle w:val="TAC"/>
              <w:rPr>
                <w:rFonts w:cs="Arial"/>
                <w:lang w:eastAsia="zh-CN"/>
              </w:rPr>
            </w:pPr>
            <w:r w:rsidRPr="00E062F1">
              <w:rPr>
                <w:rFonts w:cs="Arial"/>
                <w:lang w:eastAsia="zh-CN"/>
              </w:rPr>
              <w:t>DC_1A-19A_n77A</w:t>
            </w:r>
            <w:r w:rsidRPr="00E062F1">
              <w:rPr>
                <w:rFonts w:cs="Arial"/>
                <w:lang w:eastAsia="ja-JP"/>
              </w:rPr>
              <w:t>-</w:t>
            </w:r>
            <w:r w:rsidRPr="00E062F1">
              <w:rPr>
                <w:rFonts w:cs="Arial"/>
                <w:lang w:eastAsia="zh-CN"/>
              </w:rPr>
              <w:t>n257</w:t>
            </w:r>
            <w:r w:rsidRPr="00E062F1">
              <w:rPr>
                <w:rFonts w:eastAsia="Malgun Gothic" w:cs="Arial"/>
                <w:lang w:eastAsia="ko-KR"/>
              </w:rPr>
              <w:t>I</w:t>
            </w:r>
            <w:r w:rsidR="00941393">
              <w:rPr>
                <w:rFonts w:hint="eastAsia"/>
                <w:vertAlign w:val="superscript"/>
                <w:lang w:eastAsia="zh-TW"/>
              </w:rPr>
              <w:t>2</w:t>
            </w:r>
          </w:p>
        </w:tc>
        <w:tc>
          <w:tcPr>
            <w:tcW w:w="3969" w:type="dxa"/>
            <w:tcMar>
              <w:top w:w="28" w:type="dxa"/>
              <w:left w:w="28" w:type="dxa"/>
              <w:bottom w:w="28" w:type="dxa"/>
              <w:right w:w="28" w:type="dxa"/>
            </w:tcMar>
          </w:tcPr>
          <w:p w14:paraId="01FA416F" w14:textId="77777777" w:rsidR="00821EDB" w:rsidRPr="00E062F1" w:rsidRDefault="00821EDB" w:rsidP="006B3BD2">
            <w:pPr>
              <w:pStyle w:val="TAC"/>
              <w:rPr>
                <w:rFonts w:cs="Arial"/>
                <w:lang w:eastAsia="zh-CN"/>
              </w:rPr>
            </w:pPr>
            <w:r w:rsidRPr="00E062F1">
              <w:rPr>
                <w:rFonts w:cs="Arial"/>
                <w:lang w:eastAsia="zh-CN"/>
              </w:rPr>
              <w:t>DC_1A_n77A</w:t>
            </w:r>
          </w:p>
          <w:p w14:paraId="78ACF7E4" w14:textId="77777777" w:rsidR="00821EDB" w:rsidRPr="00E062F1" w:rsidRDefault="00821EDB" w:rsidP="006B3BD2">
            <w:pPr>
              <w:pStyle w:val="TAC"/>
              <w:rPr>
                <w:rFonts w:cs="Arial"/>
                <w:lang w:eastAsia="zh-CN"/>
              </w:rPr>
            </w:pPr>
            <w:r w:rsidRPr="00E062F1">
              <w:rPr>
                <w:rFonts w:cs="Arial"/>
                <w:lang w:eastAsia="zh-CN"/>
              </w:rPr>
              <w:t>DC_1A_n257A</w:t>
            </w:r>
          </w:p>
          <w:p w14:paraId="1EAEEB5B" w14:textId="77777777" w:rsidR="00821EDB" w:rsidRPr="00E062F1" w:rsidRDefault="00821EDB" w:rsidP="006B3BD2">
            <w:pPr>
              <w:pStyle w:val="TAC"/>
              <w:rPr>
                <w:rFonts w:cs="Arial"/>
                <w:lang w:eastAsia="zh-CN"/>
              </w:rPr>
            </w:pPr>
            <w:r w:rsidRPr="00E062F1">
              <w:rPr>
                <w:rFonts w:cs="Arial"/>
                <w:lang w:eastAsia="zh-CN"/>
              </w:rPr>
              <w:t>DC_1A_n257G</w:t>
            </w:r>
          </w:p>
          <w:p w14:paraId="3787C07A" w14:textId="77777777" w:rsidR="00821EDB" w:rsidRPr="00E062F1" w:rsidRDefault="00821EDB" w:rsidP="006B3BD2">
            <w:pPr>
              <w:pStyle w:val="TAC"/>
              <w:rPr>
                <w:rFonts w:cs="Arial"/>
                <w:lang w:eastAsia="zh-CN"/>
              </w:rPr>
            </w:pPr>
            <w:r w:rsidRPr="00E062F1">
              <w:rPr>
                <w:rFonts w:cs="Arial"/>
                <w:lang w:eastAsia="zh-CN"/>
              </w:rPr>
              <w:t>DC_1A_n257H</w:t>
            </w:r>
          </w:p>
          <w:p w14:paraId="6DEFC78F" w14:textId="77777777" w:rsidR="00821EDB" w:rsidRPr="00E062F1" w:rsidRDefault="00821EDB" w:rsidP="006B3BD2">
            <w:pPr>
              <w:pStyle w:val="TAC"/>
              <w:rPr>
                <w:rFonts w:cs="Arial"/>
                <w:lang w:eastAsia="zh-CN"/>
              </w:rPr>
            </w:pPr>
            <w:r w:rsidRPr="00E062F1">
              <w:rPr>
                <w:rFonts w:cs="Arial"/>
                <w:lang w:eastAsia="zh-CN"/>
              </w:rPr>
              <w:t>DC_1A_n257I</w:t>
            </w:r>
          </w:p>
          <w:p w14:paraId="22C79E7B" w14:textId="77777777" w:rsidR="00821EDB" w:rsidRPr="00E062F1" w:rsidRDefault="00821EDB" w:rsidP="006B3BD2">
            <w:pPr>
              <w:pStyle w:val="TAC"/>
              <w:rPr>
                <w:rFonts w:cs="Arial"/>
                <w:lang w:eastAsia="zh-CN"/>
              </w:rPr>
            </w:pPr>
            <w:r w:rsidRPr="00E062F1">
              <w:rPr>
                <w:rFonts w:cs="Arial"/>
                <w:lang w:eastAsia="zh-CN"/>
              </w:rPr>
              <w:t>DC_19A_n77A</w:t>
            </w:r>
          </w:p>
          <w:p w14:paraId="5F178CF4" w14:textId="77777777" w:rsidR="00821EDB" w:rsidRPr="00E062F1" w:rsidRDefault="00821EDB" w:rsidP="006B3BD2">
            <w:pPr>
              <w:pStyle w:val="TAC"/>
              <w:rPr>
                <w:rFonts w:cs="Arial"/>
                <w:lang w:eastAsia="zh-CN"/>
              </w:rPr>
            </w:pPr>
            <w:r w:rsidRPr="00E062F1">
              <w:rPr>
                <w:rFonts w:cs="Arial"/>
                <w:lang w:eastAsia="zh-CN"/>
              </w:rPr>
              <w:t>DC_19A_n257A</w:t>
            </w:r>
          </w:p>
          <w:p w14:paraId="2587564B" w14:textId="77777777" w:rsidR="00821EDB" w:rsidRPr="00E062F1" w:rsidRDefault="00821EDB" w:rsidP="006B3BD2">
            <w:pPr>
              <w:pStyle w:val="TAC"/>
              <w:rPr>
                <w:rFonts w:cs="Arial"/>
                <w:lang w:eastAsia="zh-CN"/>
              </w:rPr>
            </w:pPr>
            <w:r w:rsidRPr="00E062F1">
              <w:rPr>
                <w:rFonts w:cs="Arial"/>
                <w:lang w:eastAsia="zh-CN"/>
              </w:rPr>
              <w:t>DC_19A_n257G</w:t>
            </w:r>
          </w:p>
          <w:p w14:paraId="54063311" w14:textId="77777777" w:rsidR="00821EDB" w:rsidRPr="00E062F1" w:rsidRDefault="00821EDB" w:rsidP="006B3BD2">
            <w:pPr>
              <w:pStyle w:val="TAC"/>
              <w:rPr>
                <w:rFonts w:cs="Arial"/>
                <w:lang w:eastAsia="zh-CN"/>
              </w:rPr>
            </w:pPr>
            <w:r w:rsidRPr="00E062F1">
              <w:rPr>
                <w:rFonts w:cs="Arial"/>
                <w:lang w:eastAsia="zh-CN"/>
              </w:rPr>
              <w:t>DC_19A_n257H</w:t>
            </w:r>
          </w:p>
          <w:p w14:paraId="0CE1F962" w14:textId="77777777" w:rsidR="00821EDB" w:rsidRPr="00E062F1" w:rsidRDefault="00821EDB" w:rsidP="006B3BD2">
            <w:pPr>
              <w:pStyle w:val="TAC"/>
              <w:rPr>
                <w:rFonts w:cs="Arial"/>
                <w:lang w:eastAsia="zh-CN"/>
              </w:rPr>
            </w:pPr>
            <w:r w:rsidRPr="00E062F1">
              <w:rPr>
                <w:rFonts w:cs="Arial"/>
                <w:lang w:eastAsia="zh-CN"/>
              </w:rPr>
              <w:t>DC_19A_n257I</w:t>
            </w:r>
          </w:p>
        </w:tc>
      </w:tr>
      <w:tr w:rsidR="00821EDB" w:rsidRPr="00E062F1" w14:paraId="5CCAEED9" w14:textId="77777777" w:rsidTr="006B3BD2">
        <w:trPr>
          <w:trHeight w:val="187"/>
          <w:jc w:val="center"/>
        </w:trPr>
        <w:tc>
          <w:tcPr>
            <w:tcW w:w="3969" w:type="dxa"/>
            <w:shd w:val="clear" w:color="auto" w:fill="auto"/>
            <w:noWrap/>
            <w:tcMar>
              <w:top w:w="28" w:type="dxa"/>
              <w:left w:w="28" w:type="dxa"/>
              <w:bottom w:w="28" w:type="dxa"/>
              <w:right w:w="28" w:type="dxa"/>
            </w:tcMar>
          </w:tcPr>
          <w:p w14:paraId="3C91D8F9" w14:textId="2AB9A668" w:rsidR="00821EDB" w:rsidRPr="00E062F1" w:rsidRDefault="00821EDB" w:rsidP="006B3BD2">
            <w:pPr>
              <w:pStyle w:val="TAC"/>
              <w:rPr>
                <w:rFonts w:eastAsia="Malgun Gothic" w:cs="Arial"/>
                <w:lang w:eastAsia="ko-KR"/>
              </w:rPr>
            </w:pPr>
            <w:r w:rsidRPr="00E062F1">
              <w:rPr>
                <w:rFonts w:cs="Arial"/>
                <w:lang w:eastAsia="zh-CN"/>
              </w:rPr>
              <w:t>DC_1A-19A_n78A</w:t>
            </w:r>
            <w:r w:rsidRPr="00E062F1">
              <w:rPr>
                <w:rFonts w:cs="Arial"/>
                <w:lang w:eastAsia="ja-JP"/>
              </w:rPr>
              <w:t>-</w:t>
            </w:r>
            <w:r w:rsidRPr="00E062F1">
              <w:rPr>
                <w:rFonts w:cs="Arial"/>
                <w:lang w:eastAsia="zh-CN"/>
              </w:rPr>
              <w:t>n257</w:t>
            </w:r>
            <w:r w:rsidRPr="00E062F1">
              <w:rPr>
                <w:rFonts w:eastAsia="Malgun Gothic" w:cs="Arial"/>
                <w:lang w:eastAsia="ko-KR"/>
              </w:rPr>
              <w:t>A</w:t>
            </w:r>
            <w:r w:rsidR="00941393">
              <w:rPr>
                <w:rFonts w:hint="eastAsia"/>
                <w:vertAlign w:val="superscript"/>
                <w:lang w:eastAsia="zh-TW"/>
              </w:rPr>
              <w:t>2</w:t>
            </w:r>
          </w:p>
          <w:p w14:paraId="423DAE23" w14:textId="49C9DFC3" w:rsidR="00821EDB" w:rsidRPr="00E062F1" w:rsidRDefault="00821EDB" w:rsidP="006B3BD2">
            <w:pPr>
              <w:pStyle w:val="TAC"/>
              <w:rPr>
                <w:rFonts w:eastAsia="Malgun Gothic" w:cs="Arial"/>
                <w:lang w:eastAsia="ko-KR"/>
              </w:rPr>
            </w:pPr>
            <w:r w:rsidRPr="00E062F1">
              <w:rPr>
                <w:rFonts w:cs="Arial"/>
                <w:lang w:eastAsia="zh-CN"/>
              </w:rPr>
              <w:t>DC_1A-19A_n78A</w:t>
            </w:r>
            <w:r w:rsidRPr="00E062F1">
              <w:rPr>
                <w:rFonts w:cs="Arial"/>
                <w:lang w:eastAsia="ja-JP"/>
              </w:rPr>
              <w:t>-</w:t>
            </w:r>
            <w:r w:rsidRPr="00E062F1">
              <w:rPr>
                <w:rFonts w:cs="Arial"/>
                <w:lang w:eastAsia="zh-CN"/>
              </w:rPr>
              <w:t>n257</w:t>
            </w:r>
            <w:r w:rsidRPr="00E062F1">
              <w:rPr>
                <w:rFonts w:eastAsia="Malgun Gothic" w:cs="Arial"/>
                <w:lang w:eastAsia="ko-KR"/>
              </w:rPr>
              <w:t>G</w:t>
            </w:r>
            <w:r w:rsidR="00941393">
              <w:rPr>
                <w:rFonts w:hint="eastAsia"/>
                <w:vertAlign w:val="superscript"/>
                <w:lang w:eastAsia="zh-TW"/>
              </w:rPr>
              <w:t>2</w:t>
            </w:r>
          </w:p>
          <w:p w14:paraId="534E3AD9" w14:textId="6BB851C3" w:rsidR="00821EDB" w:rsidRPr="00E062F1" w:rsidRDefault="00821EDB" w:rsidP="006B3BD2">
            <w:pPr>
              <w:pStyle w:val="TAC"/>
              <w:rPr>
                <w:rFonts w:eastAsia="Malgun Gothic" w:cs="Arial"/>
                <w:lang w:eastAsia="ko-KR"/>
              </w:rPr>
            </w:pPr>
            <w:r w:rsidRPr="00E062F1">
              <w:rPr>
                <w:rFonts w:cs="Arial"/>
                <w:lang w:eastAsia="zh-CN"/>
              </w:rPr>
              <w:t>DC_1A-19A_n78A</w:t>
            </w:r>
            <w:r w:rsidRPr="00E062F1">
              <w:rPr>
                <w:rFonts w:cs="Arial"/>
                <w:lang w:eastAsia="ja-JP"/>
              </w:rPr>
              <w:t>-</w:t>
            </w:r>
            <w:r w:rsidRPr="00E062F1">
              <w:rPr>
                <w:rFonts w:cs="Arial"/>
                <w:lang w:eastAsia="zh-CN"/>
              </w:rPr>
              <w:t>n257</w:t>
            </w:r>
            <w:r w:rsidRPr="00E062F1">
              <w:rPr>
                <w:rFonts w:eastAsia="Malgun Gothic" w:cs="Arial"/>
                <w:lang w:eastAsia="ko-KR"/>
              </w:rPr>
              <w:t>H</w:t>
            </w:r>
            <w:r w:rsidR="00941393">
              <w:rPr>
                <w:rFonts w:hint="eastAsia"/>
                <w:vertAlign w:val="superscript"/>
                <w:lang w:eastAsia="zh-TW"/>
              </w:rPr>
              <w:t>2</w:t>
            </w:r>
          </w:p>
          <w:p w14:paraId="7B347144" w14:textId="2352ABA6" w:rsidR="00821EDB" w:rsidRPr="00E062F1" w:rsidRDefault="00821EDB" w:rsidP="006B3BD2">
            <w:pPr>
              <w:pStyle w:val="TAC"/>
              <w:rPr>
                <w:rFonts w:cs="Arial"/>
                <w:lang w:eastAsia="zh-CN"/>
              </w:rPr>
            </w:pPr>
            <w:r w:rsidRPr="00E062F1">
              <w:rPr>
                <w:rFonts w:cs="Arial"/>
                <w:lang w:eastAsia="zh-CN"/>
              </w:rPr>
              <w:t>DC_1A-19A_n78A</w:t>
            </w:r>
            <w:r w:rsidRPr="00E062F1">
              <w:rPr>
                <w:rFonts w:cs="Arial"/>
                <w:lang w:eastAsia="ja-JP"/>
              </w:rPr>
              <w:t>-</w:t>
            </w:r>
            <w:r w:rsidRPr="00E062F1">
              <w:rPr>
                <w:rFonts w:cs="Arial"/>
                <w:lang w:eastAsia="zh-CN"/>
              </w:rPr>
              <w:t>n257</w:t>
            </w:r>
            <w:r w:rsidRPr="00E062F1">
              <w:rPr>
                <w:rFonts w:eastAsia="Malgun Gothic" w:cs="Arial"/>
                <w:lang w:eastAsia="ko-KR"/>
              </w:rPr>
              <w:t>I</w:t>
            </w:r>
            <w:r w:rsidR="00941393">
              <w:rPr>
                <w:rFonts w:hint="eastAsia"/>
                <w:vertAlign w:val="superscript"/>
                <w:lang w:eastAsia="zh-TW"/>
              </w:rPr>
              <w:t>2</w:t>
            </w:r>
          </w:p>
        </w:tc>
        <w:tc>
          <w:tcPr>
            <w:tcW w:w="3969" w:type="dxa"/>
            <w:tcMar>
              <w:top w:w="28" w:type="dxa"/>
              <w:left w:w="28" w:type="dxa"/>
              <w:bottom w:w="28" w:type="dxa"/>
              <w:right w:w="28" w:type="dxa"/>
            </w:tcMar>
          </w:tcPr>
          <w:p w14:paraId="25EA4720" w14:textId="77777777" w:rsidR="00821EDB" w:rsidRPr="00E062F1" w:rsidRDefault="00821EDB" w:rsidP="006B3BD2">
            <w:pPr>
              <w:pStyle w:val="TAC"/>
              <w:rPr>
                <w:rFonts w:cs="Arial"/>
                <w:lang w:eastAsia="zh-CN"/>
              </w:rPr>
            </w:pPr>
            <w:r w:rsidRPr="00E062F1">
              <w:rPr>
                <w:rFonts w:cs="Arial"/>
                <w:lang w:eastAsia="zh-CN"/>
              </w:rPr>
              <w:t>DC_1A_n78A</w:t>
            </w:r>
          </w:p>
          <w:p w14:paraId="27B74F33" w14:textId="77777777" w:rsidR="00821EDB" w:rsidRPr="00E062F1" w:rsidRDefault="00821EDB" w:rsidP="006B3BD2">
            <w:pPr>
              <w:pStyle w:val="TAC"/>
              <w:rPr>
                <w:rFonts w:cs="Arial"/>
                <w:lang w:eastAsia="zh-CN"/>
              </w:rPr>
            </w:pPr>
            <w:r w:rsidRPr="00E062F1">
              <w:rPr>
                <w:rFonts w:cs="Arial"/>
                <w:lang w:eastAsia="zh-CN"/>
              </w:rPr>
              <w:t>DC_1A_n257A</w:t>
            </w:r>
          </w:p>
          <w:p w14:paraId="3E661053" w14:textId="77777777" w:rsidR="00821EDB" w:rsidRPr="00E062F1" w:rsidRDefault="00821EDB" w:rsidP="006B3BD2">
            <w:pPr>
              <w:pStyle w:val="TAC"/>
              <w:rPr>
                <w:rFonts w:cs="Arial"/>
                <w:lang w:eastAsia="zh-CN"/>
              </w:rPr>
            </w:pPr>
            <w:r w:rsidRPr="00E062F1">
              <w:rPr>
                <w:rFonts w:cs="Arial"/>
                <w:lang w:eastAsia="zh-CN"/>
              </w:rPr>
              <w:t>DC_1A_n257G</w:t>
            </w:r>
          </w:p>
          <w:p w14:paraId="6C8D0DDA" w14:textId="77777777" w:rsidR="00821EDB" w:rsidRPr="00E062F1" w:rsidRDefault="00821EDB" w:rsidP="006B3BD2">
            <w:pPr>
              <w:pStyle w:val="TAC"/>
              <w:rPr>
                <w:rFonts w:cs="Arial"/>
                <w:lang w:eastAsia="zh-CN"/>
              </w:rPr>
            </w:pPr>
            <w:r w:rsidRPr="00E062F1">
              <w:rPr>
                <w:rFonts w:cs="Arial"/>
                <w:lang w:eastAsia="zh-CN"/>
              </w:rPr>
              <w:t>DC_1A_n257H</w:t>
            </w:r>
          </w:p>
          <w:p w14:paraId="7A594BE5" w14:textId="77777777" w:rsidR="00821EDB" w:rsidRPr="00E062F1" w:rsidRDefault="00821EDB" w:rsidP="006B3BD2">
            <w:pPr>
              <w:pStyle w:val="TAC"/>
              <w:rPr>
                <w:rFonts w:cs="Arial"/>
                <w:lang w:eastAsia="zh-CN"/>
              </w:rPr>
            </w:pPr>
            <w:r w:rsidRPr="00E062F1">
              <w:rPr>
                <w:rFonts w:cs="Arial"/>
                <w:lang w:eastAsia="zh-CN"/>
              </w:rPr>
              <w:t>DC_1A_n257I</w:t>
            </w:r>
          </w:p>
          <w:p w14:paraId="4EC17904" w14:textId="77777777" w:rsidR="00821EDB" w:rsidRPr="00E062F1" w:rsidRDefault="00821EDB" w:rsidP="006B3BD2">
            <w:pPr>
              <w:pStyle w:val="TAC"/>
              <w:rPr>
                <w:rFonts w:cs="Arial"/>
                <w:lang w:eastAsia="zh-CN"/>
              </w:rPr>
            </w:pPr>
            <w:r w:rsidRPr="00E062F1">
              <w:rPr>
                <w:rFonts w:cs="Arial"/>
                <w:lang w:eastAsia="zh-CN"/>
              </w:rPr>
              <w:t>DC_19A_n78A</w:t>
            </w:r>
          </w:p>
          <w:p w14:paraId="6F4C6CC9" w14:textId="77777777" w:rsidR="00821EDB" w:rsidRPr="00E062F1" w:rsidRDefault="00821EDB" w:rsidP="006B3BD2">
            <w:pPr>
              <w:pStyle w:val="TAC"/>
              <w:rPr>
                <w:rFonts w:cs="Arial"/>
                <w:lang w:eastAsia="zh-CN"/>
              </w:rPr>
            </w:pPr>
            <w:r w:rsidRPr="00E062F1">
              <w:rPr>
                <w:rFonts w:cs="Arial"/>
                <w:lang w:eastAsia="zh-CN"/>
              </w:rPr>
              <w:t>DC_19A_n257A</w:t>
            </w:r>
          </w:p>
          <w:p w14:paraId="61F64F28" w14:textId="77777777" w:rsidR="00821EDB" w:rsidRPr="00E062F1" w:rsidRDefault="00821EDB" w:rsidP="006B3BD2">
            <w:pPr>
              <w:pStyle w:val="TAC"/>
              <w:rPr>
                <w:rFonts w:cs="Arial"/>
                <w:lang w:eastAsia="zh-CN"/>
              </w:rPr>
            </w:pPr>
            <w:r w:rsidRPr="00E062F1">
              <w:rPr>
                <w:rFonts w:cs="Arial"/>
                <w:lang w:eastAsia="zh-CN"/>
              </w:rPr>
              <w:t>DC_19A_n257G</w:t>
            </w:r>
          </w:p>
          <w:p w14:paraId="4147A05A" w14:textId="77777777" w:rsidR="00821EDB" w:rsidRPr="00E062F1" w:rsidRDefault="00821EDB" w:rsidP="006B3BD2">
            <w:pPr>
              <w:pStyle w:val="TAC"/>
              <w:rPr>
                <w:rFonts w:cs="Arial"/>
                <w:lang w:eastAsia="zh-CN"/>
              </w:rPr>
            </w:pPr>
            <w:r w:rsidRPr="00E062F1">
              <w:rPr>
                <w:rFonts w:cs="Arial"/>
                <w:lang w:eastAsia="zh-CN"/>
              </w:rPr>
              <w:t>DC_19A_n257H</w:t>
            </w:r>
          </w:p>
          <w:p w14:paraId="73DF68F8" w14:textId="77777777" w:rsidR="00821EDB" w:rsidRPr="00E062F1" w:rsidRDefault="00821EDB" w:rsidP="006B3BD2">
            <w:pPr>
              <w:pStyle w:val="TAC"/>
              <w:rPr>
                <w:rFonts w:cs="Arial"/>
                <w:lang w:eastAsia="zh-CN"/>
              </w:rPr>
            </w:pPr>
            <w:r w:rsidRPr="00E062F1">
              <w:rPr>
                <w:rFonts w:cs="Arial"/>
                <w:lang w:eastAsia="zh-CN"/>
              </w:rPr>
              <w:t>DC_19A_n257I</w:t>
            </w:r>
          </w:p>
        </w:tc>
      </w:tr>
      <w:tr w:rsidR="00821EDB" w:rsidRPr="00E062F1" w14:paraId="3A8C3F41" w14:textId="77777777" w:rsidTr="006B3BD2">
        <w:trPr>
          <w:trHeight w:val="187"/>
          <w:jc w:val="center"/>
        </w:trPr>
        <w:tc>
          <w:tcPr>
            <w:tcW w:w="3969" w:type="dxa"/>
            <w:shd w:val="clear" w:color="auto" w:fill="auto"/>
            <w:noWrap/>
            <w:tcMar>
              <w:top w:w="28" w:type="dxa"/>
              <w:left w:w="28" w:type="dxa"/>
              <w:bottom w:w="28" w:type="dxa"/>
              <w:right w:w="28" w:type="dxa"/>
            </w:tcMar>
          </w:tcPr>
          <w:p w14:paraId="7039E54D" w14:textId="62E1654A" w:rsidR="00821EDB" w:rsidRPr="00E062F1" w:rsidRDefault="00821EDB" w:rsidP="006B3BD2">
            <w:pPr>
              <w:pStyle w:val="TAC"/>
              <w:rPr>
                <w:rFonts w:eastAsia="Malgun Gothic" w:cs="Arial"/>
                <w:lang w:eastAsia="ko-KR"/>
              </w:rPr>
            </w:pPr>
            <w:r w:rsidRPr="00E062F1">
              <w:rPr>
                <w:rFonts w:cs="Arial"/>
                <w:lang w:eastAsia="zh-CN"/>
              </w:rPr>
              <w:t>DC_1A-19A_n79A</w:t>
            </w:r>
            <w:r w:rsidRPr="00E062F1">
              <w:rPr>
                <w:rFonts w:cs="Arial"/>
                <w:lang w:eastAsia="ja-JP"/>
              </w:rPr>
              <w:t>-</w:t>
            </w:r>
            <w:r w:rsidRPr="00E062F1">
              <w:rPr>
                <w:rFonts w:cs="Arial"/>
                <w:lang w:eastAsia="zh-CN"/>
              </w:rPr>
              <w:t>n257</w:t>
            </w:r>
            <w:r w:rsidRPr="00E062F1">
              <w:rPr>
                <w:rFonts w:eastAsia="Malgun Gothic" w:cs="Arial"/>
                <w:lang w:eastAsia="ko-KR"/>
              </w:rPr>
              <w:t>A</w:t>
            </w:r>
            <w:r w:rsidR="00941393">
              <w:rPr>
                <w:rFonts w:hint="eastAsia"/>
                <w:vertAlign w:val="superscript"/>
                <w:lang w:eastAsia="zh-TW"/>
              </w:rPr>
              <w:t>2</w:t>
            </w:r>
          </w:p>
          <w:p w14:paraId="781EBF71" w14:textId="76788609" w:rsidR="00821EDB" w:rsidRPr="00E062F1" w:rsidRDefault="00821EDB" w:rsidP="006B3BD2">
            <w:pPr>
              <w:pStyle w:val="TAC"/>
              <w:rPr>
                <w:rFonts w:eastAsia="Malgun Gothic" w:cs="Arial"/>
                <w:lang w:eastAsia="ko-KR"/>
              </w:rPr>
            </w:pPr>
            <w:r w:rsidRPr="00E062F1">
              <w:rPr>
                <w:rFonts w:cs="Arial"/>
                <w:lang w:eastAsia="zh-CN"/>
              </w:rPr>
              <w:t>DC_1A-19A_n79A</w:t>
            </w:r>
            <w:r w:rsidRPr="00E062F1">
              <w:rPr>
                <w:rFonts w:cs="Arial"/>
                <w:lang w:eastAsia="ja-JP"/>
              </w:rPr>
              <w:t>-</w:t>
            </w:r>
            <w:r w:rsidRPr="00E062F1">
              <w:rPr>
                <w:rFonts w:cs="Arial"/>
                <w:lang w:eastAsia="zh-CN"/>
              </w:rPr>
              <w:t>n257</w:t>
            </w:r>
            <w:r w:rsidRPr="00E062F1">
              <w:rPr>
                <w:rFonts w:eastAsia="Malgun Gothic" w:cs="Arial"/>
                <w:lang w:eastAsia="ko-KR"/>
              </w:rPr>
              <w:t>G</w:t>
            </w:r>
            <w:r w:rsidR="00941393">
              <w:rPr>
                <w:rFonts w:hint="eastAsia"/>
                <w:vertAlign w:val="superscript"/>
                <w:lang w:eastAsia="zh-TW"/>
              </w:rPr>
              <w:t>2</w:t>
            </w:r>
          </w:p>
          <w:p w14:paraId="4EA357A6" w14:textId="64B85B8A" w:rsidR="00821EDB" w:rsidRPr="00E062F1" w:rsidRDefault="00821EDB" w:rsidP="006B3BD2">
            <w:pPr>
              <w:pStyle w:val="TAC"/>
              <w:rPr>
                <w:rFonts w:eastAsia="Malgun Gothic" w:cs="Arial"/>
                <w:lang w:eastAsia="ko-KR"/>
              </w:rPr>
            </w:pPr>
            <w:r w:rsidRPr="00E062F1">
              <w:rPr>
                <w:rFonts w:cs="Arial"/>
                <w:lang w:eastAsia="zh-CN"/>
              </w:rPr>
              <w:t>DC_1A-19A_n79A</w:t>
            </w:r>
            <w:r w:rsidRPr="00E062F1">
              <w:rPr>
                <w:rFonts w:cs="Arial"/>
                <w:lang w:eastAsia="ja-JP"/>
              </w:rPr>
              <w:t>-</w:t>
            </w:r>
            <w:r w:rsidRPr="00E062F1">
              <w:rPr>
                <w:rFonts w:cs="Arial"/>
                <w:lang w:eastAsia="zh-CN"/>
              </w:rPr>
              <w:t>n257</w:t>
            </w:r>
            <w:r w:rsidRPr="00E062F1">
              <w:rPr>
                <w:rFonts w:eastAsia="Malgun Gothic" w:cs="Arial"/>
                <w:lang w:eastAsia="ko-KR"/>
              </w:rPr>
              <w:t>H</w:t>
            </w:r>
            <w:r w:rsidR="00941393">
              <w:rPr>
                <w:rFonts w:hint="eastAsia"/>
                <w:vertAlign w:val="superscript"/>
                <w:lang w:eastAsia="zh-TW"/>
              </w:rPr>
              <w:t>2</w:t>
            </w:r>
          </w:p>
          <w:p w14:paraId="6B66500C" w14:textId="061561FD" w:rsidR="00821EDB" w:rsidRPr="00E062F1" w:rsidRDefault="00821EDB" w:rsidP="006B3BD2">
            <w:pPr>
              <w:pStyle w:val="TAC"/>
              <w:rPr>
                <w:rFonts w:cs="Arial"/>
                <w:lang w:eastAsia="zh-CN"/>
              </w:rPr>
            </w:pPr>
            <w:r w:rsidRPr="00E062F1">
              <w:rPr>
                <w:rFonts w:cs="Arial"/>
                <w:lang w:eastAsia="zh-CN"/>
              </w:rPr>
              <w:t>DC_1A-19A_n79A</w:t>
            </w:r>
            <w:r w:rsidRPr="00E062F1">
              <w:rPr>
                <w:rFonts w:cs="Arial"/>
                <w:lang w:eastAsia="ja-JP"/>
              </w:rPr>
              <w:t>-</w:t>
            </w:r>
            <w:r w:rsidRPr="00E062F1">
              <w:rPr>
                <w:rFonts w:cs="Arial"/>
                <w:lang w:eastAsia="zh-CN"/>
              </w:rPr>
              <w:t>n257</w:t>
            </w:r>
            <w:r w:rsidRPr="00E062F1">
              <w:rPr>
                <w:rFonts w:eastAsia="Malgun Gothic" w:cs="Arial"/>
                <w:lang w:eastAsia="ko-KR"/>
              </w:rPr>
              <w:t>I</w:t>
            </w:r>
            <w:r w:rsidR="00941393">
              <w:rPr>
                <w:rFonts w:hint="eastAsia"/>
                <w:vertAlign w:val="superscript"/>
                <w:lang w:eastAsia="zh-TW"/>
              </w:rPr>
              <w:t>2</w:t>
            </w:r>
          </w:p>
        </w:tc>
        <w:tc>
          <w:tcPr>
            <w:tcW w:w="3969" w:type="dxa"/>
            <w:tcMar>
              <w:top w:w="28" w:type="dxa"/>
              <w:left w:w="28" w:type="dxa"/>
              <w:bottom w:w="28" w:type="dxa"/>
              <w:right w:w="28" w:type="dxa"/>
            </w:tcMar>
          </w:tcPr>
          <w:p w14:paraId="4F19C6E8" w14:textId="77777777" w:rsidR="00821EDB" w:rsidRPr="00E062F1" w:rsidRDefault="00821EDB" w:rsidP="006B3BD2">
            <w:pPr>
              <w:pStyle w:val="TAC"/>
              <w:rPr>
                <w:rFonts w:cs="Arial"/>
                <w:lang w:eastAsia="zh-CN"/>
              </w:rPr>
            </w:pPr>
            <w:r w:rsidRPr="00E062F1">
              <w:rPr>
                <w:rFonts w:cs="Arial"/>
                <w:lang w:eastAsia="zh-CN"/>
              </w:rPr>
              <w:t>DC_1A_n79A</w:t>
            </w:r>
          </w:p>
          <w:p w14:paraId="2AF09783" w14:textId="77777777" w:rsidR="00821EDB" w:rsidRPr="00E062F1" w:rsidRDefault="00821EDB" w:rsidP="006B3BD2">
            <w:pPr>
              <w:pStyle w:val="TAC"/>
              <w:rPr>
                <w:rFonts w:cs="Arial"/>
                <w:lang w:eastAsia="zh-CN"/>
              </w:rPr>
            </w:pPr>
            <w:r w:rsidRPr="00E062F1">
              <w:rPr>
                <w:rFonts w:cs="Arial"/>
                <w:lang w:eastAsia="zh-CN"/>
              </w:rPr>
              <w:t>DC_1A_n257A</w:t>
            </w:r>
          </w:p>
          <w:p w14:paraId="6AF13F46" w14:textId="77777777" w:rsidR="00821EDB" w:rsidRPr="00E062F1" w:rsidRDefault="00821EDB" w:rsidP="006B3BD2">
            <w:pPr>
              <w:pStyle w:val="TAC"/>
              <w:rPr>
                <w:rFonts w:cs="Arial"/>
                <w:lang w:eastAsia="zh-CN"/>
              </w:rPr>
            </w:pPr>
            <w:r w:rsidRPr="00E062F1">
              <w:rPr>
                <w:rFonts w:cs="Arial"/>
                <w:lang w:eastAsia="zh-CN"/>
              </w:rPr>
              <w:t>DC_1A_n257G</w:t>
            </w:r>
          </w:p>
          <w:p w14:paraId="44155398" w14:textId="77777777" w:rsidR="00821EDB" w:rsidRPr="00E062F1" w:rsidRDefault="00821EDB" w:rsidP="006B3BD2">
            <w:pPr>
              <w:pStyle w:val="TAC"/>
              <w:rPr>
                <w:rFonts w:cs="Arial"/>
                <w:lang w:eastAsia="zh-CN"/>
              </w:rPr>
            </w:pPr>
            <w:r w:rsidRPr="00E062F1">
              <w:rPr>
                <w:rFonts w:cs="Arial"/>
                <w:lang w:eastAsia="zh-CN"/>
              </w:rPr>
              <w:t>DC_1A_n257H</w:t>
            </w:r>
          </w:p>
          <w:p w14:paraId="0134CF1B" w14:textId="77777777" w:rsidR="00821EDB" w:rsidRPr="00E062F1" w:rsidRDefault="00821EDB" w:rsidP="006B3BD2">
            <w:pPr>
              <w:pStyle w:val="TAC"/>
              <w:rPr>
                <w:rFonts w:cs="Arial"/>
                <w:lang w:eastAsia="zh-CN"/>
              </w:rPr>
            </w:pPr>
            <w:r w:rsidRPr="00E062F1">
              <w:rPr>
                <w:rFonts w:cs="Arial"/>
                <w:lang w:eastAsia="zh-CN"/>
              </w:rPr>
              <w:t>DC_1A_n257I</w:t>
            </w:r>
          </w:p>
          <w:p w14:paraId="61F9ECF6" w14:textId="77777777" w:rsidR="00821EDB" w:rsidRPr="00E062F1" w:rsidRDefault="00821EDB" w:rsidP="006B3BD2">
            <w:pPr>
              <w:pStyle w:val="TAC"/>
              <w:rPr>
                <w:rFonts w:cs="Arial"/>
                <w:lang w:eastAsia="zh-CN"/>
              </w:rPr>
            </w:pPr>
            <w:r w:rsidRPr="00E062F1">
              <w:rPr>
                <w:rFonts w:cs="Arial"/>
                <w:lang w:eastAsia="zh-CN"/>
              </w:rPr>
              <w:t>DC_19A_n79A</w:t>
            </w:r>
          </w:p>
          <w:p w14:paraId="4C049560" w14:textId="77777777" w:rsidR="00821EDB" w:rsidRPr="00E062F1" w:rsidRDefault="00821EDB" w:rsidP="006B3BD2">
            <w:pPr>
              <w:pStyle w:val="TAC"/>
              <w:rPr>
                <w:rFonts w:cs="Arial"/>
                <w:lang w:eastAsia="zh-CN"/>
              </w:rPr>
            </w:pPr>
            <w:r w:rsidRPr="00E062F1">
              <w:rPr>
                <w:rFonts w:cs="Arial"/>
                <w:lang w:eastAsia="zh-CN"/>
              </w:rPr>
              <w:t>DC_19A_n257A</w:t>
            </w:r>
          </w:p>
          <w:p w14:paraId="66E35A6A" w14:textId="77777777" w:rsidR="00821EDB" w:rsidRPr="00E062F1" w:rsidRDefault="00821EDB" w:rsidP="006B3BD2">
            <w:pPr>
              <w:pStyle w:val="TAC"/>
              <w:rPr>
                <w:rFonts w:cs="Arial"/>
                <w:lang w:eastAsia="zh-CN"/>
              </w:rPr>
            </w:pPr>
            <w:r w:rsidRPr="00E062F1">
              <w:rPr>
                <w:rFonts w:cs="Arial"/>
                <w:lang w:eastAsia="zh-CN"/>
              </w:rPr>
              <w:t>DC_19A_n257G</w:t>
            </w:r>
          </w:p>
          <w:p w14:paraId="3B108CD8" w14:textId="77777777" w:rsidR="00821EDB" w:rsidRPr="00E062F1" w:rsidRDefault="00821EDB" w:rsidP="006B3BD2">
            <w:pPr>
              <w:pStyle w:val="TAC"/>
              <w:rPr>
                <w:rFonts w:cs="Arial"/>
                <w:lang w:eastAsia="zh-CN"/>
              </w:rPr>
            </w:pPr>
            <w:r w:rsidRPr="00E062F1">
              <w:rPr>
                <w:rFonts w:cs="Arial"/>
                <w:lang w:eastAsia="zh-CN"/>
              </w:rPr>
              <w:t>DC_19A_n257H</w:t>
            </w:r>
          </w:p>
          <w:p w14:paraId="04F8095F" w14:textId="77777777" w:rsidR="00821EDB" w:rsidRPr="00E062F1" w:rsidRDefault="00821EDB" w:rsidP="006B3BD2">
            <w:pPr>
              <w:pStyle w:val="TAC"/>
              <w:rPr>
                <w:rFonts w:cs="Arial"/>
                <w:lang w:eastAsia="zh-CN"/>
              </w:rPr>
            </w:pPr>
            <w:r w:rsidRPr="00E062F1">
              <w:rPr>
                <w:rFonts w:cs="Arial"/>
                <w:lang w:eastAsia="zh-CN"/>
              </w:rPr>
              <w:t>DC_19A_n257I</w:t>
            </w:r>
          </w:p>
        </w:tc>
      </w:tr>
      <w:tr w:rsidR="00821EDB" w:rsidRPr="00E062F1" w14:paraId="75FFAAD1" w14:textId="77777777" w:rsidTr="006B3BD2">
        <w:trPr>
          <w:trHeight w:val="187"/>
          <w:jc w:val="center"/>
        </w:trPr>
        <w:tc>
          <w:tcPr>
            <w:tcW w:w="3969" w:type="dxa"/>
            <w:shd w:val="clear" w:color="auto" w:fill="auto"/>
            <w:noWrap/>
            <w:tcMar>
              <w:top w:w="28" w:type="dxa"/>
              <w:left w:w="28" w:type="dxa"/>
              <w:bottom w:w="28" w:type="dxa"/>
              <w:right w:w="28" w:type="dxa"/>
            </w:tcMar>
          </w:tcPr>
          <w:p w14:paraId="31636DDE" w14:textId="5F0DF79A" w:rsidR="00821EDB" w:rsidRPr="00E062F1" w:rsidRDefault="00821EDB" w:rsidP="006B3BD2">
            <w:pPr>
              <w:pStyle w:val="TAC"/>
              <w:rPr>
                <w:rFonts w:eastAsia="Malgun Gothic" w:cs="Arial"/>
                <w:lang w:eastAsia="ko-KR"/>
              </w:rPr>
            </w:pPr>
            <w:r w:rsidRPr="00E062F1">
              <w:rPr>
                <w:rFonts w:cs="Arial"/>
                <w:lang w:eastAsia="zh-CN"/>
              </w:rPr>
              <w:t>DC_1A-21A_n77A</w:t>
            </w:r>
            <w:r w:rsidRPr="00E062F1">
              <w:rPr>
                <w:rFonts w:cs="Arial"/>
                <w:lang w:eastAsia="ja-JP"/>
              </w:rPr>
              <w:t>-</w:t>
            </w:r>
            <w:r w:rsidRPr="00E062F1">
              <w:rPr>
                <w:rFonts w:cs="Arial"/>
                <w:lang w:eastAsia="zh-CN"/>
              </w:rPr>
              <w:t>n257</w:t>
            </w:r>
            <w:r w:rsidRPr="00E062F1">
              <w:rPr>
                <w:rFonts w:eastAsia="Malgun Gothic" w:cs="Arial"/>
                <w:lang w:eastAsia="ko-KR"/>
              </w:rPr>
              <w:t>A</w:t>
            </w:r>
            <w:r w:rsidR="00941393">
              <w:rPr>
                <w:rFonts w:hint="eastAsia"/>
                <w:vertAlign w:val="superscript"/>
                <w:lang w:eastAsia="zh-TW"/>
              </w:rPr>
              <w:t>2</w:t>
            </w:r>
          </w:p>
          <w:p w14:paraId="4E7A9B8A" w14:textId="002687FA" w:rsidR="00821EDB" w:rsidRPr="00E062F1" w:rsidRDefault="00821EDB" w:rsidP="006B3BD2">
            <w:pPr>
              <w:pStyle w:val="TAC"/>
              <w:rPr>
                <w:rFonts w:eastAsia="Malgun Gothic" w:cs="Arial"/>
                <w:lang w:eastAsia="ko-KR"/>
              </w:rPr>
            </w:pPr>
            <w:r w:rsidRPr="00E062F1">
              <w:rPr>
                <w:rFonts w:cs="Arial"/>
                <w:lang w:eastAsia="zh-CN"/>
              </w:rPr>
              <w:t>DC_1A-21A_n77A</w:t>
            </w:r>
            <w:r w:rsidRPr="00E062F1">
              <w:rPr>
                <w:rFonts w:cs="Arial"/>
                <w:lang w:eastAsia="ja-JP"/>
              </w:rPr>
              <w:t>-</w:t>
            </w:r>
            <w:r w:rsidRPr="00E062F1">
              <w:rPr>
                <w:rFonts w:cs="Arial"/>
                <w:lang w:eastAsia="zh-CN"/>
              </w:rPr>
              <w:t>n257</w:t>
            </w:r>
            <w:r w:rsidRPr="00E062F1">
              <w:rPr>
                <w:rFonts w:eastAsia="Malgun Gothic" w:cs="Arial"/>
                <w:lang w:eastAsia="ko-KR"/>
              </w:rPr>
              <w:t>G</w:t>
            </w:r>
            <w:r w:rsidR="00941393">
              <w:rPr>
                <w:rFonts w:hint="eastAsia"/>
                <w:vertAlign w:val="superscript"/>
                <w:lang w:eastAsia="zh-TW"/>
              </w:rPr>
              <w:t>2</w:t>
            </w:r>
          </w:p>
          <w:p w14:paraId="50ADD852" w14:textId="197EC44B" w:rsidR="00821EDB" w:rsidRPr="00E062F1" w:rsidRDefault="00821EDB" w:rsidP="006B3BD2">
            <w:pPr>
              <w:pStyle w:val="TAC"/>
              <w:rPr>
                <w:rFonts w:eastAsia="Malgun Gothic" w:cs="Arial"/>
                <w:lang w:eastAsia="ko-KR"/>
              </w:rPr>
            </w:pPr>
            <w:r w:rsidRPr="00E062F1">
              <w:rPr>
                <w:rFonts w:cs="Arial"/>
                <w:lang w:eastAsia="zh-CN"/>
              </w:rPr>
              <w:t>DC_1A-21A_n77A</w:t>
            </w:r>
            <w:r w:rsidRPr="00E062F1">
              <w:rPr>
                <w:rFonts w:cs="Arial"/>
                <w:lang w:eastAsia="ja-JP"/>
              </w:rPr>
              <w:t>-</w:t>
            </w:r>
            <w:r w:rsidRPr="00E062F1">
              <w:rPr>
                <w:rFonts w:cs="Arial"/>
                <w:lang w:eastAsia="zh-CN"/>
              </w:rPr>
              <w:t>n257</w:t>
            </w:r>
            <w:r w:rsidRPr="00E062F1">
              <w:rPr>
                <w:rFonts w:eastAsia="Malgun Gothic" w:cs="Arial"/>
                <w:lang w:eastAsia="ko-KR"/>
              </w:rPr>
              <w:t>H</w:t>
            </w:r>
            <w:r w:rsidR="00941393">
              <w:rPr>
                <w:rFonts w:hint="eastAsia"/>
                <w:vertAlign w:val="superscript"/>
                <w:lang w:eastAsia="zh-TW"/>
              </w:rPr>
              <w:t>2</w:t>
            </w:r>
          </w:p>
          <w:p w14:paraId="38509DCD" w14:textId="19322EE5" w:rsidR="00821EDB" w:rsidRPr="00E062F1" w:rsidRDefault="00821EDB" w:rsidP="006B3BD2">
            <w:pPr>
              <w:pStyle w:val="TAC"/>
              <w:rPr>
                <w:rFonts w:cs="Arial"/>
                <w:lang w:eastAsia="zh-CN"/>
              </w:rPr>
            </w:pPr>
            <w:r w:rsidRPr="00E062F1">
              <w:rPr>
                <w:rFonts w:cs="Arial"/>
                <w:lang w:eastAsia="zh-CN"/>
              </w:rPr>
              <w:t>DC_1A-21A_n77A</w:t>
            </w:r>
            <w:r w:rsidRPr="00E062F1">
              <w:rPr>
                <w:rFonts w:cs="Arial"/>
                <w:lang w:eastAsia="ja-JP"/>
              </w:rPr>
              <w:t>-</w:t>
            </w:r>
            <w:r w:rsidRPr="00E062F1">
              <w:rPr>
                <w:rFonts w:cs="Arial"/>
                <w:lang w:eastAsia="zh-CN"/>
              </w:rPr>
              <w:t>n257</w:t>
            </w:r>
            <w:r w:rsidRPr="00E062F1">
              <w:rPr>
                <w:rFonts w:eastAsia="Malgun Gothic" w:cs="Arial"/>
                <w:lang w:eastAsia="ko-KR"/>
              </w:rPr>
              <w:t>I</w:t>
            </w:r>
            <w:r w:rsidR="00941393">
              <w:rPr>
                <w:rFonts w:hint="eastAsia"/>
                <w:vertAlign w:val="superscript"/>
                <w:lang w:eastAsia="zh-TW"/>
              </w:rPr>
              <w:t>2</w:t>
            </w:r>
          </w:p>
        </w:tc>
        <w:tc>
          <w:tcPr>
            <w:tcW w:w="3969" w:type="dxa"/>
            <w:tcMar>
              <w:top w:w="28" w:type="dxa"/>
              <w:left w:w="28" w:type="dxa"/>
              <w:bottom w:w="28" w:type="dxa"/>
              <w:right w:w="28" w:type="dxa"/>
            </w:tcMar>
          </w:tcPr>
          <w:p w14:paraId="07C29D6A" w14:textId="77777777" w:rsidR="00821EDB" w:rsidRPr="00E062F1" w:rsidRDefault="00821EDB" w:rsidP="006B3BD2">
            <w:pPr>
              <w:pStyle w:val="TAC"/>
              <w:rPr>
                <w:rFonts w:cs="Arial"/>
                <w:lang w:eastAsia="zh-CN"/>
              </w:rPr>
            </w:pPr>
            <w:r w:rsidRPr="00E062F1">
              <w:rPr>
                <w:rFonts w:cs="Arial"/>
                <w:lang w:eastAsia="zh-CN"/>
              </w:rPr>
              <w:t>DC_1A_n77A</w:t>
            </w:r>
          </w:p>
          <w:p w14:paraId="501D9A1D" w14:textId="77777777" w:rsidR="00821EDB" w:rsidRPr="00E062F1" w:rsidRDefault="00821EDB" w:rsidP="006B3BD2">
            <w:pPr>
              <w:pStyle w:val="TAC"/>
              <w:rPr>
                <w:rFonts w:cs="Arial"/>
                <w:lang w:eastAsia="zh-CN"/>
              </w:rPr>
            </w:pPr>
            <w:r w:rsidRPr="00E062F1">
              <w:rPr>
                <w:rFonts w:cs="Arial"/>
                <w:lang w:eastAsia="zh-CN"/>
              </w:rPr>
              <w:t>DC_1A_n257A</w:t>
            </w:r>
          </w:p>
          <w:p w14:paraId="1AAE23A1" w14:textId="77777777" w:rsidR="00821EDB" w:rsidRPr="00E062F1" w:rsidRDefault="00821EDB" w:rsidP="006B3BD2">
            <w:pPr>
              <w:pStyle w:val="TAC"/>
              <w:rPr>
                <w:rFonts w:cs="Arial"/>
                <w:lang w:eastAsia="zh-CN"/>
              </w:rPr>
            </w:pPr>
            <w:r w:rsidRPr="00E062F1">
              <w:rPr>
                <w:rFonts w:cs="Arial"/>
                <w:lang w:eastAsia="zh-CN"/>
              </w:rPr>
              <w:t>DC_1A_n257G</w:t>
            </w:r>
          </w:p>
          <w:p w14:paraId="259989D8" w14:textId="77777777" w:rsidR="00821EDB" w:rsidRPr="00E062F1" w:rsidRDefault="00821EDB" w:rsidP="006B3BD2">
            <w:pPr>
              <w:pStyle w:val="TAC"/>
              <w:rPr>
                <w:rFonts w:cs="Arial"/>
                <w:lang w:eastAsia="zh-CN"/>
              </w:rPr>
            </w:pPr>
            <w:r w:rsidRPr="00E062F1">
              <w:rPr>
                <w:rFonts w:cs="Arial"/>
                <w:lang w:eastAsia="zh-CN"/>
              </w:rPr>
              <w:t>DC_1A_n257H</w:t>
            </w:r>
          </w:p>
          <w:p w14:paraId="0E49D958" w14:textId="77777777" w:rsidR="00821EDB" w:rsidRPr="00E062F1" w:rsidRDefault="00821EDB" w:rsidP="006B3BD2">
            <w:pPr>
              <w:pStyle w:val="TAC"/>
              <w:rPr>
                <w:rFonts w:cs="Arial"/>
                <w:lang w:eastAsia="zh-CN"/>
              </w:rPr>
            </w:pPr>
            <w:r w:rsidRPr="00E062F1">
              <w:rPr>
                <w:rFonts w:cs="Arial"/>
                <w:lang w:eastAsia="zh-CN"/>
              </w:rPr>
              <w:t>DC_1A_n257I</w:t>
            </w:r>
          </w:p>
          <w:p w14:paraId="4223CF73" w14:textId="77777777" w:rsidR="00821EDB" w:rsidRPr="00E062F1" w:rsidRDefault="00821EDB" w:rsidP="006B3BD2">
            <w:pPr>
              <w:pStyle w:val="TAC"/>
              <w:rPr>
                <w:rFonts w:cs="Arial"/>
                <w:lang w:eastAsia="zh-CN"/>
              </w:rPr>
            </w:pPr>
            <w:r w:rsidRPr="00E062F1">
              <w:rPr>
                <w:rFonts w:cs="Arial"/>
                <w:lang w:eastAsia="zh-CN"/>
              </w:rPr>
              <w:t>DC_21A_n77A</w:t>
            </w:r>
          </w:p>
          <w:p w14:paraId="72DA3761" w14:textId="77777777" w:rsidR="00821EDB" w:rsidRPr="00E062F1" w:rsidRDefault="00821EDB" w:rsidP="006B3BD2">
            <w:pPr>
              <w:pStyle w:val="TAC"/>
              <w:rPr>
                <w:rFonts w:cs="Arial"/>
                <w:lang w:eastAsia="zh-CN"/>
              </w:rPr>
            </w:pPr>
            <w:r w:rsidRPr="00E062F1">
              <w:rPr>
                <w:rFonts w:cs="Arial"/>
                <w:lang w:eastAsia="zh-CN"/>
              </w:rPr>
              <w:t>DC_21A_n257A</w:t>
            </w:r>
          </w:p>
          <w:p w14:paraId="388B84D1" w14:textId="77777777" w:rsidR="00821EDB" w:rsidRPr="00E062F1" w:rsidRDefault="00821EDB" w:rsidP="006B3BD2">
            <w:pPr>
              <w:pStyle w:val="TAC"/>
              <w:rPr>
                <w:rFonts w:cs="Arial"/>
                <w:lang w:eastAsia="zh-CN"/>
              </w:rPr>
            </w:pPr>
            <w:r w:rsidRPr="00E062F1">
              <w:rPr>
                <w:rFonts w:cs="Arial"/>
                <w:lang w:eastAsia="zh-CN"/>
              </w:rPr>
              <w:t>DC_21A_n257G</w:t>
            </w:r>
          </w:p>
          <w:p w14:paraId="5B731413" w14:textId="77777777" w:rsidR="00821EDB" w:rsidRPr="00E062F1" w:rsidRDefault="00821EDB" w:rsidP="006B3BD2">
            <w:pPr>
              <w:pStyle w:val="TAC"/>
              <w:rPr>
                <w:rFonts w:cs="Arial"/>
                <w:lang w:eastAsia="zh-CN"/>
              </w:rPr>
            </w:pPr>
            <w:r w:rsidRPr="00E062F1">
              <w:rPr>
                <w:rFonts w:cs="Arial"/>
                <w:lang w:eastAsia="zh-CN"/>
              </w:rPr>
              <w:t>DC_21A_n257H</w:t>
            </w:r>
          </w:p>
          <w:p w14:paraId="68D6080C" w14:textId="77777777" w:rsidR="00821EDB" w:rsidRPr="00E062F1" w:rsidRDefault="00821EDB" w:rsidP="006B3BD2">
            <w:pPr>
              <w:pStyle w:val="TAC"/>
              <w:rPr>
                <w:rFonts w:cs="Arial"/>
                <w:lang w:eastAsia="zh-CN"/>
              </w:rPr>
            </w:pPr>
            <w:r w:rsidRPr="00E062F1">
              <w:rPr>
                <w:rFonts w:cs="Arial"/>
                <w:lang w:eastAsia="zh-CN"/>
              </w:rPr>
              <w:t>DC_21A_n257I</w:t>
            </w:r>
          </w:p>
        </w:tc>
      </w:tr>
      <w:tr w:rsidR="00821EDB" w:rsidRPr="00E062F1" w14:paraId="12799311" w14:textId="77777777" w:rsidTr="006B3BD2">
        <w:trPr>
          <w:trHeight w:val="187"/>
          <w:jc w:val="center"/>
        </w:trPr>
        <w:tc>
          <w:tcPr>
            <w:tcW w:w="3969" w:type="dxa"/>
            <w:shd w:val="clear" w:color="auto" w:fill="auto"/>
            <w:noWrap/>
            <w:tcMar>
              <w:top w:w="28" w:type="dxa"/>
              <w:left w:w="28" w:type="dxa"/>
              <w:bottom w:w="28" w:type="dxa"/>
              <w:right w:w="28" w:type="dxa"/>
            </w:tcMar>
          </w:tcPr>
          <w:p w14:paraId="6C491ACB" w14:textId="01ACFDD9" w:rsidR="00821EDB" w:rsidRPr="00E062F1" w:rsidRDefault="00821EDB" w:rsidP="006B3BD2">
            <w:pPr>
              <w:pStyle w:val="TAC"/>
              <w:rPr>
                <w:rFonts w:eastAsia="Malgun Gothic" w:cs="Arial"/>
                <w:lang w:eastAsia="ko-KR"/>
              </w:rPr>
            </w:pPr>
            <w:r w:rsidRPr="00E062F1">
              <w:rPr>
                <w:rFonts w:cs="Arial"/>
                <w:lang w:eastAsia="zh-CN"/>
              </w:rPr>
              <w:t>DC_1A-21A_n78A</w:t>
            </w:r>
            <w:r w:rsidRPr="00E062F1">
              <w:rPr>
                <w:rFonts w:cs="Arial"/>
                <w:lang w:eastAsia="ja-JP"/>
              </w:rPr>
              <w:t>-</w:t>
            </w:r>
            <w:r w:rsidRPr="00E062F1">
              <w:rPr>
                <w:rFonts w:cs="Arial"/>
                <w:lang w:eastAsia="zh-CN"/>
              </w:rPr>
              <w:t>n257</w:t>
            </w:r>
            <w:r w:rsidRPr="00E062F1">
              <w:rPr>
                <w:rFonts w:eastAsia="Malgun Gothic" w:cs="Arial"/>
                <w:lang w:eastAsia="ko-KR"/>
              </w:rPr>
              <w:t>A</w:t>
            </w:r>
            <w:r w:rsidR="00941393">
              <w:rPr>
                <w:rFonts w:hint="eastAsia"/>
                <w:vertAlign w:val="superscript"/>
                <w:lang w:eastAsia="zh-TW"/>
              </w:rPr>
              <w:t>2</w:t>
            </w:r>
          </w:p>
          <w:p w14:paraId="4B95DC26" w14:textId="6B566160" w:rsidR="00821EDB" w:rsidRPr="00E062F1" w:rsidRDefault="00821EDB" w:rsidP="006B3BD2">
            <w:pPr>
              <w:pStyle w:val="TAC"/>
              <w:rPr>
                <w:rFonts w:eastAsia="Malgun Gothic" w:cs="Arial"/>
                <w:lang w:eastAsia="ko-KR"/>
              </w:rPr>
            </w:pPr>
            <w:r w:rsidRPr="00E062F1">
              <w:rPr>
                <w:rFonts w:cs="Arial"/>
                <w:lang w:eastAsia="zh-CN"/>
              </w:rPr>
              <w:t>DC_1A-21A_n78A</w:t>
            </w:r>
            <w:r w:rsidRPr="00E062F1">
              <w:rPr>
                <w:rFonts w:cs="Arial"/>
                <w:lang w:eastAsia="ja-JP"/>
              </w:rPr>
              <w:t>-</w:t>
            </w:r>
            <w:r w:rsidRPr="00E062F1">
              <w:rPr>
                <w:rFonts w:cs="Arial"/>
                <w:lang w:eastAsia="zh-CN"/>
              </w:rPr>
              <w:t>n257</w:t>
            </w:r>
            <w:r w:rsidRPr="00E062F1">
              <w:rPr>
                <w:rFonts w:eastAsia="Malgun Gothic" w:cs="Arial"/>
                <w:lang w:eastAsia="ko-KR"/>
              </w:rPr>
              <w:t>G</w:t>
            </w:r>
            <w:r w:rsidR="00941393">
              <w:rPr>
                <w:rFonts w:hint="eastAsia"/>
                <w:vertAlign w:val="superscript"/>
                <w:lang w:eastAsia="zh-TW"/>
              </w:rPr>
              <w:t>2</w:t>
            </w:r>
          </w:p>
          <w:p w14:paraId="4F2B8821" w14:textId="18F613D3" w:rsidR="00821EDB" w:rsidRPr="00E062F1" w:rsidRDefault="00821EDB" w:rsidP="006B3BD2">
            <w:pPr>
              <w:pStyle w:val="TAC"/>
              <w:rPr>
                <w:rFonts w:eastAsia="Malgun Gothic" w:cs="Arial"/>
                <w:lang w:eastAsia="ko-KR"/>
              </w:rPr>
            </w:pPr>
            <w:r w:rsidRPr="00E062F1">
              <w:rPr>
                <w:rFonts w:cs="Arial"/>
                <w:lang w:eastAsia="zh-CN"/>
              </w:rPr>
              <w:t>DC_1A-21A_n78A</w:t>
            </w:r>
            <w:r w:rsidRPr="00E062F1">
              <w:rPr>
                <w:rFonts w:cs="Arial"/>
                <w:lang w:eastAsia="ja-JP"/>
              </w:rPr>
              <w:t>-</w:t>
            </w:r>
            <w:r w:rsidRPr="00E062F1">
              <w:rPr>
                <w:rFonts w:cs="Arial"/>
                <w:lang w:eastAsia="zh-CN"/>
              </w:rPr>
              <w:t>n257</w:t>
            </w:r>
            <w:r w:rsidRPr="00E062F1">
              <w:rPr>
                <w:rFonts w:eastAsia="Malgun Gothic" w:cs="Arial"/>
                <w:lang w:eastAsia="ko-KR"/>
              </w:rPr>
              <w:t>H</w:t>
            </w:r>
            <w:r w:rsidR="00941393">
              <w:rPr>
                <w:rFonts w:hint="eastAsia"/>
                <w:vertAlign w:val="superscript"/>
                <w:lang w:eastAsia="zh-TW"/>
              </w:rPr>
              <w:t>2</w:t>
            </w:r>
          </w:p>
          <w:p w14:paraId="54122A29" w14:textId="0754EA09" w:rsidR="00821EDB" w:rsidRPr="00E062F1" w:rsidRDefault="00821EDB" w:rsidP="006B3BD2">
            <w:pPr>
              <w:pStyle w:val="TAC"/>
              <w:rPr>
                <w:rFonts w:cs="Arial"/>
                <w:lang w:eastAsia="zh-CN"/>
              </w:rPr>
            </w:pPr>
            <w:r w:rsidRPr="00E062F1">
              <w:rPr>
                <w:rFonts w:cs="Arial"/>
                <w:lang w:eastAsia="zh-CN"/>
              </w:rPr>
              <w:t>DC_1A-21A_n78A</w:t>
            </w:r>
            <w:r w:rsidRPr="00E062F1">
              <w:rPr>
                <w:rFonts w:cs="Arial"/>
                <w:lang w:eastAsia="ja-JP"/>
              </w:rPr>
              <w:t>-</w:t>
            </w:r>
            <w:r w:rsidRPr="00E062F1">
              <w:rPr>
                <w:rFonts w:cs="Arial"/>
                <w:lang w:eastAsia="zh-CN"/>
              </w:rPr>
              <w:t>n257</w:t>
            </w:r>
            <w:r w:rsidRPr="00E062F1">
              <w:rPr>
                <w:rFonts w:eastAsia="Malgun Gothic" w:cs="Arial"/>
                <w:lang w:eastAsia="ko-KR"/>
              </w:rPr>
              <w:t>I</w:t>
            </w:r>
            <w:r w:rsidR="00941393">
              <w:rPr>
                <w:rFonts w:hint="eastAsia"/>
                <w:vertAlign w:val="superscript"/>
                <w:lang w:eastAsia="zh-TW"/>
              </w:rPr>
              <w:t>2</w:t>
            </w:r>
          </w:p>
        </w:tc>
        <w:tc>
          <w:tcPr>
            <w:tcW w:w="3969" w:type="dxa"/>
            <w:tcMar>
              <w:top w:w="28" w:type="dxa"/>
              <w:left w:w="28" w:type="dxa"/>
              <w:bottom w:w="28" w:type="dxa"/>
              <w:right w:w="28" w:type="dxa"/>
            </w:tcMar>
          </w:tcPr>
          <w:p w14:paraId="57E84E5F" w14:textId="77777777" w:rsidR="00821EDB" w:rsidRPr="00E062F1" w:rsidRDefault="00821EDB" w:rsidP="006B3BD2">
            <w:pPr>
              <w:pStyle w:val="TAC"/>
              <w:rPr>
                <w:rFonts w:cs="Arial"/>
                <w:lang w:eastAsia="zh-CN"/>
              </w:rPr>
            </w:pPr>
            <w:r w:rsidRPr="00E062F1">
              <w:rPr>
                <w:rFonts w:cs="Arial"/>
                <w:lang w:eastAsia="zh-CN"/>
              </w:rPr>
              <w:t>DC_1A_n78A</w:t>
            </w:r>
          </w:p>
          <w:p w14:paraId="0613666F" w14:textId="77777777" w:rsidR="00821EDB" w:rsidRPr="00E062F1" w:rsidRDefault="00821EDB" w:rsidP="006B3BD2">
            <w:pPr>
              <w:pStyle w:val="TAC"/>
              <w:rPr>
                <w:rFonts w:cs="Arial"/>
                <w:lang w:eastAsia="zh-CN"/>
              </w:rPr>
            </w:pPr>
            <w:r w:rsidRPr="00E062F1">
              <w:rPr>
                <w:rFonts w:cs="Arial"/>
                <w:lang w:eastAsia="zh-CN"/>
              </w:rPr>
              <w:t>DC_1A_n257A</w:t>
            </w:r>
          </w:p>
          <w:p w14:paraId="314D7496" w14:textId="77777777" w:rsidR="00821EDB" w:rsidRPr="00E062F1" w:rsidRDefault="00821EDB" w:rsidP="006B3BD2">
            <w:pPr>
              <w:pStyle w:val="TAC"/>
              <w:rPr>
                <w:rFonts w:cs="Arial"/>
                <w:lang w:eastAsia="zh-CN"/>
              </w:rPr>
            </w:pPr>
            <w:r w:rsidRPr="00E062F1">
              <w:rPr>
                <w:rFonts w:cs="Arial"/>
                <w:lang w:eastAsia="zh-CN"/>
              </w:rPr>
              <w:t>DC_1A_n257G</w:t>
            </w:r>
          </w:p>
          <w:p w14:paraId="037E642E" w14:textId="77777777" w:rsidR="00821EDB" w:rsidRPr="00E062F1" w:rsidRDefault="00821EDB" w:rsidP="006B3BD2">
            <w:pPr>
              <w:pStyle w:val="TAC"/>
              <w:rPr>
                <w:rFonts w:cs="Arial"/>
                <w:lang w:eastAsia="zh-CN"/>
              </w:rPr>
            </w:pPr>
            <w:r w:rsidRPr="00E062F1">
              <w:rPr>
                <w:rFonts w:cs="Arial"/>
                <w:lang w:eastAsia="zh-CN"/>
              </w:rPr>
              <w:t>DC_1A_n257H</w:t>
            </w:r>
          </w:p>
          <w:p w14:paraId="22D5E957" w14:textId="77777777" w:rsidR="00821EDB" w:rsidRPr="00E062F1" w:rsidRDefault="00821EDB" w:rsidP="006B3BD2">
            <w:pPr>
              <w:pStyle w:val="TAC"/>
              <w:rPr>
                <w:rFonts w:cs="Arial"/>
                <w:lang w:eastAsia="zh-CN"/>
              </w:rPr>
            </w:pPr>
            <w:r w:rsidRPr="00E062F1">
              <w:rPr>
                <w:rFonts w:cs="Arial"/>
                <w:lang w:eastAsia="zh-CN"/>
              </w:rPr>
              <w:t>DC_1A_n257I</w:t>
            </w:r>
          </w:p>
          <w:p w14:paraId="03658407" w14:textId="77777777" w:rsidR="00821EDB" w:rsidRPr="00E062F1" w:rsidRDefault="00821EDB" w:rsidP="006B3BD2">
            <w:pPr>
              <w:pStyle w:val="TAC"/>
              <w:rPr>
                <w:rFonts w:cs="Arial"/>
                <w:lang w:eastAsia="zh-CN"/>
              </w:rPr>
            </w:pPr>
            <w:r w:rsidRPr="00E062F1">
              <w:rPr>
                <w:rFonts w:cs="Arial"/>
                <w:lang w:eastAsia="zh-CN"/>
              </w:rPr>
              <w:t>DC_21A_n78A</w:t>
            </w:r>
          </w:p>
          <w:p w14:paraId="6886B6B7" w14:textId="77777777" w:rsidR="00821EDB" w:rsidRPr="00E062F1" w:rsidRDefault="00821EDB" w:rsidP="006B3BD2">
            <w:pPr>
              <w:pStyle w:val="TAC"/>
              <w:rPr>
                <w:rFonts w:cs="Arial"/>
                <w:lang w:eastAsia="zh-CN"/>
              </w:rPr>
            </w:pPr>
            <w:r w:rsidRPr="00E062F1">
              <w:rPr>
                <w:rFonts w:cs="Arial"/>
                <w:lang w:eastAsia="zh-CN"/>
              </w:rPr>
              <w:t>DC_21A_n257A</w:t>
            </w:r>
          </w:p>
          <w:p w14:paraId="131C70D6" w14:textId="77777777" w:rsidR="00821EDB" w:rsidRPr="00E062F1" w:rsidRDefault="00821EDB" w:rsidP="006B3BD2">
            <w:pPr>
              <w:pStyle w:val="TAC"/>
              <w:rPr>
                <w:rFonts w:cs="Arial"/>
                <w:lang w:eastAsia="zh-CN"/>
              </w:rPr>
            </w:pPr>
            <w:r w:rsidRPr="00E062F1">
              <w:rPr>
                <w:rFonts w:cs="Arial"/>
                <w:lang w:eastAsia="zh-CN"/>
              </w:rPr>
              <w:t>DC_21A_n257G</w:t>
            </w:r>
          </w:p>
          <w:p w14:paraId="452179DD" w14:textId="77777777" w:rsidR="00821EDB" w:rsidRPr="00E062F1" w:rsidRDefault="00821EDB" w:rsidP="006B3BD2">
            <w:pPr>
              <w:pStyle w:val="TAC"/>
              <w:rPr>
                <w:rFonts w:cs="Arial"/>
                <w:lang w:eastAsia="zh-CN"/>
              </w:rPr>
            </w:pPr>
            <w:r w:rsidRPr="00E062F1">
              <w:rPr>
                <w:rFonts w:cs="Arial"/>
                <w:lang w:eastAsia="zh-CN"/>
              </w:rPr>
              <w:t>DC_21A_n257H</w:t>
            </w:r>
          </w:p>
          <w:p w14:paraId="304CEF00" w14:textId="77777777" w:rsidR="00821EDB" w:rsidRPr="00E062F1" w:rsidRDefault="00821EDB" w:rsidP="006B3BD2">
            <w:pPr>
              <w:pStyle w:val="TAC"/>
              <w:rPr>
                <w:rFonts w:cs="Arial"/>
                <w:lang w:eastAsia="zh-CN"/>
              </w:rPr>
            </w:pPr>
            <w:r w:rsidRPr="00E062F1">
              <w:rPr>
                <w:rFonts w:cs="Arial"/>
                <w:lang w:eastAsia="zh-CN"/>
              </w:rPr>
              <w:t>DC_21A_n257I</w:t>
            </w:r>
          </w:p>
        </w:tc>
      </w:tr>
      <w:tr w:rsidR="00821EDB" w:rsidRPr="00E062F1" w14:paraId="3D4746F0" w14:textId="77777777" w:rsidTr="006B3BD2">
        <w:trPr>
          <w:trHeight w:val="187"/>
          <w:jc w:val="center"/>
        </w:trPr>
        <w:tc>
          <w:tcPr>
            <w:tcW w:w="3969" w:type="dxa"/>
            <w:shd w:val="clear" w:color="auto" w:fill="auto"/>
            <w:noWrap/>
            <w:tcMar>
              <w:top w:w="28" w:type="dxa"/>
              <w:left w:w="28" w:type="dxa"/>
              <w:bottom w:w="28" w:type="dxa"/>
              <w:right w:w="28" w:type="dxa"/>
            </w:tcMar>
          </w:tcPr>
          <w:p w14:paraId="5D0BB244" w14:textId="72796975" w:rsidR="00821EDB" w:rsidRPr="00E062F1" w:rsidRDefault="00821EDB" w:rsidP="006B3BD2">
            <w:pPr>
              <w:pStyle w:val="TAC"/>
              <w:rPr>
                <w:rFonts w:eastAsia="Malgun Gothic" w:cs="Arial"/>
                <w:lang w:eastAsia="ko-KR"/>
              </w:rPr>
            </w:pPr>
            <w:r w:rsidRPr="00E062F1">
              <w:rPr>
                <w:rFonts w:cs="Arial"/>
                <w:lang w:eastAsia="zh-CN"/>
              </w:rPr>
              <w:t>DC_1A-21A_n79A</w:t>
            </w:r>
            <w:r w:rsidRPr="00E062F1">
              <w:rPr>
                <w:rFonts w:cs="Arial"/>
                <w:lang w:eastAsia="ja-JP"/>
              </w:rPr>
              <w:t>-</w:t>
            </w:r>
            <w:r w:rsidRPr="00E062F1">
              <w:rPr>
                <w:rFonts w:cs="Arial"/>
                <w:lang w:eastAsia="zh-CN"/>
              </w:rPr>
              <w:t>n257</w:t>
            </w:r>
            <w:r w:rsidRPr="00E062F1">
              <w:rPr>
                <w:rFonts w:eastAsia="Malgun Gothic" w:cs="Arial"/>
                <w:lang w:eastAsia="ko-KR"/>
              </w:rPr>
              <w:t>A</w:t>
            </w:r>
            <w:r w:rsidR="00941393">
              <w:rPr>
                <w:rFonts w:hint="eastAsia"/>
                <w:vertAlign w:val="superscript"/>
                <w:lang w:eastAsia="zh-TW"/>
              </w:rPr>
              <w:t>2</w:t>
            </w:r>
          </w:p>
          <w:p w14:paraId="24C2B24C" w14:textId="18E77293" w:rsidR="00821EDB" w:rsidRPr="00E062F1" w:rsidRDefault="00821EDB" w:rsidP="006B3BD2">
            <w:pPr>
              <w:pStyle w:val="TAC"/>
              <w:rPr>
                <w:rFonts w:eastAsia="Malgun Gothic" w:cs="Arial"/>
                <w:lang w:eastAsia="ko-KR"/>
              </w:rPr>
            </w:pPr>
            <w:r w:rsidRPr="00E062F1">
              <w:rPr>
                <w:rFonts w:cs="Arial"/>
                <w:lang w:eastAsia="zh-CN"/>
              </w:rPr>
              <w:t>DC_1A-21A_n79A</w:t>
            </w:r>
            <w:r w:rsidRPr="00E062F1">
              <w:rPr>
                <w:rFonts w:cs="Arial"/>
                <w:lang w:eastAsia="ja-JP"/>
              </w:rPr>
              <w:t>-</w:t>
            </w:r>
            <w:r w:rsidRPr="00E062F1">
              <w:rPr>
                <w:rFonts w:cs="Arial"/>
                <w:lang w:eastAsia="zh-CN"/>
              </w:rPr>
              <w:t>n257</w:t>
            </w:r>
            <w:r w:rsidRPr="00E062F1">
              <w:rPr>
                <w:rFonts w:eastAsia="Malgun Gothic" w:cs="Arial"/>
                <w:lang w:eastAsia="ko-KR"/>
              </w:rPr>
              <w:t>G</w:t>
            </w:r>
            <w:r w:rsidR="00941393">
              <w:rPr>
                <w:rFonts w:hint="eastAsia"/>
                <w:vertAlign w:val="superscript"/>
                <w:lang w:eastAsia="zh-TW"/>
              </w:rPr>
              <w:t>2</w:t>
            </w:r>
          </w:p>
          <w:p w14:paraId="5C3ECE0C" w14:textId="4A4992D4" w:rsidR="00821EDB" w:rsidRPr="00E062F1" w:rsidRDefault="00821EDB" w:rsidP="006B3BD2">
            <w:pPr>
              <w:pStyle w:val="TAC"/>
              <w:rPr>
                <w:rFonts w:eastAsia="Malgun Gothic" w:cs="Arial"/>
                <w:lang w:eastAsia="ko-KR"/>
              </w:rPr>
            </w:pPr>
            <w:r w:rsidRPr="00E062F1">
              <w:rPr>
                <w:rFonts w:cs="Arial"/>
                <w:lang w:eastAsia="zh-CN"/>
              </w:rPr>
              <w:t>DC_1A-21A_n79A</w:t>
            </w:r>
            <w:r w:rsidRPr="00E062F1">
              <w:rPr>
                <w:rFonts w:cs="Arial"/>
                <w:lang w:eastAsia="ja-JP"/>
              </w:rPr>
              <w:t>-</w:t>
            </w:r>
            <w:r w:rsidRPr="00E062F1">
              <w:rPr>
                <w:rFonts w:cs="Arial"/>
                <w:lang w:eastAsia="zh-CN"/>
              </w:rPr>
              <w:t>n257</w:t>
            </w:r>
            <w:r w:rsidRPr="00E062F1">
              <w:rPr>
                <w:rFonts w:eastAsia="Malgun Gothic" w:cs="Arial"/>
                <w:lang w:eastAsia="ko-KR"/>
              </w:rPr>
              <w:t>H</w:t>
            </w:r>
            <w:r w:rsidR="00941393">
              <w:rPr>
                <w:rFonts w:hint="eastAsia"/>
                <w:vertAlign w:val="superscript"/>
                <w:lang w:eastAsia="zh-TW"/>
              </w:rPr>
              <w:t>2</w:t>
            </w:r>
          </w:p>
          <w:p w14:paraId="7073844A" w14:textId="1B311C9C" w:rsidR="00821EDB" w:rsidRPr="00E062F1" w:rsidRDefault="00821EDB" w:rsidP="006B3BD2">
            <w:pPr>
              <w:pStyle w:val="TAC"/>
              <w:rPr>
                <w:rFonts w:cs="Arial"/>
                <w:lang w:eastAsia="zh-CN"/>
              </w:rPr>
            </w:pPr>
            <w:r w:rsidRPr="00E062F1">
              <w:rPr>
                <w:rFonts w:cs="Arial"/>
                <w:lang w:eastAsia="zh-CN"/>
              </w:rPr>
              <w:t>DC_1A-21A_n79A</w:t>
            </w:r>
            <w:r w:rsidRPr="00E062F1">
              <w:rPr>
                <w:rFonts w:cs="Arial"/>
                <w:lang w:eastAsia="ja-JP"/>
              </w:rPr>
              <w:t>-</w:t>
            </w:r>
            <w:r w:rsidRPr="00E062F1">
              <w:rPr>
                <w:rFonts w:cs="Arial"/>
                <w:lang w:eastAsia="zh-CN"/>
              </w:rPr>
              <w:t>n257</w:t>
            </w:r>
            <w:r w:rsidRPr="00E062F1">
              <w:rPr>
                <w:rFonts w:eastAsia="Malgun Gothic" w:cs="Arial"/>
                <w:lang w:eastAsia="ko-KR"/>
              </w:rPr>
              <w:t>I</w:t>
            </w:r>
            <w:r w:rsidR="00941393">
              <w:rPr>
                <w:rFonts w:hint="eastAsia"/>
                <w:vertAlign w:val="superscript"/>
                <w:lang w:eastAsia="zh-TW"/>
              </w:rPr>
              <w:t>2</w:t>
            </w:r>
          </w:p>
        </w:tc>
        <w:tc>
          <w:tcPr>
            <w:tcW w:w="3969" w:type="dxa"/>
            <w:tcMar>
              <w:top w:w="28" w:type="dxa"/>
              <w:left w:w="28" w:type="dxa"/>
              <w:bottom w:w="28" w:type="dxa"/>
              <w:right w:w="28" w:type="dxa"/>
            </w:tcMar>
          </w:tcPr>
          <w:p w14:paraId="1AA6F43C" w14:textId="77777777" w:rsidR="00821EDB" w:rsidRPr="00E062F1" w:rsidRDefault="00821EDB" w:rsidP="006B3BD2">
            <w:pPr>
              <w:pStyle w:val="TAC"/>
              <w:rPr>
                <w:rFonts w:cs="Arial"/>
                <w:lang w:eastAsia="zh-CN"/>
              </w:rPr>
            </w:pPr>
            <w:r w:rsidRPr="00E062F1">
              <w:rPr>
                <w:rFonts w:cs="Arial"/>
                <w:lang w:eastAsia="zh-CN"/>
              </w:rPr>
              <w:t>DC_1A_n79A</w:t>
            </w:r>
          </w:p>
          <w:p w14:paraId="11F46443" w14:textId="77777777" w:rsidR="00821EDB" w:rsidRPr="00E062F1" w:rsidRDefault="00821EDB" w:rsidP="006B3BD2">
            <w:pPr>
              <w:pStyle w:val="TAC"/>
              <w:rPr>
                <w:rFonts w:cs="Arial"/>
                <w:lang w:eastAsia="zh-CN"/>
              </w:rPr>
            </w:pPr>
            <w:r w:rsidRPr="00E062F1">
              <w:rPr>
                <w:rFonts w:cs="Arial"/>
                <w:lang w:eastAsia="zh-CN"/>
              </w:rPr>
              <w:t>DC_1A_n257A</w:t>
            </w:r>
          </w:p>
          <w:p w14:paraId="67B7163C" w14:textId="77777777" w:rsidR="00821EDB" w:rsidRPr="00E062F1" w:rsidRDefault="00821EDB" w:rsidP="006B3BD2">
            <w:pPr>
              <w:pStyle w:val="TAC"/>
              <w:rPr>
                <w:rFonts w:cs="Arial"/>
                <w:lang w:eastAsia="zh-CN"/>
              </w:rPr>
            </w:pPr>
            <w:r w:rsidRPr="00E062F1">
              <w:rPr>
                <w:rFonts w:cs="Arial"/>
                <w:lang w:eastAsia="zh-CN"/>
              </w:rPr>
              <w:t>DC_1A_n257G</w:t>
            </w:r>
          </w:p>
          <w:p w14:paraId="75DCE8F7" w14:textId="77777777" w:rsidR="00821EDB" w:rsidRPr="00E062F1" w:rsidRDefault="00821EDB" w:rsidP="006B3BD2">
            <w:pPr>
              <w:pStyle w:val="TAC"/>
              <w:rPr>
                <w:rFonts w:cs="Arial"/>
                <w:lang w:eastAsia="zh-CN"/>
              </w:rPr>
            </w:pPr>
            <w:r w:rsidRPr="00E062F1">
              <w:rPr>
                <w:rFonts w:cs="Arial"/>
                <w:lang w:eastAsia="zh-CN"/>
              </w:rPr>
              <w:t>DC_1A_n257H</w:t>
            </w:r>
          </w:p>
          <w:p w14:paraId="36E23E86" w14:textId="77777777" w:rsidR="00821EDB" w:rsidRPr="00E062F1" w:rsidRDefault="00821EDB" w:rsidP="006B3BD2">
            <w:pPr>
              <w:pStyle w:val="TAC"/>
              <w:rPr>
                <w:rFonts w:cs="Arial"/>
                <w:lang w:eastAsia="zh-CN"/>
              </w:rPr>
            </w:pPr>
            <w:r w:rsidRPr="00E062F1">
              <w:rPr>
                <w:rFonts w:cs="Arial"/>
                <w:lang w:eastAsia="zh-CN"/>
              </w:rPr>
              <w:t>DC_1A_n257I</w:t>
            </w:r>
          </w:p>
          <w:p w14:paraId="208558A6" w14:textId="77777777" w:rsidR="00821EDB" w:rsidRPr="00E062F1" w:rsidRDefault="00821EDB" w:rsidP="006B3BD2">
            <w:pPr>
              <w:pStyle w:val="TAC"/>
              <w:rPr>
                <w:rFonts w:cs="Arial"/>
                <w:lang w:eastAsia="zh-CN"/>
              </w:rPr>
            </w:pPr>
            <w:r w:rsidRPr="00E062F1">
              <w:rPr>
                <w:rFonts w:cs="Arial"/>
                <w:lang w:eastAsia="zh-CN"/>
              </w:rPr>
              <w:t>DC_21A_n79A</w:t>
            </w:r>
          </w:p>
          <w:p w14:paraId="36A69419" w14:textId="77777777" w:rsidR="00821EDB" w:rsidRPr="00E062F1" w:rsidRDefault="00821EDB" w:rsidP="006B3BD2">
            <w:pPr>
              <w:pStyle w:val="TAC"/>
              <w:rPr>
                <w:rFonts w:cs="Arial"/>
                <w:lang w:eastAsia="zh-CN"/>
              </w:rPr>
            </w:pPr>
            <w:r w:rsidRPr="00E062F1">
              <w:rPr>
                <w:rFonts w:cs="Arial"/>
                <w:lang w:eastAsia="zh-CN"/>
              </w:rPr>
              <w:t>DC_21A_n257A</w:t>
            </w:r>
          </w:p>
          <w:p w14:paraId="2F8C5AF9" w14:textId="77777777" w:rsidR="00821EDB" w:rsidRPr="00E062F1" w:rsidRDefault="00821EDB" w:rsidP="006B3BD2">
            <w:pPr>
              <w:pStyle w:val="TAC"/>
              <w:rPr>
                <w:rFonts w:cs="Arial"/>
                <w:lang w:eastAsia="zh-CN"/>
              </w:rPr>
            </w:pPr>
            <w:r w:rsidRPr="00E062F1">
              <w:rPr>
                <w:rFonts w:cs="Arial"/>
                <w:lang w:eastAsia="zh-CN"/>
              </w:rPr>
              <w:t>DC_21A_n257G</w:t>
            </w:r>
          </w:p>
          <w:p w14:paraId="368ADEC5" w14:textId="77777777" w:rsidR="00821EDB" w:rsidRPr="00E062F1" w:rsidRDefault="00821EDB" w:rsidP="006B3BD2">
            <w:pPr>
              <w:pStyle w:val="TAC"/>
              <w:rPr>
                <w:rFonts w:cs="Arial"/>
                <w:lang w:eastAsia="zh-CN"/>
              </w:rPr>
            </w:pPr>
            <w:r w:rsidRPr="00E062F1">
              <w:rPr>
                <w:rFonts w:cs="Arial"/>
                <w:lang w:eastAsia="zh-CN"/>
              </w:rPr>
              <w:t>DC_21A_n257H</w:t>
            </w:r>
          </w:p>
          <w:p w14:paraId="0890FD04" w14:textId="77777777" w:rsidR="00821EDB" w:rsidRPr="00E062F1" w:rsidRDefault="00821EDB" w:rsidP="006B3BD2">
            <w:pPr>
              <w:pStyle w:val="TAC"/>
              <w:rPr>
                <w:rFonts w:cs="Arial"/>
                <w:lang w:eastAsia="zh-CN"/>
              </w:rPr>
            </w:pPr>
            <w:r w:rsidRPr="00E062F1">
              <w:rPr>
                <w:rFonts w:cs="Arial"/>
                <w:lang w:eastAsia="zh-CN"/>
              </w:rPr>
              <w:t>DC_21A_n257I</w:t>
            </w:r>
          </w:p>
        </w:tc>
      </w:tr>
      <w:tr w:rsidR="00862446" w:rsidRPr="00E062F1" w14:paraId="7D13AC3A" w14:textId="77777777" w:rsidTr="006B3BD2">
        <w:trPr>
          <w:trHeight w:val="187"/>
          <w:jc w:val="center"/>
        </w:trPr>
        <w:tc>
          <w:tcPr>
            <w:tcW w:w="3969" w:type="dxa"/>
            <w:shd w:val="clear" w:color="auto" w:fill="auto"/>
            <w:noWrap/>
            <w:tcMar>
              <w:top w:w="28" w:type="dxa"/>
              <w:left w:w="28" w:type="dxa"/>
              <w:bottom w:w="28" w:type="dxa"/>
              <w:right w:w="28" w:type="dxa"/>
            </w:tcMar>
          </w:tcPr>
          <w:p w14:paraId="37279D78" w14:textId="6A5A5B93" w:rsidR="00862446" w:rsidRPr="00E062F1" w:rsidRDefault="00862446" w:rsidP="006B3BD2">
            <w:pPr>
              <w:pStyle w:val="TAC"/>
              <w:rPr>
                <w:rFonts w:cs="Arial"/>
                <w:lang w:eastAsia="zh-CN"/>
              </w:rPr>
            </w:pPr>
            <w:r w:rsidRPr="00E062F1">
              <w:rPr>
                <w:rFonts w:cs="Arial"/>
                <w:lang w:eastAsia="zh-CN"/>
              </w:rPr>
              <w:lastRenderedPageBreak/>
              <w:t>DC_1A-19A_n79A-n257A</w:t>
            </w:r>
            <w:r w:rsidR="00941393">
              <w:rPr>
                <w:rFonts w:hint="eastAsia"/>
                <w:vertAlign w:val="superscript"/>
                <w:lang w:eastAsia="zh-TW"/>
              </w:rPr>
              <w:t>2</w:t>
            </w:r>
          </w:p>
          <w:p w14:paraId="05D0C749" w14:textId="6CD5FCCF" w:rsidR="00862446" w:rsidRPr="00E062F1" w:rsidRDefault="00862446" w:rsidP="006B3BD2">
            <w:pPr>
              <w:pStyle w:val="TAC"/>
              <w:rPr>
                <w:rFonts w:cs="Arial"/>
                <w:lang w:eastAsia="zh-CN"/>
              </w:rPr>
            </w:pPr>
            <w:r w:rsidRPr="00E062F1">
              <w:rPr>
                <w:rFonts w:cs="Arial"/>
                <w:lang w:eastAsia="zh-CN"/>
              </w:rPr>
              <w:t>DC_1A-19A_n79A-n257G</w:t>
            </w:r>
            <w:r w:rsidR="00941393">
              <w:rPr>
                <w:rFonts w:hint="eastAsia"/>
                <w:vertAlign w:val="superscript"/>
                <w:lang w:eastAsia="zh-TW"/>
              </w:rPr>
              <w:t>2</w:t>
            </w:r>
          </w:p>
          <w:p w14:paraId="3579E1F5" w14:textId="570D42F1" w:rsidR="00862446" w:rsidRPr="00E062F1" w:rsidRDefault="00862446" w:rsidP="006B3BD2">
            <w:pPr>
              <w:pStyle w:val="TAC"/>
              <w:rPr>
                <w:rFonts w:cs="Arial"/>
                <w:lang w:eastAsia="zh-CN"/>
              </w:rPr>
            </w:pPr>
            <w:r w:rsidRPr="00E062F1">
              <w:rPr>
                <w:rFonts w:cs="Arial"/>
                <w:lang w:eastAsia="zh-CN"/>
              </w:rPr>
              <w:t>DC_1A-19A_n79A-n257H</w:t>
            </w:r>
            <w:r w:rsidR="00941393">
              <w:rPr>
                <w:rFonts w:hint="eastAsia"/>
                <w:vertAlign w:val="superscript"/>
                <w:lang w:eastAsia="zh-TW"/>
              </w:rPr>
              <w:t>2</w:t>
            </w:r>
          </w:p>
          <w:p w14:paraId="6C352151" w14:textId="22C2B526" w:rsidR="00862446" w:rsidRPr="00E062F1" w:rsidRDefault="00862446" w:rsidP="006B3BD2">
            <w:pPr>
              <w:pStyle w:val="TAC"/>
              <w:rPr>
                <w:rFonts w:cs="Arial"/>
                <w:lang w:eastAsia="zh-CN"/>
              </w:rPr>
            </w:pPr>
            <w:r w:rsidRPr="00E062F1">
              <w:rPr>
                <w:rFonts w:cs="Arial"/>
                <w:lang w:eastAsia="zh-CN"/>
              </w:rPr>
              <w:t>DC_1A-19A_n79A-n257I</w:t>
            </w:r>
            <w:r w:rsidR="00941393">
              <w:rPr>
                <w:rFonts w:hint="eastAsia"/>
                <w:vertAlign w:val="superscript"/>
                <w:lang w:eastAsia="zh-TW"/>
              </w:rPr>
              <w:t>2</w:t>
            </w:r>
          </w:p>
        </w:tc>
        <w:tc>
          <w:tcPr>
            <w:tcW w:w="3969" w:type="dxa"/>
            <w:tcMar>
              <w:top w:w="28" w:type="dxa"/>
              <w:left w:w="28" w:type="dxa"/>
              <w:bottom w:w="28" w:type="dxa"/>
              <w:right w:w="28" w:type="dxa"/>
            </w:tcMar>
          </w:tcPr>
          <w:p w14:paraId="2F687D1D" w14:textId="77777777" w:rsidR="00862446" w:rsidRPr="00E062F1" w:rsidRDefault="00862446" w:rsidP="006B3BD2">
            <w:pPr>
              <w:pStyle w:val="TAC"/>
              <w:rPr>
                <w:rFonts w:cs="Arial"/>
                <w:lang w:eastAsia="zh-CN"/>
              </w:rPr>
            </w:pPr>
            <w:r w:rsidRPr="00E062F1">
              <w:rPr>
                <w:rFonts w:cs="Arial"/>
                <w:lang w:eastAsia="zh-CN"/>
              </w:rPr>
              <w:t>DC_1A_n79A-n257A</w:t>
            </w:r>
          </w:p>
          <w:p w14:paraId="56949B4C" w14:textId="77777777" w:rsidR="00862446" w:rsidRPr="00E062F1" w:rsidRDefault="00862446" w:rsidP="006B3BD2">
            <w:pPr>
              <w:pStyle w:val="TAC"/>
              <w:rPr>
                <w:rFonts w:cs="Arial"/>
                <w:lang w:eastAsia="zh-CN"/>
              </w:rPr>
            </w:pPr>
            <w:r w:rsidRPr="00E062F1">
              <w:rPr>
                <w:rFonts w:cs="Arial"/>
                <w:lang w:eastAsia="zh-CN"/>
              </w:rPr>
              <w:t>DC_1A_n79A-n257G</w:t>
            </w:r>
          </w:p>
          <w:p w14:paraId="1E16A3AE" w14:textId="77777777" w:rsidR="00862446" w:rsidRPr="00E062F1" w:rsidRDefault="00862446" w:rsidP="006B3BD2">
            <w:pPr>
              <w:pStyle w:val="TAC"/>
              <w:rPr>
                <w:rFonts w:cs="Arial"/>
                <w:lang w:eastAsia="zh-CN"/>
              </w:rPr>
            </w:pPr>
            <w:r w:rsidRPr="00E062F1">
              <w:rPr>
                <w:rFonts w:cs="Arial"/>
                <w:lang w:eastAsia="zh-CN"/>
              </w:rPr>
              <w:t>DC_1A_n79A-n257H</w:t>
            </w:r>
          </w:p>
          <w:p w14:paraId="6592015B" w14:textId="77777777" w:rsidR="00862446" w:rsidRPr="00E062F1" w:rsidRDefault="00862446" w:rsidP="006B3BD2">
            <w:pPr>
              <w:pStyle w:val="TAC"/>
              <w:rPr>
                <w:rFonts w:cs="Arial"/>
                <w:lang w:eastAsia="zh-CN"/>
              </w:rPr>
            </w:pPr>
            <w:r w:rsidRPr="00E062F1">
              <w:rPr>
                <w:rFonts w:cs="Arial"/>
                <w:lang w:eastAsia="zh-CN"/>
              </w:rPr>
              <w:t>DC_1A_n79A-n257I</w:t>
            </w:r>
          </w:p>
          <w:p w14:paraId="2D4AF446" w14:textId="77777777" w:rsidR="00862446" w:rsidRPr="00E062F1" w:rsidRDefault="00862446" w:rsidP="006B3BD2">
            <w:pPr>
              <w:pStyle w:val="TAC"/>
              <w:rPr>
                <w:rFonts w:cs="Arial"/>
                <w:lang w:eastAsia="zh-CN"/>
              </w:rPr>
            </w:pPr>
            <w:r w:rsidRPr="00E062F1">
              <w:rPr>
                <w:rFonts w:cs="Arial"/>
                <w:lang w:eastAsia="zh-CN"/>
              </w:rPr>
              <w:t>DC_19A_n79A-n257A</w:t>
            </w:r>
          </w:p>
          <w:p w14:paraId="2F89F0B5" w14:textId="77777777" w:rsidR="00862446" w:rsidRPr="00E062F1" w:rsidRDefault="00862446" w:rsidP="006B3BD2">
            <w:pPr>
              <w:pStyle w:val="TAC"/>
              <w:rPr>
                <w:rFonts w:cs="Arial"/>
                <w:lang w:eastAsia="zh-CN"/>
              </w:rPr>
            </w:pPr>
            <w:r w:rsidRPr="00E062F1">
              <w:rPr>
                <w:rFonts w:cs="Arial"/>
                <w:lang w:eastAsia="zh-CN"/>
              </w:rPr>
              <w:t>DC_19A_n79A-n257G</w:t>
            </w:r>
          </w:p>
          <w:p w14:paraId="59E409F9" w14:textId="77777777" w:rsidR="00862446" w:rsidRPr="00E062F1" w:rsidRDefault="00862446" w:rsidP="006B3BD2">
            <w:pPr>
              <w:pStyle w:val="TAC"/>
              <w:rPr>
                <w:rFonts w:cs="Arial"/>
                <w:lang w:eastAsia="zh-CN"/>
              </w:rPr>
            </w:pPr>
            <w:r w:rsidRPr="00E062F1">
              <w:rPr>
                <w:rFonts w:cs="Arial"/>
                <w:lang w:eastAsia="zh-CN"/>
              </w:rPr>
              <w:t>DC_19A_n79A-n257H</w:t>
            </w:r>
          </w:p>
          <w:p w14:paraId="4D4C2426" w14:textId="1C5F7478" w:rsidR="00862446" w:rsidRPr="00E062F1" w:rsidRDefault="00862446" w:rsidP="006B3BD2">
            <w:pPr>
              <w:pStyle w:val="TAC"/>
              <w:rPr>
                <w:rFonts w:cs="Arial"/>
                <w:lang w:eastAsia="zh-CN"/>
              </w:rPr>
            </w:pPr>
            <w:r w:rsidRPr="00E062F1">
              <w:rPr>
                <w:rFonts w:cs="Arial"/>
                <w:lang w:eastAsia="zh-CN"/>
              </w:rPr>
              <w:t>DC_19A_n79A-n257I</w:t>
            </w:r>
          </w:p>
        </w:tc>
      </w:tr>
      <w:tr w:rsidR="00862446" w:rsidRPr="00E062F1" w14:paraId="1761A3B5" w14:textId="77777777" w:rsidTr="006B3BD2">
        <w:trPr>
          <w:trHeight w:val="187"/>
          <w:jc w:val="center"/>
        </w:trPr>
        <w:tc>
          <w:tcPr>
            <w:tcW w:w="3969" w:type="dxa"/>
            <w:shd w:val="clear" w:color="auto" w:fill="auto"/>
            <w:noWrap/>
            <w:tcMar>
              <w:top w:w="28" w:type="dxa"/>
              <w:left w:w="28" w:type="dxa"/>
              <w:bottom w:w="28" w:type="dxa"/>
              <w:right w:w="28" w:type="dxa"/>
            </w:tcMar>
          </w:tcPr>
          <w:p w14:paraId="1503DF5C" w14:textId="5F8FDE1D" w:rsidR="00862446" w:rsidRPr="00E062F1" w:rsidRDefault="00862446" w:rsidP="006B3BD2">
            <w:pPr>
              <w:pStyle w:val="TAC"/>
              <w:rPr>
                <w:rFonts w:cs="Arial"/>
                <w:b/>
                <w:lang w:eastAsia="zh-CN"/>
              </w:rPr>
            </w:pPr>
            <w:r w:rsidRPr="00E062F1">
              <w:rPr>
                <w:rFonts w:cs="Arial"/>
                <w:lang w:eastAsia="zh-CN"/>
              </w:rPr>
              <w:t>DC_1A-21A_n77A-n257A</w:t>
            </w:r>
            <w:r w:rsidR="00941393">
              <w:rPr>
                <w:rFonts w:hint="eastAsia"/>
                <w:vertAlign w:val="superscript"/>
                <w:lang w:eastAsia="zh-TW"/>
              </w:rPr>
              <w:t>2</w:t>
            </w:r>
          </w:p>
          <w:p w14:paraId="509C9600" w14:textId="6CDDF0BB" w:rsidR="00862446" w:rsidRPr="00E062F1" w:rsidRDefault="00862446" w:rsidP="006B3BD2">
            <w:pPr>
              <w:pStyle w:val="TAC"/>
              <w:rPr>
                <w:rFonts w:cs="Arial"/>
                <w:b/>
                <w:lang w:eastAsia="zh-CN"/>
              </w:rPr>
            </w:pPr>
            <w:r w:rsidRPr="00E062F1">
              <w:rPr>
                <w:rFonts w:cs="Arial"/>
                <w:lang w:eastAsia="zh-CN"/>
              </w:rPr>
              <w:t>DC_1A-21A_n77A-n257G</w:t>
            </w:r>
            <w:r w:rsidR="00941393">
              <w:rPr>
                <w:rFonts w:hint="eastAsia"/>
                <w:vertAlign w:val="superscript"/>
                <w:lang w:eastAsia="zh-TW"/>
              </w:rPr>
              <w:t>2</w:t>
            </w:r>
          </w:p>
          <w:p w14:paraId="22336614" w14:textId="48F48A62" w:rsidR="00862446" w:rsidRPr="00E062F1" w:rsidRDefault="00862446" w:rsidP="006B3BD2">
            <w:pPr>
              <w:pStyle w:val="TAC"/>
              <w:rPr>
                <w:rFonts w:cs="Arial"/>
                <w:b/>
                <w:lang w:eastAsia="zh-CN"/>
              </w:rPr>
            </w:pPr>
            <w:r w:rsidRPr="00E062F1">
              <w:rPr>
                <w:rFonts w:cs="Arial"/>
                <w:lang w:eastAsia="zh-CN"/>
              </w:rPr>
              <w:t>DC_1A-21A_n77A-n257H</w:t>
            </w:r>
            <w:r w:rsidR="00941393">
              <w:rPr>
                <w:rFonts w:hint="eastAsia"/>
                <w:vertAlign w:val="superscript"/>
                <w:lang w:eastAsia="zh-TW"/>
              </w:rPr>
              <w:t>2</w:t>
            </w:r>
          </w:p>
          <w:p w14:paraId="76C338E2" w14:textId="03079EDC" w:rsidR="00862446" w:rsidRPr="00E062F1" w:rsidRDefault="00862446" w:rsidP="006B3BD2">
            <w:pPr>
              <w:pStyle w:val="TAC"/>
              <w:rPr>
                <w:rFonts w:cs="Arial"/>
                <w:lang w:eastAsia="zh-CN"/>
              </w:rPr>
            </w:pPr>
            <w:r w:rsidRPr="00E062F1">
              <w:rPr>
                <w:rFonts w:cs="Arial"/>
                <w:lang w:eastAsia="zh-CN"/>
              </w:rPr>
              <w:t>DC_1A-21A_n77A-n257I</w:t>
            </w:r>
            <w:r w:rsidR="00941393">
              <w:rPr>
                <w:rFonts w:hint="eastAsia"/>
                <w:vertAlign w:val="superscript"/>
                <w:lang w:eastAsia="zh-TW"/>
              </w:rPr>
              <w:t>2</w:t>
            </w:r>
          </w:p>
        </w:tc>
        <w:tc>
          <w:tcPr>
            <w:tcW w:w="3969" w:type="dxa"/>
            <w:tcMar>
              <w:top w:w="28" w:type="dxa"/>
              <w:left w:w="28" w:type="dxa"/>
              <w:bottom w:w="28" w:type="dxa"/>
              <w:right w:w="28" w:type="dxa"/>
            </w:tcMar>
          </w:tcPr>
          <w:p w14:paraId="2CA9D6E9" w14:textId="77777777" w:rsidR="00862446" w:rsidRPr="00E062F1" w:rsidRDefault="00862446" w:rsidP="006B3BD2">
            <w:pPr>
              <w:pStyle w:val="TAC"/>
              <w:rPr>
                <w:rFonts w:cs="Arial"/>
                <w:lang w:eastAsia="zh-CN"/>
              </w:rPr>
            </w:pPr>
            <w:r w:rsidRPr="00E062F1">
              <w:rPr>
                <w:rFonts w:cs="Arial"/>
                <w:lang w:eastAsia="zh-CN"/>
              </w:rPr>
              <w:t>DC_1A_n77A-n257A</w:t>
            </w:r>
          </w:p>
          <w:p w14:paraId="0AA67154" w14:textId="77777777" w:rsidR="00862446" w:rsidRPr="00E062F1" w:rsidRDefault="00862446" w:rsidP="006B3BD2">
            <w:pPr>
              <w:pStyle w:val="TAC"/>
              <w:rPr>
                <w:rFonts w:cs="Arial"/>
                <w:lang w:eastAsia="zh-CN"/>
              </w:rPr>
            </w:pPr>
            <w:r w:rsidRPr="00E062F1">
              <w:rPr>
                <w:rFonts w:cs="Arial"/>
                <w:lang w:eastAsia="zh-CN"/>
              </w:rPr>
              <w:t>DC_1A_n77A-n257G</w:t>
            </w:r>
          </w:p>
          <w:p w14:paraId="2E565E56" w14:textId="77777777" w:rsidR="00862446" w:rsidRPr="00E062F1" w:rsidRDefault="00862446" w:rsidP="006B3BD2">
            <w:pPr>
              <w:pStyle w:val="TAC"/>
              <w:rPr>
                <w:rFonts w:cs="Arial"/>
                <w:lang w:eastAsia="zh-CN"/>
              </w:rPr>
            </w:pPr>
            <w:r w:rsidRPr="00E062F1">
              <w:rPr>
                <w:rFonts w:cs="Arial"/>
                <w:lang w:eastAsia="zh-CN"/>
              </w:rPr>
              <w:t>DC_1A_n77A-n257H</w:t>
            </w:r>
          </w:p>
          <w:p w14:paraId="426DD346" w14:textId="77777777" w:rsidR="00862446" w:rsidRPr="00E062F1" w:rsidRDefault="00862446" w:rsidP="006B3BD2">
            <w:pPr>
              <w:pStyle w:val="TAC"/>
              <w:rPr>
                <w:rFonts w:cs="Arial"/>
                <w:lang w:eastAsia="zh-CN"/>
              </w:rPr>
            </w:pPr>
            <w:r w:rsidRPr="00E062F1">
              <w:rPr>
                <w:rFonts w:cs="Arial"/>
                <w:lang w:eastAsia="zh-CN"/>
              </w:rPr>
              <w:t>DC_1A_n77A-n257I</w:t>
            </w:r>
          </w:p>
          <w:p w14:paraId="0A4EE998" w14:textId="77777777" w:rsidR="00862446" w:rsidRPr="00E062F1" w:rsidRDefault="00862446" w:rsidP="006B3BD2">
            <w:pPr>
              <w:pStyle w:val="TAC"/>
              <w:rPr>
                <w:rFonts w:cs="Arial"/>
                <w:lang w:eastAsia="zh-CN"/>
              </w:rPr>
            </w:pPr>
            <w:r w:rsidRPr="00E062F1">
              <w:rPr>
                <w:rFonts w:cs="Arial"/>
                <w:lang w:eastAsia="zh-CN"/>
              </w:rPr>
              <w:t>DC_21A_n77A-n257A</w:t>
            </w:r>
          </w:p>
          <w:p w14:paraId="1064126F" w14:textId="77777777" w:rsidR="00862446" w:rsidRPr="00E062F1" w:rsidRDefault="00862446" w:rsidP="006B3BD2">
            <w:pPr>
              <w:pStyle w:val="TAC"/>
              <w:rPr>
                <w:rFonts w:cs="Arial"/>
                <w:lang w:eastAsia="zh-CN"/>
              </w:rPr>
            </w:pPr>
            <w:r w:rsidRPr="00E062F1">
              <w:rPr>
                <w:rFonts w:cs="Arial"/>
                <w:lang w:eastAsia="zh-CN"/>
              </w:rPr>
              <w:t>DC_21A_n77A-n257G</w:t>
            </w:r>
          </w:p>
          <w:p w14:paraId="6A23F839" w14:textId="77777777" w:rsidR="00862446" w:rsidRPr="00E062F1" w:rsidRDefault="00862446" w:rsidP="006B3BD2">
            <w:pPr>
              <w:pStyle w:val="TAC"/>
              <w:rPr>
                <w:rFonts w:cs="Arial"/>
                <w:lang w:eastAsia="zh-CN"/>
              </w:rPr>
            </w:pPr>
            <w:r w:rsidRPr="00E062F1">
              <w:rPr>
                <w:rFonts w:cs="Arial"/>
                <w:lang w:eastAsia="zh-CN"/>
              </w:rPr>
              <w:t>DC_21A_n77A-n257H</w:t>
            </w:r>
          </w:p>
          <w:p w14:paraId="3A6A3435" w14:textId="00F6A2FD" w:rsidR="00862446" w:rsidRPr="00E062F1" w:rsidRDefault="00862446" w:rsidP="006B3BD2">
            <w:pPr>
              <w:pStyle w:val="TAC"/>
              <w:rPr>
                <w:rFonts w:cs="Arial"/>
                <w:lang w:eastAsia="zh-CN"/>
              </w:rPr>
            </w:pPr>
            <w:r w:rsidRPr="00E062F1">
              <w:rPr>
                <w:rFonts w:cs="Arial"/>
                <w:lang w:eastAsia="zh-CN"/>
              </w:rPr>
              <w:t>DC_21A_n77A-n257I</w:t>
            </w:r>
          </w:p>
        </w:tc>
      </w:tr>
      <w:tr w:rsidR="00862446" w:rsidRPr="00E062F1" w14:paraId="1758C840" w14:textId="77777777" w:rsidTr="006B3BD2">
        <w:trPr>
          <w:trHeight w:val="187"/>
          <w:jc w:val="center"/>
        </w:trPr>
        <w:tc>
          <w:tcPr>
            <w:tcW w:w="3969" w:type="dxa"/>
            <w:shd w:val="clear" w:color="auto" w:fill="auto"/>
            <w:noWrap/>
            <w:tcMar>
              <w:top w:w="28" w:type="dxa"/>
              <w:left w:w="28" w:type="dxa"/>
              <w:bottom w:w="28" w:type="dxa"/>
              <w:right w:w="28" w:type="dxa"/>
            </w:tcMar>
          </w:tcPr>
          <w:p w14:paraId="10D77631" w14:textId="1FAF1C2A" w:rsidR="00862446" w:rsidRPr="00E062F1" w:rsidRDefault="00862446" w:rsidP="006B3BD2">
            <w:pPr>
              <w:pStyle w:val="TAC"/>
              <w:rPr>
                <w:rFonts w:cs="Arial"/>
                <w:b/>
                <w:lang w:eastAsia="zh-CN"/>
              </w:rPr>
            </w:pPr>
            <w:r w:rsidRPr="00E062F1">
              <w:rPr>
                <w:rFonts w:cs="Arial"/>
                <w:lang w:eastAsia="zh-CN"/>
              </w:rPr>
              <w:t>DC_1A-21A_n78A-n257A</w:t>
            </w:r>
            <w:r w:rsidR="00941393">
              <w:rPr>
                <w:rFonts w:hint="eastAsia"/>
                <w:vertAlign w:val="superscript"/>
                <w:lang w:eastAsia="zh-TW"/>
              </w:rPr>
              <w:t>2</w:t>
            </w:r>
          </w:p>
          <w:p w14:paraId="34DDE4B5" w14:textId="2CF2D2B1" w:rsidR="00862446" w:rsidRPr="00E062F1" w:rsidRDefault="00862446" w:rsidP="006B3BD2">
            <w:pPr>
              <w:pStyle w:val="TAC"/>
              <w:rPr>
                <w:rFonts w:cs="Arial"/>
                <w:b/>
                <w:lang w:eastAsia="zh-CN"/>
              </w:rPr>
            </w:pPr>
            <w:r w:rsidRPr="00E062F1">
              <w:rPr>
                <w:rFonts w:cs="Arial"/>
                <w:lang w:eastAsia="zh-CN"/>
              </w:rPr>
              <w:t>DC_1A-21A_n78A-n257G</w:t>
            </w:r>
            <w:r w:rsidR="00941393">
              <w:rPr>
                <w:rFonts w:hint="eastAsia"/>
                <w:vertAlign w:val="superscript"/>
                <w:lang w:eastAsia="zh-TW"/>
              </w:rPr>
              <w:t>2</w:t>
            </w:r>
          </w:p>
          <w:p w14:paraId="3F9BCDDB" w14:textId="28D16F18" w:rsidR="00862446" w:rsidRPr="00E062F1" w:rsidRDefault="00862446" w:rsidP="006B3BD2">
            <w:pPr>
              <w:pStyle w:val="TAC"/>
              <w:rPr>
                <w:rFonts w:cs="Arial"/>
                <w:b/>
                <w:lang w:eastAsia="zh-CN"/>
              </w:rPr>
            </w:pPr>
            <w:r w:rsidRPr="00E062F1">
              <w:rPr>
                <w:rFonts w:cs="Arial"/>
                <w:lang w:eastAsia="zh-CN"/>
              </w:rPr>
              <w:t>DC_1A-21A_n78A-n257H</w:t>
            </w:r>
            <w:r w:rsidR="00941393">
              <w:rPr>
                <w:rFonts w:hint="eastAsia"/>
                <w:vertAlign w:val="superscript"/>
                <w:lang w:eastAsia="zh-TW"/>
              </w:rPr>
              <w:t>2</w:t>
            </w:r>
          </w:p>
          <w:p w14:paraId="17D2110D" w14:textId="7FA3D7F1" w:rsidR="00862446" w:rsidRPr="00E062F1" w:rsidRDefault="00862446" w:rsidP="006B3BD2">
            <w:pPr>
              <w:pStyle w:val="TAC"/>
              <w:rPr>
                <w:rFonts w:cs="Arial"/>
                <w:lang w:eastAsia="zh-CN"/>
              </w:rPr>
            </w:pPr>
            <w:r w:rsidRPr="00E062F1">
              <w:rPr>
                <w:rFonts w:cs="Arial"/>
                <w:lang w:eastAsia="zh-CN"/>
              </w:rPr>
              <w:t>DC_1A-21A_n78A-n257I</w:t>
            </w:r>
            <w:r w:rsidR="00941393">
              <w:rPr>
                <w:rFonts w:hint="eastAsia"/>
                <w:vertAlign w:val="superscript"/>
                <w:lang w:eastAsia="zh-TW"/>
              </w:rPr>
              <w:t>2</w:t>
            </w:r>
          </w:p>
        </w:tc>
        <w:tc>
          <w:tcPr>
            <w:tcW w:w="3969" w:type="dxa"/>
            <w:tcMar>
              <w:top w:w="28" w:type="dxa"/>
              <w:left w:w="28" w:type="dxa"/>
              <w:bottom w:w="28" w:type="dxa"/>
              <w:right w:w="28" w:type="dxa"/>
            </w:tcMar>
          </w:tcPr>
          <w:p w14:paraId="2C50A3CD" w14:textId="77777777" w:rsidR="00862446" w:rsidRPr="00E062F1" w:rsidRDefault="00862446" w:rsidP="006B3BD2">
            <w:pPr>
              <w:pStyle w:val="TAC"/>
              <w:rPr>
                <w:lang w:eastAsia="zh-CN"/>
              </w:rPr>
            </w:pPr>
            <w:r w:rsidRPr="00E062F1">
              <w:rPr>
                <w:lang w:eastAsia="zh-CN"/>
              </w:rPr>
              <w:t>DC_1A_n78A-n257A</w:t>
            </w:r>
          </w:p>
          <w:p w14:paraId="2CA8A858" w14:textId="77777777" w:rsidR="00862446" w:rsidRPr="00E062F1" w:rsidRDefault="00862446" w:rsidP="006B3BD2">
            <w:pPr>
              <w:pStyle w:val="TAC"/>
              <w:rPr>
                <w:lang w:eastAsia="zh-CN"/>
              </w:rPr>
            </w:pPr>
            <w:r w:rsidRPr="00E062F1">
              <w:rPr>
                <w:lang w:eastAsia="zh-CN"/>
              </w:rPr>
              <w:t>DC_1A_n78A-n257G</w:t>
            </w:r>
          </w:p>
          <w:p w14:paraId="5D4F0CA3" w14:textId="77777777" w:rsidR="00862446" w:rsidRPr="00E062F1" w:rsidRDefault="00862446" w:rsidP="006B3BD2">
            <w:pPr>
              <w:pStyle w:val="TAC"/>
              <w:rPr>
                <w:lang w:eastAsia="zh-CN"/>
              </w:rPr>
            </w:pPr>
            <w:r w:rsidRPr="00E062F1">
              <w:rPr>
                <w:lang w:eastAsia="zh-CN"/>
              </w:rPr>
              <w:t>DC_1A_n78A-n257H</w:t>
            </w:r>
          </w:p>
          <w:p w14:paraId="3CA4ACCC" w14:textId="77777777" w:rsidR="00862446" w:rsidRPr="00E062F1" w:rsidRDefault="00862446" w:rsidP="006B3BD2">
            <w:pPr>
              <w:pStyle w:val="TAC"/>
              <w:rPr>
                <w:lang w:eastAsia="zh-CN"/>
              </w:rPr>
            </w:pPr>
            <w:r w:rsidRPr="00E062F1">
              <w:rPr>
                <w:lang w:eastAsia="zh-CN"/>
              </w:rPr>
              <w:t>DC_1A_n78A-n257I</w:t>
            </w:r>
          </w:p>
          <w:p w14:paraId="1485D0F3" w14:textId="77777777" w:rsidR="00862446" w:rsidRPr="00E062F1" w:rsidRDefault="00862446" w:rsidP="006B3BD2">
            <w:pPr>
              <w:pStyle w:val="TAC"/>
              <w:rPr>
                <w:lang w:eastAsia="zh-CN"/>
              </w:rPr>
            </w:pPr>
            <w:r w:rsidRPr="00E062F1">
              <w:rPr>
                <w:lang w:eastAsia="zh-CN"/>
              </w:rPr>
              <w:t>DC_21A_n78A-n257A</w:t>
            </w:r>
          </w:p>
          <w:p w14:paraId="6CADAEA6" w14:textId="77777777" w:rsidR="00862446" w:rsidRPr="00E062F1" w:rsidRDefault="00862446" w:rsidP="006B3BD2">
            <w:pPr>
              <w:pStyle w:val="TAC"/>
              <w:rPr>
                <w:lang w:eastAsia="zh-CN"/>
              </w:rPr>
            </w:pPr>
            <w:r w:rsidRPr="00E062F1">
              <w:rPr>
                <w:lang w:eastAsia="zh-CN"/>
              </w:rPr>
              <w:t>DC_21A_n78A-n257G</w:t>
            </w:r>
          </w:p>
          <w:p w14:paraId="5E12153B" w14:textId="77777777" w:rsidR="00862446" w:rsidRPr="00E062F1" w:rsidRDefault="00862446" w:rsidP="006B3BD2">
            <w:pPr>
              <w:pStyle w:val="TAC"/>
              <w:rPr>
                <w:lang w:eastAsia="zh-CN"/>
              </w:rPr>
            </w:pPr>
            <w:r w:rsidRPr="00E062F1">
              <w:rPr>
                <w:lang w:eastAsia="zh-CN"/>
              </w:rPr>
              <w:t>DC_21A_n78A-n257H</w:t>
            </w:r>
          </w:p>
          <w:p w14:paraId="70E4DF56" w14:textId="76C56D3E" w:rsidR="00862446" w:rsidRPr="00E062F1" w:rsidRDefault="00862446" w:rsidP="006B3BD2">
            <w:pPr>
              <w:pStyle w:val="TAC"/>
              <w:rPr>
                <w:lang w:eastAsia="zh-CN"/>
              </w:rPr>
            </w:pPr>
            <w:r w:rsidRPr="00E062F1">
              <w:rPr>
                <w:lang w:eastAsia="zh-CN"/>
              </w:rPr>
              <w:t>DC_21A_n78A-n257I</w:t>
            </w:r>
          </w:p>
        </w:tc>
      </w:tr>
      <w:tr w:rsidR="00862446" w:rsidRPr="00E062F1" w14:paraId="55C68A1C" w14:textId="77777777" w:rsidTr="006B3BD2">
        <w:trPr>
          <w:trHeight w:val="187"/>
          <w:jc w:val="center"/>
        </w:trPr>
        <w:tc>
          <w:tcPr>
            <w:tcW w:w="3969" w:type="dxa"/>
            <w:shd w:val="clear" w:color="auto" w:fill="auto"/>
            <w:noWrap/>
            <w:tcMar>
              <w:top w:w="28" w:type="dxa"/>
              <w:left w:w="28" w:type="dxa"/>
              <w:bottom w:w="28" w:type="dxa"/>
              <w:right w:w="28" w:type="dxa"/>
            </w:tcMar>
          </w:tcPr>
          <w:p w14:paraId="0EFCEA8C" w14:textId="66D32A35" w:rsidR="00862446" w:rsidRPr="00E062F1" w:rsidRDefault="00862446" w:rsidP="006B3BD2">
            <w:pPr>
              <w:pStyle w:val="TAC"/>
              <w:rPr>
                <w:rFonts w:cs="Arial"/>
                <w:lang w:eastAsia="zh-CN"/>
              </w:rPr>
            </w:pPr>
            <w:r w:rsidRPr="00E062F1">
              <w:rPr>
                <w:rFonts w:cs="Arial"/>
                <w:lang w:eastAsia="zh-CN"/>
              </w:rPr>
              <w:t>DC_1A-21A_n79A-n257A</w:t>
            </w:r>
            <w:r w:rsidR="00941393">
              <w:rPr>
                <w:rFonts w:hint="eastAsia"/>
                <w:vertAlign w:val="superscript"/>
                <w:lang w:eastAsia="zh-TW"/>
              </w:rPr>
              <w:t>2</w:t>
            </w:r>
          </w:p>
          <w:p w14:paraId="17BEBCA0" w14:textId="2A197C62" w:rsidR="00862446" w:rsidRPr="00E062F1" w:rsidRDefault="00862446" w:rsidP="006B3BD2">
            <w:pPr>
              <w:pStyle w:val="TAC"/>
              <w:rPr>
                <w:rFonts w:cs="Arial"/>
                <w:lang w:eastAsia="zh-CN"/>
              </w:rPr>
            </w:pPr>
            <w:r w:rsidRPr="00E062F1">
              <w:rPr>
                <w:rFonts w:cs="Arial"/>
                <w:lang w:eastAsia="zh-CN"/>
              </w:rPr>
              <w:t>DC_1A-21A_n79A-n257G</w:t>
            </w:r>
            <w:r w:rsidR="00941393">
              <w:rPr>
                <w:rFonts w:hint="eastAsia"/>
                <w:vertAlign w:val="superscript"/>
                <w:lang w:eastAsia="zh-TW"/>
              </w:rPr>
              <w:t>2</w:t>
            </w:r>
          </w:p>
          <w:p w14:paraId="0B570FB5" w14:textId="61D68CF8" w:rsidR="00862446" w:rsidRPr="00E062F1" w:rsidRDefault="00862446" w:rsidP="006B3BD2">
            <w:pPr>
              <w:pStyle w:val="TAC"/>
              <w:rPr>
                <w:rFonts w:cs="Arial"/>
                <w:lang w:eastAsia="zh-CN"/>
              </w:rPr>
            </w:pPr>
            <w:r w:rsidRPr="00E062F1">
              <w:rPr>
                <w:rFonts w:cs="Arial"/>
                <w:lang w:eastAsia="zh-CN"/>
              </w:rPr>
              <w:t>DC_1A-21A_n79A-n257H</w:t>
            </w:r>
            <w:r w:rsidR="00941393">
              <w:rPr>
                <w:rFonts w:hint="eastAsia"/>
                <w:vertAlign w:val="superscript"/>
                <w:lang w:eastAsia="zh-TW"/>
              </w:rPr>
              <w:t>2</w:t>
            </w:r>
          </w:p>
          <w:p w14:paraId="44070934" w14:textId="5EAB252F" w:rsidR="00862446" w:rsidRPr="00E062F1" w:rsidRDefault="00862446" w:rsidP="006B3BD2">
            <w:pPr>
              <w:pStyle w:val="TAC"/>
              <w:rPr>
                <w:rFonts w:cs="Arial"/>
                <w:lang w:eastAsia="zh-CN"/>
              </w:rPr>
            </w:pPr>
            <w:r w:rsidRPr="00E062F1">
              <w:rPr>
                <w:rFonts w:cs="Arial"/>
                <w:lang w:eastAsia="zh-CN"/>
              </w:rPr>
              <w:t>DC_1A-21A_n79A-n257I</w:t>
            </w:r>
            <w:r w:rsidR="00941393">
              <w:rPr>
                <w:rFonts w:hint="eastAsia"/>
                <w:vertAlign w:val="superscript"/>
                <w:lang w:eastAsia="zh-TW"/>
              </w:rPr>
              <w:t>2</w:t>
            </w:r>
          </w:p>
        </w:tc>
        <w:tc>
          <w:tcPr>
            <w:tcW w:w="3969" w:type="dxa"/>
            <w:tcMar>
              <w:top w:w="28" w:type="dxa"/>
              <w:left w:w="28" w:type="dxa"/>
              <w:bottom w:w="28" w:type="dxa"/>
              <w:right w:w="28" w:type="dxa"/>
            </w:tcMar>
          </w:tcPr>
          <w:p w14:paraId="426F3E89" w14:textId="77777777" w:rsidR="00862446" w:rsidRPr="00E062F1" w:rsidRDefault="00862446" w:rsidP="006B3BD2">
            <w:pPr>
              <w:pStyle w:val="TAC"/>
              <w:rPr>
                <w:lang w:eastAsia="zh-CN"/>
              </w:rPr>
            </w:pPr>
            <w:r w:rsidRPr="00E062F1">
              <w:rPr>
                <w:lang w:eastAsia="zh-CN"/>
              </w:rPr>
              <w:t>DC_1A_n79A-n257A</w:t>
            </w:r>
          </w:p>
          <w:p w14:paraId="40BED76D" w14:textId="77777777" w:rsidR="00862446" w:rsidRPr="00E062F1" w:rsidRDefault="00862446" w:rsidP="006B3BD2">
            <w:pPr>
              <w:pStyle w:val="TAC"/>
              <w:rPr>
                <w:lang w:eastAsia="zh-CN"/>
              </w:rPr>
            </w:pPr>
            <w:r w:rsidRPr="00E062F1">
              <w:rPr>
                <w:lang w:eastAsia="zh-CN"/>
              </w:rPr>
              <w:t>DC_1A_n79A-n257G</w:t>
            </w:r>
          </w:p>
          <w:p w14:paraId="745B3946" w14:textId="77777777" w:rsidR="00862446" w:rsidRPr="00E062F1" w:rsidRDefault="00862446" w:rsidP="006B3BD2">
            <w:pPr>
              <w:pStyle w:val="TAC"/>
              <w:rPr>
                <w:lang w:eastAsia="zh-CN"/>
              </w:rPr>
            </w:pPr>
            <w:r w:rsidRPr="00E062F1">
              <w:rPr>
                <w:lang w:eastAsia="zh-CN"/>
              </w:rPr>
              <w:t>DC_1A_n79A-n257H</w:t>
            </w:r>
          </w:p>
          <w:p w14:paraId="6AB139F9" w14:textId="77777777" w:rsidR="00862446" w:rsidRPr="00E062F1" w:rsidRDefault="00862446" w:rsidP="006B3BD2">
            <w:pPr>
              <w:pStyle w:val="TAC"/>
              <w:rPr>
                <w:lang w:eastAsia="zh-CN"/>
              </w:rPr>
            </w:pPr>
            <w:r w:rsidRPr="00E062F1">
              <w:rPr>
                <w:lang w:eastAsia="zh-CN"/>
              </w:rPr>
              <w:t>DC_1A_n79A-n257I</w:t>
            </w:r>
          </w:p>
          <w:p w14:paraId="2C09F5ED" w14:textId="77777777" w:rsidR="00862446" w:rsidRPr="00E062F1" w:rsidRDefault="00862446" w:rsidP="006B3BD2">
            <w:pPr>
              <w:pStyle w:val="TAC"/>
              <w:rPr>
                <w:lang w:eastAsia="zh-CN"/>
              </w:rPr>
            </w:pPr>
            <w:r w:rsidRPr="00E062F1">
              <w:rPr>
                <w:lang w:eastAsia="zh-CN"/>
              </w:rPr>
              <w:t>DC_21A_n79A-n257A</w:t>
            </w:r>
          </w:p>
          <w:p w14:paraId="152C513A" w14:textId="77777777" w:rsidR="00862446" w:rsidRPr="00E062F1" w:rsidRDefault="00862446" w:rsidP="006B3BD2">
            <w:pPr>
              <w:pStyle w:val="TAC"/>
              <w:rPr>
                <w:lang w:eastAsia="zh-CN"/>
              </w:rPr>
            </w:pPr>
            <w:r w:rsidRPr="00E062F1">
              <w:rPr>
                <w:lang w:eastAsia="zh-CN"/>
              </w:rPr>
              <w:t>DC_21A_n79A-n257G</w:t>
            </w:r>
          </w:p>
          <w:p w14:paraId="6034E686" w14:textId="77777777" w:rsidR="00862446" w:rsidRPr="00E062F1" w:rsidRDefault="00862446" w:rsidP="006B3BD2">
            <w:pPr>
              <w:pStyle w:val="TAC"/>
              <w:rPr>
                <w:lang w:eastAsia="zh-CN"/>
              </w:rPr>
            </w:pPr>
            <w:r w:rsidRPr="00E062F1">
              <w:rPr>
                <w:lang w:eastAsia="zh-CN"/>
              </w:rPr>
              <w:t>DC_21A_n79A-n257H</w:t>
            </w:r>
          </w:p>
          <w:p w14:paraId="5CF8F471" w14:textId="687C9551" w:rsidR="00862446" w:rsidRPr="00E062F1" w:rsidRDefault="00862446" w:rsidP="006B3BD2">
            <w:pPr>
              <w:pStyle w:val="TAC"/>
              <w:rPr>
                <w:lang w:eastAsia="zh-CN"/>
              </w:rPr>
            </w:pPr>
            <w:r w:rsidRPr="00E062F1">
              <w:rPr>
                <w:lang w:eastAsia="zh-CN"/>
              </w:rPr>
              <w:t>DC_21A_n79A-n257I</w:t>
            </w:r>
          </w:p>
        </w:tc>
      </w:tr>
      <w:tr w:rsidR="00821EDB" w:rsidRPr="00E062F1" w14:paraId="0ED926C6" w14:textId="77777777" w:rsidTr="006B3BD2">
        <w:trPr>
          <w:trHeight w:val="187"/>
          <w:jc w:val="center"/>
        </w:trPr>
        <w:tc>
          <w:tcPr>
            <w:tcW w:w="3969" w:type="dxa"/>
            <w:shd w:val="clear" w:color="auto" w:fill="auto"/>
            <w:noWrap/>
            <w:tcMar>
              <w:top w:w="28" w:type="dxa"/>
              <w:left w:w="28" w:type="dxa"/>
              <w:bottom w:w="28" w:type="dxa"/>
              <w:right w:w="28" w:type="dxa"/>
            </w:tcMar>
          </w:tcPr>
          <w:p w14:paraId="72793FC6" w14:textId="2051F348" w:rsidR="00821EDB" w:rsidRPr="00E062F1" w:rsidRDefault="00821EDB" w:rsidP="006B3BD2">
            <w:pPr>
              <w:pStyle w:val="TAC"/>
              <w:rPr>
                <w:rFonts w:eastAsia="Malgun Gothic" w:cs="Arial"/>
                <w:lang w:eastAsia="ko-KR"/>
              </w:rPr>
            </w:pPr>
            <w:r w:rsidRPr="00E062F1">
              <w:rPr>
                <w:rFonts w:cs="Arial"/>
                <w:lang w:eastAsia="zh-CN"/>
              </w:rPr>
              <w:t>DC_1A-28A_n3A</w:t>
            </w:r>
            <w:r w:rsidRPr="00E062F1">
              <w:rPr>
                <w:rFonts w:cs="Arial"/>
                <w:lang w:eastAsia="ja-JP"/>
              </w:rPr>
              <w:t>-</w:t>
            </w:r>
            <w:r w:rsidRPr="00E062F1">
              <w:rPr>
                <w:rFonts w:cs="Arial"/>
                <w:lang w:eastAsia="zh-CN"/>
              </w:rPr>
              <w:t>n257</w:t>
            </w:r>
            <w:r w:rsidRPr="00E062F1">
              <w:rPr>
                <w:rFonts w:eastAsia="Malgun Gothic" w:cs="Arial"/>
                <w:lang w:eastAsia="ko-KR"/>
              </w:rPr>
              <w:t>A</w:t>
            </w:r>
            <w:r w:rsidR="00941393">
              <w:rPr>
                <w:rFonts w:hint="eastAsia"/>
                <w:vertAlign w:val="superscript"/>
                <w:lang w:eastAsia="zh-TW"/>
              </w:rPr>
              <w:t>2</w:t>
            </w:r>
          </w:p>
          <w:p w14:paraId="30907FEC" w14:textId="1E099363" w:rsidR="00821EDB" w:rsidRPr="00E062F1" w:rsidRDefault="00821EDB" w:rsidP="006B3BD2">
            <w:pPr>
              <w:pStyle w:val="TAC"/>
              <w:rPr>
                <w:rFonts w:eastAsia="Malgun Gothic" w:cs="Arial"/>
                <w:lang w:eastAsia="ko-KR"/>
              </w:rPr>
            </w:pPr>
            <w:r w:rsidRPr="00E062F1">
              <w:rPr>
                <w:rFonts w:cs="Arial"/>
                <w:lang w:eastAsia="zh-CN"/>
              </w:rPr>
              <w:t>DC_1A-28A_n3A</w:t>
            </w:r>
            <w:r w:rsidRPr="00E062F1">
              <w:rPr>
                <w:rFonts w:cs="Arial"/>
                <w:lang w:eastAsia="ja-JP"/>
              </w:rPr>
              <w:t>-</w:t>
            </w:r>
            <w:r w:rsidRPr="00E062F1">
              <w:rPr>
                <w:rFonts w:cs="Arial"/>
                <w:lang w:eastAsia="zh-CN"/>
              </w:rPr>
              <w:t>n257</w:t>
            </w:r>
            <w:r w:rsidRPr="00E062F1">
              <w:rPr>
                <w:rFonts w:eastAsia="Malgun Gothic" w:cs="Arial"/>
                <w:lang w:eastAsia="ko-KR"/>
              </w:rPr>
              <w:t>G</w:t>
            </w:r>
            <w:r w:rsidR="00941393">
              <w:rPr>
                <w:rFonts w:hint="eastAsia"/>
                <w:vertAlign w:val="superscript"/>
                <w:lang w:eastAsia="zh-TW"/>
              </w:rPr>
              <w:t>2</w:t>
            </w:r>
          </w:p>
          <w:p w14:paraId="32885747" w14:textId="0E90D0B1" w:rsidR="00821EDB" w:rsidRPr="00E062F1" w:rsidRDefault="00821EDB" w:rsidP="006B3BD2">
            <w:pPr>
              <w:pStyle w:val="TAC"/>
              <w:rPr>
                <w:rFonts w:eastAsia="Malgun Gothic" w:cs="Arial"/>
                <w:lang w:eastAsia="ko-KR"/>
              </w:rPr>
            </w:pPr>
            <w:r w:rsidRPr="00E062F1">
              <w:rPr>
                <w:rFonts w:cs="Arial"/>
                <w:lang w:eastAsia="zh-CN"/>
              </w:rPr>
              <w:t>DC_1A-28A_n3A</w:t>
            </w:r>
            <w:r w:rsidRPr="00E062F1">
              <w:rPr>
                <w:rFonts w:cs="Arial"/>
                <w:lang w:eastAsia="ja-JP"/>
              </w:rPr>
              <w:t>-</w:t>
            </w:r>
            <w:r w:rsidRPr="00E062F1">
              <w:rPr>
                <w:rFonts w:cs="Arial"/>
                <w:lang w:eastAsia="zh-CN"/>
              </w:rPr>
              <w:t>n257</w:t>
            </w:r>
            <w:r w:rsidRPr="00E062F1">
              <w:rPr>
                <w:rFonts w:eastAsia="Malgun Gothic" w:cs="Arial"/>
                <w:lang w:eastAsia="ko-KR"/>
              </w:rPr>
              <w:t>H</w:t>
            </w:r>
            <w:r w:rsidR="00941393">
              <w:rPr>
                <w:rFonts w:hint="eastAsia"/>
                <w:vertAlign w:val="superscript"/>
                <w:lang w:eastAsia="zh-TW"/>
              </w:rPr>
              <w:t>2</w:t>
            </w:r>
          </w:p>
          <w:p w14:paraId="338910C4" w14:textId="6B4F356A" w:rsidR="00821EDB" w:rsidRPr="00E062F1" w:rsidRDefault="00821EDB" w:rsidP="006B3BD2">
            <w:pPr>
              <w:pStyle w:val="TAC"/>
              <w:rPr>
                <w:noProof/>
              </w:rPr>
            </w:pPr>
            <w:r w:rsidRPr="00E062F1">
              <w:rPr>
                <w:rFonts w:cs="Arial"/>
                <w:lang w:eastAsia="zh-CN"/>
              </w:rPr>
              <w:t>DC_1A-28A_n3A</w:t>
            </w:r>
            <w:r w:rsidRPr="00E062F1">
              <w:rPr>
                <w:rFonts w:cs="Arial"/>
                <w:lang w:eastAsia="ja-JP"/>
              </w:rPr>
              <w:t>-</w:t>
            </w:r>
            <w:r w:rsidRPr="00E062F1">
              <w:rPr>
                <w:rFonts w:cs="Arial"/>
                <w:lang w:eastAsia="zh-CN"/>
              </w:rPr>
              <w:t>n257</w:t>
            </w:r>
            <w:r w:rsidRPr="00E062F1">
              <w:rPr>
                <w:rFonts w:eastAsia="Malgun Gothic" w:cs="Arial"/>
                <w:lang w:eastAsia="ko-KR"/>
              </w:rPr>
              <w:t>I</w:t>
            </w:r>
            <w:r w:rsidR="00941393">
              <w:rPr>
                <w:rFonts w:hint="eastAsia"/>
                <w:vertAlign w:val="superscript"/>
                <w:lang w:eastAsia="zh-TW"/>
              </w:rPr>
              <w:t>2</w:t>
            </w:r>
          </w:p>
        </w:tc>
        <w:tc>
          <w:tcPr>
            <w:tcW w:w="3969" w:type="dxa"/>
            <w:tcMar>
              <w:top w:w="28" w:type="dxa"/>
              <w:left w:w="28" w:type="dxa"/>
              <w:bottom w:w="28" w:type="dxa"/>
              <w:right w:w="28" w:type="dxa"/>
            </w:tcMar>
          </w:tcPr>
          <w:p w14:paraId="2C54FE1B" w14:textId="77777777" w:rsidR="00821EDB" w:rsidRPr="00E062F1" w:rsidRDefault="00821EDB" w:rsidP="006B3BD2">
            <w:pPr>
              <w:pStyle w:val="TAC"/>
              <w:rPr>
                <w:rFonts w:cs="Arial"/>
                <w:lang w:eastAsia="zh-CN"/>
              </w:rPr>
            </w:pPr>
            <w:r w:rsidRPr="00E062F1">
              <w:rPr>
                <w:rFonts w:cs="Arial"/>
                <w:lang w:eastAsia="zh-CN"/>
              </w:rPr>
              <w:t>DC_1A_n3A</w:t>
            </w:r>
          </w:p>
          <w:p w14:paraId="53A50F8C" w14:textId="77777777" w:rsidR="00821EDB" w:rsidRPr="00E062F1" w:rsidRDefault="00821EDB" w:rsidP="006B3BD2">
            <w:pPr>
              <w:pStyle w:val="TAC"/>
              <w:rPr>
                <w:rFonts w:cs="Arial"/>
                <w:lang w:eastAsia="zh-CN"/>
              </w:rPr>
            </w:pPr>
            <w:r w:rsidRPr="00E062F1">
              <w:rPr>
                <w:rFonts w:cs="Arial"/>
                <w:lang w:eastAsia="zh-CN"/>
              </w:rPr>
              <w:t>DC_1A_n257A</w:t>
            </w:r>
          </w:p>
          <w:p w14:paraId="7E526178" w14:textId="77777777" w:rsidR="00821EDB" w:rsidRPr="00E062F1" w:rsidRDefault="00821EDB" w:rsidP="006B3BD2">
            <w:pPr>
              <w:pStyle w:val="TAC"/>
              <w:rPr>
                <w:rFonts w:cs="Arial"/>
                <w:lang w:eastAsia="zh-CN"/>
              </w:rPr>
            </w:pPr>
            <w:r w:rsidRPr="00E062F1">
              <w:rPr>
                <w:rFonts w:cs="Arial"/>
                <w:lang w:eastAsia="zh-CN"/>
              </w:rPr>
              <w:t>DC_1A_n257G</w:t>
            </w:r>
          </w:p>
          <w:p w14:paraId="39724336" w14:textId="77777777" w:rsidR="00821EDB" w:rsidRPr="00E062F1" w:rsidRDefault="00821EDB" w:rsidP="006B3BD2">
            <w:pPr>
              <w:pStyle w:val="TAC"/>
              <w:rPr>
                <w:rFonts w:cs="Arial"/>
                <w:lang w:eastAsia="zh-CN"/>
              </w:rPr>
            </w:pPr>
            <w:r w:rsidRPr="00E062F1">
              <w:rPr>
                <w:rFonts w:cs="Arial"/>
                <w:lang w:eastAsia="zh-CN"/>
              </w:rPr>
              <w:t>DC_1A_n257H</w:t>
            </w:r>
          </w:p>
          <w:p w14:paraId="6F8949F4" w14:textId="77777777" w:rsidR="00821EDB" w:rsidRPr="00E062F1" w:rsidRDefault="00821EDB" w:rsidP="006B3BD2">
            <w:pPr>
              <w:pStyle w:val="TAC"/>
              <w:rPr>
                <w:rFonts w:cs="Arial"/>
                <w:lang w:eastAsia="zh-CN"/>
              </w:rPr>
            </w:pPr>
            <w:r w:rsidRPr="00E062F1">
              <w:rPr>
                <w:rFonts w:cs="Arial"/>
                <w:lang w:eastAsia="zh-CN"/>
              </w:rPr>
              <w:t>DC_1A_n257I</w:t>
            </w:r>
          </w:p>
          <w:p w14:paraId="00E6FF98" w14:textId="77777777" w:rsidR="00821EDB" w:rsidRPr="00E062F1" w:rsidRDefault="00821EDB" w:rsidP="006B3BD2">
            <w:pPr>
              <w:pStyle w:val="TAC"/>
              <w:rPr>
                <w:rFonts w:cs="Arial"/>
                <w:lang w:eastAsia="zh-CN"/>
              </w:rPr>
            </w:pPr>
            <w:r w:rsidRPr="00E062F1">
              <w:rPr>
                <w:rFonts w:cs="Arial"/>
                <w:lang w:eastAsia="zh-CN"/>
              </w:rPr>
              <w:t>DC_28A_n3A</w:t>
            </w:r>
          </w:p>
          <w:p w14:paraId="38E817B3" w14:textId="77777777" w:rsidR="00821EDB" w:rsidRPr="00E062F1" w:rsidRDefault="00821EDB" w:rsidP="006B3BD2">
            <w:pPr>
              <w:pStyle w:val="TAC"/>
              <w:rPr>
                <w:rFonts w:cs="Arial"/>
                <w:lang w:eastAsia="zh-CN"/>
              </w:rPr>
            </w:pPr>
            <w:r w:rsidRPr="00E062F1">
              <w:rPr>
                <w:rFonts w:cs="Arial"/>
                <w:lang w:eastAsia="zh-CN"/>
              </w:rPr>
              <w:t>DC_28A_n257A</w:t>
            </w:r>
          </w:p>
          <w:p w14:paraId="3AE211AF" w14:textId="77777777" w:rsidR="00821EDB" w:rsidRPr="00E062F1" w:rsidRDefault="00821EDB" w:rsidP="006B3BD2">
            <w:pPr>
              <w:pStyle w:val="TAC"/>
              <w:rPr>
                <w:rFonts w:cs="Arial"/>
                <w:lang w:eastAsia="zh-CN"/>
              </w:rPr>
            </w:pPr>
            <w:r w:rsidRPr="00E062F1">
              <w:rPr>
                <w:rFonts w:cs="Arial"/>
                <w:lang w:eastAsia="zh-CN"/>
              </w:rPr>
              <w:t>DC_28A_n257G</w:t>
            </w:r>
          </w:p>
          <w:p w14:paraId="0DCD3BD9" w14:textId="77777777" w:rsidR="00821EDB" w:rsidRPr="00E062F1" w:rsidRDefault="00821EDB" w:rsidP="006B3BD2">
            <w:pPr>
              <w:pStyle w:val="TAC"/>
              <w:rPr>
                <w:rFonts w:cs="Arial"/>
                <w:lang w:eastAsia="zh-CN"/>
              </w:rPr>
            </w:pPr>
            <w:r w:rsidRPr="00E062F1">
              <w:rPr>
                <w:rFonts w:cs="Arial"/>
                <w:lang w:eastAsia="zh-CN"/>
              </w:rPr>
              <w:t>DC_28A_n257H</w:t>
            </w:r>
          </w:p>
          <w:p w14:paraId="157D9C12" w14:textId="77777777" w:rsidR="00821EDB" w:rsidRPr="00E062F1" w:rsidRDefault="00821EDB" w:rsidP="006B3BD2">
            <w:pPr>
              <w:pStyle w:val="TAC"/>
              <w:rPr>
                <w:noProof/>
              </w:rPr>
            </w:pPr>
            <w:r w:rsidRPr="00E062F1">
              <w:rPr>
                <w:rFonts w:cs="Arial"/>
                <w:lang w:eastAsia="zh-CN"/>
              </w:rPr>
              <w:t>DC_28A_n257I</w:t>
            </w:r>
          </w:p>
        </w:tc>
      </w:tr>
      <w:tr w:rsidR="00821EDB" w:rsidRPr="00E062F1" w14:paraId="3AB4FB49" w14:textId="77777777" w:rsidTr="006B3BD2">
        <w:trPr>
          <w:trHeight w:val="187"/>
          <w:jc w:val="center"/>
        </w:trPr>
        <w:tc>
          <w:tcPr>
            <w:tcW w:w="3969" w:type="dxa"/>
            <w:shd w:val="clear" w:color="auto" w:fill="auto"/>
            <w:noWrap/>
            <w:tcMar>
              <w:top w:w="28" w:type="dxa"/>
              <w:left w:w="28" w:type="dxa"/>
              <w:bottom w:w="28" w:type="dxa"/>
              <w:right w:w="28" w:type="dxa"/>
            </w:tcMar>
          </w:tcPr>
          <w:p w14:paraId="3BB1314D" w14:textId="50204912" w:rsidR="00821EDB" w:rsidRPr="00E062F1" w:rsidRDefault="00821EDB" w:rsidP="006B3BD2">
            <w:pPr>
              <w:pStyle w:val="TAC"/>
              <w:rPr>
                <w:rFonts w:eastAsia="Malgun Gothic" w:cs="Arial"/>
                <w:lang w:eastAsia="ko-KR"/>
              </w:rPr>
            </w:pPr>
            <w:r w:rsidRPr="00E062F1">
              <w:rPr>
                <w:rFonts w:cs="Arial"/>
                <w:lang w:eastAsia="zh-CN"/>
              </w:rPr>
              <w:t>DC_1A-28A_n78A</w:t>
            </w:r>
            <w:r w:rsidRPr="00E062F1">
              <w:rPr>
                <w:rFonts w:cs="Arial"/>
                <w:lang w:eastAsia="ja-JP"/>
              </w:rPr>
              <w:t>-</w:t>
            </w:r>
            <w:r w:rsidRPr="00E062F1">
              <w:rPr>
                <w:rFonts w:cs="Arial"/>
                <w:lang w:eastAsia="zh-CN"/>
              </w:rPr>
              <w:t>n257</w:t>
            </w:r>
            <w:r w:rsidRPr="00E062F1">
              <w:rPr>
                <w:rFonts w:eastAsia="Malgun Gothic" w:cs="Arial"/>
                <w:lang w:eastAsia="ko-KR"/>
              </w:rPr>
              <w:t>A</w:t>
            </w:r>
            <w:r w:rsidR="00941393">
              <w:rPr>
                <w:rFonts w:hint="eastAsia"/>
                <w:vertAlign w:val="superscript"/>
                <w:lang w:eastAsia="zh-TW"/>
              </w:rPr>
              <w:t>2</w:t>
            </w:r>
          </w:p>
          <w:p w14:paraId="17BD39BB" w14:textId="5A945C67" w:rsidR="00821EDB" w:rsidRPr="00E062F1" w:rsidRDefault="00821EDB" w:rsidP="006B3BD2">
            <w:pPr>
              <w:pStyle w:val="TAC"/>
              <w:rPr>
                <w:rFonts w:eastAsia="Malgun Gothic" w:cs="Arial"/>
                <w:lang w:eastAsia="ko-KR"/>
              </w:rPr>
            </w:pPr>
            <w:r w:rsidRPr="00E062F1">
              <w:rPr>
                <w:rFonts w:cs="Arial"/>
                <w:lang w:eastAsia="zh-CN"/>
              </w:rPr>
              <w:t>DC_1A-28A_n78A</w:t>
            </w:r>
            <w:r w:rsidRPr="00E062F1">
              <w:rPr>
                <w:rFonts w:cs="Arial"/>
                <w:lang w:eastAsia="ja-JP"/>
              </w:rPr>
              <w:t>-</w:t>
            </w:r>
            <w:r w:rsidRPr="00E062F1">
              <w:rPr>
                <w:rFonts w:cs="Arial"/>
                <w:lang w:eastAsia="zh-CN"/>
              </w:rPr>
              <w:t>n257</w:t>
            </w:r>
            <w:r w:rsidRPr="00E062F1">
              <w:rPr>
                <w:rFonts w:eastAsia="Malgun Gothic" w:cs="Arial"/>
                <w:lang w:eastAsia="ko-KR"/>
              </w:rPr>
              <w:t>G</w:t>
            </w:r>
            <w:r w:rsidR="00941393">
              <w:rPr>
                <w:rFonts w:hint="eastAsia"/>
                <w:vertAlign w:val="superscript"/>
                <w:lang w:eastAsia="zh-TW"/>
              </w:rPr>
              <w:t>2</w:t>
            </w:r>
          </w:p>
          <w:p w14:paraId="515C7DD8" w14:textId="031C7DFF" w:rsidR="00821EDB" w:rsidRPr="00E062F1" w:rsidRDefault="00821EDB" w:rsidP="006B3BD2">
            <w:pPr>
              <w:pStyle w:val="TAC"/>
              <w:rPr>
                <w:rFonts w:eastAsia="Malgun Gothic" w:cs="Arial"/>
                <w:lang w:eastAsia="ko-KR"/>
              </w:rPr>
            </w:pPr>
            <w:r w:rsidRPr="00E062F1">
              <w:rPr>
                <w:rFonts w:cs="Arial"/>
                <w:lang w:eastAsia="zh-CN"/>
              </w:rPr>
              <w:t>DC_1A-28A_n78A</w:t>
            </w:r>
            <w:r w:rsidRPr="00E062F1">
              <w:rPr>
                <w:rFonts w:cs="Arial"/>
                <w:lang w:eastAsia="ja-JP"/>
              </w:rPr>
              <w:t>-</w:t>
            </w:r>
            <w:r w:rsidRPr="00E062F1">
              <w:rPr>
                <w:rFonts w:cs="Arial"/>
                <w:lang w:eastAsia="zh-CN"/>
              </w:rPr>
              <w:t>n257</w:t>
            </w:r>
            <w:r w:rsidRPr="00E062F1">
              <w:rPr>
                <w:rFonts w:eastAsia="Malgun Gothic" w:cs="Arial"/>
                <w:lang w:eastAsia="ko-KR"/>
              </w:rPr>
              <w:t>H</w:t>
            </w:r>
            <w:r w:rsidR="00941393">
              <w:rPr>
                <w:rFonts w:hint="eastAsia"/>
                <w:vertAlign w:val="superscript"/>
                <w:lang w:eastAsia="zh-TW"/>
              </w:rPr>
              <w:t>2</w:t>
            </w:r>
          </w:p>
          <w:p w14:paraId="6454A92C" w14:textId="1DB0FAF8" w:rsidR="00821EDB" w:rsidRPr="00E062F1" w:rsidRDefault="00821EDB" w:rsidP="006B3BD2">
            <w:pPr>
              <w:pStyle w:val="TAC"/>
              <w:rPr>
                <w:noProof/>
              </w:rPr>
            </w:pPr>
            <w:r w:rsidRPr="00E062F1">
              <w:rPr>
                <w:rFonts w:cs="Arial"/>
                <w:lang w:eastAsia="zh-CN"/>
              </w:rPr>
              <w:t>DC_1A-28A_n78A</w:t>
            </w:r>
            <w:r w:rsidRPr="00E062F1">
              <w:rPr>
                <w:rFonts w:cs="Arial"/>
                <w:lang w:eastAsia="ja-JP"/>
              </w:rPr>
              <w:t>-</w:t>
            </w:r>
            <w:r w:rsidRPr="00E062F1">
              <w:rPr>
                <w:rFonts w:cs="Arial"/>
                <w:lang w:eastAsia="zh-CN"/>
              </w:rPr>
              <w:t>n257</w:t>
            </w:r>
            <w:r w:rsidRPr="00E062F1">
              <w:rPr>
                <w:rFonts w:eastAsia="Malgun Gothic" w:cs="Arial"/>
                <w:lang w:eastAsia="ko-KR"/>
              </w:rPr>
              <w:t>I</w:t>
            </w:r>
            <w:r w:rsidR="00941393">
              <w:rPr>
                <w:rFonts w:hint="eastAsia"/>
                <w:vertAlign w:val="superscript"/>
                <w:lang w:eastAsia="zh-TW"/>
              </w:rPr>
              <w:t>2</w:t>
            </w:r>
          </w:p>
        </w:tc>
        <w:tc>
          <w:tcPr>
            <w:tcW w:w="3969" w:type="dxa"/>
            <w:tcMar>
              <w:top w:w="28" w:type="dxa"/>
              <w:left w:w="28" w:type="dxa"/>
              <w:bottom w:w="28" w:type="dxa"/>
              <w:right w:w="28" w:type="dxa"/>
            </w:tcMar>
          </w:tcPr>
          <w:p w14:paraId="1EEAF7CB" w14:textId="77777777" w:rsidR="00821EDB" w:rsidRPr="00E062F1" w:rsidRDefault="00821EDB" w:rsidP="006B3BD2">
            <w:pPr>
              <w:pStyle w:val="TAC"/>
              <w:rPr>
                <w:rFonts w:cs="Arial"/>
                <w:lang w:eastAsia="zh-CN"/>
              </w:rPr>
            </w:pPr>
            <w:r w:rsidRPr="00E062F1">
              <w:rPr>
                <w:rFonts w:cs="Arial"/>
                <w:lang w:eastAsia="zh-CN"/>
              </w:rPr>
              <w:t>DC_1A_n78A</w:t>
            </w:r>
          </w:p>
          <w:p w14:paraId="3730F56C" w14:textId="77777777" w:rsidR="00821EDB" w:rsidRPr="00E062F1" w:rsidRDefault="00821EDB" w:rsidP="006B3BD2">
            <w:pPr>
              <w:pStyle w:val="TAC"/>
              <w:rPr>
                <w:rFonts w:cs="Arial"/>
                <w:lang w:eastAsia="zh-CN"/>
              </w:rPr>
            </w:pPr>
            <w:r w:rsidRPr="00E062F1">
              <w:rPr>
                <w:rFonts w:cs="Arial"/>
                <w:lang w:eastAsia="zh-CN"/>
              </w:rPr>
              <w:t>DC_1A_n257A</w:t>
            </w:r>
          </w:p>
          <w:p w14:paraId="6C43FF6E" w14:textId="77777777" w:rsidR="00821EDB" w:rsidRPr="00E062F1" w:rsidRDefault="00821EDB" w:rsidP="006B3BD2">
            <w:pPr>
              <w:pStyle w:val="TAC"/>
              <w:rPr>
                <w:rFonts w:cs="Arial"/>
                <w:lang w:eastAsia="zh-CN"/>
              </w:rPr>
            </w:pPr>
            <w:r w:rsidRPr="00E062F1">
              <w:rPr>
                <w:rFonts w:cs="Arial"/>
                <w:lang w:eastAsia="zh-CN"/>
              </w:rPr>
              <w:t>DC_1A_n257G</w:t>
            </w:r>
          </w:p>
          <w:p w14:paraId="07AB1EF1" w14:textId="77777777" w:rsidR="00821EDB" w:rsidRPr="00E062F1" w:rsidRDefault="00821EDB" w:rsidP="006B3BD2">
            <w:pPr>
              <w:pStyle w:val="TAC"/>
              <w:rPr>
                <w:rFonts w:cs="Arial"/>
                <w:lang w:eastAsia="zh-CN"/>
              </w:rPr>
            </w:pPr>
            <w:r w:rsidRPr="00E062F1">
              <w:rPr>
                <w:rFonts w:cs="Arial"/>
                <w:lang w:eastAsia="zh-CN"/>
              </w:rPr>
              <w:t>DC_1A_n257H</w:t>
            </w:r>
          </w:p>
          <w:p w14:paraId="4ACEC051" w14:textId="77777777" w:rsidR="00821EDB" w:rsidRPr="00E062F1" w:rsidRDefault="00821EDB" w:rsidP="006B3BD2">
            <w:pPr>
              <w:pStyle w:val="TAC"/>
              <w:rPr>
                <w:rFonts w:cs="Arial"/>
                <w:lang w:eastAsia="zh-CN"/>
              </w:rPr>
            </w:pPr>
            <w:r w:rsidRPr="00E062F1">
              <w:rPr>
                <w:rFonts w:cs="Arial"/>
                <w:lang w:eastAsia="zh-CN"/>
              </w:rPr>
              <w:t>DC_1A_n257I</w:t>
            </w:r>
          </w:p>
          <w:p w14:paraId="78B4C92D" w14:textId="77777777" w:rsidR="00821EDB" w:rsidRPr="00E062F1" w:rsidRDefault="00821EDB" w:rsidP="006B3BD2">
            <w:pPr>
              <w:pStyle w:val="TAC"/>
              <w:rPr>
                <w:rFonts w:cs="Arial"/>
                <w:lang w:eastAsia="zh-CN"/>
              </w:rPr>
            </w:pPr>
            <w:r w:rsidRPr="00E062F1">
              <w:rPr>
                <w:rFonts w:cs="Arial"/>
                <w:lang w:eastAsia="zh-CN"/>
              </w:rPr>
              <w:t>DC_28A_n78A</w:t>
            </w:r>
          </w:p>
          <w:p w14:paraId="4A96B6D0" w14:textId="77777777" w:rsidR="00821EDB" w:rsidRPr="00E062F1" w:rsidRDefault="00821EDB" w:rsidP="006B3BD2">
            <w:pPr>
              <w:pStyle w:val="TAC"/>
              <w:rPr>
                <w:rFonts w:cs="Arial"/>
                <w:lang w:eastAsia="zh-CN"/>
              </w:rPr>
            </w:pPr>
            <w:r w:rsidRPr="00E062F1">
              <w:rPr>
                <w:rFonts w:cs="Arial"/>
                <w:lang w:eastAsia="zh-CN"/>
              </w:rPr>
              <w:t>DC_28A_n257A</w:t>
            </w:r>
          </w:p>
          <w:p w14:paraId="12F01FF5" w14:textId="77777777" w:rsidR="00821EDB" w:rsidRPr="00E062F1" w:rsidRDefault="00821EDB" w:rsidP="006B3BD2">
            <w:pPr>
              <w:pStyle w:val="TAC"/>
              <w:rPr>
                <w:rFonts w:cs="Arial"/>
                <w:lang w:eastAsia="zh-CN"/>
              </w:rPr>
            </w:pPr>
            <w:r w:rsidRPr="00E062F1">
              <w:rPr>
                <w:rFonts w:cs="Arial"/>
                <w:lang w:eastAsia="zh-CN"/>
              </w:rPr>
              <w:t>DC_28A_n257G</w:t>
            </w:r>
          </w:p>
          <w:p w14:paraId="2106BE0A" w14:textId="77777777" w:rsidR="00821EDB" w:rsidRPr="00E062F1" w:rsidRDefault="00821EDB" w:rsidP="006B3BD2">
            <w:pPr>
              <w:pStyle w:val="TAC"/>
              <w:rPr>
                <w:rFonts w:cs="Arial"/>
                <w:lang w:eastAsia="zh-CN"/>
              </w:rPr>
            </w:pPr>
            <w:r w:rsidRPr="00E062F1">
              <w:rPr>
                <w:rFonts w:cs="Arial"/>
                <w:lang w:eastAsia="zh-CN"/>
              </w:rPr>
              <w:t>DC_28A_n257H</w:t>
            </w:r>
          </w:p>
          <w:p w14:paraId="1AB55CC7" w14:textId="77777777" w:rsidR="00821EDB" w:rsidRPr="00E062F1" w:rsidRDefault="00821EDB" w:rsidP="006B3BD2">
            <w:pPr>
              <w:pStyle w:val="TAC"/>
              <w:rPr>
                <w:noProof/>
              </w:rPr>
            </w:pPr>
            <w:r w:rsidRPr="00E062F1">
              <w:rPr>
                <w:rFonts w:cs="Arial"/>
                <w:lang w:eastAsia="zh-CN"/>
              </w:rPr>
              <w:t>DC_28A_n257I</w:t>
            </w:r>
          </w:p>
        </w:tc>
      </w:tr>
      <w:tr w:rsidR="00B90B7D" w:rsidRPr="00E062F1" w14:paraId="41E1F948" w14:textId="77777777" w:rsidTr="006B3BD2">
        <w:trPr>
          <w:trHeight w:val="187"/>
          <w:jc w:val="center"/>
        </w:trPr>
        <w:tc>
          <w:tcPr>
            <w:tcW w:w="3969" w:type="dxa"/>
            <w:shd w:val="clear" w:color="auto" w:fill="auto"/>
            <w:noWrap/>
            <w:tcMar>
              <w:top w:w="28" w:type="dxa"/>
              <w:left w:w="28" w:type="dxa"/>
              <w:bottom w:w="28" w:type="dxa"/>
              <w:right w:w="28" w:type="dxa"/>
            </w:tcMar>
          </w:tcPr>
          <w:p w14:paraId="0D5FA453" w14:textId="366BC995" w:rsidR="00B90B7D" w:rsidRPr="00E062F1" w:rsidRDefault="00B90B7D" w:rsidP="006B3BD2">
            <w:pPr>
              <w:pStyle w:val="TAC"/>
              <w:rPr>
                <w:rFonts w:cs="Arial"/>
                <w:bCs/>
                <w:szCs w:val="18"/>
                <w:lang w:eastAsia="zh-CN"/>
              </w:rPr>
            </w:pPr>
            <w:r w:rsidRPr="00E062F1">
              <w:rPr>
                <w:rFonts w:cs="Arial"/>
                <w:bCs/>
                <w:szCs w:val="18"/>
                <w:lang w:eastAsia="zh-CN"/>
              </w:rPr>
              <w:t>DC_1A-41A_n3A-n257A</w:t>
            </w:r>
            <w:r w:rsidR="00941393">
              <w:rPr>
                <w:rFonts w:hint="eastAsia"/>
                <w:vertAlign w:val="superscript"/>
                <w:lang w:eastAsia="zh-TW"/>
              </w:rPr>
              <w:t>2</w:t>
            </w:r>
          </w:p>
          <w:p w14:paraId="73847FB8" w14:textId="292FBF6C" w:rsidR="00B90B7D" w:rsidRPr="00E062F1" w:rsidRDefault="00B90B7D" w:rsidP="006B3BD2">
            <w:pPr>
              <w:pStyle w:val="TAC"/>
              <w:rPr>
                <w:rFonts w:cs="Arial"/>
                <w:lang w:eastAsia="zh-CN"/>
              </w:rPr>
            </w:pPr>
            <w:r w:rsidRPr="00E062F1">
              <w:rPr>
                <w:rFonts w:cs="Arial"/>
                <w:bCs/>
                <w:szCs w:val="18"/>
                <w:lang w:eastAsia="zh-CN"/>
              </w:rPr>
              <w:t>DC_1A-41A_n3A-n257</w:t>
            </w:r>
            <w:r w:rsidRPr="00E062F1">
              <w:rPr>
                <w:rFonts w:eastAsia="DengXian" w:cs="Arial"/>
                <w:bCs/>
                <w:szCs w:val="18"/>
                <w:lang w:eastAsia="zh-CN"/>
              </w:rPr>
              <w:t>I</w:t>
            </w:r>
          </w:p>
        </w:tc>
        <w:tc>
          <w:tcPr>
            <w:tcW w:w="3969" w:type="dxa"/>
            <w:tcMar>
              <w:top w:w="28" w:type="dxa"/>
              <w:left w:w="28" w:type="dxa"/>
              <w:bottom w:w="28" w:type="dxa"/>
              <w:right w:w="28" w:type="dxa"/>
            </w:tcMar>
          </w:tcPr>
          <w:p w14:paraId="27CF5FB6" w14:textId="77777777" w:rsidR="00B90B7D" w:rsidRPr="00E062F1" w:rsidRDefault="00B90B7D" w:rsidP="006B3BD2">
            <w:pPr>
              <w:pStyle w:val="TAC"/>
              <w:rPr>
                <w:rFonts w:cs="Arial"/>
                <w:bCs/>
                <w:szCs w:val="18"/>
                <w:lang w:eastAsia="zh-CN"/>
              </w:rPr>
            </w:pPr>
            <w:r w:rsidRPr="00E062F1">
              <w:rPr>
                <w:rFonts w:cs="Arial"/>
                <w:bCs/>
                <w:szCs w:val="18"/>
                <w:lang w:eastAsia="zh-CN"/>
              </w:rPr>
              <w:t>DC_41A_n3A</w:t>
            </w:r>
          </w:p>
          <w:p w14:paraId="59979BE9" w14:textId="77777777" w:rsidR="00B90B7D" w:rsidRPr="00E062F1" w:rsidRDefault="00B90B7D" w:rsidP="006B3BD2">
            <w:pPr>
              <w:pStyle w:val="TAC"/>
              <w:rPr>
                <w:rFonts w:cs="Arial"/>
                <w:bCs/>
                <w:szCs w:val="18"/>
                <w:lang w:eastAsia="zh-CN"/>
              </w:rPr>
            </w:pPr>
            <w:r w:rsidRPr="00E062F1">
              <w:rPr>
                <w:rFonts w:cs="Arial"/>
                <w:bCs/>
                <w:szCs w:val="18"/>
                <w:lang w:eastAsia="zh-CN"/>
              </w:rPr>
              <w:t>DC_41A_n257A</w:t>
            </w:r>
          </w:p>
          <w:p w14:paraId="3D24A530" w14:textId="28452ED6" w:rsidR="00B90B7D" w:rsidRPr="00E062F1" w:rsidRDefault="00B90B7D" w:rsidP="006B3BD2">
            <w:pPr>
              <w:pStyle w:val="TAC"/>
              <w:rPr>
                <w:rFonts w:cs="Arial"/>
                <w:lang w:eastAsia="zh-CN"/>
              </w:rPr>
            </w:pPr>
            <w:r w:rsidRPr="00E062F1">
              <w:rPr>
                <w:rFonts w:cs="Arial"/>
                <w:bCs/>
                <w:szCs w:val="18"/>
                <w:lang w:eastAsia="zh-CN"/>
              </w:rPr>
              <w:t>DC_41A_n257</w:t>
            </w:r>
            <w:r w:rsidRPr="00E062F1">
              <w:rPr>
                <w:rFonts w:eastAsia="DengXian" w:cs="Arial"/>
                <w:bCs/>
                <w:szCs w:val="18"/>
                <w:lang w:eastAsia="zh-CN"/>
              </w:rPr>
              <w:t>I</w:t>
            </w:r>
          </w:p>
        </w:tc>
      </w:tr>
      <w:tr w:rsidR="00B90B7D" w:rsidRPr="00E062F1" w14:paraId="6B4718E0" w14:textId="77777777" w:rsidTr="006B3BD2">
        <w:trPr>
          <w:trHeight w:val="187"/>
          <w:jc w:val="center"/>
        </w:trPr>
        <w:tc>
          <w:tcPr>
            <w:tcW w:w="3969" w:type="dxa"/>
            <w:shd w:val="clear" w:color="auto" w:fill="auto"/>
            <w:noWrap/>
            <w:tcMar>
              <w:top w:w="28" w:type="dxa"/>
              <w:left w:w="28" w:type="dxa"/>
              <w:bottom w:w="28" w:type="dxa"/>
              <w:right w:w="28" w:type="dxa"/>
            </w:tcMar>
          </w:tcPr>
          <w:p w14:paraId="01227E85" w14:textId="3CF71080" w:rsidR="00B90B7D" w:rsidRPr="00E062F1" w:rsidRDefault="00B90B7D" w:rsidP="006B3BD2">
            <w:pPr>
              <w:pStyle w:val="TAC"/>
              <w:rPr>
                <w:rFonts w:eastAsia="MS Mincho" w:cs="Arial"/>
                <w:bCs/>
                <w:szCs w:val="18"/>
              </w:rPr>
            </w:pPr>
            <w:r w:rsidRPr="00E062F1">
              <w:rPr>
                <w:rFonts w:eastAsia="MS Mincho" w:cs="Arial"/>
                <w:bCs/>
                <w:szCs w:val="18"/>
              </w:rPr>
              <w:t>DC_1A-41</w:t>
            </w:r>
            <w:r w:rsidRPr="00E062F1">
              <w:rPr>
                <w:rFonts w:eastAsia="DengXian" w:cs="Arial"/>
                <w:bCs/>
                <w:szCs w:val="18"/>
                <w:lang w:eastAsia="zh-CN"/>
              </w:rPr>
              <w:t>C</w:t>
            </w:r>
            <w:r w:rsidRPr="00E062F1">
              <w:rPr>
                <w:rFonts w:eastAsia="MS Mincho" w:cs="Arial"/>
                <w:bCs/>
                <w:szCs w:val="18"/>
              </w:rPr>
              <w:t>_n3A-n257A</w:t>
            </w:r>
            <w:r w:rsidR="00941393">
              <w:rPr>
                <w:rFonts w:hint="eastAsia"/>
                <w:vertAlign w:val="superscript"/>
                <w:lang w:eastAsia="zh-TW"/>
              </w:rPr>
              <w:t>2</w:t>
            </w:r>
          </w:p>
          <w:p w14:paraId="152506A4" w14:textId="235C5F54" w:rsidR="00B90B7D" w:rsidRPr="00E062F1" w:rsidRDefault="00B90B7D" w:rsidP="006B3BD2">
            <w:pPr>
              <w:pStyle w:val="TAC"/>
              <w:rPr>
                <w:rFonts w:cs="Arial"/>
                <w:lang w:eastAsia="zh-CN"/>
              </w:rPr>
            </w:pPr>
            <w:r w:rsidRPr="00E062F1">
              <w:rPr>
                <w:rFonts w:eastAsia="MS Mincho" w:cs="Arial"/>
                <w:bCs/>
                <w:szCs w:val="18"/>
              </w:rPr>
              <w:t>DC_1A-41</w:t>
            </w:r>
            <w:r w:rsidRPr="00E062F1">
              <w:rPr>
                <w:rFonts w:eastAsia="DengXian" w:cs="Arial"/>
                <w:bCs/>
                <w:szCs w:val="18"/>
                <w:lang w:eastAsia="zh-CN"/>
              </w:rPr>
              <w:t>C</w:t>
            </w:r>
            <w:r w:rsidRPr="00E062F1">
              <w:rPr>
                <w:rFonts w:eastAsia="MS Mincho" w:cs="Arial"/>
                <w:bCs/>
                <w:szCs w:val="18"/>
              </w:rPr>
              <w:t>_n3A-n257</w:t>
            </w:r>
            <w:r w:rsidRPr="00E062F1">
              <w:rPr>
                <w:rFonts w:eastAsia="DengXian" w:cs="Arial"/>
                <w:bCs/>
                <w:szCs w:val="18"/>
                <w:lang w:eastAsia="zh-CN"/>
              </w:rPr>
              <w:t>I</w:t>
            </w:r>
          </w:p>
        </w:tc>
        <w:tc>
          <w:tcPr>
            <w:tcW w:w="3969" w:type="dxa"/>
            <w:tcMar>
              <w:top w:w="28" w:type="dxa"/>
              <w:left w:w="28" w:type="dxa"/>
              <w:bottom w:w="28" w:type="dxa"/>
              <w:right w:w="28" w:type="dxa"/>
            </w:tcMar>
          </w:tcPr>
          <w:p w14:paraId="29C1D709" w14:textId="77777777" w:rsidR="00B90B7D" w:rsidRPr="00E062F1" w:rsidRDefault="00B90B7D" w:rsidP="006B3BD2">
            <w:pPr>
              <w:pStyle w:val="TAC"/>
              <w:rPr>
                <w:rFonts w:cs="Arial"/>
                <w:bCs/>
                <w:szCs w:val="18"/>
                <w:lang w:eastAsia="zh-CN"/>
              </w:rPr>
            </w:pPr>
            <w:r w:rsidRPr="00E062F1">
              <w:rPr>
                <w:rFonts w:cs="Arial"/>
                <w:bCs/>
                <w:szCs w:val="18"/>
                <w:lang w:eastAsia="zh-CN"/>
              </w:rPr>
              <w:t>DC_41A_n3A</w:t>
            </w:r>
          </w:p>
          <w:p w14:paraId="0C63381F" w14:textId="77777777" w:rsidR="00B90B7D" w:rsidRPr="00E062F1" w:rsidRDefault="00B90B7D" w:rsidP="006B3BD2">
            <w:pPr>
              <w:pStyle w:val="TAC"/>
              <w:rPr>
                <w:rFonts w:cs="Arial"/>
                <w:bCs/>
                <w:szCs w:val="18"/>
                <w:lang w:eastAsia="zh-CN"/>
              </w:rPr>
            </w:pPr>
            <w:r w:rsidRPr="00E062F1">
              <w:rPr>
                <w:rFonts w:cs="Arial"/>
                <w:bCs/>
                <w:szCs w:val="18"/>
                <w:lang w:eastAsia="zh-CN"/>
              </w:rPr>
              <w:t>DC_41A_n257A</w:t>
            </w:r>
          </w:p>
          <w:p w14:paraId="556CAFCD" w14:textId="77777777" w:rsidR="00B90B7D" w:rsidRPr="00E062F1" w:rsidRDefault="00B90B7D" w:rsidP="006B3BD2">
            <w:pPr>
              <w:pStyle w:val="TAC"/>
              <w:rPr>
                <w:rFonts w:eastAsia="DengXian" w:cs="Arial"/>
                <w:bCs/>
                <w:szCs w:val="18"/>
                <w:lang w:eastAsia="zh-CN"/>
              </w:rPr>
            </w:pPr>
            <w:r w:rsidRPr="00E062F1">
              <w:rPr>
                <w:rFonts w:cs="Arial"/>
                <w:bCs/>
                <w:szCs w:val="18"/>
                <w:lang w:eastAsia="zh-CN"/>
              </w:rPr>
              <w:t>DC_41A_n257</w:t>
            </w:r>
            <w:r w:rsidRPr="00E062F1">
              <w:rPr>
                <w:rFonts w:eastAsia="DengXian" w:cs="Arial"/>
                <w:bCs/>
                <w:szCs w:val="18"/>
                <w:lang w:eastAsia="zh-CN"/>
              </w:rPr>
              <w:t>I</w:t>
            </w:r>
          </w:p>
          <w:p w14:paraId="45A125F3" w14:textId="77777777" w:rsidR="00B90B7D" w:rsidRPr="00E062F1" w:rsidRDefault="00B90B7D" w:rsidP="006B3BD2">
            <w:pPr>
              <w:pStyle w:val="TAC"/>
              <w:rPr>
                <w:rFonts w:eastAsia="DengXian" w:cs="Arial"/>
                <w:bCs/>
                <w:szCs w:val="18"/>
                <w:lang w:eastAsia="zh-CN"/>
              </w:rPr>
            </w:pPr>
            <w:r w:rsidRPr="00E062F1">
              <w:rPr>
                <w:rFonts w:cs="Arial"/>
                <w:bCs/>
                <w:szCs w:val="18"/>
                <w:lang w:eastAsia="zh-CN"/>
              </w:rPr>
              <w:t>DC_41</w:t>
            </w:r>
            <w:r w:rsidRPr="00E062F1">
              <w:rPr>
                <w:rFonts w:eastAsia="DengXian" w:cs="Arial"/>
                <w:bCs/>
                <w:szCs w:val="18"/>
                <w:lang w:eastAsia="zh-CN"/>
              </w:rPr>
              <w:t>C</w:t>
            </w:r>
            <w:r w:rsidRPr="00E062F1">
              <w:rPr>
                <w:rFonts w:cs="Arial"/>
                <w:bCs/>
                <w:szCs w:val="18"/>
                <w:lang w:eastAsia="zh-CN"/>
              </w:rPr>
              <w:t>_n3A</w:t>
            </w:r>
          </w:p>
          <w:p w14:paraId="5239AE99" w14:textId="77777777" w:rsidR="00B90B7D" w:rsidRPr="00E062F1" w:rsidRDefault="00B90B7D" w:rsidP="006B3BD2">
            <w:pPr>
              <w:pStyle w:val="TAC"/>
              <w:rPr>
                <w:rFonts w:cs="Arial"/>
                <w:bCs/>
                <w:szCs w:val="18"/>
                <w:lang w:eastAsia="zh-CN"/>
              </w:rPr>
            </w:pPr>
            <w:r w:rsidRPr="00E062F1">
              <w:rPr>
                <w:rFonts w:cs="Arial"/>
                <w:bCs/>
                <w:szCs w:val="18"/>
                <w:lang w:eastAsia="zh-CN"/>
              </w:rPr>
              <w:t>DC_41</w:t>
            </w:r>
            <w:r w:rsidRPr="00E062F1">
              <w:rPr>
                <w:rFonts w:eastAsia="DengXian" w:cs="Arial"/>
                <w:bCs/>
                <w:szCs w:val="18"/>
                <w:lang w:eastAsia="zh-CN"/>
              </w:rPr>
              <w:t>C</w:t>
            </w:r>
            <w:r w:rsidRPr="00E062F1">
              <w:rPr>
                <w:rFonts w:cs="Arial"/>
                <w:bCs/>
                <w:szCs w:val="18"/>
                <w:lang w:eastAsia="zh-CN"/>
              </w:rPr>
              <w:t>_n257A</w:t>
            </w:r>
          </w:p>
          <w:p w14:paraId="487C7FFE" w14:textId="09EBFCD3" w:rsidR="00B90B7D" w:rsidRPr="00E062F1" w:rsidRDefault="00B90B7D" w:rsidP="006B3BD2">
            <w:pPr>
              <w:pStyle w:val="TAC"/>
              <w:rPr>
                <w:rFonts w:cs="Arial"/>
                <w:lang w:eastAsia="zh-CN"/>
              </w:rPr>
            </w:pPr>
            <w:r w:rsidRPr="00E062F1">
              <w:rPr>
                <w:rFonts w:cs="Arial"/>
                <w:bCs/>
                <w:szCs w:val="18"/>
                <w:lang w:eastAsia="zh-CN"/>
              </w:rPr>
              <w:t>DC_41</w:t>
            </w:r>
            <w:r w:rsidRPr="00E062F1">
              <w:rPr>
                <w:rFonts w:eastAsia="DengXian" w:cs="Arial"/>
                <w:bCs/>
                <w:szCs w:val="18"/>
                <w:lang w:eastAsia="zh-CN"/>
              </w:rPr>
              <w:t>C</w:t>
            </w:r>
            <w:r w:rsidRPr="00E062F1">
              <w:rPr>
                <w:rFonts w:cs="Arial"/>
                <w:bCs/>
                <w:szCs w:val="18"/>
                <w:lang w:eastAsia="zh-CN"/>
              </w:rPr>
              <w:t>_n257</w:t>
            </w:r>
            <w:r w:rsidRPr="00E062F1">
              <w:rPr>
                <w:rFonts w:eastAsia="DengXian" w:cs="Arial"/>
                <w:bCs/>
                <w:szCs w:val="18"/>
                <w:lang w:eastAsia="zh-CN"/>
              </w:rPr>
              <w:t>I</w:t>
            </w:r>
          </w:p>
        </w:tc>
      </w:tr>
      <w:tr w:rsidR="00B90B7D" w:rsidRPr="002665C4" w14:paraId="0C7DCBC2" w14:textId="77777777" w:rsidTr="006B3BD2">
        <w:trPr>
          <w:trHeight w:val="187"/>
          <w:jc w:val="center"/>
        </w:trPr>
        <w:tc>
          <w:tcPr>
            <w:tcW w:w="3969" w:type="dxa"/>
            <w:shd w:val="clear" w:color="auto" w:fill="auto"/>
            <w:noWrap/>
            <w:tcMar>
              <w:top w:w="28" w:type="dxa"/>
              <w:left w:w="28" w:type="dxa"/>
              <w:bottom w:w="28" w:type="dxa"/>
              <w:right w:w="28" w:type="dxa"/>
            </w:tcMar>
          </w:tcPr>
          <w:p w14:paraId="3D4EEAF1" w14:textId="544112C7" w:rsidR="00B90B7D" w:rsidRPr="00E062F1" w:rsidRDefault="00B90B7D" w:rsidP="006B3BD2">
            <w:pPr>
              <w:pStyle w:val="TAC"/>
              <w:rPr>
                <w:rFonts w:cs="Arial"/>
                <w:szCs w:val="18"/>
              </w:rPr>
            </w:pPr>
            <w:r w:rsidRPr="00E062F1">
              <w:rPr>
                <w:rFonts w:cs="Arial"/>
                <w:szCs w:val="18"/>
              </w:rPr>
              <w:lastRenderedPageBreak/>
              <w:t>DC_1A-41</w:t>
            </w:r>
            <w:r w:rsidRPr="00E062F1">
              <w:rPr>
                <w:rFonts w:cs="Arial"/>
                <w:szCs w:val="18"/>
                <w:lang w:eastAsia="zh-CN"/>
              </w:rPr>
              <w:t>A</w:t>
            </w:r>
            <w:r w:rsidRPr="00E062F1">
              <w:rPr>
                <w:rFonts w:cs="Arial"/>
                <w:szCs w:val="18"/>
              </w:rPr>
              <w:t>_n28A-n257A</w:t>
            </w:r>
            <w:r w:rsidR="00941393">
              <w:rPr>
                <w:rFonts w:hint="eastAsia"/>
                <w:vertAlign w:val="superscript"/>
                <w:lang w:eastAsia="zh-TW"/>
              </w:rPr>
              <w:t>2</w:t>
            </w:r>
          </w:p>
          <w:p w14:paraId="1797F38C" w14:textId="66EA4CD1" w:rsidR="00B90B7D" w:rsidRPr="00E062F1" w:rsidRDefault="00B90B7D" w:rsidP="006B3BD2">
            <w:pPr>
              <w:pStyle w:val="TAC"/>
              <w:rPr>
                <w:rFonts w:cs="Arial"/>
                <w:szCs w:val="18"/>
              </w:rPr>
            </w:pPr>
            <w:r w:rsidRPr="00E062F1">
              <w:rPr>
                <w:rFonts w:cs="Arial"/>
                <w:szCs w:val="18"/>
              </w:rPr>
              <w:t>DC_1A-41</w:t>
            </w:r>
            <w:r w:rsidRPr="00E062F1">
              <w:rPr>
                <w:rFonts w:cs="Arial"/>
                <w:szCs w:val="18"/>
                <w:lang w:eastAsia="zh-CN"/>
              </w:rPr>
              <w:t>A</w:t>
            </w:r>
            <w:r w:rsidRPr="00E062F1">
              <w:rPr>
                <w:rFonts w:cs="Arial"/>
                <w:szCs w:val="18"/>
              </w:rPr>
              <w:t>_n28A-n257G</w:t>
            </w:r>
            <w:r w:rsidR="00941393">
              <w:rPr>
                <w:rFonts w:hint="eastAsia"/>
                <w:vertAlign w:val="superscript"/>
                <w:lang w:eastAsia="zh-TW"/>
              </w:rPr>
              <w:t>2</w:t>
            </w:r>
          </w:p>
          <w:p w14:paraId="3B670D17" w14:textId="4976E8DD" w:rsidR="00B90B7D" w:rsidRPr="00E062F1" w:rsidRDefault="00B90B7D" w:rsidP="006B3BD2">
            <w:pPr>
              <w:pStyle w:val="TAC"/>
              <w:rPr>
                <w:rFonts w:cs="Arial"/>
                <w:szCs w:val="18"/>
              </w:rPr>
            </w:pPr>
            <w:r w:rsidRPr="00E062F1">
              <w:rPr>
                <w:rFonts w:cs="Arial"/>
                <w:szCs w:val="18"/>
              </w:rPr>
              <w:t>DC_1A-41</w:t>
            </w:r>
            <w:r w:rsidRPr="00E062F1">
              <w:rPr>
                <w:rFonts w:cs="Arial"/>
                <w:szCs w:val="18"/>
                <w:lang w:eastAsia="zh-CN"/>
              </w:rPr>
              <w:t>A</w:t>
            </w:r>
            <w:r w:rsidRPr="00E062F1">
              <w:rPr>
                <w:rFonts w:cs="Arial"/>
                <w:szCs w:val="18"/>
              </w:rPr>
              <w:t>_n28A-n257H</w:t>
            </w:r>
            <w:r w:rsidR="00941393">
              <w:rPr>
                <w:rFonts w:hint="eastAsia"/>
                <w:vertAlign w:val="superscript"/>
                <w:lang w:eastAsia="zh-TW"/>
              </w:rPr>
              <w:t>2</w:t>
            </w:r>
          </w:p>
          <w:p w14:paraId="7B6DECEA" w14:textId="3E60AC7E" w:rsidR="00B90B7D" w:rsidRPr="00E062F1" w:rsidRDefault="00B90B7D" w:rsidP="006B3BD2">
            <w:pPr>
              <w:pStyle w:val="TAC"/>
              <w:rPr>
                <w:rFonts w:cs="Arial"/>
                <w:szCs w:val="18"/>
              </w:rPr>
            </w:pPr>
            <w:r w:rsidRPr="00E062F1">
              <w:rPr>
                <w:rFonts w:cs="Arial"/>
                <w:szCs w:val="18"/>
              </w:rPr>
              <w:t>DC_1A-41</w:t>
            </w:r>
            <w:r w:rsidRPr="00E062F1">
              <w:rPr>
                <w:rFonts w:cs="Arial"/>
                <w:szCs w:val="18"/>
                <w:lang w:eastAsia="zh-CN"/>
              </w:rPr>
              <w:t>A</w:t>
            </w:r>
            <w:r w:rsidRPr="00E062F1">
              <w:rPr>
                <w:rFonts w:cs="Arial"/>
                <w:szCs w:val="18"/>
              </w:rPr>
              <w:t>_n28A-n257I</w:t>
            </w:r>
            <w:r w:rsidR="00941393">
              <w:rPr>
                <w:rFonts w:hint="eastAsia"/>
                <w:vertAlign w:val="superscript"/>
                <w:lang w:eastAsia="zh-TW"/>
              </w:rPr>
              <w:t>2</w:t>
            </w:r>
          </w:p>
          <w:p w14:paraId="4326CABD" w14:textId="1C89030A" w:rsidR="00B90B7D" w:rsidRPr="00E062F1" w:rsidRDefault="00B90B7D" w:rsidP="006B3BD2">
            <w:pPr>
              <w:pStyle w:val="TAC"/>
              <w:rPr>
                <w:rFonts w:cs="Arial"/>
                <w:szCs w:val="18"/>
              </w:rPr>
            </w:pPr>
            <w:r w:rsidRPr="00E062F1">
              <w:rPr>
                <w:rFonts w:cs="Arial"/>
                <w:szCs w:val="18"/>
              </w:rPr>
              <w:t>DC_1A-41</w:t>
            </w:r>
            <w:r w:rsidRPr="00E062F1">
              <w:rPr>
                <w:rFonts w:cs="Arial"/>
                <w:szCs w:val="18"/>
                <w:lang w:eastAsia="zh-CN"/>
              </w:rPr>
              <w:t>C</w:t>
            </w:r>
            <w:r w:rsidRPr="00E062F1">
              <w:rPr>
                <w:rFonts w:cs="Arial"/>
                <w:szCs w:val="18"/>
              </w:rPr>
              <w:t>_n28A-n257A</w:t>
            </w:r>
            <w:r w:rsidR="00941393">
              <w:rPr>
                <w:rFonts w:hint="eastAsia"/>
                <w:vertAlign w:val="superscript"/>
                <w:lang w:eastAsia="zh-TW"/>
              </w:rPr>
              <w:t>2</w:t>
            </w:r>
          </w:p>
          <w:p w14:paraId="423C86B5" w14:textId="0A61BA46" w:rsidR="00B90B7D" w:rsidRPr="00E062F1" w:rsidRDefault="00B90B7D" w:rsidP="006B3BD2">
            <w:pPr>
              <w:pStyle w:val="TAC"/>
              <w:rPr>
                <w:rFonts w:cs="Arial"/>
                <w:szCs w:val="18"/>
              </w:rPr>
            </w:pPr>
            <w:r w:rsidRPr="00E062F1">
              <w:rPr>
                <w:rFonts w:cs="Arial"/>
                <w:szCs w:val="18"/>
              </w:rPr>
              <w:t>DC_1A-41</w:t>
            </w:r>
            <w:r w:rsidRPr="00E062F1">
              <w:rPr>
                <w:rFonts w:cs="Arial"/>
                <w:szCs w:val="18"/>
                <w:lang w:eastAsia="zh-CN"/>
              </w:rPr>
              <w:t>C</w:t>
            </w:r>
            <w:r w:rsidRPr="00E062F1">
              <w:rPr>
                <w:rFonts w:cs="Arial"/>
                <w:szCs w:val="18"/>
              </w:rPr>
              <w:t>_n28A-n257G</w:t>
            </w:r>
            <w:r w:rsidR="00941393">
              <w:rPr>
                <w:rFonts w:hint="eastAsia"/>
                <w:vertAlign w:val="superscript"/>
                <w:lang w:eastAsia="zh-TW"/>
              </w:rPr>
              <w:t>2</w:t>
            </w:r>
          </w:p>
          <w:p w14:paraId="2708A3A0" w14:textId="6ECB8F05" w:rsidR="00B90B7D" w:rsidRPr="00E062F1" w:rsidRDefault="00B90B7D" w:rsidP="006B3BD2">
            <w:pPr>
              <w:pStyle w:val="TAC"/>
              <w:rPr>
                <w:rFonts w:cs="Arial"/>
                <w:szCs w:val="18"/>
              </w:rPr>
            </w:pPr>
            <w:r w:rsidRPr="00E062F1">
              <w:rPr>
                <w:rFonts w:cs="Arial"/>
                <w:szCs w:val="18"/>
              </w:rPr>
              <w:t>DC_1A-41</w:t>
            </w:r>
            <w:r w:rsidRPr="00E062F1">
              <w:rPr>
                <w:rFonts w:cs="Arial"/>
                <w:szCs w:val="18"/>
                <w:lang w:eastAsia="zh-CN"/>
              </w:rPr>
              <w:t>C</w:t>
            </w:r>
            <w:r w:rsidRPr="00E062F1">
              <w:rPr>
                <w:rFonts w:cs="Arial"/>
                <w:szCs w:val="18"/>
              </w:rPr>
              <w:t>_n28A-n257H</w:t>
            </w:r>
            <w:r w:rsidR="00941393">
              <w:rPr>
                <w:rFonts w:hint="eastAsia"/>
                <w:vertAlign w:val="superscript"/>
                <w:lang w:eastAsia="zh-TW"/>
              </w:rPr>
              <w:t>2</w:t>
            </w:r>
          </w:p>
          <w:p w14:paraId="218634E0" w14:textId="6D367988" w:rsidR="00B90B7D" w:rsidRPr="00E062F1" w:rsidRDefault="00B90B7D" w:rsidP="006B3BD2">
            <w:pPr>
              <w:pStyle w:val="TAC"/>
              <w:rPr>
                <w:rFonts w:cs="Arial"/>
                <w:lang w:eastAsia="zh-CN"/>
              </w:rPr>
            </w:pPr>
            <w:r w:rsidRPr="00E062F1">
              <w:rPr>
                <w:rFonts w:cs="Arial"/>
                <w:szCs w:val="18"/>
              </w:rPr>
              <w:t>DC_1A-41</w:t>
            </w:r>
            <w:r w:rsidRPr="00E062F1">
              <w:rPr>
                <w:rFonts w:cs="Arial"/>
                <w:szCs w:val="18"/>
                <w:lang w:eastAsia="zh-CN"/>
              </w:rPr>
              <w:t>C</w:t>
            </w:r>
            <w:r w:rsidRPr="00E062F1">
              <w:rPr>
                <w:rFonts w:cs="Arial"/>
                <w:szCs w:val="18"/>
              </w:rPr>
              <w:t>_n28A-n257I</w:t>
            </w:r>
            <w:r w:rsidR="00941393">
              <w:rPr>
                <w:rFonts w:hint="eastAsia"/>
                <w:vertAlign w:val="superscript"/>
                <w:lang w:eastAsia="zh-TW"/>
              </w:rPr>
              <w:t>2</w:t>
            </w:r>
          </w:p>
        </w:tc>
        <w:tc>
          <w:tcPr>
            <w:tcW w:w="3969" w:type="dxa"/>
            <w:tcMar>
              <w:top w:w="28" w:type="dxa"/>
              <w:left w:w="28" w:type="dxa"/>
              <w:bottom w:w="28" w:type="dxa"/>
              <w:right w:w="28" w:type="dxa"/>
            </w:tcMar>
          </w:tcPr>
          <w:p w14:paraId="0D2F6F04" w14:textId="77777777" w:rsidR="00B90B7D" w:rsidRPr="00E062F1" w:rsidRDefault="00B90B7D" w:rsidP="006B3BD2">
            <w:pPr>
              <w:pStyle w:val="TAC"/>
              <w:rPr>
                <w:rFonts w:cs="Arial"/>
                <w:lang w:eastAsia="zh-CN"/>
              </w:rPr>
            </w:pPr>
            <w:r w:rsidRPr="00E062F1">
              <w:rPr>
                <w:rFonts w:cs="Arial"/>
                <w:lang w:eastAsia="zh-CN"/>
              </w:rPr>
              <w:t>DC_1A_n28A</w:t>
            </w:r>
          </w:p>
          <w:p w14:paraId="6FC2A6D2" w14:textId="77777777" w:rsidR="00B90B7D" w:rsidRPr="00E062F1" w:rsidRDefault="00B90B7D" w:rsidP="006B3BD2">
            <w:pPr>
              <w:pStyle w:val="TAC"/>
              <w:rPr>
                <w:rFonts w:cs="Arial"/>
                <w:lang w:eastAsia="zh-CN"/>
              </w:rPr>
            </w:pPr>
            <w:r w:rsidRPr="00E062F1">
              <w:rPr>
                <w:rFonts w:cs="Arial"/>
                <w:lang w:eastAsia="zh-CN"/>
              </w:rPr>
              <w:t>DC_1A_n257A</w:t>
            </w:r>
          </w:p>
          <w:p w14:paraId="1986B33D" w14:textId="77777777" w:rsidR="00B90B7D" w:rsidRPr="00E062F1" w:rsidRDefault="00B90B7D" w:rsidP="006B3BD2">
            <w:pPr>
              <w:pStyle w:val="TAC"/>
              <w:rPr>
                <w:rFonts w:cs="Arial"/>
                <w:lang w:eastAsia="zh-CN"/>
              </w:rPr>
            </w:pPr>
            <w:r w:rsidRPr="00E062F1">
              <w:rPr>
                <w:rFonts w:cs="Arial"/>
                <w:lang w:eastAsia="zh-CN"/>
              </w:rPr>
              <w:t>DC_1A_n257G</w:t>
            </w:r>
          </w:p>
          <w:p w14:paraId="5F96E2D5" w14:textId="77777777" w:rsidR="00B90B7D" w:rsidRPr="00E062F1" w:rsidRDefault="00B90B7D" w:rsidP="006B3BD2">
            <w:pPr>
              <w:pStyle w:val="TAC"/>
              <w:rPr>
                <w:rFonts w:cs="Arial"/>
                <w:lang w:eastAsia="zh-CN"/>
              </w:rPr>
            </w:pPr>
            <w:r w:rsidRPr="00E062F1">
              <w:rPr>
                <w:rFonts w:cs="Arial"/>
                <w:lang w:eastAsia="zh-CN"/>
              </w:rPr>
              <w:t>DC_1A_n257H</w:t>
            </w:r>
          </w:p>
          <w:p w14:paraId="3A88DDA5" w14:textId="77777777" w:rsidR="00B90B7D" w:rsidRPr="00E062F1" w:rsidRDefault="00B90B7D" w:rsidP="006B3BD2">
            <w:pPr>
              <w:pStyle w:val="TAC"/>
              <w:rPr>
                <w:rFonts w:cs="Arial"/>
                <w:lang w:eastAsia="zh-CN"/>
              </w:rPr>
            </w:pPr>
            <w:r w:rsidRPr="00E062F1">
              <w:rPr>
                <w:rFonts w:cs="Arial"/>
                <w:lang w:eastAsia="zh-CN"/>
              </w:rPr>
              <w:t>DC_1A_n257I</w:t>
            </w:r>
          </w:p>
          <w:p w14:paraId="2FABDBBC" w14:textId="77777777" w:rsidR="00B90B7D" w:rsidRPr="00E062F1" w:rsidRDefault="00B90B7D" w:rsidP="006B3BD2">
            <w:pPr>
              <w:pStyle w:val="TAC"/>
              <w:rPr>
                <w:rFonts w:cs="Arial"/>
                <w:lang w:eastAsia="zh-CN"/>
              </w:rPr>
            </w:pPr>
            <w:r w:rsidRPr="00E062F1">
              <w:rPr>
                <w:rFonts w:cs="Arial"/>
                <w:lang w:eastAsia="zh-CN"/>
              </w:rPr>
              <w:t>DC_41A_n28A</w:t>
            </w:r>
          </w:p>
          <w:p w14:paraId="6F197823" w14:textId="77777777" w:rsidR="00B90B7D" w:rsidRPr="00E062F1" w:rsidRDefault="00B90B7D" w:rsidP="006B3BD2">
            <w:pPr>
              <w:pStyle w:val="TAC"/>
              <w:rPr>
                <w:rFonts w:cs="Arial"/>
                <w:lang w:eastAsia="zh-CN"/>
              </w:rPr>
            </w:pPr>
            <w:r w:rsidRPr="00E062F1">
              <w:rPr>
                <w:rFonts w:cs="Arial"/>
                <w:lang w:eastAsia="zh-CN"/>
              </w:rPr>
              <w:t>DC_41A_n257A</w:t>
            </w:r>
          </w:p>
          <w:p w14:paraId="3F22C370" w14:textId="77777777" w:rsidR="00B90B7D" w:rsidRPr="00E062F1" w:rsidRDefault="00B90B7D" w:rsidP="006B3BD2">
            <w:pPr>
              <w:pStyle w:val="TAC"/>
              <w:rPr>
                <w:rFonts w:cs="Arial"/>
                <w:lang w:eastAsia="zh-CN"/>
              </w:rPr>
            </w:pPr>
            <w:r w:rsidRPr="00E062F1">
              <w:rPr>
                <w:rFonts w:cs="Arial"/>
                <w:lang w:eastAsia="zh-CN"/>
              </w:rPr>
              <w:t>DC_41A_n257G</w:t>
            </w:r>
          </w:p>
          <w:p w14:paraId="33B068BE" w14:textId="77777777" w:rsidR="00B90B7D" w:rsidRPr="00E062F1" w:rsidRDefault="00B90B7D" w:rsidP="006B3BD2">
            <w:pPr>
              <w:pStyle w:val="TAC"/>
              <w:rPr>
                <w:rFonts w:cs="Arial"/>
                <w:lang w:eastAsia="zh-CN"/>
              </w:rPr>
            </w:pPr>
            <w:r w:rsidRPr="00E062F1">
              <w:rPr>
                <w:rFonts w:cs="Arial"/>
                <w:lang w:eastAsia="zh-CN"/>
              </w:rPr>
              <w:t>DC_41A_n257H</w:t>
            </w:r>
          </w:p>
          <w:p w14:paraId="11AF1EB0" w14:textId="77777777" w:rsidR="00B90B7D" w:rsidRPr="00E062F1" w:rsidRDefault="00B90B7D" w:rsidP="006B3BD2">
            <w:pPr>
              <w:pStyle w:val="TAC"/>
              <w:rPr>
                <w:rFonts w:cs="Arial"/>
                <w:lang w:eastAsia="zh-CN"/>
              </w:rPr>
            </w:pPr>
            <w:r w:rsidRPr="00E062F1">
              <w:rPr>
                <w:rFonts w:cs="Arial"/>
                <w:lang w:eastAsia="zh-CN"/>
              </w:rPr>
              <w:t>DC_41A_n257I</w:t>
            </w:r>
          </w:p>
          <w:p w14:paraId="0638FB5D" w14:textId="77777777" w:rsidR="00B90B7D" w:rsidRPr="00E062F1" w:rsidRDefault="00B90B7D" w:rsidP="006B3BD2">
            <w:pPr>
              <w:pStyle w:val="TAC"/>
              <w:rPr>
                <w:rFonts w:cs="Arial"/>
                <w:lang w:eastAsia="zh-CN"/>
              </w:rPr>
            </w:pPr>
            <w:r w:rsidRPr="00E062F1">
              <w:rPr>
                <w:rFonts w:cs="Arial"/>
                <w:lang w:eastAsia="zh-CN"/>
              </w:rPr>
              <w:t>DC_41C_n28A</w:t>
            </w:r>
          </w:p>
          <w:p w14:paraId="530FE5D1" w14:textId="77777777" w:rsidR="00B90B7D" w:rsidRPr="00E062F1" w:rsidRDefault="00B90B7D" w:rsidP="006B3BD2">
            <w:pPr>
              <w:pStyle w:val="TAC"/>
              <w:rPr>
                <w:rFonts w:cs="Arial"/>
                <w:lang w:eastAsia="zh-CN"/>
              </w:rPr>
            </w:pPr>
            <w:r w:rsidRPr="00E062F1">
              <w:rPr>
                <w:rFonts w:cs="Arial"/>
                <w:lang w:eastAsia="zh-CN"/>
              </w:rPr>
              <w:t>DC_41C_n257A</w:t>
            </w:r>
          </w:p>
          <w:p w14:paraId="23F06442" w14:textId="77777777" w:rsidR="00B90B7D" w:rsidRPr="00AA54EC" w:rsidRDefault="00B90B7D" w:rsidP="006B3BD2">
            <w:pPr>
              <w:pStyle w:val="TAC"/>
              <w:rPr>
                <w:rFonts w:cs="Arial"/>
                <w:lang w:val="sv-FI" w:eastAsia="zh-CN"/>
              </w:rPr>
            </w:pPr>
            <w:r w:rsidRPr="00AA54EC">
              <w:rPr>
                <w:rFonts w:cs="Arial"/>
                <w:lang w:val="sv-FI" w:eastAsia="zh-CN"/>
              </w:rPr>
              <w:t>DC_41C_n257G</w:t>
            </w:r>
          </w:p>
          <w:p w14:paraId="58430FF1" w14:textId="77777777" w:rsidR="00B90B7D" w:rsidRPr="00AA54EC" w:rsidRDefault="00B90B7D" w:rsidP="006B3BD2">
            <w:pPr>
              <w:pStyle w:val="TAC"/>
              <w:rPr>
                <w:rFonts w:cs="Arial"/>
                <w:lang w:val="sv-FI" w:eastAsia="zh-CN"/>
              </w:rPr>
            </w:pPr>
            <w:r w:rsidRPr="00AA54EC">
              <w:rPr>
                <w:rFonts w:cs="Arial"/>
                <w:lang w:val="sv-FI" w:eastAsia="zh-CN"/>
              </w:rPr>
              <w:t>DC_41C_n257H</w:t>
            </w:r>
          </w:p>
          <w:p w14:paraId="34A72D33" w14:textId="1FC773D5" w:rsidR="00B90B7D" w:rsidRPr="00AA54EC" w:rsidRDefault="00B90B7D" w:rsidP="006B3BD2">
            <w:pPr>
              <w:pStyle w:val="TAC"/>
              <w:rPr>
                <w:rFonts w:cs="Arial"/>
                <w:lang w:val="sv-FI" w:eastAsia="zh-CN"/>
              </w:rPr>
            </w:pPr>
            <w:r w:rsidRPr="00AA54EC">
              <w:rPr>
                <w:rFonts w:cs="Arial"/>
                <w:lang w:val="sv-FI" w:eastAsia="zh-CN"/>
              </w:rPr>
              <w:t>DC_41C_n257I</w:t>
            </w:r>
          </w:p>
        </w:tc>
      </w:tr>
      <w:tr w:rsidR="00B90B7D" w:rsidRPr="002665C4" w14:paraId="50295102" w14:textId="77777777" w:rsidTr="006B3BD2">
        <w:trPr>
          <w:trHeight w:val="187"/>
          <w:jc w:val="center"/>
        </w:trPr>
        <w:tc>
          <w:tcPr>
            <w:tcW w:w="3969" w:type="dxa"/>
            <w:shd w:val="clear" w:color="auto" w:fill="auto"/>
            <w:noWrap/>
            <w:tcMar>
              <w:top w:w="28" w:type="dxa"/>
              <w:left w:w="28" w:type="dxa"/>
              <w:bottom w:w="28" w:type="dxa"/>
              <w:right w:w="28" w:type="dxa"/>
            </w:tcMar>
          </w:tcPr>
          <w:p w14:paraId="41B37FB5" w14:textId="77777777" w:rsidR="00B90B7D" w:rsidRPr="00E062F1" w:rsidRDefault="00B90B7D" w:rsidP="006B3BD2">
            <w:pPr>
              <w:pStyle w:val="TAC"/>
              <w:rPr>
                <w:rFonts w:eastAsia="Malgun Gothic" w:cs="Arial"/>
                <w:lang w:eastAsia="ko-KR"/>
              </w:rPr>
            </w:pPr>
            <w:r w:rsidRPr="00E062F1">
              <w:rPr>
                <w:rFonts w:cs="Arial"/>
                <w:lang w:eastAsia="zh-CN"/>
              </w:rPr>
              <w:t>DC_1A-41A_n77A</w:t>
            </w:r>
            <w:r w:rsidRPr="00E062F1">
              <w:rPr>
                <w:rFonts w:cs="Arial"/>
                <w:lang w:eastAsia="ja-JP"/>
              </w:rPr>
              <w:t>-</w:t>
            </w:r>
            <w:r w:rsidRPr="00E062F1">
              <w:rPr>
                <w:rFonts w:cs="Arial"/>
                <w:lang w:eastAsia="zh-CN"/>
              </w:rPr>
              <w:t>n257</w:t>
            </w:r>
            <w:r w:rsidRPr="00E062F1">
              <w:rPr>
                <w:rFonts w:eastAsia="Malgun Gothic" w:cs="Arial"/>
                <w:lang w:eastAsia="ko-KR"/>
              </w:rPr>
              <w:t>A</w:t>
            </w:r>
          </w:p>
          <w:p w14:paraId="1E37079E" w14:textId="77777777" w:rsidR="00B90B7D" w:rsidRPr="00E062F1" w:rsidRDefault="00B90B7D" w:rsidP="006B3BD2">
            <w:pPr>
              <w:pStyle w:val="TAC"/>
              <w:rPr>
                <w:rFonts w:eastAsia="Malgun Gothic" w:cs="Arial"/>
                <w:lang w:eastAsia="ko-KR"/>
              </w:rPr>
            </w:pPr>
            <w:r w:rsidRPr="00E062F1">
              <w:rPr>
                <w:rFonts w:cs="Arial"/>
                <w:lang w:eastAsia="zh-CN"/>
              </w:rPr>
              <w:t>DC_1A-41A_n77A</w:t>
            </w:r>
            <w:r w:rsidRPr="00E062F1">
              <w:rPr>
                <w:rFonts w:cs="Arial"/>
                <w:lang w:eastAsia="ja-JP"/>
              </w:rPr>
              <w:t>-</w:t>
            </w:r>
            <w:r w:rsidRPr="00E062F1">
              <w:rPr>
                <w:rFonts w:cs="Arial"/>
                <w:lang w:eastAsia="zh-CN"/>
              </w:rPr>
              <w:t>n257</w:t>
            </w:r>
            <w:r w:rsidRPr="00E062F1">
              <w:rPr>
                <w:rFonts w:eastAsia="Malgun Gothic" w:cs="Arial"/>
                <w:lang w:eastAsia="ko-KR"/>
              </w:rPr>
              <w:t>G</w:t>
            </w:r>
          </w:p>
          <w:p w14:paraId="402BE91A" w14:textId="77777777" w:rsidR="00B90B7D" w:rsidRPr="00E062F1" w:rsidRDefault="00B90B7D" w:rsidP="006B3BD2">
            <w:pPr>
              <w:pStyle w:val="TAC"/>
              <w:rPr>
                <w:rFonts w:eastAsia="Malgun Gothic" w:cs="Arial"/>
                <w:lang w:eastAsia="ko-KR"/>
              </w:rPr>
            </w:pPr>
            <w:r w:rsidRPr="00E062F1">
              <w:rPr>
                <w:rFonts w:cs="Arial"/>
                <w:lang w:eastAsia="zh-CN"/>
              </w:rPr>
              <w:t>DC_1A-41A_n77A</w:t>
            </w:r>
            <w:r w:rsidRPr="00E062F1">
              <w:rPr>
                <w:rFonts w:cs="Arial"/>
                <w:lang w:eastAsia="ja-JP"/>
              </w:rPr>
              <w:t>-</w:t>
            </w:r>
            <w:r w:rsidRPr="00E062F1">
              <w:rPr>
                <w:rFonts w:cs="Arial"/>
                <w:lang w:eastAsia="zh-CN"/>
              </w:rPr>
              <w:t>n257</w:t>
            </w:r>
            <w:r w:rsidRPr="00E062F1">
              <w:rPr>
                <w:rFonts w:eastAsia="Malgun Gothic" w:cs="Arial"/>
                <w:lang w:eastAsia="ko-KR"/>
              </w:rPr>
              <w:t>H</w:t>
            </w:r>
          </w:p>
          <w:p w14:paraId="6F9A66D4" w14:textId="77777777" w:rsidR="00B90B7D" w:rsidRPr="00E062F1" w:rsidRDefault="00B90B7D" w:rsidP="006B3BD2">
            <w:pPr>
              <w:pStyle w:val="TAC"/>
              <w:rPr>
                <w:rFonts w:eastAsia="Malgun Gothic" w:cs="Arial"/>
                <w:lang w:eastAsia="ko-KR"/>
              </w:rPr>
            </w:pPr>
            <w:r w:rsidRPr="00E062F1">
              <w:rPr>
                <w:rFonts w:cs="Arial"/>
                <w:lang w:eastAsia="zh-CN"/>
              </w:rPr>
              <w:t>DC_1A-41A_n77A</w:t>
            </w:r>
            <w:r w:rsidRPr="00E062F1">
              <w:rPr>
                <w:rFonts w:cs="Arial"/>
                <w:lang w:eastAsia="ja-JP"/>
              </w:rPr>
              <w:t>-</w:t>
            </w:r>
            <w:r w:rsidRPr="00E062F1">
              <w:rPr>
                <w:rFonts w:cs="Arial"/>
                <w:lang w:eastAsia="zh-CN"/>
              </w:rPr>
              <w:t>n257</w:t>
            </w:r>
            <w:r w:rsidRPr="00E062F1">
              <w:rPr>
                <w:rFonts w:eastAsia="Malgun Gothic" w:cs="Arial"/>
                <w:lang w:eastAsia="ko-KR"/>
              </w:rPr>
              <w:t>I</w:t>
            </w:r>
          </w:p>
          <w:p w14:paraId="1167D1CC" w14:textId="77777777" w:rsidR="00B90B7D" w:rsidRPr="00E062F1" w:rsidRDefault="00B90B7D" w:rsidP="006B3BD2">
            <w:pPr>
              <w:pStyle w:val="TAC"/>
              <w:rPr>
                <w:rFonts w:eastAsia="Malgun Gothic" w:cs="Arial"/>
                <w:lang w:eastAsia="ko-KR"/>
              </w:rPr>
            </w:pPr>
            <w:r w:rsidRPr="00E062F1">
              <w:rPr>
                <w:rFonts w:cs="Arial"/>
                <w:lang w:eastAsia="zh-CN"/>
              </w:rPr>
              <w:t>DC_1A-41C_n77A</w:t>
            </w:r>
            <w:r w:rsidRPr="00E062F1">
              <w:rPr>
                <w:rFonts w:cs="Arial"/>
                <w:lang w:eastAsia="ja-JP"/>
              </w:rPr>
              <w:t>-</w:t>
            </w:r>
            <w:r w:rsidRPr="00E062F1">
              <w:rPr>
                <w:rFonts w:cs="Arial"/>
                <w:lang w:eastAsia="zh-CN"/>
              </w:rPr>
              <w:t>n257</w:t>
            </w:r>
            <w:r w:rsidRPr="00E062F1">
              <w:rPr>
                <w:rFonts w:eastAsia="Malgun Gothic" w:cs="Arial"/>
                <w:lang w:eastAsia="ko-KR"/>
              </w:rPr>
              <w:t>A</w:t>
            </w:r>
          </w:p>
          <w:p w14:paraId="56E83F79" w14:textId="77777777" w:rsidR="00B90B7D" w:rsidRPr="00E062F1" w:rsidRDefault="00B90B7D" w:rsidP="006B3BD2">
            <w:pPr>
              <w:pStyle w:val="TAC"/>
              <w:rPr>
                <w:rFonts w:eastAsia="Malgun Gothic" w:cs="Arial"/>
                <w:lang w:eastAsia="ko-KR"/>
              </w:rPr>
            </w:pPr>
            <w:r w:rsidRPr="00E062F1">
              <w:rPr>
                <w:rFonts w:cs="Arial"/>
                <w:lang w:eastAsia="zh-CN"/>
              </w:rPr>
              <w:t>DC_1A-41C_n77A</w:t>
            </w:r>
            <w:r w:rsidRPr="00E062F1">
              <w:rPr>
                <w:rFonts w:cs="Arial"/>
                <w:lang w:eastAsia="ja-JP"/>
              </w:rPr>
              <w:t>-</w:t>
            </w:r>
            <w:r w:rsidRPr="00E062F1">
              <w:rPr>
                <w:rFonts w:cs="Arial"/>
                <w:lang w:eastAsia="zh-CN"/>
              </w:rPr>
              <w:t>n257</w:t>
            </w:r>
            <w:r w:rsidRPr="00E062F1">
              <w:rPr>
                <w:rFonts w:eastAsia="Malgun Gothic" w:cs="Arial"/>
                <w:lang w:eastAsia="ko-KR"/>
              </w:rPr>
              <w:t>G</w:t>
            </w:r>
          </w:p>
          <w:p w14:paraId="26D7DFEC" w14:textId="77777777" w:rsidR="00B90B7D" w:rsidRPr="00E062F1" w:rsidRDefault="00B90B7D" w:rsidP="006B3BD2">
            <w:pPr>
              <w:pStyle w:val="TAC"/>
              <w:rPr>
                <w:rFonts w:eastAsia="Malgun Gothic" w:cs="Arial"/>
                <w:lang w:eastAsia="ko-KR"/>
              </w:rPr>
            </w:pPr>
            <w:r w:rsidRPr="00E062F1">
              <w:rPr>
                <w:rFonts w:cs="Arial"/>
                <w:lang w:eastAsia="zh-CN"/>
              </w:rPr>
              <w:t>DC_1A-41C_n77A</w:t>
            </w:r>
            <w:r w:rsidRPr="00E062F1">
              <w:rPr>
                <w:rFonts w:cs="Arial"/>
                <w:lang w:eastAsia="ja-JP"/>
              </w:rPr>
              <w:t>-</w:t>
            </w:r>
            <w:r w:rsidRPr="00E062F1">
              <w:rPr>
                <w:rFonts w:cs="Arial"/>
                <w:lang w:eastAsia="zh-CN"/>
              </w:rPr>
              <w:t>n257</w:t>
            </w:r>
            <w:r w:rsidRPr="00E062F1">
              <w:rPr>
                <w:rFonts w:eastAsia="Malgun Gothic" w:cs="Arial"/>
                <w:lang w:eastAsia="ko-KR"/>
              </w:rPr>
              <w:t>H</w:t>
            </w:r>
          </w:p>
          <w:p w14:paraId="50FE76DD" w14:textId="42B627D7" w:rsidR="00B90B7D" w:rsidRPr="00E062F1" w:rsidRDefault="00B90B7D" w:rsidP="006B3BD2">
            <w:pPr>
              <w:pStyle w:val="TAC"/>
              <w:rPr>
                <w:rFonts w:cs="Arial"/>
                <w:lang w:eastAsia="zh-CN"/>
              </w:rPr>
            </w:pPr>
            <w:r w:rsidRPr="00E062F1">
              <w:rPr>
                <w:rFonts w:cs="Arial"/>
                <w:lang w:eastAsia="zh-CN"/>
              </w:rPr>
              <w:t>DC_1A-41C_n77A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61234B67" w14:textId="77777777" w:rsidR="00B90B7D" w:rsidRPr="00E062F1" w:rsidRDefault="00B90B7D" w:rsidP="006B3BD2">
            <w:pPr>
              <w:pStyle w:val="TAC"/>
              <w:rPr>
                <w:rFonts w:cs="Arial"/>
                <w:lang w:eastAsia="zh-CN"/>
              </w:rPr>
            </w:pPr>
            <w:r w:rsidRPr="00E062F1">
              <w:rPr>
                <w:rFonts w:cs="Arial"/>
                <w:lang w:eastAsia="zh-CN"/>
              </w:rPr>
              <w:t>DC_1A_n77A</w:t>
            </w:r>
          </w:p>
          <w:p w14:paraId="2210A8A1" w14:textId="77777777" w:rsidR="00B90B7D" w:rsidRPr="00E062F1" w:rsidRDefault="00B90B7D" w:rsidP="006B3BD2">
            <w:pPr>
              <w:pStyle w:val="TAC"/>
              <w:rPr>
                <w:rFonts w:cs="Arial"/>
                <w:lang w:eastAsia="zh-CN"/>
              </w:rPr>
            </w:pPr>
            <w:r w:rsidRPr="00E062F1">
              <w:rPr>
                <w:rFonts w:cs="Arial"/>
                <w:lang w:eastAsia="zh-CN"/>
              </w:rPr>
              <w:t>DC_1A_n257A</w:t>
            </w:r>
          </w:p>
          <w:p w14:paraId="7421E5C7" w14:textId="77777777" w:rsidR="00B90B7D" w:rsidRPr="00E062F1" w:rsidRDefault="00B90B7D" w:rsidP="006B3BD2">
            <w:pPr>
              <w:pStyle w:val="TAC"/>
              <w:rPr>
                <w:rFonts w:cs="Arial"/>
                <w:lang w:eastAsia="zh-CN"/>
              </w:rPr>
            </w:pPr>
            <w:r w:rsidRPr="00E062F1">
              <w:rPr>
                <w:rFonts w:cs="Arial"/>
                <w:lang w:eastAsia="zh-CN"/>
              </w:rPr>
              <w:t>DC_1A_n257G</w:t>
            </w:r>
          </w:p>
          <w:p w14:paraId="5378F376" w14:textId="77777777" w:rsidR="00B90B7D" w:rsidRPr="00E062F1" w:rsidRDefault="00B90B7D" w:rsidP="006B3BD2">
            <w:pPr>
              <w:pStyle w:val="TAC"/>
              <w:rPr>
                <w:rFonts w:cs="Arial"/>
                <w:lang w:eastAsia="zh-CN"/>
              </w:rPr>
            </w:pPr>
            <w:r w:rsidRPr="00E062F1">
              <w:rPr>
                <w:rFonts w:cs="Arial"/>
                <w:lang w:eastAsia="zh-CN"/>
              </w:rPr>
              <w:t>DC_1A_n257H</w:t>
            </w:r>
          </w:p>
          <w:p w14:paraId="6220CC8F" w14:textId="77777777" w:rsidR="00B90B7D" w:rsidRPr="00E062F1" w:rsidRDefault="00B90B7D" w:rsidP="006B3BD2">
            <w:pPr>
              <w:pStyle w:val="TAC"/>
              <w:rPr>
                <w:rFonts w:cs="Arial"/>
                <w:lang w:eastAsia="zh-CN"/>
              </w:rPr>
            </w:pPr>
            <w:r w:rsidRPr="00E062F1">
              <w:rPr>
                <w:rFonts w:cs="Arial"/>
                <w:lang w:eastAsia="zh-CN"/>
              </w:rPr>
              <w:t>DC_1A_n257I</w:t>
            </w:r>
          </w:p>
          <w:p w14:paraId="1F5469DC" w14:textId="77777777" w:rsidR="00B90B7D" w:rsidRPr="00E062F1" w:rsidRDefault="00B90B7D" w:rsidP="006B3BD2">
            <w:pPr>
              <w:pStyle w:val="TAC"/>
              <w:rPr>
                <w:rFonts w:cs="Arial"/>
                <w:lang w:eastAsia="zh-CN"/>
              </w:rPr>
            </w:pPr>
            <w:r w:rsidRPr="00E062F1">
              <w:rPr>
                <w:rFonts w:cs="Arial"/>
                <w:lang w:eastAsia="zh-CN"/>
              </w:rPr>
              <w:t>DC_41A_n77A</w:t>
            </w:r>
          </w:p>
          <w:p w14:paraId="046DE395" w14:textId="77777777" w:rsidR="00B90B7D" w:rsidRPr="00E062F1" w:rsidRDefault="00B90B7D" w:rsidP="006B3BD2">
            <w:pPr>
              <w:pStyle w:val="TAC"/>
              <w:rPr>
                <w:rFonts w:cs="Arial"/>
                <w:lang w:eastAsia="zh-CN"/>
              </w:rPr>
            </w:pPr>
            <w:r w:rsidRPr="00E062F1">
              <w:rPr>
                <w:rFonts w:cs="Arial"/>
                <w:lang w:eastAsia="zh-CN"/>
              </w:rPr>
              <w:t>DC_41A_n257A</w:t>
            </w:r>
          </w:p>
          <w:p w14:paraId="06C0899F" w14:textId="77777777" w:rsidR="00B90B7D" w:rsidRPr="00E062F1" w:rsidRDefault="00B90B7D" w:rsidP="006B3BD2">
            <w:pPr>
              <w:pStyle w:val="TAC"/>
              <w:rPr>
                <w:rFonts w:cs="Arial"/>
                <w:lang w:eastAsia="zh-CN"/>
              </w:rPr>
            </w:pPr>
            <w:r w:rsidRPr="00E062F1">
              <w:rPr>
                <w:rFonts w:cs="Arial"/>
                <w:lang w:eastAsia="zh-CN"/>
              </w:rPr>
              <w:t>DC_41A_n257G</w:t>
            </w:r>
          </w:p>
          <w:p w14:paraId="236C5EF9" w14:textId="77777777" w:rsidR="00B90B7D" w:rsidRPr="00E062F1" w:rsidRDefault="00B90B7D" w:rsidP="006B3BD2">
            <w:pPr>
              <w:pStyle w:val="TAC"/>
              <w:rPr>
                <w:rFonts w:cs="Arial"/>
                <w:lang w:eastAsia="zh-CN"/>
              </w:rPr>
            </w:pPr>
            <w:r w:rsidRPr="00E062F1">
              <w:rPr>
                <w:rFonts w:cs="Arial"/>
                <w:lang w:eastAsia="zh-CN"/>
              </w:rPr>
              <w:t>DC_41A_n257H</w:t>
            </w:r>
          </w:p>
          <w:p w14:paraId="0F843181" w14:textId="77777777" w:rsidR="00B90B7D" w:rsidRPr="00E062F1" w:rsidRDefault="00B90B7D" w:rsidP="006B3BD2">
            <w:pPr>
              <w:pStyle w:val="TAC"/>
              <w:rPr>
                <w:rFonts w:cs="Arial"/>
                <w:lang w:eastAsia="zh-CN"/>
              </w:rPr>
            </w:pPr>
            <w:r w:rsidRPr="00E062F1">
              <w:rPr>
                <w:rFonts w:cs="Arial"/>
                <w:lang w:eastAsia="zh-CN"/>
              </w:rPr>
              <w:t>DC_41A_n257I</w:t>
            </w:r>
          </w:p>
          <w:p w14:paraId="5D6BDA6F" w14:textId="77777777" w:rsidR="00B90B7D" w:rsidRPr="00E062F1" w:rsidRDefault="00B90B7D" w:rsidP="006B3BD2">
            <w:pPr>
              <w:pStyle w:val="TAC"/>
              <w:rPr>
                <w:rFonts w:cs="Arial"/>
                <w:lang w:eastAsia="zh-CN"/>
              </w:rPr>
            </w:pPr>
            <w:r w:rsidRPr="00E062F1">
              <w:rPr>
                <w:rFonts w:cs="Arial"/>
                <w:lang w:eastAsia="zh-CN"/>
              </w:rPr>
              <w:t>DC_41C_n77A</w:t>
            </w:r>
          </w:p>
          <w:p w14:paraId="0DA7B37D" w14:textId="77777777" w:rsidR="00B90B7D" w:rsidRPr="00E062F1" w:rsidRDefault="00B90B7D" w:rsidP="006B3BD2">
            <w:pPr>
              <w:pStyle w:val="TAC"/>
              <w:rPr>
                <w:rFonts w:cs="Arial"/>
                <w:lang w:eastAsia="zh-CN"/>
              </w:rPr>
            </w:pPr>
            <w:r w:rsidRPr="00E062F1">
              <w:rPr>
                <w:rFonts w:cs="Arial"/>
                <w:lang w:eastAsia="zh-CN"/>
              </w:rPr>
              <w:t>DC_41C_n257A</w:t>
            </w:r>
          </w:p>
          <w:p w14:paraId="759D69BF" w14:textId="77777777" w:rsidR="00B90B7D" w:rsidRPr="00AA54EC" w:rsidRDefault="00B90B7D" w:rsidP="006B3BD2">
            <w:pPr>
              <w:pStyle w:val="TAC"/>
              <w:rPr>
                <w:rFonts w:cs="Arial"/>
                <w:lang w:val="sv-FI" w:eastAsia="zh-CN"/>
              </w:rPr>
            </w:pPr>
            <w:r w:rsidRPr="00AA54EC">
              <w:rPr>
                <w:rFonts w:cs="Arial"/>
                <w:lang w:val="sv-FI" w:eastAsia="zh-CN"/>
              </w:rPr>
              <w:t>DC_41C_n257G</w:t>
            </w:r>
          </w:p>
          <w:p w14:paraId="32EEAC17" w14:textId="77777777" w:rsidR="00B90B7D" w:rsidRPr="00AA54EC" w:rsidRDefault="00B90B7D" w:rsidP="006B3BD2">
            <w:pPr>
              <w:pStyle w:val="TAC"/>
              <w:rPr>
                <w:rFonts w:cs="Arial"/>
                <w:lang w:val="sv-FI" w:eastAsia="zh-CN"/>
              </w:rPr>
            </w:pPr>
            <w:r w:rsidRPr="00AA54EC">
              <w:rPr>
                <w:rFonts w:cs="Arial"/>
                <w:lang w:val="sv-FI" w:eastAsia="zh-CN"/>
              </w:rPr>
              <w:t>DC_41C_n257H</w:t>
            </w:r>
          </w:p>
          <w:p w14:paraId="4D22EEA0" w14:textId="094CB0D2" w:rsidR="00B90B7D" w:rsidRPr="00AA54EC" w:rsidRDefault="00B90B7D" w:rsidP="006B3BD2">
            <w:pPr>
              <w:pStyle w:val="TAC"/>
              <w:rPr>
                <w:rFonts w:cs="Arial"/>
                <w:lang w:val="sv-FI" w:eastAsia="zh-CN"/>
              </w:rPr>
            </w:pPr>
            <w:r w:rsidRPr="00AA54EC">
              <w:rPr>
                <w:rFonts w:cs="Arial"/>
                <w:lang w:val="sv-FI" w:eastAsia="zh-CN"/>
              </w:rPr>
              <w:t>DC_41C_n257I</w:t>
            </w:r>
          </w:p>
        </w:tc>
      </w:tr>
      <w:tr w:rsidR="00821EDB" w:rsidRPr="002665C4" w14:paraId="5FD9F994" w14:textId="77777777" w:rsidTr="006B3BD2">
        <w:trPr>
          <w:trHeight w:val="187"/>
          <w:jc w:val="center"/>
        </w:trPr>
        <w:tc>
          <w:tcPr>
            <w:tcW w:w="3969" w:type="dxa"/>
            <w:shd w:val="clear" w:color="auto" w:fill="auto"/>
            <w:noWrap/>
            <w:tcMar>
              <w:top w:w="28" w:type="dxa"/>
              <w:left w:w="28" w:type="dxa"/>
              <w:bottom w:w="28" w:type="dxa"/>
              <w:right w:w="28" w:type="dxa"/>
            </w:tcMar>
          </w:tcPr>
          <w:p w14:paraId="4C18F3D0" w14:textId="77777777" w:rsidR="00821EDB" w:rsidRPr="00E062F1" w:rsidRDefault="00821EDB" w:rsidP="006B3BD2">
            <w:pPr>
              <w:pStyle w:val="TAC"/>
              <w:rPr>
                <w:rFonts w:eastAsia="Malgun Gothic" w:cs="Arial"/>
                <w:lang w:eastAsia="ko-KR"/>
              </w:rPr>
            </w:pPr>
            <w:r w:rsidRPr="00E062F1">
              <w:rPr>
                <w:rFonts w:cs="Arial"/>
                <w:lang w:eastAsia="zh-CN"/>
              </w:rPr>
              <w:t>DC_1A-41A_n78A</w:t>
            </w:r>
            <w:r w:rsidRPr="00E062F1">
              <w:rPr>
                <w:rFonts w:cs="Arial"/>
                <w:lang w:eastAsia="ja-JP"/>
              </w:rPr>
              <w:t>-</w:t>
            </w:r>
            <w:r w:rsidRPr="00E062F1">
              <w:rPr>
                <w:rFonts w:cs="Arial"/>
                <w:lang w:eastAsia="zh-CN"/>
              </w:rPr>
              <w:t>n257</w:t>
            </w:r>
            <w:r w:rsidRPr="00E062F1">
              <w:rPr>
                <w:rFonts w:eastAsia="Malgun Gothic" w:cs="Arial"/>
                <w:lang w:eastAsia="ko-KR"/>
              </w:rPr>
              <w:t>A</w:t>
            </w:r>
          </w:p>
          <w:p w14:paraId="744E59A9" w14:textId="77777777" w:rsidR="00821EDB" w:rsidRPr="00E062F1" w:rsidRDefault="00821EDB" w:rsidP="006B3BD2">
            <w:pPr>
              <w:pStyle w:val="TAC"/>
              <w:rPr>
                <w:rFonts w:eastAsia="Malgun Gothic" w:cs="Arial"/>
                <w:lang w:eastAsia="ko-KR"/>
              </w:rPr>
            </w:pPr>
            <w:r w:rsidRPr="00E062F1">
              <w:rPr>
                <w:rFonts w:cs="Arial"/>
                <w:lang w:eastAsia="zh-CN"/>
              </w:rPr>
              <w:t>DC_1A-41A_n78A</w:t>
            </w:r>
            <w:r w:rsidRPr="00E062F1">
              <w:rPr>
                <w:rFonts w:cs="Arial"/>
                <w:lang w:eastAsia="ja-JP"/>
              </w:rPr>
              <w:t>-</w:t>
            </w:r>
            <w:r w:rsidRPr="00E062F1">
              <w:rPr>
                <w:rFonts w:cs="Arial"/>
                <w:lang w:eastAsia="zh-CN"/>
              </w:rPr>
              <w:t>n257</w:t>
            </w:r>
            <w:r w:rsidRPr="00E062F1">
              <w:rPr>
                <w:rFonts w:eastAsia="Malgun Gothic" w:cs="Arial"/>
                <w:lang w:eastAsia="ko-KR"/>
              </w:rPr>
              <w:t>G</w:t>
            </w:r>
          </w:p>
          <w:p w14:paraId="7CD2A632" w14:textId="77777777" w:rsidR="00821EDB" w:rsidRPr="00E062F1" w:rsidRDefault="00821EDB" w:rsidP="006B3BD2">
            <w:pPr>
              <w:pStyle w:val="TAC"/>
              <w:rPr>
                <w:rFonts w:eastAsia="Malgun Gothic" w:cs="Arial"/>
                <w:lang w:eastAsia="ko-KR"/>
              </w:rPr>
            </w:pPr>
            <w:r w:rsidRPr="00E062F1">
              <w:rPr>
                <w:rFonts w:cs="Arial"/>
                <w:lang w:eastAsia="zh-CN"/>
              </w:rPr>
              <w:t>DC_1A-41A_n78A</w:t>
            </w:r>
            <w:r w:rsidRPr="00E062F1">
              <w:rPr>
                <w:rFonts w:cs="Arial"/>
                <w:lang w:eastAsia="ja-JP"/>
              </w:rPr>
              <w:t>-</w:t>
            </w:r>
            <w:r w:rsidRPr="00E062F1">
              <w:rPr>
                <w:rFonts w:cs="Arial"/>
                <w:lang w:eastAsia="zh-CN"/>
              </w:rPr>
              <w:t>n257</w:t>
            </w:r>
            <w:r w:rsidRPr="00E062F1">
              <w:rPr>
                <w:rFonts w:eastAsia="Malgun Gothic" w:cs="Arial"/>
                <w:lang w:eastAsia="ko-KR"/>
              </w:rPr>
              <w:t>H</w:t>
            </w:r>
          </w:p>
          <w:p w14:paraId="383ECB78" w14:textId="77777777" w:rsidR="00821EDB" w:rsidRPr="00E062F1" w:rsidRDefault="00821EDB" w:rsidP="006B3BD2">
            <w:pPr>
              <w:pStyle w:val="TAC"/>
              <w:rPr>
                <w:rFonts w:eastAsia="Malgun Gothic" w:cs="Arial"/>
                <w:lang w:eastAsia="ko-KR"/>
              </w:rPr>
            </w:pPr>
            <w:r w:rsidRPr="00E062F1">
              <w:rPr>
                <w:rFonts w:cs="Arial"/>
                <w:lang w:eastAsia="zh-CN"/>
              </w:rPr>
              <w:t>DC_1A-41A_n78A</w:t>
            </w:r>
            <w:r w:rsidRPr="00E062F1">
              <w:rPr>
                <w:rFonts w:cs="Arial"/>
                <w:lang w:eastAsia="ja-JP"/>
              </w:rPr>
              <w:t>-</w:t>
            </w:r>
            <w:r w:rsidRPr="00E062F1">
              <w:rPr>
                <w:rFonts w:cs="Arial"/>
                <w:lang w:eastAsia="zh-CN"/>
              </w:rPr>
              <w:t>n257</w:t>
            </w:r>
            <w:r w:rsidRPr="00E062F1">
              <w:rPr>
                <w:rFonts w:eastAsia="Malgun Gothic" w:cs="Arial"/>
                <w:lang w:eastAsia="ko-KR"/>
              </w:rPr>
              <w:t>I</w:t>
            </w:r>
          </w:p>
          <w:p w14:paraId="5C108572" w14:textId="77777777" w:rsidR="00821EDB" w:rsidRPr="00E062F1" w:rsidRDefault="00821EDB" w:rsidP="006B3BD2">
            <w:pPr>
              <w:pStyle w:val="TAC"/>
              <w:rPr>
                <w:rFonts w:eastAsia="Malgun Gothic" w:cs="Arial"/>
                <w:lang w:eastAsia="ko-KR"/>
              </w:rPr>
            </w:pPr>
            <w:r w:rsidRPr="00E062F1">
              <w:rPr>
                <w:rFonts w:cs="Arial"/>
                <w:lang w:eastAsia="zh-CN"/>
              </w:rPr>
              <w:t>DC_1A-41C_n78A</w:t>
            </w:r>
            <w:r w:rsidRPr="00E062F1">
              <w:rPr>
                <w:rFonts w:cs="Arial"/>
                <w:lang w:eastAsia="ja-JP"/>
              </w:rPr>
              <w:t>-</w:t>
            </w:r>
            <w:r w:rsidRPr="00E062F1">
              <w:rPr>
                <w:rFonts w:cs="Arial"/>
                <w:lang w:eastAsia="zh-CN"/>
              </w:rPr>
              <w:t>n257</w:t>
            </w:r>
            <w:r w:rsidRPr="00E062F1">
              <w:rPr>
                <w:rFonts w:eastAsia="Malgun Gothic" w:cs="Arial"/>
                <w:lang w:eastAsia="ko-KR"/>
              </w:rPr>
              <w:t>A</w:t>
            </w:r>
          </w:p>
          <w:p w14:paraId="00DC51DE" w14:textId="77777777" w:rsidR="00821EDB" w:rsidRPr="00E062F1" w:rsidRDefault="00821EDB" w:rsidP="006B3BD2">
            <w:pPr>
              <w:pStyle w:val="TAC"/>
              <w:rPr>
                <w:rFonts w:eastAsia="Malgun Gothic" w:cs="Arial"/>
                <w:lang w:eastAsia="ko-KR"/>
              </w:rPr>
            </w:pPr>
            <w:r w:rsidRPr="00E062F1">
              <w:rPr>
                <w:rFonts w:cs="Arial"/>
                <w:lang w:eastAsia="zh-CN"/>
              </w:rPr>
              <w:t>DC_1A-41C_n78A</w:t>
            </w:r>
            <w:r w:rsidRPr="00E062F1">
              <w:rPr>
                <w:rFonts w:cs="Arial"/>
                <w:lang w:eastAsia="ja-JP"/>
              </w:rPr>
              <w:t>-</w:t>
            </w:r>
            <w:r w:rsidRPr="00E062F1">
              <w:rPr>
                <w:rFonts w:cs="Arial"/>
                <w:lang w:eastAsia="zh-CN"/>
              </w:rPr>
              <w:t>n257</w:t>
            </w:r>
            <w:r w:rsidRPr="00E062F1">
              <w:rPr>
                <w:rFonts w:eastAsia="Malgun Gothic" w:cs="Arial"/>
                <w:lang w:eastAsia="ko-KR"/>
              </w:rPr>
              <w:t>G</w:t>
            </w:r>
          </w:p>
          <w:p w14:paraId="1F3D50E5" w14:textId="77777777" w:rsidR="00821EDB" w:rsidRPr="00E062F1" w:rsidRDefault="00821EDB" w:rsidP="006B3BD2">
            <w:pPr>
              <w:pStyle w:val="TAC"/>
              <w:rPr>
                <w:rFonts w:eastAsia="Malgun Gothic" w:cs="Arial"/>
                <w:lang w:eastAsia="ko-KR"/>
              </w:rPr>
            </w:pPr>
            <w:r w:rsidRPr="00E062F1">
              <w:rPr>
                <w:rFonts w:cs="Arial"/>
                <w:lang w:eastAsia="zh-CN"/>
              </w:rPr>
              <w:t>DC_1A-41C_n78A</w:t>
            </w:r>
            <w:r w:rsidRPr="00E062F1">
              <w:rPr>
                <w:rFonts w:cs="Arial"/>
                <w:lang w:eastAsia="ja-JP"/>
              </w:rPr>
              <w:t>-</w:t>
            </w:r>
            <w:r w:rsidRPr="00E062F1">
              <w:rPr>
                <w:rFonts w:cs="Arial"/>
                <w:lang w:eastAsia="zh-CN"/>
              </w:rPr>
              <w:t>n257</w:t>
            </w:r>
            <w:r w:rsidRPr="00E062F1">
              <w:rPr>
                <w:rFonts w:eastAsia="Malgun Gothic" w:cs="Arial"/>
                <w:lang w:eastAsia="ko-KR"/>
              </w:rPr>
              <w:t>H</w:t>
            </w:r>
          </w:p>
          <w:p w14:paraId="0E553138" w14:textId="77777777" w:rsidR="00821EDB" w:rsidRPr="00E062F1" w:rsidRDefault="00821EDB" w:rsidP="006B3BD2">
            <w:pPr>
              <w:pStyle w:val="TAC"/>
              <w:rPr>
                <w:noProof/>
              </w:rPr>
            </w:pPr>
            <w:r w:rsidRPr="00E062F1">
              <w:rPr>
                <w:rFonts w:cs="Arial"/>
                <w:lang w:eastAsia="zh-CN"/>
              </w:rPr>
              <w:t>DC_1A-41C_n78A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754DF005" w14:textId="77777777" w:rsidR="00821EDB" w:rsidRPr="00E062F1" w:rsidRDefault="00821EDB" w:rsidP="006B3BD2">
            <w:pPr>
              <w:pStyle w:val="TAC"/>
              <w:rPr>
                <w:rFonts w:cs="Arial"/>
                <w:lang w:eastAsia="zh-CN"/>
              </w:rPr>
            </w:pPr>
            <w:r w:rsidRPr="00E062F1">
              <w:rPr>
                <w:rFonts w:cs="Arial"/>
                <w:lang w:eastAsia="zh-CN"/>
              </w:rPr>
              <w:t>DC_1A_n78A</w:t>
            </w:r>
          </w:p>
          <w:p w14:paraId="49FDDAA0" w14:textId="77777777" w:rsidR="00821EDB" w:rsidRPr="00E062F1" w:rsidRDefault="00821EDB" w:rsidP="006B3BD2">
            <w:pPr>
              <w:pStyle w:val="TAC"/>
              <w:rPr>
                <w:rFonts w:cs="Arial"/>
                <w:lang w:eastAsia="zh-CN"/>
              </w:rPr>
            </w:pPr>
            <w:r w:rsidRPr="00E062F1">
              <w:rPr>
                <w:rFonts w:cs="Arial"/>
                <w:lang w:eastAsia="zh-CN"/>
              </w:rPr>
              <w:t>DC_1A_n257A</w:t>
            </w:r>
          </w:p>
          <w:p w14:paraId="2AB91673" w14:textId="77777777" w:rsidR="00821EDB" w:rsidRPr="00E062F1" w:rsidRDefault="00821EDB" w:rsidP="006B3BD2">
            <w:pPr>
              <w:pStyle w:val="TAC"/>
              <w:rPr>
                <w:rFonts w:cs="Arial"/>
                <w:lang w:eastAsia="zh-CN"/>
              </w:rPr>
            </w:pPr>
            <w:r w:rsidRPr="00E062F1">
              <w:rPr>
                <w:rFonts w:cs="Arial"/>
                <w:lang w:eastAsia="zh-CN"/>
              </w:rPr>
              <w:t>DC_1A_n257G</w:t>
            </w:r>
          </w:p>
          <w:p w14:paraId="199F09F4" w14:textId="77777777" w:rsidR="00821EDB" w:rsidRPr="00E062F1" w:rsidRDefault="00821EDB" w:rsidP="006B3BD2">
            <w:pPr>
              <w:pStyle w:val="TAC"/>
              <w:rPr>
                <w:rFonts w:cs="Arial"/>
                <w:lang w:eastAsia="zh-CN"/>
              </w:rPr>
            </w:pPr>
            <w:r w:rsidRPr="00E062F1">
              <w:rPr>
                <w:rFonts w:cs="Arial"/>
                <w:lang w:eastAsia="zh-CN"/>
              </w:rPr>
              <w:t>DC_1A_n257H</w:t>
            </w:r>
          </w:p>
          <w:p w14:paraId="054D96C2" w14:textId="77777777" w:rsidR="00821EDB" w:rsidRPr="00E062F1" w:rsidRDefault="00821EDB" w:rsidP="006B3BD2">
            <w:pPr>
              <w:pStyle w:val="TAC"/>
              <w:rPr>
                <w:rFonts w:cs="Arial"/>
                <w:lang w:eastAsia="zh-CN"/>
              </w:rPr>
            </w:pPr>
            <w:r w:rsidRPr="00E062F1">
              <w:rPr>
                <w:rFonts w:cs="Arial"/>
                <w:lang w:eastAsia="zh-CN"/>
              </w:rPr>
              <w:t>DC_1A_n257I</w:t>
            </w:r>
          </w:p>
          <w:p w14:paraId="0C9D3E09" w14:textId="77777777" w:rsidR="00821EDB" w:rsidRPr="00E062F1" w:rsidRDefault="00821EDB" w:rsidP="006B3BD2">
            <w:pPr>
              <w:pStyle w:val="TAC"/>
              <w:rPr>
                <w:rFonts w:cs="Arial"/>
                <w:lang w:eastAsia="zh-CN"/>
              </w:rPr>
            </w:pPr>
            <w:r w:rsidRPr="00E062F1">
              <w:rPr>
                <w:rFonts w:cs="Arial"/>
                <w:lang w:eastAsia="zh-CN"/>
              </w:rPr>
              <w:t>DC_41A_n78A</w:t>
            </w:r>
          </w:p>
          <w:p w14:paraId="0761A388" w14:textId="77777777" w:rsidR="00821EDB" w:rsidRPr="00E062F1" w:rsidRDefault="00821EDB" w:rsidP="006B3BD2">
            <w:pPr>
              <w:pStyle w:val="TAC"/>
              <w:rPr>
                <w:rFonts w:cs="Arial"/>
                <w:lang w:eastAsia="zh-CN"/>
              </w:rPr>
            </w:pPr>
            <w:r w:rsidRPr="00E062F1">
              <w:rPr>
                <w:rFonts w:cs="Arial"/>
                <w:lang w:eastAsia="zh-CN"/>
              </w:rPr>
              <w:t>DC_41A_n257A</w:t>
            </w:r>
          </w:p>
          <w:p w14:paraId="47CB5E17" w14:textId="77777777" w:rsidR="00821EDB" w:rsidRPr="00E062F1" w:rsidRDefault="00821EDB" w:rsidP="006B3BD2">
            <w:pPr>
              <w:pStyle w:val="TAC"/>
              <w:rPr>
                <w:rFonts w:cs="Arial"/>
                <w:lang w:eastAsia="zh-CN"/>
              </w:rPr>
            </w:pPr>
            <w:r w:rsidRPr="00E062F1">
              <w:rPr>
                <w:rFonts w:cs="Arial"/>
                <w:lang w:eastAsia="zh-CN"/>
              </w:rPr>
              <w:t>DC_41A_n257G</w:t>
            </w:r>
          </w:p>
          <w:p w14:paraId="5FE56F58" w14:textId="77777777" w:rsidR="00821EDB" w:rsidRPr="00E062F1" w:rsidRDefault="00821EDB" w:rsidP="006B3BD2">
            <w:pPr>
              <w:pStyle w:val="TAC"/>
              <w:rPr>
                <w:rFonts w:cs="Arial"/>
                <w:lang w:eastAsia="zh-CN"/>
              </w:rPr>
            </w:pPr>
            <w:r w:rsidRPr="00E062F1">
              <w:rPr>
                <w:rFonts w:cs="Arial"/>
                <w:lang w:eastAsia="zh-CN"/>
              </w:rPr>
              <w:t>DC_41A_n257H</w:t>
            </w:r>
          </w:p>
          <w:p w14:paraId="7FED7EBF" w14:textId="77777777" w:rsidR="00821EDB" w:rsidRPr="00E062F1" w:rsidRDefault="00821EDB" w:rsidP="006B3BD2">
            <w:pPr>
              <w:pStyle w:val="TAC"/>
              <w:rPr>
                <w:rFonts w:cs="Arial"/>
                <w:lang w:eastAsia="zh-CN"/>
              </w:rPr>
            </w:pPr>
            <w:r w:rsidRPr="00E062F1">
              <w:rPr>
                <w:rFonts w:cs="Arial"/>
                <w:lang w:eastAsia="zh-CN"/>
              </w:rPr>
              <w:t>DC_41A_n257I</w:t>
            </w:r>
          </w:p>
          <w:p w14:paraId="55246849" w14:textId="77777777" w:rsidR="00821EDB" w:rsidRPr="00E062F1" w:rsidRDefault="00821EDB" w:rsidP="006B3BD2">
            <w:pPr>
              <w:pStyle w:val="TAC"/>
              <w:rPr>
                <w:rFonts w:cs="Arial"/>
                <w:lang w:eastAsia="zh-CN"/>
              </w:rPr>
            </w:pPr>
            <w:r w:rsidRPr="00E062F1">
              <w:rPr>
                <w:rFonts w:cs="Arial"/>
                <w:lang w:eastAsia="zh-CN"/>
              </w:rPr>
              <w:t>DC_41C_n78A</w:t>
            </w:r>
          </w:p>
          <w:p w14:paraId="70C19EF2" w14:textId="77777777" w:rsidR="00821EDB" w:rsidRPr="00E062F1" w:rsidRDefault="00821EDB" w:rsidP="006B3BD2">
            <w:pPr>
              <w:pStyle w:val="TAC"/>
              <w:rPr>
                <w:rFonts w:cs="Arial"/>
                <w:lang w:eastAsia="zh-CN"/>
              </w:rPr>
            </w:pPr>
            <w:r w:rsidRPr="00E062F1">
              <w:rPr>
                <w:rFonts w:cs="Arial"/>
                <w:lang w:eastAsia="zh-CN"/>
              </w:rPr>
              <w:t>DC_41C_n257A</w:t>
            </w:r>
          </w:p>
          <w:p w14:paraId="4EFB8F5E" w14:textId="77777777" w:rsidR="00821EDB" w:rsidRPr="00AA54EC" w:rsidRDefault="00821EDB" w:rsidP="006B3BD2">
            <w:pPr>
              <w:pStyle w:val="TAC"/>
              <w:rPr>
                <w:rFonts w:cs="Arial"/>
                <w:lang w:val="sv-FI" w:eastAsia="zh-CN"/>
              </w:rPr>
            </w:pPr>
            <w:r w:rsidRPr="00AA54EC">
              <w:rPr>
                <w:rFonts w:cs="Arial"/>
                <w:lang w:val="sv-FI" w:eastAsia="zh-CN"/>
              </w:rPr>
              <w:t>DC_41C_n257G</w:t>
            </w:r>
          </w:p>
          <w:p w14:paraId="23B7E0E4" w14:textId="77777777" w:rsidR="00821EDB" w:rsidRPr="00AA54EC" w:rsidRDefault="00821EDB" w:rsidP="006B3BD2">
            <w:pPr>
              <w:pStyle w:val="TAC"/>
              <w:rPr>
                <w:rFonts w:cs="Arial"/>
                <w:lang w:val="sv-FI" w:eastAsia="zh-CN"/>
              </w:rPr>
            </w:pPr>
            <w:r w:rsidRPr="00AA54EC">
              <w:rPr>
                <w:rFonts w:cs="Arial"/>
                <w:lang w:val="sv-FI" w:eastAsia="zh-CN"/>
              </w:rPr>
              <w:t>DC_41C_n257H</w:t>
            </w:r>
          </w:p>
          <w:p w14:paraId="603B5934" w14:textId="77777777" w:rsidR="00821EDB" w:rsidRPr="00AA54EC" w:rsidRDefault="00821EDB" w:rsidP="006B3BD2">
            <w:pPr>
              <w:pStyle w:val="TAC"/>
              <w:rPr>
                <w:noProof/>
                <w:lang w:val="sv-FI"/>
              </w:rPr>
            </w:pPr>
            <w:r w:rsidRPr="00AA54EC">
              <w:rPr>
                <w:rFonts w:cs="Arial"/>
                <w:lang w:val="sv-FI" w:eastAsia="zh-CN"/>
              </w:rPr>
              <w:t>DC_41C_n257I</w:t>
            </w:r>
          </w:p>
        </w:tc>
      </w:tr>
      <w:tr w:rsidR="00821EDB" w:rsidRPr="00E062F1" w14:paraId="0A1DD1EF" w14:textId="77777777" w:rsidTr="006B3BD2">
        <w:trPr>
          <w:trHeight w:val="187"/>
          <w:jc w:val="center"/>
        </w:trPr>
        <w:tc>
          <w:tcPr>
            <w:tcW w:w="3969" w:type="dxa"/>
            <w:shd w:val="clear" w:color="auto" w:fill="auto"/>
            <w:noWrap/>
            <w:tcMar>
              <w:top w:w="28" w:type="dxa"/>
              <w:left w:w="28" w:type="dxa"/>
              <w:bottom w:w="28" w:type="dxa"/>
              <w:right w:w="28" w:type="dxa"/>
            </w:tcMar>
          </w:tcPr>
          <w:p w14:paraId="48488CDD" w14:textId="77777777" w:rsidR="00821EDB" w:rsidRPr="00E062F1" w:rsidRDefault="00821EDB" w:rsidP="006B3BD2">
            <w:pPr>
              <w:pStyle w:val="TAC"/>
              <w:rPr>
                <w:rFonts w:eastAsia="Malgun Gothic" w:cs="Arial"/>
                <w:lang w:eastAsia="ko-KR"/>
              </w:rPr>
            </w:pPr>
            <w:r w:rsidRPr="00E062F1">
              <w:rPr>
                <w:rFonts w:cs="Arial"/>
                <w:lang w:eastAsia="zh-CN"/>
              </w:rPr>
              <w:t>DC_1A-42A_n77A</w:t>
            </w:r>
            <w:r w:rsidRPr="00E062F1">
              <w:rPr>
                <w:rFonts w:cs="Arial"/>
                <w:lang w:eastAsia="ja-JP"/>
              </w:rPr>
              <w:t>-</w:t>
            </w:r>
            <w:r w:rsidRPr="00E062F1">
              <w:rPr>
                <w:rFonts w:cs="Arial"/>
                <w:lang w:eastAsia="zh-CN"/>
              </w:rPr>
              <w:t>n257</w:t>
            </w:r>
            <w:r w:rsidRPr="00E062F1">
              <w:rPr>
                <w:rFonts w:eastAsia="Malgun Gothic" w:cs="Arial"/>
                <w:lang w:eastAsia="ko-KR"/>
              </w:rPr>
              <w:t>A</w:t>
            </w:r>
          </w:p>
          <w:p w14:paraId="2250DBEB" w14:textId="77777777" w:rsidR="00821EDB" w:rsidRPr="00E062F1" w:rsidRDefault="00821EDB" w:rsidP="006B3BD2">
            <w:pPr>
              <w:pStyle w:val="TAC"/>
              <w:rPr>
                <w:rFonts w:eastAsia="Malgun Gothic" w:cs="Arial"/>
                <w:lang w:eastAsia="ko-KR"/>
              </w:rPr>
            </w:pPr>
            <w:r w:rsidRPr="00E062F1">
              <w:rPr>
                <w:rFonts w:cs="Arial"/>
                <w:lang w:eastAsia="zh-CN"/>
              </w:rPr>
              <w:t>DC_1A-42A_n77A</w:t>
            </w:r>
            <w:r w:rsidRPr="00E062F1">
              <w:rPr>
                <w:rFonts w:cs="Arial"/>
                <w:lang w:eastAsia="ja-JP"/>
              </w:rPr>
              <w:t>-</w:t>
            </w:r>
            <w:r w:rsidRPr="00E062F1">
              <w:rPr>
                <w:rFonts w:cs="Arial"/>
                <w:lang w:eastAsia="zh-CN"/>
              </w:rPr>
              <w:t>n257</w:t>
            </w:r>
            <w:r w:rsidRPr="00E062F1">
              <w:rPr>
                <w:rFonts w:eastAsia="Malgun Gothic" w:cs="Arial"/>
                <w:lang w:eastAsia="ko-KR"/>
              </w:rPr>
              <w:t>G</w:t>
            </w:r>
          </w:p>
          <w:p w14:paraId="131193DA" w14:textId="77777777" w:rsidR="00821EDB" w:rsidRPr="00E062F1" w:rsidRDefault="00821EDB" w:rsidP="006B3BD2">
            <w:pPr>
              <w:pStyle w:val="TAC"/>
              <w:rPr>
                <w:rFonts w:eastAsia="Malgun Gothic" w:cs="Arial"/>
                <w:lang w:eastAsia="ko-KR"/>
              </w:rPr>
            </w:pPr>
            <w:r w:rsidRPr="00E062F1">
              <w:rPr>
                <w:rFonts w:cs="Arial"/>
                <w:lang w:eastAsia="zh-CN"/>
              </w:rPr>
              <w:t>DC_1A-42A_n77A</w:t>
            </w:r>
            <w:r w:rsidRPr="00E062F1">
              <w:rPr>
                <w:rFonts w:cs="Arial"/>
                <w:lang w:eastAsia="ja-JP"/>
              </w:rPr>
              <w:t>-</w:t>
            </w:r>
            <w:r w:rsidRPr="00E062F1">
              <w:rPr>
                <w:rFonts w:cs="Arial"/>
                <w:lang w:eastAsia="zh-CN"/>
              </w:rPr>
              <w:t>n257</w:t>
            </w:r>
            <w:r w:rsidRPr="00E062F1">
              <w:rPr>
                <w:rFonts w:eastAsia="Malgun Gothic" w:cs="Arial"/>
                <w:lang w:eastAsia="ko-KR"/>
              </w:rPr>
              <w:t>H</w:t>
            </w:r>
          </w:p>
          <w:p w14:paraId="2461BEA1" w14:textId="77777777" w:rsidR="00821EDB" w:rsidRPr="00E062F1" w:rsidRDefault="00821EDB" w:rsidP="006B3BD2">
            <w:pPr>
              <w:pStyle w:val="TAC"/>
              <w:rPr>
                <w:rFonts w:eastAsia="Malgun Gothic" w:cs="Arial"/>
                <w:lang w:eastAsia="ko-KR"/>
              </w:rPr>
            </w:pPr>
            <w:r w:rsidRPr="00E062F1">
              <w:rPr>
                <w:rFonts w:cs="Arial"/>
                <w:lang w:eastAsia="zh-CN"/>
              </w:rPr>
              <w:t>DC_1A-42A_n77A</w:t>
            </w:r>
            <w:r w:rsidRPr="00E062F1">
              <w:rPr>
                <w:rFonts w:cs="Arial"/>
                <w:lang w:eastAsia="ja-JP"/>
              </w:rPr>
              <w:t>-</w:t>
            </w:r>
            <w:r w:rsidRPr="00E062F1">
              <w:rPr>
                <w:rFonts w:cs="Arial"/>
                <w:lang w:eastAsia="zh-CN"/>
              </w:rPr>
              <w:t>n257</w:t>
            </w:r>
            <w:r w:rsidRPr="00E062F1">
              <w:rPr>
                <w:rFonts w:eastAsia="Malgun Gothic" w:cs="Arial"/>
                <w:lang w:eastAsia="ko-KR"/>
              </w:rPr>
              <w:t>I</w:t>
            </w:r>
          </w:p>
          <w:p w14:paraId="54DAF550" w14:textId="77777777" w:rsidR="00821EDB" w:rsidRPr="00E062F1" w:rsidRDefault="00821EDB" w:rsidP="006B3BD2">
            <w:pPr>
              <w:pStyle w:val="TAC"/>
              <w:rPr>
                <w:rFonts w:eastAsia="Malgun Gothic" w:cs="Arial"/>
                <w:lang w:eastAsia="ko-KR"/>
              </w:rPr>
            </w:pPr>
            <w:r w:rsidRPr="00E062F1">
              <w:rPr>
                <w:rFonts w:cs="Arial"/>
                <w:lang w:eastAsia="zh-CN"/>
              </w:rPr>
              <w:t>DC_1A-42C_n77A</w:t>
            </w:r>
            <w:r w:rsidRPr="00E062F1">
              <w:rPr>
                <w:rFonts w:cs="Arial"/>
                <w:lang w:eastAsia="ja-JP"/>
              </w:rPr>
              <w:t>-</w:t>
            </w:r>
            <w:r w:rsidRPr="00E062F1">
              <w:rPr>
                <w:rFonts w:cs="Arial"/>
                <w:lang w:eastAsia="zh-CN"/>
              </w:rPr>
              <w:t>n257</w:t>
            </w:r>
            <w:r w:rsidRPr="00E062F1">
              <w:rPr>
                <w:rFonts w:eastAsia="Malgun Gothic" w:cs="Arial"/>
                <w:lang w:eastAsia="ko-KR"/>
              </w:rPr>
              <w:t>A</w:t>
            </w:r>
          </w:p>
          <w:p w14:paraId="6F01DB32" w14:textId="77777777" w:rsidR="00821EDB" w:rsidRPr="00E062F1" w:rsidRDefault="00821EDB" w:rsidP="006B3BD2">
            <w:pPr>
              <w:pStyle w:val="TAC"/>
              <w:rPr>
                <w:rFonts w:eastAsia="Malgun Gothic" w:cs="Arial"/>
                <w:lang w:eastAsia="ko-KR"/>
              </w:rPr>
            </w:pPr>
            <w:r w:rsidRPr="00E062F1">
              <w:rPr>
                <w:rFonts w:cs="Arial"/>
                <w:lang w:eastAsia="zh-CN"/>
              </w:rPr>
              <w:t>DC_1A-42C_n77A</w:t>
            </w:r>
            <w:r w:rsidRPr="00E062F1">
              <w:rPr>
                <w:rFonts w:cs="Arial"/>
                <w:lang w:eastAsia="ja-JP"/>
              </w:rPr>
              <w:t>-</w:t>
            </w:r>
            <w:r w:rsidRPr="00E062F1">
              <w:rPr>
                <w:rFonts w:cs="Arial"/>
                <w:lang w:eastAsia="zh-CN"/>
              </w:rPr>
              <w:t>n257</w:t>
            </w:r>
            <w:r w:rsidRPr="00E062F1">
              <w:rPr>
                <w:rFonts w:eastAsia="Malgun Gothic" w:cs="Arial"/>
                <w:lang w:eastAsia="ko-KR"/>
              </w:rPr>
              <w:t>G</w:t>
            </w:r>
          </w:p>
          <w:p w14:paraId="354304E7" w14:textId="77777777" w:rsidR="00821EDB" w:rsidRPr="00E062F1" w:rsidRDefault="00821EDB" w:rsidP="006B3BD2">
            <w:pPr>
              <w:pStyle w:val="TAC"/>
              <w:rPr>
                <w:rFonts w:eastAsia="Malgun Gothic" w:cs="Arial"/>
                <w:lang w:eastAsia="ko-KR"/>
              </w:rPr>
            </w:pPr>
            <w:r w:rsidRPr="00E062F1">
              <w:rPr>
                <w:rFonts w:cs="Arial"/>
                <w:lang w:eastAsia="zh-CN"/>
              </w:rPr>
              <w:t>DC_1A-42C_n77A</w:t>
            </w:r>
            <w:r w:rsidRPr="00E062F1">
              <w:rPr>
                <w:rFonts w:cs="Arial"/>
                <w:lang w:eastAsia="ja-JP"/>
              </w:rPr>
              <w:t>-</w:t>
            </w:r>
            <w:r w:rsidRPr="00E062F1">
              <w:rPr>
                <w:rFonts w:cs="Arial"/>
                <w:lang w:eastAsia="zh-CN"/>
              </w:rPr>
              <w:t>n257</w:t>
            </w:r>
            <w:r w:rsidRPr="00E062F1">
              <w:rPr>
                <w:rFonts w:eastAsia="Malgun Gothic" w:cs="Arial"/>
                <w:lang w:eastAsia="ko-KR"/>
              </w:rPr>
              <w:t>H</w:t>
            </w:r>
          </w:p>
          <w:p w14:paraId="671FCF95" w14:textId="77777777" w:rsidR="00821EDB" w:rsidRPr="00E062F1" w:rsidRDefault="00821EDB" w:rsidP="006B3BD2">
            <w:pPr>
              <w:pStyle w:val="TAC"/>
              <w:rPr>
                <w:rFonts w:cs="Arial"/>
                <w:lang w:eastAsia="zh-CN"/>
              </w:rPr>
            </w:pPr>
            <w:r w:rsidRPr="00E062F1">
              <w:rPr>
                <w:rFonts w:cs="Arial"/>
                <w:lang w:eastAsia="zh-CN"/>
              </w:rPr>
              <w:t>DC_1A-42C_n77A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4A6B73C6" w14:textId="77777777" w:rsidR="00821EDB" w:rsidRPr="00E062F1" w:rsidRDefault="00821EDB" w:rsidP="006B3BD2">
            <w:pPr>
              <w:pStyle w:val="TAC"/>
              <w:rPr>
                <w:rFonts w:cs="Arial"/>
                <w:lang w:eastAsia="zh-CN"/>
              </w:rPr>
            </w:pPr>
            <w:r w:rsidRPr="00E062F1">
              <w:rPr>
                <w:rFonts w:cs="Arial"/>
                <w:lang w:eastAsia="zh-CN"/>
              </w:rPr>
              <w:t>DC_1A_n77A</w:t>
            </w:r>
          </w:p>
          <w:p w14:paraId="17455B4F" w14:textId="77777777" w:rsidR="00821EDB" w:rsidRPr="00E062F1" w:rsidRDefault="00821EDB" w:rsidP="006B3BD2">
            <w:pPr>
              <w:pStyle w:val="TAC"/>
              <w:rPr>
                <w:rFonts w:cs="Arial"/>
                <w:lang w:eastAsia="zh-CN"/>
              </w:rPr>
            </w:pPr>
            <w:r w:rsidRPr="00E062F1">
              <w:rPr>
                <w:rFonts w:cs="Arial"/>
                <w:lang w:eastAsia="zh-CN"/>
              </w:rPr>
              <w:t>DC_1A_n257A</w:t>
            </w:r>
          </w:p>
          <w:p w14:paraId="5ACC9A26" w14:textId="77777777" w:rsidR="00821EDB" w:rsidRPr="00E062F1" w:rsidRDefault="00821EDB" w:rsidP="006B3BD2">
            <w:pPr>
              <w:pStyle w:val="TAC"/>
              <w:rPr>
                <w:rFonts w:cs="Arial"/>
                <w:lang w:eastAsia="zh-CN"/>
              </w:rPr>
            </w:pPr>
            <w:r w:rsidRPr="00E062F1">
              <w:rPr>
                <w:rFonts w:cs="Arial"/>
                <w:lang w:eastAsia="zh-CN"/>
              </w:rPr>
              <w:t>DC_1A_n257G</w:t>
            </w:r>
          </w:p>
          <w:p w14:paraId="76428356" w14:textId="77777777" w:rsidR="00821EDB" w:rsidRPr="00E062F1" w:rsidRDefault="00821EDB" w:rsidP="006B3BD2">
            <w:pPr>
              <w:pStyle w:val="TAC"/>
              <w:rPr>
                <w:rFonts w:cs="Arial"/>
                <w:lang w:eastAsia="zh-CN"/>
              </w:rPr>
            </w:pPr>
            <w:r w:rsidRPr="00E062F1">
              <w:rPr>
                <w:rFonts w:cs="Arial"/>
                <w:lang w:eastAsia="zh-CN"/>
              </w:rPr>
              <w:t>DC_1A_n257H</w:t>
            </w:r>
          </w:p>
          <w:p w14:paraId="70B56AC8" w14:textId="77777777" w:rsidR="00821EDB" w:rsidRPr="00E062F1" w:rsidRDefault="00821EDB" w:rsidP="006B3BD2">
            <w:pPr>
              <w:pStyle w:val="TAC"/>
              <w:rPr>
                <w:rFonts w:cs="Arial"/>
                <w:lang w:eastAsia="zh-CN"/>
              </w:rPr>
            </w:pPr>
            <w:r w:rsidRPr="00E062F1">
              <w:rPr>
                <w:rFonts w:cs="Arial"/>
                <w:lang w:eastAsia="zh-CN"/>
              </w:rPr>
              <w:t>DC_1A_n257I</w:t>
            </w:r>
          </w:p>
          <w:p w14:paraId="7ACE7443" w14:textId="77777777" w:rsidR="00821EDB" w:rsidRPr="00E062F1" w:rsidRDefault="00821EDB" w:rsidP="006B3BD2">
            <w:pPr>
              <w:pStyle w:val="TAC"/>
              <w:rPr>
                <w:rFonts w:cs="Arial"/>
                <w:lang w:eastAsia="zh-CN"/>
              </w:rPr>
            </w:pPr>
            <w:r w:rsidRPr="00E062F1">
              <w:rPr>
                <w:rFonts w:cs="Arial"/>
                <w:lang w:eastAsia="zh-CN"/>
              </w:rPr>
              <w:t>DC_42A_n257A</w:t>
            </w:r>
          </w:p>
          <w:p w14:paraId="5D4F270C" w14:textId="77777777" w:rsidR="00821EDB" w:rsidRPr="00E062F1" w:rsidRDefault="00821EDB" w:rsidP="006B3BD2">
            <w:pPr>
              <w:pStyle w:val="TAC"/>
              <w:rPr>
                <w:rFonts w:cs="Arial"/>
                <w:lang w:eastAsia="zh-CN"/>
              </w:rPr>
            </w:pPr>
            <w:r w:rsidRPr="00E062F1">
              <w:rPr>
                <w:rFonts w:cs="Arial"/>
                <w:lang w:eastAsia="zh-CN"/>
              </w:rPr>
              <w:t>DC_42A_n257G</w:t>
            </w:r>
          </w:p>
          <w:p w14:paraId="4099E92D" w14:textId="77777777" w:rsidR="00821EDB" w:rsidRPr="00E062F1" w:rsidRDefault="00821EDB" w:rsidP="006B3BD2">
            <w:pPr>
              <w:pStyle w:val="TAC"/>
              <w:rPr>
                <w:rFonts w:cs="Arial"/>
                <w:lang w:eastAsia="zh-CN"/>
              </w:rPr>
            </w:pPr>
            <w:r w:rsidRPr="00E062F1">
              <w:rPr>
                <w:rFonts w:cs="Arial"/>
                <w:lang w:eastAsia="zh-CN"/>
              </w:rPr>
              <w:t>DC_42A_n257H</w:t>
            </w:r>
          </w:p>
          <w:p w14:paraId="6B9339D0" w14:textId="77777777" w:rsidR="00821EDB" w:rsidRPr="00E062F1" w:rsidRDefault="00821EDB" w:rsidP="006B3BD2">
            <w:pPr>
              <w:pStyle w:val="TAC"/>
              <w:rPr>
                <w:rFonts w:cs="Arial"/>
                <w:lang w:eastAsia="zh-CN"/>
              </w:rPr>
            </w:pPr>
            <w:r w:rsidRPr="00E062F1">
              <w:rPr>
                <w:rFonts w:cs="Arial"/>
                <w:lang w:eastAsia="zh-CN"/>
              </w:rPr>
              <w:t>DC_42A_n257I</w:t>
            </w:r>
          </w:p>
        </w:tc>
      </w:tr>
      <w:tr w:rsidR="00862446" w:rsidRPr="00E062F1" w14:paraId="07AB6A2B" w14:textId="77777777" w:rsidTr="006B3BD2">
        <w:trPr>
          <w:trHeight w:val="187"/>
          <w:jc w:val="center"/>
        </w:trPr>
        <w:tc>
          <w:tcPr>
            <w:tcW w:w="3969" w:type="dxa"/>
            <w:shd w:val="clear" w:color="auto" w:fill="auto"/>
            <w:noWrap/>
            <w:tcMar>
              <w:top w:w="28" w:type="dxa"/>
              <w:left w:w="28" w:type="dxa"/>
              <w:bottom w:w="28" w:type="dxa"/>
              <w:right w:w="28" w:type="dxa"/>
            </w:tcMar>
          </w:tcPr>
          <w:p w14:paraId="34871D0C" w14:textId="77777777" w:rsidR="00862446" w:rsidRPr="00E062F1" w:rsidRDefault="00862446" w:rsidP="006B3BD2">
            <w:pPr>
              <w:pStyle w:val="TAC"/>
              <w:rPr>
                <w:rFonts w:cs="Arial"/>
                <w:b/>
                <w:lang w:eastAsia="zh-CN"/>
              </w:rPr>
            </w:pPr>
            <w:r w:rsidRPr="00E062F1">
              <w:rPr>
                <w:rFonts w:cs="Arial"/>
                <w:lang w:eastAsia="zh-CN"/>
              </w:rPr>
              <w:t>DC_1A-42A_n77A-n257A</w:t>
            </w:r>
          </w:p>
          <w:p w14:paraId="3E72374B" w14:textId="77777777" w:rsidR="00862446" w:rsidRPr="00E062F1" w:rsidRDefault="00862446" w:rsidP="006B3BD2">
            <w:pPr>
              <w:pStyle w:val="TAC"/>
              <w:rPr>
                <w:rFonts w:cs="Arial"/>
                <w:b/>
                <w:lang w:eastAsia="zh-CN"/>
              </w:rPr>
            </w:pPr>
            <w:r w:rsidRPr="00E062F1">
              <w:rPr>
                <w:rFonts w:cs="Arial"/>
                <w:lang w:eastAsia="zh-CN"/>
              </w:rPr>
              <w:t>DC_1A-42A_n77A-n257G</w:t>
            </w:r>
          </w:p>
          <w:p w14:paraId="3EBFFB3B" w14:textId="77777777" w:rsidR="00862446" w:rsidRPr="00E062F1" w:rsidRDefault="00862446" w:rsidP="006B3BD2">
            <w:pPr>
              <w:pStyle w:val="TAC"/>
              <w:rPr>
                <w:rFonts w:cs="Arial"/>
                <w:b/>
                <w:lang w:eastAsia="zh-CN"/>
              </w:rPr>
            </w:pPr>
            <w:r w:rsidRPr="00E062F1">
              <w:rPr>
                <w:rFonts w:cs="Arial"/>
                <w:lang w:eastAsia="zh-CN"/>
              </w:rPr>
              <w:t>DC_1A-42A_n77A-n257H</w:t>
            </w:r>
          </w:p>
          <w:p w14:paraId="6615EF1B" w14:textId="77777777" w:rsidR="00862446" w:rsidRPr="00E062F1" w:rsidRDefault="00862446" w:rsidP="006B3BD2">
            <w:pPr>
              <w:pStyle w:val="TAC"/>
              <w:rPr>
                <w:rFonts w:cs="Arial"/>
                <w:b/>
                <w:lang w:eastAsia="zh-CN"/>
              </w:rPr>
            </w:pPr>
            <w:r w:rsidRPr="00E062F1">
              <w:rPr>
                <w:rFonts w:cs="Arial"/>
                <w:lang w:eastAsia="zh-CN"/>
              </w:rPr>
              <w:t>DC_1A-42A_n77A-n257I</w:t>
            </w:r>
          </w:p>
          <w:p w14:paraId="7282D57E" w14:textId="77777777" w:rsidR="00862446" w:rsidRPr="00E062F1" w:rsidRDefault="00862446" w:rsidP="006B3BD2">
            <w:pPr>
              <w:pStyle w:val="TAC"/>
              <w:rPr>
                <w:rFonts w:cs="Arial"/>
                <w:b/>
                <w:lang w:eastAsia="zh-CN"/>
              </w:rPr>
            </w:pPr>
            <w:r w:rsidRPr="00E062F1">
              <w:rPr>
                <w:rFonts w:cs="Arial"/>
                <w:lang w:eastAsia="zh-CN"/>
              </w:rPr>
              <w:t>DC_1A-42C_n77A-n257A</w:t>
            </w:r>
          </w:p>
          <w:p w14:paraId="20453830" w14:textId="77777777" w:rsidR="00862446" w:rsidRPr="00E062F1" w:rsidRDefault="00862446" w:rsidP="006B3BD2">
            <w:pPr>
              <w:pStyle w:val="TAC"/>
              <w:rPr>
                <w:rFonts w:cs="Arial"/>
                <w:b/>
                <w:lang w:eastAsia="zh-CN"/>
              </w:rPr>
            </w:pPr>
            <w:r w:rsidRPr="00E062F1">
              <w:rPr>
                <w:rFonts w:cs="Arial"/>
                <w:lang w:eastAsia="zh-CN"/>
              </w:rPr>
              <w:t>DC_1A-42C_n77A-n257G</w:t>
            </w:r>
          </w:p>
          <w:p w14:paraId="1A895531" w14:textId="77777777" w:rsidR="00862446" w:rsidRPr="00E062F1" w:rsidRDefault="00862446" w:rsidP="006B3BD2">
            <w:pPr>
              <w:pStyle w:val="TAC"/>
              <w:rPr>
                <w:rFonts w:cs="Arial"/>
                <w:b/>
                <w:lang w:eastAsia="zh-CN"/>
              </w:rPr>
            </w:pPr>
            <w:r w:rsidRPr="00E062F1">
              <w:rPr>
                <w:rFonts w:cs="Arial"/>
                <w:lang w:eastAsia="zh-CN"/>
              </w:rPr>
              <w:t>DC_1A-42C_n77A-n257H</w:t>
            </w:r>
          </w:p>
          <w:p w14:paraId="432E4550" w14:textId="219604C8" w:rsidR="00862446" w:rsidRPr="00E062F1" w:rsidRDefault="00862446" w:rsidP="006B3BD2">
            <w:pPr>
              <w:pStyle w:val="TAC"/>
              <w:rPr>
                <w:rFonts w:cs="Arial"/>
                <w:lang w:eastAsia="zh-CN"/>
              </w:rPr>
            </w:pPr>
            <w:r w:rsidRPr="00E062F1">
              <w:rPr>
                <w:rFonts w:cs="Arial"/>
                <w:lang w:eastAsia="zh-CN"/>
              </w:rPr>
              <w:t>DC_1A-42C_n77A-n257I</w:t>
            </w:r>
          </w:p>
        </w:tc>
        <w:tc>
          <w:tcPr>
            <w:tcW w:w="3969" w:type="dxa"/>
            <w:tcMar>
              <w:top w:w="28" w:type="dxa"/>
              <w:left w:w="28" w:type="dxa"/>
              <w:bottom w:w="28" w:type="dxa"/>
              <w:right w:w="28" w:type="dxa"/>
            </w:tcMar>
          </w:tcPr>
          <w:p w14:paraId="1342272E" w14:textId="77777777" w:rsidR="00862446" w:rsidRPr="00E062F1" w:rsidRDefault="00862446" w:rsidP="006B3BD2">
            <w:pPr>
              <w:pStyle w:val="TAC"/>
              <w:rPr>
                <w:rFonts w:cs="Arial"/>
                <w:lang w:eastAsia="zh-CN"/>
              </w:rPr>
            </w:pPr>
            <w:r w:rsidRPr="00E062F1">
              <w:rPr>
                <w:rFonts w:cs="Arial"/>
                <w:lang w:eastAsia="zh-CN"/>
              </w:rPr>
              <w:t>DC_1A_n77A-n257A</w:t>
            </w:r>
          </w:p>
          <w:p w14:paraId="6BE5BDDD" w14:textId="77777777" w:rsidR="00862446" w:rsidRPr="00E062F1" w:rsidRDefault="00862446" w:rsidP="006B3BD2">
            <w:pPr>
              <w:pStyle w:val="TAC"/>
              <w:rPr>
                <w:rFonts w:cs="Arial"/>
                <w:lang w:eastAsia="zh-CN"/>
              </w:rPr>
            </w:pPr>
            <w:r w:rsidRPr="00E062F1">
              <w:rPr>
                <w:rFonts w:cs="Arial"/>
                <w:lang w:eastAsia="zh-CN"/>
              </w:rPr>
              <w:t>DC_1A_n77A-n257G</w:t>
            </w:r>
          </w:p>
          <w:p w14:paraId="67B1C34A" w14:textId="77777777" w:rsidR="00862446" w:rsidRPr="00E062F1" w:rsidRDefault="00862446" w:rsidP="006B3BD2">
            <w:pPr>
              <w:pStyle w:val="TAC"/>
              <w:rPr>
                <w:rFonts w:cs="Arial"/>
                <w:lang w:eastAsia="zh-CN"/>
              </w:rPr>
            </w:pPr>
            <w:r w:rsidRPr="00E062F1">
              <w:rPr>
                <w:rFonts w:cs="Arial"/>
                <w:lang w:eastAsia="zh-CN"/>
              </w:rPr>
              <w:t>DC_1A_n77A-n257H</w:t>
            </w:r>
          </w:p>
          <w:p w14:paraId="6125F16A" w14:textId="299DDF67" w:rsidR="00862446" w:rsidRPr="00E062F1" w:rsidRDefault="00862446" w:rsidP="006B3BD2">
            <w:pPr>
              <w:pStyle w:val="TAC"/>
              <w:rPr>
                <w:rFonts w:cs="Arial"/>
                <w:lang w:eastAsia="zh-CN"/>
              </w:rPr>
            </w:pPr>
            <w:r w:rsidRPr="00E062F1">
              <w:rPr>
                <w:rFonts w:cs="Arial"/>
                <w:lang w:eastAsia="zh-CN"/>
              </w:rPr>
              <w:t>DC_1A_n77A-n257I</w:t>
            </w:r>
          </w:p>
        </w:tc>
      </w:tr>
      <w:tr w:rsidR="00821EDB" w:rsidRPr="00E062F1" w14:paraId="43F40C39" w14:textId="77777777" w:rsidTr="006B3BD2">
        <w:trPr>
          <w:trHeight w:val="187"/>
          <w:jc w:val="center"/>
        </w:trPr>
        <w:tc>
          <w:tcPr>
            <w:tcW w:w="3969" w:type="dxa"/>
            <w:shd w:val="clear" w:color="auto" w:fill="auto"/>
            <w:noWrap/>
            <w:tcMar>
              <w:top w:w="28" w:type="dxa"/>
              <w:left w:w="28" w:type="dxa"/>
              <w:bottom w:w="28" w:type="dxa"/>
              <w:right w:w="28" w:type="dxa"/>
            </w:tcMar>
          </w:tcPr>
          <w:p w14:paraId="350B6A8F" w14:textId="77777777" w:rsidR="00821EDB" w:rsidRPr="00E062F1" w:rsidRDefault="00821EDB" w:rsidP="006B3BD2">
            <w:pPr>
              <w:pStyle w:val="TAC"/>
              <w:rPr>
                <w:rFonts w:eastAsia="Malgun Gothic" w:cs="Arial"/>
                <w:lang w:eastAsia="ko-KR"/>
              </w:rPr>
            </w:pPr>
            <w:r w:rsidRPr="00E062F1">
              <w:rPr>
                <w:rFonts w:cs="Arial"/>
                <w:lang w:eastAsia="zh-CN"/>
              </w:rPr>
              <w:lastRenderedPageBreak/>
              <w:t>DC_1A-42A_n78A</w:t>
            </w:r>
            <w:r w:rsidRPr="00E062F1">
              <w:rPr>
                <w:rFonts w:cs="Arial"/>
                <w:lang w:eastAsia="ja-JP"/>
              </w:rPr>
              <w:t>-</w:t>
            </w:r>
            <w:r w:rsidRPr="00E062F1">
              <w:rPr>
                <w:rFonts w:cs="Arial"/>
                <w:lang w:eastAsia="zh-CN"/>
              </w:rPr>
              <w:t>n257</w:t>
            </w:r>
            <w:r w:rsidRPr="00E062F1">
              <w:rPr>
                <w:rFonts w:eastAsia="Malgun Gothic" w:cs="Arial"/>
                <w:lang w:eastAsia="ko-KR"/>
              </w:rPr>
              <w:t>A</w:t>
            </w:r>
          </w:p>
          <w:p w14:paraId="1203B449" w14:textId="77777777" w:rsidR="00821EDB" w:rsidRPr="00E062F1" w:rsidRDefault="00821EDB" w:rsidP="006B3BD2">
            <w:pPr>
              <w:pStyle w:val="TAC"/>
              <w:rPr>
                <w:rFonts w:eastAsia="Malgun Gothic" w:cs="Arial"/>
                <w:lang w:eastAsia="ko-KR"/>
              </w:rPr>
            </w:pPr>
            <w:r w:rsidRPr="00E062F1">
              <w:rPr>
                <w:rFonts w:cs="Arial"/>
                <w:lang w:eastAsia="zh-CN"/>
              </w:rPr>
              <w:t>DC_1A-42A_n78A</w:t>
            </w:r>
            <w:r w:rsidRPr="00E062F1">
              <w:rPr>
                <w:rFonts w:cs="Arial"/>
                <w:lang w:eastAsia="ja-JP"/>
              </w:rPr>
              <w:t>-</w:t>
            </w:r>
            <w:r w:rsidRPr="00E062F1">
              <w:rPr>
                <w:rFonts w:cs="Arial"/>
                <w:lang w:eastAsia="zh-CN"/>
              </w:rPr>
              <w:t>n257</w:t>
            </w:r>
            <w:r w:rsidRPr="00E062F1">
              <w:rPr>
                <w:rFonts w:eastAsia="Malgun Gothic" w:cs="Arial"/>
                <w:lang w:eastAsia="ko-KR"/>
              </w:rPr>
              <w:t>G</w:t>
            </w:r>
          </w:p>
          <w:p w14:paraId="3328212C" w14:textId="77777777" w:rsidR="00821EDB" w:rsidRPr="00E062F1" w:rsidRDefault="00821EDB" w:rsidP="006B3BD2">
            <w:pPr>
              <w:pStyle w:val="TAC"/>
              <w:rPr>
                <w:rFonts w:eastAsia="Malgun Gothic" w:cs="Arial"/>
                <w:lang w:eastAsia="ko-KR"/>
              </w:rPr>
            </w:pPr>
            <w:r w:rsidRPr="00E062F1">
              <w:rPr>
                <w:rFonts w:cs="Arial"/>
                <w:lang w:eastAsia="zh-CN"/>
              </w:rPr>
              <w:t>DC_1A-42A_n78A</w:t>
            </w:r>
            <w:r w:rsidRPr="00E062F1">
              <w:rPr>
                <w:rFonts w:cs="Arial"/>
                <w:lang w:eastAsia="ja-JP"/>
              </w:rPr>
              <w:t>-</w:t>
            </w:r>
            <w:r w:rsidRPr="00E062F1">
              <w:rPr>
                <w:rFonts w:cs="Arial"/>
                <w:lang w:eastAsia="zh-CN"/>
              </w:rPr>
              <w:t>n257</w:t>
            </w:r>
            <w:r w:rsidRPr="00E062F1">
              <w:rPr>
                <w:rFonts w:eastAsia="Malgun Gothic" w:cs="Arial"/>
                <w:lang w:eastAsia="ko-KR"/>
              </w:rPr>
              <w:t>H</w:t>
            </w:r>
          </w:p>
          <w:p w14:paraId="258D67DB" w14:textId="77777777" w:rsidR="00821EDB" w:rsidRPr="00E062F1" w:rsidRDefault="00821EDB" w:rsidP="006B3BD2">
            <w:pPr>
              <w:pStyle w:val="TAC"/>
              <w:rPr>
                <w:rFonts w:eastAsia="Malgun Gothic" w:cs="Arial"/>
                <w:lang w:eastAsia="ko-KR"/>
              </w:rPr>
            </w:pPr>
            <w:r w:rsidRPr="00E062F1">
              <w:rPr>
                <w:rFonts w:cs="Arial"/>
                <w:lang w:eastAsia="zh-CN"/>
              </w:rPr>
              <w:t>DC_1A-42A_n78A</w:t>
            </w:r>
            <w:r w:rsidRPr="00E062F1">
              <w:rPr>
                <w:rFonts w:cs="Arial"/>
                <w:lang w:eastAsia="ja-JP"/>
              </w:rPr>
              <w:t>-</w:t>
            </w:r>
            <w:r w:rsidRPr="00E062F1">
              <w:rPr>
                <w:rFonts w:cs="Arial"/>
                <w:lang w:eastAsia="zh-CN"/>
              </w:rPr>
              <w:t>n257</w:t>
            </w:r>
            <w:r w:rsidRPr="00E062F1">
              <w:rPr>
                <w:rFonts w:eastAsia="Malgun Gothic" w:cs="Arial"/>
                <w:lang w:eastAsia="ko-KR"/>
              </w:rPr>
              <w:t>I</w:t>
            </w:r>
          </w:p>
          <w:p w14:paraId="3CD6125A" w14:textId="77777777" w:rsidR="00821EDB" w:rsidRPr="00E062F1" w:rsidRDefault="00821EDB" w:rsidP="006B3BD2">
            <w:pPr>
              <w:pStyle w:val="TAC"/>
              <w:rPr>
                <w:rFonts w:eastAsia="Malgun Gothic" w:cs="Arial"/>
                <w:lang w:eastAsia="ko-KR"/>
              </w:rPr>
            </w:pPr>
            <w:r w:rsidRPr="00E062F1">
              <w:rPr>
                <w:rFonts w:cs="Arial"/>
                <w:lang w:eastAsia="zh-CN"/>
              </w:rPr>
              <w:t>DC_1A-42C_n78A</w:t>
            </w:r>
            <w:r w:rsidRPr="00E062F1">
              <w:rPr>
                <w:rFonts w:cs="Arial"/>
                <w:lang w:eastAsia="ja-JP"/>
              </w:rPr>
              <w:t>-</w:t>
            </w:r>
            <w:r w:rsidRPr="00E062F1">
              <w:rPr>
                <w:rFonts w:cs="Arial"/>
                <w:lang w:eastAsia="zh-CN"/>
              </w:rPr>
              <w:t>n257</w:t>
            </w:r>
            <w:r w:rsidRPr="00E062F1">
              <w:rPr>
                <w:rFonts w:eastAsia="Malgun Gothic" w:cs="Arial"/>
                <w:lang w:eastAsia="ko-KR"/>
              </w:rPr>
              <w:t>A</w:t>
            </w:r>
          </w:p>
          <w:p w14:paraId="7B8ADFB5" w14:textId="77777777" w:rsidR="00821EDB" w:rsidRPr="00E062F1" w:rsidRDefault="00821EDB" w:rsidP="006B3BD2">
            <w:pPr>
              <w:pStyle w:val="TAC"/>
              <w:rPr>
                <w:rFonts w:eastAsia="Malgun Gothic" w:cs="Arial"/>
                <w:lang w:eastAsia="ko-KR"/>
              </w:rPr>
            </w:pPr>
            <w:r w:rsidRPr="00E062F1">
              <w:rPr>
                <w:rFonts w:cs="Arial"/>
                <w:lang w:eastAsia="zh-CN"/>
              </w:rPr>
              <w:t>DC_1A-42C_n78A</w:t>
            </w:r>
            <w:r w:rsidRPr="00E062F1">
              <w:rPr>
                <w:rFonts w:cs="Arial"/>
                <w:lang w:eastAsia="ja-JP"/>
              </w:rPr>
              <w:t>-</w:t>
            </w:r>
            <w:r w:rsidRPr="00E062F1">
              <w:rPr>
                <w:rFonts w:cs="Arial"/>
                <w:lang w:eastAsia="zh-CN"/>
              </w:rPr>
              <w:t>n257</w:t>
            </w:r>
            <w:r w:rsidRPr="00E062F1">
              <w:rPr>
                <w:rFonts w:eastAsia="Malgun Gothic" w:cs="Arial"/>
                <w:lang w:eastAsia="ko-KR"/>
              </w:rPr>
              <w:t>G</w:t>
            </w:r>
          </w:p>
          <w:p w14:paraId="19B51ADE" w14:textId="77777777" w:rsidR="00821EDB" w:rsidRPr="00E062F1" w:rsidRDefault="00821EDB" w:rsidP="006B3BD2">
            <w:pPr>
              <w:pStyle w:val="TAC"/>
              <w:rPr>
                <w:rFonts w:eastAsia="Malgun Gothic" w:cs="Arial"/>
                <w:lang w:eastAsia="ko-KR"/>
              </w:rPr>
            </w:pPr>
            <w:r w:rsidRPr="00E062F1">
              <w:rPr>
                <w:rFonts w:cs="Arial"/>
                <w:lang w:eastAsia="zh-CN"/>
              </w:rPr>
              <w:t>DC_1A-42C_n78A</w:t>
            </w:r>
            <w:r w:rsidRPr="00E062F1">
              <w:rPr>
                <w:rFonts w:cs="Arial"/>
                <w:lang w:eastAsia="ja-JP"/>
              </w:rPr>
              <w:t>-</w:t>
            </w:r>
            <w:r w:rsidRPr="00E062F1">
              <w:rPr>
                <w:rFonts w:cs="Arial"/>
                <w:lang w:eastAsia="zh-CN"/>
              </w:rPr>
              <w:t>n257</w:t>
            </w:r>
            <w:r w:rsidRPr="00E062F1">
              <w:rPr>
                <w:rFonts w:eastAsia="Malgun Gothic" w:cs="Arial"/>
                <w:lang w:eastAsia="ko-KR"/>
              </w:rPr>
              <w:t>H</w:t>
            </w:r>
          </w:p>
          <w:p w14:paraId="53D470B8" w14:textId="77777777" w:rsidR="00821EDB" w:rsidRPr="00E062F1" w:rsidRDefault="00821EDB" w:rsidP="006B3BD2">
            <w:pPr>
              <w:pStyle w:val="TAC"/>
              <w:rPr>
                <w:noProof/>
              </w:rPr>
            </w:pPr>
            <w:r w:rsidRPr="00E062F1">
              <w:rPr>
                <w:rFonts w:cs="Arial"/>
                <w:lang w:eastAsia="zh-CN"/>
              </w:rPr>
              <w:t>DC_1A-42C_n78A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17F513EB" w14:textId="77777777" w:rsidR="00821EDB" w:rsidRPr="00E062F1" w:rsidRDefault="00821EDB" w:rsidP="006B3BD2">
            <w:pPr>
              <w:pStyle w:val="TAC"/>
              <w:rPr>
                <w:rFonts w:cs="Arial"/>
                <w:lang w:eastAsia="zh-CN"/>
              </w:rPr>
            </w:pPr>
            <w:r w:rsidRPr="00E062F1">
              <w:rPr>
                <w:rFonts w:cs="Arial"/>
                <w:lang w:eastAsia="zh-CN"/>
              </w:rPr>
              <w:t>DC_1A_n78A</w:t>
            </w:r>
          </w:p>
          <w:p w14:paraId="3009E661" w14:textId="77777777" w:rsidR="00821EDB" w:rsidRPr="00E062F1" w:rsidRDefault="00821EDB" w:rsidP="006B3BD2">
            <w:pPr>
              <w:pStyle w:val="TAC"/>
              <w:rPr>
                <w:rFonts w:cs="Arial"/>
                <w:lang w:eastAsia="zh-CN"/>
              </w:rPr>
            </w:pPr>
            <w:r w:rsidRPr="00E062F1">
              <w:rPr>
                <w:rFonts w:cs="Arial"/>
                <w:lang w:eastAsia="zh-CN"/>
              </w:rPr>
              <w:t>DC_1A_n257A</w:t>
            </w:r>
          </w:p>
          <w:p w14:paraId="06D7E013" w14:textId="77777777" w:rsidR="00821EDB" w:rsidRPr="00E062F1" w:rsidRDefault="00821EDB" w:rsidP="006B3BD2">
            <w:pPr>
              <w:pStyle w:val="TAC"/>
              <w:rPr>
                <w:rFonts w:cs="Arial"/>
                <w:lang w:eastAsia="zh-CN"/>
              </w:rPr>
            </w:pPr>
            <w:r w:rsidRPr="00E062F1">
              <w:rPr>
                <w:rFonts w:cs="Arial"/>
                <w:lang w:eastAsia="zh-CN"/>
              </w:rPr>
              <w:t>DC_1A_n257G</w:t>
            </w:r>
          </w:p>
          <w:p w14:paraId="22BBDB4C" w14:textId="77777777" w:rsidR="00821EDB" w:rsidRPr="00E062F1" w:rsidRDefault="00821EDB" w:rsidP="006B3BD2">
            <w:pPr>
              <w:pStyle w:val="TAC"/>
              <w:rPr>
                <w:rFonts w:cs="Arial"/>
                <w:lang w:eastAsia="zh-CN"/>
              </w:rPr>
            </w:pPr>
            <w:r w:rsidRPr="00E062F1">
              <w:rPr>
                <w:rFonts w:cs="Arial"/>
                <w:lang w:eastAsia="zh-CN"/>
              </w:rPr>
              <w:t>DC_1A_n257H</w:t>
            </w:r>
          </w:p>
          <w:p w14:paraId="1BD8B466" w14:textId="77777777" w:rsidR="00821EDB" w:rsidRPr="00E062F1" w:rsidRDefault="00821EDB" w:rsidP="006B3BD2">
            <w:pPr>
              <w:pStyle w:val="TAC"/>
              <w:rPr>
                <w:rFonts w:cs="Arial"/>
                <w:lang w:eastAsia="zh-CN"/>
              </w:rPr>
            </w:pPr>
            <w:r w:rsidRPr="00E062F1">
              <w:rPr>
                <w:rFonts w:cs="Arial"/>
                <w:lang w:eastAsia="zh-CN"/>
              </w:rPr>
              <w:t>DC_1A_n257I</w:t>
            </w:r>
          </w:p>
          <w:p w14:paraId="638D72F6" w14:textId="77777777" w:rsidR="00821EDB" w:rsidRPr="00E062F1" w:rsidRDefault="00821EDB" w:rsidP="006B3BD2">
            <w:pPr>
              <w:pStyle w:val="TAC"/>
              <w:rPr>
                <w:rFonts w:cs="Arial"/>
                <w:lang w:eastAsia="zh-CN"/>
              </w:rPr>
            </w:pPr>
            <w:r w:rsidRPr="00E062F1">
              <w:rPr>
                <w:rFonts w:cs="Arial"/>
                <w:lang w:eastAsia="zh-CN"/>
              </w:rPr>
              <w:t>DC_42A_n257A</w:t>
            </w:r>
          </w:p>
          <w:p w14:paraId="44803344" w14:textId="77777777" w:rsidR="00821EDB" w:rsidRPr="00E062F1" w:rsidRDefault="00821EDB" w:rsidP="006B3BD2">
            <w:pPr>
              <w:pStyle w:val="TAC"/>
              <w:rPr>
                <w:rFonts w:cs="Arial"/>
                <w:lang w:eastAsia="zh-CN"/>
              </w:rPr>
            </w:pPr>
            <w:r w:rsidRPr="00E062F1">
              <w:rPr>
                <w:rFonts w:cs="Arial"/>
                <w:lang w:eastAsia="zh-CN"/>
              </w:rPr>
              <w:t>DC_42A_n257G</w:t>
            </w:r>
          </w:p>
          <w:p w14:paraId="053B80C3" w14:textId="77777777" w:rsidR="00821EDB" w:rsidRPr="00E062F1" w:rsidRDefault="00821EDB" w:rsidP="006B3BD2">
            <w:pPr>
              <w:pStyle w:val="TAC"/>
              <w:rPr>
                <w:rFonts w:cs="Arial"/>
                <w:lang w:eastAsia="zh-CN"/>
              </w:rPr>
            </w:pPr>
            <w:r w:rsidRPr="00E062F1">
              <w:rPr>
                <w:rFonts w:cs="Arial"/>
                <w:lang w:eastAsia="zh-CN"/>
              </w:rPr>
              <w:t>DC_42A_n257H</w:t>
            </w:r>
          </w:p>
          <w:p w14:paraId="56C77023" w14:textId="77777777" w:rsidR="00821EDB" w:rsidRPr="00E062F1" w:rsidRDefault="00821EDB" w:rsidP="006B3BD2">
            <w:pPr>
              <w:pStyle w:val="TAC"/>
              <w:rPr>
                <w:rFonts w:cs="Arial"/>
                <w:lang w:eastAsia="zh-CN"/>
              </w:rPr>
            </w:pPr>
            <w:r w:rsidRPr="00E062F1">
              <w:rPr>
                <w:rFonts w:cs="Arial"/>
                <w:lang w:eastAsia="zh-CN"/>
              </w:rPr>
              <w:t>DC_42A_n257I</w:t>
            </w:r>
          </w:p>
          <w:p w14:paraId="3C25CA81" w14:textId="77777777" w:rsidR="00821EDB" w:rsidRPr="00E062F1" w:rsidRDefault="00821EDB" w:rsidP="006B3BD2">
            <w:pPr>
              <w:pStyle w:val="TAC"/>
              <w:rPr>
                <w:rFonts w:cs="Arial"/>
                <w:lang w:eastAsia="zh-CN"/>
              </w:rPr>
            </w:pPr>
            <w:r w:rsidRPr="00E062F1">
              <w:rPr>
                <w:rFonts w:cs="Arial"/>
                <w:lang w:eastAsia="zh-CN"/>
              </w:rPr>
              <w:t>DC_42C_n257A</w:t>
            </w:r>
          </w:p>
          <w:p w14:paraId="10D67DE6" w14:textId="77777777" w:rsidR="00821EDB" w:rsidRPr="00E062F1" w:rsidRDefault="00821EDB" w:rsidP="006B3BD2">
            <w:pPr>
              <w:pStyle w:val="TAC"/>
              <w:rPr>
                <w:rFonts w:cs="Arial"/>
                <w:lang w:eastAsia="zh-CN"/>
              </w:rPr>
            </w:pPr>
            <w:r w:rsidRPr="00E062F1">
              <w:rPr>
                <w:rFonts w:cs="Arial"/>
                <w:lang w:eastAsia="zh-CN"/>
              </w:rPr>
              <w:t>DC_42C_n257G</w:t>
            </w:r>
          </w:p>
          <w:p w14:paraId="0FA89B87" w14:textId="77777777" w:rsidR="00821EDB" w:rsidRPr="00E062F1" w:rsidRDefault="00821EDB" w:rsidP="006B3BD2">
            <w:pPr>
              <w:pStyle w:val="TAC"/>
              <w:rPr>
                <w:rFonts w:cs="Arial"/>
                <w:lang w:eastAsia="zh-CN"/>
              </w:rPr>
            </w:pPr>
            <w:r w:rsidRPr="00E062F1">
              <w:rPr>
                <w:rFonts w:cs="Arial"/>
                <w:lang w:eastAsia="zh-CN"/>
              </w:rPr>
              <w:t>DC_42C_n257H</w:t>
            </w:r>
          </w:p>
          <w:p w14:paraId="0B3C0A46" w14:textId="40F7471C" w:rsidR="00862446" w:rsidRPr="00E062F1" w:rsidRDefault="00821EDB" w:rsidP="006B3BD2">
            <w:pPr>
              <w:pStyle w:val="TAC"/>
              <w:rPr>
                <w:rFonts w:cs="Arial"/>
                <w:lang w:eastAsia="zh-CN"/>
              </w:rPr>
            </w:pPr>
            <w:r w:rsidRPr="00E062F1">
              <w:rPr>
                <w:rFonts w:cs="Arial"/>
                <w:lang w:eastAsia="zh-CN"/>
              </w:rPr>
              <w:t>DC_42C_n257I</w:t>
            </w:r>
          </w:p>
          <w:p w14:paraId="1962DA07" w14:textId="77777777" w:rsidR="00862446" w:rsidRPr="00E062F1" w:rsidRDefault="00862446" w:rsidP="006B3BD2">
            <w:pPr>
              <w:pStyle w:val="TAC"/>
              <w:rPr>
                <w:rFonts w:cs="Arial"/>
                <w:lang w:eastAsia="zh-CN"/>
              </w:rPr>
            </w:pPr>
            <w:r w:rsidRPr="00E062F1">
              <w:rPr>
                <w:rFonts w:cs="Arial"/>
                <w:lang w:eastAsia="zh-CN"/>
              </w:rPr>
              <w:t>DC_1A_n78A-n257A</w:t>
            </w:r>
          </w:p>
          <w:p w14:paraId="0052F3AC" w14:textId="77777777" w:rsidR="00862446" w:rsidRPr="00E062F1" w:rsidRDefault="00862446" w:rsidP="006B3BD2">
            <w:pPr>
              <w:pStyle w:val="TAC"/>
              <w:rPr>
                <w:rFonts w:cs="Arial"/>
                <w:lang w:eastAsia="zh-CN"/>
              </w:rPr>
            </w:pPr>
            <w:r w:rsidRPr="00E062F1">
              <w:rPr>
                <w:rFonts w:cs="Arial"/>
                <w:lang w:eastAsia="zh-CN"/>
              </w:rPr>
              <w:t>DC_1A_n78A-n257G</w:t>
            </w:r>
          </w:p>
          <w:p w14:paraId="095AB8A6" w14:textId="77777777" w:rsidR="00862446" w:rsidRPr="00E062F1" w:rsidRDefault="00862446" w:rsidP="006B3BD2">
            <w:pPr>
              <w:pStyle w:val="TAC"/>
              <w:rPr>
                <w:rFonts w:cs="Arial"/>
                <w:lang w:eastAsia="zh-CN"/>
              </w:rPr>
            </w:pPr>
            <w:r w:rsidRPr="00E062F1">
              <w:rPr>
                <w:rFonts w:cs="Arial"/>
                <w:lang w:eastAsia="zh-CN"/>
              </w:rPr>
              <w:t>DC_1A_n78A-n257H</w:t>
            </w:r>
          </w:p>
          <w:p w14:paraId="52633BA5" w14:textId="786A5D64" w:rsidR="00821EDB" w:rsidRPr="00E062F1" w:rsidRDefault="00862446" w:rsidP="006B3BD2">
            <w:pPr>
              <w:pStyle w:val="TAC"/>
              <w:rPr>
                <w:noProof/>
              </w:rPr>
            </w:pPr>
            <w:r w:rsidRPr="00E062F1">
              <w:rPr>
                <w:rFonts w:cs="Arial"/>
                <w:lang w:eastAsia="zh-CN"/>
              </w:rPr>
              <w:t>DC_1A_n78A-n257I</w:t>
            </w:r>
          </w:p>
        </w:tc>
      </w:tr>
      <w:tr w:rsidR="00862446" w:rsidRPr="00E062F1" w14:paraId="116C8F84" w14:textId="77777777" w:rsidTr="006B3BD2">
        <w:trPr>
          <w:trHeight w:val="187"/>
          <w:jc w:val="center"/>
        </w:trPr>
        <w:tc>
          <w:tcPr>
            <w:tcW w:w="3969" w:type="dxa"/>
            <w:shd w:val="clear" w:color="auto" w:fill="auto"/>
            <w:noWrap/>
            <w:tcMar>
              <w:top w:w="28" w:type="dxa"/>
              <w:left w:w="28" w:type="dxa"/>
              <w:bottom w:w="28" w:type="dxa"/>
              <w:right w:w="28" w:type="dxa"/>
            </w:tcMar>
          </w:tcPr>
          <w:p w14:paraId="63F76359" w14:textId="77777777" w:rsidR="00862446" w:rsidRPr="00E062F1" w:rsidRDefault="00862446" w:rsidP="006B3BD2">
            <w:pPr>
              <w:pStyle w:val="TAC"/>
              <w:rPr>
                <w:rFonts w:cs="Arial"/>
                <w:lang w:eastAsia="zh-CN"/>
              </w:rPr>
            </w:pPr>
            <w:r w:rsidRPr="00E062F1">
              <w:rPr>
                <w:rFonts w:cs="Arial"/>
                <w:lang w:eastAsia="zh-CN"/>
              </w:rPr>
              <w:t>DC_1A-42A_n79A-n257A</w:t>
            </w:r>
          </w:p>
          <w:p w14:paraId="24AB419F" w14:textId="77777777" w:rsidR="00862446" w:rsidRPr="00E062F1" w:rsidRDefault="00862446" w:rsidP="006B3BD2">
            <w:pPr>
              <w:pStyle w:val="TAC"/>
              <w:rPr>
                <w:rFonts w:cs="Arial"/>
                <w:lang w:eastAsia="zh-CN"/>
              </w:rPr>
            </w:pPr>
            <w:r w:rsidRPr="00E062F1">
              <w:rPr>
                <w:rFonts w:cs="Arial"/>
                <w:lang w:eastAsia="zh-CN"/>
              </w:rPr>
              <w:t>DC_1A-42A_n79A-n257G</w:t>
            </w:r>
          </w:p>
          <w:p w14:paraId="59014701" w14:textId="77777777" w:rsidR="00862446" w:rsidRPr="00E062F1" w:rsidRDefault="00862446" w:rsidP="006B3BD2">
            <w:pPr>
              <w:pStyle w:val="TAC"/>
              <w:rPr>
                <w:rFonts w:cs="Arial"/>
                <w:lang w:eastAsia="zh-CN"/>
              </w:rPr>
            </w:pPr>
            <w:r w:rsidRPr="00E062F1">
              <w:rPr>
                <w:rFonts w:cs="Arial"/>
                <w:lang w:eastAsia="zh-CN"/>
              </w:rPr>
              <w:t>DC_1A-42A_n79A-n257H</w:t>
            </w:r>
          </w:p>
          <w:p w14:paraId="210DCDD4" w14:textId="77777777" w:rsidR="00862446" w:rsidRPr="00E062F1" w:rsidRDefault="00862446" w:rsidP="006B3BD2">
            <w:pPr>
              <w:pStyle w:val="TAC"/>
              <w:rPr>
                <w:rFonts w:cs="Arial"/>
                <w:lang w:eastAsia="zh-CN"/>
              </w:rPr>
            </w:pPr>
            <w:r w:rsidRPr="00E062F1">
              <w:rPr>
                <w:rFonts w:cs="Arial"/>
                <w:lang w:eastAsia="zh-CN"/>
              </w:rPr>
              <w:t>DC_1A-42A_n79A-n257I</w:t>
            </w:r>
          </w:p>
          <w:p w14:paraId="299DF70A" w14:textId="77777777" w:rsidR="00862446" w:rsidRPr="00E062F1" w:rsidRDefault="00862446" w:rsidP="006B3BD2">
            <w:pPr>
              <w:pStyle w:val="TAC"/>
              <w:rPr>
                <w:rFonts w:cs="Arial"/>
                <w:lang w:eastAsia="zh-CN"/>
              </w:rPr>
            </w:pPr>
            <w:r w:rsidRPr="00E062F1">
              <w:rPr>
                <w:rFonts w:cs="Arial"/>
                <w:lang w:eastAsia="zh-CN"/>
              </w:rPr>
              <w:t>DC_1A-42C_n79A-n257A</w:t>
            </w:r>
          </w:p>
          <w:p w14:paraId="2C1AF6E0" w14:textId="77777777" w:rsidR="00862446" w:rsidRPr="00E062F1" w:rsidRDefault="00862446" w:rsidP="006B3BD2">
            <w:pPr>
              <w:pStyle w:val="TAC"/>
              <w:rPr>
                <w:rFonts w:cs="Arial"/>
                <w:lang w:eastAsia="zh-CN"/>
              </w:rPr>
            </w:pPr>
            <w:r w:rsidRPr="00E062F1">
              <w:rPr>
                <w:rFonts w:cs="Arial"/>
                <w:lang w:eastAsia="zh-CN"/>
              </w:rPr>
              <w:t>DC_1A-42C_n79A-n257G</w:t>
            </w:r>
          </w:p>
          <w:p w14:paraId="217DCAB7" w14:textId="77777777" w:rsidR="00862446" w:rsidRPr="00E062F1" w:rsidRDefault="00862446" w:rsidP="006B3BD2">
            <w:pPr>
              <w:pStyle w:val="TAC"/>
              <w:rPr>
                <w:rFonts w:cs="Arial"/>
                <w:lang w:eastAsia="zh-CN"/>
              </w:rPr>
            </w:pPr>
            <w:r w:rsidRPr="00E062F1">
              <w:rPr>
                <w:rFonts w:cs="Arial"/>
                <w:lang w:eastAsia="zh-CN"/>
              </w:rPr>
              <w:t>DC_1A-42C_n79A-n257H</w:t>
            </w:r>
          </w:p>
          <w:p w14:paraId="47FFBDEF" w14:textId="71D69210" w:rsidR="00862446" w:rsidRPr="00E062F1" w:rsidRDefault="00862446" w:rsidP="006B3BD2">
            <w:pPr>
              <w:pStyle w:val="TAC"/>
              <w:rPr>
                <w:rFonts w:cs="Arial"/>
                <w:lang w:eastAsia="zh-CN"/>
              </w:rPr>
            </w:pPr>
            <w:r w:rsidRPr="00E062F1">
              <w:rPr>
                <w:rFonts w:cs="Arial"/>
                <w:lang w:eastAsia="zh-CN"/>
              </w:rPr>
              <w:t>DC_1A-42C_n79A-n257I</w:t>
            </w:r>
          </w:p>
        </w:tc>
        <w:tc>
          <w:tcPr>
            <w:tcW w:w="3969" w:type="dxa"/>
            <w:tcMar>
              <w:top w:w="28" w:type="dxa"/>
              <w:left w:w="28" w:type="dxa"/>
              <w:bottom w:w="28" w:type="dxa"/>
              <w:right w:w="28" w:type="dxa"/>
            </w:tcMar>
          </w:tcPr>
          <w:p w14:paraId="4FAE69DF" w14:textId="77777777" w:rsidR="00862446" w:rsidRPr="00E062F1" w:rsidRDefault="00862446" w:rsidP="006B3BD2">
            <w:pPr>
              <w:pStyle w:val="TAC"/>
              <w:rPr>
                <w:rFonts w:cs="Arial"/>
                <w:lang w:eastAsia="zh-CN"/>
              </w:rPr>
            </w:pPr>
            <w:r w:rsidRPr="00E062F1">
              <w:rPr>
                <w:rFonts w:cs="Arial"/>
                <w:lang w:eastAsia="zh-CN"/>
              </w:rPr>
              <w:t>DC_1A_n79A-n257A</w:t>
            </w:r>
          </w:p>
          <w:p w14:paraId="712065CD" w14:textId="77777777" w:rsidR="00862446" w:rsidRPr="00E062F1" w:rsidRDefault="00862446" w:rsidP="006B3BD2">
            <w:pPr>
              <w:pStyle w:val="TAC"/>
              <w:rPr>
                <w:rFonts w:cs="Arial"/>
                <w:lang w:eastAsia="zh-CN"/>
              </w:rPr>
            </w:pPr>
            <w:r w:rsidRPr="00E062F1">
              <w:rPr>
                <w:rFonts w:cs="Arial"/>
                <w:lang w:eastAsia="zh-CN"/>
              </w:rPr>
              <w:t>DC_1A_n79A-n257G</w:t>
            </w:r>
          </w:p>
          <w:p w14:paraId="02EE68DB" w14:textId="77777777" w:rsidR="00862446" w:rsidRPr="00E062F1" w:rsidRDefault="00862446" w:rsidP="006B3BD2">
            <w:pPr>
              <w:pStyle w:val="TAC"/>
              <w:rPr>
                <w:rFonts w:cs="Arial"/>
                <w:lang w:eastAsia="zh-CN"/>
              </w:rPr>
            </w:pPr>
            <w:r w:rsidRPr="00E062F1">
              <w:rPr>
                <w:rFonts w:cs="Arial"/>
                <w:lang w:eastAsia="zh-CN"/>
              </w:rPr>
              <w:t>DC_1A_n79A-n257H</w:t>
            </w:r>
          </w:p>
          <w:p w14:paraId="392667E5" w14:textId="0F3944F2" w:rsidR="00862446" w:rsidRPr="00E062F1" w:rsidRDefault="00862446" w:rsidP="006B3BD2">
            <w:pPr>
              <w:pStyle w:val="TAC"/>
              <w:rPr>
                <w:rFonts w:cs="Arial"/>
                <w:lang w:eastAsia="zh-CN"/>
              </w:rPr>
            </w:pPr>
            <w:r w:rsidRPr="00E062F1">
              <w:rPr>
                <w:rFonts w:cs="Arial"/>
                <w:lang w:eastAsia="zh-CN"/>
              </w:rPr>
              <w:t>DC_1A_n79A-n257I</w:t>
            </w:r>
          </w:p>
        </w:tc>
      </w:tr>
      <w:tr w:rsidR="00821EDB" w:rsidRPr="00E062F1" w14:paraId="4119901F" w14:textId="77777777" w:rsidTr="006B3BD2">
        <w:trPr>
          <w:trHeight w:val="187"/>
          <w:jc w:val="center"/>
        </w:trPr>
        <w:tc>
          <w:tcPr>
            <w:tcW w:w="3969" w:type="dxa"/>
            <w:shd w:val="clear" w:color="auto" w:fill="auto"/>
            <w:noWrap/>
            <w:tcMar>
              <w:top w:w="28" w:type="dxa"/>
              <w:left w:w="28" w:type="dxa"/>
              <w:bottom w:w="28" w:type="dxa"/>
              <w:right w:w="28" w:type="dxa"/>
            </w:tcMar>
          </w:tcPr>
          <w:p w14:paraId="0485B409" w14:textId="77777777" w:rsidR="00821EDB" w:rsidRPr="00E062F1" w:rsidRDefault="00821EDB" w:rsidP="006B3BD2">
            <w:pPr>
              <w:pStyle w:val="TAC"/>
              <w:rPr>
                <w:rFonts w:eastAsia="Malgun Gothic" w:cs="Arial"/>
                <w:lang w:eastAsia="ko-KR"/>
              </w:rPr>
            </w:pPr>
            <w:r w:rsidRPr="00E062F1">
              <w:rPr>
                <w:rFonts w:cs="Arial"/>
                <w:lang w:eastAsia="zh-CN"/>
              </w:rPr>
              <w:t>DC_1A-42A_n79A</w:t>
            </w:r>
            <w:r w:rsidRPr="00E062F1">
              <w:rPr>
                <w:rFonts w:cs="Arial"/>
                <w:lang w:eastAsia="ja-JP"/>
              </w:rPr>
              <w:t>-</w:t>
            </w:r>
            <w:r w:rsidRPr="00E062F1">
              <w:rPr>
                <w:rFonts w:cs="Arial"/>
                <w:lang w:eastAsia="zh-CN"/>
              </w:rPr>
              <w:t>n257</w:t>
            </w:r>
            <w:r w:rsidRPr="00E062F1">
              <w:rPr>
                <w:rFonts w:eastAsia="Malgun Gothic" w:cs="Arial"/>
                <w:lang w:eastAsia="ko-KR"/>
              </w:rPr>
              <w:t>A</w:t>
            </w:r>
          </w:p>
          <w:p w14:paraId="18588222" w14:textId="77777777" w:rsidR="00821EDB" w:rsidRPr="00E062F1" w:rsidRDefault="00821EDB" w:rsidP="006B3BD2">
            <w:pPr>
              <w:pStyle w:val="TAC"/>
              <w:rPr>
                <w:rFonts w:eastAsia="Malgun Gothic" w:cs="Arial"/>
                <w:lang w:eastAsia="ko-KR"/>
              </w:rPr>
            </w:pPr>
            <w:r w:rsidRPr="00E062F1">
              <w:rPr>
                <w:rFonts w:cs="Arial"/>
                <w:lang w:eastAsia="zh-CN"/>
              </w:rPr>
              <w:t>DC_1A-42A_n79A</w:t>
            </w:r>
            <w:r w:rsidRPr="00E062F1">
              <w:rPr>
                <w:rFonts w:cs="Arial"/>
                <w:lang w:eastAsia="ja-JP"/>
              </w:rPr>
              <w:t>-</w:t>
            </w:r>
            <w:r w:rsidRPr="00E062F1">
              <w:rPr>
                <w:rFonts w:cs="Arial"/>
                <w:lang w:eastAsia="zh-CN"/>
              </w:rPr>
              <w:t>n257</w:t>
            </w:r>
            <w:r w:rsidRPr="00E062F1">
              <w:rPr>
                <w:rFonts w:eastAsia="Malgun Gothic" w:cs="Arial"/>
                <w:lang w:eastAsia="ko-KR"/>
              </w:rPr>
              <w:t>G</w:t>
            </w:r>
          </w:p>
          <w:p w14:paraId="1685030F" w14:textId="77777777" w:rsidR="00821EDB" w:rsidRPr="00E062F1" w:rsidRDefault="00821EDB" w:rsidP="006B3BD2">
            <w:pPr>
              <w:pStyle w:val="TAC"/>
              <w:rPr>
                <w:rFonts w:eastAsia="Malgun Gothic" w:cs="Arial"/>
                <w:lang w:eastAsia="ko-KR"/>
              </w:rPr>
            </w:pPr>
            <w:r w:rsidRPr="00E062F1">
              <w:rPr>
                <w:rFonts w:cs="Arial"/>
                <w:lang w:eastAsia="zh-CN"/>
              </w:rPr>
              <w:t>DC_1A-42A_n79A</w:t>
            </w:r>
            <w:r w:rsidRPr="00E062F1">
              <w:rPr>
                <w:rFonts w:cs="Arial"/>
                <w:lang w:eastAsia="ja-JP"/>
              </w:rPr>
              <w:t>-</w:t>
            </w:r>
            <w:r w:rsidRPr="00E062F1">
              <w:rPr>
                <w:rFonts w:cs="Arial"/>
                <w:lang w:eastAsia="zh-CN"/>
              </w:rPr>
              <w:t>n257</w:t>
            </w:r>
            <w:r w:rsidRPr="00E062F1">
              <w:rPr>
                <w:rFonts w:eastAsia="Malgun Gothic" w:cs="Arial"/>
                <w:lang w:eastAsia="ko-KR"/>
              </w:rPr>
              <w:t>H</w:t>
            </w:r>
          </w:p>
          <w:p w14:paraId="07D30C7A" w14:textId="77777777" w:rsidR="00821EDB" w:rsidRPr="00E062F1" w:rsidRDefault="00821EDB" w:rsidP="006B3BD2">
            <w:pPr>
              <w:pStyle w:val="TAC"/>
              <w:rPr>
                <w:rFonts w:eastAsia="Malgun Gothic" w:cs="Arial"/>
                <w:lang w:eastAsia="ko-KR"/>
              </w:rPr>
            </w:pPr>
            <w:r w:rsidRPr="00E062F1">
              <w:rPr>
                <w:rFonts w:cs="Arial"/>
                <w:lang w:eastAsia="zh-CN"/>
              </w:rPr>
              <w:t>DC_1A-42A_n79A</w:t>
            </w:r>
            <w:r w:rsidRPr="00E062F1">
              <w:rPr>
                <w:rFonts w:cs="Arial"/>
                <w:lang w:eastAsia="ja-JP"/>
              </w:rPr>
              <w:t>-</w:t>
            </w:r>
            <w:r w:rsidRPr="00E062F1">
              <w:rPr>
                <w:rFonts w:cs="Arial"/>
                <w:lang w:eastAsia="zh-CN"/>
              </w:rPr>
              <w:t>n257</w:t>
            </w:r>
            <w:r w:rsidRPr="00E062F1">
              <w:rPr>
                <w:rFonts w:eastAsia="Malgun Gothic" w:cs="Arial"/>
                <w:lang w:eastAsia="ko-KR"/>
              </w:rPr>
              <w:t>I</w:t>
            </w:r>
          </w:p>
          <w:p w14:paraId="4692565F" w14:textId="77777777" w:rsidR="00821EDB" w:rsidRPr="00E062F1" w:rsidRDefault="00821EDB" w:rsidP="006B3BD2">
            <w:pPr>
              <w:pStyle w:val="TAC"/>
              <w:rPr>
                <w:rFonts w:eastAsia="Malgun Gothic" w:cs="Arial"/>
                <w:lang w:eastAsia="ko-KR"/>
              </w:rPr>
            </w:pPr>
            <w:r w:rsidRPr="00E062F1">
              <w:rPr>
                <w:rFonts w:cs="Arial"/>
                <w:lang w:eastAsia="zh-CN"/>
              </w:rPr>
              <w:t>DC_1A-42C_n79A</w:t>
            </w:r>
            <w:r w:rsidRPr="00E062F1">
              <w:rPr>
                <w:rFonts w:cs="Arial"/>
                <w:lang w:eastAsia="ja-JP"/>
              </w:rPr>
              <w:t>-</w:t>
            </w:r>
            <w:r w:rsidRPr="00E062F1">
              <w:rPr>
                <w:rFonts w:cs="Arial"/>
                <w:lang w:eastAsia="zh-CN"/>
              </w:rPr>
              <w:t>n257</w:t>
            </w:r>
            <w:r w:rsidRPr="00E062F1">
              <w:rPr>
                <w:rFonts w:eastAsia="Malgun Gothic" w:cs="Arial"/>
                <w:lang w:eastAsia="ko-KR"/>
              </w:rPr>
              <w:t>A</w:t>
            </w:r>
          </w:p>
          <w:p w14:paraId="7708613C" w14:textId="77777777" w:rsidR="00821EDB" w:rsidRPr="00E062F1" w:rsidRDefault="00821EDB" w:rsidP="006B3BD2">
            <w:pPr>
              <w:pStyle w:val="TAC"/>
              <w:rPr>
                <w:rFonts w:eastAsia="Malgun Gothic" w:cs="Arial"/>
                <w:lang w:eastAsia="ko-KR"/>
              </w:rPr>
            </w:pPr>
            <w:r w:rsidRPr="00E062F1">
              <w:rPr>
                <w:rFonts w:cs="Arial"/>
                <w:lang w:eastAsia="zh-CN"/>
              </w:rPr>
              <w:t>DC_1A-42C_n79A</w:t>
            </w:r>
            <w:r w:rsidRPr="00E062F1">
              <w:rPr>
                <w:rFonts w:cs="Arial"/>
                <w:lang w:eastAsia="ja-JP"/>
              </w:rPr>
              <w:t>-</w:t>
            </w:r>
            <w:r w:rsidRPr="00E062F1">
              <w:rPr>
                <w:rFonts w:cs="Arial"/>
                <w:lang w:eastAsia="zh-CN"/>
              </w:rPr>
              <w:t>n257</w:t>
            </w:r>
            <w:r w:rsidRPr="00E062F1">
              <w:rPr>
                <w:rFonts w:eastAsia="Malgun Gothic" w:cs="Arial"/>
                <w:lang w:eastAsia="ko-KR"/>
              </w:rPr>
              <w:t>G</w:t>
            </w:r>
          </w:p>
          <w:p w14:paraId="17873C20" w14:textId="77777777" w:rsidR="00821EDB" w:rsidRPr="00E062F1" w:rsidRDefault="00821EDB" w:rsidP="006B3BD2">
            <w:pPr>
              <w:pStyle w:val="TAC"/>
              <w:rPr>
                <w:rFonts w:eastAsia="Malgun Gothic" w:cs="Arial"/>
                <w:lang w:eastAsia="ko-KR"/>
              </w:rPr>
            </w:pPr>
            <w:r w:rsidRPr="00E062F1">
              <w:rPr>
                <w:rFonts w:cs="Arial"/>
                <w:lang w:eastAsia="zh-CN"/>
              </w:rPr>
              <w:t>DC_1A-42C_n79A</w:t>
            </w:r>
            <w:r w:rsidRPr="00E062F1">
              <w:rPr>
                <w:rFonts w:cs="Arial"/>
                <w:lang w:eastAsia="ja-JP"/>
              </w:rPr>
              <w:t>-</w:t>
            </w:r>
            <w:r w:rsidRPr="00E062F1">
              <w:rPr>
                <w:rFonts w:cs="Arial"/>
                <w:lang w:eastAsia="zh-CN"/>
              </w:rPr>
              <w:t>n257</w:t>
            </w:r>
            <w:r w:rsidRPr="00E062F1">
              <w:rPr>
                <w:rFonts w:eastAsia="Malgun Gothic" w:cs="Arial"/>
                <w:lang w:eastAsia="ko-KR"/>
              </w:rPr>
              <w:t>H</w:t>
            </w:r>
          </w:p>
          <w:p w14:paraId="3A1A5EE2" w14:textId="77777777" w:rsidR="00821EDB" w:rsidRPr="00E062F1" w:rsidRDefault="00821EDB" w:rsidP="006B3BD2">
            <w:pPr>
              <w:pStyle w:val="TAC"/>
              <w:rPr>
                <w:rFonts w:cs="Arial"/>
                <w:lang w:eastAsia="zh-CN"/>
              </w:rPr>
            </w:pPr>
            <w:r w:rsidRPr="00E062F1">
              <w:rPr>
                <w:rFonts w:cs="Arial"/>
                <w:lang w:eastAsia="zh-CN"/>
              </w:rPr>
              <w:t>DC_1A-42C_n79A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20B6D3FA" w14:textId="77777777" w:rsidR="00821EDB" w:rsidRPr="00E062F1" w:rsidRDefault="00821EDB" w:rsidP="006B3BD2">
            <w:pPr>
              <w:pStyle w:val="TAC"/>
              <w:rPr>
                <w:rFonts w:cs="Arial"/>
                <w:lang w:eastAsia="zh-CN"/>
              </w:rPr>
            </w:pPr>
            <w:r w:rsidRPr="00E062F1">
              <w:rPr>
                <w:rFonts w:cs="Arial"/>
                <w:lang w:eastAsia="zh-CN"/>
              </w:rPr>
              <w:t>DC_1A_n79A</w:t>
            </w:r>
          </w:p>
          <w:p w14:paraId="20EEE96D" w14:textId="77777777" w:rsidR="00821EDB" w:rsidRPr="00E062F1" w:rsidRDefault="00821EDB" w:rsidP="006B3BD2">
            <w:pPr>
              <w:pStyle w:val="TAC"/>
              <w:rPr>
                <w:rFonts w:cs="Arial"/>
                <w:lang w:eastAsia="zh-CN"/>
              </w:rPr>
            </w:pPr>
            <w:r w:rsidRPr="00E062F1">
              <w:rPr>
                <w:rFonts w:cs="Arial"/>
                <w:lang w:eastAsia="zh-CN"/>
              </w:rPr>
              <w:t>DC_1A_n257A</w:t>
            </w:r>
          </w:p>
          <w:p w14:paraId="087DB8A4" w14:textId="77777777" w:rsidR="00821EDB" w:rsidRPr="00E062F1" w:rsidRDefault="00821EDB" w:rsidP="006B3BD2">
            <w:pPr>
              <w:pStyle w:val="TAC"/>
              <w:rPr>
                <w:rFonts w:cs="Arial"/>
                <w:lang w:eastAsia="zh-CN"/>
              </w:rPr>
            </w:pPr>
            <w:r w:rsidRPr="00E062F1">
              <w:rPr>
                <w:rFonts w:cs="Arial"/>
                <w:lang w:eastAsia="zh-CN"/>
              </w:rPr>
              <w:t>DC_1A_n257G</w:t>
            </w:r>
          </w:p>
          <w:p w14:paraId="5A212E57" w14:textId="77777777" w:rsidR="00821EDB" w:rsidRPr="00E062F1" w:rsidRDefault="00821EDB" w:rsidP="006B3BD2">
            <w:pPr>
              <w:pStyle w:val="TAC"/>
              <w:rPr>
                <w:rFonts w:cs="Arial"/>
                <w:lang w:eastAsia="zh-CN"/>
              </w:rPr>
            </w:pPr>
            <w:r w:rsidRPr="00E062F1">
              <w:rPr>
                <w:rFonts w:cs="Arial"/>
                <w:lang w:eastAsia="zh-CN"/>
              </w:rPr>
              <w:t>DC_1A_n257H</w:t>
            </w:r>
          </w:p>
          <w:p w14:paraId="45FB9360" w14:textId="77777777" w:rsidR="00821EDB" w:rsidRPr="00E062F1" w:rsidRDefault="00821EDB" w:rsidP="006B3BD2">
            <w:pPr>
              <w:pStyle w:val="TAC"/>
              <w:rPr>
                <w:rFonts w:cs="Arial"/>
                <w:lang w:eastAsia="zh-CN"/>
              </w:rPr>
            </w:pPr>
            <w:r w:rsidRPr="00E062F1">
              <w:rPr>
                <w:rFonts w:cs="Arial"/>
                <w:lang w:eastAsia="zh-CN"/>
              </w:rPr>
              <w:t>DC_1A_n257I</w:t>
            </w:r>
          </w:p>
          <w:p w14:paraId="5F51A68F" w14:textId="77777777" w:rsidR="00821EDB" w:rsidRPr="00E062F1" w:rsidRDefault="00821EDB" w:rsidP="006B3BD2">
            <w:pPr>
              <w:pStyle w:val="TAC"/>
              <w:rPr>
                <w:rFonts w:cs="Arial"/>
                <w:lang w:eastAsia="zh-CN"/>
              </w:rPr>
            </w:pPr>
            <w:r w:rsidRPr="00E062F1">
              <w:rPr>
                <w:rFonts w:cs="Arial"/>
                <w:lang w:eastAsia="zh-CN"/>
              </w:rPr>
              <w:t>DC_42A_n257A</w:t>
            </w:r>
          </w:p>
          <w:p w14:paraId="5A6FB03D" w14:textId="77777777" w:rsidR="00821EDB" w:rsidRPr="00E062F1" w:rsidRDefault="00821EDB" w:rsidP="006B3BD2">
            <w:pPr>
              <w:pStyle w:val="TAC"/>
              <w:rPr>
                <w:rFonts w:cs="Arial"/>
                <w:lang w:eastAsia="zh-CN"/>
              </w:rPr>
            </w:pPr>
            <w:r w:rsidRPr="00E062F1">
              <w:rPr>
                <w:rFonts w:cs="Arial"/>
                <w:lang w:eastAsia="zh-CN"/>
              </w:rPr>
              <w:t>DC_42A_n257G</w:t>
            </w:r>
          </w:p>
          <w:p w14:paraId="09C8EA68" w14:textId="77777777" w:rsidR="00821EDB" w:rsidRPr="00E062F1" w:rsidRDefault="00821EDB" w:rsidP="006B3BD2">
            <w:pPr>
              <w:pStyle w:val="TAC"/>
              <w:rPr>
                <w:rFonts w:cs="Arial"/>
                <w:lang w:eastAsia="zh-CN"/>
              </w:rPr>
            </w:pPr>
            <w:r w:rsidRPr="00E062F1">
              <w:rPr>
                <w:rFonts w:cs="Arial"/>
                <w:lang w:eastAsia="zh-CN"/>
              </w:rPr>
              <w:t>DC_42A_n257H</w:t>
            </w:r>
          </w:p>
          <w:p w14:paraId="7BD54DE0" w14:textId="77777777" w:rsidR="00821EDB" w:rsidRPr="00E062F1" w:rsidRDefault="00821EDB" w:rsidP="006B3BD2">
            <w:pPr>
              <w:pStyle w:val="TAC"/>
              <w:rPr>
                <w:rFonts w:cs="Arial"/>
                <w:lang w:eastAsia="zh-CN"/>
              </w:rPr>
            </w:pPr>
            <w:r w:rsidRPr="00E062F1">
              <w:rPr>
                <w:rFonts w:cs="Arial"/>
                <w:lang w:eastAsia="zh-CN"/>
              </w:rPr>
              <w:t>DC_42A_n257I</w:t>
            </w:r>
          </w:p>
        </w:tc>
      </w:tr>
      <w:tr w:rsidR="00821EDB" w:rsidRPr="00E062F1" w14:paraId="41BB03F4" w14:textId="77777777" w:rsidTr="006B3BD2">
        <w:trPr>
          <w:trHeight w:val="187"/>
          <w:jc w:val="center"/>
        </w:trPr>
        <w:tc>
          <w:tcPr>
            <w:tcW w:w="3969" w:type="dxa"/>
            <w:shd w:val="clear" w:color="auto" w:fill="auto"/>
            <w:noWrap/>
            <w:tcMar>
              <w:top w:w="28" w:type="dxa"/>
              <w:left w:w="28" w:type="dxa"/>
              <w:bottom w:w="28" w:type="dxa"/>
              <w:right w:w="28" w:type="dxa"/>
            </w:tcMar>
          </w:tcPr>
          <w:p w14:paraId="0CBAD7F2" w14:textId="77777777" w:rsidR="00821EDB" w:rsidRPr="00E062F1" w:rsidRDefault="00821EDB" w:rsidP="006B3BD2">
            <w:pPr>
              <w:pStyle w:val="TAC"/>
              <w:rPr>
                <w:rFonts w:eastAsia="Malgun Gothic"/>
                <w:lang w:eastAsia="ko-KR"/>
              </w:rPr>
            </w:pPr>
            <w:r w:rsidRPr="00E062F1">
              <w:rPr>
                <w:rFonts w:eastAsia="Malgun Gothic"/>
                <w:lang w:eastAsia="ko-KR"/>
              </w:rPr>
              <w:t>DC_2A-66A_n41A-n260A</w:t>
            </w:r>
          </w:p>
          <w:p w14:paraId="76FB1ADB" w14:textId="77777777" w:rsidR="00821EDB" w:rsidRPr="00E062F1" w:rsidRDefault="00821EDB" w:rsidP="006B3BD2">
            <w:pPr>
              <w:pStyle w:val="TAC"/>
              <w:rPr>
                <w:rFonts w:eastAsia="Malgun Gothic"/>
                <w:lang w:eastAsia="ko-KR"/>
              </w:rPr>
            </w:pPr>
            <w:r w:rsidRPr="00E062F1">
              <w:rPr>
                <w:rFonts w:eastAsia="Malgun Gothic"/>
                <w:lang w:eastAsia="ko-KR"/>
              </w:rPr>
              <w:t>DC_2A-66A_n41A-n260(2A)</w:t>
            </w:r>
          </w:p>
          <w:p w14:paraId="1A422964" w14:textId="77777777" w:rsidR="00821EDB" w:rsidRPr="00E062F1" w:rsidRDefault="00821EDB" w:rsidP="006B3BD2">
            <w:pPr>
              <w:pStyle w:val="TAC"/>
              <w:rPr>
                <w:rFonts w:eastAsia="Malgun Gothic"/>
                <w:lang w:eastAsia="ko-KR"/>
              </w:rPr>
            </w:pPr>
            <w:r w:rsidRPr="00E062F1">
              <w:rPr>
                <w:rFonts w:eastAsia="Malgun Gothic"/>
                <w:lang w:eastAsia="ko-KR"/>
              </w:rPr>
              <w:t>DC_2A-66A_n41A-n260(3A)</w:t>
            </w:r>
          </w:p>
          <w:p w14:paraId="773A8F1B" w14:textId="77777777" w:rsidR="00821EDB" w:rsidRPr="00E062F1" w:rsidRDefault="00821EDB" w:rsidP="006B3BD2">
            <w:pPr>
              <w:pStyle w:val="TAC"/>
              <w:rPr>
                <w:noProof/>
              </w:rPr>
            </w:pPr>
            <w:r w:rsidRPr="00E062F1">
              <w:rPr>
                <w:rFonts w:eastAsia="Malgun Gothic"/>
                <w:lang w:eastAsia="ko-KR"/>
              </w:rPr>
              <w:t>DC_2A-66A_n41A-n260(4A)</w:t>
            </w:r>
          </w:p>
        </w:tc>
        <w:tc>
          <w:tcPr>
            <w:tcW w:w="3969" w:type="dxa"/>
            <w:tcMar>
              <w:top w:w="28" w:type="dxa"/>
              <w:left w:w="28" w:type="dxa"/>
              <w:bottom w:w="28" w:type="dxa"/>
              <w:right w:w="28" w:type="dxa"/>
            </w:tcMar>
          </w:tcPr>
          <w:p w14:paraId="1C90FE57" w14:textId="77777777" w:rsidR="00821EDB" w:rsidRPr="00E062F1" w:rsidRDefault="00821EDB" w:rsidP="006B3BD2">
            <w:pPr>
              <w:pStyle w:val="TAC"/>
              <w:rPr>
                <w:rFonts w:eastAsia="Malgun Gothic"/>
                <w:lang w:eastAsia="ko-KR"/>
              </w:rPr>
            </w:pPr>
            <w:r w:rsidRPr="00E062F1">
              <w:rPr>
                <w:rFonts w:eastAsia="Malgun Gothic"/>
                <w:lang w:eastAsia="ko-KR"/>
              </w:rPr>
              <w:t>DC_2A_n41A</w:t>
            </w:r>
          </w:p>
          <w:p w14:paraId="017A0914" w14:textId="77777777" w:rsidR="00821EDB" w:rsidRPr="00E062F1" w:rsidRDefault="00821EDB" w:rsidP="006B3BD2">
            <w:pPr>
              <w:pStyle w:val="TAC"/>
              <w:rPr>
                <w:noProof/>
              </w:rPr>
            </w:pPr>
            <w:r w:rsidRPr="00E062F1">
              <w:rPr>
                <w:rFonts w:eastAsia="Malgun Gothic"/>
                <w:lang w:eastAsia="ko-KR"/>
              </w:rPr>
              <w:t>DC_66A_n41A</w:t>
            </w:r>
          </w:p>
        </w:tc>
      </w:tr>
      <w:tr w:rsidR="00821EDB" w:rsidRPr="00E062F1" w14:paraId="383F60AD" w14:textId="77777777" w:rsidTr="006B3BD2">
        <w:trPr>
          <w:trHeight w:val="187"/>
          <w:jc w:val="center"/>
        </w:trPr>
        <w:tc>
          <w:tcPr>
            <w:tcW w:w="3969" w:type="dxa"/>
            <w:shd w:val="clear" w:color="auto" w:fill="auto"/>
            <w:noWrap/>
            <w:tcMar>
              <w:top w:w="28" w:type="dxa"/>
              <w:left w:w="28" w:type="dxa"/>
              <w:bottom w:w="28" w:type="dxa"/>
              <w:right w:w="28" w:type="dxa"/>
            </w:tcMar>
          </w:tcPr>
          <w:p w14:paraId="3E93909E" w14:textId="77777777" w:rsidR="00821EDB" w:rsidRPr="00E062F1" w:rsidRDefault="00821EDB" w:rsidP="006B3BD2">
            <w:pPr>
              <w:pStyle w:val="TAC"/>
              <w:rPr>
                <w:rFonts w:eastAsia="Malgun Gothic"/>
                <w:lang w:eastAsia="ko-KR"/>
              </w:rPr>
            </w:pPr>
            <w:r w:rsidRPr="00E062F1">
              <w:rPr>
                <w:rFonts w:eastAsia="Malgun Gothic"/>
                <w:lang w:eastAsia="ko-KR"/>
              </w:rPr>
              <w:t>DC_2A-66A_n41A-n261A</w:t>
            </w:r>
          </w:p>
          <w:p w14:paraId="3E1FCEB2" w14:textId="77777777" w:rsidR="00821EDB" w:rsidRPr="00E062F1" w:rsidRDefault="00821EDB" w:rsidP="006B3BD2">
            <w:pPr>
              <w:pStyle w:val="TAC"/>
              <w:rPr>
                <w:noProof/>
              </w:rPr>
            </w:pPr>
            <w:r w:rsidRPr="00E062F1">
              <w:rPr>
                <w:rFonts w:eastAsia="Malgun Gothic"/>
                <w:lang w:eastAsia="ko-KR"/>
              </w:rPr>
              <w:t>DC_2A-66A_n41A-n261(2A)</w:t>
            </w:r>
          </w:p>
        </w:tc>
        <w:tc>
          <w:tcPr>
            <w:tcW w:w="3969" w:type="dxa"/>
            <w:tcMar>
              <w:top w:w="28" w:type="dxa"/>
              <w:left w:w="28" w:type="dxa"/>
              <w:bottom w:w="28" w:type="dxa"/>
              <w:right w:w="28" w:type="dxa"/>
            </w:tcMar>
          </w:tcPr>
          <w:p w14:paraId="65495F93" w14:textId="77777777" w:rsidR="00821EDB" w:rsidRPr="00E062F1" w:rsidRDefault="00821EDB" w:rsidP="006B3BD2">
            <w:pPr>
              <w:pStyle w:val="TAC"/>
              <w:rPr>
                <w:rFonts w:eastAsia="Malgun Gothic"/>
                <w:lang w:eastAsia="ko-KR"/>
              </w:rPr>
            </w:pPr>
            <w:r w:rsidRPr="00E062F1">
              <w:rPr>
                <w:rFonts w:eastAsia="Malgun Gothic"/>
                <w:lang w:eastAsia="ko-KR"/>
              </w:rPr>
              <w:t>DC_2A_n41A</w:t>
            </w:r>
          </w:p>
          <w:p w14:paraId="4AE46D3B" w14:textId="77777777" w:rsidR="00821EDB" w:rsidRPr="00E062F1" w:rsidRDefault="00821EDB" w:rsidP="006B3BD2">
            <w:pPr>
              <w:pStyle w:val="TAC"/>
              <w:rPr>
                <w:noProof/>
              </w:rPr>
            </w:pPr>
            <w:r w:rsidRPr="00E062F1">
              <w:rPr>
                <w:rFonts w:eastAsia="Malgun Gothic"/>
                <w:lang w:eastAsia="ko-KR"/>
              </w:rPr>
              <w:t>DC_66A_n41A</w:t>
            </w:r>
          </w:p>
        </w:tc>
      </w:tr>
      <w:tr w:rsidR="00821EDB" w:rsidRPr="00E062F1" w14:paraId="3B8344D6" w14:textId="77777777" w:rsidTr="006B3BD2">
        <w:trPr>
          <w:trHeight w:val="187"/>
          <w:jc w:val="center"/>
        </w:trPr>
        <w:tc>
          <w:tcPr>
            <w:tcW w:w="3969" w:type="dxa"/>
            <w:shd w:val="clear" w:color="auto" w:fill="auto"/>
            <w:noWrap/>
            <w:tcMar>
              <w:top w:w="28" w:type="dxa"/>
              <w:left w:w="28" w:type="dxa"/>
              <w:bottom w:w="28" w:type="dxa"/>
              <w:right w:w="28" w:type="dxa"/>
            </w:tcMar>
          </w:tcPr>
          <w:p w14:paraId="726CAA6E" w14:textId="77777777" w:rsidR="00821EDB" w:rsidRPr="00E062F1" w:rsidRDefault="00821EDB" w:rsidP="006B3BD2">
            <w:pPr>
              <w:pStyle w:val="TAC"/>
              <w:rPr>
                <w:rFonts w:cs="Arial"/>
                <w:lang w:eastAsia="zh-CN"/>
              </w:rPr>
            </w:pPr>
            <w:r w:rsidRPr="00E062F1">
              <w:rPr>
                <w:rFonts w:cs="Arial"/>
                <w:lang w:eastAsia="zh-CN"/>
              </w:rPr>
              <w:t>DC_2A-66A_n71A-n261A</w:t>
            </w:r>
          </w:p>
          <w:p w14:paraId="4DD33924" w14:textId="77777777" w:rsidR="00821EDB" w:rsidRPr="00E062F1" w:rsidRDefault="00821EDB" w:rsidP="006B3BD2">
            <w:pPr>
              <w:pStyle w:val="TAC"/>
              <w:rPr>
                <w:rFonts w:eastAsia="Malgun Gothic"/>
                <w:lang w:eastAsia="ko-KR"/>
              </w:rPr>
            </w:pPr>
            <w:r w:rsidRPr="00E062F1">
              <w:rPr>
                <w:rFonts w:cs="Arial"/>
                <w:lang w:eastAsia="zh-CN"/>
              </w:rPr>
              <w:t>DC_2A-66A_n71A-n261(2A)</w:t>
            </w:r>
          </w:p>
        </w:tc>
        <w:tc>
          <w:tcPr>
            <w:tcW w:w="3969" w:type="dxa"/>
            <w:tcMar>
              <w:top w:w="28" w:type="dxa"/>
              <w:left w:w="28" w:type="dxa"/>
              <w:bottom w:w="28" w:type="dxa"/>
              <w:right w:w="28" w:type="dxa"/>
            </w:tcMar>
          </w:tcPr>
          <w:p w14:paraId="3B440B98" w14:textId="77777777" w:rsidR="00821EDB" w:rsidRPr="00E062F1" w:rsidRDefault="00821EDB" w:rsidP="006B3BD2">
            <w:pPr>
              <w:pStyle w:val="TAC"/>
              <w:rPr>
                <w:rFonts w:cs="Arial"/>
                <w:lang w:eastAsia="zh-CN"/>
              </w:rPr>
            </w:pPr>
            <w:r w:rsidRPr="00E062F1">
              <w:rPr>
                <w:rFonts w:cs="Arial"/>
                <w:lang w:eastAsia="zh-CN"/>
              </w:rPr>
              <w:t>DC_2A-n71A</w:t>
            </w:r>
          </w:p>
          <w:p w14:paraId="3C7DA72D" w14:textId="77777777" w:rsidR="00821EDB" w:rsidRPr="00E062F1" w:rsidRDefault="00821EDB" w:rsidP="006B3BD2">
            <w:pPr>
              <w:pStyle w:val="TAC"/>
              <w:rPr>
                <w:rFonts w:eastAsia="Malgun Gothic"/>
                <w:lang w:eastAsia="ko-KR"/>
              </w:rPr>
            </w:pPr>
            <w:r w:rsidRPr="00E062F1">
              <w:rPr>
                <w:rFonts w:cs="Arial"/>
                <w:lang w:eastAsia="zh-CN"/>
              </w:rPr>
              <w:t>DC_66A_n71A</w:t>
            </w:r>
          </w:p>
        </w:tc>
      </w:tr>
      <w:tr w:rsidR="00821EDB" w:rsidRPr="00E062F1" w14:paraId="18403885" w14:textId="77777777" w:rsidTr="006B3BD2">
        <w:trPr>
          <w:trHeight w:val="187"/>
          <w:jc w:val="center"/>
        </w:trPr>
        <w:tc>
          <w:tcPr>
            <w:tcW w:w="3969" w:type="dxa"/>
            <w:shd w:val="clear" w:color="auto" w:fill="auto"/>
            <w:noWrap/>
            <w:tcMar>
              <w:top w:w="28" w:type="dxa"/>
              <w:left w:w="28" w:type="dxa"/>
              <w:bottom w:w="28" w:type="dxa"/>
              <w:right w:w="28" w:type="dxa"/>
            </w:tcMar>
          </w:tcPr>
          <w:p w14:paraId="19D1428D" w14:textId="77777777" w:rsidR="00B90B7D" w:rsidRPr="00E062F1" w:rsidRDefault="00B90B7D" w:rsidP="006B3BD2">
            <w:pPr>
              <w:pStyle w:val="TAC"/>
              <w:rPr>
                <w:noProof/>
              </w:rPr>
            </w:pPr>
            <w:r w:rsidRPr="00E062F1">
              <w:rPr>
                <w:noProof/>
              </w:rPr>
              <w:t>DC_3A-5A_n78A-n257A</w:t>
            </w:r>
          </w:p>
          <w:p w14:paraId="0BF2EC13" w14:textId="77777777" w:rsidR="00B90B7D" w:rsidRPr="00E062F1" w:rsidRDefault="00B90B7D" w:rsidP="006B3BD2">
            <w:pPr>
              <w:pStyle w:val="TAC"/>
              <w:rPr>
                <w:rFonts w:eastAsia="Malgun Gothic"/>
                <w:noProof/>
                <w:lang w:eastAsia="ko-KR"/>
              </w:rPr>
            </w:pPr>
            <w:r w:rsidRPr="00E062F1">
              <w:rPr>
                <w:noProof/>
                <w:lang w:eastAsia="zh-CN"/>
              </w:rPr>
              <w:t>DC_3A-5A_n78A-n257D</w:t>
            </w:r>
          </w:p>
          <w:p w14:paraId="01574802" w14:textId="77777777" w:rsidR="00B90B7D" w:rsidRPr="00E062F1" w:rsidRDefault="00B90B7D" w:rsidP="006B3BD2">
            <w:pPr>
              <w:pStyle w:val="TAC"/>
              <w:rPr>
                <w:rFonts w:eastAsia="Malgun Gothic"/>
                <w:noProof/>
                <w:lang w:eastAsia="ko-KR"/>
              </w:rPr>
            </w:pPr>
            <w:r w:rsidRPr="00E062F1">
              <w:rPr>
                <w:noProof/>
                <w:lang w:eastAsia="zh-CN"/>
              </w:rPr>
              <w:t>DC_3A-5A_n78A-n257E</w:t>
            </w:r>
          </w:p>
          <w:p w14:paraId="0C72238F" w14:textId="77777777" w:rsidR="00B90B7D" w:rsidRPr="00E062F1" w:rsidRDefault="00B90B7D" w:rsidP="006B3BD2">
            <w:pPr>
              <w:pStyle w:val="TAC"/>
              <w:rPr>
                <w:rFonts w:eastAsia="Malgun Gothic"/>
                <w:noProof/>
                <w:lang w:eastAsia="ko-KR"/>
              </w:rPr>
            </w:pPr>
            <w:r w:rsidRPr="00E062F1">
              <w:rPr>
                <w:noProof/>
                <w:lang w:eastAsia="zh-CN"/>
              </w:rPr>
              <w:t>DC_3A-5A_n78A-n257F</w:t>
            </w:r>
          </w:p>
          <w:p w14:paraId="11CAEC96" w14:textId="77777777" w:rsidR="00B90B7D" w:rsidRPr="00E062F1" w:rsidRDefault="00B90B7D" w:rsidP="006B3BD2">
            <w:pPr>
              <w:pStyle w:val="TAC"/>
              <w:rPr>
                <w:rFonts w:eastAsia="Malgun Gothic"/>
                <w:noProof/>
                <w:lang w:eastAsia="ko-KR"/>
              </w:rPr>
            </w:pPr>
            <w:r w:rsidRPr="00E062F1">
              <w:rPr>
                <w:noProof/>
                <w:lang w:eastAsia="zh-CN"/>
              </w:rPr>
              <w:t>DC_3A-5A_n78A-n257G</w:t>
            </w:r>
          </w:p>
          <w:p w14:paraId="30E2E7FC" w14:textId="77777777" w:rsidR="00B90B7D" w:rsidRPr="00E062F1" w:rsidRDefault="00B90B7D" w:rsidP="006B3BD2">
            <w:pPr>
              <w:pStyle w:val="TAC"/>
              <w:rPr>
                <w:rFonts w:eastAsia="Malgun Gothic"/>
                <w:noProof/>
                <w:lang w:eastAsia="ko-KR"/>
              </w:rPr>
            </w:pPr>
            <w:r w:rsidRPr="00E062F1">
              <w:rPr>
                <w:noProof/>
                <w:lang w:eastAsia="zh-CN"/>
              </w:rPr>
              <w:t>DC_3A-5A_n78A-n257H</w:t>
            </w:r>
          </w:p>
          <w:p w14:paraId="0BEA7432" w14:textId="77777777" w:rsidR="00B90B7D" w:rsidRPr="00E062F1" w:rsidRDefault="00B90B7D" w:rsidP="006B3BD2">
            <w:pPr>
              <w:pStyle w:val="TAC"/>
              <w:rPr>
                <w:rFonts w:eastAsia="Malgun Gothic"/>
                <w:noProof/>
                <w:lang w:eastAsia="ko-KR"/>
              </w:rPr>
            </w:pPr>
            <w:r w:rsidRPr="00E062F1">
              <w:rPr>
                <w:noProof/>
                <w:lang w:eastAsia="zh-CN"/>
              </w:rPr>
              <w:t>DC_3A-5A_n78A-n257I</w:t>
            </w:r>
          </w:p>
          <w:p w14:paraId="3C78627E" w14:textId="77777777" w:rsidR="00B90B7D" w:rsidRPr="00E062F1" w:rsidRDefault="00B90B7D" w:rsidP="006B3BD2">
            <w:pPr>
              <w:pStyle w:val="TAC"/>
              <w:rPr>
                <w:rFonts w:eastAsia="Malgun Gothic"/>
                <w:noProof/>
                <w:lang w:eastAsia="ko-KR"/>
              </w:rPr>
            </w:pPr>
            <w:r w:rsidRPr="00E062F1">
              <w:rPr>
                <w:noProof/>
                <w:lang w:eastAsia="zh-CN"/>
              </w:rPr>
              <w:t>DC_3A-5A_n78A-n257J</w:t>
            </w:r>
          </w:p>
          <w:p w14:paraId="71674011" w14:textId="77777777" w:rsidR="00B90B7D" w:rsidRPr="00E062F1" w:rsidRDefault="00B90B7D" w:rsidP="006B3BD2">
            <w:pPr>
              <w:pStyle w:val="TAC"/>
              <w:rPr>
                <w:rFonts w:eastAsia="Malgun Gothic"/>
                <w:noProof/>
                <w:lang w:eastAsia="ko-KR"/>
              </w:rPr>
            </w:pPr>
            <w:r w:rsidRPr="00E062F1">
              <w:rPr>
                <w:noProof/>
                <w:lang w:eastAsia="zh-CN"/>
              </w:rPr>
              <w:t>DC_3A-5A_n78A-n257K</w:t>
            </w:r>
          </w:p>
          <w:p w14:paraId="2111CEDA" w14:textId="77777777" w:rsidR="00B90B7D" w:rsidRPr="00E062F1" w:rsidRDefault="00B90B7D" w:rsidP="006B3BD2">
            <w:pPr>
              <w:pStyle w:val="TAC"/>
              <w:rPr>
                <w:rFonts w:eastAsia="Malgun Gothic"/>
                <w:noProof/>
                <w:lang w:eastAsia="ko-KR"/>
              </w:rPr>
            </w:pPr>
            <w:r w:rsidRPr="00E062F1">
              <w:rPr>
                <w:noProof/>
                <w:lang w:eastAsia="zh-CN"/>
              </w:rPr>
              <w:t>DC_3A-5A_n78A-n257L</w:t>
            </w:r>
          </w:p>
          <w:p w14:paraId="4F332F5B" w14:textId="23D20E1A" w:rsidR="00821EDB" w:rsidRPr="00E062F1" w:rsidRDefault="00B90B7D" w:rsidP="006B3BD2">
            <w:pPr>
              <w:pStyle w:val="TAC"/>
              <w:rPr>
                <w:noProof/>
              </w:rPr>
            </w:pPr>
            <w:r w:rsidRPr="00E062F1">
              <w:rPr>
                <w:noProof/>
                <w:lang w:eastAsia="zh-CN"/>
              </w:rPr>
              <w:t>DC_3A-5A_n78A-n257M</w:t>
            </w:r>
          </w:p>
        </w:tc>
        <w:tc>
          <w:tcPr>
            <w:tcW w:w="3969" w:type="dxa"/>
            <w:tcMar>
              <w:top w:w="28" w:type="dxa"/>
              <w:left w:w="28" w:type="dxa"/>
              <w:bottom w:w="28" w:type="dxa"/>
              <w:right w:w="28" w:type="dxa"/>
            </w:tcMar>
          </w:tcPr>
          <w:p w14:paraId="15E84ABC" w14:textId="77777777" w:rsidR="00AF3EA6" w:rsidRPr="006E2459" w:rsidRDefault="00AF3EA6" w:rsidP="006B3BD2">
            <w:pPr>
              <w:pStyle w:val="TAC"/>
              <w:rPr>
                <w:noProof/>
              </w:rPr>
            </w:pPr>
            <w:r w:rsidRPr="006E2459">
              <w:rPr>
                <w:noProof/>
              </w:rPr>
              <w:t>DC_3A_n78A</w:t>
            </w:r>
          </w:p>
          <w:p w14:paraId="0B87CF1D" w14:textId="77777777" w:rsidR="00AF3EA6" w:rsidRPr="006E2459" w:rsidRDefault="00AF3EA6" w:rsidP="006B3BD2">
            <w:pPr>
              <w:pStyle w:val="TAC"/>
              <w:rPr>
                <w:noProof/>
              </w:rPr>
            </w:pPr>
            <w:r w:rsidRPr="006E2459">
              <w:rPr>
                <w:noProof/>
              </w:rPr>
              <w:t>DC_3A_n257A</w:t>
            </w:r>
          </w:p>
          <w:p w14:paraId="1439CCB5" w14:textId="1339BED9" w:rsidR="002665C4" w:rsidRPr="006E2459" w:rsidRDefault="002665C4" w:rsidP="002665C4">
            <w:pPr>
              <w:pStyle w:val="TAC"/>
              <w:keepNext w:val="0"/>
              <w:rPr>
                <w:noProof/>
              </w:rPr>
            </w:pPr>
            <w:r w:rsidRPr="006E2459">
              <w:rPr>
                <w:noProof/>
              </w:rPr>
              <w:t>DC_</w:t>
            </w:r>
            <w:r>
              <w:rPr>
                <w:noProof/>
              </w:rPr>
              <w:t>5</w:t>
            </w:r>
            <w:r w:rsidRPr="006E2459">
              <w:rPr>
                <w:noProof/>
              </w:rPr>
              <w:t>A_n78A</w:t>
            </w:r>
          </w:p>
          <w:p w14:paraId="49067841" w14:textId="295B3C70" w:rsidR="00821EDB" w:rsidRPr="00E062F1" w:rsidRDefault="002665C4" w:rsidP="002665C4">
            <w:pPr>
              <w:pStyle w:val="TAC"/>
              <w:keepNext w:val="0"/>
              <w:rPr>
                <w:noProof/>
              </w:rPr>
            </w:pPr>
            <w:r w:rsidRPr="006E2459">
              <w:rPr>
                <w:noProof/>
              </w:rPr>
              <w:t>DC_</w:t>
            </w:r>
            <w:r>
              <w:rPr>
                <w:noProof/>
              </w:rPr>
              <w:t>5</w:t>
            </w:r>
            <w:r w:rsidRPr="006E2459">
              <w:rPr>
                <w:noProof/>
              </w:rPr>
              <w:t>A_n257A</w:t>
            </w:r>
          </w:p>
        </w:tc>
      </w:tr>
      <w:tr w:rsidR="00B90B7D" w:rsidRPr="00E062F1" w14:paraId="2BB9D418" w14:textId="77777777" w:rsidTr="006B3BD2">
        <w:trPr>
          <w:trHeight w:val="187"/>
          <w:jc w:val="center"/>
        </w:trPr>
        <w:tc>
          <w:tcPr>
            <w:tcW w:w="3969" w:type="dxa"/>
            <w:shd w:val="clear" w:color="auto" w:fill="auto"/>
            <w:noWrap/>
            <w:tcMar>
              <w:top w:w="28" w:type="dxa"/>
              <w:left w:w="28" w:type="dxa"/>
              <w:bottom w:w="28" w:type="dxa"/>
              <w:right w:w="28" w:type="dxa"/>
            </w:tcMar>
          </w:tcPr>
          <w:p w14:paraId="6312D0C6" w14:textId="68F7D336" w:rsidR="00B90B7D" w:rsidRPr="00E062F1" w:rsidRDefault="00B90B7D" w:rsidP="006B3BD2">
            <w:pPr>
              <w:pStyle w:val="TAC"/>
              <w:rPr>
                <w:rFonts w:cs="Arial"/>
                <w:lang w:eastAsia="zh-TW"/>
              </w:rPr>
            </w:pPr>
            <w:r w:rsidRPr="00E062F1">
              <w:rPr>
                <w:rFonts w:cs="Arial"/>
                <w:lang w:eastAsia="zh-TW"/>
              </w:rPr>
              <w:t>DC_3A-7A_n1A-n257A</w:t>
            </w:r>
            <w:r w:rsidR="00941393">
              <w:rPr>
                <w:rFonts w:hint="eastAsia"/>
                <w:vertAlign w:val="superscript"/>
                <w:lang w:eastAsia="zh-TW"/>
              </w:rPr>
              <w:t>2</w:t>
            </w:r>
          </w:p>
          <w:p w14:paraId="63E0286D" w14:textId="71818872" w:rsidR="00B90B7D" w:rsidRPr="00E062F1" w:rsidRDefault="00B90B7D" w:rsidP="006B3BD2">
            <w:pPr>
              <w:pStyle w:val="TAC"/>
              <w:rPr>
                <w:rFonts w:cs="Arial"/>
                <w:lang w:eastAsia="zh-TW"/>
              </w:rPr>
            </w:pPr>
            <w:r w:rsidRPr="00E062F1">
              <w:rPr>
                <w:rFonts w:cs="Arial"/>
                <w:lang w:eastAsia="zh-TW"/>
              </w:rPr>
              <w:t>DC_3A-3A-7A_n1A-n257A</w:t>
            </w:r>
            <w:r w:rsidR="00941393">
              <w:rPr>
                <w:rFonts w:hint="eastAsia"/>
                <w:vertAlign w:val="superscript"/>
                <w:lang w:eastAsia="zh-TW"/>
              </w:rPr>
              <w:t>2</w:t>
            </w:r>
          </w:p>
          <w:p w14:paraId="297BB80A" w14:textId="62EA1B10" w:rsidR="00B90B7D" w:rsidRPr="00E062F1" w:rsidRDefault="00B90B7D" w:rsidP="006B3BD2">
            <w:pPr>
              <w:pStyle w:val="TAC"/>
              <w:rPr>
                <w:rFonts w:cs="Arial"/>
                <w:lang w:eastAsia="zh-TW"/>
              </w:rPr>
            </w:pPr>
            <w:r w:rsidRPr="00E062F1">
              <w:rPr>
                <w:rFonts w:cs="Arial"/>
                <w:lang w:eastAsia="zh-TW"/>
              </w:rPr>
              <w:t>DC_3A-7A-7A_n1A-n257A</w:t>
            </w:r>
            <w:r w:rsidR="00941393">
              <w:rPr>
                <w:rFonts w:hint="eastAsia"/>
                <w:vertAlign w:val="superscript"/>
                <w:lang w:eastAsia="zh-TW"/>
              </w:rPr>
              <w:t>2</w:t>
            </w:r>
          </w:p>
          <w:p w14:paraId="17B5B2EB" w14:textId="5883DC50" w:rsidR="00B90B7D" w:rsidRPr="00E062F1" w:rsidRDefault="00B90B7D" w:rsidP="006B3BD2">
            <w:pPr>
              <w:pStyle w:val="TAC"/>
              <w:rPr>
                <w:noProof/>
              </w:rPr>
            </w:pPr>
            <w:r w:rsidRPr="00E062F1">
              <w:rPr>
                <w:rFonts w:cs="Arial"/>
                <w:lang w:eastAsia="zh-TW"/>
              </w:rPr>
              <w:t>DC_3A-3A-7A-7A_n1A-n257A</w:t>
            </w:r>
            <w:r w:rsidR="00941393">
              <w:rPr>
                <w:rFonts w:hint="eastAsia"/>
                <w:vertAlign w:val="superscript"/>
                <w:lang w:eastAsia="zh-TW"/>
              </w:rPr>
              <w:t>2</w:t>
            </w:r>
          </w:p>
        </w:tc>
        <w:tc>
          <w:tcPr>
            <w:tcW w:w="3969" w:type="dxa"/>
            <w:tcMar>
              <w:top w:w="28" w:type="dxa"/>
              <w:left w:w="28" w:type="dxa"/>
              <w:bottom w:w="28" w:type="dxa"/>
              <w:right w:w="28" w:type="dxa"/>
            </w:tcMar>
          </w:tcPr>
          <w:p w14:paraId="3D2892F0" w14:textId="77777777" w:rsidR="00B90B7D" w:rsidRPr="00E062F1" w:rsidRDefault="00B90B7D" w:rsidP="006B3BD2">
            <w:pPr>
              <w:pStyle w:val="TAC"/>
              <w:rPr>
                <w:rFonts w:cs="Arial"/>
                <w:lang w:eastAsia="zh-TW"/>
              </w:rPr>
            </w:pPr>
            <w:r w:rsidRPr="00E062F1">
              <w:rPr>
                <w:rFonts w:cs="Arial"/>
                <w:lang w:eastAsia="zh-TW"/>
              </w:rPr>
              <w:t>DC_3A_n1A</w:t>
            </w:r>
          </w:p>
          <w:p w14:paraId="5899D269" w14:textId="77777777" w:rsidR="00B90B7D" w:rsidRPr="00E062F1" w:rsidRDefault="00B90B7D" w:rsidP="006B3BD2">
            <w:pPr>
              <w:pStyle w:val="TAC"/>
              <w:rPr>
                <w:rFonts w:cs="Arial"/>
                <w:lang w:eastAsia="zh-TW"/>
              </w:rPr>
            </w:pPr>
            <w:r w:rsidRPr="00E062F1">
              <w:rPr>
                <w:rFonts w:cs="Arial"/>
                <w:lang w:eastAsia="zh-TW"/>
              </w:rPr>
              <w:t>DC_3A_n257A</w:t>
            </w:r>
          </w:p>
          <w:p w14:paraId="2029DC17" w14:textId="77777777" w:rsidR="00B90B7D" w:rsidRPr="00E062F1" w:rsidRDefault="00B90B7D" w:rsidP="006B3BD2">
            <w:pPr>
              <w:pStyle w:val="TAC"/>
              <w:rPr>
                <w:rFonts w:cs="Arial"/>
                <w:lang w:eastAsia="zh-TW"/>
              </w:rPr>
            </w:pPr>
            <w:r w:rsidRPr="00E062F1">
              <w:rPr>
                <w:rFonts w:cs="Arial"/>
                <w:lang w:eastAsia="zh-TW"/>
              </w:rPr>
              <w:t>DC_7A_n1A</w:t>
            </w:r>
          </w:p>
          <w:p w14:paraId="309DAB1A" w14:textId="00ED1EF3" w:rsidR="00B90B7D" w:rsidRPr="00E062F1" w:rsidRDefault="00B90B7D" w:rsidP="006B3BD2">
            <w:pPr>
              <w:pStyle w:val="TAC"/>
              <w:rPr>
                <w:noProof/>
              </w:rPr>
            </w:pPr>
            <w:r w:rsidRPr="00E062F1">
              <w:rPr>
                <w:rFonts w:cs="Arial"/>
                <w:lang w:eastAsia="zh-TW"/>
              </w:rPr>
              <w:t>DC_7A_n257A</w:t>
            </w:r>
          </w:p>
        </w:tc>
      </w:tr>
      <w:tr w:rsidR="00821EDB" w:rsidRPr="00E062F1" w14:paraId="5C1EC182" w14:textId="77777777" w:rsidTr="006B3BD2">
        <w:trPr>
          <w:trHeight w:val="187"/>
          <w:jc w:val="center"/>
        </w:trPr>
        <w:tc>
          <w:tcPr>
            <w:tcW w:w="3969" w:type="dxa"/>
            <w:shd w:val="clear" w:color="auto" w:fill="auto"/>
            <w:noWrap/>
            <w:tcMar>
              <w:top w:w="28" w:type="dxa"/>
              <w:left w:w="28" w:type="dxa"/>
              <w:bottom w:w="28" w:type="dxa"/>
              <w:right w:w="28" w:type="dxa"/>
            </w:tcMar>
          </w:tcPr>
          <w:p w14:paraId="4EA631A0" w14:textId="6C1A5BB1" w:rsidR="00821EDB" w:rsidRPr="00E062F1" w:rsidRDefault="00821EDB" w:rsidP="006B3BD2">
            <w:pPr>
              <w:pStyle w:val="TAC"/>
              <w:rPr>
                <w:lang w:eastAsia="ko-KR"/>
              </w:rPr>
            </w:pPr>
            <w:r w:rsidRPr="00E062F1">
              <w:rPr>
                <w:lang w:eastAsia="ko-KR"/>
              </w:rPr>
              <w:lastRenderedPageBreak/>
              <w:t>DC_3A-3A-7A_n78A-n257A</w:t>
            </w:r>
            <w:r w:rsidR="00941393">
              <w:rPr>
                <w:rFonts w:hint="eastAsia"/>
                <w:vertAlign w:val="superscript"/>
                <w:lang w:eastAsia="zh-TW"/>
              </w:rPr>
              <w:t>2</w:t>
            </w:r>
          </w:p>
          <w:p w14:paraId="58CAAD53" w14:textId="4178E549" w:rsidR="00821EDB" w:rsidRPr="00E062F1" w:rsidRDefault="00821EDB" w:rsidP="006B3BD2">
            <w:pPr>
              <w:pStyle w:val="TAC"/>
              <w:rPr>
                <w:lang w:eastAsia="ko-KR"/>
              </w:rPr>
            </w:pPr>
            <w:r w:rsidRPr="00E062F1">
              <w:rPr>
                <w:lang w:eastAsia="ko-KR"/>
              </w:rPr>
              <w:t>DC_3A-3A-7A_n78A-n257D</w:t>
            </w:r>
            <w:r w:rsidR="00941393">
              <w:rPr>
                <w:rFonts w:hint="eastAsia"/>
                <w:vertAlign w:val="superscript"/>
                <w:lang w:eastAsia="zh-TW"/>
              </w:rPr>
              <w:t>2</w:t>
            </w:r>
          </w:p>
          <w:p w14:paraId="72684010" w14:textId="0FC074C2" w:rsidR="00821EDB" w:rsidRPr="00E062F1" w:rsidRDefault="00821EDB" w:rsidP="006B3BD2">
            <w:pPr>
              <w:pStyle w:val="TAC"/>
              <w:rPr>
                <w:lang w:eastAsia="ko-KR"/>
              </w:rPr>
            </w:pPr>
            <w:r w:rsidRPr="00E062F1">
              <w:rPr>
                <w:lang w:eastAsia="ko-KR"/>
              </w:rPr>
              <w:t>DC_3A-3A-7A_n78A-n257E</w:t>
            </w:r>
            <w:r w:rsidR="00941393">
              <w:rPr>
                <w:rFonts w:hint="eastAsia"/>
                <w:vertAlign w:val="superscript"/>
                <w:lang w:eastAsia="zh-TW"/>
              </w:rPr>
              <w:t>2</w:t>
            </w:r>
          </w:p>
          <w:p w14:paraId="246E89C5" w14:textId="3F022995" w:rsidR="00821EDB" w:rsidRPr="00E062F1" w:rsidRDefault="00821EDB" w:rsidP="006B3BD2">
            <w:pPr>
              <w:pStyle w:val="TAC"/>
              <w:rPr>
                <w:lang w:eastAsia="ko-KR"/>
              </w:rPr>
            </w:pPr>
            <w:r w:rsidRPr="00E062F1">
              <w:rPr>
                <w:lang w:eastAsia="ko-KR"/>
              </w:rPr>
              <w:t>DC_3A-3A-7A_n78A-n257F</w:t>
            </w:r>
            <w:r w:rsidR="00941393">
              <w:rPr>
                <w:rFonts w:hint="eastAsia"/>
                <w:vertAlign w:val="superscript"/>
                <w:lang w:eastAsia="zh-TW"/>
              </w:rPr>
              <w:t>2</w:t>
            </w:r>
          </w:p>
          <w:p w14:paraId="3FA80A08" w14:textId="390D8D29" w:rsidR="00821EDB" w:rsidRPr="00E062F1" w:rsidRDefault="00821EDB" w:rsidP="006B3BD2">
            <w:pPr>
              <w:pStyle w:val="TAC"/>
              <w:rPr>
                <w:lang w:eastAsia="ko-KR"/>
              </w:rPr>
            </w:pPr>
            <w:r w:rsidRPr="00E062F1">
              <w:rPr>
                <w:lang w:eastAsia="ko-KR"/>
              </w:rPr>
              <w:t>DC_3A-3A-7A_n78A-n257G</w:t>
            </w:r>
            <w:r w:rsidR="00941393">
              <w:rPr>
                <w:rFonts w:hint="eastAsia"/>
                <w:vertAlign w:val="superscript"/>
                <w:lang w:eastAsia="zh-TW"/>
              </w:rPr>
              <w:t>2</w:t>
            </w:r>
          </w:p>
          <w:p w14:paraId="2C95A8FA" w14:textId="6C236852" w:rsidR="00821EDB" w:rsidRPr="00E062F1" w:rsidRDefault="00821EDB" w:rsidP="006B3BD2">
            <w:pPr>
              <w:pStyle w:val="TAC"/>
              <w:rPr>
                <w:lang w:eastAsia="ko-KR"/>
              </w:rPr>
            </w:pPr>
            <w:r w:rsidRPr="00E062F1">
              <w:rPr>
                <w:lang w:eastAsia="ko-KR"/>
              </w:rPr>
              <w:t>DC_3A-3A-7A_n78A-n257H</w:t>
            </w:r>
            <w:r w:rsidR="00941393">
              <w:rPr>
                <w:rFonts w:hint="eastAsia"/>
                <w:vertAlign w:val="superscript"/>
                <w:lang w:eastAsia="zh-TW"/>
              </w:rPr>
              <w:t>2</w:t>
            </w:r>
          </w:p>
          <w:p w14:paraId="04805105" w14:textId="09301E34" w:rsidR="00821EDB" w:rsidRPr="00E062F1" w:rsidRDefault="00821EDB" w:rsidP="006B3BD2">
            <w:pPr>
              <w:pStyle w:val="TAC"/>
              <w:rPr>
                <w:lang w:eastAsia="ko-KR"/>
              </w:rPr>
            </w:pPr>
            <w:r w:rsidRPr="00E062F1">
              <w:rPr>
                <w:lang w:eastAsia="ko-KR"/>
              </w:rPr>
              <w:t>DC_3A-3A-7A_n78A-n257I</w:t>
            </w:r>
            <w:r w:rsidR="00941393">
              <w:rPr>
                <w:rFonts w:hint="eastAsia"/>
                <w:vertAlign w:val="superscript"/>
                <w:lang w:eastAsia="zh-TW"/>
              </w:rPr>
              <w:t>2</w:t>
            </w:r>
          </w:p>
          <w:p w14:paraId="49B0EA42" w14:textId="6AFCE387" w:rsidR="00821EDB" w:rsidRPr="00E062F1" w:rsidRDefault="00821EDB" w:rsidP="006B3BD2">
            <w:pPr>
              <w:pStyle w:val="TAC"/>
              <w:rPr>
                <w:lang w:eastAsia="ko-KR"/>
              </w:rPr>
            </w:pPr>
            <w:r w:rsidRPr="00E062F1">
              <w:rPr>
                <w:lang w:eastAsia="ko-KR"/>
              </w:rPr>
              <w:t>DC_3A-3A-7A_n78A-n257J</w:t>
            </w:r>
            <w:r w:rsidR="00941393">
              <w:rPr>
                <w:rFonts w:hint="eastAsia"/>
                <w:vertAlign w:val="superscript"/>
                <w:lang w:eastAsia="zh-TW"/>
              </w:rPr>
              <w:t>2</w:t>
            </w:r>
          </w:p>
          <w:p w14:paraId="2317BDB8" w14:textId="5DFEC440" w:rsidR="00821EDB" w:rsidRPr="00E062F1" w:rsidRDefault="00821EDB" w:rsidP="006B3BD2">
            <w:pPr>
              <w:pStyle w:val="TAC"/>
              <w:rPr>
                <w:lang w:eastAsia="ko-KR"/>
              </w:rPr>
            </w:pPr>
            <w:r w:rsidRPr="00E062F1">
              <w:rPr>
                <w:lang w:eastAsia="ko-KR"/>
              </w:rPr>
              <w:t>DC_3A-3A-7A_n78A-n257K</w:t>
            </w:r>
            <w:r w:rsidR="00941393">
              <w:rPr>
                <w:rFonts w:hint="eastAsia"/>
                <w:vertAlign w:val="superscript"/>
                <w:lang w:eastAsia="zh-TW"/>
              </w:rPr>
              <w:t>2</w:t>
            </w:r>
          </w:p>
          <w:p w14:paraId="60D60A38" w14:textId="06F9BE1C" w:rsidR="00821EDB" w:rsidRPr="00E062F1" w:rsidRDefault="00821EDB" w:rsidP="006B3BD2">
            <w:pPr>
              <w:pStyle w:val="TAC"/>
              <w:rPr>
                <w:lang w:eastAsia="ko-KR"/>
              </w:rPr>
            </w:pPr>
            <w:r w:rsidRPr="00E062F1">
              <w:rPr>
                <w:lang w:eastAsia="ko-KR"/>
              </w:rPr>
              <w:t>DC_3A-3A-7A_n78A-n257L</w:t>
            </w:r>
            <w:r w:rsidR="00941393">
              <w:rPr>
                <w:rFonts w:hint="eastAsia"/>
                <w:vertAlign w:val="superscript"/>
                <w:lang w:eastAsia="zh-TW"/>
              </w:rPr>
              <w:t>2</w:t>
            </w:r>
          </w:p>
          <w:p w14:paraId="0E52E009" w14:textId="040040D5" w:rsidR="00821EDB" w:rsidRPr="00E062F1" w:rsidRDefault="00821EDB" w:rsidP="006B3BD2">
            <w:pPr>
              <w:pStyle w:val="TAC"/>
              <w:rPr>
                <w:lang w:eastAsia="ko-KR"/>
              </w:rPr>
            </w:pPr>
            <w:r w:rsidRPr="00E062F1">
              <w:rPr>
                <w:lang w:eastAsia="ko-KR"/>
              </w:rPr>
              <w:t>DC_3A-3A-7A_n78A-n257M</w:t>
            </w:r>
            <w:r w:rsidR="00941393">
              <w:rPr>
                <w:rFonts w:hint="eastAsia"/>
                <w:vertAlign w:val="superscript"/>
                <w:lang w:eastAsia="zh-TW"/>
              </w:rPr>
              <w:t>2</w:t>
            </w:r>
          </w:p>
          <w:p w14:paraId="1C697D02" w14:textId="6FA28C77" w:rsidR="00821EDB" w:rsidRPr="00E062F1" w:rsidRDefault="00821EDB" w:rsidP="006B3BD2">
            <w:pPr>
              <w:pStyle w:val="TAC"/>
              <w:rPr>
                <w:lang w:eastAsia="ko-KR"/>
              </w:rPr>
            </w:pPr>
            <w:r w:rsidRPr="00E062F1">
              <w:rPr>
                <w:lang w:eastAsia="ko-KR"/>
              </w:rPr>
              <w:t>DC_3A-3A-7A-7A_n78A-n257A</w:t>
            </w:r>
            <w:r w:rsidR="00941393">
              <w:rPr>
                <w:rFonts w:hint="eastAsia"/>
                <w:vertAlign w:val="superscript"/>
                <w:lang w:eastAsia="zh-TW"/>
              </w:rPr>
              <w:t>2</w:t>
            </w:r>
          </w:p>
          <w:p w14:paraId="15ED70FF" w14:textId="51561D4D" w:rsidR="00821EDB" w:rsidRPr="00E062F1" w:rsidRDefault="00821EDB" w:rsidP="006B3BD2">
            <w:pPr>
              <w:pStyle w:val="TAC"/>
              <w:rPr>
                <w:lang w:eastAsia="ko-KR"/>
              </w:rPr>
            </w:pPr>
            <w:r w:rsidRPr="00E062F1">
              <w:rPr>
                <w:lang w:eastAsia="ko-KR"/>
              </w:rPr>
              <w:t>DC_3A-3A-7A-7A_n78A-n257D</w:t>
            </w:r>
            <w:r w:rsidR="00941393">
              <w:rPr>
                <w:rFonts w:hint="eastAsia"/>
                <w:vertAlign w:val="superscript"/>
                <w:lang w:eastAsia="zh-TW"/>
              </w:rPr>
              <w:t>2</w:t>
            </w:r>
          </w:p>
          <w:p w14:paraId="5114B41D" w14:textId="46FD1A55" w:rsidR="00821EDB" w:rsidRPr="00E062F1" w:rsidRDefault="00821EDB" w:rsidP="006B3BD2">
            <w:pPr>
              <w:pStyle w:val="TAC"/>
              <w:rPr>
                <w:lang w:eastAsia="ko-KR"/>
              </w:rPr>
            </w:pPr>
            <w:r w:rsidRPr="00E062F1">
              <w:rPr>
                <w:lang w:eastAsia="ko-KR"/>
              </w:rPr>
              <w:t>DC_3A-3A-7A-7A_n78A-n257E</w:t>
            </w:r>
            <w:r w:rsidR="00941393">
              <w:rPr>
                <w:rFonts w:hint="eastAsia"/>
                <w:vertAlign w:val="superscript"/>
                <w:lang w:eastAsia="zh-TW"/>
              </w:rPr>
              <w:t>2</w:t>
            </w:r>
          </w:p>
          <w:p w14:paraId="224E8F55" w14:textId="510D1E06" w:rsidR="00821EDB" w:rsidRPr="00E062F1" w:rsidRDefault="00821EDB" w:rsidP="006B3BD2">
            <w:pPr>
              <w:pStyle w:val="TAC"/>
              <w:rPr>
                <w:lang w:eastAsia="ko-KR"/>
              </w:rPr>
            </w:pPr>
            <w:r w:rsidRPr="00E062F1">
              <w:rPr>
                <w:lang w:eastAsia="ko-KR"/>
              </w:rPr>
              <w:t>DC_3A-3A-7A-7A_n78A-n257F</w:t>
            </w:r>
            <w:r w:rsidR="00941393">
              <w:rPr>
                <w:rFonts w:hint="eastAsia"/>
                <w:vertAlign w:val="superscript"/>
                <w:lang w:eastAsia="zh-TW"/>
              </w:rPr>
              <w:t>2</w:t>
            </w:r>
          </w:p>
          <w:p w14:paraId="3ADD7EB4" w14:textId="12301DB4" w:rsidR="00821EDB" w:rsidRPr="00E062F1" w:rsidRDefault="00821EDB" w:rsidP="006B3BD2">
            <w:pPr>
              <w:pStyle w:val="TAC"/>
              <w:rPr>
                <w:lang w:eastAsia="ko-KR"/>
              </w:rPr>
            </w:pPr>
            <w:r w:rsidRPr="00E062F1">
              <w:rPr>
                <w:lang w:eastAsia="ko-KR"/>
              </w:rPr>
              <w:t>DC_3A-3A-7A-7A_n78A-n257G</w:t>
            </w:r>
            <w:r w:rsidR="00941393">
              <w:rPr>
                <w:rFonts w:hint="eastAsia"/>
                <w:vertAlign w:val="superscript"/>
                <w:lang w:eastAsia="zh-TW"/>
              </w:rPr>
              <w:t>2</w:t>
            </w:r>
          </w:p>
          <w:p w14:paraId="5E529C86" w14:textId="10797E1D" w:rsidR="00821EDB" w:rsidRPr="00E062F1" w:rsidRDefault="00821EDB" w:rsidP="006B3BD2">
            <w:pPr>
              <w:pStyle w:val="TAC"/>
              <w:rPr>
                <w:lang w:eastAsia="ko-KR"/>
              </w:rPr>
            </w:pPr>
            <w:r w:rsidRPr="00E062F1">
              <w:rPr>
                <w:lang w:eastAsia="ko-KR"/>
              </w:rPr>
              <w:t>DC_3A-3A-7A-7A_n78A-n257H</w:t>
            </w:r>
            <w:r w:rsidR="00941393">
              <w:rPr>
                <w:rFonts w:hint="eastAsia"/>
                <w:vertAlign w:val="superscript"/>
                <w:lang w:eastAsia="zh-TW"/>
              </w:rPr>
              <w:t>2</w:t>
            </w:r>
          </w:p>
          <w:p w14:paraId="224BB86B" w14:textId="360ABACD" w:rsidR="00821EDB" w:rsidRPr="00E062F1" w:rsidRDefault="00821EDB" w:rsidP="006B3BD2">
            <w:pPr>
              <w:pStyle w:val="TAC"/>
              <w:rPr>
                <w:lang w:eastAsia="ko-KR"/>
              </w:rPr>
            </w:pPr>
            <w:r w:rsidRPr="00E062F1">
              <w:rPr>
                <w:lang w:eastAsia="ko-KR"/>
              </w:rPr>
              <w:t>DC_3A-3A-7A-7A_n78A-n257I</w:t>
            </w:r>
            <w:r w:rsidR="00941393">
              <w:rPr>
                <w:rFonts w:hint="eastAsia"/>
                <w:vertAlign w:val="superscript"/>
                <w:lang w:eastAsia="zh-TW"/>
              </w:rPr>
              <w:t>2</w:t>
            </w:r>
          </w:p>
          <w:p w14:paraId="4DEE9E63" w14:textId="1488CF73" w:rsidR="00821EDB" w:rsidRPr="00E062F1" w:rsidRDefault="00821EDB" w:rsidP="006B3BD2">
            <w:pPr>
              <w:pStyle w:val="TAC"/>
              <w:rPr>
                <w:lang w:eastAsia="ko-KR"/>
              </w:rPr>
            </w:pPr>
            <w:r w:rsidRPr="00E062F1">
              <w:rPr>
                <w:lang w:eastAsia="ko-KR"/>
              </w:rPr>
              <w:t>DC_3A-3A-7A-7A_n78A-n257J</w:t>
            </w:r>
            <w:r w:rsidR="00941393">
              <w:rPr>
                <w:rFonts w:hint="eastAsia"/>
                <w:vertAlign w:val="superscript"/>
                <w:lang w:eastAsia="zh-TW"/>
              </w:rPr>
              <w:t>2</w:t>
            </w:r>
          </w:p>
          <w:p w14:paraId="563F1AAC" w14:textId="1F3350B0" w:rsidR="00821EDB" w:rsidRPr="00E062F1" w:rsidRDefault="00821EDB" w:rsidP="006B3BD2">
            <w:pPr>
              <w:pStyle w:val="TAC"/>
              <w:rPr>
                <w:lang w:eastAsia="ko-KR"/>
              </w:rPr>
            </w:pPr>
            <w:r w:rsidRPr="00E062F1">
              <w:rPr>
                <w:lang w:eastAsia="ko-KR"/>
              </w:rPr>
              <w:t>DC_3A-3A-7A-7A_n78A-n257K</w:t>
            </w:r>
            <w:r w:rsidR="00941393">
              <w:rPr>
                <w:rFonts w:hint="eastAsia"/>
                <w:vertAlign w:val="superscript"/>
                <w:lang w:eastAsia="zh-TW"/>
              </w:rPr>
              <w:t>2</w:t>
            </w:r>
          </w:p>
          <w:p w14:paraId="4DEF291A" w14:textId="1371E2DD" w:rsidR="00821EDB" w:rsidRPr="00E062F1" w:rsidRDefault="00821EDB" w:rsidP="006B3BD2">
            <w:pPr>
              <w:pStyle w:val="TAC"/>
              <w:rPr>
                <w:lang w:eastAsia="ko-KR"/>
              </w:rPr>
            </w:pPr>
            <w:r w:rsidRPr="00E062F1">
              <w:rPr>
                <w:lang w:eastAsia="ko-KR"/>
              </w:rPr>
              <w:t>DC_3A-3A-7A-7A_n78A-n257L</w:t>
            </w:r>
            <w:r w:rsidR="00941393">
              <w:rPr>
                <w:rFonts w:hint="eastAsia"/>
                <w:vertAlign w:val="superscript"/>
                <w:lang w:eastAsia="zh-TW"/>
              </w:rPr>
              <w:t>2</w:t>
            </w:r>
          </w:p>
          <w:p w14:paraId="6B08A482" w14:textId="7BB84FAE" w:rsidR="00821EDB" w:rsidRPr="00E062F1" w:rsidRDefault="00821EDB" w:rsidP="006B3BD2">
            <w:pPr>
              <w:pStyle w:val="TAC"/>
              <w:rPr>
                <w:noProof/>
              </w:rPr>
            </w:pPr>
            <w:r w:rsidRPr="00E062F1">
              <w:rPr>
                <w:lang w:eastAsia="ko-KR"/>
              </w:rPr>
              <w:t>DC_3A-3A-7A-7A_n78A-n257M</w:t>
            </w:r>
            <w:r w:rsidR="00941393">
              <w:rPr>
                <w:rFonts w:hint="eastAsia"/>
                <w:vertAlign w:val="superscript"/>
                <w:lang w:eastAsia="zh-TW"/>
              </w:rPr>
              <w:t>2</w:t>
            </w:r>
          </w:p>
        </w:tc>
        <w:tc>
          <w:tcPr>
            <w:tcW w:w="3969" w:type="dxa"/>
            <w:tcMar>
              <w:top w:w="28" w:type="dxa"/>
              <w:left w:w="28" w:type="dxa"/>
              <w:bottom w:w="28" w:type="dxa"/>
              <w:right w:w="28" w:type="dxa"/>
            </w:tcMar>
          </w:tcPr>
          <w:p w14:paraId="459BF5CE" w14:textId="77777777" w:rsidR="00821EDB" w:rsidRPr="00E062F1" w:rsidRDefault="00821EDB" w:rsidP="006B3BD2">
            <w:pPr>
              <w:pStyle w:val="TAC"/>
              <w:rPr>
                <w:lang w:eastAsia="fi-FI"/>
              </w:rPr>
            </w:pPr>
            <w:r w:rsidRPr="00E062F1">
              <w:rPr>
                <w:lang w:eastAsia="fi-FI"/>
              </w:rPr>
              <w:t>DC_3A_n78A</w:t>
            </w:r>
          </w:p>
          <w:p w14:paraId="0B31ACF1" w14:textId="77777777" w:rsidR="00821EDB" w:rsidRPr="00E062F1" w:rsidRDefault="00821EDB" w:rsidP="006B3BD2">
            <w:pPr>
              <w:pStyle w:val="TAC"/>
              <w:rPr>
                <w:lang w:eastAsia="fi-FI"/>
              </w:rPr>
            </w:pPr>
            <w:r w:rsidRPr="00E062F1">
              <w:rPr>
                <w:lang w:eastAsia="fi-FI"/>
              </w:rPr>
              <w:t>DC_3A_n257A</w:t>
            </w:r>
          </w:p>
          <w:p w14:paraId="0BC44982" w14:textId="77777777" w:rsidR="00821EDB" w:rsidRPr="00E062F1" w:rsidRDefault="00821EDB" w:rsidP="006B3BD2">
            <w:pPr>
              <w:pStyle w:val="TAC"/>
              <w:rPr>
                <w:lang w:eastAsia="fi-FI"/>
              </w:rPr>
            </w:pPr>
            <w:r w:rsidRPr="00E062F1">
              <w:rPr>
                <w:lang w:eastAsia="fi-FI"/>
              </w:rPr>
              <w:t>DC_7A_n78A</w:t>
            </w:r>
          </w:p>
          <w:p w14:paraId="0444BD4C" w14:textId="77777777" w:rsidR="00821EDB" w:rsidRPr="00E062F1" w:rsidRDefault="00821EDB" w:rsidP="006B3BD2">
            <w:pPr>
              <w:pStyle w:val="TAC"/>
              <w:rPr>
                <w:noProof/>
              </w:rPr>
            </w:pPr>
            <w:r w:rsidRPr="00E062F1">
              <w:rPr>
                <w:lang w:eastAsia="fi-FI"/>
              </w:rPr>
              <w:t>DC_7A_n257A</w:t>
            </w:r>
          </w:p>
        </w:tc>
      </w:tr>
      <w:tr w:rsidR="00F80484" w:rsidRPr="00E062F1" w14:paraId="518F3082" w14:textId="77777777" w:rsidTr="00602F12">
        <w:trPr>
          <w:trHeight w:val="187"/>
          <w:jc w:val="center"/>
        </w:trPr>
        <w:tc>
          <w:tcPr>
            <w:tcW w:w="3969" w:type="dxa"/>
            <w:shd w:val="clear" w:color="auto" w:fill="auto"/>
            <w:noWrap/>
            <w:tcMar>
              <w:top w:w="28" w:type="dxa"/>
              <w:left w:w="28" w:type="dxa"/>
              <w:bottom w:w="28" w:type="dxa"/>
              <w:right w:w="28" w:type="dxa"/>
            </w:tcMar>
          </w:tcPr>
          <w:p w14:paraId="49FAEDC7" w14:textId="77777777" w:rsidR="00F80484" w:rsidRDefault="00F80484" w:rsidP="00F80484">
            <w:pPr>
              <w:pStyle w:val="TAC"/>
              <w:rPr>
                <w:noProof/>
                <w:lang w:eastAsia="fr-FR"/>
              </w:rPr>
            </w:pPr>
            <w:r>
              <w:rPr>
                <w:noProof/>
                <w:lang w:eastAsia="fr-FR"/>
              </w:rPr>
              <w:t>DC_3A-7A_n78A-n257A</w:t>
            </w:r>
            <w:r>
              <w:rPr>
                <w:vertAlign w:val="superscript"/>
                <w:lang w:eastAsia="zh-TW"/>
              </w:rPr>
              <w:t>2</w:t>
            </w:r>
          </w:p>
          <w:p w14:paraId="3A80C056" w14:textId="77777777" w:rsidR="00F80484" w:rsidRDefault="00F80484" w:rsidP="00F80484">
            <w:pPr>
              <w:pStyle w:val="TAC"/>
              <w:rPr>
                <w:lang w:val="en-US" w:eastAsia="fi-FI"/>
              </w:rPr>
            </w:pPr>
            <w:r>
              <w:rPr>
                <w:noProof/>
                <w:lang w:eastAsia="zh-CN"/>
              </w:rPr>
              <w:t>DC_3A-7A_n78A-n257D</w:t>
            </w:r>
            <w:r>
              <w:rPr>
                <w:vertAlign w:val="superscript"/>
                <w:lang w:eastAsia="zh-TW"/>
              </w:rPr>
              <w:t>2</w:t>
            </w:r>
          </w:p>
          <w:p w14:paraId="785F834C" w14:textId="77777777" w:rsidR="00F80484" w:rsidRDefault="00F80484" w:rsidP="00F80484">
            <w:pPr>
              <w:pStyle w:val="TAC"/>
              <w:rPr>
                <w:lang w:val="en-US" w:eastAsia="fi-FI"/>
              </w:rPr>
            </w:pPr>
            <w:r>
              <w:rPr>
                <w:noProof/>
                <w:lang w:eastAsia="zh-CN"/>
              </w:rPr>
              <w:t>DC_3A-7A_n78A-n257E</w:t>
            </w:r>
            <w:r>
              <w:rPr>
                <w:vertAlign w:val="superscript"/>
                <w:lang w:eastAsia="zh-TW"/>
              </w:rPr>
              <w:t>2</w:t>
            </w:r>
          </w:p>
          <w:p w14:paraId="033CF592" w14:textId="77777777" w:rsidR="00F80484" w:rsidRDefault="00F80484" w:rsidP="00F80484">
            <w:pPr>
              <w:pStyle w:val="TAC"/>
              <w:rPr>
                <w:lang w:val="en-US" w:eastAsia="fi-FI"/>
              </w:rPr>
            </w:pPr>
            <w:r>
              <w:rPr>
                <w:noProof/>
                <w:lang w:eastAsia="zh-CN"/>
              </w:rPr>
              <w:t>DC_3A-7A_n78A-n257F</w:t>
            </w:r>
            <w:r>
              <w:rPr>
                <w:vertAlign w:val="superscript"/>
                <w:lang w:eastAsia="zh-TW"/>
              </w:rPr>
              <w:t>2</w:t>
            </w:r>
          </w:p>
          <w:p w14:paraId="54A5985C" w14:textId="77777777" w:rsidR="00F80484" w:rsidRDefault="00F80484" w:rsidP="00F80484">
            <w:pPr>
              <w:pStyle w:val="TAC"/>
              <w:rPr>
                <w:lang w:val="en-US" w:eastAsia="fi-FI"/>
              </w:rPr>
            </w:pPr>
            <w:r>
              <w:rPr>
                <w:noProof/>
                <w:lang w:eastAsia="zh-CN"/>
              </w:rPr>
              <w:t>DC_3A-7A_n78A-n257G</w:t>
            </w:r>
            <w:r>
              <w:rPr>
                <w:vertAlign w:val="superscript"/>
                <w:lang w:eastAsia="zh-TW"/>
              </w:rPr>
              <w:t>2</w:t>
            </w:r>
          </w:p>
          <w:p w14:paraId="6FD2F5B6" w14:textId="77777777" w:rsidR="00F80484" w:rsidRDefault="00F80484" w:rsidP="00F80484">
            <w:pPr>
              <w:pStyle w:val="TAC"/>
              <w:rPr>
                <w:lang w:val="en-US" w:eastAsia="fi-FI"/>
              </w:rPr>
            </w:pPr>
            <w:r>
              <w:rPr>
                <w:noProof/>
                <w:lang w:eastAsia="zh-CN"/>
              </w:rPr>
              <w:t>DC_3A-7A_n78A-n257H</w:t>
            </w:r>
            <w:r>
              <w:rPr>
                <w:vertAlign w:val="superscript"/>
                <w:lang w:eastAsia="zh-TW"/>
              </w:rPr>
              <w:t>2</w:t>
            </w:r>
          </w:p>
          <w:p w14:paraId="0B29345E" w14:textId="77777777" w:rsidR="00F80484" w:rsidRDefault="00F80484" w:rsidP="00F80484">
            <w:pPr>
              <w:pStyle w:val="TAC"/>
              <w:rPr>
                <w:lang w:val="en-US" w:eastAsia="fi-FI"/>
              </w:rPr>
            </w:pPr>
            <w:r>
              <w:rPr>
                <w:noProof/>
                <w:lang w:eastAsia="zh-CN"/>
              </w:rPr>
              <w:t>DC_3A-7A_n78A-n257I</w:t>
            </w:r>
            <w:r>
              <w:rPr>
                <w:vertAlign w:val="superscript"/>
                <w:lang w:eastAsia="zh-TW"/>
              </w:rPr>
              <w:t>2</w:t>
            </w:r>
          </w:p>
          <w:p w14:paraId="46CAA755" w14:textId="77777777" w:rsidR="00F80484" w:rsidRDefault="00F80484" w:rsidP="00F80484">
            <w:pPr>
              <w:pStyle w:val="TAC"/>
              <w:rPr>
                <w:lang w:val="en-US" w:eastAsia="fi-FI"/>
              </w:rPr>
            </w:pPr>
            <w:r>
              <w:rPr>
                <w:noProof/>
                <w:lang w:eastAsia="zh-CN"/>
              </w:rPr>
              <w:t>DC_3A-7A_n78A-n257J</w:t>
            </w:r>
            <w:r>
              <w:rPr>
                <w:vertAlign w:val="superscript"/>
                <w:lang w:eastAsia="zh-TW"/>
              </w:rPr>
              <w:t>2</w:t>
            </w:r>
          </w:p>
          <w:p w14:paraId="67822FA8" w14:textId="77777777" w:rsidR="00F80484" w:rsidRDefault="00F80484" w:rsidP="00F80484">
            <w:pPr>
              <w:pStyle w:val="TAC"/>
              <w:rPr>
                <w:lang w:val="en-US" w:eastAsia="fi-FI"/>
              </w:rPr>
            </w:pPr>
            <w:r>
              <w:rPr>
                <w:noProof/>
                <w:lang w:eastAsia="zh-CN"/>
              </w:rPr>
              <w:t>DC_3A-7A_n78A-n257K</w:t>
            </w:r>
            <w:r>
              <w:rPr>
                <w:vertAlign w:val="superscript"/>
                <w:lang w:eastAsia="zh-TW"/>
              </w:rPr>
              <w:t>2</w:t>
            </w:r>
          </w:p>
          <w:p w14:paraId="086B40B0" w14:textId="77777777" w:rsidR="00F80484" w:rsidRDefault="00F80484" w:rsidP="00F80484">
            <w:pPr>
              <w:pStyle w:val="TAC"/>
              <w:rPr>
                <w:lang w:val="en-US" w:eastAsia="fi-FI"/>
              </w:rPr>
            </w:pPr>
            <w:r>
              <w:rPr>
                <w:noProof/>
                <w:lang w:eastAsia="zh-CN"/>
              </w:rPr>
              <w:t>DC_3A-7A_n78A-n257L</w:t>
            </w:r>
            <w:r>
              <w:rPr>
                <w:vertAlign w:val="superscript"/>
                <w:lang w:eastAsia="zh-TW"/>
              </w:rPr>
              <w:t>2</w:t>
            </w:r>
          </w:p>
          <w:p w14:paraId="38CA5FCD" w14:textId="159D4EB2" w:rsidR="00F80484" w:rsidRPr="00E062F1" w:rsidRDefault="00F80484" w:rsidP="00F80484">
            <w:pPr>
              <w:pStyle w:val="TAC"/>
              <w:rPr>
                <w:rFonts w:eastAsia="Malgun Gothic"/>
                <w:noProof/>
                <w:lang w:eastAsia="ko-KR"/>
              </w:rPr>
            </w:pPr>
            <w:r>
              <w:rPr>
                <w:noProof/>
                <w:lang w:eastAsia="zh-CN"/>
              </w:rPr>
              <w:t>DC_3A-7A_n78A-n257M</w:t>
            </w:r>
            <w:r>
              <w:rPr>
                <w:vertAlign w:val="superscript"/>
                <w:lang w:eastAsia="zh-TW"/>
              </w:rPr>
              <w:t>2</w:t>
            </w:r>
          </w:p>
        </w:tc>
        <w:tc>
          <w:tcPr>
            <w:tcW w:w="3969" w:type="dxa"/>
            <w:tcMar>
              <w:top w:w="28" w:type="dxa"/>
              <w:left w:w="28" w:type="dxa"/>
              <w:bottom w:w="28" w:type="dxa"/>
              <w:right w:w="28" w:type="dxa"/>
            </w:tcMar>
            <w:vAlign w:val="center"/>
          </w:tcPr>
          <w:p w14:paraId="3757BFD7" w14:textId="77777777" w:rsidR="00F80484" w:rsidRDefault="00F80484" w:rsidP="00F80484">
            <w:pPr>
              <w:pStyle w:val="TAC"/>
              <w:rPr>
                <w:noProof/>
                <w:lang w:eastAsia="fr-FR"/>
              </w:rPr>
            </w:pPr>
            <w:r>
              <w:rPr>
                <w:noProof/>
                <w:lang w:eastAsia="fr-FR"/>
              </w:rPr>
              <w:t>DC_3A_n78A</w:t>
            </w:r>
          </w:p>
          <w:p w14:paraId="3C6759E5" w14:textId="77777777" w:rsidR="00F80484" w:rsidRDefault="00F80484" w:rsidP="00F80484">
            <w:pPr>
              <w:pStyle w:val="TAC"/>
              <w:rPr>
                <w:noProof/>
                <w:lang w:eastAsia="fr-FR"/>
              </w:rPr>
            </w:pPr>
            <w:r>
              <w:rPr>
                <w:noProof/>
                <w:lang w:eastAsia="fr-FR"/>
              </w:rPr>
              <w:t>DC_3A_n257A</w:t>
            </w:r>
          </w:p>
          <w:p w14:paraId="63F08845" w14:textId="77777777" w:rsidR="00F80484" w:rsidRDefault="00F80484" w:rsidP="00F80484">
            <w:pPr>
              <w:pStyle w:val="TAC"/>
              <w:rPr>
                <w:noProof/>
                <w:lang w:eastAsia="fr-FR"/>
              </w:rPr>
            </w:pPr>
            <w:r>
              <w:rPr>
                <w:noProof/>
                <w:lang w:eastAsia="fr-FR"/>
              </w:rPr>
              <w:t>DC_7A_n78A</w:t>
            </w:r>
          </w:p>
          <w:p w14:paraId="46CA14DD" w14:textId="1DA8B65B" w:rsidR="00F80484" w:rsidRPr="00E062F1" w:rsidRDefault="00F80484" w:rsidP="00F80484">
            <w:pPr>
              <w:pStyle w:val="TAC"/>
              <w:rPr>
                <w:rFonts w:cs="Arial"/>
                <w:lang w:eastAsia="zh-CN"/>
              </w:rPr>
            </w:pPr>
            <w:r>
              <w:rPr>
                <w:noProof/>
                <w:lang w:eastAsia="fr-FR"/>
              </w:rPr>
              <w:t>DC_7A_n257A</w:t>
            </w:r>
          </w:p>
        </w:tc>
      </w:tr>
      <w:tr w:rsidR="00F80484" w:rsidRPr="00E062F1" w14:paraId="13806FEA" w14:textId="77777777" w:rsidTr="00602F12">
        <w:trPr>
          <w:trHeight w:val="187"/>
          <w:jc w:val="center"/>
        </w:trPr>
        <w:tc>
          <w:tcPr>
            <w:tcW w:w="3969" w:type="dxa"/>
            <w:shd w:val="clear" w:color="auto" w:fill="auto"/>
            <w:noWrap/>
            <w:tcMar>
              <w:top w:w="28" w:type="dxa"/>
              <w:left w:w="28" w:type="dxa"/>
              <w:bottom w:w="28" w:type="dxa"/>
              <w:right w:w="28" w:type="dxa"/>
            </w:tcMar>
          </w:tcPr>
          <w:p w14:paraId="501D13BA" w14:textId="77777777" w:rsidR="00F80484" w:rsidRDefault="00F80484" w:rsidP="00F80484">
            <w:pPr>
              <w:pStyle w:val="TAC"/>
              <w:rPr>
                <w:noProof/>
                <w:lang w:eastAsia="fr-FR"/>
              </w:rPr>
            </w:pPr>
            <w:r>
              <w:rPr>
                <w:noProof/>
                <w:lang w:eastAsia="fr-FR"/>
              </w:rPr>
              <w:t>DC_3A-7A-7A_n78A-n257A</w:t>
            </w:r>
            <w:r>
              <w:rPr>
                <w:vertAlign w:val="superscript"/>
                <w:lang w:eastAsia="zh-TW"/>
              </w:rPr>
              <w:t>2</w:t>
            </w:r>
          </w:p>
          <w:p w14:paraId="068AA369" w14:textId="77777777" w:rsidR="00F80484" w:rsidRDefault="00F80484" w:rsidP="00F80484">
            <w:pPr>
              <w:pStyle w:val="TAC"/>
              <w:rPr>
                <w:lang w:val="en-US" w:eastAsia="fi-FI"/>
              </w:rPr>
            </w:pPr>
            <w:r>
              <w:rPr>
                <w:noProof/>
                <w:lang w:eastAsia="zh-CN"/>
              </w:rPr>
              <w:t>DC_3A-7A-7A_n78A-n257D</w:t>
            </w:r>
            <w:r>
              <w:rPr>
                <w:vertAlign w:val="superscript"/>
                <w:lang w:eastAsia="zh-TW"/>
              </w:rPr>
              <w:t>2</w:t>
            </w:r>
          </w:p>
          <w:p w14:paraId="0FABA8A6" w14:textId="77777777" w:rsidR="00F80484" w:rsidRDefault="00F80484" w:rsidP="00F80484">
            <w:pPr>
              <w:pStyle w:val="TAC"/>
              <w:rPr>
                <w:lang w:val="en-US" w:eastAsia="fi-FI"/>
              </w:rPr>
            </w:pPr>
            <w:r>
              <w:rPr>
                <w:noProof/>
                <w:lang w:eastAsia="zh-CN"/>
              </w:rPr>
              <w:t>DC_3A-7A-7A_n78A-n257E</w:t>
            </w:r>
            <w:r>
              <w:rPr>
                <w:vertAlign w:val="superscript"/>
                <w:lang w:eastAsia="zh-TW"/>
              </w:rPr>
              <w:t>2</w:t>
            </w:r>
          </w:p>
          <w:p w14:paraId="47718FF1" w14:textId="77777777" w:rsidR="00F80484" w:rsidRDefault="00F80484" w:rsidP="00F80484">
            <w:pPr>
              <w:pStyle w:val="TAC"/>
              <w:rPr>
                <w:lang w:val="en-US" w:eastAsia="fi-FI"/>
              </w:rPr>
            </w:pPr>
            <w:r>
              <w:rPr>
                <w:noProof/>
                <w:lang w:eastAsia="zh-CN"/>
              </w:rPr>
              <w:t>DC_3A-7A-7A_n78A-n257F</w:t>
            </w:r>
            <w:r>
              <w:rPr>
                <w:vertAlign w:val="superscript"/>
                <w:lang w:eastAsia="zh-TW"/>
              </w:rPr>
              <w:t>2</w:t>
            </w:r>
          </w:p>
          <w:p w14:paraId="6AABEDC2" w14:textId="77777777" w:rsidR="00F80484" w:rsidRDefault="00F80484" w:rsidP="00F80484">
            <w:pPr>
              <w:pStyle w:val="TAC"/>
              <w:rPr>
                <w:lang w:val="en-US" w:eastAsia="fi-FI"/>
              </w:rPr>
            </w:pPr>
            <w:r>
              <w:rPr>
                <w:noProof/>
                <w:lang w:eastAsia="zh-CN"/>
              </w:rPr>
              <w:t>DC_3A-7A-7A_n78A-n257G</w:t>
            </w:r>
            <w:r>
              <w:rPr>
                <w:vertAlign w:val="superscript"/>
                <w:lang w:eastAsia="zh-TW"/>
              </w:rPr>
              <w:t>2</w:t>
            </w:r>
          </w:p>
          <w:p w14:paraId="60CD2A2E" w14:textId="77777777" w:rsidR="00F80484" w:rsidRDefault="00F80484" w:rsidP="00F80484">
            <w:pPr>
              <w:pStyle w:val="TAC"/>
              <w:rPr>
                <w:lang w:val="en-US" w:eastAsia="fi-FI"/>
              </w:rPr>
            </w:pPr>
            <w:r>
              <w:rPr>
                <w:noProof/>
                <w:lang w:eastAsia="zh-CN"/>
              </w:rPr>
              <w:t>DC_3A-7A-7A_n78A-n257H</w:t>
            </w:r>
            <w:r>
              <w:rPr>
                <w:vertAlign w:val="superscript"/>
                <w:lang w:eastAsia="zh-TW"/>
              </w:rPr>
              <w:t>2</w:t>
            </w:r>
          </w:p>
          <w:p w14:paraId="39D80678" w14:textId="77777777" w:rsidR="00F80484" w:rsidRDefault="00F80484" w:rsidP="00F80484">
            <w:pPr>
              <w:pStyle w:val="TAC"/>
              <w:rPr>
                <w:lang w:val="en-US" w:eastAsia="fi-FI"/>
              </w:rPr>
            </w:pPr>
            <w:r>
              <w:rPr>
                <w:noProof/>
                <w:lang w:eastAsia="zh-CN"/>
              </w:rPr>
              <w:t>DC_3A-7A-7A_n78A-n257I</w:t>
            </w:r>
            <w:r>
              <w:rPr>
                <w:vertAlign w:val="superscript"/>
                <w:lang w:eastAsia="zh-TW"/>
              </w:rPr>
              <w:t>2</w:t>
            </w:r>
          </w:p>
          <w:p w14:paraId="2F7D08AE" w14:textId="77777777" w:rsidR="00F80484" w:rsidRDefault="00F80484" w:rsidP="00F80484">
            <w:pPr>
              <w:pStyle w:val="TAC"/>
              <w:rPr>
                <w:lang w:val="en-US" w:eastAsia="fi-FI"/>
              </w:rPr>
            </w:pPr>
            <w:r>
              <w:rPr>
                <w:noProof/>
                <w:lang w:eastAsia="zh-CN"/>
              </w:rPr>
              <w:t>DC_3A-7A-7A_n78A-n257J</w:t>
            </w:r>
            <w:r>
              <w:rPr>
                <w:vertAlign w:val="superscript"/>
                <w:lang w:eastAsia="zh-TW"/>
              </w:rPr>
              <w:t>2</w:t>
            </w:r>
          </w:p>
          <w:p w14:paraId="6AC2C1F1" w14:textId="77777777" w:rsidR="00F80484" w:rsidRDefault="00F80484" w:rsidP="00F80484">
            <w:pPr>
              <w:pStyle w:val="TAC"/>
              <w:rPr>
                <w:lang w:val="en-US" w:eastAsia="fi-FI"/>
              </w:rPr>
            </w:pPr>
            <w:r>
              <w:rPr>
                <w:noProof/>
                <w:lang w:eastAsia="zh-CN"/>
              </w:rPr>
              <w:t>DC_3A-7A-7A_n78A-n257K</w:t>
            </w:r>
            <w:r>
              <w:rPr>
                <w:vertAlign w:val="superscript"/>
                <w:lang w:eastAsia="zh-TW"/>
              </w:rPr>
              <w:t>2</w:t>
            </w:r>
          </w:p>
          <w:p w14:paraId="4C97265F" w14:textId="77777777" w:rsidR="00F80484" w:rsidRDefault="00F80484" w:rsidP="00F80484">
            <w:pPr>
              <w:pStyle w:val="TAC"/>
              <w:rPr>
                <w:lang w:val="en-US" w:eastAsia="fi-FI"/>
              </w:rPr>
            </w:pPr>
            <w:r>
              <w:rPr>
                <w:noProof/>
                <w:lang w:eastAsia="zh-CN"/>
              </w:rPr>
              <w:t>DC_3A-7A-7A_n78A-n257L</w:t>
            </w:r>
            <w:r>
              <w:rPr>
                <w:vertAlign w:val="superscript"/>
                <w:lang w:eastAsia="zh-TW"/>
              </w:rPr>
              <w:t>2</w:t>
            </w:r>
          </w:p>
          <w:p w14:paraId="641DD8F2" w14:textId="5DA7F2F6" w:rsidR="00F80484" w:rsidRPr="00E062F1" w:rsidRDefault="00F80484" w:rsidP="00F80484">
            <w:pPr>
              <w:pStyle w:val="TAC"/>
              <w:rPr>
                <w:rFonts w:eastAsia="Malgun Gothic"/>
                <w:noProof/>
                <w:lang w:eastAsia="ko-KR"/>
              </w:rPr>
            </w:pPr>
            <w:r>
              <w:rPr>
                <w:noProof/>
                <w:lang w:eastAsia="zh-CN"/>
              </w:rPr>
              <w:t>DC_3A-7A-7A_n78A-n257M</w:t>
            </w:r>
            <w:r>
              <w:rPr>
                <w:vertAlign w:val="superscript"/>
                <w:lang w:eastAsia="zh-TW"/>
              </w:rPr>
              <w:t>2</w:t>
            </w:r>
          </w:p>
        </w:tc>
        <w:tc>
          <w:tcPr>
            <w:tcW w:w="3969" w:type="dxa"/>
            <w:tcMar>
              <w:top w:w="28" w:type="dxa"/>
              <w:left w:w="28" w:type="dxa"/>
              <w:bottom w:w="28" w:type="dxa"/>
              <w:right w:w="28" w:type="dxa"/>
            </w:tcMar>
            <w:vAlign w:val="center"/>
          </w:tcPr>
          <w:p w14:paraId="764B4B88" w14:textId="77777777" w:rsidR="00F80484" w:rsidRDefault="00F80484" w:rsidP="00F80484">
            <w:pPr>
              <w:pStyle w:val="TAC"/>
              <w:rPr>
                <w:noProof/>
                <w:lang w:eastAsia="fr-FR"/>
              </w:rPr>
            </w:pPr>
            <w:r>
              <w:rPr>
                <w:noProof/>
                <w:lang w:eastAsia="fr-FR"/>
              </w:rPr>
              <w:t>DC_3A_n78A</w:t>
            </w:r>
          </w:p>
          <w:p w14:paraId="419D89D5" w14:textId="77777777" w:rsidR="00F80484" w:rsidRDefault="00F80484" w:rsidP="00F80484">
            <w:pPr>
              <w:pStyle w:val="TAC"/>
              <w:rPr>
                <w:noProof/>
                <w:lang w:eastAsia="fr-FR"/>
              </w:rPr>
            </w:pPr>
            <w:r>
              <w:rPr>
                <w:noProof/>
                <w:lang w:eastAsia="fr-FR"/>
              </w:rPr>
              <w:t>DC_3A_n257A</w:t>
            </w:r>
          </w:p>
          <w:p w14:paraId="53BD79BC" w14:textId="77777777" w:rsidR="00F80484" w:rsidRDefault="00F80484" w:rsidP="00F80484">
            <w:pPr>
              <w:pStyle w:val="TAC"/>
              <w:rPr>
                <w:noProof/>
                <w:lang w:eastAsia="fr-FR"/>
              </w:rPr>
            </w:pPr>
            <w:r>
              <w:rPr>
                <w:noProof/>
                <w:lang w:eastAsia="fr-FR"/>
              </w:rPr>
              <w:t>DC_7A_n78A</w:t>
            </w:r>
          </w:p>
          <w:p w14:paraId="68189E5E" w14:textId="26F3F478" w:rsidR="00F80484" w:rsidRPr="00E062F1" w:rsidRDefault="00F80484" w:rsidP="00F80484">
            <w:pPr>
              <w:pStyle w:val="TAC"/>
              <w:rPr>
                <w:rFonts w:cs="Arial"/>
                <w:lang w:eastAsia="zh-CN"/>
              </w:rPr>
            </w:pPr>
            <w:r>
              <w:rPr>
                <w:noProof/>
                <w:lang w:eastAsia="fr-FR"/>
              </w:rPr>
              <w:t>DC_7A_n257A</w:t>
            </w:r>
          </w:p>
        </w:tc>
      </w:tr>
      <w:tr w:rsidR="00F80484" w:rsidRPr="00E062F1" w14:paraId="2C37F057" w14:textId="77777777" w:rsidTr="006B3BD2">
        <w:trPr>
          <w:trHeight w:val="187"/>
          <w:jc w:val="center"/>
        </w:trPr>
        <w:tc>
          <w:tcPr>
            <w:tcW w:w="3969" w:type="dxa"/>
            <w:shd w:val="clear" w:color="auto" w:fill="auto"/>
            <w:noWrap/>
            <w:tcMar>
              <w:top w:w="28" w:type="dxa"/>
              <w:left w:w="28" w:type="dxa"/>
              <w:bottom w:w="28" w:type="dxa"/>
              <w:right w:w="28" w:type="dxa"/>
            </w:tcMar>
          </w:tcPr>
          <w:p w14:paraId="22F27B35" w14:textId="0A81C971" w:rsidR="00F80484" w:rsidRPr="00E062F1" w:rsidRDefault="00F80484" w:rsidP="00F80484">
            <w:pPr>
              <w:pStyle w:val="TAC"/>
              <w:rPr>
                <w:rFonts w:eastAsia="Malgun Gothic"/>
                <w:noProof/>
                <w:lang w:eastAsia="ko-KR"/>
              </w:rPr>
            </w:pPr>
            <w:r w:rsidRPr="00E062F1">
              <w:rPr>
                <w:rFonts w:eastAsia="Malgun Gothic"/>
                <w:noProof/>
                <w:lang w:eastAsia="ko-KR"/>
              </w:rPr>
              <w:t>DC_3A-8A_n78A-n257A</w:t>
            </w:r>
            <w:r>
              <w:rPr>
                <w:rFonts w:hint="eastAsia"/>
                <w:vertAlign w:val="superscript"/>
                <w:lang w:eastAsia="zh-TW"/>
              </w:rPr>
              <w:t>2</w:t>
            </w:r>
          </w:p>
          <w:p w14:paraId="4B6D7812" w14:textId="11AE4330" w:rsidR="00F80484" w:rsidRPr="00E062F1" w:rsidRDefault="00F80484" w:rsidP="00F80484">
            <w:pPr>
              <w:pStyle w:val="TAC"/>
              <w:rPr>
                <w:rFonts w:eastAsia="Malgun Gothic"/>
                <w:noProof/>
                <w:lang w:eastAsia="ko-KR"/>
              </w:rPr>
            </w:pPr>
            <w:r w:rsidRPr="00E062F1">
              <w:rPr>
                <w:rFonts w:eastAsia="Malgun Gothic"/>
                <w:noProof/>
                <w:lang w:eastAsia="ko-KR"/>
              </w:rPr>
              <w:t>DC_3A-8A_n78A-n257D</w:t>
            </w:r>
            <w:r>
              <w:rPr>
                <w:rFonts w:hint="eastAsia"/>
                <w:vertAlign w:val="superscript"/>
                <w:lang w:eastAsia="zh-TW"/>
              </w:rPr>
              <w:t>2</w:t>
            </w:r>
          </w:p>
          <w:p w14:paraId="41A41FE2" w14:textId="15AAC81F" w:rsidR="00F80484" w:rsidRPr="00E062F1" w:rsidRDefault="00F80484" w:rsidP="00F80484">
            <w:pPr>
              <w:pStyle w:val="TAC"/>
              <w:rPr>
                <w:rFonts w:eastAsia="Malgun Gothic"/>
                <w:noProof/>
                <w:lang w:eastAsia="ko-KR"/>
              </w:rPr>
            </w:pPr>
            <w:r w:rsidRPr="00E062F1">
              <w:rPr>
                <w:rFonts w:eastAsia="Malgun Gothic"/>
                <w:noProof/>
                <w:lang w:eastAsia="ko-KR"/>
              </w:rPr>
              <w:t>DC_3A-8A_n78A-n257E</w:t>
            </w:r>
            <w:r>
              <w:rPr>
                <w:rFonts w:hint="eastAsia"/>
                <w:vertAlign w:val="superscript"/>
                <w:lang w:eastAsia="zh-TW"/>
              </w:rPr>
              <w:t>2</w:t>
            </w:r>
          </w:p>
          <w:p w14:paraId="5067F6AB" w14:textId="39E18999" w:rsidR="00F80484" w:rsidRPr="00E062F1" w:rsidRDefault="00F80484" w:rsidP="00F80484">
            <w:pPr>
              <w:pStyle w:val="TAC"/>
              <w:rPr>
                <w:rFonts w:eastAsia="Malgun Gothic"/>
                <w:noProof/>
                <w:lang w:eastAsia="ko-KR"/>
              </w:rPr>
            </w:pPr>
            <w:r w:rsidRPr="00E062F1">
              <w:rPr>
                <w:rFonts w:eastAsia="Malgun Gothic"/>
                <w:noProof/>
                <w:lang w:eastAsia="ko-KR"/>
              </w:rPr>
              <w:t>DC_3A-8A_n78A-n257F</w:t>
            </w:r>
            <w:r>
              <w:rPr>
                <w:rFonts w:hint="eastAsia"/>
                <w:vertAlign w:val="superscript"/>
                <w:lang w:eastAsia="zh-TW"/>
              </w:rPr>
              <w:t>2</w:t>
            </w:r>
          </w:p>
          <w:p w14:paraId="3F6EE898" w14:textId="73D2A92C" w:rsidR="00F80484" w:rsidRPr="00E062F1" w:rsidRDefault="00F80484" w:rsidP="00F80484">
            <w:pPr>
              <w:pStyle w:val="TAC"/>
              <w:rPr>
                <w:rFonts w:eastAsia="Malgun Gothic"/>
                <w:noProof/>
                <w:lang w:eastAsia="ko-KR"/>
              </w:rPr>
            </w:pPr>
            <w:r w:rsidRPr="00E062F1">
              <w:rPr>
                <w:rFonts w:eastAsia="Malgun Gothic"/>
                <w:noProof/>
                <w:lang w:eastAsia="ko-KR"/>
              </w:rPr>
              <w:t>DC_3A-8A_n78A-n257G</w:t>
            </w:r>
            <w:r>
              <w:rPr>
                <w:rFonts w:hint="eastAsia"/>
                <w:vertAlign w:val="superscript"/>
                <w:lang w:eastAsia="zh-TW"/>
              </w:rPr>
              <w:t>2</w:t>
            </w:r>
          </w:p>
          <w:p w14:paraId="1CDDED55" w14:textId="2A3953CF" w:rsidR="00F80484" w:rsidRPr="00E062F1" w:rsidRDefault="00F80484" w:rsidP="00F80484">
            <w:pPr>
              <w:pStyle w:val="TAC"/>
              <w:rPr>
                <w:rFonts w:eastAsia="Malgun Gothic"/>
                <w:noProof/>
                <w:lang w:eastAsia="ko-KR"/>
              </w:rPr>
            </w:pPr>
            <w:r w:rsidRPr="00E062F1">
              <w:rPr>
                <w:rFonts w:eastAsia="Malgun Gothic"/>
                <w:noProof/>
                <w:lang w:eastAsia="ko-KR"/>
              </w:rPr>
              <w:t>DC_3A-8A_n78A-n257H</w:t>
            </w:r>
            <w:r>
              <w:rPr>
                <w:rFonts w:hint="eastAsia"/>
                <w:vertAlign w:val="superscript"/>
                <w:lang w:eastAsia="zh-TW"/>
              </w:rPr>
              <w:t>2</w:t>
            </w:r>
          </w:p>
          <w:p w14:paraId="08E68EC1" w14:textId="5E13FD26" w:rsidR="00F80484" w:rsidRPr="00E062F1" w:rsidRDefault="00F80484" w:rsidP="00F80484">
            <w:pPr>
              <w:pStyle w:val="TAC"/>
              <w:rPr>
                <w:rFonts w:eastAsia="Malgun Gothic"/>
                <w:noProof/>
                <w:lang w:eastAsia="ko-KR"/>
              </w:rPr>
            </w:pPr>
            <w:r w:rsidRPr="00E062F1">
              <w:rPr>
                <w:rFonts w:eastAsia="Malgun Gothic"/>
                <w:noProof/>
                <w:lang w:eastAsia="ko-KR"/>
              </w:rPr>
              <w:t>DC_3A-8A_n78A-n257I</w:t>
            </w:r>
            <w:r>
              <w:rPr>
                <w:rFonts w:hint="eastAsia"/>
                <w:vertAlign w:val="superscript"/>
                <w:lang w:eastAsia="zh-TW"/>
              </w:rPr>
              <w:t>2</w:t>
            </w:r>
          </w:p>
          <w:p w14:paraId="0FFF306C" w14:textId="0CA13804" w:rsidR="00F80484" w:rsidRPr="00E062F1" w:rsidRDefault="00F80484" w:rsidP="00F80484">
            <w:pPr>
              <w:pStyle w:val="TAC"/>
              <w:rPr>
                <w:rFonts w:eastAsia="Malgun Gothic"/>
                <w:noProof/>
                <w:lang w:eastAsia="ko-KR"/>
              </w:rPr>
            </w:pPr>
            <w:r w:rsidRPr="00E062F1">
              <w:rPr>
                <w:rFonts w:eastAsia="Malgun Gothic"/>
                <w:noProof/>
                <w:lang w:eastAsia="ko-KR"/>
              </w:rPr>
              <w:t>DC_3A-8A_n78A-n257J</w:t>
            </w:r>
            <w:r>
              <w:rPr>
                <w:rFonts w:hint="eastAsia"/>
                <w:vertAlign w:val="superscript"/>
                <w:lang w:eastAsia="zh-TW"/>
              </w:rPr>
              <w:t>2</w:t>
            </w:r>
          </w:p>
          <w:p w14:paraId="4BF15C73" w14:textId="4D326B97" w:rsidR="00F80484" w:rsidRPr="00E062F1" w:rsidRDefault="00F80484" w:rsidP="00F80484">
            <w:pPr>
              <w:pStyle w:val="TAC"/>
              <w:rPr>
                <w:rFonts w:eastAsia="Malgun Gothic"/>
                <w:noProof/>
                <w:lang w:eastAsia="ko-KR"/>
              </w:rPr>
            </w:pPr>
            <w:r w:rsidRPr="00E062F1">
              <w:rPr>
                <w:rFonts w:eastAsia="Malgun Gothic"/>
                <w:noProof/>
                <w:lang w:eastAsia="ko-KR"/>
              </w:rPr>
              <w:t>DC_3A-8A_n78A-n257K</w:t>
            </w:r>
            <w:r>
              <w:rPr>
                <w:rFonts w:hint="eastAsia"/>
                <w:vertAlign w:val="superscript"/>
                <w:lang w:eastAsia="zh-TW"/>
              </w:rPr>
              <w:t>2</w:t>
            </w:r>
          </w:p>
          <w:p w14:paraId="057490FB" w14:textId="287CCFD0" w:rsidR="00F80484" w:rsidRPr="00E062F1" w:rsidRDefault="00F80484" w:rsidP="00F80484">
            <w:pPr>
              <w:pStyle w:val="TAC"/>
              <w:rPr>
                <w:rFonts w:eastAsia="Malgun Gothic"/>
                <w:noProof/>
                <w:lang w:eastAsia="ko-KR"/>
              </w:rPr>
            </w:pPr>
            <w:r w:rsidRPr="00E062F1">
              <w:rPr>
                <w:rFonts w:eastAsia="Malgun Gothic"/>
                <w:noProof/>
                <w:lang w:eastAsia="ko-KR"/>
              </w:rPr>
              <w:t>DC_3A-8A_n78A-n257L</w:t>
            </w:r>
            <w:r>
              <w:rPr>
                <w:rFonts w:hint="eastAsia"/>
                <w:vertAlign w:val="superscript"/>
                <w:lang w:eastAsia="zh-TW"/>
              </w:rPr>
              <w:t>2</w:t>
            </w:r>
          </w:p>
          <w:p w14:paraId="63EAA18E" w14:textId="5344508B" w:rsidR="00F80484" w:rsidRPr="00E062F1" w:rsidRDefault="00F80484" w:rsidP="00F80484">
            <w:pPr>
              <w:pStyle w:val="TAC"/>
              <w:rPr>
                <w:lang w:eastAsia="ko-KR"/>
              </w:rPr>
            </w:pPr>
            <w:r w:rsidRPr="00E062F1">
              <w:rPr>
                <w:rFonts w:eastAsia="Malgun Gothic"/>
                <w:noProof/>
                <w:lang w:eastAsia="ko-KR"/>
              </w:rPr>
              <w:t>DC_3A-8A_n78A-n257M</w:t>
            </w:r>
            <w:r>
              <w:rPr>
                <w:rFonts w:hint="eastAsia"/>
                <w:vertAlign w:val="superscript"/>
                <w:lang w:eastAsia="zh-TW"/>
              </w:rPr>
              <w:t>2</w:t>
            </w:r>
          </w:p>
        </w:tc>
        <w:tc>
          <w:tcPr>
            <w:tcW w:w="3969" w:type="dxa"/>
            <w:tcMar>
              <w:top w:w="28" w:type="dxa"/>
              <w:left w:w="28" w:type="dxa"/>
              <w:bottom w:w="28" w:type="dxa"/>
              <w:right w:w="28" w:type="dxa"/>
            </w:tcMar>
          </w:tcPr>
          <w:p w14:paraId="3B44C384" w14:textId="77777777" w:rsidR="00F80484" w:rsidRPr="00E062F1" w:rsidRDefault="00F80484" w:rsidP="00F80484">
            <w:pPr>
              <w:pStyle w:val="TAC"/>
              <w:rPr>
                <w:rFonts w:cs="Arial"/>
                <w:lang w:eastAsia="zh-CN"/>
              </w:rPr>
            </w:pPr>
            <w:r w:rsidRPr="00E062F1">
              <w:rPr>
                <w:rFonts w:cs="Arial"/>
                <w:lang w:eastAsia="zh-CN"/>
              </w:rPr>
              <w:t>DC_3A_n78A</w:t>
            </w:r>
          </w:p>
          <w:p w14:paraId="580D6D41" w14:textId="77777777" w:rsidR="00F80484" w:rsidRPr="00E062F1" w:rsidRDefault="00F80484" w:rsidP="00F80484">
            <w:pPr>
              <w:pStyle w:val="TAC"/>
              <w:rPr>
                <w:rFonts w:cs="Arial"/>
                <w:lang w:eastAsia="zh-CN"/>
              </w:rPr>
            </w:pPr>
            <w:r w:rsidRPr="00E062F1">
              <w:rPr>
                <w:rFonts w:cs="Arial"/>
                <w:lang w:eastAsia="zh-CN"/>
              </w:rPr>
              <w:t>DC_8A_n78A</w:t>
            </w:r>
          </w:p>
          <w:p w14:paraId="16252956" w14:textId="77777777" w:rsidR="00F80484" w:rsidRPr="00E062F1" w:rsidRDefault="00F80484" w:rsidP="00F80484">
            <w:pPr>
              <w:pStyle w:val="TAC"/>
              <w:rPr>
                <w:rFonts w:cs="Arial"/>
                <w:lang w:eastAsia="zh-CN"/>
              </w:rPr>
            </w:pPr>
            <w:r w:rsidRPr="00E062F1">
              <w:rPr>
                <w:rFonts w:cs="Arial"/>
                <w:lang w:eastAsia="zh-CN"/>
              </w:rPr>
              <w:t>DC_3A_n257A</w:t>
            </w:r>
          </w:p>
          <w:p w14:paraId="2AAF901A" w14:textId="77777777" w:rsidR="00F80484" w:rsidRPr="00E062F1" w:rsidRDefault="00F80484" w:rsidP="00F80484">
            <w:pPr>
              <w:pStyle w:val="TAC"/>
              <w:rPr>
                <w:lang w:eastAsia="fi-FI"/>
              </w:rPr>
            </w:pPr>
            <w:r w:rsidRPr="00E062F1">
              <w:rPr>
                <w:rFonts w:cs="Arial"/>
                <w:lang w:eastAsia="zh-CN"/>
              </w:rPr>
              <w:t>DC_8A_n257A</w:t>
            </w:r>
          </w:p>
        </w:tc>
      </w:tr>
      <w:tr w:rsidR="00F80484" w:rsidRPr="00E062F1" w14:paraId="57641C33" w14:textId="77777777" w:rsidTr="006B3BD2">
        <w:trPr>
          <w:trHeight w:val="187"/>
          <w:jc w:val="center"/>
        </w:trPr>
        <w:tc>
          <w:tcPr>
            <w:tcW w:w="3969" w:type="dxa"/>
            <w:shd w:val="clear" w:color="auto" w:fill="auto"/>
            <w:noWrap/>
            <w:tcMar>
              <w:top w:w="28" w:type="dxa"/>
              <w:left w:w="28" w:type="dxa"/>
              <w:bottom w:w="28" w:type="dxa"/>
              <w:right w:w="28" w:type="dxa"/>
            </w:tcMar>
          </w:tcPr>
          <w:p w14:paraId="790C0A9A" w14:textId="77777777" w:rsidR="00F80484" w:rsidRPr="00E062F1" w:rsidRDefault="00F80484" w:rsidP="00F80484">
            <w:pPr>
              <w:pStyle w:val="TAC"/>
              <w:rPr>
                <w:rFonts w:eastAsia="Malgun Gothic" w:cs="Arial"/>
                <w:lang w:eastAsia="ko-KR"/>
              </w:rPr>
            </w:pPr>
            <w:r w:rsidRPr="00E062F1">
              <w:rPr>
                <w:rFonts w:cs="Arial"/>
                <w:lang w:eastAsia="zh-CN"/>
              </w:rPr>
              <w:t>DC_3A-18A_n78A</w:t>
            </w:r>
            <w:r w:rsidRPr="00E062F1">
              <w:rPr>
                <w:rFonts w:cs="Arial"/>
                <w:lang w:eastAsia="ja-JP"/>
              </w:rPr>
              <w:t>-</w:t>
            </w:r>
            <w:r w:rsidRPr="00E062F1">
              <w:rPr>
                <w:rFonts w:cs="Arial"/>
                <w:lang w:eastAsia="zh-CN"/>
              </w:rPr>
              <w:t>n257</w:t>
            </w:r>
            <w:r w:rsidRPr="00E062F1">
              <w:rPr>
                <w:rFonts w:eastAsia="Malgun Gothic" w:cs="Arial"/>
                <w:lang w:eastAsia="ko-KR"/>
              </w:rPr>
              <w:t>A</w:t>
            </w:r>
          </w:p>
          <w:p w14:paraId="5DFF9D58" w14:textId="77777777" w:rsidR="00F80484" w:rsidRPr="00E062F1" w:rsidRDefault="00F80484" w:rsidP="00F80484">
            <w:pPr>
              <w:pStyle w:val="TAC"/>
              <w:rPr>
                <w:rFonts w:eastAsia="Malgun Gothic" w:cs="Arial"/>
                <w:lang w:eastAsia="ko-KR"/>
              </w:rPr>
            </w:pPr>
            <w:r w:rsidRPr="00E062F1">
              <w:rPr>
                <w:rFonts w:cs="Arial"/>
                <w:lang w:eastAsia="zh-CN"/>
              </w:rPr>
              <w:t>DC_3A-18A_n78A</w:t>
            </w:r>
            <w:r w:rsidRPr="00E062F1">
              <w:rPr>
                <w:rFonts w:cs="Arial"/>
                <w:lang w:eastAsia="ja-JP"/>
              </w:rPr>
              <w:t>-</w:t>
            </w:r>
            <w:r w:rsidRPr="00E062F1">
              <w:rPr>
                <w:rFonts w:cs="Arial"/>
                <w:lang w:eastAsia="zh-CN"/>
              </w:rPr>
              <w:t>n257</w:t>
            </w:r>
            <w:r w:rsidRPr="00E062F1">
              <w:rPr>
                <w:rFonts w:eastAsia="Malgun Gothic" w:cs="Arial"/>
                <w:lang w:eastAsia="ko-KR"/>
              </w:rPr>
              <w:t>G</w:t>
            </w:r>
          </w:p>
          <w:p w14:paraId="32442C49" w14:textId="77777777" w:rsidR="00F80484" w:rsidRPr="00E062F1" w:rsidRDefault="00F80484" w:rsidP="00F80484">
            <w:pPr>
              <w:pStyle w:val="TAC"/>
              <w:rPr>
                <w:rFonts w:eastAsia="Malgun Gothic" w:cs="Arial"/>
                <w:lang w:eastAsia="ko-KR"/>
              </w:rPr>
            </w:pPr>
            <w:r w:rsidRPr="00E062F1">
              <w:rPr>
                <w:rFonts w:cs="Arial"/>
                <w:lang w:eastAsia="zh-CN"/>
              </w:rPr>
              <w:t>DC_3A-18A_n78A</w:t>
            </w:r>
            <w:r w:rsidRPr="00E062F1">
              <w:rPr>
                <w:rFonts w:cs="Arial"/>
                <w:lang w:eastAsia="ja-JP"/>
              </w:rPr>
              <w:t>-</w:t>
            </w:r>
            <w:r w:rsidRPr="00E062F1">
              <w:rPr>
                <w:rFonts w:cs="Arial"/>
                <w:lang w:eastAsia="zh-CN"/>
              </w:rPr>
              <w:t>n257</w:t>
            </w:r>
            <w:r w:rsidRPr="00E062F1">
              <w:rPr>
                <w:rFonts w:eastAsia="Malgun Gothic" w:cs="Arial"/>
                <w:lang w:eastAsia="ko-KR"/>
              </w:rPr>
              <w:t>H</w:t>
            </w:r>
          </w:p>
          <w:p w14:paraId="7C63B4E6" w14:textId="77777777" w:rsidR="00F80484" w:rsidRPr="00E062F1" w:rsidRDefault="00F80484" w:rsidP="00F80484">
            <w:pPr>
              <w:pStyle w:val="TAC"/>
              <w:rPr>
                <w:lang w:eastAsia="ko-KR"/>
              </w:rPr>
            </w:pPr>
            <w:r w:rsidRPr="00E062F1">
              <w:rPr>
                <w:rFonts w:cs="Arial"/>
                <w:lang w:eastAsia="zh-CN"/>
              </w:rPr>
              <w:t>DC_3A-18A_n78A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181FC73B" w14:textId="77777777" w:rsidR="00F80484" w:rsidRPr="00E062F1" w:rsidRDefault="00F80484" w:rsidP="00F80484">
            <w:pPr>
              <w:pStyle w:val="TAC"/>
              <w:rPr>
                <w:rFonts w:cs="Arial"/>
                <w:lang w:eastAsia="zh-CN"/>
              </w:rPr>
            </w:pPr>
            <w:r w:rsidRPr="00E062F1">
              <w:rPr>
                <w:rFonts w:cs="Arial"/>
                <w:lang w:eastAsia="zh-CN"/>
              </w:rPr>
              <w:t>DC_3A_n78A</w:t>
            </w:r>
          </w:p>
          <w:p w14:paraId="162AD6A9" w14:textId="77777777" w:rsidR="00F80484" w:rsidRPr="00E062F1" w:rsidRDefault="00F80484" w:rsidP="00F80484">
            <w:pPr>
              <w:pStyle w:val="TAC"/>
              <w:rPr>
                <w:rFonts w:cs="Arial"/>
                <w:lang w:eastAsia="zh-CN"/>
              </w:rPr>
            </w:pPr>
            <w:r w:rsidRPr="00E062F1">
              <w:rPr>
                <w:rFonts w:cs="Arial"/>
                <w:lang w:eastAsia="zh-CN"/>
              </w:rPr>
              <w:t>DC_3A_n257A</w:t>
            </w:r>
          </w:p>
          <w:p w14:paraId="0479DC07" w14:textId="77777777" w:rsidR="00F80484" w:rsidRPr="00E062F1" w:rsidRDefault="00F80484" w:rsidP="00F80484">
            <w:pPr>
              <w:pStyle w:val="TAC"/>
              <w:rPr>
                <w:rFonts w:cs="Arial"/>
                <w:lang w:eastAsia="zh-CN"/>
              </w:rPr>
            </w:pPr>
            <w:r w:rsidRPr="00E062F1">
              <w:rPr>
                <w:rFonts w:cs="Arial"/>
                <w:lang w:eastAsia="zh-CN"/>
              </w:rPr>
              <w:t>DC_3A_n257G</w:t>
            </w:r>
          </w:p>
          <w:p w14:paraId="51FAA8B9" w14:textId="77777777" w:rsidR="00F80484" w:rsidRPr="00E062F1" w:rsidRDefault="00F80484" w:rsidP="00F80484">
            <w:pPr>
              <w:pStyle w:val="TAC"/>
              <w:rPr>
                <w:rFonts w:cs="Arial"/>
                <w:lang w:eastAsia="zh-CN"/>
              </w:rPr>
            </w:pPr>
            <w:r w:rsidRPr="00E062F1">
              <w:rPr>
                <w:rFonts w:cs="Arial"/>
                <w:lang w:eastAsia="zh-CN"/>
              </w:rPr>
              <w:t>DC_3A_n257H</w:t>
            </w:r>
          </w:p>
          <w:p w14:paraId="1827932E" w14:textId="77777777" w:rsidR="00F80484" w:rsidRPr="00E062F1" w:rsidRDefault="00F80484" w:rsidP="00F80484">
            <w:pPr>
              <w:pStyle w:val="TAC"/>
              <w:rPr>
                <w:rFonts w:cs="Arial"/>
                <w:lang w:eastAsia="zh-CN"/>
              </w:rPr>
            </w:pPr>
            <w:r w:rsidRPr="00E062F1">
              <w:rPr>
                <w:rFonts w:cs="Arial"/>
                <w:lang w:eastAsia="zh-CN"/>
              </w:rPr>
              <w:t>DC_3A_n257I</w:t>
            </w:r>
          </w:p>
          <w:p w14:paraId="41461A9C" w14:textId="77777777" w:rsidR="00F80484" w:rsidRPr="00E062F1" w:rsidRDefault="00F80484" w:rsidP="00F80484">
            <w:pPr>
              <w:pStyle w:val="TAC"/>
              <w:rPr>
                <w:rFonts w:cs="Arial"/>
                <w:lang w:eastAsia="zh-CN"/>
              </w:rPr>
            </w:pPr>
            <w:r w:rsidRPr="00E062F1">
              <w:rPr>
                <w:rFonts w:cs="Arial"/>
                <w:lang w:eastAsia="zh-CN"/>
              </w:rPr>
              <w:t>DC_18A_n78A</w:t>
            </w:r>
          </w:p>
          <w:p w14:paraId="3977B6C7" w14:textId="77777777" w:rsidR="00F80484" w:rsidRPr="00E062F1" w:rsidRDefault="00F80484" w:rsidP="00F80484">
            <w:pPr>
              <w:pStyle w:val="TAC"/>
              <w:rPr>
                <w:rFonts w:cs="Arial"/>
                <w:lang w:eastAsia="zh-CN"/>
              </w:rPr>
            </w:pPr>
            <w:r w:rsidRPr="00E062F1">
              <w:rPr>
                <w:rFonts w:cs="Arial"/>
                <w:lang w:eastAsia="zh-CN"/>
              </w:rPr>
              <w:t>DC_18A_n257A</w:t>
            </w:r>
          </w:p>
          <w:p w14:paraId="40ABBD8B" w14:textId="77777777" w:rsidR="00F80484" w:rsidRPr="00E062F1" w:rsidRDefault="00F80484" w:rsidP="00F80484">
            <w:pPr>
              <w:pStyle w:val="TAC"/>
              <w:rPr>
                <w:rFonts w:cs="Arial"/>
                <w:lang w:eastAsia="zh-CN"/>
              </w:rPr>
            </w:pPr>
            <w:r w:rsidRPr="00E062F1">
              <w:rPr>
                <w:rFonts w:cs="Arial"/>
                <w:lang w:eastAsia="zh-CN"/>
              </w:rPr>
              <w:t>DC_18A_n257G</w:t>
            </w:r>
          </w:p>
          <w:p w14:paraId="179361C1" w14:textId="77777777" w:rsidR="00F80484" w:rsidRPr="00E062F1" w:rsidRDefault="00F80484" w:rsidP="00F80484">
            <w:pPr>
              <w:pStyle w:val="TAC"/>
              <w:rPr>
                <w:rFonts w:cs="Arial"/>
                <w:lang w:eastAsia="zh-CN"/>
              </w:rPr>
            </w:pPr>
            <w:r w:rsidRPr="00E062F1">
              <w:rPr>
                <w:rFonts w:cs="Arial"/>
                <w:lang w:eastAsia="zh-CN"/>
              </w:rPr>
              <w:t>DC_18A_n257H</w:t>
            </w:r>
          </w:p>
          <w:p w14:paraId="0C19DDF1" w14:textId="77777777" w:rsidR="00F80484" w:rsidRPr="00E062F1" w:rsidRDefault="00F80484" w:rsidP="00F80484">
            <w:pPr>
              <w:pStyle w:val="TAC"/>
              <w:rPr>
                <w:lang w:eastAsia="fi-FI"/>
              </w:rPr>
            </w:pPr>
            <w:r w:rsidRPr="00E062F1">
              <w:rPr>
                <w:rFonts w:cs="Arial"/>
                <w:lang w:eastAsia="zh-CN"/>
              </w:rPr>
              <w:t>DC_18A_n257I</w:t>
            </w:r>
          </w:p>
        </w:tc>
      </w:tr>
      <w:tr w:rsidR="00F80484" w:rsidRPr="00E062F1" w14:paraId="3AF159D4" w14:textId="77777777" w:rsidTr="006B3BD2">
        <w:trPr>
          <w:trHeight w:val="187"/>
          <w:jc w:val="center"/>
        </w:trPr>
        <w:tc>
          <w:tcPr>
            <w:tcW w:w="3969" w:type="dxa"/>
            <w:shd w:val="clear" w:color="auto" w:fill="auto"/>
            <w:noWrap/>
            <w:tcMar>
              <w:top w:w="28" w:type="dxa"/>
              <w:left w:w="28" w:type="dxa"/>
              <w:bottom w:w="28" w:type="dxa"/>
              <w:right w:w="28" w:type="dxa"/>
            </w:tcMar>
          </w:tcPr>
          <w:p w14:paraId="369AAC77" w14:textId="4CDD009B" w:rsidR="00F80484" w:rsidRPr="00E062F1" w:rsidRDefault="00F80484" w:rsidP="00F80484">
            <w:pPr>
              <w:pStyle w:val="TAC"/>
              <w:rPr>
                <w:rFonts w:cs="Arial"/>
                <w:lang w:eastAsia="zh-CN"/>
              </w:rPr>
            </w:pPr>
            <w:r w:rsidRPr="00E062F1">
              <w:rPr>
                <w:rFonts w:cs="Arial"/>
                <w:lang w:eastAsia="zh-CN"/>
              </w:rPr>
              <w:lastRenderedPageBreak/>
              <w:t>DC_3A-19A_n77A</w:t>
            </w:r>
            <w:r w:rsidRPr="00E062F1">
              <w:rPr>
                <w:rFonts w:cs="Arial"/>
                <w:lang w:eastAsia="ja-JP"/>
              </w:rPr>
              <w:t>-</w:t>
            </w:r>
            <w:r w:rsidRPr="00E062F1">
              <w:rPr>
                <w:rFonts w:cs="Arial"/>
                <w:lang w:eastAsia="zh-CN"/>
              </w:rPr>
              <w:t>n257</w:t>
            </w:r>
            <w:r w:rsidRPr="00E062F1">
              <w:rPr>
                <w:rFonts w:eastAsia="Yu Mincho" w:cs="Arial"/>
                <w:lang w:eastAsia="zh-CN"/>
              </w:rPr>
              <w:t>A</w:t>
            </w:r>
            <w:r>
              <w:rPr>
                <w:rFonts w:hint="eastAsia"/>
                <w:vertAlign w:val="superscript"/>
                <w:lang w:eastAsia="zh-TW"/>
              </w:rPr>
              <w:t>2</w:t>
            </w:r>
          </w:p>
          <w:p w14:paraId="66D72632" w14:textId="7175BE1F" w:rsidR="00F80484" w:rsidRPr="00E062F1" w:rsidRDefault="00F80484" w:rsidP="00F80484">
            <w:pPr>
              <w:pStyle w:val="TAC"/>
              <w:rPr>
                <w:rFonts w:cs="Arial"/>
                <w:lang w:eastAsia="zh-CN"/>
              </w:rPr>
            </w:pPr>
            <w:r w:rsidRPr="00E062F1">
              <w:rPr>
                <w:rFonts w:cs="Arial"/>
                <w:lang w:eastAsia="zh-CN"/>
              </w:rPr>
              <w:t>DC_3A-19A_n77A</w:t>
            </w:r>
            <w:r w:rsidRPr="00E062F1">
              <w:rPr>
                <w:rFonts w:cs="Arial"/>
                <w:lang w:eastAsia="ja-JP"/>
              </w:rPr>
              <w:t>-</w:t>
            </w:r>
            <w:r w:rsidRPr="00E062F1">
              <w:rPr>
                <w:rFonts w:cs="Arial"/>
                <w:lang w:eastAsia="zh-CN"/>
              </w:rPr>
              <w:t>n257</w:t>
            </w:r>
            <w:r w:rsidRPr="00E062F1">
              <w:rPr>
                <w:rFonts w:eastAsia="Yu Mincho" w:cs="Arial"/>
                <w:lang w:eastAsia="zh-CN"/>
              </w:rPr>
              <w:t>G</w:t>
            </w:r>
            <w:r>
              <w:rPr>
                <w:rFonts w:hint="eastAsia"/>
                <w:vertAlign w:val="superscript"/>
                <w:lang w:eastAsia="zh-TW"/>
              </w:rPr>
              <w:t>2</w:t>
            </w:r>
          </w:p>
          <w:p w14:paraId="66E14B9D" w14:textId="79E5B204" w:rsidR="00F80484" w:rsidRPr="00E062F1" w:rsidRDefault="00F80484" w:rsidP="00F80484">
            <w:pPr>
              <w:pStyle w:val="TAC"/>
              <w:rPr>
                <w:rFonts w:cs="Arial"/>
                <w:lang w:eastAsia="zh-CN"/>
              </w:rPr>
            </w:pPr>
            <w:r w:rsidRPr="00E062F1">
              <w:rPr>
                <w:rFonts w:cs="Arial"/>
                <w:lang w:eastAsia="zh-CN"/>
              </w:rPr>
              <w:t>DC_3A-19A_n77A</w:t>
            </w:r>
            <w:r w:rsidRPr="00E062F1">
              <w:rPr>
                <w:rFonts w:cs="Arial"/>
                <w:lang w:eastAsia="ja-JP"/>
              </w:rPr>
              <w:t>-</w:t>
            </w:r>
            <w:r w:rsidRPr="00E062F1">
              <w:rPr>
                <w:rFonts w:cs="Arial"/>
                <w:lang w:eastAsia="zh-CN"/>
              </w:rPr>
              <w:t>n257</w:t>
            </w:r>
            <w:r w:rsidRPr="00E062F1">
              <w:rPr>
                <w:rFonts w:eastAsia="Yu Mincho" w:cs="Arial"/>
                <w:lang w:eastAsia="zh-CN"/>
              </w:rPr>
              <w:t>H</w:t>
            </w:r>
            <w:r>
              <w:rPr>
                <w:rFonts w:hint="eastAsia"/>
                <w:vertAlign w:val="superscript"/>
                <w:lang w:eastAsia="zh-TW"/>
              </w:rPr>
              <w:t>2</w:t>
            </w:r>
          </w:p>
          <w:p w14:paraId="6C1EC51C" w14:textId="06CFA8A4" w:rsidR="00F80484" w:rsidRPr="00E062F1" w:rsidRDefault="00F80484" w:rsidP="00F80484">
            <w:pPr>
              <w:pStyle w:val="TAC"/>
              <w:rPr>
                <w:rFonts w:cs="Arial"/>
                <w:lang w:eastAsia="zh-CN"/>
              </w:rPr>
            </w:pPr>
            <w:r w:rsidRPr="00E062F1">
              <w:rPr>
                <w:rFonts w:cs="Arial"/>
                <w:lang w:eastAsia="zh-CN"/>
              </w:rPr>
              <w:t>DC_3A-19A_n77A</w:t>
            </w:r>
            <w:r w:rsidRPr="00E062F1">
              <w:rPr>
                <w:rFonts w:cs="Arial"/>
                <w:lang w:eastAsia="ja-JP"/>
              </w:rPr>
              <w:t>-</w:t>
            </w:r>
            <w:r w:rsidRPr="00E062F1">
              <w:rPr>
                <w:rFonts w:cs="Arial"/>
                <w:lang w:eastAsia="zh-CN"/>
              </w:rPr>
              <w:t>n257</w:t>
            </w:r>
            <w:r w:rsidRPr="00E062F1">
              <w:rPr>
                <w:rFonts w:eastAsia="Yu Mincho" w:cs="Arial"/>
                <w:lang w:eastAsia="zh-CN"/>
              </w:rPr>
              <w:t>I</w:t>
            </w:r>
            <w:r>
              <w:rPr>
                <w:rFonts w:hint="eastAsia"/>
                <w:vertAlign w:val="superscript"/>
                <w:lang w:eastAsia="zh-TW"/>
              </w:rPr>
              <w:t>2</w:t>
            </w:r>
          </w:p>
        </w:tc>
        <w:tc>
          <w:tcPr>
            <w:tcW w:w="3969" w:type="dxa"/>
            <w:tcMar>
              <w:top w:w="28" w:type="dxa"/>
              <w:left w:w="28" w:type="dxa"/>
              <w:bottom w:w="28" w:type="dxa"/>
              <w:right w:w="28" w:type="dxa"/>
            </w:tcMar>
          </w:tcPr>
          <w:p w14:paraId="737CC5C5" w14:textId="77777777" w:rsidR="00F80484" w:rsidRPr="00E062F1" w:rsidRDefault="00F80484" w:rsidP="00F80484">
            <w:pPr>
              <w:pStyle w:val="TAC"/>
              <w:rPr>
                <w:rFonts w:cs="Arial"/>
                <w:lang w:eastAsia="zh-CN"/>
              </w:rPr>
            </w:pPr>
            <w:r w:rsidRPr="00E062F1">
              <w:rPr>
                <w:rFonts w:cs="Arial"/>
                <w:lang w:eastAsia="zh-CN"/>
              </w:rPr>
              <w:t>DC_3A_n77A</w:t>
            </w:r>
          </w:p>
          <w:p w14:paraId="14BC077C" w14:textId="77777777" w:rsidR="00F80484" w:rsidRPr="00E062F1" w:rsidRDefault="00F80484" w:rsidP="00F80484">
            <w:pPr>
              <w:pStyle w:val="TAC"/>
              <w:rPr>
                <w:rFonts w:cs="Arial"/>
                <w:lang w:eastAsia="zh-CN"/>
              </w:rPr>
            </w:pPr>
            <w:r w:rsidRPr="00E062F1">
              <w:rPr>
                <w:rFonts w:cs="Arial"/>
                <w:lang w:eastAsia="zh-CN"/>
              </w:rPr>
              <w:t>DC_3A_n257A</w:t>
            </w:r>
          </w:p>
          <w:p w14:paraId="0C77EFB3" w14:textId="77777777" w:rsidR="00F80484" w:rsidRPr="00E062F1" w:rsidRDefault="00F80484" w:rsidP="00F80484">
            <w:pPr>
              <w:pStyle w:val="TAC"/>
              <w:rPr>
                <w:rFonts w:cs="Arial"/>
                <w:lang w:eastAsia="zh-CN"/>
              </w:rPr>
            </w:pPr>
            <w:r w:rsidRPr="00E062F1">
              <w:rPr>
                <w:rFonts w:cs="Arial"/>
                <w:lang w:eastAsia="zh-CN"/>
              </w:rPr>
              <w:t>DC_3A_n257G</w:t>
            </w:r>
          </w:p>
          <w:p w14:paraId="70335CB9" w14:textId="77777777" w:rsidR="00F80484" w:rsidRPr="00E062F1" w:rsidRDefault="00F80484" w:rsidP="00F80484">
            <w:pPr>
              <w:pStyle w:val="TAC"/>
              <w:rPr>
                <w:rFonts w:cs="Arial"/>
                <w:lang w:eastAsia="zh-CN"/>
              </w:rPr>
            </w:pPr>
            <w:r w:rsidRPr="00E062F1">
              <w:rPr>
                <w:rFonts w:cs="Arial"/>
                <w:lang w:eastAsia="zh-CN"/>
              </w:rPr>
              <w:t>DC_3A_n257H</w:t>
            </w:r>
          </w:p>
          <w:p w14:paraId="7D7915F8" w14:textId="77777777" w:rsidR="00F80484" w:rsidRPr="00E062F1" w:rsidRDefault="00F80484" w:rsidP="00F80484">
            <w:pPr>
              <w:pStyle w:val="TAC"/>
              <w:rPr>
                <w:rFonts w:cs="Arial"/>
                <w:lang w:eastAsia="zh-CN"/>
              </w:rPr>
            </w:pPr>
            <w:r w:rsidRPr="00E062F1">
              <w:rPr>
                <w:rFonts w:cs="Arial"/>
                <w:lang w:eastAsia="zh-CN"/>
              </w:rPr>
              <w:t>DC_3A_n257I</w:t>
            </w:r>
          </w:p>
          <w:p w14:paraId="294CD989" w14:textId="77777777" w:rsidR="00F80484" w:rsidRPr="00E062F1" w:rsidRDefault="00F80484" w:rsidP="00F80484">
            <w:pPr>
              <w:pStyle w:val="TAC"/>
              <w:rPr>
                <w:rFonts w:cs="Arial"/>
                <w:lang w:eastAsia="zh-CN"/>
              </w:rPr>
            </w:pPr>
            <w:r w:rsidRPr="00E062F1">
              <w:rPr>
                <w:rFonts w:cs="Arial"/>
                <w:lang w:eastAsia="zh-CN"/>
              </w:rPr>
              <w:t>DC_19A_n77A</w:t>
            </w:r>
          </w:p>
          <w:p w14:paraId="04421BCA" w14:textId="77777777" w:rsidR="00F80484" w:rsidRPr="00E062F1" w:rsidRDefault="00F80484" w:rsidP="00F80484">
            <w:pPr>
              <w:pStyle w:val="TAC"/>
              <w:rPr>
                <w:rFonts w:cs="Arial"/>
                <w:lang w:eastAsia="zh-CN"/>
              </w:rPr>
            </w:pPr>
            <w:r w:rsidRPr="00E062F1">
              <w:rPr>
                <w:rFonts w:cs="Arial"/>
                <w:lang w:eastAsia="zh-CN"/>
              </w:rPr>
              <w:t>DC_19A_n257A</w:t>
            </w:r>
          </w:p>
          <w:p w14:paraId="7730BEA4" w14:textId="77777777" w:rsidR="00F80484" w:rsidRPr="00E062F1" w:rsidRDefault="00F80484" w:rsidP="00F80484">
            <w:pPr>
              <w:pStyle w:val="TAC"/>
              <w:rPr>
                <w:rFonts w:cs="Arial"/>
                <w:lang w:eastAsia="zh-CN"/>
              </w:rPr>
            </w:pPr>
            <w:r w:rsidRPr="00E062F1">
              <w:rPr>
                <w:rFonts w:cs="Arial"/>
                <w:lang w:eastAsia="zh-CN"/>
              </w:rPr>
              <w:t>DC_19A_n257G</w:t>
            </w:r>
          </w:p>
          <w:p w14:paraId="240E8481" w14:textId="77777777" w:rsidR="00F80484" w:rsidRPr="00E062F1" w:rsidRDefault="00F80484" w:rsidP="00F80484">
            <w:pPr>
              <w:pStyle w:val="TAC"/>
              <w:rPr>
                <w:rFonts w:cs="Arial"/>
                <w:lang w:eastAsia="zh-CN"/>
              </w:rPr>
            </w:pPr>
            <w:r w:rsidRPr="00E062F1">
              <w:rPr>
                <w:rFonts w:cs="Arial"/>
                <w:lang w:eastAsia="zh-CN"/>
              </w:rPr>
              <w:t>DC_19A_n257H</w:t>
            </w:r>
          </w:p>
          <w:p w14:paraId="5BFE0421" w14:textId="77777777" w:rsidR="00F80484" w:rsidRPr="00E062F1" w:rsidRDefault="00F80484" w:rsidP="00F80484">
            <w:pPr>
              <w:pStyle w:val="TAC"/>
              <w:rPr>
                <w:rFonts w:cs="Arial"/>
                <w:lang w:eastAsia="zh-CN"/>
              </w:rPr>
            </w:pPr>
            <w:r w:rsidRPr="00E062F1">
              <w:rPr>
                <w:rFonts w:cs="Arial"/>
                <w:lang w:eastAsia="zh-CN"/>
              </w:rPr>
              <w:t>DC_19A_n257I</w:t>
            </w:r>
          </w:p>
        </w:tc>
      </w:tr>
      <w:tr w:rsidR="00F80484" w:rsidRPr="00E062F1" w14:paraId="34857FE1" w14:textId="77777777" w:rsidTr="006B3BD2">
        <w:trPr>
          <w:trHeight w:val="187"/>
          <w:jc w:val="center"/>
        </w:trPr>
        <w:tc>
          <w:tcPr>
            <w:tcW w:w="3969" w:type="dxa"/>
            <w:shd w:val="clear" w:color="auto" w:fill="auto"/>
            <w:noWrap/>
            <w:tcMar>
              <w:top w:w="28" w:type="dxa"/>
              <w:left w:w="28" w:type="dxa"/>
              <w:bottom w:w="28" w:type="dxa"/>
              <w:right w:w="28" w:type="dxa"/>
            </w:tcMar>
          </w:tcPr>
          <w:p w14:paraId="580FECCF" w14:textId="11163033" w:rsidR="00F80484" w:rsidRPr="00E062F1" w:rsidRDefault="00F80484" w:rsidP="00F80484">
            <w:pPr>
              <w:pStyle w:val="TAC"/>
              <w:rPr>
                <w:rFonts w:cs="Arial"/>
                <w:lang w:eastAsia="zh-CN"/>
              </w:rPr>
            </w:pPr>
            <w:r w:rsidRPr="00E062F1">
              <w:rPr>
                <w:rFonts w:cs="Arial"/>
                <w:lang w:eastAsia="zh-CN"/>
              </w:rPr>
              <w:t>DC_3A-19A_n78A</w:t>
            </w:r>
            <w:r w:rsidRPr="00E062F1">
              <w:rPr>
                <w:rFonts w:cs="Arial"/>
                <w:lang w:eastAsia="ja-JP"/>
              </w:rPr>
              <w:t>-</w:t>
            </w:r>
            <w:r w:rsidRPr="00E062F1">
              <w:rPr>
                <w:rFonts w:cs="Arial"/>
                <w:lang w:eastAsia="zh-CN"/>
              </w:rPr>
              <w:t>n257</w:t>
            </w:r>
            <w:r w:rsidRPr="00E062F1">
              <w:rPr>
                <w:rFonts w:eastAsia="Yu Mincho" w:cs="Arial"/>
                <w:lang w:eastAsia="zh-CN"/>
              </w:rPr>
              <w:t>A</w:t>
            </w:r>
            <w:r>
              <w:rPr>
                <w:rFonts w:hint="eastAsia"/>
                <w:vertAlign w:val="superscript"/>
                <w:lang w:eastAsia="zh-TW"/>
              </w:rPr>
              <w:t>2</w:t>
            </w:r>
          </w:p>
          <w:p w14:paraId="75FCB662" w14:textId="256F9A69" w:rsidR="00F80484" w:rsidRPr="00E062F1" w:rsidRDefault="00F80484" w:rsidP="00F80484">
            <w:pPr>
              <w:pStyle w:val="TAC"/>
              <w:rPr>
                <w:rFonts w:cs="Arial"/>
                <w:lang w:eastAsia="zh-CN"/>
              </w:rPr>
            </w:pPr>
            <w:r w:rsidRPr="00E062F1">
              <w:rPr>
                <w:rFonts w:cs="Arial"/>
                <w:lang w:eastAsia="zh-CN"/>
              </w:rPr>
              <w:t>DC_3A-19A_n78A</w:t>
            </w:r>
            <w:r w:rsidRPr="00E062F1">
              <w:rPr>
                <w:rFonts w:cs="Arial"/>
                <w:lang w:eastAsia="ja-JP"/>
              </w:rPr>
              <w:t>-</w:t>
            </w:r>
            <w:r w:rsidRPr="00E062F1">
              <w:rPr>
                <w:rFonts w:cs="Arial"/>
                <w:lang w:eastAsia="zh-CN"/>
              </w:rPr>
              <w:t>n257</w:t>
            </w:r>
            <w:r w:rsidRPr="00E062F1">
              <w:rPr>
                <w:rFonts w:eastAsia="Yu Mincho" w:cs="Arial"/>
                <w:lang w:eastAsia="zh-CN"/>
              </w:rPr>
              <w:t>G</w:t>
            </w:r>
            <w:r>
              <w:rPr>
                <w:rFonts w:hint="eastAsia"/>
                <w:vertAlign w:val="superscript"/>
                <w:lang w:eastAsia="zh-TW"/>
              </w:rPr>
              <w:t>2</w:t>
            </w:r>
          </w:p>
          <w:p w14:paraId="7AEDD119" w14:textId="79073112" w:rsidR="00F80484" w:rsidRPr="00E062F1" w:rsidRDefault="00F80484" w:rsidP="00F80484">
            <w:pPr>
              <w:pStyle w:val="TAC"/>
              <w:rPr>
                <w:rFonts w:cs="Arial"/>
                <w:lang w:eastAsia="zh-CN"/>
              </w:rPr>
            </w:pPr>
            <w:r w:rsidRPr="00E062F1">
              <w:rPr>
                <w:rFonts w:cs="Arial"/>
                <w:lang w:eastAsia="zh-CN"/>
              </w:rPr>
              <w:t>DC_3A-19A_n78A</w:t>
            </w:r>
            <w:r w:rsidRPr="00E062F1">
              <w:rPr>
                <w:rFonts w:cs="Arial"/>
                <w:lang w:eastAsia="ja-JP"/>
              </w:rPr>
              <w:t>-</w:t>
            </w:r>
            <w:r w:rsidRPr="00E062F1">
              <w:rPr>
                <w:rFonts w:cs="Arial"/>
                <w:lang w:eastAsia="zh-CN"/>
              </w:rPr>
              <w:t>n257</w:t>
            </w:r>
            <w:r w:rsidRPr="00E062F1">
              <w:rPr>
                <w:rFonts w:eastAsia="Yu Mincho" w:cs="Arial"/>
                <w:lang w:eastAsia="zh-CN"/>
              </w:rPr>
              <w:t>H</w:t>
            </w:r>
            <w:r>
              <w:rPr>
                <w:rFonts w:hint="eastAsia"/>
                <w:vertAlign w:val="superscript"/>
                <w:lang w:eastAsia="zh-TW"/>
              </w:rPr>
              <w:t>2</w:t>
            </w:r>
          </w:p>
          <w:p w14:paraId="107BA3E5" w14:textId="35C34266" w:rsidR="00F80484" w:rsidRPr="00E062F1" w:rsidRDefault="00F80484" w:rsidP="00F80484">
            <w:pPr>
              <w:pStyle w:val="TAC"/>
              <w:rPr>
                <w:rFonts w:cs="Arial"/>
                <w:lang w:eastAsia="zh-CN"/>
              </w:rPr>
            </w:pPr>
            <w:r w:rsidRPr="00E062F1">
              <w:rPr>
                <w:rFonts w:cs="Arial"/>
                <w:lang w:eastAsia="zh-CN"/>
              </w:rPr>
              <w:t>DC_3A-19A_n78A</w:t>
            </w:r>
            <w:r w:rsidRPr="00E062F1">
              <w:rPr>
                <w:rFonts w:cs="Arial"/>
                <w:lang w:eastAsia="ja-JP"/>
              </w:rPr>
              <w:t>-</w:t>
            </w:r>
            <w:r w:rsidRPr="00E062F1">
              <w:rPr>
                <w:rFonts w:cs="Arial"/>
                <w:lang w:eastAsia="zh-CN"/>
              </w:rPr>
              <w:t>n257</w:t>
            </w:r>
            <w:r w:rsidRPr="00E062F1">
              <w:rPr>
                <w:rFonts w:eastAsia="Yu Mincho" w:cs="Arial"/>
                <w:lang w:eastAsia="zh-CN"/>
              </w:rPr>
              <w:t>I</w:t>
            </w:r>
            <w:r>
              <w:rPr>
                <w:rFonts w:hint="eastAsia"/>
                <w:vertAlign w:val="superscript"/>
                <w:lang w:eastAsia="zh-TW"/>
              </w:rPr>
              <w:t>2</w:t>
            </w:r>
          </w:p>
        </w:tc>
        <w:tc>
          <w:tcPr>
            <w:tcW w:w="3969" w:type="dxa"/>
            <w:tcMar>
              <w:top w:w="28" w:type="dxa"/>
              <w:left w:w="28" w:type="dxa"/>
              <w:bottom w:w="28" w:type="dxa"/>
              <w:right w:w="28" w:type="dxa"/>
            </w:tcMar>
          </w:tcPr>
          <w:p w14:paraId="724B4CC0" w14:textId="77777777" w:rsidR="00F80484" w:rsidRPr="00E062F1" w:rsidRDefault="00F80484" w:rsidP="00F80484">
            <w:pPr>
              <w:pStyle w:val="TAC"/>
              <w:rPr>
                <w:rFonts w:cs="Arial"/>
                <w:lang w:eastAsia="zh-CN"/>
              </w:rPr>
            </w:pPr>
            <w:r w:rsidRPr="00E062F1">
              <w:rPr>
                <w:rFonts w:cs="Arial"/>
                <w:lang w:eastAsia="zh-CN"/>
              </w:rPr>
              <w:t>DC_3A_n78A</w:t>
            </w:r>
          </w:p>
          <w:p w14:paraId="4DCC434E" w14:textId="77777777" w:rsidR="00F80484" w:rsidRPr="00E062F1" w:rsidRDefault="00F80484" w:rsidP="00F80484">
            <w:pPr>
              <w:pStyle w:val="TAC"/>
              <w:rPr>
                <w:rFonts w:cs="Arial"/>
                <w:lang w:eastAsia="zh-CN"/>
              </w:rPr>
            </w:pPr>
            <w:r w:rsidRPr="00E062F1">
              <w:rPr>
                <w:rFonts w:cs="Arial"/>
                <w:lang w:eastAsia="zh-CN"/>
              </w:rPr>
              <w:t>DC_3A_n257A</w:t>
            </w:r>
          </w:p>
          <w:p w14:paraId="303EF45C" w14:textId="77777777" w:rsidR="00F80484" w:rsidRPr="00E062F1" w:rsidRDefault="00F80484" w:rsidP="00F80484">
            <w:pPr>
              <w:pStyle w:val="TAC"/>
              <w:rPr>
                <w:rFonts w:cs="Arial"/>
                <w:lang w:eastAsia="zh-CN"/>
              </w:rPr>
            </w:pPr>
            <w:r w:rsidRPr="00E062F1">
              <w:rPr>
                <w:rFonts w:cs="Arial"/>
                <w:lang w:eastAsia="zh-CN"/>
              </w:rPr>
              <w:t>DC_3A_n257G</w:t>
            </w:r>
          </w:p>
          <w:p w14:paraId="7A312BE9" w14:textId="77777777" w:rsidR="00F80484" w:rsidRPr="00E062F1" w:rsidRDefault="00F80484" w:rsidP="00F80484">
            <w:pPr>
              <w:pStyle w:val="TAC"/>
              <w:rPr>
                <w:rFonts w:cs="Arial"/>
                <w:lang w:eastAsia="zh-CN"/>
              </w:rPr>
            </w:pPr>
            <w:r w:rsidRPr="00E062F1">
              <w:rPr>
                <w:rFonts w:cs="Arial"/>
                <w:lang w:eastAsia="zh-CN"/>
              </w:rPr>
              <w:t>DC_3A_n257H</w:t>
            </w:r>
          </w:p>
          <w:p w14:paraId="4B6E7637" w14:textId="77777777" w:rsidR="00F80484" w:rsidRPr="00E062F1" w:rsidRDefault="00F80484" w:rsidP="00F80484">
            <w:pPr>
              <w:pStyle w:val="TAC"/>
              <w:rPr>
                <w:rFonts w:cs="Arial"/>
                <w:lang w:eastAsia="zh-CN"/>
              </w:rPr>
            </w:pPr>
            <w:r w:rsidRPr="00E062F1">
              <w:rPr>
                <w:rFonts w:cs="Arial"/>
                <w:lang w:eastAsia="zh-CN"/>
              </w:rPr>
              <w:t>DC_3A_n257I</w:t>
            </w:r>
          </w:p>
          <w:p w14:paraId="67B9FD76" w14:textId="77777777" w:rsidR="00F80484" w:rsidRPr="00E062F1" w:rsidRDefault="00F80484" w:rsidP="00F80484">
            <w:pPr>
              <w:pStyle w:val="TAC"/>
              <w:rPr>
                <w:rFonts w:cs="Arial"/>
                <w:lang w:eastAsia="zh-CN"/>
              </w:rPr>
            </w:pPr>
            <w:r w:rsidRPr="00E062F1">
              <w:rPr>
                <w:rFonts w:cs="Arial"/>
                <w:lang w:eastAsia="zh-CN"/>
              </w:rPr>
              <w:t>DC_19A_n78A</w:t>
            </w:r>
          </w:p>
          <w:p w14:paraId="653D7DC5" w14:textId="77777777" w:rsidR="00F80484" w:rsidRPr="00E062F1" w:rsidRDefault="00F80484" w:rsidP="00F80484">
            <w:pPr>
              <w:pStyle w:val="TAC"/>
              <w:rPr>
                <w:rFonts w:cs="Arial"/>
                <w:lang w:eastAsia="zh-CN"/>
              </w:rPr>
            </w:pPr>
            <w:r w:rsidRPr="00E062F1">
              <w:rPr>
                <w:rFonts w:cs="Arial"/>
                <w:lang w:eastAsia="zh-CN"/>
              </w:rPr>
              <w:t>DC_19A_n257A</w:t>
            </w:r>
          </w:p>
          <w:p w14:paraId="030EC99C" w14:textId="77777777" w:rsidR="00F80484" w:rsidRPr="00E062F1" w:rsidRDefault="00F80484" w:rsidP="00F80484">
            <w:pPr>
              <w:pStyle w:val="TAC"/>
              <w:rPr>
                <w:rFonts w:cs="Arial"/>
                <w:lang w:eastAsia="zh-CN"/>
              </w:rPr>
            </w:pPr>
            <w:r w:rsidRPr="00E062F1">
              <w:rPr>
                <w:rFonts w:cs="Arial"/>
                <w:lang w:eastAsia="zh-CN"/>
              </w:rPr>
              <w:t>DC_19A_n257G</w:t>
            </w:r>
          </w:p>
          <w:p w14:paraId="69590D62" w14:textId="77777777" w:rsidR="00F80484" w:rsidRPr="00E062F1" w:rsidRDefault="00F80484" w:rsidP="00F80484">
            <w:pPr>
              <w:pStyle w:val="TAC"/>
              <w:rPr>
                <w:rFonts w:cs="Arial"/>
                <w:lang w:eastAsia="zh-CN"/>
              </w:rPr>
            </w:pPr>
            <w:r w:rsidRPr="00E062F1">
              <w:rPr>
                <w:rFonts w:cs="Arial"/>
                <w:lang w:eastAsia="zh-CN"/>
              </w:rPr>
              <w:t>DC_19A_n257H</w:t>
            </w:r>
          </w:p>
          <w:p w14:paraId="18634CC9" w14:textId="77777777" w:rsidR="00F80484" w:rsidRPr="00E062F1" w:rsidRDefault="00F80484" w:rsidP="00F80484">
            <w:pPr>
              <w:pStyle w:val="TAC"/>
              <w:rPr>
                <w:rFonts w:cs="Arial"/>
                <w:lang w:eastAsia="zh-CN"/>
              </w:rPr>
            </w:pPr>
            <w:r w:rsidRPr="00E062F1">
              <w:rPr>
                <w:rFonts w:cs="Arial"/>
                <w:lang w:eastAsia="zh-CN"/>
              </w:rPr>
              <w:t>DC_19A_n257I</w:t>
            </w:r>
          </w:p>
        </w:tc>
      </w:tr>
      <w:tr w:rsidR="00F80484" w:rsidRPr="00E062F1" w14:paraId="077ABD63" w14:textId="77777777" w:rsidTr="006B3BD2">
        <w:trPr>
          <w:trHeight w:val="187"/>
          <w:jc w:val="center"/>
        </w:trPr>
        <w:tc>
          <w:tcPr>
            <w:tcW w:w="3969" w:type="dxa"/>
            <w:shd w:val="clear" w:color="auto" w:fill="auto"/>
            <w:noWrap/>
            <w:tcMar>
              <w:top w:w="28" w:type="dxa"/>
              <w:left w:w="28" w:type="dxa"/>
              <w:bottom w:w="28" w:type="dxa"/>
              <w:right w:w="28" w:type="dxa"/>
            </w:tcMar>
          </w:tcPr>
          <w:p w14:paraId="0087B1CF" w14:textId="6198F9F9" w:rsidR="00F80484" w:rsidRPr="00E062F1" w:rsidRDefault="00F80484" w:rsidP="00F80484">
            <w:pPr>
              <w:pStyle w:val="TAC"/>
              <w:rPr>
                <w:rFonts w:cs="Arial"/>
                <w:lang w:eastAsia="zh-CN"/>
              </w:rPr>
            </w:pPr>
            <w:r w:rsidRPr="00E062F1">
              <w:rPr>
                <w:rFonts w:cs="Arial"/>
                <w:lang w:eastAsia="zh-CN"/>
              </w:rPr>
              <w:t>DC_3A-19A_n79A</w:t>
            </w:r>
            <w:r w:rsidRPr="00E062F1">
              <w:rPr>
                <w:rFonts w:cs="Arial"/>
                <w:lang w:eastAsia="ja-JP"/>
              </w:rPr>
              <w:t>-</w:t>
            </w:r>
            <w:r w:rsidRPr="00E062F1">
              <w:rPr>
                <w:rFonts w:cs="Arial"/>
                <w:lang w:eastAsia="zh-CN"/>
              </w:rPr>
              <w:t>n257</w:t>
            </w:r>
            <w:r w:rsidRPr="00E062F1">
              <w:rPr>
                <w:rFonts w:eastAsia="Yu Mincho" w:cs="Arial"/>
                <w:lang w:eastAsia="zh-CN"/>
              </w:rPr>
              <w:t>A</w:t>
            </w:r>
            <w:r>
              <w:rPr>
                <w:rFonts w:hint="eastAsia"/>
                <w:vertAlign w:val="superscript"/>
                <w:lang w:eastAsia="zh-TW"/>
              </w:rPr>
              <w:t>2</w:t>
            </w:r>
          </w:p>
          <w:p w14:paraId="70BD0838" w14:textId="47C11C12" w:rsidR="00F80484" w:rsidRPr="00E062F1" w:rsidRDefault="00F80484" w:rsidP="00F80484">
            <w:pPr>
              <w:pStyle w:val="TAC"/>
              <w:rPr>
                <w:rFonts w:cs="Arial"/>
                <w:lang w:eastAsia="zh-CN"/>
              </w:rPr>
            </w:pPr>
            <w:r w:rsidRPr="00E062F1">
              <w:rPr>
                <w:rFonts w:cs="Arial"/>
                <w:lang w:eastAsia="zh-CN"/>
              </w:rPr>
              <w:t>DC_3A-19A_n79A</w:t>
            </w:r>
            <w:r w:rsidRPr="00E062F1">
              <w:rPr>
                <w:rFonts w:cs="Arial"/>
                <w:lang w:eastAsia="ja-JP"/>
              </w:rPr>
              <w:t>-</w:t>
            </w:r>
            <w:r w:rsidRPr="00E062F1">
              <w:rPr>
                <w:rFonts w:cs="Arial"/>
                <w:lang w:eastAsia="zh-CN"/>
              </w:rPr>
              <w:t>n257</w:t>
            </w:r>
            <w:r w:rsidRPr="00E062F1">
              <w:rPr>
                <w:rFonts w:eastAsia="Yu Mincho" w:cs="Arial"/>
                <w:lang w:eastAsia="zh-CN"/>
              </w:rPr>
              <w:t>G</w:t>
            </w:r>
            <w:r>
              <w:rPr>
                <w:rFonts w:hint="eastAsia"/>
                <w:vertAlign w:val="superscript"/>
                <w:lang w:eastAsia="zh-TW"/>
              </w:rPr>
              <w:t>2</w:t>
            </w:r>
          </w:p>
          <w:p w14:paraId="1EF14B20" w14:textId="01D82392" w:rsidR="00F80484" w:rsidRPr="00E062F1" w:rsidRDefault="00F80484" w:rsidP="00F80484">
            <w:pPr>
              <w:pStyle w:val="TAC"/>
              <w:rPr>
                <w:rFonts w:cs="Arial"/>
                <w:lang w:eastAsia="zh-CN"/>
              </w:rPr>
            </w:pPr>
            <w:r w:rsidRPr="00E062F1">
              <w:rPr>
                <w:rFonts w:cs="Arial"/>
                <w:lang w:eastAsia="zh-CN"/>
              </w:rPr>
              <w:t>DC_3A-19A_n79A</w:t>
            </w:r>
            <w:r w:rsidRPr="00E062F1">
              <w:rPr>
                <w:rFonts w:cs="Arial"/>
                <w:lang w:eastAsia="ja-JP"/>
              </w:rPr>
              <w:t>-</w:t>
            </w:r>
            <w:r w:rsidRPr="00E062F1">
              <w:rPr>
                <w:rFonts w:cs="Arial"/>
                <w:lang w:eastAsia="zh-CN"/>
              </w:rPr>
              <w:t>n257</w:t>
            </w:r>
            <w:r w:rsidRPr="00E062F1">
              <w:rPr>
                <w:rFonts w:eastAsia="Yu Mincho" w:cs="Arial"/>
                <w:lang w:eastAsia="zh-CN"/>
              </w:rPr>
              <w:t>H</w:t>
            </w:r>
            <w:r>
              <w:rPr>
                <w:rFonts w:hint="eastAsia"/>
                <w:vertAlign w:val="superscript"/>
                <w:lang w:eastAsia="zh-TW"/>
              </w:rPr>
              <w:t>2</w:t>
            </w:r>
          </w:p>
          <w:p w14:paraId="29DBD687" w14:textId="5FCA511E" w:rsidR="00F80484" w:rsidRPr="00E062F1" w:rsidRDefault="00F80484" w:rsidP="00F80484">
            <w:pPr>
              <w:pStyle w:val="TAC"/>
              <w:rPr>
                <w:rFonts w:cs="Arial"/>
                <w:lang w:eastAsia="zh-CN"/>
              </w:rPr>
            </w:pPr>
            <w:r w:rsidRPr="00E062F1">
              <w:rPr>
                <w:rFonts w:cs="Arial"/>
                <w:lang w:eastAsia="zh-CN"/>
              </w:rPr>
              <w:t>DC_3A-19A_n79A</w:t>
            </w:r>
            <w:r w:rsidRPr="00E062F1">
              <w:rPr>
                <w:rFonts w:cs="Arial"/>
                <w:lang w:eastAsia="ja-JP"/>
              </w:rPr>
              <w:t>-</w:t>
            </w:r>
            <w:r w:rsidRPr="00E062F1">
              <w:rPr>
                <w:rFonts w:cs="Arial"/>
                <w:lang w:eastAsia="zh-CN"/>
              </w:rPr>
              <w:t>n257</w:t>
            </w:r>
            <w:r w:rsidRPr="00E062F1">
              <w:rPr>
                <w:rFonts w:eastAsia="Yu Mincho" w:cs="Arial"/>
                <w:lang w:eastAsia="zh-CN"/>
              </w:rPr>
              <w:t>I</w:t>
            </w:r>
            <w:r>
              <w:rPr>
                <w:rFonts w:hint="eastAsia"/>
                <w:vertAlign w:val="superscript"/>
                <w:lang w:eastAsia="zh-TW"/>
              </w:rPr>
              <w:t>2</w:t>
            </w:r>
          </w:p>
        </w:tc>
        <w:tc>
          <w:tcPr>
            <w:tcW w:w="3969" w:type="dxa"/>
            <w:tcMar>
              <w:top w:w="28" w:type="dxa"/>
              <w:left w:w="28" w:type="dxa"/>
              <w:bottom w:w="28" w:type="dxa"/>
              <w:right w:w="28" w:type="dxa"/>
            </w:tcMar>
          </w:tcPr>
          <w:p w14:paraId="71C1D2F4" w14:textId="77777777" w:rsidR="00F80484" w:rsidRPr="00E062F1" w:rsidRDefault="00F80484" w:rsidP="00F80484">
            <w:pPr>
              <w:pStyle w:val="TAC"/>
              <w:rPr>
                <w:rFonts w:cs="Arial"/>
                <w:lang w:eastAsia="zh-CN"/>
              </w:rPr>
            </w:pPr>
            <w:r w:rsidRPr="00E062F1">
              <w:rPr>
                <w:rFonts w:cs="Arial"/>
                <w:lang w:eastAsia="zh-CN"/>
              </w:rPr>
              <w:t>DC_3A_n79A</w:t>
            </w:r>
          </w:p>
          <w:p w14:paraId="33C6D9A5" w14:textId="77777777" w:rsidR="00F80484" w:rsidRPr="00E062F1" w:rsidRDefault="00F80484" w:rsidP="00F80484">
            <w:pPr>
              <w:pStyle w:val="TAC"/>
              <w:rPr>
                <w:rFonts w:cs="Arial"/>
                <w:lang w:eastAsia="zh-CN"/>
              </w:rPr>
            </w:pPr>
            <w:r w:rsidRPr="00E062F1">
              <w:rPr>
                <w:rFonts w:cs="Arial"/>
                <w:lang w:eastAsia="zh-CN"/>
              </w:rPr>
              <w:t>DC_3A_n257A</w:t>
            </w:r>
          </w:p>
          <w:p w14:paraId="6E986448" w14:textId="77777777" w:rsidR="00F80484" w:rsidRPr="00E062F1" w:rsidRDefault="00F80484" w:rsidP="00F80484">
            <w:pPr>
              <w:pStyle w:val="TAC"/>
              <w:rPr>
                <w:rFonts w:cs="Arial"/>
                <w:lang w:eastAsia="zh-CN"/>
              </w:rPr>
            </w:pPr>
            <w:r w:rsidRPr="00E062F1">
              <w:rPr>
                <w:rFonts w:cs="Arial"/>
                <w:lang w:eastAsia="zh-CN"/>
              </w:rPr>
              <w:t>DC_3A_n257G</w:t>
            </w:r>
          </w:p>
          <w:p w14:paraId="674C1A16" w14:textId="77777777" w:rsidR="00F80484" w:rsidRPr="00E062F1" w:rsidRDefault="00F80484" w:rsidP="00F80484">
            <w:pPr>
              <w:pStyle w:val="TAC"/>
              <w:rPr>
                <w:rFonts w:cs="Arial"/>
                <w:lang w:eastAsia="zh-CN"/>
              </w:rPr>
            </w:pPr>
            <w:r w:rsidRPr="00E062F1">
              <w:rPr>
                <w:rFonts w:cs="Arial"/>
                <w:lang w:eastAsia="zh-CN"/>
              </w:rPr>
              <w:t>DC_3A_n257H</w:t>
            </w:r>
          </w:p>
          <w:p w14:paraId="6D91A89D" w14:textId="77777777" w:rsidR="00F80484" w:rsidRPr="00E062F1" w:rsidRDefault="00F80484" w:rsidP="00F80484">
            <w:pPr>
              <w:pStyle w:val="TAC"/>
              <w:rPr>
                <w:rFonts w:cs="Arial"/>
                <w:lang w:eastAsia="zh-CN"/>
              </w:rPr>
            </w:pPr>
            <w:r w:rsidRPr="00E062F1">
              <w:rPr>
                <w:rFonts w:cs="Arial"/>
                <w:lang w:eastAsia="zh-CN"/>
              </w:rPr>
              <w:t>DC_3A_n257I</w:t>
            </w:r>
          </w:p>
          <w:p w14:paraId="07FE7B16" w14:textId="77777777" w:rsidR="00F80484" w:rsidRPr="00E062F1" w:rsidRDefault="00F80484" w:rsidP="00F80484">
            <w:pPr>
              <w:pStyle w:val="TAC"/>
              <w:rPr>
                <w:rFonts w:cs="Arial"/>
                <w:lang w:eastAsia="zh-CN"/>
              </w:rPr>
            </w:pPr>
            <w:r w:rsidRPr="00E062F1">
              <w:rPr>
                <w:rFonts w:cs="Arial"/>
                <w:lang w:eastAsia="zh-CN"/>
              </w:rPr>
              <w:t>DC_19A_n79A</w:t>
            </w:r>
          </w:p>
          <w:p w14:paraId="48C4ABC5" w14:textId="77777777" w:rsidR="00F80484" w:rsidRPr="00E062F1" w:rsidRDefault="00F80484" w:rsidP="00F80484">
            <w:pPr>
              <w:pStyle w:val="TAC"/>
              <w:rPr>
                <w:rFonts w:cs="Arial"/>
                <w:lang w:eastAsia="zh-CN"/>
              </w:rPr>
            </w:pPr>
            <w:r w:rsidRPr="00E062F1">
              <w:rPr>
                <w:rFonts w:cs="Arial"/>
                <w:lang w:eastAsia="zh-CN"/>
              </w:rPr>
              <w:t>DC_19A_n257A</w:t>
            </w:r>
          </w:p>
          <w:p w14:paraId="3BFE87EC" w14:textId="77777777" w:rsidR="00F80484" w:rsidRPr="00E062F1" w:rsidRDefault="00F80484" w:rsidP="00F80484">
            <w:pPr>
              <w:pStyle w:val="TAC"/>
              <w:rPr>
                <w:rFonts w:cs="Arial"/>
                <w:lang w:eastAsia="zh-CN"/>
              </w:rPr>
            </w:pPr>
            <w:r w:rsidRPr="00E062F1">
              <w:rPr>
                <w:rFonts w:cs="Arial"/>
                <w:lang w:eastAsia="zh-CN"/>
              </w:rPr>
              <w:t>DC_19A_n257G</w:t>
            </w:r>
          </w:p>
          <w:p w14:paraId="2EB13D08" w14:textId="77777777" w:rsidR="00F80484" w:rsidRPr="00E062F1" w:rsidRDefault="00F80484" w:rsidP="00F80484">
            <w:pPr>
              <w:pStyle w:val="TAC"/>
              <w:rPr>
                <w:rFonts w:cs="Arial"/>
                <w:lang w:eastAsia="zh-CN"/>
              </w:rPr>
            </w:pPr>
            <w:r w:rsidRPr="00E062F1">
              <w:rPr>
                <w:rFonts w:cs="Arial"/>
                <w:lang w:eastAsia="zh-CN"/>
              </w:rPr>
              <w:t>DC_19A_n257H</w:t>
            </w:r>
          </w:p>
          <w:p w14:paraId="607F1CA5" w14:textId="77777777" w:rsidR="00F80484" w:rsidRPr="00E062F1" w:rsidRDefault="00F80484" w:rsidP="00F80484">
            <w:pPr>
              <w:pStyle w:val="TAC"/>
              <w:rPr>
                <w:rFonts w:cs="Arial"/>
                <w:lang w:eastAsia="zh-CN"/>
              </w:rPr>
            </w:pPr>
            <w:r w:rsidRPr="00E062F1">
              <w:rPr>
                <w:rFonts w:cs="Arial"/>
                <w:lang w:eastAsia="zh-CN"/>
              </w:rPr>
              <w:t>DC_19A_n257I</w:t>
            </w:r>
          </w:p>
        </w:tc>
      </w:tr>
      <w:tr w:rsidR="00F80484" w:rsidRPr="00E062F1" w14:paraId="33D07CBA" w14:textId="77777777" w:rsidTr="006B3BD2">
        <w:trPr>
          <w:trHeight w:val="187"/>
          <w:jc w:val="center"/>
        </w:trPr>
        <w:tc>
          <w:tcPr>
            <w:tcW w:w="3969" w:type="dxa"/>
            <w:shd w:val="clear" w:color="auto" w:fill="auto"/>
            <w:noWrap/>
            <w:tcMar>
              <w:top w:w="28" w:type="dxa"/>
              <w:left w:w="28" w:type="dxa"/>
              <w:bottom w:w="28" w:type="dxa"/>
              <w:right w:w="28" w:type="dxa"/>
            </w:tcMar>
          </w:tcPr>
          <w:p w14:paraId="0AC03178" w14:textId="23572E96" w:rsidR="00F80484" w:rsidRPr="00E062F1" w:rsidRDefault="00F80484" w:rsidP="00F80484">
            <w:pPr>
              <w:pStyle w:val="TAC"/>
              <w:rPr>
                <w:rFonts w:cs="Arial"/>
                <w:lang w:eastAsia="zh-CN"/>
              </w:rPr>
            </w:pPr>
            <w:r w:rsidRPr="00E062F1">
              <w:rPr>
                <w:rFonts w:cs="Arial"/>
                <w:lang w:eastAsia="zh-CN"/>
              </w:rPr>
              <w:t>DC_3A-21A_n77A</w:t>
            </w:r>
            <w:r w:rsidRPr="00E062F1">
              <w:rPr>
                <w:rFonts w:cs="Arial"/>
                <w:lang w:eastAsia="ja-JP"/>
              </w:rPr>
              <w:t>-</w:t>
            </w:r>
            <w:r w:rsidRPr="00E062F1">
              <w:rPr>
                <w:rFonts w:cs="Arial"/>
                <w:lang w:eastAsia="zh-CN"/>
              </w:rPr>
              <w:t>n257</w:t>
            </w:r>
            <w:r w:rsidRPr="00E062F1">
              <w:rPr>
                <w:rFonts w:eastAsia="Yu Mincho" w:cs="Arial"/>
                <w:lang w:eastAsia="zh-CN"/>
              </w:rPr>
              <w:t>A</w:t>
            </w:r>
            <w:r>
              <w:rPr>
                <w:rFonts w:hint="eastAsia"/>
                <w:vertAlign w:val="superscript"/>
                <w:lang w:eastAsia="zh-TW"/>
              </w:rPr>
              <w:t>2</w:t>
            </w:r>
          </w:p>
          <w:p w14:paraId="0A368C68" w14:textId="79D7698C" w:rsidR="00F80484" w:rsidRPr="00E062F1" w:rsidRDefault="00F80484" w:rsidP="00F80484">
            <w:pPr>
              <w:pStyle w:val="TAC"/>
              <w:rPr>
                <w:rFonts w:cs="Arial"/>
                <w:lang w:eastAsia="zh-CN"/>
              </w:rPr>
            </w:pPr>
            <w:r w:rsidRPr="00E062F1">
              <w:rPr>
                <w:rFonts w:cs="Arial"/>
                <w:lang w:eastAsia="zh-CN"/>
              </w:rPr>
              <w:t>DC_3A-21A_n77A</w:t>
            </w:r>
            <w:r w:rsidRPr="00E062F1">
              <w:rPr>
                <w:rFonts w:cs="Arial"/>
                <w:lang w:eastAsia="ja-JP"/>
              </w:rPr>
              <w:t>-</w:t>
            </w:r>
            <w:r w:rsidRPr="00E062F1">
              <w:rPr>
                <w:rFonts w:cs="Arial"/>
                <w:lang w:eastAsia="zh-CN"/>
              </w:rPr>
              <w:t>n257</w:t>
            </w:r>
            <w:r w:rsidRPr="00E062F1">
              <w:rPr>
                <w:rFonts w:eastAsia="Yu Mincho" w:cs="Arial"/>
                <w:lang w:eastAsia="zh-CN"/>
              </w:rPr>
              <w:t>G</w:t>
            </w:r>
            <w:r>
              <w:rPr>
                <w:rFonts w:hint="eastAsia"/>
                <w:vertAlign w:val="superscript"/>
                <w:lang w:eastAsia="zh-TW"/>
              </w:rPr>
              <w:t>2</w:t>
            </w:r>
          </w:p>
          <w:p w14:paraId="69B53404" w14:textId="487E6705" w:rsidR="00F80484" w:rsidRPr="00E062F1" w:rsidRDefault="00F80484" w:rsidP="00F80484">
            <w:pPr>
              <w:pStyle w:val="TAC"/>
              <w:rPr>
                <w:rFonts w:cs="Arial"/>
                <w:lang w:eastAsia="zh-CN"/>
              </w:rPr>
            </w:pPr>
            <w:r w:rsidRPr="00E062F1">
              <w:rPr>
                <w:rFonts w:cs="Arial"/>
                <w:lang w:eastAsia="zh-CN"/>
              </w:rPr>
              <w:t>DC_3A-21A_n77A</w:t>
            </w:r>
            <w:r w:rsidRPr="00E062F1">
              <w:rPr>
                <w:rFonts w:cs="Arial"/>
                <w:lang w:eastAsia="ja-JP"/>
              </w:rPr>
              <w:t>-</w:t>
            </w:r>
            <w:r w:rsidRPr="00E062F1">
              <w:rPr>
                <w:rFonts w:cs="Arial"/>
                <w:lang w:eastAsia="zh-CN"/>
              </w:rPr>
              <w:t>n257</w:t>
            </w:r>
            <w:r w:rsidRPr="00E062F1">
              <w:rPr>
                <w:rFonts w:eastAsia="Yu Mincho" w:cs="Arial"/>
                <w:lang w:eastAsia="zh-CN"/>
              </w:rPr>
              <w:t>H</w:t>
            </w:r>
            <w:r>
              <w:rPr>
                <w:rFonts w:hint="eastAsia"/>
                <w:vertAlign w:val="superscript"/>
                <w:lang w:eastAsia="zh-TW"/>
              </w:rPr>
              <w:t>2</w:t>
            </w:r>
          </w:p>
          <w:p w14:paraId="67996D2B" w14:textId="5354E458" w:rsidR="00F80484" w:rsidRPr="00E062F1" w:rsidRDefault="00F80484" w:rsidP="00F80484">
            <w:pPr>
              <w:pStyle w:val="TAC"/>
              <w:rPr>
                <w:rFonts w:cs="Arial"/>
                <w:lang w:eastAsia="zh-CN"/>
              </w:rPr>
            </w:pPr>
            <w:r w:rsidRPr="00E062F1">
              <w:rPr>
                <w:rFonts w:cs="Arial"/>
                <w:lang w:eastAsia="zh-CN"/>
              </w:rPr>
              <w:t>DC_3A-21A_n77A</w:t>
            </w:r>
            <w:r w:rsidRPr="00E062F1">
              <w:rPr>
                <w:rFonts w:cs="Arial"/>
                <w:lang w:eastAsia="ja-JP"/>
              </w:rPr>
              <w:t>-</w:t>
            </w:r>
            <w:r w:rsidRPr="00E062F1">
              <w:rPr>
                <w:rFonts w:cs="Arial"/>
                <w:lang w:eastAsia="zh-CN"/>
              </w:rPr>
              <w:t>n257</w:t>
            </w:r>
            <w:r w:rsidRPr="00E062F1">
              <w:rPr>
                <w:rFonts w:eastAsia="Yu Mincho" w:cs="Arial"/>
                <w:lang w:eastAsia="zh-CN"/>
              </w:rPr>
              <w:t>I</w:t>
            </w:r>
            <w:r>
              <w:rPr>
                <w:rFonts w:hint="eastAsia"/>
                <w:vertAlign w:val="superscript"/>
                <w:lang w:eastAsia="zh-TW"/>
              </w:rPr>
              <w:t>2</w:t>
            </w:r>
          </w:p>
        </w:tc>
        <w:tc>
          <w:tcPr>
            <w:tcW w:w="3969" w:type="dxa"/>
            <w:tcMar>
              <w:top w:w="28" w:type="dxa"/>
              <w:left w:w="28" w:type="dxa"/>
              <w:bottom w:w="28" w:type="dxa"/>
              <w:right w:w="28" w:type="dxa"/>
            </w:tcMar>
          </w:tcPr>
          <w:p w14:paraId="03FE0429" w14:textId="77777777" w:rsidR="00F80484" w:rsidRPr="00E062F1" w:rsidRDefault="00F80484" w:rsidP="00F80484">
            <w:pPr>
              <w:pStyle w:val="TAC"/>
              <w:rPr>
                <w:rFonts w:cs="Arial"/>
                <w:lang w:eastAsia="zh-CN"/>
              </w:rPr>
            </w:pPr>
            <w:r w:rsidRPr="00E062F1">
              <w:rPr>
                <w:rFonts w:cs="Arial"/>
                <w:lang w:eastAsia="zh-CN"/>
              </w:rPr>
              <w:t>DC_3A_n77A</w:t>
            </w:r>
          </w:p>
          <w:p w14:paraId="42F23DD6" w14:textId="77777777" w:rsidR="00F80484" w:rsidRPr="00E062F1" w:rsidRDefault="00F80484" w:rsidP="00F80484">
            <w:pPr>
              <w:pStyle w:val="TAC"/>
              <w:rPr>
                <w:rFonts w:cs="Arial"/>
                <w:lang w:eastAsia="zh-CN"/>
              </w:rPr>
            </w:pPr>
            <w:r w:rsidRPr="00E062F1">
              <w:rPr>
                <w:rFonts w:cs="Arial"/>
                <w:lang w:eastAsia="zh-CN"/>
              </w:rPr>
              <w:t>DC_3A_n257A</w:t>
            </w:r>
          </w:p>
          <w:p w14:paraId="623B0345" w14:textId="77777777" w:rsidR="00F80484" w:rsidRPr="00E062F1" w:rsidRDefault="00F80484" w:rsidP="00F80484">
            <w:pPr>
              <w:pStyle w:val="TAC"/>
              <w:rPr>
                <w:rFonts w:cs="Arial"/>
                <w:lang w:eastAsia="zh-CN"/>
              </w:rPr>
            </w:pPr>
            <w:r w:rsidRPr="00E062F1">
              <w:rPr>
                <w:rFonts w:cs="Arial"/>
                <w:lang w:eastAsia="zh-CN"/>
              </w:rPr>
              <w:t>DC_3A_n257G</w:t>
            </w:r>
          </w:p>
          <w:p w14:paraId="0CF967AE" w14:textId="77777777" w:rsidR="00F80484" w:rsidRPr="00E062F1" w:rsidRDefault="00F80484" w:rsidP="00F80484">
            <w:pPr>
              <w:pStyle w:val="TAC"/>
              <w:rPr>
                <w:rFonts w:cs="Arial"/>
                <w:lang w:eastAsia="zh-CN"/>
              </w:rPr>
            </w:pPr>
            <w:r w:rsidRPr="00E062F1">
              <w:rPr>
                <w:rFonts w:cs="Arial"/>
                <w:lang w:eastAsia="zh-CN"/>
              </w:rPr>
              <w:t>DC_3A_n257H</w:t>
            </w:r>
          </w:p>
          <w:p w14:paraId="570B2A1E" w14:textId="77777777" w:rsidR="00F80484" w:rsidRPr="00E062F1" w:rsidRDefault="00F80484" w:rsidP="00F80484">
            <w:pPr>
              <w:pStyle w:val="TAC"/>
              <w:rPr>
                <w:rFonts w:cs="Arial"/>
                <w:lang w:eastAsia="zh-CN"/>
              </w:rPr>
            </w:pPr>
            <w:r w:rsidRPr="00E062F1">
              <w:rPr>
                <w:rFonts w:cs="Arial"/>
                <w:lang w:eastAsia="zh-CN"/>
              </w:rPr>
              <w:t>DC_3A_n257I</w:t>
            </w:r>
          </w:p>
          <w:p w14:paraId="625BABAB" w14:textId="77777777" w:rsidR="00F80484" w:rsidRPr="00E062F1" w:rsidRDefault="00F80484" w:rsidP="00F80484">
            <w:pPr>
              <w:pStyle w:val="TAC"/>
              <w:rPr>
                <w:rFonts w:cs="Arial"/>
                <w:lang w:eastAsia="zh-CN"/>
              </w:rPr>
            </w:pPr>
            <w:r w:rsidRPr="00E062F1">
              <w:rPr>
                <w:rFonts w:cs="Arial"/>
                <w:lang w:eastAsia="zh-CN"/>
              </w:rPr>
              <w:t>DC_21A_n77A</w:t>
            </w:r>
          </w:p>
          <w:p w14:paraId="71D5B91A" w14:textId="77777777" w:rsidR="00F80484" w:rsidRPr="00E062F1" w:rsidRDefault="00F80484" w:rsidP="00F80484">
            <w:pPr>
              <w:pStyle w:val="TAC"/>
              <w:rPr>
                <w:rFonts w:cs="Arial"/>
                <w:lang w:eastAsia="zh-CN"/>
              </w:rPr>
            </w:pPr>
            <w:r w:rsidRPr="00E062F1">
              <w:rPr>
                <w:rFonts w:cs="Arial"/>
                <w:lang w:eastAsia="zh-CN"/>
              </w:rPr>
              <w:t>DC_21A_n257A</w:t>
            </w:r>
          </w:p>
          <w:p w14:paraId="2F2B0F8F" w14:textId="77777777" w:rsidR="00F80484" w:rsidRPr="00E062F1" w:rsidRDefault="00F80484" w:rsidP="00F80484">
            <w:pPr>
              <w:pStyle w:val="TAC"/>
              <w:rPr>
                <w:rFonts w:cs="Arial"/>
                <w:lang w:eastAsia="zh-CN"/>
              </w:rPr>
            </w:pPr>
            <w:r w:rsidRPr="00E062F1">
              <w:rPr>
                <w:rFonts w:cs="Arial"/>
                <w:lang w:eastAsia="zh-CN"/>
              </w:rPr>
              <w:t>DC_21A_n257G</w:t>
            </w:r>
          </w:p>
          <w:p w14:paraId="2200B732" w14:textId="77777777" w:rsidR="00F80484" w:rsidRPr="00E062F1" w:rsidRDefault="00F80484" w:rsidP="00F80484">
            <w:pPr>
              <w:pStyle w:val="TAC"/>
              <w:rPr>
                <w:rFonts w:cs="Arial"/>
                <w:lang w:eastAsia="zh-CN"/>
              </w:rPr>
            </w:pPr>
            <w:r w:rsidRPr="00E062F1">
              <w:rPr>
                <w:rFonts w:cs="Arial"/>
                <w:lang w:eastAsia="zh-CN"/>
              </w:rPr>
              <w:t>DC_21A_n257H</w:t>
            </w:r>
          </w:p>
          <w:p w14:paraId="1080AF44" w14:textId="77777777" w:rsidR="00F80484" w:rsidRPr="00E062F1" w:rsidRDefault="00F80484" w:rsidP="00F80484">
            <w:pPr>
              <w:pStyle w:val="TAC"/>
              <w:rPr>
                <w:rFonts w:cs="Arial"/>
                <w:lang w:eastAsia="zh-CN"/>
              </w:rPr>
            </w:pPr>
            <w:r w:rsidRPr="00E062F1">
              <w:rPr>
                <w:rFonts w:cs="Arial"/>
                <w:lang w:eastAsia="zh-CN"/>
              </w:rPr>
              <w:t>DC_21A_n257I</w:t>
            </w:r>
          </w:p>
        </w:tc>
      </w:tr>
      <w:tr w:rsidR="00F80484" w:rsidRPr="00E062F1" w14:paraId="4738FBA5" w14:textId="77777777" w:rsidTr="006B3BD2">
        <w:trPr>
          <w:trHeight w:val="187"/>
          <w:jc w:val="center"/>
        </w:trPr>
        <w:tc>
          <w:tcPr>
            <w:tcW w:w="3969" w:type="dxa"/>
            <w:shd w:val="clear" w:color="auto" w:fill="auto"/>
            <w:noWrap/>
            <w:tcMar>
              <w:top w:w="28" w:type="dxa"/>
              <w:left w:w="28" w:type="dxa"/>
              <w:bottom w:w="28" w:type="dxa"/>
              <w:right w:w="28" w:type="dxa"/>
            </w:tcMar>
          </w:tcPr>
          <w:p w14:paraId="604DA7D0" w14:textId="6A9BB03C" w:rsidR="00F80484" w:rsidRPr="00E062F1" w:rsidRDefault="00F80484" w:rsidP="00F80484">
            <w:pPr>
              <w:pStyle w:val="TAC"/>
              <w:rPr>
                <w:rFonts w:cs="Arial"/>
                <w:lang w:eastAsia="zh-CN"/>
              </w:rPr>
            </w:pPr>
            <w:r w:rsidRPr="00E062F1">
              <w:rPr>
                <w:rFonts w:cs="Arial"/>
                <w:lang w:eastAsia="zh-CN"/>
              </w:rPr>
              <w:t>DC_3A-21A_n78A</w:t>
            </w:r>
            <w:r w:rsidRPr="00E062F1">
              <w:rPr>
                <w:rFonts w:cs="Arial"/>
                <w:lang w:eastAsia="ja-JP"/>
              </w:rPr>
              <w:t>-</w:t>
            </w:r>
            <w:r w:rsidRPr="00E062F1">
              <w:rPr>
                <w:rFonts w:cs="Arial"/>
                <w:lang w:eastAsia="zh-CN"/>
              </w:rPr>
              <w:t>n257</w:t>
            </w:r>
            <w:r w:rsidRPr="00E062F1">
              <w:rPr>
                <w:rFonts w:eastAsia="Yu Mincho" w:cs="Arial"/>
                <w:lang w:eastAsia="zh-CN"/>
              </w:rPr>
              <w:t>A</w:t>
            </w:r>
            <w:r>
              <w:rPr>
                <w:rFonts w:hint="eastAsia"/>
                <w:vertAlign w:val="superscript"/>
                <w:lang w:eastAsia="zh-TW"/>
              </w:rPr>
              <w:t>2</w:t>
            </w:r>
          </w:p>
          <w:p w14:paraId="1E2BB1E7" w14:textId="3346598D" w:rsidR="00F80484" w:rsidRPr="00E062F1" w:rsidRDefault="00F80484" w:rsidP="00F80484">
            <w:pPr>
              <w:pStyle w:val="TAC"/>
              <w:rPr>
                <w:rFonts w:cs="Arial"/>
                <w:lang w:eastAsia="zh-CN"/>
              </w:rPr>
            </w:pPr>
            <w:r w:rsidRPr="00E062F1">
              <w:rPr>
                <w:rFonts w:cs="Arial"/>
                <w:lang w:eastAsia="zh-CN"/>
              </w:rPr>
              <w:t>DC_3A-21A_n78A</w:t>
            </w:r>
            <w:r w:rsidRPr="00E062F1">
              <w:rPr>
                <w:rFonts w:cs="Arial"/>
                <w:lang w:eastAsia="ja-JP"/>
              </w:rPr>
              <w:t>-</w:t>
            </w:r>
            <w:r w:rsidRPr="00E062F1">
              <w:rPr>
                <w:rFonts w:cs="Arial"/>
                <w:lang w:eastAsia="zh-CN"/>
              </w:rPr>
              <w:t>n257</w:t>
            </w:r>
            <w:r w:rsidRPr="00E062F1">
              <w:rPr>
                <w:rFonts w:eastAsia="Yu Mincho" w:cs="Arial"/>
                <w:lang w:eastAsia="zh-CN"/>
              </w:rPr>
              <w:t>G</w:t>
            </w:r>
            <w:r>
              <w:rPr>
                <w:rFonts w:hint="eastAsia"/>
                <w:vertAlign w:val="superscript"/>
                <w:lang w:eastAsia="zh-TW"/>
              </w:rPr>
              <w:t>2</w:t>
            </w:r>
          </w:p>
          <w:p w14:paraId="0D54AE82" w14:textId="74DFCD41" w:rsidR="00F80484" w:rsidRPr="00E062F1" w:rsidRDefault="00F80484" w:rsidP="00F80484">
            <w:pPr>
              <w:pStyle w:val="TAC"/>
              <w:rPr>
                <w:rFonts w:cs="Arial"/>
                <w:lang w:eastAsia="zh-CN"/>
              </w:rPr>
            </w:pPr>
            <w:r w:rsidRPr="00E062F1">
              <w:rPr>
                <w:rFonts w:cs="Arial"/>
                <w:lang w:eastAsia="zh-CN"/>
              </w:rPr>
              <w:t>DC_3A-21A_n78A</w:t>
            </w:r>
            <w:r w:rsidRPr="00E062F1">
              <w:rPr>
                <w:rFonts w:cs="Arial"/>
                <w:lang w:eastAsia="ja-JP"/>
              </w:rPr>
              <w:t>-</w:t>
            </w:r>
            <w:r w:rsidRPr="00E062F1">
              <w:rPr>
                <w:rFonts w:cs="Arial"/>
                <w:lang w:eastAsia="zh-CN"/>
              </w:rPr>
              <w:t>n257</w:t>
            </w:r>
            <w:r w:rsidRPr="00E062F1">
              <w:rPr>
                <w:rFonts w:eastAsia="Yu Mincho" w:cs="Arial"/>
                <w:lang w:eastAsia="zh-CN"/>
              </w:rPr>
              <w:t>H</w:t>
            </w:r>
            <w:r>
              <w:rPr>
                <w:rFonts w:hint="eastAsia"/>
                <w:vertAlign w:val="superscript"/>
                <w:lang w:eastAsia="zh-TW"/>
              </w:rPr>
              <w:t>2</w:t>
            </w:r>
          </w:p>
          <w:p w14:paraId="04B75E90" w14:textId="732619EF" w:rsidR="00F80484" w:rsidRPr="00E062F1" w:rsidRDefault="00F80484" w:rsidP="00F80484">
            <w:pPr>
              <w:pStyle w:val="TAC"/>
              <w:rPr>
                <w:rFonts w:cs="Arial"/>
                <w:lang w:eastAsia="zh-CN"/>
              </w:rPr>
            </w:pPr>
            <w:r w:rsidRPr="00E062F1">
              <w:rPr>
                <w:rFonts w:cs="Arial"/>
                <w:lang w:eastAsia="zh-CN"/>
              </w:rPr>
              <w:t>DC_3A-21A_n78A</w:t>
            </w:r>
            <w:r w:rsidRPr="00E062F1">
              <w:rPr>
                <w:rFonts w:cs="Arial"/>
                <w:lang w:eastAsia="ja-JP"/>
              </w:rPr>
              <w:t>-</w:t>
            </w:r>
            <w:r w:rsidRPr="00E062F1">
              <w:rPr>
                <w:rFonts w:cs="Arial"/>
                <w:lang w:eastAsia="zh-CN"/>
              </w:rPr>
              <w:t>n257</w:t>
            </w:r>
            <w:r w:rsidRPr="00E062F1">
              <w:rPr>
                <w:rFonts w:eastAsia="Yu Mincho" w:cs="Arial"/>
                <w:lang w:eastAsia="zh-CN"/>
              </w:rPr>
              <w:t>I</w:t>
            </w:r>
            <w:r>
              <w:rPr>
                <w:rFonts w:hint="eastAsia"/>
                <w:vertAlign w:val="superscript"/>
                <w:lang w:eastAsia="zh-TW"/>
              </w:rPr>
              <w:t>2</w:t>
            </w:r>
          </w:p>
        </w:tc>
        <w:tc>
          <w:tcPr>
            <w:tcW w:w="3969" w:type="dxa"/>
            <w:tcMar>
              <w:top w:w="28" w:type="dxa"/>
              <w:left w:w="28" w:type="dxa"/>
              <w:bottom w:w="28" w:type="dxa"/>
              <w:right w:w="28" w:type="dxa"/>
            </w:tcMar>
          </w:tcPr>
          <w:p w14:paraId="09B369AC" w14:textId="77777777" w:rsidR="00F80484" w:rsidRPr="00E062F1" w:rsidRDefault="00F80484" w:rsidP="00F80484">
            <w:pPr>
              <w:pStyle w:val="TAC"/>
              <w:rPr>
                <w:rFonts w:cs="Arial"/>
                <w:lang w:eastAsia="zh-CN"/>
              </w:rPr>
            </w:pPr>
            <w:r w:rsidRPr="00E062F1">
              <w:rPr>
                <w:rFonts w:cs="Arial"/>
                <w:lang w:eastAsia="zh-CN"/>
              </w:rPr>
              <w:t>DC_3A_n78A</w:t>
            </w:r>
          </w:p>
          <w:p w14:paraId="42E9972B" w14:textId="77777777" w:rsidR="00F80484" w:rsidRPr="00E062F1" w:rsidRDefault="00F80484" w:rsidP="00F80484">
            <w:pPr>
              <w:pStyle w:val="TAC"/>
              <w:rPr>
                <w:rFonts w:cs="Arial"/>
                <w:lang w:eastAsia="zh-CN"/>
              </w:rPr>
            </w:pPr>
            <w:r w:rsidRPr="00E062F1">
              <w:rPr>
                <w:rFonts w:cs="Arial"/>
                <w:lang w:eastAsia="zh-CN"/>
              </w:rPr>
              <w:t>DC_3A_n257A</w:t>
            </w:r>
          </w:p>
          <w:p w14:paraId="1659227E" w14:textId="77777777" w:rsidR="00F80484" w:rsidRPr="00E062F1" w:rsidRDefault="00F80484" w:rsidP="00F80484">
            <w:pPr>
              <w:pStyle w:val="TAC"/>
              <w:rPr>
                <w:rFonts w:cs="Arial"/>
                <w:lang w:eastAsia="zh-CN"/>
              </w:rPr>
            </w:pPr>
            <w:r w:rsidRPr="00E062F1">
              <w:rPr>
                <w:rFonts w:cs="Arial"/>
                <w:lang w:eastAsia="zh-CN"/>
              </w:rPr>
              <w:t>DC_3A_n257G</w:t>
            </w:r>
          </w:p>
          <w:p w14:paraId="748CF564" w14:textId="77777777" w:rsidR="00F80484" w:rsidRPr="00E062F1" w:rsidRDefault="00F80484" w:rsidP="00F80484">
            <w:pPr>
              <w:pStyle w:val="TAC"/>
              <w:rPr>
                <w:rFonts w:cs="Arial"/>
                <w:lang w:eastAsia="zh-CN"/>
              </w:rPr>
            </w:pPr>
            <w:r w:rsidRPr="00E062F1">
              <w:rPr>
                <w:rFonts w:cs="Arial"/>
                <w:lang w:eastAsia="zh-CN"/>
              </w:rPr>
              <w:t>DC_3A_n257H</w:t>
            </w:r>
          </w:p>
          <w:p w14:paraId="5EAEF151" w14:textId="77777777" w:rsidR="00F80484" w:rsidRPr="00E062F1" w:rsidRDefault="00F80484" w:rsidP="00F80484">
            <w:pPr>
              <w:pStyle w:val="TAC"/>
              <w:rPr>
                <w:rFonts w:cs="Arial"/>
                <w:lang w:eastAsia="zh-CN"/>
              </w:rPr>
            </w:pPr>
            <w:r w:rsidRPr="00E062F1">
              <w:rPr>
                <w:rFonts w:cs="Arial"/>
                <w:lang w:eastAsia="zh-CN"/>
              </w:rPr>
              <w:t>DC_3A_n257I</w:t>
            </w:r>
          </w:p>
          <w:p w14:paraId="786C9128" w14:textId="77777777" w:rsidR="00F80484" w:rsidRPr="00E062F1" w:rsidRDefault="00F80484" w:rsidP="00F80484">
            <w:pPr>
              <w:pStyle w:val="TAC"/>
              <w:rPr>
                <w:rFonts w:cs="Arial"/>
                <w:lang w:eastAsia="zh-CN"/>
              </w:rPr>
            </w:pPr>
            <w:r w:rsidRPr="00E062F1">
              <w:rPr>
                <w:rFonts w:cs="Arial"/>
                <w:lang w:eastAsia="zh-CN"/>
              </w:rPr>
              <w:t>DC_21A_n78A</w:t>
            </w:r>
          </w:p>
          <w:p w14:paraId="78099879" w14:textId="77777777" w:rsidR="00F80484" w:rsidRPr="00E062F1" w:rsidRDefault="00F80484" w:rsidP="00F80484">
            <w:pPr>
              <w:pStyle w:val="TAC"/>
              <w:rPr>
                <w:rFonts w:cs="Arial"/>
                <w:lang w:eastAsia="zh-CN"/>
              </w:rPr>
            </w:pPr>
            <w:r w:rsidRPr="00E062F1">
              <w:rPr>
                <w:rFonts w:cs="Arial"/>
                <w:lang w:eastAsia="zh-CN"/>
              </w:rPr>
              <w:t>DC_21A_n257A</w:t>
            </w:r>
          </w:p>
          <w:p w14:paraId="232B5E5B" w14:textId="77777777" w:rsidR="00F80484" w:rsidRPr="00E062F1" w:rsidRDefault="00F80484" w:rsidP="00F80484">
            <w:pPr>
              <w:pStyle w:val="TAC"/>
              <w:rPr>
                <w:rFonts w:cs="Arial"/>
                <w:lang w:eastAsia="zh-CN"/>
              </w:rPr>
            </w:pPr>
            <w:r w:rsidRPr="00E062F1">
              <w:rPr>
                <w:rFonts w:cs="Arial"/>
                <w:lang w:eastAsia="zh-CN"/>
              </w:rPr>
              <w:t>DC_21A_n257G</w:t>
            </w:r>
          </w:p>
          <w:p w14:paraId="51CFA166" w14:textId="77777777" w:rsidR="00F80484" w:rsidRPr="00E062F1" w:rsidRDefault="00F80484" w:rsidP="00F80484">
            <w:pPr>
              <w:pStyle w:val="TAC"/>
              <w:rPr>
                <w:rFonts w:cs="Arial"/>
                <w:lang w:eastAsia="zh-CN"/>
              </w:rPr>
            </w:pPr>
            <w:r w:rsidRPr="00E062F1">
              <w:rPr>
                <w:rFonts w:cs="Arial"/>
                <w:lang w:eastAsia="zh-CN"/>
              </w:rPr>
              <w:t>DC_21A_n257H</w:t>
            </w:r>
          </w:p>
          <w:p w14:paraId="256FA5D1" w14:textId="77777777" w:rsidR="00F80484" w:rsidRPr="00E062F1" w:rsidRDefault="00F80484" w:rsidP="00F80484">
            <w:pPr>
              <w:pStyle w:val="TAC"/>
              <w:rPr>
                <w:rFonts w:cs="Arial"/>
                <w:lang w:eastAsia="zh-CN"/>
              </w:rPr>
            </w:pPr>
            <w:r w:rsidRPr="00E062F1">
              <w:rPr>
                <w:rFonts w:cs="Arial"/>
                <w:lang w:eastAsia="zh-CN"/>
              </w:rPr>
              <w:t>DC_21A_n257I</w:t>
            </w:r>
          </w:p>
        </w:tc>
      </w:tr>
      <w:tr w:rsidR="00F80484" w:rsidRPr="00E062F1" w14:paraId="67FF7C57" w14:textId="77777777" w:rsidTr="006B3BD2">
        <w:trPr>
          <w:trHeight w:val="187"/>
          <w:jc w:val="center"/>
        </w:trPr>
        <w:tc>
          <w:tcPr>
            <w:tcW w:w="3969" w:type="dxa"/>
            <w:shd w:val="clear" w:color="auto" w:fill="auto"/>
            <w:noWrap/>
            <w:tcMar>
              <w:top w:w="28" w:type="dxa"/>
              <w:left w:w="28" w:type="dxa"/>
              <w:bottom w:w="28" w:type="dxa"/>
              <w:right w:w="28" w:type="dxa"/>
            </w:tcMar>
          </w:tcPr>
          <w:p w14:paraId="701AD609" w14:textId="477E04AE" w:rsidR="00F80484" w:rsidRPr="00E062F1" w:rsidRDefault="00F80484" w:rsidP="00F80484">
            <w:pPr>
              <w:pStyle w:val="TAC"/>
              <w:rPr>
                <w:rFonts w:cs="Arial"/>
                <w:lang w:eastAsia="zh-CN"/>
              </w:rPr>
            </w:pPr>
            <w:r w:rsidRPr="00E062F1">
              <w:rPr>
                <w:rFonts w:cs="Arial"/>
                <w:lang w:eastAsia="zh-CN"/>
              </w:rPr>
              <w:t>DC_3A-21A_n79A</w:t>
            </w:r>
            <w:r w:rsidRPr="00E062F1">
              <w:rPr>
                <w:rFonts w:cs="Arial"/>
                <w:lang w:eastAsia="ja-JP"/>
              </w:rPr>
              <w:t>-</w:t>
            </w:r>
            <w:r w:rsidRPr="00E062F1">
              <w:rPr>
                <w:rFonts w:cs="Arial"/>
                <w:lang w:eastAsia="zh-CN"/>
              </w:rPr>
              <w:t>n257</w:t>
            </w:r>
            <w:r w:rsidRPr="00E062F1">
              <w:rPr>
                <w:rFonts w:eastAsia="Yu Mincho" w:cs="Arial"/>
                <w:lang w:eastAsia="zh-CN"/>
              </w:rPr>
              <w:t>A</w:t>
            </w:r>
            <w:r>
              <w:rPr>
                <w:rFonts w:hint="eastAsia"/>
                <w:vertAlign w:val="superscript"/>
                <w:lang w:eastAsia="zh-TW"/>
              </w:rPr>
              <w:t>2</w:t>
            </w:r>
          </w:p>
          <w:p w14:paraId="50920317" w14:textId="47FE6706" w:rsidR="00F80484" w:rsidRPr="00E062F1" w:rsidRDefault="00F80484" w:rsidP="00F80484">
            <w:pPr>
              <w:pStyle w:val="TAC"/>
              <w:rPr>
                <w:rFonts w:cs="Arial"/>
                <w:lang w:eastAsia="zh-CN"/>
              </w:rPr>
            </w:pPr>
            <w:r w:rsidRPr="00E062F1">
              <w:rPr>
                <w:rFonts w:cs="Arial"/>
                <w:lang w:eastAsia="zh-CN"/>
              </w:rPr>
              <w:t>DC_3A-21A_n79A</w:t>
            </w:r>
            <w:r w:rsidRPr="00E062F1">
              <w:rPr>
                <w:rFonts w:cs="Arial"/>
                <w:lang w:eastAsia="ja-JP"/>
              </w:rPr>
              <w:t>-</w:t>
            </w:r>
            <w:r w:rsidRPr="00E062F1">
              <w:rPr>
                <w:rFonts w:cs="Arial"/>
                <w:lang w:eastAsia="zh-CN"/>
              </w:rPr>
              <w:t>n257</w:t>
            </w:r>
            <w:r w:rsidRPr="00E062F1">
              <w:rPr>
                <w:rFonts w:eastAsia="Yu Mincho" w:cs="Arial"/>
                <w:lang w:eastAsia="zh-CN"/>
              </w:rPr>
              <w:t>G</w:t>
            </w:r>
            <w:r>
              <w:rPr>
                <w:rFonts w:hint="eastAsia"/>
                <w:vertAlign w:val="superscript"/>
                <w:lang w:eastAsia="zh-TW"/>
              </w:rPr>
              <w:t>2</w:t>
            </w:r>
          </w:p>
          <w:p w14:paraId="0C8D71E2" w14:textId="799F656E" w:rsidR="00F80484" w:rsidRPr="00E062F1" w:rsidRDefault="00F80484" w:rsidP="00F80484">
            <w:pPr>
              <w:pStyle w:val="TAC"/>
              <w:rPr>
                <w:rFonts w:cs="Arial"/>
                <w:lang w:eastAsia="zh-CN"/>
              </w:rPr>
            </w:pPr>
            <w:r w:rsidRPr="00E062F1">
              <w:rPr>
                <w:rFonts w:cs="Arial"/>
                <w:lang w:eastAsia="zh-CN"/>
              </w:rPr>
              <w:t>DC_3A-21A_n79A</w:t>
            </w:r>
            <w:r w:rsidRPr="00E062F1">
              <w:rPr>
                <w:rFonts w:cs="Arial"/>
                <w:lang w:eastAsia="ja-JP"/>
              </w:rPr>
              <w:t>-</w:t>
            </w:r>
            <w:r w:rsidRPr="00E062F1">
              <w:rPr>
                <w:rFonts w:cs="Arial"/>
                <w:lang w:eastAsia="zh-CN"/>
              </w:rPr>
              <w:t>n257</w:t>
            </w:r>
            <w:r w:rsidRPr="00E062F1">
              <w:rPr>
                <w:rFonts w:eastAsia="Yu Mincho" w:cs="Arial"/>
                <w:lang w:eastAsia="zh-CN"/>
              </w:rPr>
              <w:t>H</w:t>
            </w:r>
            <w:r>
              <w:rPr>
                <w:rFonts w:hint="eastAsia"/>
                <w:vertAlign w:val="superscript"/>
                <w:lang w:eastAsia="zh-TW"/>
              </w:rPr>
              <w:t>2</w:t>
            </w:r>
          </w:p>
          <w:p w14:paraId="2956AD7D" w14:textId="7E5B3AF1" w:rsidR="00F80484" w:rsidRPr="00E062F1" w:rsidRDefault="00F80484" w:rsidP="00F80484">
            <w:pPr>
              <w:pStyle w:val="TAC"/>
              <w:rPr>
                <w:rFonts w:cs="Arial"/>
                <w:lang w:eastAsia="zh-CN"/>
              </w:rPr>
            </w:pPr>
            <w:r w:rsidRPr="00E062F1">
              <w:rPr>
                <w:rFonts w:cs="Arial"/>
                <w:lang w:eastAsia="zh-CN"/>
              </w:rPr>
              <w:t>DC_3A-21A_n79A</w:t>
            </w:r>
            <w:r w:rsidRPr="00E062F1">
              <w:rPr>
                <w:rFonts w:cs="Arial"/>
                <w:lang w:eastAsia="ja-JP"/>
              </w:rPr>
              <w:t>-</w:t>
            </w:r>
            <w:r w:rsidRPr="00E062F1">
              <w:rPr>
                <w:rFonts w:cs="Arial"/>
                <w:lang w:eastAsia="zh-CN"/>
              </w:rPr>
              <w:t>n257</w:t>
            </w:r>
            <w:r w:rsidRPr="00E062F1">
              <w:rPr>
                <w:rFonts w:eastAsia="Yu Mincho" w:cs="Arial"/>
                <w:lang w:eastAsia="zh-CN"/>
              </w:rPr>
              <w:t>I</w:t>
            </w:r>
            <w:r>
              <w:rPr>
                <w:rFonts w:hint="eastAsia"/>
                <w:vertAlign w:val="superscript"/>
                <w:lang w:eastAsia="zh-TW"/>
              </w:rPr>
              <w:t>2</w:t>
            </w:r>
          </w:p>
        </w:tc>
        <w:tc>
          <w:tcPr>
            <w:tcW w:w="3969" w:type="dxa"/>
            <w:tcMar>
              <w:top w:w="28" w:type="dxa"/>
              <w:left w:w="28" w:type="dxa"/>
              <w:bottom w:w="28" w:type="dxa"/>
              <w:right w:w="28" w:type="dxa"/>
            </w:tcMar>
          </w:tcPr>
          <w:p w14:paraId="7D4A6BB3" w14:textId="77777777" w:rsidR="00F80484" w:rsidRPr="00E062F1" w:rsidRDefault="00F80484" w:rsidP="00F80484">
            <w:pPr>
              <w:pStyle w:val="TAC"/>
              <w:rPr>
                <w:rFonts w:cs="Arial"/>
                <w:lang w:eastAsia="zh-CN"/>
              </w:rPr>
            </w:pPr>
            <w:r w:rsidRPr="00E062F1">
              <w:rPr>
                <w:rFonts w:cs="Arial"/>
                <w:lang w:eastAsia="zh-CN"/>
              </w:rPr>
              <w:t>DC_3A_n79A</w:t>
            </w:r>
          </w:p>
          <w:p w14:paraId="2B12A352" w14:textId="77777777" w:rsidR="00F80484" w:rsidRPr="00E062F1" w:rsidRDefault="00F80484" w:rsidP="00F80484">
            <w:pPr>
              <w:pStyle w:val="TAC"/>
              <w:rPr>
                <w:rFonts w:cs="Arial"/>
                <w:lang w:eastAsia="zh-CN"/>
              </w:rPr>
            </w:pPr>
            <w:r w:rsidRPr="00E062F1">
              <w:rPr>
                <w:rFonts w:cs="Arial"/>
                <w:lang w:eastAsia="zh-CN"/>
              </w:rPr>
              <w:t>DC_3A_n257A</w:t>
            </w:r>
          </w:p>
          <w:p w14:paraId="05104CD8" w14:textId="77777777" w:rsidR="00F80484" w:rsidRPr="00E062F1" w:rsidRDefault="00F80484" w:rsidP="00F80484">
            <w:pPr>
              <w:pStyle w:val="TAC"/>
              <w:rPr>
                <w:rFonts w:cs="Arial"/>
                <w:lang w:eastAsia="zh-CN"/>
              </w:rPr>
            </w:pPr>
            <w:r w:rsidRPr="00E062F1">
              <w:rPr>
                <w:rFonts w:cs="Arial"/>
                <w:lang w:eastAsia="zh-CN"/>
              </w:rPr>
              <w:t>DC_3A_n257G</w:t>
            </w:r>
          </w:p>
          <w:p w14:paraId="5D60BBF4" w14:textId="77777777" w:rsidR="00F80484" w:rsidRPr="00E062F1" w:rsidRDefault="00F80484" w:rsidP="00F80484">
            <w:pPr>
              <w:pStyle w:val="TAC"/>
              <w:rPr>
                <w:rFonts w:cs="Arial"/>
                <w:lang w:eastAsia="zh-CN"/>
              </w:rPr>
            </w:pPr>
            <w:r w:rsidRPr="00E062F1">
              <w:rPr>
                <w:rFonts w:cs="Arial"/>
                <w:lang w:eastAsia="zh-CN"/>
              </w:rPr>
              <w:t>DC_3A_n257H</w:t>
            </w:r>
          </w:p>
          <w:p w14:paraId="63177666" w14:textId="77777777" w:rsidR="00F80484" w:rsidRPr="00E062F1" w:rsidRDefault="00F80484" w:rsidP="00F80484">
            <w:pPr>
              <w:pStyle w:val="TAC"/>
              <w:rPr>
                <w:rFonts w:cs="Arial"/>
                <w:lang w:eastAsia="zh-CN"/>
              </w:rPr>
            </w:pPr>
            <w:r w:rsidRPr="00E062F1">
              <w:rPr>
                <w:rFonts w:cs="Arial"/>
                <w:lang w:eastAsia="zh-CN"/>
              </w:rPr>
              <w:t>DC_3A_n257I</w:t>
            </w:r>
          </w:p>
          <w:p w14:paraId="16262370" w14:textId="77777777" w:rsidR="00F80484" w:rsidRPr="00E062F1" w:rsidRDefault="00F80484" w:rsidP="00F80484">
            <w:pPr>
              <w:pStyle w:val="TAC"/>
              <w:rPr>
                <w:rFonts w:cs="Arial"/>
                <w:lang w:eastAsia="zh-CN"/>
              </w:rPr>
            </w:pPr>
            <w:r w:rsidRPr="00E062F1">
              <w:rPr>
                <w:rFonts w:cs="Arial"/>
                <w:lang w:eastAsia="zh-CN"/>
              </w:rPr>
              <w:t>DC_21A_n79A</w:t>
            </w:r>
          </w:p>
          <w:p w14:paraId="502A473E" w14:textId="77777777" w:rsidR="00F80484" w:rsidRPr="00E062F1" w:rsidRDefault="00F80484" w:rsidP="00F80484">
            <w:pPr>
              <w:pStyle w:val="TAC"/>
              <w:rPr>
                <w:rFonts w:cs="Arial"/>
                <w:lang w:eastAsia="zh-CN"/>
              </w:rPr>
            </w:pPr>
            <w:r w:rsidRPr="00E062F1">
              <w:rPr>
                <w:rFonts w:cs="Arial"/>
                <w:lang w:eastAsia="zh-CN"/>
              </w:rPr>
              <w:t>DC_21A_n257A</w:t>
            </w:r>
          </w:p>
          <w:p w14:paraId="00FC0146" w14:textId="77777777" w:rsidR="00F80484" w:rsidRPr="00E062F1" w:rsidRDefault="00F80484" w:rsidP="00F80484">
            <w:pPr>
              <w:pStyle w:val="TAC"/>
              <w:rPr>
                <w:rFonts w:cs="Arial"/>
                <w:lang w:eastAsia="zh-CN"/>
              </w:rPr>
            </w:pPr>
            <w:r w:rsidRPr="00E062F1">
              <w:rPr>
                <w:rFonts w:cs="Arial"/>
                <w:lang w:eastAsia="zh-CN"/>
              </w:rPr>
              <w:t>DC_21A_n257G</w:t>
            </w:r>
          </w:p>
          <w:p w14:paraId="5EC9958C" w14:textId="77777777" w:rsidR="00F80484" w:rsidRPr="00E062F1" w:rsidRDefault="00F80484" w:rsidP="00F80484">
            <w:pPr>
              <w:pStyle w:val="TAC"/>
              <w:rPr>
                <w:rFonts w:cs="Arial"/>
                <w:lang w:eastAsia="zh-CN"/>
              </w:rPr>
            </w:pPr>
            <w:r w:rsidRPr="00E062F1">
              <w:rPr>
                <w:rFonts w:cs="Arial"/>
                <w:lang w:eastAsia="zh-CN"/>
              </w:rPr>
              <w:t>DC_21A_n257H</w:t>
            </w:r>
          </w:p>
          <w:p w14:paraId="767B01C3" w14:textId="77777777" w:rsidR="00F80484" w:rsidRPr="00E062F1" w:rsidRDefault="00F80484" w:rsidP="00F80484">
            <w:pPr>
              <w:pStyle w:val="TAC"/>
              <w:rPr>
                <w:rFonts w:cs="Arial"/>
                <w:lang w:eastAsia="zh-CN"/>
              </w:rPr>
            </w:pPr>
            <w:r w:rsidRPr="00E062F1">
              <w:rPr>
                <w:rFonts w:cs="Arial"/>
                <w:lang w:eastAsia="zh-CN"/>
              </w:rPr>
              <w:t>DC_21A_n257I</w:t>
            </w:r>
          </w:p>
        </w:tc>
      </w:tr>
      <w:tr w:rsidR="00F80484" w:rsidRPr="00E062F1" w14:paraId="1878D6D8" w14:textId="77777777" w:rsidTr="006B3BD2">
        <w:trPr>
          <w:trHeight w:val="187"/>
          <w:jc w:val="center"/>
        </w:trPr>
        <w:tc>
          <w:tcPr>
            <w:tcW w:w="3969" w:type="dxa"/>
            <w:shd w:val="clear" w:color="auto" w:fill="auto"/>
            <w:noWrap/>
            <w:tcMar>
              <w:top w:w="28" w:type="dxa"/>
              <w:left w:w="28" w:type="dxa"/>
              <w:bottom w:w="28" w:type="dxa"/>
              <w:right w:w="28" w:type="dxa"/>
            </w:tcMar>
          </w:tcPr>
          <w:p w14:paraId="3F470B39" w14:textId="20A161FE" w:rsidR="00F80484" w:rsidRPr="00E062F1" w:rsidRDefault="00F80484" w:rsidP="00F80484">
            <w:pPr>
              <w:pStyle w:val="TAC"/>
              <w:rPr>
                <w:b/>
                <w:lang w:eastAsia="zh-CN"/>
              </w:rPr>
            </w:pPr>
            <w:r w:rsidRPr="00E062F1">
              <w:rPr>
                <w:lang w:eastAsia="zh-CN"/>
              </w:rPr>
              <w:lastRenderedPageBreak/>
              <w:t>DC_3A-19A_n77A-n257A</w:t>
            </w:r>
            <w:r>
              <w:rPr>
                <w:rFonts w:hint="eastAsia"/>
                <w:vertAlign w:val="superscript"/>
                <w:lang w:eastAsia="zh-TW"/>
              </w:rPr>
              <w:t>2</w:t>
            </w:r>
          </w:p>
          <w:p w14:paraId="23866F16" w14:textId="34A7067A" w:rsidR="00F80484" w:rsidRPr="00E062F1" w:rsidRDefault="00F80484" w:rsidP="00F80484">
            <w:pPr>
              <w:pStyle w:val="TAC"/>
              <w:rPr>
                <w:b/>
                <w:lang w:eastAsia="zh-CN"/>
              </w:rPr>
            </w:pPr>
            <w:r w:rsidRPr="00E062F1">
              <w:rPr>
                <w:lang w:eastAsia="zh-CN"/>
              </w:rPr>
              <w:t>DC_3A-19A_n77A-n257G</w:t>
            </w:r>
            <w:r>
              <w:rPr>
                <w:rFonts w:hint="eastAsia"/>
                <w:vertAlign w:val="superscript"/>
                <w:lang w:eastAsia="zh-TW"/>
              </w:rPr>
              <w:t>2</w:t>
            </w:r>
          </w:p>
          <w:p w14:paraId="77606F9D" w14:textId="5F0EC33C" w:rsidR="00F80484" w:rsidRPr="00E062F1" w:rsidRDefault="00F80484" w:rsidP="00F80484">
            <w:pPr>
              <w:pStyle w:val="TAC"/>
              <w:rPr>
                <w:b/>
                <w:lang w:eastAsia="zh-CN"/>
              </w:rPr>
            </w:pPr>
            <w:r w:rsidRPr="00E062F1">
              <w:rPr>
                <w:lang w:eastAsia="zh-CN"/>
              </w:rPr>
              <w:t>DC_3A-19A_n77A-n257H</w:t>
            </w:r>
            <w:r>
              <w:rPr>
                <w:rFonts w:hint="eastAsia"/>
                <w:vertAlign w:val="superscript"/>
                <w:lang w:eastAsia="zh-TW"/>
              </w:rPr>
              <w:t>2</w:t>
            </w:r>
          </w:p>
          <w:p w14:paraId="7026672C" w14:textId="3ABCB2AD" w:rsidR="00F80484" w:rsidRPr="00E062F1" w:rsidRDefault="00F80484" w:rsidP="00F80484">
            <w:pPr>
              <w:pStyle w:val="TAC"/>
              <w:rPr>
                <w:lang w:eastAsia="zh-CN"/>
              </w:rPr>
            </w:pPr>
            <w:r w:rsidRPr="00E062F1">
              <w:rPr>
                <w:lang w:eastAsia="zh-CN"/>
              </w:rPr>
              <w:t>DC_3A-19A_n77A-n257I</w:t>
            </w:r>
            <w:r>
              <w:rPr>
                <w:rFonts w:hint="eastAsia"/>
                <w:vertAlign w:val="superscript"/>
                <w:lang w:eastAsia="zh-TW"/>
              </w:rPr>
              <w:t>2</w:t>
            </w:r>
          </w:p>
        </w:tc>
        <w:tc>
          <w:tcPr>
            <w:tcW w:w="3969" w:type="dxa"/>
            <w:tcMar>
              <w:top w:w="28" w:type="dxa"/>
              <w:left w:w="28" w:type="dxa"/>
              <w:bottom w:w="28" w:type="dxa"/>
              <w:right w:w="28" w:type="dxa"/>
            </w:tcMar>
          </w:tcPr>
          <w:p w14:paraId="1DDECCA3" w14:textId="77777777" w:rsidR="00F80484" w:rsidRPr="00E062F1" w:rsidRDefault="00F80484" w:rsidP="00F80484">
            <w:pPr>
              <w:pStyle w:val="TAC"/>
              <w:rPr>
                <w:lang w:eastAsia="zh-CN"/>
              </w:rPr>
            </w:pPr>
            <w:r w:rsidRPr="00E062F1">
              <w:rPr>
                <w:lang w:eastAsia="zh-CN"/>
              </w:rPr>
              <w:t>DC_3A_n77A-n257A</w:t>
            </w:r>
          </w:p>
          <w:p w14:paraId="075D56B2" w14:textId="77777777" w:rsidR="00F80484" w:rsidRPr="00E062F1" w:rsidRDefault="00F80484" w:rsidP="00F80484">
            <w:pPr>
              <w:pStyle w:val="TAC"/>
              <w:rPr>
                <w:lang w:eastAsia="zh-CN"/>
              </w:rPr>
            </w:pPr>
            <w:r w:rsidRPr="00E062F1">
              <w:rPr>
                <w:lang w:eastAsia="zh-CN"/>
              </w:rPr>
              <w:t>DC_3A_n77A-n257G</w:t>
            </w:r>
          </w:p>
          <w:p w14:paraId="22D39719" w14:textId="77777777" w:rsidR="00F80484" w:rsidRPr="00E062F1" w:rsidRDefault="00F80484" w:rsidP="00F80484">
            <w:pPr>
              <w:pStyle w:val="TAC"/>
              <w:rPr>
                <w:lang w:eastAsia="zh-CN"/>
              </w:rPr>
            </w:pPr>
            <w:r w:rsidRPr="00E062F1">
              <w:rPr>
                <w:lang w:eastAsia="zh-CN"/>
              </w:rPr>
              <w:t>DC_3A_n77A-n257H</w:t>
            </w:r>
          </w:p>
          <w:p w14:paraId="2A5868E9" w14:textId="77777777" w:rsidR="00F80484" w:rsidRPr="00E062F1" w:rsidRDefault="00F80484" w:rsidP="00F80484">
            <w:pPr>
              <w:pStyle w:val="TAC"/>
              <w:rPr>
                <w:lang w:eastAsia="zh-CN"/>
              </w:rPr>
            </w:pPr>
            <w:r w:rsidRPr="00E062F1">
              <w:rPr>
                <w:lang w:eastAsia="zh-CN"/>
              </w:rPr>
              <w:t>DC_3A_n77A-n257I</w:t>
            </w:r>
          </w:p>
          <w:p w14:paraId="1CBD696B" w14:textId="77777777" w:rsidR="00F80484" w:rsidRPr="00E062F1" w:rsidRDefault="00F80484" w:rsidP="00F80484">
            <w:pPr>
              <w:pStyle w:val="TAC"/>
              <w:rPr>
                <w:lang w:eastAsia="zh-CN"/>
              </w:rPr>
            </w:pPr>
            <w:r w:rsidRPr="00E062F1">
              <w:rPr>
                <w:lang w:eastAsia="zh-CN"/>
              </w:rPr>
              <w:t>DC_19A_n77A-n257A</w:t>
            </w:r>
          </w:p>
          <w:p w14:paraId="2981FF3F" w14:textId="77777777" w:rsidR="00F80484" w:rsidRPr="00E062F1" w:rsidRDefault="00F80484" w:rsidP="00F80484">
            <w:pPr>
              <w:pStyle w:val="TAC"/>
              <w:rPr>
                <w:lang w:eastAsia="zh-CN"/>
              </w:rPr>
            </w:pPr>
            <w:r w:rsidRPr="00E062F1">
              <w:rPr>
                <w:lang w:eastAsia="zh-CN"/>
              </w:rPr>
              <w:t>DC_19A_n77A-n257G</w:t>
            </w:r>
          </w:p>
          <w:p w14:paraId="7B29D166" w14:textId="77777777" w:rsidR="00F80484" w:rsidRPr="00E062F1" w:rsidRDefault="00F80484" w:rsidP="00F80484">
            <w:pPr>
              <w:pStyle w:val="TAC"/>
              <w:rPr>
                <w:lang w:eastAsia="zh-CN"/>
              </w:rPr>
            </w:pPr>
            <w:r w:rsidRPr="00E062F1">
              <w:rPr>
                <w:lang w:eastAsia="zh-CN"/>
              </w:rPr>
              <w:t>DC_19A_n77A-n257H</w:t>
            </w:r>
          </w:p>
          <w:p w14:paraId="0C50F2A2" w14:textId="0E533B21" w:rsidR="00F80484" w:rsidRPr="00E062F1" w:rsidRDefault="00F80484" w:rsidP="00F80484">
            <w:pPr>
              <w:pStyle w:val="TAC"/>
              <w:rPr>
                <w:lang w:eastAsia="zh-CN"/>
              </w:rPr>
            </w:pPr>
            <w:r w:rsidRPr="00E062F1">
              <w:rPr>
                <w:lang w:eastAsia="zh-CN"/>
              </w:rPr>
              <w:t>DC_19A_n77A-n257I</w:t>
            </w:r>
          </w:p>
        </w:tc>
      </w:tr>
      <w:tr w:rsidR="00F80484" w:rsidRPr="00E062F1" w14:paraId="586C6580" w14:textId="77777777" w:rsidTr="006B3BD2">
        <w:trPr>
          <w:trHeight w:val="187"/>
          <w:jc w:val="center"/>
        </w:trPr>
        <w:tc>
          <w:tcPr>
            <w:tcW w:w="3969" w:type="dxa"/>
            <w:shd w:val="clear" w:color="auto" w:fill="auto"/>
            <w:noWrap/>
            <w:tcMar>
              <w:top w:w="28" w:type="dxa"/>
              <w:left w:w="28" w:type="dxa"/>
              <w:bottom w:w="28" w:type="dxa"/>
              <w:right w:w="28" w:type="dxa"/>
            </w:tcMar>
          </w:tcPr>
          <w:p w14:paraId="2A102B3E" w14:textId="794ABE25" w:rsidR="00F80484" w:rsidRPr="00E062F1" w:rsidRDefault="00F80484" w:rsidP="00F80484">
            <w:pPr>
              <w:pStyle w:val="TAC"/>
              <w:rPr>
                <w:b/>
                <w:lang w:eastAsia="zh-CN"/>
              </w:rPr>
            </w:pPr>
            <w:r w:rsidRPr="00E062F1">
              <w:rPr>
                <w:lang w:eastAsia="zh-CN"/>
              </w:rPr>
              <w:t>DC_3A-19A_n78A-n257A</w:t>
            </w:r>
            <w:r>
              <w:rPr>
                <w:rFonts w:hint="eastAsia"/>
                <w:vertAlign w:val="superscript"/>
                <w:lang w:eastAsia="zh-TW"/>
              </w:rPr>
              <w:t>2</w:t>
            </w:r>
          </w:p>
          <w:p w14:paraId="4957C396" w14:textId="06E5080B" w:rsidR="00F80484" w:rsidRPr="00E062F1" w:rsidRDefault="00F80484" w:rsidP="00F80484">
            <w:pPr>
              <w:pStyle w:val="TAC"/>
              <w:rPr>
                <w:b/>
                <w:lang w:eastAsia="zh-CN"/>
              </w:rPr>
            </w:pPr>
            <w:r w:rsidRPr="00E062F1">
              <w:rPr>
                <w:lang w:eastAsia="zh-CN"/>
              </w:rPr>
              <w:t>DC_3A-19A_n78A-n257G</w:t>
            </w:r>
            <w:r>
              <w:rPr>
                <w:rFonts w:hint="eastAsia"/>
                <w:vertAlign w:val="superscript"/>
                <w:lang w:eastAsia="zh-TW"/>
              </w:rPr>
              <w:t>2</w:t>
            </w:r>
          </w:p>
          <w:p w14:paraId="46F73812" w14:textId="71022B99" w:rsidR="00F80484" w:rsidRPr="00E062F1" w:rsidRDefault="00F80484" w:rsidP="00F80484">
            <w:pPr>
              <w:pStyle w:val="TAC"/>
              <w:rPr>
                <w:b/>
                <w:lang w:eastAsia="zh-CN"/>
              </w:rPr>
            </w:pPr>
            <w:r w:rsidRPr="00E062F1">
              <w:rPr>
                <w:lang w:eastAsia="zh-CN"/>
              </w:rPr>
              <w:t>DC_3A-19A_n78A-n257H</w:t>
            </w:r>
            <w:r>
              <w:rPr>
                <w:rFonts w:hint="eastAsia"/>
                <w:vertAlign w:val="superscript"/>
                <w:lang w:eastAsia="zh-TW"/>
              </w:rPr>
              <w:t>2</w:t>
            </w:r>
          </w:p>
          <w:p w14:paraId="127EECD2" w14:textId="7D07BF0B" w:rsidR="00F80484" w:rsidRPr="00E062F1" w:rsidRDefault="00F80484" w:rsidP="00F80484">
            <w:pPr>
              <w:pStyle w:val="TAC"/>
              <w:rPr>
                <w:lang w:eastAsia="zh-CN"/>
              </w:rPr>
            </w:pPr>
            <w:r w:rsidRPr="00E062F1">
              <w:rPr>
                <w:lang w:eastAsia="zh-CN"/>
              </w:rPr>
              <w:t>DC_3A-19A_n78A-n257I</w:t>
            </w:r>
            <w:r>
              <w:rPr>
                <w:rFonts w:hint="eastAsia"/>
                <w:vertAlign w:val="superscript"/>
                <w:lang w:eastAsia="zh-TW"/>
              </w:rPr>
              <w:t>2</w:t>
            </w:r>
          </w:p>
        </w:tc>
        <w:tc>
          <w:tcPr>
            <w:tcW w:w="3969" w:type="dxa"/>
            <w:tcMar>
              <w:top w:w="28" w:type="dxa"/>
              <w:left w:w="28" w:type="dxa"/>
              <w:bottom w:w="28" w:type="dxa"/>
              <w:right w:w="28" w:type="dxa"/>
            </w:tcMar>
          </w:tcPr>
          <w:p w14:paraId="4110A506" w14:textId="77777777" w:rsidR="00F80484" w:rsidRPr="00E062F1" w:rsidRDefault="00F80484" w:rsidP="00F80484">
            <w:pPr>
              <w:pStyle w:val="TAC"/>
              <w:rPr>
                <w:lang w:eastAsia="zh-CN"/>
              </w:rPr>
            </w:pPr>
            <w:r w:rsidRPr="00E062F1">
              <w:rPr>
                <w:lang w:eastAsia="zh-CN"/>
              </w:rPr>
              <w:t>DC_3A_n78A-n257A</w:t>
            </w:r>
          </w:p>
          <w:p w14:paraId="3697BEBB" w14:textId="77777777" w:rsidR="00F80484" w:rsidRPr="00E062F1" w:rsidRDefault="00F80484" w:rsidP="00F80484">
            <w:pPr>
              <w:pStyle w:val="TAC"/>
              <w:rPr>
                <w:lang w:eastAsia="zh-CN"/>
              </w:rPr>
            </w:pPr>
            <w:r w:rsidRPr="00E062F1">
              <w:rPr>
                <w:lang w:eastAsia="zh-CN"/>
              </w:rPr>
              <w:t>DC_3A_n78A-n257G</w:t>
            </w:r>
          </w:p>
          <w:p w14:paraId="767CE6D2" w14:textId="77777777" w:rsidR="00F80484" w:rsidRPr="00E062F1" w:rsidRDefault="00F80484" w:rsidP="00F80484">
            <w:pPr>
              <w:pStyle w:val="TAC"/>
              <w:rPr>
                <w:lang w:eastAsia="zh-CN"/>
              </w:rPr>
            </w:pPr>
            <w:r w:rsidRPr="00E062F1">
              <w:rPr>
                <w:lang w:eastAsia="zh-CN"/>
              </w:rPr>
              <w:t>DC_3A_n78A-n257H</w:t>
            </w:r>
          </w:p>
          <w:p w14:paraId="30AFECCB" w14:textId="77777777" w:rsidR="00F80484" w:rsidRPr="00E062F1" w:rsidRDefault="00F80484" w:rsidP="00F80484">
            <w:pPr>
              <w:pStyle w:val="TAC"/>
              <w:rPr>
                <w:lang w:eastAsia="zh-CN"/>
              </w:rPr>
            </w:pPr>
            <w:r w:rsidRPr="00E062F1">
              <w:rPr>
                <w:lang w:eastAsia="zh-CN"/>
              </w:rPr>
              <w:t>DC_3A_n78A-n257I</w:t>
            </w:r>
          </w:p>
          <w:p w14:paraId="681BEDCD" w14:textId="77777777" w:rsidR="00F80484" w:rsidRPr="00E062F1" w:rsidRDefault="00F80484" w:rsidP="00F80484">
            <w:pPr>
              <w:pStyle w:val="TAC"/>
              <w:rPr>
                <w:lang w:eastAsia="zh-CN"/>
              </w:rPr>
            </w:pPr>
            <w:r w:rsidRPr="00E062F1">
              <w:rPr>
                <w:lang w:eastAsia="zh-CN"/>
              </w:rPr>
              <w:t>DC_19A_n78A-n257A</w:t>
            </w:r>
          </w:p>
          <w:p w14:paraId="127ECB4F" w14:textId="77777777" w:rsidR="00F80484" w:rsidRPr="00E062F1" w:rsidRDefault="00F80484" w:rsidP="00F80484">
            <w:pPr>
              <w:pStyle w:val="TAC"/>
              <w:rPr>
                <w:lang w:eastAsia="zh-CN"/>
              </w:rPr>
            </w:pPr>
            <w:r w:rsidRPr="00E062F1">
              <w:rPr>
                <w:lang w:eastAsia="zh-CN"/>
              </w:rPr>
              <w:t>DC_19A_n78A-n257G</w:t>
            </w:r>
          </w:p>
          <w:p w14:paraId="254A5684" w14:textId="77777777" w:rsidR="00F80484" w:rsidRPr="00E062F1" w:rsidRDefault="00F80484" w:rsidP="00F80484">
            <w:pPr>
              <w:pStyle w:val="TAC"/>
              <w:rPr>
                <w:lang w:eastAsia="zh-CN"/>
              </w:rPr>
            </w:pPr>
            <w:r w:rsidRPr="00E062F1">
              <w:rPr>
                <w:lang w:eastAsia="zh-CN"/>
              </w:rPr>
              <w:t>DC_19A_n78A-n257H</w:t>
            </w:r>
          </w:p>
          <w:p w14:paraId="2A4FF4BB" w14:textId="2FE5BE00" w:rsidR="00F80484" w:rsidRPr="00E062F1" w:rsidRDefault="00F80484" w:rsidP="00F80484">
            <w:pPr>
              <w:pStyle w:val="TAC"/>
              <w:rPr>
                <w:lang w:eastAsia="zh-CN"/>
              </w:rPr>
            </w:pPr>
            <w:r w:rsidRPr="00E062F1">
              <w:rPr>
                <w:lang w:eastAsia="zh-CN"/>
              </w:rPr>
              <w:t>DC_19A_n78A-n257I</w:t>
            </w:r>
          </w:p>
        </w:tc>
      </w:tr>
      <w:tr w:rsidR="00F80484" w:rsidRPr="00E062F1" w14:paraId="0701EC8E" w14:textId="77777777" w:rsidTr="006B3BD2">
        <w:trPr>
          <w:trHeight w:val="187"/>
          <w:jc w:val="center"/>
        </w:trPr>
        <w:tc>
          <w:tcPr>
            <w:tcW w:w="3969" w:type="dxa"/>
            <w:shd w:val="clear" w:color="auto" w:fill="auto"/>
            <w:noWrap/>
            <w:tcMar>
              <w:top w:w="28" w:type="dxa"/>
              <w:left w:w="28" w:type="dxa"/>
              <w:bottom w:w="28" w:type="dxa"/>
              <w:right w:w="28" w:type="dxa"/>
            </w:tcMar>
          </w:tcPr>
          <w:p w14:paraId="73F4A98E" w14:textId="04E52934" w:rsidR="00F80484" w:rsidRPr="00E062F1" w:rsidRDefault="00F80484" w:rsidP="00F80484">
            <w:pPr>
              <w:pStyle w:val="TAC"/>
              <w:rPr>
                <w:lang w:eastAsia="zh-CN"/>
              </w:rPr>
            </w:pPr>
            <w:r w:rsidRPr="00E062F1">
              <w:rPr>
                <w:lang w:eastAsia="zh-CN"/>
              </w:rPr>
              <w:t>DC_3A-19A_n79A-n257A</w:t>
            </w:r>
            <w:r>
              <w:rPr>
                <w:rFonts w:hint="eastAsia"/>
                <w:vertAlign w:val="superscript"/>
                <w:lang w:eastAsia="zh-TW"/>
              </w:rPr>
              <w:t>2</w:t>
            </w:r>
          </w:p>
          <w:p w14:paraId="0C19994F" w14:textId="1E42AD2F" w:rsidR="00F80484" w:rsidRPr="00E062F1" w:rsidRDefault="00F80484" w:rsidP="00F80484">
            <w:pPr>
              <w:pStyle w:val="TAC"/>
              <w:rPr>
                <w:lang w:eastAsia="zh-CN"/>
              </w:rPr>
            </w:pPr>
            <w:r w:rsidRPr="00E062F1">
              <w:rPr>
                <w:lang w:eastAsia="zh-CN"/>
              </w:rPr>
              <w:t>DC_3A-19A_n79A-n257G</w:t>
            </w:r>
            <w:r>
              <w:rPr>
                <w:rFonts w:hint="eastAsia"/>
                <w:vertAlign w:val="superscript"/>
                <w:lang w:eastAsia="zh-TW"/>
              </w:rPr>
              <w:t>2</w:t>
            </w:r>
          </w:p>
          <w:p w14:paraId="4D1B34C1" w14:textId="5D10121F" w:rsidR="00F80484" w:rsidRPr="00E062F1" w:rsidRDefault="00F80484" w:rsidP="00F80484">
            <w:pPr>
              <w:pStyle w:val="TAC"/>
              <w:rPr>
                <w:lang w:eastAsia="zh-CN"/>
              </w:rPr>
            </w:pPr>
            <w:r w:rsidRPr="00E062F1">
              <w:rPr>
                <w:lang w:eastAsia="zh-CN"/>
              </w:rPr>
              <w:t>DC_3A-19A_n79A-n257H</w:t>
            </w:r>
            <w:r>
              <w:rPr>
                <w:rFonts w:hint="eastAsia"/>
                <w:vertAlign w:val="superscript"/>
                <w:lang w:eastAsia="zh-TW"/>
              </w:rPr>
              <w:t>2</w:t>
            </w:r>
          </w:p>
          <w:p w14:paraId="517EC8D9" w14:textId="1CE1793B" w:rsidR="00F80484" w:rsidRPr="00E062F1" w:rsidRDefault="00F80484" w:rsidP="00F80484">
            <w:pPr>
              <w:pStyle w:val="TAC"/>
              <w:rPr>
                <w:lang w:eastAsia="zh-CN"/>
              </w:rPr>
            </w:pPr>
            <w:r w:rsidRPr="00E062F1">
              <w:rPr>
                <w:lang w:eastAsia="zh-CN"/>
              </w:rPr>
              <w:t>DC_3A-19A_n79A-n257I</w:t>
            </w:r>
            <w:r>
              <w:rPr>
                <w:rFonts w:hint="eastAsia"/>
                <w:vertAlign w:val="superscript"/>
                <w:lang w:eastAsia="zh-TW"/>
              </w:rPr>
              <w:t>2</w:t>
            </w:r>
          </w:p>
        </w:tc>
        <w:tc>
          <w:tcPr>
            <w:tcW w:w="3969" w:type="dxa"/>
            <w:tcMar>
              <w:top w:w="28" w:type="dxa"/>
              <w:left w:w="28" w:type="dxa"/>
              <w:bottom w:w="28" w:type="dxa"/>
              <w:right w:w="28" w:type="dxa"/>
            </w:tcMar>
          </w:tcPr>
          <w:p w14:paraId="18EE60B8" w14:textId="77777777" w:rsidR="00F80484" w:rsidRPr="00E062F1" w:rsidRDefault="00F80484" w:rsidP="00F80484">
            <w:pPr>
              <w:pStyle w:val="TAC"/>
              <w:rPr>
                <w:lang w:eastAsia="zh-CN"/>
              </w:rPr>
            </w:pPr>
            <w:r w:rsidRPr="00E062F1">
              <w:rPr>
                <w:lang w:eastAsia="zh-CN"/>
              </w:rPr>
              <w:t>DC_3A_n79A-n257A</w:t>
            </w:r>
          </w:p>
          <w:p w14:paraId="0C0139E1" w14:textId="77777777" w:rsidR="00F80484" w:rsidRPr="00E062F1" w:rsidRDefault="00F80484" w:rsidP="00F80484">
            <w:pPr>
              <w:pStyle w:val="TAC"/>
              <w:rPr>
                <w:lang w:eastAsia="zh-CN"/>
              </w:rPr>
            </w:pPr>
            <w:r w:rsidRPr="00E062F1">
              <w:rPr>
                <w:lang w:eastAsia="zh-CN"/>
              </w:rPr>
              <w:t>DC_3A_n79A-n257G</w:t>
            </w:r>
          </w:p>
          <w:p w14:paraId="261627B5" w14:textId="77777777" w:rsidR="00F80484" w:rsidRPr="00E062F1" w:rsidRDefault="00F80484" w:rsidP="00F80484">
            <w:pPr>
              <w:pStyle w:val="TAC"/>
              <w:rPr>
                <w:lang w:eastAsia="zh-CN"/>
              </w:rPr>
            </w:pPr>
            <w:r w:rsidRPr="00E062F1">
              <w:rPr>
                <w:lang w:eastAsia="zh-CN"/>
              </w:rPr>
              <w:t>DC_3A_n79A-n257H</w:t>
            </w:r>
          </w:p>
          <w:p w14:paraId="3AFE22B8" w14:textId="77777777" w:rsidR="00F80484" w:rsidRPr="00E062F1" w:rsidRDefault="00F80484" w:rsidP="00F80484">
            <w:pPr>
              <w:pStyle w:val="TAC"/>
              <w:rPr>
                <w:lang w:eastAsia="zh-CN"/>
              </w:rPr>
            </w:pPr>
            <w:r w:rsidRPr="00E062F1">
              <w:rPr>
                <w:lang w:eastAsia="zh-CN"/>
              </w:rPr>
              <w:t>DC_3A_n79A-n257I</w:t>
            </w:r>
          </w:p>
          <w:p w14:paraId="4286D020" w14:textId="77777777" w:rsidR="00F80484" w:rsidRPr="00E062F1" w:rsidRDefault="00F80484" w:rsidP="00F80484">
            <w:pPr>
              <w:pStyle w:val="TAC"/>
              <w:rPr>
                <w:lang w:eastAsia="zh-CN"/>
              </w:rPr>
            </w:pPr>
            <w:r w:rsidRPr="00E062F1">
              <w:rPr>
                <w:lang w:eastAsia="zh-CN"/>
              </w:rPr>
              <w:t>DC_19A_n79A-n257A</w:t>
            </w:r>
          </w:p>
          <w:p w14:paraId="48EB28F3" w14:textId="77777777" w:rsidR="00F80484" w:rsidRPr="00E062F1" w:rsidRDefault="00F80484" w:rsidP="00F80484">
            <w:pPr>
              <w:pStyle w:val="TAC"/>
              <w:rPr>
                <w:lang w:eastAsia="zh-CN"/>
              </w:rPr>
            </w:pPr>
            <w:r w:rsidRPr="00E062F1">
              <w:rPr>
                <w:lang w:eastAsia="zh-CN"/>
              </w:rPr>
              <w:t>DC_19A_n79A-n257G</w:t>
            </w:r>
          </w:p>
          <w:p w14:paraId="008EDD81" w14:textId="77777777" w:rsidR="00F80484" w:rsidRPr="00E062F1" w:rsidRDefault="00F80484" w:rsidP="00F80484">
            <w:pPr>
              <w:pStyle w:val="TAC"/>
              <w:rPr>
                <w:lang w:eastAsia="zh-CN"/>
              </w:rPr>
            </w:pPr>
            <w:r w:rsidRPr="00E062F1">
              <w:rPr>
                <w:lang w:eastAsia="zh-CN"/>
              </w:rPr>
              <w:t>DC_19A_n79A-n257H</w:t>
            </w:r>
          </w:p>
          <w:p w14:paraId="07EC1583" w14:textId="03D44E92" w:rsidR="00F80484" w:rsidRPr="00E062F1" w:rsidRDefault="00F80484" w:rsidP="00F80484">
            <w:pPr>
              <w:pStyle w:val="TAC"/>
              <w:rPr>
                <w:lang w:eastAsia="zh-CN"/>
              </w:rPr>
            </w:pPr>
            <w:r w:rsidRPr="00E062F1">
              <w:rPr>
                <w:lang w:eastAsia="zh-CN"/>
              </w:rPr>
              <w:t>DC_19A_n79A-n257I</w:t>
            </w:r>
          </w:p>
        </w:tc>
      </w:tr>
      <w:tr w:rsidR="00F80484" w:rsidRPr="00E062F1" w14:paraId="7A9B8854" w14:textId="77777777" w:rsidTr="006B3BD2">
        <w:trPr>
          <w:trHeight w:val="187"/>
          <w:jc w:val="center"/>
        </w:trPr>
        <w:tc>
          <w:tcPr>
            <w:tcW w:w="3969" w:type="dxa"/>
            <w:shd w:val="clear" w:color="auto" w:fill="auto"/>
            <w:noWrap/>
            <w:tcMar>
              <w:top w:w="28" w:type="dxa"/>
              <w:left w:w="28" w:type="dxa"/>
              <w:bottom w:w="28" w:type="dxa"/>
              <w:right w:w="28" w:type="dxa"/>
            </w:tcMar>
          </w:tcPr>
          <w:p w14:paraId="02D6ED11" w14:textId="2DF2CB75" w:rsidR="00F80484" w:rsidRPr="00E062F1" w:rsidRDefault="00F80484" w:rsidP="00F80484">
            <w:pPr>
              <w:pStyle w:val="TAC"/>
              <w:rPr>
                <w:b/>
                <w:lang w:eastAsia="zh-CN"/>
              </w:rPr>
            </w:pPr>
            <w:r w:rsidRPr="00E062F1">
              <w:rPr>
                <w:lang w:eastAsia="zh-CN"/>
              </w:rPr>
              <w:t>DC_3A-21A_n77A-n257A</w:t>
            </w:r>
            <w:r>
              <w:rPr>
                <w:rFonts w:hint="eastAsia"/>
                <w:vertAlign w:val="superscript"/>
                <w:lang w:eastAsia="zh-TW"/>
              </w:rPr>
              <w:t>2</w:t>
            </w:r>
          </w:p>
          <w:p w14:paraId="0A5162BA" w14:textId="7905901D" w:rsidR="00F80484" w:rsidRPr="00E062F1" w:rsidRDefault="00F80484" w:rsidP="00F80484">
            <w:pPr>
              <w:pStyle w:val="TAC"/>
              <w:rPr>
                <w:b/>
                <w:lang w:eastAsia="zh-CN"/>
              </w:rPr>
            </w:pPr>
            <w:r w:rsidRPr="00E062F1">
              <w:rPr>
                <w:lang w:eastAsia="zh-CN"/>
              </w:rPr>
              <w:t>DC_3A-21A_n77A-n257G</w:t>
            </w:r>
            <w:r>
              <w:rPr>
                <w:rFonts w:hint="eastAsia"/>
                <w:vertAlign w:val="superscript"/>
                <w:lang w:eastAsia="zh-TW"/>
              </w:rPr>
              <w:t>2</w:t>
            </w:r>
          </w:p>
          <w:p w14:paraId="6F4540F4" w14:textId="255116BC" w:rsidR="00F80484" w:rsidRPr="00E062F1" w:rsidRDefault="00F80484" w:rsidP="00F80484">
            <w:pPr>
              <w:pStyle w:val="TAC"/>
              <w:rPr>
                <w:b/>
                <w:lang w:eastAsia="zh-CN"/>
              </w:rPr>
            </w:pPr>
            <w:r w:rsidRPr="00E062F1">
              <w:rPr>
                <w:lang w:eastAsia="zh-CN"/>
              </w:rPr>
              <w:t>DC_3A-21A_n77A-n257H</w:t>
            </w:r>
            <w:r>
              <w:rPr>
                <w:rFonts w:hint="eastAsia"/>
                <w:vertAlign w:val="superscript"/>
                <w:lang w:eastAsia="zh-TW"/>
              </w:rPr>
              <w:t>2</w:t>
            </w:r>
          </w:p>
          <w:p w14:paraId="6FDCAC45" w14:textId="32993602" w:rsidR="00F80484" w:rsidRPr="00E062F1" w:rsidRDefault="00F80484" w:rsidP="00F80484">
            <w:pPr>
              <w:pStyle w:val="TAC"/>
              <w:rPr>
                <w:lang w:eastAsia="zh-CN"/>
              </w:rPr>
            </w:pPr>
            <w:r w:rsidRPr="00E062F1">
              <w:rPr>
                <w:lang w:eastAsia="zh-CN"/>
              </w:rPr>
              <w:t>DC_3A-21A_n77A-n257I</w:t>
            </w:r>
            <w:r>
              <w:rPr>
                <w:rFonts w:hint="eastAsia"/>
                <w:vertAlign w:val="superscript"/>
                <w:lang w:eastAsia="zh-TW"/>
              </w:rPr>
              <w:t>2</w:t>
            </w:r>
          </w:p>
        </w:tc>
        <w:tc>
          <w:tcPr>
            <w:tcW w:w="3969" w:type="dxa"/>
            <w:tcMar>
              <w:top w:w="28" w:type="dxa"/>
              <w:left w:w="28" w:type="dxa"/>
              <w:bottom w:w="28" w:type="dxa"/>
              <w:right w:w="28" w:type="dxa"/>
            </w:tcMar>
          </w:tcPr>
          <w:p w14:paraId="1381178D" w14:textId="77777777" w:rsidR="00F80484" w:rsidRPr="00E062F1" w:rsidRDefault="00F80484" w:rsidP="00F80484">
            <w:pPr>
              <w:pStyle w:val="TAC"/>
              <w:rPr>
                <w:lang w:eastAsia="zh-CN"/>
              </w:rPr>
            </w:pPr>
            <w:r w:rsidRPr="00E062F1">
              <w:rPr>
                <w:lang w:eastAsia="zh-CN"/>
              </w:rPr>
              <w:t>DC_3A_n77A-n257A</w:t>
            </w:r>
          </w:p>
          <w:p w14:paraId="5A713B50" w14:textId="77777777" w:rsidR="00F80484" w:rsidRPr="00E062F1" w:rsidRDefault="00F80484" w:rsidP="00F80484">
            <w:pPr>
              <w:pStyle w:val="TAC"/>
              <w:rPr>
                <w:lang w:eastAsia="zh-CN"/>
              </w:rPr>
            </w:pPr>
            <w:r w:rsidRPr="00E062F1">
              <w:rPr>
                <w:lang w:eastAsia="zh-CN"/>
              </w:rPr>
              <w:t>DC_3A_n77A-n257G</w:t>
            </w:r>
          </w:p>
          <w:p w14:paraId="44FD43A7" w14:textId="77777777" w:rsidR="00F80484" w:rsidRPr="00E062F1" w:rsidRDefault="00F80484" w:rsidP="00F80484">
            <w:pPr>
              <w:pStyle w:val="TAC"/>
              <w:rPr>
                <w:lang w:eastAsia="zh-CN"/>
              </w:rPr>
            </w:pPr>
            <w:r w:rsidRPr="00E062F1">
              <w:rPr>
                <w:lang w:eastAsia="zh-CN"/>
              </w:rPr>
              <w:t>DC_3A_n77A-n257H</w:t>
            </w:r>
          </w:p>
          <w:p w14:paraId="43194478" w14:textId="77777777" w:rsidR="00F80484" w:rsidRPr="00E062F1" w:rsidRDefault="00F80484" w:rsidP="00F80484">
            <w:pPr>
              <w:pStyle w:val="TAC"/>
              <w:rPr>
                <w:lang w:eastAsia="zh-CN"/>
              </w:rPr>
            </w:pPr>
            <w:r w:rsidRPr="00E062F1">
              <w:rPr>
                <w:lang w:eastAsia="zh-CN"/>
              </w:rPr>
              <w:t>DC_3A_n77A-n257I</w:t>
            </w:r>
          </w:p>
          <w:p w14:paraId="3B649187" w14:textId="77777777" w:rsidR="00F80484" w:rsidRPr="00E062F1" w:rsidRDefault="00F80484" w:rsidP="00F80484">
            <w:pPr>
              <w:pStyle w:val="TAC"/>
              <w:rPr>
                <w:lang w:eastAsia="zh-CN"/>
              </w:rPr>
            </w:pPr>
            <w:r w:rsidRPr="00E062F1">
              <w:rPr>
                <w:lang w:eastAsia="zh-CN"/>
              </w:rPr>
              <w:t>DC_21A_n77A-n257A</w:t>
            </w:r>
          </w:p>
          <w:p w14:paraId="1C2FAB08" w14:textId="77777777" w:rsidR="00F80484" w:rsidRPr="00E062F1" w:rsidRDefault="00F80484" w:rsidP="00F80484">
            <w:pPr>
              <w:pStyle w:val="TAC"/>
              <w:rPr>
                <w:lang w:eastAsia="zh-CN"/>
              </w:rPr>
            </w:pPr>
            <w:r w:rsidRPr="00E062F1">
              <w:rPr>
                <w:lang w:eastAsia="zh-CN"/>
              </w:rPr>
              <w:t>DC_21A_n77A-n257G</w:t>
            </w:r>
          </w:p>
          <w:p w14:paraId="6BC11437" w14:textId="77777777" w:rsidR="00F80484" w:rsidRPr="00E062F1" w:rsidRDefault="00F80484" w:rsidP="00F80484">
            <w:pPr>
              <w:pStyle w:val="TAC"/>
              <w:rPr>
                <w:lang w:eastAsia="zh-CN"/>
              </w:rPr>
            </w:pPr>
            <w:r w:rsidRPr="00E062F1">
              <w:rPr>
                <w:lang w:eastAsia="zh-CN"/>
              </w:rPr>
              <w:t>DC_21A_n77A-n257H</w:t>
            </w:r>
          </w:p>
          <w:p w14:paraId="7FC9C51B" w14:textId="693178AA" w:rsidR="00F80484" w:rsidRPr="00E062F1" w:rsidRDefault="00F80484" w:rsidP="00F80484">
            <w:pPr>
              <w:pStyle w:val="TAC"/>
              <w:rPr>
                <w:lang w:eastAsia="zh-CN"/>
              </w:rPr>
            </w:pPr>
            <w:r w:rsidRPr="00E062F1">
              <w:rPr>
                <w:lang w:eastAsia="zh-CN"/>
              </w:rPr>
              <w:t>DC_21A_n77A-n257I</w:t>
            </w:r>
          </w:p>
        </w:tc>
      </w:tr>
      <w:tr w:rsidR="00F80484" w:rsidRPr="00E062F1" w14:paraId="1D718A2E" w14:textId="77777777" w:rsidTr="006B3BD2">
        <w:trPr>
          <w:trHeight w:val="187"/>
          <w:jc w:val="center"/>
        </w:trPr>
        <w:tc>
          <w:tcPr>
            <w:tcW w:w="3969" w:type="dxa"/>
            <w:shd w:val="clear" w:color="auto" w:fill="auto"/>
            <w:noWrap/>
            <w:tcMar>
              <w:top w:w="28" w:type="dxa"/>
              <w:left w:w="28" w:type="dxa"/>
              <w:bottom w:w="28" w:type="dxa"/>
              <w:right w:w="28" w:type="dxa"/>
            </w:tcMar>
          </w:tcPr>
          <w:p w14:paraId="0364E777" w14:textId="40E677F2" w:rsidR="00F80484" w:rsidRPr="00E062F1" w:rsidRDefault="00F80484" w:rsidP="00F80484">
            <w:pPr>
              <w:pStyle w:val="TAC"/>
              <w:rPr>
                <w:b/>
                <w:lang w:eastAsia="zh-CN"/>
              </w:rPr>
            </w:pPr>
            <w:r w:rsidRPr="00E062F1">
              <w:rPr>
                <w:lang w:eastAsia="zh-CN"/>
              </w:rPr>
              <w:t>DC_3A-21A_n78A-n257A</w:t>
            </w:r>
            <w:r>
              <w:rPr>
                <w:rFonts w:hint="eastAsia"/>
                <w:vertAlign w:val="superscript"/>
                <w:lang w:eastAsia="zh-TW"/>
              </w:rPr>
              <w:t>2</w:t>
            </w:r>
          </w:p>
          <w:p w14:paraId="51107042" w14:textId="105F84B3" w:rsidR="00F80484" w:rsidRPr="00E062F1" w:rsidRDefault="00F80484" w:rsidP="00F80484">
            <w:pPr>
              <w:pStyle w:val="TAC"/>
              <w:rPr>
                <w:b/>
                <w:lang w:eastAsia="zh-CN"/>
              </w:rPr>
            </w:pPr>
            <w:r w:rsidRPr="00E062F1">
              <w:rPr>
                <w:lang w:eastAsia="zh-CN"/>
              </w:rPr>
              <w:t>DC_3A-21A_n78A-n257G</w:t>
            </w:r>
            <w:r>
              <w:rPr>
                <w:rFonts w:hint="eastAsia"/>
                <w:vertAlign w:val="superscript"/>
                <w:lang w:eastAsia="zh-TW"/>
              </w:rPr>
              <w:t>2</w:t>
            </w:r>
          </w:p>
          <w:p w14:paraId="7EAF7E5F" w14:textId="2F2F4BBE" w:rsidR="00F80484" w:rsidRPr="00E062F1" w:rsidRDefault="00F80484" w:rsidP="00F80484">
            <w:pPr>
              <w:pStyle w:val="TAC"/>
              <w:rPr>
                <w:b/>
                <w:lang w:eastAsia="zh-CN"/>
              </w:rPr>
            </w:pPr>
            <w:r w:rsidRPr="00E062F1">
              <w:rPr>
                <w:lang w:eastAsia="zh-CN"/>
              </w:rPr>
              <w:t>DC_3A-21A_n78A-n257H</w:t>
            </w:r>
            <w:r>
              <w:rPr>
                <w:rFonts w:hint="eastAsia"/>
                <w:vertAlign w:val="superscript"/>
                <w:lang w:eastAsia="zh-TW"/>
              </w:rPr>
              <w:t>2</w:t>
            </w:r>
          </w:p>
          <w:p w14:paraId="3B5D7675" w14:textId="5D4EF43D" w:rsidR="00F80484" w:rsidRPr="00E062F1" w:rsidRDefault="00F80484" w:rsidP="00F80484">
            <w:pPr>
              <w:pStyle w:val="TAC"/>
              <w:rPr>
                <w:lang w:eastAsia="zh-CN"/>
              </w:rPr>
            </w:pPr>
            <w:r w:rsidRPr="00E062F1">
              <w:rPr>
                <w:lang w:eastAsia="zh-CN"/>
              </w:rPr>
              <w:t>DC_3A-21A_n78A-n257I</w:t>
            </w:r>
            <w:r>
              <w:rPr>
                <w:rFonts w:hint="eastAsia"/>
                <w:vertAlign w:val="superscript"/>
                <w:lang w:eastAsia="zh-TW"/>
              </w:rPr>
              <w:t>2</w:t>
            </w:r>
          </w:p>
        </w:tc>
        <w:tc>
          <w:tcPr>
            <w:tcW w:w="3969" w:type="dxa"/>
            <w:tcMar>
              <w:top w:w="28" w:type="dxa"/>
              <w:left w:w="28" w:type="dxa"/>
              <w:bottom w:w="28" w:type="dxa"/>
              <w:right w:w="28" w:type="dxa"/>
            </w:tcMar>
          </w:tcPr>
          <w:p w14:paraId="085D7CE3" w14:textId="77777777" w:rsidR="00F80484" w:rsidRPr="00E062F1" w:rsidRDefault="00F80484" w:rsidP="00F80484">
            <w:pPr>
              <w:pStyle w:val="TAC"/>
              <w:rPr>
                <w:lang w:eastAsia="zh-CN"/>
              </w:rPr>
            </w:pPr>
            <w:r w:rsidRPr="00E062F1">
              <w:rPr>
                <w:lang w:eastAsia="zh-CN"/>
              </w:rPr>
              <w:t>DC_3A_n78A-n257A</w:t>
            </w:r>
          </w:p>
          <w:p w14:paraId="058CC55E" w14:textId="77777777" w:rsidR="00F80484" w:rsidRPr="00E062F1" w:rsidRDefault="00F80484" w:rsidP="00F80484">
            <w:pPr>
              <w:pStyle w:val="TAC"/>
              <w:rPr>
                <w:lang w:eastAsia="zh-CN"/>
              </w:rPr>
            </w:pPr>
            <w:r w:rsidRPr="00E062F1">
              <w:rPr>
                <w:lang w:eastAsia="zh-CN"/>
              </w:rPr>
              <w:t>DC_3A_n78A-n257G</w:t>
            </w:r>
          </w:p>
          <w:p w14:paraId="047C63C5" w14:textId="77777777" w:rsidR="00F80484" w:rsidRPr="00E062F1" w:rsidRDefault="00F80484" w:rsidP="00F80484">
            <w:pPr>
              <w:pStyle w:val="TAC"/>
              <w:rPr>
                <w:lang w:eastAsia="zh-CN"/>
              </w:rPr>
            </w:pPr>
            <w:r w:rsidRPr="00E062F1">
              <w:rPr>
                <w:lang w:eastAsia="zh-CN"/>
              </w:rPr>
              <w:t>DC_3A_n78A-n257H</w:t>
            </w:r>
          </w:p>
          <w:p w14:paraId="330C2E05" w14:textId="77777777" w:rsidR="00F80484" w:rsidRPr="00E062F1" w:rsidRDefault="00F80484" w:rsidP="00F80484">
            <w:pPr>
              <w:pStyle w:val="TAC"/>
              <w:rPr>
                <w:lang w:eastAsia="zh-CN"/>
              </w:rPr>
            </w:pPr>
            <w:r w:rsidRPr="00E062F1">
              <w:rPr>
                <w:lang w:eastAsia="zh-CN"/>
              </w:rPr>
              <w:t>DC_3A_n78A-n257I</w:t>
            </w:r>
          </w:p>
          <w:p w14:paraId="754E4B28" w14:textId="77777777" w:rsidR="00F80484" w:rsidRPr="00E062F1" w:rsidRDefault="00F80484" w:rsidP="00F80484">
            <w:pPr>
              <w:pStyle w:val="TAC"/>
              <w:rPr>
                <w:lang w:eastAsia="zh-CN"/>
              </w:rPr>
            </w:pPr>
            <w:r w:rsidRPr="00E062F1">
              <w:rPr>
                <w:lang w:eastAsia="zh-CN"/>
              </w:rPr>
              <w:t>DC_21A_n78A-n257A</w:t>
            </w:r>
          </w:p>
          <w:p w14:paraId="57A63976" w14:textId="77777777" w:rsidR="00F80484" w:rsidRPr="00E062F1" w:rsidRDefault="00F80484" w:rsidP="00F80484">
            <w:pPr>
              <w:pStyle w:val="TAC"/>
              <w:rPr>
                <w:lang w:eastAsia="zh-CN"/>
              </w:rPr>
            </w:pPr>
            <w:r w:rsidRPr="00E062F1">
              <w:rPr>
                <w:lang w:eastAsia="zh-CN"/>
              </w:rPr>
              <w:t>DC_21A_n78A-n257G</w:t>
            </w:r>
          </w:p>
          <w:p w14:paraId="1EF74E7E" w14:textId="77777777" w:rsidR="00F80484" w:rsidRPr="00E062F1" w:rsidRDefault="00F80484" w:rsidP="00F80484">
            <w:pPr>
              <w:pStyle w:val="TAC"/>
              <w:rPr>
                <w:lang w:eastAsia="zh-CN"/>
              </w:rPr>
            </w:pPr>
            <w:r w:rsidRPr="00E062F1">
              <w:rPr>
                <w:lang w:eastAsia="zh-CN"/>
              </w:rPr>
              <w:t>DC_21A_n78A-n257H</w:t>
            </w:r>
          </w:p>
          <w:p w14:paraId="0B963B67" w14:textId="108AFD76" w:rsidR="00F80484" w:rsidRPr="00E062F1" w:rsidRDefault="00F80484" w:rsidP="00F80484">
            <w:pPr>
              <w:pStyle w:val="TAC"/>
              <w:rPr>
                <w:lang w:eastAsia="zh-CN"/>
              </w:rPr>
            </w:pPr>
            <w:r w:rsidRPr="00E062F1">
              <w:rPr>
                <w:lang w:eastAsia="zh-CN"/>
              </w:rPr>
              <w:t>DC_21A_n78A-n257I</w:t>
            </w:r>
          </w:p>
        </w:tc>
      </w:tr>
      <w:tr w:rsidR="00F80484" w:rsidRPr="00E062F1" w14:paraId="4B6AB830" w14:textId="77777777" w:rsidTr="006B3BD2">
        <w:trPr>
          <w:trHeight w:val="187"/>
          <w:jc w:val="center"/>
        </w:trPr>
        <w:tc>
          <w:tcPr>
            <w:tcW w:w="3969" w:type="dxa"/>
            <w:shd w:val="clear" w:color="auto" w:fill="auto"/>
            <w:noWrap/>
            <w:tcMar>
              <w:top w:w="28" w:type="dxa"/>
              <w:left w:w="28" w:type="dxa"/>
              <w:bottom w:w="28" w:type="dxa"/>
              <w:right w:w="28" w:type="dxa"/>
            </w:tcMar>
          </w:tcPr>
          <w:p w14:paraId="3F2A487F" w14:textId="096A390D" w:rsidR="00F80484" w:rsidRPr="00E062F1" w:rsidRDefault="00F80484" w:rsidP="00F80484">
            <w:pPr>
              <w:pStyle w:val="TAC"/>
              <w:rPr>
                <w:lang w:eastAsia="zh-CN"/>
              </w:rPr>
            </w:pPr>
            <w:r w:rsidRPr="00E062F1">
              <w:rPr>
                <w:lang w:eastAsia="zh-CN"/>
              </w:rPr>
              <w:t>DC_3A-21A_n79A-n257A</w:t>
            </w:r>
            <w:r>
              <w:rPr>
                <w:rFonts w:hint="eastAsia"/>
                <w:vertAlign w:val="superscript"/>
                <w:lang w:eastAsia="zh-TW"/>
              </w:rPr>
              <w:t>2</w:t>
            </w:r>
          </w:p>
          <w:p w14:paraId="542C058E" w14:textId="283114BB" w:rsidR="00F80484" w:rsidRPr="00E062F1" w:rsidRDefault="00F80484" w:rsidP="00F80484">
            <w:pPr>
              <w:pStyle w:val="TAC"/>
              <w:rPr>
                <w:lang w:eastAsia="zh-CN"/>
              </w:rPr>
            </w:pPr>
            <w:r w:rsidRPr="00E062F1">
              <w:rPr>
                <w:lang w:eastAsia="zh-CN"/>
              </w:rPr>
              <w:t>DC_3A-21A_n79A-n257G</w:t>
            </w:r>
            <w:r>
              <w:rPr>
                <w:rFonts w:hint="eastAsia"/>
                <w:vertAlign w:val="superscript"/>
                <w:lang w:eastAsia="zh-TW"/>
              </w:rPr>
              <w:t>2</w:t>
            </w:r>
          </w:p>
          <w:p w14:paraId="37DDF520" w14:textId="02967B3E" w:rsidR="00F80484" w:rsidRPr="00E062F1" w:rsidRDefault="00F80484" w:rsidP="00F80484">
            <w:pPr>
              <w:pStyle w:val="TAC"/>
              <w:rPr>
                <w:lang w:eastAsia="zh-CN"/>
              </w:rPr>
            </w:pPr>
            <w:r w:rsidRPr="00E062F1">
              <w:rPr>
                <w:lang w:eastAsia="zh-CN"/>
              </w:rPr>
              <w:t>DC_3A-21A_n79A-n257H</w:t>
            </w:r>
            <w:r>
              <w:rPr>
                <w:rFonts w:hint="eastAsia"/>
                <w:vertAlign w:val="superscript"/>
                <w:lang w:eastAsia="zh-TW"/>
              </w:rPr>
              <w:t>2</w:t>
            </w:r>
          </w:p>
          <w:p w14:paraId="27CEBD30" w14:textId="5095755D" w:rsidR="00F80484" w:rsidRPr="00E062F1" w:rsidRDefault="00F80484" w:rsidP="00F80484">
            <w:pPr>
              <w:pStyle w:val="TAC"/>
              <w:rPr>
                <w:lang w:eastAsia="zh-CN"/>
              </w:rPr>
            </w:pPr>
            <w:r w:rsidRPr="00E062F1">
              <w:rPr>
                <w:lang w:eastAsia="zh-CN"/>
              </w:rPr>
              <w:t>DC_3A-21A_n79A-n257I</w:t>
            </w:r>
            <w:r>
              <w:rPr>
                <w:rFonts w:hint="eastAsia"/>
                <w:vertAlign w:val="superscript"/>
                <w:lang w:eastAsia="zh-TW"/>
              </w:rPr>
              <w:t>2</w:t>
            </w:r>
          </w:p>
        </w:tc>
        <w:tc>
          <w:tcPr>
            <w:tcW w:w="3969" w:type="dxa"/>
            <w:tcMar>
              <w:top w:w="28" w:type="dxa"/>
              <w:left w:w="28" w:type="dxa"/>
              <w:bottom w:w="28" w:type="dxa"/>
              <w:right w:w="28" w:type="dxa"/>
            </w:tcMar>
          </w:tcPr>
          <w:p w14:paraId="114C4186" w14:textId="77777777" w:rsidR="00F80484" w:rsidRPr="00E062F1" w:rsidRDefault="00F80484" w:rsidP="00F80484">
            <w:pPr>
              <w:pStyle w:val="TAC"/>
              <w:rPr>
                <w:lang w:eastAsia="zh-CN"/>
              </w:rPr>
            </w:pPr>
            <w:r w:rsidRPr="00E062F1">
              <w:rPr>
                <w:lang w:eastAsia="zh-CN"/>
              </w:rPr>
              <w:t>DC_3A_n79A-n257A</w:t>
            </w:r>
          </w:p>
          <w:p w14:paraId="357A6708" w14:textId="77777777" w:rsidR="00F80484" w:rsidRPr="00E062F1" w:rsidRDefault="00F80484" w:rsidP="00F80484">
            <w:pPr>
              <w:pStyle w:val="TAC"/>
              <w:rPr>
                <w:lang w:eastAsia="zh-CN"/>
              </w:rPr>
            </w:pPr>
            <w:r w:rsidRPr="00E062F1">
              <w:rPr>
                <w:lang w:eastAsia="zh-CN"/>
              </w:rPr>
              <w:t>DC_3A_n79A-n257G</w:t>
            </w:r>
          </w:p>
          <w:p w14:paraId="33CF5DF9" w14:textId="77777777" w:rsidR="00F80484" w:rsidRPr="00E062F1" w:rsidRDefault="00F80484" w:rsidP="00F80484">
            <w:pPr>
              <w:pStyle w:val="TAC"/>
              <w:rPr>
                <w:lang w:eastAsia="zh-CN"/>
              </w:rPr>
            </w:pPr>
            <w:r w:rsidRPr="00E062F1">
              <w:rPr>
                <w:lang w:eastAsia="zh-CN"/>
              </w:rPr>
              <w:t>DC_3A_n79A-n257H</w:t>
            </w:r>
          </w:p>
          <w:p w14:paraId="3554D88C" w14:textId="77777777" w:rsidR="00F80484" w:rsidRPr="00E062F1" w:rsidRDefault="00F80484" w:rsidP="00F80484">
            <w:pPr>
              <w:pStyle w:val="TAC"/>
              <w:rPr>
                <w:lang w:eastAsia="zh-CN"/>
              </w:rPr>
            </w:pPr>
            <w:r w:rsidRPr="00E062F1">
              <w:rPr>
                <w:lang w:eastAsia="zh-CN"/>
              </w:rPr>
              <w:t>DC_3A_n79A-n257I</w:t>
            </w:r>
          </w:p>
          <w:p w14:paraId="13044A74" w14:textId="77777777" w:rsidR="00F80484" w:rsidRPr="00E062F1" w:rsidRDefault="00F80484" w:rsidP="00F80484">
            <w:pPr>
              <w:pStyle w:val="TAC"/>
              <w:rPr>
                <w:lang w:eastAsia="zh-CN"/>
              </w:rPr>
            </w:pPr>
            <w:r w:rsidRPr="00E062F1">
              <w:rPr>
                <w:lang w:eastAsia="zh-CN"/>
              </w:rPr>
              <w:t>DC_21A_n79A-n257A</w:t>
            </w:r>
          </w:p>
          <w:p w14:paraId="26A90495" w14:textId="77777777" w:rsidR="00F80484" w:rsidRPr="00E062F1" w:rsidRDefault="00F80484" w:rsidP="00F80484">
            <w:pPr>
              <w:pStyle w:val="TAC"/>
              <w:rPr>
                <w:lang w:eastAsia="zh-CN"/>
              </w:rPr>
            </w:pPr>
            <w:r w:rsidRPr="00E062F1">
              <w:rPr>
                <w:lang w:eastAsia="zh-CN"/>
              </w:rPr>
              <w:t>DC_21A_n79A-n257G</w:t>
            </w:r>
          </w:p>
          <w:p w14:paraId="3D2183B3" w14:textId="77777777" w:rsidR="00F80484" w:rsidRPr="00E062F1" w:rsidRDefault="00F80484" w:rsidP="00F80484">
            <w:pPr>
              <w:pStyle w:val="TAC"/>
              <w:rPr>
                <w:lang w:eastAsia="zh-CN"/>
              </w:rPr>
            </w:pPr>
            <w:r w:rsidRPr="00E062F1">
              <w:rPr>
                <w:lang w:eastAsia="zh-CN"/>
              </w:rPr>
              <w:t>DC_21A_n79A-n257H</w:t>
            </w:r>
          </w:p>
          <w:p w14:paraId="413C8FF0" w14:textId="49C62D03" w:rsidR="00F80484" w:rsidRPr="00E062F1" w:rsidRDefault="00F80484" w:rsidP="00F80484">
            <w:pPr>
              <w:pStyle w:val="TAC"/>
              <w:rPr>
                <w:lang w:eastAsia="zh-CN"/>
              </w:rPr>
            </w:pPr>
            <w:r w:rsidRPr="00E062F1">
              <w:rPr>
                <w:lang w:eastAsia="zh-CN"/>
              </w:rPr>
              <w:t>DC_21A_n79A-n257I</w:t>
            </w:r>
          </w:p>
        </w:tc>
      </w:tr>
      <w:tr w:rsidR="00F80484" w:rsidRPr="00E062F1" w14:paraId="22D86DD9" w14:textId="77777777" w:rsidTr="006B3BD2">
        <w:trPr>
          <w:trHeight w:val="187"/>
          <w:jc w:val="center"/>
        </w:trPr>
        <w:tc>
          <w:tcPr>
            <w:tcW w:w="3969" w:type="dxa"/>
            <w:shd w:val="clear" w:color="auto" w:fill="auto"/>
            <w:noWrap/>
            <w:tcMar>
              <w:top w:w="28" w:type="dxa"/>
              <w:left w:w="28" w:type="dxa"/>
              <w:bottom w:w="28" w:type="dxa"/>
              <w:right w:w="28" w:type="dxa"/>
            </w:tcMar>
          </w:tcPr>
          <w:p w14:paraId="6E82D4DD" w14:textId="3627091D" w:rsidR="00F80484" w:rsidRPr="00E062F1" w:rsidRDefault="00F80484" w:rsidP="00F80484">
            <w:pPr>
              <w:pStyle w:val="TAC"/>
              <w:rPr>
                <w:rFonts w:eastAsia="Malgun Gothic" w:cs="Arial"/>
                <w:lang w:eastAsia="ko-KR"/>
              </w:rPr>
            </w:pPr>
            <w:r w:rsidRPr="00E062F1">
              <w:rPr>
                <w:rFonts w:cs="Arial"/>
                <w:lang w:eastAsia="zh-CN"/>
              </w:rPr>
              <w:t>DC_3A-28A_n77A</w:t>
            </w:r>
            <w:r w:rsidRPr="00E062F1">
              <w:rPr>
                <w:rFonts w:cs="Arial"/>
                <w:lang w:eastAsia="ja-JP"/>
              </w:rPr>
              <w:t>-</w:t>
            </w:r>
            <w:r w:rsidRPr="00E062F1">
              <w:rPr>
                <w:rFonts w:cs="Arial"/>
                <w:lang w:eastAsia="zh-CN"/>
              </w:rPr>
              <w:t>n257</w:t>
            </w:r>
            <w:r w:rsidRPr="00E062F1">
              <w:rPr>
                <w:rFonts w:eastAsia="Malgun Gothic" w:cs="Arial"/>
                <w:lang w:eastAsia="ko-KR"/>
              </w:rPr>
              <w:t>A</w:t>
            </w:r>
            <w:r>
              <w:rPr>
                <w:rFonts w:hint="eastAsia"/>
                <w:vertAlign w:val="superscript"/>
                <w:lang w:eastAsia="zh-TW"/>
              </w:rPr>
              <w:t>2</w:t>
            </w:r>
          </w:p>
          <w:p w14:paraId="2C2D2496" w14:textId="5A261941" w:rsidR="00F80484" w:rsidRPr="00E062F1" w:rsidRDefault="00F80484" w:rsidP="00F80484">
            <w:pPr>
              <w:pStyle w:val="TAC"/>
              <w:rPr>
                <w:rFonts w:eastAsia="Malgun Gothic" w:cs="Arial"/>
                <w:lang w:eastAsia="ko-KR"/>
              </w:rPr>
            </w:pPr>
            <w:r w:rsidRPr="00E062F1">
              <w:rPr>
                <w:rFonts w:cs="Arial"/>
                <w:lang w:eastAsia="zh-CN"/>
              </w:rPr>
              <w:t>DC_3A-28A_n77A</w:t>
            </w:r>
            <w:r w:rsidRPr="00E062F1">
              <w:rPr>
                <w:rFonts w:cs="Arial"/>
                <w:lang w:eastAsia="ja-JP"/>
              </w:rPr>
              <w:t>-</w:t>
            </w:r>
            <w:r w:rsidRPr="00E062F1">
              <w:rPr>
                <w:rFonts w:cs="Arial"/>
                <w:lang w:eastAsia="zh-CN"/>
              </w:rPr>
              <w:t>n257D</w:t>
            </w:r>
            <w:r>
              <w:rPr>
                <w:rFonts w:hint="eastAsia"/>
                <w:vertAlign w:val="superscript"/>
                <w:lang w:eastAsia="zh-TW"/>
              </w:rPr>
              <w:t>2</w:t>
            </w:r>
          </w:p>
          <w:p w14:paraId="5AE16389" w14:textId="0BC76CE9" w:rsidR="00F80484" w:rsidRPr="00E062F1" w:rsidRDefault="00F80484" w:rsidP="00F80484">
            <w:pPr>
              <w:pStyle w:val="TAC"/>
              <w:rPr>
                <w:rFonts w:eastAsia="Malgun Gothic" w:cs="Arial"/>
                <w:lang w:eastAsia="ko-KR"/>
              </w:rPr>
            </w:pPr>
            <w:r w:rsidRPr="00E062F1">
              <w:rPr>
                <w:rFonts w:cs="Arial"/>
                <w:lang w:eastAsia="zh-CN"/>
              </w:rPr>
              <w:t>DC_3A-28A_n77A</w:t>
            </w:r>
            <w:r w:rsidRPr="00E062F1">
              <w:rPr>
                <w:rFonts w:cs="Arial"/>
                <w:lang w:eastAsia="ja-JP"/>
              </w:rPr>
              <w:t>-</w:t>
            </w:r>
            <w:r w:rsidRPr="00E062F1">
              <w:rPr>
                <w:rFonts w:cs="Arial"/>
                <w:lang w:eastAsia="zh-CN"/>
              </w:rPr>
              <w:t>n257</w:t>
            </w:r>
            <w:r w:rsidRPr="00E062F1">
              <w:rPr>
                <w:rFonts w:eastAsia="Malgun Gothic" w:cs="Arial"/>
                <w:lang w:eastAsia="ko-KR"/>
              </w:rPr>
              <w:t>G</w:t>
            </w:r>
            <w:r>
              <w:rPr>
                <w:rFonts w:hint="eastAsia"/>
                <w:vertAlign w:val="superscript"/>
                <w:lang w:eastAsia="zh-TW"/>
              </w:rPr>
              <w:t>2</w:t>
            </w:r>
          </w:p>
          <w:p w14:paraId="13B45ED5" w14:textId="4807BA6E" w:rsidR="00F80484" w:rsidRPr="00E062F1" w:rsidRDefault="00F80484" w:rsidP="00F80484">
            <w:pPr>
              <w:pStyle w:val="TAC"/>
              <w:rPr>
                <w:rFonts w:eastAsia="Malgun Gothic" w:cs="Arial"/>
                <w:lang w:eastAsia="ko-KR"/>
              </w:rPr>
            </w:pPr>
            <w:r w:rsidRPr="00E062F1">
              <w:rPr>
                <w:rFonts w:cs="Arial"/>
                <w:lang w:eastAsia="zh-CN"/>
              </w:rPr>
              <w:t>DC_3A-28A_n77A</w:t>
            </w:r>
            <w:r w:rsidRPr="00E062F1">
              <w:rPr>
                <w:rFonts w:cs="Arial"/>
                <w:lang w:eastAsia="ja-JP"/>
              </w:rPr>
              <w:t>-</w:t>
            </w:r>
            <w:r w:rsidRPr="00E062F1">
              <w:rPr>
                <w:rFonts w:cs="Arial"/>
                <w:lang w:eastAsia="zh-CN"/>
              </w:rPr>
              <w:t>n257</w:t>
            </w:r>
            <w:r w:rsidRPr="00E062F1">
              <w:rPr>
                <w:rFonts w:eastAsia="Malgun Gothic" w:cs="Arial"/>
                <w:lang w:eastAsia="ko-KR"/>
              </w:rPr>
              <w:t>H</w:t>
            </w:r>
            <w:r>
              <w:rPr>
                <w:rFonts w:hint="eastAsia"/>
                <w:vertAlign w:val="superscript"/>
                <w:lang w:eastAsia="zh-TW"/>
              </w:rPr>
              <w:t>2</w:t>
            </w:r>
          </w:p>
          <w:p w14:paraId="0076DBC0" w14:textId="74F26963" w:rsidR="00F80484" w:rsidRPr="00E062F1" w:rsidRDefault="00F80484" w:rsidP="00F80484">
            <w:pPr>
              <w:pStyle w:val="TAC"/>
              <w:rPr>
                <w:rFonts w:cs="Arial"/>
                <w:lang w:eastAsia="zh-CN"/>
              </w:rPr>
            </w:pPr>
            <w:r w:rsidRPr="00E062F1">
              <w:rPr>
                <w:rFonts w:cs="Arial"/>
                <w:lang w:eastAsia="zh-CN"/>
              </w:rPr>
              <w:t>DC_3A-28A_n77A</w:t>
            </w:r>
            <w:r w:rsidRPr="00E062F1">
              <w:rPr>
                <w:rFonts w:cs="Arial"/>
                <w:lang w:eastAsia="ja-JP"/>
              </w:rPr>
              <w:t>-</w:t>
            </w:r>
            <w:r w:rsidRPr="00E062F1">
              <w:rPr>
                <w:rFonts w:cs="Arial"/>
                <w:lang w:eastAsia="zh-CN"/>
              </w:rPr>
              <w:t>n257</w:t>
            </w:r>
            <w:r w:rsidRPr="00E062F1">
              <w:rPr>
                <w:rFonts w:eastAsia="Malgun Gothic" w:cs="Arial"/>
                <w:lang w:eastAsia="ko-KR"/>
              </w:rPr>
              <w:t>I</w:t>
            </w:r>
            <w:r>
              <w:rPr>
                <w:rFonts w:hint="eastAsia"/>
                <w:vertAlign w:val="superscript"/>
                <w:lang w:eastAsia="zh-TW"/>
              </w:rPr>
              <w:t>2</w:t>
            </w:r>
          </w:p>
        </w:tc>
        <w:tc>
          <w:tcPr>
            <w:tcW w:w="3969" w:type="dxa"/>
            <w:tcMar>
              <w:top w:w="28" w:type="dxa"/>
              <w:left w:w="28" w:type="dxa"/>
              <w:bottom w:w="28" w:type="dxa"/>
              <w:right w:w="28" w:type="dxa"/>
            </w:tcMar>
          </w:tcPr>
          <w:p w14:paraId="5D11A048" w14:textId="77777777" w:rsidR="00F80484" w:rsidRPr="00E062F1" w:rsidRDefault="00F80484" w:rsidP="00F80484">
            <w:pPr>
              <w:pStyle w:val="TAC"/>
              <w:rPr>
                <w:rFonts w:cs="Arial"/>
                <w:lang w:eastAsia="zh-CN"/>
              </w:rPr>
            </w:pPr>
            <w:r w:rsidRPr="00E062F1">
              <w:rPr>
                <w:rFonts w:cs="Arial"/>
                <w:lang w:eastAsia="zh-CN"/>
              </w:rPr>
              <w:t>DC_3A_n77A</w:t>
            </w:r>
          </w:p>
          <w:p w14:paraId="083ED77B" w14:textId="77777777" w:rsidR="00F80484" w:rsidRPr="00E062F1" w:rsidRDefault="00F80484" w:rsidP="00F80484">
            <w:pPr>
              <w:pStyle w:val="TAC"/>
              <w:rPr>
                <w:rFonts w:cs="Arial"/>
                <w:lang w:eastAsia="zh-CN"/>
              </w:rPr>
            </w:pPr>
            <w:r w:rsidRPr="00E062F1">
              <w:rPr>
                <w:rFonts w:cs="Arial"/>
                <w:lang w:eastAsia="zh-CN"/>
              </w:rPr>
              <w:t>DC_3A_n257A</w:t>
            </w:r>
          </w:p>
          <w:p w14:paraId="6DDD3DAE" w14:textId="77777777" w:rsidR="00F80484" w:rsidRPr="00E062F1" w:rsidRDefault="00F80484" w:rsidP="00F80484">
            <w:pPr>
              <w:pStyle w:val="TAC"/>
              <w:rPr>
                <w:rFonts w:cs="Arial"/>
                <w:lang w:eastAsia="zh-CN"/>
              </w:rPr>
            </w:pPr>
            <w:r w:rsidRPr="00E062F1">
              <w:rPr>
                <w:rFonts w:cs="Arial"/>
                <w:lang w:eastAsia="zh-CN"/>
              </w:rPr>
              <w:t>DC_3A_n257D</w:t>
            </w:r>
          </w:p>
          <w:p w14:paraId="5B943EA9" w14:textId="77777777" w:rsidR="00F80484" w:rsidRPr="00E062F1" w:rsidRDefault="00F80484" w:rsidP="00F80484">
            <w:pPr>
              <w:pStyle w:val="TAC"/>
              <w:rPr>
                <w:rFonts w:cs="Arial"/>
                <w:lang w:eastAsia="zh-CN"/>
              </w:rPr>
            </w:pPr>
            <w:r w:rsidRPr="00E062F1">
              <w:rPr>
                <w:rFonts w:cs="Arial"/>
                <w:lang w:eastAsia="zh-CN"/>
              </w:rPr>
              <w:t>DC_3A_n257G</w:t>
            </w:r>
          </w:p>
          <w:p w14:paraId="6134BC60" w14:textId="77777777" w:rsidR="00F80484" w:rsidRPr="00E062F1" w:rsidRDefault="00F80484" w:rsidP="00F80484">
            <w:pPr>
              <w:pStyle w:val="TAC"/>
              <w:rPr>
                <w:rFonts w:cs="Arial"/>
                <w:lang w:eastAsia="zh-CN"/>
              </w:rPr>
            </w:pPr>
            <w:r w:rsidRPr="00E062F1">
              <w:rPr>
                <w:rFonts w:cs="Arial"/>
                <w:lang w:eastAsia="zh-CN"/>
              </w:rPr>
              <w:t>DC_3A_n257H</w:t>
            </w:r>
          </w:p>
          <w:p w14:paraId="3F2B86B1" w14:textId="77777777" w:rsidR="00F80484" w:rsidRPr="00E062F1" w:rsidRDefault="00F80484" w:rsidP="00F80484">
            <w:pPr>
              <w:pStyle w:val="TAC"/>
              <w:rPr>
                <w:rFonts w:cs="Arial"/>
                <w:lang w:eastAsia="zh-CN"/>
              </w:rPr>
            </w:pPr>
            <w:r w:rsidRPr="00E062F1">
              <w:rPr>
                <w:rFonts w:cs="Arial"/>
                <w:lang w:eastAsia="zh-CN"/>
              </w:rPr>
              <w:t>DC_3A_n257I</w:t>
            </w:r>
          </w:p>
          <w:p w14:paraId="03DB09A6" w14:textId="77777777" w:rsidR="00F80484" w:rsidRPr="00E062F1" w:rsidRDefault="00F80484" w:rsidP="00F80484">
            <w:pPr>
              <w:pStyle w:val="TAC"/>
              <w:rPr>
                <w:rFonts w:cs="Arial"/>
                <w:lang w:eastAsia="zh-CN"/>
              </w:rPr>
            </w:pPr>
            <w:r w:rsidRPr="00E062F1">
              <w:rPr>
                <w:rFonts w:cs="Arial"/>
                <w:lang w:eastAsia="zh-CN"/>
              </w:rPr>
              <w:t>DC_28A_n77A</w:t>
            </w:r>
          </w:p>
          <w:p w14:paraId="050DD483" w14:textId="77777777" w:rsidR="00F80484" w:rsidRPr="00E062F1" w:rsidRDefault="00F80484" w:rsidP="00F80484">
            <w:pPr>
              <w:pStyle w:val="TAC"/>
              <w:rPr>
                <w:rFonts w:cs="Arial"/>
                <w:lang w:eastAsia="zh-CN"/>
              </w:rPr>
            </w:pPr>
            <w:r w:rsidRPr="00E062F1">
              <w:rPr>
                <w:rFonts w:cs="Arial"/>
                <w:lang w:eastAsia="zh-CN"/>
              </w:rPr>
              <w:t>DC_28A_n257A</w:t>
            </w:r>
          </w:p>
          <w:p w14:paraId="7E9E69B2" w14:textId="77777777" w:rsidR="00F80484" w:rsidRPr="00E062F1" w:rsidRDefault="00F80484" w:rsidP="00F80484">
            <w:pPr>
              <w:pStyle w:val="TAC"/>
              <w:rPr>
                <w:rFonts w:cs="Arial"/>
                <w:lang w:eastAsia="zh-CN"/>
              </w:rPr>
            </w:pPr>
            <w:r w:rsidRPr="00E062F1">
              <w:rPr>
                <w:rFonts w:cs="Arial"/>
                <w:lang w:eastAsia="zh-CN"/>
              </w:rPr>
              <w:t>DC_28A_n257D</w:t>
            </w:r>
          </w:p>
          <w:p w14:paraId="1E49D624" w14:textId="77777777" w:rsidR="00F80484" w:rsidRPr="00E062F1" w:rsidRDefault="00F80484" w:rsidP="00F80484">
            <w:pPr>
              <w:pStyle w:val="TAC"/>
              <w:rPr>
                <w:rFonts w:cs="Arial"/>
                <w:lang w:eastAsia="zh-CN"/>
              </w:rPr>
            </w:pPr>
            <w:r w:rsidRPr="00E062F1">
              <w:rPr>
                <w:rFonts w:cs="Arial"/>
                <w:lang w:eastAsia="zh-CN"/>
              </w:rPr>
              <w:t>DC_28A_n257G</w:t>
            </w:r>
          </w:p>
          <w:p w14:paraId="11A8DBF4" w14:textId="77777777" w:rsidR="00F80484" w:rsidRPr="00E062F1" w:rsidRDefault="00F80484" w:rsidP="00F80484">
            <w:pPr>
              <w:pStyle w:val="TAC"/>
              <w:rPr>
                <w:rFonts w:cs="Arial"/>
                <w:lang w:eastAsia="zh-CN"/>
              </w:rPr>
            </w:pPr>
            <w:r w:rsidRPr="00E062F1">
              <w:rPr>
                <w:rFonts w:cs="Arial"/>
                <w:lang w:eastAsia="zh-CN"/>
              </w:rPr>
              <w:t>DC_28A_n257H</w:t>
            </w:r>
          </w:p>
          <w:p w14:paraId="6AD9066D" w14:textId="160ACDF3" w:rsidR="00F80484" w:rsidRPr="00E062F1" w:rsidRDefault="00F80484" w:rsidP="00F80484">
            <w:pPr>
              <w:pStyle w:val="TAC"/>
              <w:rPr>
                <w:rFonts w:cs="Arial"/>
                <w:lang w:eastAsia="zh-CN"/>
              </w:rPr>
            </w:pPr>
            <w:r w:rsidRPr="00E062F1">
              <w:rPr>
                <w:rFonts w:cs="Arial"/>
                <w:lang w:eastAsia="zh-CN"/>
              </w:rPr>
              <w:t>DC_28A_n257I</w:t>
            </w:r>
          </w:p>
        </w:tc>
      </w:tr>
      <w:tr w:rsidR="00F80484" w:rsidRPr="00E062F1" w14:paraId="795ADE5A" w14:textId="77777777" w:rsidTr="006B3BD2">
        <w:trPr>
          <w:trHeight w:val="187"/>
          <w:jc w:val="center"/>
        </w:trPr>
        <w:tc>
          <w:tcPr>
            <w:tcW w:w="3969" w:type="dxa"/>
            <w:shd w:val="clear" w:color="auto" w:fill="auto"/>
            <w:noWrap/>
            <w:tcMar>
              <w:top w:w="28" w:type="dxa"/>
              <w:left w:w="28" w:type="dxa"/>
              <w:bottom w:w="28" w:type="dxa"/>
              <w:right w:w="28" w:type="dxa"/>
            </w:tcMar>
          </w:tcPr>
          <w:p w14:paraId="378BA07F" w14:textId="573A6CD7" w:rsidR="00F80484" w:rsidRPr="00E062F1" w:rsidRDefault="00F80484" w:rsidP="00F80484">
            <w:pPr>
              <w:pStyle w:val="TAC"/>
              <w:rPr>
                <w:rFonts w:eastAsia="Malgun Gothic" w:cs="Arial"/>
                <w:lang w:eastAsia="ko-KR"/>
              </w:rPr>
            </w:pPr>
            <w:r w:rsidRPr="00E062F1">
              <w:rPr>
                <w:rFonts w:cs="Arial"/>
                <w:lang w:eastAsia="zh-CN"/>
              </w:rPr>
              <w:lastRenderedPageBreak/>
              <w:t>DC_3A-28A_n77(2A)</w:t>
            </w:r>
            <w:r w:rsidRPr="00E062F1">
              <w:rPr>
                <w:rFonts w:cs="Arial"/>
                <w:lang w:eastAsia="ja-JP"/>
              </w:rPr>
              <w:t>-</w:t>
            </w:r>
            <w:r w:rsidRPr="00E062F1">
              <w:rPr>
                <w:rFonts w:cs="Arial"/>
                <w:lang w:eastAsia="zh-CN"/>
              </w:rPr>
              <w:t>n257</w:t>
            </w:r>
            <w:r w:rsidRPr="00E062F1">
              <w:rPr>
                <w:rFonts w:eastAsia="Malgun Gothic" w:cs="Arial"/>
                <w:lang w:eastAsia="ko-KR"/>
              </w:rPr>
              <w:t>A</w:t>
            </w:r>
            <w:r>
              <w:rPr>
                <w:rFonts w:hint="eastAsia"/>
                <w:vertAlign w:val="superscript"/>
                <w:lang w:eastAsia="zh-TW"/>
              </w:rPr>
              <w:t>2</w:t>
            </w:r>
          </w:p>
          <w:p w14:paraId="0298EAFA" w14:textId="4ECAE9DB" w:rsidR="00F80484" w:rsidRPr="00E062F1" w:rsidRDefault="00F80484" w:rsidP="00F80484">
            <w:pPr>
              <w:pStyle w:val="TAC"/>
              <w:rPr>
                <w:rFonts w:eastAsia="Malgun Gothic" w:cs="Arial"/>
                <w:lang w:eastAsia="ko-KR"/>
              </w:rPr>
            </w:pPr>
            <w:r w:rsidRPr="00E062F1">
              <w:rPr>
                <w:rFonts w:cs="Arial"/>
                <w:lang w:eastAsia="zh-CN"/>
              </w:rPr>
              <w:t>DC_3A-28A_n77(2A)</w:t>
            </w:r>
            <w:r w:rsidRPr="00E062F1">
              <w:rPr>
                <w:rFonts w:cs="Arial"/>
                <w:lang w:eastAsia="ja-JP"/>
              </w:rPr>
              <w:t>-</w:t>
            </w:r>
            <w:r w:rsidRPr="00E062F1">
              <w:rPr>
                <w:rFonts w:cs="Arial"/>
                <w:lang w:eastAsia="zh-CN"/>
              </w:rPr>
              <w:t>n257D</w:t>
            </w:r>
            <w:r>
              <w:rPr>
                <w:rFonts w:hint="eastAsia"/>
                <w:vertAlign w:val="superscript"/>
                <w:lang w:eastAsia="zh-TW"/>
              </w:rPr>
              <w:t>2</w:t>
            </w:r>
          </w:p>
          <w:p w14:paraId="3F7B2D32" w14:textId="782495C0" w:rsidR="00F80484" w:rsidRPr="00E062F1" w:rsidRDefault="00F80484" w:rsidP="00F80484">
            <w:pPr>
              <w:pStyle w:val="TAC"/>
              <w:rPr>
                <w:rFonts w:eastAsia="Malgun Gothic" w:cs="Arial"/>
                <w:lang w:eastAsia="ko-KR"/>
              </w:rPr>
            </w:pPr>
            <w:r w:rsidRPr="00E062F1">
              <w:rPr>
                <w:rFonts w:cs="Arial"/>
                <w:lang w:eastAsia="zh-CN"/>
              </w:rPr>
              <w:t>DC_3A-28A_n77(2A)</w:t>
            </w:r>
            <w:r w:rsidRPr="00E062F1">
              <w:rPr>
                <w:rFonts w:cs="Arial"/>
                <w:lang w:eastAsia="ja-JP"/>
              </w:rPr>
              <w:t>-</w:t>
            </w:r>
            <w:r w:rsidRPr="00E062F1">
              <w:rPr>
                <w:rFonts w:cs="Arial"/>
                <w:lang w:eastAsia="zh-CN"/>
              </w:rPr>
              <w:t>n257</w:t>
            </w:r>
            <w:r w:rsidRPr="00E062F1">
              <w:rPr>
                <w:rFonts w:eastAsia="Malgun Gothic" w:cs="Arial"/>
                <w:lang w:eastAsia="ko-KR"/>
              </w:rPr>
              <w:t>G</w:t>
            </w:r>
            <w:r>
              <w:rPr>
                <w:rFonts w:hint="eastAsia"/>
                <w:vertAlign w:val="superscript"/>
                <w:lang w:eastAsia="zh-TW"/>
              </w:rPr>
              <w:t>2</w:t>
            </w:r>
          </w:p>
          <w:p w14:paraId="7381AFBB" w14:textId="7B3D9740" w:rsidR="00F80484" w:rsidRPr="00E062F1" w:rsidRDefault="00F80484" w:rsidP="00F80484">
            <w:pPr>
              <w:pStyle w:val="TAC"/>
              <w:rPr>
                <w:rFonts w:eastAsia="Malgun Gothic" w:cs="Arial"/>
                <w:lang w:eastAsia="ko-KR"/>
              </w:rPr>
            </w:pPr>
            <w:r w:rsidRPr="00E062F1">
              <w:rPr>
                <w:rFonts w:cs="Arial"/>
                <w:lang w:eastAsia="zh-CN"/>
              </w:rPr>
              <w:t>DC_3A-28A_n77(2A)</w:t>
            </w:r>
            <w:r w:rsidRPr="00E062F1">
              <w:rPr>
                <w:rFonts w:cs="Arial"/>
                <w:lang w:eastAsia="ja-JP"/>
              </w:rPr>
              <w:t>-</w:t>
            </w:r>
            <w:r w:rsidRPr="00E062F1">
              <w:rPr>
                <w:rFonts w:cs="Arial"/>
                <w:lang w:eastAsia="zh-CN"/>
              </w:rPr>
              <w:t>n257</w:t>
            </w:r>
            <w:r w:rsidRPr="00E062F1">
              <w:rPr>
                <w:rFonts w:eastAsia="Malgun Gothic" w:cs="Arial"/>
                <w:lang w:eastAsia="ko-KR"/>
              </w:rPr>
              <w:t>H</w:t>
            </w:r>
            <w:r>
              <w:rPr>
                <w:rFonts w:hint="eastAsia"/>
                <w:vertAlign w:val="superscript"/>
                <w:lang w:eastAsia="zh-TW"/>
              </w:rPr>
              <w:t>2</w:t>
            </w:r>
          </w:p>
          <w:p w14:paraId="63FAF293" w14:textId="19721578" w:rsidR="00F80484" w:rsidRPr="00E062F1" w:rsidRDefault="00F80484" w:rsidP="00F80484">
            <w:pPr>
              <w:pStyle w:val="TAC"/>
              <w:rPr>
                <w:rFonts w:cs="Arial"/>
                <w:lang w:eastAsia="zh-CN"/>
              </w:rPr>
            </w:pPr>
            <w:r w:rsidRPr="00E062F1">
              <w:rPr>
                <w:rFonts w:cs="Arial"/>
                <w:lang w:eastAsia="zh-CN"/>
              </w:rPr>
              <w:t>DC_3A-28A_n77(2A)</w:t>
            </w:r>
            <w:r w:rsidRPr="00E062F1">
              <w:rPr>
                <w:rFonts w:cs="Arial"/>
                <w:lang w:eastAsia="ja-JP"/>
              </w:rPr>
              <w:t>-</w:t>
            </w:r>
            <w:r w:rsidRPr="00E062F1">
              <w:rPr>
                <w:rFonts w:cs="Arial"/>
                <w:lang w:eastAsia="zh-CN"/>
              </w:rPr>
              <w:t>n257</w:t>
            </w:r>
            <w:r w:rsidRPr="00E062F1">
              <w:rPr>
                <w:rFonts w:eastAsia="Malgun Gothic" w:cs="Arial"/>
                <w:lang w:eastAsia="ko-KR"/>
              </w:rPr>
              <w:t>I</w:t>
            </w:r>
            <w:r>
              <w:rPr>
                <w:rFonts w:hint="eastAsia"/>
                <w:vertAlign w:val="superscript"/>
                <w:lang w:eastAsia="zh-TW"/>
              </w:rPr>
              <w:t>2</w:t>
            </w:r>
          </w:p>
        </w:tc>
        <w:tc>
          <w:tcPr>
            <w:tcW w:w="3969" w:type="dxa"/>
            <w:tcMar>
              <w:top w:w="28" w:type="dxa"/>
              <w:left w:w="28" w:type="dxa"/>
              <w:bottom w:w="28" w:type="dxa"/>
              <w:right w:w="28" w:type="dxa"/>
            </w:tcMar>
          </w:tcPr>
          <w:p w14:paraId="0BDAB3D1" w14:textId="77777777" w:rsidR="00F80484" w:rsidRPr="00E062F1" w:rsidRDefault="00F80484" w:rsidP="00F80484">
            <w:pPr>
              <w:pStyle w:val="TAC"/>
              <w:rPr>
                <w:rFonts w:cs="Arial"/>
                <w:lang w:eastAsia="zh-CN"/>
              </w:rPr>
            </w:pPr>
            <w:r w:rsidRPr="00E062F1">
              <w:rPr>
                <w:rFonts w:cs="Arial"/>
                <w:lang w:eastAsia="zh-CN"/>
              </w:rPr>
              <w:t>DC_3A_n77A</w:t>
            </w:r>
          </w:p>
          <w:p w14:paraId="6031219B" w14:textId="77777777" w:rsidR="00F80484" w:rsidRPr="00E062F1" w:rsidRDefault="00F80484" w:rsidP="00F80484">
            <w:pPr>
              <w:pStyle w:val="TAC"/>
              <w:rPr>
                <w:rFonts w:cs="Arial"/>
                <w:lang w:eastAsia="zh-CN"/>
              </w:rPr>
            </w:pPr>
            <w:r w:rsidRPr="00E062F1">
              <w:rPr>
                <w:rFonts w:cs="Arial"/>
                <w:lang w:eastAsia="zh-CN"/>
              </w:rPr>
              <w:t>DC_3A_n257A</w:t>
            </w:r>
          </w:p>
          <w:p w14:paraId="57E3187D" w14:textId="77777777" w:rsidR="00F80484" w:rsidRPr="00E062F1" w:rsidRDefault="00F80484" w:rsidP="00F80484">
            <w:pPr>
              <w:pStyle w:val="TAC"/>
              <w:rPr>
                <w:rFonts w:cs="Arial"/>
                <w:lang w:eastAsia="zh-CN"/>
              </w:rPr>
            </w:pPr>
            <w:r w:rsidRPr="00E062F1">
              <w:rPr>
                <w:rFonts w:cs="Arial"/>
                <w:lang w:eastAsia="zh-CN"/>
              </w:rPr>
              <w:t>DC_3A_n257D</w:t>
            </w:r>
          </w:p>
          <w:p w14:paraId="3E2F63CE" w14:textId="77777777" w:rsidR="00F80484" w:rsidRPr="00E062F1" w:rsidRDefault="00F80484" w:rsidP="00F80484">
            <w:pPr>
              <w:pStyle w:val="TAC"/>
              <w:rPr>
                <w:rFonts w:cs="Arial"/>
                <w:lang w:eastAsia="zh-CN"/>
              </w:rPr>
            </w:pPr>
            <w:r w:rsidRPr="00E062F1">
              <w:rPr>
                <w:rFonts w:cs="Arial"/>
                <w:lang w:eastAsia="zh-CN"/>
              </w:rPr>
              <w:t>DC_3A_n257G</w:t>
            </w:r>
          </w:p>
          <w:p w14:paraId="3B149AFF" w14:textId="77777777" w:rsidR="00F80484" w:rsidRPr="00E062F1" w:rsidRDefault="00F80484" w:rsidP="00F80484">
            <w:pPr>
              <w:pStyle w:val="TAC"/>
              <w:rPr>
                <w:rFonts w:cs="Arial"/>
                <w:lang w:eastAsia="zh-CN"/>
              </w:rPr>
            </w:pPr>
            <w:r w:rsidRPr="00E062F1">
              <w:rPr>
                <w:rFonts w:cs="Arial"/>
                <w:lang w:eastAsia="zh-CN"/>
              </w:rPr>
              <w:t>DC_3A_n257H</w:t>
            </w:r>
          </w:p>
          <w:p w14:paraId="208AF537" w14:textId="77777777" w:rsidR="00F80484" w:rsidRPr="00E062F1" w:rsidRDefault="00F80484" w:rsidP="00F80484">
            <w:pPr>
              <w:pStyle w:val="TAC"/>
              <w:rPr>
                <w:rFonts w:cs="Arial"/>
                <w:lang w:eastAsia="zh-CN"/>
              </w:rPr>
            </w:pPr>
            <w:r w:rsidRPr="00E062F1">
              <w:rPr>
                <w:rFonts w:cs="Arial"/>
                <w:lang w:eastAsia="zh-CN"/>
              </w:rPr>
              <w:t>DC_3A_n257I</w:t>
            </w:r>
          </w:p>
          <w:p w14:paraId="0DEE0AE3" w14:textId="77777777" w:rsidR="00F80484" w:rsidRPr="00E062F1" w:rsidRDefault="00F80484" w:rsidP="00F80484">
            <w:pPr>
              <w:pStyle w:val="TAC"/>
              <w:rPr>
                <w:rFonts w:cs="Arial"/>
                <w:lang w:eastAsia="zh-CN"/>
              </w:rPr>
            </w:pPr>
            <w:r w:rsidRPr="00E062F1">
              <w:rPr>
                <w:rFonts w:cs="Arial"/>
                <w:lang w:eastAsia="zh-CN"/>
              </w:rPr>
              <w:t>DC_28A_n77A</w:t>
            </w:r>
          </w:p>
          <w:p w14:paraId="00245A05" w14:textId="77777777" w:rsidR="00F80484" w:rsidRPr="00E062F1" w:rsidRDefault="00F80484" w:rsidP="00F80484">
            <w:pPr>
              <w:pStyle w:val="TAC"/>
              <w:rPr>
                <w:rFonts w:cs="Arial"/>
                <w:lang w:eastAsia="zh-CN"/>
              </w:rPr>
            </w:pPr>
            <w:r w:rsidRPr="00E062F1">
              <w:rPr>
                <w:rFonts w:cs="Arial"/>
                <w:lang w:eastAsia="zh-CN"/>
              </w:rPr>
              <w:t>DC_28A_n257A</w:t>
            </w:r>
          </w:p>
          <w:p w14:paraId="0D9E2419" w14:textId="77777777" w:rsidR="00F80484" w:rsidRPr="00E062F1" w:rsidRDefault="00F80484" w:rsidP="00F80484">
            <w:pPr>
              <w:pStyle w:val="TAC"/>
              <w:rPr>
                <w:rFonts w:cs="Arial"/>
                <w:lang w:eastAsia="zh-CN"/>
              </w:rPr>
            </w:pPr>
            <w:r w:rsidRPr="00E062F1">
              <w:rPr>
                <w:rFonts w:cs="Arial"/>
                <w:lang w:eastAsia="zh-CN"/>
              </w:rPr>
              <w:t>DC_28A_n257D</w:t>
            </w:r>
          </w:p>
          <w:p w14:paraId="06DB81FE" w14:textId="77777777" w:rsidR="00F80484" w:rsidRPr="00E062F1" w:rsidRDefault="00F80484" w:rsidP="00F80484">
            <w:pPr>
              <w:pStyle w:val="TAC"/>
              <w:rPr>
                <w:rFonts w:cs="Arial"/>
                <w:lang w:eastAsia="zh-CN"/>
              </w:rPr>
            </w:pPr>
            <w:r w:rsidRPr="00E062F1">
              <w:rPr>
                <w:rFonts w:cs="Arial"/>
                <w:lang w:eastAsia="zh-CN"/>
              </w:rPr>
              <w:t>DC_28A_n257G</w:t>
            </w:r>
          </w:p>
          <w:p w14:paraId="2E16A3E1" w14:textId="77777777" w:rsidR="00F80484" w:rsidRPr="00E062F1" w:rsidRDefault="00F80484" w:rsidP="00F80484">
            <w:pPr>
              <w:pStyle w:val="TAC"/>
              <w:rPr>
                <w:rFonts w:cs="Arial"/>
                <w:lang w:eastAsia="zh-CN"/>
              </w:rPr>
            </w:pPr>
            <w:r w:rsidRPr="00E062F1">
              <w:rPr>
                <w:rFonts w:cs="Arial"/>
                <w:lang w:eastAsia="zh-CN"/>
              </w:rPr>
              <w:t>DC_28A_n257H</w:t>
            </w:r>
          </w:p>
          <w:p w14:paraId="2D38DBF4" w14:textId="3599BA06" w:rsidR="00F80484" w:rsidRPr="00E062F1" w:rsidRDefault="00F80484" w:rsidP="00F80484">
            <w:pPr>
              <w:pStyle w:val="TAC"/>
              <w:rPr>
                <w:rFonts w:cs="Arial"/>
                <w:lang w:eastAsia="zh-CN"/>
              </w:rPr>
            </w:pPr>
            <w:r w:rsidRPr="00E062F1">
              <w:rPr>
                <w:rFonts w:cs="Arial"/>
                <w:lang w:eastAsia="zh-CN"/>
              </w:rPr>
              <w:t>DC_28A_n257I</w:t>
            </w:r>
          </w:p>
        </w:tc>
      </w:tr>
      <w:tr w:rsidR="00F80484" w:rsidRPr="00E062F1" w14:paraId="4EFF26CB" w14:textId="77777777" w:rsidTr="006B3BD2">
        <w:trPr>
          <w:trHeight w:val="187"/>
          <w:jc w:val="center"/>
        </w:trPr>
        <w:tc>
          <w:tcPr>
            <w:tcW w:w="3969" w:type="dxa"/>
            <w:shd w:val="clear" w:color="auto" w:fill="auto"/>
            <w:noWrap/>
            <w:tcMar>
              <w:top w:w="28" w:type="dxa"/>
              <w:left w:w="28" w:type="dxa"/>
              <w:bottom w:w="28" w:type="dxa"/>
              <w:right w:w="28" w:type="dxa"/>
            </w:tcMar>
          </w:tcPr>
          <w:p w14:paraId="4F520207" w14:textId="4872BE44" w:rsidR="00F80484" w:rsidRPr="00E062F1" w:rsidRDefault="00F80484" w:rsidP="00F80484">
            <w:pPr>
              <w:pStyle w:val="TAC"/>
              <w:rPr>
                <w:rFonts w:eastAsia="Malgun Gothic" w:cs="Arial"/>
                <w:lang w:eastAsia="ko-KR"/>
              </w:rPr>
            </w:pPr>
            <w:r w:rsidRPr="00E062F1">
              <w:rPr>
                <w:rFonts w:cs="Arial"/>
                <w:lang w:eastAsia="zh-CN"/>
              </w:rPr>
              <w:t>DC_3A-28A_n78A</w:t>
            </w:r>
            <w:r w:rsidRPr="00E062F1">
              <w:rPr>
                <w:rFonts w:cs="Arial"/>
                <w:lang w:eastAsia="ja-JP"/>
              </w:rPr>
              <w:t>-</w:t>
            </w:r>
            <w:r w:rsidRPr="00E062F1">
              <w:rPr>
                <w:rFonts w:cs="Arial"/>
                <w:lang w:eastAsia="zh-CN"/>
              </w:rPr>
              <w:t>n257</w:t>
            </w:r>
            <w:r w:rsidRPr="00E062F1">
              <w:rPr>
                <w:rFonts w:eastAsia="Malgun Gothic" w:cs="Arial"/>
                <w:lang w:eastAsia="ko-KR"/>
              </w:rPr>
              <w:t>A</w:t>
            </w:r>
            <w:r>
              <w:rPr>
                <w:rFonts w:hint="eastAsia"/>
                <w:vertAlign w:val="superscript"/>
                <w:lang w:eastAsia="zh-TW"/>
              </w:rPr>
              <w:t>2</w:t>
            </w:r>
          </w:p>
          <w:p w14:paraId="18249A04" w14:textId="7ADBAA48" w:rsidR="00F80484" w:rsidRPr="00E062F1" w:rsidRDefault="00F80484" w:rsidP="00F80484">
            <w:pPr>
              <w:pStyle w:val="TAC"/>
              <w:rPr>
                <w:rFonts w:eastAsia="Malgun Gothic" w:cs="Arial"/>
                <w:lang w:eastAsia="ko-KR"/>
              </w:rPr>
            </w:pPr>
            <w:r w:rsidRPr="00E062F1">
              <w:rPr>
                <w:rFonts w:cs="Arial"/>
                <w:lang w:eastAsia="zh-CN"/>
              </w:rPr>
              <w:t>DC_3A-28A_n78A</w:t>
            </w:r>
            <w:r w:rsidRPr="00E062F1">
              <w:rPr>
                <w:rFonts w:cs="Arial"/>
                <w:lang w:eastAsia="ja-JP"/>
              </w:rPr>
              <w:t>-</w:t>
            </w:r>
            <w:r w:rsidRPr="00E062F1">
              <w:rPr>
                <w:rFonts w:cs="Arial"/>
                <w:lang w:eastAsia="zh-CN"/>
              </w:rPr>
              <w:t>n257</w:t>
            </w:r>
            <w:r w:rsidRPr="00E062F1">
              <w:rPr>
                <w:rFonts w:eastAsia="Malgun Gothic" w:cs="Arial"/>
                <w:lang w:eastAsia="ko-KR"/>
              </w:rPr>
              <w:t>G</w:t>
            </w:r>
            <w:r>
              <w:rPr>
                <w:rFonts w:hint="eastAsia"/>
                <w:vertAlign w:val="superscript"/>
                <w:lang w:eastAsia="zh-TW"/>
              </w:rPr>
              <w:t>2</w:t>
            </w:r>
          </w:p>
          <w:p w14:paraId="4F354C44" w14:textId="0A4915A4" w:rsidR="00F80484" w:rsidRPr="00E062F1" w:rsidRDefault="00F80484" w:rsidP="00F80484">
            <w:pPr>
              <w:pStyle w:val="TAC"/>
              <w:rPr>
                <w:rFonts w:eastAsia="Malgun Gothic" w:cs="Arial"/>
                <w:lang w:eastAsia="ko-KR"/>
              </w:rPr>
            </w:pPr>
            <w:r w:rsidRPr="00E062F1">
              <w:rPr>
                <w:rFonts w:cs="Arial"/>
                <w:lang w:eastAsia="zh-CN"/>
              </w:rPr>
              <w:t>DC_3A-28A_n78A</w:t>
            </w:r>
            <w:r w:rsidRPr="00E062F1">
              <w:rPr>
                <w:rFonts w:cs="Arial"/>
                <w:lang w:eastAsia="ja-JP"/>
              </w:rPr>
              <w:t>-</w:t>
            </w:r>
            <w:r w:rsidRPr="00E062F1">
              <w:rPr>
                <w:rFonts w:cs="Arial"/>
                <w:lang w:eastAsia="zh-CN"/>
              </w:rPr>
              <w:t>n257</w:t>
            </w:r>
            <w:r w:rsidRPr="00E062F1">
              <w:rPr>
                <w:rFonts w:eastAsia="Malgun Gothic" w:cs="Arial"/>
                <w:lang w:eastAsia="ko-KR"/>
              </w:rPr>
              <w:t>H</w:t>
            </w:r>
            <w:r>
              <w:rPr>
                <w:rFonts w:hint="eastAsia"/>
                <w:vertAlign w:val="superscript"/>
                <w:lang w:eastAsia="zh-TW"/>
              </w:rPr>
              <w:t>2</w:t>
            </w:r>
          </w:p>
          <w:p w14:paraId="4ABBAB1D" w14:textId="3D09F09E" w:rsidR="00F80484" w:rsidRPr="00E062F1" w:rsidRDefault="00F80484" w:rsidP="00F80484">
            <w:pPr>
              <w:pStyle w:val="TAC"/>
              <w:rPr>
                <w:noProof/>
              </w:rPr>
            </w:pPr>
            <w:r w:rsidRPr="00E062F1">
              <w:rPr>
                <w:rFonts w:cs="Arial"/>
                <w:lang w:eastAsia="zh-CN"/>
              </w:rPr>
              <w:t>DC_3A-28A_n78A</w:t>
            </w:r>
            <w:r w:rsidRPr="00E062F1">
              <w:rPr>
                <w:rFonts w:cs="Arial"/>
                <w:lang w:eastAsia="ja-JP"/>
              </w:rPr>
              <w:t>-</w:t>
            </w:r>
            <w:r w:rsidRPr="00E062F1">
              <w:rPr>
                <w:rFonts w:cs="Arial"/>
                <w:lang w:eastAsia="zh-CN"/>
              </w:rPr>
              <w:t>n257</w:t>
            </w:r>
            <w:r w:rsidRPr="00E062F1">
              <w:rPr>
                <w:rFonts w:eastAsia="Malgun Gothic" w:cs="Arial"/>
                <w:lang w:eastAsia="ko-KR"/>
              </w:rPr>
              <w:t>I</w:t>
            </w:r>
            <w:r>
              <w:rPr>
                <w:rFonts w:hint="eastAsia"/>
                <w:vertAlign w:val="superscript"/>
                <w:lang w:eastAsia="zh-TW"/>
              </w:rPr>
              <w:t>2</w:t>
            </w:r>
          </w:p>
        </w:tc>
        <w:tc>
          <w:tcPr>
            <w:tcW w:w="3969" w:type="dxa"/>
            <w:tcMar>
              <w:top w:w="28" w:type="dxa"/>
              <w:left w:w="28" w:type="dxa"/>
              <w:bottom w:w="28" w:type="dxa"/>
              <w:right w:w="28" w:type="dxa"/>
            </w:tcMar>
          </w:tcPr>
          <w:p w14:paraId="1CA04C48" w14:textId="77777777" w:rsidR="00F80484" w:rsidRPr="00E062F1" w:rsidRDefault="00F80484" w:rsidP="00F80484">
            <w:pPr>
              <w:pStyle w:val="TAC"/>
              <w:rPr>
                <w:rFonts w:cs="Arial"/>
                <w:lang w:eastAsia="zh-CN"/>
              </w:rPr>
            </w:pPr>
            <w:r w:rsidRPr="00E062F1">
              <w:rPr>
                <w:rFonts w:cs="Arial"/>
                <w:lang w:eastAsia="zh-CN"/>
              </w:rPr>
              <w:t>DC_3A_n78A</w:t>
            </w:r>
          </w:p>
          <w:p w14:paraId="4C9B2A57" w14:textId="77777777" w:rsidR="00F80484" w:rsidRPr="00E062F1" w:rsidRDefault="00F80484" w:rsidP="00F80484">
            <w:pPr>
              <w:pStyle w:val="TAC"/>
              <w:rPr>
                <w:rFonts w:cs="Arial"/>
                <w:lang w:eastAsia="zh-CN"/>
              </w:rPr>
            </w:pPr>
            <w:r w:rsidRPr="00E062F1">
              <w:rPr>
                <w:rFonts w:cs="Arial"/>
                <w:lang w:eastAsia="zh-CN"/>
              </w:rPr>
              <w:t>DC_3A_n257A</w:t>
            </w:r>
          </w:p>
          <w:p w14:paraId="77B430AE" w14:textId="77777777" w:rsidR="00F80484" w:rsidRPr="00E062F1" w:rsidRDefault="00F80484" w:rsidP="00F80484">
            <w:pPr>
              <w:pStyle w:val="TAC"/>
              <w:rPr>
                <w:rFonts w:cs="Arial"/>
                <w:lang w:eastAsia="zh-CN"/>
              </w:rPr>
            </w:pPr>
            <w:r w:rsidRPr="00E062F1">
              <w:rPr>
                <w:rFonts w:cs="Arial"/>
                <w:lang w:eastAsia="zh-CN"/>
              </w:rPr>
              <w:t>DC_3A_n257G</w:t>
            </w:r>
          </w:p>
          <w:p w14:paraId="56BC84B0" w14:textId="77777777" w:rsidR="00F80484" w:rsidRPr="00E062F1" w:rsidRDefault="00F80484" w:rsidP="00F80484">
            <w:pPr>
              <w:pStyle w:val="TAC"/>
              <w:rPr>
                <w:rFonts w:cs="Arial"/>
                <w:lang w:eastAsia="zh-CN"/>
              </w:rPr>
            </w:pPr>
            <w:r w:rsidRPr="00E062F1">
              <w:rPr>
                <w:rFonts w:cs="Arial"/>
                <w:lang w:eastAsia="zh-CN"/>
              </w:rPr>
              <w:t>DC_3A_n257H</w:t>
            </w:r>
          </w:p>
          <w:p w14:paraId="193B28FC" w14:textId="77777777" w:rsidR="00F80484" w:rsidRPr="00E062F1" w:rsidRDefault="00F80484" w:rsidP="00F80484">
            <w:pPr>
              <w:pStyle w:val="TAC"/>
              <w:rPr>
                <w:rFonts w:cs="Arial"/>
                <w:lang w:eastAsia="zh-CN"/>
              </w:rPr>
            </w:pPr>
            <w:r w:rsidRPr="00E062F1">
              <w:rPr>
                <w:rFonts w:cs="Arial"/>
                <w:lang w:eastAsia="zh-CN"/>
              </w:rPr>
              <w:t>DC_3A_n257I</w:t>
            </w:r>
          </w:p>
          <w:p w14:paraId="0DA0053F" w14:textId="77777777" w:rsidR="00F80484" w:rsidRPr="00E062F1" w:rsidRDefault="00F80484" w:rsidP="00F80484">
            <w:pPr>
              <w:pStyle w:val="TAC"/>
              <w:rPr>
                <w:rFonts w:cs="Arial"/>
                <w:lang w:eastAsia="zh-CN"/>
              </w:rPr>
            </w:pPr>
            <w:r w:rsidRPr="00E062F1">
              <w:rPr>
                <w:rFonts w:cs="Arial"/>
                <w:lang w:eastAsia="zh-CN"/>
              </w:rPr>
              <w:t>DC_28A_n78A</w:t>
            </w:r>
          </w:p>
          <w:p w14:paraId="4EF5F01E" w14:textId="77777777" w:rsidR="00F80484" w:rsidRPr="00E062F1" w:rsidRDefault="00F80484" w:rsidP="00F80484">
            <w:pPr>
              <w:pStyle w:val="TAC"/>
              <w:rPr>
                <w:rFonts w:cs="Arial"/>
                <w:lang w:eastAsia="zh-CN"/>
              </w:rPr>
            </w:pPr>
            <w:r w:rsidRPr="00E062F1">
              <w:rPr>
                <w:rFonts w:cs="Arial"/>
                <w:lang w:eastAsia="zh-CN"/>
              </w:rPr>
              <w:t>DC_28A_n257A</w:t>
            </w:r>
          </w:p>
          <w:p w14:paraId="4C098B82" w14:textId="77777777" w:rsidR="00F80484" w:rsidRPr="00E062F1" w:rsidRDefault="00F80484" w:rsidP="00F80484">
            <w:pPr>
              <w:pStyle w:val="TAC"/>
              <w:rPr>
                <w:rFonts w:cs="Arial"/>
                <w:lang w:eastAsia="zh-CN"/>
              </w:rPr>
            </w:pPr>
            <w:r w:rsidRPr="00E062F1">
              <w:rPr>
                <w:rFonts w:cs="Arial"/>
                <w:lang w:eastAsia="zh-CN"/>
              </w:rPr>
              <w:t>DC_28A_n257G</w:t>
            </w:r>
          </w:p>
          <w:p w14:paraId="2539E78D" w14:textId="77777777" w:rsidR="00F80484" w:rsidRPr="00E062F1" w:rsidRDefault="00F80484" w:rsidP="00F80484">
            <w:pPr>
              <w:pStyle w:val="TAC"/>
              <w:rPr>
                <w:rFonts w:cs="Arial"/>
                <w:lang w:eastAsia="zh-CN"/>
              </w:rPr>
            </w:pPr>
            <w:r w:rsidRPr="00E062F1">
              <w:rPr>
                <w:rFonts w:cs="Arial"/>
                <w:lang w:eastAsia="zh-CN"/>
              </w:rPr>
              <w:t>DC_28A_n257H</w:t>
            </w:r>
          </w:p>
          <w:p w14:paraId="3974C039" w14:textId="77777777" w:rsidR="00F80484" w:rsidRPr="00E062F1" w:rsidRDefault="00F80484" w:rsidP="00F80484">
            <w:pPr>
              <w:pStyle w:val="TAC"/>
              <w:rPr>
                <w:noProof/>
              </w:rPr>
            </w:pPr>
            <w:r w:rsidRPr="00E062F1">
              <w:rPr>
                <w:rFonts w:cs="Arial"/>
                <w:lang w:eastAsia="zh-CN"/>
              </w:rPr>
              <w:t>DC_28A_n257I</w:t>
            </w:r>
          </w:p>
        </w:tc>
      </w:tr>
      <w:tr w:rsidR="00F80484" w:rsidRPr="002665C4" w14:paraId="66AF4749" w14:textId="77777777" w:rsidTr="006B3BD2">
        <w:trPr>
          <w:trHeight w:val="187"/>
          <w:jc w:val="center"/>
        </w:trPr>
        <w:tc>
          <w:tcPr>
            <w:tcW w:w="3969" w:type="dxa"/>
            <w:shd w:val="clear" w:color="auto" w:fill="auto"/>
            <w:noWrap/>
            <w:tcMar>
              <w:top w:w="28" w:type="dxa"/>
              <w:left w:w="28" w:type="dxa"/>
              <w:bottom w:w="28" w:type="dxa"/>
              <w:right w:w="28" w:type="dxa"/>
            </w:tcMar>
          </w:tcPr>
          <w:p w14:paraId="039567D6" w14:textId="16F09D7A" w:rsidR="00F80484" w:rsidRPr="00E062F1" w:rsidRDefault="00F80484" w:rsidP="00F80484">
            <w:pPr>
              <w:pStyle w:val="TAC"/>
              <w:rPr>
                <w:rFonts w:cs="Arial"/>
                <w:szCs w:val="18"/>
              </w:rPr>
            </w:pPr>
            <w:r w:rsidRPr="00E062F1">
              <w:rPr>
                <w:rFonts w:cs="Arial"/>
                <w:szCs w:val="18"/>
              </w:rPr>
              <w:t>DC_3A-41A_n28A-n257A</w:t>
            </w:r>
            <w:r>
              <w:rPr>
                <w:rFonts w:hint="eastAsia"/>
                <w:vertAlign w:val="superscript"/>
                <w:lang w:eastAsia="zh-TW"/>
              </w:rPr>
              <w:t>2</w:t>
            </w:r>
          </w:p>
          <w:p w14:paraId="15BD3C96" w14:textId="7CE09B85" w:rsidR="00F80484" w:rsidRPr="00E062F1" w:rsidRDefault="00F80484" w:rsidP="00F80484">
            <w:pPr>
              <w:pStyle w:val="TAC"/>
              <w:rPr>
                <w:rFonts w:cs="Arial"/>
                <w:szCs w:val="18"/>
              </w:rPr>
            </w:pPr>
            <w:r w:rsidRPr="00E062F1">
              <w:rPr>
                <w:rFonts w:cs="Arial"/>
                <w:szCs w:val="18"/>
              </w:rPr>
              <w:t>DC_3A-41A_n28A-n257G</w:t>
            </w:r>
            <w:r>
              <w:rPr>
                <w:rFonts w:hint="eastAsia"/>
                <w:vertAlign w:val="superscript"/>
                <w:lang w:eastAsia="zh-TW"/>
              </w:rPr>
              <w:t>2</w:t>
            </w:r>
          </w:p>
          <w:p w14:paraId="17C9F0AE" w14:textId="548C8658" w:rsidR="00F80484" w:rsidRPr="00E062F1" w:rsidRDefault="00F80484" w:rsidP="00F80484">
            <w:pPr>
              <w:pStyle w:val="TAC"/>
              <w:rPr>
                <w:rFonts w:cs="Arial"/>
                <w:szCs w:val="18"/>
              </w:rPr>
            </w:pPr>
            <w:r w:rsidRPr="00E062F1">
              <w:rPr>
                <w:rFonts w:cs="Arial"/>
                <w:szCs w:val="18"/>
              </w:rPr>
              <w:t>DC_3A-41A_n28A-n257H</w:t>
            </w:r>
            <w:r>
              <w:rPr>
                <w:rFonts w:hint="eastAsia"/>
                <w:vertAlign w:val="superscript"/>
                <w:lang w:eastAsia="zh-TW"/>
              </w:rPr>
              <w:t>2</w:t>
            </w:r>
          </w:p>
          <w:p w14:paraId="392300CE" w14:textId="2DD7F4E0" w:rsidR="00F80484" w:rsidRPr="00E062F1" w:rsidRDefault="00F80484" w:rsidP="00F80484">
            <w:pPr>
              <w:pStyle w:val="TAC"/>
              <w:rPr>
                <w:rFonts w:cs="Arial"/>
                <w:szCs w:val="18"/>
              </w:rPr>
            </w:pPr>
            <w:r w:rsidRPr="00E062F1">
              <w:rPr>
                <w:rFonts w:cs="Arial"/>
                <w:szCs w:val="18"/>
              </w:rPr>
              <w:t>DC_3A-41A_n28A-n257I</w:t>
            </w:r>
            <w:r>
              <w:rPr>
                <w:rFonts w:hint="eastAsia"/>
                <w:vertAlign w:val="superscript"/>
                <w:lang w:eastAsia="zh-TW"/>
              </w:rPr>
              <w:t>2</w:t>
            </w:r>
          </w:p>
          <w:p w14:paraId="0EE29E27" w14:textId="5764F03C" w:rsidR="00F80484" w:rsidRPr="00E062F1" w:rsidRDefault="00F80484" w:rsidP="00F80484">
            <w:pPr>
              <w:pStyle w:val="TAC"/>
              <w:rPr>
                <w:rFonts w:cs="Arial"/>
                <w:szCs w:val="18"/>
              </w:rPr>
            </w:pPr>
            <w:r w:rsidRPr="00E062F1">
              <w:rPr>
                <w:rFonts w:cs="Arial"/>
                <w:szCs w:val="18"/>
              </w:rPr>
              <w:t>DC_3A-41</w:t>
            </w:r>
            <w:r w:rsidRPr="00E062F1">
              <w:rPr>
                <w:rFonts w:cs="Arial"/>
                <w:szCs w:val="18"/>
                <w:lang w:eastAsia="zh-CN"/>
              </w:rPr>
              <w:t>C</w:t>
            </w:r>
            <w:r w:rsidRPr="00E062F1">
              <w:rPr>
                <w:rFonts w:cs="Arial"/>
                <w:szCs w:val="18"/>
              </w:rPr>
              <w:t>_n28A-n257A</w:t>
            </w:r>
            <w:r>
              <w:rPr>
                <w:rFonts w:hint="eastAsia"/>
                <w:vertAlign w:val="superscript"/>
                <w:lang w:eastAsia="zh-TW"/>
              </w:rPr>
              <w:t>2</w:t>
            </w:r>
          </w:p>
          <w:p w14:paraId="26DA044D" w14:textId="1A8A4CBF" w:rsidR="00F80484" w:rsidRPr="00E062F1" w:rsidRDefault="00F80484" w:rsidP="00F80484">
            <w:pPr>
              <w:pStyle w:val="TAC"/>
              <w:rPr>
                <w:rFonts w:cs="Arial"/>
                <w:szCs w:val="18"/>
              </w:rPr>
            </w:pPr>
            <w:r w:rsidRPr="00E062F1">
              <w:rPr>
                <w:rFonts w:cs="Arial"/>
                <w:szCs w:val="18"/>
              </w:rPr>
              <w:t>DC_3A-41</w:t>
            </w:r>
            <w:r w:rsidRPr="00E062F1">
              <w:rPr>
                <w:rFonts w:cs="Arial"/>
                <w:szCs w:val="18"/>
                <w:lang w:eastAsia="zh-CN"/>
              </w:rPr>
              <w:t>C</w:t>
            </w:r>
            <w:r w:rsidRPr="00E062F1">
              <w:rPr>
                <w:rFonts w:cs="Arial"/>
                <w:szCs w:val="18"/>
              </w:rPr>
              <w:t>_n28A-n257G</w:t>
            </w:r>
            <w:r>
              <w:rPr>
                <w:rFonts w:hint="eastAsia"/>
                <w:vertAlign w:val="superscript"/>
                <w:lang w:eastAsia="zh-TW"/>
              </w:rPr>
              <w:t>2</w:t>
            </w:r>
          </w:p>
          <w:p w14:paraId="14E3D86A" w14:textId="72FBFDD0" w:rsidR="00F80484" w:rsidRPr="00E062F1" w:rsidRDefault="00F80484" w:rsidP="00F80484">
            <w:pPr>
              <w:pStyle w:val="TAC"/>
              <w:rPr>
                <w:rFonts w:cs="Arial"/>
                <w:szCs w:val="18"/>
              </w:rPr>
            </w:pPr>
            <w:r w:rsidRPr="00E062F1">
              <w:rPr>
                <w:rFonts w:cs="Arial"/>
                <w:szCs w:val="18"/>
              </w:rPr>
              <w:t>DC_3A-41</w:t>
            </w:r>
            <w:r w:rsidRPr="00E062F1">
              <w:rPr>
                <w:rFonts w:cs="Arial"/>
                <w:szCs w:val="18"/>
                <w:lang w:eastAsia="zh-CN"/>
              </w:rPr>
              <w:t>C</w:t>
            </w:r>
            <w:r w:rsidRPr="00E062F1">
              <w:rPr>
                <w:rFonts w:cs="Arial"/>
                <w:szCs w:val="18"/>
              </w:rPr>
              <w:t>_n28A-n257H</w:t>
            </w:r>
            <w:r>
              <w:rPr>
                <w:rFonts w:hint="eastAsia"/>
                <w:vertAlign w:val="superscript"/>
                <w:lang w:eastAsia="zh-TW"/>
              </w:rPr>
              <w:t>2</w:t>
            </w:r>
          </w:p>
          <w:p w14:paraId="43C78593" w14:textId="1C8FBF7A" w:rsidR="00F80484" w:rsidRPr="00E062F1" w:rsidRDefault="00F80484" w:rsidP="00F80484">
            <w:pPr>
              <w:pStyle w:val="TAC"/>
              <w:rPr>
                <w:rFonts w:cs="Arial"/>
                <w:lang w:eastAsia="zh-CN"/>
              </w:rPr>
            </w:pPr>
            <w:r w:rsidRPr="00E062F1">
              <w:rPr>
                <w:rFonts w:cs="Arial"/>
                <w:szCs w:val="18"/>
              </w:rPr>
              <w:t>DC_3A-41</w:t>
            </w:r>
            <w:r w:rsidRPr="00E062F1">
              <w:rPr>
                <w:rFonts w:cs="Arial"/>
                <w:szCs w:val="18"/>
                <w:lang w:eastAsia="zh-CN"/>
              </w:rPr>
              <w:t>C</w:t>
            </w:r>
            <w:r w:rsidRPr="00E062F1">
              <w:rPr>
                <w:rFonts w:cs="Arial"/>
                <w:szCs w:val="18"/>
              </w:rPr>
              <w:t>_n28A-n257I</w:t>
            </w:r>
            <w:r>
              <w:rPr>
                <w:rFonts w:hint="eastAsia"/>
                <w:vertAlign w:val="superscript"/>
                <w:lang w:eastAsia="zh-TW"/>
              </w:rPr>
              <w:t>2</w:t>
            </w:r>
          </w:p>
        </w:tc>
        <w:tc>
          <w:tcPr>
            <w:tcW w:w="3969" w:type="dxa"/>
            <w:tcMar>
              <w:top w:w="28" w:type="dxa"/>
              <w:left w:w="28" w:type="dxa"/>
              <w:bottom w:w="28" w:type="dxa"/>
              <w:right w:w="28" w:type="dxa"/>
            </w:tcMar>
          </w:tcPr>
          <w:p w14:paraId="7970DE4F" w14:textId="77777777" w:rsidR="00F80484" w:rsidRPr="00E062F1" w:rsidRDefault="00F80484" w:rsidP="00F80484">
            <w:pPr>
              <w:pStyle w:val="TAC"/>
              <w:rPr>
                <w:rFonts w:cs="Arial"/>
                <w:lang w:eastAsia="zh-CN"/>
              </w:rPr>
            </w:pPr>
            <w:r w:rsidRPr="00E062F1">
              <w:rPr>
                <w:rFonts w:cs="Arial"/>
                <w:lang w:eastAsia="zh-CN"/>
              </w:rPr>
              <w:t>DC_3A_n28A</w:t>
            </w:r>
          </w:p>
          <w:p w14:paraId="7A0D7448" w14:textId="77777777" w:rsidR="00F80484" w:rsidRPr="00E062F1" w:rsidRDefault="00F80484" w:rsidP="00F80484">
            <w:pPr>
              <w:pStyle w:val="TAC"/>
              <w:rPr>
                <w:rFonts w:cs="Arial"/>
                <w:lang w:eastAsia="zh-CN"/>
              </w:rPr>
            </w:pPr>
            <w:r w:rsidRPr="00E062F1">
              <w:rPr>
                <w:rFonts w:cs="Arial"/>
                <w:lang w:eastAsia="zh-CN"/>
              </w:rPr>
              <w:t>DC_3A_n257A</w:t>
            </w:r>
          </w:p>
          <w:p w14:paraId="7132EA76" w14:textId="77777777" w:rsidR="00F80484" w:rsidRPr="00E062F1" w:rsidRDefault="00F80484" w:rsidP="00F80484">
            <w:pPr>
              <w:pStyle w:val="TAC"/>
              <w:rPr>
                <w:rFonts w:cs="Arial"/>
                <w:lang w:eastAsia="zh-CN"/>
              </w:rPr>
            </w:pPr>
            <w:r w:rsidRPr="00E062F1">
              <w:rPr>
                <w:rFonts w:cs="Arial"/>
                <w:lang w:eastAsia="zh-CN"/>
              </w:rPr>
              <w:t>DC_3A_n257G</w:t>
            </w:r>
          </w:p>
          <w:p w14:paraId="495997E5" w14:textId="77777777" w:rsidR="00F80484" w:rsidRPr="00E062F1" w:rsidRDefault="00F80484" w:rsidP="00F80484">
            <w:pPr>
              <w:pStyle w:val="TAC"/>
              <w:rPr>
                <w:rFonts w:cs="Arial"/>
                <w:lang w:eastAsia="zh-CN"/>
              </w:rPr>
            </w:pPr>
            <w:r w:rsidRPr="00E062F1">
              <w:rPr>
                <w:rFonts w:cs="Arial"/>
                <w:lang w:eastAsia="zh-CN"/>
              </w:rPr>
              <w:t>DC_3A_n257H</w:t>
            </w:r>
          </w:p>
          <w:p w14:paraId="0D24FCBE" w14:textId="77777777" w:rsidR="00F80484" w:rsidRPr="00E062F1" w:rsidRDefault="00F80484" w:rsidP="00F80484">
            <w:pPr>
              <w:pStyle w:val="TAC"/>
              <w:rPr>
                <w:rFonts w:cs="Arial"/>
                <w:lang w:eastAsia="zh-CN"/>
              </w:rPr>
            </w:pPr>
            <w:r w:rsidRPr="00E062F1">
              <w:rPr>
                <w:rFonts w:cs="Arial"/>
                <w:lang w:eastAsia="zh-CN"/>
              </w:rPr>
              <w:t>DC_3A_n257I</w:t>
            </w:r>
          </w:p>
          <w:p w14:paraId="5F00C29D" w14:textId="77777777" w:rsidR="00F80484" w:rsidRPr="00E062F1" w:rsidRDefault="00F80484" w:rsidP="00F80484">
            <w:pPr>
              <w:pStyle w:val="TAC"/>
              <w:rPr>
                <w:rFonts w:cs="Arial"/>
                <w:lang w:eastAsia="zh-CN"/>
              </w:rPr>
            </w:pPr>
            <w:r w:rsidRPr="00E062F1">
              <w:rPr>
                <w:rFonts w:cs="Arial"/>
                <w:lang w:eastAsia="zh-CN"/>
              </w:rPr>
              <w:t>DC_41A_n28A</w:t>
            </w:r>
          </w:p>
          <w:p w14:paraId="3B36E6B7" w14:textId="77777777" w:rsidR="00F80484" w:rsidRPr="00E062F1" w:rsidRDefault="00F80484" w:rsidP="00F80484">
            <w:pPr>
              <w:pStyle w:val="TAC"/>
              <w:rPr>
                <w:rFonts w:cs="Arial"/>
                <w:lang w:eastAsia="zh-CN"/>
              </w:rPr>
            </w:pPr>
            <w:r w:rsidRPr="00E062F1">
              <w:rPr>
                <w:rFonts w:cs="Arial"/>
                <w:lang w:eastAsia="zh-CN"/>
              </w:rPr>
              <w:t>DC_41A_n257A</w:t>
            </w:r>
          </w:p>
          <w:p w14:paraId="443DC09D" w14:textId="77777777" w:rsidR="00F80484" w:rsidRPr="00E062F1" w:rsidRDefault="00F80484" w:rsidP="00F80484">
            <w:pPr>
              <w:pStyle w:val="TAC"/>
              <w:rPr>
                <w:rFonts w:cs="Arial"/>
                <w:lang w:eastAsia="zh-CN"/>
              </w:rPr>
            </w:pPr>
            <w:r w:rsidRPr="00E062F1">
              <w:rPr>
                <w:rFonts w:cs="Arial"/>
                <w:lang w:eastAsia="zh-CN"/>
              </w:rPr>
              <w:t>DC_41A_n257G</w:t>
            </w:r>
          </w:p>
          <w:p w14:paraId="1013217A" w14:textId="77777777" w:rsidR="00F80484" w:rsidRPr="00E062F1" w:rsidRDefault="00F80484" w:rsidP="00F80484">
            <w:pPr>
              <w:pStyle w:val="TAC"/>
              <w:rPr>
                <w:rFonts w:cs="Arial"/>
                <w:lang w:eastAsia="zh-CN"/>
              </w:rPr>
            </w:pPr>
            <w:r w:rsidRPr="00E062F1">
              <w:rPr>
                <w:rFonts w:cs="Arial"/>
                <w:lang w:eastAsia="zh-CN"/>
              </w:rPr>
              <w:t>DC_41A_n257H</w:t>
            </w:r>
          </w:p>
          <w:p w14:paraId="48F80203" w14:textId="77777777" w:rsidR="00F80484" w:rsidRPr="00E062F1" w:rsidRDefault="00F80484" w:rsidP="00F80484">
            <w:pPr>
              <w:pStyle w:val="TAC"/>
              <w:rPr>
                <w:rFonts w:cs="Arial"/>
                <w:lang w:eastAsia="zh-CN"/>
              </w:rPr>
            </w:pPr>
            <w:r w:rsidRPr="00E062F1">
              <w:rPr>
                <w:rFonts w:cs="Arial"/>
                <w:lang w:eastAsia="zh-CN"/>
              </w:rPr>
              <w:t>DC_41A_n257I</w:t>
            </w:r>
          </w:p>
          <w:p w14:paraId="6D720BDF" w14:textId="77777777" w:rsidR="00F80484" w:rsidRPr="00E062F1" w:rsidRDefault="00F80484" w:rsidP="00F80484">
            <w:pPr>
              <w:pStyle w:val="TAC"/>
              <w:rPr>
                <w:rFonts w:cs="Arial"/>
                <w:lang w:eastAsia="zh-CN"/>
              </w:rPr>
            </w:pPr>
            <w:r w:rsidRPr="00E062F1">
              <w:rPr>
                <w:rFonts w:cs="Arial"/>
                <w:lang w:eastAsia="zh-CN"/>
              </w:rPr>
              <w:t>DC_41C_n28A</w:t>
            </w:r>
          </w:p>
          <w:p w14:paraId="4B3E6199" w14:textId="77777777" w:rsidR="00F80484" w:rsidRPr="00E062F1" w:rsidRDefault="00F80484" w:rsidP="00F80484">
            <w:pPr>
              <w:pStyle w:val="TAC"/>
              <w:rPr>
                <w:rFonts w:cs="Arial"/>
                <w:lang w:eastAsia="zh-CN"/>
              </w:rPr>
            </w:pPr>
            <w:r w:rsidRPr="00E062F1">
              <w:rPr>
                <w:rFonts w:cs="Arial"/>
                <w:lang w:eastAsia="zh-CN"/>
              </w:rPr>
              <w:t>DC_41C_n257A</w:t>
            </w:r>
          </w:p>
          <w:p w14:paraId="33330087" w14:textId="77777777" w:rsidR="00F80484" w:rsidRPr="00AA54EC" w:rsidRDefault="00F80484" w:rsidP="00F80484">
            <w:pPr>
              <w:pStyle w:val="TAC"/>
              <w:rPr>
                <w:rFonts w:cs="Arial"/>
                <w:lang w:val="sv-FI" w:eastAsia="zh-CN"/>
              </w:rPr>
            </w:pPr>
            <w:r w:rsidRPr="00AA54EC">
              <w:rPr>
                <w:rFonts w:cs="Arial"/>
                <w:lang w:val="sv-FI" w:eastAsia="zh-CN"/>
              </w:rPr>
              <w:t>DC_41C_n257G</w:t>
            </w:r>
          </w:p>
          <w:p w14:paraId="46A7FBA2" w14:textId="77777777" w:rsidR="00F80484" w:rsidRPr="00AA54EC" w:rsidRDefault="00F80484" w:rsidP="00F80484">
            <w:pPr>
              <w:pStyle w:val="TAC"/>
              <w:rPr>
                <w:rFonts w:cs="Arial"/>
                <w:lang w:val="sv-FI" w:eastAsia="zh-CN"/>
              </w:rPr>
            </w:pPr>
            <w:r w:rsidRPr="00AA54EC">
              <w:rPr>
                <w:rFonts w:cs="Arial"/>
                <w:lang w:val="sv-FI" w:eastAsia="zh-CN"/>
              </w:rPr>
              <w:t>DC_41C_n257H</w:t>
            </w:r>
          </w:p>
          <w:p w14:paraId="585C4426" w14:textId="356D3F5B" w:rsidR="00F80484" w:rsidRPr="00AA54EC" w:rsidRDefault="00F80484" w:rsidP="00F80484">
            <w:pPr>
              <w:pStyle w:val="TAC"/>
              <w:rPr>
                <w:rFonts w:cs="Arial"/>
                <w:lang w:val="sv-FI" w:eastAsia="zh-CN"/>
              </w:rPr>
            </w:pPr>
            <w:r w:rsidRPr="00AA54EC">
              <w:rPr>
                <w:rFonts w:cs="Arial"/>
                <w:lang w:val="sv-FI" w:eastAsia="zh-CN"/>
              </w:rPr>
              <w:t>DC_41C_n257I</w:t>
            </w:r>
          </w:p>
        </w:tc>
      </w:tr>
      <w:tr w:rsidR="00F80484" w:rsidRPr="002665C4" w14:paraId="42B95694" w14:textId="77777777" w:rsidTr="006B3BD2">
        <w:trPr>
          <w:trHeight w:val="187"/>
          <w:jc w:val="center"/>
        </w:trPr>
        <w:tc>
          <w:tcPr>
            <w:tcW w:w="3969" w:type="dxa"/>
            <w:shd w:val="clear" w:color="auto" w:fill="auto"/>
            <w:noWrap/>
            <w:tcMar>
              <w:top w:w="28" w:type="dxa"/>
              <w:left w:w="28" w:type="dxa"/>
              <w:bottom w:w="28" w:type="dxa"/>
              <w:right w:w="28" w:type="dxa"/>
            </w:tcMar>
          </w:tcPr>
          <w:p w14:paraId="3B24672B" w14:textId="77777777" w:rsidR="00F80484" w:rsidRPr="00E062F1" w:rsidRDefault="00F80484" w:rsidP="00F80484">
            <w:pPr>
              <w:pStyle w:val="TAC"/>
              <w:rPr>
                <w:rFonts w:eastAsia="Malgun Gothic" w:cs="Arial"/>
                <w:lang w:eastAsia="ko-KR"/>
              </w:rPr>
            </w:pPr>
            <w:r w:rsidRPr="00E062F1">
              <w:rPr>
                <w:rFonts w:cs="Arial"/>
                <w:lang w:eastAsia="zh-CN"/>
              </w:rPr>
              <w:t>DC_3A-41A_n77A</w:t>
            </w:r>
            <w:r w:rsidRPr="00E062F1">
              <w:rPr>
                <w:rFonts w:cs="Arial"/>
                <w:lang w:eastAsia="ja-JP"/>
              </w:rPr>
              <w:t>-</w:t>
            </w:r>
            <w:r w:rsidRPr="00E062F1">
              <w:rPr>
                <w:rFonts w:cs="Arial"/>
                <w:lang w:eastAsia="zh-CN"/>
              </w:rPr>
              <w:t>n257</w:t>
            </w:r>
            <w:r w:rsidRPr="00E062F1">
              <w:rPr>
                <w:rFonts w:eastAsia="Malgun Gothic" w:cs="Arial"/>
                <w:lang w:eastAsia="ko-KR"/>
              </w:rPr>
              <w:t>A</w:t>
            </w:r>
          </w:p>
          <w:p w14:paraId="7E969FAE" w14:textId="77777777" w:rsidR="00F80484" w:rsidRPr="00E062F1" w:rsidRDefault="00F80484" w:rsidP="00F80484">
            <w:pPr>
              <w:pStyle w:val="TAC"/>
              <w:rPr>
                <w:rFonts w:eastAsia="Malgun Gothic" w:cs="Arial"/>
                <w:lang w:eastAsia="ko-KR"/>
              </w:rPr>
            </w:pPr>
            <w:r w:rsidRPr="00E062F1">
              <w:rPr>
                <w:rFonts w:cs="Arial"/>
                <w:lang w:eastAsia="zh-CN"/>
              </w:rPr>
              <w:t>DC_3A-41A_n77A</w:t>
            </w:r>
            <w:r w:rsidRPr="00E062F1">
              <w:rPr>
                <w:rFonts w:cs="Arial"/>
                <w:lang w:eastAsia="ja-JP"/>
              </w:rPr>
              <w:t>-</w:t>
            </w:r>
            <w:r w:rsidRPr="00E062F1">
              <w:rPr>
                <w:rFonts w:cs="Arial"/>
                <w:lang w:eastAsia="zh-CN"/>
              </w:rPr>
              <w:t>n257</w:t>
            </w:r>
            <w:r w:rsidRPr="00E062F1">
              <w:rPr>
                <w:rFonts w:eastAsia="Malgun Gothic" w:cs="Arial"/>
                <w:lang w:eastAsia="ko-KR"/>
              </w:rPr>
              <w:t>G</w:t>
            </w:r>
          </w:p>
          <w:p w14:paraId="7378C5DA" w14:textId="77777777" w:rsidR="00F80484" w:rsidRPr="00E062F1" w:rsidRDefault="00F80484" w:rsidP="00F80484">
            <w:pPr>
              <w:pStyle w:val="TAC"/>
              <w:rPr>
                <w:rFonts w:eastAsia="Malgun Gothic" w:cs="Arial"/>
                <w:lang w:eastAsia="ko-KR"/>
              </w:rPr>
            </w:pPr>
            <w:r w:rsidRPr="00E062F1">
              <w:rPr>
                <w:rFonts w:cs="Arial"/>
                <w:lang w:eastAsia="zh-CN"/>
              </w:rPr>
              <w:t>DC_3A-41A_n77A</w:t>
            </w:r>
            <w:r w:rsidRPr="00E062F1">
              <w:rPr>
                <w:rFonts w:cs="Arial"/>
                <w:lang w:eastAsia="ja-JP"/>
              </w:rPr>
              <w:t>-</w:t>
            </w:r>
            <w:r w:rsidRPr="00E062F1">
              <w:rPr>
                <w:rFonts w:cs="Arial"/>
                <w:lang w:eastAsia="zh-CN"/>
              </w:rPr>
              <w:t>n257</w:t>
            </w:r>
            <w:r w:rsidRPr="00E062F1">
              <w:rPr>
                <w:rFonts w:eastAsia="Malgun Gothic" w:cs="Arial"/>
                <w:lang w:eastAsia="ko-KR"/>
              </w:rPr>
              <w:t>H</w:t>
            </w:r>
          </w:p>
          <w:p w14:paraId="7B4B2EE8" w14:textId="77777777" w:rsidR="00F80484" w:rsidRPr="00E062F1" w:rsidRDefault="00F80484" w:rsidP="00F80484">
            <w:pPr>
              <w:pStyle w:val="TAC"/>
              <w:rPr>
                <w:rFonts w:eastAsia="Malgun Gothic" w:cs="Arial"/>
                <w:lang w:eastAsia="ko-KR"/>
              </w:rPr>
            </w:pPr>
            <w:r w:rsidRPr="00E062F1">
              <w:rPr>
                <w:rFonts w:cs="Arial"/>
                <w:lang w:eastAsia="zh-CN"/>
              </w:rPr>
              <w:t>DC_3A-41A_n77A</w:t>
            </w:r>
            <w:r w:rsidRPr="00E062F1">
              <w:rPr>
                <w:rFonts w:cs="Arial"/>
                <w:lang w:eastAsia="ja-JP"/>
              </w:rPr>
              <w:t>-</w:t>
            </w:r>
            <w:r w:rsidRPr="00E062F1">
              <w:rPr>
                <w:rFonts w:cs="Arial"/>
                <w:lang w:eastAsia="zh-CN"/>
              </w:rPr>
              <w:t>n257</w:t>
            </w:r>
            <w:r w:rsidRPr="00E062F1">
              <w:rPr>
                <w:rFonts w:eastAsia="Malgun Gothic" w:cs="Arial"/>
                <w:lang w:eastAsia="ko-KR"/>
              </w:rPr>
              <w:t>I</w:t>
            </w:r>
          </w:p>
          <w:p w14:paraId="0E537E15" w14:textId="77777777" w:rsidR="00F80484" w:rsidRPr="00E062F1" w:rsidRDefault="00F80484" w:rsidP="00F80484">
            <w:pPr>
              <w:pStyle w:val="TAC"/>
              <w:rPr>
                <w:rFonts w:eastAsia="Malgun Gothic" w:cs="Arial"/>
                <w:lang w:eastAsia="ko-KR"/>
              </w:rPr>
            </w:pPr>
            <w:r w:rsidRPr="00E062F1">
              <w:rPr>
                <w:rFonts w:cs="Arial"/>
                <w:lang w:eastAsia="zh-CN"/>
              </w:rPr>
              <w:t>DC_3A-41C_n77A</w:t>
            </w:r>
            <w:r w:rsidRPr="00E062F1">
              <w:rPr>
                <w:rFonts w:cs="Arial"/>
                <w:lang w:eastAsia="ja-JP"/>
              </w:rPr>
              <w:t>-</w:t>
            </w:r>
            <w:r w:rsidRPr="00E062F1">
              <w:rPr>
                <w:rFonts w:cs="Arial"/>
                <w:lang w:eastAsia="zh-CN"/>
              </w:rPr>
              <w:t>n257</w:t>
            </w:r>
            <w:r w:rsidRPr="00E062F1">
              <w:rPr>
                <w:rFonts w:eastAsia="Malgun Gothic" w:cs="Arial"/>
                <w:lang w:eastAsia="ko-KR"/>
              </w:rPr>
              <w:t>A</w:t>
            </w:r>
          </w:p>
          <w:p w14:paraId="3418B296" w14:textId="77777777" w:rsidR="00F80484" w:rsidRPr="00E062F1" w:rsidRDefault="00F80484" w:rsidP="00F80484">
            <w:pPr>
              <w:pStyle w:val="TAC"/>
              <w:rPr>
                <w:rFonts w:eastAsia="Malgun Gothic" w:cs="Arial"/>
                <w:lang w:eastAsia="ko-KR"/>
              </w:rPr>
            </w:pPr>
            <w:r w:rsidRPr="00E062F1">
              <w:rPr>
                <w:rFonts w:cs="Arial"/>
                <w:lang w:eastAsia="zh-CN"/>
              </w:rPr>
              <w:t>DC_3A-41C_n77A</w:t>
            </w:r>
            <w:r w:rsidRPr="00E062F1">
              <w:rPr>
                <w:rFonts w:cs="Arial"/>
                <w:lang w:eastAsia="ja-JP"/>
              </w:rPr>
              <w:t>-</w:t>
            </w:r>
            <w:r w:rsidRPr="00E062F1">
              <w:rPr>
                <w:rFonts w:cs="Arial"/>
                <w:lang w:eastAsia="zh-CN"/>
              </w:rPr>
              <w:t>n257</w:t>
            </w:r>
            <w:r w:rsidRPr="00E062F1">
              <w:rPr>
                <w:rFonts w:eastAsia="Malgun Gothic" w:cs="Arial"/>
                <w:lang w:eastAsia="ko-KR"/>
              </w:rPr>
              <w:t>G</w:t>
            </w:r>
          </w:p>
          <w:p w14:paraId="3287FEDB" w14:textId="77777777" w:rsidR="00F80484" w:rsidRPr="00E062F1" w:rsidRDefault="00F80484" w:rsidP="00F80484">
            <w:pPr>
              <w:pStyle w:val="TAC"/>
              <w:rPr>
                <w:rFonts w:eastAsia="Malgun Gothic" w:cs="Arial"/>
                <w:lang w:eastAsia="ko-KR"/>
              </w:rPr>
            </w:pPr>
            <w:r w:rsidRPr="00E062F1">
              <w:rPr>
                <w:rFonts w:cs="Arial"/>
                <w:lang w:eastAsia="zh-CN"/>
              </w:rPr>
              <w:t>DC_3A-41C_n77A</w:t>
            </w:r>
            <w:r w:rsidRPr="00E062F1">
              <w:rPr>
                <w:rFonts w:cs="Arial"/>
                <w:lang w:eastAsia="ja-JP"/>
              </w:rPr>
              <w:t>-</w:t>
            </w:r>
            <w:r w:rsidRPr="00E062F1">
              <w:rPr>
                <w:rFonts w:cs="Arial"/>
                <w:lang w:eastAsia="zh-CN"/>
              </w:rPr>
              <w:t>n257</w:t>
            </w:r>
            <w:r w:rsidRPr="00E062F1">
              <w:rPr>
                <w:rFonts w:eastAsia="Malgun Gothic" w:cs="Arial"/>
                <w:lang w:eastAsia="ko-KR"/>
              </w:rPr>
              <w:t>H</w:t>
            </w:r>
          </w:p>
          <w:p w14:paraId="6D4EA16B" w14:textId="2648F3A6" w:rsidR="00F80484" w:rsidRPr="00E062F1" w:rsidRDefault="00F80484" w:rsidP="00F80484">
            <w:pPr>
              <w:pStyle w:val="TAC"/>
              <w:rPr>
                <w:rFonts w:cs="Arial"/>
                <w:lang w:eastAsia="zh-CN"/>
              </w:rPr>
            </w:pPr>
            <w:r w:rsidRPr="00E062F1">
              <w:rPr>
                <w:rFonts w:cs="Arial"/>
                <w:lang w:eastAsia="zh-CN"/>
              </w:rPr>
              <w:t>DC_3A-41C_n77A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57B7E3D8" w14:textId="77777777" w:rsidR="00F80484" w:rsidRPr="00E062F1" w:rsidRDefault="00F80484" w:rsidP="00F80484">
            <w:pPr>
              <w:pStyle w:val="TAC"/>
              <w:rPr>
                <w:rFonts w:cs="Arial"/>
                <w:lang w:eastAsia="zh-CN"/>
              </w:rPr>
            </w:pPr>
            <w:r w:rsidRPr="00E062F1">
              <w:rPr>
                <w:rFonts w:cs="Arial"/>
                <w:lang w:eastAsia="zh-CN"/>
              </w:rPr>
              <w:t>DC_3A_n77A</w:t>
            </w:r>
          </w:p>
          <w:p w14:paraId="44ACCCAE" w14:textId="77777777" w:rsidR="00F80484" w:rsidRPr="00E062F1" w:rsidRDefault="00F80484" w:rsidP="00F80484">
            <w:pPr>
              <w:pStyle w:val="TAC"/>
              <w:rPr>
                <w:rFonts w:cs="Arial"/>
                <w:lang w:eastAsia="zh-CN"/>
              </w:rPr>
            </w:pPr>
            <w:r w:rsidRPr="00E062F1">
              <w:rPr>
                <w:rFonts w:cs="Arial"/>
                <w:lang w:eastAsia="zh-CN"/>
              </w:rPr>
              <w:t>DC_3A_n257A</w:t>
            </w:r>
          </w:p>
          <w:p w14:paraId="343508AD" w14:textId="77777777" w:rsidR="00F80484" w:rsidRPr="00E062F1" w:rsidRDefault="00F80484" w:rsidP="00F80484">
            <w:pPr>
              <w:pStyle w:val="TAC"/>
              <w:rPr>
                <w:rFonts w:cs="Arial"/>
                <w:lang w:eastAsia="zh-CN"/>
              </w:rPr>
            </w:pPr>
            <w:r w:rsidRPr="00E062F1">
              <w:rPr>
                <w:rFonts w:cs="Arial"/>
                <w:lang w:eastAsia="zh-CN"/>
              </w:rPr>
              <w:t>DC_3A_n257G</w:t>
            </w:r>
          </w:p>
          <w:p w14:paraId="719AAA0A" w14:textId="77777777" w:rsidR="00F80484" w:rsidRPr="00E062F1" w:rsidRDefault="00F80484" w:rsidP="00F80484">
            <w:pPr>
              <w:pStyle w:val="TAC"/>
              <w:rPr>
                <w:rFonts w:cs="Arial"/>
                <w:lang w:eastAsia="zh-CN"/>
              </w:rPr>
            </w:pPr>
            <w:r w:rsidRPr="00E062F1">
              <w:rPr>
                <w:rFonts w:cs="Arial"/>
                <w:lang w:eastAsia="zh-CN"/>
              </w:rPr>
              <w:t>DC_3A_n257H</w:t>
            </w:r>
          </w:p>
          <w:p w14:paraId="557A2FA0" w14:textId="77777777" w:rsidR="00F80484" w:rsidRPr="00E062F1" w:rsidRDefault="00F80484" w:rsidP="00F80484">
            <w:pPr>
              <w:pStyle w:val="TAC"/>
              <w:rPr>
                <w:rFonts w:cs="Arial"/>
                <w:lang w:eastAsia="zh-CN"/>
              </w:rPr>
            </w:pPr>
            <w:r w:rsidRPr="00E062F1">
              <w:rPr>
                <w:rFonts w:cs="Arial"/>
                <w:lang w:eastAsia="zh-CN"/>
              </w:rPr>
              <w:t>DC_3A_n257I</w:t>
            </w:r>
          </w:p>
          <w:p w14:paraId="4B81FFD7" w14:textId="77777777" w:rsidR="00F80484" w:rsidRPr="00E062F1" w:rsidRDefault="00F80484" w:rsidP="00F80484">
            <w:pPr>
              <w:pStyle w:val="TAC"/>
              <w:rPr>
                <w:rFonts w:cs="Arial"/>
                <w:lang w:eastAsia="zh-CN"/>
              </w:rPr>
            </w:pPr>
            <w:r w:rsidRPr="00E062F1">
              <w:rPr>
                <w:rFonts w:cs="Arial"/>
                <w:lang w:eastAsia="zh-CN"/>
              </w:rPr>
              <w:t>DC_41A_n77A</w:t>
            </w:r>
          </w:p>
          <w:p w14:paraId="5540B877" w14:textId="77777777" w:rsidR="00F80484" w:rsidRPr="00E062F1" w:rsidRDefault="00F80484" w:rsidP="00F80484">
            <w:pPr>
              <w:pStyle w:val="TAC"/>
              <w:rPr>
                <w:rFonts w:cs="Arial"/>
                <w:lang w:eastAsia="zh-CN"/>
              </w:rPr>
            </w:pPr>
            <w:r w:rsidRPr="00E062F1">
              <w:rPr>
                <w:rFonts w:cs="Arial"/>
                <w:lang w:eastAsia="zh-CN"/>
              </w:rPr>
              <w:t>DC_41A_n257A</w:t>
            </w:r>
          </w:p>
          <w:p w14:paraId="2EF19382" w14:textId="77777777" w:rsidR="00F80484" w:rsidRPr="00E062F1" w:rsidRDefault="00F80484" w:rsidP="00F80484">
            <w:pPr>
              <w:pStyle w:val="TAC"/>
              <w:rPr>
                <w:rFonts w:cs="Arial"/>
                <w:lang w:eastAsia="zh-CN"/>
              </w:rPr>
            </w:pPr>
            <w:r w:rsidRPr="00E062F1">
              <w:rPr>
                <w:rFonts w:cs="Arial"/>
                <w:lang w:eastAsia="zh-CN"/>
              </w:rPr>
              <w:t>DC_41A_n257G</w:t>
            </w:r>
          </w:p>
          <w:p w14:paraId="04B4B9BF" w14:textId="77777777" w:rsidR="00F80484" w:rsidRPr="00E062F1" w:rsidRDefault="00F80484" w:rsidP="00F80484">
            <w:pPr>
              <w:pStyle w:val="TAC"/>
              <w:rPr>
                <w:rFonts w:cs="Arial"/>
                <w:lang w:eastAsia="zh-CN"/>
              </w:rPr>
            </w:pPr>
            <w:r w:rsidRPr="00E062F1">
              <w:rPr>
                <w:rFonts w:cs="Arial"/>
                <w:lang w:eastAsia="zh-CN"/>
              </w:rPr>
              <w:t>DC_41A_n257H</w:t>
            </w:r>
          </w:p>
          <w:p w14:paraId="24468DDC" w14:textId="77777777" w:rsidR="00F80484" w:rsidRPr="00E062F1" w:rsidRDefault="00F80484" w:rsidP="00F80484">
            <w:pPr>
              <w:pStyle w:val="TAC"/>
              <w:rPr>
                <w:rFonts w:cs="Arial"/>
                <w:lang w:eastAsia="zh-CN"/>
              </w:rPr>
            </w:pPr>
            <w:r w:rsidRPr="00E062F1">
              <w:rPr>
                <w:rFonts w:cs="Arial"/>
                <w:lang w:eastAsia="zh-CN"/>
              </w:rPr>
              <w:t>DC_41A_n257I</w:t>
            </w:r>
          </w:p>
          <w:p w14:paraId="41BCF09C" w14:textId="77777777" w:rsidR="00F80484" w:rsidRPr="00E062F1" w:rsidRDefault="00F80484" w:rsidP="00F80484">
            <w:pPr>
              <w:pStyle w:val="TAC"/>
              <w:rPr>
                <w:rFonts w:cs="Arial"/>
                <w:lang w:eastAsia="zh-CN"/>
              </w:rPr>
            </w:pPr>
            <w:r w:rsidRPr="00E062F1">
              <w:rPr>
                <w:rFonts w:cs="Arial"/>
                <w:lang w:eastAsia="zh-CN"/>
              </w:rPr>
              <w:t>DC_41C_n77A</w:t>
            </w:r>
          </w:p>
          <w:p w14:paraId="086779A6" w14:textId="77777777" w:rsidR="00F80484" w:rsidRPr="00E062F1" w:rsidRDefault="00F80484" w:rsidP="00F80484">
            <w:pPr>
              <w:pStyle w:val="TAC"/>
              <w:rPr>
                <w:rFonts w:cs="Arial"/>
                <w:lang w:eastAsia="zh-CN"/>
              </w:rPr>
            </w:pPr>
            <w:r w:rsidRPr="00E062F1">
              <w:rPr>
                <w:rFonts w:cs="Arial"/>
                <w:lang w:eastAsia="zh-CN"/>
              </w:rPr>
              <w:t>DC_41C_n257A</w:t>
            </w:r>
          </w:p>
          <w:p w14:paraId="04B29B24" w14:textId="77777777" w:rsidR="00F80484" w:rsidRPr="00AA54EC" w:rsidRDefault="00F80484" w:rsidP="00F80484">
            <w:pPr>
              <w:pStyle w:val="TAC"/>
              <w:rPr>
                <w:rFonts w:cs="Arial"/>
                <w:lang w:val="sv-FI" w:eastAsia="zh-CN"/>
              </w:rPr>
            </w:pPr>
            <w:r w:rsidRPr="00AA54EC">
              <w:rPr>
                <w:rFonts w:cs="Arial"/>
                <w:lang w:val="sv-FI" w:eastAsia="zh-CN"/>
              </w:rPr>
              <w:t>DC_41C_n257G</w:t>
            </w:r>
          </w:p>
          <w:p w14:paraId="52F672A4" w14:textId="77777777" w:rsidR="00F80484" w:rsidRPr="00AA54EC" w:rsidRDefault="00F80484" w:rsidP="00F80484">
            <w:pPr>
              <w:pStyle w:val="TAC"/>
              <w:rPr>
                <w:rFonts w:cs="Arial"/>
                <w:lang w:val="sv-FI" w:eastAsia="zh-CN"/>
              </w:rPr>
            </w:pPr>
            <w:r w:rsidRPr="00AA54EC">
              <w:rPr>
                <w:rFonts w:cs="Arial"/>
                <w:lang w:val="sv-FI" w:eastAsia="zh-CN"/>
              </w:rPr>
              <w:t>DC_41C_n257H</w:t>
            </w:r>
          </w:p>
          <w:p w14:paraId="7C938745" w14:textId="5398F11E" w:rsidR="00F80484" w:rsidRPr="00AA54EC" w:rsidRDefault="00F80484" w:rsidP="00F80484">
            <w:pPr>
              <w:pStyle w:val="TAC"/>
              <w:rPr>
                <w:rFonts w:cs="Arial"/>
                <w:lang w:val="sv-FI" w:eastAsia="zh-CN"/>
              </w:rPr>
            </w:pPr>
            <w:r w:rsidRPr="00AA54EC">
              <w:rPr>
                <w:rFonts w:cs="Arial"/>
                <w:lang w:val="sv-FI" w:eastAsia="zh-CN"/>
              </w:rPr>
              <w:t>DC_41C_n257I</w:t>
            </w:r>
          </w:p>
        </w:tc>
      </w:tr>
      <w:tr w:rsidR="00F80484" w:rsidRPr="002665C4" w14:paraId="18C102D1" w14:textId="77777777" w:rsidTr="006B3BD2">
        <w:trPr>
          <w:trHeight w:val="187"/>
          <w:jc w:val="center"/>
        </w:trPr>
        <w:tc>
          <w:tcPr>
            <w:tcW w:w="3969" w:type="dxa"/>
            <w:shd w:val="clear" w:color="auto" w:fill="auto"/>
            <w:noWrap/>
            <w:tcMar>
              <w:top w:w="28" w:type="dxa"/>
              <w:left w:w="28" w:type="dxa"/>
              <w:bottom w:w="28" w:type="dxa"/>
              <w:right w:w="28" w:type="dxa"/>
            </w:tcMar>
          </w:tcPr>
          <w:p w14:paraId="2D801CA7" w14:textId="77777777" w:rsidR="00F80484" w:rsidRPr="00E062F1" w:rsidRDefault="00F80484" w:rsidP="00F80484">
            <w:pPr>
              <w:pStyle w:val="TAC"/>
              <w:rPr>
                <w:rFonts w:eastAsia="Malgun Gothic" w:cs="Arial"/>
                <w:lang w:eastAsia="ko-KR"/>
              </w:rPr>
            </w:pPr>
            <w:r w:rsidRPr="00E062F1">
              <w:rPr>
                <w:rFonts w:cs="Arial"/>
                <w:lang w:eastAsia="zh-CN"/>
              </w:rPr>
              <w:lastRenderedPageBreak/>
              <w:t>DC_3A-41A_n78A</w:t>
            </w:r>
            <w:r w:rsidRPr="00E062F1">
              <w:rPr>
                <w:rFonts w:cs="Arial"/>
                <w:lang w:eastAsia="ja-JP"/>
              </w:rPr>
              <w:t>-</w:t>
            </w:r>
            <w:r w:rsidRPr="00E062F1">
              <w:rPr>
                <w:rFonts w:cs="Arial"/>
                <w:lang w:eastAsia="zh-CN"/>
              </w:rPr>
              <w:t>n257</w:t>
            </w:r>
            <w:r w:rsidRPr="00E062F1">
              <w:rPr>
                <w:rFonts w:eastAsia="Malgun Gothic" w:cs="Arial"/>
                <w:lang w:eastAsia="ko-KR"/>
              </w:rPr>
              <w:t>A</w:t>
            </w:r>
          </w:p>
          <w:p w14:paraId="26D80384" w14:textId="77777777" w:rsidR="00F80484" w:rsidRPr="00E062F1" w:rsidRDefault="00F80484" w:rsidP="00F80484">
            <w:pPr>
              <w:pStyle w:val="TAC"/>
              <w:rPr>
                <w:rFonts w:eastAsia="Malgun Gothic" w:cs="Arial"/>
                <w:lang w:eastAsia="ko-KR"/>
              </w:rPr>
            </w:pPr>
            <w:r w:rsidRPr="00E062F1">
              <w:rPr>
                <w:rFonts w:cs="Arial"/>
                <w:lang w:eastAsia="zh-CN"/>
              </w:rPr>
              <w:t>DC_3A-41A_n78A</w:t>
            </w:r>
            <w:r w:rsidRPr="00E062F1">
              <w:rPr>
                <w:rFonts w:cs="Arial"/>
                <w:lang w:eastAsia="ja-JP"/>
              </w:rPr>
              <w:t>-</w:t>
            </w:r>
            <w:r w:rsidRPr="00E062F1">
              <w:rPr>
                <w:rFonts w:cs="Arial"/>
                <w:lang w:eastAsia="zh-CN"/>
              </w:rPr>
              <w:t>n257</w:t>
            </w:r>
            <w:r w:rsidRPr="00E062F1">
              <w:rPr>
                <w:rFonts w:eastAsia="Malgun Gothic" w:cs="Arial"/>
                <w:lang w:eastAsia="ko-KR"/>
              </w:rPr>
              <w:t>G</w:t>
            </w:r>
          </w:p>
          <w:p w14:paraId="480BB86B" w14:textId="77777777" w:rsidR="00F80484" w:rsidRPr="00E062F1" w:rsidRDefault="00F80484" w:rsidP="00F80484">
            <w:pPr>
              <w:pStyle w:val="TAC"/>
              <w:rPr>
                <w:rFonts w:eastAsia="Malgun Gothic" w:cs="Arial"/>
                <w:lang w:eastAsia="ko-KR"/>
              </w:rPr>
            </w:pPr>
            <w:r w:rsidRPr="00E062F1">
              <w:rPr>
                <w:rFonts w:cs="Arial"/>
                <w:lang w:eastAsia="zh-CN"/>
              </w:rPr>
              <w:t>DC_3A-41A_n78A</w:t>
            </w:r>
            <w:r w:rsidRPr="00E062F1">
              <w:rPr>
                <w:rFonts w:cs="Arial"/>
                <w:lang w:eastAsia="ja-JP"/>
              </w:rPr>
              <w:t>-</w:t>
            </w:r>
            <w:r w:rsidRPr="00E062F1">
              <w:rPr>
                <w:rFonts w:cs="Arial"/>
                <w:lang w:eastAsia="zh-CN"/>
              </w:rPr>
              <w:t>n257</w:t>
            </w:r>
            <w:r w:rsidRPr="00E062F1">
              <w:rPr>
                <w:rFonts w:eastAsia="Malgun Gothic" w:cs="Arial"/>
                <w:lang w:eastAsia="ko-KR"/>
              </w:rPr>
              <w:t>H</w:t>
            </w:r>
          </w:p>
          <w:p w14:paraId="04AEB612" w14:textId="77777777" w:rsidR="00F80484" w:rsidRPr="00E062F1" w:rsidRDefault="00F80484" w:rsidP="00F80484">
            <w:pPr>
              <w:pStyle w:val="TAC"/>
              <w:rPr>
                <w:rFonts w:eastAsia="Malgun Gothic" w:cs="Arial"/>
                <w:lang w:eastAsia="ko-KR"/>
              </w:rPr>
            </w:pPr>
            <w:r w:rsidRPr="00E062F1">
              <w:rPr>
                <w:rFonts w:cs="Arial"/>
                <w:lang w:eastAsia="zh-CN"/>
              </w:rPr>
              <w:t>DC_3A-41A_n78A</w:t>
            </w:r>
            <w:r w:rsidRPr="00E062F1">
              <w:rPr>
                <w:rFonts w:cs="Arial"/>
                <w:lang w:eastAsia="ja-JP"/>
              </w:rPr>
              <w:t>-</w:t>
            </w:r>
            <w:r w:rsidRPr="00E062F1">
              <w:rPr>
                <w:rFonts w:cs="Arial"/>
                <w:lang w:eastAsia="zh-CN"/>
              </w:rPr>
              <w:t>n257</w:t>
            </w:r>
            <w:r w:rsidRPr="00E062F1">
              <w:rPr>
                <w:rFonts w:eastAsia="Malgun Gothic" w:cs="Arial"/>
                <w:lang w:eastAsia="ko-KR"/>
              </w:rPr>
              <w:t>I</w:t>
            </w:r>
          </w:p>
          <w:p w14:paraId="3D8B71CF" w14:textId="77777777" w:rsidR="00F80484" w:rsidRPr="00E062F1" w:rsidRDefault="00F80484" w:rsidP="00F80484">
            <w:pPr>
              <w:pStyle w:val="TAC"/>
              <w:rPr>
                <w:rFonts w:eastAsia="Malgun Gothic" w:cs="Arial"/>
                <w:lang w:eastAsia="ko-KR"/>
              </w:rPr>
            </w:pPr>
            <w:r w:rsidRPr="00E062F1">
              <w:rPr>
                <w:rFonts w:cs="Arial"/>
                <w:lang w:eastAsia="zh-CN"/>
              </w:rPr>
              <w:t>DC_3A-41C_n78A</w:t>
            </w:r>
            <w:r w:rsidRPr="00E062F1">
              <w:rPr>
                <w:rFonts w:cs="Arial"/>
                <w:lang w:eastAsia="ja-JP"/>
              </w:rPr>
              <w:t>-</w:t>
            </w:r>
            <w:r w:rsidRPr="00E062F1">
              <w:rPr>
                <w:rFonts w:cs="Arial"/>
                <w:lang w:eastAsia="zh-CN"/>
              </w:rPr>
              <w:t>n257</w:t>
            </w:r>
            <w:r w:rsidRPr="00E062F1">
              <w:rPr>
                <w:rFonts w:eastAsia="Malgun Gothic" w:cs="Arial"/>
                <w:lang w:eastAsia="ko-KR"/>
              </w:rPr>
              <w:t>A</w:t>
            </w:r>
          </w:p>
          <w:p w14:paraId="2999DE8E" w14:textId="77777777" w:rsidR="00F80484" w:rsidRPr="00E062F1" w:rsidRDefault="00F80484" w:rsidP="00F80484">
            <w:pPr>
              <w:pStyle w:val="TAC"/>
              <w:rPr>
                <w:rFonts w:eastAsia="Malgun Gothic" w:cs="Arial"/>
                <w:lang w:eastAsia="ko-KR"/>
              </w:rPr>
            </w:pPr>
            <w:r w:rsidRPr="00E062F1">
              <w:rPr>
                <w:rFonts w:cs="Arial"/>
                <w:lang w:eastAsia="zh-CN"/>
              </w:rPr>
              <w:t>DC_3A-41C_n78A</w:t>
            </w:r>
            <w:r w:rsidRPr="00E062F1">
              <w:rPr>
                <w:rFonts w:cs="Arial"/>
                <w:lang w:eastAsia="ja-JP"/>
              </w:rPr>
              <w:t>-</w:t>
            </w:r>
            <w:r w:rsidRPr="00E062F1">
              <w:rPr>
                <w:rFonts w:cs="Arial"/>
                <w:lang w:eastAsia="zh-CN"/>
              </w:rPr>
              <w:t>n257</w:t>
            </w:r>
            <w:r w:rsidRPr="00E062F1">
              <w:rPr>
                <w:rFonts w:eastAsia="Malgun Gothic" w:cs="Arial"/>
                <w:lang w:eastAsia="ko-KR"/>
              </w:rPr>
              <w:t>G</w:t>
            </w:r>
          </w:p>
          <w:p w14:paraId="0EFBA496" w14:textId="77777777" w:rsidR="00F80484" w:rsidRPr="00E062F1" w:rsidRDefault="00F80484" w:rsidP="00F80484">
            <w:pPr>
              <w:pStyle w:val="TAC"/>
              <w:rPr>
                <w:rFonts w:eastAsia="Malgun Gothic" w:cs="Arial"/>
                <w:lang w:eastAsia="ko-KR"/>
              </w:rPr>
            </w:pPr>
            <w:r w:rsidRPr="00E062F1">
              <w:rPr>
                <w:rFonts w:cs="Arial"/>
                <w:lang w:eastAsia="zh-CN"/>
              </w:rPr>
              <w:t>DC_3A-41C_n78A</w:t>
            </w:r>
            <w:r w:rsidRPr="00E062F1">
              <w:rPr>
                <w:rFonts w:cs="Arial"/>
                <w:lang w:eastAsia="ja-JP"/>
              </w:rPr>
              <w:t>-</w:t>
            </w:r>
            <w:r w:rsidRPr="00E062F1">
              <w:rPr>
                <w:rFonts w:cs="Arial"/>
                <w:lang w:eastAsia="zh-CN"/>
              </w:rPr>
              <w:t>n257</w:t>
            </w:r>
            <w:r w:rsidRPr="00E062F1">
              <w:rPr>
                <w:rFonts w:eastAsia="Malgun Gothic" w:cs="Arial"/>
                <w:lang w:eastAsia="ko-KR"/>
              </w:rPr>
              <w:t>H</w:t>
            </w:r>
          </w:p>
          <w:p w14:paraId="66E5CE67" w14:textId="77777777" w:rsidR="00F80484" w:rsidRPr="00E062F1" w:rsidRDefault="00F80484" w:rsidP="00F80484">
            <w:pPr>
              <w:pStyle w:val="TAC"/>
              <w:rPr>
                <w:noProof/>
              </w:rPr>
            </w:pPr>
            <w:r w:rsidRPr="00E062F1">
              <w:rPr>
                <w:rFonts w:cs="Arial"/>
                <w:lang w:eastAsia="zh-CN"/>
              </w:rPr>
              <w:t>DC_3A-41C_n78A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192C434D" w14:textId="77777777" w:rsidR="00F80484" w:rsidRPr="00E062F1" w:rsidRDefault="00F80484" w:rsidP="00F80484">
            <w:pPr>
              <w:pStyle w:val="TAC"/>
              <w:rPr>
                <w:rFonts w:cs="Arial"/>
                <w:lang w:eastAsia="zh-CN"/>
              </w:rPr>
            </w:pPr>
            <w:r w:rsidRPr="00E062F1">
              <w:rPr>
                <w:rFonts w:cs="Arial"/>
                <w:lang w:eastAsia="zh-CN"/>
              </w:rPr>
              <w:t>DC_3A_n78A</w:t>
            </w:r>
          </w:p>
          <w:p w14:paraId="521E9A71" w14:textId="77777777" w:rsidR="00F80484" w:rsidRPr="00E062F1" w:rsidRDefault="00F80484" w:rsidP="00F80484">
            <w:pPr>
              <w:pStyle w:val="TAC"/>
              <w:rPr>
                <w:rFonts w:cs="Arial"/>
                <w:lang w:eastAsia="zh-CN"/>
              </w:rPr>
            </w:pPr>
            <w:r w:rsidRPr="00E062F1">
              <w:rPr>
                <w:rFonts w:cs="Arial"/>
                <w:lang w:eastAsia="zh-CN"/>
              </w:rPr>
              <w:t>DC_3A_n257A</w:t>
            </w:r>
          </w:p>
          <w:p w14:paraId="7B17C71A" w14:textId="77777777" w:rsidR="00F80484" w:rsidRPr="00E062F1" w:rsidRDefault="00F80484" w:rsidP="00F80484">
            <w:pPr>
              <w:pStyle w:val="TAC"/>
              <w:rPr>
                <w:rFonts w:cs="Arial"/>
                <w:lang w:eastAsia="zh-CN"/>
              </w:rPr>
            </w:pPr>
            <w:r w:rsidRPr="00E062F1">
              <w:rPr>
                <w:rFonts w:cs="Arial"/>
                <w:lang w:eastAsia="zh-CN"/>
              </w:rPr>
              <w:t>DC_3A_n257G</w:t>
            </w:r>
          </w:p>
          <w:p w14:paraId="5A3E196B" w14:textId="77777777" w:rsidR="00F80484" w:rsidRPr="00E062F1" w:rsidRDefault="00F80484" w:rsidP="00F80484">
            <w:pPr>
              <w:pStyle w:val="TAC"/>
              <w:rPr>
                <w:rFonts w:cs="Arial"/>
                <w:lang w:eastAsia="zh-CN"/>
              </w:rPr>
            </w:pPr>
            <w:r w:rsidRPr="00E062F1">
              <w:rPr>
                <w:rFonts w:cs="Arial"/>
                <w:lang w:eastAsia="zh-CN"/>
              </w:rPr>
              <w:t>DC_3A_n257H</w:t>
            </w:r>
          </w:p>
          <w:p w14:paraId="1B620A25" w14:textId="77777777" w:rsidR="00F80484" w:rsidRPr="00E062F1" w:rsidRDefault="00F80484" w:rsidP="00F80484">
            <w:pPr>
              <w:pStyle w:val="TAC"/>
              <w:rPr>
                <w:rFonts w:cs="Arial"/>
                <w:lang w:eastAsia="zh-CN"/>
              </w:rPr>
            </w:pPr>
            <w:r w:rsidRPr="00E062F1">
              <w:rPr>
                <w:rFonts w:cs="Arial"/>
                <w:lang w:eastAsia="zh-CN"/>
              </w:rPr>
              <w:t>DC_3A_n257I</w:t>
            </w:r>
          </w:p>
          <w:p w14:paraId="1B2BF2FA" w14:textId="77777777" w:rsidR="00F80484" w:rsidRPr="00E062F1" w:rsidRDefault="00F80484" w:rsidP="00F80484">
            <w:pPr>
              <w:pStyle w:val="TAC"/>
              <w:rPr>
                <w:rFonts w:cs="Arial"/>
                <w:lang w:eastAsia="zh-CN"/>
              </w:rPr>
            </w:pPr>
            <w:r w:rsidRPr="00E062F1">
              <w:rPr>
                <w:rFonts w:cs="Arial"/>
                <w:lang w:eastAsia="zh-CN"/>
              </w:rPr>
              <w:t>DC_41A_n78A</w:t>
            </w:r>
          </w:p>
          <w:p w14:paraId="001529E1" w14:textId="77777777" w:rsidR="00F80484" w:rsidRPr="00E062F1" w:rsidRDefault="00F80484" w:rsidP="00F80484">
            <w:pPr>
              <w:pStyle w:val="TAC"/>
              <w:rPr>
                <w:rFonts w:cs="Arial"/>
                <w:lang w:eastAsia="zh-CN"/>
              </w:rPr>
            </w:pPr>
            <w:r w:rsidRPr="00E062F1">
              <w:rPr>
                <w:rFonts w:cs="Arial"/>
                <w:lang w:eastAsia="zh-CN"/>
              </w:rPr>
              <w:t>DC_41A_n257A</w:t>
            </w:r>
          </w:p>
          <w:p w14:paraId="46F45409" w14:textId="77777777" w:rsidR="00F80484" w:rsidRPr="00E062F1" w:rsidRDefault="00F80484" w:rsidP="00F80484">
            <w:pPr>
              <w:pStyle w:val="TAC"/>
              <w:rPr>
                <w:rFonts w:cs="Arial"/>
                <w:lang w:eastAsia="zh-CN"/>
              </w:rPr>
            </w:pPr>
            <w:r w:rsidRPr="00E062F1">
              <w:rPr>
                <w:rFonts w:cs="Arial"/>
                <w:lang w:eastAsia="zh-CN"/>
              </w:rPr>
              <w:t>DC_41A_n257G</w:t>
            </w:r>
          </w:p>
          <w:p w14:paraId="2648B90F" w14:textId="77777777" w:rsidR="00F80484" w:rsidRPr="00E062F1" w:rsidRDefault="00F80484" w:rsidP="00F80484">
            <w:pPr>
              <w:pStyle w:val="TAC"/>
              <w:rPr>
                <w:rFonts w:cs="Arial"/>
                <w:lang w:eastAsia="zh-CN"/>
              </w:rPr>
            </w:pPr>
            <w:r w:rsidRPr="00E062F1">
              <w:rPr>
                <w:rFonts w:cs="Arial"/>
                <w:lang w:eastAsia="zh-CN"/>
              </w:rPr>
              <w:t>DC_41A_n257H</w:t>
            </w:r>
          </w:p>
          <w:p w14:paraId="4EF0491E" w14:textId="77777777" w:rsidR="00F80484" w:rsidRPr="00E062F1" w:rsidRDefault="00F80484" w:rsidP="00F80484">
            <w:pPr>
              <w:pStyle w:val="TAC"/>
              <w:rPr>
                <w:rFonts w:cs="Arial"/>
                <w:lang w:eastAsia="zh-CN"/>
              </w:rPr>
            </w:pPr>
            <w:r w:rsidRPr="00E062F1">
              <w:rPr>
                <w:rFonts w:cs="Arial"/>
                <w:lang w:eastAsia="zh-CN"/>
              </w:rPr>
              <w:t>DC_41A_n257I</w:t>
            </w:r>
          </w:p>
          <w:p w14:paraId="7331E77A" w14:textId="77777777" w:rsidR="00F80484" w:rsidRPr="00E062F1" w:rsidRDefault="00F80484" w:rsidP="00F80484">
            <w:pPr>
              <w:pStyle w:val="TAC"/>
              <w:rPr>
                <w:rFonts w:cs="Arial"/>
                <w:lang w:eastAsia="zh-CN"/>
              </w:rPr>
            </w:pPr>
            <w:r w:rsidRPr="00E062F1">
              <w:rPr>
                <w:rFonts w:cs="Arial"/>
                <w:lang w:eastAsia="zh-CN"/>
              </w:rPr>
              <w:t>DC_41C_n78A</w:t>
            </w:r>
          </w:p>
          <w:p w14:paraId="5C8A1C85" w14:textId="77777777" w:rsidR="00F80484" w:rsidRPr="00E062F1" w:rsidRDefault="00F80484" w:rsidP="00F80484">
            <w:pPr>
              <w:pStyle w:val="TAC"/>
              <w:rPr>
                <w:rFonts w:cs="Arial"/>
                <w:lang w:eastAsia="zh-CN"/>
              </w:rPr>
            </w:pPr>
            <w:r w:rsidRPr="00E062F1">
              <w:rPr>
                <w:rFonts w:cs="Arial"/>
                <w:lang w:eastAsia="zh-CN"/>
              </w:rPr>
              <w:t>DC_41C_n257A</w:t>
            </w:r>
          </w:p>
          <w:p w14:paraId="3974F50E" w14:textId="77777777" w:rsidR="00F80484" w:rsidRPr="00AA54EC" w:rsidRDefault="00F80484" w:rsidP="00F80484">
            <w:pPr>
              <w:pStyle w:val="TAC"/>
              <w:rPr>
                <w:rFonts w:cs="Arial"/>
                <w:lang w:val="sv-FI" w:eastAsia="zh-CN"/>
              </w:rPr>
            </w:pPr>
            <w:r w:rsidRPr="00AA54EC">
              <w:rPr>
                <w:rFonts w:cs="Arial"/>
                <w:lang w:val="sv-FI" w:eastAsia="zh-CN"/>
              </w:rPr>
              <w:t>DC_41C_n257G</w:t>
            </w:r>
          </w:p>
          <w:p w14:paraId="56E9F2A6" w14:textId="77777777" w:rsidR="00F80484" w:rsidRPr="00AA54EC" w:rsidRDefault="00F80484" w:rsidP="00F80484">
            <w:pPr>
              <w:pStyle w:val="TAC"/>
              <w:rPr>
                <w:rFonts w:cs="Arial"/>
                <w:lang w:val="sv-FI" w:eastAsia="zh-CN"/>
              </w:rPr>
            </w:pPr>
            <w:r w:rsidRPr="00AA54EC">
              <w:rPr>
                <w:rFonts w:cs="Arial"/>
                <w:lang w:val="sv-FI" w:eastAsia="zh-CN"/>
              </w:rPr>
              <w:t>DC_41C_n257H</w:t>
            </w:r>
          </w:p>
          <w:p w14:paraId="680EBEF7" w14:textId="77777777" w:rsidR="00F80484" w:rsidRPr="00AA54EC" w:rsidRDefault="00F80484" w:rsidP="00F80484">
            <w:pPr>
              <w:pStyle w:val="TAC"/>
              <w:rPr>
                <w:noProof/>
                <w:lang w:val="sv-FI"/>
              </w:rPr>
            </w:pPr>
            <w:r w:rsidRPr="00AA54EC">
              <w:rPr>
                <w:rFonts w:cs="Arial"/>
                <w:lang w:val="sv-FI" w:eastAsia="zh-CN"/>
              </w:rPr>
              <w:t>DC_41C_n257I</w:t>
            </w:r>
          </w:p>
        </w:tc>
      </w:tr>
      <w:tr w:rsidR="00F80484" w:rsidRPr="00E062F1" w14:paraId="6B576116" w14:textId="77777777" w:rsidTr="006B3BD2">
        <w:trPr>
          <w:trHeight w:val="187"/>
          <w:jc w:val="center"/>
        </w:trPr>
        <w:tc>
          <w:tcPr>
            <w:tcW w:w="3969" w:type="dxa"/>
            <w:shd w:val="clear" w:color="auto" w:fill="auto"/>
            <w:noWrap/>
            <w:tcMar>
              <w:top w:w="28" w:type="dxa"/>
              <w:left w:w="28" w:type="dxa"/>
              <w:bottom w:w="28" w:type="dxa"/>
              <w:right w:w="28" w:type="dxa"/>
            </w:tcMar>
          </w:tcPr>
          <w:p w14:paraId="3F95D3C8" w14:textId="77777777" w:rsidR="00F80484" w:rsidRPr="00E062F1" w:rsidRDefault="00F80484" w:rsidP="00F80484">
            <w:pPr>
              <w:pStyle w:val="TAC"/>
              <w:rPr>
                <w:rFonts w:eastAsia="Malgun Gothic" w:cs="Arial"/>
                <w:lang w:eastAsia="ko-KR"/>
              </w:rPr>
            </w:pPr>
            <w:r w:rsidRPr="00E062F1">
              <w:rPr>
                <w:rFonts w:cs="Arial"/>
                <w:lang w:eastAsia="zh-CN"/>
              </w:rPr>
              <w:t>DC_3A-42A_n77A</w:t>
            </w:r>
            <w:r w:rsidRPr="00E062F1">
              <w:rPr>
                <w:rFonts w:cs="Arial"/>
                <w:lang w:eastAsia="ja-JP"/>
              </w:rPr>
              <w:t>-</w:t>
            </w:r>
            <w:r w:rsidRPr="00E062F1">
              <w:rPr>
                <w:rFonts w:cs="Arial"/>
                <w:lang w:eastAsia="zh-CN"/>
              </w:rPr>
              <w:t>n257</w:t>
            </w:r>
            <w:r w:rsidRPr="00E062F1">
              <w:rPr>
                <w:rFonts w:eastAsia="Malgun Gothic" w:cs="Arial"/>
                <w:lang w:eastAsia="ko-KR"/>
              </w:rPr>
              <w:t>A</w:t>
            </w:r>
          </w:p>
          <w:p w14:paraId="71EA80E9" w14:textId="77777777" w:rsidR="00F80484" w:rsidRPr="00E062F1" w:rsidRDefault="00F80484" w:rsidP="00F80484">
            <w:pPr>
              <w:pStyle w:val="TAC"/>
              <w:rPr>
                <w:rFonts w:eastAsia="Malgun Gothic" w:cs="Arial"/>
                <w:lang w:eastAsia="ko-KR"/>
              </w:rPr>
            </w:pPr>
            <w:r w:rsidRPr="00E062F1">
              <w:rPr>
                <w:rFonts w:cs="Arial"/>
                <w:lang w:eastAsia="zh-CN"/>
              </w:rPr>
              <w:t>DC_3A-42A_n77A</w:t>
            </w:r>
            <w:r w:rsidRPr="00E062F1">
              <w:rPr>
                <w:rFonts w:cs="Arial"/>
                <w:lang w:eastAsia="ja-JP"/>
              </w:rPr>
              <w:t>-</w:t>
            </w:r>
            <w:r w:rsidRPr="00E062F1">
              <w:rPr>
                <w:rFonts w:cs="Arial"/>
                <w:lang w:eastAsia="zh-CN"/>
              </w:rPr>
              <w:t>n257</w:t>
            </w:r>
            <w:r w:rsidRPr="00E062F1">
              <w:rPr>
                <w:rFonts w:eastAsia="Malgun Gothic" w:cs="Arial"/>
                <w:lang w:eastAsia="ko-KR"/>
              </w:rPr>
              <w:t>G</w:t>
            </w:r>
          </w:p>
          <w:p w14:paraId="4C606201" w14:textId="77777777" w:rsidR="00F80484" w:rsidRPr="00E062F1" w:rsidRDefault="00F80484" w:rsidP="00F80484">
            <w:pPr>
              <w:pStyle w:val="TAC"/>
              <w:rPr>
                <w:rFonts w:eastAsia="Malgun Gothic" w:cs="Arial"/>
                <w:lang w:eastAsia="ko-KR"/>
              </w:rPr>
            </w:pPr>
            <w:r w:rsidRPr="00E062F1">
              <w:rPr>
                <w:rFonts w:cs="Arial"/>
                <w:lang w:eastAsia="zh-CN"/>
              </w:rPr>
              <w:t>DC_3A-42A_n77A</w:t>
            </w:r>
            <w:r w:rsidRPr="00E062F1">
              <w:rPr>
                <w:rFonts w:cs="Arial"/>
                <w:lang w:eastAsia="ja-JP"/>
              </w:rPr>
              <w:t>-</w:t>
            </w:r>
            <w:r w:rsidRPr="00E062F1">
              <w:rPr>
                <w:rFonts w:cs="Arial"/>
                <w:lang w:eastAsia="zh-CN"/>
              </w:rPr>
              <w:t>n257</w:t>
            </w:r>
            <w:r w:rsidRPr="00E062F1">
              <w:rPr>
                <w:rFonts w:eastAsia="Malgun Gothic" w:cs="Arial"/>
                <w:lang w:eastAsia="ko-KR"/>
              </w:rPr>
              <w:t>H</w:t>
            </w:r>
          </w:p>
          <w:p w14:paraId="289CA7D7" w14:textId="77777777" w:rsidR="00F80484" w:rsidRPr="00E062F1" w:rsidRDefault="00F80484" w:rsidP="00F80484">
            <w:pPr>
              <w:pStyle w:val="TAC"/>
              <w:rPr>
                <w:rFonts w:eastAsia="Malgun Gothic" w:cs="Arial"/>
                <w:lang w:eastAsia="ko-KR"/>
              </w:rPr>
            </w:pPr>
            <w:r w:rsidRPr="00E062F1">
              <w:rPr>
                <w:rFonts w:cs="Arial"/>
                <w:lang w:eastAsia="zh-CN"/>
              </w:rPr>
              <w:t>DC_3A-42A_n77A</w:t>
            </w:r>
            <w:r w:rsidRPr="00E062F1">
              <w:rPr>
                <w:rFonts w:cs="Arial"/>
                <w:lang w:eastAsia="ja-JP"/>
              </w:rPr>
              <w:t>-</w:t>
            </w:r>
            <w:r w:rsidRPr="00E062F1">
              <w:rPr>
                <w:rFonts w:cs="Arial"/>
                <w:lang w:eastAsia="zh-CN"/>
              </w:rPr>
              <w:t>n257</w:t>
            </w:r>
            <w:r w:rsidRPr="00E062F1">
              <w:rPr>
                <w:rFonts w:eastAsia="Malgun Gothic" w:cs="Arial"/>
                <w:lang w:eastAsia="ko-KR"/>
              </w:rPr>
              <w:t>I</w:t>
            </w:r>
          </w:p>
          <w:p w14:paraId="1CDFB707" w14:textId="77777777" w:rsidR="00F80484" w:rsidRPr="00E062F1" w:rsidRDefault="00F80484" w:rsidP="00F80484">
            <w:pPr>
              <w:pStyle w:val="TAC"/>
              <w:rPr>
                <w:rFonts w:eastAsia="Malgun Gothic" w:cs="Arial"/>
                <w:lang w:eastAsia="ko-KR"/>
              </w:rPr>
            </w:pPr>
            <w:r w:rsidRPr="00E062F1">
              <w:rPr>
                <w:rFonts w:cs="Arial"/>
                <w:lang w:eastAsia="zh-CN"/>
              </w:rPr>
              <w:t>DC_3A-42C_n77A</w:t>
            </w:r>
            <w:r w:rsidRPr="00E062F1">
              <w:rPr>
                <w:rFonts w:cs="Arial"/>
                <w:lang w:eastAsia="ja-JP"/>
              </w:rPr>
              <w:t>-</w:t>
            </w:r>
            <w:r w:rsidRPr="00E062F1">
              <w:rPr>
                <w:rFonts w:cs="Arial"/>
                <w:lang w:eastAsia="zh-CN"/>
              </w:rPr>
              <w:t>n257</w:t>
            </w:r>
            <w:r w:rsidRPr="00E062F1">
              <w:rPr>
                <w:rFonts w:eastAsia="Malgun Gothic" w:cs="Arial"/>
                <w:lang w:eastAsia="ko-KR"/>
              </w:rPr>
              <w:t>A</w:t>
            </w:r>
          </w:p>
          <w:p w14:paraId="4D7D4BCD" w14:textId="77777777" w:rsidR="00F80484" w:rsidRPr="00E062F1" w:rsidRDefault="00F80484" w:rsidP="00F80484">
            <w:pPr>
              <w:pStyle w:val="TAC"/>
              <w:rPr>
                <w:rFonts w:eastAsia="Malgun Gothic" w:cs="Arial"/>
                <w:lang w:eastAsia="ko-KR"/>
              </w:rPr>
            </w:pPr>
            <w:r w:rsidRPr="00E062F1">
              <w:rPr>
                <w:rFonts w:cs="Arial"/>
                <w:lang w:eastAsia="zh-CN"/>
              </w:rPr>
              <w:t>DC_3A-42C_n77A</w:t>
            </w:r>
            <w:r w:rsidRPr="00E062F1">
              <w:rPr>
                <w:rFonts w:cs="Arial"/>
                <w:lang w:eastAsia="ja-JP"/>
              </w:rPr>
              <w:t>-</w:t>
            </w:r>
            <w:r w:rsidRPr="00E062F1">
              <w:rPr>
                <w:rFonts w:cs="Arial"/>
                <w:lang w:eastAsia="zh-CN"/>
              </w:rPr>
              <w:t>n257</w:t>
            </w:r>
            <w:r w:rsidRPr="00E062F1">
              <w:rPr>
                <w:rFonts w:eastAsia="Malgun Gothic" w:cs="Arial"/>
                <w:lang w:eastAsia="ko-KR"/>
              </w:rPr>
              <w:t>G</w:t>
            </w:r>
          </w:p>
          <w:p w14:paraId="5AD1E385" w14:textId="77777777" w:rsidR="00F80484" w:rsidRPr="00E062F1" w:rsidRDefault="00F80484" w:rsidP="00F80484">
            <w:pPr>
              <w:pStyle w:val="TAC"/>
              <w:rPr>
                <w:rFonts w:eastAsia="Malgun Gothic" w:cs="Arial"/>
                <w:lang w:eastAsia="ko-KR"/>
              </w:rPr>
            </w:pPr>
            <w:r w:rsidRPr="00E062F1">
              <w:rPr>
                <w:rFonts w:cs="Arial"/>
                <w:lang w:eastAsia="zh-CN"/>
              </w:rPr>
              <w:t>DC_3A-42C_n77A</w:t>
            </w:r>
            <w:r w:rsidRPr="00E062F1">
              <w:rPr>
                <w:rFonts w:cs="Arial"/>
                <w:lang w:eastAsia="ja-JP"/>
              </w:rPr>
              <w:t>-</w:t>
            </w:r>
            <w:r w:rsidRPr="00E062F1">
              <w:rPr>
                <w:rFonts w:cs="Arial"/>
                <w:lang w:eastAsia="zh-CN"/>
              </w:rPr>
              <w:t>n257</w:t>
            </w:r>
            <w:r w:rsidRPr="00E062F1">
              <w:rPr>
                <w:rFonts w:eastAsia="Malgun Gothic" w:cs="Arial"/>
                <w:lang w:eastAsia="ko-KR"/>
              </w:rPr>
              <w:t>H</w:t>
            </w:r>
          </w:p>
          <w:p w14:paraId="41123C4F" w14:textId="77777777" w:rsidR="00F80484" w:rsidRPr="00E062F1" w:rsidRDefault="00F80484" w:rsidP="00F80484">
            <w:pPr>
              <w:pStyle w:val="TAC"/>
              <w:rPr>
                <w:rFonts w:cs="Arial"/>
                <w:lang w:eastAsia="zh-CN"/>
              </w:rPr>
            </w:pPr>
            <w:r w:rsidRPr="00E062F1">
              <w:rPr>
                <w:rFonts w:cs="Arial"/>
                <w:lang w:eastAsia="zh-CN"/>
              </w:rPr>
              <w:t>DC_3A-42C_n77A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73A0781D" w14:textId="77777777" w:rsidR="00F80484" w:rsidRPr="00E062F1" w:rsidRDefault="00F80484" w:rsidP="00F80484">
            <w:pPr>
              <w:pStyle w:val="TAC"/>
              <w:rPr>
                <w:rFonts w:cs="Arial"/>
                <w:lang w:eastAsia="zh-CN"/>
              </w:rPr>
            </w:pPr>
            <w:r w:rsidRPr="00E062F1">
              <w:rPr>
                <w:rFonts w:cs="Arial"/>
                <w:lang w:eastAsia="zh-CN"/>
              </w:rPr>
              <w:t>DC_3A_n77A</w:t>
            </w:r>
          </w:p>
          <w:p w14:paraId="6E2CF36F" w14:textId="77777777" w:rsidR="00F80484" w:rsidRPr="00E062F1" w:rsidRDefault="00F80484" w:rsidP="00F80484">
            <w:pPr>
              <w:pStyle w:val="TAC"/>
              <w:rPr>
                <w:rFonts w:cs="Arial"/>
                <w:lang w:eastAsia="zh-CN"/>
              </w:rPr>
            </w:pPr>
            <w:r w:rsidRPr="00E062F1">
              <w:rPr>
                <w:rFonts w:cs="Arial"/>
                <w:lang w:eastAsia="zh-CN"/>
              </w:rPr>
              <w:t>DC_3A_n257A</w:t>
            </w:r>
          </w:p>
          <w:p w14:paraId="4D83CFC0" w14:textId="77777777" w:rsidR="00F80484" w:rsidRPr="00E062F1" w:rsidRDefault="00F80484" w:rsidP="00F80484">
            <w:pPr>
              <w:pStyle w:val="TAC"/>
              <w:rPr>
                <w:rFonts w:cs="Arial"/>
                <w:lang w:eastAsia="zh-CN"/>
              </w:rPr>
            </w:pPr>
            <w:r w:rsidRPr="00E062F1">
              <w:rPr>
                <w:rFonts w:cs="Arial"/>
                <w:lang w:eastAsia="zh-CN"/>
              </w:rPr>
              <w:t>DC_3A_n257G</w:t>
            </w:r>
          </w:p>
          <w:p w14:paraId="54C5DE47" w14:textId="77777777" w:rsidR="00F80484" w:rsidRPr="00E062F1" w:rsidRDefault="00F80484" w:rsidP="00F80484">
            <w:pPr>
              <w:pStyle w:val="TAC"/>
              <w:rPr>
                <w:rFonts w:cs="Arial"/>
                <w:lang w:eastAsia="zh-CN"/>
              </w:rPr>
            </w:pPr>
            <w:r w:rsidRPr="00E062F1">
              <w:rPr>
                <w:rFonts w:cs="Arial"/>
                <w:lang w:eastAsia="zh-CN"/>
              </w:rPr>
              <w:t>DC_3A_n257H</w:t>
            </w:r>
          </w:p>
          <w:p w14:paraId="45ED285A" w14:textId="77777777" w:rsidR="00F80484" w:rsidRPr="00E062F1" w:rsidRDefault="00F80484" w:rsidP="00F80484">
            <w:pPr>
              <w:pStyle w:val="TAC"/>
              <w:rPr>
                <w:rFonts w:cs="Arial"/>
                <w:lang w:eastAsia="zh-CN"/>
              </w:rPr>
            </w:pPr>
            <w:r w:rsidRPr="00E062F1">
              <w:rPr>
                <w:rFonts w:cs="Arial"/>
                <w:lang w:eastAsia="zh-CN"/>
              </w:rPr>
              <w:t>DC_3A_n257I</w:t>
            </w:r>
          </w:p>
          <w:p w14:paraId="3631E760" w14:textId="77777777" w:rsidR="00F80484" w:rsidRPr="00E062F1" w:rsidRDefault="00F80484" w:rsidP="00F80484">
            <w:pPr>
              <w:pStyle w:val="TAC"/>
              <w:rPr>
                <w:rFonts w:cs="Arial"/>
                <w:lang w:eastAsia="zh-CN"/>
              </w:rPr>
            </w:pPr>
            <w:r w:rsidRPr="00E062F1">
              <w:rPr>
                <w:rFonts w:cs="Arial"/>
                <w:lang w:eastAsia="zh-CN"/>
              </w:rPr>
              <w:t>DC_42A_n257A</w:t>
            </w:r>
          </w:p>
          <w:p w14:paraId="3386302F" w14:textId="77777777" w:rsidR="00F80484" w:rsidRPr="00E062F1" w:rsidRDefault="00F80484" w:rsidP="00F80484">
            <w:pPr>
              <w:pStyle w:val="TAC"/>
              <w:rPr>
                <w:rFonts w:cs="Arial"/>
                <w:lang w:eastAsia="zh-CN"/>
              </w:rPr>
            </w:pPr>
            <w:r w:rsidRPr="00E062F1">
              <w:rPr>
                <w:rFonts w:cs="Arial"/>
                <w:lang w:eastAsia="zh-CN"/>
              </w:rPr>
              <w:t>DC_42A_n257G</w:t>
            </w:r>
          </w:p>
          <w:p w14:paraId="3DF33A8A" w14:textId="77777777" w:rsidR="00F80484" w:rsidRPr="00E062F1" w:rsidRDefault="00F80484" w:rsidP="00F80484">
            <w:pPr>
              <w:pStyle w:val="TAC"/>
              <w:rPr>
                <w:rFonts w:cs="Arial"/>
                <w:lang w:eastAsia="zh-CN"/>
              </w:rPr>
            </w:pPr>
            <w:r w:rsidRPr="00E062F1">
              <w:rPr>
                <w:rFonts w:cs="Arial"/>
                <w:lang w:eastAsia="zh-CN"/>
              </w:rPr>
              <w:t>DC_42A_n257H</w:t>
            </w:r>
          </w:p>
          <w:p w14:paraId="37199434" w14:textId="77777777" w:rsidR="00F80484" w:rsidRPr="00E062F1" w:rsidRDefault="00F80484" w:rsidP="00F80484">
            <w:pPr>
              <w:pStyle w:val="TAC"/>
              <w:rPr>
                <w:rFonts w:cs="Arial"/>
                <w:lang w:eastAsia="zh-CN"/>
              </w:rPr>
            </w:pPr>
            <w:r w:rsidRPr="00E062F1">
              <w:rPr>
                <w:rFonts w:cs="Arial"/>
                <w:lang w:eastAsia="zh-CN"/>
              </w:rPr>
              <w:t>DC_42A_n257I</w:t>
            </w:r>
          </w:p>
        </w:tc>
      </w:tr>
      <w:tr w:rsidR="00F80484" w:rsidRPr="00E062F1" w14:paraId="202F5432" w14:textId="77777777" w:rsidTr="006B3BD2">
        <w:trPr>
          <w:trHeight w:val="187"/>
          <w:jc w:val="center"/>
        </w:trPr>
        <w:tc>
          <w:tcPr>
            <w:tcW w:w="3969" w:type="dxa"/>
            <w:shd w:val="clear" w:color="auto" w:fill="auto"/>
            <w:noWrap/>
            <w:tcMar>
              <w:top w:w="28" w:type="dxa"/>
              <w:left w:w="28" w:type="dxa"/>
              <w:bottom w:w="28" w:type="dxa"/>
              <w:right w:w="28" w:type="dxa"/>
            </w:tcMar>
          </w:tcPr>
          <w:p w14:paraId="753E735B" w14:textId="77777777" w:rsidR="00F80484" w:rsidRPr="00E062F1" w:rsidRDefault="00F80484" w:rsidP="00F80484">
            <w:pPr>
              <w:pStyle w:val="TAC"/>
              <w:rPr>
                <w:rFonts w:cs="Arial"/>
                <w:b/>
                <w:lang w:eastAsia="zh-CN"/>
              </w:rPr>
            </w:pPr>
            <w:r w:rsidRPr="00E062F1">
              <w:rPr>
                <w:rFonts w:cs="Arial"/>
                <w:lang w:eastAsia="zh-CN"/>
              </w:rPr>
              <w:t>DC_3A-42A_n77A-n257A</w:t>
            </w:r>
          </w:p>
          <w:p w14:paraId="77DC6B9B" w14:textId="77777777" w:rsidR="00F80484" w:rsidRPr="00E062F1" w:rsidRDefault="00F80484" w:rsidP="00F80484">
            <w:pPr>
              <w:pStyle w:val="TAC"/>
              <w:rPr>
                <w:rFonts w:cs="Arial"/>
                <w:b/>
                <w:lang w:eastAsia="zh-CN"/>
              </w:rPr>
            </w:pPr>
            <w:r w:rsidRPr="00E062F1">
              <w:rPr>
                <w:rFonts w:cs="Arial"/>
                <w:lang w:eastAsia="zh-CN"/>
              </w:rPr>
              <w:t>DC_3A-42A_n77A-n257G</w:t>
            </w:r>
          </w:p>
          <w:p w14:paraId="5E191BC2" w14:textId="77777777" w:rsidR="00F80484" w:rsidRPr="00E062F1" w:rsidRDefault="00F80484" w:rsidP="00F80484">
            <w:pPr>
              <w:pStyle w:val="TAC"/>
              <w:rPr>
                <w:rFonts w:cs="Arial"/>
                <w:b/>
                <w:lang w:eastAsia="zh-CN"/>
              </w:rPr>
            </w:pPr>
            <w:r w:rsidRPr="00E062F1">
              <w:rPr>
                <w:rFonts w:cs="Arial"/>
                <w:lang w:eastAsia="zh-CN"/>
              </w:rPr>
              <w:t>DC_3A-42A_n77A-n257H</w:t>
            </w:r>
          </w:p>
          <w:p w14:paraId="044AC476" w14:textId="77777777" w:rsidR="00F80484" w:rsidRPr="00E062F1" w:rsidRDefault="00F80484" w:rsidP="00F80484">
            <w:pPr>
              <w:pStyle w:val="TAC"/>
              <w:rPr>
                <w:rFonts w:cs="Arial"/>
                <w:b/>
                <w:lang w:eastAsia="zh-CN"/>
              </w:rPr>
            </w:pPr>
            <w:r w:rsidRPr="00E062F1">
              <w:rPr>
                <w:rFonts w:cs="Arial"/>
                <w:lang w:eastAsia="zh-CN"/>
              </w:rPr>
              <w:t>DC_3A-42A_n77A-n257I</w:t>
            </w:r>
          </w:p>
          <w:p w14:paraId="435F9452" w14:textId="77777777" w:rsidR="00F80484" w:rsidRPr="00E062F1" w:rsidRDefault="00F80484" w:rsidP="00F80484">
            <w:pPr>
              <w:pStyle w:val="TAC"/>
              <w:rPr>
                <w:rFonts w:cs="Arial"/>
                <w:b/>
                <w:lang w:eastAsia="zh-CN"/>
              </w:rPr>
            </w:pPr>
            <w:r w:rsidRPr="00E062F1">
              <w:rPr>
                <w:rFonts w:cs="Arial"/>
                <w:lang w:eastAsia="zh-CN"/>
              </w:rPr>
              <w:t>DC_3A-42C_n77A-n257A</w:t>
            </w:r>
          </w:p>
          <w:p w14:paraId="44C9E322" w14:textId="77777777" w:rsidR="00F80484" w:rsidRPr="00E062F1" w:rsidRDefault="00F80484" w:rsidP="00F80484">
            <w:pPr>
              <w:pStyle w:val="TAC"/>
              <w:rPr>
                <w:rFonts w:cs="Arial"/>
                <w:b/>
                <w:lang w:eastAsia="zh-CN"/>
              </w:rPr>
            </w:pPr>
            <w:r w:rsidRPr="00E062F1">
              <w:rPr>
                <w:rFonts w:cs="Arial"/>
                <w:lang w:eastAsia="zh-CN"/>
              </w:rPr>
              <w:t>DC_3A-42C_n77A-n257G</w:t>
            </w:r>
          </w:p>
          <w:p w14:paraId="101B64EC" w14:textId="77777777" w:rsidR="00F80484" w:rsidRPr="00E062F1" w:rsidRDefault="00F80484" w:rsidP="00F80484">
            <w:pPr>
              <w:pStyle w:val="TAC"/>
              <w:rPr>
                <w:rFonts w:cs="Arial"/>
                <w:b/>
                <w:lang w:eastAsia="zh-CN"/>
              </w:rPr>
            </w:pPr>
            <w:r w:rsidRPr="00E062F1">
              <w:rPr>
                <w:rFonts w:cs="Arial"/>
                <w:lang w:eastAsia="zh-CN"/>
              </w:rPr>
              <w:t>DC_3A-42C_n77A-n257H</w:t>
            </w:r>
          </w:p>
          <w:p w14:paraId="4A188B92" w14:textId="05FB75D9" w:rsidR="00F80484" w:rsidRPr="00E062F1" w:rsidRDefault="00F80484" w:rsidP="00F80484">
            <w:pPr>
              <w:pStyle w:val="TAC"/>
              <w:rPr>
                <w:rFonts w:cs="Arial"/>
                <w:lang w:eastAsia="zh-CN"/>
              </w:rPr>
            </w:pPr>
            <w:r w:rsidRPr="00E062F1">
              <w:rPr>
                <w:rFonts w:cs="Arial"/>
                <w:lang w:eastAsia="zh-CN"/>
              </w:rPr>
              <w:t>DC_3A-42C_n77A-n257I</w:t>
            </w:r>
          </w:p>
        </w:tc>
        <w:tc>
          <w:tcPr>
            <w:tcW w:w="3969" w:type="dxa"/>
            <w:tcMar>
              <w:top w:w="28" w:type="dxa"/>
              <w:left w:w="28" w:type="dxa"/>
              <w:bottom w:w="28" w:type="dxa"/>
              <w:right w:w="28" w:type="dxa"/>
            </w:tcMar>
          </w:tcPr>
          <w:p w14:paraId="1AE4BD95" w14:textId="77777777" w:rsidR="00F80484" w:rsidRPr="00E062F1" w:rsidRDefault="00F80484" w:rsidP="00F80484">
            <w:pPr>
              <w:pStyle w:val="TAC"/>
              <w:rPr>
                <w:rFonts w:cs="Arial"/>
                <w:lang w:eastAsia="zh-CN"/>
              </w:rPr>
            </w:pPr>
            <w:r w:rsidRPr="00E062F1">
              <w:rPr>
                <w:rFonts w:cs="Arial"/>
                <w:lang w:eastAsia="zh-CN"/>
              </w:rPr>
              <w:t>DC_3A_n77A-n257A</w:t>
            </w:r>
          </w:p>
          <w:p w14:paraId="5449B600" w14:textId="77777777" w:rsidR="00F80484" w:rsidRPr="00E062F1" w:rsidRDefault="00F80484" w:rsidP="00F80484">
            <w:pPr>
              <w:pStyle w:val="TAC"/>
              <w:rPr>
                <w:rFonts w:cs="Arial"/>
                <w:lang w:eastAsia="zh-CN"/>
              </w:rPr>
            </w:pPr>
            <w:r w:rsidRPr="00E062F1">
              <w:rPr>
                <w:rFonts w:cs="Arial"/>
                <w:lang w:eastAsia="zh-CN"/>
              </w:rPr>
              <w:t>DC_3A_n77A-n257G</w:t>
            </w:r>
          </w:p>
          <w:p w14:paraId="2AD7F2AC" w14:textId="77777777" w:rsidR="00F80484" w:rsidRPr="00E062F1" w:rsidRDefault="00F80484" w:rsidP="00F80484">
            <w:pPr>
              <w:pStyle w:val="TAC"/>
              <w:rPr>
                <w:rFonts w:cs="Arial"/>
                <w:lang w:eastAsia="zh-CN"/>
              </w:rPr>
            </w:pPr>
            <w:r w:rsidRPr="00E062F1">
              <w:rPr>
                <w:rFonts w:cs="Arial"/>
                <w:lang w:eastAsia="zh-CN"/>
              </w:rPr>
              <w:t>DC_3A_n77A-n257H</w:t>
            </w:r>
          </w:p>
          <w:p w14:paraId="2AAF3FCD" w14:textId="39856DB4" w:rsidR="00F80484" w:rsidRPr="00E062F1" w:rsidRDefault="00F80484" w:rsidP="00F80484">
            <w:pPr>
              <w:pStyle w:val="TAC"/>
              <w:rPr>
                <w:rFonts w:cs="Arial"/>
                <w:lang w:eastAsia="zh-CN"/>
              </w:rPr>
            </w:pPr>
            <w:r w:rsidRPr="00E062F1">
              <w:rPr>
                <w:rFonts w:cs="Arial"/>
                <w:lang w:eastAsia="zh-CN"/>
              </w:rPr>
              <w:t>DC_3A_n77A-n257I</w:t>
            </w:r>
          </w:p>
        </w:tc>
      </w:tr>
      <w:tr w:rsidR="00F80484" w:rsidRPr="00E062F1" w14:paraId="2E339569" w14:textId="77777777" w:rsidTr="006B3BD2">
        <w:trPr>
          <w:trHeight w:val="187"/>
          <w:jc w:val="center"/>
        </w:trPr>
        <w:tc>
          <w:tcPr>
            <w:tcW w:w="3969" w:type="dxa"/>
            <w:shd w:val="clear" w:color="auto" w:fill="auto"/>
            <w:noWrap/>
            <w:tcMar>
              <w:top w:w="28" w:type="dxa"/>
              <w:left w:w="28" w:type="dxa"/>
              <w:bottom w:w="28" w:type="dxa"/>
              <w:right w:w="28" w:type="dxa"/>
            </w:tcMar>
          </w:tcPr>
          <w:p w14:paraId="12346CCD" w14:textId="77777777" w:rsidR="00F80484" w:rsidRPr="00E062F1" w:rsidRDefault="00F80484" w:rsidP="00F80484">
            <w:pPr>
              <w:pStyle w:val="TAC"/>
              <w:rPr>
                <w:rFonts w:eastAsia="Malgun Gothic" w:cs="Arial"/>
                <w:lang w:eastAsia="ko-KR"/>
              </w:rPr>
            </w:pPr>
            <w:r w:rsidRPr="00E062F1">
              <w:rPr>
                <w:rFonts w:cs="Arial"/>
                <w:lang w:eastAsia="zh-CN"/>
              </w:rPr>
              <w:t>DC_3A-42A_n78A</w:t>
            </w:r>
            <w:r w:rsidRPr="00E062F1">
              <w:rPr>
                <w:rFonts w:cs="Arial"/>
                <w:lang w:eastAsia="ja-JP"/>
              </w:rPr>
              <w:t>-</w:t>
            </w:r>
            <w:r w:rsidRPr="00E062F1">
              <w:rPr>
                <w:rFonts w:cs="Arial"/>
                <w:lang w:eastAsia="zh-CN"/>
              </w:rPr>
              <w:t>n257</w:t>
            </w:r>
            <w:r w:rsidRPr="00E062F1">
              <w:rPr>
                <w:rFonts w:eastAsia="Malgun Gothic" w:cs="Arial"/>
                <w:lang w:eastAsia="ko-KR"/>
              </w:rPr>
              <w:t>A</w:t>
            </w:r>
          </w:p>
          <w:p w14:paraId="003EA5DB" w14:textId="77777777" w:rsidR="00F80484" w:rsidRPr="00E062F1" w:rsidRDefault="00F80484" w:rsidP="00F80484">
            <w:pPr>
              <w:pStyle w:val="TAC"/>
              <w:rPr>
                <w:rFonts w:eastAsia="Malgun Gothic" w:cs="Arial"/>
                <w:lang w:eastAsia="ko-KR"/>
              </w:rPr>
            </w:pPr>
            <w:r w:rsidRPr="00E062F1">
              <w:rPr>
                <w:rFonts w:cs="Arial"/>
                <w:lang w:eastAsia="zh-CN"/>
              </w:rPr>
              <w:t>DC_3A-42A_n78A</w:t>
            </w:r>
            <w:r w:rsidRPr="00E062F1">
              <w:rPr>
                <w:rFonts w:cs="Arial"/>
                <w:lang w:eastAsia="ja-JP"/>
              </w:rPr>
              <w:t>-</w:t>
            </w:r>
            <w:r w:rsidRPr="00E062F1">
              <w:rPr>
                <w:rFonts w:cs="Arial"/>
                <w:lang w:eastAsia="zh-CN"/>
              </w:rPr>
              <w:t>n257</w:t>
            </w:r>
            <w:r w:rsidRPr="00E062F1">
              <w:rPr>
                <w:rFonts w:eastAsia="Malgun Gothic" w:cs="Arial"/>
                <w:lang w:eastAsia="ko-KR"/>
              </w:rPr>
              <w:t>G</w:t>
            </w:r>
          </w:p>
          <w:p w14:paraId="7E6D6A91" w14:textId="77777777" w:rsidR="00F80484" w:rsidRPr="00E062F1" w:rsidRDefault="00F80484" w:rsidP="00F80484">
            <w:pPr>
              <w:pStyle w:val="TAC"/>
              <w:rPr>
                <w:rFonts w:eastAsia="Malgun Gothic" w:cs="Arial"/>
                <w:lang w:eastAsia="ko-KR"/>
              </w:rPr>
            </w:pPr>
            <w:r w:rsidRPr="00E062F1">
              <w:rPr>
                <w:rFonts w:cs="Arial"/>
                <w:lang w:eastAsia="zh-CN"/>
              </w:rPr>
              <w:t>DC_3A-42A_n78A</w:t>
            </w:r>
            <w:r w:rsidRPr="00E062F1">
              <w:rPr>
                <w:rFonts w:cs="Arial"/>
                <w:lang w:eastAsia="ja-JP"/>
              </w:rPr>
              <w:t>-</w:t>
            </w:r>
            <w:r w:rsidRPr="00E062F1">
              <w:rPr>
                <w:rFonts w:cs="Arial"/>
                <w:lang w:eastAsia="zh-CN"/>
              </w:rPr>
              <w:t>n257</w:t>
            </w:r>
            <w:r w:rsidRPr="00E062F1">
              <w:rPr>
                <w:rFonts w:eastAsia="Malgun Gothic" w:cs="Arial"/>
                <w:lang w:eastAsia="ko-KR"/>
              </w:rPr>
              <w:t>H</w:t>
            </w:r>
          </w:p>
          <w:p w14:paraId="469E3CBB" w14:textId="77777777" w:rsidR="00F80484" w:rsidRPr="00E062F1" w:rsidRDefault="00F80484" w:rsidP="00F80484">
            <w:pPr>
              <w:pStyle w:val="TAC"/>
              <w:rPr>
                <w:rFonts w:eastAsia="Malgun Gothic" w:cs="Arial"/>
                <w:lang w:eastAsia="ko-KR"/>
              </w:rPr>
            </w:pPr>
            <w:r w:rsidRPr="00E062F1">
              <w:rPr>
                <w:rFonts w:cs="Arial"/>
                <w:lang w:eastAsia="zh-CN"/>
              </w:rPr>
              <w:t>DC_3A-42A_n78A</w:t>
            </w:r>
            <w:r w:rsidRPr="00E062F1">
              <w:rPr>
                <w:rFonts w:cs="Arial"/>
                <w:lang w:eastAsia="ja-JP"/>
              </w:rPr>
              <w:t>-</w:t>
            </w:r>
            <w:r w:rsidRPr="00E062F1">
              <w:rPr>
                <w:rFonts w:cs="Arial"/>
                <w:lang w:eastAsia="zh-CN"/>
              </w:rPr>
              <w:t>n257</w:t>
            </w:r>
            <w:r w:rsidRPr="00E062F1">
              <w:rPr>
                <w:rFonts w:eastAsia="Malgun Gothic" w:cs="Arial"/>
                <w:lang w:eastAsia="ko-KR"/>
              </w:rPr>
              <w:t>I</w:t>
            </w:r>
          </w:p>
          <w:p w14:paraId="3F8CA421" w14:textId="77777777" w:rsidR="00F80484" w:rsidRPr="00E062F1" w:rsidRDefault="00F80484" w:rsidP="00F80484">
            <w:pPr>
              <w:pStyle w:val="TAC"/>
              <w:rPr>
                <w:rFonts w:eastAsia="Malgun Gothic" w:cs="Arial"/>
                <w:lang w:eastAsia="ko-KR"/>
              </w:rPr>
            </w:pPr>
            <w:r w:rsidRPr="00E062F1">
              <w:rPr>
                <w:rFonts w:cs="Arial"/>
                <w:lang w:eastAsia="zh-CN"/>
              </w:rPr>
              <w:t>DC_3A-42C_n78A</w:t>
            </w:r>
            <w:r w:rsidRPr="00E062F1">
              <w:rPr>
                <w:rFonts w:cs="Arial"/>
                <w:lang w:eastAsia="ja-JP"/>
              </w:rPr>
              <w:t>-</w:t>
            </w:r>
            <w:r w:rsidRPr="00E062F1">
              <w:rPr>
                <w:rFonts w:cs="Arial"/>
                <w:lang w:eastAsia="zh-CN"/>
              </w:rPr>
              <w:t>n257</w:t>
            </w:r>
            <w:r w:rsidRPr="00E062F1">
              <w:rPr>
                <w:rFonts w:eastAsia="Malgun Gothic" w:cs="Arial"/>
                <w:lang w:eastAsia="ko-KR"/>
              </w:rPr>
              <w:t>A</w:t>
            </w:r>
          </w:p>
          <w:p w14:paraId="118169CC" w14:textId="77777777" w:rsidR="00F80484" w:rsidRPr="00E062F1" w:rsidRDefault="00F80484" w:rsidP="00F80484">
            <w:pPr>
              <w:pStyle w:val="TAC"/>
              <w:rPr>
                <w:rFonts w:eastAsia="Malgun Gothic" w:cs="Arial"/>
                <w:lang w:eastAsia="ko-KR"/>
              </w:rPr>
            </w:pPr>
            <w:r w:rsidRPr="00E062F1">
              <w:rPr>
                <w:rFonts w:cs="Arial"/>
                <w:lang w:eastAsia="zh-CN"/>
              </w:rPr>
              <w:t>DC_3A-42C_n78A</w:t>
            </w:r>
            <w:r w:rsidRPr="00E062F1">
              <w:rPr>
                <w:rFonts w:cs="Arial"/>
                <w:lang w:eastAsia="ja-JP"/>
              </w:rPr>
              <w:t>-</w:t>
            </w:r>
            <w:r w:rsidRPr="00E062F1">
              <w:rPr>
                <w:rFonts w:cs="Arial"/>
                <w:lang w:eastAsia="zh-CN"/>
              </w:rPr>
              <w:t>n257</w:t>
            </w:r>
            <w:r w:rsidRPr="00E062F1">
              <w:rPr>
                <w:rFonts w:eastAsia="Malgun Gothic" w:cs="Arial"/>
                <w:lang w:eastAsia="ko-KR"/>
              </w:rPr>
              <w:t>G</w:t>
            </w:r>
          </w:p>
          <w:p w14:paraId="2CC4687D" w14:textId="77777777" w:rsidR="00F80484" w:rsidRPr="00E062F1" w:rsidRDefault="00F80484" w:rsidP="00F80484">
            <w:pPr>
              <w:pStyle w:val="TAC"/>
              <w:rPr>
                <w:rFonts w:eastAsia="Malgun Gothic" w:cs="Arial"/>
                <w:lang w:eastAsia="ko-KR"/>
              </w:rPr>
            </w:pPr>
            <w:r w:rsidRPr="00E062F1">
              <w:rPr>
                <w:rFonts w:cs="Arial"/>
                <w:lang w:eastAsia="zh-CN"/>
              </w:rPr>
              <w:t>DC_3A-42C_n78A</w:t>
            </w:r>
            <w:r w:rsidRPr="00E062F1">
              <w:rPr>
                <w:rFonts w:cs="Arial"/>
                <w:lang w:eastAsia="ja-JP"/>
              </w:rPr>
              <w:t>-</w:t>
            </w:r>
            <w:r w:rsidRPr="00E062F1">
              <w:rPr>
                <w:rFonts w:cs="Arial"/>
                <w:lang w:eastAsia="zh-CN"/>
              </w:rPr>
              <w:t>n257</w:t>
            </w:r>
            <w:r w:rsidRPr="00E062F1">
              <w:rPr>
                <w:rFonts w:eastAsia="Malgun Gothic" w:cs="Arial"/>
                <w:lang w:eastAsia="ko-KR"/>
              </w:rPr>
              <w:t>H</w:t>
            </w:r>
          </w:p>
          <w:p w14:paraId="05E951CA" w14:textId="77777777" w:rsidR="00F80484" w:rsidRPr="00E062F1" w:rsidRDefault="00F80484" w:rsidP="00F80484">
            <w:pPr>
              <w:pStyle w:val="TAC"/>
              <w:rPr>
                <w:noProof/>
              </w:rPr>
            </w:pPr>
            <w:r w:rsidRPr="00E062F1">
              <w:rPr>
                <w:rFonts w:cs="Arial"/>
                <w:lang w:eastAsia="zh-CN"/>
              </w:rPr>
              <w:t>DC_3A-42C_n78A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62F365B5" w14:textId="77777777" w:rsidR="00F80484" w:rsidRPr="00E062F1" w:rsidRDefault="00F80484" w:rsidP="00F80484">
            <w:pPr>
              <w:pStyle w:val="TAC"/>
              <w:rPr>
                <w:rFonts w:cs="Arial"/>
                <w:lang w:eastAsia="zh-CN"/>
              </w:rPr>
            </w:pPr>
            <w:r w:rsidRPr="00E062F1">
              <w:rPr>
                <w:rFonts w:cs="Arial"/>
                <w:lang w:eastAsia="zh-CN"/>
              </w:rPr>
              <w:t>DC_3A_n78A</w:t>
            </w:r>
          </w:p>
          <w:p w14:paraId="2E91BADB" w14:textId="77777777" w:rsidR="00F80484" w:rsidRPr="00E062F1" w:rsidRDefault="00F80484" w:rsidP="00F80484">
            <w:pPr>
              <w:pStyle w:val="TAC"/>
              <w:rPr>
                <w:rFonts w:cs="Arial"/>
                <w:lang w:eastAsia="zh-CN"/>
              </w:rPr>
            </w:pPr>
            <w:r w:rsidRPr="00E062F1">
              <w:rPr>
                <w:rFonts w:cs="Arial"/>
                <w:lang w:eastAsia="zh-CN"/>
              </w:rPr>
              <w:t>DC_3A_n257A</w:t>
            </w:r>
          </w:p>
          <w:p w14:paraId="27BA1ED4" w14:textId="77777777" w:rsidR="00F80484" w:rsidRPr="00E062F1" w:rsidRDefault="00F80484" w:rsidP="00F80484">
            <w:pPr>
              <w:pStyle w:val="TAC"/>
              <w:rPr>
                <w:rFonts w:cs="Arial"/>
                <w:lang w:eastAsia="zh-CN"/>
              </w:rPr>
            </w:pPr>
            <w:r w:rsidRPr="00E062F1">
              <w:rPr>
                <w:rFonts w:cs="Arial"/>
                <w:lang w:eastAsia="zh-CN"/>
              </w:rPr>
              <w:t>DC_3A_n257G</w:t>
            </w:r>
          </w:p>
          <w:p w14:paraId="2A3D787E" w14:textId="77777777" w:rsidR="00F80484" w:rsidRPr="00E062F1" w:rsidRDefault="00F80484" w:rsidP="00F80484">
            <w:pPr>
              <w:pStyle w:val="TAC"/>
              <w:rPr>
                <w:rFonts w:cs="Arial"/>
                <w:lang w:eastAsia="zh-CN"/>
              </w:rPr>
            </w:pPr>
            <w:r w:rsidRPr="00E062F1">
              <w:rPr>
                <w:rFonts w:cs="Arial"/>
                <w:lang w:eastAsia="zh-CN"/>
              </w:rPr>
              <w:t>DC_3A_n257H</w:t>
            </w:r>
          </w:p>
          <w:p w14:paraId="13444C92" w14:textId="77777777" w:rsidR="00F80484" w:rsidRPr="00E062F1" w:rsidRDefault="00F80484" w:rsidP="00F80484">
            <w:pPr>
              <w:pStyle w:val="TAC"/>
              <w:rPr>
                <w:rFonts w:cs="Arial"/>
                <w:lang w:eastAsia="zh-CN"/>
              </w:rPr>
            </w:pPr>
            <w:r w:rsidRPr="00E062F1">
              <w:rPr>
                <w:rFonts w:cs="Arial"/>
                <w:lang w:eastAsia="zh-CN"/>
              </w:rPr>
              <w:t>DC_3A_n257I</w:t>
            </w:r>
          </w:p>
          <w:p w14:paraId="3E3A4BDD" w14:textId="77777777" w:rsidR="00F80484" w:rsidRPr="00E062F1" w:rsidRDefault="00F80484" w:rsidP="00F80484">
            <w:pPr>
              <w:pStyle w:val="TAC"/>
              <w:rPr>
                <w:rFonts w:cs="Arial"/>
                <w:lang w:eastAsia="zh-CN"/>
              </w:rPr>
            </w:pPr>
            <w:r w:rsidRPr="00E062F1">
              <w:rPr>
                <w:rFonts w:cs="Arial"/>
                <w:lang w:eastAsia="zh-CN"/>
              </w:rPr>
              <w:t>DC_42A_n257A</w:t>
            </w:r>
          </w:p>
          <w:p w14:paraId="5D7D3A6B" w14:textId="77777777" w:rsidR="00F80484" w:rsidRPr="00E062F1" w:rsidRDefault="00F80484" w:rsidP="00F80484">
            <w:pPr>
              <w:pStyle w:val="TAC"/>
              <w:rPr>
                <w:rFonts w:cs="Arial"/>
                <w:lang w:eastAsia="zh-CN"/>
              </w:rPr>
            </w:pPr>
            <w:r w:rsidRPr="00E062F1">
              <w:rPr>
                <w:rFonts w:cs="Arial"/>
                <w:lang w:eastAsia="zh-CN"/>
              </w:rPr>
              <w:t>DC_42A_n257G</w:t>
            </w:r>
          </w:p>
          <w:p w14:paraId="2837129C" w14:textId="77777777" w:rsidR="00F80484" w:rsidRPr="00E062F1" w:rsidRDefault="00F80484" w:rsidP="00F80484">
            <w:pPr>
              <w:pStyle w:val="TAC"/>
              <w:rPr>
                <w:rFonts w:cs="Arial"/>
                <w:lang w:eastAsia="zh-CN"/>
              </w:rPr>
            </w:pPr>
            <w:r w:rsidRPr="00E062F1">
              <w:rPr>
                <w:rFonts w:cs="Arial"/>
                <w:lang w:eastAsia="zh-CN"/>
              </w:rPr>
              <w:t>DC_42A_n257H</w:t>
            </w:r>
          </w:p>
          <w:p w14:paraId="63D1A830" w14:textId="77777777" w:rsidR="00F80484" w:rsidRPr="00E062F1" w:rsidRDefault="00F80484" w:rsidP="00F80484">
            <w:pPr>
              <w:pStyle w:val="TAC"/>
              <w:rPr>
                <w:rFonts w:cs="Arial"/>
                <w:lang w:eastAsia="zh-CN"/>
              </w:rPr>
            </w:pPr>
            <w:r w:rsidRPr="00E062F1">
              <w:rPr>
                <w:rFonts w:cs="Arial"/>
                <w:lang w:eastAsia="zh-CN"/>
              </w:rPr>
              <w:t>DC_42A_n257I</w:t>
            </w:r>
          </w:p>
          <w:p w14:paraId="7D2E1825" w14:textId="77777777" w:rsidR="00F80484" w:rsidRPr="00E062F1" w:rsidRDefault="00F80484" w:rsidP="00F80484">
            <w:pPr>
              <w:pStyle w:val="TAC"/>
              <w:rPr>
                <w:rFonts w:cs="Arial"/>
                <w:lang w:eastAsia="zh-CN"/>
              </w:rPr>
            </w:pPr>
            <w:r w:rsidRPr="00E062F1">
              <w:rPr>
                <w:rFonts w:cs="Arial"/>
                <w:lang w:eastAsia="zh-CN"/>
              </w:rPr>
              <w:t>DC_42C_n257A</w:t>
            </w:r>
          </w:p>
          <w:p w14:paraId="6C61340E" w14:textId="77777777" w:rsidR="00F80484" w:rsidRPr="00E062F1" w:rsidRDefault="00F80484" w:rsidP="00F80484">
            <w:pPr>
              <w:pStyle w:val="TAC"/>
              <w:rPr>
                <w:rFonts w:cs="Arial"/>
                <w:lang w:eastAsia="zh-CN"/>
              </w:rPr>
            </w:pPr>
            <w:r w:rsidRPr="00E062F1">
              <w:rPr>
                <w:rFonts w:cs="Arial"/>
                <w:lang w:eastAsia="zh-CN"/>
              </w:rPr>
              <w:t>DC_42C_n257G</w:t>
            </w:r>
          </w:p>
          <w:p w14:paraId="6816FD96" w14:textId="77777777" w:rsidR="00F80484" w:rsidRPr="00E062F1" w:rsidRDefault="00F80484" w:rsidP="00F80484">
            <w:pPr>
              <w:pStyle w:val="TAC"/>
              <w:rPr>
                <w:rFonts w:cs="Arial"/>
                <w:lang w:eastAsia="zh-CN"/>
              </w:rPr>
            </w:pPr>
            <w:r w:rsidRPr="00E062F1">
              <w:rPr>
                <w:rFonts w:cs="Arial"/>
                <w:lang w:eastAsia="zh-CN"/>
              </w:rPr>
              <w:t>DC_42C_n257H</w:t>
            </w:r>
          </w:p>
          <w:p w14:paraId="6F2DAF65" w14:textId="2A31CDAB" w:rsidR="00F80484" w:rsidRPr="00E062F1" w:rsidRDefault="00F80484" w:rsidP="00F80484">
            <w:pPr>
              <w:pStyle w:val="TAC"/>
              <w:rPr>
                <w:rFonts w:cs="Arial"/>
                <w:lang w:eastAsia="zh-CN"/>
              </w:rPr>
            </w:pPr>
            <w:r w:rsidRPr="00E062F1">
              <w:rPr>
                <w:rFonts w:cs="Arial"/>
                <w:lang w:eastAsia="zh-CN"/>
              </w:rPr>
              <w:t>DC_42C_n257I</w:t>
            </w:r>
          </w:p>
          <w:p w14:paraId="46AE9C58" w14:textId="77777777" w:rsidR="00F80484" w:rsidRPr="00E062F1" w:rsidRDefault="00F80484" w:rsidP="00F80484">
            <w:pPr>
              <w:pStyle w:val="TAC"/>
              <w:rPr>
                <w:rFonts w:cs="Arial"/>
                <w:lang w:eastAsia="zh-CN"/>
              </w:rPr>
            </w:pPr>
            <w:r w:rsidRPr="00E062F1">
              <w:rPr>
                <w:rFonts w:cs="Arial"/>
                <w:lang w:eastAsia="zh-CN"/>
              </w:rPr>
              <w:t>DC_3A_n78A-n257A</w:t>
            </w:r>
          </w:p>
          <w:p w14:paraId="33B0B01D" w14:textId="77777777" w:rsidR="00F80484" w:rsidRPr="00E062F1" w:rsidRDefault="00F80484" w:rsidP="00F80484">
            <w:pPr>
              <w:pStyle w:val="TAC"/>
              <w:rPr>
                <w:rFonts w:cs="Arial"/>
                <w:lang w:eastAsia="zh-CN"/>
              </w:rPr>
            </w:pPr>
            <w:r w:rsidRPr="00E062F1">
              <w:rPr>
                <w:rFonts w:cs="Arial"/>
                <w:lang w:eastAsia="zh-CN"/>
              </w:rPr>
              <w:t>DC_3A_n78A-n257G</w:t>
            </w:r>
          </w:p>
          <w:p w14:paraId="1C6121B4" w14:textId="77777777" w:rsidR="00F80484" w:rsidRPr="00E062F1" w:rsidRDefault="00F80484" w:rsidP="00F80484">
            <w:pPr>
              <w:pStyle w:val="TAC"/>
              <w:rPr>
                <w:rFonts w:cs="Arial"/>
                <w:lang w:eastAsia="zh-CN"/>
              </w:rPr>
            </w:pPr>
            <w:r w:rsidRPr="00E062F1">
              <w:rPr>
                <w:rFonts w:cs="Arial"/>
                <w:lang w:eastAsia="zh-CN"/>
              </w:rPr>
              <w:t>DC_3A_n78A-n257H</w:t>
            </w:r>
          </w:p>
          <w:p w14:paraId="550B511C" w14:textId="5556AFB6" w:rsidR="00F80484" w:rsidRPr="00E062F1" w:rsidRDefault="00F80484" w:rsidP="00F80484">
            <w:pPr>
              <w:pStyle w:val="TAC"/>
              <w:rPr>
                <w:noProof/>
              </w:rPr>
            </w:pPr>
            <w:r w:rsidRPr="00E062F1">
              <w:rPr>
                <w:rFonts w:cs="Arial"/>
                <w:lang w:eastAsia="zh-CN"/>
              </w:rPr>
              <w:t>DC_3A_n78A-n257I</w:t>
            </w:r>
          </w:p>
        </w:tc>
      </w:tr>
      <w:tr w:rsidR="00F80484" w:rsidRPr="00E062F1" w14:paraId="4B6FF16C" w14:textId="77777777" w:rsidTr="006B3BD2">
        <w:trPr>
          <w:trHeight w:val="187"/>
          <w:jc w:val="center"/>
        </w:trPr>
        <w:tc>
          <w:tcPr>
            <w:tcW w:w="3969" w:type="dxa"/>
            <w:shd w:val="clear" w:color="auto" w:fill="auto"/>
            <w:noWrap/>
            <w:tcMar>
              <w:top w:w="28" w:type="dxa"/>
              <w:left w:w="28" w:type="dxa"/>
              <w:bottom w:w="28" w:type="dxa"/>
              <w:right w:w="28" w:type="dxa"/>
            </w:tcMar>
          </w:tcPr>
          <w:p w14:paraId="493B535A" w14:textId="77777777" w:rsidR="00F80484" w:rsidRPr="00E062F1" w:rsidRDefault="00F80484" w:rsidP="00F80484">
            <w:pPr>
              <w:pStyle w:val="TAC"/>
              <w:rPr>
                <w:rFonts w:cs="Arial"/>
                <w:lang w:eastAsia="zh-CN"/>
              </w:rPr>
            </w:pPr>
            <w:r w:rsidRPr="00E062F1">
              <w:rPr>
                <w:rFonts w:cs="Arial"/>
                <w:lang w:eastAsia="zh-CN"/>
              </w:rPr>
              <w:t>DC_3A-42A_n79A-n257A</w:t>
            </w:r>
          </w:p>
          <w:p w14:paraId="03F98375" w14:textId="77777777" w:rsidR="00F80484" w:rsidRPr="00E062F1" w:rsidRDefault="00F80484" w:rsidP="00F80484">
            <w:pPr>
              <w:pStyle w:val="TAC"/>
              <w:rPr>
                <w:rFonts w:cs="Arial"/>
                <w:lang w:eastAsia="zh-CN"/>
              </w:rPr>
            </w:pPr>
            <w:r w:rsidRPr="00E062F1">
              <w:rPr>
                <w:rFonts w:cs="Arial"/>
                <w:lang w:eastAsia="zh-CN"/>
              </w:rPr>
              <w:t>DC_3A-42A_n79A-n257G</w:t>
            </w:r>
          </w:p>
          <w:p w14:paraId="1634D83A" w14:textId="77777777" w:rsidR="00F80484" w:rsidRPr="00E062F1" w:rsidRDefault="00F80484" w:rsidP="00F80484">
            <w:pPr>
              <w:pStyle w:val="TAC"/>
              <w:rPr>
                <w:rFonts w:cs="Arial"/>
                <w:lang w:eastAsia="zh-CN"/>
              </w:rPr>
            </w:pPr>
            <w:r w:rsidRPr="00E062F1">
              <w:rPr>
                <w:rFonts w:cs="Arial"/>
                <w:lang w:eastAsia="zh-CN"/>
              </w:rPr>
              <w:t>DC_3A-42A_n79A-n257H</w:t>
            </w:r>
          </w:p>
          <w:p w14:paraId="0457EFCE" w14:textId="77777777" w:rsidR="00F80484" w:rsidRPr="00E062F1" w:rsidRDefault="00F80484" w:rsidP="00F80484">
            <w:pPr>
              <w:pStyle w:val="TAC"/>
              <w:rPr>
                <w:rFonts w:cs="Arial"/>
                <w:lang w:eastAsia="zh-CN"/>
              </w:rPr>
            </w:pPr>
            <w:r w:rsidRPr="00E062F1">
              <w:rPr>
                <w:rFonts w:cs="Arial"/>
                <w:lang w:eastAsia="zh-CN"/>
              </w:rPr>
              <w:t>DC_3A-42A_n79A-n257I</w:t>
            </w:r>
          </w:p>
          <w:p w14:paraId="3C97774C" w14:textId="77777777" w:rsidR="00F80484" w:rsidRPr="00E062F1" w:rsidRDefault="00F80484" w:rsidP="00F80484">
            <w:pPr>
              <w:pStyle w:val="TAC"/>
              <w:rPr>
                <w:rFonts w:cs="Arial"/>
                <w:lang w:eastAsia="zh-CN"/>
              </w:rPr>
            </w:pPr>
            <w:r w:rsidRPr="00E062F1">
              <w:rPr>
                <w:rFonts w:cs="Arial"/>
                <w:lang w:eastAsia="zh-CN"/>
              </w:rPr>
              <w:t>DC_3A-42C_n79A-n257A</w:t>
            </w:r>
          </w:p>
          <w:p w14:paraId="19C860B3" w14:textId="77777777" w:rsidR="00F80484" w:rsidRPr="00E062F1" w:rsidRDefault="00F80484" w:rsidP="00F80484">
            <w:pPr>
              <w:pStyle w:val="TAC"/>
              <w:rPr>
                <w:rFonts w:cs="Arial"/>
                <w:lang w:eastAsia="zh-CN"/>
              </w:rPr>
            </w:pPr>
            <w:r w:rsidRPr="00E062F1">
              <w:rPr>
                <w:rFonts w:cs="Arial"/>
                <w:lang w:eastAsia="zh-CN"/>
              </w:rPr>
              <w:t>DC_3A-42C_n79A-n257G</w:t>
            </w:r>
          </w:p>
          <w:p w14:paraId="37326E72" w14:textId="77777777" w:rsidR="00F80484" w:rsidRPr="00E062F1" w:rsidRDefault="00F80484" w:rsidP="00F80484">
            <w:pPr>
              <w:pStyle w:val="TAC"/>
              <w:rPr>
                <w:rFonts w:cs="Arial"/>
                <w:lang w:eastAsia="zh-CN"/>
              </w:rPr>
            </w:pPr>
            <w:r w:rsidRPr="00E062F1">
              <w:rPr>
                <w:rFonts w:cs="Arial"/>
                <w:lang w:eastAsia="zh-CN"/>
              </w:rPr>
              <w:t>DC_3A-42C_n79A-n257H</w:t>
            </w:r>
          </w:p>
          <w:p w14:paraId="6B956EF8" w14:textId="24C3E6D4" w:rsidR="00F80484" w:rsidRPr="00E062F1" w:rsidRDefault="00F80484" w:rsidP="00F80484">
            <w:pPr>
              <w:pStyle w:val="TAC"/>
              <w:rPr>
                <w:rFonts w:cs="Arial"/>
                <w:lang w:eastAsia="zh-CN"/>
              </w:rPr>
            </w:pPr>
            <w:r w:rsidRPr="00E062F1">
              <w:rPr>
                <w:rFonts w:cs="Arial"/>
                <w:lang w:eastAsia="zh-CN"/>
              </w:rPr>
              <w:t>DC_3A-42C_n79A-n257I</w:t>
            </w:r>
          </w:p>
        </w:tc>
        <w:tc>
          <w:tcPr>
            <w:tcW w:w="3969" w:type="dxa"/>
            <w:tcMar>
              <w:top w:w="28" w:type="dxa"/>
              <w:left w:w="28" w:type="dxa"/>
              <w:bottom w:w="28" w:type="dxa"/>
              <w:right w:w="28" w:type="dxa"/>
            </w:tcMar>
          </w:tcPr>
          <w:p w14:paraId="0A7B1D93" w14:textId="77777777" w:rsidR="00F80484" w:rsidRPr="00E062F1" w:rsidRDefault="00F80484" w:rsidP="00F80484">
            <w:pPr>
              <w:pStyle w:val="TAC"/>
              <w:rPr>
                <w:rFonts w:cs="Arial"/>
                <w:lang w:eastAsia="zh-CN"/>
              </w:rPr>
            </w:pPr>
            <w:r w:rsidRPr="00E062F1">
              <w:rPr>
                <w:rFonts w:cs="Arial"/>
                <w:lang w:eastAsia="zh-CN"/>
              </w:rPr>
              <w:t>DC_3A_n79A-n257A</w:t>
            </w:r>
          </w:p>
          <w:p w14:paraId="302A399D" w14:textId="77777777" w:rsidR="00F80484" w:rsidRPr="00E062F1" w:rsidRDefault="00F80484" w:rsidP="00F80484">
            <w:pPr>
              <w:pStyle w:val="TAC"/>
              <w:rPr>
                <w:rFonts w:cs="Arial"/>
                <w:lang w:eastAsia="zh-CN"/>
              </w:rPr>
            </w:pPr>
            <w:r w:rsidRPr="00E062F1">
              <w:rPr>
                <w:rFonts w:cs="Arial"/>
                <w:lang w:eastAsia="zh-CN"/>
              </w:rPr>
              <w:t>DC_3A_n79A-n257G</w:t>
            </w:r>
          </w:p>
          <w:p w14:paraId="5EF11220" w14:textId="77777777" w:rsidR="00F80484" w:rsidRPr="00E062F1" w:rsidRDefault="00F80484" w:rsidP="00F80484">
            <w:pPr>
              <w:pStyle w:val="TAC"/>
              <w:rPr>
                <w:rFonts w:cs="Arial"/>
                <w:lang w:eastAsia="zh-CN"/>
              </w:rPr>
            </w:pPr>
            <w:r w:rsidRPr="00E062F1">
              <w:rPr>
                <w:rFonts w:cs="Arial"/>
                <w:lang w:eastAsia="zh-CN"/>
              </w:rPr>
              <w:t>DC_3A_n79A-n257H</w:t>
            </w:r>
          </w:p>
          <w:p w14:paraId="5ECF229E" w14:textId="61514A83" w:rsidR="00F80484" w:rsidRPr="00E062F1" w:rsidRDefault="00F80484" w:rsidP="00F80484">
            <w:pPr>
              <w:pStyle w:val="TAC"/>
              <w:rPr>
                <w:rFonts w:cs="Arial"/>
                <w:lang w:eastAsia="zh-CN"/>
              </w:rPr>
            </w:pPr>
            <w:r w:rsidRPr="00E062F1">
              <w:rPr>
                <w:rFonts w:cs="Arial"/>
                <w:lang w:eastAsia="zh-CN"/>
              </w:rPr>
              <w:t>DC_3A_n79A-n257I</w:t>
            </w:r>
          </w:p>
        </w:tc>
      </w:tr>
      <w:tr w:rsidR="00F80484" w:rsidRPr="00E062F1" w14:paraId="0599EEA1" w14:textId="77777777" w:rsidTr="006B3BD2">
        <w:trPr>
          <w:trHeight w:val="187"/>
          <w:jc w:val="center"/>
        </w:trPr>
        <w:tc>
          <w:tcPr>
            <w:tcW w:w="3969" w:type="dxa"/>
            <w:shd w:val="clear" w:color="auto" w:fill="auto"/>
            <w:noWrap/>
            <w:tcMar>
              <w:top w:w="28" w:type="dxa"/>
              <w:left w:w="28" w:type="dxa"/>
              <w:bottom w:w="28" w:type="dxa"/>
              <w:right w:w="28" w:type="dxa"/>
            </w:tcMar>
          </w:tcPr>
          <w:p w14:paraId="0BF7A8C0" w14:textId="77777777" w:rsidR="00F80484" w:rsidRPr="00E062F1" w:rsidRDefault="00F80484" w:rsidP="00F80484">
            <w:pPr>
              <w:pStyle w:val="TAC"/>
              <w:rPr>
                <w:rFonts w:eastAsia="Malgun Gothic" w:cs="Arial"/>
                <w:lang w:eastAsia="ko-KR"/>
              </w:rPr>
            </w:pPr>
            <w:r w:rsidRPr="00E062F1">
              <w:rPr>
                <w:rFonts w:cs="Arial"/>
                <w:lang w:eastAsia="zh-CN"/>
              </w:rPr>
              <w:lastRenderedPageBreak/>
              <w:t>DC_3A-42A_n79A</w:t>
            </w:r>
            <w:r w:rsidRPr="00E062F1">
              <w:rPr>
                <w:rFonts w:cs="Arial"/>
                <w:lang w:eastAsia="ja-JP"/>
              </w:rPr>
              <w:t>-</w:t>
            </w:r>
            <w:r w:rsidRPr="00E062F1">
              <w:rPr>
                <w:rFonts w:cs="Arial"/>
                <w:lang w:eastAsia="zh-CN"/>
              </w:rPr>
              <w:t>n257</w:t>
            </w:r>
            <w:r w:rsidRPr="00E062F1">
              <w:rPr>
                <w:rFonts w:eastAsia="Malgun Gothic" w:cs="Arial"/>
                <w:lang w:eastAsia="ko-KR"/>
              </w:rPr>
              <w:t>A</w:t>
            </w:r>
          </w:p>
          <w:p w14:paraId="37118BCB" w14:textId="77777777" w:rsidR="00F80484" w:rsidRPr="00E062F1" w:rsidRDefault="00F80484" w:rsidP="00F80484">
            <w:pPr>
              <w:pStyle w:val="TAC"/>
              <w:rPr>
                <w:rFonts w:eastAsia="Malgun Gothic" w:cs="Arial"/>
                <w:lang w:eastAsia="ko-KR"/>
              </w:rPr>
            </w:pPr>
            <w:r w:rsidRPr="00E062F1">
              <w:rPr>
                <w:rFonts w:cs="Arial"/>
                <w:lang w:eastAsia="zh-CN"/>
              </w:rPr>
              <w:t>DC_3A-42A_n79A</w:t>
            </w:r>
            <w:r w:rsidRPr="00E062F1">
              <w:rPr>
                <w:rFonts w:cs="Arial"/>
                <w:lang w:eastAsia="ja-JP"/>
              </w:rPr>
              <w:t>-</w:t>
            </w:r>
            <w:r w:rsidRPr="00E062F1">
              <w:rPr>
                <w:rFonts w:cs="Arial"/>
                <w:lang w:eastAsia="zh-CN"/>
              </w:rPr>
              <w:t>n257</w:t>
            </w:r>
            <w:r w:rsidRPr="00E062F1">
              <w:rPr>
                <w:rFonts w:eastAsia="Malgun Gothic" w:cs="Arial"/>
                <w:lang w:eastAsia="ko-KR"/>
              </w:rPr>
              <w:t>G</w:t>
            </w:r>
          </w:p>
          <w:p w14:paraId="372CAD82" w14:textId="77777777" w:rsidR="00F80484" w:rsidRPr="00E062F1" w:rsidRDefault="00F80484" w:rsidP="00F80484">
            <w:pPr>
              <w:pStyle w:val="TAC"/>
              <w:rPr>
                <w:rFonts w:eastAsia="Malgun Gothic" w:cs="Arial"/>
                <w:lang w:eastAsia="ko-KR"/>
              </w:rPr>
            </w:pPr>
            <w:r w:rsidRPr="00E062F1">
              <w:rPr>
                <w:rFonts w:cs="Arial"/>
                <w:lang w:eastAsia="zh-CN"/>
              </w:rPr>
              <w:t>DC_3A-42A_n79A</w:t>
            </w:r>
            <w:r w:rsidRPr="00E062F1">
              <w:rPr>
                <w:rFonts w:cs="Arial"/>
                <w:lang w:eastAsia="ja-JP"/>
              </w:rPr>
              <w:t>-</w:t>
            </w:r>
            <w:r w:rsidRPr="00E062F1">
              <w:rPr>
                <w:rFonts w:cs="Arial"/>
                <w:lang w:eastAsia="zh-CN"/>
              </w:rPr>
              <w:t>n257</w:t>
            </w:r>
            <w:r w:rsidRPr="00E062F1">
              <w:rPr>
                <w:rFonts w:eastAsia="Malgun Gothic" w:cs="Arial"/>
                <w:lang w:eastAsia="ko-KR"/>
              </w:rPr>
              <w:t>H</w:t>
            </w:r>
          </w:p>
          <w:p w14:paraId="480927FF" w14:textId="77777777" w:rsidR="00F80484" w:rsidRPr="00E062F1" w:rsidRDefault="00F80484" w:rsidP="00F80484">
            <w:pPr>
              <w:pStyle w:val="TAC"/>
              <w:rPr>
                <w:rFonts w:eastAsia="Malgun Gothic" w:cs="Arial"/>
                <w:lang w:eastAsia="ko-KR"/>
              </w:rPr>
            </w:pPr>
            <w:r w:rsidRPr="00E062F1">
              <w:rPr>
                <w:rFonts w:cs="Arial"/>
                <w:lang w:eastAsia="zh-CN"/>
              </w:rPr>
              <w:t>DC_3A-42A_n79A</w:t>
            </w:r>
            <w:r w:rsidRPr="00E062F1">
              <w:rPr>
                <w:rFonts w:cs="Arial"/>
                <w:lang w:eastAsia="ja-JP"/>
              </w:rPr>
              <w:t>-</w:t>
            </w:r>
            <w:r w:rsidRPr="00E062F1">
              <w:rPr>
                <w:rFonts w:cs="Arial"/>
                <w:lang w:eastAsia="zh-CN"/>
              </w:rPr>
              <w:t>n257</w:t>
            </w:r>
            <w:r w:rsidRPr="00E062F1">
              <w:rPr>
                <w:rFonts w:eastAsia="Malgun Gothic" w:cs="Arial"/>
                <w:lang w:eastAsia="ko-KR"/>
              </w:rPr>
              <w:t>I</w:t>
            </w:r>
          </w:p>
          <w:p w14:paraId="22503E53" w14:textId="77777777" w:rsidR="00F80484" w:rsidRPr="00E062F1" w:rsidRDefault="00F80484" w:rsidP="00F80484">
            <w:pPr>
              <w:pStyle w:val="TAC"/>
              <w:rPr>
                <w:rFonts w:eastAsia="Malgun Gothic" w:cs="Arial"/>
                <w:lang w:eastAsia="ko-KR"/>
              </w:rPr>
            </w:pPr>
            <w:r w:rsidRPr="00E062F1">
              <w:rPr>
                <w:rFonts w:cs="Arial"/>
                <w:lang w:eastAsia="zh-CN"/>
              </w:rPr>
              <w:t>DC_3A-42C_n79A</w:t>
            </w:r>
            <w:r w:rsidRPr="00E062F1">
              <w:rPr>
                <w:rFonts w:cs="Arial"/>
                <w:lang w:eastAsia="ja-JP"/>
              </w:rPr>
              <w:t>-</w:t>
            </w:r>
            <w:r w:rsidRPr="00E062F1">
              <w:rPr>
                <w:rFonts w:cs="Arial"/>
                <w:lang w:eastAsia="zh-CN"/>
              </w:rPr>
              <w:t>n257</w:t>
            </w:r>
            <w:r w:rsidRPr="00E062F1">
              <w:rPr>
                <w:rFonts w:eastAsia="Malgun Gothic" w:cs="Arial"/>
                <w:lang w:eastAsia="ko-KR"/>
              </w:rPr>
              <w:t>A</w:t>
            </w:r>
          </w:p>
          <w:p w14:paraId="7B73C413" w14:textId="77777777" w:rsidR="00F80484" w:rsidRPr="00E062F1" w:rsidRDefault="00F80484" w:rsidP="00F80484">
            <w:pPr>
              <w:pStyle w:val="TAC"/>
              <w:rPr>
                <w:rFonts w:eastAsia="Malgun Gothic" w:cs="Arial"/>
                <w:lang w:eastAsia="ko-KR"/>
              </w:rPr>
            </w:pPr>
            <w:r w:rsidRPr="00E062F1">
              <w:rPr>
                <w:rFonts w:cs="Arial"/>
                <w:lang w:eastAsia="zh-CN"/>
              </w:rPr>
              <w:t>DC_3A-42C_n79A</w:t>
            </w:r>
            <w:r w:rsidRPr="00E062F1">
              <w:rPr>
                <w:rFonts w:cs="Arial"/>
                <w:lang w:eastAsia="ja-JP"/>
              </w:rPr>
              <w:t>-</w:t>
            </w:r>
            <w:r w:rsidRPr="00E062F1">
              <w:rPr>
                <w:rFonts w:cs="Arial"/>
                <w:lang w:eastAsia="zh-CN"/>
              </w:rPr>
              <w:t>n257</w:t>
            </w:r>
            <w:r w:rsidRPr="00E062F1">
              <w:rPr>
                <w:rFonts w:eastAsia="Malgun Gothic" w:cs="Arial"/>
                <w:lang w:eastAsia="ko-KR"/>
              </w:rPr>
              <w:t>G</w:t>
            </w:r>
          </w:p>
          <w:p w14:paraId="23360983" w14:textId="77777777" w:rsidR="00F80484" w:rsidRPr="00E062F1" w:rsidRDefault="00F80484" w:rsidP="00F80484">
            <w:pPr>
              <w:pStyle w:val="TAC"/>
              <w:rPr>
                <w:rFonts w:eastAsia="Malgun Gothic" w:cs="Arial"/>
                <w:lang w:eastAsia="ko-KR"/>
              </w:rPr>
            </w:pPr>
            <w:r w:rsidRPr="00E062F1">
              <w:rPr>
                <w:rFonts w:cs="Arial"/>
                <w:lang w:eastAsia="zh-CN"/>
              </w:rPr>
              <w:t>DC_3A-42C_n79A</w:t>
            </w:r>
            <w:r w:rsidRPr="00E062F1">
              <w:rPr>
                <w:rFonts w:cs="Arial"/>
                <w:lang w:eastAsia="ja-JP"/>
              </w:rPr>
              <w:t>-</w:t>
            </w:r>
            <w:r w:rsidRPr="00E062F1">
              <w:rPr>
                <w:rFonts w:cs="Arial"/>
                <w:lang w:eastAsia="zh-CN"/>
              </w:rPr>
              <w:t>n257</w:t>
            </w:r>
            <w:r w:rsidRPr="00E062F1">
              <w:rPr>
                <w:rFonts w:eastAsia="Malgun Gothic" w:cs="Arial"/>
                <w:lang w:eastAsia="ko-KR"/>
              </w:rPr>
              <w:t>H</w:t>
            </w:r>
          </w:p>
          <w:p w14:paraId="6B179CC3" w14:textId="77777777" w:rsidR="00F80484" w:rsidRPr="00E062F1" w:rsidRDefault="00F80484" w:rsidP="00F80484">
            <w:pPr>
              <w:pStyle w:val="TAC"/>
              <w:rPr>
                <w:rFonts w:cs="Arial"/>
                <w:lang w:eastAsia="zh-CN"/>
              </w:rPr>
            </w:pPr>
            <w:r w:rsidRPr="00E062F1">
              <w:rPr>
                <w:rFonts w:cs="Arial"/>
                <w:lang w:eastAsia="zh-CN"/>
              </w:rPr>
              <w:t>DC_3A-42C_n79A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03E5CB32" w14:textId="77777777" w:rsidR="00F80484" w:rsidRPr="00E062F1" w:rsidRDefault="00F80484" w:rsidP="00F80484">
            <w:pPr>
              <w:pStyle w:val="TAC"/>
              <w:rPr>
                <w:rFonts w:cs="Arial"/>
                <w:lang w:eastAsia="zh-CN"/>
              </w:rPr>
            </w:pPr>
            <w:r w:rsidRPr="00E062F1">
              <w:rPr>
                <w:rFonts w:cs="Arial"/>
                <w:lang w:eastAsia="zh-CN"/>
              </w:rPr>
              <w:t>DC_3A_n79A</w:t>
            </w:r>
          </w:p>
          <w:p w14:paraId="21B0F570" w14:textId="77777777" w:rsidR="00F80484" w:rsidRPr="00E062F1" w:rsidRDefault="00F80484" w:rsidP="00F80484">
            <w:pPr>
              <w:pStyle w:val="TAC"/>
              <w:rPr>
                <w:rFonts w:cs="Arial"/>
                <w:lang w:eastAsia="zh-CN"/>
              </w:rPr>
            </w:pPr>
            <w:r w:rsidRPr="00E062F1">
              <w:rPr>
                <w:rFonts w:cs="Arial"/>
                <w:lang w:eastAsia="zh-CN"/>
              </w:rPr>
              <w:t>DC_3A_n257A</w:t>
            </w:r>
          </w:p>
          <w:p w14:paraId="1CC48CFA" w14:textId="77777777" w:rsidR="00F80484" w:rsidRPr="00E062F1" w:rsidRDefault="00F80484" w:rsidP="00F80484">
            <w:pPr>
              <w:pStyle w:val="TAC"/>
              <w:rPr>
                <w:rFonts w:cs="Arial"/>
                <w:lang w:eastAsia="zh-CN"/>
              </w:rPr>
            </w:pPr>
            <w:r w:rsidRPr="00E062F1">
              <w:rPr>
                <w:rFonts w:cs="Arial"/>
                <w:lang w:eastAsia="zh-CN"/>
              </w:rPr>
              <w:t>DC_3A_n257G</w:t>
            </w:r>
          </w:p>
          <w:p w14:paraId="3B610AA4" w14:textId="77777777" w:rsidR="00F80484" w:rsidRPr="00E062F1" w:rsidRDefault="00F80484" w:rsidP="00F80484">
            <w:pPr>
              <w:pStyle w:val="TAC"/>
              <w:rPr>
                <w:rFonts w:cs="Arial"/>
                <w:lang w:eastAsia="zh-CN"/>
              </w:rPr>
            </w:pPr>
            <w:r w:rsidRPr="00E062F1">
              <w:rPr>
                <w:rFonts w:cs="Arial"/>
                <w:lang w:eastAsia="zh-CN"/>
              </w:rPr>
              <w:t>DC_3A_n257H</w:t>
            </w:r>
          </w:p>
          <w:p w14:paraId="14E21BC9" w14:textId="77777777" w:rsidR="00F80484" w:rsidRPr="00E062F1" w:rsidRDefault="00F80484" w:rsidP="00F80484">
            <w:pPr>
              <w:pStyle w:val="TAC"/>
              <w:rPr>
                <w:rFonts w:cs="Arial"/>
                <w:lang w:eastAsia="zh-CN"/>
              </w:rPr>
            </w:pPr>
            <w:r w:rsidRPr="00E062F1">
              <w:rPr>
                <w:rFonts w:cs="Arial"/>
                <w:lang w:eastAsia="zh-CN"/>
              </w:rPr>
              <w:t>DC_3A_n257I</w:t>
            </w:r>
          </w:p>
          <w:p w14:paraId="41509834" w14:textId="77777777" w:rsidR="00F80484" w:rsidRPr="00E062F1" w:rsidRDefault="00F80484" w:rsidP="00F80484">
            <w:pPr>
              <w:pStyle w:val="TAC"/>
              <w:rPr>
                <w:rFonts w:cs="Arial"/>
                <w:lang w:eastAsia="zh-CN"/>
              </w:rPr>
            </w:pPr>
            <w:r w:rsidRPr="00E062F1">
              <w:rPr>
                <w:rFonts w:cs="Arial"/>
                <w:lang w:eastAsia="zh-CN"/>
              </w:rPr>
              <w:t>DC_42A_n257A</w:t>
            </w:r>
          </w:p>
          <w:p w14:paraId="4BEBE6D8" w14:textId="77777777" w:rsidR="00F80484" w:rsidRPr="00E062F1" w:rsidRDefault="00F80484" w:rsidP="00F80484">
            <w:pPr>
              <w:pStyle w:val="TAC"/>
              <w:rPr>
                <w:rFonts w:cs="Arial"/>
                <w:lang w:eastAsia="zh-CN"/>
              </w:rPr>
            </w:pPr>
            <w:r w:rsidRPr="00E062F1">
              <w:rPr>
                <w:rFonts w:cs="Arial"/>
                <w:lang w:eastAsia="zh-CN"/>
              </w:rPr>
              <w:t>DC_42A_n257G</w:t>
            </w:r>
          </w:p>
          <w:p w14:paraId="3403D226" w14:textId="77777777" w:rsidR="00F80484" w:rsidRPr="00E062F1" w:rsidRDefault="00F80484" w:rsidP="00F80484">
            <w:pPr>
              <w:pStyle w:val="TAC"/>
              <w:rPr>
                <w:rFonts w:cs="Arial"/>
                <w:lang w:eastAsia="zh-CN"/>
              </w:rPr>
            </w:pPr>
            <w:r w:rsidRPr="00E062F1">
              <w:rPr>
                <w:rFonts w:cs="Arial"/>
                <w:lang w:eastAsia="zh-CN"/>
              </w:rPr>
              <w:t>DC_42A_n257H</w:t>
            </w:r>
          </w:p>
          <w:p w14:paraId="11A1C1F1" w14:textId="77777777" w:rsidR="00F80484" w:rsidRPr="00E062F1" w:rsidRDefault="00F80484" w:rsidP="00F80484">
            <w:pPr>
              <w:pStyle w:val="TAC"/>
              <w:rPr>
                <w:rFonts w:cs="Arial"/>
                <w:lang w:eastAsia="zh-CN"/>
              </w:rPr>
            </w:pPr>
            <w:r w:rsidRPr="00E062F1">
              <w:rPr>
                <w:rFonts w:cs="Arial"/>
                <w:lang w:eastAsia="zh-CN"/>
              </w:rPr>
              <w:t>DC_42A_n257I</w:t>
            </w:r>
          </w:p>
        </w:tc>
      </w:tr>
      <w:tr w:rsidR="00F80484" w:rsidRPr="00E062F1" w14:paraId="37A0F323" w14:textId="77777777" w:rsidTr="006B3BD2">
        <w:trPr>
          <w:trHeight w:val="187"/>
          <w:jc w:val="center"/>
        </w:trPr>
        <w:tc>
          <w:tcPr>
            <w:tcW w:w="3969" w:type="dxa"/>
            <w:shd w:val="clear" w:color="auto" w:fill="auto"/>
            <w:noWrap/>
            <w:tcMar>
              <w:top w:w="28" w:type="dxa"/>
              <w:left w:w="28" w:type="dxa"/>
              <w:bottom w:w="28" w:type="dxa"/>
              <w:right w:w="28" w:type="dxa"/>
            </w:tcMar>
          </w:tcPr>
          <w:p w14:paraId="7D64532D" w14:textId="77777777" w:rsidR="00F80484" w:rsidRPr="00E062F1" w:rsidRDefault="00F80484" w:rsidP="00F80484">
            <w:pPr>
              <w:pStyle w:val="TAC"/>
              <w:rPr>
                <w:noProof/>
              </w:rPr>
            </w:pPr>
            <w:r w:rsidRPr="00E062F1">
              <w:rPr>
                <w:noProof/>
              </w:rPr>
              <w:t>DC_5A-7A_n78A-n257A</w:t>
            </w:r>
          </w:p>
          <w:p w14:paraId="0CD7EA80" w14:textId="77777777" w:rsidR="00F80484" w:rsidRPr="00E062F1" w:rsidRDefault="00F80484" w:rsidP="00F80484">
            <w:pPr>
              <w:pStyle w:val="TAC"/>
              <w:rPr>
                <w:rFonts w:eastAsia="Malgun Gothic"/>
                <w:noProof/>
                <w:lang w:eastAsia="ko-KR"/>
              </w:rPr>
            </w:pPr>
            <w:r w:rsidRPr="00E062F1">
              <w:rPr>
                <w:noProof/>
                <w:lang w:eastAsia="zh-CN"/>
              </w:rPr>
              <w:t>DC_5A-7A_n78A-n257D</w:t>
            </w:r>
          </w:p>
          <w:p w14:paraId="524BDB6F" w14:textId="77777777" w:rsidR="00F80484" w:rsidRPr="00E062F1" w:rsidRDefault="00F80484" w:rsidP="00F80484">
            <w:pPr>
              <w:pStyle w:val="TAC"/>
              <w:rPr>
                <w:rFonts w:eastAsia="Malgun Gothic"/>
                <w:noProof/>
                <w:lang w:eastAsia="ko-KR"/>
              </w:rPr>
            </w:pPr>
            <w:r w:rsidRPr="00E062F1">
              <w:rPr>
                <w:noProof/>
                <w:lang w:eastAsia="zh-CN"/>
              </w:rPr>
              <w:t>DC_5A-7A_n78A-n257E</w:t>
            </w:r>
          </w:p>
          <w:p w14:paraId="432E0E3C" w14:textId="77777777" w:rsidR="00F80484" w:rsidRPr="00E062F1" w:rsidRDefault="00F80484" w:rsidP="00F80484">
            <w:pPr>
              <w:pStyle w:val="TAC"/>
              <w:rPr>
                <w:rFonts w:eastAsia="Malgun Gothic"/>
                <w:noProof/>
                <w:lang w:eastAsia="ko-KR"/>
              </w:rPr>
            </w:pPr>
            <w:r w:rsidRPr="00E062F1">
              <w:rPr>
                <w:noProof/>
                <w:lang w:eastAsia="zh-CN"/>
              </w:rPr>
              <w:t>DC_5A-7A_n78A-n257F</w:t>
            </w:r>
          </w:p>
          <w:p w14:paraId="58E4F6A0" w14:textId="77777777" w:rsidR="00F80484" w:rsidRPr="00E062F1" w:rsidRDefault="00F80484" w:rsidP="00F80484">
            <w:pPr>
              <w:pStyle w:val="TAC"/>
              <w:rPr>
                <w:rFonts w:eastAsia="Malgun Gothic"/>
                <w:noProof/>
                <w:lang w:eastAsia="ko-KR"/>
              </w:rPr>
            </w:pPr>
            <w:r w:rsidRPr="00E062F1">
              <w:rPr>
                <w:noProof/>
                <w:lang w:eastAsia="zh-CN"/>
              </w:rPr>
              <w:t>DC_5A-7A_n78A-n257G</w:t>
            </w:r>
          </w:p>
          <w:p w14:paraId="62D6485E" w14:textId="77777777" w:rsidR="00F80484" w:rsidRPr="00E062F1" w:rsidRDefault="00F80484" w:rsidP="00F80484">
            <w:pPr>
              <w:pStyle w:val="TAC"/>
              <w:rPr>
                <w:rFonts w:eastAsia="Malgun Gothic"/>
                <w:noProof/>
                <w:lang w:eastAsia="ko-KR"/>
              </w:rPr>
            </w:pPr>
            <w:r w:rsidRPr="00E062F1">
              <w:rPr>
                <w:noProof/>
                <w:lang w:eastAsia="zh-CN"/>
              </w:rPr>
              <w:t>DC_5A-7A_n78A-n257H</w:t>
            </w:r>
          </w:p>
          <w:p w14:paraId="51A31BBC" w14:textId="77777777" w:rsidR="00F80484" w:rsidRPr="00E062F1" w:rsidRDefault="00F80484" w:rsidP="00F80484">
            <w:pPr>
              <w:pStyle w:val="TAC"/>
              <w:rPr>
                <w:rFonts w:eastAsia="Malgun Gothic"/>
                <w:noProof/>
                <w:lang w:eastAsia="ko-KR"/>
              </w:rPr>
            </w:pPr>
            <w:r w:rsidRPr="00E062F1">
              <w:rPr>
                <w:noProof/>
                <w:lang w:eastAsia="zh-CN"/>
              </w:rPr>
              <w:t>DC_5A-7A_n78A-n257I</w:t>
            </w:r>
          </w:p>
          <w:p w14:paraId="796BD01D" w14:textId="77777777" w:rsidR="00F80484" w:rsidRPr="00E062F1" w:rsidRDefault="00F80484" w:rsidP="00F80484">
            <w:pPr>
              <w:pStyle w:val="TAC"/>
              <w:rPr>
                <w:rFonts w:eastAsia="Malgun Gothic"/>
                <w:noProof/>
                <w:lang w:eastAsia="ko-KR"/>
              </w:rPr>
            </w:pPr>
            <w:r w:rsidRPr="00E062F1">
              <w:rPr>
                <w:noProof/>
                <w:lang w:eastAsia="zh-CN"/>
              </w:rPr>
              <w:t>DC_5A-7A_n78A-n257J</w:t>
            </w:r>
          </w:p>
          <w:p w14:paraId="381BDA0D" w14:textId="77777777" w:rsidR="00F80484" w:rsidRPr="00E062F1" w:rsidRDefault="00F80484" w:rsidP="00F80484">
            <w:pPr>
              <w:pStyle w:val="TAC"/>
              <w:rPr>
                <w:rFonts w:eastAsia="Malgun Gothic"/>
                <w:noProof/>
                <w:lang w:eastAsia="ko-KR"/>
              </w:rPr>
            </w:pPr>
            <w:r w:rsidRPr="00E062F1">
              <w:rPr>
                <w:noProof/>
                <w:lang w:eastAsia="zh-CN"/>
              </w:rPr>
              <w:t>DC_5A-7A_n78A-n257K</w:t>
            </w:r>
          </w:p>
          <w:p w14:paraId="1F8905C2" w14:textId="77777777" w:rsidR="00F80484" w:rsidRPr="00E062F1" w:rsidRDefault="00F80484" w:rsidP="00F80484">
            <w:pPr>
              <w:pStyle w:val="TAC"/>
              <w:rPr>
                <w:rFonts w:eastAsia="Malgun Gothic"/>
                <w:noProof/>
                <w:lang w:eastAsia="ko-KR"/>
              </w:rPr>
            </w:pPr>
            <w:r w:rsidRPr="00E062F1">
              <w:rPr>
                <w:noProof/>
                <w:lang w:eastAsia="zh-CN"/>
              </w:rPr>
              <w:t>DC_5A-7A_n78A-n257L</w:t>
            </w:r>
          </w:p>
          <w:p w14:paraId="66AE9F91" w14:textId="77777777" w:rsidR="00F80484" w:rsidRPr="00E062F1" w:rsidRDefault="00F80484" w:rsidP="00F80484">
            <w:pPr>
              <w:pStyle w:val="TAC"/>
              <w:rPr>
                <w:noProof/>
              </w:rPr>
            </w:pPr>
            <w:r w:rsidRPr="00E062F1">
              <w:rPr>
                <w:noProof/>
                <w:lang w:eastAsia="zh-CN"/>
              </w:rPr>
              <w:t>DC_5A-7A_n78A-n257M</w:t>
            </w:r>
          </w:p>
        </w:tc>
        <w:tc>
          <w:tcPr>
            <w:tcW w:w="3969" w:type="dxa"/>
            <w:tcMar>
              <w:top w:w="28" w:type="dxa"/>
              <w:left w:w="28" w:type="dxa"/>
              <w:bottom w:w="28" w:type="dxa"/>
              <w:right w:w="28" w:type="dxa"/>
            </w:tcMar>
          </w:tcPr>
          <w:p w14:paraId="542C7170" w14:textId="77777777" w:rsidR="00F80484" w:rsidRPr="00E062F1" w:rsidRDefault="00F80484" w:rsidP="00F80484">
            <w:pPr>
              <w:pStyle w:val="TAC"/>
              <w:rPr>
                <w:noProof/>
              </w:rPr>
            </w:pPr>
            <w:r w:rsidRPr="00E062F1">
              <w:rPr>
                <w:noProof/>
              </w:rPr>
              <w:t>DC_5A_n78A</w:t>
            </w:r>
          </w:p>
          <w:p w14:paraId="4808C7E1" w14:textId="77777777" w:rsidR="00F80484" w:rsidRPr="00E062F1" w:rsidRDefault="00F80484" w:rsidP="00F80484">
            <w:pPr>
              <w:pStyle w:val="TAC"/>
              <w:rPr>
                <w:noProof/>
              </w:rPr>
            </w:pPr>
            <w:r w:rsidRPr="00E062F1">
              <w:rPr>
                <w:noProof/>
              </w:rPr>
              <w:t>DC_5A_n257A</w:t>
            </w:r>
          </w:p>
          <w:p w14:paraId="13E8D5B0" w14:textId="77777777" w:rsidR="00F80484" w:rsidRPr="00E062F1" w:rsidRDefault="00F80484" w:rsidP="00F80484">
            <w:pPr>
              <w:pStyle w:val="TAC"/>
              <w:rPr>
                <w:noProof/>
              </w:rPr>
            </w:pPr>
            <w:r w:rsidRPr="00E062F1">
              <w:rPr>
                <w:noProof/>
              </w:rPr>
              <w:t>DC_7A_n78A</w:t>
            </w:r>
          </w:p>
          <w:p w14:paraId="665A7755" w14:textId="77777777" w:rsidR="00F80484" w:rsidRPr="00E062F1" w:rsidRDefault="00F80484" w:rsidP="00F80484">
            <w:pPr>
              <w:pStyle w:val="TAC"/>
              <w:rPr>
                <w:noProof/>
              </w:rPr>
            </w:pPr>
            <w:r w:rsidRPr="00E062F1">
              <w:rPr>
                <w:noProof/>
              </w:rPr>
              <w:t>DC_7A_n257A</w:t>
            </w:r>
          </w:p>
        </w:tc>
      </w:tr>
      <w:tr w:rsidR="00F80484" w:rsidRPr="00E062F1" w14:paraId="4F4F36DE" w14:textId="77777777" w:rsidTr="006B3BD2">
        <w:trPr>
          <w:trHeight w:val="187"/>
          <w:jc w:val="center"/>
        </w:trPr>
        <w:tc>
          <w:tcPr>
            <w:tcW w:w="3969" w:type="dxa"/>
            <w:shd w:val="clear" w:color="auto" w:fill="auto"/>
            <w:noWrap/>
            <w:tcMar>
              <w:top w:w="28" w:type="dxa"/>
              <w:left w:w="28" w:type="dxa"/>
              <w:bottom w:w="28" w:type="dxa"/>
              <w:right w:w="28" w:type="dxa"/>
            </w:tcMar>
          </w:tcPr>
          <w:p w14:paraId="349C57D6" w14:textId="77777777" w:rsidR="00F80484" w:rsidRPr="00E062F1" w:rsidRDefault="00F80484" w:rsidP="00F80484">
            <w:pPr>
              <w:pStyle w:val="TAC"/>
              <w:rPr>
                <w:noProof/>
              </w:rPr>
            </w:pPr>
            <w:r w:rsidRPr="00E062F1">
              <w:rPr>
                <w:noProof/>
              </w:rPr>
              <w:t>DC_5A-7A-7A_n78A-n257A</w:t>
            </w:r>
          </w:p>
          <w:p w14:paraId="6CE28993" w14:textId="77777777" w:rsidR="00F80484" w:rsidRPr="00E062F1" w:rsidRDefault="00F80484" w:rsidP="00F80484">
            <w:pPr>
              <w:pStyle w:val="TAC"/>
              <w:rPr>
                <w:lang w:eastAsia="fi-FI"/>
              </w:rPr>
            </w:pPr>
            <w:r w:rsidRPr="00E062F1">
              <w:rPr>
                <w:noProof/>
                <w:lang w:eastAsia="zh-CN"/>
              </w:rPr>
              <w:t>DC_5A-7A-7A_n78A-n257D</w:t>
            </w:r>
          </w:p>
          <w:p w14:paraId="49C4CEA1" w14:textId="77777777" w:rsidR="00F80484" w:rsidRPr="00E062F1" w:rsidRDefault="00F80484" w:rsidP="00F80484">
            <w:pPr>
              <w:pStyle w:val="TAC"/>
              <w:rPr>
                <w:lang w:eastAsia="fi-FI"/>
              </w:rPr>
            </w:pPr>
            <w:r w:rsidRPr="00E062F1">
              <w:rPr>
                <w:noProof/>
                <w:lang w:eastAsia="zh-CN"/>
              </w:rPr>
              <w:t>DC_5A-7A-7A_n78A-n257E</w:t>
            </w:r>
          </w:p>
          <w:p w14:paraId="1E37C4A4" w14:textId="77777777" w:rsidR="00F80484" w:rsidRPr="00E062F1" w:rsidRDefault="00F80484" w:rsidP="00F80484">
            <w:pPr>
              <w:pStyle w:val="TAC"/>
              <w:rPr>
                <w:lang w:eastAsia="fi-FI"/>
              </w:rPr>
            </w:pPr>
            <w:r w:rsidRPr="00E062F1">
              <w:rPr>
                <w:noProof/>
                <w:lang w:eastAsia="zh-CN"/>
              </w:rPr>
              <w:t>DC_5A-7A-7A_n78A-n257F</w:t>
            </w:r>
          </w:p>
          <w:p w14:paraId="5C7F8C5C" w14:textId="77777777" w:rsidR="00F80484" w:rsidRPr="00E062F1" w:rsidRDefault="00F80484" w:rsidP="00F80484">
            <w:pPr>
              <w:pStyle w:val="TAC"/>
              <w:rPr>
                <w:lang w:eastAsia="fi-FI"/>
              </w:rPr>
            </w:pPr>
            <w:r w:rsidRPr="00E062F1">
              <w:rPr>
                <w:noProof/>
                <w:lang w:eastAsia="zh-CN"/>
              </w:rPr>
              <w:t>DC_5A-7A-7A_n78A-n257G</w:t>
            </w:r>
          </w:p>
          <w:p w14:paraId="24389BE3" w14:textId="77777777" w:rsidR="00F80484" w:rsidRPr="00E062F1" w:rsidRDefault="00F80484" w:rsidP="00F80484">
            <w:pPr>
              <w:pStyle w:val="TAC"/>
              <w:rPr>
                <w:lang w:eastAsia="fi-FI"/>
              </w:rPr>
            </w:pPr>
            <w:r w:rsidRPr="00E062F1">
              <w:rPr>
                <w:noProof/>
                <w:lang w:eastAsia="zh-CN"/>
              </w:rPr>
              <w:t>DC_5A-7A-7A_n78A-n257H</w:t>
            </w:r>
          </w:p>
          <w:p w14:paraId="2AC10D9C" w14:textId="77777777" w:rsidR="00F80484" w:rsidRPr="00E062F1" w:rsidRDefault="00F80484" w:rsidP="00F80484">
            <w:pPr>
              <w:pStyle w:val="TAC"/>
              <w:rPr>
                <w:lang w:eastAsia="fi-FI"/>
              </w:rPr>
            </w:pPr>
            <w:r w:rsidRPr="00E062F1">
              <w:rPr>
                <w:noProof/>
                <w:lang w:eastAsia="zh-CN"/>
              </w:rPr>
              <w:t>DC_5A-7A-7A_n78A-n257I</w:t>
            </w:r>
          </w:p>
          <w:p w14:paraId="4B33F1B6" w14:textId="77777777" w:rsidR="00F80484" w:rsidRPr="00E062F1" w:rsidRDefault="00F80484" w:rsidP="00F80484">
            <w:pPr>
              <w:pStyle w:val="TAC"/>
              <w:rPr>
                <w:lang w:eastAsia="fi-FI"/>
              </w:rPr>
            </w:pPr>
            <w:r w:rsidRPr="00E062F1">
              <w:rPr>
                <w:noProof/>
                <w:lang w:eastAsia="zh-CN"/>
              </w:rPr>
              <w:t>DC_5A-7A-7A_n78A-n257J</w:t>
            </w:r>
          </w:p>
          <w:p w14:paraId="22CCBD5E" w14:textId="77777777" w:rsidR="00F80484" w:rsidRPr="00E062F1" w:rsidRDefault="00F80484" w:rsidP="00F80484">
            <w:pPr>
              <w:pStyle w:val="TAC"/>
              <w:rPr>
                <w:lang w:eastAsia="fi-FI"/>
              </w:rPr>
            </w:pPr>
            <w:r w:rsidRPr="00E062F1">
              <w:rPr>
                <w:noProof/>
                <w:lang w:eastAsia="zh-CN"/>
              </w:rPr>
              <w:t>DC_5A-7A-7A_n78A-n257K</w:t>
            </w:r>
          </w:p>
          <w:p w14:paraId="2389885B" w14:textId="77777777" w:rsidR="00F80484" w:rsidRPr="00E062F1" w:rsidRDefault="00F80484" w:rsidP="00F80484">
            <w:pPr>
              <w:pStyle w:val="TAC"/>
              <w:rPr>
                <w:lang w:eastAsia="fi-FI"/>
              </w:rPr>
            </w:pPr>
            <w:r w:rsidRPr="00E062F1">
              <w:rPr>
                <w:noProof/>
                <w:lang w:eastAsia="zh-CN"/>
              </w:rPr>
              <w:t>DC_5A-7A-7A_n78A-n257L</w:t>
            </w:r>
          </w:p>
          <w:p w14:paraId="6E40D04A" w14:textId="77777777" w:rsidR="00F80484" w:rsidRPr="00E062F1" w:rsidRDefault="00F80484" w:rsidP="00F80484">
            <w:pPr>
              <w:pStyle w:val="TAC"/>
              <w:rPr>
                <w:noProof/>
              </w:rPr>
            </w:pPr>
            <w:r w:rsidRPr="00E062F1">
              <w:rPr>
                <w:noProof/>
                <w:lang w:eastAsia="zh-CN"/>
              </w:rPr>
              <w:t>DC_5A-7A-7A_n78A-n257M</w:t>
            </w:r>
          </w:p>
        </w:tc>
        <w:tc>
          <w:tcPr>
            <w:tcW w:w="3969" w:type="dxa"/>
            <w:tcMar>
              <w:top w:w="28" w:type="dxa"/>
              <w:left w:w="28" w:type="dxa"/>
              <w:bottom w:w="28" w:type="dxa"/>
              <w:right w:w="28" w:type="dxa"/>
            </w:tcMar>
          </w:tcPr>
          <w:p w14:paraId="4783A0CA" w14:textId="77777777" w:rsidR="00F80484" w:rsidRPr="00E062F1" w:rsidRDefault="00F80484" w:rsidP="00F80484">
            <w:pPr>
              <w:pStyle w:val="TAC"/>
              <w:rPr>
                <w:noProof/>
              </w:rPr>
            </w:pPr>
            <w:r w:rsidRPr="00E062F1">
              <w:rPr>
                <w:noProof/>
              </w:rPr>
              <w:t>DC_5A_n78A</w:t>
            </w:r>
          </w:p>
          <w:p w14:paraId="1FBC539B" w14:textId="77777777" w:rsidR="00F80484" w:rsidRPr="00E062F1" w:rsidRDefault="00F80484" w:rsidP="00F80484">
            <w:pPr>
              <w:pStyle w:val="TAC"/>
              <w:rPr>
                <w:noProof/>
              </w:rPr>
            </w:pPr>
            <w:r w:rsidRPr="00E062F1">
              <w:rPr>
                <w:noProof/>
              </w:rPr>
              <w:t>DC_5A_n257A</w:t>
            </w:r>
          </w:p>
          <w:p w14:paraId="16E01C34" w14:textId="77777777" w:rsidR="00F80484" w:rsidRPr="00E062F1" w:rsidRDefault="00F80484" w:rsidP="00F80484">
            <w:pPr>
              <w:pStyle w:val="TAC"/>
              <w:rPr>
                <w:noProof/>
              </w:rPr>
            </w:pPr>
            <w:r w:rsidRPr="00E062F1">
              <w:rPr>
                <w:noProof/>
              </w:rPr>
              <w:t>DC_7A_n78A</w:t>
            </w:r>
          </w:p>
          <w:p w14:paraId="2EA6C7E4" w14:textId="77777777" w:rsidR="00F80484" w:rsidRPr="00E062F1" w:rsidRDefault="00F80484" w:rsidP="00F80484">
            <w:pPr>
              <w:pStyle w:val="TAC"/>
              <w:rPr>
                <w:noProof/>
              </w:rPr>
            </w:pPr>
            <w:r w:rsidRPr="00E062F1">
              <w:rPr>
                <w:noProof/>
              </w:rPr>
              <w:t>DC_7A_n257A</w:t>
            </w:r>
          </w:p>
        </w:tc>
      </w:tr>
      <w:tr w:rsidR="00F80484" w:rsidRPr="00E062F1" w14:paraId="0E86E2BC" w14:textId="77777777" w:rsidTr="006B3BD2">
        <w:trPr>
          <w:trHeight w:val="187"/>
          <w:jc w:val="center"/>
        </w:trPr>
        <w:tc>
          <w:tcPr>
            <w:tcW w:w="3969" w:type="dxa"/>
            <w:shd w:val="clear" w:color="auto" w:fill="auto"/>
            <w:noWrap/>
            <w:tcMar>
              <w:top w:w="28" w:type="dxa"/>
              <w:left w:w="28" w:type="dxa"/>
              <w:bottom w:w="28" w:type="dxa"/>
              <w:right w:w="28" w:type="dxa"/>
            </w:tcMar>
          </w:tcPr>
          <w:p w14:paraId="2CF8AF9A" w14:textId="4A0D16F7" w:rsidR="00F80484" w:rsidRPr="00E062F1" w:rsidRDefault="00F80484" w:rsidP="00F80484">
            <w:pPr>
              <w:pStyle w:val="TAC"/>
              <w:rPr>
                <w:rFonts w:cs="Arial"/>
                <w:szCs w:val="18"/>
              </w:rPr>
            </w:pPr>
            <w:r w:rsidRPr="00E062F1">
              <w:rPr>
                <w:rFonts w:cs="Arial"/>
                <w:szCs w:val="18"/>
              </w:rPr>
              <w:t>DC_8A-11A_n77A-n257A</w:t>
            </w:r>
            <w:r>
              <w:rPr>
                <w:rFonts w:hint="eastAsia"/>
                <w:vertAlign w:val="superscript"/>
                <w:lang w:eastAsia="zh-TW"/>
              </w:rPr>
              <w:t>2</w:t>
            </w:r>
          </w:p>
          <w:p w14:paraId="5B756F53" w14:textId="4EA8C710" w:rsidR="00F80484" w:rsidRPr="00E062F1" w:rsidRDefault="00F80484" w:rsidP="00F80484">
            <w:pPr>
              <w:pStyle w:val="TAC"/>
              <w:rPr>
                <w:rFonts w:cs="Arial"/>
                <w:szCs w:val="18"/>
              </w:rPr>
            </w:pPr>
            <w:r w:rsidRPr="00E062F1">
              <w:rPr>
                <w:rFonts w:cs="Arial"/>
                <w:szCs w:val="18"/>
              </w:rPr>
              <w:t>DC_8A-11A_n77A-n257D</w:t>
            </w:r>
            <w:r>
              <w:rPr>
                <w:rFonts w:hint="eastAsia"/>
                <w:vertAlign w:val="superscript"/>
                <w:lang w:eastAsia="zh-TW"/>
              </w:rPr>
              <w:t>2</w:t>
            </w:r>
          </w:p>
          <w:p w14:paraId="433CAED3" w14:textId="0A8C0C36" w:rsidR="00F80484" w:rsidRPr="00E062F1" w:rsidRDefault="00F80484" w:rsidP="00F80484">
            <w:pPr>
              <w:pStyle w:val="TAC"/>
              <w:rPr>
                <w:rFonts w:cs="Arial"/>
                <w:szCs w:val="18"/>
              </w:rPr>
            </w:pPr>
            <w:r w:rsidRPr="00E062F1">
              <w:rPr>
                <w:rFonts w:cs="Arial"/>
                <w:szCs w:val="18"/>
              </w:rPr>
              <w:t>DC_8A-11A_n77A-n257G</w:t>
            </w:r>
            <w:r>
              <w:rPr>
                <w:rFonts w:hint="eastAsia"/>
                <w:vertAlign w:val="superscript"/>
                <w:lang w:eastAsia="zh-TW"/>
              </w:rPr>
              <w:t>2</w:t>
            </w:r>
          </w:p>
          <w:p w14:paraId="0A0BAF2B" w14:textId="44C3FDB0" w:rsidR="00F80484" w:rsidRPr="00E062F1" w:rsidRDefault="00F80484" w:rsidP="00F80484">
            <w:pPr>
              <w:pStyle w:val="TAC"/>
              <w:rPr>
                <w:rFonts w:cs="Arial"/>
                <w:szCs w:val="18"/>
              </w:rPr>
            </w:pPr>
            <w:r w:rsidRPr="00E062F1">
              <w:rPr>
                <w:rFonts w:cs="Arial"/>
                <w:szCs w:val="18"/>
              </w:rPr>
              <w:t>DC_8A-11A_n77A-n257H</w:t>
            </w:r>
            <w:r>
              <w:rPr>
                <w:rFonts w:hint="eastAsia"/>
                <w:vertAlign w:val="superscript"/>
                <w:lang w:eastAsia="zh-TW"/>
              </w:rPr>
              <w:t>2</w:t>
            </w:r>
          </w:p>
          <w:p w14:paraId="7D4BC847" w14:textId="66DECBEB" w:rsidR="00F80484" w:rsidRPr="00E062F1" w:rsidRDefault="00F80484" w:rsidP="00F80484">
            <w:pPr>
              <w:pStyle w:val="TAC"/>
              <w:rPr>
                <w:noProof/>
              </w:rPr>
            </w:pPr>
            <w:r w:rsidRPr="00E062F1">
              <w:rPr>
                <w:rFonts w:cs="Arial"/>
                <w:szCs w:val="18"/>
              </w:rPr>
              <w:t>DC_8A-11A_n77A-n257I</w:t>
            </w:r>
            <w:r>
              <w:rPr>
                <w:rFonts w:hint="eastAsia"/>
                <w:vertAlign w:val="superscript"/>
                <w:lang w:eastAsia="zh-TW"/>
              </w:rPr>
              <w:t>2</w:t>
            </w:r>
          </w:p>
        </w:tc>
        <w:tc>
          <w:tcPr>
            <w:tcW w:w="3969" w:type="dxa"/>
            <w:tcMar>
              <w:top w:w="28" w:type="dxa"/>
              <w:left w:w="28" w:type="dxa"/>
              <w:bottom w:w="28" w:type="dxa"/>
              <w:right w:w="28" w:type="dxa"/>
            </w:tcMar>
          </w:tcPr>
          <w:p w14:paraId="5F4F4CD1" w14:textId="77777777" w:rsidR="00F80484" w:rsidRPr="00E062F1" w:rsidRDefault="00F80484" w:rsidP="00F80484">
            <w:pPr>
              <w:pStyle w:val="TAC"/>
              <w:rPr>
                <w:rFonts w:cs="Arial"/>
                <w:lang w:eastAsia="zh-CN"/>
              </w:rPr>
            </w:pPr>
            <w:r w:rsidRPr="00E062F1">
              <w:rPr>
                <w:rFonts w:cs="Arial"/>
                <w:lang w:eastAsia="zh-CN"/>
              </w:rPr>
              <w:t>DC_8A_n77A</w:t>
            </w:r>
          </w:p>
          <w:p w14:paraId="0042E60A" w14:textId="77777777" w:rsidR="00F80484" w:rsidRPr="00E062F1" w:rsidRDefault="00F80484" w:rsidP="00F80484">
            <w:pPr>
              <w:pStyle w:val="TAC"/>
              <w:rPr>
                <w:rFonts w:cs="Arial"/>
                <w:lang w:eastAsia="zh-CN"/>
              </w:rPr>
            </w:pPr>
            <w:r w:rsidRPr="00E062F1">
              <w:rPr>
                <w:rFonts w:cs="Arial"/>
                <w:lang w:eastAsia="zh-CN"/>
              </w:rPr>
              <w:t>DC_8A_n257A</w:t>
            </w:r>
          </w:p>
          <w:p w14:paraId="217FC7A1" w14:textId="77777777" w:rsidR="00F80484" w:rsidRPr="00E062F1" w:rsidRDefault="00F80484" w:rsidP="00F80484">
            <w:pPr>
              <w:pStyle w:val="TAC"/>
              <w:rPr>
                <w:rFonts w:cs="Arial"/>
                <w:lang w:eastAsia="zh-CN"/>
              </w:rPr>
            </w:pPr>
            <w:r w:rsidRPr="00E062F1">
              <w:rPr>
                <w:rFonts w:cs="Arial"/>
                <w:lang w:eastAsia="zh-CN"/>
              </w:rPr>
              <w:t>DC_11A_n77A</w:t>
            </w:r>
          </w:p>
          <w:p w14:paraId="3E1A3598" w14:textId="77777777" w:rsidR="00F80484" w:rsidRPr="00E062F1" w:rsidRDefault="00F80484" w:rsidP="00F80484">
            <w:pPr>
              <w:pStyle w:val="TAC"/>
              <w:rPr>
                <w:noProof/>
              </w:rPr>
            </w:pPr>
            <w:r w:rsidRPr="00E062F1">
              <w:rPr>
                <w:rFonts w:cs="Arial"/>
                <w:lang w:eastAsia="zh-CN"/>
              </w:rPr>
              <w:t>DC_11A_n257A</w:t>
            </w:r>
          </w:p>
        </w:tc>
      </w:tr>
      <w:tr w:rsidR="00F80484" w:rsidRPr="00E062F1" w14:paraId="16CB9BFA" w14:textId="77777777" w:rsidTr="006B3BD2">
        <w:trPr>
          <w:trHeight w:val="187"/>
          <w:jc w:val="center"/>
        </w:trPr>
        <w:tc>
          <w:tcPr>
            <w:tcW w:w="3969" w:type="dxa"/>
            <w:shd w:val="clear" w:color="auto" w:fill="auto"/>
            <w:noWrap/>
            <w:tcMar>
              <w:top w:w="28" w:type="dxa"/>
              <w:left w:w="28" w:type="dxa"/>
              <w:bottom w:w="28" w:type="dxa"/>
              <w:right w:w="28" w:type="dxa"/>
            </w:tcMar>
          </w:tcPr>
          <w:p w14:paraId="0CC787F3" w14:textId="3705E538" w:rsidR="00F80484" w:rsidRPr="00E062F1" w:rsidRDefault="00F80484" w:rsidP="00F80484">
            <w:pPr>
              <w:pStyle w:val="TAC"/>
            </w:pPr>
            <w:r w:rsidRPr="00E062F1">
              <w:t>DC_8A-11A_n77(2A)-n257A</w:t>
            </w:r>
            <w:r>
              <w:rPr>
                <w:rFonts w:hint="eastAsia"/>
                <w:vertAlign w:val="superscript"/>
                <w:lang w:eastAsia="zh-TW"/>
              </w:rPr>
              <w:t>2</w:t>
            </w:r>
          </w:p>
          <w:p w14:paraId="5DB73C02" w14:textId="7DC6DE7C" w:rsidR="00F80484" w:rsidRPr="00E062F1" w:rsidRDefault="00F80484" w:rsidP="00F80484">
            <w:pPr>
              <w:pStyle w:val="TAC"/>
            </w:pPr>
            <w:r w:rsidRPr="00E062F1">
              <w:t>DC_8A-11A_n77(2A)-n257D</w:t>
            </w:r>
            <w:r>
              <w:rPr>
                <w:rFonts w:hint="eastAsia"/>
                <w:vertAlign w:val="superscript"/>
                <w:lang w:eastAsia="zh-TW"/>
              </w:rPr>
              <w:t>2</w:t>
            </w:r>
          </w:p>
          <w:p w14:paraId="5986048C" w14:textId="0CBEBE33" w:rsidR="00F80484" w:rsidRPr="00E062F1" w:rsidRDefault="00F80484" w:rsidP="00F80484">
            <w:pPr>
              <w:pStyle w:val="TAC"/>
            </w:pPr>
            <w:r w:rsidRPr="00E062F1">
              <w:t>DC_8A-11A_n77(2A)-n257G</w:t>
            </w:r>
            <w:r>
              <w:rPr>
                <w:rFonts w:hint="eastAsia"/>
                <w:vertAlign w:val="superscript"/>
                <w:lang w:eastAsia="zh-TW"/>
              </w:rPr>
              <w:t>2</w:t>
            </w:r>
          </w:p>
          <w:p w14:paraId="05695750" w14:textId="1A39BDF0" w:rsidR="00F80484" w:rsidRPr="00E062F1" w:rsidRDefault="00F80484" w:rsidP="00F80484">
            <w:pPr>
              <w:pStyle w:val="TAC"/>
            </w:pPr>
            <w:r w:rsidRPr="00E062F1">
              <w:t>DC_8A-11A_n77(2A)-n257H</w:t>
            </w:r>
            <w:r>
              <w:rPr>
                <w:rFonts w:hint="eastAsia"/>
                <w:vertAlign w:val="superscript"/>
                <w:lang w:eastAsia="zh-TW"/>
              </w:rPr>
              <w:t>2</w:t>
            </w:r>
          </w:p>
          <w:p w14:paraId="5CE57E3D" w14:textId="31636CB7" w:rsidR="00F80484" w:rsidRPr="00E062F1" w:rsidRDefault="00F80484" w:rsidP="00F80484">
            <w:pPr>
              <w:pStyle w:val="TAC"/>
            </w:pPr>
            <w:r w:rsidRPr="00E062F1">
              <w:t>DC_8A-11A_n77(2A)-n257I</w:t>
            </w:r>
            <w:r>
              <w:rPr>
                <w:rFonts w:hint="eastAsia"/>
                <w:vertAlign w:val="superscript"/>
                <w:lang w:eastAsia="zh-TW"/>
              </w:rPr>
              <w:t>2</w:t>
            </w:r>
          </w:p>
        </w:tc>
        <w:tc>
          <w:tcPr>
            <w:tcW w:w="3969" w:type="dxa"/>
            <w:tcMar>
              <w:top w:w="28" w:type="dxa"/>
              <w:left w:w="28" w:type="dxa"/>
              <w:bottom w:w="28" w:type="dxa"/>
              <w:right w:w="28" w:type="dxa"/>
            </w:tcMar>
          </w:tcPr>
          <w:p w14:paraId="0C5A7119" w14:textId="77777777" w:rsidR="00F80484" w:rsidRPr="00E062F1" w:rsidRDefault="00F80484" w:rsidP="00F80484">
            <w:pPr>
              <w:pStyle w:val="TAC"/>
              <w:rPr>
                <w:lang w:eastAsia="zh-CN"/>
              </w:rPr>
            </w:pPr>
            <w:r w:rsidRPr="00E062F1">
              <w:rPr>
                <w:lang w:eastAsia="zh-CN"/>
              </w:rPr>
              <w:t>DC_8A_n77A</w:t>
            </w:r>
          </w:p>
          <w:p w14:paraId="04B196A4" w14:textId="77777777" w:rsidR="00F80484" w:rsidRPr="00E062F1" w:rsidRDefault="00F80484" w:rsidP="00F80484">
            <w:pPr>
              <w:pStyle w:val="TAC"/>
              <w:rPr>
                <w:lang w:eastAsia="zh-CN"/>
              </w:rPr>
            </w:pPr>
            <w:r w:rsidRPr="00E062F1">
              <w:rPr>
                <w:lang w:eastAsia="zh-CN"/>
              </w:rPr>
              <w:t>DC_8A_n257A</w:t>
            </w:r>
          </w:p>
          <w:p w14:paraId="2BECBACA" w14:textId="77777777" w:rsidR="00F80484" w:rsidRPr="00E062F1" w:rsidRDefault="00F80484" w:rsidP="00F80484">
            <w:pPr>
              <w:pStyle w:val="TAC"/>
              <w:rPr>
                <w:lang w:eastAsia="zh-CN"/>
              </w:rPr>
            </w:pPr>
            <w:r w:rsidRPr="00E062F1">
              <w:rPr>
                <w:lang w:eastAsia="zh-CN"/>
              </w:rPr>
              <w:t>DC_11A_n77A</w:t>
            </w:r>
          </w:p>
          <w:p w14:paraId="6B28C99E" w14:textId="33C6AD7A" w:rsidR="00F80484" w:rsidRPr="00E062F1" w:rsidRDefault="00F80484" w:rsidP="00F80484">
            <w:pPr>
              <w:pStyle w:val="TAC"/>
              <w:rPr>
                <w:lang w:eastAsia="zh-CN"/>
              </w:rPr>
            </w:pPr>
            <w:r w:rsidRPr="00E062F1">
              <w:rPr>
                <w:lang w:eastAsia="zh-CN"/>
              </w:rPr>
              <w:t>DC_11A_n257A</w:t>
            </w:r>
          </w:p>
        </w:tc>
      </w:tr>
      <w:tr w:rsidR="00F80484" w:rsidRPr="002665C4" w14:paraId="62DDD543" w14:textId="77777777" w:rsidTr="006B3BD2">
        <w:trPr>
          <w:trHeight w:val="187"/>
          <w:jc w:val="center"/>
        </w:trPr>
        <w:tc>
          <w:tcPr>
            <w:tcW w:w="3969" w:type="dxa"/>
            <w:shd w:val="clear" w:color="auto" w:fill="auto"/>
            <w:noWrap/>
            <w:tcMar>
              <w:top w:w="28" w:type="dxa"/>
              <w:left w:w="28" w:type="dxa"/>
              <w:bottom w:w="28" w:type="dxa"/>
              <w:right w:w="28" w:type="dxa"/>
            </w:tcMar>
          </w:tcPr>
          <w:p w14:paraId="67F9EFD8" w14:textId="1B6828B1" w:rsidR="00F80484" w:rsidRPr="00E062F1" w:rsidRDefault="00F80484" w:rsidP="00F80484">
            <w:pPr>
              <w:pStyle w:val="TAC"/>
            </w:pPr>
            <w:r w:rsidRPr="00E062F1">
              <w:t>DC_18A-41</w:t>
            </w:r>
            <w:r w:rsidRPr="00E062F1">
              <w:rPr>
                <w:lang w:eastAsia="zh-CN"/>
              </w:rPr>
              <w:t>A</w:t>
            </w:r>
            <w:r w:rsidRPr="00E062F1">
              <w:t>_n3A-n257A</w:t>
            </w:r>
          </w:p>
          <w:p w14:paraId="7A731917" w14:textId="05EDD975" w:rsidR="00F80484" w:rsidRPr="00E062F1" w:rsidRDefault="00F80484" w:rsidP="00F80484">
            <w:pPr>
              <w:pStyle w:val="TAC"/>
            </w:pPr>
            <w:r w:rsidRPr="00E062F1">
              <w:t>DC_18A-41</w:t>
            </w:r>
            <w:r w:rsidRPr="00E062F1">
              <w:rPr>
                <w:lang w:eastAsia="zh-CN"/>
              </w:rPr>
              <w:t>A</w:t>
            </w:r>
            <w:r w:rsidRPr="00E062F1">
              <w:t>_n3A-n257G</w:t>
            </w:r>
          </w:p>
          <w:p w14:paraId="2C968F94" w14:textId="77777777" w:rsidR="00F80484" w:rsidRPr="00E062F1" w:rsidRDefault="00F80484" w:rsidP="00F80484">
            <w:pPr>
              <w:pStyle w:val="TAC"/>
            </w:pPr>
            <w:r w:rsidRPr="00E062F1">
              <w:t>DC_18A-41A_n3A-n257H</w:t>
            </w:r>
          </w:p>
          <w:p w14:paraId="270EDCEF" w14:textId="10BC181A" w:rsidR="00F80484" w:rsidRPr="00E062F1" w:rsidRDefault="00F80484" w:rsidP="00F80484">
            <w:pPr>
              <w:pStyle w:val="TAC"/>
            </w:pPr>
            <w:r w:rsidRPr="00E062F1">
              <w:t>DC_18A-41</w:t>
            </w:r>
            <w:r w:rsidRPr="00E062F1">
              <w:rPr>
                <w:lang w:eastAsia="zh-CN"/>
              </w:rPr>
              <w:t>A</w:t>
            </w:r>
            <w:r w:rsidRPr="00E062F1">
              <w:t>_n3A-n257I</w:t>
            </w:r>
          </w:p>
          <w:p w14:paraId="003E9133" w14:textId="1AF55292" w:rsidR="00F80484" w:rsidRPr="00E062F1" w:rsidRDefault="00F80484" w:rsidP="00F80484">
            <w:pPr>
              <w:pStyle w:val="TAC"/>
            </w:pPr>
            <w:r w:rsidRPr="00E062F1">
              <w:t>DC_18A-41</w:t>
            </w:r>
            <w:r w:rsidRPr="00E062F1">
              <w:rPr>
                <w:lang w:eastAsia="zh-CN"/>
              </w:rPr>
              <w:t>C</w:t>
            </w:r>
            <w:r w:rsidRPr="00E062F1">
              <w:t>_n3A-n257A</w:t>
            </w:r>
          </w:p>
          <w:p w14:paraId="7B54F2DE" w14:textId="77777777" w:rsidR="00F80484" w:rsidRPr="00E062F1" w:rsidRDefault="00F80484" w:rsidP="00F80484">
            <w:pPr>
              <w:pStyle w:val="TAC"/>
            </w:pPr>
            <w:r w:rsidRPr="00E062F1">
              <w:t>DC_18A-41</w:t>
            </w:r>
            <w:r w:rsidRPr="00E062F1">
              <w:rPr>
                <w:lang w:eastAsia="zh-CN"/>
              </w:rPr>
              <w:t>C</w:t>
            </w:r>
            <w:r w:rsidRPr="00E062F1">
              <w:t>_n3A-n257G</w:t>
            </w:r>
          </w:p>
          <w:p w14:paraId="04F62856" w14:textId="77777777" w:rsidR="00F80484" w:rsidRPr="00E062F1" w:rsidRDefault="00F80484" w:rsidP="00F80484">
            <w:pPr>
              <w:pStyle w:val="TAC"/>
            </w:pPr>
            <w:r w:rsidRPr="00E062F1">
              <w:t>DC_18A-41</w:t>
            </w:r>
            <w:r w:rsidRPr="00E062F1">
              <w:rPr>
                <w:lang w:eastAsia="zh-CN"/>
              </w:rPr>
              <w:t>C</w:t>
            </w:r>
            <w:r w:rsidRPr="00E062F1">
              <w:t>_n3A-n257H</w:t>
            </w:r>
          </w:p>
          <w:p w14:paraId="1C2B76C0" w14:textId="72762C81" w:rsidR="00F80484" w:rsidRPr="00E062F1" w:rsidRDefault="00F80484" w:rsidP="00F80484">
            <w:pPr>
              <w:pStyle w:val="TAC"/>
            </w:pPr>
            <w:r w:rsidRPr="00E062F1">
              <w:t>DC_18A-41</w:t>
            </w:r>
            <w:r w:rsidRPr="00E062F1">
              <w:rPr>
                <w:lang w:eastAsia="zh-CN"/>
              </w:rPr>
              <w:t>C</w:t>
            </w:r>
            <w:r w:rsidRPr="00E062F1">
              <w:t>_n3A-n257I</w:t>
            </w:r>
          </w:p>
        </w:tc>
        <w:tc>
          <w:tcPr>
            <w:tcW w:w="3969" w:type="dxa"/>
            <w:tcMar>
              <w:top w:w="28" w:type="dxa"/>
              <w:left w:w="28" w:type="dxa"/>
              <w:bottom w:w="28" w:type="dxa"/>
              <w:right w:w="28" w:type="dxa"/>
            </w:tcMar>
          </w:tcPr>
          <w:p w14:paraId="3A9632B8" w14:textId="77777777" w:rsidR="00F80484" w:rsidRPr="00E062F1" w:rsidRDefault="00F80484" w:rsidP="00F80484">
            <w:pPr>
              <w:pStyle w:val="TAC"/>
              <w:rPr>
                <w:lang w:eastAsia="zh-CN"/>
              </w:rPr>
            </w:pPr>
            <w:r w:rsidRPr="00E062F1">
              <w:rPr>
                <w:lang w:eastAsia="zh-CN"/>
              </w:rPr>
              <w:t>DC_18A_n3A</w:t>
            </w:r>
          </w:p>
          <w:p w14:paraId="2F249F60" w14:textId="77777777" w:rsidR="00F80484" w:rsidRPr="00E062F1" w:rsidRDefault="00F80484" w:rsidP="00F80484">
            <w:pPr>
              <w:pStyle w:val="TAC"/>
              <w:rPr>
                <w:lang w:eastAsia="zh-CN"/>
              </w:rPr>
            </w:pPr>
            <w:r w:rsidRPr="00E062F1">
              <w:rPr>
                <w:lang w:eastAsia="zh-CN"/>
              </w:rPr>
              <w:t>DC_18A_n257A</w:t>
            </w:r>
          </w:p>
          <w:p w14:paraId="2B02FA3F" w14:textId="77777777" w:rsidR="00F80484" w:rsidRPr="00E062F1" w:rsidRDefault="00F80484" w:rsidP="00F80484">
            <w:pPr>
              <w:pStyle w:val="TAC"/>
              <w:rPr>
                <w:lang w:eastAsia="zh-CN"/>
              </w:rPr>
            </w:pPr>
            <w:r w:rsidRPr="00E062F1">
              <w:rPr>
                <w:lang w:eastAsia="zh-CN"/>
              </w:rPr>
              <w:t>DC_18A_n257G</w:t>
            </w:r>
          </w:p>
          <w:p w14:paraId="2C470A98" w14:textId="77777777" w:rsidR="00F80484" w:rsidRPr="00E062F1" w:rsidRDefault="00F80484" w:rsidP="00F80484">
            <w:pPr>
              <w:pStyle w:val="TAC"/>
              <w:rPr>
                <w:lang w:eastAsia="zh-CN"/>
              </w:rPr>
            </w:pPr>
            <w:r w:rsidRPr="00E062F1">
              <w:rPr>
                <w:lang w:eastAsia="zh-CN"/>
              </w:rPr>
              <w:t>DC_18A_n257H</w:t>
            </w:r>
          </w:p>
          <w:p w14:paraId="3C6E3C8A" w14:textId="77777777" w:rsidR="00F80484" w:rsidRPr="00E062F1" w:rsidRDefault="00F80484" w:rsidP="00F80484">
            <w:pPr>
              <w:pStyle w:val="TAC"/>
              <w:rPr>
                <w:lang w:eastAsia="zh-CN"/>
              </w:rPr>
            </w:pPr>
            <w:r w:rsidRPr="00E062F1">
              <w:rPr>
                <w:lang w:eastAsia="zh-CN"/>
              </w:rPr>
              <w:t>DC_18A_n257I</w:t>
            </w:r>
          </w:p>
          <w:p w14:paraId="6C15535F" w14:textId="77777777" w:rsidR="00F80484" w:rsidRPr="00E062F1" w:rsidRDefault="00F80484" w:rsidP="00F80484">
            <w:pPr>
              <w:pStyle w:val="TAC"/>
              <w:rPr>
                <w:lang w:eastAsia="zh-CN"/>
              </w:rPr>
            </w:pPr>
            <w:r w:rsidRPr="00E062F1">
              <w:rPr>
                <w:lang w:eastAsia="zh-CN"/>
              </w:rPr>
              <w:t>DC_41A_n3A</w:t>
            </w:r>
          </w:p>
          <w:p w14:paraId="092C4A2B" w14:textId="77777777" w:rsidR="00F80484" w:rsidRPr="00E062F1" w:rsidRDefault="00F80484" w:rsidP="00F80484">
            <w:pPr>
              <w:pStyle w:val="TAC"/>
              <w:rPr>
                <w:lang w:eastAsia="zh-CN"/>
              </w:rPr>
            </w:pPr>
            <w:r w:rsidRPr="00E062F1">
              <w:rPr>
                <w:lang w:eastAsia="zh-CN"/>
              </w:rPr>
              <w:t>DC_41A_n257A</w:t>
            </w:r>
          </w:p>
          <w:p w14:paraId="03260168" w14:textId="77777777" w:rsidR="00F80484" w:rsidRPr="00E062F1" w:rsidRDefault="00F80484" w:rsidP="00F80484">
            <w:pPr>
              <w:pStyle w:val="TAC"/>
              <w:rPr>
                <w:lang w:eastAsia="zh-CN"/>
              </w:rPr>
            </w:pPr>
            <w:r w:rsidRPr="00E062F1">
              <w:rPr>
                <w:lang w:eastAsia="zh-CN"/>
              </w:rPr>
              <w:t>DC_41A_n257G</w:t>
            </w:r>
          </w:p>
          <w:p w14:paraId="6410A595" w14:textId="77777777" w:rsidR="00F80484" w:rsidRPr="00E062F1" w:rsidRDefault="00F80484" w:rsidP="00F80484">
            <w:pPr>
              <w:pStyle w:val="TAC"/>
              <w:rPr>
                <w:lang w:eastAsia="zh-CN"/>
              </w:rPr>
            </w:pPr>
            <w:r w:rsidRPr="00E062F1">
              <w:rPr>
                <w:lang w:eastAsia="zh-CN"/>
              </w:rPr>
              <w:t>DC_41A_n257H</w:t>
            </w:r>
          </w:p>
          <w:p w14:paraId="6DAD24D0" w14:textId="77777777" w:rsidR="00F80484" w:rsidRPr="00E062F1" w:rsidRDefault="00F80484" w:rsidP="00F80484">
            <w:pPr>
              <w:pStyle w:val="TAC"/>
              <w:rPr>
                <w:lang w:eastAsia="zh-CN"/>
              </w:rPr>
            </w:pPr>
            <w:r w:rsidRPr="00E062F1">
              <w:rPr>
                <w:lang w:eastAsia="zh-CN"/>
              </w:rPr>
              <w:t>DC_41A_n257I</w:t>
            </w:r>
          </w:p>
          <w:p w14:paraId="266A2EAF" w14:textId="77777777" w:rsidR="00F80484" w:rsidRPr="00E062F1" w:rsidRDefault="00F80484" w:rsidP="00F80484">
            <w:pPr>
              <w:pStyle w:val="TAC"/>
              <w:rPr>
                <w:lang w:eastAsia="zh-CN"/>
              </w:rPr>
            </w:pPr>
            <w:r w:rsidRPr="00E062F1">
              <w:rPr>
                <w:lang w:eastAsia="zh-CN"/>
              </w:rPr>
              <w:t>DC_41C_n3A</w:t>
            </w:r>
          </w:p>
          <w:p w14:paraId="528DB16F" w14:textId="77777777" w:rsidR="00F80484" w:rsidRPr="00E062F1" w:rsidRDefault="00F80484" w:rsidP="00F80484">
            <w:pPr>
              <w:pStyle w:val="TAC"/>
              <w:rPr>
                <w:lang w:eastAsia="zh-CN"/>
              </w:rPr>
            </w:pPr>
            <w:r w:rsidRPr="00E062F1">
              <w:rPr>
                <w:lang w:eastAsia="zh-CN"/>
              </w:rPr>
              <w:t>DC_41C_n257A</w:t>
            </w:r>
          </w:p>
          <w:p w14:paraId="20DCE291" w14:textId="77777777" w:rsidR="00F80484" w:rsidRPr="00AA54EC" w:rsidRDefault="00F80484" w:rsidP="00F80484">
            <w:pPr>
              <w:pStyle w:val="TAC"/>
              <w:rPr>
                <w:lang w:val="sv-FI" w:eastAsia="zh-CN"/>
              </w:rPr>
            </w:pPr>
            <w:r w:rsidRPr="00AA54EC">
              <w:rPr>
                <w:lang w:val="sv-FI" w:eastAsia="zh-CN"/>
              </w:rPr>
              <w:t>DC_41C_n257G</w:t>
            </w:r>
          </w:p>
          <w:p w14:paraId="54EC9616" w14:textId="77777777" w:rsidR="00F80484" w:rsidRPr="00AA54EC" w:rsidRDefault="00F80484" w:rsidP="00F80484">
            <w:pPr>
              <w:pStyle w:val="TAC"/>
              <w:rPr>
                <w:lang w:val="sv-FI" w:eastAsia="zh-CN"/>
              </w:rPr>
            </w:pPr>
            <w:r w:rsidRPr="00AA54EC">
              <w:rPr>
                <w:lang w:val="sv-FI" w:eastAsia="zh-CN"/>
              </w:rPr>
              <w:t>DC_41C_n257H</w:t>
            </w:r>
          </w:p>
          <w:p w14:paraId="4A776EAE" w14:textId="1346B9CA" w:rsidR="00F80484" w:rsidRPr="00AA54EC" w:rsidRDefault="00F80484" w:rsidP="00F80484">
            <w:pPr>
              <w:pStyle w:val="TAC"/>
              <w:rPr>
                <w:lang w:val="sv-FI" w:eastAsia="zh-CN"/>
              </w:rPr>
            </w:pPr>
            <w:r w:rsidRPr="00AA54EC">
              <w:rPr>
                <w:lang w:val="sv-FI" w:eastAsia="zh-CN"/>
              </w:rPr>
              <w:t>DC_41C_n257I</w:t>
            </w:r>
          </w:p>
        </w:tc>
      </w:tr>
      <w:tr w:rsidR="00F80484" w:rsidRPr="00E062F1" w14:paraId="3798C261" w14:textId="77777777" w:rsidTr="006B3BD2">
        <w:trPr>
          <w:trHeight w:val="187"/>
          <w:jc w:val="center"/>
        </w:trPr>
        <w:tc>
          <w:tcPr>
            <w:tcW w:w="3969" w:type="dxa"/>
            <w:shd w:val="clear" w:color="auto" w:fill="auto"/>
            <w:noWrap/>
            <w:tcMar>
              <w:top w:w="28" w:type="dxa"/>
              <w:left w:w="28" w:type="dxa"/>
              <w:bottom w:w="28" w:type="dxa"/>
              <w:right w:w="28" w:type="dxa"/>
            </w:tcMar>
          </w:tcPr>
          <w:p w14:paraId="67B509F4" w14:textId="77777777" w:rsidR="00F80484" w:rsidRPr="00E062F1" w:rsidRDefault="00F80484" w:rsidP="00F80484">
            <w:pPr>
              <w:pStyle w:val="TAC"/>
              <w:rPr>
                <w:rFonts w:eastAsia="Malgun Gothic" w:cs="Arial"/>
                <w:lang w:eastAsia="ko-KR"/>
              </w:rPr>
            </w:pPr>
            <w:r w:rsidRPr="00E062F1">
              <w:rPr>
                <w:rFonts w:cs="Arial"/>
                <w:lang w:eastAsia="zh-CN"/>
              </w:rPr>
              <w:lastRenderedPageBreak/>
              <w:t>DC_18A-42A_n78A</w:t>
            </w:r>
            <w:r w:rsidRPr="00E062F1">
              <w:rPr>
                <w:rFonts w:cs="Arial"/>
                <w:lang w:eastAsia="ja-JP"/>
              </w:rPr>
              <w:t>-</w:t>
            </w:r>
            <w:r w:rsidRPr="00E062F1">
              <w:rPr>
                <w:rFonts w:cs="Arial"/>
                <w:lang w:eastAsia="zh-CN"/>
              </w:rPr>
              <w:t>n257</w:t>
            </w:r>
            <w:r w:rsidRPr="00E062F1">
              <w:rPr>
                <w:rFonts w:eastAsia="Malgun Gothic" w:cs="Arial"/>
                <w:lang w:eastAsia="ko-KR"/>
              </w:rPr>
              <w:t>A</w:t>
            </w:r>
          </w:p>
          <w:p w14:paraId="274BD6AB" w14:textId="77777777" w:rsidR="00F80484" w:rsidRPr="00E062F1" w:rsidRDefault="00F80484" w:rsidP="00F80484">
            <w:pPr>
              <w:pStyle w:val="TAC"/>
              <w:rPr>
                <w:rFonts w:eastAsia="Malgun Gothic" w:cs="Arial"/>
                <w:lang w:eastAsia="ko-KR"/>
              </w:rPr>
            </w:pPr>
            <w:r w:rsidRPr="00E062F1">
              <w:rPr>
                <w:rFonts w:cs="Arial"/>
                <w:lang w:eastAsia="zh-CN"/>
              </w:rPr>
              <w:t>DC_18A-42A_n78A</w:t>
            </w:r>
            <w:r w:rsidRPr="00E062F1">
              <w:rPr>
                <w:rFonts w:cs="Arial"/>
                <w:lang w:eastAsia="ja-JP"/>
              </w:rPr>
              <w:t>-</w:t>
            </w:r>
            <w:r w:rsidRPr="00E062F1">
              <w:rPr>
                <w:rFonts w:cs="Arial"/>
                <w:lang w:eastAsia="zh-CN"/>
              </w:rPr>
              <w:t>n257</w:t>
            </w:r>
            <w:r w:rsidRPr="00E062F1">
              <w:rPr>
                <w:rFonts w:eastAsia="Malgun Gothic" w:cs="Arial"/>
                <w:lang w:eastAsia="ko-KR"/>
              </w:rPr>
              <w:t>G</w:t>
            </w:r>
          </w:p>
          <w:p w14:paraId="23772FB8" w14:textId="77777777" w:rsidR="00F80484" w:rsidRPr="00E062F1" w:rsidRDefault="00F80484" w:rsidP="00F80484">
            <w:pPr>
              <w:pStyle w:val="TAC"/>
              <w:rPr>
                <w:rFonts w:eastAsia="Malgun Gothic" w:cs="Arial"/>
                <w:lang w:eastAsia="ko-KR"/>
              </w:rPr>
            </w:pPr>
            <w:r w:rsidRPr="00E062F1">
              <w:rPr>
                <w:rFonts w:cs="Arial"/>
                <w:lang w:eastAsia="zh-CN"/>
              </w:rPr>
              <w:t>DC_18A-42A_n78A</w:t>
            </w:r>
            <w:r w:rsidRPr="00E062F1">
              <w:rPr>
                <w:rFonts w:cs="Arial"/>
                <w:lang w:eastAsia="ja-JP"/>
              </w:rPr>
              <w:t>-</w:t>
            </w:r>
            <w:r w:rsidRPr="00E062F1">
              <w:rPr>
                <w:rFonts w:cs="Arial"/>
                <w:lang w:eastAsia="zh-CN"/>
              </w:rPr>
              <w:t>n257</w:t>
            </w:r>
            <w:r w:rsidRPr="00E062F1">
              <w:rPr>
                <w:rFonts w:eastAsia="Malgun Gothic" w:cs="Arial"/>
                <w:lang w:eastAsia="ko-KR"/>
              </w:rPr>
              <w:t>H</w:t>
            </w:r>
          </w:p>
          <w:p w14:paraId="2E6E7844" w14:textId="77777777" w:rsidR="00F80484" w:rsidRPr="00E062F1" w:rsidRDefault="00F80484" w:rsidP="00F80484">
            <w:pPr>
              <w:pStyle w:val="TAC"/>
              <w:rPr>
                <w:rFonts w:eastAsia="Malgun Gothic" w:cs="Arial"/>
                <w:lang w:eastAsia="ko-KR"/>
              </w:rPr>
            </w:pPr>
            <w:r w:rsidRPr="00E062F1">
              <w:rPr>
                <w:rFonts w:cs="Arial"/>
                <w:lang w:eastAsia="zh-CN"/>
              </w:rPr>
              <w:t>DC_18A-42A_n78A</w:t>
            </w:r>
            <w:r w:rsidRPr="00E062F1">
              <w:rPr>
                <w:rFonts w:cs="Arial"/>
                <w:lang w:eastAsia="ja-JP"/>
              </w:rPr>
              <w:t>-</w:t>
            </w:r>
            <w:r w:rsidRPr="00E062F1">
              <w:rPr>
                <w:rFonts w:cs="Arial"/>
                <w:lang w:eastAsia="zh-CN"/>
              </w:rPr>
              <w:t>n257</w:t>
            </w:r>
            <w:r w:rsidRPr="00E062F1">
              <w:rPr>
                <w:rFonts w:eastAsia="Malgun Gothic" w:cs="Arial"/>
                <w:lang w:eastAsia="ko-KR"/>
              </w:rPr>
              <w:t>I</w:t>
            </w:r>
          </w:p>
          <w:p w14:paraId="5F089B0C" w14:textId="77777777" w:rsidR="00F80484" w:rsidRPr="00E062F1" w:rsidRDefault="00F80484" w:rsidP="00F80484">
            <w:pPr>
              <w:pStyle w:val="TAC"/>
              <w:rPr>
                <w:rFonts w:eastAsia="Malgun Gothic" w:cs="Arial"/>
                <w:lang w:eastAsia="ko-KR"/>
              </w:rPr>
            </w:pPr>
            <w:r w:rsidRPr="00E062F1">
              <w:rPr>
                <w:rFonts w:cs="Arial"/>
                <w:lang w:eastAsia="zh-CN"/>
              </w:rPr>
              <w:t>DC_18A-42C_n78A</w:t>
            </w:r>
            <w:r w:rsidRPr="00E062F1">
              <w:rPr>
                <w:rFonts w:cs="Arial"/>
                <w:lang w:eastAsia="ja-JP"/>
              </w:rPr>
              <w:t>-</w:t>
            </w:r>
            <w:r w:rsidRPr="00E062F1">
              <w:rPr>
                <w:rFonts w:cs="Arial"/>
                <w:lang w:eastAsia="zh-CN"/>
              </w:rPr>
              <w:t>n257</w:t>
            </w:r>
            <w:r w:rsidRPr="00E062F1">
              <w:rPr>
                <w:rFonts w:eastAsia="Malgun Gothic" w:cs="Arial"/>
                <w:lang w:eastAsia="ko-KR"/>
              </w:rPr>
              <w:t>A</w:t>
            </w:r>
          </w:p>
          <w:p w14:paraId="68310D19" w14:textId="77777777" w:rsidR="00F80484" w:rsidRPr="00E062F1" w:rsidRDefault="00F80484" w:rsidP="00F80484">
            <w:pPr>
              <w:pStyle w:val="TAC"/>
              <w:rPr>
                <w:rFonts w:eastAsia="Malgun Gothic" w:cs="Arial"/>
                <w:lang w:eastAsia="ko-KR"/>
              </w:rPr>
            </w:pPr>
            <w:r w:rsidRPr="00E062F1">
              <w:rPr>
                <w:rFonts w:cs="Arial"/>
                <w:lang w:eastAsia="zh-CN"/>
              </w:rPr>
              <w:t>DC_18A-42C_n78A</w:t>
            </w:r>
            <w:r w:rsidRPr="00E062F1">
              <w:rPr>
                <w:rFonts w:cs="Arial"/>
                <w:lang w:eastAsia="ja-JP"/>
              </w:rPr>
              <w:t>-</w:t>
            </w:r>
            <w:r w:rsidRPr="00E062F1">
              <w:rPr>
                <w:rFonts w:cs="Arial"/>
                <w:lang w:eastAsia="zh-CN"/>
              </w:rPr>
              <w:t>n257</w:t>
            </w:r>
            <w:r w:rsidRPr="00E062F1">
              <w:rPr>
                <w:rFonts w:eastAsia="Malgun Gothic" w:cs="Arial"/>
                <w:lang w:eastAsia="ko-KR"/>
              </w:rPr>
              <w:t>G</w:t>
            </w:r>
          </w:p>
          <w:p w14:paraId="3CD06DF2" w14:textId="77777777" w:rsidR="00F80484" w:rsidRPr="00E062F1" w:rsidRDefault="00F80484" w:rsidP="00F80484">
            <w:pPr>
              <w:pStyle w:val="TAC"/>
              <w:rPr>
                <w:rFonts w:eastAsia="Malgun Gothic" w:cs="Arial"/>
                <w:lang w:eastAsia="ko-KR"/>
              </w:rPr>
            </w:pPr>
            <w:r w:rsidRPr="00E062F1">
              <w:rPr>
                <w:rFonts w:cs="Arial"/>
                <w:lang w:eastAsia="zh-CN"/>
              </w:rPr>
              <w:t>DC_18A-42C_n78A</w:t>
            </w:r>
            <w:r w:rsidRPr="00E062F1">
              <w:rPr>
                <w:rFonts w:cs="Arial"/>
                <w:lang w:eastAsia="ja-JP"/>
              </w:rPr>
              <w:t>-</w:t>
            </w:r>
            <w:r w:rsidRPr="00E062F1">
              <w:rPr>
                <w:rFonts w:cs="Arial"/>
                <w:lang w:eastAsia="zh-CN"/>
              </w:rPr>
              <w:t>n257</w:t>
            </w:r>
            <w:r w:rsidRPr="00E062F1">
              <w:rPr>
                <w:rFonts w:eastAsia="Malgun Gothic" w:cs="Arial"/>
                <w:lang w:eastAsia="ko-KR"/>
              </w:rPr>
              <w:t>H</w:t>
            </w:r>
          </w:p>
          <w:p w14:paraId="2316AC0A" w14:textId="77777777" w:rsidR="00F80484" w:rsidRPr="00E062F1" w:rsidRDefault="00F80484" w:rsidP="00F80484">
            <w:pPr>
              <w:pStyle w:val="TAC"/>
              <w:rPr>
                <w:noProof/>
              </w:rPr>
            </w:pPr>
            <w:r w:rsidRPr="00E062F1">
              <w:rPr>
                <w:rFonts w:cs="Arial"/>
                <w:lang w:eastAsia="zh-CN"/>
              </w:rPr>
              <w:t>DC_18A-42C_n78A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37D2CE48" w14:textId="77777777" w:rsidR="00F80484" w:rsidRPr="00E062F1" w:rsidRDefault="00F80484" w:rsidP="00F80484">
            <w:pPr>
              <w:pStyle w:val="TAC"/>
              <w:rPr>
                <w:rFonts w:cs="Arial"/>
                <w:lang w:eastAsia="zh-CN"/>
              </w:rPr>
            </w:pPr>
            <w:r w:rsidRPr="00E062F1">
              <w:rPr>
                <w:rFonts w:cs="Arial"/>
                <w:lang w:eastAsia="zh-CN"/>
              </w:rPr>
              <w:t>DC_18A_n78A</w:t>
            </w:r>
          </w:p>
          <w:p w14:paraId="2D40610C" w14:textId="77777777" w:rsidR="00F80484" w:rsidRPr="00E062F1" w:rsidRDefault="00F80484" w:rsidP="00F80484">
            <w:pPr>
              <w:pStyle w:val="TAC"/>
              <w:rPr>
                <w:rFonts w:cs="Arial"/>
                <w:lang w:eastAsia="zh-CN"/>
              </w:rPr>
            </w:pPr>
            <w:r w:rsidRPr="00E062F1">
              <w:rPr>
                <w:rFonts w:cs="Arial"/>
                <w:lang w:eastAsia="zh-CN"/>
              </w:rPr>
              <w:t>DC_18A_n257A</w:t>
            </w:r>
          </w:p>
          <w:p w14:paraId="19D7C860" w14:textId="77777777" w:rsidR="00F80484" w:rsidRPr="00E062F1" w:rsidRDefault="00F80484" w:rsidP="00F80484">
            <w:pPr>
              <w:pStyle w:val="TAC"/>
              <w:rPr>
                <w:rFonts w:cs="Arial"/>
                <w:lang w:eastAsia="zh-CN"/>
              </w:rPr>
            </w:pPr>
            <w:r w:rsidRPr="00E062F1">
              <w:rPr>
                <w:rFonts w:cs="Arial"/>
                <w:lang w:eastAsia="zh-CN"/>
              </w:rPr>
              <w:t>DC_18A_n257G</w:t>
            </w:r>
          </w:p>
          <w:p w14:paraId="062EDB80" w14:textId="77777777" w:rsidR="00F80484" w:rsidRPr="00E062F1" w:rsidRDefault="00F80484" w:rsidP="00F80484">
            <w:pPr>
              <w:pStyle w:val="TAC"/>
              <w:rPr>
                <w:rFonts w:cs="Arial"/>
                <w:lang w:eastAsia="zh-CN"/>
              </w:rPr>
            </w:pPr>
            <w:r w:rsidRPr="00E062F1">
              <w:rPr>
                <w:rFonts w:cs="Arial"/>
                <w:lang w:eastAsia="zh-CN"/>
              </w:rPr>
              <w:t>DC_18A_n257H</w:t>
            </w:r>
          </w:p>
          <w:p w14:paraId="4EA7820F" w14:textId="77777777" w:rsidR="00F80484" w:rsidRPr="00E062F1" w:rsidRDefault="00F80484" w:rsidP="00F80484">
            <w:pPr>
              <w:pStyle w:val="TAC"/>
              <w:rPr>
                <w:rFonts w:cs="Arial"/>
                <w:lang w:eastAsia="zh-CN"/>
              </w:rPr>
            </w:pPr>
            <w:r w:rsidRPr="00E062F1">
              <w:rPr>
                <w:rFonts w:cs="Arial"/>
                <w:lang w:eastAsia="zh-CN"/>
              </w:rPr>
              <w:t>DC_18A_n257I</w:t>
            </w:r>
          </w:p>
          <w:p w14:paraId="0B355B02" w14:textId="77777777" w:rsidR="00F80484" w:rsidRPr="00E062F1" w:rsidRDefault="00F80484" w:rsidP="00F80484">
            <w:pPr>
              <w:pStyle w:val="TAC"/>
              <w:rPr>
                <w:rFonts w:cs="Arial"/>
                <w:lang w:eastAsia="zh-CN"/>
              </w:rPr>
            </w:pPr>
            <w:r w:rsidRPr="00E062F1">
              <w:rPr>
                <w:rFonts w:cs="Arial"/>
                <w:lang w:eastAsia="zh-CN"/>
              </w:rPr>
              <w:t>DC_42A_n257A</w:t>
            </w:r>
          </w:p>
          <w:p w14:paraId="18F1223D" w14:textId="77777777" w:rsidR="00F80484" w:rsidRPr="00E062F1" w:rsidRDefault="00F80484" w:rsidP="00F80484">
            <w:pPr>
              <w:pStyle w:val="TAC"/>
              <w:rPr>
                <w:rFonts w:cs="Arial"/>
                <w:lang w:eastAsia="zh-CN"/>
              </w:rPr>
            </w:pPr>
            <w:r w:rsidRPr="00E062F1">
              <w:rPr>
                <w:rFonts w:cs="Arial"/>
                <w:lang w:eastAsia="zh-CN"/>
              </w:rPr>
              <w:t>DC_42A_n257G</w:t>
            </w:r>
          </w:p>
          <w:p w14:paraId="75BB2EB6" w14:textId="77777777" w:rsidR="00F80484" w:rsidRPr="00E062F1" w:rsidRDefault="00F80484" w:rsidP="00F80484">
            <w:pPr>
              <w:pStyle w:val="TAC"/>
              <w:rPr>
                <w:rFonts w:cs="Arial"/>
                <w:lang w:eastAsia="zh-CN"/>
              </w:rPr>
            </w:pPr>
            <w:r w:rsidRPr="00E062F1">
              <w:rPr>
                <w:rFonts w:cs="Arial"/>
                <w:lang w:eastAsia="zh-CN"/>
              </w:rPr>
              <w:t>DC_42A_n257H</w:t>
            </w:r>
          </w:p>
          <w:p w14:paraId="28FBF0EF" w14:textId="77777777" w:rsidR="00F80484" w:rsidRPr="00E062F1" w:rsidRDefault="00F80484" w:rsidP="00F80484">
            <w:pPr>
              <w:pStyle w:val="TAC"/>
              <w:rPr>
                <w:rFonts w:cs="Arial"/>
                <w:lang w:eastAsia="zh-CN"/>
              </w:rPr>
            </w:pPr>
            <w:r w:rsidRPr="00E062F1">
              <w:rPr>
                <w:rFonts w:cs="Arial"/>
                <w:lang w:eastAsia="zh-CN"/>
              </w:rPr>
              <w:t>DC_42A_n257I</w:t>
            </w:r>
          </w:p>
          <w:p w14:paraId="6456BB31" w14:textId="77777777" w:rsidR="00F80484" w:rsidRPr="00E062F1" w:rsidRDefault="00F80484" w:rsidP="00F80484">
            <w:pPr>
              <w:pStyle w:val="TAC"/>
              <w:rPr>
                <w:rFonts w:cs="Arial"/>
                <w:lang w:eastAsia="zh-CN"/>
              </w:rPr>
            </w:pPr>
            <w:r w:rsidRPr="00E062F1">
              <w:rPr>
                <w:rFonts w:cs="Arial"/>
                <w:lang w:eastAsia="zh-CN"/>
              </w:rPr>
              <w:t>DC_42C_n257A</w:t>
            </w:r>
          </w:p>
          <w:p w14:paraId="6E5833BE" w14:textId="77777777" w:rsidR="00F80484" w:rsidRPr="00E062F1" w:rsidRDefault="00F80484" w:rsidP="00F80484">
            <w:pPr>
              <w:pStyle w:val="TAC"/>
              <w:rPr>
                <w:rFonts w:cs="Arial"/>
                <w:lang w:eastAsia="zh-CN"/>
              </w:rPr>
            </w:pPr>
            <w:r w:rsidRPr="00E062F1">
              <w:rPr>
                <w:rFonts w:cs="Arial"/>
                <w:lang w:eastAsia="zh-CN"/>
              </w:rPr>
              <w:t>DC_42C_n257G</w:t>
            </w:r>
          </w:p>
          <w:p w14:paraId="48C60446" w14:textId="77777777" w:rsidR="00F80484" w:rsidRPr="00E062F1" w:rsidRDefault="00F80484" w:rsidP="00F80484">
            <w:pPr>
              <w:pStyle w:val="TAC"/>
              <w:rPr>
                <w:rFonts w:cs="Arial"/>
                <w:lang w:eastAsia="zh-CN"/>
              </w:rPr>
            </w:pPr>
            <w:r w:rsidRPr="00E062F1">
              <w:rPr>
                <w:rFonts w:cs="Arial"/>
                <w:lang w:eastAsia="zh-CN"/>
              </w:rPr>
              <w:t>DC_42C_n257H</w:t>
            </w:r>
          </w:p>
          <w:p w14:paraId="6F9EBBD5" w14:textId="77777777" w:rsidR="00F80484" w:rsidRPr="00E062F1" w:rsidRDefault="00F80484" w:rsidP="00F80484">
            <w:pPr>
              <w:pStyle w:val="TAC"/>
              <w:rPr>
                <w:noProof/>
              </w:rPr>
            </w:pPr>
            <w:r w:rsidRPr="00E062F1">
              <w:rPr>
                <w:rFonts w:cs="Arial"/>
                <w:lang w:eastAsia="zh-CN"/>
              </w:rPr>
              <w:t>DC_42C_n257I</w:t>
            </w:r>
          </w:p>
        </w:tc>
      </w:tr>
      <w:tr w:rsidR="00F80484" w:rsidRPr="00E062F1" w14:paraId="2F2ED738" w14:textId="77777777" w:rsidTr="006B3BD2">
        <w:trPr>
          <w:trHeight w:val="187"/>
          <w:jc w:val="center"/>
        </w:trPr>
        <w:tc>
          <w:tcPr>
            <w:tcW w:w="3969" w:type="dxa"/>
            <w:shd w:val="clear" w:color="auto" w:fill="auto"/>
            <w:noWrap/>
            <w:tcMar>
              <w:top w:w="28" w:type="dxa"/>
              <w:left w:w="28" w:type="dxa"/>
              <w:bottom w:w="28" w:type="dxa"/>
              <w:right w:w="28" w:type="dxa"/>
            </w:tcMar>
          </w:tcPr>
          <w:p w14:paraId="7A65E192" w14:textId="720CE6FE" w:rsidR="00F80484" w:rsidRPr="00E062F1" w:rsidRDefault="00F80484" w:rsidP="00F80484">
            <w:pPr>
              <w:pStyle w:val="TAC"/>
              <w:rPr>
                <w:rFonts w:cs="Arial"/>
                <w:lang w:eastAsia="zh-CN"/>
              </w:rPr>
            </w:pPr>
            <w:r w:rsidRPr="00E062F1">
              <w:rPr>
                <w:rFonts w:cs="Arial"/>
                <w:lang w:eastAsia="zh-CN"/>
              </w:rPr>
              <w:t>DC_19A-21A_n77A</w:t>
            </w:r>
            <w:r w:rsidRPr="00E062F1">
              <w:rPr>
                <w:rFonts w:cs="Arial"/>
                <w:lang w:eastAsia="ja-JP"/>
              </w:rPr>
              <w:t>-</w:t>
            </w:r>
            <w:r w:rsidRPr="00E062F1">
              <w:rPr>
                <w:rFonts w:cs="Arial"/>
                <w:lang w:eastAsia="zh-CN"/>
              </w:rPr>
              <w:t>n257</w:t>
            </w:r>
            <w:r w:rsidRPr="00E062F1">
              <w:rPr>
                <w:rFonts w:eastAsia="Yu Mincho" w:cs="Arial"/>
                <w:lang w:eastAsia="zh-CN"/>
              </w:rPr>
              <w:t>A</w:t>
            </w:r>
            <w:r>
              <w:rPr>
                <w:rFonts w:hint="eastAsia"/>
                <w:vertAlign w:val="superscript"/>
                <w:lang w:eastAsia="zh-TW"/>
              </w:rPr>
              <w:t>2</w:t>
            </w:r>
          </w:p>
          <w:p w14:paraId="318B922E" w14:textId="7CD3BC70" w:rsidR="00F80484" w:rsidRPr="00E062F1" w:rsidRDefault="00F80484" w:rsidP="00F80484">
            <w:pPr>
              <w:pStyle w:val="TAC"/>
              <w:rPr>
                <w:rFonts w:cs="Arial"/>
                <w:lang w:eastAsia="zh-CN"/>
              </w:rPr>
            </w:pPr>
            <w:r w:rsidRPr="00E062F1">
              <w:rPr>
                <w:rFonts w:cs="Arial"/>
                <w:lang w:eastAsia="zh-CN"/>
              </w:rPr>
              <w:t>DC_19A-21A_n77A</w:t>
            </w:r>
            <w:r w:rsidRPr="00E062F1">
              <w:rPr>
                <w:rFonts w:cs="Arial"/>
                <w:lang w:eastAsia="ja-JP"/>
              </w:rPr>
              <w:t>-</w:t>
            </w:r>
            <w:r w:rsidRPr="00E062F1">
              <w:rPr>
                <w:rFonts w:cs="Arial"/>
                <w:lang w:eastAsia="zh-CN"/>
              </w:rPr>
              <w:t>n257</w:t>
            </w:r>
            <w:r w:rsidRPr="00E062F1">
              <w:rPr>
                <w:rFonts w:eastAsia="Yu Mincho" w:cs="Arial"/>
                <w:lang w:eastAsia="zh-CN"/>
              </w:rPr>
              <w:t>G</w:t>
            </w:r>
            <w:r>
              <w:rPr>
                <w:rFonts w:hint="eastAsia"/>
                <w:vertAlign w:val="superscript"/>
                <w:lang w:eastAsia="zh-TW"/>
              </w:rPr>
              <w:t>2</w:t>
            </w:r>
          </w:p>
          <w:p w14:paraId="5273B72A" w14:textId="487FD0EE" w:rsidR="00F80484" w:rsidRPr="00E062F1" w:rsidRDefault="00F80484" w:rsidP="00F80484">
            <w:pPr>
              <w:pStyle w:val="TAC"/>
              <w:rPr>
                <w:rFonts w:cs="Arial"/>
                <w:lang w:eastAsia="zh-CN"/>
              </w:rPr>
            </w:pPr>
            <w:r w:rsidRPr="00E062F1">
              <w:rPr>
                <w:rFonts w:cs="Arial"/>
                <w:lang w:eastAsia="zh-CN"/>
              </w:rPr>
              <w:t>DC_19A-21A_n77A</w:t>
            </w:r>
            <w:r w:rsidRPr="00E062F1">
              <w:rPr>
                <w:rFonts w:cs="Arial"/>
                <w:lang w:eastAsia="ja-JP"/>
              </w:rPr>
              <w:t>-</w:t>
            </w:r>
            <w:r w:rsidRPr="00E062F1">
              <w:rPr>
                <w:rFonts w:cs="Arial"/>
                <w:lang w:eastAsia="zh-CN"/>
              </w:rPr>
              <w:t>n257</w:t>
            </w:r>
            <w:r w:rsidRPr="00E062F1">
              <w:rPr>
                <w:rFonts w:eastAsia="Yu Mincho" w:cs="Arial"/>
                <w:lang w:eastAsia="zh-CN"/>
              </w:rPr>
              <w:t>H</w:t>
            </w:r>
            <w:r>
              <w:rPr>
                <w:rFonts w:hint="eastAsia"/>
                <w:vertAlign w:val="superscript"/>
                <w:lang w:eastAsia="zh-TW"/>
              </w:rPr>
              <w:t>2</w:t>
            </w:r>
          </w:p>
          <w:p w14:paraId="3C46B8E6" w14:textId="3ED77B94" w:rsidR="00F80484" w:rsidRPr="00E062F1" w:rsidRDefault="00F80484" w:rsidP="00F80484">
            <w:pPr>
              <w:pStyle w:val="TAC"/>
              <w:rPr>
                <w:rFonts w:cs="Arial"/>
                <w:lang w:eastAsia="zh-CN"/>
              </w:rPr>
            </w:pPr>
            <w:r w:rsidRPr="00E062F1">
              <w:rPr>
                <w:rFonts w:cs="Arial"/>
                <w:lang w:eastAsia="zh-CN"/>
              </w:rPr>
              <w:t>DC_19A-21A_n77A</w:t>
            </w:r>
            <w:r w:rsidRPr="00E062F1">
              <w:rPr>
                <w:rFonts w:cs="Arial"/>
                <w:lang w:eastAsia="ja-JP"/>
              </w:rPr>
              <w:t>-</w:t>
            </w:r>
            <w:r w:rsidRPr="00E062F1">
              <w:rPr>
                <w:rFonts w:cs="Arial"/>
                <w:lang w:eastAsia="zh-CN"/>
              </w:rPr>
              <w:t>n257</w:t>
            </w:r>
            <w:r w:rsidRPr="00E062F1">
              <w:rPr>
                <w:rFonts w:eastAsia="Yu Mincho" w:cs="Arial"/>
                <w:lang w:eastAsia="zh-CN"/>
              </w:rPr>
              <w:t>I</w:t>
            </w:r>
            <w:r>
              <w:rPr>
                <w:rFonts w:hint="eastAsia"/>
                <w:vertAlign w:val="superscript"/>
                <w:lang w:eastAsia="zh-TW"/>
              </w:rPr>
              <w:t>2</w:t>
            </w:r>
          </w:p>
        </w:tc>
        <w:tc>
          <w:tcPr>
            <w:tcW w:w="3969" w:type="dxa"/>
            <w:tcMar>
              <w:top w:w="28" w:type="dxa"/>
              <w:left w:w="28" w:type="dxa"/>
              <w:bottom w:w="28" w:type="dxa"/>
              <w:right w:w="28" w:type="dxa"/>
            </w:tcMar>
          </w:tcPr>
          <w:p w14:paraId="003025F4" w14:textId="77777777" w:rsidR="00F80484" w:rsidRPr="00E062F1" w:rsidRDefault="00F80484" w:rsidP="00F80484">
            <w:pPr>
              <w:pStyle w:val="TAC"/>
              <w:rPr>
                <w:rFonts w:cs="Arial"/>
                <w:lang w:eastAsia="zh-CN"/>
              </w:rPr>
            </w:pPr>
            <w:r w:rsidRPr="00E062F1">
              <w:rPr>
                <w:rFonts w:cs="Arial"/>
                <w:lang w:eastAsia="zh-CN"/>
              </w:rPr>
              <w:t>DC_19A_n77A</w:t>
            </w:r>
          </w:p>
          <w:p w14:paraId="522C9F50" w14:textId="77777777" w:rsidR="00F80484" w:rsidRPr="00E062F1" w:rsidRDefault="00F80484" w:rsidP="00F80484">
            <w:pPr>
              <w:pStyle w:val="TAC"/>
              <w:rPr>
                <w:rFonts w:cs="Arial"/>
                <w:lang w:eastAsia="zh-CN"/>
              </w:rPr>
            </w:pPr>
            <w:r w:rsidRPr="00E062F1">
              <w:rPr>
                <w:rFonts w:cs="Arial"/>
                <w:lang w:eastAsia="zh-CN"/>
              </w:rPr>
              <w:t>DC_19A_n257A</w:t>
            </w:r>
          </w:p>
          <w:p w14:paraId="14E89735" w14:textId="77777777" w:rsidR="00F80484" w:rsidRPr="00E062F1" w:rsidRDefault="00F80484" w:rsidP="00F80484">
            <w:pPr>
              <w:pStyle w:val="TAC"/>
              <w:rPr>
                <w:rFonts w:cs="Arial"/>
                <w:lang w:eastAsia="zh-CN"/>
              </w:rPr>
            </w:pPr>
            <w:r w:rsidRPr="00E062F1">
              <w:rPr>
                <w:rFonts w:cs="Arial"/>
                <w:lang w:eastAsia="zh-CN"/>
              </w:rPr>
              <w:t>DC_19A_n257G</w:t>
            </w:r>
          </w:p>
          <w:p w14:paraId="39FD97A2" w14:textId="77777777" w:rsidR="00F80484" w:rsidRPr="00E062F1" w:rsidRDefault="00F80484" w:rsidP="00F80484">
            <w:pPr>
              <w:pStyle w:val="TAC"/>
              <w:rPr>
                <w:rFonts w:cs="Arial"/>
                <w:lang w:eastAsia="zh-CN"/>
              </w:rPr>
            </w:pPr>
            <w:r w:rsidRPr="00E062F1">
              <w:rPr>
                <w:rFonts w:cs="Arial"/>
                <w:lang w:eastAsia="zh-CN"/>
              </w:rPr>
              <w:t>DC_19A_n257H</w:t>
            </w:r>
          </w:p>
          <w:p w14:paraId="50AEF15A" w14:textId="77777777" w:rsidR="00F80484" w:rsidRPr="00E062F1" w:rsidRDefault="00F80484" w:rsidP="00F80484">
            <w:pPr>
              <w:pStyle w:val="TAC"/>
              <w:rPr>
                <w:rFonts w:cs="Arial"/>
                <w:lang w:eastAsia="zh-CN"/>
              </w:rPr>
            </w:pPr>
            <w:r w:rsidRPr="00E062F1">
              <w:rPr>
                <w:rFonts w:cs="Arial"/>
                <w:lang w:eastAsia="zh-CN"/>
              </w:rPr>
              <w:t>DC_19A_n257I</w:t>
            </w:r>
          </w:p>
          <w:p w14:paraId="626DD8D1" w14:textId="77777777" w:rsidR="00F80484" w:rsidRPr="00E062F1" w:rsidRDefault="00F80484" w:rsidP="00F80484">
            <w:pPr>
              <w:pStyle w:val="TAC"/>
              <w:rPr>
                <w:rFonts w:cs="Arial"/>
                <w:lang w:eastAsia="zh-CN"/>
              </w:rPr>
            </w:pPr>
            <w:r w:rsidRPr="00E062F1">
              <w:rPr>
                <w:rFonts w:cs="Arial"/>
                <w:lang w:eastAsia="zh-CN"/>
              </w:rPr>
              <w:t>DC_21A_n77A</w:t>
            </w:r>
          </w:p>
          <w:p w14:paraId="2B23C2F0" w14:textId="77777777" w:rsidR="00F80484" w:rsidRPr="00E062F1" w:rsidRDefault="00F80484" w:rsidP="00F80484">
            <w:pPr>
              <w:pStyle w:val="TAC"/>
              <w:rPr>
                <w:rFonts w:cs="Arial"/>
                <w:lang w:eastAsia="zh-CN"/>
              </w:rPr>
            </w:pPr>
            <w:r w:rsidRPr="00E062F1">
              <w:rPr>
                <w:rFonts w:cs="Arial"/>
                <w:lang w:eastAsia="zh-CN"/>
              </w:rPr>
              <w:t>DC_21A_n257A</w:t>
            </w:r>
          </w:p>
          <w:p w14:paraId="15FA3214" w14:textId="77777777" w:rsidR="00F80484" w:rsidRPr="00E062F1" w:rsidRDefault="00F80484" w:rsidP="00F80484">
            <w:pPr>
              <w:pStyle w:val="TAC"/>
              <w:rPr>
                <w:rFonts w:cs="Arial"/>
                <w:lang w:eastAsia="zh-CN"/>
              </w:rPr>
            </w:pPr>
            <w:r w:rsidRPr="00E062F1">
              <w:rPr>
                <w:rFonts w:cs="Arial"/>
                <w:lang w:eastAsia="zh-CN"/>
              </w:rPr>
              <w:t>DC_21A_n257G</w:t>
            </w:r>
          </w:p>
          <w:p w14:paraId="3A5FE848" w14:textId="77777777" w:rsidR="00F80484" w:rsidRPr="00E062F1" w:rsidRDefault="00F80484" w:rsidP="00F80484">
            <w:pPr>
              <w:pStyle w:val="TAC"/>
              <w:rPr>
                <w:rFonts w:cs="Arial"/>
                <w:lang w:eastAsia="zh-CN"/>
              </w:rPr>
            </w:pPr>
            <w:r w:rsidRPr="00E062F1">
              <w:rPr>
                <w:rFonts w:cs="Arial"/>
                <w:lang w:eastAsia="zh-CN"/>
              </w:rPr>
              <w:t>DC_21A_n257H</w:t>
            </w:r>
          </w:p>
          <w:p w14:paraId="0C5EE2C8" w14:textId="77777777" w:rsidR="00F80484" w:rsidRPr="00E062F1" w:rsidRDefault="00F80484" w:rsidP="00F80484">
            <w:pPr>
              <w:pStyle w:val="TAC"/>
              <w:rPr>
                <w:rFonts w:cs="Arial"/>
                <w:lang w:eastAsia="zh-CN"/>
              </w:rPr>
            </w:pPr>
            <w:r w:rsidRPr="00E062F1">
              <w:rPr>
                <w:rFonts w:cs="Arial"/>
                <w:lang w:eastAsia="zh-CN"/>
              </w:rPr>
              <w:t>DC_21A_n257I</w:t>
            </w:r>
          </w:p>
        </w:tc>
      </w:tr>
      <w:tr w:rsidR="00F80484" w:rsidRPr="00E062F1" w14:paraId="24ABBA43" w14:textId="77777777" w:rsidTr="006B3BD2">
        <w:trPr>
          <w:trHeight w:val="187"/>
          <w:jc w:val="center"/>
        </w:trPr>
        <w:tc>
          <w:tcPr>
            <w:tcW w:w="3969" w:type="dxa"/>
            <w:shd w:val="clear" w:color="auto" w:fill="auto"/>
            <w:noWrap/>
            <w:tcMar>
              <w:top w:w="28" w:type="dxa"/>
              <w:left w:w="28" w:type="dxa"/>
              <w:bottom w:w="28" w:type="dxa"/>
              <w:right w:w="28" w:type="dxa"/>
            </w:tcMar>
          </w:tcPr>
          <w:p w14:paraId="33033A8A" w14:textId="0E13C0DC" w:rsidR="00F80484" w:rsidRPr="00E062F1" w:rsidRDefault="00F80484" w:rsidP="00F80484">
            <w:pPr>
              <w:pStyle w:val="TAC"/>
              <w:rPr>
                <w:rFonts w:cs="Arial"/>
                <w:lang w:eastAsia="zh-CN"/>
              </w:rPr>
            </w:pPr>
            <w:r w:rsidRPr="00E062F1">
              <w:rPr>
                <w:rFonts w:cs="Arial"/>
                <w:lang w:eastAsia="zh-CN"/>
              </w:rPr>
              <w:t>DC_19A-21A_n78A</w:t>
            </w:r>
            <w:r w:rsidRPr="00E062F1">
              <w:rPr>
                <w:rFonts w:cs="Arial"/>
                <w:lang w:eastAsia="ja-JP"/>
              </w:rPr>
              <w:t>-</w:t>
            </w:r>
            <w:r w:rsidRPr="00E062F1">
              <w:rPr>
                <w:rFonts w:cs="Arial"/>
                <w:lang w:eastAsia="zh-CN"/>
              </w:rPr>
              <w:t>n257</w:t>
            </w:r>
            <w:r w:rsidRPr="00E062F1">
              <w:rPr>
                <w:rFonts w:eastAsia="Yu Mincho" w:cs="Arial"/>
                <w:lang w:eastAsia="zh-CN"/>
              </w:rPr>
              <w:t>A</w:t>
            </w:r>
            <w:r>
              <w:rPr>
                <w:rFonts w:hint="eastAsia"/>
                <w:vertAlign w:val="superscript"/>
                <w:lang w:eastAsia="zh-TW"/>
              </w:rPr>
              <w:t>2</w:t>
            </w:r>
          </w:p>
          <w:p w14:paraId="1DE986A5" w14:textId="74BDBAC1" w:rsidR="00F80484" w:rsidRPr="00E062F1" w:rsidRDefault="00F80484" w:rsidP="00F80484">
            <w:pPr>
              <w:pStyle w:val="TAC"/>
              <w:rPr>
                <w:rFonts w:cs="Arial"/>
                <w:lang w:eastAsia="zh-CN"/>
              </w:rPr>
            </w:pPr>
            <w:r w:rsidRPr="00E062F1">
              <w:rPr>
                <w:rFonts w:cs="Arial"/>
                <w:lang w:eastAsia="zh-CN"/>
              </w:rPr>
              <w:t>DC_19A-21A_n78A</w:t>
            </w:r>
            <w:r w:rsidRPr="00E062F1">
              <w:rPr>
                <w:rFonts w:cs="Arial"/>
                <w:lang w:eastAsia="ja-JP"/>
              </w:rPr>
              <w:t>-</w:t>
            </w:r>
            <w:r w:rsidRPr="00E062F1">
              <w:rPr>
                <w:rFonts w:cs="Arial"/>
                <w:lang w:eastAsia="zh-CN"/>
              </w:rPr>
              <w:t>n257</w:t>
            </w:r>
            <w:r w:rsidRPr="00E062F1">
              <w:rPr>
                <w:rFonts w:eastAsia="Yu Mincho" w:cs="Arial"/>
                <w:lang w:eastAsia="zh-CN"/>
              </w:rPr>
              <w:t>G</w:t>
            </w:r>
            <w:r>
              <w:rPr>
                <w:rFonts w:hint="eastAsia"/>
                <w:vertAlign w:val="superscript"/>
                <w:lang w:eastAsia="zh-TW"/>
              </w:rPr>
              <w:t>2</w:t>
            </w:r>
          </w:p>
          <w:p w14:paraId="22DF187F" w14:textId="3E2C0A47" w:rsidR="00F80484" w:rsidRPr="00E062F1" w:rsidRDefault="00F80484" w:rsidP="00F80484">
            <w:pPr>
              <w:pStyle w:val="TAC"/>
              <w:rPr>
                <w:rFonts w:cs="Arial"/>
                <w:lang w:eastAsia="zh-CN"/>
              </w:rPr>
            </w:pPr>
            <w:r w:rsidRPr="00E062F1">
              <w:rPr>
                <w:rFonts w:cs="Arial"/>
                <w:lang w:eastAsia="zh-CN"/>
              </w:rPr>
              <w:t>DC_19A-21A_n78A</w:t>
            </w:r>
            <w:r w:rsidRPr="00E062F1">
              <w:rPr>
                <w:rFonts w:cs="Arial"/>
                <w:lang w:eastAsia="ja-JP"/>
              </w:rPr>
              <w:t>-</w:t>
            </w:r>
            <w:r w:rsidRPr="00E062F1">
              <w:rPr>
                <w:rFonts w:cs="Arial"/>
                <w:lang w:eastAsia="zh-CN"/>
              </w:rPr>
              <w:t>n257</w:t>
            </w:r>
            <w:r w:rsidRPr="00E062F1">
              <w:rPr>
                <w:rFonts w:eastAsia="Yu Mincho" w:cs="Arial"/>
                <w:lang w:eastAsia="zh-CN"/>
              </w:rPr>
              <w:t>H</w:t>
            </w:r>
            <w:r>
              <w:rPr>
                <w:rFonts w:hint="eastAsia"/>
                <w:vertAlign w:val="superscript"/>
                <w:lang w:eastAsia="zh-TW"/>
              </w:rPr>
              <w:t>2</w:t>
            </w:r>
          </w:p>
          <w:p w14:paraId="63BB8E96" w14:textId="6B1B16B7" w:rsidR="00F80484" w:rsidRPr="00E062F1" w:rsidRDefault="00F80484" w:rsidP="00F80484">
            <w:pPr>
              <w:pStyle w:val="TAC"/>
              <w:rPr>
                <w:rFonts w:cs="Arial"/>
                <w:lang w:eastAsia="zh-CN"/>
              </w:rPr>
            </w:pPr>
            <w:r w:rsidRPr="00E062F1">
              <w:rPr>
                <w:rFonts w:cs="Arial"/>
                <w:lang w:eastAsia="zh-CN"/>
              </w:rPr>
              <w:t>DC_19A-21A_n78A</w:t>
            </w:r>
            <w:r w:rsidRPr="00E062F1">
              <w:rPr>
                <w:rFonts w:cs="Arial"/>
                <w:lang w:eastAsia="ja-JP"/>
              </w:rPr>
              <w:t>-</w:t>
            </w:r>
            <w:r w:rsidRPr="00E062F1">
              <w:rPr>
                <w:rFonts w:cs="Arial"/>
                <w:lang w:eastAsia="zh-CN"/>
              </w:rPr>
              <w:t>n257</w:t>
            </w:r>
            <w:r w:rsidRPr="00E062F1">
              <w:rPr>
                <w:rFonts w:eastAsia="Yu Mincho" w:cs="Arial"/>
                <w:lang w:eastAsia="zh-CN"/>
              </w:rPr>
              <w:t>I</w:t>
            </w:r>
            <w:r>
              <w:rPr>
                <w:rFonts w:hint="eastAsia"/>
                <w:vertAlign w:val="superscript"/>
                <w:lang w:eastAsia="zh-TW"/>
              </w:rPr>
              <w:t>2</w:t>
            </w:r>
          </w:p>
        </w:tc>
        <w:tc>
          <w:tcPr>
            <w:tcW w:w="3969" w:type="dxa"/>
            <w:tcMar>
              <w:top w:w="28" w:type="dxa"/>
              <w:left w:w="28" w:type="dxa"/>
              <w:bottom w:w="28" w:type="dxa"/>
              <w:right w:w="28" w:type="dxa"/>
            </w:tcMar>
          </w:tcPr>
          <w:p w14:paraId="2D59F127" w14:textId="77777777" w:rsidR="00F80484" w:rsidRPr="00E062F1" w:rsidRDefault="00F80484" w:rsidP="00F80484">
            <w:pPr>
              <w:pStyle w:val="TAC"/>
              <w:rPr>
                <w:rFonts w:cs="Arial"/>
                <w:lang w:eastAsia="zh-CN"/>
              </w:rPr>
            </w:pPr>
            <w:r w:rsidRPr="00E062F1">
              <w:rPr>
                <w:rFonts w:cs="Arial"/>
                <w:lang w:eastAsia="zh-CN"/>
              </w:rPr>
              <w:t>DC_19A_n78A</w:t>
            </w:r>
          </w:p>
          <w:p w14:paraId="6E8524C8" w14:textId="77777777" w:rsidR="00F80484" w:rsidRPr="00E062F1" w:rsidRDefault="00F80484" w:rsidP="00F80484">
            <w:pPr>
              <w:pStyle w:val="TAC"/>
              <w:rPr>
                <w:rFonts w:cs="Arial"/>
                <w:lang w:eastAsia="zh-CN"/>
              </w:rPr>
            </w:pPr>
            <w:r w:rsidRPr="00E062F1">
              <w:rPr>
                <w:rFonts w:cs="Arial"/>
                <w:lang w:eastAsia="zh-CN"/>
              </w:rPr>
              <w:t>DC_19A_n257A</w:t>
            </w:r>
          </w:p>
          <w:p w14:paraId="04E0EEAB" w14:textId="77777777" w:rsidR="00F80484" w:rsidRPr="00E062F1" w:rsidRDefault="00F80484" w:rsidP="00F80484">
            <w:pPr>
              <w:pStyle w:val="TAC"/>
              <w:rPr>
                <w:rFonts w:cs="Arial"/>
                <w:lang w:eastAsia="zh-CN"/>
              </w:rPr>
            </w:pPr>
            <w:r w:rsidRPr="00E062F1">
              <w:rPr>
                <w:rFonts w:cs="Arial"/>
                <w:lang w:eastAsia="zh-CN"/>
              </w:rPr>
              <w:t>DC_19A_n257G</w:t>
            </w:r>
          </w:p>
          <w:p w14:paraId="4430B9B6" w14:textId="77777777" w:rsidR="00F80484" w:rsidRPr="00E062F1" w:rsidRDefault="00F80484" w:rsidP="00F80484">
            <w:pPr>
              <w:pStyle w:val="TAC"/>
              <w:rPr>
                <w:rFonts w:cs="Arial"/>
                <w:lang w:eastAsia="zh-CN"/>
              </w:rPr>
            </w:pPr>
            <w:r w:rsidRPr="00E062F1">
              <w:rPr>
                <w:rFonts w:cs="Arial"/>
                <w:lang w:eastAsia="zh-CN"/>
              </w:rPr>
              <w:t>DC_19A_n257H</w:t>
            </w:r>
          </w:p>
          <w:p w14:paraId="1C515FAC" w14:textId="77777777" w:rsidR="00F80484" w:rsidRPr="00E062F1" w:rsidRDefault="00F80484" w:rsidP="00F80484">
            <w:pPr>
              <w:pStyle w:val="TAC"/>
              <w:rPr>
                <w:rFonts w:cs="Arial"/>
                <w:lang w:eastAsia="zh-CN"/>
              </w:rPr>
            </w:pPr>
            <w:r w:rsidRPr="00E062F1">
              <w:rPr>
                <w:rFonts w:cs="Arial"/>
                <w:lang w:eastAsia="zh-CN"/>
              </w:rPr>
              <w:t>DC_19A_n257I</w:t>
            </w:r>
          </w:p>
          <w:p w14:paraId="78D01A2E" w14:textId="77777777" w:rsidR="00F80484" w:rsidRPr="00E062F1" w:rsidRDefault="00F80484" w:rsidP="00F80484">
            <w:pPr>
              <w:pStyle w:val="TAC"/>
              <w:rPr>
                <w:rFonts w:cs="Arial"/>
                <w:lang w:eastAsia="zh-CN"/>
              </w:rPr>
            </w:pPr>
            <w:r w:rsidRPr="00E062F1">
              <w:rPr>
                <w:rFonts w:cs="Arial"/>
                <w:lang w:eastAsia="zh-CN"/>
              </w:rPr>
              <w:t>DC_21A_n78A</w:t>
            </w:r>
          </w:p>
          <w:p w14:paraId="6289489A" w14:textId="77777777" w:rsidR="00F80484" w:rsidRPr="00E062F1" w:rsidRDefault="00F80484" w:rsidP="00F80484">
            <w:pPr>
              <w:pStyle w:val="TAC"/>
              <w:rPr>
                <w:rFonts w:cs="Arial"/>
                <w:lang w:eastAsia="zh-CN"/>
              </w:rPr>
            </w:pPr>
            <w:r w:rsidRPr="00E062F1">
              <w:rPr>
                <w:rFonts w:cs="Arial"/>
                <w:lang w:eastAsia="zh-CN"/>
              </w:rPr>
              <w:t>DC_21A_n257A</w:t>
            </w:r>
          </w:p>
          <w:p w14:paraId="47B31961" w14:textId="77777777" w:rsidR="00F80484" w:rsidRPr="00E062F1" w:rsidRDefault="00F80484" w:rsidP="00F80484">
            <w:pPr>
              <w:pStyle w:val="TAC"/>
              <w:rPr>
                <w:rFonts w:cs="Arial"/>
                <w:lang w:eastAsia="zh-CN"/>
              </w:rPr>
            </w:pPr>
            <w:r w:rsidRPr="00E062F1">
              <w:rPr>
                <w:rFonts w:cs="Arial"/>
                <w:lang w:eastAsia="zh-CN"/>
              </w:rPr>
              <w:t>DC_21A_n257G</w:t>
            </w:r>
          </w:p>
          <w:p w14:paraId="3CE18B7C" w14:textId="77777777" w:rsidR="00F80484" w:rsidRPr="00E062F1" w:rsidRDefault="00F80484" w:rsidP="00F80484">
            <w:pPr>
              <w:pStyle w:val="TAC"/>
              <w:rPr>
                <w:rFonts w:cs="Arial"/>
                <w:lang w:eastAsia="zh-CN"/>
              </w:rPr>
            </w:pPr>
            <w:r w:rsidRPr="00E062F1">
              <w:rPr>
                <w:rFonts w:cs="Arial"/>
                <w:lang w:eastAsia="zh-CN"/>
              </w:rPr>
              <w:t>DC_21A_n257H</w:t>
            </w:r>
          </w:p>
          <w:p w14:paraId="33B0E771" w14:textId="77777777" w:rsidR="00F80484" w:rsidRPr="00E062F1" w:rsidRDefault="00F80484" w:rsidP="00F80484">
            <w:pPr>
              <w:pStyle w:val="TAC"/>
              <w:rPr>
                <w:rFonts w:cs="Arial"/>
                <w:lang w:eastAsia="zh-CN"/>
              </w:rPr>
            </w:pPr>
            <w:r w:rsidRPr="00E062F1">
              <w:rPr>
                <w:rFonts w:cs="Arial"/>
                <w:lang w:eastAsia="zh-CN"/>
              </w:rPr>
              <w:t>DC_21A_n257I</w:t>
            </w:r>
          </w:p>
        </w:tc>
      </w:tr>
      <w:tr w:rsidR="00F80484" w:rsidRPr="00E062F1" w14:paraId="66849845" w14:textId="77777777" w:rsidTr="006B3BD2">
        <w:trPr>
          <w:trHeight w:val="187"/>
          <w:jc w:val="center"/>
        </w:trPr>
        <w:tc>
          <w:tcPr>
            <w:tcW w:w="3969" w:type="dxa"/>
            <w:shd w:val="clear" w:color="auto" w:fill="auto"/>
            <w:noWrap/>
            <w:tcMar>
              <w:top w:w="28" w:type="dxa"/>
              <w:left w:w="28" w:type="dxa"/>
              <w:bottom w:w="28" w:type="dxa"/>
              <w:right w:w="28" w:type="dxa"/>
            </w:tcMar>
          </w:tcPr>
          <w:p w14:paraId="6B155881" w14:textId="45D5363F" w:rsidR="00F80484" w:rsidRPr="00E062F1" w:rsidRDefault="00F80484" w:rsidP="00F80484">
            <w:pPr>
              <w:pStyle w:val="TAC"/>
              <w:rPr>
                <w:rFonts w:cs="Arial"/>
                <w:lang w:eastAsia="zh-CN"/>
              </w:rPr>
            </w:pPr>
            <w:r w:rsidRPr="00E062F1">
              <w:rPr>
                <w:rFonts w:cs="Arial"/>
                <w:lang w:eastAsia="zh-CN"/>
              </w:rPr>
              <w:t>DC_19A-21A_n79A</w:t>
            </w:r>
            <w:r w:rsidRPr="00E062F1">
              <w:rPr>
                <w:rFonts w:cs="Arial"/>
                <w:lang w:eastAsia="ja-JP"/>
              </w:rPr>
              <w:t>-</w:t>
            </w:r>
            <w:r w:rsidRPr="00E062F1">
              <w:rPr>
                <w:rFonts w:cs="Arial"/>
                <w:lang w:eastAsia="zh-CN"/>
              </w:rPr>
              <w:t>n257</w:t>
            </w:r>
            <w:r w:rsidRPr="00E062F1">
              <w:rPr>
                <w:rFonts w:eastAsia="Yu Mincho" w:cs="Arial"/>
                <w:lang w:eastAsia="zh-CN"/>
              </w:rPr>
              <w:t>A</w:t>
            </w:r>
            <w:r>
              <w:rPr>
                <w:rFonts w:hint="eastAsia"/>
                <w:vertAlign w:val="superscript"/>
                <w:lang w:eastAsia="zh-TW"/>
              </w:rPr>
              <w:t>2</w:t>
            </w:r>
          </w:p>
          <w:p w14:paraId="2CF14799" w14:textId="16891FDC" w:rsidR="00F80484" w:rsidRPr="00E062F1" w:rsidRDefault="00F80484" w:rsidP="00F80484">
            <w:pPr>
              <w:pStyle w:val="TAC"/>
              <w:rPr>
                <w:rFonts w:cs="Arial"/>
                <w:lang w:eastAsia="zh-CN"/>
              </w:rPr>
            </w:pPr>
            <w:r w:rsidRPr="00E062F1">
              <w:rPr>
                <w:rFonts w:cs="Arial"/>
                <w:lang w:eastAsia="zh-CN"/>
              </w:rPr>
              <w:t>DC_19A-21A_n79A</w:t>
            </w:r>
            <w:r w:rsidRPr="00E062F1">
              <w:rPr>
                <w:rFonts w:cs="Arial"/>
                <w:lang w:eastAsia="ja-JP"/>
              </w:rPr>
              <w:t>-</w:t>
            </w:r>
            <w:r w:rsidRPr="00E062F1">
              <w:rPr>
                <w:rFonts w:cs="Arial"/>
                <w:lang w:eastAsia="zh-CN"/>
              </w:rPr>
              <w:t>n257</w:t>
            </w:r>
            <w:r w:rsidRPr="00E062F1">
              <w:rPr>
                <w:rFonts w:eastAsia="Yu Mincho" w:cs="Arial"/>
                <w:lang w:eastAsia="zh-CN"/>
              </w:rPr>
              <w:t>G</w:t>
            </w:r>
            <w:r>
              <w:rPr>
                <w:rFonts w:hint="eastAsia"/>
                <w:vertAlign w:val="superscript"/>
                <w:lang w:eastAsia="zh-TW"/>
              </w:rPr>
              <w:t>2</w:t>
            </w:r>
          </w:p>
          <w:p w14:paraId="3F548070" w14:textId="0E4EC69C" w:rsidR="00F80484" w:rsidRPr="00E062F1" w:rsidRDefault="00F80484" w:rsidP="00F80484">
            <w:pPr>
              <w:pStyle w:val="TAC"/>
              <w:rPr>
                <w:rFonts w:cs="Arial"/>
                <w:lang w:eastAsia="zh-CN"/>
              </w:rPr>
            </w:pPr>
            <w:r w:rsidRPr="00E062F1">
              <w:rPr>
                <w:rFonts w:cs="Arial"/>
                <w:lang w:eastAsia="zh-CN"/>
              </w:rPr>
              <w:t>DC_19A-21A_n79A</w:t>
            </w:r>
            <w:r w:rsidRPr="00E062F1">
              <w:rPr>
                <w:rFonts w:cs="Arial"/>
                <w:lang w:eastAsia="ja-JP"/>
              </w:rPr>
              <w:t>-</w:t>
            </w:r>
            <w:r w:rsidRPr="00E062F1">
              <w:rPr>
                <w:rFonts w:cs="Arial"/>
                <w:lang w:eastAsia="zh-CN"/>
              </w:rPr>
              <w:t>n257</w:t>
            </w:r>
            <w:r w:rsidRPr="00E062F1">
              <w:rPr>
                <w:rFonts w:eastAsia="Yu Mincho" w:cs="Arial"/>
                <w:lang w:eastAsia="zh-CN"/>
              </w:rPr>
              <w:t>H</w:t>
            </w:r>
            <w:r>
              <w:rPr>
                <w:rFonts w:hint="eastAsia"/>
                <w:vertAlign w:val="superscript"/>
                <w:lang w:eastAsia="zh-TW"/>
              </w:rPr>
              <w:t>2</w:t>
            </w:r>
          </w:p>
          <w:p w14:paraId="27D029F2" w14:textId="228E19DD" w:rsidR="00F80484" w:rsidRPr="00E062F1" w:rsidRDefault="00F80484" w:rsidP="00F80484">
            <w:pPr>
              <w:pStyle w:val="TAC"/>
              <w:rPr>
                <w:rFonts w:cs="Arial"/>
                <w:lang w:eastAsia="zh-CN"/>
              </w:rPr>
            </w:pPr>
            <w:r w:rsidRPr="00E062F1">
              <w:rPr>
                <w:rFonts w:cs="Arial"/>
                <w:lang w:eastAsia="zh-CN"/>
              </w:rPr>
              <w:t>DC_19A-21A_n79A</w:t>
            </w:r>
            <w:r w:rsidRPr="00E062F1">
              <w:rPr>
                <w:rFonts w:cs="Arial"/>
                <w:lang w:eastAsia="ja-JP"/>
              </w:rPr>
              <w:t>-</w:t>
            </w:r>
            <w:r w:rsidRPr="00E062F1">
              <w:rPr>
                <w:rFonts w:cs="Arial"/>
                <w:lang w:eastAsia="zh-CN"/>
              </w:rPr>
              <w:t>n257</w:t>
            </w:r>
            <w:r w:rsidRPr="00E062F1">
              <w:rPr>
                <w:rFonts w:eastAsia="Yu Mincho" w:cs="Arial"/>
                <w:lang w:eastAsia="zh-CN"/>
              </w:rPr>
              <w:t>I</w:t>
            </w:r>
            <w:r>
              <w:rPr>
                <w:rFonts w:hint="eastAsia"/>
                <w:vertAlign w:val="superscript"/>
                <w:lang w:eastAsia="zh-TW"/>
              </w:rPr>
              <w:t>2</w:t>
            </w:r>
          </w:p>
        </w:tc>
        <w:tc>
          <w:tcPr>
            <w:tcW w:w="3969" w:type="dxa"/>
            <w:tcMar>
              <w:top w:w="28" w:type="dxa"/>
              <w:left w:w="28" w:type="dxa"/>
              <w:bottom w:w="28" w:type="dxa"/>
              <w:right w:w="28" w:type="dxa"/>
            </w:tcMar>
          </w:tcPr>
          <w:p w14:paraId="77E5F9E9" w14:textId="77777777" w:rsidR="00F80484" w:rsidRPr="00E062F1" w:rsidRDefault="00F80484" w:rsidP="00F80484">
            <w:pPr>
              <w:pStyle w:val="TAC"/>
              <w:rPr>
                <w:rFonts w:cs="Arial"/>
                <w:lang w:eastAsia="zh-CN"/>
              </w:rPr>
            </w:pPr>
            <w:r w:rsidRPr="00E062F1">
              <w:rPr>
                <w:rFonts w:cs="Arial"/>
                <w:lang w:eastAsia="zh-CN"/>
              </w:rPr>
              <w:t>DC_19A_n79A</w:t>
            </w:r>
          </w:p>
          <w:p w14:paraId="4CB1470C" w14:textId="77777777" w:rsidR="00F80484" w:rsidRPr="00E062F1" w:rsidRDefault="00F80484" w:rsidP="00F80484">
            <w:pPr>
              <w:pStyle w:val="TAC"/>
              <w:rPr>
                <w:rFonts w:cs="Arial"/>
                <w:lang w:eastAsia="zh-CN"/>
              </w:rPr>
            </w:pPr>
            <w:r w:rsidRPr="00E062F1">
              <w:rPr>
                <w:rFonts w:cs="Arial"/>
                <w:lang w:eastAsia="zh-CN"/>
              </w:rPr>
              <w:t>DC_19A_n257A</w:t>
            </w:r>
          </w:p>
          <w:p w14:paraId="47FF6450" w14:textId="77777777" w:rsidR="00F80484" w:rsidRPr="00E062F1" w:rsidRDefault="00F80484" w:rsidP="00F80484">
            <w:pPr>
              <w:pStyle w:val="TAC"/>
              <w:rPr>
                <w:rFonts w:cs="Arial"/>
                <w:lang w:eastAsia="zh-CN"/>
              </w:rPr>
            </w:pPr>
            <w:r w:rsidRPr="00E062F1">
              <w:rPr>
                <w:rFonts w:cs="Arial"/>
                <w:lang w:eastAsia="zh-CN"/>
              </w:rPr>
              <w:t>DC_19A_n257G</w:t>
            </w:r>
          </w:p>
          <w:p w14:paraId="2BB81972" w14:textId="77777777" w:rsidR="00F80484" w:rsidRPr="00E062F1" w:rsidRDefault="00F80484" w:rsidP="00F80484">
            <w:pPr>
              <w:pStyle w:val="TAC"/>
              <w:rPr>
                <w:rFonts w:cs="Arial"/>
                <w:lang w:eastAsia="zh-CN"/>
              </w:rPr>
            </w:pPr>
            <w:r w:rsidRPr="00E062F1">
              <w:rPr>
                <w:rFonts w:cs="Arial"/>
                <w:lang w:eastAsia="zh-CN"/>
              </w:rPr>
              <w:t>DC_19A_n257H</w:t>
            </w:r>
          </w:p>
          <w:p w14:paraId="50B4EFB9" w14:textId="77777777" w:rsidR="00F80484" w:rsidRPr="00E062F1" w:rsidRDefault="00F80484" w:rsidP="00F80484">
            <w:pPr>
              <w:pStyle w:val="TAC"/>
              <w:rPr>
                <w:rFonts w:cs="Arial"/>
                <w:lang w:eastAsia="zh-CN"/>
              </w:rPr>
            </w:pPr>
            <w:r w:rsidRPr="00E062F1">
              <w:rPr>
                <w:rFonts w:cs="Arial"/>
                <w:lang w:eastAsia="zh-CN"/>
              </w:rPr>
              <w:t>DC_19A_n257I</w:t>
            </w:r>
          </w:p>
          <w:p w14:paraId="485D66B8" w14:textId="77777777" w:rsidR="00F80484" w:rsidRPr="00E062F1" w:rsidRDefault="00F80484" w:rsidP="00F80484">
            <w:pPr>
              <w:pStyle w:val="TAC"/>
              <w:rPr>
                <w:rFonts w:cs="Arial"/>
                <w:lang w:eastAsia="zh-CN"/>
              </w:rPr>
            </w:pPr>
            <w:r w:rsidRPr="00E062F1">
              <w:rPr>
                <w:rFonts w:cs="Arial"/>
                <w:lang w:eastAsia="zh-CN"/>
              </w:rPr>
              <w:t>DC_21A_n79A</w:t>
            </w:r>
          </w:p>
          <w:p w14:paraId="423A8ADE" w14:textId="77777777" w:rsidR="00F80484" w:rsidRPr="00E062F1" w:rsidRDefault="00F80484" w:rsidP="00F80484">
            <w:pPr>
              <w:pStyle w:val="TAC"/>
              <w:rPr>
                <w:rFonts w:cs="Arial"/>
                <w:lang w:eastAsia="zh-CN"/>
              </w:rPr>
            </w:pPr>
            <w:r w:rsidRPr="00E062F1">
              <w:rPr>
                <w:rFonts w:cs="Arial"/>
                <w:lang w:eastAsia="zh-CN"/>
              </w:rPr>
              <w:t>DC_21A_n257A</w:t>
            </w:r>
          </w:p>
          <w:p w14:paraId="5AEE414F" w14:textId="77777777" w:rsidR="00F80484" w:rsidRPr="00E062F1" w:rsidRDefault="00F80484" w:rsidP="00F80484">
            <w:pPr>
              <w:pStyle w:val="TAC"/>
              <w:rPr>
                <w:rFonts w:cs="Arial"/>
                <w:lang w:eastAsia="zh-CN"/>
              </w:rPr>
            </w:pPr>
            <w:r w:rsidRPr="00E062F1">
              <w:rPr>
                <w:rFonts w:cs="Arial"/>
                <w:lang w:eastAsia="zh-CN"/>
              </w:rPr>
              <w:t>DC_21A_n257G</w:t>
            </w:r>
          </w:p>
          <w:p w14:paraId="014C6BAA" w14:textId="77777777" w:rsidR="00F80484" w:rsidRPr="00E062F1" w:rsidRDefault="00F80484" w:rsidP="00F80484">
            <w:pPr>
              <w:pStyle w:val="TAC"/>
              <w:rPr>
                <w:rFonts w:cs="Arial"/>
                <w:lang w:eastAsia="zh-CN"/>
              </w:rPr>
            </w:pPr>
            <w:r w:rsidRPr="00E062F1">
              <w:rPr>
                <w:rFonts w:cs="Arial"/>
                <w:lang w:eastAsia="zh-CN"/>
              </w:rPr>
              <w:t>DC_21A_n257H</w:t>
            </w:r>
          </w:p>
          <w:p w14:paraId="6BCB04D0" w14:textId="77777777" w:rsidR="00F80484" w:rsidRPr="00E062F1" w:rsidRDefault="00F80484" w:rsidP="00F80484">
            <w:pPr>
              <w:pStyle w:val="TAC"/>
              <w:rPr>
                <w:rFonts w:cs="Arial"/>
                <w:lang w:eastAsia="zh-CN"/>
              </w:rPr>
            </w:pPr>
            <w:r w:rsidRPr="00E062F1">
              <w:rPr>
                <w:rFonts w:cs="Arial"/>
                <w:lang w:eastAsia="zh-CN"/>
              </w:rPr>
              <w:t>DC_21A_n257I</w:t>
            </w:r>
          </w:p>
        </w:tc>
      </w:tr>
      <w:tr w:rsidR="00F80484" w:rsidRPr="00E062F1" w14:paraId="51EB0E72" w14:textId="77777777" w:rsidTr="006B3BD2">
        <w:trPr>
          <w:trHeight w:val="187"/>
          <w:jc w:val="center"/>
        </w:trPr>
        <w:tc>
          <w:tcPr>
            <w:tcW w:w="3969" w:type="dxa"/>
            <w:shd w:val="clear" w:color="auto" w:fill="auto"/>
            <w:noWrap/>
            <w:tcMar>
              <w:top w:w="28" w:type="dxa"/>
              <w:left w:w="28" w:type="dxa"/>
              <w:bottom w:w="28" w:type="dxa"/>
              <w:right w:w="28" w:type="dxa"/>
            </w:tcMar>
          </w:tcPr>
          <w:p w14:paraId="07D28C6D" w14:textId="77777777" w:rsidR="00F80484" w:rsidRPr="00E062F1" w:rsidRDefault="00F80484" w:rsidP="00F80484">
            <w:pPr>
              <w:pStyle w:val="TAC"/>
              <w:rPr>
                <w:rFonts w:cs="Arial"/>
                <w:lang w:eastAsia="zh-CN"/>
              </w:rPr>
            </w:pPr>
            <w:r w:rsidRPr="00E062F1">
              <w:rPr>
                <w:rFonts w:cs="Arial"/>
                <w:lang w:eastAsia="zh-CN"/>
              </w:rPr>
              <w:t>DC_19A-42A_n77A</w:t>
            </w:r>
            <w:r w:rsidRPr="00E062F1">
              <w:rPr>
                <w:rFonts w:cs="Arial"/>
                <w:lang w:eastAsia="ja-JP"/>
              </w:rPr>
              <w:t>-</w:t>
            </w:r>
            <w:r w:rsidRPr="00E062F1">
              <w:rPr>
                <w:rFonts w:cs="Arial"/>
                <w:lang w:eastAsia="zh-CN"/>
              </w:rPr>
              <w:t>n257</w:t>
            </w:r>
            <w:r w:rsidRPr="00E062F1">
              <w:rPr>
                <w:rFonts w:eastAsia="Yu Mincho" w:cs="Arial"/>
                <w:lang w:eastAsia="zh-CN"/>
              </w:rPr>
              <w:t>A</w:t>
            </w:r>
          </w:p>
          <w:p w14:paraId="3361E0A7" w14:textId="77777777" w:rsidR="00F80484" w:rsidRPr="00E062F1" w:rsidRDefault="00F80484" w:rsidP="00F80484">
            <w:pPr>
              <w:pStyle w:val="TAC"/>
              <w:rPr>
                <w:rFonts w:cs="Arial"/>
                <w:lang w:eastAsia="zh-CN"/>
              </w:rPr>
            </w:pPr>
            <w:r w:rsidRPr="00E062F1">
              <w:rPr>
                <w:rFonts w:cs="Arial"/>
                <w:lang w:eastAsia="zh-CN"/>
              </w:rPr>
              <w:t>DC_19A-42A_n77A</w:t>
            </w:r>
            <w:r w:rsidRPr="00E062F1">
              <w:rPr>
                <w:rFonts w:cs="Arial"/>
                <w:lang w:eastAsia="ja-JP"/>
              </w:rPr>
              <w:t>-</w:t>
            </w:r>
            <w:r w:rsidRPr="00E062F1">
              <w:rPr>
                <w:rFonts w:cs="Arial"/>
                <w:lang w:eastAsia="zh-CN"/>
              </w:rPr>
              <w:t>n257</w:t>
            </w:r>
            <w:r w:rsidRPr="00E062F1">
              <w:rPr>
                <w:rFonts w:eastAsia="Yu Mincho" w:cs="Arial"/>
                <w:lang w:eastAsia="zh-CN"/>
              </w:rPr>
              <w:t>G</w:t>
            </w:r>
          </w:p>
          <w:p w14:paraId="4CF44334" w14:textId="77777777" w:rsidR="00F80484" w:rsidRPr="00E062F1" w:rsidRDefault="00F80484" w:rsidP="00F80484">
            <w:pPr>
              <w:pStyle w:val="TAC"/>
              <w:rPr>
                <w:rFonts w:cs="Arial"/>
                <w:lang w:eastAsia="zh-CN"/>
              </w:rPr>
            </w:pPr>
            <w:r w:rsidRPr="00E062F1">
              <w:rPr>
                <w:rFonts w:cs="Arial"/>
                <w:lang w:eastAsia="zh-CN"/>
              </w:rPr>
              <w:t>DC_19A-42A_n77A</w:t>
            </w:r>
            <w:r w:rsidRPr="00E062F1">
              <w:rPr>
                <w:rFonts w:cs="Arial"/>
                <w:lang w:eastAsia="ja-JP"/>
              </w:rPr>
              <w:t>-</w:t>
            </w:r>
            <w:r w:rsidRPr="00E062F1">
              <w:rPr>
                <w:rFonts w:cs="Arial"/>
                <w:lang w:eastAsia="zh-CN"/>
              </w:rPr>
              <w:t>n257</w:t>
            </w:r>
            <w:r w:rsidRPr="00E062F1">
              <w:rPr>
                <w:rFonts w:eastAsia="Yu Mincho" w:cs="Arial"/>
                <w:lang w:eastAsia="zh-CN"/>
              </w:rPr>
              <w:t>H</w:t>
            </w:r>
          </w:p>
          <w:p w14:paraId="51C3083E" w14:textId="77777777" w:rsidR="00F80484" w:rsidRPr="00E062F1" w:rsidRDefault="00F80484" w:rsidP="00F80484">
            <w:pPr>
              <w:pStyle w:val="TAC"/>
              <w:rPr>
                <w:rFonts w:eastAsia="Yu Mincho" w:cs="Arial"/>
                <w:lang w:eastAsia="zh-CN"/>
              </w:rPr>
            </w:pPr>
            <w:r w:rsidRPr="00E062F1">
              <w:rPr>
                <w:rFonts w:cs="Arial"/>
                <w:lang w:eastAsia="zh-CN"/>
              </w:rPr>
              <w:t>DC_19A-42A_n77A</w:t>
            </w:r>
            <w:r w:rsidRPr="00E062F1">
              <w:rPr>
                <w:rFonts w:cs="Arial"/>
                <w:lang w:eastAsia="ja-JP"/>
              </w:rPr>
              <w:t>-</w:t>
            </w:r>
            <w:r w:rsidRPr="00E062F1">
              <w:rPr>
                <w:rFonts w:cs="Arial"/>
                <w:lang w:eastAsia="zh-CN"/>
              </w:rPr>
              <w:t>n257</w:t>
            </w:r>
            <w:r w:rsidRPr="00E062F1">
              <w:rPr>
                <w:rFonts w:eastAsia="Yu Mincho" w:cs="Arial"/>
                <w:lang w:eastAsia="zh-CN"/>
              </w:rPr>
              <w:t>I</w:t>
            </w:r>
          </w:p>
          <w:p w14:paraId="42201102" w14:textId="77777777" w:rsidR="00F80484" w:rsidRPr="00E062F1" w:rsidRDefault="00F80484" w:rsidP="00F80484">
            <w:pPr>
              <w:pStyle w:val="TAC"/>
              <w:rPr>
                <w:rFonts w:cs="Arial"/>
                <w:lang w:eastAsia="zh-CN"/>
              </w:rPr>
            </w:pPr>
            <w:r w:rsidRPr="00E062F1">
              <w:rPr>
                <w:rFonts w:cs="Arial"/>
                <w:lang w:eastAsia="zh-CN"/>
              </w:rPr>
              <w:t>DC_19A-42C_n77A</w:t>
            </w:r>
            <w:r w:rsidRPr="00E062F1">
              <w:rPr>
                <w:rFonts w:cs="Arial"/>
                <w:lang w:eastAsia="ja-JP"/>
              </w:rPr>
              <w:t>-</w:t>
            </w:r>
            <w:r w:rsidRPr="00E062F1">
              <w:rPr>
                <w:rFonts w:cs="Arial"/>
                <w:lang w:eastAsia="zh-CN"/>
              </w:rPr>
              <w:t>n257</w:t>
            </w:r>
            <w:r w:rsidRPr="00E062F1">
              <w:rPr>
                <w:rFonts w:eastAsia="Yu Mincho" w:cs="Arial"/>
                <w:lang w:eastAsia="zh-CN"/>
              </w:rPr>
              <w:t>A</w:t>
            </w:r>
          </w:p>
          <w:p w14:paraId="63395570" w14:textId="77777777" w:rsidR="00F80484" w:rsidRPr="00E062F1" w:rsidRDefault="00F80484" w:rsidP="00F80484">
            <w:pPr>
              <w:pStyle w:val="TAC"/>
              <w:rPr>
                <w:rFonts w:cs="Arial"/>
                <w:lang w:eastAsia="zh-CN"/>
              </w:rPr>
            </w:pPr>
            <w:r w:rsidRPr="00E062F1">
              <w:rPr>
                <w:rFonts w:cs="Arial"/>
                <w:lang w:eastAsia="zh-CN"/>
              </w:rPr>
              <w:t>DC_19A-42C_n77A</w:t>
            </w:r>
            <w:r w:rsidRPr="00E062F1">
              <w:rPr>
                <w:rFonts w:cs="Arial"/>
                <w:lang w:eastAsia="ja-JP"/>
              </w:rPr>
              <w:t>-</w:t>
            </w:r>
            <w:r w:rsidRPr="00E062F1">
              <w:rPr>
                <w:rFonts w:cs="Arial"/>
                <w:lang w:eastAsia="zh-CN"/>
              </w:rPr>
              <w:t>n257</w:t>
            </w:r>
            <w:r w:rsidRPr="00E062F1">
              <w:rPr>
                <w:rFonts w:eastAsia="Yu Mincho" w:cs="Arial"/>
                <w:lang w:eastAsia="zh-CN"/>
              </w:rPr>
              <w:t>G</w:t>
            </w:r>
          </w:p>
          <w:p w14:paraId="298F901E" w14:textId="77777777" w:rsidR="00F80484" w:rsidRPr="00E062F1" w:rsidRDefault="00F80484" w:rsidP="00F80484">
            <w:pPr>
              <w:pStyle w:val="TAC"/>
              <w:rPr>
                <w:rFonts w:cs="Arial"/>
                <w:lang w:eastAsia="zh-CN"/>
              </w:rPr>
            </w:pPr>
            <w:r w:rsidRPr="00E062F1">
              <w:rPr>
                <w:rFonts w:cs="Arial"/>
                <w:lang w:eastAsia="zh-CN"/>
              </w:rPr>
              <w:t>DC_19A-42C_n77A</w:t>
            </w:r>
            <w:r w:rsidRPr="00E062F1">
              <w:rPr>
                <w:rFonts w:cs="Arial"/>
                <w:lang w:eastAsia="ja-JP"/>
              </w:rPr>
              <w:t>-</w:t>
            </w:r>
            <w:r w:rsidRPr="00E062F1">
              <w:rPr>
                <w:rFonts w:cs="Arial"/>
                <w:lang w:eastAsia="zh-CN"/>
              </w:rPr>
              <w:t>n257</w:t>
            </w:r>
            <w:r w:rsidRPr="00E062F1">
              <w:rPr>
                <w:rFonts w:eastAsia="Yu Mincho" w:cs="Arial"/>
                <w:lang w:eastAsia="zh-CN"/>
              </w:rPr>
              <w:t>H</w:t>
            </w:r>
          </w:p>
          <w:p w14:paraId="03988DFE" w14:textId="77777777" w:rsidR="00F80484" w:rsidRPr="00E062F1" w:rsidRDefault="00F80484" w:rsidP="00F80484">
            <w:pPr>
              <w:pStyle w:val="TAC"/>
              <w:rPr>
                <w:rFonts w:cs="Arial"/>
                <w:lang w:eastAsia="zh-CN"/>
              </w:rPr>
            </w:pPr>
            <w:r w:rsidRPr="00E062F1">
              <w:rPr>
                <w:rFonts w:cs="Arial"/>
                <w:lang w:eastAsia="zh-CN"/>
              </w:rPr>
              <w:t>DC_19A-42C_n77A</w:t>
            </w:r>
            <w:r w:rsidRPr="00E062F1">
              <w:rPr>
                <w:rFonts w:cs="Arial"/>
                <w:lang w:eastAsia="ja-JP"/>
              </w:rPr>
              <w:t>-</w:t>
            </w:r>
            <w:r w:rsidRPr="00E062F1">
              <w:rPr>
                <w:rFonts w:cs="Arial"/>
                <w:lang w:eastAsia="zh-CN"/>
              </w:rPr>
              <w:t>n257</w:t>
            </w:r>
            <w:r w:rsidRPr="00E062F1">
              <w:rPr>
                <w:rFonts w:eastAsia="Yu Mincho" w:cs="Arial"/>
                <w:lang w:eastAsia="zh-CN"/>
              </w:rPr>
              <w:t>I</w:t>
            </w:r>
          </w:p>
        </w:tc>
        <w:tc>
          <w:tcPr>
            <w:tcW w:w="3969" w:type="dxa"/>
            <w:tcMar>
              <w:top w:w="28" w:type="dxa"/>
              <w:left w:w="28" w:type="dxa"/>
              <w:bottom w:w="28" w:type="dxa"/>
              <w:right w:w="28" w:type="dxa"/>
            </w:tcMar>
          </w:tcPr>
          <w:p w14:paraId="0E8BFA81" w14:textId="77777777" w:rsidR="00F80484" w:rsidRPr="00E062F1" w:rsidRDefault="00F80484" w:rsidP="00F80484">
            <w:pPr>
              <w:pStyle w:val="TAC"/>
              <w:rPr>
                <w:rFonts w:cs="Arial"/>
                <w:lang w:eastAsia="zh-CN"/>
              </w:rPr>
            </w:pPr>
            <w:r w:rsidRPr="00E062F1">
              <w:rPr>
                <w:rFonts w:cs="Arial"/>
                <w:lang w:eastAsia="zh-CN"/>
              </w:rPr>
              <w:t>DC_19A_n77A</w:t>
            </w:r>
          </w:p>
          <w:p w14:paraId="2B15E74E" w14:textId="77777777" w:rsidR="00F80484" w:rsidRPr="00E062F1" w:rsidRDefault="00F80484" w:rsidP="00F80484">
            <w:pPr>
              <w:pStyle w:val="TAC"/>
              <w:rPr>
                <w:rFonts w:cs="Arial"/>
                <w:lang w:eastAsia="zh-CN"/>
              </w:rPr>
            </w:pPr>
            <w:r w:rsidRPr="00E062F1">
              <w:rPr>
                <w:rFonts w:cs="Arial"/>
                <w:lang w:eastAsia="zh-CN"/>
              </w:rPr>
              <w:t>DC_19A_n257A</w:t>
            </w:r>
          </w:p>
          <w:p w14:paraId="025756E8" w14:textId="77777777" w:rsidR="00F80484" w:rsidRPr="00E062F1" w:rsidRDefault="00F80484" w:rsidP="00F80484">
            <w:pPr>
              <w:pStyle w:val="TAC"/>
              <w:rPr>
                <w:rFonts w:cs="Arial"/>
                <w:lang w:eastAsia="zh-CN"/>
              </w:rPr>
            </w:pPr>
            <w:r w:rsidRPr="00E062F1">
              <w:rPr>
                <w:rFonts w:cs="Arial"/>
                <w:lang w:eastAsia="zh-CN"/>
              </w:rPr>
              <w:t>DC_19A_n257G</w:t>
            </w:r>
          </w:p>
          <w:p w14:paraId="6BADC544" w14:textId="77777777" w:rsidR="00F80484" w:rsidRPr="00E062F1" w:rsidRDefault="00F80484" w:rsidP="00F80484">
            <w:pPr>
              <w:pStyle w:val="TAC"/>
              <w:rPr>
                <w:rFonts w:cs="Arial"/>
                <w:lang w:eastAsia="zh-CN"/>
              </w:rPr>
            </w:pPr>
            <w:r w:rsidRPr="00E062F1">
              <w:rPr>
                <w:rFonts w:cs="Arial"/>
                <w:lang w:eastAsia="zh-CN"/>
              </w:rPr>
              <w:t>DC_19A_n257H</w:t>
            </w:r>
          </w:p>
          <w:p w14:paraId="0475AA62" w14:textId="77777777" w:rsidR="00F80484" w:rsidRPr="00E062F1" w:rsidRDefault="00F80484" w:rsidP="00F80484">
            <w:pPr>
              <w:pStyle w:val="TAC"/>
              <w:rPr>
                <w:rFonts w:cs="Arial"/>
                <w:lang w:eastAsia="zh-CN"/>
              </w:rPr>
            </w:pPr>
            <w:r w:rsidRPr="00E062F1">
              <w:rPr>
                <w:rFonts w:cs="Arial"/>
                <w:lang w:eastAsia="zh-CN"/>
              </w:rPr>
              <w:t>DC_19A_n257I</w:t>
            </w:r>
          </w:p>
          <w:p w14:paraId="31163291" w14:textId="77777777" w:rsidR="00F80484" w:rsidRPr="00E062F1" w:rsidRDefault="00F80484" w:rsidP="00F80484">
            <w:pPr>
              <w:pStyle w:val="TAC"/>
              <w:rPr>
                <w:rFonts w:cs="Arial"/>
                <w:lang w:eastAsia="zh-CN"/>
              </w:rPr>
            </w:pPr>
            <w:r w:rsidRPr="00E062F1">
              <w:rPr>
                <w:rFonts w:cs="Arial"/>
                <w:lang w:eastAsia="zh-CN"/>
              </w:rPr>
              <w:t>DC_42A_n257A</w:t>
            </w:r>
          </w:p>
          <w:p w14:paraId="3B9EAAA9" w14:textId="77777777" w:rsidR="00F80484" w:rsidRPr="00E062F1" w:rsidRDefault="00F80484" w:rsidP="00F80484">
            <w:pPr>
              <w:pStyle w:val="TAC"/>
              <w:rPr>
                <w:rFonts w:cs="Arial"/>
                <w:lang w:eastAsia="zh-CN"/>
              </w:rPr>
            </w:pPr>
            <w:r w:rsidRPr="00E062F1">
              <w:rPr>
                <w:rFonts w:cs="Arial"/>
                <w:lang w:eastAsia="zh-CN"/>
              </w:rPr>
              <w:t>DC_42A_n257G</w:t>
            </w:r>
          </w:p>
          <w:p w14:paraId="5105E1E5" w14:textId="77777777" w:rsidR="00F80484" w:rsidRPr="00E062F1" w:rsidRDefault="00F80484" w:rsidP="00F80484">
            <w:pPr>
              <w:pStyle w:val="TAC"/>
              <w:rPr>
                <w:rFonts w:cs="Arial"/>
                <w:lang w:eastAsia="zh-CN"/>
              </w:rPr>
            </w:pPr>
            <w:r w:rsidRPr="00E062F1">
              <w:rPr>
                <w:rFonts w:cs="Arial"/>
                <w:lang w:eastAsia="zh-CN"/>
              </w:rPr>
              <w:t>DC_42A_n257H</w:t>
            </w:r>
          </w:p>
          <w:p w14:paraId="69B7F97D" w14:textId="77777777" w:rsidR="00F80484" w:rsidRPr="00E062F1" w:rsidRDefault="00F80484" w:rsidP="00F80484">
            <w:pPr>
              <w:pStyle w:val="TAC"/>
              <w:rPr>
                <w:rFonts w:cs="Arial"/>
                <w:lang w:eastAsia="zh-CN"/>
              </w:rPr>
            </w:pPr>
            <w:r w:rsidRPr="00E062F1">
              <w:rPr>
                <w:rFonts w:cs="Arial"/>
                <w:lang w:eastAsia="zh-CN"/>
              </w:rPr>
              <w:t>DC_42A_n257I</w:t>
            </w:r>
          </w:p>
        </w:tc>
      </w:tr>
      <w:tr w:rsidR="00F80484" w:rsidRPr="00E062F1" w14:paraId="788C2929" w14:textId="77777777" w:rsidTr="006B3BD2">
        <w:trPr>
          <w:trHeight w:val="187"/>
          <w:jc w:val="center"/>
        </w:trPr>
        <w:tc>
          <w:tcPr>
            <w:tcW w:w="3969" w:type="dxa"/>
            <w:shd w:val="clear" w:color="auto" w:fill="auto"/>
            <w:noWrap/>
            <w:tcMar>
              <w:top w:w="28" w:type="dxa"/>
              <w:left w:w="28" w:type="dxa"/>
              <w:bottom w:w="28" w:type="dxa"/>
              <w:right w:w="28" w:type="dxa"/>
            </w:tcMar>
          </w:tcPr>
          <w:p w14:paraId="419603AE" w14:textId="77777777" w:rsidR="00F80484" w:rsidRPr="00E062F1" w:rsidRDefault="00F80484" w:rsidP="00F80484">
            <w:pPr>
              <w:pStyle w:val="TAC"/>
              <w:rPr>
                <w:rFonts w:cs="Arial"/>
                <w:lang w:eastAsia="zh-CN"/>
              </w:rPr>
            </w:pPr>
            <w:r w:rsidRPr="00E062F1">
              <w:rPr>
                <w:rFonts w:cs="Arial"/>
                <w:lang w:eastAsia="zh-CN"/>
              </w:rPr>
              <w:t>DC_19A-42A_n78A</w:t>
            </w:r>
            <w:r w:rsidRPr="00E062F1">
              <w:rPr>
                <w:rFonts w:cs="Arial"/>
                <w:lang w:eastAsia="ja-JP"/>
              </w:rPr>
              <w:t>-</w:t>
            </w:r>
            <w:r w:rsidRPr="00E062F1">
              <w:rPr>
                <w:rFonts w:cs="Arial"/>
                <w:lang w:eastAsia="zh-CN"/>
              </w:rPr>
              <w:t>n257</w:t>
            </w:r>
            <w:r w:rsidRPr="00E062F1">
              <w:rPr>
                <w:rFonts w:eastAsia="Yu Mincho" w:cs="Arial"/>
                <w:lang w:eastAsia="zh-CN"/>
              </w:rPr>
              <w:t>A</w:t>
            </w:r>
          </w:p>
          <w:p w14:paraId="33180301" w14:textId="77777777" w:rsidR="00F80484" w:rsidRPr="00E062F1" w:rsidRDefault="00F80484" w:rsidP="00F80484">
            <w:pPr>
              <w:pStyle w:val="TAC"/>
              <w:rPr>
                <w:rFonts w:cs="Arial"/>
                <w:lang w:eastAsia="zh-CN"/>
              </w:rPr>
            </w:pPr>
            <w:r w:rsidRPr="00E062F1">
              <w:rPr>
                <w:rFonts w:cs="Arial"/>
                <w:lang w:eastAsia="zh-CN"/>
              </w:rPr>
              <w:t>DC_19A-42A_n78A</w:t>
            </w:r>
            <w:r w:rsidRPr="00E062F1">
              <w:rPr>
                <w:rFonts w:cs="Arial"/>
                <w:lang w:eastAsia="ja-JP"/>
              </w:rPr>
              <w:t>-</w:t>
            </w:r>
            <w:r w:rsidRPr="00E062F1">
              <w:rPr>
                <w:rFonts w:cs="Arial"/>
                <w:lang w:eastAsia="zh-CN"/>
              </w:rPr>
              <w:t>n257</w:t>
            </w:r>
            <w:r w:rsidRPr="00E062F1">
              <w:rPr>
                <w:rFonts w:eastAsia="Yu Mincho" w:cs="Arial"/>
                <w:lang w:eastAsia="zh-CN"/>
              </w:rPr>
              <w:t>G</w:t>
            </w:r>
          </w:p>
          <w:p w14:paraId="3B37FA35" w14:textId="77777777" w:rsidR="00F80484" w:rsidRPr="00E062F1" w:rsidRDefault="00F80484" w:rsidP="00F80484">
            <w:pPr>
              <w:pStyle w:val="TAC"/>
              <w:rPr>
                <w:rFonts w:cs="Arial"/>
                <w:lang w:eastAsia="zh-CN"/>
              </w:rPr>
            </w:pPr>
            <w:r w:rsidRPr="00E062F1">
              <w:rPr>
                <w:rFonts w:cs="Arial"/>
                <w:lang w:eastAsia="zh-CN"/>
              </w:rPr>
              <w:t>DC_19A-42A_n78A</w:t>
            </w:r>
            <w:r w:rsidRPr="00E062F1">
              <w:rPr>
                <w:rFonts w:cs="Arial"/>
                <w:lang w:eastAsia="ja-JP"/>
              </w:rPr>
              <w:t>-</w:t>
            </w:r>
            <w:r w:rsidRPr="00E062F1">
              <w:rPr>
                <w:rFonts w:cs="Arial"/>
                <w:lang w:eastAsia="zh-CN"/>
              </w:rPr>
              <w:t>n257</w:t>
            </w:r>
            <w:r w:rsidRPr="00E062F1">
              <w:rPr>
                <w:rFonts w:eastAsia="Yu Mincho" w:cs="Arial"/>
                <w:lang w:eastAsia="zh-CN"/>
              </w:rPr>
              <w:t>H</w:t>
            </w:r>
          </w:p>
          <w:p w14:paraId="6D86899C" w14:textId="77777777" w:rsidR="00F80484" w:rsidRPr="00E062F1" w:rsidRDefault="00F80484" w:rsidP="00F80484">
            <w:pPr>
              <w:pStyle w:val="TAC"/>
              <w:rPr>
                <w:rFonts w:eastAsia="Yu Mincho" w:cs="Arial"/>
                <w:lang w:eastAsia="zh-CN"/>
              </w:rPr>
            </w:pPr>
            <w:r w:rsidRPr="00E062F1">
              <w:rPr>
                <w:rFonts w:cs="Arial"/>
                <w:lang w:eastAsia="zh-CN"/>
              </w:rPr>
              <w:t>DC_19A-42A_n78A</w:t>
            </w:r>
            <w:r w:rsidRPr="00E062F1">
              <w:rPr>
                <w:rFonts w:cs="Arial"/>
                <w:lang w:eastAsia="ja-JP"/>
              </w:rPr>
              <w:t>-</w:t>
            </w:r>
            <w:r w:rsidRPr="00E062F1">
              <w:rPr>
                <w:rFonts w:cs="Arial"/>
                <w:lang w:eastAsia="zh-CN"/>
              </w:rPr>
              <w:t>n257</w:t>
            </w:r>
            <w:r w:rsidRPr="00E062F1">
              <w:rPr>
                <w:rFonts w:eastAsia="Yu Mincho" w:cs="Arial"/>
                <w:lang w:eastAsia="zh-CN"/>
              </w:rPr>
              <w:t>I</w:t>
            </w:r>
          </w:p>
          <w:p w14:paraId="5D5A1504" w14:textId="77777777" w:rsidR="00F80484" w:rsidRPr="00E062F1" w:rsidRDefault="00F80484" w:rsidP="00F80484">
            <w:pPr>
              <w:pStyle w:val="TAC"/>
              <w:rPr>
                <w:rFonts w:cs="Arial"/>
                <w:lang w:eastAsia="zh-CN"/>
              </w:rPr>
            </w:pPr>
            <w:r w:rsidRPr="00E062F1">
              <w:rPr>
                <w:rFonts w:cs="Arial"/>
                <w:lang w:eastAsia="zh-CN"/>
              </w:rPr>
              <w:t>DC_19A-42C_n78A</w:t>
            </w:r>
            <w:r w:rsidRPr="00E062F1">
              <w:rPr>
                <w:rFonts w:cs="Arial"/>
                <w:lang w:eastAsia="ja-JP"/>
              </w:rPr>
              <w:t>-</w:t>
            </w:r>
            <w:r w:rsidRPr="00E062F1">
              <w:rPr>
                <w:rFonts w:cs="Arial"/>
                <w:lang w:eastAsia="zh-CN"/>
              </w:rPr>
              <w:t>n257</w:t>
            </w:r>
            <w:r w:rsidRPr="00E062F1">
              <w:rPr>
                <w:rFonts w:eastAsia="Yu Mincho" w:cs="Arial"/>
                <w:lang w:eastAsia="zh-CN"/>
              </w:rPr>
              <w:t>A</w:t>
            </w:r>
          </w:p>
          <w:p w14:paraId="63E5114B" w14:textId="77777777" w:rsidR="00F80484" w:rsidRPr="00E062F1" w:rsidRDefault="00F80484" w:rsidP="00F80484">
            <w:pPr>
              <w:pStyle w:val="TAC"/>
              <w:rPr>
                <w:rFonts w:cs="Arial"/>
                <w:lang w:eastAsia="zh-CN"/>
              </w:rPr>
            </w:pPr>
            <w:r w:rsidRPr="00E062F1">
              <w:rPr>
                <w:rFonts w:cs="Arial"/>
                <w:lang w:eastAsia="zh-CN"/>
              </w:rPr>
              <w:t>DC_19A-42C_n78A</w:t>
            </w:r>
            <w:r w:rsidRPr="00E062F1">
              <w:rPr>
                <w:rFonts w:cs="Arial"/>
                <w:lang w:eastAsia="ja-JP"/>
              </w:rPr>
              <w:t>-</w:t>
            </w:r>
            <w:r w:rsidRPr="00E062F1">
              <w:rPr>
                <w:rFonts w:cs="Arial"/>
                <w:lang w:eastAsia="zh-CN"/>
              </w:rPr>
              <w:t>n257</w:t>
            </w:r>
            <w:r w:rsidRPr="00E062F1">
              <w:rPr>
                <w:rFonts w:eastAsia="Yu Mincho" w:cs="Arial"/>
                <w:lang w:eastAsia="zh-CN"/>
              </w:rPr>
              <w:t>G</w:t>
            </w:r>
          </w:p>
          <w:p w14:paraId="65D55817" w14:textId="77777777" w:rsidR="00F80484" w:rsidRPr="00E062F1" w:rsidRDefault="00F80484" w:rsidP="00F80484">
            <w:pPr>
              <w:pStyle w:val="TAC"/>
              <w:rPr>
                <w:rFonts w:cs="Arial"/>
                <w:lang w:eastAsia="zh-CN"/>
              </w:rPr>
            </w:pPr>
            <w:r w:rsidRPr="00E062F1">
              <w:rPr>
                <w:rFonts w:cs="Arial"/>
                <w:lang w:eastAsia="zh-CN"/>
              </w:rPr>
              <w:t>DC_19A-42C_n78A</w:t>
            </w:r>
            <w:r w:rsidRPr="00E062F1">
              <w:rPr>
                <w:rFonts w:cs="Arial"/>
                <w:lang w:eastAsia="ja-JP"/>
              </w:rPr>
              <w:t>-</w:t>
            </w:r>
            <w:r w:rsidRPr="00E062F1">
              <w:rPr>
                <w:rFonts w:cs="Arial"/>
                <w:lang w:eastAsia="zh-CN"/>
              </w:rPr>
              <w:t>n257</w:t>
            </w:r>
            <w:r w:rsidRPr="00E062F1">
              <w:rPr>
                <w:rFonts w:eastAsia="Yu Mincho" w:cs="Arial"/>
                <w:lang w:eastAsia="zh-CN"/>
              </w:rPr>
              <w:t>H</w:t>
            </w:r>
          </w:p>
          <w:p w14:paraId="44A14F22" w14:textId="77777777" w:rsidR="00F80484" w:rsidRPr="00E062F1" w:rsidRDefault="00F80484" w:rsidP="00F80484">
            <w:pPr>
              <w:pStyle w:val="TAC"/>
              <w:rPr>
                <w:rFonts w:cs="Arial"/>
                <w:lang w:eastAsia="zh-CN"/>
              </w:rPr>
            </w:pPr>
            <w:r w:rsidRPr="00E062F1">
              <w:rPr>
                <w:rFonts w:cs="Arial"/>
                <w:lang w:eastAsia="zh-CN"/>
              </w:rPr>
              <w:t>DC_19A-42C_n78A</w:t>
            </w:r>
            <w:r w:rsidRPr="00E062F1">
              <w:rPr>
                <w:rFonts w:cs="Arial"/>
                <w:lang w:eastAsia="ja-JP"/>
              </w:rPr>
              <w:t>-</w:t>
            </w:r>
            <w:r w:rsidRPr="00E062F1">
              <w:rPr>
                <w:rFonts w:cs="Arial"/>
                <w:lang w:eastAsia="zh-CN"/>
              </w:rPr>
              <w:t>n257</w:t>
            </w:r>
            <w:r w:rsidRPr="00E062F1">
              <w:rPr>
                <w:rFonts w:eastAsia="Yu Mincho" w:cs="Arial"/>
                <w:lang w:eastAsia="zh-CN"/>
              </w:rPr>
              <w:t>I</w:t>
            </w:r>
          </w:p>
        </w:tc>
        <w:tc>
          <w:tcPr>
            <w:tcW w:w="3969" w:type="dxa"/>
            <w:tcMar>
              <w:top w:w="28" w:type="dxa"/>
              <w:left w:w="28" w:type="dxa"/>
              <w:bottom w:w="28" w:type="dxa"/>
              <w:right w:w="28" w:type="dxa"/>
            </w:tcMar>
          </w:tcPr>
          <w:p w14:paraId="7B65B0F3" w14:textId="77777777" w:rsidR="00F80484" w:rsidRPr="00E062F1" w:rsidRDefault="00F80484" w:rsidP="00F80484">
            <w:pPr>
              <w:pStyle w:val="TAC"/>
              <w:rPr>
                <w:rFonts w:cs="Arial"/>
                <w:lang w:eastAsia="zh-CN"/>
              </w:rPr>
            </w:pPr>
            <w:r w:rsidRPr="00E062F1">
              <w:rPr>
                <w:rFonts w:cs="Arial"/>
                <w:lang w:eastAsia="zh-CN"/>
              </w:rPr>
              <w:t>DC_19A_n78A</w:t>
            </w:r>
          </w:p>
          <w:p w14:paraId="0742662C" w14:textId="77777777" w:rsidR="00F80484" w:rsidRPr="00E062F1" w:rsidRDefault="00F80484" w:rsidP="00F80484">
            <w:pPr>
              <w:pStyle w:val="TAC"/>
              <w:rPr>
                <w:rFonts w:cs="Arial"/>
                <w:lang w:eastAsia="zh-CN"/>
              </w:rPr>
            </w:pPr>
            <w:r w:rsidRPr="00E062F1">
              <w:rPr>
                <w:rFonts w:cs="Arial"/>
                <w:lang w:eastAsia="zh-CN"/>
              </w:rPr>
              <w:t>DC_19A_n257A</w:t>
            </w:r>
          </w:p>
          <w:p w14:paraId="19565E42" w14:textId="77777777" w:rsidR="00F80484" w:rsidRPr="00E062F1" w:rsidRDefault="00F80484" w:rsidP="00F80484">
            <w:pPr>
              <w:pStyle w:val="TAC"/>
              <w:rPr>
                <w:rFonts w:cs="Arial"/>
                <w:lang w:eastAsia="zh-CN"/>
              </w:rPr>
            </w:pPr>
            <w:r w:rsidRPr="00E062F1">
              <w:rPr>
                <w:rFonts w:cs="Arial"/>
                <w:lang w:eastAsia="zh-CN"/>
              </w:rPr>
              <w:t>DC_19A_n257G</w:t>
            </w:r>
          </w:p>
          <w:p w14:paraId="216ACD44" w14:textId="77777777" w:rsidR="00F80484" w:rsidRPr="00E062F1" w:rsidRDefault="00F80484" w:rsidP="00F80484">
            <w:pPr>
              <w:pStyle w:val="TAC"/>
              <w:rPr>
                <w:rFonts w:cs="Arial"/>
                <w:lang w:eastAsia="zh-CN"/>
              </w:rPr>
            </w:pPr>
            <w:r w:rsidRPr="00E062F1">
              <w:rPr>
                <w:rFonts w:cs="Arial"/>
                <w:lang w:eastAsia="zh-CN"/>
              </w:rPr>
              <w:t>DC_19A_n257H</w:t>
            </w:r>
          </w:p>
          <w:p w14:paraId="19516187" w14:textId="77777777" w:rsidR="00F80484" w:rsidRPr="00E062F1" w:rsidRDefault="00F80484" w:rsidP="00F80484">
            <w:pPr>
              <w:pStyle w:val="TAC"/>
              <w:rPr>
                <w:rFonts w:cs="Arial"/>
                <w:lang w:eastAsia="zh-CN"/>
              </w:rPr>
            </w:pPr>
            <w:r w:rsidRPr="00E062F1">
              <w:rPr>
                <w:rFonts w:cs="Arial"/>
                <w:lang w:eastAsia="zh-CN"/>
              </w:rPr>
              <w:t>DC_19A_n257I</w:t>
            </w:r>
          </w:p>
          <w:p w14:paraId="621737E1" w14:textId="77777777" w:rsidR="00F80484" w:rsidRPr="00E062F1" w:rsidRDefault="00F80484" w:rsidP="00F80484">
            <w:pPr>
              <w:pStyle w:val="TAC"/>
              <w:rPr>
                <w:rFonts w:cs="Arial"/>
                <w:lang w:eastAsia="zh-CN"/>
              </w:rPr>
            </w:pPr>
            <w:r w:rsidRPr="00E062F1">
              <w:rPr>
                <w:rFonts w:cs="Arial"/>
                <w:lang w:eastAsia="zh-CN"/>
              </w:rPr>
              <w:t>DC_42A_n257A</w:t>
            </w:r>
          </w:p>
          <w:p w14:paraId="2FC7A9A7" w14:textId="77777777" w:rsidR="00F80484" w:rsidRPr="00E062F1" w:rsidRDefault="00F80484" w:rsidP="00F80484">
            <w:pPr>
              <w:pStyle w:val="TAC"/>
              <w:rPr>
                <w:rFonts w:cs="Arial"/>
                <w:lang w:eastAsia="zh-CN"/>
              </w:rPr>
            </w:pPr>
            <w:r w:rsidRPr="00E062F1">
              <w:rPr>
                <w:rFonts w:cs="Arial"/>
                <w:lang w:eastAsia="zh-CN"/>
              </w:rPr>
              <w:t>DC_42A_n257G</w:t>
            </w:r>
          </w:p>
          <w:p w14:paraId="19C42943" w14:textId="77777777" w:rsidR="00F80484" w:rsidRPr="00E062F1" w:rsidRDefault="00F80484" w:rsidP="00F80484">
            <w:pPr>
              <w:pStyle w:val="TAC"/>
              <w:rPr>
                <w:rFonts w:cs="Arial"/>
                <w:lang w:eastAsia="zh-CN"/>
              </w:rPr>
            </w:pPr>
            <w:r w:rsidRPr="00E062F1">
              <w:rPr>
                <w:rFonts w:cs="Arial"/>
                <w:lang w:eastAsia="zh-CN"/>
              </w:rPr>
              <w:t>DC_42A_n257H</w:t>
            </w:r>
          </w:p>
          <w:p w14:paraId="156FAEA8" w14:textId="77777777" w:rsidR="00F80484" w:rsidRPr="00E062F1" w:rsidRDefault="00F80484" w:rsidP="00F80484">
            <w:pPr>
              <w:pStyle w:val="TAC"/>
              <w:rPr>
                <w:rFonts w:cs="Arial"/>
                <w:lang w:eastAsia="zh-CN"/>
              </w:rPr>
            </w:pPr>
            <w:r w:rsidRPr="00E062F1">
              <w:rPr>
                <w:rFonts w:cs="Arial"/>
                <w:lang w:eastAsia="zh-CN"/>
              </w:rPr>
              <w:t>DC_42A_n257I</w:t>
            </w:r>
          </w:p>
        </w:tc>
      </w:tr>
      <w:tr w:rsidR="00F80484" w:rsidRPr="00E062F1" w14:paraId="6E9D9E4B" w14:textId="77777777" w:rsidTr="006B3BD2">
        <w:trPr>
          <w:trHeight w:val="187"/>
          <w:jc w:val="center"/>
        </w:trPr>
        <w:tc>
          <w:tcPr>
            <w:tcW w:w="3969" w:type="dxa"/>
            <w:shd w:val="clear" w:color="auto" w:fill="auto"/>
            <w:noWrap/>
            <w:tcMar>
              <w:top w:w="28" w:type="dxa"/>
              <w:left w:w="28" w:type="dxa"/>
              <w:bottom w:w="28" w:type="dxa"/>
              <w:right w:w="28" w:type="dxa"/>
            </w:tcMar>
          </w:tcPr>
          <w:p w14:paraId="34140AB3" w14:textId="77777777" w:rsidR="00F80484" w:rsidRPr="00E062F1" w:rsidRDefault="00F80484" w:rsidP="00F80484">
            <w:pPr>
              <w:pStyle w:val="TAC"/>
              <w:rPr>
                <w:rFonts w:cs="Arial"/>
                <w:lang w:eastAsia="zh-CN"/>
              </w:rPr>
            </w:pPr>
            <w:r w:rsidRPr="00E062F1">
              <w:rPr>
                <w:rFonts w:cs="Arial"/>
                <w:lang w:eastAsia="zh-CN"/>
              </w:rPr>
              <w:lastRenderedPageBreak/>
              <w:t>DC_19A-42A_n79A</w:t>
            </w:r>
            <w:r w:rsidRPr="00E062F1">
              <w:rPr>
                <w:rFonts w:cs="Arial"/>
                <w:lang w:eastAsia="ja-JP"/>
              </w:rPr>
              <w:t>-</w:t>
            </w:r>
            <w:r w:rsidRPr="00E062F1">
              <w:rPr>
                <w:rFonts w:cs="Arial"/>
                <w:lang w:eastAsia="zh-CN"/>
              </w:rPr>
              <w:t>n257</w:t>
            </w:r>
            <w:r w:rsidRPr="00E062F1">
              <w:rPr>
                <w:rFonts w:eastAsia="Yu Mincho" w:cs="Arial"/>
                <w:lang w:eastAsia="zh-CN"/>
              </w:rPr>
              <w:t>A</w:t>
            </w:r>
          </w:p>
          <w:p w14:paraId="7FEB31CA" w14:textId="77777777" w:rsidR="00F80484" w:rsidRPr="00E062F1" w:rsidRDefault="00F80484" w:rsidP="00F80484">
            <w:pPr>
              <w:pStyle w:val="TAC"/>
              <w:rPr>
                <w:rFonts w:cs="Arial"/>
                <w:lang w:eastAsia="zh-CN"/>
              </w:rPr>
            </w:pPr>
            <w:r w:rsidRPr="00E062F1">
              <w:rPr>
                <w:rFonts w:cs="Arial"/>
                <w:lang w:eastAsia="zh-CN"/>
              </w:rPr>
              <w:t>DC_19A-42A_n79A</w:t>
            </w:r>
            <w:r w:rsidRPr="00E062F1">
              <w:rPr>
                <w:rFonts w:cs="Arial"/>
                <w:lang w:eastAsia="ja-JP"/>
              </w:rPr>
              <w:t>-</w:t>
            </w:r>
            <w:r w:rsidRPr="00E062F1">
              <w:rPr>
                <w:rFonts w:cs="Arial"/>
                <w:lang w:eastAsia="zh-CN"/>
              </w:rPr>
              <w:t>n257</w:t>
            </w:r>
            <w:r w:rsidRPr="00E062F1">
              <w:rPr>
                <w:rFonts w:eastAsia="Yu Mincho" w:cs="Arial"/>
                <w:lang w:eastAsia="zh-CN"/>
              </w:rPr>
              <w:t>G</w:t>
            </w:r>
          </w:p>
          <w:p w14:paraId="7CE21E7F" w14:textId="77777777" w:rsidR="00F80484" w:rsidRPr="00E062F1" w:rsidRDefault="00F80484" w:rsidP="00F80484">
            <w:pPr>
              <w:pStyle w:val="TAC"/>
              <w:rPr>
                <w:rFonts w:cs="Arial"/>
                <w:lang w:eastAsia="zh-CN"/>
              </w:rPr>
            </w:pPr>
            <w:r w:rsidRPr="00E062F1">
              <w:rPr>
                <w:rFonts w:cs="Arial"/>
                <w:lang w:eastAsia="zh-CN"/>
              </w:rPr>
              <w:t>DC_19A-42A_n79A</w:t>
            </w:r>
            <w:r w:rsidRPr="00E062F1">
              <w:rPr>
                <w:rFonts w:cs="Arial"/>
                <w:lang w:eastAsia="ja-JP"/>
              </w:rPr>
              <w:t>-</w:t>
            </w:r>
            <w:r w:rsidRPr="00E062F1">
              <w:rPr>
                <w:rFonts w:cs="Arial"/>
                <w:lang w:eastAsia="zh-CN"/>
              </w:rPr>
              <w:t>n257</w:t>
            </w:r>
            <w:r w:rsidRPr="00E062F1">
              <w:rPr>
                <w:rFonts w:eastAsia="Yu Mincho" w:cs="Arial"/>
                <w:lang w:eastAsia="zh-CN"/>
              </w:rPr>
              <w:t>H</w:t>
            </w:r>
          </w:p>
          <w:p w14:paraId="09B8E1C1" w14:textId="77777777" w:rsidR="00F80484" w:rsidRPr="00E062F1" w:rsidRDefault="00F80484" w:rsidP="00F80484">
            <w:pPr>
              <w:pStyle w:val="TAC"/>
              <w:rPr>
                <w:rFonts w:eastAsia="Yu Mincho" w:cs="Arial"/>
                <w:lang w:eastAsia="zh-CN"/>
              </w:rPr>
            </w:pPr>
            <w:r w:rsidRPr="00E062F1">
              <w:rPr>
                <w:rFonts w:cs="Arial"/>
                <w:lang w:eastAsia="zh-CN"/>
              </w:rPr>
              <w:t>DC_19A-42A_n79A</w:t>
            </w:r>
            <w:r w:rsidRPr="00E062F1">
              <w:rPr>
                <w:rFonts w:cs="Arial"/>
                <w:lang w:eastAsia="ja-JP"/>
              </w:rPr>
              <w:t>-</w:t>
            </w:r>
            <w:r w:rsidRPr="00E062F1">
              <w:rPr>
                <w:rFonts w:cs="Arial"/>
                <w:lang w:eastAsia="zh-CN"/>
              </w:rPr>
              <w:t>n257</w:t>
            </w:r>
            <w:r w:rsidRPr="00E062F1">
              <w:rPr>
                <w:rFonts w:eastAsia="Yu Mincho" w:cs="Arial"/>
                <w:lang w:eastAsia="zh-CN"/>
              </w:rPr>
              <w:t>I</w:t>
            </w:r>
          </w:p>
          <w:p w14:paraId="14B96715" w14:textId="77777777" w:rsidR="00F80484" w:rsidRPr="00E062F1" w:rsidRDefault="00F80484" w:rsidP="00F80484">
            <w:pPr>
              <w:pStyle w:val="TAC"/>
              <w:rPr>
                <w:rFonts w:cs="Arial"/>
                <w:lang w:eastAsia="zh-CN"/>
              </w:rPr>
            </w:pPr>
            <w:r w:rsidRPr="00E062F1">
              <w:rPr>
                <w:rFonts w:cs="Arial"/>
                <w:lang w:eastAsia="zh-CN"/>
              </w:rPr>
              <w:t>DC_19A-42C_n79A</w:t>
            </w:r>
            <w:r w:rsidRPr="00E062F1">
              <w:rPr>
                <w:rFonts w:cs="Arial"/>
                <w:lang w:eastAsia="ja-JP"/>
              </w:rPr>
              <w:t>-</w:t>
            </w:r>
            <w:r w:rsidRPr="00E062F1">
              <w:rPr>
                <w:rFonts w:cs="Arial"/>
                <w:lang w:eastAsia="zh-CN"/>
              </w:rPr>
              <w:t>n257</w:t>
            </w:r>
            <w:r w:rsidRPr="00E062F1">
              <w:rPr>
                <w:rFonts w:eastAsia="Yu Mincho" w:cs="Arial"/>
                <w:lang w:eastAsia="zh-CN"/>
              </w:rPr>
              <w:t>A</w:t>
            </w:r>
          </w:p>
          <w:p w14:paraId="27B44C6C" w14:textId="77777777" w:rsidR="00F80484" w:rsidRPr="00E062F1" w:rsidRDefault="00F80484" w:rsidP="00F80484">
            <w:pPr>
              <w:pStyle w:val="TAC"/>
              <w:rPr>
                <w:rFonts w:cs="Arial"/>
                <w:lang w:eastAsia="zh-CN"/>
              </w:rPr>
            </w:pPr>
            <w:r w:rsidRPr="00E062F1">
              <w:rPr>
                <w:rFonts w:cs="Arial"/>
                <w:lang w:eastAsia="zh-CN"/>
              </w:rPr>
              <w:t>DC_19A-42C_n79A</w:t>
            </w:r>
            <w:r w:rsidRPr="00E062F1">
              <w:rPr>
                <w:rFonts w:cs="Arial"/>
                <w:lang w:eastAsia="ja-JP"/>
              </w:rPr>
              <w:t>-</w:t>
            </w:r>
            <w:r w:rsidRPr="00E062F1">
              <w:rPr>
                <w:rFonts w:cs="Arial"/>
                <w:lang w:eastAsia="zh-CN"/>
              </w:rPr>
              <w:t>n257</w:t>
            </w:r>
            <w:r w:rsidRPr="00E062F1">
              <w:rPr>
                <w:rFonts w:eastAsia="Yu Mincho" w:cs="Arial"/>
                <w:lang w:eastAsia="zh-CN"/>
              </w:rPr>
              <w:t>G</w:t>
            </w:r>
          </w:p>
          <w:p w14:paraId="4AE4A320" w14:textId="77777777" w:rsidR="00F80484" w:rsidRPr="00E062F1" w:rsidRDefault="00F80484" w:rsidP="00F80484">
            <w:pPr>
              <w:pStyle w:val="TAC"/>
              <w:rPr>
                <w:rFonts w:cs="Arial"/>
                <w:lang w:eastAsia="zh-CN"/>
              </w:rPr>
            </w:pPr>
            <w:r w:rsidRPr="00E062F1">
              <w:rPr>
                <w:rFonts w:cs="Arial"/>
                <w:lang w:eastAsia="zh-CN"/>
              </w:rPr>
              <w:t>DC_19A-42C_n79A</w:t>
            </w:r>
            <w:r w:rsidRPr="00E062F1">
              <w:rPr>
                <w:rFonts w:cs="Arial"/>
                <w:lang w:eastAsia="ja-JP"/>
              </w:rPr>
              <w:t>-</w:t>
            </w:r>
            <w:r w:rsidRPr="00E062F1">
              <w:rPr>
                <w:rFonts w:cs="Arial"/>
                <w:lang w:eastAsia="zh-CN"/>
              </w:rPr>
              <w:t>n257</w:t>
            </w:r>
            <w:r w:rsidRPr="00E062F1">
              <w:rPr>
                <w:rFonts w:eastAsia="Yu Mincho" w:cs="Arial"/>
                <w:lang w:eastAsia="zh-CN"/>
              </w:rPr>
              <w:t>H</w:t>
            </w:r>
          </w:p>
          <w:p w14:paraId="4052DEF0" w14:textId="77777777" w:rsidR="00F80484" w:rsidRPr="00E062F1" w:rsidRDefault="00F80484" w:rsidP="00F80484">
            <w:pPr>
              <w:pStyle w:val="TAC"/>
              <w:rPr>
                <w:rFonts w:cs="Arial"/>
                <w:lang w:eastAsia="zh-CN"/>
              </w:rPr>
            </w:pPr>
            <w:r w:rsidRPr="00E062F1">
              <w:rPr>
                <w:rFonts w:cs="Arial"/>
                <w:lang w:eastAsia="zh-CN"/>
              </w:rPr>
              <w:t>DC_19A-42C_n79A</w:t>
            </w:r>
            <w:r w:rsidRPr="00E062F1">
              <w:rPr>
                <w:rFonts w:cs="Arial"/>
                <w:lang w:eastAsia="ja-JP"/>
              </w:rPr>
              <w:t>-</w:t>
            </w:r>
            <w:r w:rsidRPr="00E062F1">
              <w:rPr>
                <w:rFonts w:cs="Arial"/>
                <w:lang w:eastAsia="zh-CN"/>
              </w:rPr>
              <w:t>n257</w:t>
            </w:r>
            <w:r w:rsidRPr="00E062F1">
              <w:rPr>
                <w:rFonts w:eastAsia="Yu Mincho" w:cs="Arial"/>
                <w:lang w:eastAsia="zh-CN"/>
              </w:rPr>
              <w:t>I</w:t>
            </w:r>
          </w:p>
        </w:tc>
        <w:tc>
          <w:tcPr>
            <w:tcW w:w="3969" w:type="dxa"/>
            <w:tcMar>
              <w:top w:w="28" w:type="dxa"/>
              <w:left w:w="28" w:type="dxa"/>
              <w:bottom w:w="28" w:type="dxa"/>
              <w:right w:w="28" w:type="dxa"/>
            </w:tcMar>
          </w:tcPr>
          <w:p w14:paraId="463F6EA2" w14:textId="77777777" w:rsidR="00F80484" w:rsidRPr="00E062F1" w:rsidRDefault="00F80484" w:rsidP="00F80484">
            <w:pPr>
              <w:pStyle w:val="TAC"/>
              <w:rPr>
                <w:rFonts w:cs="Arial"/>
                <w:lang w:eastAsia="zh-CN"/>
              </w:rPr>
            </w:pPr>
            <w:r w:rsidRPr="00E062F1">
              <w:rPr>
                <w:rFonts w:cs="Arial"/>
                <w:lang w:eastAsia="zh-CN"/>
              </w:rPr>
              <w:t>DC_19A_n79A</w:t>
            </w:r>
          </w:p>
          <w:p w14:paraId="0A8427B4" w14:textId="77777777" w:rsidR="00F80484" w:rsidRPr="00E062F1" w:rsidRDefault="00F80484" w:rsidP="00F80484">
            <w:pPr>
              <w:pStyle w:val="TAC"/>
              <w:rPr>
                <w:rFonts w:cs="Arial"/>
                <w:lang w:eastAsia="zh-CN"/>
              </w:rPr>
            </w:pPr>
            <w:r w:rsidRPr="00E062F1">
              <w:rPr>
                <w:rFonts w:cs="Arial"/>
                <w:lang w:eastAsia="zh-CN"/>
              </w:rPr>
              <w:t>DC_19A_n257A</w:t>
            </w:r>
          </w:p>
          <w:p w14:paraId="0AF3D89F" w14:textId="77777777" w:rsidR="00F80484" w:rsidRPr="00E062F1" w:rsidRDefault="00F80484" w:rsidP="00F80484">
            <w:pPr>
              <w:pStyle w:val="TAC"/>
              <w:rPr>
                <w:rFonts w:cs="Arial"/>
                <w:lang w:eastAsia="zh-CN"/>
              </w:rPr>
            </w:pPr>
            <w:r w:rsidRPr="00E062F1">
              <w:rPr>
                <w:rFonts w:cs="Arial"/>
                <w:lang w:eastAsia="zh-CN"/>
              </w:rPr>
              <w:t>DC_19A_n257G</w:t>
            </w:r>
          </w:p>
          <w:p w14:paraId="47C9F007" w14:textId="77777777" w:rsidR="00F80484" w:rsidRPr="00E062F1" w:rsidRDefault="00F80484" w:rsidP="00F80484">
            <w:pPr>
              <w:pStyle w:val="TAC"/>
              <w:rPr>
                <w:rFonts w:cs="Arial"/>
                <w:lang w:eastAsia="zh-CN"/>
              </w:rPr>
            </w:pPr>
            <w:r w:rsidRPr="00E062F1">
              <w:rPr>
                <w:rFonts w:cs="Arial"/>
                <w:lang w:eastAsia="zh-CN"/>
              </w:rPr>
              <w:t>DC_19A_n257H</w:t>
            </w:r>
          </w:p>
          <w:p w14:paraId="290A1316" w14:textId="77777777" w:rsidR="00F80484" w:rsidRPr="00E062F1" w:rsidRDefault="00F80484" w:rsidP="00F80484">
            <w:pPr>
              <w:pStyle w:val="TAC"/>
              <w:rPr>
                <w:rFonts w:cs="Arial"/>
                <w:lang w:eastAsia="zh-CN"/>
              </w:rPr>
            </w:pPr>
            <w:r w:rsidRPr="00E062F1">
              <w:rPr>
                <w:rFonts w:cs="Arial"/>
                <w:lang w:eastAsia="zh-CN"/>
              </w:rPr>
              <w:t>DC_19A_n257I</w:t>
            </w:r>
          </w:p>
          <w:p w14:paraId="028B04F8" w14:textId="77777777" w:rsidR="00F80484" w:rsidRPr="00E062F1" w:rsidRDefault="00F80484" w:rsidP="00F80484">
            <w:pPr>
              <w:pStyle w:val="TAC"/>
              <w:rPr>
                <w:rFonts w:cs="Arial"/>
                <w:lang w:eastAsia="zh-CN"/>
              </w:rPr>
            </w:pPr>
            <w:r w:rsidRPr="00E062F1">
              <w:rPr>
                <w:rFonts w:cs="Arial"/>
                <w:lang w:eastAsia="zh-CN"/>
              </w:rPr>
              <w:t>DC_42A_n257A</w:t>
            </w:r>
          </w:p>
          <w:p w14:paraId="2A4A46A2" w14:textId="77777777" w:rsidR="00F80484" w:rsidRPr="00E062F1" w:rsidRDefault="00F80484" w:rsidP="00F80484">
            <w:pPr>
              <w:pStyle w:val="TAC"/>
              <w:rPr>
                <w:rFonts w:cs="Arial"/>
                <w:lang w:eastAsia="zh-CN"/>
              </w:rPr>
            </w:pPr>
            <w:r w:rsidRPr="00E062F1">
              <w:rPr>
                <w:rFonts w:cs="Arial"/>
                <w:lang w:eastAsia="zh-CN"/>
              </w:rPr>
              <w:t>DC_42A_n257G</w:t>
            </w:r>
          </w:p>
          <w:p w14:paraId="7E847297" w14:textId="77777777" w:rsidR="00F80484" w:rsidRPr="00E062F1" w:rsidRDefault="00F80484" w:rsidP="00F80484">
            <w:pPr>
              <w:pStyle w:val="TAC"/>
              <w:rPr>
                <w:rFonts w:cs="Arial"/>
                <w:lang w:eastAsia="zh-CN"/>
              </w:rPr>
            </w:pPr>
            <w:r w:rsidRPr="00E062F1">
              <w:rPr>
                <w:rFonts w:cs="Arial"/>
                <w:lang w:eastAsia="zh-CN"/>
              </w:rPr>
              <w:t>DC_42A_n257H</w:t>
            </w:r>
          </w:p>
          <w:p w14:paraId="3A2D1579" w14:textId="77777777" w:rsidR="00F80484" w:rsidRPr="00E062F1" w:rsidRDefault="00F80484" w:rsidP="00F80484">
            <w:pPr>
              <w:pStyle w:val="TAC"/>
              <w:rPr>
                <w:rFonts w:cs="Arial"/>
                <w:lang w:eastAsia="zh-CN"/>
              </w:rPr>
            </w:pPr>
            <w:r w:rsidRPr="00E062F1">
              <w:rPr>
                <w:rFonts w:cs="Arial"/>
                <w:lang w:eastAsia="zh-CN"/>
              </w:rPr>
              <w:t>DC_42A_n257I</w:t>
            </w:r>
          </w:p>
        </w:tc>
      </w:tr>
      <w:tr w:rsidR="00F80484" w:rsidRPr="00E062F1" w14:paraId="09345A08" w14:textId="77777777" w:rsidTr="006B3BD2">
        <w:trPr>
          <w:trHeight w:val="187"/>
          <w:jc w:val="center"/>
        </w:trPr>
        <w:tc>
          <w:tcPr>
            <w:tcW w:w="3969" w:type="dxa"/>
            <w:shd w:val="clear" w:color="auto" w:fill="auto"/>
            <w:noWrap/>
            <w:tcMar>
              <w:top w:w="28" w:type="dxa"/>
              <w:left w:w="28" w:type="dxa"/>
              <w:bottom w:w="28" w:type="dxa"/>
              <w:right w:w="28" w:type="dxa"/>
            </w:tcMar>
          </w:tcPr>
          <w:p w14:paraId="2FCE8D32" w14:textId="77777777" w:rsidR="00F80484" w:rsidRPr="00E062F1" w:rsidRDefault="00F80484" w:rsidP="00F80484">
            <w:pPr>
              <w:pStyle w:val="TAC"/>
              <w:rPr>
                <w:rFonts w:cs="Arial"/>
                <w:lang w:eastAsia="zh-CN"/>
              </w:rPr>
            </w:pPr>
            <w:r w:rsidRPr="00E062F1">
              <w:rPr>
                <w:rFonts w:cs="Arial"/>
                <w:lang w:eastAsia="zh-CN"/>
              </w:rPr>
              <w:t>DC_21A-42A_n77A</w:t>
            </w:r>
            <w:r w:rsidRPr="00E062F1">
              <w:rPr>
                <w:rFonts w:cs="Arial"/>
                <w:lang w:eastAsia="ja-JP"/>
              </w:rPr>
              <w:t>-</w:t>
            </w:r>
            <w:r w:rsidRPr="00E062F1">
              <w:rPr>
                <w:rFonts w:cs="Arial"/>
                <w:lang w:eastAsia="zh-CN"/>
              </w:rPr>
              <w:t>n257</w:t>
            </w:r>
            <w:r w:rsidRPr="00E062F1">
              <w:rPr>
                <w:rFonts w:eastAsia="Yu Mincho" w:cs="Arial"/>
                <w:lang w:eastAsia="zh-CN"/>
              </w:rPr>
              <w:t>A</w:t>
            </w:r>
          </w:p>
          <w:p w14:paraId="220B8B03" w14:textId="77777777" w:rsidR="00F80484" w:rsidRPr="00E062F1" w:rsidRDefault="00F80484" w:rsidP="00F80484">
            <w:pPr>
              <w:pStyle w:val="TAC"/>
              <w:rPr>
                <w:rFonts w:cs="Arial"/>
                <w:lang w:eastAsia="zh-CN"/>
              </w:rPr>
            </w:pPr>
            <w:r w:rsidRPr="00E062F1">
              <w:rPr>
                <w:rFonts w:cs="Arial"/>
                <w:lang w:eastAsia="zh-CN"/>
              </w:rPr>
              <w:t>DC_21A-42A_n77A</w:t>
            </w:r>
            <w:r w:rsidRPr="00E062F1">
              <w:rPr>
                <w:rFonts w:cs="Arial"/>
                <w:lang w:eastAsia="ja-JP"/>
              </w:rPr>
              <w:t>-</w:t>
            </w:r>
            <w:r w:rsidRPr="00E062F1">
              <w:rPr>
                <w:rFonts w:cs="Arial"/>
                <w:lang w:eastAsia="zh-CN"/>
              </w:rPr>
              <w:t>n257</w:t>
            </w:r>
            <w:r w:rsidRPr="00E062F1">
              <w:rPr>
                <w:rFonts w:eastAsia="Yu Mincho" w:cs="Arial"/>
                <w:lang w:eastAsia="zh-CN"/>
              </w:rPr>
              <w:t>G</w:t>
            </w:r>
          </w:p>
          <w:p w14:paraId="2FE0AF62" w14:textId="77777777" w:rsidR="00F80484" w:rsidRPr="00E062F1" w:rsidRDefault="00F80484" w:rsidP="00F80484">
            <w:pPr>
              <w:pStyle w:val="TAC"/>
              <w:rPr>
                <w:rFonts w:cs="Arial"/>
                <w:lang w:eastAsia="zh-CN"/>
              </w:rPr>
            </w:pPr>
            <w:r w:rsidRPr="00E062F1">
              <w:rPr>
                <w:rFonts w:cs="Arial"/>
                <w:lang w:eastAsia="zh-CN"/>
              </w:rPr>
              <w:t>DC_21A-42A_n77A</w:t>
            </w:r>
            <w:r w:rsidRPr="00E062F1">
              <w:rPr>
                <w:rFonts w:cs="Arial"/>
                <w:lang w:eastAsia="ja-JP"/>
              </w:rPr>
              <w:t>-</w:t>
            </w:r>
            <w:r w:rsidRPr="00E062F1">
              <w:rPr>
                <w:rFonts w:cs="Arial"/>
                <w:lang w:eastAsia="zh-CN"/>
              </w:rPr>
              <w:t>n257</w:t>
            </w:r>
            <w:r w:rsidRPr="00E062F1">
              <w:rPr>
                <w:rFonts w:eastAsia="Yu Mincho" w:cs="Arial"/>
                <w:lang w:eastAsia="zh-CN"/>
              </w:rPr>
              <w:t>H</w:t>
            </w:r>
          </w:p>
          <w:p w14:paraId="59B50C68" w14:textId="77777777" w:rsidR="00F80484" w:rsidRPr="00E062F1" w:rsidRDefault="00F80484" w:rsidP="00F80484">
            <w:pPr>
              <w:pStyle w:val="TAC"/>
              <w:rPr>
                <w:rFonts w:eastAsia="Yu Mincho" w:cs="Arial"/>
                <w:lang w:eastAsia="zh-CN"/>
              </w:rPr>
            </w:pPr>
            <w:r w:rsidRPr="00E062F1">
              <w:rPr>
                <w:rFonts w:cs="Arial"/>
                <w:lang w:eastAsia="zh-CN"/>
              </w:rPr>
              <w:t>DC_21A-42A_n77A</w:t>
            </w:r>
            <w:r w:rsidRPr="00E062F1">
              <w:rPr>
                <w:rFonts w:cs="Arial"/>
                <w:lang w:eastAsia="ja-JP"/>
              </w:rPr>
              <w:t>-</w:t>
            </w:r>
            <w:r w:rsidRPr="00E062F1">
              <w:rPr>
                <w:rFonts w:cs="Arial"/>
                <w:lang w:eastAsia="zh-CN"/>
              </w:rPr>
              <w:t>n257</w:t>
            </w:r>
            <w:r w:rsidRPr="00E062F1">
              <w:rPr>
                <w:rFonts w:eastAsia="Yu Mincho" w:cs="Arial"/>
                <w:lang w:eastAsia="zh-CN"/>
              </w:rPr>
              <w:t>I</w:t>
            </w:r>
          </w:p>
          <w:p w14:paraId="11A9C867" w14:textId="77777777" w:rsidR="00F80484" w:rsidRPr="00E062F1" w:rsidRDefault="00F80484" w:rsidP="00F80484">
            <w:pPr>
              <w:pStyle w:val="TAC"/>
              <w:rPr>
                <w:rFonts w:cs="Arial"/>
                <w:lang w:eastAsia="zh-CN"/>
              </w:rPr>
            </w:pPr>
            <w:r w:rsidRPr="00E062F1">
              <w:rPr>
                <w:rFonts w:cs="Arial"/>
                <w:lang w:eastAsia="zh-CN"/>
              </w:rPr>
              <w:t>DC_21A-42C_n77A</w:t>
            </w:r>
            <w:r w:rsidRPr="00E062F1">
              <w:rPr>
                <w:rFonts w:cs="Arial"/>
                <w:lang w:eastAsia="ja-JP"/>
              </w:rPr>
              <w:t>-</w:t>
            </w:r>
            <w:r w:rsidRPr="00E062F1">
              <w:rPr>
                <w:rFonts w:cs="Arial"/>
                <w:lang w:eastAsia="zh-CN"/>
              </w:rPr>
              <w:t>n257</w:t>
            </w:r>
            <w:r w:rsidRPr="00E062F1">
              <w:rPr>
                <w:rFonts w:eastAsia="Yu Mincho" w:cs="Arial"/>
                <w:lang w:eastAsia="zh-CN"/>
              </w:rPr>
              <w:t>A</w:t>
            </w:r>
          </w:p>
          <w:p w14:paraId="3979C9FF" w14:textId="77777777" w:rsidR="00F80484" w:rsidRPr="00E062F1" w:rsidRDefault="00F80484" w:rsidP="00F80484">
            <w:pPr>
              <w:pStyle w:val="TAC"/>
              <w:rPr>
                <w:rFonts w:cs="Arial"/>
                <w:lang w:eastAsia="zh-CN"/>
              </w:rPr>
            </w:pPr>
            <w:r w:rsidRPr="00E062F1">
              <w:rPr>
                <w:rFonts w:cs="Arial"/>
                <w:lang w:eastAsia="zh-CN"/>
              </w:rPr>
              <w:t>DC_21A-42C_n77A</w:t>
            </w:r>
            <w:r w:rsidRPr="00E062F1">
              <w:rPr>
                <w:rFonts w:cs="Arial"/>
                <w:lang w:eastAsia="ja-JP"/>
              </w:rPr>
              <w:t>-</w:t>
            </w:r>
            <w:r w:rsidRPr="00E062F1">
              <w:rPr>
                <w:rFonts w:cs="Arial"/>
                <w:lang w:eastAsia="zh-CN"/>
              </w:rPr>
              <w:t>n257</w:t>
            </w:r>
            <w:r w:rsidRPr="00E062F1">
              <w:rPr>
                <w:rFonts w:eastAsia="Yu Mincho" w:cs="Arial"/>
                <w:lang w:eastAsia="zh-CN"/>
              </w:rPr>
              <w:t>G</w:t>
            </w:r>
          </w:p>
          <w:p w14:paraId="1047066B" w14:textId="77777777" w:rsidR="00F80484" w:rsidRPr="00E062F1" w:rsidRDefault="00F80484" w:rsidP="00F80484">
            <w:pPr>
              <w:pStyle w:val="TAC"/>
              <w:rPr>
                <w:rFonts w:cs="Arial"/>
                <w:lang w:eastAsia="zh-CN"/>
              </w:rPr>
            </w:pPr>
            <w:r w:rsidRPr="00E062F1">
              <w:rPr>
                <w:rFonts w:cs="Arial"/>
                <w:lang w:eastAsia="zh-CN"/>
              </w:rPr>
              <w:t>DC_21A-42C_n77A</w:t>
            </w:r>
            <w:r w:rsidRPr="00E062F1">
              <w:rPr>
                <w:rFonts w:cs="Arial"/>
                <w:lang w:eastAsia="ja-JP"/>
              </w:rPr>
              <w:t>-</w:t>
            </w:r>
            <w:r w:rsidRPr="00E062F1">
              <w:rPr>
                <w:rFonts w:cs="Arial"/>
                <w:lang w:eastAsia="zh-CN"/>
              </w:rPr>
              <w:t>n257</w:t>
            </w:r>
            <w:r w:rsidRPr="00E062F1">
              <w:rPr>
                <w:rFonts w:eastAsia="Yu Mincho" w:cs="Arial"/>
                <w:lang w:eastAsia="zh-CN"/>
              </w:rPr>
              <w:t>H</w:t>
            </w:r>
          </w:p>
          <w:p w14:paraId="0FCDF4FD" w14:textId="77777777" w:rsidR="00F80484" w:rsidRPr="00E062F1" w:rsidRDefault="00F80484" w:rsidP="00F80484">
            <w:pPr>
              <w:pStyle w:val="TAC"/>
              <w:rPr>
                <w:rFonts w:cs="Arial"/>
                <w:lang w:eastAsia="zh-CN"/>
              </w:rPr>
            </w:pPr>
            <w:r w:rsidRPr="00E062F1">
              <w:rPr>
                <w:rFonts w:cs="Arial"/>
                <w:lang w:eastAsia="zh-CN"/>
              </w:rPr>
              <w:t>DC_21A-42C_n77A</w:t>
            </w:r>
            <w:r w:rsidRPr="00E062F1">
              <w:rPr>
                <w:rFonts w:cs="Arial"/>
                <w:lang w:eastAsia="ja-JP"/>
              </w:rPr>
              <w:t>-</w:t>
            </w:r>
            <w:r w:rsidRPr="00E062F1">
              <w:rPr>
                <w:rFonts w:cs="Arial"/>
                <w:lang w:eastAsia="zh-CN"/>
              </w:rPr>
              <w:t>n257</w:t>
            </w:r>
            <w:r w:rsidRPr="00E062F1">
              <w:rPr>
                <w:rFonts w:eastAsia="Yu Mincho" w:cs="Arial"/>
                <w:lang w:eastAsia="zh-CN"/>
              </w:rPr>
              <w:t>I</w:t>
            </w:r>
          </w:p>
        </w:tc>
        <w:tc>
          <w:tcPr>
            <w:tcW w:w="3969" w:type="dxa"/>
            <w:tcMar>
              <w:top w:w="28" w:type="dxa"/>
              <w:left w:w="28" w:type="dxa"/>
              <w:bottom w:w="28" w:type="dxa"/>
              <w:right w:w="28" w:type="dxa"/>
            </w:tcMar>
          </w:tcPr>
          <w:p w14:paraId="6B3C57A3" w14:textId="77777777" w:rsidR="00F80484" w:rsidRPr="00E062F1" w:rsidRDefault="00F80484" w:rsidP="00F80484">
            <w:pPr>
              <w:pStyle w:val="TAC"/>
              <w:rPr>
                <w:rFonts w:cs="Arial"/>
                <w:lang w:eastAsia="zh-CN"/>
              </w:rPr>
            </w:pPr>
            <w:r w:rsidRPr="00E062F1">
              <w:rPr>
                <w:rFonts w:cs="Arial"/>
                <w:lang w:eastAsia="zh-CN"/>
              </w:rPr>
              <w:t>DC_21A_n77A</w:t>
            </w:r>
          </w:p>
          <w:p w14:paraId="04FAFE3B" w14:textId="77777777" w:rsidR="00F80484" w:rsidRPr="00E062F1" w:rsidRDefault="00F80484" w:rsidP="00F80484">
            <w:pPr>
              <w:pStyle w:val="TAC"/>
              <w:rPr>
                <w:rFonts w:cs="Arial"/>
                <w:lang w:eastAsia="zh-CN"/>
              </w:rPr>
            </w:pPr>
            <w:r w:rsidRPr="00E062F1">
              <w:rPr>
                <w:rFonts w:cs="Arial"/>
                <w:lang w:eastAsia="zh-CN"/>
              </w:rPr>
              <w:t>DC_21A_n257A</w:t>
            </w:r>
          </w:p>
          <w:p w14:paraId="2BF7D435" w14:textId="77777777" w:rsidR="00F80484" w:rsidRPr="00E062F1" w:rsidRDefault="00F80484" w:rsidP="00F80484">
            <w:pPr>
              <w:pStyle w:val="TAC"/>
              <w:rPr>
                <w:rFonts w:cs="Arial"/>
                <w:lang w:eastAsia="zh-CN"/>
              </w:rPr>
            </w:pPr>
            <w:r w:rsidRPr="00E062F1">
              <w:rPr>
                <w:rFonts w:cs="Arial"/>
                <w:lang w:eastAsia="zh-CN"/>
              </w:rPr>
              <w:t>DC_21A_n257G</w:t>
            </w:r>
          </w:p>
          <w:p w14:paraId="5D94C6A0" w14:textId="77777777" w:rsidR="00F80484" w:rsidRPr="00E062F1" w:rsidRDefault="00F80484" w:rsidP="00F80484">
            <w:pPr>
              <w:pStyle w:val="TAC"/>
              <w:rPr>
                <w:rFonts w:cs="Arial"/>
                <w:lang w:eastAsia="zh-CN"/>
              </w:rPr>
            </w:pPr>
            <w:r w:rsidRPr="00E062F1">
              <w:rPr>
                <w:rFonts w:cs="Arial"/>
                <w:lang w:eastAsia="zh-CN"/>
              </w:rPr>
              <w:t>DC_21A_n257H</w:t>
            </w:r>
          </w:p>
          <w:p w14:paraId="2F94CC01" w14:textId="77777777" w:rsidR="00F80484" w:rsidRPr="00E062F1" w:rsidRDefault="00F80484" w:rsidP="00F80484">
            <w:pPr>
              <w:pStyle w:val="TAC"/>
              <w:rPr>
                <w:rFonts w:cs="Arial"/>
                <w:lang w:eastAsia="zh-CN"/>
              </w:rPr>
            </w:pPr>
            <w:r w:rsidRPr="00E062F1">
              <w:rPr>
                <w:rFonts w:cs="Arial"/>
                <w:lang w:eastAsia="zh-CN"/>
              </w:rPr>
              <w:t>DC_21A_n257I</w:t>
            </w:r>
          </w:p>
          <w:p w14:paraId="7A632112" w14:textId="77777777" w:rsidR="00F80484" w:rsidRPr="00E062F1" w:rsidRDefault="00F80484" w:rsidP="00F80484">
            <w:pPr>
              <w:pStyle w:val="TAC"/>
              <w:rPr>
                <w:rFonts w:cs="Arial"/>
                <w:lang w:eastAsia="zh-CN"/>
              </w:rPr>
            </w:pPr>
            <w:r w:rsidRPr="00E062F1">
              <w:rPr>
                <w:rFonts w:cs="Arial"/>
                <w:lang w:eastAsia="zh-CN"/>
              </w:rPr>
              <w:t>DC_42A_n257A</w:t>
            </w:r>
          </w:p>
          <w:p w14:paraId="47F8A028" w14:textId="77777777" w:rsidR="00F80484" w:rsidRPr="00E062F1" w:rsidRDefault="00F80484" w:rsidP="00F80484">
            <w:pPr>
              <w:pStyle w:val="TAC"/>
              <w:rPr>
                <w:rFonts w:cs="Arial"/>
                <w:lang w:eastAsia="zh-CN"/>
              </w:rPr>
            </w:pPr>
            <w:r w:rsidRPr="00E062F1">
              <w:rPr>
                <w:rFonts w:cs="Arial"/>
                <w:lang w:eastAsia="zh-CN"/>
              </w:rPr>
              <w:t>DC_42A_n257G</w:t>
            </w:r>
          </w:p>
          <w:p w14:paraId="2824F8AC" w14:textId="77777777" w:rsidR="00F80484" w:rsidRPr="00E062F1" w:rsidRDefault="00F80484" w:rsidP="00F80484">
            <w:pPr>
              <w:pStyle w:val="TAC"/>
              <w:rPr>
                <w:rFonts w:cs="Arial"/>
                <w:lang w:eastAsia="zh-CN"/>
              </w:rPr>
            </w:pPr>
            <w:r w:rsidRPr="00E062F1">
              <w:rPr>
                <w:rFonts w:cs="Arial"/>
                <w:lang w:eastAsia="zh-CN"/>
              </w:rPr>
              <w:t>DC_42A_n257H</w:t>
            </w:r>
          </w:p>
          <w:p w14:paraId="2D64A5AB" w14:textId="77777777" w:rsidR="00F80484" w:rsidRPr="00E062F1" w:rsidRDefault="00F80484" w:rsidP="00F80484">
            <w:pPr>
              <w:pStyle w:val="TAC"/>
              <w:rPr>
                <w:rFonts w:cs="Arial"/>
                <w:lang w:eastAsia="zh-CN"/>
              </w:rPr>
            </w:pPr>
            <w:r w:rsidRPr="00E062F1">
              <w:rPr>
                <w:rFonts w:cs="Arial"/>
                <w:lang w:eastAsia="zh-CN"/>
              </w:rPr>
              <w:t>DC_42A_n257I</w:t>
            </w:r>
          </w:p>
        </w:tc>
      </w:tr>
      <w:tr w:rsidR="00F80484" w:rsidRPr="00E062F1" w14:paraId="0BBC598E" w14:textId="77777777" w:rsidTr="006B3BD2">
        <w:trPr>
          <w:trHeight w:val="187"/>
          <w:jc w:val="center"/>
        </w:trPr>
        <w:tc>
          <w:tcPr>
            <w:tcW w:w="3969" w:type="dxa"/>
            <w:shd w:val="clear" w:color="auto" w:fill="auto"/>
            <w:noWrap/>
            <w:tcMar>
              <w:top w:w="28" w:type="dxa"/>
              <w:left w:w="28" w:type="dxa"/>
              <w:bottom w:w="28" w:type="dxa"/>
              <w:right w:w="28" w:type="dxa"/>
            </w:tcMar>
          </w:tcPr>
          <w:p w14:paraId="386E8E44" w14:textId="77777777" w:rsidR="00F80484" w:rsidRPr="00E062F1" w:rsidRDefault="00F80484" w:rsidP="00F80484">
            <w:pPr>
              <w:pStyle w:val="TAC"/>
              <w:rPr>
                <w:rFonts w:cs="Arial"/>
                <w:lang w:eastAsia="zh-CN"/>
              </w:rPr>
            </w:pPr>
            <w:r w:rsidRPr="00E062F1">
              <w:rPr>
                <w:rFonts w:cs="Arial"/>
                <w:lang w:eastAsia="zh-CN"/>
              </w:rPr>
              <w:t>DC_21A-42A_n78A</w:t>
            </w:r>
            <w:r w:rsidRPr="00E062F1">
              <w:rPr>
                <w:rFonts w:cs="Arial"/>
                <w:lang w:eastAsia="ja-JP"/>
              </w:rPr>
              <w:t>-</w:t>
            </w:r>
            <w:r w:rsidRPr="00E062F1">
              <w:rPr>
                <w:rFonts w:cs="Arial"/>
                <w:lang w:eastAsia="zh-CN"/>
              </w:rPr>
              <w:t>n257</w:t>
            </w:r>
            <w:r w:rsidRPr="00E062F1">
              <w:rPr>
                <w:rFonts w:eastAsia="Yu Mincho" w:cs="Arial"/>
                <w:lang w:eastAsia="zh-CN"/>
              </w:rPr>
              <w:t>A</w:t>
            </w:r>
          </w:p>
          <w:p w14:paraId="0454AABD" w14:textId="77777777" w:rsidR="00F80484" w:rsidRPr="00E062F1" w:rsidRDefault="00F80484" w:rsidP="00F80484">
            <w:pPr>
              <w:pStyle w:val="TAC"/>
              <w:rPr>
                <w:rFonts w:cs="Arial"/>
                <w:lang w:eastAsia="zh-CN"/>
              </w:rPr>
            </w:pPr>
            <w:r w:rsidRPr="00E062F1">
              <w:rPr>
                <w:rFonts w:cs="Arial"/>
                <w:lang w:eastAsia="zh-CN"/>
              </w:rPr>
              <w:t>DC_21A-42A_n78A</w:t>
            </w:r>
            <w:r w:rsidRPr="00E062F1">
              <w:rPr>
                <w:rFonts w:cs="Arial"/>
                <w:lang w:eastAsia="ja-JP"/>
              </w:rPr>
              <w:t>-</w:t>
            </w:r>
            <w:r w:rsidRPr="00E062F1">
              <w:rPr>
                <w:rFonts w:cs="Arial"/>
                <w:lang w:eastAsia="zh-CN"/>
              </w:rPr>
              <w:t>n257</w:t>
            </w:r>
            <w:r w:rsidRPr="00E062F1">
              <w:rPr>
                <w:rFonts w:eastAsia="Yu Mincho" w:cs="Arial"/>
                <w:lang w:eastAsia="zh-CN"/>
              </w:rPr>
              <w:t>G</w:t>
            </w:r>
          </w:p>
          <w:p w14:paraId="3F26B494" w14:textId="77777777" w:rsidR="00F80484" w:rsidRPr="00E062F1" w:rsidRDefault="00F80484" w:rsidP="00F80484">
            <w:pPr>
              <w:pStyle w:val="TAC"/>
              <w:rPr>
                <w:rFonts w:cs="Arial"/>
                <w:lang w:eastAsia="zh-CN"/>
              </w:rPr>
            </w:pPr>
            <w:r w:rsidRPr="00E062F1">
              <w:rPr>
                <w:rFonts w:cs="Arial"/>
                <w:lang w:eastAsia="zh-CN"/>
              </w:rPr>
              <w:t>DC_21A-42A_n78A</w:t>
            </w:r>
            <w:r w:rsidRPr="00E062F1">
              <w:rPr>
                <w:rFonts w:cs="Arial"/>
                <w:lang w:eastAsia="ja-JP"/>
              </w:rPr>
              <w:t>-</w:t>
            </w:r>
            <w:r w:rsidRPr="00E062F1">
              <w:rPr>
                <w:rFonts w:cs="Arial"/>
                <w:lang w:eastAsia="zh-CN"/>
              </w:rPr>
              <w:t>n257</w:t>
            </w:r>
            <w:r w:rsidRPr="00E062F1">
              <w:rPr>
                <w:rFonts w:eastAsia="Yu Mincho" w:cs="Arial"/>
                <w:lang w:eastAsia="zh-CN"/>
              </w:rPr>
              <w:t>H</w:t>
            </w:r>
          </w:p>
          <w:p w14:paraId="4AEA7A24" w14:textId="77777777" w:rsidR="00F80484" w:rsidRPr="00E062F1" w:rsidRDefault="00F80484" w:rsidP="00F80484">
            <w:pPr>
              <w:pStyle w:val="TAC"/>
              <w:rPr>
                <w:rFonts w:eastAsia="Yu Mincho" w:cs="Arial"/>
                <w:lang w:eastAsia="zh-CN"/>
              </w:rPr>
            </w:pPr>
            <w:r w:rsidRPr="00E062F1">
              <w:rPr>
                <w:rFonts w:cs="Arial"/>
                <w:lang w:eastAsia="zh-CN"/>
              </w:rPr>
              <w:t>DC_21A-42A_n78A</w:t>
            </w:r>
            <w:r w:rsidRPr="00E062F1">
              <w:rPr>
                <w:rFonts w:cs="Arial"/>
                <w:lang w:eastAsia="ja-JP"/>
              </w:rPr>
              <w:t>-</w:t>
            </w:r>
            <w:r w:rsidRPr="00E062F1">
              <w:rPr>
                <w:rFonts w:cs="Arial"/>
                <w:lang w:eastAsia="zh-CN"/>
              </w:rPr>
              <w:t>n257</w:t>
            </w:r>
            <w:r w:rsidRPr="00E062F1">
              <w:rPr>
                <w:rFonts w:eastAsia="Yu Mincho" w:cs="Arial"/>
                <w:lang w:eastAsia="zh-CN"/>
              </w:rPr>
              <w:t>I</w:t>
            </w:r>
          </w:p>
          <w:p w14:paraId="205C91E5" w14:textId="77777777" w:rsidR="00F80484" w:rsidRPr="00E062F1" w:rsidRDefault="00F80484" w:rsidP="00F80484">
            <w:pPr>
              <w:pStyle w:val="TAC"/>
              <w:rPr>
                <w:rFonts w:cs="Arial"/>
                <w:lang w:eastAsia="zh-CN"/>
              </w:rPr>
            </w:pPr>
            <w:r w:rsidRPr="00E062F1">
              <w:rPr>
                <w:rFonts w:cs="Arial"/>
                <w:lang w:eastAsia="zh-CN"/>
              </w:rPr>
              <w:t>DC_21A-42C_n78A</w:t>
            </w:r>
            <w:r w:rsidRPr="00E062F1">
              <w:rPr>
                <w:rFonts w:cs="Arial"/>
                <w:lang w:eastAsia="ja-JP"/>
              </w:rPr>
              <w:t>-</w:t>
            </w:r>
            <w:r w:rsidRPr="00E062F1">
              <w:rPr>
                <w:rFonts w:cs="Arial"/>
                <w:lang w:eastAsia="zh-CN"/>
              </w:rPr>
              <w:t>n257</w:t>
            </w:r>
            <w:r w:rsidRPr="00E062F1">
              <w:rPr>
                <w:rFonts w:eastAsia="Yu Mincho" w:cs="Arial"/>
                <w:lang w:eastAsia="zh-CN"/>
              </w:rPr>
              <w:t>A</w:t>
            </w:r>
          </w:p>
          <w:p w14:paraId="1A55B75D" w14:textId="77777777" w:rsidR="00F80484" w:rsidRPr="00E062F1" w:rsidRDefault="00F80484" w:rsidP="00F80484">
            <w:pPr>
              <w:pStyle w:val="TAC"/>
              <w:rPr>
                <w:rFonts w:cs="Arial"/>
                <w:lang w:eastAsia="zh-CN"/>
              </w:rPr>
            </w:pPr>
            <w:r w:rsidRPr="00E062F1">
              <w:rPr>
                <w:rFonts w:cs="Arial"/>
                <w:lang w:eastAsia="zh-CN"/>
              </w:rPr>
              <w:t>DC_21A-42C_n78A</w:t>
            </w:r>
            <w:r w:rsidRPr="00E062F1">
              <w:rPr>
                <w:rFonts w:cs="Arial"/>
                <w:lang w:eastAsia="ja-JP"/>
              </w:rPr>
              <w:t>-</w:t>
            </w:r>
            <w:r w:rsidRPr="00E062F1">
              <w:rPr>
                <w:rFonts w:cs="Arial"/>
                <w:lang w:eastAsia="zh-CN"/>
              </w:rPr>
              <w:t>n257</w:t>
            </w:r>
            <w:r w:rsidRPr="00E062F1">
              <w:rPr>
                <w:rFonts w:eastAsia="Yu Mincho" w:cs="Arial"/>
                <w:lang w:eastAsia="zh-CN"/>
              </w:rPr>
              <w:t>G</w:t>
            </w:r>
          </w:p>
          <w:p w14:paraId="656834F6" w14:textId="77777777" w:rsidR="00F80484" w:rsidRPr="00E062F1" w:rsidRDefault="00F80484" w:rsidP="00F80484">
            <w:pPr>
              <w:pStyle w:val="TAC"/>
              <w:rPr>
                <w:rFonts w:cs="Arial"/>
                <w:lang w:eastAsia="zh-CN"/>
              </w:rPr>
            </w:pPr>
            <w:r w:rsidRPr="00E062F1">
              <w:rPr>
                <w:rFonts w:cs="Arial"/>
                <w:lang w:eastAsia="zh-CN"/>
              </w:rPr>
              <w:t>DC_21A-42C_n78A</w:t>
            </w:r>
            <w:r w:rsidRPr="00E062F1">
              <w:rPr>
                <w:rFonts w:cs="Arial"/>
                <w:lang w:eastAsia="ja-JP"/>
              </w:rPr>
              <w:t>-</w:t>
            </w:r>
            <w:r w:rsidRPr="00E062F1">
              <w:rPr>
                <w:rFonts w:cs="Arial"/>
                <w:lang w:eastAsia="zh-CN"/>
              </w:rPr>
              <w:t>n257</w:t>
            </w:r>
            <w:r w:rsidRPr="00E062F1">
              <w:rPr>
                <w:rFonts w:eastAsia="Yu Mincho" w:cs="Arial"/>
                <w:lang w:eastAsia="zh-CN"/>
              </w:rPr>
              <w:t>H</w:t>
            </w:r>
          </w:p>
          <w:p w14:paraId="69C4BAD3" w14:textId="77777777" w:rsidR="00F80484" w:rsidRPr="00E062F1" w:rsidRDefault="00F80484" w:rsidP="00F80484">
            <w:pPr>
              <w:pStyle w:val="TAC"/>
              <w:rPr>
                <w:rFonts w:cs="Arial"/>
                <w:lang w:eastAsia="zh-CN"/>
              </w:rPr>
            </w:pPr>
            <w:r w:rsidRPr="00E062F1">
              <w:rPr>
                <w:rFonts w:cs="Arial"/>
                <w:lang w:eastAsia="zh-CN"/>
              </w:rPr>
              <w:t>DC_21A-42C_n78A</w:t>
            </w:r>
            <w:r w:rsidRPr="00E062F1">
              <w:rPr>
                <w:rFonts w:cs="Arial"/>
                <w:lang w:eastAsia="ja-JP"/>
              </w:rPr>
              <w:t>-</w:t>
            </w:r>
            <w:r w:rsidRPr="00E062F1">
              <w:rPr>
                <w:rFonts w:cs="Arial"/>
                <w:lang w:eastAsia="zh-CN"/>
              </w:rPr>
              <w:t>n257</w:t>
            </w:r>
            <w:r w:rsidRPr="00E062F1">
              <w:rPr>
                <w:rFonts w:eastAsia="Yu Mincho" w:cs="Arial"/>
                <w:lang w:eastAsia="zh-CN"/>
              </w:rPr>
              <w:t>I</w:t>
            </w:r>
          </w:p>
        </w:tc>
        <w:tc>
          <w:tcPr>
            <w:tcW w:w="3969" w:type="dxa"/>
            <w:tcMar>
              <w:top w:w="28" w:type="dxa"/>
              <w:left w:w="28" w:type="dxa"/>
              <w:bottom w:w="28" w:type="dxa"/>
              <w:right w:w="28" w:type="dxa"/>
            </w:tcMar>
          </w:tcPr>
          <w:p w14:paraId="3B401B5A" w14:textId="77777777" w:rsidR="00F80484" w:rsidRPr="00E062F1" w:rsidRDefault="00F80484" w:rsidP="00F80484">
            <w:pPr>
              <w:pStyle w:val="TAC"/>
              <w:rPr>
                <w:rFonts w:cs="Arial"/>
                <w:lang w:eastAsia="zh-CN"/>
              </w:rPr>
            </w:pPr>
            <w:r w:rsidRPr="00E062F1">
              <w:rPr>
                <w:rFonts w:cs="Arial"/>
                <w:lang w:eastAsia="zh-CN"/>
              </w:rPr>
              <w:t>DC_21A_n78A</w:t>
            </w:r>
          </w:p>
          <w:p w14:paraId="25661859" w14:textId="77777777" w:rsidR="00F80484" w:rsidRPr="00E062F1" w:rsidRDefault="00F80484" w:rsidP="00F80484">
            <w:pPr>
              <w:pStyle w:val="TAC"/>
              <w:rPr>
                <w:rFonts w:cs="Arial"/>
                <w:lang w:eastAsia="zh-CN"/>
              </w:rPr>
            </w:pPr>
            <w:r w:rsidRPr="00E062F1">
              <w:rPr>
                <w:rFonts w:cs="Arial"/>
                <w:lang w:eastAsia="zh-CN"/>
              </w:rPr>
              <w:t>DC_21A_n257A</w:t>
            </w:r>
          </w:p>
          <w:p w14:paraId="58C0E134" w14:textId="77777777" w:rsidR="00F80484" w:rsidRPr="00E062F1" w:rsidRDefault="00F80484" w:rsidP="00F80484">
            <w:pPr>
              <w:pStyle w:val="TAC"/>
              <w:rPr>
                <w:rFonts w:cs="Arial"/>
                <w:lang w:eastAsia="zh-CN"/>
              </w:rPr>
            </w:pPr>
            <w:r w:rsidRPr="00E062F1">
              <w:rPr>
                <w:rFonts w:cs="Arial"/>
                <w:lang w:eastAsia="zh-CN"/>
              </w:rPr>
              <w:t>DC_21A_n257G</w:t>
            </w:r>
          </w:p>
          <w:p w14:paraId="7A8C5DAE" w14:textId="77777777" w:rsidR="00F80484" w:rsidRPr="00E062F1" w:rsidRDefault="00F80484" w:rsidP="00F80484">
            <w:pPr>
              <w:pStyle w:val="TAC"/>
              <w:rPr>
                <w:rFonts w:cs="Arial"/>
                <w:lang w:eastAsia="zh-CN"/>
              </w:rPr>
            </w:pPr>
            <w:r w:rsidRPr="00E062F1">
              <w:rPr>
                <w:rFonts w:cs="Arial"/>
                <w:lang w:eastAsia="zh-CN"/>
              </w:rPr>
              <w:t>DC_21A_n257H</w:t>
            </w:r>
          </w:p>
          <w:p w14:paraId="75F2DB96" w14:textId="77777777" w:rsidR="00F80484" w:rsidRPr="00E062F1" w:rsidRDefault="00F80484" w:rsidP="00F80484">
            <w:pPr>
              <w:pStyle w:val="TAC"/>
              <w:rPr>
                <w:rFonts w:cs="Arial"/>
                <w:lang w:eastAsia="zh-CN"/>
              </w:rPr>
            </w:pPr>
            <w:r w:rsidRPr="00E062F1">
              <w:rPr>
                <w:rFonts w:cs="Arial"/>
                <w:lang w:eastAsia="zh-CN"/>
              </w:rPr>
              <w:t>DC_21A_n257I</w:t>
            </w:r>
          </w:p>
          <w:p w14:paraId="00DF019B" w14:textId="77777777" w:rsidR="00F80484" w:rsidRPr="00E062F1" w:rsidRDefault="00F80484" w:rsidP="00F80484">
            <w:pPr>
              <w:pStyle w:val="TAC"/>
              <w:rPr>
                <w:rFonts w:cs="Arial"/>
                <w:lang w:eastAsia="zh-CN"/>
              </w:rPr>
            </w:pPr>
            <w:r w:rsidRPr="00E062F1">
              <w:rPr>
                <w:rFonts w:cs="Arial"/>
                <w:lang w:eastAsia="zh-CN"/>
              </w:rPr>
              <w:t>DC_42A_n257A</w:t>
            </w:r>
          </w:p>
          <w:p w14:paraId="064D5162" w14:textId="77777777" w:rsidR="00F80484" w:rsidRPr="00E062F1" w:rsidRDefault="00F80484" w:rsidP="00F80484">
            <w:pPr>
              <w:pStyle w:val="TAC"/>
              <w:rPr>
                <w:rFonts w:cs="Arial"/>
                <w:lang w:eastAsia="zh-CN"/>
              </w:rPr>
            </w:pPr>
            <w:r w:rsidRPr="00E062F1">
              <w:rPr>
                <w:rFonts w:cs="Arial"/>
                <w:lang w:eastAsia="zh-CN"/>
              </w:rPr>
              <w:t>DC_42A_n257G</w:t>
            </w:r>
          </w:p>
          <w:p w14:paraId="5F37C74F" w14:textId="77777777" w:rsidR="00F80484" w:rsidRPr="00E062F1" w:rsidRDefault="00F80484" w:rsidP="00F80484">
            <w:pPr>
              <w:pStyle w:val="TAC"/>
              <w:rPr>
                <w:rFonts w:cs="Arial"/>
                <w:lang w:eastAsia="zh-CN"/>
              </w:rPr>
            </w:pPr>
            <w:r w:rsidRPr="00E062F1">
              <w:rPr>
                <w:rFonts w:cs="Arial"/>
                <w:lang w:eastAsia="zh-CN"/>
              </w:rPr>
              <w:t>DC_42A_n257H</w:t>
            </w:r>
          </w:p>
          <w:p w14:paraId="79E61B90" w14:textId="77777777" w:rsidR="00F80484" w:rsidRPr="00E062F1" w:rsidRDefault="00F80484" w:rsidP="00F80484">
            <w:pPr>
              <w:pStyle w:val="TAC"/>
              <w:rPr>
                <w:rFonts w:cs="Arial"/>
                <w:lang w:eastAsia="zh-CN"/>
              </w:rPr>
            </w:pPr>
            <w:r w:rsidRPr="00E062F1">
              <w:rPr>
                <w:rFonts w:cs="Arial"/>
                <w:lang w:eastAsia="zh-CN"/>
              </w:rPr>
              <w:t>DC_42A_n257I</w:t>
            </w:r>
          </w:p>
        </w:tc>
      </w:tr>
      <w:tr w:rsidR="00F80484" w:rsidRPr="00E062F1" w14:paraId="2A6B15F8" w14:textId="77777777" w:rsidTr="006B3BD2">
        <w:trPr>
          <w:trHeight w:val="187"/>
          <w:jc w:val="center"/>
        </w:trPr>
        <w:tc>
          <w:tcPr>
            <w:tcW w:w="3969" w:type="dxa"/>
            <w:shd w:val="clear" w:color="auto" w:fill="auto"/>
            <w:noWrap/>
            <w:tcMar>
              <w:top w:w="28" w:type="dxa"/>
              <w:left w:w="28" w:type="dxa"/>
              <w:bottom w:w="28" w:type="dxa"/>
              <w:right w:w="28" w:type="dxa"/>
            </w:tcMar>
          </w:tcPr>
          <w:p w14:paraId="53C441F9" w14:textId="77777777" w:rsidR="00F80484" w:rsidRPr="00E062F1" w:rsidRDefault="00F80484" w:rsidP="00F80484">
            <w:pPr>
              <w:pStyle w:val="TAC"/>
              <w:rPr>
                <w:rFonts w:cs="Arial"/>
                <w:lang w:eastAsia="zh-CN"/>
              </w:rPr>
            </w:pPr>
            <w:r w:rsidRPr="00E062F1">
              <w:rPr>
                <w:rFonts w:cs="Arial"/>
                <w:lang w:eastAsia="zh-CN"/>
              </w:rPr>
              <w:t>DC_21A-42A_n79A</w:t>
            </w:r>
            <w:r w:rsidRPr="00E062F1">
              <w:rPr>
                <w:rFonts w:cs="Arial"/>
                <w:lang w:eastAsia="ja-JP"/>
              </w:rPr>
              <w:t>-</w:t>
            </w:r>
            <w:r w:rsidRPr="00E062F1">
              <w:rPr>
                <w:rFonts w:cs="Arial"/>
                <w:lang w:eastAsia="zh-CN"/>
              </w:rPr>
              <w:t>n257</w:t>
            </w:r>
            <w:r w:rsidRPr="00E062F1">
              <w:rPr>
                <w:rFonts w:eastAsia="Yu Mincho" w:cs="Arial"/>
                <w:lang w:eastAsia="zh-CN"/>
              </w:rPr>
              <w:t>A</w:t>
            </w:r>
          </w:p>
          <w:p w14:paraId="2B23DFCD" w14:textId="77777777" w:rsidR="00F80484" w:rsidRPr="00E062F1" w:rsidRDefault="00F80484" w:rsidP="00F80484">
            <w:pPr>
              <w:pStyle w:val="TAC"/>
              <w:rPr>
                <w:rFonts w:cs="Arial"/>
                <w:lang w:eastAsia="zh-CN"/>
              </w:rPr>
            </w:pPr>
            <w:r w:rsidRPr="00E062F1">
              <w:rPr>
                <w:rFonts w:cs="Arial"/>
                <w:lang w:eastAsia="zh-CN"/>
              </w:rPr>
              <w:t>DC_21A-42A_n79A</w:t>
            </w:r>
            <w:r w:rsidRPr="00E062F1">
              <w:rPr>
                <w:rFonts w:cs="Arial"/>
                <w:lang w:eastAsia="ja-JP"/>
              </w:rPr>
              <w:t>-</w:t>
            </w:r>
            <w:r w:rsidRPr="00E062F1">
              <w:rPr>
                <w:rFonts w:cs="Arial"/>
                <w:lang w:eastAsia="zh-CN"/>
              </w:rPr>
              <w:t>n257</w:t>
            </w:r>
            <w:r w:rsidRPr="00E062F1">
              <w:rPr>
                <w:rFonts w:eastAsia="Yu Mincho" w:cs="Arial"/>
                <w:lang w:eastAsia="zh-CN"/>
              </w:rPr>
              <w:t>G</w:t>
            </w:r>
          </w:p>
          <w:p w14:paraId="1A4D75FF" w14:textId="77777777" w:rsidR="00F80484" w:rsidRPr="00E062F1" w:rsidRDefault="00F80484" w:rsidP="00F80484">
            <w:pPr>
              <w:pStyle w:val="TAC"/>
              <w:rPr>
                <w:rFonts w:cs="Arial"/>
                <w:lang w:eastAsia="zh-CN"/>
              </w:rPr>
            </w:pPr>
            <w:r w:rsidRPr="00E062F1">
              <w:rPr>
                <w:rFonts w:cs="Arial"/>
                <w:lang w:eastAsia="zh-CN"/>
              </w:rPr>
              <w:t>DC_21A-42A_n79A</w:t>
            </w:r>
            <w:r w:rsidRPr="00E062F1">
              <w:rPr>
                <w:rFonts w:cs="Arial"/>
                <w:lang w:eastAsia="ja-JP"/>
              </w:rPr>
              <w:t>-</w:t>
            </w:r>
            <w:r w:rsidRPr="00E062F1">
              <w:rPr>
                <w:rFonts w:cs="Arial"/>
                <w:lang w:eastAsia="zh-CN"/>
              </w:rPr>
              <w:t>n257</w:t>
            </w:r>
            <w:r w:rsidRPr="00E062F1">
              <w:rPr>
                <w:rFonts w:eastAsia="Yu Mincho" w:cs="Arial"/>
                <w:lang w:eastAsia="zh-CN"/>
              </w:rPr>
              <w:t>H</w:t>
            </w:r>
          </w:p>
          <w:p w14:paraId="28B465CB" w14:textId="77777777" w:rsidR="00F80484" w:rsidRPr="00E062F1" w:rsidRDefault="00F80484" w:rsidP="00F80484">
            <w:pPr>
              <w:pStyle w:val="TAC"/>
              <w:rPr>
                <w:rFonts w:eastAsia="Yu Mincho" w:cs="Arial"/>
                <w:lang w:eastAsia="zh-CN"/>
              </w:rPr>
            </w:pPr>
            <w:r w:rsidRPr="00E062F1">
              <w:rPr>
                <w:rFonts w:cs="Arial"/>
                <w:lang w:eastAsia="zh-CN"/>
              </w:rPr>
              <w:t>DC_21A-42A_n79A</w:t>
            </w:r>
            <w:r w:rsidRPr="00E062F1">
              <w:rPr>
                <w:rFonts w:cs="Arial"/>
                <w:lang w:eastAsia="ja-JP"/>
              </w:rPr>
              <w:t>-</w:t>
            </w:r>
            <w:r w:rsidRPr="00E062F1">
              <w:rPr>
                <w:rFonts w:cs="Arial"/>
                <w:lang w:eastAsia="zh-CN"/>
              </w:rPr>
              <w:t>n257</w:t>
            </w:r>
            <w:r w:rsidRPr="00E062F1">
              <w:rPr>
                <w:rFonts w:eastAsia="Yu Mincho" w:cs="Arial"/>
                <w:lang w:eastAsia="zh-CN"/>
              </w:rPr>
              <w:t>I</w:t>
            </w:r>
          </w:p>
          <w:p w14:paraId="2BB1F264" w14:textId="77777777" w:rsidR="00F80484" w:rsidRPr="00E062F1" w:rsidRDefault="00F80484" w:rsidP="00F80484">
            <w:pPr>
              <w:pStyle w:val="TAC"/>
              <w:rPr>
                <w:rFonts w:cs="Arial"/>
                <w:lang w:eastAsia="zh-CN"/>
              </w:rPr>
            </w:pPr>
            <w:r w:rsidRPr="00E062F1">
              <w:rPr>
                <w:rFonts w:cs="Arial"/>
                <w:lang w:eastAsia="zh-CN"/>
              </w:rPr>
              <w:t>DC_21A-42C_n79A</w:t>
            </w:r>
            <w:r w:rsidRPr="00E062F1">
              <w:rPr>
                <w:rFonts w:cs="Arial"/>
                <w:lang w:eastAsia="ja-JP"/>
              </w:rPr>
              <w:t>-</w:t>
            </w:r>
            <w:r w:rsidRPr="00E062F1">
              <w:rPr>
                <w:rFonts w:cs="Arial"/>
                <w:lang w:eastAsia="zh-CN"/>
              </w:rPr>
              <w:t>n257</w:t>
            </w:r>
            <w:r w:rsidRPr="00E062F1">
              <w:rPr>
                <w:rFonts w:eastAsia="Yu Mincho" w:cs="Arial"/>
                <w:lang w:eastAsia="zh-CN"/>
              </w:rPr>
              <w:t>A</w:t>
            </w:r>
          </w:p>
          <w:p w14:paraId="64ACB168" w14:textId="77777777" w:rsidR="00F80484" w:rsidRPr="00E062F1" w:rsidRDefault="00F80484" w:rsidP="00F80484">
            <w:pPr>
              <w:pStyle w:val="TAC"/>
              <w:rPr>
                <w:rFonts w:cs="Arial"/>
                <w:lang w:eastAsia="zh-CN"/>
              </w:rPr>
            </w:pPr>
            <w:r w:rsidRPr="00E062F1">
              <w:rPr>
                <w:rFonts w:cs="Arial"/>
                <w:lang w:eastAsia="zh-CN"/>
              </w:rPr>
              <w:t>DC_21A-42C_n79A</w:t>
            </w:r>
            <w:r w:rsidRPr="00E062F1">
              <w:rPr>
                <w:rFonts w:cs="Arial"/>
                <w:lang w:eastAsia="ja-JP"/>
              </w:rPr>
              <w:t>-</w:t>
            </w:r>
            <w:r w:rsidRPr="00E062F1">
              <w:rPr>
                <w:rFonts w:cs="Arial"/>
                <w:lang w:eastAsia="zh-CN"/>
              </w:rPr>
              <w:t>n257</w:t>
            </w:r>
            <w:r w:rsidRPr="00E062F1">
              <w:rPr>
                <w:rFonts w:eastAsia="Yu Mincho" w:cs="Arial"/>
                <w:lang w:eastAsia="zh-CN"/>
              </w:rPr>
              <w:t>G</w:t>
            </w:r>
          </w:p>
          <w:p w14:paraId="501EBCC5" w14:textId="77777777" w:rsidR="00F80484" w:rsidRPr="00E062F1" w:rsidRDefault="00F80484" w:rsidP="00F80484">
            <w:pPr>
              <w:pStyle w:val="TAC"/>
              <w:rPr>
                <w:rFonts w:cs="Arial"/>
                <w:lang w:eastAsia="zh-CN"/>
              </w:rPr>
            </w:pPr>
            <w:r w:rsidRPr="00E062F1">
              <w:rPr>
                <w:rFonts w:cs="Arial"/>
                <w:lang w:eastAsia="zh-CN"/>
              </w:rPr>
              <w:t>DC_21A-42C_n79A</w:t>
            </w:r>
            <w:r w:rsidRPr="00E062F1">
              <w:rPr>
                <w:rFonts w:cs="Arial"/>
                <w:lang w:eastAsia="ja-JP"/>
              </w:rPr>
              <w:t>-</w:t>
            </w:r>
            <w:r w:rsidRPr="00E062F1">
              <w:rPr>
                <w:rFonts w:cs="Arial"/>
                <w:lang w:eastAsia="zh-CN"/>
              </w:rPr>
              <w:t>n257</w:t>
            </w:r>
            <w:r w:rsidRPr="00E062F1">
              <w:rPr>
                <w:rFonts w:eastAsia="Yu Mincho" w:cs="Arial"/>
                <w:lang w:eastAsia="zh-CN"/>
              </w:rPr>
              <w:t>H</w:t>
            </w:r>
          </w:p>
          <w:p w14:paraId="463CB12D" w14:textId="77777777" w:rsidR="00F80484" w:rsidRPr="00E062F1" w:rsidRDefault="00F80484" w:rsidP="00F80484">
            <w:pPr>
              <w:pStyle w:val="TAC"/>
              <w:rPr>
                <w:rFonts w:cs="Arial"/>
                <w:lang w:eastAsia="zh-CN"/>
              </w:rPr>
            </w:pPr>
            <w:r w:rsidRPr="00E062F1">
              <w:rPr>
                <w:rFonts w:cs="Arial"/>
                <w:lang w:eastAsia="zh-CN"/>
              </w:rPr>
              <w:t>DC_21A-42C_n79A</w:t>
            </w:r>
            <w:r w:rsidRPr="00E062F1">
              <w:rPr>
                <w:rFonts w:cs="Arial"/>
                <w:lang w:eastAsia="ja-JP"/>
              </w:rPr>
              <w:t>-</w:t>
            </w:r>
            <w:r w:rsidRPr="00E062F1">
              <w:rPr>
                <w:rFonts w:cs="Arial"/>
                <w:lang w:eastAsia="zh-CN"/>
              </w:rPr>
              <w:t>n257</w:t>
            </w:r>
            <w:r w:rsidRPr="00E062F1">
              <w:rPr>
                <w:rFonts w:eastAsia="Yu Mincho" w:cs="Arial"/>
                <w:lang w:eastAsia="zh-CN"/>
              </w:rPr>
              <w:t>I</w:t>
            </w:r>
          </w:p>
        </w:tc>
        <w:tc>
          <w:tcPr>
            <w:tcW w:w="3969" w:type="dxa"/>
            <w:tcMar>
              <w:top w:w="28" w:type="dxa"/>
              <w:left w:w="28" w:type="dxa"/>
              <w:bottom w:w="28" w:type="dxa"/>
              <w:right w:w="28" w:type="dxa"/>
            </w:tcMar>
          </w:tcPr>
          <w:p w14:paraId="2165DC7F" w14:textId="77777777" w:rsidR="00F80484" w:rsidRPr="00E062F1" w:rsidRDefault="00F80484" w:rsidP="00F80484">
            <w:pPr>
              <w:pStyle w:val="TAC"/>
              <w:rPr>
                <w:rFonts w:cs="Arial"/>
                <w:lang w:eastAsia="zh-CN"/>
              </w:rPr>
            </w:pPr>
            <w:r w:rsidRPr="00E062F1">
              <w:rPr>
                <w:rFonts w:cs="Arial"/>
                <w:lang w:eastAsia="zh-CN"/>
              </w:rPr>
              <w:t>DC_21A_n79A</w:t>
            </w:r>
          </w:p>
          <w:p w14:paraId="5BC8C31C" w14:textId="77777777" w:rsidR="00F80484" w:rsidRPr="00E062F1" w:rsidRDefault="00F80484" w:rsidP="00F80484">
            <w:pPr>
              <w:pStyle w:val="TAC"/>
              <w:rPr>
                <w:rFonts w:cs="Arial"/>
                <w:lang w:eastAsia="zh-CN"/>
              </w:rPr>
            </w:pPr>
            <w:r w:rsidRPr="00E062F1">
              <w:rPr>
                <w:rFonts w:cs="Arial"/>
                <w:lang w:eastAsia="zh-CN"/>
              </w:rPr>
              <w:t>DC_21A_n257A</w:t>
            </w:r>
          </w:p>
          <w:p w14:paraId="3FF1F43F" w14:textId="77777777" w:rsidR="00F80484" w:rsidRPr="00E062F1" w:rsidRDefault="00F80484" w:rsidP="00F80484">
            <w:pPr>
              <w:pStyle w:val="TAC"/>
              <w:rPr>
                <w:rFonts w:cs="Arial"/>
                <w:lang w:eastAsia="zh-CN"/>
              </w:rPr>
            </w:pPr>
            <w:r w:rsidRPr="00E062F1">
              <w:rPr>
                <w:rFonts w:cs="Arial"/>
                <w:lang w:eastAsia="zh-CN"/>
              </w:rPr>
              <w:t>DC_21A_n257G</w:t>
            </w:r>
          </w:p>
          <w:p w14:paraId="4033DE04" w14:textId="77777777" w:rsidR="00F80484" w:rsidRPr="00E062F1" w:rsidRDefault="00F80484" w:rsidP="00F80484">
            <w:pPr>
              <w:pStyle w:val="TAC"/>
              <w:rPr>
                <w:rFonts w:cs="Arial"/>
                <w:lang w:eastAsia="zh-CN"/>
              </w:rPr>
            </w:pPr>
            <w:r w:rsidRPr="00E062F1">
              <w:rPr>
                <w:rFonts w:cs="Arial"/>
                <w:lang w:eastAsia="zh-CN"/>
              </w:rPr>
              <w:t>DC_21A_n257H</w:t>
            </w:r>
          </w:p>
          <w:p w14:paraId="20D92416" w14:textId="77777777" w:rsidR="00F80484" w:rsidRPr="00E062F1" w:rsidRDefault="00F80484" w:rsidP="00F80484">
            <w:pPr>
              <w:pStyle w:val="TAC"/>
              <w:rPr>
                <w:rFonts w:cs="Arial"/>
                <w:lang w:eastAsia="zh-CN"/>
              </w:rPr>
            </w:pPr>
            <w:r w:rsidRPr="00E062F1">
              <w:rPr>
                <w:rFonts w:cs="Arial"/>
                <w:lang w:eastAsia="zh-CN"/>
              </w:rPr>
              <w:t>DC_21A_n257I</w:t>
            </w:r>
          </w:p>
          <w:p w14:paraId="454A114C" w14:textId="77777777" w:rsidR="00F80484" w:rsidRPr="00E062F1" w:rsidRDefault="00F80484" w:rsidP="00F80484">
            <w:pPr>
              <w:pStyle w:val="TAC"/>
              <w:rPr>
                <w:rFonts w:cs="Arial"/>
                <w:lang w:eastAsia="zh-CN"/>
              </w:rPr>
            </w:pPr>
            <w:r w:rsidRPr="00E062F1">
              <w:rPr>
                <w:rFonts w:cs="Arial"/>
                <w:lang w:eastAsia="zh-CN"/>
              </w:rPr>
              <w:t>DC_42A_n257A</w:t>
            </w:r>
          </w:p>
          <w:p w14:paraId="45865804" w14:textId="77777777" w:rsidR="00F80484" w:rsidRPr="00E062F1" w:rsidRDefault="00F80484" w:rsidP="00F80484">
            <w:pPr>
              <w:pStyle w:val="TAC"/>
              <w:rPr>
                <w:rFonts w:cs="Arial"/>
                <w:lang w:eastAsia="zh-CN"/>
              </w:rPr>
            </w:pPr>
            <w:r w:rsidRPr="00E062F1">
              <w:rPr>
                <w:rFonts w:cs="Arial"/>
                <w:lang w:eastAsia="zh-CN"/>
              </w:rPr>
              <w:t>DC_42A_n257G</w:t>
            </w:r>
          </w:p>
          <w:p w14:paraId="4DEB6F43" w14:textId="77777777" w:rsidR="00F80484" w:rsidRPr="00E062F1" w:rsidRDefault="00F80484" w:rsidP="00F80484">
            <w:pPr>
              <w:pStyle w:val="TAC"/>
              <w:rPr>
                <w:rFonts w:cs="Arial"/>
                <w:lang w:eastAsia="zh-CN"/>
              </w:rPr>
            </w:pPr>
            <w:r w:rsidRPr="00E062F1">
              <w:rPr>
                <w:rFonts w:cs="Arial"/>
                <w:lang w:eastAsia="zh-CN"/>
              </w:rPr>
              <w:t>DC_42A_n257H</w:t>
            </w:r>
          </w:p>
          <w:p w14:paraId="5C184710" w14:textId="77777777" w:rsidR="00F80484" w:rsidRPr="00E062F1" w:rsidRDefault="00F80484" w:rsidP="00F80484">
            <w:pPr>
              <w:pStyle w:val="TAC"/>
              <w:rPr>
                <w:rFonts w:cs="Arial"/>
                <w:lang w:eastAsia="zh-CN"/>
              </w:rPr>
            </w:pPr>
            <w:r w:rsidRPr="00E062F1">
              <w:rPr>
                <w:rFonts w:cs="Arial"/>
                <w:lang w:eastAsia="zh-CN"/>
              </w:rPr>
              <w:t>DC_42A_n257I</w:t>
            </w:r>
          </w:p>
        </w:tc>
      </w:tr>
      <w:tr w:rsidR="00F80484" w:rsidRPr="00E062F1" w14:paraId="01E3BAB0" w14:textId="77777777" w:rsidTr="006B3BD2">
        <w:trPr>
          <w:trHeight w:val="187"/>
          <w:jc w:val="center"/>
        </w:trPr>
        <w:tc>
          <w:tcPr>
            <w:tcW w:w="3969" w:type="dxa"/>
            <w:shd w:val="clear" w:color="auto" w:fill="auto"/>
            <w:noWrap/>
            <w:tcMar>
              <w:top w:w="28" w:type="dxa"/>
              <w:left w:w="28" w:type="dxa"/>
              <w:bottom w:w="28" w:type="dxa"/>
              <w:right w:w="28" w:type="dxa"/>
            </w:tcMar>
          </w:tcPr>
          <w:p w14:paraId="73306C0F" w14:textId="2E7B9B9F" w:rsidR="00F80484" w:rsidRPr="00E062F1" w:rsidRDefault="00F80484" w:rsidP="00F80484">
            <w:pPr>
              <w:pStyle w:val="TAC"/>
              <w:rPr>
                <w:b/>
                <w:lang w:eastAsia="zh-CN"/>
              </w:rPr>
            </w:pPr>
            <w:r w:rsidRPr="00E062F1">
              <w:rPr>
                <w:lang w:eastAsia="zh-CN"/>
              </w:rPr>
              <w:t>DC_19A-21A_n77A-n257A</w:t>
            </w:r>
            <w:r>
              <w:rPr>
                <w:rFonts w:hint="eastAsia"/>
                <w:vertAlign w:val="superscript"/>
                <w:lang w:eastAsia="zh-TW"/>
              </w:rPr>
              <w:t>2</w:t>
            </w:r>
          </w:p>
          <w:p w14:paraId="23AE6F5E" w14:textId="51A14BBE" w:rsidR="00F80484" w:rsidRPr="00E062F1" w:rsidRDefault="00F80484" w:rsidP="00F80484">
            <w:pPr>
              <w:pStyle w:val="TAC"/>
              <w:rPr>
                <w:b/>
                <w:lang w:eastAsia="zh-CN"/>
              </w:rPr>
            </w:pPr>
            <w:r w:rsidRPr="00E062F1">
              <w:rPr>
                <w:lang w:eastAsia="zh-CN"/>
              </w:rPr>
              <w:t>DC_19A-21A_n77A-n257G</w:t>
            </w:r>
            <w:r>
              <w:rPr>
                <w:rFonts w:hint="eastAsia"/>
                <w:vertAlign w:val="superscript"/>
                <w:lang w:eastAsia="zh-TW"/>
              </w:rPr>
              <w:t>2</w:t>
            </w:r>
          </w:p>
          <w:p w14:paraId="75F32B02" w14:textId="54E6D72F" w:rsidR="00F80484" w:rsidRPr="00E062F1" w:rsidRDefault="00F80484" w:rsidP="00F80484">
            <w:pPr>
              <w:pStyle w:val="TAC"/>
              <w:rPr>
                <w:b/>
                <w:lang w:eastAsia="zh-CN"/>
              </w:rPr>
            </w:pPr>
            <w:r w:rsidRPr="00E062F1">
              <w:rPr>
                <w:lang w:eastAsia="zh-CN"/>
              </w:rPr>
              <w:t>DC_19A-21A_n77A-n257H</w:t>
            </w:r>
            <w:r>
              <w:rPr>
                <w:rFonts w:hint="eastAsia"/>
                <w:vertAlign w:val="superscript"/>
                <w:lang w:eastAsia="zh-TW"/>
              </w:rPr>
              <w:t>2</w:t>
            </w:r>
          </w:p>
          <w:p w14:paraId="30A65FEB" w14:textId="30A1B68D" w:rsidR="00F80484" w:rsidRPr="00E062F1" w:rsidRDefault="00F80484" w:rsidP="00F80484">
            <w:pPr>
              <w:pStyle w:val="TAC"/>
              <w:rPr>
                <w:lang w:eastAsia="zh-CN"/>
              </w:rPr>
            </w:pPr>
            <w:r w:rsidRPr="00E062F1">
              <w:rPr>
                <w:lang w:eastAsia="zh-CN"/>
              </w:rPr>
              <w:t>DC_19A-21A_n77A-n257I</w:t>
            </w:r>
            <w:r>
              <w:rPr>
                <w:rFonts w:hint="eastAsia"/>
                <w:vertAlign w:val="superscript"/>
                <w:lang w:eastAsia="zh-TW"/>
              </w:rPr>
              <w:t>2</w:t>
            </w:r>
          </w:p>
        </w:tc>
        <w:tc>
          <w:tcPr>
            <w:tcW w:w="3969" w:type="dxa"/>
            <w:tcMar>
              <w:top w:w="28" w:type="dxa"/>
              <w:left w:w="28" w:type="dxa"/>
              <w:bottom w:w="28" w:type="dxa"/>
              <w:right w:w="28" w:type="dxa"/>
            </w:tcMar>
          </w:tcPr>
          <w:p w14:paraId="1E0791A9" w14:textId="77777777" w:rsidR="00F80484" w:rsidRPr="00E062F1" w:rsidRDefault="00F80484" w:rsidP="00F80484">
            <w:pPr>
              <w:pStyle w:val="TAC"/>
              <w:rPr>
                <w:lang w:eastAsia="zh-CN"/>
              </w:rPr>
            </w:pPr>
            <w:r w:rsidRPr="00E062F1">
              <w:rPr>
                <w:lang w:eastAsia="zh-CN"/>
              </w:rPr>
              <w:t>DC_19A_n77A-n257A</w:t>
            </w:r>
          </w:p>
          <w:p w14:paraId="236BB166" w14:textId="77777777" w:rsidR="00F80484" w:rsidRPr="00E062F1" w:rsidRDefault="00F80484" w:rsidP="00F80484">
            <w:pPr>
              <w:pStyle w:val="TAC"/>
              <w:rPr>
                <w:lang w:eastAsia="zh-CN"/>
              </w:rPr>
            </w:pPr>
            <w:r w:rsidRPr="00E062F1">
              <w:rPr>
                <w:lang w:eastAsia="zh-CN"/>
              </w:rPr>
              <w:t>DC_19A_n77A-n257G</w:t>
            </w:r>
          </w:p>
          <w:p w14:paraId="758167F3" w14:textId="77777777" w:rsidR="00F80484" w:rsidRPr="00E062F1" w:rsidRDefault="00F80484" w:rsidP="00F80484">
            <w:pPr>
              <w:pStyle w:val="TAC"/>
              <w:rPr>
                <w:lang w:eastAsia="zh-CN"/>
              </w:rPr>
            </w:pPr>
            <w:r w:rsidRPr="00E062F1">
              <w:rPr>
                <w:lang w:eastAsia="zh-CN"/>
              </w:rPr>
              <w:t>DC_19A_n77A-n257H</w:t>
            </w:r>
          </w:p>
          <w:p w14:paraId="007DC393" w14:textId="77777777" w:rsidR="00F80484" w:rsidRPr="00E062F1" w:rsidRDefault="00F80484" w:rsidP="00F80484">
            <w:pPr>
              <w:pStyle w:val="TAC"/>
              <w:rPr>
                <w:lang w:eastAsia="zh-CN"/>
              </w:rPr>
            </w:pPr>
            <w:r w:rsidRPr="00E062F1">
              <w:rPr>
                <w:lang w:eastAsia="zh-CN"/>
              </w:rPr>
              <w:t>DC_19A_n77A-n257I</w:t>
            </w:r>
          </w:p>
          <w:p w14:paraId="73C4A043" w14:textId="77777777" w:rsidR="00F80484" w:rsidRPr="00E062F1" w:rsidRDefault="00F80484" w:rsidP="00F80484">
            <w:pPr>
              <w:pStyle w:val="TAC"/>
              <w:rPr>
                <w:lang w:eastAsia="zh-CN"/>
              </w:rPr>
            </w:pPr>
            <w:r w:rsidRPr="00E062F1">
              <w:rPr>
                <w:lang w:eastAsia="zh-CN"/>
              </w:rPr>
              <w:t>DC_21A_n77A-n257A</w:t>
            </w:r>
          </w:p>
          <w:p w14:paraId="59451D94" w14:textId="77777777" w:rsidR="00F80484" w:rsidRPr="00E062F1" w:rsidRDefault="00F80484" w:rsidP="00F80484">
            <w:pPr>
              <w:pStyle w:val="TAC"/>
              <w:rPr>
                <w:lang w:eastAsia="zh-CN"/>
              </w:rPr>
            </w:pPr>
            <w:r w:rsidRPr="00E062F1">
              <w:rPr>
                <w:lang w:eastAsia="zh-CN"/>
              </w:rPr>
              <w:t>DC_21A_n77A-n257G</w:t>
            </w:r>
          </w:p>
          <w:p w14:paraId="4B8CAA14" w14:textId="77777777" w:rsidR="00F80484" w:rsidRPr="00E062F1" w:rsidRDefault="00F80484" w:rsidP="00F80484">
            <w:pPr>
              <w:pStyle w:val="TAC"/>
              <w:rPr>
                <w:lang w:eastAsia="zh-CN"/>
              </w:rPr>
            </w:pPr>
            <w:r w:rsidRPr="00E062F1">
              <w:rPr>
                <w:lang w:eastAsia="zh-CN"/>
              </w:rPr>
              <w:t>DC_21A_n77A-n257H</w:t>
            </w:r>
          </w:p>
          <w:p w14:paraId="79BA79E8" w14:textId="6E65B002" w:rsidR="00F80484" w:rsidRPr="00E062F1" w:rsidRDefault="00F80484" w:rsidP="00F80484">
            <w:pPr>
              <w:pStyle w:val="TAC"/>
              <w:rPr>
                <w:lang w:eastAsia="zh-CN"/>
              </w:rPr>
            </w:pPr>
            <w:r w:rsidRPr="00E062F1">
              <w:rPr>
                <w:lang w:eastAsia="zh-CN"/>
              </w:rPr>
              <w:t>DC_21A_n77A-n257I</w:t>
            </w:r>
          </w:p>
        </w:tc>
      </w:tr>
      <w:tr w:rsidR="00F80484" w:rsidRPr="00E062F1" w14:paraId="1CC83F2A" w14:textId="77777777" w:rsidTr="006B3BD2">
        <w:trPr>
          <w:trHeight w:val="187"/>
          <w:jc w:val="center"/>
        </w:trPr>
        <w:tc>
          <w:tcPr>
            <w:tcW w:w="3969" w:type="dxa"/>
            <w:shd w:val="clear" w:color="auto" w:fill="auto"/>
            <w:noWrap/>
            <w:tcMar>
              <w:top w:w="28" w:type="dxa"/>
              <w:left w:w="28" w:type="dxa"/>
              <w:bottom w:w="28" w:type="dxa"/>
              <w:right w:w="28" w:type="dxa"/>
            </w:tcMar>
          </w:tcPr>
          <w:p w14:paraId="4E1E2866" w14:textId="699BF210" w:rsidR="00F80484" w:rsidRPr="00E062F1" w:rsidRDefault="00F80484" w:rsidP="00F80484">
            <w:pPr>
              <w:pStyle w:val="TAC"/>
              <w:rPr>
                <w:b/>
                <w:lang w:eastAsia="zh-CN"/>
              </w:rPr>
            </w:pPr>
            <w:r w:rsidRPr="00E062F1">
              <w:rPr>
                <w:lang w:eastAsia="zh-CN"/>
              </w:rPr>
              <w:t>DC_19A-21A_n78A-n257A</w:t>
            </w:r>
            <w:r>
              <w:rPr>
                <w:rFonts w:hint="eastAsia"/>
                <w:vertAlign w:val="superscript"/>
                <w:lang w:eastAsia="zh-TW"/>
              </w:rPr>
              <w:t>2</w:t>
            </w:r>
          </w:p>
          <w:p w14:paraId="7600ABA4" w14:textId="327B152C" w:rsidR="00F80484" w:rsidRPr="00E062F1" w:rsidRDefault="00F80484" w:rsidP="00F80484">
            <w:pPr>
              <w:pStyle w:val="TAC"/>
              <w:rPr>
                <w:b/>
                <w:lang w:eastAsia="zh-CN"/>
              </w:rPr>
            </w:pPr>
            <w:r w:rsidRPr="00E062F1">
              <w:rPr>
                <w:lang w:eastAsia="zh-CN"/>
              </w:rPr>
              <w:t>DC_19A-21A_n78A-n257G</w:t>
            </w:r>
            <w:r>
              <w:rPr>
                <w:rFonts w:hint="eastAsia"/>
                <w:vertAlign w:val="superscript"/>
                <w:lang w:eastAsia="zh-TW"/>
              </w:rPr>
              <w:t>2</w:t>
            </w:r>
          </w:p>
          <w:p w14:paraId="12C5A393" w14:textId="2D7DC447" w:rsidR="00F80484" w:rsidRPr="00E062F1" w:rsidRDefault="00F80484" w:rsidP="00F80484">
            <w:pPr>
              <w:pStyle w:val="TAC"/>
              <w:rPr>
                <w:b/>
                <w:lang w:eastAsia="zh-CN"/>
              </w:rPr>
            </w:pPr>
            <w:r w:rsidRPr="00E062F1">
              <w:rPr>
                <w:lang w:eastAsia="zh-CN"/>
              </w:rPr>
              <w:t>DC_19A-21A_n78A-n257H</w:t>
            </w:r>
            <w:r>
              <w:rPr>
                <w:rFonts w:hint="eastAsia"/>
                <w:vertAlign w:val="superscript"/>
                <w:lang w:eastAsia="zh-TW"/>
              </w:rPr>
              <w:t>2</w:t>
            </w:r>
          </w:p>
          <w:p w14:paraId="187D99BA" w14:textId="6C75CDAE" w:rsidR="00F80484" w:rsidRPr="00E062F1" w:rsidRDefault="00F80484" w:rsidP="00F80484">
            <w:pPr>
              <w:pStyle w:val="TAC"/>
              <w:rPr>
                <w:lang w:eastAsia="zh-CN"/>
              </w:rPr>
            </w:pPr>
            <w:r w:rsidRPr="00E062F1">
              <w:rPr>
                <w:lang w:eastAsia="zh-CN"/>
              </w:rPr>
              <w:t>DC_19A-21A_n78A-n257I</w:t>
            </w:r>
            <w:r>
              <w:rPr>
                <w:rFonts w:hint="eastAsia"/>
                <w:vertAlign w:val="superscript"/>
                <w:lang w:eastAsia="zh-TW"/>
              </w:rPr>
              <w:t>2</w:t>
            </w:r>
          </w:p>
        </w:tc>
        <w:tc>
          <w:tcPr>
            <w:tcW w:w="3969" w:type="dxa"/>
            <w:tcMar>
              <w:top w:w="28" w:type="dxa"/>
              <w:left w:w="28" w:type="dxa"/>
              <w:bottom w:w="28" w:type="dxa"/>
              <w:right w:w="28" w:type="dxa"/>
            </w:tcMar>
          </w:tcPr>
          <w:p w14:paraId="616D9C19" w14:textId="77777777" w:rsidR="00F80484" w:rsidRPr="00E062F1" w:rsidRDefault="00F80484" w:rsidP="00F80484">
            <w:pPr>
              <w:pStyle w:val="TAC"/>
              <w:rPr>
                <w:lang w:eastAsia="zh-CN"/>
              </w:rPr>
            </w:pPr>
            <w:r w:rsidRPr="00E062F1">
              <w:rPr>
                <w:lang w:eastAsia="zh-CN"/>
              </w:rPr>
              <w:t>DC_19A_n78A-n257A</w:t>
            </w:r>
          </w:p>
          <w:p w14:paraId="450A6058" w14:textId="77777777" w:rsidR="00F80484" w:rsidRPr="00E062F1" w:rsidRDefault="00F80484" w:rsidP="00F80484">
            <w:pPr>
              <w:pStyle w:val="TAC"/>
              <w:rPr>
                <w:lang w:eastAsia="zh-CN"/>
              </w:rPr>
            </w:pPr>
            <w:r w:rsidRPr="00E062F1">
              <w:rPr>
                <w:lang w:eastAsia="zh-CN"/>
              </w:rPr>
              <w:t>DC_19A_n78A-n257G</w:t>
            </w:r>
          </w:p>
          <w:p w14:paraId="3A1EF413" w14:textId="77777777" w:rsidR="00F80484" w:rsidRPr="00E062F1" w:rsidRDefault="00F80484" w:rsidP="00F80484">
            <w:pPr>
              <w:pStyle w:val="TAC"/>
              <w:rPr>
                <w:lang w:eastAsia="zh-CN"/>
              </w:rPr>
            </w:pPr>
            <w:r w:rsidRPr="00E062F1">
              <w:rPr>
                <w:lang w:eastAsia="zh-CN"/>
              </w:rPr>
              <w:t>DC_19A_n78A-n257H</w:t>
            </w:r>
          </w:p>
          <w:p w14:paraId="50864A27" w14:textId="77777777" w:rsidR="00F80484" w:rsidRPr="00E062F1" w:rsidRDefault="00F80484" w:rsidP="00F80484">
            <w:pPr>
              <w:pStyle w:val="TAC"/>
              <w:rPr>
                <w:lang w:eastAsia="zh-CN"/>
              </w:rPr>
            </w:pPr>
            <w:r w:rsidRPr="00E062F1">
              <w:rPr>
                <w:lang w:eastAsia="zh-CN"/>
              </w:rPr>
              <w:t>DC_19A_n78A-n257I</w:t>
            </w:r>
          </w:p>
          <w:p w14:paraId="4AD79E6C" w14:textId="77777777" w:rsidR="00F80484" w:rsidRPr="00E062F1" w:rsidRDefault="00F80484" w:rsidP="00F80484">
            <w:pPr>
              <w:pStyle w:val="TAC"/>
              <w:rPr>
                <w:lang w:eastAsia="zh-CN"/>
              </w:rPr>
            </w:pPr>
            <w:r w:rsidRPr="00E062F1">
              <w:rPr>
                <w:lang w:eastAsia="zh-CN"/>
              </w:rPr>
              <w:t>DC_21A_n78A-n257A</w:t>
            </w:r>
          </w:p>
          <w:p w14:paraId="4CE5706C" w14:textId="77777777" w:rsidR="00F80484" w:rsidRPr="00E062F1" w:rsidRDefault="00F80484" w:rsidP="00F80484">
            <w:pPr>
              <w:pStyle w:val="TAC"/>
              <w:rPr>
                <w:lang w:eastAsia="zh-CN"/>
              </w:rPr>
            </w:pPr>
            <w:r w:rsidRPr="00E062F1">
              <w:rPr>
                <w:lang w:eastAsia="zh-CN"/>
              </w:rPr>
              <w:t>DC_21A_n78A-n257G</w:t>
            </w:r>
          </w:p>
          <w:p w14:paraId="1916BB40" w14:textId="77777777" w:rsidR="00F80484" w:rsidRPr="00E062F1" w:rsidRDefault="00F80484" w:rsidP="00F80484">
            <w:pPr>
              <w:pStyle w:val="TAC"/>
              <w:rPr>
                <w:lang w:eastAsia="zh-CN"/>
              </w:rPr>
            </w:pPr>
            <w:r w:rsidRPr="00E062F1">
              <w:rPr>
                <w:lang w:eastAsia="zh-CN"/>
              </w:rPr>
              <w:t>DC_21A_n78A-n257H</w:t>
            </w:r>
          </w:p>
          <w:p w14:paraId="257F395C" w14:textId="181A3BD4" w:rsidR="00F80484" w:rsidRPr="00E062F1" w:rsidRDefault="00F80484" w:rsidP="00F80484">
            <w:pPr>
              <w:pStyle w:val="TAC"/>
              <w:rPr>
                <w:lang w:eastAsia="zh-CN"/>
              </w:rPr>
            </w:pPr>
            <w:r w:rsidRPr="00E062F1">
              <w:rPr>
                <w:lang w:eastAsia="zh-CN"/>
              </w:rPr>
              <w:t>DC_21A_n78A-n257I</w:t>
            </w:r>
          </w:p>
        </w:tc>
      </w:tr>
      <w:tr w:rsidR="00F80484" w:rsidRPr="00E062F1" w14:paraId="7D6758FB" w14:textId="77777777" w:rsidTr="006B3BD2">
        <w:trPr>
          <w:trHeight w:val="187"/>
          <w:jc w:val="center"/>
        </w:trPr>
        <w:tc>
          <w:tcPr>
            <w:tcW w:w="3969" w:type="dxa"/>
            <w:shd w:val="clear" w:color="auto" w:fill="auto"/>
            <w:noWrap/>
            <w:tcMar>
              <w:top w:w="28" w:type="dxa"/>
              <w:left w:w="28" w:type="dxa"/>
              <w:bottom w:w="28" w:type="dxa"/>
              <w:right w:w="28" w:type="dxa"/>
            </w:tcMar>
          </w:tcPr>
          <w:p w14:paraId="4175E29F" w14:textId="7D293240" w:rsidR="00F80484" w:rsidRPr="00E062F1" w:rsidRDefault="00F80484" w:rsidP="00F80484">
            <w:pPr>
              <w:pStyle w:val="TAC"/>
              <w:rPr>
                <w:lang w:eastAsia="zh-CN"/>
              </w:rPr>
            </w:pPr>
            <w:r w:rsidRPr="00E062F1">
              <w:rPr>
                <w:lang w:eastAsia="zh-CN"/>
              </w:rPr>
              <w:t>DC_19A-21A_n79A-n257A</w:t>
            </w:r>
            <w:r>
              <w:rPr>
                <w:rFonts w:hint="eastAsia"/>
                <w:vertAlign w:val="superscript"/>
                <w:lang w:eastAsia="zh-TW"/>
              </w:rPr>
              <w:t>2</w:t>
            </w:r>
          </w:p>
          <w:p w14:paraId="6283C6DA" w14:textId="41A2E3DC" w:rsidR="00F80484" w:rsidRPr="00E062F1" w:rsidRDefault="00F80484" w:rsidP="00F80484">
            <w:pPr>
              <w:pStyle w:val="TAC"/>
              <w:rPr>
                <w:lang w:eastAsia="zh-CN"/>
              </w:rPr>
            </w:pPr>
            <w:r w:rsidRPr="00E062F1">
              <w:rPr>
                <w:lang w:eastAsia="zh-CN"/>
              </w:rPr>
              <w:t>DC_19A-21A_n79A-n257G</w:t>
            </w:r>
            <w:r>
              <w:rPr>
                <w:rFonts w:hint="eastAsia"/>
                <w:vertAlign w:val="superscript"/>
                <w:lang w:eastAsia="zh-TW"/>
              </w:rPr>
              <w:t>2</w:t>
            </w:r>
          </w:p>
          <w:p w14:paraId="747071E8" w14:textId="3F87E3D3" w:rsidR="00F80484" w:rsidRPr="00E062F1" w:rsidRDefault="00F80484" w:rsidP="00F80484">
            <w:pPr>
              <w:pStyle w:val="TAC"/>
              <w:rPr>
                <w:lang w:eastAsia="zh-CN"/>
              </w:rPr>
            </w:pPr>
            <w:r w:rsidRPr="00E062F1">
              <w:rPr>
                <w:lang w:eastAsia="zh-CN"/>
              </w:rPr>
              <w:t>DC_19A-21A_n79A-n257H</w:t>
            </w:r>
            <w:r>
              <w:rPr>
                <w:rFonts w:hint="eastAsia"/>
                <w:vertAlign w:val="superscript"/>
                <w:lang w:eastAsia="zh-TW"/>
              </w:rPr>
              <w:t>2</w:t>
            </w:r>
          </w:p>
          <w:p w14:paraId="492BDF56" w14:textId="069823DC" w:rsidR="00F80484" w:rsidRPr="00E062F1" w:rsidRDefault="00F80484" w:rsidP="00F80484">
            <w:pPr>
              <w:pStyle w:val="TAC"/>
              <w:rPr>
                <w:lang w:eastAsia="zh-CN"/>
              </w:rPr>
            </w:pPr>
            <w:r w:rsidRPr="00E062F1">
              <w:rPr>
                <w:lang w:eastAsia="zh-CN"/>
              </w:rPr>
              <w:t>DC_19A-21A_n79A-n257I</w:t>
            </w:r>
            <w:r>
              <w:rPr>
                <w:rFonts w:hint="eastAsia"/>
                <w:vertAlign w:val="superscript"/>
                <w:lang w:eastAsia="zh-TW"/>
              </w:rPr>
              <w:t>2</w:t>
            </w:r>
          </w:p>
        </w:tc>
        <w:tc>
          <w:tcPr>
            <w:tcW w:w="3969" w:type="dxa"/>
            <w:tcMar>
              <w:top w:w="28" w:type="dxa"/>
              <w:left w:w="28" w:type="dxa"/>
              <w:bottom w:w="28" w:type="dxa"/>
              <w:right w:w="28" w:type="dxa"/>
            </w:tcMar>
          </w:tcPr>
          <w:p w14:paraId="51A34FA8" w14:textId="77777777" w:rsidR="00F80484" w:rsidRPr="00E062F1" w:rsidRDefault="00F80484" w:rsidP="00F80484">
            <w:pPr>
              <w:pStyle w:val="TAC"/>
              <w:rPr>
                <w:lang w:eastAsia="zh-CN"/>
              </w:rPr>
            </w:pPr>
            <w:r w:rsidRPr="00E062F1">
              <w:rPr>
                <w:lang w:eastAsia="zh-CN"/>
              </w:rPr>
              <w:t>DC_19A_n79A-n257A</w:t>
            </w:r>
          </w:p>
          <w:p w14:paraId="0133AF9C" w14:textId="77777777" w:rsidR="00F80484" w:rsidRPr="00E062F1" w:rsidRDefault="00F80484" w:rsidP="00F80484">
            <w:pPr>
              <w:pStyle w:val="TAC"/>
              <w:rPr>
                <w:lang w:eastAsia="zh-CN"/>
              </w:rPr>
            </w:pPr>
            <w:r w:rsidRPr="00E062F1">
              <w:rPr>
                <w:lang w:eastAsia="zh-CN"/>
              </w:rPr>
              <w:t>DC_19A_n79A-n257G</w:t>
            </w:r>
          </w:p>
          <w:p w14:paraId="36E4A367" w14:textId="77777777" w:rsidR="00F80484" w:rsidRPr="00E062F1" w:rsidRDefault="00F80484" w:rsidP="00F80484">
            <w:pPr>
              <w:pStyle w:val="TAC"/>
              <w:rPr>
                <w:lang w:eastAsia="zh-CN"/>
              </w:rPr>
            </w:pPr>
            <w:r w:rsidRPr="00E062F1">
              <w:rPr>
                <w:lang w:eastAsia="zh-CN"/>
              </w:rPr>
              <w:t>DC_19A_n79A-n257H</w:t>
            </w:r>
          </w:p>
          <w:p w14:paraId="7C5D74F1" w14:textId="77777777" w:rsidR="00F80484" w:rsidRPr="00E062F1" w:rsidRDefault="00F80484" w:rsidP="00F80484">
            <w:pPr>
              <w:pStyle w:val="TAC"/>
              <w:rPr>
                <w:lang w:eastAsia="zh-CN"/>
              </w:rPr>
            </w:pPr>
            <w:r w:rsidRPr="00E062F1">
              <w:rPr>
                <w:lang w:eastAsia="zh-CN"/>
              </w:rPr>
              <w:t>DC_19A_n79A-n257I</w:t>
            </w:r>
          </w:p>
          <w:p w14:paraId="285C34A4" w14:textId="77777777" w:rsidR="00F80484" w:rsidRPr="00E062F1" w:rsidRDefault="00F80484" w:rsidP="00F80484">
            <w:pPr>
              <w:pStyle w:val="TAC"/>
              <w:rPr>
                <w:lang w:eastAsia="zh-CN"/>
              </w:rPr>
            </w:pPr>
            <w:r w:rsidRPr="00E062F1">
              <w:rPr>
                <w:lang w:eastAsia="zh-CN"/>
              </w:rPr>
              <w:t>DC_21A_n79A-n257A</w:t>
            </w:r>
          </w:p>
          <w:p w14:paraId="745C516A" w14:textId="77777777" w:rsidR="00F80484" w:rsidRPr="00E062F1" w:rsidRDefault="00F80484" w:rsidP="00F80484">
            <w:pPr>
              <w:pStyle w:val="TAC"/>
              <w:rPr>
                <w:lang w:eastAsia="zh-CN"/>
              </w:rPr>
            </w:pPr>
            <w:r w:rsidRPr="00E062F1">
              <w:rPr>
                <w:lang w:eastAsia="zh-CN"/>
              </w:rPr>
              <w:t>DC_21A_n79A-n257G</w:t>
            </w:r>
          </w:p>
          <w:p w14:paraId="14AC478C" w14:textId="77777777" w:rsidR="00F80484" w:rsidRPr="00E062F1" w:rsidRDefault="00F80484" w:rsidP="00F80484">
            <w:pPr>
              <w:pStyle w:val="TAC"/>
              <w:rPr>
                <w:lang w:eastAsia="zh-CN"/>
              </w:rPr>
            </w:pPr>
            <w:r w:rsidRPr="00E062F1">
              <w:rPr>
                <w:lang w:eastAsia="zh-CN"/>
              </w:rPr>
              <w:t>DC_21A_n79A-n257H</w:t>
            </w:r>
          </w:p>
          <w:p w14:paraId="3323BF1C" w14:textId="30417909" w:rsidR="00F80484" w:rsidRPr="00E062F1" w:rsidRDefault="00F80484" w:rsidP="00F80484">
            <w:pPr>
              <w:pStyle w:val="TAC"/>
              <w:rPr>
                <w:lang w:eastAsia="zh-CN"/>
              </w:rPr>
            </w:pPr>
            <w:r w:rsidRPr="00E062F1">
              <w:rPr>
                <w:lang w:eastAsia="zh-CN"/>
              </w:rPr>
              <w:t>DC_21A_n79A-n257I</w:t>
            </w:r>
          </w:p>
        </w:tc>
      </w:tr>
      <w:tr w:rsidR="00F80484" w:rsidRPr="00E062F1" w14:paraId="3D3DCA57" w14:textId="77777777" w:rsidTr="006B3BD2">
        <w:trPr>
          <w:trHeight w:val="187"/>
          <w:jc w:val="center"/>
        </w:trPr>
        <w:tc>
          <w:tcPr>
            <w:tcW w:w="3969" w:type="dxa"/>
            <w:shd w:val="clear" w:color="auto" w:fill="auto"/>
            <w:noWrap/>
            <w:tcMar>
              <w:top w:w="28" w:type="dxa"/>
              <w:left w:w="28" w:type="dxa"/>
              <w:bottom w:w="28" w:type="dxa"/>
              <w:right w:w="28" w:type="dxa"/>
            </w:tcMar>
          </w:tcPr>
          <w:p w14:paraId="08680D38" w14:textId="77777777" w:rsidR="00F80484" w:rsidRPr="00E062F1" w:rsidRDefault="00F80484" w:rsidP="00F80484">
            <w:pPr>
              <w:pStyle w:val="TAC"/>
              <w:rPr>
                <w:b/>
                <w:lang w:eastAsia="zh-CN"/>
              </w:rPr>
            </w:pPr>
            <w:r w:rsidRPr="00E062F1">
              <w:rPr>
                <w:lang w:eastAsia="zh-CN"/>
              </w:rPr>
              <w:lastRenderedPageBreak/>
              <w:t>DC_19A-42A_n77A-n257A</w:t>
            </w:r>
          </w:p>
          <w:p w14:paraId="1ACFD757" w14:textId="77777777" w:rsidR="00F80484" w:rsidRPr="00E062F1" w:rsidRDefault="00F80484" w:rsidP="00F80484">
            <w:pPr>
              <w:pStyle w:val="TAC"/>
              <w:rPr>
                <w:b/>
                <w:lang w:eastAsia="zh-CN"/>
              </w:rPr>
            </w:pPr>
            <w:r w:rsidRPr="00E062F1">
              <w:rPr>
                <w:lang w:eastAsia="zh-CN"/>
              </w:rPr>
              <w:t>DC_19A-42A_n77A-n257G</w:t>
            </w:r>
          </w:p>
          <w:p w14:paraId="3284EEB6" w14:textId="77777777" w:rsidR="00F80484" w:rsidRPr="00E062F1" w:rsidRDefault="00F80484" w:rsidP="00F80484">
            <w:pPr>
              <w:pStyle w:val="TAC"/>
              <w:rPr>
                <w:b/>
                <w:lang w:eastAsia="zh-CN"/>
              </w:rPr>
            </w:pPr>
            <w:r w:rsidRPr="00E062F1">
              <w:rPr>
                <w:lang w:eastAsia="zh-CN"/>
              </w:rPr>
              <w:t>DC_19A-42A_n77A-n257H</w:t>
            </w:r>
          </w:p>
          <w:p w14:paraId="30C6883F" w14:textId="77777777" w:rsidR="00F80484" w:rsidRPr="00E062F1" w:rsidRDefault="00F80484" w:rsidP="00F80484">
            <w:pPr>
              <w:pStyle w:val="TAC"/>
              <w:rPr>
                <w:b/>
                <w:lang w:eastAsia="zh-CN"/>
              </w:rPr>
            </w:pPr>
            <w:r w:rsidRPr="00E062F1">
              <w:rPr>
                <w:lang w:eastAsia="zh-CN"/>
              </w:rPr>
              <w:t>DC_19A-42A_n77A-n257I</w:t>
            </w:r>
          </w:p>
          <w:p w14:paraId="4B65A158" w14:textId="77777777" w:rsidR="00F80484" w:rsidRPr="00E062F1" w:rsidRDefault="00F80484" w:rsidP="00F80484">
            <w:pPr>
              <w:pStyle w:val="TAC"/>
              <w:rPr>
                <w:b/>
                <w:lang w:eastAsia="zh-CN"/>
              </w:rPr>
            </w:pPr>
            <w:r w:rsidRPr="00E062F1">
              <w:rPr>
                <w:lang w:eastAsia="zh-CN"/>
              </w:rPr>
              <w:t>DC_19A-42C_n77A-n257A</w:t>
            </w:r>
          </w:p>
          <w:p w14:paraId="14EB7940" w14:textId="77777777" w:rsidR="00F80484" w:rsidRPr="00E062F1" w:rsidRDefault="00F80484" w:rsidP="00F80484">
            <w:pPr>
              <w:pStyle w:val="TAC"/>
              <w:rPr>
                <w:b/>
                <w:lang w:eastAsia="zh-CN"/>
              </w:rPr>
            </w:pPr>
            <w:r w:rsidRPr="00E062F1">
              <w:rPr>
                <w:lang w:eastAsia="zh-CN"/>
              </w:rPr>
              <w:t>DC_19A-42C_n77A-n257G</w:t>
            </w:r>
          </w:p>
          <w:p w14:paraId="28973C48" w14:textId="77777777" w:rsidR="00F80484" w:rsidRPr="00E062F1" w:rsidRDefault="00F80484" w:rsidP="00F80484">
            <w:pPr>
              <w:pStyle w:val="TAC"/>
              <w:rPr>
                <w:b/>
                <w:lang w:eastAsia="zh-CN"/>
              </w:rPr>
            </w:pPr>
            <w:r w:rsidRPr="00E062F1">
              <w:rPr>
                <w:lang w:eastAsia="zh-CN"/>
              </w:rPr>
              <w:t>DC_19A-42C_n77A-n257H</w:t>
            </w:r>
          </w:p>
          <w:p w14:paraId="2C8B3E54" w14:textId="4CF05A31" w:rsidR="00F80484" w:rsidRPr="00E062F1" w:rsidRDefault="00F80484" w:rsidP="00F80484">
            <w:pPr>
              <w:pStyle w:val="TAC"/>
              <w:rPr>
                <w:lang w:eastAsia="zh-CN"/>
              </w:rPr>
            </w:pPr>
            <w:r w:rsidRPr="00E062F1">
              <w:rPr>
                <w:lang w:eastAsia="zh-CN"/>
              </w:rPr>
              <w:t>DC_19A-42C_n77A-n257I</w:t>
            </w:r>
          </w:p>
        </w:tc>
        <w:tc>
          <w:tcPr>
            <w:tcW w:w="3969" w:type="dxa"/>
            <w:tcMar>
              <w:top w:w="28" w:type="dxa"/>
              <w:left w:w="28" w:type="dxa"/>
              <w:bottom w:w="28" w:type="dxa"/>
              <w:right w:w="28" w:type="dxa"/>
            </w:tcMar>
          </w:tcPr>
          <w:p w14:paraId="3BC0E0F1" w14:textId="77777777" w:rsidR="00F80484" w:rsidRPr="00E062F1" w:rsidRDefault="00F80484" w:rsidP="00F80484">
            <w:pPr>
              <w:pStyle w:val="TAC"/>
              <w:rPr>
                <w:lang w:eastAsia="zh-CN"/>
              </w:rPr>
            </w:pPr>
            <w:r w:rsidRPr="00E062F1">
              <w:rPr>
                <w:lang w:eastAsia="zh-CN"/>
              </w:rPr>
              <w:t>DC_19A_n77A-n257A</w:t>
            </w:r>
          </w:p>
          <w:p w14:paraId="718260E7" w14:textId="77777777" w:rsidR="00F80484" w:rsidRPr="00E062F1" w:rsidRDefault="00F80484" w:rsidP="00F80484">
            <w:pPr>
              <w:pStyle w:val="TAC"/>
              <w:rPr>
                <w:lang w:eastAsia="zh-CN"/>
              </w:rPr>
            </w:pPr>
            <w:r w:rsidRPr="00E062F1">
              <w:rPr>
                <w:lang w:eastAsia="zh-CN"/>
              </w:rPr>
              <w:t>DC_19A_n77A-n257G</w:t>
            </w:r>
          </w:p>
          <w:p w14:paraId="31CC7894" w14:textId="77777777" w:rsidR="00F80484" w:rsidRPr="00E062F1" w:rsidRDefault="00F80484" w:rsidP="00F80484">
            <w:pPr>
              <w:pStyle w:val="TAC"/>
              <w:rPr>
                <w:lang w:eastAsia="zh-CN"/>
              </w:rPr>
            </w:pPr>
            <w:r w:rsidRPr="00E062F1">
              <w:rPr>
                <w:lang w:eastAsia="zh-CN"/>
              </w:rPr>
              <w:t>DC_19A_n77A-n257H</w:t>
            </w:r>
          </w:p>
          <w:p w14:paraId="74E2D622" w14:textId="0C3A8695" w:rsidR="00F80484" w:rsidRPr="00E062F1" w:rsidRDefault="00F80484" w:rsidP="00F80484">
            <w:pPr>
              <w:pStyle w:val="TAC"/>
              <w:rPr>
                <w:lang w:eastAsia="zh-CN"/>
              </w:rPr>
            </w:pPr>
            <w:r w:rsidRPr="00E062F1">
              <w:rPr>
                <w:lang w:eastAsia="zh-CN"/>
              </w:rPr>
              <w:t>DC_19A_n77A-n257I</w:t>
            </w:r>
          </w:p>
        </w:tc>
      </w:tr>
      <w:tr w:rsidR="00F80484" w:rsidRPr="00E062F1" w14:paraId="3D744B53" w14:textId="77777777" w:rsidTr="006B3BD2">
        <w:trPr>
          <w:trHeight w:val="187"/>
          <w:jc w:val="center"/>
        </w:trPr>
        <w:tc>
          <w:tcPr>
            <w:tcW w:w="3969" w:type="dxa"/>
            <w:shd w:val="clear" w:color="auto" w:fill="auto"/>
            <w:noWrap/>
            <w:tcMar>
              <w:top w:w="28" w:type="dxa"/>
              <w:left w:w="28" w:type="dxa"/>
              <w:bottom w:w="28" w:type="dxa"/>
              <w:right w:w="28" w:type="dxa"/>
            </w:tcMar>
          </w:tcPr>
          <w:p w14:paraId="3C49BA2D" w14:textId="77777777" w:rsidR="00F80484" w:rsidRPr="00E062F1" w:rsidRDefault="00F80484" w:rsidP="00F80484">
            <w:pPr>
              <w:pStyle w:val="TAC"/>
              <w:rPr>
                <w:lang w:eastAsia="zh-CN"/>
              </w:rPr>
            </w:pPr>
            <w:r w:rsidRPr="00E062F1">
              <w:rPr>
                <w:lang w:eastAsia="zh-CN"/>
              </w:rPr>
              <w:t>DC_19A-42A_n78A-n257A</w:t>
            </w:r>
          </w:p>
          <w:p w14:paraId="73782517" w14:textId="77777777" w:rsidR="00F80484" w:rsidRPr="00E062F1" w:rsidRDefault="00F80484" w:rsidP="00F80484">
            <w:pPr>
              <w:pStyle w:val="TAC"/>
              <w:rPr>
                <w:lang w:eastAsia="zh-CN"/>
              </w:rPr>
            </w:pPr>
            <w:r w:rsidRPr="00E062F1">
              <w:rPr>
                <w:lang w:eastAsia="zh-CN"/>
              </w:rPr>
              <w:t>DC_19A-42A_n78A-n257G</w:t>
            </w:r>
          </w:p>
          <w:p w14:paraId="6333CDE7" w14:textId="77777777" w:rsidR="00F80484" w:rsidRPr="00E062F1" w:rsidRDefault="00F80484" w:rsidP="00F80484">
            <w:pPr>
              <w:pStyle w:val="TAC"/>
              <w:rPr>
                <w:lang w:eastAsia="zh-CN"/>
              </w:rPr>
            </w:pPr>
            <w:r w:rsidRPr="00E062F1">
              <w:rPr>
                <w:lang w:eastAsia="zh-CN"/>
              </w:rPr>
              <w:t>DC_19A-42A_n78A-n257H</w:t>
            </w:r>
          </w:p>
          <w:p w14:paraId="556EFC25" w14:textId="77777777" w:rsidR="00F80484" w:rsidRPr="00E062F1" w:rsidRDefault="00F80484" w:rsidP="00F80484">
            <w:pPr>
              <w:pStyle w:val="TAC"/>
              <w:rPr>
                <w:lang w:eastAsia="zh-CN"/>
              </w:rPr>
            </w:pPr>
            <w:r w:rsidRPr="00E062F1">
              <w:rPr>
                <w:lang w:eastAsia="zh-CN"/>
              </w:rPr>
              <w:t>DC_19A-42A_n78A-n257I</w:t>
            </w:r>
          </w:p>
          <w:p w14:paraId="1DCC007E" w14:textId="77777777" w:rsidR="00F80484" w:rsidRPr="00E062F1" w:rsidRDefault="00F80484" w:rsidP="00F80484">
            <w:pPr>
              <w:pStyle w:val="TAC"/>
              <w:rPr>
                <w:lang w:eastAsia="zh-CN"/>
              </w:rPr>
            </w:pPr>
            <w:r w:rsidRPr="00E062F1">
              <w:rPr>
                <w:lang w:eastAsia="zh-CN"/>
              </w:rPr>
              <w:t>DC_19A-42C_n78A-n257A</w:t>
            </w:r>
          </w:p>
          <w:p w14:paraId="363BAE93" w14:textId="77777777" w:rsidR="00F80484" w:rsidRPr="00E062F1" w:rsidRDefault="00F80484" w:rsidP="00F80484">
            <w:pPr>
              <w:pStyle w:val="TAC"/>
              <w:rPr>
                <w:lang w:eastAsia="zh-CN"/>
              </w:rPr>
            </w:pPr>
            <w:r w:rsidRPr="00E062F1">
              <w:rPr>
                <w:lang w:eastAsia="zh-CN"/>
              </w:rPr>
              <w:t>DC_19A-42C_n78A-n257G</w:t>
            </w:r>
          </w:p>
          <w:p w14:paraId="2AA51E36" w14:textId="77777777" w:rsidR="00F80484" w:rsidRPr="00E062F1" w:rsidRDefault="00F80484" w:rsidP="00F80484">
            <w:pPr>
              <w:pStyle w:val="TAC"/>
              <w:rPr>
                <w:lang w:eastAsia="zh-CN"/>
              </w:rPr>
            </w:pPr>
            <w:r w:rsidRPr="00E062F1">
              <w:rPr>
                <w:lang w:eastAsia="zh-CN"/>
              </w:rPr>
              <w:t>DC_19A-42C_n78A-n257H</w:t>
            </w:r>
          </w:p>
          <w:p w14:paraId="06884C57" w14:textId="1B84CB2C" w:rsidR="00F80484" w:rsidRPr="00E062F1" w:rsidRDefault="00F80484" w:rsidP="00F80484">
            <w:pPr>
              <w:pStyle w:val="TAC"/>
              <w:rPr>
                <w:lang w:eastAsia="zh-CN"/>
              </w:rPr>
            </w:pPr>
            <w:r w:rsidRPr="00E062F1">
              <w:rPr>
                <w:lang w:eastAsia="zh-CN"/>
              </w:rPr>
              <w:t>DC_19A-42C_n78A-n257I</w:t>
            </w:r>
          </w:p>
        </w:tc>
        <w:tc>
          <w:tcPr>
            <w:tcW w:w="3969" w:type="dxa"/>
            <w:tcMar>
              <w:top w:w="28" w:type="dxa"/>
              <w:left w:w="28" w:type="dxa"/>
              <w:bottom w:w="28" w:type="dxa"/>
              <w:right w:w="28" w:type="dxa"/>
            </w:tcMar>
          </w:tcPr>
          <w:p w14:paraId="50730A62" w14:textId="77777777" w:rsidR="00F80484" w:rsidRPr="00E062F1" w:rsidRDefault="00F80484" w:rsidP="00F80484">
            <w:pPr>
              <w:pStyle w:val="TAC"/>
              <w:rPr>
                <w:lang w:eastAsia="zh-CN"/>
              </w:rPr>
            </w:pPr>
            <w:r w:rsidRPr="00E062F1">
              <w:rPr>
                <w:lang w:eastAsia="zh-CN"/>
              </w:rPr>
              <w:t>DC_19A_n78A-n257A</w:t>
            </w:r>
          </w:p>
          <w:p w14:paraId="686242AB" w14:textId="77777777" w:rsidR="00F80484" w:rsidRPr="00E062F1" w:rsidRDefault="00F80484" w:rsidP="00F80484">
            <w:pPr>
              <w:pStyle w:val="TAC"/>
              <w:rPr>
                <w:lang w:eastAsia="zh-CN"/>
              </w:rPr>
            </w:pPr>
            <w:r w:rsidRPr="00E062F1">
              <w:rPr>
                <w:lang w:eastAsia="zh-CN"/>
              </w:rPr>
              <w:t>DC_19A_n78A-n257G</w:t>
            </w:r>
          </w:p>
          <w:p w14:paraId="1CA477A2" w14:textId="77777777" w:rsidR="00F80484" w:rsidRPr="00E062F1" w:rsidRDefault="00F80484" w:rsidP="00F80484">
            <w:pPr>
              <w:pStyle w:val="TAC"/>
              <w:rPr>
                <w:lang w:eastAsia="zh-CN"/>
              </w:rPr>
            </w:pPr>
            <w:r w:rsidRPr="00E062F1">
              <w:rPr>
                <w:lang w:eastAsia="zh-CN"/>
              </w:rPr>
              <w:t>DC_19A_n78A-n257H</w:t>
            </w:r>
          </w:p>
          <w:p w14:paraId="35E56C30" w14:textId="6C8E4FB3" w:rsidR="00F80484" w:rsidRPr="00E062F1" w:rsidRDefault="00F80484" w:rsidP="00F80484">
            <w:pPr>
              <w:pStyle w:val="TAC"/>
              <w:rPr>
                <w:lang w:eastAsia="zh-CN"/>
              </w:rPr>
            </w:pPr>
            <w:r w:rsidRPr="00E062F1">
              <w:rPr>
                <w:lang w:eastAsia="zh-CN"/>
              </w:rPr>
              <w:t>DC_19A_n78A-n257I</w:t>
            </w:r>
          </w:p>
        </w:tc>
      </w:tr>
      <w:tr w:rsidR="00F80484" w:rsidRPr="00E062F1" w14:paraId="26C002F0" w14:textId="77777777" w:rsidTr="006B3BD2">
        <w:trPr>
          <w:trHeight w:val="187"/>
          <w:jc w:val="center"/>
        </w:trPr>
        <w:tc>
          <w:tcPr>
            <w:tcW w:w="3969" w:type="dxa"/>
            <w:shd w:val="clear" w:color="auto" w:fill="auto"/>
            <w:noWrap/>
            <w:tcMar>
              <w:top w:w="28" w:type="dxa"/>
              <w:left w:w="28" w:type="dxa"/>
              <w:bottom w:w="28" w:type="dxa"/>
              <w:right w:w="28" w:type="dxa"/>
            </w:tcMar>
          </w:tcPr>
          <w:p w14:paraId="2A947BAB" w14:textId="77777777" w:rsidR="00F80484" w:rsidRPr="00E062F1" w:rsidRDefault="00F80484" w:rsidP="00F80484">
            <w:pPr>
              <w:pStyle w:val="TAC"/>
              <w:rPr>
                <w:lang w:eastAsia="zh-CN"/>
              </w:rPr>
            </w:pPr>
            <w:r w:rsidRPr="00E062F1">
              <w:rPr>
                <w:lang w:eastAsia="zh-CN"/>
              </w:rPr>
              <w:t>DC_19A-42A_n79A-n257A</w:t>
            </w:r>
          </w:p>
          <w:p w14:paraId="1D59097E" w14:textId="77777777" w:rsidR="00F80484" w:rsidRPr="00E062F1" w:rsidRDefault="00F80484" w:rsidP="00F80484">
            <w:pPr>
              <w:pStyle w:val="TAC"/>
              <w:rPr>
                <w:lang w:eastAsia="zh-CN"/>
              </w:rPr>
            </w:pPr>
            <w:r w:rsidRPr="00E062F1">
              <w:rPr>
                <w:lang w:eastAsia="zh-CN"/>
              </w:rPr>
              <w:t>DC_19A-42A_n79A-n257G</w:t>
            </w:r>
          </w:p>
          <w:p w14:paraId="7BCDED5A" w14:textId="77777777" w:rsidR="00F80484" w:rsidRPr="00E062F1" w:rsidRDefault="00F80484" w:rsidP="00F80484">
            <w:pPr>
              <w:pStyle w:val="TAC"/>
              <w:rPr>
                <w:lang w:eastAsia="zh-CN"/>
              </w:rPr>
            </w:pPr>
            <w:r w:rsidRPr="00E062F1">
              <w:rPr>
                <w:lang w:eastAsia="zh-CN"/>
              </w:rPr>
              <w:t>DC_19A-42A_n79A-n257H</w:t>
            </w:r>
          </w:p>
          <w:p w14:paraId="261799F2" w14:textId="77777777" w:rsidR="00F80484" w:rsidRPr="00E062F1" w:rsidRDefault="00F80484" w:rsidP="00F80484">
            <w:pPr>
              <w:pStyle w:val="TAC"/>
              <w:rPr>
                <w:lang w:eastAsia="zh-CN"/>
              </w:rPr>
            </w:pPr>
            <w:r w:rsidRPr="00E062F1">
              <w:rPr>
                <w:lang w:eastAsia="zh-CN"/>
              </w:rPr>
              <w:t>DC_19A-42A_n79A-n257I</w:t>
            </w:r>
          </w:p>
          <w:p w14:paraId="7279A351" w14:textId="77777777" w:rsidR="00F80484" w:rsidRPr="00E062F1" w:rsidRDefault="00F80484" w:rsidP="00F80484">
            <w:pPr>
              <w:pStyle w:val="TAC"/>
              <w:rPr>
                <w:lang w:eastAsia="zh-CN"/>
              </w:rPr>
            </w:pPr>
            <w:r w:rsidRPr="00E062F1">
              <w:rPr>
                <w:lang w:eastAsia="zh-CN"/>
              </w:rPr>
              <w:t>DC_19A-42C_n79A-n257A</w:t>
            </w:r>
          </w:p>
          <w:p w14:paraId="3F7B426D" w14:textId="77777777" w:rsidR="00F80484" w:rsidRPr="00E062F1" w:rsidRDefault="00F80484" w:rsidP="00F80484">
            <w:pPr>
              <w:pStyle w:val="TAC"/>
              <w:rPr>
                <w:lang w:eastAsia="zh-CN"/>
              </w:rPr>
            </w:pPr>
            <w:r w:rsidRPr="00E062F1">
              <w:rPr>
                <w:lang w:eastAsia="zh-CN"/>
              </w:rPr>
              <w:t>DC_19A-42C_n79A-n257G</w:t>
            </w:r>
          </w:p>
          <w:p w14:paraId="76B02DEE" w14:textId="77777777" w:rsidR="00F80484" w:rsidRPr="00E062F1" w:rsidRDefault="00F80484" w:rsidP="00F80484">
            <w:pPr>
              <w:pStyle w:val="TAC"/>
              <w:rPr>
                <w:lang w:eastAsia="zh-CN"/>
              </w:rPr>
            </w:pPr>
            <w:r w:rsidRPr="00E062F1">
              <w:rPr>
                <w:lang w:eastAsia="zh-CN"/>
              </w:rPr>
              <w:t>DC_19A-42C_n79A-n257H</w:t>
            </w:r>
          </w:p>
          <w:p w14:paraId="317A797C" w14:textId="5FDEF799" w:rsidR="00F80484" w:rsidRPr="00E062F1" w:rsidRDefault="00F80484" w:rsidP="00F80484">
            <w:pPr>
              <w:pStyle w:val="TAC"/>
              <w:rPr>
                <w:lang w:eastAsia="zh-CN"/>
              </w:rPr>
            </w:pPr>
            <w:r w:rsidRPr="00E062F1">
              <w:rPr>
                <w:lang w:eastAsia="zh-CN"/>
              </w:rPr>
              <w:t>DC_19A-42C_n79A-n257I</w:t>
            </w:r>
          </w:p>
        </w:tc>
        <w:tc>
          <w:tcPr>
            <w:tcW w:w="3969" w:type="dxa"/>
            <w:tcMar>
              <w:top w:w="28" w:type="dxa"/>
              <w:left w:w="28" w:type="dxa"/>
              <w:bottom w:w="28" w:type="dxa"/>
              <w:right w:w="28" w:type="dxa"/>
            </w:tcMar>
          </w:tcPr>
          <w:p w14:paraId="07CD9768" w14:textId="77777777" w:rsidR="00F80484" w:rsidRPr="00E062F1" w:rsidRDefault="00F80484" w:rsidP="00F80484">
            <w:pPr>
              <w:pStyle w:val="TAC"/>
              <w:rPr>
                <w:lang w:eastAsia="zh-CN"/>
              </w:rPr>
            </w:pPr>
            <w:r w:rsidRPr="00E062F1">
              <w:rPr>
                <w:lang w:eastAsia="zh-CN"/>
              </w:rPr>
              <w:t>DC_19A_n79A-n257A</w:t>
            </w:r>
          </w:p>
          <w:p w14:paraId="753616B1" w14:textId="77777777" w:rsidR="00F80484" w:rsidRPr="00E062F1" w:rsidRDefault="00F80484" w:rsidP="00F80484">
            <w:pPr>
              <w:pStyle w:val="TAC"/>
              <w:rPr>
                <w:lang w:eastAsia="zh-CN"/>
              </w:rPr>
            </w:pPr>
            <w:r w:rsidRPr="00E062F1">
              <w:rPr>
                <w:lang w:eastAsia="zh-CN"/>
              </w:rPr>
              <w:t>DC_19A_n79A-n257G</w:t>
            </w:r>
          </w:p>
          <w:p w14:paraId="3711810F" w14:textId="77777777" w:rsidR="00F80484" w:rsidRPr="00E062F1" w:rsidRDefault="00F80484" w:rsidP="00F80484">
            <w:pPr>
              <w:pStyle w:val="TAC"/>
              <w:rPr>
                <w:lang w:eastAsia="zh-CN"/>
              </w:rPr>
            </w:pPr>
            <w:r w:rsidRPr="00E062F1">
              <w:rPr>
                <w:lang w:eastAsia="zh-CN"/>
              </w:rPr>
              <w:t>DC_19A_n79A-n257H</w:t>
            </w:r>
          </w:p>
          <w:p w14:paraId="429344B7" w14:textId="3590E08F" w:rsidR="00F80484" w:rsidRPr="00E062F1" w:rsidRDefault="00F80484" w:rsidP="00F80484">
            <w:pPr>
              <w:pStyle w:val="TAC"/>
              <w:rPr>
                <w:lang w:eastAsia="zh-CN"/>
              </w:rPr>
            </w:pPr>
            <w:r w:rsidRPr="00E062F1">
              <w:rPr>
                <w:lang w:eastAsia="zh-CN"/>
              </w:rPr>
              <w:t>DC_19A_n79A-n257I</w:t>
            </w:r>
          </w:p>
        </w:tc>
      </w:tr>
      <w:tr w:rsidR="00F80484" w:rsidRPr="00E062F1" w14:paraId="15E284A6" w14:textId="77777777" w:rsidTr="006B3BD2">
        <w:trPr>
          <w:trHeight w:val="187"/>
          <w:jc w:val="center"/>
        </w:trPr>
        <w:tc>
          <w:tcPr>
            <w:tcW w:w="3969" w:type="dxa"/>
            <w:shd w:val="clear" w:color="auto" w:fill="auto"/>
            <w:noWrap/>
            <w:tcMar>
              <w:top w:w="28" w:type="dxa"/>
              <w:left w:w="28" w:type="dxa"/>
              <w:bottom w:w="28" w:type="dxa"/>
              <w:right w:w="28" w:type="dxa"/>
            </w:tcMar>
          </w:tcPr>
          <w:p w14:paraId="277369F6" w14:textId="77777777" w:rsidR="00F80484" w:rsidRPr="00E062F1" w:rsidRDefault="00F80484" w:rsidP="00F80484">
            <w:pPr>
              <w:pStyle w:val="TAC"/>
              <w:rPr>
                <w:lang w:eastAsia="zh-CN"/>
              </w:rPr>
            </w:pPr>
            <w:r w:rsidRPr="00E062F1">
              <w:rPr>
                <w:lang w:eastAsia="zh-CN"/>
              </w:rPr>
              <w:t>DC_21A-42A_n77A-n257A</w:t>
            </w:r>
          </w:p>
          <w:p w14:paraId="11B4CCB3" w14:textId="77777777" w:rsidR="00F80484" w:rsidRPr="00E062F1" w:rsidRDefault="00F80484" w:rsidP="00F80484">
            <w:pPr>
              <w:pStyle w:val="TAC"/>
              <w:rPr>
                <w:lang w:eastAsia="zh-CN"/>
              </w:rPr>
            </w:pPr>
            <w:r w:rsidRPr="00E062F1">
              <w:rPr>
                <w:lang w:eastAsia="zh-CN"/>
              </w:rPr>
              <w:t>DC_21A-42A_n77A-n257G</w:t>
            </w:r>
          </w:p>
          <w:p w14:paraId="601DA9B2" w14:textId="77777777" w:rsidR="00F80484" w:rsidRPr="00E062F1" w:rsidRDefault="00F80484" w:rsidP="00F80484">
            <w:pPr>
              <w:pStyle w:val="TAC"/>
              <w:rPr>
                <w:lang w:eastAsia="zh-CN"/>
              </w:rPr>
            </w:pPr>
            <w:r w:rsidRPr="00E062F1">
              <w:rPr>
                <w:lang w:eastAsia="zh-CN"/>
              </w:rPr>
              <w:t>DC_21A-42A_n77A-n257H</w:t>
            </w:r>
          </w:p>
          <w:p w14:paraId="6D03F41E" w14:textId="77777777" w:rsidR="00F80484" w:rsidRPr="00E062F1" w:rsidRDefault="00F80484" w:rsidP="00F80484">
            <w:pPr>
              <w:pStyle w:val="TAC"/>
              <w:rPr>
                <w:lang w:eastAsia="zh-CN"/>
              </w:rPr>
            </w:pPr>
            <w:r w:rsidRPr="00E062F1">
              <w:rPr>
                <w:lang w:eastAsia="zh-CN"/>
              </w:rPr>
              <w:t>DC_21A-42A_n77A-n257I</w:t>
            </w:r>
          </w:p>
          <w:p w14:paraId="4BB916AA" w14:textId="77777777" w:rsidR="00F80484" w:rsidRPr="00E062F1" w:rsidRDefault="00F80484" w:rsidP="00F80484">
            <w:pPr>
              <w:pStyle w:val="TAC"/>
              <w:rPr>
                <w:lang w:eastAsia="zh-CN"/>
              </w:rPr>
            </w:pPr>
            <w:r w:rsidRPr="00E062F1">
              <w:rPr>
                <w:lang w:eastAsia="zh-CN"/>
              </w:rPr>
              <w:t>DC_21A-42C_n77A-n257A</w:t>
            </w:r>
          </w:p>
          <w:p w14:paraId="16A743AA" w14:textId="77777777" w:rsidR="00F80484" w:rsidRPr="00E062F1" w:rsidRDefault="00F80484" w:rsidP="00F80484">
            <w:pPr>
              <w:pStyle w:val="TAC"/>
              <w:rPr>
                <w:lang w:eastAsia="zh-CN"/>
              </w:rPr>
            </w:pPr>
            <w:r w:rsidRPr="00E062F1">
              <w:rPr>
                <w:lang w:eastAsia="zh-CN"/>
              </w:rPr>
              <w:t>DC_21A-42C_n77A-n257G</w:t>
            </w:r>
          </w:p>
          <w:p w14:paraId="29DB844F" w14:textId="77777777" w:rsidR="00F80484" w:rsidRPr="00E062F1" w:rsidRDefault="00F80484" w:rsidP="00F80484">
            <w:pPr>
              <w:pStyle w:val="TAC"/>
              <w:rPr>
                <w:lang w:eastAsia="zh-CN"/>
              </w:rPr>
            </w:pPr>
            <w:r w:rsidRPr="00E062F1">
              <w:rPr>
                <w:lang w:eastAsia="zh-CN"/>
              </w:rPr>
              <w:t>DC_21A-42C_n77A-n257H</w:t>
            </w:r>
          </w:p>
          <w:p w14:paraId="5CF7003E" w14:textId="656FA356" w:rsidR="00F80484" w:rsidRPr="00E062F1" w:rsidRDefault="00F80484" w:rsidP="00F80484">
            <w:pPr>
              <w:pStyle w:val="TAC"/>
              <w:rPr>
                <w:lang w:eastAsia="zh-CN"/>
              </w:rPr>
            </w:pPr>
            <w:r w:rsidRPr="00E062F1">
              <w:rPr>
                <w:lang w:eastAsia="zh-CN"/>
              </w:rPr>
              <w:t>DC_21A-42C_n77A-n257I</w:t>
            </w:r>
          </w:p>
        </w:tc>
        <w:tc>
          <w:tcPr>
            <w:tcW w:w="3969" w:type="dxa"/>
            <w:tcMar>
              <w:top w:w="28" w:type="dxa"/>
              <w:left w:w="28" w:type="dxa"/>
              <w:bottom w:w="28" w:type="dxa"/>
              <w:right w:w="28" w:type="dxa"/>
            </w:tcMar>
          </w:tcPr>
          <w:p w14:paraId="06DA15E1" w14:textId="77777777" w:rsidR="00F80484" w:rsidRPr="00E062F1" w:rsidRDefault="00F80484" w:rsidP="00F80484">
            <w:pPr>
              <w:pStyle w:val="TAC"/>
              <w:rPr>
                <w:lang w:eastAsia="zh-CN"/>
              </w:rPr>
            </w:pPr>
            <w:r w:rsidRPr="00E062F1">
              <w:rPr>
                <w:lang w:eastAsia="zh-CN"/>
              </w:rPr>
              <w:t>DC_21A_n77A-n257A</w:t>
            </w:r>
          </w:p>
          <w:p w14:paraId="778600F9" w14:textId="77777777" w:rsidR="00F80484" w:rsidRPr="00E062F1" w:rsidRDefault="00F80484" w:rsidP="00F80484">
            <w:pPr>
              <w:pStyle w:val="TAC"/>
              <w:rPr>
                <w:lang w:eastAsia="zh-CN"/>
              </w:rPr>
            </w:pPr>
            <w:r w:rsidRPr="00E062F1">
              <w:rPr>
                <w:lang w:eastAsia="zh-CN"/>
              </w:rPr>
              <w:t>DC_21A_n77A-n257G</w:t>
            </w:r>
          </w:p>
          <w:p w14:paraId="6AE03F0D" w14:textId="77777777" w:rsidR="00F80484" w:rsidRPr="00E062F1" w:rsidRDefault="00F80484" w:rsidP="00F80484">
            <w:pPr>
              <w:pStyle w:val="TAC"/>
              <w:rPr>
                <w:lang w:eastAsia="zh-CN"/>
              </w:rPr>
            </w:pPr>
            <w:r w:rsidRPr="00E062F1">
              <w:rPr>
                <w:lang w:eastAsia="zh-CN"/>
              </w:rPr>
              <w:t>DC_21A_n77A-n257H</w:t>
            </w:r>
          </w:p>
          <w:p w14:paraId="0AD12E1B" w14:textId="37DFB375" w:rsidR="00F80484" w:rsidRPr="00E062F1" w:rsidRDefault="00F80484" w:rsidP="00F80484">
            <w:pPr>
              <w:pStyle w:val="TAC"/>
              <w:rPr>
                <w:lang w:eastAsia="zh-CN"/>
              </w:rPr>
            </w:pPr>
            <w:r w:rsidRPr="00E062F1">
              <w:rPr>
                <w:lang w:eastAsia="zh-CN"/>
              </w:rPr>
              <w:t>DC_21A_n77A-n257I</w:t>
            </w:r>
          </w:p>
        </w:tc>
      </w:tr>
      <w:tr w:rsidR="00F80484" w:rsidRPr="00E062F1" w14:paraId="6A81C797" w14:textId="77777777" w:rsidTr="006B3BD2">
        <w:trPr>
          <w:trHeight w:val="187"/>
          <w:jc w:val="center"/>
        </w:trPr>
        <w:tc>
          <w:tcPr>
            <w:tcW w:w="3969" w:type="dxa"/>
            <w:shd w:val="clear" w:color="auto" w:fill="auto"/>
            <w:noWrap/>
            <w:tcMar>
              <w:top w:w="28" w:type="dxa"/>
              <w:left w:w="28" w:type="dxa"/>
              <w:bottom w:w="28" w:type="dxa"/>
              <w:right w:w="28" w:type="dxa"/>
            </w:tcMar>
          </w:tcPr>
          <w:p w14:paraId="1BF47256" w14:textId="77777777" w:rsidR="00F80484" w:rsidRPr="00E062F1" w:rsidRDefault="00F80484" w:rsidP="00F80484">
            <w:pPr>
              <w:pStyle w:val="TAC"/>
              <w:rPr>
                <w:lang w:eastAsia="zh-CN"/>
              </w:rPr>
            </w:pPr>
            <w:r w:rsidRPr="00E062F1">
              <w:rPr>
                <w:lang w:eastAsia="zh-CN"/>
              </w:rPr>
              <w:t>DC_21A-42A_n78A-n257A</w:t>
            </w:r>
          </w:p>
          <w:p w14:paraId="0BD31720" w14:textId="77777777" w:rsidR="00F80484" w:rsidRPr="00E062F1" w:rsidRDefault="00F80484" w:rsidP="00F80484">
            <w:pPr>
              <w:pStyle w:val="TAC"/>
              <w:rPr>
                <w:lang w:eastAsia="zh-CN"/>
              </w:rPr>
            </w:pPr>
            <w:r w:rsidRPr="00E062F1">
              <w:rPr>
                <w:lang w:eastAsia="zh-CN"/>
              </w:rPr>
              <w:t>DC_21A-42A_n78A-n257G</w:t>
            </w:r>
          </w:p>
          <w:p w14:paraId="3C2ADDD9" w14:textId="77777777" w:rsidR="00F80484" w:rsidRPr="00E062F1" w:rsidRDefault="00F80484" w:rsidP="00F80484">
            <w:pPr>
              <w:pStyle w:val="TAC"/>
              <w:rPr>
                <w:lang w:eastAsia="zh-CN"/>
              </w:rPr>
            </w:pPr>
            <w:r w:rsidRPr="00E062F1">
              <w:rPr>
                <w:lang w:eastAsia="zh-CN"/>
              </w:rPr>
              <w:t>DC_21A-42A_n78A-n257H</w:t>
            </w:r>
          </w:p>
          <w:p w14:paraId="538DA2A6" w14:textId="77777777" w:rsidR="00F80484" w:rsidRPr="00E062F1" w:rsidRDefault="00F80484" w:rsidP="00F80484">
            <w:pPr>
              <w:pStyle w:val="TAC"/>
              <w:rPr>
                <w:lang w:eastAsia="zh-CN"/>
              </w:rPr>
            </w:pPr>
            <w:r w:rsidRPr="00E062F1">
              <w:rPr>
                <w:lang w:eastAsia="zh-CN"/>
              </w:rPr>
              <w:t>DC_21A-42A_n78A-n257I</w:t>
            </w:r>
          </w:p>
          <w:p w14:paraId="7BA5ABD1" w14:textId="77777777" w:rsidR="00F80484" w:rsidRPr="00E062F1" w:rsidRDefault="00F80484" w:rsidP="00F80484">
            <w:pPr>
              <w:pStyle w:val="TAC"/>
              <w:rPr>
                <w:lang w:eastAsia="zh-CN"/>
              </w:rPr>
            </w:pPr>
            <w:r w:rsidRPr="00E062F1">
              <w:rPr>
                <w:lang w:eastAsia="zh-CN"/>
              </w:rPr>
              <w:t>DC_21A-42C_n78A-n257A</w:t>
            </w:r>
          </w:p>
          <w:p w14:paraId="1DBD7840" w14:textId="77777777" w:rsidR="00F80484" w:rsidRPr="00E062F1" w:rsidRDefault="00F80484" w:rsidP="00F80484">
            <w:pPr>
              <w:pStyle w:val="TAC"/>
              <w:rPr>
                <w:lang w:eastAsia="zh-CN"/>
              </w:rPr>
            </w:pPr>
            <w:r w:rsidRPr="00E062F1">
              <w:rPr>
                <w:lang w:eastAsia="zh-CN"/>
              </w:rPr>
              <w:t>DC_21A-42C_n78A-n257G</w:t>
            </w:r>
          </w:p>
          <w:p w14:paraId="08BAE487" w14:textId="77777777" w:rsidR="00F80484" w:rsidRPr="00E062F1" w:rsidRDefault="00F80484" w:rsidP="00F80484">
            <w:pPr>
              <w:pStyle w:val="TAC"/>
              <w:rPr>
                <w:lang w:eastAsia="zh-CN"/>
              </w:rPr>
            </w:pPr>
            <w:r w:rsidRPr="00E062F1">
              <w:rPr>
                <w:lang w:eastAsia="zh-CN"/>
              </w:rPr>
              <w:t>DC_21A-42C_n78A-n257H</w:t>
            </w:r>
          </w:p>
          <w:p w14:paraId="2E0788AE" w14:textId="04DDC824" w:rsidR="00F80484" w:rsidRPr="00E062F1" w:rsidRDefault="00F80484" w:rsidP="00F80484">
            <w:pPr>
              <w:pStyle w:val="TAC"/>
              <w:rPr>
                <w:lang w:eastAsia="zh-CN"/>
              </w:rPr>
            </w:pPr>
            <w:r w:rsidRPr="00E062F1">
              <w:rPr>
                <w:lang w:eastAsia="zh-CN"/>
              </w:rPr>
              <w:t>DC_21A-42C_n78A-n257I</w:t>
            </w:r>
          </w:p>
        </w:tc>
        <w:tc>
          <w:tcPr>
            <w:tcW w:w="3969" w:type="dxa"/>
            <w:tcMar>
              <w:top w:w="28" w:type="dxa"/>
              <w:left w:w="28" w:type="dxa"/>
              <w:bottom w:w="28" w:type="dxa"/>
              <w:right w:w="28" w:type="dxa"/>
            </w:tcMar>
          </w:tcPr>
          <w:p w14:paraId="4B53D04A" w14:textId="77777777" w:rsidR="00F80484" w:rsidRPr="00E062F1" w:rsidRDefault="00F80484" w:rsidP="00F80484">
            <w:pPr>
              <w:pStyle w:val="TAC"/>
              <w:rPr>
                <w:lang w:eastAsia="zh-CN"/>
              </w:rPr>
            </w:pPr>
            <w:r w:rsidRPr="00E062F1">
              <w:rPr>
                <w:lang w:eastAsia="zh-CN"/>
              </w:rPr>
              <w:t>DC_21A_n78A-n257A</w:t>
            </w:r>
          </w:p>
          <w:p w14:paraId="696A7E19" w14:textId="77777777" w:rsidR="00F80484" w:rsidRPr="00E062F1" w:rsidRDefault="00F80484" w:rsidP="00F80484">
            <w:pPr>
              <w:pStyle w:val="TAC"/>
              <w:rPr>
                <w:lang w:eastAsia="zh-CN"/>
              </w:rPr>
            </w:pPr>
            <w:r w:rsidRPr="00E062F1">
              <w:rPr>
                <w:lang w:eastAsia="zh-CN"/>
              </w:rPr>
              <w:t>DC_21A_n78A-n257G</w:t>
            </w:r>
          </w:p>
          <w:p w14:paraId="35746F68" w14:textId="77777777" w:rsidR="00F80484" w:rsidRPr="00E062F1" w:rsidRDefault="00F80484" w:rsidP="00F80484">
            <w:pPr>
              <w:pStyle w:val="TAC"/>
              <w:rPr>
                <w:lang w:eastAsia="zh-CN"/>
              </w:rPr>
            </w:pPr>
            <w:r w:rsidRPr="00E062F1">
              <w:rPr>
                <w:lang w:eastAsia="zh-CN"/>
              </w:rPr>
              <w:t>DC_21A_n78A-n257H</w:t>
            </w:r>
          </w:p>
          <w:p w14:paraId="721353C6" w14:textId="4EE2B8F4" w:rsidR="00F80484" w:rsidRPr="00E062F1" w:rsidRDefault="00F80484" w:rsidP="00F80484">
            <w:pPr>
              <w:pStyle w:val="TAC"/>
              <w:rPr>
                <w:lang w:eastAsia="zh-CN"/>
              </w:rPr>
            </w:pPr>
            <w:r w:rsidRPr="00E062F1">
              <w:rPr>
                <w:lang w:eastAsia="zh-CN"/>
              </w:rPr>
              <w:t>DC_21A_n78A-n257I</w:t>
            </w:r>
          </w:p>
        </w:tc>
      </w:tr>
      <w:tr w:rsidR="00F80484" w:rsidRPr="00E062F1" w14:paraId="670D15ED" w14:textId="77777777" w:rsidTr="006B3BD2">
        <w:trPr>
          <w:trHeight w:val="187"/>
          <w:jc w:val="center"/>
        </w:trPr>
        <w:tc>
          <w:tcPr>
            <w:tcW w:w="3969" w:type="dxa"/>
            <w:shd w:val="clear" w:color="auto" w:fill="auto"/>
            <w:noWrap/>
            <w:tcMar>
              <w:top w:w="28" w:type="dxa"/>
              <w:left w:w="28" w:type="dxa"/>
              <w:bottom w:w="28" w:type="dxa"/>
              <w:right w:w="28" w:type="dxa"/>
            </w:tcMar>
          </w:tcPr>
          <w:p w14:paraId="6ADE501D" w14:textId="77777777" w:rsidR="00F80484" w:rsidRPr="00E062F1" w:rsidRDefault="00F80484" w:rsidP="00F80484">
            <w:pPr>
              <w:pStyle w:val="TAC"/>
              <w:rPr>
                <w:lang w:eastAsia="zh-CN"/>
              </w:rPr>
            </w:pPr>
            <w:r w:rsidRPr="00E062F1">
              <w:rPr>
                <w:lang w:eastAsia="zh-CN"/>
              </w:rPr>
              <w:t>DC_21A-42A_n79A-n257A</w:t>
            </w:r>
          </w:p>
          <w:p w14:paraId="6DB462D1" w14:textId="77777777" w:rsidR="00F80484" w:rsidRPr="00E062F1" w:rsidRDefault="00F80484" w:rsidP="00F80484">
            <w:pPr>
              <w:pStyle w:val="TAC"/>
              <w:rPr>
                <w:lang w:eastAsia="zh-CN"/>
              </w:rPr>
            </w:pPr>
            <w:r w:rsidRPr="00E062F1">
              <w:rPr>
                <w:lang w:eastAsia="zh-CN"/>
              </w:rPr>
              <w:t>DC_21A-42A_n79A-n257G</w:t>
            </w:r>
          </w:p>
          <w:p w14:paraId="3C3FD68D" w14:textId="77777777" w:rsidR="00F80484" w:rsidRPr="00E062F1" w:rsidRDefault="00F80484" w:rsidP="00F80484">
            <w:pPr>
              <w:pStyle w:val="TAC"/>
              <w:rPr>
                <w:lang w:eastAsia="zh-CN"/>
              </w:rPr>
            </w:pPr>
            <w:r w:rsidRPr="00E062F1">
              <w:rPr>
                <w:lang w:eastAsia="zh-CN"/>
              </w:rPr>
              <w:t>DC_21A-42A_n79A-n257H</w:t>
            </w:r>
          </w:p>
          <w:p w14:paraId="7816A4FA" w14:textId="77777777" w:rsidR="00F80484" w:rsidRPr="00E062F1" w:rsidRDefault="00F80484" w:rsidP="00F80484">
            <w:pPr>
              <w:pStyle w:val="TAC"/>
              <w:rPr>
                <w:lang w:eastAsia="zh-CN"/>
              </w:rPr>
            </w:pPr>
            <w:r w:rsidRPr="00E062F1">
              <w:rPr>
                <w:lang w:eastAsia="zh-CN"/>
              </w:rPr>
              <w:t>DC_21A-42A_n79A-n257I</w:t>
            </w:r>
          </w:p>
          <w:p w14:paraId="17C40F25" w14:textId="77777777" w:rsidR="00F80484" w:rsidRPr="00E062F1" w:rsidRDefault="00F80484" w:rsidP="00F80484">
            <w:pPr>
              <w:pStyle w:val="TAC"/>
              <w:rPr>
                <w:lang w:eastAsia="zh-CN"/>
              </w:rPr>
            </w:pPr>
            <w:r w:rsidRPr="00E062F1">
              <w:rPr>
                <w:lang w:eastAsia="zh-CN"/>
              </w:rPr>
              <w:t>DC_21A-42C_n79A-n257A</w:t>
            </w:r>
          </w:p>
          <w:p w14:paraId="5785CFE3" w14:textId="77777777" w:rsidR="00F80484" w:rsidRPr="00E062F1" w:rsidRDefault="00F80484" w:rsidP="00F80484">
            <w:pPr>
              <w:pStyle w:val="TAC"/>
              <w:rPr>
                <w:lang w:eastAsia="zh-CN"/>
              </w:rPr>
            </w:pPr>
            <w:r w:rsidRPr="00E062F1">
              <w:rPr>
                <w:lang w:eastAsia="zh-CN"/>
              </w:rPr>
              <w:t>DC_21A-42C_n79A-n257G</w:t>
            </w:r>
          </w:p>
          <w:p w14:paraId="43852250" w14:textId="77777777" w:rsidR="00F80484" w:rsidRPr="00E062F1" w:rsidRDefault="00F80484" w:rsidP="00F80484">
            <w:pPr>
              <w:pStyle w:val="TAC"/>
              <w:rPr>
                <w:lang w:eastAsia="zh-CN"/>
              </w:rPr>
            </w:pPr>
            <w:r w:rsidRPr="00E062F1">
              <w:rPr>
                <w:lang w:eastAsia="zh-CN"/>
              </w:rPr>
              <w:t>DC_21A-42C_n79A-n257H</w:t>
            </w:r>
          </w:p>
          <w:p w14:paraId="0FD2E505" w14:textId="658231A6" w:rsidR="00F80484" w:rsidRPr="00E062F1" w:rsidRDefault="00F80484" w:rsidP="00F80484">
            <w:pPr>
              <w:pStyle w:val="TAC"/>
              <w:rPr>
                <w:lang w:eastAsia="zh-CN"/>
              </w:rPr>
            </w:pPr>
            <w:r w:rsidRPr="00E062F1">
              <w:rPr>
                <w:lang w:eastAsia="zh-CN"/>
              </w:rPr>
              <w:t>DC_21A-42C_n79A-n257I</w:t>
            </w:r>
          </w:p>
        </w:tc>
        <w:tc>
          <w:tcPr>
            <w:tcW w:w="3969" w:type="dxa"/>
            <w:tcMar>
              <w:top w:w="28" w:type="dxa"/>
              <w:left w:w="28" w:type="dxa"/>
              <w:bottom w:w="28" w:type="dxa"/>
              <w:right w:w="28" w:type="dxa"/>
            </w:tcMar>
          </w:tcPr>
          <w:p w14:paraId="4EB79E4C" w14:textId="77777777" w:rsidR="00F80484" w:rsidRPr="00E062F1" w:rsidRDefault="00F80484" w:rsidP="00F80484">
            <w:pPr>
              <w:pStyle w:val="TAC"/>
              <w:rPr>
                <w:lang w:eastAsia="zh-CN"/>
              </w:rPr>
            </w:pPr>
            <w:r w:rsidRPr="00E062F1">
              <w:rPr>
                <w:lang w:eastAsia="zh-CN"/>
              </w:rPr>
              <w:t>DC_21A_n79A-n257A</w:t>
            </w:r>
          </w:p>
          <w:p w14:paraId="7540A026" w14:textId="77777777" w:rsidR="00F80484" w:rsidRPr="00E062F1" w:rsidRDefault="00F80484" w:rsidP="00F80484">
            <w:pPr>
              <w:pStyle w:val="TAC"/>
              <w:rPr>
                <w:lang w:eastAsia="zh-CN"/>
              </w:rPr>
            </w:pPr>
            <w:r w:rsidRPr="00E062F1">
              <w:rPr>
                <w:lang w:eastAsia="zh-CN"/>
              </w:rPr>
              <w:t>DC_21A_n79A-n257G</w:t>
            </w:r>
          </w:p>
          <w:p w14:paraId="4B4CCA24" w14:textId="77777777" w:rsidR="00F80484" w:rsidRPr="00E062F1" w:rsidRDefault="00F80484" w:rsidP="00F80484">
            <w:pPr>
              <w:pStyle w:val="TAC"/>
              <w:rPr>
                <w:lang w:eastAsia="zh-CN"/>
              </w:rPr>
            </w:pPr>
            <w:r w:rsidRPr="00E062F1">
              <w:rPr>
                <w:lang w:eastAsia="zh-CN"/>
              </w:rPr>
              <w:t>DC_21A_n79A-n257H</w:t>
            </w:r>
          </w:p>
          <w:p w14:paraId="28A89948" w14:textId="5BF39620" w:rsidR="00F80484" w:rsidRPr="00E062F1" w:rsidRDefault="00F80484" w:rsidP="00F80484">
            <w:pPr>
              <w:pStyle w:val="TAC"/>
              <w:rPr>
                <w:lang w:eastAsia="zh-CN"/>
              </w:rPr>
            </w:pPr>
            <w:r w:rsidRPr="00E062F1">
              <w:rPr>
                <w:lang w:eastAsia="zh-CN"/>
              </w:rPr>
              <w:t>DC_21A_n79A-n257I</w:t>
            </w:r>
          </w:p>
        </w:tc>
      </w:tr>
      <w:tr w:rsidR="00F80484" w:rsidRPr="002665C4" w14:paraId="01C17D51" w14:textId="77777777" w:rsidTr="006B3BD2">
        <w:trPr>
          <w:trHeight w:val="187"/>
          <w:jc w:val="center"/>
        </w:trPr>
        <w:tc>
          <w:tcPr>
            <w:tcW w:w="3969" w:type="dxa"/>
            <w:shd w:val="clear" w:color="auto" w:fill="auto"/>
            <w:noWrap/>
            <w:tcMar>
              <w:top w:w="28" w:type="dxa"/>
              <w:left w:w="28" w:type="dxa"/>
              <w:bottom w:w="28" w:type="dxa"/>
              <w:right w:w="28" w:type="dxa"/>
            </w:tcMar>
          </w:tcPr>
          <w:p w14:paraId="693686CF" w14:textId="77777777" w:rsidR="00F80484" w:rsidRPr="00E062F1" w:rsidRDefault="00F80484" w:rsidP="00F80484">
            <w:pPr>
              <w:pStyle w:val="TAC"/>
              <w:rPr>
                <w:rFonts w:eastAsia="Malgun Gothic" w:cs="Arial"/>
                <w:lang w:eastAsia="ko-KR"/>
              </w:rPr>
            </w:pPr>
            <w:r w:rsidRPr="00E062F1">
              <w:rPr>
                <w:rFonts w:cs="Arial"/>
                <w:lang w:eastAsia="zh-CN"/>
              </w:rPr>
              <w:t>DC_28A-41A_n78A</w:t>
            </w:r>
            <w:r w:rsidRPr="00E062F1">
              <w:rPr>
                <w:rFonts w:cs="Arial"/>
                <w:lang w:eastAsia="ja-JP"/>
              </w:rPr>
              <w:t>-</w:t>
            </w:r>
            <w:r w:rsidRPr="00E062F1">
              <w:rPr>
                <w:rFonts w:cs="Arial"/>
                <w:lang w:eastAsia="zh-CN"/>
              </w:rPr>
              <w:t>n257</w:t>
            </w:r>
            <w:r w:rsidRPr="00E062F1">
              <w:rPr>
                <w:rFonts w:eastAsia="Malgun Gothic" w:cs="Arial"/>
                <w:lang w:eastAsia="ko-KR"/>
              </w:rPr>
              <w:t>A</w:t>
            </w:r>
          </w:p>
          <w:p w14:paraId="6BDEAA7C" w14:textId="77777777" w:rsidR="00F80484" w:rsidRPr="00E062F1" w:rsidRDefault="00F80484" w:rsidP="00F80484">
            <w:pPr>
              <w:pStyle w:val="TAC"/>
              <w:rPr>
                <w:rFonts w:eastAsia="Malgun Gothic" w:cs="Arial"/>
                <w:lang w:eastAsia="ko-KR"/>
              </w:rPr>
            </w:pPr>
            <w:r w:rsidRPr="00E062F1">
              <w:rPr>
                <w:rFonts w:cs="Arial"/>
                <w:lang w:eastAsia="zh-CN"/>
              </w:rPr>
              <w:t>DC_28A-41A_n78A</w:t>
            </w:r>
            <w:r w:rsidRPr="00E062F1">
              <w:rPr>
                <w:rFonts w:cs="Arial"/>
                <w:lang w:eastAsia="ja-JP"/>
              </w:rPr>
              <w:t>-</w:t>
            </w:r>
            <w:r w:rsidRPr="00E062F1">
              <w:rPr>
                <w:rFonts w:cs="Arial"/>
                <w:lang w:eastAsia="zh-CN"/>
              </w:rPr>
              <w:t>n257</w:t>
            </w:r>
            <w:r w:rsidRPr="00E062F1">
              <w:rPr>
                <w:rFonts w:eastAsia="Malgun Gothic" w:cs="Arial"/>
                <w:lang w:eastAsia="ko-KR"/>
              </w:rPr>
              <w:t>G</w:t>
            </w:r>
          </w:p>
          <w:p w14:paraId="583F377A" w14:textId="77777777" w:rsidR="00F80484" w:rsidRPr="00E062F1" w:rsidRDefault="00F80484" w:rsidP="00F80484">
            <w:pPr>
              <w:pStyle w:val="TAC"/>
              <w:rPr>
                <w:rFonts w:eastAsia="Malgun Gothic" w:cs="Arial"/>
                <w:lang w:eastAsia="ko-KR"/>
              </w:rPr>
            </w:pPr>
            <w:r w:rsidRPr="00E062F1">
              <w:rPr>
                <w:rFonts w:cs="Arial"/>
                <w:lang w:eastAsia="zh-CN"/>
              </w:rPr>
              <w:t>DC_28A-41A_n78A</w:t>
            </w:r>
            <w:r w:rsidRPr="00E062F1">
              <w:rPr>
                <w:rFonts w:cs="Arial"/>
                <w:lang w:eastAsia="ja-JP"/>
              </w:rPr>
              <w:t>-</w:t>
            </w:r>
            <w:r w:rsidRPr="00E062F1">
              <w:rPr>
                <w:rFonts w:cs="Arial"/>
                <w:lang w:eastAsia="zh-CN"/>
              </w:rPr>
              <w:t>n257</w:t>
            </w:r>
            <w:r w:rsidRPr="00E062F1">
              <w:rPr>
                <w:rFonts w:eastAsia="Malgun Gothic" w:cs="Arial"/>
                <w:lang w:eastAsia="ko-KR"/>
              </w:rPr>
              <w:t>H</w:t>
            </w:r>
          </w:p>
          <w:p w14:paraId="0C403AD6" w14:textId="77777777" w:rsidR="00F80484" w:rsidRPr="00E062F1" w:rsidRDefault="00F80484" w:rsidP="00F80484">
            <w:pPr>
              <w:pStyle w:val="TAC"/>
              <w:rPr>
                <w:rFonts w:eastAsia="Malgun Gothic" w:cs="Arial"/>
                <w:lang w:eastAsia="ko-KR"/>
              </w:rPr>
            </w:pPr>
            <w:r w:rsidRPr="00E062F1">
              <w:rPr>
                <w:rFonts w:cs="Arial"/>
                <w:lang w:eastAsia="zh-CN"/>
              </w:rPr>
              <w:t>DC_28A-41A_n78A</w:t>
            </w:r>
            <w:r w:rsidRPr="00E062F1">
              <w:rPr>
                <w:rFonts w:cs="Arial"/>
                <w:lang w:eastAsia="ja-JP"/>
              </w:rPr>
              <w:t>-</w:t>
            </w:r>
            <w:r w:rsidRPr="00E062F1">
              <w:rPr>
                <w:rFonts w:cs="Arial"/>
                <w:lang w:eastAsia="zh-CN"/>
              </w:rPr>
              <w:t>n257</w:t>
            </w:r>
            <w:r w:rsidRPr="00E062F1">
              <w:rPr>
                <w:rFonts w:eastAsia="Malgun Gothic" w:cs="Arial"/>
                <w:lang w:eastAsia="ko-KR"/>
              </w:rPr>
              <w:t>I</w:t>
            </w:r>
          </w:p>
          <w:p w14:paraId="171DCC5B" w14:textId="77777777" w:rsidR="00F80484" w:rsidRPr="00E062F1" w:rsidRDefault="00F80484" w:rsidP="00F80484">
            <w:pPr>
              <w:pStyle w:val="TAC"/>
              <w:rPr>
                <w:rFonts w:eastAsia="Malgun Gothic" w:cs="Arial"/>
                <w:lang w:eastAsia="ko-KR"/>
              </w:rPr>
            </w:pPr>
            <w:r w:rsidRPr="00E062F1">
              <w:rPr>
                <w:rFonts w:cs="Arial"/>
                <w:lang w:eastAsia="zh-CN"/>
              </w:rPr>
              <w:t>DC_28A-41C_n78A</w:t>
            </w:r>
            <w:r w:rsidRPr="00E062F1">
              <w:rPr>
                <w:rFonts w:cs="Arial"/>
                <w:lang w:eastAsia="ja-JP"/>
              </w:rPr>
              <w:t>-</w:t>
            </w:r>
            <w:r w:rsidRPr="00E062F1">
              <w:rPr>
                <w:rFonts w:cs="Arial"/>
                <w:lang w:eastAsia="zh-CN"/>
              </w:rPr>
              <w:t>n257</w:t>
            </w:r>
            <w:r w:rsidRPr="00E062F1">
              <w:rPr>
                <w:rFonts w:eastAsia="Malgun Gothic" w:cs="Arial"/>
                <w:lang w:eastAsia="ko-KR"/>
              </w:rPr>
              <w:t>A</w:t>
            </w:r>
          </w:p>
          <w:p w14:paraId="6D3583C4" w14:textId="77777777" w:rsidR="00F80484" w:rsidRPr="00E062F1" w:rsidRDefault="00F80484" w:rsidP="00F80484">
            <w:pPr>
              <w:pStyle w:val="TAC"/>
              <w:rPr>
                <w:rFonts w:eastAsia="Malgun Gothic" w:cs="Arial"/>
                <w:lang w:eastAsia="ko-KR"/>
              </w:rPr>
            </w:pPr>
            <w:r w:rsidRPr="00E062F1">
              <w:rPr>
                <w:rFonts w:cs="Arial"/>
                <w:lang w:eastAsia="zh-CN"/>
              </w:rPr>
              <w:t>DC_28A-41C_n78A</w:t>
            </w:r>
            <w:r w:rsidRPr="00E062F1">
              <w:rPr>
                <w:rFonts w:cs="Arial"/>
                <w:lang w:eastAsia="ja-JP"/>
              </w:rPr>
              <w:t>-</w:t>
            </w:r>
            <w:r w:rsidRPr="00E062F1">
              <w:rPr>
                <w:rFonts w:cs="Arial"/>
                <w:lang w:eastAsia="zh-CN"/>
              </w:rPr>
              <w:t>n257</w:t>
            </w:r>
            <w:r w:rsidRPr="00E062F1">
              <w:rPr>
                <w:rFonts w:eastAsia="Malgun Gothic" w:cs="Arial"/>
                <w:lang w:eastAsia="ko-KR"/>
              </w:rPr>
              <w:t>G</w:t>
            </w:r>
          </w:p>
          <w:p w14:paraId="390CE5B2" w14:textId="77777777" w:rsidR="00F80484" w:rsidRPr="00E062F1" w:rsidRDefault="00F80484" w:rsidP="00F80484">
            <w:pPr>
              <w:pStyle w:val="TAC"/>
              <w:rPr>
                <w:rFonts w:eastAsia="Malgun Gothic" w:cs="Arial"/>
                <w:lang w:eastAsia="ko-KR"/>
              </w:rPr>
            </w:pPr>
            <w:r w:rsidRPr="00E062F1">
              <w:rPr>
                <w:rFonts w:cs="Arial"/>
                <w:lang w:eastAsia="zh-CN"/>
              </w:rPr>
              <w:t>DC_28A-41C_n78A</w:t>
            </w:r>
            <w:r w:rsidRPr="00E062F1">
              <w:rPr>
                <w:rFonts w:cs="Arial"/>
                <w:lang w:eastAsia="ja-JP"/>
              </w:rPr>
              <w:t>-</w:t>
            </w:r>
            <w:r w:rsidRPr="00E062F1">
              <w:rPr>
                <w:rFonts w:cs="Arial"/>
                <w:lang w:eastAsia="zh-CN"/>
              </w:rPr>
              <w:t>n257</w:t>
            </w:r>
            <w:r w:rsidRPr="00E062F1">
              <w:rPr>
                <w:rFonts w:eastAsia="Malgun Gothic" w:cs="Arial"/>
                <w:lang w:eastAsia="ko-KR"/>
              </w:rPr>
              <w:t>H</w:t>
            </w:r>
          </w:p>
          <w:p w14:paraId="3ED4C24B" w14:textId="77777777" w:rsidR="00F80484" w:rsidRPr="00E062F1" w:rsidRDefault="00F80484" w:rsidP="00F80484">
            <w:pPr>
              <w:pStyle w:val="TAC"/>
              <w:rPr>
                <w:noProof/>
              </w:rPr>
            </w:pPr>
            <w:r w:rsidRPr="00E062F1">
              <w:rPr>
                <w:rFonts w:cs="Arial"/>
                <w:lang w:eastAsia="zh-CN"/>
              </w:rPr>
              <w:t>DC_28A-41C_n78A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032E8EEB" w14:textId="77777777" w:rsidR="00F80484" w:rsidRPr="00E062F1" w:rsidRDefault="00F80484" w:rsidP="00F80484">
            <w:pPr>
              <w:pStyle w:val="TAC"/>
              <w:rPr>
                <w:rFonts w:cs="Arial"/>
                <w:lang w:eastAsia="zh-CN"/>
              </w:rPr>
            </w:pPr>
            <w:r w:rsidRPr="00E062F1">
              <w:rPr>
                <w:rFonts w:cs="Arial"/>
                <w:lang w:eastAsia="zh-CN"/>
              </w:rPr>
              <w:t>DC_28A_n78A</w:t>
            </w:r>
          </w:p>
          <w:p w14:paraId="2C2D6E6A" w14:textId="77777777" w:rsidR="00F80484" w:rsidRPr="00E062F1" w:rsidRDefault="00F80484" w:rsidP="00F80484">
            <w:pPr>
              <w:pStyle w:val="TAC"/>
              <w:rPr>
                <w:rFonts w:cs="Arial"/>
                <w:lang w:eastAsia="zh-CN"/>
              </w:rPr>
            </w:pPr>
            <w:r w:rsidRPr="00E062F1">
              <w:rPr>
                <w:rFonts w:cs="Arial"/>
                <w:lang w:eastAsia="zh-CN"/>
              </w:rPr>
              <w:t>DC_28A_n257A</w:t>
            </w:r>
          </w:p>
          <w:p w14:paraId="65F1B652" w14:textId="77777777" w:rsidR="00F80484" w:rsidRPr="00E062F1" w:rsidRDefault="00F80484" w:rsidP="00F80484">
            <w:pPr>
              <w:pStyle w:val="TAC"/>
              <w:rPr>
                <w:rFonts w:cs="Arial"/>
                <w:lang w:eastAsia="zh-CN"/>
              </w:rPr>
            </w:pPr>
            <w:r w:rsidRPr="00E062F1">
              <w:rPr>
                <w:rFonts w:cs="Arial"/>
                <w:lang w:eastAsia="zh-CN"/>
              </w:rPr>
              <w:t>DC_28A_n257G</w:t>
            </w:r>
          </w:p>
          <w:p w14:paraId="04EC4228" w14:textId="77777777" w:rsidR="00F80484" w:rsidRPr="00E062F1" w:rsidRDefault="00F80484" w:rsidP="00F80484">
            <w:pPr>
              <w:pStyle w:val="TAC"/>
              <w:rPr>
                <w:rFonts w:cs="Arial"/>
                <w:lang w:eastAsia="zh-CN"/>
              </w:rPr>
            </w:pPr>
            <w:r w:rsidRPr="00E062F1">
              <w:rPr>
                <w:rFonts w:cs="Arial"/>
                <w:lang w:eastAsia="zh-CN"/>
              </w:rPr>
              <w:t>DC_28A_n257H</w:t>
            </w:r>
          </w:p>
          <w:p w14:paraId="76B2AE40" w14:textId="77777777" w:rsidR="00F80484" w:rsidRPr="00E062F1" w:rsidRDefault="00F80484" w:rsidP="00F80484">
            <w:pPr>
              <w:pStyle w:val="TAC"/>
              <w:rPr>
                <w:rFonts w:cs="Arial"/>
                <w:lang w:eastAsia="zh-CN"/>
              </w:rPr>
            </w:pPr>
            <w:r w:rsidRPr="00E062F1">
              <w:rPr>
                <w:rFonts w:cs="Arial"/>
                <w:lang w:eastAsia="zh-CN"/>
              </w:rPr>
              <w:t>DC_28A_n257I</w:t>
            </w:r>
          </w:p>
          <w:p w14:paraId="3FD3D685" w14:textId="77777777" w:rsidR="00F80484" w:rsidRPr="00E062F1" w:rsidRDefault="00F80484" w:rsidP="00F80484">
            <w:pPr>
              <w:pStyle w:val="TAC"/>
              <w:rPr>
                <w:rFonts w:cs="Arial"/>
                <w:lang w:eastAsia="zh-CN"/>
              </w:rPr>
            </w:pPr>
            <w:r w:rsidRPr="00E062F1">
              <w:rPr>
                <w:rFonts w:cs="Arial"/>
                <w:lang w:eastAsia="zh-CN"/>
              </w:rPr>
              <w:t>DC_41A_n78A</w:t>
            </w:r>
          </w:p>
          <w:p w14:paraId="3CD97D2A" w14:textId="77777777" w:rsidR="00F80484" w:rsidRPr="00E062F1" w:rsidRDefault="00F80484" w:rsidP="00F80484">
            <w:pPr>
              <w:pStyle w:val="TAC"/>
              <w:rPr>
                <w:rFonts w:cs="Arial"/>
                <w:lang w:eastAsia="zh-CN"/>
              </w:rPr>
            </w:pPr>
            <w:r w:rsidRPr="00E062F1">
              <w:rPr>
                <w:rFonts w:cs="Arial"/>
                <w:lang w:eastAsia="zh-CN"/>
              </w:rPr>
              <w:t>DC_41A_n257A</w:t>
            </w:r>
          </w:p>
          <w:p w14:paraId="7EA38DB8" w14:textId="77777777" w:rsidR="00F80484" w:rsidRPr="00E062F1" w:rsidRDefault="00F80484" w:rsidP="00F80484">
            <w:pPr>
              <w:pStyle w:val="TAC"/>
              <w:rPr>
                <w:rFonts w:cs="Arial"/>
                <w:lang w:eastAsia="zh-CN"/>
              </w:rPr>
            </w:pPr>
            <w:r w:rsidRPr="00E062F1">
              <w:rPr>
                <w:rFonts w:cs="Arial"/>
                <w:lang w:eastAsia="zh-CN"/>
              </w:rPr>
              <w:t>DC_41A_n257G</w:t>
            </w:r>
          </w:p>
          <w:p w14:paraId="6380C766" w14:textId="77777777" w:rsidR="00F80484" w:rsidRPr="00E062F1" w:rsidRDefault="00F80484" w:rsidP="00F80484">
            <w:pPr>
              <w:pStyle w:val="TAC"/>
              <w:rPr>
                <w:rFonts w:cs="Arial"/>
                <w:lang w:eastAsia="zh-CN"/>
              </w:rPr>
            </w:pPr>
            <w:r w:rsidRPr="00E062F1">
              <w:rPr>
                <w:rFonts w:cs="Arial"/>
                <w:lang w:eastAsia="zh-CN"/>
              </w:rPr>
              <w:t>DC_41A_n257H</w:t>
            </w:r>
          </w:p>
          <w:p w14:paraId="5E6E821F" w14:textId="77777777" w:rsidR="00F80484" w:rsidRPr="00E062F1" w:rsidRDefault="00F80484" w:rsidP="00F80484">
            <w:pPr>
              <w:pStyle w:val="TAC"/>
              <w:rPr>
                <w:rFonts w:cs="Arial"/>
                <w:lang w:eastAsia="zh-CN"/>
              </w:rPr>
            </w:pPr>
            <w:r w:rsidRPr="00E062F1">
              <w:rPr>
                <w:rFonts w:cs="Arial"/>
                <w:lang w:eastAsia="zh-CN"/>
              </w:rPr>
              <w:t>DC_41A_n257I</w:t>
            </w:r>
          </w:p>
          <w:p w14:paraId="5082D8F2" w14:textId="77777777" w:rsidR="00F80484" w:rsidRPr="00E062F1" w:rsidRDefault="00F80484" w:rsidP="00F80484">
            <w:pPr>
              <w:pStyle w:val="TAC"/>
              <w:rPr>
                <w:rFonts w:cs="Arial"/>
                <w:lang w:eastAsia="zh-CN"/>
              </w:rPr>
            </w:pPr>
            <w:r w:rsidRPr="00E062F1">
              <w:rPr>
                <w:rFonts w:cs="Arial"/>
                <w:lang w:eastAsia="zh-CN"/>
              </w:rPr>
              <w:t>DC_41C_n78A</w:t>
            </w:r>
          </w:p>
          <w:p w14:paraId="46C99527" w14:textId="77777777" w:rsidR="00F80484" w:rsidRPr="00E062F1" w:rsidRDefault="00F80484" w:rsidP="00F80484">
            <w:pPr>
              <w:pStyle w:val="TAC"/>
              <w:rPr>
                <w:rFonts w:cs="Arial"/>
                <w:lang w:eastAsia="zh-CN"/>
              </w:rPr>
            </w:pPr>
            <w:r w:rsidRPr="00E062F1">
              <w:rPr>
                <w:rFonts w:cs="Arial"/>
                <w:lang w:eastAsia="zh-CN"/>
              </w:rPr>
              <w:t>DC_41C_n257A</w:t>
            </w:r>
          </w:p>
          <w:p w14:paraId="3E6BDFD2" w14:textId="77777777" w:rsidR="00F80484" w:rsidRPr="00AA54EC" w:rsidRDefault="00F80484" w:rsidP="00F80484">
            <w:pPr>
              <w:pStyle w:val="TAC"/>
              <w:rPr>
                <w:rFonts w:cs="Arial"/>
                <w:lang w:val="sv-FI" w:eastAsia="zh-CN"/>
              </w:rPr>
            </w:pPr>
            <w:r w:rsidRPr="00AA54EC">
              <w:rPr>
                <w:rFonts w:cs="Arial"/>
                <w:lang w:val="sv-FI" w:eastAsia="zh-CN"/>
              </w:rPr>
              <w:t>DC_41C_n257G</w:t>
            </w:r>
          </w:p>
          <w:p w14:paraId="4B764F49" w14:textId="77777777" w:rsidR="00F80484" w:rsidRPr="00AA54EC" w:rsidRDefault="00F80484" w:rsidP="00F80484">
            <w:pPr>
              <w:pStyle w:val="TAC"/>
              <w:rPr>
                <w:rFonts w:cs="Arial"/>
                <w:lang w:val="sv-FI" w:eastAsia="zh-CN"/>
              </w:rPr>
            </w:pPr>
            <w:r w:rsidRPr="00AA54EC">
              <w:rPr>
                <w:rFonts w:cs="Arial"/>
                <w:lang w:val="sv-FI" w:eastAsia="zh-CN"/>
              </w:rPr>
              <w:t>DC_41C_n257H</w:t>
            </w:r>
          </w:p>
          <w:p w14:paraId="14CC6EC0" w14:textId="77777777" w:rsidR="00F80484" w:rsidRPr="00AA54EC" w:rsidRDefault="00F80484" w:rsidP="00F80484">
            <w:pPr>
              <w:pStyle w:val="TAC"/>
              <w:rPr>
                <w:noProof/>
                <w:lang w:val="sv-FI"/>
              </w:rPr>
            </w:pPr>
            <w:r w:rsidRPr="00AA54EC">
              <w:rPr>
                <w:rFonts w:cs="Arial"/>
                <w:lang w:val="sv-FI" w:eastAsia="zh-CN"/>
              </w:rPr>
              <w:t>DC_41C_n257I</w:t>
            </w:r>
          </w:p>
        </w:tc>
      </w:tr>
      <w:tr w:rsidR="00F80484" w:rsidRPr="00E062F1" w14:paraId="10225239" w14:textId="77777777" w:rsidTr="006B3BD2">
        <w:trPr>
          <w:trHeight w:val="187"/>
          <w:jc w:val="center"/>
        </w:trPr>
        <w:tc>
          <w:tcPr>
            <w:tcW w:w="3969" w:type="dxa"/>
            <w:shd w:val="clear" w:color="auto" w:fill="auto"/>
            <w:noWrap/>
            <w:tcMar>
              <w:top w:w="28" w:type="dxa"/>
              <w:left w:w="28" w:type="dxa"/>
              <w:bottom w:w="28" w:type="dxa"/>
              <w:right w:w="28" w:type="dxa"/>
            </w:tcMar>
          </w:tcPr>
          <w:p w14:paraId="76F13D6D" w14:textId="77777777" w:rsidR="00F80484" w:rsidRPr="00E062F1" w:rsidRDefault="00F80484" w:rsidP="00F80484">
            <w:pPr>
              <w:pStyle w:val="TAC"/>
              <w:rPr>
                <w:rFonts w:eastAsia="Malgun Gothic" w:cs="Arial"/>
                <w:lang w:eastAsia="ko-KR"/>
              </w:rPr>
            </w:pPr>
            <w:r w:rsidRPr="00E062F1">
              <w:rPr>
                <w:rFonts w:cs="Arial"/>
                <w:lang w:eastAsia="zh-CN"/>
              </w:rPr>
              <w:lastRenderedPageBreak/>
              <w:t>DC_28A-42A_n78A</w:t>
            </w:r>
            <w:r w:rsidRPr="00E062F1">
              <w:rPr>
                <w:rFonts w:cs="Arial"/>
                <w:lang w:eastAsia="ja-JP"/>
              </w:rPr>
              <w:t>-</w:t>
            </w:r>
            <w:r w:rsidRPr="00E062F1">
              <w:rPr>
                <w:rFonts w:cs="Arial"/>
                <w:lang w:eastAsia="zh-CN"/>
              </w:rPr>
              <w:t>n257</w:t>
            </w:r>
            <w:r w:rsidRPr="00E062F1">
              <w:rPr>
                <w:rFonts w:eastAsia="Malgun Gothic" w:cs="Arial"/>
                <w:lang w:eastAsia="ko-KR"/>
              </w:rPr>
              <w:t>A</w:t>
            </w:r>
          </w:p>
          <w:p w14:paraId="1FCE76DD" w14:textId="77777777" w:rsidR="00F80484" w:rsidRPr="00E062F1" w:rsidRDefault="00F80484" w:rsidP="00F80484">
            <w:pPr>
              <w:pStyle w:val="TAC"/>
              <w:rPr>
                <w:rFonts w:eastAsia="Malgun Gothic" w:cs="Arial"/>
                <w:lang w:eastAsia="ko-KR"/>
              </w:rPr>
            </w:pPr>
            <w:r w:rsidRPr="00E062F1">
              <w:rPr>
                <w:rFonts w:cs="Arial"/>
                <w:lang w:eastAsia="zh-CN"/>
              </w:rPr>
              <w:t>DC_28A-42A_n78A</w:t>
            </w:r>
            <w:r w:rsidRPr="00E062F1">
              <w:rPr>
                <w:rFonts w:cs="Arial"/>
                <w:lang w:eastAsia="ja-JP"/>
              </w:rPr>
              <w:t>-</w:t>
            </w:r>
            <w:r w:rsidRPr="00E062F1">
              <w:rPr>
                <w:rFonts w:cs="Arial"/>
                <w:lang w:eastAsia="zh-CN"/>
              </w:rPr>
              <w:t>n257</w:t>
            </w:r>
            <w:r w:rsidRPr="00E062F1">
              <w:rPr>
                <w:rFonts w:eastAsia="Malgun Gothic" w:cs="Arial"/>
                <w:lang w:eastAsia="ko-KR"/>
              </w:rPr>
              <w:t>G</w:t>
            </w:r>
          </w:p>
          <w:p w14:paraId="4EB2B4DB" w14:textId="77777777" w:rsidR="00F80484" w:rsidRPr="00E062F1" w:rsidRDefault="00F80484" w:rsidP="00F80484">
            <w:pPr>
              <w:pStyle w:val="TAC"/>
              <w:rPr>
                <w:rFonts w:eastAsia="Malgun Gothic" w:cs="Arial"/>
                <w:lang w:eastAsia="ko-KR"/>
              </w:rPr>
            </w:pPr>
            <w:r w:rsidRPr="00E062F1">
              <w:rPr>
                <w:rFonts w:cs="Arial"/>
                <w:lang w:eastAsia="zh-CN"/>
              </w:rPr>
              <w:t>DC_28A-42A_n78A</w:t>
            </w:r>
            <w:r w:rsidRPr="00E062F1">
              <w:rPr>
                <w:rFonts w:cs="Arial"/>
                <w:lang w:eastAsia="ja-JP"/>
              </w:rPr>
              <w:t>-</w:t>
            </w:r>
            <w:r w:rsidRPr="00E062F1">
              <w:rPr>
                <w:rFonts w:cs="Arial"/>
                <w:lang w:eastAsia="zh-CN"/>
              </w:rPr>
              <w:t>n257</w:t>
            </w:r>
            <w:r w:rsidRPr="00E062F1">
              <w:rPr>
                <w:rFonts w:eastAsia="Malgun Gothic" w:cs="Arial"/>
                <w:lang w:eastAsia="ko-KR"/>
              </w:rPr>
              <w:t>H</w:t>
            </w:r>
          </w:p>
          <w:p w14:paraId="38D114B8" w14:textId="77777777" w:rsidR="00F80484" w:rsidRPr="00E062F1" w:rsidRDefault="00F80484" w:rsidP="00F80484">
            <w:pPr>
              <w:pStyle w:val="TAC"/>
              <w:rPr>
                <w:rFonts w:eastAsia="Malgun Gothic" w:cs="Arial"/>
                <w:lang w:eastAsia="ko-KR"/>
              </w:rPr>
            </w:pPr>
            <w:r w:rsidRPr="00E062F1">
              <w:rPr>
                <w:rFonts w:cs="Arial"/>
                <w:lang w:eastAsia="zh-CN"/>
              </w:rPr>
              <w:t>DC_28A-42A_n78A</w:t>
            </w:r>
            <w:r w:rsidRPr="00E062F1">
              <w:rPr>
                <w:rFonts w:cs="Arial"/>
                <w:lang w:eastAsia="ja-JP"/>
              </w:rPr>
              <w:t>-</w:t>
            </w:r>
            <w:r w:rsidRPr="00E062F1">
              <w:rPr>
                <w:rFonts w:cs="Arial"/>
                <w:lang w:eastAsia="zh-CN"/>
              </w:rPr>
              <w:t>n257</w:t>
            </w:r>
            <w:r w:rsidRPr="00E062F1">
              <w:rPr>
                <w:rFonts w:eastAsia="Malgun Gothic" w:cs="Arial"/>
                <w:lang w:eastAsia="ko-KR"/>
              </w:rPr>
              <w:t>I</w:t>
            </w:r>
          </w:p>
          <w:p w14:paraId="4814A48B" w14:textId="77777777" w:rsidR="00F80484" w:rsidRPr="00E062F1" w:rsidRDefault="00F80484" w:rsidP="00F80484">
            <w:pPr>
              <w:pStyle w:val="TAC"/>
              <w:rPr>
                <w:rFonts w:eastAsia="Malgun Gothic" w:cs="Arial"/>
                <w:lang w:eastAsia="ko-KR"/>
              </w:rPr>
            </w:pPr>
            <w:r w:rsidRPr="00E062F1">
              <w:rPr>
                <w:rFonts w:cs="Arial"/>
                <w:lang w:eastAsia="zh-CN"/>
              </w:rPr>
              <w:t>DC_28A-42C_n78A</w:t>
            </w:r>
            <w:r w:rsidRPr="00E062F1">
              <w:rPr>
                <w:rFonts w:cs="Arial"/>
                <w:lang w:eastAsia="ja-JP"/>
              </w:rPr>
              <w:t>-</w:t>
            </w:r>
            <w:r w:rsidRPr="00E062F1">
              <w:rPr>
                <w:rFonts w:cs="Arial"/>
                <w:lang w:eastAsia="zh-CN"/>
              </w:rPr>
              <w:t>n257</w:t>
            </w:r>
            <w:r w:rsidRPr="00E062F1">
              <w:rPr>
                <w:rFonts w:eastAsia="Malgun Gothic" w:cs="Arial"/>
                <w:lang w:eastAsia="ko-KR"/>
              </w:rPr>
              <w:t>A</w:t>
            </w:r>
          </w:p>
          <w:p w14:paraId="5AF95032" w14:textId="77777777" w:rsidR="00F80484" w:rsidRPr="00E062F1" w:rsidRDefault="00F80484" w:rsidP="00F80484">
            <w:pPr>
              <w:pStyle w:val="TAC"/>
              <w:rPr>
                <w:rFonts w:eastAsia="Malgun Gothic" w:cs="Arial"/>
                <w:lang w:eastAsia="ko-KR"/>
              </w:rPr>
            </w:pPr>
            <w:r w:rsidRPr="00E062F1">
              <w:rPr>
                <w:rFonts w:cs="Arial"/>
                <w:lang w:eastAsia="zh-CN"/>
              </w:rPr>
              <w:t>DC_28A-42C_n78A</w:t>
            </w:r>
            <w:r w:rsidRPr="00E062F1">
              <w:rPr>
                <w:rFonts w:cs="Arial"/>
                <w:lang w:eastAsia="ja-JP"/>
              </w:rPr>
              <w:t>-</w:t>
            </w:r>
            <w:r w:rsidRPr="00E062F1">
              <w:rPr>
                <w:rFonts w:cs="Arial"/>
                <w:lang w:eastAsia="zh-CN"/>
              </w:rPr>
              <w:t>n257</w:t>
            </w:r>
            <w:r w:rsidRPr="00E062F1">
              <w:rPr>
                <w:rFonts w:eastAsia="Malgun Gothic" w:cs="Arial"/>
                <w:lang w:eastAsia="ko-KR"/>
              </w:rPr>
              <w:t>G</w:t>
            </w:r>
          </w:p>
          <w:p w14:paraId="298676FE" w14:textId="77777777" w:rsidR="00F80484" w:rsidRPr="00E062F1" w:rsidRDefault="00F80484" w:rsidP="00F80484">
            <w:pPr>
              <w:pStyle w:val="TAC"/>
              <w:rPr>
                <w:rFonts w:eastAsia="Malgun Gothic" w:cs="Arial"/>
                <w:lang w:eastAsia="ko-KR"/>
              </w:rPr>
            </w:pPr>
            <w:r w:rsidRPr="00E062F1">
              <w:rPr>
                <w:rFonts w:cs="Arial"/>
                <w:lang w:eastAsia="zh-CN"/>
              </w:rPr>
              <w:t>DC_28A-42C_n78A</w:t>
            </w:r>
            <w:r w:rsidRPr="00E062F1">
              <w:rPr>
                <w:rFonts w:cs="Arial"/>
                <w:lang w:eastAsia="ja-JP"/>
              </w:rPr>
              <w:t>-</w:t>
            </w:r>
            <w:r w:rsidRPr="00E062F1">
              <w:rPr>
                <w:rFonts w:cs="Arial"/>
                <w:lang w:eastAsia="zh-CN"/>
              </w:rPr>
              <w:t>n257</w:t>
            </w:r>
            <w:r w:rsidRPr="00E062F1">
              <w:rPr>
                <w:rFonts w:eastAsia="Malgun Gothic" w:cs="Arial"/>
                <w:lang w:eastAsia="ko-KR"/>
              </w:rPr>
              <w:t>H</w:t>
            </w:r>
          </w:p>
          <w:p w14:paraId="268FA62C" w14:textId="77777777" w:rsidR="00F80484" w:rsidRPr="00E062F1" w:rsidRDefault="00F80484" w:rsidP="00F80484">
            <w:pPr>
              <w:pStyle w:val="TAC"/>
              <w:rPr>
                <w:noProof/>
              </w:rPr>
            </w:pPr>
            <w:r w:rsidRPr="00E062F1">
              <w:rPr>
                <w:rFonts w:cs="Arial"/>
                <w:lang w:eastAsia="zh-CN"/>
              </w:rPr>
              <w:t>DC_28A-42C_n78A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6FE6ACCA" w14:textId="77777777" w:rsidR="00F80484" w:rsidRPr="00E062F1" w:rsidRDefault="00F80484" w:rsidP="00F80484">
            <w:pPr>
              <w:pStyle w:val="TAC"/>
              <w:rPr>
                <w:rFonts w:cs="Arial"/>
                <w:lang w:eastAsia="zh-CN"/>
              </w:rPr>
            </w:pPr>
            <w:r w:rsidRPr="00E062F1">
              <w:rPr>
                <w:rFonts w:cs="Arial"/>
                <w:lang w:eastAsia="zh-CN"/>
              </w:rPr>
              <w:t>DC_28A_n78A</w:t>
            </w:r>
          </w:p>
          <w:p w14:paraId="7F7FB42B" w14:textId="77777777" w:rsidR="00F80484" w:rsidRPr="00E062F1" w:rsidRDefault="00F80484" w:rsidP="00F80484">
            <w:pPr>
              <w:pStyle w:val="TAC"/>
              <w:rPr>
                <w:rFonts w:cs="Arial"/>
                <w:lang w:eastAsia="zh-CN"/>
              </w:rPr>
            </w:pPr>
            <w:r w:rsidRPr="00E062F1">
              <w:rPr>
                <w:rFonts w:cs="Arial"/>
                <w:lang w:eastAsia="zh-CN"/>
              </w:rPr>
              <w:t>DC_28A_n257A</w:t>
            </w:r>
          </w:p>
          <w:p w14:paraId="612FE050" w14:textId="77777777" w:rsidR="00F80484" w:rsidRPr="00E062F1" w:rsidRDefault="00F80484" w:rsidP="00F80484">
            <w:pPr>
              <w:pStyle w:val="TAC"/>
              <w:rPr>
                <w:rFonts w:cs="Arial"/>
                <w:lang w:eastAsia="zh-CN"/>
              </w:rPr>
            </w:pPr>
            <w:r w:rsidRPr="00E062F1">
              <w:rPr>
                <w:rFonts w:cs="Arial"/>
                <w:lang w:eastAsia="zh-CN"/>
              </w:rPr>
              <w:t>DC_28A_n257G</w:t>
            </w:r>
          </w:p>
          <w:p w14:paraId="04BD3F4C" w14:textId="77777777" w:rsidR="00F80484" w:rsidRPr="00E062F1" w:rsidRDefault="00F80484" w:rsidP="00F80484">
            <w:pPr>
              <w:pStyle w:val="TAC"/>
              <w:rPr>
                <w:rFonts w:cs="Arial"/>
                <w:lang w:eastAsia="zh-CN"/>
              </w:rPr>
            </w:pPr>
            <w:r w:rsidRPr="00E062F1">
              <w:rPr>
                <w:rFonts w:cs="Arial"/>
                <w:lang w:eastAsia="zh-CN"/>
              </w:rPr>
              <w:t>DC_28A_n257H</w:t>
            </w:r>
          </w:p>
          <w:p w14:paraId="6B31FF1A" w14:textId="77777777" w:rsidR="00F80484" w:rsidRPr="00E062F1" w:rsidRDefault="00F80484" w:rsidP="00F80484">
            <w:pPr>
              <w:pStyle w:val="TAC"/>
              <w:rPr>
                <w:rFonts w:cs="Arial"/>
                <w:lang w:eastAsia="zh-CN"/>
              </w:rPr>
            </w:pPr>
            <w:r w:rsidRPr="00E062F1">
              <w:rPr>
                <w:rFonts w:cs="Arial"/>
                <w:lang w:eastAsia="zh-CN"/>
              </w:rPr>
              <w:t>DC_28A_n257I</w:t>
            </w:r>
          </w:p>
          <w:p w14:paraId="781486FF" w14:textId="77777777" w:rsidR="00F80484" w:rsidRPr="00E062F1" w:rsidRDefault="00F80484" w:rsidP="00F80484">
            <w:pPr>
              <w:pStyle w:val="TAC"/>
              <w:rPr>
                <w:rFonts w:cs="Arial"/>
                <w:lang w:eastAsia="zh-CN"/>
              </w:rPr>
            </w:pPr>
            <w:r w:rsidRPr="00E062F1">
              <w:rPr>
                <w:rFonts w:cs="Arial"/>
                <w:lang w:eastAsia="zh-CN"/>
              </w:rPr>
              <w:t>DC_42A_n257A</w:t>
            </w:r>
          </w:p>
          <w:p w14:paraId="468BDCE6" w14:textId="77777777" w:rsidR="00F80484" w:rsidRPr="00E062F1" w:rsidRDefault="00F80484" w:rsidP="00F80484">
            <w:pPr>
              <w:pStyle w:val="TAC"/>
              <w:rPr>
                <w:rFonts w:cs="Arial"/>
                <w:lang w:eastAsia="zh-CN"/>
              </w:rPr>
            </w:pPr>
            <w:r w:rsidRPr="00E062F1">
              <w:rPr>
                <w:rFonts w:cs="Arial"/>
                <w:lang w:eastAsia="zh-CN"/>
              </w:rPr>
              <w:t>DC_42A_n257G</w:t>
            </w:r>
          </w:p>
          <w:p w14:paraId="7EA62B8F" w14:textId="77777777" w:rsidR="00F80484" w:rsidRPr="00E062F1" w:rsidRDefault="00F80484" w:rsidP="00F80484">
            <w:pPr>
              <w:pStyle w:val="TAC"/>
              <w:rPr>
                <w:rFonts w:cs="Arial"/>
                <w:lang w:eastAsia="zh-CN"/>
              </w:rPr>
            </w:pPr>
            <w:r w:rsidRPr="00E062F1">
              <w:rPr>
                <w:rFonts w:cs="Arial"/>
                <w:lang w:eastAsia="zh-CN"/>
              </w:rPr>
              <w:t>DC_42A_n257H</w:t>
            </w:r>
          </w:p>
          <w:p w14:paraId="47E1FC25" w14:textId="77777777" w:rsidR="00F80484" w:rsidRPr="00E062F1" w:rsidRDefault="00F80484" w:rsidP="00F80484">
            <w:pPr>
              <w:pStyle w:val="TAC"/>
              <w:rPr>
                <w:rFonts w:cs="Arial"/>
                <w:lang w:eastAsia="zh-CN"/>
              </w:rPr>
            </w:pPr>
            <w:r w:rsidRPr="00E062F1">
              <w:rPr>
                <w:rFonts w:cs="Arial"/>
                <w:lang w:eastAsia="zh-CN"/>
              </w:rPr>
              <w:t>DC_42A_n257I</w:t>
            </w:r>
          </w:p>
          <w:p w14:paraId="4392E032" w14:textId="77777777" w:rsidR="00F80484" w:rsidRPr="00E062F1" w:rsidRDefault="00F80484" w:rsidP="00F80484">
            <w:pPr>
              <w:pStyle w:val="TAC"/>
              <w:rPr>
                <w:rFonts w:cs="Arial"/>
                <w:lang w:eastAsia="zh-CN"/>
              </w:rPr>
            </w:pPr>
            <w:r w:rsidRPr="00E062F1">
              <w:rPr>
                <w:rFonts w:cs="Arial"/>
                <w:lang w:eastAsia="zh-CN"/>
              </w:rPr>
              <w:t>DC_42C_n257A</w:t>
            </w:r>
          </w:p>
          <w:p w14:paraId="74AFC650" w14:textId="77777777" w:rsidR="00F80484" w:rsidRPr="00E062F1" w:rsidRDefault="00F80484" w:rsidP="00F80484">
            <w:pPr>
              <w:pStyle w:val="TAC"/>
              <w:rPr>
                <w:rFonts w:cs="Arial"/>
                <w:lang w:eastAsia="zh-CN"/>
              </w:rPr>
            </w:pPr>
            <w:r w:rsidRPr="00E062F1">
              <w:rPr>
                <w:rFonts w:cs="Arial"/>
                <w:lang w:eastAsia="zh-CN"/>
              </w:rPr>
              <w:t>DC_42C_n257G</w:t>
            </w:r>
          </w:p>
          <w:p w14:paraId="1657D756" w14:textId="77777777" w:rsidR="00F80484" w:rsidRPr="00E062F1" w:rsidRDefault="00F80484" w:rsidP="00F80484">
            <w:pPr>
              <w:pStyle w:val="TAC"/>
              <w:rPr>
                <w:rFonts w:cs="Arial"/>
                <w:lang w:eastAsia="zh-CN"/>
              </w:rPr>
            </w:pPr>
            <w:r w:rsidRPr="00E062F1">
              <w:rPr>
                <w:rFonts w:cs="Arial"/>
                <w:lang w:eastAsia="zh-CN"/>
              </w:rPr>
              <w:t>DC_42C_n257H</w:t>
            </w:r>
          </w:p>
          <w:p w14:paraId="42ECC3DA" w14:textId="77777777" w:rsidR="00F80484" w:rsidRPr="00E062F1" w:rsidRDefault="00F80484" w:rsidP="00F80484">
            <w:pPr>
              <w:pStyle w:val="TAC"/>
              <w:rPr>
                <w:noProof/>
              </w:rPr>
            </w:pPr>
            <w:r w:rsidRPr="00E062F1">
              <w:rPr>
                <w:rFonts w:cs="Arial"/>
                <w:lang w:eastAsia="zh-CN"/>
              </w:rPr>
              <w:t>DC_42C_n257I</w:t>
            </w:r>
          </w:p>
        </w:tc>
      </w:tr>
      <w:tr w:rsidR="00F80484" w:rsidRPr="002665C4" w14:paraId="62E2A0C8" w14:textId="77777777" w:rsidTr="006B3BD2">
        <w:trPr>
          <w:trHeight w:val="187"/>
          <w:jc w:val="center"/>
        </w:trPr>
        <w:tc>
          <w:tcPr>
            <w:tcW w:w="3969" w:type="dxa"/>
            <w:shd w:val="clear" w:color="auto" w:fill="auto"/>
            <w:noWrap/>
            <w:tcMar>
              <w:top w:w="28" w:type="dxa"/>
              <w:left w:w="28" w:type="dxa"/>
              <w:bottom w:w="28" w:type="dxa"/>
              <w:right w:w="28" w:type="dxa"/>
            </w:tcMar>
          </w:tcPr>
          <w:p w14:paraId="2EABE55A" w14:textId="77777777" w:rsidR="00F80484" w:rsidRPr="00E062F1" w:rsidRDefault="00F80484" w:rsidP="00F80484">
            <w:pPr>
              <w:pStyle w:val="TAC"/>
              <w:rPr>
                <w:rFonts w:eastAsia="Malgun Gothic" w:cs="Arial"/>
                <w:lang w:eastAsia="ko-KR"/>
              </w:rPr>
            </w:pPr>
            <w:r w:rsidRPr="00E062F1">
              <w:rPr>
                <w:rFonts w:cs="Arial"/>
                <w:lang w:eastAsia="zh-CN"/>
              </w:rPr>
              <w:t>DC_41A-42A_n77A</w:t>
            </w:r>
            <w:r w:rsidRPr="00E062F1">
              <w:rPr>
                <w:rFonts w:cs="Arial"/>
                <w:lang w:eastAsia="ja-JP"/>
              </w:rPr>
              <w:t>-</w:t>
            </w:r>
            <w:r w:rsidRPr="00E062F1">
              <w:rPr>
                <w:rFonts w:cs="Arial"/>
                <w:lang w:eastAsia="zh-CN"/>
              </w:rPr>
              <w:t>n257</w:t>
            </w:r>
            <w:r w:rsidRPr="00E062F1">
              <w:rPr>
                <w:rFonts w:eastAsia="Malgun Gothic" w:cs="Arial"/>
                <w:lang w:eastAsia="ko-KR"/>
              </w:rPr>
              <w:t>A</w:t>
            </w:r>
          </w:p>
          <w:p w14:paraId="138A897C" w14:textId="77777777" w:rsidR="00F80484" w:rsidRPr="00E062F1" w:rsidRDefault="00F80484" w:rsidP="00F80484">
            <w:pPr>
              <w:pStyle w:val="TAC"/>
              <w:rPr>
                <w:rFonts w:eastAsia="Malgun Gothic" w:cs="Arial"/>
                <w:lang w:eastAsia="ko-KR"/>
              </w:rPr>
            </w:pPr>
            <w:r w:rsidRPr="00E062F1">
              <w:rPr>
                <w:rFonts w:cs="Arial"/>
                <w:lang w:eastAsia="zh-CN"/>
              </w:rPr>
              <w:t>DC_41A-42A_n77A</w:t>
            </w:r>
            <w:r w:rsidRPr="00E062F1">
              <w:rPr>
                <w:rFonts w:cs="Arial"/>
                <w:lang w:eastAsia="ja-JP"/>
              </w:rPr>
              <w:t>-</w:t>
            </w:r>
            <w:r w:rsidRPr="00E062F1">
              <w:rPr>
                <w:rFonts w:cs="Arial"/>
                <w:lang w:eastAsia="zh-CN"/>
              </w:rPr>
              <w:t>n257</w:t>
            </w:r>
            <w:r w:rsidRPr="00E062F1">
              <w:rPr>
                <w:rFonts w:eastAsia="Malgun Gothic" w:cs="Arial"/>
                <w:lang w:eastAsia="ko-KR"/>
              </w:rPr>
              <w:t>G</w:t>
            </w:r>
          </w:p>
          <w:p w14:paraId="44C92114" w14:textId="77777777" w:rsidR="00F80484" w:rsidRPr="00E062F1" w:rsidRDefault="00F80484" w:rsidP="00F80484">
            <w:pPr>
              <w:pStyle w:val="TAC"/>
              <w:rPr>
                <w:rFonts w:eastAsia="Malgun Gothic" w:cs="Arial"/>
                <w:lang w:eastAsia="ko-KR"/>
              </w:rPr>
            </w:pPr>
            <w:r w:rsidRPr="00E062F1">
              <w:rPr>
                <w:rFonts w:cs="Arial"/>
                <w:lang w:eastAsia="zh-CN"/>
              </w:rPr>
              <w:t>DC_41A-42A_n77A</w:t>
            </w:r>
            <w:r w:rsidRPr="00E062F1">
              <w:rPr>
                <w:rFonts w:cs="Arial"/>
                <w:lang w:eastAsia="ja-JP"/>
              </w:rPr>
              <w:t>-</w:t>
            </w:r>
            <w:r w:rsidRPr="00E062F1">
              <w:rPr>
                <w:rFonts w:cs="Arial"/>
                <w:lang w:eastAsia="zh-CN"/>
              </w:rPr>
              <w:t>n257</w:t>
            </w:r>
            <w:r w:rsidRPr="00E062F1">
              <w:rPr>
                <w:rFonts w:eastAsia="Malgun Gothic" w:cs="Arial"/>
                <w:lang w:eastAsia="ko-KR"/>
              </w:rPr>
              <w:t>H</w:t>
            </w:r>
          </w:p>
          <w:p w14:paraId="7306DD98" w14:textId="77777777" w:rsidR="00F80484" w:rsidRPr="00E062F1" w:rsidRDefault="00F80484" w:rsidP="00F80484">
            <w:pPr>
              <w:pStyle w:val="TAC"/>
              <w:rPr>
                <w:rFonts w:eastAsia="Malgun Gothic" w:cs="Arial"/>
                <w:lang w:eastAsia="ko-KR"/>
              </w:rPr>
            </w:pPr>
            <w:r w:rsidRPr="00E062F1">
              <w:rPr>
                <w:rFonts w:cs="Arial"/>
                <w:lang w:eastAsia="zh-CN"/>
              </w:rPr>
              <w:t>DC_41A-42A_n77A</w:t>
            </w:r>
            <w:r w:rsidRPr="00E062F1">
              <w:rPr>
                <w:rFonts w:cs="Arial"/>
                <w:lang w:eastAsia="ja-JP"/>
              </w:rPr>
              <w:t>-</w:t>
            </w:r>
            <w:r w:rsidRPr="00E062F1">
              <w:rPr>
                <w:rFonts w:cs="Arial"/>
                <w:lang w:eastAsia="zh-CN"/>
              </w:rPr>
              <w:t>n257</w:t>
            </w:r>
            <w:r w:rsidRPr="00E062F1">
              <w:rPr>
                <w:rFonts w:eastAsia="Malgun Gothic" w:cs="Arial"/>
                <w:lang w:eastAsia="ko-KR"/>
              </w:rPr>
              <w:t>I</w:t>
            </w:r>
          </w:p>
          <w:p w14:paraId="69700E8C" w14:textId="77777777" w:rsidR="00F80484" w:rsidRPr="00E062F1" w:rsidRDefault="00F80484" w:rsidP="00F80484">
            <w:pPr>
              <w:pStyle w:val="TAC"/>
              <w:rPr>
                <w:rFonts w:eastAsia="Malgun Gothic" w:cs="Arial"/>
                <w:lang w:eastAsia="ko-KR"/>
              </w:rPr>
            </w:pPr>
            <w:r w:rsidRPr="00E062F1">
              <w:rPr>
                <w:rFonts w:cs="Arial"/>
                <w:lang w:eastAsia="zh-CN"/>
              </w:rPr>
              <w:t>DC_41A-42C_n77A</w:t>
            </w:r>
            <w:r w:rsidRPr="00E062F1">
              <w:rPr>
                <w:rFonts w:cs="Arial"/>
                <w:lang w:eastAsia="ja-JP"/>
              </w:rPr>
              <w:t>-</w:t>
            </w:r>
            <w:r w:rsidRPr="00E062F1">
              <w:rPr>
                <w:rFonts w:cs="Arial"/>
                <w:lang w:eastAsia="zh-CN"/>
              </w:rPr>
              <w:t>n257</w:t>
            </w:r>
            <w:r w:rsidRPr="00E062F1">
              <w:rPr>
                <w:rFonts w:eastAsia="Malgun Gothic" w:cs="Arial"/>
                <w:lang w:eastAsia="ko-KR"/>
              </w:rPr>
              <w:t>A</w:t>
            </w:r>
          </w:p>
          <w:p w14:paraId="0AEAF44B" w14:textId="77777777" w:rsidR="00F80484" w:rsidRPr="00E062F1" w:rsidRDefault="00F80484" w:rsidP="00F80484">
            <w:pPr>
              <w:pStyle w:val="TAC"/>
              <w:rPr>
                <w:rFonts w:eastAsia="Malgun Gothic" w:cs="Arial"/>
                <w:lang w:eastAsia="ko-KR"/>
              </w:rPr>
            </w:pPr>
            <w:r w:rsidRPr="00E062F1">
              <w:rPr>
                <w:rFonts w:cs="Arial"/>
                <w:lang w:eastAsia="zh-CN"/>
              </w:rPr>
              <w:t>DC_41A-42C_n77A</w:t>
            </w:r>
            <w:r w:rsidRPr="00E062F1">
              <w:rPr>
                <w:rFonts w:cs="Arial"/>
                <w:lang w:eastAsia="ja-JP"/>
              </w:rPr>
              <w:t>-</w:t>
            </w:r>
            <w:r w:rsidRPr="00E062F1">
              <w:rPr>
                <w:rFonts w:cs="Arial"/>
                <w:lang w:eastAsia="zh-CN"/>
              </w:rPr>
              <w:t>n257</w:t>
            </w:r>
            <w:r w:rsidRPr="00E062F1">
              <w:rPr>
                <w:rFonts w:eastAsia="Malgun Gothic" w:cs="Arial"/>
                <w:lang w:eastAsia="ko-KR"/>
              </w:rPr>
              <w:t>G</w:t>
            </w:r>
          </w:p>
          <w:p w14:paraId="72AA9625" w14:textId="77777777" w:rsidR="00F80484" w:rsidRPr="00E062F1" w:rsidRDefault="00F80484" w:rsidP="00F80484">
            <w:pPr>
              <w:pStyle w:val="TAC"/>
              <w:rPr>
                <w:rFonts w:eastAsia="Malgun Gothic" w:cs="Arial"/>
                <w:lang w:eastAsia="ko-KR"/>
              </w:rPr>
            </w:pPr>
            <w:r w:rsidRPr="00E062F1">
              <w:rPr>
                <w:rFonts w:cs="Arial"/>
                <w:lang w:eastAsia="zh-CN"/>
              </w:rPr>
              <w:t>DC_41A-42C_n77A</w:t>
            </w:r>
            <w:r w:rsidRPr="00E062F1">
              <w:rPr>
                <w:rFonts w:cs="Arial"/>
                <w:lang w:eastAsia="ja-JP"/>
              </w:rPr>
              <w:t>-</w:t>
            </w:r>
            <w:r w:rsidRPr="00E062F1">
              <w:rPr>
                <w:rFonts w:cs="Arial"/>
                <w:lang w:eastAsia="zh-CN"/>
              </w:rPr>
              <w:t>n257</w:t>
            </w:r>
            <w:r w:rsidRPr="00E062F1">
              <w:rPr>
                <w:rFonts w:eastAsia="Malgun Gothic" w:cs="Arial"/>
                <w:lang w:eastAsia="ko-KR"/>
              </w:rPr>
              <w:t>H</w:t>
            </w:r>
          </w:p>
          <w:p w14:paraId="154EEC6D" w14:textId="77777777" w:rsidR="00F80484" w:rsidRPr="00E062F1" w:rsidRDefault="00F80484" w:rsidP="00F80484">
            <w:pPr>
              <w:pStyle w:val="TAC"/>
              <w:rPr>
                <w:rFonts w:eastAsia="Malgun Gothic" w:cs="Arial"/>
                <w:lang w:eastAsia="ko-KR"/>
              </w:rPr>
            </w:pPr>
            <w:r w:rsidRPr="00E062F1">
              <w:rPr>
                <w:rFonts w:cs="Arial"/>
                <w:lang w:eastAsia="zh-CN"/>
              </w:rPr>
              <w:t>DC_41A-42C_n77A</w:t>
            </w:r>
            <w:r w:rsidRPr="00E062F1">
              <w:rPr>
                <w:rFonts w:cs="Arial"/>
                <w:lang w:eastAsia="ja-JP"/>
              </w:rPr>
              <w:t>-</w:t>
            </w:r>
            <w:r w:rsidRPr="00E062F1">
              <w:rPr>
                <w:rFonts w:cs="Arial"/>
                <w:lang w:eastAsia="zh-CN"/>
              </w:rPr>
              <w:t>n257</w:t>
            </w:r>
            <w:r w:rsidRPr="00E062F1">
              <w:rPr>
                <w:rFonts w:eastAsia="Malgun Gothic" w:cs="Arial"/>
                <w:lang w:eastAsia="ko-KR"/>
              </w:rPr>
              <w:t>I</w:t>
            </w:r>
          </w:p>
          <w:p w14:paraId="0FD0C321" w14:textId="77777777" w:rsidR="00F80484" w:rsidRPr="00E062F1" w:rsidRDefault="00F80484" w:rsidP="00F80484">
            <w:pPr>
              <w:pStyle w:val="TAC"/>
              <w:rPr>
                <w:rFonts w:eastAsia="Malgun Gothic" w:cs="Arial"/>
                <w:lang w:eastAsia="ko-KR"/>
              </w:rPr>
            </w:pPr>
            <w:r w:rsidRPr="00E062F1">
              <w:rPr>
                <w:rFonts w:cs="Arial"/>
                <w:lang w:eastAsia="zh-CN"/>
              </w:rPr>
              <w:t>DC_41C-42A_n77A</w:t>
            </w:r>
            <w:r w:rsidRPr="00E062F1">
              <w:rPr>
                <w:rFonts w:cs="Arial"/>
                <w:lang w:eastAsia="ja-JP"/>
              </w:rPr>
              <w:t>-</w:t>
            </w:r>
            <w:r w:rsidRPr="00E062F1">
              <w:rPr>
                <w:rFonts w:cs="Arial"/>
                <w:lang w:eastAsia="zh-CN"/>
              </w:rPr>
              <w:t>n257</w:t>
            </w:r>
            <w:r w:rsidRPr="00E062F1">
              <w:rPr>
                <w:rFonts w:eastAsia="Malgun Gothic" w:cs="Arial"/>
                <w:lang w:eastAsia="ko-KR"/>
              </w:rPr>
              <w:t>A</w:t>
            </w:r>
          </w:p>
          <w:p w14:paraId="56DA7EF0" w14:textId="77777777" w:rsidR="00F80484" w:rsidRPr="00E062F1" w:rsidRDefault="00F80484" w:rsidP="00F80484">
            <w:pPr>
              <w:pStyle w:val="TAC"/>
              <w:rPr>
                <w:rFonts w:eastAsia="Malgun Gothic" w:cs="Arial"/>
                <w:lang w:eastAsia="ko-KR"/>
              </w:rPr>
            </w:pPr>
            <w:r w:rsidRPr="00E062F1">
              <w:rPr>
                <w:rFonts w:cs="Arial"/>
                <w:lang w:eastAsia="zh-CN"/>
              </w:rPr>
              <w:t>DC_41C-42A_n77A</w:t>
            </w:r>
            <w:r w:rsidRPr="00E062F1">
              <w:rPr>
                <w:rFonts w:cs="Arial"/>
                <w:lang w:eastAsia="ja-JP"/>
              </w:rPr>
              <w:t>-</w:t>
            </w:r>
            <w:r w:rsidRPr="00E062F1">
              <w:rPr>
                <w:rFonts w:cs="Arial"/>
                <w:lang w:eastAsia="zh-CN"/>
              </w:rPr>
              <w:t>n257</w:t>
            </w:r>
            <w:r w:rsidRPr="00E062F1">
              <w:rPr>
                <w:rFonts w:eastAsia="Malgun Gothic" w:cs="Arial"/>
                <w:lang w:eastAsia="ko-KR"/>
              </w:rPr>
              <w:t>G</w:t>
            </w:r>
          </w:p>
          <w:p w14:paraId="17448EA3" w14:textId="77777777" w:rsidR="00F80484" w:rsidRPr="00E062F1" w:rsidRDefault="00F80484" w:rsidP="00F80484">
            <w:pPr>
              <w:pStyle w:val="TAC"/>
              <w:rPr>
                <w:rFonts w:eastAsia="Malgun Gothic" w:cs="Arial"/>
                <w:lang w:eastAsia="ko-KR"/>
              </w:rPr>
            </w:pPr>
            <w:r w:rsidRPr="00E062F1">
              <w:rPr>
                <w:rFonts w:cs="Arial"/>
                <w:lang w:eastAsia="zh-CN"/>
              </w:rPr>
              <w:t>DC_41C-42A_n77A</w:t>
            </w:r>
            <w:r w:rsidRPr="00E062F1">
              <w:rPr>
                <w:rFonts w:cs="Arial"/>
                <w:lang w:eastAsia="ja-JP"/>
              </w:rPr>
              <w:t>-</w:t>
            </w:r>
            <w:r w:rsidRPr="00E062F1">
              <w:rPr>
                <w:rFonts w:cs="Arial"/>
                <w:lang w:eastAsia="zh-CN"/>
              </w:rPr>
              <w:t>n257</w:t>
            </w:r>
            <w:r w:rsidRPr="00E062F1">
              <w:rPr>
                <w:rFonts w:eastAsia="Malgun Gothic" w:cs="Arial"/>
                <w:lang w:eastAsia="ko-KR"/>
              </w:rPr>
              <w:t>H</w:t>
            </w:r>
          </w:p>
          <w:p w14:paraId="3C20C7B3" w14:textId="77777777" w:rsidR="00F80484" w:rsidRPr="00E062F1" w:rsidRDefault="00F80484" w:rsidP="00F80484">
            <w:pPr>
              <w:pStyle w:val="TAC"/>
              <w:rPr>
                <w:rFonts w:eastAsia="Malgun Gothic" w:cs="Arial"/>
                <w:lang w:eastAsia="ko-KR"/>
              </w:rPr>
            </w:pPr>
            <w:r w:rsidRPr="00E062F1">
              <w:rPr>
                <w:rFonts w:cs="Arial"/>
                <w:lang w:eastAsia="zh-CN"/>
              </w:rPr>
              <w:t>DC_41C-42A_n77A</w:t>
            </w:r>
            <w:r w:rsidRPr="00E062F1">
              <w:rPr>
                <w:rFonts w:cs="Arial"/>
                <w:lang w:eastAsia="ja-JP"/>
              </w:rPr>
              <w:t>-</w:t>
            </w:r>
            <w:r w:rsidRPr="00E062F1">
              <w:rPr>
                <w:rFonts w:cs="Arial"/>
                <w:lang w:eastAsia="zh-CN"/>
              </w:rPr>
              <w:t>n257</w:t>
            </w:r>
            <w:r w:rsidRPr="00E062F1">
              <w:rPr>
                <w:rFonts w:eastAsia="Malgun Gothic" w:cs="Arial"/>
                <w:lang w:eastAsia="ko-KR"/>
              </w:rPr>
              <w:t>I</w:t>
            </w:r>
          </w:p>
          <w:p w14:paraId="5099F89D" w14:textId="77777777" w:rsidR="00F80484" w:rsidRPr="00E062F1" w:rsidRDefault="00F80484" w:rsidP="00F80484">
            <w:pPr>
              <w:pStyle w:val="TAC"/>
              <w:rPr>
                <w:rFonts w:eastAsia="Malgun Gothic" w:cs="Arial"/>
                <w:lang w:eastAsia="ko-KR"/>
              </w:rPr>
            </w:pPr>
            <w:r w:rsidRPr="00E062F1">
              <w:rPr>
                <w:rFonts w:cs="Arial"/>
                <w:lang w:eastAsia="zh-CN"/>
              </w:rPr>
              <w:t>DC_41C-42C_n77A</w:t>
            </w:r>
            <w:r w:rsidRPr="00E062F1">
              <w:rPr>
                <w:rFonts w:cs="Arial"/>
                <w:lang w:eastAsia="ja-JP"/>
              </w:rPr>
              <w:t>-</w:t>
            </w:r>
            <w:r w:rsidRPr="00E062F1">
              <w:rPr>
                <w:rFonts w:cs="Arial"/>
                <w:lang w:eastAsia="zh-CN"/>
              </w:rPr>
              <w:t>n257</w:t>
            </w:r>
            <w:r w:rsidRPr="00E062F1">
              <w:rPr>
                <w:rFonts w:eastAsia="Malgun Gothic" w:cs="Arial"/>
                <w:lang w:eastAsia="ko-KR"/>
              </w:rPr>
              <w:t>A</w:t>
            </w:r>
          </w:p>
          <w:p w14:paraId="3DE39007" w14:textId="77777777" w:rsidR="00F80484" w:rsidRPr="00E062F1" w:rsidRDefault="00F80484" w:rsidP="00F80484">
            <w:pPr>
              <w:pStyle w:val="TAC"/>
              <w:rPr>
                <w:rFonts w:eastAsia="Malgun Gothic" w:cs="Arial"/>
                <w:lang w:eastAsia="ko-KR"/>
              </w:rPr>
            </w:pPr>
            <w:r w:rsidRPr="00E062F1">
              <w:rPr>
                <w:rFonts w:cs="Arial"/>
                <w:lang w:eastAsia="zh-CN"/>
              </w:rPr>
              <w:t>DC_41C-42C_n77A</w:t>
            </w:r>
            <w:r w:rsidRPr="00E062F1">
              <w:rPr>
                <w:rFonts w:cs="Arial"/>
                <w:lang w:eastAsia="ja-JP"/>
              </w:rPr>
              <w:t>-</w:t>
            </w:r>
            <w:r w:rsidRPr="00E062F1">
              <w:rPr>
                <w:rFonts w:cs="Arial"/>
                <w:lang w:eastAsia="zh-CN"/>
              </w:rPr>
              <w:t>n257</w:t>
            </w:r>
            <w:r w:rsidRPr="00E062F1">
              <w:rPr>
                <w:rFonts w:eastAsia="Malgun Gothic" w:cs="Arial"/>
                <w:lang w:eastAsia="ko-KR"/>
              </w:rPr>
              <w:t>G</w:t>
            </w:r>
          </w:p>
          <w:p w14:paraId="5E193315" w14:textId="77777777" w:rsidR="00F80484" w:rsidRPr="00E062F1" w:rsidRDefault="00F80484" w:rsidP="00F80484">
            <w:pPr>
              <w:pStyle w:val="TAC"/>
              <w:rPr>
                <w:rFonts w:eastAsia="Malgun Gothic" w:cs="Arial"/>
                <w:lang w:eastAsia="ko-KR"/>
              </w:rPr>
            </w:pPr>
            <w:r w:rsidRPr="00E062F1">
              <w:rPr>
                <w:rFonts w:cs="Arial"/>
                <w:lang w:eastAsia="zh-CN"/>
              </w:rPr>
              <w:t>DC_41C-42C_n77A</w:t>
            </w:r>
            <w:r w:rsidRPr="00E062F1">
              <w:rPr>
                <w:rFonts w:cs="Arial"/>
                <w:lang w:eastAsia="ja-JP"/>
              </w:rPr>
              <w:t>-</w:t>
            </w:r>
            <w:r w:rsidRPr="00E062F1">
              <w:rPr>
                <w:rFonts w:cs="Arial"/>
                <w:lang w:eastAsia="zh-CN"/>
              </w:rPr>
              <w:t>n257</w:t>
            </w:r>
            <w:r w:rsidRPr="00E062F1">
              <w:rPr>
                <w:rFonts w:eastAsia="Malgun Gothic" w:cs="Arial"/>
                <w:lang w:eastAsia="ko-KR"/>
              </w:rPr>
              <w:t>H</w:t>
            </w:r>
          </w:p>
          <w:p w14:paraId="3173A22C" w14:textId="07C9A4F8" w:rsidR="00F80484" w:rsidRPr="00E062F1" w:rsidRDefault="00F80484" w:rsidP="00F80484">
            <w:pPr>
              <w:pStyle w:val="TAC"/>
              <w:rPr>
                <w:rFonts w:cs="Arial"/>
                <w:lang w:eastAsia="zh-CN"/>
              </w:rPr>
            </w:pPr>
            <w:r w:rsidRPr="00E062F1">
              <w:rPr>
                <w:rFonts w:cs="Arial"/>
                <w:lang w:eastAsia="zh-CN"/>
              </w:rPr>
              <w:t>DC_41C-42C_n77A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5DCA66A1" w14:textId="77777777" w:rsidR="00F80484" w:rsidRPr="00E062F1" w:rsidRDefault="00F80484" w:rsidP="00F80484">
            <w:pPr>
              <w:pStyle w:val="TAC"/>
              <w:rPr>
                <w:rFonts w:cs="Arial"/>
                <w:lang w:eastAsia="zh-CN"/>
              </w:rPr>
            </w:pPr>
            <w:r w:rsidRPr="00E062F1">
              <w:rPr>
                <w:rFonts w:cs="Arial"/>
                <w:lang w:eastAsia="zh-CN"/>
              </w:rPr>
              <w:t>DC_41A_n77A</w:t>
            </w:r>
          </w:p>
          <w:p w14:paraId="38D01298" w14:textId="77777777" w:rsidR="00F80484" w:rsidRPr="00E062F1" w:rsidRDefault="00F80484" w:rsidP="00F80484">
            <w:pPr>
              <w:pStyle w:val="TAC"/>
              <w:rPr>
                <w:rFonts w:cs="Arial"/>
                <w:lang w:eastAsia="zh-CN"/>
              </w:rPr>
            </w:pPr>
            <w:r w:rsidRPr="00E062F1">
              <w:rPr>
                <w:rFonts w:cs="Arial"/>
                <w:lang w:eastAsia="zh-CN"/>
              </w:rPr>
              <w:t>DC_41A_n257A</w:t>
            </w:r>
          </w:p>
          <w:p w14:paraId="21661E79" w14:textId="77777777" w:rsidR="00F80484" w:rsidRPr="00E062F1" w:rsidRDefault="00F80484" w:rsidP="00F80484">
            <w:pPr>
              <w:pStyle w:val="TAC"/>
              <w:rPr>
                <w:rFonts w:cs="Arial"/>
                <w:lang w:eastAsia="zh-CN"/>
              </w:rPr>
            </w:pPr>
            <w:r w:rsidRPr="00E062F1">
              <w:rPr>
                <w:rFonts w:cs="Arial"/>
                <w:lang w:eastAsia="zh-CN"/>
              </w:rPr>
              <w:t>DC_41A_n257G</w:t>
            </w:r>
          </w:p>
          <w:p w14:paraId="65ABC5D9" w14:textId="77777777" w:rsidR="00F80484" w:rsidRPr="00E062F1" w:rsidRDefault="00F80484" w:rsidP="00F80484">
            <w:pPr>
              <w:pStyle w:val="TAC"/>
              <w:rPr>
                <w:rFonts w:cs="Arial"/>
                <w:lang w:eastAsia="zh-CN"/>
              </w:rPr>
            </w:pPr>
            <w:r w:rsidRPr="00E062F1">
              <w:rPr>
                <w:rFonts w:cs="Arial"/>
                <w:lang w:eastAsia="zh-CN"/>
              </w:rPr>
              <w:t>DC_41A_n257H</w:t>
            </w:r>
          </w:p>
          <w:p w14:paraId="09D1F106" w14:textId="77777777" w:rsidR="00F80484" w:rsidRPr="00E062F1" w:rsidRDefault="00F80484" w:rsidP="00F80484">
            <w:pPr>
              <w:pStyle w:val="TAC"/>
              <w:rPr>
                <w:rFonts w:cs="Arial"/>
                <w:lang w:eastAsia="zh-CN"/>
              </w:rPr>
            </w:pPr>
            <w:r w:rsidRPr="00E062F1">
              <w:rPr>
                <w:rFonts w:cs="Arial"/>
                <w:lang w:eastAsia="zh-CN"/>
              </w:rPr>
              <w:t>DC_41A_n257I</w:t>
            </w:r>
          </w:p>
          <w:p w14:paraId="561828D4" w14:textId="77777777" w:rsidR="00F80484" w:rsidRPr="00E062F1" w:rsidRDefault="00F80484" w:rsidP="00F80484">
            <w:pPr>
              <w:pStyle w:val="TAC"/>
              <w:rPr>
                <w:rFonts w:cs="Arial"/>
                <w:lang w:eastAsia="zh-CN"/>
              </w:rPr>
            </w:pPr>
            <w:r w:rsidRPr="00E062F1">
              <w:rPr>
                <w:rFonts w:cs="Arial"/>
                <w:lang w:eastAsia="zh-CN"/>
              </w:rPr>
              <w:t>DC_41C_n77A</w:t>
            </w:r>
          </w:p>
          <w:p w14:paraId="77E328F3" w14:textId="77777777" w:rsidR="00F80484" w:rsidRPr="00E062F1" w:rsidRDefault="00F80484" w:rsidP="00F80484">
            <w:pPr>
              <w:pStyle w:val="TAC"/>
              <w:rPr>
                <w:rFonts w:cs="Arial"/>
                <w:lang w:eastAsia="zh-CN"/>
              </w:rPr>
            </w:pPr>
            <w:r w:rsidRPr="00E062F1">
              <w:rPr>
                <w:rFonts w:cs="Arial"/>
                <w:lang w:eastAsia="zh-CN"/>
              </w:rPr>
              <w:t>DC_41C_n257A</w:t>
            </w:r>
          </w:p>
          <w:p w14:paraId="60A6ED9C" w14:textId="77777777" w:rsidR="00F80484" w:rsidRPr="00E062F1" w:rsidRDefault="00F80484" w:rsidP="00F80484">
            <w:pPr>
              <w:pStyle w:val="TAC"/>
              <w:rPr>
                <w:rFonts w:cs="Arial"/>
                <w:lang w:eastAsia="zh-CN"/>
              </w:rPr>
            </w:pPr>
            <w:r w:rsidRPr="00E062F1">
              <w:rPr>
                <w:rFonts w:cs="Arial"/>
                <w:lang w:eastAsia="zh-CN"/>
              </w:rPr>
              <w:t>DC_41C_n257G</w:t>
            </w:r>
          </w:p>
          <w:p w14:paraId="7EF652E8" w14:textId="77777777" w:rsidR="00F80484" w:rsidRPr="00E062F1" w:rsidRDefault="00F80484" w:rsidP="00F80484">
            <w:pPr>
              <w:pStyle w:val="TAC"/>
              <w:rPr>
                <w:rFonts w:cs="Arial"/>
                <w:lang w:eastAsia="zh-CN"/>
              </w:rPr>
            </w:pPr>
            <w:r w:rsidRPr="00E062F1">
              <w:rPr>
                <w:rFonts w:cs="Arial"/>
                <w:lang w:eastAsia="zh-CN"/>
              </w:rPr>
              <w:t>DC_41C_n257H</w:t>
            </w:r>
          </w:p>
          <w:p w14:paraId="4AD79B4C" w14:textId="77777777" w:rsidR="00F80484" w:rsidRPr="00E062F1" w:rsidRDefault="00F80484" w:rsidP="00F80484">
            <w:pPr>
              <w:pStyle w:val="TAC"/>
              <w:rPr>
                <w:rFonts w:cs="Arial"/>
                <w:lang w:eastAsia="zh-CN"/>
              </w:rPr>
            </w:pPr>
            <w:r w:rsidRPr="00E062F1">
              <w:rPr>
                <w:rFonts w:cs="Arial"/>
                <w:lang w:eastAsia="zh-CN"/>
              </w:rPr>
              <w:t>DC_41C_n257I</w:t>
            </w:r>
          </w:p>
          <w:p w14:paraId="4C6D86C1" w14:textId="77777777" w:rsidR="00F80484" w:rsidRPr="00E062F1" w:rsidRDefault="00F80484" w:rsidP="00F80484">
            <w:pPr>
              <w:pStyle w:val="TAC"/>
              <w:rPr>
                <w:rFonts w:cs="Arial"/>
                <w:lang w:eastAsia="zh-CN"/>
              </w:rPr>
            </w:pPr>
            <w:r w:rsidRPr="00E062F1">
              <w:rPr>
                <w:rFonts w:cs="Arial"/>
                <w:lang w:eastAsia="zh-CN"/>
              </w:rPr>
              <w:t>DC_42A_n257A</w:t>
            </w:r>
          </w:p>
          <w:p w14:paraId="20D77348" w14:textId="77777777" w:rsidR="00F80484" w:rsidRPr="00E062F1" w:rsidRDefault="00F80484" w:rsidP="00F80484">
            <w:pPr>
              <w:pStyle w:val="TAC"/>
              <w:rPr>
                <w:rFonts w:cs="Arial"/>
                <w:lang w:eastAsia="zh-CN"/>
              </w:rPr>
            </w:pPr>
            <w:r w:rsidRPr="00E062F1">
              <w:rPr>
                <w:rFonts w:cs="Arial"/>
                <w:lang w:eastAsia="zh-CN"/>
              </w:rPr>
              <w:t>DC_42A_n257G</w:t>
            </w:r>
          </w:p>
          <w:p w14:paraId="046E4A7B" w14:textId="77777777" w:rsidR="00F80484" w:rsidRPr="00E062F1" w:rsidRDefault="00F80484" w:rsidP="00F80484">
            <w:pPr>
              <w:pStyle w:val="TAC"/>
              <w:rPr>
                <w:rFonts w:cs="Arial"/>
                <w:lang w:eastAsia="zh-CN"/>
              </w:rPr>
            </w:pPr>
            <w:r w:rsidRPr="00E062F1">
              <w:rPr>
                <w:rFonts w:cs="Arial"/>
                <w:lang w:eastAsia="zh-CN"/>
              </w:rPr>
              <w:t>DC_42A_n257H</w:t>
            </w:r>
          </w:p>
          <w:p w14:paraId="162C0270" w14:textId="77777777" w:rsidR="00F80484" w:rsidRPr="00E062F1" w:rsidRDefault="00F80484" w:rsidP="00F80484">
            <w:pPr>
              <w:pStyle w:val="TAC"/>
              <w:rPr>
                <w:rFonts w:cs="Arial"/>
                <w:lang w:eastAsia="zh-CN"/>
              </w:rPr>
            </w:pPr>
            <w:r w:rsidRPr="00E062F1">
              <w:rPr>
                <w:rFonts w:cs="Arial"/>
                <w:lang w:eastAsia="zh-CN"/>
              </w:rPr>
              <w:t>DC_42A_n257I</w:t>
            </w:r>
          </w:p>
          <w:p w14:paraId="31664D8B" w14:textId="77777777" w:rsidR="00F80484" w:rsidRPr="00E062F1" w:rsidRDefault="00F80484" w:rsidP="00F80484">
            <w:pPr>
              <w:pStyle w:val="TAC"/>
              <w:rPr>
                <w:rFonts w:cs="Arial"/>
                <w:lang w:eastAsia="zh-CN"/>
              </w:rPr>
            </w:pPr>
            <w:r w:rsidRPr="00E062F1">
              <w:rPr>
                <w:rFonts w:cs="Arial"/>
                <w:lang w:eastAsia="zh-CN"/>
              </w:rPr>
              <w:t>DC_42C_n257A</w:t>
            </w:r>
          </w:p>
          <w:p w14:paraId="3CB99295" w14:textId="77777777" w:rsidR="00F80484" w:rsidRPr="00AA54EC" w:rsidRDefault="00F80484" w:rsidP="00F80484">
            <w:pPr>
              <w:pStyle w:val="TAC"/>
              <w:rPr>
                <w:rFonts w:cs="Arial"/>
                <w:lang w:val="sv-FI" w:eastAsia="zh-CN"/>
              </w:rPr>
            </w:pPr>
            <w:r w:rsidRPr="00AA54EC">
              <w:rPr>
                <w:rFonts w:cs="Arial"/>
                <w:lang w:val="sv-FI" w:eastAsia="zh-CN"/>
              </w:rPr>
              <w:t>DC_42C_n257G</w:t>
            </w:r>
          </w:p>
          <w:p w14:paraId="363923BD" w14:textId="77777777" w:rsidR="00F80484" w:rsidRPr="00AA54EC" w:rsidRDefault="00F80484" w:rsidP="00F80484">
            <w:pPr>
              <w:pStyle w:val="TAC"/>
              <w:rPr>
                <w:rFonts w:cs="Arial"/>
                <w:lang w:val="sv-FI" w:eastAsia="zh-CN"/>
              </w:rPr>
            </w:pPr>
            <w:r w:rsidRPr="00AA54EC">
              <w:rPr>
                <w:rFonts w:cs="Arial"/>
                <w:lang w:val="sv-FI" w:eastAsia="zh-CN"/>
              </w:rPr>
              <w:t>DC_42C_n257H</w:t>
            </w:r>
          </w:p>
          <w:p w14:paraId="3C2141B5" w14:textId="491CD9AF" w:rsidR="00F80484" w:rsidRPr="00AA54EC" w:rsidRDefault="00F80484" w:rsidP="00F80484">
            <w:pPr>
              <w:pStyle w:val="TAC"/>
              <w:rPr>
                <w:rFonts w:cs="Arial"/>
                <w:lang w:val="sv-FI" w:eastAsia="zh-CN"/>
              </w:rPr>
            </w:pPr>
            <w:r w:rsidRPr="00AA54EC">
              <w:rPr>
                <w:rFonts w:cs="Arial"/>
                <w:lang w:val="sv-FI" w:eastAsia="zh-CN"/>
              </w:rPr>
              <w:t>DC_42C_n257I</w:t>
            </w:r>
          </w:p>
        </w:tc>
      </w:tr>
      <w:tr w:rsidR="00F80484" w:rsidRPr="002665C4" w14:paraId="1C6213BB" w14:textId="77777777" w:rsidTr="006B3BD2">
        <w:trPr>
          <w:trHeight w:val="187"/>
          <w:jc w:val="center"/>
        </w:trPr>
        <w:tc>
          <w:tcPr>
            <w:tcW w:w="3969" w:type="dxa"/>
            <w:shd w:val="clear" w:color="auto" w:fill="auto"/>
            <w:noWrap/>
            <w:tcMar>
              <w:top w:w="28" w:type="dxa"/>
              <w:left w:w="28" w:type="dxa"/>
              <w:bottom w:w="28" w:type="dxa"/>
              <w:right w:w="28" w:type="dxa"/>
            </w:tcMar>
          </w:tcPr>
          <w:p w14:paraId="0FB907E3" w14:textId="77777777" w:rsidR="00F80484" w:rsidRPr="00E062F1" w:rsidRDefault="00F80484" w:rsidP="00F80484">
            <w:pPr>
              <w:pStyle w:val="TAC"/>
              <w:rPr>
                <w:rFonts w:eastAsia="Malgun Gothic" w:cs="Arial"/>
                <w:lang w:eastAsia="ko-KR"/>
              </w:rPr>
            </w:pPr>
            <w:r w:rsidRPr="00E062F1">
              <w:rPr>
                <w:rFonts w:cs="Arial"/>
                <w:lang w:eastAsia="zh-CN"/>
              </w:rPr>
              <w:t>DC_41A-42A_n78A</w:t>
            </w:r>
            <w:r w:rsidRPr="00E062F1">
              <w:rPr>
                <w:rFonts w:cs="Arial"/>
                <w:lang w:eastAsia="ja-JP"/>
              </w:rPr>
              <w:t>-</w:t>
            </w:r>
            <w:r w:rsidRPr="00E062F1">
              <w:rPr>
                <w:rFonts w:cs="Arial"/>
                <w:lang w:eastAsia="zh-CN"/>
              </w:rPr>
              <w:t>n257</w:t>
            </w:r>
            <w:r w:rsidRPr="00E062F1">
              <w:rPr>
                <w:rFonts w:eastAsia="Malgun Gothic" w:cs="Arial"/>
                <w:lang w:eastAsia="ko-KR"/>
              </w:rPr>
              <w:t>A</w:t>
            </w:r>
          </w:p>
          <w:p w14:paraId="48704543" w14:textId="77777777" w:rsidR="00F80484" w:rsidRPr="00E062F1" w:rsidRDefault="00F80484" w:rsidP="00F80484">
            <w:pPr>
              <w:pStyle w:val="TAC"/>
              <w:rPr>
                <w:rFonts w:eastAsia="Malgun Gothic" w:cs="Arial"/>
                <w:lang w:eastAsia="ko-KR"/>
              </w:rPr>
            </w:pPr>
            <w:r w:rsidRPr="00E062F1">
              <w:rPr>
                <w:rFonts w:cs="Arial"/>
                <w:lang w:eastAsia="zh-CN"/>
              </w:rPr>
              <w:t>DC_41A-42A_n78A</w:t>
            </w:r>
            <w:r w:rsidRPr="00E062F1">
              <w:rPr>
                <w:rFonts w:cs="Arial"/>
                <w:lang w:eastAsia="ja-JP"/>
              </w:rPr>
              <w:t>-</w:t>
            </w:r>
            <w:r w:rsidRPr="00E062F1">
              <w:rPr>
                <w:rFonts w:cs="Arial"/>
                <w:lang w:eastAsia="zh-CN"/>
              </w:rPr>
              <w:t>n257</w:t>
            </w:r>
            <w:r w:rsidRPr="00E062F1">
              <w:rPr>
                <w:rFonts w:eastAsia="Malgun Gothic" w:cs="Arial"/>
                <w:lang w:eastAsia="ko-KR"/>
              </w:rPr>
              <w:t>G</w:t>
            </w:r>
          </w:p>
          <w:p w14:paraId="161E0537" w14:textId="77777777" w:rsidR="00F80484" w:rsidRPr="00E062F1" w:rsidRDefault="00F80484" w:rsidP="00F80484">
            <w:pPr>
              <w:pStyle w:val="TAC"/>
              <w:rPr>
                <w:rFonts w:eastAsia="Malgun Gothic" w:cs="Arial"/>
                <w:lang w:eastAsia="ko-KR"/>
              </w:rPr>
            </w:pPr>
            <w:r w:rsidRPr="00E062F1">
              <w:rPr>
                <w:rFonts w:cs="Arial"/>
                <w:lang w:eastAsia="zh-CN"/>
              </w:rPr>
              <w:t>DC_41A-42A_n78A</w:t>
            </w:r>
            <w:r w:rsidRPr="00E062F1">
              <w:rPr>
                <w:rFonts w:cs="Arial"/>
                <w:lang w:eastAsia="ja-JP"/>
              </w:rPr>
              <w:t>-</w:t>
            </w:r>
            <w:r w:rsidRPr="00E062F1">
              <w:rPr>
                <w:rFonts w:cs="Arial"/>
                <w:lang w:eastAsia="zh-CN"/>
              </w:rPr>
              <w:t>n257</w:t>
            </w:r>
            <w:r w:rsidRPr="00E062F1">
              <w:rPr>
                <w:rFonts w:eastAsia="Malgun Gothic" w:cs="Arial"/>
                <w:lang w:eastAsia="ko-KR"/>
              </w:rPr>
              <w:t>H</w:t>
            </w:r>
          </w:p>
          <w:p w14:paraId="18BADBB6" w14:textId="77777777" w:rsidR="00F80484" w:rsidRPr="00E062F1" w:rsidRDefault="00F80484" w:rsidP="00F80484">
            <w:pPr>
              <w:pStyle w:val="TAC"/>
              <w:rPr>
                <w:rFonts w:eastAsia="Malgun Gothic" w:cs="Arial"/>
                <w:lang w:eastAsia="ko-KR"/>
              </w:rPr>
            </w:pPr>
            <w:r w:rsidRPr="00E062F1">
              <w:rPr>
                <w:rFonts w:cs="Arial"/>
                <w:lang w:eastAsia="zh-CN"/>
              </w:rPr>
              <w:t>DC_41A-42A_n78A</w:t>
            </w:r>
            <w:r w:rsidRPr="00E062F1">
              <w:rPr>
                <w:rFonts w:cs="Arial"/>
                <w:lang w:eastAsia="ja-JP"/>
              </w:rPr>
              <w:t>-</w:t>
            </w:r>
            <w:r w:rsidRPr="00E062F1">
              <w:rPr>
                <w:rFonts w:cs="Arial"/>
                <w:lang w:eastAsia="zh-CN"/>
              </w:rPr>
              <w:t>n257</w:t>
            </w:r>
            <w:r w:rsidRPr="00E062F1">
              <w:rPr>
                <w:rFonts w:eastAsia="Malgun Gothic" w:cs="Arial"/>
                <w:lang w:eastAsia="ko-KR"/>
              </w:rPr>
              <w:t>I</w:t>
            </w:r>
          </w:p>
          <w:p w14:paraId="538B8898" w14:textId="77777777" w:rsidR="00F80484" w:rsidRPr="00E062F1" w:rsidRDefault="00F80484" w:rsidP="00F80484">
            <w:pPr>
              <w:pStyle w:val="TAC"/>
              <w:rPr>
                <w:rFonts w:eastAsia="Malgun Gothic" w:cs="Arial"/>
                <w:lang w:eastAsia="ko-KR"/>
              </w:rPr>
            </w:pPr>
            <w:r w:rsidRPr="00E062F1">
              <w:rPr>
                <w:rFonts w:cs="Arial"/>
                <w:lang w:eastAsia="zh-CN"/>
              </w:rPr>
              <w:t>DC_41A-42C_n78A</w:t>
            </w:r>
            <w:r w:rsidRPr="00E062F1">
              <w:rPr>
                <w:rFonts w:cs="Arial"/>
                <w:lang w:eastAsia="ja-JP"/>
              </w:rPr>
              <w:t>-</w:t>
            </w:r>
            <w:r w:rsidRPr="00E062F1">
              <w:rPr>
                <w:rFonts w:cs="Arial"/>
                <w:lang w:eastAsia="zh-CN"/>
              </w:rPr>
              <w:t>n257</w:t>
            </w:r>
            <w:r w:rsidRPr="00E062F1">
              <w:rPr>
                <w:rFonts w:eastAsia="Malgun Gothic" w:cs="Arial"/>
                <w:lang w:eastAsia="ko-KR"/>
              </w:rPr>
              <w:t>A</w:t>
            </w:r>
          </w:p>
          <w:p w14:paraId="2B0400E4" w14:textId="77777777" w:rsidR="00F80484" w:rsidRPr="00E062F1" w:rsidRDefault="00F80484" w:rsidP="00F80484">
            <w:pPr>
              <w:pStyle w:val="TAC"/>
              <w:rPr>
                <w:rFonts w:eastAsia="Malgun Gothic" w:cs="Arial"/>
                <w:lang w:eastAsia="ko-KR"/>
              </w:rPr>
            </w:pPr>
            <w:r w:rsidRPr="00E062F1">
              <w:rPr>
                <w:rFonts w:cs="Arial"/>
                <w:lang w:eastAsia="zh-CN"/>
              </w:rPr>
              <w:t>DC_41A-42C_n78A</w:t>
            </w:r>
            <w:r w:rsidRPr="00E062F1">
              <w:rPr>
                <w:rFonts w:cs="Arial"/>
                <w:lang w:eastAsia="ja-JP"/>
              </w:rPr>
              <w:t>-</w:t>
            </w:r>
            <w:r w:rsidRPr="00E062F1">
              <w:rPr>
                <w:rFonts w:cs="Arial"/>
                <w:lang w:eastAsia="zh-CN"/>
              </w:rPr>
              <w:t>n257</w:t>
            </w:r>
            <w:r w:rsidRPr="00E062F1">
              <w:rPr>
                <w:rFonts w:eastAsia="Malgun Gothic" w:cs="Arial"/>
                <w:lang w:eastAsia="ko-KR"/>
              </w:rPr>
              <w:t>G</w:t>
            </w:r>
          </w:p>
          <w:p w14:paraId="53A30437" w14:textId="77777777" w:rsidR="00F80484" w:rsidRPr="00E062F1" w:rsidRDefault="00F80484" w:rsidP="00F80484">
            <w:pPr>
              <w:pStyle w:val="TAC"/>
              <w:rPr>
                <w:rFonts w:eastAsia="Malgun Gothic" w:cs="Arial"/>
                <w:lang w:eastAsia="ko-KR"/>
              </w:rPr>
            </w:pPr>
            <w:r w:rsidRPr="00E062F1">
              <w:rPr>
                <w:rFonts w:cs="Arial"/>
                <w:lang w:eastAsia="zh-CN"/>
              </w:rPr>
              <w:t>DC_41A-42C_n78A</w:t>
            </w:r>
            <w:r w:rsidRPr="00E062F1">
              <w:rPr>
                <w:rFonts w:cs="Arial"/>
                <w:lang w:eastAsia="ja-JP"/>
              </w:rPr>
              <w:t>-</w:t>
            </w:r>
            <w:r w:rsidRPr="00E062F1">
              <w:rPr>
                <w:rFonts w:cs="Arial"/>
                <w:lang w:eastAsia="zh-CN"/>
              </w:rPr>
              <w:t>n257</w:t>
            </w:r>
            <w:r w:rsidRPr="00E062F1">
              <w:rPr>
                <w:rFonts w:eastAsia="Malgun Gothic" w:cs="Arial"/>
                <w:lang w:eastAsia="ko-KR"/>
              </w:rPr>
              <w:t>H</w:t>
            </w:r>
          </w:p>
          <w:p w14:paraId="2FE5A692" w14:textId="77777777" w:rsidR="00F80484" w:rsidRPr="00E062F1" w:rsidRDefault="00F80484" w:rsidP="00F80484">
            <w:pPr>
              <w:pStyle w:val="TAC"/>
              <w:rPr>
                <w:rFonts w:eastAsia="Malgun Gothic" w:cs="Arial"/>
                <w:lang w:eastAsia="ko-KR"/>
              </w:rPr>
            </w:pPr>
            <w:r w:rsidRPr="00E062F1">
              <w:rPr>
                <w:rFonts w:cs="Arial"/>
                <w:lang w:eastAsia="zh-CN"/>
              </w:rPr>
              <w:t>DC_41A-42C_n78A</w:t>
            </w:r>
            <w:r w:rsidRPr="00E062F1">
              <w:rPr>
                <w:rFonts w:cs="Arial"/>
                <w:lang w:eastAsia="ja-JP"/>
              </w:rPr>
              <w:t>-</w:t>
            </w:r>
            <w:r w:rsidRPr="00E062F1">
              <w:rPr>
                <w:rFonts w:cs="Arial"/>
                <w:lang w:eastAsia="zh-CN"/>
              </w:rPr>
              <w:t>n257</w:t>
            </w:r>
            <w:r w:rsidRPr="00E062F1">
              <w:rPr>
                <w:rFonts w:eastAsia="Malgun Gothic" w:cs="Arial"/>
                <w:lang w:eastAsia="ko-KR"/>
              </w:rPr>
              <w:t>I</w:t>
            </w:r>
          </w:p>
          <w:p w14:paraId="1833FACB" w14:textId="77777777" w:rsidR="00F80484" w:rsidRPr="00E062F1" w:rsidRDefault="00F80484" w:rsidP="00F80484">
            <w:pPr>
              <w:pStyle w:val="TAC"/>
              <w:rPr>
                <w:rFonts w:eastAsia="Malgun Gothic" w:cs="Arial"/>
                <w:lang w:eastAsia="ko-KR"/>
              </w:rPr>
            </w:pPr>
            <w:r w:rsidRPr="00E062F1">
              <w:rPr>
                <w:rFonts w:cs="Arial"/>
                <w:lang w:eastAsia="zh-CN"/>
              </w:rPr>
              <w:t>DC_41C-42A_n78A</w:t>
            </w:r>
            <w:r w:rsidRPr="00E062F1">
              <w:rPr>
                <w:rFonts w:cs="Arial"/>
                <w:lang w:eastAsia="ja-JP"/>
              </w:rPr>
              <w:t>-</w:t>
            </w:r>
            <w:r w:rsidRPr="00E062F1">
              <w:rPr>
                <w:rFonts w:cs="Arial"/>
                <w:lang w:eastAsia="zh-CN"/>
              </w:rPr>
              <w:t>n257</w:t>
            </w:r>
            <w:r w:rsidRPr="00E062F1">
              <w:rPr>
                <w:rFonts w:eastAsia="Malgun Gothic" w:cs="Arial"/>
                <w:lang w:eastAsia="ko-KR"/>
              </w:rPr>
              <w:t>A</w:t>
            </w:r>
          </w:p>
          <w:p w14:paraId="1D2909BA" w14:textId="77777777" w:rsidR="00F80484" w:rsidRPr="00E062F1" w:rsidRDefault="00F80484" w:rsidP="00F80484">
            <w:pPr>
              <w:pStyle w:val="TAC"/>
              <w:rPr>
                <w:rFonts w:eastAsia="Malgun Gothic" w:cs="Arial"/>
                <w:lang w:eastAsia="ko-KR"/>
              </w:rPr>
            </w:pPr>
            <w:r w:rsidRPr="00E062F1">
              <w:rPr>
                <w:rFonts w:cs="Arial"/>
                <w:lang w:eastAsia="zh-CN"/>
              </w:rPr>
              <w:t>DC_41C-42A_n78A</w:t>
            </w:r>
            <w:r w:rsidRPr="00E062F1">
              <w:rPr>
                <w:rFonts w:cs="Arial"/>
                <w:lang w:eastAsia="ja-JP"/>
              </w:rPr>
              <w:t>-</w:t>
            </w:r>
            <w:r w:rsidRPr="00E062F1">
              <w:rPr>
                <w:rFonts w:cs="Arial"/>
                <w:lang w:eastAsia="zh-CN"/>
              </w:rPr>
              <w:t>n257</w:t>
            </w:r>
            <w:r w:rsidRPr="00E062F1">
              <w:rPr>
                <w:rFonts w:eastAsia="Malgun Gothic" w:cs="Arial"/>
                <w:lang w:eastAsia="ko-KR"/>
              </w:rPr>
              <w:t>G</w:t>
            </w:r>
          </w:p>
          <w:p w14:paraId="4A66DF17" w14:textId="77777777" w:rsidR="00F80484" w:rsidRPr="00E062F1" w:rsidRDefault="00F80484" w:rsidP="00F80484">
            <w:pPr>
              <w:pStyle w:val="TAC"/>
              <w:rPr>
                <w:rFonts w:eastAsia="Malgun Gothic" w:cs="Arial"/>
                <w:lang w:eastAsia="ko-KR"/>
              </w:rPr>
            </w:pPr>
            <w:r w:rsidRPr="00E062F1">
              <w:rPr>
                <w:rFonts w:cs="Arial"/>
                <w:lang w:eastAsia="zh-CN"/>
              </w:rPr>
              <w:t>DC_41C-42A_n78A</w:t>
            </w:r>
            <w:r w:rsidRPr="00E062F1">
              <w:rPr>
                <w:rFonts w:cs="Arial"/>
                <w:lang w:eastAsia="ja-JP"/>
              </w:rPr>
              <w:t>-</w:t>
            </w:r>
            <w:r w:rsidRPr="00E062F1">
              <w:rPr>
                <w:rFonts w:cs="Arial"/>
                <w:lang w:eastAsia="zh-CN"/>
              </w:rPr>
              <w:t>n257</w:t>
            </w:r>
            <w:r w:rsidRPr="00E062F1">
              <w:rPr>
                <w:rFonts w:eastAsia="Malgun Gothic" w:cs="Arial"/>
                <w:lang w:eastAsia="ko-KR"/>
              </w:rPr>
              <w:t>H</w:t>
            </w:r>
          </w:p>
          <w:p w14:paraId="678949DF" w14:textId="77777777" w:rsidR="00F80484" w:rsidRPr="00E062F1" w:rsidRDefault="00F80484" w:rsidP="00F80484">
            <w:pPr>
              <w:pStyle w:val="TAC"/>
              <w:rPr>
                <w:rFonts w:eastAsia="Malgun Gothic" w:cs="Arial"/>
                <w:lang w:eastAsia="ko-KR"/>
              </w:rPr>
            </w:pPr>
            <w:r w:rsidRPr="00E062F1">
              <w:rPr>
                <w:rFonts w:cs="Arial"/>
                <w:lang w:eastAsia="zh-CN"/>
              </w:rPr>
              <w:t>DC_41C-42A_n78A</w:t>
            </w:r>
            <w:r w:rsidRPr="00E062F1">
              <w:rPr>
                <w:rFonts w:cs="Arial"/>
                <w:lang w:eastAsia="ja-JP"/>
              </w:rPr>
              <w:t>-</w:t>
            </w:r>
            <w:r w:rsidRPr="00E062F1">
              <w:rPr>
                <w:rFonts w:cs="Arial"/>
                <w:lang w:eastAsia="zh-CN"/>
              </w:rPr>
              <w:t>n257</w:t>
            </w:r>
            <w:r w:rsidRPr="00E062F1">
              <w:rPr>
                <w:rFonts w:eastAsia="Malgun Gothic" w:cs="Arial"/>
                <w:lang w:eastAsia="ko-KR"/>
              </w:rPr>
              <w:t>I</w:t>
            </w:r>
          </w:p>
          <w:p w14:paraId="18E3EC05" w14:textId="77777777" w:rsidR="00F80484" w:rsidRPr="00E062F1" w:rsidRDefault="00F80484" w:rsidP="00F80484">
            <w:pPr>
              <w:pStyle w:val="TAC"/>
              <w:rPr>
                <w:rFonts w:eastAsia="Malgun Gothic" w:cs="Arial"/>
                <w:lang w:eastAsia="ko-KR"/>
              </w:rPr>
            </w:pPr>
            <w:r w:rsidRPr="00E062F1">
              <w:rPr>
                <w:rFonts w:cs="Arial"/>
                <w:lang w:eastAsia="zh-CN"/>
              </w:rPr>
              <w:t>DC_41C-42C_n78A</w:t>
            </w:r>
            <w:r w:rsidRPr="00E062F1">
              <w:rPr>
                <w:rFonts w:cs="Arial"/>
                <w:lang w:eastAsia="ja-JP"/>
              </w:rPr>
              <w:t>-</w:t>
            </w:r>
            <w:r w:rsidRPr="00E062F1">
              <w:rPr>
                <w:rFonts w:cs="Arial"/>
                <w:lang w:eastAsia="zh-CN"/>
              </w:rPr>
              <w:t>n257</w:t>
            </w:r>
            <w:r w:rsidRPr="00E062F1">
              <w:rPr>
                <w:rFonts w:eastAsia="Malgun Gothic" w:cs="Arial"/>
                <w:lang w:eastAsia="ko-KR"/>
              </w:rPr>
              <w:t>A</w:t>
            </w:r>
          </w:p>
          <w:p w14:paraId="7AE246E4" w14:textId="77777777" w:rsidR="00F80484" w:rsidRPr="00E062F1" w:rsidRDefault="00F80484" w:rsidP="00F80484">
            <w:pPr>
              <w:pStyle w:val="TAC"/>
              <w:rPr>
                <w:rFonts w:eastAsia="Malgun Gothic" w:cs="Arial"/>
                <w:lang w:eastAsia="ko-KR"/>
              </w:rPr>
            </w:pPr>
            <w:r w:rsidRPr="00E062F1">
              <w:rPr>
                <w:rFonts w:cs="Arial"/>
                <w:lang w:eastAsia="zh-CN"/>
              </w:rPr>
              <w:t>DC_41C-42C_n78A</w:t>
            </w:r>
            <w:r w:rsidRPr="00E062F1">
              <w:rPr>
                <w:rFonts w:cs="Arial"/>
                <w:lang w:eastAsia="ja-JP"/>
              </w:rPr>
              <w:t>-</w:t>
            </w:r>
            <w:r w:rsidRPr="00E062F1">
              <w:rPr>
                <w:rFonts w:cs="Arial"/>
                <w:lang w:eastAsia="zh-CN"/>
              </w:rPr>
              <w:t>n257</w:t>
            </w:r>
            <w:r w:rsidRPr="00E062F1">
              <w:rPr>
                <w:rFonts w:eastAsia="Malgun Gothic" w:cs="Arial"/>
                <w:lang w:eastAsia="ko-KR"/>
              </w:rPr>
              <w:t>G</w:t>
            </w:r>
          </w:p>
          <w:p w14:paraId="55C6992E" w14:textId="77777777" w:rsidR="00F80484" w:rsidRPr="00E062F1" w:rsidRDefault="00F80484" w:rsidP="00F80484">
            <w:pPr>
              <w:pStyle w:val="TAC"/>
              <w:rPr>
                <w:rFonts w:eastAsia="Malgun Gothic" w:cs="Arial"/>
                <w:lang w:eastAsia="ko-KR"/>
              </w:rPr>
            </w:pPr>
            <w:r w:rsidRPr="00E062F1">
              <w:rPr>
                <w:rFonts w:cs="Arial"/>
                <w:lang w:eastAsia="zh-CN"/>
              </w:rPr>
              <w:t>DC_41C-42C_n78A</w:t>
            </w:r>
            <w:r w:rsidRPr="00E062F1">
              <w:rPr>
                <w:rFonts w:cs="Arial"/>
                <w:lang w:eastAsia="ja-JP"/>
              </w:rPr>
              <w:t>-</w:t>
            </w:r>
            <w:r w:rsidRPr="00E062F1">
              <w:rPr>
                <w:rFonts w:cs="Arial"/>
                <w:lang w:eastAsia="zh-CN"/>
              </w:rPr>
              <w:t>n257</w:t>
            </w:r>
            <w:r w:rsidRPr="00E062F1">
              <w:rPr>
                <w:rFonts w:eastAsia="Malgun Gothic" w:cs="Arial"/>
                <w:lang w:eastAsia="ko-KR"/>
              </w:rPr>
              <w:t>H</w:t>
            </w:r>
          </w:p>
          <w:p w14:paraId="3EEF5965" w14:textId="77777777" w:rsidR="00F80484" w:rsidRPr="00E062F1" w:rsidRDefault="00F80484" w:rsidP="00F80484">
            <w:pPr>
              <w:pStyle w:val="TAC"/>
              <w:rPr>
                <w:noProof/>
              </w:rPr>
            </w:pPr>
            <w:r w:rsidRPr="00E062F1">
              <w:rPr>
                <w:rFonts w:cs="Arial"/>
                <w:lang w:eastAsia="zh-CN"/>
              </w:rPr>
              <w:t>DC_41C-42C_n78A</w:t>
            </w:r>
            <w:r w:rsidRPr="00E062F1">
              <w:rPr>
                <w:rFonts w:cs="Arial"/>
                <w:lang w:eastAsia="ja-JP"/>
              </w:rPr>
              <w:t>-</w:t>
            </w:r>
            <w:r w:rsidRPr="00E062F1">
              <w:rPr>
                <w:rFonts w:cs="Arial"/>
                <w:lang w:eastAsia="zh-CN"/>
              </w:rPr>
              <w:t>n257</w:t>
            </w:r>
            <w:r w:rsidRPr="00E062F1">
              <w:rPr>
                <w:rFonts w:eastAsia="Malgun Gothic" w:cs="Arial"/>
                <w:lang w:eastAsia="ko-KR"/>
              </w:rPr>
              <w:t>I</w:t>
            </w:r>
          </w:p>
        </w:tc>
        <w:tc>
          <w:tcPr>
            <w:tcW w:w="3969" w:type="dxa"/>
            <w:tcMar>
              <w:top w:w="28" w:type="dxa"/>
              <w:left w:w="28" w:type="dxa"/>
              <w:bottom w:w="28" w:type="dxa"/>
              <w:right w:w="28" w:type="dxa"/>
            </w:tcMar>
          </w:tcPr>
          <w:p w14:paraId="7F454FCE" w14:textId="77777777" w:rsidR="00F80484" w:rsidRPr="00E062F1" w:rsidRDefault="00F80484" w:rsidP="00F80484">
            <w:pPr>
              <w:pStyle w:val="TAC"/>
              <w:rPr>
                <w:rFonts w:cs="Arial"/>
                <w:lang w:eastAsia="zh-CN"/>
              </w:rPr>
            </w:pPr>
            <w:r w:rsidRPr="00E062F1">
              <w:rPr>
                <w:rFonts w:cs="Arial"/>
                <w:lang w:eastAsia="zh-CN"/>
              </w:rPr>
              <w:t>DC_41A_n78A</w:t>
            </w:r>
          </w:p>
          <w:p w14:paraId="2113830E" w14:textId="77777777" w:rsidR="00F80484" w:rsidRPr="00E062F1" w:rsidRDefault="00F80484" w:rsidP="00F80484">
            <w:pPr>
              <w:pStyle w:val="TAC"/>
              <w:rPr>
                <w:rFonts w:cs="Arial"/>
                <w:lang w:eastAsia="zh-CN"/>
              </w:rPr>
            </w:pPr>
            <w:r w:rsidRPr="00E062F1">
              <w:rPr>
                <w:rFonts w:cs="Arial"/>
                <w:lang w:eastAsia="zh-CN"/>
              </w:rPr>
              <w:t>DC_41A_n257A</w:t>
            </w:r>
          </w:p>
          <w:p w14:paraId="04977540" w14:textId="77777777" w:rsidR="00F80484" w:rsidRPr="00E062F1" w:rsidRDefault="00F80484" w:rsidP="00F80484">
            <w:pPr>
              <w:pStyle w:val="TAC"/>
              <w:rPr>
                <w:rFonts w:cs="Arial"/>
                <w:lang w:eastAsia="zh-CN"/>
              </w:rPr>
            </w:pPr>
            <w:r w:rsidRPr="00E062F1">
              <w:rPr>
                <w:rFonts w:cs="Arial"/>
                <w:lang w:eastAsia="zh-CN"/>
              </w:rPr>
              <w:t>DC_41A_n257G</w:t>
            </w:r>
          </w:p>
          <w:p w14:paraId="4179BE77" w14:textId="77777777" w:rsidR="00F80484" w:rsidRPr="00E062F1" w:rsidRDefault="00F80484" w:rsidP="00F80484">
            <w:pPr>
              <w:pStyle w:val="TAC"/>
              <w:rPr>
                <w:rFonts w:cs="Arial"/>
                <w:lang w:eastAsia="zh-CN"/>
              </w:rPr>
            </w:pPr>
            <w:r w:rsidRPr="00E062F1">
              <w:rPr>
                <w:rFonts w:cs="Arial"/>
                <w:lang w:eastAsia="zh-CN"/>
              </w:rPr>
              <w:t>DC_41A_n257H</w:t>
            </w:r>
          </w:p>
          <w:p w14:paraId="768CA721" w14:textId="77777777" w:rsidR="00F80484" w:rsidRPr="00E062F1" w:rsidRDefault="00F80484" w:rsidP="00F80484">
            <w:pPr>
              <w:pStyle w:val="TAC"/>
              <w:rPr>
                <w:rFonts w:cs="Arial"/>
                <w:lang w:eastAsia="zh-CN"/>
              </w:rPr>
            </w:pPr>
            <w:r w:rsidRPr="00E062F1">
              <w:rPr>
                <w:rFonts w:cs="Arial"/>
                <w:lang w:eastAsia="zh-CN"/>
              </w:rPr>
              <w:t>DC_41A_n257I</w:t>
            </w:r>
          </w:p>
          <w:p w14:paraId="0CF49D45" w14:textId="77777777" w:rsidR="00F80484" w:rsidRPr="00E062F1" w:rsidRDefault="00F80484" w:rsidP="00F80484">
            <w:pPr>
              <w:pStyle w:val="TAC"/>
              <w:rPr>
                <w:rFonts w:cs="Arial"/>
                <w:lang w:eastAsia="zh-CN"/>
              </w:rPr>
            </w:pPr>
            <w:r w:rsidRPr="00E062F1">
              <w:rPr>
                <w:rFonts w:cs="Arial"/>
                <w:lang w:eastAsia="zh-CN"/>
              </w:rPr>
              <w:t>DC_41C_n78A</w:t>
            </w:r>
          </w:p>
          <w:p w14:paraId="1F421258" w14:textId="77777777" w:rsidR="00F80484" w:rsidRPr="00E062F1" w:rsidRDefault="00F80484" w:rsidP="00F80484">
            <w:pPr>
              <w:pStyle w:val="TAC"/>
              <w:rPr>
                <w:rFonts w:cs="Arial"/>
                <w:lang w:eastAsia="zh-CN"/>
              </w:rPr>
            </w:pPr>
            <w:r w:rsidRPr="00E062F1">
              <w:rPr>
                <w:rFonts w:cs="Arial"/>
                <w:lang w:eastAsia="zh-CN"/>
              </w:rPr>
              <w:t>DC_41C_n257A</w:t>
            </w:r>
          </w:p>
          <w:p w14:paraId="44C68F3D" w14:textId="77777777" w:rsidR="00F80484" w:rsidRPr="00E062F1" w:rsidRDefault="00F80484" w:rsidP="00F80484">
            <w:pPr>
              <w:pStyle w:val="TAC"/>
              <w:rPr>
                <w:rFonts w:cs="Arial"/>
                <w:lang w:eastAsia="zh-CN"/>
              </w:rPr>
            </w:pPr>
            <w:r w:rsidRPr="00E062F1">
              <w:rPr>
                <w:rFonts w:cs="Arial"/>
                <w:lang w:eastAsia="zh-CN"/>
              </w:rPr>
              <w:t>DC_41C_n257G</w:t>
            </w:r>
          </w:p>
          <w:p w14:paraId="1071E5C3" w14:textId="77777777" w:rsidR="00F80484" w:rsidRPr="00E062F1" w:rsidRDefault="00F80484" w:rsidP="00F80484">
            <w:pPr>
              <w:pStyle w:val="TAC"/>
              <w:rPr>
                <w:rFonts w:cs="Arial"/>
                <w:lang w:eastAsia="zh-CN"/>
              </w:rPr>
            </w:pPr>
            <w:r w:rsidRPr="00E062F1">
              <w:rPr>
                <w:rFonts w:cs="Arial"/>
                <w:lang w:eastAsia="zh-CN"/>
              </w:rPr>
              <w:t>DC_41C_n257H</w:t>
            </w:r>
          </w:p>
          <w:p w14:paraId="7C883211" w14:textId="77777777" w:rsidR="00F80484" w:rsidRPr="00E062F1" w:rsidRDefault="00F80484" w:rsidP="00F80484">
            <w:pPr>
              <w:pStyle w:val="TAC"/>
              <w:rPr>
                <w:rFonts w:cs="Arial"/>
                <w:lang w:eastAsia="zh-CN"/>
              </w:rPr>
            </w:pPr>
            <w:r w:rsidRPr="00E062F1">
              <w:rPr>
                <w:rFonts w:cs="Arial"/>
                <w:lang w:eastAsia="zh-CN"/>
              </w:rPr>
              <w:t>DC_41C_n257I</w:t>
            </w:r>
          </w:p>
          <w:p w14:paraId="0FF5BA47" w14:textId="77777777" w:rsidR="00F80484" w:rsidRPr="00E062F1" w:rsidRDefault="00F80484" w:rsidP="00F80484">
            <w:pPr>
              <w:pStyle w:val="TAC"/>
              <w:rPr>
                <w:rFonts w:cs="Arial"/>
                <w:lang w:eastAsia="zh-CN"/>
              </w:rPr>
            </w:pPr>
            <w:r w:rsidRPr="00E062F1">
              <w:rPr>
                <w:rFonts w:cs="Arial"/>
                <w:lang w:eastAsia="zh-CN"/>
              </w:rPr>
              <w:t>DC_42A_n257A</w:t>
            </w:r>
          </w:p>
          <w:p w14:paraId="60F7F242" w14:textId="77777777" w:rsidR="00F80484" w:rsidRPr="00E062F1" w:rsidRDefault="00F80484" w:rsidP="00F80484">
            <w:pPr>
              <w:pStyle w:val="TAC"/>
              <w:rPr>
                <w:rFonts w:cs="Arial"/>
                <w:lang w:eastAsia="zh-CN"/>
              </w:rPr>
            </w:pPr>
            <w:r w:rsidRPr="00E062F1">
              <w:rPr>
                <w:rFonts w:cs="Arial"/>
                <w:lang w:eastAsia="zh-CN"/>
              </w:rPr>
              <w:t>DC_42A_n257G</w:t>
            </w:r>
          </w:p>
          <w:p w14:paraId="2315BE39" w14:textId="77777777" w:rsidR="00F80484" w:rsidRPr="00E062F1" w:rsidRDefault="00F80484" w:rsidP="00F80484">
            <w:pPr>
              <w:pStyle w:val="TAC"/>
              <w:rPr>
                <w:rFonts w:cs="Arial"/>
                <w:lang w:eastAsia="zh-CN"/>
              </w:rPr>
            </w:pPr>
            <w:r w:rsidRPr="00E062F1">
              <w:rPr>
                <w:rFonts w:cs="Arial"/>
                <w:lang w:eastAsia="zh-CN"/>
              </w:rPr>
              <w:t>DC_42A_n257H</w:t>
            </w:r>
          </w:p>
          <w:p w14:paraId="142F47EF" w14:textId="77777777" w:rsidR="00F80484" w:rsidRPr="00E062F1" w:rsidRDefault="00F80484" w:rsidP="00F80484">
            <w:pPr>
              <w:pStyle w:val="TAC"/>
              <w:rPr>
                <w:rFonts w:cs="Arial"/>
                <w:lang w:eastAsia="zh-CN"/>
              </w:rPr>
            </w:pPr>
            <w:r w:rsidRPr="00E062F1">
              <w:rPr>
                <w:rFonts w:cs="Arial"/>
                <w:lang w:eastAsia="zh-CN"/>
              </w:rPr>
              <w:t>DC_42A_n257I</w:t>
            </w:r>
          </w:p>
          <w:p w14:paraId="74E74A47" w14:textId="77777777" w:rsidR="00F80484" w:rsidRPr="00E062F1" w:rsidRDefault="00F80484" w:rsidP="00F80484">
            <w:pPr>
              <w:pStyle w:val="TAC"/>
              <w:rPr>
                <w:rFonts w:cs="Arial"/>
                <w:lang w:eastAsia="zh-CN"/>
              </w:rPr>
            </w:pPr>
            <w:r w:rsidRPr="00E062F1">
              <w:rPr>
                <w:rFonts w:cs="Arial"/>
                <w:lang w:eastAsia="zh-CN"/>
              </w:rPr>
              <w:t>DC_42C_n257A</w:t>
            </w:r>
          </w:p>
          <w:p w14:paraId="6819774F" w14:textId="77777777" w:rsidR="00F80484" w:rsidRPr="00AA54EC" w:rsidRDefault="00F80484" w:rsidP="00F80484">
            <w:pPr>
              <w:pStyle w:val="TAC"/>
              <w:rPr>
                <w:rFonts w:cs="Arial"/>
                <w:lang w:val="sv-FI" w:eastAsia="zh-CN"/>
              </w:rPr>
            </w:pPr>
            <w:r w:rsidRPr="00AA54EC">
              <w:rPr>
                <w:rFonts w:cs="Arial"/>
                <w:lang w:val="sv-FI" w:eastAsia="zh-CN"/>
              </w:rPr>
              <w:t>DC_42C_n257G</w:t>
            </w:r>
          </w:p>
          <w:p w14:paraId="3402F2BB" w14:textId="77777777" w:rsidR="00F80484" w:rsidRPr="00AA54EC" w:rsidRDefault="00F80484" w:rsidP="00F80484">
            <w:pPr>
              <w:pStyle w:val="TAC"/>
              <w:rPr>
                <w:rFonts w:cs="Arial"/>
                <w:lang w:val="sv-FI" w:eastAsia="zh-CN"/>
              </w:rPr>
            </w:pPr>
            <w:r w:rsidRPr="00AA54EC">
              <w:rPr>
                <w:rFonts w:cs="Arial"/>
                <w:lang w:val="sv-FI" w:eastAsia="zh-CN"/>
              </w:rPr>
              <w:t>DC_42C_n257H</w:t>
            </w:r>
          </w:p>
          <w:p w14:paraId="7026D263" w14:textId="77777777" w:rsidR="00F80484" w:rsidRPr="00AA54EC" w:rsidRDefault="00F80484" w:rsidP="00F80484">
            <w:pPr>
              <w:pStyle w:val="TAC"/>
              <w:rPr>
                <w:noProof/>
                <w:lang w:val="sv-FI"/>
              </w:rPr>
            </w:pPr>
            <w:r w:rsidRPr="00AA54EC">
              <w:rPr>
                <w:rFonts w:cs="Arial"/>
                <w:lang w:val="sv-FI" w:eastAsia="zh-CN"/>
              </w:rPr>
              <w:t>DC_42C_n257I</w:t>
            </w:r>
          </w:p>
        </w:tc>
      </w:tr>
      <w:tr w:rsidR="00F80484" w:rsidRPr="00E062F1" w14:paraId="660EC3A7" w14:textId="77777777" w:rsidTr="006B3BD2">
        <w:trPr>
          <w:trHeight w:val="187"/>
          <w:jc w:val="center"/>
        </w:trPr>
        <w:tc>
          <w:tcPr>
            <w:tcW w:w="7938" w:type="dxa"/>
            <w:gridSpan w:val="2"/>
            <w:shd w:val="clear" w:color="auto" w:fill="auto"/>
            <w:noWrap/>
            <w:tcMar>
              <w:top w:w="28" w:type="dxa"/>
              <w:left w:w="28" w:type="dxa"/>
              <w:bottom w:w="28" w:type="dxa"/>
              <w:right w:w="28" w:type="dxa"/>
            </w:tcMar>
            <w:vAlign w:val="center"/>
          </w:tcPr>
          <w:p w14:paraId="1E4BDCEC" w14:textId="77777777" w:rsidR="00F80484" w:rsidRDefault="00F80484" w:rsidP="00F80484">
            <w:pPr>
              <w:pStyle w:val="TAN"/>
            </w:pPr>
            <w:r w:rsidRPr="00E062F1">
              <w:t>NOTE 1:</w:t>
            </w:r>
            <w:r w:rsidRPr="00E062F1">
              <w:tab/>
              <w:t>Uplink EN-DC configurations are the configurations supported by the present release of specifications.</w:t>
            </w:r>
          </w:p>
          <w:p w14:paraId="799BB8D5" w14:textId="5F670FCA" w:rsidR="00F80484" w:rsidRPr="00E062F1" w:rsidRDefault="00F80484" w:rsidP="00F80484">
            <w:pPr>
              <w:pStyle w:val="TAN"/>
            </w:pPr>
            <w:r>
              <w:t>NOTE 2:</w:t>
            </w:r>
            <w:r>
              <w:tab/>
              <w:t>Applicable for UE supporting inter-band EN-DC with mandatory simultaneous Rx/Tx capability.</w:t>
            </w:r>
          </w:p>
        </w:tc>
      </w:tr>
    </w:tbl>
    <w:p w14:paraId="66DD5AC3" w14:textId="77777777" w:rsidR="00F177CB" w:rsidRPr="00E062F1" w:rsidRDefault="00F177CB" w:rsidP="00BD47AD"/>
    <w:p w14:paraId="7E68BF4E" w14:textId="50628BFC" w:rsidR="006C5891" w:rsidRPr="00E062F1" w:rsidRDefault="006C5891" w:rsidP="006C5891">
      <w:pPr>
        <w:pStyle w:val="Heading4"/>
      </w:pPr>
      <w:bookmarkStart w:id="1527" w:name="_Toc21351539"/>
      <w:bookmarkStart w:id="1528" w:name="_Toc29807121"/>
      <w:bookmarkStart w:id="1529" w:name="_Toc36648835"/>
      <w:bookmarkStart w:id="1530" w:name="_Toc36651560"/>
      <w:bookmarkStart w:id="1531" w:name="_Toc37256494"/>
      <w:bookmarkStart w:id="1532" w:name="_Toc37256835"/>
      <w:bookmarkStart w:id="1533" w:name="_Toc45890532"/>
      <w:bookmarkStart w:id="1534" w:name="_Toc45891756"/>
      <w:bookmarkStart w:id="1535" w:name="_Toc45892166"/>
      <w:bookmarkStart w:id="1536" w:name="_Toc45892576"/>
      <w:bookmarkStart w:id="1537" w:name="_Toc52352989"/>
      <w:bookmarkStart w:id="1538" w:name="_Toc53174812"/>
      <w:bookmarkStart w:id="1539" w:name="_Toc61375961"/>
      <w:bookmarkStart w:id="1540" w:name="_Toc61376373"/>
      <w:bookmarkStart w:id="1541" w:name="_Toc67938646"/>
      <w:bookmarkStart w:id="1542" w:name="_Toc76454248"/>
      <w:bookmarkStart w:id="1543" w:name="_Toc76719668"/>
      <w:bookmarkStart w:id="1544" w:name="_Toc76720188"/>
      <w:bookmarkStart w:id="1545" w:name="_Toc83742885"/>
      <w:bookmarkStart w:id="1546" w:name="_Toc83887260"/>
      <w:bookmarkStart w:id="1547" w:name="_Toc83888061"/>
      <w:bookmarkStart w:id="1548" w:name="_Toc90588715"/>
      <w:r w:rsidRPr="00E062F1">
        <w:lastRenderedPageBreak/>
        <w:t>5.5B.6.4</w:t>
      </w:r>
      <w:r w:rsidRPr="00E062F1">
        <w:tab/>
        <w:t xml:space="preserve">Inter-band EN-DC configurations </w:t>
      </w:r>
      <w:r w:rsidR="00C313E7" w:rsidRPr="00E062F1">
        <w:t xml:space="preserve">including FR1 and FR2 </w:t>
      </w:r>
      <w:r w:rsidRPr="00E062F1">
        <w:t>(five bands)</w:t>
      </w:r>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14:paraId="13800C59" w14:textId="1645C96C" w:rsidR="006C5891" w:rsidRPr="00E062F1" w:rsidRDefault="006C5891" w:rsidP="006C5891">
      <w:pPr>
        <w:pStyle w:val="TH"/>
      </w:pPr>
      <w:r w:rsidRPr="00E062F1">
        <w:t xml:space="preserve">Table 5.5B.6.4-1: Inter-band EN-DC configurations </w:t>
      </w:r>
      <w:r w:rsidR="00C313E7" w:rsidRPr="00E062F1">
        <w:t xml:space="preserve">including FR1 and FR2 </w:t>
      </w:r>
      <w:r w:rsidRPr="00E062F1">
        <w:t>(five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9"/>
        <w:gridCol w:w="3969"/>
      </w:tblGrid>
      <w:tr w:rsidR="001F553E" w14:paraId="48F51A07" w14:textId="77777777" w:rsidTr="00AC3FE8">
        <w:trPr>
          <w:trHeight w:val="187"/>
          <w:tblHeader/>
          <w:jc w:val="center"/>
        </w:trPr>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378AB70" w14:textId="77777777" w:rsidR="001F553E" w:rsidRDefault="001F553E" w:rsidP="00AC3FE8">
            <w:pPr>
              <w:pStyle w:val="TAH"/>
              <w:rPr>
                <w:lang w:eastAsia="fi-FI"/>
              </w:rPr>
            </w:pPr>
            <w:r>
              <w:rPr>
                <w:lang w:eastAsia="fi-FI"/>
              </w:rPr>
              <w:lastRenderedPageBreak/>
              <w:t>EN-DC</w:t>
            </w:r>
            <w:r>
              <w:rPr>
                <w:lang w:eastAsia="zh-CN"/>
              </w:rPr>
              <w:t xml:space="preserve"> </w:t>
            </w:r>
            <w:r>
              <w:rPr>
                <w:lang w:eastAsia="fi-FI"/>
              </w:rPr>
              <w:t>configuration</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7559300" w14:textId="77777777" w:rsidR="001F553E" w:rsidRDefault="001F553E" w:rsidP="00AC3FE8">
            <w:pPr>
              <w:pStyle w:val="TAH"/>
              <w:rPr>
                <w:lang w:val="fr-FR" w:eastAsia="fi-FI"/>
              </w:rPr>
            </w:pPr>
            <w:r>
              <w:rPr>
                <w:lang w:val="fr-FR" w:eastAsia="fi-FI"/>
              </w:rPr>
              <w:t>Uplink EN-DC</w:t>
            </w:r>
            <w:r>
              <w:rPr>
                <w:lang w:val="fr-FR" w:eastAsia="zh-CN"/>
              </w:rPr>
              <w:t xml:space="preserve"> </w:t>
            </w:r>
            <w:r>
              <w:rPr>
                <w:lang w:val="fr-FR" w:eastAsia="fi-FI"/>
              </w:rPr>
              <w:t>configuration</w:t>
            </w:r>
            <w:r>
              <w:rPr>
                <w:lang w:val="fr-FR" w:eastAsia="zh-CN"/>
              </w:rPr>
              <w:t xml:space="preserve"> </w:t>
            </w:r>
            <w:r>
              <w:rPr>
                <w:lang w:val="fr-FR" w:eastAsia="fi-FI"/>
              </w:rPr>
              <w:t>(NOTE 1)</w:t>
            </w:r>
          </w:p>
        </w:tc>
      </w:tr>
      <w:tr w:rsidR="001F553E" w14:paraId="0746E007"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DF44CC4" w14:textId="77777777" w:rsidR="001F553E" w:rsidRDefault="001F553E" w:rsidP="00AC3FE8">
            <w:pPr>
              <w:pStyle w:val="TAC"/>
              <w:rPr>
                <w:noProof/>
              </w:rPr>
            </w:pPr>
            <w:r>
              <w:rPr>
                <w:noProof/>
              </w:rPr>
              <w:t>DC_1A-3A-5A_n78A-n257A</w:t>
            </w:r>
          </w:p>
          <w:p w14:paraId="2031ED52" w14:textId="77777777" w:rsidR="001F553E" w:rsidRDefault="001F553E" w:rsidP="00AC3FE8">
            <w:pPr>
              <w:pStyle w:val="TAC"/>
              <w:rPr>
                <w:noProof/>
                <w:lang w:eastAsia="ko-KR"/>
              </w:rPr>
            </w:pPr>
            <w:r>
              <w:rPr>
                <w:noProof/>
                <w:lang w:eastAsia="zh-CN"/>
              </w:rPr>
              <w:t>DC_1A-3A-5A_n78A-n257D</w:t>
            </w:r>
          </w:p>
          <w:p w14:paraId="366A2ED8" w14:textId="77777777" w:rsidR="001F553E" w:rsidRDefault="001F553E" w:rsidP="00AC3FE8">
            <w:pPr>
              <w:pStyle w:val="TAC"/>
              <w:rPr>
                <w:noProof/>
                <w:lang w:eastAsia="ko-KR"/>
              </w:rPr>
            </w:pPr>
            <w:r>
              <w:rPr>
                <w:noProof/>
                <w:lang w:eastAsia="zh-CN"/>
              </w:rPr>
              <w:t>DC_1A-3A-5A_n78A-n257E</w:t>
            </w:r>
          </w:p>
          <w:p w14:paraId="2293D5F5" w14:textId="77777777" w:rsidR="001F553E" w:rsidRDefault="001F553E" w:rsidP="00AC3FE8">
            <w:pPr>
              <w:pStyle w:val="TAC"/>
              <w:rPr>
                <w:noProof/>
                <w:lang w:eastAsia="ko-KR"/>
              </w:rPr>
            </w:pPr>
            <w:r>
              <w:rPr>
                <w:noProof/>
                <w:lang w:eastAsia="zh-CN"/>
              </w:rPr>
              <w:t>DC_1A-3A-5A_n78A-n257F</w:t>
            </w:r>
          </w:p>
          <w:p w14:paraId="1C83E868" w14:textId="77777777" w:rsidR="001F553E" w:rsidRDefault="001F553E" w:rsidP="00AC3FE8">
            <w:pPr>
              <w:pStyle w:val="TAC"/>
              <w:rPr>
                <w:noProof/>
                <w:lang w:eastAsia="ko-KR"/>
              </w:rPr>
            </w:pPr>
            <w:r>
              <w:rPr>
                <w:noProof/>
                <w:lang w:eastAsia="zh-CN"/>
              </w:rPr>
              <w:t>DC_1A-3A-5A_n78A-n257G</w:t>
            </w:r>
          </w:p>
          <w:p w14:paraId="0B778D70" w14:textId="77777777" w:rsidR="001F553E" w:rsidRDefault="001F553E" w:rsidP="00AC3FE8">
            <w:pPr>
              <w:pStyle w:val="TAC"/>
              <w:rPr>
                <w:noProof/>
                <w:lang w:eastAsia="ko-KR"/>
              </w:rPr>
            </w:pPr>
            <w:r>
              <w:rPr>
                <w:noProof/>
                <w:lang w:eastAsia="zh-CN"/>
              </w:rPr>
              <w:t>DC_1A-3A-5A_n78A-n257H</w:t>
            </w:r>
          </w:p>
          <w:p w14:paraId="0479C93F" w14:textId="77777777" w:rsidR="001F553E" w:rsidRDefault="001F553E" w:rsidP="00AC3FE8">
            <w:pPr>
              <w:pStyle w:val="TAC"/>
              <w:rPr>
                <w:noProof/>
                <w:lang w:eastAsia="ko-KR"/>
              </w:rPr>
            </w:pPr>
            <w:r>
              <w:rPr>
                <w:noProof/>
                <w:lang w:eastAsia="zh-CN"/>
              </w:rPr>
              <w:t>DC_1A-3A-5A_n78A-n257I</w:t>
            </w:r>
          </w:p>
          <w:p w14:paraId="4F2A3B45" w14:textId="77777777" w:rsidR="001F553E" w:rsidRDefault="001F553E" w:rsidP="00AC3FE8">
            <w:pPr>
              <w:pStyle w:val="TAC"/>
              <w:rPr>
                <w:noProof/>
                <w:lang w:eastAsia="ko-KR"/>
              </w:rPr>
            </w:pPr>
            <w:r>
              <w:rPr>
                <w:noProof/>
                <w:lang w:eastAsia="zh-CN"/>
              </w:rPr>
              <w:t>DC_1A-3A-5A_n78A-n257J</w:t>
            </w:r>
          </w:p>
          <w:p w14:paraId="2230A78D" w14:textId="77777777" w:rsidR="001F553E" w:rsidRDefault="001F553E" w:rsidP="00AC3FE8">
            <w:pPr>
              <w:pStyle w:val="TAC"/>
              <w:rPr>
                <w:noProof/>
                <w:lang w:eastAsia="ko-KR"/>
              </w:rPr>
            </w:pPr>
            <w:r>
              <w:rPr>
                <w:noProof/>
                <w:lang w:eastAsia="zh-CN"/>
              </w:rPr>
              <w:t>DC_1A-3A-5A_n78A-n257K</w:t>
            </w:r>
          </w:p>
          <w:p w14:paraId="3F988BC3" w14:textId="77777777" w:rsidR="001F553E" w:rsidRDefault="001F553E" w:rsidP="00AC3FE8">
            <w:pPr>
              <w:pStyle w:val="TAC"/>
              <w:rPr>
                <w:noProof/>
                <w:lang w:eastAsia="ko-KR"/>
              </w:rPr>
            </w:pPr>
            <w:r>
              <w:rPr>
                <w:noProof/>
                <w:lang w:eastAsia="zh-CN"/>
              </w:rPr>
              <w:t>DC_1A-3A-5A_n78A-n257L</w:t>
            </w:r>
          </w:p>
          <w:p w14:paraId="5A3692E0" w14:textId="77777777" w:rsidR="001F553E" w:rsidRDefault="001F553E" w:rsidP="00AC3FE8">
            <w:pPr>
              <w:pStyle w:val="TAC"/>
              <w:rPr>
                <w:noProof/>
              </w:rPr>
            </w:pPr>
            <w:r>
              <w:rPr>
                <w:noProof/>
                <w:lang w:eastAsia="zh-CN"/>
              </w:rPr>
              <w:t>DC_1A-3A-5A_n78A-n257M</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AAD8FCF" w14:textId="77777777" w:rsidR="001F553E" w:rsidRDefault="001F553E" w:rsidP="00AC3FE8">
            <w:pPr>
              <w:pStyle w:val="TAC"/>
              <w:rPr>
                <w:noProof/>
              </w:rPr>
            </w:pPr>
            <w:r>
              <w:rPr>
                <w:noProof/>
              </w:rPr>
              <w:t>DC_1A_n78A</w:t>
            </w:r>
          </w:p>
          <w:p w14:paraId="6F7302BD" w14:textId="77777777" w:rsidR="001F553E" w:rsidRDefault="001F553E" w:rsidP="00AC3FE8">
            <w:pPr>
              <w:pStyle w:val="TAC"/>
              <w:rPr>
                <w:noProof/>
              </w:rPr>
            </w:pPr>
            <w:r>
              <w:rPr>
                <w:noProof/>
              </w:rPr>
              <w:t>DC_1A_n257A</w:t>
            </w:r>
          </w:p>
          <w:p w14:paraId="2A3D0752" w14:textId="77777777" w:rsidR="001F553E" w:rsidRDefault="001F553E" w:rsidP="00AC3FE8">
            <w:pPr>
              <w:pStyle w:val="TAC"/>
              <w:rPr>
                <w:noProof/>
              </w:rPr>
            </w:pPr>
            <w:r>
              <w:rPr>
                <w:noProof/>
              </w:rPr>
              <w:t>DC_3A_n78A</w:t>
            </w:r>
          </w:p>
          <w:p w14:paraId="024E959B" w14:textId="77777777" w:rsidR="001F553E" w:rsidRDefault="001F553E" w:rsidP="00AC3FE8">
            <w:pPr>
              <w:pStyle w:val="TAC"/>
              <w:rPr>
                <w:noProof/>
              </w:rPr>
            </w:pPr>
            <w:r>
              <w:rPr>
                <w:noProof/>
              </w:rPr>
              <w:t>DC_3A_n257A</w:t>
            </w:r>
          </w:p>
          <w:p w14:paraId="1BCE135C" w14:textId="77777777" w:rsidR="001F553E" w:rsidRDefault="001F553E" w:rsidP="00AC3FE8">
            <w:pPr>
              <w:pStyle w:val="TAC"/>
              <w:rPr>
                <w:noProof/>
              </w:rPr>
            </w:pPr>
            <w:r>
              <w:rPr>
                <w:noProof/>
              </w:rPr>
              <w:t>DC_5A_n78A</w:t>
            </w:r>
          </w:p>
          <w:p w14:paraId="4BC95ECE" w14:textId="77777777" w:rsidR="001F553E" w:rsidRDefault="001F553E" w:rsidP="00AC3FE8">
            <w:pPr>
              <w:pStyle w:val="TAC"/>
              <w:rPr>
                <w:noProof/>
              </w:rPr>
            </w:pPr>
            <w:r>
              <w:rPr>
                <w:noProof/>
              </w:rPr>
              <w:t>DC_5A_n257A</w:t>
            </w:r>
          </w:p>
        </w:tc>
      </w:tr>
      <w:tr w:rsidR="001F553E" w14:paraId="72CCD671"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50D2231" w14:textId="77777777" w:rsidR="001F553E" w:rsidRDefault="001F553E" w:rsidP="00AC3FE8">
            <w:pPr>
              <w:pStyle w:val="TAC"/>
              <w:rPr>
                <w:noProof/>
              </w:rPr>
            </w:pPr>
            <w:r>
              <w:rPr>
                <w:noProof/>
              </w:rPr>
              <w:t>DC_1A-3A-7A_n78A-n257A</w:t>
            </w:r>
          </w:p>
          <w:p w14:paraId="23E58DBD" w14:textId="77777777" w:rsidR="001F553E" w:rsidRDefault="001F553E" w:rsidP="00AC3FE8">
            <w:pPr>
              <w:pStyle w:val="TAC"/>
              <w:rPr>
                <w:noProof/>
                <w:lang w:eastAsia="ko-KR"/>
              </w:rPr>
            </w:pPr>
            <w:r>
              <w:rPr>
                <w:noProof/>
                <w:lang w:eastAsia="zh-CN"/>
              </w:rPr>
              <w:t>DC_1A-3A-7A_n78A-n257D</w:t>
            </w:r>
          </w:p>
          <w:p w14:paraId="387B60A1" w14:textId="77777777" w:rsidR="001F553E" w:rsidRDefault="001F553E" w:rsidP="00AC3FE8">
            <w:pPr>
              <w:pStyle w:val="TAC"/>
              <w:rPr>
                <w:noProof/>
                <w:lang w:eastAsia="ko-KR"/>
              </w:rPr>
            </w:pPr>
            <w:r>
              <w:rPr>
                <w:noProof/>
                <w:lang w:eastAsia="zh-CN"/>
              </w:rPr>
              <w:t>DC_1A-3A-7A_n78A-n257E</w:t>
            </w:r>
          </w:p>
          <w:p w14:paraId="7036D993" w14:textId="77777777" w:rsidR="001F553E" w:rsidRDefault="001F553E" w:rsidP="00AC3FE8">
            <w:pPr>
              <w:pStyle w:val="TAC"/>
              <w:rPr>
                <w:noProof/>
                <w:lang w:eastAsia="ko-KR"/>
              </w:rPr>
            </w:pPr>
            <w:r>
              <w:rPr>
                <w:noProof/>
                <w:lang w:eastAsia="zh-CN"/>
              </w:rPr>
              <w:t>DC_1A-3A-7A_n78A-n257F</w:t>
            </w:r>
          </w:p>
          <w:p w14:paraId="0345DB7C" w14:textId="77777777" w:rsidR="001F553E" w:rsidRDefault="001F553E" w:rsidP="00AC3FE8">
            <w:pPr>
              <w:pStyle w:val="TAC"/>
              <w:rPr>
                <w:noProof/>
                <w:lang w:eastAsia="ko-KR"/>
              </w:rPr>
            </w:pPr>
            <w:r>
              <w:rPr>
                <w:noProof/>
                <w:lang w:eastAsia="zh-CN"/>
              </w:rPr>
              <w:t>DC_1A-3A-7A_n78A-n257G</w:t>
            </w:r>
          </w:p>
          <w:p w14:paraId="2A01D9EC" w14:textId="77777777" w:rsidR="001F553E" w:rsidRDefault="001F553E" w:rsidP="00AC3FE8">
            <w:pPr>
              <w:pStyle w:val="TAC"/>
              <w:rPr>
                <w:noProof/>
                <w:lang w:eastAsia="ko-KR"/>
              </w:rPr>
            </w:pPr>
            <w:r>
              <w:rPr>
                <w:noProof/>
                <w:lang w:eastAsia="zh-CN"/>
              </w:rPr>
              <w:t>DC_1A-3A-7A_n78A-n257H</w:t>
            </w:r>
          </w:p>
          <w:p w14:paraId="2411FD38" w14:textId="77777777" w:rsidR="001F553E" w:rsidRDefault="001F553E" w:rsidP="00AC3FE8">
            <w:pPr>
              <w:pStyle w:val="TAC"/>
              <w:rPr>
                <w:noProof/>
                <w:lang w:eastAsia="ko-KR"/>
              </w:rPr>
            </w:pPr>
            <w:r>
              <w:rPr>
                <w:noProof/>
                <w:lang w:eastAsia="zh-CN"/>
              </w:rPr>
              <w:t>DC_1A-3A-7A_n78A-n257I</w:t>
            </w:r>
          </w:p>
          <w:p w14:paraId="612C0696" w14:textId="77777777" w:rsidR="001F553E" w:rsidRDefault="001F553E" w:rsidP="00AC3FE8">
            <w:pPr>
              <w:pStyle w:val="TAC"/>
              <w:rPr>
                <w:noProof/>
                <w:lang w:eastAsia="ko-KR"/>
              </w:rPr>
            </w:pPr>
            <w:r>
              <w:rPr>
                <w:noProof/>
                <w:lang w:eastAsia="zh-CN"/>
              </w:rPr>
              <w:t>DC_1A-3A-7A_n78A-n257J</w:t>
            </w:r>
          </w:p>
          <w:p w14:paraId="7105A000" w14:textId="77777777" w:rsidR="001F553E" w:rsidRDefault="001F553E" w:rsidP="00AC3FE8">
            <w:pPr>
              <w:pStyle w:val="TAC"/>
              <w:rPr>
                <w:noProof/>
                <w:lang w:eastAsia="ko-KR"/>
              </w:rPr>
            </w:pPr>
            <w:r>
              <w:rPr>
                <w:noProof/>
                <w:lang w:eastAsia="zh-CN"/>
              </w:rPr>
              <w:t>DC_1A-3A-7A_n78A-n257K</w:t>
            </w:r>
          </w:p>
          <w:p w14:paraId="7FD81556" w14:textId="77777777" w:rsidR="001F553E" w:rsidRDefault="001F553E" w:rsidP="00AC3FE8">
            <w:pPr>
              <w:pStyle w:val="TAC"/>
              <w:rPr>
                <w:noProof/>
                <w:lang w:eastAsia="ko-KR"/>
              </w:rPr>
            </w:pPr>
            <w:r>
              <w:rPr>
                <w:noProof/>
                <w:lang w:eastAsia="zh-CN"/>
              </w:rPr>
              <w:t>DC_1A-3A-7A_n78A-n257L</w:t>
            </w:r>
          </w:p>
          <w:p w14:paraId="1FB76F78" w14:textId="77777777" w:rsidR="001F553E" w:rsidRDefault="001F553E" w:rsidP="00AC3FE8">
            <w:pPr>
              <w:pStyle w:val="TAC"/>
              <w:rPr>
                <w:noProof/>
              </w:rPr>
            </w:pPr>
            <w:r>
              <w:rPr>
                <w:noProof/>
                <w:lang w:eastAsia="zh-CN"/>
              </w:rPr>
              <w:t>DC_1A-3A-7A_n78A-n257M</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B3BFF5F" w14:textId="77777777" w:rsidR="001F553E" w:rsidRDefault="001F553E" w:rsidP="00AC3FE8">
            <w:pPr>
              <w:pStyle w:val="TAC"/>
              <w:rPr>
                <w:noProof/>
              </w:rPr>
            </w:pPr>
            <w:r>
              <w:rPr>
                <w:noProof/>
              </w:rPr>
              <w:t>DC_1A_n78A</w:t>
            </w:r>
          </w:p>
          <w:p w14:paraId="27C0C2DE" w14:textId="77777777" w:rsidR="001F553E" w:rsidRDefault="001F553E" w:rsidP="00AC3FE8">
            <w:pPr>
              <w:pStyle w:val="TAC"/>
              <w:rPr>
                <w:noProof/>
              </w:rPr>
            </w:pPr>
            <w:r>
              <w:rPr>
                <w:noProof/>
              </w:rPr>
              <w:t>DC_1A_n257A</w:t>
            </w:r>
          </w:p>
          <w:p w14:paraId="290092F2" w14:textId="77777777" w:rsidR="001F553E" w:rsidRDefault="001F553E" w:rsidP="00AC3FE8">
            <w:pPr>
              <w:pStyle w:val="TAC"/>
              <w:rPr>
                <w:noProof/>
              </w:rPr>
            </w:pPr>
            <w:r>
              <w:rPr>
                <w:noProof/>
              </w:rPr>
              <w:t>DC_3A_n78A</w:t>
            </w:r>
          </w:p>
          <w:p w14:paraId="16120EA8" w14:textId="77777777" w:rsidR="001F553E" w:rsidRDefault="001F553E" w:rsidP="00AC3FE8">
            <w:pPr>
              <w:pStyle w:val="TAC"/>
              <w:rPr>
                <w:noProof/>
              </w:rPr>
            </w:pPr>
            <w:r>
              <w:rPr>
                <w:noProof/>
              </w:rPr>
              <w:t>DC_3A_n257A</w:t>
            </w:r>
          </w:p>
          <w:p w14:paraId="4DC8F41C" w14:textId="77777777" w:rsidR="001F553E" w:rsidRDefault="001F553E" w:rsidP="00AC3FE8">
            <w:pPr>
              <w:pStyle w:val="TAC"/>
              <w:rPr>
                <w:noProof/>
              </w:rPr>
            </w:pPr>
            <w:r>
              <w:rPr>
                <w:noProof/>
              </w:rPr>
              <w:t>DC_7A_n78A</w:t>
            </w:r>
          </w:p>
          <w:p w14:paraId="3149AF0A" w14:textId="77777777" w:rsidR="001F553E" w:rsidRDefault="001F553E" w:rsidP="00AC3FE8">
            <w:pPr>
              <w:pStyle w:val="TAC"/>
              <w:rPr>
                <w:noProof/>
              </w:rPr>
            </w:pPr>
            <w:r>
              <w:rPr>
                <w:noProof/>
              </w:rPr>
              <w:t>DC_7A_n257A</w:t>
            </w:r>
          </w:p>
        </w:tc>
      </w:tr>
      <w:tr w:rsidR="001F553E" w14:paraId="1F5FF8DC"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74B95A7" w14:textId="77777777" w:rsidR="001F553E" w:rsidRDefault="001F553E" w:rsidP="00AC3FE8">
            <w:pPr>
              <w:pStyle w:val="TAC"/>
              <w:rPr>
                <w:noProof/>
              </w:rPr>
            </w:pPr>
            <w:r>
              <w:rPr>
                <w:noProof/>
              </w:rPr>
              <w:t>DC_1A-3A-7A-7A_n78A-n257A</w:t>
            </w:r>
          </w:p>
          <w:p w14:paraId="69B8F105" w14:textId="77777777" w:rsidR="001F553E" w:rsidRDefault="001F553E" w:rsidP="00AC3FE8">
            <w:pPr>
              <w:pStyle w:val="TAC"/>
              <w:rPr>
                <w:noProof/>
                <w:lang w:eastAsia="ko-KR"/>
              </w:rPr>
            </w:pPr>
            <w:r>
              <w:rPr>
                <w:noProof/>
                <w:lang w:eastAsia="zh-CN"/>
              </w:rPr>
              <w:t>DC_1A-3A-7A-7A_n78A-n257D</w:t>
            </w:r>
          </w:p>
          <w:p w14:paraId="77034659" w14:textId="77777777" w:rsidR="001F553E" w:rsidRDefault="001F553E" w:rsidP="00AC3FE8">
            <w:pPr>
              <w:pStyle w:val="TAC"/>
              <w:rPr>
                <w:noProof/>
                <w:lang w:eastAsia="ko-KR"/>
              </w:rPr>
            </w:pPr>
            <w:r>
              <w:rPr>
                <w:noProof/>
                <w:lang w:eastAsia="zh-CN"/>
              </w:rPr>
              <w:t>DC_1A-3A-7A-7A_n78A-n257E</w:t>
            </w:r>
          </w:p>
          <w:p w14:paraId="53AEB5FF" w14:textId="77777777" w:rsidR="001F553E" w:rsidRDefault="001F553E" w:rsidP="00AC3FE8">
            <w:pPr>
              <w:pStyle w:val="TAC"/>
              <w:rPr>
                <w:noProof/>
                <w:lang w:eastAsia="ko-KR"/>
              </w:rPr>
            </w:pPr>
            <w:r>
              <w:rPr>
                <w:noProof/>
                <w:lang w:eastAsia="zh-CN"/>
              </w:rPr>
              <w:t>DC_1A-3A-7A-7A_n78A-n257F</w:t>
            </w:r>
          </w:p>
          <w:p w14:paraId="7088E69A" w14:textId="77777777" w:rsidR="001F553E" w:rsidRDefault="001F553E" w:rsidP="00AC3FE8">
            <w:pPr>
              <w:pStyle w:val="TAC"/>
              <w:rPr>
                <w:noProof/>
                <w:lang w:eastAsia="ko-KR"/>
              </w:rPr>
            </w:pPr>
            <w:r>
              <w:rPr>
                <w:noProof/>
                <w:lang w:eastAsia="zh-CN"/>
              </w:rPr>
              <w:t>DC_1A-3A-7A-7A_n78A-n257G</w:t>
            </w:r>
          </w:p>
          <w:p w14:paraId="4F03A286" w14:textId="77777777" w:rsidR="001F553E" w:rsidRDefault="001F553E" w:rsidP="00AC3FE8">
            <w:pPr>
              <w:pStyle w:val="TAC"/>
              <w:rPr>
                <w:noProof/>
                <w:lang w:eastAsia="ko-KR"/>
              </w:rPr>
            </w:pPr>
            <w:r>
              <w:rPr>
                <w:noProof/>
                <w:lang w:eastAsia="zh-CN"/>
              </w:rPr>
              <w:t>DC_1A-3A-7A-7A_n78A-n257H</w:t>
            </w:r>
          </w:p>
          <w:p w14:paraId="597EBCD4" w14:textId="77777777" w:rsidR="001F553E" w:rsidRDefault="001F553E" w:rsidP="00AC3FE8">
            <w:pPr>
              <w:pStyle w:val="TAC"/>
              <w:rPr>
                <w:noProof/>
                <w:lang w:eastAsia="ko-KR"/>
              </w:rPr>
            </w:pPr>
            <w:r>
              <w:rPr>
                <w:noProof/>
                <w:lang w:eastAsia="zh-CN"/>
              </w:rPr>
              <w:t>DC_1A-3A-7A-7A_n78A-n257I</w:t>
            </w:r>
          </w:p>
          <w:p w14:paraId="6E1EFC29" w14:textId="77777777" w:rsidR="001F553E" w:rsidRDefault="001F553E" w:rsidP="00AC3FE8">
            <w:pPr>
              <w:pStyle w:val="TAC"/>
              <w:rPr>
                <w:noProof/>
                <w:lang w:eastAsia="ko-KR"/>
              </w:rPr>
            </w:pPr>
            <w:r>
              <w:rPr>
                <w:noProof/>
                <w:lang w:eastAsia="zh-CN"/>
              </w:rPr>
              <w:t>DC_1A-3A-7A-7A_n78A-n257J</w:t>
            </w:r>
          </w:p>
          <w:p w14:paraId="35BCA75B" w14:textId="77777777" w:rsidR="001F553E" w:rsidRDefault="001F553E" w:rsidP="00AC3FE8">
            <w:pPr>
              <w:pStyle w:val="TAC"/>
              <w:rPr>
                <w:noProof/>
                <w:lang w:eastAsia="ko-KR"/>
              </w:rPr>
            </w:pPr>
            <w:r>
              <w:rPr>
                <w:noProof/>
                <w:lang w:eastAsia="zh-CN"/>
              </w:rPr>
              <w:t>DC_1A-3A-7A-7A_n78A-n257K</w:t>
            </w:r>
          </w:p>
          <w:p w14:paraId="216D2EA5" w14:textId="77777777" w:rsidR="001F553E" w:rsidRDefault="001F553E" w:rsidP="00AC3FE8">
            <w:pPr>
              <w:pStyle w:val="TAC"/>
              <w:rPr>
                <w:noProof/>
                <w:lang w:eastAsia="ko-KR"/>
              </w:rPr>
            </w:pPr>
            <w:r>
              <w:rPr>
                <w:noProof/>
                <w:lang w:eastAsia="zh-CN"/>
              </w:rPr>
              <w:t>DC_1A-3A-7A-7A_n78A-n257L</w:t>
            </w:r>
          </w:p>
          <w:p w14:paraId="74A32896" w14:textId="77777777" w:rsidR="001F553E" w:rsidRDefault="001F553E" w:rsidP="00AC3FE8">
            <w:pPr>
              <w:pStyle w:val="TAC"/>
              <w:rPr>
                <w:noProof/>
              </w:rPr>
            </w:pPr>
            <w:r>
              <w:rPr>
                <w:noProof/>
                <w:lang w:eastAsia="zh-CN"/>
              </w:rPr>
              <w:t>DC_1A-3A-7A-7A_n78A-n257M</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258E89F" w14:textId="77777777" w:rsidR="001F553E" w:rsidRDefault="001F553E" w:rsidP="00AC3FE8">
            <w:pPr>
              <w:pStyle w:val="TAC"/>
              <w:rPr>
                <w:noProof/>
              </w:rPr>
            </w:pPr>
            <w:r>
              <w:rPr>
                <w:noProof/>
              </w:rPr>
              <w:t>DC_1A_n78A</w:t>
            </w:r>
          </w:p>
          <w:p w14:paraId="17E0E56B" w14:textId="77777777" w:rsidR="001F553E" w:rsidRDefault="001F553E" w:rsidP="00AC3FE8">
            <w:pPr>
              <w:pStyle w:val="TAC"/>
              <w:rPr>
                <w:noProof/>
              </w:rPr>
            </w:pPr>
            <w:r>
              <w:rPr>
                <w:noProof/>
              </w:rPr>
              <w:t>DC_1A_n257A</w:t>
            </w:r>
          </w:p>
          <w:p w14:paraId="29CE028E" w14:textId="77777777" w:rsidR="001F553E" w:rsidRDefault="001F553E" w:rsidP="00AC3FE8">
            <w:pPr>
              <w:pStyle w:val="TAC"/>
              <w:rPr>
                <w:noProof/>
              </w:rPr>
            </w:pPr>
            <w:r>
              <w:rPr>
                <w:noProof/>
              </w:rPr>
              <w:t>DC_3A_n78A</w:t>
            </w:r>
          </w:p>
          <w:p w14:paraId="5F44BC67" w14:textId="77777777" w:rsidR="001F553E" w:rsidRDefault="001F553E" w:rsidP="00AC3FE8">
            <w:pPr>
              <w:pStyle w:val="TAC"/>
              <w:rPr>
                <w:noProof/>
              </w:rPr>
            </w:pPr>
            <w:r>
              <w:rPr>
                <w:noProof/>
              </w:rPr>
              <w:t>DC_3A_n257A</w:t>
            </w:r>
          </w:p>
          <w:p w14:paraId="6AFCABCF" w14:textId="77777777" w:rsidR="001F553E" w:rsidRDefault="001F553E" w:rsidP="00AC3FE8">
            <w:pPr>
              <w:pStyle w:val="TAC"/>
              <w:rPr>
                <w:noProof/>
              </w:rPr>
            </w:pPr>
            <w:r>
              <w:rPr>
                <w:noProof/>
              </w:rPr>
              <w:t>DC_7A_n78A</w:t>
            </w:r>
          </w:p>
          <w:p w14:paraId="7A580FB8" w14:textId="77777777" w:rsidR="001F553E" w:rsidRDefault="001F553E" w:rsidP="00AC3FE8">
            <w:pPr>
              <w:pStyle w:val="TAC"/>
              <w:rPr>
                <w:noProof/>
              </w:rPr>
            </w:pPr>
            <w:r>
              <w:rPr>
                <w:noProof/>
              </w:rPr>
              <w:t>DC_7A_n257A</w:t>
            </w:r>
          </w:p>
        </w:tc>
      </w:tr>
      <w:tr w:rsidR="001F553E" w14:paraId="21DC6B00"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FDAE2DE" w14:textId="77777777" w:rsidR="001F553E" w:rsidRDefault="001F553E" w:rsidP="00AC3FE8">
            <w:pPr>
              <w:pStyle w:val="TAC"/>
              <w:rPr>
                <w:noProof/>
              </w:rPr>
            </w:pPr>
            <w:r>
              <w:rPr>
                <w:noProof/>
              </w:rPr>
              <w:t>DC_1A-3A-8A_n78A-n257A</w:t>
            </w:r>
            <w:r>
              <w:rPr>
                <w:vertAlign w:val="superscript"/>
                <w:lang w:eastAsia="zh-TW"/>
              </w:rPr>
              <w:t>2</w:t>
            </w:r>
          </w:p>
          <w:p w14:paraId="4B3E3B69" w14:textId="77777777" w:rsidR="001F553E" w:rsidRDefault="001F553E" w:rsidP="00AC3FE8">
            <w:pPr>
              <w:pStyle w:val="TAC"/>
              <w:rPr>
                <w:noProof/>
                <w:lang w:eastAsia="ko-KR"/>
              </w:rPr>
            </w:pPr>
            <w:r>
              <w:rPr>
                <w:noProof/>
                <w:lang w:eastAsia="zh-CN"/>
              </w:rPr>
              <w:t>DC_1A-3A-8A_n78A-n257D</w:t>
            </w:r>
            <w:r>
              <w:rPr>
                <w:vertAlign w:val="superscript"/>
                <w:lang w:eastAsia="zh-TW"/>
              </w:rPr>
              <w:t>2</w:t>
            </w:r>
          </w:p>
          <w:p w14:paraId="2D7A000A" w14:textId="77777777" w:rsidR="001F553E" w:rsidRDefault="001F553E" w:rsidP="00AC3FE8">
            <w:pPr>
              <w:pStyle w:val="TAC"/>
              <w:rPr>
                <w:noProof/>
                <w:lang w:eastAsia="ko-KR"/>
              </w:rPr>
            </w:pPr>
            <w:r>
              <w:rPr>
                <w:noProof/>
                <w:lang w:eastAsia="zh-CN"/>
              </w:rPr>
              <w:t>DC_1A-3A-8A_n78A-n257E</w:t>
            </w:r>
            <w:r>
              <w:rPr>
                <w:vertAlign w:val="superscript"/>
                <w:lang w:eastAsia="zh-TW"/>
              </w:rPr>
              <w:t>2</w:t>
            </w:r>
          </w:p>
          <w:p w14:paraId="3C6051C1" w14:textId="77777777" w:rsidR="001F553E" w:rsidRDefault="001F553E" w:rsidP="00AC3FE8">
            <w:pPr>
              <w:pStyle w:val="TAC"/>
              <w:rPr>
                <w:noProof/>
                <w:lang w:eastAsia="ko-KR"/>
              </w:rPr>
            </w:pPr>
            <w:r>
              <w:rPr>
                <w:noProof/>
                <w:lang w:eastAsia="zh-CN"/>
              </w:rPr>
              <w:t>DC_1A-3A-8A_n78A-n257F</w:t>
            </w:r>
            <w:r>
              <w:rPr>
                <w:vertAlign w:val="superscript"/>
                <w:lang w:eastAsia="zh-TW"/>
              </w:rPr>
              <w:t>2</w:t>
            </w:r>
          </w:p>
          <w:p w14:paraId="562D35F3" w14:textId="77777777" w:rsidR="001F553E" w:rsidRDefault="001F553E" w:rsidP="00AC3FE8">
            <w:pPr>
              <w:pStyle w:val="TAC"/>
              <w:rPr>
                <w:noProof/>
                <w:lang w:eastAsia="ko-KR"/>
              </w:rPr>
            </w:pPr>
            <w:r>
              <w:rPr>
                <w:noProof/>
                <w:lang w:eastAsia="zh-CN"/>
              </w:rPr>
              <w:t>DC_1A-3A-8A_n78A-n257G</w:t>
            </w:r>
            <w:r>
              <w:rPr>
                <w:vertAlign w:val="superscript"/>
                <w:lang w:eastAsia="zh-TW"/>
              </w:rPr>
              <w:t>2</w:t>
            </w:r>
          </w:p>
          <w:p w14:paraId="1F7B8724" w14:textId="77777777" w:rsidR="001F553E" w:rsidRDefault="001F553E" w:rsidP="00AC3FE8">
            <w:pPr>
              <w:pStyle w:val="TAC"/>
              <w:rPr>
                <w:noProof/>
                <w:lang w:eastAsia="ko-KR"/>
              </w:rPr>
            </w:pPr>
            <w:r>
              <w:rPr>
                <w:noProof/>
                <w:lang w:eastAsia="zh-CN"/>
              </w:rPr>
              <w:t>DC_1A-3A-8A_n78A-n257H</w:t>
            </w:r>
            <w:r>
              <w:rPr>
                <w:vertAlign w:val="superscript"/>
                <w:lang w:eastAsia="zh-TW"/>
              </w:rPr>
              <w:t>2</w:t>
            </w:r>
          </w:p>
          <w:p w14:paraId="60FC3E14" w14:textId="77777777" w:rsidR="001F553E" w:rsidRDefault="001F553E" w:rsidP="00AC3FE8">
            <w:pPr>
              <w:pStyle w:val="TAC"/>
              <w:rPr>
                <w:noProof/>
                <w:lang w:eastAsia="ko-KR"/>
              </w:rPr>
            </w:pPr>
            <w:r>
              <w:rPr>
                <w:noProof/>
                <w:lang w:eastAsia="zh-CN"/>
              </w:rPr>
              <w:t>DC_1A-3A-8A_n78A-n257I</w:t>
            </w:r>
            <w:r>
              <w:rPr>
                <w:vertAlign w:val="superscript"/>
                <w:lang w:eastAsia="zh-TW"/>
              </w:rPr>
              <w:t>2</w:t>
            </w:r>
          </w:p>
          <w:p w14:paraId="47E6627A" w14:textId="77777777" w:rsidR="001F553E" w:rsidRDefault="001F553E" w:rsidP="00AC3FE8">
            <w:pPr>
              <w:pStyle w:val="TAC"/>
              <w:rPr>
                <w:noProof/>
                <w:lang w:eastAsia="ko-KR"/>
              </w:rPr>
            </w:pPr>
            <w:r>
              <w:rPr>
                <w:noProof/>
                <w:lang w:eastAsia="zh-CN"/>
              </w:rPr>
              <w:t>DC_1A-3A-8A_n78A-n257J</w:t>
            </w:r>
            <w:r>
              <w:rPr>
                <w:vertAlign w:val="superscript"/>
                <w:lang w:eastAsia="zh-TW"/>
              </w:rPr>
              <w:t>2</w:t>
            </w:r>
          </w:p>
          <w:p w14:paraId="6C5CBAA9" w14:textId="77777777" w:rsidR="001F553E" w:rsidRDefault="001F553E" w:rsidP="00AC3FE8">
            <w:pPr>
              <w:pStyle w:val="TAC"/>
              <w:rPr>
                <w:noProof/>
                <w:lang w:eastAsia="ko-KR"/>
              </w:rPr>
            </w:pPr>
            <w:r>
              <w:rPr>
                <w:noProof/>
                <w:lang w:eastAsia="zh-CN"/>
              </w:rPr>
              <w:t>DC_1A-3A-8A_n78A-n257K</w:t>
            </w:r>
            <w:r>
              <w:rPr>
                <w:vertAlign w:val="superscript"/>
                <w:lang w:eastAsia="zh-TW"/>
              </w:rPr>
              <w:t>2</w:t>
            </w:r>
          </w:p>
          <w:p w14:paraId="3C71C527" w14:textId="77777777" w:rsidR="001F553E" w:rsidRDefault="001F553E" w:rsidP="00AC3FE8">
            <w:pPr>
              <w:pStyle w:val="TAC"/>
              <w:rPr>
                <w:noProof/>
                <w:lang w:eastAsia="ko-KR"/>
              </w:rPr>
            </w:pPr>
            <w:r>
              <w:rPr>
                <w:noProof/>
                <w:lang w:eastAsia="zh-CN"/>
              </w:rPr>
              <w:t>DC_1A-3A-8A_n78A-n257L</w:t>
            </w:r>
            <w:r>
              <w:rPr>
                <w:vertAlign w:val="superscript"/>
                <w:lang w:eastAsia="zh-TW"/>
              </w:rPr>
              <w:t>2</w:t>
            </w:r>
          </w:p>
          <w:p w14:paraId="73A54866" w14:textId="77777777" w:rsidR="001F553E" w:rsidRDefault="001F553E" w:rsidP="00AC3FE8">
            <w:pPr>
              <w:pStyle w:val="TAC"/>
              <w:rPr>
                <w:noProof/>
                <w:lang w:eastAsia="zh-CN"/>
              </w:rPr>
            </w:pPr>
            <w:r>
              <w:rPr>
                <w:noProof/>
                <w:lang w:eastAsia="zh-CN"/>
              </w:rPr>
              <w:t>DC_1A-3A-8A_n78A-n257M</w:t>
            </w:r>
            <w:r>
              <w:rPr>
                <w:vertAlign w:val="superscript"/>
                <w:lang w:eastAsia="zh-TW"/>
              </w:rPr>
              <w:t>2</w:t>
            </w:r>
          </w:p>
          <w:p w14:paraId="26D76C17" w14:textId="77777777" w:rsidR="001F553E" w:rsidRDefault="001F553E" w:rsidP="00AC3FE8">
            <w:pPr>
              <w:pStyle w:val="TAC"/>
              <w:rPr>
                <w:rFonts w:cs="Arial"/>
                <w:lang w:eastAsia="zh-CN"/>
              </w:rPr>
            </w:pPr>
            <w:r>
              <w:rPr>
                <w:rFonts w:cs="Arial"/>
                <w:lang w:eastAsia="zh-CN"/>
              </w:rPr>
              <w:t>DC_1A-3C-8A_n78A</w:t>
            </w:r>
            <w:r>
              <w:rPr>
                <w:rFonts w:cs="Arial"/>
                <w:lang w:eastAsia="ja-JP"/>
              </w:rPr>
              <w:t>-</w:t>
            </w:r>
            <w:r>
              <w:rPr>
                <w:rFonts w:cs="Arial"/>
                <w:lang w:eastAsia="zh-CN"/>
              </w:rPr>
              <w:t>n257A</w:t>
            </w:r>
          </w:p>
          <w:p w14:paraId="315A6BB9" w14:textId="77777777" w:rsidR="001F553E" w:rsidRDefault="001F553E" w:rsidP="00AC3FE8">
            <w:pPr>
              <w:pStyle w:val="TAC"/>
              <w:rPr>
                <w:rFonts w:eastAsia="Malgun Gothic" w:cs="Arial"/>
                <w:lang w:eastAsia="ko-KR"/>
              </w:rPr>
            </w:pPr>
            <w:r>
              <w:rPr>
                <w:rFonts w:cs="Arial"/>
                <w:lang w:eastAsia="zh-CN"/>
              </w:rPr>
              <w:t>DC_1A-3C-8A_n78A</w:t>
            </w:r>
            <w:r>
              <w:rPr>
                <w:rFonts w:cs="Arial"/>
                <w:lang w:eastAsia="ja-JP"/>
              </w:rPr>
              <w:t>-</w:t>
            </w:r>
            <w:r>
              <w:rPr>
                <w:rFonts w:cs="Arial"/>
                <w:lang w:eastAsia="zh-CN"/>
              </w:rPr>
              <w:t>n257</w:t>
            </w:r>
            <w:r>
              <w:rPr>
                <w:rFonts w:eastAsia="Malgun Gothic" w:cs="Arial"/>
                <w:lang w:eastAsia="ko-KR"/>
              </w:rPr>
              <w:t>D</w:t>
            </w:r>
          </w:p>
          <w:p w14:paraId="74E368FA" w14:textId="77777777" w:rsidR="001F553E" w:rsidRDefault="001F553E" w:rsidP="00AC3FE8">
            <w:pPr>
              <w:pStyle w:val="TAC"/>
              <w:rPr>
                <w:noProof/>
                <w:lang w:eastAsia="ko-KR"/>
              </w:rPr>
            </w:pPr>
            <w:r>
              <w:rPr>
                <w:noProof/>
                <w:lang w:eastAsia="zh-CN"/>
              </w:rPr>
              <w:t>DC_1A-3C-8A_n78A-n257E</w:t>
            </w:r>
          </w:p>
          <w:p w14:paraId="533F37AE" w14:textId="77777777" w:rsidR="001F553E" w:rsidRDefault="001F553E" w:rsidP="00AC3FE8">
            <w:pPr>
              <w:pStyle w:val="TAC"/>
              <w:rPr>
                <w:noProof/>
                <w:lang w:eastAsia="ko-KR"/>
              </w:rPr>
            </w:pPr>
            <w:r>
              <w:rPr>
                <w:noProof/>
                <w:lang w:eastAsia="zh-CN"/>
              </w:rPr>
              <w:t>DC_1A-3C-8A_n78A-n257F</w:t>
            </w:r>
          </w:p>
          <w:p w14:paraId="3B47E79A" w14:textId="77777777" w:rsidR="001F553E" w:rsidRDefault="001F553E" w:rsidP="00AC3FE8">
            <w:pPr>
              <w:pStyle w:val="TAC"/>
              <w:rPr>
                <w:noProof/>
                <w:lang w:eastAsia="ko-KR"/>
              </w:rPr>
            </w:pPr>
            <w:r>
              <w:rPr>
                <w:noProof/>
                <w:lang w:eastAsia="zh-CN"/>
              </w:rPr>
              <w:t>DC_1A-3C-8A_n78A-n257G</w:t>
            </w:r>
          </w:p>
          <w:p w14:paraId="508CCD2B" w14:textId="77777777" w:rsidR="001F553E" w:rsidRDefault="001F553E" w:rsidP="00AC3FE8">
            <w:pPr>
              <w:pStyle w:val="TAC"/>
              <w:rPr>
                <w:noProof/>
                <w:lang w:eastAsia="ko-KR"/>
              </w:rPr>
            </w:pPr>
            <w:r>
              <w:rPr>
                <w:noProof/>
                <w:lang w:eastAsia="zh-CN"/>
              </w:rPr>
              <w:t>DC_1A-3C-8A_n78A-n257H</w:t>
            </w:r>
          </w:p>
          <w:p w14:paraId="44A7DCBD" w14:textId="77777777" w:rsidR="001F553E" w:rsidRDefault="001F553E" w:rsidP="00AC3FE8">
            <w:pPr>
              <w:pStyle w:val="TAC"/>
              <w:rPr>
                <w:noProof/>
                <w:lang w:eastAsia="ko-KR"/>
              </w:rPr>
            </w:pPr>
            <w:r>
              <w:rPr>
                <w:noProof/>
                <w:lang w:eastAsia="zh-CN"/>
              </w:rPr>
              <w:t>DC_1A-3C-8A_n78A-n257I</w:t>
            </w:r>
          </w:p>
          <w:p w14:paraId="76CC0AA2" w14:textId="77777777" w:rsidR="001F553E" w:rsidRDefault="001F553E" w:rsidP="00AC3FE8">
            <w:pPr>
              <w:pStyle w:val="TAC"/>
              <w:rPr>
                <w:noProof/>
                <w:lang w:eastAsia="ko-KR"/>
              </w:rPr>
            </w:pPr>
            <w:r>
              <w:rPr>
                <w:noProof/>
                <w:lang w:eastAsia="zh-CN"/>
              </w:rPr>
              <w:t>DC_1A-3C-8A_n78A-n257J</w:t>
            </w:r>
          </w:p>
          <w:p w14:paraId="0CC0F01A" w14:textId="77777777" w:rsidR="001F553E" w:rsidRDefault="001F553E" w:rsidP="00AC3FE8">
            <w:pPr>
              <w:pStyle w:val="TAC"/>
              <w:rPr>
                <w:noProof/>
                <w:lang w:eastAsia="ko-KR"/>
              </w:rPr>
            </w:pPr>
            <w:r>
              <w:rPr>
                <w:noProof/>
                <w:lang w:eastAsia="zh-CN"/>
              </w:rPr>
              <w:t>DC_1A-3C-8A_n78A-n257K</w:t>
            </w:r>
          </w:p>
          <w:p w14:paraId="60C7C3AD" w14:textId="77777777" w:rsidR="001F553E" w:rsidRDefault="001F553E" w:rsidP="00AC3FE8">
            <w:pPr>
              <w:pStyle w:val="TAC"/>
              <w:rPr>
                <w:noProof/>
                <w:lang w:eastAsia="ko-KR"/>
              </w:rPr>
            </w:pPr>
            <w:r>
              <w:rPr>
                <w:noProof/>
                <w:lang w:eastAsia="zh-CN"/>
              </w:rPr>
              <w:t>DC_1A-3C-8A_n78A-n257L</w:t>
            </w:r>
          </w:p>
          <w:p w14:paraId="6AAAA075" w14:textId="77777777" w:rsidR="001F553E" w:rsidRDefault="001F553E" w:rsidP="00AC3FE8">
            <w:pPr>
              <w:pStyle w:val="TAC"/>
              <w:rPr>
                <w:noProof/>
              </w:rPr>
            </w:pPr>
            <w:r>
              <w:rPr>
                <w:noProof/>
                <w:lang w:eastAsia="zh-CN"/>
              </w:rPr>
              <w:t>DC_1A-3C-8A_n78A-n257M</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EDA95D3" w14:textId="77777777" w:rsidR="001F553E" w:rsidRDefault="001F553E" w:rsidP="00AC3FE8">
            <w:pPr>
              <w:pStyle w:val="TAC"/>
              <w:rPr>
                <w:noProof/>
              </w:rPr>
            </w:pPr>
            <w:r>
              <w:rPr>
                <w:noProof/>
              </w:rPr>
              <w:t>DC_1A_n78A</w:t>
            </w:r>
          </w:p>
          <w:p w14:paraId="12B29A05" w14:textId="77777777" w:rsidR="001F553E" w:rsidRDefault="001F553E" w:rsidP="00AC3FE8">
            <w:pPr>
              <w:pStyle w:val="TAC"/>
              <w:rPr>
                <w:noProof/>
              </w:rPr>
            </w:pPr>
            <w:r>
              <w:rPr>
                <w:noProof/>
              </w:rPr>
              <w:t>DC_1A_n257A</w:t>
            </w:r>
          </w:p>
          <w:p w14:paraId="68CB678A" w14:textId="77777777" w:rsidR="001F553E" w:rsidRDefault="001F553E" w:rsidP="00AC3FE8">
            <w:pPr>
              <w:pStyle w:val="TAC"/>
              <w:rPr>
                <w:noProof/>
              </w:rPr>
            </w:pPr>
            <w:r>
              <w:rPr>
                <w:noProof/>
              </w:rPr>
              <w:t>DC_3A_n78A</w:t>
            </w:r>
          </w:p>
          <w:p w14:paraId="5E4FFC09" w14:textId="77777777" w:rsidR="001F553E" w:rsidRDefault="001F553E" w:rsidP="00AC3FE8">
            <w:pPr>
              <w:pStyle w:val="TAC"/>
              <w:rPr>
                <w:noProof/>
              </w:rPr>
            </w:pPr>
            <w:r>
              <w:rPr>
                <w:noProof/>
              </w:rPr>
              <w:t>DC_3A_n257A</w:t>
            </w:r>
          </w:p>
          <w:p w14:paraId="3D84DC7B" w14:textId="77777777" w:rsidR="001F553E" w:rsidRDefault="001F553E" w:rsidP="00AC3FE8">
            <w:pPr>
              <w:pStyle w:val="TAC"/>
              <w:rPr>
                <w:noProof/>
              </w:rPr>
            </w:pPr>
            <w:r>
              <w:rPr>
                <w:noProof/>
              </w:rPr>
              <w:t>DC_8A_n78A</w:t>
            </w:r>
          </w:p>
          <w:p w14:paraId="2D0B3426" w14:textId="77777777" w:rsidR="001F553E" w:rsidRDefault="001F553E" w:rsidP="00AC3FE8">
            <w:pPr>
              <w:pStyle w:val="TAC"/>
              <w:rPr>
                <w:noProof/>
              </w:rPr>
            </w:pPr>
            <w:r>
              <w:rPr>
                <w:noProof/>
              </w:rPr>
              <w:t>DC_8A_n257A</w:t>
            </w:r>
          </w:p>
        </w:tc>
      </w:tr>
      <w:tr w:rsidR="001F553E" w14:paraId="50101E8D"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001A6A2" w14:textId="77777777" w:rsidR="001F553E" w:rsidRDefault="001F553E" w:rsidP="00AC3FE8">
            <w:pPr>
              <w:pStyle w:val="TAC"/>
              <w:rPr>
                <w:noProof/>
              </w:rPr>
            </w:pPr>
            <w:r>
              <w:rPr>
                <w:noProof/>
              </w:rPr>
              <w:lastRenderedPageBreak/>
              <w:t>DC_1A-3A-18A_n78A-n257A</w:t>
            </w:r>
          </w:p>
          <w:p w14:paraId="7A626133" w14:textId="77777777" w:rsidR="001F553E" w:rsidRDefault="001F553E" w:rsidP="00AC3FE8">
            <w:pPr>
              <w:pStyle w:val="TAC"/>
              <w:rPr>
                <w:noProof/>
                <w:lang w:eastAsia="ko-KR"/>
              </w:rPr>
            </w:pPr>
            <w:r>
              <w:rPr>
                <w:noProof/>
                <w:lang w:eastAsia="zh-CN"/>
              </w:rPr>
              <w:t>DC_1A-3A-18A_n78A-n257G</w:t>
            </w:r>
          </w:p>
          <w:p w14:paraId="2B37E541" w14:textId="77777777" w:rsidR="001F553E" w:rsidRDefault="001F553E" w:rsidP="00AC3FE8">
            <w:pPr>
              <w:pStyle w:val="TAC"/>
              <w:rPr>
                <w:noProof/>
                <w:lang w:eastAsia="ko-KR"/>
              </w:rPr>
            </w:pPr>
            <w:r>
              <w:rPr>
                <w:noProof/>
                <w:lang w:eastAsia="zh-CN"/>
              </w:rPr>
              <w:t>DC_1A-3A-18A_n78A-n257H</w:t>
            </w:r>
          </w:p>
          <w:p w14:paraId="1A62AEAE" w14:textId="77777777" w:rsidR="001F553E" w:rsidRDefault="001F553E" w:rsidP="00AC3FE8">
            <w:pPr>
              <w:pStyle w:val="TAC"/>
              <w:rPr>
                <w:noProof/>
              </w:rPr>
            </w:pPr>
            <w:r>
              <w:rPr>
                <w:noProof/>
                <w:lang w:eastAsia="zh-CN"/>
              </w:rPr>
              <w:t>DC_1A-3A-18A_n78A-n257I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6D4084D" w14:textId="77777777" w:rsidR="001F553E" w:rsidRDefault="001F553E" w:rsidP="00AC3FE8">
            <w:pPr>
              <w:pStyle w:val="TAC"/>
              <w:rPr>
                <w:rFonts w:cs="Arial"/>
                <w:lang w:eastAsia="zh-CN"/>
              </w:rPr>
            </w:pPr>
            <w:r>
              <w:rPr>
                <w:rFonts w:cs="Arial"/>
                <w:lang w:eastAsia="zh-CN"/>
              </w:rPr>
              <w:t>DC_1A_n78A</w:t>
            </w:r>
          </w:p>
          <w:p w14:paraId="1F4F4991" w14:textId="77777777" w:rsidR="001F553E" w:rsidRDefault="001F553E" w:rsidP="00AC3FE8">
            <w:pPr>
              <w:pStyle w:val="TAC"/>
              <w:rPr>
                <w:rFonts w:cs="Arial"/>
                <w:lang w:eastAsia="zh-CN"/>
              </w:rPr>
            </w:pPr>
            <w:r>
              <w:rPr>
                <w:rFonts w:cs="Arial"/>
                <w:lang w:eastAsia="zh-CN"/>
              </w:rPr>
              <w:t>DC_1A_n257A</w:t>
            </w:r>
          </w:p>
          <w:p w14:paraId="3FC6001D" w14:textId="77777777" w:rsidR="001F553E" w:rsidRDefault="001F553E" w:rsidP="00AC3FE8">
            <w:pPr>
              <w:pStyle w:val="TAC"/>
              <w:rPr>
                <w:rFonts w:cs="Arial"/>
                <w:lang w:eastAsia="zh-CN"/>
              </w:rPr>
            </w:pPr>
            <w:r>
              <w:rPr>
                <w:rFonts w:cs="Arial"/>
                <w:lang w:eastAsia="zh-CN"/>
              </w:rPr>
              <w:t>DC_1A_n257G</w:t>
            </w:r>
          </w:p>
          <w:p w14:paraId="29FF3A78" w14:textId="77777777" w:rsidR="001F553E" w:rsidRDefault="001F553E" w:rsidP="00AC3FE8">
            <w:pPr>
              <w:pStyle w:val="TAC"/>
              <w:rPr>
                <w:rFonts w:cs="Arial"/>
                <w:lang w:eastAsia="zh-CN"/>
              </w:rPr>
            </w:pPr>
            <w:r>
              <w:rPr>
                <w:rFonts w:cs="Arial"/>
                <w:lang w:eastAsia="zh-CN"/>
              </w:rPr>
              <w:t>DC_1A_n257H</w:t>
            </w:r>
          </w:p>
          <w:p w14:paraId="3F72D094" w14:textId="77777777" w:rsidR="001F553E" w:rsidRDefault="001F553E" w:rsidP="00AC3FE8">
            <w:pPr>
              <w:pStyle w:val="TAC"/>
              <w:rPr>
                <w:rFonts w:cs="Arial"/>
                <w:lang w:eastAsia="zh-CN"/>
              </w:rPr>
            </w:pPr>
            <w:r>
              <w:rPr>
                <w:rFonts w:cs="Arial"/>
                <w:lang w:eastAsia="zh-CN"/>
              </w:rPr>
              <w:t>DC_1A_n257I</w:t>
            </w:r>
          </w:p>
          <w:p w14:paraId="32B8A671" w14:textId="77777777" w:rsidR="001F553E" w:rsidRDefault="001F553E" w:rsidP="00AC3FE8">
            <w:pPr>
              <w:pStyle w:val="TAC"/>
              <w:rPr>
                <w:rFonts w:cs="Arial"/>
                <w:lang w:eastAsia="zh-CN"/>
              </w:rPr>
            </w:pPr>
            <w:r>
              <w:rPr>
                <w:rFonts w:cs="Arial"/>
                <w:lang w:eastAsia="zh-CN"/>
              </w:rPr>
              <w:t>DC_3A_n78A</w:t>
            </w:r>
          </w:p>
          <w:p w14:paraId="70D60D5F" w14:textId="77777777" w:rsidR="001F553E" w:rsidRDefault="001F553E" w:rsidP="00AC3FE8">
            <w:pPr>
              <w:pStyle w:val="TAC"/>
              <w:rPr>
                <w:rFonts w:cs="Arial"/>
                <w:lang w:eastAsia="zh-CN"/>
              </w:rPr>
            </w:pPr>
            <w:r>
              <w:rPr>
                <w:rFonts w:cs="Arial"/>
                <w:lang w:eastAsia="zh-CN"/>
              </w:rPr>
              <w:t>DC_3A_n257A</w:t>
            </w:r>
          </w:p>
          <w:p w14:paraId="5ECBEAEC" w14:textId="77777777" w:rsidR="001F553E" w:rsidRDefault="001F553E" w:rsidP="00AC3FE8">
            <w:pPr>
              <w:pStyle w:val="TAC"/>
              <w:rPr>
                <w:rFonts w:cs="Arial"/>
                <w:lang w:eastAsia="zh-CN"/>
              </w:rPr>
            </w:pPr>
            <w:r>
              <w:rPr>
                <w:rFonts w:cs="Arial"/>
                <w:lang w:eastAsia="zh-CN"/>
              </w:rPr>
              <w:t>DC_3A_n257G</w:t>
            </w:r>
          </w:p>
          <w:p w14:paraId="500051D9" w14:textId="77777777" w:rsidR="001F553E" w:rsidRDefault="001F553E" w:rsidP="00AC3FE8">
            <w:pPr>
              <w:pStyle w:val="TAC"/>
              <w:rPr>
                <w:rFonts w:cs="Arial"/>
                <w:lang w:eastAsia="zh-CN"/>
              </w:rPr>
            </w:pPr>
            <w:r>
              <w:rPr>
                <w:rFonts w:cs="Arial"/>
                <w:lang w:eastAsia="zh-CN"/>
              </w:rPr>
              <w:t>DC_3A_n257H</w:t>
            </w:r>
          </w:p>
          <w:p w14:paraId="3750E42C" w14:textId="77777777" w:rsidR="001F553E" w:rsidRDefault="001F553E" w:rsidP="00AC3FE8">
            <w:pPr>
              <w:pStyle w:val="TAC"/>
              <w:rPr>
                <w:rFonts w:cs="Arial"/>
                <w:lang w:eastAsia="zh-CN"/>
              </w:rPr>
            </w:pPr>
            <w:r>
              <w:rPr>
                <w:rFonts w:cs="Arial"/>
                <w:lang w:eastAsia="zh-CN"/>
              </w:rPr>
              <w:t>DC_3A_n257I</w:t>
            </w:r>
          </w:p>
          <w:p w14:paraId="354E4CDE" w14:textId="77777777" w:rsidR="001F553E" w:rsidRDefault="001F553E" w:rsidP="00AC3FE8">
            <w:pPr>
              <w:pStyle w:val="TAC"/>
              <w:rPr>
                <w:rFonts w:cs="Arial"/>
                <w:lang w:eastAsia="zh-CN"/>
              </w:rPr>
            </w:pPr>
            <w:r>
              <w:rPr>
                <w:rFonts w:cs="Arial"/>
                <w:lang w:eastAsia="zh-CN"/>
              </w:rPr>
              <w:t>DC_18A_n78A</w:t>
            </w:r>
          </w:p>
          <w:p w14:paraId="17E7B52C" w14:textId="77777777" w:rsidR="001F553E" w:rsidRDefault="001F553E" w:rsidP="00AC3FE8">
            <w:pPr>
              <w:pStyle w:val="TAC"/>
              <w:rPr>
                <w:rFonts w:cs="Arial"/>
                <w:lang w:eastAsia="zh-CN"/>
              </w:rPr>
            </w:pPr>
            <w:r>
              <w:rPr>
                <w:rFonts w:cs="Arial"/>
                <w:lang w:eastAsia="zh-CN"/>
              </w:rPr>
              <w:t>DC_18A_n257A</w:t>
            </w:r>
          </w:p>
          <w:p w14:paraId="2F1E0844" w14:textId="77777777" w:rsidR="001F553E" w:rsidRDefault="001F553E" w:rsidP="00AC3FE8">
            <w:pPr>
              <w:pStyle w:val="TAC"/>
              <w:rPr>
                <w:rFonts w:cs="Arial"/>
                <w:lang w:eastAsia="zh-CN"/>
              </w:rPr>
            </w:pPr>
            <w:r>
              <w:rPr>
                <w:rFonts w:cs="Arial"/>
                <w:lang w:eastAsia="zh-CN"/>
              </w:rPr>
              <w:t>DC_18A_n257G</w:t>
            </w:r>
          </w:p>
          <w:p w14:paraId="2E2FE3C8" w14:textId="77777777" w:rsidR="001F553E" w:rsidRDefault="001F553E" w:rsidP="00AC3FE8">
            <w:pPr>
              <w:pStyle w:val="TAC"/>
              <w:rPr>
                <w:rFonts w:cs="Arial"/>
                <w:lang w:eastAsia="zh-CN"/>
              </w:rPr>
            </w:pPr>
            <w:r>
              <w:rPr>
                <w:rFonts w:cs="Arial"/>
                <w:lang w:eastAsia="zh-CN"/>
              </w:rPr>
              <w:t>DC_18A_n257H</w:t>
            </w:r>
          </w:p>
          <w:p w14:paraId="7E4249A4" w14:textId="77777777" w:rsidR="001F553E" w:rsidRDefault="001F553E" w:rsidP="00AC3FE8">
            <w:pPr>
              <w:pStyle w:val="TAC"/>
              <w:rPr>
                <w:noProof/>
              </w:rPr>
            </w:pPr>
            <w:r>
              <w:rPr>
                <w:rFonts w:cs="Arial"/>
                <w:lang w:eastAsia="zh-CN"/>
              </w:rPr>
              <w:t>DC_18A_n257I</w:t>
            </w:r>
          </w:p>
        </w:tc>
      </w:tr>
      <w:tr w:rsidR="001F553E" w14:paraId="582FF186"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570D85F" w14:textId="77777777" w:rsidR="001F553E" w:rsidRDefault="001F553E" w:rsidP="00AC3FE8">
            <w:pPr>
              <w:pStyle w:val="TAC"/>
              <w:rPr>
                <w:rFonts w:eastAsia="Malgun Gothic" w:cs="Arial"/>
                <w:lang w:eastAsia="ko-KR"/>
              </w:rPr>
            </w:pPr>
            <w:r>
              <w:rPr>
                <w:rFonts w:cs="Arial"/>
                <w:lang w:eastAsia="zh-CN"/>
              </w:rPr>
              <w:t>DC_1A-3A-21A_n77A</w:t>
            </w:r>
            <w:r>
              <w:rPr>
                <w:rFonts w:cs="Arial"/>
                <w:lang w:eastAsia="ja-JP"/>
              </w:rPr>
              <w:t>-</w:t>
            </w:r>
            <w:r>
              <w:rPr>
                <w:rFonts w:cs="Arial"/>
                <w:lang w:eastAsia="zh-CN"/>
              </w:rPr>
              <w:t>n257</w:t>
            </w:r>
            <w:r>
              <w:rPr>
                <w:rFonts w:eastAsia="Malgun Gothic" w:cs="Arial"/>
                <w:lang w:eastAsia="ko-KR"/>
              </w:rPr>
              <w:t>A</w:t>
            </w:r>
            <w:r>
              <w:rPr>
                <w:vertAlign w:val="superscript"/>
                <w:lang w:eastAsia="zh-TW"/>
              </w:rPr>
              <w:t>2</w:t>
            </w:r>
          </w:p>
          <w:p w14:paraId="2529837D" w14:textId="77777777" w:rsidR="001F553E" w:rsidRDefault="001F553E" w:rsidP="00AC3FE8">
            <w:pPr>
              <w:pStyle w:val="TAC"/>
              <w:rPr>
                <w:rFonts w:eastAsia="Malgun Gothic" w:cs="Arial"/>
                <w:lang w:eastAsia="ko-KR"/>
              </w:rPr>
            </w:pPr>
            <w:r>
              <w:rPr>
                <w:rFonts w:cs="Arial"/>
                <w:lang w:eastAsia="zh-CN"/>
              </w:rPr>
              <w:t>DC_1A-3A-21A_n77A</w:t>
            </w:r>
            <w:r>
              <w:rPr>
                <w:rFonts w:cs="Arial"/>
                <w:lang w:eastAsia="ja-JP"/>
              </w:rPr>
              <w:t>-</w:t>
            </w:r>
            <w:r>
              <w:rPr>
                <w:rFonts w:cs="Arial"/>
                <w:lang w:eastAsia="zh-CN"/>
              </w:rPr>
              <w:t>n257</w:t>
            </w:r>
            <w:r>
              <w:rPr>
                <w:rFonts w:eastAsia="Malgun Gothic" w:cs="Arial"/>
                <w:lang w:eastAsia="ko-KR"/>
              </w:rPr>
              <w:t>G</w:t>
            </w:r>
            <w:r>
              <w:rPr>
                <w:vertAlign w:val="superscript"/>
                <w:lang w:eastAsia="zh-TW"/>
              </w:rPr>
              <w:t>2</w:t>
            </w:r>
          </w:p>
          <w:p w14:paraId="44A6171F" w14:textId="77777777" w:rsidR="001F553E" w:rsidRDefault="001F553E" w:rsidP="00AC3FE8">
            <w:pPr>
              <w:pStyle w:val="TAC"/>
              <w:rPr>
                <w:rFonts w:eastAsia="Malgun Gothic" w:cs="Arial"/>
                <w:lang w:eastAsia="ko-KR"/>
              </w:rPr>
            </w:pPr>
            <w:r>
              <w:rPr>
                <w:rFonts w:cs="Arial"/>
                <w:lang w:eastAsia="zh-CN"/>
              </w:rPr>
              <w:t>DC_1A-3A-21A_n77A</w:t>
            </w:r>
            <w:r>
              <w:rPr>
                <w:rFonts w:cs="Arial"/>
                <w:lang w:eastAsia="ja-JP"/>
              </w:rPr>
              <w:t>-</w:t>
            </w:r>
            <w:r>
              <w:rPr>
                <w:rFonts w:cs="Arial"/>
                <w:lang w:eastAsia="zh-CN"/>
              </w:rPr>
              <w:t>n257</w:t>
            </w:r>
            <w:r>
              <w:rPr>
                <w:rFonts w:eastAsia="Malgun Gothic" w:cs="Arial"/>
                <w:lang w:eastAsia="ko-KR"/>
              </w:rPr>
              <w:t>H</w:t>
            </w:r>
            <w:r>
              <w:rPr>
                <w:vertAlign w:val="superscript"/>
                <w:lang w:eastAsia="zh-TW"/>
              </w:rPr>
              <w:t>2</w:t>
            </w:r>
          </w:p>
          <w:p w14:paraId="32D1C965" w14:textId="77777777" w:rsidR="001F553E" w:rsidRDefault="001F553E" w:rsidP="00AC3FE8">
            <w:pPr>
              <w:pStyle w:val="TAC"/>
              <w:rPr>
                <w:noProof/>
              </w:rPr>
            </w:pPr>
            <w:r>
              <w:rPr>
                <w:rFonts w:cs="Arial"/>
                <w:lang w:eastAsia="zh-CN"/>
              </w:rPr>
              <w:t>DC_1A-3A-21A_n77A</w:t>
            </w:r>
            <w:r>
              <w:rPr>
                <w:rFonts w:cs="Arial"/>
                <w:lang w:eastAsia="ja-JP"/>
              </w:rPr>
              <w:t>-</w:t>
            </w:r>
            <w:r>
              <w:rPr>
                <w:rFonts w:cs="Arial"/>
                <w:lang w:eastAsia="zh-CN"/>
              </w:rPr>
              <w:t>n257</w:t>
            </w:r>
            <w:r>
              <w:rPr>
                <w:rFonts w:eastAsia="Malgun Gothic" w:cs="Arial"/>
                <w:lang w:eastAsia="ko-KR"/>
              </w:rPr>
              <w:t>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527E5F5" w14:textId="77777777" w:rsidR="001F553E" w:rsidRDefault="001F553E" w:rsidP="00AC3FE8">
            <w:pPr>
              <w:pStyle w:val="TAC"/>
              <w:rPr>
                <w:rFonts w:cs="Arial"/>
                <w:lang w:eastAsia="zh-CN"/>
              </w:rPr>
            </w:pPr>
            <w:r>
              <w:rPr>
                <w:rFonts w:cs="Arial"/>
                <w:lang w:eastAsia="zh-CN"/>
              </w:rPr>
              <w:t>DC_1A_n77A</w:t>
            </w:r>
          </w:p>
          <w:p w14:paraId="56ADBFAB" w14:textId="77777777" w:rsidR="001F553E" w:rsidRDefault="001F553E" w:rsidP="00AC3FE8">
            <w:pPr>
              <w:pStyle w:val="TAC"/>
              <w:rPr>
                <w:rFonts w:cs="Arial"/>
                <w:lang w:eastAsia="zh-CN"/>
              </w:rPr>
            </w:pPr>
            <w:r>
              <w:rPr>
                <w:rFonts w:cs="Arial"/>
                <w:lang w:eastAsia="zh-CN"/>
              </w:rPr>
              <w:t>DC_1A_n257A</w:t>
            </w:r>
          </w:p>
          <w:p w14:paraId="629EF0E4" w14:textId="77777777" w:rsidR="001F553E" w:rsidRDefault="001F553E" w:rsidP="00AC3FE8">
            <w:pPr>
              <w:pStyle w:val="TAC"/>
              <w:rPr>
                <w:rFonts w:cs="Arial"/>
                <w:lang w:eastAsia="zh-CN"/>
              </w:rPr>
            </w:pPr>
            <w:r>
              <w:rPr>
                <w:rFonts w:cs="Arial"/>
                <w:lang w:eastAsia="zh-CN"/>
              </w:rPr>
              <w:t>DC_1A_n257G</w:t>
            </w:r>
          </w:p>
          <w:p w14:paraId="068C38A4" w14:textId="77777777" w:rsidR="001F553E" w:rsidRDefault="001F553E" w:rsidP="00AC3FE8">
            <w:pPr>
              <w:pStyle w:val="TAC"/>
              <w:rPr>
                <w:rFonts w:cs="Arial"/>
                <w:lang w:eastAsia="zh-CN"/>
              </w:rPr>
            </w:pPr>
            <w:r>
              <w:rPr>
                <w:rFonts w:cs="Arial"/>
                <w:lang w:eastAsia="zh-CN"/>
              </w:rPr>
              <w:t>DC_1A_n257H</w:t>
            </w:r>
          </w:p>
          <w:p w14:paraId="4C65AEF0" w14:textId="77777777" w:rsidR="001F553E" w:rsidRDefault="001F553E" w:rsidP="00AC3FE8">
            <w:pPr>
              <w:pStyle w:val="TAC"/>
              <w:rPr>
                <w:rFonts w:cs="Arial"/>
                <w:lang w:eastAsia="zh-CN"/>
              </w:rPr>
            </w:pPr>
            <w:r>
              <w:rPr>
                <w:rFonts w:cs="Arial"/>
                <w:lang w:eastAsia="zh-CN"/>
              </w:rPr>
              <w:t>DC_1A_n257I</w:t>
            </w:r>
          </w:p>
          <w:p w14:paraId="73F51256" w14:textId="77777777" w:rsidR="001F553E" w:rsidRDefault="001F553E" w:rsidP="00AC3FE8">
            <w:pPr>
              <w:pStyle w:val="TAC"/>
              <w:rPr>
                <w:rFonts w:eastAsia="Malgun Gothic" w:cs="Arial"/>
                <w:lang w:eastAsia="ko-KR"/>
              </w:rPr>
            </w:pPr>
            <w:r>
              <w:rPr>
                <w:rFonts w:eastAsia="Malgun Gothic" w:cs="Arial"/>
                <w:lang w:eastAsia="ko-KR"/>
              </w:rPr>
              <w:t>DC_3A_n77A</w:t>
            </w:r>
          </w:p>
          <w:p w14:paraId="1BCD75B0" w14:textId="77777777" w:rsidR="001F553E" w:rsidRDefault="001F553E" w:rsidP="00AC3FE8">
            <w:pPr>
              <w:pStyle w:val="TAC"/>
              <w:rPr>
                <w:rFonts w:eastAsia="Malgun Gothic" w:cs="Arial"/>
                <w:lang w:eastAsia="ko-KR"/>
              </w:rPr>
            </w:pPr>
            <w:r>
              <w:rPr>
                <w:rFonts w:eastAsia="Malgun Gothic" w:cs="Arial"/>
                <w:lang w:eastAsia="ko-KR"/>
              </w:rPr>
              <w:t>DC_3A_n257A</w:t>
            </w:r>
          </w:p>
          <w:p w14:paraId="3428B1F0" w14:textId="77777777" w:rsidR="001F553E" w:rsidRDefault="001F553E" w:rsidP="00AC3FE8">
            <w:pPr>
              <w:pStyle w:val="TAC"/>
              <w:rPr>
                <w:rFonts w:eastAsia="Malgun Gothic" w:cs="Arial"/>
                <w:lang w:eastAsia="ko-KR"/>
              </w:rPr>
            </w:pPr>
            <w:r>
              <w:rPr>
                <w:rFonts w:eastAsia="Malgun Gothic" w:cs="Arial"/>
                <w:lang w:eastAsia="ko-KR"/>
              </w:rPr>
              <w:t>DC_3A_n257G</w:t>
            </w:r>
          </w:p>
          <w:p w14:paraId="183F053A" w14:textId="77777777" w:rsidR="001F553E" w:rsidRDefault="001F553E" w:rsidP="00AC3FE8">
            <w:pPr>
              <w:pStyle w:val="TAC"/>
              <w:rPr>
                <w:rFonts w:eastAsia="Malgun Gothic" w:cs="Arial"/>
                <w:lang w:eastAsia="ko-KR"/>
              </w:rPr>
            </w:pPr>
            <w:r>
              <w:rPr>
                <w:rFonts w:eastAsia="Malgun Gothic" w:cs="Arial"/>
                <w:lang w:eastAsia="ko-KR"/>
              </w:rPr>
              <w:t>DC_3A_n257H</w:t>
            </w:r>
          </w:p>
          <w:p w14:paraId="44B84F06" w14:textId="77777777" w:rsidR="001F553E" w:rsidRDefault="001F553E" w:rsidP="00AC3FE8">
            <w:pPr>
              <w:pStyle w:val="TAC"/>
              <w:rPr>
                <w:rFonts w:eastAsia="Malgun Gothic" w:cs="Arial"/>
                <w:lang w:eastAsia="ko-KR"/>
              </w:rPr>
            </w:pPr>
            <w:r>
              <w:rPr>
                <w:rFonts w:eastAsia="Malgun Gothic" w:cs="Arial"/>
                <w:lang w:eastAsia="ko-KR"/>
              </w:rPr>
              <w:t>DC_3A_n257I</w:t>
            </w:r>
          </w:p>
          <w:p w14:paraId="6DBC618F" w14:textId="77777777" w:rsidR="001F553E" w:rsidRDefault="001F553E" w:rsidP="00AC3FE8">
            <w:pPr>
              <w:pStyle w:val="TAC"/>
              <w:rPr>
                <w:rFonts w:cs="Arial"/>
                <w:lang w:eastAsia="zh-CN"/>
              </w:rPr>
            </w:pPr>
            <w:r>
              <w:rPr>
                <w:rFonts w:cs="Arial"/>
                <w:lang w:eastAsia="zh-CN"/>
              </w:rPr>
              <w:t>DC_21A_n77A</w:t>
            </w:r>
          </w:p>
          <w:p w14:paraId="6EF7969E" w14:textId="77777777" w:rsidR="001F553E" w:rsidRDefault="001F553E" w:rsidP="00AC3FE8">
            <w:pPr>
              <w:pStyle w:val="TAC"/>
              <w:rPr>
                <w:rFonts w:cs="Arial"/>
                <w:lang w:eastAsia="zh-CN"/>
              </w:rPr>
            </w:pPr>
            <w:r>
              <w:rPr>
                <w:rFonts w:cs="Arial"/>
                <w:lang w:eastAsia="zh-CN"/>
              </w:rPr>
              <w:t>DC_21A_n257A</w:t>
            </w:r>
          </w:p>
          <w:p w14:paraId="2B5A2C5A" w14:textId="77777777" w:rsidR="001F553E" w:rsidRDefault="001F553E" w:rsidP="00AC3FE8">
            <w:pPr>
              <w:pStyle w:val="TAC"/>
              <w:rPr>
                <w:rFonts w:cs="Arial"/>
                <w:lang w:eastAsia="zh-CN"/>
              </w:rPr>
            </w:pPr>
            <w:r>
              <w:rPr>
                <w:rFonts w:cs="Arial"/>
                <w:lang w:eastAsia="zh-CN"/>
              </w:rPr>
              <w:t>DC_21A_n257G</w:t>
            </w:r>
          </w:p>
          <w:p w14:paraId="3D644366" w14:textId="77777777" w:rsidR="001F553E" w:rsidRDefault="001F553E" w:rsidP="00AC3FE8">
            <w:pPr>
              <w:pStyle w:val="TAC"/>
              <w:rPr>
                <w:rFonts w:cs="Arial"/>
                <w:lang w:eastAsia="zh-CN"/>
              </w:rPr>
            </w:pPr>
            <w:r>
              <w:rPr>
                <w:rFonts w:cs="Arial"/>
                <w:lang w:eastAsia="zh-CN"/>
              </w:rPr>
              <w:t>DC_21A_n257H</w:t>
            </w:r>
          </w:p>
          <w:p w14:paraId="4A7A7D91" w14:textId="77777777" w:rsidR="001F553E" w:rsidRDefault="001F553E" w:rsidP="00AC3FE8">
            <w:pPr>
              <w:pStyle w:val="TAC"/>
              <w:rPr>
                <w:rFonts w:cs="Arial"/>
                <w:lang w:eastAsia="zh-CN"/>
              </w:rPr>
            </w:pPr>
            <w:r>
              <w:rPr>
                <w:rFonts w:cs="Arial"/>
                <w:lang w:eastAsia="zh-CN"/>
              </w:rPr>
              <w:t>DC_21A_n257I</w:t>
            </w:r>
          </w:p>
        </w:tc>
      </w:tr>
      <w:tr w:rsidR="001F553E" w14:paraId="5B5FC849"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2519751" w14:textId="77777777" w:rsidR="001F553E" w:rsidRDefault="001F553E" w:rsidP="00AC3FE8">
            <w:pPr>
              <w:pStyle w:val="TAC"/>
              <w:rPr>
                <w:rFonts w:eastAsia="Malgun Gothic" w:cs="Arial"/>
                <w:lang w:eastAsia="ko-KR"/>
              </w:rPr>
            </w:pPr>
            <w:r>
              <w:rPr>
                <w:rFonts w:cs="Arial"/>
                <w:lang w:eastAsia="zh-CN"/>
              </w:rPr>
              <w:t>DC_1A-3A-21A_n78A</w:t>
            </w:r>
            <w:r>
              <w:rPr>
                <w:rFonts w:cs="Arial"/>
                <w:lang w:eastAsia="ja-JP"/>
              </w:rPr>
              <w:t>-</w:t>
            </w:r>
            <w:r>
              <w:rPr>
                <w:rFonts w:cs="Arial"/>
                <w:lang w:eastAsia="zh-CN"/>
              </w:rPr>
              <w:t>n257</w:t>
            </w:r>
            <w:r>
              <w:rPr>
                <w:rFonts w:eastAsia="Malgun Gothic" w:cs="Arial"/>
                <w:lang w:eastAsia="ko-KR"/>
              </w:rPr>
              <w:t>A</w:t>
            </w:r>
            <w:r>
              <w:rPr>
                <w:vertAlign w:val="superscript"/>
                <w:lang w:eastAsia="zh-TW"/>
              </w:rPr>
              <w:t>2</w:t>
            </w:r>
          </w:p>
          <w:p w14:paraId="4F26DF02" w14:textId="77777777" w:rsidR="001F553E" w:rsidRDefault="001F553E" w:rsidP="00AC3FE8">
            <w:pPr>
              <w:pStyle w:val="TAC"/>
              <w:rPr>
                <w:rFonts w:eastAsia="Malgun Gothic" w:cs="Arial"/>
                <w:lang w:eastAsia="ko-KR"/>
              </w:rPr>
            </w:pPr>
            <w:r>
              <w:rPr>
                <w:rFonts w:cs="Arial"/>
                <w:lang w:eastAsia="zh-CN"/>
              </w:rPr>
              <w:t>DC_1A-3A-21A_n78A</w:t>
            </w:r>
            <w:r>
              <w:rPr>
                <w:rFonts w:cs="Arial"/>
                <w:lang w:eastAsia="ja-JP"/>
              </w:rPr>
              <w:t>-</w:t>
            </w:r>
            <w:r>
              <w:rPr>
                <w:rFonts w:cs="Arial"/>
                <w:lang w:eastAsia="zh-CN"/>
              </w:rPr>
              <w:t>n257</w:t>
            </w:r>
            <w:r>
              <w:rPr>
                <w:rFonts w:eastAsia="Malgun Gothic" w:cs="Arial"/>
                <w:lang w:eastAsia="ko-KR"/>
              </w:rPr>
              <w:t>G</w:t>
            </w:r>
            <w:r>
              <w:rPr>
                <w:vertAlign w:val="superscript"/>
                <w:lang w:eastAsia="zh-TW"/>
              </w:rPr>
              <w:t>2</w:t>
            </w:r>
          </w:p>
          <w:p w14:paraId="21462EBD" w14:textId="77777777" w:rsidR="001F553E" w:rsidRDefault="001F553E" w:rsidP="00AC3FE8">
            <w:pPr>
              <w:pStyle w:val="TAC"/>
              <w:rPr>
                <w:rFonts w:eastAsia="Malgun Gothic" w:cs="Arial"/>
                <w:lang w:eastAsia="ko-KR"/>
              </w:rPr>
            </w:pPr>
            <w:r>
              <w:rPr>
                <w:rFonts w:cs="Arial"/>
                <w:lang w:eastAsia="zh-CN"/>
              </w:rPr>
              <w:t>DC_1A-3A-21A_n78A</w:t>
            </w:r>
            <w:r>
              <w:rPr>
                <w:rFonts w:cs="Arial"/>
                <w:lang w:eastAsia="ja-JP"/>
              </w:rPr>
              <w:t>-</w:t>
            </w:r>
            <w:r>
              <w:rPr>
                <w:rFonts w:cs="Arial"/>
                <w:lang w:eastAsia="zh-CN"/>
              </w:rPr>
              <w:t>n257</w:t>
            </w:r>
            <w:r>
              <w:rPr>
                <w:rFonts w:eastAsia="Malgun Gothic" w:cs="Arial"/>
                <w:lang w:eastAsia="ko-KR"/>
              </w:rPr>
              <w:t>H</w:t>
            </w:r>
            <w:r>
              <w:rPr>
                <w:vertAlign w:val="superscript"/>
                <w:lang w:eastAsia="zh-TW"/>
              </w:rPr>
              <w:t>2</w:t>
            </w:r>
          </w:p>
          <w:p w14:paraId="1C7BC86D" w14:textId="77777777" w:rsidR="001F553E" w:rsidRDefault="001F553E" w:rsidP="00AC3FE8">
            <w:pPr>
              <w:pStyle w:val="TAC"/>
              <w:rPr>
                <w:noProof/>
              </w:rPr>
            </w:pPr>
            <w:r>
              <w:rPr>
                <w:rFonts w:cs="Arial"/>
                <w:lang w:eastAsia="zh-CN"/>
              </w:rPr>
              <w:t>DC_1A-3A-21A_n78A</w:t>
            </w:r>
            <w:r>
              <w:rPr>
                <w:rFonts w:cs="Arial"/>
                <w:lang w:eastAsia="ja-JP"/>
              </w:rPr>
              <w:t>-</w:t>
            </w:r>
            <w:r>
              <w:rPr>
                <w:rFonts w:cs="Arial"/>
                <w:lang w:eastAsia="zh-CN"/>
              </w:rPr>
              <w:t>n257</w:t>
            </w:r>
            <w:r>
              <w:rPr>
                <w:rFonts w:eastAsia="Malgun Gothic" w:cs="Arial"/>
                <w:lang w:eastAsia="ko-KR"/>
              </w:rPr>
              <w:t>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3C4C72D" w14:textId="77777777" w:rsidR="001F553E" w:rsidRDefault="001F553E" w:rsidP="00AC3FE8">
            <w:pPr>
              <w:pStyle w:val="TAC"/>
              <w:rPr>
                <w:rFonts w:cs="Arial"/>
                <w:lang w:eastAsia="zh-CN"/>
              </w:rPr>
            </w:pPr>
            <w:r>
              <w:rPr>
                <w:rFonts w:cs="Arial"/>
                <w:lang w:eastAsia="zh-CN"/>
              </w:rPr>
              <w:t>DC_1A_n78A</w:t>
            </w:r>
          </w:p>
          <w:p w14:paraId="3F19F16C" w14:textId="77777777" w:rsidR="001F553E" w:rsidRDefault="001F553E" w:rsidP="00AC3FE8">
            <w:pPr>
              <w:pStyle w:val="TAC"/>
              <w:rPr>
                <w:rFonts w:cs="Arial"/>
                <w:lang w:eastAsia="zh-CN"/>
              </w:rPr>
            </w:pPr>
            <w:r>
              <w:rPr>
                <w:rFonts w:cs="Arial"/>
                <w:lang w:eastAsia="zh-CN"/>
              </w:rPr>
              <w:t>DC_1A_n257A</w:t>
            </w:r>
          </w:p>
          <w:p w14:paraId="614FA189" w14:textId="77777777" w:rsidR="001F553E" w:rsidRDefault="001F553E" w:rsidP="00AC3FE8">
            <w:pPr>
              <w:pStyle w:val="TAC"/>
              <w:rPr>
                <w:rFonts w:cs="Arial"/>
                <w:lang w:eastAsia="zh-CN"/>
              </w:rPr>
            </w:pPr>
            <w:r>
              <w:rPr>
                <w:rFonts w:cs="Arial"/>
                <w:lang w:eastAsia="zh-CN"/>
              </w:rPr>
              <w:t>DC_1A_n257G</w:t>
            </w:r>
          </w:p>
          <w:p w14:paraId="46F4F4CA" w14:textId="77777777" w:rsidR="001F553E" w:rsidRDefault="001F553E" w:rsidP="00AC3FE8">
            <w:pPr>
              <w:pStyle w:val="TAC"/>
              <w:rPr>
                <w:rFonts w:cs="Arial"/>
                <w:lang w:eastAsia="zh-CN"/>
              </w:rPr>
            </w:pPr>
            <w:r>
              <w:rPr>
                <w:rFonts w:cs="Arial"/>
                <w:lang w:eastAsia="zh-CN"/>
              </w:rPr>
              <w:t>DC_1A_n257H</w:t>
            </w:r>
          </w:p>
          <w:p w14:paraId="3E5FB210" w14:textId="77777777" w:rsidR="001F553E" w:rsidRDefault="001F553E" w:rsidP="00AC3FE8">
            <w:pPr>
              <w:pStyle w:val="TAC"/>
              <w:rPr>
                <w:rFonts w:cs="Arial"/>
                <w:lang w:eastAsia="zh-CN"/>
              </w:rPr>
            </w:pPr>
            <w:r>
              <w:rPr>
                <w:rFonts w:cs="Arial"/>
                <w:lang w:eastAsia="zh-CN"/>
              </w:rPr>
              <w:t>DC_1A_n257I</w:t>
            </w:r>
          </w:p>
          <w:p w14:paraId="783EF0FE" w14:textId="77777777" w:rsidR="001F553E" w:rsidRDefault="001F553E" w:rsidP="00AC3FE8">
            <w:pPr>
              <w:pStyle w:val="TAC"/>
              <w:rPr>
                <w:rFonts w:eastAsia="Malgun Gothic" w:cs="Arial"/>
                <w:lang w:eastAsia="ko-KR"/>
              </w:rPr>
            </w:pPr>
            <w:r>
              <w:rPr>
                <w:rFonts w:eastAsia="Malgun Gothic" w:cs="Arial"/>
                <w:lang w:eastAsia="ko-KR"/>
              </w:rPr>
              <w:t>DC_3A_n78A</w:t>
            </w:r>
          </w:p>
          <w:p w14:paraId="21B030AB" w14:textId="77777777" w:rsidR="001F553E" w:rsidRDefault="001F553E" w:rsidP="00AC3FE8">
            <w:pPr>
              <w:pStyle w:val="TAC"/>
              <w:rPr>
                <w:rFonts w:eastAsia="Malgun Gothic" w:cs="Arial"/>
                <w:lang w:eastAsia="ko-KR"/>
              </w:rPr>
            </w:pPr>
            <w:r>
              <w:rPr>
                <w:rFonts w:eastAsia="Malgun Gothic" w:cs="Arial"/>
                <w:lang w:eastAsia="ko-KR"/>
              </w:rPr>
              <w:t>DC_3A_n257A</w:t>
            </w:r>
          </w:p>
          <w:p w14:paraId="7F47D547" w14:textId="77777777" w:rsidR="001F553E" w:rsidRDefault="001F553E" w:rsidP="00AC3FE8">
            <w:pPr>
              <w:pStyle w:val="TAC"/>
              <w:rPr>
                <w:rFonts w:eastAsia="Malgun Gothic" w:cs="Arial"/>
                <w:lang w:eastAsia="ko-KR"/>
              </w:rPr>
            </w:pPr>
            <w:r>
              <w:rPr>
                <w:rFonts w:eastAsia="Malgun Gothic" w:cs="Arial"/>
                <w:lang w:eastAsia="ko-KR"/>
              </w:rPr>
              <w:t>DC_3A_n257G</w:t>
            </w:r>
          </w:p>
          <w:p w14:paraId="01CDF7BD" w14:textId="77777777" w:rsidR="001F553E" w:rsidRDefault="001F553E" w:rsidP="00AC3FE8">
            <w:pPr>
              <w:pStyle w:val="TAC"/>
              <w:rPr>
                <w:rFonts w:eastAsia="Malgun Gothic" w:cs="Arial"/>
                <w:lang w:eastAsia="ko-KR"/>
              </w:rPr>
            </w:pPr>
            <w:r>
              <w:rPr>
                <w:rFonts w:eastAsia="Malgun Gothic" w:cs="Arial"/>
                <w:lang w:eastAsia="ko-KR"/>
              </w:rPr>
              <w:t>DC_3A_n257H</w:t>
            </w:r>
          </w:p>
          <w:p w14:paraId="55A5B359" w14:textId="77777777" w:rsidR="001F553E" w:rsidRDefault="001F553E" w:rsidP="00AC3FE8">
            <w:pPr>
              <w:pStyle w:val="TAC"/>
              <w:rPr>
                <w:rFonts w:eastAsia="Malgun Gothic" w:cs="Arial"/>
                <w:lang w:eastAsia="ko-KR"/>
              </w:rPr>
            </w:pPr>
            <w:r>
              <w:rPr>
                <w:rFonts w:eastAsia="Malgun Gothic" w:cs="Arial"/>
                <w:lang w:eastAsia="ko-KR"/>
              </w:rPr>
              <w:t>DC_3A_n257I</w:t>
            </w:r>
          </w:p>
          <w:p w14:paraId="50DE452F" w14:textId="77777777" w:rsidR="001F553E" w:rsidRDefault="001F553E" w:rsidP="00AC3FE8">
            <w:pPr>
              <w:pStyle w:val="TAC"/>
              <w:rPr>
                <w:rFonts w:cs="Arial"/>
                <w:lang w:eastAsia="zh-CN"/>
              </w:rPr>
            </w:pPr>
            <w:r>
              <w:rPr>
                <w:rFonts w:cs="Arial"/>
                <w:lang w:eastAsia="zh-CN"/>
              </w:rPr>
              <w:t>DC_21A_n78A</w:t>
            </w:r>
          </w:p>
          <w:p w14:paraId="7A110379" w14:textId="77777777" w:rsidR="001F553E" w:rsidRDefault="001F553E" w:rsidP="00AC3FE8">
            <w:pPr>
              <w:pStyle w:val="TAC"/>
              <w:rPr>
                <w:rFonts w:cs="Arial"/>
                <w:lang w:eastAsia="zh-CN"/>
              </w:rPr>
            </w:pPr>
            <w:r>
              <w:rPr>
                <w:rFonts w:cs="Arial"/>
                <w:lang w:eastAsia="zh-CN"/>
              </w:rPr>
              <w:t>DC_21A_n257A</w:t>
            </w:r>
          </w:p>
          <w:p w14:paraId="79BF2C45" w14:textId="77777777" w:rsidR="001F553E" w:rsidRDefault="001F553E" w:rsidP="00AC3FE8">
            <w:pPr>
              <w:pStyle w:val="TAC"/>
              <w:rPr>
                <w:rFonts w:cs="Arial"/>
                <w:lang w:eastAsia="zh-CN"/>
              </w:rPr>
            </w:pPr>
            <w:r>
              <w:rPr>
                <w:rFonts w:cs="Arial"/>
                <w:lang w:eastAsia="zh-CN"/>
              </w:rPr>
              <w:t>DC_21A_n257G</w:t>
            </w:r>
          </w:p>
          <w:p w14:paraId="361241E3" w14:textId="77777777" w:rsidR="001F553E" w:rsidRDefault="001F553E" w:rsidP="00AC3FE8">
            <w:pPr>
              <w:pStyle w:val="TAC"/>
              <w:rPr>
                <w:rFonts w:cs="Arial"/>
                <w:lang w:eastAsia="zh-CN"/>
              </w:rPr>
            </w:pPr>
            <w:r>
              <w:rPr>
                <w:rFonts w:cs="Arial"/>
                <w:lang w:eastAsia="zh-CN"/>
              </w:rPr>
              <w:t>DC_21A_n257H</w:t>
            </w:r>
          </w:p>
          <w:p w14:paraId="75766DD0" w14:textId="77777777" w:rsidR="001F553E" w:rsidRDefault="001F553E" w:rsidP="00AC3FE8">
            <w:pPr>
              <w:pStyle w:val="TAC"/>
              <w:rPr>
                <w:rFonts w:cs="Arial"/>
                <w:lang w:eastAsia="zh-CN"/>
              </w:rPr>
            </w:pPr>
            <w:r>
              <w:rPr>
                <w:rFonts w:cs="Arial"/>
                <w:lang w:eastAsia="zh-CN"/>
              </w:rPr>
              <w:t>DC_21A_n257I</w:t>
            </w:r>
          </w:p>
        </w:tc>
      </w:tr>
      <w:tr w:rsidR="001F553E" w14:paraId="0FFC83E2"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4937EF3" w14:textId="77777777" w:rsidR="001F553E" w:rsidRDefault="001F553E" w:rsidP="00AC3FE8">
            <w:pPr>
              <w:pStyle w:val="TAC"/>
              <w:rPr>
                <w:rFonts w:eastAsia="Malgun Gothic" w:cs="Arial"/>
                <w:lang w:eastAsia="ko-KR"/>
              </w:rPr>
            </w:pPr>
            <w:r>
              <w:rPr>
                <w:rFonts w:cs="Arial"/>
                <w:lang w:eastAsia="zh-CN"/>
              </w:rPr>
              <w:t>DC_1A-3A-21A_n79A</w:t>
            </w:r>
            <w:r>
              <w:rPr>
                <w:rFonts w:cs="Arial"/>
                <w:lang w:eastAsia="ja-JP"/>
              </w:rPr>
              <w:t>-</w:t>
            </w:r>
            <w:r>
              <w:rPr>
                <w:rFonts w:cs="Arial"/>
                <w:lang w:eastAsia="zh-CN"/>
              </w:rPr>
              <w:t>n257</w:t>
            </w:r>
            <w:r>
              <w:rPr>
                <w:rFonts w:eastAsia="Malgun Gothic" w:cs="Arial"/>
                <w:lang w:eastAsia="ko-KR"/>
              </w:rPr>
              <w:t>A</w:t>
            </w:r>
            <w:r>
              <w:rPr>
                <w:vertAlign w:val="superscript"/>
                <w:lang w:eastAsia="zh-TW"/>
              </w:rPr>
              <w:t>2</w:t>
            </w:r>
          </w:p>
          <w:p w14:paraId="2979EF5E" w14:textId="77777777" w:rsidR="001F553E" w:rsidRDefault="001F553E" w:rsidP="00AC3FE8">
            <w:pPr>
              <w:pStyle w:val="TAC"/>
              <w:rPr>
                <w:rFonts w:eastAsia="Malgun Gothic" w:cs="Arial"/>
                <w:lang w:eastAsia="ko-KR"/>
              </w:rPr>
            </w:pPr>
            <w:r>
              <w:rPr>
                <w:rFonts w:cs="Arial"/>
                <w:lang w:eastAsia="zh-CN"/>
              </w:rPr>
              <w:t>DC_1A-3A-21A_n79A</w:t>
            </w:r>
            <w:r>
              <w:rPr>
                <w:rFonts w:cs="Arial"/>
                <w:lang w:eastAsia="ja-JP"/>
              </w:rPr>
              <w:t>-</w:t>
            </w:r>
            <w:r>
              <w:rPr>
                <w:rFonts w:cs="Arial"/>
                <w:lang w:eastAsia="zh-CN"/>
              </w:rPr>
              <w:t>n257</w:t>
            </w:r>
            <w:r>
              <w:rPr>
                <w:rFonts w:eastAsia="Malgun Gothic" w:cs="Arial"/>
                <w:lang w:eastAsia="ko-KR"/>
              </w:rPr>
              <w:t>G</w:t>
            </w:r>
            <w:r>
              <w:rPr>
                <w:vertAlign w:val="superscript"/>
                <w:lang w:eastAsia="zh-TW"/>
              </w:rPr>
              <w:t>2</w:t>
            </w:r>
          </w:p>
          <w:p w14:paraId="45E0C0BD" w14:textId="77777777" w:rsidR="001F553E" w:rsidRDefault="001F553E" w:rsidP="00AC3FE8">
            <w:pPr>
              <w:pStyle w:val="TAC"/>
              <w:rPr>
                <w:rFonts w:eastAsia="Malgun Gothic" w:cs="Arial"/>
                <w:lang w:eastAsia="ko-KR"/>
              </w:rPr>
            </w:pPr>
            <w:r>
              <w:rPr>
                <w:rFonts w:cs="Arial"/>
                <w:lang w:eastAsia="zh-CN"/>
              </w:rPr>
              <w:t>DC_1A-3A-21A_n79A</w:t>
            </w:r>
            <w:r>
              <w:rPr>
                <w:rFonts w:cs="Arial"/>
                <w:lang w:eastAsia="ja-JP"/>
              </w:rPr>
              <w:t>-</w:t>
            </w:r>
            <w:r>
              <w:rPr>
                <w:rFonts w:cs="Arial"/>
                <w:lang w:eastAsia="zh-CN"/>
              </w:rPr>
              <w:t>n257</w:t>
            </w:r>
            <w:r>
              <w:rPr>
                <w:rFonts w:eastAsia="Malgun Gothic" w:cs="Arial"/>
                <w:lang w:eastAsia="ko-KR"/>
              </w:rPr>
              <w:t>H</w:t>
            </w:r>
            <w:r>
              <w:rPr>
                <w:vertAlign w:val="superscript"/>
                <w:lang w:eastAsia="zh-TW"/>
              </w:rPr>
              <w:t>2</w:t>
            </w:r>
          </w:p>
          <w:p w14:paraId="5A4EF976" w14:textId="77777777" w:rsidR="001F553E" w:rsidRDefault="001F553E" w:rsidP="00AC3FE8">
            <w:pPr>
              <w:pStyle w:val="TAC"/>
              <w:rPr>
                <w:rFonts w:cs="Arial"/>
                <w:lang w:eastAsia="zh-CN"/>
              </w:rPr>
            </w:pPr>
            <w:r>
              <w:rPr>
                <w:rFonts w:cs="Arial"/>
                <w:lang w:eastAsia="zh-CN"/>
              </w:rPr>
              <w:t>DC_1A-3A-21A_n79A</w:t>
            </w:r>
            <w:r>
              <w:rPr>
                <w:rFonts w:cs="Arial"/>
                <w:lang w:eastAsia="ja-JP"/>
              </w:rPr>
              <w:t>-</w:t>
            </w:r>
            <w:r>
              <w:rPr>
                <w:rFonts w:cs="Arial"/>
                <w:lang w:eastAsia="zh-CN"/>
              </w:rPr>
              <w:t>n257</w:t>
            </w:r>
            <w:r>
              <w:rPr>
                <w:rFonts w:eastAsia="Malgun Gothic" w:cs="Arial"/>
                <w:lang w:eastAsia="ko-KR"/>
              </w:rPr>
              <w:t>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2C505CD" w14:textId="77777777" w:rsidR="001F553E" w:rsidRDefault="001F553E" w:rsidP="00AC3FE8">
            <w:pPr>
              <w:pStyle w:val="TAC"/>
              <w:rPr>
                <w:rFonts w:cs="Arial"/>
                <w:lang w:eastAsia="zh-CN"/>
              </w:rPr>
            </w:pPr>
            <w:r>
              <w:rPr>
                <w:rFonts w:cs="Arial"/>
                <w:lang w:eastAsia="zh-CN"/>
              </w:rPr>
              <w:t>DC_1A_n79A</w:t>
            </w:r>
          </w:p>
          <w:p w14:paraId="7B7C4C75" w14:textId="77777777" w:rsidR="001F553E" w:rsidRDefault="001F553E" w:rsidP="00AC3FE8">
            <w:pPr>
              <w:pStyle w:val="TAC"/>
              <w:rPr>
                <w:rFonts w:cs="Arial"/>
                <w:lang w:eastAsia="zh-CN"/>
              </w:rPr>
            </w:pPr>
            <w:r>
              <w:rPr>
                <w:rFonts w:cs="Arial"/>
                <w:lang w:eastAsia="zh-CN"/>
              </w:rPr>
              <w:t>DC_1A_n257A</w:t>
            </w:r>
          </w:p>
          <w:p w14:paraId="6A8E0D2D" w14:textId="77777777" w:rsidR="001F553E" w:rsidRDefault="001F553E" w:rsidP="00AC3FE8">
            <w:pPr>
              <w:pStyle w:val="TAC"/>
              <w:rPr>
                <w:rFonts w:cs="Arial"/>
                <w:lang w:eastAsia="zh-CN"/>
              </w:rPr>
            </w:pPr>
            <w:r>
              <w:rPr>
                <w:rFonts w:cs="Arial"/>
                <w:lang w:eastAsia="zh-CN"/>
              </w:rPr>
              <w:t>DC_1A_n257G</w:t>
            </w:r>
          </w:p>
          <w:p w14:paraId="669C6E1B" w14:textId="77777777" w:rsidR="001F553E" w:rsidRDefault="001F553E" w:rsidP="00AC3FE8">
            <w:pPr>
              <w:pStyle w:val="TAC"/>
              <w:rPr>
                <w:rFonts w:cs="Arial"/>
                <w:lang w:eastAsia="zh-CN"/>
              </w:rPr>
            </w:pPr>
            <w:r>
              <w:rPr>
                <w:rFonts w:cs="Arial"/>
                <w:lang w:eastAsia="zh-CN"/>
              </w:rPr>
              <w:t>DC_1A_n257H</w:t>
            </w:r>
          </w:p>
          <w:p w14:paraId="1A38FE31" w14:textId="77777777" w:rsidR="001F553E" w:rsidRDefault="001F553E" w:rsidP="00AC3FE8">
            <w:pPr>
              <w:pStyle w:val="TAC"/>
              <w:rPr>
                <w:rFonts w:cs="Arial"/>
                <w:lang w:eastAsia="zh-CN"/>
              </w:rPr>
            </w:pPr>
            <w:r>
              <w:rPr>
                <w:rFonts w:cs="Arial"/>
                <w:lang w:eastAsia="zh-CN"/>
              </w:rPr>
              <w:t>DC_1A_n257I</w:t>
            </w:r>
          </w:p>
          <w:p w14:paraId="177C655C" w14:textId="77777777" w:rsidR="001F553E" w:rsidRDefault="001F553E" w:rsidP="00AC3FE8">
            <w:pPr>
              <w:pStyle w:val="TAC"/>
              <w:rPr>
                <w:rFonts w:eastAsia="Malgun Gothic" w:cs="Arial"/>
                <w:lang w:eastAsia="ko-KR"/>
              </w:rPr>
            </w:pPr>
            <w:r>
              <w:rPr>
                <w:rFonts w:eastAsia="Malgun Gothic" w:cs="Arial"/>
                <w:lang w:eastAsia="ko-KR"/>
              </w:rPr>
              <w:t>DC_3A_n79A</w:t>
            </w:r>
          </w:p>
          <w:p w14:paraId="1A493FCF" w14:textId="77777777" w:rsidR="001F553E" w:rsidRDefault="001F553E" w:rsidP="00AC3FE8">
            <w:pPr>
              <w:pStyle w:val="TAC"/>
              <w:rPr>
                <w:rFonts w:eastAsia="Malgun Gothic" w:cs="Arial"/>
                <w:lang w:eastAsia="ko-KR"/>
              </w:rPr>
            </w:pPr>
            <w:r>
              <w:rPr>
                <w:rFonts w:eastAsia="Malgun Gothic" w:cs="Arial"/>
                <w:lang w:eastAsia="ko-KR"/>
              </w:rPr>
              <w:t>DC_3A_n257A</w:t>
            </w:r>
          </w:p>
          <w:p w14:paraId="0721A352" w14:textId="77777777" w:rsidR="001F553E" w:rsidRDefault="001F553E" w:rsidP="00AC3FE8">
            <w:pPr>
              <w:pStyle w:val="TAC"/>
              <w:rPr>
                <w:rFonts w:eastAsia="Malgun Gothic" w:cs="Arial"/>
                <w:lang w:eastAsia="ko-KR"/>
              </w:rPr>
            </w:pPr>
            <w:r>
              <w:rPr>
                <w:rFonts w:eastAsia="Malgun Gothic" w:cs="Arial"/>
                <w:lang w:eastAsia="ko-KR"/>
              </w:rPr>
              <w:t>DC_3A_n257G</w:t>
            </w:r>
          </w:p>
          <w:p w14:paraId="30834054" w14:textId="77777777" w:rsidR="001F553E" w:rsidRDefault="001F553E" w:rsidP="00AC3FE8">
            <w:pPr>
              <w:pStyle w:val="TAC"/>
              <w:rPr>
                <w:rFonts w:eastAsia="Malgun Gothic" w:cs="Arial"/>
                <w:lang w:eastAsia="ko-KR"/>
              </w:rPr>
            </w:pPr>
            <w:r>
              <w:rPr>
                <w:rFonts w:eastAsia="Malgun Gothic" w:cs="Arial"/>
                <w:lang w:eastAsia="ko-KR"/>
              </w:rPr>
              <w:t>DC_3A_n257H</w:t>
            </w:r>
          </w:p>
          <w:p w14:paraId="3647B18E" w14:textId="77777777" w:rsidR="001F553E" w:rsidRDefault="001F553E" w:rsidP="00AC3FE8">
            <w:pPr>
              <w:pStyle w:val="TAC"/>
              <w:rPr>
                <w:rFonts w:eastAsia="Malgun Gothic" w:cs="Arial"/>
                <w:lang w:eastAsia="ko-KR"/>
              </w:rPr>
            </w:pPr>
            <w:r>
              <w:rPr>
                <w:rFonts w:eastAsia="Malgun Gothic" w:cs="Arial"/>
                <w:lang w:eastAsia="ko-KR"/>
              </w:rPr>
              <w:t>DC_3A_n257I</w:t>
            </w:r>
          </w:p>
          <w:p w14:paraId="777362A8" w14:textId="77777777" w:rsidR="001F553E" w:rsidRDefault="001F553E" w:rsidP="00AC3FE8">
            <w:pPr>
              <w:pStyle w:val="TAC"/>
              <w:rPr>
                <w:rFonts w:cs="Arial"/>
                <w:lang w:eastAsia="zh-CN"/>
              </w:rPr>
            </w:pPr>
            <w:r>
              <w:rPr>
                <w:rFonts w:cs="Arial"/>
                <w:lang w:eastAsia="zh-CN"/>
              </w:rPr>
              <w:t>DC_21A_n79A</w:t>
            </w:r>
          </w:p>
          <w:p w14:paraId="209CD193" w14:textId="77777777" w:rsidR="001F553E" w:rsidRDefault="001F553E" w:rsidP="00AC3FE8">
            <w:pPr>
              <w:pStyle w:val="TAC"/>
              <w:rPr>
                <w:rFonts w:cs="Arial"/>
                <w:lang w:eastAsia="zh-CN"/>
              </w:rPr>
            </w:pPr>
            <w:r>
              <w:rPr>
                <w:rFonts w:cs="Arial"/>
                <w:lang w:eastAsia="zh-CN"/>
              </w:rPr>
              <w:t>DC_21A_n257A</w:t>
            </w:r>
          </w:p>
          <w:p w14:paraId="3B20C8B3" w14:textId="77777777" w:rsidR="001F553E" w:rsidRDefault="001F553E" w:rsidP="00AC3FE8">
            <w:pPr>
              <w:pStyle w:val="TAC"/>
              <w:rPr>
                <w:rFonts w:cs="Arial"/>
                <w:lang w:eastAsia="zh-CN"/>
              </w:rPr>
            </w:pPr>
            <w:r>
              <w:rPr>
                <w:rFonts w:cs="Arial"/>
                <w:lang w:eastAsia="zh-CN"/>
              </w:rPr>
              <w:t>DC_21A_n257G</w:t>
            </w:r>
          </w:p>
          <w:p w14:paraId="73C03BC3" w14:textId="77777777" w:rsidR="001F553E" w:rsidRDefault="001F553E" w:rsidP="00AC3FE8">
            <w:pPr>
              <w:pStyle w:val="TAC"/>
              <w:rPr>
                <w:rFonts w:cs="Arial"/>
                <w:lang w:eastAsia="zh-CN"/>
              </w:rPr>
            </w:pPr>
            <w:r>
              <w:rPr>
                <w:rFonts w:cs="Arial"/>
                <w:lang w:eastAsia="zh-CN"/>
              </w:rPr>
              <w:t>DC_21A_n257H</w:t>
            </w:r>
          </w:p>
          <w:p w14:paraId="30C1A5A5" w14:textId="77777777" w:rsidR="001F553E" w:rsidRDefault="001F553E" w:rsidP="00AC3FE8">
            <w:pPr>
              <w:pStyle w:val="TAC"/>
              <w:rPr>
                <w:rFonts w:cs="Arial"/>
                <w:lang w:eastAsia="zh-CN"/>
              </w:rPr>
            </w:pPr>
            <w:r>
              <w:rPr>
                <w:rFonts w:cs="Arial"/>
                <w:lang w:eastAsia="zh-CN"/>
              </w:rPr>
              <w:t>DC_21A_n257I</w:t>
            </w:r>
          </w:p>
        </w:tc>
      </w:tr>
      <w:tr w:rsidR="001F553E" w14:paraId="79624C16"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55C3FE1" w14:textId="77777777" w:rsidR="001F553E" w:rsidRDefault="001F553E" w:rsidP="00AC3FE8">
            <w:pPr>
              <w:pStyle w:val="TAC"/>
              <w:rPr>
                <w:b/>
                <w:noProof/>
              </w:rPr>
            </w:pPr>
            <w:r>
              <w:rPr>
                <w:noProof/>
              </w:rPr>
              <w:lastRenderedPageBreak/>
              <w:t>DC_1A-3A-21A_n77A-n257A</w:t>
            </w:r>
            <w:r>
              <w:rPr>
                <w:vertAlign w:val="superscript"/>
                <w:lang w:eastAsia="zh-TW"/>
              </w:rPr>
              <w:t>2</w:t>
            </w:r>
          </w:p>
          <w:p w14:paraId="1F0B7F38" w14:textId="77777777" w:rsidR="001F553E" w:rsidRDefault="001F553E" w:rsidP="00AC3FE8">
            <w:pPr>
              <w:pStyle w:val="TAC"/>
              <w:rPr>
                <w:b/>
                <w:noProof/>
              </w:rPr>
            </w:pPr>
            <w:r>
              <w:rPr>
                <w:noProof/>
              </w:rPr>
              <w:t>DC_1A-3A-21A_n77A-n257G</w:t>
            </w:r>
            <w:r>
              <w:rPr>
                <w:vertAlign w:val="superscript"/>
                <w:lang w:eastAsia="zh-TW"/>
              </w:rPr>
              <w:t>2</w:t>
            </w:r>
          </w:p>
          <w:p w14:paraId="171C5113" w14:textId="77777777" w:rsidR="001F553E" w:rsidRDefault="001F553E" w:rsidP="00AC3FE8">
            <w:pPr>
              <w:pStyle w:val="TAC"/>
              <w:rPr>
                <w:b/>
                <w:noProof/>
              </w:rPr>
            </w:pPr>
            <w:r>
              <w:rPr>
                <w:noProof/>
              </w:rPr>
              <w:t>DC_1A-3A-21A_n77A-n257H</w:t>
            </w:r>
            <w:r>
              <w:rPr>
                <w:vertAlign w:val="superscript"/>
                <w:lang w:eastAsia="zh-TW"/>
              </w:rPr>
              <w:t>2</w:t>
            </w:r>
          </w:p>
          <w:p w14:paraId="345F158D" w14:textId="77777777" w:rsidR="001F553E" w:rsidRDefault="001F553E" w:rsidP="00AC3FE8">
            <w:pPr>
              <w:pStyle w:val="TAC"/>
              <w:rPr>
                <w:rFonts w:cs="Arial"/>
                <w:lang w:eastAsia="zh-CN"/>
              </w:rPr>
            </w:pPr>
            <w:r>
              <w:rPr>
                <w:noProof/>
              </w:rPr>
              <w:t>DC_1A-3A-21A_n77A-n257I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ECA9F49" w14:textId="77777777" w:rsidR="001F553E" w:rsidRDefault="001F553E" w:rsidP="00AC3FE8">
            <w:pPr>
              <w:pStyle w:val="TAC"/>
              <w:rPr>
                <w:noProof/>
              </w:rPr>
            </w:pPr>
            <w:r>
              <w:rPr>
                <w:noProof/>
              </w:rPr>
              <w:t>DC_1A_n77A-n257A</w:t>
            </w:r>
          </w:p>
          <w:p w14:paraId="7E4D7DEB" w14:textId="77777777" w:rsidR="001F553E" w:rsidRDefault="001F553E" w:rsidP="00AC3FE8">
            <w:pPr>
              <w:pStyle w:val="TAC"/>
              <w:rPr>
                <w:noProof/>
              </w:rPr>
            </w:pPr>
            <w:r>
              <w:rPr>
                <w:noProof/>
              </w:rPr>
              <w:t>DC_1A_n77A-n257G</w:t>
            </w:r>
          </w:p>
          <w:p w14:paraId="7DE4AEBB" w14:textId="77777777" w:rsidR="001F553E" w:rsidRDefault="001F553E" w:rsidP="00AC3FE8">
            <w:pPr>
              <w:pStyle w:val="TAC"/>
              <w:rPr>
                <w:noProof/>
              </w:rPr>
            </w:pPr>
            <w:r>
              <w:rPr>
                <w:noProof/>
              </w:rPr>
              <w:t>DC_1A_n77A-n257H</w:t>
            </w:r>
          </w:p>
          <w:p w14:paraId="491040A2" w14:textId="77777777" w:rsidR="001F553E" w:rsidRDefault="001F553E" w:rsidP="00AC3FE8">
            <w:pPr>
              <w:pStyle w:val="TAC"/>
              <w:rPr>
                <w:noProof/>
              </w:rPr>
            </w:pPr>
            <w:r>
              <w:rPr>
                <w:noProof/>
              </w:rPr>
              <w:t>DC_1A_n77A-n257I</w:t>
            </w:r>
          </w:p>
          <w:p w14:paraId="0F8C54B5" w14:textId="77777777" w:rsidR="001F553E" w:rsidRDefault="001F553E" w:rsidP="00AC3FE8">
            <w:pPr>
              <w:pStyle w:val="TAC"/>
              <w:rPr>
                <w:noProof/>
              </w:rPr>
            </w:pPr>
            <w:r>
              <w:rPr>
                <w:noProof/>
              </w:rPr>
              <w:t>DC_3A_n77A-n257A</w:t>
            </w:r>
          </w:p>
          <w:p w14:paraId="159A4CAB" w14:textId="77777777" w:rsidR="001F553E" w:rsidRDefault="001F553E" w:rsidP="00AC3FE8">
            <w:pPr>
              <w:pStyle w:val="TAC"/>
              <w:rPr>
                <w:noProof/>
              </w:rPr>
            </w:pPr>
            <w:r>
              <w:rPr>
                <w:noProof/>
              </w:rPr>
              <w:t>DC_3A_n77A-n257G</w:t>
            </w:r>
          </w:p>
          <w:p w14:paraId="5B7BF657" w14:textId="77777777" w:rsidR="001F553E" w:rsidRDefault="001F553E" w:rsidP="00AC3FE8">
            <w:pPr>
              <w:pStyle w:val="TAC"/>
              <w:rPr>
                <w:noProof/>
              </w:rPr>
            </w:pPr>
            <w:r>
              <w:rPr>
                <w:noProof/>
              </w:rPr>
              <w:t>DC_3A_n77A-n257H</w:t>
            </w:r>
          </w:p>
          <w:p w14:paraId="3DA6469D" w14:textId="77777777" w:rsidR="001F553E" w:rsidRDefault="001F553E" w:rsidP="00AC3FE8">
            <w:pPr>
              <w:pStyle w:val="TAC"/>
              <w:rPr>
                <w:noProof/>
              </w:rPr>
            </w:pPr>
            <w:r>
              <w:rPr>
                <w:noProof/>
              </w:rPr>
              <w:t>DC_3A_n77A-n257I</w:t>
            </w:r>
          </w:p>
          <w:p w14:paraId="2EEFDB2A" w14:textId="77777777" w:rsidR="001F553E" w:rsidRDefault="001F553E" w:rsidP="00AC3FE8">
            <w:pPr>
              <w:pStyle w:val="TAC"/>
              <w:rPr>
                <w:noProof/>
              </w:rPr>
            </w:pPr>
            <w:r>
              <w:rPr>
                <w:noProof/>
              </w:rPr>
              <w:t>DC_21A_n77A-n257A</w:t>
            </w:r>
          </w:p>
          <w:p w14:paraId="42B7A3D6" w14:textId="77777777" w:rsidR="001F553E" w:rsidRDefault="001F553E" w:rsidP="00AC3FE8">
            <w:pPr>
              <w:pStyle w:val="TAC"/>
              <w:rPr>
                <w:noProof/>
              </w:rPr>
            </w:pPr>
            <w:r>
              <w:rPr>
                <w:noProof/>
              </w:rPr>
              <w:t>DC_21A_n77A-n257G</w:t>
            </w:r>
          </w:p>
          <w:p w14:paraId="1A1530D2" w14:textId="77777777" w:rsidR="001F553E" w:rsidRDefault="001F553E" w:rsidP="00AC3FE8">
            <w:pPr>
              <w:pStyle w:val="TAC"/>
              <w:rPr>
                <w:noProof/>
              </w:rPr>
            </w:pPr>
            <w:r>
              <w:rPr>
                <w:noProof/>
              </w:rPr>
              <w:t>DC_21A_n77A-n257H</w:t>
            </w:r>
          </w:p>
          <w:p w14:paraId="39FEA73B" w14:textId="77777777" w:rsidR="001F553E" w:rsidRDefault="001F553E" w:rsidP="00AC3FE8">
            <w:pPr>
              <w:pStyle w:val="TAC"/>
              <w:rPr>
                <w:rFonts w:cs="Arial"/>
                <w:lang w:eastAsia="zh-CN"/>
              </w:rPr>
            </w:pPr>
            <w:r>
              <w:rPr>
                <w:noProof/>
              </w:rPr>
              <w:t>DC_21A_n77A-n257I</w:t>
            </w:r>
          </w:p>
        </w:tc>
      </w:tr>
      <w:tr w:rsidR="001F553E" w14:paraId="3BDA0E5B"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B0DD709" w14:textId="77777777" w:rsidR="001F553E" w:rsidRDefault="001F553E" w:rsidP="00AC3FE8">
            <w:pPr>
              <w:pStyle w:val="TAC"/>
              <w:rPr>
                <w:b/>
                <w:noProof/>
              </w:rPr>
            </w:pPr>
            <w:r>
              <w:rPr>
                <w:noProof/>
              </w:rPr>
              <w:t>DC_1A-3A-21A_n78A-n257A</w:t>
            </w:r>
            <w:r>
              <w:rPr>
                <w:vertAlign w:val="superscript"/>
                <w:lang w:eastAsia="zh-TW"/>
              </w:rPr>
              <w:t>2</w:t>
            </w:r>
          </w:p>
          <w:p w14:paraId="6CFF5599" w14:textId="77777777" w:rsidR="001F553E" w:rsidRDefault="001F553E" w:rsidP="00AC3FE8">
            <w:pPr>
              <w:pStyle w:val="TAC"/>
              <w:rPr>
                <w:b/>
                <w:noProof/>
              </w:rPr>
            </w:pPr>
            <w:r>
              <w:rPr>
                <w:noProof/>
              </w:rPr>
              <w:t>DC_1A-3A-21A_n78A-n257G</w:t>
            </w:r>
            <w:r>
              <w:rPr>
                <w:vertAlign w:val="superscript"/>
                <w:lang w:eastAsia="zh-TW"/>
              </w:rPr>
              <w:t>2</w:t>
            </w:r>
          </w:p>
          <w:p w14:paraId="1A83CCEA" w14:textId="77777777" w:rsidR="001F553E" w:rsidRDefault="001F553E" w:rsidP="00AC3FE8">
            <w:pPr>
              <w:pStyle w:val="TAC"/>
              <w:rPr>
                <w:b/>
                <w:noProof/>
              </w:rPr>
            </w:pPr>
            <w:r>
              <w:rPr>
                <w:noProof/>
              </w:rPr>
              <w:t>DC_1A-3A-21A_n78A-n257H</w:t>
            </w:r>
            <w:r>
              <w:rPr>
                <w:vertAlign w:val="superscript"/>
                <w:lang w:eastAsia="zh-TW"/>
              </w:rPr>
              <w:t>2</w:t>
            </w:r>
          </w:p>
          <w:p w14:paraId="4D58EA13" w14:textId="77777777" w:rsidR="001F553E" w:rsidRDefault="001F553E" w:rsidP="00AC3FE8">
            <w:pPr>
              <w:pStyle w:val="TAC"/>
              <w:rPr>
                <w:rFonts w:cs="Arial"/>
                <w:lang w:eastAsia="zh-CN"/>
              </w:rPr>
            </w:pPr>
            <w:r>
              <w:rPr>
                <w:noProof/>
              </w:rPr>
              <w:t>DC_1A-3A-21A_n78A-n257I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718B62A" w14:textId="77777777" w:rsidR="001F553E" w:rsidRDefault="001F553E" w:rsidP="00AC3FE8">
            <w:pPr>
              <w:pStyle w:val="TAC"/>
              <w:rPr>
                <w:noProof/>
              </w:rPr>
            </w:pPr>
            <w:r>
              <w:rPr>
                <w:noProof/>
              </w:rPr>
              <w:t>DC_1A_n78A-n257A</w:t>
            </w:r>
          </w:p>
          <w:p w14:paraId="3A114C3D" w14:textId="77777777" w:rsidR="001F553E" w:rsidRDefault="001F553E" w:rsidP="00AC3FE8">
            <w:pPr>
              <w:pStyle w:val="TAC"/>
              <w:rPr>
                <w:noProof/>
              </w:rPr>
            </w:pPr>
            <w:r>
              <w:rPr>
                <w:noProof/>
              </w:rPr>
              <w:t>DC_1A_n78A-n257G</w:t>
            </w:r>
          </w:p>
          <w:p w14:paraId="44A697FA" w14:textId="77777777" w:rsidR="001F553E" w:rsidRDefault="001F553E" w:rsidP="00AC3FE8">
            <w:pPr>
              <w:pStyle w:val="TAC"/>
              <w:rPr>
                <w:noProof/>
              </w:rPr>
            </w:pPr>
            <w:r>
              <w:rPr>
                <w:noProof/>
              </w:rPr>
              <w:t>DC_1A_n78A-n257H</w:t>
            </w:r>
          </w:p>
          <w:p w14:paraId="4621272A" w14:textId="77777777" w:rsidR="001F553E" w:rsidRDefault="001F553E" w:rsidP="00AC3FE8">
            <w:pPr>
              <w:pStyle w:val="TAC"/>
              <w:rPr>
                <w:noProof/>
              </w:rPr>
            </w:pPr>
            <w:r>
              <w:rPr>
                <w:noProof/>
              </w:rPr>
              <w:t>DC_1A_n78A-n257I</w:t>
            </w:r>
          </w:p>
          <w:p w14:paraId="00E84BD5" w14:textId="77777777" w:rsidR="001F553E" w:rsidRDefault="001F553E" w:rsidP="00AC3FE8">
            <w:pPr>
              <w:pStyle w:val="TAC"/>
              <w:rPr>
                <w:noProof/>
              </w:rPr>
            </w:pPr>
            <w:r>
              <w:rPr>
                <w:noProof/>
              </w:rPr>
              <w:t>DC_3A_n78A-n257A</w:t>
            </w:r>
          </w:p>
          <w:p w14:paraId="6AB1C820" w14:textId="77777777" w:rsidR="001F553E" w:rsidRDefault="001F553E" w:rsidP="00AC3FE8">
            <w:pPr>
              <w:pStyle w:val="TAC"/>
              <w:rPr>
                <w:noProof/>
              </w:rPr>
            </w:pPr>
            <w:r>
              <w:rPr>
                <w:noProof/>
              </w:rPr>
              <w:t>DC_3A_n78A-n257G</w:t>
            </w:r>
          </w:p>
          <w:p w14:paraId="415751BD" w14:textId="77777777" w:rsidR="001F553E" w:rsidRDefault="001F553E" w:rsidP="00AC3FE8">
            <w:pPr>
              <w:pStyle w:val="TAC"/>
              <w:rPr>
                <w:noProof/>
              </w:rPr>
            </w:pPr>
            <w:r>
              <w:rPr>
                <w:noProof/>
              </w:rPr>
              <w:t>DC_3A_n78A-n257H</w:t>
            </w:r>
          </w:p>
          <w:p w14:paraId="4DE783FF" w14:textId="77777777" w:rsidR="001F553E" w:rsidRDefault="001F553E" w:rsidP="00AC3FE8">
            <w:pPr>
              <w:pStyle w:val="TAC"/>
              <w:rPr>
                <w:noProof/>
              </w:rPr>
            </w:pPr>
            <w:r>
              <w:rPr>
                <w:noProof/>
              </w:rPr>
              <w:t>DC_3A_n78A-n257I</w:t>
            </w:r>
          </w:p>
          <w:p w14:paraId="45BF9A4A" w14:textId="77777777" w:rsidR="001F553E" w:rsidRDefault="001F553E" w:rsidP="00AC3FE8">
            <w:pPr>
              <w:pStyle w:val="TAC"/>
              <w:rPr>
                <w:noProof/>
              </w:rPr>
            </w:pPr>
            <w:r>
              <w:rPr>
                <w:noProof/>
              </w:rPr>
              <w:t>DC_21A_n78A-n257A</w:t>
            </w:r>
          </w:p>
          <w:p w14:paraId="628EDBC0" w14:textId="77777777" w:rsidR="001F553E" w:rsidRDefault="001F553E" w:rsidP="00AC3FE8">
            <w:pPr>
              <w:pStyle w:val="TAC"/>
              <w:rPr>
                <w:noProof/>
              </w:rPr>
            </w:pPr>
            <w:r>
              <w:rPr>
                <w:noProof/>
              </w:rPr>
              <w:t>DC_21A_n78A-n257G</w:t>
            </w:r>
          </w:p>
          <w:p w14:paraId="1D9150E9" w14:textId="77777777" w:rsidR="001F553E" w:rsidRDefault="001F553E" w:rsidP="00AC3FE8">
            <w:pPr>
              <w:pStyle w:val="TAC"/>
              <w:rPr>
                <w:noProof/>
              </w:rPr>
            </w:pPr>
            <w:r>
              <w:rPr>
                <w:noProof/>
              </w:rPr>
              <w:t>DC_21A_n78A-n257H</w:t>
            </w:r>
          </w:p>
          <w:p w14:paraId="6AD9AD4B" w14:textId="77777777" w:rsidR="001F553E" w:rsidRDefault="001F553E" w:rsidP="00AC3FE8">
            <w:pPr>
              <w:pStyle w:val="TAC"/>
              <w:rPr>
                <w:rFonts w:cs="Arial"/>
                <w:lang w:eastAsia="zh-CN"/>
              </w:rPr>
            </w:pPr>
            <w:r>
              <w:rPr>
                <w:noProof/>
              </w:rPr>
              <w:t>DC_21A_n78A-n257I</w:t>
            </w:r>
          </w:p>
        </w:tc>
      </w:tr>
      <w:tr w:rsidR="001F553E" w14:paraId="6624EE2E"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765997E" w14:textId="77777777" w:rsidR="001F553E" w:rsidRDefault="001F553E" w:rsidP="00AC3FE8">
            <w:pPr>
              <w:pStyle w:val="TAC"/>
              <w:rPr>
                <w:b/>
                <w:noProof/>
              </w:rPr>
            </w:pPr>
            <w:r>
              <w:rPr>
                <w:noProof/>
              </w:rPr>
              <w:t>DC_1A-3A-21A_n79A-n257A</w:t>
            </w:r>
            <w:r>
              <w:rPr>
                <w:vertAlign w:val="superscript"/>
                <w:lang w:eastAsia="zh-TW"/>
              </w:rPr>
              <w:t>2</w:t>
            </w:r>
          </w:p>
          <w:p w14:paraId="4FBE47D8" w14:textId="77777777" w:rsidR="001F553E" w:rsidRDefault="001F553E" w:rsidP="00AC3FE8">
            <w:pPr>
              <w:pStyle w:val="TAC"/>
              <w:rPr>
                <w:b/>
                <w:noProof/>
              </w:rPr>
            </w:pPr>
            <w:r>
              <w:rPr>
                <w:noProof/>
              </w:rPr>
              <w:t>DC_1A-3A-21A_n79A-n257G</w:t>
            </w:r>
            <w:r>
              <w:rPr>
                <w:vertAlign w:val="superscript"/>
                <w:lang w:eastAsia="zh-TW"/>
              </w:rPr>
              <w:t>2</w:t>
            </w:r>
          </w:p>
          <w:p w14:paraId="51D717D6" w14:textId="77777777" w:rsidR="001F553E" w:rsidRDefault="001F553E" w:rsidP="00AC3FE8">
            <w:pPr>
              <w:pStyle w:val="TAC"/>
              <w:rPr>
                <w:b/>
                <w:noProof/>
              </w:rPr>
            </w:pPr>
            <w:r>
              <w:rPr>
                <w:noProof/>
              </w:rPr>
              <w:t>DC_1A-3A-21A_n79A-n257H</w:t>
            </w:r>
            <w:r>
              <w:rPr>
                <w:vertAlign w:val="superscript"/>
                <w:lang w:eastAsia="zh-TW"/>
              </w:rPr>
              <w:t>2</w:t>
            </w:r>
          </w:p>
          <w:p w14:paraId="43BA5BF0" w14:textId="77777777" w:rsidR="001F553E" w:rsidRDefault="001F553E" w:rsidP="00AC3FE8">
            <w:pPr>
              <w:pStyle w:val="TAC"/>
              <w:rPr>
                <w:rFonts w:cs="Arial"/>
                <w:lang w:eastAsia="zh-CN"/>
              </w:rPr>
            </w:pPr>
            <w:r>
              <w:rPr>
                <w:noProof/>
              </w:rPr>
              <w:t>DC_1A-3A-21A_n79A-n257I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F65CEF1" w14:textId="77777777" w:rsidR="001F553E" w:rsidRDefault="001F553E" w:rsidP="00AC3FE8">
            <w:pPr>
              <w:pStyle w:val="TAC"/>
              <w:rPr>
                <w:noProof/>
              </w:rPr>
            </w:pPr>
            <w:r>
              <w:rPr>
                <w:noProof/>
              </w:rPr>
              <w:t>DC_1A_n79A-n257A</w:t>
            </w:r>
          </w:p>
          <w:p w14:paraId="5FC0DBB3" w14:textId="77777777" w:rsidR="001F553E" w:rsidRDefault="001F553E" w:rsidP="00AC3FE8">
            <w:pPr>
              <w:pStyle w:val="TAC"/>
              <w:rPr>
                <w:noProof/>
              </w:rPr>
            </w:pPr>
            <w:r>
              <w:rPr>
                <w:noProof/>
              </w:rPr>
              <w:t>DC_1A_n79A-n257G</w:t>
            </w:r>
          </w:p>
          <w:p w14:paraId="04B94E4D" w14:textId="77777777" w:rsidR="001F553E" w:rsidRDefault="001F553E" w:rsidP="00AC3FE8">
            <w:pPr>
              <w:pStyle w:val="TAC"/>
              <w:rPr>
                <w:noProof/>
              </w:rPr>
            </w:pPr>
            <w:r>
              <w:rPr>
                <w:noProof/>
              </w:rPr>
              <w:t>DC_1A_n79A-n257H</w:t>
            </w:r>
          </w:p>
          <w:p w14:paraId="53FDA581" w14:textId="77777777" w:rsidR="001F553E" w:rsidRDefault="001F553E" w:rsidP="00AC3FE8">
            <w:pPr>
              <w:pStyle w:val="TAC"/>
              <w:rPr>
                <w:noProof/>
              </w:rPr>
            </w:pPr>
            <w:r>
              <w:rPr>
                <w:noProof/>
              </w:rPr>
              <w:t>DC_1A_n79A-n257I</w:t>
            </w:r>
          </w:p>
          <w:p w14:paraId="44C33548" w14:textId="77777777" w:rsidR="001F553E" w:rsidRDefault="001F553E" w:rsidP="00AC3FE8">
            <w:pPr>
              <w:pStyle w:val="TAC"/>
              <w:rPr>
                <w:noProof/>
              </w:rPr>
            </w:pPr>
            <w:r>
              <w:rPr>
                <w:noProof/>
              </w:rPr>
              <w:t>DC_3A_n79A-n257A</w:t>
            </w:r>
          </w:p>
          <w:p w14:paraId="0FDFE8D2" w14:textId="77777777" w:rsidR="001F553E" w:rsidRDefault="001F553E" w:rsidP="00AC3FE8">
            <w:pPr>
              <w:pStyle w:val="TAC"/>
              <w:rPr>
                <w:noProof/>
              </w:rPr>
            </w:pPr>
            <w:r>
              <w:rPr>
                <w:noProof/>
              </w:rPr>
              <w:t>DC_3A_n79A-n257G</w:t>
            </w:r>
          </w:p>
          <w:p w14:paraId="1BF375B7" w14:textId="77777777" w:rsidR="001F553E" w:rsidRDefault="001F553E" w:rsidP="00AC3FE8">
            <w:pPr>
              <w:pStyle w:val="TAC"/>
              <w:rPr>
                <w:noProof/>
              </w:rPr>
            </w:pPr>
            <w:r>
              <w:rPr>
                <w:noProof/>
              </w:rPr>
              <w:t>DC_3A_n79A-n257H</w:t>
            </w:r>
          </w:p>
          <w:p w14:paraId="65F7B483" w14:textId="77777777" w:rsidR="001F553E" w:rsidRDefault="001F553E" w:rsidP="00AC3FE8">
            <w:pPr>
              <w:pStyle w:val="TAC"/>
              <w:rPr>
                <w:noProof/>
              </w:rPr>
            </w:pPr>
            <w:r>
              <w:rPr>
                <w:noProof/>
              </w:rPr>
              <w:t>DC_3A_n79A-n257I</w:t>
            </w:r>
          </w:p>
          <w:p w14:paraId="6AD4E6EB" w14:textId="77777777" w:rsidR="001F553E" w:rsidRDefault="001F553E" w:rsidP="00AC3FE8">
            <w:pPr>
              <w:pStyle w:val="TAC"/>
              <w:rPr>
                <w:noProof/>
              </w:rPr>
            </w:pPr>
            <w:r>
              <w:rPr>
                <w:noProof/>
              </w:rPr>
              <w:t>DC_21A_n79A-n257A</w:t>
            </w:r>
          </w:p>
          <w:p w14:paraId="04ABC3B4" w14:textId="77777777" w:rsidR="001F553E" w:rsidRDefault="001F553E" w:rsidP="00AC3FE8">
            <w:pPr>
              <w:pStyle w:val="TAC"/>
              <w:rPr>
                <w:noProof/>
              </w:rPr>
            </w:pPr>
            <w:r>
              <w:rPr>
                <w:noProof/>
              </w:rPr>
              <w:t>DC_21A_n79A-n257G</w:t>
            </w:r>
          </w:p>
          <w:p w14:paraId="4C7F8D75" w14:textId="77777777" w:rsidR="001F553E" w:rsidRDefault="001F553E" w:rsidP="00AC3FE8">
            <w:pPr>
              <w:pStyle w:val="TAC"/>
              <w:rPr>
                <w:noProof/>
              </w:rPr>
            </w:pPr>
            <w:r>
              <w:rPr>
                <w:noProof/>
              </w:rPr>
              <w:t>DC_21A_n79A-n257H</w:t>
            </w:r>
          </w:p>
          <w:p w14:paraId="54629CC4" w14:textId="77777777" w:rsidR="001F553E" w:rsidRDefault="001F553E" w:rsidP="00AC3FE8">
            <w:pPr>
              <w:pStyle w:val="TAC"/>
              <w:rPr>
                <w:rFonts w:cs="Arial"/>
                <w:lang w:eastAsia="zh-CN"/>
              </w:rPr>
            </w:pPr>
            <w:r>
              <w:rPr>
                <w:noProof/>
              </w:rPr>
              <w:t>DC_21A_n79A-n257I</w:t>
            </w:r>
          </w:p>
        </w:tc>
      </w:tr>
      <w:tr w:rsidR="001F553E" w14:paraId="7A989D2F"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1D258E4" w14:textId="77777777" w:rsidR="001F553E" w:rsidRDefault="001F553E" w:rsidP="00AC3FE8">
            <w:pPr>
              <w:pStyle w:val="TAC"/>
              <w:rPr>
                <w:noProof/>
              </w:rPr>
            </w:pPr>
            <w:r>
              <w:rPr>
                <w:noProof/>
              </w:rPr>
              <w:t>DC_1A-3A-28A_n78A-n257A</w:t>
            </w:r>
            <w:r>
              <w:rPr>
                <w:vertAlign w:val="superscript"/>
                <w:lang w:eastAsia="zh-TW"/>
              </w:rPr>
              <w:t>2</w:t>
            </w:r>
          </w:p>
          <w:p w14:paraId="6DA8F82B" w14:textId="77777777" w:rsidR="001F553E" w:rsidRDefault="001F553E" w:rsidP="00AC3FE8">
            <w:pPr>
              <w:pStyle w:val="TAC"/>
              <w:rPr>
                <w:noProof/>
                <w:lang w:eastAsia="ko-KR"/>
              </w:rPr>
            </w:pPr>
            <w:r>
              <w:rPr>
                <w:noProof/>
                <w:lang w:eastAsia="zh-CN"/>
              </w:rPr>
              <w:t>DC_1A-3A-28A_n78A-n257G</w:t>
            </w:r>
            <w:r>
              <w:rPr>
                <w:vertAlign w:val="superscript"/>
                <w:lang w:eastAsia="zh-TW"/>
              </w:rPr>
              <w:t>2</w:t>
            </w:r>
          </w:p>
          <w:p w14:paraId="0645858E" w14:textId="77777777" w:rsidR="001F553E" w:rsidRDefault="001F553E" w:rsidP="00AC3FE8">
            <w:pPr>
              <w:pStyle w:val="TAC"/>
              <w:rPr>
                <w:noProof/>
                <w:lang w:eastAsia="ko-KR"/>
              </w:rPr>
            </w:pPr>
            <w:r>
              <w:rPr>
                <w:noProof/>
                <w:lang w:eastAsia="zh-CN"/>
              </w:rPr>
              <w:t>DC_1A-3A-28A_n78A-n257H</w:t>
            </w:r>
            <w:r>
              <w:rPr>
                <w:vertAlign w:val="superscript"/>
                <w:lang w:eastAsia="zh-TW"/>
              </w:rPr>
              <w:t>2</w:t>
            </w:r>
          </w:p>
          <w:p w14:paraId="34215CD9" w14:textId="77777777" w:rsidR="001F553E" w:rsidRDefault="001F553E" w:rsidP="00AC3FE8">
            <w:pPr>
              <w:pStyle w:val="TAC"/>
              <w:rPr>
                <w:noProof/>
              </w:rPr>
            </w:pPr>
            <w:r>
              <w:rPr>
                <w:noProof/>
                <w:lang w:eastAsia="zh-CN"/>
              </w:rPr>
              <w:t>DC_1A-3A-28A_n78A-n257I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EF3B683" w14:textId="77777777" w:rsidR="001F553E" w:rsidRDefault="001F553E" w:rsidP="00AC3FE8">
            <w:pPr>
              <w:pStyle w:val="TAC"/>
              <w:rPr>
                <w:rFonts w:cs="Arial"/>
                <w:lang w:eastAsia="zh-CN"/>
              </w:rPr>
            </w:pPr>
            <w:r>
              <w:rPr>
                <w:rFonts w:cs="Arial"/>
                <w:lang w:eastAsia="zh-CN"/>
              </w:rPr>
              <w:t>DC_1A_n78A</w:t>
            </w:r>
          </w:p>
          <w:p w14:paraId="66ADBCF1" w14:textId="77777777" w:rsidR="001F553E" w:rsidRDefault="001F553E" w:rsidP="00AC3FE8">
            <w:pPr>
              <w:pStyle w:val="TAC"/>
              <w:rPr>
                <w:rFonts w:cs="Arial"/>
                <w:lang w:eastAsia="zh-CN"/>
              </w:rPr>
            </w:pPr>
            <w:r>
              <w:rPr>
                <w:rFonts w:cs="Arial"/>
                <w:lang w:eastAsia="zh-CN"/>
              </w:rPr>
              <w:t>DC_1A_n257A</w:t>
            </w:r>
          </w:p>
          <w:p w14:paraId="32366569" w14:textId="77777777" w:rsidR="001F553E" w:rsidRDefault="001F553E" w:rsidP="00AC3FE8">
            <w:pPr>
              <w:pStyle w:val="TAC"/>
              <w:rPr>
                <w:rFonts w:cs="Arial"/>
                <w:lang w:eastAsia="zh-CN"/>
              </w:rPr>
            </w:pPr>
            <w:r>
              <w:rPr>
                <w:rFonts w:cs="Arial"/>
                <w:lang w:eastAsia="zh-CN"/>
              </w:rPr>
              <w:t>DC_1A_n257G</w:t>
            </w:r>
          </w:p>
          <w:p w14:paraId="6BDD2A49" w14:textId="77777777" w:rsidR="001F553E" w:rsidRDefault="001F553E" w:rsidP="00AC3FE8">
            <w:pPr>
              <w:pStyle w:val="TAC"/>
              <w:rPr>
                <w:rFonts w:cs="Arial"/>
                <w:lang w:eastAsia="zh-CN"/>
              </w:rPr>
            </w:pPr>
            <w:r>
              <w:rPr>
                <w:rFonts w:cs="Arial"/>
                <w:lang w:eastAsia="zh-CN"/>
              </w:rPr>
              <w:t>DC_1A_n257H</w:t>
            </w:r>
          </w:p>
          <w:p w14:paraId="1EAC14C1" w14:textId="77777777" w:rsidR="001F553E" w:rsidRDefault="001F553E" w:rsidP="00AC3FE8">
            <w:pPr>
              <w:pStyle w:val="TAC"/>
              <w:rPr>
                <w:rFonts w:cs="Arial"/>
                <w:lang w:eastAsia="zh-CN"/>
              </w:rPr>
            </w:pPr>
            <w:r>
              <w:rPr>
                <w:rFonts w:cs="Arial"/>
                <w:lang w:eastAsia="zh-CN"/>
              </w:rPr>
              <w:t>DC_1A_n257I</w:t>
            </w:r>
          </w:p>
          <w:p w14:paraId="4AA4E8AF" w14:textId="77777777" w:rsidR="001F553E" w:rsidRDefault="001F553E" w:rsidP="00AC3FE8">
            <w:pPr>
              <w:pStyle w:val="TAC"/>
              <w:rPr>
                <w:rFonts w:cs="Arial"/>
                <w:lang w:eastAsia="zh-CN"/>
              </w:rPr>
            </w:pPr>
            <w:r>
              <w:rPr>
                <w:rFonts w:cs="Arial"/>
                <w:lang w:eastAsia="zh-CN"/>
              </w:rPr>
              <w:t>DC_3A_n78A</w:t>
            </w:r>
          </w:p>
          <w:p w14:paraId="337F60BC" w14:textId="77777777" w:rsidR="001F553E" w:rsidRDefault="001F553E" w:rsidP="00AC3FE8">
            <w:pPr>
              <w:pStyle w:val="TAC"/>
              <w:rPr>
                <w:rFonts w:cs="Arial"/>
                <w:lang w:eastAsia="zh-CN"/>
              </w:rPr>
            </w:pPr>
            <w:r>
              <w:rPr>
                <w:rFonts w:cs="Arial"/>
                <w:lang w:eastAsia="zh-CN"/>
              </w:rPr>
              <w:t>DC_3A_n257A</w:t>
            </w:r>
          </w:p>
          <w:p w14:paraId="38AEDA00" w14:textId="77777777" w:rsidR="001F553E" w:rsidRDefault="001F553E" w:rsidP="00AC3FE8">
            <w:pPr>
              <w:pStyle w:val="TAC"/>
              <w:rPr>
                <w:rFonts w:cs="Arial"/>
                <w:lang w:eastAsia="zh-CN"/>
              </w:rPr>
            </w:pPr>
            <w:r>
              <w:rPr>
                <w:rFonts w:cs="Arial"/>
                <w:lang w:eastAsia="zh-CN"/>
              </w:rPr>
              <w:t>DC_3A_n257G</w:t>
            </w:r>
          </w:p>
          <w:p w14:paraId="26EDF357" w14:textId="77777777" w:rsidR="001F553E" w:rsidRDefault="001F553E" w:rsidP="00AC3FE8">
            <w:pPr>
              <w:pStyle w:val="TAC"/>
              <w:rPr>
                <w:rFonts w:cs="Arial"/>
                <w:lang w:eastAsia="zh-CN"/>
              </w:rPr>
            </w:pPr>
            <w:r>
              <w:rPr>
                <w:rFonts w:cs="Arial"/>
                <w:lang w:eastAsia="zh-CN"/>
              </w:rPr>
              <w:t>DC_3A_n257H</w:t>
            </w:r>
          </w:p>
          <w:p w14:paraId="119D1312" w14:textId="77777777" w:rsidR="001F553E" w:rsidRDefault="001F553E" w:rsidP="00AC3FE8">
            <w:pPr>
              <w:pStyle w:val="TAC"/>
              <w:rPr>
                <w:rFonts w:cs="Arial"/>
                <w:lang w:eastAsia="zh-CN"/>
              </w:rPr>
            </w:pPr>
            <w:r>
              <w:rPr>
                <w:rFonts w:cs="Arial"/>
                <w:lang w:eastAsia="zh-CN"/>
              </w:rPr>
              <w:t>DC_3A_n257I</w:t>
            </w:r>
          </w:p>
          <w:p w14:paraId="51F1516F" w14:textId="77777777" w:rsidR="001F553E" w:rsidRDefault="001F553E" w:rsidP="00AC3FE8">
            <w:pPr>
              <w:pStyle w:val="TAC"/>
              <w:rPr>
                <w:rFonts w:cs="Arial"/>
                <w:lang w:eastAsia="zh-CN"/>
              </w:rPr>
            </w:pPr>
            <w:r>
              <w:rPr>
                <w:rFonts w:cs="Arial"/>
                <w:lang w:eastAsia="zh-CN"/>
              </w:rPr>
              <w:t>DC_28A_n78A</w:t>
            </w:r>
          </w:p>
          <w:p w14:paraId="31CDFC7F" w14:textId="77777777" w:rsidR="001F553E" w:rsidRDefault="001F553E" w:rsidP="00AC3FE8">
            <w:pPr>
              <w:pStyle w:val="TAC"/>
              <w:rPr>
                <w:rFonts w:cs="Arial"/>
                <w:lang w:eastAsia="zh-CN"/>
              </w:rPr>
            </w:pPr>
            <w:r>
              <w:rPr>
                <w:rFonts w:cs="Arial"/>
                <w:lang w:eastAsia="zh-CN"/>
              </w:rPr>
              <w:t>DC_28A_n257A</w:t>
            </w:r>
          </w:p>
          <w:p w14:paraId="465C6090" w14:textId="77777777" w:rsidR="001F553E" w:rsidRDefault="001F553E" w:rsidP="00AC3FE8">
            <w:pPr>
              <w:pStyle w:val="TAC"/>
              <w:rPr>
                <w:rFonts w:cs="Arial"/>
                <w:lang w:eastAsia="zh-CN"/>
              </w:rPr>
            </w:pPr>
            <w:r>
              <w:rPr>
                <w:rFonts w:cs="Arial"/>
                <w:lang w:eastAsia="zh-CN"/>
              </w:rPr>
              <w:t>DC_28A_n257G</w:t>
            </w:r>
          </w:p>
          <w:p w14:paraId="60F158A4" w14:textId="77777777" w:rsidR="001F553E" w:rsidRDefault="001F553E" w:rsidP="00AC3FE8">
            <w:pPr>
              <w:pStyle w:val="TAC"/>
              <w:rPr>
                <w:rFonts w:cs="Arial"/>
                <w:lang w:eastAsia="zh-CN"/>
              </w:rPr>
            </w:pPr>
            <w:r>
              <w:rPr>
                <w:rFonts w:cs="Arial"/>
                <w:lang w:eastAsia="zh-CN"/>
              </w:rPr>
              <w:t>DC_28A_n257H</w:t>
            </w:r>
          </w:p>
          <w:p w14:paraId="25E26DBC" w14:textId="77777777" w:rsidR="001F553E" w:rsidRDefault="001F553E" w:rsidP="00AC3FE8">
            <w:pPr>
              <w:pStyle w:val="TAC"/>
              <w:rPr>
                <w:noProof/>
              </w:rPr>
            </w:pPr>
            <w:r>
              <w:rPr>
                <w:rFonts w:cs="Arial"/>
                <w:lang w:eastAsia="zh-CN"/>
              </w:rPr>
              <w:t>DC_28A_n257I</w:t>
            </w:r>
          </w:p>
        </w:tc>
      </w:tr>
      <w:tr w:rsidR="001F553E" w14:paraId="496B8253"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BD316C0" w14:textId="77777777" w:rsidR="001F553E" w:rsidRDefault="001F553E" w:rsidP="00AC3FE8">
            <w:pPr>
              <w:pStyle w:val="TAC"/>
              <w:rPr>
                <w:rFonts w:eastAsia="DengXian" w:cs="Arial"/>
                <w:szCs w:val="18"/>
                <w:lang w:eastAsia="zh-CN"/>
              </w:rPr>
            </w:pPr>
            <w:r>
              <w:rPr>
                <w:rFonts w:cs="Arial"/>
                <w:szCs w:val="18"/>
                <w:lang w:eastAsia="ja-JP"/>
              </w:rPr>
              <w:t>DC_1A-3A-41A_n28A-n257A</w:t>
            </w:r>
            <w:r>
              <w:rPr>
                <w:vertAlign w:val="superscript"/>
                <w:lang w:eastAsia="zh-TW"/>
              </w:rPr>
              <w:t>2</w:t>
            </w:r>
          </w:p>
          <w:p w14:paraId="7C1C9532" w14:textId="77777777" w:rsidR="001F553E" w:rsidRDefault="001F553E" w:rsidP="00AC3FE8">
            <w:pPr>
              <w:pStyle w:val="TAC"/>
              <w:rPr>
                <w:noProof/>
              </w:rPr>
            </w:pPr>
            <w:r>
              <w:rPr>
                <w:rFonts w:cs="Arial"/>
                <w:szCs w:val="18"/>
                <w:lang w:eastAsia="ja-JP"/>
              </w:rPr>
              <w:t>DC_1A-3A-41A_n28A-n257</w:t>
            </w:r>
            <w:r>
              <w:rPr>
                <w:rFonts w:eastAsia="DengXian" w:cs="Arial"/>
                <w:szCs w:val="18"/>
                <w:lang w:eastAsia="zh-CN"/>
              </w:rPr>
              <w:t>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F948A02" w14:textId="77777777" w:rsidR="001F553E" w:rsidRDefault="001F553E" w:rsidP="00AC3FE8">
            <w:pPr>
              <w:pStyle w:val="TAC"/>
              <w:rPr>
                <w:rFonts w:cs="Arial"/>
                <w:lang w:eastAsia="zh-CN"/>
              </w:rPr>
            </w:pPr>
            <w:r>
              <w:rPr>
                <w:rFonts w:cs="Arial"/>
                <w:lang w:eastAsia="zh-CN"/>
              </w:rPr>
              <w:t>DC_1A_n28A</w:t>
            </w:r>
          </w:p>
          <w:p w14:paraId="307F6FD4" w14:textId="77777777" w:rsidR="001F553E" w:rsidRDefault="001F553E" w:rsidP="00AC3FE8">
            <w:pPr>
              <w:pStyle w:val="TAC"/>
              <w:rPr>
                <w:rFonts w:cs="Arial"/>
                <w:lang w:eastAsia="zh-CN"/>
              </w:rPr>
            </w:pPr>
            <w:r>
              <w:rPr>
                <w:rFonts w:cs="Arial"/>
                <w:lang w:eastAsia="zh-CN"/>
              </w:rPr>
              <w:t>DC_1A_n257A</w:t>
            </w:r>
          </w:p>
          <w:p w14:paraId="23F1F0A8" w14:textId="77777777" w:rsidR="001F553E" w:rsidRDefault="001F553E" w:rsidP="00AC3FE8">
            <w:pPr>
              <w:pStyle w:val="TAC"/>
              <w:rPr>
                <w:rFonts w:cs="Arial"/>
                <w:lang w:eastAsia="zh-CN"/>
              </w:rPr>
            </w:pPr>
            <w:r>
              <w:rPr>
                <w:rFonts w:cs="Arial"/>
                <w:lang w:eastAsia="zh-CN"/>
              </w:rPr>
              <w:t>DC_3A_n28A</w:t>
            </w:r>
          </w:p>
          <w:p w14:paraId="13AA324D" w14:textId="77777777" w:rsidR="001F553E" w:rsidRDefault="001F553E" w:rsidP="00AC3FE8">
            <w:pPr>
              <w:pStyle w:val="TAC"/>
              <w:rPr>
                <w:rFonts w:cs="Arial"/>
                <w:lang w:eastAsia="zh-CN"/>
              </w:rPr>
            </w:pPr>
            <w:r>
              <w:rPr>
                <w:rFonts w:cs="Arial"/>
                <w:lang w:eastAsia="zh-CN"/>
              </w:rPr>
              <w:t>DC_3A_n257A</w:t>
            </w:r>
          </w:p>
          <w:p w14:paraId="03588294" w14:textId="77777777" w:rsidR="001F553E" w:rsidRDefault="001F553E" w:rsidP="00AC3FE8">
            <w:pPr>
              <w:pStyle w:val="TAC"/>
              <w:rPr>
                <w:rFonts w:cs="Arial"/>
                <w:lang w:eastAsia="zh-CN"/>
              </w:rPr>
            </w:pPr>
            <w:r>
              <w:rPr>
                <w:rFonts w:cs="Arial"/>
                <w:lang w:eastAsia="zh-CN"/>
              </w:rPr>
              <w:t>DC_41A_n28A</w:t>
            </w:r>
          </w:p>
          <w:p w14:paraId="759609A1" w14:textId="77777777" w:rsidR="001F553E" w:rsidRDefault="001F553E" w:rsidP="00AC3FE8">
            <w:pPr>
              <w:pStyle w:val="TAC"/>
              <w:rPr>
                <w:rFonts w:cs="Arial"/>
                <w:lang w:eastAsia="zh-CN"/>
              </w:rPr>
            </w:pPr>
            <w:r>
              <w:rPr>
                <w:rFonts w:cs="Arial"/>
                <w:lang w:eastAsia="zh-CN"/>
              </w:rPr>
              <w:t>DC_41A_n257A</w:t>
            </w:r>
          </w:p>
          <w:p w14:paraId="17FC6997" w14:textId="77777777" w:rsidR="001F553E" w:rsidRDefault="001F553E" w:rsidP="00AC3FE8">
            <w:pPr>
              <w:pStyle w:val="TAC"/>
              <w:rPr>
                <w:rFonts w:cs="Arial"/>
                <w:lang w:eastAsia="zh-CN"/>
              </w:rPr>
            </w:pPr>
            <w:r>
              <w:rPr>
                <w:rFonts w:cs="Arial"/>
                <w:lang w:eastAsia="zh-CN"/>
              </w:rPr>
              <w:t>DC_41A_n257I</w:t>
            </w:r>
          </w:p>
        </w:tc>
      </w:tr>
      <w:tr w:rsidR="001F553E" w14:paraId="4480C9E4"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C737408" w14:textId="77777777" w:rsidR="001F553E" w:rsidRDefault="001F553E" w:rsidP="00AC3FE8">
            <w:pPr>
              <w:pStyle w:val="TAC"/>
              <w:rPr>
                <w:rFonts w:cs="Arial"/>
                <w:szCs w:val="18"/>
                <w:lang w:eastAsia="ja-JP"/>
              </w:rPr>
            </w:pPr>
            <w:r>
              <w:rPr>
                <w:rFonts w:cs="Arial"/>
                <w:szCs w:val="18"/>
                <w:lang w:eastAsia="ja-JP"/>
              </w:rPr>
              <w:lastRenderedPageBreak/>
              <w:t>DC_1A-3A-41C_n28A-n257A</w:t>
            </w:r>
            <w:r>
              <w:rPr>
                <w:vertAlign w:val="superscript"/>
                <w:lang w:eastAsia="zh-TW"/>
              </w:rPr>
              <w:t>2</w:t>
            </w:r>
          </w:p>
          <w:p w14:paraId="3437347E" w14:textId="77777777" w:rsidR="001F553E" w:rsidRDefault="001F553E" w:rsidP="00AC3FE8">
            <w:pPr>
              <w:pStyle w:val="TAC"/>
              <w:rPr>
                <w:noProof/>
              </w:rPr>
            </w:pPr>
            <w:r>
              <w:rPr>
                <w:rFonts w:cs="Arial"/>
                <w:szCs w:val="18"/>
                <w:lang w:eastAsia="ja-JP"/>
              </w:rPr>
              <w:t>DC_1A-3A-41</w:t>
            </w:r>
            <w:r>
              <w:rPr>
                <w:rFonts w:eastAsia="DengXian" w:cs="Arial"/>
                <w:szCs w:val="18"/>
                <w:lang w:eastAsia="zh-CN"/>
              </w:rPr>
              <w:t>C</w:t>
            </w:r>
            <w:r>
              <w:rPr>
                <w:rFonts w:cs="Arial"/>
                <w:szCs w:val="18"/>
                <w:lang w:eastAsia="ja-JP"/>
              </w:rPr>
              <w:t>_n28A-n257</w:t>
            </w:r>
            <w:r>
              <w:rPr>
                <w:rFonts w:eastAsia="DengXian" w:cs="Arial"/>
                <w:szCs w:val="18"/>
                <w:lang w:eastAsia="zh-CN"/>
              </w:rPr>
              <w:t>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4E59A98" w14:textId="77777777" w:rsidR="001F553E" w:rsidRDefault="001F553E" w:rsidP="00AC3FE8">
            <w:pPr>
              <w:pStyle w:val="TAC"/>
              <w:rPr>
                <w:rFonts w:cs="Arial"/>
                <w:lang w:eastAsia="zh-CN"/>
              </w:rPr>
            </w:pPr>
            <w:r>
              <w:rPr>
                <w:rFonts w:cs="Arial"/>
                <w:lang w:eastAsia="zh-CN"/>
              </w:rPr>
              <w:t>DC_1A_n28A</w:t>
            </w:r>
          </w:p>
          <w:p w14:paraId="3768845F" w14:textId="77777777" w:rsidR="001F553E" w:rsidRDefault="001F553E" w:rsidP="00AC3FE8">
            <w:pPr>
              <w:pStyle w:val="TAC"/>
              <w:rPr>
                <w:rFonts w:cs="Arial"/>
                <w:lang w:eastAsia="zh-CN"/>
              </w:rPr>
            </w:pPr>
            <w:r>
              <w:rPr>
                <w:rFonts w:cs="Arial"/>
                <w:lang w:eastAsia="zh-CN"/>
              </w:rPr>
              <w:t>DC_1A_n257A</w:t>
            </w:r>
          </w:p>
          <w:p w14:paraId="3FAB1178" w14:textId="77777777" w:rsidR="001F553E" w:rsidRDefault="001F553E" w:rsidP="00AC3FE8">
            <w:pPr>
              <w:pStyle w:val="TAC"/>
              <w:rPr>
                <w:rFonts w:cs="Arial"/>
                <w:lang w:eastAsia="zh-CN"/>
              </w:rPr>
            </w:pPr>
            <w:r>
              <w:rPr>
                <w:rFonts w:cs="Arial"/>
                <w:lang w:eastAsia="zh-CN"/>
              </w:rPr>
              <w:t>DC_3A_n28A</w:t>
            </w:r>
          </w:p>
          <w:p w14:paraId="20CA0415" w14:textId="77777777" w:rsidR="001F553E" w:rsidRDefault="001F553E" w:rsidP="00AC3FE8">
            <w:pPr>
              <w:pStyle w:val="TAC"/>
              <w:rPr>
                <w:rFonts w:cs="Arial"/>
                <w:lang w:eastAsia="zh-CN"/>
              </w:rPr>
            </w:pPr>
            <w:r>
              <w:rPr>
                <w:rFonts w:cs="Arial"/>
                <w:lang w:eastAsia="zh-CN"/>
              </w:rPr>
              <w:t>DC_3A_n257A</w:t>
            </w:r>
          </w:p>
          <w:p w14:paraId="010B6B28" w14:textId="77777777" w:rsidR="001F553E" w:rsidRDefault="001F553E" w:rsidP="00AC3FE8">
            <w:pPr>
              <w:pStyle w:val="TAC"/>
              <w:rPr>
                <w:rFonts w:cs="Arial"/>
                <w:lang w:eastAsia="zh-CN"/>
              </w:rPr>
            </w:pPr>
            <w:r>
              <w:rPr>
                <w:rFonts w:cs="Arial"/>
                <w:lang w:eastAsia="zh-CN"/>
              </w:rPr>
              <w:t>DC_41A_n28A</w:t>
            </w:r>
          </w:p>
          <w:p w14:paraId="2E1A829F" w14:textId="77777777" w:rsidR="001F553E" w:rsidRDefault="001F553E" w:rsidP="00AC3FE8">
            <w:pPr>
              <w:pStyle w:val="TAC"/>
              <w:rPr>
                <w:rFonts w:cs="Arial"/>
                <w:lang w:eastAsia="zh-CN"/>
              </w:rPr>
            </w:pPr>
            <w:r>
              <w:rPr>
                <w:rFonts w:cs="Arial"/>
                <w:lang w:eastAsia="zh-CN"/>
              </w:rPr>
              <w:t>DC_41A_n257A</w:t>
            </w:r>
          </w:p>
          <w:p w14:paraId="4A11E43B" w14:textId="77777777" w:rsidR="001F553E" w:rsidRDefault="001F553E" w:rsidP="00AC3FE8">
            <w:pPr>
              <w:pStyle w:val="TAC"/>
              <w:rPr>
                <w:rFonts w:cs="Arial"/>
                <w:lang w:eastAsia="zh-CN"/>
              </w:rPr>
            </w:pPr>
            <w:r>
              <w:rPr>
                <w:rFonts w:cs="Arial"/>
                <w:lang w:eastAsia="zh-CN"/>
              </w:rPr>
              <w:t>DC_41A_n257I</w:t>
            </w:r>
          </w:p>
          <w:p w14:paraId="2B6D81F1" w14:textId="77777777" w:rsidR="001F553E" w:rsidRDefault="001F553E" w:rsidP="00AC3FE8">
            <w:pPr>
              <w:pStyle w:val="TAC"/>
              <w:rPr>
                <w:rFonts w:cs="Arial"/>
                <w:lang w:eastAsia="zh-CN"/>
              </w:rPr>
            </w:pPr>
            <w:r>
              <w:rPr>
                <w:rFonts w:cs="Arial"/>
                <w:lang w:eastAsia="zh-CN"/>
              </w:rPr>
              <w:t>DC_41C_n28A</w:t>
            </w:r>
          </w:p>
          <w:p w14:paraId="231EB5E5" w14:textId="77777777" w:rsidR="001F553E" w:rsidRDefault="001F553E" w:rsidP="00AC3FE8">
            <w:pPr>
              <w:pStyle w:val="TAC"/>
              <w:rPr>
                <w:rFonts w:cs="Arial"/>
                <w:lang w:eastAsia="zh-CN"/>
              </w:rPr>
            </w:pPr>
            <w:r>
              <w:rPr>
                <w:rFonts w:cs="Arial"/>
                <w:lang w:eastAsia="zh-CN"/>
              </w:rPr>
              <w:t>DC_41C_n257A</w:t>
            </w:r>
          </w:p>
          <w:p w14:paraId="6C34E6A2" w14:textId="77777777" w:rsidR="001F553E" w:rsidRDefault="001F553E" w:rsidP="00AC3FE8">
            <w:pPr>
              <w:pStyle w:val="TAC"/>
              <w:rPr>
                <w:rFonts w:cs="Arial"/>
                <w:lang w:eastAsia="zh-CN"/>
              </w:rPr>
            </w:pPr>
            <w:r>
              <w:rPr>
                <w:rFonts w:cs="Arial"/>
                <w:lang w:eastAsia="zh-CN"/>
              </w:rPr>
              <w:t>DC_41C_n257I</w:t>
            </w:r>
          </w:p>
        </w:tc>
      </w:tr>
      <w:tr w:rsidR="001F553E" w14:paraId="44E7D38D"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BCDFF2E" w14:textId="77777777" w:rsidR="001F553E" w:rsidRDefault="001F553E" w:rsidP="00AC3FE8">
            <w:pPr>
              <w:pStyle w:val="TAC"/>
              <w:rPr>
                <w:rFonts w:cs="Arial"/>
                <w:szCs w:val="18"/>
              </w:rPr>
            </w:pPr>
            <w:r>
              <w:rPr>
                <w:rFonts w:cs="Arial"/>
                <w:szCs w:val="18"/>
              </w:rPr>
              <w:t>DC_1</w:t>
            </w:r>
            <w:r>
              <w:rPr>
                <w:rFonts w:cs="Arial"/>
                <w:szCs w:val="18"/>
                <w:lang w:eastAsia="zh-CN"/>
              </w:rPr>
              <w:t>A</w:t>
            </w:r>
            <w:r>
              <w:rPr>
                <w:rFonts w:cs="Arial"/>
                <w:szCs w:val="18"/>
              </w:rPr>
              <w:t>-3</w:t>
            </w:r>
            <w:r>
              <w:rPr>
                <w:rFonts w:cs="Arial"/>
                <w:szCs w:val="18"/>
                <w:lang w:eastAsia="zh-CN"/>
              </w:rPr>
              <w:t>A</w:t>
            </w:r>
            <w:r>
              <w:rPr>
                <w:rFonts w:cs="Arial"/>
                <w:szCs w:val="18"/>
              </w:rPr>
              <w:t>-41A_n77A-n257A</w:t>
            </w:r>
          </w:p>
          <w:p w14:paraId="48C348E6" w14:textId="77777777" w:rsidR="001F553E" w:rsidRDefault="001F553E" w:rsidP="00AC3FE8">
            <w:pPr>
              <w:pStyle w:val="TAC"/>
              <w:rPr>
                <w:rFonts w:cs="Arial"/>
                <w:szCs w:val="18"/>
              </w:rPr>
            </w:pPr>
            <w:r>
              <w:rPr>
                <w:rFonts w:cs="Arial"/>
                <w:szCs w:val="18"/>
              </w:rPr>
              <w:t>DC_1</w:t>
            </w:r>
            <w:r>
              <w:rPr>
                <w:rFonts w:cs="Arial"/>
                <w:szCs w:val="18"/>
                <w:lang w:eastAsia="zh-CN"/>
              </w:rPr>
              <w:t>A</w:t>
            </w:r>
            <w:r>
              <w:rPr>
                <w:rFonts w:cs="Arial"/>
                <w:szCs w:val="18"/>
              </w:rPr>
              <w:t>-3</w:t>
            </w:r>
            <w:r>
              <w:rPr>
                <w:rFonts w:cs="Arial"/>
                <w:szCs w:val="18"/>
                <w:lang w:eastAsia="zh-CN"/>
              </w:rPr>
              <w:t>A</w:t>
            </w:r>
            <w:r>
              <w:rPr>
                <w:rFonts w:cs="Arial"/>
                <w:szCs w:val="18"/>
              </w:rPr>
              <w:t>-41A_n77A-n257G</w:t>
            </w:r>
          </w:p>
          <w:p w14:paraId="06D07A72" w14:textId="77777777" w:rsidR="001F553E" w:rsidRDefault="001F553E" w:rsidP="00AC3FE8">
            <w:pPr>
              <w:pStyle w:val="TAC"/>
              <w:rPr>
                <w:rFonts w:cs="Arial"/>
                <w:szCs w:val="18"/>
              </w:rPr>
            </w:pPr>
            <w:r>
              <w:rPr>
                <w:rFonts w:cs="Arial"/>
                <w:szCs w:val="18"/>
              </w:rPr>
              <w:t>DC_1</w:t>
            </w:r>
            <w:r>
              <w:rPr>
                <w:rFonts w:cs="Arial"/>
                <w:szCs w:val="18"/>
                <w:lang w:eastAsia="zh-CN"/>
              </w:rPr>
              <w:t>A</w:t>
            </w:r>
            <w:r>
              <w:rPr>
                <w:rFonts w:cs="Arial"/>
                <w:szCs w:val="18"/>
              </w:rPr>
              <w:t>-3</w:t>
            </w:r>
            <w:r>
              <w:rPr>
                <w:rFonts w:cs="Arial"/>
                <w:szCs w:val="18"/>
                <w:lang w:eastAsia="zh-CN"/>
              </w:rPr>
              <w:t>A</w:t>
            </w:r>
            <w:r>
              <w:rPr>
                <w:rFonts w:cs="Arial"/>
                <w:szCs w:val="18"/>
              </w:rPr>
              <w:t>-41A_n77A-n257H</w:t>
            </w:r>
          </w:p>
          <w:p w14:paraId="06F6278E" w14:textId="77777777" w:rsidR="001F553E" w:rsidRDefault="001F553E" w:rsidP="00AC3FE8">
            <w:pPr>
              <w:pStyle w:val="TAC"/>
              <w:rPr>
                <w:rFonts w:cs="Arial"/>
                <w:szCs w:val="18"/>
              </w:rPr>
            </w:pPr>
            <w:r>
              <w:rPr>
                <w:rFonts w:cs="Arial"/>
                <w:szCs w:val="18"/>
              </w:rPr>
              <w:t>DC_1</w:t>
            </w:r>
            <w:r>
              <w:rPr>
                <w:rFonts w:cs="Arial"/>
                <w:szCs w:val="18"/>
                <w:lang w:eastAsia="zh-CN"/>
              </w:rPr>
              <w:t>A</w:t>
            </w:r>
            <w:r>
              <w:rPr>
                <w:rFonts w:cs="Arial"/>
                <w:szCs w:val="18"/>
              </w:rPr>
              <w:t>-3</w:t>
            </w:r>
            <w:r>
              <w:rPr>
                <w:rFonts w:cs="Arial"/>
                <w:szCs w:val="18"/>
                <w:lang w:eastAsia="zh-CN"/>
              </w:rPr>
              <w:t>A</w:t>
            </w:r>
            <w:r>
              <w:rPr>
                <w:rFonts w:cs="Arial"/>
                <w:szCs w:val="18"/>
              </w:rPr>
              <w:t>-41A_n77A-n257I</w:t>
            </w:r>
          </w:p>
          <w:p w14:paraId="2C5838A5" w14:textId="77777777" w:rsidR="001F553E" w:rsidRDefault="001F553E" w:rsidP="00AC3FE8">
            <w:pPr>
              <w:pStyle w:val="TAC"/>
              <w:rPr>
                <w:rFonts w:cs="Arial"/>
                <w:szCs w:val="18"/>
              </w:rPr>
            </w:pPr>
            <w:r>
              <w:rPr>
                <w:rFonts w:cs="Arial"/>
                <w:szCs w:val="18"/>
              </w:rPr>
              <w:t>DC_1A-3A-41C_n77A-n257A</w:t>
            </w:r>
          </w:p>
          <w:p w14:paraId="4F81E569" w14:textId="77777777" w:rsidR="001F553E" w:rsidRDefault="001F553E" w:rsidP="00AC3FE8">
            <w:pPr>
              <w:pStyle w:val="TAC"/>
              <w:rPr>
                <w:rFonts w:cs="Arial"/>
                <w:szCs w:val="18"/>
              </w:rPr>
            </w:pPr>
            <w:r>
              <w:rPr>
                <w:rFonts w:cs="Arial"/>
                <w:szCs w:val="18"/>
              </w:rPr>
              <w:t>DC_1A-3A-41C_n77A-n257G</w:t>
            </w:r>
          </w:p>
          <w:p w14:paraId="454AD452" w14:textId="77777777" w:rsidR="001F553E" w:rsidRDefault="001F553E" w:rsidP="00AC3FE8">
            <w:pPr>
              <w:pStyle w:val="TAC"/>
              <w:rPr>
                <w:rFonts w:cs="Arial"/>
                <w:szCs w:val="18"/>
              </w:rPr>
            </w:pPr>
            <w:r>
              <w:rPr>
                <w:rFonts w:cs="Arial"/>
                <w:szCs w:val="18"/>
              </w:rPr>
              <w:t>DC_1A-3A-41C_n77A-n257H</w:t>
            </w:r>
          </w:p>
          <w:p w14:paraId="62C02C32" w14:textId="77777777" w:rsidR="001F553E" w:rsidRDefault="001F553E" w:rsidP="00AC3FE8">
            <w:pPr>
              <w:pStyle w:val="TAC"/>
              <w:rPr>
                <w:noProof/>
              </w:rPr>
            </w:pPr>
            <w:r>
              <w:rPr>
                <w:rFonts w:cs="Arial"/>
                <w:szCs w:val="18"/>
              </w:rPr>
              <w:t>DC_1A-3A-41C_n77A-n257I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16C7546" w14:textId="77777777" w:rsidR="001F553E" w:rsidRDefault="001F553E" w:rsidP="00AC3FE8">
            <w:pPr>
              <w:pStyle w:val="TAC"/>
              <w:rPr>
                <w:rFonts w:cs="Arial"/>
                <w:lang w:eastAsia="zh-CN"/>
              </w:rPr>
            </w:pPr>
            <w:r>
              <w:rPr>
                <w:rFonts w:cs="Arial"/>
                <w:lang w:eastAsia="zh-CN"/>
              </w:rPr>
              <w:t>DC_1A_n77A</w:t>
            </w:r>
          </w:p>
          <w:p w14:paraId="38DBC29D" w14:textId="77777777" w:rsidR="001F553E" w:rsidRDefault="001F553E" w:rsidP="00AC3FE8">
            <w:pPr>
              <w:pStyle w:val="TAC"/>
              <w:rPr>
                <w:rFonts w:cs="Arial"/>
                <w:lang w:eastAsia="zh-CN"/>
              </w:rPr>
            </w:pPr>
            <w:r>
              <w:rPr>
                <w:rFonts w:cs="Arial"/>
                <w:lang w:eastAsia="zh-CN"/>
              </w:rPr>
              <w:t>DC_1A_n257A</w:t>
            </w:r>
          </w:p>
          <w:p w14:paraId="61C5E61D" w14:textId="77777777" w:rsidR="001F553E" w:rsidRDefault="001F553E" w:rsidP="00AC3FE8">
            <w:pPr>
              <w:pStyle w:val="TAC"/>
              <w:rPr>
                <w:rFonts w:cs="Arial"/>
                <w:lang w:eastAsia="zh-CN"/>
              </w:rPr>
            </w:pPr>
            <w:r>
              <w:rPr>
                <w:rFonts w:cs="Arial"/>
                <w:lang w:eastAsia="zh-CN"/>
              </w:rPr>
              <w:t>DC_1A_n257G</w:t>
            </w:r>
          </w:p>
          <w:p w14:paraId="0019CD1E" w14:textId="77777777" w:rsidR="001F553E" w:rsidRDefault="001F553E" w:rsidP="00AC3FE8">
            <w:pPr>
              <w:pStyle w:val="TAC"/>
              <w:rPr>
                <w:rFonts w:cs="Arial"/>
                <w:lang w:eastAsia="zh-CN"/>
              </w:rPr>
            </w:pPr>
            <w:r>
              <w:rPr>
                <w:rFonts w:cs="Arial"/>
                <w:lang w:eastAsia="zh-CN"/>
              </w:rPr>
              <w:t>DC_1A_n257H</w:t>
            </w:r>
          </w:p>
          <w:p w14:paraId="78DE9E8F" w14:textId="77777777" w:rsidR="001F553E" w:rsidRDefault="001F553E" w:rsidP="00AC3FE8">
            <w:pPr>
              <w:pStyle w:val="TAC"/>
              <w:rPr>
                <w:rFonts w:cs="Arial"/>
                <w:lang w:eastAsia="zh-CN"/>
              </w:rPr>
            </w:pPr>
            <w:r>
              <w:rPr>
                <w:rFonts w:cs="Arial"/>
                <w:lang w:eastAsia="zh-CN"/>
              </w:rPr>
              <w:t>DC_1A_n257I</w:t>
            </w:r>
          </w:p>
          <w:p w14:paraId="0F75C9AB" w14:textId="77777777" w:rsidR="001F553E" w:rsidRDefault="001F553E" w:rsidP="00AC3FE8">
            <w:pPr>
              <w:pStyle w:val="TAC"/>
              <w:rPr>
                <w:rFonts w:cs="Arial"/>
                <w:lang w:eastAsia="zh-CN"/>
              </w:rPr>
            </w:pPr>
            <w:r>
              <w:rPr>
                <w:rFonts w:cs="Arial"/>
                <w:lang w:eastAsia="zh-CN"/>
              </w:rPr>
              <w:t>DC_3A_n77A</w:t>
            </w:r>
          </w:p>
          <w:p w14:paraId="34C64DA9" w14:textId="77777777" w:rsidR="001F553E" w:rsidRDefault="001F553E" w:rsidP="00AC3FE8">
            <w:pPr>
              <w:pStyle w:val="TAC"/>
              <w:rPr>
                <w:rFonts w:cs="Arial"/>
                <w:lang w:eastAsia="zh-CN"/>
              </w:rPr>
            </w:pPr>
            <w:r>
              <w:rPr>
                <w:rFonts w:cs="Arial"/>
                <w:lang w:eastAsia="zh-CN"/>
              </w:rPr>
              <w:t>DC_3A_n257A</w:t>
            </w:r>
          </w:p>
          <w:p w14:paraId="369E0A23" w14:textId="77777777" w:rsidR="001F553E" w:rsidRDefault="001F553E" w:rsidP="00AC3FE8">
            <w:pPr>
              <w:pStyle w:val="TAC"/>
              <w:rPr>
                <w:rFonts w:cs="Arial"/>
                <w:lang w:eastAsia="zh-CN"/>
              </w:rPr>
            </w:pPr>
            <w:r>
              <w:rPr>
                <w:rFonts w:cs="Arial"/>
                <w:lang w:eastAsia="zh-CN"/>
              </w:rPr>
              <w:t>DC_3A_n257G</w:t>
            </w:r>
          </w:p>
          <w:p w14:paraId="67F7ADF7" w14:textId="77777777" w:rsidR="001F553E" w:rsidRDefault="001F553E" w:rsidP="00AC3FE8">
            <w:pPr>
              <w:pStyle w:val="TAC"/>
              <w:rPr>
                <w:rFonts w:cs="Arial"/>
                <w:lang w:eastAsia="zh-CN"/>
              </w:rPr>
            </w:pPr>
            <w:r>
              <w:rPr>
                <w:rFonts w:cs="Arial"/>
                <w:lang w:eastAsia="zh-CN"/>
              </w:rPr>
              <w:t>DC_3A_n257H</w:t>
            </w:r>
          </w:p>
          <w:p w14:paraId="23D9C0FD" w14:textId="77777777" w:rsidR="001F553E" w:rsidRDefault="001F553E" w:rsidP="00AC3FE8">
            <w:pPr>
              <w:pStyle w:val="TAC"/>
              <w:rPr>
                <w:rFonts w:cs="Arial"/>
                <w:lang w:eastAsia="zh-CN"/>
              </w:rPr>
            </w:pPr>
            <w:r>
              <w:rPr>
                <w:rFonts w:cs="Arial"/>
                <w:lang w:eastAsia="zh-CN"/>
              </w:rPr>
              <w:t>DC_3A_n257I</w:t>
            </w:r>
          </w:p>
          <w:p w14:paraId="73CD5EBB" w14:textId="77777777" w:rsidR="001F553E" w:rsidRDefault="001F553E" w:rsidP="00AC3FE8">
            <w:pPr>
              <w:pStyle w:val="TAC"/>
              <w:rPr>
                <w:rFonts w:cs="Arial"/>
                <w:lang w:eastAsia="zh-CN"/>
              </w:rPr>
            </w:pPr>
            <w:r>
              <w:rPr>
                <w:rFonts w:cs="Arial"/>
                <w:lang w:eastAsia="zh-CN"/>
              </w:rPr>
              <w:t>DC_41A_n77A</w:t>
            </w:r>
          </w:p>
          <w:p w14:paraId="28B82E50" w14:textId="77777777" w:rsidR="001F553E" w:rsidRDefault="001F553E" w:rsidP="00AC3FE8">
            <w:pPr>
              <w:pStyle w:val="TAC"/>
              <w:rPr>
                <w:rFonts w:cs="Arial"/>
                <w:lang w:eastAsia="zh-CN"/>
              </w:rPr>
            </w:pPr>
            <w:r>
              <w:rPr>
                <w:rFonts w:cs="Arial"/>
                <w:lang w:eastAsia="zh-CN"/>
              </w:rPr>
              <w:t>DC_41A_n257A</w:t>
            </w:r>
          </w:p>
          <w:p w14:paraId="3CD568A3" w14:textId="77777777" w:rsidR="001F553E" w:rsidRDefault="001F553E" w:rsidP="00AC3FE8">
            <w:pPr>
              <w:pStyle w:val="TAC"/>
              <w:rPr>
                <w:rFonts w:cs="Arial"/>
                <w:lang w:eastAsia="zh-CN"/>
              </w:rPr>
            </w:pPr>
            <w:r>
              <w:rPr>
                <w:rFonts w:cs="Arial"/>
                <w:lang w:eastAsia="zh-CN"/>
              </w:rPr>
              <w:t>DC_41A_n257G</w:t>
            </w:r>
          </w:p>
          <w:p w14:paraId="621C0A2F" w14:textId="77777777" w:rsidR="001F553E" w:rsidRDefault="001F553E" w:rsidP="00AC3FE8">
            <w:pPr>
              <w:pStyle w:val="TAC"/>
              <w:rPr>
                <w:rFonts w:cs="Arial"/>
                <w:lang w:eastAsia="zh-CN"/>
              </w:rPr>
            </w:pPr>
            <w:r>
              <w:rPr>
                <w:rFonts w:cs="Arial"/>
                <w:lang w:eastAsia="zh-CN"/>
              </w:rPr>
              <w:t>DC_41A_n257H</w:t>
            </w:r>
          </w:p>
          <w:p w14:paraId="68BF8629" w14:textId="77777777" w:rsidR="001F553E" w:rsidRDefault="001F553E" w:rsidP="00AC3FE8">
            <w:pPr>
              <w:pStyle w:val="TAC"/>
              <w:rPr>
                <w:rFonts w:cs="Arial"/>
                <w:lang w:eastAsia="zh-CN"/>
              </w:rPr>
            </w:pPr>
            <w:r>
              <w:rPr>
                <w:rFonts w:cs="Arial"/>
                <w:lang w:eastAsia="zh-CN"/>
              </w:rPr>
              <w:t>DC_41A_n257I</w:t>
            </w:r>
          </w:p>
          <w:p w14:paraId="168AD1FA" w14:textId="77777777" w:rsidR="001F553E" w:rsidRDefault="001F553E" w:rsidP="00AC3FE8">
            <w:pPr>
              <w:pStyle w:val="TAC"/>
              <w:rPr>
                <w:rFonts w:cs="Arial"/>
                <w:lang w:eastAsia="zh-CN"/>
              </w:rPr>
            </w:pPr>
            <w:r>
              <w:rPr>
                <w:rFonts w:cs="Arial"/>
                <w:lang w:eastAsia="zh-CN"/>
              </w:rPr>
              <w:t>DC_41C_n77A</w:t>
            </w:r>
          </w:p>
          <w:p w14:paraId="66A619B1" w14:textId="77777777" w:rsidR="001F553E" w:rsidRDefault="001F553E" w:rsidP="00AC3FE8">
            <w:pPr>
              <w:pStyle w:val="TAC"/>
              <w:rPr>
                <w:rFonts w:cs="Arial"/>
                <w:lang w:eastAsia="zh-CN"/>
              </w:rPr>
            </w:pPr>
            <w:r>
              <w:rPr>
                <w:rFonts w:cs="Arial"/>
                <w:lang w:eastAsia="zh-CN"/>
              </w:rPr>
              <w:t>DC_41C_n257A</w:t>
            </w:r>
          </w:p>
          <w:p w14:paraId="0D348C25" w14:textId="77777777" w:rsidR="001F553E" w:rsidRDefault="001F553E" w:rsidP="00AC3FE8">
            <w:pPr>
              <w:pStyle w:val="TAC"/>
              <w:rPr>
                <w:rFonts w:cs="Arial"/>
                <w:lang w:eastAsia="zh-CN"/>
              </w:rPr>
            </w:pPr>
            <w:r>
              <w:rPr>
                <w:rFonts w:cs="Arial"/>
                <w:lang w:eastAsia="zh-CN"/>
              </w:rPr>
              <w:t>DC_41C_n257G</w:t>
            </w:r>
          </w:p>
          <w:p w14:paraId="33F1300C" w14:textId="77777777" w:rsidR="001F553E" w:rsidRDefault="001F553E" w:rsidP="00AC3FE8">
            <w:pPr>
              <w:pStyle w:val="TAC"/>
              <w:rPr>
                <w:rFonts w:cs="Arial"/>
                <w:lang w:val="sv-FI" w:eastAsia="zh-CN"/>
              </w:rPr>
            </w:pPr>
            <w:r>
              <w:rPr>
                <w:rFonts w:cs="Arial"/>
                <w:lang w:val="sv-FI" w:eastAsia="zh-CN"/>
              </w:rPr>
              <w:t>DC_41C_n257H</w:t>
            </w:r>
          </w:p>
          <w:p w14:paraId="46CD1693" w14:textId="77777777" w:rsidR="001F553E" w:rsidRDefault="001F553E" w:rsidP="00AC3FE8">
            <w:pPr>
              <w:pStyle w:val="TAC"/>
              <w:rPr>
                <w:rFonts w:cs="Arial"/>
                <w:lang w:val="sv-FI" w:eastAsia="zh-CN"/>
              </w:rPr>
            </w:pPr>
            <w:r>
              <w:rPr>
                <w:rFonts w:cs="Arial"/>
                <w:lang w:val="sv-FI" w:eastAsia="zh-CN"/>
              </w:rPr>
              <w:t>DC_41C_n257I</w:t>
            </w:r>
          </w:p>
        </w:tc>
      </w:tr>
      <w:tr w:rsidR="001F553E" w14:paraId="26B4A927"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CABB360" w14:textId="77777777" w:rsidR="001F553E" w:rsidRDefault="001F553E" w:rsidP="00AC3FE8">
            <w:pPr>
              <w:pStyle w:val="TAC"/>
              <w:rPr>
                <w:noProof/>
              </w:rPr>
            </w:pPr>
            <w:r>
              <w:rPr>
                <w:noProof/>
              </w:rPr>
              <w:t>DC_1A-3A-41A_n78A-n257A</w:t>
            </w:r>
          </w:p>
          <w:p w14:paraId="320D139C" w14:textId="77777777" w:rsidR="001F553E" w:rsidRDefault="001F553E" w:rsidP="00AC3FE8">
            <w:pPr>
              <w:pStyle w:val="TAC"/>
              <w:rPr>
                <w:noProof/>
                <w:lang w:eastAsia="ko-KR"/>
              </w:rPr>
            </w:pPr>
            <w:r>
              <w:rPr>
                <w:noProof/>
                <w:lang w:eastAsia="zh-CN"/>
              </w:rPr>
              <w:t>DC_1A-3A-41A_n78A-n257G</w:t>
            </w:r>
          </w:p>
          <w:p w14:paraId="3AB6282E" w14:textId="77777777" w:rsidR="001F553E" w:rsidRDefault="001F553E" w:rsidP="00AC3FE8">
            <w:pPr>
              <w:pStyle w:val="TAC"/>
              <w:rPr>
                <w:noProof/>
                <w:lang w:eastAsia="ko-KR"/>
              </w:rPr>
            </w:pPr>
            <w:r>
              <w:rPr>
                <w:noProof/>
                <w:lang w:eastAsia="zh-CN"/>
              </w:rPr>
              <w:t>DC_1A-3A-41A_n78A-n257H</w:t>
            </w:r>
          </w:p>
          <w:p w14:paraId="793044C0" w14:textId="77777777" w:rsidR="001F553E" w:rsidRDefault="001F553E" w:rsidP="00AC3FE8">
            <w:pPr>
              <w:pStyle w:val="TAC"/>
              <w:rPr>
                <w:noProof/>
                <w:lang w:eastAsia="zh-CN"/>
              </w:rPr>
            </w:pPr>
            <w:r>
              <w:rPr>
                <w:noProof/>
                <w:lang w:eastAsia="zh-CN"/>
              </w:rPr>
              <w:t>DC_1A-3A-41A_n78A-n257I</w:t>
            </w:r>
          </w:p>
          <w:p w14:paraId="4BCA63FF" w14:textId="77777777" w:rsidR="001F553E" w:rsidRDefault="001F553E" w:rsidP="00AC3FE8">
            <w:pPr>
              <w:pStyle w:val="TAC"/>
              <w:rPr>
                <w:noProof/>
              </w:rPr>
            </w:pPr>
            <w:r>
              <w:rPr>
                <w:noProof/>
              </w:rPr>
              <w:t>DC_1A-3A-41C_n78A-n257A</w:t>
            </w:r>
          </w:p>
          <w:p w14:paraId="2E6B1D5B" w14:textId="77777777" w:rsidR="001F553E" w:rsidRDefault="001F553E" w:rsidP="00AC3FE8">
            <w:pPr>
              <w:pStyle w:val="TAC"/>
              <w:rPr>
                <w:noProof/>
                <w:lang w:eastAsia="ko-KR"/>
              </w:rPr>
            </w:pPr>
            <w:r>
              <w:rPr>
                <w:noProof/>
                <w:lang w:eastAsia="zh-CN"/>
              </w:rPr>
              <w:t>DC_1A-3A-41C_n78A-n257G</w:t>
            </w:r>
          </w:p>
          <w:p w14:paraId="5E51FF3A" w14:textId="77777777" w:rsidR="001F553E" w:rsidRDefault="001F553E" w:rsidP="00AC3FE8">
            <w:pPr>
              <w:pStyle w:val="TAC"/>
              <w:rPr>
                <w:noProof/>
                <w:lang w:eastAsia="ko-KR"/>
              </w:rPr>
            </w:pPr>
            <w:r>
              <w:rPr>
                <w:noProof/>
                <w:lang w:eastAsia="zh-CN"/>
              </w:rPr>
              <w:t>DC_1A-3A-41C_n78A-n257H</w:t>
            </w:r>
          </w:p>
          <w:p w14:paraId="0AB945BD" w14:textId="77777777" w:rsidR="001F553E" w:rsidRDefault="001F553E" w:rsidP="00AC3FE8">
            <w:pPr>
              <w:pStyle w:val="TAC"/>
              <w:rPr>
                <w:noProof/>
              </w:rPr>
            </w:pPr>
            <w:r>
              <w:rPr>
                <w:noProof/>
                <w:lang w:eastAsia="zh-CN"/>
              </w:rPr>
              <w:t>DC_1A-3A-41C_n78A-n257I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0B52C32" w14:textId="77777777" w:rsidR="001F553E" w:rsidRDefault="001F553E" w:rsidP="00AC3FE8">
            <w:pPr>
              <w:pStyle w:val="TAC"/>
              <w:rPr>
                <w:rFonts w:cs="Arial"/>
                <w:lang w:eastAsia="zh-CN"/>
              </w:rPr>
            </w:pPr>
            <w:r>
              <w:rPr>
                <w:rFonts w:cs="Arial"/>
                <w:lang w:eastAsia="zh-CN"/>
              </w:rPr>
              <w:t>DC_1A_n78A</w:t>
            </w:r>
          </w:p>
          <w:p w14:paraId="416D270C" w14:textId="77777777" w:rsidR="001F553E" w:rsidRDefault="001F553E" w:rsidP="00AC3FE8">
            <w:pPr>
              <w:pStyle w:val="TAC"/>
              <w:rPr>
                <w:rFonts w:cs="Arial"/>
                <w:lang w:eastAsia="zh-CN"/>
              </w:rPr>
            </w:pPr>
            <w:r>
              <w:rPr>
                <w:rFonts w:cs="Arial"/>
                <w:lang w:eastAsia="zh-CN"/>
              </w:rPr>
              <w:t>DC_1A_n257A</w:t>
            </w:r>
          </w:p>
          <w:p w14:paraId="137FC9A3" w14:textId="77777777" w:rsidR="001F553E" w:rsidRDefault="001F553E" w:rsidP="00AC3FE8">
            <w:pPr>
              <w:pStyle w:val="TAC"/>
              <w:rPr>
                <w:rFonts w:cs="Arial"/>
                <w:lang w:eastAsia="zh-CN"/>
              </w:rPr>
            </w:pPr>
            <w:r>
              <w:rPr>
                <w:rFonts w:cs="Arial"/>
                <w:lang w:eastAsia="zh-CN"/>
              </w:rPr>
              <w:t>DC_1A_n257G</w:t>
            </w:r>
          </w:p>
          <w:p w14:paraId="28671BBA" w14:textId="77777777" w:rsidR="001F553E" w:rsidRDefault="001F553E" w:rsidP="00AC3FE8">
            <w:pPr>
              <w:pStyle w:val="TAC"/>
              <w:rPr>
                <w:rFonts w:cs="Arial"/>
                <w:lang w:eastAsia="zh-CN"/>
              </w:rPr>
            </w:pPr>
            <w:r>
              <w:rPr>
                <w:rFonts w:cs="Arial"/>
                <w:lang w:eastAsia="zh-CN"/>
              </w:rPr>
              <w:t>DC_1A_n257H</w:t>
            </w:r>
          </w:p>
          <w:p w14:paraId="169F7A2D" w14:textId="77777777" w:rsidR="001F553E" w:rsidRDefault="001F553E" w:rsidP="00AC3FE8">
            <w:pPr>
              <w:pStyle w:val="TAC"/>
              <w:rPr>
                <w:rFonts w:cs="Arial"/>
                <w:lang w:eastAsia="zh-CN"/>
              </w:rPr>
            </w:pPr>
            <w:r>
              <w:rPr>
                <w:rFonts w:cs="Arial"/>
                <w:lang w:eastAsia="zh-CN"/>
              </w:rPr>
              <w:t>DC_1A_n257I</w:t>
            </w:r>
          </w:p>
          <w:p w14:paraId="7F1ECE62" w14:textId="77777777" w:rsidR="001F553E" w:rsidRDefault="001F553E" w:rsidP="00AC3FE8">
            <w:pPr>
              <w:pStyle w:val="TAC"/>
              <w:rPr>
                <w:rFonts w:cs="Arial"/>
                <w:lang w:eastAsia="zh-CN"/>
              </w:rPr>
            </w:pPr>
            <w:r>
              <w:rPr>
                <w:rFonts w:cs="Arial"/>
                <w:lang w:eastAsia="zh-CN"/>
              </w:rPr>
              <w:t>DC_3A_n78A</w:t>
            </w:r>
          </w:p>
          <w:p w14:paraId="5BE09516" w14:textId="77777777" w:rsidR="001F553E" w:rsidRDefault="001F553E" w:rsidP="00AC3FE8">
            <w:pPr>
              <w:pStyle w:val="TAC"/>
              <w:rPr>
                <w:rFonts w:cs="Arial"/>
                <w:lang w:eastAsia="zh-CN"/>
              </w:rPr>
            </w:pPr>
            <w:r>
              <w:rPr>
                <w:rFonts w:cs="Arial"/>
                <w:lang w:eastAsia="zh-CN"/>
              </w:rPr>
              <w:t>DC_3A_n257A</w:t>
            </w:r>
          </w:p>
          <w:p w14:paraId="51C46733" w14:textId="77777777" w:rsidR="001F553E" w:rsidRDefault="001F553E" w:rsidP="00AC3FE8">
            <w:pPr>
              <w:pStyle w:val="TAC"/>
              <w:rPr>
                <w:rFonts w:cs="Arial"/>
                <w:lang w:eastAsia="zh-CN"/>
              </w:rPr>
            </w:pPr>
            <w:r>
              <w:rPr>
                <w:rFonts w:cs="Arial"/>
                <w:lang w:eastAsia="zh-CN"/>
              </w:rPr>
              <w:t>DC_3A_n257G</w:t>
            </w:r>
          </w:p>
          <w:p w14:paraId="76B7F32E" w14:textId="77777777" w:rsidR="001F553E" w:rsidRDefault="001F553E" w:rsidP="00AC3FE8">
            <w:pPr>
              <w:pStyle w:val="TAC"/>
              <w:rPr>
                <w:rFonts w:cs="Arial"/>
                <w:lang w:eastAsia="zh-CN"/>
              </w:rPr>
            </w:pPr>
            <w:r>
              <w:rPr>
                <w:rFonts w:cs="Arial"/>
                <w:lang w:eastAsia="zh-CN"/>
              </w:rPr>
              <w:t>DC_3A_n257H</w:t>
            </w:r>
          </w:p>
          <w:p w14:paraId="09F91BE2" w14:textId="77777777" w:rsidR="001F553E" w:rsidRDefault="001F553E" w:rsidP="00AC3FE8">
            <w:pPr>
              <w:pStyle w:val="TAC"/>
              <w:rPr>
                <w:rFonts w:cs="Arial"/>
                <w:lang w:eastAsia="zh-CN"/>
              </w:rPr>
            </w:pPr>
            <w:r>
              <w:rPr>
                <w:rFonts w:cs="Arial"/>
                <w:lang w:eastAsia="zh-CN"/>
              </w:rPr>
              <w:t>DC_3A_n257I</w:t>
            </w:r>
          </w:p>
          <w:p w14:paraId="34AF5D6E" w14:textId="77777777" w:rsidR="001F553E" w:rsidRDefault="001F553E" w:rsidP="00AC3FE8">
            <w:pPr>
              <w:pStyle w:val="TAC"/>
              <w:rPr>
                <w:rFonts w:cs="Arial"/>
                <w:lang w:eastAsia="zh-CN"/>
              </w:rPr>
            </w:pPr>
            <w:r>
              <w:rPr>
                <w:rFonts w:cs="Arial"/>
                <w:lang w:eastAsia="zh-CN"/>
              </w:rPr>
              <w:t>DC_41A_n78A</w:t>
            </w:r>
          </w:p>
          <w:p w14:paraId="46A024DE" w14:textId="77777777" w:rsidR="001F553E" w:rsidRDefault="001F553E" w:rsidP="00AC3FE8">
            <w:pPr>
              <w:pStyle w:val="TAC"/>
              <w:rPr>
                <w:rFonts w:cs="Arial"/>
                <w:lang w:eastAsia="zh-CN"/>
              </w:rPr>
            </w:pPr>
            <w:r>
              <w:rPr>
                <w:rFonts w:cs="Arial"/>
                <w:lang w:eastAsia="zh-CN"/>
              </w:rPr>
              <w:t>DC_41A_n257A</w:t>
            </w:r>
          </w:p>
          <w:p w14:paraId="08B345AC" w14:textId="77777777" w:rsidR="001F553E" w:rsidRDefault="001F553E" w:rsidP="00AC3FE8">
            <w:pPr>
              <w:pStyle w:val="TAC"/>
              <w:rPr>
                <w:rFonts w:cs="Arial"/>
                <w:lang w:eastAsia="zh-CN"/>
              </w:rPr>
            </w:pPr>
            <w:r>
              <w:rPr>
                <w:rFonts w:cs="Arial"/>
                <w:lang w:eastAsia="zh-CN"/>
              </w:rPr>
              <w:t>DC_41A_n257G</w:t>
            </w:r>
          </w:p>
          <w:p w14:paraId="608495F9" w14:textId="77777777" w:rsidR="001F553E" w:rsidRDefault="001F553E" w:rsidP="00AC3FE8">
            <w:pPr>
              <w:pStyle w:val="TAC"/>
              <w:rPr>
                <w:rFonts w:cs="Arial"/>
                <w:lang w:eastAsia="zh-CN"/>
              </w:rPr>
            </w:pPr>
            <w:r>
              <w:rPr>
                <w:rFonts w:cs="Arial"/>
                <w:lang w:eastAsia="zh-CN"/>
              </w:rPr>
              <w:t>DC_41A_n257H</w:t>
            </w:r>
          </w:p>
          <w:p w14:paraId="597A5E07" w14:textId="77777777" w:rsidR="001F553E" w:rsidRDefault="001F553E" w:rsidP="00AC3FE8">
            <w:pPr>
              <w:pStyle w:val="TAC"/>
              <w:rPr>
                <w:rFonts w:cs="Arial"/>
                <w:lang w:eastAsia="zh-CN"/>
              </w:rPr>
            </w:pPr>
            <w:r>
              <w:rPr>
                <w:rFonts w:cs="Arial"/>
                <w:lang w:eastAsia="zh-CN"/>
              </w:rPr>
              <w:t>DC_41A_n257I</w:t>
            </w:r>
          </w:p>
          <w:p w14:paraId="467613F3" w14:textId="77777777" w:rsidR="001F553E" w:rsidRDefault="001F553E" w:rsidP="00AC3FE8">
            <w:pPr>
              <w:pStyle w:val="TAC"/>
              <w:rPr>
                <w:rFonts w:cs="Arial"/>
                <w:lang w:eastAsia="zh-CN"/>
              </w:rPr>
            </w:pPr>
            <w:r>
              <w:rPr>
                <w:rFonts w:cs="Arial"/>
                <w:lang w:eastAsia="zh-CN"/>
              </w:rPr>
              <w:t>DC_41C_n78A</w:t>
            </w:r>
          </w:p>
          <w:p w14:paraId="3AE83036" w14:textId="77777777" w:rsidR="001F553E" w:rsidRDefault="001F553E" w:rsidP="00AC3FE8">
            <w:pPr>
              <w:pStyle w:val="TAC"/>
              <w:rPr>
                <w:rFonts w:cs="Arial"/>
                <w:lang w:eastAsia="zh-CN"/>
              </w:rPr>
            </w:pPr>
            <w:r>
              <w:rPr>
                <w:rFonts w:cs="Arial"/>
                <w:lang w:eastAsia="zh-CN"/>
              </w:rPr>
              <w:t>DC_41C_n257A</w:t>
            </w:r>
          </w:p>
          <w:p w14:paraId="788E66C6" w14:textId="77777777" w:rsidR="001F553E" w:rsidRDefault="001F553E" w:rsidP="00AC3FE8">
            <w:pPr>
              <w:pStyle w:val="TAC"/>
              <w:rPr>
                <w:rFonts w:cs="Arial"/>
                <w:lang w:eastAsia="zh-CN"/>
              </w:rPr>
            </w:pPr>
            <w:r>
              <w:rPr>
                <w:rFonts w:cs="Arial"/>
                <w:lang w:eastAsia="zh-CN"/>
              </w:rPr>
              <w:t>DC_41C_n257G</w:t>
            </w:r>
          </w:p>
          <w:p w14:paraId="0A09ADFF" w14:textId="77777777" w:rsidR="001F553E" w:rsidRDefault="001F553E" w:rsidP="00AC3FE8">
            <w:pPr>
              <w:pStyle w:val="TAC"/>
              <w:rPr>
                <w:rFonts w:cs="Arial"/>
                <w:lang w:val="sv-FI" w:eastAsia="zh-CN"/>
              </w:rPr>
            </w:pPr>
            <w:r>
              <w:rPr>
                <w:rFonts w:cs="Arial"/>
                <w:lang w:val="sv-FI" w:eastAsia="zh-CN"/>
              </w:rPr>
              <w:t>DC_41C_n257H</w:t>
            </w:r>
          </w:p>
          <w:p w14:paraId="3064D10D" w14:textId="77777777" w:rsidR="001F553E" w:rsidRDefault="001F553E" w:rsidP="00AC3FE8">
            <w:pPr>
              <w:pStyle w:val="TAC"/>
              <w:rPr>
                <w:noProof/>
                <w:lang w:val="sv-FI"/>
              </w:rPr>
            </w:pPr>
            <w:r>
              <w:rPr>
                <w:rFonts w:cs="Arial"/>
                <w:lang w:val="sv-FI" w:eastAsia="zh-CN"/>
              </w:rPr>
              <w:t>DC_41C_n257I</w:t>
            </w:r>
          </w:p>
        </w:tc>
      </w:tr>
      <w:tr w:rsidR="001F553E" w14:paraId="43B727BC"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BCA174E" w14:textId="77777777" w:rsidR="001F553E" w:rsidRDefault="001F553E" w:rsidP="00AC3FE8">
            <w:pPr>
              <w:pStyle w:val="TAC"/>
              <w:rPr>
                <w:rFonts w:cs="Arial"/>
                <w:szCs w:val="18"/>
              </w:rPr>
            </w:pPr>
            <w:r>
              <w:rPr>
                <w:rFonts w:cs="Arial"/>
                <w:szCs w:val="18"/>
              </w:rPr>
              <w:lastRenderedPageBreak/>
              <w:t>DC_1</w:t>
            </w:r>
            <w:r>
              <w:rPr>
                <w:rFonts w:cs="Arial"/>
                <w:szCs w:val="18"/>
                <w:lang w:eastAsia="zh-CN"/>
              </w:rPr>
              <w:t>A</w:t>
            </w:r>
            <w:r>
              <w:rPr>
                <w:rFonts w:cs="Arial"/>
                <w:szCs w:val="18"/>
              </w:rPr>
              <w:t>-3</w:t>
            </w:r>
            <w:r>
              <w:rPr>
                <w:rFonts w:cs="Arial"/>
                <w:szCs w:val="18"/>
                <w:lang w:eastAsia="zh-CN"/>
              </w:rPr>
              <w:t>A</w:t>
            </w:r>
            <w:r>
              <w:rPr>
                <w:rFonts w:cs="Arial"/>
                <w:szCs w:val="18"/>
              </w:rPr>
              <w:t>-42A_n77A-n257A</w:t>
            </w:r>
          </w:p>
          <w:p w14:paraId="12ECF8E2" w14:textId="77777777" w:rsidR="001F553E" w:rsidRDefault="001F553E" w:rsidP="00AC3FE8">
            <w:pPr>
              <w:pStyle w:val="TAC"/>
              <w:rPr>
                <w:rFonts w:cs="Arial"/>
                <w:szCs w:val="18"/>
              </w:rPr>
            </w:pPr>
            <w:r>
              <w:rPr>
                <w:rFonts w:cs="Arial"/>
                <w:szCs w:val="18"/>
              </w:rPr>
              <w:t>DC_1</w:t>
            </w:r>
            <w:r>
              <w:rPr>
                <w:rFonts w:cs="Arial"/>
                <w:szCs w:val="18"/>
                <w:lang w:eastAsia="zh-CN"/>
              </w:rPr>
              <w:t>A</w:t>
            </w:r>
            <w:r>
              <w:rPr>
                <w:rFonts w:cs="Arial"/>
                <w:szCs w:val="18"/>
              </w:rPr>
              <w:t>-3</w:t>
            </w:r>
            <w:r>
              <w:rPr>
                <w:rFonts w:cs="Arial"/>
                <w:szCs w:val="18"/>
                <w:lang w:eastAsia="zh-CN"/>
              </w:rPr>
              <w:t>A</w:t>
            </w:r>
            <w:r>
              <w:rPr>
                <w:rFonts w:cs="Arial"/>
                <w:szCs w:val="18"/>
              </w:rPr>
              <w:t>-42A_n77A-n257G</w:t>
            </w:r>
          </w:p>
          <w:p w14:paraId="2814BF29" w14:textId="77777777" w:rsidR="001F553E" w:rsidRDefault="001F553E" w:rsidP="00AC3FE8">
            <w:pPr>
              <w:pStyle w:val="TAC"/>
              <w:rPr>
                <w:rFonts w:cs="Arial"/>
                <w:szCs w:val="18"/>
              </w:rPr>
            </w:pPr>
            <w:r>
              <w:rPr>
                <w:rFonts w:cs="Arial"/>
                <w:szCs w:val="18"/>
              </w:rPr>
              <w:t>DC_1</w:t>
            </w:r>
            <w:r>
              <w:rPr>
                <w:rFonts w:cs="Arial"/>
                <w:szCs w:val="18"/>
                <w:lang w:eastAsia="zh-CN"/>
              </w:rPr>
              <w:t>A</w:t>
            </w:r>
            <w:r>
              <w:rPr>
                <w:rFonts w:cs="Arial"/>
                <w:szCs w:val="18"/>
              </w:rPr>
              <w:t>-3</w:t>
            </w:r>
            <w:r>
              <w:rPr>
                <w:rFonts w:cs="Arial"/>
                <w:szCs w:val="18"/>
                <w:lang w:eastAsia="zh-CN"/>
              </w:rPr>
              <w:t>A</w:t>
            </w:r>
            <w:r>
              <w:rPr>
                <w:rFonts w:cs="Arial"/>
                <w:szCs w:val="18"/>
              </w:rPr>
              <w:t>-42A_n77A-n257H</w:t>
            </w:r>
          </w:p>
          <w:p w14:paraId="3EF63F31" w14:textId="77777777" w:rsidR="001F553E" w:rsidRDefault="001F553E" w:rsidP="00AC3FE8">
            <w:pPr>
              <w:pStyle w:val="TAC"/>
              <w:rPr>
                <w:rFonts w:cs="Arial"/>
                <w:szCs w:val="18"/>
              </w:rPr>
            </w:pPr>
            <w:r>
              <w:rPr>
                <w:rFonts w:cs="Arial"/>
                <w:szCs w:val="18"/>
              </w:rPr>
              <w:t>DC_1</w:t>
            </w:r>
            <w:r>
              <w:rPr>
                <w:rFonts w:cs="Arial"/>
                <w:szCs w:val="18"/>
                <w:lang w:eastAsia="zh-CN"/>
              </w:rPr>
              <w:t>A</w:t>
            </w:r>
            <w:r>
              <w:rPr>
                <w:rFonts w:cs="Arial"/>
                <w:szCs w:val="18"/>
              </w:rPr>
              <w:t>-3</w:t>
            </w:r>
            <w:r>
              <w:rPr>
                <w:rFonts w:cs="Arial"/>
                <w:szCs w:val="18"/>
                <w:lang w:eastAsia="zh-CN"/>
              </w:rPr>
              <w:t>A</w:t>
            </w:r>
            <w:r>
              <w:rPr>
                <w:rFonts w:cs="Arial"/>
                <w:szCs w:val="18"/>
              </w:rPr>
              <w:t>-42A_n77A-n257I</w:t>
            </w:r>
          </w:p>
          <w:p w14:paraId="07E31697" w14:textId="77777777" w:rsidR="001F553E" w:rsidRDefault="001F553E" w:rsidP="00AC3FE8">
            <w:pPr>
              <w:pStyle w:val="TAC"/>
              <w:rPr>
                <w:rFonts w:cs="Arial"/>
                <w:szCs w:val="18"/>
              </w:rPr>
            </w:pPr>
            <w:r>
              <w:rPr>
                <w:rFonts w:cs="Arial"/>
                <w:szCs w:val="18"/>
              </w:rPr>
              <w:t>DC_1A-3A-42C_n77A-n257A</w:t>
            </w:r>
          </w:p>
          <w:p w14:paraId="2DE665E4" w14:textId="77777777" w:rsidR="001F553E" w:rsidRDefault="001F553E" w:rsidP="00AC3FE8">
            <w:pPr>
              <w:pStyle w:val="TAC"/>
              <w:rPr>
                <w:rFonts w:cs="Arial"/>
                <w:szCs w:val="18"/>
              </w:rPr>
            </w:pPr>
            <w:r>
              <w:rPr>
                <w:rFonts w:cs="Arial"/>
                <w:szCs w:val="18"/>
              </w:rPr>
              <w:t>DC_1A-3A-42C_n77A-n257G</w:t>
            </w:r>
          </w:p>
          <w:p w14:paraId="7ADF96CB" w14:textId="77777777" w:rsidR="001F553E" w:rsidRDefault="001F553E" w:rsidP="00AC3FE8">
            <w:pPr>
              <w:pStyle w:val="TAC"/>
              <w:rPr>
                <w:rFonts w:cs="Arial"/>
                <w:szCs w:val="18"/>
              </w:rPr>
            </w:pPr>
            <w:r>
              <w:rPr>
                <w:rFonts w:cs="Arial"/>
                <w:szCs w:val="18"/>
              </w:rPr>
              <w:t>DC_1A-3A-42C_n77A-n257H</w:t>
            </w:r>
          </w:p>
          <w:p w14:paraId="6EA8E813" w14:textId="77777777" w:rsidR="001F553E" w:rsidRDefault="001F553E" w:rsidP="00AC3FE8">
            <w:pPr>
              <w:pStyle w:val="TAC"/>
              <w:rPr>
                <w:noProof/>
              </w:rPr>
            </w:pPr>
            <w:r>
              <w:rPr>
                <w:rFonts w:cs="Arial"/>
                <w:szCs w:val="18"/>
              </w:rPr>
              <w:t>DC_1A-3A-42C_n77A-n257I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0DC0455" w14:textId="77777777" w:rsidR="001F553E" w:rsidRDefault="001F553E" w:rsidP="00AC3FE8">
            <w:pPr>
              <w:pStyle w:val="TAC"/>
              <w:rPr>
                <w:rFonts w:cs="Arial"/>
                <w:lang w:eastAsia="zh-CN"/>
              </w:rPr>
            </w:pPr>
            <w:r>
              <w:rPr>
                <w:rFonts w:cs="Arial"/>
                <w:lang w:eastAsia="zh-CN"/>
              </w:rPr>
              <w:t>DC_1A_n77A</w:t>
            </w:r>
          </w:p>
          <w:p w14:paraId="739F0C37" w14:textId="77777777" w:rsidR="001F553E" w:rsidRDefault="001F553E" w:rsidP="00AC3FE8">
            <w:pPr>
              <w:pStyle w:val="TAC"/>
              <w:rPr>
                <w:rFonts w:cs="Arial"/>
                <w:lang w:eastAsia="zh-CN"/>
              </w:rPr>
            </w:pPr>
            <w:r>
              <w:rPr>
                <w:rFonts w:cs="Arial"/>
                <w:lang w:eastAsia="zh-CN"/>
              </w:rPr>
              <w:t>DC_1A_n257A</w:t>
            </w:r>
          </w:p>
          <w:p w14:paraId="37A483EE" w14:textId="77777777" w:rsidR="001F553E" w:rsidRDefault="001F553E" w:rsidP="00AC3FE8">
            <w:pPr>
              <w:pStyle w:val="TAC"/>
              <w:rPr>
                <w:rFonts w:cs="Arial"/>
                <w:lang w:eastAsia="zh-CN"/>
              </w:rPr>
            </w:pPr>
            <w:r>
              <w:rPr>
                <w:rFonts w:cs="Arial"/>
                <w:lang w:eastAsia="zh-CN"/>
              </w:rPr>
              <w:t>DC_1A_n257G</w:t>
            </w:r>
          </w:p>
          <w:p w14:paraId="3D66154E" w14:textId="77777777" w:rsidR="001F553E" w:rsidRDefault="001F553E" w:rsidP="00AC3FE8">
            <w:pPr>
              <w:pStyle w:val="TAC"/>
              <w:rPr>
                <w:rFonts w:cs="Arial"/>
                <w:lang w:eastAsia="zh-CN"/>
              </w:rPr>
            </w:pPr>
            <w:r>
              <w:rPr>
                <w:rFonts w:cs="Arial"/>
                <w:lang w:eastAsia="zh-CN"/>
              </w:rPr>
              <w:t>DC_1A_n257H</w:t>
            </w:r>
          </w:p>
          <w:p w14:paraId="104C34FE" w14:textId="77777777" w:rsidR="001F553E" w:rsidRDefault="001F553E" w:rsidP="00AC3FE8">
            <w:pPr>
              <w:pStyle w:val="TAC"/>
              <w:rPr>
                <w:rFonts w:cs="Arial"/>
                <w:lang w:eastAsia="zh-CN"/>
              </w:rPr>
            </w:pPr>
            <w:r>
              <w:rPr>
                <w:rFonts w:cs="Arial"/>
                <w:lang w:eastAsia="zh-CN"/>
              </w:rPr>
              <w:t>DC_1A_n257I</w:t>
            </w:r>
          </w:p>
          <w:p w14:paraId="5699BE14" w14:textId="77777777" w:rsidR="001F553E" w:rsidRDefault="001F553E" w:rsidP="00AC3FE8">
            <w:pPr>
              <w:pStyle w:val="TAC"/>
              <w:rPr>
                <w:rFonts w:cs="Arial"/>
                <w:lang w:eastAsia="zh-CN"/>
              </w:rPr>
            </w:pPr>
            <w:r>
              <w:rPr>
                <w:rFonts w:cs="Arial"/>
                <w:lang w:eastAsia="zh-CN"/>
              </w:rPr>
              <w:t>DC_3A_n77A</w:t>
            </w:r>
          </w:p>
          <w:p w14:paraId="631DDBE2" w14:textId="77777777" w:rsidR="001F553E" w:rsidRDefault="001F553E" w:rsidP="00AC3FE8">
            <w:pPr>
              <w:pStyle w:val="TAC"/>
              <w:rPr>
                <w:rFonts w:cs="Arial"/>
                <w:lang w:eastAsia="zh-CN"/>
              </w:rPr>
            </w:pPr>
            <w:r>
              <w:rPr>
                <w:rFonts w:cs="Arial"/>
                <w:lang w:eastAsia="zh-CN"/>
              </w:rPr>
              <w:t>DC_3A_n257A</w:t>
            </w:r>
          </w:p>
          <w:p w14:paraId="0B89460C" w14:textId="77777777" w:rsidR="001F553E" w:rsidRDefault="001F553E" w:rsidP="00AC3FE8">
            <w:pPr>
              <w:pStyle w:val="TAC"/>
              <w:rPr>
                <w:rFonts w:cs="Arial"/>
                <w:lang w:eastAsia="zh-CN"/>
              </w:rPr>
            </w:pPr>
            <w:r>
              <w:rPr>
                <w:rFonts w:cs="Arial"/>
                <w:lang w:eastAsia="zh-CN"/>
              </w:rPr>
              <w:t>DC_3A_n257G</w:t>
            </w:r>
          </w:p>
          <w:p w14:paraId="2C50DEC7" w14:textId="77777777" w:rsidR="001F553E" w:rsidRDefault="001F553E" w:rsidP="00AC3FE8">
            <w:pPr>
              <w:pStyle w:val="TAC"/>
              <w:rPr>
                <w:rFonts w:cs="Arial"/>
                <w:lang w:eastAsia="zh-CN"/>
              </w:rPr>
            </w:pPr>
            <w:r>
              <w:rPr>
                <w:rFonts w:cs="Arial"/>
                <w:lang w:eastAsia="zh-CN"/>
              </w:rPr>
              <w:t>DC_3A_n257H</w:t>
            </w:r>
          </w:p>
          <w:p w14:paraId="357F3669" w14:textId="77777777" w:rsidR="001F553E" w:rsidRDefault="001F553E" w:rsidP="00AC3FE8">
            <w:pPr>
              <w:pStyle w:val="TAC"/>
              <w:rPr>
                <w:rFonts w:cs="Arial"/>
                <w:lang w:eastAsia="zh-CN"/>
              </w:rPr>
            </w:pPr>
            <w:r>
              <w:rPr>
                <w:rFonts w:cs="Arial"/>
                <w:lang w:eastAsia="zh-CN"/>
              </w:rPr>
              <w:t>DC_3A_n257I</w:t>
            </w:r>
          </w:p>
          <w:p w14:paraId="6C5723DF" w14:textId="77777777" w:rsidR="001F553E" w:rsidRDefault="001F553E" w:rsidP="00AC3FE8">
            <w:pPr>
              <w:pStyle w:val="TAC"/>
              <w:rPr>
                <w:rFonts w:cs="Arial"/>
                <w:lang w:eastAsia="zh-CN"/>
              </w:rPr>
            </w:pPr>
            <w:r>
              <w:rPr>
                <w:rFonts w:cs="Arial"/>
                <w:lang w:eastAsia="zh-CN"/>
              </w:rPr>
              <w:t>DC_42A_n257A</w:t>
            </w:r>
          </w:p>
          <w:p w14:paraId="66081806" w14:textId="77777777" w:rsidR="001F553E" w:rsidRDefault="001F553E" w:rsidP="00AC3FE8">
            <w:pPr>
              <w:pStyle w:val="TAC"/>
              <w:rPr>
                <w:rFonts w:cs="Arial"/>
                <w:lang w:eastAsia="zh-CN"/>
              </w:rPr>
            </w:pPr>
            <w:r>
              <w:rPr>
                <w:rFonts w:cs="Arial"/>
                <w:lang w:eastAsia="zh-CN"/>
              </w:rPr>
              <w:t>DC_42A_n257G</w:t>
            </w:r>
          </w:p>
          <w:p w14:paraId="5F8E7B50" w14:textId="77777777" w:rsidR="001F553E" w:rsidRDefault="001F553E" w:rsidP="00AC3FE8">
            <w:pPr>
              <w:pStyle w:val="TAC"/>
              <w:rPr>
                <w:rFonts w:cs="Arial"/>
                <w:lang w:eastAsia="zh-CN"/>
              </w:rPr>
            </w:pPr>
            <w:r>
              <w:rPr>
                <w:rFonts w:cs="Arial"/>
                <w:lang w:eastAsia="zh-CN"/>
              </w:rPr>
              <w:t>DC_42A_n257H</w:t>
            </w:r>
          </w:p>
          <w:p w14:paraId="781DA3CB" w14:textId="77777777" w:rsidR="001F553E" w:rsidRDefault="001F553E" w:rsidP="00AC3FE8">
            <w:pPr>
              <w:pStyle w:val="TAC"/>
              <w:rPr>
                <w:rFonts w:cs="Arial"/>
                <w:lang w:eastAsia="zh-CN"/>
              </w:rPr>
            </w:pPr>
            <w:r>
              <w:rPr>
                <w:rFonts w:cs="Arial"/>
                <w:lang w:eastAsia="zh-CN"/>
              </w:rPr>
              <w:t>DC_42A_n257I</w:t>
            </w:r>
          </w:p>
          <w:p w14:paraId="2421ACFE" w14:textId="77777777" w:rsidR="001F553E" w:rsidRDefault="001F553E" w:rsidP="00AC3FE8">
            <w:pPr>
              <w:pStyle w:val="TAC"/>
              <w:rPr>
                <w:rFonts w:cs="Arial"/>
                <w:lang w:eastAsia="zh-CN"/>
              </w:rPr>
            </w:pPr>
            <w:r>
              <w:rPr>
                <w:rFonts w:cs="Arial"/>
                <w:lang w:eastAsia="zh-CN"/>
              </w:rPr>
              <w:t>DC_42C_n257A</w:t>
            </w:r>
          </w:p>
          <w:p w14:paraId="3AF644B2" w14:textId="77777777" w:rsidR="001F553E" w:rsidRDefault="001F553E" w:rsidP="00AC3FE8">
            <w:pPr>
              <w:pStyle w:val="TAC"/>
              <w:rPr>
                <w:rFonts w:cs="Arial"/>
                <w:lang w:val="sv-FI" w:eastAsia="zh-CN"/>
              </w:rPr>
            </w:pPr>
            <w:r>
              <w:rPr>
                <w:rFonts w:cs="Arial"/>
                <w:lang w:val="sv-FI" w:eastAsia="zh-CN"/>
              </w:rPr>
              <w:t>DC_42C_n257G</w:t>
            </w:r>
          </w:p>
          <w:p w14:paraId="14B631E4" w14:textId="77777777" w:rsidR="001F553E" w:rsidRDefault="001F553E" w:rsidP="00AC3FE8">
            <w:pPr>
              <w:pStyle w:val="TAC"/>
              <w:rPr>
                <w:rFonts w:cs="Arial"/>
                <w:lang w:val="sv-FI" w:eastAsia="zh-CN"/>
              </w:rPr>
            </w:pPr>
            <w:r>
              <w:rPr>
                <w:rFonts w:cs="Arial"/>
                <w:lang w:val="sv-FI" w:eastAsia="zh-CN"/>
              </w:rPr>
              <w:t>DC_42C_n257H</w:t>
            </w:r>
          </w:p>
          <w:p w14:paraId="2CA4A769" w14:textId="77777777" w:rsidR="001F553E" w:rsidRDefault="001F553E" w:rsidP="00AC3FE8">
            <w:pPr>
              <w:pStyle w:val="TAC"/>
              <w:rPr>
                <w:rFonts w:cs="Arial"/>
                <w:lang w:val="sv-FI" w:eastAsia="zh-CN"/>
              </w:rPr>
            </w:pPr>
            <w:r>
              <w:rPr>
                <w:rFonts w:cs="Arial"/>
                <w:lang w:val="sv-FI" w:eastAsia="zh-CN"/>
              </w:rPr>
              <w:t>DC_42C_n257I</w:t>
            </w:r>
          </w:p>
        </w:tc>
      </w:tr>
      <w:tr w:rsidR="001F553E" w14:paraId="144AF751"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47C20CD" w14:textId="77777777" w:rsidR="001F553E" w:rsidRDefault="001F553E" w:rsidP="00AC3FE8">
            <w:pPr>
              <w:pStyle w:val="TAC"/>
              <w:rPr>
                <w:noProof/>
              </w:rPr>
            </w:pPr>
            <w:r>
              <w:rPr>
                <w:noProof/>
              </w:rPr>
              <w:t>DC_1A-3A-42A_n78A-n257A</w:t>
            </w:r>
          </w:p>
          <w:p w14:paraId="09033995" w14:textId="77777777" w:rsidR="001F553E" w:rsidRDefault="001F553E" w:rsidP="00AC3FE8">
            <w:pPr>
              <w:pStyle w:val="TAC"/>
              <w:rPr>
                <w:noProof/>
                <w:lang w:eastAsia="ko-KR"/>
              </w:rPr>
            </w:pPr>
            <w:r>
              <w:rPr>
                <w:noProof/>
                <w:lang w:eastAsia="zh-CN"/>
              </w:rPr>
              <w:t>DC_1A-3A-42A_n78A-n257G</w:t>
            </w:r>
          </w:p>
          <w:p w14:paraId="5BC4CC30" w14:textId="77777777" w:rsidR="001F553E" w:rsidRDefault="001F553E" w:rsidP="00AC3FE8">
            <w:pPr>
              <w:pStyle w:val="TAC"/>
              <w:rPr>
                <w:noProof/>
                <w:lang w:eastAsia="ko-KR"/>
              </w:rPr>
            </w:pPr>
            <w:r>
              <w:rPr>
                <w:noProof/>
                <w:lang w:eastAsia="zh-CN"/>
              </w:rPr>
              <w:t>DC_1A-3A-42A_n78A-n257H</w:t>
            </w:r>
          </w:p>
          <w:p w14:paraId="27DA3D15" w14:textId="77777777" w:rsidR="001F553E" w:rsidRDefault="001F553E" w:rsidP="00AC3FE8">
            <w:pPr>
              <w:pStyle w:val="TAC"/>
              <w:rPr>
                <w:noProof/>
                <w:lang w:eastAsia="zh-CN"/>
              </w:rPr>
            </w:pPr>
            <w:r>
              <w:rPr>
                <w:noProof/>
                <w:lang w:eastAsia="zh-CN"/>
              </w:rPr>
              <w:t>DC_1A-3A-42A_n78A-n257I</w:t>
            </w:r>
          </w:p>
          <w:p w14:paraId="7A661AD4" w14:textId="77777777" w:rsidR="001F553E" w:rsidRDefault="001F553E" w:rsidP="00AC3FE8">
            <w:pPr>
              <w:pStyle w:val="TAC"/>
              <w:rPr>
                <w:noProof/>
              </w:rPr>
            </w:pPr>
            <w:r>
              <w:rPr>
                <w:noProof/>
              </w:rPr>
              <w:t>DC_1A-3A-42C_n78A-n257A</w:t>
            </w:r>
          </w:p>
          <w:p w14:paraId="3A202CCE" w14:textId="77777777" w:rsidR="001F553E" w:rsidRDefault="001F553E" w:rsidP="00AC3FE8">
            <w:pPr>
              <w:pStyle w:val="TAC"/>
              <w:rPr>
                <w:noProof/>
                <w:lang w:eastAsia="ko-KR"/>
              </w:rPr>
            </w:pPr>
            <w:r>
              <w:rPr>
                <w:noProof/>
                <w:lang w:eastAsia="zh-CN"/>
              </w:rPr>
              <w:t>DC_1A-3A-42C_n78A-n257G</w:t>
            </w:r>
          </w:p>
          <w:p w14:paraId="7F63A2FD" w14:textId="77777777" w:rsidR="001F553E" w:rsidRDefault="001F553E" w:rsidP="00AC3FE8">
            <w:pPr>
              <w:pStyle w:val="TAC"/>
              <w:rPr>
                <w:noProof/>
                <w:lang w:eastAsia="ko-KR"/>
              </w:rPr>
            </w:pPr>
            <w:r>
              <w:rPr>
                <w:noProof/>
                <w:lang w:eastAsia="zh-CN"/>
              </w:rPr>
              <w:t>DC_1A-3A-42C_n78A-n257H</w:t>
            </w:r>
          </w:p>
          <w:p w14:paraId="2C70C10B" w14:textId="77777777" w:rsidR="001F553E" w:rsidRDefault="001F553E" w:rsidP="00AC3FE8">
            <w:pPr>
              <w:pStyle w:val="TAC"/>
              <w:rPr>
                <w:noProof/>
              </w:rPr>
            </w:pPr>
            <w:r>
              <w:rPr>
                <w:noProof/>
                <w:lang w:eastAsia="zh-CN"/>
              </w:rPr>
              <w:t>DC_1A-3A-42C_n78A-n257I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CAA83A8" w14:textId="77777777" w:rsidR="001F553E" w:rsidRDefault="001F553E" w:rsidP="00AC3FE8">
            <w:pPr>
              <w:pStyle w:val="TAC"/>
              <w:rPr>
                <w:rFonts w:cs="Arial"/>
                <w:lang w:eastAsia="zh-CN"/>
              </w:rPr>
            </w:pPr>
            <w:r>
              <w:rPr>
                <w:rFonts w:cs="Arial"/>
                <w:lang w:eastAsia="zh-CN"/>
              </w:rPr>
              <w:t>DC_1A_n78A</w:t>
            </w:r>
          </w:p>
          <w:p w14:paraId="3489BADE" w14:textId="77777777" w:rsidR="001F553E" w:rsidRDefault="001F553E" w:rsidP="00AC3FE8">
            <w:pPr>
              <w:pStyle w:val="TAC"/>
              <w:rPr>
                <w:rFonts w:cs="Arial"/>
                <w:lang w:eastAsia="zh-CN"/>
              </w:rPr>
            </w:pPr>
            <w:r>
              <w:rPr>
                <w:rFonts w:cs="Arial"/>
                <w:lang w:eastAsia="zh-CN"/>
              </w:rPr>
              <w:t>DC_1A_n257A</w:t>
            </w:r>
          </w:p>
          <w:p w14:paraId="22D2B3C9" w14:textId="77777777" w:rsidR="001F553E" w:rsidRDefault="001F553E" w:rsidP="00AC3FE8">
            <w:pPr>
              <w:pStyle w:val="TAC"/>
              <w:rPr>
                <w:rFonts w:cs="Arial"/>
                <w:lang w:eastAsia="zh-CN"/>
              </w:rPr>
            </w:pPr>
            <w:r>
              <w:rPr>
                <w:rFonts w:cs="Arial"/>
                <w:lang w:eastAsia="zh-CN"/>
              </w:rPr>
              <w:t>DC_1A_n257G</w:t>
            </w:r>
          </w:p>
          <w:p w14:paraId="0847F765" w14:textId="77777777" w:rsidR="001F553E" w:rsidRDefault="001F553E" w:rsidP="00AC3FE8">
            <w:pPr>
              <w:pStyle w:val="TAC"/>
              <w:rPr>
                <w:rFonts w:cs="Arial"/>
                <w:lang w:eastAsia="zh-CN"/>
              </w:rPr>
            </w:pPr>
            <w:r>
              <w:rPr>
                <w:rFonts w:cs="Arial"/>
                <w:lang w:eastAsia="zh-CN"/>
              </w:rPr>
              <w:t>DC_1A_n257H</w:t>
            </w:r>
          </w:p>
          <w:p w14:paraId="4BEA9B35" w14:textId="77777777" w:rsidR="001F553E" w:rsidRDefault="001F553E" w:rsidP="00AC3FE8">
            <w:pPr>
              <w:pStyle w:val="TAC"/>
              <w:rPr>
                <w:rFonts w:cs="Arial"/>
                <w:lang w:eastAsia="zh-CN"/>
              </w:rPr>
            </w:pPr>
            <w:r>
              <w:rPr>
                <w:rFonts w:cs="Arial"/>
                <w:lang w:eastAsia="zh-CN"/>
              </w:rPr>
              <w:t>DC_1A_n257I</w:t>
            </w:r>
          </w:p>
          <w:p w14:paraId="02511EF8" w14:textId="77777777" w:rsidR="001F553E" w:rsidRDefault="001F553E" w:rsidP="00AC3FE8">
            <w:pPr>
              <w:pStyle w:val="TAC"/>
              <w:rPr>
                <w:rFonts w:cs="Arial"/>
                <w:lang w:eastAsia="zh-CN"/>
              </w:rPr>
            </w:pPr>
            <w:r>
              <w:rPr>
                <w:rFonts w:cs="Arial"/>
                <w:lang w:eastAsia="zh-CN"/>
              </w:rPr>
              <w:t>DC_3A_n78A</w:t>
            </w:r>
          </w:p>
          <w:p w14:paraId="7D1DB3FB" w14:textId="77777777" w:rsidR="001F553E" w:rsidRDefault="001F553E" w:rsidP="00AC3FE8">
            <w:pPr>
              <w:pStyle w:val="TAC"/>
              <w:rPr>
                <w:rFonts w:cs="Arial"/>
                <w:lang w:eastAsia="zh-CN"/>
              </w:rPr>
            </w:pPr>
            <w:r>
              <w:rPr>
                <w:rFonts w:cs="Arial"/>
                <w:lang w:eastAsia="zh-CN"/>
              </w:rPr>
              <w:t>DC_3A_n257A</w:t>
            </w:r>
          </w:p>
          <w:p w14:paraId="778EA49C" w14:textId="77777777" w:rsidR="001F553E" w:rsidRDefault="001F553E" w:rsidP="00AC3FE8">
            <w:pPr>
              <w:pStyle w:val="TAC"/>
              <w:rPr>
                <w:rFonts w:cs="Arial"/>
                <w:lang w:eastAsia="zh-CN"/>
              </w:rPr>
            </w:pPr>
            <w:r>
              <w:rPr>
                <w:rFonts w:cs="Arial"/>
                <w:lang w:eastAsia="zh-CN"/>
              </w:rPr>
              <w:t>DC_3A_n257G</w:t>
            </w:r>
          </w:p>
          <w:p w14:paraId="364DF254" w14:textId="77777777" w:rsidR="001F553E" w:rsidRDefault="001F553E" w:rsidP="00AC3FE8">
            <w:pPr>
              <w:pStyle w:val="TAC"/>
              <w:rPr>
                <w:rFonts w:cs="Arial"/>
                <w:lang w:eastAsia="zh-CN"/>
              </w:rPr>
            </w:pPr>
            <w:r>
              <w:rPr>
                <w:rFonts w:cs="Arial"/>
                <w:lang w:eastAsia="zh-CN"/>
              </w:rPr>
              <w:t>DC_3A_n257H</w:t>
            </w:r>
          </w:p>
          <w:p w14:paraId="67564B84" w14:textId="77777777" w:rsidR="001F553E" w:rsidRDefault="001F553E" w:rsidP="00AC3FE8">
            <w:pPr>
              <w:pStyle w:val="TAC"/>
              <w:rPr>
                <w:rFonts w:cs="Arial"/>
                <w:lang w:eastAsia="zh-CN"/>
              </w:rPr>
            </w:pPr>
            <w:r>
              <w:rPr>
                <w:rFonts w:cs="Arial"/>
                <w:lang w:eastAsia="zh-CN"/>
              </w:rPr>
              <w:t>DC_3A_n257I</w:t>
            </w:r>
          </w:p>
          <w:p w14:paraId="749C0056" w14:textId="77777777" w:rsidR="001F553E" w:rsidRDefault="001F553E" w:rsidP="00AC3FE8">
            <w:pPr>
              <w:pStyle w:val="TAC"/>
              <w:rPr>
                <w:rFonts w:cs="Arial"/>
                <w:lang w:eastAsia="zh-CN"/>
              </w:rPr>
            </w:pPr>
            <w:r>
              <w:rPr>
                <w:rFonts w:cs="Arial"/>
                <w:lang w:eastAsia="zh-CN"/>
              </w:rPr>
              <w:t>DC_42A_n257A</w:t>
            </w:r>
          </w:p>
          <w:p w14:paraId="1FC5C6F9" w14:textId="77777777" w:rsidR="001F553E" w:rsidRDefault="001F553E" w:rsidP="00AC3FE8">
            <w:pPr>
              <w:pStyle w:val="TAC"/>
              <w:rPr>
                <w:rFonts w:cs="Arial"/>
                <w:lang w:eastAsia="zh-CN"/>
              </w:rPr>
            </w:pPr>
            <w:r>
              <w:rPr>
                <w:rFonts w:cs="Arial"/>
                <w:lang w:eastAsia="zh-CN"/>
              </w:rPr>
              <w:t>DC_42A_n257G</w:t>
            </w:r>
          </w:p>
          <w:p w14:paraId="016F0F4F" w14:textId="77777777" w:rsidR="001F553E" w:rsidRDefault="001F553E" w:rsidP="00AC3FE8">
            <w:pPr>
              <w:pStyle w:val="TAC"/>
              <w:rPr>
                <w:rFonts w:cs="Arial"/>
                <w:lang w:eastAsia="zh-CN"/>
              </w:rPr>
            </w:pPr>
            <w:r>
              <w:rPr>
                <w:rFonts w:cs="Arial"/>
                <w:lang w:eastAsia="zh-CN"/>
              </w:rPr>
              <w:t>DC_42A_n257H</w:t>
            </w:r>
          </w:p>
          <w:p w14:paraId="1CAAFCCE" w14:textId="77777777" w:rsidR="001F553E" w:rsidRDefault="001F553E" w:rsidP="00AC3FE8">
            <w:pPr>
              <w:pStyle w:val="TAC"/>
              <w:rPr>
                <w:rFonts w:cs="Arial"/>
                <w:lang w:eastAsia="zh-CN"/>
              </w:rPr>
            </w:pPr>
            <w:r>
              <w:rPr>
                <w:rFonts w:cs="Arial"/>
                <w:lang w:eastAsia="zh-CN"/>
              </w:rPr>
              <w:t>DC_42A_n257I</w:t>
            </w:r>
          </w:p>
          <w:p w14:paraId="66B119AA" w14:textId="77777777" w:rsidR="001F553E" w:rsidRDefault="001F553E" w:rsidP="00AC3FE8">
            <w:pPr>
              <w:pStyle w:val="TAC"/>
              <w:rPr>
                <w:rFonts w:cs="Arial"/>
                <w:lang w:eastAsia="zh-CN"/>
              </w:rPr>
            </w:pPr>
            <w:r>
              <w:rPr>
                <w:rFonts w:cs="Arial"/>
                <w:lang w:eastAsia="zh-CN"/>
              </w:rPr>
              <w:t>DC_42C_n257A</w:t>
            </w:r>
          </w:p>
          <w:p w14:paraId="33328841" w14:textId="77777777" w:rsidR="001F553E" w:rsidRDefault="001F553E" w:rsidP="00AC3FE8">
            <w:pPr>
              <w:pStyle w:val="TAC"/>
              <w:rPr>
                <w:rFonts w:cs="Arial"/>
                <w:lang w:val="sv-FI" w:eastAsia="zh-CN"/>
              </w:rPr>
            </w:pPr>
            <w:r>
              <w:rPr>
                <w:rFonts w:cs="Arial"/>
                <w:lang w:val="sv-FI" w:eastAsia="zh-CN"/>
              </w:rPr>
              <w:t>DC_42C_n257G</w:t>
            </w:r>
          </w:p>
          <w:p w14:paraId="34A20094" w14:textId="77777777" w:rsidR="001F553E" w:rsidRDefault="001F553E" w:rsidP="00AC3FE8">
            <w:pPr>
              <w:pStyle w:val="TAC"/>
              <w:rPr>
                <w:rFonts w:cs="Arial"/>
                <w:lang w:val="sv-FI" w:eastAsia="zh-CN"/>
              </w:rPr>
            </w:pPr>
            <w:r>
              <w:rPr>
                <w:rFonts w:cs="Arial"/>
                <w:lang w:val="sv-FI" w:eastAsia="zh-CN"/>
              </w:rPr>
              <w:t>DC_42C_n257H</w:t>
            </w:r>
          </w:p>
          <w:p w14:paraId="45FCF4DF" w14:textId="77777777" w:rsidR="001F553E" w:rsidRDefault="001F553E" w:rsidP="00AC3FE8">
            <w:pPr>
              <w:pStyle w:val="TAC"/>
              <w:rPr>
                <w:noProof/>
                <w:lang w:val="sv-FI"/>
              </w:rPr>
            </w:pPr>
            <w:r>
              <w:rPr>
                <w:rFonts w:cs="Arial"/>
                <w:lang w:val="sv-FI" w:eastAsia="zh-CN"/>
              </w:rPr>
              <w:t>DC_42C_n257I</w:t>
            </w:r>
          </w:p>
        </w:tc>
      </w:tr>
      <w:tr w:rsidR="001F553E" w14:paraId="111A7B3E"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AFE8BE9" w14:textId="77777777" w:rsidR="001F553E" w:rsidRDefault="001F553E" w:rsidP="00AC3FE8">
            <w:pPr>
              <w:pStyle w:val="TAC"/>
              <w:rPr>
                <w:noProof/>
              </w:rPr>
            </w:pPr>
            <w:r>
              <w:rPr>
                <w:noProof/>
              </w:rPr>
              <w:t>DC_1A-5A-7A_n78A-n257A</w:t>
            </w:r>
          </w:p>
          <w:p w14:paraId="324A26F0" w14:textId="77777777" w:rsidR="001F553E" w:rsidRDefault="001F553E" w:rsidP="00AC3FE8">
            <w:pPr>
              <w:pStyle w:val="TAC"/>
              <w:rPr>
                <w:noProof/>
                <w:lang w:eastAsia="ko-KR"/>
              </w:rPr>
            </w:pPr>
            <w:r>
              <w:rPr>
                <w:noProof/>
                <w:lang w:eastAsia="zh-CN"/>
              </w:rPr>
              <w:t>DC_1A-5A-7A_n78A-n257D</w:t>
            </w:r>
          </w:p>
          <w:p w14:paraId="61C48EFD" w14:textId="77777777" w:rsidR="001F553E" w:rsidRDefault="001F553E" w:rsidP="00AC3FE8">
            <w:pPr>
              <w:pStyle w:val="TAC"/>
              <w:rPr>
                <w:noProof/>
                <w:lang w:eastAsia="ko-KR"/>
              </w:rPr>
            </w:pPr>
            <w:r>
              <w:rPr>
                <w:noProof/>
                <w:lang w:eastAsia="zh-CN"/>
              </w:rPr>
              <w:t>DC_1A-5A-7A_n78A-n257E</w:t>
            </w:r>
          </w:p>
          <w:p w14:paraId="4CAE7CE4" w14:textId="77777777" w:rsidR="001F553E" w:rsidRDefault="001F553E" w:rsidP="00AC3FE8">
            <w:pPr>
              <w:pStyle w:val="TAC"/>
              <w:rPr>
                <w:noProof/>
                <w:lang w:eastAsia="ko-KR"/>
              </w:rPr>
            </w:pPr>
            <w:r>
              <w:rPr>
                <w:noProof/>
                <w:lang w:eastAsia="zh-CN"/>
              </w:rPr>
              <w:t>DC_1A-5A-7A_n78A-n257F</w:t>
            </w:r>
          </w:p>
          <w:p w14:paraId="5CFA0FC4" w14:textId="77777777" w:rsidR="001F553E" w:rsidRDefault="001F553E" w:rsidP="00AC3FE8">
            <w:pPr>
              <w:pStyle w:val="TAC"/>
              <w:rPr>
                <w:noProof/>
                <w:lang w:eastAsia="ko-KR"/>
              </w:rPr>
            </w:pPr>
            <w:r>
              <w:rPr>
                <w:noProof/>
                <w:lang w:eastAsia="zh-CN"/>
              </w:rPr>
              <w:t>DC_1A-5A-7A_n78A-n257G</w:t>
            </w:r>
          </w:p>
          <w:p w14:paraId="003BC359" w14:textId="77777777" w:rsidR="001F553E" w:rsidRDefault="001F553E" w:rsidP="00AC3FE8">
            <w:pPr>
              <w:pStyle w:val="TAC"/>
              <w:rPr>
                <w:noProof/>
                <w:lang w:eastAsia="ko-KR"/>
              </w:rPr>
            </w:pPr>
            <w:r>
              <w:rPr>
                <w:noProof/>
                <w:lang w:eastAsia="zh-CN"/>
              </w:rPr>
              <w:t>DC_1A-5A-7A_n78A-n257H</w:t>
            </w:r>
          </w:p>
          <w:p w14:paraId="0FC1EB73" w14:textId="77777777" w:rsidR="001F553E" w:rsidRDefault="001F553E" w:rsidP="00AC3FE8">
            <w:pPr>
              <w:pStyle w:val="TAC"/>
              <w:rPr>
                <w:noProof/>
                <w:lang w:eastAsia="ko-KR"/>
              </w:rPr>
            </w:pPr>
            <w:r>
              <w:rPr>
                <w:noProof/>
                <w:lang w:eastAsia="zh-CN"/>
              </w:rPr>
              <w:t>DC_1A-5A-7A_n78A-n257I</w:t>
            </w:r>
          </w:p>
          <w:p w14:paraId="1D726483" w14:textId="77777777" w:rsidR="001F553E" w:rsidRDefault="001F553E" w:rsidP="00AC3FE8">
            <w:pPr>
              <w:pStyle w:val="TAC"/>
              <w:rPr>
                <w:noProof/>
                <w:lang w:eastAsia="ko-KR"/>
              </w:rPr>
            </w:pPr>
            <w:r>
              <w:rPr>
                <w:noProof/>
                <w:lang w:eastAsia="zh-CN"/>
              </w:rPr>
              <w:t>DC_1A-5A-7A_n78A-n257J</w:t>
            </w:r>
          </w:p>
          <w:p w14:paraId="4886AD3E" w14:textId="77777777" w:rsidR="001F553E" w:rsidRDefault="001F553E" w:rsidP="00AC3FE8">
            <w:pPr>
              <w:pStyle w:val="TAC"/>
              <w:rPr>
                <w:noProof/>
                <w:lang w:eastAsia="ko-KR"/>
              </w:rPr>
            </w:pPr>
            <w:r>
              <w:rPr>
                <w:noProof/>
                <w:lang w:eastAsia="zh-CN"/>
              </w:rPr>
              <w:t>DC_1A-5A-7A_n78A-n257K</w:t>
            </w:r>
          </w:p>
          <w:p w14:paraId="71B103A7" w14:textId="77777777" w:rsidR="001F553E" w:rsidRDefault="001F553E" w:rsidP="00AC3FE8">
            <w:pPr>
              <w:pStyle w:val="TAC"/>
              <w:rPr>
                <w:noProof/>
                <w:lang w:eastAsia="ko-KR"/>
              </w:rPr>
            </w:pPr>
            <w:r>
              <w:rPr>
                <w:noProof/>
                <w:lang w:eastAsia="zh-CN"/>
              </w:rPr>
              <w:t>DC_1A-5A-7A_n78A-n257L</w:t>
            </w:r>
          </w:p>
          <w:p w14:paraId="2EE61F98" w14:textId="77777777" w:rsidR="001F553E" w:rsidRDefault="001F553E" w:rsidP="00AC3FE8">
            <w:pPr>
              <w:pStyle w:val="TAC"/>
              <w:rPr>
                <w:noProof/>
              </w:rPr>
            </w:pPr>
            <w:r>
              <w:rPr>
                <w:noProof/>
                <w:lang w:eastAsia="zh-CN"/>
              </w:rPr>
              <w:t>DC_1A-5A-7A_n78A-n257M</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D56E2DC" w14:textId="77777777" w:rsidR="001F553E" w:rsidRDefault="001F553E" w:rsidP="00AC3FE8">
            <w:pPr>
              <w:pStyle w:val="TAC"/>
              <w:rPr>
                <w:noProof/>
              </w:rPr>
            </w:pPr>
            <w:r>
              <w:rPr>
                <w:noProof/>
              </w:rPr>
              <w:t>DC_1A_n78A</w:t>
            </w:r>
          </w:p>
          <w:p w14:paraId="1949E731" w14:textId="77777777" w:rsidR="001F553E" w:rsidRDefault="001F553E" w:rsidP="00AC3FE8">
            <w:pPr>
              <w:pStyle w:val="TAC"/>
              <w:rPr>
                <w:noProof/>
              </w:rPr>
            </w:pPr>
            <w:r>
              <w:rPr>
                <w:noProof/>
              </w:rPr>
              <w:t>DC_1A_n257A</w:t>
            </w:r>
          </w:p>
          <w:p w14:paraId="43371167" w14:textId="77777777" w:rsidR="001F553E" w:rsidRDefault="001F553E" w:rsidP="00AC3FE8">
            <w:pPr>
              <w:pStyle w:val="TAC"/>
              <w:rPr>
                <w:noProof/>
              </w:rPr>
            </w:pPr>
            <w:r>
              <w:rPr>
                <w:noProof/>
              </w:rPr>
              <w:t>DC_5A_n78A</w:t>
            </w:r>
          </w:p>
          <w:p w14:paraId="32A364A6" w14:textId="77777777" w:rsidR="001F553E" w:rsidRDefault="001F553E" w:rsidP="00AC3FE8">
            <w:pPr>
              <w:pStyle w:val="TAC"/>
              <w:rPr>
                <w:noProof/>
              </w:rPr>
            </w:pPr>
            <w:r>
              <w:rPr>
                <w:noProof/>
              </w:rPr>
              <w:t>DC_5A_n257A</w:t>
            </w:r>
          </w:p>
          <w:p w14:paraId="4159120A" w14:textId="77777777" w:rsidR="001F553E" w:rsidRDefault="001F553E" w:rsidP="00AC3FE8">
            <w:pPr>
              <w:pStyle w:val="TAC"/>
              <w:rPr>
                <w:noProof/>
              </w:rPr>
            </w:pPr>
            <w:r>
              <w:rPr>
                <w:noProof/>
              </w:rPr>
              <w:t>DC_7A_n78A</w:t>
            </w:r>
          </w:p>
          <w:p w14:paraId="1115EC64" w14:textId="77777777" w:rsidR="001F553E" w:rsidRDefault="001F553E" w:rsidP="00AC3FE8">
            <w:pPr>
              <w:pStyle w:val="TAC"/>
              <w:rPr>
                <w:noProof/>
              </w:rPr>
            </w:pPr>
            <w:r>
              <w:rPr>
                <w:noProof/>
              </w:rPr>
              <w:t>DC_7A_n257A</w:t>
            </w:r>
          </w:p>
        </w:tc>
      </w:tr>
      <w:tr w:rsidR="001F553E" w14:paraId="53D0F752"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FF6B4DE" w14:textId="77777777" w:rsidR="001F553E" w:rsidRDefault="001F553E" w:rsidP="00AC3FE8">
            <w:pPr>
              <w:pStyle w:val="TAC"/>
              <w:rPr>
                <w:noProof/>
              </w:rPr>
            </w:pPr>
            <w:r>
              <w:rPr>
                <w:noProof/>
              </w:rPr>
              <w:t>DC_1A-5A-7A-7A_n78A-n257A</w:t>
            </w:r>
          </w:p>
          <w:p w14:paraId="76857D17" w14:textId="77777777" w:rsidR="001F553E" w:rsidRDefault="001F553E" w:rsidP="00AC3FE8">
            <w:pPr>
              <w:pStyle w:val="TAC"/>
              <w:rPr>
                <w:noProof/>
                <w:lang w:eastAsia="ko-KR"/>
              </w:rPr>
            </w:pPr>
            <w:r>
              <w:rPr>
                <w:noProof/>
                <w:lang w:eastAsia="zh-CN"/>
              </w:rPr>
              <w:t>DC_1A-5A-7A-7A_n78A-n257D</w:t>
            </w:r>
          </w:p>
          <w:p w14:paraId="7A1CD064" w14:textId="77777777" w:rsidR="001F553E" w:rsidRDefault="001F553E" w:rsidP="00AC3FE8">
            <w:pPr>
              <w:pStyle w:val="TAC"/>
              <w:rPr>
                <w:noProof/>
                <w:lang w:eastAsia="ko-KR"/>
              </w:rPr>
            </w:pPr>
            <w:r>
              <w:rPr>
                <w:noProof/>
                <w:lang w:eastAsia="zh-CN"/>
              </w:rPr>
              <w:t>DC_1A-5A-7A-7A_n78A-n257E</w:t>
            </w:r>
          </w:p>
          <w:p w14:paraId="3E73820A" w14:textId="77777777" w:rsidR="001F553E" w:rsidRDefault="001F553E" w:rsidP="00AC3FE8">
            <w:pPr>
              <w:pStyle w:val="TAC"/>
              <w:rPr>
                <w:noProof/>
                <w:lang w:eastAsia="ko-KR"/>
              </w:rPr>
            </w:pPr>
            <w:r>
              <w:rPr>
                <w:noProof/>
                <w:lang w:eastAsia="zh-CN"/>
              </w:rPr>
              <w:t>DC_1A-5A-7A-7A_n78A-n257F</w:t>
            </w:r>
          </w:p>
          <w:p w14:paraId="7050A142" w14:textId="77777777" w:rsidR="001F553E" w:rsidRDefault="001F553E" w:rsidP="00AC3FE8">
            <w:pPr>
              <w:pStyle w:val="TAC"/>
              <w:rPr>
                <w:noProof/>
                <w:lang w:eastAsia="ko-KR"/>
              </w:rPr>
            </w:pPr>
            <w:r>
              <w:rPr>
                <w:noProof/>
                <w:lang w:eastAsia="zh-CN"/>
              </w:rPr>
              <w:t>DC_1A-5A-7A-7A_n78A-n257G</w:t>
            </w:r>
          </w:p>
          <w:p w14:paraId="604742D5" w14:textId="77777777" w:rsidR="001F553E" w:rsidRDefault="001F553E" w:rsidP="00AC3FE8">
            <w:pPr>
              <w:pStyle w:val="TAC"/>
              <w:rPr>
                <w:noProof/>
                <w:lang w:eastAsia="ko-KR"/>
              </w:rPr>
            </w:pPr>
            <w:r>
              <w:rPr>
                <w:noProof/>
                <w:lang w:eastAsia="zh-CN"/>
              </w:rPr>
              <w:t>DC_1A-5A-7A-7A_n78A-n257H</w:t>
            </w:r>
          </w:p>
          <w:p w14:paraId="28DBC7E9" w14:textId="77777777" w:rsidR="001F553E" w:rsidRDefault="001F553E" w:rsidP="00AC3FE8">
            <w:pPr>
              <w:pStyle w:val="TAC"/>
              <w:rPr>
                <w:noProof/>
                <w:lang w:eastAsia="ko-KR"/>
              </w:rPr>
            </w:pPr>
            <w:r>
              <w:rPr>
                <w:noProof/>
                <w:lang w:eastAsia="zh-CN"/>
              </w:rPr>
              <w:t>DC_1A-5A-7A-7A_n78A-n257I</w:t>
            </w:r>
          </w:p>
          <w:p w14:paraId="12910A04" w14:textId="77777777" w:rsidR="001F553E" w:rsidRDefault="001F553E" w:rsidP="00AC3FE8">
            <w:pPr>
              <w:pStyle w:val="TAC"/>
              <w:rPr>
                <w:noProof/>
                <w:lang w:eastAsia="ko-KR"/>
              </w:rPr>
            </w:pPr>
            <w:r>
              <w:rPr>
                <w:noProof/>
                <w:lang w:eastAsia="zh-CN"/>
              </w:rPr>
              <w:t>DC_1A-5A-7A-7A_n78A-n257J</w:t>
            </w:r>
          </w:p>
          <w:p w14:paraId="613A0328" w14:textId="77777777" w:rsidR="001F553E" w:rsidRDefault="001F553E" w:rsidP="00AC3FE8">
            <w:pPr>
              <w:pStyle w:val="TAC"/>
              <w:rPr>
                <w:noProof/>
                <w:lang w:eastAsia="ko-KR"/>
              </w:rPr>
            </w:pPr>
            <w:r>
              <w:rPr>
                <w:noProof/>
                <w:lang w:eastAsia="zh-CN"/>
              </w:rPr>
              <w:t>DC_1A-5A-7A-7A_n78A-n257K</w:t>
            </w:r>
          </w:p>
          <w:p w14:paraId="09980F38" w14:textId="77777777" w:rsidR="001F553E" w:rsidRDefault="001F553E" w:rsidP="00AC3FE8">
            <w:pPr>
              <w:pStyle w:val="TAC"/>
              <w:rPr>
                <w:noProof/>
                <w:lang w:eastAsia="ko-KR"/>
              </w:rPr>
            </w:pPr>
            <w:r>
              <w:rPr>
                <w:noProof/>
                <w:lang w:eastAsia="zh-CN"/>
              </w:rPr>
              <w:t>DC_1A-5A-7A-7A_n78A-n257L</w:t>
            </w:r>
          </w:p>
          <w:p w14:paraId="298C8A39" w14:textId="77777777" w:rsidR="001F553E" w:rsidRDefault="001F553E" w:rsidP="00AC3FE8">
            <w:pPr>
              <w:pStyle w:val="TAC"/>
              <w:rPr>
                <w:noProof/>
              </w:rPr>
            </w:pPr>
            <w:r>
              <w:rPr>
                <w:noProof/>
                <w:lang w:eastAsia="zh-CN"/>
              </w:rPr>
              <w:t>DC_1A-5A-7A-7A_n78A-n257M</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F9F6D00" w14:textId="77777777" w:rsidR="001F553E" w:rsidRDefault="001F553E" w:rsidP="00AC3FE8">
            <w:pPr>
              <w:pStyle w:val="TAC"/>
              <w:rPr>
                <w:noProof/>
              </w:rPr>
            </w:pPr>
            <w:r>
              <w:rPr>
                <w:noProof/>
              </w:rPr>
              <w:t>DC_1A_n78A</w:t>
            </w:r>
          </w:p>
          <w:p w14:paraId="722546A1" w14:textId="77777777" w:rsidR="001F553E" w:rsidRDefault="001F553E" w:rsidP="00AC3FE8">
            <w:pPr>
              <w:pStyle w:val="TAC"/>
              <w:rPr>
                <w:noProof/>
              </w:rPr>
            </w:pPr>
            <w:r>
              <w:rPr>
                <w:noProof/>
              </w:rPr>
              <w:t>DC_1A_n257A</w:t>
            </w:r>
          </w:p>
          <w:p w14:paraId="1B138015" w14:textId="77777777" w:rsidR="001F553E" w:rsidRDefault="001F553E" w:rsidP="00AC3FE8">
            <w:pPr>
              <w:pStyle w:val="TAC"/>
              <w:rPr>
                <w:noProof/>
              </w:rPr>
            </w:pPr>
            <w:r>
              <w:rPr>
                <w:noProof/>
              </w:rPr>
              <w:t>DC_5A_n78A</w:t>
            </w:r>
          </w:p>
          <w:p w14:paraId="56256731" w14:textId="77777777" w:rsidR="001F553E" w:rsidRDefault="001F553E" w:rsidP="00AC3FE8">
            <w:pPr>
              <w:pStyle w:val="TAC"/>
              <w:rPr>
                <w:noProof/>
              </w:rPr>
            </w:pPr>
            <w:r>
              <w:rPr>
                <w:noProof/>
              </w:rPr>
              <w:t>DC_5A_n257A</w:t>
            </w:r>
          </w:p>
          <w:p w14:paraId="73F49A2A" w14:textId="77777777" w:rsidR="001F553E" w:rsidRDefault="001F553E" w:rsidP="00AC3FE8">
            <w:pPr>
              <w:pStyle w:val="TAC"/>
              <w:rPr>
                <w:noProof/>
              </w:rPr>
            </w:pPr>
            <w:r>
              <w:rPr>
                <w:noProof/>
              </w:rPr>
              <w:t>DC_7A_n78A</w:t>
            </w:r>
          </w:p>
          <w:p w14:paraId="09CB3585" w14:textId="77777777" w:rsidR="001F553E" w:rsidRDefault="001F553E" w:rsidP="00AC3FE8">
            <w:pPr>
              <w:pStyle w:val="TAC"/>
              <w:rPr>
                <w:noProof/>
              </w:rPr>
            </w:pPr>
            <w:r>
              <w:rPr>
                <w:noProof/>
              </w:rPr>
              <w:t>DC_7A_n257A</w:t>
            </w:r>
          </w:p>
        </w:tc>
      </w:tr>
      <w:tr w:rsidR="001F553E" w14:paraId="10FBFB3F"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2ACF3FC" w14:textId="77777777" w:rsidR="001F553E" w:rsidRDefault="001F553E" w:rsidP="00AC3FE8">
            <w:pPr>
              <w:pStyle w:val="TAC"/>
              <w:rPr>
                <w:rFonts w:cs="Arial"/>
                <w:szCs w:val="18"/>
              </w:rPr>
            </w:pPr>
            <w:r>
              <w:rPr>
                <w:rFonts w:cs="Arial"/>
                <w:szCs w:val="18"/>
              </w:rPr>
              <w:t>DC_1A-8A-11A_n77A-n257A</w:t>
            </w:r>
            <w:r>
              <w:rPr>
                <w:vertAlign w:val="superscript"/>
                <w:lang w:eastAsia="zh-TW"/>
              </w:rPr>
              <w:t>2</w:t>
            </w:r>
          </w:p>
          <w:p w14:paraId="1018D34E" w14:textId="77777777" w:rsidR="001F553E" w:rsidRDefault="001F553E" w:rsidP="00AC3FE8">
            <w:pPr>
              <w:pStyle w:val="TAC"/>
              <w:rPr>
                <w:rFonts w:cs="Arial"/>
                <w:szCs w:val="18"/>
              </w:rPr>
            </w:pPr>
            <w:r>
              <w:rPr>
                <w:rFonts w:cs="Arial"/>
                <w:szCs w:val="18"/>
              </w:rPr>
              <w:t>DC_1A-8A-11A_n77A-n257D</w:t>
            </w:r>
            <w:r>
              <w:rPr>
                <w:vertAlign w:val="superscript"/>
                <w:lang w:eastAsia="zh-TW"/>
              </w:rPr>
              <w:t>2</w:t>
            </w:r>
          </w:p>
          <w:p w14:paraId="236F1920" w14:textId="77777777" w:rsidR="001F553E" w:rsidRDefault="001F553E" w:rsidP="00AC3FE8">
            <w:pPr>
              <w:pStyle w:val="TAC"/>
              <w:rPr>
                <w:rFonts w:cs="Arial"/>
                <w:szCs w:val="18"/>
              </w:rPr>
            </w:pPr>
            <w:r>
              <w:rPr>
                <w:rFonts w:cs="Arial"/>
                <w:szCs w:val="18"/>
              </w:rPr>
              <w:t>DC_1A-8A-11A_n77A-n257G</w:t>
            </w:r>
            <w:r>
              <w:rPr>
                <w:vertAlign w:val="superscript"/>
                <w:lang w:eastAsia="zh-TW"/>
              </w:rPr>
              <w:t>2</w:t>
            </w:r>
          </w:p>
          <w:p w14:paraId="7823A688" w14:textId="77777777" w:rsidR="001F553E" w:rsidRDefault="001F553E" w:rsidP="00AC3FE8">
            <w:pPr>
              <w:pStyle w:val="TAC"/>
              <w:rPr>
                <w:rFonts w:cs="Arial"/>
                <w:szCs w:val="18"/>
              </w:rPr>
            </w:pPr>
            <w:r>
              <w:rPr>
                <w:rFonts w:cs="Arial"/>
                <w:szCs w:val="18"/>
              </w:rPr>
              <w:t>DC_1A-8A-11A_n77A-n257H</w:t>
            </w:r>
            <w:r>
              <w:rPr>
                <w:vertAlign w:val="superscript"/>
                <w:lang w:eastAsia="zh-TW"/>
              </w:rPr>
              <w:t>2</w:t>
            </w:r>
          </w:p>
          <w:p w14:paraId="0AB89B4E" w14:textId="77777777" w:rsidR="001F553E" w:rsidRDefault="001F553E" w:rsidP="00AC3FE8">
            <w:pPr>
              <w:pStyle w:val="TAC"/>
              <w:rPr>
                <w:noProof/>
              </w:rPr>
            </w:pPr>
            <w:r>
              <w:rPr>
                <w:rFonts w:cs="Arial"/>
                <w:szCs w:val="18"/>
              </w:rPr>
              <w:t>DC_1A-8A-11A_n77A-n257I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72AC864" w14:textId="77777777" w:rsidR="001F553E" w:rsidRDefault="001F553E" w:rsidP="00AC3FE8">
            <w:pPr>
              <w:pStyle w:val="TAC"/>
              <w:rPr>
                <w:rFonts w:cs="Arial"/>
                <w:lang w:eastAsia="zh-CN"/>
              </w:rPr>
            </w:pPr>
            <w:r>
              <w:rPr>
                <w:rFonts w:cs="Arial"/>
                <w:lang w:eastAsia="zh-CN"/>
              </w:rPr>
              <w:t>DC_1A_n77A</w:t>
            </w:r>
          </w:p>
          <w:p w14:paraId="6F5681FC" w14:textId="77777777" w:rsidR="001F553E" w:rsidRDefault="001F553E" w:rsidP="00AC3FE8">
            <w:pPr>
              <w:pStyle w:val="TAC"/>
              <w:rPr>
                <w:rFonts w:cs="Arial"/>
                <w:lang w:eastAsia="zh-CN"/>
              </w:rPr>
            </w:pPr>
            <w:r>
              <w:rPr>
                <w:rFonts w:cs="Arial"/>
                <w:lang w:eastAsia="zh-CN"/>
              </w:rPr>
              <w:t>DC_1A_n257A</w:t>
            </w:r>
          </w:p>
          <w:p w14:paraId="64C5A2B2" w14:textId="77777777" w:rsidR="001F553E" w:rsidRDefault="001F553E" w:rsidP="00AC3FE8">
            <w:pPr>
              <w:pStyle w:val="TAC"/>
              <w:rPr>
                <w:rFonts w:cs="Arial"/>
                <w:lang w:eastAsia="zh-CN"/>
              </w:rPr>
            </w:pPr>
            <w:r>
              <w:rPr>
                <w:rFonts w:cs="Arial"/>
                <w:lang w:eastAsia="zh-CN"/>
              </w:rPr>
              <w:t>DC_8A_n77A</w:t>
            </w:r>
          </w:p>
          <w:p w14:paraId="0CFF7423" w14:textId="77777777" w:rsidR="001F553E" w:rsidRDefault="001F553E" w:rsidP="00AC3FE8">
            <w:pPr>
              <w:pStyle w:val="TAC"/>
              <w:rPr>
                <w:rFonts w:cs="Arial"/>
                <w:lang w:eastAsia="zh-CN"/>
              </w:rPr>
            </w:pPr>
            <w:r>
              <w:rPr>
                <w:rFonts w:cs="Arial"/>
                <w:lang w:eastAsia="zh-CN"/>
              </w:rPr>
              <w:t>DC_8A_n257A</w:t>
            </w:r>
          </w:p>
          <w:p w14:paraId="3F1724A7" w14:textId="77777777" w:rsidR="001F553E" w:rsidRDefault="001F553E" w:rsidP="00AC3FE8">
            <w:pPr>
              <w:pStyle w:val="TAC"/>
              <w:rPr>
                <w:rFonts w:cs="Arial"/>
                <w:lang w:eastAsia="zh-CN"/>
              </w:rPr>
            </w:pPr>
            <w:r>
              <w:rPr>
                <w:rFonts w:cs="Arial"/>
                <w:lang w:eastAsia="zh-CN"/>
              </w:rPr>
              <w:t>DC_11A_n77A</w:t>
            </w:r>
          </w:p>
          <w:p w14:paraId="75E5EE82" w14:textId="77777777" w:rsidR="001F553E" w:rsidRDefault="001F553E" w:rsidP="00AC3FE8">
            <w:pPr>
              <w:pStyle w:val="TAC"/>
              <w:rPr>
                <w:noProof/>
              </w:rPr>
            </w:pPr>
            <w:r>
              <w:rPr>
                <w:rFonts w:cs="Arial"/>
                <w:lang w:eastAsia="zh-CN"/>
              </w:rPr>
              <w:t>DC_11A_n257A</w:t>
            </w:r>
          </w:p>
        </w:tc>
      </w:tr>
      <w:tr w:rsidR="001F553E" w14:paraId="1B900221"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DE269D8" w14:textId="77777777" w:rsidR="001F553E" w:rsidRDefault="001F553E" w:rsidP="00AC3FE8">
            <w:pPr>
              <w:pStyle w:val="TAC"/>
              <w:rPr>
                <w:rFonts w:cs="Arial"/>
                <w:szCs w:val="18"/>
              </w:rPr>
            </w:pPr>
            <w:r>
              <w:rPr>
                <w:rFonts w:cs="Arial"/>
                <w:szCs w:val="18"/>
              </w:rPr>
              <w:lastRenderedPageBreak/>
              <w:t>DC_1A-8A-11A_n77(2A)-n257A</w:t>
            </w:r>
            <w:r>
              <w:rPr>
                <w:vertAlign w:val="superscript"/>
                <w:lang w:eastAsia="zh-TW"/>
              </w:rPr>
              <w:t>2</w:t>
            </w:r>
          </w:p>
          <w:p w14:paraId="620341A8" w14:textId="77777777" w:rsidR="001F553E" w:rsidRDefault="001F553E" w:rsidP="00AC3FE8">
            <w:pPr>
              <w:pStyle w:val="TAC"/>
              <w:rPr>
                <w:rFonts w:cs="Arial"/>
                <w:szCs w:val="18"/>
              </w:rPr>
            </w:pPr>
            <w:r>
              <w:rPr>
                <w:rFonts w:cs="Arial"/>
                <w:szCs w:val="18"/>
              </w:rPr>
              <w:t>DC_1A-8A-11A_n77(2A)-n257D</w:t>
            </w:r>
            <w:r>
              <w:rPr>
                <w:vertAlign w:val="superscript"/>
                <w:lang w:eastAsia="zh-TW"/>
              </w:rPr>
              <w:t>2</w:t>
            </w:r>
          </w:p>
          <w:p w14:paraId="31FAC118" w14:textId="77777777" w:rsidR="001F553E" w:rsidRDefault="001F553E" w:rsidP="00AC3FE8">
            <w:pPr>
              <w:pStyle w:val="TAC"/>
              <w:rPr>
                <w:rFonts w:cs="Arial"/>
                <w:szCs w:val="18"/>
              </w:rPr>
            </w:pPr>
            <w:r>
              <w:rPr>
                <w:rFonts w:cs="Arial"/>
                <w:szCs w:val="18"/>
              </w:rPr>
              <w:t>DC_1A-8A-11A_n77(2A)-n257G</w:t>
            </w:r>
            <w:r>
              <w:rPr>
                <w:vertAlign w:val="superscript"/>
                <w:lang w:eastAsia="zh-TW"/>
              </w:rPr>
              <w:t>2</w:t>
            </w:r>
          </w:p>
          <w:p w14:paraId="7BCE813E" w14:textId="77777777" w:rsidR="001F553E" w:rsidRDefault="001F553E" w:rsidP="00AC3FE8">
            <w:pPr>
              <w:pStyle w:val="TAC"/>
              <w:rPr>
                <w:rFonts w:cs="Arial"/>
                <w:szCs w:val="18"/>
              </w:rPr>
            </w:pPr>
            <w:r>
              <w:rPr>
                <w:rFonts w:cs="Arial"/>
                <w:szCs w:val="18"/>
              </w:rPr>
              <w:t>DC_1A-8A-11A_n77(2A)-n257H</w:t>
            </w:r>
            <w:r>
              <w:rPr>
                <w:vertAlign w:val="superscript"/>
                <w:lang w:eastAsia="zh-TW"/>
              </w:rPr>
              <w:t>2</w:t>
            </w:r>
          </w:p>
          <w:p w14:paraId="3C412B53" w14:textId="77777777" w:rsidR="001F553E" w:rsidRDefault="001F553E" w:rsidP="00AC3FE8">
            <w:pPr>
              <w:pStyle w:val="TAC"/>
              <w:rPr>
                <w:rFonts w:cs="Arial"/>
                <w:szCs w:val="18"/>
              </w:rPr>
            </w:pPr>
            <w:r>
              <w:rPr>
                <w:rFonts w:cs="Arial"/>
                <w:szCs w:val="18"/>
              </w:rPr>
              <w:t>DC_1A-8A-11A_n77(2A)-n257I</w:t>
            </w:r>
            <w:r>
              <w:rPr>
                <w:vertAlign w:val="superscript"/>
                <w:lang w:eastAsia="zh-TW"/>
              </w:rPr>
              <w:t>2</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B27D61C" w14:textId="77777777" w:rsidR="001F553E" w:rsidRDefault="001F553E" w:rsidP="00AC3FE8">
            <w:pPr>
              <w:pStyle w:val="TAC"/>
              <w:rPr>
                <w:rFonts w:cs="Arial"/>
                <w:szCs w:val="18"/>
                <w:lang w:eastAsia="zh-CN"/>
              </w:rPr>
            </w:pPr>
            <w:r>
              <w:rPr>
                <w:rFonts w:cs="Arial"/>
                <w:szCs w:val="18"/>
                <w:lang w:eastAsia="zh-CN"/>
              </w:rPr>
              <w:t>DC_1A_n77A</w:t>
            </w:r>
          </w:p>
          <w:p w14:paraId="324DCA89" w14:textId="77777777" w:rsidR="001F553E" w:rsidRDefault="001F553E" w:rsidP="00AC3FE8">
            <w:pPr>
              <w:pStyle w:val="TAC"/>
              <w:rPr>
                <w:rFonts w:cs="Arial"/>
                <w:szCs w:val="18"/>
                <w:lang w:eastAsia="zh-CN"/>
              </w:rPr>
            </w:pPr>
            <w:r>
              <w:rPr>
                <w:rFonts w:cs="Arial"/>
                <w:szCs w:val="18"/>
                <w:lang w:eastAsia="zh-CN"/>
              </w:rPr>
              <w:t>DC_1A_n257A</w:t>
            </w:r>
          </w:p>
          <w:p w14:paraId="6D5FC5DB" w14:textId="77777777" w:rsidR="001F553E" w:rsidRDefault="001F553E" w:rsidP="00AC3FE8">
            <w:pPr>
              <w:pStyle w:val="TAC"/>
              <w:rPr>
                <w:rFonts w:cs="Arial"/>
                <w:szCs w:val="18"/>
                <w:lang w:eastAsia="zh-CN"/>
              </w:rPr>
            </w:pPr>
            <w:r>
              <w:rPr>
                <w:rFonts w:cs="Arial"/>
                <w:szCs w:val="18"/>
                <w:lang w:eastAsia="zh-CN"/>
              </w:rPr>
              <w:t>DC_8A_n77A</w:t>
            </w:r>
          </w:p>
          <w:p w14:paraId="0E364578" w14:textId="77777777" w:rsidR="001F553E" w:rsidRDefault="001F553E" w:rsidP="00AC3FE8">
            <w:pPr>
              <w:pStyle w:val="TAC"/>
              <w:rPr>
                <w:rFonts w:cs="Arial"/>
                <w:szCs w:val="18"/>
                <w:lang w:eastAsia="zh-CN"/>
              </w:rPr>
            </w:pPr>
            <w:r>
              <w:rPr>
                <w:rFonts w:cs="Arial"/>
                <w:szCs w:val="18"/>
                <w:lang w:eastAsia="zh-CN"/>
              </w:rPr>
              <w:t>DC_8A_n257A</w:t>
            </w:r>
          </w:p>
          <w:p w14:paraId="5313B714" w14:textId="77777777" w:rsidR="001F553E" w:rsidRDefault="001F553E" w:rsidP="00AC3FE8">
            <w:pPr>
              <w:pStyle w:val="TAC"/>
              <w:rPr>
                <w:rFonts w:cs="Arial"/>
                <w:szCs w:val="18"/>
                <w:lang w:eastAsia="zh-CN"/>
              </w:rPr>
            </w:pPr>
            <w:r>
              <w:rPr>
                <w:rFonts w:cs="Arial"/>
                <w:szCs w:val="18"/>
                <w:lang w:eastAsia="zh-CN"/>
              </w:rPr>
              <w:t>DC_11A_n77A</w:t>
            </w:r>
          </w:p>
          <w:p w14:paraId="366353BB" w14:textId="77777777" w:rsidR="001F553E" w:rsidRDefault="001F553E" w:rsidP="00AC3FE8">
            <w:pPr>
              <w:pStyle w:val="TAC"/>
              <w:rPr>
                <w:rFonts w:cs="Arial"/>
                <w:lang w:eastAsia="zh-CN"/>
              </w:rPr>
            </w:pPr>
            <w:r>
              <w:rPr>
                <w:rFonts w:cs="Arial"/>
                <w:szCs w:val="18"/>
                <w:lang w:eastAsia="zh-CN"/>
              </w:rPr>
              <w:t>DC_11A_n257A</w:t>
            </w:r>
          </w:p>
        </w:tc>
      </w:tr>
      <w:tr w:rsidR="001F553E" w14:paraId="63DE54AD"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D399FB7" w14:textId="77777777" w:rsidR="001F553E" w:rsidRDefault="001F553E" w:rsidP="00AC3FE8">
            <w:pPr>
              <w:pStyle w:val="TAC"/>
              <w:rPr>
                <w:rFonts w:cs="Arial"/>
                <w:szCs w:val="18"/>
                <w:lang w:eastAsia="ja-JP"/>
              </w:rPr>
            </w:pPr>
            <w:r>
              <w:rPr>
                <w:rFonts w:cs="Arial"/>
                <w:szCs w:val="18"/>
                <w:lang w:eastAsia="ja-JP"/>
              </w:rPr>
              <w:t>DC_1A-</w:t>
            </w:r>
            <w:r>
              <w:rPr>
                <w:rFonts w:eastAsia="DengXian" w:cs="Arial"/>
                <w:szCs w:val="18"/>
                <w:lang w:eastAsia="zh-CN"/>
              </w:rPr>
              <w:t>18</w:t>
            </w:r>
            <w:r>
              <w:rPr>
                <w:rFonts w:cs="Arial"/>
                <w:szCs w:val="18"/>
                <w:lang w:eastAsia="ja-JP"/>
              </w:rPr>
              <w:t>A-4</w:t>
            </w:r>
            <w:r>
              <w:rPr>
                <w:rFonts w:eastAsia="DengXian" w:cs="Arial"/>
                <w:szCs w:val="18"/>
                <w:lang w:eastAsia="zh-CN"/>
              </w:rPr>
              <w:t>1</w:t>
            </w:r>
            <w:r>
              <w:rPr>
                <w:rFonts w:cs="Arial"/>
                <w:szCs w:val="18"/>
                <w:lang w:eastAsia="ja-JP"/>
              </w:rPr>
              <w:t>A_n</w:t>
            </w:r>
            <w:r>
              <w:rPr>
                <w:rFonts w:eastAsia="DengXian" w:cs="Arial"/>
                <w:szCs w:val="18"/>
                <w:lang w:eastAsia="zh-CN"/>
              </w:rPr>
              <w:t>3</w:t>
            </w:r>
            <w:r>
              <w:rPr>
                <w:rFonts w:cs="Arial"/>
                <w:szCs w:val="18"/>
                <w:lang w:eastAsia="ja-JP"/>
              </w:rPr>
              <w:t>A-n7</w:t>
            </w:r>
            <w:r>
              <w:rPr>
                <w:rFonts w:eastAsia="DengXian" w:cs="Arial"/>
                <w:szCs w:val="18"/>
                <w:lang w:eastAsia="zh-CN"/>
              </w:rPr>
              <w:t>7</w:t>
            </w:r>
            <w:r>
              <w:rPr>
                <w:rFonts w:cs="Arial"/>
                <w:szCs w:val="18"/>
                <w:lang w:eastAsia="ja-JP"/>
              </w:rPr>
              <w:t>A</w:t>
            </w:r>
          </w:p>
          <w:p w14:paraId="06B1128A" w14:textId="77777777" w:rsidR="001F553E" w:rsidRDefault="001F553E" w:rsidP="00AC3FE8">
            <w:pPr>
              <w:pStyle w:val="TAC"/>
              <w:rPr>
                <w:rFonts w:cs="Arial"/>
                <w:szCs w:val="18"/>
              </w:rPr>
            </w:pPr>
            <w:r>
              <w:rPr>
                <w:rFonts w:cs="Arial"/>
                <w:szCs w:val="18"/>
                <w:lang w:eastAsia="ja-JP"/>
              </w:rPr>
              <w:t>DC_1A-</w:t>
            </w:r>
            <w:r>
              <w:rPr>
                <w:rFonts w:eastAsia="DengXian" w:cs="Arial"/>
                <w:szCs w:val="18"/>
                <w:lang w:eastAsia="zh-CN"/>
              </w:rPr>
              <w:t>18</w:t>
            </w:r>
            <w:r>
              <w:rPr>
                <w:rFonts w:cs="Arial"/>
                <w:szCs w:val="18"/>
                <w:lang w:eastAsia="ja-JP"/>
              </w:rPr>
              <w:t>A-4</w:t>
            </w:r>
            <w:r>
              <w:rPr>
                <w:rFonts w:eastAsia="DengXian" w:cs="Arial"/>
                <w:szCs w:val="18"/>
                <w:lang w:eastAsia="zh-CN"/>
              </w:rPr>
              <w:t>1C</w:t>
            </w:r>
            <w:r>
              <w:rPr>
                <w:rFonts w:cs="Arial"/>
                <w:szCs w:val="18"/>
                <w:lang w:eastAsia="ja-JP"/>
              </w:rPr>
              <w:t>_n</w:t>
            </w:r>
            <w:r>
              <w:rPr>
                <w:rFonts w:eastAsia="DengXian" w:cs="Arial"/>
                <w:szCs w:val="18"/>
                <w:lang w:eastAsia="zh-CN"/>
              </w:rPr>
              <w:t>3</w:t>
            </w:r>
            <w:r>
              <w:rPr>
                <w:rFonts w:cs="Arial"/>
                <w:szCs w:val="18"/>
                <w:lang w:eastAsia="ja-JP"/>
              </w:rPr>
              <w:t>A-n7</w:t>
            </w:r>
            <w:r>
              <w:rPr>
                <w:rFonts w:eastAsia="DengXian" w:cs="Arial"/>
                <w:szCs w:val="18"/>
                <w:lang w:eastAsia="zh-CN"/>
              </w:rPr>
              <w:t>7</w:t>
            </w:r>
            <w:r>
              <w:rPr>
                <w:rFonts w:cs="Arial"/>
                <w:szCs w:val="18"/>
                <w:lang w:eastAsia="ja-JP"/>
              </w:rPr>
              <w:t>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220F08E" w14:textId="77777777" w:rsidR="001F553E" w:rsidRDefault="001F553E" w:rsidP="00AC3FE8">
            <w:pPr>
              <w:pStyle w:val="TAC"/>
              <w:rPr>
                <w:rFonts w:eastAsia="DengXian" w:cs="Arial"/>
                <w:szCs w:val="18"/>
                <w:lang w:eastAsia="zh-CN"/>
              </w:rPr>
            </w:pPr>
            <w:r>
              <w:rPr>
                <w:rFonts w:eastAsia="DengXian" w:cs="Arial"/>
                <w:szCs w:val="18"/>
                <w:lang w:eastAsia="zh-CN"/>
              </w:rPr>
              <w:t>DC_18A_n3A</w:t>
            </w:r>
          </w:p>
          <w:p w14:paraId="54B948CF" w14:textId="77777777" w:rsidR="001F553E" w:rsidRDefault="001F553E" w:rsidP="00AC3FE8">
            <w:pPr>
              <w:pStyle w:val="TAC"/>
              <w:rPr>
                <w:rFonts w:eastAsia="DengXian" w:cs="Arial"/>
                <w:szCs w:val="18"/>
                <w:lang w:eastAsia="zh-CN"/>
              </w:rPr>
            </w:pPr>
            <w:r>
              <w:rPr>
                <w:rFonts w:eastAsia="DengXian" w:cs="Arial"/>
                <w:szCs w:val="18"/>
                <w:lang w:eastAsia="zh-CN"/>
              </w:rPr>
              <w:t>DC_18A_n77A</w:t>
            </w:r>
          </w:p>
          <w:p w14:paraId="632B0324" w14:textId="77777777" w:rsidR="001F553E" w:rsidRDefault="001F553E" w:rsidP="00AC3FE8">
            <w:pPr>
              <w:pStyle w:val="TAC"/>
              <w:rPr>
                <w:rFonts w:eastAsia="DengXian" w:cs="Arial"/>
                <w:szCs w:val="18"/>
                <w:lang w:eastAsia="zh-CN"/>
              </w:rPr>
            </w:pPr>
            <w:r>
              <w:rPr>
                <w:rFonts w:eastAsia="DengXian" w:cs="Arial"/>
                <w:szCs w:val="18"/>
                <w:lang w:eastAsia="zh-CN"/>
              </w:rPr>
              <w:t>DC_41A_n3A</w:t>
            </w:r>
          </w:p>
          <w:p w14:paraId="04246309" w14:textId="77777777" w:rsidR="001F553E" w:rsidRDefault="001F553E" w:rsidP="00AC3FE8">
            <w:pPr>
              <w:pStyle w:val="TAC"/>
              <w:rPr>
                <w:rFonts w:eastAsia="DengXian" w:cs="Arial"/>
                <w:szCs w:val="18"/>
                <w:lang w:eastAsia="zh-CN"/>
              </w:rPr>
            </w:pPr>
            <w:r>
              <w:rPr>
                <w:rFonts w:eastAsia="DengXian" w:cs="Arial"/>
                <w:szCs w:val="18"/>
                <w:lang w:eastAsia="zh-CN"/>
              </w:rPr>
              <w:t>DC_41C_n3A</w:t>
            </w:r>
          </w:p>
          <w:p w14:paraId="02F7F36A" w14:textId="77777777" w:rsidR="001F553E" w:rsidRDefault="001F553E" w:rsidP="00AC3FE8">
            <w:pPr>
              <w:pStyle w:val="TAC"/>
              <w:rPr>
                <w:rFonts w:eastAsia="DengXian" w:cs="Arial"/>
                <w:szCs w:val="18"/>
                <w:lang w:eastAsia="zh-CN"/>
              </w:rPr>
            </w:pPr>
            <w:r>
              <w:rPr>
                <w:rFonts w:eastAsia="DengXian" w:cs="Arial"/>
                <w:szCs w:val="18"/>
                <w:lang w:eastAsia="zh-CN"/>
              </w:rPr>
              <w:t>DC_41A_n77A</w:t>
            </w:r>
          </w:p>
          <w:p w14:paraId="7D41E440" w14:textId="77777777" w:rsidR="001F553E" w:rsidRDefault="001F553E" w:rsidP="00AC3FE8">
            <w:pPr>
              <w:pStyle w:val="TAC"/>
              <w:rPr>
                <w:rFonts w:cs="Arial"/>
                <w:lang w:eastAsia="zh-CN"/>
              </w:rPr>
            </w:pPr>
            <w:r>
              <w:rPr>
                <w:rFonts w:eastAsia="DengXian" w:cs="Arial"/>
                <w:szCs w:val="18"/>
                <w:lang w:eastAsia="zh-CN"/>
              </w:rPr>
              <w:t>DC_41C_n77A</w:t>
            </w:r>
          </w:p>
        </w:tc>
      </w:tr>
      <w:tr w:rsidR="001F553E" w14:paraId="1C4FCB5C"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6E930EB" w14:textId="77777777" w:rsidR="001F553E" w:rsidRDefault="001F553E" w:rsidP="00AC3FE8">
            <w:pPr>
              <w:pStyle w:val="TAC"/>
              <w:rPr>
                <w:rFonts w:cs="Arial"/>
                <w:szCs w:val="18"/>
                <w:lang w:eastAsia="ja-JP"/>
              </w:rPr>
            </w:pPr>
            <w:r>
              <w:rPr>
                <w:rFonts w:cs="Arial"/>
                <w:szCs w:val="18"/>
                <w:lang w:eastAsia="ja-JP"/>
              </w:rPr>
              <w:t>DC_1A-</w:t>
            </w:r>
            <w:r>
              <w:rPr>
                <w:rFonts w:eastAsia="DengXian" w:cs="Arial"/>
                <w:szCs w:val="18"/>
                <w:lang w:eastAsia="zh-CN"/>
              </w:rPr>
              <w:t>18</w:t>
            </w:r>
            <w:r>
              <w:rPr>
                <w:rFonts w:cs="Arial"/>
                <w:szCs w:val="18"/>
                <w:lang w:eastAsia="ja-JP"/>
              </w:rPr>
              <w:t>A-4</w:t>
            </w:r>
            <w:r>
              <w:rPr>
                <w:rFonts w:eastAsia="DengXian" w:cs="Arial"/>
                <w:szCs w:val="18"/>
                <w:lang w:eastAsia="zh-CN"/>
              </w:rPr>
              <w:t>1</w:t>
            </w:r>
            <w:r>
              <w:rPr>
                <w:rFonts w:cs="Arial"/>
                <w:szCs w:val="18"/>
                <w:lang w:eastAsia="ja-JP"/>
              </w:rPr>
              <w:t>A_n</w:t>
            </w:r>
            <w:r>
              <w:rPr>
                <w:rFonts w:eastAsia="DengXian" w:cs="Arial"/>
                <w:szCs w:val="18"/>
                <w:lang w:eastAsia="zh-CN"/>
              </w:rPr>
              <w:t>3</w:t>
            </w:r>
            <w:r>
              <w:rPr>
                <w:rFonts w:cs="Arial"/>
                <w:szCs w:val="18"/>
                <w:lang w:eastAsia="ja-JP"/>
              </w:rPr>
              <w:t>A-n7</w:t>
            </w:r>
            <w:r>
              <w:rPr>
                <w:rFonts w:eastAsia="DengXian" w:cs="Arial"/>
                <w:szCs w:val="18"/>
                <w:lang w:eastAsia="zh-CN"/>
              </w:rPr>
              <w:t>8</w:t>
            </w:r>
            <w:r>
              <w:rPr>
                <w:rFonts w:cs="Arial"/>
                <w:szCs w:val="18"/>
                <w:lang w:eastAsia="ja-JP"/>
              </w:rPr>
              <w:t>A</w:t>
            </w:r>
          </w:p>
          <w:p w14:paraId="6B068C99" w14:textId="77777777" w:rsidR="001F553E" w:rsidRDefault="001F553E" w:rsidP="00AC3FE8">
            <w:pPr>
              <w:pStyle w:val="TAC"/>
              <w:rPr>
                <w:rFonts w:cs="Arial"/>
                <w:szCs w:val="18"/>
              </w:rPr>
            </w:pPr>
            <w:r>
              <w:rPr>
                <w:rFonts w:cs="Arial"/>
                <w:szCs w:val="18"/>
                <w:lang w:eastAsia="ja-JP"/>
              </w:rPr>
              <w:t>DC_1A-</w:t>
            </w:r>
            <w:r>
              <w:rPr>
                <w:rFonts w:eastAsia="DengXian" w:cs="Arial"/>
                <w:szCs w:val="18"/>
                <w:lang w:eastAsia="zh-CN"/>
              </w:rPr>
              <w:t>18</w:t>
            </w:r>
            <w:r>
              <w:rPr>
                <w:rFonts w:cs="Arial"/>
                <w:szCs w:val="18"/>
                <w:lang w:eastAsia="ja-JP"/>
              </w:rPr>
              <w:t>A-4</w:t>
            </w:r>
            <w:r>
              <w:rPr>
                <w:rFonts w:eastAsia="DengXian" w:cs="Arial"/>
                <w:szCs w:val="18"/>
                <w:lang w:eastAsia="zh-CN"/>
              </w:rPr>
              <w:t>1C</w:t>
            </w:r>
            <w:r>
              <w:rPr>
                <w:rFonts w:cs="Arial"/>
                <w:szCs w:val="18"/>
                <w:lang w:eastAsia="ja-JP"/>
              </w:rPr>
              <w:t>_n</w:t>
            </w:r>
            <w:r>
              <w:rPr>
                <w:rFonts w:eastAsia="DengXian" w:cs="Arial"/>
                <w:szCs w:val="18"/>
                <w:lang w:eastAsia="zh-CN"/>
              </w:rPr>
              <w:t>3</w:t>
            </w:r>
            <w:r>
              <w:rPr>
                <w:rFonts w:cs="Arial"/>
                <w:szCs w:val="18"/>
                <w:lang w:eastAsia="ja-JP"/>
              </w:rPr>
              <w:t>A-n7</w:t>
            </w:r>
            <w:r>
              <w:rPr>
                <w:rFonts w:eastAsia="DengXian" w:cs="Arial"/>
                <w:szCs w:val="18"/>
                <w:lang w:eastAsia="zh-CN"/>
              </w:rPr>
              <w:t>8</w:t>
            </w:r>
            <w:r>
              <w:rPr>
                <w:rFonts w:cs="Arial"/>
                <w:szCs w:val="18"/>
                <w:lang w:eastAsia="ja-JP"/>
              </w:rPr>
              <w:t>A</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54CB2B4" w14:textId="77777777" w:rsidR="001F553E" w:rsidRDefault="001F553E" w:rsidP="00AC3FE8">
            <w:pPr>
              <w:pStyle w:val="TAC"/>
              <w:rPr>
                <w:rFonts w:eastAsia="DengXian" w:cs="Arial"/>
                <w:szCs w:val="18"/>
                <w:lang w:eastAsia="zh-CN"/>
              </w:rPr>
            </w:pPr>
            <w:r>
              <w:rPr>
                <w:rFonts w:eastAsia="DengXian" w:cs="Arial"/>
                <w:szCs w:val="18"/>
                <w:lang w:eastAsia="zh-CN"/>
              </w:rPr>
              <w:t>DC_18A_n3A</w:t>
            </w:r>
          </w:p>
          <w:p w14:paraId="1A709D9A" w14:textId="77777777" w:rsidR="001F553E" w:rsidRDefault="001F553E" w:rsidP="00AC3FE8">
            <w:pPr>
              <w:pStyle w:val="TAC"/>
              <w:rPr>
                <w:rFonts w:eastAsia="DengXian" w:cs="Arial"/>
                <w:szCs w:val="18"/>
                <w:lang w:eastAsia="zh-CN"/>
              </w:rPr>
            </w:pPr>
            <w:r>
              <w:rPr>
                <w:rFonts w:eastAsia="DengXian" w:cs="Arial"/>
                <w:szCs w:val="18"/>
                <w:lang w:eastAsia="zh-CN"/>
              </w:rPr>
              <w:t>DC_18A_n78A</w:t>
            </w:r>
          </w:p>
          <w:p w14:paraId="6D5ADA4F" w14:textId="77777777" w:rsidR="001F553E" w:rsidRDefault="001F553E" w:rsidP="00AC3FE8">
            <w:pPr>
              <w:pStyle w:val="TAC"/>
              <w:rPr>
                <w:rFonts w:eastAsia="DengXian" w:cs="Arial"/>
                <w:szCs w:val="18"/>
                <w:lang w:eastAsia="zh-CN"/>
              </w:rPr>
            </w:pPr>
            <w:r>
              <w:rPr>
                <w:rFonts w:eastAsia="DengXian" w:cs="Arial"/>
                <w:szCs w:val="18"/>
                <w:lang w:eastAsia="zh-CN"/>
              </w:rPr>
              <w:t>DC_41A_n3A</w:t>
            </w:r>
          </w:p>
          <w:p w14:paraId="5175FFD6" w14:textId="77777777" w:rsidR="001F553E" w:rsidRDefault="001F553E" w:rsidP="00AC3FE8">
            <w:pPr>
              <w:pStyle w:val="TAC"/>
              <w:rPr>
                <w:rFonts w:eastAsia="DengXian" w:cs="Arial"/>
                <w:szCs w:val="18"/>
                <w:lang w:eastAsia="zh-CN"/>
              </w:rPr>
            </w:pPr>
            <w:r>
              <w:rPr>
                <w:rFonts w:eastAsia="DengXian" w:cs="Arial"/>
                <w:szCs w:val="18"/>
                <w:lang w:eastAsia="zh-CN"/>
              </w:rPr>
              <w:t>DC_41C_n3A</w:t>
            </w:r>
          </w:p>
          <w:p w14:paraId="36E48764" w14:textId="77777777" w:rsidR="001F553E" w:rsidRDefault="001F553E" w:rsidP="00AC3FE8">
            <w:pPr>
              <w:pStyle w:val="TAC"/>
              <w:rPr>
                <w:rFonts w:eastAsia="DengXian" w:cs="Arial"/>
                <w:szCs w:val="18"/>
                <w:lang w:eastAsia="zh-CN"/>
              </w:rPr>
            </w:pPr>
            <w:r>
              <w:rPr>
                <w:rFonts w:eastAsia="DengXian" w:cs="Arial"/>
                <w:szCs w:val="18"/>
                <w:lang w:eastAsia="zh-CN"/>
              </w:rPr>
              <w:t>DC_41A_n78A</w:t>
            </w:r>
          </w:p>
          <w:p w14:paraId="782AC837" w14:textId="77777777" w:rsidR="001F553E" w:rsidRDefault="001F553E" w:rsidP="00AC3FE8">
            <w:pPr>
              <w:pStyle w:val="TAC"/>
              <w:rPr>
                <w:rFonts w:cs="Arial"/>
                <w:lang w:eastAsia="zh-CN"/>
              </w:rPr>
            </w:pPr>
            <w:r>
              <w:rPr>
                <w:rFonts w:eastAsia="DengXian" w:cs="Arial"/>
                <w:szCs w:val="18"/>
                <w:lang w:eastAsia="zh-CN"/>
              </w:rPr>
              <w:t>DC_41C_n78A</w:t>
            </w:r>
          </w:p>
        </w:tc>
      </w:tr>
      <w:tr w:rsidR="001F553E" w14:paraId="39418C84"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486FF82" w14:textId="77777777" w:rsidR="001F553E" w:rsidRDefault="001F553E" w:rsidP="00AC3FE8">
            <w:pPr>
              <w:pStyle w:val="TAC"/>
              <w:rPr>
                <w:rFonts w:cs="Arial"/>
                <w:szCs w:val="18"/>
                <w:lang w:eastAsia="ja-JP"/>
              </w:rPr>
            </w:pPr>
            <w:r>
              <w:rPr>
                <w:rFonts w:cs="Arial"/>
                <w:szCs w:val="18"/>
                <w:lang w:eastAsia="ja-JP"/>
              </w:rPr>
              <w:t>DC_1A-</w:t>
            </w:r>
            <w:r>
              <w:rPr>
                <w:rFonts w:eastAsia="DengXian" w:cs="Arial"/>
                <w:szCs w:val="18"/>
                <w:lang w:eastAsia="zh-CN"/>
              </w:rPr>
              <w:t>18</w:t>
            </w:r>
            <w:r>
              <w:rPr>
                <w:rFonts w:cs="Arial"/>
                <w:szCs w:val="18"/>
                <w:lang w:eastAsia="ja-JP"/>
              </w:rPr>
              <w:t>A-4</w:t>
            </w:r>
            <w:r>
              <w:rPr>
                <w:rFonts w:eastAsia="DengXian" w:cs="Arial"/>
                <w:szCs w:val="18"/>
                <w:lang w:eastAsia="zh-CN"/>
              </w:rPr>
              <w:t>1</w:t>
            </w:r>
            <w:r>
              <w:rPr>
                <w:rFonts w:cs="Arial"/>
                <w:szCs w:val="18"/>
                <w:lang w:eastAsia="ja-JP"/>
              </w:rPr>
              <w:t>A_n</w:t>
            </w:r>
            <w:r>
              <w:rPr>
                <w:rFonts w:eastAsia="DengXian" w:cs="Arial"/>
                <w:szCs w:val="18"/>
                <w:lang w:eastAsia="zh-CN"/>
              </w:rPr>
              <w:t>3</w:t>
            </w:r>
            <w:r>
              <w:rPr>
                <w:rFonts w:cs="Arial"/>
                <w:szCs w:val="18"/>
                <w:lang w:eastAsia="ja-JP"/>
              </w:rPr>
              <w:t>A-n257A</w:t>
            </w:r>
          </w:p>
          <w:p w14:paraId="5A0504F4" w14:textId="77777777" w:rsidR="001F553E" w:rsidRDefault="001F553E" w:rsidP="00AC3FE8">
            <w:pPr>
              <w:pStyle w:val="TAC"/>
              <w:rPr>
                <w:rFonts w:cs="Arial"/>
                <w:szCs w:val="18"/>
                <w:lang w:eastAsia="ja-JP"/>
              </w:rPr>
            </w:pPr>
            <w:r>
              <w:rPr>
                <w:rFonts w:cs="Arial"/>
                <w:szCs w:val="18"/>
                <w:lang w:eastAsia="ja-JP"/>
              </w:rPr>
              <w:t>DC_1A-</w:t>
            </w:r>
            <w:r>
              <w:rPr>
                <w:rFonts w:eastAsia="DengXian" w:cs="Arial"/>
                <w:szCs w:val="18"/>
                <w:lang w:eastAsia="zh-CN"/>
              </w:rPr>
              <w:t>18</w:t>
            </w:r>
            <w:r>
              <w:rPr>
                <w:rFonts w:cs="Arial"/>
                <w:szCs w:val="18"/>
                <w:lang w:eastAsia="ja-JP"/>
              </w:rPr>
              <w:t>A-4</w:t>
            </w:r>
            <w:r>
              <w:rPr>
                <w:rFonts w:eastAsia="DengXian" w:cs="Arial"/>
                <w:szCs w:val="18"/>
                <w:lang w:eastAsia="zh-CN"/>
              </w:rPr>
              <w:t>1</w:t>
            </w:r>
            <w:r>
              <w:rPr>
                <w:rFonts w:cs="Arial"/>
                <w:szCs w:val="18"/>
                <w:lang w:eastAsia="ja-JP"/>
              </w:rPr>
              <w:t>A_n</w:t>
            </w:r>
            <w:r>
              <w:rPr>
                <w:rFonts w:eastAsia="DengXian" w:cs="Arial"/>
                <w:szCs w:val="18"/>
                <w:lang w:eastAsia="zh-CN"/>
              </w:rPr>
              <w:t>3</w:t>
            </w:r>
            <w:r>
              <w:rPr>
                <w:rFonts w:cs="Arial"/>
                <w:szCs w:val="18"/>
                <w:lang w:eastAsia="ja-JP"/>
              </w:rPr>
              <w:t>A-n257</w:t>
            </w:r>
            <w:r>
              <w:rPr>
                <w:rFonts w:eastAsia="DengXian" w:cs="Arial"/>
                <w:szCs w:val="18"/>
                <w:lang w:eastAsia="zh-CN"/>
              </w:rPr>
              <w:t>I</w:t>
            </w:r>
          </w:p>
          <w:p w14:paraId="0D9BDF9B" w14:textId="77777777" w:rsidR="001F553E" w:rsidRDefault="001F553E" w:rsidP="00AC3FE8">
            <w:pPr>
              <w:pStyle w:val="TAC"/>
              <w:rPr>
                <w:rFonts w:cs="Arial"/>
                <w:szCs w:val="18"/>
                <w:lang w:eastAsia="ja-JP"/>
              </w:rPr>
            </w:pPr>
            <w:r>
              <w:rPr>
                <w:rFonts w:cs="Arial"/>
                <w:szCs w:val="18"/>
                <w:lang w:eastAsia="ja-JP"/>
              </w:rPr>
              <w:t>DC_1A-</w:t>
            </w:r>
            <w:r>
              <w:rPr>
                <w:rFonts w:eastAsia="DengXian" w:cs="Arial"/>
                <w:szCs w:val="18"/>
                <w:lang w:eastAsia="zh-CN"/>
              </w:rPr>
              <w:t>18</w:t>
            </w:r>
            <w:r>
              <w:rPr>
                <w:rFonts w:cs="Arial"/>
                <w:szCs w:val="18"/>
                <w:lang w:eastAsia="ja-JP"/>
              </w:rPr>
              <w:t>A-4</w:t>
            </w:r>
            <w:r>
              <w:rPr>
                <w:rFonts w:eastAsia="DengXian" w:cs="Arial"/>
                <w:szCs w:val="18"/>
                <w:lang w:eastAsia="zh-CN"/>
              </w:rPr>
              <w:t>1C</w:t>
            </w:r>
            <w:r>
              <w:rPr>
                <w:rFonts w:cs="Arial"/>
                <w:szCs w:val="18"/>
                <w:lang w:eastAsia="ja-JP"/>
              </w:rPr>
              <w:t>_n</w:t>
            </w:r>
            <w:r>
              <w:rPr>
                <w:rFonts w:eastAsia="DengXian" w:cs="Arial"/>
                <w:szCs w:val="18"/>
                <w:lang w:eastAsia="zh-CN"/>
              </w:rPr>
              <w:t>3</w:t>
            </w:r>
            <w:r>
              <w:rPr>
                <w:rFonts w:cs="Arial"/>
                <w:szCs w:val="18"/>
                <w:lang w:eastAsia="ja-JP"/>
              </w:rPr>
              <w:t>A-n257A</w:t>
            </w:r>
          </w:p>
          <w:p w14:paraId="2FDE046B" w14:textId="77777777" w:rsidR="001F553E" w:rsidRDefault="001F553E" w:rsidP="00AC3FE8">
            <w:pPr>
              <w:pStyle w:val="TAC"/>
              <w:rPr>
                <w:rFonts w:cs="Arial"/>
                <w:szCs w:val="18"/>
              </w:rPr>
            </w:pPr>
            <w:r>
              <w:rPr>
                <w:rFonts w:cs="Arial"/>
                <w:szCs w:val="18"/>
                <w:lang w:eastAsia="ja-JP"/>
              </w:rPr>
              <w:t>DC_1A-</w:t>
            </w:r>
            <w:r>
              <w:rPr>
                <w:rFonts w:eastAsia="DengXian" w:cs="Arial"/>
                <w:szCs w:val="18"/>
                <w:lang w:eastAsia="zh-CN"/>
              </w:rPr>
              <w:t>18</w:t>
            </w:r>
            <w:r>
              <w:rPr>
                <w:rFonts w:cs="Arial"/>
                <w:szCs w:val="18"/>
                <w:lang w:eastAsia="ja-JP"/>
              </w:rPr>
              <w:t>A-4</w:t>
            </w:r>
            <w:r>
              <w:rPr>
                <w:rFonts w:eastAsia="DengXian" w:cs="Arial"/>
                <w:szCs w:val="18"/>
                <w:lang w:eastAsia="zh-CN"/>
              </w:rPr>
              <w:t>1C</w:t>
            </w:r>
            <w:r>
              <w:rPr>
                <w:rFonts w:cs="Arial"/>
                <w:szCs w:val="18"/>
                <w:lang w:eastAsia="ja-JP"/>
              </w:rPr>
              <w:t>_n</w:t>
            </w:r>
            <w:r>
              <w:rPr>
                <w:rFonts w:eastAsia="DengXian" w:cs="Arial"/>
                <w:szCs w:val="18"/>
                <w:lang w:eastAsia="zh-CN"/>
              </w:rPr>
              <w:t>3</w:t>
            </w:r>
            <w:r>
              <w:rPr>
                <w:rFonts w:cs="Arial"/>
                <w:szCs w:val="18"/>
                <w:lang w:eastAsia="ja-JP"/>
              </w:rPr>
              <w:t>A-n257</w:t>
            </w:r>
            <w:r>
              <w:rPr>
                <w:rFonts w:eastAsia="DengXian" w:cs="Arial"/>
                <w:szCs w:val="18"/>
                <w:lang w:eastAsia="zh-CN"/>
              </w:rPr>
              <w:t>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35C3ECE" w14:textId="77777777" w:rsidR="001F553E" w:rsidRDefault="001F553E" w:rsidP="00AC3FE8">
            <w:pPr>
              <w:pStyle w:val="TAC"/>
              <w:rPr>
                <w:rFonts w:eastAsia="DengXian" w:cs="Arial"/>
                <w:szCs w:val="18"/>
                <w:lang w:eastAsia="zh-CN"/>
              </w:rPr>
            </w:pPr>
            <w:r>
              <w:rPr>
                <w:rFonts w:eastAsia="DengXian" w:cs="Arial"/>
                <w:szCs w:val="18"/>
                <w:lang w:eastAsia="zh-CN"/>
              </w:rPr>
              <w:t>DC_18A_n3A</w:t>
            </w:r>
          </w:p>
          <w:p w14:paraId="34E25F0C" w14:textId="77777777" w:rsidR="001F553E" w:rsidRDefault="001F553E" w:rsidP="00AC3FE8">
            <w:pPr>
              <w:pStyle w:val="TAC"/>
              <w:rPr>
                <w:rFonts w:eastAsia="DengXian" w:cs="Arial"/>
                <w:szCs w:val="18"/>
                <w:lang w:eastAsia="zh-CN"/>
              </w:rPr>
            </w:pPr>
            <w:r>
              <w:rPr>
                <w:rFonts w:eastAsia="DengXian" w:cs="Arial"/>
                <w:szCs w:val="18"/>
                <w:lang w:eastAsia="zh-CN"/>
              </w:rPr>
              <w:t>DC_18A_n257A</w:t>
            </w:r>
          </w:p>
          <w:p w14:paraId="6B650CB9" w14:textId="77777777" w:rsidR="001F553E" w:rsidRDefault="001F553E" w:rsidP="00AC3FE8">
            <w:pPr>
              <w:pStyle w:val="TAC"/>
              <w:rPr>
                <w:rFonts w:eastAsia="DengXian" w:cs="Arial"/>
                <w:szCs w:val="18"/>
                <w:lang w:eastAsia="zh-CN"/>
              </w:rPr>
            </w:pPr>
            <w:r>
              <w:rPr>
                <w:rFonts w:eastAsia="DengXian" w:cs="Arial"/>
                <w:szCs w:val="18"/>
                <w:lang w:eastAsia="zh-CN"/>
              </w:rPr>
              <w:t>DC_41A_n3A</w:t>
            </w:r>
          </w:p>
          <w:p w14:paraId="1EA60C58" w14:textId="77777777" w:rsidR="001F553E" w:rsidRDefault="001F553E" w:rsidP="00AC3FE8">
            <w:pPr>
              <w:pStyle w:val="TAC"/>
              <w:rPr>
                <w:rFonts w:eastAsia="DengXian" w:cs="Arial"/>
                <w:szCs w:val="18"/>
                <w:lang w:eastAsia="zh-CN"/>
              </w:rPr>
            </w:pPr>
            <w:r>
              <w:rPr>
                <w:rFonts w:eastAsia="DengXian" w:cs="Arial"/>
                <w:szCs w:val="18"/>
                <w:lang w:eastAsia="zh-CN"/>
              </w:rPr>
              <w:t>DC_41C_n3A</w:t>
            </w:r>
          </w:p>
          <w:p w14:paraId="63345E9D" w14:textId="77777777" w:rsidR="001F553E" w:rsidRDefault="001F553E" w:rsidP="00AC3FE8">
            <w:pPr>
              <w:pStyle w:val="TAC"/>
              <w:rPr>
                <w:rFonts w:eastAsia="DengXian" w:cs="Arial"/>
                <w:szCs w:val="18"/>
                <w:lang w:eastAsia="zh-CN"/>
              </w:rPr>
            </w:pPr>
            <w:r>
              <w:rPr>
                <w:rFonts w:eastAsia="DengXian" w:cs="Arial"/>
                <w:szCs w:val="18"/>
                <w:lang w:eastAsia="zh-CN"/>
              </w:rPr>
              <w:t>DC_41A_n257A</w:t>
            </w:r>
          </w:p>
          <w:p w14:paraId="6B1E9449" w14:textId="77777777" w:rsidR="001F553E" w:rsidRDefault="001F553E" w:rsidP="00AC3FE8">
            <w:pPr>
              <w:pStyle w:val="TAC"/>
              <w:rPr>
                <w:rFonts w:eastAsia="DengXian" w:cs="Arial"/>
                <w:szCs w:val="18"/>
                <w:lang w:eastAsia="zh-CN"/>
              </w:rPr>
            </w:pPr>
            <w:r>
              <w:rPr>
                <w:rFonts w:eastAsia="DengXian" w:cs="Arial"/>
                <w:szCs w:val="18"/>
                <w:lang w:eastAsia="zh-CN"/>
              </w:rPr>
              <w:t>DC_41C_n257A</w:t>
            </w:r>
          </w:p>
          <w:p w14:paraId="0F2B99E7" w14:textId="77777777" w:rsidR="001F553E" w:rsidRDefault="001F553E" w:rsidP="00AC3FE8">
            <w:pPr>
              <w:pStyle w:val="TAC"/>
              <w:rPr>
                <w:rFonts w:eastAsia="DengXian" w:cs="Arial"/>
                <w:szCs w:val="18"/>
                <w:lang w:eastAsia="zh-CN"/>
              </w:rPr>
            </w:pPr>
            <w:r>
              <w:rPr>
                <w:rFonts w:eastAsia="DengXian" w:cs="Arial"/>
                <w:szCs w:val="18"/>
                <w:lang w:eastAsia="zh-CN"/>
              </w:rPr>
              <w:t>DC_18A_n257I</w:t>
            </w:r>
          </w:p>
          <w:p w14:paraId="16BBDD41" w14:textId="77777777" w:rsidR="001F553E" w:rsidRDefault="001F553E" w:rsidP="00AC3FE8">
            <w:pPr>
              <w:pStyle w:val="TAC"/>
              <w:rPr>
                <w:rFonts w:eastAsia="DengXian" w:cs="Arial"/>
                <w:szCs w:val="18"/>
                <w:lang w:eastAsia="zh-CN"/>
              </w:rPr>
            </w:pPr>
            <w:r>
              <w:rPr>
                <w:rFonts w:eastAsia="DengXian" w:cs="Arial"/>
                <w:szCs w:val="18"/>
                <w:lang w:eastAsia="zh-CN"/>
              </w:rPr>
              <w:t>DC_41A_n257I</w:t>
            </w:r>
          </w:p>
          <w:p w14:paraId="4023D224" w14:textId="77777777" w:rsidR="001F553E" w:rsidRDefault="001F553E" w:rsidP="00AC3FE8">
            <w:pPr>
              <w:pStyle w:val="TAC"/>
              <w:rPr>
                <w:rFonts w:cs="Arial"/>
                <w:lang w:eastAsia="zh-CN"/>
              </w:rPr>
            </w:pPr>
            <w:r>
              <w:rPr>
                <w:rFonts w:eastAsia="DengXian" w:cs="Arial"/>
                <w:szCs w:val="18"/>
                <w:lang w:eastAsia="zh-CN"/>
              </w:rPr>
              <w:t>DC_41C_n257I</w:t>
            </w:r>
          </w:p>
        </w:tc>
      </w:tr>
      <w:tr w:rsidR="001F553E" w14:paraId="36FC02D4"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2B86AD6" w14:textId="77777777" w:rsidR="001F553E" w:rsidRDefault="001F553E" w:rsidP="00AC3FE8">
            <w:pPr>
              <w:pStyle w:val="TAC"/>
              <w:rPr>
                <w:noProof/>
              </w:rPr>
            </w:pPr>
            <w:r>
              <w:rPr>
                <w:noProof/>
              </w:rPr>
              <w:t>DC_1A-18A-42A_n78A-n257A</w:t>
            </w:r>
          </w:p>
          <w:p w14:paraId="17E76724" w14:textId="77777777" w:rsidR="001F553E" w:rsidRDefault="001F553E" w:rsidP="00AC3FE8">
            <w:pPr>
              <w:pStyle w:val="TAC"/>
              <w:rPr>
                <w:noProof/>
                <w:lang w:eastAsia="ko-KR"/>
              </w:rPr>
            </w:pPr>
            <w:r>
              <w:rPr>
                <w:noProof/>
                <w:lang w:eastAsia="zh-CN"/>
              </w:rPr>
              <w:t>DC_1A-18A-42A_n78A-n257G</w:t>
            </w:r>
          </w:p>
          <w:p w14:paraId="236C89ED" w14:textId="77777777" w:rsidR="001F553E" w:rsidRDefault="001F553E" w:rsidP="00AC3FE8">
            <w:pPr>
              <w:pStyle w:val="TAC"/>
              <w:rPr>
                <w:noProof/>
                <w:lang w:eastAsia="ko-KR"/>
              </w:rPr>
            </w:pPr>
            <w:r>
              <w:rPr>
                <w:noProof/>
                <w:lang w:eastAsia="zh-CN"/>
              </w:rPr>
              <w:t>DC_1A-18A-42A_n78A-n257H</w:t>
            </w:r>
          </w:p>
          <w:p w14:paraId="15F40545" w14:textId="77777777" w:rsidR="001F553E" w:rsidRDefault="001F553E" w:rsidP="00AC3FE8">
            <w:pPr>
              <w:pStyle w:val="TAC"/>
              <w:rPr>
                <w:noProof/>
                <w:lang w:eastAsia="zh-CN"/>
              </w:rPr>
            </w:pPr>
            <w:r>
              <w:rPr>
                <w:noProof/>
                <w:lang w:eastAsia="zh-CN"/>
              </w:rPr>
              <w:t>DC_1A-18A-42A_n78A-n257I</w:t>
            </w:r>
          </w:p>
          <w:p w14:paraId="4D7AD612" w14:textId="77777777" w:rsidR="001F553E" w:rsidRDefault="001F553E" w:rsidP="00AC3FE8">
            <w:pPr>
              <w:pStyle w:val="TAC"/>
              <w:rPr>
                <w:noProof/>
              </w:rPr>
            </w:pPr>
            <w:r>
              <w:rPr>
                <w:noProof/>
              </w:rPr>
              <w:t>DC_1A-18A-42C_n78A-n257A</w:t>
            </w:r>
          </w:p>
          <w:p w14:paraId="7C735E9B" w14:textId="77777777" w:rsidR="001F553E" w:rsidRDefault="001F553E" w:rsidP="00AC3FE8">
            <w:pPr>
              <w:pStyle w:val="TAC"/>
              <w:rPr>
                <w:noProof/>
                <w:lang w:eastAsia="ko-KR"/>
              </w:rPr>
            </w:pPr>
            <w:r>
              <w:rPr>
                <w:noProof/>
                <w:lang w:eastAsia="zh-CN"/>
              </w:rPr>
              <w:t>DC_1A-18A-42C_n78A-n257G</w:t>
            </w:r>
          </w:p>
          <w:p w14:paraId="710159FD" w14:textId="77777777" w:rsidR="001F553E" w:rsidRDefault="001F553E" w:rsidP="00AC3FE8">
            <w:pPr>
              <w:pStyle w:val="TAC"/>
              <w:rPr>
                <w:noProof/>
                <w:lang w:eastAsia="ko-KR"/>
              </w:rPr>
            </w:pPr>
            <w:r>
              <w:rPr>
                <w:noProof/>
                <w:lang w:eastAsia="zh-CN"/>
              </w:rPr>
              <w:t>DC_1A-18A-42C_n78A-n257H</w:t>
            </w:r>
          </w:p>
          <w:p w14:paraId="5BE63E83" w14:textId="77777777" w:rsidR="001F553E" w:rsidRDefault="001F553E" w:rsidP="00AC3FE8">
            <w:pPr>
              <w:pStyle w:val="TAC"/>
              <w:rPr>
                <w:noProof/>
              </w:rPr>
            </w:pPr>
            <w:r>
              <w:rPr>
                <w:noProof/>
                <w:lang w:eastAsia="zh-CN"/>
              </w:rPr>
              <w:t>DC_1A-18A-42C_n78A-n257I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AF90E51" w14:textId="77777777" w:rsidR="001F553E" w:rsidRDefault="001F553E" w:rsidP="00AC3FE8">
            <w:pPr>
              <w:pStyle w:val="TAC"/>
              <w:rPr>
                <w:rFonts w:cs="Arial"/>
                <w:lang w:eastAsia="zh-CN"/>
              </w:rPr>
            </w:pPr>
            <w:r>
              <w:rPr>
                <w:rFonts w:cs="Arial"/>
                <w:lang w:eastAsia="zh-CN"/>
              </w:rPr>
              <w:t>DC_1A_n78A</w:t>
            </w:r>
          </w:p>
          <w:p w14:paraId="2FA71464" w14:textId="77777777" w:rsidR="001F553E" w:rsidRDefault="001F553E" w:rsidP="00AC3FE8">
            <w:pPr>
              <w:pStyle w:val="TAC"/>
              <w:rPr>
                <w:rFonts w:cs="Arial"/>
                <w:lang w:eastAsia="zh-CN"/>
              </w:rPr>
            </w:pPr>
            <w:r>
              <w:rPr>
                <w:rFonts w:cs="Arial"/>
                <w:lang w:eastAsia="zh-CN"/>
              </w:rPr>
              <w:t>DC_1A_n257A</w:t>
            </w:r>
          </w:p>
          <w:p w14:paraId="37C60770" w14:textId="77777777" w:rsidR="001F553E" w:rsidRDefault="001F553E" w:rsidP="00AC3FE8">
            <w:pPr>
              <w:pStyle w:val="TAC"/>
              <w:rPr>
                <w:rFonts w:cs="Arial"/>
                <w:lang w:eastAsia="zh-CN"/>
              </w:rPr>
            </w:pPr>
            <w:r>
              <w:rPr>
                <w:rFonts w:cs="Arial"/>
                <w:lang w:eastAsia="zh-CN"/>
              </w:rPr>
              <w:t>DC_1A_n257G</w:t>
            </w:r>
          </w:p>
          <w:p w14:paraId="431815A0" w14:textId="77777777" w:rsidR="001F553E" w:rsidRDefault="001F553E" w:rsidP="00AC3FE8">
            <w:pPr>
              <w:pStyle w:val="TAC"/>
              <w:rPr>
                <w:rFonts w:cs="Arial"/>
                <w:lang w:eastAsia="zh-CN"/>
              </w:rPr>
            </w:pPr>
            <w:r>
              <w:rPr>
                <w:rFonts w:cs="Arial"/>
                <w:lang w:eastAsia="zh-CN"/>
              </w:rPr>
              <w:t>DC_1A_n257H</w:t>
            </w:r>
          </w:p>
          <w:p w14:paraId="0E026EF9" w14:textId="77777777" w:rsidR="001F553E" w:rsidRDefault="001F553E" w:rsidP="00AC3FE8">
            <w:pPr>
              <w:pStyle w:val="TAC"/>
              <w:rPr>
                <w:rFonts w:cs="Arial"/>
                <w:lang w:eastAsia="zh-CN"/>
              </w:rPr>
            </w:pPr>
            <w:r>
              <w:rPr>
                <w:rFonts w:cs="Arial"/>
                <w:lang w:eastAsia="zh-CN"/>
              </w:rPr>
              <w:t>DC_1A_n257I</w:t>
            </w:r>
          </w:p>
          <w:p w14:paraId="0E6803C0" w14:textId="77777777" w:rsidR="001F553E" w:rsidRDefault="001F553E" w:rsidP="00AC3FE8">
            <w:pPr>
              <w:pStyle w:val="TAC"/>
              <w:rPr>
                <w:rFonts w:cs="Arial"/>
                <w:lang w:eastAsia="zh-CN"/>
              </w:rPr>
            </w:pPr>
            <w:r>
              <w:rPr>
                <w:rFonts w:cs="Arial"/>
                <w:lang w:eastAsia="zh-CN"/>
              </w:rPr>
              <w:t>DC_18A_n78A</w:t>
            </w:r>
          </w:p>
          <w:p w14:paraId="4764A68E" w14:textId="77777777" w:rsidR="001F553E" w:rsidRDefault="001F553E" w:rsidP="00AC3FE8">
            <w:pPr>
              <w:pStyle w:val="TAC"/>
              <w:rPr>
                <w:rFonts w:cs="Arial"/>
                <w:lang w:eastAsia="zh-CN"/>
              </w:rPr>
            </w:pPr>
            <w:r>
              <w:rPr>
                <w:rFonts w:cs="Arial"/>
                <w:lang w:eastAsia="zh-CN"/>
              </w:rPr>
              <w:t>DC_18A_n257A</w:t>
            </w:r>
          </w:p>
          <w:p w14:paraId="7B566C33" w14:textId="77777777" w:rsidR="001F553E" w:rsidRDefault="001F553E" w:rsidP="00AC3FE8">
            <w:pPr>
              <w:pStyle w:val="TAC"/>
              <w:rPr>
                <w:rFonts w:cs="Arial"/>
                <w:lang w:eastAsia="zh-CN"/>
              </w:rPr>
            </w:pPr>
            <w:r>
              <w:rPr>
                <w:rFonts w:cs="Arial"/>
                <w:lang w:eastAsia="zh-CN"/>
              </w:rPr>
              <w:t>DC_18A_n257G</w:t>
            </w:r>
          </w:p>
          <w:p w14:paraId="3D81DFD5" w14:textId="77777777" w:rsidR="001F553E" w:rsidRDefault="001F553E" w:rsidP="00AC3FE8">
            <w:pPr>
              <w:pStyle w:val="TAC"/>
              <w:rPr>
                <w:rFonts w:cs="Arial"/>
                <w:lang w:eastAsia="zh-CN"/>
              </w:rPr>
            </w:pPr>
            <w:r>
              <w:rPr>
                <w:rFonts w:cs="Arial"/>
                <w:lang w:eastAsia="zh-CN"/>
              </w:rPr>
              <w:t>DC_18A_n257H</w:t>
            </w:r>
          </w:p>
          <w:p w14:paraId="3A74B93C" w14:textId="77777777" w:rsidR="001F553E" w:rsidRDefault="001F553E" w:rsidP="00AC3FE8">
            <w:pPr>
              <w:pStyle w:val="TAC"/>
              <w:rPr>
                <w:rFonts w:cs="Arial"/>
                <w:lang w:eastAsia="zh-CN"/>
              </w:rPr>
            </w:pPr>
            <w:r>
              <w:rPr>
                <w:rFonts w:cs="Arial"/>
                <w:lang w:eastAsia="zh-CN"/>
              </w:rPr>
              <w:t>DC_18A_n257I</w:t>
            </w:r>
          </w:p>
          <w:p w14:paraId="2AF2F7E2" w14:textId="77777777" w:rsidR="001F553E" w:rsidRDefault="001F553E" w:rsidP="00AC3FE8">
            <w:pPr>
              <w:pStyle w:val="TAC"/>
              <w:rPr>
                <w:rFonts w:cs="Arial"/>
                <w:lang w:eastAsia="zh-CN"/>
              </w:rPr>
            </w:pPr>
            <w:r>
              <w:rPr>
                <w:rFonts w:cs="Arial"/>
                <w:lang w:eastAsia="zh-CN"/>
              </w:rPr>
              <w:t>DC_42A_n257A</w:t>
            </w:r>
          </w:p>
          <w:p w14:paraId="461C5EB6" w14:textId="77777777" w:rsidR="001F553E" w:rsidRDefault="001F553E" w:rsidP="00AC3FE8">
            <w:pPr>
              <w:pStyle w:val="TAC"/>
              <w:rPr>
                <w:rFonts w:cs="Arial"/>
                <w:lang w:eastAsia="zh-CN"/>
              </w:rPr>
            </w:pPr>
            <w:r>
              <w:rPr>
                <w:rFonts w:cs="Arial"/>
                <w:lang w:eastAsia="zh-CN"/>
              </w:rPr>
              <w:t>DC_42A_n257G</w:t>
            </w:r>
          </w:p>
          <w:p w14:paraId="496A3C24" w14:textId="77777777" w:rsidR="001F553E" w:rsidRDefault="001F553E" w:rsidP="00AC3FE8">
            <w:pPr>
              <w:pStyle w:val="TAC"/>
              <w:rPr>
                <w:rFonts w:cs="Arial"/>
                <w:lang w:eastAsia="zh-CN"/>
              </w:rPr>
            </w:pPr>
            <w:r>
              <w:rPr>
                <w:rFonts w:cs="Arial"/>
                <w:lang w:eastAsia="zh-CN"/>
              </w:rPr>
              <w:t>DC_42A_n257H</w:t>
            </w:r>
          </w:p>
          <w:p w14:paraId="0B920A9F" w14:textId="77777777" w:rsidR="001F553E" w:rsidRDefault="001F553E" w:rsidP="00AC3FE8">
            <w:pPr>
              <w:pStyle w:val="TAC"/>
              <w:rPr>
                <w:rFonts w:cs="Arial"/>
                <w:lang w:eastAsia="zh-CN"/>
              </w:rPr>
            </w:pPr>
            <w:r>
              <w:rPr>
                <w:rFonts w:cs="Arial"/>
                <w:lang w:eastAsia="zh-CN"/>
              </w:rPr>
              <w:t>DC_42A_n257I</w:t>
            </w:r>
          </w:p>
          <w:p w14:paraId="7CAE2B8F" w14:textId="77777777" w:rsidR="001F553E" w:rsidRDefault="001F553E" w:rsidP="00AC3FE8">
            <w:pPr>
              <w:pStyle w:val="TAC"/>
              <w:rPr>
                <w:rFonts w:cs="Arial"/>
                <w:lang w:eastAsia="zh-CN"/>
              </w:rPr>
            </w:pPr>
            <w:r>
              <w:rPr>
                <w:rFonts w:cs="Arial"/>
                <w:lang w:eastAsia="zh-CN"/>
              </w:rPr>
              <w:t>DC_42C_n257A</w:t>
            </w:r>
          </w:p>
          <w:p w14:paraId="40C9F6D3" w14:textId="77777777" w:rsidR="001F553E" w:rsidRDefault="001F553E" w:rsidP="00AC3FE8">
            <w:pPr>
              <w:pStyle w:val="TAC"/>
              <w:rPr>
                <w:rFonts w:cs="Arial"/>
                <w:lang w:val="sv-FI" w:eastAsia="zh-CN"/>
              </w:rPr>
            </w:pPr>
            <w:r>
              <w:rPr>
                <w:rFonts w:cs="Arial"/>
                <w:lang w:val="sv-FI" w:eastAsia="zh-CN"/>
              </w:rPr>
              <w:t>DC_42C_n257G</w:t>
            </w:r>
          </w:p>
          <w:p w14:paraId="1F0EC975" w14:textId="77777777" w:rsidR="001F553E" w:rsidRDefault="001F553E" w:rsidP="00AC3FE8">
            <w:pPr>
              <w:pStyle w:val="TAC"/>
              <w:rPr>
                <w:rFonts w:cs="Arial"/>
                <w:lang w:val="sv-FI" w:eastAsia="zh-CN"/>
              </w:rPr>
            </w:pPr>
            <w:r>
              <w:rPr>
                <w:rFonts w:cs="Arial"/>
                <w:lang w:val="sv-FI" w:eastAsia="zh-CN"/>
              </w:rPr>
              <w:t>DC_42C_n257H</w:t>
            </w:r>
          </w:p>
          <w:p w14:paraId="155347F3" w14:textId="77777777" w:rsidR="001F553E" w:rsidRDefault="001F553E" w:rsidP="00AC3FE8">
            <w:pPr>
              <w:pStyle w:val="TAC"/>
              <w:rPr>
                <w:noProof/>
                <w:lang w:val="sv-FI"/>
              </w:rPr>
            </w:pPr>
            <w:r>
              <w:rPr>
                <w:rFonts w:cs="Arial"/>
                <w:lang w:val="sv-FI" w:eastAsia="zh-CN"/>
              </w:rPr>
              <w:t>DC_42C_n257I</w:t>
            </w:r>
          </w:p>
        </w:tc>
      </w:tr>
      <w:tr w:rsidR="001F553E" w14:paraId="2737EDB0"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D0558C7" w14:textId="77777777" w:rsidR="001F553E" w:rsidRDefault="001F553E" w:rsidP="00AC3FE8">
            <w:pPr>
              <w:pStyle w:val="TAC"/>
              <w:rPr>
                <w:noProof/>
              </w:rPr>
            </w:pPr>
            <w:r>
              <w:rPr>
                <w:noProof/>
              </w:rPr>
              <w:t>DC_1A-19A-42A_n77A-n257A</w:t>
            </w:r>
          </w:p>
          <w:p w14:paraId="512BBB5C" w14:textId="77777777" w:rsidR="001F553E" w:rsidRDefault="001F553E" w:rsidP="00AC3FE8">
            <w:pPr>
              <w:pStyle w:val="TAC"/>
              <w:rPr>
                <w:noProof/>
                <w:lang w:eastAsia="ko-KR"/>
              </w:rPr>
            </w:pPr>
            <w:r>
              <w:rPr>
                <w:noProof/>
                <w:lang w:eastAsia="zh-CN"/>
              </w:rPr>
              <w:t>DC_1A-19A-42A_n77A-n257G</w:t>
            </w:r>
          </w:p>
          <w:p w14:paraId="15BF9603" w14:textId="77777777" w:rsidR="001F553E" w:rsidRDefault="001F553E" w:rsidP="00AC3FE8">
            <w:pPr>
              <w:pStyle w:val="TAC"/>
              <w:rPr>
                <w:noProof/>
                <w:lang w:eastAsia="ko-KR"/>
              </w:rPr>
            </w:pPr>
            <w:r>
              <w:rPr>
                <w:noProof/>
                <w:lang w:eastAsia="zh-CN"/>
              </w:rPr>
              <w:t>DC_1A-19A-42A_n77A-n257H</w:t>
            </w:r>
          </w:p>
          <w:p w14:paraId="71EA9F8B" w14:textId="77777777" w:rsidR="001F553E" w:rsidRDefault="001F553E" w:rsidP="00AC3FE8">
            <w:pPr>
              <w:pStyle w:val="TAC"/>
              <w:rPr>
                <w:noProof/>
                <w:lang w:eastAsia="zh-CN"/>
              </w:rPr>
            </w:pPr>
            <w:r>
              <w:rPr>
                <w:noProof/>
                <w:lang w:eastAsia="zh-CN"/>
              </w:rPr>
              <w:t>DC_1A-19A-42A_n77A-n257I</w:t>
            </w:r>
          </w:p>
          <w:p w14:paraId="50F78903" w14:textId="77777777" w:rsidR="001F553E" w:rsidRDefault="001F553E" w:rsidP="00AC3FE8">
            <w:pPr>
              <w:pStyle w:val="TAC"/>
              <w:rPr>
                <w:noProof/>
              </w:rPr>
            </w:pPr>
            <w:r>
              <w:rPr>
                <w:noProof/>
              </w:rPr>
              <w:t>DC_1A-19A-42C_n77A-n257A</w:t>
            </w:r>
          </w:p>
          <w:p w14:paraId="4350191F" w14:textId="77777777" w:rsidR="001F553E" w:rsidRDefault="001F553E" w:rsidP="00AC3FE8">
            <w:pPr>
              <w:pStyle w:val="TAC"/>
              <w:rPr>
                <w:noProof/>
                <w:lang w:eastAsia="ko-KR"/>
              </w:rPr>
            </w:pPr>
            <w:r>
              <w:rPr>
                <w:noProof/>
                <w:lang w:eastAsia="zh-CN"/>
              </w:rPr>
              <w:t>DC_1A-19A-42C_n77A-n257G</w:t>
            </w:r>
          </w:p>
          <w:p w14:paraId="72E09CB7" w14:textId="77777777" w:rsidR="001F553E" w:rsidRDefault="001F553E" w:rsidP="00AC3FE8">
            <w:pPr>
              <w:pStyle w:val="TAC"/>
              <w:rPr>
                <w:noProof/>
                <w:lang w:eastAsia="ko-KR"/>
              </w:rPr>
            </w:pPr>
            <w:r>
              <w:rPr>
                <w:noProof/>
                <w:lang w:eastAsia="zh-CN"/>
              </w:rPr>
              <w:t>DC_1A-19A-42C_n77A-n257H</w:t>
            </w:r>
          </w:p>
          <w:p w14:paraId="2DE90C3F" w14:textId="77777777" w:rsidR="001F553E" w:rsidRDefault="001F553E" w:rsidP="00AC3FE8">
            <w:pPr>
              <w:pStyle w:val="TAC"/>
              <w:rPr>
                <w:noProof/>
              </w:rPr>
            </w:pPr>
            <w:r>
              <w:rPr>
                <w:noProof/>
                <w:lang w:eastAsia="zh-CN"/>
              </w:rPr>
              <w:t>DC_1A-19A-42C_n77A-n257I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08798CA" w14:textId="77777777" w:rsidR="001F553E" w:rsidRDefault="001F553E" w:rsidP="00AC3FE8">
            <w:pPr>
              <w:pStyle w:val="TAC"/>
              <w:rPr>
                <w:rFonts w:cs="Arial"/>
                <w:lang w:eastAsia="zh-CN"/>
              </w:rPr>
            </w:pPr>
            <w:r>
              <w:rPr>
                <w:rFonts w:cs="Arial"/>
                <w:lang w:eastAsia="zh-CN"/>
              </w:rPr>
              <w:t>DC_1A_n77A</w:t>
            </w:r>
          </w:p>
          <w:p w14:paraId="4CFD574C" w14:textId="77777777" w:rsidR="001F553E" w:rsidRDefault="001F553E" w:rsidP="00AC3FE8">
            <w:pPr>
              <w:pStyle w:val="TAC"/>
              <w:rPr>
                <w:rFonts w:cs="Arial"/>
                <w:lang w:eastAsia="zh-CN"/>
              </w:rPr>
            </w:pPr>
            <w:r>
              <w:rPr>
                <w:rFonts w:cs="Arial"/>
                <w:lang w:eastAsia="zh-CN"/>
              </w:rPr>
              <w:t>DC_1A_n257A</w:t>
            </w:r>
          </w:p>
          <w:p w14:paraId="2E0AD740" w14:textId="77777777" w:rsidR="001F553E" w:rsidRDefault="001F553E" w:rsidP="00AC3FE8">
            <w:pPr>
              <w:pStyle w:val="TAC"/>
              <w:rPr>
                <w:rFonts w:cs="Arial"/>
                <w:lang w:eastAsia="zh-CN"/>
              </w:rPr>
            </w:pPr>
            <w:r>
              <w:rPr>
                <w:rFonts w:cs="Arial"/>
                <w:lang w:eastAsia="zh-CN"/>
              </w:rPr>
              <w:t>DC_1A_n257G</w:t>
            </w:r>
          </w:p>
          <w:p w14:paraId="70F08784" w14:textId="77777777" w:rsidR="001F553E" w:rsidRDefault="001F553E" w:rsidP="00AC3FE8">
            <w:pPr>
              <w:pStyle w:val="TAC"/>
              <w:rPr>
                <w:rFonts w:cs="Arial"/>
                <w:lang w:eastAsia="zh-CN"/>
              </w:rPr>
            </w:pPr>
            <w:r>
              <w:rPr>
                <w:rFonts w:cs="Arial"/>
                <w:lang w:eastAsia="zh-CN"/>
              </w:rPr>
              <w:t>DC_1A_n257H</w:t>
            </w:r>
          </w:p>
          <w:p w14:paraId="568BC7EA" w14:textId="77777777" w:rsidR="001F553E" w:rsidRDefault="001F553E" w:rsidP="00AC3FE8">
            <w:pPr>
              <w:pStyle w:val="TAC"/>
              <w:rPr>
                <w:rFonts w:cs="Arial"/>
                <w:lang w:eastAsia="zh-CN"/>
              </w:rPr>
            </w:pPr>
            <w:r>
              <w:rPr>
                <w:rFonts w:cs="Arial"/>
                <w:lang w:eastAsia="zh-CN"/>
              </w:rPr>
              <w:t>DC_1A_n257I</w:t>
            </w:r>
          </w:p>
          <w:p w14:paraId="4B814AAD" w14:textId="77777777" w:rsidR="001F553E" w:rsidRDefault="001F553E" w:rsidP="00AC3FE8">
            <w:pPr>
              <w:pStyle w:val="TAC"/>
              <w:rPr>
                <w:rFonts w:cs="Arial"/>
                <w:lang w:eastAsia="zh-CN"/>
              </w:rPr>
            </w:pPr>
            <w:r>
              <w:rPr>
                <w:rFonts w:cs="Arial"/>
                <w:lang w:eastAsia="zh-CN"/>
              </w:rPr>
              <w:t>DC_19A_n77A</w:t>
            </w:r>
          </w:p>
          <w:p w14:paraId="3A1AB38D" w14:textId="77777777" w:rsidR="001F553E" w:rsidRDefault="001F553E" w:rsidP="00AC3FE8">
            <w:pPr>
              <w:pStyle w:val="TAC"/>
              <w:rPr>
                <w:rFonts w:cs="Arial"/>
                <w:lang w:eastAsia="zh-CN"/>
              </w:rPr>
            </w:pPr>
            <w:r>
              <w:rPr>
                <w:rFonts w:cs="Arial"/>
                <w:lang w:eastAsia="zh-CN"/>
              </w:rPr>
              <w:t>DC_19A_n257A</w:t>
            </w:r>
          </w:p>
          <w:p w14:paraId="2D6706DC" w14:textId="77777777" w:rsidR="001F553E" w:rsidRDefault="001F553E" w:rsidP="00AC3FE8">
            <w:pPr>
              <w:pStyle w:val="TAC"/>
              <w:rPr>
                <w:rFonts w:cs="Arial"/>
                <w:lang w:eastAsia="zh-CN"/>
              </w:rPr>
            </w:pPr>
            <w:r>
              <w:rPr>
                <w:rFonts w:cs="Arial"/>
                <w:lang w:eastAsia="zh-CN"/>
              </w:rPr>
              <w:t>DC_19A_n257G</w:t>
            </w:r>
          </w:p>
          <w:p w14:paraId="647EE935" w14:textId="77777777" w:rsidR="001F553E" w:rsidRDefault="001F553E" w:rsidP="00AC3FE8">
            <w:pPr>
              <w:pStyle w:val="TAC"/>
              <w:rPr>
                <w:rFonts w:cs="Arial"/>
                <w:lang w:eastAsia="zh-CN"/>
              </w:rPr>
            </w:pPr>
            <w:r>
              <w:rPr>
                <w:rFonts w:cs="Arial"/>
                <w:lang w:eastAsia="zh-CN"/>
              </w:rPr>
              <w:t>DC_19A_n257H</w:t>
            </w:r>
          </w:p>
          <w:p w14:paraId="73C57470" w14:textId="77777777" w:rsidR="001F553E" w:rsidRDefault="001F553E" w:rsidP="00AC3FE8">
            <w:pPr>
              <w:pStyle w:val="TAC"/>
              <w:rPr>
                <w:rFonts w:cs="Arial"/>
                <w:lang w:eastAsia="zh-CN"/>
              </w:rPr>
            </w:pPr>
            <w:r>
              <w:rPr>
                <w:rFonts w:cs="Arial"/>
                <w:lang w:eastAsia="zh-CN"/>
              </w:rPr>
              <w:t>DC_19A_n257I</w:t>
            </w:r>
          </w:p>
          <w:p w14:paraId="7910D2E3" w14:textId="77777777" w:rsidR="001F553E" w:rsidRDefault="001F553E" w:rsidP="00AC3FE8">
            <w:pPr>
              <w:pStyle w:val="TAC"/>
              <w:rPr>
                <w:rFonts w:cs="Arial"/>
                <w:lang w:eastAsia="zh-CN"/>
              </w:rPr>
            </w:pPr>
            <w:r>
              <w:rPr>
                <w:rFonts w:cs="Arial"/>
                <w:lang w:eastAsia="zh-CN"/>
              </w:rPr>
              <w:t>DC_42A_n257A</w:t>
            </w:r>
          </w:p>
          <w:p w14:paraId="15774561" w14:textId="77777777" w:rsidR="001F553E" w:rsidRDefault="001F553E" w:rsidP="00AC3FE8">
            <w:pPr>
              <w:pStyle w:val="TAC"/>
              <w:rPr>
                <w:rFonts w:cs="Arial"/>
                <w:lang w:eastAsia="zh-CN"/>
              </w:rPr>
            </w:pPr>
            <w:r>
              <w:rPr>
                <w:rFonts w:cs="Arial"/>
                <w:lang w:eastAsia="zh-CN"/>
              </w:rPr>
              <w:t>DC_42A_n257G</w:t>
            </w:r>
          </w:p>
          <w:p w14:paraId="1BAD57E8" w14:textId="77777777" w:rsidR="001F553E" w:rsidRDefault="001F553E" w:rsidP="00AC3FE8">
            <w:pPr>
              <w:pStyle w:val="TAC"/>
              <w:rPr>
                <w:rFonts w:cs="Arial"/>
                <w:lang w:eastAsia="zh-CN"/>
              </w:rPr>
            </w:pPr>
            <w:r>
              <w:rPr>
                <w:rFonts w:cs="Arial"/>
                <w:lang w:eastAsia="zh-CN"/>
              </w:rPr>
              <w:t>DC_42A_n257H</w:t>
            </w:r>
          </w:p>
          <w:p w14:paraId="64122590" w14:textId="77777777" w:rsidR="001F553E" w:rsidRDefault="001F553E" w:rsidP="00AC3FE8">
            <w:pPr>
              <w:pStyle w:val="TAC"/>
              <w:rPr>
                <w:rFonts w:cs="Arial"/>
                <w:lang w:eastAsia="zh-CN"/>
              </w:rPr>
            </w:pPr>
            <w:r>
              <w:rPr>
                <w:rFonts w:cs="Arial"/>
                <w:lang w:eastAsia="zh-CN"/>
              </w:rPr>
              <w:t>DC_42A_n257I</w:t>
            </w:r>
          </w:p>
        </w:tc>
      </w:tr>
      <w:tr w:rsidR="001F553E" w14:paraId="5FE4B053"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7A653C1" w14:textId="77777777" w:rsidR="001F553E" w:rsidRDefault="001F553E" w:rsidP="00AC3FE8">
            <w:pPr>
              <w:pStyle w:val="TAC"/>
              <w:rPr>
                <w:noProof/>
              </w:rPr>
            </w:pPr>
            <w:r>
              <w:rPr>
                <w:noProof/>
              </w:rPr>
              <w:lastRenderedPageBreak/>
              <w:t>DC_1A-19A-42A_n78A-n257A</w:t>
            </w:r>
          </w:p>
          <w:p w14:paraId="32E7CC49" w14:textId="77777777" w:rsidR="001F553E" w:rsidRDefault="001F553E" w:rsidP="00AC3FE8">
            <w:pPr>
              <w:pStyle w:val="TAC"/>
              <w:rPr>
                <w:noProof/>
                <w:lang w:eastAsia="ko-KR"/>
              </w:rPr>
            </w:pPr>
            <w:r>
              <w:rPr>
                <w:noProof/>
                <w:lang w:eastAsia="zh-CN"/>
              </w:rPr>
              <w:t>DC_1A-19A-42A_n78A-n257G</w:t>
            </w:r>
          </w:p>
          <w:p w14:paraId="0194D6B4" w14:textId="77777777" w:rsidR="001F553E" w:rsidRDefault="001F553E" w:rsidP="00AC3FE8">
            <w:pPr>
              <w:pStyle w:val="TAC"/>
              <w:rPr>
                <w:noProof/>
                <w:lang w:eastAsia="ko-KR"/>
              </w:rPr>
            </w:pPr>
            <w:r>
              <w:rPr>
                <w:noProof/>
                <w:lang w:eastAsia="zh-CN"/>
              </w:rPr>
              <w:t>DC_1A-19A-42A_n78A-n257H</w:t>
            </w:r>
          </w:p>
          <w:p w14:paraId="45FD641F" w14:textId="77777777" w:rsidR="001F553E" w:rsidRDefault="001F553E" w:rsidP="00AC3FE8">
            <w:pPr>
              <w:pStyle w:val="TAC"/>
              <w:rPr>
                <w:noProof/>
                <w:lang w:eastAsia="zh-CN"/>
              </w:rPr>
            </w:pPr>
            <w:r>
              <w:rPr>
                <w:noProof/>
                <w:lang w:eastAsia="zh-CN"/>
              </w:rPr>
              <w:t>DC_1A-19A-42A_n78A-n257I</w:t>
            </w:r>
          </w:p>
          <w:p w14:paraId="24F6E3F6" w14:textId="77777777" w:rsidR="001F553E" w:rsidRDefault="001F553E" w:rsidP="00AC3FE8">
            <w:pPr>
              <w:pStyle w:val="TAC"/>
              <w:rPr>
                <w:noProof/>
              </w:rPr>
            </w:pPr>
            <w:r>
              <w:rPr>
                <w:noProof/>
              </w:rPr>
              <w:t>DC_1A-19A-42C_n78A-n257A</w:t>
            </w:r>
          </w:p>
          <w:p w14:paraId="2E942C7C" w14:textId="77777777" w:rsidR="001F553E" w:rsidRDefault="001F553E" w:rsidP="00AC3FE8">
            <w:pPr>
              <w:pStyle w:val="TAC"/>
              <w:rPr>
                <w:noProof/>
                <w:lang w:eastAsia="ko-KR"/>
              </w:rPr>
            </w:pPr>
            <w:r>
              <w:rPr>
                <w:noProof/>
                <w:lang w:eastAsia="zh-CN"/>
              </w:rPr>
              <w:t>DC_1A-19A-42C_n78A-n257G</w:t>
            </w:r>
          </w:p>
          <w:p w14:paraId="057B5BE7" w14:textId="77777777" w:rsidR="001F553E" w:rsidRDefault="001F553E" w:rsidP="00AC3FE8">
            <w:pPr>
              <w:pStyle w:val="TAC"/>
              <w:rPr>
                <w:noProof/>
                <w:lang w:eastAsia="ko-KR"/>
              </w:rPr>
            </w:pPr>
            <w:r>
              <w:rPr>
                <w:noProof/>
                <w:lang w:eastAsia="zh-CN"/>
              </w:rPr>
              <w:t>DC_1A-19A-42C_n78A-n257H</w:t>
            </w:r>
          </w:p>
          <w:p w14:paraId="68817200" w14:textId="77777777" w:rsidR="001F553E" w:rsidRDefault="001F553E" w:rsidP="00AC3FE8">
            <w:pPr>
              <w:pStyle w:val="TAC"/>
              <w:rPr>
                <w:noProof/>
              </w:rPr>
            </w:pPr>
            <w:r>
              <w:rPr>
                <w:noProof/>
                <w:lang w:eastAsia="zh-CN"/>
              </w:rPr>
              <w:t>DC_1A-19A-42C_n78A-n257I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8FF55F9" w14:textId="77777777" w:rsidR="001F553E" w:rsidRDefault="001F553E" w:rsidP="00AC3FE8">
            <w:pPr>
              <w:pStyle w:val="TAC"/>
              <w:rPr>
                <w:rFonts w:cs="Arial"/>
                <w:lang w:eastAsia="zh-CN"/>
              </w:rPr>
            </w:pPr>
            <w:r>
              <w:rPr>
                <w:rFonts w:cs="Arial"/>
                <w:lang w:eastAsia="zh-CN"/>
              </w:rPr>
              <w:t>DC_1A_n78A</w:t>
            </w:r>
          </w:p>
          <w:p w14:paraId="0692017C" w14:textId="77777777" w:rsidR="001F553E" w:rsidRDefault="001F553E" w:rsidP="00AC3FE8">
            <w:pPr>
              <w:pStyle w:val="TAC"/>
              <w:rPr>
                <w:rFonts w:cs="Arial"/>
                <w:lang w:eastAsia="zh-CN"/>
              </w:rPr>
            </w:pPr>
            <w:r>
              <w:rPr>
                <w:rFonts w:cs="Arial"/>
                <w:lang w:eastAsia="zh-CN"/>
              </w:rPr>
              <w:t>DC_1A_n257A</w:t>
            </w:r>
          </w:p>
          <w:p w14:paraId="2A4FA539" w14:textId="77777777" w:rsidR="001F553E" w:rsidRDefault="001F553E" w:rsidP="00AC3FE8">
            <w:pPr>
              <w:pStyle w:val="TAC"/>
              <w:rPr>
                <w:rFonts w:cs="Arial"/>
                <w:lang w:eastAsia="zh-CN"/>
              </w:rPr>
            </w:pPr>
            <w:r>
              <w:rPr>
                <w:rFonts w:cs="Arial"/>
                <w:lang w:eastAsia="zh-CN"/>
              </w:rPr>
              <w:t>DC_1A_n257G</w:t>
            </w:r>
          </w:p>
          <w:p w14:paraId="4C8257DE" w14:textId="77777777" w:rsidR="001F553E" w:rsidRDefault="001F553E" w:rsidP="00AC3FE8">
            <w:pPr>
              <w:pStyle w:val="TAC"/>
              <w:rPr>
                <w:rFonts w:cs="Arial"/>
                <w:lang w:eastAsia="zh-CN"/>
              </w:rPr>
            </w:pPr>
            <w:r>
              <w:rPr>
                <w:rFonts w:cs="Arial"/>
                <w:lang w:eastAsia="zh-CN"/>
              </w:rPr>
              <w:t>DC_1A_n257H</w:t>
            </w:r>
          </w:p>
          <w:p w14:paraId="3F71C986" w14:textId="77777777" w:rsidR="001F553E" w:rsidRDefault="001F553E" w:rsidP="00AC3FE8">
            <w:pPr>
              <w:pStyle w:val="TAC"/>
              <w:rPr>
                <w:rFonts w:cs="Arial"/>
                <w:lang w:eastAsia="zh-CN"/>
              </w:rPr>
            </w:pPr>
            <w:r>
              <w:rPr>
                <w:rFonts w:cs="Arial"/>
                <w:lang w:eastAsia="zh-CN"/>
              </w:rPr>
              <w:t>DC_1A_n257I</w:t>
            </w:r>
          </w:p>
          <w:p w14:paraId="0B4CE669" w14:textId="77777777" w:rsidR="001F553E" w:rsidRDefault="001F553E" w:rsidP="00AC3FE8">
            <w:pPr>
              <w:pStyle w:val="TAC"/>
              <w:rPr>
                <w:rFonts w:cs="Arial"/>
                <w:lang w:eastAsia="zh-CN"/>
              </w:rPr>
            </w:pPr>
            <w:r>
              <w:rPr>
                <w:rFonts w:cs="Arial"/>
                <w:lang w:eastAsia="zh-CN"/>
              </w:rPr>
              <w:t>DC_19A_n78A</w:t>
            </w:r>
          </w:p>
          <w:p w14:paraId="202FFD9F" w14:textId="77777777" w:rsidR="001F553E" w:rsidRDefault="001F553E" w:rsidP="00AC3FE8">
            <w:pPr>
              <w:pStyle w:val="TAC"/>
              <w:rPr>
                <w:rFonts w:cs="Arial"/>
                <w:lang w:eastAsia="zh-CN"/>
              </w:rPr>
            </w:pPr>
            <w:r>
              <w:rPr>
                <w:rFonts w:cs="Arial"/>
                <w:lang w:eastAsia="zh-CN"/>
              </w:rPr>
              <w:t>DC_19A_n257A</w:t>
            </w:r>
          </w:p>
          <w:p w14:paraId="6C218E6E" w14:textId="77777777" w:rsidR="001F553E" w:rsidRDefault="001F553E" w:rsidP="00AC3FE8">
            <w:pPr>
              <w:pStyle w:val="TAC"/>
              <w:rPr>
                <w:rFonts w:cs="Arial"/>
                <w:lang w:eastAsia="zh-CN"/>
              </w:rPr>
            </w:pPr>
            <w:r>
              <w:rPr>
                <w:rFonts w:cs="Arial"/>
                <w:lang w:eastAsia="zh-CN"/>
              </w:rPr>
              <w:t>DC_19A_n257G</w:t>
            </w:r>
          </w:p>
          <w:p w14:paraId="5E6211B6" w14:textId="77777777" w:rsidR="001F553E" w:rsidRDefault="001F553E" w:rsidP="00AC3FE8">
            <w:pPr>
              <w:pStyle w:val="TAC"/>
              <w:rPr>
                <w:rFonts w:cs="Arial"/>
                <w:lang w:eastAsia="zh-CN"/>
              </w:rPr>
            </w:pPr>
            <w:r>
              <w:rPr>
                <w:rFonts w:cs="Arial"/>
                <w:lang w:eastAsia="zh-CN"/>
              </w:rPr>
              <w:t>DC_19A_n257H</w:t>
            </w:r>
          </w:p>
          <w:p w14:paraId="734E67C7" w14:textId="77777777" w:rsidR="001F553E" w:rsidRDefault="001F553E" w:rsidP="00AC3FE8">
            <w:pPr>
              <w:pStyle w:val="TAC"/>
              <w:rPr>
                <w:rFonts w:cs="Arial"/>
                <w:lang w:eastAsia="zh-CN"/>
              </w:rPr>
            </w:pPr>
            <w:r>
              <w:rPr>
                <w:rFonts w:cs="Arial"/>
                <w:lang w:eastAsia="zh-CN"/>
              </w:rPr>
              <w:t>DC_19A_n257I</w:t>
            </w:r>
          </w:p>
          <w:p w14:paraId="21F03661" w14:textId="77777777" w:rsidR="001F553E" w:rsidRDefault="001F553E" w:rsidP="00AC3FE8">
            <w:pPr>
              <w:pStyle w:val="TAC"/>
              <w:rPr>
                <w:rFonts w:cs="Arial"/>
                <w:lang w:eastAsia="zh-CN"/>
              </w:rPr>
            </w:pPr>
            <w:r>
              <w:rPr>
                <w:rFonts w:cs="Arial"/>
                <w:lang w:eastAsia="zh-CN"/>
              </w:rPr>
              <w:t>DC_42A_n257A</w:t>
            </w:r>
          </w:p>
          <w:p w14:paraId="1762EF19" w14:textId="77777777" w:rsidR="001F553E" w:rsidRDefault="001F553E" w:rsidP="00AC3FE8">
            <w:pPr>
              <w:pStyle w:val="TAC"/>
              <w:rPr>
                <w:rFonts w:cs="Arial"/>
                <w:lang w:eastAsia="zh-CN"/>
              </w:rPr>
            </w:pPr>
            <w:r>
              <w:rPr>
                <w:rFonts w:cs="Arial"/>
                <w:lang w:eastAsia="zh-CN"/>
              </w:rPr>
              <w:t>DC_42A_n257G</w:t>
            </w:r>
          </w:p>
          <w:p w14:paraId="497B4CFA" w14:textId="77777777" w:rsidR="001F553E" w:rsidRDefault="001F553E" w:rsidP="00AC3FE8">
            <w:pPr>
              <w:pStyle w:val="TAC"/>
              <w:rPr>
                <w:rFonts w:cs="Arial"/>
                <w:lang w:eastAsia="zh-CN"/>
              </w:rPr>
            </w:pPr>
            <w:r>
              <w:rPr>
                <w:rFonts w:cs="Arial"/>
                <w:lang w:eastAsia="zh-CN"/>
              </w:rPr>
              <w:t>DC_42A_n257H</w:t>
            </w:r>
          </w:p>
          <w:p w14:paraId="1A44E3D2" w14:textId="77777777" w:rsidR="001F553E" w:rsidRDefault="001F553E" w:rsidP="00AC3FE8">
            <w:pPr>
              <w:pStyle w:val="TAC"/>
              <w:rPr>
                <w:rFonts w:cs="Arial"/>
                <w:lang w:eastAsia="zh-CN"/>
              </w:rPr>
            </w:pPr>
            <w:r>
              <w:rPr>
                <w:rFonts w:cs="Arial"/>
                <w:lang w:eastAsia="zh-CN"/>
              </w:rPr>
              <w:t>DC_42A_n257I</w:t>
            </w:r>
          </w:p>
        </w:tc>
      </w:tr>
      <w:tr w:rsidR="001F553E" w14:paraId="6C6AF30B"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34D5377" w14:textId="77777777" w:rsidR="001F553E" w:rsidRDefault="001F553E" w:rsidP="00AC3FE8">
            <w:pPr>
              <w:pStyle w:val="TAC"/>
              <w:rPr>
                <w:noProof/>
              </w:rPr>
            </w:pPr>
            <w:r>
              <w:rPr>
                <w:noProof/>
              </w:rPr>
              <w:t>DC_1A-19A-42A_n79A-n257A</w:t>
            </w:r>
          </w:p>
          <w:p w14:paraId="2887EAFA" w14:textId="77777777" w:rsidR="001F553E" w:rsidRDefault="001F553E" w:rsidP="00AC3FE8">
            <w:pPr>
              <w:pStyle w:val="TAC"/>
              <w:rPr>
                <w:noProof/>
                <w:lang w:eastAsia="ko-KR"/>
              </w:rPr>
            </w:pPr>
            <w:r>
              <w:rPr>
                <w:noProof/>
                <w:lang w:eastAsia="zh-CN"/>
              </w:rPr>
              <w:t>DC_1A-19A-42A_n79A-n257G</w:t>
            </w:r>
          </w:p>
          <w:p w14:paraId="014E3E22" w14:textId="77777777" w:rsidR="001F553E" w:rsidRDefault="001F553E" w:rsidP="00AC3FE8">
            <w:pPr>
              <w:pStyle w:val="TAC"/>
              <w:rPr>
                <w:noProof/>
                <w:lang w:eastAsia="ko-KR"/>
              </w:rPr>
            </w:pPr>
            <w:r>
              <w:rPr>
                <w:noProof/>
                <w:lang w:eastAsia="zh-CN"/>
              </w:rPr>
              <w:t>DC_1A-19A-42A_n79A-n257H</w:t>
            </w:r>
          </w:p>
          <w:p w14:paraId="31B25281" w14:textId="77777777" w:rsidR="001F553E" w:rsidRDefault="001F553E" w:rsidP="00AC3FE8">
            <w:pPr>
              <w:pStyle w:val="TAC"/>
              <w:rPr>
                <w:noProof/>
                <w:lang w:eastAsia="zh-CN"/>
              </w:rPr>
            </w:pPr>
            <w:r>
              <w:rPr>
                <w:noProof/>
                <w:lang w:eastAsia="zh-CN"/>
              </w:rPr>
              <w:t>DC_1A-19A-42A_n79A-n257I</w:t>
            </w:r>
          </w:p>
          <w:p w14:paraId="2113E287" w14:textId="77777777" w:rsidR="001F553E" w:rsidRDefault="001F553E" w:rsidP="00AC3FE8">
            <w:pPr>
              <w:pStyle w:val="TAC"/>
              <w:rPr>
                <w:noProof/>
              </w:rPr>
            </w:pPr>
            <w:r>
              <w:rPr>
                <w:noProof/>
              </w:rPr>
              <w:t>DC_1A-19A-42C_n79A-n257A</w:t>
            </w:r>
          </w:p>
          <w:p w14:paraId="12E614D9" w14:textId="77777777" w:rsidR="001F553E" w:rsidRDefault="001F553E" w:rsidP="00AC3FE8">
            <w:pPr>
              <w:pStyle w:val="TAC"/>
              <w:rPr>
                <w:noProof/>
                <w:lang w:eastAsia="ko-KR"/>
              </w:rPr>
            </w:pPr>
            <w:r>
              <w:rPr>
                <w:noProof/>
                <w:lang w:eastAsia="zh-CN"/>
              </w:rPr>
              <w:t>DC_1A-19A-42C_n79A-n257G</w:t>
            </w:r>
          </w:p>
          <w:p w14:paraId="1FBA82B7" w14:textId="77777777" w:rsidR="001F553E" w:rsidRDefault="001F553E" w:rsidP="00AC3FE8">
            <w:pPr>
              <w:pStyle w:val="TAC"/>
              <w:rPr>
                <w:noProof/>
                <w:lang w:eastAsia="ko-KR"/>
              </w:rPr>
            </w:pPr>
            <w:r>
              <w:rPr>
                <w:noProof/>
                <w:lang w:eastAsia="zh-CN"/>
              </w:rPr>
              <w:t>DC_1A-19A-42C_n79A-n257H</w:t>
            </w:r>
          </w:p>
          <w:p w14:paraId="51357950" w14:textId="77777777" w:rsidR="001F553E" w:rsidRDefault="001F553E" w:rsidP="00AC3FE8">
            <w:pPr>
              <w:pStyle w:val="TAC"/>
              <w:rPr>
                <w:noProof/>
              </w:rPr>
            </w:pPr>
            <w:r>
              <w:rPr>
                <w:noProof/>
                <w:lang w:eastAsia="zh-CN"/>
              </w:rPr>
              <w:t>DC_1A-19A-42C_n79A-n257I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B7BD78E" w14:textId="77777777" w:rsidR="001F553E" w:rsidRDefault="001F553E" w:rsidP="00AC3FE8">
            <w:pPr>
              <w:pStyle w:val="TAC"/>
              <w:rPr>
                <w:rFonts w:cs="Arial"/>
                <w:lang w:eastAsia="zh-CN"/>
              </w:rPr>
            </w:pPr>
            <w:r>
              <w:rPr>
                <w:rFonts w:cs="Arial"/>
                <w:lang w:eastAsia="zh-CN"/>
              </w:rPr>
              <w:t>DC_1A_n79A</w:t>
            </w:r>
          </w:p>
          <w:p w14:paraId="29092A85" w14:textId="77777777" w:rsidR="001F553E" w:rsidRDefault="001F553E" w:rsidP="00AC3FE8">
            <w:pPr>
              <w:pStyle w:val="TAC"/>
              <w:rPr>
                <w:rFonts w:cs="Arial"/>
                <w:lang w:eastAsia="zh-CN"/>
              </w:rPr>
            </w:pPr>
            <w:r>
              <w:rPr>
                <w:rFonts w:cs="Arial"/>
                <w:lang w:eastAsia="zh-CN"/>
              </w:rPr>
              <w:t>DC_1A_n257A</w:t>
            </w:r>
          </w:p>
          <w:p w14:paraId="5FB0F22D" w14:textId="77777777" w:rsidR="001F553E" w:rsidRDefault="001F553E" w:rsidP="00AC3FE8">
            <w:pPr>
              <w:pStyle w:val="TAC"/>
              <w:rPr>
                <w:rFonts w:cs="Arial"/>
                <w:lang w:eastAsia="zh-CN"/>
              </w:rPr>
            </w:pPr>
            <w:r>
              <w:rPr>
                <w:rFonts w:cs="Arial"/>
                <w:lang w:eastAsia="zh-CN"/>
              </w:rPr>
              <w:t>DC_1A_n257G</w:t>
            </w:r>
          </w:p>
          <w:p w14:paraId="22479B97" w14:textId="77777777" w:rsidR="001F553E" w:rsidRDefault="001F553E" w:rsidP="00AC3FE8">
            <w:pPr>
              <w:pStyle w:val="TAC"/>
              <w:rPr>
                <w:rFonts w:cs="Arial"/>
                <w:lang w:eastAsia="zh-CN"/>
              </w:rPr>
            </w:pPr>
            <w:r>
              <w:rPr>
                <w:rFonts w:cs="Arial"/>
                <w:lang w:eastAsia="zh-CN"/>
              </w:rPr>
              <w:t>DC_1A_n257H</w:t>
            </w:r>
          </w:p>
          <w:p w14:paraId="3028B145" w14:textId="77777777" w:rsidR="001F553E" w:rsidRDefault="001F553E" w:rsidP="00AC3FE8">
            <w:pPr>
              <w:pStyle w:val="TAC"/>
              <w:rPr>
                <w:rFonts w:cs="Arial"/>
                <w:lang w:eastAsia="zh-CN"/>
              </w:rPr>
            </w:pPr>
            <w:r>
              <w:rPr>
                <w:rFonts w:cs="Arial"/>
                <w:lang w:eastAsia="zh-CN"/>
              </w:rPr>
              <w:t>DC_1A_n257I</w:t>
            </w:r>
          </w:p>
          <w:p w14:paraId="24256D80" w14:textId="77777777" w:rsidR="001F553E" w:rsidRDefault="001F553E" w:rsidP="00AC3FE8">
            <w:pPr>
              <w:pStyle w:val="TAC"/>
              <w:rPr>
                <w:rFonts w:cs="Arial"/>
                <w:lang w:eastAsia="zh-CN"/>
              </w:rPr>
            </w:pPr>
            <w:r>
              <w:rPr>
                <w:rFonts w:cs="Arial"/>
                <w:lang w:eastAsia="zh-CN"/>
              </w:rPr>
              <w:t>DC_19A_n79A</w:t>
            </w:r>
          </w:p>
          <w:p w14:paraId="4AE67B46" w14:textId="77777777" w:rsidR="001F553E" w:rsidRDefault="001F553E" w:rsidP="00AC3FE8">
            <w:pPr>
              <w:pStyle w:val="TAC"/>
              <w:rPr>
                <w:rFonts w:cs="Arial"/>
                <w:lang w:eastAsia="zh-CN"/>
              </w:rPr>
            </w:pPr>
            <w:r>
              <w:rPr>
                <w:rFonts w:cs="Arial"/>
                <w:lang w:eastAsia="zh-CN"/>
              </w:rPr>
              <w:t>DC_19A_n257A</w:t>
            </w:r>
          </w:p>
          <w:p w14:paraId="071419FB" w14:textId="77777777" w:rsidR="001F553E" w:rsidRDefault="001F553E" w:rsidP="00AC3FE8">
            <w:pPr>
              <w:pStyle w:val="TAC"/>
              <w:rPr>
                <w:rFonts w:cs="Arial"/>
                <w:lang w:eastAsia="zh-CN"/>
              </w:rPr>
            </w:pPr>
            <w:r>
              <w:rPr>
                <w:rFonts w:cs="Arial"/>
                <w:lang w:eastAsia="zh-CN"/>
              </w:rPr>
              <w:t>DC_19A_n257G</w:t>
            </w:r>
          </w:p>
          <w:p w14:paraId="293554BA" w14:textId="77777777" w:rsidR="001F553E" w:rsidRDefault="001F553E" w:rsidP="00AC3FE8">
            <w:pPr>
              <w:pStyle w:val="TAC"/>
              <w:rPr>
                <w:rFonts w:cs="Arial"/>
                <w:lang w:eastAsia="zh-CN"/>
              </w:rPr>
            </w:pPr>
            <w:r>
              <w:rPr>
                <w:rFonts w:cs="Arial"/>
                <w:lang w:eastAsia="zh-CN"/>
              </w:rPr>
              <w:t>DC_19A_n257H</w:t>
            </w:r>
          </w:p>
          <w:p w14:paraId="7E00334A" w14:textId="77777777" w:rsidR="001F553E" w:rsidRDefault="001F553E" w:rsidP="00AC3FE8">
            <w:pPr>
              <w:pStyle w:val="TAC"/>
              <w:rPr>
                <w:rFonts w:cs="Arial"/>
                <w:lang w:eastAsia="zh-CN"/>
              </w:rPr>
            </w:pPr>
            <w:r>
              <w:rPr>
                <w:rFonts w:cs="Arial"/>
                <w:lang w:eastAsia="zh-CN"/>
              </w:rPr>
              <w:t>DC_19A_n257I</w:t>
            </w:r>
          </w:p>
          <w:p w14:paraId="68BCA846" w14:textId="77777777" w:rsidR="001F553E" w:rsidRDefault="001F553E" w:rsidP="00AC3FE8">
            <w:pPr>
              <w:pStyle w:val="TAC"/>
              <w:rPr>
                <w:rFonts w:cs="Arial"/>
                <w:lang w:eastAsia="zh-CN"/>
              </w:rPr>
            </w:pPr>
            <w:r>
              <w:rPr>
                <w:rFonts w:cs="Arial"/>
                <w:lang w:eastAsia="zh-CN"/>
              </w:rPr>
              <w:t>DC_42A_n257A</w:t>
            </w:r>
          </w:p>
          <w:p w14:paraId="28907227" w14:textId="77777777" w:rsidR="001F553E" w:rsidRDefault="001F553E" w:rsidP="00AC3FE8">
            <w:pPr>
              <w:pStyle w:val="TAC"/>
              <w:rPr>
                <w:rFonts w:cs="Arial"/>
                <w:lang w:eastAsia="zh-CN"/>
              </w:rPr>
            </w:pPr>
            <w:r>
              <w:rPr>
                <w:rFonts w:cs="Arial"/>
                <w:lang w:eastAsia="zh-CN"/>
              </w:rPr>
              <w:t>DC_42A_n257G</w:t>
            </w:r>
          </w:p>
          <w:p w14:paraId="48780B26" w14:textId="77777777" w:rsidR="001F553E" w:rsidRDefault="001F553E" w:rsidP="00AC3FE8">
            <w:pPr>
              <w:pStyle w:val="TAC"/>
              <w:rPr>
                <w:rFonts w:cs="Arial"/>
                <w:lang w:eastAsia="zh-CN"/>
              </w:rPr>
            </w:pPr>
            <w:r>
              <w:rPr>
                <w:rFonts w:cs="Arial"/>
                <w:lang w:eastAsia="zh-CN"/>
              </w:rPr>
              <w:t>DC_42A_n257H</w:t>
            </w:r>
          </w:p>
          <w:p w14:paraId="4050877F" w14:textId="77777777" w:rsidR="001F553E" w:rsidRDefault="001F553E" w:rsidP="00AC3FE8">
            <w:pPr>
              <w:pStyle w:val="TAC"/>
              <w:rPr>
                <w:rFonts w:cs="Arial"/>
                <w:lang w:eastAsia="zh-CN"/>
              </w:rPr>
            </w:pPr>
            <w:r>
              <w:rPr>
                <w:rFonts w:cs="Arial"/>
                <w:lang w:eastAsia="zh-CN"/>
              </w:rPr>
              <w:t>DC_42A_n257I</w:t>
            </w:r>
          </w:p>
        </w:tc>
      </w:tr>
      <w:tr w:rsidR="001F553E" w14:paraId="0F1C26D5"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DFADA04" w14:textId="77777777" w:rsidR="001F553E" w:rsidRDefault="001F553E" w:rsidP="00AC3FE8">
            <w:pPr>
              <w:pStyle w:val="TAC"/>
              <w:rPr>
                <w:noProof/>
              </w:rPr>
            </w:pPr>
            <w:r>
              <w:rPr>
                <w:noProof/>
              </w:rPr>
              <w:t>DC_1A-21A-42A_n77A-n257A</w:t>
            </w:r>
          </w:p>
          <w:p w14:paraId="7B8AB061" w14:textId="77777777" w:rsidR="001F553E" w:rsidRDefault="001F553E" w:rsidP="00AC3FE8">
            <w:pPr>
              <w:pStyle w:val="TAC"/>
              <w:rPr>
                <w:noProof/>
                <w:lang w:eastAsia="ko-KR"/>
              </w:rPr>
            </w:pPr>
            <w:r>
              <w:rPr>
                <w:noProof/>
                <w:lang w:eastAsia="zh-CN"/>
              </w:rPr>
              <w:t>DC_1A-21A-42A_n77A-n257G</w:t>
            </w:r>
          </w:p>
          <w:p w14:paraId="129D6CC8" w14:textId="77777777" w:rsidR="001F553E" w:rsidRDefault="001F553E" w:rsidP="00AC3FE8">
            <w:pPr>
              <w:pStyle w:val="TAC"/>
              <w:rPr>
                <w:noProof/>
                <w:lang w:eastAsia="ko-KR"/>
              </w:rPr>
            </w:pPr>
            <w:r>
              <w:rPr>
                <w:noProof/>
                <w:lang w:eastAsia="zh-CN"/>
              </w:rPr>
              <w:t>DC_1A-21A-42A_n77A-n257H</w:t>
            </w:r>
          </w:p>
          <w:p w14:paraId="3C62EBBB" w14:textId="77777777" w:rsidR="001F553E" w:rsidRDefault="001F553E" w:rsidP="00AC3FE8">
            <w:pPr>
              <w:pStyle w:val="TAC"/>
              <w:rPr>
                <w:noProof/>
                <w:lang w:eastAsia="zh-CN"/>
              </w:rPr>
            </w:pPr>
            <w:r>
              <w:rPr>
                <w:noProof/>
                <w:lang w:eastAsia="zh-CN"/>
              </w:rPr>
              <w:t>DC_1A-21A-42A_n77A-n257I</w:t>
            </w:r>
          </w:p>
          <w:p w14:paraId="39FA2BD1" w14:textId="77777777" w:rsidR="001F553E" w:rsidRDefault="001F553E" w:rsidP="00AC3FE8">
            <w:pPr>
              <w:pStyle w:val="TAC"/>
              <w:rPr>
                <w:noProof/>
              </w:rPr>
            </w:pPr>
            <w:r>
              <w:rPr>
                <w:noProof/>
              </w:rPr>
              <w:t>DC_1A-21A-42C_n77A-n257A</w:t>
            </w:r>
          </w:p>
          <w:p w14:paraId="4D6FC452" w14:textId="77777777" w:rsidR="001F553E" w:rsidRDefault="001F553E" w:rsidP="00AC3FE8">
            <w:pPr>
              <w:pStyle w:val="TAC"/>
              <w:rPr>
                <w:noProof/>
                <w:lang w:eastAsia="ko-KR"/>
              </w:rPr>
            </w:pPr>
            <w:r>
              <w:rPr>
                <w:noProof/>
                <w:lang w:eastAsia="zh-CN"/>
              </w:rPr>
              <w:t>DC_1A-21A-42C_n77A-n257G</w:t>
            </w:r>
          </w:p>
          <w:p w14:paraId="53CB5DFF" w14:textId="77777777" w:rsidR="001F553E" w:rsidRDefault="001F553E" w:rsidP="00AC3FE8">
            <w:pPr>
              <w:pStyle w:val="TAC"/>
              <w:rPr>
                <w:noProof/>
                <w:lang w:eastAsia="ko-KR"/>
              </w:rPr>
            </w:pPr>
            <w:r>
              <w:rPr>
                <w:noProof/>
                <w:lang w:eastAsia="zh-CN"/>
              </w:rPr>
              <w:t>DC_1A-21A-42C_n77A-n257H</w:t>
            </w:r>
          </w:p>
          <w:p w14:paraId="3BE1E22B" w14:textId="77777777" w:rsidR="001F553E" w:rsidRDefault="001F553E" w:rsidP="00AC3FE8">
            <w:pPr>
              <w:pStyle w:val="TAC"/>
              <w:rPr>
                <w:noProof/>
              </w:rPr>
            </w:pPr>
            <w:r>
              <w:rPr>
                <w:noProof/>
                <w:lang w:eastAsia="zh-CN"/>
              </w:rPr>
              <w:t>DC_1A-21A-42C_n77A-n257I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3AE5FFD" w14:textId="77777777" w:rsidR="001F553E" w:rsidRDefault="001F553E" w:rsidP="00AC3FE8">
            <w:pPr>
              <w:pStyle w:val="TAC"/>
              <w:rPr>
                <w:rFonts w:cs="Arial"/>
                <w:lang w:eastAsia="zh-CN"/>
              </w:rPr>
            </w:pPr>
            <w:r>
              <w:rPr>
                <w:rFonts w:cs="Arial"/>
                <w:lang w:eastAsia="zh-CN"/>
              </w:rPr>
              <w:t>DC_1A_n77A</w:t>
            </w:r>
          </w:p>
          <w:p w14:paraId="33A55AFB" w14:textId="77777777" w:rsidR="001F553E" w:rsidRDefault="001F553E" w:rsidP="00AC3FE8">
            <w:pPr>
              <w:pStyle w:val="TAC"/>
              <w:rPr>
                <w:rFonts w:cs="Arial"/>
                <w:lang w:eastAsia="zh-CN"/>
              </w:rPr>
            </w:pPr>
            <w:r>
              <w:rPr>
                <w:rFonts w:cs="Arial"/>
                <w:lang w:eastAsia="zh-CN"/>
              </w:rPr>
              <w:t>DC_1A_n257A</w:t>
            </w:r>
          </w:p>
          <w:p w14:paraId="69A02280" w14:textId="77777777" w:rsidR="001F553E" w:rsidRDefault="001F553E" w:rsidP="00AC3FE8">
            <w:pPr>
              <w:pStyle w:val="TAC"/>
              <w:rPr>
                <w:rFonts w:cs="Arial"/>
                <w:lang w:eastAsia="zh-CN"/>
              </w:rPr>
            </w:pPr>
            <w:r>
              <w:rPr>
                <w:rFonts w:cs="Arial"/>
                <w:lang w:eastAsia="zh-CN"/>
              </w:rPr>
              <w:t>DC_1A_n257G</w:t>
            </w:r>
          </w:p>
          <w:p w14:paraId="3F58881A" w14:textId="77777777" w:rsidR="001F553E" w:rsidRDefault="001F553E" w:rsidP="00AC3FE8">
            <w:pPr>
              <w:pStyle w:val="TAC"/>
              <w:rPr>
                <w:rFonts w:cs="Arial"/>
                <w:lang w:eastAsia="zh-CN"/>
              </w:rPr>
            </w:pPr>
            <w:r>
              <w:rPr>
                <w:rFonts w:cs="Arial"/>
                <w:lang w:eastAsia="zh-CN"/>
              </w:rPr>
              <w:t>DC_1A_n257H</w:t>
            </w:r>
          </w:p>
          <w:p w14:paraId="426A3419" w14:textId="77777777" w:rsidR="001F553E" w:rsidRDefault="001F553E" w:rsidP="00AC3FE8">
            <w:pPr>
              <w:pStyle w:val="TAC"/>
              <w:rPr>
                <w:rFonts w:cs="Arial"/>
                <w:lang w:eastAsia="zh-CN"/>
              </w:rPr>
            </w:pPr>
            <w:r>
              <w:rPr>
                <w:rFonts w:cs="Arial"/>
                <w:lang w:eastAsia="zh-CN"/>
              </w:rPr>
              <w:t>DC_1A_n257I</w:t>
            </w:r>
          </w:p>
          <w:p w14:paraId="7F5D7713" w14:textId="77777777" w:rsidR="001F553E" w:rsidRDefault="001F553E" w:rsidP="00AC3FE8">
            <w:pPr>
              <w:pStyle w:val="TAC"/>
              <w:rPr>
                <w:rFonts w:cs="Arial"/>
                <w:lang w:eastAsia="zh-CN"/>
              </w:rPr>
            </w:pPr>
            <w:r>
              <w:rPr>
                <w:rFonts w:cs="Arial"/>
                <w:lang w:eastAsia="zh-CN"/>
              </w:rPr>
              <w:t>DC_21A_n77A</w:t>
            </w:r>
          </w:p>
          <w:p w14:paraId="3FAE057E" w14:textId="77777777" w:rsidR="001F553E" w:rsidRDefault="001F553E" w:rsidP="00AC3FE8">
            <w:pPr>
              <w:pStyle w:val="TAC"/>
              <w:rPr>
                <w:rFonts w:cs="Arial"/>
                <w:lang w:eastAsia="zh-CN"/>
              </w:rPr>
            </w:pPr>
            <w:r>
              <w:rPr>
                <w:rFonts w:cs="Arial"/>
                <w:lang w:eastAsia="zh-CN"/>
              </w:rPr>
              <w:t>DC_21A_n257A</w:t>
            </w:r>
          </w:p>
          <w:p w14:paraId="12159AB4" w14:textId="77777777" w:rsidR="001F553E" w:rsidRDefault="001F553E" w:rsidP="00AC3FE8">
            <w:pPr>
              <w:pStyle w:val="TAC"/>
              <w:rPr>
                <w:rFonts w:cs="Arial"/>
                <w:lang w:eastAsia="zh-CN"/>
              </w:rPr>
            </w:pPr>
            <w:r>
              <w:rPr>
                <w:rFonts w:cs="Arial"/>
                <w:lang w:eastAsia="zh-CN"/>
              </w:rPr>
              <w:t>DC_21A_n257G</w:t>
            </w:r>
          </w:p>
          <w:p w14:paraId="61DC9C64" w14:textId="77777777" w:rsidR="001F553E" w:rsidRDefault="001F553E" w:rsidP="00AC3FE8">
            <w:pPr>
              <w:pStyle w:val="TAC"/>
              <w:rPr>
                <w:rFonts w:cs="Arial"/>
                <w:lang w:eastAsia="zh-CN"/>
              </w:rPr>
            </w:pPr>
            <w:r>
              <w:rPr>
                <w:rFonts w:cs="Arial"/>
                <w:lang w:eastAsia="zh-CN"/>
              </w:rPr>
              <w:t>DC_21A_n257H</w:t>
            </w:r>
          </w:p>
          <w:p w14:paraId="6768A096" w14:textId="77777777" w:rsidR="001F553E" w:rsidRDefault="001F553E" w:rsidP="00AC3FE8">
            <w:pPr>
              <w:pStyle w:val="TAC"/>
              <w:rPr>
                <w:rFonts w:cs="Arial"/>
                <w:lang w:eastAsia="zh-CN"/>
              </w:rPr>
            </w:pPr>
            <w:r>
              <w:rPr>
                <w:rFonts w:cs="Arial"/>
                <w:lang w:eastAsia="zh-CN"/>
              </w:rPr>
              <w:t>DC_21A_n257I</w:t>
            </w:r>
          </w:p>
          <w:p w14:paraId="33E588CA" w14:textId="77777777" w:rsidR="001F553E" w:rsidRDefault="001F553E" w:rsidP="00AC3FE8">
            <w:pPr>
              <w:pStyle w:val="TAC"/>
              <w:rPr>
                <w:rFonts w:cs="Arial"/>
                <w:lang w:eastAsia="zh-CN"/>
              </w:rPr>
            </w:pPr>
            <w:r>
              <w:rPr>
                <w:rFonts w:cs="Arial"/>
                <w:lang w:eastAsia="zh-CN"/>
              </w:rPr>
              <w:t>DC_42A_n257A</w:t>
            </w:r>
          </w:p>
          <w:p w14:paraId="07BD6F40" w14:textId="77777777" w:rsidR="001F553E" w:rsidRDefault="001F553E" w:rsidP="00AC3FE8">
            <w:pPr>
              <w:pStyle w:val="TAC"/>
              <w:rPr>
                <w:rFonts w:cs="Arial"/>
                <w:lang w:eastAsia="zh-CN"/>
              </w:rPr>
            </w:pPr>
            <w:r>
              <w:rPr>
                <w:rFonts w:cs="Arial"/>
                <w:lang w:eastAsia="zh-CN"/>
              </w:rPr>
              <w:t>DC_42A_n257G</w:t>
            </w:r>
          </w:p>
          <w:p w14:paraId="096190C4" w14:textId="77777777" w:rsidR="001F553E" w:rsidRDefault="001F553E" w:rsidP="00AC3FE8">
            <w:pPr>
              <w:pStyle w:val="TAC"/>
              <w:rPr>
                <w:rFonts w:cs="Arial"/>
                <w:lang w:eastAsia="zh-CN"/>
              </w:rPr>
            </w:pPr>
            <w:r>
              <w:rPr>
                <w:rFonts w:cs="Arial"/>
                <w:lang w:eastAsia="zh-CN"/>
              </w:rPr>
              <w:t>DC_42A_n257H</w:t>
            </w:r>
          </w:p>
          <w:p w14:paraId="7EFB709D" w14:textId="77777777" w:rsidR="001F553E" w:rsidRDefault="001F553E" w:rsidP="00AC3FE8">
            <w:pPr>
              <w:pStyle w:val="TAC"/>
              <w:rPr>
                <w:rFonts w:cs="Arial"/>
                <w:lang w:eastAsia="zh-CN"/>
              </w:rPr>
            </w:pPr>
            <w:r>
              <w:rPr>
                <w:rFonts w:cs="Arial"/>
                <w:lang w:eastAsia="zh-CN"/>
              </w:rPr>
              <w:t>DC_42A_n257I</w:t>
            </w:r>
          </w:p>
        </w:tc>
      </w:tr>
      <w:tr w:rsidR="001F553E" w14:paraId="3DC3B40A"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60A6D28" w14:textId="77777777" w:rsidR="001F553E" w:rsidRDefault="001F553E" w:rsidP="00AC3FE8">
            <w:pPr>
              <w:pStyle w:val="TAC"/>
              <w:rPr>
                <w:noProof/>
              </w:rPr>
            </w:pPr>
            <w:r>
              <w:rPr>
                <w:noProof/>
              </w:rPr>
              <w:t>DC_1A-21A-42A_n78A-n257A</w:t>
            </w:r>
          </w:p>
          <w:p w14:paraId="190A5EB7" w14:textId="77777777" w:rsidR="001F553E" w:rsidRDefault="001F553E" w:rsidP="00AC3FE8">
            <w:pPr>
              <w:pStyle w:val="TAC"/>
              <w:rPr>
                <w:noProof/>
                <w:lang w:eastAsia="ko-KR"/>
              </w:rPr>
            </w:pPr>
            <w:r>
              <w:rPr>
                <w:noProof/>
                <w:lang w:eastAsia="zh-CN"/>
              </w:rPr>
              <w:t>DC_1A-21A-42A_n78A-n257G</w:t>
            </w:r>
          </w:p>
          <w:p w14:paraId="3DE05B63" w14:textId="77777777" w:rsidR="001F553E" w:rsidRDefault="001F553E" w:rsidP="00AC3FE8">
            <w:pPr>
              <w:pStyle w:val="TAC"/>
              <w:rPr>
                <w:noProof/>
                <w:lang w:eastAsia="ko-KR"/>
              </w:rPr>
            </w:pPr>
            <w:r>
              <w:rPr>
                <w:noProof/>
                <w:lang w:eastAsia="zh-CN"/>
              </w:rPr>
              <w:t>DC_1A-21A-42A_n78A-n257H</w:t>
            </w:r>
          </w:p>
          <w:p w14:paraId="631EB4B0" w14:textId="77777777" w:rsidR="001F553E" w:rsidRDefault="001F553E" w:rsidP="00AC3FE8">
            <w:pPr>
              <w:pStyle w:val="TAC"/>
              <w:rPr>
                <w:noProof/>
                <w:lang w:eastAsia="zh-CN"/>
              </w:rPr>
            </w:pPr>
            <w:r>
              <w:rPr>
                <w:noProof/>
                <w:lang w:eastAsia="zh-CN"/>
              </w:rPr>
              <w:t>DC_1A-21A-42A_n78A-n257I</w:t>
            </w:r>
          </w:p>
          <w:p w14:paraId="2C06A7F8" w14:textId="77777777" w:rsidR="001F553E" w:rsidRDefault="001F553E" w:rsidP="00AC3FE8">
            <w:pPr>
              <w:pStyle w:val="TAC"/>
              <w:rPr>
                <w:noProof/>
              </w:rPr>
            </w:pPr>
            <w:r>
              <w:rPr>
                <w:noProof/>
              </w:rPr>
              <w:t>DC_1A-21A-42C_n78A-n257A</w:t>
            </w:r>
          </w:p>
          <w:p w14:paraId="16669B61" w14:textId="77777777" w:rsidR="001F553E" w:rsidRDefault="001F553E" w:rsidP="00AC3FE8">
            <w:pPr>
              <w:pStyle w:val="TAC"/>
              <w:rPr>
                <w:noProof/>
                <w:lang w:eastAsia="ko-KR"/>
              </w:rPr>
            </w:pPr>
            <w:r>
              <w:rPr>
                <w:noProof/>
                <w:lang w:eastAsia="zh-CN"/>
              </w:rPr>
              <w:t>DC_1A-21A-42C_n78A-n257G</w:t>
            </w:r>
          </w:p>
          <w:p w14:paraId="79639A3F" w14:textId="77777777" w:rsidR="001F553E" w:rsidRDefault="001F553E" w:rsidP="00AC3FE8">
            <w:pPr>
              <w:pStyle w:val="TAC"/>
              <w:rPr>
                <w:noProof/>
                <w:lang w:eastAsia="ko-KR"/>
              </w:rPr>
            </w:pPr>
            <w:r>
              <w:rPr>
                <w:noProof/>
                <w:lang w:eastAsia="zh-CN"/>
              </w:rPr>
              <w:t>DC_1A-21A-42C_n78A-n257H</w:t>
            </w:r>
          </w:p>
          <w:p w14:paraId="7D21640F" w14:textId="77777777" w:rsidR="001F553E" w:rsidRDefault="001F553E" w:rsidP="00AC3FE8">
            <w:pPr>
              <w:pStyle w:val="TAC"/>
              <w:rPr>
                <w:noProof/>
              </w:rPr>
            </w:pPr>
            <w:r>
              <w:rPr>
                <w:noProof/>
                <w:lang w:eastAsia="zh-CN"/>
              </w:rPr>
              <w:t>DC_1A-21A-42C_n78A-n257I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508995A" w14:textId="77777777" w:rsidR="001F553E" w:rsidRDefault="001F553E" w:rsidP="00AC3FE8">
            <w:pPr>
              <w:pStyle w:val="TAC"/>
              <w:rPr>
                <w:rFonts w:cs="Arial"/>
                <w:lang w:eastAsia="zh-CN"/>
              </w:rPr>
            </w:pPr>
            <w:r>
              <w:rPr>
                <w:rFonts w:cs="Arial"/>
                <w:lang w:eastAsia="zh-CN"/>
              </w:rPr>
              <w:t>DC_1A_n78A</w:t>
            </w:r>
          </w:p>
          <w:p w14:paraId="35EFB596" w14:textId="77777777" w:rsidR="001F553E" w:rsidRDefault="001F553E" w:rsidP="00AC3FE8">
            <w:pPr>
              <w:pStyle w:val="TAC"/>
              <w:rPr>
                <w:rFonts w:cs="Arial"/>
                <w:lang w:eastAsia="zh-CN"/>
              </w:rPr>
            </w:pPr>
            <w:r>
              <w:rPr>
                <w:rFonts w:cs="Arial"/>
                <w:lang w:eastAsia="zh-CN"/>
              </w:rPr>
              <w:t>DC_1A_n257A</w:t>
            </w:r>
          </w:p>
          <w:p w14:paraId="4816158E" w14:textId="77777777" w:rsidR="001F553E" w:rsidRDefault="001F553E" w:rsidP="00AC3FE8">
            <w:pPr>
              <w:pStyle w:val="TAC"/>
              <w:rPr>
                <w:rFonts w:cs="Arial"/>
                <w:lang w:eastAsia="zh-CN"/>
              </w:rPr>
            </w:pPr>
            <w:r>
              <w:rPr>
                <w:rFonts w:cs="Arial"/>
                <w:lang w:eastAsia="zh-CN"/>
              </w:rPr>
              <w:t>DC_1A_n257G</w:t>
            </w:r>
          </w:p>
          <w:p w14:paraId="1245CF2A" w14:textId="77777777" w:rsidR="001F553E" w:rsidRDefault="001F553E" w:rsidP="00AC3FE8">
            <w:pPr>
              <w:pStyle w:val="TAC"/>
              <w:rPr>
                <w:rFonts w:cs="Arial"/>
                <w:lang w:eastAsia="zh-CN"/>
              </w:rPr>
            </w:pPr>
            <w:r>
              <w:rPr>
                <w:rFonts w:cs="Arial"/>
                <w:lang w:eastAsia="zh-CN"/>
              </w:rPr>
              <w:t>DC_1A_n257H</w:t>
            </w:r>
          </w:p>
          <w:p w14:paraId="1B294B49" w14:textId="77777777" w:rsidR="001F553E" w:rsidRDefault="001F553E" w:rsidP="00AC3FE8">
            <w:pPr>
              <w:pStyle w:val="TAC"/>
              <w:rPr>
                <w:rFonts w:cs="Arial"/>
                <w:lang w:eastAsia="zh-CN"/>
              </w:rPr>
            </w:pPr>
            <w:r>
              <w:rPr>
                <w:rFonts w:cs="Arial"/>
                <w:lang w:eastAsia="zh-CN"/>
              </w:rPr>
              <w:t>DC_1A_n257I</w:t>
            </w:r>
          </w:p>
          <w:p w14:paraId="1A39FEDF" w14:textId="77777777" w:rsidR="001F553E" w:rsidRDefault="001F553E" w:rsidP="00AC3FE8">
            <w:pPr>
              <w:pStyle w:val="TAC"/>
              <w:rPr>
                <w:rFonts w:cs="Arial"/>
                <w:lang w:eastAsia="zh-CN"/>
              </w:rPr>
            </w:pPr>
            <w:r>
              <w:rPr>
                <w:rFonts w:cs="Arial"/>
                <w:lang w:eastAsia="zh-CN"/>
              </w:rPr>
              <w:t>DC_21A_n78A</w:t>
            </w:r>
          </w:p>
          <w:p w14:paraId="3DF37233" w14:textId="77777777" w:rsidR="001F553E" w:rsidRDefault="001F553E" w:rsidP="00AC3FE8">
            <w:pPr>
              <w:pStyle w:val="TAC"/>
              <w:rPr>
                <w:rFonts w:cs="Arial"/>
                <w:lang w:eastAsia="zh-CN"/>
              </w:rPr>
            </w:pPr>
            <w:r>
              <w:rPr>
                <w:rFonts w:cs="Arial"/>
                <w:lang w:eastAsia="zh-CN"/>
              </w:rPr>
              <w:t>DC_21A_n257A</w:t>
            </w:r>
          </w:p>
          <w:p w14:paraId="3F70E96A" w14:textId="77777777" w:rsidR="001F553E" w:rsidRDefault="001F553E" w:rsidP="00AC3FE8">
            <w:pPr>
              <w:pStyle w:val="TAC"/>
              <w:rPr>
                <w:rFonts w:cs="Arial"/>
                <w:lang w:eastAsia="zh-CN"/>
              </w:rPr>
            </w:pPr>
            <w:r>
              <w:rPr>
                <w:rFonts w:cs="Arial"/>
                <w:lang w:eastAsia="zh-CN"/>
              </w:rPr>
              <w:t>DC_21A_n257G</w:t>
            </w:r>
          </w:p>
          <w:p w14:paraId="69B76E02" w14:textId="77777777" w:rsidR="001F553E" w:rsidRDefault="001F553E" w:rsidP="00AC3FE8">
            <w:pPr>
              <w:pStyle w:val="TAC"/>
              <w:rPr>
                <w:rFonts w:cs="Arial"/>
                <w:lang w:eastAsia="zh-CN"/>
              </w:rPr>
            </w:pPr>
            <w:r>
              <w:rPr>
                <w:rFonts w:cs="Arial"/>
                <w:lang w:eastAsia="zh-CN"/>
              </w:rPr>
              <w:t>DC_21A_n257H</w:t>
            </w:r>
          </w:p>
          <w:p w14:paraId="3D042F26" w14:textId="77777777" w:rsidR="001F553E" w:rsidRDefault="001F553E" w:rsidP="00AC3FE8">
            <w:pPr>
              <w:pStyle w:val="TAC"/>
              <w:rPr>
                <w:rFonts w:cs="Arial"/>
                <w:lang w:eastAsia="zh-CN"/>
              </w:rPr>
            </w:pPr>
            <w:r>
              <w:rPr>
                <w:rFonts w:cs="Arial"/>
                <w:lang w:eastAsia="zh-CN"/>
              </w:rPr>
              <w:t>DC_21A_n257I</w:t>
            </w:r>
          </w:p>
          <w:p w14:paraId="64919846" w14:textId="77777777" w:rsidR="001F553E" w:rsidRDefault="001F553E" w:rsidP="00AC3FE8">
            <w:pPr>
              <w:pStyle w:val="TAC"/>
              <w:rPr>
                <w:rFonts w:cs="Arial"/>
                <w:lang w:eastAsia="zh-CN"/>
              </w:rPr>
            </w:pPr>
            <w:r>
              <w:rPr>
                <w:rFonts w:cs="Arial"/>
                <w:lang w:eastAsia="zh-CN"/>
              </w:rPr>
              <w:t>DC_42A_n257A</w:t>
            </w:r>
          </w:p>
          <w:p w14:paraId="408B9C9B" w14:textId="77777777" w:rsidR="001F553E" w:rsidRDefault="001F553E" w:rsidP="00AC3FE8">
            <w:pPr>
              <w:pStyle w:val="TAC"/>
              <w:rPr>
                <w:rFonts w:cs="Arial"/>
                <w:lang w:eastAsia="zh-CN"/>
              </w:rPr>
            </w:pPr>
            <w:r>
              <w:rPr>
                <w:rFonts w:cs="Arial"/>
                <w:lang w:eastAsia="zh-CN"/>
              </w:rPr>
              <w:t>DC_42A_n257G</w:t>
            </w:r>
          </w:p>
          <w:p w14:paraId="4703C4B8" w14:textId="77777777" w:rsidR="001F553E" w:rsidRDefault="001F553E" w:rsidP="00AC3FE8">
            <w:pPr>
              <w:pStyle w:val="TAC"/>
              <w:rPr>
                <w:rFonts w:cs="Arial"/>
                <w:lang w:eastAsia="zh-CN"/>
              </w:rPr>
            </w:pPr>
            <w:r>
              <w:rPr>
                <w:rFonts w:cs="Arial"/>
                <w:lang w:eastAsia="zh-CN"/>
              </w:rPr>
              <w:t>DC_42A_n257H</w:t>
            </w:r>
          </w:p>
          <w:p w14:paraId="769E9B96" w14:textId="77777777" w:rsidR="001F553E" w:rsidRDefault="001F553E" w:rsidP="00AC3FE8">
            <w:pPr>
              <w:pStyle w:val="TAC"/>
              <w:rPr>
                <w:rFonts w:cs="Arial"/>
                <w:lang w:eastAsia="zh-CN"/>
              </w:rPr>
            </w:pPr>
            <w:r>
              <w:rPr>
                <w:rFonts w:cs="Arial"/>
                <w:lang w:eastAsia="zh-CN"/>
              </w:rPr>
              <w:t>DC_42A_n257I</w:t>
            </w:r>
          </w:p>
        </w:tc>
      </w:tr>
      <w:tr w:rsidR="001F553E" w14:paraId="3ACC099E"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7DEC8DD" w14:textId="77777777" w:rsidR="001F553E" w:rsidRDefault="001F553E" w:rsidP="00AC3FE8">
            <w:pPr>
              <w:pStyle w:val="TAC"/>
              <w:rPr>
                <w:noProof/>
              </w:rPr>
            </w:pPr>
            <w:r>
              <w:rPr>
                <w:noProof/>
              </w:rPr>
              <w:lastRenderedPageBreak/>
              <w:t>DC_1A-21A-42A_n79A-n257A</w:t>
            </w:r>
          </w:p>
          <w:p w14:paraId="58CC88F8" w14:textId="77777777" w:rsidR="001F553E" w:rsidRDefault="001F553E" w:rsidP="00AC3FE8">
            <w:pPr>
              <w:pStyle w:val="TAC"/>
              <w:rPr>
                <w:noProof/>
                <w:lang w:eastAsia="ko-KR"/>
              </w:rPr>
            </w:pPr>
            <w:r>
              <w:rPr>
                <w:noProof/>
                <w:lang w:eastAsia="zh-CN"/>
              </w:rPr>
              <w:t>DC_1A-21A-42A_n79A-n257G</w:t>
            </w:r>
          </w:p>
          <w:p w14:paraId="39AF8542" w14:textId="77777777" w:rsidR="001F553E" w:rsidRDefault="001F553E" w:rsidP="00AC3FE8">
            <w:pPr>
              <w:pStyle w:val="TAC"/>
              <w:rPr>
                <w:noProof/>
                <w:lang w:eastAsia="ko-KR"/>
              </w:rPr>
            </w:pPr>
            <w:r>
              <w:rPr>
                <w:noProof/>
                <w:lang w:eastAsia="zh-CN"/>
              </w:rPr>
              <w:t>DC_1A-21A-42A_n79A-n257H</w:t>
            </w:r>
          </w:p>
          <w:p w14:paraId="1D9815C9" w14:textId="77777777" w:rsidR="001F553E" w:rsidRDefault="001F553E" w:rsidP="00AC3FE8">
            <w:pPr>
              <w:pStyle w:val="TAC"/>
              <w:rPr>
                <w:noProof/>
                <w:lang w:eastAsia="zh-CN"/>
              </w:rPr>
            </w:pPr>
            <w:r>
              <w:rPr>
                <w:noProof/>
                <w:lang w:eastAsia="zh-CN"/>
              </w:rPr>
              <w:t>DC_1A-21A-42A_n79A-n257I</w:t>
            </w:r>
          </w:p>
          <w:p w14:paraId="6E888D91" w14:textId="77777777" w:rsidR="001F553E" w:rsidRDefault="001F553E" w:rsidP="00AC3FE8">
            <w:pPr>
              <w:pStyle w:val="TAC"/>
              <w:rPr>
                <w:noProof/>
              </w:rPr>
            </w:pPr>
            <w:r>
              <w:rPr>
                <w:noProof/>
              </w:rPr>
              <w:t>DC_1A-21A-42C_n79A-n257A</w:t>
            </w:r>
          </w:p>
          <w:p w14:paraId="07ABF3CF" w14:textId="77777777" w:rsidR="001F553E" w:rsidRDefault="001F553E" w:rsidP="00AC3FE8">
            <w:pPr>
              <w:pStyle w:val="TAC"/>
              <w:rPr>
                <w:noProof/>
                <w:lang w:eastAsia="ko-KR"/>
              </w:rPr>
            </w:pPr>
            <w:r>
              <w:rPr>
                <w:noProof/>
                <w:lang w:eastAsia="zh-CN"/>
              </w:rPr>
              <w:t>DC_1A-21A-42C_n79A-n257G</w:t>
            </w:r>
          </w:p>
          <w:p w14:paraId="6AB4F0B0" w14:textId="77777777" w:rsidR="001F553E" w:rsidRDefault="001F553E" w:rsidP="00AC3FE8">
            <w:pPr>
              <w:pStyle w:val="TAC"/>
              <w:rPr>
                <w:noProof/>
                <w:lang w:eastAsia="ko-KR"/>
              </w:rPr>
            </w:pPr>
            <w:r>
              <w:rPr>
                <w:noProof/>
                <w:lang w:eastAsia="zh-CN"/>
              </w:rPr>
              <w:t>DC_1A-21A-42C_n79A-n257H</w:t>
            </w:r>
          </w:p>
          <w:p w14:paraId="3A827B63" w14:textId="77777777" w:rsidR="001F553E" w:rsidRDefault="001F553E" w:rsidP="00AC3FE8">
            <w:pPr>
              <w:pStyle w:val="TAC"/>
              <w:rPr>
                <w:noProof/>
              </w:rPr>
            </w:pPr>
            <w:r>
              <w:rPr>
                <w:noProof/>
                <w:lang w:eastAsia="zh-CN"/>
              </w:rPr>
              <w:t>DC_1A-21A-42C_n79A-n257I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AC44A93" w14:textId="77777777" w:rsidR="001F553E" w:rsidRDefault="001F553E" w:rsidP="00AC3FE8">
            <w:pPr>
              <w:pStyle w:val="TAC"/>
              <w:rPr>
                <w:rFonts w:cs="Arial"/>
                <w:lang w:eastAsia="zh-CN"/>
              </w:rPr>
            </w:pPr>
            <w:r>
              <w:rPr>
                <w:rFonts w:cs="Arial"/>
                <w:lang w:eastAsia="zh-CN"/>
              </w:rPr>
              <w:t>DC_1A_n79A</w:t>
            </w:r>
          </w:p>
          <w:p w14:paraId="176DB96E" w14:textId="77777777" w:rsidR="001F553E" w:rsidRDefault="001F553E" w:rsidP="00AC3FE8">
            <w:pPr>
              <w:pStyle w:val="TAC"/>
              <w:rPr>
                <w:rFonts w:cs="Arial"/>
                <w:lang w:eastAsia="zh-CN"/>
              </w:rPr>
            </w:pPr>
            <w:r>
              <w:rPr>
                <w:rFonts w:cs="Arial"/>
                <w:lang w:eastAsia="zh-CN"/>
              </w:rPr>
              <w:t>DC_1A_n257A</w:t>
            </w:r>
          </w:p>
          <w:p w14:paraId="676F6423" w14:textId="77777777" w:rsidR="001F553E" w:rsidRDefault="001F553E" w:rsidP="00AC3FE8">
            <w:pPr>
              <w:pStyle w:val="TAC"/>
              <w:rPr>
                <w:rFonts w:cs="Arial"/>
                <w:lang w:eastAsia="zh-CN"/>
              </w:rPr>
            </w:pPr>
            <w:r>
              <w:rPr>
                <w:rFonts w:cs="Arial"/>
                <w:lang w:eastAsia="zh-CN"/>
              </w:rPr>
              <w:t>DC_1A_n257G</w:t>
            </w:r>
          </w:p>
          <w:p w14:paraId="37616EE1" w14:textId="77777777" w:rsidR="001F553E" w:rsidRDefault="001F553E" w:rsidP="00AC3FE8">
            <w:pPr>
              <w:pStyle w:val="TAC"/>
              <w:rPr>
                <w:rFonts w:cs="Arial"/>
                <w:lang w:eastAsia="zh-CN"/>
              </w:rPr>
            </w:pPr>
            <w:r>
              <w:rPr>
                <w:rFonts w:cs="Arial"/>
                <w:lang w:eastAsia="zh-CN"/>
              </w:rPr>
              <w:t>DC_1A_n257H</w:t>
            </w:r>
          </w:p>
          <w:p w14:paraId="2FE77140" w14:textId="77777777" w:rsidR="001F553E" w:rsidRDefault="001F553E" w:rsidP="00AC3FE8">
            <w:pPr>
              <w:pStyle w:val="TAC"/>
              <w:rPr>
                <w:rFonts w:cs="Arial"/>
                <w:lang w:eastAsia="zh-CN"/>
              </w:rPr>
            </w:pPr>
            <w:r>
              <w:rPr>
                <w:rFonts w:cs="Arial"/>
                <w:lang w:eastAsia="zh-CN"/>
              </w:rPr>
              <w:t>DC_1A_n257I</w:t>
            </w:r>
          </w:p>
          <w:p w14:paraId="5CF070FA" w14:textId="77777777" w:rsidR="001F553E" w:rsidRDefault="001F553E" w:rsidP="00AC3FE8">
            <w:pPr>
              <w:pStyle w:val="TAC"/>
              <w:rPr>
                <w:rFonts w:cs="Arial"/>
                <w:lang w:eastAsia="zh-CN"/>
              </w:rPr>
            </w:pPr>
            <w:r>
              <w:rPr>
                <w:rFonts w:cs="Arial"/>
                <w:lang w:eastAsia="zh-CN"/>
              </w:rPr>
              <w:t>DC_21A_n79A</w:t>
            </w:r>
          </w:p>
          <w:p w14:paraId="0F2B00AA" w14:textId="77777777" w:rsidR="001F553E" w:rsidRDefault="001F553E" w:rsidP="00AC3FE8">
            <w:pPr>
              <w:pStyle w:val="TAC"/>
              <w:rPr>
                <w:rFonts w:cs="Arial"/>
                <w:lang w:eastAsia="zh-CN"/>
              </w:rPr>
            </w:pPr>
            <w:r>
              <w:rPr>
                <w:rFonts w:cs="Arial"/>
                <w:lang w:eastAsia="zh-CN"/>
              </w:rPr>
              <w:t>DC_21A_n257A</w:t>
            </w:r>
          </w:p>
          <w:p w14:paraId="7FC52510" w14:textId="77777777" w:rsidR="001F553E" w:rsidRDefault="001F553E" w:rsidP="00AC3FE8">
            <w:pPr>
              <w:pStyle w:val="TAC"/>
              <w:rPr>
                <w:rFonts w:cs="Arial"/>
                <w:lang w:eastAsia="zh-CN"/>
              </w:rPr>
            </w:pPr>
            <w:r>
              <w:rPr>
                <w:rFonts w:cs="Arial"/>
                <w:lang w:eastAsia="zh-CN"/>
              </w:rPr>
              <w:t>DC_21A_n257G</w:t>
            </w:r>
          </w:p>
          <w:p w14:paraId="492BD691" w14:textId="77777777" w:rsidR="001F553E" w:rsidRDefault="001F553E" w:rsidP="00AC3FE8">
            <w:pPr>
              <w:pStyle w:val="TAC"/>
              <w:rPr>
                <w:rFonts w:cs="Arial"/>
                <w:lang w:eastAsia="zh-CN"/>
              </w:rPr>
            </w:pPr>
            <w:r>
              <w:rPr>
                <w:rFonts w:cs="Arial"/>
                <w:lang w:eastAsia="zh-CN"/>
              </w:rPr>
              <w:t>DC_21A_n257H</w:t>
            </w:r>
          </w:p>
          <w:p w14:paraId="31D346FA" w14:textId="77777777" w:rsidR="001F553E" w:rsidRDefault="001F553E" w:rsidP="00AC3FE8">
            <w:pPr>
              <w:pStyle w:val="TAC"/>
              <w:rPr>
                <w:rFonts w:cs="Arial"/>
                <w:lang w:eastAsia="zh-CN"/>
              </w:rPr>
            </w:pPr>
            <w:r>
              <w:rPr>
                <w:rFonts w:cs="Arial"/>
                <w:lang w:eastAsia="zh-CN"/>
              </w:rPr>
              <w:t>DC_21A_n257I</w:t>
            </w:r>
          </w:p>
          <w:p w14:paraId="1156B78B" w14:textId="77777777" w:rsidR="001F553E" w:rsidRDefault="001F553E" w:rsidP="00AC3FE8">
            <w:pPr>
              <w:pStyle w:val="TAC"/>
              <w:rPr>
                <w:rFonts w:cs="Arial"/>
                <w:lang w:eastAsia="zh-CN"/>
              </w:rPr>
            </w:pPr>
            <w:r>
              <w:rPr>
                <w:rFonts w:cs="Arial"/>
                <w:lang w:eastAsia="zh-CN"/>
              </w:rPr>
              <w:t>DC_42A_n257A</w:t>
            </w:r>
          </w:p>
          <w:p w14:paraId="46CC175A" w14:textId="77777777" w:rsidR="001F553E" w:rsidRDefault="001F553E" w:rsidP="00AC3FE8">
            <w:pPr>
              <w:pStyle w:val="TAC"/>
              <w:rPr>
                <w:rFonts w:cs="Arial"/>
                <w:lang w:eastAsia="zh-CN"/>
              </w:rPr>
            </w:pPr>
            <w:r>
              <w:rPr>
                <w:rFonts w:cs="Arial"/>
                <w:lang w:eastAsia="zh-CN"/>
              </w:rPr>
              <w:t>DC_42A_n257G</w:t>
            </w:r>
          </w:p>
          <w:p w14:paraId="1EA8B8F4" w14:textId="77777777" w:rsidR="001F553E" w:rsidRDefault="001F553E" w:rsidP="00AC3FE8">
            <w:pPr>
              <w:pStyle w:val="TAC"/>
              <w:rPr>
                <w:rFonts w:cs="Arial"/>
                <w:lang w:eastAsia="zh-CN"/>
              </w:rPr>
            </w:pPr>
            <w:r>
              <w:rPr>
                <w:rFonts w:cs="Arial"/>
                <w:lang w:eastAsia="zh-CN"/>
              </w:rPr>
              <w:t>DC_42A_n257H</w:t>
            </w:r>
          </w:p>
          <w:p w14:paraId="49CC39A3" w14:textId="77777777" w:rsidR="001F553E" w:rsidRDefault="001F553E" w:rsidP="00AC3FE8">
            <w:pPr>
              <w:pStyle w:val="TAC"/>
              <w:rPr>
                <w:rFonts w:cs="Arial"/>
                <w:lang w:eastAsia="zh-CN"/>
              </w:rPr>
            </w:pPr>
            <w:r>
              <w:rPr>
                <w:rFonts w:cs="Arial"/>
                <w:lang w:eastAsia="zh-CN"/>
              </w:rPr>
              <w:t>DC_42A_n257I</w:t>
            </w:r>
          </w:p>
        </w:tc>
      </w:tr>
      <w:tr w:rsidR="001F553E" w14:paraId="6CBE0D6D"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099BF5A" w14:textId="77777777" w:rsidR="001F553E" w:rsidRDefault="001F553E" w:rsidP="00AC3FE8">
            <w:pPr>
              <w:pStyle w:val="TAC"/>
              <w:rPr>
                <w:b/>
                <w:noProof/>
              </w:rPr>
            </w:pPr>
            <w:r>
              <w:rPr>
                <w:noProof/>
              </w:rPr>
              <w:t>DC_1A-19A-42A_n79A-n257A</w:t>
            </w:r>
          </w:p>
          <w:p w14:paraId="654EA813" w14:textId="77777777" w:rsidR="001F553E" w:rsidRDefault="001F553E" w:rsidP="00AC3FE8">
            <w:pPr>
              <w:pStyle w:val="TAC"/>
              <w:rPr>
                <w:b/>
                <w:noProof/>
              </w:rPr>
            </w:pPr>
            <w:r>
              <w:rPr>
                <w:noProof/>
              </w:rPr>
              <w:t>DC_1A-19A-42A_n79A-n257G</w:t>
            </w:r>
          </w:p>
          <w:p w14:paraId="1592CC94" w14:textId="77777777" w:rsidR="001F553E" w:rsidRDefault="001F553E" w:rsidP="00AC3FE8">
            <w:pPr>
              <w:pStyle w:val="TAC"/>
              <w:rPr>
                <w:b/>
                <w:noProof/>
              </w:rPr>
            </w:pPr>
            <w:r>
              <w:rPr>
                <w:noProof/>
              </w:rPr>
              <w:t>DC_1A-19A-42A_n79A-n257H</w:t>
            </w:r>
          </w:p>
          <w:p w14:paraId="3BBEFDEB" w14:textId="77777777" w:rsidR="001F553E" w:rsidRDefault="001F553E" w:rsidP="00AC3FE8">
            <w:pPr>
              <w:pStyle w:val="TAC"/>
              <w:rPr>
                <w:b/>
                <w:noProof/>
              </w:rPr>
            </w:pPr>
            <w:r>
              <w:rPr>
                <w:noProof/>
              </w:rPr>
              <w:t>DC_1A-19A-42A_n79A-n257I</w:t>
            </w:r>
          </w:p>
          <w:p w14:paraId="291FE408" w14:textId="77777777" w:rsidR="001F553E" w:rsidRDefault="001F553E" w:rsidP="00AC3FE8">
            <w:pPr>
              <w:pStyle w:val="TAC"/>
              <w:rPr>
                <w:b/>
                <w:noProof/>
              </w:rPr>
            </w:pPr>
            <w:r>
              <w:rPr>
                <w:noProof/>
              </w:rPr>
              <w:t>DC_1A-19A-42C_n79A-n257A</w:t>
            </w:r>
          </w:p>
          <w:p w14:paraId="477BE192" w14:textId="77777777" w:rsidR="001F553E" w:rsidRDefault="001F553E" w:rsidP="00AC3FE8">
            <w:pPr>
              <w:pStyle w:val="TAC"/>
              <w:rPr>
                <w:b/>
                <w:noProof/>
              </w:rPr>
            </w:pPr>
            <w:r>
              <w:rPr>
                <w:noProof/>
              </w:rPr>
              <w:t>DC_1A-19A-42C_n79A-n257G</w:t>
            </w:r>
          </w:p>
          <w:p w14:paraId="76896FA2" w14:textId="77777777" w:rsidR="001F553E" w:rsidRDefault="001F553E" w:rsidP="00AC3FE8">
            <w:pPr>
              <w:pStyle w:val="TAC"/>
              <w:rPr>
                <w:b/>
                <w:noProof/>
              </w:rPr>
            </w:pPr>
            <w:r>
              <w:rPr>
                <w:noProof/>
              </w:rPr>
              <w:t>DC_1A-19A-42C_n79A-n257H</w:t>
            </w:r>
          </w:p>
          <w:p w14:paraId="118C92A4" w14:textId="77777777" w:rsidR="001F553E" w:rsidRDefault="001F553E" w:rsidP="00AC3FE8">
            <w:pPr>
              <w:pStyle w:val="TAC"/>
              <w:rPr>
                <w:noProof/>
              </w:rPr>
            </w:pPr>
            <w:r>
              <w:rPr>
                <w:noProof/>
              </w:rPr>
              <w:t>DC_1A-19A-42C_n79A-n257I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8E2498F" w14:textId="77777777" w:rsidR="001F553E" w:rsidRDefault="001F553E" w:rsidP="00AC3FE8">
            <w:pPr>
              <w:pStyle w:val="TAC"/>
              <w:rPr>
                <w:noProof/>
              </w:rPr>
            </w:pPr>
            <w:r>
              <w:rPr>
                <w:noProof/>
              </w:rPr>
              <w:t>DC_1A_n79A-n257A</w:t>
            </w:r>
          </w:p>
          <w:p w14:paraId="7C2CE4B0" w14:textId="77777777" w:rsidR="001F553E" w:rsidRDefault="001F553E" w:rsidP="00AC3FE8">
            <w:pPr>
              <w:pStyle w:val="TAC"/>
              <w:rPr>
                <w:noProof/>
              </w:rPr>
            </w:pPr>
            <w:r>
              <w:rPr>
                <w:noProof/>
              </w:rPr>
              <w:t>DC_1A_n79A-n257G</w:t>
            </w:r>
          </w:p>
          <w:p w14:paraId="614E29CC" w14:textId="77777777" w:rsidR="001F553E" w:rsidRDefault="001F553E" w:rsidP="00AC3FE8">
            <w:pPr>
              <w:pStyle w:val="TAC"/>
              <w:rPr>
                <w:noProof/>
              </w:rPr>
            </w:pPr>
            <w:r>
              <w:rPr>
                <w:noProof/>
              </w:rPr>
              <w:t>DC_1A_n79A-n257H</w:t>
            </w:r>
          </w:p>
          <w:p w14:paraId="0EA66CAD" w14:textId="77777777" w:rsidR="001F553E" w:rsidRDefault="001F553E" w:rsidP="00AC3FE8">
            <w:pPr>
              <w:pStyle w:val="TAC"/>
              <w:rPr>
                <w:noProof/>
              </w:rPr>
            </w:pPr>
            <w:r>
              <w:rPr>
                <w:noProof/>
              </w:rPr>
              <w:t>DC_1A_n79A-n257I</w:t>
            </w:r>
          </w:p>
          <w:p w14:paraId="21A3DC1A" w14:textId="77777777" w:rsidR="001F553E" w:rsidRDefault="001F553E" w:rsidP="00AC3FE8">
            <w:pPr>
              <w:pStyle w:val="TAC"/>
              <w:rPr>
                <w:noProof/>
              </w:rPr>
            </w:pPr>
            <w:r>
              <w:rPr>
                <w:noProof/>
              </w:rPr>
              <w:t>DC_19A_n79A-n257A</w:t>
            </w:r>
          </w:p>
          <w:p w14:paraId="263F8E37" w14:textId="77777777" w:rsidR="001F553E" w:rsidRDefault="001F553E" w:rsidP="00AC3FE8">
            <w:pPr>
              <w:pStyle w:val="TAC"/>
              <w:rPr>
                <w:noProof/>
              </w:rPr>
            </w:pPr>
            <w:r>
              <w:rPr>
                <w:noProof/>
              </w:rPr>
              <w:t>DC_19A_n79A-n257G</w:t>
            </w:r>
          </w:p>
          <w:p w14:paraId="6F3F935E" w14:textId="77777777" w:rsidR="001F553E" w:rsidRDefault="001F553E" w:rsidP="00AC3FE8">
            <w:pPr>
              <w:pStyle w:val="TAC"/>
              <w:rPr>
                <w:noProof/>
              </w:rPr>
            </w:pPr>
            <w:r>
              <w:rPr>
                <w:noProof/>
              </w:rPr>
              <w:t>DC_19A_n79A-n257H</w:t>
            </w:r>
          </w:p>
          <w:p w14:paraId="7505709C" w14:textId="77777777" w:rsidR="001F553E" w:rsidRDefault="001F553E" w:rsidP="00AC3FE8">
            <w:pPr>
              <w:pStyle w:val="TAC"/>
              <w:rPr>
                <w:rFonts w:cs="Arial"/>
                <w:lang w:eastAsia="zh-CN"/>
              </w:rPr>
            </w:pPr>
            <w:r>
              <w:rPr>
                <w:noProof/>
              </w:rPr>
              <w:t>DC_19A_n79A-n257I</w:t>
            </w:r>
          </w:p>
        </w:tc>
      </w:tr>
      <w:tr w:rsidR="001F553E" w14:paraId="4736F240"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5215F912" w14:textId="77777777" w:rsidR="001F553E" w:rsidRDefault="001F553E" w:rsidP="00AC3FE8">
            <w:pPr>
              <w:pStyle w:val="TAC"/>
              <w:rPr>
                <w:b/>
                <w:noProof/>
              </w:rPr>
            </w:pPr>
            <w:r>
              <w:rPr>
                <w:noProof/>
              </w:rPr>
              <w:t>DC_1A-21A-42A_n77A-n257A</w:t>
            </w:r>
          </w:p>
          <w:p w14:paraId="300105BA" w14:textId="77777777" w:rsidR="001F553E" w:rsidRDefault="001F553E" w:rsidP="00AC3FE8">
            <w:pPr>
              <w:pStyle w:val="TAC"/>
              <w:rPr>
                <w:b/>
                <w:noProof/>
              </w:rPr>
            </w:pPr>
            <w:r>
              <w:rPr>
                <w:noProof/>
              </w:rPr>
              <w:t>DC_1A-21A-42A_n77A-n257G</w:t>
            </w:r>
          </w:p>
          <w:p w14:paraId="32457069" w14:textId="77777777" w:rsidR="001F553E" w:rsidRDefault="001F553E" w:rsidP="00AC3FE8">
            <w:pPr>
              <w:pStyle w:val="TAC"/>
              <w:rPr>
                <w:b/>
                <w:noProof/>
              </w:rPr>
            </w:pPr>
            <w:r>
              <w:rPr>
                <w:noProof/>
              </w:rPr>
              <w:t>DC_1A-21A-42A_n77A-n257H</w:t>
            </w:r>
          </w:p>
          <w:p w14:paraId="2CF63CB2" w14:textId="77777777" w:rsidR="001F553E" w:rsidRDefault="001F553E" w:rsidP="00AC3FE8">
            <w:pPr>
              <w:pStyle w:val="TAC"/>
              <w:rPr>
                <w:b/>
                <w:noProof/>
              </w:rPr>
            </w:pPr>
            <w:r>
              <w:rPr>
                <w:noProof/>
              </w:rPr>
              <w:t>DC_1A-21A-42A_n77A-n257I</w:t>
            </w:r>
          </w:p>
          <w:p w14:paraId="7D833640" w14:textId="77777777" w:rsidR="001F553E" w:rsidRDefault="001F553E" w:rsidP="00AC3FE8">
            <w:pPr>
              <w:pStyle w:val="TAC"/>
              <w:rPr>
                <w:b/>
                <w:noProof/>
              </w:rPr>
            </w:pPr>
            <w:r>
              <w:rPr>
                <w:noProof/>
              </w:rPr>
              <w:t>DC_1A-21A-42C_n77A-n257A</w:t>
            </w:r>
          </w:p>
          <w:p w14:paraId="2DC5414B" w14:textId="77777777" w:rsidR="001F553E" w:rsidRDefault="001F553E" w:rsidP="00AC3FE8">
            <w:pPr>
              <w:pStyle w:val="TAC"/>
              <w:rPr>
                <w:b/>
                <w:noProof/>
              </w:rPr>
            </w:pPr>
            <w:r>
              <w:rPr>
                <w:noProof/>
              </w:rPr>
              <w:t>DC_1A-21A-42C_n77A-n257G</w:t>
            </w:r>
          </w:p>
          <w:p w14:paraId="0366A075" w14:textId="77777777" w:rsidR="001F553E" w:rsidRDefault="001F553E" w:rsidP="00AC3FE8">
            <w:pPr>
              <w:pStyle w:val="TAC"/>
              <w:rPr>
                <w:b/>
                <w:noProof/>
              </w:rPr>
            </w:pPr>
            <w:r>
              <w:rPr>
                <w:noProof/>
              </w:rPr>
              <w:t>DC_1A-21A-42C_n77A-n257H</w:t>
            </w:r>
          </w:p>
          <w:p w14:paraId="1326638D" w14:textId="77777777" w:rsidR="001F553E" w:rsidRDefault="001F553E" w:rsidP="00AC3FE8">
            <w:pPr>
              <w:pStyle w:val="TAC"/>
              <w:rPr>
                <w:noProof/>
              </w:rPr>
            </w:pPr>
            <w:r>
              <w:rPr>
                <w:noProof/>
              </w:rPr>
              <w:t>DC_1A-21A-42C_n77A-n257I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42C5D0CB" w14:textId="77777777" w:rsidR="001F553E" w:rsidRDefault="001F553E" w:rsidP="00AC3FE8">
            <w:pPr>
              <w:pStyle w:val="TAC"/>
              <w:rPr>
                <w:noProof/>
              </w:rPr>
            </w:pPr>
            <w:r>
              <w:rPr>
                <w:noProof/>
              </w:rPr>
              <w:t>DC_1A_n77A-n257A</w:t>
            </w:r>
          </w:p>
          <w:p w14:paraId="39E7DAE8" w14:textId="77777777" w:rsidR="001F553E" w:rsidRDefault="001F553E" w:rsidP="00AC3FE8">
            <w:pPr>
              <w:pStyle w:val="TAC"/>
              <w:rPr>
                <w:noProof/>
              </w:rPr>
            </w:pPr>
            <w:r>
              <w:rPr>
                <w:noProof/>
              </w:rPr>
              <w:t>DC_1A_n77A-n257G</w:t>
            </w:r>
          </w:p>
          <w:p w14:paraId="0EC5C3FC" w14:textId="77777777" w:rsidR="001F553E" w:rsidRDefault="001F553E" w:rsidP="00AC3FE8">
            <w:pPr>
              <w:pStyle w:val="TAC"/>
              <w:rPr>
                <w:noProof/>
              </w:rPr>
            </w:pPr>
            <w:r>
              <w:rPr>
                <w:noProof/>
              </w:rPr>
              <w:t>DC_1A_n77A-n257H</w:t>
            </w:r>
          </w:p>
          <w:p w14:paraId="53FC5BE2" w14:textId="77777777" w:rsidR="001F553E" w:rsidRDefault="001F553E" w:rsidP="00AC3FE8">
            <w:pPr>
              <w:pStyle w:val="TAC"/>
              <w:rPr>
                <w:noProof/>
              </w:rPr>
            </w:pPr>
            <w:r>
              <w:rPr>
                <w:noProof/>
              </w:rPr>
              <w:t>DC_1A_n77A-n257I</w:t>
            </w:r>
          </w:p>
          <w:p w14:paraId="135DD5EE" w14:textId="77777777" w:rsidR="001F553E" w:rsidRDefault="001F553E" w:rsidP="00AC3FE8">
            <w:pPr>
              <w:pStyle w:val="TAC"/>
              <w:rPr>
                <w:noProof/>
              </w:rPr>
            </w:pPr>
            <w:r>
              <w:rPr>
                <w:noProof/>
              </w:rPr>
              <w:t>DC_21A_n77A-n257A</w:t>
            </w:r>
          </w:p>
          <w:p w14:paraId="11E4C35C" w14:textId="77777777" w:rsidR="001F553E" w:rsidRDefault="001F553E" w:rsidP="00AC3FE8">
            <w:pPr>
              <w:pStyle w:val="TAC"/>
              <w:rPr>
                <w:noProof/>
              </w:rPr>
            </w:pPr>
            <w:r>
              <w:rPr>
                <w:noProof/>
              </w:rPr>
              <w:t>DC_21A_n77A-n257G</w:t>
            </w:r>
          </w:p>
          <w:p w14:paraId="1027673B" w14:textId="77777777" w:rsidR="001F553E" w:rsidRDefault="001F553E" w:rsidP="00AC3FE8">
            <w:pPr>
              <w:pStyle w:val="TAC"/>
              <w:rPr>
                <w:noProof/>
              </w:rPr>
            </w:pPr>
            <w:r>
              <w:rPr>
                <w:noProof/>
              </w:rPr>
              <w:t>DC_21A_n77A-n257H</w:t>
            </w:r>
          </w:p>
          <w:p w14:paraId="52B00EDC" w14:textId="77777777" w:rsidR="001F553E" w:rsidRDefault="001F553E" w:rsidP="00AC3FE8">
            <w:pPr>
              <w:pStyle w:val="TAC"/>
              <w:rPr>
                <w:rFonts w:cs="Arial"/>
                <w:lang w:eastAsia="zh-CN"/>
              </w:rPr>
            </w:pPr>
            <w:r>
              <w:rPr>
                <w:noProof/>
              </w:rPr>
              <w:t>DC_21A_n77A-n257I</w:t>
            </w:r>
          </w:p>
        </w:tc>
      </w:tr>
      <w:tr w:rsidR="001F553E" w14:paraId="5768CF98"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1F86369" w14:textId="77777777" w:rsidR="001F553E" w:rsidRDefault="001F553E" w:rsidP="00AC3FE8">
            <w:pPr>
              <w:pStyle w:val="TAC"/>
              <w:rPr>
                <w:b/>
                <w:noProof/>
              </w:rPr>
            </w:pPr>
            <w:r>
              <w:rPr>
                <w:noProof/>
              </w:rPr>
              <w:t>DC_1A-21A-42A_n78A-n257A</w:t>
            </w:r>
          </w:p>
          <w:p w14:paraId="510A64AC" w14:textId="77777777" w:rsidR="001F553E" w:rsidRDefault="001F553E" w:rsidP="00AC3FE8">
            <w:pPr>
              <w:pStyle w:val="TAC"/>
              <w:rPr>
                <w:b/>
                <w:noProof/>
              </w:rPr>
            </w:pPr>
            <w:r>
              <w:rPr>
                <w:noProof/>
              </w:rPr>
              <w:t>DC_1A-21A-42A_n78A-n257G</w:t>
            </w:r>
          </w:p>
          <w:p w14:paraId="16C4F6CD" w14:textId="77777777" w:rsidR="001F553E" w:rsidRDefault="001F553E" w:rsidP="00AC3FE8">
            <w:pPr>
              <w:pStyle w:val="TAC"/>
              <w:rPr>
                <w:b/>
                <w:noProof/>
              </w:rPr>
            </w:pPr>
            <w:r>
              <w:rPr>
                <w:noProof/>
              </w:rPr>
              <w:t>DC_1A-21A-42A_n78A-n257H</w:t>
            </w:r>
          </w:p>
          <w:p w14:paraId="1D3CC18F" w14:textId="77777777" w:rsidR="001F553E" w:rsidRDefault="001F553E" w:rsidP="00AC3FE8">
            <w:pPr>
              <w:pStyle w:val="TAC"/>
              <w:rPr>
                <w:b/>
                <w:noProof/>
              </w:rPr>
            </w:pPr>
            <w:r>
              <w:rPr>
                <w:noProof/>
              </w:rPr>
              <w:t>DC_1A-21A-42A_n78A-n257I</w:t>
            </w:r>
          </w:p>
          <w:p w14:paraId="3EDA4F6F" w14:textId="77777777" w:rsidR="001F553E" w:rsidRDefault="001F553E" w:rsidP="00AC3FE8">
            <w:pPr>
              <w:pStyle w:val="TAC"/>
              <w:rPr>
                <w:b/>
                <w:noProof/>
              </w:rPr>
            </w:pPr>
            <w:r>
              <w:rPr>
                <w:noProof/>
              </w:rPr>
              <w:t>DC_1A-21A-42C_n78A-n257A</w:t>
            </w:r>
          </w:p>
          <w:p w14:paraId="58262FE9" w14:textId="77777777" w:rsidR="001F553E" w:rsidRDefault="001F553E" w:rsidP="00AC3FE8">
            <w:pPr>
              <w:pStyle w:val="TAC"/>
              <w:rPr>
                <w:b/>
                <w:noProof/>
              </w:rPr>
            </w:pPr>
            <w:r>
              <w:rPr>
                <w:noProof/>
              </w:rPr>
              <w:t>DC_1A-21A-42C_n78A-n257G</w:t>
            </w:r>
          </w:p>
          <w:p w14:paraId="4C08EEA3" w14:textId="77777777" w:rsidR="001F553E" w:rsidRDefault="001F553E" w:rsidP="00AC3FE8">
            <w:pPr>
              <w:pStyle w:val="TAC"/>
              <w:rPr>
                <w:b/>
                <w:noProof/>
              </w:rPr>
            </w:pPr>
            <w:r>
              <w:rPr>
                <w:noProof/>
              </w:rPr>
              <w:t>DC_1A-21A-42C_n78A-n257H</w:t>
            </w:r>
          </w:p>
          <w:p w14:paraId="0DB7B9C3" w14:textId="77777777" w:rsidR="001F553E" w:rsidRDefault="001F553E" w:rsidP="00AC3FE8">
            <w:pPr>
              <w:pStyle w:val="TAC"/>
              <w:rPr>
                <w:noProof/>
              </w:rPr>
            </w:pPr>
            <w:r>
              <w:rPr>
                <w:noProof/>
              </w:rPr>
              <w:t>DC_1A-21A-42C_n78A-n257I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C5E1972" w14:textId="77777777" w:rsidR="001F553E" w:rsidRDefault="001F553E" w:rsidP="00AC3FE8">
            <w:pPr>
              <w:pStyle w:val="TAC"/>
              <w:rPr>
                <w:noProof/>
              </w:rPr>
            </w:pPr>
            <w:r>
              <w:rPr>
                <w:noProof/>
              </w:rPr>
              <w:t>DC_1A_n78A-n257A</w:t>
            </w:r>
          </w:p>
          <w:p w14:paraId="21031FAE" w14:textId="77777777" w:rsidR="001F553E" w:rsidRDefault="001F553E" w:rsidP="00AC3FE8">
            <w:pPr>
              <w:pStyle w:val="TAC"/>
              <w:rPr>
                <w:noProof/>
              </w:rPr>
            </w:pPr>
            <w:r>
              <w:rPr>
                <w:noProof/>
              </w:rPr>
              <w:t>DC_1A_n78A-n257G</w:t>
            </w:r>
          </w:p>
          <w:p w14:paraId="0FE313F5" w14:textId="77777777" w:rsidR="001F553E" w:rsidRDefault="001F553E" w:rsidP="00AC3FE8">
            <w:pPr>
              <w:pStyle w:val="TAC"/>
              <w:rPr>
                <w:noProof/>
              </w:rPr>
            </w:pPr>
            <w:r>
              <w:rPr>
                <w:noProof/>
              </w:rPr>
              <w:t>DC_1A_n78A-n257H</w:t>
            </w:r>
          </w:p>
          <w:p w14:paraId="158144E5" w14:textId="77777777" w:rsidR="001F553E" w:rsidRDefault="001F553E" w:rsidP="00AC3FE8">
            <w:pPr>
              <w:pStyle w:val="TAC"/>
              <w:rPr>
                <w:noProof/>
              </w:rPr>
            </w:pPr>
            <w:r>
              <w:rPr>
                <w:noProof/>
              </w:rPr>
              <w:t>DC_1A_n78A-n257I</w:t>
            </w:r>
          </w:p>
          <w:p w14:paraId="1B3CC316" w14:textId="77777777" w:rsidR="001F553E" w:rsidRDefault="001F553E" w:rsidP="00AC3FE8">
            <w:pPr>
              <w:pStyle w:val="TAC"/>
              <w:rPr>
                <w:noProof/>
              </w:rPr>
            </w:pPr>
            <w:r>
              <w:rPr>
                <w:noProof/>
              </w:rPr>
              <w:t>DC_21A_n78A-n257A</w:t>
            </w:r>
          </w:p>
          <w:p w14:paraId="0514D7D2" w14:textId="77777777" w:rsidR="001F553E" w:rsidRDefault="001F553E" w:rsidP="00AC3FE8">
            <w:pPr>
              <w:pStyle w:val="TAC"/>
              <w:rPr>
                <w:noProof/>
              </w:rPr>
            </w:pPr>
            <w:r>
              <w:rPr>
                <w:noProof/>
              </w:rPr>
              <w:t>DC_21A_n78A-n257G</w:t>
            </w:r>
          </w:p>
          <w:p w14:paraId="0BA848F1" w14:textId="77777777" w:rsidR="001F553E" w:rsidRDefault="001F553E" w:rsidP="00AC3FE8">
            <w:pPr>
              <w:pStyle w:val="TAC"/>
              <w:rPr>
                <w:noProof/>
              </w:rPr>
            </w:pPr>
            <w:r>
              <w:rPr>
                <w:noProof/>
              </w:rPr>
              <w:t>DC_21A_n78A-n257H</w:t>
            </w:r>
          </w:p>
          <w:p w14:paraId="5202FB20" w14:textId="77777777" w:rsidR="001F553E" w:rsidRDefault="001F553E" w:rsidP="00AC3FE8">
            <w:pPr>
              <w:pStyle w:val="TAC"/>
              <w:rPr>
                <w:rFonts w:cs="Arial"/>
                <w:lang w:eastAsia="zh-CN"/>
              </w:rPr>
            </w:pPr>
            <w:r>
              <w:rPr>
                <w:noProof/>
              </w:rPr>
              <w:t>DC_21A_n78A-n257I</w:t>
            </w:r>
          </w:p>
        </w:tc>
      </w:tr>
      <w:tr w:rsidR="001F553E" w14:paraId="4562AF88"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AF0D34E" w14:textId="77777777" w:rsidR="001F553E" w:rsidRDefault="001F553E" w:rsidP="00AC3FE8">
            <w:pPr>
              <w:pStyle w:val="TAC"/>
              <w:rPr>
                <w:b/>
                <w:noProof/>
              </w:rPr>
            </w:pPr>
            <w:r>
              <w:rPr>
                <w:noProof/>
              </w:rPr>
              <w:t>DC_1A-21A-42A_n79A-n257A</w:t>
            </w:r>
          </w:p>
          <w:p w14:paraId="33E7566A" w14:textId="77777777" w:rsidR="001F553E" w:rsidRDefault="001F553E" w:rsidP="00AC3FE8">
            <w:pPr>
              <w:pStyle w:val="TAC"/>
              <w:rPr>
                <w:b/>
                <w:noProof/>
              </w:rPr>
            </w:pPr>
            <w:r>
              <w:rPr>
                <w:noProof/>
              </w:rPr>
              <w:t>DC_1A-21A-42A_n79A-n257G</w:t>
            </w:r>
          </w:p>
          <w:p w14:paraId="4CEAFCBE" w14:textId="77777777" w:rsidR="001F553E" w:rsidRDefault="001F553E" w:rsidP="00AC3FE8">
            <w:pPr>
              <w:pStyle w:val="TAC"/>
              <w:rPr>
                <w:b/>
                <w:noProof/>
              </w:rPr>
            </w:pPr>
            <w:r>
              <w:rPr>
                <w:noProof/>
              </w:rPr>
              <w:t>DC_1A-21A-42A_n79A-n257H</w:t>
            </w:r>
          </w:p>
          <w:p w14:paraId="6DEEF5DD" w14:textId="77777777" w:rsidR="001F553E" w:rsidRDefault="001F553E" w:rsidP="00AC3FE8">
            <w:pPr>
              <w:pStyle w:val="TAC"/>
              <w:rPr>
                <w:b/>
                <w:noProof/>
              </w:rPr>
            </w:pPr>
            <w:r>
              <w:rPr>
                <w:noProof/>
              </w:rPr>
              <w:t>DC_1A-21A-42A_n79A-n257I</w:t>
            </w:r>
          </w:p>
          <w:p w14:paraId="035B0E42" w14:textId="77777777" w:rsidR="001F553E" w:rsidRDefault="001F553E" w:rsidP="00AC3FE8">
            <w:pPr>
              <w:pStyle w:val="TAC"/>
              <w:rPr>
                <w:b/>
                <w:noProof/>
              </w:rPr>
            </w:pPr>
            <w:r>
              <w:rPr>
                <w:noProof/>
              </w:rPr>
              <w:t>DC_1A-21A-42C_n79A-n257A</w:t>
            </w:r>
          </w:p>
          <w:p w14:paraId="573EADE7" w14:textId="77777777" w:rsidR="001F553E" w:rsidRDefault="001F553E" w:rsidP="00AC3FE8">
            <w:pPr>
              <w:pStyle w:val="TAC"/>
              <w:rPr>
                <w:b/>
                <w:noProof/>
              </w:rPr>
            </w:pPr>
            <w:r>
              <w:rPr>
                <w:noProof/>
              </w:rPr>
              <w:t>DC_1A-21A-42C_n79A-n257G</w:t>
            </w:r>
          </w:p>
          <w:p w14:paraId="1AA24C0A" w14:textId="77777777" w:rsidR="001F553E" w:rsidRDefault="001F553E" w:rsidP="00AC3FE8">
            <w:pPr>
              <w:pStyle w:val="TAC"/>
              <w:rPr>
                <w:b/>
                <w:noProof/>
              </w:rPr>
            </w:pPr>
            <w:r>
              <w:rPr>
                <w:noProof/>
              </w:rPr>
              <w:t>DC_1A-21A-42C_n79A-n257H</w:t>
            </w:r>
          </w:p>
          <w:p w14:paraId="5F4BDC4B" w14:textId="77777777" w:rsidR="001F553E" w:rsidRDefault="001F553E" w:rsidP="00AC3FE8">
            <w:pPr>
              <w:pStyle w:val="TAC"/>
              <w:rPr>
                <w:noProof/>
              </w:rPr>
            </w:pPr>
            <w:r>
              <w:rPr>
                <w:noProof/>
              </w:rPr>
              <w:t>DC_1A-21A-42C_n79A-n257I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C4F2014" w14:textId="77777777" w:rsidR="001F553E" w:rsidRDefault="001F553E" w:rsidP="00AC3FE8">
            <w:pPr>
              <w:pStyle w:val="TAC"/>
              <w:rPr>
                <w:noProof/>
              </w:rPr>
            </w:pPr>
            <w:r>
              <w:rPr>
                <w:noProof/>
              </w:rPr>
              <w:t>DC_1A_n79A-n257A</w:t>
            </w:r>
          </w:p>
          <w:p w14:paraId="028EA29E" w14:textId="77777777" w:rsidR="001F553E" w:rsidRDefault="001F553E" w:rsidP="00AC3FE8">
            <w:pPr>
              <w:pStyle w:val="TAC"/>
              <w:rPr>
                <w:noProof/>
              </w:rPr>
            </w:pPr>
            <w:r>
              <w:rPr>
                <w:noProof/>
              </w:rPr>
              <w:t>DC_1A_n79A-n257G</w:t>
            </w:r>
          </w:p>
          <w:p w14:paraId="35014AE9" w14:textId="77777777" w:rsidR="001F553E" w:rsidRDefault="001F553E" w:rsidP="00AC3FE8">
            <w:pPr>
              <w:pStyle w:val="TAC"/>
              <w:rPr>
                <w:noProof/>
              </w:rPr>
            </w:pPr>
            <w:r>
              <w:rPr>
                <w:noProof/>
              </w:rPr>
              <w:t>DC_1A_n79A-n257H</w:t>
            </w:r>
          </w:p>
          <w:p w14:paraId="0DA39960" w14:textId="77777777" w:rsidR="001F553E" w:rsidRDefault="001F553E" w:rsidP="00AC3FE8">
            <w:pPr>
              <w:pStyle w:val="TAC"/>
              <w:rPr>
                <w:noProof/>
              </w:rPr>
            </w:pPr>
            <w:r>
              <w:rPr>
                <w:noProof/>
              </w:rPr>
              <w:t>DC_1A_n79A-n257I</w:t>
            </w:r>
          </w:p>
          <w:p w14:paraId="583FC25A" w14:textId="77777777" w:rsidR="001F553E" w:rsidRDefault="001F553E" w:rsidP="00AC3FE8">
            <w:pPr>
              <w:pStyle w:val="TAC"/>
              <w:rPr>
                <w:noProof/>
              </w:rPr>
            </w:pPr>
            <w:r>
              <w:rPr>
                <w:noProof/>
              </w:rPr>
              <w:t>DC_21A_n79A-n257A</w:t>
            </w:r>
          </w:p>
          <w:p w14:paraId="210FE5AB" w14:textId="77777777" w:rsidR="001F553E" w:rsidRDefault="001F553E" w:rsidP="00AC3FE8">
            <w:pPr>
              <w:pStyle w:val="TAC"/>
              <w:rPr>
                <w:noProof/>
              </w:rPr>
            </w:pPr>
            <w:r>
              <w:rPr>
                <w:noProof/>
              </w:rPr>
              <w:t>DC_21A_n79A-n257G</w:t>
            </w:r>
          </w:p>
          <w:p w14:paraId="79EA84F8" w14:textId="77777777" w:rsidR="001F553E" w:rsidRDefault="001F553E" w:rsidP="00AC3FE8">
            <w:pPr>
              <w:pStyle w:val="TAC"/>
              <w:rPr>
                <w:noProof/>
              </w:rPr>
            </w:pPr>
            <w:r>
              <w:rPr>
                <w:noProof/>
              </w:rPr>
              <w:t>DC_21A_n79A-n257H</w:t>
            </w:r>
          </w:p>
          <w:p w14:paraId="34FC129C" w14:textId="77777777" w:rsidR="001F553E" w:rsidRDefault="001F553E" w:rsidP="00AC3FE8">
            <w:pPr>
              <w:pStyle w:val="TAC"/>
              <w:rPr>
                <w:rFonts w:cs="Arial"/>
                <w:lang w:eastAsia="zh-CN"/>
              </w:rPr>
            </w:pPr>
            <w:r>
              <w:rPr>
                <w:noProof/>
              </w:rPr>
              <w:t>DC_21A_n79A-n257I</w:t>
            </w:r>
          </w:p>
        </w:tc>
      </w:tr>
      <w:tr w:rsidR="001F553E" w14:paraId="75914AF9"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5F4CB78" w14:textId="77777777" w:rsidR="001F553E" w:rsidRDefault="001F553E" w:rsidP="00AC3FE8">
            <w:pPr>
              <w:pStyle w:val="TAC"/>
              <w:rPr>
                <w:noProof/>
              </w:rPr>
            </w:pPr>
            <w:r>
              <w:rPr>
                <w:noProof/>
              </w:rPr>
              <w:t>DC_1A-28A-42A_n78A-n257A</w:t>
            </w:r>
          </w:p>
          <w:p w14:paraId="4B2EBD58" w14:textId="77777777" w:rsidR="001F553E" w:rsidRDefault="001F553E" w:rsidP="00AC3FE8">
            <w:pPr>
              <w:pStyle w:val="TAC"/>
              <w:rPr>
                <w:noProof/>
                <w:lang w:eastAsia="ko-KR"/>
              </w:rPr>
            </w:pPr>
            <w:r>
              <w:rPr>
                <w:noProof/>
                <w:lang w:eastAsia="zh-CN"/>
              </w:rPr>
              <w:t>DC_1A-28A-42A_n78A-n257G</w:t>
            </w:r>
          </w:p>
          <w:p w14:paraId="5B22B175" w14:textId="77777777" w:rsidR="001F553E" w:rsidRDefault="001F553E" w:rsidP="00AC3FE8">
            <w:pPr>
              <w:pStyle w:val="TAC"/>
              <w:rPr>
                <w:noProof/>
                <w:lang w:eastAsia="ko-KR"/>
              </w:rPr>
            </w:pPr>
            <w:r>
              <w:rPr>
                <w:noProof/>
                <w:lang w:eastAsia="zh-CN"/>
              </w:rPr>
              <w:t>DC_1A-28A-42A_n78A-n257H</w:t>
            </w:r>
          </w:p>
          <w:p w14:paraId="5CFEC333" w14:textId="77777777" w:rsidR="001F553E" w:rsidRDefault="001F553E" w:rsidP="00AC3FE8">
            <w:pPr>
              <w:pStyle w:val="TAC"/>
              <w:rPr>
                <w:noProof/>
                <w:lang w:eastAsia="zh-CN"/>
              </w:rPr>
            </w:pPr>
            <w:r>
              <w:rPr>
                <w:noProof/>
                <w:lang w:eastAsia="zh-CN"/>
              </w:rPr>
              <w:t>DC_1A-28A-42A_n78A-n257I</w:t>
            </w:r>
          </w:p>
          <w:p w14:paraId="3493525F" w14:textId="77777777" w:rsidR="001F553E" w:rsidRDefault="001F553E" w:rsidP="00AC3FE8">
            <w:pPr>
              <w:pStyle w:val="TAC"/>
              <w:rPr>
                <w:noProof/>
              </w:rPr>
            </w:pPr>
            <w:r>
              <w:rPr>
                <w:noProof/>
              </w:rPr>
              <w:t>DC_1A-28A-42C_n78A-n257A</w:t>
            </w:r>
          </w:p>
          <w:p w14:paraId="12CBCDFF" w14:textId="77777777" w:rsidR="001F553E" w:rsidRDefault="001F553E" w:rsidP="00AC3FE8">
            <w:pPr>
              <w:pStyle w:val="TAC"/>
              <w:rPr>
                <w:noProof/>
                <w:lang w:eastAsia="ko-KR"/>
              </w:rPr>
            </w:pPr>
            <w:r>
              <w:rPr>
                <w:noProof/>
                <w:lang w:eastAsia="zh-CN"/>
              </w:rPr>
              <w:t>DC_1A-28A-42C_n78A-n257G</w:t>
            </w:r>
          </w:p>
          <w:p w14:paraId="2FAA6E0E" w14:textId="77777777" w:rsidR="001F553E" w:rsidRDefault="001F553E" w:rsidP="00AC3FE8">
            <w:pPr>
              <w:pStyle w:val="TAC"/>
              <w:rPr>
                <w:noProof/>
                <w:lang w:eastAsia="ko-KR"/>
              </w:rPr>
            </w:pPr>
            <w:r>
              <w:rPr>
                <w:noProof/>
                <w:lang w:eastAsia="zh-CN"/>
              </w:rPr>
              <w:t>DC_1A-28A-42C_n78A-n257H</w:t>
            </w:r>
          </w:p>
          <w:p w14:paraId="384CCE54" w14:textId="77777777" w:rsidR="001F553E" w:rsidRDefault="001F553E" w:rsidP="00AC3FE8">
            <w:pPr>
              <w:pStyle w:val="TAC"/>
              <w:rPr>
                <w:noProof/>
              </w:rPr>
            </w:pPr>
            <w:r>
              <w:rPr>
                <w:noProof/>
                <w:lang w:eastAsia="zh-CN"/>
              </w:rPr>
              <w:t>DC_1A-28A-42C_n78A-n257I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5942BAD" w14:textId="77777777" w:rsidR="001F553E" w:rsidRDefault="001F553E" w:rsidP="00AC3FE8">
            <w:pPr>
              <w:pStyle w:val="TAC"/>
              <w:rPr>
                <w:rFonts w:cs="Arial"/>
                <w:lang w:eastAsia="zh-CN"/>
              </w:rPr>
            </w:pPr>
            <w:r>
              <w:rPr>
                <w:rFonts w:cs="Arial"/>
                <w:lang w:eastAsia="zh-CN"/>
              </w:rPr>
              <w:t>DC_1A_n78A</w:t>
            </w:r>
          </w:p>
          <w:p w14:paraId="505C90C5" w14:textId="77777777" w:rsidR="001F553E" w:rsidRDefault="001F553E" w:rsidP="00AC3FE8">
            <w:pPr>
              <w:pStyle w:val="TAC"/>
              <w:rPr>
                <w:rFonts w:cs="Arial"/>
                <w:lang w:eastAsia="zh-CN"/>
              </w:rPr>
            </w:pPr>
            <w:r>
              <w:rPr>
                <w:rFonts w:cs="Arial"/>
                <w:lang w:eastAsia="zh-CN"/>
              </w:rPr>
              <w:t>DC_1A_n257A</w:t>
            </w:r>
          </w:p>
          <w:p w14:paraId="0A2AB867" w14:textId="77777777" w:rsidR="001F553E" w:rsidRDefault="001F553E" w:rsidP="00AC3FE8">
            <w:pPr>
              <w:pStyle w:val="TAC"/>
              <w:rPr>
                <w:rFonts w:cs="Arial"/>
                <w:lang w:eastAsia="zh-CN"/>
              </w:rPr>
            </w:pPr>
            <w:r>
              <w:rPr>
                <w:rFonts w:cs="Arial"/>
                <w:lang w:eastAsia="zh-CN"/>
              </w:rPr>
              <w:t>DC_1A_n257G</w:t>
            </w:r>
          </w:p>
          <w:p w14:paraId="23F0EAF0" w14:textId="77777777" w:rsidR="001F553E" w:rsidRDefault="001F553E" w:rsidP="00AC3FE8">
            <w:pPr>
              <w:pStyle w:val="TAC"/>
              <w:rPr>
                <w:rFonts w:cs="Arial"/>
                <w:lang w:eastAsia="zh-CN"/>
              </w:rPr>
            </w:pPr>
            <w:r>
              <w:rPr>
                <w:rFonts w:cs="Arial"/>
                <w:lang w:eastAsia="zh-CN"/>
              </w:rPr>
              <w:t>DC_1A_n257H</w:t>
            </w:r>
          </w:p>
          <w:p w14:paraId="6C71B068" w14:textId="77777777" w:rsidR="001F553E" w:rsidRDefault="001F553E" w:rsidP="00AC3FE8">
            <w:pPr>
              <w:pStyle w:val="TAC"/>
              <w:rPr>
                <w:rFonts w:cs="Arial"/>
                <w:lang w:eastAsia="zh-CN"/>
              </w:rPr>
            </w:pPr>
            <w:r>
              <w:rPr>
                <w:rFonts w:cs="Arial"/>
                <w:lang w:eastAsia="zh-CN"/>
              </w:rPr>
              <w:t>DC_1A_n257I</w:t>
            </w:r>
          </w:p>
          <w:p w14:paraId="608980F6" w14:textId="77777777" w:rsidR="001F553E" w:rsidRDefault="001F553E" w:rsidP="00AC3FE8">
            <w:pPr>
              <w:pStyle w:val="TAC"/>
              <w:rPr>
                <w:rFonts w:cs="Arial"/>
                <w:lang w:eastAsia="zh-CN"/>
              </w:rPr>
            </w:pPr>
            <w:r>
              <w:rPr>
                <w:rFonts w:cs="Arial"/>
                <w:lang w:eastAsia="zh-CN"/>
              </w:rPr>
              <w:t>DC_28A_n78A</w:t>
            </w:r>
          </w:p>
          <w:p w14:paraId="16254EE3" w14:textId="77777777" w:rsidR="001F553E" w:rsidRDefault="001F553E" w:rsidP="00AC3FE8">
            <w:pPr>
              <w:pStyle w:val="TAC"/>
              <w:rPr>
                <w:rFonts w:cs="Arial"/>
                <w:lang w:eastAsia="zh-CN"/>
              </w:rPr>
            </w:pPr>
            <w:r>
              <w:rPr>
                <w:rFonts w:cs="Arial"/>
                <w:lang w:eastAsia="zh-CN"/>
              </w:rPr>
              <w:t>DC_28A_n257A</w:t>
            </w:r>
          </w:p>
          <w:p w14:paraId="3050150F" w14:textId="77777777" w:rsidR="001F553E" w:rsidRDefault="001F553E" w:rsidP="00AC3FE8">
            <w:pPr>
              <w:pStyle w:val="TAC"/>
              <w:rPr>
                <w:rFonts w:cs="Arial"/>
                <w:lang w:eastAsia="zh-CN"/>
              </w:rPr>
            </w:pPr>
            <w:r>
              <w:rPr>
                <w:rFonts w:cs="Arial"/>
                <w:lang w:eastAsia="zh-CN"/>
              </w:rPr>
              <w:t>DC_28A_n257G</w:t>
            </w:r>
          </w:p>
          <w:p w14:paraId="0B44BBF1" w14:textId="77777777" w:rsidR="001F553E" w:rsidRDefault="001F553E" w:rsidP="00AC3FE8">
            <w:pPr>
              <w:pStyle w:val="TAC"/>
              <w:rPr>
                <w:rFonts w:cs="Arial"/>
                <w:lang w:eastAsia="zh-CN"/>
              </w:rPr>
            </w:pPr>
            <w:r>
              <w:rPr>
                <w:rFonts w:cs="Arial"/>
                <w:lang w:eastAsia="zh-CN"/>
              </w:rPr>
              <w:t>DC_28A_n257H</w:t>
            </w:r>
          </w:p>
          <w:p w14:paraId="66EAB7B5" w14:textId="77777777" w:rsidR="001F553E" w:rsidRDefault="001F553E" w:rsidP="00AC3FE8">
            <w:pPr>
              <w:pStyle w:val="TAC"/>
              <w:rPr>
                <w:rFonts w:cs="Arial"/>
                <w:lang w:eastAsia="zh-CN"/>
              </w:rPr>
            </w:pPr>
            <w:r>
              <w:rPr>
                <w:rFonts w:cs="Arial"/>
                <w:lang w:eastAsia="zh-CN"/>
              </w:rPr>
              <w:t>DC_28A_n257I</w:t>
            </w:r>
          </w:p>
          <w:p w14:paraId="55968C92" w14:textId="77777777" w:rsidR="001F553E" w:rsidRDefault="001F553E" w:rsidP="00AC3FE8">
            <w:pPr>
              <w:pStyle w:val="TAC"/>
              <w:rPr>
                <w:rFonts w:cs="Arial"/>
                <w:lang w:eastAsia="zh-CN"/>
              </w:rPr>
            </w:pPr>
            <w:r>
              <w:rPr>
                <w:rFonts w:cs="Arial"/>
                <w:lang w:eastAsia="zh-CN"/>
              </w:rPr>
              <w:t>DC_42A_n257A</w:t>
            </w:r>
          </w:p>
          <w:p w14:paraId="0B9B9383" w14:textId="77777777" w:rsidR="001F553E" w:rsidRDefault="001F553E" w:rsidP="00AC3FE8">
            <w:pPr>
              <w:pStyle w:val="TAC"/>
              <w:rPr>
                <w:rFonts w:cs="Arial"/>
                <w:lang w:eastAsia="zh-CN"/>
              </w:rPr>
            </w:pPr>
            <w:r>
              <w:rPr>
                <w:rFonts w:cs="Arial"/>
                <w:lang w:eastAsia="zh-CN"/>
              </w:rPr>
              <w:t>DC_42A_n257G</w:t>
            </w:r>
          </w:p>
          <w:p w14:paraId="6A76AD3A" w14:textId="77777777" w:rsidR="001F553E" w:rsidRDefault="001F553E" w:rsidP="00AC3FE8">
            <w:pPr>
              <w:pStyle w:val="TAC"/>
              <w:rPr>
                <w:rFonts w:cs="Arial"/>
                <w:lang w:eastAsia="zh-CN"/>
              </w:rPr>
            </w:pPr>
            <w:r>
              <w:rPr>
                <w:rFonts w:cs="Arial"/>
                <w:lang w:eastAsia="zh-CN"/>
              </w:rPr>
              <w:t>DC_42A_n257H</w:t>
            </w:r>
          </w:p>
          <w:p w14:paraId="65E08374" w14:textId="77777777" w:rsidR="001F553E" w:rsidRDefault="001F553E" w:rsidP="00AC3FE8">
            <w:pPr>
              <w:pStyle w:val="TAC"/>
              <w:rPr>
                <w:rFonts w:cs="Arial"/>
                <w:lang w:eastAsia="zh-CN"/>
              </w:rPr>
            </w:pPr>
            <w:r>
              <w:rPr>
                <w:rFonts w:cs="Arial"/>
                <w:lang w:eastAsia="zh-CN"/>
              </w:rPr>
              <w:t>DC_42A_n257I</w:t>
            </w:r>
          </w:p>
          <w:p w14:paraId="711FDCDE" w14:textId="77777777" w:rsidR="001F553E" w:rsidRDefault="001F553E" w:rsidP="00AC3FE8">
            <w:pPr>
              <w:pStyle w:val="TAC"/>
              <w:rPr>
                <w:rFonts w:cs="Arial"/>
                <w:lang w:eastAsia="zh-CN"/>
              </w:rPr>
            </w:pPr>
            <w:r>
              <w:rPr>
                <w:rFonts w:cs="Arial"/>
                <w:lang w:eastAsia="zh-CN"/>
              </w:rPr>
              <w:t>DC_42C_n257A</w:t>
            </w:r>
          </w:p>
          <w:p w14:paraId="6E6927C8" w14:textId="77777777" w:rsidR="001F553E" w:rsidRDefault="001F553E" w:rsidP="00AC3FE8">
            <w:pPr>
              <w:pStyle w:val="TAC"/>
              <w:rPr>
                <w:rFonts w:cs="Arial"/>
                <w:lang w:val="sv-FI" w:eastAsia="zh-CN"/>
              </w:rPr>
            </w:pPr>
            <w:r>
              <w:rPr>
                <w:rFonts w:cs="Arial"/>
                <w:lang w:val="sv-FI" w:eastAsia="zh-CN"/>
              </w:rPr>
              <w:t>DC_42C_n257G</w:t>
            </w:r>
          </w:p>
          <w:p w14:paraId="53281CAA" w14:textId="77777777" w:rsidR="001F553E" w:rsidRDefault="001F553E" w:rsidP="00AC3FE8">
            <w:pPr>
              <w:pStyle w:val="TAC"/>
              <w:rPr>
                <w:rFonts w:cs="Arial"/>
                <w:lang w:val="sv-FI" w:eastAsia="zh-CN"/>
              </w:rPr>
            </w:pPr>
            <w:r>
              <w:rPr>
                <w:rFonts w:cs="Arial"/>
                <w:lang w:val="sv-FI" w:eastAsia="zh-CN"/>
              </w:rPr>
              <w:t>DC_42C_n257H</w:t>
            </w:r>
          </w:p>
          <w:p w14:paraId="44E08D15" w14:textId="77777777" w:rsidR="001F553E" w:rsidRDefault="001F553E" w:rsidP="00AC3FE8">
            <w:pPr>
              <w:pStyle w:val="TAC"/>
              <w:rPr>
                <w:noProof/>
                <w:lang w:val="sv-FI"/>
              </w:rPr>
            </w:pPr>
            <w:r>
              <w:rPr>
                <w:rFonts w:cs="Arial"/>
                <w:lang w:val="sv-FI" w:eastAsia="zh-CN"/>
              </w:rPr>
              <w:t>DC_42C_n257I</w:t>
            </w:r>
          </w:p>
        </w:tc>
      </w:tr>
      <w:tr w:rsidR="001F553E" w14:paraId="6C52149B"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61F62552" w14:textId="77777777" w:rsidR="001F553E" w:rsidRDefault="001F553E" w:rsidP="00AC3FE8">
            <w:pPr>
              <w:pStyle w:val="TAC"/>
              <w:rPr>
                <w:noProof/>
              </w:rPr>
            </w:pPr>
            <w:r>
              <w:rPr>
                <w:noProof/>
              </w:rPr>
              <w:lastRenderedPageBreak/>
              <w:t>DC_1A-41A-42A_n77A-n257A</w:t>
            </w:r>
          </w:p>
          <w:p w14:paraId="3B02A629" w14:textId="77777777" w:rsidR="001F553E" w:rsidRDefault="001F553E" w:rsidP="00AC3FE8">
            <w:pPr>
              <w:pStyle w:val="TAC"/>
              <w:rPr>
                <w:noProof/>
                <w:lang w:eastAsia="ko-KR"/>
              </w:rPr>
            </w:pPr>
            <w:r>
              <w:rPr>
                <w:noProof/>
                <w:lang w:eastAsia="zh-CN"/>
              </w:rPr>
              <w:t>DC_1A-41A-42A_n77A-n257G</w:t>
            </w:r>
          </w:p>
          <w:p w14:paraId="6FAD57E5" w14:textId="77777777" w:rsidR="001F553E" w:rsidRDefault="001F553E" w:rsidP="00AC3FE8">
            <w:pPr>
              <w:pStyle w:val="TAC"/>
              <w:rPr>
                <w:noProof/>
                <w:lang w:eastAsia="ko-KR"/>
              </w:rPr>
            </w:pPr>
            <w:r>
              <w:rPr>
                <w:noProof/>
                <w:lang w:eastAsia="zh-CN"/>
              </w:rPr>
              <w:t>DC_1A-41A-42A_n77A-n257H</w:t>
            </w:r>
          </w:p>
          <w:p w14:paraId="6811E6B2" w14:textId="77777777" w:rsidR="001F553E" w:rsidRDefault="001F553E" w:rsidP="00AC3FE8">
            <w:pPr>
              <w:pStyle w:val="TAC"/>
              <w:rPr>
                <w:noProof/>
                <w:lang w:eastAsia="zh-CN"/>
              </w:rPr>
            </w:pPr>
            <w:r>
              <w:rPr>
                <w:noProof/>
                <w:lang w:eastAsia="zh-CN"/>
              </w:rPr>
              <w:t>DC_1A-41A-42A_n77A-n257I</w:t>
            </w:r>
          </w:p>
          <w:p w14:paraId="11CC3A45" w14:textId="77777777" w:rsidR="001F553E" w:rsidRDefault="001F553E" w:rsidP="00AC3FE8">
            <w:pPr>
              <w:pStyle w:val="TAC"/>
              <w:rPr>
                <w:noProof/>
              </w:rPr>
            </w:pPr>
            <w:r>
              <w:rPr>
                <w:noProof/>
              </w:rPr>
              <w:t>DC_1A-41A-42C_n77A-n257A</w:t>
            </w:r>
          </w:p>
          <w:p w14:paraId="62E4295A" w14:textId="77777777" w:rsidR="001F553E" w:rsidRDefault="001F553E" w:rsidP="00AC3FE8">
            <w:pPr>
              <w:pStyle w:val="TAC"/>
              <w:rPr>
                <w:noProof/>
                <w:lang w:eastAsia="ko-KR"/>
              </w:rPr>
            </w:pPr>
            <w:r>
              <w:rPr>
                <w:noProof/>
                <w:lang w:eastAsia="zh-CN"/>
              </w:rPr>
              <w:t>DC_1A-41A-42C_n77A-n257G</w:t>
            </w:r>
          </w:p>
          <w:p w14:paraId="66135C0D" w14:textId="77777777" w:rsidR="001F553E" w:rsidRDefault="001F553E" w:rsidP="00AC3FE8">
            <w:pPr>
              <w:pStyle w:val="TAC"/>
              <w:rPr>
                <w:noProof/>
                <w:lang w:eastAsia="ko-KR"/>
              </w:rPr>
            </w:pPr>
            <w:r>
              <w:rPr>
                <w:noProof/>
                <w:lang w:eastAsia="zh-CN"/>
              </w:rPr>
              <w:t>DC_1A-41A-42C_n77A-n257H</w:t>
            </w:r>
          </w:p>
          <w:p w14:paraId="0FBF5051" w14:textId="77777777" w:rsidR="001F553E" w:rsidRDefault="001F553E" w:rsidP="00AC3FE8">
            <w:pPr>
              <w:pStyle w:val="TAC"/>
              <w:rPr>
                <w:noProof/>
                <w:lang w:eastAsia="zh-CN"/>
              </w:rPr>
            </w:pPr>
            <w:r>
              <w:rPr>
                <w:noProof/>
                <w:lang w:eastAsia="zh-CN"/>
              </w:rPr>
              <w:t>DC_1A-41A-42C_n77A-n257I</w:t>
            </w:r>
          </w:p>
          <w:p w14:paraId="3978F4FD" w14:textId="77777777" w:rsidR="001F553E" w:rsidRDefault="001F553E" w:rsidP="00AC3FE8">
            <w:pPr>
              <w:pStyle w:val="TAC"/>
              <w:rPr>
                <w:noProof/>
              </w:rPr>
            </w:pPr>
            <w:r>
              <w:rPr>
                <w:noProof/>
              </w:rPr>
              <w:t>DC_1A-41C-42A_n77A-n257A</w:t>
            </w:r>
          </w:p>
          <w:p w14:paraId="705B6546" w14:textId="77777777" w:rsidR="001F553E" w:rsidRDefault="001F553E" w:rsidP="00AC3FE8">
            <w:pPr>
              <w:pStyle w:val="TAC"/>
              <w:rPr>
                <w:noProof/>
                <w:lang w:eastAsia="ko-KR"/>
              </w:rPr>
            </w:pPr>
            <w:r>
              <w:rPr>
                <w:noProof/>
                <w:lang w:eastAsia="zh-CN"/>
              </w:rPr>
              <w:t>DC_1A-41C-42A_n77A-n257G</w:t>
            </w:r>
          </w:p>
          <w:p w14:paraId="7D4926B0" w14:textId="77777777" w:rsidR="001F553E" w:rsidRDefault="001F553E" w:rsidP="00AC3FE8">
            <w:pPr>
              <w:pStyle w:val="TAC"/>
              <w:rPr>
                <w:noProof/>
                <w:lang w:eastAsia="ko-KR"/>
              </w:rPr>
            </w:pPr>
            <w:r>
              <w:rPr>
                <w:noProof/>
                <w:lang w:eastAsia="zh-CN"/>
              </w:rPr>
              <w:t>DC_1A-41C-42A_n77A-n257H</w:t>
            </w:r>
          </w:p>
          <w:p w14:paraId="7A5E1C4E" w14:textId="77777777" w:rsidR="001F553E" w:rsidRDefault="001F553E" w:rsidP="00AC3FE8">
            <w:pPr>
              <w:pStyle w:val="TAC"/>
              <w:rPr>
                <w:noProof/>
                <w:lang w:eastAsia="zh-CN"/>
              </w:rPr>
            </w:pPr>
            <w:r>
              <w:rPr>
                <w:noProof/>
                <w:lang w:eastAsia="zh-CN"/>
              </w:rPr>
              <w:t>DC_1A-41C-42A_n77A-n257I</w:t>
            </w:r>
          </w:p>
          <w:p w14:paraId="0770CB9C" w14:textId="77777777" w:rsidR="001F553E" w:rsidRDefault="001F553E" w:rsidP="00AC3FE8">
            <w:pPr>
              <w:pStyle w:val="TAC"/>
              <w:rPr>
                <w:noProof/>
              </w:rPr>
            </w:pPr>
            <w:r>
              <w:rPr>
                <w:noProof/>
              </w:rPr>
              <w:t>DC_1A-41C-42C_n77A-n257A</w:t>
            </w:r>
          </w:p>
          <w:p w14:paraId="0D3FC91C" w14:textId="77777777" w:rsidR="001F553E" w:rsidRDefault="001F553E" w:rsidP="00AC3FE8">
            <w:pPr>
              <w:pStyle w:val="TAC"/>
              <w:rPr>
                <w:noProof/>
                <w:lang w:eastAsia="ko-KR"/>
              </w:rPr>
            </w:pPr>
            <w:r>
              <w:rPr>
                <w:noProof/>
                <w:lang w:eastAsia="zh-CN"/>
              </w:rPr>
              <w:t>DC_1A-41C-42C_n77A-n257G</w:t>
            </w:r>
          </w:p>
          <w:p w14:paraId="6312FBCE" w14:textId="77777777" w:rsidR="001F553E" w:rsidRDefault="001F553E" w:rsidP="00AC3FE8">
            <w:pPr>
              <w:pStyle w:val="TAC"/>
              <w:rPr>
                <w:noProof/>
                <w:lang w:eastAsia="ko-KR"/>
              </w:rPr>
            </w:pPr>
            <w:r>
              <w:rPr>
                <w:noProof/>
                <w:lang w:eastAsia="zh-CN"/>
              </w:rPr>
              <w:t>DC_1A-41C-42C_n77A-n257H</w:t>
            </w:r>
          </w:p>
          <w:p w14:paraId="6A52F65C" w14:textId="77777777" w:rsidR="001F553E" w:rsidRDefault="001F553E" w:rsidP="00AC3FE8">
            <w:pPr>
              <w:pStyle w:val="TAC"/>
              <w:rPr>
                <w:noProof/>
              </w:rPr>
            </w:pPr>
            <w:r>
              <w:rPr>
                <w:noProof/>
                <w:lang w:eastAsia="zh-CN"/>
              </w:rPr>
              <w:t>DC_1A-41C-42C_n77A-n257I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BC2102D" w14:textId="77777777" w:rsidR="001F553E" w:rsidRDefault="001F553E" w:rsidP="00AC3FE8">
            <w:pPr>
              <w:pStyle w:val="TAC"/>
              <w:rPr>
                <w:rFonts w:cs="Arial"/>
                <w:lang w:eastAsia="zh-CN"/>
              </w:rPr>
            </w:pPr>
            <w:r>
              <w:rPr>
                <w:rFonts w:cs="Arial"/>
                <w:lang w:eastAsia="zh-CN"/>
              </w:rPr>
              <w:t>DC_1A_n77A</w:t>
            </w:r>
          </w:p>
          <w:p w14:paraId="2EF33F47" w14:textId="77777777" w:rsidR="001F553E" w:rsidRDefault="001F553E" w:rsidP="00AC3FE8">
            <w:pPr>
              <w:pStyle w:val="TAC"/>
              <w:rPr>
                <w:rFonts w:cs="Arial"/>
                <w:lang w:eastAsia="zh-CN"/>
              </w:rPr>
            </w:pPr>
            <w:r>
              <w:rPr>
                <w:rFonts w:cs="Arial"/>
                <w:lang w:eastAsia="zh-CN"/>
              </w:rPr>
              <w:t>DC_1A_n257A</w:t>
            </w:r>
          </w:p>
          <w:p w14:paraId="44CF51B9" w14:textId="77777777" w:rsidR="001F553E" w:rsidRDefault="001F553E" w:rsidP="00AC3FE8">
            <w:pPr>
              <w:pStyle w:val="TAC"/>
              <w:rPr>
                <w:rFonts w:cs="Arial"/>
                <w:lang w:eastAsia="zh-CN"/>
              </w:rPr>
            </w:pPr>
            <w:r>
              <w:rPr>
                <w:rFonts w:cs="Arial"/>
                <w:lang w:eastAsia="zh-CN"/>
              </w:rPr>
              <w:t>DC_1A_n257G</w:t>
            </w:r>
          </w:p>
          <w:p w14:paraId="607EF242" w14:textId="77777777" w:rsidR="001F553E" w:rsidRDefault="001F553E" w:rsidP="00AC3FE8">
            <w:pPr>
              <w:pStyle w:val="TAC"/>
              <w:rPr>
                <w:rFonts w:cs="Arial"/>
                <w:lang w:eastAsia="zh-CN"/>
              </w:rPr>
            </w:pPr>
            <w:r>
              <w:rPr>
                <w:rFonts w:cs="Arial"/>
                <w:lang w:eastAsia="zh-CN"/>
              </w:rPr>
              <w:t>DC_1A_n257H</w:t>
            </w:r>
          </w:p>
          <w:p w14:paraId="0120B5D5" w14:textId="77777777" w:rsidR="001F553E" w:rsidRDefault="001F553E" w:rsidP="00AC3FE8">
            <w:pPr>
              <w:pStyle w:val="TAC"/>
              <w:rPr>
                <w:rFonts w:cs="Arial"/>
                <w:lang w:eastAsia="zh-CN"/>
              </w:rPr>
            </w:pPr>
            <w:r>
              <w:rPr>
                <w:rFonts w:cs="Arial"/>
                <w:lang w:eastAsia="zh-CN"/>
              </w:rPr>
              <w:t>DC_1A_n257I</w:t>
            </w:r>
          </w:p>
          <w:p w14:paraId="5EEC566A" w14:textId="77777777" w:rsidR="001F553E" w:rsidRDefault="001F553E" w:rsidP="00AC3FE8">
            <w:pPr>
              <w:pStyle w:val="TAC"/>
              <w:rPr>
                <w:rFonts w:cs="Arial"/>
                <w:lang w:eastAsia="zh-CN"/>
              </w:rPr>
            </w:pPr>
            <w:r>
              <w:rPr>
                <w:rFonts w:cs="Arial"/>
                <w:lang w:eastAsia="zh-CN"/>
              </w:rPr>
              <w:t>DC_41A_n77A</w:t>
            </w:r>
          </w:p>
          <w:p w14:paraId="2BBBF687" w14:textId="77777777" w:rsidR="001F553E" w:rsidRDefault="001F553E" w:rsidP="00AC3FE8">
            <w:pPr>
              <w:pStyle w:val="TAC"/>
              <w:rPr>
                <w:rFonts w:cs="Arial"/>
                <w:lang w:eastAsia="zh-CN"/>
              </w:rPr>
            </w:pPr>
            <w:r>
              <w:rPr>
                <w:rFonts w:cs="Arial"/>
                <w:lang w:eastAsia="zh-CN"/>
              </w:rPr>
              <w:t>DC_41A_n257A</w:t>
            </w:r>
          </w:p>
          <w:p w14:paraId="64ED6C10" w14:textId="77777777" w:rsidR="001F553E" w:rsidRDefault="001F553E" w:rsidP="00AC3FE8">
            <w:pPr>
              <w:pStyle w:val="TAC"/>
              <w:rPr>
                <w:rFonts w:cs="Arial"/>
                <w:lang w:eastAsia="zh-CN"/>
              </w:rPr>
            </w:pPr>
            <w:r>
              <w:rPr>
                <w:rFonts w:cs="Arial"/>
                <w:lang w:eastAsia="zh-CN"/>
              </w:rPr>
              <w:t>DC_41A_n257G</w:t>
            </w:r>
          </w:p>
          <w:p w14:paraId="0357858C" w14:textId="77777777" w:rsidR="001F553E" w:rsidRDefault="001F553E" w:rsidP="00AC3FE8">
            <w:pPr>
              <w:pStyle w:val="TAC"/>
              <w:rPr>
                <w:rFonts w:cs="Arial"/>
                <w:lang w:eastAsia="zh-CN"/>
              </w:rPr>
            </w:pPr>
            <w:r>
              <w:rPr>
                <w:rFonts w:cs="Arial"/>
                <w:lang w:eastAsia="zh-CN"/>
              </w:rPr>
              <w:t>DC_41A_n257H</w:t>
            </w:r>
          </w:p>
          <w:p w14:paraId="4FAAF645" w14:textId="77777777" w:rsidR="001F553E" w:rsidRDefault="001F553E" w:rsidP="00AC3FE8">
            <w:pPr>
              <w:pStyle w:val="TAC"/>
              <w:rPr>
                <w:rFonts w:cs="Arial"/>
                <w:lang w:eastAsia="zh-CN"/>
              </w:rPr>
            </w:pPr>
            <w:r>
              <w:rPr>
                <w:rFonts w:cs="Arial"/>
                <w:lang w:eastAsia="zh-CN"/>
              </w:rPr>
              <w:t>DC_41A_n257I</w:t>
            </w:r>
          </w:p>
          <w:p w14:paraId="6CB6878F" w14:textId="77777777" w:rsidR="001F553E" w:rsidRDefault="001F553E" w:rsidP="00AC3FE8">
            <w:pPr>
              <w:pStyle w:val="TAC"/>
              <w:rPr>
                <w:rFonts w:cs="Arial"/>
                <w:lang w:eastAsia="zh-CN"/>
              </w:rPr>
            </w:pPr>
            <w:r>
              <w:rPr>
                <w:rFonts w:cs="Arial"/>
                <w:lang w:eastAsia="zh-CN"/>
              </w:rPr>
              <w:t>DC_41C_n77A</w:t>
            </w:r>
          </w:p>
          <w:p w14:paraId="317B78A1" w14:textId="77777777" w:rsidR="001F553E" w:rsidRDefault="001F553E" w:rsidP="00AC3FE8">
            <w:pPr>
              <w:pStyle w:val="TAC"/>
              <w:rPr>
                <w:rFonts w:cs="Arial"/>
                <w:lang w:eastAsia="zh-CN"/>
              </w:rPr>
            </w:pPr>
            <w:r>
              <w:rPr>
                <w:rFonts w:cs="Arial"/>
                <w:lang w:eastAsia="zh-CN"/>
              </w:rPr>
              <w:t>DC_41C_n257A</w:t>
            </w:r>
          </w:p>
          <w:p w14:paraId="68CF7FBE" w14:textId="77777777" w:rsidR="001F553E" w:rsidRDefault="001F553E" w:rsidP="00AC3FE8">
            <w:pPr>
              <w:pStyle w:val="TAC"/>
              <w:rPr>
                <w:rFonts w:cs="Arial"/>
                <w:lang w:val="sv-FI" w:eastAsia="zh-CN"/>
              </w:rPr>
            </w:pPr>
            <w:r>
              <w:rPr>
                <w:rFonts w:cs="Arial"/>
                <w:lang w:val="sv-FI" w:eastAsia="zh-CN"/>
              </w:rPr>
              <w:t>DC_41C_n257G</w:t>
            </w:r>
          </w:p>
          <w:p w14:paraId="7B649242" w14:textId="77777777" w:rsidR="001F553E" w:rsidRDefault="001F553E" w:rsidP="00AC3FE8">
            <w:pPr>
              <w:pStyle w:val="TAC"/>
              <w:rPr>
                <w:rFonts w:cs="Arial"/>
                <w:lang w:val="sv-FI" w:eastAsia="zh-CN"/>
              </w:rPr>
            </w:pPr>
            <w:r>
              <w:rPr>
                <w:rFonts w:cs="Arial"/>
                <w:lang w:val="sv-FI" w:eastAsia="zh-CN"/>
              </w:rPr>
              <w:t>DC_41C_n257H</w:t>
            </w:r>
          </w:p>
          <w:p w14:paraId="5C4BDFF1" w14:textId="77777777" w:rsidR="001F553E" w:rsidRDefault="001F553E" w:rsidP="00AC3FE8">
            <w:pPr>
              <w:pStyle w:val="TAC"/>
              <w:rPr>
                <w:rFonts w:cs="Arial"/>
                <w:lang w:val="sv-FI" w:eastAsia="zh-CN"/>
              </w:rPr>
            </w:pPr>
            <w:r>
              <w:rPr>
                <w:rFonts w:cs="Arial"/>
                <w:lang w:val="sv-FI" w:eastAsia="zh-CN"/>
              </w:rPr>
              <w:t>DC_41C_n257I</w:t>
            </w:r>
          </w:p>
          <w:p w14:paraId="65DB0507" w14:textId="77777777" w:rsidR="001F553E" w:rsidRDefault="001F553E" w:rsidP="00AC3FE8">
            <w:pPr>
              <w:pStyle w:val="TAC"/>
              <w:rPr>
                <w:rFonts w:cs="Arial"/>
                <w:lang w:eastAsia="zh-CN"/>
              </w:rPr>
            </w:pPr>
            <w:r>
              <w:rPr>
                <w:rFonts w:cs="Arial"/>
                <w:lang w:eastAsia="zh-CN"/>
              </w:rPr>
              <w:t>DC_42A_n257A</w:t>
            </w:r>
          </w:p>
          <w:p w14:paraId="1E5CCDA3" w14:textId="77777777" w:rsidR="001F553E" w:rsidRDefault="001F553E" w:rsidP="00AC3FE8">
            <w:pPr>
              <w:pStyle w:val="TAC"/>
              <w:rPr>
                <w:rFonts w:cs="Arial"/>
                <w:lang w:eastAsia="zh-CN"/>
              </w:rPr>
            </w:pPr>
            <w:r>
              <w:rPr>
                <w:rFonts w:cs="Arial"/>
                <w:lang w:eastAsia="zh-CN"/>
              </w:rPr>
              <w:t>DC_42A_n257G</w:t>
            </w:r>
          </w:p>
          <w:p w14:paraId="6949B5DD" w14:textId="77777777" w:rsidR="001F553E" w:rsidRDefault="001F553E" w:rsidP="00AC3FE8">
            <w:pPr>
              <w:pStyle w:val="TAC"/>
              <w:rPr>
                <w:rFonts w:cs="Arial"/>
                <w:lang w:eastAsia="zh-CN"/>
              </w:rPr>
            </w:pPr>
            <w:r>
              <w:rPr>
                <w:rFonts w:cs="Arial"/>
                <w:lang w:eastAsia="zh-CN"/>
              </w:rPr>
              <w:t>DC_42A_n257H</w:t>
            </w:r>
          </w:p>
          <w:p w14:paraId="4BD2BC58" w14:textId="77777777" w:rsidR="001F553E" w:rsidRDefault="001F553E" w:rsidP="00AC3FE8">
            <w:pPr>
              <w:pStyle w:val="TAC"/>
              <w:rPr>
                <w:rFonts w:cs="Arial"/>
                <w:lang w:eastAsia="zh-CN"/>
              </w:rPr>
            </w:pPr>
            <w:r>
              <w:rPr>
                <w:rFonts w:cs="Arial"/>
                <w:lang w:eastAsia="zh-CN"/>
              </w:rPr>
              <w:t>DC_42A_n257I</w:t>
            </w:r>
          </w:p>
          <w:p w14:paraId="6E906CBC" w14:textId="77777777" w:rsidR="001F553E" w:rsidRDefault="001F553E" w:rsidP="00AC3FE8">
            <w:pPr>
              <w:pStyle w:val="TAC"/>
              <w:rPr>
                <w:rFonts w:cs="Arial"/>
                <w:lang w:eastAsia="zh-CN"/>
              </w:rPr>
            </w:pPr>
            <w:r>
              <w:rPr>
                <w:rFonts w:cs="Arial"/>
                <w:lang w:eastAsia="zh-CN"/>
              </w:rPr>
              <w:t>DC_42C_n257A</w:t>
            </w:r>
          </w:p>
          <w:p w14:paraId="35A8504C" w14:textId="77777777" w:rsidR="001F553E" w:rsidRDefault="001F553E" w:rsidP="00AC3FE8">
            <w:pPr>
              <w:pStyle w:val="TAC"/>
              <w:rPr>
                <w:rFonts w:cs="Arial"/>
                <w:lang w:eastAsia="zh-CN"/>
              </w:rPr>
            </w:pPr>
            <w:r>
              <w:rPr>
                <w:rFonts w:cs="Arial"/>
                <w:lang w:eastAsia="zh-CN"/>
              </w:rPr>
              <w:t>DC_42C_n257G</w:t>
            </w:r>
          </w:p>
          <w:p w14:paraId="151D51F2" w14:textId="77777777" w:rsidR="001F553E" w:rsidRDefault="001F553E" w:rsidP="00AC3FE8">
            <w:pPr>
              <w:pStyle w:val="TAC"/>
              <w:rPr>
                <w:rFonts w:cs="Arial"/>
                <w:lang w:val="sv-FI" w:eastAsia="zh-CN"/>
              </w:rPr>
            </w:pPr>
            <w:r>
              <w:rPr>
                <w:rFonts w:cs="Arial"/>
                <w:lang w:val="sv-FI" w:eastAsia="zh-CN"/>
              </w:rPr>
              <w:t>DC_42C_n257H</w:t>
            </w:r>
          </w:p>
          <w:p w14:paraId="20DD7EB1" w14:textId="77777777" w:rsidR="001F553E" w:rsidRDefault="001F553E" w:rsidP="00AC3FE8">
            <w:pPr>
              <w:pStyle w:val="TAC"/>
              <w:rPr>
                <w:rFonts w:cs="Arial"/>
                <w:lang w:val="sv-FI" w:eastAsia="zh-CN"/>
              </w:rPr>
            </w:pPr>
            <w:r>
              <w:rPr>
                <w:rFonts w:cs="Arial"/>
                <w:lang w:val="sv-FI" w:eastAsia="zh-CN"/>
              </w:rPr>
              <w:t>DC_42C_n257I</w:t>
            </w:r>
          </w:p>
        </w:tc>
      </w:tr>
      <w:tr w:rsidR="001F553E" w14:paraId="17FC503A"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3ED6304" w14:textId="77777777" w:rsidR="001F553E" w:rsidRDefault="001F553E" w:rsidP="00AC3FE8">
            <w:pPr>
              <w:pStyle w:val="TAC"/>
              <w:rPr>
                <w:noProof/>
              </w:rPr>
            </w:pPr>
            <w:r>
              <w:rPr>
                <w:noProof/>
              </w:rPr>
              <w:t>DC_1A-41A-42A_n78A-n257A</w:t>
            </w:r>
          </w:p>
          <w:p w14:paraId="64FC48B9" w14:textId="77777777" w:rsidR="001F553E" w:rsidRDefault="001F553E" w:rsidP="00AC3FE8">
            <w:pPr>
              <w:pStyle w:val="TAC"/>
              <w:rPr>
                <w:noProof/>
                <w:lang w:eastAsia="ko-KR"/>
              </w:rPr>
            </w:pPr>
            <w:r>
              <w:rPr>
                <w:noProof/>
                <w:lang w:eastAsia="zh-CN"/>
              </w:rPr>
              <w:t>DC_1A-41A-42A_n78A-n257G</w:t>
            </w:r>
          </w:p>
          <w:p w14:paraId="3D7ECADB" w14:textId="77777777" w:rsidR="001F553E" w:rsidRDefault="001F553E" w:rsidP="00AC3FE8">
            <w:pPr>
              <w:pStyle w:val="TAC"/>
              <w:rPr>
                <w:noProof/>
                <w:lang w:eastAsia="ko-KR"/>
              </w:rPr>
            </w:pPr>
            <w:r>
              <w:rPr>
                <w:noProof/>
                <w:lang w:eastAsia="zh-CN"/>
              </w:rPr>
              <w:t>DC_1A-41A-42A_n78A-n257H</w:t>
            </w:r>
          </w:p>
          <w:p w14:paraId="443911BE" w14:textId="77777777" w:rsidR="001F553E" w:rsidRDefault="001F553E" w:rsidP="00AC3FE8">
            <w:pPr>
              <w:pStyle w:val="TAC"/>
              <w:rPr>
                <w:noProof/>
                <w:lang w:eastAsia="zh-CN"/>
              </w:rPr>
            </w:pPr>
            <w:r>
              <w:rPr>
                <w:noProof/>
                <w:lang w:eastAsia="zh-CN"/>
              </w:rPr>
              <w:t>DC_1A-41A-42A_n78A-n257I</w:t>
            </w:r>
          </w:p>
          <w:p w14:paraId="5C6A8C39" w14:textId="77777777" w:rsidR="001F553E" w:rsidRDefault="001F553E" w:rsidP="00AC3FE8">
            <w:pPr>
              <w:pStyle w:val="TAC"/>
              <w:rPr>
                <w:noProof/>
              </w:rPr>
            </w:pPr>
            <w:r>
              <w:rPr>
                <w:noProof/>
              </w:rPr>
              <w:t>DC_1A-41A-42C_n78A-n257A</w:t>
            </w:r>
          </w:p>
          <w:p w14:paraId="7E925D9D" w14:textId="77777777" w:rsidR="001F553E" w:rsidRDefault="001F553E" w:rsidP="00AC3FE8">
            <w:pPr>
              <w:pStyle w:val="TAC"/>
              <w:rPr>
                <w:noProof/>
                <w:lang w:eastAsia="ko-KR"/>
              </w:rPr>
            </w:pPr>
            <w:r>
              <w:rPr>
                <w:noProof/>
                <w:lang w:eastAsia="zh-CN"/>
              </w:rPr>
              <w:t>DC_1A-41A-42C_n78A-n257G</w:t>
            </w:r>
          </w:p>
          <w:p w14:paraId="501E5A5A" w14:textId="77777777" w:rsidR="001F553E" w:rsidRDefault="001F553E" w:rsidP="00AC3FE8">
            <w:pPr>
              <w:pStyle w:val="TAC"/>
              <w:rPr>
                <w:noProof/>
                <w:lang w:eastAsia="ko-KR"/>
              </w:rPr>
            </w:pPr>
            <w:r>
              <w:rPr>
                <w:noProof/>
                <w:lang w:eastAsia="zh-CN"/>
              </w:rPr>
              <w:t>DC_1A-41A-42C_n78A-n257H</w:t>
            </w:r>
          </w:p>
          <w:p w14:paraId="377D1486" w14:textId="77777777" w:rsidR="001F553E" w:rsidRDefault="001F553E" w:rsidP="00AC3FE8">
            <w:pPr>
              <w:pStyle w:val="TAC"/>
              <w:rPr>
                <w:noProof/>
                <w:lang w:eastAsia="zh-CN"/>
              </w:rPr>
            </w:pPr>
            <w:r>
              <w:rPr>
                <w:noProof/>
                <w:lang w:eastAsia="zh-CN"/>
              </w:rPr>
              <w:t>DC_1A-41A-42C_n78A-n257I</w:t>
            </w:r>
          </w:p>
          <w:p w14:paraId="54892CC0" w14:textId="77777777" w:rsidR="001F553E" w:rsidRDefault="001F553E" w:rsidP="00AC3FE8">
            <w:pPr>
              <w:pStyle w:val="TAC"/>
              <w:rPr>
                <w:noProof/>
              </w:rPr>
            </w:pPr>
            <w:r>
              <w:rPr>
                <w:noProof/>
              </w:rPr>
              <w:t>DC_1A-41C-42A_n78A-n257A</w:t>
            </w:r>
          </w:p>
          <w:p w14:paraId="2D8693F3" w14:textId="77777777" w:rsidR="001F553E" w:rsidRDefault="001F553E" w:rsidP="00AC3FE8">
            <w:pPr>
              <w:pStyle w:val="TAC"/>
              <w:rPr>
                <w:noProof/>
                <w:lang w:eastAsia="ko-KR"/>
              </w:rPr>
            </w:pPr>
            <w:r>
              <w:rPr>
                <w:noProof/>
                <w:lang w:eastAsia="zh-CN"/>
              </w:rPr>
              <w:t>DC_1A-41C-42A_n78A-n257G</w:t>
            </w:r>
          </w:p>
          <w:p w14:paraId="1EE68EB9" w14:textId="77777777" w:rsidR="001F553E" w:rsidRDefault="001F553E" w:rsidP="00AC3FE8">
            <w:pPr>
              <w:pStyle w:val="TAC"/>
              <w:rPr>
                <w:noProof/>
                <w:lang w:eastAsia="ko-KR"/>
              </w:rPr>
            </w:pPr>
            <w:r>
              <w:rPr>
                <w:noProof/>
                <w:lang w:eastAsia="zh-CN"/>
              </w:rPr>
              <w:t>DC_1A-41C-42A_n78A-n257H</w:t>
            </w:r>
          </w:p>
          <w:p w14:paraId="0DFE0097" w14:textId="77777777" w:rsidR="001F553E" w:rsidRDefault="001F553E" w:rsidP="00AC3FE8">
            <w:pPr>
              <w:pStyle w:val="TAC"/>
              <w:rPr>
                <w:noProof/>
                <w:lang w:eastAsia="zh-CN"/>
              </w:rPr>
            </w:pPr>
            <w:r>
              <w:rPr>
                <w:noProof/>
                <w:lang w:eastAsia="zh-CN"/>
              </w:rPr>
              <w:t>DC_1A-41C-42A_n78A-n257I</w:t>
            </w:r>
          </w:p>
          <w:p w14:paraId="646948DE" w14:textId="77777777" w:rsidR="001F553E" w:rsidRDefault="001F553E" w:rsidP="00AC3FE8">
            <w:pPr>
              <w:pStyle w:val="TAC"/>
              <w:rPr>
                <w:noProof/>
              </w:rPr>
            </w:pPr>
            <w:r>
              <w:rPr>
                <w:noProof/>
              </w:rPr>
              <w:t>DC_1A-41C-42C_n78A-n257A</w:t>
            </w:r>
          </w:p>
          <w:p w14:paraId="361D4657" w14:textId="77777777" w:rsidR="001F553E" w:rsidRDefault="001F553E" w:rsidP="00AC3FE8">
            <w:pPr>
              <w:pStyle w:val="TAC"/>
              <w:rPr>
                <w:noProof/>
                <w:lang w:eastAsia="ko-KR"/>
              </w:rPr>
            </w:pPr>
            <w:r>
              <w:rPr>
                <w:noProof/>
                <w:lang w:eastAsia="zh-CN"/>
              </w:rPr>
              <w:t>DC_1A-41C-42C_n78A-n257G</w:t>
            </w:r>
          </w:p>
          <w:p w14:paraId="1C203B58" w14:textId="77777777" w:rsidR="001F553E" w:rsidRDefault="001F553E" w:rsidP="00AC3FE8">
            <w:pPr>
              <w:pStyle w:val="TAC"/>
              <w:rPr>
                <w:noProof/>
                <w:lang w:eastAsia="ko-KR"/>
              </w:rPr>
            </w:pPr>
            <w:r>
              <w:rPr>
                <w:noProof/>
                <w:lang w:eastAsia="zh-CN"/>
              </w:rPr>
              <w:t>DC_1A-41C-42C_n78A-n257H</w:t>
            </w:r>
          </w:p>
          <w:p w14:paraId="1B915A3D" w14:textId="77777777" w:rsidR="001F553E" w:rsidRDefault="001F553E" w:rsidP="00AC3FE8">
            <w:pPr>
              <w:pStyle w:val="TAC"/>
              <w:rPr>
                <w:noProof/>
              </w:rPr>
            </w:pPr>
            <w:r>
              <w:rPr>
                <w:noProof/>
                <w:lang w:eastAsia="zh-CN"/>
              </w:rPr>
              <w:t>DC_1A-41C-42C_n78A-n257I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23FA3A3" w14:textId="77777777" w:rsidR="001F553E" w:rsidRDefault="001F553E" w:rsidP="00AC3FE8">
            <w:pPr>
              <w:pStyle w:val="TAC"/>
              <w:rPr>
                <w:rFonts w:cs="Arial"/>
                <w:lang w:eastAsia="zh-CN"/>
              </w:rPr>
            </w:pPr>
            <w:r>
              <w:rPr>
                <w:rFonts w:cs="Arial"/>
                <w:lang w:eastAsia="zh-CN"/>
              </w:rPr>
              <w:t>DC_1A_n78A</w:t>
            </w:r>
          </w:p>
          <w:p w14:paraId="4E757703" w14:textId="77777777" w:rsidR="001F553E" w:rsidRDefault="001F553E" w:rsidP="00AC3FE8">
            <w:pPr>
              <w:pStyle w:val="TAC"/>
              <w:rPr>
                <w:rFonts w:cs="Arial"/>
                <w:lang w:eastAsia="zh-CN"/>
              </w:rPr>
            </w:pPr>
            <w:r>
              <w:rPr>
                <w:rFonts w:cs="Arial"/>
                <w:lang w:eastAsia="zh-CN"/>
              </w:rPr>
              <w:t>DC_1A_n257A</w:t>
            </w:r>
          </w:p>
          <w:p w14:paraId="0B637CEB" w14:textId="77777777" w:rsidR="001F553E" w:rsidRDefault="001F553E" w:rsidP="00AC3FE8">
            <w:pPr>
              <w:pStyle w:val="TAC"/>
              <w:rPr>
                <w:rFonts w:cs="Arial"/>
                <w:lang w:eastAsia="zh-CN"/>
              </w:rPr>
            </w:pPr>
            <w:r>
              <w:rPr>
                <w:rFonts w:cs="Arial"/>
                <w:lang w:eastAsia="zh-CN"/>
              </w:rPr>
              <w:t>DC_1A_n257G</w:t>
            </w:r>
          </w:p>
          <w:p w14:paraId="02BBFA26" w14:textId="77777777" w:rsidR="001F553E" w:rsidRDefault="001F553E" w:rsidP="00AC3FE8">
            <w:pPr>
              <w:pStyle w:val="TAC"/>
              <w:rPr>
                <w:rFonts w:cs="Arial"/>
                <w:lang w:eastAsia="zh-CN"/>
              </w:rPr>
            </w:pPr>
            <w:r>
              <w:rPr>
                <w:rFonts w:cs="Arial"/>
                <w:lang w:eastAsia="zh-CN"/>
              </w:rPr>
              <w:t>DC_1A_n257H</w:t>
            </w:r>
          </w:p>
          <w:p w14:paraId="00782ED1" w14:textId="77777777" w:rsidR="001F553E" w:rsidRDefault="001F553E" w:rsidP="00AC3FE8">
            <w:pPr>
              <w:pStyle w:val="TAC"/>
              <w:rPr>
                <w:rFonts w:cs="Arial"/>
                <w:lang w:eastAsia="zh-CN"/>
              </w:rPr>
            </w:pPr>
            <w:r>
              <w:rPr>
                <w:rFonts w:cs="Arial"/>
                <w:lang w:eastAsia="zh-CN"/>
              </w:rPr>
              <w:t>DC_1A_n257I</w:t>
            </w:r>
          </w:p>
          <w:p w14:paraId="1DA8C572" w14:textId="77777777" w:rsidR="001F553E" w:rsidRDefault="001F553E" w:rsidP="00AC3FE8">
            <w:pPr>
              <w:pStyle w:val="TAC"/>
              <w:rPr>
                <w:rFonts w:cs="Arial"/>
                <w:lang w:eastAsia="zh-CN"/>
              </w:rPr>
            </w:pPr>
            <w:r>
              <w:rPr>
                <w:rFonts w:cs="Arial"/>
                <w:lang w:eastAsia="zh-CN"/>
              </w:rPr>
              <w:t>DC_41A_n78A</w:t>
            </w:r>
          </w:p>
          <w:p w14:paraId="6EAB75C1" w14:textId="77777777" w:rsidR="001F553E" w:rsidRDefault="001F553E" w:rsidP="00AC3FE8">
            <w:pPr>
              <w:pStyle w:val="TAC"/>
              <w:rPr>
                <w:rFonts w:cs="Arial"/>
                <w:lang w:eastAsia="zh-CN"/>
              </w:rPr>
            </w:pPr>
            <w:r>
              <w:rPr>
                <w:rFonts w:cs="Arial"/>
                <w:lang w:eastAsia="zh-CN"/>
              </w:rPr>
              <w:t>DC_41A_n257A</w:t>
            </w:r>
          </w:p>
          <w:p w14:paraId="42D167E2" w14:textId="77777777" w:rsidR="001F553E" w:rsidRDefault="001F553E" w:rsidP="00AC3FE8">
            <w:pPr>
              <w:pStyle w:val="TAC"/>
              <w:rPr>
                <w:rFonts w:cs="Arial"/>
                <w:lang w:eastAsia="zh-CN"/>
              </w:rPr>
            </w:pPr>
            <w:r>
              <w:rPr>
                <w:rFonts w:cs="Arial"/>
                <w:lang w:eastAsia="zh-CN"/>
              </w:rPr>
              <w:t>DC_41A_n257G</w:t>
            </w:r>
          </w:p>
          <w:p w14:paraId="768B2795" w14:textId="77777777" w:rsidR="001F553E" w:rsidRDefault="001F553E" w:rsidP="00AC3FE8">
            <w:pPr>
              <w:pStyle w:val="TAC"/>
              <w:rPr>
                <w:rFonts w:cs="Arial"/>
                <w:lang w:eastAsia="zh-CN"/>
              </w:rPr>
            </w:pPr>
            <w:r>
              <w:rPr>
                <w:rFonts w:cs="Arial"/>
                <w:lang w:eastAsia="zh-CN"/>
              </w:rPr>
              <w:t>DC_41A_n257H</w:t>
            </w:r>
          </w:p>
          <w:p w14:paraId="537A8134" w14:textId="77777777" w:rsidR="001F553E" w:rsidRDefault="001F553E" w:rsidP="00AC3FE8">
            <w:pPr>
              <w:pStyle w:val="TAC"/>
              <w:rPr>
                <w:rFonts w:cs="Arial"/>
                <w:lang w:eastAsia="zh-CN"/>
              </w:rPr>
            </w:pPr>
            <w:r>
              <w:rPr>
                <w:rFonts w:cs="Arial"/>
                <w:lang w:eastAsia="zh-CN"/>
              </w:rPr>
              <w:t>DC_41A_n257I</w:t>
            </w:r>
          </w:p>
          <w:p w14:paraId="1DBB8E52" w14:textId="77777777" w:rsidR="001F553E" w:rsidRDefault="001F553E" w:rsidP="00AC3FE8">
            <w:pPr>
              <w:pStyle w:val="TAC"/>
              <w:rPr>
                <w:rFonts w:cs="Arial"/>
                <w:lang w:eastAsia="zh-CN"/>
              </w:rPr>
            </w:pPr>
            <w:r>
              <w:rPr>
                <w:rFonts w:cs="Arial"/>
                <w:lang w:eastAsia="zh-CN"/>
              </w:rPr>
              <w:t>DC_41C_n78A</w:t>
            </w:r>
          </w:p>
          <w:p w14:paraId="3F4F9EE1" w14:textId="77777777" w:rsidR="001F553E" w:rsidRDefault="001F553E" w:rsidP="00AC3FE8">
            <w:pPr>
              <w:pStyle w:val="TAC"/>
              <w:rPr>
                <w:rFonts w:cs="Arial"/>
                <w:lang w:eastAsia="zh-CN"/>
              </w:rPr>
            </w:pPr>
            <w:r>
              <w:rPr>
                <w:rFonts w:cs="Arial"/>
                <w:lang w:eastAsia="zh-CN"/>
              </w:rPr>
              <w:t>DC_41C_n257A</w:t>
            </w:r>
          </w:p>
          <w:p w14:paraId="6C8EF554" w14:textId="77777777" w:rsidR="001F553E" w:rsidRDefault="001F553E" w:rsidP="00AC3FE8">
            <w:pPr>
              <w:pStyle w:val="TAC"/>
              <w:rPr>
                <w:rFonts w:cs="Arial"/>
                <w:lang w:val="sv-FI" w:eastAsia="zh-CN"/>
              </w:rPr>
            </w:pPr>
            <w:r>
              <w:rPr>
                <w:rFonts w:cs="Arial"/>
                <w:lang w:val="sv-FI" w:eastAsia="zh-CN"/>
              </w:rPr>
              <w:t>DC_41C_n257G</w:t>
            </w:r>
          </w:p>
          <w:p w14:paraId="43667E51" w14:textId="77777777" w:rsidR="001F553E" w:rsidRDefault="001F553E" w:rsidP="00AC3FE8">
            <w:pPr>
              <w:pStyle w:val="TAC"/>
              <w:rPr>
                <w:rFonts w:cs="Arial"/>
                <w:lang w:val="sv-FI" w:eastAsia="zh-CN"/>
              </w:rPr>
            </w:pPr>
            <w:r>
              <w:rPr>
                <w:rFonts w:cs="Arial"/>
                <w:lang w:val="sv-FI" w:eastAsia="zh-CN"/>
              </w:rPr>
              <w:t>DC_41C_n257H</w:t>
            </w:r>
          </w:p>
          <w:p w14:paraId="4E08CB5B" w14:textId="77777777" w:rsidR="001F553E" w:rsidRDefault="001F553E" w:rsidP="00AC3FE8">
            <w:pPr>
              <w:pStyle w:val="TAC"/>
              <w:rPr>
                <w:rFonts w:cs="Arial"/>
                <w:lang w:val="sv-FI" w:eastAsia="zh-CN"/>
              </w:rPr>
            </w:pPr>
            <w:r>
              <w:rPr>
                <w:rFonts w:cs="Arial"/>
                <w:lang w:val="sv-FI" w:eastAsia="zh-CN"/>
              </w:rPr>
              <w:t>DC_41C_n257I</w:t>
            </w:r>
          </w:p>
          <w:p w14:paraId="426E4B68" w14:textId="77777777" w:rsidR="001F553E" w:rsidRDefault="001F553E" w:rsidP="00AC3FE8">
            <w:pPr>
              <w:pStyle w:val="TAC"/>
              <w:rPr>
                <w:rFonts w:cs="Arial"/>
                <w:lang w:eastAsia="zh-CN"/>
              </w:rPr>
            </w:pPr>
            <w:r>
              <w:rPr>
                <w:rFonts w:cs="Arial"/>
                <w:lang w:eastAsia="zh-CN"/>
              </w:rPr>
              <w:t>DC_42A_n257A</w:t>
            </w:r>
          </w:p>
          <w:p w14:paraId="1C4FBD75" w14:textId="77777777" w:rsidR="001F553E" w:rsidRDefault="001F553E" w:rsidP="00AC3FE8">
            <w:pPr>
              <w:pStyle w:val="TAC"/>
              <w:rPr>
                <w:rFonts w:cs="Arial"/>
                <w:lang w:eastAsia="zh-CN"/>
              </w:rPr>
            </w:pPr>
            <w:r>
              <w:rPr>
                <w:rFonts w:cs="Arial"/>
                <w:lang w:eastAsia="zh-CN"/>
              </w:rPr>
              <w:t>DC_42A_n257G</w:t>
            </w:r>
          </w:p>
          <w:p w14:paraId="3A2401D4" w14:textId="77777777" w:rsidR="001F553E" w:rsidRDefault="001F553E" w:rsidP="00AC3FE8">
            <w:pPr>
              <w:pStyle w:val="TAC"/>
              <w:rPr>
                <w:rFonts w:cs="Arial"/>
                <w:lang w:eastAsia="zh-CN"/>
              </w:rPr>
            </w:pPr>
            <w:r>
              <w:rPr>
                <w:rFonts w:cs="Arial"/>
                <w:lang w:eastAsia="zh-CN"/>
              </w:rPr>
              <w:t>DC_42A_n257H</w:t>
            </w:r>
          </w:p>
          <w:p w14:paraId="1266F111" w14:textId="77777777" w:rsidR="001F553E" w:rsidRDefault="001F553E" w:rsidP="00AC3FE8">
            <w:pPr>
              <w:pStyle w:val="TAC"/>
              <w:rPr>
                <w:rFonts w:cs="Arial"/>
                <w:lang w:eastAsia="zh-CN"/>
              </w:rPr>
            </w:pPr>
            <w:r>
              <w:rPr>
                <w:rFonts w:cs="Arial"/>
                <w:lang w:eastAsia="zh-CN"/>
              </w:rPr>
              <w:t>DC_42A_n257I</w:t>
            </w:r>
          </w:p>
          <w:p w14:paraId="123AE4DB" w14:textId="77777777" w:rsidR="001F553E" w:rsidRDefault="001F553E" w:rsidP="00AC3FE8">
            <w:pPr>
              <w:pStyle w:val="TAC"/>
              <w:rPr>
                <w:rFonts w:cs="Arial"/>
                <w:lang w:eastAsia="zh-CN"/>
              </w:rPr>
            </w:pPr>
            <w:r>
              <w:rPr>
                <w:rFonts w:cs="Arial"/>
                <w:lang w:eastAsia="zh-CN"/>
              </w:rPr>
              <w:t>DC_42C_n257A</w:t>
            </w:r>
          </w:p>
          <w:p w14:paraId="786A6A90" w14:textId="77777777" w:rsidR="001F553E" w:rsidRDefault="001F553E" w:rsidP="00AC3FE8">
            <w:pPr>
              <w:pStyle w:val="TAC"/>
              <w:rPr>
                <w:rFonts w:cs="Arial"/>
                <w:lang w:eastAsia="zh-CN"/>
              </w:rPr>
            </w:pPr>
            <w:r>
              <w:rPr>
                <w:rFonts w:cs="Arial"/>
                <w:lang w:eastAsia="zh-CN"/>
              </w:rPr>
              <w:t>DC_42C_n257G</w:t>
            </w:r>
          </w:p>
          <w:p w14:paraId="258721AE" w14:textId="77777777" w:rsidR="001F553E" w:rsidRDefault="001F553E" w:rsidP="00AC3FE8">
            <w:pPr>
              <w:pStyle w:val="TAC"/>
              <w:rPr>
                <w:rFonts w:cs="Arial"/>
                <w:lang w:val="sv-FI" w:eastAsia="zh-CN"/>
              </w:rPr>
            </w:pPr>
            <w:r>
              <w:rPr>
                <w:rFonts w:cs="Arial"/>
                <w:lang w:val="sv-FI" w:eastAsia="zh-CN"/>
              </w:rPr>
              <w:t>DC_42C_n257H</w:t>
            </w:r>
          </w:p>
          <w:p w14:paraId="4C23E45B" w14:textId="77777777" w:rsidR="001F553E" w:rsidRDefault="001F553E" w:rsidP="00AC3FE8">
            <w:pPr>
              <w:pStyle w:val="TAC"/>
              <w:rPr>
                <w:noProof/>
                <w:lang w:val="sv-FI"/>
              </w:rPr>
            </w:pPr>
            <w:r>
              <w:rPr>
                <w:rFonts w:cs="Arial"/>
                <w:lang w:val="sv-FI" w:eastAsia="zh-CN"/>
              </w:rPr>
              <w:t>DC_42C_n257I</w:t>
            </w:r>
          </w:p>
        </w:tc>
      </w:tr>
      <w:tr w:rsidR="001F553E" w14:paraId="53F88E23"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59E7A64" w14:textId="77777777" w:rsidR="001F553E" w:rsidRDefault="001F553E" w:rsidP="00AC3FE8">
            <w:pPr>
              <w:pStyle w:val="TAC"/>
              <w:rPr>
                <w:noProof/>
              </w:rPr>
            </w:pPr>
            <w:r>
              <w:rPr>
                <w:noProof/>
              </w:rPr>
              <w:t>DC_3A-5A-7A_n78A-n257A</w:t>
            </w:r>
          </w:p>
          <w:p w14:paraId="6BCA2671" w14:textId="77777777" w:rsidR="001F553E" w:rsidRDefault="001F553E" w:rsidP="00AC3FE8">
            <w:pPr>
              <w:pStyle w:val="TAC"/>
              <w:rPr>
                <w:noProof/>
                <w:lang w:eastAsia="ko-KR"/>
              </w:rPr>
            </w:pPr>
            <w:r>
              <w:rPr>
                <w:noProof/>
                <w:lang w:eastAsia="zh-CN"/>
              </w:rPr>
              <w:t>DC_3A-5A-7A_n78A-n257D</w:t>
            </w:r>
          </w:p>
          <w:p w14:paraId="4531AE44" w14:textId="77777777" w:rsidR="001F553E" w:rsidRDefault="001F553E" w:rsidP="00AC3FE8">
            <w:pPr>
              <w:pStyle w:val="TAC"/>
              <w:rPr>
                <w:noProof/>
                <w:lang w:eastAsia="ko-KR"/>
              </w:rPr>
            </w:pPr>
            <w:r>
              <w:rPr>
                <w:noProof/>
                <w:lang w:eastAsia="zh-CN"/>
              </w:rPr>
              <w:t>DC_3A-5A-7A_n78A-n257E</w:t>
            </w:r>
          </w:p>
          <w:p w14:paraId="1DF7523A" w14:textId="77777777" w:rsidR="001F553E" w:rsidRDefault="001F553E" w:rsidP="00AC3FE8">
            <w:pPr>
              <w:pStyle w:val="TAC"/>
              <w:rPr>
                <w:noProof/>
                <w:lang w:eastAsia="ko-KR"/>
              </w:rPr>
            </w:pPr>
            <w:r>
              <w:rPr>
                <w:noProof/>
                <w:lang w:eastAsia="zh-CN"/>
              </w:rPr>
              <w:t>DC_3A-5A-7A_n78A-n257F</w:t>
            </w:r>
          </w:p>
          <w:p w14:paraId="341A47A6" w14:textId="77777777" w:rsidR="001F553E" w:rsidRDefault="001F553E" w:rsidP="00AC3FE8">
            <w:pPr>
              <w:pStyle w:val="TAC"/>
              <w:rPr>
                <w:noProof/>
                <w:lang w:eastAsia="ko-KR"/>
              </w:rPr>
            </w:pPr>
            <w:r>
              <w:rPr>
                <w:noProof/>
                <w:lang w:eastAsia="zh-CN"/>
              </w:rPr>
              <w:t>DC_3A-5A-7A_n78A-n257G</w:t>
            </w:r>
          </w:p>
          <w:p w14:paraId="6F3B7734" w14:textId="77777777" w:rsidR="001F553E" w:rsidRDefault="001F553E" w:rsidP="00AC3FE8">
            <w:pPr>
              <w:pStyle w:val="TAC"/>
              <w:rPr>
                <w:noProof/>
                <w:lang w:eastAsia="ko-KR"/>
              </w:rPr>
            </w:pPr>
            <w:r>
              <w:rPr>
                <w:noProof/>
                <w:lang w:eastAsia="zh-CN"/>
              </w:rPr>
              <w:t>DC_3A-5A-7A_n78A-n257H</w:t>
            </w:r>
          </w:p>
          <w:p w14:paraId="5759062B" w14:textId="77777777" w:rsidR="001F553E" w:rsidRDefault="001F553E" w:rsidP="00AC3FE8">
            <w:pPr>
              <w:pStyle w:val="TAC"/>
              <w:rPr>
                <w:noProof/>
                <w:lang w:eastAsia="ko-KR"/>
              </w:rPr>
            </w:pPr>
            <w:r>
              <w:rPr>
                <w:noProof/>
                <w:lang w:eastAsia="zh-CN"/>
              </w:rPr>
              <w:t>DC_3A-5A-7A_n78A-n257I</w:t>
            </w:r>
          </w:p>
          <w:p w14:paraId="0D4E7844" w14:textId="77777777" w:rsidR="001F553E" w:rsidRDefault="001F553E" w:rsidP="00AC3FE8">
            <w:pPr>
              <w:pStyle w:val="TAC"/>
              <w:rPr>
                <w:noProof/>
                <w:lang w:eastAsia="ko-KR"/>
              </w:rPr>
            </w:pPr>
            <w:r>
              <w:rPr>
                <w:noProof/>
                <w:lang w:eastAsia="zh-CN"/>
              </w:rPr>
              <w:t>DC_3A-5A-7A_n78A-n257J</w:t>
            </w:r>
          </w:p>
          <w:p w14:paraId="1668779C" w14:textId="77777777" w:rsidR="001F553E" w:rsidRDefault="001F553E" w:rsidP="00AC3FE8">
            <w:pPr>
              <w:pStyle w:val="TAC"/>
              <w:rPr>
                <w:noProof/>
                <w:lang w:eastAsia="ko-KR"/>
              </w:rPr>
            </w:pPr>
            <w:r>
              <w:rPr>
                <w:noProof/>
                <w:lang w:eastAsia="zh-CN"/>
              </w:rPr>
              <w:t>DC_3A-5A-7A_n78A-n257K</w:t>
            </w:r>
          </w:p>
          <w:p w14:paraId="40C16A46" w14:textId="77777777" w:rsidR="001F553E" w:rsidRDefault="001F553E" w:rsidP="00AC3FE8">
            <w:pPr>
              <w:pStyle w:val="TAC"/>
              <w:rPr>
                <w:noProof/>
                <w:lang w:eastAsia="ko-KR"/>
              </w:rPr>
            </w:pPr>
            <w:r>
              <w:rPr>
                <w:noProof/>
                <w:lang w:eastAsia="zh-CN"/>
              </w:rPr>
              <w:t>DC_3A-5A-7A_n78A-n257L</w:t>
            </w:r>
          </w:p>
          <w:p w14:paraId="5716C7A9" w14:textId="77777777" w:rsidR="001F553E" w:rsidRDefault="001F553E" w:rsidP="00AC3FE8">
            <w:pPr>
              <w:pStyle w:val="TAC"/>
              <w:rPr>
                <w:noProof/>
              </w:rPr>
            </w:pPr>
            <w:r>
              <w:rPr>
                <w:noProof/>
                <w:lang w:eastAsia="zh-CN"/>
              </w:rPr>
              <w:t>DC_3A-5A-7A_n78A-n257M</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FF67C22" w14:textId="77777777" w:rsidR="001F553E" w:rsidRDefault="001F553E" w:rsidP="00AC3FE8">
            <w:pPr>
              <w:pStyle w:val="TAC"/>
              <w:rPr>
                <w:noProof/>
              </w:rPr>
            </w:pPr>
            <w:r>
              <w:rPr>
                <w:noProof/>
              </w:rPr>
              <w:t>DC_3A_n78A</w:t>
            </w:r>
          </w:p>
          <w:p w14:paraId="4E04E0BE" w14:textId="77777777" w:rsidR="001F553E" w:rsidRDefault="001F553E" w:rsidP="00AC3FE8">
            <w:pPr>
              <w:pStyle w:val="TAC"/>
              <w:rPr>
                <w:noProof/>
              </w:rPr>
            </w:pPr>
            <w:r>
              <w:rPr>
                <w:noProof/>
              </w:rPr>
              <w:t>DC_3A_n257A</w:t>
            </w:r>
          </w:p>
          <w:p w14:paraId="2C2EC24D" w14:textId="77777777" w:rsidR="001F553E" w:rsidRDefault="001F553E" w:rsidP="00AC3FE8">
            <w:pPr>
              <w:pStyle w:val="TAC"/>
              <w:rPr>
                <w:noProof/>
              </w:rPr>
            </w:pPr>
            <w:r>
              <w:rPr>
                <w:noProof/>
              </w:rPr>
              <w:t>DC_5A_n78A</w:t>
            </w:r>
          </w:p>
          <w:p w14:paraId="18E0BF52" w14:textId="77777777" w:rsidR="001F553E" w:rsidRDefault="001F553E" w:rsidP="00AC3FE8">
            <w:pPr>
              <w:pStyle w:val="TAC"/>
              <w:rPr>
                <w:noProof/>
              </w:rPr>
            </w:pPr>
            <w:r>
              <w:rPr>
                <w:noProof/>
              </w:rPr>
              <w:t>DC_5A_n257A</w:t>
            </w:r>
          </w:p>
          <w:p w14:paraId="01185AE0" w14:textId="77777777" w:rsidR="001F553E" w:rsidRDefault="001F553E" w:rsidP="00AC3FE8">
            <w:pPr>
              <w:pStyle w:val="TAC"/>
              <w:rPr>
                <w:noProof/>
              </w:rPr>
            </w:pPr>
            <w:r>
              <w:rPr>
                <w:noProof/>
              </w:rPr>
              <w:t>DC_7A_n78A</w:t>
            </w:r>
          </w:p>
          <w:p w14:paraId="1E62EBB0" w14:textId="77777777" w:rsidR="001F553E" w:rsidRDefault="001F553E" w:rsidP="00AC3FE8">
            <w:pPr>
              <w:pStyle w:val="TAC"/>
              <w:rPr>
                <w:noProof/>
              </w:rPr>
            </w:pPr>
            <w:r>
              <w:rPr>
                <w:noProof/>
              </w:rPr>
              <w:t>DC_7A_n257A</w:t>
            </w:r>
          </w:p>
        </w:tc>
      </w:tr>
      <w:tr w:rsidR="001F553E" w14:paraId="44EF865D"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171B9D6" w14:textId="77777777" w:rsidR="001F553E" w:rsidRDefault="001F553E" w:rsidP="00AC3FE8">
            <w:pPr>
              <w:pStyle w:val="TAC"/>
              <w:rPr>
                <w:noProof/>
              </w:rPr>
            </w:pPr>
            <w:r>
              <w:rPr>
                <w:noProof/>
              </w:rPr>
              <w:lastRenderedPageBreak/>
              <w:t>DC_3A-5A-7A-7A_n78A-n257A</w:t>
            </w:r>
          </w:p>
          <w:p w14:paraId="02F2EBC3" w14:textId="77777777" w:rsidR="001F553E" w:rsidRDefault="001F553E" w:rsidP="00AC3FE8">
            <w:pPr>
              <w:pStyle w:val="TAC"/>
              <w:rPr>
                <w:noProof/>
                <w:lang w:eastAsia="ko-KR"/>
              </w:rPr>
            </w:pPr>
            <w:r>
              <w:rPr>
                <w:noProof/>
                <w:lang w:eastAsia="zh-CN"/>
              </w:rPr>
              <w:t>DC_3A-5A-7A-7A_n78A-n257D</w:t>
            </w:r>
          </w:p>
          <w:p w14:paraId="3C4B40FA" w14:textId="77777777" w:rsidR="001F553E" w:rsidRDefault="001F553E" w:rsidP="00AC3FE8">
            <w:pPr>
              <w:pStyle w:val="TAC"/>
              <w:rPr>
                <w:noProof/>
                <w:lang w:eastAsia="ko-KR"/>
              </w:rPr>
            </w:pPr>
            <w:r>
              <w:rPr>
                <w:noProof/>
                <w:lang w:eastAsia="zh-CN"/>
              </w:rPr>
              <w:t>DC_3A-5A-7A-7A_n78A-n257E</w:t>
            </w:r>
          </w:p>
          <w:p w14:paraId="2E089172" w14:textId="77777777" w:rsidR="001F553E" w:rsidRDefault="001F553E" w:rsidP="00AC3FE8">
            <w:pPr>
              <w:pStyle w:val="TAC"/>
              <w:rPr>
                <w:noProof/>
                <w:lang w:eastAsia="ko-KR"/>
              </w:rPr>
            </w:pPr>
            <w:r>
              <w:rPr>
                <w:noProof/>
                <w:lang w:eastAsia="zh-CN"/>
              </w:rPr>
              <w:t>DC_3A-5A-7A-7A_n78A-n257F</w:t>
            </w:r>
          </w:p>
          <w:p w14:paraId="19C08CBF" w14:textId="77777777" w:rsidR="001F553E" w:rsidRDefault="001F553E" w:rsidP="00AC3FE8">
            <w:pPr>
              <w:pStyle w:val="TAC"/>
              <w:rPr>
                <w:noProof/>
                <w:lang w:eastAsia="ko-KR"/>
              </w:rPr>
            </w:pPr>
            <w:r>
              <w:rPr>
                <w:noProof/>
                <w:lang w:eastAsia="zh-CN"/>
              </w:rPr>
              <w:t>DC_3A-5A-7A-7A_n78A-n257G</w:t>
            </w:r>
          </w:p>
          <w:p w14:paraId="0AE4360F" w14:textId="77777777" w:rsidR="001F553E" w:rsidRDefault="001F553E" w:rsidP="00AC3FE8">
            <w:pPr>
              <w:pStyle w:val="TAC"/>
              <w:rPr>
                <w:noProof/>
                <w:lang w:eastAsia="ko-KR"/>
              </w:rPr>
            </w:pPr>
            <w:r>
              <w:rPr>
                <w:noProof/>
                <w:lang w:eastAsia="zh-CN"/>
              </w:rPr>
              <w:t>DC_3A-5A-7A-7A_n78A-n257H</w:t>
            </w:r>
          </w:p>
          <w:p w14:paraId="6FFA998A" w14:textId="77777777" w:rsidR="001F553E" w:rsidRDefault="001F553E" w:rsidP="00AC3FE8">
            <w:pPr>
              <w:pStyle w:val="TAC"/>
              <w:rPr>
                <w:noProof/>
                <w:lang w:eastAsia="ko-KR"/>
              </w:rPr>
            </w:pPr>
            <w:r>
              <w:rPr>
                <w:noProof/>
                <w:lang w:eastAsia="zh-CN"/>
              </w:rPr>
              <w:t>DC_3A-5A-7A-7A_n78A-n257I</w:t>
            </w:r>
          </w:p>
          <w:p w14:paraId="7BE136E5" w14:textId="77777777" w:rsidR="001F553E" w:rsidRDefault="001F553E" w:rsidP="00AC3FE8">
            <w:pPr>
              <w:pStyle w:val="TAC"/>
              <w:rPr>
                <w:noProof/>
                <w:lang w:eastAsia="ko-KR"/>
              </w:rPr>
            </w:pPr>
            <w:r>
              <w:rPr>
                <w:noProof/>
                <w:lang w:eastAsia="zh-CN"/>
              </w:rPr>
              <w:t>DC_3A-5A-7A-7A_n78A-n257J</w:t>
            </w:r>
          </w:p>
          <w:p w14:paraId="0A03E176" w14:textId="77777777" w:rsidR="001F553E" w:rsidRDefault="001F553E" w:rsidP="00AC3FE8">
            <w:pPr>
              <w:pStyle w:val="TAC"/>
              <w:rPr>
                <w:noProof/>
                <w:lang w:eastAsia="ko-KR"/>
              </w:rPr>
            </w:pPr>
            <w:r>
              <w:rPr>
                <w:noProof/>
                <w:lang w:eastAsia="zh-CN"/>
              </w:rPr>
              <w:t>DC_3A-5A-7A-7A_n78A-n257K</w:t>
            </w:r>
          </w:p>
          <w:p w14:paraId="51ED1F7E" w14:textId="77777777" w:rsidR="001F553E" w:rsidRDefault="001F553E" w:rsidP="00AC3FE8">
            <w:pPr>
              <w:pStyle w:val="TAC"/>
              <w:rPr>
                <w:noProof/>
                <w:lang w:eastAsia="ko-KR"/>
              </w:rPr>
            </w:pPr>
            <w:r>
              <w:rPr>
                <w:noProof/>
                <w:lang w:eastAsia="zh-CN"/>
              </w:rPr>
              <w:t>DC_3A-5A-7A-7A_n78A-n257L</w:t>
            </w:r>
          </w:p>
          <w:p w14:paraId="10DE0463" w14:textId="77777777" w:rsidR="001F553E" w:rsidRDefault="001F553E" w:rsidP="00AC3FE8">
            <w:pPr>
              <w:pStyle w:val="TAC"/>
              <w:rPr>
                <w:noProof/>
              </w:rPr>
            </w:pPr>
            <w:r>
              <w:rPr>
                <w:noProof/>
                <w:lang w:eastAsia="zh-CN"/>
              </w:rPr>
              <w:t>DC_3A-5A-7A-7A_n78A-n257M</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05AF4C0" w14:textId="77777777" w:rsidR="001F553E" w:rsidRDefault="001F553E" w:rsidP="00AC3FE8">
            <w:pPr>
              <w:pStyle w:val="TAC"/>
              <w:rPr>
                <w:noProof/>
              </w:rPr>
            </w:pPr>
            <w:r>
              <w:rPr>
                <w:noProof/>
              </w:rPr>
              <w:t>DC_3A_n78A</w:t>
            </w:r>
          </w:p>
          <w:p w14:paraId="2C6C38BA" w14:textId="77777777" w:rsidR="001F553E" w:rsidRDefault="001F553E" w:rsidP="00AC3FE8">
            <w:pPr>
              <w:pStyle w:val="TAC"/>
              <w:rPr>
                <w:noProof/>
              </w:rPr>
            </w:pPr>
            <w:r>
              <w:rPr>
                <w:noProof/>
              </w:rPr>
              <w:t>DC_3A_n257A</w:t>
            </w:r>
          </w:p>
          <w:p w14:paraId="4EC8FC47" w14:textId="77777777" w:rsidR="001F553E" w:rsidRDefault="001F553E" w:rsidP="00AC3FE8">
            <w:pPr>
              <w:pStyle w:val="TAC"/>
              <w:rPr>
                <w:noProof/>
              </w:rPr>
            </w:pPr>
            <w:r>
              <w:rPr>
                <w:noProof/>
              </w:rPr>
              <w:t>DC_5A_n78A</w:t>
            </w:r>
          </w:p>
          <w:p w14:paraId="0F831F4A" w14:textId="77777777" w:rsidR="001F553E" w:rsidRDefault="001F553E" w:rsidP="00AC3FE8">
            <w:pPr>
              <w:pStyle w:val="TAC"/>
              <w:rPr>
                <w:noProof/>
              </w:rPr>
            </w:pPr>
            <w:r>
              <w:rPr>
                <w:noProof/>
              </w:rPr>
              <w:t>DC_5A_n257A</w:t>
            </w:r>
          </w:p>
          <w:p w14:paraId="34541826" w14:textId="77777777" w:rsidR="001F553E" w:rsidRDefault="001F553E" w:rsidP="00AC3FE8">
            <w:pPr>
              <w:pStyle w:val="TAC"/>
              <w:rPr>
                <w:noProof/>
              </w:rPr>
            </w:pPr>
            <w:r>
              <w:rPr>
                <w:noProof/>
              </w:rPr>
              <w:t>DC_7A_n78A</w:t>
            </w:r>
          </w:p>
          <w:p w14:paraId="192F4179" w14:textId="77777777" w:rsidR="001F553E" w:rsidRDefault="001F553E" w:rsidP="00AC3FE8">
            <w:pPr>
              <w:pStyle w:val="TAC"/>
              <w:rPr>
                <w:noProof/>
              </w:rPr>
            </w:pPr>
            <w:r>
              <w:rPr>
                <w:noProof/>
              </w:rPr>
              <w:t>DC_7A_n257A</w:t>
            </w:r>
          </w:p>
        </w:tc>
      </w:tr>
      <w:tr w:rsidR="001F553E" w14:paraId="14AF7F57"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4027B99" w14:textId="77777777" w:rsidR="001F553E" w:rsidRDefault="001F553E" w:rsidP="00AC3FE8">
            <w:pPr>
              <w:pStyle w:val="TAC"/>
              <w:rPr>
                <w:noProof/>
              </w:rPr>
            </w:pPr>
            <w:r>
              <w:rPr>
                <w:noProof/>
              </w:rPr>
              <w:t>DC_3A-18A-42A_n78A-n257A</w:t>
            </w:r>
          </w:p>
          <w:p w14:paraId="5E4C5FF1" w14:textId="77777777" w:rsidR="001F553E" w:rsidRDefault="001F553E" w:rsidP="00AC3FE8">
            <w:pPr>
              <w:pStyle w:val="TAC"/>
              <w:rPr>
                <w:noProof/>
                <w:lang w:eastAsia="ko-KR"/>
              </w:rPr>
            </w:pPr>
            <w:r>
              <w:rPr>
                <w:noProof/>
                <w:lang w:eastAsia="zh-CN"/>
              </w:rPr>
              <w:t>DC_3A-18A-42A_n78A-n257G</w:t>
            </w:r>
          </w:p>
          <w:p w14:paraId="330985B5" w14:textId="77777777" w:rsidR="001F553E" w:rsidRDefault="001F553E" w:rsidP="00AC3FE8">
            <w:pPr>
              <w:pStyle w:val="TAC"/>
              <w:rPr>
                <w:noProof/>
                <w:lang w:eastAsia="ko-KR"/>
              </w:rPr>
            </w:pPr>
            <w:r>
              <w:rPr>
                <w:noProof/>
                <w:lang w:eastAsia="zh-CN"/>
              </w:rPr>
              <w:t>DC_3A-18A-42A_n78A-n257H</w:t>
            </w:r>
          </w:p>
          <w:p w14:paraId="0F5B2C7A" w14:textId="77777777" w:rsidR="001F553E" w:rsidRDefault="001F553E" w:rsidP="00AC3FE8">
            <w:pPr>
              <w:pStyle w:val="TAC"/>
              <w:rPr>
                <w:noProof/>
                <w:lang w:eastAsia="zh-CN"/>
              </w:rPr>
            </w:pPr>
            <w:r>
              <w:rPr>
                <w:noProof/>
                <w:lang w:eastAsia="zh-CN"/>
              </w:rPr>
              <w:t>DC_3A-18A-42A_n78A-n257I</w:t>
            </w:r>
          </w:p>
          <w:p w14:paraId="37C5EEE1" w14:textId="77777777" w:rsidR="001F553E" w:rsidRDefault="001F553E" w:rsidP="00AC3FE8">
            <w:pPr>
              <w:pStyle w:val="TAC"/>
              <w:rPr>
                <w:noProof/>
              </w:rPr>
            </w:pPr>
            <w:r>
              <w:rPr>
                <w:noProof/>
              </w:rPr>
              <w:t>DC_3A-18A-42C_n78A-n257A</w:t>
            </w:r>
          </w:p>
          <w:p w14:paraId="3F6A0E2C" w14:textId="77777777" w:rsidR="001F553E" w:rsidRDefault="001F553E" w:rsidP="00AC3FE8">
            <w:pPr>
              <w:pStyle w:val="TAC"/>
              <w:rPr>
                <w:noProof/>
                <w:lang w:eastAsia="ko-KR"/>
              </w:rPr>
            </w:pPr>
            <w:r>
              <w:rPr>
                <w:noProof/>
                <w:lang w:eastAsia="zh-CN"/>
              </w:rPr>
              <w:t>DC_3A-18A-42C_n78A-n257G</w:t>
            </w:r>
          </w:p>
          <w:p w14:paraId="62AE7F0E" w14:textId="77777777" w:rsidR="001F553E" w:rsidRDefault="001F553E" w:rsidP="00AC3FE8">
            <w:pPr>
              <w:pStyle w:val="TAC"/>
              <w:rPr>
                <w:noProof/>
                <w:lang w:eastAsia="ko-KR"/>
              </w:rPr>
            </w:pPr>
            <w:r>
              <w:rPr>
                <w:noProof/>
                <w:lang w:eastAsia="zh-CN"/>
              </w:rPr>
              <w:t>DC_3A-18A-42C_n78A-n257H</w:t>
            </w:r>
          </w:p>
          <w:p w14:paraId="5B4D2A74" w14:textId="77777777" w:rsidR="001F553E" w:rsidRDefault="001F553E" w:rsidP="00AC3FE8">
            <w:pPr>
              <w:pStyle w:val="TAC"/>
              <w:rPr>
                <w:noProof/>
              </w:rPr>
            </w:pPr>
            <w:r>
              <w:rPr>
                <w:noProof/>
                <w:lang w:eastAsia="zh-CN"/>
              </w:rPr>
              <w:t>DC_3A-18A-42C_n78A-n257I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A629356" w14:textId="77777777" w:rsidR="001F553E" w:rsidRDefault="001F553E" w:rsidP="00AC3FE8">
            <w:pPr>
              <w:pStyle w:val="TAC"/>
              <w:rPr>
                <w:rFonts w:cs="Arial"/>
                <w:lang w:eastAsia="zh-CN"/>
              </w:rPr>
            </w:pPr>
            <w:r>
              <w:rPr>
                <w:rFonts w:cs="Arial"/>
                <w:lang w:eastAsia="zh-CN"/>
              </w:rPr>
              <w:t>DC_3A_n78A</w:t>
            </w:r>
          </w:p>
          <w:p w14:paraId="72BB12FF" w14:textId="77777777" w:rsidR="001F553E" w:rsidRDefault="001F553E" w:rsidP="00AC3FE8">
            <w:pPr>
              <w:pStyle w:val="TAC"/>
              <w:rPr>
                <w:rFonts w:cs="Arial"/>
                <w:lang w:eastAsia="zh-CN"/>
              </w:rPr>
            </w:pPr>
            <w:r>
              <w:rPr>
                <w:rFonts w:cs="Arial"/>
                <w:lang w:eastAsia="zh-CN"/>
              </w:rPr>
              <w:t>DC_3A_n257A</w:t>
            </w:r>
          </w:p>
          <w:p w14:paraId="0DD4A8CA" w14:textId="77777777" w:rsidR="001F553E" w:rsidRDefault="001F553E" w:rsidP="00AC3FE8">
            <w:pPr>
              <w:pStyle w:val="TAC"/>
              <w:rPr>
                <w:rFonts w:cs="Arial"/>
                <w:lang w:eastAsia="zh-CN"/>
              </w:rPr>
            </w:pPr>
            <w:r>
              <w:rPr>
                <w:rFonts w:cs="Arial"/>
                <w:lang w:eastAsia="zh-CN"/>
              </w:rPr>
              <w:t>DC_3A_n257G</w:t>
            </w:r>
          </w:p>
          <w:p w14:paraId="325C1371" w14:textId="77777777" w:rsidR="001F553E" w:rsidRDefault="001F553E" w:rsidP="00AC3FE8">
            <w:pPr>
              <w:pStyle w:val="TAC"/>
              <w:rPr>
                <w:rFonts w:cs="Arial"/>
                <w:lang w:eastAsia="zh-CN"/>
              </w:rPr>
            </w:pPr>
            <w:r>
              <w:rPr>
                <w:rFonts w:cs="Arial"/>
                <w:lang w:eastAsia="zh-CN"/>
              </w:rPr>
              <w:t>DC_3A_n257H</w:t>
            </w:r>
          </w:p>
          <w:p w14:paraId="1162A986" w14:textId="77777777" w:rsidR="001F553E" w:rsidRDefault="001F553E" w:rsidP="00AC3FE8">
            <w:pPr>
              <w:pStyle w:val="TAC"/>
              <w:rPr>
                <w:rFonts w:cs="Arial"/>
                <w:lang w:eastAsia="zh-CN"/>
              </w:rPr>
            </w:pPr>
            <w:r>
              <w:rPr>
                <w:rFonts w:cs="Arial"/>
                <w:lang w:eastAsia="zh-CN"/>
              </w:rPr>
              <w:t>DC_3A_n257I</w:t>
            </w:r>
          </w:p>
          <w:p w14:paraId="110E3A7F" w14:textId="77777777" w:rsidR="001F553E" w:rsidRDefault="001F553E" w:rsidP="00AC3FE8">
            <w:pPr>
              <w:pStyle w:val="TAC"/>
              <w:rPr>
                <w:rFonts w:cs="Arial"/>
                <w:lang w:eastAsia="zh-CN"/>
              </w:rPr>
            </w:pPr>
            <w:r>
              <w:rPr>
                <w:rFonts w:cs="Arial"/>
                <w:lang w:eastAsia="zh-CN"/>
              </w:rPr>
              <w:t>DC_18A_n78A</w:t>
            </w:r>
          </w:p>
          <w:p w14:paraId="69E6D22E" w14:textId="77777777" w:rsidR="001F553E" w:rsidRDefault="001F553E" w:rsidP="00AC3FE8">
            <w:pPr>
              <w:pStyle w:val="TAC"/>
              <w:rPr>
                <w:rFonts w:cs="Arial"/>
                <w:lang w:eastAsia="zh-CN"/>
              </w:rPr>
            </w:pPr>
            <w:r>
              <w:rPr>
                <w:rFonts w:cs="Arial"/>
                <w:lang w:eastAsia="zh-CN"/>
              </w:rPr>
              <w:t>DC_18A_n257A</w:t>
            </w:r>
          </w:p>
          <w:p w14:paraId="571A29D1" w14:textId="77777777" w:rsidR="001F553E" w:rsidRDefault="001F553E" w:rsidP="00AC3FE8">
            <w:pPr>
              <w:pStyle w:val="TAC"/>
              <w:rPr>
                <w:rFonts w:cs="Arial"/>
                <w:lang w:eastAsia="zh-CN"/>
              </w:rPr>
            </w:pPr>
            <w:r>
              <w:rPr>
                <w:rFonts w:cs="Arial"/>
                <w:lang w:eastAsia="zh-CN"/>
              </w:rPr>
              <w:t>DC_18A_n257G</w:t>
            </w:r>
          </w:p>
          <w:p w14:paraId="21C3217A" w14:textId="77777777" w:rsidR="001F553E" w:rsidRDefault="001F553E" w:rsidP="00AC3FE8">
            <w:pPr>
              <w:pStyle w:val="TAC"/>
              <w:rPr>
                <w:rFonts w:cs="Arial"/>
                <w:lang w:eastAsia="zh-CN"/>
              </w:rPr>
            </w:pPr>
            <w:r>
              <w:rPr>
                <w:rFonts w:cs="Arial"/>
                <w:lang w:eastAsia="zh-CN"/>
              </w:rPr>
              <w:t>DC_18A_n257H</w:t>
            </w:r>
          </w:p>
          <w:p w14:paraId="55E80409" w14:textId="77777777" w:rsidR="001F553E" w:rsidRDefault="001F553E" w:rsidP="00AC3FE8">
            <w:pPr>
              <w:pStyle w:val="TAC"/>
              <w:rPr>
                <w:rFonts w:cs="Arial"/>
                <w:lang w:eastAsia="zh-CN"/>
              </w:rPr>
            </w:pPr>
            <w:r>
              <w:rPr>
                <w:rFonts w:cs="Arial"/>
                <w:lang w:eastAsia="zh-CN"/>
              </w:rPr>
              <w:t>DC_18A_n257I</w:t>
            </w:r>
          </w:p>
          <w:p w14:paraId="40EFA862" w14:textId="77777777" w:rsidR="001F553E" w:rsidRDefault="001F553E" w:rsidP="00AC3FE8">
            <w:pPr>
              <w:pStyle w:val="TAC"/>
              <w:rPr>
                <w:rFonts w:cs="Arial"/>
                <w:lang w:eastAsia="zh-CN"/>
              </w:rPr>
            </w:pPr>
            <w:r>
              <w:rPr>
                <w:rFonts w:cs="Arial"/>
                <w:lang w:eastAsia="zh-CN"/>
              </w:rPr>
              <w:t>DC_42A_n257A</w:t>
            </w:r>
          </w:p>
          <w:p w14:paraId="451B8CA5" w14:textId="77777777" w:rsidR="001F553E" w:rsidRDefault="001F553E" w:rsidP="00AC3FE8">
            <w:pPr>
              <w:pStyle w:val="TAC"/>
              <w:rPr>
                <w:rFonts w:cs="Arial"/>
                <w:lang w:eastAsia="zh-CN"/>
              </w:rPr>
            </w:pPr>
            <w:r>
              <w:rPr>
                <w:rFonts w:cs="Arial"/>
                <w:lang w:eastAsia="zh-CN"/>
              </w:rPr>
              <w:t>DC_42A_n257G</w:t>
            </w:r>
          </w:p>
          <w:p w14:paraId="4CEF7600" w14:textId="77777777" w:rsidR="001F553E" w:rsidRDefault="001F553E" w:rsidP="00AC3FE8">
            <w:pPr>
              <w:pStyle w:val="TAC"/>
              <w:rPr>
                <w:rFonts w:cs="Arial"/>
                <w:lang w:eastAsia="zh-CN"/>
              </w:rPr>
            </w:pPr>
            <w:r>
              <w:rPr>
                <w:rFonts w:cs="Arial"/>
                <w:lang w:eastAsia="zh-CN"/>
              </w:rPr>
              <w:t>DC_42A_n257H</w:t>
            </w:r>
          </w:p>
          <w:p w14:paraId="198EB299" w14:textId="77777777" w:rsidR="001F553E" w:rsidRDefault="001F553E" w:rsidP="00AC3FE8">
            <w:pPr>
              <w:pStyle w:val="TAC"/>
              <w:rPr>
                <w:rFonts w:cs="Arial"/>
                <w:lang w:eastAsia="zh-CN"/>
              </w:rPr>
            </w:pPr>
            <w:r>
              <w:rPr>
                <w:rFonts w:cs="Arial"/>
                <w:lang w:eastAsia="zh-CN"/>
              </w:rPr>
              <w:t>DC_42A_n257I</w:t>
            </w:r>
          </w:p>
          <w:p w14:paraId="12664DD5" w14:textId="77777777" w:rsidR="001F553E" w:rsidRDefault="001F553E" w:rsidP="00AC3FE8">
            <w:pPr>
              <w:pStyle w:val="TAC"/>
              <w:rPr>
                <w:rFonts w:cs="Arial"/>
                <w:lang w:eastAsia="zh-CN"/>
              </w:rPr>
            </w:pPr>
            <w:r>
              <w:rPr>
                <w:rFonts w:cs="Arial"/>
                <w:lang w:eastAsia="zh-CN"/>
              </w:rPr>
              <w:t>DC_42C_n257A</w:t>
            </w:r>
          </w:p>
          <w:p w14:paraId="79C4AB55" w14:textId="77777777" w:rsidR="001F553E" w:rsidRDefault="001F553E" w:rsidP="00AC3FE8">
            <w:pPr>
              <w:pStyle w:val="TAC"/>
              <w:rPr>
                <w:rFonts w:cs="Arial"/>
                <w:lang w:val="sv-FI" w:eastAsia="zh-CN"/>
              </w:rPr>
            </w:pPr>
            <w:r>
              <w:rPr>
                <w:rFonts w:cs="Arial"/>
                <w:lang w:val="sv-FI" w:eastAsia="zh-CN"/>
              </w:rPr>
              <w:t>DC_42C_n257G</w:t>
            </w:r>
          </w:p>
          <w:p w14:paraId="08EDDC9C" w14:textId="77777777" w:rsidR="001F553E" w:rsidRDefault="001F553E" w:rsidP="00AC3FE8">
            <w:pPr>
              <w:pStyle w:val="TAC"/>
              <w:rPr>
                <w:rFonts w:cs="Arial"/>
                <w:lang w:val="sv-FI" w:eastAsia="zh-CN"/>
              </w:rPr>
            </w:pPr>
            <w:r>
              <w:rPr>
                <w:rFonts w:cs="Arial"/>
                <w:lang w:val="sv-FI" w:eastAsia="zh-CN"/>
              </w:rPr>
              <w:t>DC_42C_n257H</w:t>
            </w:r>
          </w:p>
          <w:p w14:paraId="2835028C" w14:textId="77777777" w:rsidR="001F553E" w:rsidRDefault="001F553E" w:rsidP="00AC3FE8">
            <w:pPr>
              <w:pStyle w:val="TAC"/>
              <w:rPr>
                <w:noProof/>
                <w:lang w:val="sv-FI"/>
              </w:rPr>
            </w:pPr>
            <w:r>
              <w:rPr>
                <w:rFonts w:cs="Arial"/>
                <w:lang w:val="sv-FI" w:eastAsia="zh-CN"/>
              </w:rPr>
              <w:t>DC_42C_n257I</w:t>
            </w:r>
          </w:p>
        </w:tc>
      </w:tr>
      <w:tr w:rsidR="001F553E" w14:paraId="468F9D80"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2BB4F536" w14:textId="77777777" w:rsidR="001F553E" w:rsidRDefault="001F553E" w:rsidP="00AC3FE8">
            <w:pPr>
              <w:pStyle w:val="TAC"/>
              <w:rPr>
                <w:noProof/>
              </w:rPr>
            </w:pPr>
            <w:r>
              <w:rPr>
                <w:noProof/>
              </w:rPr>
              <w:t>DC_3A-41A-42A_n77A-n257A</w:t>
            </w:r>
          </w:p>
          <w:p w14:paraId="582FF2D4" w14:textId="77777777" w:rsidR="001F553E" w:rsidRDefault="001F553E" w:rsidP="00AC3FE8">
            <w:pPr>
              <w:pStyle w:val="TAC"/>
              <w:rPr>
                <w:noProof/>
                <w:lang w:eastAsia="ko-KR"/>
              </w:rPr>
            </w:pPr>
            <w:r>
              <w:rPr>
                <w:noProof/>
                <w:lang w:eastAsia="zh-CN"/>
              </w:rPr>
              <w:t>DC_3A-41A-42A_n77A-n257G</w:t>
            </w:r>
          </w:p>
          <w:p w14:paraId="4283A387" w14:textId="77777777" w:rsidR="001F553E" w:rsidRDefault="001F553E" w:rsidP="00AC3FE8">
            <w:pPr>
              <w:pStyle w:val="TAC"/>
              <w:rPr>
                <w:noProof/>
                <w:lang w:eastAsia="ko-KR"/>
              </w:rPr>
            </w:pPr>
            <w:r>
              <w:rPr>
                <w:noProof/>
                <w:lang w:eastAsia="zh-CN"/>
              </w:rPr>
              <w:t>DC_3A-41A-42A_n77A-n257H</w:t>
            </w:r>
          </w:p>
          <w:p w14:paraId="4F255D31" w14:textId="77777777" w:rsidR="001F553E" w:rsidRDefault="001F553E" w:rsidP="00AC3FE8">
            <w:pPr>
              <w:pStyle w:val="TAC"/>
              <w:rPr>
                <w:noProof/>
                <w:lang w:eastAsia="zh-CN"/>
              </w:rPr>
            </w:pPr>
            <w:r>
              <w:rPr>
                <w:noProof/>
                <w:lang w:eastAsia="zh-CN"/>
              </w:rPr>
              <w:t>DC_3A-41A-42A_n77A-n257I</w:t>
            </w:r>
          </w:p>
          <w:p w14:paraId="6774F0E6" w14:textId="77777777" w:rsidR="001F553E" w:rsidRDefault="001F553E" w:rsidP="00AC3FE8">
            <w:pPr>
              <w:pStyle w:val="TAC"/>
              <w:rPr>
                <w:noProof/>
              </w:rPr>
            </w:pPr>
            <w:r>
              <w:rPr>
                <w:noProof/>
              </w:rPr>
              <w:t>DC_3A-41A-42C_n77A-n257A</w:t>
            </w:r>
          </w:p>
          <w:p w14:paraId="0C4A8811" w14:textId="77777777" w:rsidR="001F553E" w:rsidRDefault="001F553E" w:rsidP="00AC3FE8">
            <w:pPr>
              <w:pStyle w:val="TAC"/>
              <w:rPr>
                <w:noProof/>
                <w:lang w:eastAsia="ko-KR"/>
              </w:rPr>
            </w:pPr>
            <w:r>
              <w:rPr>
                <w:noProof/>
                <w:lang w:eastAsia="zh-CN"/>
              </w:rPr>
              <w:t>DC_3A-41A-42C_n77A-n257G</w:t>
            </w:r>
          </w:p>
          <w:p w14:paraId="2252A5DB" w14:textId="77777777" w:rsidR="001F553E" w:rsidRDefault="001F553E" w:rsidP="00AC3FE8">
            <w:pPr>
              <w:pStyle w:val="TAC"/>
              <w:rPr>
                <w:noProof/>
                <w:lang w:eastAsia="ko-KR"/>
              </w:rPr>
            </w:pPr>
            <w:r>
              <w:rPr>
                <w:noProof/>
                <w:lang w:eastAsia="zh-CN"/>
              </w:rPr>
              <w:t>DC_3A-41A-42C_n77A-n257H</w:t>
            </w:r>
          </w:p>
          <w:p w14:paraId="57B18671" w14:textId="77777777" w:rsidR="001F553E" w:rsidRDefault="001F553E" w:rsidP="00AC3FE8">
            <w:pPr>
              <w:pStyle w:val="TAC"/>
              <w:rPr>
                <w:noProof/>
                <w:lang w:eastAsia="zh-CN"/>
              </w:rPr>
            </w:pPr>
            <w:r>
              <w:rPr>
                <w:noProof/>
                <w:lang w:eastAsia="zh-CN"/>
              </w:rPr>
              <w:t>DC_3A-41A-42C_n77A-n257I</w:t>
            </w:r>
          </w:p>
          <w:p w14:paraId="507F8C9E" w14:textId="77777777" w:rsidR="001F553E" w:rsidRDefault="001F553E" w:rsidP="00AC3FE8">
            <w:pPr>
              <w:pStyle w:val="TAC"/>
              <w:rPr>
                <w:noProof/>
              </w:rPr>
            </w:pPr>
            <w:r>
              <w:rPr>
                <w:noProof/>
              </w:rPr>
              <w:t>DC_3A-41C-42A_n77A-n257A</w:t>
            </w:r>
          </w:p>
          <w:p w14:paraId="484274FF" w14:textId="77777777" w:rsidR="001F553E" w:rsidRDefault="001F553E" w:rsidP="00AC3FE8">
            <w:pPr>
              <w:pStyle w:val="TAC"/>
              <w:rPr>
                <w:noProof/>
                <w:lang w:eastAsia="ko-KR"/>
              </w:rPr>
            </w:pPr>
            <w:r>
              <w:rPr>
                <w:noProof/>
                <w:lang w:eastAsia="zh-CN"/>
              </w:rPr>
              <w:t>DC_3A-41C-42A_n77A-n257G</w:t>
            </w:r>
          </w:p>
          <w:p w14:paraId="388F2E2F" w14:textId="77777777" w:rsidR="001F553E" w:rsidRDefault="001F553E" w:rsidP="00AC3FE8">
            <w:pPr>
              <w:pStyle w:val="TAC"/>
              <w:rPr>
                <w:noProof/>
                <w:lang w:eastAsia="ko-KR"/>
              </w:rPr>
            </w:pPr>
            <w:r>
              <w:rPr>
                <w:noProof/>
                <w:lang w:eastAsia="zh-CN"/>
              </w:rPr>
              <w:t>DC_3A-41C-42A_n77A-n257H</w:t>
            </w:r>
          </w:p>
          <w:p w14:paraId="67EB88DA" w14:textId="77777777" w:rsidR="001F553E" w:rsidRDefault="001F553E" w:rsidP="00AC3FE8">
            <w:pPr>
              <w:pStyle w:val="TAC"/>
              <w:rPr>
                <w:noProof/>
                <w:lang w:eastAsia="zh-CN"/>
              </w:rPr>
            </w:pPr>
            <w:r>
              <w:rPr>
                <w:noProof/>
                <w:lang w:eastAsia="zh-CN"/>
              </w:rPr>
              <w:t>DC_3A-41C-42A_n77A-n257I</w:t>
            </w:r>
          </w:p>
          <w:p w14:paraId="51EE13D9" w14:textId="77777777" w:rsidR="001F553E" w:rsidRDefault="001F553E" w:rsidP="00AC3FE8">
            <w:pPr>
              <w:pStyle w:val="TAC"/>
              <w:rPr>
                <w:noProof/>
              </w:rPr>
            </w:pPr>
            <w:r>
              <w:rPr>
                <w:noProof/>
              </w:rPr>
              <w:t>DC_3A-41C-42C_n77A-n257A</w:t>
            </w:r>
          </w:p>
          <w:p w14:paraId="357C40F4" w14:textId="77777777" w:rsidR="001F553E" w:rsidRDefault="001F553E" w:rsidP="00AC3FE8">
            <w:pPr>
              <w:pStyle w:val="TAC"/>
              <w:rPr>
                <w:noProof/>
                <w:lang w:eastAsia="ko-KR"/>
              </w:rPr>
            </w:pPr>
            <w:r>
              <w:rPr>
                <w:noProof/>
                <w:lang w:eastAsia="zh-CN"/>
              </w:rPr>
              <w:t>DC_3A-41C-42C_n77A-n257G</w:t>
            </w:r>
          </w:p>
          <w:p w14:paraId="7AD4914D" w14:textId="77777777" w:rsidR="001F553E" w:rsidRDefault="001F553E" w:rsidP="00AC3FE8">
            <w:pPr>
              <w:pStyle w:val="TAC"/>
              <w:rPr>
                <w:noProof/>
                <w:lang w:eastAsia="ko-KR"/>
              </w:rPr>
            </w:pPr>
            <w:r>
              <w:rPr>
                <w:noProof/>
                <w:lang w:eastAsia="zh-CN"/>
              </w:rPr>
              <w:t>DC_3A-41C-42C_n77A-n257H</w:t>
            </w:r>
          </w:p>
          <w:p w14:paraId="47D72DCF" w14:textId="77777777" w:rsidR="001F553E" w:rsidRDefault="001F553E" w:rsidP="00AC3FE8">
            <w:pPr>
              <w:pStyle w:val="TAC"/>
              <w:rPr>
                <w:noProof/>
              </w:rPr>
            </w:pPr>
            <w:r>
              <w:rPr>
                <w:noProof/>
                <w:lang w:eastAsia="zh-CN"/>
              </w:rPr>
              <w:t>DC_3A-41C-42C_n77A-n257I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5053B56" w14:textId="77777777" w:rsidR="001F553E" w:rsidRDefault="001F553E" w:rsidP="00AC3FE8">
            <w:pPr>
              <w:pStyle w:val="TAC"/>
              <w:rPr>
                <w:rFonts w:cs="Arial"/>
                <w:lang w:eastAsia="zh-CN"/>
              </w:rPr>
            </w:pPr>
            <w:r>
              <w:rPr>
                <w:rFonts w:cs="Arial"/>
                <w:lang w:eastAsia="zh-CN"/>
              </w:rPr>
              <w:t>DC_3A_n77A</w:t>
            </w:r>
          </w:p>
          <w:p w14:paraId="54C2239D" w14:textId="77777777" w:rsidR="001F553E" w:rsidRDefault="001F553E" w:rsidP="00AC3FE8">
            <w:pPr>
              <w:pStyle w:val="TAC"/>
              <w:rPr>
                <w:rFonts w:cs="Arial"/>
                <w:lang w:eastAsia="zh-CN"/>
              </w:rPr>
            </w:pPr>
            <w:r>
              <w:rPr>
                <w:rFonts w:cs="Arial"/>
                <w:lang w:eastAsia="zh-CN"/>
              </w:rPr>
              <w:t>DC_3A_n257A</w:t>
            </w:r>
          </w:p>
          <w:p w14:paraId="36DD21EA" w14:textId="77777777" w:rsidR="001F553E" w:rsidRDefault="001F553E" w:rsidP="00AC3FE8">
            <w:pPr>
              <w:pStyle w:val="TAC"/>
              <w:rPr>
                <w:rFonts w:cs="Arial"/>
                <w:lang w:eastAsia="zh-CN"/>
              </w:rPr>
            </w:pPr>
            <w:r>
              <w:rPr>
                <w:rFonts w:cs="Arial"/>
                <w:lang w:eastAsia="zh-CN"/>
              </w:rPr>
              <w:t>DC_3A_n257G</w:t>
            </w:r>
          </w:p>
          <w:p w14:paraId="5C6AECB7" w14:textId="77777777" w:rsidR="001F553E" w:rsidRDefault="001F553E" w:rsidP="00AC3FE8">
            <w:pPr>
              <w:pStyle w:val="TAC"/>
              <w:rPr>
                <w:rFonts w:cs="Arial"/>
                <w:lang w:eastAsia="zh-CN"/>
              </w:rPr>
            </w:pPr>
            <w:r>
              <w:rPr>
                <w:rFonts w:cs="Arial"/>
                <w:lang w:eastAsia="zh-CN"/>
              </w:rPr>
              <w:t>DC_3A_n257H</w:t>
            </w:r>
          </w:p>
          <w:p w14:paraId="0D08191A" w14:textId="77777777" w:rsidR="001F553E" w:rsidRDefault="001F553E" w:rsidP="00AC3FE8">
            <w:pPr>
              <w:pStyle w:val="TAC"/>
              <w:rPr>
                <w:rFonts w:cs="Arial"/>
                <w:lang w:eastAsia="zh-CN"/>
              </w:rPr>
            </w:pPr>
            <w:r>
              <w:rPr>
                <w:rFonts w:cs="Arial"/>
                <w:lang w:eastAsia="zh-CN"/>
              </w:rPr>
              <w:t>DC_3A_n257I</w:t>
            </w:r>
          </w:p>
          <w:p w14:paraId="0AB7AE26" w14:textId="77777777" w:rsidR="001F553E" w:rsidRDefault="001F553E" w:rsidP="00AC3FE8">
            <w:pPr>
              <w:pStyle w:val="TAC"/>
              <w:rPr>
                <w:rFonts w:cs="Arial"/>
                <w:lang w:eastAsia="zh-CN"/>
              </w:rPr>
            </w:pPr>
            <w:r>
              <w:rPr>
                <w:rFonts w:cs="Arial"/>
                <w:lang w:eastAsia="zh-CN"/>
              </w:rPr>
              <w:t>DC_41A_n77A</w:t>
            </w:r>
          </w:p>
          <w:p w14:paraId="43A0A805" w14:textId="77777777" w:rsidR="001F553E" w:rsidRDefault="001F553E" w:rsidP="00AC3FE8">
            <w:pPr>
              <w:pStyle w:val="TAC"/>
              <w:rPr>
                <w:rFonts w:cs="Arial"/>
                <w:lang w:eastAsia="zh-CN"/>
              </w:rPr>
            </w:pPr>
            <w:r>
              <w:rPr>
                <w:rFonts w:cs="Arial"/>
                <w:lang w:eastAsia="zh-CN"/>
              </w:rPr>
              <w:t>DC_41A_n257A</w:t>
            </w:r>
          </w:p>
          <w:p w14:paraId="055A94D9" w14:textId="77777777" w:rsidR="001F553E" w:rsidRDefault="001F553E" w:rsidP="00AC3FE8">
            <w:pPr>
              <w:pStyle w:val="TAC"/>
              <w:rPr>
                <w:rFonts w:cs="Arial"/>
                <w:lang w:eastAsia="zh-CN"/>
              </w:rPr>
            </w:pPr>
            <w:r>
              <w:rPr>
                <w:rFonts w:cs="Arial"/>
                <w:lang w:eastAsia="zh-CN"/>
              </w:rPr>
              <w:t>DC_41A_n257G</w:t>
            </w:r>
          </w:p>
          <w:p w14:paraId="7F0CF1D0" w14:textId="77777777" w:rsidR="001F553E" w:rsidRDefault="001F553E" w:rsidP="00AC3FE8">
            <w:pPr>
              <w:pStyle w:val="TAC"/>
              <w:rPr>
                <w:rFonts w:cs="Arial"/>
                <w:lang w:eastAsia="zh-CN"/>
              </w:rPr>
            </w:pPr>
            <w:r>
              <w:rPr>
                <w:rFonts w:cs="Arial"/>
                <w:lang w:eastAsia="zh-CN"/>
              </w:rPr>
              <w:t>DC_41A_n257H</w:t>
            </w:r>
          </w:p>
          <w:p w14:paraId="2EA5C67A" w14:textId="77777777" w:rsidR="001F553E" w:rsidRDefault="001F553E" w:rsidP="00AC3FE8">
            <w:pPr>
              <w:pStyle w:val="TAC"/>
              <w:rPr>
                <w:rFonts w:cs="Arial"/>
                <w:lang w:eastAsia="zh-CN"/>
              </w:rPr>
            </w:pPr>
            <w:r>
              <w:rPr>
                <w:rFonts w:cs="Arial"/>
                <w:lang w:eastAsia="zh-CN"/>
              </w:rPr>
              <w:t>DC_41A_n257I</w:t>
            </w:r>
          </w:p>
          <w:p w14:paraId="28BC115C" w14:textId="77777777" w:rsidR="001F553E" w:rsidRDefault="001F553E" w:rsidP="00AC3FE8">
            <w:pPr>
              <w:pStyle w:val="TAC"/>
              <w:rPr>
                <w:rFonts w:cs="Arial"/>
                <w:lang w:eastAsia="zh-CN"/>
              </w:rPr>
            </w:pPr>
            <w:r>
              <w:rPr>
                <w:rFonts w:cs="Arial"/>
                <w:lang w:eastAsia="zh-CN"/>
              </w:rPr>
              <w:t>DC_41C_n77A</w:t>
            </w:r>
          </w:p>
          <w:p w14:paraId="51F2C47F" w14:textId="77777777" w:rsidR="001F553E" w:rsidRDefault="001F553E" w:rsidP="00AC3FE8">
            <w:pPr>
              <w:pStyle w:val="TAC"/>
              <w:rPr>
                <w:rFonts w:cs="Arial"/>
                <w:lang w:eastAsia="zh-CN"/>
              </w:rPr>
            </w:pPr>
            <w:r>
              <w:rPr>
                <w:rFonts w:cs="Arial"/>
                <w:lang w:eastAsia="zh-CN"/>
              </w:rPr>
              <w:t>DC_41C_n257A</w:t>
            </w:r>
          </w:p>
          <w:p w14:paraId="69692050" w14:textId="77777777" w:rsidR="001F553E" w:rsidRDefault="001F553E" w:rsidP="00AC3FE8">
            <w:pPr>
              <w:pStyle w:val="TAC"/>
              <w:rPr>
                <w:rFonts w:cs="Arial"/>
                <w:lang w:val="sv-FI" w:eastAsia="zh-CN"/>
              </w:rPr>
            </w:pPr>
            <w:r>
              <w:rPr>
                <w:rFonts w:cs="Arial"/>
                <w:lang w:val="sv-FI" w:eastAsia="zh-CN"/>
              </w:rPr>
              <w:t>DC_41C_n257G</w:t>
            </w:r>
          </w:p>
          <w:p w14:paraId="010997A6" w14:textId="77777777" w:rsidR="001F553E" w:rsidRDefault="001F553E" w:rsidP="00AC3FE8">
            <w:pPr>
              <w:pStyle w:val="TAC"/>
              <w:rPr>
                <w:rFonts w:cs="Arial"/>
                <w:lang w:val="sv-FI" w:eastAsia="zh-CN"/>
              </w:rPr>
            </w:pPr>
            <w:r>
              <w:rPr>
                <w:rFonts w:cs="Arial"/>
                <w:lang w:val="sv-FI" w:eastAsia="zh-CN"/>
              </w:rPr>
              <w:t>DC_41C_n257H</w:t>
            </w:r>
          </w:p>
          <w:p w14:paraId="680B7513" w14:textId="77777777" w:rsidR="001F553E" w:rsidRDefault="001F553E" w:rsidP="00AC3FE8">
            <w:pPr>
              <w:pStyle w:val="TAC"/>
              <w:rPr>
                <w:rFonts w:cs="Arial"/>
                <w:lang w:val="sv-FI" w:eastAsia="zh-CN"/>
              </w:rPr>
            </w:pPr>
            <w:r>
              <w:rPr>
                <w:rFonts w:cs="Arial"/>
                <w:lang w:val="sv-FI" w:eastAsia="zh-CN"/>
              </w:rPr>
              <w:t>DC_41C_n257I</w:t>
            </w:r>
          </w:p>
          <w:p w14:paraId="1A973578" w14:textId="77777777" w:rsidR="001F553E" w:rsidRDefault="001F553E" w:rsidP="00AC3FE8">
            <w:pPr>
              <w:pStyle w:val="TAC"/>
              <w:rPr>
                <w:rFonts w:cs="Arial"/>
                <w:lang w:eastAsia="zh-CN"/>
              </w:rPr>
            </w:pPr>
            <w:r>
              <w:rPr>
                <w:rFonts w:cs="Arial"/>
                <w:lang w:eastAsia="zh-CN"/>
              </w:rPr>
              <w:t>DC_42A_n257A</w:t>
            </w:r>
          </w:p>
          <w:p w14:paraId="35EAFA30" w14:textId="77777777" w:rsidR="001F553E" w:rsidRDefault="001F553E" w:rsidP="00AC3FE8">
            <w:pPr>
              <w:pStyle w:val="TAC"/>
              <w:rPr>
                <w:rFonts w:cs="Arial"/>
                <w:lang w:eastAsia="zh-CN"/>
              </w:rPr>
            </w:pPr>
            <w:r>
              <w:rPr>
                <w:rFonts w:cs="Arial"/>
                <w:lang w:eastAsia="zh-CN"/>
              </w:rPr>
              <w:t>DC_42A_n257G</w:t>
            </w:r>
          </w:p>
          <w:p w14:paraId="128CC2C1" w14:textId="77777777" w:rsidR="001F553E" w:rsidRDefault="001F553E" w:rsidP="00AC3FE8">
            <w:pPr>
              <w:pStyle w:val="TAC"/>
              <w:rPr>
                <w:rFonts w:cs="Arial"/>
                <w:lang w:eastAsia="zh-CN"/>
              </w:rPr>
            </w:pPr>
            <w:r>
              <w:rPr>
                <w:rFonts w:cs="Arial"/>
                <w:lang w:eastAsia="zh-CN"/>
              </w:rPr>
              <w:t>DC_42A_n257H</w:t>
            </w:r>
          </w:p>
          <w:p w14:paraId="3D182C3F" w14:textId="77777777" w:rsidR="001F553E" w:rsidRDefault="001F553E" w:rsidP="00AC3FE8">
            <w:pPr>
              <w:pStyle w:val="TAC"/>
              <w:rPr>
                <w:rFonts w:cs="Arial"/>
                <w:lang w:eastAsia="zh-CN"/>
              </w:rPr>
            </w:pPr>
            <w:r>
              <w:rPr>
                <w:rFonts w:cs="Arial"/>
                <w:lang w:eastAsia="zh-CN"/>
              </w:rPr>
              <w:t>DC_42A_n257I</w:t>
            </w:r>
          </w:p>
          <w:p w14:paraId="63664753" w14:textId="77777777" w:rsidR="001F553E" w:rsidRDefault="001F553E" w:rsidP="00AC3FE8">
            <w:pPr>
              <w:pStyle w:val="TAC"/>
              <w:rPr>
                <w:rFonts w:cs="Arial"/>
                <w:lang w:eastAsia="zh-CN"/>
              </w:rPr>
            </w:pPr>
            <w:r>
              <w:rPr>
                <w:rFonts w:cs="Arial"/>
                <w:lang w:eastAsia="zh-CN"/>
              </w:rPr>
              <w:t>DC_42C_n257A</w:t>
            </w:r>
          </w:p>
          <w:p w14:paraId="65CB1E35" w14:textId="77777777" w:rsidR="001F553E" w:rsidRDefault="001F553E" w:rsidP="00AC3FE8">
            <w:pPr>
              <w:pStyle w:val="TAC"/>
              <w:rPr>
                <w:rFonts w:cs="Arial"/>
                <w:lang w:eastAsia="zh-CN"/>
              </w:rPr>
            </w:pPr>
            <w:r>
              <w:rPr>
                <w:rFonts w:cs="Arial"/>
                <w:lang w:eastAsia="zh-CN"/>
              </w:rPr>
              <w:t>DC_42C_n257G</w:t>
            </w:r>
          </w:p>
          <w:p w14:paraId="3C52B60A" w14:textId="77777777" w:rsidR="001F553E" w:rsidRDefault="001F553E" w:rsidP="00AC3FE8">
            <w:pPr>
              <w:pStyle w:val="TAC"/>
              <w:rPr>
                <w:rFonts w:cs="Arial"/>
                <w:lang w:val="sv-FI" w:eastAsia="zh-CN"/>
              </w:rPr>
            </w:pPr>
            <w:r>
              <w:rPr>
                <w:rFonts w:cs="Arial"/>
                <w:lang w:val="sv-FI" w:eastAsia="zh-CN"/>
              </w:rPr>
              <w:t>DC_42C_n257H</w:t>
            </w:r>
          </w:p>
          <w:p w14:paraId="4C1E6EDB" w14:textId="77777777" w:rsidR="001F553E" w:rsidRDefault="001F553E" w:rsidP="00AC3FE8">
            <w:pPr>
              <w:pStyle w:val="TAC"/>
              <w:rPr>
                <w:rFonts w:cs="Arial"/>
                <w:lang w:val="sv-FI" w:eastAsia="zh-CN"/>
              </w:rPr>
            </w:pPr>
            <w:r>
              <w:rPr>
                <w:rFonts w:cs="Arial"/>
                <w:lang w:val="sv-FI" w:eastAsia="zh-CN"/>
              </w:rPr>
              <w:t>DC_42C_n257I</w:t>
            </w:r>
          </w:p>
        </w:tc>
      </w:tr>
      <w:tr w:rsidR="001F553E" w14:paraId="1A1774BE"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E9A1E74" w14:textId="77777777" w:rsidR="001F553E" w:rsidRDefault="001F553E" w:rsidP="00AC3FE8">
            <w:pPr>
              <w:pStyle w:val="TAC"/>
              <w:rPr>
                <w:noProof/>
              </w:rPr>
            </w:pPr>
            <w:r>
              <w:rPr>
                <w:noProof/>
              </w:rPr>
              <w:lastRenderedPageBreak/>
              <w:t>DC_3A-28A-41A_n78A-n257A</w:t>
            </w:r>
          </w:p>
          <w:p w14:paraId="498F11A5" w14:textId="77777777" w:rsidR="001F553E" w:rsidRDefault="001F553E" w:rsidP="00AC3FE8">
            <w:pPr>
              <w:pStyle w:val="TAC"/>
              <w:rPr>
                <w:noProof/>
                <w:lang w:eastAsia="ko-KR"/>
              </w:rPr>
            </w:pPr>
            <w:r>
              <w:rPr>
                <w:noProof/>
                <w:lang w:eastAsia="zh-CN"/>
              </w:rPr>
              <w:t>DC_3A-28A-41A_n78A-n257G</w:t>
            </w:r>
          </w:p>
          <w:p w14:paraId="10A4C80D" w14:textId="77777777" w:rsidR="001F553E" w:rsidRDefault="001F553E" w:rsidP="00AC3FE8">
            <w:pPr>
              <w:pStyle w:val="TAC"/>
              <w:rPr>
                <w:noProof/>
                <w:lang w:eastAsia="ko-KR"/>
              </w:rPr>
            </w:pPr>
            <w:r>
              <w:rPr>
                <w:noProof/>
                <w:lang w:eastAsia="zh-CN"/>
              </w:rPr>
              <w:t>DC_3A-28A-41A_n78A-n257H</w:t>
            </w:r>
          </w:p>
          <w:p w14:paraId="1C9B5DC9" w14:textId="77777777" w:rsidR="001F553E" w:rsidRDefault="001F553E" w:rsidP="00AC3FE8">
            <w:pPr>
              <w:pStyle w:val="TAC"/>
              <w:rPr>
                <w:noProof/>
                <w:lang w:eastAsia="zh-CN"/>
              </w:rPr>
            </w:pPr>
            <w:r>
              <w:rPr>
                <w:noProof/>
                <w:lang w:eastAsia="zh-CN"/>
              </w:rPr>
              <w:t>DC_3A-28A-41A_n78A-n257I</w:t>
            </w:r>
          </w:p>
          <w:p w14:paraId="0F69B14D" w14:textId="77777777" w:rsidR="001F553E" w:rsidRDefault="001F553E" w:rsidP="00AC3FE8">
            <w:pPr>
              <w:pStyle w:val="TAC"/>
              <w:rPr>
                <w:noProof/>
              </w:rPr>
            </w:pPr>
            <w:r>
              <w:rPr>
                <w:noProof/>
              </w:rPr>
              <w:t>DC_3A-28A-41C_n78A-n257A</w:t>
            </w:r>
          </w:p>
          <w:p w14:paraId="64C3A32C" w14:textId="77777777" w:rsidR="001F553E" w:rsidRDefault="001F553E" w:rsidP="00AC3FE8">
            <w:pPr>
              <w:pStyle w:val="TAC"/>
              <w:rPr>
                <w:noProof/>
                <w:lang w:eastAsia="ko-KR"/>
              </w:rPr>
            </w:pPr>
            <w:r>
              <w:rPr>
                <w:noProof/>
                <w:lang w:eastAsia="zh-CN"/>
              </w:rPr>
              <w:t>DC_3A-28A-41C_n78A-n257G</w:t>
            </w:r>
          </w:p>
          <w:p w14:paraId="4057C4C6" w14:textId="77777777" w:rsidR="001F553E" w:rsidRDefault="001F553E" w:rsidP="00AC3FE8">
            <w:pPr>
              <w:pStyle w:val="TAC"/>
              <w:rPr>
                <w:noProof/>
                <w:lang w:eastAsia="ko-KR"/>
              </w:rPr>
            </w:pPr>
            <w:r>
              <w:rPr>
                <w:noProof/>
                <w:lang w:eastAsia="zh-CN"/>
              </w:rPr>
              <w:t>DC_3A-28A-41C_n78A-n257H</w:t>
            </w:r>
          </w:p>
          <w:p w14:paraId="0224A817" w14:textId="77777777" w:rsidR="001F553E" w:rsidRDefault="001F553E" w:rsidP="00AC3FE8">
            <w:pPr>
              <w:pStyle w:val="TAC"/>
              <w:rPr>
                <w:noProof/>
              </w:rPr>
            </w:pPr>
            <w:r>
              <w:rPr>
                <w:noProof/>
                <w:lang w:eastAsia="zh-CN"/>
              </w:rPr>
              <w:t>DC_3A-28A-41C_n78A-n257I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3512AC2" w14:textId="77777777" w:rsidR="001F553E" w:rsidRDefault="001F553E" w:rsidP="00AC3FE8">
            <w:pPr>
              <w:pStyle w:val="TAC"/>
              <w:rPr>
                <w:rFonts w:cs="Arial"/>
                <w:lang w:eastAsia="zh-CN"/>
              </w:rPr>
            </w:pPr>
            <w:r>
              <w:rPr>
                <w:rFonts w:cs="Arial"/>
                <w:lang w:eastAsia="zh-CN"/>
              </w:rPr>
              <w:t>DC_3A_n78A</w:t>
            </w:r>
          </w:p>
          <w:p w14:paraId="6BE23B5A" w14:textId="77777777" w:rsidR="001F553E" w:rsidRDefault="001F553E" w:rsidP="00AC3FE8">
            <w:pPr>
              <w:pStyle w:val="TAC"/>
              <w:rPr>
                <w:rFonts w:cs="Arial"/>
                <w:lang w:eastAsia="zh-CN"/>
              </w:rPr>
            </w:pPr>
            <w:r>
              <w:rPr>
                <w:rFonts w:cs="Arial"/>
                <w:lang w:eastAsia="zh-CN"/>
              </w:rPr>
              <w:t>DC_3A_n257A</w:t>
            </w:r>
          </w:p>
          <w:p w14:paraId="610BEB99" w14:textId="77777777" w:rsidR="001F553E" w:rsidRDefault="001F553E" w:rsidP="00AC3FE8">
            <w:pPr>
              <w:pStyle w:val="TAC"/>
              <w:rPr>
                <w:rFonts w:cs="Arial"/>
                <w:lang w:eastAsia="zh-CN"/>
              </w:rPr>
            </w:pPr>
            <w:r>
              <w:rPr>
                <w:rFonts w:cs="Arial"/>
                <w:lang w:eastAsia="zh-CN"/>
              </w:rPr>
              <w:t>DC_3A_n257G</w:t>
            </w:r>
          </w:p>
          <w:p w14:paraId="215A28D2" w14:textId="77777777" w:rsidR="001F553E" w:rsidRDefault="001F553E" w:rsidP="00AC3FE8">
            <w:pPr>
              <w:pStyle w:val="TAC"/>
              <w:rPr>
                <w:rFonts w:cs="Arial"/>
                <w:lang w:eastAsia="zh-CN"/>
              </w:rPr>
            </w:pPr>
            <w:r>
              <w:rPr>
                <w:rFonts w:cs="Arial"/>
                <w:lang w:eastAsia="zh-CN"/>
              </w:rPr>
              <w:t>DC_3A_n257H</w:t>
            </w:r>
          </w:p>
          <w:p w14:paraId="1ADCCAC5" w14:textId="77777777" w:rsidR="001F553E" w:rsidRDefault="001F553E" w:rsidP="00AC3FE8">
            <w:pPr>
              <w:pStyle w:val="TAC"/>
              <w:rPr>
                <w:rFonts w:cs="Arial"/>
                <w:lang w:eastAsia="zh-CN"/>
              </w:rPr>
            </w:pPr>
            <w:r>
              <w:rPr>
                <w:rFonts w:cs="Arial"/>
                <w:lang w:eastAsia="zh-CN"/>
              </w:rPr>
              <w:t>DC_3A_n257I</w:t>
            </w:r>
          </w:p>
          <w:p w14:paraId="235BB02D" w14:textId="77777777" w:rsidR="001F553E" w:rsidRDefault="001F553E" w:rsidP="00AC3FE8">
            <w:pPr>
              <w:pStyle w:val="TAC"/>
              <w:rPr>
                <w:rFonts w:cs="Arial"/>
                <w:lang w:eastAsia="zh-CN"/>
              </w:rPr>
            </w:pPr>
            <w:r>
              <w:rPr>
                <w:rFonts w:cs="Arial"/>
                <w:lang w:eastAsia="zh-CN"/>
              </w:rPr>
              <w:t>DC_28A_n78A</w:t>
            </w:r>
          </w:p>
          <w:p w14:paraId="0F826234" w14:textId="77777777" w:rsidR="001F553E" w:rsidRDefault="001F553E" w:rsidP="00AC3FE8">
            <w:pPr>
              <w:pStyle w:val="TAC"/>
              <w:rPr>
                <w:rFonts w:cs="Arial"/>
                <w:lang w:eastAsia="zh-CN"/>
              </w:rPr>
            </w:pPr>
            <w:r>
              <w:rPr>
                <w:rFonts w:cs="Arial"/>
                <w:lang w:eastAsia="zh-CN"/>
              </w:rPr>
              <w:t>DC_28A_n257A</w:t>
            </w:r>
          </w:p>
          <w:p w14:paraId="17FE0CAE" w14:textId="77777777" w:rsidR="001F553E" w:rsidRDefault="001F553E" w:rsidP="00AC3FE8">
            <w:pPr>
              <w:pStyle w:val="TAC"/>
              <w:rPr>
                <w:rFonts w:cs="Arial"/>
                <w:lang w:eastAsia="zh-CN"/>
              </w:rPr>
            </w:pPr>
            <w:r>
              <w:rPr>
                <w:rFonts w:cs="Arial"/>
                <w:lang w:eastAsia="zh-CN"/>
              </w:rPr>
              <w:t>DC_28A_n257G</w:t>
            </w:r>
          </w:p>
          <w:p w14:paraId="08393400" w14:textId="77777777" w:rsidR="001F553E" w:rsidRDefault="001F553E" w:rsidP="00AC3FE8">
            <w:pPr>
              <w:pStyle w:val="TAC"/>
              <w:rPr>
                <w:rFonts w:cs="Arial"/>
                <w:lang w:eastAsia="zh-CN"/>
              </w:rPr>
            </w:pPr>
            <w:r>
              <w:rPr>
                <w:rFonts w:cs="Arial"/>
                <w:lang w:eastAsia="zh-CN"/>
              </w:rPr>
              <w:t>DC_28A_n257H</w:t>
            </w:r>
          </w:p>
          <w:p w14:paraId="158C8DBD" w14:textId="77777777" w:rsidR="001F553E" w:rsidRDefault="001F553E" w:rsidP="00AC3FE8">
            <w:pPr>
              <w:pStyle w:val="TAC"/>
              <w:rPr>
                <w:rFonts w:cs="Arial"/>
                <w:lang w:eastAsia="zh-CN"/>
              </w:rPr>
            </w:pPr>
            <w:r>
              <w:rPr>
                <w:rFonts w:cs="Arial"/>
                <w:lang w:eastAsia="zh-CN"/>
              </w:rPr>
              <w:t>DC_28A_n257I</w:t>
            </w:r>
          </w:p>
          <w:p w14:paraId="4C2645CE" w14:textId="77777777" w:rsidR="001F553E" w:rsidRDefault="001F553E" w:rsidP="00AC3FE8">
            <w:pPr>
              <w:pStyle w:val="TAC"/>
              <w:rPr>
                <w:rFonts w:cs="Arial"/>
                <w:lang w:eastAsia="zh-CN"/>
              </w:rPr>
            </w:pPr>
            <w:r>
              <w:rPr>
                <w:rFonts w:cs="Arial"/>
                <w:lang w:eastAsia="zh-CN"/>
              </w:rPr>
              <w:t>DC_41A_n78A</w:t>
            </w:r>
          </w:p>
          <w:p w14:paraId="7350C7E0" w14:textId="77777777" w:rsidR="001F553E" w:rsidRDefault="001F553E" w:rsidP="00AC3FE8">
            <w:pPr>
              <w:pStyle w:val="TAC"/>
              <w:rPr>
                <w:rFonts w:cs="Arial"/>
                <w:lang w:eastAsia="zh-CN"/>
              </w:rPr>
            </w:pPr>
            <w:r>
              <w:rPr>
                <w:rFonts w:cs="Arial"/>
                <w:lang w:eastAsia="zh-CN"/>
              </w:rPr>
              <w:t>DC_41A_n257A</w:t>
            </w:r>
          </w:p>
          <w:p w14:paraId="7D10C69F" w14:textId="77777777" w:rsidR="001F553E" w:rsidRDefault="001F553E" w:rsidP="00AC3FE8">
            <w:pPr>
              <w:pStyle w:val="TAC"/>
              <w:rPr>
                <w:rFonts w:cs="Arial"/>
                <w:lang w:eastAsia="zh-CN"/>
              </w:rPr>
            </w:pPr>
            <w:r>
              <w:rPr>
                <w:rFonts w:cs="Arial"/>
                <w:lang w:eastAsia="zh-CN"/>
              </w:rPr>
              <w:t>DC_41A_n257G</w:t>
            </w:r>
          </w:p>
          <w:p w14:paraId="07A0B17C" w14:textId="77777777" w:rsidR="001F553E" w:rsidRDefault="001F553E" w:rsidP="00AC3FE8">
            <w:pPr>
              <w:pStyle w:val="TAC"/>
              <w:rPr>
                <w:rFonts w:cs="Arial"/>
                <w:lang w:eastAsia="zh-CN"/>
              </w:rPr>
            </w:pPr>
            <w:r>
              <w:rPr>
                <w:rFonts w:cs="Arial"/>
                <w:lang w:eastAsia="zh-CN"/>
              </w:rPr>
              <w:t>DC_41A_n257H</w:t>
            </w:r>
          </w:p>
          <w:p w14:paraId="3AC58EEE" w14:textId="77777777" w:rsidR="001F553E" w:rsidRDefault="001F553E" w:rsidP="00AC3FE8">
            <w:pPr>
              <w:pStyle w:val="TAC"/>
              <w:rPr>
                <w:rFonts w:cs="Arial"/>
                <w:lang w:eastAsia="zh-CN"/>
              </w:rPr>
            </w:pPr>
            <w:r>
              <w:rPr>
                <w:rFonts w:cs="Arial"/>
                <w:lang w:eastAsia="zh-CN"/>
              </w:rPr>
              <w:t>DC_41A_n257I</w:t>
            </w:r>
          </w:p>
          <w:p w14:paraId="480912BB" w14:textId="77777777" w:rsidR="001F553E" w:rsidRDefault="001F553E" w:rsidP="00AC3FE8">
            <w:pPr>
              <w:pStyle w:val="TAC"/>
              <w:rPr>
                <w:rFonts w:cs="Arial"/>
                <w:lang w:eastAsia="zh-CN"/>
              </w:rPr>
            </w:pPr>
            <w:r>
              <w:rPr>
                <w:rFonts w:cs="Arial"/>
                <w:lang w:eastAsia="zh-CN"/>
              </w:rPr>
              <w:t>DC_41C_n78A</w:t>
            </w:r>
          </w:p>
          <w:p w14:paraId="1F207AB5" w14:textId="77777777" w:rsidR="001F553E" w:rsidRDefault="001F553E" w:rsidP="00AC3FE8">
            <w:pPr>
              <w:pStyle w:val="TAC"/>
              <w:rPr>
                <w:rFonts w:cs="Arial"/>
                <w:lang w:eastAsia="zh-CN"/>
              </w:rPr>
            </w:pPr>
            <w:r>
              <w:rPr>
                <w:rFonts w:cs="Arial"/>
                <w:lang w:eastAsia="zh-CN"/>
              </w:rPr>
              <w:t>DC_41C_n257A</w:t>
            </w:r>
          </w:p>
          <w:p w14:paraId="3C104560" w14:textId="77777777" w:rsidR="001F553E" w:rsidRDefault="001F553E" w:rsidP="00AC3FE8">
            <w:pPr>
              <w:pStyle w:val="TAC"/>
              <w:rPr>
                <w:rFonts w:cs="Arial"/>
                <w:lang w:eastAsia="zh-CN"/>
              </w:rPr>
            </w:pPr>
            <w:r>
              <w:rPr>
                <w:rFonts w:cs="Arial"/>
                <w:lang w:eastAsia="zh-CN"/>
              </w:rPr>
              <w:t>DC_41C_n257G</w:t>
            </w:r>
          </w:p>
          <w:p w14:paraId="574242A0" w14:textId="77777777" w:rsidR="001F553E" w:rsidRDefault="001F553E" w:rsidP="00AC3FE8">
            <w:pPr>
              <w:pStyle w:val="TAC"/>
              <w:rPr>
                <w:rFonts w:cs="Arial"/>
                <w:lang w:val="sv-FI" w:eastAsia="zh-CN"/>
              </w:rPr>
            </w:pPr>
            <w:r>
              <w:rPr>
                <w:rFonts w:cs="Arial"/>
                <w:lang w:val="sv-FI" w:eastAsia="zh-CN"/>
              </w:rPr>
              <w:t>DC_41C_n257H</w:t>
            </w:r>
          </w:p>
          <w:p w14:paraId="2402CA4B" w14:textId="77777777" w:rsidR="001F553E" w:rsidRDefault="001F553E" w:rsidP="00AC3FE8">
            <w:pPr>
              <w:pStyle w:val="TAC"/>
              <w:rPr>
                <w:noProof/>
                <w:lang w:val="sv-FI"/>
              </w:rPr>
            </w:pPr>
            <w:r>
              <w:rPr>
                <w:rFonts w:cs="Arial"/>
                <w:lang w:val="sv-FI" w:eastAsia="zh-CN"/>
              </w:rPr>
              <w:t>DC_41C_n257I</w:t>
            </w:r>
          </w:p>
        </w:tc>
      </w:tr>
      <w:tr w:rsidR="001F553E" w14:paraId="5E42AB5A"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0E65A2B" w14:textId="77777777" w:rsidR="001F553E" w:rsidRDefault="001F553E" w:rsidP="00AC3FE8">
            <w:pPr>
              <w:pStyle w:val="TAC"/>
              <w:rPr>
                <w:noProof/>
              </w:rPr>
            </w:pPr>
            <w:r>
              <w:rPr>
                <w:noProof/>
              </w:rPr>
              <w:t>DC_3A-28A-42A_n78A-n257A</w:t>
            </w:r>
          </w:p>
          <w:p w14:paraId="701DDF7C" w14:textId="77777777" w:rsidR="001F553E" w:rsidRDefault="001F553E" w:rsidP="00AC3FE8">
            <w:pPr>
              <w:pStyle w:val="TAC"/>
              <w:rPr>
                <w:noProof/>
                <w:lang w:eastAsia="ko-KR"/>
              </w:rPr>
            </w:pPr>
            <w:r>
              <w:rPr>
                <w:noProof/>
                <w:lang w:eastAsia="zh-CN"/>
              </w:rPr>
              <w:t>DC_3A-28A-42A_n78A-n257G</w:t>
            </w:r>
          </w:p>
          <w:p w14:paraId="45139D45" w14:textId="77777777" w:rsidR="001F553E" w:rsidRDefault="001F553E" w:rsidP="00AC3FE8">
            <w:pPr>
              <w:pStyle w:val="TAC"/>
              <w:rPr>
                <w:noProof/>
                <w:lang w:eastAsia="ko-KR"/>
              </w:rPr>
            </w:pPr>
            <w:r>
              <w:rPr>
                <w:noProof/>
                <w:lang w:eastAsia="zh-CN"/>
              </w:rPr>
              <w:t>DC_3A-28A-42A_n78A-n257H</w:t>
            </w:r>
          </w:p>
          <w:p w14:paraId="1C853869" w14:textId="77777777" w:rsidR="001F553E" w:rsidRDefault="001F553E" w:rsidP="00AC3FE8">
            <w:pPr>
              <w:pStyle w:val="TAC"/>
              <w:rPr>
                <w:noProof/>
                <w:lang w:eastAsia="zh-CN"/>
              </w:rPr>
            </w:pPr>
            <w:r>
              <w:rPr>
                <w:noProof/>
                <w:lang w:eastAsia="zh-CN"/>
              </w:rPr>
              <w:t>DC_3A-28A-42A_n78A-n257I</w:t>
            </w:r>
          </w:p>
          <w:p w14:paraId="3DD1CD8A" w14:textId="77777777" w:rsidR="001F553E" w:rsidRDefault="001F553E" w:rsidP="00AC3FE8">
            <w:pPr>
              <w:pStyle w:val="TAC"/>
              <w:rPr>
                <w:noProof/>
              </w:rPr>
            </w:pPr>
            <w:r>
              <w:rPr>
                <w:noProof/>
              </w:rPr>
              <w:t>DC_3A-28A-42C_n78A-n257A</w:t>
            </w:r>
          </w:p>
          <w:p w14:paraId="34C70638" w14:textId="77777777" w:rsidR="001F553E" w:rsidRDefault="001F553E" w:rsidP="00AC3FE8">
            <w:pPr>
              <w:pStyle w:val="TAC"/>
              <w:rPr>
                <w:noProof/>
                <w:lang w:eastAsia="ko-KR"/>
              </w:rPr>
            </w:pPr>
            <w:r>
              <w:rPr>
                <w:noProof/>
                <w:lang w:eastAsia="zh-CN"/>
              </w:rPr>
              <w:t>DC_3A-28A-42C_n78A-n257G</w:t>
            </w:r>
          </w:p>
          <w:p w14:paraId="52465913" w14:textId="77777777" w:rsidR="001F553E" w:rsidRDefault="001F553E" w:rsidP="00AC3FE8">
            <w:pPr>
              <w:pStyle w:val="TAC"/>
              <w:rPr>
                <w:noProof/>
                <w:lang w:eastAsia="ko-KR"/>
              </w:rPr>
            </w:pPr>
            <w:r>
              <w:rPr>
                <w:noProof/>
                <w:lang w:eastAsia="zh-CN"/>
              </w:rPr>
              <w:t>DC_3A-28A-42C_n78A-n257H</w:t>
            </w:r>
          </w:p>
          <w:p w14:paraId="6FD419B9" w14:textId="77777777" w:rsidR="001F553E" w:rsidRDefault="001F553E" w:rsidP="00AC3FE8">
            <w:pPr>
              <w:pStyle w:val="TAC"/>
              <w:rPr>
                <w:noProof/>
              </w:rPr>
            </w:pPr>
            <w:r>
              <w:rPr>
                <w:noProof/>
                <w:lang w:eastAsia="zh-CN"/>
              </w:rPr>
              <w:t>DC_3A-28A-42C_n78A-n257I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6EBB6A8" w14:textId="77777777" w:rsidR="001F553E" w:rsidRDefault="001F553E" w:rsidP="00AC3FE8">
            <w:pPr>
              <w:pStyle w:val="TAC"/>
              <w:rPr>
                <w:rFonts w:cs="Arial"/>
                <w:lang w:eastAsia="zh-CN"/>
              </w:rPr>
            </w:pPr>
            <w:r>
              <w:rPr>
                <w:rFonts w:cs="Arial"/>
                <w:lang w:eastAsia="zh-CN"/>
              </w:rPr>
              <w:t>DC_3A_n78A</w:t>
            </w:r>
          </w:p>
          <w:p w14:paraId="0BCB2CF7" w14:textId="77777777" w:rsidR="001F553E" w:rsidRDefault="001F553E" w:rsidP="00AC3FE8">
            <w:pPr>
              <w:pStyle w:val="TAC"/>
              <w:rPr>
                <w:rFonts w:cs="Arial"/>
                <w:lang w:eastAsia="zh-CN"/>
              </w:rPr>
            </w:pPr>
            <w:r>
              <w:rPr>
                <w:rFonts w:cs="Arial"/>
                <w:lang w:eastAsia="zh-CN"/>
              </w:rPr>
              <w:t>DC_3A_n257A</w:t>
            </w:r>
          </w:p>
          <w:p w14:paraId="0C88C2B8" w14:textId="77777777" w:rsidR="001F553E" w:rsidRDefault="001F553E" w:rsidP="00AC3FE8">
            <w:pPr>
              <w:pStyle w:val="TAC"/>
              <w:rPr>
                <w:rFonts w:cs="Arial"/>
                <w:lang w:eastAsia="zh-CN"/>
              </w:rPr>
            </w:pPr>
            <w:r>
              <w:rPr>
                <w:rFonts w:cs="Arial"/>
                <w:lang w:eastAsia="zh-CN"/>
              </w:rPr>
              <w:t>DC_3A_n257G</w:t>
            </w:r>
          </w:p>
          <w:p w14:paraId="75A2CF27" w14:textId="77777777" w:rsidR="001F553E" w:rsidRDefault="001F553E" w:rsidP="00AC3FE8">
            <w:pPr>
              <w:pStyle w:val="TAC"/>
              <w:rPr>
                <w:rFonts w:cs="Arial"/>
                <w:lang w:eastAsia="zh-CN"/>
              </w:rPr>
            </w:pPr>
            <w:r>
              <w:rPr>
                <w:rFonts w:cs="Arial"/>
                <w:lang w:eastAsia="zh-CN"/>
              </w:rPr>
              <w:t>DC_3A_n257H</w:t>
            </w:r>
          </w:p>
          <w:p w14:paraId="01F201DC" w14:textId="77777777" w:rsidR="001F553E" w:rsidRDefault="001F553E" w:rsidP="00AC3FE8">
            <w:pPr>
              <w:pStyle w:val="TAC"/>
              <w:rPr>
                <w:rFonts w:cs="Arial"/>
                <w:lang w:eastAsia="zh-CN"/>
              </w:rPr>
            </w:pPr>
            <w:r>
              <w:rPr>
                <w:rFonts w:cs="Arial"/>
                <w:lang w:eastAsia="zh-CN"/>
              </w:rPr>
              <w:t>DC_3A_n257I</w:t>
            </w:r>
          </w:p>
          <w:p w14:paraId="3C3DFD9C" w14:textId="77777777" w:rsidR="001F553E" w:rsidRDefault="001F553E" w:rsidP="00AC3FE8">
            <w:pPr>
              <w:pStyle w:val="TAC"/>
              <w:rPr>
                <w:rFonts w:cs="Arial"/>
                <w:lang w:eastAsia="zh-CN"/>
              </w:rPr>
            </w:pPr>
            <w:r>
              <w:rPr>
                <w:rFonts w:cs="Arial"/>
                <w:lang w:eastAsia="zh-CN"/>
              </w:rPr>
              <w:t>DC_28A_n78A</w:t>
            </w:r>
          </w:p>
          <w:p w14:paraId="3137155A" w14:textId="77777777" w:rsidR="001F553E" w:rsidRDefault="001F553E" w:rsidP="00AC3FE8">
            <w:pPr>
              <w:pStyle w:val="TAC"/>
              <w:rPr>
                <w:rFonts w:cs="Arial"/>
                <w:lang w:eastAsia="zh-CN"/>
              </w:rPr>
            </w:pPr>
            <w:r>
              <w:rPr>
                <w:rFonts w:cs="Arial"/>
                <w:lang w:eastAsia="zh-CN"/>
              </w:rPr>
              <w:t>DC_28A_n257A</w:t>
            </w:r>
          </w:p>
          <w:p w14:paraId="293AF9B5" w14:textId="77777777" w:rsidR="001F553E" w:rsidRDefault="001F553E" w:rsidP="00AC3FE8">
            <w:pPr>
              <w:pStyle w:val="TAC"/>
              <w:rPr>
                <w:rFonts w:cs="Arial"/>
                <w:lang w:eastAsia="zh-CN"/>
              </w:rPr>
            </w:pPr>
            <w:r>
              <w:rPr>
                <w:rFonts w:cs="Arial"/>
                <w:lang w:eastAsia="zh-CN"/>
              </w:rPr>
              <w:t>DC_28A_n257G</w:t>
            </w:r>
          </w:p>
          <w:p w14:paraId="568A70B1" w14:textId="77777777" w:rsidR="001F553E" w:rsidRDefault="001F553E" w:rsidP="00AC3FE8">
            <w:pPr>
              <w:pStyle w:val="TAC"/>
              <w:rPr>
                <w:rFonts w:cs="Arial"/>
                <w:lang w:eastAsia="zh-CN"/>
              </w:rPr>
            </w:pPr>
            <w:r>
              <w:rPr>
                <w:rFonts w:cs="Arial"/>
                <w:lang w:eastAsia="zh-CN"/>
              </w:rPr>
              <w:t>DC_28A_n257H</w:t>
            </w:r>
          </w:p>
          <w:p w14:paraId="18120B46" w14:textId="77777777" w:rsidR="001F553E" w:rsidRDefault="001F553E" w:rsidP="00AC3FE8">
            <w:pPr>
              <w:pStyle w:val="TAC"/>
              <w:rPr>
                <w:rFonts w:cs="Arial"/>
                <w:lang w:eastAsia="zh-CN"/>
              </w:rPr>
            </w:pPr>
            <w:r>
              <w:rPr>
                <w:rFonts w:cs="Arial"/>
                <w:lang w:eastAsia="zh-CN"/>
              </w:rPr>
              <w:t>DC_28A_n257I</w:t>
            </w:r>
          </w:p>
          <w:p w14:paraId="07472F29" w14:textId="77777777" w:rsidR="001F553E" w:rsidRDefault="001F553E" w:rsidP="00AC3FE8">
            <w:pPr>
              <w:pStyle w:val="TAC"/>
              <w:rPr>
                <w:rFonts w:cs="Arial"/>
                <w:lang w:eastAsia="zh-CN"/>
              </w:rPr>
            </w:pPr>
            <w:r>
              <w:rPr>
                <w:rFonts w:cs="Arial"/>
                <w:lang w:eastAsia="zh-CN"/>
              </w:rPr>
              <w:t>DC_42A_n257A</w:t>
            </w:r>
          </w:p>
          <w:p w14:paraId="50E8EA3F" w14:textId="77777777" w:rsidR="001F553E" w:rsidRDefault="001F553E" w:rsidP="00AC3FE8">
            <w:pPr>
              <w:pStyle w:val="TAC"/>
              <w:rPr>
                <w:rFonts w:cs="Arial"/>
                <w:lang w:eastAsia="zh-CN"/>
              </w:rPr>
            </w:pPr>
            <w:r>
              <w:rPr>
                <w:rFonts w:cs="Arial"/>
                <w:lang w:eastAsia="zh-CN"/>
              </w:rPr>
              <w:t>DC_42A_n257G</w:t>
            </w:r>
          </w:p>
          <w:p w14:paraId="126F4F20" w14:textId="77777777" w:rsidR="001F553E" w:rsidRDefault="001F553E" w:rsidP="00AC3FE8">
            <w:pPr>
              <w:pStyle w:val="TAC"/>
              <w:rPr>
                <w:rFonts w:cs="Arial"/>
                <w:lang w:eastAsia="zh-CN"/>
              </w:rPr>
            </w:pPr>
            <w:r>
              <w:rPr>
                <w:rFonts w:cs="Arial"/>
                <w:lang w:eastAsia="zh-CN"/>
              </w:rPr>
              <w:t>DC_42A_n257H</w:t>
            </w:r>
          </w:p>
          <w:p w14:paraId="533B491A" w14:textId="77777777" w:rsidR="001F553E" w:rsidRDefault="001F553E" w:rsidP="00AC3FE8">
            <w:pPr>
              <w:pStyle w:val="TAC"/>
              <w:rPr>
                <w:rFonts w:cs="Arial"/>
                <w:lang w:eastAsia="zh-CN"/>
              </w:rPr>
            </w:pPr>
            <w:r>
              <w:rPr>
                <w:rFonts w:cs="Arial"/>
                <w:lang w:eastAsia="zh-CN"/>
              </w:rPr>
              <w:t>DC_42A_n257I</w:t>
            </w:r>
          </w:p>
          <w:p w14:paraId="2470596B" w14:textId="77777777" w:rsidR="001F553E" w:rsidRDefault="001F553E" w:rsidP="00AC3FE8">
            <w:pPr>
              <w:pStyle w:val="TAC"/>
              <w:rPr>
                <w:rFonts w:cs="Arial"/>
                <w:lang w:eastAsia="zh-CN"/>
              </w:rPr>
            </w:pPr>
            <w:r>
              <w:rPr>
                <w:rFonts w:cs="Arial"/>
                <w:lang w:eastAsia="zh-CN"/>
              </w:rPr>
              <w:t>DC_42C_n257A</w:t>
            </w:r>
          </w:p>
          <w:p w14:paraId="052311BA" w14:textId="77777777" w:rsidR="001F553E" w:rsidRDefault="001F553E" w:rsidP="00AC3FE8">
            <w:pPr>
              <w:pStyle w:val="TAC"/>
              <w:rPr>
                <w:rFonts w:cs="Arial"/>
                <w:lang w:val="sv-FI" w:eastAsia="zh-CN"/>
              </w:rPr>
            </w:pPr>
            <w:r>
              <w:rPr>
                <w:rFonts w:cs="Arial"/>
                <w:lang w:val="sv-FI" w:eastAsia="zh-CN"/>
              </w:rPr>
              <w:t>DC_42C_n257G</w:t>
            </w:r>
          </w:p>
          <w:p w14:paraId="2D6BB45C" w14:textId="77777777" w:rsidR="001F553E" w:rsidRDefault="001F553E" w:rsidP="00AC3FE8">
            <w:pPr>
              <w:pStyle w:val="TAC"/>
              <w:rPr>
                <w:rFonts w:cs="Arial"/>
                <w:lang w:val="sv-FI" w:eastAsia="zh-CN"/>
              </w:rPr>
            </w:pPr>
            <w:r>
              <w:rPr>
                <w:rFonts w:cs="Arial"/>
                <w:lang w:val="sv-FI" w:eastAsia="zh-CN"/>
              </w:rPr>
              <w:t>DC_42C_n257H</w:t>
            </w:r>
          </w:p>
          <w:p w14:paraId="17F2F235" w14:textId="77777777" w:rsidR="001F553E" w:rsidRDefault="001F553E" w:rsidP="00AC3FE8">
            <w:pPr>
              <w:pStyle w:val="TAC"/>
              <w:rPr>
                <w:noProof/>
                <w:lang w:val="sv-FI"/>
              </w:rPr>
            </w:pPr>
            <w:r>
              <w:rPr>
                <w:rFonts w:cs="Arial"/>
                <w:lang w:val="sv-FI" w:eastAsia="zh-CN"/>
              </w:rPr>
              <w:t>DC_42C_n257I</w:t>
            </w:r>
          </w:p>
        </w:tc>
      </w:tr>
      <w:tr w:rsidR="001F553E" w14:paraId="4F216812"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3EB47C34" w14:textId="77777777" w:rsidR="001F553E" w:rsidRDefault="001F553E" w:rsidP="00AC3FE8">
            <w:pPr>
              <w:pStyle w:val="TAC"/>
              <w:rPr>
                <w:noProof/>
              </w:rPr>
            </w:pPr>
            <w:r>
              <w:rPr>
                <w:noProof/>
              </w:rPr>
              <w:t>DC_3A-41A-42A_n78A-n257A</w:t>
            </w:r>
          </w:p>
          <w:p w14:paraId="2D0DAEEF" w14:textId="77777777" w:rsidR="001F553E" w:rsidRDefault="001F553E" w:rsidP="00AC3FE8">
            <w:pPr>
              <w:pStyle w:val="TAC"/>
              <w:rPr>
                <w:noProof/>
                <w:lang w:eastAsia="ko-KR"/>
              </w:rPr>
            </w:pPr>
            <w:r>
              <w:rPr>
                <w:noProof/>
                <w:lang w:eastAsia="zh-CN"/>
              </w:rPr>
              <w:t>DC_3A-41A-42A_n78A-n257G</w:t>
            </w:r>
          </w:p>
          <w:p w14:paraId="00FCCAB7" w14:textId="77777777" w:rsidR="001F553E" w:rsidRDefault="001F553E" w:rsidP="00AC3FE8">
            <w:pPr>
              <w:pStyle w:val="TAC"/>
              <w:rPr>
                <w:noProof/>
                <w:lang w:eastAsia="ko-KR"/>
              </w:rPr>
            </w:pPr>
            <w:r>
              <w:rPr>
                <w:noProof/>
                <w:lang w:eastAsia="zh-CN"/>
              </w:rPr>
              <w:t>DC_3A-41A-42A_n78A-n257H</w:t>
            </w:r>
          </w:p>
          <w:p w14:paraId="7CF97152" w14:textId="77777777" w:rsidR="001F553E" w:rsidRDefault="001F553E" w:rsidP="00AC3FE8">
            <w:pPr>
              <w:pStyle w:val="TAC"/>
              <w:rPr>
                <w:noProof/>
                <w:lang w:eastAsia="zh-CN"/>
              </w:rPr>
            </w:pPr>
            <w:r>
              <w:rPr>
                <w:noProof/>
                <w:lang w:eastAsia="zh-CN"/>
              </w:rPr>
              <w:t>DC_3A-41A-42A_n78A-n257I</w:t>
            </w:r>
          </w:p>
          <w:p w14:paraId="087D4264" w14:textId="77777777" w:rsidR="001F553E" w:rsidRDefault="001F553E" w:rsidP="00AC3FE8">
            <w:pPr>
              <w:pStyle w:val="TAC"/>
              <w:rPr>
                <w:noProof/>
              </w:rPr>
            </w:pPr>
            <w:r>
              <w:rPr>
                <w:noProof/>
              </w:rPr>
              <w:t>DC_3A-41A-42C_n78A-n257A</w:t>
            </w:r>
          </w:p>
          <w:p w14:paraId="4868AF0C" w14:textId="77777777" w:rsidR="001F553E" w:rsidRDefault="001F553E" w:rsidP="00AC3FE8">
            <w:pPr>
              <w:pStyle w:val="TAC"/>
              <w:rPr>
                <w:noProof/>
                <w:lang w:eastAsia="ko-KR"/>
              </w:rPr>
            </w:pPr>
            <w:r>
              <w:rPr>
                <w:noProof/>
                <w:lang w:eastAsia="zh-CN"/>
              </w:rPr>
              <w:t>DC_3A-41A-42C_n78A-n257G</w:t>
            </w:r>
          </w:p>
          <w:p w14:paraId="73104C74" w14:textId="77777777" w:rsidR="001F553E" w:rsidRDefault="001F553E" w:rsidP="00AC3FE8">
            <w:pPr>
              <w:pStyle w:val="TAC"/>
              <w:rPr>
                <w:noProof/>
                <w:lang w:eastAsia="ko-KR"/>
              </w:rPr>
            </w:pPr>
            <w:r>
              <w:rPr>
                <w:noProof/>
                <w:lang w:eastAsia="zh-CN"/>
              </w:rPr>
              <w:t>DC_3A-41A-42C_n78A-n257H</w:t>
            </w:r>
          </w:p>
          <w:p w14:paraId="5351E9F6" w14:textId="77777777" w:rsidR="001F553E" w:rsidRDefault="001F553E" w:rsidP="00AC3FE8">
            <w:pPr>
              <w:pStyle w:val="TAC"/>
              <w:rPr>
                <w:noProof/>
                <w:lang w:eastAsia="zh-CN"/>
              </w:rPr>
            </w:pPr>
            <w:r>
              <w:rPr>
                <w:noProof/>
                <w:lang w:eastAsia="zh-CN"/>
              </w:rPr>
              <w:t>DC_3A-41A-42C_n78A-n257I</w:t>
            </w:r>
          </w:p>
          <w:p w14:paraId="08896AE5" w14:textId="77777777" w:rsidR="001F553E" w:rsidRDefault="001F553E" w:rsidP="00AC3FE8">
            <w:pPr>
              <w:pStyle w:val="TAC"/>
              <w:rPr>
                <w:noProof/>
              </w:rPr>
            </w:pPr>
            <w:r>
              <w:rPr>
                <w:noProof/>
              </w:rPr>
              <w:t>DC_3A-41C-42A_n78A-n257A</w:t>
            </w:r>
          </w:p>
          <w:p w14:paraId="1AD69595" w14:textId="77777777" w:rsidR="001F553E" w:rsidRDefault="001F553E" w:rsidP="00AC3FE8">
            <w:pPr>
              <w:pStyle w:val="TAC"/>
              <w:rPr>
                <w:noProof/>
                <w:lang w:eastAsia="ko-KR"/>
              </w:rPr>
            </w:pPr>
            <w:r>
              <w:rPr>
                <w:noProof/>
                <w:lang w:eastAsia="zh-CN"/>
              </w:rPr>
              <w:t>DC_3A-41C-42A_n78A-n257G</w:t>
            </w:r>
          </w:p>
          <w:p w14:paraId="3535260F" w14:textId="77777777" w:rsidR="001F553E" w:rsidRDefault="001F553E" w:rsidP="00AC3FE8">
            <w:pPr>
              <w:pStyle w:val="TAC"/>
              <w:rPr>
                <w:noProof/>
                <w:lang w:eastAsia="ko-KR"/>
              </w:rPr>
            </w:pPr>
            <w:r>
              <w:rPr>
                <w:noProof/>
                <w:lang w:eastAsia="zh-CN"/>
              </w:rPr>
              <w:t>DC_3A-41C-42A_n78A-n257H</w:t>
            </w:r>
          </w:p>
          <w:p w14:paraId="5301D860" w14:textId="77777777" w:rsidR="001F553E" w:rsidRDefault="001F553E" w:rsidP="00AC3FE8">
            <w:pPr>
              <w:pStyle w:val="TAC"/>
              <w:rPr>
                <w:noProof/>
                <w:lang w:eastAsia="zh-CN"/>
              </w:rPr>
            </w:pPr>
            <w:r>
              <w:rPr>
                <w:noProof/>
                <w:lang w:eastAsia="zh-CN"/>
              </w:rPr>
              <w:t>DC_3A-41C-42A_n78A-n257I</w:t>
            </w:r>
          </w:p>
          <w:p w14:paraId="08D6CD4B" w14:textId="77777777" w:rsidR="001F553E" w:rsidRDefault="001F553E" w:rsidP="00AC3FE8">
            <w:pPr>
              <w:pStyle w:val="TAC"/>
              <w:rPr>
                <w:noProof/>
              </w:rPr>
            </w:pPr>
            <w:r>
              <w:rPr>
                <w:noProof/>
              </w:rPr>
              <w:t>DC_3A-41C-42C_n78A-n257A</w:t>
            </w:r>
          </w:p>
          <w:p w14:paraId="338E77BC" w14:textId="77777777" w:rsidR="001F553E" w:rsidRDefault="001F553E" w:rsidP="00AC3FE8">
            <w:pPr>
              <w:pStyle w:val="TAC"/>
              <w:rPr>
                <w:noProof/>
                <w:lang w:eastAsia="ko-KR"/>
              </w:rPr>
            </w:pPr>
            <w:r>
              <w:rPr>
                <w:noProof/>
                <w:lang w:eastAsia="zh-CN"/>
              </w:rPr>
              <w:t>DC_3A-41C-42C_n78A-n257G</w:t>
            </w:r>
          </w:p>
          <w:p w14:paraId="7B9437B1" w14:textId="77777777" w:rsidR="001F553E" w:rsidRDefault="001F553E" w:rsidP="00AC3FE8">
            <w:pPr>
              <w:pStyle w:val="TAC"/>
              <w:rPr>
                <w:noProof/>
                <w:lang w:eastAsia="ko-KR"/>
              </w:rPr>
            </w:pPr>
            <w:r>
              <w:rPr>
                <w:noProof/>
                <w:lang w:eastAsia="zh-CN"/>
              </w:rPr>
              <w:t>DC_3A-41C-42C_n78A-n257H</w:t>
            </w:r>
          </w:p>
          <w:p w14:paraId="00297DB0" w14:textId="77777777" w:rsidR="001F553E" w:rsidRDefault="001F553E" w:rsidP="00AC3FE8">
            <w:pPr>
              <w:pStyle w:val="TAC"/>
              <w:rPr>
                <w:noProof/>
              </w:rPr>
            </w:pPr>
            <w:r>
              <w:rPr>
                <w:noProof/>
                <w:lang w:eastAsia="zh-CN"/>
              </w:rPr>
              <w:t>DC_3A-41C-42C_n78A-n257I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2C76A21" w14:textId="77777777" w:rsidR="001F553E" w:rsidRDefault="001F553E" w:rsidP="00AC3FE8">
            <w:pPr>
              <w:pStyle w:val="TAC"/>
              <w:rPr>
                <w:rFonts w:cs="Arial"/>
                <w:lang w:eastAsia="zh-CN"/>
              </w:rPr>
            </w:pPr>
            <w:r>
              <w:rPr>
                <w:rFonts w:cs="Arial"/>
                <w:lang w:eastAsia="zh-CN"/>
              </w:rPr>
              <w:t>DC_3A_n78A</w:t>
            </w:r>
          </w:p>
          <w:p w14:paraId="473F5FBD" w14:textId="77777777" w:rsidR="001F553E" w:rsidRDefault="001F553E" w:rsidP="00AC3FE8">
            <w:pPr>
              <w:pStyle w:val="TAC"/>
              <w:rPr>
                <w:rFonts w:cs="Arial"/>
                <w:lang w:eastAsia="zh-CN"/>
              </w:rPr>
            </w:pPr>
            <w:r>
              <w:rPr>
                <w:rFonts w:cs="Arial"/>
                <w:lang w:eastAsia="zh-CN"/>
              </w:rPr>
              <w:t>DC_3A_n257A</w:t>
            </w:r>
          </w:p>
          <w:p w14:paraId="65489F2A" w14:textId="77777777" w:rsidR="001F553E" w:rsidRDefault="001F553E" w:rsidP="00AC3FE8">
            <w:pPr>
              <w:pStyle w:val="TAC"/>
              <w:rPr>
                <w:rFonts w:cs="Arial"/>
                <w:lang w:eastAsia="zh-CN"/>
              </w:rPr>
            </w:pPr>
            <w:r>
              <w:rPr>
                <w:rFonts w:cs="Arial"/>
                <w:lang w:eastAsia="zh-CN"/>
              </w:rPr>
              <w:t>DC_3A_n257G</w:t>
            </w:r>
          </w:p>
          <w:p w14:paraId="2E0EEF5E" w14:textId="77777777" w:rsidR="001F553E" w:rsidRDefault="001F553E" w:rsidP="00AC3FE8">
            <w:pPr>
              <w:pStyle w:val="TAC"/>
              <w:rPr>
                <w:rFonts w:cs="Arial"/>
                <w:lang w:eastAsia="zh-CN"/>
              </w:rPr>
            </w:pPr>
            <w:r>
              <w:rPr>
                <w:rFonts w:cs="Arial"/>
                <w:lang w:eastAsia="zh-CN"/>
              </w:rPr>
              <w:t>DC_3A_n257H</w:t>
            </w:r>
          </w:p>
          <w:p w14:paraId="0E01AC36" w14:textId="77777777" w:rsidR="001F553E" w:rsidRDefault="001F553E" w:rsidP="00AC3FE8">
            <w:pPr>
              <w:pStyle w:val="TAC"/>
              <w:rPr>
                <w:rFonts w:cs="Arial"/>
                <w:lang w:eastAsia="zh-CN"/>
              </w:rPr>
            </w:pPr>
            <w:r>
              <w:rPr>
                <w:rFonts w:cs="Arial"/>
                <w:lang w:eastAsia="zh-CN"/>
              </w:rPr>
              <w:t>DC_3A_n257I</w:t>
            </w:r>
          </w:p>
          <w:p w14:paraId="71385CE5" w14:textId="77777777" w:rsidR="001F553E" w:rsidRDefault="001F553E" w:rsidP="00AC3FE8">
            <w:pPr>
              <w:pStyle w:val="TAC"/>
              <w:rPr>
                <w:rFonts w:cs="Arial"/>
                <w:lang w:eastAsia="zh-CN"/>
              </w:rPr>
            </w:pPr>
            <w:r>
              <w:rPr>
                <w:rFonts w:cs="Arial"/>
                <w:lang w:eastAsia="zh-CN"/>
              </w:rPr>
              <w:t>DC_41A_n78A</w:t>
            </w:r>
          </w:p>
          <w:p w14:paraId="1A50AFC2" w14:textId="77777777" w:rsidR="001F553E" w:rsidRDefault="001F553E" w:rsidP="00AC3FE8">
            <w:pPr>
              <w:pStyle w:val="TAC"/>
              <w:rPr>
                <w:rFonts w:cs="Arial"/>
                <w:lang w:eastAsia="zh-CN"/>
              </w:rPr>
            </w:pPr>
            <w:r>
              <w:rPr>
                <w:rFonts w:cs="Arial"/>
                <w:lang w:eastAsia="zh-CN"/>
              </w:rPr>
              <w:t>DC_41A_n257A</w:t>
            </w:r>
          </w:p>
          <w:p w14:paraId="247374FA" w14:textId="77777777" w:rsidR="001F553E" w:rsidRDefault="001F553E" w:rsidP="00AC3FE8">
            <w:pPr>
              <w:pStyle w:val="TAC"/>
              <w:rPr>
                <w:rFonts w:cs="Arial"/>
                <w:lang w:eastAsia="zh-CN"/>
              </w:rPr>
            </w:pPr>
            <w:r>
              <w:rPr>
                <w:rFonts w:cs="Arial"/>
                <w:lang w:eastAsia="zh-CN"/>
              </w:rPr>
              <w:t>DC_41A_n257G</w:t>
            </w:r>
          </w:p>
          <w:p w14:paraId="7C5B69F1" w14:textId="77777777" w:rsidR="001F553E" w:rsidRDefault="001F553E" w:rsidP="00AC3FE8">
            <w:pPr>
              <w:pStyle w:val="TAC"/>
              <w:rPr>
                <w:rFonts w:cs="Arial"/>
                <w:lang w:eastAsia="zh-CN"/>
              </w:rPr>
            </w:pPr>
            <w:r>
              <w:rPr>
                <w:rFonts w:cs="Arial"/>
                <w:lang w:eastAsia="zh-CN"/>
              </w:rPr>
              <w:t>DC_41A_n257H</w:t>
            </w:r>
          </w:p>
          <w:p w14:paraId="59FC3B8F" w14:textId="77777777" w:rsidR="001F553E" w:rsidRDefault="001F553E" w:rsidP="00AC3FE8">
            <w:pPr>
              <w:pStyle w:val="TAC"/>
              <w:rPr>
                <w:rFonts w:cs="Arial"/>
                <w:lang w:eastAsia="zh-CN"/>
              </w:rPr>
            </w:pPr>
            <w:r>
              <w:rPr>
                <w:rFonts w:cs="Arial"/>
                <w:lang w:eastAsia="zh-CN"/>
              </w:rPr>
              <w:t>DC_41A_n257I</w:t>
            </w:r>
          </w:p>
          <w:p w14:paraId="3C85C447" w14:textId="77777777" w:rsidR="001F553E" w:rsidRDefault="001F553E" w:rsidP="00AC3FE8">
            <w:pPr>
              <w:pStyle w:val="TAC"/>
              <w:rPr>
                <w:rFonts w:cs="Arial"/>
                <w:lang w:eastAsia="zh-CN"/>
              </w:rPr>
            </w:pPr>
            <w:r>
              <w:rPr>
                <w:rFonts w:cs="Arial"/>
                <w:lang w:eastAsia="zh-CN"/>
              </w:rPr>
              <w:t>DC_41C_n78A</w:t>
            </w:r>
          </w:p>
          <w:p w14:paraId="72C79DC6" w14:textId="77777777" w:rsidR="001F553E" w:rsidRDefault="001F553E" w:rsidP="00AC3FE8">
            <w:pPr>
              <w:pStyle w:val="TAC"/>
              <w:rPr>
                <w:rFonts w:cs="Arial"/>
                <w:lang w:eastAsia="zh-CN"/>
              </w:rPr>
            </w:pPr>
            <w:r>
              <w:rPr>
                <w:rFonts w:cs="Arial"/>
                <w:lang w:eastAsia="zh-CN"/>
              </w:rPr>
              <w:t>DC_41C_n257A</w:t>
            </w:r>
          </w:p>
          <w:p w14:paraId="6EFCA7CB" w14:textId="77777777" w:rsidR="001F553E" w:rsidRDefault="001F553E" w:rsidP="00AC3FE8">
            <w:pPr>
              <w:pStyle w:val="TAC"/>
              <w:rPr>
                <w:rFonts w:cs="Arial"/>
                <w:lang w:val="sv-FI" w:eastAsia="zh-CN"/>
              </w:rPr>
            </w:pPr>
            <w:r>
              <w:rPr>
                <w:rFonts w:cs="Arial"/>
                <w:lang w:val="sv-FI" w:eastAsia="zh-CN"/>
              </w:rPr>
              <w:t>DC_41C_n257G</w:t>
            </w:r>
          </w:p>
          <w:p w14:paraId="6DBE021E" w14:textId="77777777" w:rsidR="001F553E" w:rsidRDefault="001F553E" w:rsidP="00AC3FE8">
            <w:pPr>
              <w:pStyle w:val="TAC"/>
              <w:rPr>
                <w:rFonts w:cs="Arial"/>
                <w:lang w:val="sv-FI" w:eastAsia="zh-CN"/>
              </w:rPr>
            </w:pPr>
            <w:r>
              <w:rPr>
                <w:rFonts w:cs="Arial"/>
                <w:lang w:val="sv-FI" w:eastAsia="zh-CN"/>
              </w:rPr>
              <w:t>DC_41C_n257H</w:t>
            </w:r>
          </w:p>
          <w:p w14:paraId="2D641DFA" w14:textId="77777777" w:rsidR="001F553E" w:rsidRDefault="001F553E" w:rsidP="00AC3FE8">
            <w:pPr>
              <w:pStyle w:val="TAC"/>
              <w:rPr>
                <w:rFonts w:cs="Arial"/>
                <w:lang w:val="sv-FI" w:eastAsia="zh-CN"/>
              </w:rPr>
            </w:pPr>
            <w:r>
              <w:rPr>
                <w:rFonts w:cs="Arial"/>
                <w:lang w:val="sv-FI" w:eastAsia="zh-CN"/>
              </w:rPr>
              <w:t>DC_41C_n257I</w:t>
            </w:r>
          </w:p>
          <w:p w14:paraId="74DEDB01" w14:textId="77777777" w:rsidR="001F553E" w:rsidRDefault="001F553E" w:rsidP="00AC3FE8">
            <w:pPr>
              <w:pStyle w:val="TAC"/>
              <w:rPr>
                <w:rFonts w:cs="Arial"/>
                <w:lang w:eastAsia="zh-CN"/>
              </w:rPr>
            </w:pPr>
            <w:r>
              <w:rPr>
                <w:rFonts w:cs="Arial"/>
                <w:lang w:eastAsia="zh-CN"/>
              </w:rPr>
              <w:t>DC_42A_n257A</w:t>
            </w:r>
          </w:p>
          <w:p w14:paraId="2484B7BE" w14:textId="77777777" w:rsidR="001F553E" w:rsidRDefault="001F553E" w:rsidP="00AC3FE8">
            <w:pPr>
              <w:pStyle w:val="TAC"/>
              <w:rPr>
                <w:rFonts w:cs="Arial"/>
                <w:lang w:eastAsia="zh-CN"/>
              </w:rPr>
            </w:pPr>
            <w:r>
              <w:rPr>
                <w:rFonts w:cs="Arial"/>
                <w:lang w:eastAsia="zh-CN"/>
              </w:rPr>
              <w:t>DC_42A_n257G</w:t>
            </w:r>
          </w:p>
          <w:p w14:paraId="1289A99A" w14:textId="77777777" w:rsidR="001F553E" w:rsidRDefault="001F553E" w:rsidP="00AC3FE8">
            <w:pPr>
              <w:pStyle w:val="TAC"/>
              <w:rPr>
                <w:rFonts w:cs="Arial"/>
                <w:lang w:eastAsia="zh-CN"/>
              </w:rPr>
            </w:pPr>
            <w:r>
              <w:rPr>
                <w:rFonts w:cs="Arial"/>
                <w:lang w:eastAsia="zh-CN"/>
              </w:rPr>
              <w:t>DC_42A_n257H</w:t>
            </w:r>
          </w:p>
          <w:p w14:paraId="463C278D" w14:textId="77777777" w:rsidR="001F553E" w:rsidRDefault="001F553E" w:rsidP="00AC3FE8">
            <w:pPr>
              <w:pStyle w:val="TAC"/>
              <w:rPr>
                <w:rFonts w:cs="Arial"/>
                <w:lang w:eastAsia="zh-CN"/>
              </w:rPr>
            </w:pPr>
            <w:r>
              <w:rPr>
                <w:rFonts w:cs="Arial"/>
                <w:lang w:eastAsia="zh-CN"/>
              </w:rPr>
              <w:t>DC_42A_n257I</w:t>
            </w:r>
          </w:p>
          <w:p w14:paraId="0CC62551" w14:textId="77777777" w:rsidR="001F553E" w:rsidRDefault="001F553E" w:rsidP="00AC3FE8">
            <w:pPr>
              <w:pStyle w:val="TAC"/>
              <w:rPr>
                <w:rFonts w:cs="Arial"/>
                <w:lang w:eastAsia="zh-CN"/>
              </w:rPr>
            </w:pPr>
            <w:r>
              <w:rPr>
                <w:rFonts w:cs="Arial"/>
                <w:lang w:eastAsia="zh-CN"/>
              </w:rPr>
              <w:t>DC_42C_n257A</w:t>
            </w:r>
          </w:p>
          <w:p w14:paraId="289246C8" w14:textId="77777777" w:rsidR="001F553E" w:rsidRDefault="001F553E" w:rsidP="00AC3FE8">
            <w:pPr>
              <w:pStyle w:val="TAC"/>
              <w:rPr>
                <w:rFonts w:cs="Arial"/>
                <w:lang w:eastAsia="zh-CN"/>
              </w:rPr>
            </w:pPr>
            <w:r>
              <w:rPr>
                <w:rFonts w:cs="Arial"/>
                <w:lang w:eastAsia="zh-CN"/>
              </w:rPr>
              <w:t>DC_42C_n257G</w:t>
            </w:r>
          </w:p>
          <w:p w14:paraId="0EB21C88" w14:textId="77777777" w:rsidR="001F553E" w:rsidRDefault="001F553E" w:rsidP="00AC3FE8">
            <w:pPr>
              <w:pStyle w:val="TAC"/>
              <w:rPr>
                <w:rFonts w:cs="Arial"/>
                <w:lang w:val="sv-FI" w:eastAsia="zh-CN"/>
              </w:rPr>
            </w:pPr>
            <w:r>
              <w:rPr>
                <w:rFonts w:cs="Arial"/>
                <w:lang w:val="sv-FI" w:eastAsia="zh-CN"/>
              </w:rPr>
              <w:t>DC_42C_n257H</w:t>
            </w:r>
          </w:p>
          <w:p w14:paraId="61FD57E2" w14:textId="77777777" w:rsidR="001F553E" w:rsidRDefault="001F553E" w:rsidP="00AC3FE8">
            <w:pPr>
              <w:pStyle w:val="TAC"/>
              <w:rPr>
                <w:noProof/>
                <w:lang w:val="sv-FI"/>
              </w:rPr>
            </w:pPr>
            <w:r>
              <w:rPr>
                <w:rFonts w:cs="Arial"/>
                <w:lang w:val="sv-FI" w:eastAsia="zh-CN"/>
              </w:rPr>
              <w:t>DC_42C_n257I</w:t>
            </w:r>
          </w:p>
        </w:tc>
      </w:tr>
      <w:tr w:rsidR="001F553E" w14:paraId="170F8A0C"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FA254C1" w14:textId="77777777" w:rsidR="001F553E" w:rsidRDefault="001F553E" w:rsidP="00AC3FE8">
            <w:pPr>
              <w:pStyle w:val="TAC"/>
              <w:rPr>
                <w:noProof/>
              </w:rPr>
            </w:pPr>
            <w:r>
              <w:rPr>
                <w:noProof/>
              </w:rPr>
              <w:lastRenderedPageBreak/>
              <w:t>DC_19A-21A-42A_n77A-n257A</w:t>
            </w:r>
          </w:p>
          <w:p w14:paraId="219A3E44" w14:textId="77777777" w:rsidR="001F553E" w:rsidRDefault="001F553E" w:rsidP="00AC3FE8">
            <w:pPr>
              <w:pStyle w:val="TAC"/>
              <w:rPr>
                <w:noProof/>
                <w:lang w:eastAsia="ko-KR"/>
              </w:rPr>
            </w:pPr>
            <w:r>
              <w:rPr>
                <w:noProof/>
                <w:lang w:eastAsia="zh-CN"/>
              </w:rPr>
              <w:t>DC_19A-21A-42A_n77A-n257G</w:t>
            </w:r>
          </w:p>
          <w:p w14:paraId="35537B7D" w14:textId="77777777" w:rsidR="001F553E" w:rsidRDefault="001F553E" w:rsidP="00AC3FE8">
            <w:pPr>
              <w:pStyle w:val="TAC"/>
              <w:rPr>
                <w:noProof/>
                <w:lang w:eastAsia="ko-KR"/>
              </w:rPr>
            </w:pPr>
            <w:r>
              <w:rPr>
                <w:noProof/>
                <w:lang w:eastAsia="zh-CN"/>
              </w:rPr>
              <w:t>DC_19A-21A-42A_n77A-n257H</w:t>
            </w:r>
          </w:p>
          <w:p w14:paraId="5EB53A82" w14:textId="77777777" w:rsidR="001F553E" w:rsidRDefault="001F553E" w:rsidP="00AC3FE8">
            <w:pPr>
              <w:pStyle w:val="TAC"/>
              <w:rPr>
                <w:noProof/>
                <w:lang w:eastAsia="zh-CN"/>
              </w:rPr>
            </w:pPr>
            <w:r>
              <w:rPr>
                <w:noProof/>
                <w:lang w:eastAsia="zh-CN"/>
              </w:rPr>
              <w:t>DC_19A-21A-42A_n77A-n257I</w:t>
            </w:r>
          </w:p>
          <w:p w14:paraId="69926DBB" w14:textId="77777777" w:rsidR="001F553E" w:rsidRDefault="001F553E" w:rsidP="00AC3FE8">
            <w:pPr>
              <w:pStyle w:val="TAC"/>
              <w:rPr>
                <w:noProof/>
              </w:rPr>
            </w:pPr>
            <w:r>
              <w:rPr>
                <w:noProof/>
              </w:rPr>
              <w:t>DC_19A-21A-42C_n77A-n257A</w:t>
            </w:r>
          </w:p>
          <w:p w14:paraId="31889D57" w14:textId="77777777" w:rsidR="001F553E" w:rsidRDefault="001F553E" w:rsidP="00AC3FE8">
            <w:pPr>
              <w:pStyle w:val="TAC"/>
              <w:rPr>
                <w:noProof/>
                <w:lang w:eastAsia="ko-KR"/>
              </w:rPr>
            </w:pPr>
            <w:r>
              <w:rPr>
                <w:noProof/>
                <w:lang w:eastAsia="zh-CN"/>
              </w:rPr>
              <w:t>DC_19A-21A-42C_n77A-n257G</w:t>
            </w:r>
          </w:p>
          <w:p w14:paraId="6108D67D" w14:textId="77777777" w:rsidR="001F553E" w:rsidRDefault="001F553E" w:rsidP="00AC3FE8">
            <w:pPr>
              <w:pStyle w:val="TAC"/>
              <w:rPr>
                <w:noProof/>
                <w:lang w:eastAsia="ko-KR"/>
              </w:rPr>
            </w:pPr>
            <w:r>
              <w:rPr>
                <w:noProof/>
                <w:lang w:eastAsia="zh-CN"/>
              </w:rPr>
              <w:t>DC_19A-21A-42C_n77A-n257H</w:t>
            </w:r>
          </w:p>
          <w:p w14:paraId="2B1968FB" w14:textId="77777777" w:rsidR="001F553E" w:rsidRDefault="001F553E" w:rsidP="00AC3FE8">
            <w:pPr>
              <w:pStyle w:val="TAC"/>
              <w:rPr>
                <w:noProof/>
              </w:rPr>
            </w:pPr>
            <w:r>
              <w:rPr>
                <w:noProof/>
                <w:lang w:eastAsia="zh-CN"/>
              </w:rPr>
              <w:t>DC_19A-21A-42C_n77A-n257I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8DD2A6C" w14:textId="77777777" w:rsidR="001F553E" w:rsidRDefault="001F553E" w:rsidP="00AC3FE8">
            <w:pPr>
              <w:pStyle w:val="TAC"/>
              <w:rPr>
                <w:rFonts w:cs="Arial"/>
                <w:lang w:eastAsia="zh-CN"/>
              </w:rPr>
            </w:pPr>
            <w:r>
              <w:rPr>
                <w:rFonts w:cs="Arial"/>
                <w:lang w:eastAsia="zh-CN"/>
              </w:rPr>
              <w:t>DC_19A_n77A</w:t>
            </w:r>
          </w:p>
          <w:p w14:paraId="27B11E6B" w14:textId="77777777" w:rsidR="001F553E" w:rsidRDefault="001F553E" w:rsidP="00AC3FE8">
            <w:pPr>
              <w:pStyle w:val="TAC"/>
              <w:rPr>
                <w:rFonts w:cs="Arial"/>
                <w:lang w:eastAsia="zh-CN"/>
              </w:rPr>
            </w:pPr>
            <w:r>
              <w:rPr>
                <w:rFonts w:cs="Arial"/>
                <w:lang w:eastAsia="zh-CN"/>
              </w:rPr>
              <w:t>DC_19A_n257A</w:t>
            </w:r>
          </w:p>
          <w:p w14:paraId="50E8B6A7" w14:textId="77777777" w:rsidR="001F553E" w:rsidRDefault="001F553E" w:rsidP="00AC3FE8">
            <w:pPr>
              <w:pStyle w:val="TAC"/>
              <w:rPr>
                <w:rFonts w:cs="Arial"/>
                <w:lang w:eastAsia="zh-CN"/>
              </w:rPr>
            </w:pPr>
            <w:r>
              <w:rPr>
                <w:rFonts w:cs="Arial"/>
                <w:lang w:eastAsia="zh-CN"/>
              </w:rPr>
              <w:t>DC_19A_n257G</w:t>
            </w:r>
          </w:p>
          <w:p w14:paraId="0AB3FEF6" w14:textId="77777777" w:rsidR="001F553E" w:rsidRDefault="001F553E" w:rsidP="00AC3FE8">
            <w:pPr>
              <w:pStyle w:val="TAC"/>
              <w:rPr>
                <w:rFonts w:cs="Arial"/>
                <w:lang w:eastAsia="zh-CN"/>
              </w:rPr>
            </w:pPr>
            <w:r>
              <w:rPr>
                <w:rFonts w:cs="Arial"/>
                <w:lang w:eastAsia="zh-CN"/>
              </w:rPr>
              <w:t>DC_19A_n257H</w:t>
            </w:r>
          </w:p>
          <w:p w14:paraId="3648D220" w14:textId="77777777" w:rsidR="001F553E" w:rsidRDefault="001F553E" w:rsidP="00AC3FE8">
            <w:pPr>
              <w:pStyle w:val="TAC"/>
              <w:rPr>
                <w:rFonts w:cs="Arial"/>
                <w:lang w:eastAsia="zh-CN"/>
              </w:rPr>
            </w:pPr>
            <w:r>
              <w:rPr>
                <w:rFonts w:cs="Arial"/>
                <w:lang w:eastAsia="zh-CN"/>
              </w:rPr>
              <w:t>DC_19A_n257I</w:t>
            </w:r>
          </w:p>
          <w:p w14:paraId="22B1D64A" w14:textId="77777777" w:rsidR="001F553E" w:rsidRDefault="001F553E" w:rsidP="00AC3FE8">
            <w:pPr>
              <w:pStyle w:val="TAC"/>
              <w:rPr>
                <w:rFonts w:cs="Arial"/>
                <w:lang w:eastAsia="zh-CN"/>
              </w:rPr>
            </w:pPr>
            <w:r>
              <w:rPr>
                <w:rFonts w:cs="Arial"/>
                <w:lang w:eastAsia="zh-CN"/>
              </w:rPr>
              <w:t>DC_21A_n77A</w:t>
            </w:r>
          </w:p>
          <w:p w14:paraId="1B76A55C" w14:textId="77777777" w:rsidR="001F553E" w:rsidRDefault="001F553E" w:rsidP="00AC3FE8">
            <w:pPr>
              <w:pStyle w:val="TAC"/>
              <w:rPr>
                <w:rFonts w:cs="Arial"/>
                <w:lang w:eastAsia="zh-CN"/>
              </w:rPr>
            </w:pPr>
            <w:r>
              <w:rPr>
                <w:rFonts w:cs="Arial"/>
                <w:lang w:eastAsia="zh-CN"/>
              </w:rPr>
              <w:t>DC_21A_n257A</w:t>
            </w:r>
          </w:p>
          <w:p w14:paraId="31B2710C" w14:textId="77777777" w:rsidR="001F553E" w:rsidRDefault="001F553E" w:rsidP="00AC3FE8">
            <w:pPr>
              <w:pStyle w:val="TAC"/>
              <w:rPr>
                <w:rFonts w:cs="Arial"/>
                <w:lang w:eastAsia="zh-CN"/>
              </w:rPr>
            </w:pPr>
            <w:r>
              <w:rPr>
                <w:rFonts w:cs="Arial"/>
                <w:lang w:eastAsia="zh-CN"/>
              </w:rPr>
              <w:t>DC_21A_n257G</w:t>
            </w:r>
          </w:p>
          <w:p w14:paraId="25A79CCC" w14:textId="77777777" w:rsidR="001F553E" w:rsidRDefault="001F553E" w:rsidP="00AC3FE8">
            <w:pPr>
              <w:pStyle w:val="TAC"/>
              <w:rPr>
                <w:rFonts w:cs="Arial"/>
                <w:lang w:eastAsia="zh-CN"/>
              </w:rPr>
            </w:pPr>
            <w:r>
              <w:rPr>
                <w:rFonts w:cs="Arial"/>
                <w:lang w:eastAsia="zh-CN"/>
              </w:rPr>
              <w:t>DC_21A_n257H</w:t>
            </w:r>
          </w:p>
          <w:p w14:paraId="2A3703DF" w14:textId="77777777" w:rsidR="001F553E" w:rsidRDefault="001F553E" w:rsidP="00AC3FE8">
            <w:pPr>
              <w:pStyle w:val="TAC"/>
              <w:rPr>
                <w:rFonts w:cs="Arial"/>
                <w:lang w:eastAsia="zh-CN"/>
              </w:rPr>
            </w:pPr>
            <w:r>
              <w:rPr>
                <w:rFonts w:cs="Arial"/>
                <w:lang w:eastAsia="zh-CN"/>
              </w:rPr>
              <w:t>DC_21A_n257I</w:t>
            </w:r>
          </w:p>
          <w:p w14:paraId="1B9C399C" w14:textId="77777777" w:rsidR="001F553E" w:rsidRDefault="001F553E" w:rsidP="00AC3FE8">
            <w:pPr>
              <w:pStyle w:val="TAC"/>
              <w:rPr>
                <w:rFonts w:cs="Arial"/>
                <w:lang w:eastAsia="zh-CN"/>
              </w:rPr>
            </w:pPr>
            <w:r>
              <w:rPr>
                <w:rFonts w:cs="Arial"/>
                <w:lang w:eastAsia="zh-CN"/>
              </w:rPr>
              <w:t>DC_42A_n257A</w:t>
            </w:r>
          </w:p>
          <w:p w14:paraId="535AE6F8" w14:textId="77777777" w:rsidR="001F553E" w:rsidRDefault="001F553E" w:rsidP="00AC3FE8">
            <w:pPr>
              <w:pStyle w:val="TAC"/>
              <w:rPr>
                <w:rFonts w:cs="Arial"/>
                <w:lang w:eastAsia="zh-CN"/>
              </w:rPr>
            </w:pPr>
            <w:r>
              <w:rPr>
                <w:rFonts w:cs="Arial"/>
                <w:lang w:eastAsia="zh-CN"/>
              </w:rPr>
              <w:t>DC_42A_n257G</w:t>
            </w:r>
          </w:p>
          <w:p w14:paraId="615B9501" w14:textId="77777777" w:rsidR="001F553E" w:rsidRDefault="001F553E" w:rsidP="00AC3FE8">
            <w:pPr>
              <w:pStyle w:val="TAC"/>
              <w:rPr>
                <w:rFonts w:cs="Arial"/>
                <w:lang w:eastAsia="zh-CN"/>
              </w:rPr>
            </w:pPr>
            <w:r>
              <w:rPr>
                <w:rFonts w:cs="Arial"/>
                <w:lang w:eastAsia="zh-CN"/>
              </w:rPr>
              <w:t>DC_42A_n257H</w:t>
            </w:r>
          </w:p>
          <w:p w14:paraId="11702A32" w14:textId="77777777" w:rsidR="001F553E" w:rsidRDefault="001F553E" w:rsidP="00AC3FE8">
            <w:pPr>
              <w:pStyle w:val="TAC"/>
              <w:rPr>
                <w:rFonts w:cs="Arial"/>
                <w:lang w:eastAsia="zh-CN"/>
              </w:rPr>
            </w:pPr>
            <w:r>
              <w:rPr>
                <w:rFonts w:cs="Arial"/>
                <w:lang w:eastAsia="zh-CN"/>
              </w:rPr>
              <w:t>DC_42A_n257I</w:t>
            </w:r>
          </w:p>
        </w:tc>
      </w:tr>
      <w:tr w:rsidR="001F553E" w14:paraId="4B83CA5B"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4A2FA595" w14:textId="77777777" w:rsidR="001F553E" w:rsidRDefault="001F553E" w:rsidP="00AC3FE8">
            <w:pPr>
              <w:pStyle w:val="TAC"/>
              <w:rPr>
                <w:noProof/>
              </w:rPr>
            </w:pPr>
            <w:r>
              <w:rPr>
                <w:noProof/>
              </w:rPr>
              <w:t>DC_19A-21A-42A_n78A-n257A</w:t>
            </w:r>
          </w:p>
          <w:p w14:paraId="20F019F3" w14:textId="77777777" w:rsidR="001F553E" w:rsidRDefault="001F553E" w:rsidP="00AC3FE8">
            <w:pPr>
              <w:pStyle w:val="TAC"/>
              <w:rPr>
                <w:noProof/>
                <w:lang w:eastAsia="ko-KR"/>
              </w:rPr>
            </w:pPr>
            <w:r>
              <w:rPr>
                <w:noProof/>
                <w:lang w:eastAsia="zh-CN"/>
              </w:rPr>
              <w:t>DC_19A-21A-42A_n78A-n257G</w:t>
            </w:r>
          </w:p>
          <w:p w14:paraId="36204A6E" w14:textId="77777777" w:rsidR="001F553E" w:rsidRDefault="001F553E" w:rsidP="00AC3FE8">
            <w:pPr>
              <w:pStyle w:val="TAC"/>
              <w:rPr>
                <w:noProof/>
                <w:lang w:eastAsia="ko-KR"/>
              </w:rPr>
            </w:pPr>
            <w:r>
              <w:rPr>
                <w:noProof/>
                <w:lang w:eastAsia="zh-CN"/>
              </w:rPr>
              <w:t>DC_19A-21A-42A_n78A-n257H</w:t>
            </w:r>
          </w:p>
          <w:p w14:paraId="0FD43EEC" w14:textId="77777777" w:rsidR="001F553E" w:rsidRDefault="001F553E" w:rsidP="00AC3FE8">
            <w:pPr>
              <w:pStyle w:val="TAC"/>
              <w:rPr>
                <w:noProof/>
                <w:lang w:eastAsia="zh-CN"/>
              </w:rPr>
            </w:pPr>
            <w:r>
              <w:rPr>
                <w:noProof/>
                <w:lang w:eastAsia="zh-CN"/>
              </w:rPr>
              <w:t>DC_19A-21A-42A_n78A-n257I</w:t>
            </w:r>
          </w:p>
          <w:p w14:paraId="5C7E98DB" w14:textId="77777777" w:rsidR="001F553E" w:rsidRDefault="001F553E" w:rsidP="00AC3FE8">
            <w:pPr>
              <w:pStyle w:val="TAC"/>
              <w:rPr>
                <w:noProof/>
              </w:rPr>
            </w:pPr>
            <w:r>
              <w:rPr>
                <w:noProof/>
              </w:rPr>
              <w:t>DC_19A-21A-42C_n78A-n257A</w:t>
            </w:r>
          </w:p>
          <w:p w14:paraId="7FBB0171" w14:textId="77777777" w:rsidR="001F553E" w:rsidRDefault="001F553E" w:rsidP="00AC3FE8">
            <w:pPr>
              <w:pStyle w:val="TAC"/>
              <w:rPr>
                <w:noProof/>
                <w:lang w:eastAsia="ko-KR"/>
              </w:rPr>
            </w:pPr>
            <w:r>
              <w:rPr>
                <w:noProof/>
                <w:lang w:eastAsia="zh-CN"/>
              </w:rPr>
              <w:t>DC_19A-21A-42C_n78A-n257G</w:t>
            </w:r>
          </w:p>
          <w:p w14:paraId="44333DDE" w14:textId="77777777" w:rsidR="001F553E" w:rsidRDefault="001F553E" w:rsidP="00AC3FE8">
            <w:pPr>
              <w:pStyle w:val="TAC"/>
              <w:rPr>
                <w:noProof/>
                <w:lang w:eastAsia="ko-KR"/>
              </w:rPr>
            </w:pPr>
            <w:r>
              <w:rPr>
                <w:noProof/>
                <w:lang w:eastAsia="zh-CN"/>
              </w:rPr>
              <w:t>DC_19A-21A-42C_n78A-n257H</w:t>
            </w:r>
          </w:p>
          <w:p w14:paraId="7CD94430" w14:textId="77777777" w:rsidR="001F553E" w:rsidRDefault="001F553E" w:rsidP="00AC3FE8">
            <w:pPr>
              <w:pStyle w:val="TAC"/>
              <w:rPr>
                <w:noProof/>
              </w:rPr>
            </w:pPr>
            <w:r>
              <w:rPr>
                <w:noProof/>
                <w:lang w:eastAsia="zh-CN"/>
              </w:rPr>
              <w:t>DC_19A-21A-42C_n78A-n257I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3619DDC6" w14:textId="77777777" w:rsidR="001F553E" w:rsidRDefault="001F553E" w:rsidP="00AC3FE8">
            <w:pPr>
              <w:pStyle w:val="TAC"/>
              <w:rPr>
                <w:rFonts w:cs="Arial"/>
                <w:lang w:eastAsia="zh-CN"/>
              </w:rPr>
            </w:pPr>
            <w:r>
              <w:rPr>
                <w:rFonts w:cs="Arial"/>
                <w:lang w:eastAsia="zh-CN"/>
              </w:rPr>
              <w:t>DC_19A_n78A</w:t>
            </w:r>
          </w:p>
          <w:p w14:paraId="195DC3FB" w14:textId="77777777" w:rsidR="001F553E" w:rsidRDefault="001F553E" w:rsidP="00AC3FE8">
            <w:pPr>
              <w:pStyle w:val="TAC"/>
              <w:rPr>
                <w:rFonts w:cs="Arial"/>
                <w:lang w:eastAsia="zh-CN"/>
              </w:rPr>
            </w:pPr>
            <w:r>
              <w:rPr>
                <w:rFonts w:cs="Arial"/>
                <w:lang w:eastAsia="zh-CN"/>
              </w:rPr>
              <w:t>DC_19A_n257A</w:t>
            </w:r>
          </w:p>
          <w:p w14:paraId="3D343FDD" w14:textId="77777777" w:rsidR="001F553E" w:rsidRDefault="001F553E" w:rsidP="00AC3FE8">
            <w:pPr>
              <w:pStyle w:val="TAC"/>
              <w:rPr>
                <w:rFonts w:cs="Arial"/>
                <w:lang w:eastAsia="zh-CN"/>
              </w:rPr>
            </w:pPr>
            <w:r>
              <w:rPr>
                <w:rFonts w:cs="Arial"/>
                <w:lang w:eastAsia="zh-CN"/>
              </w:rPr>
              <w:t>DC_19A_n257G</w:t>
            </w:r>
          </w:p>
          <w:p w14:paraId="1882C64C" w14:textId="77777777" w:rsidR="001F553E" w:rsidRDefault="001F553E" w:rsidP="00AC3FE8">
            <w:pPr>
              <w:pStyle w:val="TAC"/>
              <w:rPr>
                <w:rFonts w:cs="Arial"/>
                <w:lang w:eastAsia="zh-CN"/>
              </w:rPr>
            </w:pPr>
            <w:r>
              <w:rPr>
                <w:rFonts w:cs="Arial"/>
                <w:lang w:eastAsia="zh-CN"/>
              </w:rPr>
              <w:t>DC_19A_n257H</w:t>
            </w:r>
          </w:p>
          <w:p w14:paraId="6BFE103F" w14:textId="77777777" w:rsidR="001F553E" w:rsidRDefault="001F553E" w:rsidP="00AC3FE8">
            <w:pPr>
              <w:pStyle w:val="TAC"/>
              <w:rPr>
                <w:rFonts w:cs="Arial"/>
                <w:lang w:eastAsia="zh-CN"/>
              </w:rPr>
            </w:pPr>
            <w:r>
              <w:rPr>
                <w:rFonts w:cs="Arial"/>
                <w:lang w:eastAsia="zh-CN"/>
              </w:rPr>
              <w:t>DC_19A_n257I</w:t>
            </w:r>
          </w:p>
          <w:p w14:paraId="0CC23B66" w14:textId="77777777" w:rsidR="001F553E" w:rsidRDefault="001F553E" w:rsidP="00AC3FE8">
            <w:pPr>
              <w:pStyle w:val="TAC"/>
              <w:rPr>
                <w:rFonts w:cs="Arial"/>
                <w:lang w:eastAsia="zh-CN"/>
              </w:rPr>
            </w:pPr>
            <w:r>
              <w:rPr>
                <w:rFonts w:cs="Arial"/>
                <w:lang w:eastAsia="zh-CN"/>
              </w:rPr>
              <w:t>DC_21A_n78A</w:t>
            </w:r>
          </w:p>
          <w:p w14:paraId="126D6AEF" w14:textId="77777777" w:rsidR="001F553E" w:rsidRDefault="001F553E" w:rsidP="00AC3FE8">
            <w:pPr>
              <w:pStyle w:val="TAC"/>
              <w:rPr>
                <w:rFonts w:cs="Arial"/>
                <w:lang w:eastAsia="zh-CN"/>
              </w:rPr>
            </w:pPr>
            <w:r>
              <w:rPr>
                <w:rFonts w:cs="Arial"/>
                <w:lang w:eastAsia="zh-CN"/>
              </w:rPr>
              <w:t>DC_21A_n257A</w:t>
            </w:r>
          </w:p>
          <w:p w14:paraId="0AAC131E" w14:textId="77777777" w:rsidR="001F553E" w:rsidRDefault="001F553E" w:rsidP="00AC3FE8">
            <w:pPr>
              <w:pStyle w:val="TAC"/>
              <w:rPr>
                <w:rFonts w:cs="Arial"/>
                <w:lang w:eastAsia="zh-CN"/>
              </w:rPr>
            </w:pPr>
            <w:r>
              <w:rPr>
                <w:rFonts w:cs="Arial"/>
                <w:lang w:eastAsia="zh-CN"/>
              </w:rPr>
              <w:t>DC_21A_n257G</w:t>
            </w:r>
          </w:p>
          <w:p w14:paraId="06661389" w14:textId="77777777" w:rsidR="001F553E" w:rsidRDefault="001F553E" w:rsidP="00AC3FE8">
            <w:pPr>
              <w:pStyle w:val="TAC"/>
              <w:rPr>
                <w:rFonts w:cs="Arial"/>
                <w:lang w:eastAsia="zh-CN"/>
              </w:rPr>
            </w:pPr>
            <w:r>
              <w:rPr>
                <w:rFonts w:cs="Arial"/>
                <w:lang w:eastAsia="zh-CN"/>
              </w:rPr>
              <w:t>DC_21A_n257H</w:t>
            </w:r>
          </w:p>
          <w:p w14:paraId="150813A3" w14:textId="77777777" w:rsidR="001F553E" w:rsidRDefault="001F553E" w:rsidP="00AC3FE8">
            <w:pPr>
              <w:pStyle w:val="TAC"/>
              <w:rPr>
                <w:rFonts w:cs="Arial"/>
                <w:lang w:eastAsia="zh-CN"/>
              </w:rPr>
            </w:pPr>
            <w:r>
              <w:rPr>
                <w:rFonts w:cs="Arial"/>
                <w:lang w:eastAsia="zh-CN"/>
              </w:rPr>
              <w:t>DC_21A_n257I</w:t>
            </w:r>
          </w:p>
          <w:p w14:paraId="71E615C6" w14:textId="77777777" w:rsidR="001F553E" w:rsidRDefault="001F553E" w:rsidP="00AC3FE8">
            <w:pPr>
              <w:pStyle w:val="TAC"/>
              <w:rPr>
                <w:rFonts w:cs="Arial"/>
                <w:lang w:eastAsia="zh-CN"/>
              </w:rPr>
            </w:pPr>
            <w:r>
              <w:rPr>
                <w:rFonts w:cs="Arial"/>
                <w:lang w:eastAsia="zh-CN"/>
              </w:rPr>
              <w:t>DC_42A_n257A</w:t>
            </w:r>
          </w:p>
          <w:p w14:paraId="22DE4AA9" w14:textId="77777777" w:rsidR="001F553E" w:rsidRDefault="001F553E" w:rsidP="00AC3FE8">
            <w:pPr>
              <w:pStyle w:val="TAC"/>
              <w:rPr>
                <w:rFonts w:cs="Arial"/>
                <w:lang w:eastAsia="zh-CN"/>
              </w:rPr>
            </w:pPr>
            <w:r>
              <w:rPr>
                <w:rFonts w:cs="Arial"/>
                <w:lang w:eastAsia="zh-CN"/>
              </w:rPr>
              <w:t>DC_42A_n257G</w:t>
            </w:r>
          </w:p>
          <w:p w14:paraId="44E30771" w14:textId="77777777" w:rsidR="001F553E" w:rsidRDefault="001F553E" w:rsidP="00AC3FE8">
            <w:pPr>
              <w:pStyle w:val="TAC"/>
              <w:rPr>
                <w:rFonts w:cs="Arial"/>
                <w:lang w:eastAsia="zh-CN"/>
              </w:rPr>
            </w:pPr>
            <w:r>
              <w:rPr>
                <w:rFonts w:cs="Arial"/>
                <w:lang w:eastAsia="zh-CN"/>
              </w:rPr>
              <w:t>DC_42A_n257H</w:t>
            </w:r>
          </w:p>
          <w:p w14:paraId="54A14FEB" w14:textId="77777777" w:rsidR="001F553E" w:rsidRDefault="001F553E" w:rsidP="00AC3FE8">
            <w:pPr>
              <w:pStyle w:val="TAC"/>
              <w:rPr>
                <w:rFonts w:cs="Arial"/>
                <w:lang w:eastAsia="zh-CN"/>
              </w:rPr>
            </w:pPr>
            <w:r>
              <w:rPr>
                <w:rFonts w:cs="Arial"/>
                <w:lang w:eastAsia="zh-CN"/>
              </w:rPr>
              <w:t>DC_42A_n257I</w:t>
            </w:r>
          </w:p>
        </w:tc>
      </w:tr>
      <w:tr w:rsidR="001F553E" w14:paraId="29E62659"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9F6D2B0" w14:textId="77777777" w:rsidR="001F553E" w:rsidRDefault="001F553E" w:rsidP="00AC3FE8">
            <w:pPr>
              <w:pStyle w:val="TAC"/>
              <w:rPr>
                <w:noProof/>
              </w:rPr>
            </w:pPr>
            <w:r>
              <w:rPr>
                <w:noProof/>
              </w:rPr>
              <w:t>DC_19A-21A-42A_n79A-n257A</w:t>
            </w:r>
          </w:p>
          <w:p w14:paraId="2CFD644F" w14:textId="77777777" w:rsidR="001F553E" w:rsidRDefault="001F553E" w:rsidP="00AC3FE8">
            <w:pPr>
              <w:pStyle w:val="TAC"/>
              <w:rPr>
                <w:noProof/>
                <w:lang w:eastAsia="ko-KR"/>
              </w:rPr>
            </w:pPr>
            <w:r>
              <w:rPr>
                <w:noProof/>
                <w:lang w:eastAsia="zh-CN"/>
              </w:rPr>
              <w:t>DC_19A-21A-42A_n79A-n257G</w:t>
            </w:r>
          </w:p>
          <w:p w14:paraId="0FFDF149" w14:textId="77777777" w:rsidR="001F553E" w:rsidRDefault="001F553E" w:rsidP="00AC3FE8">
            <w:pPr>
              <w:pStyle w:val="TAC"/>
              <w:rPr>
                <w:noProof/>
                <w:lang w:eastAsia="ko-KR"/>
              </w:rPr>
            </w:pPr>
            <w:r>
              <w:rPr>
                <w:noProof/>
                <w:lang w:eastAsia="zh-CN"/>
              </w:rPr>
              <w:t>DC_19A-21A-42A_n79A-n257H</w:t>
            </w:r>
          </w:p>
          <w:p w14:paraId="1C1E350B" w14:textId="77777777" w:rsidR="001F553E" w:rsidRDefault="001F553E" w:rsidP="00AC3FE8">
            <w:pPr>
              <w:pStyle w:val="TAC"/>
              <w:rPr>
                <w:noProof/>
                <w:lang w:eastAsia="zh-CN"/>
              </w:rPr>
            </w:pPr>
            <w:r>
              <w:rPr>
                <w:noProof/>
                <w:lang w:eastAsia="zh-CN"/>
              </w:rPr>
              <w:t>DC_19A-21A-42A_n79A-n257I</w:t>
            </w:r>
          </w:p>
          <w:p w14:paraId="4DE5B153" w14:textId="77777777" w:rsidR="001F553E" w:rsidRDefault="001F553E" w:rsidP="00AC3FE8">
            <w:pPr>
              <w:pStyle w:val="TAC"/>
              <w:rPr>
                <w:noProof/>
              </w:rPr>
            </w:pPr>
            <w:r>
              <w:rPr>
                <w:noProof/>
              </w:rPr>
              <w:t>DC_19A-21A-42C_n79A-n257A</w:t>
            </w:r>
          </w:p>
          <w:p w14:paraId="7FD09E2E" w14:textId="77777777" w:rsidR="001F553E" w:rsidRDefault="001F553E" w:rsidP="00AC3FE8">
            <w:pPr>
              <w:pStyle w:val="TAC"/>
              <w:rPr>
                <w:noProof/>
                <w:lang w:eastAsia="ko-KR"/>
              </w:rPr>
            </w:pPr>
            <w:r>
              <w:rPr>
                <w:noProof/>
                <w:lang w:eastAsia="zh-CN"/>
              </w:rPr>
              <w:t>DC_19A-21A-42C_n79A-n257G</w:t>
            </w:r>
          </w:p>
          <w:p w14:paraId="01515389" w14:textId="77777777" w:rsidR="001F553E" w:rsidRDefault="001F553E" w:rsidP="00AC3FE8">
            <w:pPr>
              <w:pStyle w:val="TAC"/>
              <w:rPr>
                <w:noProof/>
                <w:lang w:eastAsia="ko-KR"/>
              </w:rPr>
            </w:pPr>
            <w:r>
              <w:rPr>
                <w:noProof/>
                <w:lang w:eastAsia="zh-CN"/>
              </w:rPr>
              <w:t>DC_19A-21A-42C_n79A-n257H</w:t>
            </w:r>
          </w:p>
          <w:p w14:paraId="27FE55F5" w14:textId="77777777" w:rsidR="001F553E" w:rsidRDefault="001F553E" w:rsidP="00AC3FE8">
            <w:pPr>
              <w:pStyle w:val="TAC"/>
              <w:rPr>
                <w:noProof/>
              </w:rPr>
            </w:pPr>
            <w:r>
              <w:rPr>
                <w:noProof/>
                <w:lang w:eastAsia="zh-CN"/>
              </w:rPr>
              <w:t>DC_19A-21A-42C_n79A-n257I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633471C4" w14:textId="77777777" w:rsidR="001F553E" w:rsidRDefault="001F553E" w:rsidP="00AC3FE8">
            <w:pPr>
              <w:pStyle w:val="TAC"/>
              <w:rPr>
                <w:rFonts w:cs="Arial"/>
                <w:lang w:eastAsia="zh-CN"/>
              </w:rPr>
            </w:pPr>
            <w:r>
              <w:rPr>
                <w:rFonts w:cs="Arial"/>
                <w:lang w:eastAsia="zh-CN"/>
              </w:rPr>
              <w:t>DC_19A_n79A</w:t>
            </w:r>
          </w:p>
          <w:p w14:paraId="6DFD68C5" w14:textId="77777777" w:rsidR="001F553E" w:rsidRDefault="001F553E" w:rsidP="00AC3FE8">
            <w:pPr>
              <w:pStyle w:val="TAC"/>
              <w:rPr>
                <w:rFonts w:cs="Arial"/>
                <w:lang w:eastAsia="zh-CN"/>
              </w:rPr>
            </w:pPr>
            <w:r>
              <w:rPr>
                <w:rFonts w:cs="Arial"/>
                <w:lang w:eastAsia="zh-CN"/>
              </w:rPr>
              <w:t>DC_19A_n257A</w:t>
            </w:r>
          </w:p>
          <w:p w14:paraId="2DA939C4" w14:textId="77777777" w:rsidR="001F553E" w:rsidRDefault="001F553E" w:rsidP="00AC3FE8">
            <w:pPr>
              <w:pStyle w:val="TAC"/>
              <w:rPr>
                <w:rFonts w:cs="Arial"/>
                <w:lang w:eastAsia="zh-CN"/>
              </w:rPr>
            </w:pPr>
            <w:r>
              <w:rPr>
                <w:rFonts w:cs="Arial"/>
                <w:lang w:eastAsia="zh-CN"/>
              </w:rPr>
              <w:t>DC_19A_n257G</w:t>
            </w:r>
          </w:p>
          <w:p w14:paraId="5019D2C5" w14:textId="77777777" w:rsidR="001F553E" w:rsidRDefault="001F553E" w:rsidP="00AC3FE8">
            <w:pPr>
              <w:pStyle w:val="TAC"/>
              <w:rPr>
                <w:rFonts w:cs="Arial"/>
                <w:lang w:eastAsia="zh-CN"/>
              </w:rPr>
            </w:pPr>
            <w:r>
              <w:rPr>
                <w:rFonts w:cs="Arial"/>
                <w:lang w:eastAsia="zh-CN"/>
              </w:rPr>
              <w:t>DC_19A_n257H</w:t>
            </w:r>
          </w:p>
          <w:p w14:paraId="09B79CBF" w14:textId="77777777" w:rsidR="001F553E" w:rsidRDefault="001F553E" w:rsidP="00AC3FE8">
            <w:pPr>
              <w:pStyle w:val="TAC"/>
              <w:rPr>
                <w:rFonts w:cs="Arial"/>
                <w:lang w:eastAsia="zh-CN"/>
              </w:rPr>
            </w:pPr>
            <w:r>
              <w:rPr>
                <w:rFonts w:cs="Arial"/>
                <w:lang w:eastAsia="zh-CN"/>
              </w:rPr>
              <w:t>DC_19A_n257I</w:t>
            </w:r>
          </w:p>
          <w:p w14:paraId="6405024F" w14:textId="77777777" w:rsidR="001F553E" w:rsidRDefault="001F553E" w:rsidP="00AC3FE8">
            <w:pPr>
              <w:pStyle w:val="TAC"/>
              <w:rPr>
                <w:rFonts w:cs="Arial"/>
                <w:lang w:eastAsia="zh-CN"/>
              </w:rPr>
            </w:pPr>
            <w:r>
              <w:rPr>
                <w:rFonts w:cs="Arial"/>
                <w:lang w:eastAsia="zh-CN"/>
              </w:rPr>
              <w:t>DC_21A_n79A</w:t>
            </w:r>
          </w:p>
          <w:p w14:paraId="2F367002" w14:textId="77777777" w:rsidR="001F553E" w:rsidRDefault="001F553E" w:rsidP="00AC3FE8">
            <w:pPr>
              <w:pStyle w:val="TAC"/>
              <w:rPr>
                <w:rFonts w:cs="Arial"/>
                <w:lang w:eastAsia="zh-CN"/>
              </w:rPr>
            </w:pPr>
            <w:r>
              <w:rPr>
                <w:rFonts w:cs="Arial"/>
                <w:lang w:eastAsia="zh-CN"/>
              </w:rPr>
              <w:t>DC_21A_n257A</w:t>
            </w:r>
          </w:p>
          <w:p w14:paraId="5673D85D" w14:textId="77777777" w:rsidR="001F553E" w:rsidRDefault="001F553E" w:rsidP="00AC3FE8">
            <w:pPr>
              <w:pStyle w:val="TAC"/>
              <w:rPr>
                <w:rFonts w:cs="Arial"/>
                <w:lang w:eastAsia="zh-CN"/>
              </w:rPr>
            </w:pPr>
            <w:r>
              <w:rPr>
                <w:rFonts w:cs="Arial"/>
                <w:lang w:eastAsia="zh-CN"/>
              </w:rPr>
              <w:t>DC_21A_n257G</w:t>
            </w:r>
          </w:p>
          <w:p w14:paraId="3540473F" w14:textId="77777777" w:rsidR="001F553E" w:rsidRDefault="001F553E" w:rsidP="00AC3FE8">
            <w:pPr>
              <w:pStyle w:val="TAC"/>
              <w:rPr>
                <w:rFonts w:cs="Arial"/>
                <w:lang w:eastAsia="zh-CN"/>
              </w:rPr>
            </w:pPr>
            <w:r>
              <w:rPr>
                <w:rFonts w:cs="Arial"/>
                <w:lang w:eastAsia="zh-CN"/>
              </w:rPr>
              <w:t>DC_21A_n257H</w:t>
            </w:r>
          </w:p>
          <w:p w14:paraId="7DF9FF18" w14:textId="77777777" w:rsidR="001F553E" w:rsidRDefault="001F553E" w:rsidP="00AC3FE8">
            <w:pPr>
              <w:pStyle w:val="TAC"/>
              <w:rPr>
                <w:rFonts w:cs="Arial"/>
                <w:lang w:eastAsia="zh-CN"/>
              </w:rPr>
            </w:pPr>
            <w:r>
              <w:rPr>
                <w:rFonts w:cs="Arial"/>
                <w:lang w:eastAsia="zh-CN"/>
              </w:rPr>
              <w:t>DC_21A_n257I</w:t>
            </w:r>
          </w:p>
          <w:p w14:paraId="7ABC394C" w14:textId="77777777" w:rsidR="001F553E" w:rsidRDefault="001F553E" w:rsidP="00AC3FE8">
            <w:pPr>
              <w:pStyle w:val="TAC"/>
              <w:rPr>
                <w:rFonts w:cs="Arial"/>
                <w:lang w:eastAsia="zh-CN"/>
              </w:rPr>
            </w:pPr>
            <w:r>
              <w:rPr>
                <w:rFonts w:cs="Arial"/>
                <w:lang w:eastAsia="zh-CN"/>
              </w:rPr>
              <w:t>DC_42A_n257A</w:t>
            </w:r>
          </w:p>
          <w:p w14:paraId="21EF02EF" w14:textId="77777777" w:rsidR="001F553E" w:rsidRDefault="001F553E" w:rsidP="00AC3FE8">
            <w:pPr>
              <w:pStyle w:val="TAC"/>
              <w:rPr>
                <w:rFonts w:cs="Arial"/>
                <w:lang w:eastAsia="zh-CN"/>
              </w:rPr>
            </w:pPr>
            <w:r>
              <w:rPr>
                <w:rFonts w:cs="Arial"/>
                <w:lang w:eastAsia="zh-CN"/>
              </w:rPr>
              <w:t>DC_42A_n257G</w:t>
            </w:r>
          </w:p>
          <w:p w14:paraId="69505B12" w14:textId="77777777" w:rsidR="001F553E" w:rsidRDefault="001F553E" w:rsidP="00AC3FE8">
            <w:pPr>
              <w:pStyle w:val="TAC"/>
              <w:rPr>
                <w:rFonts w:cs="Arial"/>
                <w:lang w:eastAsia="zh-CN"/>
              </w:rPr>
            </w:pPr>
            <w:r>
              <w:rPr>
                <w:rFonts w:cs="Arial"/>
                <w:lang w:eastAsia="zh-CN"/>
              </w:rPr>
              <w:t>DC_42A_n257H</w:t>
            </w:r>
          </w:p>
          <w:p w14:paraId="4AC2AFFC" w14:textId="77777777" w:rsidR="001F553E" w:rsidRDefault="001F553E" w:rsidP="00AC3FE8">
            <w:pPr>
              <w:pStyle w:val="TAC"/>
              <w:rPr>
                <w:rFonts w:cs="Arial"/>
                <w:lang w:eastAsia="zh-CN"/>
              </w:rPr>
            </w:pPr>
            <w:r>
              <w:rPr>
                <w:rFonts w:cs="Arial"/>
                <w:lang w:eastAsia="zh-CN"/>
              </w:rPr>
              <w:t>DC_42A_n257I</w:t>
            </w:r>
          </w:p>
        </w:tc>
      </w:tr>
      <w:tr w:rsidR="001F553E" w14:paraId="554CE044"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7D59E8F7" w14:textId="77777777" w:rsidR="001F553E" w:rsidRDefault="001F553E" w:rsidP="00AC3FE8">
            <w:pPr>
              <w:pStyle w:val="TAC"/>
              <w:rPr>
                <w:b/>
                <w:noProof/>
              </w:rPr>
            </w:pPr>
            <w:r>
              <w:rPr>
                <w:noProof/>
              </w:rPr>
              <w:t>DC_19A-21A-42A_n77A-n257A</w:t>
            </w:r>
          </w:p>
          <w:p w14:paraId="7D4B3441" w14:textId="77777777" w:rsidR="001F553E" w:rsidRDefault="001F553E" w:rsidP="00AC3FE8">
            <w:pPr>
              <w:pStyle w:val="TAC"/>
              <w:rPr>
                <w:b/>
                <w:noProof/>
              </w:rPr>
            </w:pPr>
            <w:r>
              <w:rPr>
                <w:noProof/>
              </w:rPr>
              <w:t>DC_19A-21A-42A_n77A-n257G</w:t>
            </w:r>
          </w:p>
          <w:p w14:paraId="49208A70" w14:textId="77777777" w:rsidR="001F553E" w:rsidRDefault="001F553E" w:rsidP="00AC3FE8">
            <w:pPr>
              <w:pStyle w:val="TAC"/>
              <w:rPr>
                <w:b/>
                <w:noProof/>
              </w:rPr>
            </w:pPr>
            <w:r>
              <w:rPr>
                <w:noProof/>
              </w:rPr>
              <w:t>DC_19A-21A-42A_n77A-n257H</w:t>
            </w:r>
          </w:p>
          <w:p w14:paraId="006BC907" w14:textId="77777777" w:rsidR="001F553E" w:rsidRDefault="001F553E" w:rsidP="00AC3FE8">
            <w:pPr>
              <w:pStyle w:val="TAC"/>
              <w:rPr>
                <w:b/>
                <w:noProof/>
              </w:rPr>
            </w:pPr>
            <w:r>
              <w:rPr>
                <w:noProof/>
              </w:rPr>
              <w:t>DC_19A-21A-42A_n77A-n257I</w:t>
            </w:r>
          </w:p>
          <w:p w14:paraId="420BB8F5" w14:textId="77777777" w:rsidR="001F553E" w:rsidRDefault="001F553E" w:rsidP="00AC3FE8">
            <w:pPr>
              <w:pStyle w:val="TAC"/>
              <w:rPr>
                <w:b/>
                <w:noProof/>
              </w:rPr>
            </w:pPr>
            <w:r>
              <w:rPr>
                <w:noProof/>
              </w:rPr>
              <w:t>DC_19A-21A-42C_n77A-n257A</w:t>
            </w:r>
          </w:p>
          <w:p w14:paraId="56C3574F" w14:textId="77777777" w:rsidR="001F553E" w:rsidRDefault="001F553E" w:rsidP="00AC3FE8">
            <w:pPr>
              <w:pStyle w:val="TAC"/>
              <w:rPr>
                <w:b/>
                <w:noProof/>
              </w:rPr>
            </w:pPr>
            <w:r>
              <w:rPr>
                <w:noProof/>
              </w:rPr>
              <w:t>DC_19A-21A-42C_n77A-n257G</w:t>
            </w:r>
          </w:p>
          <w:p w14:paraId="1EF961DF" w14:textId="77777777" w:rsidR="001F553E" w:rsidRDefault="001F553E" w:rsidP="00AC3FE8">
            <w:pPr>
              <w:pStyle w:val="TAC"/>
              <w:rPr>
                <w:b/>
                <w:noProof/>
              </w:rPr>
            </w:pPr>
            <w:r>
              <w:rPr>
                <w:noProof/>
              </w:rPr>
              <w:t>DC_19A-21A-42C_n77A-n257H</w:t>
            </w:r>
          </w:p>
          <w:p w14:paraId="602C5844" w14:textId="77777777" w:rsidR="001F553E" w:rsidRDefault="001F553E" w:rsidP="00AC3FE8">
            <w:pPr>
              <w:pStyle w:val="TAC"/>
              <w:rPr>
                <w:noProof/>
              </w:rPr>
            </w:pPr>
            <w:r>
              <w:rPr>
                <w:noProof/>
              </w:rPr>
              <w:t>DC_19A-21A-42C_n77A-n257I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04301A5" w14:textId="77777777" w:rsidR="001F553E" w:rsidRDefault="001F553E" w:rsidP="00AC3FE8">
            <w:pPr>
              <w:pStyle w:val="TAC"/>
              <w:rPr>
                <w:noProof/>
              </w:rPr>
            </w:pPr>
            <w:r>
              <w:rPr>
                <w:noProof/>
              </w:rPr>
              <w:t>DC_19A_n77A-n257A</w:t>
            </w:r>
          </w:p>
          <w:p w14:paraId="45A2E1B8" w14:textId="77777777" w:rsidR="001F553E" w:rsidRDefault="001F553E" w:rsidP="00AC3FE8">
            <w:pPr>
              <w:pStyle w:val="TAC"/>
              <w:rPr>
                <w:noProof/>
              </w:rPr>
            </w:pPr>
            <w:r>
              <w:rPr>
                <w:noProof/>
              </w:rPr>
              <w:t>DC_19A_n77A-n257G</w:t>
            </w:r>
          </w:p>
          <w:p w14:paraId="14BA3453" w14:textId="77777777" w:rsidR="001F553E" w:rsidRDefault="001F553E" w:rsidP="00AC3FE8">
            <w:pPr>
              <w:pStyle w:val="TAC"/>
              <w:rPr>
                <w:noProof/>
              </w:rPr>
            </w:pPr>
            <w:r>
              <w:rPr>
                <w:noProof/>
              </w:rPr>
              <w:t>DC_19A_n77A-n257H</w:t>
            </w:r>
          </w:p>
          <w:p w14:paraId="46761DE2" w14:textId="77777777" w:rsidR="001F553E" w:rsidRDefault="001F553E" w:rsidP="00AC3FE8">
            <w:pPr>
              <w:pStyle w:val="TAC"/>
              <w:rPr>
                <w:noProof/>
              </w:rPr>
            </w:pPr>
            <w:r>
              <w:rPr>
                <w:noProof/>
              </w:rPr>
              <w:t>DC_19A_n77A-n257I</w:t>
            </w:r>
          </w:p>
          <w:p w14:paraId="3C6536C0" w14:textId="77777777" w:rsidR="001F553E" w:rsidRDefault="001F553E" w:rsidP="00AC3FE8">
            <w:pPr>
              <w:pStyle w:val="TAC"/>
              <w:rPr>
                <w:noProof/>
              </w:rPr>
            </w:pPr>
            <w:r>
              <w:rPr>
                <w:noProof/>
              </w:rPr>
              <w:t>DC_21A_n77A-n257A</w:t>
            </w:r>
          </w:p>
          <w:p w14:paraId="11F240D0" w14:textId="77777777" w:rsidR="001F553E" w:rsidRDefault="001F553E" w:rsidP="00AC3FE8">
            <w:pPr>
              <w:pStyle w:val="TAC"/>
              <w:rPr>
                <w:noProof/>
              </w:rPr>
            </w:pPr>
            <w:r>
              <w:rPr>
                <w:noProof/>
              </w:rPr>
              <w:t>DC_21A_n77A-n257G</w:t>
            </w:r>
          </w:p>
          <w:p w14:paraId="15AD35F8" w14:textId="77777777" w:rsidR="001F553E" w:rsidRDefault="001F553E" w:rsidP="00AC3FE8">
            <w:pPr>
              <w:pStyle w:val="TAC"/>
              <w:rPr>
                <w:noProof/>
              </w:rPr>
            </w:pPr>
            <w:r>
              <w:rPr>
                <w:noProof/>
              </w:rPr>
              <w:t>DC_21A_n77A-n257H</w:t>
            </w:r>
          </w:p>
          <w:p w14:paraId="30FC2CBB" w14:textId="77777777" w:rsidR="001F553E" w:rsidRDefault="001F553E" w:rsidP="00AC3FE8">
            <w:pPr>
              <w:pStyle w:val="TAC"/>
              <w:rPr>
                <w:rFonts w:cs="Arial"/>
                <w:lang w:eastAsia="zh-CN"/>
              </w:rPr>
            </w:pPr>
            <w:r>
              <w:rPr>
                <w:noProof/>
              </w:rPr>
              <w:t>DC_21A_n77A-n257I</w:t>
            </w:r>
          </w:p>
        </w:tc>
      </w:tr>
      <w:tr w:rsidR="001F553E" w14:paraId="3B856E00"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14484D9" w14:textId="77777777" w:rsidR="001F553E" w:rsidRDefault="001F553E" w:rsidP="00AC3FE8">
            <w:pPr>
              <w:pStyle w:val="TAC"/>
              <w:rPr>
                <w:noProof/>
              </w:rPr>
            </w:pPr>
            <w:r>
              <w:rPr>
                <w:noProof/>
              </w:rPr>
              <w:t>DC_19A-21A-42A_n78A-n257A</w:t>
            </w:r>
          </w:p>
          <w:p w14:paraId="3CA91AC6" w14:textId="77777777" w:rsidR="001F553E" w:rsidRDefault="001F553E" w:rsidP="00AC3FE8">
            <w:pPr>
              <w:pStyle w:val="TAC"/>
              <w:rPr>
                <w:noProof/>
              </w:rPr>
            </w:pPr>
            <w:r>
              <w:rPr>
                <w:noProof/>
              </w:rPr>
              <w:t>DC_19A-21A-42A_n78A-n257G</w:t>
            </w:r>
          </w:p>
          <w:p w14:paraId="3E7502A3" w14:textId="77777777" w:rsidR="001F553E" w:rsidRDefault="001F553E" w:rsidP="00AC3FE8">
            <w:pPr>
              <w:pStyle w:val="TAC"/>
              <w:rPr>
                <w:noProof/>
              </w:rPr>
            </w:pPr>
            <w:r>
              <w:rPr>
                <w:noProof/>
              </w:rPr>
              <w:t>DC_19A-21A-42A_n78A-n257H</w:t>
            </w:r>
          </w:p>
          <w:p w14:paraId="29F2EAF4" w14:textId="77777777" w:rsidR="001F553E" w:rsidRDefault="001F553E" w:rsidP="00AC3FE8">
            <w:pPr>
              <w:pStyle w:val="TAC"/>
              <w:rPr>
                <w:noProof/>
              </w:rPr>
            </w:pPr>
            <w:r>
              <w:rPr>
                <w:noProof/>
              </w:rPr>
              <w:t>DC_19A-21A-42A_n78A-n257I</w:t>
            </w:r>
          </w:p>
          <w:p w14:paraId="672C4DE8" w14:textId="77777777" w:rsidR="001F553E" w:rsidRDefault="001F553E" w:rsidP="00AC3FE8">
            <w:pPr>
              <w:pStyle w:val="TAC"/>
              <w:rPr>
                <w:noProof/>
              </w:rPr>
            </w:pPr>
            <w:r>
              <w:rPr>
                <w:noProof/>
              </w:rPr>
              <w:t>DC_19A-21A-42C_n78A-n257A</w:t>
            </w:r>
          </w:p>
          <w:p w14:paraId="29B5B11F" w14:textId="77777777" w:rsidR="001F553E" w:rsidRDefault="001F553E" w:rsidP="00AC3FE8">
            <w:pPr>
              <w:pStyle w:val="TAC"/>
              <w:rPr>
                <w:noProof/>
              </w:rPr>
            </w:pPr>
            <w:r>
              <w:rPr>
                <w:noProof/>
              </w:rPr>
              <w:t>DC_19A-21A-42C_n78A-n257G</w:t>
            </w:r>
          </w:p>
          <w:p w14:paraId="3A58C50F" w14:textId="77777777" w:rsidR="001F553E" w:rsidRDefault="001F553E" w:rsidP="00AC3FE8">
            <w:pPr>
              <w:pStyle w:val="TAC"/>
              <w:rPr>
                <w:noProof/>
              </w:rPr>
            </w:pPr>
            <w:r>
              <w:rPr>
                <w:noProof/>
              </w:rPr>
              <w:t>DC_19A-21A-42C_n78A-n257H</w:t>
            </w:r>
          </w:p>
          <w:p w14:paraId="7A8C9F45" w14:textId="77777777" w:rsidR="001F553E" w:rsidRDefault="001F553E" w:rsidP="00AC3FE8">
            <w:pPr>
              <w:pStyle w:val="TAC"/>
              <w:rPr>
                <w:noProof/>
              </w:rPr>
            </w:pPr>
            <w:r>
              <w:rPr>
                <w:noProof/>
              </w:rPr>
              <w:t>DC_19A-21A-42C_n78A-n257I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FC71D90" w14:textId="77777777" w:rsidR="001F553E" w:rsidRDefault="001F553E" w:rsidP="00AC3FE8">
            <w:pPr>
              <w:pStyle w:val="TAC"/>
              <w:rPr>
                <w:noProof/>
              </w:rPr>
            </w:pPr>
            <w:r>
              <w:rPr>
                <w:noProof/>
              </w:rPr>
              <w:t>DC_19A_n78A-n257A</w:t>
            </w:r>
          </w:p>
          <w:p w14:paraId="14C61520" w14:textId="77777777" w:rsidR="001F553E" w:rsidRDefault="001F553E" w:rsidP="00AC3FE8">
            <w:pPr>
              <w:pStyle w:val="TAC"/>
              <w:rPr>
                <w:noProof/>
              </w:rPr>
            </w:pPr>
            <w:r>
              <w:rPr>
                <w:noProof/>
              </w:rPr>
              <w:t>DC_19A_n78A-n257G</w:t>
            </w:r>
          </w:p>
          <w:p w14:paraId="0E253130" w14:textId="77777777" w:rsidR="001F553E" w:rsidRDefault="001F553E" w:rsidP="00AC3FE8">
            <w:pPr>
              <w:pStyle w:val="TAC"/>
              <w:rPr>
                <w:noProof/>
              </w:rPr>
            </w:pPr>
            <w:r>
              <w:rPr>
                <w:noProof/>
              </w:rPr>
              <w:t>DC_19A_n78A-n257H</w:t>
            </w:r>
          </w:p>
          <w:p w14:paraId="43DCB9A2" w14:textId="77777777" w:rsidR="001F553E" w:rsidRDefault="001F553E" w:rsidP="00AC3FE8">
            <w:pPr>
              <w:pStyle w:val="TAC"/>
              <w:rPr>
                <w:noProof/>
              </w:rPr>
            </w:pPr>
            <w:r>
              <w:rPr>
                <w:noProof/>
              </w:rPr>
              <w:t>DC_19A_n78A-n257I</w:t>
            </w:r>
          </w:p>
          <w:p w14:paraId="05CA425D" w14:textId="77777777" w:rsidR="001F553E" w:rsidRDefault="001F553E" w:rsidP="00AC3FE8">
            <w:pPr>
              <w:pStyle w:val="TAC"/>
              <w:rPr>
                <w:noProof/>
              </w:rPr>
            </w:pPr>
            <w:r>
              <w:rPr>
                <w:noProof/>
              </w:rPr>
              <w:t>DC_21A_n78A-n257A</w:t>
            </w:r>
          </w:p>
          <w:p w14:paraId="3B609A57" w14:textId="77777777" w:rsidR="001F553E" w:rsidRDefault="001F553E" w:rsidP="00AC3FE8">
            <w:pPr>
              <w:pStyle w:val="TAC"/>
              <w:rPr>
                <w:noProof/>
              </w:rPr>
            </w:pPr>
            <w:r>
              <w:rPr>
                <w:noProof/>
              </w:rPr>
              <w:t>DC_21A_n78A-n257G</w:t>
            </w:r>
          </w:p>
          <w:p w14:paraId="040DCA0F" w14:textId="77777777" w:rsidR="001F553E" w:rsidRDefault="001F553E" w:rsidP="00AC3FE8">
            <w:pPr>
              <w:pStyle w:val="TAC"/>
              <w:rPr>
                <w:noProof/>
              </w:rPr>
            </w:pPr>
            <w:r>
              <w:rPr>
                <w:noProof/>
              </w:rPr>
              <w:t>DC_21A_n78A-n257H</w:t>
            </w:r>
          </w:p>
          <w:p w14:paraId="200D5BBF" w14:textId="77777777" w:rsidR="001F553E" w:rsidRDefault="001F553E" w:rsidP="00AC3FE8">
            <w:pPr>
              <w:pStyle w:val="TAC"/>
              <w:rPr>
                <w:rFonts w:cs="Arial"/>
                <w:lang w:eastAsia="zh-CN"/>
              </w:rPr>
            </w:pPr>
            <w:r>
              <w:rPr>
                <w:noProof/>
              </w:rPr>
              <w:t>DC_21A_n78A-n257I</w:t>
            </w:r>
          </w:p>
        </w:tc>
      </w:tr>
      <w:tr w:rsidR="001F553E" w14:paraId="6407CB20"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08D9D803" w14:textId="77777777" w:rsidR="001F553E" w:rsidRDefault="001F553E" w:rsidP="00AC3FE8">
            <w:pPr>
              <w:pStyle w:val="TAC"/>
              <w:rPr>
                <w:noProof/>
              </w:rPr>
            </w:pPr>
            <w:r>
              <w:rPr>
                <w:noProof/>
              </w:rPr>
              <w:lastRenderedPageBreak/>
              <w:t>DC_19A-21A-42A_n79A-n257A</w:t>
            </w:r>
          </w:p>
          <w:p w14:paraId="28408EAF" w14:textId="77777777" w:rsidR="001F553E" w:rsidRDefault="001F553E" w:rsidP="00AC3FE8">
            <w:pPr>
              <w:pStyle w:val="TAC"/>
              <w:rPr>
                <w:noProof/>
              </w:rPr>
            </w:pPr>
            <w:r>
              <w:rPr>
                <w:noProof/>
              </w:rPr>
              <w:t>DC_19A-21A-42A_n79A-n257G</w:t>
            </w:r>
          </w:p>
          <w:p w14:paraId="4FAE8DC4" w14:textId="77777777" w:rsidR="001F553E" w:rsidRDefault="001F553E" w:rsidP="00AC3FE8">
            <w:pPr>
              <w:pStyle w:val="TAC"/>
              <w:rPr>
                <w:noProof/>
              </w:rPr>
            </w:pPr>
            <w:r>
              <w:rPr>
                <w:noProof/>
              </w:rPr>
              <w:t>DC_19A-21A-42A_n79A-n257H</w:t>
            </w:r>
          </w:p>
          <w:p w14:paraId="768168E6" w14:textId="77777777" w:rsidR="001F553E" w:rsidRDefault="001F553E" w:rsidP="00AC3FE8">
            <w:pPr>
              <w:pStyle w:val="TAC"/>
              <w:rPr>
                <w:noProof/>
              </w:rPr>
            </w:pPr>
            <w:r>
              <w:rPr>
                <w:noProof/>
              </w:rPr>
              <w:t>DC_19A-21A-42A_n79A-n257I</w:t>
            </w:r>
          </w:p>
          <w:p w14:paraId="5DA23172" w14:textId="77777777" w:rsidR="001F553E" w:rsidRDefault="001F553E" w:rsidP="00AC3FE8">
            <w:pPr>
              <w:pStyle w:val="TAC"/>
              <w:rPr>
                <w:noProof/>
              </w:rPr>
            </w:pPr>
            <w:r>
              <w:rPr>
                <w:noProof/>
              </w:rPr>
              <w:t>DC_19A-21A-42C_n79A-n257A</w:t>
            </w:r>
          </w:p>
          <w:p w14:paraId="324FBFDA" w14:textId="77777777" w:rsidR="001F553E" w:rsidRDefault="001F553E" w:rsidP="00AC3FE8">
            <w:pPr>
              <w:pStyle w:val="TAC"/>
              <w:rPr>
                <w:noProof/>
              </w:rPr>
            </w:pPr>
            <w:r>
              <w:rPr>
                <w:noProof/>
              </w:rPr>
              <w:t>DC_19A-21A-42C_n79A-n257G</w:t>
            </w:r>
          </w:p>
          <w:p w14:paraId="387FD514" w14:textId="77777777" w:rsidR="001F553E" w:rsidRDefault="001F553E" w:rsidP="00AC3FE8">
            <w:pPr>
              <w:pStyle w:val="TAC"/>
              <w:rPr>
                <w:noProof/>
              </w:rPr>
            </w:pPr>
            <w:r>
              <w:rPr>
                <w:noProof/>
              </w:rPr>
              <w:t>DC_19A-21A-42C_n79A-n257H</w:t>
            </w:r>
          </w:p>
          <w:p w14:paraId="1B1E33AA" w14:textId="77777777" w:rsidR="001F553E" w:rsidRDefault="001F553E" w:rsidP="00AC3FE8">
            <w:pPr>
              <w:pStyle w:val="TAC"/>
              <w:rPr>
                <w:noProof/>
              </w:rPr>
            </w:pPr>
            <w:r>
              <w:rPr>
                <w:noProof/>
              </w:rPr>
              <w:t>DC_19A-21A-42C_n79A-n257I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70B0BA9A" w14:textId="77777777" w:rsidR="001F553E" w:rsidRDefault="001F553E" w:rsidP="00AC3FE8">
            <w:pPr>
              <w:pStyle w:val="TAC"/>
              <w:rPr>
                <w:noProof/>
              </w:rPr>
            </w:pPr>
            <w:r>
              <w:rPr>
                <w:noProof/>
              </w:rPr>
              <w:t>DC_19A_n79A-n257A</w:t>
            </w:r>
          </w:p>
          <w:p w14:paraId="46F3887A" w14:textId="77777777" w:rsidR="001F553E" w:rsidRDefault="001F553E" w:rsidP="00AC3FE8">
            <w:pPr>
              <w:pStyle w:val="TAC"/>
              <w:rPr>
                <w:noProof/>
              </w:rPr>
            </w:pPr>
            <w:r>
              <w:rPr>
                <w:noProof/>
              </w:rPr>
              <w:t>DC_19A_n79A-n257G</w:t>
            </w:r>
          </w:p>
          <w:p w14:paraId="07C784C5" w14:textId="77777777" w:rsidR="001F553E" w:rsidRDefault="001F553E" w:rsidP="00AC3FE8">
            <w:pPr>
              <w:pStyle w:val="TAC"/>
              <w:rPr>
                <w:noProof/>
              </w:rPr>
            </w:pPr>
            <w:r>
              <w:rPr>
                <w:noProof/>
              </w:rPr>
              <w:t>DC_19A_n79A-n257H</w:t>
            </w:r>
          </w:p>
          <w:p w14:paraId="0C3D21E2" w14:textId="77777777" w:rsidR="001F553E" w:rsidRDefault="001F553E" w:rsidP="00AC3FE8">
            <w:pPr>
              <w:pStyle w:val="TAC"/>
              <w:rPr>
                <w:noProof/>
              </w:rPr>
            </w:pPr>
            <w:r>
              <w:rPr>
                <w:noProof/>
              </w:rPr>
              <w:t>DC_19A_n79A-n257I</w:t>
            </w:r>
          </w:p>
          <w:p w14:paraId="204983F1" w14:textId="77777777" w:rsidR="001F553E" w:rsidRDefault="001F553E" w:rsidP="00AC3FE8">
            <w:pPr>
              <w:pStyle w:val="TAC"/>
              <w:rPr>
                <w:noProof/>
              </w:rPr>
            </w:pPr>
            <w:r>
              <w:rPr>
                <w:noProof/>
              </w:rPr>
              <w:t>DC_21A_n79A-n257A</w:t>
            </w:r>
          </w:p>
          <w:p w14:paraId="3F5767CD" w14:textId="77777777" w:rsidR="001F553E" w:rsidRDefault="001F553E" w:rsidP="00AC3FE8">
            <w:pPr>
              <w:pStyle w:val="TAC"/>
              <w:rPr>
                <w:noProof/>
              </w:rPr>
            </w:pPr>
            <w:r>
              <w:rPr>
                <w:noProof/>
              </w:rPr>
              <w:t>DC_21A_n79A-n257G</w:t>
            </w:r>
          </w:p>
          <w:p w14:paraId="1736069B" w14:textId="77777777" w:rsidR="001F553E" w:rsidRDefault="001F553E" w:rsidP="00AC3FE8">
            <w:pPr>
              <w:pStyle w:val="TAC"/>
              <w:rPr>
                <w:noProof/>
              </w:rPr>
            </w:pPr>
            <w:r>
              <w:rPr>
                <w:noProof/>
              </w:rPr>
              <w:t>DC_21A_n79A-n257H</w:t>
            </w:r>
          </w:p>
          <w:p w14:paraId="0EA827B4" w14:textId="77777777" w:rsidR="001F553E" w:rsidRDefault="001F553E" w:rsidP="00AC3FE8">
            <w:pPr>
              <w:pStyle w:val="TAC"/>
              <w:rPr>
                <w:rFonts w:cs="Arial"/>
                <w:lang w:eastAsia="zh-CN"/>
              </w:rPr>
            </w:pPr>
            <w:r>
              <w:rPr>
                <w:noProof/>
              </w:rPr>
              <w:t>DC_21A_n79A-n257I</w:t>
            </w:r>
          </w:p>
        </w:tc>
      </w:tr>
      <w:tr w:rsidR="001F553E" w14:paraId="30698D9B" w14:textId="77777777" w:rsidTr="00AC3FE8">
        <w:trPr>
          <w:trHeight w:val="187"/>
          <w:jc w:val="center"/>
        </w:trPr>
        <w:tc>
          <w:tcPr>
            <w:tcW w:w="3969" w:type="dxa"/>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hideMark/>
          </w:tcPr>
          <w:p w14:paraId="1A08874F" w14:textId="77777777" w:rsidR="001F553E" w:rsidRDefault="001F553E" w:rsidP="00AC3FE8">
            <w:pPr>
              <w:pStyle w:val="TAC"/>
              <w:rPr>
                <w:noProof/>
              </w:rPr>
            </w:pPr>
            <w:r>
              <w:rPr>
                <w:noProof/>
              </w:rPr>
              <w:t>DC_28A-41A-42A_n78A-n257A</w:t>
            </w:r>
          </w:p>
          <w:p w14:paraId="543B9EC4" w14:textId="77777777" w:rsidR="001F553E" w:rsidRDefault="001F553E" w:rsidP="00AC3FE8">
            <w:pPr>
              <w:pStyle w:val="TAC"/>
              <w:rPr>
                <w:noProof/>
                <w:lang w:eastAsia="ko-KR"/>
              </w:rPr>
            </w:pPr>
            <w:r>
              <w:rPr>
                <w:noProof/>
                <w:lang w:eastAsia="zh-CN"/>
              </w:rPr>
              <w:t>DC_28A-41A-42A_n78A-n257G</w:t>
            </w:r>
          </w:p>
          <w:p w14:paraId="0E46A078" w14:textId="77777777" w:rsidR="001F553E" w:rsidRDefault="001F553E" w:rsidP="00AC3FE8">
            <w:pPr>
              <w:pStyle w:val="TAC"/>
              <w:rPr>
                <w:noProof/>
                <w:lang w:eastAsia="ko-KR"/>
              </w:rPr>
            </w:pPr>
            <w:r>
              <w:rPr>
                <w:noProof/>
                <w:lang w:eastAsia="zh-CN"/>
              </w:rPr>
              <w:t>DC_28A-41A-42A_n78A-n257H</w:t>
            </w:r>
          </w:p>
          <w:p w14:paraId="4686D836" w14:textId="77777777" w:rsidR="001F553E" w:rsidRDefault="001F553E" w:rsidP="00AC3FE8">
            <w:pPr>
              <w:pStyle w:val="TAC"/>
              <w:rPr>
                <w:noProof/>
                <w:lang w:eastAsia="zh-CN"/>
              </w:rPr>
            </w:pPr>
            <w:r>
              <w:rPr>
                <w:noProof/>
                <w:lang w:eastAsia="zh-CN"/>
              </w:rPr>
              <w:t>DC_28A-41A-42A_n78A-n257I</w:t>
            </w:r>
          </w:p>
          <w:p w14:paraId="3E21676F" w14:textId="77777777" w:rsidR="001F553E" w:rsidRDefault="001F553E" w:rsidP="00AC3FE8">
            <w:pPr>
              <w:pStyle w:val="TAC"/>
              <w:rPr>
                <w:noProof/>
              </w:rPr>
            </w:pPr>
            <w:r>
              <w:rPr>
                <w:noProof/>
              </w:rPr>
              <w:t>DC_28A-41A-42C_n78A-n257A</w:t>
            </w:r>
          </w:p>
          <w:p w14:paraId="2289E2AB" w14:textId="77777777" w:rsidR="001F553E" w:rsidRDefault="001F553E" w:rsidP="00AC3FE8">
            <w:pPr>
              <w:pStyle w:val="TAC"/>
              <w:rPr>
                <w:noProof/>
                <w:lang w:eastAsia="ko-KR"/>
              </w:rPr>
            </w:pPr>
            <w:r>
              <w:rPr>
                <w:noProof/>
                <w:lang w:eastAsia="zh-CN"/>
              </w:rPr>
              <w:t>DC_28A-41A-42C_n78A-n257G</w:t>
            </w:r>
          </w:p>
          <w:p w14:paraId="1EC98FB1" w14:textId="77777777" w:rsidR="001F553E" w:rsidRDefault="001F553E" w:rsidP="00AC3FE8">
            <w:pPr>
              <w:pStyle w:val="TAC"/>
              <w:rPr>
                <w:noProof/>
                <w:lang w:eastAsia="ko-KR"/>
              </w:rPr>
            </w:pPr>
            <w:r>
              <w:rPr>
                <w:noProof/>
                <w:lang w:eastAsia="zh-CN"/>
              </w:rPr>
              <w:t>DC_28A-41A-42C_n78A-n257H</w:t>
            </w:r>
          </w:p>
          <w:p w14:paraId="359A3D69" w14:textId="77777777" w:rsidR="001F553E" w:rsidRDefault="001F553E" w:rsidP="00AC3FE8">
            <w:pPr>
              <w:pStyle w:val="TAC"/>
              <w:rPr>
                <w:noProof/>
                <w:lang w:eastAsia="zh-CN"/>
              </w:rPr>
            </w:pPr>
            <w:r>
              <w:rPr>
                <w:noProof/>
                <w:lang w:eastAsia="zh-CN"/>
              </w:rPr>
              <w:t>DC_28A-41A-42C_n78A-n257I</w:t>
            </w:r>
          </w:p>
          <w:p w14:paraId="7932C340" w14:textId="77777777" w:rsidR="001F553E" w:rsidRDefault="001F553E" w:rsidP="00AC3FE8">
            <w:pPr>
              <w:pStyle w:val="TAC"/>
              <w:rPr>
                <w:noProof/>
              </w:rPr>
            </w:pPr>
            <w:r>
              <w:rPr>
                <w:noProof/>
              </w:rPr>
              <w:t>DC_28A-41C-42A_n78A-n257A</w:t>
            </w:r>
          </w:p>
          <w:p w14:paraId="2B7973D9" w14:textId="77777777" w:rsidR="001F553E" w:rsidRDefault="001F553E" w:rsidP="00AC3FE8">
            <w:pPr>
              <w:pStyle w:val="TAC"/>
              <w:rPr>
                <w:noProof/>
                <w:lang w:eastAsia="ko-KR"/>
              </w:rPr>
            </w:pPr>
            <w:r>
              <w:rPr>
                <w:noProof/>
                <w:lang w:eastAsia="zh-CN"/>
              </w:rPr>
              <w:t>DC_28A-41C-42A_n78A-n257G</w:t>
            </w:r>
          </w:p>
          <w:p w14:paraId="6D5E2093" w14:textId="77777777" w:rsidR="001F553E" w:rsidRDefault="001F553E" w:rsidP="00AC3FE8">
            <w:pPr>
              <w:pStyle w:val="TAC"/>
              <w:rPr>
                <w:noProof/>
                <w:lang w:eastAsia="ko-KR"/>
              </w:rPr>
            </w:pPr>
            <w:r>
              <w:rPr>
                <w:noProof/>
                <w:lang w:eastAsia="zh-CN"/>
              </w:rPr>
              <w:t>DC_28A-41C-42A_n78A-n257H</w:t>
            </w:r>
          </w:p>
          <w:p w14:paraId="4F1491F3" w14:textId="77777777" w:rsidR="001F553E" w:rsidRDefault="001F553E" w:rsidP="00AC3FE8">
            <w:pPr>
              <w:pStyle w:val="TAC"/>
              <w:rPr>
                <w:noProof/>
                <w:lang w:eastAsia="zh-CN"/>
              </w:rPr>
            </w:pPr>
            <w:r>
              <w:rPr>
                <w:noProof/>
                <w:lang w:eastAsia="zh-CN"/>
              </w:rPr>
              <w:t>DC_28A-41C-42A_n78A-n257I</w:t>
            </w:r>
          </w:p>
          <w:p w14:paraId="632FFC81" w14:textId="77777777" w:rsidR="001F553E" w:rsidRDefault="001F553E" w:rsidP="00AC3FE8">
            <w:pPr>
              <w:pStyle w:val="TAC"/>
              <w:rPr>
                <w:noProof/>
              </w:rPr>
            </w:pPr>
            <w:r>
              <w:rPr>
                <w:noProof/>
              </w:rPr>
              <w:t>DC_28A-41C-42C_n78A-n257A</w:t>
            </w:r>
          </w:p>
          <w:p w14:paraId="42F6C9EA" w14:textId="77777777" w:rsidR="001F553E" w:rsidRDefault="001F553E" w:rsidP="00AC3FE8">
            <w:pPr>
              <w:pStyle w:val="TAC"/>
              <w:rPr>
                <w:noProof/>
                <w:lang w:eastAsia="ko-KR"/>
              </w:rPr>
            </w:pPr>
            <w:r>
              <w:rPr>
                <w:noProof/>
                <w:lang w:eastAsia="zh-CN"/>
              </w:rPr>
              <w:t>DC_28A-41C-42C_n78A-n257G</w:t>
            </w:r>
          </w:p>
          <w:p w14:paraId="10ACE2D0" w14:textId="77777777" w:rsidR="001F553E" w:rsidRDefault="001F553E" w:rsidP="00AC3FE8">
            <w:pPr>
              <w:pStyle w:val="TAC"/>
              <w:rPr>
                <w:noProof/>
                <w:lang w:eastAsia="ko-KR"/>
              </w:rPr>
            </w:pPr>
            <w:r>
              <w:rPr>
                <w:noProof/>
                <w:lang w:eastAsia="zh-CN"/>
              </w:rPr>
              <w:t>DC_28A-41C-42C_n78A-n257H</w:t>
            </w:r>
          </w:p>
          <w:p w14:paraId="53860001" w14:textId="77777777" w:rsidR="001F553E" w:rsidRDefault="001F553E" w:rsidP="00AC3FE8">
            <w:pPr>
              <w:pStyle w:val="TAC"/>
              <w:rPr>
                <w:noProof/>
              </w:rPr>
            </w:pPr>
            <w:r>
              <w:rPr>
                <w:noProof/>
                <w:lang w:eastAsia="zh-CN"/>
              </w:rPr>
              <w:t>DC_28A-41C-42C_n78A-n257I</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56BB1A47" w14:textId="77777777" w:rsidR="001F553E" w:rsidRDefault="001F553E" w:rsidP="00AC3FE8">
            <w:pPr>
              <w:pStyle w:val="TAC"/>
              <w:rPr>
                <w:rFonts w:cs="Arial"/>
                <w:lang w:eastAsia="zh-CN"/>
              </w:rPr>
            </w:pPr>
            <w:r>
              <w:rPr>
                <w:rFonts w:cs="Arial"/>
                <w:lang w:eastAsia="zh-CN"/>
              </w:rPr>
              <w:t>DC_28A_n78A</w:t>
            </w:r>
          </w:p>
          <w:p w14:paraId="62EBEF8E" w14:textId="77777777" w:rsidR="001F553E" w:rsidRDefault="001F553E" w:rsidP="00AC3FE8">
            <w:pPr>
              <w:pStyle w:val="TAC"/>
              <w:rPr>
                <w:rFonts w:cs="Arial"/>
                <w:lang w:eastAsia="zh-CN"/>
              </w:rPr>
            </w:pPr>
            <w:r>
              <w:rPr>
                <w:rFonts w:cs="Arial"/>
                <w:lang w:eastAsia="zh-CN"/>
              </w:rPr>
              <w:t>DC_28A_n257A</w:t>
            </w:r>
          </w:p>
          <w:p w14:paraId="10520BA8" w14:textId="77777777" w:rsidR="001F553E" w:rsidRDefault="001F553E" w:rsidP="00AC3FE8">
            <w:pPr>
              <w:pStyle w:val="TAC"/>
              <w:rPr>
                <w:rFonts w:cs="Arial"/>
                <w:lang w:eastAsia="zh-CN"/>
              </w:rPr>
            </w:pPr>
            <w:r>
              <w:rPr>
                <w:rFonts w:cs="Arial"/>
                <w:lang w:eastAsia="zh-CN"/>
              </w:rPr>
              <w:t>DC_28A_n257G</w:t>
            </w:r>
          </w:p>
          <w:p w14:paraId="3695E32E" w14:textId="77777777" w:rsidR="001F553E" w:rsidRDefault="001F553E" w:rsidP="00AC3FE8">
            <w:pPr>
              <w:pStyle w:val="TAC"/>
              <w:rPr>
                <w:rFonts w:cs="Arial"/>
                <w:lang w:eastAsia="zh-CN"/>
              </w:rPr>
            </w:pPr>
            <w:r>
              <w:rPr>
                <w:rFonts w:cs="Arial"/>
                <w:lang w:eastAsia="zh-CN"/>
              </w:rPr>
              <w:t>DC_28A_n257H</w:t>
            </w:r>
          </w:p>
          <w:p w14:paraId="2F392990" w14:textId="77777777" w:rsidR="001F553E" w:rsidRDefault="001F553E" w:rsidP="00AC3FE8">
            <w:pPr>
              <w:pStyle w:val="TAC"/>
              <w:rPr>
                <w:rFonts w:cs="Arial"/>
                <w:lang w:eastAsia="zh-CN"/>
              </w:rPr>
            </w:pPr>
            <w:r>
              <w:rPr>
                <w:rFonts w:cs="Arial"/>
                <w:lang w:eastAsia="zh-CN"/>
              </w:rPr>
              <w:t>DC_28A_n257I</w:t>
            </w:r>
          </w:p>
          <w:p w14:paraId="3EFC4896" w14:textId="77777777" w:rsidR="001F553E" w:rsidRDefault="001F553E" w:rsidP="00AC3FE8">
            <w:pPr>
              <w:pStyle w:val="TAC"/>
              <w:rPr>
                <w:rFonts w:cs="Arial"/>
                <w:lang w:eastAsia="zh-CN"/>
              </w:rPr>
            </w:pPr>
            <w:r>
              <w:rPr>
                <w:rFonts w:cs="Arial"/>
                <w:lang w:eastAsia="zh-CN"/>
              </w:rPr>
              <w:t>DC_41A_n78A</w:t>
            </w:r>
          </w:p>
          <w:p w14:paraId="6F798312" w14:textId="77777777" w:rsidR="001F553E" w:rsidRDefault="001F553E" w:rsidP="00AC3FE8">
            <w:pPr>
              <w:pStyle w:val="TAC"/>
              <w:rPr>
                <w:rFonts w:cs="Arial"/>
                <w:lang w:eastAsia="zh-CN"/>
              </w:rPr>
            </w:pPr>
            <w:r>
              <w:rPr>
                <w:rFonts w:cs="Arial"/>
                <w:lang w:eastAsia="zh-CN"/>
              </w:rPr>
              <w:t>DC_41A_n257A</w:t>
            </w:r>
          </w:p>
          <w:p w14:paraId="23A64EEA" w14:textId="77777777" w:rsidR="001F553E" w:rsidRDefault="001F553E" w:rsidP="00AC3FE8">
            <w:pPr>
              <w:pStyle w:val="TAC"/>
              <w:rPr>
                <w:rFonts w:cs="Arial"/>
                <w:lang w:eastAsia="zh-CN"/>
              </w:rPr>
            </w:pPr>
            <w:r>
              <w:rPr>
                <w:rFonts w:cs="Arial"/>
                <w:lang w:eastAsia="zh-CN"/>
              </w:rPr>
              <w:t>DC_41A_n257G</w:t>
            </w:r>
          </w:p>
          <w:p w14:paraId="3E2E26C6" w14:textId="77777777" w:rsidR="001F553E" w:rsidRDefault="001F553E" w:rsidP="00AC3FE8">
            <w:pPr>
              <w:pStyle w:val="TAC"/>
              <w:rPr>
                <w:rFonts w:cs="Arial"/>
                <w:lang w:eastAsia="zh-CN"/>
              </w:rPr>
            </w:pPr>
            <w:r>
              <w:rPr>
                <w:rFonts w:cs="Arial"/>
                <w:lang w:eastAsia="zh-CN"/>
              </w:rPr>
              <w:t>DC_41A_n257H</w:t>
            </w:r>
          </w:p>
          <w:p w14:paraId="0B924383" w14:textId="77777777" w:rsidR="001F553E" w:rsidRDefault="001F553E" w:rsidP="00AC3FE8">
            <w:pPr>
              <w:pStyle w:val="TAC"/>
              <w:rPr>
                <w:rFonts w:cs="Arial"/>
                <w:lang w:eastAsia="zh-CN"/>
              </w:rPr>
            </w:pPr>
            <w:r>
              <w:rPr>
                <w:rFonts w:cs="Arial"/>
                <w:lang w:eastAsia="zh-CN"/>
              </w:rPr>
              <w:t>DC_41A_n257I</w:t>
            </w:r>
          </w:p>
          <w:p w14:paraId="0534BA4E" w14:textId="77777777" w:rsidR="001F553E" w:rsidRDefault="001F553E" w:rsidP="00AC3FE8">
            <w:pPr>
              <w:pStyle w:val="TAC"/>
              <w:rPr>
                <w:rFonts w:cs="Arial"/>
                <w:lang w:eastAsia="zh-CN"/>
              </w:rPr>
            </w:pPr>
            <w:r>
              <w:rPr>
                <w:rFonts w:cs="Arial"/>
                <w:lang w:eastAsia="zh-CN"/>
              </w:rPr>
              <w:t>DC_41C_n78A</w:t>
            </w:r>
          </w:p>
          <w:p w14:paraId="52DC0146" w14:textId="77777777" w:rsidR="001F553E" w:rsidRDefault="001F553E" w:rsidP="00AC3FE8">
            <w:pPr>
              <w:pStyle w:val="TAC"/>
              <w:rPr>
                <w:rFonts w:cs="Arial"/>
                <w:lang w:eastAsia="zh-CN"/>
              </w:rPr>
            </w:pPr>
            <w:r>
              <w:rPr>
                <w:rFonts w:cs="Arial"/>
                <w:lang w:eastAsia="zh-CN"/>
              </w:rPr>
              <w:t>DC_41C_n257A</w:t>
            </w:r>
          </w:p>
          <w:p w14:paraId="5D29CA72" w14:textId="77777777" w:rsidR="001F553E" w:rsidRDefault="001F553E" w:rsidP="00AC3FE8">
            <w:pPr>
              <w:pStyle w:val="TAC"/>
              <w:rPr>
                <w:rFonts w:cs="Arial"/>
                <w:lang w:val="sv-FI" w:eastAsia="zh-CN"/>
              </w:rPr>
            </w:pPr>
            <w:r>
              <w:rPr>
                <w:rFonts w:cs="Arial"/>
                <w:lang w:val="sv-FI" w:eastAsia="zh-CN"/>
              </w:rPr>
              <w:t>DC_41C_n257G</w:t>
            </w:r>
          </w:p>
          <w:p w14:paraId="27486676" w14:textId="77777777" w:rsidR="001F553E" w:rsidRDefault="001F553E" w:rsidP="00AC3FE8">
            <w:pPr>
              <w:pStyle w:val="TAC"/>
              <w:rPr>
                <w:rFonts w:cs="Arial"/>
                <w:lang w:val="sv-FI" w:eastAsia="zh-CN"/>
              </w:rPr>
            </w:pPr>
            <w:r>
              <w:rPr>
                <w:rFonts w:cs="Arial"/>
                <w:lang w:val="sv-FI" w:eastAsia="zh-CN"/>
              </w:rPr>
              <w:t>DC_41C_n257H</w:t>
            </w:r>
          </w:p>
          <w:p w14:paraId="1F8F77B0" w14:textId="77777777" w:rsidR="001F553E" w:rsidRDefault="001F553E" w:rsidP="00AC3FE8">
            <w:pPr>
              <w:pStyle w:val="TAC"/>
              <w:rPr>
                <w:rFonts w:cs="Arial"/>
                <w:lang w:val="sv-FI" w:eastAsia="zh-CN"/>
              </w:rPr>
            </w:pPr>
            <w:r>
              <w:rPr>
                <w:rFonts w:cs="Arial"/>
                <w:lang w:val="sv-FI" w:eastAsia="zh-CN"/>
              </w:rPr>
              <w:t>DC_41C_n257I</w:t>
            </w:r>
          </w:p>
          <w:p w14:paraId="5DEF64F7" w14:textId="77777777" w:rsidR="001F553E" w:rsidRDefault="001F553E" w:rsidP="00AC3FE8">
            <w:pPr>
              <w:pStyle w:val="TAC"/>
              <w:rPr>
                <w:rFonts w:cs="Arial"/>
                <w:lang w:eastAsia="zh-CN"/>
              </w:rPr>
            </w:pPr>
            <w:r>
              <w:rPr>
                <w:rFonts w:cs="Arial"/>
                <w:lang w:eastAsia="zh-CN"/>
              </w:rPr>
              <w:t>DC_42A_n257A</w:t>
            </w:r>
          </w:p>
          <w:p w14:paraId="44014341" w14:textId="77777777" w:rsidR="001F553E" w:rsidRDefault="001F553E" w:rsidP="00AC3FE8">
            <w:pPr>
              <w:pStyle w:val="TAC"/>
              <w:rPr>
                <w:rFonts w:cs="Arial"/>
                <w:lang w:eastAsia="zh-CN"/>
              </w:rPr>
            </w:pPr>
            <w:r>
              <w:rPr>
                <w:rFonts w:cs="Arial"/>
                <w:lang w:eastAsia="zh-CN"/>
              </w:rPr>
              <w:t>DC_42A_n257G</w:t>
            </w:r>
          </w:p>
          <w:p w14:paraId="7F7DE130" w14:textId="77777777" w:rsidR="001F553E" w:rsidRDefault="001F553E" w:rsidP="00AC3FE8">
            <w:pPr>
              <w:pStyle w:val="TAC"/>
              <w:rPr>
                <w:rFonts w:cs="Arial"/>
                <w:lang w:eastAsia="zh-CN"/>
              </w:rPr>
            </w:pPr>
            <w:r>
              <w:rPr>
                <w:rFonts w:cs="Arial"/>
                <w:lang w:eastAsia="zh-CN"/>
              </w:rPr>
              <w:t>DC_42A_n257H</w:t>
            </w:r>
          </w:p>
          <w:p w14:paraId="1B34E0B5" w14:textId="77777777" w:rsidR="001F553E" w:rsidRDefault="001F553E" w:rsidP="00AC3FE8">
            <w:pPr>
              <w:pStyle w:val="TAC"/>
              <w:rPr>
                <w:rFonts w:cs="Arial"/>
                <w:lang w:eastAsia="zh-CN"/>
              </w:rPr>
            </w:pPr>
            <w:r>
              <w:rPr>
                <w:rFonts w:cs="Arial"/>
                <w:lang w:eastAsia="zh-CN"/>
              </w:rPr>
              <w:t>DC_42A_n257I</w:t>
            </w:r>
          </w:p>
          <w:p w14:paraId="569D3361" w14:textId="77777777" w:rsidR="001F553E" w:rsidRDefault="001F553E" w:rsidP="00AC3FE8">
            <w:pPr>
              <w:pStyle w:val="TAC"/>
              <w:rPr>
                <w:rFonts w:cs="Arial"/>
                <w:lang w:eastAsia="zh-CN"/>
              </w:rPr>
            </w:pPr>
            <w:r>
              <w:rPr>
                <w:rFonts w:cs="Arial"/>
                <w:lang w:eastAsia="zh-CN"/>
              </w:rPr>
              <w:t>DC_42C_n257A</w:t>
            </w:r>
          </w:p>
          <w:p w14:paraId="67C8EFD8" w14:textId="77777777" w:rsidR="001F553E" w:rsidRDefault="001F553E" w:rsidP="00AC3FE8">
            <w:pPr>
              <w:pStyle w:val="TAC"/>
              <w:rPr>
                <w:rFonts w:cs="Arial"/>
                <w:lang w:eastAsia="zh-CN"/>
              </w:rPr>
            </w:pPr>
            <w:r>
              <w:rPr>
                <w:rFonts w:cs="Arial"/>
                <w:lang w:eastAsia="zh-CN"/>
              </w:rPr>
              <w:t>DC_42C_n257G</w:t>
            </w:r>
          </w:p>
          <w:p w14:paraId="22A628FB" w14:textId="77777777" w:rsidR="001F553E" w:rsidRDefault="001F553E" w:rsidP="00AC3FE8">
            <w:pPr>
              <w:pStyle w:val="TAC"/>
              <w:rPr>
                <w:rFonts w:cs="Arial"/>
                <w:lang w:val="sv-FI" w:eastAsia="zh-CN"/>
              </w:rPr>
            </w:pPr>
            <w:r>
              <w:rPr>
                <w:rFonts w:cs="Arial"/>
                <w:lang w:val="sv-FI" w:eastAsia="zh-CN"/>
              </w:rPr>
              <w:t>DC_42C_n257H</w:t>
            </w:r>
          </w:p>
          <w:p w14:paraId="5B7EF428" w14:textId="77777777" w:rsidR="001F553E" w:rsidRDefault="001F553E" w:rsidP="00AC3FE8">
            <w:pPr>
              <w:pStyle w:val="TAC"/>
              <w:rPr>
                <w:noProof/>
                <w:lang w:val="sv-FI"/>
              </w:rPr>
            </w:pPr>
            <w:r>
              <w:rPr>
                <w:rFonts w:cs="Arial"/>
                <w:lang w:val="sv-FI" w:eastAsia="zh-CN"/>
              </w:rPr>
              <w:t>DC_42C_n257I</w:t>
            </w:r>
          </w:p>
        </w:tc>
      </w:tr>
      <w:tr w:rsidR="001F553E" w14:paraId="1E43F018" w14:textId="77777777" w:rsidTr="00AC3FE8">
        <w:trPr>
          <w:trHeight w:val="187"/>
          <w:jc w:val="center"/>
        </w:trPr>
        <w:tc>
          <w:tcPr>
            <w:tcW w:w="7938" w:type="dxa"/>
            <w:gridSpan w:val="2"/>
            <w:tcBorders>
              <w:top w:val="single" w:sz="4" w:space="0" w:color="auto"/>
              <w:left w:val="single" w:sz="4" w:space="0" w:color="auto"/>
              <w:bottom w:val="single" w:sz="4" w:space="0" w:color="auto"/>
              <w:right w:val="single" w:sz="4" w:space="0" w:color="auto"/>
            </w:tcBorders>
            <w:noWrap/>
            <w:tcMar>
              <w:top w:w="28" w:type="dxa"/>
              <w:left w:w="28" w:type="dxa"/>
              <w:bottom w:w="28" w:type="dxa"/>
              <w:right w:w="28" w:type="dxa"/>
            </w:tcMar>
            <w:vAlign w:val="center"/>
            <w:hideMark/>
          </w:tcPr>
          <w:p w14:paraId="5C6A3C70" w14:textId="77777777" w:rsidR="001F553E" w:rsidRDefault="001F553E" w:rsidP="00AC3FE8">
            <w:pPr>
              <w:pStyle w:val="TAN"/>
            </w:pPr>
            <w:r>
              <w:t>NOTE 1:</w:t>
            </w:r>
            <w:r>
              <w:tab/>
              <w:t>Uplink EN-DC configurations are the configurations supported by the present release of specifications.</w:t>
            </w:r>
          </w:p>
          <w:p w14:paraId="729D7950" w14:textId="77777777" w:rsidR="001F553E" w:rsidRDefault="001F553E" w:rsidP="00AC3FE8">
            <w:pPr>
              <w:pStyle w:val="TAN"/>
              <w:keepNext w:val="0"/>
            </w:pPr>
            <w:r>
              <w:t>NOTE 2:</w:t>
            </w:r>
            <w:r>
              <w:tab/>
              <w:t>Applicable for UE supporting inter-band EN-DC with mandatory simultaneous Rx/Tx capability.</w:t>
            </w:r>
          </w:p>
        </w:tc>
      </w:tr>
    </w:tbl>
    <w:p w14:paraId="5DBDAB84" w14:textId="1563AE0C" w:rsidR="001F553E" w:rsidRDefault="001F553E" w:rsidP="00471067"/>
    <w:p w14:paraId="2C18B636" w14:textId="77777777" w:rsidR="001F553E" w:rsidRPr="00E062F1" w:rsidRDefault="001F553E" w:rsidP="00471067"/>
    <w:p w14:paraId="5041D76B" w14:textId="644F68E4" w:rsidR="006C5891" w:rsidRPr="00E062F1" w:rsidRDefault="006C5891" w:rsidP="006C5891">
      <w:pPr>
        <w:pStyle w:val="Heading4"/>
      </w:pPr>
      <w:bookmarkStart w:id="1549" w:name="_Toc21351540"/>
      <w:bookmarkStart w:id="1550" w:name="_Toc29807122"/>
      <w:bookmarkStart w:id="1551" w:name="_Toc36648836"/>
      <w:bookmarkStart w:id="1552" w:name="_Toc36651561"/>
      <w:bookmarkStart w:id="1553" w:name="_Toc37256495"/>
      <w:bookmarkStart w:id="1554" w:name="_Toc37256836"/>
      <w:bookmarkStart w:id="1555" w:name="_Toc45890533"/>
      <w:bookmarkStart w:id="1556" w:name="_Toc45891757"/>
      <w:bookmarkStart w:id="1557" w:name="_Toc45892167"/>
      <w:bookmarkStart w:id="1558" w:name="_Toc45892577"/>
      <w:bookmarkStart w:id="1559" w:name="_Toc52352990"/>
      <w:bookmarkStart w:id="1560" w:name="_Toc53174813"/>
      <w:bookmarkStart w:id="1561" w:name="_Toc61375962"/>
      <w:bookmarkStart w:id="1562" w:name="_Toc61376374"/>
      <w:bookmarkStart w:id="1563" w:name="_Toc67938647"/>
      <w:bookmarkStart w:id="1564" w:name="_Toc76454249"/>
      <w:bookmarkStart w:id="1565" w:name="_Toc76719669"/>
      <w:bookmarkStart w:id="1566" w:name="_Toc76720189"/>
      <w:bookmarkStart w:id="1567" w:name="_Toc83742886"/>
      <w:bookmarkStart w:id="1568" w:name="_Toc83887261"/>
      <w:bookmarkStart w:id="1569" w:name="_Toc83888062"/>
      <w:bookmarkStart w:id="1570" w:name="_Toc90588716"/>
      <w:r w:rsidRPr="00E062F1">
        <w:lastRenderedPageBreak/>
        <w:t>5.5B.6.5</w:t>
      </w:r>
      <w:r w:rsidRPr="00E062F1">
        <w:tab/>
        <w:t xml:space="preserve">Inter-band EN-DC configurations </w:t>
      </w:r>
      <w:r w:rsidR="00C313E7" w:rsidRPr="00E062F1">
        <w:t xml:space="preserve">including FR1 and FR2 </w:t>
      </w:r>
      <w:r w:rsidRPr="00E062F1">
        <w:t>(six bands)</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p>
    <w:p w14:paraId="08F1F9AB" w14:textId="2FEF700F" w:rsidR="006C5891" w:rsidRPr="00E062F1" w:rsidRDefault="006C5891" w:rsidP="006C5891">
      <w:pPr>
        <w:pStyle w:val="TH"/>
      </w:pPr>
      <w:r w:rsidRPr="00E062F1">
        <w:t xml:space="preserve">Table 5.5B.6.5-1: Inter-band EN-DC configurations </w:t>
      </w:r>
      <w:r w:rsidR="00C313E7" w:rsidRPr="00E062F1">
        <w:t xml:space="preserve">including FR1 and FR2 </w:t>
      </w:r>
      <w:r w:rsidRPr="00E062F1">
        <w:t>(six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9"/>
        <w:gridCol w:w="3969"/>
      </w:tblGrid>
      <w:tr w:rsidR="001F48EE" w:rsidRPr="00E062F1" w:rsidDel="00C35823" w14:paraId="5DEB8EDD" w14:textId="77777777" w:rsidTr="00F04DA3">
        <w:trPr>
          <w:trHeight w:val="187"/>
          <w:tblHeader/>
          <w:jc w:val="center"/>
        </w:trPr>
        <w:tc>
          <w:tcPr>
            <w:tcW w:w="3969" w:type="dxa"/>
            <w:shd w:val="clear" w:color="auto" w:fill="auto"/>
            <w:tcMar>
              <w:top w:w="28" w:type="dxa"/>
              <w:left w:w="28" w:type="dxa"/>
              <w:bottom w:w="28" w:type="dxa"/>
              <w:right w:w="28" w:type="dxa"/>
            </w:tcMar>
            <w:hideMark/>
          </w:tcPr>
          <w:p w14:paraId="75F6438D" w14:textId="77777777" w:rsidR="001F48EE" w:rsidRPr="00E062F1" w:rsidRDefault="001F48EE" w:rsidP="00F04DA3">
            <w:pPr>
              <w:pStyle w:val="TAH"/>
              <w:rPr>
                <w:lang w:eastAsia="fi-FI"/>
              </w:rPr>
            </w:pPr>
            <w:r w:rsidRPr="00E062F1">
              <w:rPr>
                <w:lang w:eastAsia="fi-FI"/>
              </w:rPr>
              <w:lastRenderedPageBreak/>
              <w:t>EN-DC</w:t>
            </w:r>
          </w:p>
          <w:p w14:paraId="038A7BBA" w14:textId="77777777" w:rsidR="001F48EE" w:rsidRPr="00E062F1" w:rsidRDefault="001F48EE" w:rsidP="00F04DA3">
            <w:pPr>
              <w:pStyle w:val="TAH"/>
              <w:rPr>
                <w:lang w:eastAsia="fi-FI"/>
              </w:rPr>
            </w:pPr>
            <w:r w:rsidRPr="00E062F1">
              <w:rPr>
                <w:lang w:eastAsia="fi-FI"/>
              </w:rPr>
              <w:t>configuration</w:t>
            </w:r>
          </w:p>
        </w:tc>
        <w:tc>
          <w:tcPr>
            <w:tcW w:w="3969" w:type="dxa"/>
            <w:tcMar>
              <w:top w:w="28" w:type="dxa"/>
              <w:left w:w="28" w:type="dxa"/>
              <w:bottom w:w="28" w:type="dxa"/>
              <w:right w:w="28" w:type="dxa"/>
            </w:tcMar>
          </w:tcPr>
          <w:p w14:paraId="72B939A7" w14:textId="77777777" w:rsidR="001F48EE" w:rsidRPr="00E062F1" w:rsidRDefault="001F48EE" w:rsidP="00F04DA3">
            <w:pPr>
              <w:pStyle w:val="TAH"/>
              <w:rPr>
                <w:lang w:eastAsia="fi-FI"/>
              </w:rPr>
            </w:pPr>
            <w:r w:rsidRPr="00E062F1">
              <w:rPr>
                <w:lang w:eastAsia="fi-FI"/>
              </w:rPr>
              <w:t>Uplink EN-DC</w:t>
            </w:r>
          </w:p>
          <w:p w14:paraId="46E5A684" w14:textId="77777777" w:rsidR="001F48EE" w:rsidRPr="00E062F1" w:rsidRDefault="001F48EE" w:rsidP="00F04DA3">
            <w:pPr>
              <w:pStyle w:val="TAH"/>
              <w:rPr>
                <w:lang w:eastAsia="fi-FI"/>
              </w:rPr>
            </w:pPr>
            <w:r w:rsidRPr="00E062F1">
              <w:rPr>
                <w:lang w:eastAsia="fi-FI"/>
              </w:rPr>
              <w:t>configuration</w:t>
            </w:r>
          </w:p>
          <w:p w14:paraId="7331F0B0" w14:textId="77777777" w:rsidR="001F48EE" w:rsidRPr="00E062F1" w:rsidDel="00C35823" w:rsidRDefault="001F48EE" w:rsidP="00F04DA3">
            <w:pPr>
              <w:pStyle w:val="TAH"/>
              <w:rPr>
                <w:lang w:eastAsia="fi-FI"/>
              </w:rPr>
            </w:pPr>
            <w:r w:rsidRPr="00E062F1">
              <w:rPr>
                <w:lang w:eastAsia="fi-FI"/>
              </w:rPr>
              <w:t>(NOTE 1)</w:t>
            </w:r>
          </w:p>
        </w:tc>
      </w:tr>
      <w:tr w:rsidR="001F48EE" w:rsidRPr="00E062F1" w:rsidDel="00C35823" w14:paraId="6DE3E379" w14:textId="77777777" w:rsidTr="00F04DA3">
        <w:trPr>
          <w:trHeight w:val="187"/>
          <w:tblHeader/>
          <w:jc w:val="center"/>
        </w:trPr>
        <w:tc>
          <w:tcPr>
            <w:tcW w:w="3969" w:type="dxa"/>
            <w:shd w:val="clear" w:color="auto" w:fill="auto"/>
            <w:tcMar>
              <w:top w:w="28" w:type="dxa"/>
              <w:left w:w="28" w:type="dxa"/>
              <w:bottom w:w="28" w:type="dxa"/>
              <w:right w:w="28" w:type="dxa"/>
            </w:tcMar>
          </w:tcPr>
          <w:p w14:paraId="30D4A91A" w14:textId="77777777" w:rsidR="001F48EE" w:rsidRPr="00E062F1" w:rsidRDefault="001F48EE" w:rsidP="00F04DA3">
            <w:pPr>
              <w:pStyle w:val="TAC"/>
            </w:pPr>
            <w:r w:rsidRPr="00E062F1">
              <w:rPr>
                <w:noProof/>
                <w:lang w:eastAsia="zh-CN"/>
              </w:rPr>
              <w:t>DC_1A-3A-5A-7A-7A_n78A-n257A</w:t>
            </w:r>
          </w:p>
          <w:p w14:paraId="696804BD" w14:textId="77777777" w:rsidR="001F48EE" w:rsidRPr="00E062F1" w:rsidRDefault="001F48EE" w:rsidP="00F04DA3">
            <w:pPr>
              <w:pStyle w:val="TAC"/>
            </w:pPr>
            <w:r w:rsidRPr="00E062F1">
              <w:rPr>
                <w:noProof/>
                <w:lang w:eastAsia="zh-CN"/>
              </w:rPr>
              <w:t>DC_1A-3A-5A-7A-7A_n78A-n257D</w:t>
            </w:r>
          </w:p>
          <w:p w14:paraId="568AACA3" w14:textId="77777777" w:rsidR="001F48EE" w:rsidRPr="00E062F1" w:rsidRDefault="001F48EE" w:rsidP="00F04DA3">
            <w:pPr>
              <w:pStyle w:val="TAC"/>
            </w:pPr>
            <w:r w:rsidRPr="00E062F1">
              <w:rPr>
                <w:noProof/>
                <w:lang w:eastAsia="zh-CN"/>
              </w:rPr>
              <w:t>DC_1A-3A-5A-7A-7A_n78A-n257E</w:t>
            </w:r>
          </w:p>
          <w:p w14:paraId="210DCB39" w14:textId="77777777" w:rsidR="001F48EE" w:rsidRPr="00E062F1" w:rsidRDefault="001F48EE" w:rsidP="00F04DA3">
            <w:pPr>
              <w:pStyle w:val="TAC"/>
            </w:pPr>
            <w:r w:rsidRPr="00E062F1">
              <w:rPr>
                <w:noProof/>
                <w:lang w:eastAsia="zh-CN"/>
              </w:rPr>
              <w:t>DC_1A-3A-5A-7A-7A_n78A-n257F</w:t>
            </w:r>
          </w:p>
          <w:p w14:paraId="293A13AA" w14:textId="77777777" w:rsidR="001F48EE" w:rsidRPr="00E062F1" w:rsidRDefault="001F48EE" w:rsidP="00F04DA3">
            <w:pPr>
              <w:pStyle w:val="TAC"/>
            </w:pPr>
            <w:r w:rsidRPr="00E062F1">
              <w:rPr>
                <w:noProof/>
                <w:lang w:eastAsia="zh-CN"/>
              </w:rPr>
              <w:t>DC_1A-3A-5A-7A-7A_n78A-n257G</w:t>
            </w:r>
          </w:p>
          <w:p w14:paraId="34111EF3" w14:textId="77777777" w:rsidR="001F48EE" w:rsidRPr="00E062F1" w:rsidRDefault="001F48EE" w:rsidP="00F04DA3">
            <w:pPr>
              <w:pStyle w:val="TAC"/>
            </w:pPr>
            <w:r w:rsidRPr="00E062F1">
              <w:rPr>
                <w:noProof/>
                <w:lang w:eastAsia="zh-CN"/>
              </w:rPr>
              <w:t>DC_1A-3A-5A-7A-7A_n78A-n257H</w:t>
            </w:r>
          </w:p>
          <w:p w14:paraId="0FDD20FA" w14:textId="77777777" w:rsidR="001F48EE" w:rsidRPr="00E062F1" w:rsidRDefault="001F48EE" w:rsidP="00F04DA3">
            <w:pPr>
              <w:pStyle w:val="TAC"/>
            </w:pPr>
            <w:r w:rsidRPr="00E062F1">
              <w:rPr>
                <w:noProof/>
                <w:lang w:eastAsia="zh-CN"/>
              </w:rPr>
              <w:t>DC_1A-3A-5A-7A-7A_n78A-n257I</w:t>
            </w:r>
          </w:p>
          <w:p w14:paraId="3146E259" w14:textId="77777777" w:rsidR="001F48EE" w:rsidRPr="00E062F1" w:rsidRDefault="001F48EE" w:rsidP="00F04DA3">
            <w:pPr>
              <w:pStyle w:val="TAC"/>
            </w:pPr>
            <w:r w:rsidRPr="00E062F1">
              <w:rPr>
                <w:noProof/>
                <w:lang w:eastAsia="zh-CN"/>
              </w:rPr>
              <w:t>DC_1A-3A-5A-7A-7A_n78A-n257J</w:t>
            </w:r>
          </w:p>
          <w:p w14:paraId="07664DC5" w14:textId="77777777" w:rsidR="001F48EE" w:rsidRPr="00E062F1" w:rsidRDefault="001F48EE" w:rsidP="00F04DA3">
            <w:pPr>
              <w:pStyle w:val="TAC"/>
            </w:pPr>
            <w:r w:rsidRPr="00E062F1">
              <w:rPr>
                <w:noProof/>
                <w:lang w:eastAsia="zh-CN"/>
              </w:rPr>
              <w:t>DC_1A-3A-5A-7A-7A_n78A-n257K</w:t>
            </w:r>
          </w:p>
          <w:p w14:paraId="7AC24572" w14:textId="77777777" w:rsidR="001F48EE" w:rsidRPr="00E062F1" w:rsidRDefault="001F48EE" w:rsidP="00F04DA3">
            <w:pPr>
              <w:pStyle w:val="TAC"/>
            </w:pPr>
            <w:r w:rsidRPr="00E062F1">
              <w:rPr>
                <w:noProof/>
                <w:lang w:eastAsia="zh-CN"/>
              </w:rPr>
              <w:t>DC_1A-3A-5A-7A-7A_n78A-n257L</w:t>
            </w:r>
          </w:p>
          <w:p w14:paraId="09EF202D" w14:textId="77777777" w:rsidR="001F48EE" w:rsidRPr="00E062F1" w:rsidRDefault="001F48EE" w:rsidP="00F04DA3">
            <w:pPr>
              <w:pStyle w:val="TAC"/>
              <w:rPr>
                <w:b/>
                <w:lang w:eastAsia="fi-FI"/>
              </w:rPr>
            </w:pPr>
            <w:r w:rsidRPr="00E062F1">
              <w:rPr>
                <w:noProof/>
                <w:lang w:eastAsia="zh-CN"/>
              </w:rPr>
              <w:t>DC_1A-3A-5A-7A-7A_n78A-n257M</w:t>
            </w:r>
          </w:p>
        </w:tc>
        <w:tc>
          <w:tcPr>
            <w:tcW w:w="3969" w:type="dxa"/>
            <w:tcMar>
              <w:top w:w="28" w:type="dxa"/>
              <w:left w:w="28" w:type="dxa"/>
              <w:bottom w:w="28" w:type="dxa"/>
              <w:right w:w="28" w:type="dxa"/>
            </w:tcMar>
          </w:tcPr>
          <w:p w14:paraId="35B21845" w14:textId="77777777" w:rsidR="001F48EE" w:rsidRPr="00E062F1" w:rsidRDefault="001F48EE" w:rsidP="00F04DA3">
            <w:pPr>
              <w:pStyle w:val="TAC"/>
              <w:rPr>
                <w:noProof/>
                <w:lang w:eastAsia="zh-CN"/>
              </w:rPr>
            </w:pPr>
            <w:r w:rsidRPr="00E062F1">
              <w:rPr>
                <w:noProof/>
                <w:lang w:eastAsia="zh-CN"/>
              </w:rPr>
              <w:t>DC_1A_n78A</w:t>
            </w:r>
          </w:p>
          <w:p w14:paraId="0C59D235" w14:textId="77777777" w:rsidR="001F48EE" w:rsidRPr="00E062F1" w:rsidRDefault="001F48EE" w:rsidP="00F04DA3">
            <w:pPr>
              <w:pStyle w:val="TAC"/>
              <w:rPr>
                <w:noProof/>
                <w:lang w:eastAsia="zh-CN"/>
              </w:rPr>
            </w:pPr>
            <w:r w:rsidRPr="00E062F1">
              <w:rPr>
                <w:noProof/>
                <w:lang w:eastAsia="zh-CN"/>
              </w:rPr>
              <w:t>DC_3A_n78A</w:t>
            </w:r>
          </w:p>
          <w:p w14:paraId="6CE1E523" w14:textId="77777777" w:rsidR="001F48EE" w:rsidRPr="00E062F1" w:rsidRDefault="001F48EE" w:rsidP="00F04DA3">
            <w:pPr>
              <w:pStyle w:val="TAC"/>
              <w:rPr>
                <w:noProof/>
                <w:lang w:eastAsia="zh-CN"/>
              </w:rPr>
            </w:pPr>
            <w:r w:rsidRPr="00E062F1">
              <w:rPr>
                <w:noProof/>
                <w:lang w:eastAsia="zh-CN"/>
              </w:rPr>
              <w:t>DC_5A_n78A</w:t>
            </w:r>
          </w:p>
          <w:p w14:paraId="31205E29" w14:textId="77777777" w:rsidR="001F48EE" w:rsidRPr="00E062F1" w:rsidRDefault="001F48EE" w:rsidP="00F04DA3">
            <w:pPr>
              <w:pStyle w:val="TAC"/>
              <w:rPr>
                <w:noProof/>
                <w:lang w:eastAsia="zh-CN"/>
              </w:rPr>
            </w:pPr>
            <w:r w:rsidRPr="00E062F1">
              <w:rPr>
                <w:noProof/>
                <w:lang w:eastAsia="zh-CN"/>
              </w:rPr>
              <w:t>DC_7A_n78A</w:t>
            </w:r>
          </w:p>
          <w:p w14:paraId="41C91AD8" w14:textId="77777777" w:rsidR="001F48EE" w:rsidRPr="00E062F1" w:rsidRDefault="001F48EE" w:rsidP="00F04DA3">
            <w:pPr>
              <w:pStyle w:val="TAC"/>
              <w:rPr>
                <w:noProof/>
                <w:lang w:eastAsia="zh-CN"/>
              </w:rPr>
            </w:pPr>
            <w:r w:rsidRPr="00E062F1">
              <w:rPr>
                <w:noProof/>
                <w:lang w:eastAsia="zh-CN"/>
              </w:rPr>
              <w:t>DC_1A_n257A</w:t>
            </w:r>
          </w:p>
          <w:p w14:paraId="5B17A30A" w14:textId="77777777" w:rsidR="001F48EE" w:rsidRPr="00E062F1" w:rsidRDefault="001F48EE" w:rsidP="00F04DA3">
            <w:pPr>
              <w:pStyle w:val="TAC"/>
              <w:rPr>
                <w:noProof/>
                <w:lang w:eastAsia="zh-CN"/>
              </w:rPr>
            </w:pPr>
            <w:r w:rsidRPr="00E062F1">
              <w:rPr>
                <w:noProof/>
                <w:lang w:eastAsia="zh-CN"/>
              </w:rPr>
              <w:t>DC_3A_n257A</w:t>
            </w:r>
          </w:p>
          <w:p w14:paraId="34D696EB" w14:textId="77777777" w:rsidR="001F48EE" w:rsidRPr="00E062F1" w:rsidRDefault="001F48EE" w:rsidP="00F04DA3">
            <w:pPr>
              <w:pStyle w:val="TAC"/>
              <w:rPr>
                <w:noProof/>
                <w:lang w:eastAsia="zh-CN"/>
              </w:rPr>
            </w:pPr>
            <w:r w:rsidRPr="00E062F1">
              <w:rPr>
                <w:noProof/>
                <w:lang w:eastAsia="zh-CN"/>
              </w:rPr>
              <w:t>DC_5A_n257A</w:t>
            </w:r>
          </w:p>
          <w:p w14:paraId="27687882" w14:textId="77777777" w:rsidR="001F48EE" w:rsidRPr="00E062F1" w:rsidRDefault="001F48EE" w:rsidP="00F04DA3">
            <w:pPr>
              <w:pStyle w:val="TAC"/>
              <w:rPr>
                <w:b/>
                <w:lang w:eastAsia="fi-FI"/>
              </w:rPr>
            </w:pPr>
            <w:r w:rsidRPr="00E062F1">
              <w:rPr>
                <w:noProof/>
                <w:lang w:eastAsia="zh-CN"/>
              </w:rPr>
              <w:t>DC_7A_n257A</w:t>
            </w:r>
          </w:p>
        </w:tc>
      </w:tr>
      <w:tr w:rsidR="001F48EE" w:rsidRPr="00E062F1" w:rsidDel="00C35823" w14:paraId="4009A54F" w14:textId="77777777" w:rsidTr="00F04DA3">
        <w:trPr>
          <w:trHeight w:val="187"/>
          <w:tblHeader/>
          <w:jc w:val="center"/>
        </w:trPr>
        <w:tc>
          <w:tcPr>
            <w:tcW w:w="3969" w:type="dxa"/>
            <w:shd w:val="clear" w:color="auto" w:fill="auto"/>
            <w:tcMar>
              <w:top w:w="28" w:type="dxa"/>
              <w:left w:w="28" w:type="dxa"/>
              <w:bottom w:w="28" w:type="dxa"/>
              <w:right w:w="28" w:type="dxa"/>
            </w:tcMar>
          </w:tcPr>
          <w:p w14:paraId="5A9A8766" w14:textId="77777777" w:rsidR="001F48EE" w:rsidRPr="00E062F1" w:rsidRDefault="001F48EE" w:rsidP="00F04DA3">
            <w:pPr>
              <w:pStyle w:val="TAC"/>
            </w:pPr>
            <w:r w:rsidRPr="00E062F1">
              <w:t>DC_1A-3A-5A-7A_n78A-n257A</w:t>
            </w:r>
          </w:p>
          <w:p w14:paraId="75494A5D" w14:textId="77777777" w:rsidR="001F48EE" w:rsidRPr="00E062F1" w:rsidRDefault="001F48EE" w:rsidP="00F04DA3">
            <w:pPr>
              <w:pStyle w:val="TAC"/>
            </w:pPr>
            <w:r w:rsidRPr="00E062F1">
              <w:rPr>
                <w:noProof/>
                <w:lang w:eastAsia="zh-CN"/>
              </w:rPr>
              <w:t>DC_1A-3A-5A-7A_n78A-n257D</w:t>
            </w:r>
          </w:p>
          <w:p w14:paraId="17B6CAB9" w14:textId="77777777" w:rsidR="001F48EE" w:rsidRPr="00E062F1" w:rsidRDefault="001F48EE" w:rsidP="00F04DA3">
            <w:pPr>
              <w:pStyle w:val="TAC"/>
            </w:pPr>
            <w:r w:rsidRPr="00E062F1">
              <w:rPr>
                <w:noProof/>
                <w:lang w:eastAsia="zh-CN"/>
              </w:rPr>
              <w:t>DC_1A-3A-5A-7A_n78A-n257E</w:t>
            </w:r>
          </w:p>
          <w:p w14:paraId="5A8BD546" w14:textId="77777777" w:rsidR="001F48EE" w:rsidRPr="00E062F1" w:rsidRDefault="001F48EE" w:rsidP="00F04DA3">
            <w:pPr>
              <w:pStyle w:val="TAC"/>
            </w:pPr>
            <w:r w:rsidRPr="00E062F1">
              <w:rPr>
                <w:noProof/>
                <w:lang w:eastAsia="zh-CN"/>
              </w:rPr>
              <w:t>DC_1A-3A-5A-7A_n78A-n257F</w:t>
            </w:r>
          </w:p>
          <w:p w14:paraId="4181D5DE" w14:textId="77777777" w:rsidR="001F48EE" w:rsidRPr="00E062F1" w:rsidRDefault="001F48EE" w:rsidP="00F04DA3">
            <w:pPr>
              <w:pStyle w:val="TAC"/>
            </w:pPr>
            <w:r w:rsidRPr="00E062F1">
              <w:rPr>
                <w:noProof/>
                <w:lang w:eastAsia="zh-CN"/>
              </w:rPr>
              <w:t>DC_1A-3A-5A-7A_n78A-n257G</w:t>
            </w:r>
          </w:p>
          <w:p w14:paraId="2CF66DA8" w14:textId="77777777" w:rsidR="001F48EE" w:rsidRPr="00E062F1" w:rsidRDefault="001F48EE" w:rsidP="00F04DA3">
            <w:pPr>
              <w:pStyle w:val="TAC"/>
            </w:pPr>
            <w:r w:rsidRPr="00E062F1">
              <w:rPr>
                <w:noProof/>
                <w:lang w:eastAsia="zh-CN"/>
              </w:rPr>
              <w:t>DC_1A-3A-5A-7A_n78A-n257H</w:t>
            </w:r>
          </w:p>
          <w:p w14:paraId="04D98EDE" w14:textId="77777777" w:rsidR="001F48EE" w:rsidRPr="00E062F1" w:rsidRDefault="001F48EE" w:rsidP="00F04DA3">
            <w:pPr>
              <w:pStyle w:val="TAC"/>
            </w:pPr>
            <w:r w:rsidRPr="00E062F1">
              <w:rPr>
                <w:noProof/>
                <w:lang w:eastAsia="zh-CN"/>
              </w:rPr>
              <w:t>DC_1A-3A-5A-7A_n78A-n257I</w:t>
            </w:r>
          </w:p>
          <w:p w14:paraId="294A7D0B" w14:textId="77777777" w:rsidR="001F48EE" w:rsidRPr="00E062F1" w:rsidRDefault="001F48EE" w:rsidP="00F04DA3">
            <w:pPr>
              <w:pStyle w:val="TAC"/>
            </w:pPr>
            <w:r w:rsidRPr="00E062F1">
              <w:rPr>
                <w:noProof/>
                <w:lang w:eastAsia="zh-CN"/>
              </w:rPr>
              <w:t>DC_1A-3A-5A-7A_n78A-n257J</w:t>
            </w:r>
          </w:p>
          <w:p w14:paraId="29ABD0C9" w14:textId="77777777" w:rsidR="001F48EE" w:rsidRPr="00E062F1" w:rsidRDefault="001F48EE" w:rsidP="00F04DA3">
            <w:pPr>
              <w:pStyle w:val="TAC"/>
            </w:pPr>
            <w:r w:rsidRPr="00E062F1">
              <w:rPr>
                <w:noProof/>
                <w:lang w:eastAsia="zh-CN"/>
              </w:rPr>
              <w:t>DC_1A-3A-5A-7A_n78A-n257K</w:t>
            </w:r>
          </w:p>
          <w:p w14:paraId="3F7574EE" w14:textId="77777777" w:rsidR="001F48EE" w:rsidRPr="00E062F1" w:rsidRDefault="001F48EE" w:rsidP="00F04DA3">
            <w:pPr>
              <w:pStyle w:val="TAC"/>
            </w:pPr>
            <w:r w:rsidRPr="00E062F1">
              <w:rPr>
                <w:noProof/>
                <w:lang w:eastAsia="zh-CN"/>
              </w:rPr>
              <w:t>DC_1A-3A-5A-7A_n78A-n257L</w:t>
            </w:r>
          </w:p>
          <w:p w14:paraId="181393FF" w14:textId="77777777" w:rsidR="001F48EE" w:rsidRPr="00E062F1" w:rsidRDefault="001F48EE" w:rsidP="00F04DA3">
            <w:pPr>
              <w:pStyle w:val="TAC"/>
              <w:rPr>
                <w:b/>
                <w:lang w:eastAsia="fi-FI"/>
              </w:rPr>
            </w:pPr>
            <w:r w:rsidRPr="00E062F1">
              <w:rPr>
                <w:noProof/>
                <w:lang w:eastAsia="zh-CN"/>
              </w:rPr>
              <w:t>DC_1A-3A-5A-7A_n78A-n257M</w:t>
            </w:r>
          </w:p>
        </w:tc>
        <w:tc>
          <w:tcPr>
            <w:tcW w:w="3969" w:type="dxa"/>
            <w:tcMar>
              <w:top w:w="28" w:type="dxa"/>
              <w:left w:w="28" w:type="dxa"/>
              <w:bottom w:w="28" w:type="dxa"/>
              <w:right w:w="28" w:type="dxa"/>
            </w:tcMar>
          </w:tcPr>
          <w:p w14:paraId="422166B1" w14:textId="77777777" w:rsidR="001F48EE" w:rsidRPr="00E062F1" w:rsidRDefault="001F48EE" w:rsidP="00F04DA3">
            <w:pPr>
              <w:pStyle w:val="TAC"/>
            </w:pPr>
            <w:r w:rsidRPr="00E062F1">
              <w:t>DC_1A_n78A</w:t>
            </w:r>
          </w:p>
          <w:p w14:paraId="166D71F7" w14:textId="77777777" w:rsidR="001F48EE" w:rsidRPr="00E062F1" w:rsidRDefault="001F48EE" w:rsidP="00F04DA3">
            <w:pPr>
              <w:pStyle w:val="TAC"/>
            </w:pPr>
            <w:r w:rsidRPr="00E062F1">
              <w:t>DC_1A_n257A</w:t>
            </w:r>
          </w:p>
          <w:p w14:paraId="7FB9C627" w14:textId="77777777" w:rsidR="001F48EE" w:rsidRPr="00E062F1" w:rsidRDefault="001F48EE" w:rsidP="00F04DA3">
            <w:pPr>
              <w:pStyle w:val="TAC"/>
            </w:pPr>
            <w:r w:rsidRPr="00E062F1">
              <w:t>DC_3A_n78A</w:t>
            </w:r>
          </w:p>
          <w:p w14:paraId="14F3B391" w14:textId="77777777" w:rsidR="001F48EE" w:rsidRPr="00E062F1" w:rsidRDefault="001F48EE" w:rsidP="00F04DA3">
            <w:pPr>
              <w:pStyle w:val="TAC"/>
            </w:pPr>
            <w:r w:rsidRPr="00E062F1">
              <w:t>DC_3A_n257A</w:t>
            </w:r>
          </w:p>
          <w:p w14:paraId="643C7CA4" w14:textId="77777777" w:rsidR="001F48EE" w:rsidRPr="00E062F1" w:rsidRDefault="001F48EE" w:rsidP="00F04DA3">
            <w:pPr>
              <w:pStyle w:val="TAC"/>
            </w:pPr>
            <w:r w:rsidRPr="00E062F1">
              <w:t>DC_5A_n78A</w:t>
            </w:r>
          </w:p>
          <w:p w14:paraId="7F869DE7" w14:textId="77777777" w:rsidR="001F48EE" w:rsidRPr="00E062F1" w:rsidRDefault="001F48EE" w:rsidP="00F04DA3">
            <w:pPr>
              <w:pStyle w:val="TAC"/>
            </w:pPr>
            <w:r w:rsidRPr="00E062F1">
              <w:t>DC_5A_n257A</w:t>
            </w:r>
          </w:p>
          <w:p w14:paraId="6A64B08F" w14:textId="77777777" w:rsidR="001F48EE" w:rsidRPr="00E062F1" w:rsidRDefault="001F48EE" w:rsidP="00F04DA3">
            <w:pPr>
              <w:pStyle w:val="TAC"/>
            </w:pPr>
            <w:r w:rsidRPr="00E062F1">
              <w:t>DC_7A_n78A</w:t>
            </w:r>
          </w:p>
          <w:p w14:paraId="33D651B7" w14:textId="77777777" w:rsidR="001F48EE" w:rsidRPr="00E062F1" w:rsidRDefault="001F48EE" w:rsidP="00F04DA3">
            <w:pPr>
              <w:pStyle w:val="TAC"/>
              <w:rPr>
                <w:b/>
                <w:lang w:eastAsia="fi-FI"/>
              </w:rPr>
            </w:pPr>
            <w:r w:rsidRPr="00E062F1">
              <w:t>DC_7A_n257A</w:t>
            </w:r>
          </w:p>
        </w:tc>
      </w:tr>
      <w:tr w:rsidR="001F48EE" w:rsidRPr="002665C4" w:rsidDel="00C35823" w14:paraId="67A90829" w14:textId="77777777" w:rsidTr="00F04DA3">
        <w:trPr>
          <w:trHeight w:val="187"/>
          <w:tblHeader/>
          <w:jc w:val="center"/>
        </w:trPr>
        <w:tc>
          <w:tcPr>
            <w:tcW w:w="3969" w:type="dxa"/>
            <w:shd w:val="clear" w:color="auto" w:fill="auto"/>
            <w:tcMar>
              <w:top w:w="28" w:type="dxa"/>
              <w:left w:w="28" w:type="dxa"/>
              <w:bottom w:w="28" w:type="dxa"/>
              <w:right w:w="28" w:type="dxa"/>
            </w:tcMar>
          </w:tcPr>
          <w:p w14:paraId="4D179AA5" w14:textId="77777777" w:rsidR="001F48EE" w:rsidRPr="00E062F1" w:rsidRDefault="001F48EE" w:rsidP="00F04DA3">
            <w:pPr>
              <w:pStyle w:val="TAC"/>
              <w:rPr>
                <w:rFonts w:eastAsia="Malgun Gothic"/>
                <w:lang w:eastAsia="ko-KR"/>
              </w:rPr>
            </w:pPr>
            <w:r w:rsidRPr="00E062F1">
              <w:rPr>
                <w:lang w:eastAsia="zh-CN"/>
              </w:rPr>
              <w:t>DC_1A-3A-18A-42A_n78A</w:t>
            </w:r>
            <w:r w:rsidRPr="00E062F1">
              <w:rPr>
                <w:lang w:eastAsia="ja-JP"/>
              </w:rPr>
              <w:t>-</w:t>
            </w:r>
            <w:r w:rsidRPr="00E062F1">
              <w:rPr>
                <w:lang w:eastAsia="zh-CN"/>
              </w:rPr>
              <w:t>n257</w:t>
            </w:r>
            <w:r w:rsidRPr="00E062F1">
              <w:rPr>
                <w:rFonts w:eastAsia="Malgun Gothic"/>
                <w:lang w:eastAsia="ko-KR"/>
              </w:rPr>
              <w:t>A</w:t>
            </w:r>
          </w:p>
          <w:p w14:paraId="1D9488B4" w14:textId="77777777" w:rsidR="001F48EE" w:rsidRPr="00E062F1" w:rsidRDefault="001F48EE" w:rsidP="00F04DA3">
            <w:pPr>
              <w:pStyle w:val="TAC"/>
              <w:rPr>
                <w:rFonts w:eastAsia="Malgun Gothic"/>
                <w:lang w:eastAsia="ko-KR"/>
              </w:rPr>
            </w:pPr>
            <w:r w:rsidRPr="00E062F1">
              <w:rPr>
                <w:lang w:eastAsia="zh-CN"/>
              </w:rPr>
              <w:t>DC_1A-3A-18A-42A_n78A</w:t>
            </w:r>
            <w:r w:rsidRPr="00E062F1">
              <w:rPr>
                <w:lang w:eastAsia="ja-JP"/>
              </w:rPr>
              <w:t>-</w:t>
            </w:r>
            <w:r w:rsidRPr="00E062F1">
              <w:rPr>
                <w:lang w:eastAsia="zh-CN"/>
              </w:rPr>
              <w:t>n257</w:t>
            </w:r>
            <w:r w:rsidRPr="00E062F1">
              <w:rPr>
                <w:rFonts w:eastAsia="Malgun Gothic"/>
                <w:lang w:eastAsia="ko-KR"/>
              </w:rPr>
              <w:t>G</w:t>
            </w:r>
          </w:p>
          <w:p w14:paraId="664D3648" w14:textId="77777777" w:rsidR="001F48EE" w:rsidRPr="00E062F1" w:rsidRDefault="001F48EE" w:rsidP="00F04DA3">
            <w:pPr>
              <w:pStyle w:val="TAC"/>
              <w:rPr>
                <w:rFonts w:eastAsia="Malgun Gothic"/>
                <w:lang w:eastAsia="ko-KR"/>
              </w:rPr>
            </w:pPr>
            <w:r w:rsidRPr="00E062F1">
              <w:rPr>
                <w:lang w:eastAsia="zh-CN"/>
              </w:rPr>
              <w:t>DC_1A-3A-18A-42A_n78A</w:t>
            </w:r>
            <w:r w:rsidRPr="00E062F1">
              <w:rPr>
                <w:lang w:eastAsia="ja-JP"/>
              </w:rPr>
              <w:t>-</w:t>
            </w:r>
            <w:r w:rsidRPr="00E062F1">
              <w:rPr>
                <w:lang w:eastAsia="zh-CN"/>
              </w:rPr>
              <w:t>n257</w:t>
            </w:r>
            <w:r w:rsidRPr="00E062F1">
              <w:rPr>
                <w:rFonts w:eastAsia="Malgun Gothic"/>
                <w:lang w:eastAsia="ko-KR"/>
              </w:rPr>
              <w:t>H</w:t>
            </w:r>
          </w:p>
          <w:p w14:paraId="3B2860A4" w14:textId="77777777" w:rsidR="001F48EE" w:rsidRPr="00E062F1" w:rsidRDefault="001F48EE" w:rsidP="00F04DA3">
            <w:pPr>
              <w:pStyle w:val="TAC"/>
              <w:rPr>
                <w:rFonts w:eastAsia="Malgun Gothic"/>
                <w:lang w:eastAsia="ko-KR"/>
              </w:rPr>
            </w:pPr>
            <w:r w:rsidRPr="00E062F1">
              <w:rPr>
                <w:lang w:eastAsia="zh-CN"/>
              </w:rPr>
              <w:t>DC_1A-3A-18A-42A_n78A</w:t>
            </w:r>
            <w:r w:rsidRPr="00E062F1">
              <w:rPr>
                <w:lang w:eastAsia="ja-JP"/>
              </w:rPr>
              <w:t>-</w:t>
            </w:r>
            <w:r w:rsidRPr="00E062F1">
              <w:rPr>
                <w:lang w:eastAsia="zh-CN"/>
              </w:rPr>
              <w:t>n257</w:t>
            </w:r>
            <w:r w:rsidRPr="00E062F1">
              <w:rPr>
                <w:rFonts w:eastAsia="Malgun Gothic"/>
                <w:lang w:eastAsia="ko-KR"/>
              </w:rPr>
              <w:t>I</w:t>
            </w:r>
          </w:p>
          <w:p w14:paraId="1710506B" w14:textId="77777777" w:rsidR="001F48EE" w:rsidRPr="00E062F1" w:rsidRDefault="001F48EE" w:rsidP="00F04DA3">
            <w:pPr>
              <w:pStyle w:val="TAC"/>
              <w:rPr>
                <w:rFonts w:eastAsia="Malgun Gothic"/>
                <w:lang w:eastAsia="ko-KR"/>
              </w:rPr>
            </w:pPr>
            <w:r w:rsidRPr="00E062F1">
              <w:rPr>
                <w:lang w:eastAsia="zh-CN"/>
              </w:rPr>
              <w:t>DC_1A-3A-18A-42C_n78A</w:t>
            </w:r>
            <w:r w:rsidRPr="00E062F1">
              <w:rPr>
                <w:lang w:eastAsia="ja-JP"/>
              </w:rPr>
              <w:t>-</w:t>
            </w:r>
            <w:r w:rsidRPr="00E062F1">
              <w:rPr>
                <w:lang w:eastAsia="zh-CN"/>
              </w:rPr>
              <w:t>n257</w:t>
            </w:r>
            <w:r w:rsidRPr="00E062F1">
              <w:rPr>
                <w:rFonts w:eastAsia="Malgun Gothic"/>
                <w:lang w:eastAsia="ko-KR"/>
              </w:rPr>
              <w:t>A</w:t>
            </w:r>
          </w:p>
          <w:p w14:paraId="67E9CE5E" w14:textId="77777777" w:rsidR="001F48EE" w:rsidRPr="00E062F1" w:rsidRDefault="001F48EE" w:rsidP="00F04DA3">
            <w:pPr>
              <w:pStyle w:val="TAC"/>
              <w:rPr>
                <w:rFonts w:eastAsia="Malgun Gothic"/>
                <w:lang w:eastAsia="ko-KR"/>
              </w:rPr>
            </w:pPr>
            <w:r w:rsidRPr="00E062F1">
              <w:rPr>
                <w:lang w:eastAsia="zh-CN"/>
              </w:rPr>
              <w:t>DC_1A-3A-18A-42C_n78A</w:t>
            </w:r>
            <w:r w:rsidRPr="00E062F1">
              <w:rPr>
                <w:lang w:eastAsia="ja-JP"/>
              </w:rPr>
              <w:t>-</w:t>
            </w:r>
            <w:r w:rsidRPr="00E062F1">
              <w:rPr>
                <w:lang w:eastAsia="zh-CN"/>
              </w:rPr>
              <w:t>n257</w:t>
            </w:r>
            <w:r w:rsidRPr="00E062F1">
              <w:rPr>
                <w:rFonts w:eastAsia="Malgun Gothic"/>
                <w:lang w:eastAsia="ko-KR"/>
              </w:rPr>
              <w:t>G</w:t>
            </w:r>
          </w:p>
          <w:p w14:paraId="0F9EE084" w14:textId="77777777" w:rsidR="001F48EE" w:rsidRPr="00E062F1" w:rsidRDefault="001F48EE" w:rsidP="00F04DA3">
            <w:pPr>
              <w:pStyle w:val="TAC"/>
              <w:rPr>
                <w:rFonts w:eastAsia="Malgun Gothic"/>
                <w:lang w:eastAsia="ko-KR"/>
              </w:rPr>
            </w:pPr>
            <w:r w:rsidRPr="00E062F1">
              <w:rPr>
                <w:lang w:eastAsia="zh-CN"/>
              </w:rPr>
              <w:t>DC_1A-3A-18A-42C_n78A</w:t>
            </w:r>
            <w:r w:rsidRPr="00E062F1">
              <w:rPr>
                <w:lang w:eastAsia="ja-JP"/>
              </w:rPr>
              <w:t>-</w:t>
            </w:r>
            <w:r w:rsidRPr="00E062F1">
              <w:rPr>
                <w:lang w:eastAsia="zh-CN"/>
              </w:rPr>
              <w:t>n257</w:t>
            </w:r>
            <w:r w:rsidRPr="00E062F1">
              <w:rPr>
                <w:rFonts w:eastAsia="Malgun Gothic"/>
                <w:lang w:eastAsia="ko-KR"/>
              </w:rPr>
              <w:t>H</w:t>
            </w:r>
          </w:p>
          <w:p w14:paraId="5D17DECD" w14:textId="77777777" w:rsidR="001F48EE" w:rsidRPr="00E062F1" w:rsidRDefault="001F48EE" w:rsidP="00F04DA3">
            <w:pPr>
              <w:pStyle w:val="TAC"/>
            </w:pPr>
            <w:r w:rsidRPr="00E062F1">
              <w:rPr>
                <w:lang w:eastAsia="zh-CN"/>
              </w:rPr>
              <w:t>DC_1A-3A-18A-42C_n78A</w:t>
            </w:r>
            <w:r w:rsidRPr="00E062F1">
              <w:rPr>
                <w:lang w:eastAsia="ja-JP"/>
              </w:rPr>
              <w:t>-</w:t>
            </w:r>
            <w:r w:rsidRPr="00E062F1">
              <w:rPr>
                <w:lang w:eastAsia="zh-CN"/>
              </w:rPr>
              <w:t>n257</w:t>
            </w:r>
            <w:r w:rsidRPr="00E062F1">
              <w:rPr>
                <w:rFonts w:eastAsia="Malgun Gothic"/>
                <w:lang w:eastAsia="ko-KR"/>
              </w:rPr>
              <w:t>I</w:t>
            </w:r>
          </w:p>
        </w:tc>
        <w:tc>
          <w:tcPr>
            <w:tcW w:w="3969" w:type="dxa"/>
            <w:tcMar>
              <w:top w:w="28" w:type="dxa"/>
              <w:left w:w="28" w:type="dxa"/>
              <w:bottom w:w="28" w:type="dxa"/>
              <w:right w:w="28" w:type="dxa"/>
            </w:tcMar>
          </w:tcPr>
          <w:p w14:paraId="77CB36CF" w14:textId="77777777" w:rsidR="001F48EE" w:rsidRPr="00E062F1" w:rsidRDefault="001F48EE" w:rsidP="00F04DA3">
            <w:pPr>
              <w:pStyle w:val="TAC"/>
              <w:rPr>
                <w:lang w:eastAsia="zh-CN"/>
              </w:rPr>
            </w:pPr>
            <w:r w:rsidRPr="00E062F1">
              <w:rPr>
                <w:lang w:eastAsia="zh-CN"/>
              </w:rPr>
              <w:t>DC_1A_n78A</w:t>
            </w:r>
          </w:p>
          <w:p w14:paraId="4A02A952" w14:textId="77777777" w:rsidR="001F48EE" w:rsidRPr="00E062F1" w:rsidRDefault="001F48EE" w:rsidP="00F04DA3">
            <w:pPr>
              <w:pStyle w:val="TAC"/>
              <w:rPr>
                <w:lang w:eastAsia="zh-CN"/>
              </w:rPr>
            </w:pPr>
            <w:r w:rsidRPr="00E062F1">
              <w:rPr>
                <w:lang w:eastAsia="zh-CN"/>
              </w:rPr>
              <w:t>DC_1A_n257A</w:t>
            </w:r>
          </w:p>
          <w:p w14:paraId="63268E05" w14:textId="77777777" w:rsidR="001F48EE" w:rsidRPr="00E062F1" w:rsidRDefault="001F48EE" w:rsidP="00F04DA3">
            <w:pPr>
              <w:pStyle w:val="TAC"/>
              <w:rPr>
                <w:lang w:eastAsia="zh-CN"/>
              </w:rPr>
            </w:pPr>
            <w:r w:rsidRPr="00E062F1">
              <w:rPr>
                <w:lang w:eastAsia="zh-CN"/>
              </w:rPr>
              <w:t>DC_1A_n257G</w:t>
            </w:r>
          </w:p>
          <w:p w14:paraId="592350D9" w14:textId="77777777" w:rsidR="001F48EE" w:rsidRPr="00E062F1" w:rsidRDefault="001F48EE" w:rsidP="00F04DA3">
            <w:pPr>
              <w:pStyle w:val="TAC"/>
              <w:rPr>
                <w:lang w:eastAsia="zh-CN"/>
              </w:rPr>
            </w:pPr>
            <w:r w:rsidRPr="00E062F1">
              <w:rPr>
                <w:lang w:eastAsia="zh-CN"/>
              </w:rPr>
              <w:t>DC_1A_n257H</w:t>
            </w:r>
          </w:p>
          <w:p w14:paraId="3AE1786A" w14:textId="77777777" w:rsidR="001F48EE" w:rsidRPr="00E062F1" w:rsidRDefault="001F48EE" w:rsidP="00F04DA3">
            <w:pPr>
              <w:pStyle w:val="TAC"/>
              <w:rPr>
                <w:lang w:eastAsia="zh-CN"/>
              </w:rPr>
            </w:pPr>
            <w:r w:rsidRPr="00E062F1">
              <w:rPr>
                <w:lang w:eastAsia="zh-CN"/>
              </w:rPr>
              <w:t>DC_1A_n257I</w:t>
            </w:r>
          </w:p>
          <w:p w14:paraId="76D53D57" w14:textId="77777777" w:rsidR="001F48EE" w:rsidRPr="00E062F1" w:rsidRDefault="001F48EE" w:rsidP="00F04DA3">
            <w:pPr>
              <w:pStyle w:val="TAC"/>
              <w:rPr>
                <w:lang w:eastAsia="zh-CN"/>
              </w:rPr>
            </w:pPr>
            <w:r w:rsidRPr="00E062F1">
              <w:rPr>
                <w:lang w:eastAsia="zh-CN"/>
              </w:rPr>
              <w:t>DC_3A_n78A</w:t>
            </w:r>
          </w:p>
          <w:p w14:paraId="6D9F33B4" w14:textId="77777777" w:rsidR="001F48EE" w:rsidRPr="00E062F1" w:rsidRDefault="001F48EE" w:rsidP="00F04DA3">
            <w:pPr>
              <w:pStyle w:val="TAC"/>
              <w:rPr>
                <w:lang w:eastAsia="zh-CN"/>
              </w:rPr>
            </w:pPr>
            <w:r w:rsidRPr="00E062F1">
              <w:rPr>
                <w:lang w:eastAsia="zh-CN"/>
              </w:rPr>
              <w:t>DC_3A_n257A</w:t>
            </w:r>
          </w:p>
          <w:p w14:paraId="0F8F7F66" w14:textId="77777777" w:rsidR="001F48EE" w:rsidRPr="00E062F1" w:rsidRDefault="001F48EE" w:rsidP="00F04DA3">
            <w:pPr>
              <w:pStyle w:val="TAC"/>
              <w:rPr>
                <w:lang w:eastAsia="zh-CN"/>
              </w:rPr>
            </w:pPr>
            <w:r w:rsidRPr="00E062F1">
              <w:rPr>
                <w:lang w:eastAsia="zh-CN"/>
              </w:rPr>
              <w:t>DC_3A_n257G</w:t>
            </w:r>
          </w:p>
          <w:p w14:paraId="0F171B0A" w14:textId="77777777" w:rsidR="001F48EE" w:rsidRPr="00E062F1" w:rsidRDefault="001F48EE" w:rsidP="00F04DA3">
            <w:pPr>
              <w:pStyle w:val="TAC"/>
              <w:rPr>
                <w:lang w:eastAsia="zh-CN"/>
              </w:rPr>
            </w:pPr>
            <w:r w:rsidRPr="00E062F1">
              <w:rPr>
                <w:lang w:eastAsia="zh-CN"/>
              </w:rPr>
              <w:t>DC_3A_n257H</w:t>
            </w:r>
          </w:p>
          <w:p w14:paraId="0474FDD7" w14:textId="77777777" w:rsidR="001F48EE" w:rsidRPr="00E062F1" w:rsidRDefault="001F48EE" w:rsidP="00F04DA3">
            <w:pPr>
              <w:pStyle w:val="TAC"/>
              <w:rPr>
                <w:lang w:eastAsia="zh-CN"/>
              </w:rPr>
            </w:pPr>
            <w:r w:rsidRPr="00E062F1">
              <w:rPr>
                <w:lang w:eastAsia="zh-CN"/>
              </w:rPr>
              <w:t>DC_3A_n257I</w:t>
            </w:r>
          </w:p>
          <w:p w14:paraId="173AE538" w14:textId="77777777" w:rsidR="001F48EE" w:rsidRPr="00E062F1" w:rsidRDefault="001F48EE" w:rsidP="00F04DA3">
            <w:pPr>
              <w:pStyle w:val="TAC"/>
              <w:rPr>
                <w:lang w:eastAsia="zh-CN"/>
              </w:rPr>
            </w:pPr>
            <w:r w:rsidRPr="00E062F1">
              <w:rPr>
                <w:lang w:eastAsia="zh-CN"/>
              </w:rPr>
              <w:t>DC_18A_n78A</w:t>
            </w:r>
          </w:p>
          <w:p w14:paraId="49784D17" w14:textId="77777777" w:rsidR="001F48EE" w:rsidRPr="00E062F1" w:rsidRDefault="001F48EE" w:rsidP="00F04DA3">
            <w:pPr>
              <w:pStyle w:val="TAC"/>
              <w:rPr>
                <w:lang w:eastAsia="zh-CN"/>
              </w:rPr>
            </w:pPr>
            <w:r w:rsidRPr="00E062F1">
              <w:rPr>
                <w:lang w:eastAsia="zh-CN"/>
              </w:rPr>
              <w:t>DC_18A_n257A</w:t>
            </w:r>
          </w:p>
          <w:p w14:paraId="27324A97" w14:textId="77777777" w:rsidR="001F48EE" w:rsidRPr="00E062F1" w:rsidRDefault="001F48EE" w:rsidP="00F04DA3">
            <w:pPr>
              <w:pStyle w:val="TAC"/>
              <w:rPr>
                <w:lang w:eastAsia="zh-CN"/>
              </w:rPr>
            </w:pPr>
            <w:r w:rsidRPr="00E062F1">
              <w:rPr>
                <w:lang w:eastAsia="zh-CN"/>
              </w:rPr>
              <w:t>DC_18A_n257G</w:t>
            </w:r>
          </w:p>
          <w:p w14:paraId="4F645786" w14:textId="77777777" w:rsidR="001F48EE" w:rsidRPr="00E062F1" w:rsidRDefault="001F48EE" w:rsidP="00F04DA3">
            <w:pPr>
              <w:pStyle w:val="TAC"/>
              <w:rPr>
                <w:lang w:eastAsia="zh-CN"/>
              </w:rPr>
            </w:pPr>
            <w:r w:rsidRPr="00E062F1">
              <w:rPr>
                <w:lang w:eastAsia="zh-CN"/>
              </w:rPr>
              <w:t>DC_18A_n257H</w:t>
            </w:r>
          </w:p>
          <w:p w14:paraId="577E9342" w14:textId="338D9DB4" w:rsidR="001F48EE" w:rsidRPr="00E062F1" w:rsidRDefault="001F48EE" w:rsidP="00F04DA3">
            <w:pPr>
              <w:pStyle w:val="TAC"/>
              <w:rPr>
                <w:lang w:eastAsia="zh-CN"/>
              </w:rPr>
            </w:pPr>
            <w:r w:rsidRPr="00E062F1">
              <w:rPr>
                <w:lang w:eastAsia="zh-CN"/>
              </w:rPr>
              <w:t>DC_18A_n257I</w:t>
            </w:r>
          </w:p>
          <w:p w14:paraId="2DE4342D" w14:textId="77777777" w:rsidR="001F48EE" w:rsidRPr="00E062F1" w:rsidRDefault="001F48EE" w:rsidP="00F04DA3">
            <w:pPr>
              <w:pStyle w:val="TAC"/>
              <w:rPr>
                <w:lang w:eastAsia="zh-CN"/>
              </w:rPr>
            </w:pPr>
            <w:r w:rsidRPr="00E062F1">
              <w:rPr>
                <w:lang w:eastAsia="zh-CN"/>
              </w:rPr>
              <w:t>DC_42A_n257A</w:t>
            </w:r>
          </w:p>
          <w:p w14:paraId="26B27D16" w14:textId="77777777" w:rsidR="001F48EE" w:rsidRPr="00E062F1" w:rsidRDefault="001F48EE" w:rsidP="00F04DA3">
            <w:pPr>
              <w:pStyle w:val="TAC"/>
              <w:rPr>
                <w:lang w:eastAsia="zh-CN"/>
              </w:rPr>
            </w:pPr>
            <w:r w:rsidRPr="00E062F1">
              <w:rPr>
                <w:lang w:eastAsia="zh-CN"/>
              </w:rPr>
              <w:t>DC_42A_n257G</w:t>
            </w:r>
          </w:p>
          <w:p w14:paraId="28758D8F" w14:textId="77777777" w:rsidR="001F48EE" w:rsidRPr="00E062F1" w:rsidRDefault="001F48EE" w:rsidP="00F04DA3">
            <w:pPr>
              <w:pStyle w:val="TAC"/>
              <w:rPr>
                <w:lang w:eastAsia="zh-CN"/>
              </w:rPr>
            </w:pPr>
            <w:r w:rsidRPr="00E062F1">
              <w:rPr>
                <w:lang w:eastAsia="zh-CN"/>
              </w:rPr>
              <w:t>DC_42A_n257H</w:t>
            </w:r>
          </w:p>
          <w:p w14:paraId="40C47540" w14:textId="77777777" w:rsidR="001F48EE" w:rsidRPr="00E062F1" w:rsidRDefault="001F48EE" w:rsidP="00F04DA3">
            <w:pPr>
              <w:pStyle w:val="TAC"/>
              <w:rPr>
                <w:lang w:eastAsia="zh-CN"/>
              </w:rPr>
            </w:pPr>
            <w:r w:rsidRPr="00E062F1">
              <w:rPr>
                <w:lang w:eastAsia="zh-CN"/>
              </w:rPr>
              <w:t>DC_42A_n257I</w:t>
            </w:r>
          </w:p>
          <w:p w14:paraId="4BD2EAF8" w14:textId="77777777" w:rsidR="001F48EE" w:rsidRPr="00E062F1" w:rsidRDefault="001F48EE" w:rsidP="00F04DA3">
            <w:pPr>
              <w:pStyle w:val="TAC"/>
              <w:rPr>
                <w:lang w:eastAsia="zh-CN"/>
              </w:rPr>
            </w:pPr>
            <w:r w:rsidRPr="00E062F1">
              <w:rPr>
                <w:lang w:eastAsia="zh-CN"/>
              </w:rPr>
              <w:t>DC_42C_n257A</w:t>
            </w:r>
          </w:p>
          <w:p w14:paraId="758D1A4F" w14:textId="77777777" w:rsidR="001F48EE" w:rsidRPr="00E062F1" w:rsidRDefault="001F48EE" w:rsidP="00F04DA3">
            <w:pPr>
              <w:pStyle w:val="TAC"/>
              <w:rPr>
                <w:lang w:eastAsia="zh-CN"/>
              </w:rPr>
            </w:pPr>
            <w:r w:rsidRPr="00E062F1">
              <w:rPr>
                <w:lang w:eastAsia="zh-CN"/>
              </w:rPr>
              <w:t>DC_42C_n257G</w:t>
            </w:r>
          </w:p>
          <w:p w14:paraId="41375052" w14:textId="77777777" w:rsidR="001F48EE" w:rsidRPr="00AA54EC" w:rsidRDefault="001F48EE" w:rsidP="00F04DA3">
            <w:pPr>
              <w:pStyle w:val="TAC"/>
              <w:rPr>
                <w:lang w:val="sv-FI" w:eastAsia="zh-CN"/>
              </w:rPr>
            </w:pPr>
            <w:r w:rsidRPr="00AA54EC">
              <w:rPr>
                <w:lang w:val="sv-FI" w:eastAsia="zh-CN"/>
              </w:rPr>
              <w:t>DC_42C_n257H</w:t>
            </w:r>
          </w:p>
          <w:p w14:paraId="02112AF1" w14:textId="77777777" w:rsidR="001F48EE" w:rsidRPr="00AA54EC" w:rsidRDefault="001F48EE" w:rsidP="00F04DA3">
            <w:pPr>
              <w:pStyle w:val="TAC"/>
              <w:rPr>
                <w:lang w:val="sv-FI"/>
              </w:rPr>
            </w:pPr>
            <w:r w:rsidRPr="00AA54EC">
              <w:rPr>
                <w:lang w:val="sv-FI" w:eastAsia="zh-CN"/>
              </w:rPr>
              <w:t>DC_42C_n257I</w:t>
            </w:r>
          </w:p>
        </w:tc>
      </w:tr>
      <w:tr w:rsidR="001F48EE" w:rsidRPr="002665C4" w:rsidDel="00C35823" w14:paraId="158A61E7" w14:textId="77777777" w:rsidTr="00F04DA3">
        <w:trPr>
          <w:trHeight w:val="187"/>
          <w:tblHeader/>
          <w:jc w:val="center"/>
        </w:trPr>
        <w:tc>
          <w:tcPr>
            <w:tcW w:w="3969" w:type="dxa"/>
            <w:shd w:val="clear" w:color="auto" w:fill="auto"/>
            <w:tcMar>
              <w:top w:w="28" w:type="dxa"/>
              <w:left w:w="28" w:type="dxa"/>
              <w:bottom w:w="28" w:type="dxa"/>
              <w:right w:w="28" w:type="dxa"/>
            </w:tcMar>
          </w:tcPr>
          <w:p w14:paraId="5AAAF7F8" w14:textId="77777777" w:rsidR="001F48EE" w:rsidRPr="00E062F1" w:rsidRDefault="001F48EE" w:rsidP="00F04DA3">
            <w:pPr>
              <w:pStyle w:val="TAC"/>
              <w:rPr>
                <w:rFonts w:eastAsia="Malgun Gothic"/>
                <w:lang w:eastAsia="ko-KR"/>
              </w:rPr>
            </w:pPr>
            <w:r w:rsidRPr="00E062F1">
              <w:rPr>
                <w:lang w:eastAsia="zh-CN"/>
              </w:rPr>
              <w:lastRenderedPageBreak/>
              <w:t>DC_1A-3A-28A-42A_n78A</w:t>
            </w:r>
            <w:r w:rsidRPr="00E062F1">
              <w:rPr>
                <w:lang w:eastAsia="ja-JP"/>
              </w:rPr>
              <w:t>-</w:t>
            </w:r>
            <w:r w:rsidRPr="00E062F1">
              <w:rPr>
                <w:lang w:eastAsia="zh-CN"/>
              </w:rPr>
              <w:t>n257</w:t>
            </w:r>
            <w:r w:rsidRPr="00E062F1">
              <w:rPr>
                <w:rFonts w:eastAsia="Malgun Gothic"/>
                <w:lang w:eastAsia="ko-KR"/>
              </w:rPr>
              <w:t>A</w:t>
            </w:r>
          </w:p>
          <w:p w14:paraId="6BF7C539" w14:textId="77777777" w:rsidR="001F48EE" w:rsidRPr="00E062F1" w:rsidRDefault="001F48EE" w:rsidP="00F04DA3">
            <w:pPr>
              <w:pStyle w:val="TAC"/>
              <w:rPr>
                <w:rFonts w:eastAsia="Malgun Gothic"/>
                <w:lang w:eastAsia="ko-KR"/>
              </w:rPr>
            </w:pPr>
            <w:r w:rsidRPr="00E062F1">
              <w:rPr>
                <w:lang w:eastAsia="zh-CN"/>
              </w:rPr>
              <w:t>DC_1A-3A-28A-42A_n78A</w:t>
            </w:r>
            <w:r w:rsidRPr="00E062F1">
              <w:rPr>
                <w:lang w:eastAsia="ja-JP"/>
              </w:rPr>
              <w:t>-</w:t>
            </w:r>
            <w:r w:rsidRPr="00E062F1">
              <w:rPr>
                <w:lang w:eastAsia="zh-CN"/>
              </w:rPr>
              <w:t>n257</w:t>
            </w:r>
            <w:r w:rsidRPr="00E062F1">
              <w:rPr>
                <w:rFonts w:eastAsia="Malgun Gothic"/>
                <w:lang w:eastAsia="ko-KR"/>
              </w:rPr>
              <w:t>G</w:t>
            </w:r>
          </w:p>
          <w:p w14:paraId="1B561DA3" w14:textId="77777777" w:rsidR="001F48EE" w:rsidRPr="00E062F1" w:rsidRDefault="001F48EE" w:rsidP="00F04DA3">
            <w:pPr>
              <w:pStyle w:val="TAC"/>
              <w:rPr>
                <w:rFonts w:eastAsia="Malgun Gothic"/>
                <w:lang w:eastAsia="ko-KR"/>
              </w:rPr>
            </w:pPr>
            <w:r w:rsidRPr="00E062F1">
              <w:rPr>
                <w:lang w:eastAsia="zh-CN"/>
              </w:rPr>
              <w:t>DC_1A-3A-28A-42A_n78A</w:t>
            </w:r>
            <w:r w:rsidRPr="00E062F1">
              <w:rPr>
                <w:lang w:eastAsia="ja-JP"/>
              </w:rPr>
              <w:t>-</w:t>
            </w:r>
            <w:r w:rsidRPr="00E062F1">
              <w:rPr>
                <w:lang w:eastAsia="zh-CN"/>
              </w:rPr>
              <w:t>n257</w:t>
            </w:r>
            <w:r w:rsidRPr="00E062F1">
              <w:rPr>
                <w:rFonts w:eastAsia="Malgun Gothic"/>
                <w:lang w:eastAsia="ko-KR"/>
              </w:rPr>
              <w:t>H</w:t>
            </w:r>
          </w:p>
          <w:p w14:paraId="51BBA87E" w14:textId="77777777" w:rsidR="001F48EE" w:rsidRPr="00E062F1" w:rsidRDefault="001F48EE" w:rsidP="00F04DA3">
            <w:pPr>
              <w:pStyle w:val="TAC"/>
              <w:rPr>
                <w:rFonts w:eastAsia="Malgun Gothic"/>
                <w:lang w:eastAsia="ko-KR"/>
              </w:rPr>
            </w:pPr>
            <w:r w:rsidRPr="00E062F1">
              <w:rPr>
                <w:lang w:eastAsia="zh-CN"/>
              </w:rPr>
              <w:t>DC_1A-3A-28A-42A_n78A</w:t>
            </w:r>
            <w:r w:rsidRPr="00E062F1">
              <w:rPr>
                <w:lang w:eastAsia="ja-JP"/>
              </w:rPr>
              <w:t>-</w:t>
            </w:r>
            <w:r w:rsidRPr="00E062F1">
              <w:rPr>
                <w:lang w:eastAsia="zh-CN"/>
              </w:rPr>
              <w:t>n257</w:t>
            </w:r>
            <w:r w:rsidRPr="00E062F1">
              <w:rPr>
                <w:rFonts w:eastAsia="Malgun Gothic"/>
                <w:lang w:eastAsia="ko-KR"/>
              </w:rPr>
              <w:t>I</w:t>
            </w:r>
          </w:p>
          <w:p w14:paraId="273BBF0B" w14:textId="77777777" w:rsidR="001F48EE" w:rsidRPr="00E062F1" w:rsidRDefault="001F48EE" w:rsidP="00F04DA3">
            <w:pPr>
              <w:pStyle w:val="TAC"/>
              <w:rPr>
                <w:rFonts w:eastAsia="Malgun Gothic"/>
                <w:lang w:eastAsia="ko-KR"/>
              </w:rPr>
            </w:pPr>
            <w:r w:rsidRPr="00E062F1">
              <w:rPr>
                <w:lang w:eastAsia="zh-CN"/>
              </w:rPr>
              <w:t>DC_1A-3A-28A-42C_n78A</w:t>
            </w:r>
            <w:r w:rsidRPr="00E062F1">
              <w:rPr>
                <w:lang w:eastAsia="ja-JP"/>
              </w:rPr>
              <w:t>-</w:t>
            </w:r>
            <w:r w:rsidRPr="00E062F1">
              <w:rPr>
                <w:lang w:eastAsia="zh-CN"/>
              </w:rPr>
              <w:t>n257</w:t>
            </w:r>
            <w:r w:rsidRPr="00E062F1">
              <w:rPr>
                <w:rFonts w:eastAsia="Malgun Gothic"/>
                <w:lang w:eastAsia="ko-KR"/>
              </w:rPr>
              <w:t>A</w:t>
            </w:r>
          </w:p>
          <w:p w14:paraId="3A1CD799" w14:textId="77777777" w:rsidR="001F48EE" w:rsidRPr="00E062F1" w:rsidRDefault="001F48EE" w:rsidP="00F04DA3">
            <w:pPr>
              <w:pStyle w:val="TAC"/>
              <w:rPr>
                <w:rFonts w:eastAsia="Malgun Gothic"/>
                <w:lang w:eastAsia="ko-KR"/>
              </w:rPr>
            </w:pPr>
            <w:r w:rsidRPr="00E062F1">
              <w:rPr>
                <w:lang w:eastAsia="zh-CN"/>
              </w:rPr>
              <w:t>DC_1A-3A-28A-42C_n78A</w:t>
            </w:r>
            <w:r w:rsidRPr="00E062F1">
              <w:rPr>
                <w:lang w:eastAsia="ja-JP"/>
              </w:rPr>
              <w:t>-</w:t>
            </w:r>
            <w:r w:rsidRPr="00E062F1">
              <w:rPr>
                <w:lang w:eastAsia="zh-CN"/>
              </w:rPr>
              <w:t>n257</w:t>
            </w:r>
            <w:r w:rsidRPr="00E062F1">
              <w:rPr>
                <w:rFonts w:eastAsia="Malgun Gothic"/>
                <w:lang w:eastAsia="ko-KR"/>
              </w:rPr>
              <w:t>G</w:t>
            </w:r>
          </w:p>
          <w:p w14:paraId="7F87D0CF" w14:textId="77777777" w:rsidR="001F48EE" w:rsidRPr="00E062F1" w:rsidRDefault="001F48EE" w:rsidP="00F04DA3">
            <w:pPr>
              <w:pStyle w:val="TAC"/>
              <w:rPr>
                <w:rFonts w:eastAsia="Malgun Gothic"/>
                <w:lang w:eastAsia="ko-KR"/>
              </w:rPr>
            </w:pPr>
            <w:r w:rsidRPr="00E062F1">
              <w:rPr>
                <w:lang w:eastAsia="zh-CN"/>
              </w:rPr>
              <w:t>DC_1A-3A-28A-42C_n78A</w:t>
            </w:r>
            <w:r w:rsidRPr="00E062F1">
              <w:rPr>
                <w:lang w:eastAsia="ja-JP"/>
              </w:rPr>
              <w:t>-</w:t>
            </w:r>
            <w:r w:rsidRPr="00E062F1">
              <w:rPr>
                <w:lang w:eastAsia="zh-CN"/>
              </w:rPr>
              <w:t>n257</w:t>
            </w:r>
            <w:r w:rsidRPr="00E062F1">
              <w:rPr>
                <w:rFonts w:eastAsia="Malgun Gothic"/>
                <w:lang w:eastAsia="ko-KR"/>
              </w:rPr>
              <w:t>H</w:t>
            </w:r>
          </w:p>
          <w:p w14:paraId="1862994D" w14:textId="77777777" w:rsidR="001F48EE" w:rsidRPr="00E062F1" w:rsidRDefault="001F48EE" w:rsidP="00F04DA3">
            <w:pPr>
              <w:pStyle w:val="TAC"/>
            </w:pPr>
            <w:r w:rsidRPr="00E062F1">
              <w:rPr>
                <w:lang w:eastAsia="zh-CN"/>
              </w:rPr>
              <w:t>DC_1A-3A-28A-42C_n78A</w:t>
            </w:r>
            <w:r w:rsidRPr="00E062F1">
              <w:rPr>
                <w:lang w:eastAsia="ja-JP"/>
              </w:rPr>
              <w:t>-</w:t>
            </w:r>
            <w:r w:rsidRPr="00E062F1">
              <w:rPr>
                <w:lang w:eastAsia="zh-CN"/>
              </w:rPr>
              <w:t>n257</w:t>
            </w:r>
            <w:r w:rsidRPr="00E062F1">
              <w:rPr>
                <w:rFonts w:eastAsia="Malgun Gothic"/>
                <w:lang w:eastAsia="ko-KR"/>
              </w:rPr>
              <w:t>I</w:t>
            </w:r>
          </w:p>
        </w:tc>
        <w:tc>
          <w:tcPr>
            <w:tcW w:w="3969" w:type="dxa"/>
            <w:tcMar>
              <w:top w:w="28" w:type="dxa"/>
              <w:left w:w="28" w:type="dxa"/>
              <w:bottom w:w="28" w:type="dxa"/>
              <w:right w:w="28" w:type="dxa"/>
            </w:tcMar>
          </w:tcPr>
          <w:p w14:paraId="199FDB71" w14:textId="77777777" w:rsidR="001F48EE" w:rsidRPr="00E062F1" w:rsidRDefault="001F48EE" w:rsidP="00F04DA3">
            <w:pPr>
              <w:pStyle w:val="TAC"/>
              <w:rPr>
                <w:lang w:eastAsia="zh-CN"/>
              </w:rPr>
            </w:pPr>
            <w:r w:rsidRPr="00E062F1">
              <w:rPr>
                <w:lang w:eastAsia="zh-CN"/>
              </w:rPr>
              <w:t>DC_1A_n78A</w:t>
            </w:r>
          </w:p>
          <w:p w14:paraId="24B247EF" w14:textId="77777777" w:rsidR="001F48EE" w:rsidRPr="00E062F1" w:rsidRDefault="001F48EE" w:rsidP="00F04DA3">
            <w:pPr>
              <w:pStyle w:val="TAC"/>
              <w:rPr>
                <w:lang w:eastAsia="zh-CN"/>
              </w:rPr>
            </w:pPr>
            <w:r w:rsidRPr="00E062F1">
              <w:rPr>
                <w:lang w:eastAsia="zh-CN"/>
              </w:rPr>
              <w:t>DC_1A_n257A</w:t>
            </w:r>
          </w:p>
          <w:p w14:paraId="667E530B" w14:textId="77777777" w:rsidR="001F48EE" w:rsidRPr="00E062F1" w:rsidRDefault="001F48EE" w:rsidP="00F04DA3">
            <w:pPr>
              <w:pStyle w:val="TAC"/>
              <w:rPr>
                <w:lang w:eastAsia="zh-CN"/>
              </w:rPr>
            </w:pPr>
            <w:r w:rsidRPr="00E062F1">
              <w:rPr>
                <w:lang w:eastAsia="zh-CN"/>
              </w:rPr>
              <w:t>DC_1A_n257G</w:t>
            </w:r>
          </w:p>
          <w:p w14:paraId="1744C82E" w14:textId="77777777" w:rsidR="001F48EE" w:rsidRPr="00E062F1" w:rsidRDefault="001F48EE" w:rsidP="00F04DA3">
            <w:pPr>
              <w:pStyle w:val="TAC"/>
              <w:rPr>
                <w:lang w:eastAsia="zh-CN"/>
              </w:rPr>
            </w:pPr>
            <w:r w:rsidRPr="00E062F1">
              <w:rPr>
                <w:lang w:eastAsia="zh-CN"/>
              </w:rPr>
              <w:t>DC_1A_n257H</w:t>
            </w:r>
          </w:p>
          <w:p w14:paraId="44C057DD" w14:textId="77777777" w:rsidR="001F48EE" w:rsidRPr="00E062F1" w:rsidRDefault="001F48EE" w:rsidP="00F04DA3">
            <w:pPr>
              <w:pStyle w:val="TAC"/>
              <w:rPr>
                <w:lang w:eastAsia="zh-CN"/>
              </w:rPr>
            </w:pPr>
            <w:r w:rsidRPr="00E062F1">
              <w:rPr>
                <w:lang w:eastAsia="zh-CN"/>
              </w:rPr>
              <w:t>DC_1A_n257I</w:t>
            </w:r>
          </w:p>
          <w:p w14:paraId="21F79A3F" w14:textId="77777777" w:rsidR="001F48EE" w:rsidRPr="00E062F1" w:rsidRDefault="001F48EE" w:rsidP="00F04DA3">
            <w:pPr>
              <w:pStyle w:val="TAC"/>
              <w:rPr>
                <w:lang w:eastAsia="zh-CN"/>
              </w:rPr>
            </w:pPr>
            <w:r w:rsidRPr="00E062F1">
              <w:rPr>
                <w:lang w:eastAsia="zh-CN"/>
              </w:rPr>
              <w:t>DC_3A_n78A</w:t>
            </w:r>
          </w:p>
          <w:p w14:paraId="32E51803" w14:textId="77777777" w:rsidR="001F48EE" w:rsidRPr="00E062F1" w:rsidRDefault="001F48EE" w:rsidP="00F04DA3">
            <w:pPr>
              <w:pStyle w:val="TAC"/>
              <w:rPr>
                <w:lang w:eastAsia="zh-CN"/>
              </w:rPr>
            </w:pPr>
            <w:r w:rsidRPr="00E062F1">
              <w:rPr>
                <w:lang w:eastAsia="zh-CN"/>
              </w:rPr>
              <w:t>DC_3A_n257A</w:t>
            </w:r>
          </w:p>
          <w:p w14:paraId="19D6FC9D" w14:textId="77777777" w:rsidR="001F48EE" w:rsidRPr="00E062F1" w:rsidRDefault="001F48EE" w:rsidP="00F04DA3">
            <w:pPr>
              <w:pStyle w:val="TAC"/>
              <w:rPr>
                <w:lang w:eastAsia="zh-CN"/>
              </w:rPr>
            </w:pPr>
            <w:r w:rsidRPr="00E062F1">
              <w:rPr>
                <w:lang w:eastAsia="zh-CN"/>
              </w:rPr>
              <w:t>DC_3A_n257G</w:t>
            </w:r>
          </w:p>
          <w:p w14:paraId="67A5DE7C" w14:textId="77777777" w:rsidR="001F48EE" w:rsidRPr="00E062F1" w:rsidRDefault="001F48EE" w:rsidP="00F04DA3">
            <w:pPr>
              <w:pStyle w:val="TAC"/>
              <w:rPr>
                <w:lang w:eastAsia="zh-CN"/>
              </w:rPr>
            </w:pPr>
            <w:r w:rsidRPr="00E062F1">
              <w:rPr>
                <w:lang w:eastAsia="zh-CN"/>
              </w:rPr>
              <w:t>DC_3A_n257H</w:t>
            </w:r>
          </w:p>
          <w:p w14:paraId="615537E0" w14:textId="77777777" w:rsidR="001F48EE" w:rsidRPr="00E062F1" w:rsidRDefault="001F48EE" w:rsidP="00F04DA3">
            <w:pPr>
              <w:pStyle w:val="TAC"/>
              <w:rPr>
                <w:lang w:eastAsia="zh-CN"/>
              </w:rPr>
            </w:pPr>
            <w:r w:rsidRPr="00E062F1">
              <w:rPr>
                <w:lang w:eastAsia="zh-CN"/>
              </w:rPr>
              <w:t>DC_3A_n257I</w:t>
            </w:r>
          </w:p>
          <w:p w14:paraId="1D4D7DBE" w14:textId="77777777" w:rsidR="001F48EE" w:rsidRPr="00E062F1" w:rsidRDefault="001F48EE" w:rsidP="00F04DA3">
            <w:pPr>
              <w:pStyle w:val="TAC"/>
              <w:rPr>
                <w:lang w:eastAsia="zh-CN"/>
              </w:rPr>
            </w:pPr>
            <w:r w:rsidRPr="00E062F1">
              <w:rPr>
                <w:lang w:eastAsia="zh-CN"/>
              </w:rPr>
              <w:t>DC_28A_n78A</w:t>
            </w:r>
          </w:p>
          <w:p w14:paraId="40DDB50B" w14:textId="77777777" w:rsidR="001F48EE" w:rsidRPr="00E062F1" w:rsidRDefault="001F48EE" w:rsidP="00F04DA3">
            <w:pPr>
              <w:pStyle w:val="TAC"/>
              <w:rPr>
                <w:lang w:eastAsia="zh-CN"/>
              </w:rPr>
            </w:pPr>
            <w:r w:rsidRPr="00E062F1">
              <w:rPr>
                <w:lang w:eastAsia="zh-CN"/>
              </w:rPr>
              <w:t>DC_28A_n257A</w:t>
            </w:r>
          </w:p>
          <w:p w14:paraId="14774ABB" w14:textId="77777777" w:rsidR="001F48EE" w:rsidRPr="00E062F1" w:rsidRDefault="001F48EE" w:rsidP="00F04DA3">
            <w:pPr>
              <w:pStyle w:val="TAC"/>
              <w:rPr>
                <w:lang w:eastAsia="zh-CN"/>
              </w:rPr>
            </w:pPr>
            <w:r w:rsidRPr="00E062F1">
              <w:rPr>
                <w:lang w:eastAsia="zh-CN"/>
              </w:rPr>
              <w:t>DC_28A_n257G</w:t>
            </w:r>
          </w:p>
          <w:p w14:paraId="3F7A9258" w14:textId="77777777" w:rsidR="001F48EE" w:rsidRPr="00E062F1" w:rsidRDefault="001F48EE" w:rsidP="00F04DA3">
            <w:pPr>
              <w:pStyle w:val="TAC"/>
              <w:rPr>
                <w:lang w:eastAsia="zh-CN"/>
              </w:rPr>
            </w:pPr>
            <w:r w:rsidRPr="00E062F1">
              <w:rPr>
                <w:lang w:eastAsia="zh-CN"/>
              </w:rPr>
              <w:t>DC_28A_n257H</w:t>
            </w:r>
          </w:p>
          <w:p w14:paraId="5C4D0C77" w14:textId="5AE7BE55" w:rsidR="001F48EE" w:rsidRPr="00E062F1" w:rsidRDefault="001F48EE" w:rsidP="00F04DA3">
            <w:pPr>
              <w:pStyle w:val="TAC"/>
              <w:rPr>
                <w:lang w:eastAsia="zh-CN"/>
              </w:rPr>
            </w:pPr>
            <w:r w:rsidRPr="00E062F1">
              <w:rPr>
                <w:lang w:eastAsia="zh-CN"/>
              </w:rPr>
              <w:t>DC_28A_n257I</w:t>
            </w:r>
          </w:p>
          <w:p w14:paraId="12E40A8C" w14:textId="77777777" w:rsidR="001F48EE" w:rsidRPr="00E062F1" w:rsidRDefault="001F48EE" w:rsidP="00F04DA3">
            <w:pPr>
              <w:pStyle w:val="TAC"/>
              <w:rPr>
                <w:lang w:eastAsia="zh-CN"/>
              </w:rPr>
            </w:pPr>
            <w:r w:rsidRPr="00E062F1">
              <w:rPr>
                <w:lang w:eastAsia="zh-CN"/>
              </w:rPr>
              <w:t>DC_42A_n257A</w:t>
            </w:r>
          </w:p>
          <w:p w14:paraId="5175641E" w14:textId="77777777" w:rsidR="001F48EE" w:rsidRPr="00E062F1" w:rsidRDefault="001F48EE" w:rsidP="00F04DA3">
            <w:pPr>
              <w:pStyle w:val="TAC"/>
              <w:rPr>
                <w:lang w:eastAsia="zh-CN"/>
              </w:rPr>
            </w:pPr>
            <w:r w:rsidRPr="00E062F1">
              <w:rPr>
                <w:lang w:eastAsia="zh-CN"/>
              </w:rPr>
              <w:t>DC_42A_n257G</w:t>
            </w:r>
          </w:p>
          <w:p w14:paraId="1F8EA2C6" w14:textId="77777777" w:rsidR="001F48EE" w:rsidRPr="00E062F1" w:rsidRDefault="001F48EE" w:rsidP="00F04DA3">
            <w:pPr>
              <w:pStyle w:val="TAC"/>
              <w:rPr>
                <w:lang w:eastAsia="zh-CN"/>
              </w:rPr>
            </w:pPr>
            <w:r w:rsidRPr="00E062F1">
              <w:rPr>
                <w:lang w:eastAsia="zh-CN"/>
              </w:rPr>
              <w:t>DC_42A_n257H</w:t>
            </w:r>
          </w:p>
          <w:p w14:paraId="3E075188" w14:textId="77777777" w:rsidR="001F48EE" w:rsidRPr="00E062F1" w:rsidRDefault="001F48EE" w:rsidP="00F04DA3">
            <w:pPr>
              <w:pStyle w:val="TAC"/>
              <w:rPr>
                <w:lang w:eastAsia="zh-CN"/>
              </w:rPr>
            </w:pPr>
            <w:r w:rsidRPr="00E062F1">
              <w:rPr>
                <w:lang w:eastAsia="zh-CN"/>
              </w:rPr>
              <w:t>DC_42A_n257I</w:t>
            </w:r>
          </w:p>
          <w:p w14:paraId="39CFB2D0" w14:textId="77777777" w:rsidR="001F48EE" w:rsidRPr="00E062F1" w:rsidRDefault="001F48EE" w:rsidP="00F04DA3">
            <w:pPr>
              <w:pStyle w:val="TAC"/>
              <w:rPr>
                <w:lang w:eastAsia="zh-CN"/>
              </w:rPr>
            </w:pPr>
            <w:r w:rsidRPr="00E062F1">
              <w:rPr>
                <w:lang w:eastAsia="zh-CN"/>
              </w:rPr>
              <w:t>DC_42C_n257A</w:t>
            </w:r>
          </w:p>
          <w:p w14:paraId="700B9852" w14:textId="77777777" w:rsidR="001F48EE" w:rsidRPr="00E062F1" w:rsidRDefault="001F48EE" w:rsidP="00F04DA3">
            <w:pPr>
              <w:pStyle w:val="TAC"/>
              <w:rPr>
                <w:lang w:eastAsia="zh-CN"/>
              </w:rPr>
            </w:pPr>
            <w:r w:rsidRPr="00E062F1">
              <w:rPr>
                <w:lang w:eastAsia="zh-CN"/>
              </w:rPr>
              <w:t>DC_42C_n257G</w:t>
            </w:r>
          </w:p>
          <w:p w14:paraId="07DF7BED" w14:textId="77777777" w:rsidR="001F48EE" w:rsidRPr="00AA54EC" w:rsidRDefault="001F48EE" w:rsidP="00F04DA3">
            <w:pPr>
              <w:pStyle w:val="TAC"/>
              <w:rPr>
                <w:lang w:val="sv-FI" w:eastAsia="zh-CN"/>
              </w:rPr>
            </w:pPr>
            <w:r w:rsidRPr="00AA54EC">
              <w:rPr>
                <w:lang w:val="sv-FI" w:eastAsia="zh-CN"/>
              </w:rPr>
              <w:t>DC_42C_n257H</w:t>
            </w:r>
          </w:p>
          <w:p w14:paraId="23A1E993" w14:textId="77777777" w:rsidR="001F48EE" w:rsidRPr="00AA54EC" w:rsidRDefault="001F48EE" w:rsidP="00F04DA3">
            <w:pPr>
              <w:pStyle w:val="TAC"/>
              <w:rPr>
                <w:lang w:val="sv-FI"/>
              </w:rPr>
            </w:pPr>
            <w:r w:rsidRPr="00AA54EC">
              <w:rPr>
                <w:lang w:val="sv-FI" w:eastAsia="zh-CN"/>
              </w:rPr>
              <w:t>DC_42C_n257I</w:t>
            </w:r>
          </w:p>
        </w:tc>
      </w:tr>
      <w:tr w:rsidR="001F48EE" w:rsidRPr="00AA54EC" w:rsidDel="00C35823" w14:paraId="7F10A785" w14:textId="77777777" w:rsidTr="00F04DA3">
        <w:trPr>
          <w:trHeight w:val="187"/>
          <w:tblHeader/>
          <w:jc w:val="center"/>
        </w:trPr>
        <w:tc>
          <w:tcPr>
            <w:tcW w:w="3969" w:type="dxa"/>
            <w:shd w:val="clear" w:color="auto" w:fill="auto"/>
            <w:tcMar>
              <w:top w:w="28" w:type="dxa"/>
              <w:left w:w="28" w:type="dxa"/>
              <w:bottom w:w="28" w:type="dxa"/>
              <w:right w:w="28" w:type="dxa"/>
            </w:tcMar>
          </w:tcPr>
          <w:p w14:paraId="78DAA8EA" w14:textId="77777777" w:rsidR="001F48EE" w:rsidRPr="00E062F1" w:rsidRDefault="001F48EE" w:rsidP="00F04DA3">
            <w:pPr>
              <w:pStyle w:val="TAC"/>
              <w:rPr>
                <w:rFonts w:cs="Arial"/>
                <w:szCs w:val="18"/>
              </w:rPr>
            </w:pPr>
            <w:r w:rsidRPr="00E062F1">
              <w:rPr>
                <w:rFonts w:cs="Arial"/>
                <w:szCs w:val="18"/>
              </w:rPr>
              <w:t>DC_1A-3A-41</w:t>
            </w:r>
            <w:r w:rsidRPr="00E062F1">
              <w:rPr>
                <w:rFonts w:cs="Arial"/>
                <w:szCs w:val="18"/>
                <w:lang w:eastAsia="zh-CN"/>
              </w:rPr>
              <w:t>A</w:t>
            </w:r>
            <w:r w:rsidRPr="00E062F1">
              <w:rPr>
                <w:rFonts w:cs="Arial"/>
                <w:szCs w:val="18"/>
              </w:rPr>
              <w:t>-42A_n77A-n257A</w:t>
            </w:r>
          </w:p>
          <w:p w14:paraId="778F1C94" w14:textId="77777777" w:rsidR="001F48EE" w:rsidRPr="00E062F1" w:rsidRDefault="001F48EE" w:rsidP="00F04DA3">
            <w:pPr>
              <w:pStyle w:val="TAC"/>
              <w:rPr>
                <w:rFonts w:cs="Arial"/>
                <w:szCs w:val="18"/>
              </w:rPr>
            </w:pPr>
            <w:r w:rsidRPr="00E062F1">
              <w:rPr>
                <w:rFonts w:cs="Arial"/>
                <w:szCs w:val="18"/>
              </w:rPr>
              <w:t>DC_1A-3A-41</w:t>
            </w:r>
            <w:r w:rsidRPr="00E062F1">
              <w:rPr>
                <w:rFonts w:cs="Arial"/>
                <w:szCs w:val="18"/>
                <w:lang w:eastAsia="zh-CN"/>
              </w:rPr>
              <w:t>A</w:t>
            </w:r>
            <w:r w:rsidRPr="00E062F1">
              <w:rPr>
                <w:rFonts w:cs="Arial"/>
                <w:szCs w:val="18"/>
              </w:rPr>
              <w:t>-42A_n77A-n257G</w:t>
            </w:r>
          </w:p>
          <w:p w14:paraId="48485878" w14:textId="77777777" w:rsidR="001F48EE" w:rsidRPr="00E062F1" w:rsidRDefault="001F48EE" w:rsidP="00F04DA3">
            <w:pPr>
              <w:pStyle w:val="TAC"/>
              <w:rPr>
                <w:rFonts w:cs="Arial"/>
                <w:szCs w:val="18"/>
              </w:rPr>
            </w:pPr>
            <w:r w:rsidRPr="00E062F1">
              <w:rPr>
                <w:rFonts w:cs="Arial"/>
                <w:szCs w:val="18"/>
              </w:rPr>
              <w:t>DC_1A-3A-41</w:t>
            </w:r>
            <w:r w:rsidRPr="00E062F1">
              <w:rPr>
                <w:rFonts w:cs="Arial"/>
                <w:szCs w:val="18"/>
                <w:lang w:eastAsia="zh-CN"/>
              </w:rPr>
              <w:t>A</w:t>
            </w:r>
            <w:r w:rsidRPr="00E062F1">
              <w:rPr>
                <w:rFonts w:cs="Arial"/>
                <w:szCs w:val="18"/>
              </w:rPr>
              <w:t>-42A_n77A-n257H</w:t>
            </w:r>
          </w:p>
          <w:p w14:paraId="1A76D36E" w14:textId="77777777" w:rsidR="001F48EE" w:rsidRPr="00E062F1" w:rsidRDefault="001F48EE" w:rsidP="00F04DA3">
            <w:pPr>
              <w:pStyle w:val="TAC"/>
              <w:rPr>
                <w:rFonts w:cs="Arial"/>
                <w:szCs w:val="18"/>
              </w:rPr>
            </w:pPr>
            <w:r w:rsidRPr="00E062F1">
              <w:rPr>
                <w:rFonts w:cs="Arial"/>
                <w:szCs w:val="18"/>
              </w:rPr>
              <w:t>DC_1A-3A-41</w:t>
            </w:r>
            <w:r w:rsidRPr="00E062F1">
              <w:rPr>
                <w:rFonts w:cs="Arial"/>
                <w:szCs w:val="18"/>
                <w:lang w:eastAsia="zh-CN"/>
              </w:rPr>
              <w:t>A</w:t>
            </w:r>
            <w:r w:rsidRPr="00E062F1">
              <w:rPr>
                <w:rFonts w:cs="Arial"/>
                <w:szCs w:val="18"/>
              </w:rPr>
              <w:t>-42A_n77A-n257I</w:t>
            </w:r>
          </w:p>
          <w:p w14:paraId="5B99E2A6" w14:textId="77777777" w:rsidR="001F48EE" w:rsidRPr="00E062F1" w:rsidRDefault="001F48EE" w:rsidP="00F04DA3">
            <w:pPr>
              <w:pStyle w:val="TAC"/>
              <w:rPr>
                <w:rFonts w:cs="Arial"/>
                <w:szCs w:val="18"/>
              </w:rPr>
            </w:pPr>
            <w:r w:rsidRPr="00E062F1">
              <w:rPr>
                <w:rFonts w:cs="Arial"/>
                <w:szCs w:val="18"/>
              </w:rPr>
              <w:t>DC_1A-3A-41</w:t>
            </w:r>
            <w:r w:rsidRPr="00E062F1">
              <w:rPr>
                <w:rFonts w:cs="Arial"/>
                <w:szCs w:val="18"/>
                <w:lang w:eastAsia="zh-CN"/>
              </w:rPr>
              <w:t>C</w:t>
            </w:r>
            <w:r w:rsidRPr="00E062F1">
              <w:rPr>
                <w:rFonts w:cs="Arial"/>
                <w:szCs w:val="18"/>
              </w:rPr>
              <w:t>-42A_n77A-n257A</w:t>
            </w:r>
          </w:p>
          <w:p w14:paraId="3998E348" w14:textId="77777777" w:rsidR="001F48EE" w:rsidRPr="00E062F1" w:rsidRDefault="001F48EE" w:rsidP="00F04DA3">
            <w:pPr>
              <w:pStyle w:val="TAC"/>
              <w:rPr>
                <w:rFonts w:cs="Arial"/>
                <w:szCs w:val="18"/>
              </w:rPr>
            </w:pPr>
            <w:r w:rsidRPr="00E062F1">
              <w:rPr>
                <w:rFonts w:cs="Arial"/>
                <w:szCs w:val="18"/>
              </w:rPr>
              <w:t>DC_1A-3A-41</w:t>
            </w:r>
            <w:r w:rsidRPr="00E062F1">
              <w:rPr>
                <w:rFonts w:cs="Arial"/>
                <w:szCs w:val="18"/>
                <w:lang w:eastAsia="zh-CN"/>
              </w:rPr>
              <w:t>C</w:t>
            </w:r>
            <w:r w:rsidRPr="00E062F1">
              <w:rPr>
                <w:rFonts w:cs="Arial"/>
                <w:szCs w:val="18"/>
              </w:rPr>
              <w:t>-42A_n77A-n257G</w:t>
            </w:r>
          </w:p>
          <w:p w14:paraId="395406FD" w14:textId="77777777" w:rsidR="001F48EE" w:rsidRPr="00E062F1" w:rsidRDefault="001F48EE" w:rsidP="00F04DA3">
            <w:pPr>
              <w:pStyle w:val="TAC"/>
              <w:rPr>
                <w:rFonts w:cs="Arial"/>
                <w:szCs w:val="18"/>
              </w:rPr>
            </w:pPr>
            <w:r w:rsidRPr="00E062F1">
              <w:rPr>
                <w:rFonts w:cs="Arial"/>
                <w:szCs w:val="18"/>
              </w:rPr>
              <w:t>DC_1A-3A-41</w:t>
            </w:r>
            <w:r w:rsidRPr="00E062F1">
              <w:rPr>
                <w:rFonts w:cs="Arial"/>
                <w:szCs w:val="18"/>
                <w:lang w:eastAsia="zh-CN"/>
              </w:rPr>
              <w:t>C</w:t>
            </w:r>
            <w:r w:rsidRPr="00E062F1">
              <w:rPr>
                <w:rFonts w:cs="Arial"/>
                <w:szCs w:val="18"/>
              </w:rPr>
              <w:t>-42A_n77A-n257H</w:t>
            </w:r>
          </w:p>
          <w:p w14:paraId="679CFCD6" w14:textId="77777777" w:rsidR="001F48EE" w:rsidRPr="00E062F1" w:rsidRDefault="001F48EE" w:rsidP="00F04DA3">
            <w:pPr>
              <w:pStyle w:val="TAC"/>
              <w:rPr>
                <w:rFonts w:cs="Arial"/>
                <w:szCs w:val="18"/>
              </w:rPr>
            </w:pPr>
            <w:r w:rsidRPr="00E062F1">
              <w:rPr>
                <w:rFonts w:cs="Arial"/>
                <w:szCs w:val="18"/>
              </w:rPr>
              <w:t>DC_1A-3A-41</w:t>
            </w:r>
            <w:r w:rsidRPr="00E062F1">
              <w:rPr>
                <w:rFonts w:cs="Arial"/>
                <w:szCs w:val="18"/>
                <w:lang w:eastAsia="zh-CN"/>
              </w:rPr>
              <w:t>C</w:t>
            </w:r>
            <w:r w:rsidRPr="00E062F1">
              <w:rPr>
                <w:rFonts w:cs="Arial"/>
                <w:szCs w:val="18"/>
              </w:rPr>
              <w:t>-42A_n77A-n257I</w:t>
            </w:r>
          </w:p>
          <w:p w14:paraId="0C9C9149" w14:textId="77777777" w:rsidR="001F48EE" w:rsidRPr="00E062F1" w:rsidRDefault="001F48EE" w:rsidP="00F04DA3">
            <w:pPr>
              <w:pStyle w:val="TAC"/>
              <w:rPr>
                <w:rFonts w:cs="Arial"/>
                <w:szCs w:val="18"/>
              </w:rPr>
            </w:pPr>
            <w:r w:rsidRPr="00E062F1">
              <w:rPr>
                <w:rFonts w:cs="Arial"/>
                <w:szCs w:val="18"/>
              </w:rPr>
              <w:t>DC_1A-3A-41</w:t>
            </w:r>
            <w:r w:rsidRPr="00E062F1">
              <w:rPr>
                <w:rFonts w:cs="Arial"/>
                <w:szCs w:val="18"/>
                <w:lang w:eastAsia="zh-CN"/>
              </w:rPr>
              <w:t>A</w:t>
            </w:r>
            <w:r w:rsidRPr="00E062F1">
              <w:rPr>
                <w:rFonts w:cs="Arial"/>
                <w:szCs w:val="18"/>
              </w:rPr>
              <w:t>-42C_n77A-n257A</w:t>
            </w:r>
          </w:p>
          <w:p w14:paraId="6D7E5471" w14:textId="77777777" w:rsidR="001F48EE" w:rsidRPr="00E062F1" w:rsidRDefault="001F48EE" w:rsidP="00F04DA3">
            <w:pPr>
              <w:pStyle w:val="TAC"/>
              <w:rPr>
                <w:rFonts w:cs="Arial"/>
                <w:szCs w:val="18"/>
              </w:rPr>
            </w:pPr>
            <w:r w:rsidRPr="00E062F1">
              <w:rPr>
                <w:rFonts w:cs="Arial"/>
                <w:szCs w:val="18"/>
              </w:rPr>
              <w:t>DC_1A-3A-41</w:t>
            </w:r>
            <w:r w:rsidRPr="00E062F1">
              <w:rPr>
                <w:rFonts w:cs="Arial"/>
                <w:szCs w:val="18"/>
                <w:lang w:eastAsia="zh-CN"/>
              </w:rPr>
              <w:t>A</w:t>
            </w:r>
            <w:r w:rsidRPr="00E062F1">
              <w:rPr>
                <w:rFonts w:cs="Arial"/>
                <w:szCs w:val="18"/>
              </w:rPr>
              <w:t>-42C_n77A-n257G</w:t>
            </w:r>
          </w:p>
          <w:p w14:paraId="227A525D" w14:textId="77777777" w:rsidR="001F48EE" w:rsidRPr="00E062F1" w:rsidRDefault="001F48EE" w:rsidP="00F04DA3">
            <w:pPr>
              <w:pStyle w:val="TAC"/>
              <w:rPr>
                <w:rFonts w:cs="Arial"/>
                <w:szCs w:val="18"/>
              </w:rPr>
            </w:pPr>
            <w:r w:rsidRPr="00E062F1">
              <w:rPr>
                <w:rFonts w:cs="Arial"/>
                <w:szCs w:val="18"/>
              </w:rPr>
              <w:t>DC_1A-3A-41</w:t>
            </w:r>
            <w:r w:rsidRPr="00E062F1">
              <w:rPr>
                <w:rFonts w:cs="Arial"/>
                <w:szCs w:val="18"/>
                <w:lang w:eastAsia="zh-CN"/>
              </w:rPr>
              <w:t>A</w:t>
            </w:r>
            <w:r w:rsidRPr="00E062F1">
              <w:rPr>
                <w:rFonts w:cs="Arial"/>
                <w:szCs w:val="18"/>
              </w:rPr>
              <w:t>-42C_n77A-n257H</w:t>
            </w:r>
          </w:p>
          <w:p w14:paraId="49B66F0F" w14:textId="77777777" w:rsidR="001F48EE" w:rsidRPr="00E062F1" w:rsidRDefault="001F48EE" w:rsidP="00F04DA3">
            <w:pPr>
              <w:pStyle w:val="TAC"/>
              <w:rPr>
                <w:rFonts w:cs="Arial"/>
                <w:szCs w:val="18"/>
              </w:rPr>
            </w:pPr>
            <w:r w:rsidRPr="00E062F1">
              <w:rPr>
                <w:rFonts w:cs="Arial"/>
                <w:szCs w:val="18"/>
              </w:rPr>
              <w:t>DC_1A-3A-41</w:t>
            </w:r>
            <w:r w:rsidRPr="00E062F1">
              <w:rPr>
                <w:rFonts w:cs="Arial"/>
                <w:szCs w:val="18"/>
                <w:lang w:eastAsia="zh-CN"/>
              </w:rPr>
              <w:t>A</w:t>
            </w:r>
            <w:r w:rsidRPr="00E062F1">
              <w:rPr>
                <w:rFonts w:cs="Arial"/>
                <w:szCs w:val="18"/>
              </w:rPr>
              <w:t>-42C_n77A-n257I</w:t>
            </w:r>
          </w:p>
          <w:p w14:paraId="76CF71E8" w14:textId="77777777" w:rsidR="001F48EE" w:rsidRPr="00E062F1" w:rsidRDefault="001F48EE" w:rsidP="00F04DA3">
            <w:pPr>
              <w:pStyle w:val="TAC"/>
              <w:rPr>
                <w:rFonts w:cs="Arial"/>
                <w:szCs w:val="18"/>
              </w:rPr>
            </w:pPr>
            <w:r w:rsidRPr="00E062F1">
              <w:rPr>
                <w:rFonts w:cs="Arial"/>
                <w:szCs w:val="18"/>
              </w:rPr>
              <w:t>DC_1A-3A-41</w:t>
            </w:r>
            <w:r w:rsidRPr="00E062F1">
              <w:rPr>
                <w:rFonts w:cs="Arial"/>
                <w:szCs w:val="18"/>
                <w:lang w:eastAsia="zh-CN"/>
              </w:rPr>
              <w:t>C</w:t>
            </w:r>
            <w:r w:rsidRPr="00E062F1">
              <w:rPr>
                <w:rFonts w:cs="Arial"/>
                <w:szCs w:val="18"/>
              </w:rPr>
              <w:t>-42C_n77A-n257A</w:t>
            </w:r>
          </w:p>
          <w:p w14:paraId="0F51BADC" w14:textId="77777777" w:rsidR="001F48EE" w:rsidRPr="00E062F1" w:rsidRDefault="001F48EE" w:rsidP="00F04DA3">
            <w:pPr>
              <w:pStyle w:val="TAC"/>
              <w:rPr>
                <w:rFonts w:cs="Arial"/>
                <w:szCs w:val="18"/>
              </w:rPr>
            </w:pPr>
            <w:r w:rsidRPr="00E062F1">
              <w:rPr>
                <w:rFonts w:cs="Arial"/>
                <w:szCs w:val="18"/>
              </w:rPr>
              <w:t>DC_1A-3A-41</w:t>
            </w:r>
            <w:r w:rsidRPr="00E062F1">
              <w:rPr>
                <w:rFonts w:cs="Arial"/>
                <w:szCs w:val="18"/>
                <w:lang w:eastAsia="zh-CN"/>
              </w:rPr>
              <w:t>C</w:t>
            </w:r>
            <w:r w:rsidRPr="00E062F1">
              <w:rPr>
                <w:rFonts w:cs="Arial"/>
                <w:szCs w:val="18"/>
              </w:rPr>
              <w:t>-42C_n77A-n257G</w:t>
            </w:r>
          </w:p>
          <w:p w14:paraId="4D7A3AD9" w14:textId="77777777" w:rsidR="001F48EE" w:rsidRPr="00E062F1" w:rsidRDefault="001F48EE" w:rsidP="00F04DA3">
            <w:pPr>
              <w:pStyle w:val="TAC"/>
              <w:rPr>
                <w:rFonts w:cs="Arial"/>
                <w:szCs w:val="18"/>
              </w:rPr>
            </w:pPr>
            <w:r w:rsidRPr="00E062F1">
              <w:rPr>
                <w:rFonts w:cs="Arial"/>
                <w:szCs w:val="18"/>
              </w:rPr>
              <w:t>DC_1A-3A-41</w:t>
            </w:r>
            <w:r w:rsidRPr="00E062F1">
              <w:rPr>
                <w:rFonts w:cs="Arial"/>
                <w:szCs w:val="18"/>
                <w:lang w:eastAsia="zh-CN"/>
              </w:rPr>
              <w:t>C</w:t>
            </w:r>
            <w:r w:rsidRPr="00E062F1">
              <w:rPr>
                <w:rFonts w:cs="Arial"/>
                <w:szCs w:val="18"/>
              </w:rPr>
              <w:t>-42C_n77A-n257H</w:t>
            </w:r>
          </w:p>
          <w:p w14:paraId="6530881F" w14:textId="77777777" w:rsidR="001F48EE" w:rsidRPr="00E062F1" w:rsidRDefault="001F48EE" w:rsidP="00F04DA3">
            <w:pPr>
              <w:pStyle w:val="TAC"/>
              <w:rPr>
                <w:lang w:eastAsia="zh-CN"/>
              </w:rPr>
            </w:pPr>
            <w:r w:rsidRPr="00E062F1">
              <w:rPr>
                <w:rFonts w:cs="Arial"/>
                <w:szCs w:val="18"/>
              </w:rPr>
              <w:t>DC_1A-3A-41</w:t>
            </w:r>
            <w:r w:rsidRPr="00E062F1">
              <w:rPr>
                <w:rFonts w:cs="Arial"/>
                <w:szCs w:val="18"/>
                <w:lang w:eastAsia="zh-CN"/>
              </w:rPr>
              <w:t>C</w:t>
            </w:r>
            <w:r w:rsidRPr="00E062F1">
              <w:rPr>
                <w:rFonts w:cs="Arial"/>
                <w:szCs w:val="18"/>
              </w:rPr>
              <w:t>-42C_n77A-n257I</w:t>
            </w:r>
          </w:p>
        </w:tc>
        <w:tc>
          <w:tcPr>
            <w:tcW w:w="3969" w:type="dxa"/>
            <w:tcMar>
              <w:top w:w="28" w:type="dxa"/>
              <w:left w:w="28" w:type="dxa"/>
              <w:bottom w:w="28" w:type="dxa"/>
              <w:right w:w="28" w:type="dxa"/>
            </w:tcMar>
          </w:tcPr>
          <w:p w14:paraId="11E2FFAE" w14:textId="77777777" w:rsidR="001F48EE" w:rsidRPr="00E062F1" w:rsidRDefault="001F48EE" w:rsidP="00F04DA3">
            <w:pPr>
              <w:pStyle w:val="TAC"/>
              <w:rPr>
                <w:rFonts w:cs="Arial"/>
                <w:lang w:eastAsia="zh-CN"/>
              </w:rPr>
            </w:pPr>
            <w:r w:rsidRPr="00E062F1">
              <w:rPr>
                <w:rFonts w:cs="Arial"/>
                <w:lang w:eastAsia="zh-CN"/>
              </w:rPr>
              <w:t>DC_1A_n77A</w:t>
            </w:r>
          </w:p>
          <w:p w14:paraId="4C7777B3" w14:textId="77777777" w:rsidR="001F48EE" w:rsidRPr="00E062F1" w:rsidRDefault="001F48EE" w:rsidP="00F04DA3">
            <w:pPr>
              <w:pStyle w:val="TAC"/>
              <w:rPr>
                <w:rFonts w:cs="Arial"/>
                <w:lang w:eastAsia="zh-CN"/>
              </w:rPr>
            </w:pPr>
            <w:r w:rsidRPr="00E062F1">
              <w:rPr>
                <w:rFonts w:cs="Arial"/>
                <w:lang w:eastAsia="zh-CN"/>
              </w:rPr>
              <w:t>DC_1A_n257A</w:t>
            </w:r>
          </w:p>
          <w:p w14:paraId="1E37DE6E" w14:textId="77777777" w:rsidR="001F48EE" w:rsidRPr="00E062F1" w:rsidRDefault="001F48EE" w:rsidP="00F04DA3">
            <w:pPr>
              <w:pStyle w:val="TAC"/>
              <w:rPr>
                <w:rFonts w:cs="Arial"/>
                <w:lang w:eastAsia="zh-CN"/>
              </w:rPr>
            </w:pPr>
            <w:r w:rsidRPr="00E062F1">
              <w:rPr>
                <w:rFonts w:cs="Arial"/>
                <w:lang w:eastAsia="zh-CN"/>
              </w:rPr>
              <w:t>DC_1A_n257G</w:t>
            </w:r>
          </w:p>
          <w:p w14:paraId="605CD19D" w14:textId="77777777" w:rsidR="001F48EE" w:rsidRPr="00E062F1" w:rsidRDefault="001F48EE" w:rsidP="00F04DA3">
            <w:pPr>
              <w:pStyle w:val="TAC"/>
              <w:rPr>
                <w:rFonts w:cs="Arial"/>
                <w:lang w:eastAsia="zh-CN"/>
              </w:rPr>
            </w:pPr>
            <w:r w:rsidRPr="00E062F1">
              <w:rPr>
                <w:rFonts w:cs="Arial"/>
                <w:lang w:eastAsia="zh-CN"/>
              </w:rPr>
              <w:t>DC_1A_n257H</w:t>
            </w:r>
          </w:p>
          <w:p w14:paraId="63E261F4" w14:textId="077DA8B6" w:rsidR="001F48EE" w:rsidRPr="00E062F1" w:rsidRDefault="001F48EE" w:rsidP="00F04DA3">
            <w:pPr>
              <w:pStyle w:val="TAC"/>
              <w:rPr>
                <w:rFonts w:cs="Arial"/>
                <w:lang w:eastAsia="zh-CN"/>
              </w:rPr>
            </w:pPr>
            <w:r w:rsidRPr="00E062F1">
              <w:rPr>
                <w:rFonts w:cs="Arial"/>
                <w:lang w:eastAsia="zh-CN"/>
              </w:rPr>
              <w:t>DC_1A_n257I</w:t>
            </w:r>
          </w:p>
          <w:p w14:paraId="7ED4B962" w14:textId="77777777" w:rsidR="001F48EE" w:rsidRPr="00E062F1" w:rsidRDefault="001F48EE" w:rsidP="00F04DA3">
            <w:pPr>
              <w:pStyle w:val="TAC"/>
              <w:rPr>
                <w:rFonts w:cs="Arial"/>
                <w:lang w:eastAsia="zh-CN"/>
              </w:rPr>
            </w:pPr>
            <w:r w:rsidRPr="00E062F1">
              <w:rPr>
                <w:rFonts w:cs="Arial"/>
                <w:lang w:eastAsia="zh-CN"/>
              </w:rPr>
              <w:t>DC_3A_n77A</w:t>
            </w:r>
          </w:p>
          <w:p w14:paraId="41D8EC72" w14:textId="77777777" w:rsidR="001F48EE" w:rsidRPr="00E062F1" w:rsidRDefault="001F48EE" w:rsidP="00F04DA3">
            <w:pPr>
              <w:pStyle w:val="TAC"/>
              <w:rPr>
                <w:rFonts w:cs="Arial"/>
                <w:lang w:eastAsia="zh-CN"/>
              </w:rPr>
            </w:pPr>
            <w:r w:rsidRPr="00E062F1">
              <w:rPr>
                <w:rFonts w:cs="Arial"/>
                <w:lang w:eastAsia="zh-CN"/>
              </w:rPr>
              <w:t>DC_3A_n257A</w:t>
            </w:r>
          </w:p>
          <w:p w14:paraId="39F3B764" w14:textId="77777777" w:rsidR="001F48EE" w:rsidRPr="00E062F1" w:rsidRDefault="001F48EE" w:rsidP="00F04DA3">
            <w:pPr>
              <w:pStyle w:val="TAC"/>
              <w:rPr>
                <w:rFonts w:cs="Arial"/>
                <w:lang w:eastAsia="zh-CN"/>
              </w:rPr>
            </w:pPr>
            <w:r w:rsidRPr="00E062F1">
              <w:rPr>
                <w:rFonts w:cs="Arial"/>
                <w:lang w:eastAsia="zh-CN"/>
              </w:rPr>
              <w:t>DC_3A_n257G</w:t>
            </w:r>
          </w:p>
          <w:p w14:paraId="55CF5955" w14:textId="77777777" w:rsidR="001F48EE" w:rsidRPr="00E062F1" w:rsidRDefault="001F48EE" w:rsidP="00F04DA3">
            <w:pPr>
              <w:pStyle w:val="TAC"/>
              <w:rPr>
                <w:rFonts w:cs="Arial"/>
                <w:lang w:eastAsia="zh-CN"/>
              </w:rPr>
            </w:pPr>
            <w:r w:rsidRPr="00E062F1">
              <w:rPr>
                <w:rFonts w:cs="Arial"/>
                <w:lang w:eastAsia="zh-CN"/>
              </w:rPr>
              <w:t>DC_3A_n257H</w:t>
            </w:r>
          </w:p>
          <w:p w14:paraId="0EA30233" w14:textId="7ABDFBD2" w:rsidR="001F48EE" w:rsidRPr="00E062F1" w:rsidRDefault="001F48EE" w:rsidP="00F04DA3">
            <w:pPr>
              <w:pStyle w:val="TAC"/>
              <w:rPr>
                <w:rFonts w:cs="Arial"/>
                <w:lang w:eastAsia="zh-CN"/>
              </w:rPr>
            </w:pPr>
            <w:r w:rsidRPr="00E062F1">
              <w:rPr>
                <w:rFonts w:cs="Arial"/>
                <w:lang w:eastAsia="zh-CN"/>
              </w:rPr>
              <w:t>DC_3A_n257I</w:t>
            </w:r>
          </w:p>
          <w:p w14:paraId="1E981CB8" w14:textId="77777777" w:rsidR="001F48EE" w:rsidRPr="00E062F1" w:rsidRDefault="001F48EE" w:rsidP="00F04DA3">
            <w:pPr>
              <w:pStyle w:val="TAC"/>
              <w:rPr>
                <w:rFonts w:cs="Arial"/>
                <w:lang w:eastAsia="zh-CN"/>
              </w:rPr>
            </w:pPr>
            <w:r w:rsidRPr="00E062F1">
              <w:rPr>
                <w:rFonts w:cs="Arial"/>
                <w:lang w:eastAsia="zh-CN"/>
              </w:rPr>
              <w:t>DC_41A_n77A</w:t>
            </w:r>
          </w:p>
          <w:p w14:paraId="4C928F8B" w14:textId="77777777" w:rsidR="001F48EE" w:rsidRPr="00E062F1" w:rsidRDefault="001F48EE" w:rsidP="00F04DA3">
            <w:pPr>
              <w:pStyle w:val="TAC"/>
              <w:rPr>
                <w:rFonts w:cs="Arial"/>
                <w:lang w:eastAsia="zh-CN"/>
              </w:rPr>
            </w:pPr>
            <w:r w:rsidRPr="00E062F1">
              <w:rPr>
                <w:rFonts w:cs="Arial"/>
                <w:lang w:eastAsia="zh-CN"/>
              </w:rPr>
              <w:t>DC_41A_n257A</w:t>
            </w:r>
          </w:p>
          <w:p w14:paraId="2D999306" w14:textId="77777777" w:rsidR="001F48EE" w:rsidRPr="00E062F1" w:rsidRDefault="001F48EE" w:rsidP="00F04DA3">
            <w:pPr>
              <w:pStyle w:val="TAC"/>
              <w:rPr>
                <w:rFonts w:cs="Arial"/>
                <w:lang w:eastAsia="zh-CN"/>
              </w:rPr>
            </w:pPr>
            <w:r w:rsidRPr="00E062F1">
              <w:rPr>
                <w:rFonts w:cs="Arial"/>
                <w:lang w:eastAsia="zh-CN"/>
              </w:rPr>
              <w:t>DC_41A_n257G</w:t>
            </w:r>
          </w:p>
          <w:p w14:paraId="77AA2A9D" w14:textId="77777777" w:rsidR="001F48EE" w:rsidRPr="00E062F1" w:rsidRDefault="001F48EE" w:rsidP="00F04DA3">
            <w:pPr>
              <w:pStyle w:val="TAC"/>
              <w:rPr>
                <w:rFonts w:cs="Arial"/>
                <w:lang w:eastAsia="zh-CN"/>
              </w:rPr>
            </w:pPr>
            <w:r w:rsidRPr="00E062F1">
              <w:rPr>
                <w:rFonts w:cs="Arial"/>
                <w:lang w:eastAsia="zh-CN"/>
              </w:rPr>
              <w:t>DC_41A_n257H</w:t>
            </w:r>
          </w:p>
          <w:p w14:paraId="5631B648" w14:textId="77777777" w:rsidR="001F48EE" w:rsidRPr="00E062F1" w:rsidRDefault="001F48EE" w:rsidP="00F04DA3">
            <w:pPr>
              <w:pStyle w:val="TAC"/>
              <w:rPr>
                <w:rFonts w:cs="Arial"/>
                <w:lang w:eastAsia="zh-CN"/>
              </w:rPr>
            </w:pPr>
            <w:r w:rsidRPr="00E062F1">
              <w:rPr>
                <w:rFonts w:cs="Arial"/>
                <w:lang w:eastAsia="zh-CN"/>
              </w:rPr>
              <w:t>DC_41A_n257I</w:t>
            </w:r>
          </w:p>
          <w:p w14:paraId="4C2ABBB3" w14:textId="77777777" w:rsidR="001F48EE" w:rsidRPr="00E062F1" w:rsidRDefault="001F48EE" w:rsidP="00F04DA3">
            <w:pPr>
              <w:pStyle w:val="TAC"/>
              <w:rPr>
                <w:rFonts w:cs="Arial"/>
                <w:lang w:eastAsia="zh-CN"/>
              </w:rPr>
            </w:pPr>
            <w:r w:rsidRPr="00E062F1">
              <w:rPr>
                <w:rFonts w:cs="Arial"/>
                <w:lang w:eastAsia="zh-CN"/>
              </w:rPr>
              <w:t>DC_41C_n77A</w:t>
            </w:r>
          </w:p>
          <w:p w14:paraId="1E6FB02D" w14:textId="77777777" w:rsidR="001F48EE" w:rsidRPr="00E062F1" w:rsidRDefault="001F48EE" w:rsidP="00F04DA3">
            <w:pPr>
              <w:pStyle w:val="TAC"/>
              <w:rPr>
                <w:rFonts w:cs="Arial"/>
                <w:lang w:eastAsia="zh-CN"/>
              </w:rPr>
            </w:pPr>
            <w:r w:rsidRPr="00E062F1">
              <w:rPr>
                <w:rFonts w:cs="Arial"/>
                <w:lang w:eastAsia="zh-CN"/>
              </w:rPr>
              <w:t>DC_41C_n257A</w:t>
            </w:r>
          </w:p>
          <w:p w14:paraId="3DC66246" w14:textId="77777777" w:rsidR="001F48EE" w:rsidRPr="00E062F1" w:rsidRDefault="001F48EE" w:rsidP="00F04DA3">
            <w:pPr>
              <w:pStyle w:val="TAC"/>
              <w:rPr>
                <w:rFonts w:cs="Arial"/>
                <w:lang w:eastAsia="zh-CN"/>
              </w:rPr>
            </w:pPr>
            <w:r w:rsidRPr="00E062F1">
              <w:rPr>
                <w:rFonts w:cs="Arial"/>
                <w:lang w:eastAsia="zh-CN"/>
              </w:rPr>
              <w:t>DC_41C_n257G</w:t>
            </w:r>
          </w:p>
          <w:p w14:paraId="7EB4EC8B" w14:textId="77777777" w:rsidR="001F48EE" w:rsidRPr="00E062F1" w:rsidRDefault="001F48EE" w:rsidP="00F04DA3">
            <w:pPr>
              <w:pStyle w:val="TAC"/>
              <w:rPr>
                <w:rFonts w:cs="Arial"/>
                <w:lang w:eastAsia="zh-CN"/>
              </w:rPr>
            </w:pPr>
            <w:r w:rsidRPr="00E062F1">
              <w:rPr>
                <w:rFonts w:cs="Arial"/>
                <w:lang w:eastAsia="zh-CN"/>
              </w:rPr>
              <w:t>DC_41C_n257H</w:t>
            </w:r>
          </w:p>
          <w:p w14:paraId="7DE39DE2" w14:textId="77777777" w:rsidR="001F48EE" w:rsidRPr="00E062F1" w:rsidRDefault="001F48EE" w:rsidP="00F04DA3">
            <w:pPr>
              <w:pStyle w:val="TAC"/>
              <w:rPr>
                <w:rFonts w:cs="Arial"/>
                <w:lang w:eastAsia="zh-CN"/>
              </w:rPr>
            </w:pPr>
            <w:r w:rsidRPr="00E062F1">
              <w:rPr>
                <w:rFonts w:cs="Arial"/>
                <w:lang w:eastAsia="zh-CN"/>
              </w:rPr>
              <w:t>DC_41C_n257I</w:t>
            </w:r>
          </w:p>
          <w:p w14:paraId="202CDE04" w14:textId="77777777" w:rsidR="001F48EE" w:rsidRPr="00E062F1" w:rsidRDefault="001F48EE" w:rsidP="00F04DA3">
            <w:pPr>
              <w:pStyle w:val="TAC"/>
              <w:rPr>
                <w:rFonts w:cs="Arial"/>
                <w:lang w:eastAsia="zh-CN"/>
              </w:rPr>
            </w:pPr>
            <w:r w:rsidRPr="00E062F1">
              <w:rPr>
                <w:rFonts w:cs="Arial"/>
                <w:lang w:eastAsia="zh-CN"/>
              </w:rPr>
              <w:t>DC_42A_n257A</w:t>
            </w:r>
          </w:p>
          <w:p w14:paraId="744DFD1E" w14:textId="77777777" w:rsidR="001F48EE" w:rsidRPr="00E062F1" w:rsidRDefault="001F48EE" w:rsidP="00F04DA3">
            <w:pPr>
              <w:pStyle w:val="TAC"/>
              <w:rPr>
                <w:rFonts w:cs="Arial"/>
                <w:lang w:eastAsia="zh-CN"/>
              </w:rPr>
            </w:pPr>
            <w:r w:rsidRPr="00E062F1">
              <w:rPr>
                <w:rFonts w:cs="Arial"/>
                <w:lang w:eastAsia="zh-CN"/>
              </w:rPr>
              <w:t>DC_42A_n257G</w:t>
            </w:r>
          </w:p>
          <w:p w14:paraId="6EF4548B" w14:textId="77777777" w:rsidR="001F48EE" w:rsidRPr="00E062F1" w:rsidRDefault="001F48EE" w:rsidP="00F04DA3">
            <w:pPr>
              <w:pStyle w:val="TAC"/>
              <w:rPr>
                <w:rFonts w:cs="Arial"/>
                <w:lang w:eastAsia="zh-CN"/>
              </w:rPr>
            </w:pPr>
            <w:r w:rsidRPr="00E062F1">
              <w:rPr>
                <w:rFonts w:cs="Arial"/>
                <w:lang w:eastAsia="zh-CN"/>
              </w:rPr>
              <w:t>DC_42A_n257H</w:t>
            </w:r>
          </w:p>
          <w:p w14:paraId="2E5C4106" w14:textId="77777777" w:rsidR="001F48EE" w:rsidRPr="00E062F1" w:rsidRDefault="001F48EE" w:rsidP="00F04DA3">
            <w:pPr>
              <w:pStyle w:val="TAC"/>
              <w:rPr>
                <w:rFonts w:cs="Arial"/>
                <w:lang w:eastAsia="zh-CN"/>
              </w:rPr>
            </w:pPr>
            <w:r w:rsidRPr="00E062F1">
              <w:rPr>
                <w:rFonts w:cs="Arial"/>
                <w:lang w:eastAsia="zh-CN"/>
              </w:rPr>
              <w:t>DC_42A_n257I</w:t>
            </w:r>
          </w:p>
          <w:p w14:paraId="243745A5" w14:textId="77777777" w:rsidR="001F48EE" w:rsidRPr="00E062F1" w:rsidRDefault="001F48EE" w:rsidP="00F04DA3">
            <w:pPr>
              <w:pStyle w:val="TAC"/>
              <w:rPr>
                <w:rFonts w:cs="Arial"/>
                <w:lang w:eastAsia="zh-CN"/>
              </w:rPr>
            </w:pPr>
            <w:r w:rsidRPr="00E062F1">
              <w:rPr>
                <w:rFonts w:cs="Arial"/>
                <w:lang w:eastAsia="zh-CN"/>
              </w:rPr>
              <w:t>DC_42C_n257A</w:t>
            </w:r>
          </w:p>
          <w:p w14:paraId="777782D6" w14:textId="77777777" w:rsidR="001F48EE" w:rsidRPr="002665C4" w:rsidRDefault="001F48EE" w:rsidP="00F04DA3">
            <w:pPr>
              <w:pStyle w:val="TAC"/>
              <w:rPr>
                <w:rFonts w:cs="Arial"/>
                <w:lang w:eastAsia="zh-CN"/>
              </w:rPr>
            </w:pPr>
            <w:r w:rsidRPr="002665C4">
              <w:rPr>
                <w:rFonts w:cs="Arial"/>
                <w:lang w:eastAsia="zh-CN"/>
              </w:rPr>
              <w:t>DC_42C_n257G</w:t>
            </w:r>
          </w:p>
          <w:p w14:paraId="3EE338EA" w14:textId="77777777" w:rsidR="001F48EE" w:rsidRPr="002665C4" w:rsidRDefault="001F48EE" w:rsidP="00F04DA3">
            <w:pPr>
              <w:pStyle w:val="TAC"/>
              <w:rPr>
                <w:rFonts w:cs="Arial"/>
                <w:lang w:eastAsia="zh-CN"/>
              </w:rPr>
            </w:pPr>
            <w:r w:rsidRPr="002665C4">
              <w:rPr>
                <w:rFonts w:cs="Arial"/>
                <w:lang w:eastAsia="zh-CN"/>
              </w:rPr>
              <w:t>DC_42C_n257H</w:t>
            </w:r>
          </w:p>
          <w:p w14:paraId="2E0B3583" w14:textId="77777777" w:rsidR="001F48EE" w:rsidRPr="00AA54EC" w:rsidRDefault="001F48EE" w:rsidP="00F04DA3">
            <w:pPr>
              <w:pStyle w:val="TAC"/>
              <w:rPr>
                <w:lang w:val="sv-FI" w:eastAsia="zh-CN"/>
              </w:rPr>
            </w:pPr>
            <w:r w:rsidRPr="00AA54EC">
              <w:rPr>
                <w:rFonts w:cs="Arial"/>
                <w:lang w:val="sv-FI" w:eastAsia="zh-CN"/>
              </w:rPr>
              <w:t>DC_42C_n257I</w:t>
            </w:r>
          </w:p>
        </w:tc>
      </w:tr>
      <w:tr w:rsidR="001F48EE" w:rsidRPr="00E062F1" w:rsidDel="00C35823" w14:paraId="30FD440C" w14:textId="77777777" w:rsidTr="00F04DA3">
        <w:trPr>
          <w:trHeight w:val="187"/>
          <w:tblHeader/>
          <w:jc w:val="center"/>
        </w:trPr>
        <w:tc>
          <w:tcPr>
            <w:tcW w:w="3969" w:type="dxa"/>
            <w:shd w:val="clear" w:color="auto" w:fill="auto"/>
            <w:tcMar>
              <w:top w:w="28" w:type="dxa"/>
              <w:left w:w="28" w:type="dxa"/>
              <w:bottom w:w="28" w:type="dxa"/>
              <w:right w:w="28" w:type="dxa"/>
            </w:tcMar>
          </w:tcPr>
          <w:p w14:paraId="3CF79DB7" w14:textId="77777777" w:rsidR="001F48EE" w:rsidRPr="00E062F1" w:rsidRDefault="001F48EE" w:rsidP="00F04DA3">
            <w:pPr>
              <w:pStyle w:val="TAC"/>
              <w:rPr>
                <w:rFonts w:eastAsia="Malgun Gothic"/>
                <w:lang w:eastAsia="ko-KR"/>
              </w:rPr>
            </w:pPr>
            <w:r w:rsidRPr="00E062F1">
              <w:rPr>
                <w:lang w:eastAsia="zh-CN"/>
              </w:rPr>
              <w:lastRenderedPageBreak/>
              <w:t>DC_1A-3A-41A-42A_n78A</w:t>
            </w:r>
            <w:r w:rsidRPr="00E062F1">
              <w:rPr>
                <w:lang w:eastAsia="ja-JP"/>
              </w:rPr>
              <w:t>-</w:t>
            </w:r>
            <w:r w:rsidRPr="00E062F1">
              <w:rPr>
                <w:lang w:eastAsia="zh-CN"/>
              </w:rPr>
              <w:t>n257</w:t>
            </w:r>
            <w:r w:rsidRPr="00E062F1">
              <w:rPr>
                <w:rFonts w:eastAsia="Malgun Gothic"/>
                <w:lang w:eastAsia="ko-KR"/>
              </w:rPr>
              <w:t>A</w:t>
            </w:r>
          </w:p>
          <w:p w14:paraId="026A4DD3" w14:textId="77777777" w:rsidR="001F48EE" w:rsidRPr="00E062F1" w:rsidRDefault="001F48EE" w:rsidP="00F04DA3">
            <w:pPr>
              <w:pStyle w:val="TAC"/>
              <w:rPr>
                <w:rFonts w:eastAsia="Malgun Gothic"/>
                <w:lang w:eastAsia="ko-KR"/>
              </w:rPr>
            </w:pPr>
            <w:r w:rsidRPr="00E062F1">
              <w:rPr>
                <w:lang w:eastAsia="zh-CN"/>
              </w:rPr>
              <w:t>DC_1A-3A-41A-42A_n78A</w:t>
            </w:r>
            <w:r w:rsidRPr="00E062F1">
              <w:rPr>
                <w:lang w:eastAsia="ja-JP"/>
              </w:rPr>
              <w:t>-</w:t>
            </w:r>
            <w:r w:rsidRPr="00E062F1">
              <w:rPr>
                <w:lang w:eastAsia="zh-CN"/>
              </w:rPr>
              <w:t>n257</w:t>
            </w:r>
            <w:r w:rsidRPr="00E062F1">
              <w:rPr>
                <w:rFonts w:eastAsia="Malgun Gothic"/>
                <w:lang w:eastAsia="ko-KR"/>
              </w:rPr>
              <w:t>G</w:t>
            </w:r>
          </w:p>
          <w:p w14:paraId="4338510C" w14:textId="77777777" w:rsidR="001F48EE" w:rsidRPr="00E062F1" w:rsidRDefault="001F48EE" w:rsidP="00F04DA3">
            <w:pPr>
              <w:pStyle w:val="TAC"/>
              <w:rPr>
                <w:rFonts w:eastAsia="Malgun Gothic"/>
                <w:lang w:eastAsia="ko-KR"/>
              </w:rPr>
            </w:pPr>
            <w:r w:rsidRPr="00E062F1">
              <w:rPr>
                <w:lang w:eastAsia="zh-CN"/>
              </w:rPr>
              <w:t>DC_1A-3A-41A-42A_n78A</w:t>
            </w:r>
            <w:r w:rsidRPr="00E062F1">
              <w:rPr>
                <w:lang w:eastAsia="ja-JP"/>
              </w:rPr>
              <w:t>-</w:t>
            </w:r>
            <w:r w:rsidRPr="00E062F1">
              <w:rPr>
                <w:lang w:eastAsia="zh-CN"/>
              </w:rPr>
              <w:t>n257</w:t>
            </w:r>
            <w:r w:rsidRPr="00E062F1">
              <w:rPr>
                <w:rFonts w:eastAsia="Malgun Gothic"/>
                <w:lang w:eastAsia="ko-KR"/>
              </w:rPr>
              <w:t>H</w:t>
            </w:r>
          </w:p>
          <w:p w14:paraId="628A1872" w14:textId="77777777" w:rsidR="001F48EE" w:rsidRPr="00E062F1" w:rsidRDefault="001F48EE" w:rsidP="00F04DA3">
            <w:pPr>
              <w:pStyle w:val="TAC"/>
              <w:rPr>
                <w:rFonts w:eastAsia="Malgun Gothic"/>
                <w:lang w:eastAsia="ko-KR"/>
              </w:rPr>
            </w:pPr>
            <w:r w:rsidRPr="00E062F1">
              <w:rPr>
                <w:lang w:eastAsia="zh-CN"/>
              </w:rPr>
              <w:t>DC_1A-3A-41A-42A_n78A</w:t>
            </w:r>
            <w:r w:rsidRPr="00E062F1">
              <w:rPr>
                <w:lang w:eastAsia="ja-JP"/>
              </w:rPr>
              <w:t>-</w:t>
            </w:r>
            <w:r w:rsidRPr="00E062F1">
              <w:rPr>
                <w:lang w:eastAsia="zh-CN"/>
              </w:rPr>
              <w:t>n257</w:t>
            </w:r>
            <w:r w:rsidRPr="00E062F1">
              <w:rPr>
                <w:rFonts w:eastAsia="Malgun Gothic"/>
                <w:lang w:eastAsia="ko-KR"/>
              </w:rPr>
              <w:t>I</w:t>
            </w:r>
          </w:p>
          <w:p w14:paraId="66D8AB26" w14:textId="77777777" w:rsidR="001F48EE" w:rsidRPr="00E062F1" w:rsidRDefault="001F48EE" w:rsidP="00F04DA3">
            <w:pPr>
              <w:pStyle w:val="TAC"/>
              <w:rPr>
                <w:rFonts w:eastAsia="Malgun Gothic"/>
                <w:lang w:eastAsia="ko-KR"/>
              </w:rPr>
            </w:pPr>
            <w:r w:rsidRPr="00E062F1">
              <w:rPr>
                <w:lang w:eastAsia="zh-CN"/>
              </w:rPr>
              <w:t>DC_1A-3A-41A-42C_n78A</w:t>
            </w:r>
            <w:r w:rsidRPr="00E062F1">
              <w:rPr>
                <w:lang w:eastAsia="ja-JP"/>
              </w:rPr>
              <w:t>-</w:t>
            </w:r>
            <w:r w:rsidRPr="00E062F1">
              <w:rPr>
                <w:lang w:eastAsia="zh-CN"/>
              </w:rPr>
              <w:t>n257</w:t>
            </w:r>
            <w:r w:rsidRPr="00E062F1">
              <w:rPr>
                <w:rFonts w:eastAsia="Malgun Gothic"/>
                <w:lang w:eastAsia="ko-KR"/>
              </w:rPr>
              <w:t>A</w:t>
            </w:r>
          </w:p>
          <w:p w14:paraId="212AB390" w14:textId="77777777" w:rsidR="001F48EE" w:rsidRPr="00E062F1" w:rsidRDefault="001F48EE" w:rsidP="00F04DA3">
            <w:pPr>
              <w:pStyle w:val="TAC"/>
              <w:rPr>
                <w:rFonts w:eastAsia="Malgun Gothic"/>
                <w:lang w:eastAsia="ko-KR"/>
              </w:rPr>
            </w:pPr>
            <w:r w:rsidRPr="00E062F1">
              <w:rPr>
                <w:lang w:eastAsia="zh-CN"/>
              </w:rPr>
              <w:t>DC_1A-3A-41A-42C_n78A</w:t>
            </w:r>
            <w:r w:rsidRPr="00E062F1">
              <w:rPr>
                <w:lang w:eastAsia="ja-JP"/>
              </w:rPr>
              <w:t>-</w:t>
            </w:r>
            <w:r w:rsidRPr="00E062F1">
              <w:rPr>
                <w:lang w:eastAsia="zh-CN"/>
              </w:rPr>
              <w:t>n257</w:t>
            </w:r>
            <w:r w:rsidRPr="00E062F1">
              <w:rPr>
                <w:rFonts w:eastAsia="Malgun Gothic"/>
                <w:lang w:eastAsia="ko-KR"/>
              </w:rPr>
              <w:t>G</w:t>
            </w:r>
          </w:p>
          <w:p w14:paraId="7E375E38" w14:textId="77777777" w:rsidR="001F48EE" w:rsidRPr="00E062F1" w:rsidRDefault="001F48EE" w:rsidP="00F04DA3">
            <w:pPr>
              <w:pStyle w:val="TAC"/>
              <w:rPr>
                <w:rFonts w:eastAsia="Malgun Gothic"/>
                <w:lang w:eastAsia="ko-KR"/>
              </w:rPr>
            </w:pPr>
            <w:r w:rsidRPr="00E062F1">
              <w:rPr>
                <w:lang w:eastAsia="zh-CN"/>
              </w:rPr>
              <w:t>DC_1A-3A-41A-42C_n78A</w:t>
            </w:r>
            <w:r w:rsidRPr="00E062F1">
              <w:rPr>
                <w:lang w:eastAsia="ja-JP"/>
              </w:rPr>
              <w:t>-</w:t>
            </w:r>
            <w:r w:rsidRPr="00E062F1">
              <w:rPr>
                <w:lang w:eastAsia="zh-CN"/>
              </w:rPr>
              <w:t>n257</w:t>
            </w:r>
            <w:r w:rsidRPr="00E062F1">
              <w:rPr>
                <w:rFonts w:eastAsia="Malgun Gothic"/>
                <w:lang w:eastAsia="ko-KR"/>
              </w:rPr>
              <w:t>H</w:t>
            </w:r>
          </w:p>
          <w:p w14:paraId="2D26926A" w14:textId="77777777" w:rsidR="001F48EE" w:rsidRPr="00E062F1" w:rsidRDefault="001F48EE" w:rsidP="00F04DA3">
            <w:pPr>
              <w:pStyle w:val="TAC"/>
              <w:rPr>
                <w:rFonts w:eastAsia="Malgun Gothic"/>
                <w:lang w:eastAsia="ko-KR"/>
              </w:rPr>
            </w:pPr>
            <w:r w:rsidRPr="00E062F1">
              <w:rPr>
                <w:lang w:eastAsia="zh-CN"/>
              </w:rPr>
              <w:t>DC_1A-3A-41A-42C_n78A</w:t>
            </w:r>
            <w:r w:rsidRPr="00E062F1">
              <w:rPr>
                <w:lang w:eastAsia="ja-JP"/>
              </w:rPr>
              <w:t>-</w:t>
            </w:r>
            <w:r w:rsidRPr="00E062F1">
              <w:rPr>
                <w:lang w:eastAsia="zh-CN"/>
              </w:rPr>
              <w:t>n257</w:t>
            </w:r>
            <w:r w:rsidRPr="00E062F1">
              <w:rPr>
                <w:rFonts w:eastAsia="Malgun Gothic"/>
                <w:lang w:eastAsia="ko-KR"/>
              </w:rPr>
              <w:t>I</w:t>
            </w:r>
          </w:p>
          <w:p w14:paraId="3BCBC0F4" w14:textId="77777777" w:rsidR="001F48EE" w:rsidRPr="00E062F1" w:rsidRDefault="001F48EE" w:rsidP="00F04DA3">
            <w:pPr>
              <w:pStyle w:val="TAC"/>
              <w:rPr>
                <w:rFonts w:eastAsia="Malgun Gothic"/>
                <w:lang w:eastAsia="ko-KR"/>
              </w:rPr>
            </w:pPr>
            <w:r w:rsidRPr="00E062F1">
              <w:rPr>
                <w:lang w:eastAsia="zh-CN"/>
              </w:rPr>
              <w:t>DC_1A-3A-41C-42A_n78A</w:t>
            </w:r>
            <w:r w:rsidRPr="00E062F1">
              <w:rPr>
                <w:lang w:eastAsia="ja-JP"/>
              </w:rPr>
              <w:t>-</w:t>
            </w:r>
            <w:r w:rsidRPr="00E062F1">
              <w:rPr>
                <w:lang w:eastAsia="zh-CN"/>
              </w:rPr>
              <w:t>n257</w:t>
            </w:r>
            <w:r w:rsidRPr="00E062F1">
              <w:rPr>
                <w:rFonts w:eastAsia="Malgun Gothic"/>
                <w:lang w:eastAsia="ko-KR"/>
              </w:rPr>
              <w:t>A</w:t>
            </w:r>
          </w:p>
          <w:p w14:paraId="12B61F52" w14:textId="77777777" w:rsidR="001F48EE" w:rsidRPr="00E062F1" w:rsidRDefault="001F48EE" w:rsidP="00F04DA3">
            <w:pPr>
              <w:pStyle w:val="TAC"/>
              <w:rPr>
                <w:rFonts w:eastAsia="Malgun Gothic"/>
                <w:lang w:eastAsia="ko-KR"/>
              </w:rPr>
            </w:pPr>
            <w:r w:rsidRPr="00E062F1">
              <w:rPr>
                <w:lang w:eastAsia="zh-CN"/>
              </w:rPr>
              <w:t>DC_1A-3A-41C-42A_n78A</w:t>
            </w:r>
            <w:r w:rsidRPr="00E062F1">
              <w:rPr>
                <w:lang w:eastAsia="ja-JP"/>
              </w:rPr>
              <w:t>-</w:t>
            </w:r>
            <w:r w:rsidRPr="00E062F1">
              <w:rPr>
                <w:lang w:eastAsia="zh-CN"/>
              </w:rPr>
              <w:t>n257</w:t>
            </w:r>
            <w:r w:rsidRPr="00E062F1">
              <w:rPr>
                <w:rFonts w:eastAsia="Malgun Gothic"/>
                <w:lang w:eastAsia="ko-KR"/>
              </w:rPr>
              <w:t>G</w:t>
            </w:r>
          </w:p>
          <w:p w14:paraId="6FDC359F" w14:textId="77777777" w:rsidR="001F48EE" w:rsidRPr="00E062F1" w:rsidRDefault="001F48EE" w:rsidP="00F04DA3">
            <w:pPr>
              <w:pStyle w:val="TAC"/>
              <w:rPr>
                <w:rFonts w:eastAsia="Malgun Gothic"/>
                <w:lang w:eastAsia="ko-KR"/>
              </w:rPr>
            </w:pPr>
            <w:r w:rsidRPr="00E062F1">
              <w:rPr>
                <w:lang w:eastAsia="zh-CN"/>
              </w:rPr>
              <w:t>DC_1A-3A-41C-42A_n78A</w:t>
            </w:r>
            <w:r w:rsidRPr="00E062F1">
              <w:rPr>
                <w:lang w:eastAsia="ja-JP"/>
              </w:rPr>
              <w:t>-</w:t>
            </w:r>
            <w:r w:rsidRPr="00E062F1">
              <w:rPr>
                <w:lang w:eastAsia="zh-CN"/>
              </w:rPr>
              <w:t>n257</w:t>
            </w:r>
            <w:r w:rsidRPr="00E062F1">
              <w:rPr>
                <w:rFonts w:eastAsia="Malgun Gothic"/>
                <w:lang w:eastAsia="ko-KR"/>
              </w:rPr>
              <w:t>H</w:t>
            </w:r>
          </w:p>
          <w:p w14:paraId="6E0214BD" w14:textId="77777777" w:rsidR="001F48EE" w:rsidRPr="00E062F1" w:rsidRDefault="001F48EE" w:rsidP="00F04DA3">
            <w:pPr>
              <w:pStyle w:val="TAC"/>
              <w:rPr>
                <w:rFonts w:eastAsia="Malgun Gothic"/>
                <w:lang w:eastAsia="ko-KR"/>
              </w:rPr>
            </w:pPr>
            <w:r w:rsidRPr="00E062F1">
              <w:rPr>
                <w:lang w:eastAsia="zh-CN"/>
              </w:rPr>
              <w:t>DC_1A-3A-41C-42A_n78A</w:t>
            </w:r>
            <w:r w:rsidRPr="00E062F1">
              <w:rPr>
                <w:lang w:eastAsia="ja-JP"/>
              </w:rPr>
              <w:t>-</w:t>
            </w:r>
            <w:r w:rsidRPr="00E062F1">
              <w:rPr>
                <w:lang w:eastAsia="zh-CN"/>
              </w:rPr>
              <w:t>n257</w:t>
            </w:r>
            <w:r w:rsidRPr="00E062F1">
              <w:rPr>
                <w:rFonts w:eastAsia="Malgun Gothic"/>
                <w:lang w:eastAsia="ko-KR"/>
              </w:rPr>
              <w:t>I</w:t>
            </w:r>
          </w:p>
          <w:p w14:paraId="60E279CA" w14:textId="77777777" w:rsidR="001F48EE" w:rsidRPr="00E062F1" w:rsidRDefault="001F48EE" w:rsidP="00F04DA3">
            <w:pPr>
              <w:pStyle w:val="TAC"/>
              <w:rPr>
                <w:rFonts w:eastAsia="Malgun Gothic"/>
                <w:lang w:eastAsia="ko-KR"/>
              </w:rPr>
            </w:pPr>
            <w:r w:rsidRPr="00E062F1">
              <w:rPr>
                <w:lang w:eastAsia="zh-CN"/>
              </w:rPr>
              <w:t>DC_1A-3A-41C-42C_n78A</w:t>
            </w:r>
            <w:r w:rsidRPr="00E062F1">
              <w:rPr>
                <w:lang w:eastAsia="ja-JP"/>
              </w:rPr>
              <w:t>-</w:t>
            </w:r>
            <w:r w:rsidRPr="00E062F1">
              <w:rPr>
                <w:lang w:eastAsia="zh-CN"/>
              </w:rPr>
              <w:t>n257</w:t>
            </w:r>
            <w:r w:rsidRPr="00E062F1">
              <w:rPr>
                <w:rFonts w:eastAsia="Malgun Gothic"/>
                <w:lang w:eastAsia="ko-KR"/>
              </w:rPr>
              <w:t>A</w:t>
            </w:r>
          </w:p>
          <w:p w14:paraId="6B672035" w14:textId="77777777" w:rsidR="001F48EE" w:rsidRPr="00E062F1" w:rsidRDefault="001F48EE" w:rsidP="00F04DA3">
            <w:pPr>
              <w:pStyle w:val="TAC"/>
              <w:rPr>
                <w:rFonts w:eastAsia="Malgun Gothic"/>
                <w:lang w:eastAsia="ko-KR"/>
              </w:rPr>
            </w:pPr>
            <w:r w:rsidRPr="00E062F1">
              <w:rPr>
                <w:lang w:eastAsia="zh-CN"/>
              </w:rPr>
              <w:t>DC_1A-3A-41C-42C_n78A</w:t>
            </w:r>
            <w:r w:rsidRPr="00E062F1">
              <w:rPr>
                <w:lang w:eastAsia="ja-JP"/>
              </w:rPr>
              <w:t>-</w:t>
            </w:r>
            <w:r w:rsidRPr="00E062F1">
              <w:rPr>
                <w:lang w:eastAsia="zh-CN"/>
              </w:rPr>
              <w:t>n257</w:t>
            </w:r>
            <w:r w:rsidRPr="00E062F1">
              <w:rPr>
                <w:rFonts w:eastAsia="Malgun Gothic"/>
                <w:lang w:eastAsia="ko-KR"/>
              </w:rPr>
              <w:t>G</w:t>
            </w:r>
          </w:p>
          <w:p w14:paraId="6E4B8BAF" w14:textId="77777777" w:rsidR="001F48EE" w:rsidRPr="00E062F1" w:rsidRDefault="001F48EE" w:rsidP="00F04DA3">
            <w:pPr>
              <w:pStyle w:val="TAC"/>
              <w:rPr>
                <w:rFonts w:eastAsia="Malgun Gothic"/>
                <w:lang w:eastAsia="ko-KR"/>
              </w:rPr>
            </w:pPr>
            <w:r w:rsidRPr="00E062F1">
              <w:rPr>
                <w:lang w:eastAsia="zh-CN"/>
              </w:rPr>
              <w:t>DC_1A-3A-41C-42C_n78A</w:t>
            </w:r>
            <w:r w:rsidRPr="00E062F1">
              <w:rPr>
                <w:lang w:eastAsia="ja-JP"/>
              </w:rPr>
              <w:t>-</w:t>
            </w:r>
            <w:r w:rsidRPr="00E062F1">
              <w:rPr>
                <w:lang w:eastAsia="zh-CN"/>
              </w:rPr>
              <w:t>n257</w:t>
            </w:r>
            <w:r w:rsidRPr="00E062F1">
              <w:rPr>
                <w:rFonts w:eastAsia="Malgun Gothic"/>
                <w:lang w:eastAsia="ko-KR"/>
              </w:rPr>
              <w:t>H</w:t>
            </w:r>
          </w:p>
          <w:p w14:paraId="633AB148" w14:textId="77777777" w:rsidR="001F48EE" w:rsidRPr="00E062F1" w:rsidRDefault="001F48EE" w:rsidP="00F04DA3">
            <w:pPr>
              <w:pStyle w:val="TAC"/>
            </w:pPr>
            <w:r w:rsidRPr="00E062F1">
              <w:rPr>
                <w:lang w:eastAsia="zh-CN"/>
              </w:rPr>
              <w:t>DC_1A-3A-41C-42C_n78A</w:t>
            </w:r>
            <w:r w:rsidRPr="00E062F1">
              <w:rPr>
                <w:lang w:eastAsia="ja-JP"/>
              </w:rPr>
              <w:t>-</w:t>
            </w:r>
            <w:r w:rsidRPr="00E062F1">
              <w:rPr>
                <w:lang w:eastAsia="zh-CN"/>
              </w:rPr>
              <w:t>n257</w:t>
            </w:r>
            <w:r w:rsidRPr="00E062F1">
              <w:rPr>
                <w:rFonts w:eastAsia="Malgun Gothic"/>
                <w:lang w:eastAsia="ko-KR"/>
              </w:rPr>
              <w:t>I</w:t>
            </w:r>
          </w:p>
        </w:tc>
        <w:tc>
          <w:tcPr>
            <w:tcW w:w="3969" w:type="dxa"/>
            <w:tcMar>
              <w:top w:w="28" w:type="dxa"/>
              <w:left w:w="28" w:type="dxa"/>
              <w:bottom w:w="28" w:type="dxa"/>
              <w:right w:w="28" w:type="dxa"/>
            </w:tcMar>
          </w:tcPr>
          <w:p w14:paraId="5DB008F9" w14:textId="77777777" w:rsidR="001F48EE" w:rsidRPr="00E062F1" w:rsidRDefault="001F48EE" w:rsidP="00F04DA3">
            <w:pPr>
              <w:pStyle w:val="TAC"/>
              <w:rPr>
                <w:lang w:eastAsia="zh-CN"/>
              </w:rPr>
            </w:pPr>
            <w:r w:rsidRPr="00E062F1">
              <w:rPr>
                <w:lang w:eastAsia="zh-CN"/>
              </w:rPr>
              <w:t>DC_1A_n78A</w:t>
            </w:r>
          </w:p>
          <w:p w14:paraId="45550EED" w14:textId="77777777" w:rsidR="001F48EE" w:rsidRPr="00E062F1" w:rsidRDefault="001F48EE" w:rsidP="00F04DA3">
            <w:pPr>
              <w:pStyle w:val="TAC"/>
              <w:rPr>
                <w:lang w:eastAsia="zh-CN"/>
              </w:rPr>
            </w:pPr>
            <w:r w:rsidRPr="00E062F1">
              <w:rPr>
                <w:lang w:eastAsia="zh-CN"/>
              </w:rPr>
              <w:t>DC_1A_n257A</w:t>
            </w:r>
          </w:p>
          <w:p w14:paraId="6B2A6519" w14:textId="77777777" w:rsidR="001F48EE" w:rsidRPr="00E062F1" w:rsidRDefault="001F48EE" w:rsidP="00F04DA3">
            <w:pPr>
              <w:pStyle w:val="TAC"/>
              <w:rPr>
                <w:lang w:eastAsia="zh-CN"/>
              </w:rPr>
            </w:pPr>
            <w:r w:rsidRPr="00E062F1">
              <w:rPr>
                <w:lang w:eastAsia="zh-CN"/>
              </w:rPr>
              <w:t>DC_1A_n257G</w:t>
            </w:r>
          </w:p>
          <w:p w14:paraId="54756977" w14:textId="77777777" w:rsidR="001F48EE" w:rsidRPr="00E062F1" w:rsidRDefault="001F48EE" w:rsidP="00F04DA3">
            <w:pPr>
              <w:pStyle w:val="TAC"/>
              <w:rPr>
                <w:lang w:eastAsia="zh-CN"/>
              </w:rPr>
            </w:pPr>
            <w:r w:rsidRPr="00E062F1">
              <w:rPr>
                <w:lang w:eastAsia="zh-CN"/>
              </w:rPr>
              <w:t>DC_1A_n257H</w:t>
            </w:r>
          </w:p>
          <w:p w14:paraId="375BDDF6" w14:textId="77777777" w:rsidR="001F48EE" w:rsidRPr="00E062F1" w:rsidRDefault="001F48EE" w:rsidP="00F04DA3">
            <w:pPr>
              <w:pStyle w:val="TAC"/>
              <w:rPr>
                <w:lang w:eastAsia="zh-CN"/>
              </w:rPr>
            </w:pPr>
            <w:r w:rsidRPr="00E062F1">
              <w:rPr>
                <w:lang w:eastAsia="zh-CN"/>
              </w:rPr>
              <w:t>DC_1A_n257I</w:t>
            </w:r>
          </w:p>
          <w:p w14:paraId="5A5EF723" w14:textId="77777777" w:rsidR="001F48EE" w:rsidRPr="00E062F1" w:rsidRDefault="001F48EE" w:rsidP="00F04DA3">
            <w:pPr>
              <w:pStyle w:val="TAC"/>
              <w:rPr>
                <w:lang w:eastAsia="zh-CN"/>
              </w:rPr>
            </w:pPr>
            <w:r w:rsidRPr="00E062F1">
              <w:rPr>
                <w:lang w:eastAsia="zh-CN"/>
              </w:rPr>
              <w:t>DC_3A_n78A</w:t>
            </w:r>
          </w:p>
          <w:p w14:paraId="083BF294" w14:textId="77777777" w:rsidR="001F48EE" w:rsidRPr="00E062F1" w:rsidRDefault="001F48EE" w:rsidP="00F04DA3">
            <w:pPr>
              <w:pStyle w:val="TAC"/>
              <w:rPr>
                <w:lang w:eastAsia="zh-CN"/>
              </w:rPr>
            </w:pPr>
            <w:r w:rsidRPr="00E062F1">
              <w:rPr>
                <w:lang w:eastAsia="zh-CN"/>
              </w:rPr>
              <w:t>DC_3A_n257A</w:t>
            </w:r>
          </w:p>
          <w:p w14:paraId="7ED5CAB7" w14:textId="77777777" w:rsidR="001F48EE" w:rsidRPr="00E062F1" w:rsidRDefault="001F48EE" w:rsidP="00F04DA3">
            <w:pPr>
              <w:pStyle w:val="TAC"/>
              <w:rPr>
                <w:lang w:eastAsia="zh-CN"/>
              </w:rPr>
            </w:pPr>
            <w:r w:rsidRPr="00E062F1">
              <w:rPr>
                <w:lang w:eastAsia="zh-CN"/>
              </w:rPr>
              <w:t>DC_3A_n257G</w:t>
            </w:r>
          </w:p>
          <w:p w14:paraId="6ACEBC19" w14:textId="77777777" w:rsidR="001F48EE" w:rsidRPr="00E062F1" w:rsidRDefault="001F48EE" w:rsidP="00F04DA3">
            <w:pPr>
              <w:pStyle w:val="TAC"/>
              <w:rPr>
                <w:lang w:eastAsia="zh-CN"/>
              </w:rPr>
            </w:pPr>
            <w:r w:rsidRPr="00E062F1">
              <w:rPr>
                <w:lang w:eastAsia="zh-CN"/>
              </w:rPr>
              <w:t>DC_3A_n257H</w:t>
            </w:r>
          </w:p>
          <w:p w14:paraId="18130166" w14:textId="77777777" w:rsidR="001F48EE" w:rsidRPr="00E062F1" w:rsidRDefault="001F48EE" w:rsidP="00F04DA3">
            <w:pPr>
              <w:pStyle w:val="TAC"/>
              <w:rPr>
                <w:lang w:eastAsia="zh-CN"/>
              </w:rPr>
            </w:pPr>
            <w:r w:rsidRPr="00E062F1">
              <w:rPr>
                <w:lang w:eastAsia="zh-CN"/>
              </w:rPr>
              <w:t>DC_3A_n257I</w:t>
            </w:r>
          </w:p>
          <w:p w14:paraId="2C295257" w14:textId="77777777" w:rsidR="001F48EE" w:rsidRPr="00E062F1" w:rsidRDefault="001F48EE" w:rsidP="00F04DA3">
            <w:pPr>
              <w:pStyle w:val="TAC"/>
              <w:rPr>
                <w:lang w:eastAsia="zh-CN"/>
              </w:rPr>
            </w:pPr>
            <w:r w:rsidRPr="00E062F1">
              <w:rPr>
                <w:lang w:eastAsia="zh-CN"/>
              </w:rPr>
              <w:t>DC_41A_n78A</w:t>
            </w:r>
          </w:p>
          <w:p w14:paraId="4848947E" w14:textId="77777777" w:rsidR="001F48EE" w:rsidRPr="00E062F1" w:rsidRDefault="001F48EE" w:rsidP="00F04DA3">
            <w:pPr>
              <w:pStyle w:val="TAC"/>
              <w:rPr>
                <w:lang w:eastAsia="zh-CN"/>
              </w:rPr>
            </w:pPr>
            <w:r w:rsidRPr="00E062F1">
              <w:rPr>
                <w:lang w:eastAsia="zh-CN"/>
              </w:rPr>
              <w:t>DC_41A_n257A</w:t>
            </w:r>
          </w:p>
          <w:p w14:paraId="23758B27" w14:textId="77777777" w:rsidR="001F48EE" w:rsidRPr="00E062F1" w:rsidRDefault="001F48EE" w:rsidP="00F04DA3">
            <w:pPr>
              <w:pStyle w:val="TAC"/>
              <w:rPr>
                <w:lang w:eastAsia="zh-CN"/>
              </w:rPr>
            </w:pPr>
            <w:r w:rsidRPr="00E062F1">
              <w:rPr>
                <w:lang w:eastAsia="zh-CN"/>
              </w:rPr>
              <w:t>DC_41A_n257G</w:t>
            </w:r>
          </w:p>
          <w:p w14:paraId="6F6827CA" w14:textId="77777777" w:rsidR="001F48EE" w:rsidRPr="00E062F1" w:rsidRDefault="001F48EE" w:rsidP="00F04DA3">
            <w:pPr>
              <w:pStyle w:val="TAC"/>
              <w:rPr>
                <w:lang w:eastAsia="zh-CN"/>
              </w:rPr>
            </w:pPr>
            <w:r w:rsidRPr="00E062F1">
              <w:rPr>
                <w:lang w:eastAsia="zh-CN"/>
              </w:rPr>
              <w:t>DC_41A_n257H</w:t>
            </w:r>
          </w:p>
          <w:p w14:paraId="09CB5B4F" w14:textId="65729FD9" w:rsidR="001F48EE" w:rsidRPr="00E062F1" w:rsidRDefault="001F48EE" w:rsidP="00F04DA3">
            <w:pPr>
              <w:pStyle w:val="TAC"/>
              <w:rPr>
                <w:lang w:eastAsia="zh-CN"/>
              </w:rPr>
            </w:pPr>
            <w:r w:rsidRPr="00E062F1">
              <w:rPr>
                <w:lang w:eastAsia="zh-CN"/>
              </w:rPr>
              <w:t>DC_41A_n257I</w:t>
            </w:r>
          </w:p>
          <w:p w14:paraId="597AA0F7" w14:textId="77777777" w:rsidR="001F48EE" w:rsidRPr="00E062F1" w:rsidRDefault="001F48EE" w:rsidP="00F04DA3">
            <w:pPr>
              <w:pStyle w:val="TAC"/>
              <w:rPr>
                <w:lang w:eastAsia="zh-CN"/>
              </w:rPr>
            </w:pPr>
            <w:r w:rsidRPr="00E062F1">
              <w:rPr>
                <w:lang w:eastAsia="zh-CN"/>
              </w:rPr>
              <w:t>DC_41C_n78A</w:t>
            </w:r>
          </w:p>
          <w:p w14:paraId="507E1792" w14:textId="77777777" w:rsidR="001F48EE" w:rsidRPr="00E062F1" w:rsidRDefault="001F48EE" w:rsidP="00F04DA3">
            <w:pPr>
              <w:pStyle w:val="TAC"/>
              <w:rPr>
                <w:lang w:eastAsia="zh-CN"/>
              </w:rPr>
            </w:pPr>
            <w:r w:rsidRPr="00E062F1">
              <w:rPr>
                <w:lang w:eastAsia="zh-CN"/>
              </w:rPr>
              <w:t>DC_41C_n257A</w:t>
            </w:r>
          </w:p>
          <w:p w14:paraId="105B0ED7" w14:textId="77777777" w:rsidR="001F48EE" w:rsidRPr="00E062F1" w:rsidRDefault="001F48EE" w:rsidP="00F04DA3">
            <w:pPr>
              <w:pStyle w:val="TAC"/>
              <w:rPr>
                <w:lang w:eastAsia="zh-CN"/>
              </w:rPr>
            </w:pPr>
            <w:r w:rsidRPr="00E062F1">
              <w:rPr>
                <w:lang w:eastAsia="zh-CN"/>
              </w:rPr>
              <w:t>DC_41C_n257G</w:t>
            </w:r>
          </w:p>
          <w:p w14:paraId="1054F692" w14:textId="77777777" w:rsidR="001F48EE" w:rsidRPr="00E062F1" w:rsidRDefault="001F48EE" w:rsidP="00F04DA3">
            <w:pPr>
              <w:pStyle w:val="TAC"/>
              <w:rPr>
                <w:lang w:eastAsia="zh-CN"/>
              </w:rPr>
            </w:pPr>
            <w:r w:rsidRPr="00E062F1">
              <w:rPr>
                <w:lang w:eastAsia="zh-CN"/>
              </w:rPr>
              <w:t>DC_41C_n257H</w:t>
            </w:r>
          </w:p>
          <w:p w14:paraId="2683F5D0" w14:textId="77777777" w:rsidR="001F48EE" w:rsidRPr="00E062F1" w:rsidRDefault="001F48EE" w:rsidP="00F04DA3">
            <w:pPr>
              <w:pStyle w:val="TAC"/>
              <w:rPr>
                <w:lang w:eastAsia="zh-CN"/>
              </w:rPr>
            </w:pPr>
            <w:r w:rsidRPr="00E062F1">
              <w:rPr>
                <w:lang w:eastAsia="zh-CN"/>
              </w:rPr>
              <w:t>DC_41C_n257I</w:t>
            </w:r>
          </w:p>
          <w:p w14:paraId="2F79FDF0" w14:textId="77777777" w:rsidR="001F48EE" w:rsidRPr="00E062F1" w:rsidRDefault="001F48EE" w:rsidP="00F04DA3">
            <w:pPr>
              <w:pStyle w:val="TAC"/>
              <w:rPr>
                <w:lang w:eastAsia="zh-CN"/>
              </w:rPr>
            </w:pPr>
            <w:r w:rsidRPr="00E062F1">
              <w:rPr>
                <w:lang w:eastAsia="zh-CN"/>
              </w:rPr>
              <w:t>DC_42A_n257A</w:t>
            </w:r>
          </w:p>
          <w:p w14:paraId="760F9DB3" w14:textId="77777777" w:rsidR="001F48EE" w:rsidRPr="00E062F1" w:rsidRDefault="001F48EE" w:rsidP="00F04DA3">
            <w:pPr>
              <w:pStyle w:val="TAC"/>
              <w:rPr>
                <w:lang w:eastAsia="zh-CN"/>
              </w:rPr>
            </w:pPr>
            <w:r w:rsidRPr="00E062F1">
              <w:rPr>
                <w:lang w:eastAsia="zh-CN"/>
              </w:rPr>
              <w:t>DC_42A_n257G</w:t>
            </w:r>
          </w:p>
          <w:p w14:paraId="5021E119" w14:textId="77777777" w:rsidR="001F48EE" w:rsidRPr="00E062F1" w:rsidRDefault="001F48EE" w:rsidP="00F04DA3">
            <w:pPr>
              <w:pStyle w:val="TAC"/>
              <w:rPr>
                <w:lang w:eastAsia="zh-CN"/>
              </w:rPr>
            </w:pPr>
            <w:r w:rsidRPr="00E062F1">
              <w:rPr>
                <w:lang w:eastAsia="zh-CN"/>
              </w:rPr>
              <w:t>DC_42A_n257H</w:t>
            </w:r>
          </w:p>
          <w:p w14:paraId="3EC56CB3" w14:textId="77777777" w:rsidR="001F48EE" w:rsidRPr="00E062F1" w:rsidRDefault="001F48EE" w:rsidP="00F04DA3">
            <w:pPr>
              <w:pStyle w:val="TAC"/>
              <w:rPr>
                <w:lang w:eastAsia="zh-CN"/>
              </w:rPr>
            </w:pPr>
            <w:r w:rsidRPr="00E062F1">
              <w:rPr>
                <w:lang w:eastAsia="zh-CN"/>
              </w:rPr>
              <w:t>DC_42A_n257I</w:t>
            </w:r>
          </w:p>
          <w:p w14:paraId="36E7E918" w14:textId="77777777" w:rsidR="001F48EE" w:rsidRPr="00E062F1" w:rsidRDefault="001F48EE" w:rsidP="00F04DA3">
            <w:pPr>
              <w:pStyle w:val="TAC"/>
              <w:rPr>
                <w:lang w:eastAsia="zh-CN"/>
              </w:rPr>
            </w:pPr>
            <w:r w:rsidRPr="00E062F1">
              <w:rPr>
                <w:lang w:eastAsia="zh-CN"/>
              </w:rPr>
              <w:t>DC_42C_n257A</w:t>
            </w:r>
          </w:p>
          <w:p w14:paraId="79E5FDEE" w14:textId="77777777" w:rsidR="001F48EE" w:rsidRPr="00E062F1" w:rsidRDefault="001F48EE" w:rsidP="00F04DA3">
            <w:pPr>
              <w:pStyle w:val="TAC"/>
              <w:rPr>
                <w:lang w:eastAsia="zh-CN"/>
              </w:rPr>
            </w:pPr>
            <w:r w:rsidRPr="00E062F1">
              <w:rPr>
                <w:lang w:eastAsia="zh-CN"/>
              </w:rPr>
              <w:t>DC_42C_n257G</w:t>
            </w:r>
          </w:p>
          <w:p w14:paraId="074B86DB" w14:textId="77777777" w:rsidR="001F48EE" w:rsidRPr="00E062F1" w:rsidRDefault="001F48EE" w:rsidP="00F04DA3">
            <w:pPr>
              <w:pStyle w:val="TAC"/>
              <w:rPr>
                <w:lang w:eastAsia="zh-CN"/>
              </w:rPr>
            </w:pPr>
            <w:r w:rsidRPr="00E062F1">
              <w:rPr>
                <w:lang w:eastAsia="zh-CN"/>
              </w:rPr>
              <w:t>DC_42C_n257H</w:t>
            </w:r>
          </w:p>
          <w:p w14:paraId="7781288B" w14:textId="77777777" w:rsidR="001F48EE" w:rsidRPr="00E062F1" w:rsidRDefault="001F48EE" w:rsidP="00F04DA3">
            <w:pPr>
              <w:pStyle w:val="TAC"/>
            </w:pPr>
            <w:r w:rsidRPr="00E062F1">
              <w:rPr>
                <w:lang w:eastAsia="zh-CN"/>
              </w:rPr>
              <w:t>DC_42C_n257I</w:t>
            </w:r>
          </w:p>
        </w:tc>
      </w:tr>
      <w:tr w:rsidR="001F48EE" w:rsidRPr="00E062F1" w:rsidDel="00C35823" w14:paraId="7E66D5BA" w14:textId="77777777" w:rsidTr="00F04DA3">
        <w:trPr>
          <w:trHeight w:val="187"/>
          <w:tblHeader/>
          <w:jc w:val="center"/>
        </w:trPr>
        <w:tc>
          <w:tcPr>
            <w:tcW w:w="3969" w:type="dxa"/>
            <w:shd w:val="clear" w:color="auto" w:fill="auto"/>
            <w:tcMar>
              <w:top w:w="28" w:type="dxa"/>
              <w:left w:w="28" w:type="dxa"/>
              <w:bottom w:w="28" w:type="dxa"/>
              <w:right w:w="28" w:type="dxa"/>
            </w:tcMar>
          </w:tcPr>
          <w:p w14:paraId="7F285B65" w14:textId="77777777" w:rsidR="001F48EE" w:rsidRPr="00E062F1" w:rsidRDefault="001F48EE" w:rsidP="00F04DA3">
            <w:pPr>
              <w:pStyle w:val="TAC"/>
              <w:rPr>
                <w:rFonts w:eastAsia="Malgun Gothic"/>
                <w:lang w:eastAsia="ko-KR"/>
              </w:rPr>
            </w:pPr>
            <w:r w:rsidRPr="00E062F1">
              <w:rPr>
                <w:lang w:eastAsia="zh-CN"/>
              </w:rPr>
              <w:t>DC_3A-28A-41A-42A_n78A</w:t>
            </w:r>
            <w:r w:rsidRPr="00E062F1">
              <w:rPr>
                <w:lang w:eastAsia="ja-JP"/>
              </w:rPr>
              <w:t>-</w:t>
            </w:r>
            <w:r w:rsidRPr="00E062F1">
              <w:rPr>
                <w:lang w:eastAsia="zh-CN"/>
              </w:rPr>
              <w:t>n257</w:t>
            </w:r>
            <w:r w:rsidRPr="00E062F1">
              <w:rPr>
                <w:rFonts w:eastAsia="Malgun Gothic"/>
                <w:lang w:eastAsia="ko-KR"/>
              </w:rPr>
              <w:t>A</w:t>
            </w:r>
          </w:p>
          <w:p w14:paraId="4A472621" w14:textId="77777777" w:rsidR="001F48EE" w:rsidRPr="00E062F1" w:rsidRDefault="001F48EE" w:rsidP="00F04DA3">
            <w:pPr>
              <w:pStyle w:val="TAC"/>
              <w:rPr>
                <w:rFonts w:eastAsia="Malgun Gothic"/>
                <w:lang w:eastAsia="ko-KR"/>
              </w:rPr>
            </w:pPr>
            <w:r w:rsidRPr="00E062F1">
              <w:rPr>
                <w:lang w:eastAsia="zh-CN"/>
              </w:rPr>
              <w:t>DC_3A-28A-41A-42A_n78A</w:t>
            </w:r>
            <w:r w:rsidRPr="00E062F1">
              <w:rPr>
                <w:lang w:eastAsia="ja-JP"/>
              </w:rPr>
              <w:t>-</w:t>
            </w:r>
            <w:r w:rsidRPr="00E062F1">
              <w:rPr>
                <w:lang w:eastAsia="zh-CN"/>
              </w:rPr>
              <w:t>n257</w:t>
            </w:r>
            <w:r w:rsidRPr="00E062F1">
              <w:rPr>
                <w:rFonts w:eastAsia="Malgun Gothic"/>
                <w:lang w:eastAsia="ko-KR"/>
              </w:rPr>
              <w:t>G</w:t>
            </w:r>
          </w:p>
          <w:p w14:paraId="268EA452" w14:textId="77777777" w:rsidR="001F48EE" w:rsidRPr="00E062F1" w:rsidRDefault="001F48EE" w:rsidP="00F04DA3">
            <w:pPr>
              <w:pStyle w:val="TAC"/>
              <w:rPr>
                <w:rFonts w:eastAsia="Malgun Gothic"/>
                <w:lang w:eastAsia="ko-KR"/>
              </w:rPr>
            </w:pPr>
            <w:r w:rsidRPr="00E062F1">
              <w:rPr>
                <w:lang w:eastAsia="zh-CN"/>
              </w:rPr>
              <w:t>DC_3A-28A-41A-42A_n78A</w:t>
            </w:r>
            <w:r w:rsidRPr="00E062F1">
              <w:rPr>
                <w:lang w:eastAsia="ja-JP"/>
              </w:rPr>
              <w:t>-</w:t>
            </w:r>
            <w:r w:rsidRPr="00E062F1">
              <w:rPr>
                <w:lang w:eastAsia="zh-CN"/>
              </w:rPr>
              <w:t>n257</w:t>
            </w:r>
            <w:r w:rsidRPr="00E062F1">
              <w:rPr>
                <w:rFonts w:eastAsia="Malgun Gothic"/>
                <w:lang w:eastAsia="ko-KR"/>
              </w:rPr>
              <w:t>H</w:t>
            </w:r>
          </w:p>
          <w:p w14:paraId="49429995" w14:textId="77777777" w:rsidR="001F48EE" w:rsidRPr="00E062F1" w:rsidRDefault="001F48EE" w:rsidP="00F04DA3">
            <w:pPr>
              <w:pStyle w:val="TAC"/>
              <w:rPr>
                <w:rFonts w:eastAsia="Malgun Gothic"/>
                <w:lang w:eastAsia="ko-KR"/>
              </w:rPr>
            </w:pPr>
            <w:r w:rsidRPr="00E062F1">
              <w:rPr>
                <w:lang w:eastAsia="zh-CN"/>
              </w:rPr>
              <w:t>DC_3A-28A-41A-42A_n78A</w:t>
            </w:r>
            <w:r w:rsidRPr="00E062F1">
              <w:rPr>
                <w:lang w:eastAsia="ja-JP"/>
              </w:rPr>
              <w:t>-</w:t>
            </w:r>
            <w:r w:rsidRPr="00E062F1">
              <w:rPr>
                <w:lang w:eastAsia="zh-CN"/>
              </w:rPr>
              <w:t>n257</w:t>
            </w:r>
            <w:r w:rsidRPr="00E062F1">
              <w:rPr>
                <w:rFonts w:eastAsia="Malgun Gothic"/>
                <w:lang w:eastAsia="ko-KR"/>
              </w:rPr>
              <w:t>I</w:t>
            </w:r>
          </w:p>
          <w:p w14:paraId="1B0AC106" w14:textId="77777777" w:rsidR="001F48EE" w:rsidRPr="00E062F1" w:rsidRDefault="001F48EE" w:rsidP="00F04DA3">
            <w:pPr>
              <w:pStyle w:val="TAC"/>
              <w:rPr>
                <w:rFonts w:eastAsia="Malgun Gothic"/>
                <w:lang w:eastAsia="ko-KR"/>
              </w:rPr>
            </w:pPr>
            <w:r w:rsidRPr="00E062F1">
              <w:rPr>
                <w:lang w:eastAsia="zh-CN"/>
              </w:rPr>
              <w:t>DC_3A-28A-41A-42C_n78A</w:t>
            </w:r>
            <w:r w:rsidRPr="00E062F1">
              <w:rPr>
                <w:lang w:eastAsia="ja-JP"/>
              </w:rPr>
              <w:t>-</w:t>
            </w:r>
            <w:r w:rsidRPr="00E062F1">
              <w:rPr>
                <w:lang w:eastAsia="zh-CN"/>
              </w:rPr>
              <w:t>n257</w:t>
            </w:r>
            <w:r w:rsidRPr="00E062F1">
              <w:rPr>
                <w:rFonts w:eastAsia="Malgun Gothic"/>
                <w:lang w:eastAsia="ko-KR"/>
              </w:rPr>
              <w:t>A</w:t>
            </w:r>
          </w:p>
          <w:p w14:paraId="069BB922" w14:textId="77777777" w:rsidR="001F48EE" w:rsidRPr="00E062F1" w:rsidRDefault="001F48EE" w:rsidP="00F04DA3">
            <w:pPr>
              <w:pStyle w:val="TAC"/>
              <w:rPr>
                <w:rFonts w:eastAsia="Malgun Gothic"/>
                <w:lang w:eastAsia="ko-KR"/>
              </w:rPr>
            </w:pPr>
            <w:r w:rsidRPr="00E062F1">
              <w:rPr>
                <w:lang w:eastAsia="zh-CN"/>
              </w:rPr>
              <w:t>DC_3A-28A-41A-42C_n78A</w:t>
            </w:r>
            <w:r w:rsidRPr="00E062F1">
              <w:rPr>
                <w:lang w:eastAsia="ja-JP"/>
              </w:rPr>
              <w:t>-</w:t>
            </w:r>
            <w:r w:rsidRPr="00E062F1">
              <w:rPr>
                <w:lang w:eastAsia="zh-CN"/>
              </w:rPr>
              <w:t>n257</w:t>
            </w:r>
            <w:r w:rsidRPr="00E062F1">
              <w:rPr>
                <w:rFonts w:eastAsia="Malgun Gothic"/>
                <w:lang w:eastAsia="ko-KR"/>
              </w:rPr>
              <w:t>G</w:t>
            </w:r>
          </w:p>
          <w:p w14:paraId="1F19F870" w14:textId="77777777" w:rsidR="001F48EE" w:rsidRPr="00E062F1" w:rsidRDefault="001F48EE" w:rsidP="00F04DA3">
            <w:pPr>
              <w:pStyle w:val="TAC"/>
              <w:rPr>
                <w:rFonts w:eastAsia="Malgun Gothic"/>
                <w:lang w:eastAsia="ko-KR"/>
              </w:rPr>
            </w:pPr>
            <w:r w:rsidRPr="00E062F1">
              <w:rPr>
                <w:lang w:eastAsia="zh-CN"/>
              </w:rPr>
              <w:t>DC_3A-28A-41A-42C_n78A</w:t>
            </w:r>
            <w:r w:rsidRPr="00E062F1">
              <w:rPr>
                <w:lang w:eastAsia="ja-JP"/>
              </w:rPr>
              <w:t>-</w:t>
            </w:r>
            <w:r w:rsidRPr="00E062F1">
              <w:rPr>
                <w:lang w:eastAsia="zh-CN"/>
              </w:rPr>
              <w:t>n257</w:t>
            </w:r>
            <w:r w:rsidRPr="00E062F1">
              <w:rPr>
                <w:rFonts w:eastAsia="Malgun Gothic"/>
                <w:lang w:eastAsia="ko-KR"/>
              </w:rPr>
              <w:t>H</w:t>
            </w:r>
          </w:p>
          <w:p w14:paraId="425CA52C" w14:textId="77777777" w:rsidR="001F48EE" w:rsidRPr="00E062F1" w:rsidRDefault="001F48EE" w:rsidP="00F04DA3">
            <w:pPr>
              <w:pStyle w:val="TAC"/>
              <w:rPr>
                <w:rFonts w:eastAsia="Malgun Gothic"/>
                <w:lang w:eastAsia="ko-KR"/>
              </w:rPr>
            </w:pPr>
            <w:r w:rsidRPr="00E062F1">
              <w:rPr>
                <w:lang w:eastAsia="zh-CN"/>
              </w:rPr>
              <w:t>DC_3A-28A-41A-42C_n78A</w:t>
            </w:r>
            <w:r w:rsidRPr="00E062F1">
              <w:rPr>
                <w:lang w:eastAsia="ja-JP"/>
              </w:rPr>
              <w:t>-</w:t>
            </w:r>
            <w:r w:rsidRPr="00E062F1">
              <w:rPr>
                <w:lang w:eastAsia="zh-CN"/>
              </w:rPr>
              <w:t>n257</w:t>
            </w:r>
            <w:r w:rsidRPr="00E062F1">
              <w:rPr>
                <w:rFonts w:eastAsia="Malgun Gothic"/>
                <w:lang w:eastAsia="ko-KR"/>
              </w:rPr>
              <w:t>I</w:t>
            </w:r>
          </w:p>
          <w:p w14:paraId="77396392" w14:textId="77777777" w:rsidR="001F48EE" w:rsidRPr="00E062F1" w:rsidRDefault="001F48EE" w:rsidP="00F04DA3">
            <w:pPr>
              <w:pStyle w:val="TAC"/>
              <w:rPr>
                <w:rFonts w:eastAsia="Malgun Gothic"/>
                <w:lang w:eastAsia="ko-KR"/>
              </w:rPr>
            </w:pPr>
            <w:r w:rsidRPr="00E062F1">
              <w:rPr>
                <w:lang w:eastAsia="zh-CN"/>
              </w:rPr>
              <w:t>DC_3A-28A-41C-42A_n78A</w:t>
            </w:r>
            <w:r w:rsidRPr="00E062F1">
              <w:rPr>
                <w:lang w:eastAsia="ja-JP"/>
              </w:rPr>
              <w:t>-</w:t>
            </w:r>
            <w:r w:rsidRPr="00E062F1">
              <w:rPr>
                <w:lang w:eastAsia="zh-CN"/>
              </w:rPr>
              <w:t>n257</w:t>
            </w:r>
            <w:r w:rsidRPr="00E062F1">
              <w:rPr>
                <w:rFonts w:eastAsia="Malgun Gothic"/>
                <w:lang w:eastAsia="ko-KR"/>
              </w:rPr>
              <w:t>A</w:t>
            </w:r>
          </w:p>
          <w:p w14:paraId="6FADC907" w14:textId="77777777" w:rsidR="001F48EE" w:rsidRPr="00E062F1" w:rsidRDefault="001F48EE" w:rsidP="00F04DA3">
            <w:pPr>
              <w:pStyle w:val="TAC"/>
              <w:rPr>
                <w:rFonts w:eastAsia="Malgun Gothic"/>
                <w:lang w:eastAsia="ko-KR"/>
              </w:rPr>
            </w:pPr>
            <w:r w:rsidRPr="00E062F1">
              <w:rPr>
                <w:lang w:eastAsia="zh-CN"/>
              </w:rPr>
              <w:t>DC_3A-28A-41C-42A_n78A</w:t>
            </w:r>
            <w:r w:rsidRPr="00E062F1">
              <w:rPr>
                <w:lang w:eastAsia="ja-JP"/>
              </w:rPr>
              <w:t>-</w:t>
            </w:r>
            <w:r w:rsidRPr="00E062F1">
              <w:rPr>
                <w:lang w:eastAsia="zh-CN"/>
              </w:rPr>
              <w:t>n257</w:t>
            </w:r>
            <w:r w:rsidRPr="00E062F1">
              <w:rPr>
                <w:rFonts w:eastAsia="Malgun Gothic"/>
                <w:lang w:eastAsia="ko-KR"/>
              </w:rPr>
              <w:t>G</w:t>
            </w:r>
          </w:p>
          <w:p w14:paraId="79060E72" w14:textId="77777777" w:rsidR="001F48EE" w:rsidRPr="00E062F1" w:rsidRDefault="001F48EE" w:rsidP="00F04DA3">
            <w:pPr>
              <w:pStyle w:val="TAC"/>
              <w:rPr>
                <w:rFonts w:eastAsia="Malgun Gothic"/>
                <w:lang w:eastAsia="ko-KR"/>
              </w:rPr>
            </w:pPr>
            <w:r w:rsidRPr="00E062F1">
              <w:rPr>
                <w:lang w:eastAsia="zh-CN"/>
              </w:rPr>
              <w:t>DC_3A-28A-41C-42A_n78A</w:t>
            </w:r>
            <w:r w:rsidRPr="00E062F1">
              <w:rPr>
                <w:lang w:eastAsia="ja-JP"/>
              </w:rPr>
              <w:t>-</w:t>
            </w:r>
            <w:r w:rsidRPr="00E062F1">
              <w:rPr>
                <w:lang w:eastAsia="zh-CN"/>
              </w:rPr>
              <w:t>n257</w:t>
            </w:r>
            <w:r w:rsidRPr="00E062F1">
              <w:rPr>
                <w:rFonts w:eastAsia="Malgun Gothic"/>
                <w:lang w:eastAsia="ko-KR"/>
              </w:rPr>
              <w:t>H</w:t>
            </w:r>
          </w:p>
          <w:p w14:paraId="786523D2" w14:textId="77777777" w:rsidR="001F48EE" w:rsidRPr="00E062F1" w:rsidRDefault="001F48EE" w:rsidP="00F04DA3">
            <w:pPr>
              <w:pStyle w:val="TAC"/>
              <w:rPr>
                <w:rFonts w:eastAsia="Malgun Gothic"/>
                <w:lang w:eastAsia="ko-KR"/>
              </w:rPr>
            </w:pPr>
            <w:r w:rsidRPr="00E062F1">
              <w:rPr>
                <w:lang w:eastAsia="zh-CN"/>
              </w:rPr>
              <w:t>DC_3A-28A-41C-42A_n78A</w:t>
            </w:r>
            <w:r w:rsidRPr="00E062F1">
              <w:rPr>
                <w:lang w:eastAsia="ja-JP"/>
              </w:rPr>
              <w:t>-</w:t>
            </w:r>
            <w:r w:rsidRPr="00E062F1">
              <w:rPr>
                <w:lang w:eastAsia="zh-CN"/>
              </w:rPr>
              <w:t>n257</w:t>
            </w:r>
            <w:r w:rsidRPr="00E062F1">
              <w:rPr>
                <w:rFonts w:eastAsia="Malgun Gothic"/>
                <w:lang w:eastAsia="ko-KR"/>
              </w:rPr>
              <w:t>I</w:t>
            </w:r>
          </w:p>
          <w:p w14:paraId="5B1C2B98" w14:textId="77777777" w:rsidR="001F48EE" w:rsidRPr="00E062F1" w:rsidRDefault="001F48EE" w:rsidP="00F04DA3">
            <w:pPr>
              <w:pStyle w:val="TAC"/>
              <w:rPr>
                <w:rFonts w:eastAsia="Malgun Gothic"/>
                <w:lang w:eastAsia="ko-KR"/>
              </w:rPr>
            </w:pPr>
            <w:r w:rsidRPr="00E062F1">
              <w:rPr>
                <w:lang w:eastAsia="zh-CN"/>
              </w:rPr>
              <w:t>DC_3A-28A-41C-42C_n78A</w:t>
            </w:r>
            <w:r w:rsidRPr="00E062F1">
              <w:rPr>
                <w:lang w:eastAsia="ja-JP"/>
              </w:rPr>
              <w:t>-</w:t>
            </w:r>
            <w:r w:rsidRPr="00E062F1">
              <w:rPr>
                <w:lang w:eastAsia="zh-CN"/>
              </w:rPr>
              <w:t>n257</w:t>
            </w:r>
            <w:r w:rsidRPr="00E062F1">
              <w:rPr>
                <w:rFonts w:eastAsia="Malgun Gothic"/>
                <w:lang w:eastAsia="ko-KR"/>
              </w:rPr>
              <w:t>A</w:t>
            </w:r>
          </w:p>
          <w:p w14:paraId="62C14D3E" w14:textId="77777777" w:rsidR="001F48EE" w:rsidRPr="00E062F1" w:rsidRDefault="001F48EE" w:rsidP="00F04DA3">
            <w:pPr>
              <w:pStyle w:val="TAC"/>
              <w:rPr>
                <w:rFonts w:eastAsia="Malgun Gothic"/>
                <w:lang w:eastAsia="ko-KR"/>
              </w:rPr>
            </w:pPr>
            <w:r w:rsidRPr="00E062F1">
              <w:rPr>
                <w:lang w:eastAsia="zh-CN"/>
              </w:rPr>
              <w:t>DC_3A-28A-41C-42C_n78A</w:t>
            </w:r>
            <w:r w:rsidRPr="00E062F1">
              <w:rPr>
                <w:lang w:eastAsia="ja-JP"/>
              </w:rPr>
              <w:t>-</w:t>
            </w:r>
            <w:r w:rsidRPr="00E062F1">
              <w:rPr>
                <w:lang w:eastAsia="zh-CN"/>
              </w:rPr>
              <w:t>n257</w:t>
            </w:r>
            <w:r w:rsidRPr="00E062F1">
              <w:rPr>
                <w:rFonts w:eastAsia="Malgun Gothic"/>
                <w:lang w:eastAsia="ko-KR"/>
              </w:rPr>
              <w:t>G</w:t>
            </w:r>
          </w:p>
          <w:p w14:paraId="2CBD3A5C" w14:textId="77777777" w:rsidR="001F48EE" w:rsidRPr="00E062F1" w:rsidRDefault="001F48EE" w:rsidP="00F04DA3">
            <w:pPr>
              <w:pStyle w:val="TAC"/>
              <w:rPr>
                <w:rFonts w:eastAsia="Malgun Gothic"/>
                <w:lang w:eastAsia="ko-KR"/>
              </w:rPr>
            </w:pPr>
            <w:r w:rsidRPr="00E062F1">
              <w:rPr>
                <w:lang w:eastAsia="zh-CN"/>
              </w:rPr>
              <w:t>DC_3A-28A-41C-42C_n78A</w:t>
            </w:r>
            <w:r w:rsidRPr="00E062F1">
              <w:rPr>
                <w:lang w:eastAsia="ja-JP"/>
              </w:rPr>
              <w:t>-</w:t>
            </w:r>
            <w:r w:rsidRPr="00E062F1">
              <w:rPr>
                <w:lang w:eastAsia="zh-CN"/>
              </w:rPr>
              <w:t>n257</w:t>
            </w:r>
            <w:r w:rsidRPr="00E062F1">
              <w:rPr>
                <w:rFonts w:eastAsia="Malgun Gothic"/>
                <w:lang w:eastAsia="ko-KR"/>
              </w:rPr>
              <w:t>H</w:t>
            </w:r>
          </w:p>
          <w:p w14:paraId="7274B868" w14:textId="77777777" w:rsidR="001F48EE" w:rsidRPr="00E062F1" w:rsidRDefault="001F48EE" w:rsidP="00F04DA3">
            <w:pPr>
              <w:pStyle w:val="TAC"/>
            </w:pPr>
            <w:r w:rsidRPr="00E062F1">
              <w:rPr>
                <w:lang w:eastAsia="zh-CN"/>
              </w:rPr>
              <w:t>DC_3A-28A-41C-42C_n78A</w:t>
            </w:r>
            <w:r w:rsidRPr="00E062F1">
              <w:rPr>
                <w:lang w:eastAsia="ja-JP"/>
              </w:rPr>
              <w:t>-</w:t>
            </w:r>
            <w:r w:rsidRPr="00E062F1">
              <w:rPr>
                <w:lang w:eastAsia="zh-CN"/>
              </w:rPr>
              <w:t>n257</w:t>
            </w:r>
            <w:r w:rsidRPr="00E062F1">
              <w:rPr>
                <w:rFonts w:eastAsia="Malgun Gothic"/>
                <w:lang w:eastAsia="ko-KR"/>
              </w:rPr>
              <w:t>I</w:t>
            </w:r>
          </w:p>
        </w:tc>
        <w:tc>
          <w:tcPr>
            <w:tcW w:w="3969" w:type="dxa"/>
            <w:tcMar>
              <w:top w:w="28" w:type="dxa"/>
              <w:left w:w="28" w:type="dxa"/>
              <w:bottom w:w="28" w:type="dxa"/>
              <w:right w:w="28" w:type="dxa"/>
            </w:tcMar>
          </w:tcPr>
          <w:p w14:paraId="02D35796" w14:textId="77777777" w:rsidR="001F48EE" w:rsidRPr="00E062F1" w:rsidRDefault="001F48EE" w:rsidP="00F04DA3">
            <w:pPr>
              <w:pStyle w:val="TAC"/>
              <w:rPr>
                <w:lang w:eastAsia="zh-CN"/>
              </w:rPr>
            </w:pPr>
            <w:r w:rsidRPr="00E062F1">
              <w:rPr>
                <w:lang w:eastAsia="zh-CN"/>
              </w:rPr>
              <w:t>DC_3A_n78A</w:t>
            </w:r>
          </w:p>
          <w:p w14:paraId="00D3B4E4" w14:textId="77777777" w:rsidR="001F48EE" w:rsidRPr="00E062F1" w:rsidRDefault="001F48EE" w:rsidP="00F04DA3">
            <w:pPr>
              <w:pStyle w:val="TAC"/>
              <w:rPr>
                <w:lang w:eastAsia="zh-CN"/>
              </w:rPr>
            </w:pPr>
            <w:r w:rsidRPr="00E062F1">
              <w:rPr>
                <w:lang w:eastAsia="zh-CN"/>
              </w:rPr>
              <w:t>DC_3A_n257A</w:t>
            </w:r>
          </w:p>
          <w:p w14:paraId="54CF466D" w14:textId="77777777" w:rsidR="001F48EE" w:rsidRPr="00E062F1" w:rsidRDefault="001F48EE" w:rsidP="00F04DA3">
            <w:pPr>
              <w:pStyle w:val="TAC"/>
              <w:rPr>
                <w:lang w:eastAsia="zh-CN"/>
              </w:rPr>
            </w:pPr>
            <w:r w:rsidRPr="00E062F1">
              <w:rPr>
                <w:lang w:eastAsia="zh-CN"/>
              </w:rPr>
              <w:t>DC_3A_n257G</w:t>
            </w:r>
          </w:p>
          <w:p w14:paraId="2ECDABE5" w14:textId="77777777" w:rsidR="001F48EE" w:rsidRPr="00E062F1" w:rsidRDefault="001F48EE" w:rsidP="00F04DA3">
            <w:pPr>
              <w:pStyle w:val="TAC"/>
              <w:rPr>
                <w:lang w:eastAsia="zh-CN"/>
              </w:rPr>
            </w:pPr>
            <w:r w:rsidRPr="00E062F1">
              <w:rPr>
                <w:lang w:eastAsia="zh-CN"/>
              </w:rPr>
              <w:t>DC_3A_n257H</w:t>
            </w:r>
          </w:p>
          <w:p w14:paraId="234830EE" w14:textId="77777777" w:rsidR="001F48EE" w:rsidRPr="00E062F1" w:rsidRDefault="001F48EE" w:rsidP="00F04DA3">
            <w:pPr>
              <w:pStyle w:val="TAC"/>
              <w:rPr>
                <w:lang w:eastAsia="zh-CN"/>
              </w:rPr>
            </w:pPr>
            <w:r w:rsidRPr="00E062F1">
              <w:rPr>
                <w:lang w:eastAsia="zh-CN"/>
              </w:rPr>
              <w:t>DC_3A_n257I</w:t>
            </w:r>
          </w:p>
          <w:p w14:paraId="2389F1E8" w14:textId="77777777" w:rsidR="001F48EE" w:rsidRPr="00E062F1" w:rsidRDefault="001F48EE" w:rsidP="00F04DA3">
            <w:pPr>
              <w:pStyle w:val="TAC"/>
              <w:rPr>
                <w:lang w:eastAsia="zh-CN"/>
              </w:rPr>
            </w:pPr>
            <w:r w:rsidRPr="00E062F1">
              <w:rPr>
                <w:lang w:eastAsia="zh-CN"/>
              </w:rPr>
              <w:t>DC_28A_n78A</w:t>
            </w:r>
          </w:p>
          <w:p w14:paraId="7E1203C8" w14:textId="77777777" w:rsidR="001F48EE" w:rsidRPr="00E062F1" w:rsidRDefault="001F48EE" w:rsidP="00F04DA3">
            <w:pPr>
              <w:pStyle w:val="TAC"/>
              <w:rPr>
                <w:lang w:eastAsia="zh-CN"/>
              </w:rPr>
            </w:pPr>
            <w:r w:rsidRPr="00E062F1">
              <w:rPr>
                <w:lang w:eastAsia="zh-CN"/>
              </w:rPr>
              <w:t>DC_28A_n257A</w:t>
            </w:r>
          </w:p>
          <w:p w14:paraId="1427F9D5" w14:textId="77777777" w:rsidR="001F48EE" w:rsidRPr="00E062F1" w:rsidRDefault="001F48EE" w:rsidP="00F04DA3">
            <w:pPr>
              <w:pStyle w:val="TAC"/>
              <w:rPr>
                <w:lang w:eastAsia="zh-CN"/>
              </w:rPr>
            </w:pPr>
            <w:r w:rsidRPr="00E062F1">
              <w:rPr>
                <w:lang w:eastAsia="zh-CN"/>
              </w:rPr>
              <w:t>DC_28A_n257G</w:t>
            </w:r>
          </w:p>
          <w:p w14:paraId="5CA822B0" w14:textId="77777777" w:rsidR="001F48EE" w:rsidRPr="00E062F1" w:rsidRDefault="001F48EE" w:rsidP="00F04DA3">
            <w:pPr>
              <w:pStyle w:val="TAC"/>
              <w:rPr>
                <w:lang w:eastAsia="zh-CN"/>
              </w:rPr>
            </w:pPr>
            <w:r w:rsidRPr="00E062F1">
              <w:rPr>
                <w:lang w:eastAsia="zh-CN"/>
              </w:rPr>
              <w:t>DC_28A_n257H</w:t>
            </w:r>
          </w:p>
          <w:p w14:paraId="3947B0A0" w14:textId="77777777" w:rsidR="001F48EE" w:rsidRPr="00E062F1" w:rsidRDefault="001F48EE" w:rsidP="00F04DA3">
            <w:pPr>
              <w:pStyle w:val="TAC"/>
              <w:rPr>
                <w:lang w:eastAsia="zh-CN"/>
              </w:rPr>
            </w:pPr>
            <w:r w:rsidRPr="00E062F1">
              <w:rPr>
                <w:lang w:eastAsia="zh-CN"/>
              </w:rPr>
              <w:t>DC_28A_n257I</w:t>
            </w:r>
          </w:p>
          <w:p w14:paraId="0E4FB92D" w14:textId="77777777" w:rsidR="001F48EE" w:rsidRPr="00E062F1" w:rsidRDefault="001F48EE" w:rsidP="00F04DA3">
            <w:pPr>
              <w:pStyle w:val="TAC"/>
              <w:rPr>
                <w:lang w:eastAsia="zh-CN"/>
              </w:rPr>
            </w:pPr>
            <w:r w:rsidRPr="00E062F1">
              <w:rPr>
                <w:lang w:eastAsia="zh-CN"/>
              </w:rPr>
              <w:t>DC_41A_n78A</w:t>
            </w:r>
          </w:p>
          <w:p w14:paraId="237FBF07" w14:textId="77777777" w:rsidR="001F48EE" w:rsidRPr="00E062F1" w:rsidRDefault="001F48EE" w:rsidP="00F04DA3">
            <w:pPr>
              <w:pStyle w:val="TAC"/>
              <w:rPr>
                <w:lang w:eastAsia="zh-CN"/>
              </w:rPr>
            </w:pPr>
            <w:r w:rsidRPr="00E062F1">
              <w:rPr>
                <w:lang w:eastAsia="zh-CN"/>
              </w:rPr>
              <w:t>DC_41A_n257A</w:t>
            </w:r>
          </w:p>
          <w:p w14:paraId="76D0348D" w14:textId="77777777" w:rsidR="001F48EE" w:rsidRPr="00E062F1" w:rsidRDefault="001F48EE" w:rsidP="00F04DA3">
            <w:pPr>
              <w:pStyle w:val="TAC"/>
              <w:rPr>
                <w:lang w:eastAsia="zh-CN"/>
              </w:rPr>
            </w:pPr>
            <w:r w:rsidRPr="00E062F1">
              <w:rPr>
                <w:lang w:eastAsia="zh-CN"/>
              </w:rPr>
              <w:t>DC_41A_n257G</w:t>
            </w:r>
          </w:p>
          <w:p w14:paraId="2C7CEA3A" w14:textId="77777777" w:rsidR="001F48EE" w:rsidRPr="00E062F1" w:rsidRDefault="001F48EE" w:rsidP="00F04DA3">
            <w:pPr>
              <w:pStyle w:val="TAC"/>
              <w:rPr>
                <w:lang w:eastAsia="zh-CN"/>
              </w:rPr>
            </w:pPr>
            <w:r w:rsidRPr="00E062F1">
              <w:rPr>
                <w:lang w:eastAsia="zh-CN"/>
              </w:rPr>
              <w:t>DC_41A_n257H</w:t>
            </w:r>
          </w:p>
          <w:p w14:paraId="4F328737" w14:textId="796B2BB5" w:rsidR="001F48EE" w:rsidRPr="00E062F1" w:rsidRDefault="001F48EE" w:rsidP="00F04DA3">
            <w:pPr>
              <w:pStyle w:val="TAC"/>
              <w:rPr>
                <w:lang w:eastAsia="zh-CN"/>
              </w:rPr>
            </w:pPr>
            <w:r w:rsidRPr="00E062F1">
              <w:rPr>
                <w:lang w:eastAsia="zh-CN"/>
              </w:rPr>
              <w:t>DC_41A_n257I</w:t>
            </w:r>
          </w:p>
          <w:p w14:paraId="607A2225" w14:textId="77777777" w:rsidR="001F48EE" w:rsidRPr="00E062F1" w:rsidRDefault="001F48EE" w:rsidP="00F04DA3">
            <w:pPr>
              <w:pStyle w:val="TAC"/>
              <w:rPr>
                <w:lang w:eastAsia="zh-CN"/>
              </w:rPr>
            </w:pPr>
            <w:r w:rsidRPr="00E062F1">
              <w:rPr>
                <w:lang w:eastAsia="zh-CN"/>
              </w:rPr>
              <w:t>DC_41C_n78A</w:t>
            </w:r>
          </w:p>
          <w:p w14:paraId="487CC520" w14:textId="77777777" w:rsidR="001F48EE" w:rsidRPr="00E062F1" w:rsidRDefault="001F48EE" w:rsidP="00F04DA3">
            <w:pPr>
              <w:pStyle w:val="TAC"/>
              <w:rPr>
                <w:lang w:eastAsia="zh-CN"/>
              </w:rPr>
            </w:pPr>
            <w:r w:rsidRPr="00E062F1">
              <w:rPr>
                <w:lang w:eastAsia="zh-CN"/>
              </w:rPr>
              <w:t>DC_41C_n257A</w:t>
            </w:r>
          </w:p>
          <w:p w14:paraId="75A334BD" w14:textId="77777777" w:rsidR="001F48EE" w:rsidRPr="00E062F1" w:rsidRDefault="001F48EE" w:rsidP="00F04DA3">
            <w:pPr>
              <w:pStyle w:val="TAC"/>
              <w:rPr>
                <w:lang w:eastAsia="zh-CN"/>
              </w:rPr>
            </w:pPr>
            <w:r w:rsidRPr="00E062F1">
              <w:rPr>
                <w:lang w:eastAsia="zh-CN"/>
              </w:rPr>
              <w:t>DC_41C_n257G</w:t>
            </w:r>
          </w:p>
          <w:p w14:paraId="112B27E1" w14:textId="77777777" w:rsidR="001F48EE" w:rsidRPr="00E062F1" w:rsidRDefault="001F48EE" w:rsidP="00F04DA3">
            <w:pPr>
              <w:pStyle w:val="TAC"/>
              <w:rPr>
                <w:lang w:eastAsia="zh-CN"/>
              </w:rPr>
            </w:pPr>
            <w:r w:rsidRPr="00E062F1">
              <w:rPr>
                <w:lang w:eastAsia="zh-CN"/>
              </w:rPr>
              <w:t>DC_41C_n257H</w:t>
            </w:r>
          </w:p>
          <w:p w14:paraId="3FA5A7E6" w14:textId="77777777" w:rsidR="001F48EE" w:rsidRPr="00E062F1" w:rsidRDefault="001F48EE" w:rsidP="00F04DA3">
            <w:pPr>
              <w:pStyle w:val="TAC"/>
              <w:rPr>
                <w:lang w:eastAsia="zh-CN"/>
              </w:rPr>
            </w:pPr>
            <w:r w:rsidRPr="00E062F1">
              <w:rPr>
                <w:lang w:eastAsia="zh-CN"/>
              </w:rPr>
              <w:t>DC_41C_n257I</w:t>
            </w:r>
          </w:p>
          <w:p w14:paraId="5126EF21" w14:textId="77777777" w:rsidR="001F48EE" w:rsidRPr="00E062F1" w:rsidRDefault="001F48EE" w:rsidP="00F04DA3">
            <w:pPr>
              <w:pStyle w:val="TAC"/>
              <w:rPr>
                <w:lang w:eastAsia="zh-CN"/>
              </w:rPr>
            </w:pPr>
            <w:r w:rsidRPr="00E062F1">
              <w:rPr>
                <w:lang w:eastAsia="zh-CN"/>
              </w:rPr>
              <w:t>DC_42A_n257A</w:t>
            </w:r>
          </w:p>
          <w:p w14:paraId="5DB0B741" w14:textId="77777777" w:rsidR="001F48EE" w:rsidRPr="00E062F1" w:rsidRDefault="001F48EE" w:rsidP="00F04DA3">
            <w:pPr>
              <w:pStyle w:val="TAC"/>
              <w:rPr>
                <w:lang w:eastAsia="zh-CN"/>
              </w:rPr>
            </w:pPr>
            <w:r w:rsidRPr="00E062F1">
              <w:rPr>
                <w:lang w:eastAsia="zh-CN"/>
              </w:rPr>
              <w:t>DC_42A_n257G</w:t>
            </w:r>
          </w:p>
          <w:p w14:paraId="5F731287" w14:textId="77777777" w:rsidR="001F48EE" w:rsidRPr="00E062F1" w:rsidRDefault="001F48EE" w:rsidP="00F04DA3">
            <w:pPr>
              <w:pStyle w:val="TAC"/>
              <w:rPr>
                <w:lang w:eastAsia="zh-CN"/>
              </w:rPr>
            </w:pPr>
            <w:r w:rsidRPr="00E062F1">
              <w:rPr>
                <w:lang w:eastAsia="zh-CN"/>
              </w:rPr>
              <w:t>DC_42A_n257H</w:t>
            </w:r>
          </w:p>
          <w:p w14:paraId="5C9A9DAF" w14:textId="77777777" w:rsidR="001F48EE" w:rsidRPr="00E062F1" w:rsidRDefault="001F48EE" w:rsidP="00F04DA3">
            <w:pPr>
              <w:pStyle w:val="TAC"/>
              <w:rPr>
                <w:lang w:eastAsia="zh-CN"/>
              </w:rPr>
            </w:pPr>
            <w:r w:rsidRPr="00E062F1">
              <w:rPr>
                <w:lang w:eastAsia="zh-CN"/>
              </w:rPr>
              <w:t>DC_42A_n257I</w:t>
            </w:r>
          </w:p>
          <w:p w14:paraId="32A017D8" w14:textId="77777777" w:rsidR="001F48EE" w:rsidRPr="00E062F1" w:rsidRDefault="001F48EE" w:rsidP="00F04DA3">
            <w:pPr>
              <w:pStyle w:val="TAC"/>
              <w:rPr>
                <w:lang w:eastAsia="zh-CN"/>
              </w:rPr>
            </w:pPr>
            <w:r w:rsidRPr="00E062F1">
              <w:rPr>
                <w:lang w:eastAsia="zh-CN"/>
              </w:rPr>
              <w:t>DC_42C_n257A</w:t>
            </w:r>
          </w:p>
          <w:p w14:paraId="42BF8812" w14:textId="77777777" w:rsidR="001F48EE" w:rsidRPr="00E062F1" w:rsidRDefault="001F48EE" w:rsidP="00F04DA3">
            <w:pPr>
              <w:pStyle w:val="TAC"/>
              <w:rPr>
                <w:lang w:eastAsia="zh-CN"/>
              </w:rPr>
            </w:pPr>
            <w:r w:rsidRPr="00E062F1">
              <w:rPr>
                <w:lang w:eastAsia="zh-CN"/>
              </w:rPr>
              <w:t>DC_42C_n257G</w:t>
            </w:r>
          </w:p>
          <w:p w14:paraId="48D3E2C5" w14:textId="77777777" w:rsidR="001F48EE" w:rsidRPr="00E062F1" w:rsidRDefault="001F48EE" w:rsidP="00F04DA3">
            <w:pPr>
              <w:pStyle w:val="TAC"/>
              <w:rPr>
                <w:lang w:eastAsia="zh-CN"/>
              </w:rPr>
            </w:pPr>
            <w:r w:rsidRPr="00E062F1">
              <w:rPr>
                <w:lang w:eastAsia="zh-CN"/>
              </w:rPr>
              <w:t>DC_42C_n257H</w:t>
            </w:r>
          </w:p>
          <w:p w14:paraId="03AF7D4E" w14:textId="77777777" w:rsidR="001F48EE" w:rsidRPr="00E062F1" w:rsidRDefault="001F48EE" w:rsidP="00F04DA3">
            <w:pPr>
              <w:pStyle w:val="TAC"/>
            </w:pPr>
            <w:r w:rsidRPr="00E062F1">
              <w:rPr>
                <w:lang w:eastAsia="zh-CN"/>
              </w:rPr>
              <w:t>DC_42C_n257I</w:t>
            </w:r>
          </w:p>
        </w:tc>
      </w:tr>
      <w:tr w:rsidR="001F48EE" w:rsidRPr="00E062F1" w:rsidDel="00C35823" w14:paraId="1BAC2541" w14:textId="77777777" w:rsidTr="00F04DA3">
        <w:trPr>
          <w:trHeight w:val="187"/>
          <w:tblHeader/>
          <w:jc w:val="center"/>
        </w:trPr>
        <w:tc>
          <w:tcPr>
            <w:tcW w:w="7938" w:type="dxa"/>
            <w:gridSpan w:val="2"/>
            <w:shd w:val="clear" w:color="auto" w:fill="auto"/>
            <w:tcMar>
              <w:top w:w="28" w:type="dxa"/>
              <w:left w:w="28" w:type="dxa"/>
              <w:bottom w:w="28" w:type="dxa"/>
              <w:right w:w="28" w:type="dxa"/>
            </w:tcMar>
            <w:vAlign w:val="center"/>
          </w:tcPr>
          <w:p w14:paraId="4A2229D8" w14:textId="77777777" w:rsidR="001F48EE" w:rsidRPr="00E062F1" w:rsidRDefault="001F48EE" w:rsidP="00F04DA3">
            <w:pPr>
              <w:pStyle w:val="TAN"/>
              <w:rPr>
                <w:b/>
                <w:lang w:eastAsia="fi-FI"/>
              </w:rPr>
            </w:pPr>
            <w:r w:rsidRPr="00E062F1">
              <w:t>NOTE 1:</w:t>
            </w:r>
            <w:r w:rsidRPr="00E062F1">
              <w:tab/>
              <w:t>Uplink EN-DC configurations are the configurations supported by the present release of specifications</w:t>
            </w:r>
          </w:p>
        </w:tc>
      </w:tr>
    </w:tbl>
    <w:p w14:paraId="3D7F8F78" w14:textId="77777777" w:rsidR="006C5891" w:rsidRPr="00E062F1" w:rsidRDefault="006C5891" w:rsidP="00471067"/>
    <w:p w14:paraId="61AFC968" w14:textId="386026F1" w:rsidR="00B478E0" w:rsidRDefault="00B478E0" w:rsidP="00F27CE0">
      <w:pPr>
        <w:pStyle w:val="Heading3"/>
      </w:pPr>
      <w:bookmarkStart w:id="1571" w:name="_Toc21351541"/>
      <w:bookmarkStart w:id="1572" w:name="_Toc29807123"/>
      <w:bookmarkStart w:id="1573" w:name="_Toc36648837"/>
      <w:bookmarkStart w:id="1574" w:name="_Toc36651562"/>
      <w:bookmarkStart w:id="1575" w:name="_Toc37256496"/>
      <w:bookmarkStart w:id="1576" w:name="_Toc37256837"/>
      <w:bookmarkStart w:id="1577" w:name="_Toc45890534"/>
      <w:bookmarkStart w:id="1578" w:name="_Toc45891758"/>
      <w:bookmarkStart w:id="1579" w:name="_Toc45892168"/>
      <w:bookmarkStart w:id="1580" w:name="_Toc45892578"/>
      <w:bookmarkStart w:id="1581" w:name="_Toc52352991"/>
      <w:bookmarkStart w:id="1582" w:name="_Toc53174814"/>
      <w:bookmarkStart w:id="1583" w:name="_Toc61375963"/>
      <w:bookmarkStart w:id="1584" w:name="_Toc61376375"/>
      <w:bookmarkStart w:id="1585" w:name="_Toc67938648"/>
      <w:bookmarkStart w:id="1586" w:name="_Toc76454250"/>
      <w:bookmarkStart w:id="1587" w:name="_Toc76719670"/>
      <w:bookmarkStart w:id="1588" w:name="_Toc76720190"/>
      <w:bookmarkStart w:id="1589" w:name="_Toc83742887"/>
      <w:bookmarkStart w:id="1590" w:name="_Toc83887262"/>
      <w:bookmarkStart w:id="1591" w:name="_Toc83888063"/>
      <w:bookmarkStart w:id="1592" w:name="_Toc90588717"/>
      <w:r w:rsidRPr="00E062F1">
        <w:t>5.5B.</w:t>
      </w:r>
      <w:r w:rsidRPr="00E062F1">
        <w:rPr>
          <w:lang w:eastAsia="zh-CN"/>
        </w:rPr>
        <w:t>7</w:t>
      </w:r>
      <w:r w:rsidRPr="00E062F1">
        <w:tab/>
        <w:t xml:space="preserve">Inter-band </w:t>
      </w:r>
      <w:r w:rsidRPr="00E062F1">
        <w:rPr>
          <w:lang w:eastAsia="zh-CN"/>
        </w:rPr>
        <w:t>NR</w:t>
      </w:r>
      <w:r w:rsidRPr="00E062F1">
        <w:t xml:space="preserve">-DC </w:t>
      </w:r>
      <w:r w:rsidRPr="00E062F1">
        <w:rPr>
          <w:lang w:eastAsia="zh-CN"/>
        </w:rPr>
        <w:t xml:space="preserve">between </w:t>
      </w:r>
      <w:r w:rsidRPr="00E062F1">
        <w:t>FR1 and FR2</w:t>
      </w:r>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14:paraId="3C7282F1" w14:textId="1F4A745E" w:rsidR="00AB3F5A" w:rsidRDefault="00AB3F5A" w:rsidP="00AB3F5A">
      <w:pPr>
        <w:pStyle w:val="Heading4"/>
      </w:pPr>
      <w:bookmarkStart w:id="1593" w:name="_Toc67938649"/>
      <w:bookmarkStart w:id="1594" w:name="_Toc76454251"/>
      <w:bookmarkStart w:id="1595" w:name="_Toc76719671"/>
      <w:bookmarkStart w:id="1596" w:name="_Toc76720191"/>
      <w:bookmarkStart w:id="1597" w:name="_Toc83742888"/>
      <w:bookmarkStart w:id="1598" w:name="_Toc83887263"/>
      <w:bookmarkStart w:id="1599" w:name="_Toc83888064"/>
      <w:bookmarkStart w:id="1600" w:name="_Toc90588718"/>
      <w:r>
        <w:t>5.5B.7.0</w:t>
      </w:r>
      <w:r>
        <w:tab/>
        <w:t>General</w:t>
      </w:r>
      <w:bookmarkEnd w:id="1593"/>
      <w:bookmarkEnd w:id="1594"/>
      <w:bookmarkEnd w:id="1595"/>
      <w:bookmarkEnd w:id="1596"/>
      <w:bookmarkEnd w:id="1597"/>
      <w:bookmarkEnd w:id="1598"/>
      <w:bookmarkEnd w:id="1599"/>
      <w:bookmarkEnd w:id="1600"/>
    </w:p>
    <w:p w14:paraId="10161F43" w14:textId="77777777" w:rsidR="00AB3F5A" w:rsidRPr="00141115" w:rsidRDefault="00AB3F5A" w:rsidP="00AB3F5A">
      <w:r>
        <w:t xml:space="preserve">The </w:t>
      </w:r>
      <w:r w:rsidRPr="00141115">
        <w:t xml:space="preserve">configurations </w:t>
      </w:r>
      <w:r>
        <w:t xml:space="preserve">and bandwidth combination sets for the FR1-FR2 </w:t>
      </w:r>
      <w:r w:rsidRPr="00141115">
        <w:t>NR</w:t>
      </w:r>
      <w:r>
        <w:t>-DC</w:t>
      </w:r>
      <w:r w:rsidRPr="00141115">
        <w:t xml:space="preserve"> </w:t>
      </w:r>
      <w:r>
        <w:t xml:space="preserve">combinations in the following sub-sections </w:t>
      </w:r>
      <w:r w:rsidRPr="00141115">
        <w:t>are defined in the tables for FR1-FR2 carrier aggregation in section 5.5A.1.</w:t>
      </w:r>
    </w:p>
    <w:p w14:paraId="5BC2CAB5" w14:textId="77777777" w:rsidR="00AB3F5A" w:rsidRPr="00AB3F5A" w:rsidRDefault="00AB3F5A" w:rsidP="00AB3F5A"/>
    <w:p w14:paraId="2FCE7A51" w14:textId="7B8CE510" w:rsidR="00B478E0" w:rsidRPr="00E062F1" w:rsidRDefault="00B478E0" w:rsidP="00F27CE0">
      <w:pPr>
        <w:pStyle w:val="Heading4"/>
      </w:pPr>
      <w:bookmarkStart w:id="1601" w:name="_Toc21351542"/>
      <w:bookmarkStart w:id="1602" w:name="_Toc29807124"/>
      <w:bookmarkStart w:id="1603" w:name="_Toc36648838"/>
      <w:bookmarkStart w:id="1604" w:name="_Toc36651563"/>
      <w:bookmarkStart w:id="1605" w:name="_Toc37256497"/>
      <w:bookmarkStart w:id="1606" w:name="_Toc37256838"/>
      <w:bookmarkStart w:id="1607" w:name="_Toc45890535"/>
      <w:bookmarkStart w:id="1608" w:name="_Toc45891759"/>
      <w:bookmarkStart w:id="1609" w:name="_Toc45892169"/>
      <w:bookmarkStart w:id="1610" w:name="_Toc45892579"/>
      <w:bookmarkStart w:id="1611" w:name="_Toc52352992"/>
      <w:bookmarkStart w:id="1612" w:name="_Toc53174815"/>
      <w:bookmarkStart w:id="1613" w:name="_Toc61375964"/>
      <w:bookmarkStart w:id="1614" w:name="_Toc61376376"/>
      <w:bookmarkStart w:id="1615" w:name="_Toc67938650"/>
      <w:bookmarkStart w:id="1616" w:name="_Toc76454252"/>
      <w:bookmarkStart w:id="1617" w:name="_Toc76719672"/>
      <w:bookmarkStart w:id="1618" w:name="_Toc76720192"/>
      <w:bookmarkStart w:id="1619" w:name="_Toc83742889"/>
      <w:bookmarkStart w:id="1620" w:name="_Toc83887264"/>
      <w:bookmarkStart w:id="1621" w:name="_Toc83888065"/>
      <w:bookmarkStart w:id="1622" w:name="_Toc90588719"/>
      <w:r w:rsidRPr="00E062F1">
        <w:lastRenderedPageBreak/>
        <w:t>5.5B.</w:t>
      </w:r>
      <w:r w:rsidRPr="00E062F1">
        <w:rPr>
          <w:lang w:eastAsia="zh-CN"/>
        </w:rPr>
        <w:t>7</w:t>
      </w:r>
      <w:r w:rsidRPr="00E062F1">
        <w:t>.1</w:t>
      </w:r>
      <w:r w:rsidRPr="00E062F1">
        <w:tab/>
        <w:t xml:space="preserve">Inter-band </w:t>
      </w:r>
      <w:r w:rsidRPr="00E062F1">
        <w:rPr>
          <w:lang w:eastAsia="zh-CN"/>
        </w:rPr>
        <w:t>NR</w:t>
      </w:r>
      <w:r w:rsidRPr="00E062F1">
        <w:t xml:space="preserve">-DC configurations </w:t>
      </w:r>
      <w:r w:rsidR="00C66242" w:rsidRPr="00E062F1">
        <w:t>between</w:t>
      </w:r>
      <w:r w:rsidR="00565701" w:rsidRPr="00E062F1">
        <w:t xml:space="preserve"> FR1 and FR2 </w:t>
      </w:r>
      <w:r w:rsidRPr="00E062F1">
        <w:t>(two bands)</w:t>
      </w:r>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p>
    <w:p w14:paraId="1F373F9B" w14:textId="23F97CE8" w:rsidR="00B478E0" w:rsidRPr="00E062F1" w:rsidRDefault="00B478E0" w:rsidP="00F27CE0">
      <w:pPr>
        <w:pStyle w:val="TH"/>
      </w:pPr>
      <w:r w:rsidRPr="00E062F1">
        <w:t>Table 5.5</w:t>
      </w:r>
      <w:r w:rsidRPr="00E062F1">
        <w:rPr>
          <w:lang w:eastAsia="zh-CN"/>
        </w:rPr>
        <w:t>B.7</w:t>
      </w:r>
      <w:r w:rsidRPr="00E062F1">
        <w:t xml:space="preserve">-1: Inter-band </w:t>
      </w:r>
      <w:r w:rsidRPr="00E062F1">
        <w:rPr>
          <w:lang w:eastAsia="zh-CN"/>
        </w:rPr>
        <w:t>NR-DC</w:t>
      </w:r>
      <w:r w:rsidRPr="00E062F1">
        <w:t xml:space="preserve"> configurations </w:t>
      </w:r>
      <w:r w:rsidR="00C66242" w:rsidRPr="00E062F1">
        <w:t>between</w:t>
      </w:r>
      <w:r w:rsidR="00565701" w:rsidRPr="00E062F1">
        <w:t xml:space="preserve"> FR1 and FR2 </w:t>
      </w:r>
      <w:r w:rsidRPr="00E062F1">
        <w:t>(two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3969"/>
      </w:tblGrid>
      <w:tr w:rsidR="00EB7C8A" w:rsidRPr="00F04DA3" w14:paraId="71F8AD29" w14:textId="77777777" w:rsidTr="00F04DA3">
        <w:trPr>
          <w:trHeight w:val="187"/>
          <w:tblHeader/>
          <w:jc w:val="center"/>
        </w:trPr>
        <w:tc>
          <w:tcPr>
            <w:tcW w:w="3823" w:type="dxa"/>
          </w:tcPr>
          <w:p w14:paraId="742E7BCF" w14:textId="77777777" w:rsidR="00EB7C8A" w:rsidRPr="00F04DA3" w:rsidRDefault="00EB7C8A" w:rsidP="00F04DA3">
            <w:pPr>
              <w:pStyle w:val="TAH"/>
              <w:rPr>
                <w:lang w:eastAsia="fi-FI"/>
              </w:rPr>
            </w:pPr>
            <w:r w:rsidRPr="00F04DA3">
              <w:rPr>
                <w:lang w:eastAsia="zh-CN"/>
              </w:rPr>
              <w:lastRenderedPageBreak/>
              <w:t>Downlink NR DC</w:t>
            </w:r>
          </w:p>
          <w:p w14:paraId="3650A052" w14:textId="77777777" w:rsidR="00EB7C8A" w:rsidRPr="00F04DA3" w:rsidRDefault="00EB7C8A" w:rsidP="00F04DA3">
            <w:pPr>
              <w:pStyle w:val="TAH"/>
              <w:rPr>
                <w:lang w:eastAsia="fi-FI"/>
              </w:rPr>
            </w:pPr>
            <w:r w:rsidRPr="00F04DA3">
              <w:rPr>
                <w:lang w:eastAsia="fi-FI"/>
              </w:rPr>
              <w:t>configuration</w:t>
            </w:r>
          </w:p>
        </w:tc>
        <w:tc>
          <w:tcPr>
            <w:tcW w:w="3969" w:type="dxa"/>
          </w:tcPr>
          <w:p w14:paraId="4E2347D3" w14:textId="77777777" w:rsidR="00EB7C8A" w:rsidRPr="00F04DA3" w:rsidRDefault="00EB7C8A" w:rsidP="00F04DA3">
            <w:pPr>
              <w:pStyle w:val="TAH"/>
              <w:rPr>
                <w:lang w:eastAsia="fi-FI"/>
              </w:rPr>
            </w:pPr>
            <w:r w:rsidRPr="00F04DA3">
              <w:rPr>
                <w:lang w:eastAsia="fi-FI"/>
              </w:rPr>
              <w:t xml:space="preserve">Uplink </w:t>
            </w:r>
            <w:r w:rsidRPr="00F04DA3">
              <w:rPr>
                <w:lang w:eastAsia="zh-CN"/>
              </w:rPr>
              <w:t>NR DC</w:t>
            </w:r>
          </w:p>
          <w:p w14:paraId="3A8741EB" w14:textId="77777777" w:rsidR="00EB7C8A" w:rsidRPr="00F04DA3" w:rsidRDefault="00EB7C8A" w:rsidP="00F04DA3">
            <w:pPr>
              <w:pStyle w:val="TAH"/>
              <w:rPr>
                <w:lang w:eastAsia="fi-FI"/>
              </w:rPr>
            </w:pPr>
            <w:r w:rsidRPr="00F04DA3">
              <w:rPr>
                <w:lang w:eastAsia="fi-FI"/>
              </w:rPr>
              <w:t>configuration</w:t>
            </w:r>
          </w:p>
        </w:tc>
      </w:tr>
      <w:tr w:rsidR="00EB7C8A" w:rsidRPr="00F04DA3" w14:paraId="57515A70" w14:textId="77777777" w:rsidTr="00F04DA3">
        <w:trPr>
          <w:trHeight w:val="187"/>
          <w:jc w:val="center"/>
        </w:trPr>
        <w:tc>
          <w:tcPr>
            <w:tcW w:w="3823" w:type="dxa"/>
          </w:tcPr>
          <w:p w14:paraId="6C17E119" w14:textId="0509523D" w:rsidR="00EB7C8A" w:rsidRPr="00F04DA3" w:rsidRDefault="00EB7C8A" w:rsidP="00F04DA3">
            <w:pPr>
              <w:pStyle w:val="TAC"/>
              <w:rPr>
                <w:lang w:eastAsia="ja-JP"/>
              </w:rPr>
            </w:pPr>
            <w:r w:rsidRPr="00F04DA3">
              <w:rPr>
                <w:lang w:eastAsia="ja-JP"/>
              </w:rPr>
              <w:t>DC_n3A-n257A</w:t>
            </w:r>
            <w:r w:rsidR="006B6ACE" w:rsidRPr="008A2A38">
              <w:rPr>
                <w:vertAlign w:val="superscript"/>
                <w:lang w:eastAsia="ja-JP"/>
              </w:rPr>
              <w:t>1</w:t>
            </w:r>
          </w:p>
          <w:p w14:paraId="48786FE4" w14:textId="6263FC76" w:rsidR="00EB7C8A" w:rsidRPr="00F04DA3" w:rsidRDefault="00EB7C8A" w:rsidP="00F04DA3">
            <w:pPr>
              <w:pStyle w:val="TAC"/>
              <w:rPr>
                <w:lang w:eastAsia="ja-JP"/>
              </w:rPr>
            </w:pPr>
            <w:r w:rsidRPr="00F04DA3">
              <w:rPr>
                <w:lang w:eastAsia="ja-JP"/>
              </w:rPr>
              <w:t>DC_n3A-n257D</w:t>
            </w:r>
            <w:r w:rsidR="00392462" w:rsidRPr="008A2A38">
              <w:rPr>
                <w:vertAlign w:val="superscript"/>
                <w:lang w:eastAsia="ja-JP"/>
              </w:rPr>
              <w:t>1</w:t>
            </w:r>
            <w:r w:rsidRPr="00F04DA3">
              <w:rPr>
                <w:lang w:eastAsia="ja-JP"/>
              </w:rPr>
              <w:t>DC_n3A-n257G</w:t>
            </w:r>
            <w:r w:rsidR="00392462" w:rsidRPr="008A2A38">
              <w:rPr>
                <w:vertAlign w:val="superscript"/>
                <w:lang w:eastAsia="ja-JP"/>
              </w:rPr>
              <w:t>1</w:t>
            </w:r>
          </w:p>
          <w:p w14:paraId="4F695B90" w14:textId="3EE22A80" w:rsidR="00EB7C8A" w:rsidRPr="00F04DA3" w:rsidRDefault="00EB7C8A" w:rsidP="00F04DA3">
            <w:pPr>
              <w:pStyle w:val="TAC"/>
              <w:rPr>
                <w:lang w:eastAsia="ja-JP"/>
              </w:rPr>
            </w:pPr>
            <w:r w:rsidRPr="00F04DA3">
              <w:rPr>
                <w:lang w:eastAsia="ja-JP"/>
              </w:rPr>
              <w:t>DC_n3A-n257H</w:t>
            </w:r>
            <w:r w:rsidR="00392462" w:rsidRPr="008A2A38">
              <w:rPr>
                <w:vertAlign w:val="superscript"/>
                <w:lang w:eastAsia="ja-JP"/>
              </w:rPr>
              <w:t>1</w:t>
            </w:r>
          </w:p>
          <w:p w14:paraId="17EA8612" w14:textId="4FE1D579" w:rsidR="00EB7C8A" w:rsidRPr="00F04DA3" w:rsidRDefault="00EB7C8A" w:rsidP="00F04DA3">
            <w:pPr>
              <w:pStyle w:val="TAC"/>
              <w:rPr>
                <w:lang w:eastAsia="zh-CN"/>
              </w:rPr>
            </w:pPr>
            <w:r w:rsidRPr="00F04DA3">
              <w:rPr>
                <w:lang w:eastAsia="ja-JP"/>
              </w:rPr>
              <w:t>DC_n3A-n257I</w:t>
            </w:r>
            <w:r w:rsidR="00392462" w:rsidRPr="008A2A38">
              <w:rPr>
                <w:vertAlign w:val="superscript"/>
                <w:lang w:eastAsia="ja-JP"/>
              </w:rPr>
              <w:t>1</w:t>
            </w:r>
          </w:p>
        </w:tc>
        <w:tc>
          <w:tcPr>
            <w:tcW w:w="3969" w:type="dxa"/>
          </w:tcPr>
          <w:p w14:paraId="1B262374" w14:textId="77777777" w:rsidR="00EB7C8A" w:rsidRPr="00F04DA3" w:rsidRDefault="00EB7C8A" w:rsidP="00F04DA3">
            <w:pPr>
              <w:pStyle w:val="TAC"/>
              <w:rPr>
                <w:lang w:eastAsia="ja-JP"/>
              </w:rPr>
            </w:pPr>
            <w:r w:rsidRPr="00F04DA3">
              <w:rPr>
                <w:lang w:eastAsia="ja-JP"/>
              </w:rPr>
              <w:t>DC_n3A-n257A</w:t>
            </w:r>
          </w:p>
          <w:p w14:paraId="212AD47C" w14:textId="77777777" w:rsidR="00EB7C8A" w:rsidRPr="00F04DA3" w:rsidRDefault="00EB7C8A" w:rsidP="00F04DA3">
            <w:pPr>
              <w:pStyle w:val="TAC"/>
              <w:rPr>
                <w:lang w:eastAsia="ja-JP"/>
              </w:rPr>
            </w:pPr>
            <w:r w:rsidRPr="00F04DA3">
              <w:rPr>
                <w:lang w:eastAsia="ja-JP"/>
              </w:rPr>
              <w:t>DC_n3A-n257D</w:t>
            </w:r>
          </w:p>
          <w:p w14:paraId="03266D7F" w14:textId="77777777" w:rsidR="00EB7C8A" w:rsidRPr="00F04DA3" w:rsidRDefault="00EB7C8A" w:rsidP="00F04DA3">
            <w:pPr>
              <w:pStyle w:val="TAC"/>
              <w:rPr>
                <w:lang w:eastAsia="ja-JP"/>
              </w:rPr>
            </w:pPr>
            <w:r w:rsidRPr="00F04DA3">
              <w:rPr>
                <w:lang w:eastAsia="ja-JP"/>
              </w:rPr>
              <w:t>DC_n3A-n257G</w:t>
            </w:r>
          </w:p>
          <w:p w14:paraId="74434972" w14:textId="77777777" w:rsidR="00EB7C8A" w:rsidRPr="00F04DA3" w:rsidRDefault="00EB7C8A" w:rsidP="00F04DA3">
            <w:pPr>
              <w:pStyle w:val="TAC"/>
              <w:rPr>
                <w:lang w:eastAsia="ja-JP"/>
              </w:rPr>
            </w:pPr>
            <w:r w:rsidRPr="00F04DA3">
              <w:rPr>
                <w:lang w:eastAsia="ja-JP"/>
              </w:rPr>
              <w:t>DC_n3A-n257H</w:t>
            </w:r>
          </w:p>
          <w:p w14:paraId="54658FFA" w14:textId="77777777" w:rsidR="00EB7C8A" w:rsidRPr="00F04DA3" w:rsidRDefault="00EB7C8A" w:rsidP="00F04DA3">
            <w:pPr>
              <w:pStyle w:val="TAC"/>
              <w:rPr>
                <w:lang w:eastAsia="zh-CN"/>
              </w:rPr>
            </w:pPr>
            <w:r w:rsidRPr="00F04DA3">
              <w:rPr>
                <w:lang w:eastAsia="ja-JP"/>
              </w:rPr>
              <w:t>DC_n3A-n257I</w:t>
            </w:r>
          </w:p>
        </w:tc>
      </w:tr>
      <w:tr w:rsidR="00EB7C8A" w:rsidRPr="00F04DA3" w14:paraId="3AA3264D" w14:textId="77777777" w:rsidTr="00F04DA3">
        <w:trPr>
          <w:trHeight w:val="187"/>
          <w:jc w:val="center"/>
        </w:trPr>
        <w:tc>
          <w:tcPr>
            <w:tcW w:w="3823" w:type="dxa"/>
          </w:tcPr>
          <w:p w14:paraId="670754C0" w14:textId="6F994908" w:rsidR="00EB7C8A" w:rsidRPr="00F04DA3" w:rsidRDefault="00EB7C8A" w:rsidP="00F04DA3">
            <w:pPr>
              <w:pStyle w:val="TAC"/>
              <w:rPr>
                <w:lang w:eastAsia="ja-JP"/>
              </w:rPr>
            </w:pPr>
            <w:r w:rsidRPr="00F04DA3">
              <w:rPr>
                <w:lang w:eastAsia="ja-JP"/>
              </w:rPr>
              <w:t>DC_n28A-n257A</w:t>
            </w:r>
            <w:r w:rsidR="00D5552A" w:rsidRPr="008A2A38">
              <w:rPr>
                <w:vertAlign w:val="superscript"/>
                <w:lang w:eastAsia="ja-JP"/>
              </w:rPr>
              <w:t>1</w:t>
            </w:r>
          </w:p>
          <w:p w14:paraId="1F4B3054" w14:textId="3C2C41F5" w:rsidR="00EB7C8A" w:rsidRPr="00F04DA3" w:rsidRDefault="00EB7C8A" w:rsidP="00F04DA3">
            <w:pPr>
              <w:pStyle w:val="TAC"/>
              <w:rPr>
                <w:lang w:eastAsia="ja-JP"/>
              </w:rPr>
            </w:pPr>
            <w:r w:rsidRPr="00F04DA3">
              <w:rPr>
                <w:lang w:eastAsia="ja-JP"/>
              </w:rPr>
              <w:t>DC_n28A-n257D</w:t>
            </w:r>
            <w:r w:rsidR="00D5552A" w:rsidRPr="008A2A38">
              <w:rPr>
                <w:vertAlign w:val="superscript"/>
                <w:lang w:eastAsia="ja-JP"/>
              </w:rPr>
              <w:t>1</w:t>
            </w:r>
          </w:p>
          <w:p w14:paraId="2289D38B" w14:textId="4008D740" w:rsidR="00EB7C8A" w:rsidRPr="00F04DA3" w:rsidRDefault="00EB7C8A" w:rsidP="00F04DA3">
            <w:pPr>
              <w:pStyle w:val="TAC"/>
              <w:rPr>
                <w:lang w:eastAsia="ja-JP"/>
              </w:rPr>
            </w:pPr>
            <w:r w:rsidRPr="00F04DA3">
              <w:rPr>
                <w:lang w:eastAsia="ja-JP"/>
              </w:rPr>
              <w:t>DC_n28A-n257G</w:t>
            </w:r>
            <w:r w:rsidR="00D5552A" w:rsidRPr="008A2A38">
              <w:rPr>
                <w:vertAlign w:val="superscript"/>
                <w:lang w:eastAsia="ja-JP"/>
              </w:rPr>
              <w:t>1</w:t>
            </w:r>
          </w:p>
          <w:p w14:paraId="1C854AD9" w14:textId="076B82A7" w:rsidR="00EB7C8A" w:rsidRPr="00F04DA3" w:rsidRDefault="00EB7C8A" w:rsidP="00F04DA3">
            <w:pPr>
              <w:pStyle w:val="TAC"/>
              <w:rPr>
                <w:lang w:eastAsia="ja-JP"/>
              </w:rPr>
            </w:pPr>
            <w:r w:rsidRPr="00F04DA3">
              <w:rPr>
                <w:lang w:eastAsia="ja-JP"/>
              </w:rPr>
              <w:t>DC_n28A-n257H</w:t>
            </w:r>
            <w:r w:rsidR="00D5552A" w:rsidRPr="008A2A38">
              <w:rPr>
                <w:vertAlign w:val="superscript"/>
                <w:lang w:eastAsia="ja-JP"/>
              </w:rPr>
              <w:t>1</w:t>
            </w:r>
          </w:p>
          <w:p w14:paraId="40952805" w14:textId="662B9018" w:rsidR="00EB7C8A" w:rsidRPr="00F04DA3" w:rsidRDefault="00EB7C8A" w:rsidP="00F04DA3">
            <w:pPr>
              <w:pStyle w:val="TAC"/>
              <w:rPr>
                <w:lang w:eastAsia="zh-CN"/>
              </w:rPr>
            </w:pPr>
            <w:r w:rsidRPr="00F04DA3">
              <w:rPr>
                <w:lang w:eastAsia="ja-JP"/>
              </w:rPr>
              <w:t>DC_n28A-n257I</w:t>
            </w:r>
            <w:r w:rsidR="00D5552A" w:rsidRPr="008A2A38">
              <w:rPr>
                <w:vertAlign w:val="superscript"/>
                <w:lang w:eastAsia="ja-JP"/>
              </w:rPr>
              <w:t>1</w:t>
            </w:r>
          </w:p>
        </w:tc>
        <w:tc>
          <w:tcPr>
            <w:tcW w:w="3969" w:type="dxa"/>
          </w:tcPr>
          <w:p w14:paraId="352D22B5" w14:textId="77777777" w:rsidR="00EB7C8A" w:rsidRPr="00F04DA3" w:rsidRDefault="00EB7C8A" w:rsidP="00F04DA3">
            <w:pPr>
              <w:pStyle w:val="TAC"/>
              <w:rPr>
                <w:lang w:eastAsia="ja-JP"/>
              </w:rPr>
            </w:pPr>
            <w:r w:rsidRPr="00F04DA3">
              <w:rPr>
                <w:lang w:eastAsia="ja-JP"/>
              </w:rPr>
              <w:t>DC_n28A-n257A</w:t>
            </w:r>
          </w:p>
          <w:p w14:paraId="1F9939E5" w14:textId="77777777" w:rsidR="00EB7C8A" w:rsidRPr="00F04DA3" w:rsidRDefault="00EB7C8A" w:rsidP="00F04DA3">
            <w:pPr>
              <w:pStyle w:val="TAC"/>
              <w:rPr>
                <w:lang w:eastAsia="ja-JP"/>
              </w:rPr>
            </w:pPr>
            <w:r w:rsidRPr="00F04DA3">
              <w:rPr>
                <w:lang w:eastAsia="ja-JP"/>
              </w:rPr>
              <w:t>DC_n28A-n257D</w:t>
            </w:r>
          </w:p>
          <w:p w14:paraId="544ECC40" w14:textId="77777777" w:rsidR="00EB7C8A" w:rsidRPr="00F04DA3" w:rsidRDefault="00EB7C8A" w:rsidP="00F04DA3">
            <w:pPr>
              <w:pStyle w:val="TAC"/>
              <w:rPr>
                <w:lang w:eastAsia="ja-JP"/>
              </w:rPr>
            </w:pPr>
            <w:r w:rsidRPr="00F04DA3">
              <w:rPr>
                <w:lang w:eastAsia="ja-JP"/>
              </w:rPr>
              <w:t>DC_n28A-n257G</w:t>
            </w:r>
          </w:p>
          <w:p w14:paraId="6DFE86B8" w14:textId="77777777" w:rsidR="00EB7C8A" w:rsidRPr="00F04DA3" w:rsidRDefault="00EB7C8A" w:rsidP="00F04DA3">
            <w:pPr>
              <w:pStyle w:val="TAC"/>
              <w:rPr>
                <w:lang w:eastAsia="ja-JP"/>
              </w:rPr>
            </w:pPr>
            <w:r w:rsidRPr="00F04DA3">
              <w:rPr>
                <w:lang w:eastAsia="ja-JP"/>
              </w:rPr>
              <w:t>DC_n28A-n257H</w:t>
            </w:r>
          </w:p>
          <w:p w14:paraId="58832805" w14:textId="77777777" w:rsidR="00EB7C8A" w:rsidRPr="00F04DA3" w:rsidRDefault="00EB7C8A" w:rsidP="00F04DA3">
            <w:pPr>
              <w:pStyle w:val="TAC"/>
              <w:rPr>
                <w:lang w:eastAsia="zh-CN"/>
              </w:rPr>
            </w:pPr>
            <w:r w:rsidRPr="00F04DA3">
              <w:rPr>
                <w:lang w:eastAsia="ja-JP"/>
              </w:rPr>
              <w:t>DC_n28A-n257I</w:t>
            </w:r>
          </w:p>
        </w:tc>
      </w:tr>
      <w:tr w:rsidR="00F04DA3" w:rsidRPr="00F04DA3" w14:paraId="66B93684" w14:textId="77777777" w:rsidTr="00F04DA3">
        <w:trPr>
          <w:trHeight w:val="187"/>
          <w:jc w:val="center"/>
        </w:trPr>
        <w:tc>
          <w:tcPr>
            <w:tcW w:w="3823" w:type="dxa"/>
          </w:tcPr>
          <w:p w14:paraId="1A08E35F" w14:textId="4C5C7EA6" w:rsidR="00F04DA3" w:rsidRPr="00F04DA3" w:rsidRDefault="00F04DA3" w:rsidP="00F04DA3">
            <w:pPr>
              <w:pStyle w:val="TAC"/>
              <w:rPr>
                <w:lang w:eastAsia="fi-FI"/>
              </w:rPr>
            </w:pPr>
            <w:r w:rsidRPr="00F04DA3">
              <w:rPr>
                <w:lang w:eastAsia="zh-CN"/>
              </w:rPr>
              <w:t>DC</w:t>
            </w:r>
            <w:r w:rsidRPr="00F04DA3">
              <w:t>_n77A-n257A</w:t>
            </w:r>
            <w:r w:rsidR="00A209B3" w:rsidRPr="008A2A38">
              <w:rPr>
                <w:vertAlign w:val="superscript"/>
                <w:lang w:eastAsia="ja-JP"/>
              </w:rPr>
              <w:t>1</w:t>
            </w:r>
          </w:p>
          <w:p w14:paraId="620766E9" w14:textId="2606E5FD" w:rsidR="00F04DA3" w:rsidRPr="00F04DA3" w:rsidRDefault="00F04DA3" w:rsidP="00F04DA3">
            <w:pPr>
              <w:pStyle w:val="TAC"/>
              <w:rPr>
                <w:lang w:eastAsia="fi-FI"/>
              </w:rPr>
            </w:pPr>
            <w:r w:rsidRPr="00F04DA3">
              <w:rPr>
                <w:lang w:eastAsia="zh-CN"/>
              </w:rPr>
              <w:t>DC</w:t>
            </w:r>
            <w:r w:rsidRPr="00F04DA3">
              <w:t>_n77A-n257</w:t>
            </w:r>
            <w:r w:rsidRPr="00F04DA3">
              <w:rPr>
                <w:lang w:eastAsia="zh-CN"/>
              </w:rPr>
              <w:t>D</w:t>
            </w:r>
            <w:r w:rsidR="00A209B3" w:rsidRPr="008A2A38">
              <w:rPr>
                <w:vertAlign w:val="superscript"/>
                <w:lang w:eastAsia="ja-JP"/>
              </w:rPr>
              <w:t>1</w:t>
            </w:r>
          </w:p>
          <w:p w14:paraId="5103E9B6" w14:textId="445B71F4" w:rsidR="00F04DA3" w:rsidRPr="00F04DA3" w:rsidRDefault="00F04DA3" w:rsidP="00F04DA3">
            <w:pPr>
              <w:pStyle w:val="TAC"/>
              <w:rPr>
                <w:lang w:eastAsia="fi-FI"/>
              </w:rPr>
            </w:pPr>
            <w:r w:rsidRPr="00F04DA3">
              <w:rPr>
                <w:lang w:eastAsia="zh-CN"/>
              </w:rPr>
              <w:t>DC</w:t>
            </w:r>
            <w:r w:rsidRPr="00F04DA3">
              <w:t>_n77A-n257</w:t>
            </w:r>
            <w:r w:rsidRPr="00F04DA3">
              <w:rPr>
                <w:lang w:eastAsia="zh-CN"/>
              </w:rPr>
              <w:t>E</w:t>
            </w:r>
            <w:r w:rsidR="00A209B3" w:rsidRPr="008A2A38">
              <w:rPr>
                <w:vertAlign w:val="superscript"/>
                <w:lang w:eastAsia="ja-JP"/>
              </w:rPr>
              <w:t>1</w:t>
            </w:r>
          </w:p>
          <w:p w14:paraId="1E29C8A1" w14:textId="7ECDC18E" w:rsidR="00F04DA3" w:rsidRPr="00F04DA3" w:rsidRDefault="00F04DA3" w:rsidP="00F04DA3">
            <w:pPr>
              <w:pStyle w:val="TAC"/>
            </w:pPr>
            <w:r w:rsidRPr="00F04DA3">
              <w:rPr>
                <w:lang w:eastAsia="zh-CN"/>
              </w:rPr>
              <w:t>DC</w:t>
            </w:r>
            <w:r w:rsidRPr="00F04DA3">
              <w:t>_n77A-n257</w:t>
            </w:r>
            <w:r w:rsidRPr="00F04DA3">
              <w:rPr>
                <w:lang w:eastAsia="zh-CN"/>
              </w:rPr>
              <w:t>F</w:t>
            </w:r>
            <w:r w:rsidR="00A209B3" w:rsidRPr="008A2A38">
              <w:rPr>
                <w:vertAlign w:val="superscript"/>
                <w:lang w:eastAsia="ja-JP"/>
              </w:rPr>
              <w:t>1</w:t>
            </w:r>
          </w:p>
          <w:p w14:paraId="44029657" w14:textId="12B65F26" w:rsidR="00F04DA3" w:rsidRPr="00F04DA3" w:rsidRDefault="00F04DA3" w:rsidP="00F04DA3">
            <w:pPr>
              <w:pStyle w:val="TAC"/>
              <w:rPr>
                <w:lang w:eastAsia="zh-CN"/>
              </w:rPr>
            </w:pPr>
            <w:r w:rsidRPr="00F04DA3">
              <w:rPr>
                <w:lang w:eastAsia="zh-CN"/>
              </w:rPr>
              <w:t>DC</w:t>
            </w:r>
            <w:r w:rsidRPr="00F04DA3">
              <w:t>_n77A-n257</w:t>
            </w:r>
            <w:r w:rsidRPr="00F04DA3">
              <w:rPr>
                <w:lang w:eastAsia="zh-CN"/>
              </w:rPr>
              <w:t>G</w:t>
            </w:r>
            <w:r w:rsidR="00A209B3" w:rsidRPr="008A2A38">
              <w:rPr>
                <w:vertAlign w:val="superscript"/>
                <w:lang w:eastAsia="ja-JP"/>
              </w:rPr>
              <w:t>1</w:t>
            </w:r>
          </w:p>
          <w:p w14:paraId="324E56E1" w14:textId="31FEB600" w:rsidR="00F04DA3" w:rsidRPr="00F04DA3" w:rsidRDefault="00F04DA3" w:rsidP="00F04DA3">
            <w:pPr>
              <w:pStyle w:val="TAC"/>
              <w:rPr>
                <w:lang w:eastAsia="zh-CN"/>
              </w:rPr>
            </w:pPr>
            <w:r w:rsidRPr="00F04DA3">
              <w:rPr>
                <w:lang w:eastAsia="zh-CN"/>
              </w:rPr>
              <w:t>DC</w:t>
            </w:r>
            <w:r w:rsidRPr="00F04DA3">
              <w:t>_n77A-n257</w:t>
            </w:r>
            <w:r w:rsidRPr="00F04DA3">
              <w:rPr>
                <w:lang w:eastAsia="zh-CN"/>
              </w:rPr>
              <w:t>H</w:t>
            </w:r>
            <w:r w:rsidR="00A209B3" w:rsidRPr="008A2A38">
              <w:rPr>
                <w:vertAlign w:val="superscript"/>
                <w:lang w:eastAsia="ja-JP"/>
              </w:rPr>
              <w:t>1</w:t>
            </w:r>
          </w:p>
          <w:p w14:paraId="0267D653" w14:textId="09ECE598" w:rsidR="00F04DA3" w:rsidRPr="00F04DA3" w:rsidRDefault="00F04DA3" w:rsidP="00F04DA3">
            <w:pPr>
              <w:pStyle w:val="TAC"/>
              <w:rPr>
                <w:lang w:eastAsia="zh-CN"/>
              </w:rPr>
            </w:pPr>
            <w:r w:rsidRPr="00F04DA3">
              <w:rPr>
                <w:lang w:eastAsia="zh-CN"/>
              </w:rPr>
              <w:t>DC</w:t>
            </w:r>
            <w:r w:rsidRPr="00F04DA3">
              <w:t>_n77A-n257</w:t>
            </w:r>
            <w:r w:rsidRPr="00F04DA3">
              <w:rPr>
                <w:lang w:eastAsia="zh-CN"/>
              </w:rPr>
              <w:t>I</w:t>
            </w:r>
            <w:r w:rsidR="00A209B3" w:rsidRPr="008A2A38">
              <w:rPr>
                <w:vertAlign w:val="superscript"/>
                <w:lang w:eastAsia="ja-JP"/>
              </w:rPr>
              <w:t>1</w:t>
            </w:r>
          </w:p>
          <w:p w14:paraId="6495E6CC" w14:textId="793EF3DD" w:rsidR="00F04DA3" w:rsidRPr="00F04DA3" w:rsidRDefault="00F04DA3" w:rsidP="00F04DA3">
            <w:pPr>
              <w:pStyle w:val="TAC"/>
              <w:rPr>
                <w:lang w:eastAsia="zh-CN"/>
              </w:rPr>
            </w:pPr>
            <w:r w:rsidRPr="00F04DA3">
              <w:rPr>
                <w:lang w:eastAsia="zh-CN"/>
              </w:rPr>
              <w:t>DC</w:t>
            </w:r>
            <w:r w:rsidRPr="00F04DA3">
              <w:t>_n77A-n257</w:t>
            </w:r>
            <w:r w:rsidRPr="00F04DA3">
              <w:rPr>
                <w:lang w:eastAsia="zh-CN"/>
              </w:rPr>
              <w:t>J</w:t>
            </w:r>
            <w:r w:rsidR="00A209B3" w:rsidRPr="008A2A38">
              <w:rPr>
                <w:vertAlign w:val="superscript"/>
                <w:lang w:eastAsia="ja-JP"/>
              </w:rPr>
              <w:t>1</w:t>
            </w:r>
          </w:p>
          <w:p w14:paraId="65C4063D" w14:textId="59145713" w:rsidR="00F04DA3" w:rsidRPr="00F04DA3" w:rsidRDefault="00F04DA3" w:rsidP="00F04DA3">
            <w:pPr>
              <w:pStyle w:val="TAC"/>
              <w:rPr>
                <w:lang w:eastAsia="zh-CN"/>
              </w:rPr>
            </w:pPr>
            <w:r w:rsidRPr="00F04DA3">
              <w:rPr>
                <w:lang w:eastAsia="zh-CN"/>
              </w:rPr>
              <w:t>DC</w:t>
            </w:r>
            <w:r w:rsidRPr="00F04DA3">
              <w:t>_n77A-n257</w:t>
            </w:r>
            <w:r w:rsidRPr="00F04DA3">
              <w:rPr>
                <w:lang w:eastAsia="zh-CN"/>
              </w:rPr>
              <w:t>K</w:t>
            </w:r>
            <w:r w:rsidR="00A209B3" w:rsidRPr="008A2A38">
              <w:rPr>
                <w:vertAlign w:val="superscript"/>
                <w:lang w:eastAsia="ja-JP"/>
              </w:rPr>
              <w:t>1</w:t>
            </w:r>
          </w:p>
          <w:p w14:paraId="2C3032BF" w14:textId="64495290" w:rsidR="00F04DA3" w:rsidRPr="00F04DA3" w:rsidRDefault="00F04DA3" w:rsidP="00F04DA3">
            <w:pPr>
              <w:pStyle w:val="TAC"/>
              <w:rPr>
                <w:lang w:eastAsia="zh-CN"/>
              </w:rPr>
            </w:pPr>
            <w:r w:rsidRPr="00F04DA3">
              <w:rPr>
                <w:lang w:eastAsia="zh-CN"/>
              </w:rPr>
              <w:t>DC</w:t>
            </w:r>
            <w:r w:rsidRPr="00F04DA3">
              <w:t>_n77A-n257</w:t>
            </w:r>
            <w:r w:rsidRPr="00F04DA3">
              <w:rPr>
                <w:lang w:eastAsia="zh-CN"/>
              </w:rPr>
              <w:t>L</w:t>
            </w:r>
            <w:r w:rsidR="00A209B3" w:rsidRPr="008A2A38">
              <w:rPr>
                <w:vertAlign w:val="superscript"/>
                <w:lang w:eastAsia="ja-JP"/>
              </w:rPr>
              <w:t>1</w:t>
            </w:r>
          </w:p>
          <w:p w14:paraId="50178208" w14:textId="0977BC79" w:rsidR="00F04DA3" w:rsidRPr="00F04DA3" w:rsidRDefault="00F04DA3" w:rsidP="00F04DA3">
            <w:pPr>
              <w:pStyle w:val="TAC"/>
              <w:rPr>
                <w:lang w:eastAsia="zh-CN"/>
              </w:rPr>
            </w:pPr>
            <w:r w:rsidRPr="00F04DA3">
              <w:rPr>
                <w:lang w:eastAsia="zh-CN"/>
              </w:rPr>
              <w:t>DC</w:t>
            </w:r>
            <w:r w:rsidRPr="00F04DA3">
              <w:t>_n77A-n257</w:t>
            </w:r>
            <w:r w:rsidRPr="00F04DA3">
              <w:rPr>
                <w:lang w:eastAsia="zh-CN"/>
              </w:rPr>
              <w:t>M</w:t>
            </w:r>
            <w:r w:rsidR="00A209B3" w:rsidRPr="008A2A38">
              <w:rPr>
                <w:vertAlign w:val="superscript"/>
                <w:lang w:eastAsia="ja-JP"/>
              </w:rPr>
              <w:t>1</w:t>
            </w:r>
          </w:p>
          <w:p w14:paraId="30E45309" w14:textId="77777777" w:rsidR="00F04DA3" w:rsidRPr="00F04DA3" w:rsidRDefault="00F04DA3" w:rsidP="00F04DA3">
            <w:pPr>
              <w:pStyle w:val="TAC"/>
            </w:pPr>
            <w:r w:rsidRPr="00F04DA3">
              <w:rPr>
                <w:lang w:eastAsia="zh-CN"/>
              </w:rPr>
              <w:t>DC</w:t>
            </w:r>
            <w:r w:rsidRPr="00F04DA3">
              <w:t>_n77</w:t>
            </w:r>
            <w:r w:rsidRPr="00F04DA3">
              <w:rPr>
                <w:lang w:eastAsia="zh-CN"/>
              </w:rPr>
              <w:t>C</w:t>
            </w:r>
            <w:r w:rsidRPr="00F04DA3">
              <w:t>-n257</w:t>
            </w:r>
            <w:r w:rsidRPr="00F04DA3">
              <w:rPr>
                <w:lang w:eastAsia="zh-CN"/>
              </w:rPr>
              <w:t>A</w:t>
            </w:r>
          </w:p>
          <w:p w14:paraId="425249D9" w14:textId="77777777" w:rsidR="00F04DA3" w:rsidRPr="00F04DA3" w:rsidRDefault="00F04DA3" w:rsidP="00F04DA3">
            <w:pPr>
              <w:pStyle w:val="TAC"/>
              <w:rPr>
                <w:lang w:val="fi-FI"/>
              </w:rPr>
            </w:pPr>
            <w:r w:rsidRPr="00F04DA3">
              <w:rPr>
                <w:lang w:val="fi-FI" w:eastAsia="zh-CN"/>
              </w:rPr>
              <w:t>DC</w:t>
            </w:r>
            <w:r w:rsidRPr="00F04DA3">
              <w:rPr>
                <w:lang w:val="fi-FI"/>
              </w:rPr>
              <w:t>_n77</w:t>
            </w:r>
            <w:r w:rsidRPr="00F04DA3">
              <w:rPr>
                <w:lang w:val="fi-FI" w:eastAsia="zh-CN"/>
              </w:rPr>
              <w:t>C</w:t>
            </w:r>
            <w:r w:rsidRPr="00F04DA3">
              <w:rPr>
                <w:lang w:val="fi-FI"/>
              </w:rPr>
              <w:t>-n257</w:t>
            </w:r>
            <w:r w:rsidRPr="00F04DA3">
              <w:rPr>
                <w:lang w:val="fi-FI" w:eastAsia="zh-CN"/>
              </w:rPr>
              <w:t>D</w:t>
            </w:r>
          </w:p>
          <w:p w14:paraId="69E7F1E8" w14:textId="77777777" w:rsidR="00F04DA3" w:rsidRPr="00F04DA3" w:rsidRDefault="00F04DA3" w:rsidP="00F04DA3">
            <w:pPr>
              <w:pStyle w:val="TAC"/>
              <w:rPr>
                <w:lang w:val="fi-FI"/>
              </w:rPr>
            </w:pPr>
            <w:r w:rsidRPr="00F04DA3">
              <w:rPr>
                <w:lang w:val="fi-FI" w:eastAsia="zh-CN"/>
              </w:rPr>
              <w:t>DC</w:t>
            </w:r>
            <w:r w:rsidRPr="00F04DA3">
              <w:rPr>
                <w:lang w:val="fi-FI"/>
              </w:rPr>
              <w:t>_n77</w:t>
            </w:r>
            <w:r w:rsidRPr="00F04DA3">
              <w:rPr>
                <w:lang w:val="fi-FI" w:eastAsia="zh-CN"/>
              </w:rPr>
              <w:t>C</w:t>
            </w:r>
            <w:r w:rsidRPr="00F04DA3">
              <w:rPr>
                <w:lang w:val="fi-FI"/>
              </w:rPr>
              <w:t>-n257</w:t>
            </w:r>
            <w:r w:rsidRPr="00F04DA3">
              <w:rPr>
                <w:lang w:val="fi-FI" w:eastAsia="zh-CN"/>
              </w:rPr>
              <w:t>E</w:t>
            </w:r>
          </w:p>
          <w:p w14:paraId="72493F21" w14:textId="02383697" w:rsidR="00F04DA3" w:rsidRPr="00F04DA3" w:rsidRDefault="00F04DA3" w:rsidP="00F04DA3">
            <w:pPr>
              <w:pStyle w:val="TAC"/>
              <w:rPr>
                <w:lang w:eastAsia="ja-JP"/>
              </w:rPr>
            </w:pPr>
            <w:r w:rsidRPr="00F04DA3">
              <w:rPr>
                <w:lang w:eastAsia="zh-CN"/>
              </w:rPr>
              <w:t>DC</w:t>
            </w:r>
            <w:r w:rsidRPr="00F04DA3">
              <w:t>_n77</w:t>
            </w:r>
            <w:r w:rsidRPr="00F04DA3">
              <w:rPr>
                <w:lang w:eastAsia="zh-CN"/>
              </w:rPr>
              <w:t>C</w:t>
            </w:r>
            <w:r w:rsidRPr="00F04DA3">
              <w:t>-n257</w:t>
            </w:r>
            <w:r w:rsidRPr="00F04DA3">
              <w:rPr>
                <w:lang w:eastAsia="zh-CN"/>
              </w:rPr>
              <w:t>F</w:t>
            </w:r>
          </w:p>
        </w:tc>
        <w:tc>
          <w:tcPr>
            <w:tcW w:w="3969" w:type="dxa"/>
          </w:tcPr>
          <w:p w14:paraId="4192E226" w14:textId="77777777" w:rsidR="00F04DA3" w:rsidRPr="00F04DA3" w:rsidRDefault="00F04DA3" w:rsidP="00F04DA3">
            <w:pPr>
              <w:pStyle w:val="TAC"/>
            </w:pPr>
            <w:r w:rsidRPr="00F04DA3">
              <w:rPr>
                <w:lang w:eastAsia="zh-CN"/>
              </w:rPr>
              <w:t>DC</w:t>
            </w:r>
            <w:r w:rsidRPr="00F04DA3">
              <w:t>_n77A-n257A</w:t>
            </w:r>
          </w:p>
          <w:p w14:paraId="3AFA947D" w14:textId="77777777" w:rsidR="00F04DA3" w:rsidRPr="00F04DA3" w:rsidRDefault="00F04DA3" w:rsidP="00F04DA3">
            <w:pPr>
              <w:pStyle w:val="TAC"/>
              <w:rPr>
                <w:lang w:eastAsia="zh-CN"/>
              </w:rPr>
            </w:pPr>
            <w:r w:rsidRPr="00F04DA3">
              <w:rPr>
                <w:lang w:eastAsia="zh-CN"/>
              </w:rPr>
              <w:t>DC</w:t>
            </w:r>
            <w:r w:rsidRPr="00F04DA3">
              <w:t>_n77A-n257</w:t>
            </w:r>
            <w:r w:rsidRPr="00F04DA3">
              <w:rPr>
                <w:lang w:eastAsia="zh-CN"/>
              </w:rPr>
              <w:t>G</w:t>
            </w:r>
          </w:p>
          <w:p w14:paraId="3A1F513C" w14:textId="77777777" w:rsidR="00F04DA3" w:rsidRPr="00F04DA3" w:rsidRDefault="00F04DA3" w:rsidP="00F04DA3">
            <w:pPr>
              <w:pStyle w:val="TAC"/>
              <w:rPr>
                <w:lang w:eastAsia="zh-CN"/>
              </w:rPr>
            </w:pPr>
            <w:r w:rsidRPr="00F04DA3">
              <w:rPr>
                <w:lang w:eastAsia="zh-CN"/>
              </w:rPr>
              <w:t>DC</w:t>
            </w:r>
            <w:r w:rsidRPr="00F04DA3">
              <w:t>_n77A-n257</w:t>
            </w:r>
            <w:r w:rsidRPr="00F04DA3">
              <w:rPr>
                <w:lang w:eastAsia="zh-CN"/>
              </w:rPr>
              <w:t>H</w:t>
            </w:r>
          </w:p>
          <w:p w14:paraId="5E7C2BC2" w14:textId="77777777" w:rsidR="00F04DA3" w:rsidRPr="00F04DA3" w:rsidRDefault="00F04DA3" w:rsidP="00F04DA3">
            <w:pPr>
              <w:pStyle w:val="TAC"/>
              <w:rPr>
                <w:lang w:eastAsia="zh-CN"/>
              </w:rPr>
            </w:pPr>
            <w:r w:rsidRPr="00F04DA3">
              <w:rPr>
                <w:lang w:eastAsia="zh-CN"/>
              </w:rPr>
              <w:t>DC</w:t>
            </w:r>
            <w:r w:rsidRPr="00F04DA3">
              <w:t>_n77A-n257</w:t>
            </w:r>
            <w:r w:rsidRPr="00F04DA3">
              <w:rPr>
                <w:lang w:eastAsia="zh-CN"/>
              </w:rPr>
              <w:t>I</w:t>
            </w:r>
          </w:p>
          <w:p w14:paraId="5CA79DD2" w14:textId="77777777" w:rsidR="00F04DA3" w:rsidRPr="00F04DA3" w:rsidRDefault="00F04DA3" w:rsidP="00F04DA3">
            <w:pPr>
              <w:pStyle w:val="TAC"/>
              <w:rPr>
                <w:lang w:eastAsia="zh-CN"/>
              </w:rPr>
            </w:pPr>
            <w:r w:rsidRPr="00F04DA3">
              <w:rPr>
                <w:lang w:eastAsia="zh-CN"/>
              </w:rPr>
              <w:t>DC</w:t>
            </w:r>
            <w:r w:rsidRPr="00F04DA3">
              <w:t>_n77A-n257</w:t>
            </w:r>
            <w:r w:rsidRPr="00F04DA3">
              <w:rPr>
                <w:lang w:eastAsia="zh-CN"/>
              </w:rPr>
              <w:t>J</w:t>
            </w:r>
          </w:p>
          <w:p w14:paraId="255E7428" w14:textId="77777777" w:rsidR="00F04DA3" w:rsidRPr="00F04DA3" w:rsidRDefault="00F04DA3" w:rsidP="00F04DA3">
            <w:pPr>
              <w:pStyle w:val="TAC"/>
              <w:rPr>
                <w:lang w:eastAsia="zh-CN"/>
              </w:rPr>
            </w:pPr>
            <w:r w:rsidRPr="00F04DA3">
              <w:rPr>
                <w:lang w:eastAsia="zh-CN"/>
              </w:rPr>
              <w:t>DC</w:t>
            </w:r>
            <w:r w:rsidRPr="00F04DA3">
              <w:t>_n77A-n257</w:t>
            </w:r>
            <w:r w:rsidRPr="00F04DA3">
              <w:rPr>
                <w:lang w:eastAsia="zh-CN"/>
              </w:rPr>
              <w:t>K</w:t>
            </w:r>
          </w:p>
          <w:p w14:paraId="339AE777" w14:textId="77777777" w:rsidR="00F04DA3" w:rsidRPr="00F04DA3" w:rsidRDefault="00F04DA3" w:rsidP="00F04DA3">
            <w:pPr>
              <w:pStyle w:val="TAC"/>
              <w:rPr>
                <w:lang w:eastAsia="zh-CN"/>
              </w:rPr>
            </w:pPr>
            <w:r w:rsidRPr="00F04DA3">
              <w:rPr>
                <w:lang w:eastAsia="zh-CN"/>
              </w:rPr>
              <w:t>DC</w:t>
            </w:r>
            <w:r w:rsidRPr="00F04DA3">
              <w:t>_n77A-n257</w:t>
            </w:r>
            <w:r w:rsidRPr="00F04DA3">
              <w:rPr>
                <w:lang w:eastAsia="zh-CN"/>
              </w:rPr>
              <w:t>L</w:t>
            </w:r>
          </w:p>
          <w:p w14:paraId="7F07BBB6" w14:textId="58AE9E44" w:rsidR="00F04DA3" w:rsidRPr="00F04DA3" w:rsidRDefault="00F04DA3" w:rsidP="00F04DA3">
            <w:pPr>
              <w:pStyle w:val="TAC"/>
              <w:rPr>
                <w:lang w:eastAsia="ja-JP"/>
              </w:rPr>
            </w:pPr>
            <w:r w:rsidRPr="00F04DA3">
              <w:rPr>
                <w:lang w:eastAsia="zh-CN"/>
              </w:rPr>
              <w:t>DC</w:t>
            </w:r>
            <w:r w:rsidRPr="00F04DA3">
              <w:t>_n77A-n257</w:t>
            </w:r>
            <w:r w:rsidRPr="00F04DA3">
              <w:rPr>
                <w:lang w:eastAsia="zh-CN"/>
              </w:rPr>
              <w:t>M</w:t>
            </w:r>
          </w:p>
        </w:tc>
      </w:tr>
      <w:tr w:rsidR="00EB7C8A" w:rsidRPr="00F04DA3" w14:paraId="28B0107E" w14:textId="77777777" w:rsidTr="00F04DA3">
        <w:trPr>
          <w:trHeight w:val="187"/>
          <w:jc w:val="center"/>
        </w:trPr>
        <w:tc>
          <w:tcPr>
            <w:tcW w:w="3823" w:type="dxa"/>
          </w:tcPr>
          <w:p w14:paraId="005F97AD" w14:textId="2E4B3D82" w:rsidR="00EB7C8A" w:rsidRPr="00F04DA3" w:rsidRDefault="00EB7C8A" w:rsidP="00F04DA3">
            <w:pPr>
              <w:pStyle w:val="TAC"/>
              <w:rPr>
                <w:lang w:eastAsia="zh-CN"/>
              </w:rPr>
            </w:pPr>
            <w:r w:rsidRPr="00F04DA3">
              <w:rPr>
                <w:lang w:eastAsia="zh-CN"/>
              </w:rPr>
              <w:t>DC</w:t>
            </w:r>
            <w:r w:rsidRPr="00F04DA3">
              <w:t>_n77</w:t>
            </w:r>
            <w:r w:rsidRPr="00F04DA3">
              <w:rPr>
                <w:lang w:eastAsia="zh-CN"/>
              </w:rPr>
              <w:t>(2</w:t>
            </w:r>
            <w:r w:rsidRPr="00F04DA3">
              <w:t>A</w:t>
            </w:r>
            <w:r w:rsidRPr="00F04DA3">
              <w:rPr>
                <w:lang w:eastAsia="zh-CN"/>
              </w:rPr>
              <w:t>)</w:t>
            </w:r>
            <w:r w:rsidRPr="00F04DA3">
              <w:t>-n257A</w:t>
            </w:r>
            <w:r w:rsidR="006A3151" w:rsidRPr="008A2A38">
              <w:rPr>
                <w:vertAlign w:val="superscript"/>
                <w:lang w:eastAsia="ja-JP"/>
              </w:rPr>
              <w:t>1</w:t>
            </w:r>
          </w:p>
          <w:p w14:paraId="6E4A776D" w14:textId="420C4E44" w:rsidR="00EB7C8A" w:rsidRPr="00F04DA3" w:rsidRDefault="00EB7C8A" w:rsidP="00F04DA3">
            <w:pPr>
              <w:pStyle w:val="TAC"/>
              <w:rPr>
                <w:lang w:eastAsia="zh-CN"/>
              </w:rPr>
            </w:pPr>
            <w:r w:rsidRPr="00F04DA3">
              <w:rPr>
                <w:lang w:eastAsia="zh-CN"/>
              </w:rPr>
              <w:t>DC</w:t>
            </w:r>
            <w:r w:rsidRPr="00F04DA3">
              <w:t>_n77</w:t>
            </w:r>
            <w:r w:rsidRPr="00F04DA3">
              <w:rPr>
                <w:lang w:eastAsia="zh-CN"/>
              </w:rPr>
              <w:t>(2</w:t>
            </w:r>
            <w:r w:rsidRPr="00F04DA3">
              <w:t>A</w:t>
            </w:r>
            <w:r w:rsidRPr="00F04DA3">
              <w:rPr>
                <w:lang w:eastAsia="zh-CN"/>
              </w:rPr>
              <w:t>)</w:t>
            </w:r>
            <w:r w:rsidRPr="00F04DA3">
              <w:t>-n257</w:t>
            </w:r>
            <w:r w:rsidRPr="00F04DA3">
              <w:rPr>
                <w:lang w:eastAsia="zh-CN"/>
              </w:rPr>
              <w:t>G</w:t>
            </w:r>
            <w:r w:rsidR="006A3151" w:rsidRPr="008A2A38">
              <w:rPr>
                <w:vertAlign w:val="superscript"/>
                <w:lang w:eastAsia="ja-JP"/>
              </w:rPr>
              <w:t>1</w:t>
            </w:r>
          </w:p>
          <w:p w14:paraId="39D4778D" w14:textId="22E1C158" w:rsidR="00EB7C8A" w:rsidRPr="00F04DA3" w:rsidRDefault="00EB7C8A" w:rsidP="00F04DA3">
            <w:pPr>
              <w:pStyle w:val="TAC"/>
              <w:rPr>
                <w:lang w:eastAsia="zh-CN"/>
              </w:rPr>
            </w:pPr>
            <w:r w:rsidRPr="00F04DA3">
              <w:rPr>
                <w:lang w:eastAsia="zh-CN"/>
              </w:rPr>
              <w:t>DC</w:t>
            </w:r>
            <w:r w:rsidRPr="00F04DA3">
              <w:t>_n77</w:t>
            </w:r>
            <w:r w:rsidRPr="00F04DA3">
              <w:rPr>
                <w:lang w:eastAsia="zh-CN"/>
              </w:rPr>
              <w:t>(2</w:t>
            </w:r>
            <w:r w:rsidRPr="00F04DA3">
              <w:t>A</w:t>
            </w:r>
            <w:r w:rsidRPr="00F04DA3">
              <w:rPr>
                <w:lang w:eastAsia="zh-CN"/>
              </w:rPr>
              <w:t>)</w:t>
            </w:r>
            <w:r w:rsidRPr="00F04DA3">
              <w:t>-n257</w:t>
            </w:r>
            <w:r w:rsidRPr="00F04DA3">
              <w:rPr>
                <w:lang w:eastAsia="zh-CN"/>
              </w:rPr>
              <w:t>H</w:t>
            </w:r>
            <w:r w:rsidR="006A3151" w:rsidRPr="008A2A38">
              <w:rPr>
                <w:vertAlign w:val="superscript"/>
                <w:lang w:eastAsia="ja-JP"/>
              </w:rPr>
              <w:t>1</w:t>
            </w:r>
          </w:p>
          <w:p w14:paraId="26FB341E" w14:textId="653CC5D4" w:rsidR="00EB7C8A" w:rsidRPr="00F04DA3" w:rsidRDefault="00EB7C8A" w:rsidP="00F04DA3">
            <w:pPr>
              <w:pStyle w:val="TAC"/>
              <w:rPr>
                <w:lang w:eastAsia="zh-CN"/>
              </w:rPr>
            </w:pPr>
            <w:r w:rsidRPr="00F04DA3">
              <w:rPr>
                <w:lang w:eastAsia="zh-CN"/>
              </w:rPr>
              <w:t>DC</w:t>
            </w:r>
            <w:r w:rsidRPr="00F04DA3">
              <w:t>_n77</w:t>
            </w:r>
            <w:r w:rsidRPr="00F04DA3">
              <w:rPr>
                <w:lang w:eastAsia="zh-CN"/>
              </w:rPr>
              <w:t>(2</w:t>
            </w:r>
            <w:r w:rsidRPr="00F04DA3">
              <w:t>A</w:t>
            </w:r>
            <w:r w:rsidRPr="00F04DA3">
              <w:rPr>
                <w:lang w:eastAsia="zh-CN"/>
              </w:rPr>
              <w:t>)</w:t>
            </w:r>
            <w:r w:rsidRPr="00F04DA3">
              <w:t>-n257</w:t>
            </w:r>
            <w:r w:rsidRPr="00F04DA3">
              <w:rPr>
                <w:lang w:eastAsia="zh-CN"/>
              </w:rPr>
              <w:t>I</w:t>
            </w:r>
            <w:r w:rsidR="006A3151" w:rsidRPr="008A2A38">
              <w:rPr>
                <w:vertAlign w:val="superscript"/>
                <w:lang w:eastAsia="ja-JP"/>
              </w:rPr>
              <w:t>1</w:t>
            </w:r>
          </w:p>
          <w:p w14:paraId="0E0B18DA" w14:textId="77777777" w:rsidR="00EB7C8A" w:rsidRPr="00F04DA3" w:rsidRDefault="00EB7C8A" w:rsidP="00F04DA3">
            <w:pPr>
              <w:pStyle w:val="TAC"/>
              <w:rPr>
                <w:lang w:eastAsia="zh-CN"/>
              </w:rPr>
            </w:pPr>
            <w:r w:rsidRPr="00F04DA3">
              <w:rPr>
                <w:lang w:eastAsia="zh-CN"/>
              </w:rPr>
              <w:t>DC</w:t>
            </w:r>
            <w:r w:rsidRPr="00F04DA3">
              <w:t>_n77</w:t>
            </w:r>
            <w:r w:rsidRPr="00F04DA3">
              <w:rPr>
                <w:lang w:eastAsia="zh-CN"/>
              </w:rPr>
              <w:t>(2</w:t>
            </w:r>
            <w:r w:rsidRPr="00F04DA3">
              <w:t>A</w:t>
            </w:r>
            <w:r w:rsidRPr="00F04DA3">
              <w:rPr>
                <w:lang w:eastAsia="zh-CN"/>
              </w:rPr>
              <w:t>)</w:t>
            </w:r>
            <w:r w:rsidRPr="00F04DA3">
              <w:t>-n257</w:t>
            </w:r>
            <w:r w:rsidRPr="00F04DA3">
              <w:rPr>
                <w:lang w:eastAsia="zh-CN"/>
              </w:rPr>
              <w:t>J</w:t>
            </w:r>
          </w:p>
          <w:p w14:paraId="5AC50E47" w14:textId="77777777" w:rsidR="00EB7C8A" w:rsidRPr="00F04DA3" w:rsidRDefault="00EB7C8A" w:rsidP="00F04DA3">
            <w:pPr>
              <w:pStyle w:val="TAC"/>
              <w:rPr>
                <w:lang w:eastAsia="zh-CN"/>
              </w:rPr>
            </w:pPr>
            <w:r w:rsidRPr="00F04DA3">
              <w:rPr>
                <w:lang w:eastAsia="zh-CN"/>
              </w:rPr>
              <w:t>DC</w:t>
            </w:r>
            <w:r w:rsidRPr="00F04DA3">
              <w:t>_n77</w:t>
            </w:r>
            <w:r w:rsidRPr="00F04DA3">
              <w:rPr>
                <w:lang w:eastAsia="zh-CN"/>
              </w:rPr>
              <w:t>(2</w:t>
            </w:r>
            <w:r w:rsidRPr="00F04DA3">
              <w:t>A</w:t>
            </w:r>
            <w:r w:rsidRPr="00F04DA3">
              <w:rPr>
                <w:lang w:eastAsia="zh-CN"/>
              </w:rPr>
              <w:t>)</w:t>
            </w:r>
            <w:r w:rsidRPr="00F04DA3">
              <w:t>-n257</w:t>
            </w:r>
            <w:r w:rsidRPr="00F04DA3">
              <w:rPr>
                <w:lang w:eastAsia="zh-CN"/>
              </w:rPr>
              <w:t>K</w:t>
            </w:r>
          </w:p>
          <w:p w14:paraId="54C1A4A4" w14:textId="77777777" w:rsidR="00EB7C8A" w:rsidRPr="00F04DA3" w:rsidRDefault="00EB7C8A" w:rsidP="00F04DA3">
            <w:pPr>
              <w:pStyle w:val="TAC"/>
              <w:rPr>
                <w:lang w:eastAsia="zh-CN"/>
              </w:rPr>
            </w:pPr>
            <w:r w:rsidRPr="00F04DA3">
              <w:rPr>
                <w:lang w:eastAsia="zh-CN"/>
              </w:rPr>
              <w:t>DC</w:t>
            </w:r>
            <w:r w:rsidRPr="00F04DA3">
              <w:t>_n77</w:t>
            </w:r>
            <w:r w:rsidRPr="00F04DA3">
              <w:rPr>
                <w:lang w:eastAsia="zh-CN"/>
              </w:rPr>
              <w:t>(2</w:t>
            </w:r>
            <w:r w:rsidRPr="00F04DA3">
              <w:t>A</w:t>
            </w:r>
            <w:r w:rsidRPr="00F04DA3">
              <w:rPr>
                <w:lang w:eastAsia="zh-CN"/>
              </w:rPr>
              <w:t>)</w:t>
            </w:r>
            <w:r w:rsidRPr="00F04DA3">
              <w:t>-n257</w:t>
            </w:r>
            <w:r w:rsidRPr="00F04DA3">
              <w:rPr>
                <w:lang w:eastAsia="zh-CN"/>
              </w:rPr>
              <w:t>L</w:t>
            </w:r>
          </w:p>
          <w:p w14:paraId="23D6022B" w14:textId="77777777" w:rsidR="00EB7C8A" w:rsidRPr="00F04DA3" w:rsidRDefault="00EB7C8A" w:rsidP="00F04DA3">
            <w:pPr>
              <w:pStyle w:val="TAC"/>
              <w:rPr>
                <w:lang w:eastAsia="zh-CN"/>
              </w:rPr>
            </w:pPr>
            <w:r w:rsidRPr="00F04DA3">
              <w:rPr>
                <w:lang w:eastAsia="zh-CN"/>
              </w:rPr>
              <w:t>DC</w:t>
            </w:r>
            <w:r w:rsidRPr="00F04DA3">
              <w:t>_n77</w:t>
            </w:r>
            <w:r w:rsidRPr="00F04DA3">
              <w:rPr>
                <w:lang w:eastAsia="zh-CN"/>
              </w:rPr>
              <w:t>(2</w:t>
            </w:r>
            <w:r w:rsidRPr="00F04DA3">
              <w:t>A</w:t>
            </w:r>
            <w:r w:rsidRPr="00F04DA3">
              <w:rPr>
                <w:lang w:eastAsia="zh-CN"/>
              </w:rPr>
              <w:t>)</w:t>
            </w:r>
            <w:r w:rsidRPr="00F04DA3">
              <w:t>-n257</w:t>
            </w:r>
            <w:r w:rsidRPr="00F04DA3">
              <w:rPr>
                <w:lang w:eastAsia="zh-CN"/>
              </w:rPr>
              <w:t>M</w:t>
            </w:r>
          </w:p>
        </w:tc>
        <w:tc>
          <w:tcPr>
            <w:tcW w:w="3969" w:type="dxa"/>
          </w:tcPr>
          <w:p w14:paraId="641DF63F" w14:textId="77777777" w:rsidR="00EB7C8A" w:rsidRPr="00F04DA3" w:rsidRDefault="00EB7C8A" w:rsidP="00F04DA3">
            <w:pPr>
              <w:pStyle w:val="TAC"/>
              <w:rPr>
                <w:lang w:eastAsia="zh-CN"/>
              </w:rPr>
            </w:pPr>
            <w:r w:rsidRPr="00F04DA3">
              <w:rPr>
                <w:lang w:eastAsia="zh-CN"/>
              </w:rPr>
              <w:t>DC</w:t>
            </w:r>
            <w:r w:rsidRPr="00F04DA3">
              <w:t>_n77A-n257A</w:t>
            </w:r>
          </w:p>
          <w:p w14:paraId="6C7CCBCA" w14:textId="77777777" w:rsidR="00EB7C8A" w:rsidRPr="00F04DA3" w:rsidRDefault="00EB7C8A" w:rsidP="00F04DA3">
            <w:pPr>
              <w:pStyle w:val="TAC"/>
              <w:rPr>
                <w:lang w:eastAsia="zh-CN"/>
              </w:rPr>
            </w:pPr>
            <w:r w:rsidRPr="00F04DA3">
              <w:rPr>
                <w:lang w:eastAsia="zh-CN"/>
              </w:rPr>
              <w:t>DC</w:t>
            </w:r>
            <w:r w:rsidRPr="00F04DA3">
              <w:t>_n77A-n257</w:t>
            </w:r>
            <w:r w:rsidRPr="00F04DA3">
              <w:rPr>
                <w:lang w:eastAsia="zh-CN"/>
              </w:rPr>
              <w:t>G</w:t>
            </w:r>
          </w:p>
          <w:p w14:paraId="0AA2FCB9" w14:textId="77777777" w:rsidR="00EB7C8A" w:rsidRPr="00F04DA3" w:rsidRDefault="00EB7C8A" w:rsidP="00F04DA3">
            <w:pPr>
              <w:pStyle w:val="TAC"/>
              <w:rPr>
                <w:lang w:eastAsia="zh-CN"/>
              </w:rPr>
            </w:pPr>
            <w:r w:rsidRPr="00F04DA3">
              <w:rPr>
                <w:lang w:eastAsia="zh-CN"/>
              </w:rPr>
              <w:t>DC</w:t>
            </w:r>
            <w:r w:rsidRPr="00F04DA3">
              <w:t>_n77A-n257</w:t>
            </w:r>
            <w:r w:rsidRPr="00F04DA3">
              <w:rPr>
                <w:lang w:eastAsia="zh-CN"/>
              </w:rPr>
              <w:t>H</w:t>
            </w:r>
          </w:p>
          <w:p w14:paraId="29C5EDE5" w14:textId="77777777" w:rsidR="00EB7C8A" w:rsidRPr="00F04DA3" w:rsidRDefault="00EB7C8A" w:rsidP="00F04DA3">
            <w:pPr>
              <w:pStyle w:val="TAC"/>
              <w:rPr>
                <w:lang w:eastAsia="zh-CN"/>
              </w:rPr>
            </w:pPr>
            <w:r w:rsidRPr="00F04DA3">
              <w:rPr>
                <w:lang w:eastAsia="zh-CN"/>
              </w:rPr>
              <w:t>DC</w:t>
            </w:r>
            <w:r w:rsidRPr="00F04DA3">
              <w:t>_n77A-n257</w:t>
            </w:r>
            <w:r w:rsidRPr="00F04DA3">
              <w:rPr>
                <w:lang w:eastAsia="zh-CN"/>
              </w:rPr>
              <w:t>I</w:t>
            </w:r>
          </w:p>
          <w:p w14:paraId="294435DF" w14:textId="77777777" w:rsidR="00EB7C8A" w:rsidRPr="00F04DA3" w:rsidRDefault="00EB7C8A" w:rsidP="00F04DA3">
            <w:pPr>
              <w:pStyle w:val="TAC"/>
              <w:rPr>
                <w:lang w:eastAsia="zh-CN"/>
              </w:rPr>
            </w:pPr>
            <w:r w:rsidRPr="00F04DA3">
              <w:rPr>
                <w:lang w:eastAsia="zh-CN"/>
              </w:rPr>
              <w:t>DC</w:t>
            </w:r>
            <w:r w:rsidRPr="00F04DA3">
              <w:t>_n77A-n257</w:t>
            </w:r>
            <w:r w:rsidRPr="00F04DA3">
              <w:rPr>
                <w:lang w:eastAsia="zh-CN"/>
              </w:rPr>
              <w:t>J</w:t>
            </w:r>
          </w:p>
          <w:p w14:paraId="38D37105" w14:textId="77777777" w:rsidR="00EB7C8A" w:rsidRPr="00F04DA3" w:rsidRDefault="00EB7C8A" w:rsidP="00F04DA3">
            <w:pPr>
              <w:pStyle w:val="TAC"/>
              <w:rPr>
                <w:lang w:eastAsia="zh-CN"/>
              </w:rPr>
            </w:pPr>
            <w:r w:rsidRPr="00F04DA3">
              <w:rPr>
                <w:lang w:eastAsia="zh-CN"/>
              </w:rPr>
              <w:t>DC</w:t>
            </w:r>
            <w:r w:rsidRPr="00F04DA3">
              <w:t>_n77A-n257</w:t>
            </w:r>
            <w:r w:rsidRPr="00F04DA3">
              <w:rPr>
                <w:lang w:eastAsia="zh-CN"/>
              </w:rPr>
              <w:t>K</w:t>
            </w:r>
          </w:p>
          <w:p w14:paraId="22A3B1D2" w14:textId="77777777" w:rsidR="00EB7C8A" w:rsidRPr="00F04DA3" w:rsidRDefault="00EB7C8A" w:rsidP="00F04DA3">
            <w:pPr>
              <w:pStyle w:val="TAC"/>
              <w:rPr>
                <w:lang w:eastAsia="zh-CN"/>
              </w:rPr>
            </w:pPr>
            <w:r w:rsidRPr="00F04DA3">
              <w:rPr>
                <w:lang w:eastAsia="zh-CN"/>
              </w:rPr>
              <w:t>DC</w:t>
            </w:r>
            <w:r w:rsidRPr="00F04DA3">
              <w:t>_n77A-n257</w:t>
            </w:r>
            <w:r w:rsidRPr="00F04DA3">
              <w:rPr>
                <w:lang w:eastAsia="zh-CN"/>
              </w:rPr>
              <w:t>L</w:t>
            </w:r>
          </w:p>
          <w:p w14:paraId="7CE9996E" w14:textId="77777777" w:rsidR="00EB7C8A" w:rsidRPr="00F04DA3" w:rsidRDefault="00EB7C8A" w:rsidP="00F04DA3">
            <w:pPr>
              <w:pStyle w:val="TAC"/>
              <w:rPr>
                <w:lang w:eastAsia="zh-CN"/>
              </w:rPr>
            </w:pPr>
            <w:r w:rsidRPr="00F04DA3">
              <w:rPr>
                <w:lang w:eastAsia="zh-CN"/>
              </w:rPr>
              <w:t>DC</w:t>
            </w:r>
            <w:r w:rsidRPr="00F04DA3">
              <w:t>_n77A-n257</w:t>
            </w:r>
            <w:r w:rsidRPr="00F04DA3">
              <w:rPr>
                <w:lang w:eastAsia="zh-CN"/>
              </w:rPr>
              <w:t>M</w:t>
            </w:r>
          </w:p>
        </w:tc>
      </w:tr>
      <w:tr w:rsidR="00EB7C8A" w:rsidRPr="00F04DA3" w14:paraId="241AC016" w14:textId="77777777" w:rsidTr="00F04DA3">
        <w:trPr>
          <w:trHeight w:val="187"/>
          <w:jc w:val="center"/>
        </w:trPr>
        <w:tc>
          <w:tcPr>
            <w:tcW w:w="3823" w:type="dxa"/>
          </w:tcPr>
          <w:p w14:paraId="05756B3F" w14:textId="77777777" w:rsidR="00EB7C8A" w:rsidRPr="00F04DA3" w:rsidRDefault="00EB7C8A" w:rsidP="00F04DA3">
            <w:pPr>
              <w:pStyle w:val="TAC"/>
              <w:rPr>
                <w:rFonts w:cs="Arial"/>
                <w:szCs w:val="18"/>
                <w:lang w:eastAsia="zh-CN"/>
              </w:rPr>
            </w:pPr>
            <w:r w:rsidRPr="00F04DA3">
              <w:rPr>
                <w:rFonts w:cs="Arial"/>
                <w:szCs w:val="18"/>
                <w:lang w:eastAsia="zh-CN"/>
              </w:rPr>
              <w:t>DC_n77A-n261A</w:t>
            </w:r>
          </w:p>
          <w:p w14:paraId="04A00F94" w14:textId="77777777" w:rsidR="00EB7C8A" w:rsidRPr="00F04DA3" w:rsidRDefault="00EB7C8A" w:rsidP="00F04DA3">
            <w:pPr>
              <w:pStyle w:val="TAC"/>
              <w:rPr>
                <w:rFonts w:eastAsia="Yu Mincho" w:cs="Arial"/>
                <w:szCs w:val="18"/>
              </w:rPr>
            </w:pPr>
            <w:r w:rsidRPr="00F04DA3">
              <w:rPr>
                <w:rFonts w:eastAsia="Yu Mincho" w:cs="Arial"/>
                <w:szCs w:val="18"/>
              </w:rPr>
              <w:t>DC_n77A-n261G</w:t>
            </w:r>
          </w:p>
          <w:p w14:paraId="0B826361" w14:textId="77777777" w:rsidR="00EB7C8A" w:rsidRPr="00F04DA3" w:rsidRDefault="00EB7C8A" w:rsidP="00F04DA3">
            <w:pPr>
              <w:pStyle w:val="TAC"/>
              <w:rPr>
                <w:rFonts w:eastAsia="Yu Mincho" w:cs="Arial"/>
                <w:szCs w:val="18"/>
              </w:rPr>
            </w:pPr>
            <w:r w:rsidRPr="00F04DA3">
              <w:rPr>
                <w:rFonts w:eastAsia="Yu Mincho" w:cs="Arial"/>
                <w:szCs w:val="18"/>
              </w:rPr>
              <w:t>DC_n77A-n261H</w:t>
            </w:r>
          </w:p>
          <w:p w14:paraId="242B4613" w14:textId="77777777" w:rsidR="00EB7C8A" w:rsidRPr="00F04DA3" w:rsidRDefault="00EB7C8A" w:rsidP="00F04DA3">
            <w:pPr>
              <w:pStyle w:val="TAC"/>
              <w:rPr>
                <w:rFonts w:eastAsia="Yu Mincho" w:cs="Arial"/>
                <w:szCs w:val="18"/>
              </w:rPr>
            </w:pPr>
            <w:r w:rsidRPr="00F04DA3">
              <w:rPr>
                <w:rFonts w:eastAsia="Yu Mincho" w:cs="Arial"/>
                <w:szCs w:val="18"/>
              </w:rPr>
              <w:t>DC_n77A-n261I</w:t>
            </w:r>
          </w:p>
          <w:p w14:paraId="2B2C0578" w14:textId="77777777" w:rsidR="00EB7C8A" w:rsidRPr="00F04DA3" w:rsidRDefault="00EB7C8A" w:rsidP="00F04DA3">
            <w:pPr>
              <w:pStyle w:val="TAC"/>
              <w:rPr>
                <w:rFonts w:cs="Arial"/>
                <w:szCs w:val="18"/>
                <w:lang w:eastAsia="zh-CN"/>
              </w:rPr>
            </w:pPr>
            <w:r w:rsidRPr="00F04DA3">
              <w:rPr>
                <w:rFonts w:cs="Arial"/>
                <w:szCs w:val="18"/>
                <w:lang w:eastAsia="zh-CN"/>
              </w:rPr>
              <w:t>DC_n77A-n261J</w:t>
            </w:r>
          </w:p>
          <w:p w14:paraId="52DA99C5" w14:textId="77777777" w:rsidR="00EB7C8A" w:rsidRPr="00F04DA3" w:rsidRDefault="00EB7C8A" w:rsidP="00F04DA3">
            <w:pPr>
              <w:pStyle w:val="TAC"/>
              <w:rPr>
                <w:rFonts w:cs="Arial"/>
                <w:szCs w:val="18"/>
                <w:lang w:eastAsia="zh-CN"/>
              </w:rPr>
            </w:pPr>
            <w:r w:rsidRPr="00F04DA3">
              <w:rPr>
                <w:rFonts w:cs="Arial"/>
                <w:szCs w:val="18"/>
                <w:lang w:eastAsia="zh-CN"/>
              </w:rPr>
              <w:t>DC_n77A-n261K</w:t>
            </w:r>
          </w:p>
          <w:p w14:paraId="2749F7DB" w14:textId="77777777" w:rsidR="00EB7C8A" w:rsidRPr="00F04DA3" w:rsidRDefault="00EB7C8A" w:rsidP="00F04DA3">
            <w:pPr>
              <w:pStyle w:val="TAC"/>
              <w:rPr>
                <w:rFonts w:cs="Arial"/>
                <w:szCs w:val="18"/>
                <w:lang w:eastAsia="zh-CN"/>
              </w:rPr>
            </w:pPr>
            <w:r w:rsidRPr="00F04DA3">
              <w:rPr>
                <w:rFonts w:cs="Arial"/>
                <w:szCs w:val="18"/>
                <w:lang w:eastAsia="zh-CN"/>
              </w:rPr>
              <w:t>DC_n77A-n261L</w:t>
            </w:r>
          </w:p>
          <w:p w14:paraId="5BB64581" w14:textId="77777777" w:rsidR="00EB7C8A" w:rsidRPr="00F04DA3" w:rsidRDefault="00EB7C8A" w:rsidP="00F04DA3">
            <w:pPr>
              <w:pStyle w:val="TAC"/>
              <w:rPr>
                <w:lang w:eastAsia="zh-CN"/>
              </w:rPr>
            </w:pPr>
            <w:r w:rsidRPr="00F04DA3">
              <w:rPr>
                <w:rFonts w:cs="Arial"/>
                <w:szCs w:val="18"/>
                <w:lang w:eastAsia="zh-CN"/>
              </w:rPr>
              <w:t>DC_n77A-n261M</w:t>
            </w:r>
          </w:p>
        </w:tc>
        <w:tc>
          <w:tcPr>
            <w:tcW w:w="3969" w:type="dxa"/>
          </w:tcPr>
          <w:p w14:paraId="7A95417F" w14:textId="77777777" w:rsidR="00EB7C8A" w:rsidRPr="00F04DA3" w:rsidRDefault="00EB7C8A" w:rsidP="00F04DA3">
            <w:pPr>
              <w:pStyle w:val="TAC"/>
              <w:rPr>
                <w:rFonts w:cs="Arial"/>
                <w:szCs w:val="18"/>
                <w:lang w:eastAsia="zh-CN"/>
              </w:rPr>
            </w:pPr>
            <w:r w:rsidRPr="00F04DA3">
              <w:rPr>
                <w:rFonts w:cs="Arial"/>
                <w:szCs w:val="18"/>
                <w:lang w:eastAsia="zh-CN"/>
              </w:rPr>
              <w:t>DC_n77A-n261A</w:t>
            </w:r>
          </w:p>
          <w:p w14:paraId="4AFEAAF5" w14:textId="77777777" w:rsidR="00EB7C8A" w:rsidRPr="00F04DA3" w:rsidRDefault="00EB7C8A" w:rsidP="00F04DA3">
            <w:pPr>
              <w:pStyle w:val="TAC"/>
              <w:rPr>
                <w:rFonts w:eastAsia="Yu Mincho" w:cs="Arial"/>
                <w:szCs w:val="18"/>
              </w:rPr>
            </w:pPr>
            <w:r w:rsidRPr="00F04DA3">
              <w:rPr>
                <w:rFonts w:eastAsia="Yu Mincho" w:cs="Arial"/>
                <w:szCs w:val="18"/>
              </w:rPr>
              <w:t>DC_n77A-n261G</w:t>
            </w:r>
          </w:p>
          <w:p w14:paraId="26F162BB" w14:textId="77777777" w:rsidR="00EB7C8A" w:rsidRPr="00F04DA3" w:rsidRDefault="00EB7C8A" w:rsidP="00F04DA3">
            <w:pPr>
              <w:pStyle w:val="TAC"/>
              <w:rPr>
                <w:rFonts w:eastAsia="Yu Mincho" w:cs="Arial"/>
                <w:szCs w:val="18"/>
              </w:rPr>
            </w:pPr>
            <w:r w:rsidRPr="00F04DA3">
              <w:rPr>
                <w:rFonts w:eastAsia="Yu Mincho" w:cs="Arial"/>
                <w:szCs w:val="18"/>
              </w:rPr>
              <w:t>DC_n77A-n261H</w:t>
            </w:r>
          </w:p>
          <w:p w14:paraId="15655EBA" w14:textId="77777777" w:rsidR="00EB7C8A" w:rsidRPr="00F04DA3" w:rsidRDefault="00EB7C8A" w:rsidP="00F04DA3">
            <w:pPr>
              <w:pStyle w:val="TAC"/>
              <w:rPr>
                <w:rFonts w:eastAsia="Yu Mincho" w:cs="Arial"/>
                <w:szCs w:val="18"/>
              </w:rPr>
            </w:pPr>
            <w:r w:rsidRPr="00F04DA3">
              <w:rPr>
                <w:rFonts w:eastAsia="Yu Mincho" w:cs="Arial"/>
                <w:szCs w:val="18"/>
              </w:rPr>
              <w:t>DC_n77A-n261I</w:t>
            </w:r>
          </w:p>
          <w:p w14:paraId="6CEFC149" w14:textId="77777777" w:rsidR="00EB7C8A" w:rsidRPr="00F04DA3" w:rsidRDefault="00EB7C8A" w:rsidP="00F04DA3">
            <w:pPr>
              <w:pStyle w:val="TAC"/>
              <w:rPr>
                <w:rFonts w:cs="Arial"/>
                <w:szCs w:val="18"/>
                <w:lang w:eastAsia="zh-CN"/>
              </w:rPr>
            </w:pPr>
            <w:r w:rsidRPr="00F04DA3">
              <w:rPr>
                <w:rFonts w:cs="Arial"/>
                <w:szCs w:val="18"/>
                <w:lang w:eastAsia="zh-CN"/>
              </w:rPr>
              <w:t>DC_n77A-n261J</w:t>
            </w:r>
          </w:p>
          <w:p w14:paraId="44D704CE" w14:textId="77777777" w:rsidR="00EB7C8A" w:rsidRPr="00F04DA3" w:rsidRDefault="00EB7C8A" w:rsidP="00F04DA3">
            <w:pPr>
              <w:pStyle w:val="TAC"/>
              <w:rPr>
                <w:rFonts w:cs="Arial"/>
                <w:szCs w:val="18"/>
                <w:lang w:eastAsia="zh-CN"/>
              </w:rPr>
            </w:pPr>
            <w:r w:rsidRPr="00F04DA3">
              <w:rPr>
                <w:rFonts w:cs="Arial"/>
                <w:szCs w:val="18"/>
                <w:lang w:eastAsia="zh-CN"/>
              </w:rPr>
              <w:t>DC_n77A-n261K</w:t>
            </w:r>
          </w:p>
          <w:p w14:paraId="07E03346" w14:textId="77777777" w:rsidR="00EB7C8A" w:rsidRPr="00F04DA3" w:rsidRDefault="00EB7C8A" w:rsidP="00F04DA3">
            <w:pPr>
              <w:pStyle w:val="TAC"/>
              <w:rPr>
                <w:rFonts w:cs="Arial"/>
                <w:szCs w:val="18"/>
                <w:lang w:eastAsia="zh-CN"/>
              </w:rPr>
            </w:pPr>
            <w:r w:rsidRPr="00F04DA3">
              <w:rPr>
                <w:rFonts w:cs="Arial"/>
                <w:szCs w:val="18"/>
                <w:lang w:eastAsia="zh-CN"/>
              </w:rPr>
              <w:t>DC_n77A-n261L</w:t>
            </w:r>
          </w:p>
          <w:p w14:paraId="3F1BAF24" w14:textId="77777777" w:rsidR="00EB7C8A" w:rsidRPr="00F04DA3" w:rsidRDefault="00EB7C8A" w:rsidP="00F04DA3">
            <w:pPr>
              <w:pStyle w:val="TAC"/>
              <w:rPr>
                <w:lang w:eastAsia="zh-CN"/>
              </w:rPr>
            </w:pPr>
            <w:r w:rsidRPr="00F04DA3">
              <w:rPr>
                <w:rFonts w:cs="Arial"/>
                <w:szCs w:val="18"/>
                <w:lang w:eastAsia="zh-CN"/>
              </w:rPr>
              <w:t>DC_n77A-n261M</w:t>
            </w:r>
          </w:p>
        </w:tc>
      </w:tr>
      <w:tr w:rsidR="00EB7C8A" w:rsidRPr="00F04DA3" w14:paraId="7EEF276D" w14:textId="77777777" w:rsidTr="00F04DA3">
        <w:trPr>
          <w:trHeight w:val="187"/>
          <w:jc w:val="center"/>
        </w:trPr>
        <w:tc>
          <w:tcPr>
            <w:tcW w:w="3823" w:type="dxa"/>
          </w:tcPr>
          <w:p w14:paraId="3147D4D3" w14:textId="77777777" w:rsidR="00EB7C8A" w:rsidRPr="00F04DA3" w:rsidRDefault="00EB7C8A" w:rsidP="00F04DA3">
            <w:pPr>
              <w:pStyle w:val="TAC"/>
              <w:rPr>
                <w:rFonts w:cs="Arial"/>
                <w:szCs w:val="18"/>
                <w:lang w:eastAsia="zh-CN"/>
              </w:rPr>
            </w:pPr>
            <w:r w:rsidRPr="00F04DA3">
              <w:rPr>
                <w:rFonts w:cs="Arial"/>
                <w:szCs w:val="18"/>
                <w:lang w:eastAsia="zh-CN"/>
              </w:rPr>
              <w:t>DC_n77A-n261(2A)</w:t>
            </w:r>
          </w:p>
          <w:p w14:paraId="2BBC6B69" w14:textId="77777777" w:rsidR="00EB7C8A" w:rsidRPr="00F04DA3" w:rsidRDefault="00EB7C8A" w:rsidP="00F04DA3">
            <w:pPr>
              <w:pStyle w:val="TAC"/>
              <w:rPr>
                <w:rFonts w:cs="Arial"/>
                <w:szCs w:val="18"/>
                <w:lang w:eastAsia="zh-CN"/>
              </w:rPr>
            </w:pPr>
            <w:r w:rsidRPr="00F04DA3">
              <w:rPr>
                <w:rFonts w:cs="Arial"/>
                <w:szCs w:val="18"/>
                <w:lang w:eastAsia="zh-CN"/>
              </w:rPr>
              <w:t>DC_n77A-n261(2G)</w:t>
            </w:r>
          </w:p>
          <w:p w14:paraId="76715CEE" w14:textId="77777777" w:rsidR="00EB7C8A" w:rsidRPr="00F04DA3" w:rsidRDefault="00EB7C8A" w:rsidP="00F04DA3">
            <w:pPr>
              <w:pStyle w:val="TAC"/>
              <w:rPr>
                <w:rFonts w:cs="Arial"/>
                <w:szCs w:val="18"/>
                <w:lang w:eastAsia="zh-CN"/>
              </w:rPr>
            </w:pPr>
            <w:r w:rsidRPr="00F04DA3">
              <w:rPr>
                <w:rFonts w:cs="Arial"/>
                <w:szCs w:val="18"/>
                <w:lang w:eastAsia="zh-CN"/>
              </w:rPr>
              <w:t>DC_n77A-n261(2H)</w:t>
            </w:r>
          </w:p>
          <w:p w14:paraId="760702BB" w14:textId="77777777" w:rsidR="00EB7C8A" w:rsidRPr="00F04DA3" w:rsidRDefault="00EB7C8A" w:rsidP="00F04DA3">
            <w:pPr>
              <w:pStyle w:val="TAC"/>
              <w:rPr>
                <w:rFonts w:cs="Arial"/>
                <w:szCs w:val="18"/>
                <w:lang w:eastAsia="zh-CN"/>
              </w:rPr>
            </w:pPr>
            <w:r w:rsidRPr="00F04DA3">
              <w:rPr>
                <w:rFonts w:cs="Arial"/>
                <w:szCs w:val="18"/>
                <w:lang w:eastAsia="zh-CN"/>
              </w:rPr>
              <w:t>DC_n77A-n261(2I)</w:t>
            </w:r>
          </w:p>
          <w:p w14:paraId="0600ABE9" w14:textId="77777777" w:rsidR="00EB7C8A" w:rsidRPr="00F04DA3" w:rsidRDefault="00EB7C8A" w:rsidP="00F04DA3">
            <w:pPr>
              <w:pStyle w:val="TAC"/>
              <w:rPr>
                <w:rFonts w:cs="Arial"/>
                <w:szCs w:val="18"/>
                <w:lang w:eastAsia="zh-CN"/>
              </w:rPr>
            </w:pPr>
            <w:r w:rsidRPr="00F04DA3">
              <w:rPr>
                <w:rFonts w:cs="Arial"/>
                <w:szCs w:val="18"/>
                <w:lang w:eastAsia="zh-CN"/>
              </w:rPr>
              <w:t>DC_n77A-n261(3A)</w:t>
            </w:r>
          </w:p>
          <w:p w14:paraId="62CFB361" w14:textId="77777777" w:rsidR="00EB7C8A" w:rsidRPr="00F04DA3" w:rsidRDefault="00EB7C8A" w:rsidP="00F04DA3">
            <w:pPr>
              <w:pStyle w:val="TAC"/>
              <w:rPr>
                <w:lang w:eastAsia="zh-CN"/>
              </w:rPr>
            </w:pPr>
            <w:r w:rsidRPr="00F04DA3">
              <w:rPr>
                <w:rFonts w:cs="Arial"/>
                <w:szCs w:val="18"/>
                <w:lang w:eastAsia="zh-CN"/>
              </w:rPr>
              <w:t>DC_n77A-n261(4A)</w:t>
            </w:r>
          </w:p>
        </w:tc>
        <w:tc>
          <w:tcPr>
            <w:tcW w:w="3969" w:type="dxa"/>
          </w:tcPr>
          <w:p w14:paraId="552170BF" w14:textId="77777777" w:rsidR="00EB7C8A" w:rsidRPr="00F04DA3" w:rsidRDefault="00EB7C8A" w:rsidP="00F04DA3">
            <w:pPr>
              <w:pStyle w:val="TAC"/>
              <w:rPr>
                <w:lang w:eastAsia="zh-CN"/>
              </w:rPr>
            </w:pPr>
            <w:r w:rsidRPr="00F04DA3">
              <w:rPr>
                <w:rFonts w:cs="Arial"/>
                <w:szCs w:val="18"/>
                <w:lang w:eastAsia="zh-CN"/>
              </w:rPr>
              <w:t>DC_n77A-n261A</w:t>
            </w:r>
          </w:p>
        </w:tc>
      </w:tr>
      <w:tr w:rsidR="00EB7C8A" w:rsidRPr="00F04DA3" w14:paraId="15DD76EF" w14:textId="77777777" w:rsidTr="00F04DA3">
        <w:trPr>
          <w:trHeight w:val="187"/>
          <w:jc w:val="center"/>
        </w:trPr>
        <w:tc>
          <w:tcPr>
            <w:tcW w:w="3823" w:type="dxa"/>
          </w:tcPr>
          <w:p w14:paraId="37C86AD9" w14:textId="77777777" w:rsidR="00EB7C8A" w:rsidRPr="00F04DA3" w:rsidRDefault="00EB7C8A" w:rsidP="00F04DA3">
            <w:pPr>
              <w:pStyle w:val="TAC"/>
              <w:rPr>
                <w:rFonts w:cs="Arial"/>
                <w:szCs w:val="18"/>
                <w:lang w:eastAsia="zh-CN"/>
              </w:rPr>
            </w:pPr>
            <w:r w:rsidRPr="00F04DA3">
              <w:rPr>
                <w:rFonts w:cs="Arial"/>
                <w:szCs w:val="18"/>
                <w:lang w:eastAsia="zh-CN"/>
              </w:rPr>
              <w:t>DC_n77A-n261(A-G)</w:t>
            </w:r>
          </w:p>
          <w:p w14:paraId="1EB7D030" w14:textId="77777777" w:rsidR="00EB7C8A" w:rsidRPr="00F04DA3" w:rsidRDefault="00EB7C8A" w:rsidP="00F04DA3">
            <w:pPr>
              <w:pStyle w:val="TAC"/>
              <w:rPr>
                <w:rFonts w:cs="Arial"/>
                <w:szCs w:val="18"/>
                <w:lang w:eastAsia="zh-CN"/>
              </w:rPr>
            </w:pPr>
            <w:r w:rsidRPr="00F04DA3">
              <w:rPr>
                <w:rFonts w:cs="Arial"/>
                <w:szCs w:val="18"/>
                <w:lang w:eastAsia="zh-CN"/>
              </w:rPr>
              <w:t>DC_n77A-n261(A-H)</w:t>
            </w:r>
          </w:p>
          <w:p w14:paraId="0CBA949D" w14:textId="77777777" w:rsidR="00EB7C8A" w:rsidRPr="00F04DA3" w:rsidRDefault="00EB7C8A" w:rsidP="00F04DA3">
            <w:pPr>
              <w:pStyle w:val="TAC"/>
              <w:rPr>
                <w:rFonts w:cs="Arial"/>
                <w:szCs w:val="18"/>
                <w:lang w:eastAsia="zh-CN"/>
              </w:rPr>
            </w:pPr>
            <w:r w:rsidRPr="00F04DA3">
              <w:rPr>
                <w:rFonts w:cs="Arial"/>
                <w:szCs w:val="18"/>
                <w:lang w:eastAsia="zh-CN"/>
              </w:rPr>
              <w:t>DC_n77A-n261(A-I)</w:t>
            </w:r>
          </w:p>
          <w:p w14:paraId="6CE3EFF9" w14:textId="77777777" w:rsidR="00EB7C8A" w:rsidRPr="00F04DA3" w:rsidRDefault="00EB7C8A" w:rsidP="00F04DA3">
            <w:pPr>
              <w:pStyle w:val="TAC"/>
              <w:rPr>
                <w:rFonts w:cs="Arial"/>
                <w:szCs w:val="18"/>
                <w:lang w:eastAsia="zh-CN"/>
              </w:rPr>
            </w:pPr>
            <w:r w:rsidRPr="00F04DA3">
              <w:rPr>
                <w:rFonts w:cs="Arial"/>
                <w:szCs w:val="18"/>
                <w:lang w:eastAsia="zh-CN"/>
              </w:rPr>
              <w:t>DC_n77A-n261(G-H)</w:t>
            </w:r>
          </w:p>
          <w:p w14:paraId="7F7A1259" w14:textId="77777777" w:rsidR="00EB7C8A" w:rsidRPr="00F04DA3" w:rsidRDefault="00EB7C8A" w:rsidP="00F04DA3">
            <w:pPr>
              <w:pStyle w:val="TAC"/>
              <w:rPr>
                <w:rFonts w:cs="Arial"/>
                <w:szCs w:val="18"/>
                <w:lang w:eastAsia="zh-CN"/>
              </w:rPr>
            </w:pPr>
            <w:r w:rsidRPr="00F04DA3">
              <w:rPr>
                <w:rFonts w:cs="Arial"/>
                <w:szCs w:val="18"/>
                <w:lang w:eastAsia="zh-CN"/>
              </w:rPr>
              <w:t>DC_n77A-n261(G-I)</w:t>
            </w:r>
          </w:p>
          <w:p w14:paraId="091ED9F2" w14:textId="77777777" w:rsidR="00EB7C8A" w:rsidRPr="00F04DA3" w:rsidRDefault="00EB7C8A" w:rsidP="00F04DA3">
            <w:pPr>
              <w:pStyle w:val="TAC"/>
              <w:rPr>
                <w:lang w:eastAsia="zh-CN"/>
              </w:rPr>
            </w:pPr>
            <w:r w:rsidRPr="00F04DA3">
              <w:rPr>
                <w:rFonts w:cs="Arial"/>
                <w:szCs w:val="18"/>
                <w:lang w:eastAsia="zh-CN"/>
              </w:rPr>
              <w:t>DC_n77A-n261(H-I)</w:t>
            </w:r>
          </w:p>
        </w:tc>
        <w:tc>
          <w:tcPr>
            <w:tcW w:w="3969" w:type="dxa"/>
          </w:tcPr>
          <w:p w14:paraId="7F9BC4E5" w14:textId="77777777" w:rsidR="00EB7C8A" w:rsidRPr="00F04DA3" w:rsidRDefault="00EB7C8A" w:rsidP="00F04DA3">
            <w:pPr>
              <w:pStyle w:val="TAC"/>
              <w:rPr>
                <w:lang w:eastAsia="zh-CN"/>
              </w:rPr>
            </w:pPr>
            <w:r w:rsidRPr="00F04DA3">
              <w:rPr>
                <w:rFonts w:cs="Arial"/>
                <w:szCs w:val="18"/>
                <w:lang w:eastAsia="zh-CN"/>
              </w:rPr>
              <w:t>DC_n77A-n261A</w:t>
            </w:r>
          </w:p>
        </w:tc>
      </w:tr>
      <w:tr w:rsidR="00F04DA3" w:rsidRPr="00F04DA3" w14:paraId="50C0726E" w14:textId="77777777" w:rsidTr="00F04DA3">
        <w:trPr>
          <w:trHeight w:val="207"/>
          <w:jc w:val="center"/>
        </w:trPr>
        <w:tc>
          <w:tcPr>
            <w:tcW w:w="3823" w:type="dxa"/>
          </w:tcPr>
          <w:p w14:paraId="71B3564A" w14:textId="07E631E4" w:rsidR="00F04DA3" w:rsidRPr="00F04DA3" w:rsidRDefault="00F04DA3" w:rsidP="00F04DA3">
            <w:pPr>
              <w:pStyle w:val="TAC"/>
            </w:pPr>
            <w:r w:rsidRPr="00F04DA3">
              <w:rPr>
                <w:lang w:eastAsia="zh-CN"/>
              </w:rPr>
              <w:lastRenderedPageBreak/>
              <w:t>DC</w:t>
            </w:r>
            <w:r w:rsidRPr="00F04DA3">
              <w:t>_n7</w:t>
            </w:r>
            <w:r w:rsidRPr="00F04DA3">
              <w:rPr>
                <w:lang w:eastAsia="zh-CN"/>
              </w:rPr>
              <w:t>8</w:t>
            </w:r>
            <w:r w:rsidRPr="00F04DA3">
              <w:t>A-n257A</w:t>
            </w:r>
            <w:r w:rsidR="00E957C2" w:rsidRPr="008A2A38">
              <w:rPr>
                <w:vertAlign w:val="superscript"/>
                <w:lang w:eastAsia="ja-JP"/>
              </w:rPr>
              <w:t>1</w:t>
            </w:r>
          </w:p>
          <w:p w14:paraId="0802394A" w14:textId="67659401" w:rsidR="00F04DA3" w:rsidRPr="00F04DA3" w:rsidRDefault="00F04DA3" w:rsidP="00F04DA3">
            <w:pPr>
              <w:pStyle w:val="TAC"/>
            </w:pPr>
            <w:r w:rsidRPr="00F04DA3">
              <w:rPr>
                <w:lang w:eastAsia="zh-CN"/>
              </w:rPr>
              <w:t>DC</w:t>
            </w:r>
            <w:r w:rsidRPr="00F04DA3">
              <w:t>_n7</w:t>
            </w:r>
            <w:r w:rsidRPr="00F04DA3">
              <w:rPr>
                <w:lang w:eastAsia="zh-CN"/>
              </w:rPr>
              <w:t>8</w:t>
            </w:r>
            <w:r w:rsidRPr="00F04DA3">
              <w:t>A-n257</w:t>
            </w:r>
            <w:r w:rsidRPr="00F04DA3">
              <w:rPr>
                <w:lang w:eastAsia="zh-CN"/>
              </w:rPr>
              <w:t>D</w:t>
            </w:r>
            <w:r w:rsidR="00E957C2" w:rsidRPr="008A2A38">
              <w:rPr>
                <w:vertAlign w:val="superscript"/>
                <w:lang w:eastAsia="ja-JP"/>
              </w:rPr>
              <w:t>1</w:t>
            </w:r>
          </w:p>
          <w:p w14:paraId="585C8EA5" w14:textId="4B255D1C" w:rsidR="00F04DA3" w:rsidRPr="00F04DA3" w:rsidRDefault="00F04DA3" w:rsidP="00F04DA3">
            <w:pPr>
              <w:pStyle w:val="TAC"/>
            </w:pPr>
            <w:r w:rsidRPr="00F04DA3">
              <w:rPr>
                <w:lang w:eastAsia="zh-CN"/>
              </w:rPr>
              <w:t>DC</w:t>
            </w:r>
            <w:r w:rsidRPr="00F04DA3">
              <w:t>_n7</w:t>
            </w:r>
            <w:r w:rsidRPr="00F04DA3">
              <w:rPr>
                <w:lang w:eastAsia="zh-CN"/>
              </w:rPr>
              <w:t>8</w:t>
            </w:r>
            <w:r w:rsidRPr="00F04DA3">
              <w:t>A-n257</w:t>
            </w:r>
            <w:r w:rsidRPr="00F04DA3">
              <w:rPr>
                <w:lang w:eastAsia="zh-CN"/>
              </w:rPr>
              <w:t>E</w:t>
            </w:r>
            <w:r w:rsidR="00E957C2" w:rsidRPr="008A2A38">
              <w:rPr>
                <w:vertAlign w:val="superscript"/>
                <w:lang w:eastAsia="ja-JP"/>
              </w:rPr>
              <w:t>1</w:t>
            </w:r>
          </w:p>
          <w:p w14:paraId="71D923B5" w14:textId="201C2D42" w:rsidR="00F04DA3" w:rsidRPr="00F04DA3" w:rsidRDefault="00F04DA3" w:rsidP="00F04DA3">
            <w:pPr>
              <w:pStyle w:val="TAC"/>
            </w:pPr>
            <w:r w:rsidRPr="00F04DA3">
              <w:rPr>
                <w:lang w:eastAsia="zh-CN"/>
              </w:rPr>
              <w:t>DC</w:t>
            </w:r>
            <w:r w:rsidRPr="00F04DA3">
              <w:t>_n7</w:t>
            </w:r>
            <w:r w:rsidRPr="00F04DA3">
              <w:rPr>
                <w:lang w:eastAsia="zh-CN"/>
              </w:rPr>
              <w:t>8</w:t>
            </w:r>
            <w:r w:rsidRPr="00F04DA3">
              <w:t>A-n257</w:t>
            </w:r>
            <w:r w:rsidRPr="00F04DA3">
              <w:rPr>
                <w:lang w:eastAsia="zh-CN"/>
              </w:rPr>
              <w:t>F</w:t>
            </w:r>
            <w:r w:rsidR="00E957C2" w:rsidRPr="008A2A38">
              <w:rPr>
                <w:vertAlign w:val="superscript"/>
                <w:lang w:eastAsia="ja-JP"/>
              </w:rPr>
              <w:t>1</w:t>
            </w:r>
          </w:p>
          <w:p w14:paraId="323BD9CE" w14:textId="2C7409FD" w:rsidR="00F04DA3" w:rsidRPr="00F04DA3" w:rsidRDefault="00F04DA3" w:rsidP="00F04DA3">
            <w:pPr>
              <w:pStyle w:val="TAC"/>
              <w:rPr>
                <w:lang w:eastAsia="zh-CN"/>
              </w:rPr>
            </w:pPr>
            <w:r w:rsidRPr="00F04DA3">
              <w:rPr>
                <w:lang w:eastAsia="zh-CN"/>
              </w:rPr>
              <w:t>DC</w:t>
            </w:r>
            <w:r w:rsidRPr="00F04DA3">
              <w:t>_n7</w:t>
            </w:r>
            <w:r w:rsidRPr="00F04DA3">
              <w:rPr>
                <w:lang w:eastAsia="zh-CN"/>
              </w:rPr>
              <w:t>8</w:t>
            </w:r>
            <w:r w:rsidRPr="00F04DA3">
              <w:t>A-n257</w:t>
            </w:r>
            <w:r w:rsidRPr="00F04DA3">
              <w:rPr>
                <w:lang w:eastAsia="zh-CN"/>
              </w:rPr>
              <w:t>G</w:t>
            </w:r>
            <w:r w:rsidR="00E957C2" w:rsidRPr="008A2A38">
              <w:rPr>
                <w:vertAlign w:val="superscript"/>
                <w:lang w:eastAsia="ja-JP"/>
              </w:rPr>
              <w:t>1</w:t>
            </w:r>
          </w:p>
          <w:p w14:paraId="3D1F81D6" w14:textId="18E1EBB0" w:rsidR="00F04DA3" w:rsidRPr="00F04DA3" w:rsidRDefault="00F04DA3" w:rsidP="00F04DA3">
            <w:pPr>
              <w:pStyle w:val="TAC"/>
              <w:rPr>
                <w:lang w:eastAsia="zh-CN"/>
              </w:rPr>
            </w:pPr>
            <w:r w:rsidRPr="00F04DA3">
              <w:rPr>
                <w:lang w:eastAsia="zh-CN"/>
              </w:rPr>
              <w:t>DC</w:t>
            </w:r>
            <w:r w:rsidRPr="00F04DA3">
              <w:t>_n7</w:t>
            </w:r>
            <w:r w:rsidRPr="00F04DA3">
              <w:rPr>
                <w:lang w:eastAsia="zh-CN"/>
              </w:rPr>
              <w:t>8</w:t>
            </w:r>
            <w:r w:rsidRPr="00F04DA3">
              <w:t>A-n257</w:t>
            </w:r>
            <w:r w:rsidRPr="00F04DA3">
              <w:rPr>
                <w:lang w:eastAsia="zh-CN"/>
              </w:rPr>
              <w:t>H</w:t>
            </w:r>
            <w:r w:rsidR="00E957C2" w:rsidRPr="008A2A38">
              <w:rPr>
                <w:vertAlign w:val="superscript"/>
                <w:lang w:eastAsia="ja-JP"/>
              </w:rPr>
              <w:t>1</w:t>
            </w:r>
          </w:p>
          <w:p w14:paraId="7CC4CBF3" w14:textId="7C85BECF" w:rsidR="00F04DA3" w:rsidRPr="00F04DA3" w:rsidRDefault="00F04DA3" w:rsidP="00F04DA3">
            <w:pPr>
              <w:pStyle w:val="TAC"/>
              <w:rPr>
                <w:lang w:eastAsia="zh-CN"/>
              </w:rPr>
            </w:pPr>
            <w:r w:rsidRPr="00F04DA3">
              <w:rPr>
                <w:lang w:eastAsia="zh-CN"/>
              </w:rPr>
              <w:t>DC</w:t>
            </w:r>
            <w:r w:rsidRPr="00F04DA3">
              <w:t>_n7</w:t>
            </w:r>
            <w:r w:rsidRPr="00F04DA3">
              <w:rPr>
                <w:lang w:eastAsia="zh-CN"/>
              </w:rPr>
              <w:t>8</w:t>
            </w:r>
            <w:r w:rsidRPr="00F04DA3">
              <w:t>A-n257</w:t>
            </w:r>
            <w:r w:rsidRPr="00F04DA3">
              <w:rPr>
                <w:lang w:eastAsia="zh-CN"/>
              </w:rPr>
              <w:t>I</w:t>
            </w:r>
            <w:r w:rsidR="00E957C2" w:rsidRPr="008A2A38">
              <w:rPr>
                <w:vertAlign w:val="superscript"/>
                <w:lang w:eastAsia="ja-JP"/>
              </w:rPr>
              <w:t>1</w:t>
            </w:r>
          </w:p>
          <w:p w14:paraId="24D127FC" w14:textId="7C7C17DC" w:rsidR="00F04DA3" w:rsidRPr="00F04DA3" w:rsidRDefault="00F04DA3" w:rsidP="00F04DA3">
            <w:pPr>
              <w:pStyle w:val="TAC"/>
              <w:rPr>
                <w:lang w:eastAsia="zh-CN"/>
              </w:rPr>
            </w:pPr>
            <w:r w:rsidRPr="00F04DA3">
              <w:rPr>
                <w:lang w:eastAsia="zh-CN"/>
              </w:rPr>
              <w:t>DC</w:t>
            </w:r>
            <w:r w:rsidRPr="00F04DA3">
              <w:t>_n7</w:t>
            </w:r>
            <w:r w:rsidRPr="00F04DA3">
              <w:rPr>
                <w:lang w:eastAsia="zh-CN"/>
              </w:rPr>
              <w:t>8</w:t>
            </w:r>
            <w:r w:rsidRPr="00F04DA3">
              <w:t>A-n257</w:t>
            </w:r>
            <w:r w:rsidRPr="00F04DA3">
              <w:rPr>
                <w:lang w:eastAsia="zh-CN"/>
              </w:rPr>
              <w:t>J</w:t>
            </w:r>
            <w:r w:rsidR="00E957C2" w:rsidRPr="008A2A38">
              <w:rPr>
                <w:vertAlign w:val="superscript"/>
                <w:lang w:eastAsia="ja-JP"/>
              </w:rPr>
              <w:t>1</w:t>
            </w:r>
          </w:p>
          <w:p w14:paraId="06F7A805" w14:textId="0F6C9915" w:rsidR="00F04DA3" w:rsidRPr="00F04DA3" w:rsidRDefault="00F04DA3" w:rsidP="00F04DA3">
            <w:pPr>
              <w:pStyle w:val="TAC"/>
              <w:rPr>
                <w:lang w:eastAsia="zh-CN"/>
              </w:rPr>
            </w:pPr>
            <w:r w:rsidRPr="00F04DA3">
              <w:rPr>
                <w:lang w:eastAsia="zh-CN"/>
              </w:rPr>
              <w:t>DC</w:t>
            </w:r>
            <w:r w:rsidRPr="00F04DA3">
              <w:t>_n7</w:t>
            </w:r>
            <w:r w:rsidRPr="00F04DA3">
              <w:rPr>
                <w:lang w:eastAsia="zh-CN"/>
              </w:rPr>
              <w:t>8</w:t>
            </w:r>
            <w:r w:rsidRPr="00F04DA3">
              <w:t>A-n257</w:t>
            </w:r>
            <w:r w:rsidRPr="00F04DA3">
              <w:rPr>
                <w:lang w:eastAsia="zh-CN"/>
              </w:rPr>
              <w:t>K</w:t>
            </w:r>
            <w:r w:rsidR="00E957C2" w:rsidRPr="008A2A38">
              <w:rPr>
                <w:vertAlign w:val="superscript"/>
                <w:lang w:eastAsia="ja-JP"/>
              </w:rPr>
              <w:t>1</w:t>
            </w:r>
          </w:p>
          <w:p w14:paraId="65F58781" w14:textId="0C41D324" w:rsidR="00F04DA3" w:rsidRPr="00F04DA3" w:rsidRDefault="00F04DA3" w:rsidP="00F04DA3">
            <w:pPr>
              <w:pStyle w:val="TAC"/>
              <w:rPr>
                <w:lang w:eastAsia="zh-CN"/>
              </w:rPr>
            </w:pPr>
            <w:r w:rsidRPr="00F04DA3">
              <w:rPr>
                <w:lang w:eastAsia="zh-CN"/>
              </w:rPr>
              <w:t>DC</w:t>
            </w:r>
            <w:r w:rsidRPr="00F04DA3">
              <w:t>_n7</w:t>
            </w:r>
            <w:r w:rsidRPr="00F04DA3">
              <w:rPr>
                <w:lang w:eastAsia="zh-CN"/>
              </w:rPr>
              <w:t>8</w:t>
            </w:r>
            <w:r w:rsidRPr="00F04DA3">
              <w:t>A-n257</w:t>
            </w:r>
            <w:r w:rsidRPr="00F04DA3">
              <w:rPr>
                <w:lang w:eastAsia="zh-CN"/>
              </w:rPr>
              <w:t>L</w:t>
            </w:r>
            <w:r w:rsidR="00E957C2" w:rsidRPr="008A2A38">
              <w:rPr>
                <w:vertAlign w:val="superscript"/>
                <w:lang w:eastAsia="ja-JP"/>
              </w:rPr>
              <w:t>1</w:t>
            </w:r>
          </w:p>
          <w:p w14:paraId="175C48D7" w14:textId="631E20A1" w:rsidR="00F04DA3" w:rsidRPr="00F04DA3" w:rsidRDefault="00F04DA3" w:rsidP="00F04DA3">
            <w:pPr>
              <w:pStyle w:val="TAC"/>
              <w:rPr>
                <w:lang w:eastAsia="zh-CN"/>
              </w:rPr>
            </w:pPr>
            <w:r w:rsidRPr="00F04DA3">
              <w:rPr>
                <w:lang w:eastAsia="zh-CN"/>
              </w:rPr>
              <w:t>DC</w:t>
            </w:r>
            <w:r w:rsidRPr="00F04DA3">
              <w:t>_n7</w:t>
            </w:r>
            <w:r w:rsidRPr="00F04DA3">
              <w:rPr>
                <w:lang w:eastAsia="zh-CN"/>
              </w:rPr>
              <w:t>8</w:t>
            </w:r>
            <w:r w:rsidRPr="00F04DA3">
              <w:t>A-n257</w:t>
            </w:r>
            <w:r w:rsidRPr="00F04DA3">
              <w:rPr>
                <w:lang w:eastAsia="zh-CN"/>
              </w:rPr>
              <w:t>M</w:t>
            </w:r>
            <w:r w:rsidR="00E957C2" w:rsidRPr="008A2A38">
              <w:rPr>
                <w:vertAlign w:val="superscript"/>
                <w:lang w:eastAsia="ja-JP"/>
              </w:rPr>
              <w:t>1</w:t>
            </w:r>
          </w:p>
          <w:p w14:paraId="4A6325F0" w14:textId="77777777" w:rsidR="00F04DA3" w:rsidRPr="00F04DA3" w:rsidRDefault="00F04DA3" w:rsidP="00F04DA3">
            <w:pPr>
              <w:pStyle w:val="TAC"/>
            </w:pPr>
            <w:r w:rsidRPr="00F04DA3">
              <w:rPr>
                <w:lang w:eastAsia="zh-CN"/>
              </w:rPr>
              <w:t>DC</w:t>
            </w:r>
            <w:r w:rsidRPr="00F04DA3">
              <w:t>_n7</w:t>
            </w:r>
            <w:r w:rsidRPr="00F04DA3">
              <w:rPr>
                <w:lang w:eastAsia="zh-CN"/>
              </w:rPr>
              <w:t>8C</w:t>
            </w:r>
            <w:r w:rsidRPr="00F04DA3">
              <w:t>-n257A</w:t>
            </w:r>
          </w:p>
          <w:p w14:paraId="58B34D1D" w14:textId="77777777" w:rsidR="00F04DA3" w:rsidRPr="00F04DA3" w:rsidRDefault="00F04DA3" w:rsidP="00F04DA3">
            <w:pPr>
              <w:pStyle w:val="TAC"/>
              <w:rPr>
                <w:lang w:val="fi-FI"/>
              </w:rPr>
            </w:pPr>
            <w:r w:rsidRPr="00F04DA3">
              <w:rPr>
                <w:lang w:val="fi-FI" w:eastAsia="zh-CN"/>
              </w:rPr>
              <w:t>DC</w:t>
            </w:r>
            <w:r w:rsidRPr="00F04DA3">
              <w:rPr>
                <w:lang w:val="fi-FI"/>
              </w:rPr>
              <w:t>_n7</w:t>
            </w:r>
            <w:r w:rsidRPr="00F04DA3">
              <w:rPr>
                <w:lang w:val="fi-FI" w:eastAsia="zh-CN"/>
              </w:rPr>
              <w:t>8C</w:t>
            </w:r>
            <w:r w:rsidRPr="00F04DA3">
              <w:rPr>
                <w:lang w:val="fi-FI"/>
              </w:rPr>
              <w:t>-n257</w:t>
            </w:r>
            <w:r w:rsidRPr="00F04DA3">
              <w:rPr>
                <w:lang w:val="fi-FI" w:eastAsia="zh-CN"/>
              </w:rPr>
              <w:t>D</w:t>
            </w:r>
          </w:p>
          <w:p w14:paraId="71A24512" w14:textId="77777777" w:rsidR="00F04DA3" w:rsidRPr="00F04DA3" w:rsidRDefault="00F04DA3" w:rsidP="00F04DA3">
            <w:pPr>
              <w:pStyle w:val="TAC"/>
              <w:rPr>
                <w:lang w:val="fi-FI"/>
              </w:rPr>
            </w:pPr>
            <w:r w:rsidRPr="00F04DA3">
              <w:rPr>
                <w:lang w:val="fi-FI" w:eastAsia="zh-CN"/>
              </w:rPr>
              <w:t>DC</w:t>
            </w:r>
            <w:r w:rsidRPr="00F04DA3">
              <w:rPr>
                <w:lang w:val="fi-FI"/>
              </w:rPr>
              <w:t>_n7</w:t>
            </w:r>
            <w:r w:rsidRPr="00F04DA3">
              <w:rPr>
                <w:lang w:val="fi-FI" w:eastAsia="zh-CN"/>
              </w:rPr>
              <w:t>8C</w:t>
            </w:r>
            <w:r w:rsidRPr="00F04DA3">
              <w:rPr>
                <w:lang w:val="fi-FI"/>
              </w:rPr>
              <w:t>-n257</w:t>
            </w:r>
            <w:r w:rsidRPr="00F04DA3">
              <w:rPr>
                <w:lang w:val="fi-FI" w:eastAsia="zh-CN"/>
              </w:rPr>
              <w:t>E</w:t>
            </w:r>
          </w:p>
          <w:p w14:paraId="077BD94F" w14:textId="7940C72F" w:rsidR="00F04DA3" w:rsidRPr="00F04DA3" w:rsidRDefault="00F04DA3" w:rsidP="00F04DA3">
            <w:pPr>
              <w:pStyle w:val="TAC"/>
              <w:rPr>
                <w:b/>
                <w:bCs/>
                <w:lang w:eastAsia="zh-CN"/>
              </w:rPr>
            </w:pPr>
            <w:r w:rsidRPr="00F04DA3">
              <w:rPr>
                <w:lang w:eastAsia="zh-CN"/>
              </w:rPr>
              <w:t>DC</w:t>
            </w:r>
            <w:r w:rsidRPr="00F04DA3">
              <w:t>_n7</w:t>
            </w:r>
            <w:r w:rsidRPr="00F04DA3">
              <w:rPr>
                <w:lang w:eastAsia="zh-CN"/>
              </w:rPr>
              <w:t>8C</w:t>
            </w:r>
            <w:r w:rsidRPr="00F04DA3">
              <w:t>-n257</w:t>
            </w:r>
            <w:r w:rsidRPr="00F04DA3">
              <w:rPr>
                <w:lang w:eastAsia="zh-CN"/>
              </w:rPr>
              <w:t>F</w:t>
            </w:r>
          </w:p>
        </w:tc>
        <w:tc>
          <w:tcPr>
            <w:tcW w:w="3969" w:type="dxa"/>
          </w:tcPr>
          <w:p w14:paraId="45265BD2" w14:textId="77777777" w:rsidR="00F04DA3" w:rsidRPr="00F04DA3" w:rsidRDefault="00F04DA3" w:rsidP="00F04DA3">
            <w:pPr>
              <w:pStyle w:val="TAC"/>
            </w:pPr>
            <w:r w:rsidRPr="00F04DA3">
              <w:rPr>
                <w:lang w:eastAsia="zh-CN"/>
              </w:rPr>
              <w:t>DC</w:t>
            </w:r>
            <w:r w:rsidRPr="00F04DA3">
              <w:t>_n7</w:t>
            </w:r>
            <w:r w:rsidRPr="00F04DA3">
              <w:rPr>
                <w:lang w:eastAsia="zh-CN"/>
              </w:rPr>
              <w:t>8</w:t>
            </w:r>
            <w:r w:rsidRPr="00F04DA3">
              <w:t>A-n257A</w:t>
            </w:r>
          </w:p>
          <w:p w14:paraId="6B9D69F8" w14:textId="77777777" w:rsidR="00F04DA3" w:rsidRPr="00F04DA3" w:rsidRDefault="00F04DA3" w:rsidP="00F04DA3">
            <w:pPr>
              <w:pStyle w:val="TAC"/>
              <w:rPr>
                <w:lang w:eastAsia="zh-CN"/>
              </w:rPr>
            </w:pPr>
            <w:r w:rsidRPr="00F04DA3">
              <w:rPr>
                <w:lang w:eastAsia="zh-CN"/>
              </w:rPr>
              <w:t>DC</w:t>
            </w:r>
            <w:r w:rsidRPr="00F04DA3">
              <w:t>_n7</w:t>
            </w:r>
            <w:r w:rsidRPr="00F04DA3">
              <w:rPr>
                <w:lang w:eastAsia="zh-CN"/>
              </w:rPr>
              <w:t>8</w:t>
            </w:r>
            <w:r w:rsidRPr="00F04DA3">
              <w:t>A-n257</w:t>
            </w:r>
            <w:r w:rsidRPr="00F04DA3">
              <w:rPr>
                <w:lang w:eastAsia="zh-CN"/>
              </w:rPr>
              <w:t>G</w:t>
            </w:r>
          </w:p>
          <w:p w14:paraId="10F73167" w14:textId="77777777" w:rsidR="00F04DA3" w:rsidRPr="00F04DA3" w:rsidRDefault="00F04DA3" w:rsidP="00F04DA3">
            <w:pPr>
              <w:pStyle w:val="TAC"/>
              <w:rPr>
                <w:lang w:eastAsia="zh-CN"/>
              </w:rPr>
            </w:pPr>
            <w:r w:rsidRPr="00F04DA3">
              <w:rPr>
                <w:lang w:eastAsia="zh-CN"/>
              </w:rPr>
              <w:t>DC</w:t>
            </w:r>
            <w:r w:rsidRPr="00F04DA3">
              <w:t>_n7</w:t>
            </w:r>
            <w:r w:rsidRPr="00F04DA3">
              <w:rPr>
                <w:lang w:eastAsia="zh-CN"/>
              </w:rPr>
              <w:t>8</w:t>
            </w:r>
            <w:r w:rsidRPr="00F04DA3">
              <w:t>A-n257</w:t>
            </w:r>
            <w:r w:rsidRPr="00F04DA3">
              <w:rPr>
                <w:lang w:eastAsia="zh-CN"/>
              </w:rPr>
              <w:t>H</w:t>
            </w:r>
          </w:p>
          <w:p w14:paraId="354C720F" w14:textId="762EFBE1" w:rsidR="00F04DA3" w:rsidRPr="00F04DA3" w:rsidRDefault="00F04DA3" w:rsidP="00F04DA3">
            <w:pPr>
              <w:pStyle w:val="TAC"/>
              <w:rPr>
                <w:b/>
                <w:bCs/>
                <w:lang w:eastAsia="zh-CN"/>
              </w:rPr>
            </w:pPr>
            <w:r w:rsidRPr="00F04DA3">
              <w:rPr>
                <w:lang w:eastAsia="zh-CN"/>
              </w:rPr>
              <w:t>DC</w:t>
            </w:r>
            <w:r w:rsidRPr="00F04DA3">
              <w:t>_n7</w:t>
            </w:r>
            <w:r w:rsidRPr="00F04DA3">
              <w:rPr>
                <w:lang w:eastAsia="zh-CN"/>
              </w:rPr>
              <w:t>8</w:t>
            </w:r>
            <w:r w:rsidRPr="00F04DA3">
              <w:t>A-n257</w:t>
            </w:r>
            <w:r w:rsidRPr="00F04DA3">
              <w:rPr>
                <w:lang w:eastAsia="zh-CN"/>
              </w:rPr>
              <w:t>I</w:t>
            </w:r>
          </w:p>
        </w:tc>
      </w:tr>
      <w:tr w:rsidR="00F04DA3" w:rsidRPr="00F04DA3" w14:paraId="5F42D138" w14:textId="77777777" w:rsidTr="00F04DA3">
        <w:trPr>
          <w:trHeight w:val="207"/>
          <w:jc w:val="center"/>
        </w:trPr>
        <w:tc>
          <w:tcPr>
            <w:tcW w:w="3823" w:type="dxa"/>
          </w:tcPr>
          <w:p w14:paraId="48B1F3C5" w14:textId="65AD4B3B" w:rsidR="00F04DA3" w:rsidRPr="00F04DA3" w:rsidRDefault="00F04DA3" w:rsidP="00F04DA3">
            <w:pPr>
              <w:pStyle w:val="TAC"/>
            </w:pPr>
            <w:r w:rsidRPr="00F04DA3">
              <w:rPr>
                <w:lang w:eastAsia="zh-CN"/>
              </w:rPr>
              <w:t>DC</w:t>
            </w:r>
            <w:r w:rsidRPr="00F04DA3">
              <w:t>_n7</w:t>
            </w:r>
            <w:r w:rsidRPr="00F04DA3">
              <w:rPr>
                <w:lang w:eastAsia="zh-CN"/>
              </w:rPr>
              <w:t>9A</w:t>
            </w:r>
            <w:r w:rsidRPr="00F04DA3">
              <w:t>-n257</w:t>
            </w:r>
            <w:r w:rsidRPr="00F04DA3">
              <w:rPr>
                <w:lang w:eastAsia="zh-CN"/>
              </w:rPr>
              <w:t>A</w:t>
            </w:r>
            <w:r w:rsidR="007F68A6" w:rsidRPr="008A2A38">
              <w:rPr>
                <w:vertAlign w:val="superscript"/>
                <w:lang w:eastAsia="ja-JP"/>
              </w:rPr>
              <w:t>1</w:t>
            </w:r>
          </w:p>
          <w:p w14:paraId="6DE19A44" w14:textId="54E20CD4" w:rsidR="00F04DA3" w:rsidRPr="00F04DA3" w:rsidRDefault="00F04DA3" w:rsidP="00F04DA3">
            <w:pPr>
              <w:pStyle w:val="TAC"/>
            </w:pPr>
            <w:r w:rsidRPr="00F04DA3">
              <w:rPr>
                <w:lang w:eastAsia="zh-CN"/>
              </w:rPr>
              <w:t>DC</w:t>
            </w:r>
            <w:r w:rsidRPr="00F04DA3">
              <w:t>_n7</w:t>
            </w:r>
            <w:r w:rsidRPr="00F04DA3">
              <w:rPr>
                <w:lang w:eastAsia="zh-CN"/>
              </w:rPr>
              <w:t>9A</w:t>
            </w:r>
            <w:r w:rsidRPr="00F04DA3">
              <w:t>-n257</w:t>
            </w:r>
            <w:r w:rsidRPr="00F04DA3">
              <w:rPr>
                <w:lang w:eastAsia="zh-CN"/>
              </w:rPr>
              <w:t>D</w:t>
            </w:r>
            <w:r w:rsidR="007F68A6" w:rsidRPr="008A2A38">
              <w:rPr>
                <w:vertAlign w:val="superscript"/>
                <w:lang w:eastAsia="ja-JP"/>
              </w:rPr>
              <w:t>1</w:t>
            </w:r>
          </w:p>
          <w:p w14:paraId="02E80A68" w14:textId="2EBB5BDA" w:rsidR="00F04DA3" w:rsidRPr="00F04DA3" w:rsidRDefault="00F04DA3" w:rsidP="00F04DA3">
            <w:pPr>
              <w:pStyle w:val="TAC"/>
            </w:pPr>
            <w:r w:rsidRPr="00F04DA3">
              <w:rPr>
                <w:lang w:eastAsia="zh-CN"/>
              </w:rPr>
              <w:t>DC</w:t>
            </w:r>
            <w:r w:rsidRPr="00F04DA3">
              <w:t>_n7</w:t>
            </w:r>
            <w:r w:rsidRPr="00F04DA3">
              <w:rPr>
                <w:lang w:eastAsia="zh-CN"/>
              </w:rPr>
              <w:t>9A</w:t>
            </w:r>
            <w:r w:rsidRPr="00F04DA3">
              <w:t>-n257</w:t>
            </w:r>
            <w:r w:rsidRPr="00F04DA3">
              <w:rPr>
                <w:lang w:eastAsia="zh-CN"/>
              </w:rPr>
              <w:t>E</w:t>
            </w:r>
            <w:r w:rsidR="007F68A6" w:rsidRPr="008A2A38">
              <w:rPr>
                <w:vertAlign w:val="superscript"/>
                <w:lang w:eastAsia="ja-JP"/>
              </w:rPr>
              <w:t>1</w:t>
            </w:r>
          </w:p>
          <w:p w14:paraId="1AE3FA3F" w14:textId="6AF848EA" w:rsidR="00F04DA3" w:rsidRPr="00F04DA3" w:rsidRDefault="00F04DA3" w:rsidP="00F04DA3">
            <w:pPr>
              <w:pStyle w:val="TAC"/>
            </w:pPr>
            <w:r w:rsidRPr="00F04DA3">
              <w:rPr>
                <w:lang w:eastAsia="zh-CN"/>
              </w:rPr>
              <w:t>DC</w:t>
            </w:r>
            <w:r w:rsidRPr="00F04DA3">
              <w:t>_n7</w:t>
            </w:r>
            <w:r w:rsidRPr="00F04DA3">
              <w:rPr>
                <w:lang w:eastAsia="zh-CN"/>
              </w:rPr>
              <w:t>9A</w:t>
            </w:r>
            <w:r w:rsidRPr="00F04DA3">
              <w:t>-n257</w:t>
            </w:r>
            <w:r w:rsidRPr="00F04DA3">
              <w:rPr>
                <w:lang w:eastAsia="zh-CN"/>
              </w:rPr>
              <w:t>F</w:t>
            </w:r>
            <w:r w:rsidR="007F68A6" w:rsidRPr="008A2A38">
              <w:rPr>
                <w:vertAlign w:val="superscript"/>
                <w:lang w:eastAsia="ja-JP"/>
              </w:rPr>
              <w:t>1</w:t>
            </w:r>
          </w:p>
          <w:p w14:paraId="3703FAC9" w14:textId="6244F503" w:rsidR="00F04DA3" w:rsidRPr="00F04DA3" w:rsidRDefault="00F04DA3" w:rsidP="00F04DA3">
            <w:pPr>
              <w:pStyle w:val="TAC"/>
              <w:rPr>
                <w:lang w:eastAsia="zh-CN"/>
              </w:rPr>
            </w:pPr>
            <w:r w:rsidRPr="00F04DA3">
              <w:rPr>
                <w:lang w:eastAsia="zh-CN"/>
              </w:rPr>
              <w:t>DC</w:t>
            </w:r>
            <w:r w:rsidRPr="00F04DA3">
              <w:t>_n7</w:t>
            </w:r>
            <w:r w:rsidRPr="00F04DA3">
              <w:rPr>
                <w:lang w:eastAsia="zh-CN"/>
              </w:rPr>
              <w:t>9</w:t>
            </w:r>
            <w:r w:rsidRPr="00F04DA3">
              <w:t>A-n257</w:t>
            </w:r>
            <w:r w:rsidRPr="00F04DA3">
              <w:rPr>
                <w:lang w:eastAsia="zh-CN"/>
              </w:rPr>
              <w:t>G</w:t>
            </w:r>
            <w:r w:rsidR="007F68A6" w:rsidRPr="008A2A38">
              <w:rPr>
                <w:vertAlign w:val="superscript"/>
                <w:lang w:eastAsia="ja-JP"/>
              </w:rPr>
              <w:t>1</w:t>
            </w:r>
          </w:p>
          <w:p w14:paraId="2EB8CED5" w14:textId="2484AC6C" w:rsidR="00F04DA3" w:rsidRPr="00F04DA3" w:rsidRDefault="00F04DA3" w:rsidP="00F04DA3">
            <w:pPr>
              <w:pStyle w:val="TAC"/>
              <w:rPr>
                <w:lang w:eastAsia="zh-CN"/>
              </w:rPr>
            </w:pPr>
            <w:r w:rsidRPr="00F04DA3">
              <w:rPr>
                <w:lang w:eastAsia="zh-CN"/>
              </w:rPr>
              <w:t>DC</w:t>
            </w:r>
            <w:r w:rsidRPr="00F04DA3">
              <w:t>_n7</w:t>
            </w:r>
            <w:r w:rsidRPr="00F04DA3">
              <w:rPr>
                <w:lang w:eastAsia="zh-CN"/>
              </w:rPr>
              <w:t>9</w:t>
            </w:r>
            <w:r w:rsidRPr="00F04DA3">
              <w:t>A-n257</w:t>
            </w:r>
            <w:r w:rsidRPr="00F04DA3">
              <w:rPr>
                <w:lang w:eastAsia="zh-CN"/>
              </w:rPr>
              <w:t>H</w:t>
            </w:r>
            <w:r w:rsidR="007F68A6" w:rsidRPr="008A2A38">
              <w:rPr>
                <w:vertAlign w:val="superscript"/>
                <w:lang w:eastAsia="ja-JP"/>
              </w:rPr>
              <w:t>1</w:t>
            </w:r>
          </w:p>
          <w:p w14:paraId="02E384BE" w14:textId="02669930" w:rsidR="00F04DA3" w:rsidRPr="00F04DA3" w:rsidRDefault="00F04DA3" w:rsidP="00F04DA3">
            <w:pPr>
              <w:pStyle w:val="TAC"/>
              <w:rPr>
                <w:lang w:eastAsia="zh-CN"/>
              </w:rPr>
            </w:pPr>
            <w:r w:rsidRPr="00F04DA3">
              <w:rPr>
                <w:lang w:eastAsia="zh-CN"/>
              </w:rPr>
              <w:t>DC</w:t>
            </w:r>
            <w:r w:rsidRPr="00F04DA3">
              <w:t>_n7</w:t>
            </w:r>
            <w:r w:rsidRPr="00F04DA3">
              <w:rPr>
                <w:lang w:eastAsia="zh-CN"/>
              </w:rPr>
              <w:t>9</w:t>
            </w:r>
            <w:r w:rsidRPr="00F04DA3">
              <w:t>A-n257</w:t>
            </w:r>
            <w:r w:rsidRPr="00F04DA3">
              <w:rPr>
                <w:lang w:eastAsia="zh-CN"/>
              </w:rPr>
              <w:t>I</w:t>
            </w:r>
            <w:r w:rsidR="007F68A6" w:rsidRPr="008A2A38">
              <w:rPr>
                <w:vertAlign w:val="superscript"/>
                <w:lang w:eastAsia="ja-JP"/>
              </w:rPr>
              <w:t>1</w:t>
            </w:r>
          </w:p>
          <w:p w14:paraId="6D682BD0" w14:textId="77777777" w:rsidR="00F04DA3" w:rsidRPr="00F04DA3" w:rsidRDefault="00F04DA3" w:rsidP="00F04DA3">
            <w:pPr>
              <w:pStyle w:val="TAC"/>
              <w:rPr>
                <w:lang w:eastAsia="zh-CN"/>
              </w:rPr>
            </w:pPr>
            <w:r w:rsidRPr="00F04DA3">
              <w:rPr>
                <w:lang w:eastAsia="zh-CN"/>
              </w:rPr>
              <w:t>DC</w:t>
            </w:r>
            <w:r w:rsidRPr="00F04DA3">
              <w:t>_n7</w:t>
            </w:r>
            <w:r w:rsidRPr="00F04DA3">
              <w:rPr>
                <w:lang w:eastAsia="zh-CN"/>
              </w:rPr>
              <w:t>9</w:t>
            </w:r>
            <w:r w:rsidRPr="00F04DA3">
              <w:t>A-n257</w:t>
            </w:r>
            <w:r w:rsidRPr="00F04DA3">
              <w:rPr>
                <w:lang w:eastAsia="zh-CN"/>
              </w:rPr>
              <w:t>J</w:t>
            </w:r>
          </w:p>
          <w:p w14:paraId="5065ACA5" w14:textId="77777777" w:rsidR="00F04DA3" w:rsidRPr="00F04DA3" w:rsidRDefault="00F04DA3" w:rsidP="00F04DA3">
            <w:pPr>
              <w:pStyle w:val="TAC"/>
              <w:rPr>
                <w:lang w:eastAsia="zh-CN"/>
              </w:rPr>
            </w:pPr>
            <w:r w:rsidRPr="00F04DA3">
              <w:rPr>
                <w:lang w:eastAsia="zh-CN"/>
              </w:rPr>
              <w:t>DC</w:t>
            </w:r>
            <w:r w:rsidRPr="00F04DA3">
              <w:t>_n7</w:t>
            </w:r>
            <w:r w:rsidRPr="00F04DA3">
              <w:rPr>
                <w:lang w:eastAsia="zh-CN"/>
              </w:rPr>
              <w:t>9</w:t>
            </w:r>
            <w:r w:rsidRPr="00F04DA3">
              <w:t>A-n257</w:t>
            </w:r>
            <w:r w:rsidRPr="00F04DA3">
              <w:rPr>
                <w:lang w:eastAsia="zh-CN"/>
              </w:rPr>
              <w:t>K</w:t>
            </w:r>
          </w:p>
          <w:p w14:paraId="679D1DDD" w14:textId="77777777" w:rsidR="00F04DA3" w:rsidRPr="00F04DA3" w:rsidRDefault="00F04DA3" w:rsidP="00F04DA3">
            <w:pPr>
              <w:pStyle w:val="TAC"/>
              <w:rPr>
                <w:lang w:eastAsia="zh-CN"/>
              </w:rPr>
            </w:pPr>
            <w:r w:rsidRPr="00F04DA3">
              <w:rPr>
                <w:lang w:eastAsia="zh-CN"/>
              </w:rPr>
              <w:t>DC</w:t>
            </w:r>
            <w:r w:rsidRPr="00F04DA3">
              <w:t>_n7</w:t>
            </w:r>
            <w:r w:rsidRPr="00F04DA3">
              <w:rPr>
                <w:lang w:eastAsia="zh-CN"/>
              </w:rPr>
              <w:t>9</w:t>
            </w:r>
            <w:r w:rsidRPr="00F04DA3">
              <w:t>A-n257</w:t>
            </w:r>
            <w:r w:rsidRPr="00F04DA3">
              <w:rPr>
                <w:lang w:eastAsia="zh-CN"/>
              </w:rPr>
              <w:t>L</w:t>
            </w:r>
          </w:p>
          <w:p w14:paraId="118FA505" w14:textId="77777777" w:rsidR="00F04DA3" w:rsidRPr="00F04DA3" w:rsidRDefault="00F04DA3" w:rsidP="00F04DA3">
            <w:pPr>
              <w:pStyle w:val="TAC"/>
              <w:rPr>
                <w:lang w:eastAsia="zh-CN"/>
              </w:rPr>
            </w:pPr>
            <w:r w:rsidRPr="00F04DA3">
              <w:rPr>
                <w:lang w:eastAsia="zh-CN"/>
              </w:rPr>
              <w:t>DC</w:t>
            </w:r>
            <w:r w:rsidRPr="00F04DA3">
              <w:t>_n7</w:t>
            </w:r>
            <w:r w:rsidRPr="00F04DA3">
              <w:rPr>
                <w:lang w:eastAsia="zh-CN"/>
              </w:rPr>
              <w:t>9</w:t>
            </w:r>
            <w:r w:rsidRPr="00F04DA3">
              <w:t>A-n257</w:t>
            </w:r>
            <w:r w:rsidRPr="00F04DA3">
              <w:rPr>
                <w:lang w:eastAsia="zh-CN"/>
              </w:rPr>
              <w:t>M</w:t>
            </w:r>
          </w:p>
          <w:p w14:paraId="4EBA5C59" w14:textId="77777777" w:rsidR="00F04DA3" w:rsidRPr="00F04DA3" w:rsidRDefault="00F04DA3" w:rsidP="00F04DA3">
            <w:pPr>
              <w:pStyle w:val="TAC"/>
            </w:pPr>
            <w:r w:rsidRPr="00F04DA3">
              <w:rPr>
                <w:lang w:eastAsia="zh-CN"/>
              </w:rPr>
              <w:t>DC</w:t>
            </w:r>
            <w:r w:rsidRPr="00F04DA3">
              <w:t>_n7</w:t>
            </w:r>
            <w:r w:rsidRPr="00F04DA3">
              <w:rPr>
                <w:lang w:eastAsia="zh-CN"/>
              </w:rPr>
              <w:t>9C</w:t>
            </w:r>
            <w:r w:rsidRPr="00F04DA3">
              <w:t>-n257</w:t>
            </w:r>
            <w:r w:rsidRPr="00F04DA3">
              <w:rPr>
                <w:lang w:eastAsia="zh-CN"/>
              </w:rPr>
              <w:t>A</w:t>
            </w:r>
          </w:p>
          <w:p w14:paraId="5E75B0A0" w14:textId="77777777" w:rsidR="00F04DA3" w:rsidRPr="00F04DA3" w:rsidRDefault="00F04DA3" w:rsidP="00F04DA3">
            <w:pPr>
              <w:pStyle w:val="TAC"/>
              <w:rPr>
                <w:lang w:val="fi-FI"/>
              </w:rPr>
            </w:pPr>
            <w:r w:rsidRPr="00F04DA3">
              <w:rPr>
                <w:lang w:val="fi-FI" w:eastAsia="zh-CN"/>
              </w:rPr>
              <w:t>DC</w:t>
            </w:r>
            <w:r w:rsidRPr="00F04DA3">
              <w:rPr>
                <w:lang w:val="fi-FI"/>
              </w:rPr>
              <w:t>_n7</w:t>
            </w:r>
            <w:r w:rsidRPr="00F04DA3">
              <w:rPr>
                <w:lang w:val="fi-FI" w:eastAsia="zh-CN"/>
              </w:rPr>
              <w:t>9C</w:t>
            </w:r>
            <w:r w:rsidRPr="00F04DA3">
              <w:rPr>
                <w:lang w:val="fi-FI"/>
              </w:rPr>
              <w:t>-n257</w:t>
            </w:r>
            <w:r w:rsidRPr="00F04DA3">
              <w:rPr>
                <w:lang w:val="fi-FI" w:eastAsia="zh-CN"/>
              </w:rPr>
              <w:t>D</w:t>
            </w:r>
          </w:p>
          <w:p w14:paraId="6405D259" w14:textId="77777777" w:rsidR="00F04DA3" w:rsidRPr="00F04DA3" w:rsidRDefault="00F04DA3" w:rsidP="00F04DA3">
            <w:pPr>
              <w:pStyle w:val="TAC"/>
              <w:rPr>
                <w:lang w:val="fi-FI"/>
              </w:rPr>
            </w:pPr>
            <w:r w:rsidRPr="00F04DA3">
              <w:rPr>
                <w:lang w:val="fi-FI" w:eastAsia="zh-CN"/>
              </w:rPr>
              <w:t>DC</w:t>
            </w:r>
            <w:r w:rsidRPr="00F04DA3">
              <w:rPr>
                <w:lang w:val="fi-FI"/>
              </w:rPr>
              <w:t>_n7</w:t>
            </w:r>
            <w:r w:rsidRPr="00F04DA3">
              <w:rPr>
                <w:lang w:val="fi-FI" w:eastAsia="zh-CN"/>
              </w:rPr>
              <w:t>9C</w:t>
            </w:r>
            <w:r w:rsidRPr="00F04DA3">
              <w:rPr>
                <w:lang w:val="fi-FI"/>
              </w:rPr>
              <w:t>-n257</w:t>
            </w:r>
            <w:r w:rsidRPr="00F04DA3">
              <w:rPr>
                <w:lang w:val="fi-FI" w:eastAsia="zh-CN"/>
              </w:rPr>
              <w:t>E</w:t>
            </w:r>
          </w:p>
          <w:p w14:paraId="523971BD" w14:textId="4E639392" w:rsidR="00F04DA3" w:rsidRPr="00F04DA3" w:rsidRDefault="00F04DA3" w:rsidP="00F04DA3">
            <w:pPr>
              <w:pStyle w:val="TAC"/>
              <w:rPr>
                <w:lang w:eastAsia="zh-CN"/>
              </w:rPr>
            </w:pPr>
            <w:r w:rsidRPr="00F04DA3">
              <w:rPr>
                <w:lang w:eastAsia="zh-CN"/>
              </w:rPr>
              <w:t>DC</w:t>
            </w:r>
            <w:r w:rsidRPr="00F04DA3">
              <w:t>_n7</w:t>
            </w:r>
            <w:r w:rsidRPr="00F04DA3">
              <w:rPr>
                <w:lang w:eastAsia="zh-CN"/>
              </w:rPr>
              <w:t>9C</w:t>
            </w:r>
            <w:r w:rsidRPr="00F04DA3">
              <w:t>-n257</w:t>
            </w:r>
            <w:r w:rsidRPr="00F04DA3">
              <w:rPr>
                <w:lang w:eastAsia="zh-CN"/>
              </w:rPr>
              <w:t>F</w:t>
            </w:r>
          </w:p>
        </w:tc>
        <w:tc>
          <w:tcPr>
            <w:tcW w:w="3969" w:type="dxa"/>
          </w:tcPr>
          <w:p w14:paraId="00CD4E55" w14:textId="5D212FD0" w:rsidR="00F04DA3" w:rsidRPr="00F04DA3" w:rsidRDefault="00F04DA3" w:rsidP="00F04DA3">
            <w:pPr>
              <w:pStyle w:val="TAC"/>
              <w:rPr>
                <w:lang w:eastAsia="zh-CN"/>
              </w:rPr>
            </w:pPr>
            <w:r w:rsidRPr="00F04DA3">
              <w:rPr>
                <w:lang w:eastAsia="zh-CN"/>
              </w:rPr>
              <w:t>DC</w:t>
            </w:r>
            <w:r w:rsidRPr="00F04DA3">
              <w:t>_n7</w:t>
            </w:r>
            <w:r w:rsidRPr="00F04DA3">
              <w:rPr>
                <w:lang w:eastAsia="zh-CN"/>
              </w:rPr>
              <w:t>9</w:t>
            </w:r>
            <w:r w:rsidRPr="00F04DA3">
              <w:t>A-n257A</w:t>
            </w:r>
          </w:p>
        </w:tc>
      </w:tr>
      <w:tr w:rsidR="006E5379" w:rsidRPr="00F04DA3" w14:paraId="32DEA2FF" w14:textId="77777777" w:rsidTr="009D5963">
        <w:trPr>
          <w:trHeight w:val="207"/>
          <w:jc w:val="center"/>
        </w:trPr>
        <w:tc>
          <w:tcPr>
            <w:tcW w:w="7792" w:type="dxa"/>
            <w:gridSpan w:val="2"/>
          </w:tcPr>
          <w:p w14:paraId="17264981" w14:textId="77777777" w:rsidR="006E5379" w:rsidRPr="00F04DA3" w:rsidRDefault="006E5379" w:rsidP="009D5963">
            <w:pPr>
              <w:pStyle w:val="TAN"/>
              <w:rPr>
                <w:lang w:eastAsia="zh-CN"/>
              </w:rPr>
            </w:pPr>
            <w:r w:rsidRPr="00CF7645">
              <w:rPr>
                <w:lang w:eastAsia="ja-JP"/>
              </w:rPr>
              <w:t>NOTE 1:</w:t>
            </w:r>
            <w:r w:rsidRPr="00CF7645">
              <w:rPr>
                <w:lang w:eastAsia="ja-JP"/>
              </w:rPr>
              <w:tab/>
              <w:t xml:space="preserve">Applicable for UE supporting inter-band </w:t>
            </w:r>
            <w:r>
              <w:rPr>
                <w:rFonts w:hint="eastAsia"/>
                <w:lang w:eastAsia="zh-TW"/>
              </w:rPr>
              <w:t>NR DC</w:t>
            </w:r>
            <w:r w:rsidRPr="00CF7645">
              <w:rPr>
                <w:lang w:eastAsia="ja-JP"/>
              </w:rPr>
              <w:t xml:space="preserve"> with mandatory simultaneous Rx/Tx capability.</w:t>
            </w:r>
          </w:p>
        </w:tc>
      </w:tr>
    </w:tbl>
    <w:p w14:paraId="296ABBDD" w14:textId="068D48CB" w:rsidR="00F177CB" w:rsidRDefault="00F177CB" w:rsidP="001310A1"/>
    <w:p w14:paraId="66FCCFC2" w14:textId="77777777" w:rsidR="00A73373" w:rsidRDefault="00A73373" w:rsidP="00A73373">
      <w:pPr>
        <w:pStyle w:val="Heading4"/>
      </w:pPr>
      <w:bookmarkStart w:id="1623" w:name="_Toc45890536"/>
      <w:bookmarkStart w:id="1624" w:name="_Toc45891760"/>
      <w:bookmarkStart w:id="1625" w:name="_Toc45892170"/>
      <w:bookmarkStart w:id="1626" w:name="_Toc45892580"/>
      <w:bookmarkStart w:id="1627" w:name="_Toc52352993"/>
      <w:bookmarkStart w:id="1628" w:name="_Toc53174816"/>
      <w:bookmarkStart w:id="1629" w:name="_Toc61375965"/>
      <w:bookmarkStart w:id="1630" w:name="_Toc61376377"/>
      <w:bookmarkStart w:id="1631" w:name="_Toc67938651"/>
      <w:bookmarkStart w:id="1632" w:name="_Toc76454253"/>
      <w:bookmarkStart w:id="1633" w:name="_Toc76719673"/>
      <w:bookmarkStart w:id="1634" w:name="_Toc76720193"/>
      <w:bookmarkStart w:id="1635" w:name="_Toc83742890"/>
      <w:bookmarkStart w:id="1636" w:name="_Toc83887265"/>
      <w:bookmarkStart w:id="1637" w:name="_Toc83888066"/>
      <w:bookmarkStart w:id="1638" w:name="_Toc90588720"/>
      <w:r>
        <w:lastRenderedPageBreak/>
        <w:t>5.5B.</w:t>
      </w:r>
      <w:r>
        <w:rPr>
          <w:lang w:eastAsia="zh-CN"/>
        </w:rPr>
        <w:t>7</w:t>
      </w:r>
      <w:r>
        <w:t>.</w:t>
      </w:r>
      <w:r>
        <w:rPr>
          <w:lang w:eastAsia="zh-CN"/>
        </w:rPr>
        <w:t>2</w:t>
      </w:r>
      <w:r>
        <w:tab/>
        <w:t xml:space="preserve">Inter-band </w:t>
      </w:r>
      <w:r>
        <w:rPr>
          <w:lang w:eastAsia="zh-CN"/>
        </w:rPr>
        <w:t>NR</w:t>
      </w:r>
      <w:r>
        <w:t>-DC configurations between FR1 and FR2 (t</w:t>
      </w:r>
      <w:r>
        <w:rPr>
          <w:lang w:eastAsia="zh-CN"/>
        </w:rPr>
        <w:t>hree</w:t>
      </w:r>
      <w:r>
        <w:t xml:space="preserve"> bands)</w:t>
      </w:r>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p>
    <w:p w14:paraId="0BBB25EA" w14:textId="77777777" w:rsidR="00A73373" w:rsidRDefault="00A73373" w:rsidP="00A73373">
      <w:pPr>
        <w:pStyle w:val="TH"/>
      </w:pPr>
      <w:r>
        <w:t>Table 5.5</w:t>
      </w:r>
      <w:r>
        <w:rPr>
          <w:lang w:eastAsia="zh-CN"/>
        </w:rPr>
        <w:t>B.7</w:t>
      </w:r>
      <w:r>
        <w:t>-</w:t>
      </w:r>
      <w:r>
        <w:rPr>
          <w:lang w:eastAsia="zh-CN"/>
        </w:rPr>
        <w:t>2</w:t>
      </w:r>
      <w:r>
        <w:t xml:space="preserve">: Inter-band </w:t>
      </w:r>
      <w:r>
        <w:rPr>
          <w:lang w:eastAsia="zh-CN"/>
        </w:rPr>
        <w:t>NR-DC</w:t>
      </w:r>
      <w:r>
        <w:t xml:space="preserve"> configurations between FR1 and FR2 (t</w:t>
      </w:r>
      <w:r>
        <w:rPr>
          <w:lang w:eastAsia="zh-CN"/>
        </w:rPr>
        <w:t xml:space="preserve">hree </w:t>
      </w:r>
      <w:r>
        <w:t>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3969"/>
      </w:tblGrid>
      <w:tr w:rsidR="00A73373" w14:paraId="61CC6ED5" w14:textId="77777777" w:rsidTr="00F04DA3">
        <w:trPr>
          <w:trHeight w:val="187"/>
          <w:tblHeader/>
          <w:jc w:val="center"/>
        </w:trPr>
        <w:tc>
          <w:tcPr>
            <w:tcW w:w="3823" w:type="dxa"/>
          </w:tcPr>
          <w:p w14:paraId="25AA2CB8" w14:textId="77777777" w:rsidR="00A73373" w:rsidRDefault="00A73373" w:rsidP="00F04DA3">
            <w:pPr>
              <w:pStyle w:val="TAH"/>
              <w:rPr>
                <w:lang w:eastAsia="fi-FI"/>
              </w:rPr>
            </w:pPr>
            <w:r>
              <w:rPr>
                <w:lang w:eastAsia="zh-CN"/>
              </w:rPr>
              <w:t>Downlink NR DC</w:t>
            </w:r>
          </w:p>
          <w:p w14:paraId="0C8256DA" w14:textId="77777777" w:rsidR="00A73373" w:rsidRDefault="00A73373" w:rsidP="00F04DA3">
            <w:pPr>
              <w:pStyle w:val="TAH"/>
              <w:rPr>
                <w:lang w:eastAsia="fi-FI"/>
              </w:rPr>
            </w:pPr>
            <w:r>
              <w:rPr>
                <w:lang w:eastAsia="fi-FI"/>
              </w:rPr>
              <w:t>configuration</w:t>
            </w:r>
          </w:p>
        </w:tc>
        <w:tc>
          <w:tcPr>
            <w:tcW w:w="3969" w:type="dxa"/>
          </w:tcPr>
          <w:p w14:paraId="7F4AB206" w14:textId="77777777" w:rsidR="00A73373" w:rsidRDefault="00A73373" w:rsidP="00F04DA3">
            <w:pPr>
              <w:pStyle w:val="TAH"/>
              <w:rPr>
                <w:lang w:eastAsia="fi-FI"/>
              </w:rPr>
            </w:pPr>
            <w:r>
              <w:rPr>
                <w:lang w:eastAsia="fi-FI"/>
              </w:rPr>
              <w:t xml:space="preserve">Uplink </w:t>
            </w:r>
            <w:r>
              <w:rPr>
                <w:lang w:eastAsia="zh-CN"/>
              </w:rPr>
              <w:t>NR DC</w:t>
            </w:r>
          </w:p>
          <w:p w14:paraId="6F9C7F4C" w14:textId="77777777" w:rsidR="00A73373" w:rsidRDefault="00A73373" w:rsidP="00F04DA3">
            <w:pPr>
              <w:pStyle w:val="TAH"/>
              <w:rPr>
                <w:lang w:eastAsia="fi-FI"/>
              </w:rPr>
            </w:pPr>
            <w:r>
              <w:rPr>
                <w:lang w:eastAsia="fi-FI"/>
              </w:rPr>
              <w:t>configuration</w:t>
            </w:r>
          </w:p>
        </w:tc>
      </w:tr>
      <w:tr w:rsidR="00F04DA3" w14:paraId="2C242AE8" w14:textId="77777777" w:rsidTr="00F04DA3">
        <w:trPr>
          <w:trHeight w:val="187"/>
          <w:jc w:val="center"/>
        </w:trPr>
        <w:tc>
          <w:tcPr>
            <w:tcW w:w="3823" w:type="dxa"/>
          </w:tcPr>
          <w:p w14:paraId="4C869B1D" w14:textId="266D553C" w:rsidR="00F04DA3" w:rsidRDefault="00F04DA3" w:rsidP="00F04DA3">
            <w:pPr>
              <w:pStyle w:val="TAC"/>
              <w:rPr>
                <w:lang w:eastAsia="zh-CN"/>
              </w:rPr>
            </w:pPr>
            <w:r>
              <w:rPr>
                <w:lang w:eastAsia="zh-CN"/>
              </w:rPr>
              <w:t>DC</w:t>
            </w:r>
            <w:r>
              <w:t>_</w:t>
            </w:r>
            <w:r>
              <w:rPr>
                <w:lang w:eastAsia="zh-CN"/>
              </w:rPr>
              <w:t>n3</w:t>
            </w:r>
            <w:r>
              <w:t>A-</w:t>
            </w:r>
            <w:r>
              <w:rPr>
                <w:lang w:eastAsia="zh-CN"/>
              </w:rPr>
              <w:t>n28</w:t>
            </w:r>
            <w:r>
              <w:t>A</w:t>
            </w:r>
            <w:r>
              <w:rPr>
                <w:lang w:eastAsia="zh-CN"/>
              </w:rPr>
              <w:t>-n257A</w:t>
            </w:r>
            <w:r w:rsidR="0060189C" w:rsidRPr="008A2A38">
              <w:rPr>
                <w:vertAlign w:val="superscript"/>
                <w:lang w:eastAsia="ja-JP"/>
              </w:rPr>
              <w:t>1</w:t>
            </w:r>
          </w:p>
          <w:p w14:paraId="62F97289" w14:textId="6A9645DA" w:rsidR="00F04DA3" w:rsidRDefault="00F04DA3" w:rsidP="00F04DA3">
            <w:pPr>
              <w:pStyle w:val="TAC"/>
              <w:rPr>
                <w:lang w:eastAsia="zh-CN"/>
              </w:rPr>
            </w:pPr>
            <w:r>
              <w:rPr>
                <w:lang w:eastAsia="zh-CN"/>
              </w:rPr>
              <w:t>DC</w:t>
            </w:r>
            <w:r>
              <w:t>_</w:t>
            </w:r>
            <w:r>
              <w:rPr>
                <w:lang w:eastAsia="zh-CN"/>
              </w:rPr>
              <w:t>n3</w:t>
            </w:r>
            <w:r>
              <w:t>A-</w:t>
            </w:r>
            <w:r>
              <w:rPr>
                <w:lang w:eastAsia="zh-CN"/>
              </w:rPr>
              <w:t>n28</w:t>
            </w:r>
            <w:r>
              <w:t>A</w:t>
            </w:r>
            <w:r>
              <w:rPr>
                <w:lang w:eastAsia="zh-CN"/>
              </w:rPr>
              <w:t>-n257</w:t>
            </w:r>
            <w:r>
              <w:rPr>
                <w:rFonts w:hint="eastAsia"/>
                <w:lang w:eastAsia="zh-CN"/>
              </w:rPr>
              <w:t>G</w:t>
            </w:r>
            <w:r w:rsidR="0060189C" w:rsidRPr="008A2A38">
              <w:rPr>
                <w:vertAlign w:val="superscript"/>
                <w:lang w:eastAsia="ja-JP"/>
              </w:rPr>
              <w:t>1</w:t>
            </w:r>
          </w:p>
          <w:p w14:paraId="16ABEB28" w14:textId="62A7AFC2" w:rsidR="00F04DA3" w:rsidRPr="00D434F2" w:rsidRDefault="00F04DA3" w:rsidP="00F04DA3">
            <w:pPr>
              <w:pStyle w:val="TAC"/>
              <w:rPr>
                <w:lang w:eastAsia="fi-FI"/>
              </w:rPr>
            </w:pPr>
            <w:r>
              <w:rPr>
                <w:lang w:eastAsia="zh-CN"/>
              </w:rPr>
              <w:t>DC</w:t>
            </w:r>
            <w:r>
              <w:t>_</w:t>
            </w:r>
            <w:r>
              <w:rPr>
                <w:lang w:eastAsia="zh-CN"/>
              </w:rPr>
              <w:t>n3</w:t>
            </w:r>
            <w:r>
              <w:t>A-</w:t>
            </w:r>
            <w:r>
              <w:rPr>
                <w:lang w:eastAsia="zh-CN"/>
              </w:rPr>
              <w:t>n28</w:t>
            </w:r>
            <w:r>
              <w:t>A</w:t>
            </w:r>
            <w:r>
              <w:rPr>
                <w:lang w:eastAsia="zh-CN"/>
              </w:rPr>
              <w:t>-n257</w:t>
            </w:r>
            <w:r>
              <w:rPr>
                <w:rFonts w:hint="eastAsia"/>
                <w:lang w:eastAsia="zh-CN"/>
              </w:rPr>
              <w:t>H</w:t>
            </w:r>
            <w:r w:rsidR="0060189C" w:rsidRPr="008A2A38">
              <w:rPr>
                <w:vertAlign w:val="superscript"/>
                <w:lang w:eastAsia="ja-JP"/>
              </w:rPr>
              <w:t>1</w:t>
            </w:r>
          </w:p>
          <w:p w14:paraId="682FF2B5" w14:textId="77BCDF80" w:rsidR="00F04DA3" w:rsidRDefault="00F04DA3" w:rsidP="00F04DA3">
            <w:pPr>
              <w:pStyle w:val="TAC"/>
              <w:rPr>
                <w:lang w:eastAsia="zh-CN"/>
              </w:rPr>
            </w:pPr>
            <w:r>
              <w:rPr>
                <w:lang w:eastAsia="zh-CN"/>
              </w:rPr>
              <w:t>DC</w:t>
            </w:r>
            <w:r>
              <w:t>_</w:t>
            </w:r>
            <w:r>
              <w:rPr>
                <w:lang w:eastAsia="zh-CN"/>
              </w:rPr>
              <w:t>n3</w:t>
            </w:r>
            <w:r>
              <w:t>A-</w:t>
            </w:r>
            <w:r>
              <w:rPr>
                <w:lang w:eastAsia="zh-CN"/>
              </w:rPr>
              <w:t>n28</w:t>
            </w:r>
            <w:r>
              <w:t>A</w:t>
            </w:r>
            <w:r>
              <w:rPr>
                <w:lang w:eastAsia="zh-CN"/>
              </w:rPr>
              <w:t>-n257I</w:t>
            </w:r>
            <w:r w:rsidR="0060189C" w:rsidRPr="008A2A38">
              <w:rPr>
                <w:vertAlign w:val="superscript"/>
                <w:lang w:eastAsia="ja-JP"/>
              </w:rPr>
              <w:t>1</w:t>
            </w:r>
          </w:p>
        </w:tc>
        <w:tc>
          <w:tcPr>
            <w:tcW w:w="3969" w:type="dxa"/>
          </w:tcPr>
          <w:p w14:paraId="4739BA54" w14:textId="77777777" w:rsidR="00F04DA3" w:rsidRDefault="00F04DA3" w:rsidP="00F04DA3">
            <w:pPr>
              <w:pStyle w:val="TAC"/>
              <w:rPr>
                <w:lang w:eastAsia="zh-CN"/>
              </w:rPr>
            </w:pPr>
            <w:r>
              <w:rPr>
                <w:lang w:eastAsia="zh-CN"/>
              </w:rPr>
              <w:t>DC</w:t>
            </w:r>
            <w:r>
              <w:rPr>
                <w:lang w:val="it-IT"/>
              </w:rPr>
              <w:t>_</w:t>
            </w:r>
            <w:r>
              <w:rPr>
                <w:lang w:val="it-IT" w:eastAsia="zh-CN"/>
              </w:rPr>
              <w:t>n</w:t>
            </w:r>
            <w:r>
              <w:rPr>
                <w:lang w:eastAsia="zh-CN"/>
              </w:rPr>
              <w:t>3</w:t>
            </w:r>
            <w:r>
              <w:rPr>
                <w:lang w:val="it-IT"/>
              </w:rPr>
              <w:t>A-</w:t>
            </w:r>
            <w:r>
              <w:rPr>
                <w:lang w:val="it-IT" w:eastAsia="zh-CN"/>
              </w:rPr>
              <w:t>n</w:t>
            </w:r>
            <w:r>
              <w:rPr>
                <w:rFonts w:hint="eastAsia"/>
                <w:lang w:val="it-IT" w:eastAsia="zh-CN"/>
              </w:rPr>
              <w:t>28</w:t>
            </w:r>
            <w:r>
              <w:rPr>
                <w:lang w:eastAsia="zh-CN"/>
              </w:rPr>
              <w:t>A</w:t>
            </w:r>
          </w:p>
          <w:p w14:paraId="0CADFB04" w14:textId="77777777" w:rsidR="00F04DA3" w:rsidRDefault="00F04DA3" w:rsidP="00F04DA3">
            <w:pPr>
              <w:pStyle w:val="TAC"/>
              <w:rPr>
                <w:lang w:eastAsia="zh-CN"/>
              </w:rPr>
            </w:pPr>
            <w:r>
              <w:rPr>
                <w:lang w:eastAsia="zh-CN"/>
              </w:rPr>
              <w:t>DC</w:t>
            </w:r>
            <w:r>
              <w:rPr>
                <w:lang w:val="it-IT"/>
              </w:rPr>
              <w:t>_</w:t>
            </w:r>
            <w:r>
              <w:rPr>
                <w:lang w:val="it-IT" w:eastAsia="zh-CN"/>
              </w:rPr>
              <w:t>n</w:t>
            </w:r>
            <w:r>
              <w:rPr>
                <w:lang w:eastAsia="zh-CN"/>
              </w:rPr>
              <w:t>3</w:t>
            </w:r>
            <w:r>
              <w:rPr>
                <w:lang w:val="it-IT"/>
              </w:rPr>
              <w:t>A-</w:t>
            </w:r>
            <w:r>
              <w:rPr>
                <w:lang w:val="it-IT" w:eastAsia="zh-CN"/>
              </w:rPr>
              <w:t>n</w:t>
            </w:r>
            <w:r>
              <w:rPr>
                <w:lang w:eastAsia="zh-CN"/>
              </w:rPr>
              <w:t>257A</w:t>
            </w:r>
          </w:p>
          <w:p w14:paraId="09837B68" w14:textId="77777777" w:rsidR="00F04DA3" w:rsidRDefault="00F04DA3" w:rsidP="00F04DA3">
            <w:pPr>
              <w:pStyle w:val="TAC"/>
              <w:rPr>
                <w:lang w:eastAsia="zh-CN"/>
              </w:rPr>
            </w:pPr>
            <w:r>
              <w:rPr>
                <w:lang w:eastAsia="zh-CN"/>
              </w:rPr>
              <w:t>DC</w:t>
            </w:r>
            <w:r>
              <w:rPr>
                <w:lang w:val="it-IT"/>
              </w:rPr>
              <w:t>_</w:t>
            </w:r>
            <w:r>
              <w:rPr>
                <w:lang w:val="it-IT" w:eastAsia="zh-CN"/>
              </w:rPr>
              <w:t>n</w:t>
            </w:r>
            <w:r>
              <w:rPr>
                <w:lang w:eastAsia="zh-CN"/>
              </w:rPr>
              <w:t>3</w:t>
            </w:r>
            <w:r>
              <w:rPr>
                <w:lang w:val="it-IT"/>
              </w:rPr>
              <w:t>A-</w:t>
            </w:r>
            <w:r>
              <w:rPr>
                <w:lang w:val="it-IT" w:eastAsia="zh-CN"/>
              </w:rPr>
              <w:t>n</w:t>
            </w:r>
            <w:r>
              <w:rPr>
                <w:lang w:eastAsia="zh-CN"/>
              </w:rPr>
              <w:t>257</w:t>
            </w:r>
            <w:r>
              <w:rPr>
                <w:rFonts w:hint="eastAsia"/>
                <w:lang w:eastAsia="zh-CN"/>
              </w:rPr>
              <w:t>G</w:t>
            </w:r>
          </w:p>
          <w:p w14:paraId="14220C0B" w14:textId="77777777" w:rsidR="00F04DA3" w:rsidRDefault="00F04DA3" w:rsidP="00F04DA3">
            <w:pPr>
              <w:pStyle w:val="TAC"/>
              <w:rPr>
                <w:lang w:eastAsia="zh-CN"/>
              </w:rPr>
            </w:pPr>
            <w:r>
              <w:rPr>
                <w:lang w:eastAsia="zh-CN"/>
              </w:rPr>
              <w:t>DC</w:t>
            </w:r>
            <w:r>
              <w:rPr>
                <w:lang w:val="it-IT"/>
              </w:rPr>
              <w:t>_</w:t>
            </w:r>
            <w:r>
              <w:rPr>
                <w:lang w:val="it-IT" w:eastAsia="zh-CN"/>
              </w:rPr>
              <w:t>n</w:t>
            </w:r>
            <w:r>
              <w:rPr>
                <w:lang w:eastAsia="zh-CN"/>
              </w:rPr>
              <w:t>3</w:t>
            </w:r>
            <w:r>
              <w:rPr>
                <w:lang w:val="it-IT"/>
              </w:rPr>
              <w:t>A-</w:t>
            </w:r>
            <w:r>
              <w:rPr>
                <w:lang w:val="it-IT" w:eastAsia="zh-CN"/>
              </w:rPr>
              <w:t>n</w:t>
            </w:r>
            <w:r>
              <w:rPr>
                <w:lang w:eastAsia="zh-CN"/>
              </w:rPr>
              <w:t>257</w:t>
            </w:r>
            <w:r>
              <w:rPr>
                <w:rFonts w:hint="eastAsia"/>
                <w:lang w:eastAsia="zh-CN"/>
              </w:rPr>
              <w:t>H</w:t>
            </w:r>
          </w:p>
          <w:p w14:paraId="7934AB81" w14:textId="77777777" w:rsidR="00F04DA3" w:rsidRDefault="00F04DA3" w:rsidP="00F04DA3">
            <w:pPr>
              <w:pStyle w:val="TAC"/>
              <w:rPr>
                <w:lang w:eastAsia="zh-CN"/>
              </w:rPr>
            </w:pPr>
            <w:r>
              <w:rPr>
                <w:lang w:eastAsia="zh-CN"/>
              </w:rPr>
              <w:t>DC</w:t>
            </w:r>
            <w:r>
              <w:rPr>
                <w:lang w:val="it-IT"/>
              </w:rPr>
              <w:t>_</w:t>
            </w:r>
            <w:r>
              <w:rPr>
                <w:lang w:val="it-IT" w:eastAsia="zh-CN"/>
              </w:rPr>
              <w:t>n</w:t>
            </w:r>
            <w:r>
              <w:rPr>
                <w:lang w:eastAsia="zh-CN"/>
              </w:rPr>
              <w:t>3</w:t>
            </w:r>
            <w:r>
              <w:rPr>
                <w:lang w:val="it-IT"/>
              </w:rPr>
              <w:t>A-</w:t>
            </w:r>
            <w:r>
              <w:rPr>
                <w:lang w:val="it-IT" w:eastAsia="zh-CN"/>
              </w:rPr>
              <w:t>n</w:t>
            </w:r>
            <w:r>
              <w:rPr>
                <w:lang w:eastAsia="zh-CN"/>
              </w:rPr>
              <w:t>257I</w:t>
            </w:r>
          </w:p>
          <w:p w14:paraId="74A465D4" w14:textId="77777777" w:rsidR="00F04DA3" w:rsidRDefault="00F04DA3" w:rsidP="00F04DA3">
            <w:pPr>
              <w:pStyle w:val="TAC"/>
              <w:rPr>
                <w:lang w:eastAsia="zh-CN"/>
              </w:rPr>
            </w:pPr>
            <w:r>
              <w:rPr>
                <w:lang w:eastAsia="zh-CN"/>
              </w:rPr>
              <w:t>DC</w:t>
            </w:r>
            <w:r>
              <w:rPr>
                <w:lang w:val="it-IT"/>
              </w:rPr>
              <w:t>_</w:t>
            </w:r>
            <w:r>
              <w:rPr>
                <w:lang w:val="it-IT" w:eastAsia="zh-CN"/>
              </w:rPr>
              <w:t>n</w:t>
            </w:r>
            <w:r>
              <w:rPr>
                <w:lang w:eastAsia="zh-CN"/>
              </w:rPr>
              <w:t>28</w:t>
            </w:r>
            <w:r>
              <w:rPr>
                <w:lang w:val="it-IT"/>
              </w:rPr>
              <w:t>A-</w:t>
            </w:r>
            <w:r>
              <w:rPr>
                <w:lang w:val="it-IT" w:eastAsia="zh-CN"/>
              </w:rPr>
              <w:t>n</w:t>
            </w:r>
            <w:r>
              <w:rPr>
                <w:lang w:eastAsia="zh-CN"/>
              </w:rPr>
              <w:t>257A</w:t>
            </w:r>
          </w:p>
          <w:p w14:paraId="61E35A7E" w14:textId="77777777" w:rsidR="00F04DA3" w:rsidRDefault="00F04DA3" w:rsidP="00F04DA3">
            <w:pPr>
              <w:pStyle w:val="TAC"/>
              <w:rPr>
                <w:lang w:eastAsia="zh-CN"/>
              </w:rPr>
            </w:pPr>
            <w:r>
              <w:rPr>
                <w:lang w:eastAsia="zh-CN"/>
              </w:rPr>
              <w:t>DC</w:t>
            </w:r>
            <w:r>
              <w:rPr>
                <w:lang w:val="it-IT"/>
              </w:rPr>
              <w:t>_</w:t>
            </w:r>
            <w:r>
              <w:rPr>
                <w:lang w:val="it-IT" w:eastAsia="zh-CN"/>
              </w:rPr>
              <w:t>n</w:t>
            </w:r>
            <w:r>
              <w:rPr>
                <w:lang w:eastAsia="zh-CN"/>
              </w:rPr>
              <w:t>28</w:t>
            </w:r>
            <w:r>
              <w:rPr>
                <w:lang w:val="it-IT"/>
              </w:rPr>
              <w:t>A-</w:t>
            </w:r>
            <w:r>
              <w:rPr>
                <w:lang w:val="it-IT" w:eastAsia="zh-CN"/>
              </w:rPr>
              <w:t>n</w:t>
            </w:r>
            <w:r>
              <w:rPr>
                <w:lang w:eastAsia="zh-CN"/>
              </w:rPr>
              <w:t>257</w:t>
            </w:r>
            <w:r>
              <w:rPr>
                <w:rFonts w:hint="eastAsia"/>
                <w:lang w:eastAsia="zh-CN"/>
              </w:rPr>
              <w:t>G</w:t>
            </w:r>
          </w:p>
          <w:p w14:paraId="6A1383F0" w14:textId="77777777" w:rsidR="00F04DA3" w:rsidRDefault="00F04DA3" w:rsidP="00F04DA3">
            <w:pPr>
              <w:pStyle w:val="TAC"/>
              <w:rPr>
                <w:lang w:eastAsia="zh-CN"/>
              </w:rPr>
            </w:pPr>
            <w:r>
              <w:rPr>
                <w:lang w:eastAsia="zh-CN"/>
              </w:rPr>
              <w:t>DC</w:t>
            </w:r>
            <w:r>
              <w:rPr>
                <w:lang w:val="it-IT"/>
              </w:rPr>
              <w:t>_</w:t>
            </w:r>
            <w:r>
              <w:rPr>
                <w:lang w:val="it-IT" w:eastAsia="zh-CN"/>
              </w:rPr>
              <w:t>n</w:t>
            </w:r>
            <w:r>
              <w:rPr>
                <w:lang w:eastAsia="zh-CN"/>
              </w:rPr>
              <w:t>28</w:t>
            </w:r>
            <w:r>
              <w:rPr>
                <w:lang w:val="it-IT"/>
              </w:rPr>
              <w:t>A-</w:t>
            </w:r>
            <w:r>
              <w:rPr>
                <w:lang w:val="it-IT" w:eastAsia="zh-CN"/>
              </w:rPr>
              <w:t>n</w:t>
            </w:r>
            <w:r>
              <w:rPr>
                <w:lang w:eastAsia="zh-CN"/>
              </w:rPr>
              <w:t>257</w:t>
            </w:r>
            <w:r>
              <w:rPr>
                <w:rFonts w:hint="eastAsia"/>
                <w:lang w:eastAsia="zh-CN"/>
              </w:rPr>
              <w:t>H</w:t>
            </w:r>
          </w:p>
          <w:p w14:paraId="127EF907" w14:textId="09B98B2C" w:rsidR="00F04DA3" w:rsidRDefault="00F04DA3" w:rsidP="00F04DA3">
            <w:pPr>
              <w:pStyle w:val="TAC"/>
              <w:rPr>
                <w:lang w:eastAsia="zh-CN"/>
              </w:rPr>
            </w:pPr>
            <w:r>
              <w:rPr>
                <w:lang w:eastAsia="zh-CN"/>
              </w:rPr>
              <w:t>DC</w:t>
            </w:r>
            <w:r>
              <w:rPr>
                <w:lang w:val="it-IT"/>
              </w:rPr>
              <w:t>_</w:t>
            </w:r>
            <w:r>
              <w:rPr>
                <w:lang w:val="it-IT" w:eastAsia="zh-CN"/>
              </w:rPr>
              <w:t>n</w:t>
            </w:r>
            <w:r>
              <w:rPr>
                <w:lang w:eastAsia="zh-CN"/>
              </w:rPr>
              <w:t>28</w:t>
            </w:r>
            <w:r>
              <w:rPr>
                <w:lang w:val="it-IT"/>
              </w:rPr>
              <w:t>A-</w:t>
            </w:r>
            <w:r>
              <w:rPr>
                <w:lang w:val="it-IT" w:eastAsia="zh-CN"/>
              </w:rPr>
              <w:t>n</w:t>
            </w:r>
            <w:r>
              <w:rPr>
                <w:lang w:eastAsia="zh-CN"/>
              </w:rPr>
              <w:t>257I</w:t>
            </w:r>
          </w:p>
        </w:tc>
      </w:tr>
      <w:tr w:rsidR="00A73373" w14:paraId="1A6DE1ED" w14:textId="77777777" w:rsidTr="00F04DA3">
        <w:trPr>
          <w:trHeight w:val="187"/>
          <w:jc w:val="center"/>
        </w:trPr>
        <w:tc>
          <w:tcPr>
            <w:tcW w:w="3823" w:type="dxa"/>
          </w:tcPr>
          <w:p w14:paraId="1E00FA1D" w14:textId="230ABBC0" w:rsidR="00A73373" w:rsidRPr="00D434F2" w:rsidRDefault="00A73373" w:rsidP="00F04DA3">
            <w:pPr>
              <w:pStyle w:val="TAC"/>
              <w:rPr>
                <w:lang w:eastAsia="fi-FI"/>
              </w:rPr>
            </w:pPr>
            <w:r>
              <w:rPr>
                <w:lang w:eastAsia="zh-CN"/>
              </w:rPr>
              <w:t>DC</w:t>
            </w:r>
            <w:r>
              <w:t>_</w:t>
            </w:r>
            <w:r>
              <w:rPr>
                <w:lang w:eastAsia="zh-CN"/>
              </w:rPr>
              <w:t>n3</w:t>
            </w:r>
            <w:r>
              <w:t>A-</w:t>
            </w:r>
            <w:r>
              <w:rPr>
                <w:lang w:eastAsia="zh-CN"/>
              </w:rPr>
              <w:t>n77</w:t>
            </w:r>
            <w:r>
              <w:t>A</w:t>
            </w:r>
            <w:r>
              <w:rPr>
                <w:lang w:eastAsia="zh-CN"/>
              </w:rPr>
              <w:t>-n257A</w:t>
            </w:r>
            <w:r w:rsidR="00AE40A8" w:rsidRPr="008A2A38">
              <w:rPr>
                <w:vertAlign w:val="superscript"/>
                <w:lang w:eastAsia="ja-JP"/>
              </w:rPr>
              <w:t>1</w:t>
            </w:r>
          </w:p>
          <w:p w14:paraId="2687EAC0" w14:textId="70E85732" w:rsidR="00A73373" w:rsidRDefault="00A73373" w:rsidP="00F04DA3">
            <w:pPr>
              <w:pStyle w:val="TAC"/>
              <w:rPr>
                <w:lang w:eastAsia="zh-CN"/>
              </w:rPr>
            </w:pPr>
            <w:r>
              <w:rPr>
                <w:lang w:eastAsia="zh-CN"/>
              </w:rPr>
              <w:t>DC</w:t>
            </w:r>
            <w:r>
              <w:t>_</w:t>
            </w:r>
            <w:r>
              <w:rPr>
                <w:lang w:eastAsia="zh-CN"/>
              </w:rPr>
              <w:t>n3</w:t>
            </w:r>
            <w:r>
              <w:t>A-</w:t>
            </w:r>
            <w:r>
              <w:rPr>
                <w:lang w:eastAsia="zh-CN"/>
              </w:rPr>
              <w:t>n77</w:t>
            </w:r>
            <w:r>
              <w:t>A</w:t>
            </w:r>
            <w:r>
              <w:rPr>
                <w:lang w:eastAsia="zh-CN"/>
              </w:rPr>
              <w:t>-n257</w:t>
            </w:r>
            <w:r>
              <w:rPr>
                <w:rFonts w:hint="eastAsia"/>
                <w:lang w:eastAsia="zh-CN"/>
              </w:rPr>
              <w:t>G</w:t>
            </w:r>
            <w:r w:rsidR="00AE40A8" w:rsidRPr="008A2A38">
              <w:rPr>
                <w:vertAlign w:val="superscript"/>
                <w:lang w:eastAsia="ja-JP"/>
              </w:rPr>
              <w:t>1</w:t>
            </w:r>
          </w:p>
          <w:p w14:paraId="474594C7" w14:textId="3E9CA4BE" w:rsidR="00A73373" w:rsidRDefault="00A73373" w:rsidP="00F04DA3">
            <w:pPr>
              <w:pStyle w:val="TAC"/>
              <w:rPr>
                <w:lang w:eastAsia="zh-CN"/>
              </w:rPr>
            </w:pPr>
            <w:r>
              <w:rPr>
                <w:lang w:eastAsia="zh-CN"/>
              </w:rPr>
              <w:t>DC</w:t>
            </w:r>
            <w:r>
              <w:t>_</w:t>
            </w:r>
            <w:r>
              <w:rPr>
                <w:lang w:eastAsia="zh-CN"/>
              </w:rPr>
              <w:t>n3</w:t>
            </w:r>
            <w:r>
              <w:t>A-</w:t>
            </w:r>
            <w:r>
              <w:rPr>
                <w:lang w:eastAsia="zh-CN"/>
              </w:rPr>
              <w:t>n77</w:t>
            </w:r>
            <w:r>
              <w:t>A</w:t>
            </w:r>
            <w:r>
              <w:rPr>
                <w:lang w:eastAsia="zh-CN"/>
              </w:rPr>
              <w:t>-n257</w:t>
            </w:r>
            <w:r>
              <w:rPr>
                <w:rFonts w:hint="eastAsia"/>
                <w:lang w:eastAsia="zh-CN"/>
              </w:rPr>
              <w:t>H</w:t>
            </w:r>
            <w:r w:rsidR="00AE40A8" w:rsidRPr="008A2A38">
              <w:rPr>
                <w:vertAlign w:val="superscript"/>
                <w:lang w:eastAsia="ja-JP"/>
              </w:rPr>
              <w:t>1</w:t>
            </w:r>
          </w:p>
          <w:p w14:paraId="536965A4" w14:textId="5EFBDFBE" w:rsidR="00A73373" w:rsidRDefault="00A73373" w:rsidP="00F04DA3">
            <w:pPr>
              <w:pStyle w:val="TAC"/>
              <w:rPr>
                <w:lang w:eastAsia="zh-CN"/>
              </w:rPr>
            </w:pPr>
            <w:r>
              <w:rPr>
                <w:lang w:eastAsia="zh-CN"/>
              </w:rPr>
              <w:t>DC</w:t>
            </w:r>
            <w:r>
              <w:t>_</w:t>
            </w:r>
            <w:r>
              <w:rPr>
                <w:lang w:eastAsia="zh-CN"/>
              </w:rPr>
              <w:t>n3</w:t>
            </w:r>
            <w:r>
              <w:t>A-</w:t>
            </w:r>
            <w:r>
              <w:rPr>
                <w:lang w:eastAsia="zh-CN"/>
              </w:rPr>
              <w:t>n77</w:t>
            </w:r>
            <w:r>
              <w:t>A</w:t>
            </w:r>
            <w:r>
              <w:rPr>
                <w:lang w:eastAsia="zh-CN"/>
              </w:rPr>
              <w:t>-n257I</w:t>
            </w:r>
            <w:r w:rsidR="00AE40A8" w:rsidRPr="008A2A38">
              <w:rPr>
                <w:vertAlign w:val="superscript"/>
                <w:lang w:eastAsia="ja-JP"/>
              </w:rPr>
              <w:t>1</w:t>
            </w:r>
          </w:p>
        </w:tc>
        <w:tc>
          <w:tcPr>
            <w:tcW w:w="3969" w:type="dxa"/>
          </w:tcPr>
          <w:p w14:paraId="0D6D2C22"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3</w:t>
            </w:r>
            <w:r>
              <w:rPr>
                <w:lang w:val="it-IT"/>
              </w:rPr>
              <w:t>A-</w:t>
            </w:r>
            <w:r>
              <w:rPr>
                <w:lang w:val="it-IT" w:eastAsia="zh-CN"/>
              </w:rPr>
              <w:t>n</w:t>
            </w:r>
            <w:r>
              <w:rPr>
                <w:rFonts w:hint="eastAsia"/>
                <w:lang w:val="it-IT" w:eastAsia="zh-CN"/>
              </w:rPr>
              <w:t>77</w:t>
            </w:r>
            <w:r>
              <w:rPr>
                <w:lang w:eastAsia="zh-CN"/>
              </w:rPr>
              <w:t>A</w:t>
            </w:r>
          </w:p>
          <w:p w14:paraId="3042C8E1"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3</w:t>
            </w:r>
            <w:r>
              <w:rPr>
                <w:lang w:val="it-IT"/>
              </w:rPr>
              <w:t>A-</w:t>
            </w:r>
            <w:r>
              <w:rPr>
                <w:lang w:val="it-IT" w:eastAsia="zh-CN"/>
              </w:rPr>
              <w:t>n</w:t>
            </w:r>
            <w:r>
              <w:rPr>
                <w:lang w:eastAsia="zh-CN"/>
              </w:rPr>
              <w:t>257A</w:t>
            </w:r>
          </w:p>
          <w:p w14:paraId="0D211FE1"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3</w:t>
            </w:r>
            <w:r>
              <w:rPr>
                <w:lang w:val="it-IT"/>
              </w:rPr>
              <w:t>A-</w:t>
            </w:r>
            <w:r>
              <w:rPr>
                <w:lang w:val="it-IT" w:eastAsia="zh-CN"/>
              </w:rPr>
              <w:t>n</w:t>
            </w:r>
            <w:r>
              <w:rPr>
                <w:lang w:eastAsia="zh-CN"/>
              </w:rPr>
              <w:t>257</w:t>
            </w:r>
            <w:r>
              <w:rPr>
                <w:rFonts w:hint="eastAsia"/>
                <w:lang w:eastAsia="zh-CN"/>
              </w:rPr>
              <w:t>G</w:t>
            </w:r>
          </w:p>
          <w:p w14:paraId="4AD0C0CC"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3</w:t>
            </w:r>
            <w:r>
              <w:rPr>
                <w:lang w:val="it-IT"/>
              </w:rPr>
              <w:t>A-</w:t>
            </w:r>
            <w:r>
              <w:rPr>
                <w:lang w:val="it-IT" w:eastAsia="zh-CN"/>
              </w:rPr>
              <w:t>n</w:t>
            </w:r>
            <w:r>
              <w:rPr>
                <w:lang w:eastAsia="zh-CN"/>
              </w:rPr>
              <w:t>257</w:t>
            </w:r>
            <w:r>
              <w:rPr>
                <w:rFonts w:hint="eastAsia"/>
                <w:lang w:eastAsia="zh-CN"/>
              </w:rPr>
              <w:t>H</w:t>
            </w:r>
          </w:p>
          <w:p w14:paraId="45812594"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3</w:t>
            </w:r>
            <w:r>
              <w:rPr>
                <w:lang w:val="it-IT"/>
              </w:rPr>
              <w:t>A-</w:t>
            </w:r>
            <w:r>
              <w:rPr>
                <w:lang w:val="it-IT" w:eastAsia="zh-CN"/>
              </w:rPr>
              <w:t>n</w:t>
            </w:r>
            <w:r>
              <w:rPr>
                <w:lang w:eastAsia="zh-CN"/>
              </w:rPr>
              <w:t>257I</w:t>
            </w:r>
          </w:p>
          <w:p w14:paraId="068B85F2"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77</w:t>
            </w:r>
            <w:r>
              <w:rPr>
                <w:lang w:val="it-IT"/>
              </w:rPr>
              <w:t>A-</w:t>
            </w:r>
            <w:r>
              <w:rPr>
                <w:lang w:val="it-IT" w:eastAsia="zh-CN"/>
              </w:rPr>
              <w:t>n</w:t>
            </w:r>
            <w:r>
              <w:rPr>
                <w:lang w:eastAsia="zh-CN"/>
              </w:rPr>
              <w:t>257A</w:t>
            </w:r>
          </w:p>
          <w:p w14:paraId="319E4CF6"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77</w:t>
            </w:r>
            <w:r>
              <w:rPr>
                <w:lang w:val="it-IT"/>
              </w:rPr>
              <w:t>A-</w:t>
            </w:r>
            <w:r>
              <w:rPr>
                <w:lang w:val="it-IT" w:eastAsia="zh-CN"/>
              </w:rPr>
              <w:t>n</w:t>
            </w:r>
            <w:r>
              <w:rPr>
                <w:lang w:eastAsia="zh-CN"/>
              </w:rPr>
              <w:t>257</w:t>
            </w:r>
            <w:r>
              <w:rPr>
                <w:rFonts w:hint="eastAsia"/>
                <w:lang w:eastAsia="zh-CN"/>
              </w:rPr>
              <w:t>G</w:t>
            </w:r>
          </w:p>
          <w:p w14:paraId="20FB4E1D"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77</w:t>
            </w:r>
            <w:r>
              <w:rPr>
                <w:lang w:val="it-IT"/>
              </w:rPr>
              <w:t>A-</w:t>
            </w:r>
            <w:r>
              <w:rPr>
                <w:lang w:val="it-IT" w:eastAsia="zh-CN"/>
              </w:rPr>
              <w:t>n</w:t>
            </w:r>
            <w:r>
              <w:rPr>
                <w:lang w:eastAsia="zh-CN"/>
              </w:rPr>
              <w:t>257</w:t>
            </w:r>
            <w:r>
              <w:rPr>
                <w:rFonts w:hint="eastAsia"/>
                <w:lang w:eastAsia="zh-CN"/>
              </w:rPr>
              <w:t>H</w:t>
            </w:r>
          </w:p>
          <w:p w14:paraId="63F072B8"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77</w:t>
            </w:r>
            <w:r>
              <w:rPr>
                <w:lang w:val="it-IT"/>
              </w:rPr>
              <w:t>A-</w:t>
            </w:r>
            <w:r>
              <w:rPr>
                <w:lang w:val="it-IT" w:eastAsia="zh-CN"/>
              </w:rPr>
              <w:t>n</w:t>
            </w:r>
            <w:r>
              <w:rPr>
                <w:lang w:eastAsia="zh-CN"/>
              </w:rPr>
              <w:t>257I</w:t>
            </w:r>
          </w:p>
        </w:tc>
      </w:tr>
      <w:tr w:rsidR="00F04DA3" w14:paraId="2580FA9C" w14:textId="77777777" w:rsidTr="00F04DA3">
        <w:trPr>
          <w:trHeight w:val="187"/>
          <w:jc w:val="center"/>
        </w:trPr>
        <w:tc>
          <w:tcPr>
            <w:tcW w:w="3823" w:type="dxa"/>
          </w:tcPr>
          <w:p w14:paraId="1983A37C" w14:textId="6051BB27" w:rsidR="00F04DA3" w:rsidRPr="00D434F2" w:rsidRDefault="00F04DA3" w:rsidP="00F04DA3">
            <w:pPr>
              <w:pStyle w:val="TAC"/>
              <w:rPr>
                <w:lang w:eastAsia="fi-FI"/>
              </w:rPr>
            </w:pPr>
            <w:r>
              <w:t>DC_n3A-n77(2A)</w:t>
            </w:r>
            <w:r>
              <w:rPr>
                <w:rFonts w:hint="eastAsia"/>
                <w:lang w:eastAsia="zh-CN"/>
              </w:rPr>
              <w:t>-</w:t>
            </w:r>
            <w:r>
              <w:t>n</w:t>
            </w:r>
            <w:r>
              <w:rPr>
                <w:lang w:eastAsia="zh-CN"/>
              </w:rPr>
              <w:t>257A</w:t>
            </w:r>
            <w:r w:rsidR="00AE40A8" w:rsidRPr="008A2A38">
              <w:rPr>
                <w:vertAlign w:val="superscript"/>
                <w:lang w:eastAsia="ja-JP"/>
              </w:rPr>
              <w:t>1</w:t>
            </w:r>
          </w:p>
          <w:p w14:paraId="6A2387EA" w14:textId="6DC97995" w:rsidR="00F04DA3" w:rsidRDefault="00F04DA3" w:rsidP="00F04DA3">
            <w:pPr>
              <w:pStyle w:val="TAC"/>
              <w:rPr>
                <w:lang w:eastAsia="zh-CN"/>
              </w:rPr>
            </w:pPr>
            <w:r>
              <w:t>DC_n3A-n77(2A)</w:t>
            </w:r>
            <w:r>
              <w:rPr>
                <w:lang w:eastAsia="zh-CN"/>
              </w:rPr>
              <w:t>-</w:t>
            </w:r>
            <w:r>
              <w:t>n257</w:t>
            </w:r>
            <w:r>
              <w:rPr>
                <w:rFonts w:hint="eastAsia"/>
                <w:lang w:eastAsia="zh-CN"/>
              </w:rPr>
              <w:t>G</w:t>
            </w:r>
            <w:r w:rsidR="00AE40A8" w:rsidRPr="008A2A38">
              <w:rPr>
                <w:vertAlign w:val="superscript"/>
                <w:lang w:eastAsia="ja-JP"/>
              </w:rPr>
              <w:t>1</w:t>
            </w:r>
          </w:p>
          <w:p w14:paraId="7021FADD" w14:textId="6D78CD22" w:rsidR="00F04DA3" w:rsidRDefault="00F04DA3" w:rsidP="00F04DA3">
            <w:pPr>
              <w:pStyle w:val="TAC"/>
              <w:rPr>
                <w:lang w:eastAsia="zh-CN"/>
              </w:rPr>
            </w:pPr>
            <w:r>
              <w:t>DC_n3A-n77(2A)</w:t>
            </w:r>
            <w:r>
              <w:rPr>
                <w:lang w:eastAsia="zh-CN"/>
              </w:rPr>
              <w:t>-</w:t>
            </w:r>
            <w:r>
              <w:t>n257</w:t>
            </w:r>
            <w:r>
              <w:rPr>
                <w:rFonts w:hint="eastAsia"/>
                <w:lang w:eastAsia="zh-CN"/>
              </w:rPr>
              <w:t>H</w:t>
            </w:r>
            <w:r w:rsidR="00AE40A8" w:rsidRPr="008A2A38">
              <w:rPr>
                <w:vertAlign w:val="superscript"/>
                <w:lang w:eastAsia="ja-JP"/>
              </w:rPr>
              <w:t>1</w:t>
            </w:r>
          </w:p>
          <w:p w14:paraId="7CA5AAD5" w14:textId="586FB07C" w:rsidR="00F04DA3" w:rsidRDefault="00F04DA3" w:rsidP="00F04DA3">
            <w:pPr>
              <w:pStyle w:val="TAC"/>
              <w:rPr>
                <w:lang w:eastAsia="zh-CN"/>
              </w:rPr>
            </w:pPr>
            <w:r>
              <w:t>DC_n3A-n77(2A)</w:t>
            </w:r>
            <w:r>
              <w:rPr>
                <w:lang w:eastAsia="zh-CN"/>
              </w:rPr>
              <w:t>-</w:t>
            </w:r>
            <w:r>
              <w:t>n257I</w:t>
            </w:r>
            <w:r w:rsidR="00AE40A8" w:rsidRPr="008A2A38">
              <w:rPr>
                <w:vertAlign w:val="superscript"/>
                <w:lang w:eastAsia="ja-JP"/>
              </w:rPr>
              <w:t>1</w:t>
            </w:r>
          </w:p>
        </w:tc>
        <w:tc>
          <w:tcPr>
            <w:tcW w:w="3969" w:type="dxa"/>
          </w:tcPr>
          <w:p w14:paraId="79548000" w14:textId="77777777" w:rsidR="00F04DA3" w:rsidRDefault="00F04DA3" w:rsidP="00F04DA3">
            <w:pPr>
              <w:pStyle w:val="TAC"/>
              <w:rPr>
                <w:lang w:eastAsia="zh-CN"/>
              </w:rPr>
            </w:pPr>
            <w:r>
              <w:rPr>
                <w:lang w:eastAsia="zh-CN"/>
              </w:rPr>
              <w:t>DC</w:t>
            </w:r>
            <w:r>
              <w:rPr>
                <w:lang w:val="it-IT"/>
              </w:rPr>
              <w:t>_</w:t>
            </w:r>
            <w:r>
              <w:rPr>
                <w:lang w:val="it-IT" w:eastAsia="zh-CN"/>
              </w:rPr>
              <w:t>n</w:t>
            </w:r>
            <w:r>
              <w:rPr>
                <w:lang w:eastAsia="zh-CN"/>
              </w:rPr>
              <w:t>3</w:t>
            </w:r>
            <w:r>
              <w:rPr>
                <w:lang w:val="it-IT"/>
              </w:rPr>
              <w:t>A-</w:t>
            </w:r>
            <w:r>
              <w:rPr>
                <w:lang w:val="it-IT" w:eastAsia="zh-CN"/>
              </w:rPr>
              <w:t>n</w:t>
            </w:r>
            <w:r>
              <w:rPr>
                <w:rFonts w:hint="eastAsia"/>
                <w:lang w:val="it-IT" w:eastAsia="zh-CN"/>
              </w:rPr>
              <w:t>77</w:t>
            </w:r>
            <w:r>
              <w:rPr>
                <w:lang w:eastAsia="zh-CN"/>
              </w:rPr>
              <w:t>A</w:t>
            </w:r>
          </w:p>
          <w:p w14:paraId="39BF6E4C" w14:textId="77777777" w:rsidR="00F04DA3" w:rsidRDefault="00F04DA3" w:rsidP="00F04DA3">
            <w:pPr>
              <w:pStyle w:val="TAC"/>
              <w:rPr>
                <w:lang w:eastAsia="zh-CN"/>
              </w:rPr>
            </w:pPr>
            <w:r>
              <w:rPr>
                <w:lang w:eastAsia="zh-CN"/>
              </w:rPr>
              <w:t>DC</w:t>
            </w:r>
            <w:r>
              <w:rPr>
                <w:lang w:val="it-IT"/>
              </w:rPr>
              <w:t>_</w:t>
            </w:r>
            <w:r>
              <w:rPr>
                <w:lang w:val="it-IT" w:eastAsia="zh-CN"/>
              </w:rPr>
              <w:t>n</w:t>
            </w:r>
            <w:r>
              <w:rPr>
                <w:lang w:eastAsia="zh-CN"/>
              </w:rPr>
              <w:t>3</w:t>
            </w:r>
            <w:r>
              <w:rPr>
                <w:lang w:val="it-IT"/>
              </w:rPr>
              <w:t>A-</w:t>
            </w:r>
            <w:r>
              <w:rPr>
                <w:lang w:val="it-IT" w:eastAsia="zh-CN"/>
              </w:rPr>
              <w:t>n</w:t>
            </w:r>
            <w:r>
              <w:rPr>
                <w:lang w:eastAsia="zh-CN"/>
              </w:rPr>
              <w:t>257A</w:t>
            </w:r>
          </w:p>
          <w:p w14:paraId="7FF71B78" w14:textId="77777777" w:rsidR="00F04DA3" w:rsidRDefault="00F04DA3" w:rsidP="00F04DA3">
            <w:pPr>
              <w:pStyle w:val="TAC"/>
              <w:rPr>
                <w:lang w:eastAsia="zh-CN"/>
              </w:rPr>
            </w:pPr>
            <w:r>
              <w:rPr>
                <w:lang w:eastAsia="zh-CN"/>
              </w:rPr>
              <w:t>DC</w:t>
            </w:r>
            <w:r>
              <w:rPr>
                <w:lang w:val="it-IT"/>
              </w:rPr>
              <w:t>_</w:t>
            </w:r>
            <w:r>
              <w:rPr>
                <w:lang w:val="it-IT" w:eastAsia="zh-CN"/>
              </w:rPr>
              <w:t>n</w:t>
            </w:r>
            <w:r>
              <w:rPr>
                <w:lang w:eastAsia="zh-CN"/>
              </w:rPr>
              <w:t>3</w:t>
            </w:r>
            <w:r>
              <w:rPr>
                <w:lang w:val="it-IT"/>
              </w:rPr>
              <w:t>A-</w:t>
            </w:r>
            <w:r>
              <w:rPr>
                <w:lang w:val="it-IT" w:eastAsia="zh-CN"/>
              </w:rPr>
              <w:t>n</w:t>
            </w:r>
            <w:r>
              <w:rPr>
                <w:lang w:eastAsia="zh-CN"/>
              </w:rPr>
              <w:t>257</w:t>
            </w:r>
            <w:r>
              <w:rPr>
                <w:rFonts w:hint="eastAsia"/>
                <w:lang w:eastAsia="zh-CN"/>
              </w:rPr>
              <w:t>G</w:t>
            </w:r>
          </w:p>
          <w:p w14:paraId="45E5BDD5" w14:textId="77777777" w:rsidR="00F04DA3" w:rsidRDefault="00F04DA3" w:rsidP="00F04DA3">
            <w:pPr>
              <w:pStyle w:val="TAC"/>
              <w:rPr>
                <w:lang w:eastAsia="zh-CN"/>
              </w:rPr>
            </w:pPr>
            <w:r>
              <w:rPr>
                <w:lang w:eastAsia="zh-CN"/>
              </w:rPr>
              <w:t>DC</w:t>
            </w:r>
            <w:r>
              <w:rPr>
                <w:lang w:val="it-IT"/>
              </w:rPr>
              <w:t>_</w:t>
            </w:r>
            <w:r>
              <w:rPr>
                <w:lang w:val="it-IT" w:eastAsia="zh-CN"/>
              </w:rPr>
              <w:t>n</w:t>
            </w:r>
            <w:r>
              <w:rPr>
                <w:lang w:eastAsia="zh-CN"/>
              </w:rPr>
              <w:t>3</w:t>
            </w:r>
            <w:r>
              <w:rPr>
                <w:lang w:val="it-IT"/>
              </w:rPr>
              <w:t>A-</w:t>
            </w:r>
            <w:r>
              <w:rPr>
                <w:lang w:val="it-IT" w:eastAsia="zh-CN"/>
              </w:rPr>
              <w:t>n</w:t>
            </w:r>
            <w:r>
              <w:rPr>
                <w:lang w:eastAsia="zh-CN"/>
              </w:rPr>
              <w:t>257</w:t>
            </w:r>
            <w:r>
              <w:rPr>
                <w:rFonts w:hint="eastAsia"/>
                <w:lang w:eastAsia="zh-CN"/>
              </w:rPr>
              <w:t>H</w:t>
            </w:r>
          </w:p>
          <w:p w14:paraId="19B07C4F" w14:textId="77777777" w:rsidR="00F04DA3" w:rsidRDefault="00F04DA3" w:rsidP="00F04DA3">
            <w:pPr>
              <w:pStyle w:val="TAC"/>
              <w:rPr>
                <w:lang w:eastAsia="zh-CN"/>
              </w:rPr>
            </w:pPr>
            <w:r>
              <w:rPr>
                <w:lang w:eastAsia="zh-CN"/>
              </w:rPr>
              <w:t>DC</w:t>
            </w:r>
            <w:r>
              <w:rPr>
                <w:lang w:val="it-IT"/>
              </w:rPr>
              <w:t>_</w:t>
            </w:r>
            <w:r>
              <w:rPr>
                <w:lang w:val="it-IT" w:eastAsia="zh-CN"/>
              </w:rPr>
              <w:t>n</w:t>
            </w:r>
            <w:r>
              <w:rPr>
                <w:lang w:eastAsia="zh-CN"/>
              </w:rPr>
              <w:t>3</w:t>
            </w:r>
            <w:r>
              <w:rPr>
                <w:lang w:val="it-IT"/>
              </w:rPr>
              <w:t>A-</w:t>
            </w:r>
            <w:r>
              <w:rPr>
                <w:lang w:val="it-IT" w:eastAsia="zh-CN"/>
              </w:rPr>
              <w:t>n</w:t>
            </w:r>
            <w:r>
              <w:rPr>
                <w:lang w:eastAsia="zh-CN"/>
              </w:rPr>
              <w:t>257I</w:t>
            </w:r>
          </w:p>
          <w:p w14:paraId="229D93B4" w14:textId="77777777" w:rsidR="00F04DA3" w:rsidRDefault="00F04DA3" w:rsidP="00F04DA3">
            <w:pPr>
              <w:pStyle w:val="TAC"/>
              <w:rPr>
                <w:lang w:eastAsia="zh-CN"/>
              </w:rPr>
            </w:pPr>
            <w:r>
              <w:rPr>
                <w:lang w:eastAsia="zh-CN"/>
              </w:rPr>
              <w:t>DC</w:t>
            </w:r>
            <w:r>
              <w:rPr>
                <w:lang w:val="it-IT"/>
              </w:rPr>
              <w:t>_</w:t>
            </w:r>
            <w:r>
              <w:rPr>
                <w:lang w:val="it-IT" w:eastAsia="zh-CN"/>
              </w:rPr>
              <w:t>n</w:t>
            </w:r>
            <w:r>
              <w:rPr>
                <w:lang w:eastAsia="zh-CN"/>
              </w:rPr>
              <w:t>77</w:t>
            </w:r>
            <w:r>
              <w:rPr>
                <w:lang w:val="it-IT"/>
              </w:rPr>
              <w:t>A-</w:t>
            </w:r>
            <w:r>
              <w:rPr>
                <w:lang w:val="it-IT" w:eastAsia="zh-CN"/>
              </w:rPr>
              <w:t>n</w:t>
            </w:r>
            <w:r>
              <w:rPr>
                <w:lang w:eastAsia="zh-CN"/>
              </w:rPr>
              <w:t>257A</w:t>
            </w:r>
          </w:p>
          <w:p w14:paraId="1238324A" w14:textId="77777777" w:rsidR="00F04DA3" w:rsidRDefault="00F04DA3" w:rsidP="00F04DA3">
            <w:pPr>
              <w:pStyle w:val="TAC"/>
              <w:rPr>
                <w:lang w:eastAsia="zh-CN"/>
              </w:rPr>
            </w:pPr>
            <w:r>
              <w:rPr>
                <w:lang w:eastAsia="zh-CN"/>
              </w:rPr>
              <w:t>DC</w:t>
            </w:r>
            <w:r>
              <w:rPr>
                <w:lang w:val="it-IT"/>
              </w:rPr>
              <w:t>_</w:t>
            </w:r>
            <w:r>
              <w:rPr>
                <w:lang w:val="it-IT" w:eastAsia="zh-CN"/>
              </w:rPr>
              <w:t>n</w:t>
            </w:r>
            <w:r>
              <w:rPr>
                <w:lang w:eastAsia="zh-CN"/>
              </w:rPr>
              <w:t>77</w:t>
            </w:r>
            <w:r>
              <w:rPr>
                <w:lang w:val="it-IT"/>
              </w:rPr>
              <w:t>A-</w:t>
            </w:r>
            <w:r>
              <w:rPr>
                <w:lang w:val="it-IT" w:eastAsia="zh-CN"/>
              </w:rPr>
              <w:t>n</w:t>
            </w:r>
            <w:r>
              <w:rPr>
                <w:lang w:eastAsia="zh-CN"/>
              </w:rPr>
              <w:t>257</w:t>
            </w:r>
            <w:r>
              <w:rPr>
                <w:rFonts w:hint="eastAsia"/>
                <w:lang w:eastAsia="zh-CN"/>
              </w:rPr>
              <w:t>G</w:t>
            </w:r>
          </w:p>
          <w:p w14:paraId="10EE08D1" w14:textId="77777777" w:rsidR="00F04DA3" w:rsidRDefault="00F04DA3" w:rsidP="00F04DA3">
            <w:pPr>
              <w:pStyle w:val="TAC"/>
              <w:rPr>
                <w:lang w:eastAsia="zh-CN"/>
              </w:rPr>
            </w:pPr>
            <w:r>
              <w:rPr>
                <w:lang w:eastAsia="zh-CN"/>
              </w:rPr>
              <w:t>DC</w:t>
            </w:r>
            <w:r>
              <w:rPr>
                <w:lang w:val="it-IT"/>
              </w:rPr>
              <w:t>_</w:t>
            </w:r>
            <w:r>
              <w:rPr>
                <w:lang w:val="it-IT" w:eastAsia="zh-CN"/>
              </w:rPr>
              <w:t>n</w:t>
            </w:r>
            <w:r>
              <w:rPr>
                <w:lang w:eastAsia="zh-CN"/>
              </w:rPr>
              <w:t>77</w:t>
            </w:r>
            <w:r>
              <w:rPr>
                <w:lang w:val="it-IT"/>
              </w:rPr>
              <w:t>A-</w:t>
            </w:r>
            <w:r>
              <w:rPr>
                <w:lang w:val="it-IT" w:eastAsia="zh-CN"/>
              </w:rPr>
              <w:t>n</w:t>
            </w:r>
            <w:r>
              <w:rPr>
                <w:lang w:eastAsia="zh-CN"/>
              </w:rPr>
              <w:t>257</w:t>
            </w:r>
            <w:r>
              <w:rPr>
                <w:rFonts w:hint="eastAsia"/>
                <w:lang w:eastAsia="zh-CN"/>
              </w:rPr>
              <w:t>H</w:t>
            </w:r>
          </w:p>
          <w:p w14:paraId="7A979D78" w14:textId="16D4FBCA" w:rsidR="00F04DA3" w:rsidRDefault="00F04DA3" w:rsidP="00F04DA3">
            <w:pPr>
              <w:pStyle w:val="TAC"/>
              <w:rPr>
                <w:lang w:eastAsia="zh-CN"/>
              </w:rPr>
            </w:pPr>
            <w:r>
              <w:rPr>
                <w:lang w:eastAsia="zh-CN"/>
              </w:rPr>
              <w:t>DC</w:t>
            </w:r>
            <w:r>
              <w:rPr>
                <w:lang w:val="it-IT"/>
              </w:rPr>
              <w:t>_</w:t>
            </w:r>
            <w:r>
              <w:rPr>
                <w:lang w:val="it-IT" w:eastAsia="zh-CN"/>
              </w:rPr>
              <w:t>n</w:t>
            </w:r>
            <w:r>
              <w:rPr>
                <w:lang w:eastAsia="zh-CN"/>
              </w:rPr>
              <w:t>77</w:t>
            </w:r>
            <w:r>
              <w:rPr>
                <w:lang w:val="it-IT"/>
              </w:rPr>
              <w:t>A-</w:t>
            </w:r>
            <w:r>
              <w:rPr>
                <w:lang w:val="it-IT" w:eastAsia="zh-CN"/>
              </w:rPr>
              <w:t>n</w:t>
            </w:r>
            <w:r>
              <w:rPr>
                <w:lang w:eastAsia="zh-CN"/>
              </w:rPr>
              <w:t>257I</w:t>
            </w:r>
          </w:p>
        </w:tc>
      </w:tr>
      <w:tr w:rsidR="00F04DA3" w14:paraId="0F5181E7" w14:textId="77777777" w:rsidTr="00F04DA3">
        <w:trPr>
          <w:trHeight w:val="187"/>
          <w:jc w:val="center"/>
        </w:trPr>
        <w:tc>
          <w:tcPr>
            <w:tcW w:w="3823" w:type="dxa"/>
          </w:tcPr>
          <w:p w14:paraId="30583D76" w14:textId="41794953" w:rsidR="00F04DA3" w:rsidRDefault="00F04DA3" w:rsidP="00F04DA3">
            <w:pPr>
              <w:pStyle w:val="TAC"/>
              <w:rPr>
                <w:lang w:eastAsia="zh-CN"/>
              </w:rPr>
            </w:pPr>
            <w:r>
              <w:rPr>
                <w:lang w:eastAsia="zh-CN"/>
              </w:rPr>
              <w:t>DC</w:t>
            </w:r>
            <w:r>
              <w:t>_n3A-n78A</w:t>
            </w:r>
            <w:r>
              <w:rPr>
                <w:lang w:eastAsia="zh-CN"/>
              </w:rPr>
              <w:t>-</w:t>
            </w:r>
            <w:r>
              <w:t>n</w:t>
            </w:r>
            <w:r>
              <w:rPr>
                <w:lang w:eastAsia="zh-CN"/>
              </w:rPr>
              <w:t>257A</w:t>
            </w:r>
            <w:r w:rsidR="00AE40A8" w:rsidRPr="008A2A38">
              <w:rPr>
                <w:vertAlign w:val="superscript"/>
                <w:lang w:eastAsia="ja-JP"/>
              </w:rPr>
              <w:t>1</w:t>
            </w:r>
          </w:p>
          <w:p w14:paraId="443AA75E" w14:textId="6ADAB55B" w:rsidR="00F04DA3" w:rsidRDefault="00F04DA3" w:rsidP="00F04DA3">
            <w:pPr>
              <w:pStyle w:val="TAC"/>
              <w:rPr>
                <w:lang w:eastAsia="zh-CN"/>
              </w:rPr>
            </w:pPr>
            <w:r>
              <w:rPr>
                <w:lang w:eastAsia="zh-CN"/>
              </w:rPr>
              <w:t>DC</w:t>
            </w:r>
            <w:r>
              <w:t>_n3A-n78A</w:t>
            </w:r>
            <w:r>
              <w:rPr>
                <w:lang w:eastAsia="zh-CN"/>
              </w:rPr>
              <w:t>-</w:t>
            </w:r>
            <w:r>
              <w:t>n257</w:t>
            </w:r>
            <w:r>
              <w:rPr>
                <w:rFonts w:hint="eastAsia"/>
                <w:lang w:eastAsia="zh-CN"/>
              </w:rPr>
              <w:t>G</w:t>
            </w:r>
            <w:r w:rsidR="00AE40A8" w:rsidRPr="008A2A38">
              <w:rPr>
                <w:vertAlign w:val="superscript"/>
                <w:lang w:eastAsia="ja-JP"/>
              </w:rPr>
              <w:t>1</w:t>
            </w:r>
          </w:p>
          <w:p w14:paraId="19339047" w14:textId="01D58087" w:rsidR="00F04DA3" w:rsidRPr="00D434F2" w:rsidRDefault="00F04DA3" w:rsidP="00F04DA3">
            <w:pPr>
              <w:pStyle w:val="TAC"/>
              <w:rPr>
                <w:lang w:eastAsia="zh-CN"/>
              </w:rPr>
            </w:pPr>
            <w:r>
              <w:rPr>
                <w:lang w:eastAsia="zh-CN"/>
              </w:rPr>
              <w:t>DC</w:t>
            </w:r>
            <w:r>
              <w:t>_n3A-n78A</w:t>
            </w:r>
            <w:r>
              <w:rPr>
                <w:lang w:eastAsia="zh-CN"/>
              </w:rPr>
              <w:t>-</w:t>
            </w:r>
            <w:r>
              <w:t>n257</w:t>
            </w:r>
            <w:r>
              <w:rPr>
                <w:rFonts w:hint="eastAsia"/>
                <w:lang w:eastAsia="zh-CN"/>
              </w:rPr>
              <w:t>H</w:t>
            </w:r>
            <w:r w:rsidR="00AE40A8" w:rsidRPr="008A2A38">
              <w:rPr>
                <w:vertAlign w:val="superscript"/>
                <w:lang w:eastAsia="ja-JP"/>
              </w:rPr>
              <w:t>1</w:t>
            </w:r>
          </w:p>
          <w:p w14:paraId="601AE971" w14:textId="701F5346" w:rsidR="00F04DA3" w:rsidRDefault="00F04DA3" w:rsidP="00F04DA3">
            <w:pPr>
              <w:pStyle w:val="TAC"/>
              <w:rPr>
                <w:lang w:eastAsia="zh-CN"/>
              </w:rPr>
            </w:pPr>
            <w:r>
              <w:rPr>
                <w:lang w:eastAsia="zh-CN"/>
              </w:rPr>
              <w:t>DC</w:t>
            </w:r>
            <w:r>
              <w:t>_n3A-n78A</w:t>
            </w:r>
            <w:r>
              <w:rPr>
                <w:lang w:eastAsia="zh-CN"/>
              </w:rPr>
              <w:t>-</w:t>
            </w:r>
            <w:r>
              <w:t>n257I</w:t>
            </w:r>
            <w:r w:rsidR="00AE40A8" w:rsidRPr="008A2A38">
              <w:rPr>
                <w:vertAlign w:val="superscript"/>
                <w:lang w:eastAsia="ja-JP"/>
              </w:rPr>
              <w:t>1</w:t>
            </w:r>
          </w:p>
        </w:tc>
        <w:tc>
          <w:tcPr>
            <w:tcW w:w="3969" w:type="dxa"/>
          </w:tcPr>
          <w:p w14:paraId="3333E028" w14:textId="77777777" w:rsidR="00F04DA3" w:rsidRDefault="00F04DA3" w:rsidP="00F04DA3">
            <w:pPr>
              <w:pStyle w:val="TAC"/>
              <w:rPr>
                <w:lang w:eastAsia="zh-CN"/>
              </w:rPr>
            </w:pPr>
            <w:r>
              <w:t>DC_n3A-n</w:t>
            </w:r>
            <w:r>
              <w:rPr>
                <w:rFonts w:hint="eastAsia"/>
                <w:lang w:eastAsia="zh-CN"/>
              </w:rPr>
              <w:t>78</w:t>
            </w:r>
            <w:r>
              <w:rPr>
                <w:lang w:eastAsia="zh-CN"/>
              </w:rPr>
              <w:t>A</w:t>
            </w:r>
          </w:p>
          <w:p w14:paraId="682B1D8B" w14:textId="77777777" w:rsidR="00F04DA3" w:rsidRDefault="00F04DA3" w:rsidP="00F04DA3">
            <w:pPr>
              <w:pStyle w:val="TAC"/>
              <w:rPr>
                <w:lang w:eastAsia="zh-CN"/>
              </w:rPr>
            </w:pPr>
            <w:r>
              <w:t>DC_n3A-n</w:t>
            </w:r>
            <w:r>
              <w:rPr>
                <w:lang w:eastAsia="zh-CN"/>
              </w:rPr>
              <w:t>257A</w:t>
            </w:r>
          </w:p>
          <w:p w14:paraId="5919547B" w14:textId="77777777" w:rsidR="00F04DA3" w:rsidRDefault="00F04DA3" w:rsidP="00F04DA3">
            <w:pPr>
              <w:pStyle w:val="TAC"/>
              <w:rPr>
                <w:lang w:eastAsia="zh-CN"/>
              </w:rPr>
            </w:pPr>
            <w:r>
              <w:t>DC_n3A-n257</w:t>
            </w:r>
            <w:r>
              <w:rPr>
                <w:rFonts w:hint="eastAsia"/>
                <w:lang w:eastAsia="zh-CN"/>
              </w:rPr>
              <w:t>G</w:t>
            </w:r>
          </w:p>
          <w:p w14:paraId="3BCADD9B" w14:textId="77777777" w:rsidR="00F04DA3" w:rsidRDefault="00F04DA3" w:rsidP="00F04DA3">
            <w:pPr>
              <w:pStyle w:val="TAC"/>
              <w:rPr>
                <w:lang w:eastAsia="zh-CN"/>
              </w:rPr>
            </w:pPr>
            <w:r>
              <w:t>DC_n3A-n257</w:t>
            </w:r>
            <w:r>
              <w:rPr>
                <w:rFonts w:hint="eastAsia"/>
                <w:lang w:eastAsia="zh-CN"/>
              </w:rPr>
              <w:t>H</w:t>
            </w:r>
          </w:p>
          <w:p w14:paraId="70A464DD" w14:textId="77777777" w:rsidR="00F04DA3" w:rsidRDefault="00F04DA3" w:rsidP="00F04DA3">
            <w:pPr>
              <w:pStyle w:val="TAC"/>
              <w:rPr>
                <w:lang w:eastAsia="zh-CN"/>
              </w:rPr>
            </w:pPr>
            <w:r>
              <w:t>DC_n3A-n257I</w:t>
            </w:r>
          </w:p>
          <w:p w14:paraId="6DBE5F27" w14:textId="77777777" w:rsidR="00F04DA3" w:rsidRDefault="00F04DA3" w:rsidP="00F04DA3">
            <w:pPr>
              <w:pStyle w:val="TAC"/>
              <w:rPr>
                <w:lang w:eastAsia="zh-CN"/>
              </w:rPr>
            </w:pPr>
            <w:r>
              <w:t>DC_n78A-n</w:t>
            </w:r>
            <w:r>
              <w:rPr>
                <w:lang w:eastAsia="zh-CN"/>
              </w:rPr>
              <w:t>257A</w:t>
            </w:r>
          </w:p>
          <w:p w14:paraId="3B555886" w14:textId="77777777" w:rsidR="00F04DA3" w:rsidRDefault="00F04DA3" w:rsidP="00F04DA3">
            <w:pPr>
              <w:pStyle w:val="TAC"/>
              <w:rPr>
                <w:lang w:eastAsia="zh-CN"/>
              </w:rPr>
            </w:pPr>
            <w:r>
              <w:t>DC_n78A-n257</w:t>
            </w:r>
            <w:r>
              <w:rPr>
                <w:rFonts w:hint="eastAsia"/>
                <w:lang w:eastAsia="zh-CN"/>
              </w:rPr>
              <w:t>G</w:t>
            </w:r>
          </w:p>
          <w:p w14:paraId="5431E22C" w14:textId="77777777" w:rsidR="00F04DA3" w:rsidRDefault="00F04DA3" w:rsidP="00F04DA3">
            <w:pPr>
              <w:pStyle w:val="TAC"/>
              <w:rPr>
                <w:lang w:eastAsia="zh-CN"/>
              </w:rPr>
            </w:pPr>
            <w:r>
              <w:t>DC_n78A-n257</w:t>
            </w:r>
            <w:r>
              <w:rPr>
                <w:rFonts w:hint="eastAsia"/>
                <w:lang w:eastAsia="zh-CN"/>
              </w:rPr>
              <w:t>H</w:t>
            </w:r>
          </w:p>
          <w:p w14:paraId="037A8BCA" w14:textId="18BE957E" w:rsidR="00F04DA3" w:rsidRDefault="00F04DA3" w:rsidP="00F04DA3">
            <w:pPr>
              <w:pStyle w:val="TAC"/>
              <w:rPr>
                <w:lang w:eastAsia="zh-CN"/>
              </w:rPr>
            </w:pPr>
            <w:r>
              <w:t>DC_n78A-n257I</w:t>
            </w:r>
          </w:p>
        </w:tc>
      </w:tr>
      <w:tr w:rsidR="00A73373" w14:paraId="3DE8AF0A" w14:textId="77777777" w:rsidTr="00F04DA3">
        <w:trPr>
          <w:trHeight w:val="187"/>
          <w:jc w:val="center"/>
        </w:trPr>
        <w:tc>
          <w:tcPr>
            <w:tcW w:w="3823" w:type="dxa"/>
          </w:tcPr>
          <w:p w14:paraId="62C42529" w14:textId="32649F6E" w:rsidR="00A73373" w:rsidRDefault="00A73373" w:rsidP="00F04DA3">
            <w:pPr>
              <w:pStyle w:val="TAC"/>
              <w:rPr>
                <w:lang w:eastAsia="zh-CN"/>
              </w:rPr>
            </w:pPr>
            <w:r>
              <w:rPr>
                <w:lang w:eastAsia="zh-CN"/>
              </w:rPr>
              <w:t>DC</w:t>
            </w:r>
            <w:r>
              <w:t>_</w:t>
            </w:r>
            <w:r>
              <w:rPr>
                <w:lang w:eastAsia="zh-CN"/>
              </w:rPr>
              <w:t>n28</w:t>
            </w:r>
            <w:r>
              <w:t>A-</w:t>
            </w:r>
            <w:r>
              <w:rPr>
                <w:lang w:eastAsia="zh-CN"/>
              </w:rPr>
              <w:t>n77</w:t>
            </w:r>
            <w:r>
              <w:t>A</w:t>
            </w:r>
            <w:r>
              <w:rPr>
                <w:lang w:eastAsia="zh-CN"/>
              </w:rPr>
              <w:t>-n257A</w:t>
            </w:r>
            <w:r w:rsidR="00AE40A8" w:rsidRPr="008A2A38">
              <w:rPr>
                <w:vertAlign w:val="superscript"/>
                <w:lang w:eastAsia="ja-JP"/>
              </w:rPr>
              <w:t>1</w:t>
            </w:r>
          </w:p>
          <w:p w14:paraId="19D26F70" w14:textId="4AF74D61" w:rsidR="00A73373" w:rsidRDefault="00A73373" w:rsidP="00F04DA3">
            <w:pPr>
              <w:pStyle w:val="TAC"/>
              <w:rPr>
                <w:lang w:eastAsia="zh-CN"/>
              </w:rPr>
            </w:pPr>
            <w:r>
              <w:rPr>
                <w:lang w:eastAsia="zh-CN"/>
              </w:rPr>
              <w:t>DC</w:t>
            </w:r>
            <w:r>
              <w:t>_</w:t>
            </w:r>
            <w:r>
              <w:rPr>
                <w:lang w:eastAsia="zh-CN"/>
              </w:rPr>
              <w:t>n28</w:t>
            </w:r>
            <w:r>
              <w:t>A-</w:t>
            </w:r>
            <w:r>
              <w:rPr>
                <w:lang w:eastAsia="zh-CN"/>
              </w:rPr>
              <w:t>n77</w:t>
            </w:r>
            <w:r>
              <w:t>A</w:t>
            </w:r>
            <w:r>
              <w:rPr>
                <w:lang w:eastAsia="zh-CN"/>
              </w:rPr>
              <w:t>-n257</w:t>
            </w:r>
            <w:r>
              <w:rPr>
                <w:rFonts w:hint="eastAsia"/>
                <w:lang w:eastAsia="zh-CN"/>
              </w:rPr>
              <w:t>G</w:t>
            </w:r>
            <w:r w:rsidR="00AE40A8" w:rsidRPr="008A2A38">
              <w:rPr>
                <w:vertAlign w:val="superscript"/>
                <w:lang w:eastAsia="ja-JP"/>
              </w:rPr>
              <w:t>1</w:t>
            </w:r>
          </w:p>
          <w:p w14:paraId="3909D17D" w14:textId="3EE12842" w:rsidR="00A73373" w:rsidRPr="00D434F2" w:rsidRDefault="00A73373" w:rsidP="00F04DA3">
            <w:pPr>
              <w:pStyle w:val="TAC"/>
              <w:rPr>
                <w:lang w:eastAsia="fi-FI"/>
              </w:rPr>
            </w:pPr>
            <w:r>
              <w:rPr>
                <w:lang w:eastAsia="zh-CN"/>
              </w:rPr>
              <w:t>DC</w:t>
            </w:r>
            <w:r>
              <w:t>_</w:t>
            </w:r>
            <w:r>
              <w:rPr>
                <w:lang w:eastAsia="zh-CN"/>
              </w:rPr>
              <w:t>n28</w:t>
            </w:r>
            <w:r>
              <w:t>A-</w:t>
            </w:r>
            <w:r>
              <w:rPr>
                <w:lang w:eastAsia="zh-CN"/>
              </w:rPr>
              <w:t>n77</w:t>
            </w:r>
            <w:r>
              <w:t>A</w:t>
            </w:r>
            <w:r>
              <w:rPr>
                <w:lang w:eastAsia="zh-CN"/>
              </w:rPr>
              <w:t>-n257</w:t>
            </w:r>
            <w:r>
              <w:rPr>
                <w:rFonts w:hint="eastAsia"/>
                <w:lang w:eastAsia="zh-CN"/>
              </w:rPr>
              <w:t>H</w:t>
            </w:r>
            <w:r w:rsidR="00AE40A8" w:rsidRPr="008A2A38">
              <w:rPr>
                <w:vertAlign w:val="superscript"/>
                <w:lang w:eastAsia="ja-JP"/>
              </w:rPr>
              <w:t>1</w:t>
            </w:r>
          </w:p>
          <w:p w14:paraId="48B66BEC" w14:textId="57E0D85C" w:rsidR="00A73373" w:rsidRPr="00D434F2" w:rsidRDefault="00A73373" w:rsidP="00F04DA3">
            <w:pPr>
              <w:pStyle w:val="TAC"/>
              <w:rPr>
                <w:lang w:eastAsia="zh-CN"/>
              </w:rPr>
            </w:pPr>
            <w:r>
              <w:rPr>
                <w:lang w:eastAsia="zh-CN"/>
              </w:rPr>
              <w:t>DC</w:t>
            </w:r>
            <w:r>
              <w:t>_</w:t>
            </w:r>
            <w:r>
              <w:rPr>
                <w:lang w:eastAsia="zh-CN"/>
              </w:rPr>
              <w:t>n28</w:t>
            </w:r>
            <w:r>
              <w:t>A-</w:t>
            </w:r>
            <w:r>
              <w:rPr>
                <w:lang w:eastAsia="zh-CN"/>
              </w:rPr>
              <w:t>n77</w:t>
            </w:r>
            <w:r>
              <w:t>A</w:t>
            </w:r>
            <w:r>
              <w:rPr>
                <w:lang w:eastAsia="zh-CN"/>
              </w:rPr>
              <w:t>-n257I</w:t>
            </w:r>
            <w:r w:rsidR="00AE40A8" w:rsidRPr="008A2A38">
              <w:rPr>
                <w:vertAlign w:val="superscript"/>
                <w:lang w:eastAsia="ja-JP"/>
              </w:rPr>
              <w:t>1</w:t>
            </w:r>
          </w:p>
        </w:tc>
        <w:tc>
          <w:tcPr>
            <w:tcW w:w="3969" w:type="dxa"/>
          </w:tcPr>
          <w:p w14:paraId="19570977"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28</w:t>
            </w:r>
            <w:r>
              <w:rPr>
                <w:lang w:val="it-IT"/>
              </w:rPr>
              <w:t>A-</w:t>
            </w:r>
            <w:r>
              <w:rPr>
                <w:lang w:val="it-IT" w:eastAsia="zh-CN"/>
              </w:rPr>
              <w:t>n</w:t>
            </w:r>
            <w:r>
              <w:rPr>
                <w:rFonts w:hint="eastAsia"/>
                <w:lang w:eastAsia="zh-CN"/>
              </w:rPr>
              <w:t>7</w:t>
            </w:r>
            <w:r>
              <w:rPr>
                <w:lang w:eastAsia="zh-CN"/>
              </w:rPr>
              <w:t>7A</w:t>
            </w:r>
          </w:p>
          <w:p w14:paraId="3B12CDB5"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28</w:t>
            </w:r>
            <w:r>
              <w:rPr>
                <w:lang w:val="it-IT"/>
              </w:rPr>
              <w:t>A-</w:t>
            </w:r>
            <w:r>
              <w:rPr>
                <w:lang w:val="it-IT" w:eastAsia="zh-CN"/>
              </w:rPr>
              <w:t>n</w:t>
            </w:r>
            <w:r>
              <w:rPr>
                <w:lang w:eastAsia="zh-CN"/>
              </w:rPr>
              <w:t>257A</w:t>
            </w:r>
          </w:p>
          <w:p w14:paraId="5B6A6A6D"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28</w:t>
            </w:r>
            <w:r>
              <w:rPr>
                <w:lang w:val="it-IT"/>
              </w:rPr>
              <w:t>A-</w:t>
            </w:r>
            <w:r>
              <w:rPr>
                <w:lang w:val="it-IT" w:eastAsia="zh-CN"/>
              </w:rPr>
              <w:t>n</w:t>
            </w:r>
            <w:r>
              <w:rPr>
                <w:lang w:eastAsia="zh-CN"/>
              </w:rPr>
              <w:t>257</w:t>
            </w:r>
            <w:r>
              <w:rPr>
                <w:rFonts w:hint="eastAsia"/>
                <w:lang w:eastAsia="zh-CN"/>
              </w:rPr>
              <w:t>G</w:t>
            </w:r>
          </w:p>
          <w:p w14:paraId="1C81B0FD"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28</w:t>
            </w:r>
            <w:r>
              <w:rPr>
                <w:lang w:val="it-IT"/>
              </w:rPr>
              <w:t>A-</w:t>
            </w:r>
            <w:r>
              <w:rPr>
                <w:lang w:val="it-IT" w:eastAsia="zh-CN"/>
              </w:rPr>
              <w:t>n</w:t>
            </w:r>
            <w:r>
              <w:rPr>
                <w:lang w:eastAsia="zh-CN"/>
              </w:rPr>
              <w:t>257</w:t>
            </w:r>
            <w:r>
              <w:rPr>
                <w:rFonts w:hint="eastAsia"/>
                <w:lang w:eastAsia="zh-CN"/>
              </w:rPr>
              <w:t>H</w:t>
            </w:r>
          </w:p>
          <w:p w14:paraId="366FA823"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28</w:t>
            </w:r>
            <w:r>
              <w:rPr>
                <w:lang w:val="it-IT"/>
              </w:rPr>
              <w:t>A-</w:t>
            </w:r>
            <w:r>
              <w:rPr>
                <w:lang w:val="it-IT" w:eastAsia="zh-CN"/>
              </w:rPr>
              <w:t>n</w:t>
            </w:r>
            <w:r>
              <w:rPr>
                <w:lang w:eastAsia="zh-CN"/>
              </w:rPr>
              <w:t>257I</w:t>
            </w:r>
          </w:p>
          <w:p w14:paraId="74921277"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77</w:t>
            </w:r>
            <w:r>
              <w:rPr>
                <w:lang w:val="it-IT"/>
              </w:rPr>
              <w:t>A-</w:t>
            </w:r>
            <w:r>
              <w:rPr>
                <w:lang w:val="it-IT" w:eastAsia="zh-CN"/>
              </w:rPr>
              <w:t>n</w:t>
            </w:r>
            <w:r>
              <w:rPr>
                <w:lang w:eastAsia="zh-CN"/>
              </w:rPr>
              <w:t>257A</w:t>
            </w:r>
          </w:p>
          <w:p w14:paraId="22DB5193"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77</w:t>
            </w:r>
            <w:r>
              <w:rPr>
                <w:lang w:val="it-IT"/>
              </w:rPr>
              <w:t>A-</w:t>
            </w:r>
            <w:r>
              <w:rPr>
                <w:lang w:val="it-IT" w:eastAsia="zh-CN"/>
              </w:rPr>
              <w:t>n</w:t>
            </w:r>
            <w:r>
              <w:rPr>
                <w:lang w:eastAsia="zh-CN"/>
              </w:rPr>
              <w:t>257</w:t>
            </w:r>
            <w:r>
              <w:rPr>
                <w:rFonts w:hint="eastAsia"/>
                <w:lang w:eastAsia="zh-CN"/>
              </w:rPr>
              <w:t>G</w:t>
            </w:r>
          </w:p>
          <w:p w14:paraId="52D52F12"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77</w:t>
            </w:r>
            <w:r>
              <w:rPr>
                <w:lang w:val="it-IT"/>
              </w:rPr>
              <w:t>A-</w:t>
            </w:r>
            <w:r>
              <w:rPr>
                <w:lang w:val="it-IT" w:eastAsia="zh-CN"/>
              </w:rPr>
              <w:t>n</w:t>
            </w:r>
            <w:r>
              <w:rPr>
                <w:lang w:eastAsia="zh-CN"/>
              </w:rPr>
              <w:t>257</w:t>
            </w:r>
            <w:r>
              <w:rPr>
                <w:rFonts w:hint="eastAsia"/>
                <w:lang w:eastAsia="zh-CN"/>
              </w:rPr>
              <w:t>H</w:t>
            </w:r>
          </w:p>
          <w:p w14:paraId="577BA7FE"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77</w:t>
            </w:r>
            <w:r>
              <w:rPr>
                <w:lang w:val="it-IT"/>
              </w:rPr>
              <w:t>A-</w:t>
            </w:r>
            <w:r>
              <w:rPr>
                <w:lang w:val="it-IT" w:eastAsia="zh-CN"/>
              </w:rPr>
              <w:t>n</w:t>
            </w:r>
            <w:r>
              <w:rPr>
                <w:lang w:eastAsia="zh-CN"/>
              </w:rPr>
              <w:t>257I</w:t>
            </w:r>
          </w:p>
        </w:tc>
      </w:tr>
      <w:tr w:rsidR="00A73373" w14:paraId="22D7F717" w14:textId="77777777" w:rsidTr="00F04DA3">
        <w:trPr>
          <w:trHeight w:val="187"/>
          <w:jc w:val="center"/>
        </w:trPr>
        <w:tc>
          <w:tcPr>
            <w:tcW w:w="3823" w:type="dxa"/>
          </w:tcPr>
          <w:p w14:paraId="228FDE76" w14:textId="51F7F964" w:rsidR="00A73373" w:rsidRPr="00D434F2" w:rsidRDefault="00A73373" w:rsidP="00F04DA3">
            <w:pPr>
              <w:pStyle w:val="TAC"/>
              <w:rPr>
                <w:lang w:eastAsia="fi-FI"/>
              </w:rPr>
            </w:pPr>
            <w:r>
              <w:rPr>
                <w:lang w:eastAsia="zh-CN"/>
              </w:rPr>
              <w:t>DC</w:t>
            </w:r>
            <w:r>
              <w:t>_n28A-n78A</w:t>
            </w:r>
            <w:r>
              <w:rPr>
                <w:lang w:eastAsia="zh-CN"/>
              </w:rPr>
              <w:t>-</w:t>
            </w:r>
            <w:r>
              <w:t>n</w:t>
            </w:r>
            <w:r>
              <w:rPr>
                <w:lang w:eastAsia="zh-CN"/>
              </w:rPr>
              <w:t>257A</w:t>
            </w:r>
            <w:r w:rsidR="00AE40A8" w:rsidRPr="008A2A38">
              <w:rPr>
                <w:vertAlign w:val="superscript"/>
                <w:lang w:eastAsia="ja-JP"/>
              </w:rPr>
              <w:t>1</w:t>
            </w:r>
          </w:p>
          <w:p w14:paraId="045627D1" w14:textId="1C9A3123" w:rsidR="00A73373" w:rsidRDefault="00A73373" w:rsidP="00F04DA3">
            <w:pPr>
              <w:pStyle w:val="TAC"/>
              <w:rPr>
                <w:lang w:eastAsia="zh-CN"/>
              </w:rPr>
            </w:pPr>
            <w:r>
              <w:rPr>
                <w:lang w:eastAsia="zh-CN"/>
              </w:rPr>
              <w:t>DC</w:t>
            </w:r>
            <w:r>
              <w:t>_n28A-n78A</w:t>
            </w:r>
            <w:r>
              <w:rPr>
                <w:lang w:eastAsia="zh-CN"/>
              </w:rPr>
              <w:t>-</w:t>
            </w:r>
            <w:r>
              <w:t>n257</w:t>
            </w:r>
            <w:r>
              <w:rPr>
                <w:rFonts w:hint="eastAsia"/>
                <w:lang w:eastAsia="zh-CN"/>
              </w:rPr>
              <w:t>G</w:t>
            </w:r>
            <w:r w:rsidR="00AE40A8" w:rsidRPr="008A2A38">
              <w:rPr>
                <w:vertAlign w:val="superscript"/>
                <w:lang w:eastAsia="ja-JP"/>
              </w:rPr>
              <w:t>1</w:t>
            </w:r>
          </w:p>
          <w:p w14:paraId="78423352" w14:textId="3D2DC4B9" w:rsidR="00A73373" w:rsidRDefault="00A73373" w:rsidP="00F04DA3">
            <w:pPr>
              <w:pStyle w:val="TAC"/>
              <w:rPr>
                <w:lang w:eastAsia="zh-CN"/>
              </w:rPr>
            </w:pPr>
            <w:r>
              <w:rPr>
                <w:lang w:eastAsia="zh-CN"/>
              </w:rPr>
              <w:t>DC</w:t>
            </w:r>
            <w:r>
              <w:t>_n28A-n78A</w:t>
            </w:r>
            <w:r>
              <w:rPr>
                <w:lang w:eastAsia="zh-CN"/>
              </w:rPr>
              <w:t>-</w:t>
            </w:r>
            <w:r>
              <w:t>n257</w:t>
            </w:r>
            <w:r>
              <w:rPr>
                <w:rFonts w:hint="eastAsia"/>
                <w:lang w:eastAsia="zh-CN"/>
              </w:rPr>
              <w:t>H</w:t>
            </w:r>
            <w:r w:rsidR="00AE40A8" w:rsidRPr="008A2A38">
              <w:rPr>
                <w:vertAlign w:val="superscript"/>
                <w:lang w:eastAsia="ja-JP"/>
              </w:rPr>
              <w:t>1</w:t>
            </w:r>
          </w:p>
          <w:p w14:paraId="1EB7CC0C" w14:textId="68DEA103" w:rsidR="00A73373" w:rsidRDefault="00A73373" w:rsidP="00F04DA3">
            <w:pPr>
              <w:pStyle w:val="TAC"/>
              <w:rPr>
                <w:lang w:eastAsia="zh-CN"/>
              </w:rPr>
            </w:pPr>
            <w:r>
              <w:rPr>
                <w:lang w:eastAsia="zh-CN"/>
              </w:rPr>
              <w:t>DC</w:t>
            </w:r>
            <w:r>
              <w:t>_n28A-n78A</w:t>
            </w:r>
            <w:r>
              <w:rPr>
                <w:lang w:eastAsia="zh-CN"/>
              </w:rPr>
              <w:t>-</w:t>
            </w:r>
            <w:r>
              <w:t>n257I</w:t>
            </w:r>
            <w:r w:rsidR="00AE40A8" w:rsidRPr="008A2A38">
              <w:rPr>
                <w:vertAlign w:val="superscript"/>
                <w:lang w:eastAsia="ja-JP"/>
              </w:rPr>
              <w:t>1</w:t>
            </w:r>
          </w:p>
        </w:tc>
        <w:tc>
          <w:tcPr>
            <w:tcW w:w="3969" w:type="dxa"/>
          </w:tcPr>
          <w:p w14:paraId="0C1BBA8F" w14:textId="77777777" w:rsidR="00A73373" w:rsidRDefault="00A73373" w:rsidP="00F04DA3">
            <w:pPr>
              <w:pStyle w:val="TAC"/>
              <w:rPr>
                <w:lang w:eastAsia="zh-CN"/>
              </w:rPr>
            </w:pPr>
            <w:r>
              <w:rPr>
                <w:lang w:eastAsia="zh-CN"/>
              </w:rPr>
              <w:t>DC</w:t>
            </w:r>
            <w:r>
              <w:rPr>
                <w:lang w:val="it-IT"/>
              </w:rPr>
              <w:t>_</w:t>
            </w:r>
            <w:r>
              <w:rPr>
                <w:lang w:val="it-IT" w:eastAsia="zh-CN"/>
              </w:rPr>
              <w:t>n</w:t>
            </w:r>
            <w:r>
              <w:rPr>
                <w:lang w:eastAsia="zh-CN"/>
              </w:rPr>
              <w:t>28</w:t>
            </w:r>
            <w:r>
              <w:rPr>
                <w:lang w:val="it-IT"/>
              </w:rPr>
              <w:t>A-</w:t>
            </w:r>
            <w:r>
              <w:rPr>
                <w:lang w:val="it-IT" w:eastAsia="zh-CN"/>
              </w:rPr>
              <w:t>n</w:t>
            </w:r>
            <w:r>
              <w:rPr>
                <w:rFonts w:hint="eastAsia"/>
                <w:lang w:eastAsia="zh-CN"/>
              </w:rPr>
              <w:t>78</w:t>
            </w:r>
            <w:r>
              <w:rPr>
                <w:lang w:eastAsia="zh-CN"/>
              </w:rPr>
              <w:t>A</w:t>
            </w:r>
          </w:p>
          <w:p w14:paraId="1ED0BD65" w14:textId="77777777" w:rsidR="00A73373" w:rsidRDefault="00A73373" w:rsidP="00F04DA3">
            <w:pPr>
              <w:pStyle w:val="TAC"/>
              <w:rPr>
                <w:lang w:eastAsia="zh-CN"/>
              </w:rPr>
            </w:pPr>
            <w:r>
              <w:t>DC_n28A-n</w:t>
            </w:r>
            <w:r>
              <w:rPr>
                <w:lang w:eastAsia="zh-CN"/>
              </w:rPr>
              <w:t>257A</w:t>
            </w:r>
          </w:p>
          <w:p w14:paraId="48FE7D12" w14:textId="77777777" w:rsidR="00A73373" w:rsidRDefault="00A73373" w:rsidP="00F04DA3">
            <w:pPr>
              <w:pStyle w:val="TAC"/>
              <w:rPr>
                <w:lang w:eastAsia="zh-CN"/>
              </w:rPr>
            </w:pPr>
            <w:r>
              <w:t>DC_n28A-n257</w:t>
            </w:r>
            <w:r>
              <w:rPr>
                <w:rFonts w:hint="eastAsia"/>
                <w:lang w:eastAsia="zh-CN"/>
              </w:rPr>
              <w:t>G</w:t>
            </w:r>
          </w:p>
          <w:p w14:paraId="6610E9E9" w14:textId="77777777" w:rsidR="00A73373" w:rsidRDefault="00A73373" w:rsidP="00F04DA3">
            <w:pPr>
              <w:pStyle w:val="TAC"/>
              <w:rPr>
                <w:lang w:eastAsia="zh-CN"/>
              </w:rPr>
            </w:pPr>
            <w:r>
              <w:t>DC_n28A-n257</w:t>
            </w:r>
            <w:r>
              <w:rPr>
                <w:rFonts w:hint="eastAsia"/>
                <w:lang w:eastAsia="zh-CN"/>
              </w:rPr>
              <w:t>H</w:t>
            </w:r>
          </w:p>
          <w:p w14:paraId="31EA8FB3" w14:textId="77777777" w:rsidR="00A73373" w:rsidRDefault="00A73373" w:rsidP="00F04DA3">
            <w:pPr>
              <w:pStyle w:val="TAC"/>
              <w:rPr>
                <w:lang w:eastAsia="zh-CN"/>
              </w:rPr>
            </w:pPr>
            <w:r>
              <w:t>DC_n28A-n257I</w:t>
            </w:r>
          </w:p>
          <w:p w14:paraId="0E9789C4" w14:textId="77777777" w:rsidR="00A73373" w:rsidRDefault="00A73373" w:rsidP="00F04DA3">
            <w:pPr>
              <w:pStyle w:val="TAC"/>
              <w:rPr>
                <w:lang w:eastAsia="zh-CN"/>
              </w:rPr>
            </w:pPr>
            <w:r>
              <w:t>DC_n78A-n</w:t>
            </w:r>
            <w:r>
              <w:rPr>
                <w:lang w:eastAsia="zh-CN"/>
              </w:rPr>
              <w:t>257A</w:t>
            </w:r>
          </w:p>
          <w:p w14:paraId="668CDF78" w14:textId="77777777" w:rsidR="00A73373" w:rsidRDefault="00A73373" w:rsidP="00F04DA3">
            <w:pPr>
              <w:pStyle w:val="TAC"/>
              <w:rPr>
                <w:lang w:eastAsia="zh-CN"/>
              </w:rPr>
            </w:pPr>
            <w:r>
              <w:t>DC_n78A-n257</w:t>
            </w:r>
            <w:r>
              <w:rPr>
                <w:rFonts w:hint="eastAsia"/>
                <w:lang w:eastAsia="zh-CN"/>
              </w:rPr>
              <w:t>G</w:t>
            </w:r>
          </w:p>
          <w:p w14:paraId="4565F26F" w14:textId="77777777" w:rsidR="00A73373" w:rsidRDefault="00A73373" w:rsidP="00F04DA3">
            <w:pPr>
              <w:pStyle w:val="TAC"/>
              <w:rPr>
                <w:lang w:eastAsia="zh-CN"/>
              </w:rPr>
            </w:pPr>
            <w:r>
              <w:t>DC_n78A-n257</w:t>
            </w:r>
            <w:r>
              <w:rPr>
                <w:rFonts w:hint="eastAsia"/>
                <w:lang w:eastAsia="zh-CN"/>
              </w:rPr>
              <w:t>H</w:t>
            </w:r>
          </w:p>
          <w:p w14:paraId="73125F1E" w14:textId="77777777" w:rsidR="00A73373" w:rsidRDefault="00A73373" w:rsidP="00F04DA3">
            <w:pPr>
              <w:pStyle w:val="TAC"/>
            </w:pPr>
            <w:r>
              <w:t>DC_n78A-n257I</w:t>
            </w:r>
          </w:p>
        </w:tc>
      </w:tr>
      <w:tr w:rsidR="00C54F47" w14:paraId="02F717AC" w14:textId="77777777" w:rsidTr="009D5963">
        <w:trPr>
          <w:trHeight w:val="187"/>
          <w:jc w:val="center"/>
        </w:trPr>
        <w:tc>
          <w:tcPr>
            <w:tcW w:w="7792" w:type="dxa"/>
            <w:gridSpan w:val="2"/>
          </w:tcPr>
          <w:p w14:paraId="2BB612AC" w14:textId="77777777" w:rsidR="00C54F47" w:rsidRDefault="00C54F47" w:rsidP="009D5963">
            <w:pPr>
              <w:pStyle w:val="TAN"/>
              <w:rPr>
                <w:lang w:eastAsia="zh-CN"/>
              </w:rPr>
            </w:pPr>
            <w:r w:rsidRPr="00CF7645">
              <w:rPr>
                <w:lang w:eastAsia="ja-JP"/>
              </w:rPr>
              <w:t>NOTE 1:</w:t>
            </w:r>
            <w:r w:rsidRPr="00CF7645">
              <w:rPr>
                <w:lang w:eastAsia="ja-JP"/>
              </w:rPr>
              <w:tab/>
              <w:t xml:space="preserve">Applicable for UE supporting inter-band </w:t>
            </w:r>
            <w:r>
              <w:rPr>
                <w:rFonts w:hint="eastAsia"/>
                <w:lang w:eastAsia="zh-TW"/>
              </w:rPr>
              <w:t>NR DC</w:t>
            </w:r>
            <w:r w:rsidRPr="00CF7645">
              <w:rPr>
                <w:lang w:eastAsia="ja-JP"/>
              </w:rPr>
              <w:t xml:space="preserve"> with mandatory simultaneous Rx/Tx capability.</w:t>
            </w:r>
          </w:p>
        </w:tc>
      </w:tr>
    </w:tbl>
    <w:p w14:paraId="752E572E" w14:textId="2C07A008" w:rsidR="00A73373" w:rsidRDefault="00A73373" w:rsidP="001310A1"/>
    <w:p w14:paraId="3B9313B8" w14:textId="27DBDF86" w:rsidR="004469C9" w:rsidRDefault="004469C9" w:rsidP="008322E0">
      <w:pPr>
        <w:pStyle w:val="Heading2"/>
      </w:pPr>
      <w:bookmarkStart w:id="1639" w:name="_Toc45890537"/>
      <w:bookmarkStart w:id="1640" w:name="_Toc45891761"/>
      <w:bookmarkStart w:id="1641" w:name="_Toc45892171"/>
      <w:bookmarkStart w:id="1642" w:name="_Toc45892581"/>
      <w:bookmarkStart w:id="1643" w:name="_Toc52352994"/>
      <w:bookmarkStart w:id="1644" w:name="_Toc53174817"/>
      <w:bookmarkStart w:id="1645" w:name="_Toc61375966"/>
      <w:bookmarkStart w:id="1646" w:name="_Toc61376378"/>
      <w:bookmarkStart w:id="1647" w:name="_Toc67938652"/>
      <w:bookmarkStart w:id="1648" w:name="_Toc76454254"/>
      <w:bookmarkStart w:id="1649" w:name="_Toc76719674"/>
      <w:bookmarkStart w:id="1650" w:name="_Toc76720194"/>
      <w:bookmarkStart w:id="1651" w:name="_Toc83742891"/>
      <w:bookmarkStart w:id="1652" w:name="_Toc83887266"/>
      <w:bookmarkStart w:id="1653" w:name="_Toc83888067"/>
      <w:bookmarkStart w:id="1654" w:name="_Toc90588721"/>
      <w:r>
        <w:lastRenderedPageBreak/>
        <w:t>5.5C</w:t>
      </w:r>
      <w:r>
        <w:tab/>
        <w:t>Void</w:t>
      </w:r>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p>
    <w:p w14:paraId="391AEE86" w14:textId="1D64E802" w:rsidR="004469C9" w:rsidRDefault="004469C9" w:rsidP="008322E0">
      <w:pPr>
        <w:pStyle w:val="Heading2"/>
      </w:pPr>
      <w:bookmarkStart w:id="1655" w:name="_Toc45890538"/>
      <w:bookmarkStart w:id="1656" w:name="_Toc45891762"/>
      <w:bookmarkStart w:id="1657" w:name="_Toc45892172"/>
      <w:bookmarkStart w:id="1658" w:name="_Toc45892582"/>
      <w:bookmarkStart w:id="1659" w:name="_Toc52352995"/>
      <w:bookmarkStart w:id="1660" w:name="_Toc53174818"/>
      <w:bookmarkStart w:id="1661" w:name="_Toc61375967"/>
      <w:bookmarkStart w:id="1662" w:name="_Toc61376379"/>
      <w:bookmarkStart w:id="1663" w:name="_Toc67938653"/>
      <w:bookmarkStart w:id="1664" w:name="_Toc76454255"/>
      <w:bookmarkStart w:id="1665" w:name="_Toc76719675"/>
      <w:bookmarkStart w:id="1666" w:name="_Toc76720195"/>
      <w:bookmarkStart w:id="1667" w:name="_Toc83742892"/>
      <w:bookmarkStart w:id="1668" w:name="_Toc83887267"/>
      <w:bookmarkStart w:id="1669" w:name="_Toc83888068"/>
      <w:bookmarkStart w:id="1670" w:name="_Toc90588722"/>
      <w:r>
        <w:t>5.5D</w:t>
      </w:r>
      <w:r>
        <w:tab/>
        <w:t>Void</w:t>
      </w:r>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p>
    <w:p w14:paraId="7FCDC3AE" w14:textId="3238C92B" w:rsidR="004469C9" w:rsidRPr="001F078B" w:rsidRDefault="004469C9" w:rsidP="004469C9">
      <w:pPr>
        <w:pStyle w:val="Heading2"/>
      </w:pPr>
      <w:bookmarkStart w:id="1671" w:name="_Toc45890539"/>
      <w:bookmarkStart w:id="1672" w:name="_Toc45891763"/>
      <w:bookmarkStart w:id="1673" w:name="_Toc45892173"/>
      <w:bookmarkStart w:id="1674" w:name="_Toc45892583"/>
      <w:bookmarkStart w:id="1675" w:name="_Toc52352996"/>
      <w:bookmarkStart w:id="1676" w:name="_Toc53174819"/>
      <w:bookmarkStart w:id="1677" w:name="_Toc61375968"/>
      <w:bookmarkStart w:id="1678" w:name="_Toc61376380"/>
      <w:bookmarkStart w:id="1679" w:name="_Toc67938654"/>
      <w:bookmarkStart w:id="1680" w:name="_Toc76454256"/>
      <w:bookmarkStart w:id="1681" w:name="_Toc76719676"/>
      <w:bookmarkStart w:id="1682" w:name="_Toc76720196"/>
      <w:bookmarkStart w:id="1683" w:name="_Toc83742893"/>
      <w:bookmarkStart w:id="1684" w:name="_Toc83887268"/>
      <w:bookmarkStart w:id="1685" w:name="_Toc83888069"/>
      <w:bookmarkStart w:id="1686" w:name="_Toc90588723"/>
      <w:r w:rsidRPr="001F078B">
        <w:t>5.5</w:t>
      </w:r>
      <w:r>
        <w:t>E</w:t>
      </w:r>
      <w:r w:rsidRPr="001F078B">
        <w:tab/>
        <w:t xml:space="preserve">Configuration for </w:t>
      </w:r>
      <w:r>
        <w:t>V2X operation</w:t>
      </w:r>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14:paraId="13D8DA62" w14:textId="478A50AF" w:rsidR="004469C9" w:rsidRPr="001F078B" w:rsidRDefault="004469C9" w:rsidP="004469C9">
      <w:pPr>
        <w:pStyle w:val="Heading3"/>
      </w:pPr>
      <w:bookmarkStart w:id="1687" w:name="_Toc45890540"/>
      <w:bookmarkStart w:id="1688" w:name="_Toc45891764"/>
      <w:bookmarkStart w:id="1689" w:name="_Toc45892174"/>
      <w:bookmarkStart w:id="1690" w:name="_Toc45892584"/>
      <w:bookmarkStart w:id="1691" w:name="_Toc52352997"/>
      <w:bookmarkStart w:id="1692" w:name="_Toc53174820"/>
      <w:bookmarkStart w:id="1693" w:name="_Toc61375969"/>
      <w:bookmarkStart w:id="1694" w:name="_Toc61376381"/>
      <w:bookmarkStart w:id="1695" w:name="_Toc67938655"/>
      <w:bookmarkStart w:id="1696" w:name="_Toc76454257"/>
      <w:bookmarkStart w:id="1697" w:name="_Toc76719677"/>
      <w:bookmarkStart w:id="1698" w:name="_Toc76720197"/>
      <w:bookmarkStart w:id="1699" w:name="_Toc83742894"/>
      <w:bookmarkStart w:id="1700" w:name="_Toc83887269"/>
      <w:bookmarkStart w:id="1701" w:name="_Toc83888070"/>
      <w:bookmarkStart w:id="1702" w:name="_Toc90588724"/>
      <w:r>
        <w:t>5.5E</w:t>
      </w:r>
      <w:r w:rsidRPr="001F078B">
        <w:t>.1</w:t>
      </w:r>
      <w:r w:rsidRPr="001F078B">
        <w:tab/>
        <w:t>General</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p>
    <w:p w14:paraId="013E91EF" w14:textId="77777777" w:rsidR="004469C9" w:rsidRPr="001F078B" w:rsidRDefault="004469C9" w:rsidP="004469C9">
      <w:r w:rsidRPr="001F078B">
        <w:t xml:space="preserve">The operating bands and bandwidth classes are specified for </w:t>
      </w:r>
      <w:r>
        <w:t xml:space="preserve">V2X </w:t>
      </w:r>
      <w:r w:rsidRPr="001F078B">
        <w:t>operation.</w:t>
      </w:r>
    </w:p>
    <w:p w14:paraId="5871375E" w14:textId="20463027" w:rsidR="004469C9" w:rsidRPr="001F078B" w:rsidRDefault="004469C9" w:rsidP="004469C9">
      <w:pPr>
        <w:pStyle w:val="Heading3"/>
      </w:pPr>
      <w:bookmarkStart w:id="1703" w:name="_Toc45890541"/>
      <w:bookmarkStart w:id="1704" w:name="_Toc45891765"/>
      <w:bookmarkStart w:id="1705" w:name="_Toc45892175"/>
      <w:bookmarkStart w:id="1706" w:name="_Toc45892585"/>
      <w:bookmarkStart w:id="1707" w:name="_Toc52352998"/>
      <w:bookmarkStart w:id="1708" w:name="_Toc53174821"/>
      <w:bookmarkStart w:id="1709" w:name="_Toc61375970"/>
      <w:bookmarkStart w:id="1710" w:name="_Toc61376382"/>
      <w:bookmarkStart w:id="1711" w:name="_Toc67938656"/>
      <w:bookmarkStart w:id="1712" w:name="_Toc76454258"/>
      <w:bookmarkStart w:id="1713" w:name="_Toc76719678"/>
      <w:bookmarkStart w:id="1714" w:name="_Toc76720198"/>
      <w:bookmarkStart w:id="1715" w:name="_Toc83742895"/>
      <w:bookmarkStart w:id="1716" w:name="_Toc83887270"/>
      <w:bookmarkStart w:id="1717" w:name="_Toc83888071"/>
      <w:bookmarkStart w:id="1718" w:name="_Toc90588725"/>
      <w:r>
        <w:t>5.5E</w:t>
      </w:r>
      <w:r w:rsidRPr="001F078B">
        <w:t>.2</w:t>
      </w:r>
      <w:r w:rsidRPr="001F078B">
        <w:tab/>
        <w:t xml:space="preserve">Intra-band contiguous </w:t>
      </w:r>
      <w:r>
        <w:t>V2X operation in FR1</w:t>
      </w:r>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p>
    <w:p w14:paraId="0A65FE2D" w14:textId="3FB21532" w:rsidR="004469C9" w:rsidRPr="001F078B" w:rsidRDefault="004469C9" w:rsidP="004469C9">
      <w:pPr>
        <w:pStyle w:val="TH"/>
      </w:pPr>
      <w:r>
        <w:t>Table 5.5E</w:t>
      </w:r>
      <w:r w:rsidRPr="001F078B">
        <w:t xml:space="preserve">.2-1: Intra-band contiguous </w:t>
      </w:r>
      <w:r>
        <w:t>V2X</w:t>
      </w:r>
      <w:r w:rsidRPr="001F078B">
        <w:t xml:space="preserve"> configurations</w:t>
      </w:r>
    </w:p>
    <w:tbl>
      <w:tblPr>
        <w:tblW w:w="45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93"/>
        <w:gridCol w:w="5392"/>
      </w:tblGrid>
      <w:tr w:rsidR="004469C9" w:rsidRPr="001F078B" w14:paraId="4EA83FBC" w14:textId="77777777" w:rsidTr="00F04DA3">
        <w:trPr>
          <w:trHeight w:val="187"/>
          <w:jc w:val="center"/>
        </w:trPr>
        <w:tc>
          <w:tcPr>
            <w:tcW w:w="1931" w:type="pct"/>
            <w:shd w:val="clear" w:color="auto" w:fill="auto"/>
            <w:hideMark/>
          </w:tcPr>
          <w:p w14:paraId="05D4A7F1" w14:textId="77777777" w:rsidR="004469C9" w:rsidRPr="001F078B" w:rsidRDefault="004469C9" w:rsidP="00F04DA3">
            <w:pPr>
              <w:pStyle w:val="TAH"/>
              <w:rPr>
                <w:lang w:val="en-US" w:eastAsia="fi-FI"/>
              </w:rPr>
            </w:pPr>
            <w:r>
              <w:rPr>
                <w:lang w:val="en-US" w:eastAsia="fi-FI"/>
              </w:rPr>
              <w:t>V2X</w:t>
            </w:r>
          </w:p>
          <w:p w14:paraId="4A3B86BE" w14:textId="77777777" w:rsidR="004469C9" w:rsidRPr="001F078B" w:rsidRDefault="004469C9" w:rsidP="00F04DA3">
            <w:pPr>
              <w:pStyle w:val="TAH"/>
              <w:rPr>
                <w:lang w:val="en-US" w:eastAsia="fi-FI"/>
              </w:rPr>
            </w:pPr>
            <w:r w:rsidRPr="001F078B">
              <w:rPr>
                <w:lang w:val="en-US" w:eastAsia="fi-FI"/>
              </w:rPr>
              <w:t>configuration</w:t>
            </w:r>
          </w:p>
        </w:tc>
        <w:tc>
          <w:tcPr>
            <w:tcW w:w="3069" w:type="pct"/>
          </w:tcPr>
          <w:p w14:paraId="68ACF7B8" w14:textId="77777777" w:rsidR="004469C9" w:rsidRPr="001F078B" w:rsidRDefault="004469C9" w:rsidP="00F04DA3">
            <w:pPr>
              <w:pStyle w:val="TAH"/>
              <w:rPr>
                <w:rFonts w:cs="Arial"/>
                <w:bCs/>
                <w:szCs w:val="18"/>
                <w:lang w:eastAsia="fi-FI"/>
              </w:rPr>
            </w:pPr>
            <w:r>
              <w:rPr>
                <w:lang w:val="en-US" w:eastAsia="fi-FI"/>
              </w:rPr>
              <w:t>SL transmission</w:t>
            </w:r>
          </w:p>
        </w:tc>
      </w:tr>
      <w:tr w:rsidR="004469C9" w:rsidRPr="001F078B" w14:paraId="4A644B1B" w14:textId="77777777" w:rsidTr="00F04DA3">
        <w:trPr>
          <w:trHeight w:val="187"/>
          <w:jc w:val="center"/>
        </w:trPr>
        <w:tc>
          <w:tcPr>
            <w:tcW w:w="1931" w:type="pct"/>
            <w:shd w:val="clear" w:color="auto" w:fill="auto"/>
            <w:noWrap/>
          </w:tcPr>
          <w:p w14:paraId="27A1ECBC" w14:textId="77777777" w:rsidR="004469C9" w:rsidRPr="001F078B" w:rsidRDefault="004469C9" w:rsidP="00F04DA3">
            <w:pPr>
              <w:pStyle w:val="TAC"/>
              <w:rPr>
                <w:lang w:val="fi-FI" w:eastAsia="fi-FI"/>
              </w:rPr>
            </w:pPr>
            <w:r>
              <w:rPr>
                <w:lang w:val="fi-FI" w:eastAsia="fi-FI"/>
              </w:rPr>
              <w:t>V2X_(n)47</w:t>
            </w:r>
            <w:r w:rsidRPr="001F078B">
              <w:rPr>
                <w:lang w:val="fi-FI" w:eastAsia="fi-FI"/>
              </w:rPr>
              <w:t>AA</w:t>
            </w:r>
          </w:p>
        </w:tc>
        <w:tc>
          <w:tcPr>
            <w:tcW w:w="3069" w:type="pct"/>
          </w:tcPr>
          <w:p w14:paraId="0A03AF2F" w14:textId="77777777" w:rsidR="004469C9" w:rsidRPr="001F078B" w:rsidRDefault="004469C9" w:rsidP="00F04DA3">
            <w:pPr>
              <w:pStyle w:val="TAC"/>
              <w:rPr>
                <w:lang w:val="fi-FI" w:eastAsia="fi-FI"/>
              </w:rPr>
            </w:pPr>
            <w:r>
              <w:rPr>
                <w:lang w:eastAsia="ja-JP"/>
              </w:rPr>
              <w:t>E-UTRA Band 47 or NR band n47</w:t>
            </w:r>
          </w:p>
        </w:tc>
      </w:tr>
      <w:tr w:rsidR="004469C9" w:rsidRPr="001F078B" w14:paraId="5C591AFC" w14:textId="77777777" w:rsidTr="00F04DA3">
        <w:trPr>
          <w:trHeight w:val="187"/>
          <w:jc w:val="center"/>
        </w:trPr>
        <w:tc>
          <w:tcPr>
            <w:tcW w:w="5000" w:type="pct"/>
            <w:gridSpan w:val="2"/>
            <w:shd w:val="clear" w:color="auto" w:fill="auto"/>
            <w:noWrap/>
          </w:tcPr>
          <w:p w14:paraId="04A22B05" w14:textId="77777777" w:rsidR="004469C9" w:rsidRPr="00B333F7" w:rsidRDefault="004469C9" w:rsidP="00F04DA3">
            <w:pPr>
              <w:pStyle w:val="TAN"/>
              <w:rPr>
                <w:lang w:eastAsia="fi-FI"/>
              </w:rPr>
            </w:pPr>
            <w:r w:rsidRPr="001F078B">
              <w:t>NOTE 1:</w:t>
            </w:r>
            <w:r w:rsidRPr="001F078B">
              <w:tab/>
            </w:r>
            <w:r>
              <w:t>O</w:t>
            </w:r>
            <w:r>
              <w:rPr>
                <w:lang w:eastAsia="en-GB"/>
              </w:rPr>
              <w:t>nly single switched SL is supported.</w:t>
            </w:r>
          </w:p>
        </w:tc>
      </w:tr>
    </w:tbl>
    <w:p w14:paraId="616D09EA" w14:textId="77777777" w:rsidR="004469C9" w:rsidRPr="001F078B" w:rsidRDefault="004469C9" w:rsidP="004469C9"/>
    <w:p w14:paraId="2F224414" w14:textId="2DE3EE84" w:rsidR="004469C9" w:rsidRPr="001F078B" w:rsidRDefault="004469C9" w:rsidP="004469C9">
      <w:pPr>
        <w:pStyle w:val="Heading3"/>
      </w:pPr>
      <w:bookmarkStart w:id="1719" w:name="_Toc45890542"/>
      <w:bookmarkStart w:id="1720" w:name="_Toc45891766"/>
      <w:bookmarkStart w:id="1721" w:name="_Toc45892176"/>
      <w:bookmarkStart w:id="1722" w:name="_Toc45892586"/>
      <w:bookmarkStart w:id="1723" w:name="_Toc52352999"/>
      <w:bookmarkStart w:id="1724" w:name="_Toc53174822"/>
      <w:bookmarkStart w:id="1725" w:name="_Toc61375971"/>
      <w:bookmarkStart w:id="1726" w:name="_Toc61376383"/>
      <w:bookmarkStart w:id="1727" w:name="_Toc67938657"/>
      <w:bookmarkStart w:id="1728" w:name="_Toc76454259"/>
      <w:bookmarkStart w:id="1729" w:name="_Toc76719679"/>
      <w:bookmarkStart w:id="1730" w:name="_Toc76720199"/>
      <w:bookmarkStart w:id="1731" w:name="_Toc83742896"/>
      <w:bookmarkStart w:id="1732" w:name="_Toc83887271"/>
      <w:bookmarkStart w:id="1733" w:name="_Toc83888072"/>
      <w:bookmarkStart w:id="1734" w:name="_Toc90588726"/>
      <w:r>
        <w:t>5.5E.3</w:t>
      </w:r>
      <w:r w:rsidRPr="001F078B">
        <w:tab/>
        <w:t xml:space="preserve">Intra-band non-contiguous </w:t>
      </w:r>
      <w:r>
        <w:t>V2X operation in FR1</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p>
    <w:p w14:paraId="509A8696" w14:textId="1C41FF25" w:rsidR="004469C9" w:rsidRPr="001F078B" w:rsidRDefault="004469C9" w:rsidP="004469C9">
      <w:pPr>
        <w:pStyle w:val="TH"/>
      </w:pPr>
      <w:r>
        <w:t>Table 5.5E</w:t>
      </w:r>
      <w:r w:rsidRPr="001F078B">
        <w:t>.3-1:</w:t>
      </w:r>
      <w:r>
        <w:t xml:space="preserve"> Intra-band non-contiguous V2X</w:t>
      </w:r>
      <w:r w:rsidRPr="001F078B">
        <w:t xml:space="preserve"> configurations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4"/>
        <w:gridCol w:w="5812"/>
      </w:tblGrid>
      <w:tr w:rsidR="004469C9" w:rsidRPr="001F078B" w14:paraId="157E2DA4" w14:textId="77777777" w:rsidTr="001A4DCE">
        <w:trPr>
          <w:trHeight w:val="187"/>
          <w:jc w:val="center"/>
        </w:trPr>
        <w:tc>
          <w:tcPr>
            <w:tcW w:w="3114" w:type="dxa"/>
            <w:shd w:val="clear" w:color="auto" w:fill="auto"/>
            <w:hideMark/>
          </w:tcPr>
          <w:p w14:paraId="532A01BB" w14:textId="77777777" w:rsidR="004469C9" w:rsidRPr="001F078B" w:rsidRDefault="004469C9" w:rsidP="00F04DA3">
            <w:pPr>
              <w:pStyle w:val="TAH"/>
              <w:rPr>
                <w:lang w:val="en-US" w:eastAsia="fi-FI"/>
              </w:rPr>
            </w:pPr>
            <w:r>
              <w:rPr>
                <w:lang w:val="en-US" w:eastAsia="fi-FI"/>
              </w:rPr>
              <w:t>V2X</w:t>
            </w:r>
          </w:p>
          <w:p w14:paraId="0D914997" w14:textId="77777777" w:rsidR="004469C9" w:rsidRPr="001F078B" w:rsidRDefault="004469C9" w:rsidP="00F04DA3">
            <w:pPr>
              <w:pStyle w:val="TAH"/>
              <w:rPr>
                <w:lang w:val="en-US" w:eastAsia="fi-FI"/>
              </w:rPr>
            </w:pPr>
            <w:r w:rsidRPr="001F078B">
              <w:rPr>
                <w:lang w:val="en-US" w:eastAsia="fi-FI"/>
              </w:rPr>
              <w:t>configuration</w:t>
            </w:r>
          </w:p>
        </w:tc>
        <w:tc>
          <w:tcPr>
            <w:tcW w:w="5812" w:type="dxa"/>
          </w:tcPr>
          <w:p w14:paraId="19C0D37D" w14:textId="77777777" w:rsidR="004469C9" w:rsidRPr="001F078B" w:rsidRDefault="004469C9" w:rsidP="00F04DA3">
            <w:pPr>
              <w:pStyle w:val="TAH"/>
              <w:rPr>
                <w:rFonts w:cs="Arial"/>
                <w:bCs/>
                <w:szCs w:val="18"/>
                <w:lang w:eastAsia="fi-FI"/>
              </w:rPr>
            </w:pPr>
            <w:r>
              <w:rPr>
                <w:lang w:val="en-US" w:eastAsia="fi-FI"/>
              </w:rPr>
              <w:t>SL transmission</w:t>
            </w:r>
          </w:p>
        </w:tc>
      </w:tr>
      <w:tr w:rsidR="004469C9" w:rsidRPr="001F078B" w14:paraId="06555151" w14:textId="77777777" w:rsidTr="001A4DCE">
        <w:trPr>
          <w:trHeight w:val="187"/>
          <w:jc w:val="center"/>
        </w:trPr>
        <w:tc>
          <w:tcPr>
            <w:tcW w:w="3114" w:type="dxa"/>
            <w:shd w:val="clear" w:color="auto" w:fill="auto"/>
            <w:noWrap/>
          </w:tcPr>
          <w:p w14:paraId="24A9AE24" w14:textId="77777777" w:rsidR="004469C9" w:rsidRPr="001F078B" w:rsidRDefault="004469C9" w:rsidP="00F04DA3">
            <w:pPr>
              <w:pStyle w:val="TAC"/>
              <w:rPr>
                <w:lang w:val="fi-FI" w:eastAsia="fi-FI"/>
              </w:rPr>
            </w:pPr>
            <w:r>
              <w:rPr>
                <w:rFonts w:eastAsia="PMingLiU"/>
                <w:lang w:val="fi-FI" w:eastAsia="zh-TW"/>
              </w:rPr>
              <w:t>V2X</w:t>
            </w:r>
            <w:r>
              <w:rPr>
                <w:rFonts w:eastAsia="PMingLiU" w:hint="eastAsia"/>
                <w:lang w:val="fi-FI" w:eastAsia="zh-TW"/>
              </w:rPr>
              <w:t>_</w:t>
            </w:r>
            <w:r>
              <w:rPr>
                <w:rFonts w:eastAsia="PMingLiU"/>
                <w:lang w:val="fi-FI" w:eastAsia="zh-TW"/>
              </w:rPr>
              <w:t>47</w:t>
            </w:r>
            <w:r>
              <w:rPr>
                <w:rFonts w:eastAsia="PMingLiU" w:hint="eastAsia"/>
                <w:lang w:val="fi-FI" w:eastAsia="zh-TW"/>
              </w:rPr>
              <w:t>A_n47</w:t>
            </w:r>
            <w:r w:rsidRPr="001F078B">
              <w:rPr>
                <w:rFonts w:eastAsia="PMingLiU" w:hint="eastAsia"/>
                <w:lang w:val="fi-FI" w:eastAsia="zh-TW"/>
              </w:rPr>
              <w:t>A</w:t>
            </w:r>
          </w:p>
        </w:tc>
        <w:tc>
          <w:tcPr>
            <w:tcW w:w="5812" w:type="dxa"/>
          </w:tcPr>
          <w:p w14:paraId="1C8A7272" w14:textId="77777777" w:rsidR="004469C9" w:rsidRPr="001F078B" w:rsidRDefault="004469C9" w:rsidP="00F04DA3">
            <w:pPr>
              <w:pStyle w:val="TAC"/>
              <w:rPr>
                <w:lang w:val="fi-FI" w:eastAsia="fi-FI"/>
              </w:rPr>
            </w:pPr>
            <w:r>
              <w:rPr>
                <w:lang w:eastAsia="ja-JP"/>
              </w:rPr>
              <w:t>E-UTRA Band 47 or NR band n47</w:t>
            </w:r>
          </w:p>
        </w:tc>
      </w:tr>
      <w:tr w:rsidR="004469C9" w:rsidRPr="001F078B" w14:paraId="0513C581" w14:textId="77777777" w:rsidTr="001A4DCE">
        <w:trPr>
          <w:trHeight w:val="187"/>
          <w:jc w:val="center"/>
        </w:trPr>
        <w:tc>
          <w:tcPr>
            <w:tcW w:w="8926" w:type="dxa"/>
            <w:gridSpan w:val="2"/>
            <w:shd w:val="clear" w:color="auto" w:fill="auto"/>
            <w:noWrap/>
          </w:tcPr>
          <w:p w14:paraId="121D31FF" w14:textId="77777777" w:rsidR="004469C9" w:rsidRPr="001F078B" w:rsidRDefault="004469C9" w:rsidP="001A4DCE">
            <w:pPr>
              <w:pStyle w:val="TAN"/>
              <w:rPr>
                <w:lang w:val="en-US" w:eastAsia="fi-FI"/>
              </w:rPr>
            </w:pPr>
            <w:r w:rsidRPr="001F078B">
              <w:t>NOTE 1:</w:t>
            </w:r>
            <w:r w:rsidRPr="001F078B">
              <w:tab/>
            </w:r>
            <w:r>
              <w:t>O</w:t>
            </w:r>
            <w:r>
              <w:rPr>
                <w:lang w:eastAsia="en-GB"/>
              </w:rPr>
              <w:t>nly single switched SL is supported.</w:t>
            </w:r>
          </w:p>
        </w:tc>
      </w:tr>
    </w:tbl>
    <w:p w14:paraId="628C8C60" w14:textId="77777777" w:rsidR="004469C9" w:rsidRDefault="004469C9" w:rsidP="004469C9"/>
    <w:p w14:paraId="44F226A7" w14:textId="2AE5E2F8" w:rsidR="004469C9" w:rsidRDefault="004469C9" w:rsidP="004469C9">
      <w:pPr>
        <w:pStyle w:val="Heading3"/>
      </w:pPr>
      <w:bookmarkStart w:id="1735" w:name="_Toc45890543"/>
      <w:bookmarkStart w:id="1736" w:name="_Toc45891767"/>
      <w:bookmarkStart w:id="1737" w:name="_Toc45892177"/>
      <w:bookmarkStart w:id="1738" w:name="_Toc45892587"/>
      <w:bookmarkStart w:id="1739" w:name="_Toc52353000"/>
      <w:bookmarkStart w:id="1740" w:name="_Toc53174823"/>
      <w:bookmarkStart w:id="1741" w:name="_Toc61375972"/>
      <w:bookmarkStart w:id="1742" w:name="_Toc61376384"/>
      <w:bookmarkStart w:id="1743" w:name="_Toc67938658"/>
      <w:bookmarkStart w:id="1744" w:name="_Toc76454260"/>
      <w:bookmarkStart w:id="1745" w:name="_Toc76719680"/>
      <w:bookmarkStart w:id="1746" w:name="_Toc76720200"/>
      <w:bookmarkStart w:id="1747" w:name="_Toc83742897"/>
      <w:bookmarkStart w:id="1748" w:name="_Toc83887272"/>
      <w:bookmarkStart w:id="1749" w:name="_Toc83888073"/>
      <w:bookmarkStart w:id="1750" w:name="_Toc90588727"/>
      <w:r>
        <w:t>5.5E.4</w:t>
      </w:r>
      <w:r>
        <w:tab/>
        <w:t>Inter</w:t>
      </w:r>
      <w:r w:rsidRPr="001F078B">
        <w:t xml:space="preserve">-band </w:t>
      </w:r>
      <w:r>
        <w:t>V2X operation in FR1</w:t>
      </w:r>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p>
    <w:p w14:paraId="18C19E1A" w14:textId="5041043B" w:rsidR="004469C9" w:rsidRPr="001F078B" w:rsidRDefault="004469C9" w:rsidP="004469C9">
      <w:pPr>
        <w:pStyle w:val="Heading4"/>
      </w:pPr>
      <w:bookmarkStart w:id="1751" w:name="_Toc45890544"/>
      <w:bookmarkStart w:id="1752" w:name="_Toc45891768"/>
      <w:bookmarkStart w:id="1753" w:name="_Toc45892178"/>
      <w:bookmarkStart w:id="1754" w:name="_Toc45892588"/>
      <w:bookmarkStart w:id="1755" w:name="_Toc52353001"/>
      <w:bookmarkStart w:id="1756" w:name="_Toc53174824"/>
      <w:bookmarkStart w:id="1757" w:name="_Toc61375973"/>
      <w:bookmarkStart w:id="1758" w:name="_Toc61376385"/>
      <w:bookmarkStart w:id="1759" w:name="_Toc67938659"/>
      <w:bookmarkStart w:id="1760" w:name="_Toc76454261"/>
      <w:bookmarkStart w:id="1761" w:name="_Toc76719681"/>
      <w:bookmarkStart w:id="1762" w:name="_Toc76720201"/>
      <w:bookmarkStart w:id="1763" w:name="_Toc83742898"/>
      <w:bookmarkStart w:id="1764" w:name="_Toc83887273"/>
      <w:bookmarkStart w:id="1765" w:name="_Toc83888074"/>
      <w:bookmarkStart w:id="1766" w:name="_Toc90588728"/>
      <w:r>
        <w:t>5.5E.4.1</w:t>
      </w:r>
      <w:r>
        <w:tab/>
        <w:t>Inter-band V2X</w:t>
      </w:r>
      <w:r w:rsidRPr="001F078B">
        <w:t xml:space="preserve"> configurations within FR1 (two bands)</w:t>
      </w:r>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p>
    <w:p w14:paraId="56DAFF38" w14:textId="694C37DA" w:rsidR="004469C9" w:rsidRPr="001F078B" w:rsidRDefault="004469C9" w:rsidP="004469C9">
      <w:pPr>
        <w:pStyle w:val="TH"/>
      </w:pPr>
      <w:r>
        <w:t>Table 5.5E.4.1</w:t>
      </w:r>
      <w:r w:rsidRPr="001F078B">
        <w:t>-1:</w:t>
      </w:r>
      <w:r>
        <w:t xml:space="preserve"> Inter-band V2X</w:t>
      </w:r>
      <w:r w:rsidRPr="001F078B">
        <w:t xml:space="preserve"> configurations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4"/>
        <w:gridCol w:w="5812"/>
      </w:tblGrid>
      <w:tr w:rsidR="004469C9" w:rsidRPr="001F078B" w14:paraId="33B2BED9" w14:textId="77777777" w:rsidTr="001A4DCE">
        <w:trPr>
          <w:trHeight w:val="187"/>
          <w:jc w:val="center"/>
        </w:trPr>
        <w:tc>
          <w:tcPr>
            <w:tcW w:w="3114" w:type="dxa"/>
            <w:shd w:val="clear" w:color="auto" w:fill="auto"/>
            <w:hideMark/>
          </w:tcPr>
          <w:p w14:paraId="2A7DF4E4" w14:textId="77777777" w:rsidR="004469C9" w:rsidRPr="001F078B" w:rsidRDefault="004469C9" w:rsidP="001A4DCE">
            <w:pPr>
              <w:pStyle w:val="TAH"/>
              <w:rPr>
                <w:lang w:val="en-US" w:eastAsia="fi-FI"/>
              </w:rPr>
            </w:pPr>
            <w:r>
              <w:rPr>
                <w:lang w:val="en-US" w:eastAsia="fi-FI"/>
              </w:rPr>
              <w:t>V2X</w:t>
            </w:r>
          </w:p>
          <w:p w14:paraId="3D2897BC" w14:textId="77777777" w:rsidR="004469C9" w:rsidRPr="001F078B" w:rsidRDefault="004469C9" w:rsidP="001A4DCE">
            <w:pPr>
              <w:pStyle w:val="TAH"/>
              <w:rPr>
                <w:lang w:val="en-US" w:eastAsia="fi-FI"/>
              </w:rPr>
            </w:pPr>
            <w:r w:rsidRPr="001F078B">
              <w:rPr>
                <w:lang w:val="en-US" w:eastAsia="fi-FI"/>
              </w:rPr>
              <w:t>configuration</w:t>
            </w:r>
          </w:p>
        </w:tc>
        <w:tc>
          <w:tcPr>
            <w:tcW w:w="5812" w:type="dxa"/>
          </w:tcPr>
          <w:p w14:paraId="5951D705" w14:textId="1C4919B6" w:rsidR="004469C9" w:rsidRPr="001F078B" w:rsidRDefault="004469C9" w:rsidP="001A4DCE">
            <w:pPr>
              <w:pStyle w:val="TAH"/>
              <w:rPr>
                <w:rFonts w:cs="Arial"/>
                <w:bCs/>
                <w:szCs w:val="18"/>
                <w:lang w:eastAsia="fi-FI"/>
              </w:rPr>
            </w:pPr>
            <w:r>
              <w:rPr>
                <w:lang w:val="en-US" w:eastAsia="fi-FI"/>
              </w:rPr>
              <w:t>V2X</w:t>
            </w:r>
            <w:r>
              <w:rPr>
                <w:rFonts w:eastAsia="Malgun Gothic" w:hint="eastAsia"/>
                <w:lang w:val="en-US" w:eastAsia="ko-KR"/>
              </w:rPr>
              <w:t xml:space="preserve"> </w:t>
            </w:r>
            <w:r>
              <w:rPr>
                <w:rFonts w:eastAsia="Malgun Gothic"/>
                <w:lang w:val="en-US" w:eastAsia="ko-KR"/>
              </w:rPr>
              <w:t xml:space="preserve">transmission </w:t>
            </w:r>
            <w:r w:rsidRPr="001F078B">
              <w:rPr>
                <w:lang w:val="en-US" w:eastAsia="fi-FI"/>
              </w:rPr>
              <w:t>configuration</w:t>
            </w:r>
          </w:p>
        </w:tc>
      </w:tr>
      <w:tr w:rsidR="004469C9" w:rsidRPr="001F078B" w14:paraId="7CD09E87" w14:textId="77777777" w:rsidTr="001A4DCE">
        <w:trPr>
          <w:trHeight w:val="187"/>
          <w:jc w:val="center"/>
        </w:trPr>
        <w:tc>
          <w:tcPr>
            <w:tcW w:w="3114" w:type="dxa"/>
            <w:shd w:val="clear" w:color="auto" w:fill="auto"/>
            <w:noWrap/>
          </w:tcPr>
          <w:p w14:paraId="6B50511D" w14:textId="77777777" w:rsidR="004469C9" w:rsidRPr="001F078B" w:rsidRDefault="004469C9" w:rsidP="001A4DCE">
            <w:pPr>
              <w:pStyle w:val="TAC"/>
              <w:rPr>
                <w:lang w:val="fi-FI" w:eastAsia="fi-FI"/>
              </w:rPr>
            </w:pPr>
            <w:r>
              <w:rPr>
                <w:rFonts w:eastAsia="Malgun Gothic" w:hint="eastAsia"/>
                <w:lang w:val="fi-FI" w:eastAsia="ko-KR"/>
              </w:rPr>
              <w:t>V2X_20A_n38A</w:t>
            </w:r>
          </w:p>
        </w:tc>
        <w:tc>
          <w:tcPr>
            <w:tcW w:w="5812" w:type="dxa"/>
          </w:tcPr>
          <w:p w14:paraId="0344ADEA" w14:textId="77777777" w:rsidR="004469C9" w:rsidRPr="001F078B" w:rsidRDefault="004469C9" w:rsidP="001A4DCE">
            <w:pPr>
              <w:pStyle w:val="TAC"/>
              <w:rPr>
                <w:lang w:val="fi-FI" w:eastAsia="fi-FI"/>
              </w:rPr>
            </w:pPr>
            <w:r>
              <w:rPr>
                <w:rFonts w:eastAsia="Malgun Gothic" w:hint="eastAsia"/>
                <w:lang w:val="fi-FI" w:eastAsia="ko-KR"/>
              </w:rPr>
              <w:t>V2X_20A_n38A</w:t>
            </w:r>
          </w:p>
        </w:tc>
      </w:tr>
      <w:tr w:rsidR="004469C9" w:rsidRPr="001F078B" w14:paraId="101EEA08" w14:textId="77777777" w:rsidTr="001A4DCE">
        <w:trPr>
          <w:trHeight w:val="187"/>
          <w:jc w:val="center"/>
        </w:trPr>
        <w:tc>
          <w:tcPr>
            <w:tcW w:w="3114" w:type="dxa"/>
            <w:shd w:val="clear" w:color="auto" w:fill="auto"/>
            <w:noWrap/>
          </w:tcPr>
          <w:p w14:paraId="6A5EADE9" w14:textId="77777777" w:rsidR="004469C9" w:rsidRPr="00D853DB" w:rsidRDefault="004469C9" w:rsidP="001A4DCE">
            <w:pPr>
              <w:pStyle w:val="TAC"/>
              <w:rPr>
                <w:rFonts w:eastAsia="Malgun Gothic"/>
                <w:lang w:val="fi-FI" w:eastAsia="ko-KR"/>
              </w:rPr>
            </w:pPr>
            <w:r>
              <w:rPr>
                <w:rFonts w:eastAsia="Malgun Gothic" w:hint="eastAsia"/>
                <w:lang w:val="fi-FI" w:eastAsia="ko-KR"/>
              </w:rPr>
              <w:t>V2X_ n</w:t>
            </w:r>
            <w:r>
              <w:rPr>
                <w:rFonts w:eastAsia="Malgun Gothic"/>
                <w:lang w:val="fi-FI" w:eastAsia="ko-KR"/>
              </w:rPr>
              <w:t>71</w:t>
            </w:r>
            <w:r>
              <w:rPr>
                <w:rFonts w:eastAsia="Malgun Gothic" w:hint="eastAsia"/>
                <w:lang w:val="fi-FI" w:eastAsia="ko-KR"/>
              </w:rPr>
              <w:t>A</w:t>
            </w:r>
            <w:r>
              <w:rPr>
                <w:rFonts w:eastAsia="Malgun Gothic"/>
                <w:lang w:val="fi-FI" w:eastAsia="ko-KR"/>
              </w:rPr>
              <w:t>_47</w:t>
            </w:r>
            <w:r>
              <w:rPr>
                <w:rFonts w:eastAsia="Malgun Gothic" w:hint="eastAsia"/>
                <w:lang w:val="fi-FI" w:eastAsia="ko-KR"/>
              </w:rPr>
              <w:t>A</w:t>
            </w:r>
          </w:p>
        </w:tc>
        <w:tc>
          <w:tcPr>
            <w:tcW w:w="5812" w:type="dxa"/>
          </w:tcPr>
          <w:p w14:paraId="4D42A0C8" w14:textId="77777777" w:rsidR="004469C9" w:rsidRDefault="004469C9" w:rsidP="001A4DCE">
            <w:pPr>
              <w:pStyle w:val="TAC"/>
              <w:rPr>
                <w:lang w:eastAsia="ja-JP"/>
              </w:rPr>
            </w:pPr>
            <w:r>
              <w:rPr>
                <w:rFonts w:eastAsia="Malgun Gothic" w:hint="eastAsia"/>
                <w:lang w:val="fi-FI" w:eastAsia="ko-KR"/>
              </w:rPr>
              <w:t>V2X_n</w:t>
            </w:r>
            <w:r>
              <w:rPr>
                <w:rFonts w:eastAsia="Malgun Gothic"/>
                <w:lang w:val="fi-FI" w:eastAsia="ko-KR"/>
              </w:rPr>
              <w:t>71</w:t>
            </w:r>
            <w:r>
              <w:rPr>
                <w:rFonts w:eastAsia="Malgun Gothic" w:hint="eastAsia"/>
                <w:lang w:val="fi-FI" w:eastAsia="ko-KR"/>
              </w:rPr>
              <w:t>A</w:t>
            </w:r>
            <w:r>
              <w:rPr>
                <w:rFonts w:eastAsia="Malgun Gothic"/>
                <w:lang w:val="fi-FI" w:eastAsia="ko-KR"/>
              </w:rPr>
              <w:t>_47</w:t>
            </w:r>
            <w:r>
              <w:rPr>
                <w:rFonts w:eastAsia="Malgun Gothic" w:hint="eastAsia"/>
                <w:lang w:val="fi-FI" w:eastAsia="ko-KR"/>
              </w:rPr>
              <w:t>A</w:t>
            </w:r>
          </w:p>
        </w:tc>
      </w:tr>
      <w:tr w:rsidR="004469C9" w:rsidRPr="001F078B" w14:paraId="11D4F7F2" w14:textId="77777777" w:rsidTr="001A4DCE">
        <w:trPr>
          <w:trHeight w:val="187"/>
          <w:jc w:val="center"/>
        </w:trPr>
        <w:tc>
          <w:tcPr>
            <w:tcW w:w="8926" w:type="dxa"/>
            <w:gridSpan w:val="2"/>
            <w:shd w:val="clear" w:color="auto" w:fill="auto"/>
            <w:noWrap/>
          </w:tcPr>
          <w:p w14:paraId="0D04F26D" w14:textId="77777777" w:rsidR="004469C9" w:rsidRPr="001F078B" w:rsidRDefault="004469C9" w:rsidP="001A4DCE">
            <w:pPr>
              <w:pStyle w:val="TAN"/>
              <w:rPr>
                <w:lang w:val="en-US" w:eastAsia="fi-FI"/>
              </w:rPr>
            </w:pPr>
            <w:r w:rsidRPr="001F078B">
              <w:t>NOTE 1:</w:t>
            </w:r>
            <w:r w:rsidRPr="001F078B">
              <w:tab/>
            </w:r>
            <w:r>
              <w:t xml:space="preserve">V2X transmission </w:t>
            </w:r>
            <w:r w:rsidRPr="001F078B">
              <w:t>configurations are the configurations supported by the present release of specifications.</w:t>
            </w:r>
          </w:p>
        </w:tc>
      </w:tr>
    </w:tbl>
    <w:p w14:paraId="75F980C4" w14:textId="77777777" w:rsidR="004469C9" w:rsidRPr="00E062F1" w:rsidRDefault="004469C9" w:rsidP="001310A1"/>
    <w:sectPr w:rsidR="004469C9" w:rsidRPr="00E062F1" w:rsidSect="00AD225E">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63394" w14:textId="77777777" w:rsidR="00AC20EE" w:rsidRDefault="00AC20EE">
      <w:r>
        <w:separator/>
      </w:r>
    </w:p>
    <w:p w14:paraId="5DF59259" w14:textId="77777777" w:rsidR="00AC20EE" w:rsidRDefault="00AC20EE"/>
  </w:endnote>
  <w:endnote w:type="continuationSeparator" w:id="0">
    <w:p w14:paraId="5C4FA21B" w14:textId="77777777" w:rsidR="00AC20EE" w:rsidRDefault="00AC20EE">
      <w:r>
        <w:continuationSeparator/>
      </w:r>
    </w:p>
    <w:p w14:paraId="760AC6C3" w14:textId="77777777" w:rsidR="00AC20EE" w:rsidRDefault="00AC20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CG Times (WN)">
    <w:altName w:val="Arial"/>
    <w:charset w:val="00"/>
    <w:family w:val="roman"/>
    <w:pitch w:val="default"/>
    <w:sig w:usb0="00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LineDraw">
    <w:charset w:val="02"/>
    <w:family w:val="modern"/>
    <w:pitch w:val="fixed"/>
  </w:font>
  <w:font w:name="Tahoma">
    <w:panose1 w:val="020B0604030504040204"/>
    <w:charset w:val="00"/>
    <w:family w:val="swiss"/>
    <w:pitch w:val="variable"/>
    <w:sig w:usb0="E1002EFF" w:usb1="C000605B" w:usb2="00000029" w:usb3="00000000" w:csb0="000101FF" w:csb1="00000000"/>
  </w:font>
  <w:font w:name="Yu Mincho">
    <w:altName w:val="MS Gothic"/>
    <w:charset w:val="80"/>
    <w:family w:val="roman"/>
    <w:pitch w:val="variable"/>
    <w:sig w:usb0="800002E7" w:usb1="2AC7FCFF" w:usb2="00000012" w:usb3="00000000" w:csb0="0002009F" w:csb1="00000000"/>
  </w:font>
  <w:font w:name="TimesNewRomanPSMT">
    <w:altName w:val="Times New Roman"/>
    <w:panose1 w:val="00000000000000000000"/>
    <w:charset w:val="00"/>
    <w:family w:val="auto"/>
    <w:notTrueType/>
    <w:pitch w:val="default"/>
    <w:sig w:usb0="00000003" w:usb1="080E0000" w:usb2="00000010"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Osaka">
    <w:altName w:val="Yu Gothic"/>
    <w:charset w:val="80"/>
    <w:family w:val="auto"/>
    <w:pitch w:val="default"/>
    <w:sig w:usb0="00000000" w:usb1="0000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man">
    <w:altName w:val="Bookman Old Style"/>
    <w:charset w:val="00"/>
    <w:family w:val="auto"/>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v4.2.0">
    <w:altName w:val="Times New Roman"/>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Tms Rmn">
    <w:panose1 w:val="02020603040505020304"/>
    <w:charset w:val="00"/>
    <w:family w:val="roman"/>
    <w:notTrueType/>
    <w:pitch w:val="variable"/>
    <w:sig w:usb0="00000003" w:usb1="00000000" w:usb2="00000000" w:usb3="00000000" w:csb0="00000001" w:csb1="00000000"/>
  </w:font>
  <w:font w:name="v5.0.0">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Intel Clear">
    <w:altName w:val="Calibri"/>
    <w:charset w:val="00"/>
    <w:family w:val="swiss"/>
    <w:pitch w:val="variable"/>
    <w:sig w:usb0="E10006FF" w:usb1="400060FB" w:usb2="00000028"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A59B1" w14:textId="18AC3FD7" w:rsidR="009D5963" w:rsidRPr="00BD6437" w:rsidRDefault="009D5963" w:rsidP="00203397">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A0C87" w14:textId="77777777" w:rsidR="00AC20EE" w:rsidRDefault="00AC20EE">
      <w:r>
        <w:separator/>
      </w:r>
    </w:p>
    <w:p w14:paraId="11CF80EB" w14:textId="77777777" w:rsidR="00AC20EE" w:rsidRDefault="00AC20EE"/>
  </w:footnote>
  <w:footnote w:type="continuationSeparator" w:id="0">
    <w:p w14:paraId="49886CCB" w14:textId="77777777" w:rsidR="00AC20EE" w:rsidRDefault="00AC20EE">
      <w:r>
        <w:continuationSeparator/>
      </w:r>
    </w:p>
    <w:p w14:paraId="11C2754D" w14:textId="77777777" w:rsidR="00AC20EE" w:rsidRDefault="00AC20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A6E1A" w14:textId="77777777" w:rsidR="009D5963" w:rsidRDefault="009D5963" w:rsidP="005B0F55">
    <w:pPr>
      <w:pStyle w:val="Header"/>
      <w:framePr w:wrap="auto" w:vAnchor="text" w:hAnchor="margin" w:xAlign="center" w:y="1"/>
      <w:widowControl/>
    </w:pPr>
    <w:r>
      <w:fldChar w:fldCharType="begin"/>
    </w:r>
    <w:r>
      <w:instrText xml:space="preserve"> PAGE </w:instrText>
    </w:r>
    <w:r>
      <w:fldChar w:fldCharType="separate"/>
    </w:r>
    <w:r>
      <w:t>27</w:t>
    </w:r>
    <w:r>
      <w:fldChar w:fldCharType="end"/>
    </w:r>
  </w:p>
  <w:p w14:paraId="1221A9C1" w14:textId="3991A99A" w:rsidR="00E73989" w:rsidRDefault="00E73989" w:rsidP="00E73989">
    <w:pPr>
      <w:framePr w:wrap="auto" w:vAnchor="text" w:hAnchor="margin" w:y="1"/>
      <w:overflowPunct w:val="0"/>
      <w:autoSpaceDE w:val="0"/>
      <w:autoSpaceDN w:val="0"/>
      <w:adjustRightInd w:val="0"/>
      <w:spacing w:after="0"/>
      <w:textAlignment w:val="baseline"/>
      <w:rPr>
        <w:rFonts w:ascii="Arial" w:eastAsia="Malgun Gothic" w:hAnsi="Arial"/>
        <w:b/>
        <w:noProof/>
        <w:sz w:val="18"/>
        <w:lang w:eastAsia="en-GB"/>
      </w:rPr>
    </w:pPr>
    <w:r>
      <w:rPr>
        <w:rFonts w:ascii="Arial" w:eastAsia="Times New Roman" w:hAnsi="Arial"/>
        <w:b/>
        <w:noProof/>
        <w:sz w:val="18"/>
        <w:lang w:eastAsia="en-GB"/>
      </w:rPr>
      <w:t>Release 16</w:t>
    </w:r>
  </w:p>
  <w:p w14:paraId="3303D755" w14:textId="49B1985D" w:rsidR="00E73989" w:rsidRDefault="00E73989" w:rsidP="00E73989">
    <w:pPr>
      <w:framePr w:wrap="auto" w:vAnchor="text" w:hAnchor="margin" w:xAlign="right" w:y="1"/>
      <w:overflowPunct w:val="0"/>
      <w:autoSpaceDE w:val="0"/>
      <w:autoSpaceDN w:val="0"/>
      <w:adjustRightInd w:val="0"/>
      <w:spacing w:after="0"/>
      <w:textAlignment w:val="baseline"/>
      <w:rPr>
        <w:rFonts w:ascii="Arial" w:eastAsia="Times New Roman" w:hAnsi="Arial"/>
        <w:b/>
        <w:noProof/>
        <w:sz w:val="18"/>
        <w:lang w:eastAsia="en-GB"/>
      </w:rPr>
    </w:pPr>
    <w:r>
      <w:rPr>
        <w:rFonts w:ascii="Arial" w:eastAsia="Times New Roman" w:hAnsi="Arial"/>
        <w:b/>
        <w:noProof/>
        <w:sz w:val="18"/>
        <w:lang w:eastAsia="en-GB"/>
      </w:rPr>
      <w:t>3GPP TS 38.101-3 V16.1</w:t>
    </w:r>
    <w:r w:rsidR="00FA2AFA">
      <w:rPr>
        <w:rFonts w:ascii="Arial" w:eastAsia="Times New Roman" w:hAnsi="Arial"/>
        <w:b/>
        <w:noProof/>
        <w:sz w:val="18"/>
        <w:lang w:eastAsia="en-GB"/>
      </w:rPr>
      <w:t>4</w:t>
    </w:r>
    <w:r>
      <w:rPr>
        <w:rFonts w:ascii="Arial" w:eastAsia="Times New Roman" w:hAnsi="Arial"/>
        <w:b/>
        <w:noProof/>
        <w:sz w:val="18"/>
        <w:lang w:eastAsia="en-GB"/>
      </w:rPr>
      <w:t>.0 (202</w:t>
    </w:r>
    <w:r w:rsidR="00026DD2">
      <w:rPr>
        <w:rFonts w:ascii="Arial" w:eastAsia="Times New Roman" w:hAnsi="Arial"/>
        <w:b/>
        <w:noProof/>
        <w:sz w:val="18"/>
        <w:lang w:eastAsia="en-GB"/>
      </w:rPr>
      <w:t>2</w:t>
    </w:r>
    <w:r>
      <w:rPr>
        <w:rFonts w:ascii="Arial" w:eastAsia="Times New Roman" w:hAnsi="Arial"/>
        <w:b/>
        <w:noProof/>
        <w:sz w:val="18"/>
        <w:lang w:eastAsia="en-GB"/>
      </w:rPr>
      <w:t>-</w:t>
    </w:r>
    <w:r w:rsidR="00FA2AFA">
      <w:rPr>
        <w:rFonts w:ascii="Arial" w:eastAsia="Times New Roman" w:hAnsi="Arial"/>
        <w:b/>
        <w:noProof/>
        <w:sz w:val="18"/>
        <w:lang w:eastAsia="en-GB"/>
      </w:rPr>
      <w:t>12</w:t>
    </w:r>
    <w:r>
      <w:rPr>
        <w:rFonts w:ascii="Arial" w:eastAsia="Times New Roman" w:hAnsi="Arial"/>
        <w:b/>
        <w:noProof/>
        <w:sz w:val="18"/>
        <w:lang w:eastAsia="en-GB"/>
      </w:rPr>
      <w:t>)</w:t>
    </w:r>
  </w:p>
  <w:p w14:paraId="1D28B860" w14:textId="77777777" w:rsidR="009D5963" w:rsidRDefault="009D59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1" w15:restartNumberingAfterBreak="0">
    <w:nsid w:val="FFFFFFFE"/>
    <w:multiLevelType w:val="singleLevel"/>
    <w:tmpl w:val="FFFFFFFF"/>
    <w:lvl w:ilvl="0">
      <w:numFmt w:val="decimal"/>
      <w:lvlText w:val="*"/>
      <w:lvlJc w:val="left"/>
      <w:pPr>
        <w:ind w:left="0" w:firstLine="0"/>
      </w:pPr>
    </w:lvl>
  </w:abstractNum>
  <w:abstractNum w:abstractNumId="2"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F35F7B"/>
    <w:multiLevelType w:val="hybridMultilevel"/>
    <w:tmpl w:val="80FE191C"/>
    <w:lvl w:ilvl="0" w:tplc="3962DD32">
      <w:start w:val="1"/>
      <w:numFmt w:val="decimal"/>
      <w:lvlText w:val="%1."/>
      <w:lvlJc w:val="left"/>
      <w:pPr>
        <w:ind w:left="460" w:hanging="360"/>
      </w:pPr>
    </w:lvl>
    <w:lvl w:ilvl="1" w:tplc="04090019">
      <w:start w:val="1"/>
      <w:numFmt w:val="lowerLetter"/>
      <w:lvlText w:val="%2)"/>
      <w:lvlJc w:val="left"/>
      <w:pPr>
        <w:ind w:left="940" w:hanging="420"/>
      </w:pPr>
    </w:lvl>
    <w:lvl w:ilvl="2" w:tplc="0409001B">
      <w:start w:val="1"/>
      <w:numFmt w:val="lowerRoman"/>
      <w:lvlText w:val="%3."/>
      <w:lvlJc w:val="right"/>
      <w:pPr>
        <w:ind w:left="1360" w:hanging="420"/>
      </w:pPr>
    </w:lvl>
    <w:lvl w:ilvl="3" w:tplc="0409000F">
      <w:start w:val="1"/>
      <w:numFmt w:val="decimal"/>
      <w:lvlText w:val="%4."/>
      <w:lvlJc w:val="left"/>
      <w:pPr>
        <w:ind w:left="1780" w:hanging="420"/>
      </w:pPr>
    </w:lvl>
    <w:lvl w:ilvl="4" w:tplc="04090019">
      <w:start w:val="1"/>
      <w:numFmt w:val="lowerLetter"/>
      <w:lvlText w:val="%5)"/>
      <w:lvlJc w:val="left"/>
      <w:pPr>
        <w:ind w:left="2200" w:hanging="420"/>
      </w:pPr>
    </w:lvl>
    <w:lvl w:ilvl="5" w:tplc="0409001B">
      <w:start w:val="1"/>
      <w:numFmt w:val="lowerRoman"/>
      <w:lvlText w:val="%6."/>
      <w:lvlJc w:val="right"/>
      <w:pPr>
        <w:ind w:left="2620" w:hanging="420"/>
      </w:pPr>
    </w:lvl>
    <w:lvl w:ilvl="6" w:tplc="0409000F">
      <w:start w:val="1"/>
      <w:numFmt w:val="decimal"/>
      <w:lvlText w:val="%7."/>
      <w:lvlJc w:val="left"/>
      <w:pPr>
        <w:ind w:left="3040" w:hanging="420"/>
      </w:pPr>
    </w:lvl>
    <w:lvl w:ilvl="7" w:tplc="04090019">
      <w:start w:val="1"/>
      <w:numFmt w:val="lowerLetter"/>
      <w:lvlText w:val="%8)"/>
      <w:lvlJc w:val="left"/>
      <w:pPr>
        <w:ind w:left="3460" w:hanging="420"/>
      </w:pPr>
    </w:lvl>
    <w:lvl w:ilvl="8" w:tplc="0409001B">
      <w:start w:val="1"/>
      <w:numFmt w:val="lowerRoman"/>
      <w:lvlText w:val="%9."/>
      <w:lvlJc w:val="right"/>
      <w:pPr>
        <w:ind w:left="3880" w:hanging="420"/>
      </w:pPr>
    </w:lvl>
  </w:abstractNum>
  <w:abstractNum w:abstractNumId="4"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1D84763"/>
    <w:multiLevelType w:val="hybridMultilevel"/>
    <w:tmpl w:val="DC08DE2C"/>
    <w:lvl w:ilvl="0" w:tplc="92E26F9C">
      <w:start w:val="1"/>
      <w:numFmt w:val="decimal"/>
      <w:lvlText w:val="%1."/>
      <w:lvlJc w:val="left"/>
      <w:pPr>
        <w:ind w:left="460" w:hanging="360"/>
      </w:pPr>
    </w:lvl>
    <w:lvl w:ilvl="1" w:tplc="08090019">
      <w:start w:val="1"/>
      <w:numFmt w:val="lowerLetter"/>
      <w:lvlText w:val="%2."/>
      <w:lvlJc w:val="left"/>
      <w:pPr>
        <w:ind w:left="1180" w:hanging="360"/>
      </w:pPr>
    </w:lvl>
    <w:lvl w:ilvl="2" w:tplc="0809001B">
      <w:start w:val="1"/>
      <w:numFmt w:val="lowerRoman"/>
      <w:lvlText w:val="%3."/>
      <w:lvlJc w:val="right"/>
      <w:pPr>
        <w:ind w:left="1900" w:hanging="180"/>
      </w:pPr>
    </w:lvl>
    <w:lvl w:ilvl="3" w:tplc="0809000F">
      <w:start w:val="1"/>
      <w:numFmt w:val="decimal"/>
      <w:lvlText w:val="%4."/>
      <w:lvlJc w:val="left"/>
      <w:pPr>
        <w:ind w:left="2620" w:hanging="360"/>
      </w:pPr>
    </w:lvl>
    <w:lvl w:ilvl="4" w:tplc="08090019">
      <w:start w:val="1"/>
      <w:numFmt w:val="lowerLetter"/>
      <w:lvlText w:val="%5."/>
      <w:lvlJc w:val="left"/>
      <w:pPr>
        <w:ind w:left="3340" w:hanging="360"/>
      </w:pPr>
    </w:lvl>
    <w:lvl w:ilvl="5" w:tplc="0809001B">
      <w:start w:val="1"/>
      <w:numFmt w:val="lowerRoman"/>
      <w:lvlText w:val="%6."/>
      <w:lvlJc w:val="right"/>
      <w:pPr>
        <w:ind w:left="4060" w:hanging="180"/>
      </w:pPr>
    </w:lvl>
    <w:lvl w:ilvl="6" w:tplc="0809000F">
      <w:start w:val="1"/>
      <w:numFmt w:val="decimal"/>
      <w:lvlText w:val="%7."/>
      <w:lvlJc w:val="left"/>
      <w:pPr>
        <w:ind w:left="4780" w:hanging="360"/>
      </w:pPr>
    </w:lvl>
    <w:lvl w:ilvl="7" w:tplc="08090019">
      <w:start w:val="1"/>
      <w:numFmt w:val="lowerLetter"/>
      <w:lvlText w:val="%8."/>
      <w:lvlJc w:val="left"/>
      <w:pPr>
        <w:ind w:left="5500" w:hanging="360"/>
      </w:pPr>
    </w:lvl>
    <w:lvl w:ilvl="8" w:tplc="0809001B">
      <w:start w:val="1"/>
      <w:numFmt w:val="lowerRoman"/>
      <w:lvlText w:val="%9."/>
      <w:lvlJc w:val="right"/>
      <w:pPr>
        <w:ind w:left="6220" w:hanging="180"/>
      </w:pPr>
    </w:lvl>
  </w:abstractNum>
  <w:abstractNum w:abstractNumId="6" w15:restartNumberingAfterBreak="0">
    <w:nsid w:val="14400787"/>
    <w:multiLevelType w:val="hybridMultilevel"/>
    <w:tmpl w:val="FD847F24"/>
    <w:lvl w:ilvl="0" w:tplc="DA36F9E2">
      <w:start w:val="1"/>
      <w:numFmt w:val="decimal"/>
      <w:lvlText w:val="(%1)"/>
      <w:lvlJc w:val="left"/>
      <w:pPr>
        <w:ind w:left="460" w:hanging="360"/>
      </w:pPr>
    </w:lvl>
    <w:lvl w:ilvl="1" w:tplc="04090019">
      <w:start w:val="1"/>
      <w:numFmt w:val="lowerLetter"/>
      <w:lvlText w:val="%2)"/>
      <w:lvlJc w:val="left"/>
      <w:pPr>
        <w:ind w:left="940" w:hanging="420"/>
      </w:pPr>
    </w:lvl>
    <w:lvl w:ilvl="2" w:tplc="0409001B">
      <w:start w:val="1"/>
      <w:numFmt w:val="lowerRoman"/>
      <w:lvlText w:val="%3."/>
      <w:lvlJc w:val="right"/>
      <w:pPr>
        <w:ind w:left="1360" w:hanging="420"/>
      </w:pPr>
    </w:lvl>
    <w:lvl w:ilvl="3" w:tplc="0409000F">
      <w:start w:val="1"/>
      <w:numFmt w:val="decimal"/>
      <w:lvlText w:val="%4."/>
      <w:lvlJc w:val="left"/>
      <w:pPr>
        <w:ind w:left="1780" w:hanging="420"/>
      </w:pPr>
    </w:lvl>
    <w:lvl w:ilvl="4" w:tplc="04090019">
      <w:start w:val="1"/>
      <w:numFmt w:val="lowerLetter"/>
      <w:lvlText w:val="%5)"/>
      <w:lvlJc w:val="left"/>
      <w:pPr>
        <w:ind w:left="2200" w:hanging="420"/>
      </w:pPr>
    </w:lvl>
    <w:lvl w:ilvl="5" w:tplc="0409001B">
      <w:start w:val="1"/>
      <w:numFmt w:val="lowerRoman"/>
      <w:lvlText w:val="%6."/>
      <w:lvlJc w:val="right"/>
      <w:pPr>
        <w:ind w:left="2620" w:hanging="420"/>
      </w:pPr>
    </w:lvl>
    <w:lvl w:ilvl="6" w:tplc="0409000F">
      <w:start w:val="1"/>
      <w:numFmt w:val="decimal"/>
      <w:lvlText w:val="%7."/>
      <w:lvlJc w:val="left"/>
      <w:pPr>
        <w:ind w:left="3040" w:hanging="420"/>
      </w:pPr>
    </w:lvl>
    <w:lvl w:ilvl="7" w:tplc="04090019">
      <w:start w:val="1"/>
      <w:numFmt w:val="lowerLetter"/>
      <w:lvlText w:val="%8)"/>
      <w:lvlJc w:val="left"/>
      <w:pPr>
        <w:ind w:left="3460" w:hanging="420"/>
      </w:pPr>
    </w:lvl>
    <w:lvl w:ilvl="8" w:tplc="0409001B">
      <w:start w:val="1"/>
      <w:numFmt w:val="lowerRoman"/>
      <w:lvlText w:val="%9."/>
      <w:lvlJc w:val="right"/>
      <w:pPr>
        <w:ind w:left="3880" w:hanging="420"/>
      </w:pPr>
    </w:lvl>
  </w:abstractNum>
  <w:abstractNum w:abstractNumId="7" w15:restartNumberingAfterBreak="0">
    <w:nsid w:val="19020CB0"/>
    <w:multiLevelType w:val="hybridMultilevel"/>
    <w:tmpl w:val="E522FEA2"/>
    <w:lvl w:ilvl="0" w:tplc="9822D346">
      <w:start w:val="1"/>
      <w:numFmt w:val="decimal"/>
      <w:lvlText w:val="%1."/>
      <w:lvlJc w:val="left"/>
      <w:pPr>
        <w:ind w:left="460" w:hanging="360"/>
      </w:pPr>
    </w:lvl>
    <w:lvl w:ilvl="1" w:tplc="04090019">
      <w:start w:val="1"/>
      <w:numFmt w:val="lowerLetter"/>
      <w:lvlText w:val="%2)"/>
      <w:lvlJc w:val="left"/>
      <w:pPr>
        <w:ind w:left="940" w:hanging="420"/>
      </w:pPr>
    </w:lvl>
    <w:lvl w:ilvl="2" w:tplc="0409001B">
      <w:start w:val="1"/>
      <w:numFmt w:val="lowerRoman"/>
      <w:lvlText w:val="%3."/>
      <w:lvlJc w:val="right"/>
      <w:pPr>
        <w:ind w:left="1360" w:hanging="420"/>
      </w:pPr>
    </w:lvl>
    <w:lvl w:ilvl="3" w:tplc="0409000F">
      <w:start w:val="1"/>
      <w:numFmt w:val="decimal"/>
      <w:lvlText w:val="%4."/>
      <w:lvlJc w:val="left"/>
      <w:pPr>
        <w:ind w:left="1780" w:hanging="420"/>
      </w:pPr>
    </w:lvl>
    <w:lvl w:ilvl="4" w:tplc="04090019">
      <w:start w:val="1"/>
      <w:numFmt w:val="lowerLetter"/>
      <w:lvlText w:val="%5)"/>
      <w:lvlJc w:val="left"/>
      <w:pPr>
        <w:ind w:left="2200" w:hanging="420"/>
      </w:pPr>
    </w:lvl>
    <w:lvl w:ilvl="5" w:tplc="0409001B">
      <w:start w:val="1"/>
      <w:numFmt w:val="lowerRoman"/>
      <w:lvlText w:val="%6."/>
      <w:lvlJc w:val="right"/>
      <w:pPr>
        <w:ind w:left="2620" w:hanging="420"/>
      </w:pPr>
    </w:lvl>
    <w:lvl w:ilvl="6" w:tplc="0409000F">
      <w:start w:val="1"/>
      <w:numFmt w:val="decimal"/>
      <w:lvlText w:val="%7."/>
      <w:lvlJc w:val="left"/>
      <w:pPr>
        <w:ind w:left="3040" w:hanging="420"/>
      </w:pPr>
    </w:lvl>
    <w:lvl w:ilvl="7" w:tplc="04090019">
      <w:start w:val="1"/>
      <w:numFmt w:val="lowerLetter"/>
      <w:lvlText w:val="%8)"/>
      <w:lvlJc w:val="left"/>
      <w:pPr>
        <w:ind w:left="3460" w:hanging="420"/>
      </w:pPr>
    </w:lvl>
    <w:lvl w:ilvl="8" w:tplc="0409001B">
      <w:start w:val="1"/>
      <w:numFmt w:val="lowerRoman"/>
      <w:lvlText w:val="%9."/>
      <w:lvlJc w:val="right"/>
      <w:pPr>
        <w:ind w:left="3880" w:hanging="420"/>
      </w:pPr>
    </w:lvl>
  </w:abstractNum>
  <w:abstractNum w:abstractNumId="8" w15:restartNumberingAfterBreak="0">
    <w:nsid w:val="2039641D"/>
    <w:multiLevelType w:val="hybridMultilevel"/>
    <w:tmpl w:val="D684FF4C"/>
    <w:lvl w:ilvl="0" w:tplc="92E26F9C">
      <w:start w:val="1"/>
      <w:numFmt w:val="decimal"/>
      <w:lvlText w:val="%1."/>
      <w:lvlJc w:val="left"/>
      <w:pPr>
        <w:ind w:left="460" w:hanging="360"/>
      </w:pPr>
    </w:lvl>
    <w:lvl w:ilvl="1" w:tplc="08090019">
      <w:start w:val="1"/>
      <w:numFmt w:val="lowerLetter"/>
      <w:lvlText w:val="%2."/>
      <w:lvlJc w:val="left"/>
      <w:pPr>
        <w:ind w:left="1180" w:hanging="360"/>
      </w:pPr>
    </w:lvl>
    <w:lvl w:ilvl="2" w:tplc="0809001B">
      <w:start w:val="1"/>
      <w:numFmt w:val="lowerRoman"/>
      <w:lvlText w:val="%3."/>
      <w:lvlJc w:val="right"/>
      <w:pPr>
        <w:ind w:left="1900" w:hanging="180"/>
      </w:pPr>
    </w:lvl>
    <w:lvl w:ilvl="3" w:tplc="0809000F">
      <w:start w:val="1"/>
      <w:numFmt w:val="decimal"/>
      <w:lvlText w:val="%4."/>
      <w:lvlJc w:val="left"/>
      <w:pPr>
        <w:ind w:left="2620" w:hanging="360"/>
      </w:pPr>
    </w:lvl>
    <w:lvl w:ilvl="4" w:tplc="08090019">
      <w:start w:val="1"/>
      <w:numFmt w:val="lowerLetter"/>
      <w:lvlText w:val="%5."/>
      <w:lvlJc w:val="left"/>
      <w:pPr>
        <w:ind w:left="3340" w:hanging="360"/>
      </w:pPr>
    </w:lvl>
    <w:lvl w:ilvl="5" w:tplc="0809001B">
      <w:start w:val="1"/>
      <w:numFmt w:val="lowerRoman"/>
      <w:lvlText w:val="%6."/>
      <w:lvlJc w:val="right"/>
      <w:pPr>
        <w:ind w:left="4060" w:hanging="180"/>
      </w:pPr>
    </w:lvl>
    <w:lvl w:ilvl="6" w:tplc="0809000F">
      <w:start w:val="1"/>
      <w:numFmt w:val="decimal"/>
      <w:lvlText w:val="%7."/>
      <w:lvlJc w:val="left"/>
      <w:pPr>
        <w:ind w:left="4780" w:hanging="360"/>
      </w:pPr>
    </w:lvl>
    <w:lvl w:ilvl="7" w:tplc="08090019">
      <w:start w:val="1"/>
      <w:numFmt w:val="lowerLetter"/>
      <w:lvlText w:val="%8."/>
      <w:lvlJc w:val="left"/>
      <w:pPr>
        <w:ind w:left="5500" w:hanging="360"/>
      </w:pPr>
    </w:lvl>
    <w:lvl w:ilvl="8" w:tplc="0809001B">
      <w:start w:val="1"/>
      <w:numFmt w:val="lowerRoman"/>
      <w:lvlText w:val="%9."/>
      <w:lvlJc w:val="right"/>
      <w:pPr>
        <w:ind w:left="6220" w:hanging="180"/>
      </w:pPr>
    </w:lvl>
  </w:abstractNum>
  <w:abstractNum w:abstractNumId="9"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3A127C"/>
    <w:multiLevelType w:val="hybridMultilevel"/>
    <w:tmpl w:val="88082B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1913D55"/>
    <w:multiLevelType w:val="multilevel"/>
    <w:tmpl w:val="31913D55"/>
    <w:lvl w:ilvl="0">
      <w:start w:val="1"/>
      <w:numFmt w:val="decimal"/>
      <w:pStyle w:val="1"/>
      <w:lvlText w:val="%1"/>
      <w:lvlJc w:val="left"/>
      <w:pPr>
        <w:ind w:left="360" w:hanging="360"/>
      </w:pPr>
      <w:rPr>
        <w:rFonts w:cs="Times New Roman" w:hint="eastAsia"/>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15" w15:restartNumberingAfterBreak="0">
    <w:nsid w:val="3A877D64"/>
    <w:multiLevelType w:val="singleLevel"/>
    <w:tmpl w:val="5DA6FC16"/>
    <w:lvl w:ilvl="0">
      <w:start w:val="1"/>
      <w:numFmt w:val="decimal"/>
      <w:lvlText w:val="[%1]"/>
      <w:lvlJc w:val="left"/>
      <w:pPr>
        <w:tabs>
          <w:tab w:val="num" w:pos="360"/>
        </w:tabs>
        <w:ind w:left="360" w:hanging="360"/>
      </w:pPr>
    </w:lvl>
  </w:abstractNum>
  <w:abstractNum w:abstractNumId="16"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17"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1834E37"/>
    <w:multiLevelType w:val="hybridMultilevel"/>
    <w:tmpl w:val="B8E824D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9" w15:restartNumberingAfterBreak="0">
    <w:nsid w:val="65FB2C55"/>
    <w:multiLevelType w:val="hybridMultilevel"/>
    <w:tmpl w:val="CA9C517A"/>
    <w:lvl w:ilvl="0" w:tplc="64941F08">
      <w:start w:val="1"/>
      <w:numFmt w:val="decimal"/>
      <w:lvlText w:val="(%1)"/>
      <w:lvlJc w:val="left"/>
      <w:pPr>
        <w:ind w:left="460" w:hanging="360"/>
      </w:pPr>
    </w:lvl>
    <w:lvl w:ilvl="1" w:tplc="04090019">
      <w:start w:val="1"/>
      <w:numFmt w:val="lowerLetter"/>
      <w:lvlText w:val="%2)"/>
      <w:lvlJc w:val="left"/>
      <w:pPr>
        <w:ind w:left="940" w:hanging="420"/>
      </w:pPr>
    </w:lvl>
    <w:lvl w:ilvl="2" w:tplc="0409001B">
      <w:start w:val="1"/>
      <w:numFmt w:val="lowerRoman"/>
      <w:lvlText w:val="%3."/>
      <w:lvlJc w:val="right"/>
      <w:pPr>
        <w:ind w:left="1360" w:hanging="420"/>
      </w:pPr>
    </w:lvl>
    <w:lvl w:ilvl="3" w:tplc="0409000F">
      <w:start w:val="1"/>
      <w:numFmt w:val="decimal"/>
      <w:lvlText w:val="%4."/>
      <w:lvlJc w:val="left"/>
      <w:pPr>
        <w:ind w:left="1780" w:hanging="420"/>
      </w:pPr>
    </w:lvl>
    <w:lvl w:ilvl="4" w:tplc="04090019">
      <w:start w:val="1"/>
      <w:numFmt w:val="lowerLetter"/>
      <w:lvlText w:val="%5)"/>
      <w:lvlJc w:val="left"/>
      <w:pPr>
        <w:ind w:left="2200" w:hanging="420"/>
      </w:pPr>
    </w:lvl>
    <w:lvl w:ilvl="5" w:tplc="0409001B">
      <w:start w:val="1"/>
      <w:numFmt w:val="lowerRoman"/>
      <w:lvlText w:val="%6."/>
      <w:lvlJc w:val="right"/>
      <w:pPr>
        <w:ind w:left="2620" w:hanging="420"/>
      </w:pPr>
    </w:lvl>
    <w:lvl w:ilvl="6" w:tplc="0409000F">
      <w:start w:val="1"/>
      <w:numFmt w:val="decimal"/>
      <w:lvlText w:val="%7."/>
      <w:lvlJc w:val="left"/>
      <w:pPr>
        <w:ind w:left="3040" w:hanging="420"/>
      </w:pPr>
    </w:lvl>
    <w:lvl w:ilvl="7" w:tplc="04090019">
      <w:start w:val="1"/>
      <w:numFmt w:val="lowerLetter"/>
      <w:lvlText w:val="%8)"/>
      <w:lvlJc w:val="left"/>
      <w:pPr>
        <w:ind w:left="3460" w:hanging="420"/>
      </w:pPr>
    </w:lvl>
    <w:lvl w:ilvl="8" w:tplc="0409001B">
      <w:start w:val="1"/>
      <w:numFmt w:val="lowerRoman"/>
      <w:lvlText w:val="%9."/>
      <w:lvlJc w:val="right"/>
      <w:pPr>
        <w:ind w:left="3880" w:hanging="420"/>
      </w:pPr>
    </w:lvl>
  </w:abstractNum>
  <w:abstractNum w:abstractNumId="20" w15:restartNumberingAfterBreak="0">
    <w:nsid w:val="6F1D6A21"/>
    <w:multiLevelType w:val="singleLevel"/>
    <w:tmpl w:val="6F1D6A21"/>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21" w15:restartNumberingAfterBreak="0">
    <w:nsid w:val="708858F6"/>
    <w:multiLevelType w:val="multilevel"/>
    <w:tmpl w:val="708858F6"/>
    <w:lvl w:ilvl="0">
      <w:numFmt w:val="bullet"/>
      <w:pStyle w:val="Rientra1"/>
      <w:lvlText w:val=""/>
      <w:lvlJc w:val="left"/>
      <w:pPr>
        <w:ind w:left="360" w:hanging="360"/>
      </w:pPr>
      <w:rPr>
        <w:rFonts w:ascii="Symbol" w:hAnsi="Symbol"/>
      </w:rPr>
    </w:lvl>
    <w:lvl w:ilvl="1">
      <w:start w:val="1"/>
      <w:numFmt w:val="none"/>
      <w:lvlText w:val=""/>
      <w:lvlJc w:val="left"/>
      <w:pPr>
        <w:ind w:left="0" w:firstLine="0"/>
      </w:pPr>
    </w:lvl>
    <w:lvl w:ilvl="2">
      <w:start w:val="1"/>
      <w:numFmt w:val="none"/>
      <w:lvlText w:val=""/>
      <w:lvlJc w:val="left"/>
      <w:pPr>
        <w:ind w:left="0" w:firstLine="0"/>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22"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25" w15:restartNumberingAfterBreak="0">
    <w:nsid w:val="7BC330F5"/>
    <w:multiLevelType w:val="hybridMultilevel"/>
    <w:tmpl w:val="C2769C2A"/>
    <w:lvl w:ilvl="0" w:tplc="FFFFFFFF">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41195389">
    <w:abstractNumId w:val="9"/>
  </w:num>
  <w:num w:numId="2" w16cid:durableId="405611114">
    <w:abstractNumId w:val="23"/>
  </w:num>
  <w:num w:numId="3" w16cid:durableId="60251179">
    <w:abstractNumId w:val="2"/>
  </w:num>
  <w:num w:numId="4" w16cid:durableId="355077595">
    <w:abstractNumId w:val="17"/>
  </w:num>
  <w:num w:numId="5" w16cid:durableId="1139758960">
    <w:abstractNumId w:val="13"/>
  </w:num>
  <w:num w:numId="6" w16cid:durableId="142813387">
    <w:abstractNumId w:val="22"/>
  </w:num>
  <w:num w:numId="7" w16cid:durableId="1152479566">
    <w:abstractNumId w:val="24"/>
  </w:num>
  <w:num w:numId="8" w16cid:durableId="1358192906">
    <w:abstractNumId w:val="25"/>
  </w:num>
  <w:num w:numId="9" w16cid:durableId="278997239">
    <w:abstractNumId w:val="11"/>
  </w:num>
  <w:num w:numId="10" w16cid:durableId="1954433106">
    <w:abstractNumId w:val="4"/>
  </w:num>
  <w:num w:numId="11" w16cid:durableId="1089078632">
    <w:abstractNumId w:val="14"/>
  </w:num>
  <w:num w:numId="12" w16cid:durableId="1335689492">
    <w:abstractNumId w:val="16"/>
  </w:num>
  <w:num w:numId="13" w16cid:durableId="858468781">
    <w:abstractNumId w:val="12"/>
  </w:num>
  <w:num w:numId="14" w16cid:durableId="321668582">
    <w:abstractNumId w:val="20"/>
  </w:num>
  <w:num w:numId="15" w16cid:durableId="1949967724">
    <w:abstractNumId w:val="0"/>
  </w:num>
  <w:num w:numId="16" w16cid:durableId="75748664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113635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54144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791802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973596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52623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911585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65568686">
    <w:abstractNumId w:val="20"/>
    <w:lvlOverride w:ilvl="0">
      <w:startOverride w:val="1"/>
    </w:lvlOverride>
  </w:num>
  <w:num w:numId="24" w16cid:durableId="341514418">
    <w:abstractNumId w:val="0"/>
    <w:lvlOverride w:ilvl="0">
      <w:startOverride w:val="1"/>
    </w:lvlOverride>
  </w:num>
  <w:num w:numId="25" w16cid:durableId="17235995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717390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96175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84904471">
    <w:abstractNumId w:val="18"/>
  </w:num>
  <w:num w:numId="29" w16cid:durableId="3489903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53124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165090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9297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73576606">
    <w:abstractNumId w:val="15"/>
    <w:lvlOverride w:ilvl="0">
      <w:startOverride w:val="1"/>
    </w:lvlOverride>
  </w:num>
  <w:num w:numId="34" w16cid:durableId="1562672637">
    <w:abstractNumId w:val="1"/>
    <w:lvlOverride w:ilvl="0">
      <w:lvl w:ilvl="0">
        <w:numFmt w:val="bullet"/>
        <w:lvlText w:val=""/>
        <w:legacy w:legacy="1" w:legacySpace="0" w:legacyIndent="283"/>
        <w:lvlJc w:val="left"/>
        <w:pPr>
          <w:ind w:left="567" w:hanging="283"/>
        </w:pPr>
        <w:rPr>
          <w:rFonts w:ascii="Symbol" w:hAnsi="Symbol" w:hint="default"/>
        </w:rPr>
      </w:lvl>
    </w:lvlOverride>
  </w:num>
  <w:num w:numId="35" w16cid:durableId="2046710203">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displayBackgroundShape/>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01D38"/>
    <w:rsid w:val="00003978"/>
    <w:rsid w:val="000039E7"/>
    <w:rsid w:val="00003F42"/>
    <w:rsid w:val="000041E0"/>
    <w:rsid w:val="0000468E"/>
    <w:rsid w:val="0000477B"/>
    <w:rsid w:val="00004B1F"/>
    <w:rsid w:val="0000531B"/>
    <w:rsid w:val="000055D3"/>
    <w:rsid w:val="00005E89"/>
    <w:rsid w:val="00005EC3"/>
    <w:rsid w:val="00005F9F"/>
    <w:rsid w:val="00006202"/>
    <w:rsid w:val="00006D86"/>
    <w:rsid w:val="00006DE4"/>
    <w:rsid w:val="00007381"/>
    <w:rsid w:val="00007819"/>
    <w:rsid w:val="00007CEB"/>
    <w:rsid w:val="00007EE2"/>
    <w:rsid w:val="00011FE8"/>
    <w:rsid w:val="000125E3"/>
    <w:rsid w:val="000133E3"/>
    <w:rsid w:val="000151E2"/>
    <w:rsid w:val="00015C7C"/>
    <w:rsid w:val="00016A88"/>
    <w:rsid w:val="00017A17"/>
    <w:rsid w:val="000209F9"/>
    <w:rsid w:val="00021452"/>
    <w:rsid w:val="00021E79"/>
    <w:rsid w:val="00022196"/>
    <w:rsid w:val="000223C4"/>
    <w:rsid w:val="00022E4A"/>
    <w:rsid w:val="00023EA3"/>
    <w:rsid w:val="000250F7"/>
    <w:rsid w:val="00026533"/>
    <w:rsid w:val="00026824"/>
    <w:rsid w:val="00026DBC"/>
    <w:rsid w:val="00026DD2"/>
    <w:rsid w:val="0002732B"/>
    <w:rsid w:val="00027B17"/>
    <w:rsid w:val="00027C26"/>
    <w:rsid w:val="00027F87"/>
    <w:rsid w:val="00030E36"/>
    <w:rsid w:val="00030EF1"/>
    <w:rsid w:val="000339D8"/>
    <w:rsid w:val="00033DAD"/>
    <w:rsid w:val="000349A6"/>
    <w:rsid w:val="0003525A"/>
    <w:rsid w:val="000354AA"/>
    <w:rsid w:val="00036AC1"/>
    <w:rsid w:val="00040A8F"/>
    <w:rsid w:val="00040BEF"/>
    <w:rsid w:val="00043B0F"/>
    <w:rsid w:val="000455FD"/>
    <w:rsid w:val="00045A40"/>
    <w:rsid w:val="00046AA5"/>
    <w:rsid w:val="00047598"/>
    <w:rsid w:val="00047713"/>
    <w:rsid w:val="00047B3F"/>
    <w:rsid w:val="00047D63"/>
    <w:rsid w:val="00050D35"/>
    <w:rsid w:val="0005110F"/>
    <w:rsid w:val="00051405"/>
    <w:rsid w:val="00051A4A"/>
    <w:rsid w:val="00051D95"/>
    <w:rsid w:val="00052B83"/>
    <w:rsid w:val="0005374D"/>
    <w:rsid w:val="00053790"/>
    <w:rsid w:val="00053A33"/>
    <w:rsid w:val="00053B2D"/>
    <w:rsid w:val="0005406E"/>
    <w:rsid w:val="00054357"/>
    <w:rsid w:val="00054A3B"/>
    <w:rsid w:val="00056E45"/>
    <w:rsid w:val="00060890"/>
    <w:rsid w:val="000648AF"/>
    <w:rsid w:val="00064DCA"/>
    <w:rsid w:val="000656CC"/>
    <w:rsid w:val="00065FA6"/>
    <w:rsid w:val="000660C7"/>
    <w:rsid w:val="00067527"/>
    <w:rsid w:val="00067FC7"/>
    <w:rsid w:val="000702E4"/>
    <w:rsid w:val="000705FD"/>
    <w:rsid w:val="00070AB5"/>
    <w:rsid w:val="00072212"/>
    <w:rsid w:val="0007562D"/>
    <w:rsid w:val="00075713"/>
    <w:rsid w:val="000766D3"/>
    <w:rsid w:val="00076B9F"/>
    <w:rsid w:val="00076DE6"/>
    <w:rsid w:val="00077590"/>
    <w:rsid w:val="0007791B"/>
    <w:rsid w:val="00080300"/>
    <w:rsid w:val="00080ADB"/>
    <w:rsid w:val="00080B24"/>
    <w:rsid w:val="0008126A"/>
    <w:rsid w:val="00082D62"/>
    <w:rsid w:val="00083E98"/>
    <w:rsid w:val="000841E5"/>
    <w:rsid w:val="00084B0D"/>
    <w:rsid w:val="00084BDA"/>
    <w:rsid w:val="00085077"/>
    <w:rsid w:val="000861F1"/>
    <w:rsid w:val="00086848"/>
    <w:rsid w:val="00086A51"/>
    <w:rsid w:val="00086E4E"/>
    <w:rsid w:val="00086E90"/>
    <w:rsid w:val="000873F6"/>
    <w:rsid w:val="00087B03"/>
    <w:rsid w:val="000903A2"/>
    <w:rsid w:val="000903F0"/>
    <w:rsid w:val="00092AF4"/>
    <w:rsid w:val="00093ED2"/>
    <w:rsid w:val="000943FF"/>
    <w:rsid w:val="000944BB"/>
    <w:rsid w:val="00094F0E"/>
    <w:rsid w:val="00094F36"/>
    <w:rsid w:val="00095A48"/>
    <w:rsid w:val="00096493"/>
    <w:rsid w:val="00096595"/>
    <w:rsid w:val="00096866"/>
    <w:rsid w:val="00096A03"/>
    <w:rsid w:val="00096F1E"/>
    <w:rsid w:val="00097988"/>
    <w:rsid w:val="000A0989"/>
    <w:rsid w:val="000A1748"/>
    <w:rsid w:val="000A1C8D"/>
    <w:rsid w:val="000A27A3"/>
    <w:rsid w:val="000A3F65"/>
    <w:rsid w:val="000A42AA"/>
    <w:rsid w:val="000A5451"/>
    <w:rsid w:val="000A5B39"/>
    <w:rsid w:val="000A6394"/>
    <w:rsid w:val="000A6580"/>
    <w:rsid w:val="000A6949"/>
    <w:rsid w:val="000A6B90"/>
    <w:rsid w:val="000A6CB6"/>
    <w:rsid w:val="000B02D8"/>
    <w:rsid w:val="000B0963"/>
    <w:rsid w:val="000B0D95"/>
    <w:rsid w:val="000B18F9"/>
    <w:rsid w:val="000B3278"/>
    <w:rsid w:val="000B33EE"/>
    <w:rsid w:val="000B382D"/>
    <w:rsid w:val="000B6085"/>
    <w:rsid w:val="000B65F9"/>
    <w:rsid w:val="000B6AC9"/>
    <w:rsid w:val="000B6F05"/>
    <w:rsid w:val="000B6F28"/>
    <w:rsid w:val="000B7D8A"/>
    <w:rsid w:val="000C038A"/>
    <w:rsid w:val="000C05A0"/>
    <w:rsid w:val="000C132E"/>
    <w:rsid w:val="000C1F92"/>
    <w:rsid w:val="000C2D69"/>
    <w:rsid w:val="000C3708"/>
    <w:rsid w:val="000C3B22"/>
    <w:rsid w:val="000C431D"/>
    <w:rsid w:val="000C55AD"/>
    <w:rsid w:val="000C5B55"/>
    <w:rsid w:val="000C6598"/>
    <w:rsid w:val="000C6712"/>
    <w:rsid w:val="000C6CEB"/>
    <w:rsid w:val="000C6F92"/>
    <w:rsid w:val="000C6F98"/>
    <w:rsid w:val="000C723F"/>
    <w:rsid w:val="000D017C"/>
    <w:rsid w:val="000D1D9A"/>
    <w:rsid w:val="000D1E7A"/>
    <w:rsid w:val="000D24E1"/>
    <w:rsid w:val="000D2EA4"/>
    <w:rsid w:val="000D41E2"/>
    <w:rsid w:val="000D59C4"/>
    <w:rsid w:val="000D6711"/>
    <w:rsid w:val="000D696A"/>
    <w:rsid w:val="000D69BD"/>
    <w:rsid w:val="000D77E4"/>
    <w:rsid w:val="000D7A41"/>
    <w:rsid w:val="000E0008"/>
    <w:rsid w:val="000E1781"/>
    <w:rsid w:val="000E2044"/>
    <w:rsid w:val="000E21D2"/>
    <w:rsid w:val="000E2950"/>
    <w:rsid w:val="000E2966"/>
    <w:rsid w:val="000E3FB7"/>
    <w:rsid w:val="000E404E"/>
    <w:rsid w:val="000E4322"/>
    <w:rsid w:val="000E567E"/>
    <w:rsid w:val="000E5A39"/>
    <w:rsid w:val="000E5B8D"/>
    <w:rsid w:val="000E602A"/>
    <w:rsid w:val="000E610A"/>
    <w:rsid w:val="000E6803"/>
    <w:rsid w:val="000E6EE0"/>
    <w:rsid w:val="000F09FB"/>
    <w:rsid w:val="000F22CE"/>
    <w:rsid w:val="000F293B"/>
    <w:rsid w:val="000F3CF7"/>
    <w:rsid w:val="000F4704"/>
    <w:rsid w:val="000F4BE3"/>
    <w:rsid w:val="000F57B6"/>
    <w:rsid w:val="000F6080"/>
    <w:rsid w:val="000F6853"/>
    <w:rsid w:val="000F7064"/>
    <w:rsid w:val="000F74FF"/>
    <w:rsid w:val="00100189"/>
    <w:rsid w:val="001006AD"/>
    <w:rsid w:val="00100C94"/>
    <w:rsid w:val="00101E2E"/>
    <w:rsid w:val="0010259C"/>
    <w:rsid w:val="0010304C"/>
    <w:rsid w:val="001059C9"/>
    <w:rsid w:val="001067CD"/>
    <w:rsid w:val="0010714E"/>
    <w:rsid w:val="00107586"/>
    <w:rsid w:val="001075FC"/>
    <w:rsid w:val="001076AA"/>
    <w:rsid w:val="00107E77"/>
    <w:rsid w:val="001104A6"/>
    <w:rsid w:val="001105DB"/>
    <w:rsid w:val="00110BC6"/>
    <w:rsid w:val="001115C2"/>
    <w:rsid w:val="00112C33"/>
    <w:rsid w:val="00113311"/>
    <w:rsid w:val="00113C32"/>
    <w:rsid w:val="00114998"/>
    <w:rsid w:val="00117938"/>
    <w:rsid w:val="00117CE6"/>
    <w:rsid w:val="001202FC"/>
    <w:rsid w:val="00120BD8"/>
    <w:rsid w:val="00121197"/>
    <w:rsid w:val="001211DD"/>
    <w:rsid w:val="00121A89"/>
    <w:rsid w:val="0012306F"/>
    <w:rsid w:val="001232BF"/>
    <w:rsid w:val="00123759"/>
    <w:rsid w:val="00123835"/>
    <w:rsid w:val="00123E44"/>
    <w:rsid w:val="00125BD1"/>
    <w:rsid w:val="00125FED"/>
    <w:rsid w:val="00126254"/>
    <w:rsid w:val="001300F0"/>
    <w:rsid w:val="001302AB"/>
    <w:rsid w:val="00131099"/>
    <w:rsid w:val="001310A1"/>
    <w:rsid w:val="0013152C"/>
    <w:rsid w:val="0013221E"/>
    <w:rsid w:val="00132934"/>
    <w:rsid w:val="001334F4"/>
    <w:rsid w:val="001357EC"/>
    <w:rsid w:val="00136998"/>
    <w:rsid w:val="00137CDC"/>
    <w:rsid w:val="001406B1"/>
    <w:rsid w:val="00141090"/>
    <w:rsid w:val="0014116B"/>
    <w:rsid w:val="00141A76"/>
    <w:rsid w:val="001422A1"/>
    <w:rsid w:val="00142BA0"/>
    <w:rsid w:val="00142C57"/>
    <w:rsid w:val="00142FE0"/>
    <w:rsid w:val="00143A6A"/>
    <w:rsid w:val="0014428F"/>
    <w:rsid w:val="00145D43"/>
    <w:rsid w:val="001509E8"/>
    <w:rsid w:val="0015131B"/>
    <w:rsid w:val="0015133E"/>
    <w:rsid w:val="00151387"/>
    <w:rsid w:val="00151516"/>
    <w:rsid w:val="00152177"/>
    <w:rsid w:val="0015398B"/>
    <w:rsid w:val="001549CD"/>
    <w:rsid w:val="00156B63"/>
    <w:rsid w:val="00156F51"/>
    <w:rsid w:val="00157124"/>
    <w:rsid w:val="00157C0B"/>
    <w:rsid w:val="00157DD5"/>
    <w:rsid w:val="00160755"/>
    <w:rsid w:val="00160E44"/>
    <w:rsid w:val="001611D9"/>
    <w:rsid w:val="001618DF"/>
    <w:rsid w:val="00163AA7"/>
    <w:rsid w:val="00164179"/>
    <w:rsid w:val="00165E50"/>
    <w:rsid w:val="00166167"/>
    <w:rsid w:val="00166C2D"/>
    <w:rsid w:val="00167931"/>
    <w:rsid w:val="001702BC"/>
    <w:rsid w:val="00171572"/>
    <w:rsid w:val="00171EF1"/>
    <w:rsid w:val="00171F36"/>
    <w:rsid w:val="001728BC"/>
    <w:rsid w:val="001753A6"/>
    <w:rsid w:val="00176554"/>
    <w:rsid w:val="00177796"/>
    <w:rsid w:val="00181694"/>
    <w:rsid w:val="00181A12"/>
    <w:rsid w:val="00182287"/>
    <w:rsid w:val="00183701"/>
    <w:rsid w:val="001837BE"/>
    <w:rsid w:val="0018478C"/>
    <w:rsid w:val="0018506F"/>
    <w:rsid w:val="001855AA"/>
    <w:rsid w:val="00185A73"/>
    <w:rsid w:val="00185DC5"/>
    <w:rsid w:val="001874A5"/>
    <w:rsid w:val="00187BA5"/>
    <w:rsid w:val="00191B6C"/>
    <w:rsid w:val="00192C46"/>
    <w:rsid w:val="00193720"/>
    <w:rsid w:val="001943A4"/>
    <w:rsid w:val="001949A1"/>
    <w:rsid w:val="00194AE3"/>
    <w:rsid w:val="00194FBC"/>
    <w:rsid w:val="0019560D"/>
    <w:rsid w:val="001958FC"/>
    <w:rsid w:val="00195934"/>
    <w:rsid w:val="00195F8E"/>
    <w:rsid w:val="00196019"/>
    <w:rsid w:val="0019653E"/>
    <w:rsid w:val="001973C3"/>
    <w:rsid w:val="001A0963"/>
    <w:rsid w:val="001A09B7"/>
    <w:rsid w:val="001A0FDC"/>
    <w:rsid w:val="001A118F"/>
    <w:rsid w:val="001A1F79"/>
    <w:rsid w:val="001A24B3"/>
    <w:rsid w:val="001A2AA7"/>
    <w:rsid w:val="001A2AB0"/>
    <w:rsid w:val="001A311A"/>
    <w:rsid w:val="001A3CCC"/>
    <w:rsid w:val="001A410E"/>
    <w:rsid w:val="001A4642"/>
    <w:rsid w:val="001A4DCE"/>
    <w:rsid w:val="001A58DF"/>
    <w:rsid w:val="001A5CCC"/>
    <w:rsid w:val="001A60AC"/>
    <w:rsid w:val="001A6115"/>
    <w:rsid w:val="001A7443"/>
    <w:rsid w:val="001A7B60"/>
    <w:rsid w:val="001B298F"/>
    <w:rsid w:val="001B2D78"/>
    <w:rsid w:val="001B42E7"/>
    <w:rsid w:val="001B5955"/>
    <w:rsid w:val="001B62D9"/>
    <w:rsid w:val="001B730D"/>
    <w:rsid w:val="001B7639"/>
    <w:rsid w:val="001B7A65"/>
    <w:rsid w:val="001B7ED1"/>
    <w:rsid w:val="001C02D2"/>
    <w:rsid w:val="001C0E95"/>
    <w:rsid w:val="001C1A73"/>
    <w:rsid w:val="001C1CD1"/>
    <w:rsid w:val="001C2388"/>
    <w:rsid w:val="001C2BED"/>
    <w:rsid w:val="001C3256"/>
    <w:rsid w:val="001C39C1"/>
    <w:rsid w:val="001C438E"/>
    <w:rsid w:val="001C4672"/>
    <w:rsid w:val="001C4BF7"/>
    <w:rsid w:val="001C5291"/>
    <w:rsid w:val="001C6325"/>
    <w:rsid w:val="001C6A5C"/>
    <w:rsid w:val="001C6C3B"/>
    <w:rsid w:val="001C7C20"/>
    <w:rsid w:val="001D02B2"/>
    <w:rsid w:val="001D0DB4"/>
    <w:rsid w:val="001D0F9F"/>
    <w:rsid w:val="001D111A"/>
    <w:rsid w:val="001D2238"/>
    <w:rsid w:val="001D456E"/>
    <w:rsid w:val="001D45CB"/>
    <w:rsid w:val="001D4E9D"/>
    <w:rsid w:val="001D58EA"/>
    <w:rsid w:val="001D5D73"/>
    <w:rsid w:val="001D6419"/>
    <w:rsid w:val="001D64B8"/>
    <w:rsid w:val="001D7247"/>
    <w:rsid w:val="001E071E"/>
    <w:rsid w:val="001E1650"/>
    <w:rsid w:val="001E1D88"/>
    <w:rsid w:val="001E2E85"/>
    <w:rsid w:val="001E3B3B"/>
    <w:rsid w:val="001E41F3"/>
    <w:rsid w:val="001E4DA4"/>
    <w:rsid w:val="001E6659"/>
    <w:rsid w:val="001E68D3"/>
    <w:rsid w:val="001E6988"/>
    <w:rsid w:val="001E6A8F"/>
    <w:rsid w:val="001E6B6B"/>
    <w:rsid w:val="001E7356"/>
    <w:rsid w:val="001E7787"/>
    <w:rsid w:val="001E7BAC"/>
    <w:rsid w:val="001F0315"/>
    <w:rsid w:val="001F078B"/>
    <w:rsid w:val="001F1BD1"/>
    <w:rsid w:val="001F2838"/>
    <w:rsid w:val="001F3121"/>
    <w:rsid w:val="001F4334"/>
    <w:rsid w:val="001F48EE"/>
    <w:rsid w:val="001F4E4B"/>
    <w:rsid w:val="001F553E"/>
    <w:rsid w:val="001F5840"/>
    <w:rsid w:val="001F6644"/>
    <w:rsid w:val="001F6E1B"/>
    <w:rsid w:val="001F7149"/>
    <w:rsid w:val="001F79D9"/>
    <w:rsid w:val="001F7C26"/>
    <w:rsid w:val="001F7F06"/>
    <w:rsid w:val="00200AF6"/>
    <w:rsid w:val="00200FD9"/>
    <w:rsid w:val="00201273"/>
    <w:rsid w:val="0020151C"/>
    <w:rsid w:val="002023EE"/>
    <w:rsid w:val="00203397"/>
    <w:rsid w:val="002048B6"/>
    <w:rsid w:val="00206A11"/>
    <w:rsid w:val="00206B41"/>
    <w:rsid w:val="00206CE3"/>
    <w:rsid w:val="0020759E"/>
    <w:rsid w:val="00207ED5"/>
    <w:rsid w:val="00210308"/>
    <w:rsid w:val="00211278"/>
    <w:rsid w:val="0021185C"/>
    <w:rsid w:val="00212BE0"/>
    <w:rsid w:val="00212E5E"/>
    <w:rsid w:val="00212E6D"/>
    <w:rsid w:val="00213B2D"/>
    <w:rsid w:val="00214936"/>
    <w:rsid w:val="002153E1"/>
    <w:rsid w:val="00215B4A"/>
    <w:rsid w:val="00216139"/>
    <w:rsid w:val="00216252"/>
    <w:rsid w:val="00216D43"/>
    <w:rsid w:val="00221763"/>
    <w:rsid w:val="00221B10"/>
    <w:rsid w:val="0022245F"/>
    <w:rsid w:val="00222BEC"/>
    <w:rsid w:val="00222DFC"/>
    <w:rsid w:val="00222ECB"/>
    <w:rsid w:val="00223AF8"/>
    <w:rsid w:val="002262AB"/>
    <w:rsid w:val="002273D3"/>
    <w:rsid w:val="00227975"/>
    <w:rsid w:val="00230DAB"/>
    <w:rsid w:val="00230EE2"/>
    <w:rsid w:val="00232DDE"/>
    <w:rsid w:val="00233050"/>
    <w:rsid w:val="002333C0"/>
    <w:rsid w:val="002334FF"/>
    <w:rsid w:val="00233EE5"/>
    <w:rsid w:val="002354BA"/>
    <w:rsid w:val="00235561"/>
    <w:rsid w:val="002357D0"/>
    <w:rsid w:val="00235AE8"/>
    <w:rsid w:val="00235BB8"/>
    <w:rsid w:val="00236775"/>
    <w:rsid w:val="00237079"/>
    <w:rsid w:val="002370B7"/>
    <w:rsid w:val="00237AC2"/>
    <w:rsid w:val="00237C47"/>
    <w:rsid w:val="00242901"/>
    <w:rsid w:val="00242CF8"/>
    <w:rsid w:val="002441F5"/>
    <w:rsid w:val="002443E9"/>
    <w:rsid w:val="00244651"/>
    <w:rsid w:val="002457FE"/>
    <w:rsid w:val="00245F7F"/>
    <w:rsid w:val="00246CFF"/>
    <w:rsid w:val="00247037"/>
    <w:rsid w:val="00250205"/>
    <w:rsid w:val="00250B58"/>
    <w:rsid w:val="002516B6"/>
    <w:rsid w:val="00252365"/>
    <w:rsid w:val="00252A01"/>
    <w:rsid w:val="00252A8F"/>
    <w:rsid w:val="00252BFD"/>
    <w:rsid w:val="00254BA2"/>
    <w:rsid w:val="00255ED1"/>
    <w:rsid w:val="002567EC"/>
    <w:rsid w:val="0026004D"/>
    <w:rsid w:val="0026024D"/>
    <w:rsid w:val="00260C48"/>
    <w:rsid w:val="00263815"/>
    <w:rsid w:val="0026455B"/>
    <w:rsid w:val="002652AB"/>
    <w:rsid w:val="002665C4"/>
    <w:rsid w:val="002668F1"/>
    <w:rsid w:val="00267720"/>
    <w:rsid w:val="002701AC"/>
    <w:rsid w:val="00272C05"/>
    <w:rsid w:val="0027335B"/>
    <w:rsid w:val="00274BA0"/>
    <w:rsid w:val="0027514D"/>
    <w:rsid w:val="00275D12"/>
    <w:rsid w:val="00275D8A"/>
    <w:rsid w:val="00277009"/>
    <w:rsid w:val="002771D7"/>
    <w:rsid w:val="00277692"/>
    <w:rsid w:val="002778E2"/>
    <w:rsid w:val="002808B4"/>
    <w:rsid w:val="0028237D"/>
    <w:rsid w:val="002824E3"/>
    <w:rsid w:val="00282D34"/>
    <w:rsid w:val="00282EAF"/>
    <w:rsid w:val="00283A2D"/>
    <w:rsid w:val="00284128"/>
    <w:rsid w:val="00284D63"/>
    <w:rsid w:val="00285E68"/>
    <w:rsid w:val="002860C4"/>
    <w:rsid w:val="00287278"/>
    <w:rsid w:val="002876D7"/>
    <w:rsid w:val="00290044"/>
    <w:rsid w:val="002905A6"/>
    <w:rsid w:val="0029063C"/>
    <w:rsid w:val="002906AD"/>
    <w:rsid w:val="002914D3"/>
    <w:rsid w:val="00291C0D"/>
    <w:rsid w:val="00292DB7"/>
    <w:rsid w:val="0029342F"/>
    <w:rsid w:val="00293A09"/>
    <w:rsid w:val="00295832"/>
    <w:rsid w:val="002962F9"/>
    <w:rsid w:val="0029699E"/>
    <w:rsid w:val="002A013A"/>
    <w:rsid w:val="002A01CC"/>
    <w:rsid w:val="002A211B"/>
    <w:rsid w:val="002A403A"/>
    <w:rsid w:val="002A65F9"/>
    <w:rsid w:val="002A7A4E"/>
    <w:rsid w:val="002B03C2"/>
    <w:rsid w:val="002B1A91"/>
    <w:rsid w:val="002B1E2B"/>
    <w:rsid w:val="002B1E61"/>
    <w:rsid w:val="002B2D51"/>
    <w:rsid w:val="002B2EA9"/>
    <w:rsid w:val="002B30D2"/>
    <w:rsid w:val="002B509E"/>
    <w:rsid w:val="002B56B6"/>
    <w:rsid w:val="002B5741"/>
    <w:rsid w:val="002B68A9"/>
    <w:rsid w:val="002B6EF1"/>
    <w:rsid w:val="002C0282"/>
    <w:rsid w:val="002C04EC"/>
    <w:rsid w:val="002C12F4"/>
    <w:rsid w:val="002C1C50"/>
    <w:rsid w:val="002C2ADD"/>
    <w:rsid w:val="002C34C1"/>
    <w:rsid w:val="002C41FF"/>
    <w:rsid w:val="002C446C"/>
    <w:rsid w:val="002C45E2"/>
    <w:rsid w:val="002C4C8D"/>
    <w:rsid w:val="002C52CD"/>
    <w:rsid w:val="002C5C0C"/>
    <w:rsid w:val="002D1E05"/>
    <w:rsid w:val="002D4833"/>
    <w:rsid w:val="002D5153"/>
    <w:rsid w:val="002D6CCE"/>
    <w:rsid w:val="002D7929"/>
    <w:rsid w:val="002E0C91"/>
    <w:rsid w:val="002E1A54"/>
    <w:rsid w:val="002E1CB7"/>
    <w:rsid w:val="002E20AD"/>
    <w:rsid w:val="002E27E9"/>
    <w:rsid w:val="002E333A"/>
    <w:rsid w:val="002E5DBC"/>
    <w:rsid w:val="002E6789"/>
    <w:rsid w:val="002E797A"/>
    <w:rsid w:val="002F1B12"/>
    <w:rsid w:val="002F43B1"/>
    <w:rsid w:val="002F4FAA"/>
    <w:rsid w:val="002F5EE1"/>
    <w:rsid w:val="002F6C99"/>
    <w:rsid w:val="002F703B"/>
    <w:rsid w:val="003004EC"/>
    <w:rsid w:val="00300724"/>
    <w:rsid w:val="00301273"/>
    <w:rsid w:val="003019CC"/>
    <w:rsid w:val="003025CF"/>
    <w:rsid w:val="00305409"/>
    <w:rsid w:val="00305AAD"/>
    <w:rsid w:val="003066D7"/>
    <w:rsid w:val="003068D8"/>
    <w:rsid w:val="003075B9"/>
    <w:rsid w:val="00307601"/>
    <w:rsid w:val="00310487"/>
    <w:rsid w:val="003117B4"/>
    <w:rsid w:val="00314B60"/>
    <w:rsid w:val="00315600"/>
    <w:rsid w:val="003171B1"/>
    <w:rsid w:val="00317F6C"/>
    <w:rsid w:val="0032035C"/>
    <w:rsid w:val="003214FE"/>
    <w:rsid w:val="003218F7"/>
    <w:rsid w:val="00322BFB"/>
    <w:rsid w:val="00324A97"/>
    <w:rsid w:val="00325E16"/>
    <w:rsid w:val="00325EB1"/>
    <w:rsid w:val="00326031"/>
    <w:rsid w:val="00330812"/>
    <w:rsid w:val="003312C6"/>
    <w:rsid w:val="00331919"/>
    <w:rsid w:val="00331C5C"/>
    <w:rsid w:val="00332365"/>
    <w:rsid w:val="00332C15"/>
    <w:rsid w:val="0033365F"/>
    <w:rsid w:val="00334860"/>
    <w:rsid w:val="003354F3"/>
    <w:rsid w:val="003362BF"/>
    <w:rsid w:val="003366E5"/>
    <w:rsid w:val="00337E16"/>
    <w:rsid w:val="003400B6"/>
    <w:rsid w:val="00340DF0"/>
    <w:rsid w:val="00342E0D"/>
    <w:rsid w:val="0034332B"/>
    <w:rsid w:val="00343BBA"/>
    <w:rsid w:val="00343E28"/>
    <w:rsid w:val="0034593F"/>
    <w:rsid w:val="00346D3D"/>
    <w:rsid w:val="00347340"/>
    <w:rsid w:val="00347378"/>
    <w:rsid w:val="00350321"/>
    <w:rsid w:val="00351222"/>
    <w:rsid w:val="003516D2"/>
    <w:rsid w:val="003516DB"/>
    <w:rsid w:val="00351CCE"/>
    <w:rsid w:val="00353491"/>
    <w:rsid w:val="00353511"/>
    <w:rsid w:val="00355291"/>
    <w:rsid w:val="003554A7"/>
    <w:rsid w:val="003557F9"/>
    <w:rsid w:val="0035585D"/>
    <w:rsid w:val="00355B79"/>
    <w:rsid w:val="00355EB5"/>
    <w:rsid w:val="0035626B"/>
    <w:rsid w:val="00356705"/>
    <w:rsid w:val="0035697A"/>
    <w:rsid w:val="00356A37"/>
    <w:rsid w:val="0035713D"/>
    <w:rsid w:val="003578D3"/>
    <w:rsid w:val="00357D7E"/>
    <w:rsid w:val="00357EA6"/>
    <w:rsid w:val="0036005C"/>
    <w:rsid w:val="00360474"/>
    <w:rsid w:val="00360ADF"/>
    <w:rsid w:val="00360B86"/>
    <w:rsid w:val="003618C8"/>
    <w:rsid w:val="0036342E"/>
    <w:rsid w:val="003635DB"/>
    <w:rsid w:val="00365BF0"/>
    <w:rsid w:val="003713C2"/>
    <w:rsid w:val="0037235D"/>
    <w:rsid w:val="00372F4E"/>
    <w:rsid w:val="0037530C"/>
    <w:rsid w:val="0037593D"/>
    <w:rsid w:val="00375B2D"/>
    <w:rsid w:val="00375DED"/>
    <w:rsid w:val="00375F76"/>
    <w:rsid w:val="0037670F"/>
    <w:rsid w:val="00377455"/>
    <w:rsid w:val="00380415"/>
    <w:rsid w:val="00382807"/>
    <w:rsid w:val="00382BD0"/>
    <w:rsid w:val="00382EE8"/>
    <w:rsid w:val="00383132"/>
    <w:rsid w:val="00383205"/>
    <w:rsid w:val="00383903"/>
    <w:rsid w:val="00385C20"/>
    <w:rsid w:val="0038776B"/>
    <w:rsid w:val="00387932"/>
    <w:rsid w:val="00390D27"/>
    <w:rsid w:val="0039149A"/>
    <w:rsid w:val="00391BB9"/>
    <w:rsid w:val="00391E1A"/>
    <w:rsid w:val="00391E79"/>
    <w:rsid w:val="003922B7"/>
    <w:rsid w:val="00392462"/>
    <w:rsid w:val="00393A1F"/>
    <w:rsid w:val="0039435F"/>
    <w:rsid w:val="003945DE"/>
    <w:rsid w:val="00394803"/>
    <w:rsid w:val="00395E09"/>
    <w:rsid w:val="00395FDF"/>
    <w:rsid w:val="00396BC6"/>
    <w:rsid w:val="00397CC8"/>
    <w:rsid w:val="003A1843"/>
    <w:rsid w:val="003A1AE8"/>
    <w:rsid w:val="003A2390"/>
    <w:rsid w:val="003A2A1A"/>
    <w:rsid w:val="003A2E95"/>
    <w:rsid w:val="003A3069"/>
    <w:rsid w:val="003A394C"/>
    <w:rsid w:val="003A394E"/>
    <w:rsid w:val="003A46F5"/>
    <w:rsid w:val="003A4E40"/>
    <w:rsid w:val="003A4EE3"/>
    <w:rsid w:val="003A4FE7"/>
    <w:rsid w:val="003A500D"/>
    <w:rsid w:val="003A5791"/>
    <w:rsid w:val="003A5D30"/>
    <w:rsid w:val="003A6F26"/>
    <w:rsid w:val="003B000A"/>
    <w:rsid w:val="003B058F"/>
    <w:rsid w:val="003B0E38"/>
    <w:rsid w:val="003B1F5F"/>
    <w:rsid w:val="003B2924"/>
    <w:rsid w:val="003B2D23"/>
    <w:rsid w:val="003B595E"/>
    <w:rsid w:val="003B61F7"/>
    <w:rsid w:val="003B6FD1"/>
    <w:rsid w:val="003B7996"/>
    <w:rsid w:val="003C0DA3"/>
    <w:rsid w:val="003C10AB"/>
    <w:rsid w:val="003C16FF"/>
    <w:rsid w:val="003C1CE0"/>
    <w:rsid w:val="003C294D"/>
    <w:rsid w:val="003C2DC3"/>
    <w:rsid w:val="003C4144"/>
    <w:rsid w:val="003C504E"/>
    <w:rsid w:val="003C55A8"/>
    <w:rsid w:val="003C765F"/>
    <w:rsid w:val="003D0E27"/>
    <w:rsid w:val="003D120B"/>
    <w:rsid w:val="003D1AE8"/>
    <w:rsid w:val="003D209B"/>
    <w:rsid w:val="003D2A69"/>
    <w:rsid w:val="003D2DAB"/>
    <w:rsid w:val="003D310F"/>
    <w:rsid w:val="003D437C"/>
    <w:rsid w:val="003D4389"/>
    <w:rsid w:val="003D465D"/>
    <w:rsid w:val="003D5A6F"/>
    <w:rsid w:val="003E0080"/>
    <w:rsid w:val="003E01CB"/>
    <w:rsid w:val="003E095D"/>
    <w:rsid w:val="003E0A40"/>
    <w:rsid w:val="003E0D36"/>
    <w:rsid w:val="003E1728"/>
    <w:rsid w:val="003E1A36"/>
    <w:rsid w:val="003E3330"/>
    <w:rsid w:val="003E3ECB"/>
    <w:rsid w:val="003E5B9D"/>
    <w:rsid w:val="003E6140"/>
    <w:rsid w:val="003E6DAF"/>
    <w:rsid w:val="003E7D92"/>
    <w:rsid w:val="003E7ED5"/>
    <w:rsid w:val="003F1481"/>
    <w:rsid w:val="003F328F"/>
    <w:rsid w:val="003F336D"/>
    <w:rsid w:val="003F35F7"/>
    <w:rsid w:val="003F4610"/>
    <w:rsid w:val="003F46D7"/>
    <w:rsid w:val="003F5383"/>
    <w:rsid w:val="003F5582"/>
    <w:rsid w:val="003F599D"/>
    <w:rsid w:val="003F6286"/>
    <w:rsid w:val="003F6BF1"/>
    <w:rsid w:val="003F7119"/>
    <w:rsid w:val="003F7C32"/>
    <w:rsid w:val="00400008"/>
    <w:rsid w:val="00400526"/>
    <w:rsid w:val="00400B5D"/>
    <w:rsid w:val="0040195D"/>
    <w:rsid w:val="00403533"/>
    <w:rsid w:val="004038CC"/>
    <w:rsid w:val="00403FA8"/>
    <w:rsid w:val="00404738"/>
    <w:rsid w:val="00404BB5"/>
    <w:rsid w:val="00404BFE"/>
    <w:rsid w:val="00406015"/>
    <w:rsid w:val="00406CF7"/>
    <w:rsid w:val="004077BF"/>
    <w:rsid w:val="00410F95"/>
    <w:rsid w:val="004112B7"/>
    <w:rsid w:val="00412289"/>
    <w:rsid w:val="004127E9"/>
    <w:rsid w:val="00415190"/>
    <w:rsid w:val="00416A94"/>
    <w:rsid w:val="0041732B"/>
    <w:rsid w:val="00417405"/>
    <w:rsid w:val="00420383"/>
    <w:rsid w:val="00420F2D"/>
    <w:rsid w:val="00421CB5"/>
    <w:rsid w:val="00422221"/>
    <w:rsid w:val="00422922"/>
    <w:rsid w:val="00422BAC"/>
    <w:rsid w:val="00423763"/>
    <w:rsid w:val="004237FF"/>
    <w:rsid w:val="00424056"/>
    <w:rsid w:val="004242F1"/>
    <w:rsid w:val="004244D7"/>
    <w:rsid w:val="00425728"/>
    <w:rsid w:val="00425E06"/>
    <w:rsid w:val="00426125"/>
    <w:rsid w:val="0042691E"/>
    <w:rsid w:val="00426DCF"/>
    <w:rsid w:val="00427493"/>
    <w:rsid w:val="004275B7"/>
    <w:rsid w:val="004277CE"/>
    <w:rsid w:val="00427FB5"/>
    <w:rsid w:val="004303D1"/>
    <w:rsid w:val="00430BAE"/>
    <w:rsid w:val="00431074"/>
    <w:rsid w:val="00431DBC"/>
    <w:rsid w:val="004325FE"/>
    <w:rsid w:val="00433234"/>
    <w:rsid w:val="00433422"/>
    <w:rsid w:val="0043474B"/>
    <w:rsid w:val="00434961"/>
    <w:rsid w:val="00434AFF"/>
    <w:rsid w:val="00435AEC"/>
    <w:rsid w:val="004366ED"/>
    <w:rsid w:val="00436F89"/>
    <w:rsid w:val="0044032D"/>
    <w:rsid w:val="00440AEA"/>
    <w:rsid w:val="00442E52"/>
    <w:rsid w:val="00443019"/>
    <w:rsid w:val="0044366E"/>
    <w:rsid w:val="0044370D"/>
    <w:rsid w:val="00443B57"/>
    <w:rsid w:val="00444FE8"/>
    <w:rsid w:val="004469C9"/>
    <w:rsid w:val="00446E60"/>
    <w:rsid w:val="00446FFB"/>
    <w:rsid w:val="0044745B"/>
    <w:rsid w:val="0044755D"/>
    <w:rsid w:val="0044787F"/>
    <w:rsid w:val="004478DB"/>
    <w:rsid w:val="004500CB"/>
    <w:rsid w:val="00451A22"/>
    <w:rsid w:val="00452132"/>
    <w:rsid w:val="004524F3"/>
    <w:rsid w:val="00452976"/>
    <w:rsid w:val="00453845"/>
    <w:rsid w:val="00453E83"/>
    <w:rsid w:val="004542A7"/>
    <w:rsid w:val="00455913"/>
    <w:rsid w:val="00455C67"/>
    <w:rsid w:val="00456D1D"/>
    <w:rsid w:val="00457384"/>
    <w:rsid w:val="00461B67"/>
    <w:rsid w:val="00462CC0"/>
    <w:rsid w:val="0046362D"/>
    <w:rsid w:val="00464594"/>
    <w:rsid w:val="0046464F"/>
    <w:rsid w:val="00464A70"/>
    <w:rsid w:val="0047002F"/>
    <w:rsid w:val="00471067"/>
    <w:rsid w:val="00471A8E"/>
    <w:rsid w:val="00471AE3"/>
    <w:rsid w:val="00471D5D"/>
    <w:rsid w:val="0047347A"/>
    <w:rsid w:val="00473D50"/>
    <w:rsid w:val="004745C5"/>
    <w:rsid w:val="0047460A"/>
    <w:rsid w:val="00474D80"/>
    <w:rsid w:val="00476059"/>
    <w:rsid w:val="0047634F"/>
    <w:rsid w:val="00476FD5"/>
    <w:rsid w:val="0047761C"/>
    <w:rsid w:val="004778F1"/>
    <w:rsid w:val="00477AAB"/>
    <w:rsid w:val="00480617"/>
    <w:rsid w:val="0048179C"/>
    <w:rsid w:val="004834CA"/>
    <w:rsid w:val="00483F4C"/>
    <w:rsid w:val="00486AD0"/>
    <w:rsid w:val="00486B55"/>
    <w:rsid w:val="00487AEA"/>
    <w:rsid w:val="00490476"/>
    <w:rsid w:val="00490DF3"/>
    <w:rsid w:val="00491BCA"/>
    <w:rsid w:val="004922A1"/>
    <w:rsid w:val="00492DAE"/>
    <w:rsid w:val="00494DA0"/>
    <w:rsid w:val="004958E6"/>
    <w:rsid w:val="00495DB0"/>
    <w:rsid w:val="0049676F"/>
    <w:rsid w:val="004967EE"/>
    <w:rsid w:val="00497110"/>
    <w:rsid w:val="0049757F"/>
    <w:rsid w:val="004A01D4"/>
    <w:rsid w:val="004A16F7"/>
    <w:rsid w:val="004A1EFE"/>
    <w:rsid w:val="004A1FF2"/>
    <w:rsid w:val="004A267E"/>
    <w:rsid w:val="004A27B2"/>
    <w:rsid w:val="004A294A"/>
    <w:rsid w:val="004A2C3C"/>
    <w:rsid w:val="004A2D68"/>
    <w:rsid w:val="004A2E63"/>
    <w:rsid w:val="004A4473"/>
    <w:rsid w:val="004A69FE"/>
    <w:rsid w:val="004A7BDA"/>
    <w:rsid w:val="004A7DB7"/>
    <w:rsid w:val="004B079B"/>
    <w:rsid w:val="004B18D8"/>
    <w:rsid w:val="004B2333"/>
    <w:rsid w:val="004B29F9"/>
    <w:rsid w:val="004B2E38"/>
    <w:rsid w:val="004B4A8F"/>
    <w:rsid w:val="004B58A3"/>
    <w:rsid w:val="004B75B7"/>
    <w:rsid w:val="004B7A95"/>
    <w:rsid w:val="004C2F5D"/>
    <w:rsid w:val="004C4395"/>
    <w:rsid w:val="004C455F"/>
    <w:rsid w:val="004C518B"/>
    <w:rsid w:val="004C546A"/>
    <w:rsid w:val="004C5FB0"/>
    <w:rsid w:val="004D03F0"/>
    <w:rsid w:val="004D05EA"/>
    <w:rsid w:val="004D0A14"/>
    <w:rsid w:val="004D271C"/>
    <w:rsid w:val="004D2ADA"/>
    <w:rsid w:val="004D2BAA"/>
    <w:rsid w:val="004D2BEF"/>
    <w:rsid w:val="004D4582"/>
    <w:rsid w:val="004D46A9"/>
    <w:rsid w:val="004D4E33"/>
    <w:rsid w:val="004D514F"/>
    <w:rsid w:val="004D526A"/>
    <w:rsid w:val="004D6774"/>
    <w:rsid w:val="004D6816"/>
    <w:rsid w:val="004D6C79"/>
    <w:rsid w:val="004E1289"/>
    <w:rsid w:val="004E1F85"/>
    <w:rsid w:val="004E3362"/>
    <w:rsid w:val="004E38B2"/>
    <w:rsid w:val="004E4175"/>
    <w:rsid w:val="004E43EE"/>
    <w:rsid w:val="004E46C7"/>
    <w:rsid w:val="004E57BF"/>
    <w:rsid w:val="004E5B97"/>
    <w:rsid w:val="004E5DBC"/>
    <w:rsid w:val="004E72E0"/>
    <w:rsid w:val="004E7AAA"/>
    <w:rsid w:val="004E7B81"/>
    <w:rsid w:val="004F0124"/>
    <w:rsid w:val="004F030B"/>
    <w:rsid w:val="004F063B"/>
    <w:rsid w:val="004F0BCB"/>
    <w:rsid w:val="004F1646"/>
    <w:rsid w:val="004F26A5"/>
    <w:rsid w:val="004F307C"/>
    <w:rsid w:val="004F3108"/>
    <w:rsid w:val="004F4250"/>
    <w:rsid w:val="004F4EFF"/>
    <w:rsid w:val="004F5052"/>
    <w:rsid w:val="004F6550"/>
    <w:rsid w:val="004F67A0"/>
    <w:rsid w:val="004F7B27"/>
    <w:rsid w:val="0050173C"/>
    <w:rsid w:val="00504E23"/>
    <w:rsid w:val="00505132"/>
    <w:rsid w:val="00506492"/>
    <w:rsid w:val="0050661C"/>
    <w:rsid w:val="00510072"/>
    <w:rsid w:val="00510613"/>
    <w:rsid w:val="00510D17"/>
    <w:rsid w:val="005113A9"/>
    <w:rsid w:val="0051232E"/>
    <w:rsid w:val="0051388F"/>
    <w:rsid w:val="00514C90"/>
    <w:rsid w:val="00515201"/>
    <w:rsid w:val="005156D2"/>
    <w:rsid w:val="005157D7"/>
    <w:rsid w:val="0051580D"/>
    <w:rsid w:val="00516D8B"/>
    <w:rsid w:val="0051755D"/>
    <w:rsid w:val="00520853"/>
    <w:rsid w:val="00520E69"/>
    <w:rsid w:val="00521382"/>
    <w:rsid w:val="0052168C"/>
    <w:rsid w:val="00522FC8"/>
    <w:rsid w:val="0052397E"/>
    <w:rsid w:val="00524B28"/>
    <w:rsid w:val="005256E0"/>
    <w:rsid w:val="00526056"/>
    <w:rsid w:val="00526162"/>
    <w:rsid w:val="00527397"/>
    <w:rsid w:val="00527D8A"/>
    <w:rsid w:val="005304A0"/>
    <w:rsid w:val="005304E0"/>
    <w:rsid w:val="00530DBD"/>
    <w:rsid w:val="00531850"/>
    <w:rsid w:val="005319C0"/>
    <w:rsid w:val="00531B6A"/>
    <w:rsid w:val="00531FD1"/>
    <w:rsid w:val="005322B4"/>
    <w:rsid w:val="00532B17"/>
    <w:rsid w:val="0053358C"/>
    <w:rsid w:val="00535620"/>
    <w:rsid w:val="00535A4A"/>
    <w:rsid w:val="00535F5B"/>
    <w:rsid w:val="00536288"/>
    <w:rsid w:val="0053687B"/>
    <w:rsid w:val="0054284D"/>
    <w:rsid w:val="00542C3F"/>
    <w:rsid w:val="0054374C"/>
    <w:rsid w:val="00544AC0"/>
    <w:rsid w:val="00544C62"/>
    <w:rsid w:val="00544D55"/>
    <w:rsid w:val="005468A0"/>
    <w:rsid w:val="00546F46"/>
    <w:rsid w:val="00547A87"/>
    <w:rsid w:val="005506D6"/>
    <w:rsid w:val="00550D0E"/>
    <w:rsid w:val="005513AD"/>
    <w:rsid w:val="00551572"/>
    <w:rsid w:val="00551700"/>
    <w:rsid w:val="00552E7C"/>
    <w:rsid w:val="0055331D"/>
    <w:rsid w:val="00554D9F"/>
    <w:rsid w:val="00557B53"/>
    <w:rsid w:val="005606F4"/>
    <w:rsid w:val="005619BD"/>
    <w:rsid w:val="00561AD8"/>
    <w:rsid w:val="005622B2"/>
    <w:rsid w:val="00564829"/>
    <w:rsid w:val="00565701"/>
    <w:rsid w:val="00565B9C"/>
    <w:rsid w:val="00566F31"/>
    <w:rsid w:val="00570979"/>
    <w:rsid w:val="0057135C"/>
    <w:rsid w:val="0057147F"/>
    <w:rsid w:val="00571B04"/>
    <w:rsid w:val="00572D18"/>
    <w:rsid w:val="00573330"/>
    <w:rsid w:val="00573DC9"/>
    <w:rsid w:val="00573E4B"/>
    <w:rsid w:val="005767EE"/>
    <w:rsid w:val="005768D3"/>
    <w:rsid w:val="00576B14"/>
    <w:rsid w:val="005779EE"/>
    <w:rsid w:val="00580172"/>
    <w:rsid w:val="0058078C"/>
    <w:rsid w:val="0058089E"/>
    <w:rsid w:val="005819DA"/>
    <w:rsid w:val="00582922"/>
    <w:rsid w:val="00582E26"/>
    <w:rsid w:val="00583CA6"/>
    <w:rsid w:val="00584246"/>
    <w:rsid w:val="005845ED"/>
    <w:rsid w:val="005848AD"/>
    <w:rsid w:val="00584F30"/>
    <w:rsid w:val="00585591"/>
    <w:rsid w:val="005858FF"/>
    <w:rsid w:val="00585C6E"/>
    <w:rsid w:val="00586440"/>
    <w:rsid w:val="00587160"/>
    <w:rsid w:val="005877C7"/>
    <w:rsid w:val="00587F37"/>
    <w:rsid w:val="00587FA1"/>
    <w:rsid w:val="005904D8"/>
    <w:rsid w:val="0059092C"/>
    <w:rsid w:val="00592D74"/>
    <w:rsid w:val="00593377"/>
    <w:rsid w:val="005945FE"/>
    <w:rsid w:val="00595327"/>
    <w:rsid w:val="0059556C"/>
    <w:rsid w:val="005968B4"/>
    <w:rsid w:val="00596D42"/>
    <w:rsid w:val="005972C6"/>
    <w:rsid w:val="00597BEC"/>
    <w:rsid w:val="005A0F09"/>
    <w:rsid w:val="005A137A"/>
    <w:rsid w:val="005A181A"/>
    <w:rsid w:val="005A2354"/>
    <w:rsid w:val="005A2D31"/>
    <w:rsid w:val="005A3951"/>
    <w:rsid w:val="005A5C8F"/>
    <w:rsid w:val="005A655A"/>
    <w:rsid w:val="005A68FB"/>
    <w:rsid w:val="005A744C"/>
    <w:rsid w:val="005B0F55"/>
    <w:rsid w:val="005B0F9B"/>
    <w:rsid w:val="005B0FF9"/>
    <w:rsid w:val="005B10F4"/>
    <w:rsid w:val="005B22F5"/>
    <w:rsid w:val="005B29CC"/>
    <w:rsid w:val="005B3607"/>
    <w:rsid w:val="005B4DD5"/>
    <w:rsid w:val="005B549F"/>
    <w:rsid w:val="005B658C"/>
    <w:rsid w:val="005B6AAA"/>
    <w:rsid w:val="005B6D97"/>
    <w:rsid w:val="005C167D"/>
    <w:rsid w:val="005C1697"/>
    <w:rsid w:val="005C36E8"/>
    <w:rsid w:val="005C3EFA"/>
    <w:rsid w:val="005C403E"/>
    <w:rsid w:val="005C4584"/>
    <w:rsid w:val="005C4614"/>
    <w:rsid w:val="005C471A"/>
    <w:rsid w:val="005C5AE4"/>
    <w:rsid w:val="005C5B7A"/>
    <w:rsid w:val="005C5EA8"/>
    <w:rsid w:val="005C63AD"/>
    <w:rsid w:val="005C68B8"/>
    <w:rsid w:val="005C79CE"/>
    <w:rsid w:val="005C7AD4"/>
    <w:rsid w:val="005D0469"/>
    <w:rsid w:val="005D1095"/>
    <w:rsid w:val="005D10C2"/>
    <w:rsid w:val="005D10E8"/>
    <w:rsid w:val="005D1FDA"/>
    <w:rsid w:val="005D2418"/>
    <w:rsid w:val="005D2E8D"/>
    <w:rsid w:val="005D33AD"/>
    <w:rsid w:val="005D370C"/>
    <w:rsid w:val="005D4B7D"/>
    <w:rsid w:val="005D4F46"/>
    <w:rsid w:val="005D50BA"/>
    <w:rsid w:val="005D6616"/>
    <w:rsid w:val="005D7DBC"/>
    <w:rsid w:val="005E115A"/>
    <w:rsid w:val="005E2C44"/>
    <w:rsid w:val="005E3571"/>
    <w:rsid w:val="005E41D0"/>
    <w:rsid w:val="005E5825"/>
    <w:rsid w:val="005E58A0"/>
    <w:rsid w:val="005E6BDB"/>
    <w:rsid w:val="005E706C"/>
    <w:rsid w:val="005F055C"/>
    <w:rsid w:val="005F067E"/>
    <w:rsid w:val="005F0812"/>
    <w:rsid w:val="005F1D42"/>
    <w:rsid w:val="005F2365"/>
    <w:rsid w:val="005F2D39"/>
    <w:rsid w:val="005F3AEE"/>
    <w:rsid w:val="005F3D20"/>
    <w:rsid w:val="005F4248"/>
    <w:rsid w:val="005F427A"/>
    <w:rsid w:val="005F478B"/>
    <w:rsid w:val="005F5407"/>
    <w:rsid w:val="005F5EF2"/>
    <w:rsid w:val="005F62B9"/>
    <w:rsid w:val="005F7006"/>
    <w:rsid w:val="005F7BBE"/>
    <w:rsid w:val="006001B6"/>
    <w:rsid w:val="00600341"/>
    <w:rsid w:val="0060084A"/>
    <w:rsid w:val="00601058"/>
    <w:rsid w:val="006017DD"/>
    <w:rsid w:val="0060189C"/>
    <w:rsid w:val="006022AC"/>
    <w:rsid w:val="0060297D"/>
    <w:rsid w:val="00602F12"/>
    <w:rsid w:val="0060574D"/>
    <w:rsid w:val="00607805"/>
    <w:rsid w:val="00607E8E"/>
    <w:rsid w:val="006107BC"/>
    <w:rsid w:val="0061080B"/>
    <w:rsid w:val="0061129A"/>
    <w:rsid w:val="00611314"/>
    <w:rsid w:val="00611B24"/>
    <w:rsid w:val="00611F47"/>
    <w:rsid w:val="00612A78"/>
    <w:rsid w:val="00613861"/>
    <w:rsid w:val="0061401A"/>
    <w:rsid w:val="006203A7"/>
    <w:rsid w:val="00620BC0"/>
    <w:rsid w:val="00620EAE"/>
    <w:rsid w:val="00621188"/>
    <w:rsid w:val="006217EB"/>
    <w:rsid w:val="006244DA"/>
    <w:rsid w:val="006244E2"/>
    <w:rsid w:val="00624A70"/>
    <w:rsid w:val="00624BE9"/>
    <w:rsid w:val="00624E47"/>
    <w:rsid w:val="00625636"/>
    <w:rsid w:val="006257ED"/>
    <w:rsid w:val="006260FB"/>
    <w:rsid w:val="006265FF"/>
    <w:rsid w:val="00626E28"/>
    <w:rsid w:val="0063118D"/>
    <w:rsid w:val="006321D2"/>
    <w:rsid w:val="00632E47"/>
    <w:rsid w:val="006342BF"/>
    <w:rsid w:val="00634539"/>
    <w:rsid w:val="00634DDC"/>
    <w:rsid w:val="00635160"/>
    <w:rsid w:val="00640480"/>
    <w:rsid w:val="006404DE"/>
    <w:rsid w:val="006408FF"/>
    <w:rsid w:val="00640A64"/>
    <w:rsid w:val="006413DB"/>
    <w:rsid w:val="006416D0"/>
    <w:rsid w:val="00643FFA"/>
    <w:rsid w:val="00644573"/>
    <w:rsid w:val="0064471B"/>
    <w:rsid w:val="0064675B"/>
    <w:rsid w:val="00646BD3"/>
    <w:rsid w:val="006476BD"/>
    <w:rsid w:val="006500C3"/>
    <w:rsid w:val="00650219"/>
    <w:rsid w:val="00650854"/>
    <w:rsid w:val="00650ECF"/>
    <w:rsid w:val="00651888"/>
    <w:rsid w:val="00652498"/>
    <w:rsid w:val="006528B3"/>
    <w:rsid w:val="006535B1"/>
    <w:rsid w:val="00653853"/>
    <w:rsid w:val="00655A01"/>
    <w:rsid w:val="00655A09"/>
    <w:rsid w:val="00655D3C"/>
    <w:rsid w:val="00660A5D"/>
    <w:rsid w:val="00661124"/>
    <w:rsid w:val="006612E5"/>
    <w:rsid w:val="006616A8"/>
    <w:rsid w:val="00662FC7"/>
    <w:rsid w:val="006635E9"/>
    <w:rsid w:val="006638B1"/>
    <w:rsid w:val="0066506E"/>
    <w:rsid w:val="00665B5A"/>
    <w:rsid w:val="00666866"/>
    <w:rsid w:val="00666FC9"/>
    <w:rsid w:val="00667586"/>
    <w:rsid w:val="00670BDB"/>
    <w:rsid w:val="00671014"/>
    <w:rsid w:val="006713D4"/>
    <w:rsid w:val="00671F3E"/>
    <w:rsid w:val="00672832"/>
    <w:rsid w:val="00672B86"/>
    <w:rsid w:val="00672D9A"/>
    <w:rsid w:val="0067361F"/>
    <w:rsid w:val="00674779"/>
    <w:rsid w:val="00676E33"/>
    <w:rsid w:val="00677237"/>
    <w:rsid w:val="006774B0"/>
    <w:rsid w:val="00677667"/>
    <w:rsid w:val="00681202"/>
    <w:rsid w:val="00682F3C"/>
    <w:rsid w:val="00683B4F"/>
    <w:rsid w:val="006840E3"/>
    <w:rsid w:val="00687636"/>
    <w:rsid w:val="00687963"/>
    <w:rsid w:val="006906E1"/>
    <w:rsid w:val="00690C31"/>
    <w:rsid w:val="00691494"/>
    <w:rsid w:val="0069248B"/>
    <w:rsid w:val="00693A95"/>
    <w:rsid w:val="00694388"/>
    <w:rsid w:val="00694822"/>
    <w:rsid w:val="00694F4B"/>
    <w:rsid w:val="00695058"/>
    <w:rsid w:val="00695808"/>
    <w:rsid w:val="006A00FD"/>
    <w:rsid w:val="006A07C8"/>
    <w:rsid w:val="006A09C1"/>
    <w:rsid w:val="006A0ADE"/>
    <w:rsid w:val="006A0B7E"/>
    <w:rsid w:val="006A0BC5"/>
    <w:rsid w:val="006A1CC8"/>
    <w:rsid w:val="006A21B1"/>
    <w:rsid w:val="006A22AE"/>
    <w:rsid w:val="006A2759"/>
    <w:rsid w:val="006A2B23"/>
    <w:rsid w:val="006A3116"/>
    <w:rsid w:val="006A3151"/>
    <w:rsid w:val="006A3895"/>
    <w:rsid w:val="006A38D5"/>
    <w:rsid w:val="006A3B08"/>
    <w:rsid w:val="006A6988"/>
    <w:rsid w:val="006A790D"/>
    <w:rsid w:val="006A7CC9"/>
    <w:rsid w:val="006B0766"/>
    <w:rsid w:val="006B0C63"/>
    <w:rsid w:val="006B1648"/>
    <w:rsid w:val="006B2899"/>
    <w:rsid w:val="006B33DE"/>
    <w:rsid w:val="006B3509"/>
    <w:rsid w:val="006B3955"/>
    <w:rsid w:val="006B3A5B"/>
    <w:rsid w:val="006B3B8E"/>
    <w:rsid w:val="006B3BD2"/>
    <w:rsid w:val="006B42A3"/>
    <w:rsid w:val="006B43AE"/>
    <w:rsid w:val="006B46FB"/>
    <w:rsid w:val="006B4CF9"/>
    <w:rsid w:val="006B4E52"/>
    <w:rsid w:val="006B4F05"/>
    <w:rsid w:val="006B5E24"/>
    <w:rsid w:val="006B60BF"/>
    <w:rsid w:val="006B6ACE"/>
    <w:rsid w:val="006B7FC8"/>
    <w:rsid w:val="006C033B"/>
    <w:rsid w:val="006C0ED7"/>
    <w:rsid w:val="006C2810"/>
    <w:rsid w:val="006C28E1"/>
    <w:rsid w:val="006C2A35"/>
    <w:rsid w:val="006C39C2"/>
    <w:rsid w:val="006C3EA8"/>
    <w:rsid w:val="006C4009"/>
    <w:rsid w:val="006C4662"/>
    <w:rsid w:val="006C49AF"/>
    <w:rsid w:val="006C50DC"/>
    <w:rsid w:val="006C5891"/>
    <w:rsid w:val="006C5D8F"/>
    <w:rsid w:val="006C6322"/>
    <w:rsid w:val="006C68EA"/>
    <w:rsid w:val="006C6C50"/>
    <w:rsid w:val="006C7D3B"/>
    <w:rsid w:val="006D0ABD"/>
    <w:rsid w:val="006D34C6"/>
    <w:rsid w:val="006D3D48"/>
    <w:rsid w:val="006D4A91"/>
    <w:rsid w:val="006D4AF0"/>
    <w:rsid w:val="006D5290"/>
    <w:rsid w:val="006D5395"/>
    <w:rsid w:val="006D5756"/>
    <w:rsid w:val="006D5DA7"/>
    <w:rsid w:val="006D6484"/>
    <w:rsid w:val="006D72E2"/>
    <w:rsid w:val="006D7419"/>
    <w:rsid w:val="006E03A7"/>
    <w:rsid w:val="006E0C6E"/>
    <w:rsid w:val="006E0E3F"/>
    <w:rsid w:val="006E1737"/>
    <w:rsid w:val="006E1924"/>
    <w:rsid w:val="006E1E62"/>
    <w:rsid w:val="006E21FB"/>
    <w:rsid w:val="006E2334"/>
    <w:rsid w:val="006E2459"/>
    <w:rsid w:val="006E27D7"/>
    <w:rsid w:val="006E2BE9"/>
    <w:rsid w:val="006E307E"/>
    <w:rsid w:val="006E44F7"/>
    <w:rsid w:val="006E45A4"/>
    <w:rsid w:val="006E4BAF"/>
    <w:rsid w:val="006E5379"/>
    <w:rsid w:val="006E5DA7"/>
    <w:rsid w:val="006E606C"/>
    <w:rsid w:val="006E6457"/>
    <w:rsid w:val="006E667B"/>
    <w:rsid w:val="006E709C"/>
    <w:rsid w:val="006E7CEB"/>
    <w:rsid w:val="006F0E3C"/>
    <w:rsid w:val="006F2525"/>
    <w:rsid w:val="006F3193"/>
    <w:rsid w:val="006F3554"/>
    <w:rsid w:val="006F59B2"/>
    <w:rsid w:val="006F7C60"/>
    <w:rsid w:val="0070011A"/>
    <w:rsid w:val="007002EE"/>
    <w:rsid w:val="00700807"/>
    <w:rsid w:val="007019B8"/>
    <w:rsid w:val="00701BDB"/>
    <w:rsid w:val="007026D4"/>
    <w:rsid w:val="00702A5E"/>
    <w:rsid w:val="007044BD"/>
    <w:rsid w:val="00706AC2"/>
    <w:rsid w:val="007109B6"/>
    <w:rsid w:val="007115AE"/>
    <w:rsid w:val="007117C2"/>
    <w:rsid w:val="00711C55"/>
    <w:rsid w:val="00711DE7"/>
    <w:rsid w:val="00711F81"/>
    <w:rsid w:val="00712802"/>
    <w:rsid w:val="007128EB"/>
    <w:rsid w:val="007133A7"/>
    <w:rsid w:val="00713FC4"/>
    <w:rsid w:val="0071472A"/>
    <w:rsid w:val="007147BB"/>
    <w:rsid w:val="00714A6D"/>
    <w:rsid w:val="00714DC9"/>
    <w:rsid w:val="00715E36"/>
    <w:rsid w:val="00716168"/>
    <w:rsid w:val="007161A9"/>
    <w:rsid w:val="00716A8D"/>
    <w:rsid w:val="00716C4A"/>
    <w:rsid w:val="00717528"/>
    <w:rsid w:val="00717EF8"/>
    <w:rsid w:val="00717FDA"/>
    <w:rsid w:val="00720923"/>
    <w:rsid w:val="00720FA2"/>
    <w:rsid w:val="0072291C"/>
    <w:rsid w:val="00724BBC"/>
    <w:rsid w:val="00724ED7"/>
    <w:rsid w:val="00724FDB"/>
    <w:rsid w:val="00725152"/>
    <w:rsid w:val="00725188"/>
    <w:rsid w:val="007252EC"/>
    <w:rsid w:val="00726270"/>
    <w:rsid w:val="007314E5"/>
    <w:rsid w:val="00732A7A"/>
    <w:rsid w:val="00733887"/>
    <w:rsid w:val="00736664"/>
    <w:rsid w:val="007373E5"/>
    <w:rsid w:val="00740286"/>
    <w:rsid w:val="007408D4"/>
    <w:rsid w:val="00740C98"/>
    <w:rsid w:val="0074100B"/>
    <w:rsid w:val="00741972"/>
    <w:rsid w:val="00741A89"/>
    <w:rsid w:val="00741CC7"/>
    <w:rsid w:val="0074246F"/>
    <w:rsid w:val="0074271D"/>
    <w:rsid w:val="00742825"/>
    <w:rsid w:val="00742BF2"/>
    <w:rsid w:val="0074578C"/>
    <w:rsid w:val="0074646D"/>
    <w:rsid w:val="00746A65"/>
    <w:rsid w:val="00746D4F"/>
    <w:rsid w:val="007471C9"/>
    <w:rsid w:val="00747AED"/>
    <w:rsid w:val="00750549"/>
    <w:rsid w:val="0075137D"/>
    <w:rsid w:val="0075149D"/>
    <w:rsid w:val="0075150E"/>
    <w:rsid w:val="00751D5D"/>
    <w:rsid w:val="00753C93"/>
    <w:rsid w:val="007545AE"/>
    <w:rsid w:val="00755220"/>
    <w:rsid w:val="00755A0C"/>
    <w:rsid w:val="00755EA9"/>
    <w:rsid w:val="00756397"/>
    <w:rsid w:val="00756877"/>
    <w:rsid w:val="00756EDF"/>
    <w:rsid w:val="007571F0"/>
    <w:rsid w:val="007573EF"/>
    <w:rsid w:val="00757BFF"/>
    <w:rsid w:val="00757DE3"/>
    <w:rsid w:val="00760FA1"/>
    <w:rsid w:val="007614F3"/>
    <w:rsid w:val="00761922"/>
    <w:rsid w:val="00762DA5"/>
    <w:rsid w:val="0076361E"/>
    <w:rsid w:val="00764C02"/>
    <w:rsid w:val="0076575C"/>
    <w:rsid w:val="00767E74"/>
    <w:rsid w:val="0077014B"/>
    <w:rsid w:val="007701C2"/>
    <w:rsid w:val="00770AAA"/>
    <w:rsid w:val="00771686"/>
    <w:rsid w:val="007717ED"/>
    <w:rsid w:val="007724CA"/>
    <w:rsid w:val="00773361"/>
    <w:rsid w:val="0077378F"/>
    <w:rsid w:val="00774D38"/>
    <w:rsid w:val="007761F0"/>
    <w:rsid w:val="00776B92"/>
    <w:rsid w:val="00776EBF"/>
    <w:rsid w:val="007805F6"/>
    <w:rsid w:val="00780823"/>
    <w:rsid w:val="00780A61"/>
    <w:rsid w:val="00782186"/>
    <w:rsid w:val="00782B81"/>
    <w:rsid w:val="00784360"/>
    <w:rsid w:val="007858FE"/>
    <w:rsid w:val="00785B9E"/>
    <w:rsid w:val="00786423"/>
    <w:rsid w:val="0078647A"/>
    <w:rsid w:val="00786BF6"/>
    <w:rsid w:val="00787158"/>
    <w:rsid w:val="007877BE"/>
    <w:rsid w:val="00790868"/>
    <w:rsid w:val="00790B2A"/>
    <w:rsid w:val="00790C8F"/>
    <w:rsid w:val="00790F43"/>
    <w:rsid w:val="007911B9"/>
    <w:rsid w:val="00791DC3"/>
    <w:rsid w:val="0079216E"/>
    <w:rsid w:val="00792342"/>
    <w:rsid w:val="007924DE"/>
    <w:rsid w:val="007925D2"/>
    <w:rsid w:val="00792DAF"/>
    <w:rsid w:val="00793238"/>
    <w:rsid w:val="00795707"/>
    <w:rsid w:val="00795AA3"/>
    <w:rsid w:val="0079604A"/>
    <w:rsid w:val="00796157"/>
    <w:rsid w:val="0079642C"/>
    <w:rsid w:val="0079655F"/>
    <w:rsid w:val="00796840"/>
    <w:rsid w:val="00797816"/>
    <w:rsid w:val="007A0A2C"/>
    <w:rsid w:val="007A0D7E"/>
    <w:rsid w:val="007A134E"/>
    <w:rsid w:val="007A15AF"/>
    <w:rsid w:val="007A1610"/>
    <w:rsid w:val="007A1B7A"/>
    <w:rsid w:val="007A27EA"/>
    <w:rsid w:val="007A2977"/>
    <w:rsid w:val="007A2C9C"/>
    <w:rsid w:val="007A49A6"/>
    <w:rsid w:val="007A4B41"/>
    <w:rsid w:val="007A529E"/>
    <w:rsid w:val="007A5521"/>
    <w:rsid w:val="007A5800"/>
    <w:rsid w:val="007A6CAA"/>
    <w:rsid w:val="007A74F1"/>
    <w:rsid w:val="007B0762"/>
    <w:rsid w:val="007B25E0"/>
    <w:rsid w:val="007B2ADF"/>
    <w:rsid w:val="007B2C62"/>
    <w:rsid w:val="007B512A"/>
    <w:rsid w:val="007B60FF"/>
    <w:rsid w:val="007B653D"/>
    <w:rsid w:val="007B67F7"/>
    <w:rsid w:val="007B6DB4"/>
    <w:rsid w:val="007B74B7"/>
    <w:rsid w:val="007C0948"/>
    <w:rsid w:val="007C19A9"/>
    <w:rsid w:val="007C2097"/>
    <w:rsid w:val="007C213A"/>
    <w:rsid w:val="007C2A40"/>
    <w:rsid w:val="007C2EA3"/>
    <w:rsid w:val="007C31B0"/>
    <w:rsid w:val="007C31C8"/>
    <w:rsid w:val="007C5210"/>
    <w:rsid w:val="007C5DB9"/>
    <w:rsid w:val="007C63CA"/>
    <w:rsid w:val="007C6F81"/>
    <w:rsid w:val="007C7CCB"/>
    <w:rsid w:val="007D0515"/>
    <w:rsid w:val="007D19E4"/>
    <w:rsid w:val="007D2717"/>
    <w:rsid w:val="007D443E"/>
    <w:rsid w:val="007D5142"/>
    <w:rsid w:val="007D5B8D"/>
    <w:rsid w:val="007D61D5"/>
    <w:rsid w:val="007D68F6"/>
    <w:rsid w:val="007D6A07"/>
    <w:rsid w:val="007D725E"/>
    <w:rsid w:val="007D728D"/>
    <w:rsid w:val="007D7755"/>
    <w:rsid w:val="007D7BE1"/>
    <w:rsid w:val="007E09D3"/>
    <w:rsid w:val="007E0E9A"/>
    <w:rsid w:val="007E15D4"/>
    <w:rsid w:val="007E1F60"/>
    <w:rsid w:val="007E2808"/>
    <w:rsid w:val="007E4EA1"/>
    <w:rsid w:val="007E50E0"/>
    <w:rsid w:val="007E5566"/>
    <w:rsid w:val="007E6A59"/>
    <w:rsid w:val="007E6C54"/>
    <w:rsid w:val="007E72AC"/>
    <w:rsid w:val="007F0820"/>
    <w:rsid w:val="007F09C9"/>
    <w:rsid w:val="007F15C8"/>
    <w:rsid w:val="007F1EB3"/>
    <w:rsid w:val="007F25A3"/>
    <w:rsid w:val="007F2C66"/>
    <w:rsid w:val="007F3CED"/>
    <w:rsid w:val="007F4786"/>
    <w:rsid w:val="007F6331"/>
    <w:rsid w:val="007F68A6"/>
    <w:rsid w:val="007F707D"/>
    <w:rsid w:val="007F71B6"/>
    <w:rsid w:val="007F780F"/>
    <w:rsid w:val="00800D63"/>
    <w:rsid w:val="0080118F"/>
    <w:rsid w:val="0080130D"/>
    <w:rsid w:val="00802564"/>
    <w:rsid w:val="00803016"/>
    <w:rsid w:val="0080313B"/>
    <w:rsid w:val="00804D11"/>
    <w:rsid w:val="00805018"/>
    <w:rsid w:val="00805C83"/>
    <w:rsid w:val="0080685B"/>
    <w:rsid w:val="0080782E"/>
    <w:rsid w:val="00807FC1"/>
    <w:rsid w:val="008107D1"/>
    <w:rsid w:val="008108BF"/>
    <w:rsid w:val="00811C33"/>
    <w:rsid w:val="008125A6"/>
    <w:rsid w:val="00813116"/>
    <w:rsid w:val="00815854"/>
    <w:rsid w:val="00817091"/>
    <w:rsid w:val="008172A6"/>
    <w:rsid w:val="00817D16"/>
    <w:rsid w:val="008203D4"/>
    <w:rsid w:val="00820E3C"/>
    <w:rsid w:val="0082133B"/>
    <w:rsid w:val="0082155D"/>
    <w:rsid w:val="00821B6B"/>
    <w:rsid w:val="00821EDB"/>
    <w:rsid w:val="008221E6"/>
    <w:rsid w:val="0082288E"/>
    <w:rsid w:val="00822F28"/>
    <w:rsid w:val="008235D8"/>
    <w:rsid w:val="00823A81"/>
    <w:rsid w:val="008245C6"/>
    <w:rsid w:val="008248C9"/>
    <w:rsid w:val="00824FB8"/>
    <w:rsid w:val="0082542C"/>
    <w:rsid w:val="00825885"/>
    <w:rsid w:val="0082657F"/>
    <w:rsid w:val="0082677D"/>
    <w:rsid w:val="008279FA"/>
    <w:rsid w:val="0083004E"/>
    <w:rsid w:val="00830573"/>
    <w:rsid w:val="00831485"/>
    <w:rsid w:val="008315D2"/>
    <w:rsid w:val="008322E0"/>
    <w:rsid w:val="0083262E"/>
    <w:rsid w:val="00832660"/>
    <w:rsid w:val="008327C9"/>
    <w:rsid w:val="00832BEF"/>
    <w:rsid w:val="0083358C"/>
    <w:rsid w:val="00833EFA"/>
    <w:rsid w:val="00834864"/>
    <w:rsid w:val="00835AF5"/>
    <w:rsid w:val="00835B7B"/>
    <w:rsid w:val="0083625E"/>
    <w:rsid w:val="00837212"/>
    <w:rsid w:val="008407FC"/>
    <w:rsid w:val="00840964"/>
    <w:rsid w:val="008412F4"/>
    <w:rsid w:val="008419A8"/>
    <w:rsid w:val="008430EF"/>
    <w:rsid w:val="008432D9"/>
    <w:rsid w:val="0084348B"/>
    <w:rsid w:val="008435D9"/>
    <w:rsid w:val="008436E3"/>
    <w:rsid w:val="008438EF"/>
    <w:rsid w:val="00843DB6"/>
    <w:rsid w:val="00843E47"/>
    <w:rsid w:val="00844AF5"/>
    <w:rsid w:val="00844FEF"/>
    <w:rsid w:val="008500C5"/>
    <w:rsid w:val="00850231"/>
    <w:rsid w:val="00850382"/>
    <w:rsid w:val="00851188"/>
    <w:rsid w:val="00851194"/>
    <w:rsid w:val="00851B71"/>
    <w:rsid w:val="00852587"/>
    <w:rsid w:val="00856F5D"/>
    <w:rsid w:val="008572A9"/>
    <w:rsid w:val="00857370"/>
    <w:rsid w:val="00860F74"/>
    <w:rsid w:val="00861A67"/>
    <w:rsid w:val="00862446"/>
    <w:rsid w:val="008626E7"/>
    <w:rsid w:val="008631F5"/>
    <w:rsid w:val="00863678"/>
    <w:rsid w:val="00864966"/>
    <w:rsid w:val="00865539"/>
    <w:rsid w:val="00866485"/>
    <w:rsid w:val="0086687A"/>
    <w:rsid w:val="00867B3A"/>
    <w:rsid w:val="00867B93"/>
    <w:rsid w:val="00867F30"/>
    <w:rsid w:val="00870EE7"/>
    <w:rsid w:val="0087108C"/>
    <w:rsid w:val="00871D9F"/>
    <w:rsid w:val="00872856"/>
    <w:rsid w:val="0087290A"/>
    <w:rsid w:val="00872F18"/>
    <w:rsid w:val="0087365A"/>
    <w:rsid w:val="00873D94"/>
    <w:rsid w:val="0087711C"/>
    <w:rsid w:val="0087732B"/>
    <w:rsid w:val="0087740F"/>
    <w:rsid w:val="00880121"/>
    <w:rsid w:val="00880E28"/>
    <w:rsid w:val="00882CA8"/>
    <w:rsid w:val="00882ECE"/>
    <w:rsid w:val="00883048"/>
    <w:rsid w:val="0088413C"/>
    <w:rsid w:val="0088451C"/>
    <w:rsid w:val="00884825"/>
    <w:rsid w:val="008873EE"/>
    <w:rsid w:val="008912DB"/>
    <w:rsid w:val="00896ED1"/>
    <w:rsid w:val="008A0BE1"/>
    <w:rsid w:val="008A1386"/>
    <w:rsid w:val="008A19D3"/>
    <w:rsid w:val="008A41AF"/>
    <w:rsid w:val="008A4630"/>
    <w:rsid w:val="008A4AEF"/>
    <w:rsid w:val="008A4B68"/>
    <w:rsid w:val="008A4E5E"/>
    <w:rsid w:val="008A5409"/>
    <w:rsid w:val="008A5C4A"/>
    <w:rsid w:val="008A6788"/>
    <w:rsid w:val="008A6B61"/>
    <w:rsid w:val="008A7320"/>
    <w:rsid w:val="008A7FB9"/>
    <w:rsid w:val="008B1E9A"/>
    <w:rsid w:val="008B25DE"/>
    <w:rsid w:val="008B2E7E"/>
    <w:rsid w:val="008B2EEB"/>
    <w:rsid w:val="008B304B"/>
    <w:rsid w:val="008B449B"/>
    <w:rsid w:val="008B5774"/>
    <w:rsid w:val="008B6DDC"/>
    <w:rsid w:val="008C1CD7"/>
    <w:rsid w:val="008C1CEF"/>
    <w:rsid w:val="008C2097"/>
    <w:rsid w:val="008C2AC3"/>
    <w:rsid w:val="008C2CE7"/>
    <w:rsid w:val="008C421F"/>
    <w:rsid w:val="008C43AB"/>
    <w:rsid w:val="008C4610"/>
    <w:rsid w:val="008C4AD9"/>
    <w:rsid w:val="008C50EB"/>
    <w:rsid w:val="008D17E2"/>
    <w:rsid w:val="008D1B7E"/>
    <w:rsid w:val="008D2160"/>
    <w:rsid w:val="008D4091"/>
    <w:rsid w:val="008D4255"/>
    <w:rsid w:val="008D4C71"/>
    <w:rsid w:val="008D5150"/>
    <w:rsid w:val="008D72AD"/>
    <w:rsid w:val="008D76A8"/>
    <w:rsid w:val="008E0C22"/>
    <w:rsid w:val="008E0F5E"/>
    <w:rsid w:val="008E2543"/>
    <w:rsid w:val="008E25A2"/>
    <w:rsid w:val="008E3684"/>
    <w:rsid w:val="008E39F1"/>
    <w:rsid w:val="008E4276"/>
    <w:rsid w:val="008E5906"/>
    <w:rsid w:val="008E616E"/>
    <w:rsid w:val="008E6691"/>
    <w:rsid w:val="008E74B6"/>
    <w:rsid w:val="008E7A3A"/>
    <w:rsid w:val="008E7FB7"/>
    <w:rsid w:val="008F009E"/>
    <w:rsid w:val="008F0605"/>
    <w:rsid w:val="008F097C"/>
    <w:rsid w:val="008F0A0B"/>
    <w:rsid w:val="008F0C99"/>
    <w:rsid w:val="008F1EC7"/>
    <w:rsid w:val="008F3C7D"/>
    <w:rsid w:val="008F4A04"/>
    <w:rsid w:val="008F4EF2"/>
    <w:rsid w:val="008F686C"/>
    <w:rsid w:val="008F6F7D"/>
    <w:rsid w:val="008F7FE6"/>
    <w:rsid w:val="00900235"/>
    <w:rsid w:val="00900576"/>
    <w:rsid w:val="00900E95"/>
    <w:rsid w:val="00901601"/>
    <w:rsid w:val="00902538"/>
    <w:rsid w:val="00902680"/>
    <w:rsid w:val="00902AE8"/>
    <w:rsid w:val="00902DED"/>
    <w:rsid w:val="00903214"/>
    <w:rsid w:val="00903A58"/>
    <w:rsid w:val="00904ADE"/>
    <w:rsid w:val="00904AED"/>
    <w:rsid w:val="009054A6"/>
    <w:rsid w:val="0090605D"/>
    <w:rsid w:val="00906172"/>
    <w:rsid w:val="00906BEA"/>
    <w:rsid w:val="00907084"/>
    <w:rsid w:val="009078E7"/>
    <w:rsid w:val="00907CDF"/>
    <w:rsid w:val="00907D75"/>
    <w:rsid w:val="00912CC1"/>
    <w:rsid w:val="009133A2"/>
    <w:rsid w:val="00913D2B"/>
    <w:rsid w:val="009153BB"/>
    <w:rsid w:val="0091612A"/>
    <w:rsid w:val="00917493"/>
    <w:rsid w:val="00920634"/>
    <w:rsid w:val="009209A0"/>
    <w:rsid w:val="009229FB"/>
    <w:rsid w:val="00922AE7"/>
    <w:rsid w:val="009241F4"/>
    <w:rsid w:val="00925C83"/>
    <w:rsid w:val="009261E0"/>
    <w:rsid w:val="00926367"/>
    <w:rsid w:val="00926FCD"/>
    <w:rsid w:val="009277BC"/>
    <w:rsid w:val="00927D05"/>
    <w:rsid w:val="00931B9C"/>
    <w:rsid w:val="009320CB"/>
    <w:rsid w:val="009324B9"/>
    <w:rsid w:val="00933016"/>
    <w:rsid w:val="009334E7"/>
    <w:rsid w:val="00934F76"/>
    <w:rsid w:val="009359F0"/>
    <w:rsid w:val="00935DEE"/>
    <w:rsid w:val="00936061"/>
    <w:rsid w:val="0093614D"/>
    <w:rsid w:val="00936160"/>
    <w:rsid w:val="0093638B"/>
    <w:rsid w:val="00936669"/>
    <w:rsid w:val="00936772"/>
    <w:rsid w:val="00937BDB"/>
    <w:rsid w:val="00937DF7"/>
    <w:rsid w:val="00940825"/>
    <w:rsid w:val="009409B5"/>
    <w:rsid w:val="009409FF"/>
    <w:rsid w:val="00941393"/>
    <w:rsid w:val="0094158E"/>
    <w:rsid w:val="00941802"/>
    <w:rsid w:val="00942275"/>
    <w:rsid w:val="00942853"/>
    <w:rsid w:val="009431D8"/>
    <w:rsid w:val="00943C10"/>
    <w:rsid w:val="00944F22"/>
    <w:rsid w:val="0094563F"/>
    <w:rsid w:val="00945E85"/>
    <w:rsid w:val="009463CE"/>
    <w:rsid w:val="009479CF"/>
    <w:rsid w:val="00947FBA"/>
    <w:rsid w:val="00950118"/>
    <w:rsid w:val="00950744"/>
    <w:rsid w:val="0095206D"/>
    <w:rsid w:val="009522AD"/>
    <w:rsid w:val="00953186"/>
    <w:rsid w:val="00953413"/>
    <w:rsid w:val="00953A5A"/>
    <w:rsid w:val="00953AD8"/>
    <w:rsid w:val="00953ADE"/>
    <w:rsid w:val="0095434E"/>
    <w:rsid w:val="0095436B"/>
    <w:rsid w:val="00954E9A"/>
    <w:rsid w:val="00955486"/>
    <w:rsid w:val="009558BA"/>
    <w:rsid w:val="009567B0"/>
    <w:rsid w:val="00956887"/>
    <w:rsid w:val="009601C9"/>
    <w:rsid w:val="00961372"/>
    <w:rsid w:val="00962C43"/>
    <w:rsid w:val="00963009"/>
    <w:rsid w:val="009630D7"/>
    <w:rsid w:val="00963ADA"/>
    <w:rsid w:val="009658BC"/>
    <w:rsid w:val="009672A6"/>
    <w:rsid w:val="009672C5"/>
    <w:rsid w:val="00967BE3"/>
    <w:rsid w:val="00970A74"/>
    <w:rsid w:val="00970F6F"/>
    <w:rsid w:val="00971659"/>
    <w:rsid w:val="0097250B"/>
    <w:rsid w:val="00973203"/>
    <w:rsid w:val="009733D3"/>
    <w:rsid w:val="00973408"/>
    <w:rsid w:val="009737CB"/>
    <w:rsid w:val="00973978"/>
    <w:rsid w:val="00973D52"/>
    <w:rsid w:val="009746DB"/>
    <w:rsid w:val="00974819"/>
    <w:rsid w:val="00975A43"/>
    <w:rsid w:val="0097665B"/>
    <w:rsid w:val="00977116"/>
    <w:rsid w:val="00977793"/>
    <w:rsid w:val="009777D9"/>
    <w:rsid w:val="00980529"/>
    <w:rsid w:val="009811BD"/>
    <w:rsid w:val="0098158C"/>
    <w:rsid w:val="0098191A"/>
    <w:rsid w:val="0098228C"/>
    <w:rsid w:val="00982FA7"/>
    <w:rsid w:val="00983498"/>
    <w:rsid w:val="00984E6A"/>
    <w:rsid w:val="00986088"/>
    <w:rsid w:val="00986C93"/>
    <w:rsid w:val="00986CF3"/>
    <w:rsid w:val="009911A3"/>
    <w:rsid w:val="00991949"/>
    <w:rsid w:val="00991B88"/>
    <w:rsid w:val="00991EC0"/>
    <w:rsid w:val="00992D86"/>
    <w:rsid w:val="00992FE9"/>
    <w:rsid w:val="00993297"/>
    <w:rsid w:val="0099366D"/>
    <w:rsid w:val="00993975"/>
    <w:rsid w:val="00994F1A"/>
    <w:rsid w:val="00997109"/>
    <w:rsid w:val="009A15C1"/>
    <w:rsid w:val="009A2A85"/>
    <w:rsid w:val="009A3E37"/>
    <w:rsid w:val="009A3F44"/>
    <w:rsid w:val="009A48C6"/>
    <w:rsid w:val="009A4B21"/>
    <w:rsid w:val="009A51DC"/>
    <w:rsid w:val="009A579D"/>
    <w:rsid w:val="009A61CE"/>
    <w:rsid w:val="009A6832"/>
    <w:rsid w:val="009A74E5"/>
    <w:rsid w:val="009A7511"/>
    <w:rsid w:val="009B02E0"/>
    <w:rsid w:val="009B05C7"/>
    <w:rsid w:val="009B0CA3"/>
    <w:rsid w:val="009B1F7B"/>
    <w:rsid w:val="009B31E8"/>
    <w:rsid w:val="009B371C"/>
    <w:rsid w:val="009B46D0"/>
    <w:rsid w:val="009B4805"/>
    <w:rsid w:val="009B4B76"/>
    <w:rsid w:val="009B5D7A"/>
    <w:rsid w:val="009B707A"/>
    <w:rsid w:val="009C141D"/>
    <w:rsid w:val="009C229F"/>
    <w:rsid w:val="009C38BF"/>
    <w:rsid w:val="009C6C67"/>
    <w:rsid w:val="009C7FAA"/>
    <w:rsid w:val="009C7FED"/>
    <w:rsid w:val="009D06D2"/>
    <w:rsid w:val="009D0A88"/>
    <w:rsid w:val="009D2028"/>
    <w:rsid w:val="009D2544"/>
    <w:rsid w:val="009D321E"/>
    <w:rsid w:val="009D4104"/>
    <w:rsid w:val="009D41AF"/>
    <w:rsid w:val="009D41F7"/>
    <w:rsid w:val="009D48A4"/>
    <w:rsid w:val="009D4A7C"/>
    <w:rsid w:val="009D5963"/>
    <w:rsid w:val="009D6587"/>
    <w:rsid w:val="009D66F4"/>
    <w:rsid w:val="009D671F"/>
    <w:rsid w:val="009E0808"/>
    <w:rsid w:val="009E113B"/>
    <w:rsid w:val="009E2E1D"/>
    <w:rsid w:val="009E3297"/>
    <w:rsid w:val="009E4DB6"/>
    <w:rsid w:val="009E6579"/>
    <w:rsid w:val="009F0168"/>
    <w:rsid w:val="009F05D5"/>
    <w:rsid w:val="009F0CAE"/>
    <w:rsid w:val="009F10AB"/>
    <w:rsid w:val="009F1256"/>
    <w:rsid w:val="009F13A0"/>
    <w:rsid w:val="009F183F"/>
    <w:rsid w:val="009F346F"/>
    <w:rsid w:val="009F433A"/>
    <w:rsid w:val="009F4965"/>
    <w:rsid w:val="009F49AD"/>
    <w:rsid w:val="009F580C"/>
    <w:rsid w:val="009F63F5"/>
    <w:rsid w:val="009F734F"/>
    <w:rsid w:val="009F75F0"/>
    <w:rsid w:val="009F7664"/>
    <w:rsid w:val="00A00550"/>
    <w:rsid w:val="00A009E2"/>
    <w:rsid w:val="00A01488"/>
    <w:rsid w:val="00A01876"/>
    <w:rsid w:val="00A01A1F"/>
    <w:rsid w:val="00A01F9F"/>
    <w:rsid w:val="00A037E2"/>
    <w:rsid w:val="00A0736A"/>
    <w:rsid w:val="00A075DC"/>
    <w:rsid w:val="00A07EBA"/>
    <w:rsid w:val="00A10B0C"/>
    <w:rsid w:val="00A11721"/>
    <w:rsid w:val="00A11A0B"/>
    <w:rsid w:val="00A12B0C"/>
    <w:rsid w:val="00A13EEF"/>
    <w:rsid w:val="00A14B87"/>
    <w:rsid w:val="00A15108"/>
    <w:rsid w:val="00A15A79"/>
    <w:rsid w:val="00A16EAE"/>
    <w:rsid w:val="00A17B3A"/>
    <w:rsid w:val="00A209B3"/>
    <w:rsid w:val="00A21821"/>
    <w:rsid w:val="00A21A70"/>
    <w:rsid w:val="00A22AFE"/>
    <w:rsid w:val="00A22DB9"/>
    <w:rsid w:val="00A23CB0"/>
    <w:rsid w:val="00A245D8"/>
    <w:rsid w:val="00A246B6"/>
    <w:rsid w:val="00A247BF"/>
    <w:rsid w:val="00A24B41"/>
    <w:rsid w:val="00A24FD0"/>
    <w:rsid w:val="00A2517C"/>
    <w:rsid w:val="00A2521A"/>
    <w:rsid w:val="00A254A3"/>
    <w:rsid w:val="00A2569B"/>
    <w:rsid w:val="00A2616D"/>
    <w:rsid w:val="00A27674"/>
    <w:rsid w:val="00A30219"/>
    <w:rsid w:val="00A323F8"/>
    <w:rsid w:val="00A32743"/>
    <w:rsid w:val="00A3275B"/>
    <w:rsid w:val="00A33C3C"/>
    <w:rsid w:val="00A33DC7"/>
    <w:rsid w:val="00A344FF"/>
    <w:rsid w:val="00A35493"/>
    <w:rsid w:val="00A359C8"/>
    <w:rsid w:val="00A35CF1"/>
    <w:rsid w:val="00A37E43"/>
    <w:rsid w:val="00A402E2"/>
    <w:rsid w:val="00A40900"/>
    <w:rsid w:val="00A43B4C"/>
    <w:rsid w:val="00A43F56"/>
    <w:rsid w:val="00A440EE"/>
    <w:rsid w:val="00A44E1F"/>
    <w:rsid w:val="00A45718"/>
    <w:rsid w:val="00A45A56"/>
    <w:rsid w:val="00A47E70"/>
    <w:rsid w:val="00A51F48"/>
    <w:rsid w:val="00A52089"/>
    <w:rsid w:val="00A52FC0"/>
    <w:rsid w:val="00A532BA"/>
    <w:rsid w:val="00A538A6"/>
    <w:rsid w:val="00A53B77"/>
    <w:rsid w:val="00A53F1A"/>
    <w:rsid w:val="00A54922"/>
    <w:rsid w:val="00A55851"/>
    <w:rsid w:val="00A5668D"/>
    <w:rsid w:val="00A56E64"/>
    <w:rsid w:val="00A57752"/>
    <w:rsid w:val="00A60830"/>
    <w:rsid w:val="00A61C19"/>
    <w:rsid w:val="00A62BB4"/>
    <w:rsid w:val="00A63B40"/>
    <w:rsid w:val="00A64CEA"/>
    <w:rsid w:val="00A65196"/>
    <w:rsid w:val="00A6758A"/>
    <w:rsid w:val="00A67D43"/>
    <w:rsid w:val="00A727B6"/>
    <w:rsid w:val="00A72836"/>
    <w:rsid w:val="00A73373"/>
    <w:rsid w:val="00A75F46"/>
    <w:rsid w:val="00A76055"/>
    <w:rsid w:val="00A7671C"/>
    <w:rsid w:val="00A76CCD"/>
    <w:rsid w:val="00A76CE6"/>
    <w:rsid w:val="00A76F76"/>
    <w:rsid w:val="00A77924"/>
    <w:rsid w:val="00A801D1"/>
    <w:rsid w:val="00A80B64"/>
    <w:rsid w:val="00A83089"/>
    <w:rsid w:val="00A847E1"/>
    <w:rsid w:val="00A84968"/>
    <w:rsid w:val="00A84A68"/>
    <w:rsid w:val="00A84E1D"/>
    <w:rsid w:val="00A84F53"/>
    <w:rsid w:val="00A85BE8"/>
    <w:rsid w:val="00A85C2B"/>
    <w:rsid w:val="00A863B6"/>
    <w:rsid w:val="00A86569"/>
    <w:rsid w:val="00A86BCD"/>
    <w:rsid w:val="00A87788"/>
    <w:rsid w:val="00A87C05"/>
    <w:rsid w:val="00A90153"/>
    <w:rsid w:val="00A91056"/>
    <w:rsid w:val="00A91689"/>
    <w:rsid w:val="00A925FA"/>
    <w:rsid w:val="00A93100"/>
    <w:rsid w:val="00A931DF"/>
    <w:rsid w:val="00A9403A"/>
    <w:rsid w:val="00A95708"/>
    <w:rsid w:val="00A959D3"/>
    <w:rsid w:val="00A96C4A"/>
    <w:rsid w:val="00AA142D"/>
    <w:rsid w:val="00AA15F2"/>
    <w:rsid w:val="00AA1681"/>
    <w:rsid w:val="00AA1E84"/>
    <w:rsid w:val="00AA3950"/>
    <w:rsid w:val="00AA4396"/>
    <w:rsid w:val="00AA4D70"/>
    <w:rsid w:val="00AA51BC"/>
    <w:rsid w:val="00AA54EC"/>
    <w:rsid w:val="00AA5630"/>
    <w:rsid w:val="00AA5AF8"/>
    <w:rsid w:val="00AA6354"/>
    <w:rsid w:val="00AA7339"/>
    <w:rsid w:val="00AA7887"/>
    <w:rsid w:val="00AB0FCF"/>
    <w:rsid w:val="00AB1AEC"/>
    <w:rsid w:val="00AB1B05"/>
    <w:rsid w:val="00AB2D69"/>
    <w:rsid w:val="00AB2ECC"/>
    <w:rsid w:val="00AB3F5A"/>
    <w:rsid w:val="00AB3FF0"/>
    <w:rsid w:val="00AB5ED6"/>
    <w:rsid w:val="00AB6443"/>
    <w:rsid w:val="00AB7F2E"/>
    <w:rsid w:val="00AC0372"/>
    <w:rsid w:val="00AC1F3D"/>
    <w:rsid w:val="00AC20AE"/>
    <w:rsid w:val="00AC20EE"/>
    <w:rsid w:val="00AC2C07"/>
    <w:rsid w:val="00AC350A"/>
    <w:rsid w:val="00AC46C2"/>
    <w:rsid w:val="00AC790E"/>
    <w:rsid w:val="00AD0C5B"/>
    <w:rsid w:val="00AD16D4"/>
    <w:rsid w:val="00AD1CD8"/>
    <w:rsid w:val="00AD1EA6"/>
    <w:rsid w:val="00AD225E"/>
    <w:rsid w:val="00AD2F54"/>
    <w:rsid w:val="00AD34AF"/>
    <w:rsid w:val="00AD4117"/>
    <w:rsid w:val="00AD461E"/>
    <w:rsid w:val="00AD4876"/>
    <w:rsid w:val="00AD4A85"/>
    <w:rsid w:val="00AD5F8C"/>
    <w:rsid w:val="00AD60E9"/>
    <w:rsid w:val="00AD7CEB"/>
    <w:rsid w:val="00AE2C36"/>
    <w:rsid w:val="00AE38C4"/>
    <w:rsid w:val="00AE40A8"/>
    <w:rsid w:val="00AE41DE"/>
    <w:rsid w:val="00AE4694"/>
    <w:rsid w:val="00AE46A7"/>
    <w:rsid w:val="00AE4B98"/>
    <w:rsid w:val="00AE5D9C"/>
    <w:rsid w:val="00AE6166"/>
    <w:rsid w:val="00AE6269"/>
    <w:rsid w:val="00AE6EBB"/>
    <w:rsid w:val="00AF04B6"/>
    <w:rsid w:val="00AF0728"/>
    <w:rsid w:val="00AF0770"/>
    <w:rsid w:val="00AF14C0"/>
    <w:rsid w:val="00AF1B2C"/>
    <w:rsid w:val="00AF1CF6"/>
    <w:rsid w:val="00AF1F01"/>
    <w:rsid w:val="00AF204F"/>
    <w:rsid w:val="00AF37A9"/>
    <w:rsid w:val="00AF3EA6"/>
    <w:rsid w:val="00AF3FB8"/>
    <w:rsid w:val="00AF5479"/>
    <w:rsid w:val="00AF5C93"/>
    <w:rsid w:val="00AF6253"/>
    <w:rsid w:val="00AF76FB"/>
    <w:rsid w:val="00AF787B"/>
    <w:rsid w:val="00B00D8A"/>
    <w:rsid w:val="00B01638"/>
    <w:rsid w:val="00B019AF"/>
    <w:rsid w:val="00B01EA5"/>
    <w:rsid w:val="00B034F0"/>
    <w:rsid w:val="00B03BAF"/>
    <w:rsid w:val="00B0558C"/>
    <w:rsid w:val="00B0630F"/>
    <w:rsid w:val="00B0663B"/>
    <w:rsid w:val="00B06B7B"/>
    <w:rsid w:val="00B0792D"/>
    <w:rsid w:val="00B105FC"/>
    <w:rsid w:val="00B10C0F"/>
    <w:rsid w:val="00B111E5"/>
    <w:rsid w:val="00B112B2"/>
    <w:rsid w:val="00B11F08"/>
    <w:rsid w:val="00B122A0"/>
    <w:rsid w:val="00B1288B"/>
    <w:rsid w:val="00B12C86"/>
    <w:rsid w:val="00B13B14"/>
    <w:rsid w:val="00B14EE4"/>
    <w:rsid w:val="00B1569B"/>
    <w:rsid w:val="00B17589"/>
    <w:rsid w:val="00B208DC"/>
    <w:rsid w:val="00B21B78"/>
    <w:rsid w:val="00B2296F"/>
    <w:rsid w:val="00B24098"/>
    <w:rsid w:val="00B245FE"/>
    <w:rsid w:val="00B249F1"/>
    <w:rsid w:val="00B24EAD"/>
    <w:rsid w:val="00B258BB"/>
    <w:rsid w:val="00B2695D"/>
    <w:rsid w:val="00B26F7E"/>
    <w:rsid w:val="00B27091"/>
    <w:rsid w:val="00B3023C"/>
    <w:rsid w:val="00B30786"/>
    <w:rsid w:val="00B314DF"/>
    <w:rsid w:val="00B31720"/>
    <w:rsid w:val="00B319C5"/>
    <w:rsid w:val="00B31B10"/>
    <w:rsid w:val="00B31FA9"/>
    <w:rsid w:val="00B336B7"/>
    <w:rsid w:val="00B34157"/>
    <w:rsid w:val="00B34639"/>
    <w:rsid w:val="00B37790"/>
    <w:rsid w:val="00B37C45"/>
    <w:rsid w:val="00B41F82"/>
    <w:rsid w:val="00B4294A"/>
    <w:rsid w:val="00B432DD"/>
    <w:rsid w:val="00B4399F"/>
    <w:rsid w:val="00B45570"/>
    <w:rsid w:val="00B45972"/>
    <w:rsid w:val="00B4686D"/>
    <w:rsid w:val="00B47688"/>
    <w:rsid w:val="00B478E0"/>
    <w:rsid w:val="00B50908"/>
    <w:rsid w:val="00B51AC3"/>
    <w:rsid w:val="00B527C2"/>
    <w:rsid w:val="00B53018"/>
    <w:rsid w:val="00B53C17"/>
    <w:rsid w:val="00B54F64"/>
    <w:rsid w:val="00B55948"/>
    <w:rsid w:val="00B56132"/>
    <w:rsid w:val="00B57A6F"/>
    <w:rsid w:val="00B57DF8"/>
    <w:rsid w:val="00B605DB"/>
    <w:rsid w:val="00B60C57"/>
    <w:rsid w:val="00B61174"/>
    <w:rsid w:val="00B61414"/>
    <w:rsid w:val="00B61A5D"/>
    <w:rsid w:val="00B6283D"/>
    <w:rsid w:val="00B63739"/>
    <w:rsid w:val="00B6417B"/>
    <w:rsid w:val="00B6468C"/>
    <w:rsid w:val="00B65081"/>
    <w:rsid w:val="00B66B2F"/>
    <w:rsid w:val="00B6770F"/>
    <w:rsid w:val="00B678A1"/>
    <w:rsid w:val="00B67B97"/>
    <w:rsid w:val="00B70772"/>
    <w:rsid w:val="00B7097E"/>
    <w:rsid w:val="00B71FCE"/>
    <w:rsid w:val="00B7328D"/>
    <w:rsid w:val="00B73CFD"/>
    <w:rsid w:val="00B75B7F"/>
    <w:rsid w:val="00B7628A"/>
    <w:rsid w:val="00B76B64"/>
    <w:rsid w:val="00B76E5F"/>
    <w:rsid w:val="00B77835"/>
    <w:rsid w:val="00B81F71"/>
    <w:rsid w:val="00B822C5"/>
    <w:rsid w:val="00B823E9"/>
    <w:rsid w:val="00B8280D"/>
    <w:rsid w:val="00B82EE6"/>
    <w:rsid w:val="00B83BC3"/>
    <w:rsid w:val="00B83E0A"/>
    <w:rsid w:val="00B84BE6"/>
    <w:rsid w:val="00B84C24"/>
    <w:rsid w:val="00B84F16"/>
    <w:rsid w:val="00B85435"/>
    <w:rsid w:val="00B854AA"/>
    <w:rsid w:val="00B85904"/>
    <w:rsid w:val="00B868A8"/>
    <w:rsid w:val="00B86C01"/>
    <w:rsid w:val="00B906CF"/>
    <w:rsid w:val="00B90B7D"/>
    <w:rsid w:val="00B91417"/>
    <w:rsid w:val="00B91DD0"/>
    <w:rsid w:val="00B92299"/>
    <w:rsid w:val="00B92927"/>
    <w:rsid w:val="00B92A95"/>
    <w:rsid w:val="00B93D26"/>
    <w:rsid w:val="00B945F5"/>
    <w:rsid w:val="00B95244"/>
    <w:rsid w:val="00B956FC"/>
    <w:rsid w:val="00B95992"/>
    <w:rsid w:val="00B96277"/>
    <w:rsid w:val="00B968C8"/>
    <w:rsid w:val="00B975D6"/>
    <w:rsid w:val="00B9761D"/>
    <w:rsid w:val="00B9784D"/>
    <w:rsid w:val="00BA02DB"/>
    <w:rsid w:val="00BA1AAE"/>
    <w:rsid w:val="00BA1E4D"/>
    <w:rsid w:val="00BA20DE"/>
    <w:rsid w:val="00BA2EB0"/>
    <w:rsid w:val="00BA3EC5"/>
    <w:rsid w:val="00BA441F"/>
    <w:rsid w:val="00BA4DC2"/>
    <w:rsid w:val="00BA5960"/>
    <w:rsid w:val="00BA5ADF"/>
    <w:rsid w:val="00BA691D"/>
    <w:rsid w:val="00BA6A9D"/>
    <w:rsid w:val="00BA758A"/>
    <w:rsid w:val="00BA7EBE"/>
    <w:rsid w:val="00BB0F70"/>
    <w:rsid w:val="00BB0F99"/>
    <w:rsid w:val="00BB12A9"/>
    <w:rsid w:val="00BB1E56"/>
    <w:rsid w:val="00BB259E"/>
    <w:rsid w:val="00BB2FF8"/>
    <w:rsid w:val="00BB5DFC"/>
    <w:rsid w:val="00BC219E"/>
    <w:rsid w:val="00BC2B38"/>
    <w:rsid w:val="00BC31F4"/>
    <w:rsid w:val="00BC38E2"/>
    <w:rsid w:val="00BC46EE"/>
    <w:rsid w:val="00BC48E2"/>
    <w:rsid w:val="00BC574B"/>
    <w:rsid w:val="00BC6476"/>
    <w:rsid w:val="00BC65F6"/>
    <w:rsid w:val="00BC6BEE"/>
    <w:rsid w:val="00BC709C"/>
    <w:rsid w:val="00BC70DC"/>
    <w:rsid w:val="00BD154D"/>
    <w:rsid w:val="00BD1D3B"/>
    <w:rsid w:val="00BD25CC"/>
    <w:rsid w:val="00BD279D"/>
    <w:rsid w:val="00BD2C9D"/>
    <w:rsid w:val="00BD36A4"/>
    <w:rsid w:val="00BD47AD"/>
    <w:rsid w:val="00BD4E93"/>
    <w:rsid w:val="00BD601D"/>
    <w:rsid w:val="00BD611C"/>
    <w:rsid w:val="00BD6BB8"/>
    <w:rsid w:val="00BD6E17"/>
    <w:rsid w:val="00BE03F4"/>
    <w:rsid w:val="00BE0D74"/>
    <w:rsid w:val="00BE0E92"/>
    <w:rsid w:val="00BE10CB"/>
    <w:rsid w:val="00BE1BF8"/>
    <w:rsid w:val="00BE1D41"/>
    <w:rsid w:val="00BE2465"/>
    <w:rsid w:val="00BE2EBF"/>
    <w:rsid w:val="00BE2F05"/>
    <w:rsid w:val="00BE4748"/>
    <w:rsid w:val="00BE4CF8"/>
    <w:rsid w:val="00BE6F23"/>
    <w:rsid w:val="00BE7FD1"/>
    <w:rsid w:val="00BF0192"/>
    <w:rsid w:val="00BF1AE6"/>
    <w:rsid w:val="00BF2BAF"/>
    <w:rsid w:val="00BF2CA3"/>
    <w:rsid w:val="00BF40E6"/>
    <w:rsid w:val="00BF45AD"/>
    <w:rsid w:val="00BF4703"/>
    <w:rsid w:val="00BF602E"/>
    <w:rsid w:val="00BF630C"/>
    <w:rsid w:val="00BF727D"/>
    <w:rsid w:val="00BF75D7"/>
    <w:rsid w:val="00BF7F3F"/>
    <w:rsid w:val="00C0106E"/>
    <w:rsid w:val="00C01D80"/>
    <w:rsid w:val="00C01F2C"/>
    <w:rsid w:val="00C0281D"/>
    <w:rsid w:val="00C04713"/>
    <w:rsid w:val="00C0489D"/>
    <w:rsid w:val="00C04CB0"/>
    <w:rsid w:val="00C051AE"/>
    <w:rsid w:val="00C053C7"/>
    <w:rsid w:val="00C05FCF"/>
    <w:rsid w:val="00C06016"/>
    <w:rsid w:val="00C06341"/>
    <w:rsid w:val="00C06816"/>
    <w:rsid w:val="00C0789A"/>
    <w:rsid w:val="00C07A8D"/>
    <w:rsid w:val="00C10C55"/>
    <w:rsid w:val="00C1269E"/>
    <w:rsid w:val="00C12B97"/>
    <w:rsid w:val="00C12C79"/>
    <w:rsid w:val="00C13C7D"/>
    <w:rsid w:val="00C1570C"/>
    <w:rsid w:val="00C1633F"/>
    <w:rsid w:val="00C164EF"/>
    <w:rsid w:val="00C16C74"/>
    <w:rsid w:val="00C16D4C"/>
    <w:rsid w:val="00C179E2"/>
    <w:rsid w:val="00C20118"/>
    <w:rsid w:val="00C20253"/>
    <w:rsid w:val="00C20317"/>
    <w:rsid w:val="00C221CE"/>
    <w:rsid w:val="00C23D69"/>
    <w:rsid w:val="00C24769"/>
    <w:rsid w:val="00C24F3D"/>
    <w:rsid w:val="00C252CA"/>
    <w:rsid w:val="00C252CC"/>
    <w:rsid w:val="00C25AB2"/>
    <w:rsid w:val="00C25B7D"/>
    <w:rsid w:val="00C25DD8"/>
    <w:rsid w:val="00C26A11"/>
    <w:rsid w:val="00C273B2"/>
    <w:rsid w:val="00C27A8A"/>
    <w:rsid w:val="00C30215"/>
    <w:rsid w:val="00C302B6"/>
    <w:rsid w:val="00C30C98"/>
    <w:rsid w:val="00C30F6D"/>
    <w:rsid w:val="00C313E7"/>
    <w:rsid w:val="00C3142E"/>
    <w:rsid w:val="00C33823"/>
    <w:rsid w:val="00C347DF"/>
    <w:rsid w:val="00C35BA2"/>
    <w:rsid w:val="00C36F10"/>
    <w:rsid w:val="00C4199C"/>
    <w:rsid w:val="00C42558"/>
    <w:rsid w:val="00C43507"/>
    <w:rsid w:val="00C4377A"/>
    <w:rsid w:val="00C4409E"/>
    <w:rsid w:val="00C44783"/>
    <w:rsid w:val="00C447BB"/>
    <w:rsid w:val="00C47330"/>
    <w:rsid w:val="00C47FAA"/>
    <w:rsid w:val="00C5082D"/>
    <w:rsid w:val="00C51479"/>
    <w:rsid w:val="00C51D6A"/>
    <w:rsid w:val="00C52133"/>
    <w:rsid w:val="00C525FF"/>
    <w:rsid w:val="00C529A4"/>
    <w:rsid w:val="00C538E8"/>
    <w:rsid w:val="00C53A96"/>
    <w:rsid w:val="00C54764"/>
    <w:rsid w:val="00C54E61"/>
    <w:rsid w:val="00C54F47"/>
    <w:rsid w:val="00C55FB7"/>
    <w:rsid w:val="00C563D2"/>
    <w:rsid w:val="00C57195"/>
    <w:rsid w:val="00C600D2"/>
    <w:rsid w:val="00C602EB"/>
    <w:rsid w:val="00C6090C"/>
    <w:rsid w:val="00C631BF"/>
    <w:rsid w:val="00C6321D"/>
    <w:rsid w:val="00C635FB"/>
    <w:rsid w:val="00C63F90"/>
    <w:rsid w:val="00C6415D"/>
    <w:rsid w:val="00C6443A"/>
    <w:rsid w:val="00C6451F"/>
    <w:rsid w:val="00C64773"/>
    <w:rsid w:val="00C64FCF"/>
    <w:rsid w:val="00C66242"/>
    <w:rsid w:val="00C678CE"/>
    <w:rsid w:val="00C67DEA"/>
    <w:rsid w:val="00C705EB"/>
    <w:rsid w:val="00C70B4A"/>
    <w:rsid w:val="00C715D7"/>
    <w:rsid w:val="00C71DCB"/>
    <w:rsid w:val="00C71EEF"/>
    <w:rsid w:val="00C7378C"/>
    <w:rsid w:val="00C75340"/>
    <w:rsid w:val="00C75708"/>
    <w:rsid w:val="00C75E99"/>
    <w:rsid w:val="00C76300"/>
    <w:rsid w:val="00C774A9"/>
    <w:rsid w:val="00C803AF"/>
    <w:rsid w:val="00C83750"/>
    <w:rsid w:val="00C83AF0"/>
    <w:rsid w:val="00C8505C"/>
    <w:rsid w:val="00C85E53"/>
    <w:rsid w:val="00C8648F"/>
    <w:rsid w:val="00C86BCE"/>
    <w:rsid w:val="00C87471"/>
    <w:rsid w:val="00C87B42"/>
    <w:rsid w:val="00C87DE8"/>
    <w:rsid w:val="00C90D39"/>
    <w:rsid w:val="00C910CC"/>
    <w:rsid w:val="00C91E79"/>
    <w:rsid w:val="00C9236D"/>
    <w:rsid w:val="00C928EA"/>
    <w:rsid w:val="00C92BB4"/>
    <w:rsid w:val="00C92D02"/>
    <w:rsid w:val="00C93383"/>
    <w:rsid w:val="00C953F9"/>
    <w:rsid w:val="00C95985"/>
    <w:rsid w:val="00C966BF"/>
    <w:rsid w:val="00C974D6"/>
    <w:rsid w:val="00C97A99"/>
    <w:rsid w:val="00CA1F83"/>
    <w:rsid w:val="00CA2813"/>
    <w:rsid w:val="00CA2BCB"/>
    <w:rsid w:val="00CA3041"/>
    <w:rsid w:val="00CA3300"/>
    <w:rsid w:val="00CA3AA9"/>
    <w:rsid w:val="00CA76EF"/>
    <w:rsid w:val="00CB05C4"/>
    <w:rsid w:val="00CB10DF"/>
    <w:rsid w:val="00CB295E"/>
    <w:rsid w:val="00CB29AC"/>
    <w:rsid w:val="00CB2A7C"/>
    <w:rsid w:val="00CB2F42"/>
    <w:rsid w:val="00CB3B54"/>
    <w:rsid w:val="00CB5018"/>
    <w:rsid w:val="00CB6482"/>
    <w:rsid w:val="00CB6727"/>
    <w:rsid w:val="00CB7072"/>
    <w:rsid w:val="00CB74BE"/>
    <w:rsid w:val="00CC101A"/>
    <w:rsid w:val="00CC2149"/>
    <w:rsid w:val="00CC3770"/>
    <w:rsid w:val="00CC3D2D"/>
    <w:rsid w:val="00CC41A4"/>
    <w:rsid w:val="00CC4909"/>
    <w:rsid w:val="00CC4A60"/>
    <w:rsid w:val="00CC5026"/>
    <w:rsid w:val="00CC57D3"/>
    <w:rsid w:val="00CC6D2A"/>
    <w:rsid w:val="00CC7D18"/>
    <w:rsid w:val="00CD3249"/>
    <w:rsid w:val="00CD363B"/>
    <w:rsid w:val="00CD40AA"/>
    <w:rsid w:val="00CD49B6"/>
    <w:rsid w:val="00CD5D65"/>
    <w:rsid w:val="00CD60F0"/>
    <w:rsid w:val="00CD6AFF"/>
    <w:rsid w:val="00CD72AF"/>
    <w:rsid w:val="00CD7302"/>
    <w:rsid w:val="00CD740E"/>
    <w:rsid w:val="00CD7D0B"/>
    <w:rsid w:val="00CE1239"/>
    <w:rsid w:val="00CE1822"/>
    <w:rsid w:val="00CE23D0"/>
    <w:rsid w:val="00CE37A6"/>
    <w:rsid w:val="00CE3813"/>
    <w:rsid w:val="00CE3B21"/>
    <w:rsid w:val="00CE3D57"/>
    <w:rsid w:val="00CE5754"/>
    <w:rsid w:val="00CE69EC"/>
    <w:rsid w:val="00CE729A"/>
    <w:rsid w:val="00CE757D"/>
    <w:rsid w:val="00CE7B5C"/>
    <w:rsid w:val="00CF0F5D"/>
    <w:rsid w:val="00CF15C3"/>
    <w:rsid w:val="00CF22EF"/>
    <w:rsid w:val="00CF2CE9"/>
    <w:rsid w:val="00CF3631"/>
    <w:rsid w:val="00CF3972"/>
    <w:rsid w:val="00CF5BBE"/>
    <w:rsid w:val="00CF71D3"/>
    <w:rsid w:val="00CF73C6"/>
    <w:rsid w:val="00D00D7C"/>
    <w:rsid w:val="00D01098"/>
    <w:rsid w:val="00D0192A"/>
    <w:rsid w:val="00D022F7"/>
    <w:rsid w:val="00D03C14"/>
    <w:rsid w:val="00D03F9A"/>
    <w:rsid w:val="00D04D38"/>
    <w:rsid w:val="00D0623B"/>
    <w:rsid w:val="00D062D0"/>
    <w:rsid w:val="00D06598"/>
    <w:rsid w:val="00D066CD"/>
    <w:rsid w:val="00D06F3C"/>
    <w:rsid w:val="00D07D15"/>
    <w:rsid w:val="00D11039"/>
    <w:rsid w:val="00D1176E"/>
    <w:rsid w:val="00D121DD"/>
    <w:rsid w:val="00D12931"/>
    <w:rsid w:val="00D12CAC"/>
    <w:rsid w:val="00D1363A"/>
    <w:rsid w:val="00D14026"/>
    <w:rsid w:val="00D140F1"/>
    <w:rsid w:val="00D150F8"/>
    <w:rsid w:val="00D15E8B"/>
    <w:rsid w:val="00D1656A"/>
    <w:rsid w:val="00D16690"/>
    <w:rsid w:val="00D17D07"/>
    <w:rsid w:val="00D2069C"/>
    <w:rsid w:val="00D21509"/>
    <w:rsid w:val="00D219AA"/>
    <w:rsid w:val="00D2222A"/>
    <w:rsid w:val="00D231E3"/>
    <w:rsid w:val="00D24C00"/>
    <w:rsid w:val="00D24F09"/>
    <w:rsid w:val="00D2526B"/>
    <w:rsid w:val="00D252DD"/>
    <w:rsid w:val="00D26F8C"/>
    <w:rsid w:val="00D307D2"/>
    <w:rsid w:val="00D31B37"/>
    <w:rsid w:val="00D31D14"/>
    <w:rsid w:val="00D320F6"/>
    <w:rsid w:val="00D32597"/>
    <w:rsid w:val="00D325CF"/>
    <w:rsid w:val="00D32700"/>
    <w:rsid w:val="00D32C06"/>
    <w:rsid w:val="00D3314B"/>
    <w:rsid w:val="00D336EB"/>
    <w:rsid w:val="00D33B8F"/>
    <w:rsid w:val="00D33B9E"/>
    <w:rsid w:val="00D348C5"/>
    <w:rsid w:val="00D349C5"/>
    <w:rsid w:val="00D35795"/>
    <w:rsid w:val="00D358EC"/>
    <w:rsid w:val="00D35EC3"/>
    <w:rsid w:val="00D37FF3"/>
    <w:rsid w:val="00D40EED"/>
    <w:rsid w:val="00D412B2"/>
    <w:rsid w:val="00D42AAB"/>
    <w:rsid w:val="00D43B1E"/>
    <w:rsid w:val="00D43CB7"/>
    <w:rsid w:val="00D43E10"/>
    <w:rsid w:val="00D44AD9"/>
    <w:rsid w:val="00D44C22"/>
    <w:rsid w:val="00D45918"/>
    <w:rsid w:val="00D46012"/>
    <w:rsid w:val="00D4640B"/>
    <w:rsid w:val="00D4757B"/>
    <w:rsid w:val="00D50047"/>
    <w:rsid w:val="00D5069E"/>
    <w:rsid w:val="00D515C6"/>
    <w:rsid w:val="00D52345"/>
    <w:rsid w:val="00D524D2"/>
    <w:rsid w:val="00D528AB"/>
    <w:rsid w:val="00D52A1B"/>
    <w:rsid w:val="00D53757"/>
    <w:rsid w:val="00D54E6D"/>
    <w:rsid w:val="00D54FAB"/>
    <w:rsid w:val="00D5552A"/>
    <w:rsid w:val="00D56320"/>
    <w:rsid w:val="00D5670A"/>
    <w:rsid w:val="00D56779"/>
    <w:rsid w:val="00D5679C"/>
    <w:rsid w:val="00D56B41"/>
    <w:rsid w:val="00D60087"/>
    <w:rsid w:val="00D609C3"/>
    <w:rsid w:val="00D61976"/>
    <w:rsid w:val="00D639B7"/>
    <w:rsid w:val="00D63AC4"/>
    <w:rsid w:val="00D63C1E"/>
    <w:rsid w:val="00D63E12"/>
    <w:rsid w:val="00D63E47"/>
    <w:rsid w:val="00D6423F"/>
    <w:rsid w:val="00D645AE"/>
    <w:rsid w:val="00D64699"/>
    <w:rsid w:val="00D65071"/>
    <w:rsid w:val="00D65BBC"/>
    <w:rsid w:val="00D65C7C"/>
    <w:rsid w:val="00D663A7"/>
    <w:rsid w:val="00D67600"/>
    <w:rsid w:val="00D67F62"/>
    <w:rsid w:val="00D709D9"/>
    <w:rsid w:val="00D70B2A"/>
    <w:rsid w:val="00D7240C"/>
    <w:rsid w:val="00D72790"/>
    <w:rsid w:val="00D727EB"/>
    <w:rsid w:val="00D730A7"/>
    <w:rsid w:val="00D739FD"/>
    <w:rsid w:val="00D74193"/>
    <w:rsid w:val="00D74A95"/>
    <w:rsid w:val="00D779DF"/>
    <w:rsid w:val="00D808C4"/>
    <w:rsid w:val="00D80E32"/>
    <w:rsid w:val="00D80FEE"/>
    <w:rsid w:val="00D81114"/>
    <w:rsid w:val="00D816F1"/>
    <w:rsid w:val="00D82409"/>
    <w:rsid w:val="00D8325F"/>
    <w:rsid w:val="00D83DF7"/>
    <w:rsid w:val="00D845BA"/>
    <w:rsid w:val="00D84B30"/>
    <w:rsid w:val="00D84CA5"/>
    <w:rsid w:val="00D85041"/>
    <w:rsid w:val="00D85A91"/>
    <w:rsid w:val="00D86A33"/>
    <w:rsid w:val="00D86DBD"/>
    <w:rsid w:val="00D87076"/>
    <w:rsid w:val="00D87689"/>
    <w:rsid w:val="00D87857"/>
    <w:rsid w:val="00D908AB"/>
    <w:rsid w:val="00D91524"/>
    <w:rsid w:val="00D91981"/>
    <w:rsid w:val="00D91B47"/>
    <w:rsid w:val="00D91DF4"/>
    <w:rsid w:val="00D92C23"/>
    <w:rsid w:val="00D92C2D"/>
    <w:rsid w:val="00D9342D"/>
    <w:rsid w:val="00D941F9"/>
    <w:rsid w:val="00D95281"/>
    <w:rsid w:val="00D961CF"/>
    <w:rsid w:val="00DA1808"/>
    <w:rsid w:val="00DA1A24"/>
    <w:rsid w:val="00DA224B"/>
    <w:rsid w:val="00DA2405"/>
    <w:rsid w:val="00DA2D2D"/>
    <w:rsid w:val="00DA2DAF"/>
    <w:rsid w:val="00DA2ECB"/>
    <w:rsid w:val="00DA30F1"/>
    <w:rsid w:val="00DA4BFB"/>
    <w:rsid w:val="00DA5175"/>
    <w:rsid w:val="00DA5EED"/>
    <w:rsid w:val="00DA6002"/>
    <w:rsid w:val="00DA6D12"/>
    <w:rsid w:val="00DA6E71"/>
    <w:rsid w:val="00DA757C"/>
    <w:rsid w:val="00DB283D"/>
    <w:rsid w:val="00DB2AD9"/>
    <w:rsid w:val="00DB2BA8"/>
    <w:rsid w:val="00DB409B"/>
    <w:rsid w:val="00DB4AB2"/>
    <w:rsid w:val="00DB52C4"/>
    <w:rsid w:val="00DB53EC"/>
    <w:rsid w:val="00DB5E65"/>
    <w:rsid w:val="00DB6C6A"/>
    <w:rsid w:val="00DB7A3B"/>
    <w:rsid w:val="00DC0600"/>
    <w:rsid w:val="00DC1537"/>
    <w:rsid w:val="00DC17E7"/>
    <w:rsid w:val="00DC2117"/>
    <w:rsid w:val="00DC233E"/>
    <w:rsid w:val="00DC2710"/>
    <w:rsid w:val="00DC2B29"/>
    <w:rsid w:val="00DC2C0F"/>
    <w:rsid w:val="00DC2FCB"/>
    <w:rsid w:val="00DC6207"/>
    <w:rsid w:val="00DC6878"/>
    <w:rsid w:val="00DC6D55"/>
    <w:rsid w:val="00DC795B"/>
    <w:rsid w:val="00DC7CCC"/>
    <w:rsid w:val="00DC7F82"/>
    <w:rsid w:val="00DD0318"/>
    <w:rsid w:val="00DD0ACB"/>
    <w:rsid w:val="00DD208B"/>
    <w:rsid w:val="00DD2897"/>
    <w:rsid w:val="00DD32D8"/>
    <w:rsid w:val="00DD381C"/>
    <w:rsid w:val="00DD5722"/>
    <w:rsid w:val="00DD5823"/>
    <w:rsid w:val="00DD625C"/>
    <w:rsid w:val="00DD6F66"/>
    <w:rsid w:val="00DE0609"/>
    <w:rsid w:val="00DE0D1A"/>
    <w:rsid w:val="00DE1B94"/>
    <w:rsid w:val="00DE1D0C"/>
    <w:rsid w:val="00DE34CF"/>
    <w:rsid w:val="00DE3515"/>
    <w:rsid w:val="00DE59C1"/>
    <w:rsid w:val="00DE6189"/>
    <w:rsid w:val="00DE6355"/>
    <w:rsid w:val="00DE769A"/>
    <w:rsid w:val="00DE7984"/>
    <w:rsid w:val="00DF0ECF"/>
    <w:rsid w:val="00DF1B57"/>
    <w:rsid w:val="00DF26B5"/>
    <w:rsid w:val="00DF2B93"/>
    <w:rsid w:val="00DF3DA9"/>
    <w:rsid w:val="00DF423F"/>
    <w:rsid w:val="00DF4EB7"/>
    <w:rsid w:val="00DF4F62"/>
    <w:rsid w:val="00DF6156"/>
    <w:rsid w:val="00DF648F"/>
    <w:rsid w:val="00DF64B7"/>
    <w:rsid w:val="00DF6B1C"/>
    <w:rsid w:val="00DF6E04"/>
    <w:rsid w:val="00DF6F76"/>
    <w:rsid w:val="00DF78E6"/>
    <w:rsid w:val="00E00AD0"/>
    <w:rsid w:val="00E024F0"/>
    <w:rsid w:val="00E028C8"/>
    <w:rsid w:val="00E031B8"/>
    <w:rsid w:val="00E032CC"/>
    <w:rsid w:val="00E03BB9"/>
    <w:rsid w:val="00E049E7"/>
    <w:rsid w:val="00E051CB"/>
    <w:rsid w:val="00E05690"/>
    <w:rsid w:val="00E05FA9"/>
    <w:rsid w:val="00E05FF3"/>
    <w:rsid w:val="00E062F1"/>
    <w:rsid w:val="00E063EF"/>
    <w:rsid w:val="00E064D9"/>
    <w:rsid w:val="00E0650E"/>
    <w:rsid w:val="00E06AC9"/>
    <w:rsid w:val="00E07672"/>
    <w:rsid w:val="00E07F38"/>
    <w:rsid w:val="00E10A82"/>
    <w:rsid w:val="00E10E06"/>
    <w:rsid w:val="00E12671"/>
    <w:rsid w:val="00E129F4"/>
    <w:rsid w:val="00E135EA"/>
    <w:rsid w:val="00E1475B"/>
    <w:rsid w:val="00E150A1"/>
    <w:rsid w:val="00E15130"/>
    <w:rsid w:val="00E15246"/>
    <w:rsid w:val="00E15ECB"/>
    <w:rsid w:val="00E162EE"/>
    <w:rsid w:val="00E164BE"/>
    <w:rsid w:val="00E16B5B"/>
    <w:rsid w:val="00E2014B"/>
    <w:rsid w:val="00E20743"/>
    <w:rsid w:val="00E20B03"/>
    <w:rsid w:val="00E21327"/>
    <w:rsid w:val="00E2134B"/>
    <w:rsid w:val="00E215E3"/>
    <w:rsid w:val="00E21A09"/>
    <w:rsid w:val="00E227BD"/>
    <w:rsid w:val="00E24224"/>
    <w:rsid w:val="00E24F24"/>
    <w:rsid w:val="00E25054"/>
    <w:rsid w:val="00E25172"/>
    <w:rsid w:val="00E251C7"/>
    <w:rsid w:val="00E2532D"/>
    <w:rsid w:val="00E30C58"/>
    <w:rsid w:val="00E316D8"/>
    <w:rsid w:val="00E31E59"/>
    <w:rsid w:val="00E32996"/>
    <w:rsid w:val="00E33991"/>
    <w:rsid w:val="00E33F8D"/>
    <w:rsid w:val="00E350A9"/>
    <w:rsid w:val="00E3561F"/>
    <w:rsid w:val="00E42E34"/>
    <w:rsid w:val="00E4307C"/>
    <w:rsid w:val="00E44244"/>
    <w:rsid w:val="00E4525A"/>
    <w:rsid w:val="00E47858"/>
    <w:rsid w:val="00E47E4E"/>
    <w:rsid w:val="00E50679"/>
    <w:rsid w:val="00E514D2"/>
    <w:rsid w:val="00E52A29"/>
    <w:rsid w:val="00E52D9F"/>
    <w:rsid w:val="00E53103"/>
    <w:rsid w:val="00E53769"/>
    <w:rsid w:val="00E54519"/>
    <w:rsid w:val="00E55544"/>
    <w:rsid w:val="00E5591E"/>
    <w:rsid w:val="00E56DA3"/>
    <w:rsid w:val="00E6026F"/>
    <w:rsid w:val="00E60338"/>
    <w:rsid w:val="00E608C6"/>
    <w:rsid w:val="00E61804"/>
    <w:rsid w:val="00E6204B"/>
    <w:rsid w:val="00E62A82"/>
    <w:rsid w:val="00E62C05"/>
    <w:rsid w:val="00E62C80"/>
    <w:rsid w:val="00E63034"/>
    <w:rsid w:val="00E6310C"/>
    <w:rsid w:val="00E631D2"/>
    <w:rsid w:val="00E642BC"/>
    <w:rsid w:val="00E64954"/>
    <w:rsid w:val="00E64E78"/>
    <w:rsid w:val="00E64EBC"/>
    <w:rsid w:val="00E64F70"/>
    <w:rsid w:val="00E670BF"/>
    <w:rsid w:val="00E6751E"/>
    <w:rsid w:val="00E67FD2"/>
    <w:rsid w:val="00E704B3"/>
    <w:rsid w:val="00E709D4"/>
    <w:rsid w:val="00E725F8"/>
    <w:rsid w:val="00E73989"/>
    <w:rsid w:val="00E73CFF"/>
    <w:rsid w:val="00E74075"/>
    <w:rsid w:val="00E74541"/>
    <w:rsid w:val="00E74705"/>
    <w:rsid w:val="00E74A4A"/>
    <w:rsid w:val="00E75076"/>
    <w:rsid w:val="00E7556C"/>
    <w:rsid w:val="00E76133"/>
    <w:rsid w:val="00E7703E"/>
    <w:rsid w:val="00E80E3C"/>
    <w:rsid w:val="00E82A1B"/>
    <w:rsid w:val="00E83344"/>
    <w:rsid w:val="00E83CC2"/>
    <w:rsid w:val="00E850FD"/>
    <w:rsid w:val="00E8591C"/>
    <w:rsid w:val="00E85A93"/>
    <w:rsid w:val="00E9049D"/>
    <w:rsid w:val="00E90500"/>
    <w:rsid w:val="00E90E39"/>
    <w:rsid w:val="00E90E66"/>
    <w:rsid w:val="00E91BC2"/>
    <w:rsid w:val="00E920DF"/>
    <w:rsid w:val="00E92468"/>
    <w:rsid w:val="00E928A5"/>
    <w:rsid w:val="00E9296B"/>
    <w:rsid w:val="00E92EFC"/>
    <w:rsid w:val="00E94050"/>
    <w:rsid w:val="00E94CBB"/>
    <w:rsid w:val="00E95436"/>
    <w:rsid w:val="00E957C2"/>
    <w:rsid w:val="00E96F85"/>
    <w:rsid w:val="00EA0427"/>
    <w:rsid w:val="00EA1385"/>
    <w:rsid w:val="00EA17DB"/>
    <w:rsid w:val="00EA1C6C"/>
    <w:rsid w:val="00EA27EE"/>
    <w:rsid w:val="00EA3746"/>
    <w:rsid w:val="00EA3BB9"/>
    <w:rsid w:val="00EA4F20"/>
    <w:rsid w:val="00EA5326"/>
    <w:rsid w:val="00EA5745"/>
    <w:rsid w:val="00EA60E3"/>
    <w:rsid w:val="00EA79BE"/>
    <w:rsid w:val="00EA7A5A"/>
    <w:rsid w:val="00EB00B0"/>
    <w:rsid w:val="00EB17BA"/>
    <w:rsid w:val="00EB1DF7"/>
    <w:rsid w:val="00EB3176"/>
    <w:rsid w:val="00EB3363"/>
    <w:rsid w:val="00EB69C0"/>
    <w:rsid w:val="00EB7C8A"/>
    <w:rsid w:val="00EC10B9"/>
    <w:rsid w:val="00EC1415"/>
    <w:rsid w:val="00EC1631"/>
    <w:rsid w:val="00EC193D"/>
    <w:rsid w:val="00EC2461"/>
    <w:rsid w:val="00EC29B9"/>
    <w:rsid w:val="00EC2CCC"/>
    <w:rsid w:val="00EC2F16"/>
    <w:rsid w:val="00EC3296"/>
    <w:rsid w:val="00EC339E"/>
    <w:rsid w:val="00EC41DE"/>
    <w:rsid w:val="00EC4AD8"/>
    <w:rsid w:val="00EC4FB1"/>
    <w:rsid w:val="00EC5667"/>
    <w:rsid w:val="00EC75F8"/>
    <w:rsid w:val="00EC7DBB"/>
    <w:rsid w:val="00ED03AF"/>
    <w:rsid w:val="00ED1176"/>
    <w:rsid w:val="00ED1C06"/>
    <w:rsid w:val="00ED1D19"/>
    <w:rsid w:val="00ED2259"/>
    <w:rsid w:val="00ED2ABF"/>
    <w:rsid w:val="00ED2AC9"/>
    <w:rsid w:val="00ED355F"/>
    <w:rsid w:val="00ED39F9"/>
    <w:rsid w:val="00ED46B6"/>
    <w:rsid w:val="00ED4D2E"/>
    <w:rsid w:val="00ED57DA"/>
    <w:rsid w:val="00EE04A0"/>
    <w:rsid w:val="00EE1302"/>
    <w:rsid w:val="00EE1820"/>
    <w:rsid w:val="00EE3168"/>
    <w:rsid w:val="00EE426C"/>
    <w:rsid w:val="00EE495B"/>
    <w:rsid w:val="00EE6CD6"/>
    <w:rsid w:val="00EE73FE"/>
    <w:rsid w:val="00EE7D7C"/>
    <w:rsid w:val="00EF12DE"/>
    <w:rsid w:val="00EF1CEA"/>
    <w:rsid w:val="00EF214F"/>
    <w:rsid w:val="00EF21FA"/>
    <w:rsid w:val="00EF327D"/>
    <w:rsid w:val="00EF3919"/>
    <w:rsid w:val="00EF39C0"/>
    <w:rsid w:val="00EF40DE"/>
    <w:rsid w:val="00EF4CD9"/>
    <w:rsid w:val="00EF5F8E"/>
    <w:rsid w:val="00EF6770"/>
    <w:rsid w:val="00EF683F"/>
    <w:rsid w:val="00EF6A31"/>
    <w:rsid w:val="00EF789A"/>
    <w:rsid w:val="00F00513"/>
    <w:rsid w:val="00F00780"/>
    <w:rsid w:val="00F007A5"/>
    <w:rsid w:val="00F00DC1"/>
    <w:rsid w:val="00F02D25"/>
    <w:rsid w:val="00F034C1"/>
    <w:rsid w:val="00F03FDD"/>
    <w:rsid w:val="00F044BB"/>
    <w:rsid w:val="00F046E9"/>
    <w:rsid w:val="00F04822"/>
    <w:rsid w:val="00F04DA3"/>
    <w:rsid w:val="00F053C7"/>
    <w:rsid w:val="00F06E42"/>
    <w:rsid w:val="00F06EE6"/>
    <w:rsid w:val="00F0705C"/>
    <w:rsid w:val="00F0739B"/>
    <w:rsid w:val="00F109A9"/>
    <w:rsid w:val="00F11784"/>
    <w:rsid w:val="00F11AB2"/>
    <w:rsid w:val="00F12348"/>
    <w:rsid w:val="00F12BDA"/>
    <w:rsid w:val="00F1472A"/>
    <w:rsid w:val="00F14E67"/>
    <w:rsid w:val="00F176E5"/>
    <w:rsid w:val="00F177CB"/>
    <w:rsid w:val="00F21704"/>
    <w:rsid w:val="00F21D55"/>
    <w:rsid w:val="00F22A2C"/>
    <w:rsid w:val="00F23477"/>
    <w:rsid w:val="00F238F0"/>
    <w:rsid w:val="00F25D98"/>
    <w:rsid w:val="00F26B52"/>
    <w:rsid w:val="00F270C7"/>
    <w:rsid w:val="00F27CE0"/>
    <w:rsid w:val="00F27D5D"/>
    <w:rsid w:val="00F3006B"/>
    <w:rsid w:val="00F300FB"/>
    <w:rsid w:val="00F30488"/>
    <w:rsid w:val="00F321FF"/>
    <w:rsid w:val="00F33718"/>
    <w:rsid w:val="00F359FD"/>
    <w:rsid w:val="00F368DA"/>
    <w:rsid w:val="00F3698D"/>
    <w:rsid w:val="00F37BB9"/>
    <w:rsid w:val="00F37C59"/>
    <w:rsid w:val="00F4026C"/>
    <w:rsid w:val="00F40702"/>
    <w:rsid w:val="00F409BE"/>
    <w:rsid w:val="00F40B76"/>
    <w:rsid w:val="00F41F4F"/>
    <w:rsid w:val="00F42AA8"/>
    <w:rsid w:val="00F42C2E"/>
    <w:rsid w:val="00F43C0A"/>
    <w:rsid w:val="00F44B9D"/>
    <w:rsid w:val="00F46AAB"/>
    <w:rsid w:val="00F5041C"/>
    <w:rsid w:val="00F50830"/>
    <w:rsid w:val="00F50944"/>
    <w:rsid w:val="00F51970"/>
    <w:rsid w:val="00F51C75"/>
    <w:rsid w:val="00F52C91"/>
    <w:rsid w:val="00F52ECC"/>
    <w:rsid w:val="00F52FCD"/>
    <w:rsid w:val="00F532BA"/>
    <w:rsid w:val="00F53A83"/>
    <w:rsid w:val="00F54160"/>
    <w:rsid w:val="00F5507E"/>
    <w:rsid w:val="00F554F6"/>
    <w:rsid w:val="00F55946"/>
    <w:rsid w:val="00F562FB"/>
    <w:rsid w:val="00F5789B"/>
    <w:rsid w:val="00F57FB7"/>
    <w:rsid w:val="00F60C72"/>
    <w:rsid w:val="00F6137C"/>
    <w:rsid w:val="00F618B2"/>
    <w:rsid w:val="00F639C6"/>
    <w:rsid w:val="00F64042"/>
    <w:rsid w:val="00F6432C"/>
    <w:rsid w:val="00F64686"/>
    <w:rsid w:val="00F65610"/>
    <w:rsid w:val="00F66861"/>
    <w:rsid w:val="00F66DA2"/>
    <w:rsid w:val="00F66F1F"/>
    <w:rsid w:val="00F67CFA"/>
    <w:rsid w:val="00F67D60"/>
    <w:rsid w:val="00F67E49"/>
    <w:rsid w:val="00F70105"/>
    <w:rsid w:val="00F7017D"/>
    <w:rsid w:val="00F70330"/>
    <w:rsid w:val="00F70669"/>
    <w:rsid w:val="00F70745"/>
    <w:rsid w:val="00F70CA2"/>
    <w:rsid w:val="00F714A3"/>
    <w:rsid w:val="00F71B8A"/>
    <w:rsid w:val="00F7252C"/>
    <w:rsid w:val="00F7366A"/>
    <w:rsid w:val="00F73852"/>
    <w:rsid w:val="00F74899"/>
    <w:rsid w:val="00F74C5F"/>
    <w:rsid w:val="00F74ED2"/>
    <w:rsid w:val="00F762AA"/>
    <w:rsid w:val="00F76AAF"/>
    <w:rsid w:val="00F76D5B"/>
    <w:rsid w:val="00F76DAA"/>
    <w:rsid w:val="00F774BF"/>
    <w:rsid w:val="00F80484"/>
    <w:rsid w:val="00F820DF"/>
    <w:rsid w:val="00F829C0"/>
    <w:rsid w:val="00F83611"/>
    <w:rsid w:val="00F83727"/>
    <w:rsid w:val="00F84579"/>
    <w:rsid w:val="00F85914"/>
    <w:rsid w:val="00F85C6D"/>
    <w:rsid w:val="00F86F07"/>
    <w:rsid w:val="00F87FDA"/>
    <w:rsid w:val="00F90513"/>
    <w:rsid w:val="00F90C00"/>
    <w:rsid w:val="00F90D8B"/>
    <w:rsid w:val="00F91EA3"/>
    <w:rsid w:val="00F92887"/>
    <w:rsid w:val="00F936EF"/>
    <w:rsid w:val="00F9410B"/>
    <w:rsid w:val="00F9455A"/>
    <w:rsid w:val="00F947D3"/>
    <w:rsid w:val="00F94E6F"/>
    <w:rsid w:val="00F958E3"/>
    <w:rsid w:val="00F95BEA"/>
    <w:rsid w:val="00F96C37"/>
    <w:rsid w:val="00F96EAF"/>
    <w:rsid w:val="00F96FC0"/>
    <w:rsid w:val="00FA0CB0"/>
    <w:rsid w:val="00FA1DBF"/>
    <w:rsid w:val="00FA2360"/>
    <w:rsid w:val="00FA23B8"/>
    <w:rsid w:val="00FA2AF3"/>
    <w:rsid w:val="00FA2AFA"/>
    <w:rsid w:val="00FA4B6B"/>
    <w:rsid w:val="00FA4BB4"/>
    <w:rsid w:val="00FA51EB"/>
    <w:rsid w:val="00FA61CA"/>
    <w:rsid w:val="00FA6BEC"/>
    <w:rsid w:val="00FA79AD"/>
    <w:rsid w:val="00FA7B25"/>
    <w:rsid w:val="00FA7DCB"/>
    <w:rsid w:val="00FB0488"/>
    <w:rsid w:val="00FB0677"/>
    <w:rsid w:val="00FB09E4"/>
    <w:rsid w:val="00FB0C86"/>
    <w:rsid w:val="00FB1C9B"/>
    <w:rsid w:val="00FB1D82"/>
    <w:rsid w:val="00FB2A78"/>
    <w:rsid w:val="00FB2CBB"/>
    <w:rsid w:val="00FB32CA"/>
    <w:rsid w:val="00FB41A6"/>
    <w:rsid w:val="00FB41B6"/>
    <w:rsid w:val="00FB4DE8"/>
    <w:rsid w:val="00FB5B05"/>
    <w:rsid w:val="00FB6386"/>
    <w:rsid w:val="00FB66A5"/>
    <w:rsid w:val="00FB71B4"/>
    <w:rsid w:val="00FB7726"/>
    <w:rsid w:val="00FC1200"/>
    <w:rsid w:val="00FC12BA"/>
    <w:rsid w:val="00FC186A"/>
    <w:rsid w:val="00FC1B21"/>
    <w:rsid w:val="00FC287D"/>
    <w:rsid w:val="00FC290D"/>
    <w:rsid w:val="00FC3EA2"/>
    <w:rsid w:val="00FC4355"/>
    <w:rsid w:val="00FC4E79"/>
    <w:rsid w:val="00FC4F55"/>
    <w:rsid w:val="00FC5050"/>
    <w:rsid w:val="00FC5DDB"/>
    <w:rsid w:val="00FC659D"/>
    <w:rsid w:val="00FD03E4"/>
    <w:rsid w:val="00FD078E"/>
    <w:rsid w:val="00FD0D84"/>
    <w:rsid w:val="00FD1272"/>
    <w:rsid w:val="00FD13AC"/>
    <w:rsid w:val="00FD1535"/>
    <w:rsid w:val="00FD1703"/>
    <w:rsid w:val="00FD1C19"/>
    <w:rsid w:val="00FD1D66"/>
    <w:rsid w:val="00FD3C32"/>
    <w:rsid w:val="00FD488F"/>
    <w:rsid w:val="00FD5A58"/>
    <w:rsid w:val="00FD6BF5"/>
    <w:rsid w:val="00FD7292"/>
    <w:rsid w:val="00FD7913"/>
    <w:rsid w:val="00FD7E22"/>
    <w:rsid w:val="00FD7FFD"/>
    <w:rsid w:val="00FE0433"/>
    <w:rsid w:val="00FE086B"/>
    <w:rsid w:val="00FE0A6F"/>
    <w:rsid w:val="00FE0CEC"/>
    <w:rsid w:val="00FE259C"/>
    <w:rsid w:val="00FE2CC2"/>
    <w:rsid w:val="00FE3336"/>
    <w:rsid w:val="00FE34DD"/>
    <w:rsid w:val="00FE3F3C"/>
    <w:rsid w:val="00FE4354"/>
    <w:rsid w:val="00FE55F8"/>
    <w:rsid w:val="00FE5C5B"/>
    <w:rsid w:val="00FE6807"/>
    <w:rsid w:val="00FF1A5D"/>
    <w:rsid w:val="00FF2801"/>
    <w:rsid w:val="00FF2F3C"/>
    <w:rsid w:val="00FF46E0"/>
    <w:rsid w:val="00FF485B"/>
    <w:rsid w:val="00FF4A67"/>
    <w:rsid w:val="00FF4FE2"/>
    <w:rsid w:val="00FF53FA"/>
    <w:rsid w:val="00FF63CD"/>
    <w:rsid w:val="00FF722A"/>
    <w:rsid w:val="00FF7A85"/>
    <w:rsid w:val="00FF7CD0"/>
    <w:rsid w:val="00FF7CDA"/>
    <w:rsid w:val="00FF7D5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2642D"/>
  <w15:docId w15:val="{D053411D-CE12-48B2-AABD-C76A9A025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N)" w:eastAsia="SimSun" w:hAnsi="CG Times (W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iPriority="99" w:unhideWhenUsed="1" w:qFormat="1"/>
    <w:lsdException w:name="index 2" w:semiHidden="1" w:uiPriority="99"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99" w:unhideWhenUsed="1" w:qFormat="1"/>
    <w:lsdException w:name="footnote text" w:semiHidden="1" w:unhideWhenUsed="1" w:qFormat="1"/>
    <w:lsdException w:name="annotation text" w:semiHidden="1" w:uiPriority="99" w:unhideWhenUsed="1" w:qFormat="1"/>
    <w:lsdException w:name="header" w:semiHidden="1" w:unhideWhenUsed="1" w:qFormat="1"/>
    <w:lsdException w:name="footer" w:semiHidden="1" w:unhideWhenUsed="1" w:qFormat="1"/>
    <w:lsdException w:name="index heading" w:semiHidden="1" w:uiPriority="99" w:unhideWhenUsed="1" w:qFormat="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iPriority="99" w:unhideWhenUsed="1" w:qFormat="1"/>
    <w:lsdException w:name="table of authorities" w:semiHidden="1" w:unhideWhenUsed="1"/>
    <w:lsdException w:name="toa heading" w:semiHidden="1" w:unhideWhenUsed="1"/>
    <w:lsdException w:name="List" w:semiHidden="1" w:unhideWhenUsed="1" w:qFormat="1"/>
    <w:lsdException w:name="List Bullet" w:qFormat="1"/>
    <w:lsdException w:name="List Number" w:uiPriority="99" w:qFormat="1"/>
    <w:lsdException w:name="List 2" w:semiHidden="1" w:unhideWhenUsed="1" w:qFormat="1"/>
    <w:lsdException w:name="List 3" w:semiHidden="1" w:uiPriority="99" w:unhideWhenUsed="1" w:qFormat="1"/>
    <w:lsdException w:name="List 4" w:semiHidden="1" w:uiPriority="99" w:unhideWhenUsed="1" w:qFormat="1"/>
    <w:lsdException w:name="List 5" w:semiHidden="1" w:uiPriority="99" w:unhideWhenUsed="1" w:qFormat="1"/>
    <w:lsdException w:name="List Bullet 2" w:semiHidden="1" w:unhideWhenUsed="1" w:qFormat="1"/>
    <w:lsdException w:name="List Bullet 3" w:semiHidden="1" w:unhideWhenUsed="1" w:qFormat="1"/>
    <w:lsdException w:name="List Bullet 4" w:semiHidden="1" w:uiPriority="99" w:unhideWhenUsed="1" w:qFormat="1"/>
    <w:lsdException w:name="List Bullet 5" w:semiHidden="1" w:uiPriority="99" w:unhideWhenUsed="1" w:qFormat="1"/>
    <w:lsdException w:name="List Number 2" w:semiHidden="1" w:uiPriority="99" w:unhideWhenUsed="1" w:qFormat="1"/>
    <w:lsdException w:name="List Number 3" w:semiHidden="1" w:uiPriority="99" w:unhideWhenUsed="1" w:qFormat="1"/>
    <w:lsdException w:name="List Number 4" w:semiHidden="1" w:uiPriority="99" w:unhideWhenUsed="1" w:qFormat="1"/>
    <w:lsdException w:name="List Number 5" w:semiHidden="1" w:uiPriority="99" w:unhideWhenUsed="1" w:qFormat="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99" w:unhideWhenUsed="1" w:qFormat="1"/>
    <w:lsdException w:name="List Continue" w:semiHidden="1" w:unhideWhenUsed="1"/>
    <w:lsdException w:name="List Continue 2" w:semiHidden="1" w:unhideWhenUsed="1"/>
    <w:lsdException w:name="Subtitle" w:qFormat="1"/>
    <w:lsdException w:name="Salutation" w:semiHidden="1" w:unhideWhenUsed="1"/>
    <w:lsdException w:name="Date" w:semiHidden="1" w:uiPriority="99" w:unhideWhenUsed="1" w:qFormat="1"/>
    <w:lsdException w:name="Body Text First Indent" w:semiHidden="1" w:unhideWhenUsed="1"/>
    <w:lsdException w:name="Body Text First Indent 2" w:semiHidden="1" w:unhideWhenUsed="1"/>
    <w:lsdException w:name="Note Heading" w:semiHidden="1" w:uiPriority="99" w:unhideWhenUsed="1" w:qFormat="1"/>
    <w:lsdException w:name="Body Text 2" w:semiHidden="1" w:uiPriority="99" w:unhideWhenUsed="1" w:qFormat="1"/>
    <w:lsdException w:name="Body Text 3" w:semiHidden="1" w:uiPriority="99" w:unhideWhenUsed="1" w:qFormat="1"/>
    <w:lsdException w:name="Body Text Indent 2" w:semiHidden="1" w:uiPriority="99" w:unhideWhenUsed="1" w:qFormat="1"/>
    <w:lsdException w:name="Body Text Indent 3" w:semiHidden="1" w:uiPriority="99" w:unhideWhenUsed="1" w:qFormat="1"/>
    <w:lsdException w:name="Block Text" w:semiHidden="1" w:uiPriority="99" w:unhideWhenUsed="1" w:qFormat="1"/>
    <w:lsdException w:name="Hyperlink" w:semiHidden="1" w:unhideWhenUsed="1" w:qFormat="1"/>
    <w:lsdException w:name="FollowedHyperlink" w:semiHidden="1" w:unhideWhenUsed="1" w:qFormat="1"/>
    <w:lsdException w:name="Strong" w:uiPriority="22" w:qFormat="1"/>
    <w:lsdException w:name="Emphasis" w:qFormat="1"/>
    <w:lsdException w:name="Document Map" w:semiHidden="1" w:uiPriority="99" w:unhideWhenUsed="1" w:qFormat="1"/>
    <w:lsdException w:name="Plain Text" w:semiHidden="1" w:uiPriority="99"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qFormat="1"/>
    <w:lsdException w:name="HTML Typewriter" w:semiHidden="1" w:unhideWhenUsed="1" w:qFormat="1"/>
    <w:lsdException w:name="HTML Variable" w:semiHidden="1" w:unhideWhenUsed="1"/>
    <w:lsdException w:name="Normal Table" w:semiHidden="1" w:unhideWhenUsed="1"/>
    <w:lsdException w:name="annotation subject" w:semiHidden="1" w:uiPriority="99"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qFormat="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3E12"/>
    <w:pPr>
      <w:spacing w:after="180"/>
    </w:pPr>
    <w:rPr>
      <w:rFonts w:ascii="Times New Roman" w:hAnsi="Times New Roman"/>
      <w:lang w:val="en-GB"/>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1"/>
    <w:qFormat/>
    <w:rsid w:val="00D63E12"/>
    <w:pPr>
      <w:keepNext/>
      <w:keepLines/>
      <w:pBdr>
        <w:top w:val="single" w:sz="12" w:space="3" w:color="auto"/>
      </w:pBdr>
      <w:spacing w:before="240" w:after="180"/>
      <w:ind w:left="1134" w:hanging="1134"/>
      <w:outlineLvl w:val="0"/>
    </w:pPr>
    <w:rPr>
      <w:rFonts w:ascii="Arial" w:hAnsi="Arial"/>
      <w:sz w:val="36"/>
      <w:lang w:val="en-GB"/>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heading2"/>
    <w:basedOn w:val="Heading1"/>
    <w:next w:val="Normal"/>
    <w:link w:val="Heading2Char"/>
    <w:uiPriority w:val="99"/>
    <w:qFormat/>
    <w:rsid w:val="00D63E12"/>
    <w:pPr>
      <w:pBdr>
        <w:top w:val="none" w:sz="0" w:space="0" w:color="auto"/>
      </w:pBdr>
      <w:spacing w:before="180"/>
      <w:outlineLvl w:val="1"/>
    </w:pPr>
    <w:rPr>
      <w:sz w:val="32"/>
    </w:rPr>
  </w:style>
  <w:style w:type="paragraph" w:styleId="Heading3">
    <w:name w:val="heading 3"/>
    <w:aliases w:val="Underrubrik2,H3,h3,Memo Heading 3,no break,0H,hello,h31,3,l3,list 3,Head 3,h32,h33,h34,h35,h36,h37,h38,h311,h321,h331,h341,h351,h361,h371,h39,h312,h322,h332,h342,h352,h362,h372,h310,h313,h323,h333,h343,h353,h363,h373,h314,h324,h334,h344,h354"/>
    <w:basedOn w:val="Heading2"/>
    <w:next w:val="Normal"/>
    <w:link w:val="Heading3Char"/>
    <w:qFormat/>
    <w:rsid w:val="00D63E12"/>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 4,Heading 14,Heading 141,Heading 142,4,subsub,subsubsect,..."/>
    <w:basedOn w:val="Heading3"/>
    <w:next w:val="Normal"/>
    <w:link w:val="Heading4Char"/>
    <w:uiPriority w:val="99"/>
    <w:qFormat/>
    <w:rsid w:val="00D63E12"/>
    <w:pPr>
      <w:ind w:left="1418" w:hanging="1418"/>
      <w:outlineLvl w:val="3"/>
    </w:pPr>
    <w:rPr>
      <w:sz w:val="24"/>
    </w:rPr>
  </w:style>
  <w:style w:type="paragraph" w:styleId="Heading5">
    <w:name w:val="heading 5"/>
    <w:aliases w:val="h5,Heading5,Head5,H5,M5,mh2,Module heading 2,heading 8,Numbered Sub-list,Heading 81,标题 81,Heading 811,Heading 8111"/>
    <w:basedOn w:val="Heading4"/>
    <w:next w:val="Normal"/>
    <w:link w:val="Heading5Char"/>
    <w:uiPriority w:val="99"/>
    <w:qFormat/>
    <w:rsid w:val="00D63E12"/>
    <w:pPr>
      <w:ind w:left="1701" w:hanging="1701"/>
      <w:outlineLvl w:val="4"/>
    </w:pPr>
    <w:rPr>
      <w:sz w:val="22"/>
    </w:rPr>
  </w:style>
  <w:style w:type="paragraph" w:styleId="Heading6">
    <w:name w:val="heading 6"/>
    <w:aliases w:val="T1,Header 6"/>
    <w:basedOn w:val="H6"/>
    <w:next w:val="Normal"/>
    <w:link w:val="Heading6Char"/>
    <w:qFormat/>
    <w:rsid w:val="00D63E12"/>
    <w:pPr>
      <w:outlineLvl w:val="5"/>
    </w:pPr>
  </w:style>
  <w:style w:type="paragraph" w:styleId="Heading7">
    <w:name w:val="heading 7"/>
    <w:basedOn w:val="H6"/>
    <w:next w:val="Normal"/>
    <w:link w:val="Heading7Char"/>
    <w:qFormat/>
    <w:rsid w:val="00D63E12"/>
    <w:pPr>
      <w:outlineLvl w:val="6"/>
    </w:pPr>
  </w:style>
  <w:style w:type="paragraph" w:styleId="Heading8">
    <w:name w:val="heading 8"/>
    <w:basedOn w:val="Heading1"/>
    <w:next w:val="Normal"/>
    <w:link w:val="Heading8Char"/>
    <w:uiPriority w:val="99"/>
    <w:qFormat/>
    <w:rsid w:val="00D63E12"/>
    <w:pPr>
      <w:ind w:left="0" w:firstLine="0"/>
      <w:outlineLvl w:val="7"/>
    </w:pPr>
  </w:style>
  <w:style w:type="paragraph" w:styleId="Heading9">
    <w:name w:val="heading 9"/>
    <w:basedOn w:val="Heading8"/>
    <w:next w:val="Normal"/>
    <w:link w:val="Heading9Char"/>
    <w:uiPriority w:val="99"/>
    <w:qFormat/>
    <w:rsid w:val="00D63E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uiPriority w:val="39"/>
    <w:qFormat/>
    <w:rsid w:val="00D63E12"/>
    <w:pPr>
      <w:spacing w:before="180"/>
      <w:ind w:left="2693" w:hanging="2693"/>
    </w:pPr>
    <w:rPr>
      <w:b/>
    </w:rPr>
  </w:style>
  <w:style w:type="paragraph" w:styleId="TOC1">
    <w:name w:val="toc 1"/>
    <w:uiPriority w:val="39"/>
    <w:qFormat/>
    <w:rsid w:val="00D63E12"/>
    <w:pPr>
      <w:keepNext/>
      <w:keepLines/>
      <w:widowControl w:val="0"/>
      <w:tabs>
        <w:tab w:val="right" w:leader="dot" w:pos="9639"/>
      </w:tabs>
      <w:spacing w:before="120"/>
      <w:ind w:left="567" w:right="425" w:hanging="567"/>
    </w:pPr>
    <w:rPr>
      <w:rFonts w:ascii="Times New Roman" w:hAnsi="Times New Roman"/>
      <w:noProof/>
      <w:sz w:val="22"/>
      <w:lang w:val="en-GB"/>
    </w:rPr>
  </w:style>
  <w:style w:type="paragraph" w:customStyle="1" w:styleId="ZT">
    <w:name w:val="ZT"/>
    <w:uiPriority w:val="99"/>
    <w:qFormat/>
    <w:rsid w:val="00D63E12"/>
    <w:pPr>
      <w:framePr w:wrap="notBeside" w:hAnchor="margin" w:yAlign="center"/>
      <w:widowControl w:val="0"/>
      <w:spacing w:line="240" w:lineRule="atLeast"/>
      <w:jc w:val="right"/>
    </w:pPr>
    <w:rPr>
      <w:rFonts w:ascii="Arial" w:hAnsi="Arial"/>
      <w:b/>
      <w:sz w:val="34"/>
      <w:lang w:val="en-GB"/>
    </w:rPr>
  </w:style>
  <w:style w:type="paragraph" w:styleId="TOC5">
    <w:name w:val="toc 5"/>
    <w:basedOn w:val="TOC4"/>
    <w:uiPriority w:val="39"/>
    <w:qFormat/>
    <w:rsid w:val="00D63E12"/>
    <w:pPr>
      <w:ind w:left="1701" w:hanging="1701"/>
    </w:pPr>
  </w:style>
  <w:style w:type="paragraph" w:styleId="TOC4">
    <w:name w:val="toc 4"/>
    <w:basedOn w:val="TOC3"/>
    <w:uiPriority w:val="39"/>
    <w:qFormat/>
    <w:rsid w:val="00D63E12"/>
    <w:pPr>
      <w:ind w:left="1418" w:hanging="1418"/>
    </w:pPr>
  </w:style>
  <w:style w:type="paragraph" w:styleId="TOC3">
    <w:name w:val="toc 3"/>
    <w:basedOn w:val="TOC2"/>
    <w:uiPriority w:val="39"/>
    <w:qFormat/>
    <w:rsid w:val="00D63E12"/>
    <w:pPr>
      <w:ind w:left="1134" w:hanging="1134"/>
    </w:pPr>
  </w:style>
  <w:style w:type="paragraph" w:styleId="TOC2">
    <w:name w:val="toc 2"/>
    <w:basedOn w:val="TOC1"/>
    <w:uiPriority w:val="39"/>
    <w:qFormat/>
    <w:rsid w:val="00D63E12"/>
    <w:pPr>
      <w:keepNext w:val="0"/>
      <w:spacing w:before="0"/>
      <w:ind w:left="851" w:hanging="851"/>
    </w:pPr>
    <w:rPr>
      <w:sz w:val="20"/>
    </w:rPr>
  </w:style>
  <w:style w:type="paragraph" w:styleId="Index2">
    <w:name w:val="index 2"/>
    <w:basedOn w:val="Index1"/>
    <w:uiPriority w:val="99"/>
    <w:qFormat/>
    <w:rsid w:val="00D63E12"/>
    <w:pPr>
      <w:ind w:left="284"/>
    </w:pPr>
  </w:style>
  <w:style w:type="paragraph" w:styleId="Index1">
    <w:name w:val="index 1"/>
    <w:basedOn w:val="Normal"/>
    <w:uiPriority w:val="99"/>
    <w:qFormat/>
    <w:rsid w:val="00D63E12"/>
    <w:pPr>
      <w:keepLines/>
      <w:spacing w:after="0"/>
    </w:pPr>
  </w:style>
  <w:style w:type="paragraph" w:customStyle="1" w:styleId="ZH">
    <w:name w:val="ZH"/>
    <w:uiPriority w:val="99"/>
    <w:qFormat/>
    <w:rsid w:val="00D63E12"/>
    <w:pPr>
      <w:framePr w:wrap="notBeside" w:vAnchor="page" w:hAnchor="margin" w:xAlign="center" w:y="6805"/>
      <w:widowControl w:val="0"/>
    </w:pPr>
    <w:rPr>
      <w:rFonts w:ascii="Arial" w:hAnsi="Arial"/>
      <w:noProof/>
      <w:lang w:val="en-GB"/>
    </w:rPr>
  </w:style>
  <w:style w:type="paragraph" w:customStyle="1" w:styleId="TT">
    <w:name w:val="TT"/>
    <w:basedOn w:val="Heading1"/>
    <w:next w:val="Normal"/>
    <w:uiPriority w:val="99"/>
    <w:qFormat/>
    <w:rsid w:val="00D63E12"/>
    <w:pPr>
      <w:outlineLvl w:val="9"/>
    </w:pPr>
  </w:style>
  <w:style w:type="paragraph" w:styleId="ListNumber2">
    <w:name w:val="List Number 2"/>
    <w:basedOn w:val="ListNumber"/>
    <w:uiPriority w:val="99"/>
    <w:qFormat/>
    <w:rsid w:val="00D63E12"/>
    <w:pPr>
      <w:ind w:left="851"/>
    </w:p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h"/>
    <w:link w:val="HeaderChar"/>
    <w:qFormat/>
    <w:rsid w:val="00D63E12"/>
    <w:pPr>
      <w:widowControl w:val="0"/>
    </w:pPr>
    <w:rPr>
      <w:rFonts w:ascii="Arial" w:hAnsi="Arial"/>
      <w:b/>
      <w:noProof/>
      <w:sz w:val="18"/>
      <w:lang w:val="en-GB"/>
    </w:rPr>
  </w:style>
  <w:style w:type="character" w:styleId="FootnoteReference">
    <w:name w:val="footnote reference"/>
    <w:aliases w:val="Appel note de bas de p,Nota,Footnote symbol,Footnote,Footnote Reference/,Style 12,(NECG) Footnote Reference,Style 124,Appel note de bas de p + 11 pt,Italic,Appel note de bas de p1,Appel note de bas de p2,Appel note de bas de p3,o,fr"/>
    <w:qFormat/>
    <w:rsid w:val="00D63E12"/>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ALTS FOOTNOTE,DNV-FT"/>
    <w:basedOn w:val="Normal"/>
    <w:link w:val="FootnoteTextChar"/>
    <w:qFormat/>
    <w:rsid w:val="00D63E12"/>
    <w:pPr>
      <w:keepLines/>
      <w:spacing w:after="0"/>
      <w:ind w:left="454" w:hanging="454"/>
    </w:pPr>
    <w:rPr>
      <w:sz w:val="16"/>
    </w:rPr>
  </w:style>
  <w:style w:type="paragraph" w:customStyle="1" w:styleId="TAH">
    <w:name w:val="TAH"/>
    <w:basedOn w:val="TAC"/>
    <w:link w:val="TAHCar"/>
    <w:uiPriority w:val="99"/>
    <w:qFormat/>
    <w:rsid w:val="00D63E12"/>
    <w:rPr>
      <w:b/>
    </w:rPr>
  </w:style>
  <w:style w:type="paragraph" w:customStyle="1" w:styleId="TAC">
    <w:name w:val="TAC"/>
    <w:basedOn w:val="TAL"/>
    <w:link w:val="TACChar"/>
    <w:uiPriority w:val="99"/>
    <w:qFormat/>
    <w:rsid w:val="00D63E12"/>
    <w:pPr>
      <w:jc w:val="center"/>
    </w:pPr>
  </w:style>
  <w:style w:type="paragraph" w:customStyle="1" w:styleId="TF">
    <w:name w:val="TF"/>
    <w:aliases w:val="left"/>
    <w:basedOn w:val="TH"/>
    <w:link w:val="TFChar"/>
    <w:qFormat/>
    <w:rsid w:val="00D63E12"/>
    <w:pPr>
      <w:keepNext w:val="0"/>
      <w:spacing w:before="0" w:after="240"/>
    </w:pPr>
  </w:style>
  <w:style w:type="paragraph" w:customStyle="1" w:styleId="NO">
    <w:name w:val="NO"/>
    <w:basedOn w:val="Normal"/>
    <w:link w:val="NOChar"/>
    <w:qFormat/>
    <w:rsid w:val="00D63E12"/>
    <w:pPr>
      <w:keepLines/>
      <w:ind w:left="1135" w:hanging="851"/>
    </w:pPr>
  </w:style>
  <w:style w:type="paragraph" w:styleId="TOC9">
    <w:name w:val="toc 9"/>
    <w:basedOn w:val="TOC8"/>
    <w:uiPriority w:val="39"/>
    <w:qFormat/>
    <w:rsid w:val="00D63E12"/>
    <w:pPr>
      <w:ind w:left="1418" w:hanging="1418"/>
    </w:pPr>
  </w:style>
  <w:style w:type="paragraph" w:customStyle="1" w:styleId="EX">
    <w:name w:val="EX"/>
    <w:basedOn w:val="Normal"/>
    <w:link w:val="EXChar"/>
    <w:qFormat/>
    <w:rsid w:val="00D63E12"/>
    <w:pPr>
      <w:keepLines/>
      <w:ind w:left="1702" w:hanging="1418"/>
    </w:pPr>
  </w:style>
  <w:style w:type="paragraph" w:customStyle="1" w:styleId="FP">
    <w:name w:val="FP"/>
    <w:basedOn w:val="Normal"/>
    <w:uiPriority w:val="99"/>
    <w:qFormat/>
    <w:rsid w:val="00D63E12"/>
    <w:pPr>
      <w:spacing w:after="0"/>
    </w:pPr>
  </w:style>
  <w:style w:type="paragraph" w:customStyle="1" w:styleId="LD">
    <w:name w:val="LD"/>
    <w:uiPriority w:val="99"/>
    <w:qFormat/>
    <w:rsid w:val="00D63E12"/>
    <w:pPr>
      <w:keepNext/>
      <w:keepLines/>
      <w:spacing w:line="180" w:lineRule="exact"/>
    </w:pPr>
    <w:rPr>
      <w:rFonts w:ascii="MS LineDraw" w:hAnsi="MS LineDraw"/>
      <w:noProof/>
      <w:lang w:val="en-GB"/>
    </w:rPr>
  </w:style>
  <w:style w:type="paragraph" w:customStyle="1" w:styleId="NW">
    <w:name w:val="NW"/>
    <w:basedOn w:val="NO"/>
    <w:uiPriority w:val="99"/>
    <w:qFormat/>
    <w:rsid w:val="00D63E12"/>
    <w:pPr>
      <w:spacing w:after="0"/>
    </w:pPr>
  </w:style>
  <w:style w:type="paragraph" w:customStyle="1" w:styleId="EW">
    <w:name w:val="EW"/>
    <w:basedOn w:val="EX"/>
    <w:uiPriority w:val="99"/>
    <w:qFormat/>
    <w:rsid w:val="00D63E12"/>
    <w:pPr>
      <w:spacing w:after="0"/>
    </w:pPr>
  </w:style>
  <w:style w:type="paragraph" w:styleId="TOC6">
    <w:name w:val="toc 6"/>
    <w:basedOn w:val="TOC5"/>
    <w:next w:val="Normal"/>
    <w:uiPriority w:val="39"/>
    <w:qFormat/>
    <w:rsid w:val="00D63E12"/>
    <w:pPr>
      <w:ind w:left="1985" w:hanging="1985"/>
    </w:pPr>
  </w:style>
  <w:style w:type="paragraph" w:styleId="TOC7">
    <w:name w:val="toc 7"/>
    <w:basedOn w:val="TOC6"/>
    <w:next w:val="Normal"/>
    <w:uiPriority w:val="39"/>
    <w:qFormat/>
    <w:rsid w:val="00D63E12"/>
    <w:pPr>
      <w:ind w:left="2268" w:hanging="2268"/>
    </w:pPr>
  </w:style>
  <w:style w:type="paragraph" w:styleId="ListBullet2">
    <w:name w:val="List Bullet 2"/>
    <w:basedOn w:val="ListBullet"/>
    <w:link w:val="ListBullet2Char"/>
    <w:qFormat/>
    <w:rsid w:val="00D63E12"/>
    <w:pPr>
      <w:ind w:left="851"/>
    </w:pPr>
  </w:style>
  <w:style w:type="paragraph" w:styleId="ListBullet3">
    <w:name w:val="List Bullet 3"/>
    <w:basedOn w:val="ListBullet2"/>
    <w:link w:val="ListBullet3Char"/>
    <w:qFormat/>
    <w:rsid w:val="00D63E12"/>
    <w:pPr>
      <w:ind w:left="1135"/>
    </w:pPr>
  </w:style>
  <w:style w:type="paragraph" w:styleId="ListNumber">
    <w:name w:val="List Number"/>
    <w:basedOn w:val="List"/>
    <w:uiPriority w:val="99"/>
    <w:qFormat/>
    <w:rsid w:val="00D63E12"/>
  </w:style>
  <w:style w:type="paragraph" w:customStyle="1" w:styleId="EQ">
    <w:name w:val="EQ"/>
    <w:basedOn w:val="Normal"/>
    <w:next w:val="Normal"/>
    <w:link w:val="EQChar"/>
    <w:qFormat/>
    <w:rsid w:val="00D63E12"/>
    <w:pPr>
      <w:keepLines/>
      <w:tabs>
        <w:tab w:val="center" w:pos="4536"/>
        <w:tab w:val="right" w:pos="9072"/>
      </w:tabs>
    </w:pPr>
    <w:rPr>
      <w:noProof/>
    </w:rPr>
  </w:style>
  <w:style w:type="paragraph" w:customStyle="1" w:styleId="TH">
    <w:name w:val="TH"/>
    <w:basedOn w:val="Normal"/>
    <w:link w:val="THChar"/>
    <w:qFormat/>
    <w:rsid w:val="00D63E12"/>
    <w:pPr>
      <w:keepNext/>
      <w:keepLines/>
      <w:spacing w:before="60"/>
      <w:jc w:val="center"/>
    </w:pPr>
    <w:rPr>
      <w:rFonts w:ascii="Arial" w:hAnsi="Arial"/>
      <w:b/>
    </w:rPr>
  </w:style>
  <w:style w:type="paragraph" w:customStyle="1" w:styleId="NF">
    <w:name w:val="NF"/>
    <w:basedOn w:val="NO"/>
    <w:uiPriority w:val="99"/>
    <w:qFormat/>
    <w:rsid w:val="00D63E12"/>
    <w:pPr>
      <w:keepNext/>
      <w:spacing w:after="0"/>
    </w:pPr>
    <w:rPr>
      <w:rFonts w:ascii="Arial" w:hAnsi="Arial"/>
      <w:sz w:val="18"/>
    </w:rPr>
  </w:style>
  <w:style w:type="paragraph" w:customStyle="1" w:styleId="PL">
    <w:name w:val="PL"/>
    <w:link w:val="PLChar"/>
    <w:qFormat/>
    <w:rsid w:val="00D63E1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rPr>
  </w:style>
  <w:style w:type="paragraph" w:customStyle="1" w:styleId="TAR">
    <w:name w:val="TAR"/>
    <w:basedOn w:val="TAL"/>
    <w:uiPriority w:val="99"/>
    <w:qFormat/>
    <w:rsid w:val="00D63E12"/>
    <w:pPr>
      <w:jc w:val="right"/>
    </w:pPr>
  </w:style>
  <w:style w:type="paragraph" w:customStyle="1" w:styleId="H6">
    <w:name w:val="H6"/>
    <w:basedOn w:val="Heading5"/>
    <w:next w:val="Normal"/>
    <w:link w:val="H6Char"/>
    <w:qFormat/>
    <w:rsid w:val="00D63E12"/>
    <w:pPr>
      <w:ind w:left="1985" w:hanging="1985"/>
      <w:outlineLvl w:val="9"/>
    </w:pPr>
    <w:rPr>
      <w:sz w:val="20"/>
    </w:rPr>
  </w:style>
  <w:style w:type="paragraph" w:customStyle="1" w:styleId="TAN">
    <w:name w:val="TAN"/>
    <w:basedOn w:val="TAL"/>
    <w:link w:val="TANChar"/>
    <w:uiPriority w:val="99"/>
    <w:qFormat/>
    <w:rsid w:val="00D63E12"/>
    <w:pPr>
      <w:ind w:left="851" w:hanging="851"/>
    </w:pPr>
  </w:style>
  <w:style w:type="paragraph" w:customStyle="1" w:styleId="TAL">
    <w:name w:val="TAL"/>
    <w:basedOn w:val="Normal"/>
    <w:link w:val="TALCar"/>
    <w:qFormat/>
    <w:rsid w:val="00D63E12"/>
    <w:pPr>
      <w:keepNext/>
      <w:keepLines/>
      <w:spacing w:after="0"/>
    </w:pPr>
    <w:rPr>
      <w:rFonts w:ascii="Arial" w:hAnsi="Arial"/>
      <w:sz w:val="18"/>
    </w:rPr>
  </w:style>
  <w:style w:type="paragraph" w:customStyle="1" w:styleId="ZA">
    <w:name w:val="ZA"/>
    <w:uiPriority w:val="99"/>
    <w:qFormat/>
    <w:rsid w:val="00D63E12"/>
    <w:pPr>
      <w:framePr w:w="10206" w:h="794" w:hRule="exact" w:wrap="notBeside" w:vAnchor="page" w:hAnchor="margin" w:y="1135"/>
      <w:widowControl w:val="0"/>
      <w:pBdr>
        <w:bottom w:val="single" w:sz="12" w:space="1" w:color="auto"/>
      </w:pBdr>
      <w:jc w:val="right"/>
    </w:pPr>
    <w:rPr>
      <w:rFonts w:ascii="Arial" w:hAnsi="Arial"/>
      <w:noProof/>
      <w:sz w:val="40"/>
      <w:lang w:val="en-GB"/>
    </w:rPr>
  </w:style>
  <w:style w:type="paragraph" w:customStyle="1" w:styleId="ZB">
    <w:name w:val="ZB"/>
    <w:uiPriority w:val="99"/>
    <w:qFormat/>
    <w:rsid w:val="00D63E12"/>
    <w:pPr>
      <w:framePr w:w="10206" w:h="284" w:hRule="exact" w:wrap="notBeside" w:vAnchor="page" w:hAnchor="margin" w:y="1986"/>
      <w:widowControl w:val="0"/>
      <w:ind w:right="28"/>
      <w:jc w:val="right"/>
    </w:pPr>
    <w:rPr>
      <w:rFonts w:ascii="Arial" w:hAnsi="Arial"/>
      <w:i/>
      <w:noProof/>
      <w:lang w:val="en-GB"/>
    </w:rPr>
  </w:style>
  <w:style w:type="paragraph" w:customStyle="1" w:styleId="ZD">
    <w:name w:val="ZD"/>
    <w:uiPriority w:val="99"/>
    <w:qFormat/>
    <w:rsid w:val="00D63E12"/>
    <w:pPr>
      <w:framePr w:wrap="notBeside" w:vAnchor="page" w:hAnchor="margin" w:y="15764"/>
      <w:widowControl w:val="0"/>
    </w:pPr>
    <w:rPr>
      <w:rFonts w:ascii="Arial" w:hAnsi="Arial"/>
      <w:noProof/>
      <w:sz w:val="32"/>
      <w:lang w:val="en-GB"/>
    </w:rPr>
  </w:style>
  <w:style w:type="paragraph" w:customStyle="1" w:styleId="ZU">
    <w:name w:val="ZU"/>
    <w:uiPriority w:val="99"/>
    <w:qFormat/>
    <w:rsid w:val="00D63E12"/>
    <w:pPr>
      <w:framePr w:w="10206" w:wrap="notBeside" w:vAnchor="page" w:hAnchor="margin" w:y="6238"/>
      <w:widowControl w:val="0"/>
      <w:pBdr>
        <w:top w:val="single" w:sz="12" w:space="1" w:color="auto"/>
      </w:pBdr>
      <w:jc w:val="right"/>
    </w:pPr>
    <w:rPr>
      <w:rFonts w:ascii="Arial" w:hAnsi="Arial"/>
      <w:noProof/>
      <w:lang w:val="en-GB"/>
    </w:rPr>
  </w:style>
  <w:style w:type="paragraph" w:customStyle="1" w:styleId="ZV">
    <w:name w:val="ZV"/>
    <w:basedOn w:val="ZU"/>
    <w:uiPriority w:val="99"/>
    <w:qFormat/>
    <w:rsid w:val="00D63E12"/>
    <w:pPr>
      <w:framePr w:wrap="notBeside" w:y="16161"/>
    </w:pPr>
  </w:style>
  <w:style w:type="character" w:customStyle="1" w:styleId="ZGSM">
    <w:name w:val="ZGSM"/>
    <w:qFormat/>
    <w:rsid w:val="00D63E12"/>
  </w:style>
  <w:style w:type="paragraph" w:styleId="List2">
    <w:name w:val="List 2"/>
    <w:basedOn w:val="List"/>
    <w:link w:val="List2Char"/>
    <w:qFormat/>
    <w:rsid w:val="00D63E12"/>
    <w:pPr>
      <w:ind w:left="851"/>
    </w:pPr>
  </w:style>
  <w:style w:type="paragraph" w:customStyle="1" w:styleId="ZG">
    <w:name w:val="ZG"/>
    <w:uiPriority w:val="99"/>
    <w:qFormat/>
    <w:rsid w:val="00D63E12"/>
    <w:pPr>
      <w:framePr w:wrap="notBeside" w:vAnchor="page" w:hAnchor="margin" w:xAlign="right" w:y="6805"/>
      <w:widowControl w:val="0"/>
      <w:jc w:val="right"/>
    </w:pPr>
    <w:rPr>
      <w:rFonts w:ascii="Arial" w:hAnsi="Arial"/>
      <w:noProof/>
      <w:lang w:val="en-GB"/>
    </w:rPr>
  </w:style>
  <w:style w:type="paragraph" w:styleId="List3">
    <w:name w:val="List 3"/>
    <w:basedOn w:val="List2"/>
    <w:uiPriority w:val="99"/>
    <w:qFormat/>
    <w:rsid w:val="00D63E12"/>
    <w:pPr>
      <w:ind w:left="1135"/>
    </w:pPr>
  </w:style>
  <w:style w:type="paragraph" w:styleId="List4">
    <w:name w:val="List 4"/>
    <w:basedOn w:val="List3"/>
    <w:uiPriority w:val="99"/>
    <w:qFormat/>
    <w:rsid w:val="00D63E12"/>
    <w:pPr>
      <w:ind w:left="1418"/>
    </w:pPr>
  </w:style>
  <w:style w:type="paragraph" w:styleId="List5">
    <w:name w:val="List 5"/>
    <w:basedOn w:val="List4"/>
    <w:uiPriority w:val="99"/>
    <w:qFormat/>
    <w:rsid w:val="00D63E12"/>
    <w:pPr>
      <w:ind w:left="1702"/>
    </w:pPr>
  </w:style>
  <w:style w:type="paragraph" w:customStyle="1" w:styleId="EditorsNote">
    <w:name w:val="Editor's Note"/>
    <w:aliases w:val="EN"/>
    <w:basedOn w:val="NO"/>
    <w:link w:val="EditorsNoteCarCar"/>
    <w:qFormat/>
    <w:rsid w:val="00D63E12"/>
    <w:rPr>
      <w:color w:val="FF0000"/>
    </w:rPr>
  </w:style>
  <w:style w:type="paragraph" w:styleId="List">
    <w:name w:val="List"/>
    <w:basedOn w:val="Normal"/>
    <w:link w:val="ListChar"/>
    <w:qFormat/>
    <w:rsid w:val="00D63E12"/>
    <w:pPr>
      <w:ind w:left="568" w:hanging="284"/>
    </w:pPr>
  </w:style>
  <w:style w:type="paragraph" w:styleId="ListBullet">
    <w:name w:val="List Bullet"/>
    <w:basedOn w:val="List"/>
    <w:link w:val="ListBulletChar"/>
    <w:qFormat/>
    <w:rsid w:val="00D63E12"/>
  </w:style>
  <w:style w:type="paragraph" w:styleId="ListBullet4">
    <w:name w:val="List Bullet 4"/>
    <w:basedOn w:val="ListBullet3"/>
    <w:uiPriority w:val="99"/>
    <w:qFormat/>
    <w:rsid w:val="00D63E12"/>
    <w:pPr>
      <w:ind w:left="1418"/>
    </w:pPr>
  </w:style>
  <w:style w:type="paragraph" w:styleId="ListBullet5">
    <w:name w:val="List Bullet 5"/>
    <w:basedOn w:val="ListBullet4"/>
    <w:uiPriority w:val="99"/>
    <w:qFormat/>
    <w:rsid w:val="00D63E12"/>
    <w:pPr>
      <w:ind w:left="1702"/>
    </w:pPr>
  </w:style>
  <w:style w:type="paragraph" w:customStyle="1" w:styleId="B10">
    <w:name w:val="B1"/>
    <w:basedOn w:val="List"/>
    <w:link w:val="B1Char"/>
    <w:qFormat/>
    <w:rsid w:val="00D63E12"/>
  </w:style>
  <w:style w:type="paragraph" w:customStyle="1" w:styleId="B20">
    <w:name w:val="B2"/>
    <w:basedOn w:val="List2"/>
    <w:link w:val="B2Char"/>
    <w:qFormat/>
    <w:rsid w:val="00D63E12"/>
  </w:style>
  <w:style w:type="paragraph" w:customStyle="1" w:styleId="B30">
    <w:name w:val="B3"/>
    <w:basedOn w:val="List3"/>
    <w:link w:val="B3Char"/>
    <w:qFormat/>
    <w:rsid w:val="00D63E12"/>
  </w:style>
  <w:style w:type="paragraph" w:customStyle="1" w:styleId="B4">
    <w:name w:val="B4"/>
    <w:basedOn w:val="List4"/>
    <w:link w:val="B4Char"/>
    <w:qFormat/>
    <w:rsid w:val="00D63E12"/>
  </w:style>
  <w:style w:type="paragraph" w:customStyle="1" w:styleId="B5">
    <w:name w:val="B5"/>
    <w:basedOn w:val="List5"/>
    <w:link w:val="B5Char"/>
    <w:qFormat/>
    <w:rsid w:val="00D63E12"/>
  </w:style>
  <w:style w:type="paragraph" w:styleId="Footer">
    <w:name w:val="footer"/>
    <w:aliases w:val="footer odd,footer,fo,pie de página"/>
    <w:basedOn w:val="Header"/>
    <w:link w:val="FooterChar"/>
    <w:qFormat/>
    <w:rsid w:val="00D63E12"/>
    <w:pPr>
      <w:jc w:val="center"/>
    </w:pPr>
    <w:rPr>
      <w:i/>
    </w:rPr>
  </w:style>
  <w:style w:type="paragraph" w:customStyle="1" w:styleId="ZTD">
    <w:name w:val="ZTD"/>
    <w:basedOn w:val="ZB"/>
    <w:uiPriority w:val="99"/>
    <w:qFormat/>
    <w:rsid w:val="00D63E12"/>
    <w:pPr>
      <w:framePr w:hRule="auto" w:wrap="notBeside" w:y="852"/>
    </w:pPr>
    <w:rPr>
      <w:i w:val="0"/>
      <w:sz w:val="40"/>
    </w:rPr>
  </w:style>
  <w:style w:type="paragraph" w:customStyle="1" w:styleId="CRCoverPage">
    <w:name w:val="CR Cover Page"/>
    <w:link w:val="CRCoverPageChar"/>
    <w:qFormat/>
    <w:rsid w:val="00D63E12"/>
    <w:pPr>
      <w:spacing w:after="120"/>
    </w:pPr>
    <w:rPr>
      <w:rFonts w:ascii="Arial" w:hAnsi="Arial"/>
      <w:lang w:val="en-GB"/>
    </w:rPr>
  </w:style>
  <w:style w:type="paragraph" w:customStyle="1" w:styleId="tdoc-header">
    <w:name w:val="tdoc-header"/>
    <w:uiPriority w:val="99"/>
    <w:qFormat/>
    <w:rsid w:val="00D63E12"/>
    <w:rPr>
      <w:rFonts w:ascii="Arial" w:hAnsi="Arial"/>
      <w:noProof/>
      <w:sz w:val="24"/>
      <w:lang w:val="en-GB"/>
    </w:rPr>
  </w:style>
  <w:style w:type="character" w:styleId="Hyperlink">
    <w:name w:val="Hyperlink"/>
    <w:qFormat/>
    <w:rsid w:val="00D63E12"/>
    <w:rPr>
      <w:color w:val="0000FF"/>
      <w:u w:val="single"/>
    </w:rPr>
  </w:style>
  <w:style w:type="character" w:styleId="CommentReference">
    <w:name w:val="annotation reference"/>
    <w:uiPriority w:val="99"/>
    <w:qFormat/>
    <w:rsid w:val="00D63E12"/>
    <w:rPr>
      <w:sz w:val="16"/>
    </w:rPr>
  </w:style>
  <w:style w:type="paragraph" w:styleId="CommentText">
    <w:name w:val="annotation text"/>
    <w:basedOn w:val="Normal"/>
    <w:link w:val="CommentTextChar"/>
    <w:uiPriority w:val="99"/>
    <w:qFormat/>
    <w:rsid w:val="00D63E12"/>
  </w:style>
  <w:style w:type="character" w:styleId="FollowedHyperlink">
    <w:name w:val="FollowedHyperlink"/>
    <w:qFormat/>
    <w:rsid w:val="00D63E12"/>
    <w:rPr>
      <w:color w:val="800080"/>
      <w:u w:val="single"/>
    </w:rPr>
  </w:style>
  <w:style w:type="paragraph" w:styleId="BalloonText">
    <w:name w:val="Balloon Text"/>
    <w:basedOn w:val="Normal"/>
    <w:link w:val="BalloonTextChar"/>
    <w:uiPriority w:val="99"/>
    <w:qFormat/>
    <w:rsid w:val="00D63E12"/>
    <w:rPr>
      <w:rFonts w:ascii="Tahoma" w:hAnsi="Tahoma"/>
      <w:sz w:val="16"/>
      <w:szCs w:val="16"/>
    </w:rPr>
  </w:style>
  <w:style w:type="paragraph" w:styleId="CommentSubject">
    <w:name w:val="annotation subject"/>
    <w:basedOn w:val="CommentText"/>
    <w:next w:val="CommentText"/>
    <w:link w:val="CommentSubjectChar"/>
    <w:uiPriority w:val="99"/>
    <w:qFormat/>
    <w:rsid w:val="00D63E12"/>
    <w:rPr>
      <w:b/>
      <w:bCs/>
    </w:rPr>
  </w:style>
  <w:style w:type="paragraph" w:styleId="DocumentMap">
    <w:name w:val="Document Map"/>
    <w:basedOn w:val="Normal"/>
    <w:link w:val="DocumentMapChar"/>
    <w:uiPriority w:val="99"/>
    <w:qFormat/>
    <w:rsid w:val="00D63E12"/>
    <w:pPr>
      <w:shd w:val="clear" w:color="auto" w:fill="000080"/>
    </w:pPr>
    <w:rPr>
      <w:rFonts w:ascii="Tahoma" w:hAnsi="Tahoma"/>
    </w:rPr>
  </w:style>
  <w:style w:type="character" w:customStyle="1" w:styleId="UnresolvedMention1">
    <w:name w:val="Unresolved Mention1"/>
    <w:uiPriority w:val="99"/>
    <w:unhideWhenUsed/>
    <w:qFormat/>
    <w:rsid w:val="00D63E12"/>
    <w:rPr>
      <w:color w:val="808080"/>
      <w:shd w:val="clear" w:color="auto" w:fill="E6E6E6"/>
    </w:rPr>
  </w:style>
  <w:style w:type="paragraph" w:customStyle="1" w:styleId="TAJ">
    <w:name w:val="TAJ"/>
    <w:basedOn w:val="Normal"/>
    <w:uiPriority w:val="99"/>
    <w:qFormat/>
    <w:rsid w:val="00D63E12"/>
    <w:pPr>
      <w:keepNext/>
      <w:keepLines/>
      <w:overflowPunct w:val="0"/>
      <w:autoSpaceDE w:val="0"/>
      <w:autoSpaceDN w:val="0"/>
      <w:adjustRightInd w:val="0"/>
      <w:spacing w:after="0"/>
      <w:jc w:val="both"/>
      <w:textAlignment w:val="baseline"/>
    </w:pPr>
    <w:rPr>
      <w:rFonts w:ascii="Arial" w:hAnsi="Arial"/>
      <w:sz w:val="18"/>
    </w:rPr>
  </w:style>
  <w:style w:type="paragraph" w:customStyle="1" w:styleId="B1">
    <w:name w:val="B1+"/>
    <w:basedOn w:val="B10"/>
    <w:uiPriority w:val="99"/>
    <w:qFormat/>
    <w:rsid w:val="00D63E12"/>
    <w:pPr>
      <w:numPr>
        <w:numId w:val="1"/>
      </w:numPr>
      <w:tabs>
        <w:tab w:val="clear" w:pos="737"/>
      </w:tabs>
      <w:overflowPunct w:val="0"/>
      <w:autoSpaceDE w:val="0"/>
      <w:autoSpaceDN w:val="0"/>
      <w:adjustRightInd w:val="0"/>
      <w:ind w:left="567" w:hanging="283"/>
      <w:textAlignment w:val="baseline"/>
    </w:pPr>
  </w:style>
  <w:style w:type="character" w:customStyle="1" w:styleId="TACChar">
    <w:name w:val="TAC Char"/>
    <w:link w:val="TAC"/>
    <w:uiPriority w:val="99"/>
    <w:qFormat/>
    <w:rsid w:val="00D63E12"/>
    <w:rPr>
      <w:rFonts w:ascii="Arial" w:hAnsi="Arial"/>
      <w:sz w:val="18"/>
      <w:lang w:val="en-GB"/>
    </w:rPr>
  </w:style>
  <w:style w:type="character" w:customStyle="1" w:styleId="THChar">
    <w:name w:val="TH Char"/>
    <w:link w:val="TH"/>
    <w:qFormat/>
    <w:rsid w:val="00D63E12"/>
    <w:rPr>
      <w:rFonts w:ascii="Arial" w:hAnsi="Arial"/>
      <w:b/>
      <w:lang w:val="en-GB"/>
    </w:rPr>
  </w:style>
  <w:style w:type="character" w:customStyle="1" w:styleId="TAHCar">
    <w:name w:val="TAH Car"/>
    <w:link w:val="TAH"/>
    <w:uiPriority w:val="99"/>
    <w:qFormat/>
    <w:rsid w:val="00D63E12"/>
    <w:rPr>
      <w:rFonts w:ascii="Arial" w:hAnsi="Arial"/>
      <w:b/>
      <w:sz w:val="18"/>
      <w:lang w:val="en-GB"/>
    </w:rPr>
  </w:style>
  <w:style w:type="character" w:customStyle="1" w:styleId="Heading3Char">
    <w:name w:val="Heading 3 Char"/>
    <w:aliases w:val="Underrubrik2 Char,H3 Char,h3 Char,Memo Heading 3 Char,no break Char,0H Char,hello Char,h31 Char,3 Char,l3 Char,list 3 Char,Head 3 Char,h32 Char,h33 Char,h34 Char,h35 Char,h36 Char,h37 Char,h38 Char,h311 Char,h321 Char,h331 Char,h341 Char"/>
    <w:link w:val="Heading3"/>
    <w:qFormat/>
    <w:rsid w:val="00D63E12"/>
    <w:rPr>
      <w:rFonts w:ascii="Arial" w:hAnsi="Arial"/>
      <w:sz w:val="28"/>
      <w:lang w:val="en-GB"/>
    </w:rPr>
  </w:style>
  <w:style w:type="character" w:customStyle="1" w:styleId="NOChar">
    <w:name w:val="NO Char"/>
    <w:link w:val="NO"/>
    <w:qFormat/>
    <w:rsid w:val="00D63E12"/>
    <w:rPr>
      <w:rFonts w:ascii="Times New Roman" w:hAnsi="Times New Roman"/>
      <w:lang w:val="en-GB"/>
    </w:rPr>
  </w:style>
  <w:style w:type="character" w:customStyle="1" w:styleId="TANChar">
    <w:name w:val="TAN Char"/>
    <w:link w:val="TAN"/>
    <w:uiPriority w:val="99"/>
    <w:qFormat/>
    <w:rsid w:val="00D63E12"/>
    <w:rPr>
      <w:rFonts w:ascii="Arial" w:hAnsi="Arial"/>
      <w:sz w:val="18"/>
      <w:lang w:val="en-GB"/>
    </w:rPr>
  </w:style>
  <w:style w:type="character" w:customStyle="1" w:styleId="B1Char">
    <w:name w:val="B1 Char"/>
    <w:link w:val="B10"/>
    <w:qFormat/>
    <w:locked/>
    <w:rsid w:val="00D63E12"/>
    <w:rPr>
      <w:rFonts w:ascii="Times New Roman" w:hAnsi="Times New Roman"/>
      <w:lang w:val="en-GB"/>
    </w:rPr>
  </w:style>
  <w:style w:type="character" w:customStyle="1" w:styleId="B2Char">
    <w:name w:val="B2 Char"/>
    <w:link w:val="B20"/>
    <w:qFormat/>
    <w:locked/>
    <w:rsid w:val="00D63E12"/>
    <w:rPr>
      <w:rFonts w:ascii="Times New Roman" w:hAnsi="Times New Roman"/>
      <w:lang w:val="en-GB"/>
    </w:rPr>
  </w:style>
  <w:style w:type="character" w:customStyle="1" w:styleId="Heading4Char">
    <w:name w:val="Heading 4 Char"/>
    <w:aliases w:val="h4 Char4,H4 Char4,H41 Char4,h41 Char4,H42 Char4,h42 Char4,H43 Char4,h43 Char4,H411 Char4,h411 Char4,H421 Char4,h421 Char4,H44 Char4,h44 Char4,H412 Char4,h412 Char4,H422 Char4,h422 Char4,H431 Char4,h431 Char4,H45 Char4,h45 Char4,H413 Char4"/>
    <w:link w:val="Heading4"/>
    <w:uiPriority w:val="99"/>
    <w:qFormat/>
    <w:rsid w:val="00D63E12"/>
    <w:rPr>
      <w:rFonts w:ascii="Arial" w:hAnsi="Arial"/>
      <w:sz w:val="24"/>
      <w:lang w:val="en-GB"/>
    </w:rPr>
  </w:style>
  <w:style w:type="character" w:customStyle="1" w:styleId="Heading5Char">
    <w:name w:val="Heading 5 Char"/>
    <w:aliases w:val="h5 Char5,Heading5 Char4,Head5 Char4,H5 Char4,M5 Char4,mh2 Char4,Module heading 2 Char4,heading 8 Char4,Numbered Sub-list Char3,Heading 81 Char,标题 81 Char,Heading 811 Char,Heading 8111 Char"/>
    <w:link w:val="Heading5"/>
    <w:uiPriority w:val="99"/>
    <w:qFormat/>
    <w:rsid w:val="00D63E12"/>
    <w:rPr>
      <w:rFonts w:ascii="Arial" w:hAnsi="Arial"/>
      <w:sz w:val="22"/>
      <w:lang w:val="en-GB"/>
    </w:rPr>
  </w:style>
  <w:style w:type="character" w:customStyle="1" w:styleId="TALCar">
    <w:name w:val="TAL Car"/>
    <w:link w:val="TAL"/>
    <w:qFormat/>
    <w:rsid w:val="00D63E12"/>
    <w:rPr>
      <w:rFonts w:ascii="Arial" w:hAnsi="Arial"/>
      <w:sz w:val="18"/>
      <w:lang w:val="en-GB"/>
    </w:rPr>
  </w:style>
  <w:style w:type="paragraph" w:customStyle="1" w:styleId="a1">
    <w:name w:val="样式 页眉"/>
    <w:basedOn w:val="Header"/>
    <w:link w:val="Char"/>
    <w:qFormat/>
    <w:rsid w:val="001310A1"/>
    <w:pPr>
      <w:overflowPunct w:val="0"/>
      <w:autoSpaceDE w:val="0"/>
      <w:autoSpaceDN w:val="0"/>
      <w:adjustRightInd w:val="0"/>
      <w:textAlignment w:val="baseline"/>
    </w:pPr>
    <w:rPr>
      <w:rFonts w:eastAsia="Arial"/>
      <w:bCs/>
      <w:sz w:val="22"/>
    </w:rPr>
  </w:style>
  <w:style w:type="character" w:customStyle="1" w:styleId="BalloonTextChar">
    <w:name w:val="Balloon Text Char"/>
    <w:link w:val="BalloonText"/>
    <w:uiPriority w:val="99"/>
    <w:qFormat/>
    <w:rsid w:val="00D63E12"/>
    <w:rPr>
      <w:rFonts w:ascii="Tahoma" w:hAnsi="Tahoma"/>
      <w:sz w:val="16"/>
      <w:szCs w:val="16"/>
      <w:lang w:val="en-GB"/>
    </w:rPr>
  </w:style>
  <w:style w:type="character" w:customStyle="1" w:styleId="CommentTextChar">
    <w:name w:val="Comment Text Char"/>
    <w:link w:val="CommentText"/>
    <w:uiPriority w:val="99"/>
    <w:qFormat/>
    <w:rsid w:val="00D63E12"/>
    <w:rPr>
      <w:rFonts w:ascii="Times New Roman" w:hAnsi="Times New Roman"/>
      <w:lang w:val="en-GB"/>
    </w:rPr>
  </w:style>
  <w:style w:type="character" w:customStyle="1" w:styleId="TFChar">
    <w:name w:val="TF Char"/>
    <w:link w:val="TF"/>
    <w:qFormat/>
    <w:rsid w:val="00D63E12"/>
    <w:rPr>
      <w:rFonts w:ascii="Arial" w:hAnsi="Arial"/>
      <w:b/>
      <w:lang w:val="en-GB"/>
    </w:rPr>
  </w:style>
  <w:style w:type="character" w:customStyle="1" w:styleId="TALChar">
    <w:name w:val="TAL Char"/>
    <w:qFormat/>
    <w:locked/>
    <w:rsid w:val="00D63E12"/>
    <w:rPr>
      <w:rFonts w:ascii="Arial" w:hAnsi="Arial" w:cs="Arial"/>
      <w:sz w:val="18"/>
      <w:lang w:val="en-GB"/>
    </w:rPr>
  </w:style>
  <w:style w:type="character" w:customStyle="1" w:styleId="Heading2Char">
    <w:name w:val="Heading 2 Char"/>
    <w:aliases w:val="Head2A Char5,2 Char5,H2 Char5,h2 Char5,DO NOT USE_h2 Char5,h21 Char5,UNDERRUBRIK 1-2 Char5,Head 2 Char5,l2 Char5,TitreProp Char5,Header 2 Char5,ITT t2 Char5,PA Major Section Char5,Livello 2 Char5,R2 Char5,H21 Char5,Heading 2 Hidden Char5"/>
    <w:link w:val="Heading2"/>
    <w:uiPriority w:val="99"/>
    <w:qFormat/>
    <w:rsid w:val="00D63E12"/>
    <w:rPr>
      <w:rFonts w:ascii="Arial" w:hAnsi="Arial"/>
      <w:sz w:val="32"/>
      <w:lang w:val="en-GB"/>
    </w:rPr>
  </w:style>
  <w:style w:type="paragraph" w:customStyle="1" w:styleId="TableText">
    <w:name w:val="TableText"/>
    <w:basedOn w:val="BodyTextIndent"/>
    <w:uiPriority w:val="99"/>
    <w:qFormat/>
    <w:rsid w:val="00D63E12"/>
    <w:pPr>
      <w:keepNext/>
      <w:keepLines/>
      <w:snapToGrid w:val="0"/>
      <w:spacing w:after="180"/>
      <w:ind w:left="0"/>
      <w:jc w:val="center"/>
    </w:pPr>
    <w:rPr>
      <w:kern w:val="2"/>
    </w:rPr>
  </w:style>
  <w:style w:type="paragraph" w:styleId="BodyTextIndent">
    <w:name w:val="Body Text Indent"/>
    <w:basedOn w:val="Normal"/>
    <w:link w:val="BodyTextIndentChar"/>
    <w:uiPriority w:val="99"/>
    <w:qFormat/>
    <w:rsid w:val="00D63E12"/>
    <w:pPr>
      <w:overflowPunct w:val="0"/>
      <w:autoSpaceDE w:val="0"/>
      <w:autoSpaceDN w:val="0"/>
      <w:adjustRightInd w:val="0"/>
      <w:spacing w:after="120"/>
      <w:ind w:left="360"/>
      <w:textAlignment w:val="baseline"/>
    </w:pPr>
  </w:style>
  <w:style w:type="character" w:customStyle="1" w:styleId="BodyTextIndentChar">
    <w:name w:val="Body Text Indent Char"/>
    <w:link w:val="BodyTextIndent"/>
    <w:uiPriority w:val="99"/>
    <w:qFormat/>
    <w:rsid w:val="00D63E12"/>
    <w:rPr>
      <w:rFonts w:ascii="Times New Roman" w:hAnsi="Times New Roman"/>
      <w:lang w:val="en-GB"/>
    </w:rPr>
  </w:style>
  <w:style w:type="character" w:customStyle="1" w:styleId="DocumentMapChar">
    <w:name w:val="Document Map Char"/>
    <w:link w:val="DocumentMap"/>
    <w:uiPriority w:val="99"/>
    <w:qFormat/>
    <w:rsid w:val="00D63E12"/>
    <w:rPr>
      <w:rFonts w:ascii="Tahoma" w:hAnsi="Tahoma"/>
      <w:shd w:val="clear" w:color="auto" w:fill="000080"/>
      <w:lang w:val="en-GB"/>
    </w:rPr>
  </w:style>
  <w:style w:type="character" w:customStyle="1" w:styleId="CommentSubjectChar">
    <w:name w:val="Comment Subject Char"/>
    <w:link w:val="CommentSubject"/>
    <w:uiPriority w:val="99"/>
    <w:qFormat/>
    <w:rsid w:val="00D63E12"/>
    <w:rPr>
      <w:rFonts w:ascii="Times New Roman" w:hAnsi="Times New Roman"/>
      <w:b/>
      <w:bCs/>
      <w:lang w:val="en-GB"/>
    </w:rPr>
  </w:style>
  <w:style w:type="character" w:customStyle="1" w:styleId="EXChar">
    <w:name w:val="EX Char"/>
    <w:link w:val="EX"/>
    <w:qFormat/>
    <w:locked/>
    <w:rsid w:val="00D63E12"/>
    <w:rPr>
      <w:rFonts w:ascii="Times New Roman" w:hAnsi="Times New Roman"/>
      <w:lang w:val="en-GB"/>
    </w:rPr>
  </w:style>
  <w:style w:type="paragraph" w:customStyle="1" w:styleId="B2">
    <w:name w:val="B2+"/>
    <w:basedOn w:val="B20"/>
    <w:uiPriority w:val="99"/>
    <w:qFormat/>
    <w:rsid w:val="00D63E12"/>
    <w:pPr>
      <w:numPr>
        <w:numId w:val="2"/>
      </w:numPr>
      <w:tabs>
        <w:tab w:val="clear" w:pos="1191"/>
        <w:tab w:val="left" w:pos="720"/>
      </w:tabs>
      <w:overflowPunct w:val="0"/>
      <w:autoSpaceDE w:val="0"/>
      <w:autoSpaceDN w:val="0"/>
      <w:adjustRightInd w:val="0"/>
      <w:ind w:left="720" w:hanging="360"/>
      <w:textAlignment w:val="baseline"/>
    </w:pPr>
  </w:style>
  <w:style w:type="paragraph" w:customStyle="1" w:styleId="B3">
    <w:name w:val="B3+"/>
    <w:basedOn w:val="B30"/>
    <w:uiPriority w:val="99"/>
    <w:qFormat/>
    <w:rsid w:val="00D63E12"/>
    <w:pPr>
      <w:numPr>
        <w:numId w:val="3"/>
      </w:numPr>
      <w:tabs>
        <w:tab w:val="clear" w:pos="1644"/>
        <w:tab w:val="left" w:pos="737"/>
        <w:tab w:val="left" w:pos="1134"/>
      </w:tabs>
      <w:overflowPunct w:val="0"/>
      <w:autoSpaceDE w:val="0"/>
      <w:autoSpaceDN w:val="0"/>
      <w:adjustRightInd w:val="0"/>
      <w:ind w:left="737"/>
      <w:textAlignment w:val="baseline"/>
    </w:pPr>
  </w:style>
  <w:style w:type="paragraph" w:customStyle="1" w:styleId="BL">
    <w:name w:val="BL"/>
    <w:basedOn w:val="Normal"/>
    <w:uiPriority w:val="99"/>
    <w:qFormat/>
    <w:rsid w:val="00D63E12"/>
    <w:pPr>
      <w:numPr>
        <w:numId w:val="4"/>
      </w:numPr>
      <w:tabs>
        <w:tab w:val="clear" w:pos="737"/>
        <w:tab w:val="left" w:pos="851"/>
        <w:tab w:val="left" w:pos="1191"/>
      </w:tabs>
      <w:overflowPunct w:val="0"/>
      <w:autoSpaceDE w:val="0"/>
      <w:autoSpaceDN w:val="0"/>
      <w:adjustRightInd w:val="0"/>
      <w:ind w:left="1191" w:hanging="454"/>
      <w:textAlignment w:val="baseline"/>
    </w:pPr>
  </w:style>
  <w:style w:type="paragraph" w:customStyle="1" w:styleId="BN">
    <w:name w:val="BN"/>
    <w:basedOn w:val="Normal"/>
    <w:uiPriority w:val="99"/>
    <w:qFormat/>
    <w:rsid w:val="00D63E12"/>
    <w:pPr>
      <w:numPr>
        <w:numId w:val="5"/>
      </w:numPr>
      <w:tabs>
        <w:tab w:val="clear" w:pos="737"/>
        <w:tab w:val="left" w:pos="1644"/>
      </w:tabs>
      <w:overflowPunct w:val="0"/>
      <w:autoSpaceDE w:val="0"/>
      <w:autoSpaceDN w:val="0"/>
      <w:adjustRightInd w:val="0"/>
      <w:ind w:left="1644"/>
      <w:textAlignment w:val="baseline"/>
    </w:p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qFormat/>
    <w:rsid w:val="00D63E12"/>
    <w:rPr>
      <w:rFonts w:ascii="Times New Roman" w:hAnsi="Times New Roman"/>
      <w:sz w:val="16"/>
      <w:lang w:val="en-GB"/>
    </w:rPr>
  </w:style>
  <w:style w:type="paragraph" w:customStyle="1" w:styleId="FL">
    <w:name w:val="FL"/>
    <w:basedOn w:val="Normal"/>
    <w:uiPriority w:val="99"/>
    <w:qFormat/>
    <w:rsid w:val="00D63E12"/>
    <w:pPr>
      <w:keepNext/>
      <w:keepLines/>
      <w:overflowPunct w:val="0"/>
      <w:autoSpaceDE w:val="0"/>
      <w:autoSpaceDN w:val="0"/>
      <w:adjustRightInd w:val="0"/>
      <w:spacing w:before="60"/>
      <w:jc w:val="center"/>
      <w:textAlignment w:val="baseline"/>
    </w:pPr>
    <w:rPr>
      <w:rFonts w:ascii="Arial" w:hAnsi="Arial"/>
      <w:b/>
    </w:rPr>
  </w:style>
  <w:style w:type="paragraph" w:customStyle="1" w:styleId="TB1">
    <w:name w:val="TB1"/>
    <w:basedOn w:val="Normal"/>
    <w:uiPriority w:val="99"/>
    <w:qFormat/>
    <w:rsid w:val="00D63E12"/>
    <w:pPr>
      <w:keepNext/>
      <w:keepLines/>
      <w:numPr>
        <w:numId w:val="6"/>
      </w:numPr>
      <w:tabs>
        <w:tab w:val="left" w:pos="720"/>
      </w:tabs>
      <w:overflowPunct w:val="0"/>
      <w:autoSpaceDE w:val="0"/>
      <w:autoSpaceDN w:val="0"/>
      <w:adjustRightInd w:val="0"/>
      <w:spacing w:after="0"/>
      <w:ind w:left="737" w:hanging="380"/>
      <w:textAlignment w:val="baseline"/>
    </w:pPr>
    <w:rPr>
      <w:rFonts w:ascii="Arial" w:hAnsi="Arial"/>
      <w:sz w:val="18"/>
    </w:rPr>
  </w:style>
  <w:style w:type="paragraph" w:customStyle="1" w:styleId="TB2">
    <w:name w:val="TB2"/>
    <w:basedOn w:val="Normal"/>
    <w:uiPriority w:val="99"/>
    <w:qFormat/>
    <w:rsid w:val="00D63E12"/>
    <w:pPr>
      <w:keepNext/>
      <w:keepLines/>
      <w:numPr>
        <w:numId w:val="7"/>
      </w:numPr>
      <w:tabs>
        <w:tab w:val="left" w:pos="737"/>
        <w:tab w:val="left" w:pos="1109"/>
      </w:tabs>
      <w:overflowPunct w:val="0"/>
      <w:autoSpaceDE w:val="0"/>
      <w:autoSpaceDN w:val="0"/>
      <w:adjustRightInd w:val="0"/>
      <w:spacing w:after="0"/>
      <w:ind w:left="1100" w:hanging="380"/>
      <w:textAlignment w:val="baseline"/>
    </w:pPr>
    <w:rPr>
      <w:rFonts w:ascii="Arial" w:hAnsi="Arial"/>
      <w:sz w:val="18"/>
    </w:rPr>
  </w:style>
  <w:style w:type="paragraph" w:customStyle="1" w:styleId="Guidance">
    <w:name w:val="Guidance"/>
    <w:basedOn w:val="Normal"/>
    <w:link w:val="GuidanceChar"/>
    <w:qFormat/>
    <w:rsid w:val="00D63E12"/>
    <w:rPr>
      <w:rFonts w:eastAsia="Times New Roman"/>
      <w:i/>
      <w:color w:val="0000FF"/>
    </w:rPr>
  </w:style>
  <w:style w:type="character" w:customStyle="1" w:styleId="HeaderChar">
    <w:name w:val="Header Char"/>
    <w:aliases w:val="header odd Char1,header odd1 Char1,header odd2 Char1,header odd3 Char1,header odd4 Char1,header odd5 Char1,header odd6 Char1,header Char1,header1 Char1,header2 Char1,header3 Char1,header odd11 Char1,header odd21 Char1,header odd7 Char1"/>
    <w:link w:val="Header"/>
    <w:qFormat/>
    <w:locked/>
    <w:rsid w:val="001310A1"/>
    <w:rPr>
      <w:rFonts w:ascii="Arial" w:hAnsi="Arial"/>
      <w:b/>
      <w:noProof/>
      <w:sz w:val="18"/>
      <w:lang w:val="en-GB"/>
    </w:rPr>
  </w:style>
  <w:style w:type="paragraph" w:styleId="NormalWeb">
    <w:name w:val="Normal (Web)"/>
    <w:basedOn w:val="Normal"/>
    <w:uiPriority w:val="99"/>
    <w:unhideWhenUsed/>
    <w:qFormat/>
    <w:rsid w:val="001310A1"/>
    <w:pPr>
      <w:overflowPunct w:val="0"/>
      <w:autoSpaceDE w:val="0"/>
      <w:autoSpaceDN w:val="0"/>
      <w:adjustRightInd w:val="0"/>
      <w:spacing w:before="100" w:beforeAutospacing="1" w:after="100" w:afterAutospacing="1"/>
      <w:textAlignment w:val="baseline"/>
    </w:pPr>
    <w:rPr>
      <w:rFonts w:eastAsia="Yu Mincho"/>
      <w:sz w:val="24"/>
      <w:szCs w:val="24"/>
      <w:lang w:val="en-US"/>
    </w:rPr>
  </w:style>
  <w:style w:type="paragraph" w:styleId="Caption">
    <w:name w:val="caption"/>
    <w:aliases w:val="cap,cap Char,Caption Char,Caption Char1 Char,cap Char Char1,Caption Char Char1 Char,cap Char2 Char,Ca,Caption Char C...,cap1,cap2,cap11,Légende-figure,Légende-figure Char,Beschrifubg,Beschriftung Char,label,cap11 Char Char Char,captions,cap3,C"/>
    <w:basedOn w:val="Normal"/>
    <w:next w:val="Normal"/>
    <w:link w:val="CaptionChar1"/>
    <w:unhideWhenUsed/>
    <w:qFormat/>
    <w:rsid w:val="001310A1"/>
    <w:pPr>
      <w:overflowPunct w:val="0"/>
      <w:autoSpaceDE w:val="0"/>
      <w:autoSpaceDN w:val="0"/>
      <w:adjustRightInd w:val="0"/>
      <w:textAlignment w:val="baseline"/>
    </w:pPr>
    <w:rPr>
      <w:rFonts w:eastAsia="Yu Mincho"/>
      <w:b/>
      <w:bCs/>
    </w:rPr>
  </w:style>
  <w:style w:type="paragraph" w:styleId="Revision">
    <w:name w:val="Revision"/>
    <w:hidden/>
    <w:uiPriority w:val="99"/>
    <w:semiHidden/>
    <w:qFormat/>
    <w:rsid w:val="00D63E12"/>
    <w:rPr>
      <w:rFonts w:ascii="Times New Roman" w:hAnsi="Times New Roman"/>
      <w:lang w:val="en-GB"/>
    </w:rPr>
  </w:style>
  <w:style w:type="character" w:customStyle="1" w:styleId="fontstyle01">
    <w:name w:val="fontstyle01"/>
    <w:qFormat/>
    <w:rsid w:val="001310A1"/>
    <w:rPr>
      <w:rFonts w:ascii="TimesNewRomanPSMT" w:hAnsi="TimesNewRomanPSMT" w:hint="default"/>
      <w:b w:val="0"/>
      <w:bCs w:val="0"/>
      <w:i w:val="0"/>
      <w:iCs w:val="0"/>
      <w:color w:val="000000"/>
      <w:sz w:val="20"/>
      <w:szCs w:val="20"/>
    </w:rPr>
  </w:style>
  <w:style w:type="table" w:styleId="TableGrid">
    <w:name w:val="Table Grid"/>
    <w:basedOn w:val="TableNormal"/>
    <w:qFormat/>
    <w:rsid w:val="00D63E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QChar">
    <w:name w:val="EQ Char"/>
    <w:link w:val="EQ"/>
    <w:qFormat/>
    <w:locked/>
    <w:rsid w:val="001310A1"/>
    <w:rPr>
      <w:rFonts w:ascii="Times New Roman" w:hAnsi="Times New Roman"/>
      <w:noProof/>
      <w:lang w:val="en-GB"/>
    </w:rPr>
  </w:style>
  <w:style w:type="paragraph" w:customStyle="1" w:styleId="Default">
    <w:name w:val="Default"/>
    <w:uiPriority w:val="99"/>
    <w:qFormat/>
    <w:rsid w:val="001310A1"/>
    <w:pPr>
      <w:widowControl w:val="0"/>
      <w:autoSpaceDE w:val="0"/>
      <w:autoSpaceDN w:val="0"/>
      <w:adjustRightInd w:val="0"/>
    </w:pPr>
    <w:rPr>
      <w:rFonts w:ascii="Arial" w:eastAsia="MS Mincho" w:hAnsi="Arial" w:cs="Arial"/>
      <w:color w:val="000000"/>
      <w:sz w:val="24"/>
      <w:szCs w:val="24"/>
      <w:lang w:eastAsia="fr-FR"/>
    </w:rPr>
  </w:style>
  <w:style w:type="paragraph" w:styleId="ListParagraph">
    <w:name w:val="List Paragraph"/>
    <w:aliases w:val="- Bullets,?? ??,?????,????,Lista1,列出段落1,中等深浅网格 1 - 着色 21,R4_bullets,列表段落1,—ño’i—Ž,¥¡¡¡¡ì¬º¥¹¥È¶ÎÂä,ÁÐ³ö¶ÎÂä,¥ê¥¹¥È¶ÎÂä,1st level - Bullet List Paragraph,Lettre d'introduction,Paragrafo elenco,Normal bullet 2,Bullet 1,AC List 01"/>
    <w:basedOn w:val="Normal"/>
    <w:link w:val="ListParagraphChar"/>
    <w:uiPriority w:val="34"/>
    <w:qFormat/>
    <w:rsid w:val="001310A1"/>
    <w:pPr>
      <w:overflowPunct w:val="0"/>
      <w:autoSpaceDE w:val="0"/>
      <w:autoSpaceDN w:val="0"/>
      <w:adjustRightInd w:val="0"/>
      <w:ind w:left="720"/>
      <w:contextualSpacing/>
      <w:textAlignment w:val="baseline"/>
    </w:pPr>
    <w:rPr>
      <w:rFonts w:eastAsia="MS Mincho"/>
    </w:rPr>
  </w:style>
  <w:style w:type="character" w:customStyle="1" w:styleId="ListParagraphChar">
    <w:name w:val="List Paragraph Char"/>
    <w:aliases w:val="- Bullets Char,?? ?? Char,????? Char,???? Char,Lista1 Char,列出段落1 Char,中等深浅网格 1 - 着色 21 Char,R4_bullets Char,列表段落1 Char,—ño’i—Ž Char,¥¡¡¡¡ì¬º¥¹¥È¶ÎÂä Char,ÁÐ³ö¶ÎÂä Char,¥ê¥¹¥È¶ÎÂä Char,1st level - Bullet List Paragraph Char"/>
    <w:link w:val="ListParagraph"/>
    <w:uiPriority w:val="34"/>
    <w:qFormat/>
    <w:locked/>
    <w:rsid w:val="001310A1"/>
    <w:rPr>
      <w:rFonts w:ascii="Times New Roman" w:eastAsia="MS Mincho" w:hAnsi="Times New Roman"/>
      <w:lang w:val="en-GB"/>
    </w:rPr>
  </w:style>
  <w:style w:type="character" w:customStyle="1" w:styleId="CRCoverPageChar">
    <w:name w:val="CR Cover Page Char"/>
    <w:link w:val="CRCoverPage"/>
    <w:qFormat/>
    <w:rsid w:val="00D63E12"/>
    <w:rPr>
      <w:rFonts w:ascii="Arial" w:hAnsi="Arial"/>
      <w:lang w:val="en-GB"/>
    </w:rPr>
  </w:style>
  <w:style w:type="character" w:customStyle="1" w:styleId="Heading1Char1">
    <w:name w:val="Heading 1 Char1"/>
    <w:aliases w:val="Char Char2,NMP Heading 1 Char,H1 Char,h1 Char,app heading 1 Char,l1 Char,Memo Heading 1 Char,h11 Char,h12 Char,h13 Char,h14 Char,h15 Char,h16 Char,h17 Char,h111 Char,h121 Char,h131 Char,h141 Char,h151 Char,h161 Char,h18 Char,h112 Char1"/>
    <w:link w:val="Heading1"/>
    <w:qFormat/>
    <w:rsid w:val="001310A1"/>
    <w:rPr>
      <w:rFonts w:ascii="Arial" w:hAnsi="Arial"/>
      <w:sz w:val="36"/>
      <w:lang w:val="en-GB"/>
    </w:rPr>
  </w:style>
  <w:style w:type="character" w:customStyle="1" w:styleId="H6Char">
    <w:name w:val="H6 Char"/>
    <w:link w:val="H6"/>
    <w:qFormat/>
    <w:rsid w:val="001310A1"/>
    <w:rPr>
      <w:rFonts w:ascii="Arial" w:hAnsi="Arial"/>
      <w:lang w:val="en-GB"/>
    </w:rPr>
  </w:style>
  <w:style w:type="character" w:customStyle="1" w:styleId="Heading6Char">
    <w:name w:val="Heading 6 Char"/>
    <w:aliases w:val="T1 Char4,Header 6 Char"/>
    <w:link w:val="Heading6"/>
    <w:qFormat/>
    <w:rsid w:val="001310A1"/>
    <w:rPr>
      <w:rFonts w:ascii="Arial" w:hAnsi="Arial"/>
      <w:lang w:val="en-GB"/>
    </w:rPr>
  </w:style>
  <w:style w:type="paragraph" w:styleId="IndexHeading">
    <w:name w:val="index heading"/>
    <w:basedOn w:val="Normal"/>
    <w:next w:val="Normal"/>
    <w:uiPriority w:val="99"/>
    <w:qFormat/>
    <w:rsid w:val="001310A1"/>
    <w:pPr>
      <w:pBdr>
        <w:top w:val="single" w:sz="12" w:space="0" w:color="auto"/>
      </w:pBdr>
      <w:overflowPunct w:val="0"/>
      <w:autoSpaceDE w:val="0"/>
      <w:autoSpaceDN w:val="0"/>
      <w:adjustRightInd w:val="0"/>
      <w:spacing w:before="360" w:after="240"/>
      <w:textAlignment w:val="baseline"/>
    </w:pPr>
    <w:rPr>
      <w:rFonts w:eastAsia="MS Mincho"/>
      <w:b/>
      <w:i/>
      <w:sz w:val="26"/>
    </w:rPr>
  </w:style>
  <w:style w:type="paragraph" w:styleId="PlainText">
    <w:name w:val="Plain Text"/>
    <w:basedOn w:val="Normal"/>
    <w:link w:val="PlainTextChar"/>
    <w:uiPriority w:val="99"/>
    <w:qFormat/>
    <w:rsid w:val="001310A1"/>
    <w:pPr>
      <w:overflowPunct w:val="0"/>
      <w:autoSpaceDE w:val="0"/>
      <w:autoSpaceDN w:val="0"/>
      <w:adjustRightInd w:val="0"/>
      <w:textAlignment w:val="baseline"/>
    </w:pPr>
    <w:rPr>
      <w:rFonts w:ascii="Courier New" w:eastAsia="MS Mincho" w:hAnsi="Courier New"/>
      <w:lang w:val="nb-NO" w:eastAsia="ja-JP"/>
    </w:rPr>
  </w:style>
  <w:style w:type="character" w:customStyle="1" w:styleId="PlainTextChar">
    <w:name w:val="Plain Text Char"/>
    <w:link w:val="PlainText"/>
    <w:uiPriority w:val="99"/>
    <w:qFormat/>
    <w:rsid w:val="001310A1"/>
    <w:rPr>
      <w:rFonts w:ascii="Courier New" w:eastAsia="MS Mincho" w:hAnsi="Courier New"/>
      <w:lang w:val="nb-NO" w:eastAsia="ja-JP"/>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1"/>
    <w:qFormat/>
    <w:rsid w:val="001310A1"/>
    <w:pPr>
      <w:overflowPunct w:val="0"/>
      <w:autoSpaceDE w:val="0"/>
      <w:autoSpaceDN w:val="0"/>
      <w:adjustRightInd w:val="0"/>
      <w:textAlignment w:val="baseline"/>
    </w:pPr>
    <w:rPr>
      <w:rFonts w:eastAsia="MS Mincho"/>
      <w:lang w:eastAsia="ja-JP"/>
    </w:rPr>
  </w:style>
  <w:style w:type="character" w:customStyle="1" w:styleId="BodyTextChar">
    <w:name w:val="Body Text Char"/>
    <w:aliases w:val="bt Car Char1"/>
    <w:qFormat/>
    <w:rsid w:val="001310A1"/>
    <w:rPr>
      <w:rFonts w:ascii="Times New Roman" w:hAnsi="Times New Roman"/>
      <w:lang w:val="en-GB"/>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link w:val="BodyText"/>
    <w:qFormat/>
    <w:rsid w:val="001310A1"/>
    <w:rPr>
      <w:rFonts w:ascii="Times New Roman" w:eastAsia="MS Mincho" w:hAnsi="Times New Roman"/>
      <w:lang w:val="en-GB" w:eastAsia="ja-JP"/>
    </w:rPr>
  </w:style>
  <w:style w:type="paragraph" w:styleId="BodyText2">
    <w:name w:val="Body Text 2"/>
    <w:basedOn w:val="Normal"/>
    <w:link w:val="BodyText2Char"/>
    <w:uiPriority w:val="99"/>
    <w:qFormat/>
    <w:rsid w:val="001310A1"/>
    <w:pPr>
      <w:overflowPunct w:val="0"/>
      <w:autoSpaceDE w:val="0"/>
      <w:autoSpaceDN w:val="0"/>
      <w:adjustRightInd w:val="0"/>
      <w:textAlignment w:val="baseline"/>
    </w:pPr>
    <w:rPr>
      <w:rFonts w:eastAsia="MS Mincho"/>
      <w:i/>
    </w:rPr>
  </w:style>
  <w:style w:type="character" w:customStyle="1" w:styleId="BodyText2Char">
    <w:name w:val="Body Text 2 Char"/>
    <w:link w:val="BodyText2"/>
    <w:uiPriority w:val="99"/>
    <w:qFormat/>
    <w:rsid w:val="001310A1"/>
    <w:rPr>
      <w:rFonts w:ascii="Times New Roman" w:eastAsia="MS Mincho" w:hAnsi="Times New Roman"/>
      <w:i/>
      <w:lang w:val="en-GB"/>
    </w:rPr>
  </w:style>
  <w:style w:type="paragraph" w:styleId="BodyText3">
    <w:name w:val="Body Text 3"/>
    <w:basedOn w:val="Normal"/>
    <w:link w:val="BodyText3Char"/>
    <w:uiPriority w:val="99"/>
    <w:qFormat/>
    <w:rsid w:val="001310A1"/>
    <w:pPr>
      <w:keepNext/>
      <w:keepLines/>
      <w:overflowPunct w:val="0"/>
      <w:autoSpaceDE w:val="0"/>
      <w:autoSpaceDN w:val="0"/>
      <w:adjustRightInd w:val="0"/>
      <w:textAlignment w:val="baseline"/>
    </w:pPr>
    <w:rPr>
      <w:rFonts w:eastAsia="Osaka"/>
      <w:color w:val="000000"/>
    </w:rPr>
  </w:style>
  <w:style w:type="character" w:customStyle="1" w:styleId="BodyText3Char">
    <w:name w:val="Body Text 3 Char"/>
    <w:link w:val="BodyText3"/>
    <w:uiPriority w:val="99"/>
    <w:qFormat/>
    <w:rsid w:val="001310A1"/>
    <w:rPr>
      <w:rFonts w:ascii="Times New Roman" w:eastAsia="Osaka" w:hAnsi="Times New Roman"/>
      <w:color w:val="000000"/>
      <w:lang w:val="en-GB"/>
    </w:rPr>
  </w:style>
  <w:style w:type="character" w:styleId="PageNumber">
    <w:name w:val="page number"/>
    <w:qFormat/>
    <w:rsid w:val="001310A1"/>
  </w:style>
  <w:style w:type="paragraph" w:customStyle="1" w:styleId="CharCharCharCharChar">
    <w:name w:val="Char Char Char Char Char"/>
    <w:uiPriority w:val="99"/>
    <w:semiHidden/>
    <w:qFormat/>
    <w:rsid w:val="001310A1"/>
    <w:pPr>
      <w:keepNext/>
      <w:numPr>
        <w:numId w:val="8"/>
      </w:numPr>
      <w:tabs>
        <w:tab w:val="clear" w:pos="851"/>
      </w:tabs>
      <w:autoSpaceDE w:val="0"/>
      <w:autoSpaceDN w:val="0"/>
      <w:adjustRightInd w:val="0"/>
      <w:spacing w:before="60" w:after="60"/>
      <w:ind w:left="720" w:hanging="360"/>
      <w:jc w:val="both"/>
    </w:pPr>
    <w:rPr>
      <w:rFonts w:ascii="Arial" w:hAnsi="Arial" w:cs="Arial"/>
      <w:color w:val="0000FF"/>
      <w:kern w:val="2"/>
      <w:lang w:eastAsia="zh-CN"/>
    </w:rPr>
  </w:style>
  <w:style w:type="character" w:customStyle="1" w:styleId="Char">
    <w:name w:val="样式 页眉 Char"/>
    <w:link w:val="a1"/>
    <w:qFormat/>
    <w:rsid w:val="001310A1"/>
    <w:rPr>
      <w:rFonts w:ascii="Arial" w:eastAsia="Arial" w:hAnsi="Arial"/>
      <w:b/>
      <w:bCs/>
      <w:noProof/>
      <w:sz w:val="22"/>
      <w:lang w:val="en-GB"/>
    </w:rPr>
  </w:style>
  <w:style w:type="paragraph" w:customStyle="1" w:styleId="CharChar">
    <w:name w:val="Char Char"/>
    <w:semiHidden/>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2">
    <w:name w:val="Char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
    <w:name w:val="Char Char Char"/>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
    <w:name w:val="Char Char1"/>
    <w:aliases w:val="Heading 1 Char2"/>
    <w:qFormat/>
    <w:rsid w:val="001310A1"/>
    <w:rPr>
      <w:lang w:val="en-GB" w:eastAsia="ja-JP" w:bidi="ar-SA"/>
    </w:rPr>
  </w:style>
  <w:style w:type="paragraph" w:customStyle="1" w:styleId="1Char">
    <w:name w:val="(文字) (文字)1 Char (文字) (文字)"/>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
    <w:name w:val="Char Char1 Char Char"/>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
    <w:name w:val="(文字) (文字)1 Char (文字) (文字) Char (文字) (文字)1"/>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正文文本 Char1"/>
    <w:qFormat/>
    <w:rsid w:val="001310A1"/>
    <w:rPr>
      <w:rFonts w:eastAsia="MS Mincho"/>
      <w:lang w:val="en-GB" w:eastAsia="en-US" w:bidi="ar-SA"/>
    </w:rPr>
  </w:style>
  <w:style w:type="paragraph" w:customStyle="1" w:styleId="1CharChar">
    <w:name w:val="(文字) (文字)1 Char (文字) (文字) Char"/>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
    <w:name w:val="(文字) (文字)1 Char (文字) (文字) Char (文字) (文字)1 Char (文字) (文字) Char Char Char"/>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
    <w:name w:val="Char Char Char Char1"/>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
    <w:name w:val="Char Char2 Char Char"/>
    <w:basedOn w:val="Normal"/>
    <w:uiPriority w:val="99"/>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qFormat/>
    <w:rsid w:val="001310A1"/>
    <w:rPr>
      <w:lang w:val="en-GB" w:eastAsia="ja-JP" w:bidi="ar-SA"/>
    </w:rPr>
  </w:style>
  <w:style w:type="character" w:customStyle="1" w:styleId="capChar2">
    <w:name w:val="cap Char2"/>
    <w:aliases w:val="cap Char Char2,Caption Char Char1,Caption Char1 Char Char1,cap Char Char1 Char1,Caption Char Char1 Char Char1,cap Char2 Char Char Char1"/>
    <w:qFormat/>
    <w:rsid w:val="001310A1"/>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qFormat/>
    <w:rsid w:val="001310A1"/>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qFormat/>
    <w:rsid w:val="001310A1"/>
    <w:rPr>
      <w:rFonts w:ascii="Arial" w:hAnsi="Arial"/>
      <w:sz w:val="32"/>
      <w:lang w:val="en-GB" w:eastAsia="ja-JP" w:bidi="ar-SA"/>
    </w:rPr>
  </w:style>
  <w:style w:type="character" w:customStyle="1" w:styleId="CharChar4">
    <w:name w:val="Char Char4"/>
    <w:qFormat/>
    <w:rsid w:val="001310A1"/>
    <w:rPr>
      <w:rFonts w:ascii="Courier New" w:hAnsi="Courier New"/>
      <w:lang w:val="nb-NO" w:eastAsia="ja-JP" w:bidi="ar-SA"/>
    </w:rPr>
  </w:style>
  <w:style w:type="character" w:customStyle="1" w:styleId="AndreaLeonardi">
    <w:name w:val="Andrea Leonardi"/>
    <w:semiHidden/>
    <w:qFormat/>
    <w:rsid w:val="001310A1"/>
    <w:rPr>
      <w:rFonts w:ascii="Arial" w:hAnsi="Arial" w:cs="Arial"/>
      <w:color w:val="auto"/>
      <w:sz w:val="20"/>
      <w:szCs w:val="20"/>
    </w:rPr>
  </w:style>
  <w:style w:type="character" w:customStyle="1" w:styleId="B1Char1">
    <w:name w:val="B1 Char1"/>
    <w:qFormat/>
    <w:rsid w:val="001310A1"/>
    <w:rPr>
      <w:lang w:val="en-GB"/>
    </w:rPr>
  </w:style>
  <w:style w:type="character" w:customStyle="1" w:styleId="msoins0">
    <w:name w:val="msoins"/>
    <w:basedOn w:val="DefaultParagraphFont"/>
    <w:qFormat/>
    <w:rsid w:val="001310A1"/>
  </w:style>
  <w:style w:type="character" w:customStyle="1" w:styleId="Heading1Char">
    <w:name w:val="Heading 1 Char"/>
    <w:qFormat/>
    <w:rsid w:val="001310A1"/>
    <w:rPr>
      <w:rFonts w:ascii="Arial" w:hAnsi="Arial"/>
      <w:sz w:val="36"/>
      <w:lang w:val="en-GB" w:eastAsia="en-US" w:bidi="ar-SA"/>
    </w:rPr>
  </w:style>
  <w:style w:type="character" w:customStyle="1" w:styleId="NOCharChar">
    <w:name w:val="NO Char Char"/>
    <w:qFormat/>
    <w:rsid w:val="001310A1"/>
    <w:rPr>
      <w:lang w:val="en-GB" w:eastAsia="en-US" w:bidi="ar-SA"/>
    </w:rPr>
  </w:style>
  <w:style w:type="character" w:customStyle="1" w:styleId="NOZchn">
    <w:name w:val="NO Zchn"/>
    <w:qFormat/>
    <w:rsid w:val="001310A1"/>
    <w:rPr>
      <w:lang w:val="en-GB" w:eastAsia="en-US" w:bidi="ar-SA"/>
    </w:rPr>
  </w:style>
  <w:style w:type="paragraph" w:customStyle="1" w:styleId="CharCharCharCharCharChar">
    <w:name w:val="Char Char Char Char Char Char"/>
    <w:uiPriority w:val="99"/>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a2">
    <w:name w:val="(文字) (文字)"/>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
    <w:name w:val="T1 Char"/>
    <w:aliases w:val="Header 6 Char Char"/>
    <w:rsid w:val="001310A1"/>
  </w:style>
  <w:style w:type="character" w:customStyle="1" w:styleId="T1Char1">
    <w:name w:val="T1 Char1"/>
    <w:aliases w:val="Header 6 Char Char1"/>
    <w:qFormat/>
    <w:rsid w:val="001310A1"/>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rsid w:val="001310A1"/>
    <w:rPr>
      <w:rFonts w:ascii="Arial" w:eastAsia="MS Mincho" w:hAnsi="Arial"/>
      <w:sz w:val="24"/>
      <w:lang w:val="en-GB" w:eastAsia="en-US" w:bidi="ar-SA"/>
    </w:rPr>
  </w:style>
  <w:style w:type="character" w:customStyle="1" w:styleId="h5Char">
    <w:name w:val="h5 Char"/>
    <w:aliases w:val="Heading5 Char,Head5 Char,H5 Char,M5 Char,mh2 Char,Module heading 2 Char,heading 8 Char,Numbered Sub-list Char Char,Numbered Sub-list Char,Heading 81 Char Char,5 Char,h5 Char3,Heading 5 Char1,Heading 81 Char1,标题 81 Char1,Heading 811 Char1"/>
    <w:rsid w:val="001310A1"/>
    <w:rPr>
      <w:rFonts w:ascii="Arial" w:eastAsia="MS Mincho" w:hAnsi="Arial"/>
      <w:sz w:val="22"/>
      <w:lang w:val="en-GB" w:eastAsia="en-US" w:bidi="ar-SA"/>
    </w:rPr>
  </w:style>
  <w:style w:type="paragraph" w:customStyle="1" w:styleId="CarCar">
    <w:name w:val="Car Car"/>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qFormat/>
    <w:rsid w:val="001310A1"/>
    <w:rPr>
      <w:rFonts w:ascii="Arial" w:hAnsi="Arial"/>
      <w:sz w:val="32"/>
      <w:lang w:val="en-GB" w:eastAsia="en-US" w:bidi="ar-SA"/>
    </w:rPr>
  </w:style>
  <w:style w:type="character" w:customStyle="1" w:styleId="TACCar">
    <w:name w:val="TAC Car"/>
    <w:qFormat/>
    <w:rsid w:val="001310A1"/>
    <w:rPr>
      <w:rFonts w:ascii="Arial" w:hAnsi="Arial"/>
      <w:sz w:val="18"/>
      <w:lang w:val="en-GB" w:eastAsia="ja-JP" w:bidi="ar-SA"/>
    </w:rPr>
  </w:style>
  <w:style w:type="paragraph" w:customStyle="1" w:styleId="ZchnZchn1">
    <w:name w:val="Zchn Zchn1"/>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AL0">
    <w:name w:val="TAL (文字)"/>
    <w:qFormat/>
    <w:rsid w:val="001310A1"/>
    <w:rPr>
      <w:rFonts w:ascii="Arial" w:hAnsi="Arial"/>
      <w:sz w:val="18"/>
      <w:lang w:val="en-GB" w:eastAsia="ja-JP"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qFormat/>
    <w:rsid w:val="001310A1"/>
    <w:rPr>
      <w:rFonts w:ascii="Arial" w:hAnsi="Arial"/>
      <w:sz w:val="32"/>
      <w:lang w:val="en-GB" w:eastAsia="en-US" w:bidi="ar-SA"/>
    </w:rPr>
  </w:style>
  <w:style w:type="paragraph" w:customStyle="1" w:styleId="2">
    <w:name w:val="(文字) (文字)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qFormat/>
    <w:rsid w:val="001310A1"/>
    <w:rPr>
      <w:rFonts w:ascii="Arial" w:hAnsi="Arial"/>
      <w:sz w:val="32"/>
      <w:lang w:val="en-GB" w:eastAsia="en-US"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qFormat/>
    <w:rsid w:val="001310A1"/>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Heading 8111 Char1"/>
    <w:qFormat/>
    <w:rsid w:val="001310A1"/>
    <w:rPr>
      <w:rFonts w:ascii="Arial" w:eastAsia="MS Mincho" w:hAnsi="Arial"/>
      <w:sz w:val="22"/>
      <w:lang w:val="en-GB" w:eastAsia="en-US" w:bidi="ar-SA"/>
    </w:rPr>
  </w:style>
  <w:style w:type="paragraph" w:customStyle="1" w:styleId="3">
    <w:name w:val="(文字) (文字)3"/>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
    <w:name w:val="Zchn Zchn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
    <w:name w:val="(文字) (文字)4"/>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2">
    <w:name w:val="T1 Char2"/>
    <w:aliases w:val="Header 6 Char Char2"/>
    <w:qFormat/>
    <w:rsid w:val="001310A1"/>
  </w:style>
  <w:style w:type="paragraph" w:customStyle="1" w:styleId="10">
    <w:name w:val="(文字) (文字)1"/>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BodyTextIndent2">
    <w:name w:val="Body Text Indent 2"/>
    <w:basedOn w:val="Normal"/>
    <w:link w:val="BodyTextIndent2Char"/>
    <w:uiPriority w:val="99"/>
    <w:qFormat/>
    <w:rsid w:val="001310A1"/>
    <w:pPr>
      <w:overflowPunct w:val="0"/>
      <w:autoSpaceDE w:val="0"/>
      <w:autoSpaceDN w:val="0"/>
      <w:adjustRightInd w:val="0"/>
      <w:ind w:leftChars="100" w:left="400" w:hangingChars="100" w:hanging="200"/>
      <w:textAlignment w:val="baseline"/>
    </w:pPr>
    <w:rPr>
      <w:rFonts w:eastAsia="MS Mincho"/>
      <w:lang w:eastAsia="en-GB"/>
    </w:rPr>
  </w:style>
  <w:style w:type="character" w:customStyle="1" w:styleId="BodyTextIndent2Char">
    <w:name w:val="Body Text Indent 2 Char"/>
    <w:link w:val="BodyTextIndent2"/>
    <w:uiPriority w:val="99"/>
    <w:qFormat/>
    <w:rsid w:val="001310A1"/>
    <w:rPr>
      <w:rFonts w:ascii="Times New Roman" w:eastAsia="MS Mincho" w:hAnsi="Times New Roman"/>
      <w:lang w:val="en-GB" w:eastAsia="en-GB"/>
    </w:rPr>
  </w:style>
  <w:style w:type="paragraph" w:styleId="NormalIndent">
    <w:name w:val="Normal Indent"/>
    <w:basedOn w:val="Normal"/>
    <w:uiPriority w:val="99"/>
    <w:qFormat/>
    <w:rsid w:val="001310A1"/>
    <w:pPr>
      <w:spacing w:after="0"/>
      <w:ind w:left="851"/>
    </w:pPr>
    <w:rPr>
      <w:rFonts w:eastAsia="MS Mincho"/>
      <w:lang w:val="it-IT" w:eastAsia="en-GB"/>
    </w:rPr>
  </w:style>
  <w:style w:type="paragraph" w:styleId="ListNumber5">
    <w:name w:val="List Number 5"/>
    <w:basedOn w:val="Normal"/>
    <w:uiPriority w:val="99"/>
    <w:qFormat/>
    <w:rsid w:val="001310A1"/>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uiPriority w:val="99"/>
    <w:qFormat/>
    <w:rsid w:val="001310A1"/>
    <w:pPr>
      <w:numPr>
        <w:numId w:val="10"/>
      </w:numPr>
      <w:tabs>
        <w:tab w:val="clear" w:pos="720"/>
        <w:tab w:val="left" w:pos="851"/>
        <w:tab w:val="num" w:pos="926"/>
      </w:tabs>
      <w:overflowPunct w:val="0"/>
      <w:autoSpaceDE w:val="0"/>
      <w:autoSpaceDN w:val="0"/>
      <w:adjustRightInd w:val="0"/>
      <w:ind w:left="926" w:hanging="851"/>
      <w:textAlignment w:val="baseline"/>
    </w:pPr>
    <w:rPr>
      <w:rFonts w:eastAsia="MS Mincho"/>
      <w:lang w:eastAsia="en-GB"/>
    </w:rPr>
  </w:style>
  <w:style w:type="paragraph" w:styleId="ListNumber4">
    <w:name w:val="List Number 4"/>
    <w:basedOn w:val="Normal"/>
    <w:uiPriority w:val="99"/>
    <w:qFormat/>
    <w:rsid w:val="001310A1"/>
    <w:pPr>
      <w:numPr>
        <w:numId w:val="9"/>
      </w:numPr>
      <w:tabs>
        <w:tab w:val="clear" w:pos="720"/>
        <w:tab w:val="num" w:pos="1209"/>
      </w:tabs>
      <w:overflowPunct w:val="0"/>
      <w:autoSpaceDE w:val="0"/>
      <w:autoSpaceDN w:val="0"/>
      <w:adjustRightInd w:val="0"/>
      <w:ind w:left="1209"/>
      <w:textAlignment w:val="baseline"/>
    </w:pPr>
    <w:rPr>
      <w:rFonts w:eastAsia="MS Mincho"/>
      <w:lang w:eastAsia="en-GB"/>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qFormat/>
    <w:rsid w:val="001310A1"/>
    <w:rPr>
      <w:rFonts w:ascii="Arial" w:hAnsi="Arial"/>
      <w:sz w:val="36"/>
      <w:lang w:val="en-GB" w:eastAsia="en-US" w:bidi="ar-SA"/>
    </w:rPr>
  </w:style>
  <w:style w:type="character" w:customStyle="1" w:styleId="CharChar7">
    <w:name w:val="Char Char7"/>
    <w:semiHidden/>
    <w:qFormat/>
    <w:rsid w:val="001310A1"/>
    <w:rPr>
      <w:rFonts w:ascii="Tahoma" w:hAnsi="Tahoma" w:cs="Tahoma"/>
      <w:shd w:val="clear" w:color="auto" w:fill="000080"/>
      <w:lang w:val="en-GB" w:eastAsia="en-US"/>
    </w:rPr>
  </w:style>
  <w:style w:type="character" w:customStyle="1" w:styleId="ZchnZchn5">
    <w:name w:val="Zchn Zchn5"/>
    <w:qFormat/>
    <w:rsid w:val="001310A1"/>
    <w:rPr>
      <w:rFonts w:ascii="Courier New" w:eastAsia="Batang" w:hAnsi="Courier New"/>
      <w:lang w:val="nb-NO" w:eastAsia="en-US" w:bidi="ar-SA"/>
    </w:rPr>
  </w:style>
  <w:style w:type="character" w:customStyle="1" w:styleId="CharChar10">
    <w:name w:val="Char Char10"/>
    <w:semiHidden/>
    <w:qFormat/>
    <w:rsid w:val="001310A1"/>
    <w:rPr>
      <w:rFonts w:ascii="Times New Roman" w:hAnsi="Times New Roman"/>
      <w:lang w:val="en-GB" w:eastAsia="en-US"/>
    </w:rPr>
  </w:style>
  <w:style w:type="character" w:customStyle="1" w:styleId="CharChar9">
    <w:name w:val="Char Char9"/>
    <w:semiHidden/>
    <w:qFormat/>
    <w:rsid w:val="001310A1"/>
    <w:rPr>
      <w:rFonts w:ascii="Tahoma" w:hAnsi="Tahoma" w:cs="Tahoma"/>
      <w:sz w:val="16"/>
      <w:szCs w:val="16"/>
      <w:lang w:val="en-GB" w:eastAsia="en-US"/>
    </w:rPr>
  </w:style>
  <w:style w:type="character" w:customStyle="1" w:styleId="CharChar8">
    <w:name w:val="Char Char8"/>
    <w:semiHidden/>
    <w:qFormat/>
    <w:rsid w:val="001310A1"/>
    <w:rPr>
      <w:rFonts w:ascii="Times New Roman" w:hAnsi="Times New Roman"/>
      <w:b/>
      <w:bCs/>
      <w:lang w:val="en-GB" w:eastAsia="en-US"/>
    </w:rPr>
  </w:style>
  <w:style w:type="paragraph" w:customStyle="1" w:styleId="a3">
    <w:name w:val="修订"/>
    <w:hidden/>
    <w:semiHidden/>
    <w:rsid w:val="001310A1"/>
    <w:rPr>
      <w:rFonts w:ascii="Times New Roman" w:eastAsia="Batang" w:hAnsi="Times New Roman"/>
      <w:lang w:val="en-GB"/>
    </w:rPr>
  </w:style>
  <w:style w:type="paragraph" w:styleId="EndnoteText">
    <w:name w:val="endnote text"/>
    <w:basedOn w:val="Normal"/>
    <w:link w:val="EndnoteTextChar"/>
    <w:uiPriority w:val="99"/>
    <w:qFormat/>
    <w:rsid w:val="001310A1"/>
    <w:pPr>
      <w:snapToGrid w:val="0"/>
    </w:pPr>
  </w:style>
  <w:style w:type="character" w:customStyle="1" w:styleId="EndnoteTextChar">
    <w:name w:val="Endnote Text Char"/>
    <w:link w:val="EndnoteText"/>
    <w:uiPriority w:val="99"/>
    <w:qFormat/>
    <w:rsid w:val="001310A1"/>
    <w:rPr>
      <w:rFonts w:ascii="Times New Roman" w:eastAsia="SimSun" w:hAnsi="Times New Roman"/>
      <w:lang w:val="en-GB"/>
    </w:rPr>
  </w:style>
  <w:style w:type="character" w:styleId="EndnoteReference">
    <w:name w:val="endnote reference"/>
    <w:qFormat/>
    <w:rsid w:val="001310A1"/>
    <w:rPr>
      <w:vertAlign w:val="superscript"/>
    </w:rPr>
  </w:style>
  <w:style w:type="character" w:customStyle="1" w:styleId="btChar3">
    <w:name w:val="bt Char3"/>
    <w:aliases w:val="bt Car Char Char3"/>
    <w:qFormat/>
    <w:rsid w:val="001310A1"/>
    <w:rPr>
      <w:lang w:val="en-GB" w:eastAsia="ja-JP" w:bidi="ar-SA"/>
    </w:rPr>
  </w:style>
  <w:style w:type="paragraph" w:styleId="Title">
    <w:name w:val="Title"/>
    <w:basedOn w:val="Normal"/>
    <w:next w:val="Normal"/>
    <w:link w:val="TitleChar"/>
    <w:uiPriority w:val="99"/>
    <w:qFormat/>
    <w:rsid w:val="001310A1"/>
    <w:pPr>
      <w:overflowPunct w:val="0"/>
      <w:autoSpaceDE w:val="0"/>
      <w:autoSpaceDN w:val="0"/>
      <w:adjustRightInd w:val="0"/>
      <w:spacing w:before="240" w:after="60"/>
      <w:textAlignment w:val="baseline"/>
      <w:outlineLvl w:val="0"/>
    </w:pPr>
    <w:rPr>
      <w:rFonts w:ascii="Courier New" w:eastAsia="MS Mincho" w:hAnsi="Courier New"/>
      <w:lang w:val="nb-NO"/>
    </w:rPr>
  </w:style>
  <w:style w:type="character" w:customStyle="1" w:styleId="TitleChar">
    <w:name w:val="Title Char"/>
    <w:link w:val="Title"/>
    <w:uiPriority w:val="99"/>
    <w:qFormat/>
    <w:rsid w:val="001310A1"/>
    <w:rPr>
      <w:rFonts w:ascii="Courier New" w:eastAsia="MS Mincho" w:hAnsi="Courier New"/>
      <w:lang w:val="nb-NO"/>
    </w:rPr>
  </w:style>
  <w:style w:type="character" w:customStyle="1" w:styleId="h5Char2">
    <w:name w:val="h5 Char2"/>
    <w:aliases w:val="Heading5 Char2,Head5 Char2,H5 Char2,M5 Char2,mh2 Char2,Module heading 2 Char2,heading 8 Char2,Numbered Sub-list Char1,Heading 81 Char Char1"/>
    <w:qFormat/>
    <w:rsid w:val="001310A1"/>
    <w:rPr>
      <w:rFonts w:ascii="Arial" w:hAnsi="Arial"/>
      <w:sz w:val="22"/>
      <w:lang w:val="en-GB" w:eastAsia="ja-JP" w:bidi="ar-SA"/>
    </w:rPr>
  </w:style>
  <w:style w:type="paragraph" w:styleId="Date">
    <w:name w:val="Date"/>
    <w:basedOn w:val="Normal"/>
    <w:next w:val="Normal"/>
    <w:link w:val="DateChar"/>
    <w:uiPriority w:val="99"/>
    <w:qFormat/>
    <w:rsid w:val="001310A1"/>
    <w:pPr>
      <w:overflowPunct w:val="0"/>
      <w:autoSpaceDE w:val="0"/>
      <w:autoSpaceDN w:val="0"/>
      <w:adjustRightInd w:val="0"/>
      <w:textAlignment w:val="baseline"/>
    </w:pPr>
    <w:rPr>
      <w:rFonts w:eastAsia="MS Mincho"/>
    </w:rPr>
  </w:style>
  <w:style w:type="character" w:customStyle="1" w:styleId="DateChar">
    <w:name w:val="Date Char"/>
    <w:link w:val="Date"/>
    <w:uiPriority w:val="99"/>
    <w:qFormat/>
    <w:rsid w:val="001310A1"/>
    <w:rPr>
      <w:rFonts w:ascii="Times New Roman" w:eastAsia="MS Mincho" w:hAnsi="Times New Roman"/>
      <w:lang w:val="en-GB"/>
    </w:rPr>
  </w:style>
  <w:style w:type="character" w:customStyle="1" w:styleId="CaptionChar1">
    <w:name w:val="Caption Char1"/>
    <w:aliases w:val="cap Char1,cap Char Char,Caption Char Char,Caption Char1 Char Char,cap Char Char1 Char,Caption Char Char1 Char Char,cap Char2 Char Char,Ca Char,Caption Char C... Char,cap1 Char,cap2 Char,cap11 Char,Légende-figure Char1,Beschrifubg Char"/>
    <w:link w:val="Caption"/>
    <w:qFormat/>
    <w:rsid w:val="001310A1"/>
    <w:rPr>
      <w:rFonts w:ascii="Times New Roman" w:eastAsia="Yu Mincho" w:hAnsi="Times New Roman"/>
      <w:b/>
      <w:bCs/>
      <w:lang w:val="en-GB"/>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qFormat/>
    <w:rsid w:val="001310A1"/>
    <w:rPr>
      <w:rFonts w:ascii="Arial" w:hAnsi="Arial"/>
      <w:sz w:val="24"/>
      <w:lang w:val="en-GB"/>
    </w:rPr>
  </w:style>
  <w:style w:type="paragraph" w:customStyle="1" w:styleId="AutoCorrect">
    <w:name w:val="AutoCorrect"/>
    <w:uiPriority w:val="99"/>
    <w:qFormat/>
    <w:rsid w:val="001310A1"/>
    <w:rPr>
      <w:rFonts w:ascii="Times New Roman" w:eastAsia="MS Mincho" w:hAnsi="Times New Roman"/>
      <w:sz w:val="24"/>
      <w:szCs w:val="24"/>
      <w:lang w:val="en-GB" w:eastAsia="ko-KR"/>
    </w:rPr>
  </w:style>
  <w:style w:type="paragraph" w:customStyle="1" w:styleId="-PAGE-">
    <w:name w:val="- PAGE -"/>
    <w:uiPriority w:val="99"/>
    <w:qFormat/>
    <w:rsid w:val="001310A1"/>
    <w:rPr>
      <w:rFonts w:ascii="Times New Roman" w:eastAsia="MS Mincho" w:hAnsi="Times New Roman"/>
      <w:sz w:val="24"/>
      <w:szCs w:val="24"/>
      <w:lang w:val="en-GB" w:eastAsia="ko-KR"/>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qFormat/>
    <w:locked/>
    <w:rsid w:val="001310A1"/>
    <w:rPr>
      <w:rFonts w:ascii="Arial" w:eastAsia="Batang" w:hAnsi="Arial" w:cs="Times New Roman"/>
      <w:b/>
      <w:bCs/>
      <w:i/>
      <w:iCs/>
      <w:sz w:val="28"/>
      <w:szCs w:val="28"/>
      <w:lang w:val="en-GB" w:eastAsia="en-US" w:bidi="ar-SA"/>
    </w:rPr>
  </w:style>
  <w:style w:type="paragraph" w:customStyle="1" w:styleId="Createdby">
    <w:name w:val="Created by"/>
    <w:uiPriority w:val="99"/>
    <w:qFormat/>
    <w:rsid w:val="001310A1"/>
    <w:rPr>
      <w:rFonts w:ascii="Times New Roman" w:eastAsia="MS Mincho" w:hAnsi="Times New Roman"/>
      <w:sz w:val="24"/>
      <w:szCs w:val="24"/>
      <w:lang w:val="en-GB" w:eastAsia="ko-KR"/>
    </w:rPr>
  </w:style>
  <w:style w:type="paragraph" w:customStyle="1" w:styleId="Createdon">
    <w:name w:val="Created on"/>
    <w:uiPriority w:val="99"/>
    <w:qFormat/>
    <w:rsid w:val="001310A1"/>
    <w:rPr>
      <w:rFonts w:ascii="Times New Roman" w:eastAsia="MS Mincho" w:hAnsi="Times New Roman"/>
      <w:sz w:val="24"/>
      <w:szCs w:val="24"/>
      <w:lang w:val="en-GB" w:eastAsia="ko-KR"/>
    </w:rPr>
  </w:style>
  <w:style w:type="paragraph" w:customStyle="1" w:styleId="Lastprinted">
    <w:name w:val="Last printed"/>
    <w:uiPriority w:val="99"/>
    <w:qFormat/>
    <w:rsid w:val="001310A1"/>
    <w:rPr>
      <w:rFonts w:ascii="Times New Roman" w:eastAsia="MS Mincho" w:hAnsi="Times New Roman"/>
      <w:sz w:val="24"/>
      <w:szCs w:val="24"/>
      <w:lang w:val="en-GB" w:eastAsia="ko-KR"/>
    </w:rPr>
  </w:style>
  <w:style w:type="paragraph" w:customStyle="1" w:styleId="Lastsavedby">
    <w:name w:val="Last saved by"/>
    <w:uiPriority w:val="99"/>
    <w:qFormat/>
    <w:rsid w:val="001310A1"/>
    <w:rPr>
      <w:rFonts w:ascii="Times New Roman" w:eastAsia="MS Mincho" w:hAnsi="Times New Roman"/>
      <w:sz w:val="24"/>
      <w:szCs w:val="24"/>
      <w:lang w:val="en-GB" w:eastAsia="ko-KR"/>
    </w:rPr>
  </w:style>
  <w:style w:type="paragraph" w:customStyle="1" w:styleId="Filename">
    <w:name w:val="Filename"/>
    <w:uiPriority w:val="99"/>
    <w:qFormat/>
    <w:rsid w:val="001310A1"/>
    <w:rPr>
      <w:rFonts w:ascii="Times New Roman" w:eastAsia="MS Mincho" w:hAnsi="Times New Roman"/>
      <w:sz w:val="24"/>
      <w:szCs w:val="24"/>
      <w:lang w:val="en-GB" w:eastAsia="ko-KR"/>
    </w:rPr>
  </w:style>
  <w:style w:type="paragraph" w:customStyle="1" w:styleId="Filenameandpath">
    <w:name w:val="Filename and path"/>
    <w:uiPriority w:val="99"/>
    <w:qFormat/>
    <w:rsid w:val="001310A1"/>
    <w:rPr>
      <w:rFonts w:ascii="Times New Roman" w:eastAsia="MS Mincho" w:hAnsi="Times New Roman"/>
      <w:sz w:val="24"/>
      <w:szCs w:val="24"/>
      <w:lang w:val="en-GB" w:eastAsia="ko-KR"/>
    </w:rPr>
  </w:style>
  <w:style w:type="paragraph" w:customStyle="1" w:styleId="AuthorPageDate">
    <w:name w:val="Author  Page #  Date"/>
    <w:uiPriority w:val="99"/>
    <w:qFormat/>
    <w:rsid w:val="001310A1"/>
    <w:rPr>
      <w:rFonts w:ascii="Times New Roman" w:eastAsia="MS Mincho" w:hAnsi="Times New Roman"/>
      <w:sz w:val="24"/>
      <w:szCs w:val="24"/>
      <w:lang w:val="en-GB" w:eastAsia="ko-KR"/>
    </w:rPr>
  </w:style>
  <w:style w:type="paragraph" w:customStyle="1" w:styleId="ConfidentialPageDate">
    <w:name w:val="Confidential  Page #  Date"/>
    <w:uiPriority w:val="99"/>
    <w:qFormat/>
    <w:rsid w:val="001310A1"/>
    <w:rPr>
      <w:rFonts w:ascii="Times New Roman" w:eastAsia="MS Mincho" w:hAnsi="Times New Roman"/>
      <w:sz w:val="24"/>
      <w:szCs w:val="24"/>
      <w:lang w:val="en-GB" w:eastAsia="ko-KR"/>
    </w:rPr>
  </w:style>
  <w:style w:type="paragraph" w:customStyle="1" w:styleId="INDENT1">
    <w:name w:val="INDENT1"/>
    <w:basedOn w:val="Normal"/>
    <w:uiPriority w:val="99"/>
    <w:qFormat/>
    <w:rsid w:val="001310A1"/>
    <w:pPr>
      <w:overflowPunct w:val="0"/>
      <w:autoSpaceDE w:val="0"/>
      <w:autoSpaceDN w:val="0"/>
      <w:adjustRightInd w:val="0"/>
      <w:ind w:left="851"/>
      <w:textAlignment w:val="baseline"/>
    </w:pPr>
    <w:rPr>
      <w:rFonts w:eastAsia="MS Mincho"/>
      <w:lang w:eastAsia="ja-JP"/>
    </w:rPr>
  </w:style>
  <w:style w:type="paragraph" w:customStyle="1" w:styleId="INDENT2">
    <w:name w:val="INDENT2"/>
    <w:basedOn w:val="Normal"/>
    <w:uiPriority w:val="99"/>
    <w:qFormat/>
    <w:rsid w:val="001310A1"/>
    <w:pPr>
      <w:overflowPunct w:val="0"/>
      <w:autoSpaceDE w:val="0"/>
      <w:autoSpaceDN w:val="0"/>
      <w:adjustRightInd w:val="0"/>
      <w:ind w:left="1135" w:hanging="284"/>
      <w:textAlignment w:val="baseline"/>
    </w:pPr>
    <w:rPr>
      <w:rFonts w:eastAsia="MS Mincho"/>
      <w:lang w:eastAsia="ja-JP"/>
    </w:rPr>
  </w:style>
  <w:style w:type="paragraph" w:customStyle="1" w:styleId="INDENT3">
    <w:name w:val="INDENT3"/>
    <w:basedOn w:val="Normal"/>
    <w:uiPriority w:val="99"/>
    <w:qFormat/>
    <w:rsid w:val="001310A1"/>
    <w:pPr>
      <w:overflowPunct w:val="0"/>
      <w:autoSpaceDE w:val="0"/>
      <w:autoSpaceDN w:val="0"/>
      <w:adjustRightInd w:val="0"/>
      <w:ind w:left="1701" w:hanging="567"/>
      <w:textAlignment w:val="baseline"/>
    </w:pPr>
    <w:rPr>
      <w:rFonts w:eastAsia="MS Mincho"/>
      <w:lang w:eastAsia="ja-JP"/>
    </w:rPr>
  </w:style>
  <w:style w:type="paragraph" w:customStyle="1" w:styleId="FigureTitle">
    <w:name w:val="Figure_Title"/>
    <w:basedOn w:val="Normal"/>
    <w:next w:val="Normal"/>
    <w:uiPriority w:val="99"/>
    <w:qFormat/>
    <w:rsid w:val="001310A1"/>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MS Mincho"/>
      <w:b/>
      <w:sz w:val="24"/>
      <w:lang w:eastAsia="ja-JP"/>
    </w:rPr>
  </w:style>
  <w:style w:type="character" w:styleId="Strong">
    <w:name w:val="Strong"/>
    <w:uiPriority w:val="22"/>
    <w:qFormat/>
    <w:rsid w:val="001310A1"/>
    <w:rPr>
      <w:b/>
      <w:bCs/>
    </w:rPr>
  </w:style>
  <w:style w:type="paragraph" w:customStyle="1" w:styleId="enumlev2">
    <w:name w:val="enumlev2"/>
    <w:basedOn w:val="Normal"/>
    <w:uiPriority w:val="99"/>
    <w:qFormat/>
    <w:rsid w:val="001310A1"/>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MS Mincho"/>
      <w:lang w:val="en-US" w:eastAsia="ja-JP"/>
    </w:rPr>
  </w:style>
  <w:style w:type="paragraph" w:customStyle="1" w:styleId="CouvRecTitle">
    <w:name w:val="Couv Rec Title"/>
    <w:basedOn w:val="Normal"/>
    <w:uiPriority w:val="99"/>
    <w:qFormat/>
    <w:rsid w:val="001310A1"/>
    <w:pPr>
      <w:keepNext/>
      <w:keepLines/>
      <w:overflowPunct w:val="0"/>
      <w:autoSpaceDE w:val="0"/>
      <w:autoSpaceDN w:val="0"/>
      <w:adjustRightInd w:val="0"/>
      <w:spacing w:before="240"/>
      <w:ind w:left="1418"/>
      <w:textAlignment w:val="baseline"/>
    </w:pPr>
    <w:rPr>
      <w:rFonts w:ascii="Arial" w:eastAsia="MS Mincho" w:hAnsi="Arial"/>
      <w:b/>
      <w:sz w:val="36"/>
      <w:lang w:val="en-US" w:eastAsia="ja-JP"/>
    </w:rPr>
  </w:style>
  <w:style w:type="paragraph" w:customStyle="1" w:styleId="Figure">
    <w:name w:val="Figure"/>
    <w:basedOn w:val="Normal"/>
    <w:uiPriority w:val="99"/>
    <w:qFormat/>
    <w:rsid w:val="001310A1"/>
    <w:pPr>
      <w:tabs>
        <w:tab w:val="num" w:pos="1440"/>
      </w:tabs>
      <w:spacing w:before="180" w:after="240" w:line="280" w:lineRule="atLeast"/>
      <w:ind w:left="720" w:hanging="360"/>
      <w:jc w:val="center"/>
    </w:pPr>
    <w:rPr>
      <w:rFonts w:ascii="Arial" w:eastAsia="MS Mincho" w:hAnsi="Arial"/>
      <w:b/>
      <w:lang w:val="en-US" w:eastAsia="ja-JP"/>
    </w:rPr>
  </w:style>
  <w:style w:type="paragraph" w:customStyle="1" w:styleId="11">
    <w:name w:val="修订1"/>
    <w:hidden/>
    <w:uiPriority w:val="99"/>
    <w:semiHidden/>
    <w:qFormat/>
    <w:rsid w:val="001310A1"/>
    <w:rPr>
      <w:rFonts w:ascii="Times New Roman" w:eastAsia="Batang" w:hAnsi="Times New Roman"/>
      <w:lang w:val="en-GB"/>
    </w:rPr>
  </w:style>
  <w:style w:type="table" w:customStyle="1" w:styleId="TableGrid1">
    <w:name w:val="Table Grid1"/>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uiPriority w:val="99"/>
    <w:qFormat/>
    <w:rsid w:val="001310A1"/>
    <w:pPr>
      <w:tabs>
        <w:tab w:val="left" w:pos="1418"/>
      </w:tabs>
      <w:overflowPunct w:val="0"/>
      <w:autoSpaceDE w:val="0"/>
      <w:autoSpaceDN w:val="0"/>
      <w:adjustRightInd w:val="0"/>
      <w:spacing w:after="120"/>
      <w:textAlignment w:val="baseline"/>
    </w:pPr>
    <w:rPr>
      <w:rFonts w:ascii="Arial" w:eastAsia="MS Mincho" w:hAnsi="Arial"/>
      <w:sz w:val="24"/>
      <w:lang w:val="fr-FR"/>
    </w:rPr>
  </w:style>
  <w:style w:type="paragraph" w:customStyle="1" w:styleId="PageXofY">
    <w:name w:val="Page X of Y"/>
    <w:uiPriority w:val="99"/>
    <w:qFormat/>
    <w:rsid w:val="001310A1"/>
    <w:rPr>
      <w:rFonts w:ascii="Times New Roman" w:hAnsi="Times New Roman"/>
      <w:sz w:val="24"/>
      <w:szCs w:val="24"/>
      <w:lang w:val="en-GB" w:eastAsia="ko-KR"/>
    </w:rPr>
  </w:style>
  <w:style w:type="paragraph" w:customStyle="1" w:styleId="ATC">
    <w:name w:val="ATC"/>
    <w:basedOn w:val="Normal"/>
    <w:uiPriority w:val="99"/>
    <w:qFormat/>
    <w:rsid w:val="001310A1"/>
    <w:pPr>
      <w:overflowPunct w:val="0"/>
      <w:autoSpaceDE w:val="0"/>
      <w:autoSpaceDN w:val="0"/>
      <w:adjustRightInd w:val="0"/>
      <w:textAlignment w:val="baseline"/>
    </w:pPr>
    <w:rPr>
      <w:rFonts w:eastAsia="MS Mincho"/>
      <w:lang w:eastAsia="ja-JP"/>
    </w:rPr>
  </w:style>
  <w:style w:type="paragraph" w:customStyle="1" w:styleId="RecCCITT">
    <w:name w:val="Rec_CCITT_#"/>
    <w:basedOn w:val="Normal"/>
    <w:uiPriority w:val="99"/>
    <w:qFormat/>
    <w:rsid w:val="001310A1"/>
    <w:pPr>
      <w:keepNext/>
      <w:keepLines/>
      <w:overflowPunct w:val="0"/>
      <w:autoSpaceDE w:val="0"/>
      <w:autoSpaceDN w:val="0"/>
      <w:adjustRightInd w:val="0"/>
      <w:textAlignment w:val="baseline"/>
    </w:pPr>
    <w:rPr>
      <w:b/>
      <w:lang w:eastAsia="ja-JP"/>
    </w:rPr>
  </w:style>
  <w:style w:type="paragraph" w:customStyle="1" w:styleId="1CharChar1Char">
    <w:name w:val="(文字) (文字)1 Char (文字) (文字) Char (文字) (文字)1 Char (文字) (文字)"/>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MTDisplayEquation">
    <w:name w:val="MTDisplayEquation"/>
    <w:basedOn w:val="Normal"/>
    <w:uiPriority w:val="99"/>
    <w:qFormat/>
    <w:rsid w:val="001310A1"/>
    <w:pPr>
      <w:tabs>
        <w:tab w:val="center" w:pos="4820"/>
        <w:tab w:val="right" w:pos="9640"/>
      </w:tabs>
    </w:pPr>
    <w:rPr>
      <w:lang w:eastAsia="ja-JP"/>
    </w:rPr>
  </w:style>
  <w:style w:type="paragraph" w:customStyle="1" w:styleId="Separation">
    <w:name w:val="Separation"/>
    <w:basedOn w:val="Heading1"/>
    <w:next w:val="Normal"/>
    <w:uiPriority w:val="99"/>
    <w:qFormat/>
    <w:rsid w:val="001310A1"/>
    <w:pPr>
      <w:pBdr>
        <w:top w:val="none" w:sz="0" w:space="0" w:color="auto"/>
      </w:pBdr>
    </w:pPr>
    <w:rPr>
      <w:rFonts w:eastAsia="MS Mincho"/>
      <w:b/>
      <w:color w:val="0000FF"/>
      <w:szCs w:val="36"/>
      <w:lang w:eastAsia="ja-JP"/>
    </w:rPr>
  </w:style>
  <w:style w:type="paragraph" w:customStyle="1" w:styleId="TaOC">
    <w:name w:val="TaOC"/>
    <w:basedOn w:val="TAC"/>
    <w:uiPriority w:val="99"/>
    <w:qFormat/>
    <w:rsid w:val="001310A1"/>
    <w:pPr>
      <w:overflowPunct w:val="0"/>
      <w:autoSpaceDE w:val="0"/>
      <w:autoSpaceDN w:val="0"/>
      <w:adjustRightInd w:val="0"/>
      <w:textAlignment w:val="baseline"/>
    </w:pPr>
    <w:rPr>
      <w:szCs w:val="18"/>
      <w:lang w:eastAsia="ja-JP"/>
    </w:rPr>
  </w:style>
  <w:style w:type="character" w:customStyle="1" w:styleId="T1Char3">
    <w:name w:val="T1 Char3"/>
    <w:aliases w:val="Header 6 Char Char3"/>
    <w:qFormat/>
    <w:rsid w:val="001310A1"/>
    <w:rPr>
      <w:rFonts w:ascii="Arial" w:hAnsi="Arial"/>
      <w:lang w:val="en-GB" w:eastAsia="en-US" w:bidi="ar-SA"/>
    </w:rPr>
  </w:style>
  <w:style w:type="table" w:customStyle="1" w:styleId="Tabellengitternetz1">
    <w:name w:val="Tabellengitternetz1"/>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uiPriority w:val="99"/>
    <w:qFormat/>
    <w:rsid w:val="001310A1"/>
    <w:pPr>
      <w:tabs>
        <w:tab w:val="num" w:pos="928"/>
      </w:tabs>
      <w:ind w:left="928" w:hanging="360"/>
    </w:pPr>
    <w:rPr>
      <w:rFonts w:eastAsia="Batang"/>
    </w:rPr>
  </w:style>
  <w:style w:type="table" w:customStyle="1" w:styleId="TableGrid2">
    <w:name w:val="Table Grid2"/>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uiPriority w:val="99"/>
    <w:qFormat/>
    <w:rsid w:val="001310A1"/>
    <w:pPr>
      <w:keepNext w:val="0"/>
      <w:keepLines w:val="0"/>
      <w:spacing w:before="240"/>
      <w:ind w:left="1980" w:hanging="1980"/>
    </w:pPr>
    <w:rPr>
      <w:rFonts w:eastAsia="MS Mincho"/>
      <w:bCs/>
    </w:rPr>
  </w:style>
  <w:style w:type="paragraph" w:customStyle="1" w:styleId="StyleHeading6After9pt">
    <w:name w:val="Style Heading 6 + After:  9 pt"/>
    <w:basedOn w:val="Heading6"/>
    <w:uiPriority w:val="99"/>
    <w:qFormat/>
    <w:rsid w:val="001310A1"/>
    <w:pPr>
      <w:keepNext w:val="0"/>
      <w:keepLines w:val="0"/>
      <w:spacing w:before="240"/>
      <w:ind w:left="0" w:firstLine="0"/>
    </w:pPr>
    <w:rPr>
      <w:rFonts w:eastAsia="MS Mincho"/>
      <w:bCs/>
    </w:rPr>
  </w:style>
  <w:style w:type="table" w:customStyle="1" w:styleId="TableGrid3">
    <w:name w:val="Table Grid3"/>
    <w:basedOn w:val="TableNormal"/>
    <w:next w:val="TableGrid"/>
    <w:qFormat/>
    <w:rsid w:val="001310A1"/>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吹き出し3"/>
    <w:basedOn w:val="Normal"/>
    <w:uiPriority w:val="99"/>
    <w:semiHidden/>
    <w:qFormat/>
    <w:rsid w:val="001310A1"/>
    <w:rPr>
      <w:rFonts w:ascii="Tahoma" w:eastAsia="MS Mincho" w:hAnsi="Tahoma" w:cs="Tahoma"/>
      <w:sz w:val="16"/>
      <w:szCs w:val="16"/>
    </w:rPr>
  </w:style>
  <w:style w:type="paragraph" w:customStyle="1" w:styleId="JK-text-simpledoc">
    <w:name w:val="JK - text - simple doc"/>
    <w:basedOn w:val="BodyText"/>
    <w:autoRedefine/>
    <w:uiPriority w:val="99"/>
    <w:qFormat/>
    <w:rsid w:val="001310A1"/>
    <w:pPr>
      <w:tabs>
        <w:tab w:val="num" w:pos="928"/>
        <w:tab w:val="num" w:pos="1097"/>
      </w:tabs>
      <w:overflowPunct/>
      <w:autoSpaceDE/>
      <w:autoSpaceDN/>
      <w:adjustRightInd/>
      <w:spacing w:after="120" w:line="288" w:lineRule="auto"/>
      <w:ind w:left="1097" w:hanging="360"/>
      <w:textAlignment w:val="auto"/>
    </w:pPr>
    <w:rPr>
      <w:rFonts w:ascii="Arial" w:eastAsia="SimSun" w:hAnsi="Arial" w:cs="Arial"/>
      <w:lang w:val="en-US" w:eastAsia="en-US"/>
    </w:rPr>
  </w:style>
  <w:style w:type="paragraph" w:customStyle="1" w:styleId="b11">
    <w:name w:val="b1"/>
    <w:basedOn w:val="Normal"/>
    <w:uiPriority w:val="99"/>
    <w:qFormat/>
    <w:rsid w:val="001310A1"/>
    <w:pPr>
      <w:spacing w:before="100" w:beforeAutospacing="1" w:after="100" w:afterAutospacing="1"/>
    </w:pPr>
    <w:rPr>
      <w:rFonts w:eastAsia="MS Mincho"/>
      <w:sz w:val="24"/>
      <w:szCs w:val="24"/>
      <w:lang w:val="en-US"/>
    </w:rPr>
  </w:style>
  <w:style w:type="paragraph" w:customStyle="1" w:styleId="12">
    <w:name w:val="吹き出し1"/>
    <w:basedOn w:val="Normal"/>
    <w:uiPriority w:val="99"/>
    <w:semiHidden/>
    <w:qFormat/>
    <w:rsid w:val="001310A1"/>
    <w:rPr>
      <w:rFonts w:ascii="Tahoma" w:eastAsia="MS Mincho" w:hAnsi="Tahoma" w:cs="Tahoma"/>
      <w:sz w:val="16"/>
      <w:szCs w:val="16"/>
    </w:rPr>
  </w:style>
  <w:style w:type="paragraph" w:customStyle="1" w:styleId="ZchnZchn">
    <w:name w:val="Zchn Zchn"/>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eroddChar">
    <w:name w:val="header odd Char"/>
    <w:aliases w:val="header odd1 Char,header odd2 Char,header odd3 Char,header odd4 Char,header odd5 Char,header odd6 Char,header Char,header1 Char,header2 Char,header3 Char,header odd11 Char,header odd21 Char,header odd7 Char,header4 Char,header odd8 Char"/>
    <w:locked/>
    <w:rsid w:val="001310A1"/>
    <w:rPr>
      <w:rFonts w:ascii="Arial" w:hAnsi="Arial"/>
      <w:b/>
      <w:noProof/>
      <w:sz w:val="18"/>
      <w:lang w:val="en-GB" w:eastAsia="en-US" w:bidi="ar-SA"/>
    </w:rPr>
  </w:style>
  <w:style w:type="paragraph" w:customStyle="1" w:styleId="20">
    <w:name w:val="吹き出し2"/>
    <w:basedOn w:val="Normal"/>
    <w:uiPriority w:val="99"/>
    <w:semiHidden/>
    <w:qFormat/>
    <w:rsid w:val="001310A1"/>
    <w:rPr>
      <w:rFonts w:ascii="Tahoma" w:eastAsia="MS Mincho" w:hAnsi="Tahoma" w:cs="Tahoma"/>
      <w:sz w:val="16"/>
      <w:szCs w:val="16"/>
    </w:rPr>
  </w:style>
  <w:style w:type="paragraph" w:customStyle="1" w:styleId="Note">
    <w:name w:val="Note"/>
    <w:basedOn w:val="B10"/>
    <w:uiPriority w:val="99"/>
    <w:qFormat/>
    <w:rsid w:val="001310A1"/>
    <w:pPr>
      <w:overflowPunct w:val="0"/>
      <w:autoSpaceDE w:val="0"/>
      <w:autoSpaceDN w:val="0"/>
      <w:adjustRightInd w:val="0"/>
      <w:textAlignment w:val="baseline"/>
    </w:pPr>
    <w:rPr>
      <w:rFonts w:eastAsia="MS Mincho"/>
      <w:lang w:eastAsia="en-GB"/>
    </w:rPr>
  </w:style>
  <w:style w:type="paragraph" w:customStyle="1" w:styleId="tabletext0">
    <w:name w:val="table text"/>
    <w:basedOn w:val="Normal"/>
    <w:next w:val="Normal"/>
    <w:uiPriority w:val="99"/>
    <w:qFormat/>
    <w:rsid w:val="001310A1"/>
    <w:pPr>
      <w:overflowPunct w:val="0"/>
      <w:autoSpaceDE w:val="0"/>
      <w:autoSpaceDN w:val="0"/>
      <w:adjustRightInd w:val="0"/>
      <w:textAlignment w:val="baseline"/>
    </w:pPr>
    <w:rPr>
      <w:rFonts w:eastAsia="MS Mincho"/>
      <w:i/>
      <w:lang w:eastAsia="en-GB"/>
    </w:rPr>
  </w:style>
  <w:style w:type="paragraph" w:customStyle="1" w:styleId="TOC91">
    <w:name w:val="TOC 91"/>
    <w:basedOn w:val="TOC8"/>
    <w:uiPriority w:val="99"/>
    <w:qFormat/>
    <w:rsid w:val="001310A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1">
    <w:name w:val="Caption1"/>
    <w:basedOn w:val="Normal"/>
    <w:next w:val="Normal"/>
    <w:uiPriority w:val="99"/>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HE">
    <w:name w:val="HE"/>
    <w:basedOn w:val="Normal"/>
    <w:uiPriority w:val="99"/>
    <w:qFormat/>
    <w:rsid w:val="001310A1"/>
    <w:pPr>
      <w:overflowPunct w:val="0"/>
      <w:autoSpaceDE w:val="0"/>
      <w:autoSpaceDN w:val="0"/>
      <w:adjustRightInd w:val="0"/>
      <w:spacing w:after="0"/>
      <w:textAlignment w:val="baseline"/>
    </w:pPr>
    <w:rPr>
      <w:rFonts w:eastAsia="MS Mincho"/>
      <w:b/>
      <w:lang w:eastAsia="en-GB"/>
    </w:rPr>
  </w:style>
  <w:style w:type="paragraph" w:customStyle="1" w:styleId="HO">
    <w:name w:val="HO"/>
    <w:basedOn w:val="Normal"/>
    <w:uiPriority w:val="99"/>
    <w:qFormat/>
    <w:rsid w:val="001310A1"/>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uiPriority w:val="99"/>
    <w:qFormat/>
    <w:rsid w:val="001310A1"/>
    <w:pPr>
      <w:overflowPunct w:val="0"/>
      <w:autoSpaceDE w:val="0"/>
      <w:autoSpaceDN w:val="0"/>
      <w:adjustRightInd w:val="0"/>
      <w:spacing w:after="0"/>
      <w:jc w:val="both"/>
      <w:textAlignment w:val="baseline"/>
    </w:pPr>
    <w:rPr>
      <w:rFonts w:eastAsia="MS Mincho"/>
      <w:lang w:eastAsia="en-GB"/>
    </w:rPr>
  </w:style>
  <w:style w:type="paragraph" w:customStyle="1" w:styleId="ZK">
    <w:name w:val="ZK"/>
    <w:uiPriority w:val="99"/>
    <w:qFormat/>
    <w:rsid w:val="001310A1"/>
    <w:pPr>
      <w:spacing w:after="240" w:line="240" w:lineRule="atLeast"/>
      <w:ind w:left="1191" w:right="113" w:hanging="1191"/>
    </w:pPr>
    <w:rPr>
      <w:rFonts w:ascii="Times New Roman" w:eastAsia="MS Mincho" w:hAnsi="Times New Roman"/>
      <w:lang w:val="en-GB"/>
    </w:rPr>
  </w:style>
  <w:style w:type="paragraph" w:customStyle="1" w:styleId="ZC">
    <w:name w:val="ZC"/>
    <w:uiPriority w:val="99"/>
    <w:qFormat/>
    <w:rsid w:val="001310A1"/>
    <w:pPr>
      <w:spacing w:line="360" w:lineRule="atLeast"/>
      <w:jc w:val="center"/>
    </w:pPr>
    <w:rPr>
      <w:rFonts w:ascii="Times New Roman" w:eastAsia="MS Mincho" w:hAnsi="Times New Roman"/>
      <w:lang w:val="en-GB"/>
    </w:rPr>
  </w:style>
  <w:style w:type="paragraph" w:customStyle="1" w:styleId="FooterCentred">
    <w:name w:val="FooterCentred"/>
    <w:basedOn w:val="Footer"/>
    <w:uiPriority w:val="99"/>
    <w:qFormat/>
    <w:rsid w:val="001310A1"/>
    <w:pPr>
      <w:tabs>
        <w:tab w:val="center" w:pos="4678"/>
        <w:tab w:val="right" w:pos="9356"/>
      </w:tabs>
      <w:overflowPunct w:val="0"/>
      <w:autoSpaceDE w:val="0"/>
      <w:autoSpaceDN w:val="0"/>
      <w:adjustRightInd w:val="0"/>
      <w:jc w:val="both"/>
      <w:textAlignment w:val="baseline"/>
    </w:pPr>
    <w:rPr>
      <w:rFonts w:ascii="Times New Roman" w:eastAsia="MS Mincho" w:hAnsi="Times New Roman"/>
      <w:b w:val="0"/>
      <w:bCs/>
      <w:i w:val="0"/>
      <w:iCs/>
      <w:noProof w:val="0"/>
      <w:sz w:val="20"/>
      <w:szCs w:val="18"/>
      <w:lang w:eastAsia="en-GB"/>
    </w:rPr>
  </w:style>
  <w:style w:type="paragraph" w:customStyle="1" w:styleId="CRfront">
    <w:name w:val="CR_front"/>
    <w:basedOn w:val="Normal"/>
    <w:uiPriority w:val="99"/>
    <w:qFormat/>
    <w:rsid w:val="001310A1"/>
    <w:pPr>
      <w:overflowPunct w:val="0"/>
      <w:autoSpaceDE w:val="0"/>
      <w:autoSpaceDN w:val="0"/>
      <w:adjustRightInd w:val="0"/>
      <w:textAlignment w:val="baseline"/>
    </w:pPr>
    <w:rPr>
      <w:rFonts w:eastAsia="MS Mincho"/>
      <w:lang w:eastAsia="en-GB"/>
    </w:rPr>
  </w:style>
  <w:style w:type="paragraph" w:customStyle="1" w:styleId="NumberedList">
    <w:name w:val="Numbered List"/>
    <w:basedOn w:val="Normal"/>
    <w:uiPriority w:val="99"/>
    <w:qFormat/>
    <w:rsid w:val="001310A1"/>
    <w:pPr>
      <w:tabs>
        <w:tab w:val="left" w:pos="360"/>
      </w:tabs>
      <w:overflowPunct w:val="0"/>
      <w:autoSpaceDE w:val="0"/>
      <w:autoSpaceDN w:val="0"/>
      <w:adjustRightInd w:val="0"/>
      <w:spacing w:before="120" w:after="120"/>
      <w:ind w:left="360" w:hanging="360"/>
      <w:textAlignment w:val="baseline"/>
    </w:pPr>
    <w:rPr>
      <w:rFonts w:eastAsia="MS Mincho"/>
      <w:lang w:val="en-US" w:eastAsia="en-GB"/>
    </w:rPr>
  </w:style>
  <w:style w:type="paragraph" w:customStyle="1" w:styleId="xl40">
    <w:name w:val="xl40"/>
    <w:basedOn w:val="Normal"/>
    <w:uiPriority w:val="99"/>
    <w:qFormat/>
    <w:rsid w:val="001310A1"/>
    <w:pPr>
      <w:shd w:val="clear" w:color="000000" w:fill="FFFF00"/>
      <w:spacing w:before="100" w:beforeAutospacing="1" w:after="100" w:afterAutospacing="1"/>
      <w:jc w:val="center"/>
    </w:pPr>
    <w:rPr>
      <w:rFonts w:ascii="Arial" w:hAnsi="Arial" w:cs="Arial"/>
      <w:b/>
      <w:bCs/>
      <w:color w:val="000000"/>
      <w:sz w:val="16"/>
      <w:szCs w:val="16"/>
      <w:lang w:eastAsia="en-GB"/>
    </w:rPr>
  </w:style>
  <w:style w:type="character" w:customStyle="1" w:styleId="NMPHeading1Char2">
    <w:name w:val="NMP Heading 1 Char2"/>
    <w:aliases w:val="H1 Char2,h1 Char2,app heading 1 Char2,l1 Char2,Memo Heading 1 Char2,h11 Char2,h12 Char2,h13 Char2,h14 Char2,h15 Char2,h16 Char2,h17 Char2,h111 Char2,h121 Char2,h131 Char2,h141 Char2,h151 Char2,h161 Char1,h18 Char1,h112 Char,h122 Char"/>
    <w:rsid w:val="001310A1"/>
    <w:rPr>
      <w:rFonts w:ascii="Arial" w:hAnsi="Arial"/>
      <w:sz w:val="36"/>
      <w:lang w:val="en-GB" w:eastAsia="en-US" w:bidi="ar-SA"/>
    </w:rPr>
  </w:style>
  <w:style w:type="paragraph" w:customStyle="1" w:styleId="TableTitle">
    <w:name w:val="TableTitle"/>
    <w:basedOn w:val="BodyText2"/>
    <w:next w:val="BodyText2"/>
    <w:uiPriority w:val="99"/>
    <w:qFormat/>
    <w:rsid w:val="001310A1"/>
    <w:pPr>
      <w:keepNext/>
      <w:keepLines/>
      <w:spacing w:after="60"/>
      <w:ind w:left="210"/>
      <w:jc w:val="center"/>
    </w:pPr>
    <w:rPr>
      <w:b/>
      <w:i w:val="0"/>
      <w:lang w:eastAsia="en-GB"/>
    </w:rPr>
  </w:style>
  <w:style w:type="paragraph" w:customStyle="1" w:styleId="TableofFigures1">
    <w:name w:val="Table of Figures1"/>
    <w:basedOn w:val="Normal"/>
    <w:next w:val="Normal"/>
    <w:uiPriority w:val="99"/>
    <w:qFormat/>
    <w:rsid w:val="001310A1"/>
    <w:pPr>
      <w:overflowPunct w:val="0"/>
      <w:autoSpaceDE w:val="0"/>
      <w:autoSpaceDN w:val="0"/>
      <w:adjustRightInd w:val="0"/>
      <w:ind w:left="400" w:hanging="400"/>
      <w:jc w:val="center"/>
      <w:textAlignment w:val="baseline"/>
    </w:pPr>
    <w:rPr>
      <w:rFonts w:eastAsia="MS Mincho"/>
      <w:b/>
      <w:lang w:eastAsia="en-GB"/>
    </w:rPr>
  </w:style>
  <w:style w:type="paragraph" w:customStyle="1" w:styleId="table">
    <w:name w:val="table"/>
    <w:basedOn w:val="Normal"/>
    <w:next w:val="Normal"/>
    <w:uiPriority w:val="99"/>
    <w:qFormat/>
    <w:rsid w:val="001310A1"/>
    <w:pPr>
      <w:overflowPunct w:val="0"/>
      <w:autoSpaceDE w:val="0"/>
      <w:autoSpaceDN w:val="0"/>
      <w:adjustRightInd w:val="0"/>
      <w:spacing w:after="0"/>
      <w:jc w:val="center"/>
      <w:textAlignment w:val="baseline"/>
    </w:pPr>
    <w:rPr>
      <w:rFonts w:eastAsia="MS Mincho"/>
      <w:lang w:val="en-US" w:eastAsia="en-GB"/>
    </w:rPr>
  </w:style>
  <w:style w:type="paragraph" w:customStyle="1" w:styleId="t2">
    <w:name w:val="t2"/>
    <w:basedOn w:val="Normal"/>
    <w:uiPriority w:val="99"/>
    <w:qFormat/>
    <w:rsid w:val="001310A1"/>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uiPriority w:val="99"/>
    <w:qFormat/>
    <w:rsid w:val="001310A1"/>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uiPriority w:val="99"/>
    <w:qFormat/>
    <w:rsid w:val="001310A1"/>
    <w:pPr>
      <w:overflowPunct w:val="0"/>
      <w:autoSpaceDE w:val="0"/>
      <w:autoSpaceDN w:val="0"/>
      <w:adjustRightInd w:val="0"/>
      <w:spacing w:after="0"/>
      <w:jc w:val="center"/>
      <w:textAlignment w:val="baseline"/>
    </w:pPr>
    <w:rPr>
      <w:rFonts w:ascii="Arial" w:eastAsia="MS Mincho" w:hAnsi="Arial"/>
      <w:b/>
      <w:sz w:val="16"/>
      <w:lang w:eastAsia="ja-JP"/>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qFormat/>
    <w:rsid w:val="001310A1"/>
    <w:rPr>
      <w:rFonts w:ascii="Arial" w:hAnsi="Arial"/>
      <w:sz w:val="28"/>
      <w:lang w:val="en-GB" w:eastAsia="en-US" w:bidi="ar-SA"/>
    </w:rPr>
  </w:style>
  <w:style w:type="paragraph" w:customStyle="1" w:styleId="Heading3Underrubrik2H3">
    <w:name w:val="Heading 3.Underrubrik2.H3"/>
    <w:basedOn w:val="Heading2Head2A2"/>
    <w:next w:val="Normal"/>
    <w:uiPriority w:val="99"/>
    <w:qFormat/>
    <w:rsid w:val="001310A1"/>
    <w:pPr>
      <w:spacing w:before="120"/>
      <w:outlineLvl w:val="2"/>
    </w:pPr>
    <w:rPr>
      <w:sz w:val="28"/>
    </w:rPr>
  </w:style>
  <w:style w:type="paragraph" w:customStyle="1" w:styleId="Heading2Head2A2">
    <w:name w:val="Heading 2.Head2A.2"/>
    <w:basedOn w:val="Heading1"/>
    <w:next w:val="Normal"/>
    <w:uiPriority w:val="99"/>
    <w:qFormat/>
    <w:rsid w:val="001310A1"/>
    <w:pPr>
      <w:pBdr>
        <w:top w:val="none" w:sz="0" w:space="0" w:color="auto"/>
      </w:pBdr>
      <w:overflowPunct w:val="0"/>
      <w:autoSpaceDE w:val="0"/>
      <w:autoSpaceDN w:val="0"/>
      <w:adjustRightInd w:val="0"/>
      <w:spacing w:before="180"/>
      <w:textAlignment w:val="baseline"/>
      <w:outlineLvl w:val="1"/>
    </w:pPr>
    <w:rPr>
      <w:sz w:val="32"/>
      <w:szCs w:val="36"/>
      <w:lang w:eastAsia="es-ES"/>
    </w:rPr>
  </w:style>
  <w:style w:type="paragraph" w:customStyle="1" w:styleId="TitleText">
    <w:name w:val="Title Text"/>
    <w:basedOn w:val="Normal"/>
    <w:next w:val="Normal"/>
    <w:uiPriority w:val="99"/>
    <w:qFormat/>
    <w:rsid w:val="001310A1"/>
    <w:pPr>
      <w:overflowPunct w:val="0"/>
      <w:autoSpaceDE w:val="0"/>
      <w:autoSpaceDN w:val="0"/>
      <w:adjustRightInd w:val="0"/>
      <w:spacing w:after="220"/>
      <w:textAlignment w:val="baseline"/>
    </w:pPr>
    <w:rPr>
      <w:rFonts w:eastAsia="MS Mincho"/>
      <w:b/>
      <w:lang w:val="en-US" w:eastAsia="en-GB"/>
    </w:rPr>
  </w:style>
  <w:style w:type="paragraph" w:customStyle="1" w:styleId="Para1">
    <w:name w:val="Para1"/>
    <w:basedOn w:val="Normal"/>
    <w:uiPriority w:val="99"/>
    <w:qFormat/>
    <w:rsid w:val="001310A1"/>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uiPriority w:val="99"/>
    <w:qFormat/>
    <w:rsid w:val="001310A1"/>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doctable">
    <w:name w:val="Tdoc_table"/>
    <w:uiPriority w:val="99"/>
    <w:qFormat/>
    <w:rsid w:val="001310A1"/>
    <w:pPr>
      <w:ind w:left="244" w:hanging="244"/>
    </w:pPr>
    <w:rPr>
      <w:rFonts w:ascii="Arial" w:hAnsi="Arial"/>
      <w:noProof/>
      <w:color w:val="000000"/>
      <w:lang w:val="en-GB"/>
    </w:rPr>
  </w:style>
  <w:style w:type="paragraph" w:customStyle="1" w:styleId="Bullets">
    <w:name w:val="Bullets"/>
    <w:basedOn w:val="BodyText"/>
    <w:uiPriority w:val="99"/>
    <w:qFormat/>
    <w:rsid w:val="001310A1"/>
    <w:pPr>
      <w:widowControl w:val="0"/>
      <w:spacing w:after="120"/>
      <w:ind w:left="283" w:hanging="283"/>
    </w:pPr>
    <w:rPr>
      <w:lang w:eastAsia="de-DE"/>
    </w:rPr>
  </w:style>
  <w:style w:type="paragraph" w:customStyle="1" w:styleId="11BodyText">
    <w:name w:val="11 BodyText"/>
    <w:basedOn w:val="Normal"/>
    <w:uiPriority w:val="99"/>
    <w:qFormat/>
    <w:rsid w:val="001310A1"/>
    <w:pPr>
      <w:spacing w:after="220"/>
      <w:ind w:left="1298"/>
    </w:pPr>
    <w:rPr>
      <w:rFonts w:ascii="Arial" w:hAnsi="Arial"/>
      <w:lang w:val="en-US" w:eastAsia="en-GB"/>
    </w:rPr>
  </w:style>
  <w:style w:type="numbering" w:customStyle="1" w:styleId="13">
    <w:name w:val="无列表1"/>
    <w:next w:val="NoList"/>
    <w:semiHidden/>
    <w:rsid w:val="001310A1"/>
  </w:style>
  <w:style w:type="paragraph" w:customStyle="1" w:styleId="berschrift2Head2A2">
    <w:name w:val="Überschrift 2.Head2A.2"/>
    <w:basedOn w:val="Heading1"/>
    <w:next w:val="Normal"/>
    <w:uiPriority w:val="99"/>
    <w:qFormat/>
    <w:rsid w:val="001310A1"/>
    <w:pPr>
      <w:pBdr>
        <w:top w:val="none" w:sz="0" w:space="0" w:color="auto"/>
      </w:pBdr>
      <w:spacing w:before="180"/>
      <w:outlineLvl w:val="1"/>
    </w:pPr>
    <w:rPr>
      <w:rFonts w:eastAsia="MS Mincho"/>
      <w:sz w:val="32"/>
      <w:szCs w:val="36"/>
      <w:lang w:eastAsia="de-DE"/>
    </w:rPr>
  </w:style>
  <w:style w:type="table" w:customStyle="1" w:styleId="31">
    <w:name w:val="网格型3"/>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uiPriority w:val="99"/>
    <w:qFormat/>
    <w:rsid w:val="001310A1"/>
    <w:pPr>
      <w:keepNext/>
      <w:keepLines/>
      <w:overflowPunct w:val="0"/>
      <w:autoSpaceDE w:val="0"/>
      <w:autoSpaceDN w:val="0"/>
      <w:adjustRightInd w:val="0"/>
      <w:spacing w:after="0"/>
      <w:ind w:right="134"/>
      <w:jc w:val="right"/>
      <w:textAlignment w:val="baseline"/>
    </w:pPr>
    <w:rPr>
      <w:rFonts w:ascii="Arial" w:eastAsia="MS Mincho" w:hAnsi="Arial" w:cs="Arial"/>
      <w:sz w:val="18"/>
      <w:szCs w:val="18"/>
      <w:lang w:val="en-US"/>
    </w:rPr>
  </w:style>
  <w:style w:type="paragraph" w:customStyle="1" w:styleId="StyleTAC">
    <w:name w:val="Style TAC +"/>
    <w:basedOn w:val="TAC"/>
    <w:next w:val="TAC"/>
    <w:link w:val="StyleTACChar"/>
    <w:autoRedefine/>
    <w:qFormat/>
    <w:rsid w:val="001310A1"/>
    <w:rPr>
      <w:rFonts w:eastAsia="MS Mincho"/>
      <w:kern w:val="2"/>
    </w:rPr>
  </w:style>
  <w:style w:type="character" w:customStyle="1" w:styleId="StyleTACChar">
    <w:name w:val="Style TAC + Char"/>
    <w:link w:val="StyleTAC"/>
    <w:qFormat/>
    <w:rsid w:val="001310A1"/>
    <w:rPr>
      <w:rFonts w:ascii="Arial" w:eastAsia="MS Mincho" w:hAnsi="Arial"/>
      <w:kern w:val="2"/>
      <w:sz w:val="18"/>
      <w:lang w:val="en-GB"/>
    </w:rPr>
  </w:style>
  <w:style w:type="character" w:customStyle="1" w:styleId="CharChar29">
    <w:name w:val="Char Char29"/>
    <w:qFormat/>
    <w:rsid w:val="001310A1"/>
    <w:rPr>
      <w:rFonts w:ascii="Arial" w:hAnsi="Arial"/>
      <w:sz w:val="36"/>
      <w:lang w:val="en-GB" w:eastAsia="en-US" w:bidi="ar-SA"/>
    </w:rPr>
  </w:style>
  <w:style w:type="character" w:customStyle="1" w:styleId="CharChar28">
    <w:name w:val="Char Char28"/>
    <w:qFormat/>
    <w:rsid w:val="001310A1"/>
    <w:rPr>
      <w:rFonts w:ascii="Arial" w:hAnsi="Arial"/>
      <w:sz w:val="32"/>
      <w:lang w:val="en-GB"/>
    </w:rPr>
  </w:style>
  <w:style w:type="paragraph" w:customStyle="1" w:styleId="berschrift3h3H3Underrubrik2">
    <w:name w:val="Überschrift 3.h3.H3.Underrubrik2"/>
    <w:basedOn w:val="Heading2"/>
    <w:next w:val="Normal"/>
    <w:uiPriority w:val="99"/>
    <w:qFormat/>
    <w:rsid w:val="001310A1"/>
    <w:pPr>
      <w:spacing w:before="120"/>
      <w:outlineLvl w:val="2"/>
    </w:pPr>
    <w:rPr>
      <w:rFonts w:eastAsia="MS Mincho"/>
      <w:sz w:val="28"/>
      <w:szCs w:val="32"/>
      <w:lang w:eastAsia="de-DE"/>
    </w:rPr>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qFormat/>
    <w:rsid w:val="001310A1"/>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qFormat/>
    <w:rsid w:val="001310A1"/>
    <w:rPr>
      <w:rFonts w:ascii="Arial" w:hAnsi="Arial"/>
      <w:sz w:val="22"/>
      <w:lang w:val="en-GB" w:eastAsia="en-GB" w:bidi="ar-SA"/>
    </w:rPr>
  </w:style>
  <w:style w:type="character" w:customStyle="1" w:styleId="Heading7Char">
    <w:name w:val="Heading 7 Char"/>
    <w:link w:val="Heading7"/>
    <w:qFormat/>
    <w:rsid w:val="001310A1"/>
    <w:rPr>
      <w:rFonts w:ascii="Arial" w:hAnsi="Arial"/>
      <w:lang w:val="en-GB"/>
    </w:rPr>
  </w:style>
  <w:style w:type="character" w:customStyle="1" w:styleId="Heading8Char">
    <w:name w:val="Heading 8 Char"/>
    <w:link w:val="Heading8"/>
    <w:uiPriority w:val="99"/>
    <w:qFormat/>
    <w:rsid w:val="001310A1"/>
    <w:rPr>
      <w:rFonts w:ascii="Arial" w:hAnsi="Arial"/>
      <w:sz w:val="36"/>
      <w:lang w:val="en-GB"/>
    </w:rPr>
  </w:style>
  <w:style w:type="character" w:customStyle="1" w:styleId="Heading9Char">
    <w:name w:val="Heading 9 Char"/>
    <w:link w:val="Heading9"/>
    <w:uiPriority w:val="99"/>
    <w:qFormat/>
    <w:rsid w:val="001310A1"/>
    <w:rPr>
      <w:rFonts w:ascii="Arial" w:hAnsi="Arial"/>
      <w:sz w:val="36"/>
      <w:lang w:val="en-GB"/>
    </w:rPr>
  </w:style>
  <w:style w:type="character" w:customStyle="1" w:styleId="FooterChar">
    <w:name w:val="Footer Char"/>
    <w:aliases w:val="footer odd Char,footer Char,fo Char,pie de página Char"/>
    <w:link w:val="Footer"/>
    <w:qFormat/>
    <w:rsid w:val="001310A1"/>
    <w:rPr>
      <w:rFonts w:ascii="Arial" w:hAnsi="Arial"/>
      <w:b/>
      <w:i/>
      <w:noProof/>
      <w:sz w:val="18"/>
      <w:lang w:val="en-GB"/>
    </w:rPr>
  </w:style>
  <w:style w:type="paragraph" w:customStyle="1" w:styleId="5">
    <w:name w:val="吹き出し5"/>
    <w:basedOn w:val="Normal"/>
    <w:uiPriority w:val="99"/>
    <w:semiHidden/>
    <w:qFormat/>
    <w:rsid w:val="001310A1"/>
    <w:rPr>
      <w:rFonts w:ascii="Tahoma" w:eastAsia="MS Mincho" w:hAnsi="Tahoma" w:cs="Tahoma"/>
      <w:sz w:val="16"/>
      <w:szCs w:val="16"/>
    </w:rPr>
  </w:style>
  <w:style w:type="character" w:customStyle="1" w:styleId="B1Zchn">
    <w:name w:val="B1 Zchn"/>
    <w:qFormat/>
    <w:rsid w:val="001310A1"/>
    <w:rPr>
      <w:rFonts w:ascii="Times New Roman" w:hAnsi="Times New Roman"/>
      <w:lang w:val="en-GB"/>
    </w:rPr>
  </w:style>
  <w:style w:type="paragraph" w:customStyle="1" w:styleId="Reference">
    <w:name w:val="Reference"/>
    <w:basedOn w:val="Normal"/>
    <w:uiPriority w:val="99"/>
    <w:qFormat/>
    <w:rsid w:val="001310A1"/>
    <w:pPr>
      <w:spacing w:after="0"/>
      <w:ind w:left="567" w:hanging="283"/>
    </w:pPr>
    <w:rPr>
      <w:rFonts w:eastAsia="MS Mincho"/>
      <w:lang w:eastAsia="en-GB"/>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qFormat/>
    <w:rsid w:val="001310A1"/>
    <w:rPr>
      <w:rFonts w:ascii="Times New Roman" w:eastAsia="Times New Roman" w:hAnsi="Times New Roman"/>
      <w:lang w:val="en-GB" w:eastAsia="ja-JP"/>
    </w:rPr>
  </w:style>
  <w:style w:type="paragraph" w:customStyle="1" w:styleId="CharCharCharCharChar2">
    <w:name w:val="Char Char Char Char Char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2">
    <w:name w:val="Char Char Char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2">
    <w:name w:val="(文字) (文字)1 Char (文字) (文字)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2">
    <w:name w:val="Char Char1 Char Char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2">
    <w:name w:val="(文字) (文字)1 Char (文字) (文字) Char (文字) (文字)1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2">
    <w:name w:val="(文字) (文字)1 Char (文字) (文字) Char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2">
    <w:name w:val="(文字) (文字)1 Char (文字) (文字) Char (文字) (文字)1 Char (文字) (文字) Char Char Char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2">
    <w:name w:val="Char Char Char Char1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2">
    <w:name w:val="Char Char2 Char Char2"/>
    <w:basedOn w:val="Normal"/>
    <w:uiPriority w:val="99"/>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2">
    <w:name w:val="Char Char Char Char Char Char2"/>
    <w:uiPriority w:val="99"/>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6">
    <w:name w:val="(文字) (文字)6"/>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2">
    <w:name w:val="Car Car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2">
    <w:name w:val="Zchn Zchn1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2">
    <w:name w:val="(文字) (文字)2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2">
    <w:name w:val="(文字) (文字)3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2">
    <w:name w:val="Zchn Zchn2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2">
    <w:name w:val="(文字) (文字)4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20">
    <w:name w:val="(文字) (文字)1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2">
    <w:name w:val="(文字) (文字)1 Char (文字) (文字) Char (文字) (文字)1 Char (文字) (文字)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4">
    <w:name w:val="Zchn Zchn4"/>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2">
    <w:name w:val="Char Char12"/>
    <w:qFormat/>
    <w:rsid w:val="001310A1"/>
    <w:rPr>
      <w:lang w:val="en-GB" w:eastAsia="ja-JP" w:bidi="ar-SA"/>
    </w:rPr>
  </w:style>
  <w:style w:type="character" w:customStyle="1" w:styleId="CharChar42">
    <w:name w:val="Char Char42"/>
    <w:qFormat/>
    <w:rsid w:val="001310A1"/>
    <w:rPr>
      <w:rFonts w:ascii="Courier New" w:hAnsi="Courier New" w:cs="Courier New" w:hint="default"/>
      <w:lang w:val="nb-NO" w:eastAsia="ja-JP" w:bidi="ar-SA"/>
    </w:rPr>
  </w:style>
  <w:style w:type="character" w:customStyle="1" w:styleId="CharChar72">
    <w:name w:val="Char Char72"/>
    <w:semiHidden/>
    <w:qFormat/>
    <w:rsid w:val="001310A1"/>
    <w:rPr>
      <w:rFonts w:ascii="Tahoma" w:hAnsi="Tahoma" w:cs="Tahoma" w:hint="default"/>
      <w:shd w:val="clear" w:color="auto" w:fill="000080"/>
      <w:lang w:val="en-GB" w:eastAsia="en-US"/>
    </w:rPr>
  </w:style>
  <w:style w:type="paragraph" w:customStyle="1" w:styleId="1030302">
    <w:name w:val="样式 样式 标题 1 + 两端对齐 段前: 0.3 行 段后: 0.3 行 行距: 单倍行距 + 段前: 0.2 行 段后: ..."/>
    <w:basedOn w:val="Normal"/>
    <w:autoRedefine/>
    <w:uiPriority w:val="99"/>
    <w:qFormat/>
    <w:rsid w:val="001310A1"/>
    <w:pPr>
      <w:keepNext/>
      <w:tabs>
        <w:tab w:val="num" w:pos="0"/>
      </w:tabs>
      <w:spacing w:beforeLines="20" w:afterLines="10"/>
      <w:ind w:right="284"/>
      <w:jc w:val="both"/>
      <w:outlineLvl w:val="0"/>
    </w:pPr>
    <w:rPr>
      <w:rFonts w:ascii="Arial" w:hAnsi="Arial" w:cs="SimSun"/>
      <w:b/>
      <w:bCs/>
      <w:sz w:val="28"/>
      <w:lang w:val="en-US" w:eastAsia="zh-CN"/>
    </w:rPr>
  </w:style>
  <w:style w:type="character" w:customStyle="1" w:styleId="CharChar102">
    <w:name w:val="Char Char102"/>
    <w:semiHidden/>
    <w:qFormat/>
    <w:rsid w:val="001310A1"/>
    <w:rPr>
      <w:rFonts w:ascii="Times New Roman" w:hAnsi="Times New Roman" w:cs="Times New Roman" w:hint="default"/>
      <w:lang w:val="en-GB" w:eastAsia="en-US"/>
    </w:rPr>
  </w:style>
  <w:style w:type="character" w:customStyle="1" w:styleId="CharChar92">
    <w:name w:val="Char Char92"/>
    <w:semiHidden/>
    <w:qFormat/>
    <w:rsid w:val="001310A1"/>
    <w:rPr>
      <w:rFonts w:ascii="Tahoma" w:hAnsi="Tahoma" w:cs="Tahoma" w:hint="default"/>
      <w:sz w:val="16"/>
      <w:szCs w:val="16"/>
      <w:lang w:val="en-GB" w:eastAsia="en-US"/>
    </w:rPr>
  </w:style>
  <w:style w:type="character" w:customStyle="1" w:styleId="CharChar82">
    <w:name w:val="Char Char82"/>
    <w:semiHidden/>
    <w:qFormat/>
    <w:rsid w:val="001310A1"/>
    <w:rPr>
      <w:rFonts w:ascii="Times New Roman" w:hAnsi="Times New Roman" w:cs="Times New Roman" w:hint="default"/>
      <w:b/>
      <w:bCs/>
      <w:lang w:val="en-GB" w:eastAsia="en-US"/>
    </w:rPr>
  </w:style>
  <w:style w:type="character" w:customStyle="1" w:styleId="CharChar292">
    <w:name w:val="Char Char292"/>
    <w:qFormat/>
    <w:rsid w:val="001310A1"/>
    <w:rPr>
      <w:rFonts w:ascii="Arial" w:hAnsi="Arial" w:cs="Arial" w:hint="default"/>
      <w:sz w:val="36"/>
      <w:lang w:val="en-GB" w:eastAsia="en-US" w:bidi="ar-SA"/>
    </w:rPr>
  </w:style>
  <w:style w:type="character" w:customStyle="1" w:styleId="CharChar282">
    <w:name w:val="Char Char282"/>
    <w:qFormat/>
    <w:rsid w:val="001310A1"/>
    <w:rPr>
      <w:rFonts w:ascii="Arial" w:hAnsi="Arial" w:cs="Arial" w:hint="default"/>
      <w:sz w:val="32"/>
      <w:lang w:val="en-GB"/>
    </w:rPr>
  </w:style>
  <w:style w:type="character" w:customStyle="1" w:styleId="GuidanceChar">
    <w:name w:val="Guidance Char"/>
    <w:link w:val="Guidance"/>
    <w:qFormat/>
    <w:rsid w:val="001310A1"/>
    <w:rPr>
      <w:rFonts w:ascii="Times New Roman" w:eastAsia="Times New Roman" w:hAnsi="Times New Roman"/>
      <w:i/>
      <w:color w:val="0000FF"/>
      <w:lang w:val="en-GB"/>
    </w:rPr>
  </w:style>
  <w:style w:type="character" w:customStyle="1" w:styleId="msoins00">
    <w:name w:val="msoins0"/>
    <w:qFormat/>
    <w:rsid w:val="001310A1"/>
  </w:style>
  <w:style w:type="character" w:customStyle="1" w:styleId="B3Char">
    <w:name w:val="B3 Char"/>
    <w:link w:val="B30"/>
    <w:qFormat/>
    <w:rsid w:val="001310A1"/>
    <w:rPr>
      <w:rFonts w:ascii="Times New Roman" w:hAnsi="Times New Roman"/>
      <w:lang w:val="en-GB"/>
    </w:rPr>
  </w:style>
  <w:style w:type="paragraph" w:customStyle="1" w:styleId="CharChar24">
    <w:name w:val="Char Char24"/>
    <w:basedOn w:val="Normal"/>
    <w:uiPriority w:val="99"/>
    <w:semiHidden/>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ontribution">
    <w:name w:val="contribution"/>
    <w:basedOn w:val="Heading1"/>
    <w:uiPriority w:val="99"/>
    <w:semiHidden/>
    <w:qFormat/>
    <w:rsid w:val="001310A1"/>
    <w:pPr>
      <w:tabs>
        <w:tab w:val="num" w:pos="45"/>
      </w:tabs>
      <w:overflowPunct w:val="0"/>
      <w:autoSpaceDE w:val="0"/>
      <w:autoSpaceDN w:val="0"/>
      <w:adjustRightInd w:val="0"/>
      <w:ind w:left="405" w:hanging="405"/>
      <w:textAlignment w:val="baseline"/>
    </w:pPr>
    <w:rPr>
      <w:rFonts w:eastAsia="Arial"/>
    </w:rPr>
  </w:style>
  <w:style w:type="paragraph" w:styleId="TableofFigures">
    <w:name w:val="table of figures"/>
    <w:basedOn w:val="Normal"/>
    <w:next w:val="Normal"/>
    <w:uiPriority w:val="99"/>
    <w:qFormat/>
    <w:rsid w:val="001310A1"/>
    <w:pPr>
      <w:overflowPunct w:val="0"/>
      <w:autoSpaceDE w:val="0"/>
      <w:autoSpaceDN w:val="0"/>
      <w:adjustRightInd w:val="0"/>
      <w:ind w:left="400" w:hanging="400"/>
      <w:jc w:val="center"/>
      <w:textAlignment w:val="baseline"/>
    </w:pPr>
    <w:rPr>
      <w:rFonts w:eastAsia="Yu Mincho"/>
      <w:b/>
    </w:rPr>
  </w:style>
  <w:style w:type="paragraph" w:styleId="BodyTextIndent3">
    <w:name w:val="Body Text Indent 3"/>
    <w:basedOn w:val="Normal"/>
    <w:link w:val="BodyTextIndent3Char"/>
    <w:uiPriority w:val="99"/>
    <w:qFormat/>
    <w:rsid w:val="001310A1"/>
    <w:pPr>
      <w:overflowPunct w:val="0"/>
      <w:autoSpaceDE w:val="0"/>
      <w:autoSpaceDN w:val="0"/>
      <w:adjustRightInd w:val="0"/>
      <w:ind w:left="1080"/>
      <w:textAlignment w:val="baseline"/>
    </w:pPr>
    <w:rPr>
      <w:rFonts w:eastAsia="Yu Mincho"/>
    </w:rPr>
  </w:style>
  <w:style w:type="character" w:customStyle="1" w:styleId="BodyTextIndent3Char">
    <w:name w:val="Body Text Indent 3 Char"/>
    <w:link w:val="BodyTextIndent3"/>
    <w:uiPriority w:val="99"/>
    <w:qFormat/>
    <w:rsid w:val="001310A1"/>
    <w:rPr>
      <w:rFonts w:ascii="Times New Roman" w:eastAsia="Yu Mincho" w:hAnsi="Times New Roman"/>
      <w:lang w:val="en-GB"/>
    </w:rPr>
  </w:style>
  <w:style w:type="paragraph" w:customStyle="1" w:styleId="MotorolaResponse1">
    <w:name w:val="Motorola Response1"/>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0">
    <w:name w:val="(文字) (文字) Char"/>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enumlev1">
    <w:name w:val="enumlev1"/>
    <w:basedOn w:val="Normal"/>
    <w:link w:val="enumlev1Char"/>
    <w:qFormat/>
    <w:rsid w:val="001310A1"/>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rPr>
  </w:style>
  <w:style w:type="character" w:customStyle="1" w:styleId="enumlev1Char">
    <w:name w:val="enumlev1 Char"/>
    <w:link w:val="enumlev1"/>
    <w:qFormat/>
    <w:rsid w:val="001310A1"/>
    <w:rPr>
      <w:rFonts w:ascii="Times New Roman" w:eastAsia="Batang" w:hAnsi="Times New Roman"/>
      <w:sz w:val="24"/>
      <w:lang w:val="fr-FR"/>
    </w:rPr>
  </w:style>
  <w:style w:type="paragraph" w:customStyle="1" w:styleId="FBCharCharCharChar1">
    <w:name w:val="FB Char Char Char Char1"/>
    <w:next w:val="Normal"/>
    <w:uiPriority w:val="99"/>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uiPriority w:val="99"/>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
    <w:name w:val="FB Char Char Char Char1 Char Char Char Char Char Char1 Char Char Char Char Char Char"/>
    <w:next w:val="Normal"/>
    <w:uiPriority w:val="99"/>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Heading40">
    <w:name w:val="Heading4"/>
    <w:basedOn w:val="Heading3"/>
    <w:link w:val="Heading4Char0"/>
    <w:semiHidden/>
    <w:qFormat/>
    <w:rsid w:val="001310A1"/>
    <w:pPr>
      <w:keepNext w:val="0"/>
      <w:keepLines w:val="0"/>
      <w:numPr>
        <w:ilvl w:val="2"/>
      </w:numPr>
      <w:tabs>
        <w:tab w:val="num" w:pos="1100"/>
      </w:tabs>
      <w:spacing w:beforeAutospacing="1" w:afterLines="100"/>
      <w:ind w:left="930" w:hanging="510"/>
    </w:pPr>
    <w:rPr>
      <w:rFonts w:eastAsia="Arial"/>
    </w:rPr>
  </w:style>
  <w:style w:type="character" w:customStyle="1" w:styleId="Heading4Char0">
    <w:name w:val="Heading4 Char"/>
    <w:link w:val="Heading40"/>
    <w:semiHidden/>
    <w:qFormat/>
    <w:rsid w:val="001310A1"/>
    <w:rPr>
      <w:rFonts w:ascii="Arial" w:eastAsia="Arial" w:hAnsi="Arial"/>
      <w:sz w:val="28"/>
      <w:lang w:val="en-GB"/>
    </w:rPr>
  </w:style>
  <w:style w:type="paragraph" w:customStyle="1" w:styleId="a">
    <w:name w:val="表格题注"/>
    <w:next w:val="Normal"/>
    <w:uiPriority w:val="99"/>
    <w:qFormat/>
    <w:rsid w:val="001310A1"/>
    <w:pPr>
      <w:numPr>
        <w:numId w:val="11"/>
      </w:numPr>
      <w:tabs>
        <w:tab w:val="left" w:pos="397"/>
      </w:tabs>
      <w:spacing w:beforeLines="50" w:afterLines="50"/>
      <w:jc w:val="center"/>
    </w:pPr>
    <w:rPr>
      <w:rFonts w:ascii="Times New Roman" w:eastAsia="Yu Mincho" w:hAnsi="Times New Roman"/>
      <w:b/>
      <w:lang w:val="en-GB" w:eastAsia="zh-CN"/>
    </w:rPr>
  </w:style>
  <w:style w:type="paragraph" w:customStyle="1" w:styleId="a0">
    <w:name w:val="插图题注"/>
    <w:next w:val="Normal"/>
    <w:uiPriority w:val="99"/>
    <w:qFormat/>
    <w:rsid w:val="001310A1"/>
    <w:pPr>
      <w:numPr>
        <w:numId w:val="12"/>
      </w:numPr>
      <w:tabs>
        <w:tab w:val="left" w:pos="397"/>
      </w:tabs>
      <w:jc w:val="center"/>
    </w:pPr>
    <w:rPr>
      <w:rFonts w:ascii="Times New Roman" w:eastAsia="Yu Mincho" w:hAnsi="Times New Roman"/>
      <w:b/>
      <w:lang w:val="en-GB" w:eastAsia="zh-CN"/>
    </w:rPr>
  </w:style>
  <w:style w:type="character" w:customStyle="1" w:styleId="textbodybold1">
    <w:name w:val="textbodybold1"/>
    <w:qFormat/>
    <w:rsid w:val="001310A1"/>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uiPriority w:val="99"/>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MTEquationSection">
    <w:name w:val="MTEquationSection"/>
    <w:qFormat/>
    <w:rsid w:val="001310A1"/>
    <w:rPr>
      <w:vanish w:val="0"/>
      <w:color w:val="FF0000"/>
      <w:lang w:eastAsia="en-US"/>
    </w:rPr>
  </w:style>
  <w:style w:type="character" w:customStyle="1" w:styleId="ZchnZchn52">
    <w:name w:val="Zchn Zchn52"/>
    <w:qFormat/>
    <w:rsid w:val="001310A1"/>
    <w:rPr>
      <w:rFonts w:ascii="Courier New" w:eastAsia="Batang" w:hAnsi="Courier New"/>
      <w:lang w:val="nb-NO" w:eastAsia="en-US" w:bidi="ar-SA"/>
    </w:rPr>
  </w:style>
  <w:style w:type="character" w:customStyle="1" w:styleId="ListChar">
    <w:name w:val="List Char"/>
    <w:link w:val="List"/>
    <w:qFormat/>
    <w:rsid w:val="001310A1"/>
    <w:rPr>
      <w:rFonts w:ascii="Times New Roman" w:hAnsi="Times New Roman"/>
      <w:lang w:val="en-GB"/>
    </w:rPr>
  </w:style>
  <w:style w:type="character" w:customStyle="1" w:styleId="List2Char">
    <w:name w:val="List 2 Char"/>
    <w:link w:val="List2"/>
    <w:qFormat/>
    <w:rsid w:val="001310A1"/>
    <w:rPr>
      <w:rFonts w:ascii="Times New Roman" w:hAnsi="Times New Roman"/>
      <w:lang w:val="en-GB"/>
    </w:rPr>
  </w:style>
  <w:style w:type="character" w:customStyle="1" w:styleId="ListBullet3Char">
    <w:name w:val="List Bullet 3 Char"/>
    <w:link w:val="ListBullet3"/>
    <w:qFormat/>
    <w:rsid w:val="001310A1"/>
    <w:rPr>
      <w:rFonts w:ascii="Times New Roman" w:hAnsi="Times New Roman"/>
      <w:lang w:val="en-GB"/>
    </w:rPr>
  </w:style>
  <w:style w:type="character" w:customStyle="1" w:styleId="ListBullet2Char">
    <w:name w:val="List Bullet 2 Char"/>
    <w:link w:val="ListBullet2"/>
    <w:qFormat/>
    <w:rsid w:val="001310A1"/>
    <w:rPr>
      <w:rFonts w:ascii="Times New Roman" w:hAnsi="Times New Roman"/>
      <w:lang w:val="en-GB"/>
    </w:rPr>
  </w:style>
  <w:style w:type="character" w:customStyle="1" w:styleId="ListBulletChar">
    <w:name w:val="List Bullet Char"/>
    <w:link w:val="ListBullet"/>
    <w:qFormat/>
    <w:rsid w:val="001310A1"/>
    <w:rPr>
      <w:rFonts w:ascii="Times New Roman" w:hAnsi="Times New Roman"/>
      <w:lang w:val="en-GB"/>
    </w:rPr>
  </w:style>
  <w:style w:type="character" w:customStyle="1" w:styleId="1Char0">
    <w:name w:val="样式1 Char"/>
    <w:link w:val="1"/>
    <w:qFormat/>
    <w:rsid w:val="001310A1"/>
    <w:rPr>
      <w:rFonts w:ascii="Arial" w:hAnsi="Arial"/>
      <w:sz w:val="18"/>
      <w:lang w:val="en-GB" w:eastAsia="ja-JP"/>
    </w:rPr>
  </w:style>
  <w:style w:type="character" w:customStyle="1" w:styleId="superscript">
    <w:name w:val="superscript"/>
    <w:qFormat/>
    <w:rsid w:val="001310A1"/>
    <w:rPr>
      <w:rFonts w:ascii="Bookman" w:hAnsi="Bookman"/>
      <w:position w:val="6"/>
      <w:sz w:val="18"/>
    </w:rPr>
  </w:style>
  <w:style w:type="character" w:customStyle="1" w:styleId="NOChar1">
    <w:name w:val="NO Char1"/>
    <w:qFormat/>
    <w:rsid w:val="001310A1"/>
    <w:rPr>
      <w:rFonts w:eastAsia="MS Mincho"/>
      <w:lang w:val="en-GB" w:eastAsia="en-US" w:bidi="ar-SA"/>
    </w:rPr>
  </w:style>
  <w:style w:type="paragraph" w:customStyle="1" w:styleId="textintend1">
    <w:name w:val="text intend 1"/>
    <w:basedOn w:val="text"/>
    <w:uiPriority w:val="99"/>
    <w:qFormat/>
    <w:rsid w:val="001310A1"/>
    <w:pPr>
      <w:widowControl/>
      <w:tabs>
        <w:tab w:val="left" w:pos="992"/>
      </w:tabs>
      <w:spacing w:after="120"/>
      <w:ind w:left="992" w:hanging="425"/>
    </w:pPr>
    <w:rPr>
      <w:rFonts w:eastAsia="MS Mincho"/>
      <w:lang w:val="en-US"/>
    </w:rPr>
  </w:style>
  <w:style w:type="paragraph" w:customStyle="1" w:styleId="TabList">
    <w:name w:val="TabList"/>
    <w:basedOn w:val="Normal"/>
    <w:uiPriority w:val="99"/>
    <w:qFormat/>
    <w:rsid w:val="001310A1"/>
    <w:pPr>
      <w:tabs>
        <w:tab w:val="left" w:pos="1134"/>
      </w:tabs>
      <w:spacing w:after="0"/>
    </w:pPr>
    <w:rPr>
      <w:rFonts w:eastAsia="MS Mincho"/>
    </w:rPr>
  </w:style>
  <w:style w:type="character" w:customStyle="1" w:styleId="BodyText2Char1">
    <w:name w:val="Body Text 2 Char1"/>
    <w:qFormat/>
    <w:rsid w:val="001310A1"/>
    <w:rPr>
      <w:lang w:val="en-GB"/>
    </w:rPr>
  </w:style>
  <w:style w:type="character" w:customStyle="1" w:styleId="EndnoteTextChar1">
    <w:name w:val="Endnote Text Char1"/>
    <w:qFormat/>
    <w:rsid w:val="001310A1"/>
    <w:rPr>
      <w:lang w:val="en-GB"/>
    </w:rPr>
  </w:style>
  <w:style w:type="character" w:customStyle="1" w:styleId="TitleChar1">
    <w:name w:val="Title Char1"/>
    <w:qFormat/>
    <w:rsid w:val="001310A1"/>
    <w:rPr>
      <w:rFonts w:ascii="Cambria" w:eastAsia="Times New Roman" w:hAnsi="Cambria" w:cs="Times New Roman"/>
      <w:b/>
      <w:bCs/>
      <w:kern w:val="28"/>
      <w:sz w:val="32"/>
      <w:szCs w:val="32"/>
      <w:lang w:val="en-GB"/>
    </w:rPr>
  </w:style>
  <w:style w:type="paragraph" w:customStyle="1" w:styleId="textintend2">
    <w:name w:val="text intend 2"/>
    <w:basedOn w:val="text"/>
    <w:uiPriority w:val="99"/>
    <w:qFormat/>
    <w:rsid w:val="001310A1"/>
    <w:pPr>
      <w:widowControl/>
      <w:tabs>
        <w:tab w:val="left" w:pos="1418"/>
      </w:tabs>
      <w:spacing w:after="120"/>
      <w:ind w:left="1418" w:hanging="426"/>
    </w:pPr>
    <w:rPr>
      <w:rFonts w:eastAsia="MS Mincho"/>
      <w:lang w:val="en-US"/>
    </w:rPr>
  </w:style>
  <w:style w:type="character" w:customStyle="1" w:styleId="BodyTextIndent2Char1">
    <w:name w:val="Body Text Indent 2 Char1"/>
    <w:qFormat/>
    <w:rsid w:val="001310A1"/>
    <w:rPr>
      <w:lang w:val="en-GB"/>
    </w:rPr>
  </w:style>
  <w:style w:type="character" w:customStyle="1" w:styleId="BodyTextIndentChar1">
    <w:name w:val="Body Text Indent Char1"/>
    <w:qFormat/>
    <w:rsid w:val="001310A1"/>
    <w:rPr>
      <w:lang w:val="en-GB"/>
    </w:rPr>
  </w:style>
  <w:style w:type="character" w:customStyle="1" w:styleId="BodyText3Char1">
    <w:name w:val="Body Text 3 Char1"/>
    <w:qFormat/>
    <w:rsid w:val="001310A1"/>
    <w:rPr>
      <w:sz w:val="16"/>
      <w:szCs w:val="16"/>
      <w:lang w:val="en-GB"/>
    </w:rPr>
  </w:style>
  <w:style w:type="paragraph" w:customStyle="1" w:styleId="text">
    <w:name w:val="text"/>
    <w:basedOn w:val="Normal"/>
    <w:uiPriority w:val="99"/>
    <w:qFormat/>
    <w:rsid w:val="001310A1"/>
    <w:pPr>
      <w:widowControl w:val="0"/>
      <w:spacing w:after="240"/>
      <w:jc w:val="both"/>
    </w:pPr>
    <w:rPr>
      <w:sz w:val="24"/>
      <w:lang w:val="en-AU"/>
    </w:rPr>
  </w:style>
  <w:style w:type="paragraph" w:customStyle="1" w:styleId="berschrift1H1">
    <w:name w:val="Überschrift 1.H1"/>
    <w:basedOn w:val="Normal"/>
    <w:next w:val="Normal"/>
    <w:uiPriority w:val="99"/>
    <w:qFormat/>
    <w:rsid w:val="001310A1"/>
    <w:pPr>
      <w:keepNext/>
      <w:keepLines/>
      <w:pBdr>
        <w:top w:val="single" w:sz="12" w:space="3" w:color="auto"/>
      </w:pBdr>
      <w:tabs>
        <w:tab w:val="left" w:pos="735"/>
      </w:tabs>
      <w:spacing w:before="240"/>
      <w:ind w:left="735" w:hanging="735"/>
      <w:outlineLvl w:val="0"/>
    </w:pPr>
    <w:rPr>
      <w:rFonts w:ascii="Arial" w:hAnsi="Arial"/>
      <w:sz w:val="36"/>
      <w:lang w:eastAsia="de-DE"/>
    </w:rPr>
  </w:style>
  <w:style w:type="paragraph" w:customStyle="1" w:styleId="textintend3">
    <w:name w:val="text intend 3"/>
    <w:basedOn w:val="text"/>
    <w:uiPriority w:val="99"/>
    <w:qFormat/>
    <w:rsid w:val="001310A1"/>
    <w:pPr>
      <w:widowControl/>
      <w:tabs>
        <w:tab w:val="left" w:pos="1843"/>
      </w:tabs>
      <w:spacing w:after="120"/>
      <w:ind w:left="1843" w:hanging="425"/>
    </w:pPr>
    <w:rPr>
      <w:rFonts w:eastAsia="MS Mincho"/>
      <w:lang w:val="en-US"/>
    </w:rPr>
  </w:style>
  <w:style w:type="paragraph" w:customStyle="1" w:styleId="normalpuce">
    <w:name w:val="normal puce"/>
    <w:basedOn w:val="Normal"/>
    <w:uiPriority w:val="99"/>
    <w:qFormat/>
    <w:rsid w:val="001310A1"/>
    <w:pPr>
      <w:widowControl w:val="0"/>
      <w:tabs>
        <w:tab w:val="left" w:pos="360"/>
      </w:tabs>
      <w:spacing w:before="60" w:after="60"/>
      <w:ind w:left="360" w:hanging="360"/>
      <w:jc w:val="both"/>
    </w:pPr>
    <w:rPr>
      <w:rFonts w:eastAsia="MS Mincho"/>
    </w:rPr>
  </w:style>
  <w:style w:type="paragraph" w:customStyle="1" w:styleId="para">
    <w:name w:val="para"/>
    <w:basedOn w:val="Normal"/>
    <w:uiPriority w:val="99"/>
    <w:qFormat/>
    <w:rsid w:val="001310A1"/>
    <w:pPr>
      <w:spacing w:after="240"/>
      <w:jc w:val="both"/>
    </w:pPr>
    <w:rPr>
      <w:rFonts w:ascii="Helvetica" w:hAnsi="Helvetica"/>
    </w:rPr>
  </w:style>
  <w:style w:type="paragraph" w:customStyle="1" w:styleId="List1">
    <w:name w:val="List1"/>
    <w:basedOn w:val="Normal"/>
    <w:uiPriority w:val="99"/>
    <w:qFormat/>
    <w:rsid w:val="001310A1"/>
    <w:pPr>
      <w:spacing w:before="120" w:after="0" w:line="280" w:lineRule="atLeast"/>
      <w:ind w:left="360" w:hanging="360"/>
      <w:jc w:val="both"/>
    </w:pPr>
    <w:rPr>
      <w:rFonts w:ascii="Bookman" w:hAnsi="Bookman"/>
      <w:lang w:val="en-US"/>
    </w:rPr>
  </w:style>
  <w:style w:type="paragraph" w:customStyle="1" w:styleId="1">
    <w:name w:val="样式1"/>
    <w:basedOn w:val="TAN"/>
    <w:link w:val="1Char0"/>
    <w:qFormat/>
    <w:rsid w:val="001310A1"/>
    <w:pPr>
      <w:numPr>
        <w:numId w:val="13"/>
      </w:numPr>
      <w:overflowPunct w:val="0"/>
      <w:autoSpaceDE w:val="0"/>
      <w:autoSpaceDN w:val="0"/>
      <w:adjustRightInd w:val="0"/>
      <w:textAlignment w:val="baseline"/>
    </w:pPr>
    <w:rPr>
      <w:lang w:eastAsia="ja-JP"/>
    </w:rPr>
  </w:style>
  <w:style w:type="paragraph" w:customStyle="1" w:styleId="TdocText">
    <w:name w:val="Tdoc_Text"/>
    <w:basedOn w:val="Normal"/>
    <w:uiPriority w:val="99"/>
    <w:qFormat/>
    <w:rsid w:val="001310A1"/>
    <w:pPr>
      <w:spacing w:before="120" w:after="0"/>
      <w:jc w:val="both"/>
    </w:pPr>
    <w:rPr>
      <w:lang w:val="en-US"/>
    </w:rPr>
  </w:style>
  <w:style w:type="paragraph" w:customStyle="1" w:styleId="centered">
    <w:name w:val="centered"/>
    <w:basedOn w:val="Normal"/>
    <w:uiPriority w:val="99"/>
    <w:qFormat/>
    <w:rsid w:val="001310A1"/>
    <w:pPr>
      <w:widowControl w:val="0"/>
      <w:spacing w:before="120" w:after="0" w:line="280" w:lineRule="atLeast"/>
      <w:jc w:val="center"/>
    </w:pPr>
    <w:rPr>
      <w:rFonts w:ascii="Bookman" w:hAnsi="Bookman"/>
      <w:lang w:val="en-US"/>
    </w:rPr>
  </w:style>
  <w:style w:type="paragraph" w:customStyle="1" w:styleId="References">
    <w:name w:val="References"/>
    <w:basedOn w:val="Normal"/>
    <w:uiPriority w:val="99"/>
    <w:qFormat/>
    <w:rsid w:val="001310A1"/>
    <w:pPr>
      <w:numPr>
        <w:numId w:val="14"/>
      </w:numPr>
      <w:tabs>
        <w:tab w:val="clear" w:pos="360"/>
        <w:tab w:val="num" w:pos="432"/>
      </w:tabs>
      <w:spacing w:after="80"/>
      <w:ind w:left="432" w:hanging="432"/>
    </w:pPr>
    <w:rPr>
      <w:sz w:val="18"/>
      <w:lang w:val="en-US"/>
    </w:rPr>
  </w:style>
  <w:style w:type="paragraph" w:customStyle="1" w:styleId="LightGrid-Accent31">
    <w:name w:val="Light Grid - Accent 31"/>
    <w:basedOn w:val="Normal"/>
    <w:uiPriority w:val="99"/>
    <w:qFormat/>
    <w:rsid w:val="001310A1"/>
    <w:pPr>
      <w:overflowPunct w:val="0"/>
      <w:autoSpaceDE w:val="0"/>
      <w:autoSpaceDN w:val="0"/>
      <w:adjustRightInd w:val="0"/>
      <w:ind w:left="720"/>
      <w:contextualSpacing/>
      <w:textAlignment w:val="baseline"/>
    </w:pPr>
  </w:style>
  <w:style w:type="paragraph" w:customStyle="1" w:styleId="LightList-Accent31">
    <w:name w:val="Light List - Accent 31"/>
    <w:uiPriority w:val="99"/>
    <w:semiHidden/>
    <w:qFormat/>
    <w:rsid w:val="001310A1"/>
    <w:rPr>
      <w:rFonts w:ascii="Times New Roman" w:eastAsia="Batang" w:hAnsi="Times New Roman"/>
      <w:lang w:val="en-GB"/>
    </w:rPr>
  </w:style>
  <w:style w:type="paragraph" w:customStyle="1" w:styleId="TOC911">
    <w:name w:val="TOC 911"/>
    <w:basedOn w:val="TOC8"/>
    <w:uiPriority w:val="99"/>
    <w:qFormat/>
    <w:rsid w:val="001310A1"/>
    <w:pPr>
      <w:overflowPunct w:val="0"/>
      <w:autoSpaceDE w:val="0"/>
      <w:autoSpaceDN w:val="0"/>
      <w:adjustRightInd w:val="0"/>
      <w:ind w:left="1418" w:hanging="1418"/>
      <w:textAlignment w:val="baseline"/>
    </w:pPr>
    <w:rPr>
      <w:rFonts w:eastAsia="MS Mincho"/>
      <w:noProof w:val="0"/>
      <w:lang w:eastAsia="en-GB"/>
    </w:rPr>
  </w:style>
  <w:style w:type="paragraph" w:customStyle="1" w:styleId="Caption11">
    <w:name w:val="Caption11"/>
    <w:basedOn w:val="Normal"/>
    <w:next w:val="Normal"/>
    <w:uiPriority w:val="99"/>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TableofFigures11">
    <w:name w:val="Table of Figures11"/>
    <w:basedOn w:val="Normal"/>
    <w:next w:val="Normal"/>
    <w:uiPriority w:val="99"/>
    <w:qFormat/>
    <w:rsid w:val="001310A1"/>
    <w:pPr>
      <w:overflowPunct w:val="0"/>
      <w:autoSpaceDE w:val="0"/>
      <w:autoSpaceDN w:val="0"/>
      <w:adjustRightInd w:val="0"/>
      <w:ind w:left="400" w:hanging="400"/>
      <w:jc w:val="center"/>
      <w:textAlignment w:val="baseline"/>
    </w:pPr>
    <w:rPr>
      <w:rFonts w:eastAsia="MS Mincho"/>
      <w:b/>
      <w:lang w:eastAsia="en-GB"/>
    </w:rPr>
  </w:style>
  <w:style w:type="numbering" w:customStyle="1" w:styleId="14">
    <w:name w:val="リストなし1"/>
    <w:next w:val="NoList"/>
    <w:uiPriority w:val="99"/>
    <w:semiHidden/>
    <w:unhideWhenUsed/>
    <w:rsid w:val="001310A1"/>
  </w:style>
  <w:style w:type="paragraph" w:customStyle="1" w:styleId="81">
    <w:name w:val="表 (赤)  81"/>
    <w:basedOn w:val="Normal"/>
    <w:uiPriority w:val="34"/>
    <w:qFormat/>
    <w:rsid w:val="001310A1"/>
    <w:pPr>
      <w:overflowPunct w:val="0"/>
      <w:autoSpaceDE w:val="0"/>
      <w:autoSpaceDN w:val="0"/>
      <w:adjustRightInd w:val="0"/>
      <w:ind w:left="720"/>
      <w:contextualSpacing/>
      <w:textAlignment w:val="baseline"/>
    </w:pPr>
    <w:rPr>
      <w:lang w:eastAsia="en-GB"/>
    </w:rPr>
  </w:style>
  <w:style w:type="paragraph" w:customStyle="1" w:styleId="note0">
    <w:name w:val="note"/>
    <w:basedOn w:val="Normal"/>
    <w:uiPriority w:val="99"/>
    <w:qFormat/>
    <w:rsid w:val="001310A1"/>
    <w:pPr>
      <w:spacing w:before="100" w:beforeAutospacing="1" w:after="100" w:afterAutospacing="1"/>
    </w:pPr>
    <w:rPr>
      <w:sz w:val="24"/>
      <w:szCs w:val="24"/>
      <w:lang w:val="en-US" w:eastAsia="zh-CN"/>
    </w:rPr>
  </w:style>
  <w:style w:type="table" w:styleId="TableClassic2">
    <w:name w:val="Table Classic 2"/>
    <w:basedOn w:val="TableNormal"/>
    <w:qFormat/>
    <w:rsid w:val="001310A1"/>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21">
    <w:name w:val="表 (青) 121"/>
    <w:hidden/>
    <w:uiPriority w:val="71"/>
    <w:qFormat/>
    <w:rsid w:val="001310A1"/>
    <w:rPr>
      <w:rFonts w:ascii="Times New Roman" w:hAnsi="Times New Roman"/>
      <w:lang w:val="en-GB"/>
    </w:rPr>
  </w:style>
  <w:style w:type="character" w:styleId="PlaceholderText">
    <w:name w:val="Placeholder Text"/>
    <w:uiPriority w:val="99"/>
    <w:unhideWhenUsed/>
    <w:qFormat/>
    <w:rsid w:val="001310A1"/>
    <w:rPr>
      <w:color w:val="808080"/>
    </w:rPr>
  </w:style>
  <w:style w:type="paragraph" w:customStyle="1" w:styleId="LGTdoc">
    <w:name w:val="LGTdoc_본문"/>
    <w:basedOn w:val="Normal"/>
    <w:uiPriority w:val="99"/>
    <w:qFormat/>
    <w:rsid w:val="001310A1"/>
    <w:pPr>
      <w:widowControl w:val="0"/>
      <w:autoSpaceDE w:val="0"/>
      <w:autoSpaceDN w:val="0"/>
      <w:adjustRightInd w:val="0"/>
      <w:snapToGrid w:val="0"/>
      <w:spacing w:afterLines="50" w:line="264" w:lineRule="auto"/>
      <w:jc w:val="both"/>
    </w:pPr>
    <w:rPr>
      <w:rFonts w:eastAsia="Batang"/>
      <w:kern w:val="2"/>
      <w:sz w:val="22"/>
      <w:szCs w:val="24"/>
      <w:lang w:eastAsia="ko-KR"/>
    </w:rPr>
  </w:style>
  <w:style w:type="paragraph" w:customStyle="1" w:styleId="ECCParagraph">
    <w:name w:val="ECC Paragraph"/>
    <w:basedOn w:val="Normal"/>
    <w:link w:val="ECCParagraphZchn"/>
    <w:qFormat/>
    <w:rsid w:val="001310A1"/>
    <w:pPr>
      <w:spacing w:after="240"/>
      <w:jc w:val="both"/>
    </w:pPr>
    <w:rPr>
      <w:rFonts w:ascii="Arial" w:hAnsi="Arial"/>
      <w:szCs w:val="24"/>
    </w:rPr>
  </w:style>
  <w:style w:type="paragraph" w:customStyle="1" w:styleId="ECCFootnote">
    <w:name w:val="ECC Footnote"/>
    <w:basedOn w:val="Normal"/>
    <w:autoRedefine/>
    <w:uiPriority w:val="99"/>
    <w:qFormat/>
    <w:rsid w:val="001310A1"/>
    <w:pPr>
      <w:spacing w:after="0"/>
      <w:ind w:left="454" w:hanging="454"/>
    </w:pPr>
    <w:rPr>
      <w:rFonts w:ascii="Arial" w:hAnsi="Arial"/>
      <w:sz w:val="16"/>
      <w:szCs w:val="24"/>
      <w:lang w:val="en-US"/>
    </w:rPr>
  </w:style>
  <w:style w:type="character" w:customStyle="1" w:styleId="ECCParagraphZchn">
    <w:name w:val="ECC Paragraph Zchn"/>
    <w:link w:val="ECCParagraph"/>
    <w:qFormat/>
    <w:locked/>
    <w:rsid w:val="001310A1"/>
    <w:rPr>
      <w:rFonts w:ascii="Arial" w:eastAsia="SimSun" w:hAnsi="Arial"/>
      <w:szCs w:val="24"/>
      <w:lang w:val="en-GB"/>
    </w:rPr>
  </w:style>
  <w:style w:type="paragraph" w:customStyle="1" w:styleId="Text1">
    <w:name w:val="Text 1"/>
    <w:basedOn w:val="Normal"/>
    <w:uiPriority w:val="99"/>
    <w:qFormat/>
    <w:rsid w:val="001310A1"/>
    <w:pPr>
      <w:spacing w:after="240"/>
      <w:ind w:left="482"/>
      <w:jc w:val="both"/>
    </w:pPr>
    <w:rPr>
      <w:sz w:val="24"/>
      <w:lang w:eastAsia="fr-BE"/>
    </w:rPr>
  </w:style>
  <w:style w:type="paragraph" w:customStyle="1" w:styleId="NumPar4">
    <w:name w:val="NumPar 4"/>
    <w:basedOn w:val="Heading4"/>
    <w:next w:val="Normal"/>
    <w:uiPriority w:val="99"/>
    <w:qFormat/>
    <w:rsid w:val="001310A1"/>
    <w:pPr>
      <w:keepNext w:val="0"/>
      <w:keepLines w:val="0"/>
      <w:numPr>
        <w:numId w:val="15"/>
      </w:numPr>
      <w:tabs>
        <w:tab w:val="clear" w:pos="1492"/>
        <w:tab w:val="num" w:pos="2880"/>
      </w:tabs>
      <w:spacing w:before="0" w:after="240"/>
      <w:ind w:left="2880" w:hanging="960"/>
      <w:jc w:val="both"/>
      <w:outlineLvl w:val="9"/>
    </w:pPr>
    <w:rPr>
      <w:rFonts w:ascii="Times New Roman" w:hAnsi="Times New Roman"/>
    </w:rPr>
  </w:style>
  <w:style w:type="character" w:customStyle="1" w:styleId="nowrap1">
    <w:name w:val="nowrap1"/>
    <w:basedOn w:val="DefaultParagraphFont"/>
    <w:qFormat/>
    <w:rsid w:val="001310A1"/>
  </w:style>
  <w:style w:type="paragraph" w:customStyle="1" w:styleId="cita">
    <w:name w:val="cita"/>
    <w:basedOn w:val="Normal"/>
    <w:uiPriority w:val="99"/>
    <w:qFormat/>
    <w:rsid w:val="001310A1"/>
    <w:pPr>
      <w:spacing w:before="200" w:after="100" w:afterAutospacing="1"/>
    </w:pPr>
    <w:rPr>
      <w:rFonts w:ascii="SimSun" w:hAnsi="SimSun" w:cs="SimSun"/>
      <w:sz w:val="15"/>
      <w:szCs w:val="15"/>
      <w:lang w:val="en-US" w:eastAsia="zh-CN"/>
    </w:rPr>
  </w:style>
  <w:style w:type="paragraph" w:customStyle="1" w:styleId="gpotblnote">
    <w:name w:val="gpotbl_note"/>
    <w:basedOn w:val="Normal"/>
    <w:uiPriority w:val="99"/>
    <w:qFormat/>
    <w:rsid w:val="001310A1"/>
    <w:pPr>
      <w:spacing w:before="100" w:beforeAutospacing="1" w:after="100" w:afterAutospacing="1"/>
      <w:ind w:firstLine="480"/>
    </w:pPr>
    <w:rPr>
      <w:rFonts w:ascii="SimSun" w:hAnsi="SimSun" w:cs="SimSun"/>
      <w:sz w:val="24"/>
      <w:szCs w:val="24"/>
      <w:lang w:val="en-US" w:eastAsia="zh-CN"/>
    </w:rPr>
  </w:style>
  <w:style w:type="paragraph" w:customStyle="1" w:styleId="Atl">
    <w:name w:val="Atl"/>
    <w:basedOn w:val="Normal"/>
    <w:uiPriority w:val="99"/>
    <w:qFormat/>
    <w:rsid w:val="001310A1"/>
    <w:pPr>
      <w:overflowPunct w:val="0"/>
      <w:autoSpaceDE w:val="0"/>
      <w:autoSpaceDN w:val="0"/>
      <w:adjustRightInd w:val="0"/>
      <w:textAlignment w:val="baseline"/>
    </w:pPr>
    <w:rPr>
      <w:rFonts w:eastAsia="MS Mincho" w:cs="v4.2.0"/>
      <w:lang w:eastAsia="en-GB"/>
    </w:rPr>
  </w:style>
  <w:style w:type="paragraph" w:customStyle="1" w:styleId="CharCharCharCharCharCharCharCharCharCharCharCharChar">
    <w:name w:val="Char Char Char Char Char Char Char Char Char Char Char Char Char"/>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6">
    <w:name w:val="16"/>
    <w:basedOn w:val="Normal"/>
    <w:uiPriority w:val="99"/>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sz w:val="18"/>
      <w:szCs w:val="18"/>
      <w:lang w:eastAsia="ja-JP"/>
    </w:rPr>
  </w:style>
  <w:style w:type="paragraph" w:customStyle="1" w:styleId="200">
    <w:name w:val="20"/>
    <w:basedOn w:val="Normal"/>
    <w:uiPriority w:val="99"/>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b/>
      <w:bCs/>
      <w:sz w:val="18"/>
      <w:szCs w:val="18"/>
      <w:lang w:eastAsia="ja-JP"/>
    </w:rPr>
  </w:style>
  <w:style w:type="paragraph" w:customStyle="1" w:styleId="TdocHeading1">
    <w:name w:val="Tdoc_Heading_1"/>
    <w:basedOn w:val="Heading1"/>
    <w:next w:val="Normal"/>
    <w:autoRedefine/>
    <w:uiPriority w:val="99"/>
    <w:qFormat/>
    <w:rsid w:val="001310A1"/>
    <w:pPr>
      <w:keepLines w:val="0"/>
      <w:pBdr>
        <w:top w:val="none" w:sz="0" w:space="0" w:color="auto"/>
      </w:pBdr>
      <w:overflowPunct w:val="0"/>
      <w:autoSpaceDE w:val="0"/>
      <w:autoSpaceDN w:val="0"/>
      <w:adjustRightInd w:val="0"/>
      <w:ind w:left="0" w:firstLine="0"/>
      <w:textAlignment w:val="baseline"/>
    </w:pPr>
    <w:rPr>
      <w:b/>
      <w:noProof/>
      <w:color w:val="339966"/>
      <w:kern w:val="28"/>
      <w:sz w:val="28"/>
      <w:szCs w:val="28"/>
      <w:lang w:val="en-US" w:eastAsia="zh-CN"/>
    </w:rPr>
  </w:style>
  <w:style w:type="paragraph" w:customStyle="1" w:styleId="xl29">
    <w:name w:val="xl29"/>
    <w:basedOn w:val="Normal"/>
    <w:uiPriority w:val="99"/>
    <w:qFormat/>
    <w:rsid w:val="001310A1"/>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hAnsi="Arial" w:cs="Arial"/>
      <w:b/>
      <w:bCs/>
      <w:sz w:val="24"/>
      <w:szCs w:val="24"/>
      <w:lang w:eastAsia="en-GB"/>
    </w:rPr>
  </w:style>
  <w:style w:type="character" w:customStyle="1" w:styleId="im-content1">
    <w:name w:val="im-content1"/>
    <w:qFormat/>
    <w:rsid w:val="001310A1"/>
    <w:rPr>
      <w:vanish w:val="0"/>
      <w:webHidden w:val="0"/>
      <w:color w:val="000000"/>
      <w:specVanish w:val="0"/>
    </w:rPr>
  </w:style>
  <w:style w:type="paragraph" w:customStyle="1" w:styleId="Equation">
    <w:name w:val="Equation"/>
    <w:basedOn w:val="Normal"/>
    <w:next w:val="Normal"/>
    <w:link w:val="EquationChar"/>
    <w:qFormat/>
    <w:rsid w:val="001310A1"/>
    <w:pPr>
      <w:tabs>
        <w:tab w:val="center" w:pos="4620"/>
        <w:tab w:val="right" w:pos="9240"/>
      </w:tabs>
      <w:autoSpaceDE w:val="0"/>
      <w:autoSpaceDN w:val="0"/>
      <w:adjustRightInd w:val="0"/>
      <w:snapToGrid w:val="0"/>
      <w:spacing w:after="120"/>
      <w:jc w:val="both"/>
    </w:pPr>
    <w:rPr>
      <w:sz w:val="22"/>
      <w:szCs w:val="22"/>
    </w:rPr>
  </w:style>
  <w:style w:type="character" w:customStyle="1" w:styleId="EquationChar">
    <w:name w:val="Equation Char"/>
    <w:link w:val="Equation"/>
    <w:qFormat/>
    <w:rsid w:val="001310A1"/>
    <w:rPr>
      <w:rFonts w:ascii="Times New Roman" w:eastAsia="SimSun" w:hAnsi="Times New Roman"/>
      <w:sz w:val="22"/>
      <w:szCs w:val="22"/>
    </w:rPr>
  </w:style>
  <w:style w:type="character" w:customStyle="1" w:styleId="apple-converted-space">
    <w:name w:val="apple-converted-space"/>
    <w:qFormat/>
    <w:rsid w:val="001310A1"/>
  </w:style>
  <w:style w:type="character" w:customStyle="1" w:styleId="shorttext">
    <w:name w:val="short_text"/>
    <w:qFormat/>
    <w:rsid w:val="001310A1"/>
  </w:style>
  <w:style w:type="character" w:styleId="SubtleReference">
    <w:name w:val="Subtle Reference"/>
    <w:uiPriority w:val="31"/>
    <w:qFormat/>
    <w:rsid w:val="00D63E12"/>
    <w:rPr>
      <w:smallCaps/>
      <w:color w:val="5A5A5A"/>
    </w:rPr>
  </w:style>
  <w:style w:type="character" w:customStyle="1" w:styleId="110">
    <w:name w:val="見出し 1 (文字)1"/>
    <w:aliases w:val="Char (文字)1,NMP Heading 1 (文字)1,H1 (文字)1,h1 (文字)1,app heading 1 (文字)1,l1 (文字)1,Memo Heading 1 (文字)1,h11 (文字)1,h12 (文字)1,h13 (文字)1,h14 (文字)1,h15 (文字)1,h16 (文字)1,h17 (文字)1,h111 (文字)1,h121 (文字)1,h131 (文字)1,h141 (文字)1,h151 (文字)1,h161 (文字)1,1 (文字)"/>
    <w:qFormat/>
    <w:rsid w:val="001310A1"/>
    <w:rPr>
      <w:rFonts w:ascii="Yu Gothic Light" w:eastAsia="Yu Gothic Light" w:hAnsi="Yu Gothic Light" w:cs="Times New Roman"/>
      <w:sz w:val="24"/>
      <w:szCs w:val="24"/>
      <w:lang w:val="en-GB" w:eastAsia="en-US"/>
    </w:rPr>
  </w:style>
  <w:style w:type="character" w:customStyle="1" w:styleId="21">
    <w:name w:val="見出し 2 (文字)1"/>
    <w:aliases w:val="Char Char (文字)1,Head2A (文字)1,2 (文字)1,H2 (文字)1,h2 (文字)1,DO NOT USE_h2 (文字)1,h21 (文字)1,UNDERRUBRIK 1-2 (文字)1,Head 2 (文字)1,l2 (文字)1,TitreProp (文字)1,Header 2 (文字)1,ITT t2 (文字)1,PA Major Section (文字)1,Livello 2 (文字)1,R2 (文字)1,H21 (文字)1,Head1 (文字)"/>
    <w:semiHidden/>
    <w:qFormat/>
    <w:rsid w:val="001310A1"/>
    <w:rPr>
      <w:rFonts w:ascii="Yu Gothic Light" w:eastAsia="Yu Gothic Light" w:hAnsi="Yu Gothic Light" w:cs="Times New Roman"/>
      <w:lang w:val="en-GB" w:eastAsia="en-US"/>
    </w:rPr>
  </w:style>
  <w:style w:type="character" w:customStyle="1" w:styleId="310">
    <w:name w:val="見出し 3 (文字)1"/>
    <w:aliases w:val="Underrubrik2 (文字)1,H3 (文字)1,h3 (文字)1,Memo Heading 3 (文字)1,no break (文字)1,0H (文字)1,hello (文字)1,h31 (文字)1,3 (文字)1,l3 (文字)1,list 3 (文字)1,Head 3 (文字)1,h32 (文字)1,h33 (文字)1,h34 (文字)1,h35 (文字)1,h36 (文字)1,h37 (文字)1,h38 (文字)1,h311 (文字)1,h321 (文字)1"/>
    <w:semiHidden/>
    <w:qFormat/>
    <w:rsid w:val="001310A1"/>
    <w:rPr>
      <w:rFonts w:ascii="Yu Gothic Light" w:eastAsia="Yu Gothic Light" w:hAnsi="Yu Gothic Light" w:cs="Times New Roman"/>
      <w:lang w:val="en-GB" w:eastAsia="en-US"/>
    </w:rPr>
  </w:style>
  <w:style w:type="character" w:customStyle="1" w:styleId="41">
    <w:name w:val="見出し 4 (文字)1"/>
    <w:aliases w:val="h4 (文字)1,H4 (文字)1,H41 (文字)1,h41 (文字)1,H42 (文字)1,h42 (文字)1,H43 (文字)1,h43 (文字)1,H411 (文字)1,h411 (文字)1,H421 (文字)1,h421 (文字)1,H44 (文字)1,h44 (文字)1,H412 (文字)1,h412 (文字)1,H422 (文字)1,h422 (文字)1,H431 (文字)1,h431 (文字)1,H45 (文字)1,h45 (文字)1,H413 (文字)1"/>
    <w:semiHidden/>
    <w:qFormat/>
    <w:rsid w:val="001310A1"/>
    <w:rPr>
      <w:rFonts w:ascii="Times New Roman" w:eastAsia="Yu Mincho" w:hAnsi="Times New Roman"/>
      <w:b/>
      <w:bCs/>
      <w:lang w:val="en-GB" w:eastAsia="en-US"/>
    </w:rPr>
  </w:style>
  <w:style w:type="character" w:customStyle="1" w:styleId="51">
    <w:name w:val="見出し 5 (文字)1"/>
    <w:aliases w:val="h5 (文字)1,Heading5 (文字)1,Head5 (文字)1,H5 (文字)1,M5 (文字)1,mh2 (文字)1,Module heading 2 (文字)1,heading 8 (文字)1,Numbered Sub-list (文字)1,Heading 81 (文字)1"/>
    <w:semiHidden/>
    <w:qFormat/>
    <w:rsid w:val="001310A1"/>
    <w:rPr>
      <w:rFonts w:ascii="Yu Gothic Light" w:eastAsia="Yu Gothic Light" w:hAnsi="Yu Gothic Light" w:cs="Times New Roman"/>
      <w:lang w:val="en-GB" w:eastAsia="en-US"/>
    </w:rPr>
  </w:style>
  <w:style w:type="paragraph" w:customStyle="1" w:styleId="msonormal0">
    <w:name w:val="msonormal"/>
    <w:basedOn w:val="Normal"/>
    <w:uiPriority w:val="99"/>
    <w:qFormat/>
    <w:rsid w:val="001310A1"/>
    <w:pPr>
      <w:overflowPunct w:val="0"/>
      <w:autoSpaceDE w:val="0"/>
      <w:autoSpaceDN w:val="0"/>
      <w:adjustRightInd w:val="0"/>
      <w:spacing w:before="100" w:beforeAutospacing="1" w:after="100" w:afterAutospacing="1"/>
    </w:pPr>
    <w:rPr>
      <w:rFonts w:eastAsia="Yu Mincho"/>
      <w:sz w:val="24"/>
      <w:szCs w:val="24"/>
      <w:lang w:val="en-US"/>
    </w:rPr>
  </w:style>
  <w:style w:type="character" w:customStyle="1" w:styleId="15">
    <w:name w:val="脚注文字列 (文字)1"/>
    <w:aliases w:val="footnote text1 (文字)1,footnote text2 (文字)1,footnote text3 (文字)1,footnote text4 (文字)1,footnote text5 (文字)1,footnote text6 (文字)1,footnote text7 (文字)1,footnote text11 (文字)1,footnote text21 (文字)1,footnote text31 (文字)1,footnote text41 (文字)1"/>
    <w:semiHidden/>
    <w:qFormat/>
    <w:rsid w:val="001310A1"/>
    <w:rPr>
      <w:rFonts w:ascii="Times New Roman" w:eastAsia="Yu Mincho" w:hAnsi="Times New Roman"/>
      <w:lang w:val="en-GB" w:eastAsia="en-US"/>
    </w:rPr>
  </w:style>
  <w:style w:type="character" w:customStyle="1" w:styleId="17">
    <w:name w:val="ヘッダー (文字)1"/>
    <w:aliases w:val="header odd (文字)1,header odd1 (文字)1,header odd2 (文字)1,header odd3 (文字)1,header odd4 (文字)1,header odd5 (文字)1,header odd6 (文字)1,header (文字)1,header1 (文字)1,header2 (文字)1,header3 (文字)1,header odd11 (文字)1,header odd21 (文字)1,header odd7 (文字)1"/>
    <w:semiHidden/>
    <w:qFormat/>
    <w:rsid w:val="001310A1"/>
    <w:rPr>
      <w:rFonts w:ascii="Times New Roman" w:eastAsia="Yu Mincho" w:hAnsi="Times New Roman"/>
      <w:lang w:val="en-GB" w:eastAsia="en-US"/>
    </w:rPr>
  </w:style>
  <w:style w:type="character" w:customStyle="1" w:styleId="18">
    <w:name w:val="本文 (文字)1"/>
    <w:aliases w:val="bt (文字)1,Corps de texte Car (文字)1,Corps de texte Car1 Car (文字)1,Corps de texte Car Car Car (文字)1,Corps de texte Car1 Car Car Car (文字)1,Corps de texte Car Car Car Car Car (文字)1,Corps de texte Car1 Car Car Car Car Car (文字)1,bt Car (文字)1"/>
    <w:semiHidden/>
    <w:qFormat/>
    <w:rsid w:val="001310A1"/>
    <w:rPr>
      <w:rFonts w:ascii="Times New Roman" w:eastAsia="Yu Mincho" w:hAnsi="Times New Roman"/>
      <w:lang w:val="en-GB" w:eastAsia="en-US"/>
    </w:rPr>
  </w:style>
  <w:style w:type="paragraph" w:customStyle="1" w:styleId="43">
    <w:name w:val="吹き出し4"/>
    <w:basedOn w:val="Normal"/>
    <w:uiPriority w:val="99"/>
    <w:semiHidden/>
    <w:qFormat/>
    <w:rsid w:val="001310A1"/>
    <w:rPr>
      <w:rFonts w:ascii="Tahoma" w:eastAsia="MS Mincho" w:hAnsi="Tahoma" w:cs="Tahoma"/>
      <w:sz w:val="16"/>
      <w:szCs w:val="16"/>
    </w:rPr>
  </w:style>
  <w:style w:type="paragraph" w:customStyle="1" w:styleId="tac0">
    <w:name w:val="tac"/>
    <w:basedOn w:val="Normal"/>
    <w:uiPriority w:val="99"/>
    <w:qFormat/>
    <w:rsid w:val="005E58A0"/>
    <w:pPr>
      <w:keepNext/>
      <w:autoSpaceDE w:val="0"/>
      <w:autoSpaceDN w:val="0"/>
      <w:spacing w:after="0"/>
      <w:jc w:val="center"/>
    </w:pPr>
    <w:rPr>
      <w:rFonts w:ascii="Arial" w:eastAsiaTheme="minorHAnsi" w:hAnsi="Arial" w:cs="Arial"/>
      <w:sz w:val="18"/>
      <w:szCs w:val="18"/>
      <w:lang w:val="en-US"/>
    </w:rPr>
  </w:style>
  <w:style w:type="numbering" w:customStyle="1" w:styleId="NoList1">
    <w:name w:val="No List1"/>
    <w:next w:val="NoList"/>
    <w:uiPriority w:val="99"/>
    <w:semiHidden/>
    <w:unhideWhenUsed/>
    <w:rsid w:val="00D4757B"/>
  </w:style>
  <w:style w:type="character" w:customStyle="1" w:styleId="UnresolvedMention11">
    <w:name w:val="Unresolved Mention11"/>
    <w:uiPriority w:val="99"/>
    <w:semiHidden/>
    <w:unhideWhenUsed/>
    <w:qFormat/>
    <w:rsid w:val="00D4757B"/>
    <w:rPr>
      <w:color w:val="808080"/>
      <w:shd w:val="clear" w:color="auto" w:fill="E6E6E6"/>
    </w:rPr>
  </w:style>
  <w:style w:type="table" w:customStyle="1" w:styleId="TableGrid4">
    <w:name w:val="Table Grid4"/>
    <w:basedOn w:val="TableNormal"/>
    <w:next w:val="TableGrid"/>
    <w:qFormat/>
    <w:rsid w:val="00D47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qFormat/>
    <w:rsid w:val="00D4757B"/>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无列表11"/>
    <w:next w:val="NoList"/>
    <w:semiHidden/>
    <w:rsid w:val="00D4757B"/>
  </w:style>
  <w:style w:type="table" w:customStyle="1" w:styleId="311">
    <w:name w:val="网格型3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
    <w:next w:val="NoList"/>
    <w:uiPriority w:val="99"/>
    <w:semiHidden/>
    <w:unhideWhenUsed/>
    <w:rsid w:val="00D4757B"/>
  </w:style>
  <w:style w:type="table" w:customStyle="1" w:styleId="TableClassic21">
    <w:name w:val="Table Classic 21"/>
    <w:basedOn w:val="TableNormal"/>
    <w:next w:val="TableClassic2"/>
    <w:qFormat/>
    <w:rsid w:val="00D4757B"/>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UnresolvedMention">
    <w:name w:val="Unresolved Mention"/>
    <w:uiPriority w:val="99"/>
    <w:unhideWhenUsed/>
    <w:rsid w:val="009A15C1"/>
    <w:rPr>
      <w:color w:val="808080"/>
      <w:shd w:val="clear" w:color="auto" w:fill="E6E6E6"/>
    </w:rPr>
  </w:style>
  <w:style w:type="paragraph" w:styleId="TOCHeading">
    <w:name w:val="TOC Heading"/>
    <w:basedOn w:val="Heading1"/>
    <w:next w:val="Normal"/>
    <w:uiPriority w:val="39"/>
    <w:unhideWhenUsed/>
    <w:qFormat/>
    <w:rsid w:val="009A15C1"/>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paragraph" w:customStyle="1" w:styleId="CharCharCharCharChar1">
    <w:name w:val="Char Char Char Char Ch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3">
    <w:name w:val="Char Char3"/>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1">
    <w:name w:val="Ch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1">
    <w:name w:val="Char Char Ch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1">
    <w:name w:val="Char Char11"/>
    <w:aliases w:val="Heading 1 Char21"/>
    <w:qFormat/>
    <w:rsid w:val="009A15C1"/>
    <w:rPr>
      <w:lang w:val="en-GB" w:eastAsia="ja-JP" w:bidi="ar-SA"/>
    </w:rPr>
  </w:style>
  <w:style w:type="paragraph" w:customStyle="1" w:styleId="1Char1">
    <w:name w:val="(文字) (文字)1 Char (文字) (文字)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1">
    <w:name w:val="Char Char1 Char Ch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1">
    <w:name w:val="(文字) (文字)1 Char (文字) (文字) Char (文字) (文字)1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0">
    <w:name w:val="(文字) (文字)1 Char (文字) (文字) Ch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1">
    <w:name w:val="(文字) (文字)1 Char (文字) (文字) Char (文字) (文字)1 Char (文字) (文字) Char Char Ch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1">
    <w:name w:val="Char Char Char Char1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1">
    <w:name w:val="Char Char2 Char Char1"/>
    <w:basedOn w:val="Normal"/>
    <w:uiPriority w:val="99"/>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harChar41">
    <w:name w:val="Char Char41"/>
    <w:qFormat/>
    <w:rsid w:val="009A15C1"/>
    <w:rPr>
      <w:rFonts w:ascii="Courier New" w:hAnsi="Courier New"/>
      <w:lang w:val="nb-NO" w:eastAsia="ja-JP" w:bidi="ar-SA"/>
    </w:rPr>
  </w:style>
  <w:style w:type="paragraph" w:customStyle="1" w:styleId="CharCharCharCharCharChar1">
    <w:name w:val="Char Char Char Char Char Char1"/>
    <w:uiPriority w:val="99"/>
    <w:semiHidden/>
    <w:qFormat/>
    <w:rsid w:val="009A15C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50">
    <w:name w:val="(文字) (文字)5"/>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1">
    <w:name w:val="Car C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1">
    <w:name w:val="Zchn Zchn1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10">
    <w:name w:val="(文字) (文字)2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12">
    <w:name w:val="(文字) (文字)3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1">
    <w:name w:val="Zchn Zchn2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11">
    <w:name w:val="(文字) (文字)4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13">
    <w:name w:val="(文字) (文字)1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71">
    <w:name w:val="Char Char71"/>
    <w:semiHidden/>
    <w:qFormat/>
    <w:rsid w:val="009A15C1"/>
    <w:rPr>
      <w:rFonts w:ascii="Tahoma" w:hAnsi="Tahoma" w:cs="Tahoma"/>
      <w:shd w:val="clear" w:color="auto" w:fill="000080"/>
      <w:lang w:val="en-GB" w:eastAsia="en-US"/>
    </w:rPr>
  </w:style>
  <w:style w:type="character" w:customStyle="1" w:styleId="ZchnZchn51">
    <w:name w:val="Zchn Zchn51"/>
    <w:qFormat/>
    <w:rsid w:val="009A15C1"/>
    <w:rPr>
      <w:rFonts w:ascii="Courier New" w:eastAsia="Batang" w:hAnsi="Courier New"/>
      <w:lang w:val="nb-NO" w:eastAsia="en-US" w:bidi="ar-SA"/>
    </w:rPr>
  </w:style>
  <w:style w:type="character" w:customStyle="1" w:styleId="CharChar101">
    <w:name w:val="Char Char101"/>
    <w:semiHidden/>
    <w:qFormat/>
    <w:rsid w:val="009A15C1"/>
    <w:rPr>
      <w:rFonts w:ascii="Times New Roman" w:hAnsi="Times New Roman"/>
      <w:lang w:val="en-GB" w:eastAsia="en-US"/>
    </w:rPr>
  </w:style>
  <w:style w:type="character" w:customStyle="1" w:styleId="CharChar91">
    <w:name w:val="Char Char91"/>
    <w:semiHidden/>
    <w:qFormat/>
    <w:rsid w:val="009A15C1"/>
    <w:rPr>
      <w:rFonts w:ascii="Tahoma" w:hAnsi="Tahoma" w:cs="Tahoma"/>
      <w:sz w:val="16"/>
      <w:szCs w:val="16"/>
      <w:lang w:val="en-GB" w:eastAsia="en-US"/>
    </w:rPr>
  </w:style>
  <w:style w:type="character" w:customStyle="1" w:styleId="CharChar81">
    <w:name w:val="Char Char81"/>
    <w:semiHidden/>
    <w:qFormat/>
    <w:rsid w:val="009A15C1"/>
    <w:rPr>
      <w:rFonts w:ascii="Times New Roman" w:hAnsi="Times New Roman"/>
      <w:b/>
      <w:bCs/>
      <w:lang w:val="en-GB" w:eastAsia="en-US"/>
    </w:rPr>
  </w:style>
  <w:style w:type="paragraph" w:customStyle="1" w:styleId="23">
    <w:name w:val="修订2"/>
    <w:hidden/>
    <w:uiPriority w:val="99"/>
    <w:semiHidden/>
    <w:qFormat/>
    <w:rsid w:val="009A15C1"/>
    <w:rPr>
      <w:rFonts w:ascii="Times New Roman" w:eastAsia="Batang" w:hAnsi="Times New Roman"/>
      <w:lang w:val="en-GB"/>
    </w:rPr>
  </w:style>
  <w:style w:type="paragraph" w:customStyle="1" w:styleId="1CharChar1Char1">
    <w:name w:val="(文字) (文字)1 Char (文字) (文字) Char (文字) (文字)1 Char (文字) (文字)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3">
    <w:name w:val="Zchn Zchn3"/>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TOC92">
    <w:name w:val="TOC 92"/>
    <w:basedOn w:val="TOC8"/>
    <w:uiPriority w:val="99"/>
    <w:qFormat/>
    <w:rsid w:val="009A15C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2">
    <w:name w:val="Caption2"/>
    <w:basedOn w:val="Normal"/>
    <w:next w:val="Normal"/>
    <w:uiPriority w:val="99"/>
    <w:qFormat/>
    <w:rsid w:val="009A15C1"/>
    <w:pPr>
      <w:overflowPunct w:val="0"/>
      <w:autoSpaceDE w:val="0"/>
      <w:autoSpaceDN w:val="0"/>
      <w:adjustRightInd w:val="0"/>
      <w:spacing w:before="120" w:after="120"/>
      <w:textAlignment w:val="baseline"/>
    </w:pPr>
    <w:rPr>
      <w:rFonts w:eastAsia="MS Mincho"/>
      <w:b/>
      <w:lang w:eastAsia="en-GB"/>
    </w:rPr>
  </w:style>
  <w:style w:type="paragraph" w:customStyle="1" w:styleId="TableofFigures2">
    <w:name w:val="Table of Figures2"/>
    <w:basedOn w:val="Normal"/>
    <w:next w:val="Normal"/>
    <w:uiPriority w:val="99"/>
    <w:qFormat/>
    <w:rsid w:val="009A15C1"/>
    <w:pPr>
      <w:overflowPunct w:val="0"/>
      <w:autoSpaceDE w:val="0"/>
      <w:autoSpaceDN w:val="0"/>
      <w:adjustRightInd w:val="0"/>
      <w:ind w:left="400" w:hanging="400"/>
      <w:jc w:val="center"/>
      <w:textAlignment w:val="baseline"/>
    </w:pPr>
    <w:rPr>
      <w:rFonts w:eastAsia="MS Mincho"/>
      <w:b/>
      <w:lang w:eastAsia="en-GB"/>
    </w:rPr>
  </w:style>
  <w:style w:type="character" w:customStyle="1" w:styleId="CharChar291">
    <w:name w:val="Char Char291"/>
    <w:qFormat/>
    <w:rsid w:val="009A15C1"/>
    <w:rPr>
      <w:rFonts w:ascii="Arial" w:hAnsi="Arial"/>
      <w:sz w:val="36"/>
      <w:lang w:val="en-GB" w:eastAsia="en-US" w:bidi="ar-SA"/>
    </w:rPr>
  </w:style>
  <w:style w:type="character" w:customStyle="1" w:styleId="CharChar281">
    <w:name w:val="Char Char281"/>
    <w:qFormat/>
    <w:rsid w:val="009A15C1"/>
    <w:rPr>
      <w:rFonts w:ascii="Arial" w:hAnsi="Arial"/>
      <w:sz w:val="32"/>
      <w:lang w:val="en-GB"/>
    </w:rPr>
  </w:style>
  <w:style w:type="paragraph" w:customStyle="1" w:styleId="CharChar241">
    <w:name w:val="Char Char241"/>
    <w:basedOn w:val="Normal"/>
    <w:uiPriority w:val="99"/>
    <w:semiHidden/>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10">
    <w:name w:val="(文字) (文字) Ch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2">
    <w:name w:val="Char Char Char Char2"/>
    <w:basedOn w:val="Normal"/>
    <w:uiPriority w:val="99"/>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CharCharCharCharCharCharChar1">
    <w:name w:val="Char Char Char Char Char Char Char Char Char Char Char Char Ch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numbering" w:customStyle="1" w:styleId="NoList2">
    <w:name w:val="No List2"/>
    <w:next w:val="NoList"/>
    <w:uiPriority w:val="99"/>
    <w:semiHidden/>
    <w:unhideWhenUsed/>
    <w:rsid w:val="00D4640B"/>
  </w:style>
  <w:style w:type="numbering" w:customStyle="1" w:styleId="NoList3">
    <w:name w:val="No List3"/>
    <w:next w:val="NoList"/>
    <w:uiPriority w:val="99"/>
    <w:semiHidden/>
    <w:unhideWhenUsed/>
    <w:rsid w:val="005972C6"/>
  </w:style>
  <w:style w:type="character" w:customStyle="1" w:styleId="Head2AChar">
    <w:name w:val="Head2A Char"/>
    <w:aliases w:val="2 Char,H2 Char,h2 Char,DO NOT USE_h2 Char,h21 Char,UNDERRUBRIK 1-2 Char Char,UNDERRUBRIK 1-2 Char,Head 2 Char,l2 Char,TitreProp Char,Header 2 Char,ITT t2 Char,PA Major Section Char,Livello 2 Char,R2 Char,H21 Char,Heading 2 Hidden Char"/>
    <w:rsid w:val="006A38D5"/>
    <w:rPr>
      <w:rFonts w:ascii="Arial" w:hAnsi="Arial"/>
      <w:sz w:val="32"/>
      <w:lang w:val="en-GB" w:eastAsia="en-US" w:bidi="ar-SA"/>
    </w:rPr>
  </w:style>
  <w:style w:type="numbering" w:customStyle="1" w:styleId="NoList11">
    <w:name w:val="No List11"/>
    <w:next w:val="NoList"/>
    <w:uiPriority w:val="99"/>
    <w:semiHidden/>
    <w:unhideWhenUsed/>
    <w:rsid w:val="006B2899"/>
  </w:style>
  <w:style w:type="numbering" w:customStyle="1" w:styleId="NoList4">
    <w:name w:val="No List4"/>
    <w:next w:val="NoList"/>
    <w:uiPriority w:val="99"/>
    <w:semiHidden/>
    <w:unhideWhenUsed/>
    <w:rsid w:val="006B2899"/>
  </w:style>
  <w:style w:type="numbering" w:customStyle="1" w:styleId="NoList5">
    <w:name w:val="No List5"/>
    <w:next w:val="NoList"/>
    <w:uiPriority w:val="99"/>
    <w:semiHidden/>
    <w:unhideWhenUsed/>
    <w:rsid w:val="006B2899"/>
  </w:style>
  <w:style w:type="numbering" w:customStyle="1" w:styleId="NoList111">
    <w:name w:val="No List111"/>
    <w:next w:val="NoList"/>
    <w:uiPriority w:val="99"/>
    <w:semiHidden/>
    <w:unhideWhenUsed/>
    <w:rsid w:val="006B2899"/>
  </w:style>
  <w:style w:type="numbering" w:customStyle="1" w:styleId="NoList21">
    <w:name w:val="No List21"/>
    <w:next w:val="NoList"/>
    <w:uiPriority w:val="99"/>
    <w:semiHidden/>
    <w:unhideWhenUsed/>
    <w:rsid w:val="006B2899"/>
  </w:style>
  <w:style w:type="numbering" w:customStyle="1" w:styleId="NoList31">
    <w:name w:val="No List31"/>
    <w:next w:val="NoList"/>
    <w:uiPriority w:val="99"/>
    <w:semiHidden/>
    <w:unhideWhenUsed/>
    <w:rsid w:val="006B2899"/>
  </w:style>
  <w:style w:type="numbering" w:customStyle="1" w:styleId="NoList41">
    <w:name w:val="No List41"/>
    <w:next w:val="NoList"/>
    <w:uiPriority w:val="99"/>
    <w:semiHidden/>
    <w:unhideWhenUsed/>
    <w:rsid w:val="006B2899"/>
  </w:style>
  <w:style w:type="numbering" w:customStyle="1" w:styleId="NoList6">
    <w:name w:val="No List6"/>
    <w:next w:val="NoList"/>
    <w:uiPriority w:val="99"/>
    <w:semiHidden/>
    <w:unhideWhenUsed/>
    <w:rsid w:val="006B2899"/>
  </w:style>
  <w:style w:type="character" w:styleId="Emphasis">
    <w:name w:val="Emphasis"/>
    <w:qFormat/>
    <w:rsid w:val="006B2899"/>
    <w:rPr>
      <w:i/>
      <w:iCs/>
    </w:rPr>
  </w:style>
  <w:style w:type="numbering" w:customStyle="1" w:styleId="NoList7">
    <w:name w:val="No List7"/>
    <w:next w:val="NoList"/>
    <w:uiPriority w:val="99"/>
    <w:semiHidden/>
    <w:unhideWhenUsed/>
    <w:rsid w:val="006B2899"/>
  </w:style>
  <w:style w:type="table" w:customStyle="1" w:styleId="TableGrid12">
    <w:name w:val="Table Grid12"/>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6B2899"/>
  </w:style>
  <w:style w:type="table" w:customStyle="1" w:styleId="TableGrid111">
    <w:name w:val="Table Grid111"/>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uiPriority w:val="99"/>
    <w:unhideWhenUsed/>
    <w:qFormat/>
    <w:rsid w:val="006B2899"/>
    <w:rPr>
      <w:color w:val="808080"/>
      <w:shd w:val="clear" w:color="auto" w:fill="E6E6E6"/>
    </w:rPr>
  </w:style>
  <w:style w:type="numbering" w:customStyle="1" w:styleId="NoList22">
    <w:name w:val="No List22"/>
    <w:next w:val="NoList"/>
    <w:uiPriority w:val="99"/>
    <w:semiHidden/>
    <w:unhideWhenUsed/>
    <w:rsid w:val="006B2899"/>
  </w:style>
  <w:style w:type="numbering" w:customStyle="1" w:styleId="NoList32">
    <w:name w:val="No List32"/>
    <w:next w:val="NoList"/>
    <w:uiPriority w:val="99"/>
    <w:semiHidden/>
    <w:unhideWhenUsed/>
    <w:rsid w:val="006B2899"/>
  </w:style>
  <w:style w:type="paragraph" w:customStyle="1" w:styleId="aria">
    <w:name w:val="aria"/>
    <w:basedOn w:val="Normal"/>
    <w:uiPriority w:val="99"/>
    <w:qFormat/>
    <w:rsid w:val="00203397"/>
    <w:pPr>
      <w:keepNext/>
      <w:keepLines/>
      <w:spacing w:after="0"/>
      <w:jc w:val="both"/>
    </w:pPr>
    <w:rPr>
      <w:rFonts w:ascii="Arial" w:hAnsi="Arial"/>
      <w:sz w:val="18"/>
      <w:szCs w:val="18"/>
    </w:rPr>
  </w:style>
  <w:style w:type="paragraph" w:styleId="NoSpacing">
    <w:name w:val="No Spacing"/>
    <w:uiPriority w:val="1"/>
    <w:qFormat/>
    <w:rsid w:val="00D85041"/>
    <w:pPr>
      <w:overflowPunct w:val="0"/>
      <w:autoSpaceDE w:val="0"/>
      <w:autoSpaceDN w:val="0"/>
      <w:adjustRightInd w:val="0"/>
    </w:pPr>
    <w:rPr>
      <w:rFonts w:ascii="Times New Roman" w:eastAsia="MS Mincho" w:hAnsi="Times New Roman"/>
      <w:lang w:val="en-GB" w:eastAsia="ja-JP"/>
    </w:rPr>
  </w:style>
  <w:style w:type="paragraph" w:customStyle="1" w:styleId="p20">
    <w:name w:val="p20"/>
    <w:basedOn w:val="Normal"/>
    <w:uiPriority w:val="99"/>
    <w:qFormat/>
    <w:rsid w:val="00B4686D"/>
    <w:pPr>
      <w:snapToGrid w:val="0"/>
      <w:spacing w:after="0"/>
      <w:textAlignment w:val="baseline"/>
    </w:pPr>
    <w:rPr>
      <w:rFonts w:ascii="Arial" w:hAnsi="Arial" w:cs="Arial"/>
      <w:sz w:val="18"/>
      <w:szCs w:val="18"/>
      <w:lang w:val="en-US" w:eastAsia="zh-CN"/>
    </w:rPr>
  </w:style>
  <w:style w:type="paragraph" w:customStyle="1" w:styleId="a4">
    <w:name w:val="吹き出し"/>
    <w:basedOn w:val="Normal"/>
    <w:uiPriority w:val="99"/>
    <w:semiHidden/>
    <w:qFormat/>
    <w:rsid w:val="00B4686D"/>
    <w:rPr>
      <w:rFonts w:ascii="Tahoma" w:eastAsia="MS Mincho" w:hAnsi="Tahoma" w:cs="Tahoma"/>
      <w:sz w:val="16"/>
      <w:szCs w:val="16"/>
      <w:lang w:eastAsia="ko-KR"/>
    </w:rPr>
  </w:style>
  <w:style w:type="character" w:customStyle="1" w:styleId="FooterChar1">
    <w:name w:val="Footer Char1"/>
    <w:aliases w:val="footer odd Char1,footer Char1,fo Char1,pie de página Char1,页脚 Char1"/>
    <w:semiHidden/>
    <w:qFormat/>
    <w:rsid w:val="00B4686D"/>
    <w:rPr>
      <w:rFonts w:ascii="Times New Roman" w:hAnsi="Times New Roman"/>
      <w:lang w:val="en-GB"/>
    </w:rPr>
  </w:style>
  <w:style w:type="paragraph" w:customStyle="1" w:styleId="CharChar5">
    <w:name w:val="Char Char5"/>
    <w:uiPriority w:val="99"/>
    <w:semiHidden/>
    <w:qFormat/>
    <w:rsid w:val="00B4686D"/>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styleId="HTMLSample">
    <w:name w:val="HTML Sample"/>
    <w:qFormat/>
    <w:rsid w:val="00B4686D"/>
    <w:rPr>
      <w:rFonts w:ascii="Courier New" w:eastAsia="SimSun" w:hAnsi="Courier New" w:cs="Courier New"/>
      <w:color w:val="0000FF"/>
      <w:kern w:val="2"/>
      <w:lang w:val="en-US" w:eastAsia="zh-CN" w:bidi="ar-SA"/>
    </w:rPr>
  </w:style>
  <w:style w:type="paragraph" w:customStyle="1" w:styleId="Table0">
    <w:name w:val="Table"/>
    <w:basedOn w:val="Normal"/>
    <w:link w:val="Table1"/>
    <w:qFormat/>
    <w:rsid w:val="00B4686D"/>
    <w:pPr>
      <w:jc w:val="center"/>
    </w:pPr>
    <w:rPr>
      <w:rFonts w:ascii="Arial" w:hAnsi="Arial" w:cs="Arial"/>
      <w:b/>
    </w:rPr>
  </w:style>
  <w:style w:type="character" w:customStyle="1" w:styleId="Table1">
    <w:name w:val="Table (文字)"/>
    <w:link w:val="Table0"/>
    <w:qFormat/>
    <w:rsid w:val="00B4686D"/>
    <w:rPr>
      <w:rFonts w:ascii="Arial" w:hAnsi="Arial" w:cs="Arial"/>
      <w:b/>
      <w:lang w:val="en-GB"/>
    </w:rPr>
  </w:style>
  <w:style w:type="character" w:customStyle="1" w:styleId="PLChar">
    <w:name w:val="PL Char"/>
    <w:link w:val="PL"/>
    <w:qFormat/>
    <w:rsid w:val="00B4686D"/>
    <w:rPr>
      <w:rFonts w:ascii="Courier New" w:hAnsi="Courier New"/>
      <w:noProof/>
      <w:sz w:val="16"/>
      <w:lang w:val="en-GB"/>
    </w:rPr>
  </w:style>
  <w:style w:type="paragraph" w:customStyle="1" w:styleId="ColorfulList-Accent11">
    <w:name w:val="Colorful List - Accent 11"/>
    <w:basedOn w:val="Normal"/>
    <w:uiPriority w:val="34"/>
    <w:qFormat/>
    <w:rsid w:val="00D86DBD"/>
    <w:pPr>
      <w:overflowPunct w:val="0"/>
      <w:autoSpaceDE w:val="0"/>
      <w:autoSpaceDN w:val="0"/>
      <w:adjustRightInd w:val="0"/>
      <w:ind w:left="720"/>
      <w:contextualSpacing/>
      <w:textAlignment w:val="baseline"/>
    </w:pPr>
    <w:rPr>
      <w:rFonts w:eastAsia="Times New Roman"/>
    </w:rPr>
  </w:style>
  <w:style w:type="paragraph" w:customStyle="1" w:styleId="ColorfulShading-Accent11">
    <w:name w:val="Colorful Shading - Accent 11"/>
    <w:hidden/>
    <w:uiPriority w:val="99"/>
    <w:semiHidden/>
    <w:qFormat/>
    <w:rsid w:val="00D86DBD"/>
    <w:rPr>
      <w:rFonts w:ascii="Times New Roman" w:eastAsia="Batang" w:hAnsi="Times New Roman"/>
      <w:lang w:val="en-GB"/>
    </w:rPr>
  </w:style>
  <w:style w:type="character" w:styleId="LineNumber">
    <w:name w:val="line number"/>
    <w:basedOn w:val="DefaultParagraphFont"/>
    <w:qFormat/>
    <w:rsid w:val="005D4B7D"/>
    <w:rPr>
      <w:rFonts w:ascii="Arial" w:eastAsia="SimSun" w:hAnsi="Arial" w:cs="Arial"/>
      <w:color w:val="0000FF"/>
      <w:kern w:val="2"/>
      <w:lang w:val="en-US" w:eastAsia="zh-CN" w:bidi="ar-SA"/>
    </w:rPr>
  </w:style>
  <w:style w:type="paragraph" w:styleId="BlockText">
    <w:name w:val="Block Text"/>
    <w:basedOn w:val="Normal"/>
    <w:uiPriority w:val="99"/>
    <w:qFormat/>
    <w:rsid w:val="005D4B7D"/>
    <w:pPr>
      <w:spacing w:after="120"/>
      <w:ind w:left="1440" w:right="1440"/>
    </w:pPr>
    <w:rPr>
      <w:rFonts w:eastAsia="MS Mincho"/>
    </w:rPr>
  </w:style>
  <w:style w:type="paragraph" w:customStyle="1" w:styleId="60">
    <w:name w:val="吹き出し6"/>
    <w:basedOn w:val="Normal"/>
    <w:uiPriority w:val="99"/>
    <w:semiHidden/>
    <w:qFormat/>
    <w:rsid w:val="00457384"/>
    <w:rPr>
      <w:rFonts w:ascii="Tahoma" w:eastAsia="MS Mincho" w:hAnsi="Tahoma" w:cs="Tahoma"/>
      <w:sz w:val="16"/>
      <w:szCs w:val="16"/>
      <w:lang w:eastAsia="ko-KR"/>
    </w:rPr>
  </w:style>
  <w:style w:type="character" w:styleId="HTMLCode">
    <w:name w:val="HTML Code"/>
    <w:semiHidden/>
    <w:unhideWhenUsed/>
    <w:rsid w:val="00944F22"/>
    <w:rPr>
      <w:rFonts w:ascii="Courier New" w:eastAsia="SimSun" w:hAnsi="Courier New" w:cs="Courier New" w:hint="default"/>
      <w:color w:val="0000FF"/>
      <w:kern w:val="2"/>
      <w:sz w:val="20"/>
      <w:szCs w:val="20"/>
      <w:lang w:val="en-US" w:eastAsia="zh-CN" w:bidi="ar-SA"/>
    </w:rPr>
  </w:style>
  <w:style w:type="paragraph" w:customStyle="1" w:styleId="CharChar6">
    <w:name w:val="Char Char6"/>
    <w:uiPriority w:val="99"/>
    <w:semiHidden/>
    <w:qFormat/>
    <w:rsid w:val="00944F22"/>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NoteHeading">
    <w:name w:val="Note Heading"/>
    <w:basedOn w:val="Normal"/>
    <w:next w:val="Normal"/>
    <w:link w:val="NoteHeadingChar"/>
    <w:uiPriority w:val="99"/>
    <w:qFormat/>
    <w:rsid w:val="00B1288B"/>
    <w:pPr>
      <w:overflowPunct w:val="0"/>
      <w:autoSpaceDE w:val="0"/>
      <w:autoSpaceDN w:val="0"/>
      <w:adjustRightInd w:val="0"/>
      <w:textAlignment w:val="baseline"/>
    </w:pPr>
    <w:rPr>
      <w:rFonts w:eastAsia="MS Mincho"/>
      <w:lang w:eastAsia="zh-CN"/>
    </w:rPr>
  </w:style>
  <w:style w:type="character" w:customStyle="1" w:styleId="NoteHeadingChar">
    <w:name w:val="Note Heading Char"/>
    <w:basedOn w:val="DefaultParagraphFont"/>
    <w:link w:val="NoteHeading"/>
    <w:uiPriority w:val="99"/>
    <w:qFormat/>
    <w:rsid w:val="00B1288B"/>
    <w:rPr>
      <w:rFonts w:ascii="Times New Roman" w:eastAsia="MS Mincho" w:hAnsi="Times New Roman"/>
      <w:lang w:val="en-GB" w:eastAsia="zh-CN"/>
    </w:rPr>
  </w:style>
  <w:style w:type="character" w:customStyle="1" w:styleId="19">
    <w:name w:val="不明显参考1"/>
    <w:uiPriority w:val="31"/>
    <w:qFormat/>
    <w:rsid w:val="00222BEC"/>
    <w:rPr>
      <w:smallCaps/>
      <w:color w:val="5A5A5A"/>
    </w:rPr>
  </w:style>
  <w:style w:type="paragraph" w:customStyle="1" w:styleId="114">
    <w:name w:val="修订11"/>
    <w:hidden/>
    <w:uiPriority w:val="99"/>
    <w:semiHidden/>
    <w:qFormat/>
    <w:rsid w:val="00222BEC"/>
    <w:rPr>
      <w:rFonts w:ascii="Times New Roman" w:eastAsia="Batang" w:hAnsi="Times New Roman"/>
      <w:lang w:val="en-GB"/>
    </w:rPr>
  </w:style>
  <w:style w:type="paragraph" w:customStyle="1" w:styleId="TOC10">
    <w:name w:val="TOC 标题1"/>
    <w:basedOn w:val="Heading1"/>
    <w:next w:val="Normal"/>
    <w:uiPriority w:val="39"/>
    <w:unhideWhenUsed/>
    <w:qFormat/>
    <w:rsid w:val="00222BEC"/>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character" w:customStyle="1" w:styleId="B3Char2">
    <w:name w:val="B3 Char2"/>
    <w:qFormat/>
    <w:rsid w:val="00222BEC"/>
    <w:rPr>
      <w:rFonts w:ascii="Times New Roman" w:hAnsi="Times New Roman"/>
      <w:lang w:val="en-GB"/>
    </w:rPr>
  </w:style>
  <w:style w:type="character" w:customStyle="1" w:styleId="EXCar">
    <w:name w:val="EX Car"/>
    <w:qFormat/>
    <w:rsid w:val="00222BEC"/>
    <w:rPr>
      <w:lang w:val="en-GB" w:eastAsia="en-US"/>
    </w:rPr>
  </w:style>
  <w:style w:type="character" w:customStyle="1" w:styleId="B4Char">
    <w:name w:val="B4 Char"/>
    <w:link w:val="B4"/>
    <w:qFormat/>
    <w:rsid w:val="00222BEC"/>
    <w:rPr>
      <w:rFonts w:ascii="Times New Roman" w:hAnsi="Times New Roman"/>
      <w:lang w:val="en-GB"/>
    </w:rPr>
  </w:style>
  <w:style w:type="character" w:customStyle="1" w:styleId="1a">
    <w:name w:val="明显强调1"/>
    <w:uiPriority w:val="21"/>
    <w:qFormat/>
    <w:rsid w:val="00222BEC"/>
    <w:rPr>
      <w:b/>
      <w:bCs/>
      <w:i/>
      <w:iCs/>
      <w:color w:val="4F81BD"/>
    </w:rPr>
  </w:style>
  <w:style w:type="paragraph" w:customStyle="1" w:styleId="B6">
    <w:name w:val="B6"/>
    <w:basedOn w:val="B5"/>
    <w:link w:val="B6Char"/>
    <w:qFormat/>
    <w:rsid w:val="00222BEC"/>
    <w:pPr>
      <w:overflowPunct w:val="0"/>
      <w:autoSpaceDE w:val="0"/>
      <w:autoSpaceDN w:val="0"/>
      <w:adjustRightInd w:val="0"/>
      <w:textAlignment w:val="baseline"/>
    </w:pPr>
    <w:rPr>
      <w:rFonts w:eastAsia="Times New Roman"/>
      <w:lang w:eastAsia="zh-CN"/>
    </w:rPr>
  </w:style>
  <w:style w:type="paragraph" w:customStyle="1" w:styleId="Meetingcaption">
    <w:name w:val="Meeting caption"/>
    <w:basedOn w:val="Normal"/>
    <w:uiPriority w:val="99"/>
    <w:qFormat/>
    <w:rsid w:val="00222BEC"/>
    <w:pPr>
      <w:framePr w:w="4120" w:hSpace="141" w:wrap="around"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eastAsia="Times New Roman"/>
      <w:lang w:val="fr-FR" w:eastAsia="ko-KR"/>
    </w:rPr>
  </w:style>
  <w:style w:type="paragraph" w:customStyle="1" w:styleId="FT">
    <w:name w:val="FT"/>
    <w:basedOn w:val="Normal"/>
    <w:uiPriority w:val="99"/>
    <w:qFormat/>
    <w:rsid w:val="00222BEC"/>
    <w:pPr>
      <w:overflowPunct w:val="0"/>
      <w:autoSpaceDE w:val="0"/>
      <w:autoSpaceDN w:val="0"/>
      <w:adjustRightInd w:val="0"/>
      <w:textAlignment w:val="baseline"/>
    </w:pPr>
    <w:rPr>
      <w:rFonts w:ascii="Arial" w:eastAsia="Times New Roman" w:hAnsi="Arial" w:cs="Arial"/>
      <w:b/>
      <w:lang w:eastAsia="ko-KR"/>
    </w:rPr>
  </w:style>
  <w:style w:type="paragraph" w:customStyle="1" w:styleId="Tadc">
    <w:name w:val="Tadc"/>
    <w:basedOn w:val="Normal"/>
    <w:uiPriority w:val="99"/>
    <w:qFormat/>
    <w:rsid w:val="00222BEC"/>
    <w:pPr>
      <w:overflowPunct w:val="0"/>
      <w:autoSpaceDE w:val="0"/>
      <w:autoSpaceDN w:val="0"/>
      <w:adjustRightInd w:val="0"/>
      <w:textAlignment w:val="baseline"/>
    </w:pPr>
    <w:rPr>
      <w:rFonts w:eastAsia="Times New Roman" w:cs="v4.2.0"/>
      <w:lang w:eastAsia="en-GB"/>
    </w:rPr>
  </w:style>
  <w:style w:type="character" w:customStyle="1" w:styleId="EditorsNoteCarCar">
    <w:name w:val="Editor's Note Car Car"/>
    <w:link w:val="EditorsNote"/>
    <w:qFormat/>
    <w:rsid w:val="00222BEC"/>
    <w:rPr>
      <w:rFonts w:ascii="Times New Roman" w:hAnsi="Times New Roman"/>
      <w:color w:val="FF0000"/>
      <w:lang w:val="en-GB"/>
    </w:rPr>
  </w:style>
  <w:style w:type="character" w:customStyle="1" w:styleId="B5Char">
    <w:name w:val="B5 Char"/>
    <w:link w:val="B5"/>
    <w:qFormat/>
    <w:rsid w:val="00222BEC"/>
    <w:rPr>
      <w:rFonts w:ascii="Times New Roman" w:hAnsi="Times New Roman"/>
      <w:lang w:val="en-GB"/>
    </w:rPr>
  </w:style>
  <w:style w:type="character" w:customStyle="1" w:styleId="HeadingChar">
    <w:name w:val="Heading Char"/>
    <w:link w:val="Heading"/>
    <w:qFormat/>
    <w:rsid w:val="00222BEC"/>
    <w:rPr>
      <w:rFonts w:ascii="Arial" w:eastAsia="SimSun" w:hAnsi="Arial"/>
      <w:b/>
      <w:sz w:val="22"/>
    </w:rPr>
  </w:style>
  <w:style w:type="character" w:customStyle="1" w:styleId="B6Char">
    <w:name w:val="B6 Char"/>
    <w:link w:val="B6"/>
    <w:qFormat/>
    <w:rsid w:val="00222BEC"/>
    <w:rPr>
      <w:rFonts w:ascii="Times New Roman" w:eastAsia="Times New Roman" w:hAnsi="Times New Roman"/>
      <w:lang w:val="en-GB" w:eastAsia="zh-CN"/>
    </w:rPr>
  </w:style>
  <w:style w:type="table" w:customStyle="1" w:styleId="TableStyle1">
    <w:name w:val="Table Style1"/>
    <w:basedOn w:val="TableNormal"/>
    <w:qFormat/>
    <w:rsid w:val="00222BEC"/>
    <w:rPr>
      <w:rFonts w:ascii="Times New Roman" w:eastAsia="MS Mincho" w:hAnsi="Times New Roman"/>
    </w:rPr>
    <w:tblPr/>
  </w:style>
  <w:style w:type="paragraph" w:customStyle="1" w:styleId="tal1">
    <w:name w:val="tal"/>
    <w:basedOn w:val="Normal"/>
    <w:uiPriority w:val="99"/>
    <w:qFormat/>
    <w:rsid w:val="00222BEC"/>
    <w:pPr>
      <w:spacing w:before="100" w:beforeAutospacing="1" w:after="100" w:afterAutospacing="1"/>
    </w:pPr>
    <w:rPr>
      <w:rFonts w:ascii="SimSun" w:hAnsi="SimSun" w:cs="SimSun"/>
      <w:sz w:val="24"/>
      <w:szCs w:val="24"/>
      <w:lang w:val="en-US" w:eastAsia="zh-CN"/>
    </w:rPr>
  </w:style>
  <w:style w:type="paragraph" w:customStyle="1" w:styleId="a5">
    <w:name w:val="수정"/>
    <w:hidden/>
    <w:uiPriority w:val="99"/>
    <w:semiHidden/>
    <w:qFormat/>
    <w:rsid w:val="00222BEC"/>
    <w:rPr>
      <w:rFonts w:ascii="Times New Roman" w:eastAsia="Batang" w:hAnsi="Times New Roman"/>
      <w:lang w:val="en-GB"/>
    </w:rPr>
  </w:style>
  <w:style w:type="paragraph" w:customStyle="1" w:styleId="a6">
    <w:name w:val="変更箇所"/>
    <w:hidden/>
    <w:uiPriority w:val="99"/>
    <w:semiHidden/>
    <w:qFormat/>
    <w:rsid w:val="00222BEC"/>
    <w:rPr>
      <w:rFonts w:ascii="Times New Roman" w:eastAsia="MS Mincho" w:hAnsi="Times New Roman"/>
      <w:lang w:val="en-GB"/>
    </w:rPr>
  </w:style>
  <w:style w:type="paragraph" w:customStyle="1" w:styleId="NB2">
    <w:name w:val="NB2"/>
    <w:basedOn w:val="ZG"/>
    <w:uiPriority w:val="99"/>
    <w:qFormat/>
    <w:rsid w:val="00222BEC"/>
    <w:pPr>
      <w:framePr w:wrap="notBeside"/>
    </w:pPr>
    <w:rPr>
      <w:rFonts w:eastAsia="Times New Roman"/>
      <w:noProof w:val="0"/>
      <w:lang w:val="en-US" w:eastAsia="ko-KR"/>
    </w:rPr>
  </w:style>
  <w:style w:type="paragraph" w:customStyle="1" w:styleId="tableentry">
    <w:name w:val="table entry"/>
    <w:basedOn w:val="Normal"/>
    <w:uiPriority w:val="99"/>
    <w:qFormat/>
    <w:rsid w:val="00222BEC"/>
    <w:pPr>
      <w:keepNext/>
      <w:spacing w:before="60" w:after="60"/>
    </w:pPr>
    <w:rPr>
      <w:rFonts w:ascii="Bookman Old Style" w:hAnsi="Bookman Old Style"/>
      <w:lang w:val="en-US" w:eastAsia="ko-KR"/>
    </w:rPr>
  </w:style>
  <w:style w:type="character" w:customStyle="1" w:styleId="EditorsNoteChar">
    <w:name w:val="Editor's Note Char"/>
    <w:qFormat/>
    <w:rsid w:val="00222BEC"/>
    <w:rPr>
      <w:rFonts w:ascii="Times New Roman" w:hAnsi="Times New Roman"/>
      <w:color w:val="FF0000"/>
      <w:lang w:val="en-GB" w:eastAsia="en-US"/>
    </w:rPr>
  </w:style>
  <w:style w:type="table" w:customStyle="1" w:styleId="TableGrid5">
    <w:name w:val="Table Grid5"/>
    <w:basedOn w:val="TableNormal"/>
    <w:uiPriority w:val="39"/>
    <w:qFormat/>
    <w:rsid w:val="00222BEC"/>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qFormat/>
    <w:rsid w:val="00222BEC"/>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93">
    <w:name w:val="TOC 93"/>
    <w:basedOn w:val="TOC8"/>
    <w:uiPriority w:val="99"/>
    <w:qFormat/>
    <w:rsid w:val="00222BEC"/>
    <w:pPr>
      <w:overflowPunct w:val="0"/>
      <w:autoSpaceDE w:val="0"/>
      <w:autoSpaceDN w:val="0"/>
      <w:adjustRightInd w:val="0"/>
      <w:ind w:left="1418" w:hanging="1418"/>
      <w:textAlignment w:val="baseline"/>
    </w:pPr>
    <w:rPr>
      <w:rFonts w:eastAsia="MS Mincho"/>
      <w:noProof w:val="0"/>
      <w:lang w:val="en-US" w:eastAsia="ja-JP"/>
    </w:rPr>
  </w:style>
  <w:style w:type="paragraph" w:customStyle="1" w:styleId="Caption3">
    <w:name w:val="Caption3"/>
    <w:basedOn w:val="Normal"/>
    <w:next w:val="Normal"/>
    <w:uiPriority w:val="99"/>
    <w:qFormat/>
    <w:rsid w:val="00222BEC"/>
    <w:pPr>
      <w:overflowPunct w:val="0"/>
      <w:autoSpaceDE w:val="0"/>
      <w:autoSpaceDN w:val="0"/>
      <w:adjustRightInd w:val="0"/>
      <w:spacing w:before="120" w:after="120"/>
      <w:textAlignment w:val="baseline"/>
    </w:pPr>
    <w:rPr>
      <w:rFonts w:eastAsia="MS Mincho"/>
      <w:b/>
      <w:lang w:eastAsia="ja-JP"/>
    </w:rPr>
  </w:style>
  <w:style w:type="paragraph" w:customStyle="1" w:styleId="TableofFigures3">
    <w:name w:val="Table of Figures3"/>
    <w:basedOn w:val="Normal"/>
    <w:next w:val="Normal"/>
    <w:uiPriority w:val="99"/>
    <w:qFormat/>
    <w:rsid w:val="00222BEC"/>
    <w:pPr>
      <w:overflowPunct w:val="0"/>
      <w:autoSpaceDE w:val="0"/>
      <w:autoSpaceDN w:val="0"/>
      <w:adjustRightInd w:val="0"/>
      <w:ind w:left="400" w:hanging="400"/>
      <w:jc w:val="center"/>
      <w:textAlignment w:val="baseline"/>
    </w:pPr>
    <w:rPr>
      <w:rFonts w:eastAsia="MS Mincho"/>
      <w:b/>
      <w:lang w:eastAsia="ja-JP"/>
    </w:rPr>
  </w:style>
  <w:style w:type="table" w:customStyle="1" w:styleId="TableGrid7">
    <w:name w:val="Table Grid7"/>
    <w:basedOn w:val="TableNormal"/>
    <w:uiPriority w:val="39"/>
    <w:qFormat/>
    <w:rsid w:val="00222BEC"/>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正文1"/>
    <w:uiPriority w:val="99"/>
    <w:qFormat/>
    <w:rsid w:val="00222BEC"/>
    <w:pPr>
      <w:jc w:val="both"/>
    </w:pPr>
    <w:rPr>
      <w:rFonts w:ascii="SimSun" w:hAnsi="SimSun" w:cs="SimSun"/>
      <w:kern w:val="2"/>
      <w:sz w:val="21"/>
      <w:szCs w:val="21"/>
      <w:lang w:eastAsia="zh-CN"/>
    </w:rPr>
  </w:style>
  <w:style w:type="paragraph" w:customStyle="1" w:styleId="font5">
    <w:name w:val="font5"/>
    <w:basedOn w:val="Normal"/>
    <w:uiPriority w:val="99"/>
    <w:qFormat/>
    <w:rsid w:val="00222BEC"/>
    <w:pPr>
      <w:spacing w:before="100" w:beforeAutospacing="1" w:after="100" w:afterAutospacing="1"/>
    </w:pPr>
    <w:rPr>
      <w:rFonts w:ascii="Arial" w:eastAsia="Times New Roman" w:hAnsi="Arial" w:cs="Arial"/>
      <w:color w:val="000000"/>
      <w:sz w:val="18"/>
      <w:szCs w:val="18"/>
      <w:lang w:val="fi-FI" w:eastAsia="fi-FI"/>
    </w:rPr>
  </w:style>
  <w:style w:type="paragraph" w:customStyle="1" w:styleId="xl65">
    <w:name w:val="xl65"/>
    <w:basedOn w:val="Normal"/>
    <w:uiPriority w:val="99"/>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66">
    <w:name w:val="xl66"/>
    <w:basedOn w:val="Normal"/>
    <w:uiPriority w:val="99"/>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67">
    <w:name w:val="xl67"/>
    <w:basedOn w:val="Normal"/>
    <w:uiPriority w:val="99"/>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68">
    <w:name w:val="xl68"/>
    <w:basedOn w:val="Normal"/>
    <w:uiPriority w:val="99"/>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8080"/>
      <w:sz w:val="18"/>
      <w:szCs w:val="18"/>
      <w:u w:val="single"/>
      <w:lang w:val="fi-FI" w:eastAsia="fi-FI"/>
    </w:rPr>
  </w:style>
  <w:style w:type="paragraph" w:customStyle="1" w:styleId="xl69">
    <w:name w:val="xl69"/>
    <w:basedOn w:val="Normal"/>
    <w:uiPriority w:val="99"/>
    <w:qFormat/>
    <w:rsid w:val="00222BEC"/>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eastAsia="Times New Roman" w:hAnsi="Arial" w:cs="Arial"/>
      <w:sz w:val="18"/>
      <w:szCs w:val="18"/>
      <w:lang w:val="fi-FI" w:eastAsia="fi-FI"/>
    </w:rPr>
  </w:style>
  <w:style w:type="paragraph" w:customStyle="1" w:styleId="xl70">
    <w:name w:val="xl70"/>
    <w:basedOn w:val="Normal"/>
    <w:uiPriority w:val="99"/>
    <w:qFormat/>
    <w:rsid w:val="00222B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1">
    <w:name w:val="xl71"/>
    <w:basedOn w:val="Normal"/>
    <w:uiPriority w:val="99"/>
    <w:qFormat/>
    <w:rsid w:val="00222B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2">
    <w:name w:val="xl72"/>
    <w:basedOn w:val="Normal"/>
    <w:uiPriority w:val="99"/>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val="fi-FI" w:eastAsia="fi-FI"/>
    </w:rPr>
  </w:style>
  <w:style w:type="paragraph" w:customStyle="1" w:styleId="xl73">
    <w:name w:val="xl73"/>
    <w:basedOn w:val="Normal"/>
    <w:uiPriority w:val="99"/>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8080"/>
      <w:sz w:val="18"/>
      <w:szCs w:val="18"/>
      <w:u w:val="single"/>
      <w:lang w:val="fi-FI" w:eastAsia="fi-FI"/>
    </w:rPr>
  </w:style>
  <w:style w:type="paragraph" w:customStyle="1" w:styleId="xl74">
    <w:name w:val="xl74"/>
    <w:basedOn w:val="Normal"/>
    <w:uiPriority w:val="99"/>
    <w:qFormat/>
    <w:rsid w:val="00222B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5">
    <w:name w:val="xl75"/>
    <w:basedOn w:val="Normal"/>
    <w:uiPriority w:val="99"/>
    <w:qFormat/>
    <w:rsid w:val="00222B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6">
    <w:name w:val="xl76"/>
    <w:basedOn w:val="Normal"/>
    <w:uiPriority w:val="99"/>
    <w:qFormat/>
    <w:rsid w:val="00222B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7">
    <w:name w:val="xl77"/>
    <w:basedOn w:val="Normal"/>
    <w:uiPriority w:val="99"/>
    <w:qFormat/>
    <w:rsid w:val="00222BE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8">
    <w:name w:val="xl78"/>
    <w:basedOn w:val="Normal"/>
    <w:uiPriority w:val="99"/>
    <w:qFormat/>
    <w:rsid w:val="00222BE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9">
    <w:name w:val="xl79"/>
    <w:basedOn w:val="Normal"/>
    <w:uiPriority w:val="99"/>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0">
    <w:name w:val="xl80"/>
    <w:basedOn w:val="Normal"/>
    <w:uiPriority w:val="99"/>
    <w:qFormat/>
    <w:rsid w:val="00222B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1">
    <w:name w:val="xl81"/>
    <w:basedOn w:val="Normal"/>
    <w:uiPriority w:val="99"/>
    <w:qFormat/>
    <w:rsid w:val="00222B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2">
    <w:name w:val="xl82"/>
    <w:basedOn w:val="Normal"/>
    <w:uiPriority w:val="99"/>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3">
    <w:name w:val="xl83"/>
    <w:basedOn w:val="Normal"/>
    <w:uiPriority w:val="99"/>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84">
    <w:name w:val="xl84"/>
    <w:basedOn w:val="Normal"/>
    <w:uiPriority w:val="99"/>
    <w:qFormat/>
    <w:rsid w:val="00222BEC"/>
    <w:pP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5">
    <w:name w:val="xl85"/>
    <w:basedOn w:val="Normal"/>
    <w:uiPriority w:val="99"/>
    <w:qFormat/>
    <w:rsid w:val="00222BEC"/>
    <w:pPr>
      <w:pBdr>
        <w:bottom w:val="single" w:sz="8" w:space="0" w:color="000000"/>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6">
    <w:name w:val="xl86"/>
    <w:basedOn w:val="Normal"/>
    <w:uiPriority w:val="99"/>
    <w:qFormat/>
    <w:rsid w:val="00222BEC"/>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character" w:customStyle="1" w:styleId="font4">
    <w:name w:val="font4"/>
    <w:basedOn w:val="DefaultParagraphFont"/>
    <w:qFormat/>
    <w:rsid w:val="00222BEC"/>
  </w:style>
  <w:style w:type="numbering" w:customStyle="1" w:styleId="NoList42">
    <w:name w:val="No List42"/>
    <w:next w:val="NoList"/>
    <w:uiPriority w:val="99"/>
    <w:semiHidden/>
    <w:unhideWhenUsed/>
    <w:rsid w:val="00222BEC"/>
  </w:style>
  <w:style w:type="numbering" w:customStyle="1" w:styleId="NoList51">
    <w:name w:val="No List51"/>
    <w:next w:val="NoList"/>
    <w:uiPriority w:val="99"/>
    <w:semiHidden/>
    <w:unhideWhenUsed/>
    <w:rsid w:val="00222BEC"/>
  </w:style>
  <w:style w:type="numbering" w:customStyle="1" w:styleId="NoList211">
    <w:name w:val="No List211"/>
    <w:next w:val="NoList"/>
    <w:uiPriority w:val="99"/>
    <w:semiHidden/>
    <w:unhideWhenUsed/>
    <w:rsid w:val="00222BEC"/>
  </w:style>
  <w:style w:type="numbering" w:customStyle="1" w:styleId="NoList311">
    <w:name w:val="No List311"/>
    <w:next w:val="NoList"/>
    <w:uiPriority w:val="99"/>
    <w:semiHidden/>
    <w:unhideWhenUsed/>
    <w:rsid w:val="00222BEC"/>
  </w:style>
  <w:style w:type="numbering" w:customStyle="1" w:styleId="NoList411">
    <w:name w:val="No List411"/>
    <w:next w:val="NoList"/>
    <w:uiPriority w:val="99"/>
    <w:semiHidden/>
    <w:unhideWhenUsed/>
    <w:rsid w:val="00222BEC"/>
  </w:style>
  <w:style w:type="numbering" w:customStyle="1" w:styleId="NoList61">
    <w:name w:val="No List61"/>
    <w:next w:val="NoList"/>
    <w:uiPriority w:val="99"/>
    <w:semiHidden/>
    <w:unhideWhenUsed/>
    <w:rsid w:val="00222BEC"/>
  </w:style>
  <w:style w:type="table" w:customStyle="1" w:styleId="TableGrid41">
    <w:name w:val="Table Grid41"/>
    <w:basedOn w:val="TableNormal"/>
    <w:next w:val="TableGrid"/>
    <w:qFormat/>
    <w:rsid w:val="00222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
    <w:name w:val="Tabellengitternetz111"/>
    <w:basedOn w:val="TableNormal"/>
    <w:next w:val="TableGrid"/>
    <w:qFormat/>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
    <w:name w:val="Tabellengitternetz211"/>
    <w:basedOn w:val="TableNormal"/>
    <w:next w:val="TableGrid"/>
    <w:qFormat/>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
    <w:name w:val="Tabellengitternetz311"/>
    <w:basedOn w:val="TableNormal"/>
    <w:next w:val="TableGrid"/>
    <w:qFormat/>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
    <w:name w:val="Tabellengitternetz411"/>
    <w:basedOn w:val="TableNormal"/>
    <w:next w:val="TableGrid"/>
    <w:qFormat/>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
    <w:name w:val="Tabellengitternetz511"/>
    <w:basedOn w:val="TableNormal"/>
    <w:next w:val="TableGrid"/>
    <w:qFormat/>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
    <w:name w:val="Tabellengitternetz611"/>
    <w:basedOn w:val="TableNormal"/>
    <w:next w:val="TableGrid"/>
    <w:qFormat/>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
    <w:name w:val="Tabellengitternetz711"/>
    <w:basedOn w:val="TableNormal"/>
    <w:next w:val="TableGrid"/>
    <w:qFormat/>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
    <w:name w:val="Tabellengitternetz811"/>
    <w:basedOn w:val="TableNormal"/>
    <w:next w:val="TableGrid"/>
    <w:qFormat/>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
    <w:name w:val="Tabellengitternetz911"/>
    <w:basedOn w:val="TableNormal"/>
    <w:next w:val="TableGrid"/>
    <w:qFormat/>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qFormat/>
    <w:rsid w:val="00222BEC"/>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qFormat/>
    <w:rsid w:val="00222BEC"/>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无列表111"/>
    <w:next w:val="NoList"/>
    <w:semiHidden/>
    <w:rsid w:val="00222BEC"/>
  </w:style>
  <w:style w:type="numbering" w:customStyle="1" w:styleId="NoList1111">
    <w:name w:val="No List1111"/>
    <w:next w:val="NoList"/>
    <w:uiPriority w:val="99"/>
    <w:semiHidden/>
    <w:unhideWhenUsed/>
    <w:rsid w:val="00222BEC"/>
  </w:style>
  <w:style w:type="numbering" w:customStyle="1" w:styleId="NoList71">
    <w:name w:val="No List71"/>
    <w:next w:val="NoList"/>
    <w:uiPriority w:val="99"/>
    <w:semiHidden/>
    <w:unhideWhenUsed/>
    <w:rsid w:val="00222BEC"/>
  </w:style>
  <w:style w:type="table" w:customStyle="1" w:styleId="TableGrid121">
    <w:name w:val="Table Grid121"/>
    <w:basedOn w:val="TableNormal"/>
    <w:next w:val="TableGrid"/>
    <w:qFormat/>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222BEC"/>
  </w:style>
  <w:style w:type="table" w:customStyle="1" w:styleId="TableGrid1111">
    <w:name w:val="Table Grid1111"/>
    <w:basedOn w:val="TableNormal"/>
    <w:next w:val="TableGrid"/>
    <w:qFormat/>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
    <w:name w:val="No List221"/>
    <w:next w:val="NoList"/>
    <w:uiPriority w:val="99"/>
    <w:semiHidden/>
    <w:unhideWhenUsed/>
    <w:rsid w:val="00222BEC"/>
  </w:style>
  <w:style w:type="numbering" w:customStyle="1" w:styleId="NoList321">
    <w:name w:val="No List321"/>
    <w:next w:val="NoList"/>
    <w:uiPriority w:val="99"/>
    <w:semiHidden/>
    <w:unhideWhenUsed/>
    <w:rsid w:val="00222BEC"/>
  </w:style>
  <w:style w:type="paragraph" w:customStyle="1" w:styleId="1c">
    <w:name w:val="変更箇所1"/>
    <w:uiPriority w:val="99"/>
    <w:semiHidden/>
    <w:qFormat/>
    <w:rsid w:val="001F553E"/>
    <w:pPr>
      <w:autoSpaceDN w:val="0"/>
    </w:pPr>
    <w:rPr>
      <w:rFonts w:ascii="Times New Roman" w:eastAsia="MS Mincho" w:hAnsi="Times New Roman"/>
      <w:lang w:val="en-GB"/>
    </w:rPr>
  </w:style>
  <w:style w:type="paragraph" w:customStyle="1" w:styleId="24">
    <w:name w:val="変更箇所2"/>
    <w:uiPriority w:val="99"/>
    <w:semiHidden/>
    <w:qFormat/>
    <w:rsid w:val="001F553E"/>
    <w:pPr>
      <w:autoSpaceDN w:val="0"/>
    </w:pPr>
    <w:rPr>
      <w:rFonts w:ascii="Times New Roman" w:eastAsia="MS Mincho" w:hAnsi="Times New Roman"/>
      <w:lang w:val="en-GB"/>
    </w:rPr>
  </w:style>
  <w:style w:type="character" w:customStyle="1" w:styleId="UnresolvedMention3">
    <w:name w:val="Unresolved Mention3"/>
    <w:uiPriority w:val="99"/>
    <w:qFormat/>
    <w:rsid w:val="001F553E"/>
    <w:rPr>
      <w:color w:val="808080"/>
      <w:shd w:val="clear" w:color="auto" w:fill="E6E6E6"/>
    </w:rPr>
  </w:style>
  <w:style w:type="paragraph" w:styleId="HTMLPreformatted">
    <w:name w:val="HTML Preformatted"/>
    <w:basedOn w:val="Normal"/>
    <w:link w:val="HTMLPreformattedChar"/>
    <w:semiHidden/>
    <w:unhideWhenUsed/>
    <w:qFormat/>
    <w:rsid w:val="001F5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pPr>
    <w:rPr>
      <w:rFonts w:ascii="Courier New" w:eastAsia="MS Mincho" w:hAnsi="Courier New"/>
      <w:lang w:eastAsia="zh-CN"/>
    </w:rPr>
  </w:style>
  <w:style w:type="character" w:customStyle="1" w:styleId="HTMLPreformattedChar">
    <w:name w:val="HTML Preformatted Char"/>
    <w:basedOn w:val="DefaultParagraphFont"/>
    <w:link w:val="HTMLPreformatted"/>
    <w:semiHidden/>
    <w:qFormat/>
    <w:rsid w:val="001F553E"/>
    <w:rPr>
      <w:rFonts w:ascii="Courier New" w:eastAsia="MS Mincho" w:hAnsi="Courier New"/>
      <w:lang w:val="en-GB" w:eastAsia="zh-CN"/>
    </w:rPr>
  </w:style>
  <w:style w:type="character" w:styleId="HTMLTypewriter">
    <w:name w:val="HTML Typewriter"/>
    <w:semiHidden/>
    <w:unhideWhenUsed/>
    <w:qFormat/>
    <w:rsid w:val="001F553E"/>
    <w:rPr>
      <w:rFonts w:ascii="Courier New" w:eastAsia="Times New Roman" w:hAnsi="Courier New" w:cs="Courier New" w:hint="default"/>
      <w:sz w:val="24"/>
      <w:szCs w:val="24"/>
    </w:rPr>
  </w:style>
  <w:style w:type="paragraph" w:customStyle="1" w:styleId="Heading">
    <w:name w:val="Heading"/>
    <w:next w:val="Normal"/>
    <w:link w:val="HeadingChar"/>
    <w:qFormat/>
    <w:rsid w:val="001F553E"/>
    <w:pPr>
      <w:spacing w:before="360"/>
      <w:ind w:left="2552"/>
    </w:pPr>
    <w:rPr>
      <w:rFonts w:ascii="Arial" w:hAnsi="Arial"/>
      <w:b/>
      <w:sz w:val="22"/>
    </w:rPr>
  </w:style>
  <w:style w:type="paragraph" w:customStyle="1" w:styleId="Figuretitle0">
    <w:name w:val="Figure_title"/>
    <w:basedOn w:val="Normal"/>
    <w:next w:val="Normal"/>
    <w:uiPriority w:val="99"/>
    <w:qFormat/>
    <w:rsid w:val="001F553E"/>
    <w:pPr>
      <w:keepNext/>
      <w:keepLines/>
      <w:tabs>
        <w:tab w:val="left" w:pos="1134"/>
        <w:tab w:val="left" w:pos="1871"/>
        <w:tab w:val="left" w:pos="2268"/>
      </w:tabs>
      <w:overflowPunct w:val="0"/>
      <w:autoSpaceDE w:val="0"/>
      <w:autoSpaceDN w:val="0"/>
      <w:adjustRightInd w:val="0"/>
      <w:spacing w:after="480"/>
      <w:jc w:val="center"/>
    </w:pPr>
    <w:rPr>
      <w:rFonts w:ascii="Times New Roman Bold" w:eastAsiaTheme="minorEastAsia" w:hAnsi="Times New Roman Bold"/>
      <w:b/>
    </w:rPr>
  </w:style>
  <w:style w:type="paragraph" w:customStyle="1" w:styleId="FigureNo">
    <w:name w:val="Figure_No"/>
    <w:basedOn w:val="Normal"/>
    <w:next w:val="Normal"/>
    <w:uiPriority w:val="99"/>
    <w:qFormat/>
    <w:rsid w:val="001F553E"/>
    <w:pPr>
      <w:keepNext/>
      <w:keepLines/>
      <w:tabs>
        <w:tab w:val="left" w:pos="1134"/>
        <w:tab w:val="left" w:pos="1871"/>
        <w:tab w:val="left" w:pos="2268"/>
      </w:tabs>
      <w:overflowPunct w:val="0"/>
      <w:autoSpaceDE w:val="0"/>
      <w:autoSpaceDN w:val="0"/>
      <w:adjustRightInd w:val="0"/>
      <w:spacing w:before="480" w:after="120"/>
      <w:jc w:val="center"/>
    </w:pPr>
    <w:rPr>
      <w:rFonts w:eastAsiaTheme="minorEastAsia"/>
      <w:caps/>
    </w:rPr>
  </w:style>
  <w:style w:type="paragraph" w:customStyle="1" w:styleId="Tabletext1">
    <w:name w:val="Table_text"/>
    <w:basedOn w:val="Normal"/>
    <w:uiPriority w:val="99"/>
    <w:qFormat/>
    <w:rsid w:val="001F553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pPr>
    <w:rPr>
      <w:sz w:val="22"/>
    </w:rPr>
  </w:style>
  <w:style w:type="paragraph" w:customStyle="1" w:styleId="Tablelegend">
    <w:name w:val="Table_legend"/>
    <w:basedOn w:val="Normal"/>
    <w:uiPriority w:val="99"/>
    <w:qFormat/>
    <w:rsid w:val="001F553E"/>
    <w:pPr>
      <w:tabs>
        <w:tab w:val="left" w:pos="1134"/>
        <w:tab w:val="left" w:pos="1871"/>
        <w:tab w:val="left" w:pos="2268"/>
      </w:tabs>
      <w:overflowPunct w:val="0"/>
      <w:autoSpaceDE w:val="0"/>
      <w:autoSpaceDN w:val="0"/>
      <w:adjustRightInd w:val="0"/>
      <w:spacing w:before="120" w:after="0"/>
    </w:pPr>
    <w:rPr>
      <w:rFonts w:eastAsiaTheme="minorEastAsia"/>
    </w:rPr>
  </w:style>
  <w:style w:type="paragraph" w:customStyle="1" w:styleId="TableNo">
    <w:name w:val="Table_No"/>
    <w:basedOn w:val="Normal"/>
    <w:next w:val="Normal"/>
    <w:uiPriority w:val="99"/>
    <w:qFormat/>
    <w:rsid w:val="001F553E"/>
    <w:pPr>
      <w:keepNext/>
      <w:tabs>
        <w:tab w:val="left" w:pos="1134"/>
        <w:tab w:val="left" w:pos="1871"/>
        <w:tab w:val="left" w:pos="2268"/>
      </w:tabs>
      <w:overflowPunct w:val="0"/>
      <w:autoSpaceDE w:val="0"/>
      <w:autoSpaceDN w:val="0"/>
      <w:adjustRightInd w:val="0"/>
      <w:spacing w:before="560" w:after="120"/>
      <w:jc w:val="center"/>
    </w:pPr>
    <w:rPr>
      <w:rFonts w:eastAsiaTheme="minorEastAsia"/>
      <w:caps/>
    </w:rPr>
  </w:style>
  <w:style w:type="paragraph" w:customStyle="1" w:styleId="Tabletitle0">
    <w:name w:val="Table_title"/>
    <w:basedOn w:val="Normal"/>
    <w:next w:val="Tabletext1"/>
    <w:uiPriority w:val="99"/>
    <w:qFormat/>
    <w:rsid w:val="001F553E"/>
    <w:pPr>
      <w:keepNext/>
      <w:keepLines/>
      <w:tabs>
        <w:tab w:val="left" w:pos="1134"/>
        <w:tab w:val="left" w:pos="1871"/>
        <w:tab w:val="left" w:pos="2268"/>
      </w:tabs>
      <w:overflowPunct w:val="0"/>
      <w:autoSpaceDE w:val="0"/>
      <w:autoSpaceDN w:val="0"/>
      <w:adjustRightInd w:val="0"/>
      <w:spacing w:after="120"/>
      <w:jc w:val="center"/>
    </w:pPr>
    <w:rPr>
      <w:rFonts w:ascii="Times New Roman Bold" w:eastAsiaTheme="minorEastAsia" w:hAnsi="Times New Roman Bold"/>
      <w:b/>
    </w:rPr>
  </w:style>
  <w:style w:type="paragraph" w:customStyle="1" w:styleId="Rientra1">
    <w:name w:val="Rientra1"/>
    <w:basedOn w:val="Normal"/>
    <w:uiPriority w:val="99"/>
    <w:qFormat/>
    <w:rsid w:val="001F553E"/>
    <w:pPr>
      <w:numPr>
        <w:numId w:val="16"/>
      </w:numPr>
      <w:tabs>
        <w:tab w:val="left" w:pos="0"/>
      </w:tabs>
      <w:suppressAutoHyphens/>
      <w:autoSpaceDN w:val="0"/>
      <w:spacing w:before="60" w:after="60"/>
      <w:jc w:val="both"/>
    </w:pPr>
  </w:style>
  <w:style w:type="paragraph" w:customStyle="1" w:styleId="Tablefin">
    <w:name w:val="Table_fin"/>
    <w:basedOn w:val="Normal"/>
    <w:next w:val="Normal"/>
    <w:uiPriority w:val="99"/>
    <w:qFormat/>
    <w:rsid w:val="001F553E"/>
    <w:pPr>
      <w:suppressAutoHyphens/>
      <w:autoSpaceDN w:val="0"/>
      <w:spacing w:after="0"/>
      <w:jc w:val="both"/>
    </w:pPr>
    <w:rPr>
      <w:rFonts w:eastAsia="Batang"/>
    </w:rPr>
  </w:style>
  <w:style w:type="paragraph" w:customStyle="1" w:styleId="enumlev3">
    <w:name w:val="enumlev3"/>
    <w:basedOn w:val="enumlev2"/>
    <w:uiPriority w:val="99"/>
    <w:qFormat/>
    <w:rsid w:val="001F553E"/>
    <w:pPr>
      <w:tabs>
        <w:tab w:val="clear" w:pos="794"/>
        <w:tab w:val="clear" w:pos="1191"/>
        <w:tab w:val="clear" w:pos="1588"/>
        <w:tab w:val="clear" w:pos="1985"/>
        <w:tab w:val="left" w:pos="1134"/>
        <w:tab w:val="left" w:pos="1871"/>
        <w:tab w:val="left" w:pos="2608"/>
        <w:tab w:val="left" w:pos="3345"/>
      </w:tabs>
      <w:spacing w:before="80" w:after="0"/>
      <w:ind w:left="2268"/>
      <w:jc w:val="left"/>
      <w:textAlignment w:val="auto"/>
    </w:pPr>
    <w:rPr>
      <w:rFonts w:eastAsiaTheme="minorEastAsia"/>
      <w:sz w:val="24"/>
      <w:lang w:val="en-GB" w:eastAsia="en-US"/>
    </w:rPr>
  </w:style>
  <w:style w:type="paragraph" w:customStyle="1" w:styleId="tah0">
    <w:name w:val="tah"/>
    <w:basedOn w:val="Normal"/>
    <w:uiPriority w:val="99"/>
    <w:qFormat/>
    <w:rsid w:val="001F553E"/>
    <w:pPr>
      <w:keepNext/>
      <w:spacing w:after="0"/>
      <w:jc w:val="center"/>
    </w:pPr>
    <w:rPr>
      <w:rFonts w:ascii="Arial" w:eastAsia="PMingLiU" w:hAnsi="Arial" w:cs="Arial"/>
      <w:b/>
      <w:bCs/>
      <w:sz w:val="18"/>
      <w:szCs w:val="18"/>
      <w:lang w:eastAsia="zh-TW"/>
    </w:rPr>
  </w:style>
  <w:style w:type="paragraph" w:customStyle="1" w:styleId="TdocHeader2">
    <w:name w:val="Tdoc_Header_2"/>
    <w:basedOn w:val="Normal"/>
    <w:uiPriority w:val="99"/>
    <w:qFormat/>
    <w:rsid w:val="001F553E"/>
    <w:pPr>
      <w:widowControl w:val="0"/>
      <w:tabs>
        <w:tab w:val="left" w:pos="1701"/>
        <w:tab w:val="right" w:pos="9072"/>
        <w:tab w:val="right" w:pos="10206"/>
      </w:tabs>
      <w:spacing w:after="0"/>
      <w:ind w:left="1440" w:hanging="1440"/>
      <w:jc w:val="both"/>
    </w:pPr>
    <w:rPr>
      <w:rFonts w:ascii="Arial" w:eastAsia="Batang" w:hAnsi="Arial"/>
      <w:b/>
      <w:sz w:val="18"/>
    </w:rPr>
  </w:style>
  <w:style w:type="paragraph" w:customStyle="1" w:styleId="TN">
    <w:name w:val="TN"/>
    <w:basedOn w:val="Normal"/>
    <w:uiPriority w:val="99"/>
    <w:qFormat/>
    <w:rsid w:val="001F553E"/>
    <w:pPr>
      <w:keepNext/>
      <w:keepLines/>
      <w:spacing w:after="0"/>
      <w:ind w:left="851" w:hanging="851"/>
    </w:pPr>
    <w:rPr>
      <w:rFonts w:ascii="Arial" w:eastAsiaTheme="minorEastAsia" w:hAnsi="Arial"/>
      <w:sz w:val="18"/>
    </w:rPr>
  </w:style>
  <w:style w:type="paragraph" w:customStyle="1" w:styleId="Style88">
    <w:name w:val="_Style 88"/>
    <w:uiPriority w:val="99"/>
    <w:semiHidden/>
    <w:qFormat/>
    <w:rsid w:val="001F553E"/>
    <w:pPr>
      <w:spacing w:after="160" w:line="256" w:lineRule="auto"/>
    </w:pPr>
    <w:rPr>
      <w:rFonts w:ascii="Times New Roman" w:eastAsia="MS Mincho" w:hAnsi="Times New Roman"/>
      <w:lang w:val="en-GB"/>
    </w:rPr>
  </w:style>
  <w:style w:type="paragraph" w:customStyle="1" w:styleId="Style90">
    <w:name w:val="_Style 90"/>
    <w:uiPriority w:val="99"/>
    <w:semiHidden/>
    <w:qFormat/>
    <w:rsid w:val="001F553E"/>
    <w:pPr>
      <w:spacing w:after="160" w:line="256" w:lineRule="auto"/>
    </w:pPr>
    <w:rPr>
      <w:rFonts w:ascii="Times New Roman" w:eastAsia="MS Mincho" w:hAnsi="Times New Roman"/>
      <w:lang w:val="en-GB"/>
    </w:rPr>
  </w:style>
  <w:style w:type="character" w:customStyle="1" w:styleId="25">
    <w:name w:val="明显强调2"/>
    <w:uiPriority w:val="21"/>
    <w:qFormat/>
    <w:rsid w:val="001F553E"/>
    <w:rPr>
      <w:b/>
      <w:bCs/>
      <w:i/>
      <w:iCs/>
      <w:color w:val="4F81BD"/>
    </w:rPr>
  </w:style>
  <w:style w:type="character" w:customStyle="1" w:styleId="capChar6">
    <w:name w:val="cap Char6"/>
    <w:aliases w:val="cap Char Char6,Caption Char Char5,Caption Char1 Char Char5,cap Char Char1 Char5,Caption Char Char1 Char Char5,cap Char2 Char Char Char5"/>
    <w:qFormat/>
    <w:rsid w:val="001F553E"/>
    <w:rPr>
      <w:b/>
      <w:bCs w:val="0"/>
      <w:lang w:val="en-GB" w:eastAsia="en-US" w:bidi="ar-SA"/>
    </w:rPr>
  </w:style>
  <w:style w:type="character" w:customStyle="1" w:styleId="href">
    <w:name w:val="href"/>
    <w:basedOn w:val="DefaultParagraphFont"/>
    <w:qFormat/>
    <w:rsid w:val="001F553E"/>
  </w:style>
  <w:style w:type="character" w:customStyle="1" w:styleId="st">
    <w:name w:val="st"/>
    <w:basedOn w:val="DefaultParagraphFont"/>
    <w:qFormat/>
    <w:rsid w:val="001F553E"/>
  </w:style>
  <w:style w:type="character" w:customStyle="1" w:styleId="st1">
    <w:name w:val="st1"/>
    <w:basedOn w:val="DefaultParagraphFont"/>
    <w:qFormat/>
    <w:rsid w:val="001F553E"/>
  </w:style>
  <w:style w:type="character" w:customStyle="1" w:styleId="Style105">
    <w:name w:val="_Style 105"/>
    <w:uiPriority w:val="31"/>
    <w:qFormat/>
    <w:rsid w:val="001F553E"/>
    <w:rPr>
      <w:smallCaps/>
      <w:color w:val="5A5A5A"/>
    </w:rPr>
  </w:style>
  <w:style w:type="character" w:customStyle="1" w:styleId="Style113">
    <w:name w:val="_Style 113"/>
    <w:uiPriority w:val="31"/>
    <w:qFormat/>
    <w:rsid w:val="001F553E"/>
    <w:rPr>
      <w:smallCaps/>
      <w:color w:val="5A5A5A"/>
    </w:rPr>
  </w:style>
  <w:style w:type="table" w:customStyle="1" w:styleId="TableGrid8">
    <w:name w:val="Table Grid8"/>
    <w:basedOn w:val="TableNormal"/>
    <w:uiPriority w:val="39"/>
    <w:qFormat/>
    <w:rsid w:val="001F553E"/>
    <w:rPr>
      <w:rFonts w:ascii="Times New Roman" w:eastAsia="MS Mincho" w:hAnsi="Times New Roman"/>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qFormat/>
    <w:rsid w:val="001F553E"/>
    <w:rPr>
      <w:rFonts w:ascii="Times New Roman" w:eastAsia="Times New Roman" w:hAnsi="Times New Roman"/>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uiPriority w:val="39"/>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qFormat/>
    <w:rsid w:val="001F553E"/>
    <w:pPr>
      <w:overflowPunct w:val="0"/>
      <w:autoSpaceDE w:val="0"/>
      <w:autoSpaceDN w:val="0"/>
      <w:adjustRightInd w:val="0"/>
      <w:spacing w:after="180"/>
    </w:pPr>
    <w:rPr>
      <w:rFonts w:ascii="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qFormat/>
    <w:rsid w:val="001F553E"/>
    <w:pPr>
      <w:overflowPunct w:val="0"/>
      <w:autoSpaceDE w:val="0"/>
      <w:autoSpaceDN w:val="0"/>
      <w:adjustRightInd w:val="0"/>
      <w:spacing w:after="180"/>
    </w:pPr>
    <w:rPr>
      <w:rFonts w:ascii="Times New Roman" w:eastAsia="MS Mincho"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uiPriority w:val="39"/>
    <w:qFormat/>
    <w:rsid w:val="001F553E"/>
    <w:rPr>
      <w:rFonts w:ascii="Calibri" w:eastAsia="DengXian" w:hAnsi="Calibri"/>
      <w:sz w:val="22"/>
      <w:szCs w:val="22"/>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uiPriority w:val="39"/>
    <w:qFormat/>
    <w:rsid w:val="001F553E"/>
    <w:rPr>
      <w:rFonts w:ascii="Calibri" w:eastAsia="DengXian" w:hAnsi="Calibri"/>
      <w:sz w:val="22"/>
      <w:szCs w:val="22"/>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TableNormal"/>
    <w:uiPriority w:val="39"/>
    <w:qFormat/>
    <w:rsid w:val="001F553E"/>
    <w:rPr>
      <w:rFonts w:ascii="Calibri" w:eastAsia="DengXian" w:hAnsi="Calibri"/>
      <w:sz w:val="22"/>
      <w:szCs w:val="22"/>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
    <w:name w:val="Table Grid74"/>
    <w:basedOn w:val="TableNormal"/>
    <w:uiPriority w:val="39"/>
    <w:rsid w:val="001F553E"/>
    <w:rPr>
      <w:rFonts w:ascii="Calibri" w:eastAsia="DengXian" w:hAnsi="Calibri"/>
      <w:sz w:val="22"/>
      <w:szCs w:val="22"/>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
    <w:name w:val="Table Grid75"/>
    <w:basedOn w:val="TableNormal"/>
    <w:uiPriority w:val="39"/>
    <w:qFormat/>
    <w:rsid w:val="001F553E"/>
    <w:rPr>
      <w:rFonts w:ascii="Calibri" w:eastAsia="DengXian" w:hAnsi="Calibri"/>
      <w:sz w:val="22"/>
      <w:szCs w:val="22"/>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uiPriority w:val="39"/>
    <w:rsid w:val="001F553E"/>
    <w:pPr>
      <w:spacing w:after="180"/>
    </w:pPr>
    <w:rPr>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uiPriority w:val="39"/>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1">
    <w:name w:val="Table Style11"/>
    <w:basedOn w:val="TableNormal"/>
    <w:qFormat/>
    <w:rsid w:val="001F553E"/>
    <w:rPr>
      <w:rFonts w:ascii="Times New Roman" w:eastAsia="MS Mincho" w:hAnsi="Times New Roman"/>
      <w:lang w:val="fr-FR"/>
    </w:rPr>
    <w:tblPr>
      <w:tblInd w:w="0" w:type="nil"/>
    </w:tblPr>
  </w:style>
  <w:style w:type="table" w:customStyle="1" w:styleId="Tabellengitternetz112">
    <w:name w:val="Tabellengitternetz112"/>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
    <w:name w:val="Tabellengitternetz212"/>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
    <w:name w:val="Tabellengitternetz312"/>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
    <w:name w:val="Tabellengitternetz412"/>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
    <w:name w:val="Tabellengitternetz512"/>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
    <w:name w:val="Tabellengitternetz612"/>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
    <w:name w:val="Tabellengitternetz712"/>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
    <w:name w:val="Tabellengitternetz812"/>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
    <w:name w:val="Tabellengitternetz912"/>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
    <w:name w:val="Table Grid76"/>
    <w:basedOn w:val="TableNormal"/>
    <w:uiPriority w:val="39"/>
    <w:qFormat/>
    <w:rsid w:val="001F553E"/>
    <w:rPr>
      <w:rFonts w:ascii="Calibri" w:eastAsia="DengXian" w:hAnsi="Calibri"/>
      <w:sz w:val="22"/>
      <w:szCs w:val="22"/>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qFormat/>
    <w:rsid w:val="001F553E"/>
    <w:pPr>
      <w:spacing w:after="180"/>
    </w:pPr>
    <w:rPr>
      <w:rFonts w:ascii="Tms Rmn" w:hAnsi="Tms Rm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uiPriority w:val="39"/>
    <w:qFormat/>
    <w:rsid w:val="001F553E"/>
    <w:pPr>
      <w:overflowPunct w:val="0"/>
      <w:autoSpaceDE w:val="0"/>
      <w:autoSpaceDN w:val="0"/>
      <w:adjustRightInd w:val="0"/>
      <w:spacing w:after="180"/>
    </w:pPr>
    <w:rPr>
      <w:rFonts w:ascii="Times New Roman" w:eastAsia="MS Mincho" w:hAnsi="Times New Roman"/>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qFormat/>
    <w:rsid w:val="001F553E"/>
    <w:pPr>
      <w:spacing w:after="180"/>
    </w:pPr>
    <w:rPr>
      <w:rFonts w:ascii="Times New Roman" w:eastAsia="Times New Roman" w:hAnsi="Times New Roman"/>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qFormat/>
    <w:rsid w:val="001F553E"/>
    <w:rPr>
      <w:rFonts w:ascii="Times New Roman" w:eastAsia="Times New Roman" w:hAnsi="Times New Roman"/>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uiPriority w:val="39"/>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qFormat/>
    <w:rsid w:val="001F553E"/>
    <w:pPr>
      <w:overflowPunct w:val="0"/>
      <w:autoSpaceDE w:val="0"/>
      <w:autoSpaceDN w:val="0"/>
      <w:adjustRightInd w:val="0"/>
      <w:spacing w:after="180"/>
    </w:pPr>
    <w:rPr>
      <w:rFonts w:ascii="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qFormat/>
    <w:rsid w:val="001F553E"/>
    <w:pPr>
      <w:overflowPunct w:val="0"/>
      <w:autoSpaceDE w:val="0"/>
      <w:autoSpaceDN w:val="0"/>
      <w:adjustRightInd w:val="0"/>
      <w:spacing w:after="180"/>
    </w:pPr>
    <w:rPr>
      <w:rFonts w:ascii="Times New Roman" w:eastAsia="MS Mincho"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uiPriority w:val="39"/>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uiPriority w:val="39"/>
    <w:qFormat/>
    <w:rsid w:val="001F553E"/>
    <w:pPr>
      <w:spacing w:after="180"/>
    </w:pPr>
    <w:rPr>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uiPriority w:val="39"/>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
    <w:name w:val="Tabellengitternetz113"/>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
    <w:name w:val="Tabellengitternetz213"/>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
    <w:name w:val="Tabellengitternetz313"/>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
    <w:name w:val="Tabellengitternetz413"/>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
    <w:name w:val="Tabellengitternetz513"/>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
    <w:name w:val="Tabellengitternetz613"/>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
    <w:name w:val="Tabellengitternetz713"/>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
    <w:name w:val="Tabellengitternetz813"/>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
    <w:name w:val="Tabellengitternetz913"/>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
    <w:name w:val="Table Grid123"/>
    <w:basedOn w:val="TableNormal"/>
    <w:qFormat/>
    <w:rsid w:val="001F553E"/>
    <w:pPr>
      <w:spacing w:after="180"/>
    </w:pPr>
    <w:rPr>
      <w:rFonts w:ascii="Tms Rmn" w:hAnsi="Tms Rm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uiPriority w:val="39"/>
    <w:qFormat/>
    <w:rsid w:val="001F553E"/>
    <w:pPr>
      <w:overflowPunct w:val="0"/>
      <w:autoSpaceDE w:val="0"/>
      <w:autoSpaceDN w:val="0"/>
      <w:adjustRightInd w:val="0"/>
      <w:spacing w:after="180"/>
    </w:pPr>
    <w:rPr>
      <w:rFonts w:ascii="Times New Roman" w:eastAsia="MS Mincho" w:hAnsi="Times New Roman"/>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
    <w:name w:val="Table Grid1113"/>
    <w:basedOn w:val="TableNormal"/>
    <w:qFormat/>
    <w:rsid w:val="001F553E"/>
    <w:pPr>
      <w:spacing w:after="180"/>
    </w:pPr>
    <w:rPr>
      <w:rFonts w:ascii="Times New Roman" w:eastAsia="Times New Roman" w:hAnsi="Times New Roman"/>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qFormat/>
    <w:rsid w:val="001F553E"/>
    <w:rPr>
      <w:rFonts w:ascii="Times New Roman" w:eastAsia="Times New Roman" w:hAnsi="Times New Roman"/>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uiPriority w:val="39"/>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qFormat/>
    <w:rsid w:val="001F553E"/>
    <w:pPr>
      <w:overflowPunct w:val="0"/>
      <w:autoSpaceDE w:val="0"/>
      <w:autoSpaceDN w:val="0"/>
      <w:adjustRightInd w:val="0"/>
      <w:spacing w:after="180"/>
    </w:pPr>
    <w:rPr>
      <w:rFonts w:ascii="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qFormat/>
    <w:rsid w:val="001F553E"/>
    <w:pPr>
      <w:overflowPunct w:val="0"/>
      <w:autoSpaceDE w:val="0"/>
      <w:autoSpaceDN w:val="0"/>
      <w:adjustRightInd w:val="0"/>
      <w:spacing w:after="180"/>
    </w:pPr>
    <w:rPr>
      <w:rFonts w:ascii="Times New Roman" w:eastAsia="MS Mincho"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uiPriority w:val="39"/>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3">
    <w:name w:val="Table Grid83"/>
    <w:basedOn w:val="TableNormal"/>
    <w:uiPriority w:val="39"/>
    <w:rsid w:val="001F553E"/>
    <w:pPr>
      <w:spacing w:after="180"/>
    </w:pPr>
    <w:rPr>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uiPriority w:val="39"/>
    <w:qFormat/>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4">
    <w:name w:val="Tabellengitternetz114"/>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4">
    <w:name w:val="Tabellengitternetz214"/>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4">
    <w:name w:val="Tabellengitternetz314"/>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4">
    <w:name w:val="Tabellengitternetz414"/>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4">
    <w:name w:val="Tabellengitternetz514"/>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4">
    <w:name w:val="Tabellengitternetz614"/>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4">
    <w:name w:val="Tabellengitternetz714"/>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4">
    <w:name w:val="Tabellengitternetz814"/>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4">
    <w:name w:val="Tabellengitternetz914"/>
    <w:basedOn w:val="TableNormal"/>
    <w:qFormat/>
    <w:rsid w:val="001F553E"/>
    <w:rPr>
      <w:rFonts w:ascii="Times New Roman" w:eastAsia="Malgun Gothic"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
    <w:name w:val="Table Grid413"/>
    <w:basedOn w:val="TableNormal"/>
    <w:rsid w:val="001F553E"/>
    <w:pPr>
      <w:spacing w:after="180"/>
    </w:pPr>
    <w:rPr>
      <w:rFonts w:ascii="Times New Roman" w:eastAsia="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
    <w:name w:val="Table Grid124"/>
    <w:basedOn w:val="TableNormal"/>
    <w:qFormat/>
    <w:rsid w:val="001F553E"/>
    <w:pPr>
      <w:spacing w:after="180"/>
    </w:pPr>
    <w:rPr>
      <w:rFonts w:ascii="Tms Rmn" w:hAnsi="Tms Rm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uiPriority w:val="39"/>
    <w:rsid w:val="001F553E"/>
    <w:pPr>
      <w:overflowPunct w:val="0"/>
      <w:autoSpaceDE w:val="0"/>
      <w:autoSpaceDN w:val="0"/>
      <w:adjustRightInd w:val="0"/>
      <w:spacing w:after="180"/>
    </w:pPr>
    <w:rPr>
      <w:rFonts w:ascii="Times New Roman" w:eastAsia="MS Mincho" w:hAnsi="Times New Roman"/>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
    <w:name w:val="Table Grid1114"/>
    <w:basedOn w:val="TableNormal"/>
    <w:qFormat/>
    <w:rsid w:val="001F553E"/>
    <w:pPr>
      <w:spacing w:after="180"/>
    </w:pPr>
    <w:rPr>
      <w:rFonts w:ascii="Times New Roman" w:eastAsia="Times New Roman" w:hAnsi="Times New Roman"/>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网格型1"/>
    <w:basedOn w:val="TableNormal"/>
    <w:qFormat/>
    <w:rsid w:val="001F553E"/>
    <w:rPr>
      <w:rFonts w:ascii="Times New Roman" w:eastAsia="Times New Roman" w:hAnsi="Times New Roman"/>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古典型 21"/>
    <w:basedOn w:val="TableNormal"/>
    <w:qFormat/>
    <w:rsid w:val="001F553E"/>
    <w:pPr>
      <w:spacing w:after="180"/>
    </w:pPr>
    <w:rPr>
      <w:rFonts w:ascii="Times New Roman" w:hAnsi="Times New Roman"/>
      <w:lang w:val="fr-FR"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1">
    <w:name w:val="Table Classic 211"/>
    <w:basedOn w:val="TableNormal"/>
    <w:qFormat/>
    <w:rsid w:val="001F553E"/>
    <w:pPr>
      <w:spacing w:after="180"/>
    </w:pPr>
    <w:rPr>
      <w:rFonts w:ascii="Times New Roman" w:hAnsi="Times New Roman"/>
      <w:lang w:val="fr-FR"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paragraph" w:customStyle="1" w:styleId="122">
    <w:name w:val="修订12"/>
    <w:uiPriority w:val="99"/>
    <w:semiHidden/>
    <w:qFormat/>
    <w:rsid w:val="001F553E"/>
    <w:pPr>
      <w:autoSpaceDN w:val="0"/>
    </w:pPr>
    <w:rPr>
      <w:rFonts w:ascii="Times New Roman" w:eastAsia="Batang" w:hAnsi="Times New Roman"/>
      <w:lang w:val="en-GB"/>
    </w:rPr>
  </w:style>
  <w:style w:type="paragraph" w:customStyle="1" w:styleId="33">
    <w:name w:val="修订3"/>
    <w:uiPriority w:val="99"/>
    <w:semiHidden/>
    <w:qFormat/>
    <w:rsid w:val="001F553E"/>
    <w:pPr>
      <w:autoSpaceDN w:val="0"/>
    </w:pPr>
    <w:rPr>
      <w:rFonts w:ascii="Times New Roman" w:eastAsia="Batang" w:hAnsi="Times New Roman"/>
      <w:lang w:val="en-GB"/>
    </w:rPr>
  </w:style>
  <w:style w:type="paragraph" w:customStyle="1" w:styleId="Style95">
    <w:name w:val="_Style 95"/>
    <w:uiPriority w:val="99"/>
    <w:semiHidden/>
    <w:qFormat/>
    <w:rsid w:val="001F553E"/>
    <w:pPr>
      <w:autoSpaceDN w:val="0"/>
      <w:spacing w:after="160" w:line="254" w:lineRule="auto"/>
    </w:pPr>
    <w:rPr>
      <w:rFonts w:eastAsia="Times New Roman"/>
      <w:lang w:val="en-GB"/>
    </w:rPr>
  </w:style>
  <w:style w:type="paragraph" w:customStyle="1" w:styleId="Style91">
    <w:name w:val="_Style 91"/>
    <w:uiPriority w:val="99"/>
    <w:semiHidden/>
    <w:qFormat/>
    <w:rsid w:val="001F553E"/>
    <w:pPr>
      <w:autoSpaceDN w:val="0"/>
      <w:spacing w:after="160" w:line="256" w:lineRule="auto"/>
    </w:pPr>
    <w:rPr>
      <w:rFonts w:eastAsia="Times New Roman"/>
      <w:lang w:val="en-GB"/>
    </w:rPr>
  </w:style>
  <w:style w:type="paragraph" w:customStyle="1" w:styleId="CharChar13">
    <w:name w:val="Char Char13"/>
    <w:uiPriority w:val="99"/>
    <w:semiHidden/>
    <w:qFormat/>
    <w:rsid w:val="001F553E"/>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Style79">
    <w:name w:val="_Style 79"/>
    <w:uiPriority w:val="99"/>
    <w:semiHidden/>
    <w:qFormat/>
    <w:rsid w:val="001F553E"/>
    <w:pPr>
      <w:autoSpaceDN w:val="0"/>
      <w:spacing w:after="160" w:line="256" w:lineRule="auto"/>
    </w:pPr>
    <w:rPr>
      <w:rFonts w:ascii="Times New Roman" w:eastAsia="MS Mincho" w:hAnsi="Times New Roman"/>
      <w:lang w:val="en-GB"/>
    </w:rPr>
  </w:style>
  <w:style w:type="character" w:styleId="IntenseEmphasis">
    <w:name w:val="Intense Emphasis"/>
    <w:uiPriority w:val="21"/>
    <w:qFormat/>
    <w:rsid w:val="001F553E"/>
    <w:rPr>
      <w:b/>
      <w:bCs/>
      <w:i/>
      <w:iCs/>
      <w:color w:val="4F81BD"/>
    </w:rPr>
  </w:style>
  <w:style w:type="character" w:customStyle="1" w:styleId="Style115">
    <w:name w:val="_Style 115"/>
    <w:uiPriority w:val="31"/>
    <w:qFormat/>
    <w:rsid w:val="001F553E"/>
    <w:rPr>
      <w:smallCaps/>
      <w:color w:val="5A5A5A"/>
    </w:rPr>
  </w:style>
  <w:style w:type="character" w:customStyle="1" w:styleId="Style104">
    <w:name w:val="_Style 104"/>
    <w:uiPriority w:val="31"/>
    <w:qFormat/>
    <w:rsid w:val="001F553E"/>
    <w:rPr>
      <w:smallCaps/>
      <w:color w:val="5A5A5A"/>
    </w:rPr>
  </w:style>
  <w:style w:type="table" w:customStyle="1" w:styleId="Tabellengitternetz12">
    <w:name w:val="Tabellengitternetz12"/>
    <w:basedOn w:val="TableNormal"/>
    <w:rsid w:val="001F553E"/>
    <w:rPr>
      <w:rFonts w:ascii="Times New Roman" w:eastAsia="MS Mincho"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
    <w:name w:val="Tabellengitternetz22"/>
    <w:basedOn w:val="TableNormal"/>
    <w:rsid w:val="001F553E"/>
    <w:rPr>
      <w:rFonts w:ascii="Times New Roman" w:eastAsia="MS Mincho"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
    <w:name w:val="Tabellengitternetz32"/>
    <w:basedOn w:val="TableNormal"/>
    <w:rsid w:val="001F553E"/>
    <w:rPr>
      <w:rFonts w:ascii="Times New Roman" w:eastAsia="MS Mincho"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
    <w:name w:val="Tabellengitternetz42"/>
    <w:basedOn w:val="TableNormal"/>
    <w:rsid w:val="001F553E"/>
    <w:rPr>
      <w:rFonts w:ascii="Times New Roman" w:eastAsia="MS Mincho"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
    <w:name w:val="Tabellengitternetz52"/>
    <w:basedOn w:val="TableNormal"/>
    <w:rsid w:val="001F553E"/>
    <w:rPr>
      <w:rFonts w:ascii="Times New Roman" w:eastAsia="MS Mincho"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
    <w:name w:val="Tabellengitternetz62"/>
    <w:basedOn w:val="TableNormal"/>
    <w:rsid w:val="001F553E"/>
    <w:rPr>
      <w:rFonts w:ascii="Times New Roman" w:eastAsia="MS Mincho"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
    <w:name w:val="Tabellengitternetz72"/>
    <w:basedOn w:val="TableNormal"/>
    <w:rsid w:val="001F553E"/>
    <w:rPr>
      <w:rFonts w:ascii="Times New Roman" w:eastAsia="MS Mincho"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
    <w:name w:val="Tabellengitternetz82"/>
    <w:basedOn w:val="TableNormal"/>
    <w:rsid w:val="001F553E"/>
    <w:rPr>
      <w:rFonts w:ascii="Times New Roman" w:eastAsia="MS Mincho"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
    <w:name w:val="Tabellengitternetz92"/>
    <w:basedOn w:val="TableNormal"/>
    <w:rsid w:val="001F553E"/>
    <w:rPr>
      <w:rFonts w:ascii="Times New Roman" w:eastAsia="MS Mincho"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网格型32"/>
    <w:basedOn w:val="TableNormal"/>
    <w:rsid w:val="001F553E"/>
    <w:pPr>
      <w:overflowPunct w:val="0"/>
      <w:autoSpaceDE w:val="0"/>
      <w:autoSpaceDN w:val="0"/>
      <w:adjustRightInd w:val="0"/>
      <w:spacing w:after="180"/>
    </w:pPr>
    <w:rPr>
      <w:rFonts w:ascii="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网格型42"/>
    <w:basedOn w:val="TableNormal"/>
    <w:rsid w:val="001F553E"/>
    <w:pPr>
      <w:overflowPunct w:val="0"/>
      <w:autoSpaceDE w:val="0"/>
      <w:autoSpaceDN w:val="0"/>
      <w:adjustRightInd w:val="0"/>
      <w:spacing w:after="180"/>
    </w:pPr>
    <w:rPr>
      <w:rFonts w:ascii="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2">
    <w:name w:val="Table Classic 22"/>
    <w:basedOn w:val="TableNormal"/>
    <w:rsid w:val="001F553E"/>
    <w:pPr>
      <w:spacing w:after="180"/>
    </w:pPr>
    <w:rPr>
      <w:rFonts w:ascii="Times New Roman" w:hAnsi="Times New Roman"/>
      <w:lang w:val="fr-FR"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网格型311"/>
    <w:basedOn w:val="TableNormal"/>
    <w:rsid w:val="001F553E"/>
    <w:pPr>
      <w:overflowPunct w:val="0"/>
      <w:autoSpaceDE w:val="0"/>
      <w:autoSpaceDN w:val="0"/>
      <w:adjustRightInd w:val="0"/>
      <w:spacing w:after="180"/>
    </w:pPr>
    <w:rPr>
      <w:rFonts w:ascii="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网格型411"/>
    <w:basedOn w:val="TableNormal"/>
    <w:rsid w:val="001F553E"/>
    <w:pPr>
      <w:overflowPunct w:val="0"/>
      <w:autoSpaceDE w:val="0"/>
      <w:autoSpaceDN w:val="0"/>
      <w:adjustRightInd w:val="0"/>
      <w:spacing w:after="180"/>
    </w:pPr>
    <w:rPr>
      <w:rFonts w:ascii="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19">
    <w:name w:val="LFO19"/>
    <w:rsid w:val="001F5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46624">
      <w:bodyDiv w:val="1"/>
      <w:marLeft w:val="0"/>
      <w:marRight w:val="0"/>
      <w:marTop w:val="0"/>
      <w:marBottom w:val="0"/>
      <w:divBdr>
        <w:top w:val="none" w:sz="0" w:space="0" w:color="auto"/>
        <w:left w:val="none" w:sz="0" w:space="0" w:color="auto"/>
        <w:bottom w:val="none" w:sz="0" w:space="0" w:color="auto"/>
        <w:right w:val="none" w:sz="0" w:space="0" w:color="auto"/>
      </w:divBdr>
    </w:div>
    <w:div w:id="76025374">
      <w:bodyDiv w:val="1"/>
      <w:marLeft w:val="0"/>
      <w:marRight w:val="0"/>
      <w:marTop w:val="0"/>
      <w:marBottom w:val="0"/>
      <w:divBdr>
        <w:top w:val="none" w:sz="0" w:space="0" w:color="auto"/>
        <w:left w:val="none" w:sz="0" w:space="0" w:color="auto"/>
        <w:bottom w:val="none" w:sz="0" w:space="0" w:color="auto"/>
        <w:right w:val="none" w:sz="0" w:space="0" w:color="auto"/>
      </w:divBdr>
    </w:div>
    <w:div w:id="84155174">
      <w:bodyDiv w:val="1"/>
      <w:marLeft w:val="0"/>
      <w:marRight w:val="0"/>
      <w:marTop w:val="0"/>
      <w:marBottom w:val="0"/>
      <w:divBdr>
        <w:top w:val="none" w:sz="0" w:space="0" w:color="auto"/>
        <w:left w:val="none" w:sz="0" w:space="0" w:color="auto"/>
        <w:bottom w:val="none" w:sz="0" w:space="0" w:color="auto"/>
        <w:right w:val="none" w:sz="0" w:space="0" w:color="auto"/>
      </w:divBdr>
    </w:div>
    <w:div w:id="90005277">
      <w:bodyDiv w:val="1"/>
      <w:marLeft w:val="0"/>
      <w:marRight w:val="0"/>
      <w:marTop w:val="0"/>
      <w:marBottom w:val="0"/>
      <w:divBdr>
        <w:top w:val="none" w:sz="0" w:space="0" w:color="auto"/>
        <w:left w:val="none" w:sz="0" w:space="0" w:color="auto"/>
        <w:bottom w:val="none" w:sz="0" w:space="0" w:color="auto"/>
        <w:right w:val="none" w:sz="0" w:space="0" w:color="auto"/>
      </w:divBdr>
    </w:div>
    <w:div w:id="99641825">
      <w:bodyDiv w:val="1"/>
      <w:marLeft w:val="0"/>
      <w:marRight w:val="0"/>
      <w:marTop w:val="0"/>
      <w:marBottom w:val="0"/>
      <w:divBdr>
        <w:top w:val="none" w:sz="0" w:space="0" w:color="auto"/>
        <w:left w:val="none" w:sz="0" w:space="0" w:color="auto"/>
        <w:bottom w:val="none" w:sz="0" w:space="0" w:color="auto"/>
        <w:right w:val="none" w:sz="0" w:space="0" w:color="auto"/>
      </w:divBdr>
    </w:div>
    <w:div w:id="102699873">
      <w:bodyDiv w:val="1"/>
      <w:marLeft w:val="0"/>
      <w:marRight w:val="0"/>
      <w:marTop w:val="0"/>
      <w:marBottom w:val="0"/>
      <w:divBdr>
        <w:top w:val="none" w:sz="0" w:space="0" w:color="auto"/>
        <w:left w:val="none" w:sz="0" w:space="0" w:color="auto"/>
        <w:bottom w:val="none" w:sz="0" w:space="0" w:color="auto"/>
        <w:right w:val="none" w:sz="0" w:space="0" w:color="auto"/>
      </w:divBdr>
    </w:div>
    <w:div w:id="125319701">
      <w:bodyDiv w:val="1"/>
      <w:marLeft w:val="0"/>
      <w:marRight w:val="0"/>
      <w:marTop w:val="0"/>
      <w:marBottom w:val="0"/>
      <w:divBdr>
        <w:top w:val="none" w:sz="0" w:space="0" w:color="auto"/>
        <w:left w:val="none" w:sz="0" w:space="0" w:color="auto"/>
        <w:bottom w:val="none" w:sz="0" w:space="0" w:color="auto"/>
        <w:right w:val="none" w:sz="0" w:space="0" w:color="auto"/>
      </w:divBdr>
    </w:div>
    <w:div w:id="133958946">
      <w:bodyDiv w:val="1"/>
      <w:marLeft w:val="0"/>
      <w:marRight w:val="0"/>
      <w:marTop w:val="0"/>
      <w:marBottom w:val="0"/>
      <w:divBdr>
        <w:top w:val="none" w:sz="0" w:space="0" w:color="auto"/>
        <w:left w:val="none" w:sz="0" w:space="0" w:color="auto"/>
        <w:bottom w:val="none" w:sz="0" w:space="0" w:color="auto"/>
        <w:right w:val="none" w:sz="0" w:space="0" w:color="auto"/>
      </w:divBdr>
    </w:div>
    <w:div w:id="157767778">
      <w:bodyDiv w:val="1"/>
      <w:marLeft w:val="0"/>
      <w:marRight w:val="0"/>
      <w:marTop w:val="0"/>
      <w:marBottom w:val="0"/>
      <w:divBdr>
        <w:top w:val="none" w:sz="0" w:space="0" w:color="auto"/>
        <w:left w:val="none" w:sz="0" w:space="0" w:color="auto"/>
        <w:bottom w:val="none" w:sz="0" w:space="0" w:color="auto"/>
        <w:right w:val="none" w:sz="0" w:space="0" w:color="auto"/>
      </w:divBdr>
    </w:div>
    <w:div w:id="158814755">
      <w:bodyDiv w:val="1"/>
      <w:marLeft w:val="0"/>
      <w:marRight w:val="0"/>
      <w:marTop w:val="0"/>
      <w:marBottom w:val="0"/>
      <w:divBdr>
        <w:top w:val="none" w:sz="0" w:space="0" w:color="auto"/>
        <w:left w:val="none" w:sz="0" w:space="0" w:color="auto"/>
        <w:bottom w:val="none" w:sz="0" w:space="0" w:color="auto"/>
        <w:right w:val="none" w:sz="0" w:space="0" w:color="auto"/>
      </w:divBdr>
    </w:div>
    <w:div w:id="208952970">
      <w:bodyDiv w:val="1"/>
      <w:marLeft w:val="0"/>
      <w:marRight w:val="0"/>
      <w:marTop w:val="0"/>
      <w:marBottom w:val="0"/>
      <w:divBdr>
        <w:top w:val="none" w:sz="0" w:space="0" w:color="auto"/>
        <w:left w:val="none" w:sz="0" w:space="0" w:color="auto"/>
        <w:bottom w:val="none" w:sz="0" w:space="0" w:color="auto"/>
        <w:right w:val="none" w:sz="0" w:space="0" w:color="auto"/>
      </w:divBdr>
    </w:div>
    <w:div w:id="235406495">
      <w:bodyDiv w:val="1"/>
      <w:marLeft w:val="0"/>
      <w:marRight w:val="0"/>
      <w:marTop w:val="0"/>
      <w:marBottom w:val="0"/>
      <w:divBdr>
        <w:top w:val="none" w:sz="0" w:space="0" w:color="auto"/>
        <w:left w:val="none" w:sz="0" w:space="0" w:color="auto"/>
        <w:bottom w:val="none" w:sz="0" w:space="0" w:color="auto"/>
        <w:right w:val="none" w:sz="0" w:space="0" w:color="auto"/>
      </w:divBdr>
    </w:div>
    <w:div w:id="238246763">
      <w:bodyDiv w:val="1"/>
      <w:marLeft w:val="0"/>
      <w:marRight w:val="0"/>
      <w:marTop w:val="0"/>
      <w:marBottom w:val="0"/>
      <w:divBdr>
        <w:top w:val="none" w:sz="0" w:space="0" w:color="auto"/>
        <w:left w:val="none" w:sz="0" w:space="0" w:color="auto"/>
        <w:bottom w:val="none" w:sz="0" w:space="0" w:color="auto"/>
        <w:right w:val="none" w:sz="0" w:space="0" w:color="auto"/>
      </w:divBdr>
    </w:div>
    <w:div w:id="255676015">
      <w:bodyDiv w:val="1"/>
      <w:marLeft w:val="0"/>
      <w:marRight w:val="0"/>
      <w:marTop w:val="0"/>
      <w:marBottom w:val="0"/>
      <w:divBdr>
        <w:top w:val="none" w:sz="0" w:space="0" w:color="auto"/>
        <w:left w:val="none" w:sz="0" w:space="0" w:color="auto"/>
        <w:bottom w:val="none" w:sz="0" w:space="0" w:color="auto"/>
        <w:right w:val="none" w:sz="0" w:space="0" w:color="auto"/>
      </w:divBdr>
    </w:div>
    <w:div w:id="264077297">
      <w:bodyDiv w:val="1"/>
      <w:marLeft w:val="0"/>
      <w:marRight w:val="0"/>
      <w:marTop w:val="0"/>
      <w:marBottom w:val="0"/>
      <w:divBdr>
        <w:top w:val="none" w:sz="0" w:space="0" w:color="auto"/>
        <w:left w:val="none" w:sz="0" w:space="0" w:color="auto"/>
        <w:bottom w:val="none" w:sz="0" w:space="0" w:color="auto"/>
        <w:right w:val="none" w:sz="0" w:space="0" w:color="auto"/>
      </w:divBdr>
    </w:div>
    <w:div w:id="269245606">
      <w:bodyDiv w:val="1"/>
      <w:marLeft w:val="0"/>
      <w:marRight w:val="0"/>
      <w:marTop w:val="0"/>
      <w:marBottom w:val="0"/>
      <w:divBdr>
        <w:top w:val="none" w:sz="0" w:space="0" w:color="auto"/>
        <w:left w:val="none" w:sz="0" w:space="0" w:color="auto"/>
        <w:bottom w:val="none" w:sz="0" w:space="0" w:color="auto"/>
        <w:right w:val="none" w:sz="0" w:space="0" w:color="auto"/>
      </w:divBdr>
    </w:div>
    <w:div w:id="295337857">
      <w:bodyDiv w:val="1"/>
      <w:marLeft w:val="0"/>
      <w:marRight w:val="0"/>
      <w:marTop w:val="0"/>
      <w:marBottom w:val="0"/>
      <w:divBdr>
        <w:top w:val="none" w:sz="0" w:space="0" w:color="auto"/>
        <w:left w:val="none" w:sz="0" w:space="0" w:color="auto"/>
        <w:bottom w:val="none" w:sz="0" w:space="0" w:color="auto"/>
        <w:right w:val="none" w:sz="0" w:space="0" w:color="auto"/>
      </w:divBdr>
    </w:div>
    <w:div w:id="327441083">
      <w:bodyDiv w:val="1"/>
      <w:marLeft w:val="0"/>
      <w:marRight w:val="0"/>
      <w:marTop w:val="0"/>
      <w:marBottom w:val="0"/>
      <w:divBdr>
        <w:top w:val="none" w:sz="0" w:space="0" w:color="auto"/>
        <w:left w:val="none" w:sz="0" w:space="0" w:color="auto"/>
        <w:bottom w:val="none" w:sz="0" w:space="0" w:color="auto"/>
        <w:right w:val="none" w:sz="0" w:space="0" w:color="auto"/>
      </w:divBdr>
    </w:div>
    <w:div w:id="341204984">
      <w:bodyDiv w:val="1"/>
      <w:marLeft w:val="0"/>
      <w:marRight w:val="0"/>
      <w:marTop w:val="0"/>
      <w:marBottom w:val="0"/>
      <w:divBdr>
        <w:top w:val="none" w:sz="0" w:space="0" w:color="auto"/>
        <w:left w:val="none" w:sz="0" w:space="0" w:color="auto"/>
        <w:bottom w:val="none" w:sz="0" w:space="0" w:color="auto"/>
        <w:right w:val="none" w:sz="0" w:space="0" w:color="auto"/>
      </w:divBdr>
    </w:div>
    <w:div w:id="358431595">
      <w:bodyDiv w:val="1"/>
      <w:marLeft w:val="0"/>
      <w:marRight w:val="0"/>
      <w:marTop w:val="0"/>
      <w:marBottom w:val="0"/>
      <w:divBdr>
        <w:top w:val="none" w:sz="0" w:space="0" w:color="auto"/>
        <w:left w:val="none" w:sz="0" w:space="0" w:color="auto"/>
        <w:bottom w:val="none" w:sz="0" w:space="0" w:color="auto"/>
        <w:right w:val="none" w:sz="0" w:space="0" w:color="auto"/>
      </w:divBdr>
    </w:div>
    <w:div w:id="370806972">
      <w:bodyDiv w:val="1"/>
      <w:marLeft w:val="0"/>
      <w:marRight w:val="0"/>
      <w:marTop w:val="0"/>
      <w:marBottom w:val="0"/>
      <w:divBdr>
        <w:top w:val="none" w:sz="0" w:space="0" w:color="auto"/>
        <w:left w:val="none" w:sz="0" w:space="0" w:color="auto"/>
        <w:bottom w:val="none" w:sz="0" w:space="0" w:color="auto"/>
        <w:right w:val="none" w:sz="0" w:space="0" w:color="auto"/>
      </w:divBdr>
    </w:div>
    <w:div w:id="388185954">
      <w:bodyDiv w:val="1"/>
      <w:marLeft w:val="0"/>
      <w:marRight w:val="0"/>
      <w:marTop w:val="0"/>
      <w:marBottom w:val="0"/>
      <w:divBdr>
        <w:top w:val="none" w:sz="0" w:space="0" w:color="auto"/>
        <w:left w:val="none" w:sz="0" w:space="0" w:color="auto"/>
        <w:bottom w:val="none" w:sz="0" w:space="0" w:color="auto"/>
        <w:right w:val="none" w:sz="0" w:space="0" w:color="auto"/>
      </w:divBdr>
    </w:div>
    <w:div w:id="397871162">
      <w:bodyDiv w:val="1"/>
      <w:marLeft w:val="0"/>
      <w:marRight w:val="0"/>
      <w:marTop w:val="0"/>
      <w:marBottom w:val="0"/>
      <w:divBdr>
        <w:top w:val="none" w:sz="0" w:space="0" w:color="auto"/>
        <w:left w:val="none" w:sz="0" w:space="0" w:color="auto"/>
        <w:bottom w:val="none" w:sz="0" w:space="0" w:color="auto"/>
        <w:right w:val="none" w:sz="0" w:space="0" w:color="auto"/>
      </w:divBdr>
    </w:div>
    <w:div w:id="399254885">
      <w:bodyDiv w:val="1"/>
      <w:marLeft w:val="0"/>
      <w:marRight w:val="0"/>
      <w:marTop w:val="0"/>
      <w:marBottom w:val="0"/>
      <w:divBdr>
        <w:top w:val="none" w:sz="0" w:space="0" w:color="auto"/>
        <w:left w:val="none" w:sz="0" w:space="0" w:color="auto"/>
        <w:bottom w:val="none" w:sz="0" w:space="0" w:color="auto"/>
        <w:right w:val="none" w:sz="0" w:space="0" w:color="auto"/>
      </w:divBdr>
    </w:div>
    <w:div w:id="401414026">
      <w:bodyDiv w:val="1"/>
      <w:marLeft w:val="0"/>
      <w:marRight w:val="0"/>
      <w:marTop w:val="0"/>
      <w:marBottom w:val="0"/>
      <w:divBdr>
        <w:top w:val="none" w:sz="0" w:space="0" w:color="auto"/>
        <w:left w:val="none" w:sz="0" w:space="0" w:color="auto"/>
        <w:bottom w:val="none" w:sz="0" w:space="0" w:color="auto"/>
        <w:right w:val="none" w:sz="0" w:space="0" w:color="auto"/>
      </w:divBdr>
    </w:div>
    <w:div w:id="418479114">
      <w:bodyDiv w:val="1"/>
      <w:marLeft w:val="0"/>
      <w:marRight w:val="0"/>
      <w:marTop w:val="0"/>
      <w:marBottom w:val="0"/>
      <w:divBdr>
        <w:top w:val="none" w:sz="0" w:space="0" w:color="auto"/>
        <w:left w:val="none" w:sz="0" w:space="0" w:color="auto"/>
        <w:bottom w:val="none" w:sz="0" w:space="0" w:color="auto"/>
        <w:right w:val="none" w:sz="0" w:space="0" w:color="auto"/>
      </w:divBdr>
    </w:div>
    <w:div w:id="433211535">
      <w:bodyDiv w:val="1"/>
      <w:marLeft w:val="0"/>
      <w:marRight w:val="0"/>
      <w:marTop w:val="0"/>
      <w:marBottom w:val="0"/>
      <w:divBdr>
        <w:top w:val="none" w:sz="0" w:space="0" w:color="auto"/>
        <w:left w:val="none" w:sz="0" w:space="0" w:color="auto"/>
        <w:bottom w:val="none" w:sz="0" w:space="0" w:color="auto"/>
        <w:right w:val="none" w:sz="0" w:space="0" w:color="auto"/>
      </w:divBdr>
    </w:div>
    <w:div w:id="450590705">
      <w:bodyDiv w:val="1"/>
      <w:marLeft w:val="0"/>
      <w:marRight w:val="0"/>
      <w:marTop w:val="0"/>
      <w:marBottom w:val="0"/>
      <w:divBdr>
        <w:top w:val="none" w:sz="0" w:space="0" w:color="auto"/>
        <w:left w:val="none" w:sz="0" w:space="0" w:color="auto"/>
        <w:bottom w:val="none" w:sz="0" w:space="0" w:color="auto"/>
        <w:right w:val="none" w:sz="0" w:space="0" w:color="auto"/>
      </w:divBdr>
    </w:div>
    <w:div w:id="465465991">
      <w:bodyDiv w:val="1"/>
      <w:marLeft w:val="0"/>
      <w:marRight w:val="0"/>
      <w:marTop w:val="0"/>
      <w:marBottom w:val="0"/>
      <w:divBdr>
        <w:top w:val="none" w:sz="0" w:space="0" w:color="auto"/>
        <w:left w:val="none" w:sz="0" w:space="0" w:color="auto"/>
        <w:bottom w:val="none" w:sz="0" w:space="0" w:color="auto"/>
        <w:right w:val="none" w:sz="0" w:space="0" w:color="auto"/>
      </w:divBdr>
    </w:div>
    <w:div w:id="470169020">
      <w:bodyDiv w:val="1"/>
      <w:marLeft w:val="0"/>
      <w:marRight w:val="0"/>
      <w:marTop w:val="0"/>
      <w:marBottom w:val="0"/>
      <w:divBdr>
        <w:top w:val="none" w:sz="0" w:space="0" w:color="auto"/>
        <w:left w:val="none" w:sz="0" w:space="0" w:color="auto"/>
        <w:bottom w:val="none" w:sz="0" w:space="0" w:color="auto"/>
        <w:right w:val="none" w:sz="0" w:space="0" w:color="auto"/>
      </w:divBdr>
    </w:div>
    <w:div w:id="504714240">
      <w:bodyDiv w:val="1"/>
      <w:marLeft w:val="0"/>
      <w:marRight w:val="0"/>
      <w:marTop w:val="0"/>
      <w:marBottom w:val="0"/>
      <w:divBdr>
        <w:top w:val="none" w:sz="0" w:space="0" w:color="auto"/>
        <w:left w:val="none" w:sz="0" w:space="0" w:color="auto"/>
        <w:bottom w:val="none" w:sz="0" w:space="0" w:color="auto"/>
        <w:right w:val="none" w:sz="0" w:space="0" w:color="auto"/>
      </w:divBdr>
    </w:div>
    <w:div w:id="513110686">
      <w:bodyDiv w:val="1"/>
      <w:marLeft w:val="0"/>
      <w:marRight w:val="0"/>
      <w:marTop w:val="0"/>
      <w:marBottom w:val="0"/>
      <w:divBdr>
        <w:top w:val="none" w:sz="0" w:space="0" w:color="auto"/>
        <w:left w:val="none" w:sz="0" w:space="0" w:color="auto"/>
        <w:bottom w:val="none" w:sz="0" w:space="0" w:color="auto"/>
        <w:right w:val="none" w:sz="0" w:space="0" w:color="auto"/>
      </w:divBdr>
    </w:div>
    <w:div w:id="514420319">
      <w:bodyDiv w:val="1"/>
      <w:marLeft w:val="0"/>
      <w:marRight w:val="0"/>
      <w:marTop w:val="0"/>
      <w:marBottom w:val="0"/>
      <w:divBdr>
        <w:top w:val="none" w:sz="0" w:space="0" w:color="auto"/>
        <w:left w:val="none" w:sz="0" w:space="0" w:color="auto"/>
        <w:bottom w:val="none" w:sz="0" w:space="0" w:color="auto"/>
        <w:right w:val="none" w:sz="0" w:space="0" w:color="auto"/>
      </w:divBdr>
    </w:div>
    <w:div w:id="528838618">
      <w:bodyDiv w:val="1"/>
      <w:marLeft w:val="0"/>
      <w:marRight w:val="0"/>
      <w:marTop w:val="0"/>
      <w:marBottom w:val="0"/>
      <w:divBdr>
        <w:top w:val="none" w:sz="0" w:space="0" w:color="auto"/>
        <w:left w:val="none" w:sz="0" w:space="0" w:color="auto"/>
        <w:bottom w:val="none" w:sz="0" w:space="0" w:color="auto"/>
        <w:right w:val="none" w:sz="0" w:space="0" w:color="auto"/>
      </w:divBdr>
    </w:div>
    <w:div w:id="545533374">
      <w:bodyDiv w:val="1"/>
      <w:marLeft w:val="0"/>
      <w:marRight w:val="0"/>
      <w:marTop w:val="0"/>
      <w:marBottom w:val="0"/>
      <w:divBdr>
        <w:top w:val="none" w:sz="0" w:space="0" w:color="auto"/>
        <w:left w:val="none" w:sz="0" w:space="0" w:color="auto"/>
        <w:bottom w:val="none" w:sz="0" w:space="0" w:color="auto"/>
        <w:right w:val="none" w:sz="0" w:space="0" w:color="auto"/>
      </w:divBdr>
    </w:div>
    <w:div w:id="573664180">
      <w:bodyDiv w:val="1"/>
      <w:marLeft w:val="0"/>
      <w:marRight w:val="0"/>
      <w:marTop w:val="0"/>
      <w:marBottom w:val="0"/>
      <w:divBdr>
        <w:top w:val="none" w:sz="0" w:space="0" w:color="auto"/>
        <w:left w:val="none" w:sz="0" w:space="0" w:color="auto"/>
        <w:bottom w:val="none" w:sz="0" w:space="0" w:color="auto"/>
        <w:right w:val="none" w:sz="0" w:space="0" w:color="auto"/>
      </w:divBdr>
    </w:div>
    <w:div w:id="623462226">
      <w:bodyDiv w:val="1"/>
      <w:marLeft w:val="0"/>
      <w:marRight w:val="0"/>
      <w:marTop w:val="0"/>
      <w:marBottom w:val="0"/>
      <w:divBdr>
        <w:top w:val="none" w:sz="0" w:space="0" w:color="auto"/>
        <w:left w:val="none" w:sz="0" w:space="0" w:color="auto"/>
        <w:bottom w:val="none" w:sz="0" w:space="0" w:color="auto"/>
        <w:right w:val="none" w:sz="0" w:space="0" w:color="auto"/>
      </w:divBdr>
    </w:div>
    <w:div w:id="669676559">
      <w:bodyDiv w:val="1"/>
      <w:marLeft w:val="0"/>
      <w:marRight w:val="0"/>
      <w:marTop w:val="0"/>
      <w:marBottom w:val="0"/>
      <w:divBdr>
        <w:top w:val="none" w:sz="0" w:space="0" w:color="auto"/>
        <w:left w:val="none" w:sz="0" w:space="0" w:color="auto"/>
        <w:bottom w:val="none" w:sz="0" w:space="0" w:color="auto"/>
        <w:right w:val="none" w:sz="0" w:space="0" w:color="auto"/>
      </w:divBdr>
    </w:div>
    <w:div w:id="692658939">
      <w:bodyDiv w:val="1"/>
      <w:marLeft w:val="0"/>
      <w:marRight w:val="0"/>
      <w:marTop w:val="0"/>
      <w:marBottom w:val="0"/>
      <w:divBdr>
        <w:top w:val="none" w:sz="0" w:space="0" w:color="auto"/>
        <w:left w:val="none" w:sz="0" w:space="0" w:color="auto"/>
        <w:bottom w:val="none" w:sz="0" w:space="0" w:color="auto"/>
        <w:right w:val="none" w:sz="0" w:space="0" w:color="auto"/>
      </w:divBdr>
    </w:div>
    <w:div w:id="708803008">
      <w:bodyDiv w:val="1"/>
      <w:marLeft w:val="0"/>
      <w:marRight w:val="0"/>
      <w:marTop w:val="0"/>
      <w:marBottom w:val="0"/>
      <w:divBdr>
        <w:top w:val="none" w:sz="0" w:space="0" w:color="auto"/>
        <w:left w:val="none" w:sz="0" w:space="0" w:color="auto"/>
        <w:bottom w:val="none" w:sz="0" w:space="0" w:color="auto"/>
        <w:right w:val="none" w:sz="0" w:space="0" w:color="auto"/>
      </w:divBdr>
    </w:div>
    <w:div w:id="738287978">
      <w:bodyDiv w:val="1"/>
      <w:marLeft w:val="0"/>
      <w:marRight w:val="0"/>
      <w:marTop w:val="0"/>
      <w:marBottom w:val="0"/>
      <w:divBdr>
        <w:top w:val="none" w:sz="0" w:space="0" w:color="auto"/>
        <w:left w:val="none" w:sz="0" w:space="0" w:color="auto"/>
        <w:bottom w:val="none" w:sz="0" w:space="0" w:color="auto"/>
        <w:right w:val="none" w:sz="0" w:space="0" w:color="auto"/>
      </w:divBdr>
    </w:div>
    <w:div w:id="769542318">
      <w:bodyDiv w:val="1"/>
      <w:marLeft w:val="0"/>
      <w:marRight w:val="0"/>
      <w:marTop w:val="0"/>
      <w:marBottom w:val="0"/>
      <w:divBdr>
        <w:top w:val="none" w:sz="0" w:space="0" w:color="auto"/>
        <w:left w:val="none" w:sz="0" w:space="0" w:color="auto"/>
        <w:bottom w:val="none" w:sz="0" w:space="0" w:color="auto"/>
        <w:right w:val="none" w:sz="0" w:space="0" w:color="auto"/>
      </w:divBdr>
    </w:div>
    <w:div w:id="789670031">
      <w:bodyDiv w:val="1"/>
      <w:marLeft w:val="0"/>
      <w:marRight w:val="0"/>
      <w:marTop w:val="0"/>
      <w:marBottom w:val="0"/>
      <w:divBdr>
        <w:top w:val="none" w:sz="0" w:space="0" w:color="auto"/>
        <w:left w:val="none" w:sz="0" w:space="0" w:color="auto"/>
        <w:bottom w:val="none" w:sz="0" w:space="0" w:color="auto"/>
        <w:right w:val="none" w:sz="0" w:space="0" w:color="auto"/>
      </w:divBdr>
    </w:div>
    <w:div w:id="801776248">
      <w:bodyDiv w:val="1"/>
      <w:marLeft w:val="0"/>
      <w:marRight w:val="0"/>
      <w:marTop w:val="0"/>
      <w:marBottom w:val="0"/>
      <w:divBdr>
        <w:top w:val="none" w:sz="0" w:space="0" w:color="auto"/>
        <w:left w:val="none" w:sz="0" w:space="0" w:color="auto"/>
        <w:bottom w:val="none" w:sz="0" w:space="0" w:color="auto"/>
        <w:right w:val="none" w:sz="0" w:space="0" w:color="auto"/>
      </w:divBdr>
    </w:div>
    <w:div w:id="832063970">
      <w:bodyDiv w:val="1"/>
      <w:marLeft w:val="0"/>
      <w:marRight w:val="0"/>
      <w:marTop w:val="0"/>
      <w:marBottom w:val="0"/>
      <w:divBdr>
        <w:top w:val="none" w:sz="0" w:space="0" w:color="auto"/>
        <w:left w:val="none" w:sz="0" w:space="0" w:color="auto"/>
        <w:bottom w:val="none" w:sz="0" w:space="0" w:color="auto"/>
        <w:right w:val="none" w:sz="0" w:space="0" w:color="auto"/>
      </w:divBdr>
    </w:div>
    <w:div w:id="878972159">
      <w:bodyDiv w:val="1"/>
      <w:marLeft w:val="0"/>
      <w:marRight w:val="0"/>
      <w:marTop w:val="0"/>
      <w:marBottom w:val="0"/>
      <w:divBdr>
        <w:top w:val="none" w:sz="0" w:space="0" w:color="auto"/>
        <w:left w:val="none" w:sz="0" w:space="0" w:color="auto"/>
        <w:bottom w:val="none" w:sz="0" w:space="0" w:color="auto"/>
        <w:right w:val="none" w:sz="0" w:space="0" w:color="auto"/>
      </w:divBdr>
    </w:div>
    <w:div w:id="901406762">
      <w:bodyDiv w:val="1"/>
      <w:marLeft w:val="0"/>
      <w:marRight w:val="0"/>
      <w:marTop w:val="0"/>
      <w:marBottom w:val="0"/>
      <w:divBdr>
        <w:top w:val="none" w:sz="0" w:space="0" w:color="auto"/>
        <w:left w:val="none" w:sz="0" w:space="0" w:color="auto"/>
        <w:bottom w:val="none" w:sz="0" w:space="0" w:color="auto"/>
        <w:right w:val="none" w:sz="0" w:space="0" w:color="auto"/>
      </w:divBdr>
    </w:div>
    <w:div w:id="920061831">
      <w:bodyDiv w:val="1"/>
      <w:marLeft w:val="0"/>
      <w:marRight w:val="0"/>
      <w:marTop w:val="0"/>
      <w:marBottom w:val="0"/>
      <w:divBdr>
        <w:top w:val="none" w:sz="0" w:space="0" w:color="auto"/>
        <w:left w:val="none" w:sz="0" w:space="0" w:color="auto"/>
        <w:bottom w:val="none" w:sz="0" w:space="0" w:color="auto"/>
        <w:right w:val="none" w:sz="0" w:space="0" w:color="auto"/>
      </w:divBdr>
    </w:div>
    <w:div w:id="934704002">
      <w:bodyDiv w:val="1"/>
      <w:marLeft w:val="0"/>
      <w:marRight w:val="0"/>
      <w:marTop w:val="0"/>
      <w:marBottom w:val="0"/>
      <w:divBdr>
        <w:top w:val="none" w:sz="0" w:space="0" w:color="auto"/>
        <w:left w:val="none" w:sz="0" w:space="0" w:color="auto"/>
        <w:bottom w:val="none" w:sz="0" w:space="0" w:color="auto"/>
        <w:right w:val="none" w:sz="0" w:space="0" w:color="auto"/>
      </w:divBdr>
    </w:div>
    <w:div w:id="940335410">
      <w:bodyDiv w:val="1"/>
      <w:marLeft w:val="0"/>
      <w:marRight w:val="0"/>
      <w:marTop w:val="0"/>
      <w:marBottom w:val="0"/>
      <w:divBdr>
        <w:top w:val="none" w:sz="0" w:space="0" w:color="auto"/>
        <w:left w:val="none" w:sz="0" w:space="0" w:color="auto"/>
        <w:bottom w:val="none" w:sz="0" w:space="0" w:color="auto"/>
        <w:right w:val="none" w:sz="0" w:space="0" w:color="auto"/>
      </w:divBdr>
    </w:div>
    <w:div w:id="954366021">
      <w:bodyDiv w:val="1"/>
      <w:marLeft w:val="0"/>
      <w:marRight w:val="0"/>
      <w:marTop w:val="0"/>
      <w:marBottom w:val="0"/>
      <w:divBdr>
        <w:top w:val="none" w:sz="0" w:space="0" w:color="auto"/>
        <w:left w:val="none" w:sz="0" w:space="0" w:color="auto"/>
        <w:bottom w:val="none" w:sz="0" w:space="0" w:color="auto"/>
        <w:right w:val="none" w:sz="0" w:space="0" w:color="auto"/>
      </w:divBdr>
    </w:div>
    <w:div w:id="961106822">
      <w:bodyDiv w:val="1"/>
      <w:marLeft w:val="0"/>
      <w:marRight w:val="0"/>
      <w:marTop w:val="0"/>
      <w:marBottom w:val="0"/>
      <w:divBdr>
        <w:top w:val="none" w:sz="0" w:space="0" w:color="auto"/>
        <w:left w:val="none" w:sz="0" w:space="0" w:color="auto"/>
        <w:bottom w:val="none" w:sz="0" w:space="0" w:color="auto"/>
        <w:right w:val="none" w:sz="0" w:space="0" w:color="auto"/>
      </w:divBdr>
    </w:div>
    <w:div w:id="969440225">
      <w:bodyDiv w:val="1"/>
      <w:marLeft w:val="0"/>
      <w:marRight w:val="0"/>
      <w:marTop w:val="0"/>
      <w:marBottom w:val="0"/>
      <w:divBdr>
        <w:top w:val="none" w:sz="0" w:space="0" w:color="auto"/>
        <w:left w:val="none" w:sz="0" w:space="0" w:color="auto"/>
        <w:bottom w:val="none" w:sz="0" w:space="0" w:color="auto"/>
        <w:right w:val="none" w:sz="0" w:space="0" w:color="auto"/>
      </w:divBdr>
    </w:div>
    <w:div w:id="1082875739">
      <w:bodyDiv w:val="1"/>
      <w:marLeft w:val="0"/>
      <w:marRight w:val="0"/>
      <w:marTop w:val="0"/>
      <w:marBottom w:val="0"/>
      <w:divBdr>
        <w:top w:val="none" w:sz="0" w:space="0" w:color="auto"/>
        <w:left w:val="none" w:sz="0" w:space="0" w:color="auto"/>
        <w:bottom w:val="none" w:sz="0" w:space="0" w:color="auto"/>
        <w:right w:val="none" w:sz="0" w:space="0" w:color="auto"/>
      </w:divBdr>
    </w:div>
    <w:div w:id="1105156326">
      <w:bodyDiv w:val="1"/>
      <w:marLeft w:val="0"/>
      <w:marRight w:val="0"/>
      <w:marTop w:val="0"/>
      <w:marBottom w:val="0"/>
      <w:divBdr>
        <w:top w:val="none" w:sz="0" w:space="0" w:color="auto"/>
        <w:left w:val="none" w:sz="0" w:space="0" w:color="auto"/>
        <w:bottom w:val="none" w:sz="0" w:space="0" w:color="auto"/>
        <w:right w:val="none" w:sz="0" w:space="0" w:color="auto"/>
      </w:divBdr>
    </w:div>
    <w:div w:id="1147355810">
      <w:bodyDiv w:val="1"/>
      <w:marLeft w:val="0"/>
      <w:marRight w:val="0"/>
      <w:marTop w:val="0"/>
      <w:marBottom w:val="0"/>
      <w:divBdr>
        <w:top w:val="none" w:sz="0" w:space="0" w:color="auto"/>
        <w:left w:val="none" w:sz="0" w:space="0" w:color="auto"/>
        <w:bottom w:val="none" w:sz="0" w:space="0" w:color="auto"/>
        <w:right w:val="none" w:sz="0" w:space="0" w:color="auto"/>
      </w:divBdr>
    </w:div>
    <w:div w:id="1163473674">
      <w:bodyDiv w:val="1"/>
      <w:marLeft w:val="0"/>
      <w:marRight w:val="0"/>
      <w:marTop w:val="0"/>
      <w:marBottom w:val="0"/>
      <w:divBdr>
        <w:top w:val="none" w:sz="0" w:space="0" w:color="auto"/>
        <w:left w:val="none" w:sz="0" w:space="0" w:color="auto"/>
        <w:bottom w:val="none" w:sz="0" w:space="0" w:color="auto"/>
        <w:right w:val="none" w:sz="0" w:space="0" w:color="auto"/>
      </w:divBdr>
    </w:div>
    <w:div w:id="1222642969">
      <w:bodyDiv w:val="1"/>
      <w:marLeft w:val="0"/>
      <w:marRight w:val="0"/>
      <w:marTop w:val="0"/>
      <w:marBottom w:val="0"/>
      <w:divBdr>
        <w:top w:val="none" w:sz="0" w:space="0" w:color="auto"/>
        <w:left w:val="none" w:sz="0" w:space="0" w:color="auto"/>
        <w:bottom w:val="none" w:sz="0" w:space="0" w:color="auto"/>
        <w:right w:val="none" w:sz="0" w:space="0" w:color="auto"/>
      </w:divBdr>
    </w:div>
    <w:div w:id="1223711920">
      <w:bodyDiv w:val="1"/>
      <w:marLeft w:val="0"/>
      <w:marRight w:val="0"/>
      <w:marTop w:val="0"/>
      <w:marBottom w:val="0"/>
      <w:divBdr>
        <w:top w:val="none" w:sz="0" w:space="0" w:color="auto"/>
        <w:left w:val="none" w:sz="0" w:space="0" w:color="auto"/>
        <w:bottom w:val="none" w:sz="0" w:space="0" w:color="auto"/>
        <w:right w:val="none" w:sz="0" w:space="0" w:color="auto"/>
      </w:divBdr>
    </w:div>
    <w:div w:id="1259829143">
      <w:bodyDiv w:val="1"/>
      <w:marLeft w:val="0"/>
      <w:marRight w:val="0"/>
      <w:marTop w:val="0"/>
      <w:marBottom w:val="0"/>
      <w:divBdr>
        <w:top w:val="none" w:sz="0" w:space="0" w:color="auto"/>
        <w:left w:val="none" w:sz="0" w:space="0" w:color="auto"/>
        <w:bottom w:val="none" w:sz="0" w:space="0" w:color="auto"/>
        <w:right w:val="none" w:sz="0" w:space="0" w:color="auto"/>
      </w:divBdr>
    </w:div>
    <w:div w:id="1302617531">
      <w:bodyDiv w:val="1"/>
      <w:marLeft w:val="0"/>
      <w:marRight w:val="0"/>
      <w:marTop w:val="0"/>
      <w:marBottom w:val="0"/>
      <w:divBdr>
        <w:top w:val="none" w:sz="0" w:space="0" w:color="auto"/>
        <w:left w:val="none" w:sz="0" w:space="0" w:color="auto"/>
        <w:bottom w:val="none" w:sz="0" w:space="0" w:color="auto"/>
        <w:right w:val="none" w:sz="0" w:space="0" w:color="auto"/>
      </w:divBdr>
    </w:div>
    <w:div w:id="1327706668">
      <w:bodyDiv w:val="1"/>
      <w:marLeft w:val="0"/>
      <w:marRight w:val="0"/>
      <w:marTop w:val="0"/>
      <w:marBottom w:val="0"/>
      <w:divBdr>
        <w:top w:val="none" w:sz="0" w:space="0" w:color="auto"/>
        <w:left w:val="none" w:sz="0" w:space="0" w:color="auto"/>
        <w:bottom w:val="none" w:sz="0" w:space="0" w:color="auto"/>
        <w:right w:val="none" w:sz="0" w:space="0" w:color="auto"/>
      </w:divBdr>
    </w:div>
    <w:div w:id="1342322181">
      <w:bodyDiv w:val="1"/>
      <w:marLeft w:val="0"/>
      <w:marRight w:val="0"/>
      <w:marTop w:val="0"/>
      <w:marBottom w:val="0"/>
      <w:divBdr>
        <w:top w:val="none" w:sz="0" w:space="0" w:color="auto"/>
        <w:left w:val="none" w:sz="0" w:space="0" w:color="auto"/>
        <w:bottom w:val="none" w:sz="0" w:space="0" w:color="auto"/>
        <w:right w:val="none" w:sz="0" w:space="0" w:color="auto"/>
      </w:divBdr>
    </w:div>
    <w:div w:id="1351444705">
      <w:bodyDiv w:val="1"/>
      <w:marLeft w:val="0"/>
      <w:marRight w:val="0"/>
      <w:marTop w:val="0"/>
      <w:marBottom w:val="0"/>
      <w:divBdr>
        <w:top w:val="none" w:sz="0" w:space="0" w:color="auto"/>
        <w:left w:val="none" w:sz="0" w:space="0" w:color="auto"/>
        <w:bottom w:val="none" w:sz="0" w:space="0" w:color="auto"/>
        <w:right w:val="none" w:sz="0" w:space="0" w:color="auto"/>
      </w:divBdr>
    </w:div>
    <w:div w:id="1361124892">
      <w:bodyDiv w:val="1"/>
      <w:marLeft w:val="0"/>
      <w:marRight w:val="0"/>
      <w:marTop w:val="0"/>
      <w:marBottom w:val="0"/>
      <w:divBdr>
        <w:top w:val="none" w:sz="0" w:space="0" w:color="auto"/>
        <w:left w:val="none" w:sz="0" w:space="0" w:color="auto"/>
        <w:bottom w:val="none" w:sz="0" w:space="0" w:color="auto"/>
        <w:right w:val="none" w:sz="0" w:space="0" w:color="auto"/>
      </w:divBdr>
    </w:div>
    <w:div w:id="1368599955">
      <w:bodyDiv w:val="1"/>
      <w:marLeft w:val="0"/>
      <w:marRight w:val="0"/>
      <w:marTop w:val="0"/>
      <w:marBottom w:val="0"/>
      <w:divBdr>
        <w:top w:val="none" w:sz="0" w:space="0" w:color="auto"/>
        <w:left w:val="none" w:sz="0" w:space="0" w:color="auto"/>
        <w:bottom w:val="none" w:sz="0" w:space="0" w:color="auto"/>
        <w:right w:val="none" w:sz="0" w:space="0" w:color="auto"/>
      </w:divBdr>
    </w:div>
    <w:div w:id="1492911112">
      <w:bodyDiv w:val="1"/>
      <w:marLeft w:val="0"/>
      <w:marRight w:val="0"/>
      <w:marTop w:val="0"/>
      <w:marBottom w:val="0"/>
      <w:divBdr>
        <w:top w:val="none" w:sz="0" w:space="0" w:color="auto"/>
        <w:left w:val="none" w:sz="0" w:space="0" w:color="auto"/>
        <w:bottom w:val="none" w:sz="0" w:space="0" w:color="auto"/>
        <w:right w:val="none" w:sz="0" w:space="0" w:color="auto"/>
      </w:divBdr>
    </w:div>
    <w:div w:id="1493836152">
      <w:bodyDiv w:val="1"/>
      <w:marLeft w:val="0"/>
      <w:marRight w:val="0"/>
      <w:marTop w:val="0"/>
      <w:marBottom w:val="0"/>
      <w:divBdr>
        <w:top w:val="none" w:sz="0" w:space="0" w:color="auto"/>
        <w:left w:val="none" w:sz="0" w:space="0" w:color="auto"/>
        <w:bottom w:val="none" w:sz="0" w:space="0" w:color="auto"/>
        <w:right w:val="none" w:sz="0" w:space="0" w:color="auto"/>
      </w:divBdr>
    </w:div>
    <w:div w:id="1520436016">
      <w:bodyDiv w:val="1"/>
      <w:marLeft w:val="0"/>
      <w:marRight w:val="0"/>
      <w:marTop w:val="0"/>
      <w:marBottom w:val="0"/>
      <w:divBdr>
        <w:top w:val="none" w:sz="0" w:space="0" w:color="auto"/>
        <w:left w:val="none" w:sz="0" w:space="0" w:color="auto"/>
        <w:bottom w:val="none" w:sz="0" w:space="0" w:color="auto"/>
        <w:right w:val="none" w:sz="0" w:space="0" w:color="auto"/>
      </w:divBdr>
    </w:div>
    <w:div w:id="1580401758">
      <w:bodyDiv w:val="1"/>
      <w:marLeft w:val="0"/>
      <w:marRight w:val="0"/>
      <w:marTop w:val="0"/>
      <w:marBottom w:val="0"/>
      <w:divBdr>
        <w:top w:val="none" w:sz="0" w:space="0" w:color="auto"/>
        <w:left w:val="none" w:sz="0" w:space="0" w:color="auto"/>
        <w:bottom w:val="none" w:sz="0" w:space="0" w:color="auto"/>
        <w:right w:val="none" w:sz="0" w:space="0" w:color="auto"/>
      </w:divBdr>
    </w:div>
    <w:div w:id="1581593974">
      <w:bodyDiv w:val="1"/>
      <w:marLeft w:val="0"/>
      <w:marRight w:val="0"/>
      <w:marTop w:val="0"/>
      <w:marBottom w:val="0"/>
      <w:divBdr>
        <w:top w:val="none" w:sz="0" w:space="0" w:color="auto"/>
        <w:left w:val="none" w:sz="0" w:space="0" w:color="auto"/>
        <w:bottom w:val="none" w:sz="0" w:space="0" w:color="auto"/>
        <w:right w:val="none" w:sz="0" w:space="0" w:color="auto"/>
      </w:divBdr>
    </w:div>
    <w:div w:id="1596206202">
      <w:bodyDiv w:val="1"/>
      <w:marLeft w:val="0"/>
      <w:marRight w:val="0"/>
      <w:marTop w:val="0"/>
      <w:marBottom w:val="0"/>
      <w:divBdr>
        <w:top w:val="none" w:sz="0" w:space="0" w:color="auto"/>
        <w:left w:val="none" w:sz="0" w:space="0" w:color="auto"/>
        <w:bottom w:val="none" w:sz="0" w:space="0" w:color="auto"/>
        <w:right w:val="none" w:sz="0" w:space="0" w:color="auto"/>
      </w:divBdr>
    </w:div>
    <w:div w:id="1617984866">
      <w:bodyDiv w:val="1"/>
      <w:marLeft w:val="0"/>
      <w:marRight w:val="0"/>
      <w:marTop w:val="0"/>
      <w:marBottom w:val="0"/>
      <w:divBdr>
        <w:top w:val="none" w:sz="0" w:space="0" w:color="auto"/>
        <w:left w:val="none" w:sz="0" w:space="0" w:color="auto"/>
        <w:bottom w:val="none" w:sz="0" w:space="0" w:color="auto"/>
        <w:right w:val="none" w:sz="0" w:space="0" w:color="auto"/>
      </w:divBdr>
    </w:div>
    <w:div w:id="1629238840">
      <w:bodyDiv w:val="1"/>
      <w:marLeft w:val="0"/>
      <w:marRight w:val="0"/>
      <w:marTop w:val="0"/>
      <w:marBottom w:val="0"/>
      <w:divBdr>
        <w:top w:val="none" w:sz="0" w:space="0" w:color="auto"/>
        <w:left w:val="none" w:sz="0" w:space="0" w:color="auto"/>
        <w:bottom w:val="none" w:sz="0" w:space="0" w:color="auto"/>
        <w:right w:val="none" w:sz="0" w:space="0" w:color="auto"/>
      </w:divBdr>
    </w:div>
    <w:div w:id="1636982760">
      <w:bodyDiv w:val="1"/>
      <w:marLeft w:val="0"/>
      <w:marRight w:val="0"/>
      <w:marTop w:val="0"/>
      <w:marBottom w:val="0"/>
      <w:divBdr>
        <w:top w:val="none" w:sz="0" w:space="0" w:color="auto"/>
        <w:left w:val="none" w:sz="0" w:space="0" w:color="auto"/>
        <w:bottom w:val="none" w:sz="0" w:space="0" w:color="auto"/>
        <w:right w:val="none" w:sz="0" w:space="0" w:color="auto"/>
      </w:divBdr>
    </w:div>
    <w:div w:id="1637564102">
      <w:bodyDiv w:val="1"/>
      <w:marLeft w:val="0"/>
      <w:marRight w:val="0"/>
      <w:marTop w:val="0"/>
      <w:marBottom w:val="0"/>
      <w:divBdr>
        <w:top w:val="none" w:sz="0" w:space="0" w:color="auto"/>
        <w:left w:val="none" w:sz="0" w:space="0" w:color="auto"/>
        <w:bottom w:val="none" w:sz="0" w:space="0" w:color="auto"/>
        <w:right w:val="none" w:sz="0" w:space="0" w:color="auto"/>
      </w:divBdr>
    </w:div>
    <w:div w:id="1654211121">
      <w:bodyDiv w:val="1"/>
      <w:marLeft w:val="0"/>
      <w:marRight w:val="0"/>
      <w:marTop w:val="0"/>
      <w:marBottom w:val="0"/>
      <w:divBdr>
        <w:top w:val="none" w:sz="0" w:space="0" w:color="auto"/>
        <w:left w:val="none" w:sz="0" w:space="0" w:color="auto"/>
        <w:bottom w:val="none" w:sz="0" w:space="0" w:color="auto"/>
        <w:right w:val="none" w:sz="0" w:space="0" w:color="auto"/>
      </w:divBdr>
    </w:div>
    <w:div w:id="1669871491">
      <w:bodyDiv w:val="1"/>
      <w:marLeft w:val="0"/>
      <w:marRight w:val="0"/>
      <w:marTop w:val="0"/>
      <w:marBottom w:val="0"/>
      <w:divBdr>
        <w:top w:val="none" w:sz="0" w:space="0" w:color="auto"/>
        <w:left w:val="none" w:sz="0" w:space="0" w:color="auto"/>
        <w:bottom w:val="none" w:sz="0" w:space="0" w:color="auto"/>
        <w:right w:val="none" w:sz="0" w:space="0" w:color="auto"/>
      </w:divBdr>
    </w:div>
    <w:div w:id="1691566456">
      <w:bodyDiv w:val="1"/>
      <w:marLeft w:val="0"/>
      <w:marRight w:val="0"/>
      <w:marTop w:val="0"/>
      <w:marBottom w:val="0"/>
      <w:divBdr>
        <w:top w:val="none" w:sz="0" w:space="0" w:color="auto"/>
        <w:left w:val="none" w:sz="0" w:space="0" w:color="auto"/>
        <w:bottom w:val="none" w:sz="0" w:space="0" w:color="auto"/>
        <w:right w:val="none" w:sz="0" w:space="0" w:color="auto"/>
      </w:divBdr>
    </w:div>
    <w:div w:id="1732534173">
      <w:bodyDiv w:val="1"/>
      <w:marLeft w:val="0"/>
      <w:marRight w:val="0"/>
      <w:marTop w:val="0"/>
      <w:marBottom w:val="0"/>
      <w:divBdr>
        <w:top w:val="none" w:sz="0" w:space="0" w:color="auto"/>
        <w:left w:val="none" w:sz="0" w:space="0" w:color="auto"/>
        <w:bottom w:val="none" w:sz="0" w:space="0" w:color="auto"/>
        <w:right w:val="none" w:sz="0" w:space="0" w:color="auto"/>
      </w:divBdr>
    </w:div>
    <w:div w:id="1827629833">
      <w:bodyDiv w:val="1"/>
      <w:marLeft w:val="0"/>
      <w:marRight w:val="0"/>
      <w:marTop w:val="0"/>
      <w:marBottom w:val="0"/>
      <w:divBdr>
        <w:top w:val="none" w:sz="0" w:space="0" w:color="auto"/>
        <w:left w:val="none" w:sz="0" w:space="0" w:color="auto"/>
        <w:bottom w:val="none" w:sz="0" w:space="0" w:color="auto"/>
        <w:right w:val="none" w:sz="0" w:space="0" w:color="auto"/>
      </w:divBdr>
    </w:div>
    <w:div w:id="1839147630">
      <w:bodyDiv w:val="1"/>
      <w:marLeft w:val="0"/>
      <w:marRight w:val="0"/>
      <w:marTop w:val="0"/>
      <w:marBottom w:val="0"/>
      <w:divBdr>
        <w:top w:val="none" w:sz="0" w:space="0" w:color="auto"/>
        <w:left w:val="none" w:sz="0" w:space="0" w:color="auto"/>
        <w:bottom w:val="none" w:sz="0" w:space="0" w:color="auto"/>
        <w:right w:val="none" w:sz="0" w:space="0" w:color="auto"/>
      </w:divBdr>
    </w:div>
    <w:div w:id="1895311853">
      <w:bodyDiv w:val="1"/>
      <w:marLeft w:val="0"/>
      <w:marRight w:val="0"/>
      <w:marTop w:val="0"/>
      <w:marBottom w:val="0"/>
      <w:divBdr>
        <w:top w:val="none" w:sz="0" w:space="0" w:color="auto"/>
        <w:left w:val="none" w:sz="0" w:space="0" w:color="auto"/>
        <w:bottom w:val="none" w:sz="0" w:space="0" w:color="auto"/>
        <w:right w:val="none" w:sz="0" w:space="0" w:color="auto"/>
      </w:divBdr>
    </w:div>
    <w:div w:id="1944919116">
      <w:bodyDiv w:val="1"/>
      <w:marLeft w:val="0"/>
      <w:marRight w:val="0"/>
      <w:marTop w:val="0"/>
      <w:marBottom w:val="0"/>
      <w:divBdr>
        <w:top w:val="none" w:sz="0" w:space="0" w:color="auto"/>
        <w:left w:val="none" w:sz="0" w:space="0" w:color="auto"/>
        <w:bottom w:val="none" w:sz="0" w:space="0" w:color="auto"/>
        <w:right w:val="none" w:sz="0" w:space="0" w:color="auto"/>
      </w:divBdr>
    </w:div>
    <w:div w:id="2002199699">
      <w:bodyDiv w:val="1"/>
      <w:marLeft w:val="0"/>
      <w:marRight w:val="0"/>
      <w:marTop w:val="0"/>
      <w:marBottom w:val="0"/>
      <w:divBdr>
        <w:top w:val="none" w:sz="0" w:space="0" w:color="auto"/>
        <w:left w:val="none" w:sz="0" w:space="0" w:color="auto"/>
        <w:bottom w:val="none" w:sz="0" w:space="0" w:color="auto"/>
        <w:right w:val="none" w:sz="0" w:space="0" w:color="auto"/>
      </w:divBdr>
    </w:div>
    <w:div w:id="2022126912">
      <w:bodyDiv w:val="1"/>
      <w:marLeft w:val="0"/>
      <w:marRight w:val="0"/>
      <w:marTop w:val="0"/>
      <w:marBottom w:val="0"/>
      <w:divBdr>
        <w:top w:val="none" w:sz="0" w:space="0" w:color="auto"/>
        <w:left w:val="none" w:sz="0" w:space="0" w:color="auto"/>
        <w:bottom w:val="none" w:sz="0" w:space="0" w:color="auto"/>
        <w:right w:val="none" w:sz="0" w:space="0" w:color="auto"/>
      </w:divBdr>
    </w:div>
    <w:div w:id="207580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76CE7-8B74-44BA-9ABE-617A4F97E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62</TotalTime>
  <Pages>239</Pages>
  <Words>45103</Words>
  <Characters>257092</Characters>
  <Application>Microsoft Office Word</Application>
  <DocSecurity>0</DocSecurity>
  <Lines>2142</Lines>
  <Paragraphs>603</Paragraphs>
  <ScaleCrop>false</ScaleCrop>
  <HeadingPairs>
    <vt:vector size="2" baseType="variant">
      <vt:variant>
        <vt:lpstr>Title</vt:lpstr>
      </vt:variant>
      <vt:variant>
        <vt:i4>1</vt:i4>
      </vt:variant>
    </vt:vector>
  </HeadingPairs>
  <TitlesOfParts>
    <vt:vector size="1" baseType="lpstr">
      <vt:lpstr>3GPP TS 38.101-3</vt:lpstr>
    </vt:vector>
  </TitlesOfParts>
  <Manager/>
  <Company/>
  <LinksUpToDate>false</LinksUpToDate>
  <CharactersWithSpaces>301592</CharactersWithSpaces>
  <SharedDoc>false</SharedDoc>
  <HyperlinkBase/>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38.101-3</dc:title>
  <dc:subject>NR; User Equipment (UE) radio transmission and reception; Part 3: Range 1 and Range 2 Interworking operation with other radios (Release 16)</dc:subject>
  <dc:creator>MCC Support</dc:creator>
  <cp:keywords/>
  <dc:description/>
  <cp:lastModifiedBy>MCC</cp:lastModifiedBy>
  <cp:revision>44</cp:revision>
  <cp:lastPrinted>2019-01-18T19:05:00Z</cp:lastPrinted>
  <dcterms:created xsi:type="dcterms:W3CDTF">2022-01-08T16:48:00Z</dcterms:created>
  <dcterms:modified xsi:type="dcterms:W3CDTF">2023-01-11T09:23:00Z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